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83" w:rsidRDefault="006974AE" w:rsidP="006974AE">
      <w:r w:rsidRPr="006974AE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4AE" w:rsidRDefault="006974AE" w:rsidP="006974AE">
      <w:r>
        <w:t>Elemental Composition Report</w:t>
      </w:r>
    </w:p>
    <w:p w:rsidR="006974AE" w:rsidRDefault="006974AE" w:rsidP="006974AE"/>
    <w:p w:rsidR="006974AE" w:rsidRDefault="006974AE" w:rsidP="006974AE">
      <w:r>
        <w:t xml:space="preserve">Single Mass Analysis </w:t>
      </w:r>
    </w:p>
    <w:p w:rsidR="006974AE" w:rsidRDefault="006974AE" w:rsidP="006974AE">
      <w:r>
        <w:t>Tolerance = 5.0 PPM   /   DBE: min = -15.0, max = 100.0</w:t>
      </w:r>
    </w:p>
    <w:p w:rsidR="006974AE" w:rsidRDefault="006974AE" w:rsidP="006974AE">
      <w:r>
        <w:t>Selected filters: None</w:t>
      </w:r>
    </w:p>
    <w:p w:rsidR="006974AE" w:rsidRDefault="006974AE" w:rsidP="006974AE"/>
    <w:p w:rsidR="006974AE" w:rsidRDefault="006974AE" w:rsidP="006974AE">
      <w:r>
        <w:t>Monoisotopic Mass, Even Electron Ions</w:t>
      </w:r>
    </w:p>
    <w:p w:rsidR="006974AE" w:rsidRDefault="006974AE" w:rsidP="006974AE">
      <w:r>
        <w:t>354 formula(e) evaluated with 1 results within limits (up to 25 best isotopic matches for each mass)</w:t>
      </w:r>
    </w:p>
    <w:p w:rsidR="006974AE" w:rsidRDefault="006974AE" w:rsidP="006974AE">
      <w:r>
        <w:t>Elements Used:</w:t>
      </w:r>
    </w:p>
    <w:p w:rsidR="006974AE" w:rsidRDefault="006974AE" w:rsidP="006974AE">
      <w:r>
        <w:t xml:space="preserve">C: 30-32    H: 10-41    N: 0-4    O: 0-6    Na: 0-1    S: 1-5    </w:t>
      </w:r>
    </w:p>
    <w:p w:rsidR="006974AE" w:rsidRDefault="006974AE" w:rsidP="006974A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6974AE" w:rsidRDefault="006974AE" w:rsidP="006974A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6974AE" w:rsidRDefault="006974AE" w:rsidP="006974AE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6974AE" w:rsidRDefault="006974AE" w:rsidP="006974AE">
      <w:r>
        <w:t xml:space="preserve">486.2105   </w:t>
      </w:r>
      <w:r>
        <w:tab/>
        <w:t xml:space="preserve">486.2103       </w:t>
      </w:r>
      <w:r>
        <w:tab/>
        <w:t xml:space="preserve">0.2      </w:t>
      </w:r>
      <w:r>
        <w:tab/>
        <w:t xml:space="preserve">0.4      </w:t>
      </w:r>
      <w:r>
        <w:tab/>
        <w:t xml:space="preserve">15.5     </w:t>
      </w:r>
      <w:r>
        <w:tab/>
        <w:t xml:space="preserve">5095.4     </w:t>
      </w:r>
      <w:r>
        <w:tab/>
        <w:t>C30  H32  N  O3  S</w:t>
      </w:r>
    </w:p>
    <w:p w:rsidR="006974AE" w:rsidRDefault="006974AE" w:rsidP="006974AE"/>
    <w:p w:rsidR="006974AE" w:rsidRDefault="006974AE" w:rsidP="006974AE">
      <w:r>
        <w:t>100.0045</w:t>
      </w:r>
      <w:r>
        <w:tab/>
        <w:t>4.051e0</w:t>
      </w:r>
    </w:p>
    <w:p w:rsidR="006974AE" w:rsidRDefault="006974AE" w:rsidP="006974AE">
      <w:r>
        <w:t>100.0085</w:t>
      </w:r>
      <w:r>
        <w:tab/>
        <w:t>1.013e0</w:t>
      </w:r>
    </w:p>
    <w:p w:rsidR="006974AE" w:rsidRDefault="006974AE" w:rsidP="006974AE">
      <w:r>
        <w:t>100.0203</w:t>
      </w:r>
      <w:r>
        <w:tab/>
        <w:t>2.025e0</w:t>
      </w:r>
    </w:p>
    <w:p w:rsidR="006974AE" w:rsidRDefault="006974AE" w:rsidP="006974AE">
      <w:r>
        <w:t>100.0297</w:t>
      </w:r>
      <w:r>
        <w:tab/>
        <w:t>1.013e0</w:t>
      </w:r>
    </w:p>
    <w:p w:rsidR="006974AE" w:rsidRDefault="006974AE" w:rsidP="006974AE">
      <w:r>
        <w:t>100.0429</w:t>
      </w:r>
      <w:r>
        <w:tab/>
        <w:t>1.973e0</w:t>
      </w:r>
    </w:p>
    <w:p w:rsidR="006974AE" w:rsidRDefault="006974AE" w:rsidP="006974AE">
      <w:r>
        <w:lastRenderedPageBreak/>
        <w:t>100.0458</w:t>
      </w:r>
      <w:r>
        <w:tab/>
        <w:t>1.013e0</w:t>
      </w:r>
    </w:p>
    <w:p w:rsidR="006974AE" w:rsidRDefault="006974AE" w:rsidP="006974AE">
      <w:r>
        <w:t>100.0469</w:t>
      </w:r>
      <w:r>
        <w:tab/>
        <w:t>2.025e0</w:t>
      </w:r>
    </w:p>
    <w:p w:rsidR="006974AE" w:rsidRDefault="006974AE" w:rsidP="006974AE">
      <w:r>
        <w:t>100.0502</w:t>
      </w:r>
      <w:r>
        <w:tab/>
        <w:t>3.038e0</w:t>
      </w:r>
    </w:p>
    <w:p w:rsidR="006974AE" w:rsidRDefault="006974AE" w:rsidP="006974AE">
      <w:r>
        <w:t>100.0515</w:t>
      </w:r>
      <w:r>
        <w:tab/>
        <w:t>1.003e1</w:t>
      </w:r>
    </w:p>
    <w:p w:rsidR="006974AE" w:rsidRDefault="006974AE" w:rsidP="006974AE">
      <w:r>
        <w:t>100.0535</w:t>
      </w:r>
      <w:r>
        <w:tab/>
        <w:t>1.013e0</w:t>
      </w:r>
    </w:p>
    <w:p w:rsidR="006974AE" w:rsidRDefault="006974AE" w:rsidP="006974AE">
      <w:r>
        <w:t>100.0550</w:t>
      </w:r>
      <w:r>
        <w:tab/>
        <w:t>3.038e0</w:t>
      </w:r>
    </w:p>
    <w:p w:rsidR="006974AE" w:rsidRDefault="006974AE" w:rsidP="006974AE">
      <w:r>
        <w:t>100.0599</w:t>
      </w:r>
      <w:r>
        <w:tab/>
        <w:t>4.051e0</w:t>
      </w:r>
    </w:p>
    <w:p w:rsidR="006974AE" w:rsidRDefault="006974AE" w:rsidP="006974AE">
      <w:r>
        <w:t>100.0721</w:t>
      </w:r>
      <w:r>
        <w:tab/>
        <w:t>1.013e0</w:t>
      </w:r>
    </w:p>
    <w:p w:rsidR="006974AE" w:rsidRDefault="006974AE" w:rsidP="006974AE">
      <w:r>
        <w:t>100.0738</w:t>
      </w:r>
      <w:r>
        <w:tab/>
        <w:t>5.063e0</w:t>
      </w:r>
    </w:p>
    <w:p w:rsidR="006974AE" w:rsidRDefault="006974AE" w:rsidP="006974AE">
      <w:r>
        <w:t>100.0749</w:t>
      </w:r>
      <w:r>
        <w:tab/>
        <w:t>2.025e0</w:t>
      </w:r>
    </w:p>
    <w:p w:rsidR="006974AE" w:rsidRDefault="006974AE" w:rsidP="006974AE">
      <w:r>
        <w:t>100.0762</w:t>
      </w:r>
      <w:r>
        <w:tab/>
        <w:t>1.924e1</w:t>
      </w:r>
    </w:p>
    <w:p w:rsidR="006974AE" w:rsidRDefault="006974AE" w:rsidP="006974AE">
      <w:r>
        <w:t>100.0773</w:t>
      </w:r>
      <w:r>
        <w:tab/>
        <w:t>7.089e0</w:t>
      </w:r>
    </w:p>
    <w:p w:rsidR="006974AE" w:rsidRDefault="006974AE" w:rsidP="006974AE">
      <w:r>
        <w:t>100.0854</w:t>
      </w:r>
      <w:r>
        <w:tab/>
        <w:t>1.013e0</w:t>
      </w:r>
    </w:p>
    <w:p w:rsidR="006974AE" w:rsidRDefault="006974AE" w:rsidP="006974AE">
      <w:r>
        <w:t>100.0908</w:t>
      </w:r>
      <w:r>
        <w:tab/>
        <w:t>1.013e0</w:t>
      </w:r>
    </w:p>
    <w:p w:rsidR="006974AE" w:rsidRDefault="006974AE" w:rsidP="006974AE">
      <w:r>
        <w:t>100.0935</w:t>
      </w:r>
      <w:r>
        <w:tab/>
        <w:t>1.013e0</w:t>
      </w:r>
    </w:p>
    <w:p w:rsidR="006974AE" w:rsidRDefault="006974AE" w:rsidP="006974AE">
      <w:r>
        <w:t>100.1054</w:t>
      </w:r>
      <w:r>
        <w:tab/>
        <w:t>2.025e0</w:t>
      </w:r>
    </w:p>
    <w:p w:rsidR="006974AE" w:rsidRDefault="006974AE" w:rsidP="006974AE">
      <w:r>
        <w:t>100.1094</w:t>
      </w:r>
      <w:r>
        <w:tab/>
        <w:t>4.051e0</w:t>
      </w:r>
    </w:p>
    <w:p w:rsidR="006974AE" w:rsidRDefault="006974AE" w:rsidP="006974AE">
      <w:r>
        <w:t>100.1120</w:t>
      </w:r>
      <w:r>
        <w:tab/>
        <w:t>1.013e0</w:t>
      </w:r>
    </w:p>
    <w:p w:rsidR="006974AE" w:rsidRDefault="006974AE" w:rsidP="006974AE">
      <w:r>
        <w:t>100.1147</w:t>
      </w:r>
      <w:r>
        <w:tab/>
        <w:t>4.051e0</w:t>
      </w:r>
    </w:p>
    <w:p w:rsidR="006974AE" w:rsidRDefault="006974AE" w:rsidP="006974AE">
      <w:r>
        <w:lastRenderedPageBreak/>
        <w:t>100.1348</w:t>
      </w:r>
      <w:r>
        <w:tab/>
        <w:t>2.025e0</w:t>
      </w:r>
    </w:p>
    <w:p w:rsidR="006974AE" w:rsidRDefault="006974AE" w:rsidP="006974AE">
      <w:r>
        <w:t>100.1387</w:t>
      </w:r>
      <w:r>
        <w:tab/>
        <w:t>1.013e0</w:t>
      </w:r>
    </w:p>
    <w:p w:rsidR="006974AE" w:rsidRDefault="006974AE" w:rsidP="006974AE">
      <w:r>
        <w:t>100.1467</w:t>
      </w:r>
      <w:r>
        <w:tab/>
        <w:t>1.013e0</w:t>
      </w:r>
    </w:p>
    <w:p w:rsidR="006974AE" w:rsidRDefault="006974AE" w:rsidP="006974AE">
      <w:r>
        <w:t>100.1491</w:t>
      </w:r>
      <w:r>
        <w:tab/>
        <w:t>1.013e0</w:t>
      </w:r>
    </w:p>
    <w:p w:rsidR="006974AE" w:rsidRDefault="006974AE" w:rsidP="006974AE">
      <w:r>
        <w:t>100.1575</w:t>
      </w:r>
      <w:r>
        <w:tab/>
        <w:t>1.013e0</w:t>
      </w:r>
    </w:p>
    <w:p w:rsidR="006974AE" w:rsidRDefault="006974AE" w:rsidP="006974AE">
      <w:r>
        <w:t>100.1785</w:t>
      </w:r>
      <w:r>
        <w:tab/>
        <w:t>1.013e0</w:t>
      </w:r>
    </w:p>
    <w:p w:rsidR="006974AE" w:rsidRDefault="006974AE" w:rsidP="006974AE">
      <w:r>
        <w:t>100.1892</w:t>
      </w:r>
      <w:r>
        <w:tab/>
        <w:t>2.025e0</w:t>
      </w:r>
    </w:p>
    <w:p w:rsidR="006974AE" w:rsidRDefault="006974AE" w:rsidP="006974AE">
      <w:r>
        <w:t>100.2051</w:t>
      </w:r>
      <w:r>
        <w:tab/>
        <w:t>1.013e0</w:t>
      </w:r>
    </w:p>
    <w:p w:rsidR="006974AE" w:rsidRDefault="006974AE" w:rsidP="006974AE">
      <w:r>
        <w:t>100.2130</w:t>
      </w:r>
      <w:r>
        <w:tab/>
        <w:t>2.025e0</w:t>
      </w:r>
    </w:p>
    <w:p w:rsidR="006974AE" w:rsidRDefault="006974AE" w:rsidP="006974AE">
      <w:r>
        <w:t>100.2319</w:t>
      </w:r>
      <w:r>
        <w:tab/>
        <w:t>1.013e0</w:t>
      </w:r>
    </w:p>
    <w:p w:rsidR="006974AE" w:rsidRDefault="006974AE" w:rsidP="006974AE">
      <w:r>
        <w:t>100.2530</w:t>
      </w:r>
      <w:r>
        <w:tab/>
        <w:t>2.025e0</w:t>
      </w:r>
    </w:p>
    <w:p w:rsidR="006974AE" w:rsidRDefault="006974AE" w:rsidP="006974AE">
      <w:r>
        <w:t>100.2544</w:t>
      </w:r>
      <w:r>
        <w:tab/>
        <w:t>2.025e0</w:t>
      </w:r>
    </w:p>
    <w:p w:rsidR="006974AE" w:rsidRDefault="006974AE" w:rsidP="006974AE">
      <w:r>
        <w:t>100.2718</w:t>
      </w:r>
      <w:r>
        <w:tab/>
        <w:t>1.013e0</w:t>
      </w:r>
    </w:p>
    <w:p w:rsidR="006974AE" w:rsidRDefault="006974AE" w:rsidP="006974AE">
      <w:r>
        <w:t>100.2797</w:t>
      </w:r>
      <w:r>
        <w:tab/>
        <w:t>1.013e0</w:t>
      </w:r>
    </w:p>
    <w:p w:rsidR="006974AE" w:rsidRDefault="006974AE" w:rsidP="006974AE">
      <w:r>
        <w:t>100.2929</w:t>
      </w:r>
      <w:r>
        <w:tab/>
        <w:t>1.013e0</w:t>
      </w:r>
    </w:p>
    <w:p w:rsidR="006974AE" w:rsidRDefault="006974AE" w:rsidP="006974AE">
      <w:r>
        <w:t>100.2985</w:t>
      </w:r>
      <w:r>
        <w:tab/>
        <w:t>1.013e0</w:t>
      </w:r>
    </w:p>
    <w:p w:rsidR="006974AE" w:rsidRDefault="006974AE" w:rsidP="006974AE">
      <w:r>
        <w:t>100.3303</w:t>
      </w:r>
      <w:r>
        <w:tab/>
        <w:t>1.013e0</w:t>
      </w:r>
    </w:p>
    <w:p w:rsidR="006974AE" w:rsidRDefault="006974AE" w:rsidP="006974AE">
      <w:r>
        <w:t>100.3436</w:t>
      </w:r>
      <w:r>
        <w:tab/>
        <w:t>1.013e0</w:t>
      </w:r>
    </w:p>
    <w:p w:rsidR="006974AE" w:rsidRDefault="006974AE" w:rsidP="006974AE">
      <w:r>
        <w:t>100.3490</w:t>
      </w:r>
      <w:r>
        <w:tab/>
        <w:t>1.013e0</w:t>
      </w:r>
    </w:p>
    <w:p w:rsidR="006974AE" w:rsidRDefault="006974AE" w:rsidP="006974AE">
      <w:r>
        <w:lastRenderedPageBreak/>
        <w:t>100.3503</w:t>
      </w:r>
      <w:r>
        <w:tab/>
        <w:t>2.025e0</w:t>
      </w:r>
    </w:p>
    <w:p w:rsidR="006974AE" w:rsidRDefault="006974AE" w:rsidP="006974AE">
      <w:r>
        <w:t>100.3648</w:t>
      </w:r>
      <w:r>
        <w:tab/>
        <w:t>1.013e0</w:t>
      </w:r>
    </w:p>
    <w:p w:rsidR="006974AE" w:rsidRDefault="006974AE" w:rsidP="006974AE">
      <w:r>
        <w:t>100.3754</w:t>
      </w:r>
      <w:r>
        <w:tab/>
        <w:t>1.013e0</w:t>
      </w:r>
    </w:p>
    <w:p w:rsidR="006974AE" w:rsidRDefault="006974AE" w:rsidP="006974AE">
      <w:r>
        <w:t>100.3780</w:t>
      </w:r>
      <w:r>
        <w:tab/>
        <w:t>1.013e0</w:t>
      </w:r>
    </w:p>
    <w:p w:rsidR="006974AE" w:rsidRDefault="006974AE" w:rsidP="006974AE">
      <w:r>
        <w:t>100.3942</w:t>
      </w:r>
      <w:r>
        <w:tab/>
        <w:t>1.013e0</w:t>
      </w:r>
    </w:p>
    <w:p w:rsidR="006974AE" w:rsidRDefault="006974AE" w:rsidP="006974AE">
      <w:r>
        <w:t>100.3968</w:t>
      </w:r>
      <w:r>
        <w:tab/>
        <w:t>1.013e0</w:t>
      </w:r>
    </w:p>
    <w:p w:rsidR="006974AE" w:rsidRDefault="006974AE" w:rsidP="006974AE">
      <w:r>
        <w:t>100.4023</w:t>
      </w:r>
      <w:r>
        <w:tab/>
        <w:t>2.025e0</w:t>
      </w:r>
    </w:p>
    <w:p w:rsidR="006974AE" w:rsidRDefault="006974AE" w:rsidP="006974AE">
      <w:r>
        <w:t>100.4102</w:t>
      </w:r>
      <w:r>
        <w:tab/>
        <w:t>3.038e0</w:t>
      </w:r>
    </w:p>
    <w:p w:rsidR="006974AE" w:rsidRDefault="006974AE" w:rsidP="006974AE">
      <w:r>
        <w:t>100.4154</w:t>
      </w:r>
      <w:r>
        <w:tab/>
        <w:t>1.013e0</w:t>
      </w:r>
    </w:p>
    <w:p w:rsidR="006974AE" w:rsidRDefault="006974AE" w:rsidP="006974AE">
      <w:r>
        <w:t>100.4421</w:t>
      </w:r>
      <w:r>
        <w:tab/>
        <w:t>1.013e0</w:t>
      </w:r>
    </w:p>
    <w:p w:rsidR="006974AE" w:rsidRDefault="006974AE" w:rsidP="006974AE">
      <w:r>
        <w:t>100.4580</w:t>
      </w:r>
      <w:r>
        <w:tab/>
        <w:t>3.038e0</w:t>
      </w:r>
    </w:p>
    <w:p w:rsidR="006974AE" w:rsidRDefault="006974AE" w:rsidP="006974AE">
      <w:r>
        <w:t>100.4607</w:t>
      </w:r>
      <w:r>
        <w:tab/>
        <w:t>1.013e0</w:t>
      </w:r>
    </w:p>
    <w:p w:rsidR="006974AE" w:rsidRDefault="006974AE" w:rsidP="006974AE">
      <w:r>
        <w:t>100.4742</w:t>
      </w:r>
      <w:r>
        <w:tab/>
        <w:t>1.013e0</w:t>
      </w:r>
    </w:p>
    <w:p w:rsidR="006974AE" w:rsidRDefault="006974AE" w:rsidP="006974AE">
      <w:r>
        <w:t>100.4967</w:t>
      </w:r>
      <w:r>
        <w:tab/>
        <w:t>2.025e0</w:t>
      </w:r>
    </w:p>
    <w:p w:rsidR="006974AE" w:rsidRDefault="006974AE" w:rsidP="006974AE">
      <w:r>
        <w:t>100.5032</w:t>
      </w:r>
      <w:r>
        <w:tab/>
        <w:t>1.013e0</w:t>
      </w:r>
    </w:p>
    <w:p w:rsidR="006974AE" w:rsidRDefault="006974AE" w:rsidP="006974AE">
      <w:r>
        <w:t>100.5115</w:t>
      </w:r>
      <w:r>
        <w:tab/>
        <w:t>2.025e0</w:t>
      </w:r>
    </w:p>
    <w:p w:rsidR="006974AE" w:rsidRDefault="006974AE" w:rsidP="006974AE">
      <w:r>
        <w:t>100.5247</w:t>
      </w:r>
      <w:r>
        <w:tab/>
        <w:t>1.013e0</w:t>
      </w:r>
    </w:p>
    <w:p w:rsidR="006974AE" w:rsidRDefault="006974AE" w:rsidP="006974AE">
      <w:r>
        <w:t>100.5299</w:t>
      </w:r>
      <w:r>
        <w:tab/>
        <w:t>1.013e0</w:t>
      </w:r>
    </w:p>
    <w:p w:rsidR="006974AE" w:rsidRDefault="006974AE" w:rsidP="006974AE">
      <w:r>
        <w:t>100.5406</w:t>
      </w:r>
      <w:r>
        <w:tab/>
        <w:t>1.013e0</w:t>
      </w:r>
    </w:p>
    <w:p w:rsidR="006974AE" w:rsidRDefault="006974AE" w:rsidP="006974AE">
      <w:r>
        <w:lastRenderedPageBreak/>
        <w:t>100.5433</w:t>
      </w:r>
      <w:r>
        <w:tab/>
        <w:t>1.013e0</w:t>
      </w:r>
    </w:p>
    <w:p w:rsidR="006974AE" w:rsidRDefault="006974AE" w:rsidP="006974AE">
      <w:r>
        <w:t>100.5515</w:t>
      </w:r>
      <w:r>
        <w:tab/>
        <w:t>1.013e0</w:t>
      </w:r>
    </w:p>
    <w:p w:rsidR="006974AE" w:rsidRDefault="006974AE" w:rsidP="006974AE">
      <w:r>
        <w:t>100.5538</w:t>
      </w:r>
      <w:r>
        <w:tab/>
        <w:t>1.013e0</w:t>
      </w:r>
    </w:p>
    <w:p w:rsidR="006974AE" w:rsidRDefault="006974AE" w:rsidP="006974AE">
      <w:r>
        <w:t>100.5593</w:t>
      </w:r>
      <w:r>
        <w:tab/>
        <w:t>1.013e0</w:t>
      </w:r>
    </w:p>
    <w:p w:rsidR="006974AE" w:rsidRDefault="006974AE" w:rsidP="006974AE">
      <w:r>
        <w:t>100.5621</w:t>
      </w:r>
      <w:r>
        <w:tab/>
        <w:t>1.013e0</w:t>
      </w:r>
    </w:p>
    <w:p w:rsidR="006974AE" w:rsidRDefault="006974AE" w:rsidP="006974AE">
      <w:r>
        <w:t>100.5634</w:t>
      </w:r>
      <w:r>
        <w:tab/>
        <w:t>2.025e0</w:t>
      </w:r>
    </w:p>
    <w:p w:rsidR="006974AE" w:rsidRDefault="006974AE" w:rsidP="006974AE">
      <w:r>
        <w:t>100.5727</w:t>
      </w:r>
      <w:r>
        <w:tab/>
        <w:t>1.013e0</w:t>
      </w:r>
    </w:p>
    <w:p w:rsidR="006974AE" w:rsidRDefault="006974AE" w:rsidP="006974AE">
      <w:r>
        <w:t>100.5781</w:t>
      </w:r>
      <w:r>
        <w:tab/>
        <w:t>1.013e0</w:t>
      </w:r>
    </w:p>
    <w:p w:rsidR="006974AE" w:rsidRDefault="006974AE" w:rsidP="006974AE">
      <w:r>
        <w:t>100.6045</w:t>
      </w:r>
      <w:r>
        <w:tab/>
        <w:t>2.025e0</w:t>
      </w:r>
    </w:p>
    <w:p w:rsidR="006974AE" w:rsidRDefault="006974AE" w:rsidP="006974AE">
      <w:r>
        <w:t>100.6100</w:t>
      </w:r>
      <w:r>
        <w:tab/>
        <w:t>2.025e0</w:t>
      </w:r>
    </w:p>
    <w:p w:rsidR="006974AE" w:rsidRDefault="006974AE" w:rsidP="006974AE">
      <w:r>
        <w:t>100.6178</w:t>
      </w:r>
      <w:r>
        <w:tab/>
        <w:t>1.013e0</w:t>
      </w:r>
    </w:p>
    <w:p w:rsidR="006974AE" w:rsidRDefault="006974AE" w:rsidP="006974AE">
      <w:r>
        <w:t>100.6289</w:t>
      </w:r>
      <w:r>
        <w:tab/>
        <w:t>1.013e0</w:t>
      </w:r>
    </w:p>
    <w:p w:rsidR="006974AE" w:rsidRDefault="006974AE" w:rsidP="006974AE">
      <w:r>
        <w:t>100.6366</w:t>
      </w:r>
      <w:r>
        <w:tab/>
        <w:t>1.013e0</w:t>
      </w:r>
    </w:p>
    <w:p w:rsidR="006974AE" w:rsidRDefault="006974AE" w:rsidP="006974AE">
      <w:r>
        <w:t>100.6500</w:t>
      </w:r>
      <w:r>
        <w:tab/>
        <w:t>2.025e0</w:t>
      </w:r>
    </w:p>
    <w:p w:rsidR="006974AE" w:rsidRDefault="006974AE" w:rsidP="006974AE">
      <w:r>
        <w:t>100.6566</w:t>
      </w:r>
      <w:r>
        <w:tab/>
        <w:t>2.025e0</w:t>
      </w:r>
    </w:p>
    <w:p w:rsidR="006974AE" w:rsidRDefault="006974AE" w:rsidP="006974AE">
      <w:r>
        <w:t>100.6605</w:t>
      </w:r>
      <w:r>
        <w:tab/>
        <w:t>1.013e0</w:t>
      </w:r>
    </w:p>
    <w:p w:rsidR="006974AE" w:rsidRDefault="006974AE" w:rsidP="006974AE">
      <w:r>
        <w:t>100.6739</w:t>
      </w:r>
      <w:r>
        <w:tab/>
        <w:t>1.013e0</w:t>
      </w:r>
    </w:p>
    <w:p w:rsidR="006974AE" w:rsidRDefault="006974AE" w:rsidP="006974AE">
      <w:r>
        <w:t>100.6795</w:t>
      </w:r>
      <w:r>
        <w:tab/>
        <w:t>1.013e0</w:t>
      </w:r>
    </w:p>
    <w:p w:rsidR="006974AE" w:rsidRDefault="006974AE" w:rsidP="006974AE">
      <w:r>
        <w:t>100.6845</w:t>
      </w:r>
      <w:r>
        <w:tab/>
        <w:t>1.013e0</w:t>
      </w:r>
    </w:p>
    <w:p w:rsidR="006974AE" w:rsidRDefault="006974AE" w:rsidP="006974AE">
      <w:r>
        <w:lastRenderedPageBreak/>
        <w:t>100.6978</w:t>
      </w:r>
      <w:r>
        <w:tab/>
        <w:t>1.013e0</w:t>
      </w:r>
    </w:p>
    <w:p w:rsidR="006974AE" w:rsidRDefault="006974AE" w:rsidP="006974AE">
      <w:r>
        <w:t>100.7034</w:t>
      </w:r>
      <w:r>
        <w:tab/>
        <w:t>3.038e0</w:t>
      </w:r>
    </w:p>
    <w:p w:rsidR="006974AE" w:rsidRDefault="006974AE" w:rsidP="006974AE">
      <w:r>
        <w:t>100.7168</w:t>
      </w:r>
      <w:r>
        <w:tab/>
        <w:t>1.013e0</w:t>
      </w:r>
    </w:p>
    <w:p w:rsidR="006974AE" w:rsidRDefault="006974AE" w:rsidP="006974AE">
      <w:r>
        <w:t>100.7245</w:t>
      </w:r>
      <w:r>
        <w:tab/>
        <w:t>1.013e0</w:t>
      </w:r>
    </w:p>
    <w:p w:rsidR="006974AE" w:rsidRDefault="006974AE" w:rsidP="006974AE">
      <w:r>
        <w:t>100.7300</w:t>
      </w:r>
      <w:r>
        <w:tab/>
        <w:t>1.013e0</w:t>
      </w:r>
    </w:p>
    <w:p w:rsidR="006974AE" w:rsidRDefault="006974AE" w:rsidP="006974AE">
      <w:r>
        <w:t>100.7325</w:t>
      </w:r>
      <w:r>
        <w:tab/>
        <w:t>1.013e0</w:t>
      </w:r>
    </w:p>
    <w:p w:rsidR="006974AE" w:rsidRDefault="006974AE" w:rsidP="006974AE">
      <w:r>
        <w:t>100.7367</w:t>
      </w:r>
      <w:r>
        <w:tab/>
        <w:t>2.025e0</w:t>
      </w:r>
    </w:p>
    <w:p w:rsidR="006974AE" w:rsidRDefault="006974AE" w:rsidP="006974AE">
      <w:r>
        <w:t>100.7434</w:t>
      </w:r>
      <w:r>
        <w:tab/>
        <w:t>1.013e0</w:t>
      </w:r>
    </w:p>
    <w:p w:rsidR="006974AE" w:rsidRDefault="006974AE" w:rsidP="006974AE">
      <w:r>
        <w:t>100.7486</w:t>
      </w:r>
      <w:r>
        <w:tab/>
        <w:t>1.013e0</w:t>
      </w:r>
    </w:p>
    <w:p w:rsidR="006974AE" w:rsidRDefault="006974AE" w:rsidP="006974AE">
      <w:r>
        <w:t>100.7512</w:t>
      </w:r>
      <w:r>
        <w:tab/>
        <w:t>1.013e0</w:t>
      </w:r>
    </w:p>
    <w:p w:rsidR="006974AE" w:rsidRDefault="006974AE" w:rsidP="006974AE">
      <w:r>
        <w:t>100.7540</w:t>
      </w:r>
      <w:r>
        <w:tab/>
        <w:t>2.025e0</w:t>
      </w:r>
    </w:p>
    <w:p w:rsidR="006974AE" w:rsidRDefault="006974AE" w:rsidP="006974AE">
      <w:r>
        <w:t>100.7673</w:t>
      </w:r>
      <w:r>
        <w:tab/>
        <w:t>2.025e0</w:t>
      </w:r>
    </w:p>
    <w:p w:rsidR="006974AE" w:rsidRDefault="006974AE" w:rsidP="006974AE">
      <w:r>
        <w:t>100.7726</w:t>
      </w:r>
      <w:r>
        <w:tab/>
        <w:t>1.013e0</w:t>
      </w:r>
    </w:p>
    <w:p w:rsidR="006974AE" w:rsidRDefault="006974AE" w:rsidP="006974AE">
      <w:r>
        <w:t>100.7859</w:t>
      </w:r>
      <w:r>
        <w:tab/>
        <w:t>1.013e0</w:t>
      </w:r>
    </w:p>
    <w:p w:rsidR="006974AE" w:rsidRDefault="006974AE" w:rsidP="006974AE">
      <w:r>
        <w:t>100.7913</w:t>
      </w:r>
      <w:r>
        <w:tab/>
        <w:t>1.013e0</w:t>
      </w:r>
    </w:p>
    <w:p w:rsidR="006974AE" w:rsidRDefault="006974AE" w:rsidP="006974AE">
      <w:r>
        <w:t>100.7992</w:t>
      </w:r>
      <w:r>
        <w:tab/>
        <w:t>1.013e0</w:t>
      </w:r>
    </w:p>
    <w:p w:rsidR="006974AE" w:rsidRDefault="006974AE" w:rsidP="006974AE">
      <w:r>
        <w:t>100.8020</w:t>
      </w:r>
      <w:r>
        <w:tab/>
        <w:t>1.013e0</w:t>
      </w:r>
    </w:p>
    <w:p w:rsidR="006974AE" w:rsidRDefault="006974AE" w:rsidP="006974AE">
      <w:r>
        <w:t>100.8209</w:t>
      </w:r>
      <w:r>
        <w:tab/>
        <w:t>2.025e0</w:t>
      </w:r>
    </w:p>
    <w:p w:rsidR="006974AE" w:rsidRDefault="006974AE" w:rsidP="006974AE">
      <w:r>
        <w:t>100.8232</w:t>
      </w:r>
      <w:r>
        <w:tab/>
        <w:t>1.013e0</w:t>
      </w:r>
    </w:p>
    <w:p w:rsidR="006974AE" w:rsidRDefault="006974AE" w:rsidP="006974AE">
      <w:r>
        <w:lastRenderedPageBreak/>
        <w:t>100.8554</w:t>
      </w:r>
      <w:r>
        <w:tab/>
        <w:t>2.025e0</w:t>
      </w:r>
    </w:p>
    <w:p w:rsidR="006974AE" w:rsidRDefault="006974AE" w:rsidP="006974AE">
      <w:r>
        <w:t>100.8606</w:t>
      </w:r>
      <w:r>
        <w:tab/>
        <w:t>1.013e0</w:t>
      </w:r>
    </w:p>
    <w:p w:rsidR="006974AE" w:rsidRDefault="006974AE" w:rsidP="006974AE">
      <w:r>
        <w:t>100.8688</w:t>
      </w:r>
      <w:r>
        <w:tab/>
        <w:t>1.013e0</w:t>
      </w:r>
    </w:p>
    <w:p w:rsidR="006974AE" w:rsidRDefault="006974AE" w:rsidP="006974AE">
      <w:r>
        <w:t>100.8873</w:t>
      </w:r>
      <w:r>
        <w:tab/>
        <w:t>1.013e0</w:t>
      </w:r>
    </w:p>
    <w:p w:rsidR="006974AE" w:rsidRDefault="006974AE" w:rsidP="006974AE">
      <w:r>
        <w:t>100.8900</w:t>
      </w:r>
      <w:r>
        <w:tab/>
        <w:t>2.025e0</w:t>
      </w:r>
    </w:p>
    <w:p w:rsidR="006974AE" w:rsidRDefault="006974AE" w:rsidP="006974AE">
      <w:r>
        <w:t>100.8983</w:t>
      </w:r>
      <w:r>
        <w:tab/>
        <w:t>1.013e0</w:t>
      </w:r>
    </w:p>
    <w:p w:rsidR="006974AE" w:rsidRDefault="006974AE" w:rsidP="006974AE">
      <w:r>
        <w:t>100.9195</w:t>
      </w:r>
      <w:r>
        <w:tab/>
        <w:t>2.025e0</w:t>
      </w:r>
    </w:p>
    <w:p w:rsidR="006974AE" w:rsidRDefault="006974AE" w:rsidP="006974AE">
      <w:r>
        <w:t>100.9223</w:t>
      </w:r>
      <w:r>
        <w:tab/>
        <w:t>1.013e0</w:t>
      </w:r>
    </w:p>
    <w:p w:rsidR="006974AE" w:rsidRDefault="006974AE" w:rsidP="006974AE">
      <w:r>
        <w:t>100.9302</w:t>
      </w:r>
      <w:r>
        <w:tab/>
        <w:t>1.013e0</w:t>
      </w:r>
    </w:p>
    <w:p w:rsidR="006974AE" w:rsidRDefault="006974AE" w:rsidP="006974AE">
      <w:r>
        <w:t>100.9407</w:t>
      </w:r>
      <w:r>
        <w:tab/>
        <w:t>1.013e0</w:t>
      </w:r>
    </w:p>
    <w:p w:rsidR="006974AE" w:rsidRDefault="006974AE" w:rsidP="006974AE">
      <w:r>
        <w:t>100.9662</w:t>
      </w:r>
      <w:r>
        <w:tab/>
        <w:t>2.025e0</w:t>
      </w:r>
    </w:p>
    <w:p w:rsidR="006974AE" w:rsidRDefault="006974AE" w:rsidP="006974AE">
      <w:r>
        <w:t>100.9689</w:t>
      </w:r>
      <w:r>
        <w:tab/>
        <w:t>2.025e0</w:t>
      </w:r>
    </w:p>
    <w:p w:rsidR="006974AE" w:rsidRDefault="006974AE" w:rsidP="006974AE">
      <w:r>
        <w:t>100.9809</w:t>
      </w:r>
      <w:r>
        <w:tab/>
        <w:t>3.038e0</w:t>
      </w:r>
    </w:p>
    <w:p w:rsidR="006974AE" w:rsidRDefault="006974AE" w:rsidP="006974AE">
      <w:r>
        <w:t>100.9997</w:t>
      </w:r>
      <w:r>
        <w:tab/>
        <w:t>2.025e0</w:t>
      </w:r>
    </w:p>
    <w:p w:rsidR="006974AE" w:rsidRDefault="006974AE" w:rsidP="006974AE">
      <w:r>
        <w:t>101.0036</w:t>
      </w:r>
      <w:r>
        <w:tab/>
        <w:t>2.025e0</w:t>
      </w:r>
    </w:p>
    <w:p w:rsidR="006974AE" w:rsidRDefault="006974AE" w:rsidP="006974AE">
      <w:r>
        <w:t>101.0132</w:t>
      </w:r>
      <w:r>
        <w:tab/>
        <w:t>1.013e0</w:t>
      </w:r>
    </w:p>
    <w:p w:rsidR="006974AE" w:rsidRDefault="006974AE" w:rsidP="006974AE">
      <w:r>
        <w:t>101.0143</w:t>
      </w:r>
      <w:r>
        <w:tab/>
        <w:t>2.025e0</w:t>
      </w:r>
    </w:p>
    <w:p w:rsidR="006974AE" w:rsidRDefault="006974AE" w:rsidP="006974AE">
      <w:r>
        <w:t>101.0155</w:t>
      </w:r>
      <w:r>
        <w:tab/>
        <w:t>2.025e0</w:t>
      </w:r>
    </w:p>
    <w:p w:rsidR="006974AE" w:rsidRDefault="006974AE" w:rsidP="006974AE">
      <w:r>
        <w:t>101.0209</w:t>
      </w:r>
      <w:r>
        <w:tab/>
        <w:t>2.025e0</w:t>
      </w:r>
    </w:p>
    <w:p w:rsidR="006974AE" w:rsidRDefault="006974AE" w:rsidP="006974AE">
      <w:r>
        <w:lastRenderedPageBreak/>
        <w:t>101.0237</w:t>
      </w:r>
      <w:r>
        <w:tab/>
        <w:t>1.013e0</w:t>
      </w:r>
    </w:p>
    <w:p w:rsidR="006974AE" w:rsidRDefault="006974AE" w:rsidP="006974AE">
      <w:r>
        <w:t>101.0294</w:t>
      </w:r>
      <w:r>
        <w:tab/>
        <w:t>3.038e0</w:t>
      </w:r>
    </w:p>
    <w:p w:rsidR="006974AE" w:rsidRDefault="006974AE" w:rsidP="006974AE">
      <w:r>
        <w:t>101.0343</w:t>
      </w:r>
      <w:r>
        <w:tab/>
        <w:t>1.013e0</w:t>
      </w:r>
    </w:p>
    <w:p w:rsidR="006974AE" w:rsidRDefault="006974AE" w:rsidP="006974AE">
      <w:r>
        <w:t>101.0369</w:t>
      </w:r>
      <w:r>
        <w:tab/>
        <w:t>3.038e0</w:t>
      </w:r>
    </w:p>
    <w:p w:rsidR="006974AE" w:rsidRDefault="006974AE" w:rsidP="006974AE">
      <w:r>
        <w:t>101.0422</w:t>
      </w:r>
      <w:r>
        <w:tab/>
        <w:t>2.025e0</w:t>
      </w:r>
    </w:p>
    <w:p w:rsidR="006974AE" w:rsidRDefault="006974AE" w:rsidP="006974AE">
      <w:r>
        <w:t>101.0476</w:t>
      </w:r>
      <w:r>
        <w:tab/>
        <w:t>1.013e0</w:t>
      </w:r>
    </w:p>
    <w:p w:rsidR="006974AE" w:rsidRDefault="006974AE" w:rsidP="006974AE">
      <w:r>
        <w:t>101.0505</w:t>
      </w:r>
      <w:r>
        <w:tab/>
        <w:t>1.013e0</w:t>
      </w:r>
    </w:p>
    <w:p w:rsidR="006974AE" w:rsidRDefault="006974AE" w:rsidP="006974AE">
      <w:r>
        <w:t>101.0716</w:t>
      </w:r>
      <w:r>
        <w:tab/>
        <w:t>1.185e3</w:t>
      </w:r>
    </w:p>
    <w:p w:rsidR="006974AE" w:rsidRDefault="006974AE" w:rsidP="006974AE">
      <w:r>
        <w:t>101.1004</w:t>
      </w:r>
      <w:r>
        <w:tab/>
        <w:t>3.038e0</w:t>
      </w:r>
    </w:p>
    <w:p w:rsidR="006974AE" w:rsidRDefault="006974AE" w:rsidP="006974AE">
      <w:r>
        <w:t>101.1063</w:t>
      </w:r>
      <w:r>
        <w:tab/>
        <w:t>1.013e0</w:t>
      </w:r>
    </w:p>
    <w:p w:rsidR="006974AE" w:rsidRDefault="006974AE" w:rsidP="006974AE">
      <w:r>
        <w:t>101.1090</w:t>
      </w:r>
      <w:r>
        <w:tab/>
        <w:t>1.013e0</w:t>
      </w:r>
    </w:p>
    <w:p w:rsidR="006974AE" w:rsidRDefault="006974AE" w:rsidP="006974AE">
      <w:r>
        <w:t>101.1146</w:t>
      </w:r>
      <w:r>
        <w:tab/>
        <w:t>1.013e0</w:t>
      </w:r>
    </w:p>
    <w:p w:rsidR="006974AE" w:rsidRDefault="006974AE" w:rsidP="006974AE">
      <w:r>
        <w:t>101.1172</w:t>
      </w:r>
      <w:r>
        <w:tab/>
        <w:t>2.025e0</w:t>
      </w:r>
    </w:p>
    <w:p w:rsidR="006974AE" w:rsidRDefault="006974AE" w:rsidP="006974AE">
      <w:r>
        <w:t>101.1191</w:t>
      </w:r>
      <w:r>
        <w:tab/>
        <w:t>4.051e0</w:t>
      </w:r>
    </w:p>
    <w:p w:rsidR="006974AE" w:rsidRDefault="006974AE" w:rsidP="006974AE">
      <w:r>
        <w:t>101.1223</w:t>
      </w:r>
      <w:r>
        <w:tab/>
        <w:t>2.025e0</w:t>
      </w:r>
    </w:p>
    <w:p w:rsidR="006974AE" w:rsidRDefault="006974AE" w:rsidP="006974AE">
      <w:r>
        <w:t>101.1280</w:t>
      </w:r>
      <w:r>
        <w:tab/>
        <w:t>1.013e0</w:t>
      </w:r>
    </w:p>
    <w:p w:rsidR="006974AE" w:rsidRDefault="006974AE" w:rsidP="006974AE">
      <w:r>
        <w:t>101.1304</w:t>
      </w:r>
      <w:r>
        <w:tab/>
        <w:t>1.013e0</w:t>
      </w:r>
    </w:p>
    <w:p w:rsidR="006974AE" w:rsidRDefault="006974AE" w:rsidP="006974AE">
      <w:r>
        <w:t>101.1331</w:t>
      </w:r>
      <w:r>
        <w:tab/>
        <w:t>1.013e0</w:t>
      </w:r>
    </w:p>
    <w:p w:rsidR="006974AE" w:rsidRDefault="006974AE" w:rsidP="006974AE">
      <w:r>
        <w:t>101.1386</w:t>
      </w:r>
      <w:r>
        <w:tab/>
        <w:t>1.013e0</w:t>
      </w:r>
    </w:p>
    <w:p w:rsidR="006974AE" w:rsidRDefault="006974AE" w:rsidP="006974AE">
      <w:r>
        <w:lastRenderedPageBreak/>
        <w:t>101.1412</w:t>
      </w:r>
      <w:r>
        <w:tab/>
        <w:t>2.025e0</w:t>
      </w:r>
    </w:p>
    <w:p w:rsidR="006974AE" w:rsidRDefault="006974AE" w:rsidP="006974AE">
      <w:r>
        <w:t>101.1432</w:t>
      </w:r>
      <w:r>
        <w:tab/>
        <w:t>6.076e0</w:t>
      </w:r>
    </w:p>
    <w:p w:rsidR="006974AE" w:rsidRDefault="006974AE" w:rsidP="006974AE">
      <w:r>
        <w:t>101.1519</w:t>
      </w:r>
      <w:r>
        <w:tab/>
        <w:t>1.013e0</w:t>
      </w:r>
    </w:p>
    <w:p w:rsidR="006974AE" w:rsidRDefault="006974AE" w:rsidP="006974AE">
      <w:r>
        <w:t>101.1546</w:t>
      </w:r>
      <w:r>
        <w:tab/>
        <w:t>1.013e0</w:t>
      </w:r>
    </w:p>
    <w:p w:rsidR="006974AE" w:rsidRDefault="006974AE" w:rsidP="006974AE">
      <w:r>
        <w:t>101.1626</w:t>
      </w:r>
      <w:r>
        <w:tab/>
        <w:t>1.013e0</w:t>
      </w:r>
    </w:p>
    <w:p w:rsidR="006974AE" w:rsidRDefault="006974AE" w:rsidP="006974AE">
      <w:r>
        <w:t>101.1640</w:t>
      </w:r>
      <w:r>
        <w:tab/>
        <w:t>4.051e0</w:t>
      </w:r>
    </w:p>
    <w:p w:rsidR="006974AE" w:rsidRDefault="006974AE" w:rsidP="006974AE">
      <w:r>
        <w:t>101.1659</w:t>
      </w:r>
      <w:r>
        <w:tab/>
        <w:t>4.051e0</w:t>
      </w:r>
    </w:p>
    <w:p w:rsidR="006974AE" w:rsidRDefault="006974AE" w:rsidP="006974AE">
      <w:r>
        <w:t>101.1712</w:t>
      </w:r>
      <w:r>
        <w:tab/>
        <w:t>3.038e0</w:t>
      </w:r>
    </w:p>
    <w:p w:rsidR="006974AE" w:rsidRDefault="006974AE" w:rsidP="006974AE">
      <w:r>
        <w:t>101.1732</w:t>
      </w:r>
      <w:r>
        <w:tab/>
        <w:t>2.025e0</w:t>
      </w:r>
    </w:p>
    <w:p w:rsidR="006974AE" w:rsidRDefault="006974AE" w:rsidP="006974AE">
      <w:r>
        <w:t>101.1772</w:t>
      </w:r>
      <w:r>
        <w:tab/>
        <w:t>2.025e0</w:t>
      </w:r>
    </w:p>
    <w:p w:rsidR="006974AE" w:rsidRDefault="006974AE" w:rsidP="006974AE">
      <w:r>
        <w:t>101.1786</w:t>
      </w:r>
      <w:r>
        <w:tab/>
        <w:t>1.013e0</w:t>
      </w:r>
    </w:p>
    <w:p w:rsidR="006974AE" w:rsidRDefault="006974AE" w:rsidP="006974AE">
      <w:r>
        <w:t>101.1921</w:t>
      </w:r>
      <w:r>
        <w:tab/>
        <w:t>1.013e0</w:t>
      </w:r>
    </w:p>
    <w:p w:rsidR="006974AE" w:rsidRDefault="006974AE" w:rsidP="006974AE">
      <w:r>
        <w:t>101.1946</w:t>
      </w:r>
      <w:r>
        <w:tab/>
        <w:t>1.013e0</w:t>
      </w:r>
    </w:p>
    <w:p w:rsidR="006974AE" w:rsidRDefault="006974AE" w:rsidP="006974AE">
      <w:r>
        <w:t>101.1972</w:t>
      </w:r>
      <w:r>
        <w:tab/>
        <w:t>1.013e0</w:t>
      </w:r>
    </w:p>
    <w:p w:rsidR="006974AE" w:rsidRDefault="006974AE" w:rsidP="006974AE">
      <w:r>
        <w:t>101.2027</w:t>
      </w:r>
      <w:r>
        <w:tab/>
        <w:t>4.051e0</w:t>
      </w:r>
    </w:p>
    <w:p w:rsidR="006974AE" w:rsidRDefault="006974AE" w:rsidP="006974AE">
      <w:r>
        <w:t>101.2143</w:t>
      </w:r>
      <w:r>
        <w:tab/>
        <w:t>5.063e0</w:t>
      </w:r>
    </w:p>
    <w:p w:rsidR="006974AE" w:rsidRDefault="006974AE" w:rsidP="006974AE">
      <w:r>
        <w:t>101.2175</w:t>
      </w:r>
      <w:r>
        <w:tab/>
        <w:t>2.025e0</w:t>
      </w:r>
    </w:p>
    <w:p w:rsidR="006974AE" w:rsidRDefault="006974AE" w:rsidP="006974AE">
      <w:r>
        <w:t>101.2188</w:t>
      </w:r>
      <w:r>
        <w:tab/>
        <w:t>1.013e0</w:t>
      </w:r>
    </w:p>
    <w:p w:rsidR="006974AE" w:rsidRDefault="006974AE" w:rsidP="006974AE">
      <w:r>
        <w:t>101.2239</w:t>
      </w:r>
      <w:r>
        <w:tab/>
        <w:t>2.025e0</w:t>
      </w:r>
    </w:p>
    <w:p w:rsidR="006974AE" w:rsidRDefault="006974AE" w:rsidP="006974AE">
      <w:r>
        <w:lastRenderedPageBreak/>
        <w:t>101.2294</w:t>
      </w:r>
      <w:r>
        <w:tab/>
        <w:t>1.013e0</w:t>
      </w:r>
    </w:p>
    <w:p w:rsidR="006974AE" w:rsidRDefault="006974AE" w:rsidP="006974AE">
      <w:r>
        <w:t>101.2361</w:t>
      </w:r>
      <w:r>
        <w:tab/>
        <w:t>2.025e0</w:t>
      </w:r>
    </w:p>
    <w:p w:rsidR="006974AE" w:rsidRDefault="006974AE" w:rsidP="006974AE">
      <w:r>
        <w:t>101.2427</w:t>
      </w:r>
      <w:r>
        <w:tab/>
        <w:t>1.013e0</w:t>
      </w:r>
    </w:p>
    <w:p w:rsidR="006974AE" w:rsidRDefault="006974AE" w:rsidP="006974AE">
      <w:r>
        <w:t>101.2534</w:t>
      </w:r>
      <w:r>
        <w:tab/>
        <w:t>3.038e0</w:t>
      </w:r>
    </w:p>
    <w:p w:rsidR="006974AE" w:rsidRDefault="006974AE" w:rsidP="006974AE">
      <w:r>
        <w:t>101.2589</w:t>
      </w:r>
      <w:r>
        <w:tab/>
        <w:t>1.013e0</w:t>
      </w:r>
    </w:p>
    <w:p w:rsidR="006974AE" w:rsidRDefault="006974AE" w:rsidP="006974AE">
      <w:r>
        <w:t>101.2602</w:t>
      </w:r>
      <w:r>
        <w:tab/>
        <w:t>2.025e0</w:t>
      </w:r>
    </w:p>
    <w:p w:rsidR="006974AE" w:rsidRDefault="006974AE" w:rsidP="006974AE">
      <w:r>
        <w:t>101.2642</w:t>
      </w:r>
      <w:r>
        <w:tab/>
        <w:t>1.013e0</w:t>
      </w:r>
    </w:p>
    <w:p w:rsidR="006974AE" w:rsidRDefault="006974AE" w:rsidP="006974AE">
      <w:r>
        <w:t>101.2723</w:t>
      </w:r>
      <w:r>
        <w:tab/>
        <w:t>1.013e0</w:t>
      </w:r>
    </w:p>
    <w:p w:rsidR="006974AE" w:rsidRDefault="006974AE" w:rsidP="006974AE">
      <w:r>
        <w:t>101.2746</w:t>
      </w:r>
      <w:r>
        <w:tab/>
        <w:t>2.025e0</w:t>
      </w:r>
    </w:p>
    <w:p w:rsidR="006974AE" w:rsidRDefault="006974AE" w:rsidP="006974AE">
      <w:r>
        <w:t>101.2776</w:t>
      </w:r>
      <w:r>
        <w:tab/>
        <w:t>3.038e0</w:t>
      </w:r>
    </w:p>
    <w:p w:rsidR="006974AE" w:rsidRDefault="006974AE" w:rsidP="006974AE">
      <w:r>
        <w:t>101.2843</w:t>
      </w:r>
      <w:r>
        <w:tab/>
        <w:t>2.025e0</w:t>
      </w:r>
    </w:p>
    <w:p w:rsidR="006974AE" w:rsidRDefault="006974AE" w:rsidP="006974AE">
      <w:r>
        <w:t>101.3030</w:t>
      </w:r>
      <w:r>
        <w:tab/>
        <w:t>2.025e0</w:t>
      </w:r>
    </w:p>
    <w:p w:rsidR="006974AE" w:rsidRDefault="006974AE" w:rsidP="006974AE">
      <w:r>
        <w:t>101.3109</w:t>
      </w:r>
      <w:r>
        <w:tab/>
        <w:t>2.025e0</w:t>
      </w:r>
    </w:p>
    <w:p w:rsidR="006974AE" w:rsidRDefault="006974AE" w:rsidP="006974AE">
      <w:r>
        <w:t>101.3121</w:t>
      </w:r>
      <w:r>
        <w:tab/>
        <w:t>1.013e0</w:t>
      </w:r>
    </w:p>
    <w:p w:rsidR="006974AE" w:rsidRDefault="006974AE" w:rsidP="006974AE">
      <w:r>
        <w:t>101.3231</w:t>
      </w:r>
      <w:r>
        <w:tab/>
        <w:t>1.013e0</w:t>
      </w:r>
    </w:p>
    <w:p w:rsidR="006974AE" w:rsidRDefault="006974AE" w:rsidP="006974AE">
      <w:r>
        <w:t>101.3311</w:t>
      </w:r>
      <w:r>
        <w:tab/>
        <w:t>1.013e0</w:t>
      </w:r>
    </w:p>
    <w:p w:rsidR="006974AE" w:rsidRDefault="006974AE" w:rsidP="006974AE">
      <w:r>
        <w:t>101.3327</w:t>
      </w:r>
      <w:r>
        <w:tab/>
        <w:t>7.089e0</w:t>
      </w:r>
    </w:p>
    <w:p w:rsidR="006974AE" w:rsidRDefault="006974AE" w:rsidP="006974AE">
      <w:r>
        <w:t>101.3472</w:t>
      </w:r>
      <w:r>
        <w:tab/>
        <w:t>1.013e0</w:t>
      </w:r>
    </w:p>
    <w:p w:rsidR="006974AE" w:rsidRDefault="006974AE" w:rsidP="006974AE">
      <w:r>
        <w:t>101.3484</w:t>
      </w:r>
      <w:r>
        <w:tab/>
        <w:t>2.025e0</w:t>
      </w:r>
    </w:p>
    <w:p w:rsidR="006974AE" w:rsidRDefault="006974AE" w:rsidP="006974AE">
      <w:r>
        <w:lastRenderedPageBreak/>
        <w:t>101.3617</w:t>
      </w:r>
      <w:r>
        <w:tab/>
        <w:t>2.025e0</w:t>
      </w:r>
    </w:p>
    <w:p w:rsidR="006974AE" w:rsidRDefault="006974AE" w:rsidP="006974AE">
      <w:r>
        <w:t>101.3631</w:t>
      </w:r>
      <w:r>
        <w:tab/>
        <w:t>1.013e0</w:t>
      </w:r>
    </w:p>
    <w:p w:rsidR="006974AE" w:rsidRDefault="006974AE" w:rsidP="006974AE">
      <w:r>
        <w:t>101.3712</w:t>
      </w:r>
      <w:r>
        <w:tab/>
        <w:t>1.013e0</w:t>
      </w:r>
    </w:p>
    <w:p w:rsidR="006974AE" w:rsidRDefault="006974AE" w:rsidP="006974AE">
      <w:r>
        <w:t>101.3740</w:t>
      </w:r>
      <w:r>
        <w:tab/>
        <w:t>2.025e0</w:t>
      </w:r>
    </w:p>
    <w:p w:rsidR="006974AE" w:rsidRDefault="006974AE" w:rsidP="006974AE">
      <w:r>
        <w:t>101.3791</w:t>
      </w:r>
      <w:r>
        <w:tab/>
        <w:t>2.025e0</w:t>
      </w:r>
    </w:p>
    <w:p w:rsidR="006974AE" w:rsidRDefault="006974AE" w:rsidP="006974AE">
      <w:r>
        <w:t>101.3846</w:t>
      </w:r>
      <w:r>
        <w:tab/>
        <w:t>1.013e0</w:t>
      </w:r>
    </w:p>
    <w:p w:rsidR="006974AE" w:rsidRDefault="006974AE" w:rsidP="006974AE">
      <w:r>
        <w:t>101.3886</w:t>
      </w:r>
      <w:r>
        <w:tab/>
        <w:t>4.051e0</w:t>
      </w:r>
    </w:p>
    <w:p w:rsidR="006974AE" w:rsidRDefault="006974AE" w:rsidP="006974AE">
      <w:r>
        <w:t>101.3924</w:t>
      </w:r>
      <w:r>
        <w:tab/>
        <w:t>1.013e0</w:t>
      </w:r>
    </w:p>
    <w:p w:rsidR="006974AE" w:rsidRDefault="006974AE" w:rsidP="006974AE">
      <w:r>
        <w:t>101.3953</w:t>
      </w:r>
      <w:r>
        <w:tab/>
        <w:t>1.013e0</w:t>
      </w:r>
    </w:p>
    <w:p w:rsidR="006974AE" w:rsidRDefault="006974AE" w:rsidP="006974AE">
      <w:r>
        <w:t>101.4018</w:t>
      </w:r>
      <w:r>
        <w:tab/>
        <w:t>2.025e0</w:t>
      </w:r>
    </w:p>
    <w:p w:rsidR="006974AE" w:rsidRDefault="006974AE" w:rsidP="006974AE">
      <w:r>
        <w:t>101.4033</w:t>
      </w:r>
      <w:r>
        <w:tab/>
        <w:t>3.038e0</w:t>
      </w:r>
    </w:p>
    <w:p w:rsidR="006974AE" w:rsidRDefault="006974AE" w:rsidP="006974AE">
      <w:r>
        <w:t>101.4165</w:t>
      </w:r>
      <w:r>
        <w:tab/>
        <w:t>1.013e0</w:t>
      </w:r>
    </w:p>
    <w:p w:rsidR="006974AE" w:rsidRDefault="006974AE" w:rsidP="006974AE">
      <w:r>
        <w:t>101.4221</w:t>
      </w:r>
      <w:r>
        <w:tab/>
        <w:t>1.013e0</w:t>
      </w:r>
    </w:p>
    <w:p w:rsidR="006974AE" w:rsidRDefault="006974AE" w:rsidP="006974AE">
      <w:r>
        <w:t>101.4275</w:t>
      </w:r>
      <w:r>
        <w:tab/>
        <w:t>1.013e0</w:t>
      </w:r>
    </w:p>
    <w:p w:rsidR="006974AE" w:rsidRDefault="006974AE" w:rsidP="006974AE">
      <w:r>
        <w:t>101.4298</w:t>
      </w:r>
      <w:r>
        <w:tab/>
        <w:t>1.013e0</w:t>
      </w:r>
    </w:p>
    <w:p w:rsidR="006974AE" w:rsidRDefault="006974AE" w:rsidP="006974AE">
      <w:r>
        <w:t>101.4327</w:t>
      </w:r>
      <w:r>
        <w:tab/>
        <w:t>1.013e0</w:t>
      </w:r>
    </w:p>
    <w:p w:rsidR="006974AE" w:rsidRDefault="006974AE" w:rsidP="006974AE">
      <w:r>
        <w:t>101.4420</w:t>
      </w:r>
      <w:r>
        <w:tab/>
        <w:t>2.025e0</w:t>
      </w:r>
    </w:p>
    <w:p w:rsidR="006974AE" w:rsidRDefault="006974AE" w:rsidP="006974AE">
      <w:r>
        <w:t>101.4461</w:t>
      </w:r>
      <w:r>
        <w:tab/>
        <w:t>1.013e0</w:t>
      </w:r>
    </w:p>
    <w:p w:rsidR="006974AE" w:rsidRDefault="006974AE" w:rsidP="006974AE">
      <w:r>
        <w:t>101.4622</w:t>
      </w:r>
      <w:r>
        <w:tab/>
        <w:t>1.013e0</w:t>
      </w:r>
    </w:p>
    <w:p w:rsidR="006974AE" w:rsidRDefault="006974AE" w:rsidP="006974AE">
      <w:r>
        <w:lastRenderedPageBreak/>
        <w:t>101.4636</w:t>
      </w:r>
      <w:r>
        <w:tab/>
        <w:t>2.025e0</w:t>
      </w:r>
    </w:p>
    <w:p w:rsidR="006974AE" w:rsidRDefault="006974AE" w:rsidP="006974AE">
      <w:r>
        <w:t>101.4649</w:t>
      </w:r>
      <w:r>
        <w:tab/>
        <w:t>1.013e0</w:t>
      </w:r>
    </w:p>
    <w:p w:rsidR="006974AE" w:rsidRDefault="006974AE" w:rsidP="006974AE">
      <w:r>
        <w:t>101.4756</w:t>
      </w:r>
      <w:r>
        <w:tab/>
        <w:t>1.013e0</w:t>
      </w:r>
    </w:p>
    <w:p w:rsidR="006974AE" w:rsidRDefault="006974AE" w:rsidP="006974AE">
      <w:r>
        <w:t>101.4836</w:t>
      </w:r>
      <w:r>
        <w:tab/>
        <w:t>1.013e0</w:t>
      </w:r>
    </w:p>
    <w:p w:rsidR="006974AE" w:rsidRDefault="006974AE" w:rsidP="006974AE">
      <w:r>
        <w:t>101.4849</w:t>
      </w:r>
      <w:r>
        <w:tab/>
        <w:t>3.038e0</w:t>
      </w:r>
    </w:p>
    <w:p w:rsidR="006974AE" w:rsidRDefault="006974AE" w:rsidP="006974AE">
      <w:r>
        <w:t>101.4889</w:t>
      </w:r>
      <w:r>
        <w:tab/>
        <w:t>3.038e0</w:t>
      </w:r>
    </w:p>
    <w:p w:rsidR="006974AE" w:rsidRDefault="006974AE" w:rsidP="006974AE">
      <w:r>
        <w:t>101.4997</w:t>
      </w:r>
      <w:r>
        <w:tab/>
        <w:t>2.025e0</w:t>
      </w:r>
    </w:p>
    <w:p w:rsidR="006974AE" w:rsidRDefault="006974AE" w:rsidP="006974AE">
      <w:r>
        <w:t>101.5009</w:t>
      </w:r>
      <w:r>
        <w:tab/>
        <w:t>2.025e0</w:t>
      </w:r>
    </w:p>
    <w:p w:rsidR="006974AE" w:rsidRDefault="006974AE" w:rsidP="006974AE">
      <w:r>
        <w:t>101.5023</w:t>
      </w:r>
      <w:r>
        <w:tab/>
        <w:t>1.013e0</w:t>
      </w:r>
    </w:p>
    <w:p w:rsidR="006974AE" w:rsidRDefault="006974AE" w:rsidP="006974AE">
      <w:r>
        <w:t>101.5131</w:t>
      </w:r>
      <w:r>
        <w:tab/>
        <w:t>2.025e0</w:t>
      </w:r>
    </w:p>
    <w:p w:rsidR="006974AE" w:rsidRDefault="006974AE" w:rsidP="006974AE">
      <w:r>
        <w:t>101.5157</w:t>
      </w:r>
      <w:r>
        <w:tab/>
        <w:t>2.025e0</w:t>
      </w:r>
    </w:p>
    <w:p w:rsidR="006974AE" w:rsidRDefault="006974AE" w:rsidP="006974AE">
      <w:r>
        <w:t>101.5184</w:t>
      </w:r>
      <w:r>
        <w:tab/>
        <w:t>2.025e0</w:t>
      </w:r>
    </w:p>
    <w:p w:rsidR="006974AE" w:rsidRDefault="006974AE" w:rsidP="006974AE">
      <w:r>
        <w:t>101.5208</w:t>
      </w:r>
      <w:r>
        <w:tab/>
        <w:t>2.025e0</w:t>
      </w:r>
    </w:p>
    <w:p w:rsidR="006974AE" w:rsidRDefault="006974AE" w:rsidP="006974AE">
      <w:r>
        <w:t>101.5238</w:t>
      </w:r>
      <w:r>
        <w:tab/>
        <w:t>1.013e0</w:t>
      </w:r>
    </w:p>
    <w:p w:rsidR="006974AE" w:rsidRDefault="006974AE" w:rsidP="006974AE">
      <w:r>
        <w:t>101.5291</w:t>
      </w:r>
      <w:r>
        <w:tab/>
        <w:t>2.025e0</w:t>
      </w:r>
    </w:p>
    <w:p w:rsidR="006974AE" w:rsidRDefault="006974AE" w:rsidP="006974AE">
      <w:r>
        <w:t>101.5398</w:t>
      </w:r>
      <w:r>
        <w:tab/>
        <w:t>2.025e0</w:t>
      </w:r>
    </w:p>
    <w:p w:rsidR="006974AE" w:rsidRDefault="006974AE" w:rsidP="006974AE">
      <w:r>
        <w:t>101.5410</w:t>
      </w:r>
      <w:r>
        <w:tab/>
        <w:t>2.025e0</w:t>
      </w:r>
    </w:p>
    <w:p w:rsidR="006974AE" w:rsidRDefault="006974AE" w:rsidP="006974AE">
      <w:r>
        <w:t>101.5452</w:t>
      </w:r>
      <w:r>
        <w:tab/>
        <w:t>2.025e0</w:t>
      </w:r>
    </w:p>
    <w:p w:rsidR="006974AE" w:rsidRDefault="006974AE" w:rsidP="006974AE">
      <w:r>
        <w:t>101.5585</w:t>
      </w:r>
      <w:r>
        <w:tab/>
        <w:t>1.013e0</w:t>
      </w:r>
    </w:p>
    <w:p w:rsidR="006974AE" w:rsidRDefault="006974AE" w:rsidP="006974AE">
      <w:r>
        <w:lastRenderedPageBreak/>
        <w:t>101.5611</w:t>
      </w:r>
      <w:r>
        <w:tab/>
        <w:t>2.025e0</w:t>
      </w:r>
    </w:p>
    <w:p w:rsidR="006974AE" w:rsidRDefault="006974AE" w:rsidP="006974AE">
      <w:r>
        <w:t>101.5640</w:t>
      </w:r>
      <w:r>
        <w:tab/>
        <w:t>1.013e0</w:t>
      </w:r>
    </w:p>
    <w:p w:rsidR="006974AE" w:rsidRDefault="006974AE" w:rsidP="006974AE">
      <w:r>
        <w:t>101.5667</w:t>
      </w:r>
      <w:r>
        <w:tab/>
        <w:t>1.013e0</w:t>
      </w:r>
    </w:p>
    <w:p w:rsidR="006974AE" w:rsidRDefault="006974AE" w:rsidP="006974AE">
      <w:r>
        <w:t>101.5746</w:t>
      </w:r>
      <w:r>
        <w:tab/>
        <w:t>1.013e0</w:t>
      </w:r>
    </w:p>
    <w:p w:rsidR="006974AE" w:rsidRDefault="006974AE" w:rsidP="006974AE">
      <w:r>
        <w:t>101.5800</w:t>
      </w:r>
      <w:r>
        <w:tab/>
        <w:t>1.013e0</w:t>
      </w:r>
    </w:p>
    <w:p w:rsidR="006974AE" w:rsidRDefault="006974AE" w:rsidP="006974AE">
      <w:r>
        <w:t>101.5852</w:t>
      </w:r>
      <w:r>
        <w:tab/>
        <w:t>1.013e0</w:t>
      </w:r>
    </w:p>
    <w:p w:rsidR="006974AE" w:rsidRDefault="006974AE" w:rsidP="006974AE">
      <w:r>
        <w:t>101.5907</w:t>
      </w:r>
      <w:r>
        <w:tab/>
        <w:t>2.025e0</w:t>
      </w:r>
    </w:p>
    <w:p w:rsidR="006974AE" w:rsidRDefault="006974AE" w:rsidP="006974AE">
      <w:r>
        <w:t>101.5985</w:t>
      </w:r>
      <w:r>
        <w:tab/>
        <w:t>2.025e0</w:t>
      </w:r>
    </w:p>
    <w:p w:rsidR="006974AE" w:rsidRDefault="006974AE" w:rsidP="006974AE">
      <w:r>
        <w:t>101.6001</w:t>
      </w:r>
      <w:r>
        <w:tab/>
        <w:t>2.025e0</w:t>
      </w:r>
    </w:p>
    <w:p w:rsidR="006974AE" w:rsidRDefault="006974AE" w:rsidP="006974AE">
      <w:r>
        <w:t>101.6203</w:t>
      </w:r>
      <w:r>
        <w:tab/>
        <w:t>1.013e0</w:t>
      </w:r>
    </w:p>
    <w:p w:rsidR="006974AE" w:rsidRDefault="006974AE" w:rsidP="006974AE">
      <w:r>
        <w:t>101.6229</w:t>
      </w:r>
      <w:r>
        <w:tab/>
        <w:t>1.013e0</w:t>
      </w:r>
    </w:p>
    <w:p w:rsidR="006974AE" w:rsidRDefault="006974AE" w:rsidP="006974AE">
      <w:r>
        <w:t>101.6387</w:t>
      </w:r>
      <w:r>
        <w:tab/>
        <w:t>2.025e0</w:t>
      </w:r>
    </w:p>
    <w:p w:rsidR="006974AE" w:rsidRDefault="006974AE" w:rsidP="006974AE">
      <w:r>
        <w:t>101.6416</w:t>
      </w:r>
      <w:r>
        <w:tab/>
        <w:t>2.025e0</w:t>
      </w:r>
    </w:p>
    <w:p w:rsidR="006974AE" w:rsidRDefault="006974AE" w:rsidP="006974AE">
      <w:r>
        <w:t>101.6537</w:t>
      </w:r>
      <w:r>
        <w:tab/>
        <w:t>2.025e0</w:t>
      </w:r>
    </w:p>
    <w:p w:rsidR="006974AE" w:rsidRDefault="006974AE" w:rsidP="006974AE">
      <w:r>
        <w:t>101.6563</w:t>
      </w:r>
      <w:r>
        <w:tab/>
        <w:t>2.025e0</w:t>
      </w:r>
    </w:p>
    <w:p w:rsidR="006974AE" w:rsidRDefault="006974AE" w:rsidP="006974AE">
      <w:r>
        <w:t>101.6576</w:t>
      </w:r>
      <w:r>
        <w:tab/>
        <w:t>1.013e0</w:t>
      </w:r>
    </w:p>
    <w:p w:rsidR="006974AE" w:rsidRDefault="006974AE" w:rsidP="006974AE">
      <w:r>
        <w:t>101.6605</w:t>
      </w:r>
      <w:r>
        <w:tab/>
        <w:t>1.013e0</w:t>
      </w:r>
    </w:p>
    <w:p w:rsidR="006974AE" w:rsidRDefault="006974AE" w:rsidP="006974AE">
      <w:r>
        <w:t>101.6701</w:t>
      </w:r>
      <w:r>
        <w:tab/>
        <w:t>5.063e0</w:t>
      </w:r>
    </w:p>
    <w:p w:rsidR="006974AE" w:rsidRDefault="006974AE" w:rsidP="006974AE">
      <w:r>
        <w:t>101.6725</w:t>
      </w:r>
      <w:r>
        <w:tab/>
        <w:t>2.025e0</w:t>
      </w:r>
    </w:p>
    <w:p w:rsidR="006974AE" w:rsidRDefault="006974AE" w:rsidP="006974AE">
      <w:r>
        <w:lastRenderedPageBreak/>
        <w:t>101.6763</w:t>
      </w:r>
      <w:r>
        <w:tab/>
        <w:t>1.013e0</w:t>
      </w:r>
    </w:p>
    <w:p w:rsidR="006974AE" w:rsidRDefault="006974AE" w:rsidP="006974AE">
      <w:r>
        <w:t>101.6845</w:t>
      </w:r>
      <w:r>
        <w:tab/>
        <w:t>1.013e0</w:t>
      </w:r>
    </w:p>
    <w:p w:rsidR="006974AE" w:rsidRDefault="006974AE" w:rsidP="006974AE">
      <w:r>
        <w:t>101.6870</w:t>
      </w:r>
      <w:r>
        <w:tab/>
        <w:t>2.025e0</w:t>
      </w:r>
    </w:p>
    <w:p w:rsidR="006974AE" w:rsidRDefault="006974AE" w:rsidP="006974AE">
      <w:r>
        <w:t>101.6897</w:t>
      </w:r>
      <w:r>
        <w:tab/>
        <w:t>1.013e0</w:t>
      </w:r>
    </w:p>
    <w:p w:rsidR="006974AE" w:rsidRDefault="006974AE" w:rsidP="006974AE">
      <w:r>
        <w:t>101.6953</w:t>
      </w:r>
      <w:r>
        <w:tab/>
        <w:t>1.013e0</w:t>
      </w:r>
    </w:p>
    <w:p w:rsidR="006974AE" w:rsidRDefault="006974AE" w:rsidP="006974AE">
      <w:r>
        <w:t>101.7007</w:t>
      </w:r>
      <w:r>
        <w:tab/>
        <w:t>1.013e0</w:t>
      </w:r>
    </w:p>
    <w:p w:rsidR="006974AE" w:rsidRDefault="006974AE" w:rsidP="006974AE">
      <w:r>
        <w:t>101.7112</w:t>
      </w:r>
      <w:r>
        <w:tab/>
        <w:t>2.025e0</w:t>
      </w:r>
    </w:p>
    <w:p w:rsidR="006974AE" w:rsidRDefault="006974AE" w:rsidP="006974AE">
      <w:r>
        <w:t>101.7165</w:t>
      </w:r>
      <w:r>
        <w:tab/>
        <w:t>2.025e0</w:t>
      </w:r>
    </w:p>
    <w:p w:rsidR="006974AE" w:rsidRDefault="006974AE" w:rsidP="006974AE">
      <w:r>
        <w:t>101.7221</w:t>
      </w:r>
      <w:r>
        <w:tab/>
        <w:t>1.013e0</w:t>
      </w:r>
    </w:p>
    <w:p w:rsidR="006974AE" w:rsidRDefault="006974AE" w:rsidP="006974AE">
      <w:r>
        <w:t>101.7273</w:t>
      </w:r>
      <w:r>
        <w:tab/>
        <w:t>1.013e0</w:t>
      </w:r>
    </w:p>
    <w:p w:rsidR="006974AE" w:rsidRDefault="006974AE" w:rsidP="006974AE">
      <w:r>
        <w:t>101.7298</w:t>
      </w:r>
      <w:r>
        <w:tab/>
        <w:t>1.013e0</w:t>
      </w:r>
    </w:p>
    <w:p w:rsidR="006974AE" w:rsidRDefault="006974AE" w:rsidP="006974AE">
      <w:r>
        <w:t>101.7355</w:t>
      </w:r>
      <w:r>
        <w:tab/>
        <w:t>1.013e0</w:t>
      </w:r>
    </w:p>
    <w:p w:rsidR="006974AE" w:rsidRDefault="006974AE" w:rsidP="006974AE">
      <w:r>
        <w:t>101.7516</w:t>
      </w:r>
      <w:r>
        <w:tab/>
        <w:t>2.025e0</w:t>
      </w:r>
    </w:p>
    <w:p w:rsidR="006974AE" w:rsidRDefault="006974AE" w:rsidP="006974AE">
      <w:r>
        <w:t>101.7554</w:t>
      </w:r>
      <w:r>
        <w:tab/>
        <w:t>2.025e0</w:t>
      </w:r>
    </w:p>
    <w:p w:rsidR="006974AE" w:rsidRDefault="006974AE" w:rsidP="006974AE">
      <w:r>
        <w:t>101.7835</w:t>
      </w:r>
      <w:r>
        <w:tab/>
        <w:t>2.025e0</w:t>
      </w:r>
    </w:p>
    <w:p w:rsidR="006974AE" w:rsidRDefault="006974AE" w:rsidP="006974AE">
      <w:r>
        <w:t>101.7850</w:t>
      </w:r>
      <w:r>
        <w:tab/>
        <w:t>2.025e0</w:t>
      </w:r>
    </w:p>
    <w:p w:rsidR="006974AE" w:rsidRDefault="006974AE" w:rsidP="006974AE">
      <w:r>
        <w:t>101.8039</w:t>
      </w:r>
      <w:r>
        <w:tab/>
        <w:t>2.025e0</w:t>
      </w:r>
    </w:p>
    <w:p w:rsidR="006974AE" w:rsidRDefault="006974AE" w:rsidP="006974AE">
      <w:r>
        <w:t>101.8075</w:t>
      </w:r>
      <w:r>
        <w:tab/>
        <w:t>2.025e0</w:t>
      </w:r>
    </w:p>
    <w:p w:rsidR="006974AE" w:rsidRDefault="006974AE" w:rsidP="006974AE">
      <w:r>
        <w:t>101.8104</w:t>
      </w:r>
      <w:r>
        <w:tab/>
        <w:t>1.013e0</w:t>
      </w:r>
    </w:p>
    <w:p w:rsidR="006974AE" w:rsidRDefault="006974AE" w:rsidP="006974AE">
      <w:r>
        <w:lastRenderedPageBreak/>
        <w:t>101.8132</w:t>
      </w:r>
      <w:r>
        <w:tab/>
        <w:t>1.013e0</w:t>
      </w:r>
    </w:p>
    <w:p w:rsidR="006974AE" w:rsidRDefault="006974AE" w:rsidP="006974AE">
      <w:r>
        <w:t>101.8186</w:t>
      </w:r>
      <w:r>
        <w:tab/>
        <w:t>1.013e0</w:t>
      </w:r>
    </w:p>
    <w:p w:rsidR="006974AE" w:rsidRDefault="006974AE" w:rsidP="006974AE">
      <w:r>
        <w:t>101.8211</w:t>
      </w:r>
      <w:r>
        <w:tab/>
        <w:t>1.013e0</w:t>
      </w:r>
    </w:p>
    <w:p w:rsidR="006974AE" w:rsidRDefault="006974AE" w:rsidP="006974AE">
      <w:r>
        <w:t>101.8239</w:t>
      </w:r>
      <w:r>
        <w:tab/>
        <w:t>1.013e0</w:t>
      </w:r>
    </w:p>
    <w:p w:rsidR="006974AE" w:rsidRDefault="006974AE" w:rsidP="006974AE">
      <w:r>
        <w:t>101.8293</w:t>
      </w:r>
      <w:r>
        <w:tab/>
        <w:t>1.013e0</w:t>
      </w:r>
    </w:p>
    <w:p w:rsidR="006974AE" w:rsidRDefault="006974AE" w:rsidP="006974AE">
      <w:r>
        <w:t>101.8319</w:t>
      </w:r>
      <w:r>
        <w:tab/>
        <w:t>1.013e0</w:t>
      </w:r>
    </w:p>
    <w:p w:rsidR="006974AE" w:rsidRDefault="006974AE" w:rsidP="006974AE">
      <w:r>
        <w:t>101.8453</w:t>
      </w:r>
      <w:r>
        <w:tab/>
        <w:t>5.063e0</w:t>
      </w:r>
    </w:p>
    <w:p w:rsidR="006974AE" w:rsidRDefault="006974AE" w:rsidP="006974AE">
      <w:r>
        <w:t>101.8561</w:t>
      </w:r>
      <w:r>
        <w:tab/>
        <w:t>1.013e0</w:t>
      </w:r>
    </w:p>
    <w:p w:rsidR="006974AE" w:rsidRDefault="006974AE" w:rsidP="006974AE">
      <w:r>
        <w:t>101.8641</w:t>
      </w:r>
      <w:r>
        <w:tab/>
        <w:t>3.038e0</w:t>
      </w:r>
    </w:p>
    <w:p w:rsidR="006974AE" w:rsidRDefault="006974AE" w:rsidP="006974AE">
      <w:r>
        <w:t>101.8669</w:t>
      </w:r>
      <w:r>
        <w:tab/>
        <w:t>1.013e0</w:t>
      </w:r>
    </w:p>
    <w:p w:rsidR="006974AE" w:rsidRDefault="006974AE" w:rsidP="006974AE">
      <w:r>
        <w:t>101.8776</w:t>
      </w:r>
      <w:r>
        <w:tab/>
        <w:t>1.013e0</w:t>
      </w:r>
    </w:p>
    <w:p w:rsidR="006974AE" w:rsidRDefault="006974AE" w:rsidP="006974AE">
      <w:r>
        <w:t>101.8831</w:t>
      </w:r>
      <w:r>
        <w:tab/>
        <w:t>1.013e0</w:t>
      </w:r>
    </w:p>
    <w:p w:rsidR="006974AE" w:rsidRDefault="006974AE" w:rsidP="006974AE">
      <w:r>
        <w:t>101.8910</w:t>
      </w:r>
      <w:r>
        <w:tab/>
        <w:t>1.013e0</w:t>
      </w:r>
    </w:p>
    <w:p w:rsidR="006974AE" w:rsidRDefault="006974AE" w:rsidP="006974AE">
      <w:r>
        <w:t>101.9015</w:t>
      </w:r>
      <w:r>
        <w:tab/>
        <w:t>1.013e0</w:t>
      </w:r>
    </w:p>
    <w:p w:rsidR="006974AE" w:rsidRDefault="006974AE" w:rsidP="006974AE">
      <w:r>
        <w:t>101.9072</w:t>
      </w:r>
      <w:r>
        <w:tab/>
        <w:t>1.013e0</w:t>
      </w:r>
    </w:p>
    <w:p w:rsidR="006974AE" w:rsidRDefault="006974AE" w:rsidP="006974AE">
      <w:r>
        <w:t>101.9099</w:t>
      </w:r>
      <w:r>
        <w:tab/>
        <w:t>1.013e0</w:t>
      </w:r>
    </w:p>
    <w:p w:rsidR="006974AE" w:rsidRDefault="006974AE" w:rsidP="006974AE">
      <w:r>
        <w:t>101.9311</w:t>
      </w:r>
      <w:r>
        <w:tab/>
        <w:t>1.013e0</w:t>
      </w:r>
    </w:p>
    <w:p w:rsidR="006974AE" w:rsidRDefault="006974AE" w:rsidP="006974AE">
      <w:r>
        <w:t>101.9366</w:t>
      </w:r>
      <w:r>
        <w:tab/>
        <w:t>2.025e0</w:t>
      </w:r>
    </w:p>
    <w:p w:rsidR="006974AE" w:rsidRDefault="006974AE" w:rsidP="006974AE">
      <w:r>
        <w:t>101.9475</w:t>
      </w:r>
      <w:r>
        <w:tab/>
        <w:t>1.013e0</w:t>
      </w:r>
    </w:p>
    <w:p w:rsidR="006974AE" w:rsidRDefault="006974AE" w:rsidP="006974AE">
      <w:r>
        <w:lastRenderedPageBreak/>
        <w:t>101.9534</w:t>
      </w:r>
      <w:r>
        <w:tab/>
        <w:t>3.038e0</w:t>
      </w:r>
    </w:p>
    <w:p w:rsidR="006974AE" w:rsidRDefault="006974AE" w:rsidP="006974AE">
      <w:r>
        <w:t>101.9675</w:t>
      </w:r>
      <w:r>
        <w:tab/>
        <w:t>2.025e0</w:t>
      </w:r>
    </w:p>
    <w:p w:rsidR="006974AE" w:rsidRDefault="006974AE" w:rsidP="006974AE">
      <w:r>
        <w:t>101.9742</w:t>
      </w:r>
      <w:r>
        <w:tab/>
        <w:t>1.013e0</w:t>
      </w:r>
    </w:p>
    <w:p w:rsidR="006974AE" w:rsidRDefault="006974AE" w:rsidP="006974AE">
      <w:r>
        <w:t>101.9793</w:t>
      </w:r>
      <w:r>
        <w:tab/>
        <w:t>1.013e0</w:t>
      </w:r>
    </w:p>
    <w:p w:rsidR="006974AE" w:rsidRDefault="006974AE" w:rsidP="006974AE">
      <w:r>
        <w:t>101.9848</w:t>
      </w:r>
      <w:r>
        <w:tab/>
        <w:t>1.013e0</w:t>
      </w:r>
    </w:p>
    <w:p w:rsidR="006974AE" w:rsidRDefault="006974AE" w:rsidP="006974AE">
      <w:r>
        <w:t>101.9928</w:t>
      </w:r>
      <w:r>
        <w:tab/>
        <w:t>1.013e0</w:t>
      </w:r>
    </w:p>
    <w:p w:rsidR="006974AE" w:rsidRDefault="006974AE" w:rsidP="006974AE">
      <w:r>
        <w:t>102.0012</w:t>
      </w:r>
      <w:r>
        <w:tab/>
        <w:t>1.013e0</w:t>
      </w:r>
    </w:p>
    <w:p w:rsidR="006974AE" w:rsidRDefault="006974AE" w:rsidP="006974AE">
      <w:r>
        <w:t>102.0091</w:t>
      </w:r>
      <w:r>
        <w:tab/>
        <w:t>1.013e0</w:t>
      </w:r>
    </w:p>
    <w:p w:rsidR="006974AE" w:rsidRDefault="006974AE" w:rsidP="006974AE">
      <w:r>
        <w:t>102.0146</w:t>
      </w:r>
      <w:r>
        <w:tab/>
        <w:t>2.025e0</w:t>
      </w:r>
    </w:p>
    <w:p w:rsidR="006974AE" w:rsidRDefault="006974AE" w:rsidP="006974AE">
      <w:r>
        <w:t>102.0168</w:t>
      </w:r>
      <w:r>
        <w:tab/>
        <w:t>1.013e0</w:t>
      </w:r>
    </w:p>
    <w:p w:rsidR="006974AE" w:rsidRDefault="006974AE" w:rsidP="006974AE">
      <w:r>
        <w:t>102.0198</w:t>
      </w:r>
      <w:r>
        <w:tab/>
        <w:t>1.013e0</w:t>
      </w:r>
    </w:p>
    <w:p w:rsidR="006974AE" w:rsidRDefault="006974AE" w:rsidP="006974AE">
      <w:r>
        <w:t>102.0398</w:t>
      </w:r>
      <w:r>
        <w:tab/>
        <w:t>2.025e0</w:t>
      </w:r>
    </w:p>
    <w:p w:rsidR="006974AE" w:rsidRDefault="006974AE" w:rsidP="006974AE">
      <w:r>
        <w:t>102.0577</w:t>
      </w:r>
      <w:r>
        <w:tab/>
        <w:t>6.504e0</w:t>
      </w:r>
    </w:p>
    <w:p w:rsidR="006974AE" w:rsidRDefault="006974AE" w:rsidP="006974AE">
      <w:r>
        <w:t>102.0622</w:t>
      </w:r>
      <w:r>
        <w:tab/>
        <w:t>8.186e0</w:t>
      </w:r>
    </w:p>
    <w:p w:rsidR="006974AE" w:rsidRDefault="006974AE" w:rsidP="006974AE">
      <w:r>
        <w:t>102.0642</w:t>
      </w:r>
      <w:r>
        <w:tab/>
        <w:t>7.912e0</w:t>
      </w:r>
    </w:p>
    <w:p w:rsidR="006974AE" w:rsidRDefault="006974AE" w:rsidP="006974AE">
      <w:r>
        <w:t>102.0692</w:t>
      </w:r>
      <w:r>
        <w:tab/>
        <w:t>5.299e1</w:t>
      </w:r>
    </w:p>
    <w:p w:rsidR="006974AE" w:rsidRDefault="006974AE" w:rsidP="006974AE">
      <w:r>
        <w:t>102.0722</w:t>
      </w:r>
      <w:r>
        <w:tab/>
        <w:t>3.237e1</w:t>
      </w:r>
    </w:p>
    <w:p w:rsidR="006974AE" w:rsidRDefault="006974AE" w:rsidP="006974AE">
      <w:r>
        <w:t>102.0748</w:t>
      </w:r>
      <w:r>
        <w:tab/>
        <w:t>1.123e1</w:t>
      </w:r>
    </w:p>
    <w:p w:rsidR="006974AE" w:rsidRDefault="006974AE" w:rsidP="006974AE">
      <w:r>
        <w:t>102.0768</w:t>
      </w:r>
      <w:r>
        <w:tab/>
        <w:t>5.322e0</w:t>
      </w:r>
    </w:p>
    <w:p w:rsidR="006974AE" w:rsidRDefault="006974AE" w:rsidP="006974AE">
      <w:r>
        <w:lastRenderedPageBreak/>
        <w:t>102.0806</w:t>
      </w:r>
      <w:r>
        <w:tab/>
        <w:t>4.653e0</w:t>
      </w:r>
    </w:p>
    <w:p w:rsidR="006974AE" w:rsidRDefault="006974AE" w:rsidP="006974AE">
      <w:r>
        <w:t>102.0917</w:t>
      </w:r>
      <w:r>
        <w:tab/>
        <w:t>2.302e0</w:t>
      </w:r>
    </w:p>
    <w:p w:rsidR="006974AE" w:rsidRDefault="006974AE" w:rsidP="006974AE">
      <w:r>
        <w:t>102.0936</w:t>
      </w:r>
      <w:r>
        <w:tab/>
        <w:t>4.051e0</w:t>
      </w:r>
    </w:p>
    <w:p w:rsidR="006974AE" w:rsidRDefault="006974AE" w:rsidP="006974AE">
      <w:r>
        <w:t>102.0955</w:t>
      </w:r>
      <w:r>
        <w:tab/>
        <w:t>3.038e0</w:t>
      </w:r>
    </w:p>
    <w:p w:rsidR="006974AE" w:rsidRDefault="006974AE" w:rsidP="006974AE">
      <w:r>
        <w:t>102.0975</w:t>
      </w:r>
      <w:r>
        <w:tab/>
        <w:t>3.038e0</w:t>
      </w:r>
    </w:p>
    <w:p w:rsidR="006974AE" w:rsidRDefault="006974AE" w:rsidP="006974AE">
      <w:r>
        <w:t>102.1031</w:t>
      </w:r>
      <w:r>
        <w:tab/>
        <w:t>1.013e0</w:t>
      </w:r>
    </w:p>
    <w:p w:rsidR="006974AE" w:rsidRDefault="006974AE" w:rsidP="006974AE">
      <w:r>
        <w:t>102.1245</w:t>
      </w:r>
      <w:r>
        <w:tab/>
        <w:t>1.013e0</w:t>
      </w:r>
    </w:p>
    <w:p w:rsidR="006974AE" w:rsidRDefault="006974AE" w:rsidP="006974AE">
      <w:r>
        <w:t>102.1271</w:t>
      </w:r>
      <w:r>
        <w:tab/>
        <w:t>1.013e0</w:t>
      </w:r>
    </w:p>
    <w:p w:rsidR="006974AE" w:rsidRDefault="006974AE" w:rsidP="006974AE">
      <w:r>
        <w:t>102.1284</w:t>
      </w:r>
      <w:r>
        <w:tab/>
        <w:t>3.038e0</w:t>
      </w:r>
    </w:p>
    <w:p w:rsidR="006974AE" w:rsidRDefault="006974AE" w:rsidP="006974AE">
      <w:r>
        <w:t>102.1313</w:t>
      </w:r>
      <w:r>
        <w:tab/>
        <w:t>2.182e0</w:t>
      </w:r>
    </w:p>
    <w:p w:rsidR="006974AE" w:rsidRDefault="006974AE" w:rsidP="006974AE">
      <w:r>
        <w:t>102.1327</w:t>
      </w:r>
      <w:r>
        <w:tab/>
        <w:t>2.025e0</w:t>
      </w:r>
    </w:p>
    <w:p w:rsidR="006974AE" w:rsidRDefault="006974AE" w:rsidP="006974AE">
      <w:r>
        <w:t>102.1406</w:t>
      </w:r>
      <w:r>
        <w:tab/>
        <w:t>1.013e0</w:t>
      </w:r>
    </w:p>
    <w:p w:rsidR="006974AE" w:rsidRDefault="006974AE" w:rsidP="006974AE">
      <w:r>
        <w:t>102.1461</w:t>
      </w:r>
      <w:r>
        <w:tab/>
        <w:t>1.013e0</w:t>
      </w:r>
    </w:p>
    <w:p w:rsidR="006974AE" w:rsidRDefault="006974AE" w:rsidP="006974AE">
      <w:r>
        <w:t>102.1513</w:t>
      </w:r>
      <w:r>
        <w:tab/>
        <w:t>1.013e0</w:t>
      </w:r>
    </w:p>
    <w:p w:rsidR="006974AE" w:rsidRDefault="006974AE" w:rsidP="006974AE">
      <w:r>
        <w:t>102.1541</w:t>
      </w:r>
      <w:r>
        <w:tab/>
        <w:t>1.013e0</w:t>
      </w:r>
    </w:p>
    <w:p w:rsidR="006974AE" w:rsidRDefault="006974AE" w:rsidP="006974AE">
      <w:r>
        <w:t>102.1594</w:t>
      </w:r>
      <w:r>
        <w:tab/>
        <w:t>1.013e0</w:t>
      </w:r>
    </w:p>
    <w:p w:rsidR="006974AE" w:rsidRDefault="006974AE" w:rsidP="006974AE">
      <w:r>
        <w:t>102.1641</w:t>
      </w:r>
      <w:r>
        <w:tab/>
        <w:t>3.038e0</w:t>
      </w:r>
    </w:p>
    <w:p w:rsidR="006974AE" w:rsidRDefault="006974AE" w:rsidP="006974AE">
      <w:r>
        <w:t>102.1781</w:t>
      </w:r>
      <w:r>
        <w:tab/>
        <w:t>1.013e0</w:t>
      </w:r>
    </w:p>
    <w:p w:rsidR="006974AE" w:rsidRDefault="006974AE" w:rsidP="006974AE">
      <w:r>
        <w:t>102.2023</w:t>
      </w:r>
      <w:r>
        <w:tab/>
        <w:t>2.025e0</w:t>
      </w:r>
    </w:p>
    <w:p w:rsidR="006974AE" w:rsidRDefault="006974AE" w:rsidP="006974AE">
      <w:r>
        <w:lastRenderedPageBreak/>
        <w:t>102.2222</w:t>
      </w:r>
      <w:r>
        <w:tab/>
        <w:t>5.063e0</w:t>
      </w:r>
    </w:p>
    <w:p w:rsidR="006974AE" w:rsidRDefault="006974AE" w:rsidP="006974AE">
      <w:r>
        <w:t>102.2319</w:t>
      </w:r>
      <w:r>
        <w:tab/>
        <w:t>2.025e0</w:t>
      </w:r>
    </w:p>
    <w:p w:rsidR="006974AE" w:rsidRDefault="006974AE" w:rsidP="006974AE">
      <w:r>
        <w:t>102.2347</w:t>
      </w:r>
      <w:r>
        <w:tab/>
        <w:t>1.013e0</w:t>
      </w:r>
    </w:p>
    <w:p w:rsidR="006974AE" w:rsidRDefault="006974AE" w:rsidP="006974AE">
      <w:r>
        <w:t>102.2398</w:t>
      </w:r>
      <w:r>
        <w:tab/>
        <w:t>1.013e0</w:t>
      </w:r>
    </w:p>
    <w:p w:rsidR="006974AE" w:rsidRDefault="006974AE" w:rsidP="006974AE">
      <w:r>
        <w:t>102.2425</w:t>
      </w:r>
      <w:r>
        <w:tab/>
        <w:t>1.013e0</w:t>
      </w:r>
    </w:p>
    <w:p w:rsidR="006974AE" w:rsidRDefault="006974AE" w:rsidP="006974AE">
      <w:r>
        <w:t>102.2533</w:t>
      </w:r>
      <w:r>
        <w:tab/>
        <w:t>1.013e0</w:t>
      </w:r>
    </w:p>
    <w:p w:rsidR="006974AE" w:rsidRDefault="006974AE" w:rsidP="006974AE">
      <w:r>
        <w:t>102.2656</w:t>
      </w:r>
      <w:r>
        <w:tab/>
        <w:t>2.025e0</w:t>
      </w:r>
    </w:p>
    <w:p w:rsidR="006974AE" w:rsidRDefault="006974AE" w:rsidP="006974AE">
      <w:r>
        <w:t>102.2668</w:t>
      </w:r>
      <w:r>
        <w:tab/>
        <w:t>3.038e0</w:t>
      </w:r>
    </w:p>
    <w:p w:rsidR="006974AE" w:rsidRDefault="006974AE" w:rsidP="006974AE">
      <w:r>
        <w:t>102.2722</w:t>
      </w:r>
      <w:r>
        <w:tab/>
        <w:t>1.013e0</w:t>
      </w:r>
    </w:p>
    <w:p w:rsidR="006974AE" w:rsidRDefault="006974AE" w:rsidP="006974AE">
      <w:r>
        <w:t>102.2779</w:t>
      </w:r>
      <w:r>
        <w:tab/>
        <w:t>1.013e0</w:t>
      </w:r>
    </w:p>
    <w:p w:rsidR="006974AE" w:rsidRDefault="006974AE" w:rsidP="006974AE">
      <w:r>
        <w:t>102.2801</w:t>
      </w:r>
      <w:r>
        <w:tab/>
        <w:t>1.013e0</w:t>
      </w:r>
    </w:p>
    <w:p w:rsidR="006974AE" w:rsidRDefault="006974AE" w:rsidP="006974AE">
      <w:r>
        <w:t>102.2818</w:t>
      </w:r>
      <w:r>
        <w:tab/>
        <w:t>2.025e0</w:t>
      </w:r>
    </w:p>
    <w:p w:rsidR="006974AE" w:rsidRDefault="006974AE" w:rsidP="006974AE">
      <w:r>
        <w:t>102.3047</w:t>
      </w:r>
      <w:r>
        <w:tab/>
        <w:t>1.013e0</w:t>
      </w:r>
    </w:p>
    <w:p w:rsidR="006974AE" w:rsidRDefault="006974AE" w:rsidP="006974AE">
      <w:r>
        <w:t>102.3069</w:t>
      </w:r>
      <w:r>
        <w:tab/>
        <w:t>1.013e0</w:t>
      </w:r>
    </w:p>
    <w:p w:rsidR="006974AE" w:rsidRDefault="006974AE" w:rsidP="006974AE">
      <w:r>
        <w:t>102.3180</w:t>
      </w:r>
      <w:r>
        <w:tab/>
        <w:t>2.025e0</w:t>
      </w:r>
    </w:p>
    <w:p w:rsidR="006974AE" w:rsidRDefault="006974AE" w:rsidP="006974AE">
      <w:r>
        <w:t>102.3340</w:t>
      </w:r>
      <w:r>
        <w:tab/>
        <w:t>1.013e0</w:t>
      </w:r>
    </w:p>
    <w:p w:rsidR="006974AE" w:rsidRDefault="006974AE" w:rsidP="006974AE">
      <w:r>
        <w:t>102.3368</w:t>
      </w:r>
      <w:r>
        <w:tab/>
        <w:t>1.013e0</w:t>
      </w:r>
    </w:p>
    <w:p w:rsidR="006974AE" w:rsidRDefault="006974AE" w:rsidP="006974AE">
      <w:r>
        <w:t>102.3449</w:t>
      </w:r>
      <w:r>
        <w:tab/>
        <w:t>1.013e0</w:t>
      </w:r>
    </w:p>
    <w:p w:rsidR="006974AE" w:rsidRDefault="006974AE" w:rsidP="006974AE">
      <w:r>
        <w:t>102.3501</w:t>
      </w:r>
      <w:r>
        <w:tab/>
        <w:t>1.013e0</w:t>
      </w:r>
    </w:p>
    <w:p w:rsidR="006974AE" w:rsidRDefault="006974AE" w:rsidP="006974AE">
      <w:r>
        <w:lastRenderedPageBreak/>
        <w:t>102.3592</w:t>
      </w:r>
      <w:r>
        <w:tab/>
        <w:t>5.470e0</w:t>
      </w:r>
    </w:p>
    <w:p w:rsidR="006974AE" w:rsidRDefault="006974AE" w:rsidP="006974AE">
      <w:r>
        <w:t>102.3608</w:t>
      </w:r>
      <w:r>
        <w:tab/>
        <w:t>1.013e0</w:t>
      </w:r>
    </w:p>
    <w:p w:rsidR="006974AE" w:rsidRDefault="006974AE" w:rsidP="006974AE">
      <w:r>
        <w:t>102.3623</w:t>
      </w:r>
      <w:r>
        <w:tab/>
        <w:t>2.025e0</w:t>
      </w:r>
    </w:p>
    <w:p w:rsidR="006974AE" w:rsidRDefault="006974AE" w:rsidP="006974AE">
      <w:r>
        <w:t>102.3812</w:t>
      </w:r>
      <w:r>
        <w:tab/>
        <w:t>2.025e0</w:t>
      </w:r>
    </w:p>
    <w:p w:rsidR="006974AE" w:rsidRDefault="006974AE" w:rsidP="006974AE">
      <w:r>
        <w:t>102.3906</w:t>
      </w:r>
      <w:r>
        <w:tab/>
        <w:t>2.025e0</w:t>
      </w:r>
    </w:p>
    <w:p w:rsidR="006974AE" w:rsidRDefault="006974AE" w:rsidP="006974AE">
      <w:r>
        <w:t>102.3918</w:t>
      </w:r>
      <w:r>
        <w:tab/>
        <w:t>2.025e0</w:t>
      </w:r>
    </w:p>
    <w:p w:rsidR="006974AE" w:rsidRDefault="006974AE" w:rsidP="006974AE">
      <w:r>
        <w:t>102.4013</w:t>
      </w:r>
      <w:r>
        <w:tab/>
        <w:t>1.013e0</w:t>
      </w:r>
    </w:p>
    <w:p w:rsidR="006974AE" w:rsidRDefault="006974AE" w:rsidP="006974AE">
      <w:r>
        <w:t>102.4095</w:t>
      </w:r>
      <w:r>
        <w:tab/>
        <w:t>1.013e0</w:t>
      </w:r>
    </w:p>
    <w:p w:rsidR="006974AE" w:rsidRDefault="006974AE" w:rsidP="006974AE">
      <w:r>
        <w:t>102.4134</w:t>
      </w:r>
      <w:r>
        <w:tab/>
        <w:t>2.025e0</w:t>
      </w:r>
    </w:p>
    <w:p w:rsidR="006974AE" w:rsidRDefault="006974AE" w:rsidP="006974AE">
      <w:r>
        <w:t>102.4175</w:t>
      </w:r>
      <w:r>
        <w:tab/>
        <w:t>2.025e0</w:t>
      </w:r>
    </w:p>
    <w:p w:rsidR="006974AE" w:rsidRDefault="006974AE" w:rsidP="006974AE">
      <w:r>
        <w:t>102.4189</w:t>
      </w:r>
      <w:r>
        <w:tab/>
        <w:t>2.025e0</w:t>
      </w:r>
    </w:p>
    <w:p w:rsidR="006974AE" w:rsidRDefault="006974AE" w:rsidP="006974AE">
      <w:r>
        <w:t>102.4323</w:t>
      </w:r>
      <w:r>
        <w:tab/>
        <w:t>2.025e0</w:t>
      </w:r>
    </w:p>
    <w:p w:rsidR="006974AE" w:rsidRDefault="006974AE" w:rsidP="006974AE">
      <w:r>
        <w:t>102.4415</w:t>
      </w:r>
      <w:r>
        <w:tab/>
        <w:t>1.013e0</w:t>
      </w:r>
    </w:p>
    <w:p w:rsidR="006974AE" w:rsidRDefault="006974AE" w:rsidP="006974AE">
      <w:r>
        <w:t>102.4684</w:t>
      </w:r>
      <w:r>
        <w:tab/>
        <w:t>1.013e0</w:t>
      </w:r>
    </w:p>
    <w:p w:rsidR="006974AE" w:rsidRDefault="006974AE" w:rsidP="006974AE">
      <w:r>
        <w:t>102.4712</w:t>
      </w:r>
      <w:r>
        <w:tab/>
        <w:t>1.013e0</w:t>
      </w:r>
    </w:p>
    <w:p w:rsidR="006974AE" w:rsidRDefault="006974AE" w:rsidP="006974AE">
      <w:r>
        <w:t>102.4739</w:t>
      </w:r>
      <w:r>
        <w:tab/>
        <w:t>1.013e0</w:t>
      </w:r>
    </w:p>
    <w:p w:rsidR="006974AE" w:rsidRDefault="006974AE" w:rsidP="006974AE">
      <w:r>
        <w:t>102.4901</w:t>
      </w:r>
      <w:r>
        <w:tab/>
        <w:t>2.025e0</w:t>
      </w:r>
    </w:p>
    <w:p w:rsidR="006974AE" w:rsidRDefault="006974AE" w:rsidP="006974AE">
      <w:r>
        <w:t>102.4981</w:t>
      </w:r>
      <w:r>
        <w:tab/>
        <w:t>1.013e0</w:t>
      </w:r>
    </w:p>
    <w:p w:rsidR="006974AE" w:rsidRDefault="006974AE" w:rsidP="006974AE">
      <w:r>
        <w:t>102.5010</w:t>
      </w:r>
      <w:r>
        <w:tab/>
        <w:t>1.013e0</w:t>
      </w:r>
    </w:p>
    <w:p w:rsidR="006974AE" w:rsidRDefault="006974AE" w:rsidP="006974AE">
      <w:r>
        <w:lastRenderedPageBreak/>
        <w:t>102.5036</w:t>
      </w:r>
      <w:r>
        <w:tab/>
        <w:t>1.013e0</w:t>
      </w:r>
    </w:p>
    <w:p w:rsidR="006974AE" w:rsidRDefault="006974AE" w:rsidP="006974AE">
      <w:r>
        <w:t>102.5088</w:t>
      </w:r>
      <w:r>
        <w:tab/>
        <w:t>1.013e0</w:t>
      </w:r>
    </w:p>
    <w:p w:rsidR="006974AE" w:rsidRDefault="006974AE" w:rsidP="006974AE">
      <w:r>
        <w:t>102.5116</w:t>
      </w:r>
      <w:r>
        <w:tab/>
        <w:t>2.025e0</w:t>
      </w:r>
    </w:p>
    <w:p w:rsidR="006974AE" w:rsidRDefault="006974AE" w:rsidP="006974AE">
      <w:r>
        <w:t>102.5194</w:t>
      </w:r>
      <w:r>
        <w:tab/>
        <w:t>1.013e0</w:t>
      </w:r>
    </w:p>
    <w:p w:rsidR="006974AE" w:rsidRDefault="006974AE" w:rsidP="006974AE">
      <w:r>
        <w:t>102.5358</w:t>
      </w:r>
      <w:r>
        <w:tab/>
        <w:t>2.025e0</w:t>
      </w:r>
    </w:p>
    <w:p w:rsidR="006974AE" w:rsidRDefault="006974AE" w:rsidP="006974AE">
      <w:r>
        <w:t>102.5386</w:t>
      </w:r>
      <w:r>
        <w:tab/>
        <w:t>1.013e0</w:t>
      </w:r>
    </w:p>
    <w:p w:rsidR="006974AE" w:rsidRDefault="006974AE" w:rsidP="006974AE">
      <w:r>
        <w:t>102.5519</w:t>
      </w:r>
      <w:r>
        <w:tab/>
        <w:t>1.013e0</w:t>
      </w:r>
    </w:p>
    <w:p w:rsidR="006974AE" w:rsidRDefault="006974AE" w:rsidP="006974AE">
      <w:r>
        <w:t>102.5682</w:t>
      </w:r>
      <w:r>
        <w:tab/>
        <w:t>1.013e0</w:t>
      </w:r>
    </w:p>
    <w:p w:rsidR="006974AE" w:rsidRDefault="006974AE" w:rsidP="006974AE">
      <w:r>
        <w:t>102.5707</w:t>
      </w:r>
      <w:r>
        <w:tab/>
        <w:t>2.025e0</w:t>
      </w:r>
    </w:p>
    <w:p w:rsidR="006974AE" w:rsidRDefault="006974AE" w:rsidP="006974AE">
      <w:r>
        <w:t>102.5761</w:t>
      </w:r>
      <w:r>
        <w:tab/>
        <w:t>1.013e0</w:t>
      </w:r>
    </w:p>
    <w:p w:rsidR="006974AE" w:rsidRDefault="006974AE" w:rsidP="006974AE">
      <w:r>
        <w:t>102.5882</w:t>
      </w:r>
      <w:r>
        <w:tab/>
        <w:t>2.025e0</w:t>
      </w:r>
    </w:p>
    <w:p w:rsidR="006974AE" w:rsidRDefault="006974AE" w:rsidP="006974AE">
      <w:r>
        <w:t>102.5897</w:t>
      </w:r>
      <w:r>
        <w:tab/>
        <w:t>1.013e0</w:t>
      </w:r>
    </w:p>
    <w:p w:rsidR="006974AE" w:rsidRDefault="006974AE" w:rsidP="006974AE">
      <w:r>
        <w:t>102.5924</w:t>
      </w:r>
      <w:r>
        <w:tab/>
        <w:t>1.013e0</w:t>
      </w:r>
    </w:p>
    <w:p w:rsidR="006974AE" w:rsidRDefault="006974AE" w:rsidP="006974AE">
      <w:r>
        <w:t>102.6109</w:t>
      </w:r>
      <w:r>
        <w:tab/>
        <w:t>1.013e0</w:t>
      </w:r>
    </w:p>
    <w:p w:rsidR="006974AE" w:rsidRDefault="006974AE" w:rsidP="006974AE">
      <w:r>
        <w:t>102.6222</w:t>
      </w:r>
      <w:r>
        <w:tab/>
        <w:t>1.013e0</w:t>
      </w:r>
    </w:p>
    <w:p w:rsidR="006974AE" w:rsidRDefault="006974AE" w:rsidP="006974AE">
      <w:r>
        <w:t>102.6327</w:t>
      </w:r>
      <w:r>
        <w:tab/>
        <w:t>1.013e0</w:t>
      </w:r>
    </w:p>
    <w:p w:rsidR="006974AE" w:rsidRDefault="006974AE" w:rsidP="006974AE">
      <w:r>
        <w:t>102.6513</w:t>
      </w:r>
      <w:r>
        <w:tab/>
        <w:t>1.013e0</w:t>
      </w:r>
    </w:p>
    <w:p w:rsidR="006974AE" w:rsidRDefault="006974AE" w:rsidP="006974AE">
      <w:r>
        <w:t>102.6541</w:t>
      </w:r>
      <w:r>
        <w:tab/>
        <w:t>1.013e0</w:t>
      </w:r>
    </w:p>
    <w:p w:rsidR="006974AE" w:rsidRDefault="006974AE" w:rsidP="006974AE">
      <w:r>
        <w:t>102.6570</w:t>
      </w:r>
      <w:r>
        <w:tab/>
        <w:t>1.013e0</w:t>
      </w:r>
    </w:p>
    <w:p w:rsidR="006974AE" w:rsidRDefault="006974AE" w:rsidP="006974AE">
      <w:r>
        <w:lastRenderedPageBreak/>
        <w:t>102.6705</w:t>
      </w:r>
      <w:r>
        <w:tab/>
        <w:t>1.013e0</w:t>
      </w:r>
    </w:p>
    <w:p w:rsidR="006974AE" w:rsidRDefault="006974AE" w:rsidP="006974AE">
      <w:r>
        <w:t>102.6760</w:t>
      </w:r>
      <w:r>
        <w:tab/>
        <w:t>1.013e0</w:t>
      </w:r>
    </w:p>
    <w:p w:rsidR="006974AE" w:rsidRDefault="006974AE" w:rsidP="006974AE">
      <w:r>
        <w:t>102.6782</w:t>
      </w:r>
      <w:r>
        <w:tab/>
        <w:t>1.013e0</w:t>
      </w:r>
    </w:p>
    <w:p w:rsidR="006974AE" w:rsidRDefault="006974AE" w:rsidP="006974AE">
      <w:r>
        <w:t>102.6880</w:t>
      </w:r>
      <w:r>
        <w:tab/>
        <w:t>2.025e0</w:t>
      </w:r>
    </w:p>
    <w:p w:rsidR="006974AE" w:rsidRDefault="006974AE" w:rsidP="006974AE">
      <w:r>
        <w:t>102.7080</w:t>
      </w:r>
      <w:r>
        <w:tab/>
        <w:t>1.013e0</w:t>
      </w:r>
    </w:p>
    <w:p w:rsidR="006974AE" w:rsidRDefault="006974AE" w:rsidP="006974AE">
      <w:r>
        <w:t>102.7242</w:t>
      </w:r>
      <w:r>
        <w:tab/>
        <w:t>1.013e0</w:t>
      </w:r>
    </w:p>
    <w:p w:rsidR="006974AE" w:rsidRDefault="006974AE" w:rsidP="006974AE">
      <w:r>
        <w:t>102.7297</w:t>
      </w:r>
      <w:r>
        <w:tab/>
        <w:t>1.013e0</w:t>
      </w:r>
    </w:p>
    <w:p w:rsidR="006974AE" w:rsidRDefault="006974AE" w:rsidP="006974AE">
      <w:r>
        <w:t>102.7377</w:t>
      </w:r>
      <w:r>
        <w:tab/>
        <w:t>1.013e0</w:t>
      </w:r>
    </w:p>
    <w:p w:rsidR="006974AE" w:rsidRDefault="006974AE" w:rsidP="006974AE">
      <w:r>
        <w:t>102.7431</w:t>
      </w:r>
      <w:r>
        <w:tab/>
        <w:t>1.013e0</w:t>
      </w:r>
    </w:p>
    <w:p w:rsidR="006974AE" w:rsidRDefault="006974AE" w:rsidP="006974AE">
      <w:r>
        <w:t>102.7485</w:t>
      </w:r>
      <w:r>
        <w:tab/>
        <w:t>1.013e0</w:t>
      </w:r>
    </w:p>
    <w:p w:rsidR="006974AE" w:rsidRDefault="006974AE" w:rsidP="006974AE">
      <w:r>
        <w:t>102.7525</w:t>
      </w:r>
      <w:r>
        <w:tab/>
        <w:t>2.025e0</w:t>
      </w:r>
    </w:p>
    <w:p w:rsidR="006974AE" w:rsidRDefault="006974AE" w:rsidP="006974AE">
      <w:r>
        <w:t>102.7620</w:t>
      </w:r>
      <w:r>
        <w:tab/>
        <w:t>1.013e0</w:t>
      </w:r>
    </w:p>
    <w:p w:rsidR="006974AE" w:rsidRDefault="006974AE" w:rsidP="006974AE">
      <w:r>
        <w:t>102.7665</w:t>
      </w:r>
      <w:r>
        <w:tab/>
        <w:t>3.038e0</w:t>
      </w:r>
    </w:p>
    <w:p w:rsidR="006974AE" w:rsidRDefault="006974AE" w:rsidP="006974AE">
      <w:r>
        <w:t>102.7700</w:t>
      </w:r>
      <w:r>
        <w:tab/>
        <w:t>1.013e0</w:t>
      </w:r>
    </w:p>
    <w:p w:rsidR="006974AE" w:rsidRDefault="006974AE" w:rsidP="006974AE">
      <w:r>
        <w:t>102.7782</w:t>
      </w:r>
      <w:r>
        <w:tab/>
        <w:t>1.013e0</w:t>
      </w:r>
    </w:p>
    <w:p w:rsidR="006974AE" w:rsidRDefault="006974AE" w:rsidP="006974AE">
      <w:r>
        <w:t>102.7822</w:t>
      </w:r>
      <w:r>
        <w:tab/>
        <w:t>2.025e0</w:t>
      </w:r>
    </w:p>
    <w:p w:rsidR="006974AE" w:rsidRDefault="006974AE" w:rsidP="006974AE">
      <w:r>
        <w:t>102.8011</w:t>
      </w:r>
      <w:r>
        <w:tab/>
        <w:t>2.025e0</w:t>
      </w:r>
    </w:p>
    <w:p w:rsidR="006974AE" w:rsidRDefault="006974AE" w:rsidP="006974AE">
      <w:r>
        <w:t>102.8266</w:t>
      </w:r>
      <w:r>
        <w:tab/>
        <w:t>1.013e0</w:t>
      </w:r>
    </w:p>
    <w:p w:rsidR="006974AE" w:rsidRDefault="006974AE" w:rsidP="006974AE">
      <w:r>
        <w:t>102.8320</w:t>
      </w:r>
      <w:r>
        <w:tab/>
        <w:t>1.013e0</w:t>
      </w:r>
    </w:p>
    <w:p w:rsidR="006974AE" w:rsidRDefault="006974AE" w:rsidP="006974AE">
      <w:r>
        <w:lastRenderedPageBreak/>
        <w:t>102.8401</w:t>
      </w:r>
      <w:r>
        <w:tab/>
        <w:t>1.013e0</w:t>
      </w:r>
    </w:p>
    <w:p w:rsidR="006974AE" w:rsidRDefault="006974AE" w:rsidP="006974AE">
      <w:r>
        <w:t>102.8456</w:t>
      </w:r>
      <w:r>
        <w:tab/>
        <w:t>1.013e0</w:t>
      </w:r>
    </w:p>
    <w:p w:rsidR="006974AE" w:rsidRDefault="006974AE" w:rsidP="006974AE">
      <w:r>
        <w:t>102.8563</w:t>
      </w:r>
      <w:r>
        <w:tab/>
        <w:t>2.025e0</w:t>
      </w:r>
    </w:p>
    <w:p w:rsidR="006974AE" w:rsidRDefault="006974AE" w:rsidP="006974AE">
      <w:r>
        <w:t>102.8641</w:t>
      </w:r>
      <w:r>
        <w:tab/>
        <w:t>1.013e0</w:t>
      </w:r>
    </w:p>
    <w:p w:rsidR="006974AE" w:rsidRDefault="006974AE" w:rsidP="006974AE">
      <w:r>
        <w:t>102.8725</w:t>
      </w:r>
      <w:r>
        <w:tab/>
        <w:t>1.013e0</w:t>
      </w:r>
    </w:p>
    <w:p w:rsidR="006974AE" w:rsidRDefault="006974AE" w:rsidP="006974AE">
      <w:r>
        <w:t>102.8764</w:t>
      </w:r>
      <w:r>
        <w:tab/>
        <w:t>2.025e0</w:t>
      </w:r>
    </w:p>
    <w:p w:rsidR="006974AE" w:rsidRDefault="006974AE" w:rsidP="006974AE">
      <w:r>
        <w:t>102.8805</w:t>
      </w:r>
      <w:r>
        <w:tab/>
        <w:t>1.013e0</w:t>
      </w:r>
    </w:p>
    <w:p w:rsidR="006974AE" w:rsidRDefault="006974AE" w:rsidP="006974AE">
      <w:r>
        <w:t>102.8888</w:t>
      </w:r>
      <w:r>
        <w:tab/>
        <w:t>1.013e0</w:t>
      </w:r>
    </w:p>
    <w:p w:rsidR="006974AE" w:rsidRDefault="006974AE" w:rsidP="006974AE">
      <w:r>
        <w:t>102.8994</w:t>
      </w:r>
      <w:r>
        <w:tab/>
        <w:t>1.013e0</w:t>
      </w:r>
    </w:p>
    <w:p w:rsidR="006974AE" w:rsidRDefault="006974AE" w:rsidP="006974AE">
      <w:r>
        <w:t>102.9103</w:t>
      </w:r>
      <w:r>
        <w:tab/>
        <w:t>1.013e0</w:t>
      </w:r>
    </w:p>
    <w:p w:rsidR="006974AE" w:rsidRDefault="006974AE" w:rsidP="006974AE">
      <w:r>
        <w:t>102.9159</w:t>
      </w:r>
      <w:r>
        <w:tab/>
        <w:t>1.013e0</w:t>
      </w:r>
    </w:p>
    <w:p w:rsidR="006974AE" w:rsidRDefault="006974AE" w:rsidP="006974AE">
      <w:r>
        <w:t>102.9209</w:t>
      </w:r>
      <w:r>
        <w:tab/>
        <w:t>2.025e0</w:t>
      </w:r>
    </w:p>
    <w:p w:rsidR="006974AE" w:rsidRDefault="006974AE" w:rsidP="006974AE">
      <w:r>
        <w:t>102.9506</w:t>
      </w:r>
      <w:r>
        <w:tab/>
        <w:t>1.013e0</w:t>
      </w:r>
    </w:p>
    <w:p w:rsidR="006974AE" w:rsidRDefault="006974AE" w:rsidP="006974AE">
      <w:r>
        <w:t>102.9562</w:t>
      </w:r>
      <w:r>
        <w:tab/>
        <w:t>1.013e0</w:t>
      </w:r>
    </w:p>
    <w:p w:rsidR="006974AE" w:rsidRDefault="006974AE" w:rsidP="006974AE">
      <w:r>
        <w:t>102.9641</w:t>
      </w:r>
      <w:r>
        <w:tab/>
        <w:t>2.025e0</w:t>
      </w:r>
    </w:p>
    <w:p w:rsidR="006974AE" w:rsidRDefault="006974AE" w:rsidP="006974AE">
      <w:r>
        <w:t>102.9749</w:t>
      </w:r>
      <w:r>
        <w:tab/>
        <w:t>1.013e0</w:t>
      </w:r>
    </w:p>
    <w:p w:rsidR="006974AE" w:rsidRDefault="006974AE" w:rsidP="006974AE">
      <w:r>
        <w:t>102.9831</w:t>
      </w:r>
      <w:r>
        <w:tab/>
        <w:t>1.013e0</w:t>
      </w:r>
    </w:p>
    <w:p w:rsidR="006974AE" w:rsidRDefault="006974AE" w:rsidP="006974AE">
      <w:r>
        <w:t>102.9939</w:t>
      </w:r>
      <w:r>
        <w:tab/>
        <w:t>1.013e0</w:t>
      </w:r>
    </w:p>
    <w:p w:rsidR="006974AE" w:rsidRDefault="006974AE" w:rsidP="006974AE">
      <w:r>
        <w:t>102.9990</w:t>
      </w:r>
      <w:r>
        <w:tab/>
        <w:t>1.013e0</w:t>
      </w:r>
    </w:p>
    <w:p w:rsidR="006974AE" w:rsidRDefault="006974AE" w:rsidP="006974AE">
      <w:r>
        <w:lastRenderedPageBreak/>
        <w:t>103.0073</w:t>
      </w:r>
      <w:r>
        <w:tab/>
        <w:t>1.013e0</w:t>
      </w:r>
    </w:p>
    <w:p w:rsidR="006974AE" w:rsidRDefault="006974AE" w:rsidP="006974AE">
      <w:r>
        <w:t>103.0356</w:t>
      </w:r>
      <w:r>
        <w:tab/>
        <w:t>2.025e0</w:t>
      </w:r>
    </w:p>
    <w:p w:rsidR="006974AE" w:rsidRDefault="006974AE" w:rsidP="006974AE">
      <w:r>
        <w:t>103.0369</w:t>
      </w:r>
      <w:r>
        <w:tab/>
        <w:t>1.013e0</w:t>
      </w:r>
    </w:p>
    <w:p w:rsidR="006974AE" w:rsidRDefault="006974AE" w:rsidP="006974AE">
      <w:r>
        <w:t>103.0496</w:t>
      </w:r>
      <w:r>
        <w:tab/>
        <w:t>7.089e0</w:t>
      </w:r>
    </w:p>
    <w:p w:rsidR="006974AE" w:rsidRDefault="006974AE" w:rsidP="006974AE">
      <w:r>
        <w:t>103.0518</w:t>
      </w:r>
      <w:r>
        <w:tab/>
        <w:t>4.051e0</w:t>
      </w:r>
    </w:p>
    <w:p w:rsidR="006974AE" w:rsidRDefault="006974AE" w:rsidP="006974AE">
      <w:r>
        <w:t>103.0531</w:t>
      </w:r>
      <w:r>
        <w:tab/>
        <w:t>1.013e0</w:t>
      </w:r>
    </w:p>
    <w:p w:rsidR="006974AE" w:rsidRDefault="006974AE" w:rsidP="006974AE">
      <w:r>
        <w:t>103.0666</w:t>
      </w:r>
      <w:r>
        <w:tab/>
        <w:t>1.013e0</w:t>
      </w:r>
    </w:p>
    <w:p w:rsidR="006974AE" w:rsidRDefault="006974AE" w:rsidP="006974AE">
      <w:r>
        <w:t>103.0755</w:t>
      </w:r>
      <w:r>
        <w:tab/>
        <w:t>7.685e0</w:t>
      </w:r>
    </w:p>
    <w:p w:rsidR="006974AE" w:rsidRDefault="006974AE" w:rsidP="006974AE">
      <w:r>
        <w:t>103.0828</w:t>
      </w:r>
      <w:r>
        <w:tab/>
        <w:t>2.025e0</w:t>
      </w:r>
    </w:p>
    <w:p w:rsidR="006974AE" w:rsidRDefault="006974AE" w:rsidP="006974AE">
      <w:r>
        <w:t>103.0842</w:t>
      </w:r>
      <w:r>
        <w:tab/>
        <w:t>2.025e0</w:t>
      </w:r>
    </w:p>
    <w:p w:rsidR="006974AE" w:rsidRDefault="006974AE" w:rsidP="006974AE">
      <w:r>
        <w:t>103.0883</w:t>
      </w:r>
      <w:r>
        <w:tab/>
        <w:t>1.013e0</w:t>
      </w:r>
    </w:p>
    <w:p w:rsidR="006974AE" w:rsidRDefault="006974AE" w:rsidP="006974AE">
      <w:r>
        <w:t>103.0949</w:t>
      </w:r>
      <w:r>
        <w:tab/>
        <w:t>2.025e0</w:t>
      </w:r>
    </w:p>
    <w:p w:rsidR="006974AE" w:rsidRDefault="006974AE" w:rsidP="006974AE">
      <w:r>
        <w:t>103.0991</w:t>
      </w:r>
      <w:r>
        <w:tab/>
        <w:t>1.013e0</w:t>
      </w:r>
    </w:p>
    <w:p w:rsidR="006974AE" w:rsidRDefault="006974AE" w:rsidP="006974AE">
      <w:r>
        <w:t>103.1018</w:t>
      </w:r>
      <w:r>
        <w:tab/>
        <w:t>1.013e0</w:t>
      </w:r>
    </w:p>
    <w:p w:rsidR="006974AE" w:rsidRDefault="006974AE" w:rsidP="006974AE">
      <w:r>
        <w:t>103.1099</w:t>
      </w:r>
      <w:r>
        <w:tab/>
        <w:t>1.013e0</w:t>
      </w:r>
    </w:p>
    <w:p w:rsidR="006974AE" w:rsidRDefault="006974AE" w:rsidP="006974AE">
      <w:r>
        <w:t>103.1339</w:t>
      </w:r>
      <w:r>
        <w:tab/>
        <w:t>1.013e0</w:t>
      </w:r>
    </w:p>
    <w:p w:rsidR="006974AE" w:rsidRDefault="006974AE" w:rsidP="006974AE">
      <w:r>
        <w:t>103.1424</w:t>
      </w:r>
      <w:r>
        <w:tab/>
        <w:t>2.025e0</w:t>
      </w:r>
    </w:p>
    <w:p w:rsidR="006974AE" w:rsidRDefault="006974AE" w:rsidP="006974AE">
      <w:r>
        <w:t>103.1694</w:t>
      </w:r>
      <w:r>
        <w:tab/>
        <w:t>1.013e0</w:t>
      </w:r>
    </w:p>
    <w:p w:rsidR="006974AE" w:rsidRDefault="006974AE" w:rsidP="006974AE">
      <w:r>
        <w:t>103.1772</w:t>
      </w:r>
      <w:r>
        <w:tab/>
        <w:t>1.013e0</w:t>
      </w:r>
    </w:p>
    <w:p w:rsidR="006974AE" w:rsidRDefault="006974AE" w:rsidP="006974AE">
      <w:r>
        <w:lastRenderedPageBreak/>
        <w:t>103.1880</w:t>
      </w:r>
      <w:r>
        <w:tab/>
        <w:t>1.013e0</w:t>
      </w:r>
    </w:p>
    <w:p w:rsidR="006974AE" w:rsidRDefault="006974AE" w:rsidP="006974AE">
      <w:r>
        <w:t>103.1963</w:t>
      </w:r>
      <w:r>
        <w:tab/>
        <w:t>2.025e0</w:t>
      </w:r>
    </w:p>
    <w:p w:rsidR="006974AE" w:rsidRDefault="006974AE" w:rsidP="006974AE">
      <w:r>
        <w:t>103.2042</w:t>
      </w:r>
      <w:r>
        <w:tab/>
        <w:t>1.013e0</w:t>
      </w:r>
    </w:p>
    <w:p w:rsidR="006974AE" w:rsidRDefault="006974AE" w:rsidP="006974AE">
      <w:r>
        <w:t>103.2206</w:t>
      </w:r>
      <w:r>
        <w:tab/>
        <w:t>1.013e0</w:t>
      </w:r>
    </w:p>
    <w:p w:rsidR="006974AE" w:rsidRDefault="006974AE" w:rsidP="006974AE">
      <w:r>
        <w:t>103.2313</w:t>
      </w:r>
      <w:r>
        <w:tab/>
        <w:t>2.025e0</w:t>
      </w:r>
    </w:p>
    <w:p w:rsidR="006974AE" w:rsidRDefault="006974AE" w:rsidP="006974AE">
      <w:r>
        <w:t>103.2476</w:t>
      </w:r>
      <w:r>
        <w:tab/>
        <w:t>1.013e0</w:t>
      </w:r>
    </w:p>
    <w:p w:rsidR="006974AE" w:rsidRDefault="006974AE" w:rsidP="006974AE">
      <w:r>
        <w:t>103.2503</w:t>
      </w:r>
      <w:r>
        <w:tab/>
        <w:t>2.025e0</w:t>
      </w:r>
    </w:p>
    <w:p w:rsidR="006974AE" w:rsidRDefault="006974AE" w:rsidP="006974AE">
      <w:r>
        <w:t>103.2610</w:t>
      </w:r>
      <w:r>
        <w:tab/>
        <w:t>1.013e0</w:t>
      </w:r>
    </w:p>
    <w:p w:rsidR="006974AE" w:rsidRDefault="006974AE" w:rsidP="006974AE">
      <w:r>
        <w:t>103.2719</w:t>
      </w:r>
      <w:r>
        <w:tab/>
        <w:t>1.013e0</w:t>
      </w:r>
    </w:p>
    <w:p w:rsidR="006974AE" w:rsidRDefault="006974AE" w:rsidP="006974AE">
      <w:r>
        <w:t>103.2774</w:t>
      </w:r>
      <w:r>
        <w:tab/>
        <w:t>1.013e0</w:t>
      </w:r>
    </w:p>
    <w:p w:rsidR="006974AE" w:rsidRDefault="006974AE" w:rsidP="006974AE">
      <w:r>
        <w:t>103.2932</w:t>
      </w:r>
      <w:r>
        <w:tab/>
        <w:t>1.013e0</w:t>
      </w:r>
    </w:p>
    <w:p w:rsidR="006974AE" w:rsidRDefault="006974AE" w:rsidP="006974AE">
      <w:r>
        <w:t>103.3044</w:t>
      </w:r>
      <w:r>
        <w:tab/>
        <w:t>1.013e0</w:t>
      </w:r>
    </w:p>
    <w:p w:rsidR="006974AE" w:rsidRDefault="006974AE" w:rsidP="006974AE">
      <w:r>
        <w:t>103.3179</w:t>
      </w:r>
      <w:r>
        <w:tab/>
        <w:t>1.013e0</w:t>
      </w:r>
    </w:p>
    <w:p w:rsidR="006974AE" w:rsidRDefault="006974AE" w:rsidP="006974AE">
      <w:r>
        <w:t>103.3204</w:t>
      </w:r>
      <w:r>
        <w:tab/>
        <w:t>1.013e0</w:t>
      </w:r>
    </w:p>
    <w:p w:rsidR="006974AE" w:rsidRDefault="006974AE" w:rsidP="006974AE">
      <w:r>
        <w:t>103.3583</w:t>
      </w:r>
      <w:r>
        <w:tab/>
        <w:t>1.013e0</w:t>
      </w:r>
    </w:p>
    <w:p w:rsidR="006974AE" w:rsidRDefault="006974AE" w:rsidP="006974AE">
      <w:r>
        <w:t>103.3635</w:t>
      </w:r>
      <w:r>
        <w:tab/>
        <w:t>1.013e0</w:t>
      </w:r>
    </w:p>
    <w:p w:rsidR="006974AE" w:rsidRDefault="006974AE" w:rsidP="006974AE">
      <w:r>
        <w:t>103.3720</w:t>
      </w:r>
      <w:r>
        <w:tab/>
        <w:t>1.013e0</w:t>
      </w:r>
    </w:p>
    <w:p w:rsidR="006974AE" w:rsidRDefault="006974AE" w:rsidP="006974AE">
      <w:r>
        <w:t>103.3989</w:t>
      </w:r>
      <w:r>
        <w:tab/>
        <w:t>3.038e0</w:t>
      </w:r>
    </w:p>
    <w:p w:rsidR="006974AE" w:rsidRDefault="006974AE" w:rsidP="006974AE">
      <w:r>
        <w:t>103.4069</w:t>
      </w:r>
      <w:r>
        <w:tab/>
        <w:t>2.025e0</w:t>
      </w:r>
    </w:p>
    <w:p w:rsidR="006974AE" w:rsidRDefault="006974AE" w:rsidP="006974AE">
      <w:r>
        <w:lastRenderedPageBreak/>
        <w:t>103.4232</w:t>
      </w:r>
      <w:r>
        <w:tab/>
        <w:t>2.025e0</w:t>
      </w:r>
    </w:p>
    <w:p w:rsidR="006974AE" w:rsidRDefault="006974AE" w:rsidP="006974AE">
      <w:r>
        <w:t>103.4366</w:t>
      </w:r>
      <w:r>
        <w:tab/>
        <w:t>2.025e0</w:t>
      </w:r>
    </w:p>
    <w:p w:rsidR="006974AE" w:rsidRDefault="006974AE" w:rsidP="006974AE">
      <w:r>
        <w:t>103.4581</w:t>
      </w:r>
      <w:r>
        <w:tab/>
        <w:t>2.025e0</w:t>
      </w:r>
    </w:p>
    <w:p w:rsidR="006974AE" w:rsidRDefault="006974AE" w:rsidP="006974AE">
      <w:r>
        <w:t>103.4609</w:t>
      </w:r>
      <w:r>
        <w:tab/>
        <w:t>1.013e0</w:t>
      </w:r>
    </w:p>
    <w:p w:rsidR="006974AE" w:rsidRDefault="006974AE" w:rsidP="006974AE">
      <w:r>
        <w:t>103.4637</w:t>
      </w:r>
      <w:r>
        <w:tab/>
        <w:t>1.013e0</w:t>
      </w:r>
    </w:p>
    <w:p w:rsidR="006974AE" w:rsidRDefault="006974AE" w:rsidP="006974AE">
      <w:r>
        <w:t>103.4759</w:t>
      </w:r>
      <w:r>
        <w:tab/>
        <w:t>2.025e0</w:t>
      </w:r>
    </w:p>
    <w:p w:rsidR="006974AE" w:rsidRDefault="006974AE" w:rsidP="006974AE">
      <w:r>
        <w:t>103.4801</w:t>
      </w:r>
      <w:r>
        <w:tab/>
        <w:t>1.013e0</w:t>
      </w:r>
    </w:p>
    <w:p w:rsidR="006974AE" w:rsidRDefault="006974AE" w:rsidP="006974AE">
      <w:r>
        <w:t>103.4825</w:t>
      </w:r>
      <w:r>
        <w:tab/>
        <w:t>1.013e0</w:t>
      </w:r>
    </w:p>
    <w:p w:rsidR="006974AE" w:rsidRDefault="006974AE" w:rsidP="006974AE">
      <w:r>
        <w:t>103.4851</w:t>
      </w:r>
      <w:r>
        <w:tab/>
        <w:t>1.013e0</w:t>
      </w:r>
    </w:p>
    <w:p w:rsidR="006974AE" w:rsidRDefault="006974AE" w:rsidP="006974AE">
      <w:r>
        <w:t>103.4880</w:t>
      </w:r>
      <w:r>
        <w:tab/>
        <w:t>1.013e0</w:t>
      </w:r>
    </w:p>
    <w:p w:rsidR="006974AE" w:rsidRDefault="006974AE" w:rsidP="006974AE">
      <w:r>
        <w:t>103.5055</w:t>
      </w:r>
      <w:r>
        <w:tab/>
        <w:t>2.025e0</w:t>
      </w:r>
    </w:p>
    <w:p w:rsidR="006974AE" w:rsidRDefault="006974AE" w:rsidP="006974AE">
      <w:r>
        <w:t>103.5070</w:t>
      </w:r>
      <w:r>
        <w:tab/>
        <w:t>1.013e0</w:t>
      </w:r>
    </w:p>
    <w:p w:rsidR="006974AE" w:rsidRDefault="006974AE" w:rsidP="006974AE">
      <w:r>
        <w:t>103.5094</w:t>
      </w:r>
      <w:r>
        <w:tab/>
        <w:t>1.013e0</w:t>
      </w:r>
    </w:p>
    <w:p w:rsidR="006974AE" w:rsidRDefault="006974AE" w:rsidP="006974AE">
      <w:r>
        <w:t>103.5177</w:t>
      </w:r>
      <w:r>
        <w:tab/>
        <w:t>1.013e0</w:t>
      </w:r>
    </w:p>
    <w:p w:rsidR="006974AE" w:rsidRDefault="006974AE" w:rsidP="006974AE">
      <w:r>
        <w:t>103.5312</w:t>
      </w:r>
      <w:r>
        <w:tab/>
        <w:t>1.013e0</w:t>
      </w:r>
    </w:p>
    <w:p w:rsidR="006974AE" w:rsidRDefault="006974AE" w:rsidP="006974AE">
      <w:r>
        <w:t>103.5421</w:t>
      </w:r>
      <w:r>
        <w:tab/>
        <w:t>1.013e0</w:t>
      </w:r>
    </w:p>
    <w:p w:rsidR="006974AE" w:rsidRDefault="006974AE" w:rsidP="006974AE">
      <w:r>
        <w:t>103.5690</w:t>
      </w:r>
      <w:r>
        <w:tab/>
        <w:t>2.025e0</w:t>
      </w:r>
    </w:p>
    <w:p w:rsidR="006974AE" w:rsidRDefault="006974AE" w:rsidP="006974AE">
      <w:r>
        <w:t>103.5718</w:t>
      </w:r>
      <w:r>
        <w:tab/>
        <w:t>1.013e0</w:t>
      </w:r>
    </w:p>
    <w:p w:rsidR="006974AE" w:rsidRDefault="006974AE" w:rsidP="006974AE">
      <w:r>
        <w:t>103.5907</w:t>
      </w:r>
      <w:r>
        <w:tab/>
        <w:t>1.013e0</w:t>
      </w:r>
    </w:p>
    <w:p w:rsidR="006974AE" w:rsidRDefault="006974AE" w:rsidP="006974AE">
      <w:r>
        <w:lastRenderedPageBreak/>
        <w:t>103.5975</w:t>
      </w:r>
      <w:r>
        <w:tab/>
        <w:t>2.025e0</w:t>
      </w:r>
    </w:p>
    <w:p w:rsidR="006974AE" w:rsidRDefault="006974AE" w:rsidP="006974AE">
      <w:r>
        <w:t>103.6016</w:t>
      </w:r>
      <w:r>
        <w:tab/>
        <w:t>1.013e0</w:t>
      </w:r>
    </w:p>
    <w:p w:rsidR="006974AE" w:rsidRDefault="006974AE" w:rsidP="006974AE">
      <w:r>
        <w:t>103.6259</w:t>
      </w:r>
      <w:r>
        <w:tab/>
        <w:t>1.013e0</w:t>
      </w:r>
    </w:p>
    <w:p w:rsidR="006974AE" w:rsidRDefault="006974AE" w:rsidP="006974AE">
      <w:r>
        <w:t>103.6503</w:t>
      </w:r>
      <w:r>
        <w:tab/>
        <w:t>2.025e0</w:t>
      </w:r>
    </w:p>
    <w:p w:rsidR="006974AE" w:rsidRDefault="006974AE" w:rsidP="006974AE">
      <w:r>
        <w:t>103.6694</w:t>
      </w:r>
      <w:r>
        <w:tab/>
        <w:t>1.013e0</w:t>
      </w:r>
    </w:p>
    <w:p w:rsidR="006974AE" w:rsidRDefault="006974AE" w:rsidP="006974AE">
      <w:r>
        <w:t>103.6813</w:t>
      </w:r>
      <w:r>
        <w:tab/>
        <w:t>2.025e0</w:t>
      </w:r>
    </w:p>
    <w:p w:rsidR="006974AE" w:rsidRDefault="006974AE" w:rsidP="006974AE">
      <w:r>
        <w:t>103.6909</w:t>
      </w:r>
      <w:r>
        <w:tab/>
        <w:t>1.013e0</w:t>
      </w:r>
    </w:p>
    <w:p w:rsidR="006974AE" w:rsidRDefault="006974AE" w:rsidP="006974AE">
      <w:r>
        <w:t>103.7072</w:t>
      </w:r>
      <w:r>
        <w:tab/>
        <w:t>1.013e0</w:t>
      </w:r>
    </w:p>
    <w:p w:rsidR="006974AE" w:rsidRDefault="006974AE" w:rsidP="006974AE">
      <w:r>
        <w:t>103.7100</w:t>
      </w:r>
      <w:r>
        <w:tab/>
        <w:t>1.013e0</w:t>
      </w:r>
    </w:p>
    <w:p w:rsidR="006974AE" w:rsidRDefault="006974AE" w:rsidP="006974AE">
      <w:r>
        <w:t>103.7314</w:t>
      </w:r>
      <w:r>
        <w:tab/>
        <w:t>2.025e0</w:t>
      </w:r>
    </w:p>
    <w:p w:rsidR="006974AE" w:rsidRDefault="006974AE" w:rsidP="006974AE">
      <w:r>
        <w:t>103.7396</w:t>
      </w:r>
      <w:r>
        <w:tab/>
        <w:t>2.025e0</w:t>
      </w:r>
    </w:p>
    <w:p w:rsidR="006974AE" w:rsidRDefault="006974AE" w:rsidP="006974AE">
      <w:r>
        <w:t>103.7506</w:t>
      </w:r>
      <w:r>
        <w:tab/>
        <w:t>1.013e0</w:t>
      </w:r>
    </w:p>
    <w:p w:rsidR="006974AE" w:rsidRDefault="006974AE" w:rsidP="006974AE">
      <w:r>
        <w:t>103.7586</w:t>
      </w:r>
      <w:r>
        <w:tab/>
        <w:t>1.013e0</w:t>
      </w:r>
    </w:p>
    <w:p w:rsidR="006974AE" w:rsidRDefault="006974AE" w:rsidP="006974AE">
      <w:r>
        <w:t>103.7667</w:t>
      </w:r>
      <w:r>
        <w:tab/>
        <w:t>1.013e0</w:t>
      </w:r>
    </w:p>
    <w:p w:rsidR="006974AE" w:rsidRDefault="006974AE" w:rsidP="006974AE">
      <w:r>
        <w:t>103.7802</w:t>
      </w:r>
      <w:r>
        <w:tab/>
        <w:t>1.013e0</w:t>
      </w:r>
    </w:p>
    <w:p w:rsidR="006974AE" w:rsidRDefault="006974AE" w:rsidP="006974AE">
      <w:r>
        <w:t>103.7855</w:t>
      </w:r>
      <w:r>
        <w:tab/>
        <w:t>1.013e0</w:t>
      </w:r>
    </w:p>
    <w:p w:rsidR="006974AE" w:rsidRDefault="006974AE" w:rsidP="006974AE">
      <w:r>
        <w:t>103.7992</w:t>
      </w:r>
      <w:r>
        <w:tab/>
        <w:t>1.013e0</w:t>
      </w:r>
    </w:p>
    <w:p w:rsidR="006974AE" w:rsidRDefault="006974AE" w:rsidP="006974AE">
      <w:r>
        <w:t>103.8182</w:t>
      </w:r>
      <w:r>
        <w:tab/>
        <w:t>2.025e0</w:t>
      </w:r>
    </w:p>
    <w:p w:rsidR="006974AE" w:rsidRDefault="006974AE" w:rsidP="006974AE">
      <w:r>
        <w:t>103.8318</w:t>
      </w:r>
      <w:r>
        <w:tab/>
        <w:t>1.013e0</w:t>
      </w:r>
    </w:p>
    <w:p w:rsidR="006974AE" w:rsidRDefault="006974AE" w:rsidP="006974AE">
      <w:r>
        <w:lastRenderedPageBreak/>
        <w:t>103.8397</w:t>
      </w:r>
      <w:r>
        <w:tab/>
        <w:t>2.025e0</w:t>
      </w:r>
    </w:p>
    <w:p w:rsidR="006974AE" w:rsidRDefault="006974AE" w:rsidP="006974AE">
      <w:r>
        <w:t>103.8424</w:t>
      </w:r>
      <w:r>
        <w:tab/>
        <w:t>1.013e0</w:t>
      </w:r>
    </w:p>
    <w:p w:rsidR="006974AE" w:rsidRDefault="006974AE" w:rsidP="006974AE">
      <w:r>
        <w:t>103.8588</w:t>
      </w:r>
      <w:r>
        <w:tab/>
        <w:t>1.013e0</w:t>
      </w:r>
    </w:p>
    <w:p w:rsidR="006974AE" w:rsidRDefault="006974AE" w:rsidP="006974AE">
      <w:r>
        <w:t>103.8667</w:t>
      </w:r>
      <w:r>
        <w:tab/>
        <w:t>1.013e0</w:t>
      </w:r>
    </w:p>
    <w:p w:rsidR="006974AE" w:rsidRDefault="006974AE" w:rsidP="006974AE">
      <w:r>
        <w:t>103.8724</w:t>
      </w:r>
      <w:r>
        <w:tab/>
        <w:t>1.013e0</w:t>
      </w:r>
    </w:p>
    <w:p w:rsidR="006974AE" w:rsidRDefault="006974AE" w:rsidP="006974AE">
      <w:r>
        <w:t>103.8774</w:t>
      </w:r>
      <w:r>
        <w:tab/>
        <w:t>1.013e0</w:t>
      </w:r>
    </w:p>
    <w:p w:rsidR="006974AE" w:rsidRDefault="006974AE" w:rsidP="006974AE">
      <w:r>
        <w:t>103.8858</w:t>
      </w:r>
      <w:r>
        <w:tab/>
        <w:t>1.013e0</w:t>
      </w:r>
    </w:p>
    <w:p w:rsidR="006974AE" w:rsidRDefault="006974AE" w:rsidP="006974AE">
      <w:r>
        <w:t>103.8939</w:t>
      </w:r>
      <w:r>
        <w:tab/>
        <w:t>2.025e0</w:t>
      </w:r>
    </w:p>
    <w:p w:rsidR="006974AE" w:rsidRDefault="006974AE" w:rsidP="006974AE">
      <w:r>
        <w:t>103.8995</w:t>
      </w:r>
      <w:r>
        <w:tab/>
        <w:t>1.013e0</w:t>
      </w:r>
    </w:p>
    <w:p w:rsidR="006974AE" w:rsidRDefault="006974AE" w:rsidP="006974AE">
      <w:r>
        <w:t>103.9237</w:t>
      </w:r>
      <w:r>
        <w:tab/>
        <w:t>2.025e0</w:t>
      </w:r>
    </w:p>
    <w:p w:rsidR="006974AE" w:rsidRDefault="006974AE" w:rsidP="006974AE">
      <w:r>
        <w:t>103.9264</w:t>
      </w:r>
      <w:r>
        <w:tab/>
        <w:t>1.013e0</w:t>
      </w:r>
    </w:p>
    <w:p w:rsidR="006974AE" w:rsidRDefault="006974AE" w:rsidP="006974AE">
      <w:r>
        <w:t>103.9294</w:t>
      </w:r>
      <w:r>
        <w:tab/>
        <w:t>2.025e0</w:t>
      </w:r>
    </w:p>
    <w:p w:rsidR="006974AE" w:rsidRDefault="006974AE" w:rsidP="006974AE">
      <w:r>
        <w:t>103.9565</w:t>
      </w:r>
      <w:r>
        <w:tab/>
        <w:t>1.013e0</w:t>
      </w:r>
    </w:p>
    <w:p w:rsidR="006974AE" w:rsidRDefault="006974AE" w:rsidP="006974AE">
      <w:r>
        <w:t>103.9615</w:t>
      </w:r>
      <w:r>
        <w:tab/>
        <w:t>1.013e0</w:t>
      </w:r>
    </w:p>
    <w:p w:rsidR="006974AE" w:rsidRDefault="006974AE" w:rsidP="006974AE">
      <w:r>
        <w:t>103.9644</w:t>
      </w:r>
      <w:r>
        <w:tab/>
        <w:t>1.013e0</w:t>
      </w:r>
    </w:p>
    <w:p w:rsidR="006974AE" w:rsidRDefault="006974AE" w:rsidP="006974AE">
      <w:r>
        <w:t>103.9723</w:t>
      </w:r>
      <w:r>
        <w:tab/>
        <w:t>1.013e0</w:t>
      </w:r>
    </w:p>
    <w:p w:rsidR="006974AE" w:rsidRDefault="006974AE" w:rsidP="006974AE">
      <w:r>
        <w:t>103.9752</w:t>
      </w:r>
      <w:r>
        <w:tab/>
        <w:t>1.013e0</w:t>
      </w:r>
    </w:p>
    <w:p w:rsidR="006974AE" w:rsidRDefault="006974AE" w:rsidP="006974AE">
      <w:r>
        <w:t>103.9860</w:t>
      </w:r>
      <w:r>
        <w:tab/>
        <w:t>2.025e0</w:t>
      </w:r>
    </w:p>
    <w:p w:rsidR="006974AE" w:rsidRDefault="006974AE" w:rsidP="006974AE">
      <w:r>
        <w:t>103.9915</w:t>
      </w:r>
      <w:r>
        <w:tab/>
        <w:t>2.025e0</w:t>
      </w:r>
    </w:p>
    <w:p w:rsidR="006974AE" w:rsidRDefault="006974AE" w:rsidP="006974AE">
      <w:r>
        <w:lastRenderedPageBreak/>
        <w:t>103.9941</w:t>
      </w:r>
      <w:r>
        <w:tab/>
        <w:t>2.025e0</w:t>
      </w:r>
    </w:p>
    <w:p w:rsidR="006974AE" w:rsidRDefault="006974AE" w:rsidP="006974AE">
      <w:r>
        <w:t>104.0021</w:t>
      </w:r>
      <w:r>
        <w:tab/>
        <w:t>1.013e0</w:t>
      </w:r>
    </w:p>
    <w:p w:rsidR="006974AE" w:rsidRDefault="006974AE" w:rsidP="006974AE">
      <w:r>
        <w:t>104.0107</w:t>
      </w:r>
      <w:r>
        <w:tab/>
        <w:t>1.013e0</w:t>
      </w:r>
    </w:p>
    <w:p w:rsidR="006974AE" w:rsidRDefault="006974AE" w:rsidP="006974AE">
      <w:r>
        <w:t>104.0186</w:t>
      </w:r>
      <w:r>
        <w:tab/>
        <w:t>1.013e0</w:t>
      </w:r>
    </w:p>
    <w:p w:rsidR="006974AE" w:rsidRDefault="006974AE" w:rsidP="006974AE">
      <w:r>
        <w:t>104.0265</w:t>
      </w:r>
      <w:r>
        <w:tab/>
        <w:t>1.013e0</w:t>
      </w:r>
    </w:p>
    <w:p w:rsidR="006974AE" w:rsidRDefault="006974AE" w:rsidP="006974AE">
      <w:r>
        <w:t>104.0320</w:t>
      </w:r>
      <w:r>
        <w:tab/>
        <w:t>1.013e0</w:t>
      </w:r>
    </w:p>
    <w:p w:rsidR="006974AE" w:rsidRDefault="006974AE" w:rsidP="006974AE">
      <w:r>
        <w:t>104.0378</w:t>
      </w:r>
      <w:r>
        <w:tab/>
        <w:t>1.013e0</w:t>
      </w:r>
    </w:p>
    <w:p w:rsidR="006974AE" w:rsidRDefault="006974AE" w:rsidP="006974AE">
      <w:r>
        <w:t>104.0476</w:t>
      </w:r>
      <w:r>
        <w:tab/>
        <w:t>3.038e0</w:t>
      </w:r>
    </w:p>
    <w:p w:rsidR="006974AE" w:rsidRDefault="006974AE" w:rsidP="006974AE">
      <w:r>
        <w:t>104.0539</w:t>
      </w:r>
      <w:r>
        <w:tab/>
        <w:t>2.025e0</w:t>
      </w:r>
    </w:p>
    <w:p w:rsidR="006974AE" w:rsidRDefault="006974AE" w:rsidP="006974AE">
      <w:r>
        <w:t>104.0654</w:t>
      </w:r>
      <w:r>
        <w:tab/>
        <w:t>1.446e0</w:t>
      </w:r>
    </w:p>
    <w:p w:rsidR="006974AE" w:rsidRDefault="006974AE" w:rsidP="006974AE">
      <w:r>
        <w:t>104.0687</w:t>
      </w:r>
      <w:r>
        <w:tab/>
        <w:t>2.025e0</w:t>
      </w:r>
    </w:p>
    <w:p w:rsidR="006974AE" w:rsidRDefault="006974AE" w:rsidP="006974AE">
      <w:r>
        <w:t>104.0727</w:t>
      </w:r>
      <w:r>
        <w:tab/>
        <w:t>1.013e0</w:t>
      </w:r>
    </w:p>
    <w:p w:rsidR="006974AE" w:rsidRDefault="006974AE" w:rsidP="006974AE">
      <w:r>
        <w:t>104.0756</w:t>
      </w:r>
      <w:r>
        <w:tab/>
        <w:t>2.025e0</w:t>
      </w:r>
    </w:p>
    <w:p w:rsidR="006974AE" w:rsidRDefault="006974AE" w:rsidP="006974AE">
      <w:r>
        <w:t>104.0917</w:t>
      </w:r>
      <w:r>
        <w:tab/>
        <w:t>2.025e0</w:t>
      </w:r>
    </w:p>
    <w:p w:rsidR="006974AE" w:rsidRDefault="006974AE" w:rsidP="006974AE">
      <w:r>
        <w:t>104.0946</w:t>
      </w:r>
      <w:r>
        <w:tab/>
        <w:t>1.013e0</w:t>
      </w:r>
    </w:p>
    <w:p w:rsidR="006974AE" w:rsidRDefault="006974AE" w:rsidP="006974AE">
      <w:r>
        <w:t>104.1091</w:t>
      </w:r>
      <w:r>
        <w:tab/>
        <w:t>1.215e1</w:t>
      </w:r>
    </w:p>
    <w:p w:rsidR="006974AE" w:rsidRDefault="006974AE" w:rsidP="006974AE">
      <w:r>
        <w:t>104.1105</w:t>
      </w:r>
      <w:r>
        <w:tab/>
        <w:t>1.013e0</w:t>
      </w:r>
    </w:p>
    <w:p w:rsidR="006974AE" w:rsidRDefault="006974AE" w:rsidP="006974AE">
      <w:r>
        <w:t>104.1190</w:t>
      </w:r>
      <w:r>
        <w:tab/>
        <w:t>1.013e0</w:t>
      </w:r>
    </w:p>
    <w:p w:rsidR="006974AE" w:rsidRDefault="006974AE" w:rsidP="006974AE">
      <w:r>
        <w:t>104.1215</w:t>
      </w:r>
      <w:r>
        <w:tab/>
        <w:t>2.025e0</w:t>
      </w:r>
    </w:p>
    <w:p w:rsidR="006974AE" w:rsidRDefault="006974AE" w:rsidP="006974AE">
      <w:r>
        <w:lastRenderedPageBreak/>
        <w:t>104.1489</w:t>
      </w:r>
      <w:r>
        <w:tab/>
        <w:t>1.013e0</w:t>
      </w:r>
    </w:p>
    <w:p w:rsidR="006974AE" w:rsidRDefault="006974AE" w:rsidP="006974AE">
      <w:r>
        <w:t>104.1647</w:t>
      </w:r>
      <w:r>
        <w:tab/>
        <w:t>1.013e0</w:t>
      </w:r>
    </w:p>
    <w:p w:rsidR="006974AE" w:rsidRDefault="006974AE" w:rsidP="006974AE">
      <w:r>
        <w:t>104.1759</w:t>
      </w:r>
      <w:r>
        <w:tab/>
        <w:t>1.013e0</w:t>
      </w:r>
    </w:p>
    <w:p w:rsidR="006974AE" w:rsidRDefault="006974AE" w:rsidP="006974AE">
      <w:r>
        <w:t>104.1840</w:t>
      </w:r>
      <w:r>
        <w:tab/>
        <w:t>1.013e0</w:t>
      </w:r>
    </w:p>
    <w:p w:rsidR="006974AE" w:rsidRDefault="006974AE" w:rsidP="006974AE">
      <w:r>
        <w:t>104.1867</w:t>
      </w:r>
      <w:r>
        <w:tab/>
        <w:t>1.013e0</w:t>
      </w:r>
    </w:p>
    <w:p w:rsidR="006974AE" w:rsidRDefault="006974AE" w:rsidP="006974AE">
      <w:r>
        <w:t>104.1897</w:t>
      </w:r>
      <w:r>
        <w:tab/>
        <w:t>1.013e0</w:t>
      </w:r>
    </w:p>
    <w:p w:rsidR="006974AE" w:rsidRDefault="006974AE" w:rsidP="006974AE">
      <w:r>
        <w:t>104.1947</w:t>
      </w:r>
      <w:r>
        <w:tab/>
        <w:t>1.013e0</w:t>
      </w:r>
    </w:p>
    <w:p w:rsidR="006974AE" w:rsidRDefault="006974AE" w:rsidP="006974AE">
      <w:r>
        <w:t>104.2054</w:t>
      </w:r>
      <w:r>
        <w:tab/>
        <w:t>1.013e0</w:t>
      </w:r>
    </w:p>
    <w:p w:rsidR="006974AE" w:rsidRDefault="006974AE" w:rsidP="006974AE">
      <w:r>
        <w:t>104.2167</w:t>
      </w:r>
      <w:r>
        <w:tab/>
        <w:t>1.013e0</w:t>
      </w:r>
    </w:p>
    <w:p w:rsidR="006974AE" w:rsidRDefault="006974AE" w:rsidP="006974AE">
      <w:r>
        <w:t>104.2191</w:t>
      </w:r>
      <w:r>
        <w:tab/>
        <w:t>1.013e0</w:t>
      </w:r>
    </w:p>
    <w:p w:rsidR="006974AE" w:rsidRDefault="006974AE" w:rsidP="006974AE">
      <w:r>
        <w:t>104.2275</w:t>
      </w:r>
      <w:r>
        <w:tab/>
        <w:t>1.013e0</w:t>
      </w:r>
    </w:p>
    <w:p w:rsidR="006974AE" w:rsidRDefault="006974AE" w:rsidP="006974AE">
      <w:r>
        <w:t>104.2343</w:t>
      </w:r>
      <w:r>
        <w:tab/>
        <w:t>2.025e0</w:t>
      </w:r>
    </w:p>
    <w:p w:rsidR="006974AE" w:rsidRDefault="006974AE" w:rsidP="006974AE">
      <w:r>
        <w:t>104.2411</w:t>
      </w:r>
      <w:r>
        <w:tab/>
        <w:t>1.013e0</w:t>
      </w:r>
    </w:p>
    <w:p w:rsidR="006974AE" w:rsidRDefault="006974AE" w:rsidP="006974AE">
      <w:r>
        <w:t>104.2491</w:t>
      </w:r>
      <w:r>
        <w:tab/>
        <w:t>1.013e0</w:t>
      </w:r>
    </w:p>
    <w:p w:rsidR="006974AE" w:rsidRDefault="006974AE" w:rsidP="006974AE">
      <w:r>
        <w:t>104.2599</w:t>
      </w:r>
      <w:r>
        <w:tab/>
        <w:t>1.013e0</w:t>
      </w:r>
    </w:p>
    <w:p w:rsidR="006974AE" w:rsidRDefault="006974AE" w:rsidP="006974AE">
      <w:r>
        <w:t>104.2790</w:t>
      </w:r>
      <w:r>
        <w:tab/>
        <w:t>1.013e0</w:t>
      </w:r>
    </w:p>
    <w:p w:rsidR="006974AE" w:rsidRDefault="006974AE" w:rsidP="006974AE">
      <w:r>
        <w:t>104.3117</w:t>
      </w:r>
      <w:r>
        <w:tab/>
        <w:t>1.013e0</w:t>
      </w:r>
    </w:p>
    <w:p w:rsidR="006974AE" w:rsidRDefault="006974AE" w:rsidP="006974AE">
      <w:r>
        <w:t>104.3223</w:t>
      </w:r>
      <w:r>
        <w:tab/>
        <w:t>1.013e0</w:t>
      </w:r>
    </w:p>
    <w:p w:rsidR="006974AE" w:rsidRDefault="006974AE" w:rsidP="006974AE">
      <w:r>
        <w:t>104.3551</w:t>
      </w:r>
      <w:r>
        <w:tab/>
        <w:t>1.013e0</w:t>
      </w:r>
    </w:p>
    <w:p w:rsidR="006974AE" w:rsidRDefault="006974AE" w:rsidP="006974AE">
      <w:r>
        <w:lastRenderedPageBreak/>
        <w:t>104.3711</w:t>
      </w:r>
      <w:r>
        <w:tab/>
        <w:t>1.013e0</w:t>
      </w:r>
    </w:p>
    <w:p w:rsidR="006974AE" w:rsidRDefault="006974AE" w:rsidP="006974AE">
      <w:r>
        <w:t>104.3874</w:t>
      </w:r>
      <w:r>
        <w:tab/>
        <w:t>1.013e0</w:t>
      </w:r>
    </w:p>
    <w:p w:rsidR="006974AE" w:rsidRDefault="006974AE" w:rsidP="006974AE">
      <w:r>
        <w:t>104.4011</w:t>
      </w:r>
      <w:r>
        <w:tab/>
        <w:t>1.013e0</w:t>
      </w:r>
    </w:p>
    <w:p w:rsidR="006974AE" w:rsidRDefault="006974AE" w:rsidP="006974AE">
      <w:r>
        <w:t>104.4039</w:t>
      </w:r>
      <w:r>
        <w:tab/>
        <w:t>1.013e0</w:t>
      </w:r>
    </w:p>
    <w:p w:rsidR="006974AE" w:rsidRDefault="006974AE" w:rsidP="006974AE">
      <w:r>
        <w:t>104.4118</w:t>
      </w:r>
      <w:r>
        <w:tab/>
        <w:t>1.013e0</w:t>
      </w:r>
    </w:p>
    <w:p w:rsidR="006974AE" w:rsidRDefault="006974AE" w:rsidP="006974AE">
      <w:r>
        <w:t>104.4230</w:t>
      </w:r>
      <w:r>
        <w:tab/>
        <w:t>1.013e0</w:t>
      </w:r>
    </w:p>
    <w:p w:rsidR="006974AE" w:rsidRDefault="006974AE" w:rsidP="006974AE">
      <w:r>
        <w:t>104.4309</w:t>
      </w:r>
      <w:r>
        <w:tab/>
        <w:t>1.013e0</w:t>
      </w:r>
    </w:p>
    <w:p w:rsidR="006974AE" w:rsidRDefault="006974AE" w:rsidP="006974AE">
      <w:r>
        <w:t>104.4389</w:t>
      </w:r>
      <w:r>
        <w:tab/>
        <w:t>1.013e0</w:t>
      </w:r>
    </w:p>
    <w:p w:rsidR="006974AE" w:rsidRDefault="006974AE" w:rsidP="006974AE">
      <w:r>
        <w:t>104.4417</w:t>
      </w:r>
      <w:r>
        <w:tab/>
        <w:t>1.013e0</w:t>
      </w:r>
    </w:p>
    <w:p w:rsidR="006974AE" w:rsidRDefault="006974AE" w:rsidP="006974AE">
      <w:r>
        <w:t>104.4581</w:t>
      </w:r>
      <w:r>
        <w:tab/>
        <w:t>1.013e0</w:t>
      </w:r>
    </w:p>
    <w:p w:rsidR="006974AE" w:rsidRDefault="006974AE" w:rsidP="006974AE">
      <w:r>
        <w:t>104.4636</w:t>
      </w:r>
      <w:r>
        <w:tab/>
        <w:t>1.013e0</w:t>
      </w:r>
    </w:p>
    <w:p w:rsidR="006974AE" w:rsidRDefault="006974AE" w:rsidP="006974AE">
      <w:r>
        <w:t>104.4663</w:t>
      </w:r>
      <w:r>
        <w:tab/>
        <w:t>1.013e0</w:t>
      </w:r>
    </w:p>
    <w:p w:rsidR="006974AE" w:rsidRDefault="006974AE" w:rsidP="006974AE">
      <w:r>
        <w:t>104.4745</w:t>
      </w:r>
      <w:r>
        <w:tab/>
        <w:t>2.025e0</w:t>
      </w:r>
    </w:p>
    <w:p w:rsidR="006974AE" w:rsidRDefault="006974AE" w:rsidP="006974AE">
      <w:r>
        <w:t>104.4853</w:t>
      </w:r>
      <w:r>
        <w:tab/>
        <w:t>1.013e0</w:t>
      </w:r>
    </w:p>
    <w:p w:rsidR="006974AE" w:rsidRDefault="006974AE" w:rsidP="006974AE">
      <w:r>
        <w:t>104.4909</w:t>
      </w:r>
      <w:r>
        <w:tab/>
        <w:t>1.013e0</w:t>
      </w:r>
    </w:p>
    <w:p w:rsidR="006974AE" w:rsidRDefault="006974AE" w:rsidP="006974AE">
      <w:r>
        <w:t>104.4936</w:t>
      </w:r>
      <w:r>
        <w:tab/>
        <w:t>1.013e0</w:t>
      </w:r>
    </w:p>
    <w:p w:rsidR="006974AE" w:rsidRDefault="006974AE" w:rsidP="006974AE">
      <w:r>
        <w:t>104.5045</w:t>
      </w:r>
      <w:r>
        <w:tab/>
        <w:t>1.013e0</w:t>
      </w:r>
    </w:p>
    <w:p w:rsidR="006974AE" w:rsidRDefault="006974AE" w:rsidP="006974AE">
      <w:r>
        <w:t>104.5095</w:t>
      </w:r>
      <w:r>
        <w:tab/>
        <w:t>1.013e0</w:t>
      </w:r>
    </w:p>
    <w:p w:rsidR="006974AE" w:rsidRDefault="006974AE" w:rsidP="006974AE">
      <w:r>
        <w:t>104.5181</w:t>
      </w:r>
      <w:r>
        <w:tab/>
        <w:t>1.013e0</w:t>
      </w:r>
    </w:p>
    <w:p w:rsidR="006974AE" w:rsidRDefault="006974AE" w:rsidP="006974AE">
      <w:r>
        <w:lastRenderedPageBreak/>
        <w:t>104.5368</w:t>
      </w:r>
      <w:r>
        <w:tab/>
        <w:t>1.013e0</w:t>
      </w:r>
    </w:p>
    <w:p w:rsidR="006974AE" w:rsidRDefault="006974AE" w:rsidP="006974AE">
      <w:r>
        <w:t>104.5479</w:t>
      </w:r>
      <w:r>
        <w:tab/>
        <w:t>1.013e0</w:t>
      </w:r>
    </w:p>
    <w:p w:rsidR="006974AE" w:rsidRDefault="006974AE" w:rsidP="006974AE">
      <w:r>
        <w:t>104.5532</w:t>
      </w:r>
      <w:r>
        <w:tab/>
        <w:t>1.013e0</w:t>
      </w:r>
    </w:p>
    <w:p w:rsidR="006974AE" w:rsidRDefault="006974AE" w:rsidP="006974AE">
      <w:r>
        <w:t>104.5723</w:t>
      </w:r>
      <w:r>
        <w:tab/>
        <w:t>2.025e0</w:t>
      </w:r>
    </w:p>
    <w:p w:rsidR="006974AE" w:rsidRDefault="006974AE" w:rsidP="006974AE">
      <w:r>
        <w:t>104.5968</w:t>
      </w:r>
      <w:r>
        <w:tab/>
        <w:t>1.013e0</w:t>
      </w:r>
    </w:p>
    <w:p w:rsidR="006974AE" w:rsidRDefault="006974AE" w:rsidP="006974AE">
      <w:r>
        <w:t>104.5995</w:t>
      </w:r>
      <w:r>
        <w:tab/>
        <w:t>1.013e0</w:t>
      </w:r>
    </w:p>
    <w:p w:rsidR="006974AE" w:rsidRDefault="006974AE" w:rsidP="006974AE">
      <w:r>
        <w:t>104.6047</w:t>
      </w:r>
      <w:r>
        <w:tab/>
        <w:t>1.013e0</w:t>
      </w:r>
    </w:p>
    <w:p w:rsidR="006974AE" w:rsidRDefault="006974AE" w:rsidP="006974AE">
      <w:r>
        <w:t>104.6058</w:t>
      </w:r>
      <w:r>
        <w:tab/>
        <w:t>3.038e0</w:t>
      </w:r>
    </w:p>
    <w:p w:rsidR="006974AE" w:rsidRDefault="006974AE" w:rsidP="006974AE">
      <w:r>
        <w:t>104.6104</w:t>
      </w:r>
      <w:r>
        <w:tab/>
        <w:t>1.013e0</w:t>
      </w:r>
    </w:p>
    <w:p w:rsidR="006974AE" w:rsidRDefault="006974AE" w:rsidP="006974AE">
      <w:r>
        <w:t>104.6172</w:t>
      </w:r>
      <w:r>
        <w:tab/>
        <w:t>2.025e0</w:t>
      </w:r>
    </w:p>
    <w:p w:rsidR="006974AE" w:rsidRDefault="006974AE" w:rsidP="006974AE">
      <w:r>
        <w:t>104.6183</w:t>
      </w:r>
      <w:r>
        <w:tab/>
        <w:t>1.013e0</w:t>
      </w:r>
    </w:p>
    <w:p w:rsidR="006974AE" w:rsidRDefault="006974AE" w:rsidP="006974AE">
      <w:r>
        <w:t>104.6267</w:t>
      </w:r>
      <w:r>
        <w:tab/>
        <w:t>1.013e0</w:t>
      </w:r>
    </w:p>
    <w:p w:rsidR="006974AE" w:rsidRDefault="006974AE" w:rsidP="006974AE">
      <w:r>
        <w:t>104.6430</w:t>
      </w:r>
      <w:r>
        <w:tab/>
        <w:t>2.025e0</w:t>
      </w:r>
    </w:p>
    <w:p w:rsidR="006974AE" w:rsidRDefault="006974AE" w:rsidP="006974AE">
      <w:r>
        <w:t>104.6567</w:t>
      </w:r>
      <w:r>
        <w:tab/>
        <w:t>1.013e0</w:t>
      </w:r>
    </w:p>
    <w:p w:rsidR="006974AE" w:rsidRDefault="006974AE" w:rsidP="006974AE">
      <w:r>
        <w:t>104.6618</w:t>
      </w:r>
      <w:r>
        <w:tab/>
        <w:t>1.013e0</w:t>
      </w:r>
    </w:p>
    <w:p w:rsidR="006974AE" w:rsidRDefault="006974AE" w:rsidP="006974AE">
      <w:r>
        <w:t>104.6675</w:t>
      </w:r>
      <w:r>
        <w:tab/>
        <w:t>1.013e0</w:t>
      </w:r>
    </w:p>
    <w:p w:rsidR="006974AE" w:rsidRDefault="006974AE" w:rsidP="006974AE">
      <w:r>
        <w:t>104.6973</w:t>
      </w:r>
      <w:r>
        <w:tab/>
        <w:t>1.013e0</w:t>
      </w:r>
    </w:p>
    <w:p w:rsidR="006974AE" w:rsidRDefault="006974AE" w:rsidP="006974AE">
      <w:r>
        <w:t>104.7054</w:t>
      </w:r>
      <w:r>
        <w:tab/>
        <w:t>2.025e0</w:t>
      </w:r>
    </w:p>
    <w:p w:rsidR="006974AE" w:rsidRDefault="006974AE" w:rsidP="006974AE">
      <w:r>
        <w:t>104.7104</w:t>
      </w:r>
      <w:r>
        <w:tab/>
        <w:t>3.038e0</w:t>
      </w:r>
    </w:p>
    <w:p w:rsidR="006974AE" w:rsidRDefault="006974AE" w:rsidP="006974AE">
      <w:r>
        <w:lastRenderedPageBreak/>
        <w:t>104.7138</w:t>
      </w:r>
      <w:r>
        <w:tab/>
        <w:t>2.025e0</w:t>
      </w:r>
    </w:p>
    <w:p w:rsidR="006974AE" w:rsidRDefault="006974AE" w:rsidP="006974AE">
      <w:r>
        <w:t>104.7246</w:t>
      </w:r>
      <w:r>
        <w:tab/>
        <w:t>1.013e0</w:t>
      </w:r>
    </w:p>
    <w:p w:rsidR="006974AE" w:rsidRDefault="006974AE" w:rsidP="006974AE">
      <w:r>
        <w:t>104.7597</w:t>
      </w:r>
      <w:r>
        <w:tab/>
        <w:t>1.013e0</w:t>
      </w:r>
    </w:p>
    <w:p w:rsidR="006974AE" w:rsidRDefault="006974AE" w:rsidP="006974AE">
      <w:r>
        <w:t>104.7625</w:t>
      </w:r>
      <w:r>
        <w:tab/>
        <w:t>1.013e0</w:t>
      </w:r>
    </w:p>
    <w:p w:rsidR="006974AE" w:rsidRDefault="006974AE" w:rsidP="006974AE">
      <w:r>
        <w:t>104.7682</w:t>
      </w:r>
      <w:r>
        <w:tab/>
        <w:t>1.013e0</w:t>
      </w:r>
    </w:p>
    <w:p w:rsidR="006974AE" w:rsidRDefault="006974AE" w:rsidP="006974AE">
      <w:r>
        <w:t>104.7697</w:t>
      </w:r>
      <w:r>
        <w:tab/>
        <w:t>3.038e0</w:t>
      </w:r>
    </w:p>
    <w:p w:rsidR="006974AE" w:rsidRDefault="006974AE" w:rsidP="006974AE">
      <w:r>
        <w:t>104.7708</w:t>
      </w:r>
      <w:r>
        <w:tab/>
        <w:t>2.025e0</w:t>
      </w:r>
    </w:p>
    <w:p w:rsidR="006974AE" w:rsidRDefault="006974AE" w:rsidP="006974AE">
      <w:r>
        <w:t>104.7818</w:t>
      </w:r>
      <w:r>
        <w:tab/>
        <w:t>1.013e0</w:t>
      </w:r>
    </w:p>
    <w:p w:rsidR="006974AE" w:rsidRDefault="006974AE" w:rsidP="006974AE">
      <w:r>
        <w:t>104.7898</w:t>
      </w:r>
      <w:r>
        <w:tab/>
        <w:t>1.013e0</w:t>
      </w:r>
    </w:p>
    <w:p w:rsidR="006974AE" w:rsidRDefault="006974AE" w:rsidP="006974AE">
      <w:r>
        <w:t>104.7953</w:t>
      </w:r>
      <w:r>
        <w:tab/>
        <w:t>1.013e0</w:t>
      </w:r>
    </w:p>
    <w:p w:rsidR="006974AE" w:rsidRDefault="006974AE" w:rsidP="006974AE">
      <w:r>
        <w:t>104.8140</w:t>
      </w:r>
      <w:r>
        <w:tab/>
        <w:t>1.013e0</w:t>
      </w:r>
    </w:p>
    <w:p w:rsidR="006974AE" w:rsidRDefault="006974AE" w:rsidP="006974AE">
      <w:r>
        <w:t>104.8361</w:t>
      </w:r>
      <w:r>
        <w:tab/>
        <w:t>4.051e0</w:t>
      </w:r>
    </w:p>
    <w:p w:rsidR="006974AE" w:rsidRDefault="006974AE" w:rsidP="006974AE">
      <w:r>
        <w:t>104.8496</w:t>
      </w:r>
      <w:r>
        <w:tab/>
        <w:t>1.013e0</w:t>
      </w:r>
    </w:p>
    <w:p w:rsidR="006974AE" w:rsidRDefault="006974AE" w:rsidP="006974AE">
      <w:r>
        <w:t>104.8526</w:t>
      </w:r>
      <w:r>
        <w:tab/>
        <w:t>1.013e0</w:t>
      </w:r>
    </w:p>
    <w:p w:rsidR="006974AE" w:rsidRDefault="006974AE" w:rsidP="006974AE">
      <w:r>
        <w:t>104.8549</w:t>
      </w:r>
      <w:r>
        <w:tab/>
        <w:t>1.013e0</w:t>
      </w:r>
    </w:p>
    <w:p w:rsidR="006974AE" w:rsidRDefault="006974AE" w:rsidP="006974AE">
      <w:r>
        <w:t>104.8605</w:t>
      </w:r>
      <w:r>
        <w:tab/>
        <w:t>1.013e0</w:t>
      </w:r>
    </w:p>
    <w:p w:rsidR="006974AE" w:rsidRDefault="006974AE" w:rsidP="006974AE">
      <w:r>
        <w:t>104.8662</w:t>
      </w:r>
      <w:r>
        <w:tab/>
        <w:t>1.013e0</w:t>
      </w:r>
    </w:p>
    <w:p w:rsidR="006974AE" w:rsidRDefault="006974AE" w:rsidP="006974AE">
      <w:r>
        <w:t>104.8756</w:t>
      </w:r>
      <w:r>
        <w:tab/>
        <w:t>2.025e0</w:t>
      </w:r>
    </w:p>
    <w:p w:rsidR="006974AE" w:rsidRDefault="006974AE" w:rsidP="006974AE">
      <w:r>
        <w:t>104.8822</w:t>
      </w:r>
      <w:r>
        <w:tab/>
        <w:t>1.013e0</w:t>
      </w:r>
    </w:p>
    <w:p w:rsidR="006974AE" w:rsidRDefault="006974AE" w:rsidP="006974AE">
      <w:r>
        <w:lastRenderedPageBreak/>
        <w:t>104.8850</w:t>
      </w:r>
      <w:r>
        <w:tab/>
        <w:t>1.013e0</w:t>
      </w:r>
    </w:p>
    <w:p w:rsidR="006974AE" w:rsidRDefault="006974AE" w:rsidP="006974AE">
      <w:r>
        <w:t>104.8904</w:t>
      </w:r>
      <w:r>
        <w:tab/>
        <w:t>1.013e0</w:t>
      </w:r>
    </w:p>
    <w:p w:rsidR="006974AE" w:rsidRDefault="006974AE" w:rsidP="006974AE">
      <w:r>
        <w:t>104.8932</w:t>
      </w:r>
      <w:r>
        <w:tab/>
        <w:t>2.025e0</w:t>
      </w:r>
    </w:p>
    <w:p w:rsidR="006974AE" w:rsidRDefault="006974AE" w:rsidP="006974AE">
      <w:r>
        <w:t>104.8960</w:t>
      </w:r>
      <w:r>
        <w:tab/>
        <w:t>1.013e0</w:t>
      </w:r>
    </w:p>
    <w:p w:rsidR="006974AE" w:rsidRDefault="006974AE" w:rsidP="006974AE">
      <w:r>
        <w:t>104.9014</w:t>
      </w:r>
      <w:r>
        <w:tab/>
        <w:t>2.025e0</w:t>
      </w:r>
    </w:p>
    <w:p w:rsidR="006974AE" w:rsidRDefault="006974AE" w:rsidP="006974AE">
      <w:r>
        <w:t>104.9042</w:t>
      </w:r>
      <w:r>
        <w:tab/>
        <w:t>1.013e0</w:t>
      </w:r>
    </w:p>
    <w:p w:rsidR="006974AE" w:rsidRDefault="006974AE" w:rsidP="006974AE">
      <w:r>
        <w:t>104.9095</w:t>
      </w:r>
      <w:r>
        <w:tab/>
        <w:t>1.013e0</w:t>
      </w:r>
    </w:p>
    <w:p w:rsidR="006974AE" w:rsidRDefault="006974AE" w:rsidP="006974AE">
      <w:r>
        <w:t>104.9178</w:t>
      </w:r>
      <w:r>
        <w:tab/>
        <w:t>1.013e0</w:t>
      </w:r>
    </w:p>
    <w:p w:rsidR="006974AE" w:rsidRDefault="006974AE" w:rsidP="006974AE">
      <w:r>
        <w:t>104.9233</w:t>
      </w:r>
      <w:r>
        <w:tab/>
        <w:t>1.013e0</w:t>
      </w:r>
    </w:p>
    <w:p w:rsidR="006974AE" w:rsidRDefault="006974AE" w:rsidP="006974AE">
      <w:r>
        <w:t>104.9312</w:t>
      </w:r>
      <w:r>
        <w:tab/>
        <w:t>1.013e0</w:t>
      </w:r>
    </w:p>
    <w:p w:rsidR="006974AE" w:rsidRDefault="006974AE" w:rsidP="006974AE">
      <w:r>
        <w:t>104.9448</w:t>
      </w:r>
      <w:r>
        <w:tab/>
        <w:t>1.013e0</w:t>
      </w:r>
    </w:p>
    <w:p w:rsidR="006974AE" w:rsidRDefault="006974AE" w:rsidP="006974AE">
      <w:r>
        <w:t>104.9563</w:t>
      </w:r>
      <w:r>
        <w:tab/>
        <w:t>4.051e0</w:t>
      </w:r>
    </w:p>
    <w:p w:rsidR="006974AE" w:rsidRDefault="006974AE" w:rsidP="006974AE">
      <w:r>
        <w:t>104.9583</w:t>
      </w:r>
      <w:r>
        <w:tab/>
        <w:t>4.051e0</w:t>
      </w:r>
    </w:p>
    <w:p w:rsidR="006974AE" w:rsidRDefault="006974AE" w:rsidP="006974AE">
      <w:r>
        <w:t>104.9694</w:t>
      </w:r>
      <w:r>
        <w:tab/>
        <w:t>1.013e0</w:t>
      </w:r>
    </w:p>
    <w:p w:rsidR="006974AE" w:rsidRDefault="006974AE" w:rsidP="006974AE">
      <w:r>
        <w:t>104.9722</w:t>
      </w:r>
      <w:r>
        <w:tab/>
        <w:t>1.013e0</w:t>
      </w:r>
    </w:p>
    <w:p w:rsidR="006974AE" w:rsidRDefault="006974AE" w:rsidP="006974AE">
      <w:r>
        <w:t>104.9829</w:t>
      </w:r>
      <w:r>
        <w:tab/>
        <w:t>3.038e0</w:t>
      </w:r>
    </w:p>
    <w:p w:rsidR="006974AE" w:rsidRDefault="006974AE" w:rsidP="006974AE">
      <w:r>
        <w:t>104.9952</w:t>
      </w:r>
      <w:r>
        <w:tab/>
        <w:t>2.025e0</w:t>
      </w:r>
    </w:p>
    <w:p w:rsidR="006974AE" w:rsidRDefault="006974AE" w:rsidP="006974AE">
      <w:r>
        <w:t>104.9966</w:t>
      </w:r>
      <w:r>
        <w:tab/>
        <w:t>2.025e0</w:t>
      </w:r>
    </w:p>
    <w:p w:rsidR="006974AE" w:rsidRDefault="006974AE" w:rsidP="006974AE">
      <w:r>
        <w:t>105.0130</w:t>
      </w:r>
      <w:r>
        <w:tab/>
        <w:t>5.063e0</w:t>
      </w:r>
    </w:p>
    <w:p w:rsidR="006974AE" w:rsidRDefault="006974AE" w:rsidP="006974AE">
      <w:r>
        <w:lastRenderedPageBreak/>
        <w:t>105.0186</w:t>
      </w:r>
      <w:r>
        <w:tab/>
        <w:t>1.013e0</w:t>
      </w:r>
    </w:p>
    <w:p w:rsidR="006974AE" w:rsidRDefault="006974AE" w:rsidP="006974AE">
      <w:r>
        <w:t>105.0428</w:t>
      </w:r>
      <w:r>
        <w:tab/>
        <w:t>1.444e3</w:t>
      </w:r>
    </w:p>
    <w:p w:rsidR="006974AE" w:rsidRDefault="006974AE" w:rsidP="006974AE">
      <w:r>
        <w:t>105.0730</w:t>
      </w:r>
      <w:r>
        <w:tab/>
        <w:t>1.013e0</w:t>
      </w:r>
    </w:p>
    <w:p w:rsidR="006974AE" w:rsidRDefault="006974AE" w:rsidP="006974AE">
      <w:r>
        <w:t>105.0759</w:t>
      </w:r>
      <w:r>
        <w:tab/>
        <w:t>1.013e0</w:t>
      </w:r>
    </w:p>
    <w:p w:rsidR="006974AE" w:rsidRDefault="006974AE" w:rsidP="006974AE">
      <w:r>
        <w:t>105.0809</w:t>
      </w:r>
      <w:r>
        <w:tab/>
        <w:t>1.013e0</w:t>
      </w:r>
    </w:p>
    <w:p w:rsidR="006974AE" w:rsidRDefault="006974AE" w:rsidP="006974AE">
      <w:r>
        <w:t>105.0839</w:t>
      </w:r>
      <w:r>
        <w:tab/>
        <w:t>2.025e0</w:t>
      </w:r>
    </w:p>
    <w:p w:rsidR="006974AE" w:rsidRDefault="006974AE" w:rsidP="006974AE">
      <w:r>
        <w:t>105.0975</w:t>
      </w:r>
      <w:r>
        <w:tab/>
        <w:t>1.013e0</w:t>
      </w:r>
    </w:p>
    <w:p w:rsidR="006974AE" w:rsidRDefault="006974AE" w:rsidP="006974AE">
      <w:r>
        <w:t>105.1002</w:t>
      </w:r>
      <w:r>
        <w:tab/>
        <w:t>2.025e0</w:t>
      </w:r>
    </w:p>
    <w:p w:rsidR="006974AE" w:rsidRDefault="006974AE" w:rsidP="006974AE">
      <w:r>
        <w:t>105.1032</w:t>
      </w:r>
      <w:r>
        <w:tab/>
        <w:t>4.807e0</w:t>
      </w:r>
    </w:p>
    <w:p w:rsidR="006974AE" w:rsidRDefault="006974AE" w:rsidP="006974AE">
      <w:r>
        <w:t>105.1055</w:t>
      </w:r>
      <w:r>
        <w:tab/>
        <w:t>4.051e0</w:t>
      </w:r>
    </w:p>
    <w:p w:rsidR="006974AE" w:rsidRDefault="006974AE" w:rsidP="006974AE">
      <w:r>
        <w:t>105.1096</w:t>
      </w:r>
      <w:r>
        <w:tab/>
        <w:t>2.025e0</w:t>
      </w:r>
    </w:p>
    <w:p w:rsidR="006974AE" w:rsidRDefault="006974AE" w:rsidP="006974AE">
      <w:r>
        <w:t>105.1111</w:t>
      </w:r>
      <w:r>
        <w:tab/>
        <w:t>1.013e0</w:t>
      </w:r>
    </w:p>
    <w:p w:rsidR="006974AE" w:rsidRDefault="006974AE" w:rsidP="006974AE">
      <w:r>
        <w:t>105.1124</w:t>
      </w:r>
      <w:r>
        <w:tab/>
        <w:t>3.038e0</w:t>
      </w:r>
    </w:p>
    <w:p w:rsidR="006974AE" w:rsidRDefault="006974AE" w:rsidP="006974AE">
      <w:r>
        <w:t>105.1159</w:t>
      </w:r>
      <w:r>
        <w:tab/>
        <w:t>3.038e0</w:t>
      </w:r>
    </w:p>
    <w:p w:rsidR="006974AE" w:rsidRDefault="006974AE" w:rsidP="006974AE">
      <w:r>
        <w:t>105.1182</w:t>
      </w:r>
      <w:r>
        <w:tab/>
        <w:t>4.051e0</w:t>
      </w:r>
    </w:p>
    <w:p w:rsidR="006974AE" w:rsidRDefault="006974AE" w:rsidP="006974AE">
      <w:r>
        <w:t>105.1217</w:t>
      </w:r>
      <w:r>
        <w:tab/>
        <w:t>2.025e0</w:t>
      </w:r>
    </w:p>
    <w:p w:rsidR="006974AE" w:rsidRDefault="006974AE" w:rsidP="006974AE">
      <w:r>
        <w:t>105.1260</w:t>
      </w:r>
      <w:r>
        <w:tab/>
        <w:t>4.051e0</w:t>
      </w:r>
    </w:p>
    <w:p w:rsidR="006974AE" w:rsidRDefault="006974AE" w:rsidP="006974AE">
      <w:r>
        <w:t>105.1356</w:t>
      </w:r>
      <w:r>
        <w:tab/>
        <w:t>3.038e0</w:t>
      </w:r>
    </w:p>
    <w:p w:rsidR="006974AE" w:rsidRDefault="006974AE" w:rsidP="006974AE">
      <w:r>
        <w:t>105.1376</w:t>
      </w:r>
      <w:r>
        <w:tab/>
        <w:t>6.804e0</w:t>
      </w:r>
    </w:p>
    <w:p w:rsidR="006974AE" w:rsidRDefault="006974AE" w:rsidP="006974AE">
      <w:r>
        <w:lastRenderedPageBreak/>
        <w:t>105.1466</w:t>
      </w:r>
      <w:r>
        <w:tab/>
        <w:t>6.076e0</w:t>
      </w:r>
    </w:p>
    <w:p w:rsidR="006974AE" w:rsidRDefault="006974AE" w:rsidP="006974AE">
      <w:r>
        <w:t>105.1504</w:t>
      </w:r>
      <w:r>
        <w:tab/>
        <w:t>2.025e0</w:t>
      </w:r>
    </w:p>
    <w:p w:rsidR="006974AE" w:rsidRDefault="006974AE" w:rsidP="006974AE">
      <w:r>
        <w:t>105.1547</w:t>
      </w:r>
      <w:r>
        <w:tab/>
        <w:t>1.013e0</w:t>
      </w:r>
    </w:p>
    <w:p w:rsidR="006974AE" w:rsidRDefault="006974AE" w:rsidP="006974AE">
      <w:r>
        <w:t>105.1576</w:t>
      </w:r>
      <w:r>
        <w:tab/>
        <w:t>2.025e0</w:t>
      </w:r>
    </w:p>
    <w:p w:rsidR="006974AE" w:rsidRDefault="006974AE" w:rsidP="006974AE">
      <w:r>
        <w:t>105.1600</w:t>
      </w:r>
      <w:r>
        <w:tab/>
        <w:t>2.025e0</w:t>
      </w:r>
    </w:p>
    <w:p w:rsidR="006974AE" w:rsidRDefault="006974AE" w:rsidP="006974AE">
      <w:r>
        <w:t>105.1654</w:t>
      </w:r>
      <w:r>
        <w:tab/>
        <w:t>2.025e0</w:t>
      </w:r>
    </w:p>
    <w:p w:rsidR="006974AE" w:rsidRDefault="006974AE" w:rsidP="006974AE">
      <w:r>
        <w:t>105.1683</w:t>
      </w:r>
      <w:r>
        <w:tab/>
        <w:t>2.025e0</w:t>
      </w:r>
    </w:p>
    <w:p w:rsidR="006974AE" w:rsidRDefault="006974AE" w:rsidP="006974AE">
      <w:r>
        <w:t>105.1711</w:t>
      </w:r>
      <w:r>
        <w:tab/>
        <w:t>1.013e0</w:t>
      </w:r>
    </w:p>
    <w:p w:rsidR="006974AE" w:rsidRDefault="006974AE" w:rsidP="006974AE">
      <w:r>
        <w:t>105.1740</w:t>
      </w:r>
      <w:r>
        <w:tab/>
        <w:t>1.013e0</w:t>
      </w:r>
    </w:p>
    <w:p w:rsidR="006974AE" w:rsidRDefault="006974AE" w:rsidP="006974AE">
      <w:r>
        <w:t>105.1763</w:t>
      </w:r>
      <w:r>
        <w:tab/>
        <w:t>3.038e0</w:t>
      </w:r>
    </w:p>
    <w:p w:rsidR="006974AE" w:rsidRDefault="006974AE" w:rsidP="006974AE">
      <w:r>
        <w:t>105.1846</w:t>
      </w:r>
      <w:r>
        <w:tab/>
        <w:t>1.013e0</w:t>
      </w:r>
    </w:p>
    <w:p w:rsidR="006974AE" w:rsidRDefault="006974AE" w:rsidP="006974AE">
      <w:r>
        <w:t>105.1900</w:t>
      </w:r>
      <w:r>
        <w:tab/>
        <w:t>2.025e0</w:t>
      </w:r>
    </w:p>
    <w:p w:rsidR="006974AE" w:rsidRDefault="006974AE" w:rsidP="006974AE">
      <w:r>
        <w:t>105.1939</w:t>
      </w:r>
      <w:r>
        <w:tab/>
        <w:t>3.038e0</w:t>
      </w:r>
    </w:p>
    <w:p w:rsidR="006974AE" w:rsidRDefault="006974AE" w:rsidP="006974AE">
      <w:r>
        <w:t>105.2064</w:t>
      </w:r>
      <w:r>
        <w:tab/>
        <w:t>1.013e0</w:t>
      </w:r>
    </w:p>
    <w:p w:rsidR="006974AE" w:rsidRDefault="006974AE" w:rsidP="006974AE">
      <w:r>
        <w:t>105.2148</w:t>
      </w:r>
      <w:r>
        <w:tab/>
        <w:t>1.013e0</w:t>
      </w:r>
    </w:p>
    <w:p w:rsidR="006974AE" w:rsidRDefault="006974AE" w:rsidP="006974AE">
      <w:r>
        <w:t>105.2283</w:t>
      </w:r>
      <w:r>
        <w:tab/>
        <w:t>1.013e0</w:t>
      </w:r>
    </w:p>
    <w:p w:rsidR="006974AE" w:rsidRDefault="006974AE" w:rsidP="006974AE">
      <w:r>
        <w:t>105.2392</w:t>
      </w:r>
      <w:r>
        <w:tab/>
        <w:t>1.013e0</w:t>
      </w:r>
    </w:p>
    <w:p w:rsidR="006974AE" w:rsidRDefault="006974AE" w:rsidP="006974AE">
      <w:r>
        <w:t>105.2419</w:t>
      </w:r>
      <w:r>
        <w:tab/>
        <w:t>1.013e0</w:t>
      </w:r>
    </w:p>
    <w:p w:rsidR="006974AE" w:rsidRDefault="006974AE" w:rsidP="006974AE">
      <w:r>
        <w:t>105.2448</w:t>
      </w:r>
      <w:r>
        <w:tab/>
        <w:t>1.013e0</w:t>
      </w:r>
    </w:p>
    <w:p w:rsidR="006974AE" w:rsidRDefault="006974AE" w:rsidP="006974AE">
      <w:r>
        <w:lastRenderedPageBreak/>
        <w:t>105.2636</w:t>
      </w:r>
      <w:r>
        <w:tab/>
        <w:t>3.038e0</w:t>
      </w:r>
    </w:p>
    <w:p w:rsidR="006974AE" w:rsidRDefault="006974AE" w:rsidP="006974AE">
      <w:r>
        <w:t>105.2665</w:t>
      </w:r>
      <w:r>
        <w:tab/>
        <w:t>2.025e0</w:t>
      </w:r>
    </w:p>
    <w:p w:rsidR="006974AE" w:rsidRDefault="006974AE" w:rsidP="006974AE">
      <w:r>
        <w:t>105.2746</w:t>
      </w:r>
      <w:r>
        <w:tab/>
        <w:t>3.038e0</w:t>
      </w:r>
    </w:p>
    <w:p w:rsidR="006974AE" w:rsidRDefault="006974AE" w:rsidP="006974AE">
      <w:r>
        <w:t>105.2773</w:t>
      </w:r>
      <w:r>
        <w:tab/>
        <w:t>2.025e0</w:t>
      </w:r>
    </w:p>
    <w:p w:rsidR="006974AE" w:rsidRDefault="006974AE" w:rsidP="006974AE">
      <w:r>
        <w:t>105.2801</w:t>
      </w:r>
      <w:r>
        <w:tab/>
        <w:t>1.013e0</w:t>
      </w:r>
    </w:p>
    <w:p w:rsidR="006974AE" w:rsidRDefault="006974AE" w:rsidP="006974AE">
      <w:r>
        <w:t>105.2814</w:t>
      </w:r>
      <w:r>
        <w:tab/>
        <w:t>2.025e0</w:t>
      </w:r>
    </w:p>
    <w:p w:rsidR="006974AE" w:rsidRDefault="006974AE" w:rsidP="006974AE">
      <w:r>
        <w:t>105.2909</w:t>
      </w:r>
      <w:r>
        <w:tab/>
        <w:t>1.013e0</w:t>
      </w:r>
    </w:p>
    <w:p w:rsidR="006974AE" w:rsidRDefault="006974AE" w:rsidP="006974AE">
      <w:r>
        <w:t>105.2936</w:t>
      </w:r>
      <w:r>
        <w:tab/>
        <w:t>2.025e0</w:t>
      </w:r>
    </w:p>
    <w:p w:rsidR="006974AE" w:rsidRDefault="006974AE" w:rsidP="006974AE">
      <w:r>
        <w:t>105.3044</w:t>
      </w:r>
      <w:r>
        <w:tab/>
        <w:t>1.013e0</w:t>
      </w:r>
    </w:p>
    <w:p w:rsidR="006974AE" w:rsidRDefault="006974AE" w:rsidP="006974AE">
      <w:r>
        <w:t>105.3079</w:t>
      </w:r>
      <w:r>
        <w:tab/>
        <w:t>4.051e0</w:t>
      </w:r>
    </w:p>
    <w:p w:rsidR="006974AE" w:rsidRDefault="006974AE" w:rsidP="006974AE">
      <w:r>
        <w:t>105.3169</w:t>
      </w:r>
      <w:r>
        <w:tab/>
        <w:t>2.025e0</w:t>
      </w:r>
    </w:p>
    <w:p w:rsidR="006974AE" w:rsidRDefault="006974AE" w:rsidP="006974AE">
      <w:r>
        <w:t>105.3209</w:t>
      </w:r>
      <w:r>
        <w:tab/>
        <w:t>1.013e0</w:t>
      </w:r>
    </w:p>
    <w:p w:rsidR="006974AE" w:rsidRDefault="006974AE" w:rsidP="006974AE">
      <w:r>
        <w:t>105.3292</w:t>
      </w:r>
      <w:r>
        <w:tab/>
        <w:t>1.013e0</w:t>
      </w:r>
    </w:p>
    <w:p w:rsidR="006974AE" w:rsidRDefault="006974AE" w:rsidP="006974AE">
      <w:r>
        <w:t>105.3318</w:t>
      </w:r>
      <w:r>
        <w:tab/>
        <w:t>1.013e0</w:t>
      </w:r>
    </w:p>
    <w:p w:rsidR="006974AE" w:rsidRDefault="006974AE" w:rsidP="006974AE">
      <w:r>
        <w:t>105.3345</w:t>
      </w:r>
      <w:r>
        <w:tab/>
        <w:t>2.025e0</w:t>
      </w:r>
    </w:p>
    <w:p w:rsidR="006974AE" w:rsidRDefault="006974AE" w:rsidP="006974AE">
      <w:r>
        <w:t>105.3402</w:t>
      </w:r>
      <w:r>
        <w:tab/>
        <w:t>2.025e0</w:t>
      </w:r>
    </w:p>
    <w:p w:rsidR="006974AE" w:rsidRDefault="006974AE" w:rsidP="006974AE">
      <w:r>
        <w:t>105.3510</w:t>
      </w:r>
      <w:r>
        <w:tab/>
        <w:t>2.025e0</w:t>
      </w:r>
    </w:p>
    <w:p w:rsidR="006974AE" w:rsidRDefault="006974AE" w:rsidP="006974AE">
      <w:r>
        <w:t>105.3538</w:t>
      </w:r>
      <w:r>
        <w:tab/>
        <w:t>1.013e0</w:t>
      </w:r>
    </w:p>
    <w:p w:rsidR="006974AE" w:rsidRDefault="006974AE" w:rsidP="006974AE">
      <w:r>
        <w:t>105.3565</w:t>
      </w:r>
      <w:r>
        <w:tab/>
        <w:t>2.025e0</w:t>
      </w:r>
    </w:p>
    <w:p w:rsidR="006974AE" w:rsidRDefault="006974AE" w:rsidP="006974AE">
      <w:r>
        <w:lastRenderedPageBreak/>
        <w:t>105.3589</w:t>
      </w:r>
      <w:r>
        <w:tab/>
        <w:t>1.013e0</w:t>
      </w:r>
    </w:p>
    <w:p w:rsidR="006974AE" w:rsidRDefault="006974AE" w:rsidP="006974AE">
      <w:r>
        <w:t>105.3606</w:t>
      </w:r>
      <w:r>
        <w:tab/>
        <w:t>2.025e0</w:t>
      </w:r>
    </w:p>
    <w:p w:rsidR="006974AE" w:rsidRDefault="006974AE" w:rsidP="006974AE">
      <w:r>
        <w:t>105.3617</w:t>
      </w:r>
      <w:r>
        <w:tab/>
        <w:t>1.013e0</w:t>
      </w:r>
    </w:p>
    <w:p w:rsidR="006974AE" w:rsidRDefault="006974AE" w:rsidP="006974AE">
      <w:r>
        <w:t>105.3735</w:t>
      </w:r>
      <w:r>
        <w:tab/>
        <w:t>3.038e0</w:t>
      </w:r>
    </w:p>
    <w:p w:rsidR="006974AE" w:rsidRDefault="006974AE" w:rsidP="006974AE">
      <w:r>
        <w:t>105.3755</w:t>
      </w:r>
      <w:r>
        <w:tab/>
        <w:t>2.025e0</w:t>
      </w:r>
    </w:p>
    <w:p w:rsidR="006974AE" w:rsidRDefault="006974AE" w:rsidP="006974AE">
      <w:r>
        <w:t>105.3818</w:t>
      </w:r>
      <w:r>
        <w:tab/>
        <w:t>3.038e0</w:t>
      </w:r>
    </w:p>
    <w:p w:rsidR="006974AE" w:rsidRDefault="006974AE" w:rsidP="006974AE">
      <w:r>
        <w:t>105.3891</w:t>
      </w:r>
      <w:r>
        <w:tab/>
        <w:t>1.013e0</w:t>
      </w:r>
    </w:p>
    <w:p w:rsidR="006974AE" w:rsidRDefault="006974AE" w:rsidP="006974AE">
      <w:r>
        <w:t>105.3919</w:t>
      </w:r>
      <w:r>
        <w:tab/>
        <w:t>2.025e0</w:t>
      </w:r>
    </w:p>
    <w:p w:rsidR="006974AE" w:rsidRDefault="006974AE" w:rsidP="006974AE">
      <w:r>
        <w:t>105.3946</w:t>
      </w:r>
      <w:r>
        <w:tab/>
        <w:t>2.025e0</w:t>
      </w:r>
    </w:p>
    <w:p w:rsidR="006974AE" w:rsidRDefault="006974AE" w:rsidP="006974AE">
      <w:r>
        <w:t>105.3974</w:t>
      </w:r>
      <w:r>
        <w:tab/>
        <w:t>2.025e0</w:t>
      </w:r>
    </w:p>
    <w:p w:rsidR="006974AE" w:rsidRDefault="006974AE" w:rsidP="006974AE">
      <w:r>
        <w:t>105.4122</w:t>
      </w:r>
      <w:r>
        <w:tab/>
        <w:t>2.025e0</w:t>
      </w:r>
    </w:p>
    <w:p w:rsidR="006974AE" w:rsidRDefault="006974AE" w:rsidP="006974AE">
      <w:r>
        <w:t>105.4139</w:t>
      </w:r>
      <w:r>
        <w:tab/>
        <w:t>1.013e0</w:t>
      </w:r>
    </w:p>
    <w:p w:rsidR="006974AE" w:rsidRDefault="006974AE" w:rsidP="006974AE">
      <w:r>
        <w:t>105.4179</w:t>
      </w:r>
      <w:r>
        <w:tab/>
        <w:t>4.051e0</w:t>
      </w:r>
    </w:p>
    <w:p w:rsidR="006974AE" w:rsidRDefault="006974AE" w:rsidP="006974AE">
      <w:r>
        <w:t>105.4275</w:t>
      </w:r>
      <w:r>
        <w:tab/>
        <w:t>4.051e0</w:t>
      </w:r>
    </w:p>
    <w:p w:rsidR="006974AE" w:rsidRDefault="006974AE" w:rsidP="006974AE">
      <w:r>
        <w:t>105.4298</w:t>
      </w:r>
      <w:r>
        <w:tab/>
        <w:t>1.013e0</w:t>
      </w:r>
    </w:p>
    <w:p w:rsidR="006974AE" w:rsidRDefault="006974AE" w:rsidP="006974AE">
      <w:r>
        <w:t>105.4465</w:t>
      </w:r>
      <w:r>
        <w:tab/>
        <w:t>1.013e0</w:t>
      </w:r>
    </w:p>
    <w:p w:rsidR="006974AE" w:rsidRDefault="006974AE" w:rsidP="006974AE">
      <w:r>
        <w:t>105.4492</w:t>
      </w:r>
      <w:r>
        <w:tab/>
        <w:t>3.038e0</w:t>
      </w:r>
    </w:p>
    <w:p w:rsidR="006974AE" w:rsidRDefault="006974AE" w:rsidP="006974AE">
      <w:r>
        <w:t>105.4520</w:t>
      </w:r>
      <w:r>
        <w:tab/>
        <w:t>2.025e0</w:t>
      </w:r>
    </w:p>
    <w:p w:rsidR="006974AE" w:rsidRDefault="006974AE" w:rsidP="006974AE">
      <w:r>
        <w:t>105.4628</w:t>
      </w:r>
      <w:r>
        <w:tab/>
        <w:t>2.025e0</w:t>
      </w:r>
    </w:p>
    <w:p w:rsidR="006974AE" w:rsidRDefault="006974AE" w:rsidP="006974AE">
      <w:r>
        <w:lastRenderedPageBreak/>
        <w:t>105.4657</w:t>
      </w:r>
      <w:r>
        <w:tab/>
        <w:t>1.013e0</w:t>
      </w:r>
    </w:p>
    <w:p w:rsidR="006974AE" w:rsidRDefault="006974AE" w:rsidP="006974AE">
      <w:r>
        <w:t>105.4684</w:t>
      </w:r>
      <w:r>
        <w:tab/>
        <w:t>2.025e0</w:t>
      </w:r>
    </w:p>
    <w:p w:rsidR="006974AE" w:rsidRDefault="006974AE" w:rsidP="006974AE">
      <w:r>
        <w:t>105.4757</w:t>
      </w:r>
      <w:r>
        <w:tab/>
        <w:t>3.038e0</w:t>
      </w:r>
    </w:p>
    <w:p w:rsidR="006974AE" w:rsidRDefault="006974AE" w:rsidP="006974AE">
      <w:r>
        <w:t>105.4807</w:t>
      </w:r>
      <w:r>
        <w:tab/>
        <w:t>2.025e0</w:t>
      </w:r>
    </w:p>
    <w:p w:rsidR="006974AE" w:rsidRDefault="006974AE" w:rsidP="006974AE">
      <w:r>
        <w:t>105.4846</w:t>
      </w:r>
      <w:r>
        <w:tab/>
        <w:t>1.013e0</w:t>
      </w:r>
    </w:p>
    <w:p w:rsidR="006974AE" w:rsidRDefault="006974AE" w:rsidP="006974AE">
      <w:r>
        <w:t>105.4928</w:t>
      </w:r>
      <w:r>
        <w:tab/>
        <w:t>1.013e0</w:t>
      </w:r>
    </w:p>
    <w:p w:rsidR="006974AE" w:rsidRDefault="006974AE" w:rsidP="006974AE">
      <w:r>
        <w:t>105.4958</w:t>
      </w:r>
      <w:r>
        <w:tab/>
        <w:t>1.013e0</w:t>
      </w:r>
    </w:p>
    <w:p w:rsidR="006974AE" w:rsidRDefault="006974AE" w:rsidP="006974AE">
      <w:r>
        <w:t>105.5037</w:t>
      </w:r>
      <w:r>
        <w:tab/>
        <w:t>1.013e0</w:t>
      </w:r>
    </w:p>
    <w:p w:rsidR="006974AE" w:rsidRDefault="006974AE" w:rsidP="006974AE">
      <w:r>
        <w:t>105.5093</w:t>
      </w:r>
      <w:r>
        <w:tab/>
        <w:t>2.025e0</w:t>
      </w:r>
    </w:p>
    <w:p w:rsidR="006974AE" w:rsidRDefault="006974AE" w:rsidP="006974AE">
      <w:r>
        <w:t>105.5120</w:t>
      </w:r>
      <w:r>
        <w:tab/>
        <w:t>2.025e0</w:t>
      </w:r>
    </w:p>
    <w:p w:rsidR="006974AE" w:rsidRDefault="006974AE" w:rsidP="006974AE">
      <w:r>
        <w:t>105.5146</w:t>
      </w:r>
      <w:r>
        <w:tab/>
        <w:t>1.013e0</w:t>
      </w:r>
    </w:p>
    <w:p w:rsidR="006974AE" w:rsidRDefault="006974AE" w:rsidP="006974AE">
      <w:r>
        <w:t>105.5187</w:t>
      </w:r>
      <w:r>
        <w:tab/>
        <w:t>2.025e0</w:t>
      </w:r>
    </w:p>
    <w:p w:rsidR="006974AE" w:rsidRDefault="006974AE" w:rsidP="006974AE">
      <w:r>
        <w:t>105.5230</w:t>
      </w:r>
      <w:r>
        <w:tab/>
        <w:t>1.013e0</w:t>
      </w:r>
    </w:p>
    <w:p w:rsidR="006974AE" w:rsidRDefault="006974AE" w:rsidP="006974AE">
      <w:r>
        <w:t>105.5296</w:t>
      </w:r>
      <w:r>
        <w:tab/>
        <w:t>2.025e0</w:t>
      </w:r>
    </w:p>
    <w:p w:rsidR="006974AE" w:rsidRDefault="006974AE" w:rsidP="006974AE">
      <w:r>
        <w:t>105.5309</w:t>
      </w:r>
      <w:r>
        <w:tab/>
        <w:t>1.013e0</w:t>
      </w:r>
    </w:p>
    <w:p w:rsidR="006974AE" w:rsidRDefault="006974AE" w:rsidP="006974AE">
      <w:r>
        <w:t>105.5339</w:t>
      </w:r>
      <w:r>
        <w:tab/>
        <w:t>2.025e0</w:t>
      </w:r>
    </w:p>
    <w:p w:rsidR="006974AE" w:rsidRDefault="006974AE" w:rsidP="006974AE">
      <w:r>
        <w:t>105.5394</w:t>
      </w:r>
      <w:r>
        <w:tab/>
        <w:t>1.013e0</w:t>
      </w:r>
    </w:p>
    <w:p w:rsidR="006974AE" w:rsidRDefault="006974AE" w:rsidP="006974AE">
      <w:r>
        <w:t>105.5423</w:t>
      </w:r>
      <w:r>
        <w:tab/>
        <w:t>9.114e0</w:t>
      </w:r>
    </w:p>
    <w:p w:rsidR="006974AE" w:rsidRDefault="006974AE" w:rsidP="006974AE">
      <w:r>
        <w:t>105.5447</w:t>
      </w:r>
      <w:r>
        <w:tab/>
        <w:t>1.013e0</w:t>
      </w:r>
    </w:p>
    <w:p w:rsidR="006974AE" w:rsidRDefault="006974AE" w:rsidP="006974AE">
      <w:r>
        <w:lastRenderedPageBreak/>
        <w:t>105.5583</w:t>
      </w:r>
      <w:r>
        <w:tab/>
        <w:t>1.013e0</w:t>
      </w:r>
    </w:p>
    <w:p w:rsidR="006974AE" w:rsidRDefault="006974AE" w:rsidP="006974AE">
      <w:r>
        <w:t>105.5668</w:t>
      </w:r>
      <w:r>
        <w:tab/>
        <w:t>1.013e0</w:t>
      </w:r>
    </w:p>
    <w:p w:rsidR="006974AE" w:rsidRDefault="006974AE" w:rsidP="006974AE">
      <w:r>
        <w:t>105.5706</w:t>
      </w:r>
      <w:r>
        <w:tab/>
        <w:t>2.025e0</w:t>
      </w:r>
    </w:p>
    <w:p w:rsidR="006974AE" w:rsidRDefault="006974AE" w:rsidP="006974AE">
      <w:r>
        <w:t>105.5748</w:t>
      </w:r>
      <w:r>
        <w:tab/>
        <w:t>1.013e0</w:t>
      </w:r>
    </w:p>
    <w:p w:rsidR="006974AE" w:rsidRDefault="006974AE" w:rsidP="006974AE">
      <w:r>
        <w:t>105.5776</w:t>
      </w:r>
      <w:r>
        <w:tab/>
        <w:t>2.025e0</w:t>
      </w:r>
    </w:p>
    <w:p w:rsidR="006974AE" w:rsidRDefault="006974AE" w:rsidP="006974AE">
      <w:r>
        <w:t>105.5804</w:t>
      </w:r>
      <w:r>
        <w:tab/>
        <w:t>1.013e0</w:t>
      </w:r>
    </w:p>
    <w:p w:rsidR="006974AE" w:rsidRDefault="006974AE" w:rsidP="006974AE">
      <w:r>
        <w:t>105.5817</w:t>
      </w:r>
      <w:r>
        <w:tab/>
        <w:t>2.025e0</w:t>
      </w:r>
    </w:p>
    <w:p w:rsidR="006974AE" w:rsidRDefault="006974AE" w:rsidP="006974AE">
      <w:r>
        <w:t>105.5897</w:t>
      </w:r>
      <w:r>
        <w:tab/>
        <w:t>2.025e0</w:t>
      </w:r>
    </w:p>
    <w:p w:rsidR="006974AE" w:rsidRDefault="006974AE" w:rsidP="006974AE">
      <w:r>
        <w:t>105.5912</w:t>
      </w:r>
      <w:r>
        <w:tab/>
        <w:t>1.013e0</w:t>
      </w:r>
    </w:p>
    <w:p w:rsidR="006974AE" w:rsidRDefault="006974AE" w:rsidP="006974AE">
      <w:r>
        <w:t>105.5981</w:t>
      </w:r>
      <w:r>
        <w:tab/>
        <w:t>2.025e0</w:t>
      </w:r>
    </w:p>
    <w:p w:rsidR="006974AE" w:rsidRDefault="006974AE" w:rsidP="006974AE">
      <w:r>
        <w:t>105.6077</w:t>
      </w:r>
      <w:r>
        <w:tab/>
        <w:t>1.013e0</w:t>
      </w:r>
    </w:p>
    <w:p w:rsidR="006974AE" w:rsidRDefault="006974AE" w:rsidP="006974AE">
      <w:r>
        <w:t>105.6091</w:t>
      </w:r>
      <w:r>
        <w:tab/>
        <w:t>2.025e0</w:t>
      </w:r>
    </w:p>
    <w:p w:rsidR="006974AE" w:rsidRDefault="006974AE" w:rsidP="006974AE">
      <w:r>
        <w:t>105.6265</w:t>
      </w:r>
      <w:r>
        <w:tab/>
        <w:t>1.013e0</w:t>
      </w:r>
    </w:p>
    <w:p w:rsidR="006974AE" w:rsidRDefault="006974AE" w:rsidP="006974AE">
      <w:r>
        <w:t>105.6350</w:t>
      </w:r>
      <w:r>
        <w:tab/>
        <w:t>1.013e0</w:t>
      </w:r>
    </w:p>
    <w:p w:rsidR="006974AE" w:rsidRDefault="006974AE" w:rsidP="006974AE">
      <w:r>
        <w:t>105.6377</w:t>
      </w:r>
      <w:r>
        <w:tab/>
        <w:t>1.013e0</w:t>
      </w:r>
    </w:p>
    <w:p w:rsidR="006974AE" w:rsidRDefault="006974AE" w:rsidP="006974AE">
      <w:r>
        <w:t>105.6402</w:t>
      </w:r>
      <w:r>
        <w:tab/>
        <w:t>1.013e0</w:t>
      </w:r>
    </w:p>
    <w:p w:rsidR="006974AE" w:rsidRDefault="006974AE" w:rsidP="006974AE">
      <w:r>
        <w:t>105.6429</w:t>
      </w:r>
      <w:r>
        <w:tab/>
        <w:t>1.013e0</w:t>
      </w:r>
    </w:p>
    <w:p w:rsidR="006974AE" w:rsidRDefault="006974AE" w:rsidP="006974AE">
      <w:r>
        <w:t>105.6514</w:t>
      </w:r>
      <w:r>
        <w:tab/>
        <w:t>1.013e0</w:t>
      </w:r>
    </w:p>
    <w:p w:rsidR="006974AE" w:rsidRDefault="006974AE" w:rsidP="006974AE">
      <w:r>
        <w:t>105.6582</w:t>
      </w:r>
      <w:r>
        <w:tab/>
        <w:t>2.025e0</w:t>
      </w:r>
    </w:p>
    <w:p w:rsidR="006974AE" w:rsidRDefault="006974AE" w:rsidP="006974AE">
      <w:r>
        <w:lastRenderedPageBreak/>
        <w:t>105.6621</w:t>
      </w:r>
      <w:r>
        <w:tab/>
        <w:t>2.025e0</w:t>
      </w:r>
    </w:p>
    <w:p w:rsidR="006974AE" w:rsidRDefault="006974AE" w:rsidP="006974AE">
      <w:r>
        <w:t>105.6689</w:t>
      </w:r>
      <w:r>
        <w:tab/>
        <w:t>2.025e0</w:t>
      </w:r>
    </w:p>
    <w:p w:rsidR="006974AE" w:rsidRDefault="006974AE" w:rsidP="006974AE">
      <w:r>
        <w:t>105.6929</w:t>
      </w:r>
      <w:r>
        <w:tab/>
        <w:t>3.038e0</w:t>
      </w:r>
    </w:p>
    <w:p w:rsidR="006974AE" w:rsidRDefault="006974AE" w:rsidP="006974AE">
      <w:r>
        <w:t>105.6952</w:t>
      </w:r>
      <w:r>
        <w:tab/>
        <w:t>1.013e0</w:t>
      </w:r>
    </w:p>
    <w:p w:rsidR="006974AE" w:rsidRDefault="006974AE" w:rsidP="006974AE">
      <w:r>
        <w:t>105.7004</w:t>
      </w:r>
      <w:r>
        <w:tab/>
        <w:t>1.013e0</w:t>
      </w:r>
    </w:p>
    <w:p w:rsidR="006974AE" w:rsidRDefault="006974AE" w:rsidP="006974AE">
      <w:r>
        <w:t>105.7032</w:t>
      </w:r>
      <w:r>
        <w:tab/>
        <w:t>3.038e0</w:t>
      </w:r>
    </w:p>
    <w:p w:rsidR="006974AE" w:rsidRDefault="006974AE" w:rsidP="006974AE">
      <w:r>
        <w:t>105.7113</w:t>
      </w:r>
      <w:r>
        <w:tab/>
        <w:t>1.013e0</w:t>
      </w:r>
    </w:p>
    <w:p w:rsidR="006974AE" w:rsidRDefault="006974AE" w:rsidP="006974AE">
      <w:r>
        <w:t>105.7167</w:t>
      </w:r>
      <w:r>
        <w:tab/>
        <w:t>3.038e0</w:t>
      </w:r>
    </w:p>
    <w:p w:rsidR="006974AE" w:rsidRDefault="006974AE" w:rsidP="006974AE">
      <w:r>
        <w:t>105.7304</w:t>
      </w:r>
      <w:r>
        <w:tab/>
        <w:t>1.013e0</w:t>
      </w:r>
    </w:p>
    <w:p w:rsidR="006974AE" w:rsidRDefault="006974AE" w:rsidP="006974AE">
      <w:r>
        <w:t>105.7332</w:t>
      </w:r>
      <w:r>
        <w:tab/>
        <w:t>1.013e0</w:t>
      </w:r>
    </w:p>
    <w:p w:rsidR="006974AE" w:rsidRDefault="006974AE" w:rsidP="006974AE">
      <w:r>
        <w:t>105.7360</w:t>
      </w:r>
      <w:r>
        <w:tab/>
        <w:t>1.013e0</w:t>
      </w:r>
    </w:p>
    <w:p w:rsidR="006974AE" w:rsidRDefault="006974AE" w:rsidP="006974AE">
      <w:r>
        <w:t>105.7413</w:t>
      </w:r>
      <w:r>
        <w:tab/>
        <w:t>1.013e0</w:t>
      </w:r>
    </w:p>
    <w:p w:rsidR="006974AE" w:rsidRDefault="006974AE" w:rsidP="006974AE">
      <w:r>
        <w:t>105.7468</w:t>
      </w:r>
      <w:r>
        <w:tab/>
        <w:t>1.013e0</w:t>
      </w:r>
    </w:p>
    <w:p w:rsidR="006974AE" w:rsidRDefault="006974AE" w:rsidP="006974AE">
      <w:r>
        <w:t>105.7496</w:t>
      </w:r>
      <w:r>
        <w:tab/>
        <w:t>1.013e0</w:t>
      </w:r>
    </w:p>
    <w:p w:rsidR="006974AE" w:rsidRDefault="006974AE" w:rsidP="006974AE">
      <w:r>
        <w:t>105.7515</w:t>
      </w:r>
      <w:r>
        <w:tab/>
        <w:t>3.038e0</w:t>
      </w:r>
    </w:p>
    <w:p w:rsidR="006974AE" w:rsidRDefault="006974AE" w:rsidP="006974AE">
      <w:r>
        <w:t>105.7633</w:t>
      </w:r>
      <w:r>
        <w:tab/>
        <w:t>1.013e0</w:t>
      </w:r>
    </w:p>
    <w:p w:rsidR="006974AE" w:rsidRDefault="006974AE" w:rsidP="006974AE">
      <w:r>
        <w:t>105.7769</w:t>
      </w:r>
      <w:r>
        <w:tab/>
        <w:t>1.013e0</w:t>
      </w:r>
    </w:p>
    <w:p w:rsidR="006974AE" w:rsidRDefault="006974AE" w:rsidP="006974AE">
      <w:r>
        <w:t>105.7934</w:t>
      </w:r>
      <w:r>
        <w:tab/>
        <w:t>1.013e0</w:t>
      </w:r>
    </w:p>
    <w:p w:rsidR="006974AE" w:rsidRDefault="006974AE" w:rsidP="006974AE">
      <w:r>
        <w:t>105.7961</w:t>
      </w:r>
      <w:r>
        <w:tab/>
        <w:t>1.013e0</w:t>
      </w:r>
    </w:p>
    <w:p w:rsidR="006974AE" w:rsidRDefault="006974AE" w:rsidP="006974AE">
      <w:r>
        <w:lastRenderedPageBreak/>
        <w:t>105.8016</w:t>
      </w:r>
      <w:r>
        <w:tab/>
        <w:t>1.013e0</w:t>
      </w:r>
    </w:p>
    <w:p w:rsidR="006974AE" w:rsidRDefault="006974AE" w:rsidP="006974AE">
      <w:r>
        <w:t>105.8098</w:t>
      </w:r>
      <w:r>
        <w:tab/>
        <w:t>1.013e0</w:t>
      </w:r>
    </w:p>
    <w:p w:rsidR="006974AE" w:rsidRDefault="006974AE" w:rsidP="006974AE">
      <w:r>
        <w:t>105.8180</w:t>
      </w:r>
      <w:r>
        <w:tab/>
        <w:t>1.013e0</w:t>
      </w:r>
    </w:p>
    <w:p w:rsidR="006974AE" w:rsidRDefault="006974AE" w:rsidP="006974AE">
      <w:r>
        <w:t>105.8235</w:t>
      </w:r>
      <w:r>
        <w:tab/>
        <w:t>1.013e0</w:t>
      </w:r>
    </w:p>
    <w:p w:rsidR="006974AE" w:rsidRDefault="006974AE" w:rsidP="006974AE">
      <w:r>
        <w:t>105.8259</w:t>
      </w:r>
      <w:r>
        <w:tab/>
        <w:t>2.025e0</w:t>
      </w:r>
    </w:p>
    <w:p w:rsidR="006974AE" w:rsidRDefault="006974AE" w:rsidP="006974AE">
      <w:r>
        <w:t>105.8303</w:t>
      </w:r>
      <w:r>
        <w:tab/>
        <w:t>2.025e0</w:t>
      </w:r>
    </w:p>
    <w:p w:rsidR="006974AE" w:rsidRDefault="006974AE" w:rsidP="006974AE">
      <w:r>
        <w:t>105.8345</w:t>
      </w:r>
      <w:r>
        <w:tab/>
        <w:t>1.013e0</w:t>
      </w:r>
    </w:p>
    <w:p w:rsidR="006974AE" w:rsidRDefault="006974AE" w:rsidP="006974AE">
      <w:r>
        <w:t>105.8425</w:t>
      </w:r>
      <w:r>
        <w:tab/>
        <w:t>1.013e0</w:t>
      </w:r>
    </w:p>
    <w:p w:rsidR="006974AE" w:rsidRDefault="006974AE" w:rsidP="006974AE">
      <w:r>
        <w:t>105.8509</w:t>
      </w:r>
      <w:r>
        <w:tab/>
        <w:t>2.025e0</w:t>
      </w:r>
    </w:p>
    <w:p w:rsidR="006974AE" w:rsidRDefault="006974AE" w:rsidP="006974AE">
      <w:r>
        <w:t>105.8561</w:t>
      </w:r>
      <w:r>
        <w:tab/>
        <w:t>1.013e0</w:t>
      </w:r>
    </w:p>
    <w:p w:rsidR="006974AE" w:rsidRDefault="006974AE" w:rsidP="006974AE">
      <w:r>
        <w:t>105.8658</w:t>
      </w:r>
      <w:r>
        <w:tab/>
        <w:t>2.025e0</w:t>
      </w:r>
    </w:p>
    <w:p w:rsidR="006974AE" w:rsidRDefault="006974AE" w:rsidP="006974AE">
      <w:r>
        <w:t>105.8739</w:t>
      </w:r>
      <w:r>
        <w:tab/>
        <w:t>2.025e0</w:t>
      </w:r>
    </w:p>
    <w:p w:rsidR="006974AE" w:rsidRDefault="006974AE" w:rsidP="006974AE">
      <w:r>
        <w:t>105.8754</w:t>
      </w:r>
      <w:r>
        <w:tab/>
        <w:t>2.025e0</w:t>
      </w:r>
    </w:p>
    <w:p w:rsidR="006974AE" w:rsidRDefault="006974AE" w:rsidP="006974AE">
      <w:r>
        <w:t>105.8863</w:t>
      </w:r>
      <w:r>
        <w:tab/>
        <w:t>2.025e0</w:t>
      </w:r>
    </w:p>
    <w:p w:rsidR="006974AE" w:rsidRDefault="006974AE" w:rsidP="006974AE">
      <w:r>
        <w:t>105.8905</w:t>
      </w:r>
      <w:r>
        <w:tab/>
        <w:t>2.025e0</w:t>
      </w:r>
    </w:p>
    <w:p w:rsidR="006974AE" w:rsidRDefault="006974AE" w:rsidP="006974AE">
      <w:r>
        <w:t>105.9055</w:t>
      </w:r>
      <w:r>
        <w:tab/>
        <w:t>2.025e0</w:t>
      </w:r>
    </w:p>
    <w:p w:rsidR="006974AE" w:rsidRDefault="006974AE" w:rsidP="006974AE">
      <w:r>
        <w:t>105.9165</w:t>
      </w:r>
      <w:r>
        <w:tab/>
        <w:t>1.013e0</w:t>
      </w:r>
    </w:p>
    <w:p w:rsidR="006974AE" w:rsidRDefault="006974AE" w:rsidP="006974AE">
      <w:r>
        <w:t>105.9192</w:t>
      </w:r>
      <w:r>
        <w:tab/>
        <w:t>2.025e0</w:t>
      </w:r>
    </w:p>
    <w:p w:rsidR="006974AE" w:rsidRDefault="006974AE" w:rsidP="006974AE">
      <w:r>
        <w:t>105.9220</w:t>
      </w:r>
      <w:r>
        <w:tab/>
        <w:t>1.013e0</w:t>
      </w:r>
    </w:p>
    <w:p w:rsidR="006974AE" w:rsidRDefault="006974AE" w:rsidP="006974AE">
      <w:r>
        <w:lastRenderedPageBreak/>
        <w:t>105.9273</w:t>
      </w:r>
      <w:r>
        <w:tab/>
        <w:t>2.025e0</w:t>
      </w:r>
    </w:p>
    <w:p w:rsidR="006974AE" w:rsidRDefault="006974AE" w:rsidP="006974AE">
      <w:r>
        <w:t>105.9357</w:t>
      </w:r>
      <w:r>
        <w:tab/>
        <w:t>2.025e0</w:t>
      </w:r>
    </w:p>
    <w:p w:rsidR="006974AE" w:rsidRDefault="006974AE" w:rsidP="006974AE">
      <w:r>
        <w:t>105.9383</w:t>
      </w:r>
      <w:r>
        <w:tab/>
        <w:t>1.013e0</w:t>
      </w:r>
    </w:p>
    <w:p w:rsidR="006974AE" w:rsidRDefault="006974AE" w:rsidP="006974AE">
      <w:r>
        <w:t>105.9437</w:t>
      </w:r>
      <w:r>
        <w:tab/>
        <w:t>1.013e0</w:t>
      </w:r>
    </w:p>
    <w:p w:rsidR="006974AE" w:rsidRDefault="006974AE" w:rsidP="006974AE">
      <w:r>
        <w:t>105.9602</w:t>
      </w:r>
      <w:r>
        <w:tab/>
        <w:t>2.025e0</w:t>
      </w:r>
    </w:p>
    <w:p w:rsidR="006974AE" w:rsidRDefault="006974AE" w:rsidP="006974AE">
      <w:r>
        <w:t>105.9664</w:t>
      </w:r>
      <w:r>
        <w:tab/>
        <w:t>3.038e0</w:t>
      </w:r>
    </w:p>
    <w:p w:rsidR="006974AE" w:rsidRDefault="006974AE" w:rsidP="006974AE">
      <w:r>
        <w:t>105.9711</w:t>
      </w:r>
      <w:r>
        <w:tab/>
        <w:t>1.013e0</w:t>
      </w:r>
    </w:p>
    <w:p w:rsidR="006974AE" w:rsidRDefault="006974AE" w:rsidP="006974AE">
      <w:r>
        <w:t>105.9753</w:t>
      </w:r>
      <w:r>
        <w:tab/>
        <w:t>2.025e0</w:t>
      </w:r>
    </w:p>
    <w:p w:rsidR="006974AE" w:rsidRDefault="006974AE" w:rsidP="006974AE">
      <w:r>
        <w:t>105.9766</w:t>
      </w:r>
      <w:r>
        <w:tab/>
        <w:t>1.013e0</w:t>
      </w:r>
    </w:p>
    <w:p w:rsidR="006974AE" w:rsidRDefault="006974AE" w:rsidP="006974AE">
      <w:r>
        <w:t>105.9809</w:t>
      </w:r>
      <w:r>
        <w:tab/>
        <w:t>4.051e0</w:t>
      </w:r>
    </w:p>
    <w:p w:rsidR="006974AE" w:rsidRDefault="006974AE" w:rsidP="006974AE">
      <w:r>
        <w:t>105.9822</w:t>
      </w:r>
      <w:r>
        <w:tab/>
        <w:t>2.025e0</w:t>
      </w:r>
    </w:p>
    <w:p w:rsidR="006974AE" w:rsidRDefault="006974AE" w:rsidP="006974AE">
      <w:r>
        <w:t>105.9876</w:t>
      </w:r>
      <w:r>
        <w:tab/>
        <w:t>2.025e0</w:t>
      </w:r>
    </w:p>
    <w:p w:rsidR="006974AE" w:rsidRDefault="006974AE" w:rsidP="006974AE">
      <w:r>
        <w:t>105.9932</w:t>
      </w:r>
      <w:r>
        <w:tab/>
        <w:t>1.013e0</w:t>
      </w:r>
    </w:p>
    <w:p w:rsidR="006974AE" w:rsidRDefault="006974AE" w:rsidP="006974AE">
      <w:r>
        <w:t>105.9956</w:t>
      </w:r>
      <w:r>
        <w:tab/>
        <w:t>1.013e0</w:t>
      </w:r>
    </w:p>
    <w:p w:rsidR="006974AE" w:rsidRDefault="006974AE" w:rsidP="006974AE">
      <w:r>
        <w:t>105.9983</w:t>
      </w:r>
      <w:r>
        <w:tab/>
        <w:t>1.013e0</w:t>
      </w:r>
    </w:p>
    <w:p w:rsidR="006974AE" w:rsidRDefault="006974AE" w:rsidP="006974AE">
      <w:r>
        <w:t>106.0011</w:t>
      </w:r>
      <w:r>
        <w:tab/>
        <w:t>1.013e0</w:t>
      </w:r>
    </w:p>
    <w:p w:rsidR="006974AE" w:rsidRDefault="006974AE" w:rsidP="006974AE">
      <w:r>
        <w:t>106.0039</w:t>
      </w:r>
      <w:r>
        <w:tab/>
        <w:t>1.013e0</w:t>
      </w:r>
    </w:p>
    <w:p w:rsidR="006974AE" w:rsidRDefault="006974AE" w:rsidP="006974AE">
      <w:r>
        <w:t>106.0119</w:t>
      </w:r>
      <w:r>
        <w:tab/>
        <w:t>1.013e0</w:t>
      </w:r>
    </w:p>
    <w:p w:rsidR="006974AE" w:rsidRDefault="006974AE" w:rsidP="006974AE">
      <w:r>
        <w:t>106.0272</w:t>
      </w:r>
      <w:r>
        <w:tab/>
        <w:t>2.025e0</w:t>
      </w:r>
    </w:p>
    <w:p w:rsidR="006974AE" w:rsidRDefault="006974AE" w:rsidP="006974AE">
      <w:r>
        <w:lastRenderedPageBreak/>
        <w:t>106.0285</w:t>
      </w:r>
      <w:r>
        <w:tab/>
        <w:t>2.025e0</w:t>
      </w:r>
    </w:p>
    <w:p w:rsidR="006974AE" w:rsidRDefault="006974AE" w:rsidP="006974AE">
      <w:r>
        <w:t>106.0451</w:t>
      </w:r>
      <w:r>
        <w:tab/>
        <w:t>7.089e0</w:t>
      </w:r>
    </w:p>
    <w:p w:rsidR="006974AE" w:rsidRDefault="006974AE" w:rsidP="006974AE">
      <w:r>
        <w:t>106.0463</w:t>
      </w:r>
      <w:r>
        <w:tab/>
        <w:t>7.336e1</w:t>
      </w:r>
    </w:p>
    <w:p w:rsidR="006974AE" w:rsidRDefault="006974AE" w:rsidP="006974AE">
      <w:r>
        <w:t>106.0477</w:t>
      </w:r>
      <w:r>
        <w:tab/>
        <w:t>2.911e1</w:t>
      </w:r>
    </w:p>
    <w:p w:rsidR="006974AE" w:rsidRDefault="006974AE" w:rsidP="006974AE">
      <w:r>
        <w:t>106.0507</w:t>
      </w:r>
      <w:r>
        <w:tab/>
        <w:t>1.215e1</w:t>
      </w:r>
    </w:p>
    <w:p w:rsidR="006974AE" w:rsidRDefault="006974AE" w:rsidP="006974AE">
      <w:r>
        <w:t>106.0868</w:t>
      </w:r>
      <w:r>
        <w:tab/>
        <w:t>1.298e3</w:t>
      </w:r>
    </w:p>
    <w:p w:rsidR="006974AE" w:rsidRDefault="006974AE" w:rsidP="006974AE">
      <w:r>
        <w:t>106.0880</w:t>
      </w:r>
      <w:r>
        <w:tab/>
        <w:t>1.548e2</w:t>
      </w:r>
    </w:p>
    <w:p w:rsidR="006974AE" w:rsidRDefault="006974AE" w:rsidP="006974AE">
      <w:r>
        <w:t>106.1189</w:t>
      </w:r>
      <w:r>
        <w:tab/>
        <w:t>2.025e0</w:t>
      </w:r>
    </w:p>
    <w:p w:rsidR="006974AE" w:rsidRDefault="006974AE" w:rsidP="006974AE">
      <w:r>
        <w:t>106.1243</w:t>
      </w:r>
      <w:r>
        <w:tab/>
        <w:t>1.013e0</w:t>
      </w:r>
    </w:p>
    <w:p w:rsidR="006974AE" w:rsidRDefault="006974AE" w:rsidP="006974AE">
      <w:r>
        <w:t>106.1271</w:t>
      </w:r>
      <w:r>
        <w:tab/>
        <w:t>1.013e0</w:t>
      </w:r>
    </w:p>
    <w:p w:rsidR="006974AE" w:rsidRDefault="006974AE" w:rsidP="006974AE">
      <w:r>
        <w:t>106.1407</w:t>
      </w:r>
      <w:r>
        <w:tab/>
        <w:t>1.013e0</w:t>
      </w:r>
    </w:p>
    <w:p w:rsidR="006974AE" w:rsidRDefault="006974AE" w:rsidP="006974AE">
      <w:r>
        <w:t>106.1434</w:t>
      </w:r>
      <w:r>
        <w:tab/>
        <w:t>1.013e0</w:t>
      </w:r>
    </w:p>
    <w:p w:rsidR="006974AE" w:rsidRDefault="006974AE" w:rsidP="006974AE">
      <w:r>
        <w:t>106.1455</w:t>
      </w:r>
      <w:r>
        <w:tab/>
        <w:t>3.038e0</w:t>
      </w:r>
    </w:p>
    <w:p w:rsidR="006974AE" w:rsidRDefault="006974AE" w:rsidP="006974AE">
      <w:r>
        <w:t>106.1491</w:t>
      </w:r>
      <w:r>
        <w:tab/>
        <w:t>4.051e0</w:t>
      </w:r>
    </w:p>
    <w:p w:rsidR="006974AE" w:rsidRDefault="006974AE" w:rsidP="006974AE">
      <w:r>
        <w:t>106.1599</w:t>
      </w:r>
      <w:r>
        <w:tab/>
        <w:t>1.013e0</w:t>
      </w:r>
    </w:p>
    <w:p w:rsidR="006974AE" w:rsidRDefault="006974AE" w:rsidP="006974AE">
      <w:r>
        <w:t>106.1613</w:t>
      </w:r>
      <w:r>
        <w:tab/>
        <w:t>2.025e0</w:t>
      </w:r>
    </w:p>
    <w:p w:rsidR="006974AE" w:rsidRDefault="006974AE" w:rsidP="006974AE">
      <w:r>
        <w:t>106.1627</w:t>
      </w:r>
      <w:r>
        <w:tab/>
        <w:t>4.051e0</w:t>
      </w:r>
    </w:p>
    <w:p w:rsidR="006974AE" w:rsidRDefault="006974AE" w:rsidP="006974AE">
      <w:r>
        <w:t>106.1713</w:t>
      </w:r>
      <w:r>
        <w:tab/>
        <w:t>5.063e0</w:t>
      </w:r>
    </w:p>
    <w:p w:rsidR="006974AE" w:rsidRDefault="006974AE" w:rsidP="006974AE">
      <w:r>
        <w:t>106.1723</w:t>
      </w:r>
      <w:r>
        <w:tab/>
        <w:t>2.025e0</w:t>
      </w:r>
    </w:p>
    <w:p w:rsidR="006974AE" w:rsidRDefault="006974AE" w:rsidP="006974AE">
      <w:r>
        <w:lastRenderedPageBreak/>
        <w:t>106.1737</w:t>
      </w:r>
      <w:r>
        <w:tab/>
        <w:t>2.025e0</w:t>
      </w:r>
    </w:p>
    <w:p w:rsidR="006974AE" w:rsidRDefault="006974AE" w:rsidP="006974AE">
      <w:r>
        <w:t>106.1764</w:t>
      </w:r>
      <w:r>
        <w:tab/>
        <w:t>2.025e0</w:t>
      </w:r>
    </w:p>
    <w:p w:rsidR="006974AE" w:rsidRDefault="006974AE" w:rsidP="006974AE">
      <w:r>
        <w:t>106.1832</w:t>
      </w:r>
      <w:r>
        <w:tab/>
        <w:t>2.025e0</w:t>
      </w:r>
    </w:p>
    <w:p w:rsidR="006974AE" w:rsidRDefault="006974AE" w:rsidP="006974AE">
      <w:r>
        <w:t>106.1845</w:t>
      </w:r>
      <w:r>
        <w:tab/>
        <w:t>1.013e0</w:t>
      </w:r>
    </w:p>
    <w:p w:rsidR="006974AE" w:rsidRDefault="006974AE" w:rsidP="006974AE">
      <w:r>
        <w:t>106.1874</w:t>
      </w:r>
      <w:r>
        <w:tab/>
        <w:t>2.025e0</w:t>
      </w:r>
    </w:p>
    <w:p w:rsidR="006974AE" w:rsidRDefault="006974AE" w:rsidP="006974AE">
      <w:r>
        <w:t>106.1916</w:t>
      </w:r>
      <w:r>
        <w:tab/>
        <w:t>2.025e0</w:t>
      </w:r>
    </w:p>
    <w:p w:rsidR="006974AE" w:rsidRDefault="006974AE" w:rsidP="006974AE">
      <w:r>
        <w:t>106.1955</w:t>
      </w:r>
      <w:r>
        <w:tab/>
        <w:t>3.038e0</w:t>
      </w:r>
    </w:p>
    <w:p w:rsidR="006974AE" w:rsidRDefault="006974AE" w:rsidP="006974AE">
      <w:r>
        <w:t>106.1975</w:t>
      </w:r>
      <w:r>
        <w:tab/>
        <w:t>3.676e0</w:t>
      </w:r>
    </w:p>
    <w:p w:rsidR="006974AE" w:rsidRDefault="006974AE" w:rsidP="006974AE">
      <w:r>
        <w:t>106.2011</w:t>
      </w:r>
      <w:r>
        <w:tab/>
        <w:t>1.013e0</w:t>
      </w:r>
    </w:p>
    <w:p w:rsidR="006974AE" w:rsidRDefault="006974AE" w:rsidP="006974AE">
      <w:r>
        <w:t>106.2025</w:t>
      </w:r>
      <w:r>
        <w:tab/>
        <w:t>2.025e0</w:t>
      </w:r>
    </w:p>
    <w:p w:rsidR="006974AE" w:rsidRDefault="006974AE" w:rsidP="006974AE">
      <w:r>
        <w:t>106.2066</w:t>
      </w:r>
      <w:r>
        <w:tab/>
        <w:t>2.025e0</w:t>
      </w:r>
    </w:p>
    <w:p w:rsidR="006974AE" w:rsidRDefault="006974AE" w:rsidP="006974AE">
      <w:r>
        <w:t>106.2119</w:t>
      </w:r>
      <w:r>
        <w:tab/>
        <w:t>1.939e0</w:t>
      </w:r>
    </w:p>
    <w:p w:rsidR="006974AE" w:rsidRDefault="006974AE" w:rsidP="006974AE">
      <w:r>
        <w:t>106.2203</w:t>
      </w:r>
      <w:r>
        <w:tab/>
        <w:t>1.013e0</w:t>
      </w:r>
    </w:p>
    <w:p w:rsidR="006974AE" w:rsidRDefault="006974AE" w:rsidP="006974AE">
      <w:r>
        <w:t>106.2231</w:t>
      </w:r>
      <w:r>
        <w:tab/>
        <w:t>2.025e0</w:t>
      </w:r>
    </w:p>
    <w:p w:rsidR="006974AE" w:rsidRDefault="006974AE" w:rsidP="006974AE">
      <w:r>
        <w:t>106.2256</w:t>
      </w:r>
      <w:r>
        <w:tab/>
        <w:t>1.013e0</w:t>
      </w:r>
    </w:p>
    <w:p w:rsidR="006974AE" w:rsidRDefault="006974AE" w:rsidP="006974AE">
      <w:r>
        <w:t>106.2284</w:t>
      </w:r>
      <w:r>
        <w:tab/>
        <w:t>1.013e0</w:t>
      </w:r>
    </w:p>
    <w:p w:rsidR="006974AE" w:rsidRDefault="006974AE" w:rsidP="006974AE">
      <w:r>
        <w:t>106.2339</w:t>
      </w:r>
      <w:r>
        <w:tab/>
        <w:t>1.013e0</w:t>
      </w:r>
    </w:p>
    <w:p w:rsidR="006974AE" w:rsidRDefault="006974AE" w:rsidP="006974AE">
      <w:r>
        <w:t>106.2420</w:t>
      </w:r>
      <w:r>
        <w:tab/>
        <w:t>1.013e0</w:t>
      </w:r>
    </w:p>
    <w:p w:rsidR="006974AE" w:rsidRDefault="006974AE" w:rsidP="006974AE">
      <w:r>
        <w:t>106.2432</w:t>
      </w:r>
      <w:r>
        <w:tab/>
        <w:t>5.063e0</w:t>
      </w:r>
    </w:p>
    <w:p w:rsidR="006974AE" w:rsidRDefault="006974AE" w:rsidP="006974AE">
      <w:r>
        <w:lastRenderedPageBreak/>
        <w:t>106.2457</w:t>
      </w:r>
      <w:r>
        <w:tab/>
        <w:t>7.089e0</w:t>
      </w:r>
    </w:p>
    <w:p w:rsidR="006974AE" w:rsidRDefault="006974AE" w:rsidP="006974AE">
      <w:r>
        <w:t>106.2475</w:t>
      </w:r>
      <w:r>
        <w:tab/>
        <w:t>5.063e0</w:t>
      </w:r>
    </w:p>
    <w:p w:rsidR="006974AE" w:rsidRDefault="006974AE" w:rsidP="006974AE">
      <w:r>
        <w:t>106.2566</w:t>
      </w:r>
      <w:r>
        <w:tab/>
        <w:t>3.038e0</w:t>
      </w:r>
    </w:p>
    <w:p w:rsidR="006974AE" w:rsidRDefault="006974AE" w:rsidP="006974AE">
      <w:r>
        <w:t>106.2654</w:t>
      </w:r>
      <w:r>
        <w:tab/>
        <w:t>2.025e0</w:t>
      </w:r>
    </w:p>
    <w:p w:rsidR="006974AE" w:rsidRDefault="006974AE" w:rsidP="006974AE">
      <w:r>
        <w:t>106.2701</w:t>
      </w:r>
      <w:r>
        <w:tab/>
        <w:t>4.051e0</w:t>
      </w:r>
    </w:p>
    <w:p w:rsidR="006974AE" w:rsidRDefault="006974AE" w:rsidP="006974AE">
      <w:r>
        <w:t>106.2779</w:t>
      </w:r>
      <w:r>
        <w:tab/>
        <w:t>2.025e0</w:t>
      </w:r>
    </w:p>
    <w:p w:rsidR="006974AE" w:rsidRDefault="006974AE" w:rsidP="006974AE">
      <w:r>
        <w:t>106.2819</w:t>
      </w:r>
      <w:r>
        <w:tab/>
        <w:t>2.025e0</w:t>
      </w:r>
    </w:p>
    <w:p w:rsidR="006974AE" w:rsidRDefault="006974AE" w:rsidP="006974AE">
      <w:r>
        <w:t>106.2900</w:t>
      </w:r>
      <w:r>
        <w:tab/>
        <w:t>2.025e0</w:t>
      </w:r>
    </w:p>
    <w:p w:rsidR="006974AE" w:rsidRDefault="006974AE" w:rsidP="006974AE">
      <w:r>
        <w:t>106.2944</w:t>
      </w:r>
      <w:r>
        <w:tab/>
        <w:t>1.013e0</w:t>
      </w:r>
    </w:p>
    <w:p w:rsidR="006974AE" w:rsidRDefault="006974AE" w:rsidP="006974AE">
      <w:r>
        <w:t>106.2969</w:t>
      </w:r>
      <w:r>
        <w:tab/>
        <w:t>3.038e0</w:t>
      </w:r>
    </w:p>
    <w:p w:rsidR="006974AE" w:rsidRDefault="006974AE" w:rsidP="006974AE">
      <w:r>
        <w:t>106.3025</w:t>
      </w:r>
      <w:r>
        <w:tab/>
        <w:t>1.013e0</w:t>
      </w:r>
    </w:p>
    <w:p w:rsidR="006974AE" w:rsidRDefault="006974AE" w:rsidP="006974AE">
      <w:r>
        <w:t>106.3104</w:t>
      </w:r>
      <w:r>
        <w:tab/>
        <w:t>2.025e0</w:t>
      </w:r>
    </w:p>
    <w:p w:rsidR="006974AE" w:rsidRDefault="006974AE" w:rsidP="006974AE">
      <w:r>
        <w:t>106.3176</w:t>
      </w:r>
      <w:r>
        <w:tab/>
        <w:t>2.025e0</w:t>
      </w:r>
    </w:p>
    <w:p w:rsidR="006974AE" w:rsidRDefault="006974AE" w:rsidP="006974AE">
      <w:r>
        <w:t>106.3189</w:t>
      </w:r>
      <w:r>
        <w:tab/>
        <w:t>1.013e0</w:t>
      </w:r>
    </w:p>
    <w:p w:rsidR="006974AE" w:rsidRDefault="006974AE" w:rsidP="006974AE">
      <w:r>
        <w:t>106.3243</w:t>
      </w:r>
      <w:r>
        <w:tab/>
        <w:t>2.025e0</w:t>
      </w:r>
    </w:p>
    <w:p w:rsidR="006974AE" w:rsidRDefault="006974AE" w:rsidP="006974AE">
      <w:r>
        <w:t>106.3270</w:t>
      </w:r>
      <w:r>
        <w:tab/>
        <w:t>1.013e0</w:t>
      </w:r>
    </w:p>
    <w:p w:rsidR="006974AE" w:rsidRDefault="006974AE" w:rsidP="006974AE">
      <w:r>
        <w:t>106.3298</w:t>
      </w:r>
      <w:r>
        <w:tab/>
        <w:t>1.013e0</w:t>
      </w:r>
    </w:p>
    <w:p w:rsidR="006974AE" w:rsidRDefault="006974AE" w:rsidP="006974AE">
      <w:r>
        <w:t>106.3325</w:t>
      </w:r>
      <w:r>
        <w:tab/>
        <w:t>1.013e0</w:t>
      </w:r>
    </w:p>
    <w:p w:rsidR="006974AE" w:rsidRDefault="006974AE" w:rsidP="006974AE">
      <w:r>
        <w:t>106.3352</w:t>
      </w:r>
      <w:r>
        <w:tab/>
        <w:t>3.038e0</w:t>
      </w:r>
    </w:p>
    <w:p w:rsidR="006974AE" w:rsidRDefault="006974AE" w:rsidP="006974AE">
      <w:r>
        <w:lastRenderedPageBreak/>
        <w:t>106.3380</w:t>
      </w:r>
      <w:r>
        <w:tab/>
        <w:t>1.013e0</w:t>
      </w:r>
    </w:p>
    <w:p w:rsidR="006974AE" w:rsidRDefault="006974AE" w:rsidP="006974AE">
      <w:r>
        <w:t>106.3405</w:t>
      </w:r>
      <w:r>
        <w:tab/>
        <w:t>2.025e0</w:t>
      </w:r>
    </w:p>
    <w:p w:rsidR="006974AE" w:rsidRDefault="006974AE" w:rsidP="006974AE">
      <w:r>
        <w:t>106.3435</w:t>
      </w:r>
      <w:r>
        <w:tab/>
        <w:t>1.013e0</w:t>
      </w:r>
    </w:p>
    <w:p w:rsidR="006974AE" w:rsidRDefault="006974AE" w:rsidP="006974AE">
      <w:r>
        <w:t>106.3566</w:t>
      </w:r>
      <w:r>
        <w:tab/>
        <w:t>9.114e0</w:t>
      </w:r>
    </w:p>
    <w:p w:rsidR="006974AE" w:rsidRDefault="006974AE" w:rsidP="006974AE">
      <w:r>
        <w:t>106.3657</w:t>
      </w:r>
      <w:r>
        <w:tab/>
        <w:t>1.013e0</w:t>
      </w:r>
    </w:p>
    <w:p w:rsidR="006974AE" w:rsidRDefault="006974AE" w:rsidP="006974AE">
      <w:r>
        <w:t>106.3694</w:t>
      </w:r>
      <w:r>
        <w:tab/>
        <w:t>2.025e0</w:t>
      </w:r>
    </w:p>
    <w:p w:rsidR="006974AE" w:rsidRDefault="006974AE" w:rsidP="006974AE">
      <w:r>
        <w:t>106.3709</w:t>
      </w:r>
      <w:r>
        <w:tab/>
        <w:t>1.013e0</w:t>
      </w:r>
    </w:p>
    <w:p w:rsidR="006974AE" w:rsidRDefault="006974AE" w:rsidP="006974AE">
      <w:r>
        <w:t>106.3736</w:t>
      </w:r>
      <w:r>
        <w:tab/>
        <w:t>1.013e0</w:t>
      </w:r>
    </w:p>
    <w:p w:rsidR="006974AE" w:rsidRDefault="006974AE" w:rsidP="006974AE">
      <w:r>
        <w:t>106.3817</w:t>
      </w:r>
      <w:r>
        <w:tab/>
        <w:t>1.013e0</w:t>
      </w:r>
    </w:p>
    <w:p w:rsidR="006974AE" w:rsidRDefault="006974AE" w:rsidP="006974AE">
      <w:r>
        <w:t>106.3846</w:t>
      </w:r>
      <w:r>
        <w:tab/>
        <w:t>1.013e0</w:t>
      </w:r>
    </w:p>
    <w:p w:rsidR="006974AE" w:rsidRDefault="006974AE" w:rsidP="006974AE">
      <w:r>
        <w:t>106.3874</w:t>
      </w:r>
      <w:r>
        <w:tab/>
        <w:t>1.013e0</w:t>
      </w:r>
    </w:p>
    <w:p w:rsidR="006974AE" w:rsidRDefault="006974AE" w:rsidP="006974AE">
      <w:r>
        <w:t>106.3888</w:t>
      </w:r>
      <w:r>
        <w:tab/>
        <w:t>2.025e0</w:t>
      </w:r>
    </w:p>
    <w:p w:rsidR="006974AE" w:rsidRDefault="006974AE" w:rsidP="006974AE">
      <w:r>
        <w:t>106.3900</w:t>
      </w:r>
      <w:r>
        <w:tab/>
        <w:t>3.038e0</w:t>
      </w:r>
    </w:p>
    <w:p w:rsidR="006974AE" w:rsidRDefault="006974AE" w:rsidP="006974AE">
      <w:r>
        <w:t>106.3916</w:t>
      </w:r>
      <w:r>
        <w:tab/>
        <w:t>2.025e0</w:t>
      </w:r>
    </w:p>
    <w:p w:rsidR="006974AE" w:rsidRDefault="006974AE" w:rsidP="006974AE">
      <w:r>
        <w:t>106.3929</w:t>
      </w:r>
      <w:r>
        <w:tab/>
        <w:t>1.013e0</w:t>
      </w:r>
    </w:p>
    <w:p w:rsidR="006974AE" w:rsidRDefault="006974AE" w:rsidP="006974AE">
      <w:r>
        <w:t>106.4038</w:t>
      </w:r>
      <w:r>
        <w:tab/>
        <w:t>2.025e0</w:t>
      </w:r>
    </w:p>
    <w:p w:rsidR="006974AE" w:rsidRDefault="006974AE" w:rsidP="006974AE">
      <w:r>
        <w:t>106.4066</w:t>
      </w:r>
      <w:r>
        <w:tab/>
        <w:t>2.025e0</w:t>
      </w:r>
    </w:p>
    <w:p w:rsidR="006974AE" w:rsidRDefault="006974AE" w:rsidP="006974AE">
      <w:r>
        <w:t>106.4142</w:t>
      </w:r>
      <w:r>
        <w:tab/>
        <w:t>6.076e0</w:t>
      </w:r>
    </w:p>
    <w:p w:rsidR="006974AE" w:rsidRDefault="006974AE" w:rsidP="006974AE">
      <w:r>
        <w:t>106.4176</w:t>
      </w:r>
      <w:r>
        <w:tab/>
        <w:t>1.013e0</w:t>
      </w:r>
    </w:p>
    <w:p w:rsidR="006974AE" w:rsidRDefault="006974AE" w:rsidP="006974AE">
      <w:r>
        <w:lastRenderedPageBreak/>
        <w:t>106.4270</w:t>
      </w:r>
      <w:r>
        <w:tab/>
        <w:t>2.025e0</w:t>
      </w:r>
    </w:p>
    <w:p w:rsidR="006974AE" w:rsidRDefault="006974AE" w:rsidP="006974AE">
      <w:r>
        <w:t>106.4312</w:t>
      </w:r>
      <w:r>
        <w:tab/>
        <w:t>2.025e0</w:t>
      </w:r>
    </w:p>
    <w:p w:rsidR="006974AE" w:rsidRDefault="006974AE" w:rsidP="006974AE">
      <w:r>
        <w:t>106.4449</w:t>
      </w:r>
      <w:r>
        <w:tab/>
        <w:t>1.013e0</w:t>
      </w:r>
    </w:p>
    <w:p w:rsidR="006974AE" w:rsidRDefault="006974AE" w:rsidP="006974AE">
      <w:r>
        <w:t>106.4505</w:t>
      </w:r>
      <w:r>
        <w:tab/>
        <w:t>1.013e0</w:t>
      </w:r>
    </w:p>
    <w:p w:rsidR="006974AE" w:rsidRDefault="006974AE" w:rsidP="006974AE">
      <w:r>
        <w:t>106.4533</w:t>
      </w:r>
      <w:r>
        <w:tab/>
        <w:t>2.025e0</w:t>
      </w:r>
    </w:p>
    <w:p w:rsidR="006974AE" w:rsidRDefault="006974AE" w:rsidP="006974AE">
      <w:r>
        <w:t>106.4558</w:t>
      </w:r>
      <w:r>
        <w:tab/>
        <w:t>1.013e0</w:t>
      </w:r>
    </w:p>
    <w:p w:rsidR="006974AE" w:rsidRDefault="006974AE" w:rsidP="006974AE">
      <w:r>
        <w:t>106.4571</w:t>
      </w:r>
      <w:r>
        <w:tab/>
        <w:t>2.025e0</w:t>
      </w:r>
    </w:p>
    <w:p w:rsidR="006974AE" w:rsidRDefault="006974AE" w:rsidP="006974AE">
      <w:r>
        <w:t>106.4585</w:t>
      </w:r>
      <w:r>
        <w:tab/>
        <w:t>1.013e0</w:t>
      </w:r>
    </w:p>
    <w:p w:rsidR="006974AE" w:rsidRDefault="006974AE" w:rsidP="006974AE">
      <w:r>
        <w:t>106.4613</w:t>
      </w:r>
      <w:r>
        <w:tab/>
        <w:t>2.025e0</w:t>
      </w:r>
    </w:p>
    <w:p w:rsidR="006974AE" w:rsidRDefault="006974AE" w:rsidP="006974AE">
      <w:r>
        <w:t>106.4710</w:t>
      </w:r>
      <w:r>
        <w:tab/>
        <w:t>2.025e0</w:t>
      </w:r>
    </w:p>
    <w:p w:rsidR="006974AE" w:rsidRDefault="006974AE" w:rsidP="006974AE">
      <w:r>
        <w:t>106.4757</w:t>
      </w:r>
      <w:r>
        <w:tab/>
        <w:t>4.051e0</w:t>
      </w:r>
    </w:p>
    <w:p w:rsidR="006974AE" w:rsidRDefault="006974AE" w:rsidP="006974AE">
      <w:r>
        <w:t>106.4791</w:t>
      </w:r>
      <w:r>
        <w:tab/>
        <w:t>3.038e0</w:t>
      </w:r>
    </w:p>
    <w:p w:rsidR="006974AE" w:rsidRDefault="006974AE" w:rsidP="006974AE">
      <w:r>
        <w:t>106.4806</w:t>
      </w:r>
      <w:r>
        <w:tab/>
        <w:t>3.038e0</w:t>
      </w:r>
    </w:p>
    <w:p w:rsidR="006974AE" w:rsidRDefault="006974AE" w:rsidP="006974AE">
      <w:r>
        <w:t>106.4838</w:t>
      </w:r>
      <w:r>
        <w:tab/>
        <w:t>3.038e0</w:t>
      </w:r>
    </w:p>
    <w:p w:rsidR="006974AE" w:rsidRDefault="006974AE" w:rsidP="006974AE">
      <w:r>
        <w:t>106.4860</w:t>
      </w:r>
      <w:r>
        <w:tab/>
        <w:t>2.025e0</w:t>
      </w:r>
    </w:p>
    <w:p w:rsidR="006974AE" w:rsidRDefault="006974AE" w:rsidP="006974AE">
      <w:r>
        <w:t>106.4969</w:t>
      </w:r>
      <w:r>
        <w:tab/>
        <w:t>3.038e0</w:t>
      </w:r>
    </w:p>
    <w:p w:rsidR="006974AE" w:rsidRDefault="006974AE" w:rsidP="006974AE">
      <w:r>
        <w:t>106.5026</w:t>
      </w:r>
      <w:r>
        <w:tab/>
        <w:t>2.025e0</w:t>
      </w:r>
    </w:p>
    <w:p w:rsidR="006974AE" w:rsidRDefault="006974AE" w:rsidP="006974AE">
      <w:r>
        <w:t>106.5120</w:t>
      </w:r>
      <w:r>
        <w:tab/>
        <w:t>2.025e0</w:t>
      </w:r>
    </w:p>
    <w:p w:rsidR="006974AE" w:rsidRDefault="006974AE" w:rsidP="006974AE">
      <w:r>
        <w:t>106.5161</w:t>
      </w:r>
      <w:r>
        <w:tab/>
        <w:t>1.013e0</w:t>
      </w:r>
    </w:p>
    <w:p w:rsidR="006974AE" w:rsidRDefault="006974AE" w:rsidP="006974AE">
      <w:r>
        <w:lastRenderedPageBreak/>
        <w:t>106.5205</w:t>
      </w:r>
      <w:r>
        <w:tab/>
        <w:t>2.025e0</w:t>
      </w:r>
    </w:p>
    <w:p w:rsidR="006974AE" w:rsidRDefault="006974AE" w:rsidP="006974AE">
      <w:r>
        <w:t>106.5270</w:t>
      </w:r>
      <w:r>
        <w:tab/>
        <w:t>3.038e0</w:t>
      </w:r>
    </w:p>
    <w:p w:rsidR="006974AE" w:rsidRDefault="006974AE" w:rsidP="006974AE">
      <w:r>
        <w:t>106.5326</w:t>
      </w:r>
      <w:r>
        <w:tab/>
        <w:t>2.025e0</w:t>
      </w:r>
    </w:p>
    <w:p w:rsidR="006974AE" w:rsidRDefault="006974AE" w:rsidP="006974AE">
      <w:r>
        <w:t>106.5356</w:t>
      </w:r>
      <w:r>
        <w:tab/>
        <w:t>1.013e0</w:t>
      </w:r>
    </w:p>
    <w:p w:rsidR="006974AE" w:rsidRDefault="006974AE" w:rsidP="006974AE">
      <w:r>
        <w:t>106.5370</w:t>
      </w:r>
      <w:r>
        <w:tab/>
        <w:t>2.025e0</w:t>
      </w:r>
    </w:p>
    <w:p w:rsidR="006974AE" w:rsidRDefault="006974AE" w:rsidP="006974AE">
      <w:r>
        <w:t>106.5435</w:t>
      </w:r>
      <w:r>
        <w:tab/>
        <w:t>2.025e0</w:t>
      </w:r>
    </w:p>
    <w:p w:rsidR="006974AE" w:rsidRDefault="006974AE" w:rsidP="006974AE">
      <w:r>
        <w:t>106.5479</w:t>
      </w:r>
      <w:r>
        <w:tab/>
        <w:t>2.025e0</w:t>
      </w:r>
    </w:p>
    <w:p w:rsidR="006974AE" w:rsidRDefault="006974AE" w:rsidP="006974AE">
      <w:r>
        <w:t>106.5546</w:t>
      </w:r>
      <w:r>
        <w:tab/>
        <w:t>2.025e0</w:t>
      </w:r>
    </w:p>
    <w:p w:rsidR="006974AE" w:rsidRDefault="006974AE" w:rsidP="006974AE">
      <w:r>
        <w:t>106.5572</w:t>
      </w:r>
      <w:r>
        <w:tab/>
        <w:t>1.013e0</w:t>
      </w:r>
    </w:p>
    <w:p w:rsidR="006974AE" w:rsidRDefault="006974AE" w:rsidP="006974AE">
      <w:r>
        <w:t>106.5629</w:t>
      </w:r>
      <w:r>
        <w:tab/>
        <w:t>2.025e0</w:t>
      </w:r>
    </w:p>
    <w:p w:rsidR="006974AE" w:rsidRDefault="006974AE" w:rsidP="006974AE">
      <w:r>
        <w:t>106.5710</w:t>
      </w:r>
      <w:r>
        <w:tab/>
        <w:t>1.013e0</w:t>
      </w:r>
    </w:p>
    <w:p w:rsidR="006974AE" w:rsidRDefault="006974AE" w:rsidP="006974AE">
      <w:r>
        <w:t>106.5724</w:t>
      </w:r>
      <w:r>
        <w:tab/>
        <w:t>2.025e0</w:t>
      </w:r>
    </w:p>
    <w:p w:rsidR="006974AE" w:rsidRDefault="006974AE" w:rsidP="006974AE">
      <w:r>
        <w:t>106.5738</w:t>
      </w:r>
      <w:r>
        <w:tab/>
        <w:t>1.013e0</w:t>
      </w:r>
    </w:p>
    <w:p w:rsidR="006974AE" w:rsidRDefault="006974AE" w:rsidP="006974AE">
      <w:r>
        <w:t>106.5775</w:t>
      </w:r>
      <w:r>
        <w:tab/>
        <w:t>3.038e0</w:t>
      </w:r>
    </w:p>
    <w:p w:rsidR="006974AE" w:rsidRDefault="006974AE" w:rsidP="006974AE">
      <w:r>
        <w:t>106.5863</w:t>
      </w:r>
      <w:r>
        <w:tab/>
        <w:t>2.025e0</w:t>
      </w:r>
    </w:p>
    <w:p w:rsidR="006974AE" w:rsidRDefault="006974AE" w:rsidP="006974AE">
      <w:r>
        <w:t>106.5918</w:t>
      </w:r>
      <w:r>
        <w:tab/>
        <w:t>2.025e0</w:t>
      </w:r>
    </w:p>
    <w:p w:rsidR="006974AE" w:rsidRDefault="006974AE" w:rsidP="006974AE">
      <w:r>
        <w:t>106.5931</w:t>
      </w:r>
      <w:r>
        <w:tab/>
        <w:t>1.013e0</w:t>
      </w:r>
    </w:p>
    <w:p w:rsidR="006974AE" w:rsidRDefault="006974AE" w:rsidP="006974AE">
      <w:r>
        <w:t>106.5959</w:t>
      </w:r>
      <w:r>
        <w:tab/>
        <w:t>2.025e0</w:t>
      </w:r>
    </w:p>
    <w:p w:rsidR="006974AE" w:rsidRDefault="006974AE" w:rsidP="006974AE">
      <w:r>
        <w:t>106.6122</w:t>
      </w:r>
      <w:r>
        <w:tab/>
        <w:t>2.025e0</w:t>
      </w:r>
    </w:p>
    <w:p w:rsidR="006974AE" w:rsidRDefault="006974AE" w:rsidP="006974AE">
      <w:r>
        <w:lastRenderedPageBreak/>
        <w:t>106.6178</w:t>
      </w:r>
      <w:r>
        <w:tab/>
        <w:t>1.013e0</w:t>
      </w:r>
    </w:p>
    <w:p w:rsidR="006974AE" w:rsidRDefault="006974AE" w:rsidP="006974AE">
      <w:r>
        <w:t>106.6205</w:t>
      </w:r>
      <w:r>
        <w:tab/>
        <w:t>3.038e0</w:t>
      </w:r>
    </w:p>
    <w:p w:rsidR="006974AE" w:rsidRDefault="006974AE" w:rsidP="006974AE">
      <w:r>
        <w:t>106.6261</w:t>
      </w:r>
      <w:r>
        <w:tab/>
        <w:t>1.013e0</w:t>
      </w:r>
    </w:p>
    <w:p w:rsidR="006974AE" w:rsidRDefault="006974AE" w:rsidP="006974AE">
      <w:r>
        <w:t>106.6314</w:t>
      </w:r>
      <w:r>
        <w:tab/>
        <w:t>2.025e0</w:t>
      </w:r>
    </w:p>
    <w:p w:rsidR="006974AE" w:rsidRDefault="006974AE" w:rsidP="006974AE">
      <w:r>
        <w:t>106.6371</w:t>
      </w:r>
      <w:r>
        <w:tab/>
        <w:t>1.013e0</w:t>
      </w:r>
    </w:p>
    <w:p w:rsidR="006974AE" w:rsidRDefault="006974AE" w:rsidP="006974AE">
      <w:r>
        <w:t>106.6451</w:t>
      </w:r>
      <w:r>
        <w:tab/>
        <w:t>1.013e0</w:t>
      </w:r>
    </w:p>
    <w:p w:rsidR="006974AE" w:rsidRDefault="006974AE" w:rsidP="006974AE">
      <w:r>
        <w:t>106.6479</w:t>
      </w:r>
      <w:r>
        <w:tab/>
        <w:t>1.013e0</w:t>
      </w:r>
    </w:p>
    <w:p w:rsidR="006974AE" w:rsidRDefault="006974AE" w:rsidP="006974AE">
      <w:r>
        <w:t>106.6613</w:t>
      </w:r>
      <w:r>
        <w:tab/>
        <w:t>5.063e0</w:t>
      </w:r>
    </w:p>
    <w:p w:rsidR="006974AE" w:rsidRDefault="006974AE" w:rsidP="006974AE">
      <w:r>
        <w:t>106.6644</w:t>
      </w:r>
      <w:r>
        <w:tab/>
        <w:t>2.025e0</w:t>
      </w:r>
    </w:p>
    <w:p w:rsidR="006974AE" w:rsidRDefault="006974AE" w:rsidP="006974AE">
      <w:r>
        <w:t>106.6698</w:t>
      </w:r>
      <w:r>
        <w:tab/>
        <w:t>1.013e0</w:t>
      </w:r>
    </w:p>
    <w:p w:rsidR="006974AE" w:rsidRDefault="006974AE" w:rsidP="006974AE">
      <w:r>
        <w:t>106.6753</w:t>
      </w:r>
      <w:r>
        <w:tab/>
        <w:t>1.013e0</w:t>
      </w:r>
    </w:p>
    <w:p w:rsidR="006974AE" w:rsidRDefault="006974AE" w:rsidP="006974AE">
      <w:r>
        <w:t>106.6795</w:t>
      </w:r>
      <w:r>
        <w:tab/>
        <w:t>2.025e0</w:t>
      </w:r>
    </w:p>
    <w:p w:rsidR="006974AE" w:rsidRDefault="006974AE" w:rsidP="006974AE">
      <w:r>
        <w:t>106.6809</w:t>
      </w:r>
      <w:r>
        <w:tab/>
        <w:t>3.038e0</w:t>
      </w:r>
    </w:p>
    <w:p w:rsidR="006974AE" w:rsidRDefault="006974AE" w:rsidP="006974AE">
      <w:r>
        <w:t>106.6863</w:t>
      </w:r>
      <w:r>
        <w:tab/>
        <w:t>1.013e0</w:t>
      </w:r>
    </w:p>
    <w:p w:rsidR="006974AE" w:rsidRDefault="006974AE" w:rsidP="006974AE">
      <w:r>
        <w:t>106.6975</w:t>
      </w:r>
      <w:r>
        <w:tab/>
        <w:t>1.013e0</w:t>
      </w:r>
    </w:p>
    <w:p w:rsidR="006974AE" w:rsidRDefault="006974AE" w:rsidP="006974AE">
      <w:r>
        <w:t>106.6999</w:t>
      </w:r>
      <w:r>
        <w:tab/>
        <w:t>3.038e0</w:t>
      </w:r>
    </w:p>
    <w:p w:rsidR="006974AE" w:rsidRDefault="006974AE" w:rsidP="006974AE">
      <w:r>
        <w:t>106.7028</w:t>
      </w:r>
      <w:r>
        <w:tab/>
        <w:t>1.013e0</w:t>
      </w:r>
    </w:p>
    <w:p w:rsidR="006974AE" w:rsidRDefault="006974AE" w:rsidP="006974AE">
      <w:r>
        <w:t>106.7041</w:t>
      </w:r>
      <w:r>
        <w:tab/>
        <w:t>2.025e0</w:t>
      </w:r>
    </w:p>
    <w:p w:rsidR="006974AE" w:rsidRDefault="006974AE" w:rsidP="006974AE">
      <w:r>
        <w:t>106.7220</w:t>
      </w:r>
      <w:r>
        <w:tab/>
        <w:t>1.013e0</w:t>
      </w:r>
    </w:p>
    <w:p w:rsidR="006974AE" w:rsidRDefault="006974AE" w:rsidP="006974AE">
      <w:r>
        <w:lastRenderedPageBreak/>
        <w:t>106.7275</w:t>
      </w:r>
      <w:r>
        <w:tab/>
        <w:t>1.013e0</w:t>
      </w:r>
    </w:p>
    <w:p w:rsidR="006974AE" w:rsidRDefault="006974AE" w:rsidP="006974AE">
      <w:r>
        <w:t>106.7331</w:t>
      </w:r>
      <w:r>
        <w:tab/>
        <w:t>1.013e0</w:t>
      </w:r>
    </w:p>
    <w:p w:rsidR="006974AE" w:rsidRDefault="006974AE" w:rsidP="006974AE">
      <w:r>
        <w:t>106.7413</w:t>
      </w:r>
      <w:r>
        <w:tab/>
        <w:t>1.013e0</w:t>
      </w:r>
    </w:p>
    <w:p w:rsidR="006974AE" w:rsidRDefault="006974AE" w:rsidP="006974AE">
      <w:r>
        <w:t>106.7438</w:t>
      </w:r>
      <w:r>
        <w:tab/>
        <w:t>1.013e0</w:t>
      </w:r>
    </w:p>
    <w:p w:rsidR="006974AE" w:rsidRDefault="006974AE" w:rsidP="006974AE">
      <w:r>
        <w:t>106.7455</w:t>
      </w:r>
      <w:r>
        <w:tab/>
        <w:t>2.025e0</w:t>
      </w:r>
    </w:p>
    <w:p w:rsidR="006974AE" w:rsidRDefault="006974AE" w:rsidP="006974AE">
      <w:r>
        <w:t>106.7467</w:t>
      </w:r>
      <w:r>
        <w:tab/>
        <w:t>2.025e0</w:t>
      </w:r>
    </w:p>
    <w:p w:rsidR="006974AE" w:rsidRDefault="006974AE" w:rsidP="006974AE">
      <w:r>
        <w:t>106.7495</w:t>
      </w:r>
      <w:r>
        <w:tab/>
        <w:t>1.013e0</w:t>
      </w:r>
    </w:p>
    <w:p w:rsidR="006974AE" w:rsidRDefault="006974AE" w:rsidP="006974AE">
      <w:r>
        <w:t>106.7604</w:t>
      </w:r>
      <w:r>
        <w:tab/>
        <w:t>1.013e0</w:t>
      </w:r>
    </w:p>
    <w:p w:rsidR="006974AE" w:rsidRDefault="006974AE" w:rsidP="006974AE">
      <w:r>
        <w:t>106.7742</w:t>
      </w:r>
      <w:r>
        <w:tab/>
        <w:t>1.013e0</w:t>
      </w:r>
    </w:p>
    <w:p w:rsidR="006974AE" w:rsidRDefault="006974AE" w:rsidP="006974AE">
      <w:r>
        <w:t>106.7770</w:t>
      </w:r>
      <w:r>
        <w:tab/>
        <w:t>2.025e0</w:t>
      </w:r>
    </w:p>
    <w:p w:rsidR="006974AE" w:rsidRDefault="006974AE" w:rsidP="006974AE">
      <w:r>
        <w:t>106.7853</w:t>
      </w:r>
      <w:r>
        <w:tab/>
        <w:t>1.013e0</w:t>
      </w:r>
    </w:p>
    <w:p w:rsidR="006974AE" w:rsidRDefault="006974AE" w:rsidP="006974AE">
      <w:r>
        <w:t>106.7962</w:t>
      </w:r>
      <w:r>
        <w:tab/>
        <w:t>1.013e0</w:t>
      </w:r>
    </w:p>
    <w:p w:rsidR="006974AE" w:rsidRDefault="006974AE" w:rsidP="006974AE">
      <w:r>
        <w:t>106.8002</w:t>
      </w:r>
      <w:r>
        <w:tab/>
        <w:t>2.025e0</w:t>
      </w:r>
    </w:p>
    <w:p w:rsidR="006974AE" w:rsidRDefault="006974AE" w:rsidP="006974AE">
      <w:r>
        <w:t>106.8016</w:t>
      </w:r>
      <w:r>
        <w:tab/>
        <w:t>1.013e0</w:t>
      </w:r>
    </w:p>
    <w:p w:rsidR="006974AE" w:rsidRDefault="006974AE" w:rsidP="006974AE">
      <w:r>
        <w:t>106.8099</w:t>
      </w:r>
      <w:r>
        <w:tab/>
        <w:t>1.013e0</w:t>
      </w:r>
    </w:p>
    <w:p w:rsidR="006974AE" w:rsidRDefault="006974AE" w:rsidP="006974AE">
      <w:r>
        <w:t>106.8153</w:t>
      </w:r>
      <w:r>
        <w:tab/>
        <w:t>1.013e0</w:t>
      </w:r>
    </w:p>
    <w:p w:rsidR="006974AE" w:rsidRDefault="006974AE" w:rsidP="006974AE">
      <w:r>
        <w:t>106.8210</w:t>
      </w:r>
      <w:r>
        <w:tab/>
        <w:t>1.013e0</w:t>
      </w:r>
    </w:p>
    <w:p w:rsidR="006974AE" w:rsidRDefault="006974AE" w:rsidP="006974AE">
      <w:r>
        <w:t>106.8374</w:t>
      </w:r>
      <w:r>
        <w:tab/>
        <w:t>1.013e0</w:t>
      </w:r>
    </w:p>
    <w:p w:rsidR="006974AE" w:rsidRDefault="006974AE" w:rsidP="006974AE">
      <w:r>
        <w:t>106.8419</w:t>
      </w:r>
      <w:r>
        <w:tab/>
        <w:t>2.446e0</w:t>
      </w:r>
    </w:p>
    <w:p w:rsidR="006974AE" w:rsidRDefault="006974AE" w:rsidP="006974AE">
      <w:r>
        <w:lastRenderedPageBreak/>
        <w:t>106.8454</w:t>
      </w:r>
      <w:r>
        <w:tab/>
        <w:t>1.013e0</w:t>
      </w:r>
    </w:p>
    <w:p w:rsidR="006974AE" w:rsidRDefault="006974AE" w:rsidP="006974AE">
      <w:r>
        <w:t>106.8579</w:t>
      </w:r>
      <w:r>
        <w:tab/>
        <w:t>2.025e0</w:t>
      </w:r>
    </w:p>
    <w:p w:rsidR="006974AE" w:rsidRDefault="006974AE" w:rsidP="006974AE">
      <w:r>
        <w:t>106.8609</w:t>
      </w:r>
      <w:r>
        <w:tab/>
        <w:t>2.025e0</w:t>
      </w:r>
    </w:p>
    <w:p w:rsidR="006974AE" w:rsidRDefault="006974AE" w:rsidP="006974AE">
      <w:r>
        <w:t>106.8620</w:t>
      </w:r>
      <w:r>
        <w:tab/>
        <w:t>2.025e0</w:t>
      </w:r>
    </w:p>
    <w:p w:rsidR="006974AE" w:rsidRDefault="006974AE" w:rsidP="006974AE">
      <w:r>
        <w:t>106.8815</w:t>
      </w:r>
      <w:r>
        <w:tab/>
        <w:t>1.013e0</w:t>
      </w:r>
    </w:p>
    <w:p w:rsidR="006974AE" w:rsidRDefault="006974AE" w:rsidP="006974AE">
      <w:r>
        <w:t>106.8980</w:t>
      </w:r>
      <w:r>
        <w:tab/>
        <w:t>1.013e0</w:t>
      </w:r>
    </w:p>
    <w:p w:rsidR="006974AE" w:rsidRDefault="006974AE" w:rsidP="006974AE">
      <w:r>
        <w:t>106.9031</w:t>
      </w:r>
      <w:r>
        <w:tab/>
        <w:t>1.013e0</w:t>
      </w:r>
    </w:p>
    <w:p w:rsidR="006974AE" w:rsidRDefault="006974AE" w:rsidP="006974AE">
      <w:r>
        <w:t>106.9130</w:t>
      </w:r>
      <w:r>
        <w:tab/>
        <w:t>2.025e0</w:t>
      </w:r>
    </w:p>
    <w:p w:rsidR="006974AE" w:rsidRDefault="006974AE" w:rsidP="006974AE">
      <w:r>
        <w:t>106.9197</w:t>
      </w:r>
      <w:r>
        <w:tab/>
        <w:t>1.013e0</w:t>
      </w:r>
    </w:p>
    <w:p w:rsidR="006974AE" w:rsidRDefault="006974AE" w:rsidP="006974AE">
      <w:r>
        <w:t>106.9226</w:t>
      </w:r>
      <w:r>
        <w:tab/>
        <w:t>1.013e0</w:t>
      </w:r>
    </w:p>
    <w:p w:rsidR="006974AE" w:rsidRDefault="006974AE" w:rsidP="006974AE">
      <w:r>
        <w:t>106.9254</w:t>
      </w:r>
      <w:r>
        <w:tab/>
        <w:t>1.013e0</w:t>
      </w:r>
    </w:p>
    <w:p w:rsidR="006974AE" w:rsidRDefault="006974AE" w:rsidP="006974AE">
      <w:r>
        <w:t>106.9307</w:t>
      </w:r>
      <w:r>
        <w:tab/>
        <w:t>1.013e0</w:t>
      </w:r>
    </w:p>
    <w:p w:rsidR="006974AE" w:rsidRDefault="006974AE" w:rsidP="006974AE">
      <w:r>
        <w:t>106.9335</w:t>
      </w:r>
      <w:r>
        <w:tab/>
        <w:t>1.013e0</w:t>
      </w:r>
    </w:p>
    <w:p w:rsidR="006974AE" w:rsidRDefault="006974AE" w:rsidP="006974AE">
      <w:r>
        <w:t>106.9362</w:t>
      </w:r>
      <w:r>
        <w:tab/>
        <w:t>3.038e0</w:t>
      </w:r>
    </w:p>
    <w:p w:rsidR="006974AE" w:rsidRDefault="006974AE" w:rsidP="006974AE">
      <w:r>
        <w:t>106.9472</w:t>
      </w:r>
      <w:r>
        <w:tab/>
        <w:t>1.013e0</w:t>
      </w:r>
    </w:p>
    <w:p w:rsidR="006974AE" w:rsidRDefault="006974AE" w:rsidP="006974AE">
      <w:r>
        <w:t>106.9501</w:t>
      </w:r>
      <w:r>
        <w:tab/>
        <w:t>1.013e0</w:t>
      </w:r>
    </w:p>
    <w:p w:rsidR="006974AE" w:rsidRDefault="006974AE" w:rsidP="006974AE">
      <w:r>
        <w:t>106.9608</w:t>
      </w:r>
      <w:r>
        <w:tab/>
        <w:t>1.013e0</w:t>
      </w:r>
    </w:p>
    <w:p w:rsidR="006974AE" w:rsidRDefault="006974AE" w:rsidP="006974AE">
      <w:r>
        <w:t>106.9638</w:t>
      </w:r>
      <w:r>
        <w:tab/>
        <w:t>1.013e0</w:t>
      </w:r>
    </w:p>
    <w:p w:rsidR="006974AE" w:rsidRDefault="006974AE" w:rsidP="006974AE">
      <w:r>
        <w:t>106.9723</w:t>
      </w:r>
      <w:r>
        <w:tab/>
        <w:t>1.013e0</w:t>
      </w:r>
    </w:p>
    <w:p w:rsidR="006974AE" w:rsidRDefault="006974AE" w:rsidP="006974AE">
      <w:r>
        <w:lastRenderedPageBreak/>
        <w:t>106.9748</w:t>
      </w:r>
      <w:r>
        <w:tab/>
        <w:t>1.013e0</w:t>
      </w:r>
    </w:p>
    <w:p w:rsidR="006974AE" w:rsidRDefault="006974AE" w:rsidP="006974AE">
      <w:r>
        <w:t>106.9830</w:t>
      </w:r>
      <w:r>
        <w:tab/>
        <w:t>2.025e0</w:t>
      </w:r>
    </w:p>
    <w:p w:rsidR="006974AE" w:rsidRDefault="006974AE" w:rsidP="006974AE">
      <w:r>
        <w:t>106.9844</w:t>
      </w:r>
      <w:r>
        <w:tab/>
        <w:t>2.025e0</w:t>
      </w:r>
    </w:p>
    <w:p w:rsidR="006974AE" w:rsidRDefault="006974AE" w:rsidP="006974AE">
      <w:r>
        <w:t>106.9886</w:t>
      </w:r>
      <w:r>
        <w:tab/>
        <w:t>1.013e0</w:t>
      </w:r>
    </w:p>
    <w:p w:rsidR="006974AE" w:rsidRDefault="006974AE" w:rsidP="006974AE">
      <w:r>
        <w:t>106.9912</w:t>
      </w:r>
      <w:r>
        <w:tab/>
        <w:t>1.013e0</w:t>
      </w:r>
    </w:p>
    <w:p w:rsidR="006974AE" w:rsidRDefault="006974AE" w:rsidP="006974AE">
      <w:r>
        <w:t>106.9967</w:t>
      </w:r>
      <w:r>
        <w:tab/>
        <w:t>1.013e0</w:t>
      </w:r>
    </w:p>
    <w:p w:rsidR="006974AE" w:rsidRDefault="006974AE" w:rsidP="006974AE">
      <w:r>
        <w:t>107.0024</w:t>
      </w:r>
      <w:r>
        <w:tab/>
        <w:t>2.025e0</w:t>
      </w:r>
    </w:p>
    <w:p w:rsidR="006974AE" w:rsidRDefault="006974AE" w:rsidP="006974AE">
      <w:r>
        <w:t>107.0078</w:t>
      </w:r>
      <w:r>
        <w:tab/>
        <w:t>1.013e0</w:t>
      </w:r>
    </w:p>
    <w:p w:rsidR="006974AE" w:rsidRDefault="006974AE" w:rsidP="006974AE">
      <w:r>
        <w:t>107.0106</w:t>
      </w:r>
      <w:r>
        <w:tab/>
        <w:t>1.013e0</w:t>
      </w:r>
    </w:p>
    <w:p w:rsidR="006974AE" w:rsidRDefault="006974AE" w:rsidP="006974AE">
      <w:r>
        <w:t>107.0163</w:t>
      </w:r>
      <w:r>
        <w:tab/>
        <w:t>1.013e0</w:t>
      </w:r>
    </w:p>
    <w:p w:rsidR="006974AE" w:rsidRDefault="006974AE" w:rsidP="006974AE">
      <w:r>
        <w:t>107.0214</w:t>
      </w:r>
      <w:r>
        <w:tab/>
        <w:t>1.013e0</w:t>
      </w:r>
    </w:p>
    <w:p w:rsidR="006974AE" w:rsidRDefault="006974AE" w:rsidP="006974AE">
      <w:r>
        <w:t>107.0299</w:t>
      </w:r>
      <w:r>
        <w:tab/>
        <w:t>1.013e0</w:t>
      </w:r>
    </w:p>
    <w:p w:rsidR="006974AE" w:rsidRDefault="006974AE" w:rsidP="006974AE">
      <w:r>
        <w:t>107.0326</w:t>
      </w:r>
      <w:r>
        <w:tab/>
        <w:t>1.013e0</w:t>
      </w:r>
    </w:p>
    <w:p w:rsidR="006974AE" w:rsidRDefault="006974AE" w:rsidP="006974AE">
      <w:r>
        <w:t>107.0381</w:t>
      </w:r>
      <w:r>
        <w:tab/>
        <w:t>1.013e0</w:t>
      </w:r>
    </w:p>
    <w:p w:rsidR="006974AE" w:rsidRDefault="006974AE" w:rsidP="006974AE">
      <w:r>
        <w:t>107.0437</w:t>
      </w:r>
      <w:r>
        <w:tab/>
        <w:t>1.013e0</w:t>
      </w:r>
    </w:p>
    <w:p w:rsidR="006974AE" w:rsidRDefault="006974AE" w:rsidP="006974AE">
      <w:r>
        <w:t>107.0560</w:t>
      </w:r>
      <w:r>
        <w:tab/>
        <w:t>4.051e0</w:t>
      </w:r>
    </w:p>
    <w:p w:rsidR="006974AE" w:rsidRDefault="006974AE" w:rsidP="006974AE">
      <w:r>
        <w:t>107.0573</w:t>
      </w:r>
      <w:r>
        <w:tab/>
        <w:t>4.051e0</w:t>
      </w:r>
    </w:p>
    <w:p w:rsidR="006974AE" w:rsidRDefault="006974AE" w:rsidP="006974AE">
      <w:r>
        <w:t>107.0604</w:t>
      </w:r>
      <w:r>
        <w:tab/>
        <w:t>6.076e0</w:t>
      </w:r>
    </w:p>
    <w:p w:rsidR="006974AE" w:rsidRDefault="006974AE" w:rsidP="006974AE">
      <w:r>
        <w:t>107.0622</w:t>
      </w:r>
      <w:r>
        <w:tab/>
        <w:t>9.114e0</w:t>
      </w:r>
    </w:p>
    <w:p w:rsidR="006974AE" w:rsidRDefault="006974AE" w:rsidP="006974AE">
      <w:r>
        <w:lastRenderedPageBreak/>
        <w:t>107.0641</w:t>
      </w:r>
      <w:r>
        <w:tab/>
        <w:t>4.051e0</w:t>
      </w:r>
    </w:p>
    <w:p w:rsidR="006974AE" w:rsidRDefault="006974AE" w:rsidP="006974AE">
      <w:r>
        <w:t>107.0743</w:t>
      </w:r>
      <w:r>
        <w:tab/>
        <w:t>1.001e1</w:t>
      </w:r>
    </w:p>
    <w:p w:rsidR="006974AE" w:rsidRDefault="006974AE" w:rsidP="006974AE">
      <w:r>
        <w:t>107.0851</w:t>
      </w:r>
      <w:r>
        <w:tab/>
        <w:t>6.865e0</w:t>
      </w:r>
    </w:p>
    <w:p w:rsidR="006974AE" w:rsidRDefault="006974AE" w:rsidP="006974AE">
      <w:r>
        <w:t>107.0900</w:t>
      </w:r>
      <w:r>
        <w:tab/>
        <w:t>2.168e1</w:t>
      </w:r>
    </w:p>
    <w:p w:rsidR="006974AE" w:rsidRDefault="006974AE" w:rsidP="006974AE">
      <w:r>
        <w:t>107.0921</w:t>
      </w:r>
      <w:r>
        <w:tab/>
        <w:t>4.335e1</w:t>
      </w:r>
    </w:p>
    <w:p w:rsidR="006974AE" w:rsidRDefault="006974AE" w:rsidP="006974AE">
      <w:r>
        <w:t>107.0965</w:t>
      </w:r>
      <w:r>
        <w:tab/>
        <w:t>6.076e0</w:t>
      </w:r>
    </w:p>
    <w:p w:rsidR="006974AE" w:rsidRDefault="006974AE" w:rsidP="006974AE">
      <w:r>
        <w:t>107.1122</w:t>
      </w:r>
      <w:r>
        <w:tab/>
        <w:t>2.025e0</w:t>
      </w:r>
    </w:p>
    <w:p w:rsidR="006974AE" w:rsidRDefault="006974AE" w:rsidP="006974AE">
      <w:r>
        <w:t>107.1282</w:t>
      </w:r>
      <w:r>
        <w:tab/>
        <w:t>4.051e0</w:t>
      </w:r>
    </w:p>
    <w:p w:rsidR="006974AE" w:rsidRDefault="006974AE" w:rsidP="006974AE">
      <w:r>
        <w:t>107.1318</w:t>
      </w:r>
      <w:r>
        <w:tab/>
        <w:t>1.013e0</w:t>
      </w:r>
    </w:p>
    <w:p w:rsidR="006974AE" w:rsidRDefault="006974AE" w:rsidP="006974AE">
      <w:r>
        <w:t>107.1368</w:t>
      </w:r>
      <w:r>
        <w:tab/>
        <w:t>1.013e0</w:t>
      </w:r>
    </w:p>
    <w:p w:rsidR="006974AE" w:rsidRDefault="006974AE" w:rsidP="006974AE">
      <w:r>
        <w:t>107.1397</w:t>
      </w:r>
      <w:r>
        <w:tab/>
        <w:t>1.013e0</w:t>
      </w:r>
    </w:p>
    <w:p w:rsidR="006974AE" w:rsidRDefault="006974AE" w:rsidP="006974AE">
      <w:r>
        <w:t>107.1426</w:t>
      </w:r>
      <w:r>
        <w:tab/>
        <w:t>1.013e0</w:t>
      </w:r>
    </w:p>
    <w:p w:rsidR="006974AE" w:rsidRDefault="006974AE" w:rsidP="006974AE">
      <w:r>
        <w:t>107.1455</w:t>
      </w:r>
      <w:r>
        <w:tab/>
        <w:t>1.013e0</w:t>
      </w:r>
    </w:p>
    <w:p w:rsidR="006974AE" w:rsidRDefault="006974AE" w:rsidP="006974AE">
      <w:r>
        <w:t>107.1479</w:t>
      </w:r>
      <w:r>
        <w:tab/>
        <w:t>2.025e0</w:t>
      </w:r>
    </w:p>
    <w:p w:rsidR="006974AE" w:rsidRDefault="006974AE" w:rsidP="006974AE">
      <w:r>
        <w:t>107.1647</w:t>
      </w:r>
      <w:r>
        <w:tab/>
        <w:t>2.025e0</w:t>
      </w:r>
    </w:p>
    <w:p w:rsidR="006974AE" w:rsidRDefault="006974AE" w:rsidP="006974AE">
      <w:r>
        <w:t>107.1673</w:t>
      </w:r>
      <w:r>
        <w:tab/>
        <w:t>2.025e0</w:t>
      </w:r>
    </w:p>
    <w:p w:rsidR="006974AE" w:rsidRDefault="006974AE" w:rsidP="006974AE">
      <w:r>
        <w:t>107.1757</w:t>
      </w:r>
      <w:r>
        <w:tab/>
        <w:t>1.013e0</w:t>
      </w:r>
    </w:p>
    <w:p w:rsidR="006974AE" w:rsidRDefault="006974AE" w:rsidP="006974AE">
      <w:r>
        <w:t>107.1783</w:t>
      </w:r>
      <w:r>
        <w:tab/>
        <w:t>1.013e0</w:t>
      </w:r>
    </w:p>
    <w:p w:rsidR="006974AE" w:rsidRDefault="006974AE" w:rsidP="006974AE">
      <w:r>
        <w:t>107.1811</w:t>
      </w:r>
      <w:r>
        <w:tab/>
        <w:t>2.025e0</w:t>
      </w:r>
    </w:p>
    <w:p w:rsidR="006974AE" w:rsidRDefault="006974AE" w:rsidP="006974AE">
      <w:r>
        <w:lastRenderedPageBreak/>
        <w:t>107.1839</w:t>
      </w:r>
      <w:r>
        <w:tab/>
        <w:t>1.013e0</w:t>
      </w:r>
    </w:p>
    <w:p w:rsidR="006974AE" w:rsidRDefault="006974AE" w:rsidP="006974AE">
      <w:r>
        <w:t>107.1865</w:t>
      </w:r>
      <w:r>
        <w:tab/>
        <w:t>1.013e0</w:t>
      </w:r>
    </w:p>
    <w:p w:rsidR="006974AE" w:rsidRDefault="006974AE" w:rsidP="006974AE">
      <w:r>
        <w:t>107.1894</w:t>
      </w:r>
      <w:r>
        <w:tab/>
        <w:t>2.025e0</w:t>
      </w:r>
    </w:p>
    <w:p w:rsidR="006974AE" w:rsidRDefault="006974AE" w:rsidP="006974AE">
      <w:r>
        <w:t>107.2060</w:t>
      </w:r>
      <w:r>
        <w:tab/>
        <w:t>1.013e0</w:t>
      </w:r>
    </w:p>
    <w:p w:rsidR="006974AE" w:rsidRDefault="006974AE" w:rsidP="006974AE">
      <w:r>
        <w:t>107.2278</w:t>
      </w:r>
      <w:r>
        <w:tab/>
        <w:t>1.013e0</w:t>
      </w:r>
    </w:p>
    <w:p w:rsidR="006974AE" w:rsidRDefault="006974AE" w:rsidP="006974AE">
      <w:r>
        <w:t>107.2306</w:t>
      </w:r>
      <w:r>
        <w:tab/>
        <w:t>4.051e0</w:t>
      </w:r>
    </w:p>
    <w:p w:rsidR="006974AE" w:rsidRDefault="006974AE" w:rsidP="006974AE">
      <w:r>
        <w:t>107.2473</w:t>
      </w:r>
      <w:r>
        <w:tab/>
        <w:t>1.013e0</w:t>
      </w:r>
    </w:p>
    <w:p w:rsidR="006974AE" w:rsidRDefault="006974AE" w:rsidP="006974AE">
      <w:r>
        <w:t>107.2499</w:t>
      </w:r>
      <w:r>
        <w:tab/>
        <w:t>2.025e0</w:t>
      </w:r>
    </w:p>
    <w:p w:rsidR="006974AE" w:rsidRDefault="006974AE" w:rsidP="006974AE">
      <w:r>
        <w:t>107.2732</w:t>
      </w:r>
      <w:r>
        <w:tab/>
        <w:t>2.025e0</w:t>
      </w:r>
    </w:p>
    <w:p w:rsidR="006974AE" w:rsidRDefault="006974AE" w:rsidP="006974AE">
      <w:r>
        <w:t>107.2801</w:t>
      </w:r>
      <w:r>
        <w:tab/>
        <w:t>1.013e0</w:t>
      </w:r>
    </w:p>
    <w:p w:rsidR="006974AE" w:rsidRDefault="006974AE" w:rsidP="006974AE">
      <w:r>
        <w:t>107.2942</w:t>
      </w:r>
      <w:r>
        <w:tab/>
        <w:t>2.025e0</w:t>
      </w:r>
    </w:p>
    <w:p w:rsidR="006974AE" w:rsidRDefault="006974AE" w:rsidP="006974AE">
      <w:r>
        <w:t>107.3021</w:t>
      </w:r>
      <w:r>
        <w:tab/>
        <w:t>2.025e0</w:t>
      </w:r>
    </w:p>
    <w:p w:rsidR="006974AE" w:rsidRDefault="006974AE" w:rsidP="006974AE">
      <w:r>
        <w:t>107.3079</w:t>
      </w:r>
      <w:r>
        <w:tab/>
        <w:t>1.013e0</w:t>
      </w:r>
    </w:p>
    <w:p w:rsidR="006974AE" w:rsidRDefault="006974AE" w:rsidP="006974AE">
      <w:r>
        <w:t>107.3187</w:t>
      </w:r>
      <w:r>
        <w:tab/>
        <w:t>4.051e0</w:t>
      </w:r>
    </w:p>
    <w:p w:rsidR="006974AE" w:rsidRDefault="006974AE" w:rsidP="006974AE">
      <w:r>
        <w:t>107.3381</w:t>
      </w:r>
      <w:r>
        <w:tab/>
        <w:t>1.013e0</w:t>
      </w:r>
    </w:p>
    <w:p w:rsidR="006974AE" w:rsidRDefault="006974AE" w:rsidP="006974AE">
      <w:r>
        <w:t>107.3463</w:t>
      </w:r>
      <w:r>
        <w:tab/>
        <w:t>1.013e0</w:t>
      </w:r>
    </w:p>
    <w:p w:rsidR="006974AE" w:rsidRDefault="006974AE" w:rsidP="006974AE">
      <w:r>
        <w:t>107.3490</w:t>
      </w:r>
      <w:r>
        <w:tab/>
        <w:t>1.013e0</w:t>
      </w:r>
    </w:p>
    <w:p w:rsidR="006974AE" w:rsidRDefault="006974AE" w:rsidP="006974AE">
      <w:r>
        <w:t>107.3580</w:t>
      </w:r>
      <w:r>
        <w:tab/>
        <w:t>3.038e0</w:t>
      </w:r>
    </w:p>
    <w:p w:rsidR="006974AE" w:rsidRDefault="006974AE" w:rsidP="006974AE">
      <w:r>
        <w:t>107.3657</w:t>
      </w:r>
      <w:r>
        <w:tab/>
        <w:t>1.013e0</w:t>
      </w:r>
    </w:p>
    <w:p w:rsidR="006974AE" w:rsidRDefault="006974AE" w:rsidP="006974AE">
      <w:r>
        <w:lastRenderedPageBreak/>
        <w:t>107.3682</w:t>
      </w:r>
      <w:r>
        <w:tab/>
        <w:t>1.013e0</w:t>
      </w:r>
    </w:p>
    <w:p w:rsidR="006974AE" w:rsidRDefault="006974AE" w:rsidP="006974AE">
      <w:r>
        <w:t>107.3722</w:t>
      </w:r>
      <w:r>
        <w:tab/>
        <w:t>2.025e0</w:t>
      </w:r>
    </w:p>
    <w:p w:rsidR="006974AE" w:rsidRDefault="006974AE" w:rsidP="006974AE">
      <w:r>
        <w:t>107.3765</w:t>
      </w:r>
      <w:r>
        <w:tab/>
        <w:t>2.025e0</w:t>
      </w:r>
    </w:p>
    <w:p w:rsidR="006974AE" w:rsidRDefault="006974AE" w:rsidP="006974AE">
      <w:r>
        <w:t>107.3822</w:t>
      </w:r>
      <w:r>
        <w:tab/>
        <w:t>1.013e0</w:t>
      </w:r>
    </w:p>
    <w:p w:rsidR="006974AE" w:rsidRDefault="006974AE" w:rsidP="006974AE">
      <w:r>
        <w:t>107.3888</w:t>
      </w:r>
      <w:r>
        <w:tab/>
        <w:t>2.025e0</w:t>
      </w:r>
    </w:p>
    <w:p w:rsidR="006974AE" w:rsidRDefault="006974AE" w:rsidP="006974AE">
      <w:r>
        <w:t>107.3903</w:t>
      </w:r>
      <w:r>
        <w:tab/>
        <w:t>1.013e0</w:t>
      </w:r>
    </w:p>
    <w:p w:rsidR="006974AE" w:rsidRDefault="006974AE" w:rsidP="006974AE">
      <w:r>
        <w:t>107.3932</w:t>
      </w:r>
      <w:r>
        <w:tab/>
        <w:t>2.025e0</w:t>
      </w:r>
    </w:p>
    <w:p w:rsidR="006974AE" w:rsidRDefault="006974AE" w:rsidP="006974AE">
      <w:r>
        <w:t>107.3985</w:t>
      </w:r>
      <w:r>
        <w:tab/>
        <w:t>1.013e0</w:t>
      </w:r>
    </w:p>
    <w:p w:rsidR="006974AE" w:rsidRDefault="006974AE" w:rsidP="006974AE">
      <w:r>
        <w:t>107.4011</w:t>
      </w:r>
      <w:r>
        <w:tab/>
        <w:t>1.013e0</w:t>
      </w:r>
    </w:p>
    <w:p w:rsidR="006974AE" w:rsidRDefault="006974AE" w:rsidP="006974AE">
      <w:r>
        <w:t>107.4041</w:t>
      </w:r>
      <w:r>
        <w:tab/>
        <w:t>1.013e0</w:t>
      </w:r>
    </w:p>
    <w:p w:rsidR="006974AE" w:rsidRDefault="006974AE" w:rsidP="006974AE">
      <w:r>
        <w:t>107.4068</w:t>
      </w:r>
      <w:r>
        <w:tab/>
        <w:t>1.013e0</w:t>
      </w:r>
    </w:p>
    <w:p w:rsidR="006974AE" w:rsidRDefault="006974AE" w:rsidP="006974AE">
      <w:r>
        <w:t>107.4096</w:t>
      </w:r>
      <w:r>
        <w:tab/>
        <w:t>1.013e0</w:t>
      </w:r>
    </w:p>
    <w:p w:rsidR="006974AE" w:rsidRDefault="006974AE" w:rsidP="006974AE">
      <w:r>
        <w:t>107.4123</w:t>
      </w:r>
      <w:r>
        <w:tab/>
        <w:t>2.025e0</w:t>
      </w:r>
    </w:p>
    <w:p w:rsidR="006974AE" w:rsidRDefault="006974AE" w:rsidP="006974AE">
      <w:r>
        <w:t>107.4150</w:t>
      </w:r>
      <w:r>
        <w:tab/>
        <w:t>1.013e0</w:t>
      </w:r>
    </w:p>
    <w:p w:rsidR="006974AE" w:rsidRDefault="006974AE" w:rsidP="006974AE">
      <w:r>
        <w:t>107.4164</w:t>
      </w:r>
      <w:r>
        <w:tab/>
        <w:t>4.051e0</w:t>
      </w:r>
    </w:p>
    <w:p w:rsidR="006974AE" w:rsidRDefault="006974AE" w:rsidP="006974AE">
      <w:r>
        <w:t>107.4234</w:t>
      </w:r>
      <w:r>
        <w:tab/>
        <w:t>1.013e0</w:t>
      </w:r>
    </w:p>
    <w:p w:rsidR="006974AE" w:rsidRDefault="006974AE" w:rsidP="006974AE">
      <w:r>
        <w:t>107.4287</w:t>
      </w:r>
      <w:r>
        <w:tab/>
        <w:t>1.013e0</w:t>
      </w:r>
    </w:p>
    <w:p w:rsidR="006974AE" w:rsidRDefault="006974AE" w:rsidP="006974AE">
      <w:r>
        <w:t>107.4315</w:t>
      </w:r>
      <w:r>
        <w:tab/>
        <w:t>2.025e0</w:t>
      </w:r>
    </w:p>
    <w:p w:rsidR="006974AE" w:rsidRDefault="006974AE" w:rsidP="006974AE">
      <w:r>
        <w:t>107.4371</w:t>
      </w:r>
      <w:r>
        <w:tab/>
        <w:t>3.038e0</w:t>
      </w:r>
    </w:p>
    <w:p w:rsidR="006974AE" w:rsidRDefault="006974AE" w:rsidP="006974AE">
      <w:r>
        <w:lastRenderedPageBreak/>
        <w:t>107.4453</w:t>
      </w:r>
      <w:r>
        <w:tab/>
        <w:t>1.013e0</w:t>
      </w:r>
    </w:p>
    <w:p w:rsidR="006974AE" w:rsidRDefault="006974AE" w:rsidP="006974AE">
      <w:r>
        <w:t>107.4538</w:t>
      </w:r>
      <w:r>
        <w:tab/>
        <w:t>1.013e0</w:t>
      </w:r>
    </w:p>
    <w:p w:rsidR="006974AE" w:rsidRDefault="006974AE" w:rsidP="006974AE">
      <w:r>
        <w:t>107.4563</w:t>
      </w:r>
      <w:r>
        <w:tab/>
        <w:t>2.025e0</w:t>
      </w:r>
    </w:p>
    <w:p w:rsidR="006974AE" w:rsidRDefault="006974AE" w:rsidP="006974AE">
      <w:r>
        <w:t>107.4676</w:t>
      </w:r>
      <w:r>
        <w:tab/>
        <w:t>1.013e0</w:t>
      </w:r>
    </w:p>
    <w:p w:rsidR="006974AE" w:rsidRDefault="006974AE" w:rsidP="006974AE">
      <w:r>
        <w:t>107.4714</w:t>
      </w:r>
      <w:r>
        <w:tab/>
        <w:t>2.025e0</w:t>
      </w:r>
    </w:p>
    <w:p w:rsidR="006974AE" w:rsidRDefault="006974AE" w:rsidP="006974AE">
      <w:r>
        <w:t>107.4785</w:t>
      </w:r>
      <w:r>
        <w:tab/>
        <w:t>1.013e0</w:t>
      </w:r>
    </w:p>
    <w:p w:rsidR="006974AE" w:rsidRDefault="006974AE" w:rsidP="006974AE">
      <w:r>
        <w:t>107.4813</w:t>
      </w:r>
      <w:r>
        <w:tab/>
        <w:t>2.025e0</w:t>
      </w:r>
    </w:p>
    <w:p w:rsidR="006974AE" w:rsidRDefault="006974AE" w:rsidP="006974AE">
      <w:r>
        <w:t>107.4950</w:t>
      </w:r>
      <w:r>
        <w:tab/>
        <w:t>1.013e0</w:t>
      </w:r>
    </w:p>
    <w:p w:rsidR="006974AE" w:rsidRDefault="006974AE" w:rsidP="006974AE">
      <w:r>
        <w:t>107.5004</w:t>
      </w:r>
      <w:r>
        <w:tab/>
        <w:t>1.013e0</w:t>
      </w:r>
    </w:p>
    <w:p w:rsidR="006974AE" w:rsidRDefault="006974AE" w:rsidP="006974AE">
      <w:r>
        <w:t>107.5060</w:t>
      </w:r>
      <w:r>
        <w:tab/>
        <w:t>1.013e0</w:t>
      </w:r>
    </w:p>
    <w:p w:rsidR="006974AE" w:rsidRDefault="006974AE" w:rsidP="006974AE">
      <w:r>
        <w:t>107.5115</w:t>
      </w:r>
      <w:r>
        <w:tab/>
        <w:t>1.013e0</w:t>
      </w:r>
    </w:p>
    <w:p w:rsidR="006974AE" w:rsidRDefault="006974AE" w:rsidP="006974AE">
      <w:r>
        <w:t>107.5254</w:t>
      </w:r>
      <w:r>
        <w:tab/>
        <w:t>1.013e0</w:t>
      </w:r>
    </w:p>
    <w:p w:rsidR="006974AE" w:rsidRDefault="006974AE" w:rsidP="006974AE">
      <w:r>
        <w:t>107.5283</w:t>
      </w:r>
      <w:r>
        <w:tab/>
        <w:t>1.013e0</w:t>
      </w:r>
    </w:p>
    <w:p w:rsidR="006974AE" w:rsidRDefault="006974AE" w:rsidP="006974AE">
      <w:r>
        <w:t>107.5390</w:t>
      </w:r>
      <w:r>
        <w:tab/>
        <w:t>2.025e0</w:t>
      </w:r>
    </w:p>
    <w:p w:rsidR="006974AE" w:rsidRDefault="006974AE" w:rsidP="006974AE">
      <w:r>
        <w:t>107.5446</w:t>
      </w:r>
      <w:r>
        <w:tab/>
        <w:t>1.013e0</w:t>
      </w:r>
    </w:p>
    <w:p w:rsidR="006974AE" w:rsidRDefault="006974AE" w:rsidP="006974AE">
      <w:r>
        <w:t>107.5471</w:t>
      </w:r>
      <w:r>
        <w:tab/>
        <w:t>1.013e0</w:t>
      </w:r>
    </w:p>
    <w:p w:rsidR="006974AE" w:rsidRDefault="006974AE" w:rsidP="006974AE">
      <w:r>
        <w:t>107.5586</w:t>
      </w:r>
      <w:r>
        <w:tab/>
        <w:t>1.013e0</w:t>
      </w:r>
    </w:p>
    <w:p w:rsidR="006974AE" w:rsidRDefault="006974AE" w:rsidP="006974AE">
      <w:r>
        <w:t>107.5598</w:t>
      </w:r>
      <w:r>
        <w:tab/>
        <w:t>2.025e0</w:t>
      </w:r>
    </w:p>
    <w:p w:rsidR="006974AE" w:rsidRDefault="006974AE" w:rsidP="006974AE">
      <w:r>
        <w:t>107.5610</w:t>
      </w:r>
      <w:r>
        <w:tab/>
        <w:t>2.025e0</w:t>
      </w:r>
    </w:p>
    <w:p w:rsidR="006974AE" w:rsidRDefault="006974AE" w:rsidP="006974AE">
      <w:r>
        <w:lastRenderedPageBreak/>
        <w:t>107.5723</w:t>
      </w:r>
      <w:r>
        <w:tab/>
        <w:t>1.013e0</w:t>
      </w:r>
    </w:p>
    <w:p w:rsidR="006974AE" w:rsidRDefault="006974AE" w:rsidP="006974AE">
      <w:r>
        <w:t>107.5748</w:t>
      </w:r>
      <w:r>
        <w:tab/>
        <w:t>1.013e0</w:t>
      </w:r>
    </w:p>
    <w:p w:rsidR="006974AE" w:rsidRDefault="006974AE" w:rsidP="006974AE">
      <w:r>
        <w:t>107.5776</w:t>
      </w:r>
      <w:r>
        <w:tab/>
        <w:t>1.013e0</w:t>
      </w:r>
    </w:p>
    <w:p w:rsidR="006974AE" w:rsidRDefault="006974AE" w:rsidP="006974AE">
      <w:r>
        <w:t>107.5803</w:t>
      </w:r>
      <w:r>
        <w:tab/>
        <w:t>1.013e0</w:t>
      </w:r>
    </w:p>
    <w:p w:rsidR="006974AE" w:rsidRDefault="006974AE" w:rsidP="006974AE">
      <w:r>
        <w:t>107.5888</w:t>
      </w:r>
      <w:r>
        <w:tab/>
        <w:t>1.013e0</w:t>
      </w:r>
    </w:p>
    <w:p w:rsidR="006974AE" w:rsidRDefault="006974AE" w:rsidP="006974AE">
      <w:r>
        <w:t>107.5956</w:t>
      </w:r>
      <w:r>
        <w:tab/>
        <w:t>2.025e0</w:t>
      </w:r>
    </w:p>
    <w:p w:rsidR="006974AE" w:rsidRDefault="006974AE" w:rsidP="006974AE">
      <w:r>
        <w:t>107.5983</w:t>
      </w:r>
      <w:r>
        <w:tab/>
        <w:t>2.025e0</w:t>
      </w:r>
    </w:p>
    <w:p w:rsidR="006974AE" w:rsidRDefault="006974AE" w:rsidP="006974AE">
      <w:r>
        <w:t>107.6108</w:t>
      </w:r>
      <w:r>
        <w:tab/>
        <w:t>1.013e0</w:t>
      </w:r>
    </w:p>
    <w:p w:rsidR="006974AE" w:rsidRDefault="006974AE" w:rsidP="006974AE">
      <w:r>
        <w:t>107.6135</w:t>
      </w:r>
      <w:r>
        <w:tab/>
        <w:t>1.013e0</w:t>
      </w:r>
    </w:p>
    <w:p w:rsidR="006974AE" w:rsidRDefault="006974AE" w:rsidP="006974AE">
      <w:r>
        <w:t>107.6150</w:t>
      </w:r>
      <w:r>
        <w:tab/>
        <w:t>2.025e0</w:t>
      </w:r>
    </w:p>
    <w:p w:rsidR="006974AE" w:rsidRDefault="006974AE" w:rsidP="006974AE">
      <w:r>
        <w:t>107.6188</w:t>
      </w:r>
      <w:r>
        <w:tab/>
        <w:t>1.013e0</w:t>
      </w:r>
    </w:p>
    <w:p w:rsidR="006974AE" w:rsidRDefault="006974AE" w:rsidP="006974AE">
      <w:r>
        <w:t>107.6260</w:t>
      </w:r>
      <w:r>
        <w:tab/>
        <w:t>2.025e0</w:t>
      </w:r>
    </w:p>
    <w:p w:rsidR="006974AE" w:rsidRDefault="006974AE" w:rsidP="006974AE">
      <w:r>
        <w:t>107.6328</w:t>
      </w:r>
      <w:r>
        <w:tab/>
        <w:t>1.013e0</w:t>
      </w:r>
    </w:p>
    <w:p w:rsidR="006974AE" w:rsidRDefault="006974AE" w:rsidP="006974AE">
      <w:r>
        <w:t>107.6521</w:t>
      </w:r>
      <w:r>
        <w:tab/>
        <w:t>1.013e0</w:t>
      </w:r>
    </w:p>
    <w:p w:rsidR="006974AE" w:rsidRDefault="006974AE" w:rsidP="006974AE">
      <w:r>
        <w:t>107.6657</w:t>
      </w:r>
      <w:r>
        <w:tab/>
        <w:t>2.025e0</w:t>
      </w:r>
    </w:p>
    <w:p w:rsidR="006974AE" w:rsidRDefault="006974AE" w:rsidP="006974AE">
      <w:r>
        <w:t>107.6823</w:t>
      </w:r>
      <w:r>
        <w:tab/>
        <w:t>1.013e0</w:t>
      </w:r>
    </w:p>
    <w:p w:rsidR="006974AE" w:rsidRDefault="006974AE" w:rsidP="006974AE">
      <w:r>
        <w:t>107.6935</w:t>
      </w:r>
      <w:r>
        <w:tab/>
        <w:t>2.025e0</w:t>
      </w:r>
    </w:p>
    <w:p w:rsidR="006974AE" w:rsidRDefault="006974AE" w:rsidP="006974AE">
      <w:r>
        <w:t>107.7071</w:t>
      </w:r>
      <w:r>
        <w:tab/>
        <w:t>1.013e0</w:t>
      </w:r>
    </w:p>
    <w:p w:rsidR="006974AE" w:rsidRDefault="006974AE" w:rsidP="006974AE">
      <w:r>
        <w:t>107.7099</w:t>
      </w:r>
      <w:r>
        <w:tab/>
        <w:t>1.013e0</w:t>
      </w:r>
    </w:p>
    <w:p w:rsidR="006974AE" w:rsidRDefault="006974AE" w:rsidP="006974AE">
      <w:r>
        <w:lastRenderedPageBreak/>
        <w:t>107.7155</w:t>
      </w:r>
      <w:r>
        <w:tab/>
        <w:t>2.025e0</w:t>
      </w:r>
    </w:p>
    <w:p w:rsidR="006974AE" w:rsidRDefault="006974AE" w:rsidP="006974AE">
      <w:r>
        <w:t>107.7294</w:t>
      </w:r>
      <w:r>
        <w:tab/>
        <w:t>1.013e0</w:t>
      </w:r>
    </w:p>
    <w:p w:rsidR="006974AE" w:rsidRDefault="006974AE" w:rsidP="006974AE">
      <w:r>
        <w:t>107.7487</w:t>
      </w:r>
      <w:r>
        <w:tab/>
        <w:t>1.013e0</w:t>
      </w:r>
    </w:p>
    <w:p w:rsidR="006974AE" w:rsidRDefault="006974AE" w:rsidP="006974AE">
      <w:r>
        <w:t>107.7597</w:t>
      </w:r>
      <w:r>
        <w:tab/>
        <w:t>1.013e0</w:t>
      </w:r>
    </w:p>
    <w:p w:rsidR="006974AE" w:rsidRDefault="006974AE" w:rsidP="006974AE">
      <w:r>
        <w:t>107.7676</w:t>
      </w:r>
      <w:r>
        <w:tab/>
        <w:t>1.013e0</w:t>
      </w:r>
    </w:p>
    <w:p w:rsidR="006974AE" w:rsidRDefault="006974AE" w:rsidP="006974AE">
      <w:r>
        <w:t>107.7706</w:t>
      </w:r>
      <w:r>
        <w:tab/>
        <w:t>2.025e0</w:t>
      </w:r>
    </w:p>
    <w:p w:rsidR="006974AE" w:rsidRDefault="006974AE" w:rsidP="006974AE">
      <w:r>
        <w:t>107.7873</w:t>
      </w:r>
      <w:r>
        <w:tab/>
        <w:t>1.013e0</w:t>
      </w:r>
    </w:p>
    <w:p w:rsidR="006974AE" w:rsidRDefault="006974AE" w:rsidP="006974AE">
      <w:r>
        <w:t>107.7900</w:t>
      </w:r>
      <w:r>
        <w:tab/>
        <w:t>1.013e0</w:t>
      </w:r>
    </w:p>
    <w:p w:rsidR="006974AE" w:rsidRDefault="006974AE" w:rsidP="006974AE">
      <w:r>
        <w:t>107.8011</w:t>
      </w:r>
      <w:r>
        <w:tab/>
        <w:t>1.013e0</w:t>
      </w:r>
    </w:p>
    <w:p w:rsidR="006974AE" w:rsidRDefault="006974AE" w:rsidP="006974AE">
      <w:r>
        <w:t>107.8066</w:t>
      </w:r>
      <w:r>
        <w:tab/>
        <w:t>2.025e0</w:t>
      </w:r>
    </w:p>
    <w:p w:rsidR="006974AE" w:rsidRDefault="006974AE" w:rsidP="006974AE">
      <w:r>
        <w:t>107.8147</w:t>
      </w:r>
      <w:r>
        <w:tab/>
        <w:t>1.013e0</w:t>
      </w:r>
    </w:p>
    <w:p w:rsidR="006974AE" w:rsidRDefault="006974AE" w:rsidP="006974AE">
      <w:r>
        <w:t>107.8205</w:t>
      </w:r>
      <w:r>
        <w:tab/>
        <w:t>2.025e0</w:t>
      </w:r>
    </w:p>
    <w:p w:rsidR="006974AE" w:rsidRDefault="006974AE" w:rsidP="006974AE">
      <w:r>
        <w:t>107.8509</w:t>
      </w:r>
      <w:r>
        <w:tab/>
        <w:t>1.013e0</w:t>
      </w:r>
    </w:p>
    <w:p w:rsidR="006974AE" w:rsidRDefault="006974AE" w:rsidP="006974AE">
      <w:r>
        <w:t>107.8686</w:t>
      </w:r>
      <w:r>
        <w:tab/>
        <w:t>2.025e0</w:t>
      </w:r>
    </w:p>
    <w:p w:rsidR="006974AE" w:rsidRDefault="006974AE" w:rsidP="006974AE">
      <w:r>
        <w:t>107.8839</w:t>
      </w:r>
      <w:r>
        <w:tab/>
        <w:t>1.013e0</w:t>
      </w:r>
    </w:p>
    <w:p w:rsidR="006974AE" w:rsidRDefault="006974AE" w:rsidP="006974AE">
      <w:r>
        <w:t>107.8865</w:t>
      </w:r>
      <w:r>
        <w:tab/>
        <w:t>1.013e0</w:t>
      </w:r>
    </w:p>
    <w:p w:rsidR="006974AE" w:rsidRDefault="006974AE" w:rsidP="006974AE">
      <w:r>
        <w:t>107.8894</w:t>
      </w:r>
      <w:r>
        <w:tab/>
        <w:t>1.013e0</w:t>
      </w:r>
    </w:p>
    <w:p w:rsidR="006974AE" w:rsidRDefault="006974AE" w:rsidP="006974AE">
      <w:r>
        <w:t>107.8920</w:t>
      </w:r>
      <w:r>
        <w:tab/>
        <w:t>1.013e0</w:t>
      </w:r>
    </w:p>
    <w:p w:rsidR="006974AE" w:rsidRDefault="006974AE" w:rsidP="006974AE">
      <w:r>
        <w:t>107.9196</w:t>
      </w:r>
      <w:r>
        <w:tab/>
        <w:t>1.013e0</w:t>
      </w:r>
    </w:p>
    <w:p w:rsidR="006974AE" w:rsidRDefault="006974AE" w:rsidP="006974AE">
      <w:r>
        <w:lastRenderedPageBreak/>
        <w:t>107.9392</w:t>
      </w:r>
      <w:r>
        <w:tab/>
        <w:t>1.013e0</w:t>
      </w:r>
    </w:p>
    <w:p w:rsidR="006974AE" w:rsidRDefault="006974AE" w:rsidP="006974AE">
      <w:r>
        <w:t>107.9445</w:t>
      </w:r>
      <w:r>
        <w:tab/>
        <w:t>1.013e0</w:t>
      </w:r>
    </w:p>
    <w:p w:rsidR="006974AE" w:rsidRDefault="006974AE" w:rsidP="006974AE">
      <w:r>
        <w:t>107.9500</w:t>
      </w:r>
      <w:r>
        <w:tab/>
        <w:t>1.013e0</w:t>
      </w:r>
    </w:p>
    <w:p w:rsidR="006974AE" w:rsidRDefault="006974AE" w:rsidP="006974AE">
      <w:r>
        <w:t>107.9638</w:t>
      </w:r>
      <w:r>
        <w:tab/>
        <w:t>1.013e0</w:t>
      </w:r>
    </w:p>
    <w:p w:rsidR="006974AE" w:rsidRDefault="006974AE" w:rsidP="006974AE">
      <w:r>
        <w:t>107.9694</w:t>
      </w:r>
      <w:r>
        <w:tab/>
        <w:t>1.013e0</w:t>
      </w:r>
    </w:p>
    <w:p w:rsidR="006974AE" w:rsidRDefault="006974AE" w:rsidP="006974AE">
      <w:r>
        <w:t>107.9723</w:t>
      </w:r>
      <w:r>
        <w:tab/>
        <w:t>1.013e0</w:t>
      </w:r>
    </w:p>
    <w:p w:rsidR="006974AE" w:rsidRDefault="006974AE" w:rsidP="006974AE">
      <w:r>
        <w:t>107.9913</w:t>
      </w:r>
      <w:r>
        <w:tab/>
        <w:t>2.025e0</w:t>
      </w:r>
    </w:p>
    <w:p w:rsidR="006974AE" w:rsidRDefault="006974AE" w:rsidP="006974AE">
      <w:r>
        <w:t>107.9971</w:t>
      </w:r>
      <w:r>
        <w:tab/>
        <w:t>1.013e0</w:t>
      </w:r>
    </w:p>
    <w:p w:rsidR="006974AE" w:rsidRDefault="006974AE" w:rsidP="006974AE">
      <w:r>
        <w:t>108.0012</w:t>
      </w:r>
      <w:r>
        <w:tab/>
        <w:t>2.025e0</w:t>
      </w:r>
    </w:p>
    <w:p w:rsidR="006974AE" w:rsidRDefault="006974AE" w:rsidP="006974AE">
      <w:r>
        <w:t>108.0080</w:t>
      </w:r>
      <w:r>
        <w:tab/>
        <w:t>1.013e0</w:t>
      </w:r>
    </w:p>
    <w:p w:rsidR="006974AE" w:rsidRDefault="006974AE" w:rsidP="006974AE">
      <w:r>
        <w:t>108.0190</w:t>
      </w:r>
      <w:r>
        <w:tab/>
        <w:t>1.013e0</w:t>
      </w:r>
    </w:p>
    <w:p w:rsidR="006974AE" w:rsidRDefault="006974AE" w:rsidP="006974AE">
      <w:r>
        <w:t>108.0304</w:t>
      </w:r>
      <w:r>
        <w:tab/>
        <w:t>1.013e0</w:t>
      </w:r>
    </w:p>
    <w:p w:rsidR="006974AE" w:rsidRDefault="006974AE" w:rsidP="006974AE">
      <w:r>
        <w:t>108.0330</w:t>
      </w:r>
      <w:r>
        <w:tab/>
        <w:t>1.013e0</w:t>
      </w:r>
    </w:p>
    <w:p w:rsidR="006974AE" w:rsidRDefault="006974AE" w:rsidP="006974AE">
      <w:r>
        <w:t>108.0384</w:t>
      </w:r>
      <w:r>
        <w:tab/>
        <w:t>1.013e0</w:t>
      </w:r>
    </w:p>
    <w:p w:rsidR="006974AE" w:rsidRDefault="006974AE" w:rsidP="006974AE">
      <w:r>
        <w:t>108.0440</w:t>
      </w:r>
      <w:r>
        <w:tab/>
        <w:t>1.013e0</w:t>
      </w:r>
    </w:p>
    <w:p w:rsidR="006974AE" w:rsidRDefault="006974AE" w:rsidP="006974AE">
      <w:r>
        <w:t>108.0492</w:t>
      </w:r>
      <w:r>
        <w:tab/>
        <w:t>3.552e0</w:t>
      </w:r>
    </w:p>
    <w:p w:rsidR="006974AE" w:rsidRDefault="006974AE" w:rsidP="006974AE">
      <w:r>
        <w:t>108.0551</w:t>
      </w:r>
      <w:r>
        <w:tab/>
        <w:t>2.025e0</w:t>
      </w:r>
    </w:p>
    <w:p w:rsidR="006974AE" w:rsidRDefault="006974AE" w:rsidP="006974AE">
      <w:r>
        <w:t>108.0638</w:t>
      </w:r>
      <w:r>
        <w:tab/>
        <w:t>6.076e0</w:t>
      </w:r>
    </w:p>
    <w:p w:rsidR="006974AE" w:rsidRDefault="006974AE" w:rsidP="006974AE">
      <w:r>
        <w:t>108.0659</w:t>
      </w:r>
      <w:r>
        <w:tab/>
        <w:t>1.013e0</w:t>
      </w:r>
    </w:p>
    <w:p w:rsidR="006974AE" w:rsidRDefault="006974AE" w:rsidP="006974AE">
      <w:r>
        <w:lastRenderedPageBreak/>
        <w:t>108.0677</w:t>
      </w:r>
      <w:r>
        <w:tab/>
        <w:t>8.042e0</w:t>
      </w:r>
    </w:p>
    <w:p w:rsidR="006974AE" w:rsidRDefault="006974AE" w:rsidP="006974AE">
      <w:r>
        <w:t>108.0711</w:t>
      </w:r>
      <w:r>
        <w:tab/>
        <w:t>9.114e0</w:t>
      </w:r>
    </w:p>
    <w:p w:rsidR="006974AE" w:rsidRDefault="006974AE" w:rsidP="006974AE">
      <w:r>
        <w:t>108.0797</w:t>
      </w:r>
      <w:r>
        <w:tab/>
        <w:t>2.025e0</w:t>
      </w:r>
    </w:p>
    <w:p w:rsidR="006974AE" w:rsidRDefault="006974AE" w:rsidP="006974AE">
      <w:r>
        <w:t>108.0846</w:t>
      </w:r>
      <w:r>
        <w:tab/>
        <w:t>1.519e1</w:t>
      </w:r>
    </w:p>
    <w:p w:rsidR="006974AE" w:rsidRDefault="006974AE" w:rsidP="006974AE">
      <w:r>
        <w:t>108.0877</w:t>
      </w:r>
      <w:r>
        <w:tab/>
        <w:t>1.221e1</w:t>
      </w:r>
    </w:p>
    <w:p w:rsidR="006974AE" w:rsidRDefault="006974AE" w:rsidP="006974AE">
      <w:r>
        <w:t>108.0914</w:t>
      </w:r>
      <w:r>
        <w:tab/>
        <w:t>1.706e0</w:t>
      </w:r>
    </w:p>
    <w:p w:rsidR="006974AE" w:rsidRDefault="006974AE" w:rsidP="006974AE">
      <w:r>
        <w:t>108.1076</w:t>
      </w:r>
      <w:r>
        <w:tab/>
        <w:t>1.013e0</w:t>
      </w:r>
    </w:p>
    <w:p w:rsidR="006974AE" w:rsidRDefault="006974AE" w:rsidP="006974AE">
      <w:r>
        <w:t>108.1238</w:t>
      </w:r>
      <w:r>
        <w:tab/>
        <w:t>1.013e0</w:t>
      </w:r>
    </w:p>
    <w:p w:rsidR="006974AE" w:rsidRDefault="006974AE" w:rsidP="006974AE">
      <w:r>
        <w:t>108.1268</w:t>
      </w:r>
      <w:r>
        <w:tab/>
        <w:t>2.025e0</w:t>
      </w:r>
    </w:p>
    <w:p w:rsidR="006974AE" w:rsidRDefault="006974AE" w:rsidP="006974AE">
      <w:r>
        <w:t>108.1395</w:t>
      </w:r>
      <w:r>
        <w:tab/>
        <w:t>2.025e0</w:t>
      </w:r>
    </w:p>
    <w:p w:rsidR="006974AE" w:rsidRDefault="006974AE" w:rsidP="006974AE">
      <w:r>
        <w:t>108.1405</w:t>
      </w:r>
      <w:r>
        <w:tab/>
        <w:t>1.013e0</w:t>
      </w:r>
    </w:p>
    <w:p w:rsidR="006974AE" w:rsidRDefault="006974AE" w:rsidP="006974AE">
      <w:r>
        <w:t>108.1658</w:t>
      </w:r>
      <w:r>
        <w:tab/>
        <w:t>2.025e0</w:t>
      </w:r>
    </w:p>
    <w:p w:rsidR="006974AE" w:rsidRDefault="006974AE" w:rsidP="006974AE">
      <w:r>
        <w:t>108.1876</w:t>
      </w:r>
      <w:r>
        <w:tab/>
        <w:t>1.013e0</w:t>
      </w:r>
    </w:p>
    <w:p w:rsidR="006974AE" w:rsidRDefault="006974AE" w:rsidP="006974AE">
      <w:r>
        <w:t>108.1904</w:t>
      </w:r>
      <w:r>
        <w:tab/>
        <w:t>1.013e0</w:t>
      </w:r>
    </w:p>
    <w:p w:rsidR="006974AE" w:rsidRDefault="006974AE" w:rsidP="006974AE">
      <w:r>
        <w:t>108.1985</w:t>
      </w:r>
      <w:r>
        <w:tab/>
        <w:t>1.013e0</w:t>
      </w:r>
    </w:p>
    <w:p w:rsidR="006974AE" w:rsidRDefault="006974AE" w:rsidP="006974AE">
      <w:r>
        <w:t>108.2015</w:t>
      </w:r>
      <w:r>
        <w:tab/>
        <w:t>1.013e0</w:t>
      </w:r>
    </w:p>
    <w:p w:rsidR="006974AE" w:rsidRDefault="006974AE" w:rsidP="006974AE">
      <w:r>
        <w:t>108.2152</w:t>
      </w:r>
      <w:r>
        <w:tab/>
        <w:t>1.013e0</w:t>
      </w:r>
    </w:p>
    <w:p w:rsidR="006974AE" w:rsidRDefault="006974AE" w:rsidP="006974AE">
      <w:r>
        <w:t>108.2181</w:t>
      </w:r>
      <w:r>
        <w:tab/>
        <w:t>2.025e0</w:t>
      </w:r>
    </w:p>
    <w:p w:rsidR="006974AE" w:rsidRDefault="006974AE" w:rsidP="006974AE">
      <w:r>
        <w:t>108.2289</w:t>
      </w:r>
      <w:r>
        <w:tab/>
        <w:t>1.013e0</w:t>
      </w:r>
    </w:p>
    <w:p w:rsidR="006974AE" w:rsidRDefault="006974AE" w:rsidP="006974AE">
      <w:r>
        <w:lastRenderedPageBreak/>
        <w:t>108.2375</w:t>
      </w:r>
      <w:r>
        <w:tab/>
        <w:t>1.013e0</w:t>
      </w:r>
    </w:p>
    <w:p w:rsidR="006974AE" w:rsidRDefault="006974AE" w:rsidP="006974AE">
      <w:r>
        <w:t>108.2513</w:t>
      </w:r>
      <w:r>
        <w:tab/>
        <w:t>3.038e0</w:t>
      </w:r>
    </w:p>
    <w:p w:rsidR="006974AE" w:rsidRDefault="006974AE" w:rsidP="006974AE">
      <w:r>
        <w:t>108.2610</w:t>
      </w:r>
      <w:r>
        <w:tab/>
        <w:t>2.025e0</w:t>
      </w:r>
    </w:p>
    <w:p w:rsidR="006974AE" w:rsidRDefault="006974AE" w:rsidP="006974AE">
      <w:r>
        <w:t>108.2719</w:t>
      </w:r>
      <w:r>
        <w:tab/>
        <w:t>2.025e0</w:t>
      </w:r>
    </w:p>
    <w:p w:rsidR="006974AE" w:rsidRDefault="006974AE" w:rsidP="006974AE">
      <w:r>
        <w:t>108.2818</w:t>
      </w:r>
      <w:r>
        <w:tab/>
        <w:t>1.013e0</w:t>
      </w:r>
    </w:p>
    <w:p w:rsidR="006974AE" w:rsidRDefault="006974AE" w:rsidP="006974AE">
      <w:r>
        <w:t>108.2830</w:t>
      </w:r>
      <w:r>
        <w:tab/>
        <w:t>2.025e0</w:t>
      </w:r>
    </w:p>
    <w:p w:rsidR="006974AE" w:rsidRDefault="006974AE" w:rsidP="006974AE">
      <w:r>
        <w:t>108.2898</w:t>
      </w:r>
      <w:r>
        <w:tab/>
        <w:t>1.013e0</w:t>
      </w:r>
    </w:p>
    <w:p w:rsidR="006974AE" w:rsidRDefault="006974AE" w:rsidP="006974AE">
      <w:r>
        <w:t>108.2956</w:t>
      </w:r>
      <w:r>
        <w:tab/>
        <w:t>1.013e0</w:t>
      </w:r>
    </w:p>
    <w:p w:rsidR="006974AE" w:rsidRDefault="006974AE" w:rsidP="006974AE">
      <w:r>
        <w:t>108.2985</w:t>
      </w:r>
      <w:r>
        <w:tab/>
        <w:t>1.013e0</w:t>
      </w:r>
    </w:p>
    <w:p w:rsidR="006974AE" w:rsidRDefault="006974AE" w:rsidP="006974AE">
      <w:r>
        <w:t>108.3065</w:t>
      </w:r>
      <w:r>
        <w:tab/>
        <w:t>1.013e0</w:t>
      </w:r>
    </w:p>
    <w:p w:rsidR="006974AE" w:rsidRDefault="006974AE" w:rsidP="006974AE">
      <w:r>
        <w:t>108.3340</w:t>
      </w:r>
      <w:r>
        <w:tab/>
        <w:t>1.013e0</w:t>
      </w:r>
    </w:p>
    <w:p w:rsidR="006974AE" w:rsidRDefault="006974AE" w:rsidP="006974AE">
      <w:r>
        <w:t>108.3412</w:t>
      </w:r>
      <w:r>
        <w:tab/>
        <w:t>2.025e0</w:t>
      </w:r>
    </w:p>
    <w:p w:rsidR="006974AE" w:rsidRDefault="006974AE" w:rsidP="006974AE">
      <w:r>
        <w:t>108.3479</w:t>
      </w:r>
      <w:r>
        <w:tab/>
        <w:t>2.025e0</w:t>
      </w:r>
    </w:p>
    <w:p w:rsidR="006974AE" w:rsidRDefault="006974AE" w:rsidP="006974AE">
      <w:r>
        <w:t>108.3673</w:t>
      </w:r>
      <w:r>
        <w:tab/>
        <w:t>2.025e0</w:t>
      </w:r>
    </w:p>
    <w:p w:rsidR="006974AE" w:rsidRDefault="006974AE" w:rsidP="006974AE">
      <w:r>
        <w:t>108.3732</w:t>
      </w:r>
      <w:r>
        <w:tab/>
        <w:t>1.013e0</w:t>
      </w:r>
    </w:p>
    <w:p w:rsidR="006974AE" w:rsidRDefault="006974AE" w:rsidP="006974AE">
      <w:r>
        <w:t>108.3841</w:t>
      </w:r>
      <w:r>
        <w:tab/>
        <w:t>1.013e0</w:t>
      </w:r>
    </w:p>
    <w:p w:rsidR="006974AE" w:rsidRDefault="006974AE" w:rsidP="006974AE">
      <w:r>
        <w:t>108.3950</w:t>
      </w:r>
      <w:r>
        <w:tab/>
        <w:t>2.025e0</w:t>
      </w:r>
    </w:p>
    <w:p w:rsidR="006974AE" w:rsidRDefault="006974AE" w:rsidP="006974AE">
      <w:r>
        <w:t>108.4061</w:t>
      </w:r>
      <w:r>
        <w:tab/>
        <w:t>1.013e0</w:t>
      </w:r>
    </w:p>
    <w:p w:rsidR="006974AE" w:rsidRDefault="006974AE" w:rsidP="006974AE">
      <w:r>
        <w:t>108.4118</w:t>
      </w:r>
      <w:r>
        <w:tab/>
        <w:t>1.013e0</w:t>
      </w:r>
    </w:p>
    <w:p w:rsidR="006974AE" w:rsidRDefault="006974AE" w:rsidP="006974AE">
      <w:r>
        <w:lastRenderedPageBreak/>
        <w:t>108.4202</w:t>
      </w:r>
      <w:r>
        <w:tab/>
        <w:t>1.013e0</w:t>
      </w:r>
    </w:p>
    <w:p w:rsidR="006974AE" w:rsidRDefault="006974AE" w:rsidP="006974AE">
      <w:r>
        <w:t>108.4283</w:t>
      </w:r>
      <w:r>
        <w:tab/>
        <w:t>1.013e0</w:t>
      </w:r>
    </w:p>
    <w:p w:rsidR="006974AE" w:rsidRDefault="006974AE" w:rsidP="006974AE">
      <w:r>
        <w:t>108.4380</w:t>
      </w:r>
      <w:r>
        <w:tab/>
        <w:t>2.025e0</w:t>
      </w:r>
    </w:p>
    <w:p w:rsidR="006974AE" w:rsidRDefault="006974AE" w:rsidP="006974AE">
      <w:r>
        <w:t>108.4450</w:t>
      </w:r>
      <w:r>
        <w:tab/>
        <w:t>2.025e0</w:t>
      </w:r>
    </w:p>
    <w:p w:rsidR="006974AE" w:rsidRDefault="006974AE" w:rsidP="006974AE">
      <w:r>
        <w:t>108.4505</w:t>
      </w:r>
      <w:r>
        <w:tab/>
        <w:t>2.025e0</w:t>
      </w:r>
    </w:p>
    <w:p w:rsidR="006974AE" w:rsidRDefault="006974AE" w:rsidP="006974AE">
      <w:r>
        <w:t>108.4668</w:t>
      </w:r>
      <w:r>
        <w:tab/>
        <w:t>1.013e0</w:t>
      </w:r>
    </w:p>
    <w:p w:rsidR="006974AE" w:rsidRDefault="006974AE" w:rsidP="006974AE">
      <w:r>
        <w:t>108.4823</w:t>
      </w:r>
      <w:r>
        <w:tab/>
        <w:t>2.025e0</w:t>
      </w:r>
    </w:p>
    <w:p w:rsidR="006974AE" w:rsidRDefault="006974AE" w:rsidP="006974AE">
      <w:r>
        <w:t>108.4893</w:t>
      </w:r>
      <w:r>
        <w:tab/>
        <w:t>1.013e0</w:t>
      </w:r>
    </w:p>
    <w:p w:rsidR="006974AE" w:rsidRDefault="006974AE" w:rsidP="006974AE">
      <w:r>
        <w:t>108.4972</w:t>
      </w:r>
      <w:r>
        <w:tab/>
        <w:t>1.013e0</w:t>
      </w:r>
    </w:p>
    <w:p w:rsidR="006974AE" w:rsidRDefault="006974AE" w:rsidP="006974AE">
      <w:r>
        <w:t>108.5278</w:t>
      </w:r>
      <w:r>
        <w:tab/>
        <w:t>1.013e0</w:t>
      </w:r>
    </w:p>
    <w:p w:rsidR="006974AE" w:rsidRDefault="006974AE" w:rsidP="006974AE">
      <w:r>
        <w:t>108.5306</w:t>
      </w:r>
      <w:r>
        <w:tab/>
        <w:t>1.013e0</w:t>
      </w:r>
    </w:p>
    <w:p w:rsidR="006974AE" w:rsidRDefault="006974AE" w:rsidP="006974AE">
      <w:r>
        <w:t>108.5392</w:t>
      </w:r>
      <w:r>
        <w:tab/>
        <w:t>1.013e0</w:t>
      </w:r>
    </w:p>
    <w:p w:rsidR="006974AE" w:rsidRDefault="006974AE" w:rsidP="006974AE">
      <w:r>
        <w:t>108.5418</w:t>
      </w:r>
      <w:r>
        <w:tab/>
        <w:t>1.013e0</w:t>
      </w:r>
    </w:p>
    <w:p w:rsidR="006974AE" w:rsidRDefault="006974AE" w:rsidP="006974AE">
      <w:r>
        <w:t>108.5562</w:t>
      </w:r>
      <w:r>
        <w:tab/>
        <w:t>4.051e0</w:t>
      </w:r>
    </w:p>
    <w:p w:rsidR="006974AE" w:rsidRDefault="006974AE" w:rsidP="006974AE">
      <w:r>
        <w:t>108.5640</w:t>
      </w:r>
      <w:r>
        <w:tab/>
        <w:t>1.013e0</w:t>
      </w:r>
    </w:p>
    <w:p w:rsidR="006974AE" w:rsidRDefault="006974AE" w:rsidP="006974AE">
      <w:r>
        <w:t>108.5764</w:t>
      </w:r>
      <w:r>
        <w:tab/>
        <w:t>2.025e0</w:t>
      </w:r>
    </w:p>
    <w:p w:rsidR="006974AE" w:rsidRDefault="006974AE" w:rsidP="006974AE">
      <w:r>
        <w:t>108.5777</w:t>
      </w:r>
      <w:r>
        <w:tab/>
        <w:t>1.013e0</w:t>
      </w:r>
    </w:p>
    <w:p w:rsidR="006974AE" w:rsidRDefault="006974AE" w:rsidP="006974AE">
      <w:r>
        <w:t>108.5807</w:t>
      </w:r>
      <w:r>
        <w:tab/>
        <w:t>1.013e0</w:t>
      </w:r>
    </w:p>
    <w:p w:rsidR="006974AE" w:rsidRDefault="006974AE" w:rsidP="006974AE">
      <w:r>
        <w:t>108.5861</w:t>
      </w:r>
      <w:r>
        <w:tab/>
        <w:t>1.013e0</w:t>
      </w:r>
    </w:p>
    <w:p w:rsidR="006974AE" w:rsidRDefault="006974AE" w:rsidP="006974AE">
      <w:r>
        <w:lastRenderedPageBreak/>
        <w:t>108.5917</w:t>
      </w:r>
      <w:r>
        <w:tab/>
        <w:t>1.013e0</w:t>
      </w:r>
    </w:p>
    <w:p w:rsidR="006974AE" w:rsidRDefault="006974AE" w:rsidP="006974AE">
      <w:r>
        <w:t>108.6250</w:t>
      </w:r>
      <w:r>
        <w:tab/>
        <w:t>1.013e0</w:t>
      </w:r>
    </w:p>
    <w:p w:rsidR="006974AE" w:rsidRDefault="006974AE" w:rsidP="006974AE">
      <w:r>
        <w:t>108.6277</w:t>
      </w:r>
      <w:r>
        <w:tab/>
        <w:t>1.013e0</w:t>
      </w:r>
    </w:p>
    <w:p w:rsidR="006974AE" w:rsidRDefault="006974AE" w:rsidP="006974AE">
      <w:r>
        <w:t>108.6470</w:t>
      </w:r>
      <w:r>
        <w:tab/>
        <w:t>1.013e0</w:t>
      </w:r>
    </w:p>
    <w:p w:rsidR="006974AE" w:rsidRDefault="006974AE" w:rsidP="006974AE">
      <w:r>
        <w:t>108.6525</w:t>
      </w:r>
      <w:r>
        <w:tab/>
        <w:t>1.013e0</w:t>
      </w:r>
    </w:p>
    <w:p w:rsidR="006974AE" w:rsidRDefault="006974AE" w:rsidP="006974AE">
      <w:r>
        <w:t>108.6611</w:t>
      </w:r>
      <w:r>
        <w:tab/>
        <w:t>1.013e0</w:t>
      </w:r>
    </w:p>
    <w:p w:rsidR="006974AE" w:rsidRDefault="006974AE" w:rsidP="006974AE">
      <w:r>
        <w:t>108.6774</w:t>
      </w:r>
      <w:r>
        <w:tab/>
        <w:t>2.025e0</w:t>
      </w:r>
    </w:p>
    <w:p w:rsidR="006974AE" w:rsidRDefault="006974AE" w:rsidP="006974AE">
      <w:r>
        <w:t>108.6830</w:t>
      </w:r>
      <w:r>
        <w:tab/>
        <w:t>1.013e0</w:t>
      </w:r>
    </w:p>
    <w:p w:rsidR="006974AE" w:rsidRDefault="006974AE" w:rsidP="006974AE">
      <w:r>
        <w:t>108.6940</w:t>
      </w:r>
      <w:r>
        <w:tab/>
        <w:t>1.013e0</w:t>
      </w:r>
    </w:p>
    <w:p w:rsidR="006974AE" w:rsidRDefault="006974AE" w:rsidP="006974AE">
      <w:r>
        <w:t>108.7136</w:t>
      </w:r>
      <w:r>
        <w:tab/>
        <w:t>2.025e0</w:t>
      </w:r>
    </w:p>
    <w:p w:rsidR="006974AE" w:rsidRDefault="006974AE" w:rsidP="006974AE">
      <w:r>
        <w:t>108.7163</w:t>
      </w:r>
      <w:r>
        <w:tab/>
        <w:t>1.013e0</w:t>
      </w:r>
    </w:p>
    <w:p w:rsidR="006974AE" w:rsidRDefault="006974AE" w:rsidP="006974AE">
      <w:r>
        <w:t>108.7383</w:t>
      </w:r>
      <w:r>
        <w:tab/>
        <w:t>1.013e0</w:t>
      </w:r>
    </w:p>
    <w:p w:rsidR="006974AE" w:rsidRDefault="006974AE" w:rsidP="006974AE">
      <w:r>
        <w:t>108.7413</w:t>
      </w:r>
      <w:r>
        <w:tab/>
        <w:t>2.025e0</w:t>
      </w:r>
    </w:p>
    <w:p w:rsidR="006974AE" w:rsidRDefault="006974AE" w:rsidP="006974AE">
      <w:r>
        <w:t>108.7731</w:t>
      </w:r>
      <w:r>
        <w:tab/>
        <w:t>2.025e0</w:t>
      </w:r>
    </w:p>
    <w:p w:rsidR="006974AE" w:rsidRDefault="006974AE" w:rsidP="006974AE">
      <w:r>
        <w:t>108.7827</w:t>
      </w:r>
      <w:r>
        <w:tab/>
        <w:t>1.013e0</w:t>
      </w:r>
    </w:p>
    <w:p w:rsidR="006974AE" w:rsidRDefault="006974AE" w:rsidP="006974AE">
      <w:r>
        <w:t>108.7884</w:t>
      </w:r>
      <w:r>
        <w:tab/>
        <w:t>1.013e0</w:t>
      </w:r>
    </w:p>
    <w:p w:rsidR="006974AE" w:rsidRDefault="006974AE" w:rsidP="006974AE">
      <w:r>
        <w:t>108.8023</w:t>
      </w:r>
      <w:r>
        <w:tab/>
        <w:t>1.013e0</w:t>
      </w:r>
    </w:p>
    <w:p w:rsidR="006974AE" w:rsidRDefault="006974AE" w:rsidP="006974AE">
      <w:r>
        <w:t>108.8079</w:t>
      </w:r>
      <w:r>
        <w:tab/>
        <w:t>1.013e0</w:t>
      </w:r>
    </w:p>
    <w:p w:rsidR="006974AE" w:rsidRDefault="006974AE" w:rsidP="006974AE">
      <w:r>
        <w:t>108.8105</w:t>
      </w:r>
      <w:r>
        <w:tab/>
        <w:t>2.025e0</w:t>
      </w:r>
    </w:p>
    <w:p w:rsidR="006974AE" w:rsidRDefault="006974AE" w:rsidP="006974AE">
      <w:r>
        <w:lastRenderedPageBreak/>
        <w:t>108.8159</w:t>
      </w:r>
      <w:r>
        <w:tab/>
        <w:t>2.025e0</w:t>
      </w:r>
    </w:p>
    <w:p w:rsidR="006974AE" w:rsidRDefault="006974AE" w:rsidP="006974AE">
      <w:r>
        <w:t>108.8384</w:t>
      </w:r>
      <w:r>
        <w:tab/>
        <w:t>1.013e0</w:t>
      </w:r>
    </w:p>
    <w:p w:rsidR="006974AE" w:rsidRDefault="006974AE" w:rsidP="006974AE">
      <w:r>
        <w:t>108.8412</w:t>
      </w:r>
      <w:r>
        <w:tab/>
        <w:t>2.025e0</w:t>
      </w:r>
    </w:p>
    <w:p w:rsidR="006974AE" w:rsidRDefault="006974AE" w:rsidP="006974AE">
      <w:r>
        <w:t>108.8537</w:t>
      </w:r>
      <w:r>
        <w:tab/>
        <w:t>2.025e0</w:t>
      </w:r>
    </w:p>
    <w:p w:rsidR="006974AE" w:rsidRDefault="006974AE" w:rsidP="006974AE">
      <w:r>
        <w:t>108.8578</w:t>
      </w:r>
      <w:r>
        <w:tab/>
        <w:t>1.013e0</w:t>
      </w:r>
    </w:p>
    <w:p w:rsidR="006974AE" w:rsidRDefault="006974AE" w:rsidP="006974AE">
      <w:r>
        <w:t>108.8718</w:t>
      </w:r>
      <w:r>
        <w:tab/>
        <w:t>1.013e0</w:t>
      </w:r>
    </w:p>
    <w:p w:rsidR="006974AE" w:rsidRDefault="006974AE" w:rsidP="006974AE">
      <w:r>
        <w:t>108.8740</w:t>
      </w:r>
      <w:r>
        <w:tab/>
        <w:t>1.013e0</w:t>
      </w:r>
    </w:p>
    <w:p w:rsidR="006974AE" w:rsidRDefault="006974AE" w:rsidP="006974AE">
      <w:r>
        <w:t>108.8938</w:t>
      </w:r>
      <w:r>
        <w:tab/>
        <w:t>1.013e0</w:t>
      </w:r>
    </w:p>
    <w:p w:rsidR="006974AE" w:rsidRDefault="006974AE" w:rsidP="006974AE">
      <w:r>
        <w:t>108.8993</w:t>
      </w:r>
      <w:r>
        <w:tab/>
        <w:t>1.013e0</w:t>
      </w:r>
    </w:p>
    <w:p w:rsidR="006974AE" w:rsidRDefault="006974AE" w:rsidP="006974AE">
      <w:r>
        <w:t>108.9146</w:t>
      </w:r>
      <w:r>
        <w:tab/>
        <w:t>2.025e0</w:t>
      </w:r>
    </w:p>
    <w:p w:rsidR="006974AE" w:rsidRDefault="006974AE" w:rsidP="006974AE">
      <w:r>
        <w:t>108.9326</w:t>
      </w:r>
      <w:r>
        <w:tab/>
        <w:t>1.013e0</w:t>
      </w:r>
    </w:p>
    <w:p w:rsidR="006974AE" w:rsidRDefault="006974AE" w:rsidP="006974AE">
      <w:r>
        <w:t>108.9380</w:t>
      </w:r>
      <w:r>
        <w:tab/>
        <w:t>2.025e0</w:t>
      </w:r>
    </w:p>
    <w:p w:rsidR="006974AE" w:rsidRDefault="006974AE" w:rsidP="006974AE">
      <w:r>
        <w:t>108.9576</w:t>
      </w:r>
      <w:r>
        <w:tab/>
        <w:t>2.025e0</w:t>
      </w:r>
    </w:p>
    <w:p w:rsidR="006974AE" w:rsidRDefault="006974AE" w:rsidP="006974AE">
      <w:r>
        <w:t>108.9633</w:t>
      </w:r>
      <w:r>
        <w:tab/>
        <w:t>1.013e0</w:t>
      </w:r>
    </w:p>
    <w:p w:rsidR="006974AE" w:rsidRDefault="006974AE" w:rsidP="006974AE">
      <w:r>
        <w:t>108.9713</w:t>
      </w:r>
      <w:r>
        <w:tab/>
        <w:t>1.013e0</w:t>
      </w:r>
    </w:p>
    <w:p w:rsidR="006974AE" w:rsidRDefault="006974AE" w:rsidP="006974AE">
      <w:r>
        <w:t>108.9910</w:t>
      </w:r>
      <w:r>
        <w:tab/>
        <w:t>1.013e0</w:t>
      </w:r>
    </w:p>
    <w:p w:rsidR="006974AE" w:rsidRDefault="006974AE" w:rsidP="006974AE">
      <w:r>
        <w:t>109.0077</w:t>
      </w:r>
      <w:r>
        <w:tab/>
        <w:t>1.013e0</w:t>
      </w:r>
    </w:p>
    <w:p w:rsidR="006974AE" w:rsidRDefault="006974AE" w:rsidP="006974AE">
      <w:r>
        <w:t>109.0089</w:t>
      </w:r>
      <w:r>
        <w:tab/>
        <w:t>2.025e0</w:t>
      </w:r>
    </w:p>
    <w:p w:rsidR="006974AE" w:rsidRDefault="006974AE" w:rsidP="006974AE">
      <w:r>
        <w:t>109.0102</w:t>
      </w:r>
      <w:r>
        <w:tab/>
        <w:t>1.013e0</w:t>
      </w:r>
    </w:p>
    <w:p w:rsidR="006974AE" w:rsidRDefault="006974AE" w:rsidP="006974AE">
      <w:r>
        <w:lastRenderedPageBreak/>
        <w:t>109.0130</w:t>
      </w:r>
      <w:r>
        <w:tab/>
        <w:t>1.013e0</w:t>
      </w:r>
    </w:p>
    <w:p w:rsidR="006974AE" w:rsidRDefault="006974AE" w:rsidP="006974AE">
      <w:r>
        <w:t>109.0267</w:t>
      </w:r>
      <w:r>
        <w:tab/>
        <w:t>1.013e0</w:t>
      </w:r>
    </w:p>
    <w:p w:rsidR="006974AE" w:rsidRDefault="006974AE" w:rsidP="006974AE">
      <w:r>
        <w:t>109.0353</w:t>
      </w:r>
      <w:r>
        <w:tab/>
        <w:t>2.025e0</w:t>
      </w:r>
    </w:p>
    <w:p w:rsidR="006974AE" w:rsidRDefault="006974AE" w:rsidP="006974AE">
      <w:r>
        <w:t>109.0687</w:t>
      </w:r>
      <w:r>
        <w:tab/>
        <w:t>1.013e0</w:t>
      </w:r>
    </w:p>
    <w:p w:rsidR="006974AE" w:rsidRDefault="006974AE" w:rsidP="006974AE">
      <w:r>
        <w:t>109.0716</w:t>
      </w:r>
      <w:r>
        <w:tab/>
        <w:t>4.051e0</w:t>
      </w:r>
    </w:p>
    <w:p w:rsidR="006974AE" w:rsidRDefault="006974AE" w:rsidP="006974AE">
      <w:r>
        <w:t>109.0769</w:t>
      </w:r>
      <w:r>
        <w:tab/>
        <w:t>1.013e0</w:t>
      </w:r>
    </w:p>
    <w:p w:rsidR="006974AE" w:rsidRDefault="006974AE" w:rsidP="006974AE">
      <w:r>
        <w:t>109.0796</w:t>
      </w:r>
      <w:r>
        <w:tab/>
        <w:t>2.025e0</w:t>
      </w:r>
    </w:p>
    <w:p w:rsidR="006974AE" w:rsidRDefault="006974AE" w:rsidP="006974AE">
      <w:r>
        <w:t>109.0877</w:t>
      </w:r>
      <w:r>
        <w:tab/>
        <w:t>1.013e0</w:t>
      </w:r>
    </w:p>
    <w:p w:rsidR="006974AE" w:rsidRDefault="006974AE" w:rsidP="006974AE">
      <w:r>
        <w:t>109.0906</w:t>
      </w:r>
      <w:r>
        <w:tab/>
        <w:t>1.013e0</w:t>
      </w:r>
    </w:p>
    <w:p w:rsidR="006974AE" w:rsidRDefault="006974AE" w:rsidP="006974AE">
      <w:r>
        <w:t>109.0936</w:t>
      </w:r>
      <w:r>
        <w:tab/>
        <w:t>1.013e0</w:t>
      </w:r>
    </w:p>
    <w:p w:rsidR="006974AE" w:rsidRDefault="006974AE" w:rsidP="006974AE">
      <w:r>
        <w:t>109.1045</w:t>
      </w:r>
      <w:r>
        <w:tab/>
        <w:t>1.013e0</w:t>
      </w:r>
    </w:p>
    <w:p w:rsidR="006974AE" w:rsidRDefault="006974AE" w:rsidP="006974AE">
      <w:r>
        <w:t>109.1241</w:t>
      </w:r>
      <w:r>
        <w:tab/>
        <w:t>1.013e0</w:t>
      </w:r>
    </w:p>
    <w:p w:rsidR="006974AE" w:rsidRDefault="006974AE" w:rsidP="006974AE">
      <w:r>
        <w:t>109.1462</w:t>
      </w:r>
      <w:r>
        <w:tab/>
        <w:t>1.013e0</w:t>
      </w:r>
    </w:p>
    <w:p w:rsidR="006974AE" w:rsidRDefault="006974AE" w:rsidP="006974AE">
      <w:r>
        <w:t>109.1517</w:t>
      </w:r>
      <w:r>
        <w:tab/>
        <w:t>1.013e0</w:t>
      </w:r>
    </w:p>
    <w:p w:rsidR="006974AE" w:rsidRDefault="006974AE" w:rsidP="006974AE">
      <w:r>
        <w:t>109.1547</w:t>
      </w:r>
      <w:r>
        <w:tab/>
        <w:t>1.013e0</w:t>
      </w:r>
    </w:p>
    <w:p w:rsidR="006974AE" w:rsidRDefault="006974AE" w:rsidP="006974AE">
      <w:r>
        <w:t>109.1824</w:t>
      </w:r>
      <w:r>
        <w:tab/>
        <w:t>2.025e0</w:t>
      </w:r>
    </w:p>
    <w:p w:rsidR="006974AE" w:rsidRDefault="006974AE" w:rsidP="006974AE">
      <w:r>
        <w:t>109.1851</w:t>
      </w:r>
      <w:r>
        <w:tab/>
        <w:t>1.013e0</w:t>
      </w:r>
    </w:p>
    <w:p w:rsidR="006974AE" w:rsidRDefault="006974AE" w:rsidP="006974AE">
      <w:r>
        <w:t>109.1881</w:t>
      </w:r>
      <w:r>
        <w:tab/>
        <w:t>1.013e0</w:t>
      </w:r>
    </w:p>
    <w:p w:rsidR="006974AE" w:rsidRDefault="006974AE" w:rsidP="006974AE">
      <w:r>
        <w:t>109.2048</w:t>
      </w:r>
      <w:r>
        <w:tab/>
        <w:t>1.013e0</w:t>
      </w:r>
    </w:p>
    <w:p w:rsidR="006974AE" w:rsidRDefault="006974AE" w:rsidP="006974AE">
      <w:r>
        <w:lastRenderedPageBreak/>
        <w:t>109.2099</w:t>
      </w:r>
      <w:r>
        <w:tab/>
        <w:t>1.013e0</w:t>
      </w:r>
    </w:p>
    <w:p w:rsidR="006974AE" w:rsidRDefault="006974AE" w:rsidP="006974AE">
      <w:r>
        <w:t>109.2379</w:t>
      </w:r>
      <w:r>
        <w:tab/>
        <w:t>1.013e0</w:t>
      </w:r>
    </w:p>
    <w:p w:rsidR="006974AE" w:rsidRDefault="006974AE" w:rsidP="006974AE">
      <w:r>
        <w:t>109.2491</w:t>
      </w:r>
      <w:r>
        <w:tab/>
        <w:t>1.013e0</w:t>
      </w:r>
    </w:p>
    <w:p w:rsidR="006974AE" w:rsidRDefault="006974AE" w:rsidP="006974AE">
      <w:r>
        <w:t>109.2519</w:t>
      </w:r>
      <w:r>
        <w:tab/>
        <w:t>1.013e0</w:t>
      </w:r>
    </w:p>
    <w:p w:rsidR="006974AE" w:rsidRDefault="006974AE" w:rsidP="006974AE">
      <w:r>
        <w:t>109.2574</w:t>
      </w:r>
      <w:r>
        <w:tab/>
        <w:t>1.013e0</w:t>
      </w:r>
    </w:p>
    <w:p w:rsidR="006974AE" w:rsidRDefault="006974AE" w:rsidP="006974AE">
      <w:r>
        <w:t>109.2712</w:t>
      </w:r>
      <w:r>
        <w:tab/>
        <w:t>1.013e0</w:t>
      </w:r>
    </w:p>
    <w:p w:rsidR="006974AE" w:rsidRDefault="006974AE" w:rsidP="006974AE">
      <w:r>
        <w:t>109.2768</w:t>
      </w:r>
      <w:r>
        <w:tab/>
        <w:t>1.013e0</w:t>
      </w:r>
    </w:p>
    <w:p w:rsidR="006974AE" w:rsidRDefault="006974AE" w:rsidP="006974AE">
      <w:r>
        <w:t>109.2935</w:t>
      </w:r>
      <w:r>
        <w:tab/>
        <w:t>2.025e0</w:t>
      </w:r>
    </w:p>
    <w:p w:rsidR="006974AE" w:rsidRDefault="006974AE" w:rsidP="006974AE">
      <w:r>
        <w:t>109.2990</w:t>
      </w:r>
      <w:r>
        <w:tab/>
        <w:t>1.013e0</w:t>
      </w:r>
    </w:p>
    <w:p w:rsidR="006974AE" w:rsidRDefault="006974AE" w:rsidP="006974AE">
      <w:r>
        <w:t>109.3131</w:t>
      </w:r>
      <w:r>
        <w:tab/>
        <w:t>1.013e0</w:t>
      </w:r>
    </w:p>
    <w:p w:rsidR="006974AE" w:rsidRDefault="006974AE" w:rsidP="006974AE">
      <w:r>
        <w:t>109.3184</w:t>
      </w:r>
      <w:r>
        <w:tab/>
        <w:t>2.025e0</w:t>
      </w:r>
    </w:p>
    <w:p w:rsidR="006974AE" w:rsidRDefault="006974AE" w:rsidP="006974AE">
      <w:r>
        <w:t>109.3294</w:t>
      </w:r>
      <w:r>
        <w:tab/>
        <w:t>1.013e0</w:t>
      </w:r>
    </w:p>
    <w:p w:rsidR="006974AE" w:rsidRDefault="006974AE" w:rsidP="006974AE">
      <w:r>
        <w:t>109.3408</w:t>
      </w:r>
      <w:r>
        <w:tab/>
        <w:t>1.013e0</w:t>
      </w:r>
    </w:p>
    <w:p w:rsidR="006974AE" w:rsidRDefault="006974AE" w:rsidP="006974AE">
      <w:r>
        <w:t>109.3559</w:t>
      </w:r>
      <w:r>
        <w:tab/>
        <w:t>2.025e0</w:t>
      </w:r>
    </w:p>
    <w:p w:rsidR="006974AE" w:rsidRDefault="006974AE" w:rsidP="006974AE">
      <w:r>
        <w:t>109.3852</w:t>
      </w:r>
      <w:r>
        <w:tab/>
        <w:t>1.013e0</w:t>
      </w:r>
    </w:p>
    <w:p w:rsidR="006974AE" w:rsidRDefault="006974AE" w:rsidP="006974AE">
      <w:r>
        <w:t>109.3882</w:t>
      </w:r>
      <w:r>
        <w:tab/>
        <w:t>1.013e0</w:t>
      </w:r>
    </w:p>
    <w:p w:rsidR="006974AE" w:rsidRDefault="006974AE" w:rsidP="006974AE">
      <w:r>
        <w:t>109.3992</w:t>
      </w:r>
      <w:r>
        <w:tab/>
        <w:t>1.013e0</w:t>
      </w:r>
    </w:p>
    <w:p w:rsidR="006974AE" w:rsidRDefault="006974AE" w:rsidP="006974AE">
      <w:r>
        <w:t>109.4268</w:t>
      </w:r>
      <w:r>
        <w:tab/>
        <w:t>1.013e0</w:t>
      </w:r>
    </w:p>
    <w:p w:rsidR="006974AE" w:rsidRDefault="006974AE" w:rsidP="006974AE">
      <w:r>
        <w:t>109.4297</w:t>
      </w:r>
      <w:r>
        <w:tab/>
        <w:t>1.013e0</w:t>
      </w:r>
    </w:p>
    <w:p w:rsidR="006974AE" w:rsidRDefault="006974AE" w:rsidP="006974AE">
      <w:r>
        <w:lastRenderedPageBreak/>
        <w:t>109.4367</w:t>
      </w:r>
      <w:r>
        <w:tab/>
        <w:t>2.025e0</w:t>
      </w:r>
    </w:p>
    <w:p w:rsidR="006974AE" w:rsidRDefault="006974AE" w:rsidP="006974AE">
      <w:r>
        <w:t>109.4546</w:t>
      </w:r>
      <w:r>
        <w:tab/>
        <w:t>1.013e0</w:t>
      </w:r>
    </w:p>
    <w:p w:rsidR="006974AE" w:rsidRDefault="006974AE" w:rsidP="006974AE">
      <w:r>
        <w:t>109.4742</w:t>
      </w:r>
      <w:r>
        <w:tab/>
        <w:t>1.013e0</w:t>
      </w:r>
    </w:p>
    <w:p w:rsidR="006974AE" w:rsidRDefault="006974AE" w:rsidP="006974AE">
      <w:r>
        <w:t>109.5020</w:t>
      </w:r>
      <w:r>
        <w:tab/>
        <w:t>1.013e0</w:t>
      </w:r>
    </w:p>
    <w:p w:rsidR="006974AE" w:rsidRDefault="006974AE" w:rsidP="006974AE">
      <w:r>
        <w:t>109.5104</w:t>
      </w:r>
      <w:r>
        <w:tab/>
        <w:t>1.013e0</w:t>
      </w:r>
    </w:p>
    <w:p w:rsidR="006974AE" w:rsidRDefault="006974AE" w:rsidP="006974AE">
      <w:r>
        <w:t>109.5214</w:t>
      </w:r>
      <w:r>
        <w:tab/>
        <w:t>1.013e0</w:t>
      </w:r>
    </w:p>
    <w:p w:rsidR="006974AE" w:rsidRDefault="006974AE" w:rsidP="006974AE">
      <w:r>
        <w:t>109.5382</w:t>
      </w:r>
      <w:r>
        <w:tab/>
        <w:t>1.013e0</w:t>
      </w:r>
    </w:p>
    <w:p w:rsidR="006974AE" w:rsidRDefault="006974AE" w:rsidP="006974AE">
      <w:r>
        <w:t>109.5966</w:t>
      </w:r>
      <w:r>
        <w:tab/>
        <w:t>1.013e0</w:t>
      </w:r>
    </w:p>
    <w:p w:rsidR="006974AE" w:rsidRDefault="006974AE" w:rsidP="006974AE">
      <w:r>
        <w:t>109.6048</w:t>
      </w:r>
      <w:r>
        <w:tab/>
        <w:t>1.013e0</w:t>
      </w:r>
    </w:p>
    <w:p w:rsidR="006974AE" w:rsidRDefault="006974AE" w:rsidP="006974AE">
      <w:r>
        <w:t>109.6132</w:t>
      </w:r>
      <w:r>
        <w:tab/>
        <w:t>1.013e0</w:t>
      </w:r>
    </w:p>
    <w:p w:rsidR="006974AE" w:rsidRDefault="006974AE" w:rsidP="006974AE">
      <w:r>
        <w:t>109.6214</w:t>
      </w:r>
      <w:r>
        <w:tab/>
        <w:t>1.013e0</w:t>
      </w:r>
    </w:p>
    <w:p w:rsidR="006974AE" w:rsidRDefault="006974AE" w:rsidP="006974AE">
      <w:r>
        <w:t>109.6409</w:t>
      </w:r>
      <w:r>
        <w:tab/>
        <w:t>1.013e0</w:t>
      </w:r>
    </w:p>
    <w:p w:rsidR="006974AE" w:rsidRDefault="006974AE" w:rsidP="006974AE">
      <w:r>
        <w:t>109.6438</w:t>
      </w:r>
      <w:r>
        <w:tab/>
        <w:t>1.013e0</w:t>
      </w:r>
    </w:p>
    <w:p w:rsidR="006974AE" w:rsidRDefault="006974AE" w:rsidP="006974AE">
      <w:r>
        <w:t>109.6509</w:t>
      </w:r>
      <w:r>
        <w:tab/>
        <w:t>2.025e0</w:t>
      </w:r>
    </w:p>
    <w:p w:rsidR="006974AE" w:rsidRDefault="006974AE" w:rsidP="006974AE">
      <w:r>
        <w:t>109.6549</w:t>
      </w:r>
      <w:r>
        <w:tab/>
        <w:t>1.013e0</w:t>
      </w:r>
    </w:p>
    <w:p w:rsidR="006974AE" w:rsidRDefault="006974AE" w:rsidP="006974AE">
      <w:r>
        <w:t>109.6925</w:t>
      </w:r>
      <w:r>
        <w:tab/>
        <w:t>2.025e0</w:t>
      </w:r>
    </w:p>
    <w:p w:rsidR="006974AE" w:rsidRDefault="006974AE" w:rsidP="006974AE">
      <w:r>
        <w:t>109.7190</w:t>
      </w:r>
      <w:r>
        <w:tab/>
        <w:t>1.013e0</w:t>
      </w:r>
    </w:p>
    <w:p w:rsidR="006974AE" w:rsidRDefault="006974AE" w:rsidP="006974AE">
      <w:r>
        <w:t>109.7274</w:t>
      </w:r>
      <w:r>
        <w:tab/>
        <w:t>1.013e0</w:t>
      </w:r>
    </w:p>
    <w:p w:rsidR="006974AE" w:rsidRDefault="006974AE" w:rsidP="006974AE">
      <w:r>
        <w:t>109.7415</w:t>
      </w:r>
      <w:r>
        <w:tab/>
        <w:t>2.025e0</w:t>
      </w:r>
    </w:p>
    <w:p w:rsidR="006974AE" w:rsidRDefault="006974AE" w:rsidP="006974AE">
      <w:r>
        <w:lastRenderedPageBreak/>
        <w:t>109.7468</w:t>
      </w:r>
      <w:r>
        <w:tab/>
        <w:t>2.025e0</w:t>
      </w:r>
    </w:p>
    <w:p w:rsidR="006974AE" w:rsidRDefault="006974AE" w:rsidP="006974AE">
      <w:r>
        <w:t>109.7497</w:t>
      </w:r>
      <w:r>
        <w:tab/>
        <w:t>1.013e0</w:t>
      </w:r>
    </w:p>
    <w:p w:rsidR="006974AE" w:rsidRDefault="006974AE" w:rsidP="006974AE">
      <w:r>
        <w:t>109.7720</w:t>
      </w:r>
      <w:r>
        <w:tab/>
        <w:t>2.025e0</w:t>
      </w:r>
    </w:p>
    <w:p w:rsidR="006974AE" w:rsidRDefault="006974AE" w:rsidP="006974AE">
      <w:r>
        <w:t>109.7802</w:t>
      </w:r>
      <w:r>
        <w:tab/>
        <w:t>3.038e0</w:t>
      </w:r>
    </w:p>
    <w:p w:rsidR="006974AE" w:rsidRDefault="006974AE" w:rsidP="006974AE">
      <w:r>
        <w:t>109.7859</w:t>
      </w:r>
      <w:r>
        <w:tab/>
        <w:t>1.013e0</w:t>
      </w:r>
    </w:p>
    <w:p w:rsidR="006974AE" w:rsidRDefault="006974AE" w:rsidP="006974AE">
      <w:r>
        <w:t>109.7942</w:t>
      </w:r>
      <w:r>
        <w:tab/>
        <w:t>1.013e0</w:t>
      </w:r>
    </w:p>
    <w:p w:rsidR="006974AE" w:rsidRDefault="006974AE" w:rsidP="006974AE">
      <w:r>
        <w:t>109.8026</w:t>
      </w:r>
      <w:r>
        <w:tab/>
        <w:t>1.013e0</w:t>
      </w:r>
    </w:p>
    <w:p w:rsidR="006974AE" w:rsidRDefault="006974AE" w:rsidP="006974AE">
      <w:r>
        <w:t>109.8052</w:t>
      </w:r>
      <w:r>
        <w:tab/>
        <w:t>1.013e0</w:t>
      </w:r>
    </w:p>
    <w:p w:rsidR="006974AE" w:rsidRDefault="006974AE" w:rsidP="006974AE">
      <w:r>
        <w:t>109.8093</w:t>
      </w:r>
      <w:r>
        <w:tab/>
        <w:t>2.171e0</w:t>
      </w:r>
    </w:p>
    <w:p w:rsidR="006974AE" w:rsidRDefault="006974AE" w:rsidP="006974AE">
      <w:r>
        <w:t>109.8137</w:t>
      </w:r>
      <w:r>
        <w:tab/>
        <w:t>1.013e0</w:t>
      </w:r>
    </w:p>
    <w:p w:rsidR="006974AE" w:rsidRDefault="006974AE" w:rsidP="006974AE">
      <w:r>
        <w:t>109.8195</w:t>
      </w:r>
      <w:r>
        <w:tab/>
        <w:t>1.013e0</w:t>
      </w:r>
    </w:p>
    <w:p w:rsidR="006974AE" w:rsidRDefault="006974AE" w:rsidP="006974AE">
      <w:r>
        <w:t>109.8275</w:t>
      </w:r>
      <w:r>
        <w:tab/>
        <w:t>1.013e0</w:t>
      </w:r>
    </w:p>
    <w:p w:rsidR="006974AE" w:rsidRDefault="006974AE" w:rsidP="006974AE">
      <w:r>
        <w:t>109.8691</w:t>
      </w:r>
      <w:r>
        <w:tab/>
        <w:t>1.013e0</w:t>
      </w:r>
    </w:p>
    <w:p w:rsidR="006974AE" w:rsidRDefault="006974AE" w:rsidP="006974AE">
      <w:r>
        <w:t>109.8860</w:t>
      </w:r>
      <w:r>
        <w:tab/>
        <w:t>1.013e0</w:t>
      </w:r>
    </w:p>
    <w:p w:rsidR="006974AE" w:rsidRDefault="006974AE" w:rsidP="006974AE">
      <w:r>
        <w:t>109.8888</w:t>
      </w:r>
      <w:r>
        <w:tab/>
        <w:t>1.013e0</w:t>
      </w:r>
    </w:p>
    <w:p w:rsidR="006974AE" w:rsidRDefault="006974AE" w:rsidP="006974AE">
      <w:r>
        <w:t>109.9111</w:t>
      </w:r>
      <w:r>
        <w:tab/>
        <w:t>2.025e0</w:t>
      </w:r>
    </w:p>
    <w:p w:rsidR="006974AE" w:rsidRDefault="006974AE" w:rsidP="006974AE">
      <w:r>
        <w:t>109.9279</w:t>
      </w:r>
      <w:r>
        <w:tab/>
        <w:t>1.013e0</w:t>
      </w:r>
    </w:p>
    <w:p w:rsidR="006974AE" w:rsidRDefault="006974AE" w:rsidP="006974AE">
      <w:r>
        <w:t>109.9472</w:t>
      </w:r>
      <w:r>
        <w:tab/>
        <w:t>1.013e0</w:t>
      </w:r>
    </w:p>
    <w:p w:rsidR="006974AE" w:rsidRDefault="006974AE" w:rsidP="006974AE">
      <w:r>
        <w:t>109.9502</w:t>
      </w:r>
      <w:r>
        <w:tab/>
        <w:t>1.013e0</w:t>
      </w:r>
    </w:p>
    <w:p w:rsidR="006974AE" w:rsidRDefault="006974AE" w:rsidP="006974AE">
      <w:r>
        <w:lastRenderedPageBreak/>
        <w:t>109.9558</w:t>
      </w:r>
      <w:r>
        <w:tab/>
        <w:t>1.013e0</w:t>
      </w:r>
    </w:p>
    <w:p w:rsidR="006974AE" w:rsidRDefault="006974AE" w:rsidP="006974AE">
      <w:r>
        <w:t>109.9640</w:t>
      </w:r>
      <w:r>
        <w:tab/>
        <w:t>2.025e0</w:t>
      </w:r>
    </w:p>
    <w:p w:rsidR="006974AE" w:rsidRDefault="006974AE" w:rsidP="006974AE">
      <w:r>
        <w:t>109.9669</w:t>
      </w:r>
      <w:r>
        <w:tab/>
        <w:t>1.013e0</w:t>
      </w:r>
    </w:p>
    <w:p w:rsidR="006974AE" w:rsidRDefault="006974AE" w:rsidP="006974AE">
      <w:r>
        <w:t>109.9895</w:t>
      </w:r>
      <w:r>
        <w:tab/>
        <w:t>1.013e0</w:t>
      </w:r>
    </w:p>
    <w:p w:rsidR="006974AE" w:rsidRDefault="006974AE" w:rsidP="006974AE">
      <w:r>
        <w:t>110.0099</w:t>
      </w:r>
      <w:r>
        <w:tab/>
        <w:t>2.025e0</w:t>
      </w:r>
    </w:p>
    <w:p w:rsidR="006974AE" w:rsidRDefault="006974AE" w:rsidP="006974AE">
      <w:r>
        <w:t>110.0158</w:t>
      </w:r>
      <w:r>
        <w:tab/>
        <w:t>2.025e0</w:t>
      </w:r>
    </w:p>
    <w:p w:rsidR="006974AE" w:rsidRDefault="006974AE" w:rsidP="006974AE">
      <w:r>
        <w:t>110.0171</w:t>
      </w:r>
      <w:r>
        <w:tab/>
        <w:t>2.025e0</w:t>
      </w:r>
    </w:p>
    <w:p w:rsidR="006974AE" w:rsidRDefault="006974AE" w:rsidP="006974AE">
      <w:r>
        <w:t>110.0202</w:t>
      </w:r>
      <w:r>
        <w:tab/>
        <w:t>1.013e0</w:t>
      </w:r>
    </w:p>
    <w:p w:rsidR="006974AE" w:rsidRDefault="006974AE" w:rsidP="006974AE">
      <w:r>
        <w:t>110.0283</w:t>
      </w:r>
      <w:r>
        <w:tab/>
        <w:t>1.013e0</w:t>
      </w:r>
    </w:p>
    <w:p w:rsidR="006974AE" w:rsidRDefault="006974AE" w:rsidP="006974AE">
      <w:r>
        <w:t>110.0339</w:t>
      </w:r>
      <w:r>
        <w:tab/>
        <w:t>1.013e0</w:t>
      </w:r>
    </w:p>
    <w:p w:rsidR="006974AE" w:rsidRDefault="006974AE" w:rsidP="006974AE">
      <w:r>
        <w:t>110.0449</w:t>
      </w:r>
      <w:r>
        <w:tab/>
        <w:t>1.013e0</w:t>
      </w:r>
    </w:p>
    <w:p w:rsidR="006974AE" w:rsidRDefault="006974AE" w:rsidP="006974AE">
      <w:r>
        <w:t>110.0508</w:t>
      </w:r>
      <w:r>
        <w:tab/>
        <w:t>1.013e0</w:t>
      </w:r>
    </w:p>
    <w:p w:rsidR="006974AE" w:rsidRDefault="006974AE" w:rsidP="006974AE">
      <w:r>
        <w:t>110.0617</w:t>
      </w:r>
      <w:r>
        <w:tab/>
        <w:t>3.038e0</w:t>
      </w:r>
    </w:p>
    <w:p w:rsidR="006974AE" w:rsidRDefault="006974AE" w:rsidP="006974AE">
      <w:r>
        <w:t>110.0656</w:t>
      </w:r>
      <w:r>
        <w:tab/>
        <w:t>6.076e0</w:t>
      </w:r>
    </w:p>
    <w:p w:rsidR="006974AE" w:rsidRDefault="006974AE" w:rsidP="006974AE">
      <w:r>
        <w:t>110.0687</w:t>
      </w:r>
      <w:r>
        <w:tab/>
        <w:t>2.025e0</w:t>
      </w:r>
    </w:p>
    <w:p w:rsidR="006974AE" w:rsidRDefault="006974AE" w:rsidP="006974AE">
      <w:r>
        <w:t>110.0719</w:t>
      </w:r>
      <w:r>
        <w:tab/>
        <w:t>3.038e0</w:t>
      </w:r>
    </w:p>
    <w:p w:rsidR="006974AE" w:rsidRDefault="006974AE" w:rsidP="006974AE">
      <w:r>
        <w:t>110.0746</w:t>
      </w:r>
      <w:r>
        <w:tab/>
        <w:t>8.159e0</w:t>
      </w:r>
    </w:p>
    <w:p w:rsidR="006974AE" w:rsidRDefault="006974AE" w:rsidP="006974AE">
      <w:r>
        <w:t>110.0952</w:t>
      </w:r>
      <w:r>
        <w:tab/>
        <w:t>1.013e0</w:t>
      </w:r>
    </w:p>
    <w:p w:rsidR="006974AE" w:rsidRDefault="006974AE" w:rsidP="006974AE">
      <w:r>
        <w:t>110.1004</w:t>
      </w:r>
      <w:r>
        <w:tab/>
        <w:t>1.013e0</w:t>
      </w:r>
    </w:p>
    <w:p w:rsidR="006974AE" w:rsidRDefault="006974AE" w:rsidP="006974AE">
      <w:r>
        <w:lastRenderedPageBreak/>
        <w:t>110.1120</w:t>
      </w:r>
      <w:r>
        <w:tab/>
        <w:t>1.013e0</w:t>
      </w:r>
    </w:p>
    <w:p w:rsidR="006974AE" w:rsidRDefault="006974AE" w:rsidP="006974AE">
      <w:r>
        <w:t>110.1172</w:t>
      </w:r>
      <w:r>
        <w:tab/>
        <w:t>1.013e0</w:t>
      </w:r>
    </w:p>
    <w:p w:rsidR="006974AE" w:rsidRDefault="006974AE" w:rsidP="006974AE">
      <w:r>
        <w:t>110.1231</w:t>
      </w:r>
      <w:r>
        <w:tab/>
        <w:t>2.025e0</w:t>
      </w:r>
    </w:p>
    <w:p w:rsidR="006974AE" w:rsidRDefault="006974AE" w:rsidP="006974AE">
      <w:r>
        <w:t>110.1258</w:t>
      </w:r>
      <w:r>
        <w:tab/>
        <w:t>1.013e0</w:t>
      </w:r>
    </w:p>
    <w:p w:rsidR="006974AE" w:rsidRDefault="006974AE" w:rsidP="006974AE">
      <w:r>
        <w:t>110.1289</w:t>
      </w:r>
      <w:r>
        <w:tab/>
        <w:t>1.013e0</w:t>
      </w:r>
    </w:p>
    <w:p w:rsidR="006974AE" w:rsidRDefault="006974AE" w:rsidP="006974AE">
      <w:r>
        <w:t>110.1536</w:t>
      </w:r>
      <w:r>
        <w:tab/>
        <w:t>1.013e0</w:t>
      </w:r>
    </w:p>
    <w:p w:rsidR="006974AE" w:rsidRDefault="006974AE" w:rsidP="006974AE">
      <w:r>
        <w:t>110.1594</w:t>
      </w:r>
      <w:r>
        <w:tab/>
        <w:t>1.013e0</w:t>
      </w:r>
    </w:p>
    <w:p w:rsidR="006974AE" w:rsidRDefault="006974AE" w:rsidP="006974AE">
      <w:r>
        <w:t>110.1647</w:t>
      </w:r>
      <w:r>
        <w:tab/>
        <w:t>1.013e0</w:t>
      </w:r>
    </w:p>
    <w:p w:rsidR="006974AE" w:rsidRDefault="006974AE" w:rsidP="006974AE">
      <w:r>
        <w:t>110.1762</w:t>
      </w:r>
      <w:r>
        <w:tab/>
        <w:t>1.013e0</w:t>
      </w:r>
    </w:p>
    <w:p w:rsidR="006974AE" w:rsidRDefault="006974AE" w:rsidP="006974AE">
      <w:r>
        <w:t>110.1926</w:t>
      </w:r>
      <w:r>
        <w:tab/>
        <w:t>1.013e0</w:t>
      </w:r>
    </w:p>
    <w:p w:rsidR="006974AE" w:rsidRDefault="006974AE" w:rsidP="006974AE">
      <w:r>
        <w:t>110.2150</w:t>
      </w:r>
      <w:r>
        <w:tab/>
        <w:t>1.013e0</w:t>
      </w:r>
    </w:p>
    <w:p w:rsidR="006974AE" w:rsidRDefault="006974AE" w:rsidP="006974AE">
      <w:r>
        <w:t>110.2167</w:t>
      </w:r>
      <w:r>
        <w:tab/>
        <w:t>3.038e0</w:t>
      </w:r>
    </w:p>
    <w:p w:rsidR="006974AE" w:rsidRDefault="006974AE" w:rsidP="006974AE">
      <w:r>
        <w:t>110.2235</w:t>
      </w:r>
      <w:r>
        <w:tab/>
        <w:t>1.013e0</w:t>
      </w:r>
    </w:p>
    <w:p w:rsidR="006974AE" w:rsidRDefault="006974AE" w:rsidP="006974AE">
      <w:r>
        <w:t>110.2260</w:t>
      </w:r>
      <w:r>
        <w:tab/>
        <w:t>1.013e0</w:t>
      </w:r>
    </w:p>
    <w:p w:rsidR="006974AE" w:rsidRDefault="006974AE" w:rsidP="006974AE">
      <w:r>
        <w:t>110.2400</w:t>
      </w:r>
      <w:r>
        <w:tab/>
        <w:t>1.013e0</w:t>
      </w:r>
    </w:p>
    <w:p w:rsidR="006974AE" w:rsidRDefault="006974AE" w:rsidP="006974AE">
      <w:r>
        <w:t>110.2457</w:t>
      </w:r>
      <w:r>
        <w:tab/>
        <w:t>1.013e0</w:t>
      </w:r>
    </w:p>
    <w:p w:rsidR="006974AE" w:rsidRDefault="006974AE" w:rsidP="006974AE">
      <w:r>
        <w:t>110.2624</w:t>
      </w:r>
      <w:r>
        <w:tab/>
        <w:t>1.013e0</w:t>
      </w:r>
    </w:p>
    <w:p w:rsidR="006974AE" w:rsidRDefault="006974AE" w:rsidP="006974AE">
      <w:r>
        <w:t>110.2654</w:t>
      </w:r>
      <w:r>
        <w:tab/>
        <w:t>1.013e0</w:t>
      </w:r>
    </w:p>
    <w:p w:rsidR="006974AE" w:rsidRDefault="006974AE" w:rsidP="006974AE">
      <w:r>
        <w:t>110.2707</w:t>
      </w:r>
      <w:r>
        <w:tab/>
        <w:t>1.013e0</w:t>
      </w:r>
    </w:p>
    <w:p w:rsidR="006974AE" w:rsidRDefault="006974AE" w:rsidP="006974AE">
      <w:r>
        <w:lastRenderedPageBreak/>
        <w:t>110.2765</w:t>
      </w:r>
      <w:r>
        <w:tab/>
        <w:t>2.025e0</w:t>
      </w:r>
    </w:p>
    <w:p w:rsidR="006974AE" w:rsidRDefault="006974AE" w:rsidP="006974AE">
      <w:r>
        <w:t>110.2873</w:t>
      </w:r>
      <w:r>
        <w:tab/>
        <w:t>1.013e0</w:t>
      </w:r>
    </w:p>
    <w:p w:rsidR="006974AE" w:rsidRDefault="006974AE" w:rsidP="006974AE">
      <w:r>
        <w:t>110.2961</w:t>
      </w:r>
      <w:r>
        <w:tab/>
        <w:t>1.013e0</w:t>
      </w:r>
    </w:p>
    <w:p w:rsidR="006974AE" w:rsidRDefault="006974AE" w:rsidP="006974AE">
      <w:r>
        <w:t>110.2989</w:t>
      </w:r>
      <w:r>
        <w:tab/>
        <w:t>1.013e0</w:t>
      </w:r>
    </w:p>
    <w:p w:rsidR="006974AE" w:rsidRDefault="006974AE" w:rsidP="006974AE">
      <w:r>
        <w:t>110.3140</w:t>
      </w:r>
      <w:r>
        <w:tab/>
        <w:t>2.025e0</w:t>
      </w:r>
    </w:p>
    <w:p w:rsidR="006974AE" w:rsidRDefault="006974AE" w:rsidP="006974AE">
      <w:r>
        <w:t>110.3377</w:t>
      </w:r>
      <w:r>
        <w:tab/>
        <w:t>1.013e0</w:t>
      </w:r>
    </w:p>
    <w:p w:rsidR="006974AE" w:rsidRDefault="006974AE" w:rsidP="006974AE">
      <w:r>
        <w:t>110.3575</w:t>
      </w:r>
      <w:r>
        <w:tab/>
        <w:t>1.013e0</w:t>
      </w:r>
    </w:p>
    <w:p w:rsidR="006974AE" w:rsidRDefault="006974AE" w:rsidP="006974AE">
      <w:r>
        <w:t>110.3604</w:t>
      </w:r>
      <w:r>
        <w:tab/>
        <w:t>1.013e0</w:t>
      </w:r>
    </w:p>
    <w:p w:rsidR="006974AE" w:rsidRDefault="006974AE" w:rsidP="006974AE">
      <w:r>
        <w:t>110.3656</w:t>
      </w:r>
      <w:r>
        <w:tab/>
        <w:t>1.013e0</w:t>
      </w:r>
    </w:p>
    <w:p w:rsidR="006974AE" w:rsidRDefault="006974AE" w:rsidP="006974AE">
      <w:r>
        <w:t>110.3713</w:t>
      </w:r>
      <w:r>
        <w:tab/>
        <w:t>1.013e0</w:t>
      </w:r>
    </w:p>
    <w:p w:rsidR="006974AE" w:rsidRDefault="006974AE" w:rsidP="006974AE">
      <w:r>
        <w:t>110.3825</w:t>
      </w:r>
      <w:r>
        <w:tab/>
        <w:t>1.013e0</w:t>
      </w:r>
    </w:p>
    <w:p w:rsidR="006974AE" w:rsidRDefault="006974AE" w:rsidP="006974AE">
      <w:r>
        <w:t>110.3854</w:t>
      </w:r>
      <w:r>
        <w:tab/>
        <w:t>1.013e0</w:t>
      </w:r>
    </w:p>
    <w:p w:rsidR="006974AE" w:rsidRDefault="006974AE" w:rsidP="006974AE">
      <w:r>
        <w:t>110.3909</w:t>
      </w:r>
      <w:r>
        <w:tab/>
        <w:t>2.025e0</w:t>
      </w:r>
    </w:p>
    <w:p w:rsidR="006974AE" w:rsidRDefault="006974AE" w:rsidP="006974AE">
      <w:r>
        <w:t>110.3993</w:t>
      </w:r>
      <w:r>
        <w:tab/>
        <w:t>1.013e0</w:t>
      </w:r>
    </w:p>
    <w:p w:rsidR="006974AE" w:rsidRDefault="006974AE" w:rsidP="006974AE">
      <w:r>
        <w:t>110.4356</w:t>
      </w:r>
      <w:r>
        <w:tab/>
        <w:t>2.025e0</w:t>
      </w:r>
    </w:p>
    <w:p w:rsidR="006974AE" w:rsidRDefault="006974AE" w:rsidP="006974AE">
      <w:r>
        <w:t>110.4524</w:t>
      </w:r>
      <w:r>
        <w:tab/>
        <w:t>3.038e0</w:t>
      </w:r>
    </w:p>
    <w:p w:rsidR="006974AE" w:rsidRDefault="006974AE" w:rsidP="006974AE">
      <w:r>
        <w:t>110.4693</w:t>
      </w:r>
      <w:r>
        <w:tab/>
        <w:t>1.013e0</w:t>
      </w:r>
    </w:p>
    <w:p w:rsidR="006974AE" w:rsidRDefault="006974AE" w:rsidP="006974AE">
      <w:r>
        <w:t>110.4706</w:t>
      </w:r>
      <w:r>
        <w:tab/>
        <w:t>2.025e0</w:t>
      </w:r>
    </w:p>
    <w:p w:rsidR="006974AE" w:rsidRDefault="006974AE" w:rsidP="006974AE">
      <w:r>
        <w:t>110.4832</w:t>
      </w:r>
      <w:r>
        <w:tab/>
        <w:t>1.013e0</w:t>
      </w:r>
    </w:p>
    <w:p w:rsidR="006974AE" w:rsidRDefault="006974AE" w:rsidP="006974AE">
      <w:r>
        <w:lastRenderedPageBreak/>
        <w:t>110.5250</w:t>
      </w:r>
      <w:r>
        <w:tab/>
        <w:t>1.013e0</w:t>
      </w:r>
    </w:p>
    <w:p w:rsidR="006974AE" w:rsidRDefault="006974AE" w:rsidP="006974AE">
      <w:r>
        <w:t>110.5362</w:t>
      </w:r>
      <w:r>
        <w:tab/>
        <w:t>1.013e0</w:t>
      </w:r>
    </w:p>
    <w:p w:rsidR="006974AE" w:rsidRDefault="006974AE" w:rsidP="006974AE">
      <w:r>
        <w:t>110.5670</w:t>
      </w:r>
      <w:r>
        <w:tab/>
        <w:t>2.025e0</w:t>
      </w:r>
    </w:p>
    <w:p w:rsidR="006974AE" w:rsidRDefault="006974AE" w:rsidP="006974AE">
      <w:r>
        <w:t>110.5694</w:t>
      </w:r>
      <w:r>
        <w:tab/>
        <w:t>1.013e0</w:t>
      </w:r>
    </w:p>
    <w:p w:rsidR="006974AE" w:rsidRDefault="006974AE" w:rsidP="006974AE">
      <w:r>
        <w:t>110.6031</w:t>
      </w:r>
      <w:r>
        <w:tab/>
        <w:t>1.013e0</w:t>
      </w:r>
    </w:p>
    <w:p w:rsidR="006974AE" w:rsidRDefault="006974AE" w:rsidP="006974AE">
      <w:r>
        <w:t>110.6061</w:t>
      </w:r>
      <w:r>
        <w:tab/>
        <w:t>1.013e0</w:t>
      </w:r>
    </w:p>
    <w:p w:rsidR="006974AE" w:rsidRDefault="006974AE" w:rsidP="006974AE">
      <w:r>
        <w:t>110.6143</w:t>
      </w:r>
      <w:r>
        <w:tab/>
        <w:t>1.013e0</w:t>
      </w:r>
    </w:p>
    <w:p w:rsidR="006974AE" w:rsidRDefault="006974AE" w:rsidP="006974AE">
      <w:r>
        <w:t>110.6338</w:t>
      </w:r>
      <w:r>
        <w:tab/>
        <w:t>1.013e0</w:t>
      </w:r>
    </w:p>
    <w:p w:rsidR="006974AE" w:rsidRDefault="006974AE" w:rsidP="006974AE">
      <w:r>
        <w:t>110.6367</w:t>
      </w:r>
      <w:r>
        <w:tab/>
        <w:t>1.013e0</w:t>
      </w:r>
    </w:p>
    <w:p w:rsidR="006974AE" w:rsidRDefault="006974AE" w:rsidP="006974AE">
      <w:r>
        <w:t>110.6453</w:t>
      </w:r>
      <w:r>
        <w:tab/>
        <w:t>1.013e0</w:t>
      </w:r>
    </w:p>
    <w:p w:rsidR="006974AE" w:rsidRDefault="006974AE" w:rsidP="006974AE">
      <w:r>
        <w:t>110.6550</w:t>
      </w:r>
      <w:r>
        <w:tab/>
        <w:t>2.025e0</w:t>
      </w:r>
    </w:p>
    <w:p w:rsidR="006974AE" w:rsidRDefault="006974AE" w:rsidP="006974AE">
      <w:r>
        <w:t>110.6676</w:t>
      </w:r>
      <w:r>
        <w:tab/>
        <w:t>1.013e0</w:t>
      </w:r>
    </w:p>
    <w:p w:rsidR="006974AE" w:rsidRDefault="006974AE" w:rsidP="006974AE">
      <w:r>
        <w:t>110.7261</w:t>
      </w:r>
      <w:r>
        <w:tab/>
        <w:t>1.013e0</w:t>
      </w:r>
    </w:p>
    <w:p w:rsidR="006974AE" w:rsidRDefault="006974AE" w:rsidP="006974AE">
      <w:r>
        <w:t>110.7544</w:t>
      </w:r>
      <w:r>
        <w:tab/>
        <w:t>1.013e0</w:t>
      </w:r>
    </w:p>
    <w:p w:rsidR="006974AE" w:rsidRDefault="006974AE" w:rsidP="006974AE">
      <w:r>
        <w:t>110.7568</w:t>
      </w:r>
      <w:r>
        <w:tab/>
        <w:t>2.025e0</w:t>
      </w:r>
    </w:p>
    <w:p w:rsidR="006974AE" w:rsidRDefault="006974AE" w:rsidP="006974AE">
      <w:r>
        <w:t>110.7683</w:t>
      </w:r>
      <w:r>
        <w:tab/>
        <w:t>1.013e0</w:t>
      </w:r>
    </w:p>
    <w:p w:rsidR="006974AE" w:rsidRDefault="006974AE" w:rsidP="006974AE">
      <w:r>
        <w:t>110.7710</w:t>
      </w:r>
      <w:r>
        <w:tab/>
        <w:t>1.013e0</w:t>
      </w:r>
    </w:p>
    <w:p w:rsidR="006974AE" w:rsidRDefault="006974AE" w:rsidP="006974AE">
      <w:r>
        <w:t>110.7765</w:t>
      </w:r>
      <w:r>
        <w:tab/>
        <w:t>1.013e0</w:t>
      </w:r>
    </w:p>
    <w:p w:rsidR="006974AE" w:rsidRDefault="006974AE" w:rsidP="006974AE">
      <w:r>
        <w:t>110.7793</w:t>
      </w:r>
      <w:r>
        <w:tab/>
        <w:t>1.013e0</w:t>
      </w:r>
    </w:p>
    <w:p w:rsidR="006974AE" w:rsidRDefault="006974AE" w:rsidP="006974AE">
      <w:r>
        <w:lastRenderedPageBreak/>
        <w:t>110.7853</w:t>
      </w:r>
      <w:r>
        <w:tab/>
        <w:t>1.013e0</w:t>
      </w:r>
    </w:p>
    <w:p w:rsidR="006974AE" w:rsidRDefault="006974AE" w:rsidP="006974AE">
      <w:r>
        <w:t>110.7877</w:t>
      </w:r>
      <w:r>
        <w:tab/>
        <w:t>1.013e0</w:t>
      </w:r>
    </w:p>
    <w:p w:rsidR="006974AE" w:rsidRDefault="006974AE" w:rsidP="006974AE">
      <w:r>
        <w:t>110.7934</w:t>
      </w:r>
      <w:r>
        <w:tab/>
        <w:t>1.013e0</w:t>
      </w:r>
    </w:p>
    <w:p w:rsidR="006974AE" w:rsidRDefault="006974AE" w:rsidP="006974AE">
      <w:r>
        <w:t>110.7963</w:t>
      </w:r>
      <w:r>
        <w:tab/>
        <w:t>1.013e0</w:t>
      </w:r>
    </w:p>
    <w:p w:rsidR="006974AE" w:rsidRDefault="006974AE" w:rsidP="006974AE">
      <w:r>
        <w:t>110.8102</w:t>
      </w:r>
      <w:r>
        <w:tab/>
        <w:t>1.013e0</w:t>
      </w:r>
    </w:p>
    <w:p w:rsidR="006974AE" w:rsidRDefault="006974AE" w:rsidP="006974AE">
      <w:r>
        <w:t>110.8480</w:t>
      </w:r>
      <w:r>
        <w:tab/>
        <w:t>2.025e0</w:t>
      </w:r>
    </w:p>
    <w:p w:rsidR="006974AE" w:rsidRDefault="006974AE" w:rsidP="006974AE">
      <w:r>
        <w:t>110.8548</w:t>
      </w:r>
      <w:r>
        <w:tab/>
        <w:t>1.013e0</w:t>
      </w:r>
    </w:p>
    <w:p w:rsidR="006974AE" w:rsidRDefault="006974AE" w:rsidP="006974AE">
      <w:r>
        <w:t>110.8605</w:t>
      </w:r>
      <w:r>
        <w:tab/>
        <w:t>1.013e0</w:t>
      </w:r>
    </w:p>
    <w:p w:rsidR="006974AE" w:rsidRDefault="006974AE" w:rsidP="006974AE">
      <w:r>
        <w:t>110.8661</w:t>
      </w:r>
      <w:r>
        <w:tab/>
        <w:t>1.013e0</w:t>
      </w:r>
    </w:p>
    <w:p w:rsidR="006974AE" w:rsidRDefault="006974AE" w:rsidP="006974AE">
      <w:r>
        <w:t>110.8884</w:t>
      </w:r>
      <w:r>
        <w:tab/>
        <w:t>1.013e0</w:t>
      </w:r>
    </w:p>
    <w:p w:rsidR="006974AE" w:rsidRDefault="006974AE" w:rsidP="006974AE">
      <w:r>
        <w:t>110.8913</w:t>
      </w:r>
      <w:r>
        <w:tab/>
        <w:t>1.013e0</w:t>
      </w:r>
    </w:p>
    <w:p w:rsidR="006974AE" w:rsidRDefault="006974AE" w:rsidP="006974AE">
      <w:r>
        <w:t>110.9052</w:t>
      </w:r>
      <w:r>
        <w:tab/>
        <w:t>1.013e0</w:t>
      </w:r>
    </w:p>
    <w:p w:rsidR="006974AE" w:rsidRDefault="006974AE" w:rsidP="006974AE">
      <w:r>
        <w:t>110.9163</w:t>
      </w:r>
      <w:r>
        <w:tab/>
        <w:t>1.013e0</w:t>
      </w:r>
    </w:p>
    <w:p w:rsidR="006974AE" w:rsidRDefault="006974AE" w:rsidP="006974AE">
      <w:r>
        <w:t>110.9251</w:t>
      </w:r>
      <w:r>
        <w:tab/>
        <w:t>2.025e0</w:t>
      </w:r>
    </w:p>
    <w:p w:rsidR="006974AE" w:rsidRDefault="006974AE" w:rsidP="006974AE">
      <w:r>
        <w:t>110.9333</w:t>
      </w:r>
      <w:r>
        <w:tab/>
        <w:t>1.013e0</w:t>
      </w:r>
    </w:p>
    <w:p w:rsidR="006974AE" w:rsidRDefault="006974AE" w:rsidP="006974AE">
      <w:r>
        <w:t>110.9470</w:t>
      </w:r>
      <w:r>
        <w:tab/>
        <w:t>1.013e0</w:t>
      </w:r>
    </w:p>
    <w:p w:rsidR="006974AE" w:rsidRDefault="006974AE" w:rsidP="006974AE">
      <w:r>
        <w:t>110.9669</w:t>
      </w:r>
      <w:r>
        <w:tab/>
        <w:t>1.013e0</w:t>
      </w:r>
    </w:p>
    <w:p w:rsidR="006974AE" w:rsidRDefault="006974AE" w:rsidP="006974AE">
      <w:r>
        <w:t>110.9682</w:t>
      </w:r>
      <w:r>
        <w:tab/>
        <w:t>2.025e0</w:t>
      </w:r>
    </w:p>
    <w:p w:rsidR="006974AE" w:rsidRDefault="006974AE" w:rsidP="006974AE">
      <w:r>
        <w:t>110.9836</w:t>
      </w:r>
      <w:r>
        <w:tab/>
        <w:t>1.013e0</w:t>
      </w:r>
    </w:p>
    <w:p w:rsidR="006974AE" w:rsidRDefault="006974AE" w:rsidP="006974AE">
      <w:r>
        <w:lastRenderedPageBreak/>
        <w:t>110.9895</w:t>
      </w:r>
      <w:r>
        <w:tab/>
        <w:t>1.013e0</w:t>
      </w:r>
    </w:p>
    <w:p w:rsidR="006974AE" w:rsidRDefault="006974AE" w:rsidP="006974AE">
      <w:r>
        <w:t>111.0004</w:t>
      </w:r>
      <w:r>
        <w:tab/>
        <w:t>1.013e0</w:t>
      </w:r>
    </w:p>
    <w:p w:rsidR="006974AE" w:rsidRDefault="006974AE" w:rsidP="006974AE">
      <w:r>
        <w:t>111.0034</w:t>
      </w:r>
      <w:r>
        <w:tab/>
        <w:t>1.013e0</w:t>
      </w:r>
    </w:p>
    <w:p w:rsidR="006974AE" w:rsidRDefault="006974AE" w:rsidP="006974AE">
      <w:r>
        <w:t>111.0103</w:t>
      </w:r>
      <w:r>
        <w:tab/>
        <w:t>2.025e0</w:t>
      </w:r>
    </w:p>
    <w:p w:rsidR="006974AE" w:rsidRDefault="006974AE" w:rsidP="006974AE">
      <w:r>
        <w:t>111.0341</w:t>
      </w:r>
      <w:r>
        <w:tab/>
        <w:t>1.013e0</w:t>
      </w:r>
    </w:p>
    <w:p w:rsidR="006974AE" w:rsidRDefault="006974AE" w:rsidP="006974AE">
      <w:r>
        <w:t>111.0383</w:t>
      </w:r>
      <w:r>
        <w:tab/>
        <w:t>2.025e0</w:t>
      </w:r>
    </w:p>
    <w:p w:rsidR="006974AE" w:rsidRDefault="006974AE" w:rsidP="006974AE">
      <w:r>
        <w:t>111.0522</w:t>
      </w:r>
      <w:r>
        <w:tab/>
        <w:t>2.025e0</w:t>
      </w:r>
    </w:p>
    <w:p w:rsidR="006974AE" w:rsidRDefault="006974AE" w:rsidP="006974AE">
      <w:r>
        <w:t>111.0552</w:t>
      </w:r>
      <w:r>
        <w:tab/>
        <w:t>2.025e0</w:t>
      </w:r>
    </w:p>
    <w:p w:rsidR="006974AE" w:rsidRDefault="006974AE" w:rsidP="006974AE">
      <w:r>
        <w:t>111.0580</w:t>
      </w:r>
      <w:r>
        <w:tab/>
        <w:t>2.025e0</w:t>
      </w:r>
    </w:p>
    <w:p w:rsidR="006974AE" w:rsidRDefault="006974AE" w:rsidP="006974AE">
      <w:r>
        <w:t>111.0592</w:t>
      </w:r>
      <w:r>
        <w:tab/>
        <w:t>2.025e0</w:t>
      </w:r>
    </w:p>
    <w:p w:rsidR="006974AE" w:rsidRDefault="006974AE" w:rsidP="006974AE">
      <w:r>
        <w:t>111.0629</w:t>
      </w:r>
      <w:r>
        <w:tab/>
        <w:t>5.063e0</w:t>
      </w:r>
    </w:p>
    <w:p w:rsidR="006974AE" w:rsidRDefault="006974AE" w:rsidP="006974AE">
      <w:r>
        <w:t>111.0677</w:t>
      </w:r>
      <w:r>
        <w:tab/>
        <w:t>1.013e0</w:t>
      </w:r>
    </w:p>
    <w:p w:rsidR="006974AE" w:rsidRDefault="006974AE" w:rsidP="006974AE">
      <w:r>
        <w:t>111.0788</w:t>
      </w:r>
      <w:r>
        <w:tab/>
        <w:t>1.013e0</w:t>
      </w:r>
    </w:p>
    <w:p w:rsidR="006974AE" w:rsidRDefault="006974AE" w:rsidP="006974AE">
      <w:r>
        <w:t>111.0829</w:t>
      </w:r>
      <w:r>
        <w:tab/>
        <w:t>3.038e0</w:t>
      </w:r>
    </w:p>
    <w:p w:rsidR="006974AE" w:rsidRDefault="006974AE" w:rsidP="006974AE">
      <w:r>
        <w:t>111.0850</w:t>
      </w:r>
      <w:r>
        <w:tab/>
        <w:t>5.063e0</w:t>
      </w:r>
    </w:p>
    <w:p w:rsidR="006974AE" w:rsidRDefault="006974AE" w:rsidP="006974AE">
      <w:r>
        <w:t>111.0893</w:t>
      </w:r>
      <w:r>
        <w:tab/>
        <w:t>4.051e0</w:t>
      </w:r>
    </w:p>
    <w:p w:rsidR="006974AE" w:rsidRDefault="006974AE" w:rsidP="006974AE">
      <w:r>
        <w:t>111.0928</w:t>
      </w:r>
      <w:r>
        <w:tab/>
        <w:t>3.038e0</w:t>
      </w:r>
    </w:p>
    <w:p w:rsidR="006974AE" w:rsidRDefault="006974AE" w:rsidP="006974AE">
      <w:r>
        <w:t>111.0986</w:t>
      </w:r>
      <w:r>
        <w:tab/>
        <w:t>2.025e0</w:t>
      </w:r>
    </w:p>
    <w:p w:rsidR="006974AE" w:rsidRDefault="006974AE" w:rsidP="006974AE">
      <w:r>
        <w:t>111.1098</w:t>
      </w:r>
      <w:r>
        <w:tab/>
        <w:t>2.025e0</w:t>
      </w:r>
    </w:p>
    <w:p w:rsidR="006974AE" w:rsidRDefault="006974AE" w:rsidP="006974AE">
      <w:r>
        <w:lastRenderedPageBreak/>
        <w:t>111.1154</w:t>
      </w:r>
      <w:r>
        <w:tab/>
        <w:t>1.013e0</w:t>
      </w:r>
    </w:p>
    <w:p w:rsidR="006974AE" w:rsidRDefault="006974AE" w:rsidP="006974AE">
      <w:r>
        <w:t>111.1236</w:t>
      </w:r>
      <w:r>
        <w:tab/>
        <w:t>1.013e0</w:t>
      </w:r>
    </w:p>
    <w:p w:rsidR="006974AE" w:rsidRDefault="006974AE" w:rsidP="006974AE">
      <w:r>
        <w:t>111.1294</w:t>
      </w:r>
      <w:r>
        <w:tab/>
        <w:t>1.013e0</w:t>
      </w:r>
    </w:p>
    <w:p w:rsidR="006974AE" w:rsidRDefault="006974AE" w:rsidP="006974AE">
      <w:r>
        <w:t>111.1322</w:t>
      </w:r>
      <w:r>
        <w:tab/>
        <w:t>1.013e0</w:t>
      </w:r>
    </w:p>
    <w:p w:rsidR="006974AE" w:rsidRDefault="006974AE" w:rsidP="006974AE">
      <w:r>
        <w:t>111.1405</w:t>
      </w:r>
      <w:r>
        <w:tab/>
        <w:t>1.013e0</w:t>
      </w:r>
    </w:p>
    <w:p w:rsidR="006974AE" w:rsidRDefault="006974AE" w:rsidP="006974AE">
      <w:r>
        <w:t>111.1433</w:t>
      </w:r>
      <w:r>
        <w:tab/>
        <w:t>1.013e0</w:t>
      </w:r>
    </w:p>
    <w:p w:rsidR="006974AE" w:rsidRDefault="006974AE" w:rsidP="006974AE">
      <w:r>
        <w:t>111.1572</w:t>
      </w:r>
      <w:r>
        <w:tab/>
        <w:t>2.025e0</w:t>
      </w:r>
    </w:p>
    <w:p w:rsidR="006974AE" w:rsidRDefault="006974AE" w:rsidP="006974AE">
      <w:r>
        <w:t>111.1851</w:t>
      </w:r>
      <w:r>
        <w:tab/>
        <w:t>1.013e0</w:t>
      </w:r>
    </w:p>
    <w:p w:rsidR="006974AE" w:rsidRDefault="006974AE" w:rsidP="006974AE">
      <w:r>
        <w:t>111.1909</w:t>
      </w:r>
      <w:r>
        <w:tab/>
        <w:t>2.025e0</w:t>
      </w:r>
    </w:p>
    <w:p w:rsidR="006974AE" w:rsidRDefault="006974AE" w:rsidP="006974AE">
      <w:r>
        <w:t>111.1939</w:t>
      </w:r>
      <w:r>
        <w:tab/>
        <w:t>1.013e0</w:t>
      </w:r>
    </w:p>
    <w:p w:rsidR="006974AE" w:rsidRDefault="006974AE" w:rsidP="006974AE">
      <w:r>
        <w:t>111.1967</w:t>
      </w:r>
      <w:r>
        <w:tab/>
        <w:t>1.013e0</w:t>
      </w:r>
    </w:p>
    <w:p w:rsidR="006974AE" w:rsidRDefault="006974AE" w:rsidP="006974AE">
      <w:r>
        <w:t>111.2077</w:t>
      </w:r>
      <w:r>
        <w:tab/>
        <w:t>2.025e0</w:t>
      </w:r>
    </w:p>
    <w:p w:rsidR="006974AE" w:rsidRDefault="006974AE" w:rsidP="006974AE">
      <w:r>
        <w:t>111.2106</w:t>
      </w:r>
      <w:r>
        <w:tab/>
        <w:t>1.013e0</w:t>
      </w:r>
    </w:p>
    <w:p w:rsidR="006974AE" w:rsidRDefault="006974AE" w:rsidP="006974AE">
      <w:r>
        <w:t>111.2190</w:t>
      </w:r>
      <w:r>
        <w:tab/>
        <w:t>1.013e0</w:t>
      </w:r>
    </w:p>
    <w:p w:rsidR="006974AE" w:rsidRDefault="006974AE" w:rsidP="006974AE">
      <w:r>
        <w:t>111.2276</w:t>
      </w:r>
      <w:r>
        <w:tab/>
        <w:t>1.013e0</w:t>
      </w:r>
    </w:p>
    <w:p w:rsidR="006974AE" w:rsidRDefault="006974AE" w:rsidP="006974AE">
      <w:r>
        <w:t>111.2303</w:t>
      </w:r>
      <w:r>
        <w:tab/>
        <w:t>1.013e0</w:t>
      </w:r>
    </w:p>
    <w:p w:rsidR="006974AE" w:rsidRDefault="006974AE" w:rsidP="006974AE">
      <w:r>
        <w:t>111.2329</w:t>
      </w:r>
      <w:r>
        <w:tab/>
        <w:t>2.025e0</w:t>
      </w:r>
    </w:p>
    <w:p w:rsidR="006974AE" w:rsidRDefault="006974AE" w:rsidP="006974AE">
      <w:r>
        <w:t>111.2400</w:t>
      </w:r>
      <w:r>
        <w:tab/>
        <w:t>2.025e0</w:t>
      </w:r>
    </w:p>
    <w:p w:rsidR="006974AE" w:rsidRDefault="006974AE" w:rsidP="006974AE">
      <w:r>
        <w:t>111.2498</w:t>
      </w:r>
      <w:r>
        <w:tab/>
        <w:t>1.013e0</w:t>
      </w:r>
    </w:p>
    <w:p w:rsidR="006974AE" w:rsidRDefault="006974AE" w:rsidP="006974AE">
      <w:r>
        <w:lastRenderedPageBreak/>
        <w:t>111.2753</w:t>
      </w:r>
      <w:r>
        <w:tab/>
        <w:t>1.013e0</w:t>
      </w:r>
    </w:p>
    <w:p w:rsidR="006974AE" w:rsidRDefault="006974AE" w:rsidP="006974AE">
      <w:r>
        <w:t>111.2834</w:t>
      </w:r>
      <w:r>
        <w:tab/>
        <w:t>3.038e0</w:t>
      </w:r>
    </w:p>
    <w:p w:rsidR="006974AE" w:rsidRDefault="006974AE" w:rsidP="006974AE">
      <w:r>
        <w:t>111.2946</w:t>
      </w:r>
      <w:r>
        <w:tab/>
        <w:t>1.013e0</w:t>
      </w:r>
    </w:p>
    <w:p w:rsidR="006974AE" w:rsidRDefault="006974AE" w:rsidP="006974AE">
      <w:r>
        <w:t>111.3089</w:t>
      </w:r>
      <w:r>
        <w:tab/>
        <w:t>1.013e0</w:t>
      </w:r>
    </w:p>
    <w:p w:rsidR="006974AE" w:rsidRDefault="006974AE" w:rsidP="006974AE">
      <w:r>
        <w:t>111.3229</w:t>
      </w:r>
      <w:r>
        <w:tab/>
        <w:t>1.013e0</w:t>
      </w:r>
    </w:p>
    <w:p w:rsidR="006974AE" w:rsidRDefault="006974AE" w:rsidP="006974AE">
      <w:r>
        <w:t>111.3256</w:t>
      </w:r>
      <w:r>
        <w:tab/>
        <w:t>1.013e0</w:t>
      </w:r>
    </w:p>
    <w:p w:rsidR="006974AE" w:rsidRDefault="006974AE" w:rsidP="006974AE">
      <w:r>
        <w:t>111.3280</w:t>
      </w:r>
      <w:r>
        <w:tab/>
        <w:t>1.013e0</w:t>
      </w:r>
    </w:p>
    <w:p w:rsidR="006974AE" w:rsidRDefault="006974AE" w:rsidP="006974AE">
      <w:r>
        <w:t>111.3451</w:t>
      </w:r>
      <w:r>
        <w:tab/>
        <w:t>1.013e0</w:t>
      </w:r>
    </w:p>
    <w:p w:rsidR="006974AE" w:rsidRDefault="006974AE" w:rsidP="006974AE">
      <w:r>
        <w:t>111.3507</w:t>
      </w:r>
      <w:r>
        <w:tab/>
        <w:t>1.013e0</w:t>
      </w:r>
    </w:p>
    <w:p w:rsidR="006974AE" w:rsidRDefault="006974AE" w:rsidP="006974AE">
      <w:r>
        <w:t>111.3647</w:t>
      </w:r>
      <w:r>
        <w:tab/>
        <w:t>1.013e0</w:t>
      </w:r>
    </w:p>
    <w:p w:rsidR="006974AE" w:rsidRDefault="006974AE" w:rsidP="006974AE">
      <w:r>
        <w:t>111.3677</w:t>
      </w:r>
      <w:r>
        <w:tab/>
        <w:t>1.013e0</w:t>
      </w:r>
    </w:p>
    <w:p w:rsidR="006974AE" w:rsidRDefault="006974AE" w:rsidP="006974AE">
      <w:r>
        <w:t>111.3757</w:t>
      </w:r>
      <w:r>
        <w:tab/>
        <w:t>1.013e0</w:t>
      </w:r>
    </w:p>
    <w:p w:rsidR="006974AE" w:rsidRDefault="006974AE" w:rsidP="006974AE">
      <w:r>
        <w:t>111.3817</w:t>
      </w:r>
      <w:r>
        <w:tab/>
        <w:t>1.013e0</w:t>
      </w:r>
    </w:p>
    <w:p w:rsidR="006974AE" w:rsidRDefault="006974AE" w:rsidP="006974AE">
      <w:r>
        <w:t>111.3831</w:t>
      </w:r>
      <w:r>
        <w:tab/>
        <w:t>2.025e0</w:t>
      </w:r>
    </w:p>
    <w:p w:rsidR="006974AE" w:rsidRDefault="006974AE" w:rsidP="006974AE">
      <w:r>
        <w:t>111.4139</w:t>
      </w:r>
      <w:r>
        <w:tab/>
        <w:t>2.025e0</w:t>
      </w:r>
    </w:p>
    <w:p w:rsidR="006974AE" w:rsidRDefault="006974AE" w:rsidP="006974AE">
      <w:r>
        <w:t>111.4181</w:t>
      </w:r>
      <w:r>
        <w:tab/>
        <w:t>1.013e0</w:t>
      </w:r>
    </w:p>
    <w:p w:rsidR="006974AE" w:rsidRDefault="006974AE" w:rsidP="006974AE">
      <w:r>
        <w:t>111.4292</w:t>
      </w:r>
      <w:r>
        <w:tab/>
        <w:t>1.013e0</w:t>
      </w:r>
    </w:p>
    <w:p w:rsidR="006974AE" w:rsidRDefault="006974AE" w:rsidP="006974AE">
      <w:r>
        <w:t>111.4352</w:t>
      </w:r>
      <w:r>
        <w:tab/>
        <w:t>1.013e0</w:t>
      </w:r>
    </w:p>
    <w:p w:rsidR="006974AE" w:rsidRDefault="006974AE" w:rsidP="006974AE">
      <w:r>
        <w:t>111.4404</w:t>
      </w:r>
      <w:r>
        <w:tab/>
        <w:t>1.013e0</w:t>
      </w:r>
    </w:p>
    <w:p w:rsidR="006974AE" w:rsidRDefault="006974AE" w:rsidP="006974AE">
      <w:r>
        <w:lastRenderedPageBreak/>
        <w:t>111.4519</w:t>
      </w:r>
      <w:r>
        <w:tab/>
        <w:t>1.013e0</w:t>
      </w:r>
    </w:p>
    <w:p w:rsidR="006974AE" w:rsidRDefault="006974AE" w:rsidP="006974AE">
      <w:r>
        <w:t>111.4660</w:t>
      </w:r>
      <w:r>
        <w:tab/>
        <w:t>1.013e0</w:t>
      </w:r>
    </w:p>
    <w:p w:rsidR="006974AE" w:rsidRDefault="006974AE" w:rsidP="006974AE">
      <w:r>
        <w:t>111.4740</w:t>
      </w:r>
      <w:r>
        <w:tab/>
        <w:t>1.013e0</w:t>
      </w:r>
    </w:p>
    <w:p w:rsidR="006974AE" w:rsidRDefault="006974AE" w:rsidP="006974AE">
      <w:r>
        <w:t>111.4840</w:t>
      </w:r>
      <w:r>
        <w:tab/>
        <w:t>2.025e0</w:t>
      </w:r>
    </w:p>
    <w:p w:rsidR="006974AE" w:rsidRDefault="006974AE" w:rsidP="006974AE">
      <w:r>
        <w:t>111.4854</w:t>
      </w:r>
      <w:r>
        <w:tab/>
        <w:t>1.013e0</w:t>
      </w:r>
    </w:p>
    <w:p w:rsidR="006974AE" w:rsidRDefault="006974AE" w:rsidP="006974AE">
      <w:r>
        <w:t>111.4880</w:t>
      </w:r>
      <w:r>
        <w:tab/>
        <w:t>1.013e0</w:t>
      </w:r>
    </w:p>
    <w:p w:rsidR="006974AE" w:rsidRDefault="006974AE" w:rsidP="006974AE">
      <w:r>
        <w:t>111.4910</w:t>
      </w:r>
      <w:r>
        <w:tab/>
        <w:t>1.013e0</w:t>
      </w:r>
    </w:p>
    <w:p w:rsidR="006974AE" w:rsidRDefault="006974AE" w:rsidP="006974AE">
      <w:r>
        <w:t>111.5276</w:t>
      </w:r>
      <w:r>
        <w:tab/>
        <w:t>1.013e0</w:t>
      </w:r>
    </w:p>
    <w:p w:rsidR="006974AE" w:rsidRDefault="006974AE" w:rsidP="006974AE">
      <w:r>
        <w:t>111.5358</w:t>
      </w:r>
      <w:r>
        <w:tab/>
        <w:t>1.013e0</w:t>
      </w:r>
    </w:p>
    <w:p w:rsidR="006974AE" w:rsidRDefault="006974AE" w:rsidP="006974AE">
      <w:r>
        <w:t>111.5386</w:t>
      </w:r>
      <w:r>
        <w:tab/>
        <w:t>1.013e0</w:t>
      </w:r>
    </w:p>
    <w:p w:rsidR="006974AE" w:rsidRDefault="006974AE" w:rsidP="006974AE">
      <w:r>
        <w:t>111.5525</w:t>
      </w:r>
      <w:r>
        <w:tab/>
        <w:t>1.013e0</w:t>
      </w:r>
    </w:p>
    <w:p w:rsidR="006974AE" w:rsidRDefault="006974AE" w:rsidP="006974AE">
      <w:r>
        <w:t>111.5893</w:t>
      </w:r>
      <w:r>
        <w:tab/>
        <w:t>1.013e0</w:t>
      </w:r>
    </w:p>
    <w:p w:rsidR="006974AE" w:rsidRDefault="006974AE" w:rsidP="006974AE">
      <w:r>
        <w:t>111.5991</w:t>
      </w:r>
      <w:r>
        <w:tab/>
        <w:t>2.025e0</w:t>
      </w:r>
    </w:p>
    <w:p w:rsidR="006974AE" w:rsidRDefault="006974AE" w:rsidP="006974AE">
      <w:r>
        <w:t>111.6004</w:t>
      </w:r>
      <w:r>
        <w:tab/>
        <w:t>1.013e0</w:t>
      </w:r>
    </w:p>
    <w:p w:rsidR="006974AE" w:rsidRDefault="006974AE" w:rsidP="006974AE">
      <w:r>
        <w:t>111.6274</w:t>
      </w:r>
      <w:r>
        <w:tab/>
        <w:t>2.025e0</w:t>
      </w:r>
    </w:p>
    <w:p w:rsidR="006974AE" w:rsidRDefault="006974AE" w:rsidP="006974AE">
      <w:r>
        <w:t>111.6289</w:t>
      </w:r>
      <w:r>
        <w:tab/>
        <w:t>1.013e0</w:t>
      </w:r>
    </w:p>
    <w:p w:rsidR="006974AE" w:rsidRDefault="006974AE" w:rsidP="006974AE">
      <w:r>
        <w:t>111.6597</w:t>
      </w:r>
      <w:r>
        <w:tab/>
        <w:t>1.013e0</w:t>
      </w:r>
    </w:p>
    <w:p w:rsidR="006974AE" w:rsidRDefault="006974AE" w:rsidP="006974AE">
      <w:r>
        <w:t>111.6679</w:t>
      </w:r>
      <w:r>
        <w:tab/>
        <w:t>1.013e0</w:t>
      </w:r>
    </w:p>
    <w:p w:rsidR="006974AE" w:rsidRDefault="006974AE" w:rsidP="006974AE">
      <w:r>
        <w:t>111.6947</w:t>
      </w:r>
      <w:r>
        <w:tab/>
        <w:t>2.025e0</w:t>
      </w:r>
    </w:p>
    <w:p w:rsidR="006974AE" w:rsidRDefault="006974AE" w:rsidP="006974AE">
      <w:r>
        <w:lastRenderedPageBreak/>
        <w:t>111.7126</w:t>
      </w:r>
      <w:r>
        <w:tab/>
        <w:t>1.013e0</w:t>
      </w:r>
    </w:p>
    <w:p w:rsidR="006974AE" w:rsidRDefault="006974AE" w:rsidP="006974AE">
      <w:r>
        <w:t>111.7214</w:t>
      </w:r>
      <w:r>
        <w:tab/>
        <w:t>1.013e0</w:t>
      </w:r>
    </w:p>
    <w:p w:rsidR="006974AE" w:rsidRDefault="006974AE" w:rsidP="006974AE">
      <w:r>
        <w:t>111.7361</w:t>
      </w:r>
      <w:r>
        <w:tab/>
        <w:t>3.038e0</w:t>
      </w:r>
    </w:p>
    <w:p w:rsidR="006974AE" w:rsidRDefault="006974AE" w:rsidP="006974AE">
      <w:r>
        <w:t>111.7383</w:t>
      </w:r>
      <w:r>
        <w:tab/>
        <w:t>1.013e0</w:t>
      </w:r>
    </w:p>
    <w:p w:rsidR="006974AE" w:rsidRDefault="006974AE" w:rsidP="006974AE">
      <w:r>
        <w:t>111.7522</w:t>
      </w:r>
      <w:r>
        <w:tab/>
        <w:t>2.025e0</w:t>
      </w:r>
    </w:p>
    <w:p w:rsidR="006974AE" w:rsidRDefault="006974AE" w:rsidP="006974AE">
      <w:r>
        <w:t>111.7634</w:t>
      </w:r>
      <w:r>
        <w:tab/>
        <w:t>1.013e0</w:t>
      </w:r>
    </w:p>
    <w:p w:rsidR="006974AE" w:rsidRDefault="006974AE" w:rsidP="006974AE">
      <w:r>
        <w:t>111.7691</w:t>
      </w:r>
      <w:r>
        <w:tab/>
        <w:t>1.013e0</w:t>
      </w:r>
    </w:p>
    <w:p w:rsidR="006974AE" w:rsidRDefault="006974AE" w:rsidP="006974AE">
      <w:r>
        <w:t>111.7803</w:t>
      </w:r>
      <w:r>
        <w:tab/>
        <w:t>2.025e0</w:t>
      </w:r>
    </w:p>
    <w:p w:rsidR="006974AE" w:rsidRDefault="006974AE" w:rsidP="006974AE">
      <w:r>
        <w:t>111.7941</w:t>
      </w:r>
      <w:r>
        <w:tab/>
        <w:t>1.013e0</w:t>
      </w:r>
    </w:p>
    <w:p w:rsidR="006974AE" w:rsidRDefault="006974AE" w:rsidP="006974AE">
      <w:r>
        <w:t>111.8082</w:t>
      </w:r>
      <w:r>
        <w:tab/>
        <w:t>1.013e0</w:t>
      </w:r>
    </w:p>
    <w:p w:rsidR="006974AE" w:rsidRDefault="006974AE" w:rsidP="006974AE">
      <w:r>
        <w:t>111.8168</w:t>
      </w:r>
      <w:r>
        <w:tab/>
        <w:t>1.013e0</w:t>
      </w:r>
    </w:p>
    <w:p w:rsidR="006974AE" w:rsidRDefault="006974AE" w:rsidP="006974AE">
      <w:r>
        <w:t>111.8198</w:t>
      </w:r>
      <w:r>
        <w:tab/>
        <w:t>1.013e0</w:t>
      </w:r>
    </w:p>
    <w:p w:rsidR="006974AE" w:rsidRDefault="006974AE" w:rsidP="006974AE">
      <w:r>
        <w:t>111.8419</w:t>
      </w:r>
      <w:r>
        <w:tab/>
        <w:t>1.013e0</w:t>
      </w:r>
    </w:p>
    <w:p w:rsidR="006974AE" w:rsidRDefault="006974AE" w:rsidP="006974AE">
      <w:r>
        <w:t>111.8588</w:t>
      </w:r>
      <w:r>
        <w:tab/>
        <w:t>1.013e0</w:t>
      </w:r>
    </w:p>
    <w:p w:rsidR="006974AE" w:rsidRDefault="006974AE" w:rsidP="006974AE">
      <w:r>
        <w:t>111.8676</w:t>
      </w:r>
      <w:r>
        <w:tab/>
        <w:t>2.025e0</w:t>
      </w:r>
    </w:p>
    <w:p w:rsidR="006974AE" w:rsidRDefault="006974AE" w:rsidP="006974AE">
      <w:r>
        <w:t>111.8897</w:t>
      </w:r>
      <w:r>
        <w:tab/>
        <w:t>1.013e0</w:t>
      </w:r>
    </w:p>
    <w:p w:rsidR="006974AE" w:rsidRDefault="006974AE" w:rsidP="006974AE">
      <w:r>
        <w:t>111.8956</w:t>
      </w:r>
      <w:r>
        <w:tab/>
        <w:t>1.013e0</w:t>
      </w:r>
    </w:p>
    <w:p w:rsidR="006974AE" w:rsidRDefault="006974AE" w:rsidP="006974AE">
      <w:r>
        <w:t>111.8983</w:t>
      </w:r>
      <w:r>
        <w:tab/>
        <w:t>1.013e0</w:t>
      </w:r>
    </w:p>
    <w:p w:rsidR="006974AE" w:rsidRDefault="006974AE" w:rsidP="006974AE">
      <w:r>
        <w:t>111.9375</w:t>
      </w:r>
      <w:r>
        <w:tab/>
        <w:t>1.013e0</w:t>
      </w:r>
    </w:p>
    <w:p w:rsidR="006974AE" w:rsidRDefault="006974AE" w:rsidP="006974AE">
      <w:r>
        <w:lastRenderedPageBreak/>
        <w:t>111.9461</w:t>
      </w:r>
      <w:r>
        <w:tab/>
        <w:t>1.013e0</w:t>
      </w:r>
    </w:p>
    <w:p w:rsidR="006974AE" w:rsidRDefault="006974AE" w:rsidP="006974AE">
      <w:r>
        <w:t>111.9492</w:t>
      </w:r>
      <w:r>
        <w:tab/>
        <w:t>1.013e0</w:t>
      </w:r>
    </w:p>
    <w:p w:rsidR="006974AE" w:rsidRDefault="006974AE" w:rsidP="006974AE">
      <w:r>
        <w:t>111.9660</w:t>
      </w:r>
      <w:r>
        <w:tab/>
        <w:t>1.013e0</w:t>
      </w:r>
    </w:p>
    <w:p w:rsidR="006974AE" w:rsidRDefault="006974AE" w:rsidP="006974AE">
      <w:r>
        <w:t>111.9684</w:t>
      </w:r>
      <w:r>
        <w:tab/>
        <w:t>1.013e0</w:t>
      </w:r>
    </w:p>
    <w:p w:rsidR="006974AE" w:rsidRDefault="006974AE" w:rsidP="006974AE">
      <w:r>
        <w:t>112.0206</w:t>
      </w:r>
      <w:r>
        <w:tab/>
        <w:t>2.025e0</w:t>
      </w:r>
    </w:p>
    <w:p w:rsidR="006974AE" w:rsidRDefault="006974AE" w:rsidP="006974AE">
      <w:r>
        <w:t>112.0308</w:t>
      </w:r>
      <w:r>
        <w:tab/>
        <w:t>1.013e0</w:t>
      </w:r>
    </w:p>
    <w:p w:rsidR="006974AE" w:rsidRDefault="006974AE" w:rsidP="006974AE">
      <w:r>
        <w:t>112.0390</w:t>
      </w:r>
      <w:r>
        <w:tab/>
        <w:t>1.013e0</w:t>
      </w:r>
    </w:p>
    <w:p w:rsidR="006974AE" w:rsidRDefault="006974AE" w:rsidP="006974AE">
      <w:r>
        <w:t>112.0417</w:t>
      </w:r>
      <w:r>
        <w:tab/>
        <w:t>2.025e0</w:t>
      </w:r>
    </w:p>
    <w:p w:rsidR="006974AE" w:rsidRDefault="006974AE" w:rsidP="006974AE">
      <w:r>
        <w:t>112.0475</w:t>
      </w:r>
      <w:r>
        <w:tab/>
        <w:t>1.013e0</w:t>
      </w:r>
    </w:p>
    <w:p w:rsidR="006974AE" w:rsidRDefault="006974AE" w:rsidP="006974AE">
      <w:r>
        <w:t>112.0488</w:t>
      </w:r>
      <w:r>
        <w:tab/>
        <w:t>2.025e0</w:t>
      </w:r>
    </w:p>
    <w:p w:rsidR="006974AE" w:rsidRDefault="006974AE" w:rsidP="006974AE">
      <w:r>
        <w:t>112.0529</w:t>
      </w:r>
      <w:r>
        <w:tab/>
        <w:t>1.013e0</w:t>
      </w:r>
    </w:p>
    <w:p w:rsidR="006974AE" w:rsidRDefault="006974AE" w:rsidP="006974AE">
      <w:r>
        <w:t>112.0559</w:t>
      </w:r>
      <w:r>
        <w:tab/>
        <w:t>1.013e0</w:t>
      </w:r>
    </w:p>
    <w:p w:rsidR="006974AE" w:rsidRDefault="006974AE" w:rsidP="006974AE">
      <w:r>
        <w:t>112.0615</w:t>
      </w:r>
      <w:r>
        <w:tab/>
        <w:t>1.013e0</w:t>
      </w:r>
    </w:p>
    <w:p w:rsidR="006974AE" w:rsidRDefault="006974AE" w:rsidP="006974AE">
      <w:r>
        <w:t>112.0644</w:t>
      </w:r>
      <w:r>
        <w:tab/>
        <w:t>1.013e0</w:t>
      </w:r>
    </w:p>
    <w:p w:rsidR="006974AE" w:rsidRDefault="006974AE" w:rsidP="006974AE">
      <w:r>
        <w:t>112.0684</w:t>
      </w:r>
      <w:r>
        <w:tab/>
        <w:t>2.025e0</w:t>
      </w:r>
    </w:p>
    <w:p w:rsidR="006974AE" w:rsidRDefault="006974AE" w:rsidP="006974AE">
      <w:r>
        <w:t>112.0770</w:t>
      </w:r>
      <w:r>
        <w:tab/>
        <w:t>2.025e0</w:t>
      </w:r>
    </w:p>
    <w:p w:rsidR="006974AE" w:rsidRDefault="006974AE" w:rsidP="006974AE">
      <w:r>
        <w:t>112.0784</w:t>
      </w:r>
      <w:r>
        <w:tab/>
        <w:t>1.013e0</w:t>
      </w:r>
    </w:p>
    <w:p w:rsidR="006974AE" w:rsidRDefault="006974AE" w:rsidP="006974AE">
      <w:r>
        <w:t>112.0812</w:t>
      </w:r>
      <w:r>
        <w:tab/>
        <w:t>2.025e0</w:t>
      </w:r>
    </w:p>
    <w:p w:rsidR="006974AE" w:rsidRDefault="006974AE" w:rsidP="006974AE">
      <w:r>
        <w:t>112.0839</w:t>
      </w:r>
      <w:r>
        <w:tab/>
        <w:t>5.063e0</w:t>
      </w:r>
    </w:p>
    <w:p w:rsidR="006974AE" w:rsidRDefault="006974AE" w:rsidP="006974AE">
      <w:r>
        <w:lastRenderedPageBreak/>
        <w:t>112.0902</w:t>
      </w:r>
      <w:r>
        <w:tab/>
        <w:t>3.038e0</w:t>
      </w:r>
    </w:p>
    <w:p w:rsidR="006974AE" w:rsidRDefault="006974AE" w:rsidP="006974AE">
      <w:r>
        <w:t>112.0924</w:t>
      </w:r>
      <w:r>
        <w:tab/>
        <w:t>3.038e0</w:t>
      </w:r>
    </w:p>
    <w:p w:rsidR="006974AE" w:rsidRDefault="006974AE" w:rsidP="006974AE">
      <w:r>
        <w:t>112.0954</w:t>
      </w:r>
      <w:r>
        <w:tab/>
        <w:t>2.025e0</w:t>
      </w:r>
    </w:p>
    <w:p w:rsidR="006974AE" w:rsidRDefault="006974AE" w:rsidP="006974AE">
      <w:r>
        <w:t>112.1122</w:t>
      </w:r>
      <w:r>
        <w:tab/>
        <w:t>2.025e0</w:t>
      </w:r>
    </w:p>
    <w:p w:rsidR="006974AE" w:rsidRDefault="006974AE" w:rsidP="006974AE">
      <w:r>
        <w:t>112.1148</w:t>
      </w:r>
      <w:r>
        <w:tab/>
        <w:t>1.013e0</w:t>
      </w:r>
    </w:p>
    <w:p w:rsidR="006974AE" w:rsidRDefault="006974AE" w:rsidP="006974AE">
      <w:r>
        <w:t>112.1292</w:t>
      </w:r>
      <w:r>
        <w:tab/>
        <w:t>1.013e0</w:t>
      </w:r>
    </w:p>
    <w:p w:rsidR="006974AE" w:rsidRDefault="006974AE" w:rsidP="006974AE">
      <w:r>
        <w:t>112.1626</w:t>
      </w:r>
      <w:r>
        <w:tab/>
        <w:t>1.013e0</w:t>
      </w:r>
    </w:p>
    <w:p w:rsidR="006974AE" w:rsidRDefault="006974AE" w:rsidP="006974AE">
      <w:r>
        <w:t>112.1770</w:t>
      </w:r>
      <w:r>
        <w:tab/>
        <w:t>2.025e0</w:t>
      </w:r>
    </w:p>
    <w:p w:rsidR="006974AE" w:rsidRDefault="006974AE" w:rsidP="006974AE">
      <w:r>
        <w:t>112.1909</w:t>
      </w:r>
      <w:r>
        <w:tab/>
        <w:t>1.013e0</w:t>
      </w:r>
    </w:p>
    <w:p w:rsidR="006974AE" w:rsidRDefault="006974AE" w:rsidP="006974AE">
      <w:r>
        <w:t>112.1962</w:t>
      </w:r>
      <w:r>
        <w:tab/>
        <w:t>1.013e0</w:t>
      </w:r>
    </w:p>
    <w:p w:rsidR="006974AE" w:rsidRDefault="006974AE" w:rsidP="006974AE">
      <w:r>
        <w:t>112.2080</w:t>
      </w:r>
      <w:r>
        <w:tab/>
        <w:t>1.013e0</w:t>
      </w:r>
    </w:p>
    <w:p w:rsidR="006974AE" w:rsidRDefault="006974AE" w:rsidP="006974AE">
      <w:r>
        <w:t>112.2190</w:t>
      </w:r>
      <w:r>
        <w:tab/>
        <w:t>2.025e0</w:t>
      </w:r>
    </w:p>
    <w:p w:rsidR="006974AE" w:rsidRDefault="006974AE" w:rsidP="006974AE">
      <w:r>
        <w:t>112.2275</w:t>
      </w:r>
      <w:r>
        <w:tab/>
        <w:t>1.013e0</w:t>
      </w:r>
    </w:p>
    <w:p w:rsidR="006974AE" w:rsidRDefault="006974AE" w:rsidP="006974AE">
      <w:r>
        <w:t>112.2442</w:t>
      </w:r>
      <w:r>
        <w:tab/>
        <w:t>1.013e0</w:t>
      </w:r>
    </w:p>
    <w:p w:rsidR="006974AE" w:rsidRDefault="006974AE" w:rsidP="006974AE">
      <w:r>
        <w:t>112.2627</w:t>
      </w:r>
      <w:r>
        <w:tab/>
        <w:t>2.025e0</w:t>
      </w:r>
    </w:p>
    <w:p w:rsidR="006974AE" w:rsidRDefault="006974AE" w:rsidP="006974AE">
      <w:r>
        <w:t>112.2668</w:t>
      </w:r>
      <w:r>
        <w:tab/>
        <w:t>2.025e0</w:t>
      </w:r>
    </w:p>
    <w:p w:rsidR="006974AE" w:rsidRDefault="006974AE" w:rsidP="006974AE">
      <w:r>
        <w:t>112.2754</w:t>
      </w:r>
      <w:r>
        <w:tab/>
        <w:t>1.013e0</w:t>
      </w:r>
    </w:p>
    <w:p w:rsidR="006974AE" w:rsidRDefault="006974AE" w:rsidP="006974AE">
      <w:r>
        <w:t>112.2944</w:t>
      </w:r>
      <w:r>
        <w:tab/>
        <w:t>5.063e0</w:t>
      </w:r>
    </w:p>
    <w:p w:rsidR="006974AE" w:rsidRDefault="006974AE" w:rsidP="006974AE">
      <w:r>
        <w:t>112.3117</w:t>
      </w:r>
      <w:r>
        <w:tab/>
        <w:t>1.013e0</w:t>
      </w:r>
    </w:p>
    <w:p w:rsidR="006974AE" w:rsidRDefault="006974AE" w:rsidP="006974AE">
      <w:r>
        <w:lastRenderedPageBreak/>
        <w:t>112.3147</w:t>
      </w:r>
      <w:r>
        <w:tab/>
        <w:t>1.013e0</w:t>
      </w:r>
    </w:p>
    <w:p w:rsidR="006974AE" w:rsidRDefault="006974AE" w:rsidP="006974AE">
      <w:r>
        <w:t>112.3191</w:t>
      </w:r>
      <w:r>
        <w:tab/>
        <w:t>2.025e0</w:t>
      </w:r>
    </w:p>
    <w:p w:rsidR="006974AE" w:rsidRDefault="006974AE" w:rsidP="006974AE">
      <w:r>
        <w:t>112.3344</w:t>
      </w:r>
      <w:r>
        <w:tab/>
        <w:t>1.013e0</w:t>
      </w:r>
    </w:p>
    <w:p w:rsidR="006974AE" w:rsidRDefault="006974AE" w:rsidP="006974AE">
      <w:r>
        <w:t>112.3426</w:t>
      </w:r>
      <w:r>
        <w:tab/>
        <w:t>1.013e0</w:t>
      </w:r>
    </w:p>
    <w:p w:rsidR="006974AE" w:rsidRDefault="006974AE" w:rsidP="006974AE">
      <w:r>
        <w:t>112.3515</w:t>
      </w:r>
      <w:r>
        <w:tab/>
        <w:t>1.013e0</w:t>
      </w:r>
    </w:p>
    <w:p w:rsidR="006974AE" w:rsidRDefault="006974AE" w:rsidP="006974AE">
      <w:r>
        <w:t>112.3571</w:t>
      </w:r>
      <w:r>
        <w:tab/>
        <w:t>1.013e0</w:t>
      </w:r>
    </w:p>
    <w:p w:rsidR="006974AE" w:rsidRDefault="006974AE" w:rsidP="006974AE">
      <w:r>
        <w:t>112.3965</w:t>
      </w:r>
      <w:r>
        <w:tab/>
        <w:t>1.013e0</w:t>
      </w:r>
    </w:p>
    <w:p w:rsidR="006974AE" w:rsidRDefault="006974AE" w:rsidP="006974AE">
      <w:r>
        <w:t>112.4134</w:t>
      </w:r>
      <w:r>
        <w:tab/>
        <w:t>1.013e0</w:t>
      </w:r>
    </w:p>
    <w:p w:rsidR="006974AE" w:rsidRDefault="006974AE" w:rsidP="006974AE">
      <w:r>
        <w:t>112.4219</w:t>
      </w:r>
      <w:r>
        <w:tab/>
        <w:t>1.013e0</w:t>
      </w:r>
    </w:p>
    <w:p w:rsidR="006974AE" w:rsidRDefault="006974AE" w:rsidP="006974AE">
      <w:r>
        <w:t>112.4275</w:t>
      </w:r>
      <w:r>
        <w:tab/>
        <w:t>1.013e0</w:t>
      </w:r>
    </w:p>
    <w:p w:rsidR="006974AE" w:rsidRDefault="006974AE" w:rsidP="006974AE">
      <w:r>
        <w:t>112.4304</w:t>
      </w:r>
      <w:r>
        <w:tab/>
        <w:t>1.013e0</w:t>
      </w:r>
    </w:p>
    <w:p w:rsidR="006974AE" w:rsidRDefault="006974AE" w:rsidP="006974AE">
      <w:r>
        <w:t>112.4362</w:t>
      </w:r>
      <w:r>
        <w:tab/>
        <w:t>1.013e0</w:t>
      </w:r>
    </w:p>
    <w:p w:rsidR="006974AE" w:rsidRDefault="006974AE" w:rsidP="006974AE">
      <w:r>
        <w:t>112.4487</w:t>
      </w:r>
      <w:r>
        <w:tab/>
        <w:t>2.025e0</w:t>
      </w:r>
    </w:p>
    <w:p w:rsidR="006974AE" w:rsidRDefault="006974AE" w:rsidP="006974AE">
      <w:r>
        <w:t>112.4502</w:t>
      </w:r>
      <w:r>
        <w:tab/>
        <w:t>2.025e0</w:t>
      </w:r>
    </w:p>
    <w:p w:rsidR="006974AE" w:rsidRDefault="006974AE" w:rsidP="006974AE">
      <w:r>
        <w:t>112.4612</w:t>
      </w:r>
      <w:r>
        <w:tab/>
        <w:t>1.013e0</w:t>
      </w:r>
    </w:p>
    <w:p w:rsidR="006974AE" w:rsidRDefault="006974AE" w:rsidP="006974AE">
      <w:r>
        <w:t>112.4699</w:t>
      </w:r>
      <w:r>
        <w:tab/>
        <w:t>1.013e0</w:t>
      </w:r>
    </w:p>
    <w:p w:rsidR="006974AE" w:rsidRDefault="006974AE" w:rsidP="006974AE">
      <w:r>
        <w:t>112.4711</w:t>
      </w:r>
      <w:r>
        <w:tab/>
        <w:t>2.025e0</w:t>
      </w:r>
    </w:p>
    <w:p w:rsidR="006974AE" w:rsidRDefault="006974AE" w:rsidP="006974AE">
      <w:r>
        <w:t>112.4781</w:t>
      </w:r>
      <w:r>
        <w:tab/>
        <w:t>1.013e0</w:t>
      </w:r>
    </w:p>
    <w:p w:rsidR="006974AE" w:rsidRDefault="006974AE" w:rsidP="006974AE">
      <w:r>
        <w:t>112.4892</w:t>
      </w:r>
      <w:r>
        <w:tab/>
        <w:t>1.013e0</w:t>
      </w:r>
    </w:p>
    <w:p w:rsidR="006974AE" w:rsidRDefault="006974AE" w:rsidP="006974AE">
      <w:r>
        <w:lastRenderedPageBreak/>
        <w:t>112.5260</w:t>
      </w:r>
      <w:r>
        <w:tab/>
        <w:t>1.013e0</w:t>
      </w:r>
    </w:p>
    <w:p w:rsidR="006974AE" w:rsidRDefault="006974AE" w:rsidP="006974AE">
      <w:r>
        <w:t>112.5290</w:t>
      </w:r>
      <w:r>
        <w:tab/>
        <w:t>1.013e0</w:t>
      </w:r>
    </w:p>
    <w:p w:rsidR="006974AE" w:rsidRDefault="006974AE" w:rsidP="006974AE">
      <w:r>
        <w:t>112.5347</w:t>
      </w:r>
      <w:r>
        <w:tab/>
        <w:t>1.013e0</w:t>
      </w:r>
    </w:p>
    <w:p w:rsidR="006974AE" w:rsidRDefault="006974AE" w:rsidP="006974AE">
      <w:r>
        <w:t>112.5374</w:t>
      </w:r>
      <w:r>
        <w:tab/>
        <w:t>1.013e0</w:t>
      </w:r>
    </w:p>
    <w:p w:rsidR="006974AE" w:rsidRDefault="006974AE" w:rsidP="006974AE">
      <w:r>
        <w:t>112.5388</w:t>
      </w:r>
      <w:r>
        <w:tab/>
        <w:t>2.025e0</w:t>
      </w:r>
    </w:p>
    <w:p w:rsidR="006974AE" w:rsidRDefault="006974AE" w:rsidP="006974AE">
      <w:r>
        <w:t>112.5459</w:t>
      </w:r>
      <w:r>
        <w:tab/>
        <w:t>1.013e0</w:t>
      </w:r>
    </w:p>
    <w:p w:rsidR="006974AE" w:rsidRDefault="006974AE" w:rsidP="006974AE">
      <w:r>
        <w:t>112.5487</w:t>
      </w:r>
      <w:r>
        <w:tab/>
        <w:t>1.013e0</w:t>
      </w:r>
    </w:p>
    <w:p w:rsidR="006974AE" w:rsidRDefault="006974AE" w:rsidP="006974AE">
      <w:r>
        <w:t>112.5517</w:t>
      </w:r>
      <w:r>
        <w:tab/>
        <w:t>1.013e0</w:t>
      </w:r>
    </w:p>
    <w:p w:rsidR="006974AE" w:rsidRDefault="006974AE" w:rsidP="006974AE">
      <w:r>
        <w:t>112.5600</w:t>
      </w:r>
      <w:r>
        <w:tab/>
        <w:t>1.013e0</w:t>
      </w:r>
    </w:p>
    <w:p w:rsidR="006974AE" w:rsidRDefault="006974AE" w:rsidP="006974AE">
      <w:r>
        <w:t>112.5908</w:t>
      </w:r>
      <w:r>
        <w:tab/>
        <w:t>1.013e0</w:t>
      </w:r>
    </w:p>
    <w:p w:rsidR="006974AE" w:rsidRDefault="006974AE" w:rsidP="006974AE">
      <w:r>
        <w:t>112.5939</w:t>
      </w:r>
      <w:r>
        <w:tab/>
        <w:t>1.013e0</w:t>
      </w:r>
    </w:p>
    <w:p w:rsidR="006974AE" w:rsidRDefault="006974AE" w:rsidP="006974AE">
      <w:r>
        <w:t>112.6359</w:t>
      </w:r>
      <w:r>
        <w:tab/>
        <w:t>1.013e0</w:t>
      </w:r>
    </w:p>
    <w:p w:rsidR="006974AE" w:rsidRDefault="006974AE" w:rsidP="006974AE">
      <w:r>
        <w:t>112.6445</w:t>
      </w:r>
      <w:r>
        <w:tab/>
        <w:t>1.013e0</w:t>
      </w:r>
    </w:p>
    <w:p w:rsidR="006974AE" w:rsidRDefault="006974AE" w:rsidP="006974AE">
      <w:r>
        <w:t>112.6867</w:t>
      </w:r>
      <w:r>
        <w:tab/>
        <w:t>1.013e0</w:t>
      </w:r>
    </w:p>
    <w:p w:rsidR="006974AE" w:rsidRDefault="006974AE" w:rsidP="006974AE">
      <w:r>
        <w:t>112.6984</w:t>
      </w:r>
      <w:r>
        <w:tab/>
        <w:t>2.025e0</w:t>
      </w:r>
    </w:p>
    <w:p w:rsidR="006974AE" w:rsidRDefault="006974AE" w:rsidP="006974AE">
      <w:r>
        <w:t>112.7009</w:t>
      </w:r>
      <w:r>
        <w:tab/>
        <w:t>1.013e0</w:t>
      </w:r>
    </w:p>
    <w:p w:rsidR="006974AE" w:rsidRDefault="006974AE" w:rsidP="006974AE">
      <w:r>
        <w:t>112.7123</w:t>
      </w:r>
      <w:r>
        <w:tab/>
        <w:t>1.013e0</w:t>
      </w:r>
    </w:p>
    <w:p w:rsidR="006974AE" w:rsidRDefault="006974AE" w:rsidP="006974AE">
      <w:r>
        <w:t>112.7322</w:t>
      </w:r>
      <w:r>
        <w:tab/>
        <w:t>1.013e0</w:t>
      </w:r>
    </w:p>
    <w:p w:rsidR="006974AE" w:rsidRDefault="006974AE" w:rsidP="006974AE">
      <w:r>
        <w:t>112.7346</w:t>
      </w:r>
      <w:r>
        <w:tab/>
        <w:t>1.013e0</w:t>
      </w:r>
    </w:p>
    <w:p w:rsidR="006974AE" w:rsidRDefault="006974AE" w:rsidP="006974AE">
      <w:r>
        <w:lastRenderedPageBreak/>
        <w:t>112.7502</w:t>
      </w:r>
      <w:r>
        <w:tab/>
        <w:t>2.025e0</w:t>
      </w:r>
    </w:p>
    <w:p w:rsidR="006974AE" w:rsidRDefault="006974AE" w:rsidP="006974AE">
      <w:r>
        <w:t>112.7515</w:t>
      </w:r>
      <w:r>
        <w:tab/>
        <w:t>2.025e0</w:t>
      </w:r>
    </w:p>
    <w:p w:rsidR="006974AE" w:rsidRDefault="006974AE" w:rsidP="006974AE">
      <w:r>
        <w:t>112.7714</w:t>
      </w:r>
      <w:r>
        <w:tab/>
        <w:t>1.013e0</w:t>
      </w:r>
    </w:p>
    <w:p w:rsidR="006974AE" w:rsidRDefault="006974AE" w:rsidP="006974AE">
      <w:r>
        <w:t>112.7743</w:t>
      </w:r>
      <w:r>
        <w:tab/>
        <w:t>1.013e0</w:t>
      </w:r>
    </w:p>
    <w:p w:rsidR="006974AE" w:rsidRDefault="006974AE" w:rsidP="006974AE">
      <w:r>
        <w:t>112.7827</w:t>
      </w:r>
      <w:r>
        <w:tab/>
        <w:t>1.013e0</w:t>
      </w:r>
    </w:p>
    <w:p w:rsidR="006974AE" w:rsidRDefault="006974AE" w:rsidP="006974AE">
      <w:r>
        <w:t>112.7854</w:t>
      </w:r>
      <w:r>
        <w:tab/>
        <w:t>1.013e0</w:t>
      </w:r>
    </w:p>
    <w:p w:rsidR="006974AE" w:rsidRDefault="006974AE" w:rsidP="006974AE">
      <w:r>
        <w:t>112.8112</w:t>
      </w:r>
      <w:r>
        <w:tab/>
        <w:t>1.013e0</w:t>
      </w:r>
    </w:p>
    <w:p w:rsidR="006974AE" w:rsidRDefault="006974AE" w:rsidP="006974AE">
      <w:r>
        <w:t>112.8142</w:t>
      </w:r>
      <w:r>
        <w:tab/>
        <w:t>1.013e0</w:t>
      </w:r>
    </w:p>
    <w:p w:rsidR="006974AE" w:rsidRDefault="006974AE" w:rsidP="006974AE">
      <w:r>
        <w:t>112.8193</w:t>
      </w:r>
      <w:r>
        <w:tab/>
        <w:t>1.013e0</w:t>
      </w:r>
    </w:p>
    <w:p w:rsidR="006974AE" w:rsidRDefault="006974AE" w:rsidP="006974AE">
      <w:r>
        <w:t>112.8282</w:t>
      </w:r>
      <w:r>
        <w:tab/>
        <w:t>1.013e0</w:t>
      </w:r>
    </w:p>
    <w:p w:rsidR="006974AE" w:rsidRDefault="006974AE" w:rsidP="006974AE">
      <w:r>
        <w:t>112.8363</w:t>
      </w:r>
      <w:r>
        <w:tab/>
        <w:t>1.013e0</w:t>
      </w:r>
    </w:p>
    <w:p w:rsidR="006974AE" w:rsidRDefault="006974AE" w:rsidP="006974AE">
      <w:r>
        <w:t>112.8479</w:t>
      </w:r>
      <w:r>
        <w:tab/>
        <w:t>1.013e0</w:t>
      </w:r>
    </w:p>
    <w:p w:rsidR="006974AE" w:rsidRDefault="006974AE" w:rsidP="006974AE">
      <w:r>
        <w:t>112.8502</w:t>
      </w:r>
      <w:r>
        <w:tab/>
        <w:t>1.013e0</w:t>
      </w:r>
    </w:p>
    <w:p w:rsidR="006974AE" w:rsidRDefault="006974AE" w:rsidP="006974AE">
      <w:r>
        <w:t>112.8900</w:t>
      </w:r>
      <w:r>
        <w:tab/>
        <w:t>1.013e0</w:t>
      </w:r>
    </w:p>
    <w:p w:rsidR="006974AE" w:rsidRDefault="006974AE" w:rsidP="006974AE">
      <w:r>
        <w:t>112.8959</w:t>
      </w:r>
      <w:r>
        <w:tab/>
        <w:t>1.013e0</w:t>
      </w:r>
    </w:p>
    <w:p w:rsidR="006974AE" w:rsidRDefault="006974AE" w:rsidP="006974AE">
      <w:r>
        <w:t>112.8984</w:t>
      </w:r>
      <w:r>
        <w:tab/>
        <w:t>1.013e0</w:t>
      </w:r>
    </w:p>
    <w:p w:rsidR="006974AE" w:rsidRDefault="006974AE" w:rsidP="006974AE">
      <w:r>
        <w:t>112.9013</w:t>
      </w:r>
      <w:r>
        <w:tab/>
        <w:t>1.013e0</w:t>
      </w:r>
    </w:p>
    <w:p w:rsidR="006974AE" w:rsidRDefault="006974AE" w:rsidP="006974AE">
      <w:r>
        <w:t>112.9099</w:t>
      </w:r>
      <w:r>
        <w:tab/>
        <w:t>1.013e0</w:t>
      </w:r>
    </w:p>
    <w:p w:rsidR="006974AE" w:rsidRDefault="006974AE" w:rsidP="006974AE">
      <w:r>
        <w:t>112.9211</w:t>
      </w:r>
      <w:r>
        <w:tab/>
        <w:t>1.013e0</w:t>
      </w:r>
    </w:p>
    <w:p w:rsidR="006974AE" w:rsidRDefault="006974AE" w:rsidP="006974AE">
      <w:r>
        <w:lastRenderedPageBreak/>
        <w:t>112.9806</w:t>
      </w:r>
      <w:r>
        <w:tab/>
        <w:t>1.013e0</w:t>
      </w:r>
    </w:p>
    <w:p w:rsidR="006974AE" w:rsidRDefault="006974AE" w:rsidP="006974AE">
      <w:r>
        <w:t>112.9832</w:t>
      </w:r>
      <w:r>
        <w:tab/>
        <w:t>1.013e0</w:t>
      </w:r>
    </w:p>
    <w:p w:rsidR="006974AE" w:rsidRDefault="006974AE" w:rsidP="006974AE">
      <w:r>
        <w:t>113.0311</w:t>
      </w:r>
      <w:r>
        <w:tab/>
        <w:t>2.025e0</w:t>
      </w:r>
    </w:p>
    <w:p w:rsidR="006974AE" w:rsidRDefault="006974AE" w:rsidP="006974AE">
      <w:r>
        <w:t>113.0597</w:t>
      </w:r>
      <w:r>
        <w:tab/>
        <w:t>1.013e0</w:t>
      </w:r>
    </w:p>
    <w:p w:rsidR="006974AE" w:rsidRDefault="006974AE" w:rsidP="006974AE">
      <w:r>
        <w:t>113.0669</w:t>
      </w:r>
      <w:r>
        <w:tab/>
        <w:t>3.038e0</w:t>
      </w:r>
    </w:p>
    <w:p w:rsidR="006974AE" w:rsidRDefault="006974AE" w:rsidP="006974AE">
      <w:r>
        <w:t>113.0709</w:t>
      </w:r>
      <w:r>
        <w:tab/>
        <w:t>7.032e0</w:t>
      </w:r>
    </w:p>
    <w:p w:rsidR="006974AE" w:rsidRDefault="006974AE" w:rsidP="006974AE">
      <w:r>
        <w:t>113.0722</w:t>
      </w:r>
      <w:r>
        <w:tab/>
        <w:t>4.051e0</w:t>
      </w:r>
    </w:p>
    <w:p w:rsidR="006974AE" w:rsidRDefault="006974AE" w:rsidP="006974AE">
      <w:r>
        <w:t>113.0734</w:t>
      </w:r>
      <w:r>
        <w:tab/>
        <w:t>5.063e0</w:t>
      </w:r>
    </w:p>
    <w:p w:rsidR="006974AE" w:rsidRDefault="006974AE" w:rsidP="006974AE">
      <w:r>
        <w:t>113.0753</w:t>
      </w:r>
      <w:r>
        <w:tab/>
        <w:t>2.025e0</w:t>
      </w:r>
    </w:p>
    <w:p w:rsidR="006974AE" w:rsidRDefault="006974AE" w:rsidP="006974AE">
      <w:r>
        <w:t>113.0764</w:t>
      </w:r>
      <w:r>
        <w:tab/>
        <w:t>6.737e0</w:t>
      </w:r>
    </w:p>
    <w:p w:rsidR="006974AE" w:rsidRDefault="006974AE" w:rsidP="006974AE">
      <w:r>
        <w:t>113.0848</w:t>
      </w:r>
      <w:r>
        <w:tab/>
        <w:t>2.025e0</w:t>
      </w:r>
    </w:p>
    <w:p w:rsidR="006974AE" w:rsidRDefault="006974AE" w:rsidP="006974AE">
      <w:r>
        <w:t>113.0938</w:t>
      </w:r>
      <w:r>
        <w:tab/>
        <w:t>1.013e0</w:t>
      </w:r>
    </w:p>
    <w:p w:rsidR="006974AE" w:rsidRDefault="006974AE" w:rsidP="006974AE">
      <w:r>
        <w:t>113.0990</w:t>
      </w:r>
      <w:r>
        <w:tab/>
        <w:t>2.025e0</w:t>
      </w:r>
    </w:p>
    <w:p w:rsidR="006974AE" w:rsidRDefault="006974AE" w:rsidP="006974AE">
      <w:r>
        <w:t>113.1049</w:t>
      </w:r>
      <w:r>
        <w:tab/>
        <w:t>3.038e0</w:t>
      </w:r>
    </w:p>
    <w:p w:rsidR="006974AE" w:rsidRDefault="006974AE" w:rsidP="006974AE">
      <w:r>
        <w:t>113.1131</w:t>
      </w:r>
      <w:r>
        <w:tab/>
        <w:t>1.013e0</w:t>
      </w:r>
    </w:p>
    <w:p w:rsidR="006974AE" w:rsidRDefault="006974AE" w:rsidP="006974AE">
      <w:r>
        <w:t>113.1189</w:t>
      </w:r>
      <w:r>
        <w:tab/>
        <w:t>2.025e0</w:t>
      </w:r>
    </w:p>
    <w:p w:rsidR="006974AE" w:rsidRDefault="006974AE" w:rsidP="006974AE">
      <w:r>
        <w:t>113.1329</w:t>
      </w:r>
      <w:r>
        <w:tab/>
        <w:t>1.013e0</w:t>
      </w:r>
    </w:p>
    <w:p w:rsidR="006974AE" w:rsidRDefault="006974AE" w:rsidP="006974AE">
      <w:r>
        <w:t>113.1430</w:t>
      </w:r>
      <w:r>
        <w:tab/>
        <w:t>2.025e0</w:t>
      </w:r>
    </w:p>
    <w:p w:rsidR="006974AE" w:rsidRDefault="006974AE" w:rsidP="006974AE">
      <w:r>
        <w:t>113.1529</w:t>
      </w:r>
      <w:r>
        <w:tab/>
        <w:t>1.013e0</w:t>
      </w:r>
    </w:p>
    <w:p w:rsidR="006974AE" w:rsidRDefault="006974AE" w:rsidP="006974AE">
      <w:r>
        <w:lastRenderedPageBreak/>
        <w:t>113.1587</w:t>
      </w:r>
      <w:r>
        <w:tab/>
        <w:t>1.013e0</w:t>
      </w:r>
    </w:p>
    <w:p w:rsidR="006974AE" w:rsidRDefault="006974AE" w:rsidP="006974AE">
      <w:r>
        <w:t>113.1756</w:t>
      </w:r>
      <w:r>
        <w:tab/>
        <w:t>1.013e0</w:t>
      </w:r>
    </w:p>
    <w:p w:rsidR="006974AE" w:rsidRDefault="006974AE" w:rsidP="006974AE">
      <w:r>
        <w:t>113.1771</w:t>
      </w:r>
      <w:r>
        <w:tab/>
        <w:t>2.025e0</w:t>
      </w:r>
    </w:p>
    <w:p w:rsidR="006974AE" w:rsidRDefault="006974AE" w:rsidP="006974AE">
      <w:r>
        <w:t>113.1867</w:t>
      </w:r>
      <w:r>
        <w:tab/>
        <w:t>1.013e0</w:t>
      </w:r>
    </w:p>
    <w:p w:rsidR="006974AE" w:rsidRDefault="006974AE" w:rsidP="006974AE">
      <w:r>
        <w:t>113.1883</w:t>
      </w:r>
      <w:r>
        <w:tab/>
        <w:t>2.025e0</w:t>
      </w:r>
    </w:p>
    <w:p w:rsidR="006974AE" w:rsidRDefault="006974AE" w:rsidP="006974AE">
      <w:r>
        <w:t>113.2038</w:t>
      </w:r>
      <w:r>
        <w:tab/>
        <w:t>1.013e0</w:t>
      </w:r>
    </w:p>
    <w:p w:rsidR="006974AE" w:rsidRDefault="006974AE" w:rsidP="006974AE">
      <w:r>
        <w:t>113.2095</w:t>
      </w:r>
      <w:r>
        <w:tab/>
        <w:t>1.013e0</w:t>
      </w:r>
    </w:p>
    <w:p w:rsidR="006974AE" w:rsidRDefault="006974AE" w:rsidP="006974AE">
      <w:r>
        <w:t>113.2237</w:t>
      </w:r>
      <w:r>
        <w:tab/>
        <w:t>1.013e0</w:t>
      </w:r>
    </w:p>
    <w:p w:rsidR="006974AE" w:rsidRDefault="006974AE" w:rsidP="006974AE">
      <w:r>
        <w:t>113.2461</w:t>
      </w:r>
      <w:r>
        <w:tab/>
        <w:t>1.013e0</w:t>
      </w:r>
    </w:p>
    <w:p w:rsidR="006974AE" w:rsidRDefault="006974AE" w:rsidP="006974AE">
      <w:r>
        <w:t>113.2546</w:t>
      </w:r>
      <w:r>
        <w:tab/>
        <w:t>1.013e0</w:t>
      </w:r>
    </w:p>
    <w:p w:rsidR="006974AE" w:rsidRDefault="006974AE" w:rsidP="006974AE">
      <w:r>
        <w:t>113.2605</w:t>
      </w:r>
      <w:r>
        <w:tab/>
        <w:t>2.025e0</w:t>
      </w:r>
    </w:p>
    <w:p w:rsidR="006974AE" w:rsidRDefault="006974AE" w:rsidP="006974AE">
      <w:r>
        <w:t>113.2886</w:t>
      </w:r>
      <w:r>
        <w:tab/>
        <w:t>2.025e0</w:t>
      </w:r>
    </w:p>
    <w:p w:rsidR="006974AE" w:rsidRDefault="006974AE" w:rsidP="006974AE">
      <w:r>
        <w:t>113.3028</w:t>
      </w:r>
      <w:r>
        <w:tab/>
        <w:t>2.025e0</w:t>
      </w:r>
    </w:p>
    <w:p w:rsidR="006974AE" w:rsidRDefault="006974AE" w:rsidP="006974AE">
      <w:r>
        <w:t>113.3086</w:t>
      </w:r>
      <w:r>
        <w:tab/>
        <w:t>1.013e0</w:t>
      </w:r>
    </w:p>
    <w:p w:rsidR="006974AE" w:rsidRDefault="006974AE" w:rsidP="006974AE">
      <w:r>
        <w:t>113.3114</w:t>
      </w:r>
      <w:r>
        <w:tab/>
        <w:t>1.013e0</w:t>
      </w:r>
    </w:p>
    <w:p w:rsidR="006974AE" w:rsidRDefault="006974AE" w:rsidP="006974AE">
      <w:r>
        <w:t>113.3137</w:t>
      </w:r>
      <w:r>
        <w:tab/>
        <w:t>1.013e0</w:t>
      </w:r>
    </w:p>
    <w:p w:rsidR="006974AE" w:rsidRDefault="006974AE" w:rsidP="006974AE">
      <w:r>
        <w:t>113.3477</w:t>
      </w:r>
      <w:r>
        <w:tab/>
        <w:t>1.013e0</w:t>
      </w:r>
    </w:p>
    <w:p w:rsidR="006974AE" w:rsidRDefault="006974AE" w:rsidP="006974AE">
      <w:r>
        <w:t>113.3565</w:t>
      </w:r>
      <w:r>
        <w:tab/>
        <w:t>1.013e0</w:t>
      </w:r>
    </w:p>
    <w:p w:rsidR="006974AE" w:rsidRDefault="006974AE" w:rsidP="006974AE">
      <w:r>
        <w:t>113.3678</w:t>
      </w:r>
      <w:r>
        <w:tab/>
        <w:t>2.025e0</w:t>
      </w:r>
    </w:p>
    <w:p w:rsidR="006974AE" w:rsidRDefault="006974AE" w:rsidP="006974AE">
      <w:r>
        <w:lastRenderedPageBreak/>
        <w:t>113.3735</w:t>
      </w:r>
      <w:r>
        <w:tab/>
        <w:t>1.013e0</w:t>
      </w:r>
    </w:p>
    <w:p w:rsidR="006974AE" w:rsidRDefault="006974AE" w:rsidP="006974AE">
      <w:r>
        <w:t>113.3819</w:t>
      </w:r>
      <w:r>
        <w:tab/>
        <w:t>1.013e0</w:t>
      </w:r>
    </w:p>
    <w:p w:rsidR="006974AE" w:rsidRDefault="006974AE" w:rsidP="006974AE">
      <w:r>
        <w:t>113.3847</w:t>
      </w:r>
      <w:r>
        <w:tab/>
        <w:t>2.025e0</w:t>
      </w:r>
    </w:p>
    <w:p w:rsidR="006974AE" w:rsidRDefault="006974AE" w:rsidP="006974AE">
      <w:r>
        <w:t>113.4047</w:t>
      </w:r>
      <w:r>
        <w:tab/>
        <w:t>1.013e0</w:t>
      </w:r>
    </w:p>
    <w:p w:rsidR="006974AE" w:rsidRDefault="006974AE" w:rsidP="006974AE">
      <w:r>
        <w:t>113.4215</w:t>
      </w:r>
      <w:r>
        <w:tab/>
        <w:t>1.013e0</w:t>
      </w:r>
    </w:p>
    <w:p w:rsidR="006974AE" w:rsidRDefault="006974AE" w:rsidP="006974AE">
      <w:r>
        <w:t>113.4415</w:t>
      </w:r>
      <w:r>
        <w:tab/>
        <w:t>1.013e0</w:t>
      </w:r>
    </w:p>
    <w:p w:rsidR="006974AE" w:rsidRDefault="006974AE" w:rsidP="006974AE">
      <w:r>
        <w:t>113.4469</w:t>
      </w:r>
      <w:r>
        <w:tab/>
        <w:t>2.025e0</w:t>
      </w:r>
    </w:p>
    <w:p w:rsidR="006974AE" w:rsidRDefault="006974AE" w:rsidP="006974AE">
      <w:r>
        <w:t>113.4485</w:t>
      </w:r>
      <w:r>
        <w:tab/>
        <w:t>2.025e0</w:t>
      </w:r>
    </w:p>
    <w:p w:rsidR="006974AE" w:rsidRDefault="006974AE" w:rsidP="006974AE">
      <w:r>
        <w:t>113.4585</w:t>
      </w:r>
      <w:r>
        <w:tab/>
        <w:t>1.013e0</w:t>
      </w:r>
    </w:p>
    <w:p w:rsidR="006974AE" w:rsidRDefault="006974AE" w:rsidP="006974AE">
      <w:r>
        <w:t>113.4696</w:t>
      </w:r>
      <w:r>
        <w:tab/>
        <w:t>1.013e0</w:t>
      </w:r>
    </w:p>
    <w:p w:rsidR="006974AE" w:rsidRDefault="006974AE" w:rsidP="006974AE">
      <w:r>
        <w:t>113.4727</w:t>
      </w:r>
      <w:r>
        <w:tab/>
        <w:t>1.013e0</w:t>
      </w:r>
    </w:p>
    <w:p w:rsidR="006974AE" w:rsidRDefault="006974AE" w:rsidP="006974AE">
      <w:r>
        <w:t>113.4837</w:t>
      </w:r>
      <w:r>
        <w:tab/>
        <w:t>1.013e0</w:t>
      </w:r>
    </w:p>
    <w:p w:rsidR="006974AE" w:rsidRDefault="006974AE" w:rsidP="006974AE">
      <w:r>
        <w:t>113.4925</w:t>
      </w:r>
      <w:r>
        <w:tab/>
        <w:t>1.013e0</w:t>
      </w:r>
    </w:p>
    <w:p w:rsidR="006974AE" w:rsidRDefault="006974AE" w:rsidP="006974AE">
      <w:r>
        <w:t>113.5007</w:t>
      </w:r>
      <w:r>
        <w:tab/>
        <w:t>1.013e0</w:t>
      </w:r>
    </w:p>
    <w:p w:rsidR="006974AE" w:rsidRDefault="006974AE" w:rsidP="006974AE">
      <w:r>
        <w:t>113.5435</w:t>
      </w:r>
      <w:r>
        <w:tab/>
        <w:t>1.013e0</w:t>
      </w:r>
    </w:p>
    <w:p w:rsidR="006974AE" w:rsidRDefault="006974AE" w:rsidP="006974AE">
      <w:r>
        <w:t>113.5716</w:t>
      </w:r>
      <w:r>
        <w:tab/>
        <w:t>1.013e0</w:t>
      </w:r>
    </w:p>
    <w:p w:rsidR="006974AE" w:rsidRDefault="006974AE" w:rsidP="006974AE">
      <w:r>
        <w:t>113.5829</w:t>
      </w:r>
      <w:r>
        <w:tab/>
        <w:t>1.013e0</w:t>
      </w:r>
    </w:p>
    <w:p w:rsidR="006974AE" w:rsidRDefault="006974AE" w:rsidP="006974AE">
      <w:r>
        <w:t>113.5944</w:t>
      </w:r>
      <w:r>
        <w:tab/>
        <w:t>1.013e0</w:t>
      </w:r>
    </w:p>
    <w:p w:rsidR="006974AE" w:rsidRDefault="006974AE" w:rsidP="006974AE">
      <w:r>
        <w:t>113.5968</w:t>
      </w:r>
      <w:r>
        <w:tab/>
        <w:t>1.013e0</w:t>
      </w:r>
    </w:p>
    <w:p w:rsidR="006974AE" w:rsidRDefault="006974AE" w:rsidP="006974AE">
      <w:r>
        <w:lastRenderedPageBreak/>
        <w:t>113.6087</w:t>
      </w:r>
      <w:r>
        <w:tab/>
        <w:t>1.013e0</w:t>
      </w:r>
    </w:p>
    <w:p w:rsidR="006974AE" w:rsidRDefault="006974AE" w:rsidP="006974AE">
      <w:r>
        <w:t>113.6099</w:t>
      </w:r>
      <w:r>
        <w:tab/>
        <w:t>2.025e0</w:t>
      </w:r>
    </w:p>
    <w:p w:rsidR="006974AE" w:rsidRDefault="006974AE" w:rsidP="006974AE">
      <w:r>
        <w:t>113.6197</w:t>
      </w:r>
      <w:r>
        <w:tab/>
        <w:t>1.013e0</w:t>
      </w:r>
    </w:p>
    <w:p w:rsidR="006974AE" w:rsidRDefault="006974AE" w:rsidP="006974AE">
      <w:r>
        <w:t>113.6227</w:t>
      </w:r>
      <w:r>
        <w:tab/>
        <w:t>2.025e0</w:t>
      </w:r>
    </w:p>
    <w:p w:rsidR="006974AE" w:rsidRDefault="006974AE" w:rsidP="006974AE">
      <w:r>
        <w:t>113.6283</w:t>
      </w:r>
      <w:r>
        <w:tab/>
        <w:t>1.013e0</w:t>
      </w:r>
    </w:p>
    <w:p w:rsidR="006974AE" w:rsidRDefault="006974AE" w:rsidP="006974AE">
      <w:r>
        <w:t>113.6396</w:t>
      </w:r>
      <w:r>
        <w:tab/>
        <w:t>1.013e0</w:t>
      </w:r>
    </w:p>
    <w:p w:rsidR="006974AE" w:rsidRDefault="006974AE" w:rsidP="006974AE">
      <w:r>
        <w:t>113.6454</w:t>
      </w:r>
      <w:r>
        <w:tab/>
        <w:t>1.013e0</w:t>
      </w:r>
    </w:p>
    <w:p w:rsidR="006974AE" w:rsidRDefault="006974AE" w:rsidP="006974AE">
      <w:r>
        <w:t>113.6736</w:t>
      </w:r>
      <w:r>
        <w:tab/>
        <w:t>1.013e0</w:t>
      </w:r>
    </w:p>
    <w:p w:rsidR="006974AE" w:rsidRDefault="006974AE" w:rsidP="006974AE">
      <w:r>
        <w:t>113.6850</w:t>
      </w:r>
      <w:r>
        <w:tab/>
        <w:t>1.013e0</w:t>
      </w:r>
    </w:p>
    <w:p w:rsidR="006974AE" w:rsidRDefault="006974AE" w:rsidP="006974AE">
      <w:r>
        <w:t>113.6877</w:t>
      </w:r>
      <w:r>
        <w:tab/>
        <w:t>1.013e0</w:t>
      </w:r>
    </w:p>
    <w:p w:rsidR="006974AE" w:rsidRDefault="006974AE" w:rsidP="006974AE">
      <w:r>
        <w:t>113.7078</w:t>
      </w:r>
      <w:r>
        <w:tab/>
        <w:t>1.013e0</w:t>
      </w:r>
    </w:p>
    <w:p w:rsidR="006974AE" w:rsidRDefault="006974AE" w:rsidP="006974AE">
      <w:r>
        <w:t>113.7108</w:t>
      </w:r>
      <w:r>
        <w:tab/>
        <w:t>1.013e0</w:t>
      </w:r>
    </w:p>
    <w:p w:rsidR="006974AE" w:rsidRDefault="006974AE" w:rsidP="006974AE">
      <w:r>
        <w:t>113.7131</w:t>
      </w:r>
      <w:r>
        <w:tab/>
        <w:t>1.013e0</w:t>
      </w:r>
    </w:p>
    <w:p w:rsidR="006974AE" w:rsidRDefault="006974AE" w:rsidP="006974AE">
      <w:r>
        <w:t>113.7219</w:t>
      </w:r>
      <w:r>
        <w:tab/>
        <w:t>1.013e0</w:t>
      </w:r>
    </w:p>
    <w:p w:rsidR="006974AE" w:rsidRDefault="006974AE" w:rsidP="006974AE">
      <w:r>
        <w:t>113.7418</w:t>
      </w:r>
      <w:r>
        <w:tab/>
        <w:t>1.013e0</w:t>
      </w:r>
    </w:p>
    <w:p w:rsidR="006974AE" w:rsidRDefault="006974AE" w:rsidP="006974AE">
      <w:r>
        <w:t>113.7471</w:t>
      </w:r>
      <w:r>
        <w:tab/>
        <w:t>1.013e0</w:t>
      </w:r>
    </w:p>
    <w:p w:rsidR="006974AE" w:rsidRDefault="006974AE" w:rsidP="006974AE">
      <w:r>
        <w:t>113.7499</w:t>
      </w:r>
      <w:r>
        <w:tab/>
        <w:t>1.013e0</w:t>
      </w:r>
    </w:p>
    <w:p w:rsidR="006974AE" w:rsidRDefault="006974AE" w:rsidP="006974AE">
      <w:r>
        <w:t>113.8152</w:t>
      </w:r>
      <w:r>
        <w:tab/>
        <w:t>3.038e0</w:t>
      </w:r>
    </w:p>
    <w:p w:rsidR="006974AE" w:rsidRDefault="006974AE" w:rsidP="006974AE">
      <w:r>
        <w:t>113.8167</w:t>
      </w:r>
      <w:r>
        <w:tab/>
        <w:t>2.025e0</w:t>
      </w:r>
    </w:p>
    <w:p w:rsidR="006974AE" w:rsidRDefault="006974AE" w:rsidP="006974AE">
      <w:r>
        <w:lastRenderedPageBreak/>
        <w:t>113.8580</w:t>
      </w:r>
      <w:r>
        <w:tab/>
        <w:t>1.013e0</w:t>
      </w:r>
    </w:p>
    <w:p w:rsidR="006974AE" w:rsidRDefault="006974AE" w:rsidP="006974AE">
      <w:r>
        <w:t>113.8779</w:t>
      </w:r>
      <w:r>
        <w:tab/>
        <w:t>1.013e0</w:t>
      </w:r>
    </w:p>
    <w:p w:rsidR="006974AE" w:rsidRDefault="006974AE" w:rsidP="006974AE">
      <w:r>
        <w:t>113.8805</w:t>
      </w:r>
      <w:r>
        <w:tab/>
        <w:t>1.013e0</w:t>
      </w:r>
    </w:p>
    <w:p w:rsidR="006974AE" w:rsidRDefault="006974AE" w:rsidP="006974AE">
      <w:r>
        <w:t>113.8890</w:t>
      </w:r>
      <w:r>
        <w:tab/>
        <w:t>3.038e0</w:t>
      </w:r>
    </w:p>
    <w:p w:rsidR="006974AE" w:rsidRDefault="006974AE" w:rsidP="006974AE">
      <w:r>
        <w:t>113.9203</w:t>
      </w:r>
      <w:r>
        <w:tab/>
        <w:t>1.013e0</w:t>
      </w:r>
    </w:p>
    <w:p w:rsidR="006974AE" w:rsidRDefault="006974AE" w:rsidP="006974AE">
      <w:r>
        <w:t>113.9342</w:t>
      </w:r>
      <w:r>
        <w:tab/>
        <w:t>1.013e0</w:t>
      </w:r>
    </w:p>
    <w:p w:rsidR="006974AE" w:rsidRDefault="006974AE" w:rsidP="006974AE">
      <w:r>
        <w:t>113.9402</w:t>
      </w:r>
      <w:r>
        <w:tab/>
        <w:t>1.013e0</w:t>
      </w:r>
    </w:p>
    <w:p w:rsidR="006974AE" w:rsidRDefault="006974AE" w:rsidP="006974AE">
      <w:r>
        <w:t>113.9431</w:t>
      </w:r>
      <w:r>
        <w:tab/>
        <w:t>2.025e0</w:t>
      </w:r>
    </w:p>
    <w:p w:rsidR="006974AE" w:rsidRDefault="006974AE" w:rsidP="006974AE">
      <w:r>
        <w:t>113.9513</w:t>
      </w:r>
      <w:r>
        <w:tab/>
        <w:t>1.013e0</w:t>
      </w:r>
    </w:p>
    <w:p w:rsidR="006974AE" w:rsidRDefault="006974AE" w:rsidP="006974AE">
      <w:r>
        <w:t>113.9630</w:t>
      </w:r>
      <w:r>
        <w:tab/>
        <w:t>1.013e0</w:t>
      </w:r>
    </w:p>
    <w:p w:rsidR="006974AE" w:rsidRDefault="006974AE" w:rsidP="006974AE">
      <w:r>
        <w:t>113.9671</w:t>
      </w:r>
      <w:r>
        <w:tab/>
        <w:t>2.025e0</w:t>
      </w:r>
    </w:p>
    <w:p w:rsidR="006974AE" w:rsidRDefault="006974AE" w:rsidP="006974AE">
      <w:r>
        <w:t>113.9683</w:t>
      </w:r>
      <w:r>
        <w:tab/>
        <w:t>1.013e0</w:t>
      </w:r>
    </w:p>
    <w:p w:rsidR="006974AE" w:rsidRDefault="006974AE" w:rsidP="006974AE">
      <w:r>
        <w:t>113.9743</w:t>
      </w:r>
      <w:r>
        <w:tab/>
        <w:t>1.013e0</w:t>
      </w:r>
    </w:p>
    <w:p w:rsidR="006974AE" w:rsidRDefault="006974AE" w:rsidP="006974AE">
      <w:r>
        <w:t>113.9826</w:t>
      </w:r>
      <w:r>
        <w:tab/>
        <w:t>1.013e0</w:t>
      </w:r>
    </w:p>
    <w:p w:rsidR="006974AE" w:rsidRDefault="006974AE" w:rsidP="006974AE">
      <w:r>
        <w:t>113.9855</w:t>
      </w:r>
      <w:r>
        <w:tab/>
        <w:t>1.013e0</w:t>
      </w:r>
    </w:p>
    <w:p w:rsidR="006974AE" w:rsidRDefault="006974AE" w:rsidP="006974AE">
      <w:r>
        <w:t>113.9912</w:t>
      </w:r>
      <w:r>
        <w:tab/>
        <w:t>2.025e0</w:t>
      </w:r>
    </w:p>
    <w:p w:rsidR="006974AE" w:rsidRDefault="006974AE" w:rsidP="006974AE">
      <w:r>
        <w:t>113.9942</w:t>
      </w:r>
      <w:r>
        <w:tab/>
        <w:t>1.013e0</w:t>
      </w:r>
    </w:p>
    <w:p w:rsidR="006974AE" w:rsidRDefault="006974AE" w:rsidP="006974AE">
      <w:r>
        <w:t>113.9971</w:t>
      </w:r>
      <w:r>
        <w:tab/>
        <w:t>1.013e0</w:t>
      </w:r>
    </w:p>
    <w:p w:rsidR="006974AE" w:rsidRDefault="006974AE" w:rsidP="006974AE">
      <w:r>
        <w:t>114.0083</w:t>
      </w:r>
      <w:r>
        <w:tab/>
        <w:t>1.013e0</w:t>
      </w:r>
    </w:p>
    <w:p w:rsidR="006974AE" w:rsidRDefault="006974AE" w:rsidP="006974AE">
      <w:r>
        <w:lastRenderedPageBreak/>
        <w:t>114.0141</w:t>
      </w:r>
      <w:r>
        <w:tab/>
        <w:t>1.013e0</w:t>
      </w:r>
    </w:p>
    <w:p w:rsidR="006974AE" w:rsidRDefault="006974AE" w:rsidP="006974AE">
      <w:r>
        <w:t>114.0166</w:t>
      </w:r>
      <w:r>
        <w:tab/>
        <w:t>1.013e0</w:t>
      </w:r>
    </w:p>
    <w:p w:rsidR="006974AE" w:rsidRDefault="006974AE" w:rsidP="006974AE">
      <w:r>
        <w:t>114.0223</w:t>
      </w:r>
      <w:r>
        <w:tab/>
        <w:t>1.013e0</w:t>
      </w:r>
    </w:p>
    <w:p w:rsidR="006974AE" w:rsidRDefault="006974AE" w:rsidP="006974AE">
      <w:r>
        <w:t>114.0239</w:t>
      </w:r>
      <w:r>
        <w:tab/>
        <w:t>3.038e0</w:t>
      </w:r>
    </w:p>
    <w:p w:rsidR="006974AE" w:rsidRDefault="006974AE" w:rsidP="006974AE">
      <w:r>
        <w:t>114.0312</w:t>
      </w:r>
      <w:r>
        <w:tab/>
        <w:t>1.013e0</w:t>
      </w:r>
    </w:p>
    <w:p w:rsidR="006974AE" w:rsidRDefault="006974AE" w:rsidP="006974AE">
      <w:r>
        <w:t>114.0480</w:t>
      </w:r>
      <w:r>
        <w:tab/>
        <w:t>4.051e0</w:t>
      </w:r>
    </w:p>
    <w:p w:rsidR="006974AE" w:rsidRDefault="006974AE" w:rsidP="006974AE">
      <w:r>
        <w:t>114.0535</w:t>
      </w:r>
      <w:r>
        <w:tab/>
        <w:t>3.038e0</w:t>
      </w:r>
    </w:p>
    <w:p w:rsidR="006974AE" w:rsidRDefault="006974AE" w:rsidP="006974AE">
      <w:r>
        <w:t>114.0578</w:t>
      </w:r>
      <w:r>
        <w:tab/>
        <w:t>2.025e0</w:t>
      </w:r>
    </w:p>
    <w:p w:rsidR="006974AE" w:rsidRDefault="006974AE" w:rsidP="006974AE">
      <w:r>
        <w:t>114.0593</w:t>
      </w:r>
      <w:r>
        <w:tab/>
        <w:t>1.013e0</w:t>
      </w:r>
    </w:p>
    <w:p w:rsidR="006974AE" w:rsidRDefault="006974AE" w:rsidP="006974AE">
      <w:r>
        <w:t>114.0652</w:t>
      </w:r>
      <w:r>
        <w:tab/>
        <w:t>1.013e0</w:t>
      </w:r>
    </w:p>
    <w:p w:rsidR="006974AE" w:rsidRDefault="006974AE" w:rsidP="006974AE">
      <w:r>
        <w:t>114.0692</w:t>
      </w:r>
      <w:r>
        <w:tab/>
        <w:t>2.025e0</w:t>
      </w:r>
    </w:p>
    <w:p w:rsidR="006974AE" w:rsidRDefault="006974AE" w:rsidP="006974AE">
      <w:r>
        <w:t>114.0711</w:t>
      </w:r>
      <w:r>
        <w:tab/>
        <w:t>5.063e0</w:t>
      </w:r>
    </w:p>
    <w:p w:rsidR="006974AE" w:rsidRDefault="006974AE" w:rsidP="006974AE">
      <w:r>
        <w:t>114.0734</w:t>
      </w:r>
      <w:r>
        <w:tab/>
        <w:t>1.013e0</w:t>
      </w:r>
    </w:p>
    <w:p w:rsidR="006974AE" w:rsidRDefault="006974AE" w:rsidP="006974AE">
      <w:r>
        <w:t>114.0845</w:t>
      </w:r>
      <w:r>
        <w:tab/>
        <w:t>1.013e0</w:t>
      </w:r>
    </w:p>
    <w:p w:rsidR="006974AE" w:rsidRDefault="006974AE" w:rsidP="006974AE">
      <w:r>
        <w:t>114.0890</w:t>
      </w:r>
      <w:r>
        <w:tab/>
        <w:t>2.148e0</w:t>
      </w:r>
    </w:p>
    <w:p w:rsidR="006974AE" w:rsidRDefault="006974AE" w:rsidP="006974AE">
      <w:r>
        <w:t>114.0910</w:t>
      </w:r>
      <w:r>
        <w:tab/>
        <w:t>7.089e0</w:t>
      </w:r>
    </w:p>
    <w:p w:rsidR="006974AE" w:rsidRDefault="006974AE" w:rsidP="006974AE">
      <w:r>
        <w:t>114.0939</w:t>
      </w:r>
      <w:r>
        <w:tab/>
        <w:t>9.114e0</w:t>
      </w:r>
    </w:p>
    <w:p w:rsidR="006974AE" w:rsidRDefault="006974AE" w:rsidP="006974AE">
      <w:r>
        <w:t>114.0951</w:t>
      </w:r>
      <w:r>
        <w:tab/>
        <w:t>3.038e0</w:t>
      </w:r>
    </w:p>
    <w:p w:rsidR="006974AE" w:rsidRDefault="006974AE" w:rsidP="006974AE">
      <w:r>
        <w:t>114.1187</w:t>
      </w:r>
      <w:r>
        <w:tab/>
        <w:t>1.013e0</w:t>
      </w:r>
    </w:p>
    <w:p w:rsidR="006974AE" w:rsidRDefault="006974AE" w:rsidP="006974AE">
      <w:r>
        <w:lastRenderedPageBreak/>
        <w:t>114.1305</w:t>
      </w:r>
      <w:r>
        <w:tab/>
        <w:t>1.013e0</w:t>
      </w:r>
    </w:p>
    <w:p w:rsidR="006974AE" w:rsidRDefault="006974AE" w:rsidP="006974AE">
      <w:r>
        <w:t>114.1557</w:t>
      </w:r>
      <w:r>
        <w:tab/>
        <w:t>1.013e0</w:t>
      </w:r>
    </w:p>
    <w:p w:rsidR="006974AE" w:rsidRDefault="006974AE" w:rsidP="006974AE">
      <w:r>
        <w:t>114.1674</w:t>
      </w:r>
      <w:r>
        <w:tab/>
        <w:t>1.013e0</w:t>
      </w:r>
    </w:p>
    <w:p w:rsidR="006974AE" w:rsidRDefault="006974AE" w:rsidP="006974AE">
      <w:r>
        <w:t>114.1815</w:t>
      </w:r>
      <w:r>
        <w:tab/>
        <w:t>1.013e0</w:t>
      </w:r>
    </w:p>
    <w:p w:rsidR="006974AE" w:rsidRDefault="006974AE" w:rsidP="006974AE">
      <w:r>
        <w:t>114.1927</w:t>
      </w:r>
      <w:r>
        <w:tab/>
        <w:t>1.013e0</w:t>
      </w:r>
    </w:p>
    <w:p w:rsidR="006974AE" w:rsidRDefault="006974AE" w:rsidP="006974AE">
      <w:r>
        <w:t>114.2099</w:t>
      </w:r>
      <w:r>
        <w:tab/>
        <w:t>1.013e0</w:t>
      </w:r>
    </w:p>
    <w:p w:rsidR="006974AE" w:rsidRDefault="006974AE" w:rsidP="006974AE">
      <w:r>
        <w:t>114.2126</w:t>
      </w:r>
      <w:r>
        <w:tab/>
        <w:t>1.013e0</w:t>
      </w:r>
    </w:p>
    <w:p w:rsidR="006974AE" w:rsidRDefault="006974AE" w:rsidP="006974AE">
      <w:r>
        <w:t>114.2269</w:t>
      </w:r>
      <w:r>
        <w:tab/>
        <w:t>1.013e0</w:t>
      </w:r>
    </w:p>
    <w:p w:rsidR="006974AE" w:rsidRDefault="006974AE" w:rsidP="006974AE">
      <w:r>
        <w:t>114.2297</w:t>
      </w:r>
      <w:r>
        <w:tab/>
        <w:t>1.013e0</w:t>
      </w:r>
    </w:p>
    <w:p w:rsidR="006974AE" w:rsidRDefault="006974AE" w:rsidP="006974AE">
      <w:r>
        <w:t>114.2381</w:t>
      </w:r>
      <w:r>
        <w:tab/>
        <w:t>1.013e0</w:t>
      </w:r>
    </w:p>
    <w:p w:rsidR="006974AE" w:rsidRDefault="006974AE" w:rsidP="006974AE">
      <w:r>
        <w:t>114.2510</w:t>
      </w:r>
      <w:r>
        <w:tab/>
        <w:t>2.025e0</w:t>
      </w:r>
    </w:p>
    <w:p w:rsidR="006974AE" w:rsidRDefault="006974AE" w:rsidP="006974AE">
      <w:r>
        <w:t>114.2551</w:t>
      </w:r>
      <w:r>
        <w:tab/>
        <w:t>1.013e0</w:t>
      </w:r>
    </w:p>
    <w:p w:rsidR="006974AE" w:rsidRDefault="006974AE" w:rsidP="006974AE">
      <w:r>
        <w:t>114.2722</w:t>
      </w:r>
      <w:r>
        <w:tab/>
        <w:t>1.013e0</w:t>
      </w:r>
    </w:p>
    <w:p w:rsidR="006974AE" w:rsidRDefault="006974AE" w:rsidP="006974AE">
      <w:r>
        <w:t>114.2866</w:t>
      </w:r>
      <w:r>
        <w:tab/>
        <w:t>1.013e0</w:t>
      </w:r>
    </w:p>
    <w:p w:rsidR="006974AE" w:rsidRDefault="006974AE" w:rsidP="006974AE">
      <w:r>
        <w:t>114.2891</w:t>
      </w:r>
      <w:r>
        <w:tab/>
        <w:t>1.013e0</w:t>
      </w:r>
    </w:p>
    <w:p w:rsidR="006974AE" w:rsidRDefault="006974AE" w:rsidP="006974AE">
      <w:r>
        <w:t>114.2921</w:t>
      </w:r>
      <w:r>
        <w:tab/>
        <w:t>1.013e0</w:t>
      </w:r>
    </w:p>
    <w:p w:rsidR="006974AE" w:rsidRDefault="006974AE" w:rsidP="006974AE">
      <w:r>
        <w:t>114.2980</w:t>
      </w:r>
      <w:r>
        <w:tab/>
        <w:t>1.013e0</w:t>
      </w:r>
    </w:p>
    <w:p w:rsidR="006974AE" w:rsidRDefault="006974AE" w:rsidP="006974AE">
      <w:r>
        <w:t>114.3035</w:t>
      </w:r>
      <w:r>
        <w:tab/>
        <w:t>1.013e0</w:t>
      </w:r>
    </w:p>
    <w:p w:rsidR="006974AE" w:rsidRDefault="006974AE" w:rsidP="006974AE">
      <w:r>
        <w:t>114.3062</w:t>
      </w:r>
      <w:r>
        <w:tab/>
        <w:t>2.025e0</w:t>
      </w:r>
    </w:p>
    <w:p w:rsidR="006974AE" w:rsidRDefault="006974AE" w:rsidP="006974AE">
      <w:r>
        <w:lastRenderedPageBreak/>
        <w:t>114.3092</w:t>
      </w:r>
      <w:r>
        <w:tab/>
        <w:t>1.013e0</w:t>
      </w:r>
    </w:p>
    <w:p w:rsidR="006974AE" w:rsidRDefault="006974AE" w:rsidP="006974AE">
      <w:r>
        <w:t>114.3291</w:t>
      </w:r>
      <w:r>
        <w:tab/>
        <w:t>2.025e0</w:t>
      </w:r>
    </w:p>
    <w:p w:rsidR="006974AE" w:rsidRDefault="006974AE" w:rsidP="006974AE">
      <w:r>
        <w:t>114.3404</w:t>
      </w:r>
      <w:r>
        <w:tab/>
        <w:t>1.013e0</w:t>
      </w:r>
    </w:p>
    <w:p w:rsidR="006974AE" w:rsidRDefault="006974AE" w:rsidP="006974AE">
      <w:r>
        <w:t>114.3461</w:t>
      </w:r>
      <w:r>
        <w:tab/>
        <w:t>1.013e0</w:t>
      </w:r>
    </w:p>
    <w:p w:rsidR="006974AE" w:rsidRDefault="006974AE" w:rsidP="006974AE">
      <w:r>
        <w:t>114.3520</w:t>
      </w:r>
      <w:r>
        <w:tab/>
        <w:t>1.013e0</w:t>
      </w:r>
    </w:p>
    <w:p w:rsidR="006974AE" w:rsidRDefault="006974AE" w:rsidP="006974AE">
      <w:r>
        <w:t>114.3573</w:t>
      </w:r>
      <w:r>
        <w:tab/>
        <w:t>1.013e0</w:t>
      </w:r>
    </w:p>
    <w:p w:rsidR="006974AE" w:rsidRDefault="006974AE" w:rsidP="006974AE">
      <w:r>
        <w:t>114.3633</w:t>
      </w:r>
      <w:r>
        <w:tab/>
        <w:t>1.013e0</w:t>
      </w:r>
    </w:p>
    <w:p w:rsidR="006974AE" w:rsidRDefault="006974AE" w:rsidP="006974AE">
      <w:r>
        <w:t>114.3691</w:t>
      </w:r>
      <w:r>
        <w:tab/>
        <w:t>2.025e0</w:t>
      </w:r>
    </w:p>
    <w:p w:rsidR="006974AE" w:rsidRDefault="006974AE" w:rsidP="006974AE">
      <w:r>
        <w:t>114.3802</w:t>
      </w:r>
      <w:r>
        <w:tab/>
        <w:t>2.025e0</w:t>
      </w:r>
    </w:p>
    <w:p w:rsidR="006974AE" w:rsidRDefault="006974AE" w:rsidP="006974AE">
      <w:r>
        <w:t>114.3888</w:t>
      </w:r>
      <w:r>
        <w:tab/>
        <w:t>2.025e0</w:t>
      </w:r>
    </w:p>
    <w:p w:rsidR="006974AE" w:rsidRDefault="006974AE" w:rsidP="006974AE">
      <w:r>
        <w:t>114.4086</w:t>
      </w:r>
      <w:r>
        <w:tab/>
        <w:t>3.038e0</w:t>
      </w:r>
    </w:p>
    <w:p w:rsidR="006974AE" w:rsidRDefault="006974AE" w:rsidP="006974AE">
      <w:r>
        <w:t>114.4172</w:t>
      </w:r>
      <w:r>
        <w:tab/>
        <w:t>1.013e0</w:t>
      </w:r>
    </w:p>
    <w:p w:rsidR="006974AE" w:rsidRDefault="006974AE" w:rsidP="006974AE">
      <w:r>
        <w:t>114.4229</w:t>
      </w:r>
      <w:r>
        <w:tab/>
        <w:t>2.025e0</w:t>
      </w:r>
    </w:p>
    <w:p w:rsidR="006974AE" w:rsidRDefault="006974AE" w:rsidP="006974AE">
      <w:r>
        <w:t>114.4285</w:t>
      </w:r>
      <w:r>
        <w:tab/>
        <w:t>1.013e0</w:t>
      </w:r>
    </w:p>
    <w:p w:rsidR="006974AE" w:rsidRDefault="006974AE" w:rsidP="006974AE">
      <w:r>
        <w:t>114.4455</w:t>
      </w:r>
      <w:r>
        <w:tab/>
        <w:t>2.025e0</w:t>
      </w:r>
    </w:p>
    <w:p w:rsidR="006974AE" w:rsidRDefault="006974AE" w:rsidP="006974AE">
      <w:r>
        <w:t>114.4628</w:t>
      </w:r>
      <w:r>
        <w:tab/>
        <w:t>1.013e0</w:t>
      </w:r>
    </w:p>
    <w:p w:rsidR="006974AE" w:rsidRDefault="006974AE" w:rsidP="006974AE">
      <w:r>
        <w:t>114.4768</w:t>
      </w:r>
      <w:r>
        <w:tab/>
        <w:t>1.013e0</w:t>
      </w:r>
    </w:p>
    <w:p w:rsidR="006974AE" w:rsidRDefault="006974AE" w:rsidP="006974AE">
      <w:r>
        <w:t>114.4797</w:t>
      </w:r>
      <w:r>
        <w:tab/>
        <w:t>1.013e0</w:t>
      </w:r>
    </w:p>
    <w:p w:rsidR="006974AE" w:rsidRDefault="006974AE" w:rsidP="006974AE">
      <w:r>
        <w:t>114.4939</w:t>
      </w:r>
      <w:r>
        <w:tab/>
        <w:t>1.013e0</w:t>
      </w:r>
    </w:p>
    <w:p w:rsidR="006974AE" w:rsidRDefault="006974AE" w:rsidP="006974AE">
      <w:r>
        <w:lastRenderedPageBreak/>
        <w:t>114.5082</w:t>
      </w:r>
      <w:r>
        <w:tab/>
        <w:t>1.013e0</w:t>
      </w:r>
    </w:p>
    <w:p w:rsidR="006974AE" w:rsidRDefault="006974AE" w:rsidP="006974AE">
      <w:r>
        <w:t>114.5108</w:t>
      </w:r>
      <w:r>
        <w:tab/>
        <w:t>1.013e0</w:t>
      </w:r>
    </w:p>
    <w:p w:rsidR="006974AE" w:rsidRDefault="006974AE" w:rsidP="006974AE">
      <w:r>
        <w:t>114.5368</w:t>
      </w:r>
      <w:r>
        <w:tab/>
        <w:t>1.013e0</w:t>
      </w:r>
    </w:p>
    <w:p w:rsidR="006974AE" w:rsidRDefault="006974AE" w:rsidP="006974AE">
      <w:r>
        <w:t>114.5465</w:t>
      </w:r>
      <w:r>
        <w:tab/>
        <w:t>2.025e0</w:t>
      </w:r>
    </w:p>
    <w:p w:rsidR="006974AE" w:rsidRDefault="006974AE" w:rsidP="006974AE">
      <w:r>
        <w:t>114.5538</w:t>
      </w:r>
      <w:r>
        <w:tab/>
        <w:t>2.025e0</w:t>
      </w:r>
    </w:p>
    <w:p w:rsidR="006974AE" w:rsidRDefault="006974AE" w:rsidP="006974AE">
      <w:r>
        <w:t>114.5567</w:t>
      </w:r>
      <w:r>
        <w:tab/>
        <w:t>1.013e0</w:t>
      </w:r>
    </w:p>
    <w:p w:rsidR="006974AE" w:rsidRDefault="006974AE" w:rsidP="006974AE">
      <w:r>
        <w:t>114.5580</w:t>
      </w:r>
      <w:r>
        <w:tab/>
        <w:t>2.025e0</w:t>
      </w:r>
    </w:p>
    <w:p w:rsidR="006974AE" w:rsidRDefault="006974AE" w:rsidP="006974AE">
      <w:r>
        <w:t>114.5600</w:t>
      </w:r>
      <w:r>
        <w:tab/>
        <w:t>3.038e0</w:t>
      </w:r>
    </w:p>
    <w:p w:rsidR="006974AE" w:rsidRDefault="006974AE" w:rsidP="006974AE">
      <w:r>
        <w:t>114.5740</w:t>
      </w:r>
      <w:r>
        <w:tab/>
        <w:t>1.013e0</w:t>
      </w:r>
    </w:p>
    <w:p w:rsidR="006974AE" w:rsidRDefault="006974AE" w:rsidP="006974AE">
      <w:r>
        <w:t>114.5764</w:t>
      </w:r>
      <w:r>
        <w:tab/>
        <w:t>2.025e0</w:t>
      </w:r>
    </w:p>
    <w:p w:rsidR="006974AE" w:rsidRDefault="006974AE" w:rsidP="006974AE">
      <w:r>
        <w:t>114.5791</w:t>
      </w:r>
      <w:r>
        <w:tab/>
        <w:t>1.013e0</w:t>
      </w:r>
    </w:p>
    <w:p w:rsidR="006974AE" w:rsidRDefault="006974AE" w:rsidP="006974AE">
      <w:r>
        <w:t>114.5821</w:t>
      </w:r>
      <w:r>
        <w:tab/>
        <w:t>1.013e0</w:t>
      </w:r>
    </w:p>
    <w:p w:rsidR="006974AE" w:rsidRDefault="006974AE" w:rsidP="006974AE">
      <w:r>
        <w:t>114.5910</w:t>
      </w:r>
      <w:r>
        <w:tab/>
        <w:t>1.013e0</w:t>
      </w:r>
    </w:p>
    <w:p w:rsidR="006974AE" w:rsidRDefault="006974AE" w:rsidP="006974AE">
      <w:r>
        <w:t>114.5936</w:t>
      </w:r>
      <w:r>
        <w:tab/>
        <w:t>1.013e0</w:t>
      </w:r>
    </w:p>
    <w:p w:rsidR="006974AE" w:rsidRDefault="006974AE" w:rsidP="006974AE">
      <w:r>
        <w:t>114.6276</w:t>
      </w:r>
      <w:r>
        <w:tab/>
        <w:t>1.013e0</w:t>
      </w:r>
    </w:p>
    <w:p w:rsidR="006974AE" w:rsidRDefault="006974AE" w:rsidP="006974AE">
      <w:r>
        <w:t>114.6303</w:t>
      </w:r>
      <w:r>
        <w:tab/>
        <w:t>1.013e0</w:t>
      </w:r>
    </w:p>
    <w:p w:rsidR="006974AE" w:rsidRDefault="006974AE" w:rsidP="006974AE">
      <w:r>
        <w:t>114.6421</w:t>
      </w:r>
      <w:r>
        <w:tab/>
        <w:t>1.013e0</w:t>
      </w:r>
    </w:p>
    <w:p w:rsidR="006974AE" w:rsidRDefault="006974AE" w:rsidP="006974AE">
      <w:r>
        <w:t>114.6474</w:t>
      </w:r>
      <w:r>
        <w:tab/>
        <w:t>1.013e0</w:t>
      </w:r>
    </w:p>
    <w:p w:rsidR="006974AE" w:rsidRDefault="006974AE" w:rsidP="006974AE">
      <w:r>
        <w:t>114.6532</w:t>
      </w:r>
      <w:r>
        <w:tab/>
        <w:t>1.013e0</w:t>
      </w:r>
    </w:p>
    <w:p w:rsidR="006974AE" w:rsidRDefault="006974AE" w:rsidP="006974AE">
      <w:r>
        <w:lastRenderedPageBreak/>
        <w:t>114.6960</w:t>
      </w:r>
      <w:r>
        <w:tab/>
        <w:t>1.013e0</w:t>
      </w:r>
    </w:p>
    <w:p w:rsidR="006974AE" w:rsidRDefault="006974AE" w:rsidP="006974AE">
      <w:r>
        <w:t>114.7157</w:t>
      </w:r>
      <w:r>
        <w:tab/>
        <w:t>1.013e0</w:t>
      </w:r>
    </w:p>
    <w:p w:rsidR="006974AE" w:rsidRDefault="006974AE" w:rsidP="006974AE">
      <w:r>
        <w:t>114.7276</w:t>
      </w:r>
      <w:r>
        <w:tab/>
        <w:t>1.013e0</w:t>
      </w:r>
    </w:p>
    <w:p w:rsidR="006974AE" w:rsidRDefault="006974AE" w:rsidP="006974AE">
      <w:r>
        <w:t>114.7386</w:t>
      </w:r>
      <w:r>
        <w:tab/>
        <w:t>1.013e0</w:t>
      </w:r>
    </w:p>
    <w:p w:rsidR="006974AE" w:rsidRDefault="006974AE" w:rsidP="006974AE">
      <w:r>
        <w:t>114.7417</w:t>
      </w:r>
      <w:r>
        <w:tab/>
        <w:t>1.013e0</w:t>
      </w:r>
    </w:p>
    <w:p w:rsidR="006974AE" w:rsidRDefault="006974AE" w:rsidP="006974AE">
      <w:r>
        <w:t>114.7447</w:t>
      </w:r>
      <w:r>
        <w:tab/>
        <w:t>1.013e0</w:t>
      </w:r>
    </w:p>
    <w:p w:rsidR="006974AE" w:rsidRDefault="006974AE" w:rsidP="006974AE">
      <w:r>
        <w:t>114.7644</w:t>
      </w:r>
      <w:r>
        <w:tab/>
        <w:t>1.013e0</w:t>
      </w:r>
    </w:p>
    <w:p w:rsidR="006974AE" w:rsidRDefault="006974AE" w:rsidP="006974AE">
      <w:r>
        <w:t>114.7729</w:t>
      </w:r>
      <w:r>
        <w:tab/>
        <w:t>1.013e0</w:t>
      </w:r>
    </w:p>
    <w:p w:rsidR="006974AE" w:rsidRDefault="006974AE" w:rsidP="006974AE">
      <w:r>
        <w:t>114.7870</w:t>
      </w:r>
      <w:r>
        <w:tab/>
        <w:t>2.025e0</w:t>
      </w:r>
    </w:p>
    <w:p w:rsidR="006974AE" w:rsidRDefault="006974AE" w:rsidP="006974AE">
      <w:r>
        <w:t>114.7899</w:t>
      </w:r>
      <w:r>
        <w:tab/>
        <w:t>2.025e0</w:t>
      </w:r>
    </w:p>
    <w:p w:rsidR="006974AE" w:rsidRDefault="006974AE" w:rsidP="006974AE">
      <w:r>
        <w:t>114.8086</w:t>
      </w:r>
      <w:r>
        <w:tab/>
        <w:t>2.025e0</w:t>
      </w:r>
    </w:p>
    <w:p w:rsidR="006974AE" w:rsidRDefault="006974AE" w:rsidP="006974AE">
      <w:r>
        <w:t>114.8182</w:t>
      </w:r>
      <w:r>
        <w:tab/>
        <w:t>2.025e0</w:t>
      </w:r>
    </w:p>
    <w:p w:rsidR="006974AE" w:rsidRDefault="006974AE" w:rsidP="006974AE">
      <w:r>
        <w:t>114.8242</w:t>
      </w:r>
      <w:r>
        <w:tab/>
        <w:t>1.013e0</w:t>
      </w:r>
    </w:p>
    <w:p w:rsidR="006974AE" w:rsidRDefault="006974AE" w:rsidP="006974AE">
      <w:r>
        <w:t>114.8299</w:t>
      </w:r>
      <w:r>
        <w:tab/>
        <w:t>1.013e0</w:t>
      </w:r>
    </w:p>
    <w:p w:rsidR="006974AE" w:rsidRDefault="006974AE" w:rsidP="006974AE">
      <w:r>
        <w:t>114.8441</w:t>
      </w:r>
      <w:r>
        <w:tab/>
        <w:t>2.025e0</w:t>
      </w:r>
    </w:p>
    <w:p w:rsidR="006974AE" w:rsidRDefault="006974AE" w:rsidP="006974AE">
      <w:r>
        <w:t>114.8457</w:t>
      </w:r>
      <w:r>
        <w:tab/>
        <w:t>2.025e0</w:t>
      </w:r>
    </w:p>
    <w:p w:rsidR="006974AE" w:rsidRDefault="006974AE" w:rsidP="006974AE">
      <w:r>
        <w:t>114.8554</w:t>
      </w:r>
      <w:r>
        <w:tab/>
        <w:t>1.013e0</w:t>
      </w:r>
    </w:p>
    <w:p w:rsidR="006974AE" w:rsidRDefault="006974AE" w:rsidP="006974AE">
      <w:r>
        <w:t>114.8641</w:t>
      </w:r>
      <w:r>
        <w:tab/>
        <w:t>1.013e0</w:t>
      </w:r>
    </w:p>
    <w:p w:rsidR="006974AE" w:rsidRDefault="006974AE" w:rsidP="006974AE">
      <w:r>
        <w:t>114.8783</w:t>
      </w:r>
      <w:r>
        <w:tab/>
        <w:t>1.013e0</w:t>
      </w:r>
    </w:p>
    <w:p w:rsidR="006974AE" w:rsidRDefault="006974AE" w:rsidP="006974AE">
      <w:r>
        <w:lastRenderedPageBreak/>
        <w:t>114.8909</w:t>
      </w:r>
      <w:r>
        <w:tab/>
        <w:t>2.025e0</w:t>
      </w:r>
    </w:p>
    <w:p w:rsidR="006974AE" w:rsidRDefault="006974AE" w:rsidP="006974AE">
      <w:r>
        <w:t>114.8925</w:t>
      </w:r>
      <w:r>
        <w:tab/>
        <w:t>1.013e0</w:t>
      </w:r>
    </w:p>
    <w:p w:rsidR="006974AE" w:rsidRDefault="006974AE" w:rsidP="006974AE">
      <w:r>
        <w:t>114.9066</w:t>
      </w:r>
      <w:r>
        <w:tab/>
        <w:t>2.025e0</w:t>
      </w:r>
    </w:p>
    <w:p w:rsidR="006974AE" w:rsidRDefault="006974AE" w:rsidP="006974AE">
      <w:r>
        <w:t>114.9080</w:t>
      </w:r>
      <w:r>
        <w:tab/>
        <w:t>2.025e0</w:t>
      </w:r>
    </w:p>
    <w:p w:rsidR="006974AE" w:rsidRDefault="006974AE" w:rsidP="006974AE">
      <w:r>
        <w:t>114.9155</w:t>
      </w:r>
      <w:r>
        <w:tab/>
        <w:t>1.013e0</w:t>
      </w:r>
    </w:p>
    <w:p w:rsidR="006974AE" w:rsidRDefault="006974AE" w:rsidP="006974AE">
      <w:r>
        <w:t>114.9183</w:t>
      </w:r>
      <w:r>
        <w:tab/>
        <w:t>1.013e0</w:t>
      </w:r>
    </w:p>
    <w:p w:rsidR="006974AE" w:rsidRDefault="006974AE" w:rsidP="006974AE">
      <w:r>
        <w:t>114.9296</w:t>
      </w:r>
      <w:r>
        <w:tab/>
        <w:t>1.013e0</w:t>
      </w:r>
    </w:p>
    <w:p w:rsidR="006974AE" w:rsidRDefault="006974AE" w:rsidP="006974AE">
      <w:r>
        <w:t>114.9437</w:t>
      </w:r>
      <w:r>
        <w:tab/>
        <w:t>1.013e0</w:t>
      </w:r>
    </w:p>
    <w:p w:rsidR="006974AE" w:rsidRDefault="006974AE" w:rsidP="006974AE">
      <w:r>
        <w:t>114.9550</w:t>
      </w:r>
      <w:r>
        <w:tab/>
        <w:t>1.013e0</w:t>
      </w:r>
    </w:p>
    <w:p w:rsidR="006974AE" w:rsidRDefault="006974AE" w:rsidP="006974AE">
      <w:r>
        <w:t>114.9580</w:t>
      </w:r>
      <w:r>
        <w:tab/>
        <w:t>1.013e0</w:t>
      </w:r>
    </w:p>
    <w:p w:rsidR="006974AE" w:rsidRDefault="006974AE" w:rsidP="006974AE">
      <w:r>
        <w:t>114.9721</w:t>
      </w:r>
      <w:r>
        <w:tab/>
        <w:t>1.013e0</w:t>
      </w:r>
    </w:p>
    <w:p w:rsidR="006974AE" w:rsidRDefault="006974AE" w:rsidP="006974AE">
      <w:r>
        <w:t>114.9780</w:t>
      </w:r>
      <w:r>
        <w:tab/>
        <w:t>1.013e0</w:t>
      </w:r>
    </w:p>
    <w:p w:rsidR="006974AE" w:rsidRDefault="006974AE" w:rsidP="006974AE">
      <w:r>
        <w:t>114.9808</w:t>
      </w:r>
      <w:r>
        <w:tab/>
        <w:t>1.013e0</w:t>
      </w:r>
    </w:p>
    <w:p w:rsidR="006974AE" w:rsidRDefault="006974AE" w:rsidP="006974AE">
      <w:r>
        <w:t>114.9854</w:t>
      </w:r>
      <w:r>
        <w:tab/>
        <w:t>5.063e0</w:t>
      </w:r>
    </w:p>
    <w:p w:rsidR="006974AE" w:rsidRDefault="006974AE" w:rsidP="006974AE">
      <w:r>
        <w:t>114.9880</w:t>
      </w:r>
      <w:r>
        <w:tab/>
        <w:t>2.025e0</w:t>
      </w:r>
    </w:p>
    <w:p w:rsidR="006974AE" w:rsidRDefault="006974AE" w:rsidP="006974AE">
      <w:r>
        <w:t>114.9892</w:t>
      </w:r>
      <w:r>
        <w:tab/>
        <w:t>1.013e0</w:t>
      </w:r>
    </w:p>
    <w:p w:rsidR="006974AE" w:rsidRDefault="006974AE" w:rsidP="006974AE">
      <w:r>
        <w:t>115.0078</w:t>
      </w:r>
      <w:r>
        <w:tab/>
        <w:t>2.025e0</w:t>
      </w:r>
    </w:p>
    <w:p w:rsidR="006974AE" w:rsidRDefault="006974AE" w:rsidP="006974AE">
      <w:r>
        <w:t>115.0092</w:t>
      </w:r>
      <w:r>
        <w:tab/>
        <w:t>1.013e0</w:t>
      </w:r>
    </w:p>
    <w:p w:rsidR="006974AE" w:rsidRDefault="006974AE" w:rsidP="006974AE">
      <w:r>
        <w:t>115.0150</w:t>
      </w:r>
      <w:r>
        <w:tab/>
        <w:t>1.013e0</w:t>
      </w:r>
    </w:p>
    <w:p w:rsidR="006974AE" w:rsidRDefault="006974AE" w:rsidP="006974AE">
      <w:r>
        <w:lastRenderedPageBreak/>
        <w:t>115.0166</w:t>
      </w:r>
      <w:r>
        <w:tab/>
        <w:t>2.025e0</w:t>
      </w:r>
    </w:p>
    <w:p w:rsidR="006974AE" w:rsidRDefault="006974AE" w:rsidP="006974AE">
      <w:r>
        <w:t>115.0321</w:t>
      </w:r>
      <w:r>
        <w:tab/>
        <w:t>1.013e0</w:t>
      </w:r>
    </w:p>
    <w:p w:rsidR="006974AE" w:rsidRDefault="006974AE" w:rsidP="006974AE">
      <w:r>
        <w:t>115.0364</w:t>
      </w:r>
      <w:r>
        <w:tab/>
        <w:t>2.025e0</w:t>
      </w:r>
    </w:p>
    <w:p w:rsidR="006974AE" w:rsidRDefault="006974AE" w:rsidP="006974AE">
      <w:r>
        <w:t>115.0434</w:t>
      </w:r>
      <w:r>
        <w:tab/>
        <w:t>1.013e0</w:t>
      </w:r>
    </w:p>
    <w:p w:rsidR="006974AE" w:rsidRDefault="006974AE" w:rsidP="006974AE">
      <w:r>
        <w:t>115.0491</w:t>
      </w:r>
      <w:r>
        <w:tab/>
        <w:t>1.013e0</w:t>
      </w:r>
    </w:p>
    <w:p w:rsidR="006974AE" w:rsidRDefault="006974AE" w:rsidP="006974AE">
      <w:r>
        <w:t>115.0521</w:t>
      </w:r>
      <w:r>
        <w:tab/>
        <w:t>1.013e0</w:t>
      </w:r>
    </w:p>
    <w:p w:rsidR="006974AE" w:rsidRDefault="006974AE" w:rsidP="006974AE">
      <w:r>
        <w:t>115.0532</w:t>
      </w:r>
      <w:r>
        <w:tab/>
        <w:t>3.038e0</w:t>
      </w:r>
    </w:p>
    <w:p w:rsidR="006974AE" w:rsidRDefault="006974AE" w:rsidP="006974AE">
      <w:r>
        <w:t>115.0553</w:t>
      </w:r>
      <w:r>
        <w:tab/>
        <w:t>1.013e0</w:t>
      </w:r>
    </w:p>
    <w:p w:rsidR="006974AE" w:rsidRDefault="006974AE" w:rsidP="006974AE">
      <w:r>
        <w:t>115.0604</w:t>
      </w:r>
      <w:r>
        <w:tab/>
        <w:t>3.038e0</w:t>
      </w:r>
    </w:p>
    <w:p w:rsidR="006974AE" w:rsidRDefault="006974AE" w:rsidP="006974AE">
      <w:r>
        <w:t>115.0869</w:t>
      </w:r>
      <w:r>
        <w:tab/>
        <w:t>4.997e2</w:t>
      </w:r>
    </w:p>
    <w:p w:rsidR="006974AE" w:rsidRDefault="006974AE" w:rsidP="006974AE">
      <w:r>
        <w:t>115.0885</w:t>
      </w:r>
      <w:r>
        <w:tab/>
        <w:t>1.974e2</w:t>
      </w:r>
    </w:p>
    <w:p w:rsidR="006974AE" w:rsidRDefault="006974AE" w:rsidP="006974AE">
      <w:r>
        <w:t>115.1192</w:t>
      </w:r>
      <w:r>
        <w:tab/>
        <w:t>2.025e0</w:t>
      </w:r>
    </w:p>
    <w:p w:rsidR="006974AE" w:rsidRDefault="006974AE" w:rsidP="006974AE">
      <w:r>
        <w:t>115.1205</w:t>
      </w:r>
      <w:r>
        <w:tab/>
        <w:t>3.268e0</w:t>
      </w:r>
    </w:p>
    <w:p w:rsidR="006974AE" w:rsidRDefault="006974AE" w:rsidP="006974AE">
      <w:r>
        <w:t>115.1231</w:t>
      </w:r>
      <w:r>
        <w:tab/>
        <w:t>5.855e0</w:t>
      </w:r>
    </w:p>
    <w:p w:rsidR="006974AE" w:rsidRDefault="006974AE" w:rsidP="006974AE">
      <w:r>
        <w:t>115.1288</w:t>
      </w:r>
      <w:r>
        <w:tab/>
        <w:t>1.013e0</w:t>
      </w:r>
    </w:p>
    <w:p w:rsidR="006974AE" w:rsidRDefault="006974AE" w:rsidP="006974AE">
      <w:r>
        <w:t>115.1318</w:t>
      </w:r>
      <w:r>
        <w:tab/>
        <w:t>2.025e0</w:t>
      </w:r>
    </w:p>
    <w:p w:rsidR="006974AE" w:rsidRDefault="006974AE" w:rsidP="006974AE">
      <w:r>
        <w:t>115.1459</w:t>
      </w:r>
      <w:r>
        <w:tab/>
        <w:t>1.013e0</w:t>
      </w:r>
    </w:p>
    <w:p w:rsidR="006974AE" w:rsidRDefault="006974AE" w:rsidP="006974AE">
      <w:r>
        <w:t>115.1490</w:t>
      </w:r>
      <w:r>
        <w:tab/>
        <w:t>4.051e0</w:t>
      </w:r>
    </w:p>
    <w:p w:rsidR="006974AE" w:rsidRDefault="006974AE" w:rsidP="006974AE">
      <w:r>
        <w:t>115.1576</w:t>
      </w:r>
      <w:r>
        <w:tab/>
        <w:t>2.025e0</w:t>
      </w:r>
    </w:p>
    <w:p w:rsidR="006974AE" w:rsidRDefault="006974AE" w:rsidP="006974AE">
      <w:r>
        <w:lastRenderedPageBreak/>
        <w:t>115.1590</w:t>
      </w:r>
      <w:r>
        <w:tab/>
        <w:t>2.025e0</w:t>
      </w:r>
    </w:p>
    <w:p w:rsidR="006974AE" w:rsidRDefault="006974AE" w:rsidP="006974AE">
      <w:r>
        <w:t>115.1660</w:t>
      </w:r>
      <w:r>
        <w:tab/>
        <w:t>3.038e0</w:t>
      </w:r>
    </w:p>
    <w:p w:rsidR="006974AE" w:rsidRDefault="006974AE" w:rsidP="006974AE">
      <w:r>
        <w:t>115.1718</w:t>
      </w:r>
      <w:r>
        <w:tab/>
        <w:t>1.013e0</w:t>
      </w:r>
    </w:p>
    <w:p w:rsidR="006974AE" w:rsidRDefault="006974AE" w:rsidP="006974AE">
      <w:r>
        <w:t>115.1748</w:t>
      </w:r>
      <w:r>
        <w:tab/>
        <w:t>1.013e0</w:t>
      </w:r>
    </w:p>
    <w:p w:rsidR="006974AE" w:rsidRDefault="006974AE" w:rsidP="006974AE">
      <w:r>
        <w:t>115.1775</w:t>
      </w:r>
      <w:r>
        <w:tab/>
        <w:t>1.013e0</w:t>
      </w:r>
    </w:p>
    <w:p w:rsidR="006974AE" w:rsidRDefault="006974AE" w:rsidP="006974AE">
      <w:r>
        <w:t>115.1832</w:t>
      </w:r>
      <w:r>
        <w:tab/>
        <w:t>1.013e0</w:t>
      </w:r>
    </w:p>
    <w:p w:rsidR="006974AE" w:rsidRDefault="006974AE" w:rsidP="006974AE">
      <w:r>
        <w:t>115.1920</w:t>
      </w:r>
      <w:r>
        <w:tab/>
        <w:t>2.025e0</w:t>
      </w:r>
    </w:p>
    <w:p w:rsidR="006974AE" w:rsidRDefault="006974AE" w:rsidP="006974AE">
      <w:r>
        <w:t>115.2017</w:t>
      </w:r>
      <w:r>
        <w:tab/>
        <w:t>5.063e0</w:t>
      </w:r>
    </w:p>
    <w:p w:rsidR="006974AE" w:rsidRDefault="006974AE" w:rsidP="006974AE">
      <w:r>
        <w:t>115.2060</w:t>
      </w:r>
      <w:r>
        <w:tab/>
        <w:t>1.013e0</w:t>
      </w:r>
    </w:p>
    <w:p w:rsidR="006974AE" w:rsidRDefault="006974AE" w:rsidP="006974AE">
      <w:r>
        <w:t>115.2202</w:t>
      </w:r>
      <w:r>
        <w:tab/>
        <w:t>1.013e0</w:t>
      </w:r>
    </w:p>
    <w:p w:rsidR="006974AE" w:rsidRDefault="006974AE" w:rsidP="006974AE">
      <w:r>
        <w:t>115.2247</w:t>
      </w:r>
      <w:r>
        <w:tab/>
        <w:t>2.025e0</w:t>
      </w:r>
    </w:p>
    <w:p w:rsidR="006974AE" w:rsidRDefault="006974AE" w:rsidP="006974AE">
      <w:r>
        <w:t>115.2261</w:t>
      </w:r>
      <w:r>
        <w:tab/>
        <w:t>1.013e0</w:t>
      </w:r>
    </w:p>
    <w:p w:rsidR="006974AE" w:rsidRDefault="006974AE" w:rsidP="006974AE">
      <w:r>
        <w:t>115.2302</w:t>
      </w:r>
      <w:r>
        <w:tab/>
        <w:t>2.025e0</w:t>
      </w:r>
    </w:p>
    <w:p w:rsidR="006974AE" w:rsidRDefault="006974AE" w:rsidP="006974AE">
      <w:r>
        <w:t>115.2315</w:t>
      </w:r>
      <w:r>
        <w:tab/>
        <w:t>1.013e0</w:t>
      </w:r>
    </w:p>
    <w:p w:rsidR="006974AE" w:rsidRDefault="006974AE" w:rsidP="006974AE">
      <w:r>
        <w:t>115.2462</w:t>
      </w:r>
      <w:r>
        <w:tab/>
        <w:t>1.013e0</w:t>
      </w:r>
    </w:p>
    <w:p w:rsidR="006974AE" w:rsidRDefault="006974AE" w:rsidP="006974AE">
      <w:r>
        <w:t>115.2486</w:t>
      </w:r>
      <w:r>
        <w:tab/>
        <w:t>1.013e0</w:t>
      </w:r>
    </w:p>
    <w:p w:rsidR="006974AE" w:rsidRDefault="006974AE" w:rsidP="006974AE">
      <w:r>
        <w:t>115.2515</w:t>
      </w:r>
      <w:r>
        <w:tab/>
        <w:t>1.013e0</w:t>
      </w:r>
    </w:p>
    <w:p w:rsidR="006974AE" w:rsidRDefault="006974AE" w:rsidP="006974AE">
      <w:r>
        <w:t>115.2658</w:t>
      </w:r>
      <w:r>
        <w:tab/>
        <w:t>1.013e0</w:t>
      </w:r>
    </w:p>
    <w:p w:rsidR="006974AE" w:rsidRDefault="006974AE" w:rsidP="006974AE">
      <w:r>
        <w:t>115.2672</w:t>
      </w:r>
      <w:r>
        <w:tab/>
        <w:t>2.025e0</w:t>
      </w:r>
    </w:p>
    <w:p w:rsidR="006974AE" w:rsidRDefault="006974AE" w:rsidP="006974AE">
      <w:r>
        <w:lastRenderedPageBreak/>
        <w:t>115.2716</w:t>
      </w:r>
      <w:r>
        <w:tab/>
        <w:t>1.013e0</w:t>
      </w:r>
    </w:p>
    <w:p w:rsidR="006974AE" w:rsidRDefault="006974AE" w:rsidP="006974AE">
      <w:r>
        <w:t>115.2845</w:t>
      </w:r>
      <w:r>
        <w:tab/>
        <w:t>2.025e0</w:t>
      </w:r>
    </w:p>
    <w:p w:rsidR="006974AE" w:rsidRDefault="006974AE" w:rsidP="006974AE">
      <w:r>
        <w:t>115.2857</w:t>
      </w:r>
      <w:r>
        <w:tab/>
        <w:t>1.013e0</w:t>
      </w:r>
    </w:p>
    <w:p w:rsidR="006974AE" w:rsidRDefault="006974AE" w:rsidP="006974AE">
      <w:r>
        <w:t>115.2946</w:t>
      </w:r>
      <w:r>
        <w:tab/>
        <w:t>3.038e0</w:t>
      </w:r>
    </w:p>
    <w:p w:rsidR="006974AE" w:rsidRDefault="006974AE" w:rsidP="006974AE">
      <w:r>
        <w:t>115.2989</w:t>
      </w:r>
      <w:r>
        <w:tab/>
        <w:t>2.025e0</w:t>
      </w:r>
    </w:p>
    <w:p w:rsidR="006974AE" w:rsidRDefault="006974AE" w:rsidP="006974AE">
      <w:r>
        <w:t>115.3116</w:t>
      </w:r>
      <w:r>
        <w:tab/>
        <w:t>1.013e0</w:t>
      </w:r>
    </w:p>
    <w:p w:rsidR="006974AE" w:rsidRDefault="006974AE" w:rsidP="006974AE">
      <w:r>
        <w:t>115.3173</w:t>
      </w:r>
      <w:r>
        <w:tab/>
        <w:t>3.038e0</w:t>
      </w:r>
    </w:p>
    <w:p w:rsidR="006974AE" w:rsidRDefault="006974AE" w:rsidP="006974AE">
      <w:r>
        <w:t>115.3200</w:t>
      </w:r>
      <w:r>
        <w:tab/>
        <w:t>2.025e0</w:t>
      </w:r>
    </w:p>
    <w:p w:rsidR="006974AE" w:rsidRDefault="006974AE" w:rsidP="006974AE">
      <w:r>
        <w:t>115.3273</w:t>
      </w:r>
      <w:r>
        <w:tab/>
        <w:t>2.025e0</w:t>
      </w:r>
    </w:p>
    <w:p w:rsidR="006974AE" w:rsidRDefault="006974AE" w:rsidP="006974AE">
      <w:r>
        <w:t>115.3345</w:t>
      </w:r>
      <w:r>
        <w:tab/>
        <w:t>1.013e0</w:t>
      </w:r>
    </w:p>
    <w:p w:rsidR="006974AE" w:rsidRDefault="006974AE" w:rsidP="006974AE">
      <w:r>
        <w:t>115.3459</w:t>
      </w:r>
      <w:r>
        <w:tab/>
        <w:t>1.013e0</w:t>
      </w:r>
    </w:p>
    <w:p w:rsidR="006974AE" w:rsidRDefault="006974AE" w:rsidP="006974AE">
      <w:r>
        <w:t>115.3489</w:t>
      </w:r>
      <w:r>
        <w:tab/>
        <w:t>1.013e0</w:t>
      </w:r>
    </w:p>
    <w:p w:rsidR="006974AE" w:rsidRDefault="006974AE" w:rsidP="006974AE">
      <w:r>
        <w:t>115.3516</w:t>
      </w:r>
      <w:r>
        <w:tab/>
        <w:t>1.013e0</w:t>
      </w:r>
    </w:p>
    <w:p w:rsidR="006974AE" w:rsidRDefault="006974AE" w:rsidP="006974AE">
      <w:r>
        <w:t>115.3543</w:t>
      </w:r>
      <w:r>
        <w:tab/>
        <w:t>1.013e0</w:t>
      </w:r>
    </w:p>
    <w:p w:rsidR="006974AE" w:rsidRDefault="006974AE" w:rsidP="006974AE">
      <w:r>
        <w:t>115.3587</w:t>
      </w:r>
      <w:r>
        <w:tab/>
        <w:t>2.025e0</w:t>
      </w:r>
    </w:p>
    <w:p w:rsidR="006974AE" w:rsidRDefault="006974AE" w:rsidP="006974AE">
      <w:r>
        <w:t>115.3630</w:t>
      </w:r>
      <w:r>
        <w:tab/>
        <w:t>1.013e0</w:t>
      </w:r>
    </w:p>
    <w:p w:rsidR="006974AE" w:rsidRDefault="006974AE" w:rsidP="006974AE">
      <w:r>
        <w:t>115.3687</w:t>
      </w:r>
      <w:r>
        <w:tab/>
        <w:t>1.013e0</w:t>
      </w:r>
    </w:p>
    <w:p w:rsidR="006974AE" w:rsidRDefault="006974AE" w:rsidP="006974AE">
      <w:r>
        <w:t>115.3743</w:t>
      </w:r>
      <w:r>
        <w:tab/>
        <w:t>1.013e0</w:t>
      </w:r>
    </w:p>
    <w:p w:rsidR="006974AE" w:rsidRDefault="006974AE" w:rsidP="006974AE">
      <w:r>
        <w:t>115.3773</w:t>
      </w:r>
      <w:r>
        <w:tab/>
        <w:t>1.013e0</w:t>
      </w:r>
    </w:p>
    <w:p w:rsidR="006974AE" w:rsidRDefault="006974AE" w:rsidP="006974AE">
      <w:r>
        <w:lastRenderedPageBreak/>
        <w:t>115.3943</w:t>
      </w:r>
      <w:r>
        <w:tab/>
        <w:t>2.025e0</w:t>
      </w:r>
    </w:p>
    <w:p w:rsidR="006974AE" w:rsidRDefault="006974AE" w:rsidP="006974AE">
      <w:r>
        <w:t>115.4072</w:t>
      </w:r>
      <w:r>
        <w:tab/>
        <w:t>2.025e0</w:t>
      </w:r>
    </w:p>
    <w:p w:rsidR="006974AE" w:rsidRDefault="006974AE" w:rsidP="006974AE">
      <w:r>
        <w:t>115.4085</w:t>
      </w:r>
      <w:r>
        <w:tab/>
        <w:t>1.013e0</w:t>
      </w:r>
    </w:p>
    <w:p w:rsidR="006974AE" w:rsidRDefault="006974AE" w:rsidP="006974AE">
      <w:r>
        <w:t>115.4226</w:t>
      </w:r>
      <w:r>
        <w:tab/>
        <w:t>1.013e0</w:t>
      </w:r>
    </w:p>
    <w:p w:rsidR="006974AE" w:rsidRDefault="006974AE" w:rsidP="006974AE">
      <w:r>
        <w:t>115.4287</w:t>
      </w:r>
      <w:r>
        <w:tab/>
        <w:t>2.025e0</w:t>
      </w:r>
    </w:p>
    <w:p w:rsidR="006974AE" w:rsidRDefault="006974AE" w:rsidP="006974AE">
      <w:r>
        <w:t>115.4375</w:t>
      </w:r>
      <w:r>
        <w:tab/>
        <w:t>1.013e0</w:t>
      </w:r>
    </w:p>
    <w:p w:rsidR="006974AE" w:rsidRDefault="006974AE" w:rsidP="006974AE">
      <w:r>
        <w:t>115.4401</w:t>
      </w:r>
      <w:r>
        <w:tab/>
        <w:t>2.025e0</w:t>
      </w:r>
    </w:p>
    <w:p w:rsidR="006974AE" w:rsidRDefault="006974AE" w:rsidP="006974AE">
      <w:r>
        <w:t>115.4571</w:t>
      </w:r>
      <w:r>
        <w:tab/>
        <w:t>1.013e0</w:t>
      </w:r>
    </w:p>
    <w:p w:rsidR="006974AE" w:rsidRDefault="006974AE" w:rsidP="006974AE">
      <w:r>
        <w:t>115.4687</w:t>
      </w:r>
      <w:r>
        <w:tab/>
        <w:t>1.013e0</w:t>
      </w:r>
    </w:p>
    <w:p w:rsidR="006974AE" w:rsidRDefault="006974AE" w:rsidP="006974AE">
      <w:r>
        <w:t>115.4717</w:t>
      </w:r>
      <w:r>
        <w:tab/>
        <w:t>1.013e0</w:t>
      </w:r>
    </w:p>
    <w:p w:rsidR="006974AE" w:rsidRDefault="006974AE" w:rsidP="006974AE">
      <w:r>
        <w:t>115.4741</w:t>
      </w:r>
      <w:r>
        <w:tab/>
        <w:t>1.013e0</w:t>
      </w:r>
    </w:p>
    <w:p w:rsidR="006974AE" w:rsidRDefault="006974AE" w:rsidP="006974AE">
      <w:r>
        <w:t>115.4800</w:t>
      </w:r>
      <w:r>
        <w:tab/>
        <w:t>2.025e0</w:t>
      </w:r>
    </w:p>
    <w:p w:rsidR="006974AE" w:rsidRDefault="006974AE" w:rsidP="006974AE">
      <w:r>
        <w:t>115.4943</w:t>
      </w:r>
      <w:r>
        <w:tab/>
        <w:t>1.013e0</w:t>
      </w:r>
    </w:p>
    <w:p w:rsidR="006974AE" w:rsidRDefault="006974AE" w:rsidP="006974AE">
      <w:r>
        <w:t>115.4972</w:t>
      </w:r>
      <w:r>
        <w:tab/>
        <w:t>1.013e0</w:t>
      </w:r>
    </w:p>
    <w:p w:rsidR="006974AE" w:rsidRDefault="006974AE" w:rsidP="006974AE">
      <w:r>
        <w:t>115.5045</w:t>
      </w:r>
      <w:r>
        <w:tab/>
        <w:t>2.025e0</w:t>
      </w:r>
    </w:p>
    <w:p w:rsidR="006974AE" w:rsidRDefault="006974AE" w:rsidP="006974AE">
      <w:r>
        <w:t>115.5059</w:t>
      </w:r>
      <w:r>
        <w:tab/>
        <w:t>2.025e0</w:t>
      </w:r>
    </w:p>
    <w:p w:rsidR="006974AE" w:rsidRDefault="006974AE" w:rsidP="006974AE">
      <w:r>
        <w:t>115.5173</w:t>
      </w:r>
      <w:r>
        <w:tab/>
        <w:t>2.025e0</w:t>
      </w:r>
    </w:p>
    <w:p w:rsidR="006974AE" w:rsidRDefault="006974AE" w:rsidP="006974AE">
      <w:r>
        <w:t>115.5201</w:t>
      </w:r>
      <w:r>
        <w:tab/>
        <w:t>4.051e0</w:t>
      </w:r>
    </w:p>
    <w:p w:rsidR="006974AE" w:rsidRDefault="006974AE" w:rsidP="006974AE">
      <w:r>
        <w:t>115.5284</w:t>
      </w:r>
      <w:r>
        <w:tab/>
        <w:t>1.013e0</w:t>
      </w:r>
    </w:p>
    <w:p w:rsidR="006974AE" w:rsidRDefault="006974AE" w:rsidP="006974AE">
      <w:r>
        <w:lastRenderedPageBreak/>
        <w:t>115.5344</w:t>
      </w:r>
      <w:r>
        <w:tab/>
        <w:t>1.013e0</w:t>
      </w:r>
    </w:p>
    <w:p w:rsidR="006974AE" w:rsidRDefault="006974AE" w:rsidP="006974AE">
      <w:r>
        <w:t>115.5428</w:t>
      </w:r>
      <w:r>
        <w:tab/>
        <w:t>3.038e0</w:t>
      </w:r>
    </w:p>
    <w:p w:rsidR="006974AE" w:rsidRDefault="006974AE" w:rsidP="006974AE">
      <w:r>
        <w:t>115.5486</w:t>
      </w:r>
      <w:r>
        <w:tab/>
        <w:t>1.013e0</w:t>
      </w:r>
    </w:p>
    <w:p w:rsidR="006974AE" w:rsidRDefault="006974AE" w:rsidP="006974AE">
      <w:r>
        <w:t>115.5514</w:t>
      </w:r>
      <w:r>
        <w:tab/>
        <w:t>1.013e0</w:t>
      </w:r>
    </w:p>
    <w:p w:rsidR="006974AE" w:rsidRDefault="006974AE" w:rsidP="006974AE">
      <w:r>
        <w:t>115.5574</w:t>
      </w:r>
      <w:r>
        <w:tab/>
        <w:t>1.013e0</w:t>
      </w:r>
    </w:p>
    <w:p w:rsidR="006974AE" w:rsidRDefault="006974AE" w:rsidP="006974AE">
      <w:r>
        <w:t>115.5613</w:t>
      </w:r>
      <w:r>
        <w:tab/>
        <w:t>2.025e0</w:t>
      </w:r>
    </w:p>
    <w:p w:rsidR="006974AE" w:rsidRDefault="006974AE" w:rsidP="006974AE">
      <w:r>
        <w:t>115.5656</w:t>
      </w:r>
      <w:r>
        <w:tab/>
        <w:t>2.025e0</w:t>
      </w:r>
    </w:p>
    <w:p w:rsidR="006974AE" w:rsidRDefault="006974AE" w:rsidP="006974AE">
      <w:r>
        <w:t>115.5687</w:t>
      </w:r>
      <w:r>
        <w:tab/>
        <w:t>1.013e0</w:t>
      </w:r>
    </w:p>
    <w:p w:rsidR="006974AE" w:rsidRDefault="006974AE" w:rsidP="006974AE">
      <w:r>
        <w:t>115.5744</w:t>
      </w:r>
      <w:r>
        <w:tab/>
        <w:t>1.013e0</w:t>
      </w:r>
    </w:p>
    <w:p w:rsidR="006974AE" w:rsidRDefault="006974AE" w:rsidP="006974AE">
      <w:r>
        <w:t>115.5757</w:t>
      </w:r>
      <w:r>
        <w:tab/>
        <w:t>2.025e0</w:t>
      </w:r>
    </w:p>
    <w:p w:rsidR="006974AE" w:rsidRDefault="006974AE" w:rsidP="006974AE">
      <w:r>
        <w:t>115.5886</w:t>
      </w:r>
      <w:r>
        <w:tab/>
        <w:t>1.013e0</w:t>
      </w:r>
    </w:p>
    <w:p w:rsidR="006974AE" w:rsidRDefault="006974AE" w:rsidP="006974AE">
      <w:r>
        <w:t>115.5917</w:t>
      </w:r>
      <w:r>
        <w:tab/>
        <w:t>1.013e0</w:t>
      </w:r>
    </w:p>
    <w:p w:rsidR="006974AE" w:rsidRDefault="006974AE" w:rsidP="006974AE">
      <w:r>
        <w:t>115.5945</w:t>
      </w:r>
      <w:r>
        <w:tab/>
        <w:t>1.013e0</w:t>
      </w:r>
    </w:p>
    <w:p w:rsidR="006974AE" w:rsidRDefault="006974AE" w:rsidP="006974AE">
      <w:r>
        <w:t>115.5969</w:t>
      </w:r>
      <w:r>
        <w:tab/>
        <w:t>1.013e0</w:t>
      </w:r>
    </w:p>
    <w:p w:rsidR="006974AE" w:rsidRDefault="006974AE" w:rsidP="006974AE">
      <w:r>
        <w:t>115.6142</w:t>
      </w:r>
      <w:r>
        <w:tab/>
        <w:t>1.013e0</w:t>
      </w:r>
    </w:p>
    <w:p w:rsidR="006974AE" w:rsidRDefault="006974AE" w:rsidP="006974AE">
      <w:r>
        <w:t>115.6260</w:t>
      </w:r>
      <w:r>
        <w:tab/>
        <w:t>1.013e0</w:t>
      </w:r>
    </w:p>
    <w:p w:rsidR="006974AE" w:rsidRDefault="006974AE" w:rsidP="006974AE">
      <w:r>
        <w:t>115.6461</w:t>
      </w:r>
      <w:r>
        <w:tab/>
        <w:t>1.013e0</w:t>
      </w:r>
    </w:p>
    <w:p w:rsidR="006974AE" w:rsidRDefault="006974AE" w:rsidP="006974AE">
      <w:r>
        <w:t>115.6471</w:t>
      </w:r>
      <w:r>
        <w:tab/>
        <w:t>2.025e0</w:t>
      </w:r>
    </w:p>
    <w:p w:rsidR="006974AE" w:rsidRDefault="006974AE" w:rsidP="006974AE">
      <w:r>
        <w:t>115.6601</w:t>
      </w:r>
      <w:r>
        <w:tab/>
        <w:t>1.013e0</w:t>
      </w:r>
    </w:p>
    <w:p w:rsidR="006974AE" w:rsidRDefault="006974AE" w:rsidP="006974AE">
      <w:r>
        <w:lastRenderedPageBreak/>
        <w:t>115.6685</w:t>
      </w:r>
      <w:r>
        <w:tab/>
        <w:t>1.013e0</w:t>
      </w:r>
    </w:p>
    <w:p w:rsidR="006974AE" w:rsidRDefault="006974AE" w:rsidP="006974AE">
      <w:r>
        <w:t>115.6772</w:t>
      </w:r>
      <w:r>
        <w:tab/>
        <w:t>1.013e0</w:t>
      </w:r>
    </w:p>
    <w:p w:rsidR="006974AE" w:rsidRDefault="006974AE" w:rsidP="006974AE">
      <w:r>
        <w:t>115.6830</w:t>
      </w:r>
      <w:r>
        <w:tab/>
        <w:t>1.013e0</w:t>
      </w:r>
    </w:p>
    <w:p w:rsidR="006974AE" w:rsidRDefault="006974AE" w:rsidP="006974AE">
      <w:r>
        <w:t>115.6929</w:t>
      </w:r>
      <w:r>
        <w:tab/>
        <w:t>2.025e0</w:t>
      </w:r>
    </w:p>
    <w:p w:rsidR="006974AE" w:rsidRDefault="006974AE" w:rsidP="006974AE">
      <w:r>
        <w:t>115.7057</w:t>
      </w:r>
      <w:r>
        <w:tab/>
        <w:t>1.013e0</w:t>
      </w:r>
    </w:p>
    <w:p w:rsidR="006974AE" w:rsidRDefault="006974AE" w:rsidP="006974AE">
      <w:r>
        <w:t>115.7198</w:t>
      </w:r>
      <w:r>
        <w:tab/>
        <w:t>1.013e0</w:t>
      </w:r>
    </w:p>
    <w:p w:rsidR="006974AE" w:rsidRDefault="006974AE" w:rsidP="006974AE">
      <w:r>
        <w:t>115.7286</w:t>
      </w:r>
      <w:r>
        <w:tab/>
        <w:t>1.013e0</w:t>
      </w:r>
    </w:p>
    <w:p w:rsidR="006974AE" w:rsidRDefault="006974AE" w:rsidP="006974AE">
      <w:r>
        <w:t>115.7401</w:t>
      </w:r>
      <w:r>
        <w:tab/>
        <w:t>1.013e0</w:t>
      </w:r>
    </w:p>
    <w:p w:rsidR="006974AE" w:rsidRDefault="006974AE" w:rsidP="006974AE">
      <w:r>
        <w:t>115.7429</w:t>
      </w:r>
      <w:r>
        <w:tab/>
        <w:t>1.013e0</w:t>
      </w:r>
    </w:p>
    <w:p w:rsidR="006974AE" w:rsidRDefault="006974AE" w:rsidP="006974AE">
      <w:r>
        <w:t>115.7572</w:t>
      </w:r>
      <w:r>
        <w:tab/>
        <w:t>1.013e0</w:t>
      </w:r>
    </w:p>
    <w:p w:rsidR="006974AE" w:rsidRDefault="006974AE" w:rsidP="006974AE">
      <w:r>
        <w:t>115.7600</w:t>
      </w:r>
      <w:r>
        <w:tab/>
        <w:t>1.013e0</w:t>
      </w:r>
    </w:p>
    <w:p w:rsidR="006974AE" w:rsidRDefault="006974AE" w:rsidP="006974AE">
      <w:r>
        <w:t>115.7715</w:t>
      </w:r>
      <w:r>
        <w:tab/>
        <w:t>1.013e0</w:t>
      </w:r>
    </w:p>
    <w:p w:rsidR="006974AE" w:rsidRDefault="006974AE" w:rsidP="006974AE">
      <w:r>
        <w:t>115.7742</w:t>
      </w:r>
      <w:r>
        <w:tab/>
        <w:t>1.013e0</w:t>
      </w:r>
    </w:p>
    <w:p w:rsidR="006974AE" w:rsidRDefault="006974AE" w:rsidP="006974AE">
      <w:r>
        <w:t>115.7773</w:t>
      </w:r>
      <w:r>
        <w:tab/>
        <w:t>1.013e0</w:t>
      </w:r>
    </w:p>
    <w:p w:rsidR="006974AE" w:rsidRDefault="006974AE" w:rsidP="006974AE">
      <w:r>
        <w:t>115.7786</w:t>
      </w:r>
      <w:r>
        <w:tab/>
        <w:t>2.025e0</w:t>
      </w:r>
    </w:p>
    <w:p w:rsidR="006974AE" w:rsidRDefault="006974AE" w:rsidP="006974AE">
      <w:r>
        <w:t>115.7861</w:t>
      </w:r>
      <w:r>
        <w:tab/>
        <w:t>2.025e0</w:t>
      </w:r>
    </w:p>
    <w:p w:rsidR="006974AE" w:rsidRDefault="006974AE" w:rsidP="006974AE">
      <w:r>
        <w:t>115.7886</w:t>
      </w:r>
      <w:r>
        <w:tab/>
        <w:t>2.025e0</w:t>
      </w:r>
    </w:p>
    <w:p w:rsidR="006974AE" w:rsidRDefault="006974AE" w:rsidP="006974AE">
      <w:r>
        <w:t>115.8003</w:t>
      </w:r>
      <w:r>
        <w:tab/>
        <w:t>1.013e0</w:t>
      </w:r>
    </w:p>
    <w:p w:rsidR="006974AE" w:rsidRDefault="006974AE" w:rsidP="006974AE">
      <w:r>
        <w:t>115.8144</w:t>
      </w:r>
      <w:r>
        <w:tab/>
        <w:t>2.025e0</w:t>
      </w:r>
    </w:p>
    <w:p w:rsidR="006974AE" w:rsidRDefault="006974AE" w:rsidP="006974AE">
      <w:r>
        <w:lastRenderedPageBreak/>
        <w:t>115.8258</w:t>
      </w:r>
      <w:r>
        <w:tab/>
        <w:t>1.013e0</w:t>
      </w:r>
    </w:p>
    <w:p w:rsidR="006974AE" w:rsidRDefault="006974AE" w:rsidP="006974AE">
      <w:r>
        <w:t>115.8286</w:t>
      </w:r>
      <w:r>
        <w:tab/>
        <w:t>1.013e0</w:t>
      </w:r>
    </w:p>
    <w:p w:rsidR="006974AE" w:rsidRDefault="006974AE" w:rsidP="006974AE">
      <w:r>
        <w:t>115.8717</w:t>
      </w:r>
      <w:r>
        <w:tab/>
        <w:t>1.013e0</w:t>
      </w:r>
    </w:p>
    <w:p w:rsidR="006974AE" w:rsidRDefault="006974AE" w:rsidP="006974AE">
      <w:r>
        <w:t>115.8919</w:t>
      </w:r>
      <w:r>
        <w:tab/>
        <w:t>3.038e0</w:t>
      </w:r>
    </w:p>
    <w:p w:rsidR="006974AE" w:rsidRDefault="006974AE" w:rsidP="006974AE">
      <w:r>
        <w:t>115.8943</w:t>
      </w:r>
      <w:r>
        <w:tab/>
        <w:t>1.013e0</w:t>
      </w:r>
    </w:p>
    <w:p w:rsidR="006974AE" w:rsidRDefault="006974AE" w:rsidP="006974AE">
      <w:r>
        <w:t>115.9117</w:t>
      </w:r>
      <w:r>
        <w:tab/>
        <w:t>1.013e0</w:t>
      </w:r>
    </w:p>
    <w:p w:rsidR="006974AE" w:rsidRDefault="006974AE" w:rsidP="006974AE">
      <w:r>
        <w:t>115.9189</w:t>
      </w:r>
      <w:r>
        <w:tab/>
        <w:t>2.025e0</w:t>
      </w:r>
    </w:p>
    <w:p w:rsidR="006974AE" w:rsidRDefault="006974AE" w:rsidP="006974AE">
      <w:r>
        <w:t>115.9202</w:t>
      </w:r>
      <w:r>
        <w:tab/>
        <w:t>1.013e0</w:t>
      </w:r>
    </w:p>
    <w:p w:rsidR="006974AE" w:rsidRDefault="006974AE" w:rsidP="006974AE">
      <w:r>
        <w:t>115.9346</w:t>
      </w:r>
      <w:r>
        <w:tab/>
        <w:t>1.013e0</w:t>
      </w:r>
    </w:p>
    <w:p w:rsidR="006974AE" w:rsidRDefault="006974AE" w:rsidP="006974AE">
      <w:r>
        <w:t>115.9413</w:t>
      </w:r>
      <w:r>
        <w:tab/>
        <w:t>3.038e0</w:t>
      </w:r>
    </w:p>
    <w:p w:rsidR="006974AE" w:rsidRDefault="006974AE" w:rsidP="006974AE">
      <w:r>
        <w:t>115.9546</w:t>
      </w:r>
      <w:r>
        <w:tab/>
        <w:t>1.013e0</w:t>
      </w:r>
    </w:p>
    <w:p w:rsidR="006974AE" w:rsidRDefault="006974AE" w:rsidP="006974AE">
      <w:r>
        <w:t>115.9560</w:t>
      </w:r>
      <w:r>
        <w:tab/>
        <w:t>5.063e0</w:t>
      </w:r>
    </w:p>
    <w:p w:rsidR="006974AE" w:rsidRDefault="006974AE" w:rsidP="006974AE">
      <w:r>
        <w:t>115.9575</w:t>
      </w:r>
      <w:r>
        <w:tab/>
        <w:t>1.013e0</w:t>
      </w:r>
    </w:p>
    <w:p w:rsidR="006974AE" w:rsidRDefault="006974AE" w:rsidP="006974AE">
      <w:r>
        <w:t>115.9717</w:t>
      </w:r>
      <w:r>
        <w:tab/>
        <w:t>1.013e0</w:t>
      </w:r>
    </w:p>
    <w:p w:rsidR="006974AE" w:rsidRDefault="006974AE" w:rsidP="006974AE">
      <w:r>
        <w:t>115.9847</w:t>
      </w:r>
      <w:r>
        <w:tab/>
        <w:t>2.025e0</w:t>
      </w:r>
    </w:p>
    <w:p w:rsidR="006974AE" w:rsidRDefault="006974AE" w:rsidP="006974AE">
      <w:r>
        <w:t>115.9889</w:t>
      </w:r>
      <w:r>
        <w:tab/>
        <w:t>1.013e0</w:t>
      </w:r>
    </w:p>
    <w:p w:rsidR="006974AE" w:rsidRDefault="006974AE" w:rsidP="006974AE">
      <w:r>
        <w:t>116.0151</w:t>
      </w:r>
      <w:r>
        <w:tab/>
        <w:t>1.013e0</w:t>
      </w:r>
    </w:p>
    <w:p w:rsidR="006974AE" w:rsidRDefault="006974AE" w:rsidP="006974AE">
      <w:r>
        <w:t>116.0202</w:t>
      </w:r>
      <w:r>
        <w:tab/>
        <w:t>1.013e0</w:t>
      </w:r>
    </w:p>
    <w:p w:rsidR="006974AE" w:rsidRDefault="006974AE" w:rsidP="006974AE">
      <w:r>
        <w:t>116.0234</w:t>
      </w:r>
      <w:r>
        <w:tab/>
        <w:t>1.013e0</w:t>
      </w:r>
    </w:p>
    <w:p w:rsidR="006974AE" w:rsidRDefault="006974AE" w:rsidP="006974AE">
      <w:r>
        <w:lastRenderedPageBreak/>
        <w:t>116.0306</w:t>
      </w:r>
      <w:r>
        <w:tab/>
        <w:t>2.025e0</w:t>
      </w:r>
    </w:p>
    <w:p w:rsidR="006974AE" w:rsidRDefault="006974AE" w:rsidP="006974AE">
      <w:r>
        <w:t>116.0323</w:t>
      </w:r>
      <w:r>
        <w:tab/>
        <w:t>1.013e0</w:t>
      </w:r>
    </w:p>
    <w:p w:rsidR="006974AE" w:rsidRDefault="006974AE" w:rsidP="006974AE">
      <w:r>
        <w:t>116.0433</w:t>
      </w:r>
      <w:r>
        <w:tab/>
        <w:t>1.013e0</w:t>
      </w:r>
    </w:p>
    <w:p w:rsidR="006974AE" w:rsidRDefault="006974AE" w:rsidP="006974AE">
      <w:r>
        <w:t>116.0662</w:t>
      </w:r>
      <w:r>
        <w:tab/>
        <w:t>3.941e0</w:t>
      </w:r>
    </w:p>
    <w:p w:rsidR="006974AE" w:rsidRDefault="006974AE" w:rsidP="006974AE">
      <w:r>
        <w:t>116.0698</w:t>
      </w:r>
      <w:r>
        <w:tab/>
        <w:t>7.623e0</w:t>
      </w:r>
    </w:p>
    <w:p w:rsidR="006974AE" w:rsidRDefault="006974AE" w:rsidP="006974AE">
      <w:r>
        <w:t>116.0710</w:t>
      </w:r>
      <w:r>
        <w:tab/>
        <w:t>3.915e1</w:t>
      </w:r>
    </w:p>
    <w:p w:rsidR="006974AE" w:rsidRDefault="006974AE" w:rsidP="006974AE">
      <w:r>
        <w:t>116.0723</w:t>
      </w:r>
      <w:r>
        <w:tab/>
        <w:t>2.076e1</w:t>
      </w:r>
    </w:p>
    <w:p w:rsidR="006974AE" w:rsidRDefault="006974AE" w:rsidP="006974AE">
      <w:r>
        <w:t>116.0735</w:t>
      </w:r>
      <w:r>
        <w:tab/>
        <w:t>1.114e1</w:t>
      </w:r>
    </w:p>
    <w:p w:rsidR="006974AE" w:rsidRDefault="006974AE" w:rsidP="006974AE">
      <w:r>
        <w:t>116.0819</w:t>
      </w:r>
      <w:r>
        <w:tab/>
        <w:t>8.038e0</w:t>
      </w:r>
    </w:p>
    <w:p w:rsidR="006974AE" w:rsidRDefault="006974AE" w:rsidP="006974AE">
      <w:r>
        <w:t>116.0853</w:t>
      </w:r>
      <w:r>
        <w:tab/>
        <w:t>4.671e0</w:t>
      </w:r>
    </w:p>
    <w:p w:rsidR="006974AE" w:rsidRDefault="006974AE" w:rsidP="006974AE">
      <w:r>
        <w:t>116.0893</w:t>
      </w:r>
      <w:r>
        <w:tab/>
        <w:t>3.328e1</w:t>
      </w:r>
    </w:p>
    <w:p w:rsidR="006974AE" w:rsidRDefault="006974AE" w:rsidP="006974AE">
      <w:r>
        <w:t>116.0919</w:t>
      </w:r>
      <w:r>
        <w:tab/>
        <w:t>1.367e1</w:t>
      </w:r>
    </w:p>
    <w:p w:rsidR="006974AE" w:rsidRDefault="006974AE" w:rsidP="006974AE">
      <w:r>
        <w:t>116.1041</w:t>
      </w:r>
      <w:r>
        <w:tab/>
        <w:t>4.632e0</w:t>
      </w:r>
    </w:p>
    <w:p w:rsidR="006974AE" w:rsidRDefault="006974AE" w:rsidP="006974AE">
      <w:r>
        <w:t>116.1090</w:t>
      </w:r>
      <w:r>
        <w:tab/>
        <w:t>1.013e0</w:t>
      </w:r>
    </w:p>
    <w:p w:rsidR="006974AE" w:rsidRDefault="006974AE" w:rsidP="006974AE">
      <w:r>
        <w:t>116.1107</w:t>
      </w:r>
      <w:r>
        <w:tab/>
        <w:t>2.025e0</w:t>
      </w:r>
    </w:p>
    <w:p w:rsidR="006974AE" w:rsidRDefault="006974AE" w:rsidP="006974AE">
      <w:r>
        <w:t>116.1292</w:t>
      </w:r>
      <w:r>
        <w:tab/>
        <w:t>2.025e0</w:t>
      </w:r>
    </w:p>
    <w:p w:rsidR="006974AE" w:rsidRDefault="006974AE" w:rsidP="006974AE">
      <w:r>
        <w:t>116.1313</w:t>
      </w:r>
      <w:r>
        <w:tab/>
        <w:t>3.038e0</w:t>
      </w:r>
    </w:p>
    <w:p w:rsidR="006974AE" w:rsidRDefault="006974AE" w:rsidP="006974AE">
      <w:r>
        <w:t>116.1408</w:t>
      </w:r>
      <w:r>
        <w:tab/>
        <w:t>4.051e0</w:t>
      </w:r>
    </w:p>
    <w:p w:rsidR="006974AE" w:rsidRDefault="006974AE" w:rsidP="006974AE">
      <w:r>
        <w:t>116.1435</w:t>
      </w:r>
      <w:r>
        <w:tab/>
        <w:t>1.013e0</w:t>
      </w:r>
    </w:p>
    <w:p w:rsidR="006974AE" w:rsidRDefault="006974AE" w:rsidP="006974AE">
      <w:r>
        <w:lastRenderedPageBreak/>
        <w:t>116.1523</w:t>
      </w:r>
      <w:r>
        <w:tab/>
        <w:t>1.013e0</w:t>
      </w:r>
    </w:p>
    <w:p w:rsidR="006974AE" w:rsidRDefault="006974AE" w:rsidP="006974AE">
      <w:r>
        <w:t>116.1607</w:t>
      </w:r>
      <w:r>
        <w:tab/>
        <w:t>1.013e0</w:t>
      </w:r>
    </w:p>
    <w:p w:rsidR="006974AE" w:rsidRDefault="006974AE" w:rsidP="006974AE">
      <w:r>
        <w:t>116.1622</w:t>
      </w:r>
      <w:r>
        <w:tab/>
        <w:t>2.025e0</w:t>
      </w:r>
    </w:p>
    <w:p w:rsidR="006974AE" w:rsidRDefault="006974AE" w:rsidP="006974AE">
      <w:r>
        <w:t>116.1636</w:t>
      </w:r>
      <w:r>
        <w:tab/>
        <w:t>2.025e0</w:t>
      </w:r>
    </w:p>
    <w:p w:rsidR="006974AE" w:rsidRDefault="006974AE" w:rsidP="006974AE">
      <w:r>
        <w:t>116.1778</w:t>
      </w:r>
      <w:r>
        <w:tab/>
        <w:t>1.013e0</w:t>
      </w:r>
    </w:p>
    <w:p w:rsidR="006974AE" w:rsidRDefault="006974AE" w:rsidP="006974AE">
      <w:r>
        <w:t>116.1808</w:t>
      </w:r>
      <w:r>
        <w:tab/>
        <w:t>1.013e0</w:t>
      </w:r>
    </w:p>
    <w:p w:rsidR="006974AE" w:rsidRDefault="006974AE" w:rsidP="006974AE">
      <w:r>
        <w:t>116.1980</w:t>
      </w:r>
      <w:r>
        <w:tab/>
        <w:t>1.013e0</w:t>
      </w:r>
    </w:p>
    <w:p w:rsidR="006974AE" w:rsidRDefault="006974AE" w:rsidP="006974AE">
      <w:r>
        <w:t>116.2037</w:t>
      </w:r>
      <w:r>
        <w:tab/>
        <w:t>1.013e0</w:t>
      </w:r>
    </w:p>
    <w:p w:rsidR="006974AE" w:rsidRDefault="006974AE" w:rsidP="006974AE">
      <w:r>
        <w:t>116.2096</w:t>
      </w:r>
      <w:r>
        <w:tab/>
        <w:t>1.013e0</w:t>
      </w:r>
    </w:p>
    <w:p w:rsidR="006974AE" w:rsidRDefault="006974AE" w:rsidP="006974AE">
      <w:r>
        <w:t>116.2122</w:t>
      </w:r>
      <w:r>
        <w:tab/>
        <w:t>4.051e0</w:t>
      </w:r>
    </w:p>
    <w:p w:rsidR="006974AE" w:rsidRDefault="006974AE" w:rsidP="006974AE">
      <w:r>
        <w:t>116.2150</w:t>
      </w:r>
      <w:r>
        <w:tab/>
        <w:t>1.013e0</w:t>
      </w:r>
    </w:p>
    <w:p w:rsidR="006974AE" w:rsidRDefault="006974AE" w:rsidP="006974AE">
      <w:r>
        <w:t>116.2239</w:t>
      </w:r>
      <w:r>
        <w:tab/>
        <w:t>3.038e0</w:t>
      </w:r>
    </w:p>
    <w:p w:rsidR="006974AE" w:rsidRDefault="006974AE" w:rsidP="006974AE">
      <w:r>
        <w:t>116.2270</w:t>
      </w:r>
      <w:r>
        <w:tab/>
        <w:t>1.013e0</w:t>
      </w:r>
    </w:p>
    <w:p w:rsidR="006974AE" w:rsidRDefault="006974AE" w:rsidP="006974AE">
      <w:r>
        <w:t>116.2440</w:t>
      </w:r>
      <w:r>
        <w:tab/>
        <w:t>1.013e0</w:t>
      </w:r>
    </w:p>
    <w:p w:rsidR="006974AE" w:rsidRDefault="006974AE" w:rsidP="006974AE">
      <w:r>
        <w:t>116.2612</w:t>
      </w:r>
      <w:r>
        <w:tab/>
        <w:t>1.013e0</w:t>
      </w:r>
    </w:p>
    <w:p w:rsidR="006974AE" w:rsidRDefault="006974AE" w:rsidP="006974AE">
      <w:r>
        <w:t>116.2640</w:t>
      </w:r>
      <w:r>
        <w:tab/>
        <w:t>1.013e0</w:t>
      </w:r>
    </w:p>
    <w:p w:rsidR="006974AE" w:rsidRDefault="006974AE" w:rsidP="006974AE">
      <w:r>
        <w:t>116.2681</w:t>
      </w:r>
      <w:r>
        <w:tab/>
        <w:t>2.025e0</w:t>
      </w:r>
    </w:p>
    <w:p w:rsidR="006974AE" w:rsidRDefault="006974AE" w:rsidP="006974AE">
      <w:r>
        <w:t>116.2785</w:t>
      </w:r>
      <w:r>
        <w:tab/>
        <w:t>1.013e0</w:t>
      </w:r>
    </w:p>
    <w:p w:rsidR="006974AE" w:rsidRDefault="006974AE" w:rsidP="006974AE">
      <w:r>
        <w:t>116.2811</w:t>
      </w:r>
      <w:r>
        <w:tab/>
        <w:t>1.013e0</w:t>
      </w:r>
    </w:p>
    <w:p w:rsidR="006974AE" w:rsidRDefault="006974AE" w:rsidP="006974AE">
      <w:r>
        <w:lastRenderedPageBreak/>
        <w:t>116.2837</w:t>
      </w:r>
      <w:r>
        <w:tab/>
        <w:t>1.013e0</w:t>
      </w:r>
    </w:p>
    <w:p w:rsidR="006974AE" w:rsidRDefault="006974AE" w:rsidP="006974AE">
      <w:r>
        <w:t>116.2955</w:t>
      </w:r>
      <w:r>
        <w:tab/>
        <w:t>1.013e0</w:t>
      </w:r>
    </w:p>
    <w:p w:rsidR="006974AE" w:rsidRDefault="006974AE" w:rsidP="006974AE">
      <w:r>
        <w:t>116.3127</w:t>
      </w:r>
      <w:r>
        <w:tab/>
        <w:t>1.013e0</w:t>
      </w:r>
    </w:p>
    <w:p w:rsidR="006974AE" w:rsidRDefault="006974AE" w:rsidP="006974AE">
      <w:r>
        <w:t>116.3157</w:t>
      </w:r>
      <w:r>
        <w:tab/>
        <w:t>1.013e0</w:t>
      </w:r>
    </w:p>
    <w:p w:rsidR="006974AE" w:rsidRDefault="006974AE" w:rsidP="006974AE">
      <w:r>
        <w:t>116.3299</w:t>
      </w:r>
      <w:r>
        <w:tab/>
        <w:t>1.013e0</w:t>
      </w:r>
    </w:p>
    <w:p w:rsidR="006974AE" w:rsidRDefault="006974AE" w:rsidP="006974AE">
      <w:r>
        <w:t>116.3441</w:t>
      </w:r>
      <w:r>
        <w:tab/>
        <w:t>1.013e0</w:t>
      </w:r>
    </w:p>
    <w:p w:rsidR="006974AE" w:rsidRDefault="006974AE" w:rsidP="006974AE">
      <w:r>
        <w:t>116.3470</w:t>
      </w:r>
      <w:r>
        <w:tab/>
        <w:t>1.013e0</w:t>
      </w:r>
    </w:p>
    <w:p w:rsidR="006974AE" w:rsidRDefault="006974AE" w:rsidP="006974AE">
      <w:r>
        <w:t>116.3585</w:t>
      </w:r>
      <w:r>
        <w:tab/>
        <w:t>1.013e0</w:t>
      </w:r>
    </w:p>
    <w:p w:rsidR="006974AE" w:rsidRDefault="006974AE" w:rsidP="006974AE">
      <w:r>
        <w:t>116.3725</w:t>
      </w:r>
      <w:r>
        <w:tab/>
        <w:t>1.013e0</w:t>
      </w:r>
    </w:p>
    <w:p w:rsidR="006974AE" w:rsidRDefault="006974AE" w:rsidP="006974AE">
      <w:r>
        <w:t>116.3816</w:t>
      </w:r>
      <w:r>
        <w:tab/>
        <w:t>1.013e0</w:t>
      </w:r>
    </w:p>
    <w:p w:rsidR="006974AE" w:rsidRDefault="006974AE" w:rsidP="006974AE">
      <w:r>
        <w:t>116.3929</w:t>
      </w:r>
      <w:r>
        <w:tab/>
        <w:t>1.013e0</w:t>
      </w:r>
    </w:p>
    <w:p w:rsidR="006974AE" w:rsidRDefault="006974AE" w:rsidP="006974AE">
      <w:r>
        <w:t>116.3957</w:t>
      </w:r>
      <w:r>
        <w:tab/>
        <w:t>1.013e0</w:t>
      </w:r>
    </w:p>
    <w:p w:rsidR="006974AE" w:rsidRDefault="006974AE" w:rsidP="006974AE">
      <w:r>
        <w:t>116.3971</w:t>
      </w:r>
      <w:r>
        <w:tab/>
        <w:t>2.025e0</w:t>
      </w:r>
    </w:p>
    <w:p w:rsidR="006974AE" w:rsidRDefault="006974AE" w:rsidP="006974AE">
      <w:r>
        <w:t>116.4072</w:t>
      </w:r>
      <w:r>
        <w:tab/>
        <w:t>1.013e0</w:t>
      </w:r>
    </w:p>
    <w:p w:rsidR="006974AE" w:rsidRDefault="006974AE" w:rsidP="006974AE">
      <w:r>
        <w:t>116.4129</w:t>
      </w:r>
      <w:r>
        <w:tab/>
        <w:t>1.013e0</w:t>
      </w:r>
    </w:p>
    <w:p w:rsidR="006974AE" w:rsidRDefault="006974AE" w:rsidP="006974AE">
      <w:r>
        <w:t>116.4272</w:t>
      </w:r>
      <w:r>
        <w:tab/>
        <w:t>1.013e0</w:t>
      </w:r>
    </w:p>
    <w:p w:rsidR="006974AE" w:rsidRDefault="006974AE" w:rsidP="006974AE">
      <w:r>
        <w:t>116.4416</w:t>
      </w:r>
      <w:r>
        <w:tab/>
        <w:t>1.013e0</w:t>
      </w:r>
    </w:p>
    <w:p w:rsidR="006974AE" w:rsidRDefault="006974AE" w:rsidP="006974AE">
      <w:r>
        <w:t>116.4503</w:t>
      </w:r>
      <w:r>
        <w:tab/>
        <w:t>1.013e0</w:t>
      </w:r>
    </w:p>
    <w:p w:rsidR="006974AE" w:rsidRDefault="006974AE" w:rsidP="006974AE">
      <w:r>
        <w:t>116.4644</w:t>
      </w:r>
      <w:r>
        <w:tab/>
        <w:t>1.013e0</w:t>
      </w:r>
    </w:p>
    <w:p w:rsidR="006974AE" w:rsidRDefault="006974AE" w:rsidP="006974AE">
      <w:r>
        <w:lastRenderedPageBreak/>
        <w:t>116.4675</w:t>
      </w:r>
      <w:r>
        <w:tab/>
        <w:t>1.013e0</w:t>
      </w:r>
    </w:p>
    <w:p w:rsidR="006974AE" w:rsidRDefault="006974AE" w:rsidP="006974AE">
      <w:r>
        <w:t>116.4703</w:t>
      </w:r>
      <w:r>
        <w:tab/>
        <w:t>1.013e0</w:t>
      </w:r>
    </w:p>
    <w:p w:rsidR="006974AE" w:rsidRDefault="006974AE" w:rsidP="006974AE">
      <w:r>
        <w:t>116.4734</w:t>
      </w:r>
      <w:r>
        <w:tab/>
        <w:t>1.013e0</w:t>
      </w:r>
    </w:p>
    <w:p w:rsidR="006974AE" w:rsidRDefault="006974AE" w:rsidP="006974AE">
      <w:r>
        <w:t>116.4846</w:t>
      </w:r>
      <w:r>
        <w:tab/>
        <w:t>1.013e0</w:t>
      </w:r>
    </w:p>
    <w:p w:rsidR="006974AE" w:rsidRDefault="006974AE" w:rsidP="006974AE">
      <w:r>
        <w:t>116.4891</w:t>
      </w:r>
      <w:r>
        <w:tab/>
        <w:t>2.025e0</w:t>
      </w:r>
    </w:p>
    <w:p w:rsidR="006974AE" w:rsidRDefault="006974AE" w:rsidP="006974AE">
      <w:r>
        <w:t>116.4988</w:t>
      </w:r>
      <w:r>
        <w:tab/>
        <w:t>1.013e0</w:t>
      </w:r>
    </w:p>
    <w:p w:rsidR="006974AE" w:rsidRDefault="006974AE" w:rsidP="006974AE">
      <w:r>
        <w:t>116.5161</w:t>
      </w:r>
      <w:r>
        <w:tab/>
        <w:t>1.013e0</w:t>
      </w:r>
    </w:p>
    <w:p w:rsidR="006974AE" w:rsidRDefault="006974AE" w:rsidP="006974AE">
      <w:r>
        <w:t>116.5248</w:t>
      </w:r>
      <w:r>
        <w:tab/>
        <w:t>1.013e0</w:t>
      </w:r>
    </w:p>
    <w:p w:rsidR="006974AE" w:rsidRDefault="006974AE" w:rsidP="006974AE">
      <w:r>
        <w:t>116.5422</w:t>
      </w:r>
      <w:r>
        <w:tab/>
        <w:t>1.013e0</w:t>
      </w:r>
    </w:p>
    <w:p w:rsidR="006974AE" w:rsidRDefault="006974AE" w:rsidP="006974AE">
      <w:r>
        <w:t>116.5450</w:t>
      </w:r>
      <w:r>
        <w:tab/>
        <w:t>1.013e0</w:t>
      </w:r>
    </w:p>
    <w:p w:rsidR="006974AE" w:rsidRDefault="006974AE" w:rsidP="006974AE">
      <w:r>
        <w:t>116.5466</w:t>
      </w:r>
      <w:r>
        <w:tab/>
        <w:t>2.025e0</w:t>
      </w:r>
    </w:p>
    <w:p w:rsidR="006974AE" w:rsidRDefault="006974AE" w:rsidP="006974AE">
      <w:r>
        <w:t>116.5565</w:t>
      </w:r>
      <w:r>
        <w:tab/>
        <w:t>1.013e0</w:t>
      </w:r>
    </w:p>
    <w:p w:rsidR="006974AE" w:rsidRDefault="006974AE" w:rsidP="006974AE">
      <w:r>
        <w:t>116.5677</w:t>
      </w:r>
      <w:r>
        <w:tab/>
        <w:t>1.013e0</w:t>
      </w:r>
    </w:p>
    <w:p w:rsidR="006974AE" w:rsidRDefault="006974AE" w:rsidP="006974AE">
      <w:r>
        <w:t>116.5826</w:t>
      </w:r>
      <w:r>
        <w:tab/>
        <w:t>1.013e0</w:t>
      </w:r>
    </w:p>
    <w:p w:rsidR="006974AE" w:rsidRDefault="006974AE" w:rsidP="006974AE">
      <w:r>
        <w:t>116.5879</w:t>
      </w:r>
      <w:r>
        <w:tab/>
        <w:t>1.013e0</w:t>
      </w:r>
    </w:p>
    <w:p w:rsidR="006974AE" w:rsidRDefault="006974AE" w:rsidP="006974AE">
      <w:r>
        <w:t>116.5907</w:t>
      </w:r>
      <w:r>
        <w:tab/>
        <w:t>1.013e0</w:t>
      </w:r>
    </w:p>
    <w:p w:rsidR="006974AE" w:rsidRDefault="006974AE" w:rsidP="006974AE">
      <w:r>
        <w:t>116.6051</w:t>
      </w:r>
      <w:r>
        <w:tab/>
        <w:t>1.013e0</w:t>
      </w:r>
    </w:p>
    <w:p w:rsidR="006974AE" w:rsidRDefault="006974AE" w:rsidP="006974AE">
      <w:r>
        <w:t>116.6109</w:t>
      </w:r>
      <w:r>
        <w:tab/>
        <w:t>1.013e0</w:t>
      </w:r>
    </w:p>
    <w:p w:rsidR="006974AE" w:rsidRDefault="006974AE" w:rsidP="006974AE">
      <w:r>
        <w:t>116.6370</w:t>
      </w:r>
      <w:r>
        <w:tab/>
        <w:t>1.013e0</w:t>
      </w:r>
    </w:p>
    <w:p w:rsidR="006974AE" w:rsidRDefault="006974AE" w:rsidP="006974AE">
      <w:r>
        <w:lastRenderedPageBreak/>
        <w:t>116.6513</w:t>
      </w:r>
      <w:r>
        <w:tab/>
        <w:t>1.013e0</w:t>
      </w:r>
    </w:p>
    <w:p w:rsidR="006974AE" w:rsidRDefault="006974AE" w:rsidP="006974AE">
      <w:r>
        <w:t>116.6596</w:t>
      </w:r>
      <w:r>
        <w:tab/>
        <w:t>1.013e0</w:t>
      </w:r>
    </w:p>
    <w:p w:rsidR="006974AE" w:rsidRDefault="006974AE" w:rsidP="006974AE">
      <w:r>
        <w:t>116.6914</w:t>
      </w:r>
      <w:r>
        <w:tab/>
        <w:t>1.013e0</w:t>
      </w:r>
    </w:p>
    <w:p w:rsidR="006974AE" w:rsidRDefault="006974AE" w:rsidP="006974AE">
      <w:r>
        <w:t>116.7015</w:t>
      </w:r>
      <w:r>
        <w:tab/>
        <w:t>2.025e0</w:t>
      </w:r>
    </w:p>
    <w:p w:rsidR="006974AE" w:rsidRDefault="006974AE" w:rsidP="006974AE">
      <w:r>
        <w:t>116.7029</w:t>
      </w:r>
      <w:r>
        <w:tab/>
        <w:t>1.013e0</w:t>
      </w:r>
    </w:p>
    <w:p w:rsidR="006974AE" w:rsidRDefault="006974AE" w:rsidP="006974AE">
      <w:r>
        <w:t>116.7099</w:t>
      </w:r>
      <w:r>
        <w:tab/>
        <w:t>2.025e0</w:t>
      </w:r>
    </w:p>
    <w:p w:rsidR="006974AE" w:rsidRDefault="006974AE" w:rsidP="006974AE">
      <w:r>
        <w:t>116.7215</w:t>
      </w:r>
      <w:r>
        <w:tab/>
        <w:t>2.025e0</w:t>
      </w:r>
    </w:p>
    <w:p w:rsidR="006974AE" w:rsidRDefault="006974AE" w:rsidP="006974AE">
      <w:r>
        <w:t>116.7313</w:t>
      </w:r>
      <w:r>
        <w:tab/>
        <w:t>1.013e0</w:t>
      </w:r>
    </w:p>
    <w:p w:rsidR="006974AE" w:rsidRDefault="006974AE" w:rsidP="006974AE">
      <w:r>
        <w:t>116.7372</w:t>
      </w:r>
      <w:r>
        <w:tab/>
        <w:t>1.013e0</w:t>
      </w:r>
    </w:p>
    <w:p w:rsidR="006974AE" w:rsidRDefault="006974AE" w:rsidP="006974AE">
      <w:r>
        <w:t>116.7432</w:t>
      </w:r>
      <w:r>
        <w:tab/>
        <w:t>1.013e0</w:t>
      </w:r>
    </w:p>
    <w:p w:rsidR="006974AE" w:rsidRDefault="006974AE" w:rsidP="006974AE">
      <w:r>
        <w:t>116.7458</w:t>
      </w:r>
      <w:r>
        <w:tab/>
        <w:t>1.013e0</w:t>
      </w:r>
    </w:p>
    <w:p w:rsidR="006974AE" w:rsidRDefault="006974AE" w:rsidP="006974AE">
      <w:r>
        <w:t>116.7658</w:t>
      </w:r>
      <w:r>
        <w:tab/>
        <w:t>1.013e0</w:t>
      </w:r>
    </w:p>
    <w:p w:rsidR="006974AE" w:rsidRDefault="006974AE" w:rsidP="006974AE">
      <w:r>
        <w:t>116.7805</w:t>
      </w:r>
      <w:r>
        <w:tab/>
        <w:t>1.013e0</w:t>
      </w:r>
    </w:p>
    <w:p w:rsidR="006974AE" w:rsidRDefault="006974AE" w:rsidP="006974AE">
      <w:r>
        <w:t>116.8032</w:t>
      </w:r>
      <w:r>
        <w:tab/>
        <w:t>1.013e0</w:t>
      </w:r>
    </w:p>
    <w:p w:rsidR="006974AE" w:rsidRDefault="006974AE" w:rsidP="006974AE">
      <w:r>
        <w:t>116.8262</w:t>
      </w:r>
      <w:r>
        <w:tab/>
        <w:t>1.013e0</w:t>
      </w:r>
    </w:p>
    <w:p w:rsidR="006974AE" w:rsidRDefault="006974AE" w:rsidP="006974AE">
      <w:r>
        <w:t>116.8350</w:t>
      </w:r>
      <w:r>
        <w:tab/>
        <w:t>1.013e0</w:t>
      </w:r>
    </w:p>
    <w:p w:rsidR="006974AE" w:rsidRDefault="006974AE" w:rsidP="006974AE">
      <w:r>
        <w:t>116.8449</w:t>
      </w:r>
      <w:r>
        <w:tab/>
        <w:t>2.025e0</w:t>
      </w:r>
    </w:p>
    <w:p w:rsidR="006974AE" w:rsidRDefault="006974AE" w:rsidP="006974AE">
      <w:r>
        <w:t>116.8494</w:t>
      </w:r>
      <w:r>
        <w:tab/>
        <w:t>1.013e0</w:t>
      </w:r>
    </w:p>
    <w:p w:rsidR="006974AE" w:rsidRDefault="006974AE" w:rsidP="006974AE">
      <w:r>
        <w:t>116.8637</w:t>
      </w:r>
      <w:r>
        <w:tab/>
        <w:t>1.013e0</w:t>
      </w:r>
    </w:p>
    <w:p w:rsidR="006974AE" w:rsidRDefault="006974AE" w:rsidP="006974AE">
      <w:r>
        <w:lastRenderedPageBreak/>
        <w:t>116.8751</w:t>
      </w:r>
      <w:r>
        <w:tab/>
        <w:t>1.013e0</w:t>
      </w:r>
    </w:p>
    <w:p w:rsidR="006974AE" w:rsidRDefault="006974AE" w:rsidP="006974AE">
      <w:r>
        <w:t>116.8808</w:t>
      </w:r>
      <w:r>
        <w:tab/>
        <w:t>1.013e0</w:t>
      </w:r>
    </w:p>
    <w:p w:rsidR="006974AE" w:rsidRDefault="006974AE" w:rsidP="006974AE">
      <w:r>
        <w:t>116.8938</w:t>
      </w:r>
      <w:r>
        <w:tab/>
        <w:t>2.025e0</w:t>
      </w:r>
    </w:p>
    <w:p w:rsidR="006974AE" w:rsidRDefault="006974AE" w:rsidP="006974AE">
      <w:r>
        <w:t>116.8982</w:t>
      </w:r>
      <w:r>
        <w:tab/>
        <w:t>1.013e0</w:t>
      </w:r>
    </w:p>
    <w:p w:rsidR="006974AE" w:rsidRDefault="006974AE" w:rsidP="006974AE">
      <w:r>
        <w:t>116.9413</w:t>
      </w:r>
      <w:r>
        <w:tab/>
        <w:t>1.013e0</w:t>
      </w:r>
    </w:p>
    <w:p w:rsidR="006974AE" w:rsidRDefault="006974AE" w:rsidP="006974AE">
      <w:r>
        <w:t>116.9438</w:t>
      </w:r>
      <w:r>
        <w:tab/>
        <w:t>1.013e0</w:t>
      </w:r>
    </w:p>
    <w:p w:rsidR="006974AE" w:rsidRDefault="006974AE" w:rsidP="006974AE">
      <w:r>
        <w:t>116.9700</w:t>
      </w:r>
      <w:r>
        <w:tab/>
        <w:t>1.013e0</w:t>
      </w:r>
    </w:p>
    <w:p w:rsidR="006974AE" w:rsidRDefault="006974AE" w:rsidP="006974AE">
      <w:r>
        <w:t>116.9813</w:t>
      </w:r>
      <w:r>
        <w:tab/>
        <w:t>1.013e0</w:t>
      </w:r>
    </w:p>
    <w:p w:rsidR="006974AE" w:rsidRDefault="006974AE" w:rsidP="006974AE">
      <w:r>
        <w:t>116.9960</w:t>
      </w:r>
      <w:r>
        <w:tab/>
        <w:t>1.013e0</w:t>
      </w:r>
    </w:p>
    <w:p w:rsidR="006974AE" w:rsidRDefault="006974AE" w:rsidP="006974AE">
      <w:r>
        <w:t>117.0187</w:t>
      </w:r>
      <w:r>
        <w:tab/>
        <w:t>1.013e0</w:t>
      </w:r>
    </w:p>
    <w:p w:rsidR="006974AE" w:rsidRDefault="006974AE" w:rsidP="006974AE">
      <w:r>
        <w:t>117.0305</w:t>
      </w:r>
      <w:r>
        <w:tab/>
        <w:t>1.013e0</w:t>
      </w:r>
    </w:p>
    <w:p w:rsidR="006974AE" w:rsidRDefault="006974AE" w:rsidP="006974AE">
      <w:r>
        <w:t>117.0390</w:t>
      </w:r>
      <w:r>
        <w:tab/>
        <w:t>1.013e0</w:t>
      </w:r>
    </w:p>
    <w:p w:rsidR="006974AE" w:rsidRDefault="006974AE" w:rsidP="006974AE">
      <w:r>
        <w:t>117.0448</w:t>
      </w:r>
      <w:r>
        <w:tab/>
        <w:t>1.013e0</w:t>
      </w:r>
    </w:p>
    <w:p w:rsidR="006974AE" w:rsidRDefault="006974AE" w:rsidP="006974AE">
      <w:r>
        <w:t>117.0664</w:t>
      </w:r>
      <w:r>
        <w:tab/>
        <w:t>2.127e1</w:t>
      </w:r>
    </w:p>
    <w:p w:rsidR="006974AE" w:rsidRDefault="006974AE" w:rsidP="006974AE">
      <w:r>
        <w:t>117.0678</w:t>
      </w:r>
      <w:r>
        <w:tab/>
        <w:t>4.269e1</w:t>
      </w:r>
    </w:p>
    <w:p w:rsidR="006974AE" w:rsidRDefault="006974AE" w:rsidP="006974AE">
      <w:r>
        <w:t>117.0689</w:t>
      </w:r>
      <w:r>
        <w:tab/>
        <w:t>2.635e1</w:t>
      </w:r>
    </w:p>
    <w:p w:rsidR="006974AE" w:rsidRDefault="006974AE" w:rsidP="006974AE">
      <w:r>
        <w:t>117.0706</w:t>
      </w:r>
      <w:r>
        <w:tab/>
        <w:t>2.127e1</w:t>
      </w:r>
    </w:p>
    <w:p w:rsidR="006974AE" w:rsidRDefault="006974AE" w:rsidP="006974AE">
      <w:r>
        <w:t>117.0885</w:t>
      </w:r>
      <w:r>
        <w:tab/>
        <w:t>3.376e0</w:t>
      </w:r>
    </w:p>
    <w:p w:rsidR="006974AE" w:rsidRDefault="006974AE" w:rsidP="006974AE">
      <w:r>
        <w:t>117.1024</w:t>
      </w:r>
      <w:r>
        <w:tab/>
        <w:t>1.013e0</w:t>
      </w:r>
    </w:p>
    <w:p w:rsidR="006974AE" w:rsidRDefault="006974AE" w:rsidP="006974AE">
      <w:r>
        <w:lastRenderedPageBreak/>
        <w:t>117.1037</w:t>
      </w:r>
      <w:r>
        <w:tab/>
        <w:t>3.038e0</w:t>
      </w:r>
    </w:p>
    <w:p w:rsidR="006974AE" w:rsidRDefault="006974AE" w:rsidP="006974AE">
      <w:r>
        <w:t>117.1108</w:t>
      </w:r>
      <w:r>
        <w:tab/>
        <w:t>1.013e0</w:t>
      </w:r>
    </w:p>
    <w:p w:rsidR="006974AE" w:rsidRDefault="006974AE" w:rsidP="006974AE">
      <w:r>
        <w:t>117.1197</w:t>
      </w:r>
      <w:r>
        <w:tab/>
        <w:t>1.013e0</w:t>
      </w:r>
    </w:p>
    <w:p w:rsidR="006974AE" w:rsidRDefault="006974AE" w:rsidP="006974AE">
      <w:r>
        <w:t>117.1279</w:t>
      </w:r>
      <w:r>
        <w:tab/>
        <w:t>3.038e0</w:t>
      </w:r>
    </w:p>
    <w:p w:rsidR="006974AE" w:rsidRDefault="006974AE" w:rsidP="006974AE">
      <w:r>
        <w:t>117.1369</w:t>
      </w:r>
      <w:r>
        <w:tab/>
        <w:t>1.013e0</w:t>
      </w:r>
    </w:p>
    <w:p w:rsidR="006974AE" w:rsidRDefault="006974AE" w:rsidP="006974AE">
      <w:r>
        <w:t>117.1423</w:t>
      </w:r>
      <w:r>
        <w:tab/>
        <w:t>1.013e0</w:t>
      </w:r>
    </w:p>
    <w:p w:rsidR="006974AE" w:rsidRDefault="006974AE" w:rsidP="006974AE">
      <w:r>
        <w:t>117.1542</w:t>
      </w:r>
      <w:r>
        <w:tab/>
        <w:t>1.013e0</w:t>
      </w:r>
    </w:p>
    <w:p w:rsidR="006974AE" w:rsidRDefault="006974AE" w:rsidP="006974AE">
      <w:r>
        <w:t>117.1572</w:t>
      </w:r>
      <w:r>
        <w:tab/>
        <w:t>1.013e0</w:t>
      </w:r>
    </w:p>
    <w:p w:rsidR="006974AE" w:rsidRDefault="006974AE" w:rsidP="006974AE">
      <w:r>
        <w:t>117.1771</w:t>
      </w:r>
      <w:r>
        <w:tab/>
        <w:t>1.013e0</w:t>
      </w:r>
    </w:p>
    <w:p w:rsidR="006974AE" w:rsidRDefault="006974AE" w:rsidP="006974AE">
      <w:r>
        <w:t>117.2000</w:t>
      </w:r>
      <w:r>
        <w:tab/>
        <w:t>1.013e0</w:t>
      </w:r>
    </w:p>
    <w:p w:rsidR="006974AE" w:rsidRDefault="006974AE" w:rsidP="006974AE">
      <w:r>
        <w:t>117.2291</w:t>
      </w:r>
      <w:r>
        <w:tab/>
        <w:t>1.013e0</w:t>
      </w:r>
    </w:p>
    <w:p w:rsidR="006974AE" w:rsidRDefault="006974AE" w:rsidP="006974AE">
      <w:r>
        <w:t>117.2303</w:t>
      </w:r>
      <w:r>
        <w:tab/>
        <w:t>2.025e0</w:t>
      </w:r>
    </w:p>
    <w:p w:rsidR="006974AE" w:rsidRDefault="006974AE" w:rsidP="006974AE">
      <w:r>
        <w:t>117.2344</w:t>
      </w:r>
      <w:r>
        <w:tab/>
        <w:t>1.013e0</w:t>
      </w:r>
    </w:p>
    <w:p w:rsidR="006974AE" w:rsidRDefault="006974AE" w:rsidP="006974AE">
      <w:r>
        <w:t>117.2547</w:t>
      </w:r>
      <w:r>
        <w:tab/>
        <w:t>1.013e0</w:t>
      </w:r>
    </w:p>
    <w:p w:rsidR="006974AE" w:rsidRDefault="006974AE" w:rsidP="006974AE">
      <w:r>
        <w:t>117.2576</w:t>
      </w:r>
      <w:r>
        <w:tab/>
        <w:t>1.013e0</w:t>
      </w:r>
    </w:p>
    <w:p w:rsidR="006974AE" w:rsidRDefault="006974AE" w:rsidP="006974AE">
      <w:r>
        <w:t>117.2634</w:t>
      </w:r>
      <w:r>
        <w:tab/>
        <w:t>1.013e0</w:t>
      </w:r>
    </w:p>
    <w:p w:rsidR="006974AE" w:rsidRDefault="006974AE" w:rsidP="006974AE">
      <w:r>
        <w:t>117.2663</w:t>
      </w:r>
      <w:r>
        <w:tab/>
        <w:t>1.013e0</w:t>
      </w:r>
    </w:p>
    <w:p w:rsidR="006974AE" w:rsidRDefault="006974AE" w:rsidP="006974AE">
      <w:r>
        <w:t>117.2778</w:t>
      </w:r>
      <w:r>
        <w:tab/>
        <w:t>1.013e0</w:t>
      </w:r>
    </w:p>
    <w:p w:rsidR="006974AE" w:rsidRDefault="006974AE" w:rsidP="006974AE">
      <w:r>
        <w:t>117.2838</w:t>
      </w:r>
      <w:r>
        <w:tab/>
        <w:t>1.013e0</w:t>
      </w:r>
    </w:p>
    <w:p w:rsidR="006974AE" w:rsidRDefault="006974AE" w:rsidP="006974AE">
      <w:r>
        <w:lastRenderedPageBreak/>
        <w:t>117.2890</w:t>
      </w:r>
      <w:r>
        <w:tab/>
        <w:t>1.013e0</w:t>
      </w:r>
    </w:p>
    <w:p w:rsidR="006974AE" w:rsidRDefault="006974AE" w:rsidP="006974AE">
      <w:r>
        <w:t>117.2979</w:t>
      </w:r>
      <w:r>
        <w:tab/>
        <w:t>1.013e0</w:t>
      </w:r>
    </w:p>
    <w:p w:rsidR="006974AE" w:rsidRDefault="006974AE" w:rsidP="006974AE">
      <w:r>
        <w:t>117.2994</w:t>
      </w:r>
      <w:r>
        <w:tab/>
        <w:t>2.025e0</w:t>
      </w:r>
    </w:p>
    <w:p w:rsidR="006974AE" w:rsidRDefault="006974AE" w:rsidP="006974AE">
      <w:r>
        <w:t>117.3009</w:t>
      </w:r>
      <w:r>
        <w:tab/>
        <w:t>1.013e0</w:t>
      </w:r>
    </w:p>
    <w:p w:rsidR="006974AE" w:rsidRDefault="006974AE" w:rsidP="006974AE">
      <w:r>
        <w:t>117.3063</w:t>
      </w:r>
      <w:r>
        <w:tab/>
        <w:t>1.013e0</w:t>
      </w:r>
    </w:p>
    <w:p w:rsidR="006974AE" w:rsidRDefault="006974AE" w:rsidP="006974AE">
      <w:r>
        <w:t>117.3325</w:t>
      </w:r>
      <w:r>
        <w:tab/>
        <w:t>1.013e0</w:t>
      </w:r>
    </w:p>
    <w:p w:rsidR="006974AE" w:rsidRDefault="006974AE" w:rsidP="006974AE">
      <w:r>
        <w:t>117.3384</w:t>
      </w:r>
      <w:r>
        <w:tab/>
        <w:t>1.013e0</w:t>
      </w:r>
    </w:p>
    <w:p w:rsidR="006974AE" w:rsidRDefault="006974AE" w:rsidP="006974AE">
      <w:r>
        <w:t>117.3409</w:t>
      </w:r>
      <w:r>
        <w:tab/>
        <w:t>1.013e0</w:t>
      </w:r>
    </w:p>
    <w:p w:rsidR="006974AE" w:rsidRDefault="006974AE" w:rsidP="006974AE">
      <w:r>
        <w:t>117.3669</w:t>
      </w:r>
      <w:r>
        <w:tab/>
        <w:t>1.013e0</w:t>
      </w:r>
    </w:p>
    <w:p w:rsidR="006974AE" w:rsidRDefault="006974AE" w:rsidP="006974AE">
      <w:r>
        <w:t>117.3728</w:t>
      </w:r>
      <w:r>
        <w:tab/>
        <w:t>1.013e0</w:t>
      </w:r>
    </w:p>
    <w:p w:rsidR="006974AE" w:rsidRDefault="006974AE" w:rsidP="006974AE">
      <w:r>
        <w:t>117.3931</w:t>
      </w:r>
      <w:r>
        <w:tab/>
        <w:t>2.025e0</w:t>
      </w:r>
    </w:p>
    <w:p w:rsidR="006974AE" w:rsidRDefault="006974AE" w:rsidP="006974AE">
      <w:r>
        <w:t>117.3957</w:t>
      </w:r>
      <w:r>
        <w:tab/>
        <w:t>1.013e0</w:t>
      </w:r>
    </w:p>
    <w:p w:rsidR="006974AE" w:rsidRDefault="006974AE" w:rsidP="006974AE">
      <w:r>
        <w:t>117.4045</w:t>
      </w:r>
      <w:r>
        <w:tab/>
        <w:t>1.013e0</w:t>
      </w:r>
    </w:p>
    <w:p w:rsidR="006974AE" w:rsidRDefault="006974AE" w:rsidP="006974AE">
      <w:r>
        <w:t>117.4247</w:t>
      </w:r>
      <w:r>
        <w:tab/>
        <w:t>1.013e0</w:t>
      </w:r>
    </w:p>
    <w:p w:rsidR="006974AE" w:rsidRDefault="006974AE" w:rsidP="006974AE">
      <w:r>
        <w:t>117.4464</w:t>
      </w:r>
      <w:r>
        <w:tab/>
        <w:t>2.025e0</w:t>
      </w:r>
    </w:p>
    <w:p w:rsidR="006974AE" w:rsidRDefault="006974AE" w:rsidP="006974AE">
      <w:r>
        <w:t>117.4576</w:t>
      </w:r>
      <w:r>
        <w:tab/>
        <w:t>2.025e0</w:t>
      </w:r>
    </w:p>
    <w:p w:rsidR="006974AE" w:rsidRDefault="006974AE" w:rsidP="006974AE">
      <w:r>
        <w:t>117.4703</w:t>
      </w:r>
      <w:r>
        <w:tab/>
        <w:t>1.013e0</w:t>
      </w:r>
    </w:p>
    <w:p w:rsidR="006974AE" w:rsidRDefault="006974AE" w:rsidP="006974AE">
      <w:r>
        <w:t>117.4908</w:t>
      </w:r>
      <w:r>
        <w:tab/>
        <w:t>1.013e0</w:t>
      </w:r>
    </w:p>
    <w:p w:rsidR="006974AE" w:rsidRDefault="006974AE" w:rsidP="006974AE">
      <w:r>
        <w:t>117.5167</w:t>
      </w:r>
      <w:r>
        <w:tab/>
        <w:t>1.013e0</w:t>
      </w:r>
    </w:p>
    <w:p w:rsidR="006974AE" w:rsidRDefault="006974AE" w:rsidP="006974AE">
      <w:r>
        <w:lastRenderedPageBreak/>
        <w:t>117.5224</w:t>
      </w:r>
      <w:r>
        <w:tab/>
        <w:t>1.013e0</w:t>
      </w:r>
    </w:p>
    <w:p w:rsidR="006974AE" w:rsidRDefault="006974AE" w:rsidP="006974AE">
      <w:r>
        <w:t>117.5240</w:t>
      </w:r>
      <w:r>
        <w:tab/>
        <w:t>4.051e0</w:t>
      </w:r>
    </w:p>
    <w:p w:rsidR="006974AE" w:rsidRDefault="006974AE" w:rsidP="006974AE">
      <w:r>
        <w:t>117.5341</w:t>
      </w:r>
      <w:r>
        <w:tab/>
        <w:t>1.013e0</w:t>
      </w:r>
    </w:p>
    <w:p w:rsidR="006974AE" w:rsidRDefault="006974AE" w:rsidP="006974AE">
      <w:r>
        <w:t>117.5485</w:t>
      </w:r>
      <w:r>
        <w:tab/>
        <w:t>1.013e0</w:t>
      </w:r>
    </w:p>
    <w:p w:rsidR="006974AE" w:rsidRDefault="006974AE" w:rsidP="006974AE">
      <w:r>
        <w:t>117.5626</w:t>
      </w:r>
      <w:r>
        <w:tab/>
        <w:t>1.013e0</w:t>
      </w:r>
    </w:p>
    <w:p w:rsidR="006974AE" w:rsidRDefault="006974AE" w:rsidP="006974AE">
      <w:r>
        <w:t>117.5672</w:t>
      </w:r>
      <w:r>
        <w:tab/>
        <w:t>2.025e0</w:t>
      </w:r>
    </w:p>
    <w:p w:rsidR="006974AE" w:rsidRDefault="006974AE" w:rsidP="006974AE">
      <w:r>
        <w:t>117.5798</w:t>
      </w:r>
      <w:r>
        <w:tab/>
        <w:t>1.013e0</w:t>
      </w:r>
    </w:p>
    <w:p w:rsidR="006974AE" w:rsidRDefault="006974AE" w:rsidP="006974AE">
      <w:r>
        <w:t>117.5828</w:t>
      </w:r>
      <w:r>
        <w:tab/>
        <w:t>1.013e0</w:t>
      </w:r>
    </w:p>
    <w:p w:rsidR="006974AE" w:rsidRDefault="006974AE" w:rsidP="006974AE">
      <w:r>
        <w:t>117.5889</w:t>
      </w:r>
      <w:r>
        <w:tab/>
        <w:t>1.013e0</w:t>
      </w:r>
    </w:p>
    <w:p w:rsidR="006974AE" w:rsidRDefault="006974AE" w:rsidP="006974AE">
      <w:r>
        <w:t>117.5918</w:t>
      </w:r>
      <w:r>
        <w:tab/>
        <w:t>1.013e0</w:t>
      </w:r>
    </w:p>
    <w:p w:rsidR="006974AE" w:rsidRDefault="006974AE" w:rsidP="006974AE">
      <w:r>
        <w:t>117.6003</w:t>
      </w:r>
      <w:r>
        <w:tab/>
        <w:t>1.013e0</w:t>
      </w:r>
    </w:p>
    <w:p w:rsidR="006974AE" w:rsidRDefault="006974AE" w:rsidP="006974AE">
      <w:r>
        <w:t>117.6060</w:t>
      </w:r>
      <w:r>
        <w:tab/>
        <w:t>1.013e0</w:t>
      </w:r>
    </w:p>
    <w:p w:rsidR="006974AE" w:rsidRDefault="006974AE" w:rsidP="006974AE">
      <w:r>
        <w:t>117.6090</w:t>
      </w:r>
      <w:r>
        <w:tab/>
        <w:t>1.013e0</w:t>
      </w:r>
    </w:p>
    <w:p w:rsidR="006974AE" w:rsidRDefault="006974AE" w:rsidP="006974AE">
      <w:r>
        <w:t>117.6249</w:t>
      </w:r>
      <w:r>
        <w:tab/>
        <w:t>2.025e0</w:t>
      </w:r>
    </w:p>
    <w:p w:rsidR="006974AE" w:rsidRDefault="006974AE" w:rsidP="006974AE">
      <w:r>
        <w:t>117.6264</w:t>
      </w:r>
      <w:r>
        <w:tab/>
        <w:t>1.013e0</w:t>
      </w:r>
    </w:p>
    <w:p w:rsidR="006974AE" w:rsidRDefault="006974AE" w:rsidP="006974AE">
      <w:r>
        <w:t>117.6319</w:t>
      </w:r>
      <w:r>
        <w:tab/>
        <w:t>2.025e0</w:t>
      </w:r>
    </w:p>
    <w:p w:rsidR="006974AE" w:rsidRDefault="006974AE" w:rsidP="006974AE">
      <w:r>
        <w:t>117.6406</w:t>
      </w:r>
      <w:r>
        <w:tab/>
        <w:t>1.013e0</w:t>
      </w:r>
    </w:p>
    <w:p w:rsidR="006974AE" w:rsidRDefault="006974AE" w:rsidP="006974AE">
      <w:r>
        <w:t>117.6549</w:t>
      </w:r>
      <w:r>
        <w:tab/>
        <w:t>1.013e0</w:t>
      </w:r>
    </w:p>
    <w:p w:rsidR="006974AE" w:rsidRDefault="006974AE" w:rsidP="006974AE">
      <w:r>
        <w:t>117.6638</w:t>
      </w:r>
      <w:r>
        <w:tab/>
        <w:t>1.013e0</w:t>
      </w:r>
    </w:p>
    <w:p w:rsidR="006974AE" w:rsidRDefault="006974AE" w:rsidP="006974AE">
      <w:r>
        <w:lastRenderedPageBreak/>
        <w:t>117.6751</w:t>
      </w:r>
      <w:r>
        <w:tab/>
        <w:t>1.013e0</w:t>
      </w:r>
    </w:p>
    <w:p w:rsidR="006974AE" w:rsidRDefault="006974AE" w:rsidP="006974AE">
      <w:r>
        <w:t>117.6780</w:t>
      </w:r>
      <w:r>
        <w:tab/>
        <w:t>1.013e0</w:t>
      </w:r>
    </w:p>
    <w:p w:rsidR="006974AE" w:rsidRDefault="006974AE" w:rsidP="006974AE">
      <w:r>
        <w:t>117.6812</w:t>
      </w:r>
      <w:r>
        <w:tab/>
        <w:t>2.025e0</w:t>
      </w:r>
    </w:p>
    <w:p w:rsidR="006974AE" w:rsidRDefault="006974AE" w:rsidP="006974AE">
      <w:r>
        <w:t>117.6882</w:t>
      </w:r>
      <w:r>
        <w:tab/>
        <w:t>2.025e0</w:t>
      </w:r>
    </w:p>
    <w:p w:rsidR="006974AE" w:rsidRDefault="006974AE" w:rsidP="006974AE">
      <w:r>
        <w:t>117.6925</w:t>
      </w:r>
      <w:r>
        <w:tab/>
        <w:t>1.013e0</w:t>
      </w:r>
    </w:p>
    <w:p w:rsidR="006974AE" w:rsidRDefault="006974AE" w:rsidP="006974AE">
      <w:r>
        <w:t>117.6953</w:t>
      </w:r>
      <w:r>
        <w:tab/>
        <w:t>1.013e0</w:t>
      </w:r>
    </w:p>
    <w:p w:rsidR="006974AE" w:rsidRDefault="006974AE" w:rsidP="006974AE">
      <w:r>
        <w:t>117.7014</w:t>
      </w:r>
      <w:r>
        <w:tab/>
        <w:t>1.013e0</w:t>
      </w:r>
    </w:p>
    <w:p w:rsidR="006974AE" w:rsidRDefault="006974AE" w:rsidP="006974AE">
      <w:r>
        <w:t>117.7128</w:t>
      </w:r>
      <w:r>
        <w:tab/>
        <w:t>2.025e0</w:t>
      </w:r>
    </w:p>
    <w:p w:rsidR="006974AE" w:rsidRDefault="006974AE" w:rsidP="006974AE">
      <w:r>
        <w:t>117.7156</w:t>
      </w:r>
      <w:r>
        <w:tab/>
        <w:t>2.025e0</w:t>
      </w:r>
    </w:p>
    <w:p w:rsidR="006974AE" w:rsidRDefault="006974AE" w:rsidP="006974AE">
      <w:r>
        <w:t>117.7358</w:t>
      </w:r>
      <w:r>
        <w:tab/>
        <w:t>1.013e0</w:t>
      </w:r>
    </w:p>
    <w:p w:rsidR="006974AE" w:rsidRDefault="006974AE" w:rsidP="006974AE">
      <w:r>
        <w:t>117.7390</w:t>
      </w:r>
      <w:r>
        <w:tab/>
        <w:t>1.013e0</w:t>
      </w:r>
    </w:p>
    <w:p w:rsidR="006974AE" w:rsidRDefault="006974AE" w:rsidP="006974AE">
      <w:r>
        <w:t>117.7472</w:t>
      </w:r>
      <w:r>
        <w:tab/>
        <w:t>2.025e0</w:t>
      </w:r>
    </w:p>
    <w:p w:rsidR="006974AE" w:rsidRDefault="006974AE" w:rsidP="006974AE">
      <w:r>
        <w:t>117.7733</w:t>
      </w:r>
      <w:r>
        <w:tab/>
        <w:t>1.013e0</w:t>
      </w:r>
    </w:p>
    <w:p w:rsidR="006974AE" w:rsidRDefault="006974AE" w:rsidP="006974AE">
      <w:r>
        <w:t>117.7789</w:t>
      </w:r>
      <w:r>
        <w:tab/>
        <w:t>3.038e0</w:t>
      </w:r>
    </w:p>
    <w:p w:rsidR="006974AE" w:rsidRDefault="006974AE" w:rsidP="006974AE">
      <w:r>
        <w:t>117.8194</w:t>
      </w:r>
      <w:r>
        <w:tab/>
        <w:t>1.013e0</w:t>
      </w:r>
    </w:p>
    <w:p w:rsidR="006974AE" w:rsidRDefault="006974AE" w:rsidP="006974AE">
      <w:r>
        <w:t>117.8424</w:t>
      </w:r>
      <w:r>
        <w:tab/>
        <w:t>1.013e0</w:t>
      </w:r>
    </w:p>
    <w:p w:rsidR="006974AE" w:rsidRDefault="006974AE" w:rsidP="006974AE">
      <w:r>
        <w:t>117.8484</w:t>
      </w:r>
      <w:r>
        <w:tab/>
        <w:t>1.013e0</w:t>
      </w:r>
    </w:p>
    <w:p w:rsidR="006974AE" w:rsidRDefault="006974AE" w:rsidP="006974AE">
      <w:r>
        <w:t>117.8599</w:t>
      </w:r>
      <w:r>
        <w:tab/>
        <w:t>1.013e0</w:t>
      </w:r>
    </w:p>
    <w:p w:rsidR="006974AE" w:rsidRDefault="006974AE" w:rsidP="006974AE">
      <w:r>
        <w:t>117.8627</w:t>
      </w:r>
      <w:r>
        <w:tab/>
        <w:t>1.013e0</w:t>
      </w:r>
    </w:p>
    <w:p w:rsidR="006974AE" w:rsidRDefault="006974AE" w:rsidP="006974AE">
      <w:r>
        <w:lastRenderedPageBreak/>
        <w:t>117.8657</w:t>
      </w:r>
      <w:r>
        <w:tab/>
        <w:t>1.013e0</w:t>
      </w:r>
    </w:p>
    <w:p w:rsidR="006974AE" w:rsidRDefault="006974AE" w:rsidP="006974AE">
      <w:r>
        <w:t>117.8686</w:t>
      </w:r>
      <w:r>
        <w:tab/>
        <w:t>1.013e0</w:t>
      </w:r>
    </w:p>
    <w:p w:rsidR="006974AE" w:rsidRDefault="006974AE" w:rsidP="006974AE">
      <w:r>
        <w:t>117.8772</w:t>
      </w:r>
      <w:r>
        <w:tab/>
        <w:t>1.013e0</w:t>
      </w:r>
    </w:p>
    <w:p w:rsidR="006974AE" w:rsidRDefault="006974AE" w:rsidP="006974AE">
      <w:r>
        <w:t>117.8824</w:t>
      </w:r>
      <w:r>
        <w:tab/>
        <w:t>4.051e0</w:t>
      </w:r>
    </w:p>
    <w:p w:rsidR="006974AE" w:rsidRDefault="006974AE" w:rsidP="006974AE">
      <w:r>
        <w:t>117.8914</w:t>
      </w:r>
      <w:r>
        <w:tab/>
        <w:t>1.013e0</w:t>
      </w:r>
    </w:p>
    <w:p w:rsidR="006974AE" w:rsidRDefault="006974AE" w:rsidP="006974AE">
      <w:r>
        <w:t>117.9085</w:t>
      </w:r>
      <w:r>
        <w:tab/>
        <w:t>1.013e0</w:t>
      </w:r>
    </w:p>
    <w:p w:rsidR="006974AE" w:rsidRDefault="006974AE" w:rsidP="006974AE">
      <w:r>
        <w:t>117.9116</w:t>
      </w:r>
      <w:r>
        <w:tab/>
        <w:t>1.013e0</w:t>
      </w:r>
    </w:p>
    <w:p w:rsidR="006974AE" w:rsidRDefault="006974AE" w:rsidP="006974AE">
      <w:r>
        <w:t>117.9175</w:t>
      </w:r>
      <w:r>
        <w:tab/>
        <w:t>1.013e0</w:t>
      </w:r>
    </w:p>
    <w:p w:rsidR="006974AE" w:rsidRDefault="006974AE" w:rsidP="006974AE">
      <w:r>
        <w:t>118.0011</w:t>
      </w:r>
      <w:r>
        <w:tab/>
        <w:t>1.013e0</w:t>
      </w:r>
    </w:p>
    <w:p w:rsidR="006974AE" w:rsidRDefault="006974AE" w:rsidP="006974AE">
      <w:r>
        <w:t>118.0130</w:t>
      </w:r>
      <w:r>
        <w:tab/>
        <w:t>1.013e0</w:t>
      </w:r>
    </w:p>
    <w:p w:rsidR="006974AE" w:rsidRDefault="006974AE" w:rsidP="006974AE">
      <w:r>
        <w:t>118.0184</w:t>
      </w:r>
      <w:r>
        <w:tab/>
        <w:t>1.013e0</w:t>
      </w:r>
    </w:p>
    <w:p w:rsidR="006974AE" w:rsidRDefault="006974AE" w:rsidP="006974AE">
      <w:r>
        <w:t>118.0212</w:t>
      </w:r>
      <w:r>
        <w:tab/>
        <w:t>2.025e0</w:t>
      </w:r>
    </w:p>
    <w:p w:rsidR="006974AE" w:rsidRDefault="006974AE" w:rsidP="006974AE">
      <w:r>
        <w:t>118.0333</w:t>
      </w:r>
      <w:r>
        <w:tab/>
        <w:t>1.013e0</w:t>
      </w:r>
    </w:p>
    <w:p w:rsidR="006974AE" w:rsidRDefault="006974AE" w:rsidP="006974AE">
      <w:r>
        <w:t>118.0358</w:t>
      </w:r>
      <w:r>
        <w:tab/>
        <w:t>3.038e0</w:t>
      </w:r>
    </w:p>
    <w:p w:rsidR="006974AE" w:rsidRDefault="006974AE" w:rsidP="006974AE">
      <w:r>
        <w:t>118.0373</w:t>
      </w:r>
      <w:r>
        <w:tab/>
        <w:t>2.025e0</w:t>
      </w:r>
    </w:p>
    <w:p w:rsidR="006974AE" w:rsidRDefault="006974AE" w:rsidP="006974AE">
      <w:r>
        <w:t>118.0506</w:t>
      </w:r>
      <w:r>
        <w:tab/>
        <w:t>2.025e0</w:t>
      </w:r>
    </w:p>
    <w:p w:rsidR="006974AE" w:rsidRDefault="006974AE" w:rsidP="006974AE">
      <w:r>
        <w:t>118.0532</w:t>
      </w:r>
      <w:r>
        <w:tab/>
        <w:t>1.013e0</w:t>
      </w:r>
    </w:p>
    <w:p w:rsidR="006974AE" w:rsidRDefault="006974AE" w:rsidP="006974AE">
      <w:r>
        <w:t>118.0573</w:t>
      </w:r>
      <w:r>
        <w:tab/>
        <w:t>2.025e0</w:t>
      </w:r>
    </w:p>
    <w:p w:rsidR="006974AE" w:rsidRDefault="006974AE" w:rsidP="006974AE">
      <w:r>
        <w:t>118.0678</w:t>
      </w:r>
      <w:r>
        <w:tab/>
        <w:t>4.051e0</w:t>
      </w:r>
    </w:p>
    <w:p w:rsidR="006974AE" w:rsidRDefault="006974AE" w:rsidP="006974AE">
      <w:r>
        <w:lastRenderedPageBreak/>
        <w:t>118.0834</w:t>
      </w:r>
      <w:r>
        <w:tab/>
        <w:t>1.228e1</w:t>
      </w:r>
    </w:p>
    <w:p w:rsidR="006974AE" w:rsidRDefault="006974AE" w:rsidP="006974AE">
      <w:r>
        <w:t>118.0857</w:t>
      </w:r>
      <w:r>
        <w:tab/>
        <w:t>2.633e1</w:t>
      </w:r>
    </w:p>
    <w:p w:rsidR="006974AE" w:rsidRDefault="006974AE" w:rsidP="006974AE">
      <w:r>
        <w:t>118.0872</w:t>
      </w:r>
      <w:r>
        <w:tab/>
        <w:t>6.738e0</w:t>
      </w:r>
    </w:p>
    <w:p w:rsidR="006974AE" w:rsidRDefault="006974AE" w:rsidP="006974AE">
      <w:r>
        <w:t>118.0884</w:t>
      </w:r>
      <w:r>
        <w:tab/>
        <w:t>7.089e0</w:t>
      </w:r>
    </w:p>
    <w:p w:rsidR="006974AE" w:rsidRDefault="006974AE" w:rsidP="006974AE">
      <w:r>
        <w:t>118.0896</w:t>
      </w:r>
      <w:r>
        <w:tab/>
        <w:t>1.316e1</w:t>
      </w:r>
    </w:p>
    <w:p w:rsidR="006974AE" w:rsidRDefault="006974AE" w:rsidP="006974AE">
      <w:r>
        <w:t>118.0986</w:t>
      </w:r>
      <w:r>
        <w:tab/>
        <w:t>3.038e0</w:t>
      </w:r>
    </w:p>
    <w:p w:rsidR="006974AE" w:rsidRDefault="006974AE" w:rsidP="006974AE">
      <w:r>
        <w:t>118.1023</w:t>
      </w:r>
      <w:r>
        <w:tab/>
        <w:t>1.013e0</w:t>
      </w:r>
    </w:p>
    <w:p w:rsidR="006974AE" w:rsidRDefault="006974AE" w:rsidP="006974AE">
      <w:r>
        <w:t>118.1106</w:t>
      </w:r>
      <w:r>
        <w:tab/>
        <w:t>1.013e0</w:t>
      </w:r>
    </w:p>
    <w:p w:rsidR="006974AE" w:rsidRDefault="006974AE" w:rsidP="006974AE">
      <w:r>
        <w:t>118.1124</w:t>
      </w:r>
      <w:r>
        <w:tab/>
        <w:t>2.025e0</w:t>
      </w:r>
    </w:p>
    <w:p w:rsidR="006974AE" w:rsidRDefault="006974AE" w:rsidP="006974AE">
      <w:r>
        <w:t>118.1183</w:t>
      </w:r>
      <w:r>
        <w:tab/>
        <w:t>2.025e0</w:t>
      </w:r>
    </w:p>
    <w:p w:rsidR="006974AE" w:rsidRDefault="006974AE" w:rsidP="006974AE">
      <w:r>
        <w:t>118.1309</w:t>
      </w:r>
      <w:r>
        <w:tab/>
        <w:t>1.013e0</w:t>
      </w:r>
    </w:p>
    <w:p w:rsidR="006974AE" w:rsidRDefault="006974AE" w:rsidP="006974AE">
      <w:r>
        <w:t>118.1457</w:t>
      </w:r>
      <w:r>
        <w:tab/>
        <w:t>1.013e0</w:t>
      </w:r>
    </w:p>
    <w:p w:rsidR="006974AE" w:rsidRDefault="006974AE" w:rsidP="006974AE">
      <w:r>
        <w:t>118.1746</w:t>
      </w:r>
      <w:r>
        <w:tab/>
        <w:t>1.013e0</w:t>
      </w:r>
    </w:p>
    <w:p w:rsidR="006974AE" w:rsidRDefault="006974AE" w:rsidP="006974AE">
      <w:r>
        <w:t>118.1860</w:t>
      </w:r>
      <w:r>
        <w:tab/>
        <w:t>2.025e0</w:t>
      </w:r>
    </w:p>
    <w:p w:rsidR="006974AE" w:rsidRDefault="006974AE" w:rsidP="006974AE">
      <w:r>
        <w:t>118.1888</w:t>
      </w:r>
      <w:r>
        <w:tab/>
        <w:t>2.025e0</w:t>
      </w:r>
    </w:p>
    <w:p w:rsidR="006974AE" w:rsidRDefault="006974AE" w:rsidP="006974AE">
      <w:r>
        <w:t>118.1918</w:t>
      </w:r>
      <w:r>
        <w:tab/>
        <w:t>1.013e0</w:t>
      </w:r>
    </w:p>
    <w:p w:rsidR="006974AE" w:rsidRDefault="006974AE" w:rsidP="006974AE">
      <w:r>
        <w:t>118.1947</w:t>
      </w:r>
      <w:r>
        <w:tab/>
        <w:t>1.013e0</w:t>
      </w:r>
    </w:p>
    <w:p w:rsidR="006974AE" w:rsidRDefault="006974AE" w:rsidP="006974AE">
      <w:r>
        <w:t>118.2424</w:t>
      </w:r>
      <w:r>
        <w:tab/>
        <w:t>2.025e0</w:t>
      </w:r>
    </w:p>
    <w:p w:rsidR="006974AE" w:rsidRDefault="006974AE" w:rsidP="006974AE">
      <w:r>
        <w:t>118.2496</w:t>
      </w:r>
      <w:r>
        <w:tab/>
        <w:t>1.013e0</w:t>
      </w:r>
    </w:p>
    <w:p w:rsidR="006974AE" w:rsidRDefault="006974AE" w:rsidP="006974AE">
      <w:r>
        <w:lastRenderedPageBreak/>
        <w:t>118.2731</w:t>
      </w:r>
      <w:r>
        <w:tab/>
        <w:t>1.013e0</w:t>
      </w:r>
    </w:p>
    <w:p w:rsidR="006974AE" w:rsidRDefault="006974AE" w:rsidP="006974AE">
      <w:r>
        <w:t>118.2844</w:t>
      </w:r>
      <w:r>
        <w:tab/>
        <w:t>1.013e0</w:t>
      </w:r>
    </w:p>
    <w:p w:rsidR="006974AE" w:rsidRDefault="006974AE" w:rsidP="006974AE">
      <w:r>
        <w:t>118.2902</w:t>
      </w:r>
      <w:r>
        <w:tab/>
        <w:t>1.013e0</w:t>
      </w:r>
    </w:p>
    <w:p w:rsidR="006974AE" w:rsidRDefault="006974AE" w:rsidP="006974AE">
      <w:r>
        <w:t>118.3104</w:t>
      </w:r>
      <w:r>
        <w:tab/>
        <w:t>2.025e0</w:t>
      </w:r>
    </w:p>
    <w:p w:rsidR="006974AE" w:rsidRDefault="006974AE" w:rsidP="006974AE">
      <w:r>
        <w:t>118.3131</w:t>
      </w:r>
      <w:r>
        <w:tab/>
        <w:t>1.013e0</w:t>
      </w:r>
    </w:p>
    <w:p w:rsidR="006974AE" w:rsidRDefault="006974AE" w:rsidP="006974AE">
      <w:r>
        <w:t>118.3422</w:t>
      </w:r>
      <w:r>
        <w:tab/>
        <w:t>1.013e0</w:t>
      </w:r>
    </w:p>
    <w:p w:rsidR="006974AE" w:rsidRDefault="006974AE" w:rsidP="006974AE">
      <w:r>
        <w:t>118.3451</w:t>
      </w:r>
      <w:r>
        <w:tab/>
        <w:t>1.013e0</w:t>
      </w:r>
    </w:p>
    <w:p w:rsidR="006974AE" w:rsidRDefault="006974AE" w:rsidP="006974AE">
      <w:r>
        <w:t>118.3656</w:t>
      </w:r>
      <w:r>
        <w:tab/>
        <w:t>1.013e0</w:t>
      </w:r>
    </w:p>
    <w:p w:rsidR="006974AE" w:rsidRDefault="006974AE" w:rsidP="006974AE">
      <w:r>
        <w:t>118.3681</w:t>
      </w:r>
      <w:r>
        <w:tab/>
        <w:t>1.013e0</w:t>
      </w:r>
    </w:p>
    <w:p w:rsidR="006974AE" w:rsidRDefault="006974AE" w:rsidP="006974AE">
      <w:r>
        <w:t>118.3769</w:t>
      </w:r>
      <w:r>
        <w:tab/>
        <w:t>1.013e0</w:t>
      </w:r>
    </w:p>
    <w:p w:rsidR="006974AE" w:rsidRDefault="006974AE" w:rsidP="006974AE">
      <w:r>
        <w:t>118.3856</w:t>
      </w:r>
      <w:r>
        <w:tab/>
        <w:t>1.013e0</w:t>
      </w:r>
    </w:p>
    <w:p w:rsidR="006974AE" w:rsidRDefault="006974AE" w:rsidP="006974AE">
      <w:r>
        <w:t>118.3883</w:t>
      </w:r>
      <w:r>
        <w:tab/>
        <w:t>1.013e0</w:t>
      </w:r>
    </w:p>
    <w:p w:rsidR="006974AE" w:rsidRDefault="006974AE" w:rsidP="006974AE">
      <w:r>
        <w:t>118.3911</w:t>
      </w:r>
      <w:r>
        <w:tab/>
        <w:t>1.013e0</w:t>
      </w:r>
    </w:p>
    <w:p w:rsidR="006974AE" w:rsidRDefault="006974AE" w:rsidP="006974AE">
      <w:r>
        <w:t>118.3942</w:t>
      </w:r>
      <w:r>
        <w:tab/>
        <w:t>3.038e0</w:t>
      </w:r>
    </w:p>
    <w:p w:rsidR="006974AE" w:rsidRDefault="006974AE" w:rsidP="006974AE">
      <w:r>
        <w:t>118.3970</w:t>
      </w:r>
      <w:r>
        <w:tab/>
        <w:t>1.013e0</w:t>
      </w:r>
    </w:p>
    <w:p w:rsidR="006974AE" w:rsidRDefault="006974AE" w:rsidP="006974AE">
      <w:r>
        <w:t>118.4030</w:t>
      </w:r>
      <w:r>
        <w:tab/>
        <w:t>2.025e0</w:t>
      </w:r>
    </w:p>
    <w:p w:rsidR="006974AE" w:rsidRDefault="006974AE" w:rsidP="006974AE">
      <w:r>
        <w:t>118.4174</w:t>
      </w:r>
      <w:r>
        <w:tab/>
        <w:t>1.013e0</w:t>
      </w:r>
    </w:p>
    <w:p w:rsidR="006974AE" w:rsidRDefault="006974AE" w:rsidP="006974AE">
      <w:r>
        <w:t>118.4318</w:t>
      </w:r>
      <w:r>
        <w:tab/>
        <w:t>2.025e0</w:t>
      </w:r>
    </w:p>
    <w:p w:rsidR="006974AE" w:rsidRDefault="006974AE" w:rsidP="006974AE">
      <w:r>
        <w:t>118.4433</w:t>
      </w:r>
      <w:r>
        <w:tab/>
        <w:t>1.013e0</w:t>
      </w:r>
    </w:p>
    <w:p w:rsidR="006974AE" w:rsidRDefault="006974AE" w:rsidP="006974AE">
      <w:r>
        <w:lastRenderedPageBreak/>
        <w:t>118.4461</w:t>
      </w:r>
      <w:r>
        <w:tab/>
        <w:t>2.025e0</w:t>
      </w:r>
    </w:p>
    <w:p w:rsidR="006974AE" w:rsidRDefault="006974AE" w:rsidP="006974AE">
      <w:r>
        <w:t>118.4490</w:t>
      </w:r>
      <w:r>
        <w:tab/>
        <w:t>1.013e0</w:t>
      </w:r>
    </w:p>
    <w:p w:rsidR="006974AE" w:rsidRDefault="006974AE" w:rsidP="006974AE">
      <w:r>
        <w:t>118.4520</w:t>
      </w:r>
      <w:r>
        <w:tab/>
        <w:t>2.025e0</w:t>
      </w:r>
    </w:p>
    <w:p w:rsidR="006974AE" w:rsidRDefault="006974AE" w:rsidP="006974AE">
      <w:r>
        <w:t>118.4551</w:t>
      </w:r>
      <w:r>
        <w:tab/>
        <w:t>1.013e0</w:t>
      </w:r>
    </w:p>
    <w:p w:rsidR="006974AE" w:rsidRDefault="006974AE" w:rsidP="006974AE">
      <w:r>
        <w:t>118.4623</w:t>
      </w:r>
      <w:r>
        <w:tab/>
        <w:t>2.025e0</w:t>
      </w:r>
    </w:p>
    <w:p w:rsidR="006974AE" w:rsidRDefault="006974AE" w:rsidP="006974AE">
      <w:r>
        <w:t>118.4633</w:t>
      </w:r>
      <w:r>
        <w:tab/>
        <w:t>1.013e0</w:t>
      </w:r>
    </w:p>
    <w:p w:rsidR="006974AE" w:rsidRDefault="006974AE" w:rsidP="006974AE">
      <w:r>
        <w:t>118.4663</w:t>
      </w:r>
      <w:r>
        <w:tab/>
        <w:t>1.013e0</w:t>
      </w:r>
    </w:p>
    <w:p w:rsidR="006974AE" w:rsidRDefault="006974AE" w:rsidP="006974AE">
      <w:r>
        <w:t>118.4784</w:t>
      </w:r>
      <w:r>
        <w:tab/>
        <w:t>1.013e0</w:t>
      </w:r>
    </w:p>
    <w:p w:rsidR="006974AE" w:rsidRDefault="006974AE" w:rsidP="006974AE">
      <w:r>
        <w:t>118.5010</w:t>
      </w:r>
      <w:r>
        <w:tab/>
        <w:t>1.013e0</w:t>
      </w:r>
    </w:p>
    <w:p w:rsidR="006974AE" w:rsidRDefault="006974AE" w:rsidP="006974AE">
      <w:r>
        <w:t>118.5159</w:t>
      </w:r>
      <w:r>
        <w:tab/>
        <w:t>1.013e0</w:t>
      </w:r>
    </w:p>
    <w:p w:rsidR="006974AE" w:rsidRDefault="006974AE" w:rsidP="006974AE">
      <w:r>
        <w:t>118.5302</w:t>
      </w:r>
      <w:r>
        <w:tab/>
        <w:t>1.013e0</w:t>
      </w:r>
    </w:p>
    <w:p w:rsidR="006974AE" w:rsidRDefault="006974AE" w:rsidP="006974AE">
      <w:r>
        <w:t>118.5334</w:t>
      </w:r>
      <w:r>
        <w:tab/>
        <w:t>1.013e0</w:t>
      </w:r>
    </w:p>
    <w:p w:rsidR="006974AE" w:rsidRDefault="006974AE" w:rsidP="006974AE">
      <w:r>
        <w:t>118.5358</w:t>
      </w:r>
      <w:r>
        <w:tab/>
        <w:t>1.013e0</w:t>
      </w:r>
    </w:p>
    <w:p w:rsidR="006974AE" w:rsidRDefault="006974AE" w:rsidP="006974AE">
      <w:r>
        <w:t>118.5506</w:t>
      </w:r>
      <w:r>
        <w:tab/>
        <w:t>3.038e0</w:t>
      </w:r>
    </w:p>
    <w:p w:rsidR="006974AE" w:rsidRDefault="006974AE" w:rsidP="006974AE">
      <w:r>
        <w:t>118.5648</w:t>
      </w:r>
      <w:r>
        <w:tab/>
        <w:t>1.013e0</w:t>
      </w:r>
    </w:p>
    <w:p w:rsidR="006974AE" w:rsidRDefault="006974AE" w:rsidP="006974AE">
      <w:r>
        <w:t>118.5751</w:t>
      </w:r>
      <w:r>
        <w:tab/>
        <w:t>2.533e0</w:t>
      </w:r>
    </w:p>
    <w:p w:rsidR="006974AE" w:rsidRDefault="006974AE" w:rsidP="006974AE">
      <w:r>
        <w:t>118.5911</w:t>
      </w:r>
      <w:r>
        <w:tab/>
        <w:t>1.013e0</w:t>
      </w:r>
    </w:p>
    <w:p w:rsidR="006974AE" w:rsidRDefault="006974AE" w:rsidP="006974AE">
      <w:r>
        <w:t>118.5995</w:t>
      </w:r>
      <w:r>
        <w:tab/>
        <w:t>1.013e0</w:t>
      </w:r>
    </w:p>
    <w:p w:rsidR="006974AE" w:rsidRDefault="006974AE" w:rsidP="006974AE">
      <w:r>
        <w:t>118.6111</w:t>
      </w:r>
      <w:r>
        <w:tab/>
        <w:t>1.013e0</w:t>
      </w:r>
    </w:p>
    <w:p w:rsidR="006974AE" w:rsidRDefault="006974AE" w:rsidP="006974AE">
      <w:r>
        <w:lastRenderedPageBreak/>
        <w:t>118.6258</w:t>
      </w:r>
      <w:r>
        <w:tab/>
        <w:t>1.013e0</w:t>
      </w:r>
    </w:p>
    <w:p w:rsidR="006974AE" w:rsidRDefault="006974AE" w:rsidP="006974AE">
      <w:r>
        <w:t>118.6311</w:t>
      </w:r>
      <w:r>
        <w:tab/>
        <w:t>1.013e0</w:t>
      </w:r>
    </w:p>
    <w:p w:rsidR="006974AE" w:rsidRDefault="006974AE" w:rsidP="006974AE">
      <w:r>
        <w:t>118.6328</w:t>
      </w:r>
      <w:r>
        <w:tab/>
        <w:t>2.025e0</w:t>
      </w:r>
    </w:p>
    <w:p w:rsidR="006974AE" w:rsidRDefault="006974AE" w:rsidP="006974AE">
      <w:r>
        <w:t>118.6343</w:t>
      </w:r>
      <w:r>
        <w:tab/>
        <w:t>1.013e0</w:t>
      </w:r>
    </w:p>
    <w:p w:rsidR="006974AE" w:rsidRDefault="006974AE" w:rsidP="006974AE">
      <w:r>
        <w:t>118.6487</w:t>
      </w:r>
      <w:r>
        <w:tab/>
        <w:t>1.013e0</w:t>
      </w:r>
    </w:p>
    <w:p w:rsidR="006974AE" w:rsidRDefault="006974AE" w:rsidP="006974AE">
      <w:r>
        <w:t>118.6862</w:t>
      </w:r>
      <w:r>
        <w:tab/>
        <w:t>1.013e0</w:t>
      </w:r>
    </w:p>
    <w:p w:rsidR="006974AE" w:rsidRDefault="006974AE" w:rsidP="006974AE">
      <w:r>
        <w:t>118.6952</w:t>
      </w:r>
      <w:r>
        <w:tab/>
        <w:t>1.013e0</w:t>
      </w:r>
    </w:p>
    <w:p w:rsidR="006974AE" w:rsidRDefault="006974AE" w:rsidP="006974AE">
      <w:r>
        <w:t>118.7126</w:t>
      </w:r>
      <w:r>
        <w:tab/>
        <w:t>1.013e0</w:t>
      </w:r>
    </w:p>
    <w:p w:rsidR="006974AE" w:rsidRDefault="006974AE" w:rsidP="006974AE">
      <w:r>
        <w:t>118.7185</w:t>
      </w:r>
      <w:r>
        <w:tab/>
        <w:t>1.013e0</w:t>
      </w:r>
    </w:p>
    <w:p w:rsidR="006974AE" w:rsidRDefault="006974AE" w:rsidP="006974AE">
      <w:r>
        <w:t>118.7213</w:t>
      </w:r>
      <w:r>
        <w:tab/>
        <w:t>1.013e0</w:t>
      </w:r>
    </w:p>
    <w:p w:rsidR="006974AE" w:rsidRDefault="006974AE" w:rsidP="006974AE">
      <w:r>
        <w:t>118.7239</w:t>
      </w:r>
      <w:r>
        <w:tab/>
        <w:t>1.013e0</w:t>
      </w:r>
    </w:p>
    <w:p w:rsidR="006974AE" w:rsidRDefault="006974AE" w:rsidP="006974AE">
      <w:r>
        <w:t>118.7387</w:t>
      </w:r>
      <w:r>
        <w:tab/>
        <w:t>1.013e0</w:t>
      </w:r>
    </w:p>
    <w:p w:rsidR="006974AE" w:rsidRDefault="006974AE" w:rsidP="006974AE">
      <w:r>
        <w:t>118.7413</w:t>
      </w:r>
      <w:r>
        <w:tab/>
        <w:t>1.013e0</w:t>
      </w:r>
    </w:p>
    <w:p w:rsidR="006974AE" w:rsidRDefault="006974AE" w:rsidP="006974AE">
      <w:r>
        <w:t>118.7562</w:t>
      </w:r>
      <w:r>
        <w:tab/>
        <w:t>1.013e0</w:t>
      </w:r>
    </w:p>
    <w:p w:rsidR="006974AE" w:rsidRDefault="006974AE" w:rsidP="006974AE">
      <w:r>
        <w:t>118.7827</w:t>
      </w:r>
      <w:r>
        <w:tab/>
        <w:t>4.051e0</w:t>
      </w:r>
    </w:p>
    <w:p w:rsidR="006974AE" w:rsidRDefault="006974AE" w:rsidP="006974AE">
      <w:r>
        <w:t>118.8141</w:t>
      </w:r>
      <w:r>
        <w:tab/>
        <w:t>1.013e0</w:t>
      </w:r>
    </w:p>
    <w:p w:rsidR="006974AE" w:rsidRDefault="006974AE" w:rsidP="006974AE">
      <w:r>
        <w:t>118.8254</w:t>
      </w:r>
      <w:r>
        <w:tab/>
        <w:t>1.013e0</w:t>
      </w:r>
    </w:p>
    <w:p w:rsidR="006974AE" w:rsidRDefault="006974AE" w:rsidP="006974AE">
      <w:r>
        <w:t>118.8487</w:t>
      </w:r>
      <w:r>
        <w:tab/>
        <w:t>1.013e0</w:t>
      </w:r>
    </w:p>
    <w:p w:rsidR="006974AE" w:rsidRDefault="006974AE" w:rsidP="006974AE">
      <w:r>
        <w:t>118.8517</w:t>
      </w:r>
      <w:r>
        <w:tab/>
        <w:t>1.013e0</w:t>
      </w:r>
    </w:p>
    <w:p w:rsidR="006974AE" w:rsidRDefault="006974AE" w:rsidP="006974AE">
      <w:r>
        <w:lastRenderedPageBreak/>
        <w:t>118.8691</w:t>
      </w:r>
      <w:r>
        <w:tab/>
        <w:t>4.051e0</w:t>
      </w:r>
    </w:p>
    <w:p w:rsidR="006974AE" w:rsidRDefault="006974AE" w:rsidP="006974AE">
      <w:r>
        <w:t>118.8791</w:t>
      </w:r>
      <w:r>
        <w:tab/>
        <w:t>2.025e0</w:t>
      </w:r>
    </w:p>
    <w:p w:rsidR="006974AE" w:rsidRDefault="006974AE" w:rsidP="006974AE">
      <w:r>
        <w:t>118.9008</w:t>
      </w:r>
      <w:r>
        <w:tab/>
        <w:t>2.025e0</w:t>
      </w:r>
    </w:p>
    <w:p w:rsidR="006974AE" w:rsidRDefault="006974AE" w:rsidP="006974AE">
      <w:r>
        <w:t>118.9037</w:t>
      </w:r>
      <w:r>
        <w:tab/>
        <w:t>1.013e0</w:t>
      </w:r>
    </w:p>
    <w:p w:rsidR="006974AE" w:rsidRDefault="006974AE" w:rsidP="006974AE">
      <w:r>
        <w:t>118.9067</w:t>
      </w:r>
      <w:r>
        <w:tab/>
        <w:t>1.013e0</w:t>
      </w:r>
    </w:p>
    <w:p w:rsidR="006974AE" w:rsidRDefault="006974AE" w:rsidP="006974AE">
      <w:r>
        <w:t>118.9096</w:t>
      </w:r>
      <w:r>
        <w:tab/>
        <w:t>1.013e0</w:t>
      </w:r>
    </w:p>
    <w:p w:rsidR="006974AE" w:rsidRDefault="006974AE" w:rsidP="006974AE">
      <w:r>
        <w:t>118.9122</w:t>
      </w:r>
      <w:r>
        <w:tab/>
        <w:t>1.013e0</w:t>
      </w:r>
    </w:p>
    <w:p w:rsidR="006974AE" w:rsidRDefault="006974AE" w:rsidP="006974AE">
      <w:r>
        <w:t>118.9296</w:t>
      </w:r>
      <w:r>
        <w:tab/>
        <w:t>1.013e0</w:t>
      </w:r>
    </w:p>
    <w:p w:rsidR="006974AE" w:rsidRDefault="006974AE" w:rsidP="006974AE">
      <w:r>
        <w:t>118.9354</w:t>
      </w:r>
      <w:r>
        <w:tab/>
        <w:t>1.013e0</w:t>
      </w:r>
    </w:p>
    <w:p w:rsidR="006974AE" w:rsidRDefault="006974AE" w:rsidP="006974AE">
      <w:r>
        <w:t>118.9444</w:t>
      </w:r>
      <w:r>
        <w:tab/>
        <w:t>2.025e0</w:t>
      </w:r>
    </w:p>
    <w:p w:rsidR="006974AE" w:rsidRDefault="006974AE" w:rsidP="006974AE">
      <w:r>
        <w:t>118.9589</w:t>
      </w:r>
      <w:r>
        <w:tab/>
        <w:t>2.025e0</w:t>
      </w:r>
    </w:p>
    <w:p w:rsidR="006974AE" w:rsidRDefault="006974AE" w:rsidP="006974AE">
      <w:r>
        <w:t>118.9674</w:t>
      </w:r>
      <w:r>
        <w:tab/>
        <w:t>1.013e0</w:t>
      </w:r>
    </w:p>
    <w:p w:rsidR="006974AE" w:rsidRDefault="006974AE" w:rsidP="006974AE">
      <w:r>
        <w:t>118.9701</w:t>
      </w:r>
      <w:r>
        <w:tab/>
        <w:t>1.013e0</w:t>
      </w:r>
    </w:p>
    <w:p w:rsidR="006974AE" w:rsidRDefault="006974AE" w:rsidP="006974AE">
      <w:r>
        <w:t>118.9762</w:t>
      </w:r>
      <w:r>
        <w:tab/>
        <w:t>1.013e0</w:t>
      </w:r>
    </w:p>
    <w:p w:rsidR="006974AE" w:rsidRDefault="006974AE" w:rsidP="006974AE">
      <w:r>
        <w:t>118.9905</w:t>
      </w:r>
      <w:r>
        <w:tab/>
        <w:t>1.013e0</w:t>
      </w:r>
    </w:p>
    <w:p w:rsidR="006974AE" w:rsidRDefault="006974AE" w:rsidP="006974AE">
      <w:r>
        <w:t>118.9935</w:t>
      </w:r>
      <w:r>
        <w:tab/>
        <w:t>1.013e0</w:t>
      </w:r>
    </w:p>
    <w:p w:rsidR="006974AE" w:rsidRDefault="006974AE" w:rsidP="006974AE">
      <w:r>
        <w:t>118.9964</w:t>
      </w:r>
      <w:r>
        <w:tab/>
        <w:t>1.013e0</w:t>
      </w:r>
    </w:p>
    <w:p w:rsidR="006974AE" w:rsidRDefault="006974AE" w:rsidP="006974AE">
      <w:r>
        <w:t>119.0169</w:t>
      </w:r>
      <w:r>
        <w:tab/>
        <w:t>1.013e0</w:t>
      </w:r>
    </w:p>
    <w:p w:rsidR="006974AE" w:rsidRDefault="006974AE" w:rsidP="006974AE">
      <w:r>
        <w:t>119.0576</w:t>
      </w:r>
      <w:r>
        <w:tab/>
        <w:t>1.013e0</w:t>
      </w:r>
    </w:p>
    <w:p w:rsidR="006974AE" w:rsidRDefault="006974AE" w:rsidP="006974AE">
      <w:r>
        <w:lastRenderedPageBreak/>
        <w:t>119.0659</w:t>
      </w:r>
      <w:r>
        <w:tab/>
        <w:t>1.013e0</w:t>
      </w:r>
    </w:p>
    <w:p w:rsidR="006974AE" w:rsidRDefault="006974AE" w:rsidP="006974AE">
      <w:r>
        <w:t>119.0779</w:t>
      </w:r>
      <w:r>
        <w:tab/>
        <w:t>1.013e0</w:t>
      </w:r>
    </w:p>
    <w:p w:rsidR="006974AE" w:rsidRDefault="006974AE" w:rsidP="006974AE">
      <w:r>
        <w:t>119.0833</w:t>
      </w:r>
      <w:r>
        <w:tab/>
        <w:t>2.025e0</w:t>
      </w:r>
    </w:p>
    <w:p w:rsidR="006974AE" w:rsidRDefault="006974AE" w:rsidP="006974AE">
      <w:r>
        <w:t>119.0847</w:t>
      </w:r>
      <w:r>
        <w:tab/>
        <w:t>2.025e0</w:t>
      </w:r>
    </w:p>
    <w:p w:rsidR="006974AE" w:rsidRDefault="006974AE" w:rsidP="006974AE">
      <w:r>
        <w:t>119.0892</w:t>
      </w:r>
      <w:r>
        <w:tab/>
        <w:t>5.063e0</w:t>
      </w:r>
    </w:p>
    <w:p w:rsidR="006974AE" w:rsidRDefault="006974AE" w:rsidP="006974AE">
      <w:r>
        <w:t>119.0923</w:t>
      </w:r>
      <w:r>
        <w:tab/>
        <w:t>2.025e0</w:t>
      </w:r>
    </w:p>
    <w:p w:rsidR="006974AE" w:rsidRDefault="006974AE" w:rsidP="006974AE">
      <w:r>
        <w:t>119.1036</w:t>
      </w:r>
      <w:r>
        <w:tab/>
        <w:t>1.013e0</w:t>
      </w:r>
    </w:p>
    <w:p w:rsidR="006974AE" w:rsidRDefault="006974AE" w:rsidP="006974AE">
      <w:r>
        <w:t>119.1300</w:t>
      </w:r>
      <w:r>
        <w:tab/>
        <w:t>2.025e0</w:t>
      </w:r>
    </w:p>
    <w:p w:rsidR="006974AE" w:rsidRDefault="006974AE" w:rsidP="006974AE">
      <w:r>
        <w:t>119.1330</w:t>
      </w:r>
      <w:r>
        <w:tab/>
        <w:t>2.025e0</w:t>
      </w:r>
    </w:p>
    <w:p w:rsidR="006974AE" w:rsidRDefault="006974AE" w:rsidP="006974AE">
      <w:r>
        <w:t>119.1474</w:t>
      </w:r>
      <w:r>
        <w:tab/>
        <w:t>1.013e0</w:t>
      </w:r>
    </w:p>
    <w:p w:rsidR="006974AE" w:rsidRDefault="006974AE" w:rsidP="006974AE">
      <w:r>
        <w:t>119.1646</w:t>
      </w:r>
      <w:r>
        <w:tab/>
        <w:t>3.038e0</w:t>
      </w:r>
    </w:p>
    <w:p w:rsidR="006974AE" w:rsidRDefault="006974AE" w:rsidP="006974AE">
      <w:r>
        <w:t>119.1662</w:t>
      </w:r>
      <w:r>
        <w:tab/>
        <w:t>3.038e0</w:t>
      </w:r>
    </w:p>
    <w:p w:rsidR="006974AE" w:rsidRDefault="006974AE" w:rsidP="006974AE">
      <w:r>
        <w:t>119.1706</w:t>
      </w:r>
      <w:r>
        <w:tab/>
        <w:t>1.013e0</w:t>
      </w:r>
    </w:p>
    <w:p w:rsidR="006974AE" w:rsidRDefault="006974AE" w:rsidP="006974AE">
      <w:r>
        <w:t>119.1791</w:t>
      </w:r>
      <w:r>
        <w:tab/>
        <w:t>1.013e0</w:t>
      </w:r>
    </w:p>
    <w:p w:rsidR="006974AE" w:rsidRDefault="006974AE" w:rsidP="006974AE">
      <w:r>
        <w:t>119.1910</w:t>
      </w:r>
      <w:r>
        <w:tab/>
        <w:t>2.025e0</w:t>
      </w:r>
    </w:p>
    <w:p w:rsidR="006974AE" w:rsidRDefault="006974AE" w:rsidP="006974AE">
      <w:r>
        <w:t>119.1986</w:t>
      </w:r>
      <w:r>
        <w:tab/>
        <w:t>3.038e0</w:t>
      </w:r>
    </w:p>
    <w:p w:rsidR="006974AE" w:rsidRDefault="006974AE" w:rsidP="006974AE">
      <w:r>
        <w:t>119.2039</w:t>
      </w:r>
      <w:r>
        <w:tab/>
        <w:t>2.025e0</w:t>
      </w:r>
    </w:p>
    <w:p w:rsidR="006974AE" w:rsidRDefault="006974AE" w:rsidP="006974AE">
      <w:r>
        <w:t>119.2083</w:t>
      </w:r>
      <w:r>
        <w:tab/>
        <w:t>2.025e0</w:t>
      </w:r>
    </w:p>
    <w:p w:rsidR="006974AE" w:rsidRDefault="006974AE" w:rsidP="006974AE">
      <w:r>
        <w:t>119.2168</w:t>
      </w:r>
      <w:r>
        <w:tab/>
        <w:t>1.013e0</w:t>
      </w:r>
    </w:p>
    <w:p w:rsidR="006974AE" w:rsidRDefault="006974AE" w:rsidP="006974AE">
      <w:r>
        <w:lastRenderedPageBreak/>
        <w:t>119.2314</w:t>
      </w:r>
      <w:r>
        <w:tab/>
        <w:t>1.013e0</w:t>
      </w:r>
    </w:p>
    <w:p w:rsidR="006974AE" w:rsidRDefault="006974AE" w:rsidP="006974AE">
      <w:r>
        <w:t>119.2574</w:t>
      </w:r>
      <w:r>
        <w:tab/>
        <w:t>1.013e0</w:t>
      </w:r>
    </w:p>
    <w:p w:rsidR="006974AE" w:rsidRDefault="006974AE" w:rsidP="006974AE">
      <w:r>
        <w:t>119.2778</w:t>
      </w:r>
      <w:r>
        <w:tab/>
        <w:t>1.013e0</w:t>
      </w:r>
    </w:p>
    <w:p w:rsidR="006974AE" w:rsidRDefault="006974AE" w:rsidP="006974AE">
      <w:r>
        <w:t>119.2854</w:t>
      </w:r>
      <w:r>
        <w:tab/>
        <w:t>5.063e0</w:t>
      </w:r>
    </w:p>
    <w:p w:rsidR="006974AE" w:rsidRDefault="006974AE" w:rsidP="006974AE">
      <w:r>
        <w:t>119.3011</w:t>
      </w:r>
      <w:r>
        <w:tab/>
        <w:t>1.013e0</w:t>
      </w:r>
    </w:p>
    <w:p w:rsidR="006974AE" w:rsidRDefault="006974AE" w:rsidP="006974AE">
      <w:r>
        <w:t>119.3042</w:t>
      </w:r>
      <w:r>
        <w:tab/>
        <w:t>1.013e0</w:t>
      </w:r>
    </w:p>
    <w:p w:rsidR="006974AE" w:rsidRDefault="006974AE" w:rsidP="006974AE">
      <w:r>
        <w:t>119.3127</w:t>
      </w:r>
      <w:r>
        <w:tab/>
        <w:t>1.013e0</w:t>
      </w:r>
    </w:p>
    <w:p w:rsidR="006974AE" w:rsidRDefault="006974AE" w:rsidP="006974AE">
      <w:r>
        <w:t>119.3269</w:t>
      </w:r>
      <w:r>
        <w:tab/>
        <w:t>2.025e0</w:t>
      </w:r>
    </w:p>
    <w:p w:rsidR="006974AE" w:rsidRDefault="006974AE" w:rsidP="006974AE">
      <w:r>
        <w:t>119.3299</w:t>
      </w:r>
      <w:r>
        <w:tab/>
        <w:t>1.013e0</w:t>
      </w:r>
    </w:p>
    <w:p w:rsidR="006974AE" w:rsidRDefault="006974AE" w:rsidP="006974AE">
      <w:r>
        <w:t>119.3329</w:t>
      </w:r>
      <w:r>
        <w:tab/>
        <w:t>1.013e0</w:t>
      </w:r>
    </w:p>
    <w:p w:rsidR="006974AE" w:rsidRDefault="006974AE" w:rsidP="006974AE">
      <w:r>
        <w:t>119.3390</w:t>
      </w:r>
      <w:r>
        <w:tab/>
        <w:t>1.013e0</w:t>
      </w:r>
    </w:p>
    <w:p w:rsidR="006974AE" w:rsidRDefault="006974AE" w:rsidP="006974AE">
      <w:r>
        <w:t>119.3532</w:t>
      </w:r>
      <w:r>
        <w:tab/>
        <w:t>2.025e0</w:t>
      </w:r>
    </w:p>
    <w:p w:rsidR="006974AE" w:rsidRDefault="006974AE" w:rsidP="006974AE">
      <w:r>
        <w:t>119.3676</w:t>
      </w:r>
      <w:r>
        <w:tab/>
        <w:t>2.025e0</w:t>
      </w:r>
    </w:p>
    <w:p w:rsidR="006974AE" w:rsidRDefault="006974AE" w:rsidP="006974AE">
      <w:r>
        <w:t>119.3737</w:t>
      </w:r>
      <w:r>
        <w:tab/>
        <w:t>1.013e0</w:t>
      </w:r>
    </w:p>
    <w:p w:rsidR="006974AE" w:rsidRDefault="006974AE" w:rsidP="006974AE">
      <w:r>
        <w:t>119.3798</w:t>
      </w:r>
      <w:r>
        <w:tab/>
        <w:t>1.013e0</w:t>
      </w:r>
    </w:p>
    <w:p w:rsidR="006974AE" w:rsidRDefault="006974AE" w:rsidP="006974AE">
      <w:r>
        <w:t>119.4053</w:t>
      </w:r>
      <w:r>
        <w:tab/>
        <w:t>1.013e0</w:t>
      </w:r>
    </w:p>
    <w:p w:rsidR="006974AE" w:rsidRDefault="006974AE" w:rsidP="006974AE">
      <w:r>
        <w:t>119.4144</w:t>
      </w:r>
      <w:r>
        <w:tab/>
        <w:t>1.013e0</w:t>
      </w:r>
    </w:p>
    <w:p w:rsidR="006974AE" w:rsidRDefault="006974AE" w:rsidP="006974AE">
      <w:r>
        <w:t>119.4463</w:t>
      </w:r>
      <w:r>
        <w:tab/>
        <w:t>1.013e0</w:t>
      </w:r>
    </w:p>
    <w:p w:rsidR="006974AE" w:rsidRDefault="006974AE" w:rsidP="006974AE">
      <w:r>
        <w:t>119.4492</w:t>
      </w:r>
      <w:r>
        <w:tab/>
        <w:t>1.013e0</w:t>
      </w:r>
    </w:p>
    <w:p w:rsidR="006974AE" w:rsidRDefault="006974AE" w:rsidP="006974AE">
      <w:r>
        <w:lastRenderedPageBreak/>
        <w:t>119.4725</w:t>
      </w:r>
      <w:r>
        <w:tab/>
        <w:t>2.025e0</w:t>
      </w:r>
    </w:p>
    <w:p w:rsidR="006974AE" w:rsidRDefault="006974AE" w:rsidP="006974AE">
      <w:r>
        <w:t>119.4870</w:t>
      </w:r>
      <w:r>
        <w:tab/>
        <w:t>1.013e0</w:t>
      </w:r>
    </w:p>
    <w:p w:rsidR="006974AE" w:rsidRDefault="006974AE" w:rsidP="006974AE">
      <w:r>
        <w:t>119.4899</w:t>
      </w:r>
      <w:r>
        <w:tab/>
        <w:t>2.025e0</w:t>
      </w:r>
    </w:p>
    <w:p w:rsidR="006974AE" w:rsidRDefault="006974AE" w:rsidP="006974AE">
      <w:r>
        <w:t>119.5012</w:t>
      </w:r>
      <w:r>
        <w:tab/>
        <w:t>1.013e0</w:t>
      </w:r>
    </w:p>
    <w:p w:rsidR="006974AE" w:rsidRDefault="006974AE" w:rsidP="006974AE">
      <w:r>
        <w:t>119.5044</w:t>
      </w:r>
      <w:r>
        <w:tab/>
        <w:t>1.013e0</w:t>
      </w:r>
    </w:p>
    <w:p w:rsidR="006974AE" w:rsidRDefault="006974AE" w:rsidP="006974AE">
      <w:r>
        <w:t>119.5073</w:t>
      </w:r>
      <w:r>
        <w:tab/>
        <w:t>1.013e0</w:t>
      </w:r>
    </w:p>
    <w:p w:rsidR="006974AE" w:rsidRDefault="006974AE" w:rsidP="006974AE">
      <w:r>
        <w:t>119.5159</w:t>
      </w:r>
      <w:r>
        <w:tab/>
        <w:t>2.025e0</w:t>
      </w:r>
    </w:p>
    <w:p w:rsidR="006974AE" w:rsidRDefault="006974AE" w:rsidP="006974AE">
      <w:r>
        <w:t>119.5246</w:t>
      </w:r>
      <w:r>
        <w:tab/>
        <w:t>1.013e0</w:t>
      </w:r>
    </w:p>
    <w:p w:rsidR="006974AE" w:rsidRDefault="006974AE" w:rsidP="006974AE">
      <w:r>
        <w:t>119.5307</w:t>
      </w:r>
      <w:r>
        <w:tab/>
        <w:t>1.013e0</w:t>
      </w:r>
    </w:p>
    <w:p w:rsidR="006974AE" w:rsidRDefault="006974AE" w:rsidP="006974AE">
      <w:r>
        <w:t>119.5360</w:t>
      </w:r>
      <w:r>
        <w:tab/>
        <w:t>2.025e0</w:t>
      </w:r>
    </w:p>
    <w:p w:rsidR="006974AE" w:rsidRDefault="006974AE" w:rsidP="006974AE">
      <w:r>
        <w:t>119.5536</w:t>
      </w:r>
      <w:r>
        <w:tab/>
        <w:t>1.013e0</w:t>
      </w:r>
    </w:p>
    <w:p w:rsidR="006974AE" w:rsidRDefault="006974AE" w:rsidP="006974AE">
      <w:r>
        <w:t>119.5594</w:t>
      </w:r>
      <w:r>
        <w:tab/>
        <w:t>2.025e0</w:t>
      </w:r>
    </w:p>
    <w:p w:rsidR="006974AE" w:rsidRDefault="006974AE" w:rsidP="006974AE">
      <w:r>
        <w:t>119.5680</w:t>
      </w:r>
      <w:r>
        <w:tab/>
        <w:t>4.051e0</w:t>
      </w:r>
    </w:p>
    <w:p w:rsidR="006974AE" w:rsidRDefault="006974AE" w:rsidP="006974AE">
      <w:r>
        <w:t>119.5888</w:t>
      </w:r>
      <w:r>
        <w:tab/>
        <w:t>1.013e0</w:t>
      </w:r>
    </w:p>
    <w:p w:rsidR="006974AE" w:rsidRDefault="006974AE" w:rsidP="006974AE">
      <w:r>
        <w:t>119.5915</w:t>
      </w:r>
      <w:r>
        <w:tab/>
        <w:t>2.025e0</w:t>
      </w:r>
    </w:p>
    <w:p w:rsidR="006974AE" w:rsidRDefault="006974AE" w:rsidP="006974AE">
      <w:r>
        <w:t>119.5942</w:t>
      </w:r>
      <w:r>
        <w:tab/>
        <w:t>1.013e0</w:t>
      </w:r>
    </w:p>
    <w:p w:rsidR="006974AE" w:rsidRDefault="006974AE" w:rsidP="006974AE">
      <w:r>
        <w:t>119.6031</w:t>
      </w:r>
      <w:r>
        <w:tab/>
        <w:t>1.013e0</w:t>
      </w:r>
    </w:p>
    <w:p w:rsidR="006974AE" w:rsidRDefault="006974AE" w:rsidP="006974AE">
      <w:r>
        <w:t>119.6119</w:t>
      </w:r>
      <w:r>
        <w:tab/>
        <w:t>2.025e0</w:t>
      </w:r>
    </w:p>
    <w:p w:rsidR="006974AE" w:rsidRDefault="006974AE" w:rsidP="006974AE">
      <w:r>
        <w:t>119.6177</w:t>
      </w:r>
      <w:r>
        <w:tab/>
        <w:t>1.013e0</w:t>
      </w:r>
    </w:p>
    <w:p w:rsidR="006974AE" w:rsidRDefault="006974AE" w:rsidP="006974AE">
      <w:r>
        <w:lastRenderedPageBreak/>
        <w:t>119.6267</w:t>
      </w:r>
      <w:r>
        <w:tab/>
        <w:t>2.025e0</w:t>
      </w:r>
    </w:p>
    <w:p w:rsidR="006974AE" w:rsidRDefault="006974AE" w:rsidP="006974AE">
      <w:r>
        <w:t>119.6293</w:t>
      </w:r>
      <w:r>
        <w:tab/>
        <w:t>1.013e0</w:t>
      </w:r>
    </w:p>
    <w:p w:rsidR="006974AE" w:rsidRDefault="006974AE" w:rsidP="006974AE">
      <w:r>
        <w:t>119.6320</w:t>
      </w:r>
      <w:r>
        <w:tab/>
        <w:t>1.013e0</w:t>
      </w:r>
    </w:p>
    <w:p w:rsidR="006974AE" w:rsidRDefault="006974AE" w:rsidP="006974AE">
      <w:r>
        <w:t>119.6439</w:t>
      </w:r>
      <w:r>
        <w:tab/>
        <w:t>1.013e0</w:t>
      </w:r>
    </w:p>
    <w:p w:rsidR="006974AE" w:rsidRDefault="006974AE" w:rsidP="006974AE">
      <w:r>
        <w:t>119.6455</w:t>
      </w:r>
      <w:r>
        <w:tab/>
        <w:t>2.025e0</w:t>
      </w:r>
    </w:p>
    <w:p w:rsidR="006974AE" w:rsidRDefault="006974AE" w:rsidP="006974AE">
      <w:r>
        <w:t>119.6524</w:t>
      </w:r>
      <w:r>
        <w:tab/>
        <w:t>2.025e0</w:t>
      </w:r>
    </w:p>
    <w:p w:rsidR="006974AE" w:rsidRDefault="006974AE" w:rsidP="006974AE">
      <w:r>
        <w:t>119.6672</w:t>
      </w:r>
      <w:r>
        <w:tab/>
        <w:t>2.025e0</w:t>
      </w:r>
    </w:p>
    <w:p w:rsidR="006974AE" w:rsidRDefault="006974AE" w:rsidP="006974AE">
      <w:r>
        <w:t>119.6697</w:t>
      </w:r>
      <w:r>
        <w:tab/>
        <w:t>1.013e0</w:t>
      </w:r>
    </w:p>
    <w:p w:rsidR="006974AE" w:rsidRDefault="006974AE" w:rsidP="006974AE">
      <w:r>
        <w:t>119.6787</w:t>
      </w:r>
      <w:r>
        <w:tab/>
        <w:t>1.013e0</w:t>
      </w:r>
    </w:p>
    <w:p w:rsidR="006974AE" w:rsidRDefault="006974AE" w:rsidP="006974AE">
      <w:r>
        <w:t>119.6817</w:t>
      </w:r>
      <w:r>
        <w:tab/>
        <w:t>1.013e0</w:t>
      </w:r>
    </w:p>
    <w:p w:rsidR="006974AE" w:rsidRDefault="006974AE" w:rsidP="006974AE">
      <w:r>
        <w:t>119.6875</w:t>
      </w:r>
      <w:r>
        <w:tab/>
        <w:t>1.013e0</w:t>
      </w:r>
    </w:p>
    <w:p w:rsidR="006974AE" w:rsidRDefault="006974AE" w:rsidP="006974AE">
      <w:r>
        <w:t>119.7135</w:t>
      </w:r>
      <w:r>
        <w:tab/>
        <w:t>2.025e0</w:t>
      </w:r>
    </w:p>
    <w:p w:rsidR="006974AE" w:rsidRDefault="006974AE" w:rsidP="006974AE">
      <w:r>
        <w:t>119.7150</w:t>
      </w:r>
      <w:r>
        <w:tab/>
        <w:t>2.025e0</w:t>
      </w:r>
    </w:p>
    <w:p w:rsidR="006974AE" w:rsidRDefault="006974AE" w:rsidP="006974AE">
      <w:r>
        <w:t>119.7253</w:t>
      </w:r>
      <w:r>
        <w:tab/>
        <w:t>1.013e0</w:t>
      </w:r>
    </w:p>
    <w:p w:rsidR="006974AE" w:rsidRDefault="006974AE" w:rsidP="006974AE">
      <w:r>
        <w:t>119.7268</w:t>
      </w:r>
      <w:r>
        <w:tab/>
        <w:t>2.025e0</w:t>
      </w:r>
    </w:p>
    <w:p w:rsidR="006974AE" w:rsidRDefault="006974AE" w:rsidP="006974AE">
      <w:r>
        <w:t>119.7310</w:t>
      </w:r>
      <w:r>
        <w:tab/>
        <w:t>1.013e0</w:t>
      </w:r>
    </w:p>
    <w:p w:rsidR="006974AE" w:rsidRDefault="006974AE" w:rsidP="006974AE">
      <w:r>
        <w:t>119.7456</w:t>
      </w:r>
      <w:r>
        <w:tab/>
        <w:t>2.025e0</w:t>
      </w:r>
    </w:p>
    <w:p w:rsidR="006974AE" w:rsidRDefault="006974AE" w:rsidP="006974AE">
      <w:r>
        <w:t>119.7513</w:t>
      </w:r>
      <w:r>
        <w:tab/>
        <w:t>1.013e0</w:t>
      </w:r>
    </w:p>
    <w:p w:rsidR="006974AE" w:rsidRDefault="006974AE" w:rsidP="006974AE">
      <w:r>
        <w:t>119.7572</w:t>
      </w:r>
      <w:r>
        <w:tab/>
        <w:t>2.025e0</w:t>
      </w:r>
    </w:p>
    <w:p w:rsidR="006974AE" w:rsidRDefault="006974AE" w:rsidP="006974AE">
      <w:r>
        <w:lastRenderedPageBreak/>
        <w:t>119.7604</w:t>
      </w:r>
      <w:r>
        <w:tab/>
        <w:t>1.013e0</w:t>
      </w:r>
    </w:p>
    <w:p w:rsidR="006974AE" w:rsidRDefault="006974AE" w:rsidP="006974AE">
      <w:r>
        <w:t>119.7656</w:t>
      </w:r>
      <w:r>
        <w:tab/>
        <w:t>1.013e0</w:t>
      </w:r>
    </w:p>
    <w:p w:rsidR="006974AE" w:rsidRDefault="006974AE" w:rsidP="006974AE">
      <w:r>
        <w:t>119.7733</w:t>
      </w:r>
      <w:r>
        <w:tab/>
        <w:t>2.062e0</w:t>
      </w:r>
    </w:p>
    <w:p w:rsidR="006974AE" w:rsidRDefault="006974AE" w:rsidP="006974AE">
      <w:r>
        <w:t>119.7746</w:t>
      </w:r>
      <w:r>
        <w:tab/>
        <w:t>1.013e0</w:t>
      </w:r>
    </w:p>
    <w:p w:rsidR="006974AE" w:rsidRDefault="006974AE" w:rsidP="006974AE">
      <w:r>
        <w:t>119.7835</w:t>
      </w:r>
      <w:r>
        <w:tab/>
        <w:t>2.025e0</w:t>
      </w:r>
    </w:p>
    <w:p w:rsidR="006974AE" w:rsidRDefault="006974AE" w:rsidP="006974AE">
      <w:r>
        <w:t>119.7876</w:t>
      </w:r>
      <w:r>
        <w:tab/>
        <w:t>2.025e0</w:t>
      </w:r>
    </w:p>
    <w:p w:rsidR="006974AE" w:rsidRDefault="006974AE" w:rsidP="006974AE">
      <w:r>
        <w:t>119.8035</w:t>
      </w:r>
      <w:r>
        <w:tab/>
        <w:t>1.013e0</w:t>
      </w:r>
    </w:p>
    <w:p w:rsidR="006974AE" w:rsidRDefault="006974AE" w:rsidP="006974AE">
      <w:r>
        <w:t>119.8095</w:t>
      </w:r>
      <w:r>
        <w:tab/>
        <w:t>1.013e0</w:t>
      </w:r>
    </w:p>
    <w:p w:rsidR="006974AE" w:rsidRDefault="006974AE" w:rsidP="006974AE">
      <w:r>
        <w:t>119.8200</w:t>
      </w:r>
      <w:r>
        <w:tab/>
        <w:t>2.025e0</w:t>
      </w:r>
    </w:p>
    <w:p w:rsidR="006974AE" w:rsidRDefault="006974AE" w:rsidP="006974AE">
      <w:r>
        <w:t>119.8213</w:t>
      </w:r>
      <w:r>
        <w:tab/>
        <w:t>1.013e0</w:t>
      </w:r>
    </w:p>
    <w:p w:rsidR="006974AE" w:rsidRDefault="006974AE" w:rsidP="006974AE">
      <w:r>
        <w:t>119.8328</w:t>
      </w:r>
      <w:r>
        <w:tab/>
        <w:t>1.013e0</w:t>
      </w:r>
    </w:p>
    <w:p w:rsidR="006974AE" w:rsidRDefault="006974AE" w:rsidP="006974AE">
      <w:r>
        <w:t>119.8361</w:t>
      </w:r>
      <w:r>
        <w:tab/>
        <w:t>2.025e0</w:t>
      </w:r>
    </w:p>
    <w:p w:rsidR="006974AE" w:rsidRDefault="006974AE" w:rsidP="006974AE">
      <w:r>
        <w:t>119.8388</w:t>
      </w:r>
      <w:r>
        <w:tab/>
        <w:t>1.013e0</w:t>
      </w:r>
    </w:p>
    <w:p w:rsidR="006974AE" w:rsidRDefault="006974AE" w:rsidP="006974AE">
      <w:r>
        <w:t>119.8474</w:t>
      </w:r>
      <w:r>
        <w:tab/>
        <w:t>1.013e0</w:t>
      </w:r>
    </w:p>
    <w:p w:rsidR="006974AE" w:rsidRDefault="006974AE" w:rsidP="006974AE">
      <w:r>
        <w:t>119.8534</w:t>
      </w:r>
      <w:r>
        <w:tab/>
        <w:t>1.013e0</w:t>
      </w:r>
    </w:p>
    <w:p w:rsidR="006974AE" w:rsidRDefault="006974AE" w:rsidP="006974AE">
      <w:r>
        <w:t>119.8616</w:t>
      </w:r>
      <w:r>
        <w:tab/>
        <w:t>1.013e0</w:t>
      </w:r>
    </w:p>
    <w:p w:rsidR="006974AE" w:rsidRDefault="006974AE" w:rsidP="006974AE">
      <w:r>
        <w:t>119.8736</w:t>
      </w:r>
      <w:r>
        <w:tab/>
        <w:t>1.013e0</w:t>
      </w:r>
    </w:p>
    <w:p w:rsidR="006974AE" w:rsidRDefault="006974AE" w:rsidP="006974AE">
      <w:r>
        <w:t>119.8793</w:t>
      </w:r>
      <w:r>
        <w:tab/>
        <w:t>1.013e0</w:t>
      </w:r>
    </w:p>
    <w:p w:rsidR="006974AE" w:rsidRDefault="006974AE" w:rsidP="006974AE">
      <w:r>
        <w:t>119.8882</w:t>
      </w:r>
      <w:r>
        <w:tab/>
        <w:t>3.038e0</w:t>
      </w:r>
    </w:p>
    <w:p w:rsidR="006974AE" w:rsidRDefault="006974AE" w:rsidP="006974AE">
      <w:r>
        <w:lastRenderedPageBreak/>
        <w:t>119.8925</w:t>
      </w:r>
      <w:r>
        <w:tab/>
        <w:t>2.025e0</w:t>
      </w:r>
    </w:p>
    <w:p w:rsidR="006974AE" w:rsidRDefault="006974AE" w:rsidP="006974AE">
      <w:r>
        <w:t>119.9100</w:t>
      </w:r>
      <w:r>
        <w:tab/>
        <w:t>2.025e0</w:t>
      </w:r>
    </w:p>
    <w:p w:rsidR="006974AE" w:rsidRDefault="006974AE" w:rsidP="006974AE">
      <w:r>
        <w:t>119.9173</w:t>
      </w:r>
      <w:r>
        <w:tab/>
        <w:t>2.025e0</w:t>
      </w:r>
    </w:p>
    <w:p w:rsidR="006974AE" w:rsidRDefault="006974AE" w:rsidP="006974AE">
      <w:r>
        <w:t>119.9229</w:t>
      </w:r>
      <w:r>
        <w:tab/>
        <w:t>1.013e0</w:t>
      </w:r>
    </w:p>
    <w:p w:rsidR="006974AE" w:rsidRDefault="006974AE" w:rsidP="006974AE">
      <w:r>
        <w:t>119.9260</w:t>
      </w:r>
      <w:r>
        <w:tab/>
        <w:t>1.013e0</w:t>
      </w:r>
    </w:p>
    <w:p w:rsidR="006974AE" w:rsidRDefault="006974AE" w:rsidP="006974AE">
      <w:r>
        <w:t>119.9374</w:t>
      </w:r>
      <w:r>
        <w:tab/>
        <w:t>1.013e0</w:t>
      </w:r>
    </w:p>
    <w:p w:rsidR="006974AE" w:rsidRDefault="006974AE" w:rsidP="006974AE">
      <w:r>
        <w:t>119.9464</w:t>
      </w:r>
      <w:r>
        <w:tab/>
        <w:t>1.013e0</w:t>
      </w:r>
    </w:p>
    <w:p w:rsidR="006974AE" w:rsidRDefault="006974AE" w:rsidP="006974AE">
      <w:r>
        <w:t>119.9524</w:t>
      </w:r>
      <w:r>
        <w:tab/>
        <w:t>2.025e0</w:t>
      </w:r>
    </w:p>
    <w:p w:rsidR="006974AE" w:rsidRDefault="006974AE" w:rsidP="006974AE">
      <w:r>
        <w:t>119.9567</w:t>
      </w:r>
      <w:r>
        <w:tab/>
        <w:t>4.051e0</w:t>
      </w:r>
    </w:p>
    <w:p w:rsidR="006974AE" w:rsidRDefault="006974AE" w:rsidP="006974AE">
      <w:r>
        <w:t>119.9652</w:t>
      </w:r>
      <w:r>
        <w:tab/>
        <w:t>2.066e0</w:t>
      </w:r>
    </w:p>
    <w:p w:rsidR="006974AE" w:rsidRDefault="006974AE" w:rsidP="006974AE">
      <w:r>
        <w:t>119.9728</w:t>
      </w:r>
      <w:r>
        <w:tab/>
        <w:t>1.013e0</w:t>
      </w:r>
    </w:p>
    <w:p w:rsidR="006974AE" w:rsidRDefault="006974AE" w:rsidP="006974AE">
      <w:r>
        <w:t>119.9755</w:t>
      </w:r>
      <w:r>
        <w:tab/>
        <w:t>1.013e0</w:t>
      </w:r>
    </w:p>
    <w:p w:rsidR="006974AE" w:rsidRDefault="006974AE" w:rsidP="006974AE">
      <w:r>
        <w:t>119.9782</w:t>
      </w:r>
      <w:r>
        <w:tab/>
        <w:t>1.013e0</w:t>
      </w:r>
    </w:p>
    <w:p w:rsidR="006974AE" w:rsidRDefault="006974AE" w:rsidP="006974AE">
      <w:r>
        <w:t>119.9812</w:t>
      </w:r>
      <w:r>
        <w:tab/>
        <w:t>2.025e0</w:t>
      </w:r>
    </w:p>
    <w:p w:rsidR="006974AE" w:rsidRDefault="006974AE" w:rsidP="006974AE">
      <w:r>
        <w:t>119.9871</w:t>
      </w:r>
      <w:r>
        <w:tab/>
        <w:t>1.013e0</w:t>
      </w:r>
    </w:p>
    <w:p w:rsidR="006974AE" w:rsidRDefault="006974AE" w:rsidP="006974AE">
      <w:r>
        <w:t>119.9901</w:t>
      </w:r>
      <w:r>
        <w:tab/>
        <w:t>1.013e0</w:t>
      </w:r>
    </w:p>
    <w:p w:rsidR="006974AE" w:rsidRDefault="006974AE" w:rsidP="006974AE">
      <w:r>
        <w:t>119.9930</w:t>
      </w:r>
      <w:r>
        <w:tab/>
        <w:t>1.013e0</w:t>
      </w:r>
    </w:p>
    <w:p w:rsidR="006974AE" w:rsidRDefault="006974AE" w:rsidP="006974AE">
      <w:r>
        <w:t>119.9956</w:t>
      </w:r>
      <w:r>
        <w:tab/>
        <w:t>2.025e0</w:t>
      </w:r>
    </w:p>
    <w:p w:rsidR="006974AE" w:rsidRDefault="006974AE" w:rsidP="006974AE">
      <w:r>
        <w:t>120.0002</w:t>
      </w:r>
      <w:r>
        <w:tab/>
        <w:t>2.025e0</w:t>
      </w:r>
    </w:p>
    <w:p w:rsidR="006974AE" w:rsidRDefault="006974AE" w:rsidP="006974AE">
      <w:r>
        <w:lastRenderedPageBreak/>
        <w:t>120.0017</w:t>
      </w:r>
      <w:r>
        <w:tab/>
        <w:t>1.013e0</w:t>
      </w:r>
    </w:p>
    <w:p w:rsidR="006974AE" w:rsidRDefault="006974AE" w:rsidP="006974AE">
      <w:r>
        <w:t>120.0045</w:t>
      </w:r>
      <w:r>
        <w:tab/>
        <w:t>1.013e0</w:t>
      </w:r>
    </w:p>
    <w:p w:rsidR="006974AE" w:rsidRDefault="006974AE" w:rsidP="006974AE">
      <w:r>
        <w:t>120.0106</w:t>
      </w:r>
      <w:r>
        <w:tab/>
        <w:t>1.013e0</w:t>
      </w:r>
    </w:p>
    <w:p w:rsidR="006974AE" w:rsidRDefault="006974AE" w:rsidP="006974AE">
      <w:r>
        <w:t>120.0259</w:t>
      </w:r>
      <w:r>
        <w:tab/>
        <w:t>4.051e0</w:t>
      </w:r>
    </w:p>
    <w:p w:rsidR="006974AE" w:rsidRDefault="006974AE" w:rsidP="006974AE">
      <w:r>
        <w:t>120.0473</w:t>
      </w:r>
      <w:r>
        <w:tab/>
        <w:t>1.860e2</w:t>
      </w:r>
    </w:p>
    <w:p w:rsidR="006974AE" w:rsidRDefault="006974AE" w:rsidP="006974AE">
      <w:r>
        <w:t>120.0486</w:t>
      </w:r>
      <w:r>
        <w:tab/>
        <w:t>1.436e3</w:t>
      </w:r>
    </w:p>
    <w:p w:rsidR="006974AE" w:rsidRDefault="006974AE" w:rsidP="006974AE">
      <w:r>
        <w:t>120.0779</w:t>
      </w:r>
      <w:r>
        <w:tab/>
        <w:t>4.051e0</w:t>
      </w:r>
    </w:p>
    <w:p w:rsidR="006974AE" w:rsidRDefault="006974AE" w:rsidP="006974AE">
      <w:r>
        <w:t>120.0862</w:t>
      </w:r>
      <w:r>
        <w:tab/>
        <w:t>1.013e0</w:t>
      </w:r>
    </w:p>
    <w:p w:rsidR="006974AE" w:rsidRDefault="006974AE" w:rsidP="006974AE">
      <w:r>
        <w:t>120.0945</w:t>
      </w:r>
      <w:r>
        <w:tab/>
        <w:t>2.025e0</w:t>
      </w:r>
    </w:p>
    <w:p w:rsidR="006974AE" w:rsidRDefault="006974AE" w:rsidP="006974AE">
      <w:r>
        <w:t>120.0999</w:t>
      </w:r>
      <w:r>
        <w:tab/>
        <w:t>3.038e0</w:t>
      </w:r>
    </w:p>
    <w:p w:rsidR="006974AE" w:rsidRDefault="006974AE" w:rsidP="006974AE">
      <w:r>
        <w:t>120.1048</w:t>
      </w:r>
      <w:r>
        <w:tab/>
        <w:t>5.063e0</w:t>
      </w:r>
    </w:p>
    <w:p w:rsidR="006974AE" w:rsidRDefault="006974AE" w:rsidP="006974AE">
      <w:r>
        <w:t>120.1095</w:t>
      </w:r>
      <w:r>
        <w:tab/>
        <w:t>3.038e0</w:t>
      </w:r>
    </w:p>
    <w:p w:rsidR="006974AE" w:rsidRDefault="006974AE" w:rsidP="006974AE">
      <w:r>
        <w:t>120.1211</w:t>
      </w:r>
      <w:r>
        <w:tab/>
        <w:t>4.231e0</w:t>
      </w:r>
    </w:p>
    <w:p w:rsidR="006974AE" w:rsidRDefault="006974AE" w:rsidP="006974AE">
      <w:r>
        <w:t>120.1262</w:t>
      </w:r>
      <w:r>
        <w:tab/>
        <w:t>3.038e0</w:t>
      </w:r>
    </w:p>
    <w:p w:rsidR="006974AE" w:rsidRDefault="006974AE" w:rsidP="006974AE">
      <w:r>
        <w:t>120.1324</w:t>
      </w:r>
      <w:r>
        <w:tab/>
        <w:t>1.013e0</w:t>
      </w:r>
    </w:p>
    <w:p w:rsidR="006974AE" w:rsidRDefault="006974AE" w:rsidP="006974AE">
      <w:r>
        <w:t>120.1385</w:t>
      </w:r>
      <w:r>
        <w:tab/>
        <w:t>2.025e0</w:t>
      </w:r>
    </w:p>
    <w:p w:rsidR="006974AE" w:rsidRDefault="006974AE" w:rsidP="006974AE">
      <w:r>
        <w:t>120.1516</w:t>
      </w:r>
      <w:r>
        <w:tab/>
        <w:t>2.025e0</w:t>
      </w:r>
    </w:p>
    <w:p w:rsidR="006974AE" w:rsidRDefault="006974AE" w:rsidP="006974AE">
      <w:r>
        <w:t>120.1544</w:t>
      </w:r>
      <w:r>
        <w:tab/>
        <w:t>2.025e0</w:t>
      </w:r>
    </w:p>
    <w:p w:rsidR="006974AE" w:rsidRDefault="006974AE" w:rsidP="006974AE">
      <w:r>
        <w:t>120.1560</w:t>
      </w:r>
      <w:r>
        <w:tab/>
        <w:t>2.025e0</w:t>
      </w:r>
    </w:p>
    <w:p w:rsidR="006974AE" w:rsidRDefault="006974AE" w:rsidP="006974AE">
      <w:r>
        <w:lastRenderedPageBreak/>
        <w:t>120.1590</w:t>
      </w:r>
      <w:r>
        <w:tab/>
        <w:t>1.013e0</w:t>
      </w:r>
    </w:p>
    <w:p w:rsidR="006974AE" w:rsidRDefault="006974AE" w:rsidP="006974AE">
      <w:r>
        <w:t>120.1649</w:t>
      </w:r>
      <w:r>
        <w:tab/>
        <w:t>4.051e0</w:t>
      </w:r>
    </w:p>
    <w:p w:rsidR="006974AE" w:rsidRDefault="006974AE" w:rsidP="006974AE">
      <w:r>
        <w:t>120.1689</w:t>
      </w:r>
      <w:r>
        <w:tab/>
        <w:t>2.025e0</w:t>
      </w:r>
    </w:p>
    <w:p w:rsidR="006974AE" w:rsidRDefault="006974AE" w:rsidP="006974AE">
      <w:r>
        <w:t>120.1703</w:t>
      </w:r>
      <w:r>
        <w:tab/>
        <w:t>2.025e0</w:t>
      </w:r>
    </w:p>
    <w:p w:rsidR="006974AE" w:rsidRDefault="006974AE" w:rsidP="006974AE">
      <w:r>
        <w:t>120.1763</w:t>
      </w:r>
      <w:r>
        <w:tab/>
        <w:t>1.013e0</w:t>
      </w:r>
    </w:p>
    <w:p w:rsidR="006974AE" w:rsidRDefault="006974AE" w:rsidP="006974AE">
      <w:r>
        <w:t>120.1824</w:t>
      </w:r>
      <w:r>
        <w:tab/>
        <w:t>2.025e0</w:t>
      </w:r>
    </w:p>
    <w:p w:rsidR="006974AE" w:rsidRDefault="006974AE" w:rsidP="006974AE">
      <w:r>
        <w:t>120.1849</w:t>
      </w:r>
      <w:r>
        <w:tab/>
        <w:t>5.063e0</w:t>
      </w:r>
    </w:p>
    <w:p w:rsidR="006974AE" w:rsidRDefault="006974AE" w:rsidP="006974AE">
      <w:r>
        <w:t>120.1941</w:t>
      </w:r>
      <w:r>
        <w:tab/>
        <w:t>3.038e0</w:t>
      </w:r>
    </w:p>
    <w:p w:rsidR="006974AE" w:rsidRDefault="006974AE" w:rsidP="006974AE">
      <w:r>
        <w:t>120.1969</w:t>
      </w:r>
      <w:r>
        <w:tab/>
        <w:t>4.051e0</w:t>
      </w:r>
    </w:p>
    <w:p w:rsidR="006974AE" w:rsidRDefault="006974AE" w:rsidP="006974AE">
      <w:r>
        <w:t>120.2028</w:t>
      </w:r>
      <w:r>
        <w:tab/>
        <w:t>1.013e0</w:t>
      </w:r>
    </w:p>
    <w:p w:rsidR="006974AE" w:rsidRDefault="006974AE" w:rsidP="006974AE">
      <w:r>
        <w:t>120.2044</w:t>
      </w:r>
      <w:r>
        <w:tab/>
        <w:t>3.038e0</w:t>
      </w:r>
    </w:p>
    <w:p w:rsidR="006974AE" w:rsidRDefault="006974AE" w:rsidP="006974AE">
      <w:r>
        <w:t>120.2083</w:t>
      </w:r>
      <w:r>
        <w:tab/>
        <w:t>1.013e0</w:t>
      </w:r>
    </w:p>
    <w:p w:rsidR="006974AE" w:rsidRDefault="006974AE" w:rsidP="006974AE">
      <w:r>
        <w:t>120.2111</w:t>
      </w:r>
      <w:r>
        <w:tab/>
        <w:t>2.025e0</w:t>
      </w:r>
    </w:p>
    <w:p w:rsidR="006974AE" w:rsidRDefault="006974AE" w:rsidP="006974AE">
      <w:r>
        <w:t>120.2173</w:t>
      </w:r>
      <w:r>
        <w:tab/>
        <w:t>1.072e0</w:t>
      </w:r>
    </w:p>
    <w:p w:rsidR="006974AE" w:rsidRDefault="006974AE" w:rsidP="006974AE">
      <w:r>
        <w:t>120.2196</w:t>
      </w:r>
      <w:r>
        <w:tab/>
        <w:t>4.051e0</w:t>
      </w:r>
    </w:p>
    <w:p w:rsidR="006974AE" w:rsidRDefault="006974AE" w:rsidP="006974AE">
      <w:r>
        <w:t>120.2302</w:t>
      </w:r>
      <w:r>
        <w:tab/>
        <w:t>2.025e0</w:t>
      </w:r>
    </w:p>
    <w:p w:rsidR="006974AE" w:rsidRDefault="006974AE" w:rsidP="006974AE">
      <w:r>
        <w:t>120.2316</w:t>
      </w:r>
      <w:r>
        <w:tab/>
        <w:t>2.025e0</w:t>
      </w:r>
    </w:p>
    <w:p w:rsidR="006974AE" w:rsidRDefault="006974AE" w:rsidP="006974AE">
      <w:r>
        <w:t>120.2361</w:t>
      </w:r>
      <w:r>
        <w:tab/>
        <w:t>2.025e0</w:t>
      </w:r>
    </w:p>
    <w:p w:rsidR="006974AE" w:rsidRDefault="006974AE" w:rsidP="006974AE">
      <w:r>
        <w:t>120.2407</w:t>
      </w:r>
      <w:r>
        <w:tab/>
        <w:t>3.038e0</w:t>
      </w:r>
    </w:p>
    <w:p w:rsidR="006974AE" w:rsidRDefault="006974AE" w:rsidP="006974AE">
      <w:r>
        <w:lastRenderedPageBreak/>
        <w:t>120.2461</w:t>
      </w:r>
      <w:r>
        <w:tab/>
        <w:t>1.013e0</w:t>
      </w:r>
    </w:p>
    <w:p w:rsidR="006974AE" w:rsidRDefault="006974AE" w:rsidP="006974AE">
      <w:r>
        <w:t>120.2492</w:t>
      </w:r>
      <w:r>
        <w:tab/>
        <w:t>1.013e0</w:t>
      </w:r>
    </w:p>
    <w:p w:rsidR="006974AE" w:rsidRDefault="006974AE" w:rsidP="006974AE">
      <w:r>
        <w:t>120.2505</w:t>
      </w:r>
      <w:r>
        <w:tab/>
        <w:t>2.025e0</w:t>
      </w:r>
    </w:p>
    <w:p w:rsidR="006974AE" w:rsidRDefault="006974AE" w:rsidP="006974AE">
      <w:r>
        <w:t>120.2567</w:t>
      </w:r>
      <w:r>
        <w:tab/>
        <w:t>2.025e0</w:t>
      </w:r>
    </w:p>
    <w:p w:rsidR="006974AE" w:rsidRDefault="006974AE" w:rsidP="006974AE">
      <w:r>
        <w:t>120.2726</w:t>
      </w:r>
      <w:r>
        <w:tab/>
        <w:t>1.013e0</w:t>
      </w:r>
    </w:p>
    <w:p w:rsidR="006974AE" w:rsidRDefault="006974AE" w:rsidP="006974AE">
      <w:r>
        <w:t>120.2828</w:t>
      </w:r>
      <w:r>
        <w:tab/>
        <w:t>2.025e0</w:t>
      </w:r>
    </w:p>
    <w:p w:rsidR="006974AE" w:rsidRDefault="006974AE" w:rsidP="006974AE">
      <w:r>
        <w:t>120.2858</w:t>
      </w:r>
      <w:r>
        <w:tab/>
        <w:t>2.025e0</w:t>
      </w:r>
    </w:p>
    <w:p w:rsidR="006974AE" w:rsidRDefault="006974AE" w:rsidP="006974AE">
      <w:r>
        <w:t>120.2915</w:t>
      </w:r>
      <w:r>
        <w:tab/>
        <w:t>2.025e0</w:t>
      </w:r>
    </w:p>
    <w:p w:rsidR="006974AE" w:rsidRDefault="006974AE" w:rsidP="006974AE">
      <w:r>
        <w:t>120.2929</w:t>
      </w:r>
      <w:r>
        <w:tab/>
        <w:t>1.013e0</w:t>
      </w:r>
    </w:p>
    <w:p w:rsidR="006974AE" w:rsidRDefault="006974AE" w:rsidP="006974AE">
      <w:r>
        <w:t>120.2974</w:t>
      </w:r>
      <w:r>
        <w:tab/>
        <w:t>2.025e0</w:t>
      </w:r>
    </w:p>
    <w:p w:rsidR="006974AE" w:rsidRDefault="006974AE" w:rsidP="006974AE">
      <w:r>
        <w:t>120.3044</w:t>
      </w:r>
      <w:r>
        <w:tab/>
        <w:t>1.013e0</w:t>
      </w:r>
    </w:p>
    <w:p w:rsidR="006974AE" w:rsidRDefault="006974AE" w:rsidP="006974AE">
      <w:r>
        <w:t>120.3087</w:t>
      </w:r>
      <w:r>
        <w:tab/>
        <w:t>2.025e0</w:t>
      </w:r>
    </w:p>
    <w:p w:rsidR="006974AE" w:rsidRDefault="006974AE" w:rsidP="006974AE">
      <w:r>
        <w:t>120.3135</w:t>
      </w:r>
      <w:r>
        <w:tab/>
        <w:t>1.013e0</w:t>
      </w:r>
    </w:p>
    <w:p w:rsidR="006974AE" w:rsidRDefault="006974AE" w:rsidP="006974AE">
      <w:r>
        <w:t>120.3164</w:t>
      </w:r>
      <w:r>
        <w:tab/>
        <w:t>2.025e0</w:t>
      </w:r>
    </w:p>
    <w:p w:rsidR="006974AE" w:rsidRDefault="006974AE" w:rsidP="006974AE">
      <w:r>
        <w:t>120.3269</w:t>
      </w:r>
      <w:r>
        <w:tab/>
        <w:t>4.051e0</w:t>
      </w:r>
    </w:p>
    <w:p w:rsidR="006974AE" w:rsidRDefault="006974AE" w:rsidP="006974AE">
      <w:r>
        <w:t>120.3309</w:t>
      </w:r>
      <w:r>
        <w:tab/>
        <w:t>3.038e0</w:t>
      </w:r>
    </w:p>
    <w:p w:rsidR="006974AE" w:rsidRDefault="006974AE" w:rsidP="006974AE">
      <w:r>
        <w:t>120.3323</w:t>
      </w:r>
      <w:r>
        <w:tab/>
        <w:t>2.025e0</w:t>
      </w:r>
    </w:p>
    <w:p w:rsidR="006974AE" w:rsidRDefault="006974AE" w:rsidP="006974AE">
      <w:r>
        <w:t>120.3397</w:t>
      </w:r>
      <w:r>
        <w:tab/>
        <w:t>2.025e0</w:t>
      </w:r>
    </w:p>
    <w:p w:rsidR="006974AE" w:rsidRDefault="006974AE" w:rsidP="006974AE">
      <w:r>
        <w:t>120.3452</w:t>
      </w:r>
      <w:r>
        <w:tab/>
        <w:t>1.013e0</w:t>
      </w:r>
    </w:p>
    <w:p w:rsidR="006974AE" w:rsidRDefault="006974AE" w:rsidP="006974AE">
      <w:r>
        <w:lastRenderedPageBreak/>
        <w:t>120.3462</w:t>
      </w:r>
      <w:r>
        <w:tab/>
        <w:t>3.038e0</w:t>
      </w:r>
    </w:p>
    <w:p w:rsidR="006974AE" w:rsidRDefault="006974AE" w:rsidP="006974AE">
      <w:r>
        <w:t>120.3602</w:t>
      </w:r>
      <w:r>
        <w:tab/>
        <w:t>2.025e0</w:t>
      </w:r>
    </w:p>
    <w:p w:rsidR="006974AE" w:rsidRDefault="006974AE" w:rsidP="006974AE">
      <w:r>
        <w:t>120.3627</w:t>
      </w:r>
      <w:r>
        <w:tab/>
        <w:t>1.013e0</w:t>
      </w:r>
    </w:p>
    <w:p w:rsidR="006974AE" w:rsidRDefault="006974AE" w:rsidP="006974AE">
      <w:r>
        <w:t>120.3644</w:t>
      </w:r>
      <w:r>
        <w:tab/>
        <w:t>2.025e0</w:t>
      </w:r>
    </w:p>
    <w:p w:rsidR="006974AE" w:rsidRDefault="006974AE" w:rsidP="006974AE">
      <w:r>
        <w:t>120.3656</w:t>
      </w:r>
      <w:r>
        <w:tab/>
        <w:t>1.013e0</w:t>
      </w:r>
    </w:p>
    <w:p w:rsidR="006974AE" w:rsidRDefault="006974AE" w:rsidP="006974AE">
      <w:r>
        <w:t>120.3687</w:t>
      </w:r>
      <w:r>
        <w:tab/>
        <w:t>2.025e0</w:t>
      </w:r>
    </w:p>
    <w:p w:rsidR="006974AE" w:rsidRDefault="006974AE" w:rsidP="006974AE">
      <w:r>
        <w:t>120.3806</w:t>
      </w:r>
      <w:r>
        <w:tab/>
        <w:t>1.013e0</w:t>
      </w:r>
    </w:p>
    <w:p w:rsidR="006974AE" w:rsidRDefault="006974AE" w:rsidP="006974AE">
      <w:r>
        <w:t>120.3965</w:t>
      </w:r>
      <w:r>
        <w:tab/>
        <w:t>2.025e0</w:t>
      </w:r>
    </w:p>
    <w:p w:rsidR="006974AE" w:rsidRDefault="006974AE" w:rsidP="006974AE">
      <w:r>
        <w:t>120.3982</w:t>
      </w:r>
      <w:r>
        <w:tab/>
        <w:t>2.025e0</w:t>
      </w:r>
    </w:p>
    <w:p w:rsidR="006974AE" w:rsidRDefault="006974AE" w:rsidP="006974AE">
      <w:r>
        <w:t>120.4009</w:t>
      </w:r>
      <w:r>
        <w:tab/>
        <w:t>1.013e0</w:t>
      </w:r>
    </w:p>
    <w:p w:rsidR="006974AE" w:rsidRDefault="006974AE" w:rsidP="006974AE">
      <w:r>
        <w:t>120.4044</w:t>
      </w:r>
      <w:r>
        <w:tab/>
        <w:t>3.038e0</w:t>
      </w:r>
    </w:p>
    <w:p w:rsidR="006974AE" w:rsidRDefault="006974AE" w:rsidP="006974AE">
      <w:r>
        <w:t>120.4125</w:t>
      </w:r>
      <w:r>
        <w:tab/>
        <w:t>2.025e0</w:t>
      </w:r>
    </w:p>
    <w:p w:rsidR="006974AE" w:rsidRDefault="006974AE" w:rsidP="006974AE">
      <w:r>
        <w:t>120.4135</w:t>
      </w:r>
      <w:r>
        <w:tab/>
        <w:t>3.038e0</w:t>
      </w:r>
    </w:p>
    <w:p w:rsidR="006974AE" w:rsidRDefault="006974AE" w:rsidP="006974AE">
      <w:r>
        <w:t>120.4185</w:t>
      </w:r>
      <w:r>
        <w:tab/>
        <w:t>2.025e0</w:t>
      </w:r>
    </w:p>
    <w:p w:rsidR="006974AE" w:rsidRDefault="006974AE" w:rsidP="006974AE">
      <w:r>
        <w:t>120.4321</w:t>
      </w:r>
      <w:r>
        <w:tab/>
        <w:t>3.038e0</w:t>
      </w:r>
    </w:p>
    <w:p w:rsidR="006974AE" w:rsidRDefault="006974AE" w:rsidP="006974AE">
      <w:r>
        <w:t>120.4346</w:t>
      </w:r>
      <w:r>
        <w:tab/>
        <w:t>2.025e0</w:t>
      </w:r>
    </w:p>
    <w:p w:rsidR="006974AE" w:rsidRDefault="006974AE" w:rsidP="006974AE">
      <w:r>
        <w:t>120.4389</w:t>
      </w:r>
      <w:r>
        <w:tab/>
        <w:t>2.025e0</w:t>
      </w:r>
    </w:p>
    <w:p w:rsidR="006974AE" w:rsidRDefault="006974AE" w:rsidP="006974AE">
      <w:r>
        <w:t>120.4444</w:t>
      </w:r>
      <w:r>
        <w:tab/>
        <w:t>2.025e0</w:t>
      </w:r>
    </w:p>
    <w:p w:rsidR="006974AE" w:rsidRDefault="006974AE" w:rsidP="006974AE">
      <w:r>
        <w:t>120.4565</w:t>
      </w:r>
      <w:r>
        <w:tab/>
        <w:t>1.013e0</w:t>
      </w:r>
    </w:p>
    <w:p w:rsidR="006974AE" w:rsidRDefault="006974AE" w:rsidP="006974AE">
      <w:r>
        <w:lastRenderedPageBreak/>
        <w:t>120.4620</w:t>
      </w:r>
      <w:r>
        <w:tab/>
        <w:t>1.013e0</w:t>
      </w:r>
    </w:p>
    <w:p w:rsidR="006974AE" w:rsidRDefault="006974AE" w:rsidP="006974AE">
      <w:r>
        <w:t>120.4710</w:t>
      </w:r>
      <w:r>
        <w:tab/>
        <w:t>2.025e0</w:t>
      </w:r>
    </w:p>
    <w:p w:rsidR="006974AE" w:rsidRDefault="006974AE" w:rsidP="006974AE">
      <w:r>
        <w:t>120.4755</w:t>
      </w:r>
      <w:r>
        <w:tab/>
        <w:t>2.025e0</w:t>
      </w:r>
    </w:p>
    <w:p w:rsidR="006974AE" w:rsidRDefault="006974AE" w:rsidP="006974AE">
      <w:r>
        <w:t>120.4855</w:t>
      </w:r>
      <w:r>
        <w:tab/>
        <w:t>1.013e0</w:t>
      </w:r>
    </w:p>
    <w:p w:rsidR="006974AE" w:rsidRDefault="006974AE" w:rsidP="006974AE">
      <w:r>
        <w:t>120.4913</w:t>
      </w:r>
      <w:r>
        <w:tab/>
        <w:t>1.013e0</w:t>
      </w:r>
    </w:p>
    <w:p w:rsidR="006974AE" w:rsidRDefault="006974AE" w:rsidP="006974AE">
      <w:r>
        <w:t>120.4957</w:t>
      </w:r>
      <w:r>
        <w:tab/>
        <w:t>2.025e0</w:t>
      </w:r>
    </w:p>
    <w:p w:rsidR="006974AE" w:rsidRDefault="006974AE" w:rsidP="006974AE">
      <w:r>
        <w:t>120.4972</w:t>
      </w:r>
      <w:r>
        <w:tab/>
        <w:t>2.025e0</w:t>
      </w:r>
    </w:p>
    <w:p w:rsidR="006974AE" w:rsidRDefault="006974AE" w:rsidP="006974AE">
      <w:r>
        <w:t>120.4998</w:t>
      </w:r>
      <w:r>
        <w:tab/>
        <w:t>1.013e0</w:t>
      </w:r>
    </w:p>
    <w:p w:rsidR="006974AE" w:rsidRDefault="006974AE" w:rsidP="006974AE">
      <w:r>
        <w:t>120.5029</w:t>
      </w:r>
      <w:r>
        <w:tab/>
        <w:t>1.013e0</w:t>
      </w:r>
    </w:p>
    <w:p w:rsidR="006974AE" w:rsidRDefault="006974AE" w:rsidP="006974AE">
      <w:r>
        <w:t>120.5119</w:t>
      </w:r>
      <w:r>
        <w:tab/>
        <w:t>1.013e0</w:t>
      </w:r>
    </w:p>
    <w:p w:rsidR="006974AE" w:rsidRDefault="006974AE" w:rsidP="006974AE">
      <w:r>
        <w:t>120.5132</w:t>
      </w:r>
      <w:r>
        <w:tab/>
        <w:t>2.025e0</w:t>
      </w:r>
    </w:p>
    <w:p w:rsidR="006974AE" w:rsidRDefault="006974AE" w:rsidP="006974AE">
      <w:r>
        <w:t>120.5148</w:t>
      </w:r>
      <w:r>
        <w:tab/>
        <w:t>1.013e0</w:t>
      </w:r>
    </w:p>
    <w:p w:rsidR="006974AE" w:rsidRDefault="006974AE" w:rsidP="006974AE">
      <w:r>
        <w:t>120.5263</w:t>
      </w:r>
      <w:r>
        <w:tab/>
        <w:t>1.013e0</w:t>
      </w:r>
    </w:p>
    <w:p w:rsidR="006974AE" w:rsidRDefault="006974AE" w:rsidP="006974AE">
      <w:r>
        <w:t>120.5292</w:t>
      </w:r>
      <w:r>
        <w:tab/>
        <w:t>4.051e0</w:t>
      </w:r>
    </w:p>
    <w:p w:rsidR="006974AE" w:rsidRDefault="006974AE" w:rsidP="006974AE">
      <w:r>
        <w:t>120.5353</w:t>
      </w:r>
      <w:r>
        <w:tab/>
        <w:t>1.013e0</w:t>
      </w:r>
    </w:p>
    <w:p w:rsidR="006974AE" w:rsidRDefault="006974AE" w:rsidP="006974AE">
      <w:r>
        <w:t>120.5377</w:t>
      </w:r>
      <w:r>
        <w:tab/>
        <w:t>1.013e0</w:t>
      </w:r>
    </w:p>
    <w:p w:rsidR="006974AE" w:rsidRDefault="006974AE" w:rsidP="006974AE">
      <w:r>
        <w:t>120.5406</w:t>
      </w:r>
      <w:r>
        <w:tab/>
        <w:t>1.013e0</w:t>
      </w:r>
    </w:p>
    <w:p w:rsidR="006974AE" w:rsidRDefault="006974AE" w:rsidP="006974AE">
      <w:r>
        <w:t>120.5468</w:t>
      </w:r>
      <w:r>
        <w:tab/>
        <w:t>2.025e0</w:t>
      </w:r>
    </w:p>
    <w:p w:rsidR="006974AE" w:rsidRDefault="006974AE" w:rsidP="006974AE">
      <w:r>
        <w:t>120.5580</w:t>
      </w:r>
      <w:r>
        <w:tab/>
        <w:t>1.013e0</w:t>
      </w:r>
    </w:p>
    <w:p w:rsidR="006974AE" w:rsidRDefault="006974AE" w:rsidP="006974AE">
      <w:r>
        <w:lastRenderedPageBreak/>
        <w:t>120.5641</w:t>
      </w:r>
      <w:r>
        <w:tab/>
        <w:t>3.038e0</w:t>
      </w:r>
    </w:p>
    <w:p w:rsidR="006974AE" w:rsidRDefault="006974AE" w:rsidP="006974AE">
      <w:r>
        <w:t>120.5667</w:t>
      </w:r>
      <w:r>
        <w:tab/>
        <w:t>5.063e0</w:t>
      </w:r>
    </w:p>
    <w:p w:rsidR="006974AE" w:rsidRDefault="006974AE" w:rsidP="006974AE">
      <w:r>
        <w:t>120.5794</w:t>
      </w:r>
      <w:r>
        <w:tab/>
        <w:t>9.114e0</w:t>
      </w:r>
    </w:p>
    <w:p w:rsidR="006974AE" w:rsidRDefault="006974AE" w:rsidP="006974AE">
      <w:r>
        <w:t>120.5907</w:t>
      </w:r>
      <w:r>
        <w:tab/>
        <w:t>1.013e0</w:t>
      </w:r>
    </w:p>
    <w:p w:rsidR="006974AE" w:rsidRDefault="006974AE" w:rsidP="006974AE">
      <w:r>
        <w:t>120.5937</w:t>
      </w:r>
      <w:r>
        <w:tab/>
        <w:t>1.013e0</w:t>
      </w:r>
    </w:p>
    <w:p w:rsidR="006974AE" w:rsidRDefault="006974AE" w:rsidP="006974AE">
      <w:r>
        <w:t>120.6036</w:t>
      </w:r>
      <w:r>
        <w:tab/>
        <w:t>2.025e0</w:t>
      </w:r>
    </w:p>
    <w:p w:rsidR="006974AE" w:rsidRDefault="006974AE" w:rsidP="006974AE">
      <w:r>
        <w:t>120.6051</w:t>
      </w:r>
      <w:r>
        <w:tab/>
        <w:t>1.013e0</w:t>
      </w:r>
    </w:p>
    <w:p w:rsidR="006974AE" w:rsidRDefault="006974AE" w:rsidP="006974AE">
      <w:r>
        <w:t>120.6080</w:t>
      </w:r>
      <w:r>
        <w:tab/>
        <w:t>1.013e0</w:t>
      </w:r>
    </w:p>
    <w:p w:rsidR="006974AE" w:rsidRDefault="006974AE" w:rsidP="006974AE">
      <w:r>
        <w:t>120.6165</w:t>
      </w:r>
      <w:r>
        <w:tab/>
        <w:t>1.013e0</w:t>
      </w:r>
    </w:p>
    <w:p w:rsidR="006974AE" w:rsidRDefault="006974AE" w:rsidP="006974AE">
      <w:r>
        <w:t>120.6180</w:t>
      </w:r>
      <w:r>
        <w:tab/>
        <w:t>2.025e0</w:t>
      </w:r>
    </w:p>
    <w:p w:rsidR="006974AE" w:rsidRDefault="006974AE" w:rsidP="006974AE">
      <w:r>
        <w:t>120.6316</w:t>
      </w:r>
      <w:r>
        <w:tab/>
        <w:t>2.025e0</w:t>
      </w:r>
    </w:p>
    <w:p w:rsidR="006974AE" w:rsidRDefault="006974AE" w:rsidP="006974AE">
      <w:r>
        <w:t>120.6342</w:t>
      </w:r>
      <w:r>
        <w:tab/>
        <w:t>2.025e0</w:t>
      </w:r>
    </w:p>
    <w:p w:rsidR="006974AE" w:rsidRDefault="006974AE" w:rsidP="006974AE">
      <w:r>
        <w:t>120.6370</w:t>
      </w:r>
      <w:r>
        <w:tab/>
        <w:t>1.013e0</w:t>
      </w:r>
    </w:p>
    <w:p w:rsidR="006974AE" w:rsidRDefault="006974AE" w:rsidP="006974AE">
      <w:r>
        <w:t>120.6400</w:t>
      </w:r>
      <w:r>
        <w:tab/>
        <w:t>3.038e0</w:t>
      </w:r>
    </w:p>
    <w:p w:rsidR="006974AE" w:rsidRDefault="006974AE" w:rsidP="006974AE">
      <w:r>
        <w:t>120.6546</w:t>
      </w:r>
      <w:r>
        <w:tab/>
        <w:t>2.025e0</w:t>
      </w:r>
    </w:p>
    <w:p w:rsidR="006974AE" w:rsidRDefault="006974AE" w:rsidP="006974AE">
      <w:r>
        <w:t>120.6605</w:t>
      </w:r>
      <w:r>
        <w:tab/>
        <w:t>1.013e0</w:t>
      </w:r>
    </w:p>
    <w:p w:rsidR="006974AE" w:rsidRDefault="006974AE" w:rsidP="006974AE">
      <w:r>
        <w:t>120.6664</w:t>
      </w:r>
      <w:r>
        <w:tab/>
        <w:t>2.025e0</w:t>
      </w:r>
    </w:p>
    <w:p w:rsidR="006974AE" w:rsidRDefault="006974AE" w:rsidP="006974AE">
      <w:r>
        <w:t>120.6724</w:t>
      </w:r>
      <w:r>
        <w:tab/>
        <w:t>1.013e0</w:t>
      </w:r>
    </w:p>
    <w:p w:rsidR="006974AE" w:rsidRDefault="006974AE" w:rsidP="006974AE">
      <w:r>
        <w:t>120.6778</w:t>
      </w:r>
      <w:r>
        <w:tab/>
        <w:t>3.038e0</w:t>
      </w:r>
    </w:p>
    <w:p w:rsidR="006974AE" w:rsidRDefault="006974AE" w:rsidP="006974AE">
      <w:r>
        <w:lastRenderedPageBreak/>
        <w:t>120.6809</w:t>
      </w:r>
      <w:r>
        <w:tab/>
        <w:t>3.038e0</w:t>
      </w:r>
    </w:p>
    <w:p w:rsidR="006974AE" w:rsidRDefault="006974AE" w:rsidP="006974AE">
      <w:r>
        <w:t>120.6840</w:t>
      </w:r>
      <w:r>
        <w:tab/>
        <w:t>1.013e0</w:t>
      </w:r>
    </w:p>
    <w:p w:rsidR="006974AE" w:rsidRDefault="006974AE" w:rsidP="006974AE">
      <w:r>
        <w:t>120.6954</w:t>
      </w:r>
      <w:r>
        <w:tab/>
        <w:t>5.063e0</w:t>
      </w:r>
    </w:p>
    <w:p w:rsidR="006974AE" w:rsidRDefault="006974AE" w:rsidP="006974AE">
      <w:r>
        <w:t>120.6984</w:t>
      </w:r>
      <w:r>
        <w:tab/>
        <w:t>2.025e0</w:t>
      </w:r>
    </w:p>
    <w:p w:rsidR="006974AE" w:rsidRDefault="006974AE" w:rsidP="006974AE">
      <w:r>
        <w:t>120.7043</w:t>
      </w:r>
      <w:r>
        <w:tab/>
        <w:t>1.013e0</w:t>
      </w:r>
    </w:p>
    <w:p w:rsidR="006974AE" w:rsidRDefault="006974AE" w:rsidP="006974AE">
      <w:r>
        <w:t>120.7150</w:t>
      </w:r>
      <w:r>
        <w:tab/>
        <w:t>3.757e0</w:t>
      </w:r>
    </w:p>
    <w:p w:rsidR="006974AE" w:rsidRDefault="006974AE" w:rsidP="006974AE">
      <w:r>
        <w:t>120.7188</w:t>
      </w:r>
      <w:r>
        <w:tab/>
        <w:t>1.013e0</w:t>
      </w:r>
    </w:p>
    <w:p w:rsidR="006974AE" w:rsidRDefault="006974AE" w:rsidP="006974AE">
      <w:r>
        <w:t>120.7218</w:t>
      </w:r>
      <w:r>
        <w:tab/>
        <w:t>1.013e0</w:t>
      </w:r>
    </w:p>
    <w:p w:rsidR="006974AE" w:rsidRDefault="006974AE" w:rsidP="006974AE">
      <w:r>
        <w:t>120.7363</w:t>
      </w:r>
      <w:r>
        <w:tab/>
        <w:t>4.051e0</w:t>
      </w:r>
    </w:p>
    <w:p w:rsidR="006974AE" w:rsidRDefault="006974AE" w:rsidP="006974AE">
      <w:r>
        <w:t>120.7424</w:t>
      </w:r>
      <w:r>
        <w:tab/>
        <w:t>1.013e0</w:t>
      </w:r>
    </w:p>
    <w:p w:rsidR="006974AE" w:rsidRDefault="006974AE" w:rsidP="006974AE">
      <w:r>
        <w:t>120.7452</w:t>
      </w:r>
      <w:r>
        <w:tab/>
        <w:t>1.013e0</w:t>
      </w:r>
    </w:p>
    <w:p w:rsidR="006974AE" w:rsidRDefault="006974AE" w:rsidP="006974AE">
      <w:r>
        <w:t>120.7510</w:t>
      </w:r>
      <w:r>
        <w:tab/>
        <w:t>1.013e0</w:t>
      </w:r>
    </w:p>
    <w:p w:rsidR="006974AE" w:rsidRDefault="006974AE" w:rsidP="006974AE">
      <w:r>
        <w:t>120.7569</w:t>
      </w:r>
      <w:r>
        <w:tab/>
        <w:t>3.038e0</w:t>
      </w:r>
    </w:p>
    <w:p w:rsidR="006974AE" w:rsidRDefault="006974AE" w:rsidP="006974AE">
      <w:r>
        <w:t>120.7584</w:t>
      </w:r>
      <w:r>
        <w:tab/>
        <w:t>2.025e0</w:t>
      </w:r>
    </w:p>
    <w:p w:rsidR="006974AE" w:rsidRDefault="006974AE" w:rsidP="006974AE">
      <w:r>
        <w:t>120.7597</w:t>
      </w:r>
      <w:r>
        <w:tab/>
        <w:t>1.013e0</w:t>
      </w:r>
    </w:p>
    <w:p w:rsidR="006974AE" w:rsidRDefault="006974AE" w:rsidP="006974AE">
      <w:r>
        <w:t>120.7689</w:t>
      </w:r>
      <w:r>
        <w:tab/>
        <w:t>1.013e0</w:t>
      </w:r>
    </w:p>
    <w:p w:rsidR="006974AE" w:rsidRDefault="006974AE" w:rsidP="006974AE">
      <w:r>
        <w:t>120.7715</w:t>
      </w:r>
      <w:r>
        <w:tab/>
        <w:t>2.025e0</w:t>
      </w:r>
    </w:p>
    <w:p w:rsidR="006974AE" w:rsidRDefault="006974AE" w:rsidP="006974AE">
      <w:r>
        <w:t>120.7772</w:t>
      </w:r>
      <w:r>
        <w:tab/>
        <w:t>1.013e0</w:t>
      </w:r>
    </w:p>
    <w:p w:rsidR="006974AE" w:rsidRDefault="006974AE" w:rsidP="006974AE">
      <w:r>
        <w:t>120.7918</w:t>
      </w:r>
      <w:r>
        <w:tab/>
        <w:t>2.025e0</w:t>
      </w:r>
    </w:p>
    <w:p w:rsidR="006974AE" w:rsidRDefault="006974AE" w:rsidP="006974AE">
      <w:r>
        <w:lastRenderedPageBreak/>
        <w:t>120.8096</w:t>
      </w:r>
      <w:r>
        <w:tab/>
        <w:t>2.025e0</w:t>
      </w:r>
    </w:p>
    <w:p w:rsidR="006974AE" w:rsidRDefault="006974AE" w:rsidP="006974AE">
      <w:r>
        <w:t>120.8287</w:t>
      </w:r>
      <w:r>
        <w:tab/>
        <w:t>2.025e0</w:t>
      </w:r>
    </w:p>
    <w:p w:rsidR="006974AE" w:rsidRDefault="006974AE" w:rsidP="006974AE">
      <w:r>
        <w:t>120.8356</w:t>
      </w:r>
      <w:r>
        <w:tab/>
        <w:t>1.013e0</w:t>
      </w:r>
    </w:p>
    <w:p w:rsidR="006974AE" w:rsidRDefault="006974AE" w:rsidP="006974AE">
      <w:r>
        <w:t>120.8416</w:t>
      </w:r>
      <w:r>
        <w:tab/>
        <w:t>1.013e0</w:t>
      </w:r>
    </w:p>
    <w:p w:rsidR="006974AE" w:rsidRDefault="006974AE" w:rsidP="006974AE">
      <w:r>
        <w:t>120.8531</w:t>
      </w:r>
      <w:r>
        <w:tab/>
        <w:t>5.063e0</w:t>
      </w:r>
    </w:p>
    <w:p w:rsidR="006974AE" w:rsidRDefault="006974AE" w:rsidP="006974AE">
      <w:r>
        <w:t>120.8561</w:t>
      </w:r>
      <w:r>
        <w:tab/>
        <w:t>2.025e0</w:t>
      </w:r>
    </w:p>
    <w:p w:rsidR="006974AE" w:rsidRDefault="006974AE" w:rsidP="006974AE">
      <w:r>
        <w:t>120.8752</w:t>
      </w:r>
      <w:r>
        <w:tab/>
        <w:t>2.025e0</w:t>
      </w:r>
    </w:p>
    <w:p w:rsidR="006974AE" w:rsidRDefault="006974AE" w:rsidP="006974AE">
      <w:r>
        <w:t>120.8765</w:t>
      </w:r>
      <w:r>
        <w:tab/>
        <w:t>1.013e0</w:t>
      </w:r>
    </w:p>
    <w:p w:rsidR="006974AE" w:rsidRDefault="006974AE" w:rsidP="006974AE">
      <w:r>
        <w:t>120.8826</w:t>
      </w:r>
      <w:r>
        <w:tab/>
        <w:t>2.025e0</w:t>
      </w:r>
    </w:p>
    <w:p w:rsidR="006974AE" w:rsidRDefault="006974AE" w:rsidP="006974AE">
      <w:r>
        <w:t>120.8884</w:t>
      </w:r>
      <w:r>
        <w:tab/>
        <w:t>3.038e0</w:t>
      </w:r>
    </w:p>
    <w:p w:rsidR="006974AE" w:rsidRDefault="006974AE" w:rsidP="006974AE">
      <w:r>
        <w:t>120.8898</w:t>
      </w:r>
      <w:r>
        <w:tab/>
        <w:t>2.025e0</w:t>
      </w:r>
    </w:p>
    <w:p w:rsidR="006974AE" w:rsidRDefault="006974AE" w:rsidP="006974AE">
      <w:r>
        <w:t>120.9061</w:t>
      </w:r>
      <w:r>
        <w:tab/>
        <w:t>1.013e0</w:t>
      </w:r>
    </w:p>
    <w:p w:rsidR="006974AE" w:rsidRDefault="006974AE" w:rsidP="006974AE">
      <w:r>
        <w:t>120.9114</w:t>
      </w:r>
      <w:r>
        <w:tab/>
        <w:t>1.013e0</w:t>
      </w:r>
    </w:p>
    <w:p w:rsidR="006974AE" w:rsidRDefault="006974AE" w:rsidP="006974AE">
      <w:r>
        <w:t>120.9175</w:t>
      </w:r>
      <w:r>
        <w:tab/>
        <w:t>1.013e0</w:t>
      </w:r>
    </w:p>
    <w:p w:rsidR="006974AE" w:rsidRDefault="006974AE" w:rsidP="006974AE">
      <w:r>
        <w:t>120.9235</w:t>
      </w:r>
      <w:r>
        <w:tab/>
        <w:t>1.013e0</w:t>
      </w:r>
    </w:p>
    <w:p w:rsidR="006974AE" w:rsidRDefault="006974AE" w:rsidP="006974AE">
      <w:r>
        <w:t>120.9266</w:t>
      </w:r>
      <w:r>
        <w:tab/>
        <w:t>2.025e0</w:t>
      </w:r>
    </w:p>
    <w:p w:rsidR="006974AE" w:rsidRDefault="006974AE" w:rsidP="006974AE">
      <w:r>
        <w:t>120.9290</w:t>
      </w:r>
      <w:r>
        <w:tab/>
        <w:t>1.013e0</w:t>
      </w:r>
    </w:p>
    <w:p w:rsidR="006974AE" w:rsidRDefault="006974AE" w:rsidP="006974AE">
      <w:r>
        <w:t>120.9469</w:t>
      </w:r>
      <w:r>
        <w:tab/>
        <w:t>2.025e0</w:t>
      </w:r>
    </w:p>
    <w:p w:rsidR="006974AE" w:rsidRDefault="006974AE" w:rsidP="006974AE">
      <w:r>
        <w:t>120.9646</w:t>
      </w:r>
      <w:r>
        <w:tab/>
        <w:t>2.025e0</w:t>
      </w:r>
    </w:p>
    <w:p w:rsidR="006974AE" w:rsidRDefault="006974AE" w:rsidP="006974AE">
      <w:r>
        <w:lastRenderedPageBreak/>
        <w:t>120.9765</w:t>
      </w:r>
      <w:r>
        <w:tab/>
        <w:t>5.063e0</w:t>
      </w:r>
    </w:p>
    <w:p w:rsidR="006974AE" w:rsidRDefault="006974AE" w:rsidP="006974AE">
      <w:r>
        <w:t>120.9852</w:t>
      </w:r>
      <w:r>
        <w:tab/>
        <w:t>1.013e0</w:t>
      </w:r>
    </w:p>
    <w:p w:rsidR="006974AE" w:rsidRDefault="006974AE" w:rsidP="006974AE">
      <w:r>
        <w:t>120.9907</w:t>
      </w:r>
      <w:r>
        <w:tab/>
        <w:t>3.038e0</w:t>
      </w:r>
    </w:p>
    <w:p w:rsidR="006974AE" w:rsidRDefault="006974AE" w:rsidP="006974AE">
      <w:r>
        <w:t>120.9944</w:t>
      </w:r>
      <w:r>
        <w:tab/>
        <w:t>4.051e0</w:t>
      </w:r>
    </w:p>
    <w:p w:rsidR="006974AE" w:rsidRDefault="006974AE" w:rsidP="006974AE">
      <w:r>
        <w:t>121.0139</w:t>
      </w:r>
      <w:r>
        <w:tab/>
        <w:t>1.013e0</w:t>
      </w:r>
    </w:p>
    <w:p w:rsidR="006974AE" w:rsidRDefault="006974AE" w:rsidP="006974AE">
      <w:r>
        <w:t>121.0173</w:t>
      </w:r>
      <w:r>
        <w:tab/>
        <w:t>1.316e1</w:t>
      </w:r>
    </w:p>
    <w:p w:rsidR="006974AE" w:rsidRDefault="006974AE" w:rsidP="006974AE">
      <w:r>
        <w:t>121.0185</w:t>
      </w:r>
      <w:r>
        <w:tab/>
        <w:t>2.025e0</w:t>
      </w:r>
    </w:p>
    <w:p w:rsidR="006974AE" w:rsidRDefault="006974AE" w:rsidP="006974AE">
      <w:r>
        <w:t>121.0239</w:t>
      </w:r>
      <w:r>
        <w:tab/>
        <w:t>3.038e0</w:t>
      </w:r>
    </w:p>
    <w:p w:rsidR="006974AE" w:rsidRDefault="006974AE" w:rsidP="006974AE">
      <w:r>
        <w:t>121.0300</w:t>
      </w:r>
      <w:r>
        <w:tab/>
        <w:t>3.628e0</w:t>
      </w:r>
    </w:p>
    <w:p w:rsidR="006974AE" w:rsidRDefault="006974AE" w:rsidP="006974AE">
      <w:r>
        <w:t>121.0469</w:t>
      </w:r>
      <w:r>
        <w:tab/>
        <w:t>1.156e1</w:t>
      </w:r>
    </w:p>
    <w:p w:rsidR="006974AE" w:rsidRDefault="006974AE" w:rsidP="006974AE">
      <w:r>
        <w:t>121.0523</w:t>
      </w:r>
      <w:r>
        <w:tab/>
        <w:t>3.041e1</w:t>
      </w:r>
    </w:p>
    <w:p w:rsidR="006974AE" w:rsidRDefault="006974AE" w:rsidP="006974AE">
      <w:r>
        <w:t>121.0538</w:t>
      </w:r>
      <w:r>
        <w:tab/>
        <w:t>4.099e1</w:t>
      </w:r>
    </w:p>
    <w:p w:rsidR="006974AE" w:rsidRDefault="006974AE" w:rsidP="006974AE">
      <w:r>
        <w:t>121.0553</w:t>
      </w:r>
      <w:r>
        <w:tab/>
        <w:t>3.221e1</w:t>
      </w:r>
    </w:p>
    <w:p w:rsidR="006974AE" w:rsidRDefault="006974AE" w:rsidP="006974AE">
      <w:r>
        <w:t>121.0723</w:t>
      </w:r>
      <w:r>
        <w:tab/>
        <w:t>2.025e0</w:t>
      </w:r>
    </w:p>
    <w:p w:rsidR="006974AE" w:rsidRDefault="006974AE" w:rsidP="006974AE">
      <w:r>
        <w:t>121.0785</w:t>
      </w:r>
      <w:r>
        <w:tab/>
        <w:t>1.013e0</w:t>
      </w:r>
    </w:p>
    <w:p w:rsidR="006974AE" w:rsidRDefault="006974AE" w:rsidP="006974AE">
      <w:r>
        <w:t>121.0844</w:t>
      </w:r>
      <w:r>
        <w:tab/>
        <w:t>2.025e0</w:t>
      </w:r>
    </w:p>
    <w:p w:rsidR="006974AE" w:rsidRDefault="006974AE" w:rsidP="006974AE">
      <w:r>
        <w:t>121.0870</w:t>
      </w:r>
      <w:r>
        <w:tab/>
        <w:t>1.013e0</w:t>
      </w:r>
    </w:p>
    <w:p w:rsidR="006974AE" w:rsidRDefault="006974AE" w:rsidP="006974AE">
      <w:r>
        <w:t>121.0943</w:t>
      </w:r>
      <w:r>
        <w:tab/>
        <w:t>2.025e0</w:t>
      </w:r>
    </w:p>
    <w:p w:rsidR="006974AE" w:rsidRDefault="006974AE" w:rsidP="006974AE">
      <w:r>
        <w:t>121.0960</w:t>
      </w:r>
      <w:r>
        <w:tab/>
        <w:t>1.013e0</w:t>
      </w:r>
    </w:p>
    <w:p w:rsidR="006974AE" w:rsidRDefault="006974AE" w:rsidP="006974AE">
      <w:r>
        <w:lastRenderedPageBreak/>
        <w:t>121.0990</w:t>
      </w:r>
      <w:r>
        <w:tab/>
        <w:t>1.013e0</w:t>
      </w:r>
    </w:p>
    <w:p w:rsidR="006974AE" w:rsidRDefault="006974AE" w:rsidP="006974AE">
      <w:r>
        <w:t>121.1047</w:t>
      </w:r>
      <w:r>
        <w:tab/>
        <w:t>1.013e0</w:t>
      </w:r>
    </w:p>
    <w:p w:rsidR="006974AE" w:rsidRDefault="006974AE" w:rsidP="006974AE">
      <w:r>
        <w:t>121.1118</w:t>
      </w:r>
      <w:r>
        <w:tab/>
        <w:t>2.025e0</w:t>
      </w:r>
    </w:p>
    <w:p w:rsidR="006974AE" w:rsidRDefault="006974AE" w:rsidP="006974AE">
      <w:r>
        <w:t>121.1135</w:t>
      </w:r>
      <w:r>
        <w:tab/>
        <w:t>1.013e0</w:t>
      </w:r>
    </w:p>
    <w:p w:rsidR="006974AE" w:rsidRDefault="006974AE" w:rsidP="006974AE">
      <w:r>
        <w:t>121.1147</w:t>
      </w:r>
      <w:r>
        <w:tab/>
        <w:t>3.038e0</w:t>
      </w:r>
    </w:p>
    <w:p w:rsidR="006974AE" w:rsidRDefault="006974AE" w:rsidP="006974AE">
      <w:r>
        <w:t>121.1179</w:t>
      </w:r>
      <w:r>
        <w:tab/>
        <w:t>2.025e0</w:t>
      </w:r>
    </w:p>
    <w:p w:rsidR="006974AE" w:rsidRDefault="006974AE" w:rsidP="006974AE">
      <w:r>
        <w:t>121.1252</w:t>
      </w:r>
      <w:r>
        <w:tab/>
        <w:t>2.025e0</w:t>
      </w:r>
    </w:p>
    <w:p w:rsidR="006974AE" w:rsidRDefault="006974AE" w:rsidP="006974AE">
      <w:r>
        <w:t>121.1279</w:t>
      </w:r>
      <w:r>
        <w:tab/>
        <w:t>1.013e0</w:t>
      </w:r>
    </w:p>
    <w:p w:rsidR="006974AE" w:rsidRDefault="006974AE" w:rsidP="006974AE">
      <w:r>
        <w:t>121.1325</w:t>
      </w:r>
      <w:r>
        <w:tab/>
        <w:t>2.025e0</w:t>
      </w:r>
    </w:p>
    <w:p w:rsidR="006974AE" w:rsidRDefault="006974AE" w:rsidP="006974AE">
      <w:r>
        <w:t>121.1455</w:t>
      </w:r>
      <w:r>
        <w:tab/>
        <w:t>1.013e0</w:t>
      </w:r>
    </w:p>
    <w:p w:rsidR="006974AE" w:rsidRDefault="006974AE" w:rsidP="006974AE">
      <w:r>
        <w:t>121.1545</w:t>
      </w:r>
      <w:r>
        <w:tab/>
        <w:t>1.013e0</w:t>
      </w:r>
    </w:p>
    <w:p w:rsidR="006974AE" w:rsidRDefault="006974AE" w:rsidP="006974AE">
      <w:r>
        <w:t>121.1575</w:t>
      </w:r>
      <w:r>
        <w:tab/>
        <w:t>1.013e0</w:t>
      </w:r>
    </w:p>
    <w:p w:rsidR="006974AE" w:rsidRDefault="006974AE" w:rsidP="006974AE">
      <w:r>
        <w:t>121.1605</w:t>
      </w:r>
      <w:r>
        <w:tab/>
        <w:t>1.013e0</w:t>
      </w:r>
    </w:p>
    <w:p w:rsidR="006974AE" w:rsidRDefault="006974AE" w:rsidP="006974AE">
      <w:r>
        <w:t>121.1689</w:t>
      </w:r>
      <w:r>
        <w:tab/>
        <w:t>2.025e0</w:t>
      </w:r>
    </w:p>
    <w:p w:rsidR="006974AE" w:rsidRDefault="006974AE" w:rsidP="006974AE">
      <w:r>
        <w:t>121.1795</w:t>
      </w:r>
      <w:r>
        <w:tab/>
        <w:t>2.025e0</w:t>
      </w:r>
    </w:p>
    <w:p w:rsidR="006974AE" w:rsidRDefault="006974AE" w:rsidP="006974AE">
      <w:r>
        <w:t>121.1864</w:t>
      </w:r>
      <w:r>
        <w:tab/>
        <w:t>1.013e0</w:t>
      </w:r>
    </w:p>
    <w:p w:rsidR="006974AE" w:rsidRDefault="006974AE" w:rsidP="006974AE">
      <w:r>
        <w:t>121.1893</w:t>
      </w:r>
      <w:r>
        <w:tab/>
        <w:t>1.013e0</w:t>
      </w:r>
    </w:p>
    <w:p w:rsidR="006974AE" w:rsidRDefault="006974AE" w:rsidP="006974AE">
      <w:r>
        <w:t>121.2041</w:t>
      </w:r>
      <w:r>
        <w:tab/>
        <w:t>2.025e0</w:t>
      </w:r>
    </w:p>
    <w:p w:rsidR="006974AE" w:rsidRDefault="006974AE" w:rsidP="006974AE">
      <w:r>
        <w:t>121.2077</w:t>
      </w:r>
      <w:r>
        <w:tab/>
        <w:t>3.337e0</w:t>
      </w:r>
    </w:p>
    <w:p w:rsidR="006974AE" w:rsidRDefault="006974AE" w:rsidP="006974AE">
      <w:r>
        <w:lastRenderedPageBreak/>
        <w:t>121.2115</w:t>
      </w:r>
      <w:r>
        <w:tab/>
        <w:t>2.025e0</w:t>
      </w:r>
    </w:p>
    <w:p w:rsidR="006974AE" w:rsidRDefault="006974AE" w:rsidP="006974AE">
      <w:r>
        <w:t>121.2298</w:t>
      </w:r>
      <w:r>
        <w:tab/>
        <w:t>4.051e0</w:t>
      </w:r>
    </w:p>
    <w:p w:rsidR="006974AE" w:rsidRDefault="006974AE" w:rsidP="006974AE">
      <w:r>
        <w:t>121.2363</w:t>
      </w:r>
      <w:r>
        <w:tab/>
        <w:t>1.013e0</w:t>
      </w:r>
    </w:p>
    <w:p w:rsidR="006974AE" w:rsidRDefault="006974AE" w:rsidP="006974AE">
      <w:r>
        <w:t>121.2393</w:t>
      </w:r>
      <w:r>
        <w:tab/>
        <w:t>1.013e0</w:t>
      </w:r>
    </w:p>
    <w:p w:rsidR="006974AE" w:rsidRDefault="006974AE" w:rsidP="006974AE">
      <w:r>
        <w:t>121.2423</w:t>
      </w:r>
      <w:r>
        <w:tab/>
        <w:t>1.013e0</w:t>
      </w:r>
    </w:p>
    <w:p w:rsidR="006974AE" w:rsidRDefault="006974AE" w:rsidP="006974AE">
      <w:r>
        <w:t>121.2479</w:t>
      </w:r>
      <w:r>
        <w:tab/>
        <w:t>1.013e0</w:t>
      </w:r>
    </w:p>
    <w:p w:rsidR="006974AE" w:rsidRDefault="006974AE" w:rsidP="006974AE">
      <w:r>
        <w:t>121.2570</w:t>
      </w:r>
      <w:r>
        <w:tab/>
        <w:t>1.013e0</w:t>
      </w:r>
    </w:p>
    <w:p w:rsidR="006974AE" w:rsidRDefault="006974AE" w:rsidP="006974AE">
      <w:r>
        <w:t>121.2600</w:t>
      </w:r>
      <w:r>
        <w:tab/>
        <w:t>1.013e0</w:t>
      </w:r>
    </w:p>
    <w:p w:rsidR="006974AE" w:rsidRDefault="006974AE" w:rsidP="006974AE">
      <w:r>
        <w:t>121.2653</w:t>
      </w:r>
      <w:r>
        <w:tab/>
        <w:t>2.025e0</w:t>
      </w:r>
    </w:p>
    <w:p w:rsidR="006974AE" w:rsidRDefault="006974AE" w:rsidP="006974AE">
      <w:r>
        <w:t>121.2805</w:t>
      </w:r>
      <w:r>
        <w:tab/>
        <w:t>1.013e0</w:t>
      </w:r>
    </w:p>
    <w:p w:rsidR="006974AE" w:rsidRDefault="006974AE" w:rsidP="006974AE">
      <w:r>
        <w:t>121.2857</w:t>
      </w:r>
      <w:r>
        <w:tab/>
        <w:t>1.013e0</w:t>
      </w:r>
    </w:p>
    <w:p w:rsidR="006974AE" w:rsidRDefault="006974AE" w:rsidP="006974AE">
      <w:r>
        <w:t>121.2890</w:t>
      </w:r>
      <w:r>
        <w:tab/>
        <w:t>1.013e0</w:t>
      </w:r>
    </w:p>
    <w:p w:rsidR="006974AE" w:rsidRDefault="006974AE" w:rsidP="006974AE">
      <w:r>
        <w:t>121.2920</w:t>
      </w:r>
      <w:r>
        <w:tab/>
        <w:t>1.013e0</w:t>
      </w:r>
    </w:p>
    <w:p w:rsidR="006974AE" w:rsidRDefault="006974AE" w:rsidP="006974AE">
      <w:r>
        <w:t>121.3093</w:t>
      </w:r>
      <w:r>
        <w:tab/>
        <w:t>1.013e0</w:t>
      </w:r>
    </w:p>
    <w:p w:rsidR="006974AE" w:rsidRDefault="006974AE" w:rsidP="006974AE">
      <w:r>
        <w:t>121.3153</w:t>
      </w:r>
      <w:r>
        <w:tab/>
        <w:t>1.013e0</w:t>
      </w:r>
    </w:p>
    <w:p w:rsidR="006974AE" w:rsidRDefault="006974AE" w:rsidP="006974AE">
      <w:r>
        <w:t>121.3185</w:t>
      </w:r>
      <w:r>
        <w:tab/>
        <w:t>1.013e0</w:t>
      </w:r>
    </w:p>
    <w:p w:rsidR="006974AE" w:rsidRDefault="006974AE" w:rsidP="006974AE">
      <w:r>
        <w:t>121.3298</w:t>
      </w:r>
      <w:r>
        <w:tab/>
        <w:t>2.025e0</w:t>
      </w:r>
    </w:p>
    <w:p w:rsidR="006974AE" w:rsidRDefault="006974AE" w:rsidP="006974AE">
      <w:r>
        <w:t>121.3418</w:t>
      </w:r>
      <w:r>
        <w:tab/>
        <w:t>1.013e0</w:t>
      </w:r>
    </w:p>
    <w:p w:rsidR="006974AE" w:rsidRDefault="006974AE" w:rsidP="006974AE">
      <w:r>
        <w:t>121.3473</w:t>
      </w:r>
      <w:r>
        <w:tab/>
        <w:t>4.051e0</w:t>
      </w:r>
    </w:p>
    <w:p w:rsidR="006974AE" w:rsidRDefault="006974AE" w:rsidP="006974AE">
      <w:r>
        <w:lastRenderedPageBreak/>
        <w:t>121.3489</w:t>
      </w:r>
      <w:r>
        <w:tab/>
        <w:t>2.025e0</w:t>
      </w:r>
    </w:p>
    <w:p w:rsidR="006974AE" w:rsidRDefault="006974AE" w:rsidP="006974AE">
      <w:r>
        <w:t>121.3504</w:t>
      </w:r>
      <w:r>
        <w:tab/>
        <w:t>1.013e0</w:t>
      </w:r>
    </w:p>
    <w:p w:rsidR="006974AE" w:rsidRDefault="006974AE" w:rsidP="006974AE">
      <w:r>
        <w:t>121.3709</w:t>
      </w:r>
      <w:r>
        <w:tab/>
        <w:t>2.025e0</w:t>
      </w:r>
    </w:p>
    <w:p w:rsidR="006974AE" w:rsidRDefault="006974AE" w:rsidP="006974AE">
      <w:r>
        <w:t>121.3739</w:t>
      </w:r>
      <w:r>
        <w:tab/>
        <w:t>4.051e0</w:t>
      </w:r>
    </w:p>
    <w:p w:rsidR="006974AE" w:rsidRDefault="006974AE" w:rsidP="006974AE">
      <w:r>
        <w:t>121.3770</w:t>
      </w:r>
      <w:r>
        <w:tab/>
        <w:t>1.013e0</w:t>
      </w:r>
    </w:p>
    <w:p w:rsidR="006974AE" w:rsidRDefault="006974AE" w:rsidP="006974AE">
      <w:r>
        <w:t>121.3800</w:t>
      </w:r>
      <w:r>
        <w:tab/>
        <w:t>2.025e0</w:t>
      </w:r>
    </w:p>
    <w:p w:rsidR="006974AE" w:rsidRDefault="006974AE" w:rsidP="006974AE">
      <w:r>
        <w:t>121.3885</w:t>
      </w:r>
      <w:r>
        <w:tab/>
        <w:t>1.013e0</w:t>
      </w:r>
    </w:p>
    <w:p w:rsidR="006974AE" w:rsidRDefault="006974AE" w:rsidP="006974AE">
      <w:r>
        <w:t>121.3975</w:t>
      </w:r>
      <w:r>
        <w:tab/>
        <w:t>1.013e0</w:t>
      </w:r>
    </w:p>
    <w:p w:rsidR="006974AE" w:rsidRDefault="006974AE" w:rsidP="006974AE">
      <w:r>
        <w:t>121.4044</w:t>
      </w:r>
      <w:r>
        <w:tab/>
        <w:t>2.025e0</w:t>
      </w:r>
    </w:p>
    <w:p w:rsidR="006974AE" w:rsidRDefault="006974AE" w:rsidP="006974AE">
      <w:r>
        <w:t>121.4060</w:t>
      </w:r>
      <w:r>
        <w:tab/>
        <w:t>1.013e0</w:t>
      </w:r>
    </w:p>
    <w:p w:rsidR="006974AE" w:rsidRDefault="006974AE" w:rsidP="006974AE">
      <w:r>
        <w:t>121.4149</w:t>
      </w:r>
      <w:r>
        <w:tab/>
        <w:t>2.025e0</w:t>
      </w:r>
    </w:p>
    <w:p w:rsidR="006974AE" w:rsidRDefault="006974AE" w:rsidP="006974AE">
      <w:r>
        <w:t>121.4180</w:t>
      </w:r>
      <w:r>
        <w:tab/>
        <w:t>3.038e0</w:t>
      </w:r>
    </w:p>
    <w:p w:rsidR="006974AE" w:rsidRDefault="006974AE" w:rsidP="006974AE">
      <w:r>
        <w:t>121.4296</w:t>
      </w:r>
      <w:r>
        <w:tab/>
        <w:t>1.013e0</w:t>
      </w:r>
    </w:p>
    <w:p w:rsidR="006974AE" w:rsidRDefault="006974AE" w:rsidP="006974AE">
      <w:r>
        <w:t>121.4385</w:t>
      </w:r>
      <w:r>
        <w:tab/>
        <w:t>2.025e0</w:t>
      </w:r>
    </w:p>
    <w:p w:rsidR="006974AE" w:rsidRDefault="006974AE" w:rsidP="006974AE">
      <w:r>
        <w:t>121.4499</w:t>
      </w:r>
      <w:r>
        <w:tab/>
        <w:t>1.013e0</w:t>
      </w:r>
    </w:p>
    <w:p w:rsidR="006974AE" w:rsidRDefault="006974AE" w:rsidP="006974AE">
      <w:r>
        <w:t>121.4546</w:t>
      </w:r>
      <w:r>
        <w:tab/>
        <w:t>2.025e0</w:t>
      </w:r>
    </w:p>
    <w:p w:rsidR="006974AE" w:rsidRDefault="006974AE" w:rsidP="006974AE">
      <w:r>
        <w:t>121.4618</w:t>
      </w:r>
      <w:r>
        <w:tab/>
        <w:t>2.025e0</w:t>
      </w:r>
    </w:p>
    <w:p w:rsidR="006974AE" w:rsidRDefault="006974AE" w:rsidP="006974AE">
      <w:r>
        <w:t>121.4632</w:t>
      </w:r>
      <w:r>
        <w:tab/>
        <w:t>2.025e0</w:t>
      </w:r>
    </w:p>
    <w:p w:rsidR="006974AE" w:rsidRDefault="006974AE" w:rsidP="006974AE">
      <w:r>
        <w:t>121.4643</w:t>
      </w:r>
      <w:r>
        <w:tab/>
        <w:t>1.013e0</w:t>
      </w:r>
    </w:p>
    <w:p w:rsidR="006974AE" w:rsidRDefault="006974AE" w:rsidP="006974AE">
      <w:r>
        <w:lastRenderedPageBreak/>
        <w:t>121.4736</w:t>
      </w:r>
      <w:r>
        <w:tab/>
        <w:t>2.025e0</w:t>
      </w:r>
    </w:p>
    <w:p w:rsidR="006974AE" w:rsidRDefault="006974AE" w:rsidP="006974AE">
      <w:r>
        <w:t>121.4881</w:t>
      </w:r>
      <w:r>
        <w:tab/>
        <w:t>1.013e0</w:t>
      </w:r>
    </w:p>
    <w:p w:rsidR="006974AE" w:rsidRDefault="006974AE" w:rsidP="006974AE">
      <w:r>
        <w:t>121.4894</w:t>
      </w:r>
      <w:r>
        <w:tab/>
        <w:t>2.025e0</w:t>
      </w:r>
    </w:p>
    <w:p w:rsidR="006974AE" w:rsidRDefault="006974AE" w:rsidP="006974AE">
      <w:r>
        <w:t>121.4910</w:t>
      </w:r>
      <w:r>
        <w:tab/>
        <w:t>1.013e0</w:t>
      </w:r>
    </w:p>
    <w:p w:rsidR="006974AE" w:rsidRDefault="006974AE" w:rsidP="006974AE">
      <w:r>
        <w:t>121.4926</w:t>
      </w:r>
      <w:r>
        <w:tab/>
        <w:t>2.025e0</w:t>
      </w:r>
    </w:p>
    <w:p w:rsidR="006974AE" w:rsidRDefault="006974AE" w:rsidP="006974AE">
      <w:r>
        <w:t>121.5056</w:t>
      </w:r>
      <w:r>
        <w:tab/>
        <w:t>1.013e0</w:t>
      </w:r>
    </w:p>
    <w:p w:rsidR="006974AE" w:rsidRDefault="006974AE" w:rsidP="006974AE">
      <w:r>
        <w:t>121.5085</w:t>
      </w:r>
      <w:r>
        <w:tab/>
        <w:t>1.013e0</w:t>
      </w:r>
    </w:p>
    <w:p w:rsidR="006974AE" w:rsidRDefault="006974AE" w:rsidP="006974AE">
      <w:r>
        <w:t>121.5115</w:t>
      </w:r>
      <w:r>
        <w:tab/>
        <w:t>1.013e0</w:t>
      </w:r>
    </w:p>
    <w:p w:rsidR="006974AE" w:rsidRDefault="006974AE" w:rsidP="006974AE">
      <w:r>
        <w:t>121.5306</w:t>
      </w:r>
      <w:r>
        <w:tab/>
        <w:t>2.025e0</w:t>
      </w:r>
    </w:p>
    <w:p w:rsidR="006974AE" w:rsidRDefault="006974AE" w:rsidP="006974AE">
      <w:r>
        <w:t>121.5436</w:t>
      </w:r>
      <w:r>
        <w:tab/>
        <w:t>3.038e0</w:t>
      </w:r>
    </w:p>
    <w:p w:rsidR="006974AE" w:rsidRDefault="006974AE" w:rsidP="006974AE">
      <w:r>
        <w:t>121.5557</w:t>
      </w:r>
      <w:r>
        <w:tab/>
        <w:t>1.013e0</w:t>
      </w:r>
    </w:p>
    <w:p w:rsidR="006974AE" w:rsidRDefault="006974AE" w:rsidP="006974AE">
      <w:r>
        <w:t>121.5641</w:t>
      </w:r>
      <w:r>
        <w:tab/>
        <w:t>3.038e0</w:t>
      </w:r>
    </w:p>
    <w:p w:rsidR="006974AE" w:rsidRDefault="006974AE" w:rsidP="006974AE">
      <w:r>
        <w:t>121.5760</w:t>
      </w:r>
      <w:r>
        <w:tab/>
        <w:t>1.013e0</w:t>
      </w:r>
    </w:p>
    <w:p w:rsidR="006974AE" w:rsidRDefault="006974AE" w:rsidP="006974AE">
      <w:r>
        <w:t>121.5818</w:t>
      </w:r>
      <w:r>
        <w:tab/>
        <w:t>1.013e0</w:t>
      </w:r>
    </w:p>
    <w:p w:rsidR="006974AE" w:rsidRDefault="006974AE" w:rsidP="006974AE">
      <w:r>
        <w:t>121.5906</w:t>
      </w:r>
      <w:r>
        <w:tab/>
        <w:t>2.025e0</w:t>
      </w:r>
    </w:p>
    <w:p w:rsidR="006974AE" w:rsidRDefault="006974AE" w:rsidP="006974AE">
      <w:r>
        <w:t>121.6052</w:t>
      </w:r>
      <w:r>
        <w:tab/>
        <w:t>2.025e0</w:t>
      </w:r>
    </w:p>
    <w:p w:rsidR="006974AE" w:rsidRDefault="006974AE" w:rsidP="006974AE">
      <w:r>
        <w:t>121.6172</w:t>
      </w:r>
      <w:r>
        <w:tab/>
        <w:t>3.038e0</w:t>
      </w:r>
    </w:p>
    <w:p w:rsidR="006974AE" w:rsidRDefault="006974AE" w:rsidP="006974AE">
      <w:r>
        <w:t>121.6203</w:t>
      </w:r>
      <w:r>
        <w:tab/>
        <w:t>1.013e0</w:t>
      </w:r>
    </w:p>
    <w:p w:rsidR="006974AE" w:rsidRDefault="006974AE" w:rsidP="006974AE">
      <w:r>
        <w:t>121.6228</w:t>
      </w:r>
      <w:r>
        <w:tab/>
        <w:t>1.013e0</w:t>
      </w:r>
    </w:p>
    <w:p w:rsidR="006974AE" w:rsidRDefault="006974AE" w:rsidP="006974AE">
      <w:r>
        <w:lastRenderedPageBreak/>
        <w:t>121.6251</w:t>
      </w:r>
      <w:r>
        <w:tab/>
        <w:t>4.051e0</w:t>
      </w:r>
    </w:p>
    <w:p w:rsidR="006974AE" w:rsidRDefault="006974AE" w:rsidP="006974AE">
      <w:r>
        <w:t>121.6478</w:t>
      </w:r>
      <w:r>
        <w:tab/>
        <w:t>2.025e0</w:t>
      </w:r>
    </w:p>
    <w:p w:rsidR="006974AE" w:rsidRDefault="006974AE" w:rsidP="006974AE">
      <w:r>
        <w:t>121.6728</w:t>
      </w:r>
      <w:r>
        <w:tab/>
        <w:t>1.013e0</w:t>
      </w:r>
    </w:p>
    <w:p w:rsidR="006974AE" w:rsidRDefault="006974AE" w:rsidP="006974AE">
      <w:r>
        <w:t>121.6757</w:t>
      </w:r>
      <w:r>
        <w:tab/>
        <w:t>1.013e0</w:t>
      </w:r>
    </w:p>
    <w:p w:rsidR="006974AE" w:rsidRDefault="006974AE" w:rsidP="006974AE">
      <w:r>
        <w:t>121.6874</w:t>
      </w:r>
      <w:r>
        <w:tab/>
        <w:t>2.025e0</w:t>
      </w:r>
    </w:p>
    <w:p w:rsidR="006974AE" w:rsidRDefault="006974AE" w:rsidP="006974AE">
      <w:r>
        <w:t>121.6932</w:t>
      </w:r>
      <w:r>
        <w:tab/>
        <w:t>1.013e0</w:t>
      </w:r>
    </w:p>
    <w:p w:rsidR="006974AE" w:rsidRDefault="006974AE" w:rsidP="006974AE">
      <w:r>
        <w:t>121.6962</w:t>
      </w:r>
      <w:r>
        <w:tab/>
        <w:t>1.013e0</w:t>
      </w:r>
    </w:p>
    <w:p w:rsidR="006974AE" w:rsidRDefault="006974AE" w:rsidP="006974AE">
      <w:r>
        <w:t>121.7021</w:t>
      </w:r>
      <w:r>
        <w:tab/>
        <w:t>1.013e0</w:t>
      </w:r>
    </w:p>
    <w:p w:rsidR="006974AE" w:rsidRDefault="006974AE" w:rsidP="006974AE">
      <w:r>
        <w:t>121.7077</w:t>
      </w:r>
      <w:r>
        <w:tab/>
        <w:t>1.013e0</w:t>
      </w:r>
    </w:p>
    <w:p w:rsidR="006974AE" w:rsidRDefault="006974AE" w:rsidP="006974AE">
      <w:r>
        <w:t>121.7183</w:t>
      </w:r>
      <w:r>
        <w:tab/>
        <w:t>4.051e0</w:t>
      </w:r>
    </w:p>
    <w:p w:rsidR="006974AE" w:rsidRDefault="006974AE" w:rsidP="006974AE">
      <w:r>
        <w:t>121.7252</w:t>
      </w:r>
      <w:r>
        <w:tab/>
        <w:t>1.013e0</w:t>
      </w:r>
    </w:p>
    <w:p w:rsidR="006974AE" w:rsidRDefault="006974AE" w:rsidP="006974AE">
      <w:r>
        <w:t>121.7375</w:t>
      </w:r>
      <w:r>
        <w:tab/>
        <w:t>1.013e0</w:t>
      </w:r>
    </w:p>
    <w:p w:rsidR="006974AE" w:rsidRDefault="006974AE" w:rsidP="006974AE">
      <w:r>
        <w:t>121.7429</w:t>
      </w:r>
      <w:r>
        <w:tab/>
        <w:t>1.013e0</w:t>
      </w:r>
    </w:p>
    <w:p w:rsidR="006974AE" w:rsidRDefault="006974AE" w:rsidP="006974AE">
      <w:r>
        <w:t>121.7457</w:t>
      </w:r>
      <w:r>
        <w:tab/>
        <w:t>2.025e0</w:t>
      </w:r>
    </w:p>
    <w:p w:rsidR="006974AE" w:rsidRDefault="006974AE" w:rsidP="006974AE">
      <w:r>
        <w:t>121.7490</w:t>
      </w:r>
      <w:r>
        <w:tab/>
        <w:t>1.013e0</w:t>
      </w:r>
    </w:p>
    <w:p w:rsidR="006974AE" w:rsidRDefault="006974AE" w:rsidP="006974AE">
      <w:r>
        <w:t>121.7518</w:t>
      </w:r>
      <w:r>
        <w:tab/>
        <w:t>1.013e0</w:t>
      </w:r>
    </w:p>
    <w:p w:rsidR="006974AE" w:rsidRDefault="006974AE" w:rsidP="006974AE">
      <w:r>
        <w:t>121.7755</w:t>
      </w:r>
      <w:r>
        <w:tab/>
        <w:t>1.013e0</w:t>
      </w:r>
    </w:p>
    <w:p w:rsidR="006974AE" w:rsidRDefault="006974AE" w:rsidP="006974AE">
      <w:r>
        <w:t>121.7856</w:t>
      </w:r>
      <w:r>
        <w:tab/>
        <w:t>2.025e0</w:t>
      </w:r>
    </w:p>
    <w:p w:rsidR="006974AE" w:rsidRDefault="006974AE" w:rsidP="006974AE">
      <w:r>
        <w:t>121.7870</w:t>
      </w:r>
      <w:r>
        <w:tab/>
        <w:t>1.013e0</w:t>
      </w:r>
    </w:p>
    <w:p w:rsidR="006974AE" w:rsidRDefault="006974AE" w:rsidP="006974AE">
      <w:r>
        <w:lastRenderedPageBreak/>
        <w:t>121.7886</w:t>
      </w:r>
      <w:r>
        <w:tab/>
        <w:t>2.025e0</w:t>
      </w:r>
    </w:p>
    <w:p w:rsidR="006974AE" w:rsidRDefault="006974AE" w:rsidP="006974AE">
      <w:r>
        <w:t>121.7899</w:t>
      </w:r>
      <w:r>
        <w:tab/>
        <w:t>2.025e0</w:t>
      </w:r>
    </w:p>
    <w:p w:rsidR="006974AE" w:rsidRDefault="006974AE" w:rsidP="006974AE">
      <w:r>
        <w:t>121.7990</w:t>
      </w:r>
      <w:r>
        <w:tab/>
        <w:t>1.013e0</w:t>
      </w:r>
    </w:p>
    <w:p w:rsidR="006974AE" w:rsidRDefault="006974AE" w:rsidP="006974AE">
      <w:r>
        <w:t>121.8152</w:t>
      </w:r>
      <w:r>
        <w:tab/>
        <w:t>2.025e0</w:t>
      </w:r>
    </w:p>
    <w:p w:rsidR="006974AE" w:rsidRDefault="006974AE" w:rsidP="006974AE">
      <w:r>
        <w:t>121.8165</w:t>
      </w:r>
      <w:r>
        <w:tab/>
        <w:t>1.013e0</w:t>
      </w:r>
    </w:p>
    <w:p w:rsidR="006974AE" w:rsidRDefault="006974AE" w:rsidP="006974AE">
      <w:r>
        <w:t>121.8312</w:t>
      </w:r>
      <w:r>
        <w:tab/>
        <w:t>2.025e0</w:t>
      </w:r>
    </w:p>
    <w:p w:rsidR="006974AE" w:rsidRDefault="006974AE" w:rsidP="006974AE">
      <w:r>
        <w:t>121.8325</w:t>
      </w:r>
      <w:r>
        <w:tab/>
        <w:t>2.025e0</w:t>
      </w:r>
    </w:p>
    <w:p w:rsidR="006974AE" w:rsidRDefault="006974AE" w:rsidP="006974AE">
      <w:r>
        <w:t>121.8336</w:t>
      </w:r>
      <w:r>
        <w:tab/>
        <w:t>3.038e0</w:t>
      </w:r>
    </w:p>
    <w:p w:rsidR="006974AE" w:rsidRDefault="006974AE" w:rsidP="006974AE">
      <w:r>
        <w:t>121.8451</w:t>
      </w:r>
      <w:r>
        <w:tab/>
        <w:t>3.434e0</w:t>
      </w:r>
    </w:p>
    <w:p w:rsidR="006974AE" w:rsidRDefault="006974AE" w:rsidP="006974AE">
      <w:r>
        <w:t>121.8475</w:t>
      </w:r>
      <w:r>
        <w:tab/>
        <w:t>3.038e0</w:t>
      </w:r>
    </w:p>
    <w:p w:rsidR="006974AE" w:rsidRDefault="006974AE" w:rsidP="006974AE">
      <w:r>
        <w:t>121.8515</w:t>
      </w:r>
      <w:r>
        <w:tab/>
        <w:t>1.013e0</w:t>
      </w:r>
    </w:p>
    <w:p w:rsidR="006974AE" w:rsidRDefault="006974AE" w:rsidP="006974AE">
      <w:r>
        <w:t>121.8722</w:t>
      </w:r>
      <w:r>
        <w:tab/>
        <w:t>3.038e0</w:t>
      </w:r>
    </w:p>
    <w:p w:rsidR="006974AE" w:rsidRDefault="006974AE" w:rsidP="006974AE">
      <w:r>
        <w:t>121.8810</w:t>
      </w:r>
      <w:r>
        <w:tab/>
        <w:t>1.013e0</w:t>
      </w:r>
    </w:p>
    <w:p w:rsidR="006974AE" w:rsidRDefault="006974AE" w:rsidP="006974AE">
      <w:r>
        <w:t>121.8824</w:t>
      </w:r>
      <w:r>
        <w:tab/>
        <w:t>2.025e0</w:t>
      </w:r>
    </w:p>
    <w:p w:rsidR="006974AE" w:rsidRDefault="006974AE" w:rsidP="006974AE">
      <w:r>
        <w:t>121.8928</w:t>
      </w:r>
      <w:r>
        <w:tab/>
        <w:t>1.013e0</w:t>
      </w:r>
    </w:p>
    <w:p w:rsidR="006974AE" w:rsidRDefault="006974AE" w:rsidP="006974AE">
      <w:r>
        <w:t>121.9031</w:t>
      </w:r>
      <w:r>
        <w:tab/>
        <w:t>2.025e0</w:t>
      </w:r>
    </w:p>
    <w:p w:rsidR="006974AE" w:rsidRDefault="006974AE" w:rsidP="006974AE">
      <w:r>
        <w:t>121.9087</w:t>
      </w:r>
      <w:r>
        <w:tab/>
        <w:t>2.025e0</w:t>
      </w:r>
    </w:p>
    <w:p w:rsidR="006974AE" w:rsidRDefault="006974AE" w:rsidP="006974AE">
      <w:r>
        <w:t>121.9126</w:t>
      </w:r>
      <w:r>
        <w:tab/>
        <w:t>4.051e0</w:t>
      </w:r>
    </w:p>
    <w:p w:rsidR="006974AE" w:rsidRDefault="006974AE" w:rsidP="006974AE">
      <w:r>
        <w:t>121.9162</w:t>
      </w:r>
      <w:r>
        <w:tab/>
        <w:t>1.013e0</w:t>
      </w:r>
    </w:p>
    <w:p w:rsidR="006974AE" w:rsidRDefault="006974AE" w:rsidP="006974AE">
      <w:r>
        <w:lastRenderedPageBreak/>
        <w:t>121.9337</w:t>
      </w:r>
      <w:r>
        <w:tab/>
        <w:t>1.013e0</w:t>
      </w:r>
    </w:p>
    <w:p w:rsidR="006974AE" w:rsidRDefault="006974AE" w:rsidP="006974AE">
      <w:r>
        <w:t>121.9369</w:t>
      </w:r>
      <w:r>
        <w:tab/>
        <w:t>1.013e0</w:t>
      </w:r>
    </w:p>
    <w:p w:rsidR="006974AE" w:rsidRDefault="006974AE" w:rsidP="006974AE">
      <w:r>
        <w:t>121.9384</w:t>
      </w:r>
      <w:r>
        <w:tab/>
        <w:t>2.025e0</w:t>
      </w:r>
    </w:p>
    <w:p w:rsidR="006974AE" w:rsidRDefault="006974AE" w:rsidP="006974AE">
      <w:r>
        <w:t>121.9452</w:t>
      </w:r>
      <w:r>
        <w:tab/>
        <w:t>1.013e0</w:t>
      </w:r>
    </w:p>
    <w:p w:rsidR="006974AE" w:rsidRDefault="006974AE" w:rsidP="006974AE">
      <w:r>
        <w:t>121.9605</w:t>
      </w:r>
      <w:r>
        <w:tab/>
        <w:t>2.025e0</w:t>
      </w:r>
    </w:p>
    <w:p w:rsidR="006974AE" w:rsidRDefault="006974AE" w:rsidP="006974AE">
      <w:r>
        <w:t>121.9631</w:t>
      </w:r>
      <w:r>
        <w:tab/>
        <w:t>3.038e0</w:t>
      </w:r>
    </w:p>
    <w:p w:rsidR="006974AE" w:rsidRDefault="006974AE" w:rsidP="006974AE">
      <w:r>
        <w:t>121.9673</w:t>
      </w:r>
      <w:r>
        <w:tab/>
        <w:t>2.025e0</w:t>
      </w:r>
    </w:p>
    <w:p w:rsidR="006974AE" w:rsidRDefault="006974AE" w:rsidP="006974AE">
      <w:r>
        <w:t>121.9719</w:t>
      </w:r>
      <w:r>
        <w:tab/>
        <w:t>1.013e0</w:t>
      </w:r>
    </w:p>
    <w:p w:rsidR="006974AE" w:rsidRDefault="006974AE" w:rsidP="006974AE">
      <w:r>
        <w:t>121.9811</w:t>
      </w:r>
      <w:r>
        <w:tab/>
        <w:t>1.013e0</w:t>
      </w:r>
    </w:p>
    <w:p w:rsidR="006974AE" w:rsidRDefault="006974AE" w:rsidP="006974AE">
      <w:r>
        <w:t>121.9836</w:t>
      </w:r>
      <w:r>
        <w:tab/>
        <w:t>2.025e0</w:t>
      </w:r>
    </w:p>
    <w:p w:rsidR="006974AE" w:rsidRDefault="006974AE" w:rsidP="006974AE">
      <w:r>
        <w:t>121.9900</w:t>
      </w:r>
      <w:r>
        <w:tab/>
        <w:t>5.063e0</w:t>
      </w:r>
    </w:p>
    <w:p w:rsidR="006974AE" w:rsidRDefault="006974AE" w:rsidP="006974AE">
      <w:r>
        <w:t>122.0016</w:t>
      </w:r>
      <w:r>
        <w:tab/>
        <w:t>2.025e0</w:t>
      </w:r>
    </w:p>
    <w:p w:rsidR="006974AE" w:rsidRDefault="006974AE" w:rsidP="006974AE">
      <w:r>
        <w:t>122.0040</w:t>
      </w:r>
      <w:r>
        <w:tab/>
        <w:t>1.013e0</w:t>
      </w:r>
    </w:p>
    <w:p w:rsidR="006974AE" w:rsidRDefault="006974AE" w:rsidP="006974AE">
      <w:r>
        <w:t>122.0071</w:t>
      </w:r>
      <w:r>
        <w:tab/>
        <w:t>1.013e0</w:t>
      </w:r>
    </w:p>
    <w:p w:rsidR="006974AE" w:rsidRDefault="006974AE" w:rsidP="006974AE">
      <w:r>
        <w:t>122.0205</w:t>
      </w:r>
      <w:r>
        <w:tab/>
        <w:t>2.025e0</w:t>
      </w:r>
    </w:p>
    <w:p w:rsidR="006974AE" w:rsidRDefault="006974AE" w:rsidP="006974AE">
      <w:r>
        <w:t>122.0235</w:t>
      </w:r>
      <w:r>
        <w:tab/>
        <w:t>3.654e0</w:t>
      </w:r>
    </w:p>
    <w:p w:rsidR="006974AE" w:rsidRDefault="006974AE" w:rsidP="006974AE">
      <w:r>
        <w:t>122.0277</w:t>
      </w:r>
      <w:r>
        <w:tab/>
        <w:t>3.038e0</w:t>
      </w:r>
    </w:p>
    <w:p w:rsidR="006974AE" w:rsidRDefault="006974AE" w:rsidP="006974AE">
      <w:r>
        <w:t>122.0373</w:t>
      </w:r>
      <w:r>
        <w:tab/>
        <w:t>4.023e0</w:t>
      </w:r>
    </w:p>
    <w:p w:rsidR="006974AE" w:rsidRDefault="006974AE" w:rsidP="006974AE">
      <w:r>
        <w:t>122.0433</w:t>
      </w:r>
      <w:r>
        <w:tab/>
        <w:t>7.559e0</w:t>
      </w:r>
    </w:p>
    <w:p w:rsidR="006974AE" w:rsidRDefault="006974AE" w:rsidP="006974AE">
      <w:r>
        <w:lastRenderedPageBreak/>
        <w:t>122.0443</w:t>
      </w:r>
      <w:r>
        <w:tab/>
        <w:t>2.808e1</w:t>
      </w:r>
    </w:p>
    <w:p w:rsidR="006974AE" w:rsidRDefault="006974AE" w:rsidP="006974AE">
      <w:r>
        <w:t>122.0457</w:t>
      </w:r>
      <w:r>
        <w:tab/>
        <w:t>2.329e1</w:t>
      </w:r>
    </w:p>
    <w:p w:rsidR="006974AE" w:rsidRDefault="006974AE" w:rsidP="006974AE">
      <w:r>
        <w:t>122.0471</w:t>
      </w:r>
      <w:r>
        <w:tab/>
        <w:t>9.114e0</w:t>
      </w:r>
    </w:p>
    <w:p w:rsidR="006974AE" w:rsidRDefault="006974AE" w:rsidP="006974AE">
      <w:r>
        <w:t>122.0489</w:t>
      </w:r>
      <w:r>
        <w:tab/>
        <w:t>1.722e1</w:t>
      </w:r>
    </w:p>
    <w:p w:rsidR="006974AE" w:rsidRDefault="006974AE" w:rsidP="006974AE">
      <w:r>
        <w:t>122.0535</w:t>
      </w:r>
      <w:r>
        <w:tab/>
        <w:t>4.207e0</w:t>
      </w:r>
    </w:p>
    <w:p w:rsidR="006974AE" w:rsidRDefault="006974AE" w:rsidP="006974AE">
      <w:r>
        <w:t>122.0586</w:t>
      </w:r>
      <w:r>
        <w:tab/>
        <w:t>2.025e0</w:t>
      </w:r>
    </w:p>
    <w:p w:rsidR="006974AE" w:rsidRDefault="006974AE" w:rsidP="006974AE">
      <w:r>
        <w:t>122.0965</w:t>
      </w:r>
      <w:r>
        <w:tab/>
        <w:t>1.009e2</w:t>
      </w:r>
    </w:p>
    <w:p w:rsidR="006974AE" w:rsidRDefault="006974AE" w:rsidP="006974AE">
      <w:r>
        <w:t>122.0977</w:t>
      </w:r>
      <w:r>
        <w:tab/>
        <w:t>3.230e2</w:t>
      </w:r>
    </w:p>
    <w:p w:rsidR="006974AE" w:rsidRDefault="006974AE" w:rsidP="006974AE">
      <w:r>
        <w:t>122.0990</w:t>
      </w:r>
      <w:r>
        <w:tab/>
        <w:t>4.578e1</w:t>
      </w:r>
    </w:p>
    <w:p w:rsidR="006974AE" w:rsidRDefault="006974AE" w:rsidP="006974AE">
      <w:r>
        <w:t>122.1246</w:t>
      </w:r>
      <w:r>
        <w:tab/>
        <w:t>5.063e0</w:t>
      </w:r>
    </w:p>
    <w:p w:rsidR="006974AE" w:rsidRDefault="006974AE" w:rsidP="006974AE">
      <w:r>
        <w:t>122.1348</w:t>
      </w:r>
      <w:r>
        <w:tab/>
        <w:t>2.025e0</w:t>
      </w:r>
    </w:p>
    <w:p w:rsidR="006974AE" w:rsidRDefault="006974AE" w:rsidP="006974AE">
      <w:r>
        <w:t>122.1375</w:t>
      </w:r>
      <w:r>
        <w:tab/>
        <w:t>4.051e0</w:t>
      </w:r>
    </w:p>
    <w:p w:rsidR="006974AE" w:rsidRDefault="006974AE" w:rsidP="006974AE">
      <w:r>
        <w:t>122.1424</w:t>
      </w:r>
      <w:r>
        <w:tab/>
        <w:t>1.013e0</w:t>
      </w:r>
    </w:p>
    <w:p w:rsidR="006974AE" w:rsidRDefault="006974AE" w:rsidP="006974AE">
      <w:r>
        <w:t>122.1450</w:t>
      </w:r>
      <w:r>
        <w:tab/>
        <w:t>1.013e0</w:t>
      </w:r>
    </w:p>
    <w:p w:rsidR="006974AE" w:rsidRDefault="006974AE" w:rsidP="006974AE">
      <w:r>
        <w:t>122.1509</w:t>
      </w:r>
      <w:r>
        <w:tab/>
        <w:t>1.013e0</w:t>
      </w:r>
    </w:p>
    <w:p w:rsidR="006974AE" w:rsidRDefault="006974AE" w:rsidP="006974AE">
      <w:r>
        <w:t>122.1541</w:t>
      </w:r>
      <w:r>
        <w:tab/>
        <w:t>1.013e0</w:t>
      </w:r>
    </w:p>
    <w:p w:rsidR="006974AE" w:rsidRDefault="006974AE" w:rsidP="006974AE">
      <w:r>
        <w:t>122.1698</w:t>
      </w:r>
      <w:r>
        <w:tab/>
        <w:t>2.025e0</w:t>
      </w:r>
    </w:p>
    <w:p w:rsidR="006974AE" w:rsidRDefault="006974AE" w:rsidP="006974AE">
      <w:r>
        <w:t>122.1745</w:t>
      </w:r>
      <w:r>
        <w:tab/>
        <w:t>1.013e0</w:t>
      </w:r>
    </w:p>
    <w:p w:rsidR="006974AE" w:rsidRDefault="006974AE" w:rsidP="006974AE">
      <w:r>
        <w:t>122.1760</w:t>
      </w:r>
      <w:r>
        <w:tab/>
        <w:t>7.089e0</w:t>
      </w:r>
    </w:p>
    <w:p w:rsidR="006974AE" w:rsidRDefault="006974AE" w:rsidP="006974AE">
      <w:r>
        <w:lastRenderedPageBreak/>
        <w:t>122.1891</w:t>
      </w:r>
      <w:r>
        <w:tab/>
        <w:t>1.013e0</w:t>
      </w:r>
    </w:p>
    <w:p w:rsidR="006974AE" w:rsidRDefault="006974AE" w:rsidP="006974AE">
      <w:r>
        <w:t>122.1981</w:t>
      </w:r>
      <w:r>
        <w:tab/>
        <w:t>2.025e0</w:t>
      </w:r>
    </w:p>
    <w:p w:rsidR="006974AE" w:rsidRDefault="006974AE" w:rsidP="006974AE">
      <w:r>
        <w:t>122.2066</w:t>
      </w:r>
      <w:r>
        <w:tab/>
        <w:t>3.038e0</w:t>
      </w:r>
    </w:p>
    <w:p w:rsidR="006974AE" w:rsidRDefault="006974AE" w:rsidP="006974AE">
      <w:r>
        <w:t>122.2112</w:t>
      </w:r>
      <w:r>
        <w:tab/>
        <w:t>2.025e0</w:t>
      </w:r>
    </w:p>
    <w:p w:rsidR="006974AE" w:rsidRDefault="006974AE" w:rsidP="006974AE">
      <w:r>
        <w:t>122.2128</w:t>
      </w:r>
      <w:r>
        <w:tab/>
        <w:t>1.013e0</w:t>
      </w:r>
    </w:p>
    <w:p w:rsidR="006974AE" w:rsidRDefault="006974AE" w:rsidP="006974AE">
      <w:r>
        <w:t>122.2217</w:t>
      </w:r>
      <w:r>
        <w:tab/>
        <w:t>2.025e0</w:t>
      </w:r>
    </w:p>
    <w:p w:rsidR="006974AE" w:rsidRDefault="006974AE" w:rsidP="006974AE">
      <w:r>
        <w:t>122.2272</w:t>
      </w:r>
      <w:r>
        <w:tab/>
        <w:t>1.013e0</w:t>
      </w:r>
    </w:p>
    <w:p w:rsidR="006974AE" w:rsidRDefault="006974AE" w:rsidP="006974AE">
      <w:r>
        <w:t>122.2334</w:t>
      </w:r>
      <w:r>
        <w:tab/>
        <w:t>1.013e0</w:t>
      </w:r>
    </w:p>
    <w:p w:rsidR="006974AE" w:rsidRDefault="006974AE" w:rsidP="006974AE">
      <w:r>
        <w:t>122.2364</w:t>
      </w:r>
      <w:r>
        <w:tab/>
        <w:t>3.038e0</w:t>
      </w:r>
    </w:p>
    <w:p w:rsidR="006974AE" w:rsidRDefault="006974AE" w:rsidP="006974AE">
      <w:r>
        <w:t>122.2377</w:t>
      </w:r>
      <w:r>
        <w:tab/>
        <w:t>2.025e0</w:t>
      </w:r>
    </w:p>
    <w:p w:rsidR="006974AE" w:rsidRDefault="006974AE" w:rsidP="006974AE">
      <w:r>
        <w:t>122.2394</w:t>
      </w:r>
      <w:r>
        <w:tab/>
        <w:t>1.013e0</w:t>
      </w:r>
    </w:p>
    <w:p w:rsidR="006974AE" w:rsidRDefault="006974AE" w:rsidP="006974AE">
      <w:r>
        <w:t>122.2423</w:t>
      </w:r>
      <w:r>
        <w:tab/>
        <w:t>1.013e0</w:t>
      </w:r>
    </w:p>
    <w:p w:rsidR="006974AE" w:rsidRDefault="006974AE" w:rsidP="006974AE">
      <w:r>
        <w:t>122.2539</w:t>
      </w:r>
      <w:r>
        <w:tab/>
        <w:t>1.013e0</w:t>
      </w:r>
    </w:p>
    <w:p w:rsidR="006974AE" w:rsidRDefault="006974AE" w:rsidP="006974AE">
      <w:r>
        <w:t>122.2568</w:t>
      </w:r>
      <w:r>
        <w:tab/>
        <w:t>1.013e0</w:t>
      </w:r>
    </w:p>
    <w:p w:rsidR="006974AE" w:rsidRDefault="006974AE" w:rsidP="006974AE">
      <w:r>
        <w:t>122.2598</w:t>
      </w:r>
      <w:r>
        <w:tab/>
        <w:t>1.013e0</w:t>
      </w:r>
    </w:p>
    <w:p w:rsidR="006974AE" w:rsidRDefault="006974AE" w:rsidP="006974AE">
      <w:r>
        <w:t>122.2630</w:t>
      </w:r>
      <w:r>
        <w:tab/>
        <w:t>2.025e0</w:t>
      </w:r>
    </w:p>
    <w:p w:rsidR="006974AE" w:rsidRDefault="006974AE" w:rsidP="006974AE">
      <w:r>
        <w:t>122.2644</w:t>
      </w:r>
      <w:r>
        <w:tab/>
        <w:t>2.025e0</w:t>
      </w:r>
    </w:p>
    <w:p w:rsidR="006974AE" w:rsidRDefault="006974AE" w:rsidP="006974AE">
      <w:r>
        <w:t>122.2713</w:t>
      </w:r>
      <w:r>
        <w:tab/>
        <w:t>1.013e0</w:t>
      </w:r>
    </w:p>
    <w:p w:rsidR="006974AE" w:rsidRDefault="006974AE" w:rsidP="006974AE">
      <w:r>
        <w:t>122.2730</w:t>
      </w:r>
      <w:r>
        <w:tab/>
        <w:t>2.025e0</w:t>
      </w:r>
    </w:p>
    <w:p w:rsidR="006974AE" w:rsidRDefault="006974AE" w:rsidP="006974AE">
      <w:r>
        <w:lastRenderedPageBreak/>
        <w:t>122.2744</w:t>
      </w:r>
      <w:r>
        <w:tab/>
        <w:t>2.025e0</w:t>
      </w:r>
    </w:p>
    <w:p w:rsidR="006974AE" w:rsidRDefault="006974AE" w:rsidP="006974AE">
      <w:r>
        <w:t>122.2966</w:t>
      </w:r>
      <w:r>
        <w:tab/>
        <w:t>2.025e0</w:t>
      </w:r>
    </w:p>
    <w:p w:rsidR="006974AE" w:rsidRDefault="006974AE" w:rsidP="006974AE">
      <w:r>
        <w:t>122.3066</w:t>
      </w:r>
      <w:r>
        <w:tab/>
        <w:t>1.013e0</w:t>
      </w:r>
    </w:p>
    <w:p w:rsidR="006974AE" w:rsidRDefault="006974AE" w:rsidP="006974AE">
      <w:r>
        <w:t>122.3170</w:t>
      </w:r>
      <w:r>
        <w:tab/>
        <w:t>2.025e0</w:t>
      </w:r>
    </w:p>
    <w:p w:rsidR="006974AE" w:rsidRDefault="006974AE" w:rsidP="006974AE">
      <w:r>
        <w:t>122.3200</w:t>
      </w:r>
      <w:r>
        <w:tab/>
        <w:t>2.025e0</w:t>
      </w:r>
    </w:p>
    <w:p w:rsidR="006974AE" w:rsidRDefault="006974AE" w:rsidP="006974AE">
      <w:r>
        <w:t>122.3215</w:t>
      </w:r>
      <w:r>
        <w:tab/>
        <w:t>1.013e0</w:t>
      </w:r>
    </w:p>
    <w:p w:rsidR="006974AE" w:rsidRDefault="006974AE" w:rsidP="006974AE">
      <w:r>
        <w:t>122.3362</w:t>
      </w:r>
      <w:r>
        <w:tab/>
        <w:t>1.013e0</w:t>
      </w:r>
    </w:p>
    <w:p w:rsidR="006974AE" w:rsidRDefault="006974AE" w:rsidP="006974AE">
      <w:r>
        <w:t>122.3508</w:t>
      </w:r>
      <w:r>
        <w:tab/>
        <w:t>4.051e0</w:t>
      </w:r>
    </w:p>
    <w:p w:rsidR="006974AE" w:rsidRDefault="006974AE" w:rsidP="006974AE">
      <w:r>
        <w:t>122.3567</w:t>
      </w:r>
      <w:r>
        <w:tab/>
        <w:t>1.013e0</w:t>
      </w:r>
    </w:p>
    <w:p w:rsidR="006974AE" w:rsidRDefault="006974AE" w:rsidP="006974AE">
      <w:r>
        <w:t>122.3597</w:t>
      </w:r>
      <w:r>
        <w:tab/>
        <w:t>2.025e0</w:t>
      </w:r>
    </w:p>
    <w:p w:rsidR="006974AE" w:rsidRDefault="006974AE" w:rsidP="006974AE">
      <w:r>
        <w:t>122.3629</w:t>
      </w:r>
      <w:r>
        <w:tab/>
        <w:t>1.013e0</w:t>
      </w:r>
    </w:p>
    <w:p w:rsidR="006974AE" w:rsidRDefault="006974AE" w:rsidP="006974AE">
      <w:r>
        <w:t>122.3684</w:t>
      </w:r>
      <w:r>
        <w:tab/>
        <w:t>1.013e0</w:t>
      </w:r>
    </w:p>
    <w:p w:rsidR="006974AE" w:rsidRDefault="006974AE" w:rsidP="006974AE">
      <w:r>
        <w:t>122.3743</w:t>
      </w:r>
      <w:r>
        <w:tab/>
        <w:t>1.013e0</w:t>
      </w:r>
    </w:p>
    <w:p w:rsidR="006974AE" w:rsidRDefault="006974AE" w:rsidP="006974AE">
      <w:r>
        <w:t>122.3804</w:t>
      </w:r>
      <w:r>
        <w:tab/>
        <w:t>1.013e0</w:t>
      </w:r>
    </w:p>
    <w:p w:rsidR="006974AE" w:rsidRDefault="006974AE" w:rsidP="006974AE">
      <w:r>
        <w:t>122.3950</w:t>
      </w:r>
      <w:r>
        <w:tab/>
        <w:t>2.025e0</w:t>
      </w:r>
    </w:p>
    <w:p w:rsidR="006974AE" w:rsidRDefault="006974AE" w:rsidP="006974AE">
      <w:r>
        <w:t>122.3963</w:t>
      </w:r>
      <w:r>
        <w:tab/>
        <w:t>2.025e0</w:t>
      </w:r>
    </w:p>
    <w:p w:rsidR="006974AE" w:rsidRDefault="006974AE" w:rsidP="006974AE">
      <w:r>
        <w:t>122.3985</w:t>
      </w:r>
      <w:r>
        <w:tab/>
        <w:t>6.076e0</w:t>
      </w:r>
    </w:p>
    <w:p w:rsidR="006974AE" w:rsidRDefault="006974AE" w:rsidP="006974AE">
      <w:r>
        <w:t>122.4006</w:t>
      </w:r>
      <w:r>
        <w:tab/>
        <w:t>3.038e0</w:t>
      </w:r>
    </w:p>
    <w:p w:rsidR="006974AE" w:rsidRDefault="006974AE" w:rsidP="006974AE">
      <w:r>
        <w:t>122.4069</w:t>
      </w:r>
      <w:r>
        <w:tab/>
        <w:t>4.051e0</w:t>
      </w:r>
    </w:p>
    <w:p w:rsidR="006974AE" w:rsidRDefault="006974AE" w:rsidP="006974AE">
      <w:r>
        <w:lastRenderedPageBreak/>
        <w:t>122.4094</w:t>
      </w:r>
      <w:r>
        <w:tab/>
        <w:t>1.013e0</w:t>
      </w:r>
    </w:p>
    <w:p w:rsidR="006974AE" w:rsidRDefault="006974AE" w:rsidP="006974AE">
      <w:r>
        <w:t>122.4247</w:t>
      </w:r>
      <w:r>
        <w:tab/>
        <w:t>1.013e0</w:t>
      </w:r>
    </w:p>
    <w:p w:rsidR="006974AE" w:rsidRDefault="006974AE" w:rsidP="006974AE">
      <w:r>
        <w:t>122.4299</w:t>
      </w:r>
      <w:r>
        <w:tab/>
        <w:t>1.013e0</w:t>
      </w:r>
    </w:p>
    <w:p w:rsidR="006974AE" w:rsidRDefault="006974AE" w:rsidP="006974AE">
      <w:r>
        <w:t>122.4375</w:t>
      </w:r>
      <w:r>
        <w:tab/>
        <w:t>2.025e0</w:t>
      </w:r>
    </w:p>
    <w:p w:rsidR="006974AE" w:rsidRDefault="006974AE" w:rsidP="006974AE">
      <w:r>
        <w:t>122.4391</w:t>
      </w:r>
      <w:r>
        <w:tab/>
        <w:t>2.025e0</w:t>
      </w:r>
    </w:p>
    <w:p w:rsidR="006974AE" w:rsidRDefault="006974AE" w:rsidP="006974AE">
      <w:r>
        <w:t>122.4458</w:t>
      </w:r>
      <w:r>
        <w:tab/>
        <w:t>3.038e0</w:t>
      </w:r>
    </w:p>
    <w:p w:rsidR="006974AE" w:rsidRDefault="006974AE" w:rsidP="006974AE">
      <w:r>
        <w:t>122.4597</w:t>
      </w:r>
      <w:r>
        <w:tab/>
        <w:t>3.038e0</w:t>
      </w:r>
    </w:p>
    <w:p w:rsidR="006974AE" w:rsidRDefault="006974AE" w:rsidP="006974AE">
      <w:r>
        <w:t>122.4743</w:t>
      </w:r>
      <w:r>
        <w:tab/>
        <w:t>1.013e0</w:t>
      </w:r>
    </w:p>
    <w:p w:rsidR="006974AE" w:rsidRDefault="006974AE" w:rsidP="006974AE">
      <w:r>
        <w:t>122.4819</w:t>
      </w:r>
      <w:r>
        <w:tab/>
        <w:t>2.025e0</w:t>
      </w:r>
    </w:p>
    <w:p w:rsidR="006974AE" w:rsidRDefault="006974AE" w:rsidP="006974AE">
      <w:r>
        <w:t>122.4856</w:t>
      </w:r>
      <w:r>
        <w:tab/>
        <w:t>3.038e0</w:t>
      </w:r>
    </w:p>
    <w:p w:rsidR="006974AE" w:rsidRDefault="006974AE" w:rsidP="006974AE">
      <w:r>
        <w:t>122.4978</w:t>
      </w:r>
      <w:r>
        <w:tab/>
        <w:t>1.013e0</w:t>
      </w:r>
    </w:p>
    <w:p w:rsidR="006974AE" w:rsidRDefault="006974AE" w:rsidP="006974AE">
      <w:r>
        <w:t>122.5008</w:t>
      </w:r>
      <w:r>
        <w:tab/>
        <w:t>1.013e0</w:t>
      </w:r>
    </w:p>
    <w:p w:rsidR="006974AE" w:rsidRDefault="006974AE" w:rsidP="006974AE">
      <w:r>
        <w:t>122.5096</w:t>
      </w:r>
      <w:r>
        <w:tab/>
        <w:t>1.013e0</w:t>
      </w:r>
    </w:p>
    <w:p w:rsidR="006974AE" w:rsidRDefault="006974AE" w:rsidP="006974AE">
      <w:r>
        <w:t>122.5200</w:t>
      </w:r>
      <w:r>
        <w:tab/>
        <w:t>2.025e0</w:t>
      </w:r>
    </w:p>
    <w:p w:rsidR="006974AE" w:rsidRDefault="006974AE" w:rsidP="006974AE">
      <w:r>
        <w:t>122.5214</w:t>
      </w:r>
      <w:r>
        <w:tab/>
        <w:t>2.025e0</w:t>
      </w:r>
    </w:p>
    <w:p w:rsidR="006974AE" w:rsidRDefault="006974AE" w:rsidP="006974AE">
      <w:r>
        <w:t>122.5244</w:t>
      </w:r>
      <w:r>
        <w:tab/>
        <w:t>1.013e0</w:t>
      </w:r>
    </w:p>
    <w:p w:rsidR="006974AE" w:rsidRDefault="006974AE" w:rsidP="006974AE">
      <w:r>
        <w:t>122.5259</w:t>
      </w:r>
      <w:r>
        <w:tab/>
        <w:t>2.025e0</w:t>
      </w:r>
    </w:p>
    <w:p w:rsidR="006974AE" w:rsidRDefault="006974AE" w:rsidP="006974AE">
      <w:r>
        <w:t>122.5277</w:t>
      </w:r>
      <w:r>
        <w:tab/>
        <w:t>1.013e0</w:t>
      </w:r>
    </w:p>
    <w:p w:rsidR="006974AE" w:rsidRDefault="006974AE" w:rsidP="006974AE">
      <w:r>
        <w:t>122.5301</w:t>
      </w:r>
      <w:r>
        <w:tab/>
        <w:t>2.025e0</w:t>
      </w:r>
    </w:p>
    <w:p w:rsidR="006974AE" w:rsidRDefault="006974AE" w:rsidP="006974AE">
      <w:r>
        <w:lastRenderedPageBreak/>
        <w:t>122.5418</w:t>
      </w:r>
      <w:r>
        <w:tab/>
        <w:t>4.051e0</w:t>
      </w:r>
    </w:p>
    <w:p w:rsidR="006974AE" w:rsidRDefault="006974AE" w:rsidP="006974AE">
      <w:r>
        <w:t>122.5435</w:t>
      </w:r>
      <w:r>
        <w:tab/>
        <w:t>4.051e0</w:t>
      </w:r>
    </w:p>
    <w:p w:rsidR="006974AE" w:rsidRDefault="006974AE" w:rsidP="006974AE">
      <w:r>
        <w:t>122.5450</w:t>
      </w:r>
      <w:r>
        <w:tab/>
        <w:t>3.038e0</w:t>
      </w:r>
    </w:p>
    <w:p w:rsidR="006974AE" w:rsidRDefault="006974AE" w:rsidP="006974AE">
      <w:r>
        <w:t>122.5478</w:t>
      </w:r>
      <w:r>
        <w:tab/>
        <w:t>1.046e1</w:t>
      </w:r>
    </w:p>
    <w:p w:rsidR="006974AE" w:rsidRDefault="006974AE" w:rsidP="006974AE">
      <w:r>
        <w:t>122.5492</w:t>
      </w:r>
      <w:r>
        <w:tab/>
        <w:t>9.114e0</w:t>
      </w:r>
    </w:p>
    <w:p w:rsidR="006974AE" w:rsidRDefault="006974AE" w:rsidP="006974AE">
      <w:r>
        <w:t>122.5504</w:t>
      </w:r>
      <w:r>
        <w:tab/>
        <w:t>8.101e0</w:t>
      </w:r>
    </w:p>
    <w:p w:rsidR="006974AE" w:rsidRDefault="006974AE" w:rsidP="006974AE">
      <w:r>
        <w:t>122.5566</w:t>
      </w:r>
      <w:r>
        <w:tab/>
        <w:t>2.025e0</w:t>
      </w:r>
    </w:p>
    <w:p w:rsidR="006974AE" w:rsidRDefault="006974AE" w:rsidP="006974AE">
      <w:r>
        <w:t>122.5689</w:t>
      </w:r>
      <w:r>
        <w:tab/>
        <w:t>3.506e0</w:t>
      </w:r>
    </w:p>
    <w:p w:rsidR="006974AE" w:rsidRDefault="006974AE" w:rsidP="006974AE">
      <w:r>
        <w:t>122.5742</w:t>
      </w:r>
      <w:r>
        <w:tab/>
        <w:t>2.025e0</w:t>
      </w:r>
    </w:p>
    <w:p w:rsidR="006974AE" w:rsidRDefault="006974AE" w:rsidP="006974AE">
      <w:r>
        <w:t>122.5849</w:t>
      </w:r>
      <w:r>
        <w:tab/>
        <w:t>2.025e0</w:t>
      </w:r>
    </w:p>
    <w:p w:rsidR="006974AE" w:rsidRDefault="006974AE" w:rsidP="006974AE">
      <w:r>
        <w:t>122.5862</w:t>
      </w:r>
      <w:r>
        <w:tab/>
        <w:t>1.013e0</w:t>
      </w:r>
    </w:p>
    <w:p w:rsidR="006974AE" w:rsidRDefault="006974AE" w:rsidP="006974AE">
      <w:r>
        <w:t>122.5894</w:t>
      </w:r>
      <w:r>
        <w:tab/>
        <w:t>1.013e0</w:t>
      </w:r>
    </w:p>
    <w:p w:rsidR="006974AE" w:rsidRDefault="006974AE" w:rsidP="006974AE">
      <w:r>
        <w:t>122.5979</w:t>
      </w:r>
      <w:r>
        <w:tab/>
        <w:t>1.013e0</w:t>
      </w:r>
    </w:p>
    <w:p w:rsidR="006974AE" w:rsidRDefault="006974AE" w:rsidP="006974AE">
      <w:r>
        <w:t>122.6023</w:t>
      </w:r>
      <w:r>
        <w:tab/>
        <w:t>2.025e0</w:t>
      </w:r>
    </w:p>
    <w:p w:rsidR="006974AE" w:rsidRDefault="006974AE" w:rsidP="006974AE">
      <w:r>
        <w:t>122.6038</w:t>
      </w:r>
      <w:r>
        <w:tab/>
        <w:t>2.025e0</w:t>
      </w:r>
    </w:p>
    <w:p w:rsidR="006974AE" w:rsidRDefault="006974AE" w:rsidP="006974AE">
      <w:r>
        <w:t>122.6169</w:t>
      </w:r>
      <w:r>
        <w:tab/>
        <w:t>2.025e0</w:t>
      </w:r>
    </w:p>
    <w:p w:rsidR="006974AE" w:rsidRDefault="006974AE" w:rsidP="006974AE">
      <w:r>
        <w:t>122.6199</w:t>
      </w:r>
      <w:r>
        <w:tab/>
        <w:t>2.025e0</w:t>
      </w:r>
    </w:p>
    <w:p w:rsidR="006974AE" w:rsidRDefault="006974AE" w:rsidP="006974AE">
      <w:r>
        <w:t>122.6215</w:t>
      </w:r>
      <w:r>
        <w:tab/>
        <w:t>1.013e0</w:t>
      </w:r>
    </w:p>
    <w:p w:rsidR="006974AE" w:rsidRDefault="006974AE" w:rsidP="006974AE">
      <w:r>
        <w:t>122.6332</w:t>
      </w:r>
      <w:r>
        <w:tab/>
        <w:t>2.025e0</w:t>
      </w:r>
    </w:p>
    <w:p w:rsidR="006974AE" w:rsidRDefault="006974AE" w:rsidP="006974AE">
      <w:r>
        <w:lastRenderedPageBreak/>
        <w:t>122.6367</w:t>
      </w:r>
      <w:r>
        <w:tab/>
        <w:t>3.038e0</w:t>
      </w:r>
    </w:p>
    <w:p w:rsidR="006974AE" w:rsidRDefault="006974AE" w:rsidP="006974AE">
      <w:r>
        <w:t>122.6482</w:t>
      </w:r>
      <w:r>
        <w:tab/>
        <w:t>1.013e0</w:t>
      </w:r>
    </w:p>
    <w:p w:rsidR="006974AE" w:rsidRDefault="006974AE" w:rsidP="006974AE">
      <w:r>
        <w:t>122.6537</w:t>
      </w:r>
      <w:r>
        <w:tab/>
        <w:t>2.025e0</w:t>
      </w:r>
    </w:p>
    <w:p w:rsidR="006974AE" w:rsidRDefault="006974AE" w:rsidP="006974AE">
      <w:r>
        <w:t>122.6658</w:t>
      </w:r>
      <w:r>
        <w:tab/>
        <w:t>1.013e0</w:t>
      </w:r>
    </w:p>
    <w:p w:rsidR="006974AE" w:rsidRDefault="006974AE" w:rsidP="006974AE">
      <w:r>
        <w:t>122.6687</w:t>
      </w:r>
      <w:r>
        <w:tab/>
        <w:t>1.013e0</w:t>
      </w:r>
    </w:p>
    <w:p w:rsidR="006974AE" w:rsidRDefault="006974AE" w:rsidP="006974AE">
      <w:r>
        <w:t>122.6825</w:t>
      </w:r>
      <w:r>
        <w:tab/>
        <w:t>3.038e0</w:t>
      </w:r>
    </w:p>
    <w:p w:rsidR="006974AE" w:rsidRDefault="006974AE" w:rsidP="006974AE">
      <w:r>
        <w:t>122.6949</w:t>
      </w:r>
      <w:r>
        <w:tab/>
        <w:t>1.013e0</w:t>
      </w:r>
    </w:p>
    <w:p w:rsidR="006974AE" w:rsidRDefault="006974AE" w:rsidP="006974AE">
      <w:r>
        <w:t>122.7010</w:t>
      </w:r>
      <w:r>
        <w:tab/>
        <w:t>1.013e0</w:t>
      </w:r>
    </w:p>
    <w:p w:rsidR="006974AE" w:rsidRDefault="006974AE" w:rsidP="006974AE">
      <w:r>
        <w:t>122.7069</w:t>
      </w:r>
      <w:r>
        <w:tab/>
        <w:t>3.038e0</w:t>
      </w:r>
    </w:p>
    <w:p w:rsidR="006974AE" w:rsidRDefault="006974AE" w:rsidP="006974AE">
      <w:r>
        <w:t>122.7099</w:t>
      </w:r>
      <w:r>
        <w:tab/>
        <w:t>1.013e0</w:t>
      </w:r>
    </w:p>
    <w:p w:rsidR="006974AE" w:rsidRDefault="006974AE" w:rsidP="006974AE">
      <w:r>
        <w:t>122.7185</w:t>
      </w:r>
      <w:r>
        <w:tab/>
        <w:t>1.013e0</w:t>
      </w:r>
    </w:p>
    <w:p w:rsidR="006974AE" w:rsidRDefault="006974AE" w:rsidP="006974AE">
      <w:r>
        <w:t>122.7307</w:t>
      </w:r>
      <w:r>
        <w:tab/>
        <w:t>2.025e0</w:t>
      </w:r>
    </w:p>
    <w:p w:rsidR="006974AE" w:rsidRDefault="006974AE" w:rsidP="006974AE">
      <w:r>
        <w:t>122.7335</w:t>
      </w:r>
      <w:r>
        <w:tab/>
        <w:t>3.038e0</w:t>
      </w:r>
    </w:p>
    <w:p w:rsidR="006974AE" w:rsidRDefault="006974AE" w:rsidP="006974AE">
      <w:r>
        <w:t>122.7420</w:t>
      </w:r>
      <w:r>
        <w:tab/>
        <w:t>1.013e0</w:t>
      </w:r>
    </w:p>
    <w:p w:rsidR="006974AE" w:rsidRDefault="006974AE" w:rsidP="006974AE">
      <w:r>
        <w:t>122.7568</w:t>
      </w:r>
      <w:r>
        <w:tab/>
        <w:t>2.025e0</w:t>
      </w:r>
    </w:p>
    <w:p w:rsidR="006974AE" w:rsidRDefault="006974AE" w:rsidP="006974AE">
      <w:r>
        <w:t>122.7718</w:t>
      </w:r>
      <w:r>
        <w:tab/>
        <w:t>1.013e0</w:t>
      </w:r>
    </w:p>
    <w:p w:rsidR="006974AE" w:rsidRDefault="006974AE" w:rsidP="006974AE">
      <w:r>
        <w:t>122.7747</w:t>
      </w:r>
      <w:r>
        <w:tab/>
        <w:t>1.013e0</w:t>
      </w:r>
    </w:p>
    <w:p w:rsidR="006974AE" w:rsidRDefault="006974AE" w:rsidP="006974AE">
      <w:r>
        <w:t>122.7833</w:t>
      </w:r>
      <w:r>
        <w:tab/>
        <w:t>1.013e0</w:t>
      </w:r>
    </w:p>
    <w:p w:rsidR="006974AE" w:rsidRDefault="006974AE" w:rsidP="006974AE">
      <w:r>
        <w:t>122.7925</w:t>
      </w:r>
      <w:r>
        <w:tab/>
        <w:t>3.038e0</w:t>
      </w:r>
    </w:p>
    <w:p w:rsidR="006974AE" w:rsidRDefault="006974AE" w:rsidP="006974AE">
      <w:r>
        <w:lastRenderedPageBreak/>
        <w:t>122.7952</w:t>
      </w:r>
      <w:r>
        <w:tab/>
        <w:t>1.013e0</w:t>
      </w:r>
    </w:p>
    <w:p w:rsidR="006974AE" w:rsidRDefault="006974AE" w:rsidP="006974AE">
      <w:r>
        <w:t>122.8070</w:t>
      </w:r>
      <w:r>
        <w:tab/>
        <w:t>1.013e0</w:t>
      </w:r>
    </w:p>
    <w:p w:rsidR="006974AE" w:rsidRDefault="006974AE" w:rsidP="006974AE">
      <w:r>
        <w:t>122.8101</w:t>
      </w:r>
      <w:r>
        <w:tab/>
        <w:t>1.013e0</w:t>
      </w:r>
    </w:p>
    <w:p w:rsidR="006974AE" w:rsidRDefault="006974AE" w:rsidP="006974AE">
      <w:r>
        <w:t>122.8130</w:t>
      </w:r>
      <w:r>
        <w:tab/>
        <w:t>3.038e0</w:t>
      </w:r>
    </w:p>
    <w:p w:rsidR="006974AE" w:rsidRDefault="006974AE" w:rsidP="006974AE">
      <w:r>
        <w:t>122.8172</w:t>
      </w:r>
      <w:r>
        <w:tab/>
        <w:t>2.025e0</w:t>
      </w:r>
    </w:p>
    <w:p w:rsidR="006974AE" w:rsidRDefault="006974AE" w:rsidP="006974AE">
      <w:r>
        <w:t>122.8277</w:t>
      </w:r>
      <w:r>
        <w:tab/>
        <w:t>1.013e0</w:t>
      </w:r>
    </w:p>
    <w:p w:rsidR="006974AE" w:rsidRDefault="006974AE" w:rsidP="006974AE">
      <w:r>
        <w:t>122.8307</w:t>
      </w:r>
      <w:r>
        <w:tab/>
        <w:t>1.013e0</w:t>
      </w:r>
    </w:p>
    <w:p w:rsidR="006974AE" w:rsidRDefault="006974AE" w:rsidP="006974AE">
      <w:r>
        <w:t>122.8390</w:t>
      </w:r>
      <w:r>
        <w:tab/>
        <w:t>1.013e0</w:t>
      </w:r>
    </w:p>
    <w:p w:rsidR="006974AE" w:rsidRDefault="006974AE" w:rsidP="006974AE">
      <w:r>
        <w:t>122.8421</w:t>
      </w:r>
      <w:r>
        <w:tab/>
        <w:t>1.013e0</w:t>
      </w:r>
    </w:p>
    <w:p w:rsidR="006974AE" w:rsidRDefault="006974AE" w:rsidP="006974AE">
      <w:r>
        <w:t>122.8513</w:t>
      </w:r>
      <w:r>
        <w:tab/>
        <w:t>1.013e0</w:t>
      </w:r>
    </w:p>
    <w:p w:rsidR="006974AE" w:rsidRDefault="006974AE" w:rsidP="006974AE">
      <w:r>
        <w:t>122.8557</w:t>
      </w:r>
      <w:r>
        <w:tab/>
        <w:t>4.051e0</w:t>
      </w:r>
    </w:p>
    <w:p w:rsidR="006974AE" w:rsidRDefault="006974AE" w:rsidP="006974AE">
      <w:r>
        <w:t>122.8614</w:t>
      </w:r>
      <w:r>
        <w:tab/>
        <w:t>2.025e0</w:t>
      </w:r>
    </w:p>
    <w:p w:rsidR="006974AE" w:rsidRDefault="006974AE" w:rsidP="006974AE">
      <w:r>
        <w:t>122.8642</w:t>
      </w:r>
      <w:r>
        <w:tab/>
        <w:t>3.038e0</w:t>
      </w:r>
    </w:p>
    <w:p w:rsidR="006974AE" w:rsidRDefault="006974AE" w:rsidP="006974AE">
      <w:r>
        <w:t>122.8658</w:t>
      </w:r>
      <w:r>
        <w:tab/>
        <w:t>1.013e0</w:t>
      </w:r>
    </w:p>
    <w:p w:rsidR="006974AE" w:rsidRDefault="006974AE" w:rsidP="006974AE">
      <w:r>
        <w:t>122.8776</w:t>
      </w:r>
      <w:r>
        <w:tab/>
        <w:t>1.013e0</w:t>
      </w:r>
    </w:p>
    <w:p w:rsidR="006974AE" w:rsidRDefault="006974AE" w:rsidP="006974AE">
      <w:r>
        <w:t>122.8835</w:t>
      </w:r>
      <w:r>
        <w:tab/>
        <w:t>1.013e0</w:t>
      </w:r>
    </w:p>
    <w:p w:rsidR="006974AE" w:rsidRDefault="006974AE" w:rsidP="006974AE">
      <w:r>
        <w:t>122.8864</w:t>
      </w:r>
      <w:r>
        <w:tab/>
        <w:t>1.013e0</w:t>
      </w:r>
    </w:p>
    <w:p w:rsidR="006974AE" w:rsidRDefault="006974AE" w:rsidP="006974AE">
      <w:r>
        <w:t>122.8895</w:t>
      </w:r>
      <w:r>
        <w:tab/>
        <w:t>1.013e0</w:t>
      </w:r>
    </w:p>
    <w:p w:rsidR="006974AE" w:rsidRDefault="006974AE" w:rsidP="006974AE">
      <w:r>
        <w:t>122.8924</w:t>
      </w:r>
      <w:r>
        <w:tab/>
        <w:t>1.013e0</w:t>
      </w:r>
    </w:p>
    <w:p w:rsidR="006974AE" w:rsidRDefault="006974AE" w:rsidP="006974AE">
      <w:r>
        <w:lastRenderedPageBreak/>
        <w:t>122.8983</w:t>
      </w:r>
      <w:r>
        <w:tab/>
        <w:t>2.025e0</w:t>
      </w:r>
    </w:p>
    <w:p w:rsidR="006974AE" w:rsidRDefault="006974AE" w:rsidP="006974AE">
      <w:r>
        <w:t>122.9078</w:t>
      </w:r>
      <w:r>
        <w:tab/>
        <w:t>4.051e0</w:t>
      </w:r>
    </w:p>
    <w:p w:rsidR="006974AE" w:rsidRDefault="006974AE" w:rsidP="006974AE">
      <w:r>
        <w:t>122.9161</w:t>
      </w:r>
      <w:r>
        <w:tab/>
        <w:t>1.013e0</w:t>
      </w:r>
    </w:p>
    <w:p w:rsidR="006974AE" w:rsidRDefault="006974AE" w:rsidP="006974AE">
      <w:r>
        <w:t>122.9190</w:t>
      </w:r>
      <w:r>
        <w:tab/>
        <w:t>2.025e0</w:t>
      </w:r>
    </w:p>
    <w:p w:rsidR="006974AE" w:rsidRDefault="006974AE" w:rsidP="006974AE">
      <w:r>
        <w:t>122.9201</w:t>
      </w:r>
      <w:r>
        <w:tab/>
        <w:t>2.025e0</w:t>
      </w:r>
    </w:p>
    <w:p w:rsidR="006974AE" w:rsidRDefault="006974AE" w:rsidP="006974AE">
      <w:r>
        <w:t>122.9276</w:t>
      </w:r>
      <w:r>
        <w:tab/>
        <w:t>2.025e0</w:t>
      </w:r>
    </w:p>
    <w:p w:rsidR="006974AE" w:rsidRDefault="006974AE" w:rsidP="006974AE">
      <w:r>
        <w:t>122.9308</w:t>
      </w:r>
      <w:r>
        <w:tab/>
        <w:t>2.025e0</w:t>
      </w:r>
    </w:p>
    <w:p w:rsidR="006974AE" w:rsidRDefault="006974AE" w:rsidP="006974AE">
      <w:r>
        <w:t>122.9580</w:t>
      </w:r>
      <w:r>
        <w:tab/>
        <w:t>4.051e0</w:t>
      </w:r>
    </w:p>
    <w:p w:rsidR="006974AE" w:rsidRDefault="006974AE" w:rsidP="006974AE">
      <w:r>
        <w:t>122.9705</w:t>
      </w:r>
      <w:r>
        <w:tab/>
        <w:t>2.025e0</w:t>
      </w:r>
    </w:p>
    <w:p w:rsidR="006974AE" w:rsidRDefault="006974AE" w:rsidP="006974AE">
      <w:r>
        <w:t>122.9782</w:t>
      </w:r>
      <w:r>
        <w:tab/>
        <w:t>2.025e0</w:t>
      </w:r>
    </w:p>
    <w:p w:rsidR="006974AE" w:rsidRDefault="006974AE" w:rsidP="006974AE">
      <w:r>
        <w:t>122.9807</w:t>
      </w:r>
      <w:r>
        <w:tab/>
        <w:t>1.013e0</w:t>
      </w:r>
    </w:p>
    <w:p w:rsidR="006974AE" w:rsidRDefault="006974AE" w:rsidP="006974AE">
      <w:r>
        <w:t>122.9866</w:t>
      </w:r>
      <w:r>
        <w:tab/>
        <w:t>1.013e0</w:t>
      </w:r>
    </w:p>
    <w:p w:rsidR="006974AE" w:rsidRDefault="006974AE" w:rsidP="006974AE">
      <w:r>
        <w:t>122.9925</w:t>
      </w:r>
      <w:r>
        <w:tab/>
        <w:t>1.013e0</w:t>
      </w:r>
    </w:p>
    <w:p w:rsidR="006974AE" w:rsidRDefault="006974AE" w:rsidP="006974AE">
      <w:r>
        <w:t>122.9977</w:t>
      </w:r>
      <w:r>
        <w:tab/>
        <w:t>3.038e0</w:t>
      </w:r>
    </w:p>
    <w:p w:rsidR="006974AE" w:rsidRDefault="006974AE" w:rsidP="006974AE">
      <w:r>
        <w:t>123.0015</w:t>
      </w:r>
      <w:r>
        <w:tab/>
        <w:t>1.013e0</w:t>
      </w:r>
    </w:p>
    <w:p w:rsidR="006974AE" w:rsidRDefault="006974AE" w:rsidP="006974AE">
      <w:r>
        <w:t>123.0148</w:t>
      </w:r>
      <w:r>
        <w:tab/>
        <w:t>2.025e0</w:t>
      </w:r>
    </w:p>
    <w:p w:rsidR="006974AE" w:rsidRDefault="006974AE" w:rsidP="006974AE">
      <w:r>
        <w:t>123.0279</w:t>
      </w:r>
      <w:r>
        <w:tab/>
        <w:t>1.013e0</w:t>
      </w:r>
    </w:p>
    <w:p w:rsidR="006974AE" w:rsidRDefault="006974AE" w:rsidP="006974AE">
      <w:r>
        <w:t>123.0308</w:t>
      </w:r>
      <w:r>
        <w:tab/>
        <w:t>2.025e0</w:t>
      </w:r>
    </w:p>
    <w:p w:rsidR="006974AE" w:rsidRDefault="006974AE" w:rsidP="006974AE">
      <w:r>
        <w:t>123.0368</w:t>
      </w:r>
      <w:r>
        <w:tab/>
        <w:t>3.038e0</w:t>
      </w:r>
    </w:p>
    <w:p w:rsidR="006974AE" w:rsidRDefault="006974AE" w:rsidP="006974AE">
      <w:r>
        <w:lastRenderedPageBreak/>
        <w:t>123.0499</w:t>
      </w:r>
      <w:r>
        <w:tab/>
        <w:t>2.025e0</w:t>
      </w:r>
    </w:p>
    <w:p w:rsidR="006974AE" w:rsidRDefault="006974AE" w:rsidP="006974AE">
      <w:r>
        <w:t>123.0527</w:t>
      </w:r>
      <w:r>
        <w:tab/>
        <w:t>3.038e0</w:t>
      </w:r>
    </w:p>
    <w:p w:rsidR="006974AE" w:rsidRDefault="006974AE" w:rsidP="006974AE">
      <w:r>
        <w:t>123.0553</w:t>
      </w:r>
      <w:r>
        <w:tab/>
        <w:t>8.101e0</w:t>
      </w:r>
    </w:p>
    <w:p w:rsidR="006974AE" w:rsidRDefault="006974AE" w:rsidP="006974AE">
      <w:r>
        <w:t>123.0595</w:t>
      </w:r>
      <w:r>
        <w:tab/>
        <w:t>3.349e0</w:t>
      </w:r>
    </w:p>
    <w:p w:rsidR="006974AE" w:rsidRDefault="006974AE" w:rsidP="006974AE">
      <w:r>
        <w:t>123.0606</w:t>
      </w:r>
      <w:r>
        <w:tab/>
        <w:t>1.013e0</w:t>
      </w:r>
    </w:p>
    <w:p w:rsidR="006974AE" w:rsidRDefault="006974AE" w:rsidP="006974AE">
      <w:r>
        <w:t>123.0647</w:t>
      </w:r>
      <w:r>
        <w:tab/>
        <w:t>3.038e0</w:t>
      </w:r>
    </w:p>
    <w:p w:rsidR="006974AE" w:rsidRDefault="006974AE" w:rsidP="006974AE">
      <w:r>
        <w:t>123.0751</w:t>
      </w:r>
      <w:r>
        <w:tab/>
        <w:t>2.025e0</w:t>
      </w:r>
    </w:p>
    <w:p w:rsidR="006974AE" w:rsidRDefault="006974AE" w:rsidP="006974AE">
      <w:r>
        <w:t>123.0813</w:t>
      </w:r>
      <w:r>
        <w:tab/>
        <w:t>2.025e0</w:t>
      </w:r>
    </w:p>
    <w:p w:rsidR="006974AE" w:rsidRDefault="006974AE" w:rsidP="006974AE">
      <w:r>
        <w:t>123.0984</w:t>
      </w:r>
      <w:r>
        <w:tab/>
        <w:t>3.038e1</w:t>
      </w:r>
    </w:p>
    <w:p w:rsidR="006974AE" w:rsidRDefault="006974AE" w:rsidP="006974AE">
      <w:r>
        <w:t>123.0996</w:t>
      </w:r>
      <w:r>
        <w:tab/>
        <w:t>6.076e0</w:t>
      </w:r>
    </w:p>
    <w:p w:rsidR="006974AE" w:rsidRDefault="006974AE" w:rsidP="006974AE">
      <w:r>
        <w:t>123.1008</w:t>
      </w:r>
      <w:r>
        <w:tab/>
        <w:t>1.114e1</w:t>
      </w:r>
    </w:p>
    <w:p w:rsidR="006974AE" w:rsidRDefault="006974AE" w:rsidP="006974AE">
      <w:r>
        <w:t>123.1021</w:t>
      </w:r>
      <w:r>
        <w:tab/>
        <w:t>3.360e1</w:t>
      </w:r>
    </w:p>
    <w:p w:rsidR="006974AE" w:rsidRDefault="006974AE" w:rsidP="006974AE">
      <w:r>
        <w:t>123.1209</w:t>
      </w:r>
      <w:r>
        <w:tab/>
        <w:t>3.474e0</w:t>
      </w:r>
    </w:p>
    <w:p w:rsidR="006974AE" w:rsidRDefault="006974AE" w:rsidP="006974AE">
      <w:r>
        <w:t>123.1227</w:t>
      </w:r>
      <w:r>
        <w:tab/>
        <w:t>4.487e0</w:t>
      </w:r>
    </w:p>
    <w:p w:rsidR="006974AE" w:rsidRDefault="006974AE" w:rsidP="006974AE">
      <w:r>
        <w:t>123.1280</w:t>
      </w:r>
      <w:r>
        <w:tab/>
        <w:t>1.013e0</w:t>
      </w:r>
    </w:p>
    <w:p w:rsidR="006974AE" w:rsidRDefault="006974AE" w:rsidP="006974AE">
      <w:r>
        <w:t>123.1341</w:t>
      </w:r>
      <w:r>
        <w:tab/>
        <w:t>1.013e0</w:t>
      </w:r>
    </w:p>
    <w:p w:rsidR="006974AE" w:rsidRDefault="006974AE" w:rsidP="006974AE">
      <w:r>
        <w:t>123.1691</w:t>
      </w:r>
      <w:r>
        <w:tab/>
        <w:t>1.013e0</w:t>
      </w:r>
    </w:p>
    <w:p w:rsidR="006974AE" w:rsidRDefault="006974AE" w:rsidP="006974AE">
      <w:r>
        <w:t>123.1783</w:t>
      </w:r>
      <w:r>
        <w:tab/>
        <w:t>1.013e0</w:t>
      </w:r>
    </w:p>
    <w:p w:rsidR="006974AE" w:rsidRDefault="006974AE" w:rsidP="006974AE">
      <w:r>
        <w:t>123.1898</w:t>
      </w:r>
      <w:r>
        <w:tab/>
        <w:t>1.013e0</w:t>
      </w:r>
    </w:p>
    <w:p w:rsidR="006974AE" w:rsidRDefault="006974AE" w:rsidP="006974AE">
      <w:r>
        <w:lastRenderedPageBreak/>
        <w:t>123.1974</w:t>
      </w:r>
      <w:r>
        <w:tab/>
        <w:t>2.025e0</w:t>
      </w:r>
    </w:p>
    <w:p w:rsidR="006974AE" w:rsidRDefault="006974AE" w:rsidP="006974AE">
      <w:r>
        <w:t>123.2021</w:t>
      </w:r>
      <w:r>
        <w:tab/>
        <w:t>2.025e0</w:t>
      </w:r>
    </w:p>
    <w:p w:rsidR="006974AE" w:rsidRDefault="006974AE" w:rsidP="006974AE">
      <w:r>
        <w:t>123.2078</w:t>
      </w:r>
      <w:r>
        <w:tab/>
        <w:t>1.013e0</w:t>
      </w:r>
    </w:p>
    <w:p w:rsidR="006974AE" w:rsidRDefault="006974AE" w:rsidP="006974AE">
      <w:r>
        <w:t>123.2135</w:t>
      </w:r>
      <w:r>
        <w:tab/>
        <w:t>1.013e0</w:t>
      </w:r>
    </w:p>
    <w:p w:rsidR="006974AE" w:rsidRDefault="006974AE" w:rsidP="006974AE">
      <w:r>
        <w:t>123.2258</w:t>
      </w:r>
      <w:r>
        <w:tab/>
        <w:t>1.013e0</w:t>
      </w:r>
    </w:p>
    <w:p w:rsidR="006974AE" w:rsidRDefault="006974AE" w:rsidP="006974AE">
      <w:r>
        <w:t>123.2286</w:t>
      </w:r>
      <w:r>
        <w:tab/>
        <w:t>1.013e0</w:t>
      </w:r>
    </w:p>
    <w:p w:rsidR="006974AE" w:rsidRDefault="006974AE" w:rsidP="006974AE">
      <w:r>
        <w:t>123.2343</w:t>
      </w:r>
      <w:r>
        <w:tab/>
        <w:t>1.013e0</w:t>
      </w:r>
    </w:p>
    <w:p w:rsidR="006974AE" w:rsidRDefault="006974AE" w:rsidP="006974AE">
      <w:r>
        <w:t>123.2433</w:t>
      </w:r>
      <w:r>
        <w:tab/>
        <w:t>2.025e0</w:t>
      </w:r>
    </w:p>
    <w:p w:rsidR="006974AE" w:rsidRDefault="006974AE" w:rsidP="006974AE">
      <w:r>
        <w:t>123.2464</w:t>
      </w:r>
      <w:r>
        <w:tab/>
        <w:t>3.038e0</w:t>
      </w:r>
    </w:p>
    <w:p w:rsidR="006974AE" w:rsidRDefault="006974AE" w:rsidP="006974AE">
      <w:r>
        <w:t>123.2492</w:t>
      </w:r>
      <w:r>
        <w:tab/>
        <w:t>2.025e0</w:t>
      </w:r>
    </w:p>
    <w:p w:rsidR="006974AE" w:rsidRDefault="006974AE" w:rsidP="006974AE">
      <w:r>
        <w:t>123.2610</w:t>
      </w:r>
      <w:r>
        <w:tab/>
        <w:t>2.025e0</w:t>
      </w:r>
    </w:p>
    <w:p w:rsidR="006974AE" w:rsidRDefault="006974AE" w:rsidP="006974AE">
      <w:r>
        <w:t>123.2639</w:t>
      </w:r>
      <w:r>
        <w:tab/>
        <w:t>1.013e0</w:t>
      </w:r>
    </w:p>
    <w:p w:rsidR="006974AE" w:rsidRDefault="006974AE" w:rsidP="006974AE">
      <w:r>
        <w:t>123.2698</w:t>
      </w:r>
      <w:r>
        <w:tab/>
        <w:t>1.013e0</w:t>
      </w:r>
    </w:p>
    <w:p w:rsidR="006974AE" w:rsidRDefault="006974AE" w:rsidP="006974AE">
      <w:r>
        <w:t>123.2756</w:t>
      </w:r>
      <w:r>
        <w:tab/>
        <w:t>2.025e0</w:t>
      </w:r>
    </w:p>
    <w:p w:rsidR="006974AE" w:rsidRDefault="006974AE" w:rsidP="006974AE">
      <w:r>
        <w:t>123.2772</w:t>
      </w:r>
      <w:r>
        <w:tab/>
        <w:t>2.025e0</w:t>
      </w:r>
    </w:p>
    <w:p w:rsidR="006974AE" w:rsidRDefault="006974AE" w:rsidP="006974AE">
      <w:r>
        <w:t>123.2817</w:t>
      </w:r>
      <w:r>
        <w:tab/>
        <w:t>1.013e0</w:t>
      </w:r>
    </w:p>
    <w:p w:rsidR="006974AE" w:rsidRDefault="006974AE" w:rsidP="006974AE">
      <w:r>
        <w:t>123.3084</w:t>
      </w:r>
      <w:r>
        <w:tab/>
        <w:t>1.013e0</w:t>
      </w:r>
    </w:p>
    <w:p w:rsidR="006974AE" w:rsidRDefault="006974AE" w:rsidP="006974AE">
      <w:r>
        <w:t>123.3112</w:t>
      </w:r>
      <w:r>
        <w:tab/>
        <w:t>2.025e0</w:t>
      </w:r>
    </w:p>
    <w:p w:rsidR="006974AE" w:rsidRDefault="006974AE" w:rsidP="006974AE">
      <w:r>
        <w:t>123.3124</w:t>
      </w:r>
      <w:r>
        <w:tab/>
        <w:t>2.025e0</w:t>
      </w:r>
    </w:p>
    <w:p w:rsidR="006974AE" w:rsidRDefault="006974AE" w:rsidP="006974AE">
      <w:r>
        <w:lastRenderedPageBreak/>
        <w:t>123.3153</w:t>
      </w:r>
      <w:r>
        <w:tab/>
        <w:t>2.025e0</w:t>
      </w:r>
    </w:p>
    <w:p w:rsidR="006974AE" w:rsidRDefault="006974AE" w:rsidP="006974AE">
      <w:r>
        <w:t>123.3169</w:t>
      </w:r>
      <w:r>
        <w:tab/>
        <w:t>1.013e0</w:t>
      </w:r>
    </w:p>
    <w:p w:rsidR="006974AE" w:rsidRDefault="006974AE" w:rsidP="006974AE">
      <w:r>
        <w:t>123.3259</w:t>
      </w:r>
      <w:r>
        <w:tab/>
        <w:t>1.013e0</w:t>
      </w:r>
    </w:p>
    <w:p w:rsidR="006974AE" w:rsidRDefault="006974AE" w:rsidP="006974AE">
      <w:r>
        <w:t>123.3291</w:t>
      </w:r>
      <w:r>
        <w:tab/>
        <w:t>1.013e0</w:t>
      </w:r>
    </w:p>
    <w:p w:rsidR="006974AE" w:rsidRDefault="006974AE" w:rsidP="006974AE">
      <w:r>
        <w:t>123.3318</w:t>
      </w:r>
      <w:r>
        <w:tab/>
        <w:t>1.013e0</w:t>
      </w:r>
    </w:p>
    <w:p w:rsidR="006974AE" w:rsidRDefault="006974AE" w:rsidP="006974AE">
      <w:r>
        <w:t>123.3406</w:t>
      </w:r>
      <w:r>
        <w:tab/>
        <w:t>1.013e0</w:t>
      </w:r>
    </w:p>
    <w:p w:rsidR="006974AE" w:rsidRDefault="006974AE" w:rsidP="006974AE">
      <w:r>
        <w:t>123.3582</w:t>
      </w:r>
      <w:r>
        <w:tab/>
        <w:t>1.013e0</w:t>
      </w:r>
    </w:p>
    <w:p w:rsidR="006974AE" w:rsidRDefault="006974AE" w:rsidP="006974AE">
      <w:r>
        <w:t>123.3613</w:t>
      </w:r>
      <w:r>
        <w:tab/>
        <w:t>1.013e0</w:t>
      </w:r>
    </w:p>
    <w:p w:rsidR="006974AE" w:rsidRDefault="006974AE" w:rsidP="006974AE">
      <w:r>
        <w:t>123.3642</w:t>
      </w:r>
      <w:r>
        <w:tab/>
        <w:t>1.013e0</w:t>
      </w:r>
    </w:p>
    <w:p w:rsidR="006974AE" w:rsidRDefault="006974AE" w:rsidP="006974AE">
      <w:r>
        <w:t>123.3657</w:t>
      </w:r>
      <w:r>
        <w:tab/>
        <w:t>2.025e0</w:t>
      </w:r>
    </w:p>
    <w:p w:rsidR="006974AE" w:rsidRDefault="006974AE" w:rsidP="006974AE">
      <w:r>
        <w:t>123.3672</w:t>
      </w:r>
      <w:r>
        <w:tab/>
        <w:t>2.025e0</w:t>
      </w:r>
    </w:p>
    <w:p w:rsidR="006974AE" w:rsidRDefault="006974AE" w:rsidP="006974AE">
      <w:r>
        <w:t>123.3758</w:t>
      </w:r>
      <w:r>
        <w:tab/>
        <w:t>2.025e0</w:t>
      </w:r>
    </w:p>
    <w:p w:rsidR="006974AE" w:rsidRDefault="006974AE" w:rsidP="006974AE">
      <w:r>
        <w:t>123.3770</w:t>
      </w:r>
      <w:r>
        <w:tab/>
        <w:t>3.533e0</w:t>
      </w:r>
    </w:p>
    <w:p w:rsidR="006974AE" w:rsidRDefault="006974AE" w:rsidP="006974AE">
      <w:r>
        <w:t>123.3828</w:t>
      </w:r>
      <w:r>
        <w:tab/>
        <w:t>3.038e0</w:t>
      </w:r>
    </w:p>
    <w:p w:rsidR="006974AE" w:rsidRDefault="006974AE" w:rsidP="006974AE">
      <w:r>
        <w:t>123.3940</w:t>
      </w:r>
      <w:r>
        <w:tab/>
        <w:t>1.013e0</w:t>
      </w:r>
    </w:p>
    <w:p w:rsidR="006974AE" w:rsidRDefault="006974AE" w:rsidP="006974AE">
      <w:r>
        <w:t>123.3964</w:t>
      </w:r>
      <w:r>
        <w:tab/>
        <w:t>1.013e0</w:t>
      </w:r>
    </w:p>
    <w:p w:rsidR="006974AE" w:rsidRDefault="006974AE" w:rsidP="006974AE">
      <w:r>
        <w:t>123.4171</w:t>
      </w:r>
      <w:r>
        <w:tab/>
        <w:t>1.013e0</w:t>
      </w:r>
    </w:p>
    <w:p w:rsidR="006974AE" w:rsidRDefault="006974AE" w:rsidP="006974AE">
      <w:r>
        <w:t>123.4263</w:t>
      </w:r>
      <w:r>
        <w:tab/>
        <w:t>2.025e0</w:t>
      </w:r>
    </w:p>
    <w:p w:rsidR="006974AE" w:rsidRDefault="006974AE" w:rsidP="006974AE">
      <w:r>
        <w:t>123.4277</w:t>
      </w:r>
      <w:r>
        <w:tab/>
        <w:t>2.025e0</w:t>
      </w:r>
    </w:p>
    <w:p w:rsidR="006974AE" w:rsidRDefault="006974AE" w:rsidP="006974AE">
      <w:r>
        <w:lastRenderedPageBreak/>
        <w:t>123.4353</w:t>
      </w:r>
      <w:r>
        <w:tab/>
        <w:t>1.013e0</w:t>
      </w:r>
    </w:p>
    <w:p w:rsidR="006974AE" w:rsidRDefault="006974AE" w:rsidP="006974AE">
      <w:r>
        <w:t>123.4559</w:t>
      </w:r>
      <w:r>
        <w:tab/>
        <w:t>1.013e0</w:t>
      </w:r>
    </w:p>
    <w:p w:rsidR="006974AE" w:rsidRDefault="006974AE" w:rsidP="006974AE">
      <w:r>
        <w:t>123.4631</w:t>
      </w:r>
      <w:r>
        <w:tab/>
        <w:t>2.025e0</w:t>
      </w:r>
    </w:p>
    <w:p w:rsidR="006974AE" w:rsidRDefault="006974AE" w:rsidP="006974AE">
      <w:r>
        <w:t>123.4766</w:t>
      </w:r>
      <w:r>
        <w:tab/>
        <w:t>1.013e0</w:t>
      </w:r>
    </w:p>
    <w:p w:rsidR="006974AE" w:rsidRDefault="006974AE" w:rsidP="006974AE">
      <w:r>
        <w:t>123.4793</w:t>
      </w:r>
      <w:r>
        <w:tab/>
        <w:t>1.013e0</w:t>
      </w:r>
    </w:p>
    <w:p w:rsidR="006974AE" w:rsidRDefault="006974AE" w:rsidP="006974AE">
      <w:r>
        <w:t>123.4866</w:t>
      </w:r>
      <w:r>
        <w:tab/>
        <w:t>2.025e0</w:t>
      </w:r>
    </w:p>
    <w:p w:rsidR="006974AE" w:rsidRDefault="006974AE" w:rsidP="006974AE">
      <w:r>
        <w:t>123.4944</w:t>
      </w:r>
      <w:r>
        <w:tab/>
        <w:t>1.013e0</w:t>
      </w:r>
    </w:p>
    <w:p w:rsidR="006974AE" w:rsidRDefault="006974AE" w:rsidP="006974AE">
      <w:r>
        <w:t>123.5028</w:t>
      </w:r>
      <w:r>
        <w:tab/>
        <w:t>2.025e0</w:t>
      </w:r>
    </w:p>
    <w:p w:rsidR="006974AE" w:rsidRDefault="006974AE" w:rsidP="006974AE">
      <w:r>
        <w:t>123.5118</w:t>
      </w:r>
      <w:r>
        <w:tab/>
        <w:t>2.025e0</w:t>
      </w:r>
    </w:p>
    <w:p w:rsidR="006974AE" w:rsidRDefault="006974AE" w:rsidP="006974AE">
      <w:r>
        <w:t>123.5150</w:t>
      </w:r>
      <w:r>
        <w:tab/>
        <w:t>1.013e0</w:t>
      </w:r>
    </w:p>
    <w:p w:rsidR="006974AE" w:rsidRDefault="006974AE" w:rsidP="006974AE">
      <w:r>
        <w:t>123.5206</w:t>
      </w:r>
      <w:r>
        <w:tab/>
        <w:t>1.013e0</w:t>
      </w:r>
    </w:p>
    <w:p w:rsidR="006974AE" w:rsidRDefault="006974AE" w:rsidP="006974AE">
      <w:r>
        <w:t>123.5296</w:t>
      </w:r>
      <w:r>
        <w:tab/>
        <w:t>1.013e0</w:t>
      </w:r>
    </w:p>
    <w:p w:rsidR="006974AE" w:rsidRDefault="006974AE" w:rsidP="006974AE">
      <w:r>
        <w:t>123.5360</w:t>
      </w:r>
      <w:r>
        <w:tab/>
        <w:t>4.051e0</w:t>
      </w:r>
    </w:p>
    <w:p w:rsidR="006974AE" w:rsidRDefault="006974AE" w:rsidP="006974AE">
      <w:r>
        <w:t>123.5388</w:t>
      </w:r>
      <w:r>
        <w:tab/>
        <w:t>1.013e0</w:t>
      </w:r>
    </w:p>
    <w:p w:rsidR="006974AE" w:rsidRDefault="006974AE" w:rsidP="006974AE">
      <w:r>
        <w:t>123.5413</w:t>
      </w:r>
      <w:r>
        <w:tab/>
        <w:t>1.013e0</w:t>
      </w:r>
    </w:p>
    <w:p w:rsidR="006974AE" w:rsidRDefault="006974AE" w:rsidP="006974AE">
      <w:r>
        <w:t>123.5593</w:t>
      </w:r>
      <w:r>
        <w:tab/>
        <w:t>1.013e0</w:t>
      </w:r>
    </w:p>
    <w:p w:rsidR="006974AE" w:rsidRDefault="006974AE" w:rsidP="006974AE">
      <w:r>
        <w:t>123.5681</w:t>
      </w:r>
      <w:r>
        <w:tab/>
        <w:t>5.063e0</w:t>
      </w:r>
    </w:p>
    <w:p w:rsidR="006974AE" w:rsidRDefault="006974AE" w:rsidP="006974AE">
      <w:r>
        <w:t>123.5710</w:t>
      </w:r>
      <w:r>
        <w:tab/>
        <w:t>1.013e0</w:t>
      </w:r>
    </w:p>
    <w:p w:rsidR="006974AE" w:rsidRDefault="006974AE" w:rsidP="006974AE">
      <w:r>
        <w:t>123.5738</w:t>
      </w:r>
      <w:r>
        <w:tab/>
        <w:t>1.013e0</w:t>
      </w:r>
    </w:p>
    <w:p w:rsidR="006974AE" w:rsidRDefault="006974AE" w:rsidP="006974AE">
      <w:r>
        <w:lastRenderedPageBreak/>
        <w:t>123.5854</w:t>
      </w:r>
      <w:r>
        <w:tab/>
        <w:t>2.025e0</w:t>
      </w:r>
    </w:p>
    <w:p w:rsidR="006974AE" w:rsidRDefault="006974AE" w:rsidP="006974AE">
      <w:r>
        <w:t>123.5917</w:t>
      </w:r>
      <w:r>
        <w:tab/>
        <w:t>1.013e0</w:t>
      </w:r>
    </w:p>
    <w:p w:rsidR="006974AE" w:rsidRDefault="006974AE" w:rsidP="006974AE">
      <w:r>
        <w:t>123.6035</w:t>
      </w:r>
      <w:r>
        <w:tab/>
        <w:t>2.025e0</w:t>
      </w:r>
    </w:p>
    <w:p w:rsidR="006974AE" w:rsidRDefault="006974AE" w:rsidP="006974AE">
      <w:r>
        <w:t>123.6060</w:t>
      </w:r>
      <w:r>
        <w:tab/>
        <w:t>1.013e0</w:t>
      </w:r>
    </w:p>
    <w:p w:rsidR="006974AE" w:rsidRDefault="006974AE" w:rsidP="006974AE">
      <w:r>
        <w:t>123.6093</w:t>
      </w:r>
      <w:r>
        <w:tab/>
        <w:t>1.013e0</w:t>
      </w:r>
    </w:p>
    <w:p w:rsidR="006974AE" w:rsidRDefault="006974AE" w:rsidP="006974AE">
      <w:r>
        <w:t>123.6122</w:t>
      </w:r>
      <w:r>
        <w:tab/>
        <w:t>1.013e0</w:t>
      </w:r>
    </w:p>
    <w:p w:rsidR="006974AE" w:rsidRDefault="006974AE" w:rsidP="006974AE">
      <w:r>
        <w:t>123.6215</w:t>
      </w:r>
      <w:r>
        <w:tab/>
        <w:t>1.013e0</w:t>
      </w:r>
    </w:p>
    <w:p w:rsidR="006974AE" w:rsidRDefault="006974AE" w:rsidP="006974AE">
      <w:r>
        <w:t>123.6242</w:t>
      </w:r>
      <w:r>
        <w:tab/>
        <w:t>1.013e0</w:t>
      </w:r>
    </w:p>
    <w:p w:rsidR="006974AE" w:rsidRDefault="006974AE" w:rsidP="006974AE">
      <w:r>
        <w:t>123.6267</w:t>
      </w:r>
      <w:r>
        <w:tab/>
        <w:t>1.013e0</w:t>
      </w:r>
    </w:p>
    <w:p w:rsidR="006974AE" w:rsidRDefault="006974AE" w:rsidP="006974AE">
      <w:r>
        <w:t>123.6329</w:t>
      </w:r>
      <w:r>
        <w:tab/>
        <w:t>2.025e0</w:t>
      </w:r>
    </w:p>
    <w:p w:rsidR="006974AE" w:rsidRDefault="006974AE" w:rsidP="006974AE">
      <w:r>
        <w:t>123.6352</w:t>
      </w:r>
      <w:r>
        <w:tab/>
        <w:t>3.038e0</w:t>
      </w:r>
    </w:p>
    <w:p w:rsidR="006974AE" w:rsidRDefault="006974AE" w:rsidP="006974AE">
      <w:r>
        <w:t>123.6420</w:t>
      </w:r>
      <w:r>
        <w:tab/>
        <w:t>1.013e0</w:t>
      </w:r>
    </w:p>
    <w:p w:rsidR="006974AE" w:rsidRDefault="006974AE" w:rsidP="006974AE">
      <w:r>
        <w:t>123.6450</w:t>
      </w:r>
      <w:r>
        <w:tab/>
        <w:t>1.013e0</w:t>
      </w:r>
    </w:p>
    <w:p w:rsidR="006974AE" w:rsidRDefault="006974AE" w:rsidP="006974AE">
      <w:r>
        <w:t>123.6474</w:t>
      </w:r>
      <w:r>
        <w:tab/>
        <w:t>1.013e0</w:t>
      </w:r>
    </w:p>
    <w:p w:rsidR="006974AE" w:rsidRDefault="006974AE" w:rsidP="006974AE">
      <w:r>
        <w:t>123.6537</w:t>
      </w:r>
      <w:r>
        <w:tab/>
        <w:t>1.013e0</w:t>
      </w:r>
    </w:p>
    <w:p w:rsidR="006974AE" w:rsidRDefault="006974AE" w:rsidP="006974AE">
      <w:r>
        <w:t>123.6566</w:t>
      </w:r>
      <w:r>
        <w:tab/>
        <w:t>3.038e0</w:t>
      </w:r>
    </w:p>
    <w:p w:rsidR="006974AE" w:rsidRDefault="006974AE" w:rsidP="006974AE">
      <w:r>
        <w:t>123.6633</w:t>
      </w:r>
      <w:r>
        <w:tab/>
        <w:t>4.051e0</w:t>
      </w:r>
    </w:p>
    <w:p w:rsidR="006974AE" w:rsidRDefault="006974AE" w:rsidP="006974AE">
      <w:r>
        <w:t>123.6655</w:t>
      </w:r>
      <w:r>
        <w:tab/>
        <w:t>1.013e0</w:t>
      </w:r>
    </w:p>
    <w:p w:rsidR="006974AE" w:rsidRDefault="006974AE" w:rsidP="006974AE">
      <w:r>
        <w:t>123.6744</w:t>
      </w:r>
      <w:r>
        <w:tab/>
        <w:t>1.013e0</w:t>
      </w:r>
    </w:p>
    <w:p w:rsidR="006974AE" w:rsidRDefault="006974AE" w:rsidP="006974AE">
      <w:r>
        <w:lastRenderedPageBreak/>
        <w:t>123.6811</w:t>
      </w:r>
      <w:r>
        <w:tab/>
        <w:t>4.051e0</w:t>
      </w:r>
    </w:p>
    <w:p w:rsidR="006974AE" w:rsidRDefault="006974AE" w:rsidP="006974AE">
      <w:r>
        <w:t>123.6877</w:t>
      </w:r>
      <w:r>
        <w:tab/>
        <w:t>2.025e0</w:t>
      </w:r>
    </w:p>
    <w:p w:rsidR="006974AE" w:rsidRDefault="006974AE" w:rsidP="006974AE">
      <w:r>
        <w:t>123.6888</w:t>
      </w:r>
      <w:r>
        <w:tab/>
        <w:t>1.013e0</w:t>
      </w:r>
    </w:p>
    <w:p w:rsidR="006974AE" w:rsidRDefault="006974AE" w:rsidP="006974AE">
      <w:r>
        <w:t>123.6919</w:t>
      </w:r>
      <w:r>
        <w:tab/>
        <w:t>1.013e0</w:t>
      </w:r>
    </w:p>
    <w:p w:rsidR="006974AE" w:rsidRDefault="006974AE" w:rsidP="006974AE">
      <w:r>
        <w:t>123.6979</w:t>
      </w:r>
      <w:r>
        <w:tab/>
        <w:t>2.025e0</w:t>
      </w:r>
    </w:p>
    <w:p w:rsidR="006974AE" w:rsidRDefault="006974AE" w:rsidP="006974AE">
      <w:r>
        <w:t>123.7070</w:t>
      </w:r>
      <w:r>
        <w:tab/>
        <w:t>1.013e0</w:t>
      </w:r>
    </w:p>
    <w:p w:rsidR="006974AE" w:rsidRDefault="006974AE" w:rsidP="006974AE">
      <w:r>
        <w:t>123.7096</w:t>
      </w:r>
      <w:r>
        <w:tab/>
        <w:t>1.013e0</w:t>
      </w:r>
    </w:p>
    <w:p w:rsidR="006974AE" w:rsidRDefault="006974AE" w:rsidP="006974AE">
      <w:r>
        <w:t>123.7218</w:t>
      </w:r>
      <w:r>
        <w:tab/>
        <w:t>1.013e0</w:t>
      </w:r>
    </w:p>
    <w:p w:rsidR="006974AE" w:rsidRDefault="006974AE" w:rsidP="006974AE">
      <w:r>
        <w:t>123.7249</w:t>
      </w:r>
      <w:r>
        <w:tab/>
        <w:t>1.013e0</w:t>
      </w:r>
    </w:p>
    <w:p w:rsidR="006974AE" w:rsidRDefault="006974AE" w:rsidP="006974AE">
      <w:r>
        <w:t>123.7393</w:t>
      </w:r>
      <w:r>
        <w:tab/>
        <w:t>1.013e0</w:t>
      </w:r>
    </w:p>
    <w:p w:rsidR="006974AE" w:rsidRDefault="006974AE" w:rsidP="006974AE">
      <w:r>
        <w:t>123.7540</w:t>
      </w:r>
      <w:r>
        <w:tab/>
        <w:t>1.013e0</w:t>
      </w:r>
    </w:p>
    <w:p w:rsidR="006974AE" w:rsidRDefault="006974AE" w:rsidP="006974AE">
      <w:r>
        <w:t>123.7555</w:t>
      </w:r>
      <w:r>
        <w:tab/>
        <w:t>2.025e0</w:t>
      </w:r>
    </w:p>
    <w:p w:rsidR="006974AE" w:rsidRDefault="006974AE" w:rsidP="006974AE">
      <w:r>
        <w:t>123.7746</w:t>
      </w:r>
      <w:r>
        <w:tab/>
        <w:t>2.025e0</w:t>
      </w:r>
    </w:p>
    <w:p w:rsidR="006974AE" w:rsidRDefault="006974AE" w:rsidP="006974AE">
      <w:r>
        <w:t>123.7777</w:t>
      </w:r>
      <w:r>
        <w:tab/>
        <w:t>1.013e0</w:t>
      </w:r>
    </w:p>
    <w:p w:rsidR="006974AE" w:rsidRDefault="006974AE" w:rsidP="006974AE">
      <w:r>
        <w:t>123.7869</w:t>
      </w:r>
      <w:r>
        <w:tab/>
        <w:t>2.025e0</w:t>
      </w:r>
    </w:p>
    <w:p w:rsidR="006974AE" w:rsidRDefault="006974AE" w:rsidP="006974AE">
      <w:r>
        <w:t>123.7899</w:t>
      </w:r>
      <w:r>
        <w:tab/>
        <w:t>1.013e0</w:t>
      </w:r>
    </w:p>
    <w:p w:rsidR="006974AE" w:rsidRDefault="006974AE" w:rsidP="006974AE">
      <w:r>
        <w:t>123.8014</w:t>
      </w:r>
      <w:r>
        <w:tab/>
        <w:t>1.013e0</w:t>
      </w:r>
    </w:p>
    <w:p w:rsidR="006974AE" w:rsidRDefault="006974AE" w:rsidP="006974AE">
      <w:r>
        <w:t>123.8044</w:t>
      </w:r>
      <w:r>
        <w:tab/>
        <w:t>1.013e0</w:t>
      </w:r>
    </w:p>
    <w:p w:rsidR="006974AE" w:rsidRDefault="006974AE" w:rsidP="006974AE">
      <w:r>
        <w:t>123.8106</w:t>
      </w:r>
      <w:r>
        <w:tab/>
        <w:t>1.013e0</w:t>
      </w:r>
    </w:p>
    <w:p w:rsidR="006974AE" w:rsidRDefault="006974AE" w:rsidP="006974AE">
      <w:r>
        <w:lastRenderedPageBreak/>
        <w:t>123.8283</w:t>
      </w:r>
      <w:r>
        <w:tab/>
        <w:t>1.013e0</w:t>
      </w:r>
    </w:p>
    <w:p w:rsidR="006974AE" w:rsidRDefault="006974AE" w:rsidP="006974AE">
      <w:r>
        <w:t>123.8340</w:t>
      </w:r>
      <w:r>
        <w:tab/>
        <w:t>1.013e0</w:t>
      </w:r>
    </w:p>
    <w:p w:rsidR="006974AE" w:rsidRDefault="006974AE" w:rsidP="006974AE">
      <w:r>
        <w:t>123.8521</w:t>
      </w:r>
      <w:r>
        <w:tab/>
        <w:t>3.038e0</w:t>
      </w:r>
    </w:p>
    <w:p w:rsidR="006974AE" w:rsidRDefault="006974AE" w:rsidP="006974AE">
      <w:r>
        <w:t>123.8573</w:t>
      </w:r>
      <w:r>
        <w:tab/>
        <w:t>1.013e0</w:t>
      </w:r>
    </w:p>
    <w:p w:rsidR="006974AE" w:rsidRDefault="006974AE" w:rsidP="006974AE">
      <w:r>
        <w:t>123.8755</w:t>
      </w:r>
      <w:r>
        <w:tab/>
        <w:t>2.025e0</w:t>
      </w:r>
    </w:p>
    <w:p w:rsidR="006974AE" w:rsidRDefault="006974AE" w:rsidP="006974AE">
      <w:r>
        <w:t>123.8843</w:t>
      </w:r>
      <w:r>
        <w:tab/>
        <w:t>1.013e0</w:t>
      </w:r>
    </w:p>
    <w:p w:rsidR="006974AE" w:rsidRDefault="006974AE" w:rsidP="006974AE">
      <w:r>
        <w:t>123.8872</w:t>
      </w:r>
      <w:r>
        <w:tab/>
        <w:t>3.038e0</w:t>
      </w:r>
    </w:p>
    <w:p w:rsidR="006974AE" w:rsidRDefault="006974AE" w:rsidP="006974AE">
      <w:r>
        <w:t>123.8935</w:t>
      </w:r>
      <w:r>
        <w:tab/>
        <w:t>1.013e0</w:t>
      </w:r>
    </w:p>
    <w:p w:rsidR="006974AE" w:rsidRDefault="006974AE" w:rsidP="006974AE">
      <w:r>
        <w:t>123.8989</w:t>
      </w:r>
      <w:r>
        <w:tab/>
        <w:t>1.013e0</w:t>
      </w:r>
    </w:p>
    <w:p w:rsidR="006974AE" w:rsidRDefault="006974AE" w:rsidP="006974AE">
      <w:r>
        <w:t>123.9018</w:t>
      </w:r>
      <w:r>
        <w:tab/>
        <w:t>1.013e0</w:t>
      </w:r>
    </w:p>
    <w:p w:rsidR="006974AE" w:rsidRDefault="006974AE" w:rsidP="006974AE">
      <w:r>
        <w:t>123.9140</w:t>
      </w:r>
      <w:r>
        <w:tab/>
        <w:t>1.013e0</w:t>
      </w:r>
    </w:p>
    <w:p w:rsidR="006974AE" w:rsidRDefault="006974AE" w:rsidP="006974AE">
      <w:r>
        <w:t>123.9182</w:t>
      </w:r>
      <w:r>
        <w:tab/>
        <w:t>2.025e0</w:t>
      </w:r>
    </w:p>
    <w:p w:rsidR="006974AE" w:rsidRDefault="006974AE" w:rsidP="006974AE">
      <w:r>
        <w:t>123.9225</w:t>
      </w:r>
      <w:r>
        <w:tab/>
        <w:t>1.013e0</w:t>
      </w:r>
    </w:p>
    <w:p w:rsidR="006974AE" w:rsidRDefault="006974AE" w:rsidP="006974AE">
      <w:r>
        <w:t>123.9403</w:t>
      </w:r>
      <w:r>
        <w:tab/>
        <w:t>5.063e0</w:t>
      </w:r>
    </w:p>
    <w:p w:rsidR="006974AE" w:rsidRDefault="006974AE" w:rsidP="006974AE">
      <w:r>
        <w:t>123.9433</w:t>
      </w:r>
      <w:r>
        <w:tab/>
        <w:t>2.025e0</w:t>
      </w:r>
    </w:p>
    <w:p w:rsidR="006974AE" w:rsidRDefault="006974AE" w:rsidP="006974AE">
      <w:r>
        <w:t>123.9555</w:t>
      </w:r>
      <w:r>
        <w:tab/>
        <w:t>1.013e0</w:t>
      </w:r>
    </w:p>
    <w:p w:rsidR="006974AE" w:rsidRDefault="006974AE" w:rsidP="006974AE">
      <w:r>
        <w:t>123.9585</w:t>
      </w:r>
      <w:r>
        <w:tab/>
        <w:t>1.013e0</w:t>
      </w:r>
    </w:p>
    <w:p w:rsidR="006974AE" w:rsidRDefault="006974AE" w:rsidP="006974AE">
      <w:r>
        <w:t>123.9639</w:t>
      </w:r>
      <w:r>
        <w:tab/>
        <w:t>1.013e0</w:t>
      </w:r>
    </w:p>
    <w:p w:rsidR="006974AE" w:rsidRDefault="006974AE" w:rsidP="006974AE">
      <w:r>
        <w:t>123.9717</w:t>
      </w:r>
      <w:r>
        <w:tab/>
        <w:t>2.025e0</w:t>
      </w:r>
    </w:p>
    <w:p w:rsidR="006974AE" w:rsidRDefault="006974AE" w:rsidP="006974AE">
      <w:r>
        <w:lastRenderedPageBreak/>
        <w:t>123.9730</w:t>
      </w:r>
      <w:r>
        <w:tab/>
        <w:t>1.013e0</w:t>
      </w:r>
    </w:p>
    <w:p w:rsidR="006974AE" w:rsidRDefault="006974AE" w:rsidP="006974AE">
      <w:r>
        <w:t>123.9820</w:t>
      </w:r>
      <w:r>
        <w:tab/>
        <w:t>1.013e0</w:t>
      </w:r>
    </w:p>
    <w:p w:rsidR="006974AE" w:rsidRDefault="006974AE" w:rsidP="006974AE">
      <w:r>
        <w:t>123.9968</w:t>
      </w:r>
      <w:r>
        <w:tab/>
        <w:t>1.013e0</w:t>
      </w:r>
    </w:p>
    <w:p w:rsidR="006974AE" w:rsidRDefault="006974AE" w:rsidP="006974AE">
      <w:r>
        <w:t>124.0000</w:t>
      </w:r>
      <w:r>
        <w:tab/>
        <w:t>2.025e0</w:t>
      </w:r>
    </w:p>
    <w:p w:rsidR="006974AE" w:rsidRDefault="006974AE" w:rsidP="006974AE">
      <w:r>
        <w:t>124.0206</w:t>
      </w:r>
      <w:r>
        <w:tab/>
        <w:t>1.013e0</w:t>
      </w:r>
    </w:p>
    <w:p w:rsidR="006974AE" w:rsidRDefault="006974AE" w:rsidP="006974AE">
      <w:r>
        <w:t>124.0235</w:t>
      </w:r>
      <w:r>
        <w:tab/>
        <w:t>1.013e0</w:t>
      </w:r>
    </w:p>
    <w:p w:rsidR="006974AE" w:rsidRDefault="006974AE" w:rsidP="006974AE">
      <w:r>
        <w:t>124.0246</w:t>
      </w:r>
      <w:r>
        <w:tab/>
        <w:t>2.025e0</w:t>
      </w:r>
    </w:p>
    <w:p w:rsidR="006974AE" w:rsidRDefault="006974AE" w:rsidP="006974AE">
      <w:r>
        <w:t>124.0382</w:t>
      </w:r>
      <w:r>
        <w:tab/>
        <w:t>1.013e0</w:t>
      </w:r>
    </w:p>
    <w:p w:rsidR="006974AE" w:rsidRDefault="006974AE" w:rsidP="006974AE">
      <w:r>
        <w:t>124.0435</w:t>
      </w:r>
      <w:r>
        <w:tab/>
        <w:t>4.051e0</w:t>
      </w:r>
    </w:p>
    <w:p w:rsidR="006974AE" w:rsidRDefault="006974AE" w:rsidP="006974AE">
      <w:r>
        <w:t>124.0471</w:t>
      </w:r>
      <w:r>
        <w:tab/>
        <w:t>3.038e0</w:t>
      </w:r>
    </w:p>
    <w:p w:rsidR="006974AE" w:rsidRDefault="006974AE" w:rsidP="006974AE">
      <w:r>
        <w:t>124.0483</w:t>
      </w:r>
      <w:r>
        <w:tab/>
        <w:t>3.038e0</w:t>
      </w:r>
    </w:p>
    <w:p w:rsidR="006974AE" w:rsidRDefault="006974AE" w:rsidP="006974AE">
      <w:r>
        <w:t>124.0528</w:t>
      </w:r>
      <w:r>
        <w:tab/>
        <w:t>1.013e0</w:t>
      </w:r>
    </w:p>
    <w:p w:rsidR="006974AE" w:rsidRDefault="006974AE" w:rsidP="006974AE">
      <w:r>
        <w:t>124.0864</w:t>
      </w:r>
      <w:r>
        <w:tab/>
        <w:t>5.367e1</w:t>
      </w:r>
    </w:p>
    <w:p w:rsidR="006974AE" w:rsidRDefault="006974AE" w:rsidP="006974AE">
      <w:r>
        <w:t>124.0885</w:t>
      </w:r>
      <w:r>
        <w:tab/>
        <w:t>1.000e2</w:t>
      </w:r>
    </w:p>
    <w:p w:rsidR="006974AE" w:rsidRDefault="006974AE" w:rsidP="006974AE">
      <w:r>
        <w:t>124.1119</w:t>
      </w:r>
      <w:r>
        <w:tab/>
        <w:t>1.013e0</w:t>
      </w:r>
    </w:p>
    <w:p w:rsidR="006974AE" w:rsidRDefault="006974AE" w:rsidP="006974AE">
      <w:r>
        <w:t>124.1151</w:t>
      </w:r>
      <w:r>
        <w:tab/>
        <w:t>2.025e0</w:t>
      </w:r>
    </w:p>
    <w:p w:rsidR="006974AE" w:rsidRDefault="006974AE" w:rsidP="006974AE">
      <w:r>
        <w:t>124.1182</w:t>
      </w:r>
      <w:r>
        <w:tab/>
        <w:t>1.013e0</w:t>
      </w:r>
    </w:p>
    <w:p w:rsidR="006974AE" w:rsidRDefault="006974AE" w:rsidP="006974AE">
      <w:r>
        <w:t>124.1207</w:t>
      </w:r>
      <w:r>
        <w:tab/>
        <w:t>4.087e0</w:t>
      </w:r>
    </w:p>
    <w:p w:rsidR="006974AE" w:rsidRDefault="006974AE" w:rsidP="006974AE">
      <w:r>
        <w:t>124.1223</w:t>
      </w:r>
      <w:r>
        <w:tab/>
        <w:t>3.031e0</w:t>
      </w:r>
    </w:p>
    <w:p w:rsidR="006974AE" w:rsidRDefault="006974AE" w:rsidP="006974AE">
      <w:r>
        <w:lastRenderedPageBreak/>
        <w:t>124.1242</w:t>
      </w:r>
      <w:r>
        <w:tab/>
        <w:t>1.013e0</w:t>
      </w:r>
    </w:p>
    <w:p w:rsidR="006974AE" w:rsidRDefault="006974AE" w:rsidP="006974AE">
      <w:r>
        <w:t>124.1418</w:t>
      </w:r>
      <w:r>
        <w:tab/>
        <w:t>2.025e0</w:t>
      </w:r>
    </w:p>
    <w:p w:rsidR="006974AE" w:rsidRDefault="006974AE" w:rsidP="006974AE">
      <w:r>
        <w:t>124.1534</w:t>
      </w:r>
      <w:r>
        <w:tab/>
        <w:t>1.013e0</w:t>
      </w:r>
    </w:p>
    <w:p w:rsidR="006974AE" w:rsidRDefault="006974AE" w:rsidP="006974AE">
      <w:r>
        <w:t>124.1564</w:t>
      </w:r>
      <w:r>
        <w:tab/>
        <w:t>1.013e0</w:t>
      </w:r>
    </w:p>
    <w:p w:rsidR="006974AE" w:rsidRDefault="006974AE" w:rsidP="006974AE">
      <w:r>
        <w:t>124.1714</w:t>
      </w:r>
      <w:r>
        <w:tab/>
        <w:t>2.025e0</w:t>
      </w:r>
    </w:p>
    <w:p w:rsidR="006974AE" w:rsidRDefault="006974AE" w:rsidP="006974AE">
      <w:r>
        <w:t>124.1740</w:t>
      </w:r>
      <w:r>
        <w:tab/>
        <w:t>1.013e0</w:t>
      </w:r>
    </w:p>
    <w:p w:rsidR="006974AE" w:rsidRDefault="006974AE" w:rsidP="006974AE">
      <w:r>
        <w:t>124.1773</w:t>
      </w:r>
      <w:r>
        <w:tab/>
        <w:t>1.013e0</w:t>
      </w:r>
    </w:p>
    <w:p w:rsidR="006974AE" w:rsidRDefault="006974AE" w:rsidP="006974AE">
      <w:r>
        <w:t>124.1802</w:t>
      </w:r>
      <w:r>
        <w:tab/>
        <w:t>1.013e0</w:t>
      </w:r>
    </w:p>
    <w:p w:rsidR="006974AE" w:rsidRDefault="006974AE" w:rsidP="006974AE">
      <w:r>
        <w:t>124.1980</w:t>
      </w:r>
      <w:r>
        <w:tab/>
        <w:t>1.013e0</w:t>
      </w:r>
    </w:p>
    <w:p w:rsidR="006974AE" w:rsidRDefault="006974AE" w:rsidP="006974AE">
      <w:r>
        <w:t>124.2039</w:t>
      </w:r>
      <w:r>
        <w:tab/>
        <w:t>1.013e0</w:t>
      </w:r>
    </w:p>
    <w:p w:rsidR="006974AE" w:rsidRDefault="006974AE" w:rsidP="006974AE">
      <w:r>
        <w:t>124.2246</w:t>
      </w:r>
      <w:r>
        <w:tab/>
        <w:t>2.025e0</w:t>
      </w:r>
    </w:p>
    <w:p w:rsidR="006974AE" w:rsidRDefault="006974AE" w:rsidP="006974AE">
      <w:r>
        <w:t>124.2365</w:t>
      </w:r>
      <w:r>
        <w:tab/>
        <w:t>1.013e0</w:t>
      </w:r>
    </w:p>
    <w:p w:rsidR="006974AE" w:rsidRDefault="006974AE" w:rsidP="006974AE">
      <w:r>
        <w:t>124.2392</w:t>
      </w:r>
      <w:r>
        <w:tab/>
        <w:t>1.013e0</w:t>
      </w:r>
    </w:p>
    <w:p w:rsidR="006974AE" w:rsidRDefault="006974AE" w:rsidP="006974AE">
      <w:r>
        <w:t>124.2454</w:t>
      </w:r>
      <w:r>
        <w:tab/>
        <w:t>1.013e0</w:t>
      </w:r>
    </w:p>
    <w:p w:rsidR="006974AE" w:rsidRDefault="006974AE" w:rsidP="006974AE">
      <w:r>
        <w:t>124.2494</w:t>
      </w:r>
      <w:r>
        <w:tab/>
        <w:t>3.038e0</w:t>
      </w:r>
    </w:p>
    <w:p w:rsidR="006974AE" w:rsidRDefault="006974AE" w:rsidP="006974AE">
      <w:r>
        <w:t>124.2515</w:t>
      </w:r>
      <w:r>
        <w:tab/>
        <w:t>1.013e0</w:t>
      </w:r>
    </w:p>
    <w:p w:rsidR="006974AE" w:rsidRDefault="006974AE" w:rsidP="006974AE">
      <w:r>
        <w:t>124.2547</w:t>
      </w:r>
      <w:r>
        <w:tab/>
        <w:t>1.013e0</w:t>
      </w:r>
    </w:p>
    <w:p w:rsidR="006974AE" w:rsidRDefault="006974AE" w:rsidP="006974AE">
      <w:r>
        <w:t>124.2646</w:t>
      </w:r>
      <w:r>
        <w:tab/>
        <w:t>2.025e0</w:t>
      </w:r>
    </w:p>
    <w:p w:rsidR="006974AE" w:rsidRDefault="006974AE" w:rsidP="006974AE">
      <w:r>
        <w:t>124.2693</w:t>
      </w:r>
      <w:r>
        <w:tab/>
        <w:t>2.025e0</w:t>
      </w:r>
    </w:p>
    <w:p w:rsidR="006974AE" w:rsidRDefault="006974AE" w:rsidP="006974AE">
      <w:r>
        <w:lastRenderedPageBreak/>
        <w:t>124.2722</w:t>
      </w:r>
      <w:r>
        <w:tab/>
        <w:t>1.013e0</w:t>
      </w:r>
    </w:p>
    <w:p w:rsidR="006974AE" w:rsidRDefault="006974AE" w:rsidP="006974AE">
      <w:r>
        <w:t>124.2868</w:t>
      </w:r>
      <w:r>
        <w:tab/>
        <w:t>1.013e0</w:t>
      </w:r>
    </w:p>
    <w:p w:rsidR="006974AE" w:rsidRDefault="006974AE" w:rsidP="006974AE">
      <w:r>
        <w:t>124.3015</w:t>
      </w:r>
      <w:r>
        <w:tab/>
        <w:t>1.013e0</w:t>
      </w:r>
    </w:p>
    <w:p w:rsidR="006974AE" w:rsidRDefault="006974AE" w:rsidP="006974AE">
      <w:r>
        <w:t>124.3076</w:t>
      </w:r>
      <w:r>
        <w:tab/>
        <w:t>1.013e0</w:t>
      </w:r>
    </w:p>
    <w:p w:rsidR="006974AE" w:rsidRDefault="006974AE" w:rsidP="006974AE">
      <w:r>
        <w:t>124.3254</w:t>
      </w:r>
      <w:r>
        <w:tab/>
        <w:t>1.013e0</w:t>
      </w:r>
    </w:p>
    <w:p w:rsidR="006974AE" w:rsidRDefault="006974AE" w:rsidP="006974AE">
      <w:r>
        <w:t>124.3345</w:t>
      </w:r>
      <w:r>
        <w:tab/>
        <w:t>1.013e0</w:t>
      </w:r>
    </w:p>
    <w:p w:rsidR="006974AE" w:rsidRDefault="006974AE" w:rsidP="006974AE">
      <w:r>
        <w:t>124.3376</w:t>
      </w:r>
      <w:r>
        <w:tab/>
        <w:t>1.013e0</w:t>
      </w:r>
    </w:p>
    <w:p w:rsidR="006974AE" w:rsidRDefault="006974AE" w:rsidP="006974AE">
      <w:r>
        <w:t>124.3429</w:t>
      </w:r>
      <w:r>
        <w:tab/>
        <w:t>1.013e0</w:t>
      </w:r>
    </w:p>
    <w:p w:rsidR="006974AE" w:rsidRDefault="006974AE" w:rsidP="006974AE">
      <w:r>
        <w:t>124.3445</w:t>
      </w:r>
      <w:r>
        <w:tab/>
        <w:t>2.025e0</w:t>
      </w:r>
    </w:p>
    <w:p w:rsidR="006974AE" w:rsidRDefault="006974AE" w:rsidP="006974AE">
      <w:r>
        <w:t>124.3551</w:t>
      </w:r>
      <w:r>
        <w:tab/>
        <w:t>1.013e0</w:t>
      </w:r>
    </w:p>
    <w:p w:rsidR="006974AE" w:rsidRDefault="006974AE" w:rsidP="006974AE">
      <w:r>
        <w:t>124.3713</w:t>
      </w:r>
      <w:r>
        <w:tab/>
        <w:t>2.025e0</w:t>
      </w:r>
    </w:p>
    <w:p w:rsidR="006974AE" w:rsidRDefault="006974AE" w:rsidP="006974AE">
      <w:r>
        <w:t>124.3922</w:t>
      </w:r>
      <w:r>
        <w:tab/>
        <w:t>2.025e0</w:t>
      </w:r>
    </w:p>
    <w:p w:rsidR="006974AE" w:rsidRDefault="006974AE" w:rsidP="006974AE">
      <w:r>
        <w:t>124.3967</w:t>
      </w:r>
      <w:r>
        <w:tab/>
        <w:t>1.013e0</w:t>
      </w:r>
    </w:p>
    <w:p w:rsidR="006974AE" w:rsidRDefault="006974AE" w:rsidP="006974AE">
      <w:r>
        <w:t>124.4112</w:t>
      </w:r>
      <w:r>
        <w:tab/>
        <w:t>2.025e0</w:t>
      </w:r>
    </w:p>
    <w:p w:rsidR="006974AE" w:rsidRDefault="006974AE" w:rsidP="006974AE">
      <w:r>
        <w:t>124.4263</w:t>
      </w:r>
      <w:r>
        <w:tab/>
        <w:t>1.013e0</w:t>
      </w:r>
    </w:p>
    <w:p w:rsidR="006974AE" w:rsidRDefault="006974AE" w:rsidP="006974AE">
      <w:r>
        <w:t>124.4288</w:t>
      </w:r>
      <w:r>
        <w:tab/>
        <w:t>1.013e0</w:t>
      </w:r>
    </w:p>
    <w:p w:rsidR="006974AE" w:rsidRDefault="006974AE" w:rsidP="006974AE">
      <w:r>
        <w:t>124.4321</w:t>
      </w:r>
      <w:r>
        <w:tab/>
        <w:t>1.013e0</w:t>
      </w:r>
    </w:p>
    <w:p w:rsidR="006974AE" w:rsidRDefault="006974AE" w:rsidP="006974AE">
      <w:r>
        <w:t>124.4352</w:t>
      </w:r>
      <w:r>
        <w:tab/>
        <w:t>1.013e0</w:t>
      </w:r>
    </w:p>
    <w:p w:rsidR="006974AE" w:rsidRDefault="006974AE" w:rsidP="006974AE">
      <w:r>
        <w:t>124.4557</w:t>
      </w:r>
      <w:r>
        <w:tab/>
        <w:t>1.013e0</w:t>
      </w:r>
    </w:p>
    <w:p w:rsidR="006974AE" w:rsidRDefault="006974AE" w:rsidP="006974AE">
      <w:r>
        <w:lastRenderedPageBreak/>
        <w:t>124.4704</w:t>
      </w:r>
      <w:r>
        <w:tab/>
        <w:t>1.013e0</w:t>
      </w:r>
    </w:p>
    <w:p w:rsidR="006974AE" w:rsidRDefault="006974AE" w:rsidP="006974AE">
      <w:r>
        <w:t>124.4797</w:t>
      </w:r>
      <w:r>
        <w:tab/>
        <w:t>1.013e0</w:t>
      </w:r>
    </w:p>
    <w:p w:rsidR="006974AE" w:rsidRDefault="006974AE" w:rsidP="006974AE">
      <w:r>
        <w:t>124.4887</w:t>
      </w:r>
      <w:r>
        <w:tab/>
        <w:t>1.013e0</w:t>
      </w:r>
    </w:p>
    <w:p w:rsidR="006974AE" w:rsidRDefault="006974AE" w:rsidP="006974AE">
      <w:r>
        <w:t>124.4972</w:t>
      </w:r>
      <w:r>
        <w:tab/>
        <w:t>1.013e0</w:t>
      </w:r>
    </w:p>
    <w:p w:rsidR="006974AE" w:rsidRDefault="006974AE" w:rsidP="006974AE">
      <w:r>
        <w:t>124.5004</w:t>
      </w:r>
      <w:r>
        <w:tab/>
        <w:t>2.025e0</w:t>
      </w:r>
    </w:p>
    <w:p w:rsidR="006974AE" w:rsidRDefault="006974AE" w:rsidP="006974AE">
      <w:r>
        <w:t>124.5033</w:t>
      </w:r>
      <w:r>
        <w:tab/>
        <w:t>1.013e0</w:t>
      </w:r>
    </w:p>
    <w:p w:rsidR="006974AE" w:rsidRDefault="006974AE" w:rsidP="006974AE">
      <w:r>
        <w:t>124.5165</w:t>
      </w:r>
      <w:r>
        <w:tab/>
        <w:t>2.025e0</w:t>
      </w:r>
    </w:p>
    <w:p w:rsidR="006974AE" w:rsidRDefault="006974AE" w:rsidP="006974AE">
      <w:r>
        <w:t>124.5357</w:t>
      </w:r>
      <w:r>
        <w:tab/>
        <w:t>1.013e0</w:t>
      </w:r>
    </w:p>
    <w:p w:rsidR="006974AE" w:rsidRDefault="006974AE" w:rsidP="006974AE">
      <w:r>
        <w:t>124.5387</w:t>
      </w:r>
      <w:r>
        <w:tab/>
        <w:t>1.013e0</w:t>
      </w:r>
    </w:p>
    <w:p w:rsidR="006974AE" w:rsidRDefault="006974AE" w:rsidP="006974AE">
      <w:r>
        <w:t>124.5596</w:t>
      </w:r>
      <w:r>
        <w:tab/>
        <w:t>1.013e0</w:t>
      </w:r>
    </w:p>
    <w:p w:rsidR="006974AE" w:rsidRDefault="006974AE" w:rsidP="006974AE">
      <w:r>
        <w:t>124.5625</w:t>
      </w:r>
      <w:r>
        <w:tab/>
        <w:t>2.025e0</w:t>
      </w:r>
    </w:p>
    <w:p w:rsidR="006974AE" w:rsidRDefault="006974AE" w:rsidP="006974AE">
      <w:r>
        <w:t>124.5642</w:t>
      </w:r>
      <w:r>
        <w:tab/>
        <w:t>3.038e0</w:t>
      </w:r>
    </w:p>
    <w:p w:rsidR="006974AE" w:rsidRDefault="006974AE" w:rsidP="006974AE">
      <w:r>
        <w:t>124.5655</w:t>
      </w:r>
      <w:r>
        <w:tab/>
        <w:t>1.013e0</w:t>
      </w:r>
    </w:p>
    <w:p w:rsidR="006974AE" w:rsidRDefault="006974AE" w:rsidP="006974AE">
      <w:r>
        <w:t>124.5864</w:t>
      </w:r>
      <w:r>
        <w:tab/>
        <w:t>1.013e0</w:t>
      </w:r>
    </w:p>
    <w:p w:rsidR="006974AE" w:rsidRDefault="006974AE" w:rsidP="006974AE">
      <w:r>
        <w:t>124.6055</w:t>
      </w:r>
      <w:r>
        <w:tab/>
        <w:t>2.025e0</w:t>
      </w:r>
    </w:p>
    <w:p w:rsidR="006974AE" w:rsidRDefault="006974AE" w:rsidP="006974AE">
      <w:r>
        <w:t>124.6163</w:t>
      </w:r>
      <w:r>
        <w:tab/>
        <w:t>2.025e0</w:t>
      </w:r>
    </w:p>
    <w:p w:rsidR="006974AE" w:rsidRDefault="006974AE" w:rsidP="006974AE">
      <w:r>
        <w:t>124.6218</w:t>
      </w:r>
      <w:r>
        <w:tab/>
        <w:t>1.013e0</w:t>
      </w:r>
    </w:p>
    <w:p w:rsidR="006974AE" w:rsidRDefault="006974AE" w:rsidP="006974AE">
      <w:r>
        <w:t>124.6279</w:t>
      </w:r>
      <w:r>
        <w:tab/>
        <w:t>2.025e0</w:t>
      </w:r>
    </w:p>
    <w:p w:rsidR="006974AE" w:rsidRDefault="006974AE" w:rsidP="006974AE">
      <w:r>
        <w:t>124.6423</w:t>
      </w:r>
      <w:r>
        <w:tab/>
        <w:t>1.013e0</w:t>
      </w:r>
    </w:p>
    <w:p w:rsidR="006974AE" w:rsidRDefault="006974AE" w:rsidP="006974AE">
      <w:r>
        <w:lastRenderedPageBreak/>
        <w:t>124.6579</w:t>
      </w:r>
      <w:r>
        <w:tab/>
        <w:t>1.013e0</w:t>
      </w:r>
    </w:p>
    <w:p w:rsidR="006974AE" w:rsidRDefault="006974AE" w:rsidP="006974AE">
      <w:r>
        <w:t>124.6633</w:t>
      </w:r>
      <w:r>
        <w:tab/>
        <w:t>2.025e0</w:t>
      </w:r>
    </w:p>
    <w:p w:rsidR="006974AE" w:rsidRDefault="006974AE" w:rsidP="006974AE">
      <w:r>
        <w:t>124.6693</w:t>
      </w:r>
      <w:r>
        <w:tab/>
        <w:t>1.013e0</w:t>
      </w:r>
    </w:p>
    <w:p w:rsidR="006974AE" w:rsidRDefault="006974AE" w:rsidP="006974AE">
      <w:r>
        <w:t>124.6816</w:t>
      </w:r>
      <w:r>
        <w:tab/>
        <w:t>1.013e0</w:t>
      </w:r>
    </w:p>
    <w:p w:rsidR="006974AE" w:rsidRDefault="006974AE" w:rsidP="006974AE">
      <w:r>
        <w:t>124.6857</w:t>
      </w:r>
      <w:r>
        <w:tab/>
        <w:t>2.025e0</w:t>
      </w:r>
    </w:p>
    <w:p w:rsidR="006974AE" w:rsidRDefault="006974AE" w:rsidP="006974AE">
      <w:r>
        <w:t>124.6871</w:t>
      </w:r>
      <w:r>
        <w:tab/>
        <w:t>1.013e0</w:t>
      </w:r>
    </w:p>
    <w:p w:rsidR="006974AE" w:rsidRDefault="006974AE" w:rsidP="006974AE">
      <w:r>
        <w:t>124.6931</w:t>
      </w:r>
      <w:r>
        <w:tab/>
        <w:t>1.013e0</w:t>
      </w:r>
    </w:p>
    <w:p w:rsidR="006974AE" w:rsidRDefault="006974AE" w:rsidP="006974AE">
      <w:r>
        <w:t>124.7051</w:t>
      </w:r>
      <w:r>
        <w:tab/>
        <w:t>1.013e0</w:t>
      </w:r>
    </w:p>
    <w:p w:rsidR="006974AE" w:rsidRDefault="006974AE" w:rsidP="006974AE">
      <w:r>
        <w:t>124.7170</w:t>
      </w:r>
      <w:r>
        <w:tab/>
        <w:t>1.013e0</w:t>
      </w:r>
    </w:p>
    <w:p w:rsidR="006974AE" w:rsidRDefault="006974AE" w:rsidP="006974AE">
      <w:r>
        <w:t>124.7200</w:t>
      </w:r>
      <w:r>
        <w:tab/>
        <w:t>2.025e0</w:t>
      </w:r>
    </w:p>
    <w:p w:rsidR="006974AE" w:rsidRDefault="006974AE" w:rsidP="006974AE">
      <w:r>
        <w:t>124.7231</w:t>
      </w:r>
      <w:r>
        <w:tab/>
        <w:t>1.013e0</w:t>
      </w:r>
    </w:p>
    <w:p w:rsidR="006974AE" w:rsidRDefault="006974AE" w:rsidP="006974AE">
      <w:r>
        <w:t>124.7376</w:t>
      </w:r>
      <w:r>
        <w:tab/>
        <w:t>1.013e0</w:t>
      </w:r>
    </w:p>
    <w:p w:rsidR="006974AE" w:rsidRDefault="006974AE" w:rsidP="006974AE">
      <w:r>
        <w:t>124.7468</w:t>
      </w:r>
      <w:r>
        <w:tab/>
        <w:t>1.013e0</w:t>
      </w:r>
    </w:p>
    <w:p w:rsidR="006974AE" w:rsidRDefault="006974AE" w:rsidP="006974AE">
      <w:r>
        <w:t>124.7481</w:t>
      </w:r>
      <w:r>
        <w:tab/>
        <w:t>2.025e0</w:t>
      </w:r>
    </w:p>
    <w:p w:rsidR="006974AE" w:rsidRDefault="006974AE" w:rsidP="006974AE">
      <w:r>
        <w:t>124.7523</w:t>
      </w:r>
      <w:r>
        <w:tab/>
        <w:t>1.013e0</w:t>
      </w:r>
    </w:p>
    <w:p w:rsidR="006974AE" w:rsidRDefault="006974AE" w:rsidP="006974AE">
      <w:r>
        <w:t>124.7703</w:t>
      </w:r>
      <w:r>
        <w:tab/>
        <w:t>2.025e0</w:t>
      </w:r>
    </w:p>
    <w:p w:rsidR="006974AE" w:rsidRDefault="006974AE" w:rsidP="006974AE">
      <w:r>
        <w:t>124.7823</w:t>
      </w:r>
      <w:r>
        <w:tab/>
        <w:t>2.025e0</w:t>
      </w:r>
    </w:p>
    <w:p w:rsidR="006974AE" w:rsidRDefault="006974AE" w:rsidP="006974AE">
      <w:r>
        <w:t>124.7854</w:t>
      </w:r>
      <w:r>
        <w:tab/>
        <w:t>1.013e0</w:t>
      </w:r>
    </w:p>
    <w:p w:rsidR="006974AE" w:rsidRDefault="006974AE" w:rsidP="006974AE">
      <w:r>
        <w:t>124.7883</w:t>
      </w:r>
      <w:r>
        <w:tab/>
        <w:t>1.013e0</w:t>
      </w:r>
    </w:p>
    <w:p w:rsidR="006974AE" w:rsidRDefault="006974AE" w:rsidP="006974AE">
      <w:r>
        <w:lastRenderedPageBreak/>
        <w:t>124.7910</w:t>
      </w:r>
      <w:r>
        <w:tab/>
        <w:t>1.013e0</w:t>
      </w:r>
    </w:p>
    <w:p w:rsidR="006974AE" w:rsidRDefault="006974AE" w:rsidP="006974AE">
      <w:r>
        <w:t>124.8047</w:t>
      </w:r>
      <w:r>
        <w:tab/>
        <w:t>2.025e0</w:t>
      </w:r>
    </w:p>
    <w:p w:rsidR="006974AE" w:rsidRDefault="006974AE" w:rsidP="006974AE">
      <w:r>
        <w:t>124.8093</w:t>
      </w:r>
      <w:r>
        <w:tab/>
        <w:t>1.013e0</w:t>
      </w:r>
    </w:p>
    <w:p w:rsidR="006974AE" w:rsidRDefault="006974AE" w:rsidP="006974AE">
      <w:r>
        <w:t>124.8178</w:t>
      </w:r>
      <w:r>
        <w:tab/>
        <w:t>1.013e0</w:t>
      </w:r>
    </w:p>
    <w:p w:rsidR="006974AE" w:rsidRDefault="006974AE" w:rsidP="006974AE">
      <w:r>
        <w:t>124.8327</w:t>
      </w:r>
      <w:r>
        <w:tab/>
        <w:t>2.025e0</w:t>
      </w:r>
    </w:p>
    <w:p w:rsidR="006974AE" w:rsidRDefault="006974AE" w:rsidP="006974AE">
      <w:r>
        <w:t>124.8506</w:t>
      </w:r>
      <w:r>
        <w:tab/>
        <w:t>1.013e0</w:t>
      </w:r>
    </w:p>
    <w:p w:rsidR="006974AE" w:rsidRDefault="006974AE" w:rsidP="006974AE">
      <w:r>
        <w:t>124.8536</w:t>
      </w:r>
      <w:r>
        <w:tab/>
        <w:t>1.013e0</w:t>
      </w:r>
    </w:p>
    <w:p w:rsidR="006974AE" w:rsidRDefault="006974AE" w:rsidP="006974AE">
      <w:r>
        <w:t>124.8701</w:t>
      </w:r>
      <w:r>
        <w:tab/>
        <w:t>2.025e0</w:t>
      </w:r>
    </w:p>
    <w:p w:rsidR="006974AE" w:rsidRDefault="006974AE" w:rsidP="006974AE">
      <w:r>
        <w:t>124.8771</w:t>
      </w:r>
      <w:r>
        <w:tab/>
        <w:t>1.013e0</w:t>
      </w:r>
    </w:p>
    <w:p w:rsidR="006974AE" w:rsidRDefault="006974AE" w:rsidP="006974AE">
      <w:r>
        <w:t>124.8892</w:t>
      </w:r>
      <w:r>
        <w:tab/>
        <w:t>2.025e0</w:t>
      </w:r>
    </w:p>
    <w:p w:rsidR="006974AE" w:rsidRDefault="006974AE" w:rsidP="006974AE">
      <w:r>
        <w:t>124.9038</w:t>
      </w:r>
      <w:r>
        <w:tab/>
        <w:t>2.025e0</w:t>
      </w:r>
    </w:p>
    <w:p w:rsidR="006974AE" w:rsidRDefault="006974AE" w:rsidP="006974AE">
      <w:r>
        <w:t>124.9131</w:t>
      </w:r>
      <w:r>
        <w:tab/>
        <w:t>1.013e0</w:t>
      </w:r>
    </w:p>
    <w:p w:rsidR="006974AE" w:rsidRDefault="006974AE" w:rsidP="006974AE">
      <w:r>
        <w:t>124.9214</w:t>
      </w:r>
      <w:r>
        <w:tab/>
        <w:t>1.013e0</w:t>
      </w:r>
    </w:p>
    <w:p w:rsidR="006974AE" w:rsidRDefault="006974AE" w:rsidP="006974AE">
      <w:r>
        <w:t>124.9454</w:t>
      </w:r>
      <w:r>
        <w:tab/>
        <w:t>1.013e0</w:t>
      </w:r>
    </w:p>
    <w:p w:rsidR="006974AE" w:rsidRDefault="006974AE" w:rsidP="006974AE">
      <w:r>
        <w:t>124.9466</w:t>
      </w:r>
      <w:r>
        <w:tab/>
        <w:t>3.038e0</w:t>
      </w:r>
    </w:p>
    <w:p w:rsidR="006974AE" w:rsidRDefault="006974AE" w:rsidP="006974AE">
      <w:r>
        <w:t>124.9724</w:t>
      </w:r>
      <w:r>
        <w:tab/>
        <w:t>1.013e0</w:t>
      </w:r>
    </w:p>
    <w:p w:rsidR="006974AE" w:rsidRDefault="006974AE" w:rsidP="006974AE">
      <w:r>
        <w:t>124.9918</w:t>
      </w:r>
      <w:r>
        <w:tab/>
        <w:t>2.242e0</w:t>
      </w:r>
    </w:p>
    <w:p w:rsidR="006974AE" w:rsidRDefault="006974AE" w:rsidP="006974AE">
      <w:r>
        <w:t>125.0108</w:t>
      </w:r>
      <w:r>
        <w:tab/>
        <w:t>1.013e0</w:t>
      </w:r>
    </w:p>
    <w:p w:rsidR="006974AE" w:rsidRDefault="006974AE" w:rsidP="006974AE">
      <w:r>
        <w:t>125.0139</w:t>
      </w:r>
      <w:r>
        <w:tab/>
        <w:t>2.025e0</w:t>
      </w:r>
    </w:p>
    <w:p w:rsidR="006974AE" w:rsidRDefault="006974AE" w:rsidP="006974AE">
      <w:r>
        <w:lastRenderedPageBreak/>
        <w:t>125.0198</w:t>
      </w:r>
      <w:r>
        <w:tab/>
        <w:t>1.013e0</w:t>
      </w:r>
    </w:p>
    <w:p w:rsidR="006974AE" w:rsidRDefault="006974AE" w:rsidP="006974AE">
      <w:r>
        <w:t>125.0230</w:t>
      </w:r>
      <w:r>
        <w:tab/>
        <w:t>2.025e0</w:t>
      </w:r>
    </w:p>
    <w:p w:rsidR="006974AE" w:rsidRDefault="006974AE" w:rsidP="006974AE">
      <w:r>
        <w:t>125.0346</w:t>
      </w:r>
      <w:r>
        <w:tab/>
        <w:t>2.025e0</w:t>
      </w:r>
    </w:p>
    <w:p w:rsidR="006974AE" w:rsidRDefault="006974AE" w:rsidP="006974AE">
      <w:r>
        <w:t>125.0362</w:t>
      </w:r>
      <w:r>
        <w:tab/>
        <w:t>2.025e0</w:t>
      </w:r>
    </w:p>
    <w:p w:rsidR="006974AE" w:rsidRDefault="006974AE" w:rsidP="006974AE">
      <w:r>
        <w:t>125.0406</w:t>
      </w:r>
      <w:r>
        <w:tab/>
        <w:t>1.013e0</w:t>
      </w:r>
    </w:p>
    <w:p w:rsidR="006974AE" w:rsidRDefault="006974AE" w:rsidP="006974AE">
      <w:r>
        <w:t>125.0523</w:t>
      </w:r>
      <w:r>
        <w:tab/>
        <w:t>2.025e0</w:t>
      </w:r>
    </w:p>
    <w:p w:rsidR="006974AE" w:rsidRDefault="006974AE" w:rsidP="006974AE">
      <w:r>
        <w:t>125.0538</w:t>
      </w:r>
      <w:r>
        <w:tab/>
        <w:t>2.025e0</w:t>
      </w:r>
    </w:p>
    <w:p w:rsidR="006974AE" w:rsidRDefault="006974AE" w:rsidP="006974AE">
      <w:r>
        <w:t>125.0656</w:t>
      </w:r>
      <w:r>
        <w:tab/>
        <w:t>4.051e0</w:t>
      </w:r>
    </w:p>
    <w:p w:rsidR="006974AE" w:rsidRDefault="006974AE" w:rsidP="006974AE">
      <w:r>
        <w:t>125.0702</w:t>
      </w:r>
      <w:r>
        <w:tab/>
        <w:t>1.708e0</w:t>
      </w:r>
    </w:p>
    <w:p w:rsidR="006974AE" w:rsidRDefault="006974AE" w:rsidP="006974AE">
      <w:r>
        <w:t>125.0746</w:t>
      </w:r>
      <w:r>
        <w:tab/>
        <w:t>2.025e0</w:t>
      </w:r>
    </w:p>
    <w:p w:rsidR="006974AE" w:rsidRDefault="006974AE" w:rsidP="006974AE">
      <w:r>
        <w:t>125.0786</w:t>
      </w:r>
      <w:r>
        <w:tab/>
        <w:t>5.063e0</w:t>
      </w:r>
    </w:p>
    <w:p w:rsidR="006974AE" w:rsidRDefault="006974AE" w:rsidP="006974AE">
      <w:r>
        <w:t>125.0802</w:t>
      </w:r>
      <w:r>
        <w:tab/>
        <w:t>3.038e0</w:t>
      </w:r>
    </w:p>
    <w:p w:rsidR="006974AE" w:rsidRDefault="006974AE" w:rsidP="006974AE">
      <w:r>
        <w:t>125.0892</w:t>
      </w:r>
      <w:r>
        <w:tab/>
        <w:t>8.456e0</w:t>
      </w:r>
    </w:p>
    <w:p w:rsidR="006974AE" w:rsidRDefault="006974AE" w:rsidP="006974AE">
      <w:r>
        <w:t>125.0908</w:t>
      </w:r>
      <w:r>
        <w:tab/>
        <w:t>2.777e0</w:t>
      </w:r>
    </w:p>
    <w:p w:rsidR="006974AE" w:rsidRDefault="006974AE" w:rsidP="006974AE">
      <w:r>
        <w:t>125.0960</w:t>
      </w:r>
      <w:r>
        <w:tab/>
        <w:t>6.076e0</w:t>
      </w:r>
    </w:p>
    <w:p w:rsidR="006974AE" w:rsidRDefault="006974AE" w:rsidP="006974AE">
      <w:r>
        <w:t>125.1015</w:t>
      </w:r>
      <w:r>
        <w:tab/>
        <w:t>3.009e0</w:t>
      </w:r>
    </w:p>
    <w:p w:rsidR="006974AE" w:rsidRDefault="006974AE" w:rsidP="006974AE">
      <w:r>
        <w:t>125.1084</w:t>
      </w:r>
      <w:r>
        <w:tab/>
        <w:t>3.038e0</w:t>
      </w:r>
    </w:p>
    <w:p w:rsidR="006974AE" w:rsidRDefault="006974AE" w:rsidP="006974AE">
      <w:r>
        <w:t>125.1096</w:t>
      </w:r>
      <w:r>
        <w:tab/>
        <w:t>9.114e0</w:t>
      </w:r>
    </w:p>
    <w:p w:rsidR="006974AE" w:rsidRDefault="006974AE" w:rsidP="006974AE">
      <w:r>
        <w:t>125.1119</w:t>
      </w:r>
      <w:r>
        <w:tab/>
        <w:t>2.055e0</w:t>
      </w:r>
    </w:p>
    <w:p w:rsidR="006974AE" w:rsidRDefault="006974AE" w:rsidP="006974AE">
      <w:r>
        <w:lastRenderedPageBreak/>
        <w:t>125.1209</w:t>
      </w:r>
      <w:r>
        <w:tab/>
        <w:t>1.013e0</w:t>
      </w:r>
    </w:p>
    <w:p w:rsidR="006974AE" w:rsidRDefault="006974AE" w:rsidP="006974AE">
      <w:r>
        <w:t>125.1385</w:t>
      </w:r>
      <w:r>
        <w:tab/>
        <w:t>1.013e0</w:t>
      </w:r>
    </w:p>
    <w:p w:rsidR="006974AE" w:rsidRDefault="006974AE" w:rsidP="006974AE">
      <w:r>
        <w:t>125.1415</w:t>
      </w:r>
      <w:r>
        <w:tab/>
        <w:t>1.013e0</w:t>
      </w:r>
    </w:p>
    <w:p w:rsidR="006974AE" w:rsidRDefault="006974AE" w:rsidP="006974AE">
      <w:r>
        <w:t>125.1538</w:t>
      </w:r>
      <w:r>
        <w:tab/>
        <w:t>1.013e0</w:t>
      </w:r>
    </w:p>
    <w:p w:rsidR="006974AE" w:rsidRDefault="006974AE" w:rsidP="006974AE">
      <w:r>
        <w:t>125.1638</w:t>
      </w:r>
      <w:r>
        <w:tab/>
        <w:t>2.025e0</w:t>
      </w:r>
    </w:p>
    <w:p w:rsidR="006974AE" w:rsidRDefault="006974AE" w:rsidP="006974AE">
      <w:r>
        <w:t>125.1655</w:t>
      </w:r>
      <w:r>
        <w:tab/>
        <w:t>1.013e0</w:t>
      </w:r>
    </w:p>
    <w:p w:rsidR="006974AE" w:rsidRDefault="006974AE" w:rsidP="006974AE">
      <w:r>
        <w:t>125.1670</w:t>
      </w:r>
      <w:r>
        <w:tab/>
        <w:t>2.025e0</w:t>
      </w:r>
    </w:p>
    <w:p w:rsidR="006974AE" w:rsidRDefault="006974AE" w:rsidP="006974AE">
      <w:r>
        <w:t>125.1801</w:t>
      </w:r>
      <w:r>
        <w:tab/>
        <w:t>1.013e0</w:t>
      </w:r>
    </w:p>
    <w:p w:rsidR="006974AE" w:rsidRDefault="006974AE" w:rsidP="006974AE">
      <w:r>
        <w:t>125.1830</w:t>
      </w:r>
      <w:r>
        <w:tab/>
        <w:t>1.013e0</w:t>
      </w:r>
    </w:p>
    <w:p w:rsidR="006974AE" w:rsidRDefault="006974AE" w:rsidP="006974AE">
      <w:r>
        <w:t>125.1863</w:t>
      </w:r>
      <w:r>
        <w:tab/>
        <w:t>1.013e0</w:t>
      </w:r>
    </w:p>
    <w:p w:rsidR="006974AE" w:rsidRDefault="006974AE" w:rsidP="006974AE">
      <w:r>
        <w:t>125.1924</w:t>
      </w:r>
      <w:r>
        <w:tab/>
        <w:t>1.013e0</w:t>
      </w:r>
    </w:p>
    <w:p w:rsidR="006974AE" w:rsidRDefault="006974AE" w:rsidP="006974AE">
      <w:r>
        <w:t>125.1986</w:t>
      </w:r>
      <w:r>
        <w:tab/>
        <w:t>1.013e0</w:t>
      </w:r>
    </w:p>
    <w:p w:rsidR="006974AE" w:rsidRDefault="006974AE" w:rsidP="006974AE">
      <w:r>
        <w:t>125.2040</w:t>
      </w:r>
      <w:r>
        <w:tab/>
        <w:t>2.025e0</w:t>
      </w:r>
    </w:p>
    <w:p w:rsidR="006974AE" w:rsidRDefault="006974AE" w:rsidP="006974AE">
      <w:r>
        <w:t>125.2132</w:t>
      </w:r>
      <w:r>
        <w:tab/>
        <w:t>1.013e0</w:t>
      </w:r>
    </w:p>
    <w:p w:rsidR="006974AE" w:rsidRDefault="006974AE" w:rsidP="006974AE">
      <w:r>
        <w:t>125.2161</w:t>
      </w:r>
      <w:r>
        <w:tab/>
        <w:t>1.013e0</w:t>
      </w:r>
    </w:p>
    <w:p w:rsidR="006974AE" w:rsidRDefault="006974AE" w:rsidP="006974AE">
      <w:r>
        <w:t>125.2178</w:t>
      </w:r>
      <w:r>
        <w:tab/>
        <w:t>2.025e0</w:t>
      </w:r>
    </w:p>
    <w:p w:rsidR="006974AE" w:rsidRDefault="006974AE" w:rsidP="006974AE">
      <w:r>
        <w:t>125.2192</w:t>
      </w:r>
      <w:r>
        <w:tab/>
        <w:t>1.013e0</w:t>
      </w:r>
    </w:p>
    <w:p w:rsidR="006974AE" w:rsidRDefault="006974AE" w:rsidP="006974AE">
      <w:r>
        <w:t>125.2221</w:t>
      </w:r>
      <w:r>
        <w:tab/>
        <w:t>1.013e0</w:t>
      </w:r>
    </w:p>
    <w:p w:rsidR="006974AE" w:rsidRDefault="006974AE" w:rsidP="006974AE">
      <w:r>
        <w:t>125.2609</w:t>
      </w:r>
      <w:r>
        <w:tab/>
        <w:t>1.013e0</w:t>
      </w:r>
    </w:p>
    <w:p w:rsidR="006974AE" w:rsidRDefault="006974AE" w:rsidP="006974AE">
      <w:r>
        <w:lastRenderedPageBreak/>
        <w:t>125.2665</w:t>
      </w:r>
      <w:r>
        <w:tab/>
        <w:t>3.038e0</w:t>
      </w:r>
    </w:p>
    <w:p w:rsidR="006974AE" w:rsidRDefault="006974AE" w:rsidP="006974AE">
      <w:r>
        <w:t>125.2817</w:t>
      </w:r>
      <w:r>
        <w:tab/>
        <w:t>1.013e0</w:t>
      </w:r>
    </w:p>
    <w:p w:rsidR="006974AE" w:rsidRDefault="006974AE" w:rsidP="006974AE">
      <w:r>
        <w:t>125.2873</w:t>
      </w:r>
      <w:r>
        <w:tab/>
        <w:t>1.013e0</w:t>
      </w:r>
    </w:p>
    <w:p w:rsidR="006974AE" w:rsidRDefault="006974AE" w:rsidP="006974AE">
      <w:r>
        <w:t>125.2900</w:t>
      </w:r>
      <w:r>
        <w:tab/>
        <w:t>1.013e0</w:t>
      </w:r>
    </w:p>
    <w:p w:rsidR="006974AE" w:rsidRDefault="006974AE" w:rsidP="006974AE">
      <w:r>
        <w:t>125.2977</w:t>
      </w:r>
      <w:r>
        <w:tab/>
        <w:t>2.025e0</w:t>
      </w:r>
    </w:p>
    <w:p w:rsidR="006974AE" w:rsidRDefault="006974AE" w:rsidP="006974AE">
      <w:r>
        <w:t>125.3141</w:t>
      </w:r>
      <w:r>
        <w:tab/>
        <w:t>1.013e0</w:t>
      </w:r>
    </w:p>
    <w:p w:rsidR="006974AE" w:rsidRDefault="006974AE" w:rsidP="006974AE">
      <w:r>
        <w:t>125.3231</w:t>
      </w:r>
      <w:r>
        <w:tab/>
        <w:t>1.013e0</w:t>
      </w:r>
    </w:p>
    <w:p w:rsidR="006974AE" w:rsidRDefault="006974AE" w:rsidP="006974AE">
      <w:r>
        <w:t>125.3378</w:t>
      </w:r>
      <w:r>
        <w:tab/>
        <w:t>1.013e0</w:t>
      </w:r>
    </w:p>
    <w:p w:rsidR="006974AE" w:rsidRDefault="006974AE" w:rsidP="006974AE">
      <w:r>
        <w:t>125.3529</w:t>
      </w:r>
      <w:r>
        <w:tab/>
        <w:t>1.013e0</w:t>
      </w:r>
    </w:p>
    <w:p w:rsidR="006974AE" w:rsidRDefault="006974AE" w:rsidP="006974AE">
      <w:r>
        <w:t>125.3586</w:t>
      </w:r>
      <w:r>
        <w:tab/>
        <w:t>1.013e0</w:t>
      </w:r>
    </w:p>
    <w:p w:rsidR="006974AE" w:rsidRDefault="006974AE" w:rsidP="006974AE">
      <w:r>
        <w:t>125.3678</w:t>
      </w:r>
      <w:r>
        <w:tab/>
        <w:t>1.013e0</w:t>
      </w:r>
    </w:p>
    <w:p w:rsidR="006974AE" w:rsidRDefault="006974AE" w:rsidP="006974AE">
      <w:r>
        <w:t>125.3711</w:t>
      </w:r>
      <w:r>
        <w:tab/>
        <w:t>1.013e0</w:t>
      </w:r>
    </w:p>
    <w:p w:rsidR="006974AE" w:rsidRDefault="006974AE" w:rsidP="006974AE">
      <w:r>
        <w:t>125.3886</w:t>
      </w:r>
      <w:r>
        <w:tab/>
        <w:t>1.013e0</w:t>
      </w:r>
    </w:p>
    <w:p w:rsidR="006974AE" w:rsidRDefault="006974AE" w:rsidP="006974AE">
      <w:r>
        <w:t>125.4126</w:t>
      </w:r>
      <w:r>
        <w:tab/>
        <w:t>1.013e0</w:t>
      </w:r>
    </w:p>
    <w:p w:rsidR="006974AE" w:rsidRDefault="006974AE" w:rsidP="006974AE">
      <w:r>
        <w:t>125.4158</w:t>
      </w:r>
      <w:r>
        <w:tab/>
        <w:t>1.013e0</w:t>
      </w:r>
    </w:p>
    <w:p w:rsidR="006974AE" w:rsidRDefault="006974AE" w:rsidP="006974AE">
      <w:r>
        <w:t>125.4231</w:t>
      </w:r>
      <w:r>
        <w:tab/>
        <w:t>3.038e0</w:t>
      </w:r>
    </w:p>
    <w:p w:rsidR="006974AE" w:rsidRDefault="006974AE" w:rsidP="006974AE">
      <w:r>
        <w:t>125.4273</w:t>
      </w:r>
      <w:r>
        <w:tab/>
        <w:t>1.013e0</w:t>
      </w:r>
    </w:p>
    <w:p w:rsidR="006974AE" w:rsidRDefault="006974AE" w:rsidP="006974AE">
      <w:r>
        <w:t>125.4365</w:t>
      </w:r>
      <w:r>
        <w:tab/>
        <w:t>1.013e0</w:t>
      </w:r>
    </w:p>
    <w:p w:rsidR="006974AE" w:rsidRDefault="006974AE" w:rsidP="006974AE">
      <w:r>
        <w:t>125.4451</w:t>
      </w:r>
      <w:r>
        <w:tab/>
        <w:t>1.013e0</w:t>
      </w:r>
    </w:p>
    <w:p w:rsidR="006974AE" w:rsidRDefault="006974AE" w:rsidP="006974AE">
      <w:r>
        <w:lastRenderedPageBreak/>
        <w:t>125.4481</w:t>
      </w:r>
      <w:r>
        <w:tab/>
        <w:t>1.013e0</w:t>
      </w:r>
    </w:p>
    <w:p w:rsidR="006974AE" w:rsidRDefault="006974AE" w:rsidP="006974AE">
      <w:r>
        <w:t>125.4510</w:t>
      </w:r>
      <w:r>
        <w:tab/>
        <w:t>3.038e0</w:t>
      </w:r>
    </w:p>
    <w:p w:rsidR="006974AE" w:rsidRDefault="006974AE" w:rsidP="006974AE">
      <w:r>
        <w:t>125.4542</w:t>
      </w:r>
      <w:r>
        <w:tab/>
        <w:t>1.013e0</w:t>
      </w:r>
    </w:p>
    <w:p w:rsidR="006974AE" w:rsidRDefault="006974AE" w:rsidP="006974AE">
      <w:r>
        <w:t>125.4629</w:t>
      </w:r>
      <w:r>
        <w:tab/>
        <w:t>1.013e0</w:t>
      </w:r>
    </w:p>
    <w:p w:rsidR="006974AE" w:rsidRDefault="006974AE" w:rsidP="006974AE">
      <w:r>
        <w:t>125.4719</w:t>
      </w:r>
      <w:r>
        <w:tab/>
        <w:t>2.025e0</w:t>
      </w:r>
    </w:p>
    <w:p w:rsidR="006974AE" w:rsidRDefault="006974AE" w:rsidP="006974AE">
      <w:r>
        <w:t>125.4749</w:t>
      </w:r>
      <w:r>
        <w:tab/>
        <w:t>1.013e0</w:t>
      </w:r>
    </w:p>
    <w:p w:rsidR="006974AE" w:rsidRDefault="006974AE" w:rsidP="006974AE">
      <w:r>
        <w:t>125.4772</w:t>
      </w:r>
      <w:r>
        <w:tab/>
        <w:t>4.051e0</w:t>
      </w:r>
    </w:p>
    <w:p w:rsidR="006974AE" w:rsidRDefault="006974AE" w:rsidP="006974AE">
      <w:r>
        <w:t>125.4838</w:t>
      </w:r>
      <w:r>
        <w:tab/>
        <w:t>2.025e0</w:t>
      </w:r>
    </w:p>
    <w:p w:rsidR="006974AE" w:rsidRDefault="006974AE" w:rsidP="006974AE">
      <w:r>
        <w:t>125.4958</w:t>
      </w:r>
      <w:r>
        <w:tab/>
        <w:t>2.025e0</w:t>
      </w:r>
    </w:p>
    <w:p w:rsidR="006974AE" w:rsidRDefault="006974AE" w:rsidP="006974AE">
      <w:r>
        <w:t>125.5048</w:t>
      </w:r>
      <w:r>
        <w:tab/>
        <w:t>1.013e0</w:t>
      </w:r>
    </w:p>
    <w:p w:rsidR="006974AE" w:rsidRDefault="006974AE" w:rsidP="006974AE">
      <w:r>
        <w:t>125.5165</w:t>
      </w:r>
      <w:r>
        <w:tab/>
        <w:t>1.013e0</w:t>
      </w:r>
    </w:p>
    <w:p w:rsidR="006974AE" w:rsidRDefault="006974AE" w:rsidP="006974AE">
      <w:r>
        <w:t>125.5313</w:t>
      </w:r>
      <w:r>
        <w:tab/>
        <w:t>2.025e0</w:t>
      </w:r>
    </w:p>
    <w:p w:rsidR="006974AE" w:rsidRDefault="006974AE" w:rsidP="006974AE">
      <w:r>
        <w:t>125.5373</w:t>
      </w:r>
      <w:r>
        <w:tab/>
        <w:t>1.013e0</w:t>
      </w:r>
    </w:p>
    <w:p w:rsidR="006974AE" w:rsidRDefault="006974AE" w:rsidP="006974AE">
      <w:r>
        <w:t>125.5404</w:t>
      </w:r>
      <w:r>
        <w:tab/>
        <w:t>1.013e0</w:t>
      </w:r>
    </w:p>
    <w:p w:rsidR="006974AE" w:rsidRDefault="006974AE" w:rsidP="006974AE">
      <w:r>
        <w:t>125.5494</w:t>
      </w:r>
      <w:r>
        <w:tab/>
        <w:t>1.013e0</w:t>
      </w:r>
    </w:p>
    <w:p w:rsidR="006974AE" w:rsidRDefault="006974AE" w:rsidP="006974AE">
      <w:r>
        <w:t>125.5613</w:t>
      </w:r>
      <w:r>
        <w:tab/>
        <w:t>1.013e0</w:t>
      </w:r>
    </w:p>
    <w:p w:rsidR="006974AE" w:rsidRDefault="006974AE" w:rsidP="006974AE">
      <w:r>
        <w:t>125.5644</w:t>
      </w:r>
      <w:r>
        <w:tab/>
        <w:t>1.013e0</w:t>
      </w:r>
    </w:p>
    <w:p w:rsidR="006974AE" w:rsidRDefault="006974AE" w:rsidP="006974AE">
      <w:r>
        <w:t>125.5913</w:t>
      </w:r>
      <w:r>
        <w:tab/>
        <w:t>1.013e0</w:t>
      </w:r>
    </w:p>
    <w:p w:rsidR="006974AE" w:rsidRDefault="006974AE" w:rsidP="006974AE">
      <w:r>
        <w:t>125.6238</w:t>
      </w:r>
      <w:r>
        <w:tab/>
        <w:t>2.025e0</w:t>
      </w:r>
    </w:p>
    <w:p w:rsidR="006974AE" w:rsidRDefault="006974AE" w:rsidP="006974AE">
      <w:r>
        <w:lastRenderedPageBreak/>
        <w:t>125.6359</w:t>
      </w:r>
      <w:r>
        <w:tab/>
        <w:t>1.013e0</w:t>
      </w:r>
    </w:p>
    <w:p w:rsidR="006974AE" w:rsidRDefault="006974AE" w:rsidP="006974AE">
      <w:r>
        <w:t>125.6552</w:t>
      </w:r>
      <w:r>
        <w:tab/>
        <w:t>2.025e0</w:t>
      </w:r>
    </w:p>
    <w:p w:rsidR="006974AE" w:rsidRDefault="006974AE" w:rsidP="006974AE">
      <w:r>
        <w:t>125.6624</w:t>
      </w:r>
      <w:r>
        <w:tab/>
        <w:t>1.013e0</w:t>
      </w:r>
    </w:p>
    <w:p w:rsidR="006974AE" w:rsidRDefault="006974AE" w:rsidP="006974AE">
      <w:r>
        <w:t>125.6778</w:t>
      </w:r>
      <w:r>
        <w:tab/>
        <w:t>1.013e0</w:t>
      </w:r>
    </w:p>
    <w:p w:rsidR="006974AE" w:rsidRDefault="006974AE" w:rsidP="006974AE">
      <w:r>
        <w:t>125.6894</w:t>
      </w:r>
      <w:r>
        <w:tab/>
        <w:t>1.013e0</w:t>
      </w:r>
    </w:p>
    <w:p w:rsidR="006974AE" w:rsidRDefault="006974AE" w:rsidP="006974AE">
      <w:r>
        <w:t>125.6953</w:t>
      </w:r>
      <w:r>
        <w:tab/>
        <w:t>1.013e0</w:t>
      </w:r>
    </w:p>
    <w:p w:rsidR="006974AE" w:rsidRDefault="006974AE" w:rsidP="006974AE">
      <w:r>
        <w:t>125.7013</w:t>
      </w:r>
      <w:r>
        <w:tab/>
        <w:t>1.013e0</w:t>
      </w:r>
    </w:p>
    <w:p w:rsidR="006974AE" w:rsidRDefault="006974AE" w:rsidP="006974AE">
      <w:r>
        <w:t>125.7102</w:t>
      </w:r>
      <w:r>
        <w:tab/>
        <w:t>1.013e0</w:t>
      </w:r>
    </w:p>
    <w:p w:rsidR="006974AE" w:rsidRDefault="006974AE" w:rsidP="006974AE">
      <w:r>
        <w:t>125.7223</w:t>
      </w:r>
      <w:r>
        <w:tab/>
        <w:t>1.013e0</w:t>
      </w:r>
    </w:p>
    <w:p w:rsidR="006974AE" w:rsidRDefault="006974AE" w:rsidP="006974AE">
      <w:r>
        <w:t>125.7279</w:t>
      </w:r>
      <w:r>
        <w:tab/>
        <w:t>1.013e0</w:t>
      </w:r>
    </w:p>
    <w:p w:rsidR="006974AE" w:rsidRDefault="006974AE" w:rsidP="006974AE">
      <w:r>
        <w:t>125.7370</w:t>
      </w:r>
      <w:r>
        <w:tab/>
        <w:t>1.013e0</w:t>
      </w:r>
    </w:p>
    <w:p w:rsidR="006974AE" w:rsidRDefault="006974AE" w:rsidP="006974AE">
      <w:r>
        <w:t>125.7402</w:t>
      </w:r>
      <w:r>
        <w:tab/>
        <w:t>1.013e0</w:t>
      </w:r>
    </w:p>
    <w:p w:rsidR="006974AE" w:rsidRDefault="006974AE" w:rsidP="006974AE">
      <w:r>
        <w:t>125.7487</w:t>
      </w:r>
      <w:r>
        <w:tab/>
        <w:t>1.013e0</w:t>
      </w:r>
    </w:p>
    <w:p w:rsidR="006974AE" w:rsidRDefault="006974AE" w:rsidP="006974AE">
      <w:r>
        <w:t>125.7580</w:t>
      </w:r>
      <w:r>
        <w:tab/>
        <w:t>1.013e0</w:t>
      </w:r>
    </w:p>
    <w:p w:rsidR="006974AE" w:rsidRDefault="006974AE" w:rsidP="006974AE">
      <w:r>
        <w:t>125.7786</w:t>
      </w:r>
      <w:r>
        <w:tab/>
        <w:t>4.051e0</w:t>
      </w:r>
    </w:p>
    <w:p w:rsidR="006974AE" w:rsidRDefault="006974AE" w:rsidP="006974AE">
      <w:r>
        <w:t>125.8026</w:t>
      </w:r>
      <w:r>
        <w:tab/>
        <w:t>2.025e0</w:t>
      </w:r>
    </w:p>
    <w:p w:rsidR="006974AE" w:rsidRDefault="006974AE" w:rsidP="006974AE">
      <w:r>
        <w:t>125.8089</w:t>
      </w:r>
      <w:r>
        <w:tab/>
        <w:t>1.013e0</w:t>
      </w:r>
    </w:p>
    <w:p w:rsidR="006974AE" w:rsidRDefault="006974AE" w:rsidP="006974AE">
      <w:r>
        <w:t>125.8143</w:t>
      </w:r>
      <w:r>
        <w:tab/>
        <w:t>1.013e0</w:t>
      </w:r>
    </w:p>
    <w:p w:rsidR="006974AE" w:rsidRDefault="006974AE" w:rsidP="006974AE">
      <w:r>
        <w:t>125.8264</w:t>
      </w:r>
      <w:r>
        <w:tab/>
        <w:t>1.013e0</w:t>
      </w:r>
    </w:p>
    <w:p w:rsidR="006974AE" w:rsidRDefault="006974AE" w:rsidP="006974AE">
      <w:r>
        <w:lastRenderedPageBreak/>
        <w:t>125.8327</w:t>
      </w:r>
      <w:r>
        <w:tab/>
        <w:t>1.013e0</w:t>
      </w:r>
    </w:p>
    <w:p w:rsidR="006974AE" w:rsidRDefault="006974AE" w:rsidP="006974AE">
      <w:r>
        <w:t>125.8354</w:t>
      </w:r>
      <w:r>
        <w:tab/>
        <w:t>1.013e0</w:t>
      </w:r>
    </w:p>
    <w:p w:rsidR="006974AE" w:rsidRDefault="006974AE" w:rsidP="006974AE">
      <w:r>
        <w:t>125.8564</w:t>
      </w:r>
      <w:r>
        <w:tab/>
        <w:t>2.025e0</w:t>
      </w:r>
    </w:p>
    <w:p w:rsidR="006974AE" w:rsidRDefault="006974AE" w:rsidP="006974AE">
      <w:r>
        <w:t>125.8620</w:t>
      </w:r>
      <w:r>
        <w:tab/>
        <w:t>1.013e0</w:t>
      </w:r>
    </w:p>
    <w:p w:rsidR="006974AE" w:rsidRDefault="006974AE" w:rsidP="006974AE">
      <w:r>
        <w:t>125.8712</w:t>
      </w:r>
      <w:r>
        <w:tab/>
        <w:t>1.013e0</w:t>
      </w:r>
    </w:p>
    <w:p w:rsidR="006974AE" w:rsidRDefault="006974AE" w:rsidP="006974AE">
      <w:r>
        <w:t>125.8774</w:t>
      </w:r>
      <w:r>
        <w:tab/>
        <w:t>1.013e0</w:t>
      </w:r>
    </w:p>
    <w:p w:rsidR="006974AE" w:rsidRDefault="006974AE" w:rsidP="006974AE">
      <w:r>
        <w:t>125.8798</w:t>
      </w:r>
      <w:r>
        <w:tab/>
        <w:t>2.025e0</w:t>
      </w:r>
    </w:p>
    <w:p w:rsidR="006974AE" w:rsidRDefault="006974AE" w:rsidP="006974AE">
      <w:r>
        <w:t>125.8966</w:t>
      </w:r>
      <w:r>
        <w:tab/>
        <w:t>2.025e0</w:t>
      </w:r>
    </w:p>
    <w:p w:rsidR="006974AE" w:rsidRDefault="006974AE" w:rsidP="006974AE">
      <w:r>
        <w:t>125.9008</w:t>
      </w:r>
      <w:r>
        <w:tab/>
        <w:t>1.013e0</w:t>
      </w:r>
    </w:p>
    <w:p w:rsidR="006974AE" w:rsidRDefault="006974AE" w:rsidP="006974AE">
      <w:r>
        <w:t>125.9144</w:t>
      </w:r>
      <w:r>
        <w:tab/>
        <w:t>2.025e0</w:t>
      </w:r>
    </w:p>
    <w:p w:rsidR="006974AE" w:rsidRDefault="006974AE" w:rsidP="006974AE">
      <w:r>
        <w:t>125.9191</w:t>
      </w:r>
      <w:r>
        <w:tab/>
        <w:t>2.025e0</w:t>
      </w:r>
    </w:p>
    <w:p w:rsidR="006974AE" w:rsidRDefault="006974AE" w:rsidP="006974AE">
      <w:r>
        <w:t>125.9247</w:t>
      </w:r>
      <w:r>
        <w:tab/>
        <w:t>1.013e0</w:t>
      </w:r>
    </w:p>
    <w:p w:rsidR="006974AE" w:rsidRDefault="006974AE" w:rsidP="006974AE">
      <w:r>
        <w:t>125.9351</w:t>
      </w:r>
      <w:r>
        <w:tab/>
        <w:t>3.038e0</w:t>
      </w:r>
    </w:p>
    <w:p w:rsidR="006974AE" w:rsidRDefault="006974AE" w:rsidP="006974AE">
      <w:r>
        <w:t>125.9399</w:t>
      </w:r>
      <w:r>
        <w:tab/>
        <w:t>1.013e0</w:t>
      </w:r>
    </w:p>
    <w:p w:rsidR="006974AE" w:rsidRDefault="006974AE" w:rsidP="006974AE">
      <w:r>
        <w:t>125.9517</w:t>
      </w:r>
      <w:r>
        <w:tab/>
        <w:t>1.013e0</w:t>
      </w:r>
    </w:p>
    <w:p w:rsidR="006974AE" w:rsidRDefault="006974AE" w:rsidP="006974AE">
      <w:r>
        <w:t>125.9608</w:t>
      </w:r>
      <w:r>
        <w:tab/>
        <w:t>1.013e0</w:t>
      </w:r>
    </w:p>
    <w:p w:rsidR="006974AE" w:rsidRDefault="006974AE" w:rsidP="006974AE">
      <w:r>
        <w:t>125.9692</w:t>
      </w:r>
      <w:r>
        <w:tab/>
        <w:t>1.013e0</w:t>
      </w:r>
    </w:p>
    <w:p w:rsidR="006974AE" w:rsidRDefault="006974AE" w:rsidP="006974AE">
      <w:r>
        <w:t>125.9817</w:t>
      </w:r>
      <w:r>
        <w:tab/>
        <w:t>1.013e0</w:t>
      </w:r>
    </w:p>
    <w:p w:rsidR="006974AE" w:rsidRDefault="006974AE" w:rsidP="006974AE">
      <w:r>
        <w:t>125.9848</w:t>
      </w:r>
      <w:r>
        <w:tab/>
        <w:t>1.013e0</w:t>
      </w:r>
    </w:p>
    <w:p w:rsidR="006974AE" w:rsidRDefault="006974AE" w:rsidP="006974AE">
      <w:r>
        <w:lastRenderedPageBreak/>
        <w:t>125.9902</w:t>
      </w:r>
      <w:r>
        <w:tab/>
        <w:t>1.013e0</w:t>
      </w:r>
    </w:p>
    <w:p w:rsidR="006974AE" w:rsidRDefault="006974AE" w:rsidP="006974AE">
      <w:r>
        <w:t>125.9964</w:t>
      </w:r>
      <w:r>
        <w:tab/>
        <w:t>1.013e0</w:t>
      </w:r>
    </w:p>
    <w:p w:rsidR="006974AE" w:rsidRDefault="006974AE" w:rsidP="006974AE">
      <w:r>
        <w:t>126.0112</w:t>
      </w:r>
      <w:r>
        <w:tab/>
        <w:t>1.013e0</w:t>
      </w:r>
    </w:p>
    <w:p w:rsidR="006974AE" w:rsidRDefault="006974AE" w:rsidP="006974AE">
      <w:r>
        <w:t>126.0202</w:t>
      </w:r>
      <w:r>
        <w:tab/>
        <w:t>2.025e0</w:t>
      </w:r>
    </w:p>
    <w:p w:rsidR="006974AE" w:rsidRDefault="006974AE" w:rsidP="006974AE">
      <w:r>
        <w:t>126.0442</w:t>
      </w:r>
      <w:r>
        <w:tab/>
        <w:t>1.013e0</w:t>
      </w:r>
    </w:p>
    <w:p w:rsidR="006974AE" w:rsidRDefault="006974AE" w:rsidP="006974AE">
      <w:r>
        <w:t>126.0473</w:t>
      </w:r>
      <w:r>
        <w:tab/>
        <w:t>1.013e0</w:t>
      </w:r>
    </w:p>
    <w:p w:rsidR="006974AE" w:rsidRDefault="006974AE" w:rsidP="006974AE">
      <w:r>
        <w:t>126.0502</w:t>
      </w:r>
      <w:r>
        <w:tab/>
        <w:t>1.013e0</w:t>
      </w:r>
    </w:p>
    <w:p w:rsidR="006974AE" w:rsidRDefault="006974AE" w:rsidP="006974AE">
      <w:r>
        <w:t>126.0519</w:t>
      </w:r>
      <w:r>
        <w:tab/>
        <w:t>2.025e0</w:t>
      </w:r>
    </w:p>
    <w:p w:rsidR="006974AE" w:rsidRDefault="006974AE" w:rsidP="006974AE">
      <w:r>
        <w:t>126.0532</w:t>
      </w:r>
      <w:r>
        <w:tab/>
        <w:t>2.025e0</w:t>
      </w:r>
    </w:p>
    <w:p w:rsidR="006974AE" w:rsidRDefault="006974AE" w:rsidP="006974AE">
      <w:r>
        <w:t>126.0604</w:t>
      </w:r>
      <w:r>
        <w:tab/>
        <w:t>4.051e0</w:t>
      </w:r>
    </w:p>
    <w:p w:rsidR="006974AE" w:rsidRDefault="006974AE" w:rsidP="006974AE">
      <w:r>
        <w:t>126.0615</w:t>
      </w:r>
      <w:r>
        <w:tab/>
        <w:t>4.918e0</w:t>
      </w:r>
    </w:p>
    <w:p w:rsidR="006974AE" w:rsidRDefault="006974AE" w:rsidP="006974AE">
      <w:r>
        <w:t>126.0653</w:t>
      </w:r>
      <w:r>
        <w:tab/>
        <w:t>3.733e0</w:t>
      </w:r>
    </w:p>
    <w:p w:rsidR="006974AE" w:rsidRDefault="006974AE" w:rsidP="006974AE">
      <w:r>
        <w:t>126.0711</w:t>
      </w:r>
      <w:r>
        <w:tab/>
        <w:t>4.036e0</w:t>
      </w:r>
    </w:p>
    <w:p w:rsidR="006974AE" w:rsidRDefault="006974AE" w:rsidP="006974AE">
      <w:r>
        <w:t>126.0723</w:t>
      </w:r>
      <w:r>
        <w:tab/>
        <w:t>4.051e0</w:t>
      </w:r>
    </w:p>
    <w:p w:rsidR="006974AE" w:rsidRDefault="006974AE" w:rsidP="006974AE">
      <w:r>
        <w:t>126.0798</w:t>
      </w:r>
      <w:r>
        <w:tab/>
        <w:t>4.051e0</w:t>
      </w:r>
    </w:p>
    <w:p w:rsidR="006974AE" w:rsidRDefault="006974AE" w:rsidP="006974AE">
      <w:r>
        <w:t>126.0812</w:t>
      </w:r>
      <w:r>
        <w:tab/>
        <w:t>4.051e0</w:t>
      </w:r>
    </w:p>
    <w:p w:rsidR="006974AE" w:rsidRDefault="006974AE" w:rsidP="006974AE">
      <w:r>
        <w:t>126.0860</w:t>
      </w:r>
      <w:r>
        <w:tab/>
        <w:t>1.013e0</w:t>
      </w:r>
    </w:p>
    <w:p w:rsidR="006974AE" w:rsidRDefault="006974AE" w:rsidP="006974AE">
      <w:r>
        <w:t>126.0871</w:t>
      </w:r>
      <w:r>
        <w:tab/>
        <w:t>2.326e1</w:t>
      </w:r>
    </w:p>
    <w:p w:rsidR="006974AE" w:rsidRDefault="006974AE" w:rsidP="006974AE">
      <w:r>
        <w:t>126.0984</w:t>
      </w:r>
      <w:r>
        <w:tab/>
        <w:t>4.051e0</w:t>
      </w:r>
    </w:p>
    <w:p w:rsidR="006974AE" w:rsidRDefault="006974AE" w:rsidP="006974AE">
      <w:r>
        <w:lastRenderedPageBreak/>
        <w:t>126.1006</w:t>
      </w:r>
      <w:r>
        <w:tab/>
        <w:t>4.051e0</w:t>
      </w:r>
    </w:p>
    <w:p w:rsidR="006974AE" w:rsidRDefault="006974AE" w:rsidP="006974AE">
      <w:r>
        <w:t>126.1068</w:t>
      </w:r>
      <w:r>
        <w:tab/>
        <w:t>3.038e0</w:t>
      </w:r>
    </w:p>
    <w:p w:rsidR="006974AE" w:rsidRDefault="006974AE" w:rsidP="006974AE">
      <w:r>
        <w:t>126.1083</w:t>
      </w:r>
      <w:r>
        <w:tab/>
        <w:t>2.025e0</w:t>
      </w:r>
    </w:p>
    <w:p w:rsidR="006974AE" w:rsidRDefault="006974AE" w:rsidP="006974AE">
      <w:r>
        <w:t>126.1099</w:t>
      </w:r>
      <w:r>
        <w:tab/>
        <w:t>2.025e0</w:t>
      </w:r>
    </w:p>
    <w:p w:rsidR="006974AE" w:rsidRDefault="006974AE" w:rsidP="006974AE">
      <w:r>
        <w:t>126.1159</w:t>
      </w:r>
      <w:r>
        <w:tab/>
        <w:t>1.708e0</w:t>
      </w:r>
    </w:p>
    <w:p w:rsidR="006974AE" w:rsidRDefault="006974AE" w:rsidP="006974AE">
      <w:r>
        <w:t>126.1189</w:t>
      </w:r>
      <w:r>
        <w:tab/>
        <w:t>2.025e0</w:t>
      </w:r>
    </w:p>
    <w:p w:rsidR="006974AE" w:rsidRDefault="006974AE" w:rsidP="006974AE">
      <w:r>
        <w:t>126.1277</w:t>
      </w:r>
      <w:r>
        <w:tab/>
        <w:t>1.013e0</w:t>
      </w:r>
    </w:p>
    <w:p w:rsidR="006974AE" w:rsidRDefault="006974AE" w:rsidP="006974AE">
      <w:r>
        <w:t>126.1306</w:t>
      </w:r>
      <w:r>
        <w:tab/>
        <w:t>1.013e0</w:t>
      </w:r>
    </w:p>
    <w:p w:rsidR="006974AE" w:rsidRDefault="006974AE" w:rsidP="006974AE">
      <w:r>
        <w:t>126.1338</w:t>
      </w:r>
      <w:r>
        <w:tab/>
        <w:t>1.013e0</w:t>
      </w:r>
    </w:p>
    <w:p w:rsidR="006974AE" w:rsidRDefault="006974AE" w:rsidP="006974AE">
      <w:r>
        <w:t>126.1547</w:t>
      </w:r>
      <w:r>
        <w:tab/>
        <w:t>1.013e0</w:t>
      </w:r>
    </w:p>
    <w:p w:rsidR="006974AE" w:rsidRDefault="006974AE" w:rsidP="006974AE">
      <w:r>
        <w:t>126.1560</w:t>
      </w:r>
      <w:r>
        <w:tab/>
        <w:t>2.025e0</w:t>
      </w:r>
    </w:p>
    <w:p w:rsidR="006974AE" w:rsidRDefault="006974AE" w:rsidP="006974AE">
      <w:r>
        <w:t>126.1902</w:t>
      </w:r>
      <w:r>
        <w:tab/>
        <w:t>1.013e0</w:t>
      </w:r>
    </w:p>
    <w:p w:rsidR="006974AE" w:rsidRDefault="006974AE" w:rsidP="006974AE">
      <w:r>
        <w:t>126.1962</w:t>
      </w:r>
      <w:r>
        <w:tab/>
        <w:t>1.013e0</w:t>
      </w:r>
    </w:p>
    <w:p w:rsidR="006974AE" w:rsidRDefault="006974AE" w:rsidP="006974AE">
      <w:r>
        <w:t>126.1993</w:t>
      </w:r>
      <w:r>
        <w:tab/>
        <w:t>1.013e0</w:t>
      </w:r>
    </w:p>
    <w:p w:rsidR="006974AE" w:rsidRDefault="006974AE" w:rsidP="006974AE">
      <w:r>
        <w:t>126.2111</w:t>
      </w:r>
      <w:r>
        <w:tab/>
        <w:t>1.013e0</w:t>
      </w:r>
    </w:p>
    <w:p w:rsidR="006974AE" w:rsidRDefault="006974AE" w:rsidP="006974AE">
      <w:r>
        <w:t>126.2296</w:t>
      </w:r>
      <w:r>
        <w:tab/>
        <w:t>1.013e0</w:t>
      </w:r>
    </w:p>
    <w:p w:rsidR="006974AE" w:rsidRDefault="006974AE" w:rsidP="006974AE">
      <w:r>
        <w:t>126.2322</w:t>
      </w:r>
      <w:r>
        <w:tab/>
        <w:t>1.013e0</w:t>
      </w:r>
    </w:p>
    <w:p w:rsidR="006974AE" w:rsidRDefault="006974AE" w:rsidP="006974AE">
      <w:r>
        <w:t>126.2532</w:t>
      </w:r>
      <w:r>
        <w:tab/>
        <w:t>1.013e0</w:t>
      </w:r>
    </w:p>
    <w:p w:rsidR="006974AE" w:rsidRDefault="006974AE" w:rsidP="006974AE">
      <w:r>
        <w:t>126.2547</w:t>
      </w:r>
      <w:r>
        <w:tab/>
        <w:t>2.025e0</w:t>
      </w:r>
    </w:p>
    <w:p w:rsidR="006974AE" w:rsidRDefault="006974AE" w:rsidP="006974AE">
      <w:r>
        <w:lastRenderedPageBreak/>
        <w:t>126.2559</w:t>
      </w:r>
      <w:r>
        <w:tab/>
        <w:t>1.013e0</w:t>
      </w:r>
    </w:p>
    <w:p w:rsidR="006974AE" w:rsidRDefault="006974AE" w:rsidP="006974AE">
      <w:r>
        <w:t>126.2711</w:t>
      </w:r>
      <w:r>
        <w:tab/>
        <w:t>1.013e0</w:t>
      </w:r>
    </w:p>
    <w:p w:rsidR="006974AE" w:rsidRDefault="006974AE" w:rsidP="006974AE">
      <w:r>
        <w:t>126.2829</w:t>
      </w:r>
      <w:r>
        <w:tab/>
        <w:t>1.013e0</w:t>
      </w:r>
    </w:p>
    <w:p w:rsidR="006974AE" w:rsidRDefault="006974AE" w:rsidP="006974AE">
      <w:r>
        <w:t>126.2890</w:t>
      </w:r>
      <w:r>
        <w:tab/>
        <w:t>2.025e0</w:t>
      </w:r>
    </w:p>
    <w:p w:rsidR="006974AE" w:rsidRDefault="006974AE" w:rsidP="006974AE">
      <w:r>
        <w:t>126.3130</w:t>
      </w:r>
      <w:r>
        <w:tab/>
        <w:t>1.013e0</w:t>
      </w:r>
    </w:p>
    <w:p w:rsidR="006974AE" w:rsidRDefault="006974AE" w:rsidP="006974AE">
      <w:r>
        <w:t>126.3217</w:t>
      </w:r>
      <w:r>
        <w:tab/>
        <w:t>1.013e0</w:t>
      </w:r>
    </w:p>
    <w:p w:rsidR="006974AE" w:rsidRDefault="006974AE" w:rsidP="006974AE">
      <w:r>
        <w:t>126.3277</w:t>
      </w:r>
      <w:r>
        <w:tab/>
        <w:t>1.013e0</w:t>
      </w:r>
    </w:p>
    <w:p w:rsidR="006974AE" w:rsidRDefault="006974AE" w:rsidP="006974AE">
      <w:r>
        <w:t>126.3322</w:t>
      </w:r>
      <w:r>
        <w:tab/>
        <w:t>2.025e0</w:t>
      </w:r>
    </w:p>
    <w:p w:rsidR="006974AE" w:rsidRDefault="006974AE" w:rsidP="006974AE">
      <w:r>
        <w:t>126.3471</w:t>
      </w:r>
      <w:r>
        <w:tab/>
        <w:t>2.025e0</w:t>
      </w:r>
    </w:p>
    <w:p w:rsidR="006974AE" w:rsidRDefault="006974AE" w:rsidP="006974AE">
      <w:r>
        <w:t>126.3563</w:t>
      </w:r>
      <w:r>
        <w:tab/>
        <w:t>2.025e0</w:t>
      </w:r>
    </w:p>
    <w:p w:rsidR="006974AE" w:rsidRDefault="006974AE" w:rsidP="006974AE">
      <w:r>
        <w:t>126.3666</w:t>
      </w:r>
      <w:r>
        <w:tab/>
        <w:t>1.013e0</w:t>
      </w:r>
    </w:p>
    <w:p w:rsidR="006974AE" w:rsidRDefault="006974AE" w:rsidP="006974AE">
      <w:r>
        <w:t>126.3787</w:t>
      </w:r>
      <w:r>
        <w:tab/>
        <w:t>1.013e0</w:t>
      </w:r>
    </w:p>
    <w:p w:rsidR="006974AE" w:rsidRDefault="006974AE" w:rsidP="006974AE">
      <w:r>
        <w:t>126.3817</w:t>
      </w:r>
      <w:r>
        <w:tab/>
        <w:t>2.025e0</w:t>
      </w:r>
    </w:p>
    <w:p w:rsidR="006974AE" w:rsidRDefault="006974AE" w:rsidP="006974AE">
      <w:r>
        <w:t>126.3904</w:t>
      </w:r>
      <w:r>
        <w:tab/>
        <w:t>1.013e0</w:t>
      </w:r>
    </w:p>
    <w:p w:rsidR="006974AE" w:rsidRDefault="006974AE" w:rsidP="006974AE">
      <w:r>
        <w:t>126.3965</w:t>
      </w:r>
      <w:r>
        <w:tab/>
        <w:t>1.013e0</w:t>
      </w:r>
    </w:p>
    <w:p w:rsidR="006974AE" w:rsidRDefault="006974AE" w:rsidP="006974AE">
      <w:r>
        <w:t>126.4087</w:t>
      </w:r>
      <w:r>
        <w:tab/>
        <w:t>1.013e0</w:t>
      </w:r>
    </w:p>
    <w:p w:rsidR="006974AE" w:rsidRDefault="006974AE" w:rsidP="006974AE">
      <w:r>
        <w:t>126.4233</w:t>
      </w:r>
      <w:r>
        <w:tab/>
        <w:t>1.013e0</w:t>
      </w:r>
    </w:p>
    <w:p w:rsidR="006974AE" w:rsidRDefault="006974AE" w:rsidP="006974AE">
      <w:r>
        <w:t>126.4442</w:t>
      </w:r>
      <w:r>
        <w:tab/>
        <w:t>1.013e0</w:t>
      </w:r>
    </w:p>
    <w:p w:rsidR="006974AE" w:rsidRDefault="006974AE" w:rsidP="006974AE">
      <w:r>
        <w:t>126.4682</w:t>
      </w:r>
      <w:r>
        <w:tab/>
        <w:t>1.013e0</w:t>
      </w:r>
    </w:p>
    <w:p w:rsidR="006974AE" w:rsidRDefault="006974AE" w:rsidP="006974AE">
      <w:r>
        <w:lastRenderedPageBreak/>
        <w:t>126.4954</w:t>
      </w:r>
      <w:r>
        <w:tab/>
        <w:t>1.013e0</w:t>
      </w:r>
    </w:p>
    <w:p w:rsidR="006974AE" w:rsidRDefault="006974AE" w:rsidP="006974AE">
      <w:r>
        <w:t>126.5069</w:t>
      </w:r>
      <w:r>
        <w:tab/>
        <w:t>1.013e0</w:t>
      </w:r>
    </w:p>
    <w:p w:rsidR="006974AE" w:rsidRDefault="006974AE" w:rsidP="006974AE">
      <w:r>
        <w:t>126.5206</w:t>
      </w:r>
      <w:r>
        <w:tab/>
        <w:t>2.025e0</w:t>
      </w:r>
    </w:p>
    <w:p w:rsidR="006974AE" w:rsidRDefault="006974AE" w:rsidP="006974AE">
      <w:r>
        <w:t>126.5264</w:t>
      </w:r>
      <w:r>
        <w:tab/>
        <w:t>2.025e0</w:t>
      </w:r>
    </w:p>
    <w:p w:rsidR="006974AE" w:rsidRDefault="006974AE" w:rsidP="006974AE">
      <w:r>
        <w:t>126.5339</w:t>
      </w:r>
      <w:r>
        <w:tab/>
        <w:t>1.013e0</w:t>
      </w:r>
    </w:p>
    <w:p w:rsidR="006974AE" w:rsidRDefault="006974AE" w:rsidP="006974AE">
      <w:r>
        <w:t>126.5402</w:t>
      </w:r>
      <w:r>
        <w:tab/>
        <w:t>1.013e0</w:t>
      </w:r>
    </w:p>
    <w:p w:rsidR="006974AE" w:rsidRDefault="006974AE" w:rsidP="006974AE">
      <w:r>
        <w:t>126.5433</w:t>
      </w:r>
      <w:r>
        <w:tab/>
        <w:t>1.013e0</w:t>
      </w:r>
    </w:p>
    <w:p w:rsidR="006974AE" w:rsidRDefault="006974AE" w:rsidP="006974AE">
      <w:r>
        <w:t>126.5611</w:t>
      </w:r>
      <w:r>
        <w:tab/>
        <w:t>1.013e0</w:t>
      </w:r>
    </w:p>
    <w:p w:rsidR="006974AE" w:rsidRDefault="006974AE" w:rsidP="006974AE">
      <w:r>
        <w:t>126.5642</w:t>
      </w:r>
      <w:r>
        <w:tab/>
        <w:t>1.013e0</w:t>
      </w:r>
    </w:p>
    <w:p w:rsidR="006974AE" w:rsidRDefault="006974AE" w:rsidP="006974AE">
      <w:r>
        <w:t>126.5670</w:t>
      </w:r>
      <w:r>
        <w:tab/>
        <w:t>1.013e0</w:t>
      </w:r>
    </w:p>
    <w:p w:rsidR="006974AE" w:rsidRDefault="006974AE" w:rsidP="006974AE">
      <w:r>
        <w:t>126.5727</w:t>
      </w:r>
      <w:r>
        <w:tab/>
        <w:t>1.013e0</w:t>
      </w:r>
    </w:p>
    <w:p w:rsidR="006974AE" w:rsidRDefault="006974AE" w:rsidP="006974AE">
      <w:r>
        <w:t>126.5789</w:t>
      </w:r>
      <w:r>
        <w:tab/>
        <w:t>1.013e0</w:t>
      </w:r>
    </w:p>
    <w:p w:rsidR="006974AE" w:rsidRDefault="006974AE" w:rsidP="006974AE">
      <w:r>
        <w:t>126.5849</w:t>
      </w:r>
      <w:r>
        <w:tab/>
        <w:t>1.013e0</w:t>
      </w:r>
    </w:p>
    <w:p w:rsidR="006974AE" w:rsidRDefault="006974AE" w:rsidP="006974AE">
      <w:r>
        <w:t>126.5998</w:t>
      </w:r>
      <w:r>
        <w:tab/>
        <w:t>1.013e0</w:t>
      </w:r>
    </w:p>
    <w:p w:rsidR="006974AE" w:rsidRDefault="006974AE" w:rsidP="006974AE">
      <w:r>
        <w:t>126.6027</w:t>
      </w:r>
      <w:r>
        <w:tab/>
        <w:t>1.013e0</w:t>
      </w:r>
    </w:p>
    <w:p w:rsidR="006974AE" w:rsidRDefault="006974AE" w:rsidP="006974AE">
      <w:r>
        <w:t>126.6058</w:t>
      </w:r>
      <w:r>
        <w:tab/>
        <w:t>1.013e0</w:t>
      </w:r>
    </w:p>
    <w:p w:rsidR="006974AE" w:rsidRDefault="006974AE" w:rsidP="006974AE">
      <w:r>
        <w:t>126.6174</w:t>
      </w:r>
      <w:r>
        <w:tab/>
        <w:t>1.013e0</w:t>
      </w:r>
    </w:p>
    <w:p w:rsidR="006974AE" w:rsidRDefault="006974AE" w:rsidP="006974AE">
      <w:r>
        <w:t>126.6414</w:t>
      </w:r>
      <w:r>
        <w:tab/>
        <w:t>1.013e0</w:t>
      </w:r>
    </w:p>
    <w:p w:rsidR="006974AE" w:rsidRDefault="006974AE" w:rsidP="006974AE">
      <w:r>
        <w:t>126.6475</w:t>
      </w:r>
      <w:r>
        <w:tab/>
        <w:t>2.025e0</w:t>
      </w:r>
    </w:p>
    <w:p w:rsidR="006974AE" w:rsidRDefault="006974AE" w:rsidP="006974AE">
      <w:r>
        <w:lastRenderedPageBreak/>
        <w:t>126.6592</w:t>
      </w:r>
      <w:r>
        <w:tab/>
        <w:t>1.013e0</w:t>
      </w:r>
    </w:p>
    <w:p w:rsidR="006974AE" w:rsidRDefault="006974AE" w:rsidP="006974AE">
      <w:r>
        <w:t>126.6686</w:t>
      </w:r>
      <w:r>
        <w:tab/>
        <w:t>1.013e0</w:t>
      </w:r>
    </w:p>
    <w:p w:rsidR="006974AE" w:rsidRDefault="006974AE" w:rsidP="006974AE">
      <w:r>
        <w:t>126.7014</w:t>
      </w:r>
      <w:r>
        <w:tab/>
        <w:t>2.025e0</w:t>
      </w:r>
    </w:p>
    <w:p w:rsidR="006974AE" w:rsidRDefault="006974AE" w:rsidP="006974AE">
      <w:r>
        <w:t>126.7104</w:t>
      </w:r>
      <w:r>
        <w:tab/>
        <w:t>1.013e0</w:t>
      </w:r>
    </w:p>
    <w:p w:rsidR="006974AE" w:rsidRDefault="006974AE" w:rsidP="006974AE">
      <w:r>
        <w:t>126.7227</w:t>
      </w:r>
      <w:r>
        <w:tab/>
        <w:t>1.013e0</w:t>
      </w:r>
    </w:p>
    <w:p w:rsidR="006974AE" w:rsidRDefault="006974AE" w:rsidP="006974AE">
      <w:r>
        <w:t>126.7282</w:t>
      </w:r>
      <w:r>
        <w:tab/>
        <w:t>1.013e0</w:t>
      </w:r>
    </w:p>
    <w:p w:rsidR="006974AE" w:rsidRDefault="006974AE" w:rsidP="006974AE">
      <w:r>
        <w:t>126.7312</w:t>
      </w:r>
      <w:r>
        <w:tab/>
        <w:t>1.013e0</w:t>
      </w:r>
    </w:p>
    <w:p w:rsidR="006974AE" w:rsidRDefault="006974AE" w:rsidP="006974AE">
      <w:r>
        <w:t>126.7373</w:t>
      </w:r>
      <w:r>
        <w:tab/>
        <w:t>1.013e0</w:t>
      </w:r>
    </w:p>
    <w:p w:rsidR="006974AE" w:rsidRDefault="006974AE" w:rsidP="006974AE">
      <w:r>
        <w:t>126.7551</w:t>
      </w:r>
      <w:r>
        <w:tab/>
        <w:t>1.013e0</w:t>
      </w:r>
    </w:p>
    <w:p w:rsidR="006974AE" w:rsidRDefault="006974AE" w:rsidP="006974AE">
      <w:r>
        <w:t>126.7645</w:t>
      </w:r>
      <w:r>
        <w:tab/>
        <w:t>1.013e0</w:t>
      </w:r>
    </w:p>
    <w:p w:rsidR="006974AE" w:rsidRDefault="006974AE" w:rsidP="006974AE">
      <w:r>
        <w:t>126.7837</w:t>
      </w:r>
      <w:r>
        <w:tab/>
        <w:t>4.051e0</w:t>
      </w:r>
    </w:p>
    <w:p w:rsidR="006974AE" w:rsidRDefault="006974AE" w:rsidP="006974AE">
      <w:r>
        <w:t>126.7969</w:t>
      </w:r>
      <w:r>
        <w:tab/>
        <w:t>1.013e0</w:t>
      </w:r>
    </w:p>
    <w:p w:rsidR="006974AE" w:rsidRDefault="006974AE" w:rsidP="006974AE">
      <w:r>
        <w:t>126.8179</w:t>
      </w:r>
      <w:r>
        <w:tab/>
        <w:t>1.013e0</w:t>
      </w:r>
    </w:p>
    <w:p w:rsidR="006974AE" w:rsidRDefault="006974AE" w:rsidP="006974AE">
      <w:r>
        <w:t>126.8301</w:t>
      </w:r>
      <w:r>
        <w:tab/>
        <w:t>1.013e0</w:t>
      </w:r>
    </w:p>
    <w:p w:rsidR="006974AE" w:rsidRDefault="006974AE" w:rsidP="006974AE">
      <w:r>
        <w:t>126.8334</w:t>
      </w:r>
      <w:r>
        <w:tab/>
        <w:t>1.013e0</w:t>
      </w:r>
    </w:p>
    <w:p w:rsidR="006974AE" w:rsidRDefault="006974AE" w:rsidP="006974AE">
      <w:r>
        <w:t>126.8512</w:t>
      </w:r>
      <w:r>
        <w:tab/>
        <w:t>1.013e0</w:t>
      </w:r>
    </w:p>
    <w:p w:rsidR="006974AE" w:rsidRDefault="006974AE" w:rsidP="006974AE">
      <w:r>
        <w:t>126.8574</w:t>
      </w:r>
      <w:r>
        <w:tab/>
        <w:t>1.013e0</w:t>
      </w:r>
    </w:p>
    <w:p w:rsidR="006974AE" w:rsidRDefault="006974AE" w:rsidP="006974AE">
      <w:r>
        <w:t>126.8599</w:t>
      </w:r>
      <w:r>
        <w:tab/>
        <w:t>1.013e0</w:t>
      </w:r>
    </w:p>
    <w:p w:rsidR="006974AE" w:rsidRDefault="006974AE" w:rsidP="006974AE">
      <w:r>
        <w:t>126.9049</w:t>
      </w:r>
      <w:r>
        <w:tab/>
        <w:t>1.013e0</w:t>
      </w:r>
    </w:p>
    <w:p w:rsidR="006974AE" w:rsidRDefault="006974AE" w:rsidP="006974AE">
      <w:r>
        <w:lastRenderedPageBreak/>
        <w:t>126.9077</w:t>
      </w:r>
      <w:r>
        <w:tab/>
        <w:t>1.013e0</w:t>
      </w:r>
    </w:p>
    <w:p w:rsidR="006974AE" w:rsidRDefault="006974AE" w:rsidP="006974AE">
      <w:r>
        <w:t>126.9170</w:t>
      </w:r>
      <w:r>
        <w:tab/>
        <w:t>1.013e0</w:t>
      </w:r>
    </w:p>
    <w:p w:rsidR="006974AE" w:rsidRDefault="006974AE" w:rsidP="006974AE">
      <w:r>
        <w:t>126.9288</w:t>
      </w:r>
      <w:r>
        <w:tab/>
        <w:t>2.025e0</w:t>
      </w:r>
    </w:p>
    <w:p w:rsidR="006974AE" w:rsidRDefault="006974AE" w:rsidP="006974AE">
      <w:r>
        <w:t>126.9301</w:t>
      </w:r>
      <w:r>
        <w:tab/>
        <w:t>2.025e0</w:t>
      </w:r>
    </w:p>
    <w:p w:rsidR="006974AE" w:rsidRDefault="006974AE" w:rsidP="006974AE">
      <w:r>
        <w:t>126.9410</w:t>
      </w:r>
      <w:r>
        <w:tab/>
        <w:t>1.013e0</w:t>
      </w:r>
    </w:p>
    <w:p w:rsidR="006974AE" w:rsidRDefault="006974AE" w:rsidP="006974AE">
      <w:r>
        <w:t>126.9587</w:t>
      </w:r>
      <w:r>
        <w:tab/>
        <w:t>1.013e0</w:t>
      </w:r>
    </w:p>
    <w:p w:rsidR="006974AE" w:rsidRDefault="006974AE" w:rsidP="006974AE">
      <w:r>
        <w:t>126.9796</w:t>
      </w:r>
      <w:r>
        <w:tab/>
        <w:t>1.013e0</w:t>
      </w:r>
    </w:p>
    <w:p w:rsidR="006974AE" w:rsidRDefault="006974AE" w:rsidP="006974AE">
      <w:r>
        <w:t>126.9948</w:t>
      </w:r>
      <w:r>
        <w:tab/>
        <w:t>2.025e0</w:t>
      </w:r>
    </w:p>
    <w:p w:rsidR="006974AE" w:rsidRDefault="006974AE" w:rsidP="006974AE">
      <w:r>
        <w:t>127.0097</w:t>
      </w:r>
      <w:r>
        <w:tab/>
        <w:t>1.013e0</w:t>
      </w:r>
    </w:p>
    <w:p w:rsidR="006974AE" w:rsidRDefault="006974AE" w:rsidP="006974AE">
      <w:r>
        <w:t>127.0245</w:t>
      </w:r>
      <w:r>
        <w:tab/>
        <w:t>1.013e0</w:t>
      </w:r>
    </w:p>
    <w:p w:rsidR="006974AE" w:rsidRDefault="006974AE" w:rsidP="006974AE">
      <w:r>
        <w:t>127.0354</w:t>
      </w:r>
      <w:r>
        <w:tab/>
        <w:t>2.025e0</w:t>
      </w:r>
    </w:p>
    <w:p w:rsidR="006974AE" w:rsidRDefault="006974AE" w:rsidP="006974AE">
      <w:r>
        <w:t>127.0378</w:t>
      </w:r>
      <w:r>
        <w:tab/>
        <w:t>5.063e0</w:t>
      </w:r>
    </w:p>
    <w:p w:rsidR="006974AE" w:rsidRDefault="006974AE" w:rsidP="006974AE">
      <w:r>
        <w:t>127.0456</w:t>
      </w:r>
      <w:r>
        <w:tab/>
        <w:t>1.013e0</w:t>
      </w:r>
    </w:p>
    <w:p w:rsidR="006974AE" w:rsidRDefault="006974AE" w:rsidP="006974AE">
      <w:r>
        <w:t>127.0500</w:t>
      </w:r>
      <w:r>
        <w:tab/>
        <w:t>3.038e0</w:t>
      </w:r>
    </w:p>
    <w:p w:rsidR="006974AE" w:rsidRDefault="006974AE" w:rsidP="006974AE">
      <w:r>
        <w:t>127.0622</w:t>
      </w:r>
      <w:r>
        <w:tab/>
        <w:t>2.025e0</w:t>
      </w:r>
    </w:p>
    <w:p w:rsidR="006974AE" w:rsidRDefault="006974AE" w:rsidP="006974AE">
      <w:r>
        <w:t>127.0665</w:t>
      </w:r>
      <w:r>
        <w:tab/>
        <w:t>2.025e0</w:t>
      </w:r>
    </w:p>
    <w:p w:rsidR="006974AE" w:rsidRDefault="006974AE" w:rsidP="006974AE">
      <w:r>
        <w:t>127.0727</w:t>
      </w:r>
      <w:r>
        <w:tab/>
        <w:t>2.025e0</w:t>
      </w:r>
    </w:p>
    <w:p w:rsidR="006974AE" w:rsidRDefault="006974AE" w:rsidP="006974AE">
      <w:r>
        <w:t>127.0796</w:t>
      </w:r>
      <w:r>
        <w:tab/>
        <w:t>3.038e0</w:t>
      </w:r>
    </w:p>
    <w:p w:rsidR="006974AE" w:rsidRDefault="006974AE" w:rsidP="006974AE">
      <w:r>
        <w:t>127.0836</w:t>
      </w:r>
      <w:r>
        <w:tab/>
        <w:t>4.051e0</w:t>
      </w:r>
    </w:p>
    <w:p w:rsidR="006974AE" w:rsidRDefault="006974AE" w:rsidP="006974AE">
      <w:r>
        <w:lastRenderedPageBreak/>
        <w:t>127.0857</w:t>
      </w:r>
      <w:r>
        <w:tab/>
        <w:t>5.026e0</w:t>
      </w:r>
    </w:p>
    <w:p w:rsidR="006974AE" w:rsidRDefault="006974AE" w:rsidP="006974AE">
      <w:r>
        <w:t>127.0876</w:t>
      </w:r>
      <w:r>
        <w:tab/>
        <w:t>4.051e0</w:t>
      </w:r>
    </w:p>
    <w:p w:rsidR="006974AE" w:rsidRDefault="006974AE" w:rsidP="006974AE">
      <w:r>
        <w:t>127.0890</w:t>
      </w:r>
      <w:r>
        <w:tab/>
        <w:t>2.025e0</w:t>
      </w:r>
    </w:p>
    <w:p w:rsidR="006974AE" w:rsidRDefault="006974AE" w:rsidP="006974AE">
      <w:r>
        <w:t>127.0921</w:t>
      </w:r>
      <w:r>
        <w:tab/>
        <w:t>1.910e0</w:t>
      </w:r>
    </w:p>
    <w:p w:rsidR="006974AE" w:rsidRDefault="006974AE" w:rsidP="006974AE">
      <w:r>
        <w:t>127.1087</w:t>
      </w:r>
      <w:r>
        <w:tab/>
        <w:t>1.013e0</w:t>
      </w:r>
    </w:p>
    <w:p w:rsidR="006974AE" w:rsidRDefault="006974AE" w:rsidP="006974AE">
      <w:r>
        <w:t>127.1114</w:t>
      </w:r>
      <w:r>
        <w:tab/>
        <w:t>3.038e0</w:t>
      </w:r>
    </w:p>
    <w:p w:rsidR="006974AE" w:rsidRDefault="006974AE" w:rsidP="006974AE">
      <w:r>
        <w:t>127.1144</w:t>
      </w:r>
      <w:r>
        <w:tab/>
        <w:t>3.038e0</w:t>
      </w:r>
    </w:p>
    <w:p w:rsidR="006974AE" w:rsidRDefault="006974AE" w:rsidP="006974AE">
      <w:r>
        <w:t>127.1268</w:t>
      </w:r>
      <w:r>
        <w:tab/>
        <w:t>2.025e0</w:t>
      </w:r>
    </w:p>
    <w:p w:rsidR="006974AE" w:rsidRDefault="006974AE" w:rsidP="006974AE">
      <w:r>
        <w:t>127.1354</w:t>
      </w:r>
      <w:r>
        <w:tab/>
        <w:t>2.025e0</w:t>
      </w:r>
    </w:p>
    <w:p w:rsidR="006974AE" w:rsidRDefault="006974AE" w:rsidP="006974AE">
      <w:r>
        <w:t>127.1416</w:t>
      </w:r>
      <w:r>
        <w:tab/>
        <w:t>2.025e0</w:t>
      </w:r>
    </w:p>
    <w:p w:rsidR="006974AE" w:rsidRDefault="006974AE" w:rsidP="006974AE">
      <w:r>
        <w:t>127.1447</w:t>
      </w:r>
      <w:r>
        <w:tab/>
        <w:t>1.013e0</w:t>
      </w:r>
    </w:p>
    <w:p w:rsidR="006974AE" w:rsidRDefault="006974AE" w:rsidP="006974AE">
      <w:r>
        <w:t>127.1774</w:t>
      </w:r>
      <w:r>
        <w:tab/>
        <w:t>1.013e0</w:t>
      </w:r>
    </w:p>
    <w:p w:rsidR="006974AE" w:rsidRDefault="006974AE" w:rsidP="006974AE">
      <w:r>
        <w:t>127.1866</w:t>
      </w:r>
      <w:r>
        <w:tab/>
        <w:t>1.013e0</w:t>
      </w:r>
    </w:p>
    <w:p w:rsidR="006974AE" w:rsidRDefault="006974AE" w:rsidP="006974AE">
      <w:r>
        <w:t>127.1880</w:t>
      </w:r>
      <w:r>
        <w:tab/>
        <w:t>2.025e0</w:t>
      </w:r>
    </w:p>
    <w:p w:rsidR="006974AE" w:rsidRDefault="006974AE" w:rsidP="006974AE">
      <w:r>
        <w:t>127.1895</w:t>
      </w:r>
      <w:r>
        <w:tab/>
        <w:t>1.013e0</w:t>
      </w:r>
    </w:p>
    <w:p w:rsidR="006974AE" w:rsidRDefault="006974AE" w:rsidP="006974AE">
      <w:r>
        <w:t>127.2075</w:t>
      </w:r>
      <w:r>
        <w:tab/>
        <w:t>2.025e0</w:t>
      </w:r>
    </w:p>
    <w:p w:rsidR="006974AE" w:rsidRDefault="006974AE" w:rsidP="006974AE">
      <w:r>
        <w:t>127.2346</w:t>
      </w:r>
      <w:r>
        <w:tab/>
        <w:t>1.013e0</w:t>
      </w:r>
    </w:p>
    <w:p w:rsidR="006974AE" w:rsidRDefault="006974AE" w:rsidP="006974AE">
      <w:r>
        <w:t>127.2409</w:t>
      </w:r>
      <w:r>
        <w:tab/>
        <w:t>2.025e0</w:t>
      </w:r>
    </w:p>
    <w:p w:rsidR="006974AE" w:rsidRDefault="006974AE" w:rsidP="006974AE">
      <w:r>
        <w:t>127.2555</w:t>
      </w:r>
      <w:r>
        <w:tab/>
        <w:t>1.013e0</w:t>
      </w:r>
    </w:p>
    <w:p w:rsidR="006974AE" w:rsidRDefault="006974AE" w:rsidP="006974AE">
      <w:r>
        <w:lastRenderedPageBreak/>
        <w:t>127.2674</w:t>
      </w:r>
      <w:r>
        <w:tab/>
        <w:t>1.013e0</w:t>
      </w:r>
    </w:p>
    <w:p w:rsidR="006974AE" w:rsidRDefault="006974AE" w:rsidP="006974AE">
      <w:r>
        <w:t>127.2702</w:t>
      </w:r>
      <w:r>
        <w:tab/>
        <w:t>2.025e0</w:t>
      </w:r>
    </w:p>
    <w:p w:rsidR="006974AE" w:rsidRDefault="006974AE" w:rsidP="006974AE">
      <w:r>
        <w:t>127.2886</w:t>
      </w:r>
      <w:r>
        <w:tab/>
        <w:t>1.013e0</w:t>
      </w:r>
    </w:p>
    <w:p w:rsidR="006974AE" w:rsidRDefault="006974AE" w:rsidP="006974AE">
      <w:r>
        <w:t>127.2928</w:t>
      </w:r>
      <w:r>
        <w:tab/>
        <w:t>2.025e0</w:t>
      </w:r>
    </w:p>
    <w:p w:rsidR="006974AE" w:rsidRDefault="006974AE" w:rsidP="006974AE">
      <w:r>
        <w:t>127.3066</w:t>
      </w:r>
      <w:r>
        <w:tab/>
        <w:t>1.013e0</w:t>
      </w:r>
    </w:p>
    <w:p w:rsidR="006974AE" w:rsidRDefault="006974AE" w:rsidP="006974AE">
      <w:r>
        <w:t>127.3151</w:t>
      </w:r>
      <w:r>
        <w:tab/>
        <w:t>2.025e0</w:t>
      </w:r>
    </w:p>
    <w:p w:rsidR="006974AE" w:rsidRDefault="006974AE" w:rsidP="006974AE">
      <w:r>
        <w:t>127.3453</w:t>
      </w:r>
      <w:r>
        <w:tab/>
        <w:t>1.013e0</w:t>
      </w:r>
    </w:p>
    <w:p w:rsidR="006974AE" w:rsidRDefault="006974AE" w:rsidP="006974AE">
      <w:r>
        <w:t>127.3516</w:t>
      </w:r>
      <w:r>
        <w:tab/>
        <w:t>1.013e0</w:t>
      </w:r>
    </w:p>
    <w:p w:rsidR="006974AE" w:rsidRDefault="006974AE" w:rsidP="006974AE">
      <w:r>
        <w:t>127.3632</w:t>
      </w:r>
      <w:r>
        <w:tab/>
        <w:t>2.025e0</w:t>
      </w:r>
    </w:p>
    <w:p w:rsidR="006974AE" w:rsidRDefault="006974AE" w:rsidP="006974AE">
      <w:r>
        <w:t>127.3694</w:t>
      </w:r>
      <w:r>
        <w:tab/>
        <w:t>3.038e0</w:t>
      </w:r>
    </w:p>
    <w:p w:rsidR="006974AE" w:rsidRDefault="006974AE" w:rsidP="006974AE">
      <w:r>
        <w:t>127.3872</w:t>
      </w:r>
      <w:r>
        <w:tab/>
        <w:t>1.013e0</w:t>
      </w:r>
    </w:p>
    <w:p w:rsidR="006974AE" w:rsidRDefault="006974AE" w:rsidP="006974AE">
      <w:r>
        <w:t>127.3933</w:t>
      </w:r>
      <w:r>
        <w:tab/>
        <w:t>1.013e0</w:t>
      </w:r>
    </w:p>
    <w:p w:rsidR="006974AE" w:rsidRDefault="006974AE" w:rsidP="006974AE">
      <w:r>
        <w:t>127.3966</w:t>
      </w:r>
      <w:r>
        <w:tab/>
        <w:t>2.025e0</w:t>
      </w:r>
    </w:p>
    <w:p w:rsidR="006974AE" w:rsidRDefault="006974AE" w:rsidP="006974AE">
      <w:r>
        <w:t>127.4054</w:t>
      </w:r>
      <w:r>
        <w:tab/>
        <w:t>2.025e0</w:t>
      </w:r>
    </w:p>
    <w:p w:rsidR="006974AE" w:rsidRDefault="006974AE" w:rsidP="006974AE">
      <w:r>
        <w:t>127.4081</w:t>
      </w:r>
      <w:r>
        <w:tab/>
        <w:t>1.013e0</w:t>
      </w:r>
    </w:p>
    <w:p w:rsidR="006974AE" w:rsidRDefault="006974AE" w:rsidP="006974AE">
      <w:r>
        <w:t>127.4160</w:t>
      </w:r>
      <w:r>
        <w:tab/>
        <w:t>2.025e0</w:t>
      </w:r>
    </w:p>
    <w:p w:rsidR="006974AE" w:rsidRDefault="006974AE" w:rsidP="006974AE">
      <w:r>
        <w:t>127.4293</w:t>
      </w:r>
      <w:r>
        <w:tab/>
        <w:t>1.013e0</w:t>
      </w:r>
    </w:p>
    <w:p w:rsidR="006974AE" w:rsidRDefault="006974AE" w:rsidP="006974AE">
      <w:r>
        <w:t>127.4307</w:t>
      </w:r>
      <w:r>
        <w:tab/>
        <w:t>2.025e0</w:t>
      </w:r>
    </w:p>
    <w:p w:rsidR="006974AE" w:rsidRDefault="006974AE" w:rsidP="006974AE">
      <w:r>
        <w:t>127.4354</w:t>
      </w:r>
      <w:r>
        <w:tab/>
        <w:t>1.013e0</w:t>
      </w:r>
    </w:p>
    <w:p w:rsidR="006974AE" w:rsidRDefault="006974AE" w:rsidP="006974AE">
      <w:r>
        <w:lastRenderedPageBreak/>
        <w:t>127.4416</w:t>
      </w:r>
      <w:r>
        <w:tab/>
        <w:t>1.013e0</w:t>
      </w:r>
    </w:p>
    <w:p w:rsidR="006974AE" w:rsidRDefault="006974AE" w:rsidP="006974AE">
      <w:r>
        <w:t>127.4593</w:t>
      </w:r>
      <w:r>
        <w:tab/>
        <w:t>1.013e0</w:t>
      </w:r>
    </w:p>
    <w:p w:rsidR="006974AE" w:rsidRDefault="006974AE" w:rsidP="006974AE">
      <w:r>
        <w:t>127.4656</w:t>
      </w:r>
      <w:r>
        <w:tab/>
        <w:t>1.013e0</w:t>
      </w:r>
    </w:p>
    <w:p w:rsidR="006974AE" w:rsidRDefault="006974AE" w:rsidP="006974AE">
      <w:r>
        <w:t>127.4717</w:t>
      </w:r>
      <w:r>
        <w:tab/>
        <w:t>1.013e0</w:t>
      </w:r>
    </w:p>
    <w:p w:rsidR="006974AE" w:rsidRDefault="006974AE" w:rsidP="006974AE">
      <w:r>
        <w:t>127.4787</w:t>
      </w:r>
      <w:r>
        <w:tab/>
        <w:t>2.025e0</w:t>
      </w:r>
    </w:p>
    <w:p w:rsidR="006974AE" w:rsidRDefault="006974AE" w:rsidP="006974AE">
      <w:r>
        <w:t>127.4835</w:t>
      </w:r>
      <w:r>
        <w:tab/>
        <w:t>1.013e0</w:t>
      </w:r>
    </w:p>
    <w:p w:rsidR="006974AE" w:rsidRDefault="006974AE" w:rsidP="006974AE">
      <w:r>
        <w:t>127.4913</w:t>
      </w:r>
      <w:r>
        <w:tab/>
        <w:t>2.025e0</w:t>
      </w:r>
    </w:p>
    <w:p w:rsidR="006974AE" w:rsidRDefault="006974AE" w:rsidP="006974AE">
      <w:r>
        <w:t>127.4955</w:t>
      </w:r>
      <w:r>
        <w:tab/>
        <w:t>1.013e0</w:t>
      </w:r>
    </w:p>
    <w:p w:rsidR="006974AE" w:rsidRDefault="006974AE" w:rsidP="006974AE">
      <w:r>
        <w:t>127.5168</w:t>
      </w:r>
      <w:r>
        <w:tab/>
        <w:t>1.013e0</w:t>
      </w:r>
    </w:p>
    <w:p w:rsidR="006974AE" w:rsidRDefault="006974AE" w:rsidP="006974AE">
      <w:r>
        <w:t>127.5285</w:t>
      </w:r>
      <w:r>
        <w:tab/>
        <w:t>2.025e0</w:t>
      </w:r>
    </w:p>
    <w:p w:rsidR="006974AE" w:rsidRDefault="006974AE" w:rsidP="006974AE">
      <w:r>
        <w:t>127.5406</w:t>
      </w:r>
      <w:r>
        <w:tab/>
        <w:t>1.013e0</w:t>
      </w:r>
    </w:p>
    <w:p w:rsidR="006974AE" w:rsidRDefault="006974AE" w:rsidP="006974AE">
      <w:r>
        <w:t>127.5525</w:t>
      </w:r>
      <w:r>
        <w:tab/>
        <w:t>1.013e0</w:t>
      </w:r>
    </w:p>
    <w:p w:rsidR="006974AE" w:rsidRDefault="006974AE" w:rsidP="006974AE">
      <w:r>
        <w:t>127.5689</w:t>
      </w:r>
      <w:r>
        <w:tab/>
        <w:t>2.025e0</w:t>
      </w:r>
    </w:p>
    <w:p w:rsidR="006974AE" w:rsidRDefault="006974AE" w:rsidP="006974AE">
      <w:r>
        <w:t>127.5764</w:t>
      </w:r>
      <w:r>
        <w:tab/>
        <w:t>1.013e0</w:t>
      </w:r>
    </w:p>
    <w:p w:rsidR="006974AE" w:rsidRDefault="006974AE" w:rsidP="006974AE">
      <w:r>
        <w:t>127.5828</w:t>
      </w:r>
      <w:r>
        <w:tab/>
        <w:t>2.025e0</w:t>
      </w:r>
    </w:p>
    <w:p w:rsidR="006974AE" w:rsidRDefault="006974AE" w:rsidP="006974AE">
      <w:r>
        <w:t>127.5943</w:t>
      </w:r>
      <w:r>
        <w:tab/>
        <w:t>2.025e0</w:t>
      </w:r>
    </w:p>
    <w:p w:rsidR="006974AE" w:rsidRDefault="006974AE" w:rsidP="006974AE">
      <w:r>
        <w:t>127.6068</w:t>
      </w:r>
      <w:r>
        <w:tab/>
        <w:t>1.013e0</w:t>
      </w:r>
    </w:p>
    <w:p w:rsidR="006974AE" w:rsidRDefault="006974AE" w:rsidP="006974AE">
      <w:r>
        <w:t>127.6152</w:t>
      </w:r>
      <w:r>
        <w:tab/>
        <w:t>1.013e0</w:t>
      </w:r>
    </w:p>
    <w:p w:rsidR="006974AE" w:rsidRDefault="006974AE" w:rsidP="006974AE">
      <w:r>
        <w:t>127.6307</w:t>
      </w:r>
      <w:r>
        <w:tab/>
        <w:t>1.013e0</w:t>
      </w:r>
    </w:p>
    <w:p w:rsidR="006974AE" w:rsidRDefault="006974AE" w:rsidP="006974AE">
      <w:r>
        <w:lastRenderedPageBreak/>
        <w:t>127.6487</w:t>
      </w:r>
      <w:r>
        <w:tab/>
        <w:t>1.013e0</w:t>
      </w:r>
    </w:p>
    <w:p w:rsidR="006974AE" w:rsidRDefault="006974AE" w:rsidP="006974AE">
      <w:r>
        <w:t>127.6574</w:t>
      </w:r>
      <w:r>
        <w:tab/>
        <w:t>1.013e0</w:t>
      </w:r>
    </w:p>
    <w:p w:rsidR="006974AE" w:rsidRDefault="006974AE" w:rsidP="006974AE">
      <w:r>
        <w:t>127.6813</w:t>
      </w:r>
      <w:r>
        <w:tab/>
        <w:t>1.013e0</w:t>
      </w:r>
    </w:p>
    <w:p w:rsidR="006974AE" w:rsidRDefault="006974AE" w:rsidP="006974AE">
      <w:r>
        <w:t>127.6935</w:t>
      </w:r>
      <w:r>
        <w:tab/>
        <w:t>1.013e0</w:t>
      </w:r>
    </w:p>
    <w:p w:rsidR="006974AE" w:rsidRDefault="006974AE" w:rsidP="006974AE">
      <w:r>
        <w:t>127.7145</w:t>
      </w:r>
      <w:r>
        <w:tab/>
        <w:t>1.013e0</w:t>
      </w:r>
    </w:p>
    <w:p w:rsidR="006974AE" w:rsidRDefault="006974AE" w:rsidP="006974AE">
      <w:r>
        <w:t>127.7177</w:t>
      </w:r>
      <w:r>
        <w:tab/>
        <w:t>1.013e0</w:t>
      </w:r>
    </w:p>
    <w:p w:rsidR="006974AE" w:rsidRDefault="006974AE" w:rsidP="006974AE">
      <w:r>
        <w:t>127.7266</w:t>
      </w:r>
      <w:r>
        <w:tab/>
        <w:t>1.013e0</w:t>
      </w:r>
    </w:p>
    <w:p w:rsidR="006974AE" w:rsidRDefault="006974AE" w:rsidP="006974AE">
      <w:r>
        <w:t>127.7309</w:t>
      </w:r>
      <w:r>
        <w:tab/>
        <w:t>2.025e0</w:t>
      </w:r>
    </w:p>
    <w:p w:rsidR="006974AE" w:rsidRDefault="006974AE" w:rsidP="006974AE">
      <w:r>
        <w:t>127.7418</w:t>
      </w:r>
      <w:r>
        <w:tab/>
        <w:t>2.025e0</w:t>
      </w:r>
    </w:p>
    <w:p w:rsidR="006974AE" w:rsidRDefault="006974AE" w:rsidP="006974AE">
      <w:r>
        <w:t>127.7492</w:t>
      </w:r>
      <w:r>
        <w:tab/>
        <w:t>2.025e0</w:t>
      </w:r>
    </w:p>
    <w:p w:rsidR="006974AE" w:rsidRDefault="006974AE" w:rsidP="006974AE">
      <w:r>
        <w:t>127.7807</w:t>
      </w:r>
      <w:r>
        <w:tab/>
        <w:t>1.013e0</w:t>
      </w:r>
    </w:p>
    <w:p w:rsidR="006974AE" w:rsidRDefault="006974AE" w:rsidP="006974AE">
      <w:r>
        <w:t>127.7942</w:t>
      </w:r>
      <w:r>
        <w:tab/>
        <w:t>2.025e0</w:t>
      </w:r>
    </w:p>
    <w:p w:rsidR="006974AE" w:rsidRDefault="006974AE" w:rsidP="006974AE">
      <w:r>
        <w:t>127.8078</w:t>
      </w:r>
      <w:r>
        <w:tab/>
        <w:t>1.013e0</w:t>
      </w:r>
    </w:p>
    <w:p w:rsidR="006974AE" w:rsidRDefault="006974AE" w:rsidP="006974AE">
      <w:r>
        <w:t>127.8395</w:t>
      </w:r>
      <w:r>
        <w:tab/>
        <w:t>2.025e0</w:t>
      </w:r>
    </w:p>
    <w:p w:rsidR="006974AE" w:rsidRDefault="006974AE" w:rsidP="006974AE">
      <w:r>
        <w:t>127.8409</w:t>
      </w:r>
      <w:r>
        <w:tab/>
        <w:t>1.013e0</w:t>
      </w:r>
    </w:p>
    <w:p w:rsidR="006974AE" w:rsidRDefault="006974AE" w:rsidP="006974AE">
      <w:r>
        <w:t>127.8434</w:t>
      </w:r>
      <w:r>
        <w:tab/>
        <w:t>1.013e0</w:t>
      </w:r>
    </w:p>
    <w:p w:rsidR="006974AE" w:rsidRDefault="006974AE" w:rsidP="006974AE">
      <w:r>
        <w:t>127.8860</w:t>
      </w:r>
      <w:r>
        <w:tab/>
        <w:t>1.013e0</w:t>
      </w:r>
    </w:p>
    <w:p w:rsidR="006974AE" w:rsidRDefault="006974AE" w:rsidP="006974AE">
      <w:r>
        <w:t>127.8948</w:t>
      </w:r>
      <w:r>
        <w:tab/>
        <w:t>1.013e0</w:t>
      </w:r>
    </w:p>
    <w:p w:rsidR="006974AE" w:rsidRDefault="006974AE" w:rsidP="006974AE">
      <w:r>
        <w:t>127.9126</w:t>
      </w:r>
      <w:r>
        <w:tab/>
        <w:t>1.013e0</w:t>
      </w:r>
    </w:p>
    <w:p w:rsidR="006974AE" w:rsidRDefault="006974AE" w:rsidP="006974AE">
      <w:r>
        <w:lastRenderedPageBreak/>
        <w:t>127.9158</w:t>
      </w:r>
      <w:r>
        <w:tab/>
        <w:t>1.013e0</w:t>
      </w:r>
    </w:p>
    <w:p w:rsidR="006974AE" w:rsidRDefault="006974AE" w:rsidP="006974AE">
      <w:r>
        <w:t>127.9188</w:t>
      </w:r>
      <w:r>
        <w:tab/>
        <w:t>1.013e0</w:t>
      </w:r>
    </w:p>
    <w:p w:rsidR="006974AE" w:rsidRDefault="006974AE" w:rsidP="006974AE">
      <w:r>
        <w:t>127.9280</w:t>
      </w:r>
      <w:r>
        <w:tab/>
        <w:t>1.013e0</w:t>
      </w:r>
    </w:p>
    <w:p w:rsidR="006974AE" w:rsidRDefault="006974AE" w:rsidP="006974AE">
      <w:r>
        <w:t>127.9459</w:t>
      </w:r>
      <w:r>
        <w:tab/>
        <w:t>1.013e0</w:t>
      </w:r>
    </w:p>
    <w:p w:rsidR="006974AE" w:rsidRDefault="006974AE" w:rsidP="006974AE">
      <w:r>
        <w:t>127.9551</w:t>
      </w:r>
      <w:r>
        <w:tab/>
        <w:t>2.025e0</w:t>
      </w:r>
    </w:p>
    <w:p w:rsidR="006974AE" w:rsidRDefault="006974AE" w:rsidP="006974AE">
      <w:r>
        <w:t>127.9638</w:t>
      </w:r>
      <w:r>
        <w:tab/>
        <w:t>1.013e0</w:t>
      </w:r>
    </w:p>
    <w:p w:rsidR="006974AE" w:rsidRDefault="006974AE" w:rsidP="006974AE">
      <w:r>
        <w:t>128.0003</w:t>
      </w:r>
      <w:r>
        <w:tab/>
        <w:t>1.013e0</w:t>
      </w:r>
    </w:p>
    <w:p w:rsidR="006974AE" w:rsidRDefault="006974AE" w:rsidP="006974AE">
      <w:r>
        <w:t>128.0030</w:t>
      </w:r>
      <w:r>
        <w:tab/>
        <w:t>1.013e0</w:t>
      </w:r>
    </w:p>
    <w:p w:rsidR="006974AE" w:rsidRDefault="006974AE" w:rsidP="006974AE">
      <w:r>
        <w:t>128.0151</w:t>
      </w:r>
      <w:r>
        <w:tab/>
        <w:t>2.025e0</w:t>
      </w:r>
    </w:p>
    <w:p w:rsidR="006974AE" w:rsidRDefault="006974AE" w:rsidP="006974AE">
      <w:r>
        <w:t>128.0212</w:t>
      </w:r>
      <w:r>
        <w:tab/>
        <w:t>1.013e0</w:t>
      </w:r>
    </w:p>
    <w:p w:rsidR="006974AE" w:rsidRDefault="006974AE" w:rsidP="006974AE">
      <w:r>
        <w:t>128.0300</w:t>
      </w:r>
      <w:r>
        <w:tab/>
        <w:t>1.013e0</w:t>
      </w:r>
    </w:p>
    <w:p w:rsidR="006974AE" w:rsidRDefault="006974AE" w:rsidP="006974AE">
      <w:r>
        <w:t>128.0423</w:t>
      </w:r>
      <w:r>
        <w:tab/>
        <w:t>3.038e0</w:t>
      </w:r>
    </w:p>
    <w:p w:rsidR="006974AE" w:rsidRDefault="006974AE" w:rsidP="006974AE">
      <w:r>
        <w:t>128.0453</w:t>
      </w:r>
      <w:r>
        <w:tab/>
        <w:t>1.013e0</w:t>
      </w:r>
    </w:p>
    <w:p w:rsidR="006974AE" w:rsidRDefault="006974AE" w:rsidP="006974AE">
      <w:r>
        <w:t>128.0539</w:t>
      </w:r>
      <w:r>
        <w:tab/>
        <w:t>1.013e0</w:t>
      </w:r>
    </w:p>
    <w:p w:rsidR="006974AE" w:rsidRDefault="006974AE" w:rsidP="006974AE">
      <w:r>
        <w:t>128.0601</w:t>
      </w:r>
      <w:r>
        <w:tab/>
        <w:t>1.013e0</w:t>
      </w:r>
    </w:p>
    <w:p w:rsidR="006974AE" w:rsidRDefault="006974AE" w:rsidP="006974AE">
      <w:r>
        <w:t>128.0665</w:t>
      </w:r>
      <w:r>
        <w:tab/>
        <w:t>1.013e0</w:t>
      </w:r>
    </w:p>
    <w:p w:rsidR="006974AE" w:rsidRDefault="006974AE" w:rsidP="006974AE">
      <w:r>
        <w:t>128.0749</w:t>
      </w:r>
      <w:r>
        <w:tab/>
        <w:t>1.013e0</w:t>
      </w:r>
    </w:p>
    <w:p w:rsidR="006974AE" w:rsidRDefault="006974AE" w:rsidP="006974AE">
      <w:r>
        <w:t>128.0760</w:t>
      </w:r>
      <w:r>
        <w:tab/>
        <w:t>3.038e0</w:t>
      </w:r>
    </w:p>
    <w:p w:rsidR="006974AE" w:rsidRDefault="006974AE" w:rsidP="006974AE">
      <w:r>
        <w:t>128.0781</w:t>
      </w:r>
      <w:r>
        <w:tab/>
        <w:t>4.051e0</w:t>
      </w:r>
    </w:p>
    <w:p w:rsidR="006974AE" w:rsidRDefault="006974AE" w:rsidP="006974AE">
      <w:r>
        <w:lastRenderedPageBreak/>
        <w:t>128.0796</w:t>
      </w:r>
      <w:r>
        <w:tab/>
        <w:t>2.025e0</w:t>
      </w:r>
    </w:p>
    <w:p w:rsidR="006974AE" w:rsidRDefault="006974AE" w:rsidP="006974AE">
      <w:r>
        <w:t>128.0813</w:t>
      </w:r>
      <w:r>
        <w:tab/>
        <w:t>3.935e0</w:t>
      </w:r>
    </w:p>
    <w:p w:rsidR="006974AE" w:rsidRDefault="006974AE" w:rsidP="006974AE">
      <w:r>
        <w:t>128.0856</w:t>
      </w:r>
      <w:r>
        <w:tab/>
        <w:t>5.063e0</w:t>
      </w:r>
    </w:p>
    <w:p w:rsidR="006974AE" w:rsidRDefault="006974AE" w:rsidP="006974AE">
      <w:r>
        <w:t>128.1021</w:t>
      </w:r>
      <w:r>
        <w:tab/>
        <w:t>1.013e0</w:t>
      </w:r>
    </w:p>
    <w:p w:rsidR="006974AE" w:rsidRDefault="006974AE" w:rsidP="006974AE">
      <w:r>
        <w:t>128.1054</w:t>
      </w:r>
      <w:r>
        <w:tab/>
        <w:t>2.025e0</w:t>
      </w:r>
    </w:p>
    <w:p w:rsidR="006974AE" w:rsidRDefault="006974AE" w:rsidP="006974AE">
      <w:r>
        <w:t>128.1083</w:t>
      </w:r>
      <w:r>
        <w:tab/>
        <w:t>3.038e0</w:t>
      </w:r>
    </w:p>
    <w:p w:rsidR="006974AE" w:rsidRDefault="006974AE" w:rsidP="006974AE">
      <w:r>
        <w:t>128.1145</w:t>
      </w:r>
      <w:r>
        <w:tab/>
        <w:t>1.013e0</w:t>
      </w:r>
    </w:p>
    <w:p w:rsidR="006974AE" w:rsidRDefault="006974AE" w:rsidP="006974AE">
      <w:r>
        <w:t>128.1161</w:t>
      </w:r>
      <w:r>
        <w:tab/>
        <w:t>2.025e0</w:t>
      </w:r>
    </w:p>
    <w:p w:rsidR="006974AE" w:rsidRDefault="006974AE" w:rsidP="006974AE">
      <w:r>
        <w:t>128.1262</w:t>
      </w:r>
      <w:r>
        <w:tab/>
        <w:t>1.013e0</w:t>
      </w:r>
    </w:p>
    <w:p w:rsidR="006974AE" w:rsidRDefault="006974AE" w:rsidP="006974AE">
      <w:r>
        <w:t>128.1295</w:t>
      </w:r>
      <w:r>
        <w:tab/>
        <w:t>1.013e0</w:t>
      </w:r>
    </w:p>
    <w:p w:rsidR="006974AE" w:rsidRDefault="006974AE" w:rsidP="006974AE">
      <w:r>
        <w:t>128.1308</w:t>
      </w:r>
      <w:r>
        <w:tab/>
        <w:t>3.038e0</w:t>
      </w:r>
    </w:p>
    <w:p w:rsidR="006974AE" w:rsidRDefault="006974AE" w:rsidP="006974AE">
      <w:r>
        <w:t>128.1325</w:t>
      </w:r>
      <w:r>
        <w:tab/>
        <w:t>1.013e0</w:t>
      </w:r>
    </w:p>
    <w:p w:rsidR="006974AE" w:rsidRDefault="006974AE" w:rsidP="006974AE">
      <w:r>
        <w:t>128.1457</w:t>
      </w:r>
      <w:r>
        <w:tab/>
        <w:t>2.025e0</w:t>
      </w:r>
    </w:p>
    <w:p w:rsidR="006974AE" w:rsidRDefault="006974AE" w:rsidP="006974AE">
      <w:r>
        <w:t>128.1472</w:t>
      </w:r>
      <w:r>
        <w:tab/>
        <w:t>1.013e0</w:t>
      </w:r>
    </w:p>
    <w:p w:rsidR="006974AE" w:rsidRDefault="006974AE" w:rsidP="006974AE">
      <w:r>
        <w:t>128.1595</w:t>
      </w:r>
      <w:r>
        <w:tab/>
        <w:t>1.013e0</w:t>
      </w:r>
    </w:p>
    <w:p w:rsidR="006974AE" w:rsidRDefault="006974AE" w:rsidP="006974AE">
      <w:r>
        <w:t>128.1746</w:t>
      </w:r>
      <w:r>
        <w:tab/>
        <w:t>1.013e0</w:t>
      </w:r>
    </w:p>
    <w:p w:rsidR="006974AE" w:rsidRDefault="006974AE" w:rsidP="006974AE">
      <w:r>
        <w:t>128.1837</w:t>
      </w:r>
      <w:r>
        <w:tab/>
        <w:t>2.025e0</w:t>
      </w:r>
    </w:p>
    <w:p w:rsidR="006974AE" w:rsidRDefault="006974AE" w:rsidP="006974AE">
      <w:r>
        <w:t>128.1870</w:t>
      </w:r>
      <w:r>
        <w:tab/>
        <w:t>2.025e0</w:t>
      </w:r>
    </w:p>
    <w:p w:rsidR="006974AE" w:rsidRDefault="006974AE" w:rsidP="006974AE">
      <w:r>
        <w:t>128.2048</w:t>
      </w:r>
      <w:r>
        <w:tab/>
        <w:t>1.013e0</w:t>
      </w:r>
    </w:p>
    <w:p w:rsidR="006974AE" w:rsidRDefault="006974AE" w:rsidP="006974AE">
      <w:r>
        <w:lastRenderedPageBreak/>
        <w:t>128.2108</w:t>
      </w:r>
      <w:r>
        <w:tab/>
        <w:t>1.013e0</w:t>
      </w:r>
    </w:p>
    <w:p w:rsidR="006974AE" w:rsidRDefault="006974AE" w:rsidP="006974AE">
      <w:r>
        <w:t>128.2227</w:t>
      </w:r>
      <w:r>
        <w:tab/>
        <w:t>1.013e0</w:t>
      </w:r>
    </w:p>
    <w:p w:rsidR="006974AE" w:rsidRDefault="006974AE" w:rsidP="006974AE">
      <w:r>
        <w:t>128.2349</w:t>
      </w:r>
      <w:r>
        <w:tab/>
        <w:t>1.013e0</w:t>
      </w:r>
    </w:p>
    <w:p w:rsidR="006974AE" w:rsidRDefault="006974AE" w:rsidP="006974AE">
      <w:r>
        <w:t>128.2405</w:t>
      </w:r>
      <w:r>
        <w:tab/>
        <w:t>2.025e0</w:t>
      </w:r>
    </w:p>
    <w:p w:rsidR="006974AE" w:rsidRDefault="006974AE" w:rsidP="006974AE">
      <w:r>
        <w:t>128.2528</w:t>
      </w:r>
      <w:r>
        <w:tab/>
        <w:t>1.013e0</w:t>
      </w:r>
    </w:p>
    <w:p w:rsidR="006974AE" w:rsidRDefault="006974AE" w:rsidP="006974AE">
      <w:r>
        <w:t>128.2545</w:t>
      </w:r>
      <w:r>
        <w:tab/>
        <w:t>2.025e0</w:t>
      </w:r>
    </w:p>
    <w:p w:rsidR="006974AE" w:rsidRDefault="006974AE" w:rsidP="006974AE">
      <w:r>
        <w:t>128.2646</w:t>
      </w:r>
      <w:r>
        <w:tab/>
        <w:t>1.013e0</w:t>
      </w:r>
    </w:p>
    <w:p w:rsidR="006974AE" w:rsidRDefault="006974AE" w:rsidP="006974AE">
      <w:r>
        <w:t>128.2740</w:t>
      </w:r>
      <w:r>
        <w:tab/>
        <w:t>1.013e0</w:t>
      </w:r>
    </w:p>
    <w:p w:rsidR="006974AE" w:rsidRDefault="006974AE" w:rsidP="006974AE">
      <w:r>
        <w:t>128.2828</w:t>
      </w:r>
      <w:r>
        <w:tab/>
        <w:t>1.013e0</w:t>
      </w:r>
    </w:p>
    <w:p w:rsidR="006974AE" w:rsidRDefault="006974AE" w:rsidP="006974AE">
      <w:r>
        <w:t>128.3099</w:t>
      </w:r>
      <w:r>
        <w:tab/>
        <w:t>3.038e0</w:t>
      </w:r>
    </w:p>
    <w:p w:rsidR="006974AE" w:rsidRDefault="006974AE" w:rsidP="006974AE">
      <w:r>
        <w:t>128.3221</w:t>
      </w:r>
      <w:r>
        <w:tab/>
        <w:t>2.025e0</w:t>
      </w:r>
    </w:p>
    <w:p w:rsidR="006974AE" w:rsidRDefault="006974AE" w:rsidP="006974AE">
      <w:r>
        <w:t>128.3339</w:t>
      </w:r>
      <w:r>
        <w:tab/>
        <w:t>1.013e0</w:t>
      </w:r>
    </w:p>
    <w:p w:rsidR="006974AE" w:rsidRDefault="006974AE" w:rsidP="006974AE">
      <w:r>
        <w:t>128.3522</w:t>
      </w:r>
      <w:r>
        <w:tab/>
        <w:t>1.013e0</w:t>
      </w:r>
    </w:p>
    <w:p w:rsidR="006974AE" w:rsidRDefault="006974AE" w:rsidP="006974AE">
      <w:r>
        <w:t>128.3703</w:t>
      </w:r>
      <w:r>
        <w:tab/>
        <w:t>1.013e0</w:t>
      </w:r>
    </w:p>
    <w:p w:rsidR="006974AE" w:rsidRDefault="006974AE" w:rsidP="006974AE">
      <w:r>
        <w:t>128.3763</w:t>
      </w:r>
      <w:r>
        <w:tab/>
        <w:t>1.013e0</w:t>
      </w:r>
    </w:p>
    <w:p w:rsidR="006974AE" w:rsidRDefault="006974AE" w:rsidP="006974AE">
      <w:r>
        <w:t>128.3788</w:t>
      </w:r>
      <w:r>
        <w:tab/>
        <w:t>1.013e0</w:t>
      </w:r>
    </w:p>
    <w:p w:rsidR="006974AE" w:rsidRDefault="006974AE" w:rsidP="006974AE">
      <w:r>
        <w:t>128.4155</w:t>
      </w:r>
      <w:r>
        <w:tab/>
        <w:t>1.013e0</w:t>
      </w:r>
    </w:p>
    <w:p w:rsidR="006974AE" w:rsidRDefault="006974AE" w:rsidP="006974AE">
      <w:r>
        <w:t>128.4187</w:t>
      </w:r>
      <w:r>
        <w:tab/>
        <w:t>1.013e0</w:t>
      </w:r>
    </w:p>
    <w:p w:rsidR="006974AE" w:rsidRDefault="006974AE" w:rsidP="006974AE">
      <w:r>
        <w:t>128.4241</w:t>
      </w:r>
      <w:r>
        <w:tab/>
        <w:t>1.013e0</w:t>
      </w:r>
    </w:p>
    <w:p w:rsidR="006974AE" w:rsidRDefault="006974AE" w:rsidP="006974AE">
      <w:r>
        <w:lastRenderedPageBreak/>
        <w:t>128.4335</w:t>
      </w:r>
      <w:r>
        <w:tab/>
        <w:t>2.025e0</w:t>
      </w:r>
    </w:p>
    <w:p w:rsidR="006974AE" w:rsidRDefault="006974AE" w:rsidP="006974AE">
      <w:r>
        <w:t>128.4470</w:t>
      </w:r>
      <w:r>
        <w:tab/>
        <w:t>2.025e0</w:t>
      </w:r>
    </w:p>
    <w:p w:rsidR="006974AE" w:rsidRDefault="006974AE" w:rsidP="006974AE">
      <w:r>
        <w:t>128.4590</w:t>
      </w:r>
      <w:r>
        <w:tab/>
        <w:t>2.025e0</w:t>
      </w:r>
    </w:p>
    <w:p w:rsidR="006974AE" w:rsidRDefault="006974AE" w:rsidP="006974AE">
      <w:r>
        <w:t>128.4722</w:t>
      </w:r>
      <w:r>
        <w:tab/>
        <w:t>1.013e0</w:t>
      </w:r>
    </w:p>
    <w:p w:rsidR="006974AE" w:rsidRDefault="006974AE" w:rsidP="006974AE">
      <w:r>
        <w:t>128.4754</w:t>
      </w:r>
      <w:r>
        <w:tab/>
        <w:t>1.013e0</w:t>
      </w:r>
    </w:p>
    <w:p w:rsidR="006974AE" w:rsidRDefault="006974AE" w:rsidP="006974AE">
      <w:r>
        <w:t>128.4909</w:t>
      </w:r>
      <w:r>
        <w:tab/>
        <w:t>1.013e0</w:t>
      </w:r>
    </w:p>
    <w:p w:rsidR="006974AE" w:rsidRDefault="006974AE" w:rsidP="006974AE">
      <w:r>
        <w:t>128.5058</w:t>
      </w:r>
      <w:r>
        <w:tab/>
        <w:t>2.025e0</w:t>
      </w:r>
    </w:p>
    <w:p w:rsidR="006974AE" w:rsidRDefault="006974AE" w:rsidP="006974AE">
      <w:r>
        <w:t>128.5072</w:t>
      </w:r>
      <w:r>
        <w:tab/>
        <w:t>2.025e0</w:t>
      </w:r>
    </w:p>
    <w:p w:rsidR="006974AE" w:rsidRDefault="006974AE" w:rsidP="006974AE">
      <w:r>
        <w:t>128.5120</w:t>
      </w:r>
      <w:r>
        <w:tab/>
        <w:t>1.013e0</w:t>
      </w:r>
    </w:p>
    <w:p w:rsidR="006974AE" w:rsidRDefault="006974AE" w:rsidP="006974AE">
      <w:r>
        <w:t>128.5151</w:t>
      </w:r>
      <w:r>
        <w:tab/>
        <w:t>1.013e0</w:t>
      </w:r>
    </w:p>
    <w:p w:rsidR="006974AE" w:rsidRDefault="006974AE" w:rsidP="006974AE">
      <w:r>
        <w:t>128.5238</w:t>
      </w:r>
      <w:r>
        <w:tab/>
        <w:t>1.013e0</w:t>
      </w:r>
    </w:p>
    <w:p w:rsidR="006974AE" w:rsidRDefault="006974AE" w:rsidP="006974AE">
      <w:r>
        <w:t>128.5362</w:t>
      </w:r>
      <w:r>
        <w:tab/>
        <w:t>2.025e0</w:t>
      </w:r>
    </w:p>
    <w:p w:rsidR="006974AE" w:rsidRDefault="006974AE" w:rsidP="006974AE">
      <w:r>
        <w:t>128.5419</w:t>
      </w:r>
      <w:r>
        <w:tab/>
        <w:t>3.038e0</w:t>
      </w:r>
    </w:p>
    <w:p w:rsidR="006974AE" w:rsidRDefault="006974AE" w:rsidP="006974AE">
      <w:r>
        <w:t>128.5720</w:t>
      </w:r>
      <w:r>
        <w:tab/>
        <w:t>1.013e0</w:t>
      </w:r>
    </w:p>
    <w:p w:rsidR="006974AE" w:rsidRDefault="006974AE" w:rsidP="006974AE">
      <w:r>
        <w:t>128.5845</w:t>
      </w:r>
      <w:r>
        <w:tab/>
        <w:t>1.013e0</w:t>
      </w:r>
    </w:p>
    <w:p w:rsidR="006974AE" w:rsidRDefault="006974AE" w:rsidP="006974AE">
      <w:r>
        <w:t>128.5872</w:t>
      </w:r>
      <w:r>
        <w:tab/>
        <w:t>1.013e0</w:t>
      </w:r>
    </w:p>
    <w:p w:rsidR="006974AE" w:rsidRDefault="006974AE" w:rsidP="006974AE">
      <w:r>
        <w:t>128.6021</w:t>
      </w:r>
      <w:r>
        <w:tab/>
        <w:t>1.013e0</w:t>
      </w:r>
    </w:p>
    <w:p w:rsidR="006974AE" w:rsidRDefault="006974AE" w:rsidP="006974AE">
      <w:r>
        <w:t>128.6296</w:t>
      </w:r>
      <w:r>
        <w:tab/>
        <w:t>1.013e0</w:t>
      </w:r>
    </w:p>
    <w:p w:rsidR="006974AE" w:rsidRDefault="006974AE" w:rsidP="006974AE">
      <w:r>
        <w:t>128.6380</w:t>
      </w:r>
      <w:r>
        <w:tab/>
        <w:t>1.013e0</w:t>
      </w:r>
    </w:p>
    <w:p w:rsidR="006974AE" w:rsidRDefault="006974AE" w:rsidP="006974AE">
      <w:r>
        <w:lastRenderedPageBreak/>
        <w:t>128.6504</w:t>
      </w:r>
      <w:r>
        <w:tab/>
        <w:t>1.013e0</w:t>
      </w:r>
    </w:p>
    <w:p w:rsidR="006974AE" w:rsidRDefault="006974AE" w:rsidP="006974AE">
      <w:r>
        <w:t>128.6537</w:t>
      </w:r>
      <w:r>
        <w:tab/>
        <w:t>1.013e0</w:t>
      </w:r>
    </w:p>
    <w:p w:rsidR="006974AE" w:rsidRDefault="006974AE" w:rsidP="006974AE">
      <w:r>
        <w:t>128.6716</w:t>
      </w:r>
      <w:r>
        <w:tab/>
        <w:t>1.013e0</w:t>
      </w:r>
    </w:p>
    <w:p w:rsidR="006974AE" w:rsidRDefault="006974AE" w:rsidP="006974AE">
      <w:r>
        <w:t>128.6805</w:t>
      </w:r>
      <w:r>
        <w:tab/>
        <w:t>1.013e0</w:t>
      </w:r>
    </w:p>
    <w:p w:rsidR="006974AE" w:rsidRDefault="006974AE" w:rsidP="006974AE">
      <w:r>
        <w:t>128.7020</w:t>
      </w:r>
      <w:r>
        <w:tab/>
        <w:t>1.013e0</w:t>
      </w:r>
    </w:p>
    <w:p w:rsidR="006974AE" w:rsidRDefault="006974AE" w:rsidP="006974AE">
      <w:r>
        <w:t>128.7261</w:t>
      </w:r>
      <w:r>
        <w:tab/>
        <w:t>1.013e0</w:t>
      </w:r>
    </w:p>
    <w:p w:rsidR="006974AE" w:rsidRDefault="006974AE" w:rsidP="006974AE">
      <w:r>
        <w:t>128.7556</w:t>
      </w:r>
      <w:r>
        <w:tab/>
        <w:t>1.013e0</w:t>
      </w:r>
    </w:p>
    <w:p w:rsidR="006974AE" w:rsidRDefault="006974AE" w:rsidP="006974AE">
      <w:r>
        <w:t>128.7680</w:t>
      </w:r>
      <w:r>
        <w:tab/>
        <w:t>1.013e0</w:t>
      </w:r>
    </w:p>
    <w:p w:rsidR="006974AE" w:rsidRDefault="006974AE" w:rsidP="006974AE">
      <w:r>
        <w:t>128.7728</w:t>
      </w:r>
      <w:r>
        <w:tab/>
        <w:t>2.025e0</w:t>
      </w:r>
    </w:p>
    <w:p w:rsidR="006974AE" w:rsidRDefault="006974AE" w:rsidP="006974AE">
      <w:r>
        <w:t>128.7829</w:t>
      </w:r>
      <w:r>
        <w:tab/>
        <w:t>2.025e0</w:t>
      </w:r>
    </w:p>
    <w:p w:rsidR="006974AE" w:rsidRDefault="006974AE" w:rsidP="006974AE">
      <w:r>
        <w:t>128.7907</w:t>
      </w:r>
      <w:r>
        <w:tab/>
        <w:t>1.351e0</w:t>
      </w:r>
    </w:p>
    <w:p w:rsidR="006974AE" w:rsidRDefault="006974AE" w:rsidP="006974AE">
      <w:r>
        <w:t>128.7997</w:t>
      </w:r>
      <w:r>
        <w:tab/>
        <w:t>2.025e0</w:t>
      </w:r>
    </w:p>
    <w:p w:rsidR="006974AE" w:rsidRDefault="006974AE" w:rsidP="006974AE">
      <w:r>
        <w:t>128.8072</w:t>
      </w:r>
      <w:r>
        <w:tab/>
        <w:t>1.013e0</w:t>
      </w:r>
    </w:p>
    <w:p w:rsidR="006974AE" w:rsidRDefault="006974AE" w:rsidP="006974AE">
      <w:r>
        <w:t>128.8280</w:t>
      </w:r>
      <w:r>
        <w:tab/>
        <w:t>1.013e0</w:t>
      </w:r>
    </w:p>
    <w:p w:rsidR="006974AE" w:rsidRDefault="006974AE" w:rsidP="006974AE">
      <w:r>
        <w:t>128.8344</w:t>
      </w:r>
      <w:r>
        <w:tab/>
        <w:t>1.013e0</w:t>
      </w:r>
    </w:p>
    <w:p w:rsidR="006974AE" w:rsidRDefault="006974AE" w:rsidP="006974AE">
      <w:r>
        <w:t>128.8492</w:t>
      </w:r>
      <w:r>
        <w:tab/>
        <w:t>1.013e0</w:t>
      </w:r>
    </w:p>
    <w:p w:rsidR="006974AE" w:rsidRDefault="006974AE" w:rsidP="006974AE">
      <w:r>
        <w:t>128.8522</w:t>
      </w:r>
      <w:r>
        <w:tab/>
        <w:t>1.013e0</w:t>
      </w:r>
    </w:p>
    <w:p w:rsidR="006974AE" w:rsidRDefault="006974AE" w:rsidP="006974AE">
      <w:r>
        <w:t>128.8585</w:t>
      </w:r>
      <w:r>
        <w:tab/>
        <w:t>1.013e0</w:t>
      </w:r>
    </w:p>
    <w:p w:rsidR="006974AE" w:rsidRDefault="006974AE" w:rsidP="006974AE">
      <w:r>
        <w:t>128.8646</w:t>
      </w:r>
      <w:r>
        <w:tab/>
        <w:t>1.013e0</w:t>
      </w:r>
    </w:p>
    <w:p w:rsidR="006974AE" w:rsidRDefault="006974AE" w:rsidP="006974AE">
      <w:r>
        <w:lastRenderedPageBreak/>
        <w:t>128.8765</w:t>
      </w:r>
      <w:r>
        <w:tab/>
        <w:t>1.013e0</w:t>
      </w:r>
    </w:p>
    <w:p w:rsidR="006974AE" w:rsidRDefault="006974AE" w:rsidP="006974AE">
      <w:r>
        <w:t>128.8827</w:t>
      </w:r>
      <w:r>
        <w:tab/>
        <w:t>1.013e0</w:t>
      </w:r>
    </w:p>
    <w:p w:rsidR="006974AE" w:rsidRDefault="006974AE" w:rsidP="006974AE">
      <w:r>
        <w:t>128.8918</w:t>
      </w:r>
      <w:r>
        <w:tab/>
        <w:t>1.013e0</w:t>
      </w:r>
    </w:p>
    <w:p w:rsidR="006974AE" w:rsidRDefault="006974AE" w:rsidP="006974AE">
      <w:r>
        <w:t>128.9005</w:t>
      </w:r>
      <w:r>
        <w:tab/>
        <w:t>1.013e0</w:t>
      </w:r>
    </w:p>
    <w:p w:rsidR="006974AE" w:rsidRDefault="006974AE" w:rsidP="006974AE">
      <w:r>
        <w:t>128.9067</w:t>
      </w:r>
      <w:r>
        <w:tab/>
        <w:t>2.025e0</w:t>
      </w:r>
    </w:p>
    <w:p w:rsidR="006974AE" w:rsidRDefault="006974AE" w:rsidP="006974AE">
      <w:r>
        <w:t>128.9277</w:t>
      </w:r>
      <w:r>
        <w:tab/>
        <w:t>1.013e0</w:t>
      </w:r>
    </w:p>
    <w:p w:rsidR="006974AE" w:rsidRDefault="006974AE" w:rsidP="006974AE">
      <w:r>
        <w:t>128.9371</w:t>
      </w:r>
      <w:r>
        <w:tab/>
        <w:t>1.013e0</w:t>
      </w:r>
    </w:p>
    <w:p w:rsidR="006974AE" w:rsidRDefault="006974AE" w:rsidP="006974AE">
      <w:r>
        <w:t>128.9488</w:t>
      </w:r>
      <w:r>
        <w:tab/>
        <w:t>1.013e0</w:t>
      </w:r>
    </w:p>
    <w:p w:rsidR="006974AE" w:rsidRDefault="006974AE" w:rsidP="006974AE">
      <w:r>
        <w:t>128.9641</w:t>
      </w:r>
      <w:r>
        <w:tab/>
        <w:t>1.013e0</w:t>
      </w:r>
    </w:p>
    <w:p w:rsidR="006974AE" w:rsidRDefault="006974AE" w:rsidP="006974AE">
      <w:r>
        <w:t>128.9793</w:t>
      </w:r>
      <w:r>
        <w:tab/>
        <w:t>1.013e0</w:t>
      </w:r>
    </w:p>
    <w:p w:rsidR="006974AE" w:rsidRDefault="006974AE" w:rsidP="006974AE">
      <w:r>
        <w:t>128.9909</w:t>
      </w:r>
      <w:r>
        <w:tab/>
        <w:t>1.013e0</w:t>
      </w:r>
    </w:p>
    <w:p w:rsidR="006974AE" w:rsidRDefault="006974AE" w:rsidP="006974AE">
      <w:r>
        <w:t>128.9939</w:t>
      </w:r>
      <w:r>
        <w:tab/>
        <w:t>2.025e0</w:t>
      </w:r>
    </w:p>
    <w:p w:rsidR="006974AE" w:rsidRDefault="006974AE" w:rsidP="006974AE">
      <w:r>
        <w:t>129.0096</w:t>
      </w:r>
      <w:r>
        <w:tab/>
        <w:t>1.013e0</w:t>
      </w:r>
    </w:p>
    <w:p w:rsidR="006974AE" w:rsidRDefault="006974AE" w:rsidP="006974AE">
      <w:r>
        <w:t>129.0214</w:t>
      </w:r>
      <w:r>
        <w:tab/>
        <w:t>1.013e0</w:t>
      </w:r>
    </w:p>
    <w:p w:rsidR="006974AE" w:rsidRDefault="006974AE" w:rsidP="006974AE">
      <w:r>
        <w:t>129.0392</w:t>
      </w:r>
      <w:r>
        <w:tab/>
        <w:t>3.038e0</w:t>
      </w:r>
    </w:p>
    <w:p w:rsidR="006974AE" w:rsidRDefault="006974AE" w:rsidP="006974AE">
      <w:r>
        <w:t>129.0423</w:t>
      </w:r>
      <w:r>
        <w:tab/>
        <w:t>1.013e0</w:t>
      </w:r>
    </w:p>
    <w:p w:rsidR="006974AE" w:rsidRDefault="006974AE" w:rsidP="006974AE">
      <w:r>
        <w:t>129.0547</w:t>
      </w:r>
      <w:r>
        <w:tab/>
        <w:t>1.013e0</w:t>
      </w:r>
    </w:p>
    <w:p w:rsidR="006974AE" w:rsidRDefault="006974AE" w:rsidP="006974AE">
      <w:r>
        <w:t>129.0607</w:t>
      </w:r>
      <w:r>
        <w:tab/>
        <w:t>1.013e0</w:t>
      </w:r>
    </w:p>
    <w:p w:rsidR="006974AE" w:rsidRDefault="006974AE" w:rsidP="006974AE">
      <w:r>
        <w:t>129.0619</w:t>
      </w:r>
      <w:r>
        <w:tab/>
        <w:t>2.025e0</w:t>
      </w:r>
    </w:p>
    <w:p w:rsidR="006974AE" w:rsidRDefault="006974AE" w:rsidP="006974AE">
      <w:r>
        <w:lastRenderedPageBreak/>
        <w:t>129.0650</w:t>
      </w:r>
      <w:r>
        <w:tab/>
        <w:t>2.025e0</w:t>
      </w:r>
    </w:p>
    <w:p w:rsidR="006974AE" w:rsidRDefault="006974AE" w:rsidP="006974AE">
      <w:r>
        <w:t>129.0667</w:t>
      </w:r>
      <w:r>
        <w:tab/>
        <w:t>1.013e0</w:t>
      </w:r>
    </w:p>
    <w:p w:rsidR="006974AE" w:rsidRDefault="006974AE" w:rsidP="006974AE">
      <w:r>
        <w:t>129.0682</w:t>
      </w:r>
      <w:r>
        <w:tab/>
        <w:t>1.968e0</w:t>
      </w:r>
    </w:p>
    <w:p w:rsidR="006974AE" w:rsidRDefault="006974AE" w:rsidP="006974AE">
      <w:r>
        <w:t>129.0836</w:t>
      </w:r>
      <w:r>
        <w:tab/>
        <w:t>3.038e0</w:t>
      </w:r>
    </w:p>
    <w:p w:rsidR="006974AE" w:rsidRDefault="006974AE" w:rsidP="006974AE">
      <w:r>
        <w:t>129.0879</w:t>
      </w:r>
      <w:r>
        <w:tab/>
        <w:t>4.516e0</w:t>
      </w:r>
    </w:p>
    <w:p w:rsidR="006974AE" w:rsidRDefault="006974AE" w:rsidP="006974AE">
      <w:r>
        <w:t>129.0938</w:t>
      </w:r>
      <w:r>
        <w:tab/>
        <w:t>1.013e0</w:t>
      </w:r>
    </w:p>
    <w:p w:rsidR="006974AE" w:rsidRDefault="006974AE" w:rsidP="006974AE">
      <w:r>
        <w:t>129.0972</w:t>
      </w:r>
      <w:r>
        <w:tab/>
        <w:t>7.089e0</w:t>
      </w:r>
    </w:p>
    <w:p w:rsidR="006974AE" w:rsidRDefault="006974AE" w:rsidP="006974AE">
      <w:r>
        <w:t>129.0986</w:t>
      </w:r>
      <w:r>
        <w:tab/>
        <w:t>1.890e0</w:t>
      </w:r>
    </w:p>
    <w:p w:rsidR="006974AE" w:rsidRDefault="006974AE" w:rsidP="006974AE">
      <w:r>
        <w:t>129.1040</w:t>
      </w:r>
      <w:r>
        <w:tab/>
        <w:t>3.038e0</w:t>
      </w:r>
    </w:p>
    <w:p w:rsidR="006974AE" w:rsidRDefault="006974AE" w:rsidP="006974AE">
      <w:r>
        <w:t>129.1061</w:t>
      </w:r>
      <w:r>
        <w:tab/>
        <w:t>2.025e0</w:t>
      </w:r>
    </w:p>
    <w:p w:rsidR="006974AE" w:rsidRDefault="006974AE" w:rsidP="006974AE">
      <w:r>
        <w:t>129.1075</w:t>
      </w:r>
      <w:r>
        <w:tab/>
        <w:t>4.021e0</w:t>
      </w:r>
    </w:p>
    <w:p w:rsidR="006974AE" w:rsidRDefault="006974AE" w:rsidP="006974AE">
      <w:r>
        <w:t>129.1108</w:t>
      </w:r>
      <w:r>
        <w:tab/>
        <w:t>3.038e0</w:t>
      </w:r>
    </w:p>
    <w:p w:rsidR="006974AE" w:rsidRDefault="006974AE" w:rsidP="006974AE">
      <w:r>
        <w:t>129.1241</w:t>
      </w:r>
      <w:r>
        <w:tab/>
        <w:t>1.013e0</w:t>
      </w:r>
    </w:p>
    <w:p w:rsidR="006974AE" w:rsidRDefault="006974AE" w:rsidP="006974AE">
      <w:r>
        <w:t>129.1258</w:t>
      </w:r>
      <w:r>
        <w:tab/>
        <w:t>2.025e0</w:t>
      </w:r>
    </w:p>
    <w:p w:rsidR="006974AE" w:rsidRDefault="006974AE" w:rsidP="006974AE">
      <w:r>
        <w:t>129.1358</w:t>
      </w:r>
      <w:r>
        <w:tab/>
        <w:t>1.013e0</w:t>
      </w:r>
    </w:p>
    <w:p w:rsidR="006974AE" w:rsidRDefault="006974AE" w:rsidP="006974AE">
      <w:r>
        <w:t>129.1391</w:t>
      </w:r>
      <w:r>
        <w:tab/>
        <w:t>2.025e0</w:t>
      </w:r>
    </w:p>
    <w:p w:rsidR="006974AE" w:rsidRDefault="006974AE" w:rsidP="006974AE">
      <w:r>
        <w:t>129.1484</w:t>
      </w:r>
      <w:r>
        <w:tab/>
        <w:t>1.013e0</w:t>
      </w:r>
    </w:p>
    <w:p w:rsidR="006974AE" w:rsidRDefault="006974AE" w:rsidP="006974AE">
      <w:r>
        <w:t>129.1543</w:t>
      </w:r>
      <w:r>
        <w:tab/>
        <w:t>1.013e0</w:t>
      </w:r>
    </w:p>
    <w:p w:rsidR="006974AE" w:rsidRDefault="006974AE" w:rsidP="006974AE">
      <w:r>
        <w:t>129.1664</w:t>
      </w:r>
      <w:r>
        <w:tab/>
        <w:t>2.025e0</w:t>
      </w:r>
    </w:p>
    <w:p w:rsidR="006974AE" w:rsidRDefault="006974AE" w:rsidP="006974AE">
      <w:r>
        <w:lastRenderedPageBreak/>
        <w:t>129.1786</w:t>
      </w:r>
      <w:r>
        <w:tab/>
        <w:t>1.013e0</w:t>
      </w:r>
    </w:p>
    <w:p w:rsidR="006974AE" w:rsidRDefault="006974AE" w:rsidP="006974AE">
      <w:r>
        <w:t>129.1873</w:t>
      </w:r>
      <w:r>
        <w:tab/>
        <w:t>2.025e0</w:t>
      </w:r>
    </w:p>
    <w:p w:rsidR="006974AE" w:rsidRDefault="006974AE" w:rsidP="006974AE">
      <w:r>
        <w:t>129.1906</w:t>
      </w:r>
      <w:r>
        <w:tab/>
        <w:t>1.013e0</w:t>
      </w:r>
    </w:p>
    <w:p w:rsidR="006974AE" w:rsidRDefault="006974AE" w:rsidP="006974AE">
      <w:r>
        <w:t>129.2054</w:t>
      </w:r>
      <w:r>
        <w:tab/>
        <w:t>1.013e0</w:t>
      </w:r>
    </w:p>
    <w:p w:rsidR="006974AE" w:rsidRDefault="006974AE" w:rsidP="006974AE">
      <w:r>
        <w:t>129.2267</w:t>
      </w:r>
      <w:r>
        <w:tab/>
        <w:t>1.013e0</w:t>
      </w:r>
    </w:p>
    <w:p w:rsidR="006974AE" w:rsidRDefault="006974AE" w:rsidP="006974AE">
      <w:r>
        <w:t>129.2388</w:t>
      </w:r>
      <w:r>
        <w:tab/>
        <w:t>1.013e0</w:t>
      </w:r>
    </w:p>
    <w:p w:rsidR="006974AE" w:rsidRDefault="006974AE" w:rsidP="006974AE">
      <w:r>
        <w:t>129.2537</w:t>
      </w:r>
      <w:r>
        <w:tab/>
        <w:t>1.013e0</w:t>
      </w:r>
    </w:p>
    <w:p w:rsidR="006974AE" w:rsidRDefault="006974AE" w:rsidP="006974AE">
      <w:r>
        <w:t>129.2693</w:t>
      </w:r>
      <w:r>
        <w:tab/>
        <w:t>1.013e0</w:t>
      </w:r>
    </w:p>
    <w:p w:rsidR="006974AE" w:rsidRDefault="006974AE" w:rsidP="006974AE">
      <w:r>
        <w:t>129.2778</w:t>
      </w:r>
      <w:r>
        <w:tab/>
        <w:t>2.025e0</w:t>
      </w:r>
    </w:p>
    <w:p w:rsidR="006974AE" w:rsidRDefault="006974AE" w:rsidP="006974AE">
      <w:r>
        <w:t>129.2842</w:t>
      </w:r>
      <w:r>
        <w:tab/>
        <w:t>1.013e0</w:t>
      </w:r>
    </w:p>
    <w:p w:rsidR="006974AE" w:rsidRDefault="006974AE" w:rsidP="006974AE">
      <w:r>
        <w:t>129.2873</w:t>
      </w:r>
      <w:r>
        <w:tab/>
        <w:t>1.013e0</w:t>
      </w:r>
    </w:p>
    <w:p w:rsidR="006974AE" w:rsidRDefault="006974AE" w:rsidP="006974AE">
      <w:r>
        <w:t>129.2934</w:t>
      </w:r>
      <w:r>
        <w:tab/>
        <w:t>1.013e0</w:t>
      </w:r>
    </w:p>
    <w:p w:rsidR="006974AE" w:rsidRDefault="006974AE" w:rsidP="006974AE">
      <w:r>
        <w:t>129.3051</w:t>
      </w:r>
      <w:r>
        <w:tab/>
        <w:t>1.013e0</w:t>
      </w:r>
    </w:p>
    <w:p w:rsidR="006974AE" w:rsidRDefault="006974AE" w:rsidP="006974AE">
      <w:r>
        <w:t>129.3098</w:t>
      </w:r>
      <w:r>
        <w:tab/>
        <w:t>2.025e0</w:t>
      </w:r>
    </w:p>
    <w:p w:rsidR="006974AE" w:rsidRDefault="006974AE" w:rsidP="006974AE">
      <w:r>
        <w:t>129.3146</w:t>
      </w:r>
      <w:r>
        <w:tab/>
        <w:t>1.013e0</w:t>
      </w:r>
    </w:p>
    <w:p w:rsidR="006974AE" w:rsidRDefault="006974AE" w:rsidP="006974AE">
      <w:r>
        <w:t>129.3235</w:t>
      </w:r>
      <w:r>
        <w:tab/>
        <w:t>1.013e0</w:t>
      </w:r>
    </w:p>
    <w:p w:rsidR="006974AE" w:rsidRDefault="006974AE" w:rsidP="006974AE">
      <w:r>
        <w:t>129.3261</w:t>
      </w:r>
      <w:r>
        <w:tab/>
        <w:t>1.013e0</w:t>
      </w:r>
    </w:p>
    <w:p w:rsidR="006974AE" w:rsidRDefault="006974AE" w:rsidP="006974AE">
      <w:r>
        <w:t>129.3418</w:t>
      </w:r>
      <w:r>
        <w:tab/>
        <w:t>1.013e0</w:t>
      </w:r>
    </w:p>
    <w:p w:rsidR="006974AE" w:rsidRDefault="006974AE" w:rsidP="006974AE">
      <w:r>
        <w:t>129.3537</w:t>
      </w:r>
      <w:r>
        <w:tab/>
        <w:t>1.013e0</w:t>
      </w:r>
    </w:p>
    <w:p w:rsidR="006974AE" w:rsidRDefault="006974AE" w:rsidP="006974AE">
      <w:r>
        <w:lastRenderedPageBreak/>
        <w:t>129.3988</w:t>
      </w:r>
      <w:r>
        <w:tab/>
        <w:t>2.025e0</w:t>
      </w:r>
    </w:p>
    <w:p w:rsidR="006974AE" w:rsidRDefault="006974AE" w:rsidP="006974AE">
      <w:r>
        <w:t>129.4052</w:t>
      </w:r>
      <w:r>
        <w:tab/>
        <w:t>1.013e0</w:t>
      </w:r>
    </w:p>
    <w:p w:rsidR="006974AE" w:rsidRDefault="006974AE" w:rsidP="006974AE">
      <w:r>
        <w:t>129.4159</w:t>
      </w:r>
      <w:r>
        <w:tab/>
        <w:t>2.025e0</w:t>
      </w:r>
    </w:p>
    <w:p w:rsidR="006974AE" w:rsidRDefault="006974AE" w:rsidP="006974AE">
      <w:r>
        <w:t>129.4416</w:t>
      </w:r>
      <w:r>
        <w:tab/>
        <w:t>1.013e0</w:t>
      </w:r>
    </w:p>
    <w:p w:rsidR="006974AE" w:rsidRDefault="006974AE" w:rsidP="006974AE">
      <w:r>
        <w:t>129.4489</w:t>
      </w:r>
      <w:r>
        <w:tab/>
        <w:t>2.025e0</w:t>
      </w:r>
    </w:p>
    <w:p w:rsidR="006974AE" w:rsidRDefault="006974AE" w:rsidP="006974AE">
      <w:r>
        <w:t>129.4658</w:t>
      </w:r>
      <w:r>
        <w:tab/>
        <w:t>1.013e0</w:t>
      </w:r>
    </w:p>
    <w:p w:rsidR="006974AE" w:rsidRDefault="006974AE" w:rsidP="006974AE">
      <w:r>
        <w:t>129.4683</w:t>
      </w:r>
      <w:r>
        <w:tab/>
        <w:t>1.013e0</w:t>
      </w:r>
    </w:p>
    <w:p w:rsidR="006974AE" w:rsidRDefault="006974AE" w:rsidP="006974AE">
      <w:r>
        <w:t>129.4925</w:t>
      </w:r>
      <w:r>
        <w:tab/>
        <w:t>1.013e0</w:t>
      </w:r>
    </w:p>
    <w:p w:rsidR="006974AE" w:rsidRDefault="006974AE" w:rsidP="006974AE">
      <w:r>
        <w:t>129.5199</w:t>
      </w:r>
      <w:r>
        <w:tab/>
        <w:t>1.013e0</w:t>
      </w:r>
    </w:p>
    <w:p w:rsidR="006974AE" w:rsidRDefault="006974AE" w:rsidP="006974AE">
      <w:r>
        <w:t>129.5323</w:t>
      </w:r>
      <w:r>
        <w:tab/>
        <w:t>1.013e0</w:t>
      </w:r>
    </w:p>
    <w:p w:rsidR="006974AE" w:rsidRDefault="006974AE" w:rsidP="006974AE">
      <w:r>
        <w:t>129.5335</w:t>
      </w:r>
      <w:r>
        <w:tab/>
        <w:t>6.076e0</w:t>
      </w:r>
    </w:p>
    <w:p w:rsidR="006974AE" w:rsidRDefault="006974AE" w:rsidP="006974AE">
      <w:r>
        <w:t>129.5356</w:t>
      </w:r>
      <w:r>
        <w:tab/>
        <w:t>6.076e0</w:t>
      </w:r>
    </w:p>
    <w:p w:rsidR="006974AE" w:rsidRDefault="006974AE" w:rsidP="006974AE">
      <w:r>
        <w:t>129.5378</w:t>
      </w:r>
      <w:r>
        <w:tab/>
        <w:t>2.228e1</w:t>
      </w:r>
    </w:p>
    <w:p w:rsidR="006974AE" w:rsidRDefault="006974AE" w:rsidP="006974AE">
      <w:r>
        <w:t>129.5502</w:t>
      </w:r>
      <w:r>
        <w:tab/>
        <w:t>1.013e0</w:t>
      </w:r>
    </w:p>
    <w:p w:rsidR="006974AE" w:rsidRDefault="006974AE" w:rsidP="006974AE">
      <w:r>
        <w:t>129.5596</w:t>
      </w:r>
      <w:r>
        <w:tab/>
        <w:t>1.013e0</w:t>
      </w:r>
    </w:p>
    <w:p w:rsidR="006974AE" w:rsidRDefault="006974AE" w:rsidP="006974AE">
      <w:r>
        <w:t>129.5775</w:t>
      </w:r>
      <w:r>
        <w:tab/>
        <w:t>1.013e0</w:t>
      </w:r>
    </w:p>
    <w:p w:rsidR="006974AE" w:rsidRDefault="006974AE" w:rsidP="006974AE">
      <w:r>
        <w:t>129.5867</w:t>
      </w:r>
      <w:r>
        <w:tab/>
        <w:t>1.013e0</w:t>
      </w:r>
    </w:p>
    <w:p w:rsidR="006974AE" w:rsidRDefault="006974AE" w:rsidP="006974AE">
      <w:r>
        <w:t>129.5923</w:t>
      </w:r>
      <w:r>
        <w:tab/>
        <w:t>1.013e0</w:t>
      </w:r>
    </w:p>
    <w:p w:rsidR="006974AE" w:rsidRDefault="006974AE" w:rsidP="006974AE">
      <w:r>
        <w:t>129.6049</w:t>
      </w:r>
      <w:r>
        <w:tab/>
        <w:t>1.013e0</w:t>
      </w:r>
    </w:p>
    <w:p w:rsidR="006974AE" w:rsidRDefault="006974AE" w:rsidP="006974AE">
      <w:r>
        <w:lastRenderedPageBreak/>
        <w:t>129.6136</w:t>
      </w:r>
      <w:r>
        <w:tab/>
        <w:t>1.013e0</w:t>
      </w:r>
    </w:p>
    <w:p w:rsidR="006974AE" w:rsidRDefault="006974AE" w:rsidP="006974AE">
      <w:r>
        <w:t>129.6260</w:t>
      </w:r>
      <w:r>
        <w:tab/>
        <w:t>1.013e0</w:t>
      </w:r>
    </w:p>
    <w:p w:rsidR="006974AE" w:rsidRDefault="006974AE" w:rsidP="006974AE">
      <w:r>
        <w:t>129.6349</w:t>
      </w:r>
      <w:r>
        <w:tab/>
        <w:t>1.013e0</w:t>
      </w:r>
    </w:p>
    <w:p w:rsidR="006974AE" w:rsidRDefault="006974AE" w:rsidP="006974AE">
      <w:r>
        <w:t>129.6441</w:t>
      </w:r>
      <w:r>
        <w:tab/>
        <w:t>1.013e0</w:t>
      </w:r>
    </w:p>
    <w:p w:rsidR="006974AE" w:rsidRDefault="006974AE" w:rsidP="006974AE">
      <w:r>
        <w:t>129.6618</w:t>
      </w:r>
      <w:r>
        <w:tab/>
        <w:t>1.013e0</w:t>
      </w:r>
    </w:p>
    <w:p w:rsidR="006974AE" w:rsidRDefault="006974AE" w:rsidP="006974AE">
      <w:r>
        <w:t>129.6651</w:t>
      </w:r>
      <w:r>
        <w:tab/>
        <w:t>1.013e0</w:t>
      </w:r>
    </w:p>
    <w:p w:rsidR="006974AE" w:rsidRDefault="006974AE" w:rsidP="006974AE">
      <w:r>
        <w:t>129.6743</w:t>
      </w:r>
      <w:r>
        <w:tab/>
        <w:t>1.013e0</w:t>
      </w:r>
    </w:p>
    <w:p w:rsidR="006974AE" w:rsidRDefault="006974AE" w:rsidP="006974AE">
      <w:r>
        <w:t>129.6807</w:t>
      </w:r>
      <w:r>
        <w:tab/>
        <w:t>2.025e0</w:t>
      </w:r>
    </w:p>
    <w:p w:rsidR="006974AE" w:rsidRDefault="006974AE" w:rsidP="006974AE">
      <w:r>
        <w:t>129.6893</w:t>
      </w:r>
      <w:r>
        <w:tab/>
        <w:t>2.025e0</w:t>
      </w:r>
    </w:p>
    <w:p w:rsidR="006974AE" w:rsidRDefault="006974AE" w:rsidP="006974AE">
      <w:r>
        <w:t>129.7259</w:t>
      </w:r>
      <w:r>
        <w:tab/>
        <w:t>1.013e0</w:t>
      </w:r>
    </w:p>
    <w:p w:rsidR="006974AE" w:rsidRDefault="006974AE" w:rsidP="006974AE">
      <w:r>
        <w:t>129.7471</w:t>
      </w:r>
      <w:r>
        <w:tab/>
        <w:t>1.013e0</w:t>
      </w:r>
    </w:p>
    <w:p w:rsidR="006974AE" w:rsidRDefault="006974AE" w:rsidP="006974AE">
      <w:r>
        <w:t>129.7570</w:t>
      </w:r>
      <w:r>
        <w:tab/>
        <w:t>3.038e0</w:t>
      </w:r>
    </w:p>
    <w:p w:rsidR="006974AE" w:rsidRDefault="006974AE" w:rsidP="006974AE">
      <w:r>
        <w:t>129.7618</w:t>
      </w:r>
      <w:r>
        <w:tab/>
        <w:t>1.013e0</w:t>
      </w:r>
    </w:p>
    <w:p w:rsidR="006974AE" w:rsidRDefault="006974AE" w:rsidP="006974AE">
      <w:r>
        <w:t>129.7651</w:t>
      </w:r>
      <w:r>
        <w:tab/>
        <w:t>1.013e0</w:t>
      </w:r>
    </w:p>
    <w:p w:rsidR="006974AE" w:rsidRDefault="006974AE" w:rsidP="006974AE">
      <w:r>
        <w:t>129.7954</w:t>
      </w:r>
      <w:r>
        <w:tab/>
        <w:t>1.013e0</w:t>
      </w:r>
    </w:p>
    <w:p w:rsidR="006974AE" w:rsidRDefault="006974AE" w:rsidP="006974AE">
      <w:r>
        <w:t>129.8016</w:t>
      </w:r>
      <w:r>
        <w:tab/>
        <w:t>3.038e0</w:t>
      </w:r>
    </w:p>
    <w:p w:rsidR="006974AE" w:rsidRDefault="006974AE" w:rsidP="006974AE">
      <w:r>
        <w:t>129.8105</w:t>
      </w:r>
      <w:r>
        <w:tab/>
        <w:t>1.013e0</w:t>
      </w:r>
    </w:p>
    <w:p w:rsidR="006974AE" w:rsidRDefault="006974AE" w:rsidP="006974AE">
      <w:r>
        <w:t>129.8189</w:t>
      </w:r>
      <w:r>
        <w:tab/>
        <w:t>3.038e0</w:t>
      </w:r>
    </w:p>
    <w:p w:rsidR="006974AE" w:rsidRDefault="006974AE" w:rsidP="006974AE">
      <w:r>
        <w:t>129.8288</w:t>
      </w:r>
      <w:r>
        <w:tab/>
        <w:t>1.013e0</w:t>
      </w:r>
    </w:p>
    <w:p w:rsidR="006974AE" w:rsidRDefault="006974AE" w:rsidP="006974AE">
      <w:r>
        <w:lastRenderedPageBreak/>
        <w:t>129.8425</w:t>
      </w:r>
      <w:r>
        <w:tab/>
        <w:t>2.025e0</w:t>
      </w:r>
    </w:p>
    <w:p w:rsidR="006974AE" w:rsidRDefault="006974AE" w:rsidP="006974AE">
      <w:r>
        <w:t>129.8620</w:t>
      </w:r>
      <w:r>
        <w:tab/>
        <w:t>1.013e0</w:t>
      </w:r>
    </w:p>
    <w:p w:rsidR="006974AE" w:rsidRDefault="006974AE" w:rsidP="006974AE">
      <w:r>
        <w:t>129.8714</w:t>
      </w:r>
      <w:r>
        <w:tab/>
        <w:t>1.013e0</w:t>
      </w:r>
    </w:p>
    <w:p w:rsidR="006974AE" w:rsidRDefault="006974AE" w:rsidP="006974AE">
      <w:r>
        <w:t>129.8771</w:t>
      </w:r>
      <w:r>
        <w:tab/>
        <w:t>1.013e0</w:t>
      </w:r>
    </w:p>
    <w:p w:rsidR="006974AE" w:rsidRDefault="006974AE" w:rsidP="006974AE">
      <w:r>
        <w:t>129.8798</w:t>
      </w:r>
      <w:r>
        <w:tab/>
        <w:t>1.013e0</w:t>
      </w:r>
    </w:p>
    <w:p w:rsidR="006974AE" w:rsidRDefault="006974AE" w:rsidP="006974AE">
      <w:r>
        <w:t>129.8862</w:t>
      </w:r>
      <w:r>
        <w:tab/>
        <w:t>2.025e0</w:t>
      </w:r>
    </w:p>
    <w:p w:rsidR="006974AE" w:rsidRDefault="006974AE" w:rsidP="006974AE">
      <w:r>
        <w:t>129.8988</w:t>
      </w:r>
      <w:r>
        <w:tab/>
        <w:t>2.025e0</w:t>
      </w:r>
    </w:p>
    <w:p w:rsidR="006974AE" w:rsidRDefault="006974AE" w:rsidP="006974AE">
      <w:r>
        <w:t>129.9042</w:t>
      </w:r>
      <w:r>
        <w:tab/>
        <w:t>1.013e0</w:t>
      </w:r>
    </w:p>
    <w:p w:rsidR="006974AE" w:rsidRDefault="006974AE" w:rsidP="006974AE">
      <w:r>
        <w:t>129.9103</w:t>
      </w:r>
      <w:r>
        <w:tab/>
        <w:t>1.013e0</w:t>
      </w:r>
    </w:p>
    <w:p w:rsidR="006974AE" w:rsidRDefault="006974AE" w:rsidP="006974AE">
      <w:r>
        <w:t>129.9196</w:t>
      </w:r>
      <w:r>
        <w:tab/>
        <w:t>1.013e0</w:t>
      </w:r>
    </w:p>
    <w:p w:rsidR="006974AE" w:rsidRDefault="006974AE" w:rsidP="006974AE">
      <w:r>
        <w:t>129.9230</w:t>
      </w:r>
      <w:r>
        <w:tab/>
        <w:t>1.013e0</w:t>
      </w:r>
    </w:p>
    <w:p w:rsidR="006974AE" w:rsidRDefault="006974AE" w:rsidP="006974AE">
      <w:r>
        <w:t>129.9314</w:t>
      </w:r>
      <w:r>
        <w:tab/>
        <w:t>1.013e0</w:t>
      </w:r>
    </w:p>
    <w:p w:rsidR="006974AE" w:rsidRDefault="006974AE" w:rsidP="006974AE">
      <w:r>
        <w:t>129.9347</w:t>
      </w:r>
      <w:r>
        <w:tab/>
        <w:t>1.013e0</w:t>
      </w:r>
    </w:p>
    <w:p w:rsidR="006974AE" w:rsidRDefault="006974AE" w:rsidP="006974AE">
      <w:r>
        <w:t>129.9408</w:t>
      </w:r>
      <w:r>
        <w:tab/>
        <w:t>2.025e0</w:t>
      </w:r>
    </w:p>
    <w:p w:rsidR="006974AE" w:rsidRDefault="006974AE" w:rsidP="006974AE">
      <w:r>
        <w:t>129.9440</w:t>
      </w:r>
      <w:r>
        <w:tab/>
        <w:t>1.013e0</w:t>
      </w:r>
    </w:p>
    <w:p w:rsidR="006974AE" w:rsidRDefault="006974AE" w:rsidP="006974AE">
      <w:r>
        <w:t>129.9525</w:t>
      </w:r>
      <w:r>
        <w:tab/>
        <w:t>1.013e0</w:t>
      </w:r>
    </w:p>
    <w:p w:rsidR="006974AE" w:rsidRDefault="006974AE" w:rsidP="006974AE">
      <w:r>
        <w:t>129.9650</w:t>
      </w:r>
      <w:r>
        <w:tab/>
        <w:t>1.013e0</w:t>
      </w:r>
    </w:p>
    <w:p w:rsidR="006974AE" w:rsidRDefault="006974AE" w:rsidP="006974AE">
      <w:r>
        <w:t>129.9740</w:t>
      </w:r>
      <w:r>
        <w:tab/>
        <w:t>1.013e0</w:t>
      </w:r>
    </w:p>
    <w:p w:rsidR="006974AE" w:rsidRDefault="006974AE" w:rsidP="006974AE">
      <w:r>
        <w:t>129.9832</w:t>
      </w:r>
      <w:r>
        <w:tab/>
        <w:t>1.013e0</w:t>
      </w:r>
    </w:p>
    <w:p w:rsidR="006974AE" w:rsidRDefault="006974AE" w:rsidP="006974AE">
      <w:r>
        <w:lastRenderedPageBreak/>
        <w:t>129.9983</w:t>
      </w:r>
      <w:r>
        <w:tab/>
        <w:t>1.013e0</w:t>
      </w:r>
    </w:p>
    <w:p w:rsidR="006974AE" w:rsidRDefault="006974AE" w:rsidP="006974AE">
      <w:r>
        <w:t>130.0043</w:t>
      </w:r>
      <w:r>
        <w:tab/>
        <w:t>1.013e0</w:t>
      </w:r>
    </w:p>
    <w:p w:rsidR="006974AE" w:rsidRDefault="006974AE" w:rsidP="006974AE">
      <w:r>
        <w:t>130.0074</w:t>
      </w:r>
      <w:r>
        <w:tab/>
        <w:t>1.013e0</w:t>
      </w:r>
    </w:p>
    <w:p w:rsidR="006974AE" w:rsidRDefault="006974AE" w:rsidP="006974AE">
      <w:r>
        <w:t>130.0254</w:t>
      </w:r>
      <w:r>
        <w:tab/>
        <w:t>1.013e0</w:t>
      </w:r>
    </w:p>
    <w:p w:rsidR="006974AE" w:rsidRDefault="006974AE" w:rsidP="006974AE">
      <w:r>
        <w:t>130.0354</w:t>
      </w:r>
      <w:r>
        <w:tab/>
        <w:t>1.924e1</w:t>
      </w:r>
    </w:p>
    <w:p w:rsidR="006974AE" w:rsidRDefault="006974AE" w:rsidP="006974AE">
      <w:r>
        <w:t>130.0367</w:t>
      </w:r>
      <w:r>
        <w:tab/>
        <w:t>4.051e0</w:t>
      </w:r>
    </w:p>
    <w:p w:rsidR="006974AE" w:rsidRDefault="006974AE" w:rsidP="006974AE">
      <w:r>
        <w:t>130.0386</w:t>
      </w:r>
      <w:r>
        <w:tab/>
        <w:t>6.076e0</w:t>
      </w:r>
    </w:p>
    <w:p w:rsidR="006974AE" w:rsidRDefault="006974AE" w:rsidP="006974AE">
      <w:r>
        <w:t>130.0442</w:t>
      </w:r>
      <w:r>
        <w:tab/>
        <w:t>1.013e0</w:t>
      </w:r>
    </w:p>
    <w:p w:rsidR="006974AE" w:rsidRDefault="006974AE" w:rsidP="006974AE">
      <w:r>
        <w:t>130.0495</w:t>
      </w:r>
      <w:r>
        <w:tab/>
        <w:t>1.013e0</w:t>
      </w:r>
    </w:p>
    <w:p w:rsidR="006974AE" w:rsidRDefault="006974AE" w:rsidP="006974AE">
      <w:r>
        <w:t>130.0542</w:t>
      </w:r>
      <w:r>
        <w:tab/>
        <w:t>2.025e0</w:t>
      </w:r>
    </w:p>
    <w:p w:rsidR="006974AE" w:rsidRDefault="006974AE" w:rsidP="006974AE">
      <w:r>
        <w:t>130.0589</w:t>
      </w:r>
      <w:r>
        <w:tab/>
        <w:t>2.025e0</w:t>
      </w:r>
    </w:p>
    <w:p w:rsidR="006974AE" w:rsidRDefault="006974AE" w:rsidP="006974AE">
      <w:r>
        <w:t>130.0715</w:t>
      </w:r>
      <w:r>
        <w:tab/>
        <w:t>5.063e0</w:t>
      </w:r>
    </w:p>
    <w:p w:rsidR="006974AE" w:rsidRDefault="006974AE" w:rsidP="006974AE">
      <w:r>
        <w:t>130.0946</w:t>
      </w:r>
      <w:r>
        <w:tab/>
        <w:t>8.376e1</w:t>
      </w:r>
    </w:p>
    <w:p w:rsidR="006974AE" w:rsidRDefault="006974AE" w:rsidP="006974AE">
      <w:r>
        <w:t>130.0958</w:t>
      </w:r>
      <w:r>
        <w:tab/>
        <w:t>3.683e1</w:t>
      </w:r>
    </w:p>
    <w:p w:rsidR="006974AE" w:rsidRDefault="006974AE" w:rsidP="006974AE">
      <w:r>
        <w:t>130.0987</w:t>
      </w:r>
      <w:r>
        <w:tab/>
        <w:t>1.823e1</w:t>
      </w:r>
    </w:p>
    <w:p w:rsidR="006974AE" w:rsidRDefault="006974AE" w:rsidP="006974AE">
      <w:r>
        <w:t>130.1167</w:t>
      </w:r>
      <w:r>
        <w:tab/>
        <w:t>3.038e0</w:t>
      </w:r>
    </w:p>
    <w:p w:rsidR="006974AE" w:rsidRDefault="006974AE" w:rsidP="006974AE">
      <w:r>
        <w:t>130.1410</w:t>
      </w:r>
      <w:r>
        <w:tab/>
        <w:t>1.013e0</w:t>
      </w:r>
    </w:p>
    <w:p w:rsidR="006974AE" w:rsidRDefault="006974AE" w:rsidP="006974AE">
      <w:r>
        <w:t>130.1528</w:t>
      </w:r>
      <w:r>
        <w:tab/>
        <w:t>1.013e0</w:t>
      </w:r>
    </w:p>
    <w:p w:rsidR="006974AE" w:rsidRDefault="006974AE" w:rsidP="006974AE">
      <w:r>
        <w:t>130.1574</w:t>
      </w:r>
      <w:r>
        <w:tab/>
        <w:t>2.025e0</w:t>
      </w:r>
    </w:p>
    <w:p w:rsidR="006974AE" w:rsidRDefault="006974AE" w:rsidP="006974AE">
      <w:r>
        <w:lastRenderedPageBreak/>
        <w:t>130.1591</w:t>
      </w:r>
      <w:r>
        <w:tab/>
        <w:t>9.114e0</w:t>
      </w:r>
    </w:p>
    <w:p w:rsidR="006974AE" w:rsidRDefault="006974AE" w:rsidP="006974AE">
      <w:r>
        <w:t>130.1617</w:t>
      </w:r>
      <w:r>
        <w:tab/>
        <w:t>8.101e0</w:t>
      </w:r>
    </w:p>
    <w:p w:rsidR="006974AE" w:rsidRDefault="006974AE" w:rsidP="006974AE">
      <w:r>
        <w:t>130.1653</w:t>
      </w:r>
      <w:r>
        <w:tab/>
        <w:t>3.038e0</w:t>
      </w:r>
    </w:p>
    <w:p w:rsidR="006974AE" w:rsidRDefault="006974AE" w:rsidP="006974AE">
      <w:r>
        <w:t>130.1677</w:t>
      </w:r>
      <w:r>
        <w:tab/>
        <w:t>4.051e0</w:t>
      </w:r>
    </w:p>
    <w:p w:rsidR="006974AE" w:rsidRDefault="006974AE" w:rsidP="006974AE">
      <w:r>
        <w:t>130.1710</w:t>
      </w:r>
      <w:r>
        <w:tab/>
        <w:t>3.038e0</w:t>
      </w:r>
    </w:p>
    <w:p w:rsidR="006974AE" w:rsidRDefault="006974AE" w:rsidP="006974AE">
      <w:r>
        <w:t>130.1754</w:t>
      </w:r>
      <w:r>
        <w:tab/>
        <w:t>2.025e0</w:t>
      </w:r>
    </w:p>
    <w:p w:rsidR="006974AE" w:rsidRDefault="006974AE" w:rsidP="006974AE">
      <w:r>
        <w:t>130.1832</w:t>
      </w:r>
      <w:r>
        <w:tab/>
        <w:t>1.013e0</w:t>
      </w:r>
    </w:p>
    <w:p w:rsidR="006974AE" w:rsidRDefault="006974AE" w:rsidP="006974AE">
      <w:r>
        <w:t>130.1951</w:t>
      </w:r>
      <w:r>
        <w:tab/>
        <w:t>1.013e0</w:t>
      </w:r>
    </w:p>
    <w:p w:rsidR="006974AE" w:rsidRDefault="006974AE" w:rsidP="006974AE">
      <w:r>
        <w:t>130.1981</w:t>
      </w:r>
      <w:r>
        <w:tab/>
        <w:t>1.013e0</w:t>
      </w:r>
    </w:p>
    <w:p w:rsidR="006974AE" w:rsidRDefault="006974AE" w:rsidP="006974AE">
      <w:r>
        <w:t>130.2076</w:t>
      </w:r>
      <w:r>
        <w:tab/>
        <w:t>1.013e0</w:t>
      </w:r>
    </w:p>
    <w:p w:rsidR="006974AE" w:rsidRDefault="006974AE" w:rsidP="006974AE">
      <w:r>
        <w:t>130.2106</w:t>
      </w:r>
      <w:r>
        <w:tab/>
        <w:t>1.013e0</w:t>
      </w:r>
    </w:p>
    <w:p w:rsidR="006974AE" w:rsidRDefault="006974AE" w:rsidP="006974AE">
      <w:r>
        <w:t>130.2169</w:t>
      </w:r>
      <w:r>
        <w:tab/>
        <w:t>1.013e0</w:t>
      </w:r>
    </w:p>
    <w:p w:rsidR="006974AE" w:rsidRDefault="006974AE" w:rsidP="006974AE">
      <w:r>
        <w:t>130.2194</w:t>
      </w:r>
      <w:r>
        <w:tab/>
        <w:t>1.013e0</w:t>
      </w:r>
    </w:p>
    <w:p w:rsidR="006974AE" w:rsidRDefault="006974AE" w:rsidP="006974AE">
      <w:r>
        <w:t>130.2225</w:t>
      </w:r>
      <w:r>
        <w:tab/>
        <w:t>1.013e0</w:t>
      </w:r>
    </w:p>
    <w:p w:rsidR="006974AE" w:rsidRDefault="006974AE" w:rsidP="006974AE">
      <w:r>
        <w:t>130.2380</w:t>
      </w:r>
      <w:r>
        <w:tab/>
        <w:t>3.038e0</w:t>
      </w:r>
    </w:p>
    <w:p w:rsidR="006974AE" w:rsidRDefault="006974AE" w:rsidP="006974AE">
      <w:r>
        <w:t>130.2529</w:t>
      </w:r>
      <w:r>
        <w:tab/>
        <w:t>2.025e0</w:t>
      </w:r>
    </w:p>
    <w:p w:rsidR="006974AE" w:rsidRDefault="006974AE" w:rsidP="006974AE">
      <w:r>
        <w:t>130.2561</w:t>
      </w:r>
      <w:r>
        <w:tab/>
        <w:t>1.013e0</w:t>
      </w:r>
    </w:p>
    <w:p w:rsidR="006974AE" w:rsidRDefault="006974AE" w:rsidP="006974AE">
      <w:r>
        <w:t>130.2591</w:t>
      </w:r>
      <w:r>
        <w:tab/>
        <w:t>1.013e0</w:t>
      </w:r>
    </w:p>
    <w:p w:rsidR="006974AE" w:rsidRDefault="006974AE" w:rsidP="006974AE">
      <w:r>
        <w:t>130.2653</w:t>
      </w:r>
      <w:r>
        <w:tab/>
        <w:t>3.038e0</w:t>
      </w:r>
    </w:p>
    <w:p w:rsidR="006974AE" w:rsidRDefault="006974AE" w:rsidP="006974AE">
      <w:r>
        <w:lastRenderedPageBreak/>
        <w:t>130.2666</w:t>
      </w:r>
      <w:r>
        <w:tab/>
        <w:t>2.025e0</w:t>
      </w:r>
    </w:p>
    <w:p w:rsidR="006974AE" w:rsidRDefault="006974AE" w:rsidP="006974AE">
      <w:r>
        <w:t>130.2833</w:t>
      </w:r>
      <w:r>
        <w:tab/>
        <w:t>1.013e0</w:t>
      </w:r>
    </w:p>
    <w:p w:rsidR="006974AE" w:rsidRDefault="006974AE" w:rsidP="006974AE">
      <w:r>
        <w:t>130.2984</w:t>
      </w:r>
      <w:r>
        <w:tab/>
        <w:t>1.013e0</w:t>
      </w:r>
    </w:p>
    <w:p w:rsidR="006974AE" w:rsidRDefault="006974AE" w:rsidP="006974AE">
      <w:r>
        <w:t>130.3045</w:t>
      </w:r>
      <w:r>
        <w:tab/>
        <w:t>1.013e0</w:t>
      </w:r>
    </w:p>
    <w:p w:rsidR="006974AE" w:rsidRDefault="006974AE" w:rsidP="006974AE">
      <w:r>
        <w:t>130.3165</w:t>
      </w:r>
      <w:r>
        <w:tab/>
        <w:t>2.025e0</w:t>
      </w:r>
    </w:p>
    <w:p w:rsidR="006974AE" w:rsidRDefault="006974AE" w:rsidP="006974AE">
      <w:r>
        <w:t>130.3195</w:t>
      </w:r>
      <w:r>
        <w:tab/>
        <w:t>4.051e0</w:t>
      </w:r>
    </w:p>
    <w:p w:rsidR="006974AE" w:rsidRDefault="006974AE" w:rsidP="006974AE">
      <w:r>
        <w:t>130.3320</w:t>
      </w:r>
      <w:r>
        <w:tab/>
        <w:t>1.013e0</w:t>
      </w:r>
    </w:p>
    <w:p w:rsidR="006974AE" w:rsidRDefault="006974AE" w:rsidP="006974AE">
      <w:r>
        <w:t>130.3436</w:t>
      </w:r>
      <w:r>
        <w:tab/>
        <w:t>1.013e0</w:t>
      </w:r>
    </w:p>
    <w:p w:rsidR="006974AE" w:rsidRDefault="006974AE" w:rsidP="006974AE">
      <w:r>
        <w:t>130.3531</w:t>
      </w:r>
      <w:r>
        <w:tab/>
        <w:t>2.025e0</w:t>
      </w:r>
    </w:p>
    <w:p w:rsidR="006974AE" w:rsidRDefault="006974AE" w:rsidP="006974AE">
      <w:r>
        <w:t>130.3626</w:t>
      </w:r>
      <w:r>
        <w:tab/>
        <w:t>1.013e0</w:t>
      </w:r>
    </w:p>
    <w:p w:rsidR="006974AE" w:rsidRDefault="006974AE" w:rsidP="006974AE">
      <w:r>
        <w:t>130.3711</w:t>
      </w:r>
      <w:r>
        <w:tab/>
        <w:t>1.013e0</w:t>
      </w:r>
    </w:p>
    <w:p w:rsidR="006974AE" w:rsidRDefault="006974AE" w:rsidP="006974AE">
      <w:r>
        <w:t>130.3837</w:t>
      </w:r>
      <w:r>
        <w:tab/>
        <w:t>2.025e0</w:t>
      </w:r>
    </w:p>
    <w:p w:rsidR="006974AE" w:rsidRDefault="006974AE" w:rsidP="006974AE">
      <w:r>
        <w:t>130.3896</w:t>
      </w:r>
      <w:r>
        <w:tab/>
        <w:t>1.013e0</w:t>
      </w:r>
    </w:p>
    <w:p w:rsidR="006974AE" w:rsidRDefault="006974AE" w:rsidP="006974AE">
      <w:r>
        <w:t>130.3922</w:t>
      </w:r>
      <w:r>
        <w:tab/>
        <w:t>2.025e0</w:t>
      </w:r>
    </w:p>
    <w:p w:rsidR="006974AE" w:rsidRDefault="006974AE" w:rsidP="006974AE">
      <w:r>
        <w:t>130.3955</w:t>
      </w:r>
      <w:r>
        <w:tab/>
        <w:t>1.013e0</w:t>
      </w:r>
    </w:p>
    <w:p w:rsidR="006974AE" w:rsidRDefault="006974AE" w:rsidP="006974AE">
      <w:r>
        <w:t>130.4002</w:t>
      </w:r>
      <w:r>
        <w:tab/>
        <w:t>2.025e0</w:t>
      </w:r>
    </w:p>
    <w:p w:rsidR="006974AE" w:rsidRDefault="006974AE" w:rsidP="006974AE">
      <w:r>
        <w:t>130.4111</w:t>
      </w:r>
      <w:r>
        <w:tab/>
        <w:t>1.013e0</w:t>
      </w:r>
    </w:p>
    <w:p w:rsidR="006974AE" w:rsidRDefault="006974AE" w:rsidP="006974AE">
      <w:r>
        <w:t>130.4181</w:t>
      </w:r>
      <w:r>
        <w:tab/>
        <w:t>2.025e0</w:t>
      </w:r>
    </w:p>
    <w:p w:rsidR="006974AE" w:rsidRDefault="006974AE" w:rsidP="006974AE">
      <w:r>
        <w:t>130.4227</w:t>
      </w:r>
      <w:r>
        <w:tab/>
        <w:t>1.013e0</w:t>
      </w:r>
    </w:p>
    <w:p w:rsidR="006974AE" w:rsidRDefault="006974AE" w:rsidP="006974AE">
      <w:r>
        <w:lastRenderedPageBreak/>
        <w:t>130.4321</w:t>
      </w:r>
      <w:r>
        <w:tab/>
        <w:t>1.013e0</w:t>
      </w:r>
    </w:p>
    <w:p w:rsidR="006974AE" w:rsidRDefault="006974AE" w:rsidP="006974AE">
      <w:r>
        <w:t>130.4381</w:t>
      </w:r>
      <w:r>
        <w:tab/>
        <w:t>1.013e0</w:t>
      </w:r>
    </w:p>
    <w:p w:rsidR="006974AE" w:rsidRDefault="006974AE" w:rsidP="006974AE">
      <w:r>
        <w:t>130.4534</w:t>
      </w:r>
      <w:r>
        <w:tab/>
        <w:t>1.013e0</w:t>
      </w:r>
    </w:p>
    <w:p w:rsidR="006974AE" w:rsidRDefault="006974AE" w:rsidP="006974AE">
      <w:r>
        <w:t>130.4582</w:t>
      </w:r>
      <w:r>
        <w:tab/>
        <w:t>2.025e0</w:t>
      </w:r>
    </w:p>
    <w:p w:rsidR="006974AE" w:rsidRDefault="006974AE" w:rsidP="006974AE">
      <w:r>
        <w:t>130.4595</w:t>
      </w:r>
      <w:r>
        <w:tab/>
        <w:t>1.013e0</w:t>
      </w:r>
    </w:p>
    <w:p w:rsidR="006974AE" w:rsidRDefault="006974AE" w:rsidP="006974AE">
      <w:r>
        <w:t>130.4641</w:t>
      </w:r>
      <w:r>
        <w:tab/>
        <w:t>3.038e0</w:t>
      </w:r>
    </w:p>
    <w:p w:rsidR="006974AE" w:rsidRDefault="006974AE" w:rsidP="006974AE">
      <w:r>
        <w:t>130.4651</w:t>
      </w:r>
      <w:r>
        <w:tab/>
        <w:t>1.013e0</w:t>
      </w:r>
    </w:p>
    <w:p w:rsidR="006974AE" w:rsidRDefault="006974AE" w:rsidP="006974AE">
      <w:r>
        <w:t>130.4895</w:t>
      </w:r>
      <w:r>
        <w:tab/>
        <w:t>2.025e0</w:t>
      </w:r>
    </w:p>
    <w:p w:rsidR="006974AE" w:rsidRDefault="006974AE" w:rsidP="006974AE">
      <w:r>
        <w:t>130.4956</w:t>
      </w:r>
      <w:r>
        <w:tab/>
        <w:t>1.013e0</w:t>
      </w:r>
    </w:p>
    <w:p w:rsidR="006974AE" w:rsidRDefault="006974AE" w:rsidP="006974AE">
      <w:r>
        <w:t>130.5004</w:t>
      </w:r>
      <w:r>
        <w:tab/>
        <w:t>2.025e0</w:t>
      </w:r>
    </w:p>
    <w:p w:rsidR="006974AE" w:rsidRDefault="006974AE" w:rsidP="006974AE">
      <w:r>
        <w:t>130.5019</w:t>
      </w:r>
      <w:r>
        <w:tab/>
        <w:t>1.013e0</w:t>
      </w:r>
    </w:p>
    <w:p w:rsidR="006974AE" w:rsidRDefault="006974AE" w:rsidP="006974AE">
      <w:r>
        <w:t>130.5104</w:t>
      </w:r>
      <w:r>
        <w:tab/>
        <w:t>3.038e0</w:t>
      </w:r>
    </w:p>
    <w:p w:rsidR="006974AE" w:rsidRDefault="006974AE" w:rsidP="006974AE">
      <w:r>
        <w:t>130.5322</w:t>
      </w:r>
      <w:r>
        <w:tab/>
        <w:t>4.861e1</w:t>
      </w:r>
    </w:p>
    <w:p w:rsidR="006974AE" w:rsidRDefault="006974AE" w:rsidP="006974AE">
      <w:r>
        <w:t>130.5335</w:t>
      </w:r>
      <w:r>
        <w:tab/>
        <w:t>2.384e2</w:t>
      </w:r>
    </w:p>
    <w:p w:rsidR="006974AE" w:rsidRDefault="006974AE" w:rsidP="006974AE">
      <w:r>
        <w:t>130.5352</w:t>
      </w:r>
      <w:r>
        <w:tab/>
        <w:t>9.914e1</w:t>
      </w:r>
    </w:p>
    <w:p w:rsidR="006974AE" w:rsidRDefault="006974AE" w:rsidP="006974AE">
      <w:r>
        <w:t>130.5653</w:t>
      </w:r>
      <w:r>
        <w:tab/>
        <w:t>3.038e0</w:t>
      </w:r>
    </w:p>
    <w:p w:rsidR="006974AE" w:rsidRDefault="006974AE" w:rsidP="006974AE">
      <w:r>
        <w:t>130.5686</w:t>
      </w:r>
      <w:r>
        <w:tab/>
        <w:t>1.013e0</w:t>
      </w:r>
    </w:p>
    <w:p w:rsidR="006974AE" w:rsidRDefault="006974AE" w:rsidP="006974AE">
      <w:r>
        <w:t>130.5755</w:t>
      </w:r>
      <w:r>
        <w:tab/>
        <w:t>3.038e0</w:t>
      </w:r>
    </w:p>
    <w:p w:rsidR="006974AE" w:rsidRDefault="006974AE" w:rsidP="006974AE">
      <w:r>
        <w:t>130.5809</w:t>
      </w:r>
      <w:r>
        <w:tab/>
        <w:t>1.013e0</w:t>
      </w:r>
    </w:p>
    <w:p w:rsidR="006974AE" w:rsidRDefault="006974AE" w:rsidP="006974AE">
      <w:r>
        <w:lastRenderedPageBreak/>
        <w:t>130.5896</w:t>
      </w:r>
      <w:r>
        <w:tab/>
        <w:t>1.013e0</w:t>
      </w:r>
    </w:p>
    <w:p w:rsidR="006974AE" w:rsidRDefault="006974AE" w:rsidP="006974AE">
      <w:r>
        <w:t>130.5913</w:t>
      </w:r>
      <w:r>
        <w:tab/>
        <w:t>2.025e0</w:t>
      </w:r>
    </w:p>
    <w:p w:rsidR="006974AE" w:rsidRDefault="006974AE" w:rsidP="006974AE">
      <w:r>
        <w:t>130.5958</w:t>
      </w:r>
      <w:r>
        <w:tab/>
        <w:t>1.013e0</w:t>
      </w:r>
    </w:p>
    <w:p w:rsidR="006974AE" w:rsidRDefault="006974AE" w:rsidP="006974AE">
      <w:r>
        <w:t>130.5974</w:t>
      </w:r>
      <w:r>
        <w:tab/>
        <w:t>2.025e0</w:t>
      </w:r>
    </w:p>
    <w:p w:rsidR="006974AE" w:rsidRDefault="006974AE" w:rsidP="006974AE">
      <w:r>
        <w:t>130.6085</w:t>
      </w:r>
      <w:r>
        <w:tab/>
        <w:t>3.038e0</w:t>
      </w:r>
    </w:p>
    <w:p w:rsidR="006974AE" w:rsidRDefault="006974AE" w:rsidP="006974AE">
      <w:r>
        <w:t>130.6140</w:t>
      </w:r>
      <w:r>
        <w:tab/>
        <w:t>1.013e0</w:t>
      </w:r>
    </w:p>
    <w:p w:rsidR="006974AE" w:rsidRDefault="006974AE" w:rsidP="006974AE">
      <w:r>
        <w:t>130.6156</w:t>
      </w:r>
      <w:r>
        <w:tab/>
        <w:t>2.025e0</w:t>
      </w:r>
    </w:p>
    <w:p w:rsidR="006974AE" w:rsidRDefault="006974AE" w:rsidP="006974AE">
      <w:r>
        <w:t>130.6232</w:t>
      </w:r>
      <w:r>
        <w:tab/>
        <w:t>2.025e0</w:t>
      </w:r>
    </w:p>
    <w:p w:rsidR="006974AE" w:rsidRDefault="006974AE" w:rsidP="006974AE">
      <w:r>
        <w:t>130.6311</w:t>
      </w:r>
      <w:r>
        <w:tab/>
        <w:t>2.025e0</w:t>
      </w:r>
    </w:p>
    <w:p w:rsidR="006974AE" w:rsidRDefault="006974AE" w:rsidP="006974AE">
      <w:r>
        <w:t>130.6328</w:t>
      </w:r>
      <w:r>
        <w:tab/>
        <w:t>1.013e0</w:t>
      </w:r>
    </w:p>
    <w:p w:rsidR="006974AE" w:rsidRDefault="006974AE" w:rsidP="006974AE">
      <w:r>
        <w:t>130.6356</w:t>
      </w:r>
      <w:r>
        <w:tab/>
        <w:t>1.013e0</w:t>
      </w:r>
    </w:p>
    <w:p w:rsidR="006974AE" w:rsidRDefault="006974AE" w:rsidP="006974AE">
      <w:r>
        <w:t>130.6428</w:t>
      </w:r>
      <w:r>
        <w:tab/>
        <w:t>2.025e0</w:t>
      </w:r>
    </w:p>
    <w:p w:rsidR="006974AE" w:rsidRDefault="006974AE" w:rsidP="006974AE">
      <w:r>
        <w:t>130.6507</w:t>
      </w:r>
      <w:r>
        <w:tab/>
        <w:t>2.025e0</w:t>
      </w:r>
    </w:p>
    <w:p w:rsidR="006974AE" w:rsidRDefault="006974AE" w:rsidP="006974AE">
      <w:r>
        <w:t>130.6523</w:t>
      </w:r>
      <w:r>
        <w:tab/>
        <w:t>2.025e0</w:t>
      </w:r>
    </w:p>
    <w:p w:rsidR="006974AE" w:rsidRDefault="006974AE" w:rsidP="006974AE">
      <w:r>
        <w:t>130.6598</w:t>
      </w:r>
      <w:r>
        <w:tab/>
        <w:t>1.013e0</w:t>
      </w:r>
    </w:p>
    <w:p w:rsidR="006974AE" w:rsidRDefault="006974AE" w:rsidP="006974AE">
      <w:r>
        <w:t>130.6687</w:t>
      </w:r>
      <w:r>
        <w:tab/>
        <w:t>2.025e0</w:t>
      </w:r>
    </w:p>
    <w:p w:rsidR="006974AE" w:rsidRDefault="006974AE" w:rsidP="006974AE">
      <w:r>
        <w:t>130.6843</w:t>
      </w:r>
      <w:r>
        <w:tab/>
        <w:t>1.013e0</w:t>
      </w:r>
    </w:p>
    <w:p w:rsidR="006974AE" w:rsidRDefault="006974AE" w:rsidP="006974AE">
      <w:r>
        <w:t>130.6961</w:t>
      </w:r>
      <w:r>
        <w:tab/>
        <w:t>1.013e0</w:t>
      </w:r>
    </w:p>
    <w:p w:rsidR="006974AE" w:rsidRDefault="006974AE" w:rsidP="006974AE">
      <w:r>
        <w:t>130.6992</w:t>
      </w:r>
      <w:r>
        <w:tab/>
        <w:t>3.038e0</w:t>
      </w:r>
    </w:p>
    <w:p w:rsidR="006974AE" w:rsidRDefault="006974AE" w:rsidP="006974AE">
      <w:r>
        <w:lastRenderedPageBreak/>
        <w:t>130.7023</w:t>
      </w:r>
      <w:r>
        <w:tab/>
        <w:t>2.025e0</w:t>
      </w:r>
    </w:p>
    <w:p w:rsidR="006974AE" w:rsidRDefault="006974AE" w:rsidP="006974AE">
      <w:r>
        <w:t>130.7087</w:t>
      </w:r>
      <w:r>
        <w:tab/>
        <w:t>1.013e0</w:t>
      </w:r>
    </w:p>
    <w:p w:rsidR="006974AE" w:rsidRDefault="006974AE" w:rsidP="006974AE">
      <w:r>
        <w:t>130.7114</w:t>
      </w:r>
      <w:r>
        <w:tab/>
        <w:t>1.013e0</w:t>
      </w:r>
    </w:p>
    <w:p w:rsidR="006974AE" w:rsidRDefault="006974AE" w:rsidP="006974AE">
      <w:r>
        <w:t>130.7141</w:t>
      </w:r>
      <w:r>
        <w:tab/>
        <w:t>1.013e0</w:t>
      </w:r>
    </w:p>
    <w:p w:rsidR="006974AE" w:rsidRDefault="006974AE" w:rsidP="006974AE">
      <w:r>
        <w:t>130.7236</w:t>
      </w:r>
      <w:r>
        <w:tab/>
        <w:t>1.013e0</w:t>
      </w:r>
    </w:p>
    <w:p w:rsidR="006974AE" w:rsidRDefault="006974AE" w:rsidP="006974AE">
      <w:r>
        <w:t>130.7263</w:t>
      </w:r>
      <w:r>
        <w:tab/>
        <w:t>5.063e0</w:t>
      </w:r>
    </w:p>
    <w:p w:rsidR="006974AE" w:rsidRDefault="006974AE" w:rsidP="006974AE">
      <w:r>
        <w:t>130.7330</w:t>
      </w:r>
      <w:r>
        <w:tab/>
        <w:t>1.013e0</w:t>
      </w:r>
    </w:p>
    <w:p w:rsidR="006974AE" w:rsidRDefault="006974AE" w:rsidP="006974AE">
      <w:r>
        <w:t>130.7357</w:t>
      </w:r>
      <w:r>
        <w:tab/>
        <w:t>3.038e0</w:t>
      </w:r>
    </w:p>
    <w:p w:rsidR="006974AE" w:rsidRDefault="006974AE" w:rsidP="006974AE">
      <w:r>
        <w:t>130.7600</w:t>
      </w:r>
      <w:r>
        <w:tab/>
        <w:t>1.013e0</w:t>
      </w:r>
    </w:p>
    <w:p w:rsidR="006974AE" w:rsidRDefault="006974AE" w:rsidP="006974AE">
      <w:r>
        <w:t>130.7628</w:t>
      </w:r>
      <w:r>
        <w:tab/>
        <w:t>1.013e0</w:t>
      </w:r>
    </w:p>
    <w:p w:rsidR="006974AE" w:rsidRDefault="006974AE" w:rsidP="006974AE">
      <w:r>
        <w:t>130.7721</w:t>
      </w:r>
      <w:r>
        <w:tab/>
        <w:t>1.013e0</w:t>
      </w:r>
    </w:p>
    <w:p w:rsidR="006974AE" w:rsidRDefault="006974AE" w:rsidP="006974AE">
      <w:r>
        <w:t>130.7736</w:t>
      </w:r>
      <w:r>
        <w:tab/>
        <w:t>3.038e0</w:t>
      </w:r>
    </w:p>
    <w:p w:rsidR="006974AE" w:rsidRDefault="006974AE" w:rsidP="006974AE">
      <w:r>
        <w:t>130.7754</w:t>
      </w:r>
      <w:r>
        <w:tab/>
        <w:t>1.013e0</w:t>
      </w:r>
    </w:p>
    <w:p w:rsidR="006974AE" w:rsidRDefault="006974AE" w:rsidP="006974AE">
      <w:r>
        <w:t>130.7843</w:t>
      </w:r>
      <w:r>
        <w:tab/>
        <w:t>1.013e0</w:t>
      </w:r>
    </w:p>
    <w:p w:rsidR="006974AE" w:rsidRDefault="006974AE" w:rsidP="006974AE">
      <w:r>
        <w:t>130.7870</w:t>
      </w:r>
      <w:r>
        <w:tab/>
        <w:t>1.013e0</w:t>
      </w:r>
    </w:p>
    <w:p w:rsidR="006974AE" w:rsidRDefault="006974AE" w:rsidP="006974AE">
      <w:r>
        <w:t>130.7964</w:t>
      </w:r>
      <w:r>
        <w:tab/>
        <w:t>1.013e0</w:t>
      </w:r>
    </w:p>
    <w:p w:rsidR="006974AE" w:rsidRDefault="006974AE" w:rsidP="006974AE">
      <w:r>
        <w:t>130.7995</w:t>
      </w:r>
      <w:r>
        <w:tab/>
        <w:t>2.025e0</w:t>
      </w:r>
    </w:p>
    <w:p w:rsidR="006974AE" w:rsidRDefault="006974AE" w:rsidP="006974AE">
      <w:r>
        <w:t>130.8089</w:t>
      </w:r>
      <w:r>
        <w:tab/>
        <w:t>2.025e0</w:t>
      </w:r>
    </w:p>
    <w:p w:rsidR="006974AE" w:rsidRDefault="006974AE" w:rsidP="006974AE">
      <w:r>
        <w:t>130.8114</w:t>
      </w:r>
      <w:r>
        <w:tab/>
        <w:t>1.013e0</w:t>
      </w:r>
    </w:p>
    <w:p w:rsidR="006974AE" w:rsidRDefault="006974AE" w:rsidP="006974AE">
      <w:r>
        <w:lastRenderedPageBreak/>
        <w:t>130.8209</w:t>
      </w:r>
      <w:r>
        <w:tab/>
        <w:t>1.013e0</w:t>
      </w:r>
    </w:p>
    <w:p w:rsidR="006974AE" w:rsidRDefault="006974AE" w:rsidP="006974AE">
      <w:r>
        <w:t>130.8240</w:t>
      </w:r>
      <w:r>
        <w:tab/>
        <w:t>1.013e0</w:t>
      </w:r>
    </w:p>
    <w:p w:rsidR="006974AE" w:rsidRDefault="006974AE" w:rsidP="006974AE">
      <w:r>
        <w:t>130.8269</w:t>
      </w:r>
      <w:r>
        <w:tab/>
        <w:t>1.013e0</w:t>
      </w:r>
    </w:p>
    <w:p w:rsidR="006974AE" w:rsidRDefault="006974AE" w:rsidP="006974AE">
      <w:r>
        <w:t>130.8331</w:t>
      </w:r>
      <w:r>
        <w:tab/>
        <w:t>1.013e0</w:t>
      </w:r>
    </w:p>
    <w:p w:rsidR="006974AE" w:rsidRDefault="006974AE" w:rsidP="006974AE">
      <w:r>
        <w:t>130.8360</w:t>
      </w:r>
      <w:r>
        <w:tab/>
        <w:t>1.013e0</w:t>
      </w:r>
    </w:p>
    <w:p w:rsidR="006974AE" w:rsidRDefault="006974AE" w:rsidP="006974AE">
      <w:r>
        <w:t>130.8490</w:t>
      </w:r>
      <w:r>
        <w:tab/>
        <w:t>5.063e0</w:t>
      </w:r>
    </w:p>
    <w:p w:rsidR="006974AE" w:rsidRDefault="006974AE" w:rsidP="006974AE">
      <w:r>
        <w:t>130.8513</w:t>
      </w:r>
      <w:r>
        <w:tab/>
        <w:t>3.038e0</w:t>
      </w:r>
    </w:p>
    <w:p w:rsidR="006974AE" w:rsidRDefault="006974AE" w:rsidP="006974AE">
      <w:r>
        <w:t>130.8544</w:t>
      </w:r>
      <w:r>
        <w:tab/>
        <w:t>1.013e0</w:t>
      </w:r>
    </w:p>
    <w:p w:rsidR="006974AE" w:rsidRDefault="006974AE" w:rsidP="006974AE">
      <w:r>
        <w:t>130.8575</w:t>
      </w:r>
      <w:r>
        <w:tab/>
        <w:t>1.013e0</w:t>
      </w:r>
    </w:p>
    <w:p w:rsidR="006974AE" w:rsidRDefault="006974AE" w:rsidP="006974AE">
      <w:r>
        <w:t>130.8695</w:t>
      </w:r>
      <w:r>
        <w:tab/>
        <w:t>1.013e0</w:t>
      </w:r>
    </w:p>
    <w:p w:rsidR="006974AE" w:rsidRDefault="006974AE" w:rsidP="006974AE">
      <w:r>
        <w:t>130.8757</w:t>
      </w:r>
      <w:r>
        <w:tab/>
        <w:t>1.013e0</w:t>
      </w:r>
    </w:p>
    <w:p w:rsidR="006974AE" w:rsidRDefault="006974AE" w:rsidP="006974AE">
      <w:r>
        <w:t>130.8787</w:t>
      </w:r>
      <w:r>
        <w:tab/>
        <w:t>2.025e0</w:t>
      </w:r>
    </w:p>
    <w:p w:rsidR="006974AE" w:rsidRDefault="006974AE" w:rsidP="006974AE">
      <w:r>
        <w:t>130.8832</w:t>
      </w:r>
      <w:r>
        <w:tab/>
        <w:t>2.025e0</w:t>
      </w:r>
    </w:p>
    <w:p w:rsidR="006974AE" w:rsidRDefault="006974AE" w:rsidP="006974AE">
      <w:r>
        <w:t>130.8875</w:t>
      </w:r>
      <w:r>
        <w:tab/>
        <w:t>1.013e0</w:t>
      </w:r>
    </w:p>
    <w:p w:rsidR="006974AE" w:rsidRDefault="006974AE" w:rsidP="006974AE">
      <w:r>
        <w:t>130.8936</w:t>
      </w:r>
      <w:r>
        <w:tab/>
        <w:t>1.013e0</w:t>
      </w:r>
    </w:p>
    <w:p w:rsidR="006974AE" w:rsidRDefault="006974AE" w:rsidP="006974AE">
      <w:r>
        <w:t>130.8967</w:t>
      </w:r>
      <w:r>
        <w:tab/>
        <w:t>2.025e0</w:t>
      </w:r>
    </w:p>
    <w:p w:rsidR="006974AE" w:rsidRDefault="006974AE" w:rsidP="006974AE">
      <w:r>
        <w:t>130.9117</w:t>
      </w:r>
      <w:r>
        <w:tab/>
        <w:t>2.025e0</w:t>
      </w:r>
    </w:p>
    <w:p w:rsidR="006974AE" w:rsidRDefault="006974AE" w:rsidP="006974AE">
      <w:r>
        <w:t>130.9181</w:t>
      </w:r>
      <w:r>
        <w:tab/>
        <w:t>1.013e0</w:t>
      </w:r>
    </w:p>
    <w:p w:rsidR="006974AE" w:rsidRDefault="006974AE" w:rsidP="006974AE">
      <w:r>
        <w:t>130.9275</w:t>
      </w:r>
      <w:r>
        <w:tab/>
        <w:t>1.013e0</w:t>
      </w:r>
    </w:p>
    <w:p w:rsidR="006974AE" w:rsidRDefault="006974AE" w:rsidP="006974AE">
      <w:r>
        <w:lastRenderedPageBreak/>
        <w:t>130.9290</w:t>
      </w:r>
      <w:r>
        <w:tab/>
        <w:t>2.025e0</w:t>
      </w:r>
    </w:p>
    <w:p w:rsidR="006974AE" w:rsidRDefault="006974AE" w:rsidP="006974AE">
      <w:r>
        <w:t>130.9306</w:t>
      </w:r>
      <w:r>
        <w:tab/>
        <w:t>1.013e0</w:t>
      </w:r>
    </w:p>
    <w:p w:rsidR="006974AE" w:rsidRDefault="006974AE" w:rsidP="006974AE">
      <w:r>
        <w:t>130.9335</w:t>
      </w:r>
      <w:r>
        <w:tab/>
        <w:t>1.013e0</w:t>
      </w:r>
    </w:p>
    <w:p w:rsidR="006974AE" w:rsidRDefault="006974AE" w:rsidP="006974AE">
      <w:r>
        <w:t>130.9391</w:t>
      </w:r>
      <w:r>
        <w:tab/>
        <w:t>1.013e0</w:t>
      </w:r>
    </w:p>
    <w:p w:rsidR="006974AE" w:rsidRDefault="006974AE" w:rsidP="006974AE">
      <w:r>
        <w:t>130.9424</w:t>
      </w:r>
      <w:r>
        <w:tab/>
        <w:t>1.013e0</w:t>
      </w:r>
    </w:p>
    <w:p w:rsidR="006974AE" w:rsidRDefault="006974AE" w:rsidP="006974AE">
      <w:r>
        <w:t>130.9517</w:t>
      </w:r>
      <w:r>
        <w:tab/>
        <w:t>2.025e0</w:t>
      </w:r>
    </w:p>
    <w:p w:rsidR="006974AE" w:rsidRDefault="006974AE" w:rsidP="006974AE">
      <w:r>
        <w:t>130.9548</w:t>
      </w:r>
      <w:r>
        <w:tab/>
        <w:t>1.013e0</w:t>
      </w:r>
    </w:p>
    <w:p w:rsidR="006974AE" w:rsidRDefault="006974AE" w:rsidP="006974AE">
      <w:r>
        <w:t>130.9675</w:t>
      </w:r>
      <w:r>
        <w:tab/>
        <w:t>3.038e0</w:t>
      </w:r>
    </w:p>
    <w:p w:rsidR="006974AE" w:rsidRDefault="006974AE" w:rsidP="006974AE">
      <w:r>
        <w:t>130.9698</w:t>
      </w:r>
      <w:r>
        <w:tab/>
        <w:t>3.038e0</w:t>
      </w:r>
    </w:p>
    <w:p w:rsidR="006974AE" w:rsidRDefault="006974AE" w:rsidP="006974AE">
      <w:r>
        <w:t>130.9728</w:t>
      </w:r>
      <w:r>
        <w:tab/>
        <w:t>1.013e0</w:t>
      </w:r>
    </w:p>
    <w:p w:rsidR="006974AE" w:rsidRDefault="006974AE" w:rsidP="006974AE">
      <w:r>
        <w:t>130.9806</w:t>
      </w:r>
      <w:r>
        <w:tab/>
        <w:t>2.025e0</w:t>
      </w:r>
    </w:p>
    <w:p w:rsidR="006974AE" w:rsidRDefault="006974AE" w:rsidP="006974AE">
      <w:r>
        <w:t>130.9877</w:t>
      </w:r>
      <w:r>
        <w:tab/>
        <w:t>1.013e0</w:t>
      </w:r>
    </w:p>
    <w:p w:rsidR="006974AE" w:rsidRDefault="006974AE" w:rsidP="006974AE">
      <w:r>
        <w:t>131.0004</w:t>
      </w:r>
      <w:r>
        <w:tab/>
        <w:t>1.013e0</w:t>
      </w:r>
    </w:p>
    <w:p w:rsidR="006974AE" w:rsidRDefault="006974AE" w:rsidP="006974AE">
      <w:r>
        <w:t>131.0185</w:t>
      </w:r>
      <w:r>
        <w:tab/>
        <w:t>2.025e0</w:t>
      </w:r>
    </w:p>
    <w:p w:rsidR="006974AE" w:rsidRDefault="006974AE" w:rsidP="006974AE">
      <w:r>
        <w:t>131.0247</w:t>
      </w:r>
      <w:r>
        <w:tab/>
        <w:t>2.025e0</w:t>
      </w:r>
    </w:p>
    <w:p w:rsidR="006974AE" w:rsidRDefault="006974AE" w:rsidP="006974AE">
      <w:r>
        <w:t>131.0295</w:t>
      </w:r>
      <w:r>
        <w:tab/>
        <w:t>4.051e0</w:t>
      </w:r>
    </w:p>
    <w:p w:rsidR="006974AE" w:rsidRDefault="006974AE" w:rsidP="006974AE">
      <w:r>
        <w:t>131.0316</w:t>
      </w:r>
      <w:r>
        <w:tab/>
        <w:t>9.750e0</w:t>
      </w:r>
    </w:p>
    <w:p w:rsidR="006974AE" w:rsidRDefault="006974AE" w:rsidP="006974AE">
      <w:r>
        <w:t>131.0332</w:t>
      </w:r>
      <w:r>
        <w:tab/>
        <w:t>2.752e1</w:t>
      </w:r>
    </w:p>
    <w:p w:rsidR="006974AE" w:rsidRDefault="006974AE" w:rsidP="006974AE">
      <w:r>
        <w:t>131.0378</w:t>
      </w:r>
      <w:r>
        <w:tab/>
        <w:t>7.089e0</w:t>
      </w:r>
    </w:p>
    <w:p w:rsidR="006974AE" w:rsidRDefault="006974AE" w:rsidP="006974AE">
      <w:r>
        <w:lastRenderedPageBreak/>
        <w:t>131.0397</w:t>
      </w:r>
      <w:r>
        <w:tab/>
        <w:t>1.013e0</w:t>
      </w:r>
    </w:p>
    <w:p w:rsidR="006974AE" w:rsidRDefault="006974AE" w:rsidP="006974AE">
      <w:r>
        <w:t>131.0458</w:t>
      </w:r>
      <w:r>
        <w:tab/>
        <w:t>2.025e0</w:t>
      </w:r>
    </w:p>
    <w:p w:rsidR="006974AE" w:rsidRDefault="006974AE" w:rsidP="006974AE">
      <w:r>
        <w:t>131.0522</w:t>
      </w:r>
      <w:r>
        <w:tab/>
        <w:t>1.013e0</w:t>
      </w:r>
    </w:p>
    <w:p w:rsidR="006974AE" w:rsidRDefault="006974AE" w:rsidP="006974AE">
      <w:r>
        <w:t>131.0557</w:t>
      </w:r>
      <w:r>
        <w:tab/>
        <w:t>3.745e0</w:t>
      </w:r>
    </w:p>
    <w:p w:rsidR="006974AE" w:rsidRDefault="006974AE" w:rsidP="006974AE">
      <w:r>
        <w:t>131.0748</w:t>
      </w:r>
      <w:r>
        <w:tab/>
        <w:t>2.025e0</w:t>
      </w:r>
    </w:p>
    <w:p w:rsidR="006974AE" w:rsidRDefault="006974AE" w:rsidP="006974AE">
      <w:r>
        <w:t>131.0765</w:t>
      </w:r>
      <w:r>
        <w:tab/>
        <w:t>2.025e0</w:t>
      </w:r>
    </w:p>
    <w:p w:rsidR="006974AE" w:rsidRDefault="006974AE" w:rsidP="006974AE">
      <w:r>
        <w:t>131.0775</w:t>
      </w:r>
      <w:r>
        <w:tab/>
        <w:t>6.430e0</w:t>
      </w:r>
    </w:p>
    <w:p w:rsidR="006974AE" w:rsidRDefault="006974AE" w:rsidP="006974AE">
      <w:r>
        <w:t>131.0785</w:t>
      </w:r>
      <w:r>
        <w:tab/>
        <w:t>8.784e0</w:t>
      </w:r>
    </w:p>
    <w:p w:rsidR="006974AE" w:rsidRDefault="006974AE" w:rsidP="006974AE">
      <w:r>
        <w:t>131.0824</w:t>
      </w:r>
      <w:r>
        <w:tab/>
        <w:t>6.076e0</w:t>
      </w:r>
    </w:p>
    <w:p w:rsidR="006974AE" w:rsidRDefault="006974AE" w:rsidP="006974AE">
      <w:r>
        <w:t>131.0859</w:t>
      </w:r>
      <w:r>
        <w:tab/>
        <w:t>4.051e0</w:t>
      </w:r>
    </w:p>
    <w:p w:rsidR="006974AE" w:rsidRDefault="006974AE" w:rsidP="006974AE">
      <w:r>
        <w:t>131.0899</w:t>
      </w:r>
      <w:r>
        <w:tab/>
        <w:t>1.215e1</w:t>
      </w:r>
    </w:p>
    <w:p w:rsidR="006974AE" w:rsidRDefault="006974AE" w:rsidP="006974AE">
      <w:r>
        <w:t>131.0930</w:t>
      </w:r>
      <w:r>
        <w:tab/>
        <w:t>2.025e0</w:t>
      </w:r>
    </w:p>
    <w:p w:rsidR="006974AE" w:rsidRDefault="006974AE" w:rsidP="006974AE">
      <w:r>
        <w:t>131.0944</w:t>
      </w:r>
      <w:r>
        <w:tab/>
        <w:t>1.013e0</w:t>
      </w:r>
    </w:p>
    <w:p w:rsidR="006974AE" w:rsidRDefault="006974AE" w:rsidP="006974AE">
      <w:r>
        <w:t>131.1036</w:t>
      </w:r>
      <w:r>
        <w:tab/>
        <w:t>2.575e0</w:t>
      </w:r>
    </w:p>
    <w:p w:rsidR="006974AE" w:rsidRDefault="006974AE" w:rsidP="006974AE">
      <w:r>
        <w:t>131.1139</w:t>
      </w:r>
      <w:r>
        <w:tab/>
        <w:t>2.025e0</w:t>
      </w:r>
    </w:p>
    <w:p w:rsidR="006974AE" w:rsidRDefault="006974AE" w:rsidP="006974AE">
      <w:r>
        <w:t>131.1283</w:t>
      </w:r>
      <w:r>
        <w:tab/>
        <w:t>1.013e0</w:t>
      </w:r>
    </w:p>
    <w:p w:rsidR="006974AE" w:rsidRDefault="006974AE" w:rsidP="006974AE">
      <w:r>
        <w:t>131.1313</w:t>
      </w:r>
      <w:r>
        <w:tab/>
        <w:t>2.025e0</w:t>
      </w:r>
    </w:p>
    <w:p w:rsidR="006974AE" w:rsidRDefault="006974AE" w:rsidP="006974AE">
      <w:r>
        <w:t>131.1369</w:t>
      </w:r>
      <w:r>
        <w:tab/>
        <w:t>1.013e0</w:t>
      </w:r>
    </w:p>
    <w:p w:rsidR="006974AE" w:rsidRDefault="006974AE" w:rsidP="006974AE">
      <w:r>
        <w:t>131.1432</w:t>
      </w:r>
      <w:r>
        <w:tab/>
        <w:t>1.013e0</w:t>
      </w:r>
    </w:p>
    <w:p w:rsidR="006974AE" w:rsidRDefault="006974AE" w:rsidP="006974AE">
      <w:r>
        <w:lastRenderedPageBreak/>
        <w:t>131.1526</w:t>
      </w:r>
      <w:r>
        <w:tab/>
        <w:t>1.013e0</w:t>
      </w:r>
    </w:p>
    <w:p w:rsidR="006974AE" w:rsidRDefault="006974AE" w:rsidP="006974AE">
      <w:r>
        <w:t>131.1584</w:t>
      </w:r>
      <w:r>
        <w:tab/>
        <w:t>1.013e0</w:t>
      </w:r>
    </w:p>
    <w:p w:rsidR="006974AE" w:rsidRDefault="006974AE" w:rsidP="006974AE">
      <w:r>
        <w:t>131.1689</w:t>
      </w:r>
      <w:r>
        <w:tab/>
        <w:t>2.025e0</w:t>
      </w:r>
    </w:p>
    <w:p w:rsidR="006974AE" w:rsidRDefault="006974AE" w:rsidP="006974AE">
      <w:r>
        <w:t>131.1741</w:t>
      </w:r>
      <w:r>
        <w:tab/>
        <w:t>7.089e0</w:t>
      </w:r>
    </w:p>
    <w:p w:rsidR="006974AE" w:rsidRDefault="006974AE" w:rsidP="006974AE">
      <w:r>
        <w:t>131.1799</w:t>
      </w:r>
      <w:r>
        <w:tab/>
        <w:t>1.013e0</w:t>
      </w:r>
    </w:p>
    <w:p w:rsidR="006974AE" w:rsidRDefault="006974AE" w:rsidP="006974AE">
      <w:r>
        <w:t>131.1856</w:t>
      </w:r>
      <w:r>
        <w:tab/>
        <w:t>1.013e0</w:t>
      </w:r>
    </w:p>
    <w:p w:rsidR="006974AE" w:rsidRDefault="006974AE" w:rsidP="006974AE">
      <w:r>
        <w:t>131.1887</w:t>
      </w:r>
      <w:r>
        <w:tab/>
        <w:t>1.013e0</w:t>
      </w:r>
    </w:p>
    <w:p w:rsidR="006974AE" w:rsidRDefault="006974AE" w:rsidP="006974AE">
      <w:r>
        <w:t>131.1900</w:t>
      </w:r>
      <w:r>
        <w:tab/>
        <w:t>2.025e0</w:t>
      </w:r>
    </w:p>
    <w:p w:rsidR="006974AE" w:rsidRDefault="006974AE" w:rsidP="006974AE">
      <w:r>
        <w:t>131.2194</w:t>
      </w:r>
      <w:r>
        <w:tab/>
        <w:t>1.013e0</w:t>
      </w:r>
    </w:p>
    <w:p w:rsidR="006974AE" w:rsidRDefault="006974AE" w:rsidP="006974AE">
      <w:r>
        <w:t>131.2254</w:t>
      </w:r>
      <w:r>
        <w:tab/>
        <w:t>4.051e0</w:t>
      </w:r>
    </w:p>
    <w:p w:rsidR="006974AE" w:rsidRDefault="006974AE" w:rsidP="006974AE">
      <w:r>
        <w:t>131.2265</w:t>
      </w:r>
      <w:r>
        <w:tab/>
        <w:t>3.038e0</w:t>
      </w:r>
    </w:p>
    <w:p w:rsidR="006974AE" w:rsidRDefault="006974AE" w:rsidP="006974AE">
      <w:r>
        <w:t>131.2435</w:t>
      </w:r>
      <w:r>
        <w:tab/>
        <w:t>1.013e0</w:t>
      </w:r>
    </w:p>
    <w:p w:rsidR="006974AE" w:rsidRDefault="006974AE" w:rsidP="006974AE">
      <w:r>
        <w:t>131.2805</w:t>
      </w:r>
      <w:r>
        <w:tab/>
        <w:t>2.025e0</w:t>
      </w:r>
    </w:p>
    <w:p w:rsidR="006974AE" w:rsidRDefault="006974AE" w:rsidP="006974AE">
      <w:r>
        <w:t>131.2833</w:t>
      </w:r>
      <w:r>
        <w:tab/>
        <w:t>1.013e0</w:t>
      </w:r>
    </w:p>
    <w:p w:rsidR="006974AE" w:rsidRDefault="006974AE" w:rsidP="006974AE">
      <w:r>
        <w:t>131.2890</w:t>
      </w:r>
      <w:r>
        <w:tab/>
        <w:t>1.013e0</w:t>
      </w:r>
    </w:p>
    <w:p w:rsidR="006974AE" w:rsidRDefault="006974AE" w:rsidP="006974AE">
      <w:r>
        <w:t>131.3078</w:t>
      </w:r>
      <w:r>
        <w:tab/>
        <w:t>2.025e0</w:t>
      </w:r>
    </w:p>
    <w:p w:rsidR="006974AE" w:rsidRDefault="006974AE" w:rsidP="006974AE">
      <w:r>
        <w:t>131.3106</w:t>
      </w:r>
      <w:r>
        <w:tab/>
        <w:t>1.013e0</w:t>
      </w:r>
    </w:p>
    <w:p w:rsidR="006974AE" w:rsidRDefault="006974AE" w:rsidP="006974AE">
      <w:r>
        <w:t>131.3322</w:t>
      </w:r>
      <w:r>
        <w:tab/>
        <w:t>1.013e0</w:t>
      </w:r>
    </w:p>
    <w:p w:rsidR="006974AE" w:rsidRDefault="006974AE" w:rsidP="006974AE">
      <w:r>
        <w:t>131.3409</w:t>
      </w:r>
      <w:r>
        <w:tab/>
        <w:t>1.013e0</w:t>
      </w:r>
    </w:p>
    <w:p w:rsidR="006974AE" w:rsidRDefault="006974AE" w:rsidP="006974AE">
      <w:r>
        <w:lastRenderedPageBreak/>
        <w:t>131.3471</w:t>
      </w:r>
      <w:r>
        <w:tab/>
        <w:t>1.013e0</w:t>
      </w:r>
    </w:p>
    <w:p w:rsidR="006974AE" w:rsidRDefault="006974AE" w:rsidP="006974AE">
      <w:r>
        <w:t>131.3594</w:t>
      </w:r>
      <w:r>
        <w:tab/>
        <w:t>1.013e0</w:t>
      </w:r>
    </w:p>
    <w:p w:rsidR="006974AE" w:rsidRDefault="006974AE" w:rsidP="006974AE">
      <w:r>
        <w:t>131.3623</w:t>
      </w:r>
      <w:r>
        <w:tab/>
        <w:t>1.013e0</w:t>
      </w:r>
    </w:p>
    <w:p w:rsidR="006974AE" w:rsidRDefault="006974AE" w:rsidP="006974AE">
      <w:r>
        <w:t>131.3811</w:t>
      </w:r>
      <w:r>
        <w:tab/>
        <w:t>1.013e0</w:t>
      </w:r>
    </w:p>
    <w:p w:rsidR="006974AE" w:rsidRDefault="006974AE" w:rsidP="006974AE">
      <w:r>
        <w:t>131.3838</w:t>
      </w:r>
      <w:r>
        <w:tab/>
        <w:t>1.013e0</w:t>
      </w:r>
    </w:p>
    <w:p w:rsidR="006974AE" w:rsidRDefault="006974AE" w:rsidP="006974AE">
      <w:r>
        <w:t>131.3895</w:t>
      </w:r>
      <w:r>
        <w:tab/>
        <w:t>1.013e0</w:t>
      </w:r>
    </w:p>
    <w:p w:rsidR="006974AE" w:rsidRDefault="006974AE" w:rsidP="006974AE">
      <w:r>
        <w:t>131.3927</w:t>
      </w:r>
      <w:r>
        <w:tab/>
        <w:t>2.025e0</w:t>
      </w:r>
    </w:p>
    <w:p w:rsidR="006974AE" w:rsidRDefault="006974AE" w:rsidP="006974AE">
      <w:r>
        <w:t>131.3960</w:t>
      </w:r>
      <w:r>
        <w:tab/>
        <w:t>1.013e0</w:t>
      </w:r>
    </w:p>
    <w:p w:rsidR="006974AE" w:rsidRDefault="006974AE" w:rsidP="006974AE">
      <w:r>
        <w:t>131.3990</w:t>
      </w:r>
      <w:r>
        <w:tab/>
        <w:t>1.013e0</w:t>
      </w:r>
    </w:p>
    <w:p w:rsidR="006974AE" w:rsidRDefault="006974AE" w:rsidP="006974AE">
      <w:r>
        <w:t>131.4054</w:t>
      </w:r>
      <w:r>
        <w:tab/>
        <w:t>1.013e0</w:t>
      </w:r>
    </w:p>
    <w:p w:rsidR="006974AE" w:rsidRDefault="006974AE" w:rsidP="006974AE">
      <w:r>
        <w:t>131.4139</w:t>
      </w:r>
      <w:r>
        <w:tab/>
        <w:t>2.025e0</w:t>
      </w:r>
    </w:p>
    <w:p w:rsidR="006974AE" w:rsidRDefault="006974AE" w:rsidP="006974AE">
      <w:r>
        <w:t>131.4204</w:t>
      </w:r>
      <w:r>
        <w:tab/>
        <w:t>1.013e0</w:t>
      </w:r>
    </w:p>
    <w:p w:rsidR="006974AE" w:rsidRDefault="006974AE" w:rsidP="006974AE">
      <w:r>
        <w:t>131.4234</w:t>
      </w:r>
      <w:r>
        <w:tab/>
        <w:t>2.025e0</w:t>
      </w:r>
    </w:p>
    <w:p w:rsidR="006974AE" w:rsidRDefault="006974AE" w:rsidP="006974AE">
      <w:r>
        <w:t>131.4447</w:t>
      </w:r>
      <w:r>
        <w:tab/>
        <w:t>3.038e0</w:t>
      </w:r>
    </w:p>
    <w:p w:rsidR="006974AE" w:rsidRDefault="006974AE" w:rsidP="006974AE">
      <w:r>
        <w:t>131.4540</w:t>
      </w:r>
      <w:r>
        <w:tab/>
        <w:t>2.025e0</w:t>
      </w:r>
    </w:p>
    <w:p w:rsidR="006974AE" w:rsidRDefault="006974AE" w:rsidP="006974AE">
      <w:r>
        <w:t>131.4573</w:t>
      </w:r>
      <w:r>
        <w:tab/>
        <w:t>1.013e0</w:t>
      </w:r>
    </w:p>
    <w:p w:rsidR="006974AE" w:rsidRDefault="006974AE" w:rsidP="006974AE">
      <w:r>
        <w:t>131.4643</w:t>
      </w:r>
      <w:r>
        <w:tab/>
        <w:t>2.025e0</w:t>
      </w:r>
    </w:p>
    <w:p w:rsidR="006974AE" w:rsidRDefault="006974AE" w:rsidP="006974AE">
      <w:r>
        <w:t>131.4751</w:t>
      </w:r>
      <w:r>
        <w:tab/>
        <w:t>1.013e0</w:t>
      </w:r>
    </w:p>
    <w:p w:rsidR="006974AE" w:rsidRDefault="006974AE" w:rsidP="006974AE">
      <w:r>
        <w:t>131.4846</w:t>
      </w:r>
      <w:r>
        <w:tab/>
        <w:t>1.013e0</w:t>
      </w:r>
    </w:p>
    <w:p w:rsidR="006974AE" w:rsidRDefault="006974AE" w:rsidP="006974AE">
      <w:r>
        <w:lastRenderedPageBreak/>
        <w:t>131.4872</w:t>
      </w:r>
      <w:r>
        <w:tab/>
        <w:t>2.025e0</w:t>
      </w:r>
    </w:p>
    <w:p w:rsidR="006974AE" w:rsidRDefault="006974AE" w:rsidP="006974AE">
      <w:r>
        <w:t>131.4888</w:t>
      </w:r>
      <w:r>
        <w:tab/>
        <w:t>2.025e0</w:t>
      </w:r>
    </w:p>
    <w:p w:rsidR="006974AE" w:rsidRDefault="006974AE" w:rsidP="006974AE">
      <w:r>
        <w:t>131.5028</w:t>
      </w:r>
      <w:r>
        <w:tab/>
        <w:t>2.025e0</w:t>
      </w:r>
    </w:p>
    <w:p w:rsidR="006974AE" w:rsidRDefault="006974AE" w:rsidP="006974AE">
      <w:r>
        <w:t>131.5116</w:t>
      </w:r>
      <w:r>
        <w:tab/>
        <w:t>2.025e0</w:t>
      </w:r>
    </w:p>
    <w:p w:rsidR="006974AE" w:rsidRDefault="006974AE" w:rsidP="006974AE">
      <w:r>
        <w:t>131.5208</w:t>
      </w:r>
      <w:r>
        <w:tab/>
        <w:t>2.025e0</w:t>
      </w:r>
    </w:p>
    <w:p w:rsidR="006974AE" w:rsidRDefault="006974AE" w:rsidP="006974AE">
      <w:r>
        <w:t>131.5317</w:t>
      </w:r>
      <w:r>
        <w:tab/>
        <w:t>2.025e0</w:t>
      </w:r>
    </w:p>
    <w:p w:rsidR="006974AE" w:rsidRDefault="006974AE" w:rsidP="006974AE">
      <w:r>
        <w:t>131.5347</w:t>
      </w:r>
      <w:r>
        <w:tab/>
        <w:t>2.025e0</w:t>
      </w:r>
    </w:p>
    <w:p w:rsidR="006974AE" w:rsidRDefault="006974AE" w:rsidP="006974AE">
      <w:r>
        <w:t>131.5376</w:t>
      </w:r>
      <w:r>
        <w:tab/>
        <w:t>2.025e0</w:t>
      </w:r>
    </w:p>
    <w:p w:rsidR="006974AE" w:rsidRDefault="006974AE" w:rsidP="006974AE">
      <w:r>
        <w:t>131.5445</w:t>
      </w:r>
      <w:r>
        <w:tab/>
        <w:t>4.051e0</w:t>
      </w:r>
    </w:p>
    <w:p w:rsidR="006974AE" w:rsidRDefault="006974AE" w:rsidP="006974AE">
      <w:r>
        <w:t>131.5484</w:t>
      </w:r>
      <w:r>
        <w:tab/>
        <w:t>2.025e0</w:t>
      </w:r>
    </w:p>
    <w:p w:rsidR="006974AE" w:rsidRDefault="006974AE" w:rsidP="006974AE">
      <w:r>
        <w:t>131.5546</w:t>
      </w:r>
      <w:r>
        <w:tab/>
        <w:t>2.025e0</w:t>
      </w:r>
    </w:p>
    <w:p w:rsidR="006974AE" w:rsidRDefault="006974AE" w:rsidP="006974AE">
      <w:r>
        <w:t>131.5607</w:t>
      </w:r>
      <w:r>
        <w:tab/>
        <w:t>3.038e0</w:t>
      </w:r>
    </w:p>
    <w:p w:rsidR="006974AE" w:rsidRDefault="006974AE" w:rsidP="006974AE">
      <w:r>
        <w:t>131.5634</w:t>
      </w:r>
      <w:r>
        <w:tab/>
        <w:t>2.025e0</w:t>
      </w:r>
    </w:p>
    <w:p w:rsidR="006974AE" w:rsidRDefault="006974AE" w:rsidP="006974AE">
      <w:r>
        <w:t>131.5757</w:t>
      </w:r>
      <w:r>
        <w:tab/>
        <w:t>1.013e0</w:t>
      </w:r>
    </w:p>
    <w:p w:rsidR="006974AE" w:rsidRDefault="006974AE" w:rsidP="006974AE">
      <w:r>
        <w:t>131.5852</w:t>
      </w:r>
      <w:r>
        <w:tab/>
        <w:t>1.013e0</w:t>
      </w:r>
    </w:p>
    <w:p w:rsidR="006974AE" w:rsidRDefault="006974AE" w:rsidP="006974AE">
      <w:r>
        <w:t>131.5940</w:t>
      </w:r>
      <w:r>
        <w:tab/>
        <w:t>1.013e0</w:t>
      </w:r>
    </w:p>
    <w:p w:rsidR="006974AE" w:rsidRDefault="006974AE" w:rsidP="006974AE">
      <w:r>
        <w:t>131.5971</w:t>
      </w:r>
      <w:r>
        <w:tab/>
        <w:t>1.013e0</w:t>
      </w:r>
    </w:p>
    <w:p w:rsidR="006974AE" w:rsidRDefault="006974AE" w:rsidP="006974AE">
      <w:r>
        <w:t>131.6032</w:t>
      </w:r>
      <w:r>
        <w:tab/>
        <w:t>1.013e0</w:t>
      </w:r>
    </w:p>
    <w:p w:rsidR="006974AE" w:rsidRDefault="006974AE" w:rsidP="006974AE">
      <w:r>
        <w:t>131.6095</w:t>
      </w:r>
      <w:r>
        <w:tab/>
        <w:t>1.013e0</w:t>
      </w:r>
    </w:p>
    <w:p w:rsidR="006974AE" w:rsidRDefault="006974AE" w:rsidP="006974AE">
      <w:r>
        <w:lastRenderedPageBreak/>
        <w:t>131.6151</w:t>
      </w:r>
      <w:r>
        <w:tab/>
        <w:t>2.025e0</w:t>
      </w:r>
    </w:p>
    <w:p w:rsidR="006974AE" w:rsidRDefault="006974AE" w:rsidP="006974AE">
      <w:r>
        <w:t>131.6183</w:t>
      </w:r>
      <w:r>
        <w:tab/>
        <w:t>1.013e0</w:t>
      </w:r>
    </w:p>
    <w:p w:rsidR="006974AE" w:rsidRDefault="006974AE" w:rsidP="006974AE">
      <w:r>
        <w:t>131.6341</w:t>
      </w:r>
      <w:r>
        <w:tab/>
        <w:t>2.025e0</w:t>
      </w:r>
    </w:p>
    <w:p w:rsidR="006974AE" w:rsidRDefault="006974AE" w:rsidP="006974AE">
      <w:r>
        <w:t>131.6368</w:t>
      </w:r>
      <w:r>
        <w:tab/>
        <w:t>1.013e0</w:t>
      </w:r>
    </w:p>
    <w:p w:rsidR="006974AE" w:rsidRDefault="006974AE" w:rsidP="006974AE">
      <w:r>
        <w:t>131.6425</w:t>
      </w:r>
      <w:r>
        <w:tab/>
        <w:t>1.013e0</w:t>
      </w:r>
    </w:p>
    <w:p w:rsidR="006974AE" w:rsidRDefault="006974AE" w:rsidP="006974AE">
      <w:r>
        <w:t>131.6733</w:t>
      </w:r>
      <w:r>
        <w:tab/>
        <w:t>2.025e0</w:t>
      </w:r>
    </w:p>
    <w:p w:rsidR="006974AE" w:rsidRDefault="006974AE" w:rsidP="006974AE">
      <w:r>
        <w:t>131.6900</w:t>
      </w:r>
      <w:r>
        <w:tab/>
        <w:t>2.025e0</w:t>
      </w:r>
    </w:p>
    <w:p w:rsidR="006974AE" w:rsidRDefault="006974AE" w:rsidP="006974AE">
      <w:r>
        <w:t>131.7132</w:t>
      </w:r>
      <w:r>
        <w:tab/>
        <w:t>1.013e0</w:t>
      </w:r>
    </w:p>
    <w:p w:rsidR="006974AE" w:rsidRDefault="006974AE" w:rsidP="006974AE">
      <w:r>
        <w:t>131.7157</w:t>
      </w:r>
      <w:r>
        <w:tab/>
        <w:t>1.013e0</w:t>
      </w:r>
    </w:p>
    <w:p w:rsidR="006974AE" w:rsidRDefault="006974AE" w:rsidP="006974AE">
      <w:r>
        <w:t>131.7189</w:t>
      </w:r>
      <w:r>
        <w:tab/>
        <w:t>1.013e0</w:t>
      </w:r>
    </w:p>
    <w:p w:rsidR="006974AE" w:rsidRDefault="006974AE" w:rsidP="006974AE">
      <w:r>
        <w:t>131.7282</w:t>
      </w:r>
      <w:r>
        <w:tab/>
        <w:t>1.013e0</w:t>
      </w:r>
    </w:p>
    <w:p w:rsidR="006974AE" w:rsidRDefault="006974AE" w:rsidP="006974AE">
      <w:r>
        <w:t>131.7345</w:t>
      </w:r>
      <w:r>
        <w:tab/>
        <w:t>1.013e0</w:t>
      </w:r>
    </w:p>
    <w:p w:rsidR="006974AE" w:rsidRDefault="006974AE" w:rsidP="006974AE">
      <w:r>
        <w:t>131.7526</w:t>
      </w:r>
      <w:r>
        <w:tab/>
        <w:t>2.025e0</w:t>
      </w:r>
    </w:p>
    <w:p w:rsidR="006974AE" w:rsidRDefault="006974AE" w:rsidP="006974AE">
      <w:r>
        <w:t>131.7589</w:t>
      </w:r>
      <w:r>
        <w:tab/>
        <w:t>1.013e0</w:t>
      </w:r>
    </w:p>
    <w:p w:rsidR="006974AE" w:rsidRDefault="006974AE" w:rsidP="006974AE">
      <w:r>
        <w:t>131.7675</w:t>
      </w:r>
      <w:r>
        <w:tab/>
        <w:t>2.025e0</w:t>
      </w:r>
    </w:p>
    <w:p w:rsidR="006974AE" w:rsidRDefault="006974AE" w:rsidP="006974AE">
      <w:r>
        <w:t>131.7802</w:t>
      </w:r>
      <w:r>
        <w:tab/>
        <w:t>1.013e0</w:t>
      </w:r>
    </w:p>
    <w:p w:rsidR="006974AE" w:rsidRDefault="006974AE" w:rsidP="006974AE">
      <w:r>
        <w:t>131.7968</w:t>
      </w:r>
      <w:r>
        <w:tab/>
        <w:t>2.025e0</w:t>
      </w:r>
    </w:p>
    <w:p w:rsidR="006974AE" w:rsidRDefault="006974AE" w:rsidP="006974AE">
      <w:r>
        <w:t>131.8108</w:t>
      </w:r>
      <w:r>
        <w:tab/>
        <w:t>1.013e0</w:t>
      </w:r>
    </w:p>
    <w:p w:rsidR="006974AE" w:rsidRDefault="006974AE" w:rsidP="006974AE">
      <w:r>
        <w:t>131.8321</w:t>
      </w:r>
      <w:r>
        <w:tab/>
        <w:t>1.013e0</w:t>
      </w:r>
    </w:p>
    <w:p w:rsidR="006974AE" w:rsidRDefault="006974AE" w:rsidP="006974AE">
      <w:r>
        <w:lastRenderedPageBreak/>
        <w:t>131.8351</w:t>
      </w:r>
      <w:r>
        <w:tab/>
        <w:t>1.013e0</w:t>
      </w:r>
    </w:p>
    <w:p w:rsidR="006974AE" w:rsidRDefault="006974AE" w:rsidP="006974AE">
      <w:r>
        <w:t>131.8501</w:t>
      </w:r>
      <w:r>
        <w:tab/>
        <w:t>2.025e0</w:t>
      </w:r>
    </w:p>
    <w:p w:rsidR="006974AE" w:rsidRDefault="006974AE" w:rsidP="006974AE">
      <w:r>
        <w:t>131.8627</w:t>
      </w:r>
      <w:r>
        <w:tab/>
        <w:t>1.013e0</w:t>
      </w:r>
    </w:p>
    <w:p w:rsidR="006974AE" w:rsidRDefault="006974AE" w:rsidP="006974AE">
      <w:r>
        <w:t>131.8678</w:t>
      </w:r>
      <w:r>
        <w:tab/>
        <w:t>3.038e0</w:t>
      </w:r>
    </w:p>
    <w:p w:rsidR="006974AE" w:rsidRDefault="006974AE" w:rsidP="006974AE">
      <w:r>
        <w:t>131.8776</w:t>
      </w:r>
      <w:r>
        <w:tab/>
        <w:t>1.013e0</w:t>
      </w:r>
    </w:p>
    <w:p w:rsidR="006974AE" w:rsidRDefault="006974AE" w:rsidP="006974AE">
      <w:r>
        <w:t>131.8809</w:t>
      </w:r>
      <w:r>
        <w:tab/>
        <w:t>1.013e0</w:t>
      </w:r>
    </w:p>
    <w:p w:rsidR="006974AE" w:rsidRDefault="006974AE" w:rsidP="006974AE">
      <w:r>
        <w:t>131.8839</w:t>
      </w:r>
      <w:r>
        <w:tab/>
        <w:t>1.013e0</w:t>
      </w:r>
    </w:p>
    <w:p w:rsidR="006974AE" w:rsidRDefault="006974AE" w:rsidP="006974AE">
      <w:r>
        <w:t>131.9051</w:t>
      </w:r>
      <w:r>
        <w:tab/>
        <w:t>1.013e0</w:t>
      </w:r>
    </w:p>
    <w:p w:rsidR="006974AE" w:rsidRDefault="006974AE" w:rsidP="006974AE">
      <w:r>
        <w:t>131.9233</w:t>
      </w:r>
      <w:r>
        <w:tab/>
        <w:t>2.025e0</w:t>
      </w:r>
    </w:p>
    <w:p w:rsidR="006974AE" w:rsidRDefault="006974AE" w:rsidP="006974AE">
      <w:r>
        <w:t>131.9326</w:t>
      </w:r>
      <w:r>
        <w:tab/>
        <w:t>1.013e0</w:t>
      </w:r>
    </w:p>
    <w:p w:rsidR="006974AE" w:rsidRDefault="006974AE" w:rsidP="006974AE">
      <w:r>
        <w:t>131.9446</w:t>
      </w:r>
      <w:r>
        <w:tab/>
        <w:t>2.025e0</w:t>
      </w:r>
    </w:p>
    <w:p w:rsidR="006974AE" w:rsidRDefault="006974AE" w:rsidP="006974AE">
      <w:r>
        <w:t>131.9666</w:t>
      </w:r>
      <w:r>
        <w:tab/>
        <w:t>1.013e0</w:t>
      </w:r>
    </w:p>
    <w:p w:rsidR="006974AE" w:rsidRDefault="006974AE" w:rsidP="006974AE">
      <w:r>
        <w:t>131.9814</w:t>
      </w:r>
      <w:r>
        <w:tab/>
        <w:t>1.013e0</w:t>
      </w:r>
    </w:p>
    <w:p w:rsidR="006974AE" w:rsidRDefault="006974AE" w:rsidP="006974AE">
      <w:r>
        <w:t>132.0060</w:t>
      </w:r>
      <w:r>
        <w:tab/>
        <w:t>1.013e0</w:t>
      </w:r>
    </w:p>
    <w:p w:rsidR="006974AE" w:rsidRDefault="006974AE" w:rsidP="006974AE">
      <w:r>
        <w:t>132.0076</w:t>
      </w:r>
      <w:r>
        <w:tab/>
        <w:t>5.063e0</w:t>
      </w:r>
    </w:p>
    <w:p w:rsidR="006974AE" w:rsidRDefault="006974AE" w:rsidP="006974AE">
      <w:r>
        <w:t>132.0090</w:t>
      </w:r>
      <w:r>
        <w:tab/>
        <w:t>1.013e0</w:t>
      </w:r>
    </w:p>
    <w:p w:rsidR="006974AE" w:rsidRDefault="006974AE" w:rsidP="006974AE">
      <w:r>
        <w:t>132.0155</w:t>
      </w:r>
      <w:r>
        <w:tab/>
        <w:t>1.013e0</w:t>
      </w:r>
    </w:p>
    <w:p w:rsidR="006974AE" w:rsidRDefault="006974AE" w:rsidP="006974AE">
      <w:r>
        <w:t>132.0335</w:t>
      </w:r>
      <w:r>
        <w:tab/>
        <w:t>1.013e0</w:t>
      </w:r>
    </w:p>
    <w:p w:rsidR="006974AE" w:rsidRDefault="006974AE" w:rsidP="006974AE">
      <w:r>
        <w:t>132.0365</w:t>
      </w:r>
      <w:r>
        <w:tab/>
        <w:t>3.038e0</w:t>
      </w:r>
    </w:p>
    <w:p w:rsidR="006974AE" w:rsidRDefault="006974AE" w:rsidP="006974AE">
      <w:r>
        <w:lastRenderedPageBreak/>
        <w:t>132.0428</w:t>
      </w:r>
      <w:r>
        <w:tab/>
        <w:t>2.025e0</w:t>
      </w:r>
    </w:p>
    <w:p w:rsidR="006974AE" w:rsidRDefault="006974AE" w:rsidP="006974AE">
      <w:r>
        <w:t>132.0483</w:t>
      </w:r>
      <w:r>
        <w:tab/>
        <w:t>1.013e0</w:t>
      </w:r>
    </w:p>
    <w:p w:rsidR="006974AE" w:rsidRDefault="006974AE" w:rsidP="006974AE">
      <w:r>
        <w:t>132.0578</w:t>
      </w:r>
      <w:r>
        <w:tab/>
        <w:t>1.013e0</w:t>
      </w:r>
    </w:p>
    <w:p w:rsidR="006974AE" w:rsidRDefault="006974AE" w:rsidP="006974AE">
      <w:r>
        <w:t>132.0610</w:t>
      </w:r>
      <w:r>
        <w:tab/>
        <w:t>4.051e0</w:t>
      </w:r>
    </w:p>
    <w:p w:rsidR="006974AE" w:rsidRDefault="006974AE" w:rsidP="006974AE">
      <w:r>
        <w:t>132.0658</w:t>
      </w:r>
      <w:r>
        <w:tab/>
        <w:t>2.006e0</w:t>
      </w:r>
    </w:p>
    <w:p w:rsidR="006974AE" w:rsidRDefault="006974AE" w:rsidP="006974AE">
      <w:r>
        <w:t>132.0674</w:t>
      </w:r>
      <w:r>
        <w:tab/>
        <w:t>2.025e0</w:t>
      </w:r>
    </w:p>
    <w:p w:rsidR="006974AE" w:rsidRDefault="006974AE" w:rsidP="006974AE">
      <w:r>
        <w:t>132.0702</w:t>
      </w:r>
      <w:r>
        <w:tab/>
        <w:t>2.025e0</w:t>
      </w:r>
    </w:p>
    <w:p w:rsidR="006974AE" w:rsidRDefault="006974AE" w:rsidP="006974AE">
      <w:r>
        <w:t>132.0853</w:t>
      </w:r>
      <w:r>
        <w:tab/>
        <w:t>1.013e0</w:t>
      </w:r>
    </w:p>
    <w:p w:rsidR="006974AE" w:rsidRDefault="006974AE" w:rsidP="006974AE">
      <w:r>
        <w:t>132.0911</w:t>
      </w:r>
      <w:r>
        <w:tab/>
        <w:t>4.051e0</w:t>
      </w:r>
    </w:p>
    <w:p w:rsidR="006974AE" w:rsidRDefault="006974AE" w:rsidP="006974AE">
      <w:r>
        <w:t>132.0976</w:t>
      </w:r>
      <w:r>
        <w:tab/>
        <w:t>1.929e0</w:t>
      </w:r>
    </w:p>
    <w:p w:rsidR="006974AE" w:rsidRDefault="006974AE" w:rsidP="006974AE">
      <w:r>
        <w:t>132.1004</w:t>
      </w:r>
      <w:r>
        <w:tab/>
        <w:t>6.052e0</w:t>
      </w:r>
    </w:p>
    <w:p w:rsidR="006974AE" w:rsidRDefault="006974AE" w:rsidP="006974AE">
      <w:r>
        <w:t>132.1034</w:t>
      </w:r>
      <w:r>
        <w:tab/>
        <w:t>2.025e0</w:t>
      </w:r>
    </w:p>
    <w:p w:rsidR="006974AE" w:rsidRDefault="006974AE" w:rsidP="006974AE">
      <w:r>
        <w:t>132.1068</w:t>
      </w:r>
      <w:r>
        <w:tab/>
        <w:t>5.063e0</w:t>
      </w:r>
    </w:p>
    <w:p w:rsidR="006974AE" w:rsidRDefault="006974AE" w:rsidP="006974AE">
      <w:r>
        <w:t>132.1098</w:t>
      </w:r>
      <w:r>
        <w:tab/>
        <w:t>3.935e0</w:t>
      </w:r>
    </w:p>
    <w:p w:rsidR="006974AE" w:rsidRDefault="006974AE" w:rsidP="006974AE">
      <w:r>
        <w:t>132.1130</w:t>
      </w:r>
      <w:r>
        <w:tab/>
        <w:t>1.013e0</w:t>
      </w:r>
    </w:p>
    <w:p w:rsidR="006974AE" w:rsidRDefault="006974AE" w:rsidP="006974AE">
      <w:r>
        <w:t>132.1249</w:t>
      </w:r>
      <w:r>
        <w:tab/>
        <w:t>2.006e0</w:t>
      </w:r>
    </w:p>
    <w:p w:rsidR="006974AE" w:rsidRDefault="006974AE" w:rsidP="006974AE">
      <w:r>
        <w:t>132.1312</w:t>
      </w:r>
      <w:r>
        <w:tab/>
        <w:t>1.013e0</w:t>
      </w:r>
    </w:p>
    <w:p w:rsidR="006974AE" w:rsidRDefault="006974AE" w:rsidP="006974AE">
      <w:r>
        <w:t>132.1373</w:t>
      </w:r>
      <w:r>
        <w:tab/>
        <w:t>2.025e0</w:t>
      </w:r>
    </w:p>
    <w:p w:rsidR="006974AE" w:rsidRDefault="006974AE" w:rsidP="006974AE">
      <w:r>
        <w:t>132.1481</w:t>
      </w:r>
      <w:r>
        <w:tab/>
        <w:t>2.025e0</w:t>
      </w:r>
    </w:p>
    <w:p w:rsidR="006974AE" w:rsidRDefault="006974AE" w:rsidP="006974AE">
      <w:r>
        <w:lastRenderedPageBreak/>
        <w:t>132.1522</w:t>
      </w:r>
      <w:r>
        <w:tab/>
        <w:t>1.013e0</w:t>
      </w:r>
    </w:p>
    <w:p w:rsidR="006974AE" w:rsidRDefault="006974AE" w:rsidP="006974AE">
      <w:r>
        <w:t>132.1586</w:t>
      </w:r>
      <w:r>
        <w:tab/>
        <w:t>1.013e0</w:t>
      </w:r>
    </w:p>
    <w:p w:rsidR="006974AE" w:rsidRDefault="006974AE" w:rsidP="006974AE">
      <w:r>
        <w:t>132.1618</w:t>
      </w:r>
      <w:r>
        <w:tab/>
        <w:t>1.013e0</w:t>
      </w:r>
    </w:p>
    <w:p w:rsidR="006974AE" w:rsidRDefault="006974AE" w:rsidP="006974AE">
      <w:r>
        <w:t>132.1894</w:t>
      </w:r>
      <w:r>
        <w:tab/>
        <w:t>1.013e0</w:t>
      </w:r>
    </w:p>
    <w:p w:rsidR="006974AE" w:rsidRDefault="006974AE" w:rsidP="006974AE">
      <w:r>
        <w:t>132.1941</w:t>
      </w:r>
      <w:r>
        <w:tab/>
        <w:t>2.025e0</w:t>
      </w:r>
    </w:p>
    <w:p w:rsidR="006974AE" w:rsidRDefault="006974AE" w:rsidP="006974AE">
      <w:r>
        <w:t>132.1957</w:t>
      </w:r>
      <w:r>
        <w:tab/>
        <w:t>1.013e0</w:t>
      </w:r>
    </w:p>
    <w:p w:rsidR="006974AE" w:rsidRDefault="006974AE" w:rsidP="006974AE">
      <w:r>
        <w:t>132.1984</w:t>
      </w:r>
      <w:r>
        <w:tab/>
        <w:t>1.013e0</w:t>
      </w:r>
    </w:p>
    <w:p w:rsidR="006974AE" w:rsidRDefault="006974AE" w:rsidP="006974AE">
      <w:r>
        <w:t>132.2168</w:t>
      </w:r>
      <w:r>
        <w:tab/>
        <w:t>1.013e0</w:t>
      </w:r>
    </w:p>
    <w:p w:rsidR="006974AE" w:rsidRDefault="006974AE" w:rsidP="006974AE">
      <w:r>
        <w:t>132.2259</w:t>
      </w:r>
      <w:r>
        <w:tab/>
        <w:t>1.013e0</w:t>
      </w:r>
    </w:p>
    <w:p w:rsidR="006974AE" w:rsidRDefault="006974AE" w:rsidP="006974AE">
      <w:r>
        <w:t>132.2504</w:t>
      </w:r>
      <w:r>
        <w:tab/>
        <w:t>2.025e0</w:t>
      </w:r>
    </w:p>
    <w:p w:rsidR="006974AE" w:rsidRDefault="006974AE" w:rsidP="006974AE">
      <w:r>
        <w:t>132.2719</w:t>
      </w:r>
      <w:r>
        <w:tab/>
        <w:t>1.013e0</w:t>
      </w:r>
    </w:p>
    <w:p w:rsidR="006974AE" w:rsidRDefault="006974AE" w:rsidP="006974AE">
      <w:r>
        <w:t>132.3050</w:t>
      </w:r>
      <w:r>
        <w:tab/>
        <w:t>1.013e0</w:t>
      </w:r>
    </w:p>
    <w:p w:rsidR="006974AE" w:rsidRDefault="006974AE" w:rsidP="006974AE">
      <w:r>
        <w:t>132.3389</w:t>
      </w:r>
      <w:r>
        <w:tab/>
        <w:t>1.013e0</w:t>
      </w:r>
    </w:p>
    <w:p w:rsidR="006974AE" w:rsidRDefault="006974AE" w:rsidP="006974AE">
      <w:r>
        <w:t>132.3569</w:t>
      </w:r>
      <w:r>
        <w:tab/>
        <w:t>1.013e0</w:t>
      </w:r>
    </w:p>
    <w:p w:rsidR="006974AE" w:rsidRDefault="006974AE" w:rsidP="006974AE">
      <w:r>
        <w:t>132.3666</w:t>
      </w:r>
      <w:r>
        <w:tab/>
        <w:t>1.013e0</w:t>
      </w:r>
    </w:p>
    <w:p w:rsidR="006974AE" w:rsidRDefault="006974AE" w:rsidP="006974AE">
      <w:r>
        <w:t>132.3696</w:t>
      </w:r>
      <w:r>
        <w:tab/>
        <w:t>2.025e0</w:t>
      </w:r>
    </w:p>
    <w:p w:rsidR="006974AE" w:rsidRDefault="006974AE" w:rsidP="006974AE">
      <w:r>
        <w:t>132.3971</w:t>
      </w:r>
      <w:r>
        <w:tab/>
        <w:t>1.013e0</w:t>
      </w:r>
    </w:p>
    <w:p w:rsidR="006974AE" w:rsidRDefault="006974AE" w:rsidP="006974AE">
      <w:r>
        <w:t>132.3987</w:t>
      </w:r>
      <w:r>
        <w:tab/>
        <w:t>2.025e0</w:t>
      </w:r>
    </w:p>
    <w:p w:rsidR="006974AE" w:rsidRDefault="006974AE" w:rsidP="006974AE">
      <w:r>
        <w:t>132.4089</w:t>
      </w:r>
      <w:r>
        <w:tab/>
        <w:t>1.013e0</w:t>
      </w:r>
    </w:p>
    <w:p w:rsidR="006974AE" w:rsidRDefault="006974AE" w:rsidP="006974AE">
      <w:r>
        <w:lastRenderedPageBreak/>
        <w:t>132.4397</w:t>
      </w:r>
      <w:r>
        <w:tab/>
        <w:t>1.013e0</w:t>
      </w:r>
    </w:p>
    <w:p w:rsidR="006974AE" w:rsidRDefault="006974AE" w:rsidP="006974AE">
      <w:r>
        <w:t>132.4523</w:t>
      </w:r>
      <w:r>
        <w:tab/>
        <w:t>1.013e0</w:t>
      </w:r>
    </w:p>
    <w:p w:rsidR="006974AE" w:rsidRDefault="006974AE" w:rsidP="006974AE">
      <w:r>
        <w:t>132.4582</w:t>
      </w:r>
      <w:r>
        <w:tab/>
        <w:t>1.013e0</w:t>
      </w:r>
    </w:p>
    <w:p w:rsidR="006974AE" w:rsidRDefault="006974AE" w:rsidP="006974AE">
      <w:r>
        <w:t>132.4799</w:t>
      </w:r>
      <w:r>
        <w:tab/>
        <w:t>1.013e0</w:t>
      </w:r>
    </w:p>
    <w:p w:rsidR="006974AE" w:rsidRDefault="006974AE" w:rsidP="006974AE">
      <w:r>
        <w:t>132.4887</w:t>
      </w:r>
      <w:r>
        <w:tab/>
        <w:t>1.013e0</w:t>
      </w:r>
    </w:p>
    <w:p w:rsidR="006974AE" w:rsidRDefault="006974AE" w:rsidP="006974AE">
      <w:r>
        <w:t>132.5073</w:t>
      </w:r>
      <w:r>
        <w:tab/>
        <w:t>1.013e0</w:t>
      </w:r>
    </w:p>
    <w:p w:rsidR="006974AE" w:rsidRDefault="006974AE" w:rsidP="006974AE">
      <w:r>
        <w:t>132.5332</w:t>
      </w:r>
      <w:r>
        <w:tab/>
        <w:t>2.025e0</w:t>
      </w:r>
    </w:p>
    <w:p w:rsidR="006974AE" w:rsidRDefault="006974AE" w:rsidP="006974AE">
      <w:r>
        <w:t>132.5347</w:t>
      </w:r>
      <w:r>
        <w:tab/>
        <w:t>1.013e0</w:t>
      </w:r>
    </w:p>
    <w:p w:rsidR="006974AE" w:rsidRDefault="006974AE" w:rsidP="006974AE">
      <w:r>
        <w:t>132.5374</w:t>
      </w:r>
      <w:r>
        <w:tab/>
        <w:t>1.013e0</w:t>
      </w:r>
    </w:p>
    <w:p w:rsidR="006974AE" w:rsidRDefault="006974AE" w:rsidP="006974AE">
      <w:r>
        <w:t>132.5455</w:t>
      </w:r>
      <w:r>
        <w:tab/>
        <w:t>2.025e0</w:t>
      </w:r>
    </w:p>
    <w:p w:rsidR="006974AE" w:rsidRDefault="006974AE" w:rsidP="006974AE">
      <w:r>
        <w:t>132.5564</w:t>
      </w:r>
      <w:r>
        <w:tab/>
        <w:t>1.013e0</w:t>
      </w:r>
    </w:p>
    <w:p w:rsidR="006974AE" w:rsidRDefault="006974AE" w:rsidP="006974AE">
      <w:r>
        <w:t>132.5593</w:t>
      </w:r>
      <w:r>
        <w:tab/>
        <w:t>1.013e0</w:t>
      </w:r>
    </w:p>
    <w:p w:rsidR="006974AE" w:rsidRDefault="006974AE" w:rsidP="006974AE">
      <w:r>
        <w:t>132.5713</w:t>
      </w:r>
      <w:r>
        <w:tab/>
        <w:t>2.025e0</w:t>
      </w:r>
    </w:p>
    <w:p w:rsidR="006974AE" w:rsidRDefault="006974AE" w:rsidP="006974AE">
      <w:r>
        <w:t>132.5746</w:t>
      </w:r>
      <w:r>
        <w:tab/>
        <w:t>1.013e0</w:t>
      </w:r>
    </w:p>
    <w:p w:rsidR="006974AE" w:rsidRDefault="006974AE" w:rsidP="006974AE">
      <w:r>
        <w:t>132.5807</w:t>
      </w:r>
      <w:r>
        <w:tab/>
        <w:t>1.013e0</w:t>
      </w:r>
    </w:p>
    <w:p w:rsidR="006974AE" w:rsidRDefault="006974AE" w:rsidP="006974AE">
      <w:r>
        <w:t>132.5959</w:t>
      </w:r>
      <w:r>
        <w:tab/>
        <w:t>2.025e0</w:t>
      </w:r>
    </w:p>
    <w:p w:rsidR="006974AE" w:rsidRDefault="006974AE" w:rsidP="006974AE">
      <w:r>
        <w:t>132.5989</w:t>
      </w:r>
      <w:r>
        <w:tab/>
        <w:t>1.013e0</w:t>
      </w:r>
    </w:p>
    <w:p w:rsidR="006974AE" w:rsidRDefault="006974AE" w:rsidP="006974AE">
      <w:r>
        <w:t>132.6084</w:t>
      </w:r>
      <w:r>
        <w:tab/>
        <w:t>1.013e0</w:t>
      </w:r>
    </w:p>
    <w:p w:rsidR="006974AE" w:rsidRDefault="006974AE" w:rsidP="006974AE">
      <w:r>
        <w:t>132.6172</w:t>
      </w:r>
      <w:r>
        <w:tab/>
        <w:t>1.013e0</w:t>
      </w:r>
    </w:p>
    <w:p w:rsidR="006974AE" w:rsidRDefault="006974AE" w:rsidP="006974AE">
      <w:r>
        <w:lastRenderedPageBreak/>
        <w:t>132.6415</w:t>
      </w:r>
      <w:r>
        <w:tab/>
        <w:t>2.025e0</w:t>
      </w:r>
    </w:p>
    <w:p w:rsidR="006974AE" w:rsidRDefault="006974AE" w:rsidP="006974AE">
      <w:r>
        <w:t>132.6572</w:t>
      </w:r>
      <w:r>
        <w:tab/>
        <w:t>1.013e0</w:t>
      </w:r>
    </w:p>
    <w:p w:rsidR="006974AE" w:rsidRDefault="006974AE" w:rsidP="006974AE">
      <w:r>
        <w:t>132.6635</w:t>
      </w:r>
      <w:r>
        <w:tab/>
        <w:t>1.013e0</w:t>
      </w:r>
    </w:p>
    <w:p w:rsidR="006974AE" w:rsidRDefault="006974AE" w:rsidP="006974AE">
      <w:r>
        <w:t>132.6662</w:t>
      </w:r>
      <w:r>
        <w:tab/>
        <w:t>2.025e0</w:t>
      </w:r>
    </w:p>
    <w:p w:rsidR="006974AE" w:rsidRDefault="006974AE" w:rsidP="006974AE">
      <w:r>
        <w:t>132.7032</w:t>
      </w:r>
      <w:r>
        <w:tab/>
        <w:t>1.013e0</w:t>
      </w:r>
    </w:p>
    <w:p w:rsidR="006974AE" w:rsidRDefault="006974AE" w:rsidP="006974AE">
      <w:r>
        <w:t>132.7156</w:t>
      </w:r>
      <w:r>
        <w:tab/>
        <w:t>1.013e0</w:t>
      </w:r>
    </w:p>
    <w:p w:rsidR="006974AE" w:rsidRDefault="006974AE" w:rsidP="006974AE">
      <w:r>
        <w:t>132.7430</w:t>
      </w:r>
      <w:r>
        <w:tab/>
        <w:t>1.013e0</w:t>
      </w:r>
    </w:p>
    <w:p w:rsidR="006974AE" w:rsidRDefault="006974AE" w:rsidP="006974AE">
      <w:r>
        <w:t>132.7550</w:t>
      </w:r>
      <w:r>
        <w:tab/>
        <w:t>1.013e0</w:t>
      </w:r>
    </w:p>
    <w:p w:rsidR="006974AE" w:rsidRDefault="006974AE" w:rsidP="006974AE">
      <w:r>
        <w:t>132.7615</w:t>
      </w:r>
      <w:r>
        <w:tab/>
        <w:t>1.013e0</w:t>
      </w:r>
    </w:p>
    <w:p w:rsidR="006974AE" w:rsidRDefault="006974AE" w:rsidP="006974AE">
      <w:r>
        <w:t>132.7875</w:t>
      </w:r>
      <w:r>
        <w:tab/>
        <w:t>2.025e0</w:t>
      </w:r>
    </w:p>
    <w:p w:rsidR="006974AE" w:rsidRDefault="006974AE" w:rsidP="006974AE">
      <w:r>
        <w:t>132.8284</w:t>
      </w:r>
      <w:r>
        <w:tab/>
        <w:t>1.013e0</w:t>
      </w:r>
    </w:p>
    <w:p w:rsidR="006974AE" w:rsidRDefault="006974AE" w:rsidP="006974AE">
      <w:r>
        <w:t>132.8444</w:t>
      </w:r>
      <w:r>
        <w:tab/>
        <w:t>1.013e0</w:t>
      </w:r>
    </w:p>
    <w:p w:rsidR="006974AE" w:rsidRDefault="006974AE" w:rsidP="006974AE">
      <w:r>
        <w:t>132.8470</w:t>
      </w:r>
      <w:r>
        <w:tab/>
        <w:t>1.013e0</w:t>
      </w:r>
    </w:p>
    <w:p w:rsidR="006974AE" w:rsidRDefault="006974AE" w:rsidP="006974AE">
      <w:r>
        <w:t>132.8543</w:t>
      </w:r>
      <w:r>
        <w:tab/>
        <w:t>2.025e0</w:t>
      </w:r>
    </w:p>
    <w:p w:rsidR="006974AE" w:rsidRDefault="006974AE" w:rsidP="006974AE">
      <w:r>
        <w:t>132.8560</w:t>
      </w:r>
      <w:r>
        <w:tab/>
        <w:t>2.025e0</w:t>
      </w:r>
    </w:p>
    <w:p w:rsidR="006974AE" w:rsidRDefault="006974AE" w:rsidP="006974AE">
      <w:r>
        <w:t>132.8716</w:t>
      </w:r>
      <w:r>
        <w:tab/>
        <w:t>1.013e0</w:t>
      </w:r>
    </w:p>
    <w:p w:rsidR="006974AE" w:rsidRDefault="006974AE" w:rsidP="006974AE">
      <w:r>
        <w:t>132.8964</w:t>
      </w:r>
      <w:r>
        <w:tab/>
        <w:t>2.025e0</w:t>
      </w:r>
    </w:p>
    <w:p w:rsidR="006974AE" w:rsidRDefault="006974AE" w:rsidP="006974AE">
      <w:r>
        <w:t>132.9239</w:t>
      </w:r>
      <w:r>
        <w:tab/>
        <w:t>1.013e0</w:t>
      </w:r>
    </w:p>
    <w:p w:rsidR="006974AE" w:rsidRDefault="006974AE" w:rsidP="006974AE">
      <w:r>
        <w:t>132.9267</w:t>
      </w:r>
      <w:r>
        <w:tab/>
        <w:t>1.013e0</w:t>
      </w:r>
    </w:p>
    <w:p w:rsidR="006974AE" w:rsidRDefault="006974AE" w:rsidP="006974AE">
      <w:r>
        <w:lastRenderedPageBreak/>
        <w:t>132.9634</w:t>
      </w:r>
      <w:r>
        <w:tab/>
        <w:t>3.038e0</w:t>
      </w:r>
    </w:p>
    <w:p w:rsidR="006974AE" w:rsidRDefault="006974AE" w:rsidP="006974AE">
      <w:r>
        <w:t>132.9696</w:t>
      </w:r>
      <w:r>
        <w:tab/>
        <w:t>1.013e0</w:t>
      </w:r>
    </w:p>
    <w:p w:rsidR="006974AE" w:rsidRDefault="006974AE" w:rsidP="006974AE">
      <w:r>
        <w:t>132.9786</w:t>
      </w:r>
      <w:r>
        <w:tab/>
        <w:t>1.013e0</w:t>
      </w:r>
    </w:p>
    <w:p w:rsidR="006974AE" w:rsidRDefault="006974AE" w:rsidP="006974AE">
      <w:r>
        <w:t>132.9814</w:t>
      </w:r>
      <w:r>
        <w:tab/>
        <w:t>1.013e0</w:t>
      </w:r>
    </w:p>
    <w:p w:rsidR="006974AE" w:rsidRDefault="006974AE" w:rsidP="006974AE">
      <w:r>
        <w:t>132.9942</w:t>
      </w:r>
      <w:r>
        <w:tab/>
        <w:t>1.013e0</w:t>
      </w:r>
    </w:p>
    <w:p w:rsidR="006974AE" w:rsidRDefault="006974AE" w:rsidP="006974AE">
      <w:r>
        <w:t>133.0006</w:t>
      </w:r>
      <w:r>
        <w:tab/>
        <w:t>2.025e0</w:t>
      </w:r>
    </w:p>
    <w:p w:rsidR="006974AE" w:rsidRDefault="006974AE" w:rsidP="006974AE">
      <w:r>
        <w:t>133.0033</w:t>
      </w:r>
      <w:r>
        <w:tab/>
        <w:t>1.013e0</w:t>
      </w:r>
    </w:p>
    <w:p w:rsidR="006974AE" w:rsidRDefault="006974AE" w:rsidP="006974AE">
      <w:r>
        <w:t>133.0062</w:t>
      </w:r>
      <w:r>
        <w:tab/>
        <w:t>1.013e0</w:t>
      </w:r>
    </w:p>
    <w:p w:rsidR="006974AE" w:rsidRDefault="006974AE" w:rsidP="006974AE">
      <w:r>
        <w:t>133.0187</w:t>
      </w:r>
      <w:r>
        <w:tab/>
        <w:t>1.013e0</w:t>
      </w:r>
    </w:p>
    <w:p w:rsidR="006974AE" w:rsidRDefault="006974AE" w:rsidP="006974AE">
      <w:r>
        <w:t>133.0309</w:t>
      </w:r>
      <w:r>
        <w:tab/>
        <w:t>1.013e0</w:t>
      </w:r>
    </w:p>
    <w:p w:rsidR="006974AE" w:rsidRDefault="006974AE" w:rsidP="006974AE">
      <w:r>
        <w:t>133.0335</w:t>
      </w:r>
      <w:r>
        <w:tab/>
        <w:t>1.013e0</w:t>
      </w:r>
    </w:p>
    <w:p w:rsidR="006974AE" w:rsidRDefault="006974AE" w:rsidP="006974AE">
      <w:r>
        <w:t>133.0470</w:t>
      </w:r>
      <w:r>
        <w:tab/>
        <w:t>3.038e0</w:t>
      </w:r>
    </w:p>
    <w:p w:rsidR="006974AE" w:rsidRDefault="006974AE" w:rsidP="006974AE">
      <w:r>
        <w:t>133.0495</w:t>
      </w:r>
      <w:r>
        <w:tab/>
        <w:t>1.013e0</w:t>
      </w:r>
    </w:p>
    <w:p w:rsidR="006974AE" w:rsidRDefault="006974AE" w:rsidP="006974AE">
      <w:r>
        <w:t>133.0556</w:t>
      </w:r>
      <w:r>
        <w:tab/>
        <w:t>3.038e0</w:t>
      </w:r>
    </w:p>
    <w:p w:rsidR="006974AE" w:rsidRDefault="006974AE" w:rsidP="006974AE">
      <w:r>
        <w:t>133.0583</w:t>
      </w:r>
      <w:r>
        <w:tab/>
        <w:t>3.038e0</w:t>
      </w:r>
    </w:p>
    <w:p w:rsidR="006974AE" w:rsidRDefault="006974AE" w:rsidP="006974AE">
      <w:r>
        <w:t>133.0677</w:t>
      </w:r>
      <w:r>
        <w:tab/>
        <w:t>5.063e0</w:t>
      </w:r>
    </w:p>
    <w:p w:rsidR="006974AE" w:rsidRDefault="006974AE" w:rsidP="006974AE">
      <w:r>
        <w:t>133.0708</w:t>
      </w:r>
      <w:r>
        <w:tab/>
        <w:t>2.025e0</w:t>
      </w:r>
    </w:p>
    <w:p w:rsidR="006974AE" w:rsidRDefault="006974AE" w:rsidP="006974AE">
      <w:r>
        <w:t>133.0725</w:t>
      </w:r>
      <w:r>
        <w:tab/>
        <w:t>2.961e0</w:t>
      </w:r>
    </w:p>
    <w:p w:rsidR="006974AE" w:rsidRDefault="006974AE" w:rsidP="006974AE">
      <w:r>
        <w:t>133.0754</w:t>
      </w:r>
      <w:r>
        <w:tab/>
        <w:t>2.025e0</w:t>
      </w:r>
    </w:p>
    <w:p w:rsidR="006974AE" w:rsidRDefault="006974AE" w:rsidP="006974AE">
      <w:r>
        <w:lastRenderedPageBreak/>
        <w:t>133.0771</w:t>
      </w:r>
      <w:r>
        <w:tab/>
        <w:t>1.013e0</w:t>
      </w:r>
    </w:p>
    <w:p w:rsidR="006974AE" w:rsidRDefault="006974AE" w:rsidP="006974AE">
      <w:r>
        <w:t>133.0909</w:t>
      </w:r>
      <w:r>
        <w:tab/>
        <w:t>4.051e0</w:t>
      </w:r>
    </w:p>
    <w:p w:rsidR="006974AE" w:rsidRDefault="006974AE" w:rsidP="006974AE">
      <w:r>
        <w:t>133.0952</w:t>
      </w:r>
      <w:r>
        <w:tab/>
        <w:t>6.301e0</w:t>
      </w:r>
    </w:p>
    <w:p w:rsidR="006974AE" w:rsidRDefault="006974AE" w:rsidP="006974AE">
      <w:r>
        <w:t>133.1037</w:t>
      </w:r>
      <w:r>
        <w:tab/>
        <w:t>3.014e0</w:t>
      </w:r>
    </w:p>
    <w:p w:rsidR="006974AE" w:rsidRDefault="006974AE" w:rsidP="006974AE">
      <w:r>
        <w:t>133.1063</w:t>
      </w:r>
      <w:r>
        <w:tab/>
        <w:t>2.025e0</w:t>
      </w:r>
    </w:p>
    <w:p w:rsidR="006974AE" w:rsidRDefault="006974AE" w:rsidP="006974AE">
      <w:r>
        <w:t>133.1085</w:t>
      </w:r>
      <w:r>
        <w:tab/>
        <w:t>4.760e0</w:t>
      </w:r>
    </w:p>
    <w:p w:rsidR="006974AE" w:rsidRDefault="006974AE" w:rsidP="006974AE">
      <w:r>
        <w:t>133.1134</w:t>
      </w:r>
      <w:r>
        <w:tab/>
        <w:t>3.954e0</w:t>
      </w:r>
    </w:p>
    <w:p w:rsidR="006974AE" w:rsidRDefault="006974AE" w:rsidP="006974AE">
      <w:r>
        <w:t>133.1323</w:t>
      </w:r>
      <w:r>
        <w:tab/>
        <w:t>1.013e0</w:t>
      </w:r>
    </w:p>
    <w:p w:rsidR="006974AE" w:rsidRDefault="006974AE" w:rsidP="006974AE">
      <w:r>
        <w:t>133.1351</w:t>
      </w:r>
      <w:r>
        <w:tab/>
        <w:t>1.013e0</w:t>
      </w:r>
    </w:p>
    <w:p w:rsidR="006974AE" w:rsidRDefault="006974AE" w:rsidP="006974AE">
      <w:r>
        <w:t>133.1441</w:t>
      </w:r>
      <w:r>
        <w:tab/>
        <w:t>2.025e0</w:t>
      </w:r>
    </w:p>
    <w:p w:rsidR="006974AE" w:rsidRDefault="006974AE" w:rsidP="006974AE">
      <w:r>
        <w:t>133.1537</w:t>
      </w:r>
      <w:r>
        <w:tab/>
        <w:t>1.013e0</w:t>
      </w:r>
    </w:p>
    <w:p w:rsidR="006974AE" w:rsidRDefault="006974AE" w:rsidP="006974AE">
      <w:r>
        <w:t>133.1598</w:t>
      </w:r>
      <w:r>
        <w:tab/>
        <w:t>1.013e0</w:t>
      </w:r>
    </w:p>
    <w:p w:rsidR="006974AE" w:rsidRDefault="006974AE" w:rsidP="006974AE">
      <w:r>
        <w:t>133.1655</w:t>
      </w:r>
      <w:r>
        <w:tab/>
        <w:t>1.013e0</w:t>
      </w:r>
    </w:p>
    <w:p w:rsidR="006974AE" w:rsidRDefault="006974AE" w:rsidP="006974AE">
      <w:r>
        <w:t>133.1749</w:t>
      </w:r>
      <w:r>
        <w:tab/>
        <w:t>1.013e0</w:t>
      </w:r>
    </w:p>
    <w:p w:rsidR="006974AE" w:rsidRDefault="006974AE" w:rsidP="006974AE">
      <w:r>
        <w:t>133.1782</w:t>
      </w:r>
      <w:r>
        <w:tab/>
        <w:t>1.013e0</w:t>
      </w:r>
    </w:p>
    <w:p w:rsidR="006974AE" w:rsidRDefault="006974AE" w:rsidP="006974AE">
      <w:r>
        <w:t>133.2163</w:t>
      </w:r>
      <w:r>
        <w:tab/>
        <w:t>2.025e0</w:t>
      </w:r>
    </w:p>
    <w:p w:rsidR="006974AE" w:rsidRDefault="006974AE" w:rsidP="006974AE">
      <w:r>
        <w:t>133.2207</w:t>
      </w:r>
      <w:r>
        <w:tab/>
        <w:t>2.025e0</w:t>
      </w:r>
    </w:p>
    <w:p w:rsidR="006974AE" w:rsidRDefault="006974AE" w:rsidP="006974AE">
      <w:r>
        <w:t>133.2225</w:t>
      </w:r>
      <w:r>
        <w:tab/>
        <w:t>2.025e0</w:t>
      </w:r>
    </w:p>
    <w:p w:rsidR="006974AE" w:rsidRDefault="006974AE" w:rsidP="006974AE">
      <w:r>
        <w:t>133.2301</w:t>
      </w:r>
      <w:r>
        <w:tab/>
        <w:t>1.013e0</w:t>
      </w:r>
    </w:p>
    <w:p w:rsidR="006974AE" w:rsidRDefault="006974AE" w:rsidP="006974AE">
      <w:r>
        <w:lastRenderedPageBreak/>
        <w:t>133.2365</w:t>
      </w:r>
      <w:r>
        <w:tab/>
        <w:t>1.013e0</w:t>
      </w:r>
    </w:p>
    <w:p w:rsidR="006974AE" w:rsidRDefault="006974AE" w:rsidP="006974AE">
      <w:r>
        <w:t>133.2422</w:t>
      </w:r>
      <w:r>
        <w:tab/>
        <w:t>1.013e0</w:t>
      </w:r>
    </w:p>
    <w:p w:rsidR="006974AE" w:rsidRDefault="006974AE" w:rsidP="006974AE">
      <w:r>
        <w:t>133.2531</w:t>
      </w:r>
      <w:r>
        <w:tab/>
        <w:t>2.025e0</w:t>
      </w:r>
    </w:p>
    <w:p w:rsidR="006974AE" w:rsidRDefault="006974AE" w:rsidP="006974AE">
      <w:r>
        <w:t>133.2643</w:t>
      </w:r>
      <w:r>
        <w:tab/>
        <w:t>2.025e0</w:t>
      </w:r>
    </w:p>
    <w:p w:rsidR="006974AE" w:rsidRDefault="006974AE" w:rsidP="006974AE">
      <w:r>
        <w:t>133.2672</w:t>
      </w:r>
      <w:r>
        <w:tab/>
        <w:t>1.013e0</w:t>
      </w:r>
    </w:p>
    <w:p w:rsidR="006974AE" w:rsidRDefault="006974AE" w:rsidP="006974AE">
      <w:r>
        <w:t>133.2713</w:t>
      </w:r>
      <w:r>
        <w:tab/>
        <w:t>2.025e0</w:t>
      </w:r>
    </w:p>
    <w:p w:rsidR="006974AE" w:rsidRDefault="006974AE" w:rsidP="006974AE">
      <w:r>
        <w:t>133.2824</w:t>
      </w:r>
      <w:r>
        <w:tab/>
        <w:t>2.025e0</w:t>
      </w:r>
    </w:p>
    <w:p w:rsidR="006974AE" w:rsidRDefault="006974AE" w:rsidP="006974AE">
      <w:r>
        <w:t>133.2854</w:t>
      </w:r>
      <w:r>
        <w:tab/>
        <w:t>1.013e0</w:t>
      </w:r>
    </w:p>
    <w:p w:rsidR="006974AE" w:rsidRDefault="006974AE" w:rsidP="006974AE">
      <w:r>
        <w:t>133.2931</w:t>
      </w:r>
      <w:r>
        <w:tab/>
        <w:t>2.025e0</w:t>
      </w:r>
    </w:p>
    <w:p w:rsidR="006974AE" w:rsidRDefault="006974AE" w:rsidP="006974AE">
      <w:r>
        <w:t>133.3163</w:t>
      </w:r>
      <w:r>
        <w:tab/>
        <w:t>1.013e0</w:t>
      </w:r>
    </w:p>
    <w:p w:rsidR="006974AE" w:rsidRDefault="006974AE" w:rsidP="006974AE">
      <w:r>
        <w:t>133.3220</w:t>
      </w:r>
      <w:r>
        <w:tab/>
        <w:t>1.013e0</w:t>
      </w:r>
    </w:p>
    <w:p w:rsidR="006974AE" w:rsidRDefault="006974AE" w:rsidP="006974AE">
      <w:r>
        <w:t>133.3282</w:t>
      </w:r>
      <w:r>
        <w:tab/>
        <w:t>1.013e0</w:t>
      </w:r>
    </w:p>
    <w:p w:rsidR="006974AE" w:rsidRDefault="006974AE" w:rsidP="006974AE">
      <w:r>
        <w:t>133.3441</w:t>
      </w:r>
      <w:r>
        <w:tab/>
        <w:t>1.013e0</w:t>
      </w:r>
    </w:p>
    <w:p w:rsidR="006974AE" w:rsidRDefault="006974AE" w:rsidP="006974AE">
      <w:r>
        <w:t>133.3469</w:t>
      </w:r>
      <w:r>
        <w:tab/>
        <w:t>1.013e0</w:t>
      </w:r>
    </w:p>
    <w:p w:rsidR="006974AE" w:rsidRDefault="006974AE" w:rsidP="006974AE">
      <w:r>
        <w:t>133.3560</w:t>
      </w:r>
      <w:r>
        <w:tab/>
        <w:t>1.013e0</w:t>
      </w:r>
    </w:p>
    <w:p w:rsidR="006974AE" w:rsidRDefault="006974AE" w:rsidP="006974AE">
      <w:r>
        <w:t>133.3652</w:t>
      </w:r>
      <w:r>
        <w:tab/>
        <w:t>1.013e0</w:t>
      </w:r>
    </w:p>
    <w:p w:rsidR="006974AE" w:rsidRDefault="006974AE" w:rsidP="006974AE">
      <w:r>
        <w:t>133.4081</w:t>
      </w:r>
      <w:r>
        <w:tab/>
        <w:t>1.013e0</w:t>
      </w:r>
    </w:p>
    <w:p w:rsidR="006974AE" w:rsidRDefault="006974AE" w:rsidP="006974AE">
      <w:r>
        <w:t>133.4144</w:t>
      </w:r>
      <w:r>
        <w:tab/>
        <w:t>1.013e0</w:t>
      </w:r>
    </w:p>
    <w:p w:rsidR="006974AE" w:rsidRDefault="006974AE" w:rsidP="006974AE">
      <w:r>
        <w:t>133.4174</w:t>
      </w:r>
      <w:r>
        <w:tab/>
        <w:t>1.013e0</w:t>
      </w:r>
    </w:p>
    <w:p w:rsidR="006974AE" w:rsidRDefault="006974AE" w:rsidP="006974AE">
      <w:r>
        <w:lastRenderedPageBreak/>
        <w:t>133.4356</w:t>
      </w:r>
      <w:r>
        <w:tab/>
        <w:t>1.013e0</w:t>
      </w:r>
    </w:p>
    <w:p w:rsidR="006974AE" w:rsidRDefault="006974AE" w:rsidP="006974AE">
      <w:r>
        <w:t>133.4388</w:t>
      </w:r>
      <w:r>
        <w:tab/>
        <w:t>1.013e0</w:t>
      </w:r>
    </w:p>
    <w:p w:rsidR="006974AE" w:rsidRDefault="006974AE" w:rsidP="006974AE">
      <w:r>
        <w:t>133.4514</w:t>
      </w:r>
      <w:r>
        <w:tab/>
        <w:t>1.013e0</w:t>
      </w:r>
    </w:p>
    <w:p w:rsidR="006974AE" w:rsidRDefault="006974AE" w:rsidP="006974AE">
      <w:r>
        <w:t>133.4635</w:t>
      </w:r>
      <w:r>
        <w:tab/>
        <w:t>2.025e0</w:t>
      </w:r>
    </w:p>
    <w:p w:rsidR="006974AE" w:rsidRDefault="006974AE" w:rsidP="006974AE">
      <w:r>
        <w:t>133.4696</w:t>
      </w:r>
      <w:r>
        <w:tab/>
        <w:t>1.013e0</w:t>
      </w:r>
    </w:p>
    <w:p w:rsidR="006974AE" w:rsidRDefault="006974AE" w:rsidP="006974AE">
      <w:r>
        <w:t>133.4789</w:t>
      </w:r>
      <w:r>
        <w:tab/>
        <w:t>1.013e0</w:t>
      </w:r>
    </w:p>
    <w:p w:rsidR="006974AE" w:rsidRDefault="006974AE" w:rsidP="006974AE">
      <w:r>
        <w:t>133.4911</w:t>
      </w:r>
      <w:r>
        <w:tab/>
        <w:t>2.025e0</w:t>
      </w:r>
    </w:p>
    <w:p w:rsidR="006974AE" w:rsidRDefault="006974AE" w:rsidP="006974AE">
      <w:r>
        <w:t>133.4972</w:t>
      </w:r>
      <w:r>
        <w:tab/>
        <w:t>1.013e0</w:t>
      </w:r>
    </w:p>
    <w:p w:rsidR="006974AE" w:rsidRDefault="006974AE" w:rsidP="006974AE">
      <w:r>
        <w:t>133.5186</w:t>
      </w:r>
      <w:r>
        <w:tab/>
        <w:t>1.013e0</w:t>
      </w:r>
    </w:p>
    <w:p w:rsidR="006974AE" w:rsidRDefault="006974AE" w:rsidP="006974AE">
      <w:r>
        <w:t>133.5479</w:t>
      </w:r>
      <w:r>
        <w:tab/>
        <w:t>2.025e0</w:t>
      </w:r>
    </w:p>
    <w:p w:rsidR="006974AE" w:rsidRDefault="006974AE" w:rsidP="006974AE">
      <w:r>
        <w:t>133.5558</w:t>
      </w:r>
      <w:r>
        <w:tab/>
        <w:t>1.013e0</w:t>
      </w:r>
    </w:p>
    <w:p w:rsidR="006974AE" w:rsidRDefault="006974AE" w:rsidP="006974AE">
      <w:r>
        <w:t>133.5600</w:t>
      </w:r>
      <w:r>
        <w:tab/>
        <w:t>2.025e0</w:t>
      </w:r>
    </w:p>
    <w:p w:rsidR="006974AE" w:rsidRDefault="006974AE" w:rsidP="006974AE">
      <w:r>
        <w:t>133.5709</w:t>
      </w:r>
      <w:r>
        <w:tab/>
        <w:t>2.025e0</w:t>
      </w:r>
    </w:p>
    <w:p w:rsidR="006974AE" w:rsidRDefault="006974AE" w:rsidP="006974AE">
      <w:r>
        <w:t>133.5773</w:t>
      </w:r>
      <w:r>
        <w:tab/>
        <w:t>2.025e0</w:t>
      </w:r>
    </w:p>
    <w:p w:rsidR="006974AE" w:rsidRDefault="006974AE" w:rsidP="006974AE">
      <w:r>
        <w:t>133.5834</w:t>
      </w:r>
      <w:r>
        <w:tab/>
        <w:t>1.013e0</w:t>
      </w:r>
    </w:p>
    <w:p w:rsidR="006974AE" w:rsidRDefault="006974AE" w:rsidP="006974AE">
      <w:r>
        <w:t>133.5921</w:t>
      </w:r>
      <w:r>
        <w:tab/>
        <w:t>1.013e0</w:t>
      </w:r>
    </w:p>
    <w:p w:rsidR="006974AE" w:rsidRDefault="006974AE" w:rsidP="006974AE">
      <w:r>
        <w:t>133.5955</w:t>
      </w:r>
      <w:r>
        <w:tab/>
        <w:t>2.025e0</w:t>
      </w:r>
    </w:p>
    <w:p w:rsidR="006974AE" w:rsidRDefault="006974AE" w:rsidP="006974AE">
      <w:r>
        <w:t>133.6080</w:t>
      </w:r>
      <w:r>
        <w:tab/>
        <w:t>1.013e0</w:t>
      </w:r>
    </w:p>
    <w:p w:rsidR="006974AE" w:rsidRDefault="006974AE" w:rsidP="006974AE">
      <w:r>
        <w:t>133.6111</w:t>
      </w:r>
      <w:r>
        <w:tab/>
        <w:t>1.013e0</w:t>
      </w:r>
    </w:p>
    <w:p w:rsidR="006974AE" w:rsidRDefault="006974AE" w:rsidP="006974AE">
      <w:r>
        <w:lastRenderedPageBreak/>
        <w:t>133.6198</w:t>
      </w:r>
      <w:r>
        <w:tab/>
        <w:t>1.013e0</w:t>
      </w:r>
    </w:p>
    <w:p w:rsidR="006974AE" w:rsidRDefault="006974AE" w:rsidP="006974AE">
      <w:r>
        <w:t>133.6357</w:t>
      </w:r>
      <w:r>
        <w:tab/>
        <w:t>1.013e0</w:t>
      </w:r>
    </w:p>
    <w:p w:rsidR="006974AE" w:rsidRDefault="006974AE" w:rsidP="006974AE">
      <w:r>
        <w:t>133.6540</w:t>
      </w:r>
      <w:r>
        <w:tab/>
        <w:t>1.013e0</w:t>
      </w:r>
    </w:p>
    <w:p w:rsidR="006974AE" w:rsidRDefault="006974AE" w:rsidP="006974AE">
      <w:r>
        <w:t>133.6570</w:t>
      </w:r>
      <w:r>
        <w:tab/>
        <w:t>1.013e0</w:t>
      </w:r>
    </w:p>
    <w:p w:rsidR="006974AE" w:rsidRDefault="006974AE" w:rsidP="006974AE">
      <w:r>
        <w:t>133.6603</w:t>
      </w:r>
      <w:r>
        <w:tab/>
        <w:t>1.013e0</w:t>
      </w:r>
    </w:p>
    <w:p w:rsidR="006974AE" w:rsidRDefault="006974AE" w:rsidP="006974AE">
      <w:r>
        <w:t>133.6635</w:t>
      </w:r>
      <w:r>
        <w:tab/>
        <w:t>2.025e0</w:t>
      </w:r>
    </w:p>
    <w:p w:rsidR="006974AE" w:rsidRDefault="006974AE" w:rsidP="006974AE">
      <w:r>
        <w:t>133.6676</w:t>
      </w:r>
      <w:r>
        <w:tab/>
        <w:t>2.025e0</w:t>
      </w:r>
    </w:p>
    <w:p w:rsidR="006974AE" w:rsidRDefault="006974AE" w:rsidP="006974AE">
      <w:r>
        <w:t>133.6688</w:t>
      </w:r>
      <w:r>
        <w:tab/>
        <w:t>1.013e0</w:t>
      </w:r>
    </w:p>
    <w:p w:rsidR="006974AE" w:rsidRDefault="006974AE" w:rsidP="006974AE">
      <w:r>
        <w:t>133.6720</w:t>
      </w:r>
      <w:r>
        <w:tab/>
        <w:t>1.013e0</w:t>
      </w:r>
    </w:p>
    <w:p w:rsidR="006974AE" w:rsidRDefault="006974AE" w:rsidP="006974AE">
      <w:r>
        <w:t>133.6754</w:t>
      </w:r>
      <w:r>
        <w:tab/>
        <w:t>1.013e0</w:t>
      </w:r>
    </w:p>
    <w:p w:rsidR="006974AE" w:rsidRDefault="006974AE" w:rsidP="006974AE">
      <w:r>
        <w:t>133.6785</w:t>
      </w:r>
      <w:r>
        <w:tab/>
        <w:t>1.013e0</w:t>
      </w:r>
    </w:p>
    <w:p w:rsidR="006974AE" w:rsidRDefault="006974AE" w:rsidP="006974AE">
      <w:r>
        <w:t>133.6846</w:t>
      </w:r>
      <w:r>
        <w:tab/>
        <w:t>1.013e0</w:t>
      </w:r>
    </w:p>
    <w:p w:rsidR="006974AE" w:rsidRDefault="006974AE" w:rsidP="006974AE">
      <w:r>
        <w:t>133.6910</w:t>
      </w:r>
      <w:r>
        <w:tab/>
        <w:t>2.025e0</w:t>
      </w:r>
    </w:p>
    <w:p w:rsidR="006974AE" w:rsidRDefault="006974AE" w:rsidP="006974AE">
      <w:r>
        <w:t>133.7029</w:t>
      </w:r>
      <w:r>
        <w:tab/>
        <w:t>1.013e0</w:t>
      </w:r>
    </w:p>
    <w:p w:rsidR="006974AE" w:rsidRDefault="006974AE" w:rsidP="006974AE">
      <w:r>
        <w:t>133.7092</w:t>
      </w:r>
      <w:r>
        <w:tab/>
        <w:t>1.013e0</w:t>
      </w:r>
    </w:p>
    <w:p w:rsidR="006974AE" w:rsidRDefault="006974AE" w:rsidP="006974AE">
      <w:r>
        <w:t>133.7354</w:t>
      </w:r>
      <w:r>
        <w:tab/>
        <w:t>2.025e0</w:t>
      </w:r>
    </w:p>
    <w:p w:rsidR="006974AE" w:rsidRDefault="006974AE" w:rsidP="006974AE">
      <w:r>
        <w:t>133.7519</w:t>
      </w:r>
      <w:r>
        <w:tab/>
        <w:t>2.025e0</w:t>
      </w:r>
    </w:p>
    <w:p w:rsidR="006974AE" w:rsidRDefault="006974AE" w:rsidP="006974AE">
      <w:r>
        <w:t>133.7614</w:t>
      </w:r>
      <w:r>
        <w:tab/>
        <w:t>1.013e0</w:t>
      </w:r>
    </w:p>
    <w:p w:rsidR="006974AE" w:rsidRDefault="006974AE" w:rsidP="006974AE">
      <w:r>
        <w:t>133.7647</w:t>
      </w:r>
      <w:r>
        <w:tab/>
        <w:t>1.013e0</w:t>
      </w:r>
    </w:p>
    <w:p w:rsidR="006974AE" w:rsidRDefault="006974AE" w:rsidP="006974AE">
      <w:r>
        <w:lastRenderedPageBreak/>
        <w:t>133.7708</w:t>
      </w:r>
      <w:r>
        <w:tab/>
        <w:t>1.013e0</w:t>
      </w:r>
    </w:p>
    <w:p w:rsidR="006974AE" w:rsidRDefault="006974AE" w:rsidP="006974AE">
      <w:r>
        <w:t>133.7924</w:t>
      </w:r>
      <w:r>
        <w:tab/>
        <w:t>1.013e0</w:t>
      </w:r>
    </w:p>
    <w:p w:rsidR="006974AE" w:rsidRDefault="006974AE" w:rsidP="006974AE">
      <w:r>
        <w:t>133.8136</w:t>
      </w:r>
      <w:r>
        <w:tab/>
        <w:t>1.013e0</w:t>
      </w:r>
    </w:p>
    <w:p w:rsidR="006974AE" w:rsidRDefault="006974AE" w:rsidP="006974AE">
      <w:r>
        <w:t>133.8477</w:t>
      </w:r>
      <w:r>
        <w:tab/>
        <w:t>2.025e0</w:t>
      </w:r>
    </w:p>
    <w:p w:rsidR="006974AE" w:rsidRDefault="006974AE" w:rsidP="006974AE">
      <w:r>
        <w:t>133.8507</w:t>
      </w:r>
      <w:r>
        <w:tab/>
        <w:t>1.013e0</w:t>
      </w:r>
    </w:p>
    <w:p w:rsidR="006974AE" w:rsidRDefault="006974AE" w:rsidP="006974AE">
      <w:r>
        <w:t>133.8842</w:t>
      </w:r>
      <w:r>
        <w:tab/>
        <w:t>1.013e0</w:t>
      </w:r>
    </w:p>
    <w:p w:rsidR="006974AE" w:rsidRDefault="006974AE" w:rsidP="006974AE">
      <w:r>
        <w:t>133.8874</w:t>
      </w:r>
      <w:r>
        <w:tab/>
        <w:t>1.013e0</w:t>
      </w:r>
    </w:p>
    <w:p w:rsidR="006974AE" w:rsidRDefault="006974AE" w:rsidP="006974AE">
      <w:r>
        <w:t>133.8969</w:t>
      </w:r>
      <w:r>
        <w:tab/>
        <w:t>1.013e0</w:t>
      </w:r>
    </w:p>
    <w:p w:rsidR="006974AE" w:rsidRDefault="006974AE" w:rsidP="006974AE">
      <w:r>
        <w:t>133.9059</w:t>
      </w:r>
      <w:r>
        <w:tab/>
        <w:t>2.025e0</w:t>
      </w:r>
    </w:p>
    <w:p w:rsidR="006974AE" w:rsidRDefault="006974AE" w:rsidP="006974AE">
      <w:r>
        <w:t>133.9737</w:t>
      </w:r>
      <w:r>
        <w:tab/>
        <w:t>1.013e0</w:t>
      </w:r>
    </w:p>
    <w:p w:rsidR="006974AE" w:rsidRDefault="006974AE" w:rsidP="006974AE">
      <w:r>
        <w:t>133.9800</w:t>
      </w:r>
      <w:r>
        <w:tab/>
        <w:t>1.013e0</w:t>
      </w:r>
    </w:p>
    <w:p w:rsidR="006974AE" w:rsidRDefault="006974AE" w:rsidP="006974AE">
      <w:r>
        <w:t>133.9889</w:t>
      </w:r>
      <w:r>
        <w:tab/>
        <w:t>1.013e0</w:t>
      </w:r>
    </w:p>
    <w:p w:rsidR="006974AE" w:rsidRDefault="006974AE" w:rsidP="006974AE">
      <w:r>
        <w:t>133.9918</w:t>
      </w:r>
      <w:r>
        <w:tab/>
        <w:t>4.051e0</w:t>
      </w:r>
    </w:p>
    <w:p w:rsidR="006974AE" w:rsidRDefault="006974AE" w:rsidP="006974AE">
      <w:r>
        <w:t>133.9950</w:t>
      </w:r>
      <w:r>
        <w:tab/>
        <w:t>3.038e0</w:t>
      </w:r>
    </w:p>
    <w:p w:rsidR="006974AE" w:rsidRDefault="006974AE" w:rsidP="006974AE">
      <w:r>
        <w:t>134.0043</w:t>
      </w:r>
      <w:r>
        <w:tab/>
        <w:t>1.013e0</w:t>
      </w:r>
    </w:p>
    <w:p w:rsidR="006974AE" w:rsidRDefault="006974AE" w:rsidP="006974AE">
      <w:r>
        <w:t>134.0228</w:t>
      </w:r>
      <w:r>
        <w:tab/>
        <w:t>1.013e0</w:t>
      </w:r>
    </w:p>
    <w:p w:rsidR="006974AE" w:rsidRDefault="006974AE" w:rsidP="006974AE">
      <w:r>
        <w:t>134.0386</w:t>
      </w:r>
      <w:r>
        <w:tab/>
        <w:t>1.013e0</w:t>
      </w:r>
    </w:p>
    <w:p w:rsidR="006974AE" w:rsidRDefault="006974AE" w:rsidP="006974AE">
      <w:r>
        <w:t>134.0412</w:t>
      </w:r>
      <w:r>
        <w:tab/>
        <w:t>1.013e0</w:t>
      </w:r>
    </w:p>
    <w:p w:rsidR="006974AE" w:rsidRDefault="006974AE" w:rsidP="006974AE">
      <w:r>
        <w:t>134.0472</w:t>
      </w:r>
      <w:r>
        <w:tab/>
        <w:t>6.076e0</w:t>
      </w:r>
    </w:p>
    <w:p w:rsidR="006974AE" w:rsidRDefault="006974AE" w:rsidP="006974AE">
      <w:r>
        <w:lastRenderedPageBreak/>
        <w:t>134.0521</w:t>
      </w:r>
      <w:r>
        <w:tab/>
        <w:t>2.025e0</w:t>
      </w:r>
    </w:p>
    <w:p w:rsidR="006974AE" w:rsidRDefault="006974AE" w:rsidP="006974AE">
      <w:r>
        <w:t>134.0573</w:t>
      </w:r>
      <w:r>
        <w:tab/>
        <w:t>4.051e0</w:t>
      </w:r>
    </w:p>
    <w:p w:rsidR="006974AE" w:rsidRDefault="006974AE" w:rsidP="006974AE">
      <w:r>
        <w:t>134.0827</w:t>
      </w:r>
      <w:r>
        <w:tab/>
        <w:t>2.846e2</w:t>
      </w:r>
    </w:p>
    <w:p w:rsidR="006974AE" w:rsidRDefault="006974AE" w:rsidP="006974AE">
      <w:r>
        <w:t>134.0840</w:t>
      </w:r>
      <w:r>
        <w:tab/>
        <w:t>4.048e1</w:t>
      </w:r>
    </w:p>
    <w:p w:rsidR="006974AE" w:rsidRDefault="006974AE" w:rsidP="006974AE">
      <w:r>
        <w:t>134.1091</w:t>
      </w:r>
      <w:r>
        <w:tab/>
        <w:t>3.532e0</w:t>
      </w:r>
    </w:p>
    <w:p w:rsidR="006974AE" w:rsidRDefault="006974AE" w:rsidP="006974AE">
      <w:r>
        <w:t>134.1184</w:t>
      </w:r>
      <w:r>
        <w:tab/>
        <w:t>3.038e0</w:t>
      </w:r>
    </w:p>
    <w:p w:rsidR="006974AE" w:rsidRDefault="006974AE" w:rsidP="006974AE">
      <w:r>
        <w:t>134.1216</w:t>
      </w:r>
      <w:r>
        <w:tab/>
        <w:t>5.063e0</w:t>
      </w:r>
    </w:p>
    <w:p w:rsidR="006974AE" w:rsidRDefault="006974AE" w:rsidP="006974AE">
      <w:r>
        <w:t>134.1233</w:t>
      </w:r>
      <w:r>
        <w:tab/>
        <w:t>3.038e0</w:t>
      </w:r>
    </w:p>
    <w:p w:rsidR="006974AE" w:rsidRDefault="006974AE" w:rsidP="006974AE">
      <w:r>
        <w:t>134.1264</w:t>
      </w:r>
      <w:r>
        <w:tab/>
        <w:t>3.038e0</w:t>
      </w:r>
    </w:p>
    <w:p w:rsidR="006974AE" w:rsidRDefault="006974AE" w:rsidP="006974AE">
      <w:r>
        <w:t>134.1303</w:t>
      </w:r>
      <w:r>
        <w:tab/>
        <w:t>1.013e0</w:t>
      </w:r>
    </w:p>
    <w:p w:rsidR="006974AE" w:rsidRDefault="006974AE" w:rsidP="006974AE">
      <w:r>
        <w:t>134.1336</w:t>
      </w:r>
      <w:r>
        <w:tab/>
        <w:t>2.025e0</w:t>
      </w:r>
    </w:p>
    <w:p w:rsidR="006974AE" w:rsidRDefault="006974AE" w:rsidP="006974AE">
      <w:r>
        <w:t>134.1461</w:t>
      </w:r>
      <w:r>
        <w:tab/>
        <w:t>1.013e0</w:t>
      </w:r>
    </w:p>
    <w:p w:rsidR="006974AE" w:rsidRDefault="006974AE" w:rsidP="006974AE">
      <w:r>
        <w:t>134.1548</w:t>
      </w:r>
      <w:r>
        <w:tab/>
        <w:t>1.013e0</w:t>
      </w:r>
    </w:p>
    <w:p w:rsidR="006974AE" w:rsidRDefault="006974AE" w:rsidP="006974AE">
      <w:r>
        <w:t>134.1581</w:t>
      </w:r>
      <w:r>
        <w:tab/>
        <w:t>2.025e0</w:t>
      </w:r>
    </w:p>
    <w:p w:rsidR="006974AE" w:rsidRDefault="006974AE" w:rsidP="006974AE">
      <w:r>
        <w:t>134.1676</w:t>
      </w:r>
      <w:r>
        <w:tab/>
        <w:t>2.025e0</w:t>
      </w:r>
    </w:p>
    <w:p w:rsidR="006974AE" w:rsidRDefault="006974AE" w:rsidP="006974AE">
      <w:r>
        <w:t>134.1750</w:t>
      </w:r>
      <w:r>
        <w:tab/>
        <w:t>2.025e0</w:t>
      </w:r>
    </w:p>
    <w:p w:rsidR="006974AE" w:rsidRDefault="006974AE" w:rsidP="006974AE">
      <w:r>
        <w:t>134.1767</w:t>
      </w:r>
      <w:r>
        <w:tab/>
        <w:t>2.025e0</w:t>
      </w:r>
    </w:p>
    <w:p w:rsidR="006974AE" w:rsidRDefault="006974AE" w:rsidP="006974AE">
      <w:r>
        <w:t>134.1795</w:t>
      </w:r>
      <w:r>
        <w:tab/>
        <w:t>1.013e0</w:t>
      </w:r>
    </w:p>
    <w:p w:rsidR="006974AE" w:rsidRDefault="006974AE" w:rsidP="006974AE">
      <w:r>
        <w:t>134.1984</w:t>
      </w:r>
      <w:r>
        <w:tab/>
        <w:t>2.025e0</w:t>
      </w:r>
    </w:p>
    <w:p w:rsidR="006974AE" w:rsidRDefault="006974AE" w:rsidP="006974AE">
      <w:r>
        <w:lastRenderedPageBreak/>
        <w:t>134.2073</w:t>
      </w:r>
      <w:r>
        <w:tab/>
        <w:t>1.013e0</w:t>
      </w:r>
    </w:p>
    <w:p w:rsidR="006974AE" w:rsidRDefault="006974AE" w:rsidP="006974AE">
      <w:r>
        <w:t>134.2207</w:t>
      </w:r>
      <w:r>
        <w:tab/>
        <w:t>3.038e0</w:t>
      </w:r>
    </w:p>
    <w:p w:rsidR="006974AE" w:rsidRDefault="006974AE" w:rsidP="006974AE">
      <w:r>
        <w:t>134.2231</w:t>
      </w:r>
      <w:r>
        <w:tab/>
        <w:t>1.013e0</w:t>
      </w:r>
    </w:p>
    <w:p w:rsidR="006974AE" w:rsidRDefault="006974AE" w:rsidP="006974AE">
      <w:r>
        <w:t>134.2381</w:t>
      </w:r>
      <w:r>
        <w:tab/>
        <w:t>2.025e0</w:t>
      </w:r>
    </w:p>
    <w:p w:rsidR="006974AE" w:rsidRDefault="006974AE" w:rsidP="006974AE">
      <w:r>
        <w:t>134.2445</w:t>
      </w:r>
      <w:r>
        <w:tab/>
        <w:t>2.025e0</w:t>
      </w:r>
    </w:p>
    <w:p w:rsidR="006974AE" w:rsidRDefault="006974AE" w:rsidP="006974AE">
      <w:r>
        <w:t>134.2475</w:t>
      </w:r>
      <w:r>
        <w:tab/>
        <w:t>1.013e0</w:t>
      </w:r>
    </w:p>
    <w:p w:rsidR="006974AE" w:rsidRDefault="006974AE" w:rsidP="006974AE">
      <w:r>
        <w:t>134.2595</w:t>
      </w:r>
      <w:r>
        <w:tab/>
        <w:t>1.013e0</w:t>
      </w:r>
    </w:p>
    <w:p w:rsidR="006974AE" w:rsidRDefault="006974AE" w:rsidP="006974AE">
      <w:r>
        <w:t>134.2626</w:t>
      </w:r>
      <w:r>
        <w:tab/>
        <w:t>1.013e0</w:t>
      </w:r>
    </w:p>
    <w:p w:rsidR="006974AE" w:rsidRDefault="006974AE" w:rsidP="006974AE">
      <w:r>
        <w:t>134.2752</w:t>
      </w:r>
      <w:r>
        <w:tab/>
        <w:t>1.013e0</w:t>
      </w:r>
    </w:p>
    <w:p w:rsidR="006974AE" w:rsidRDefault="006974AE" w:rsidP="006974AE">
      <w:r>
        <w:t>134.2800</w:t>
      </w:r>
      <w:r>
        <w:tab/>
        <w:t>2.025e0</w:t>
      </w:r>
    </w:p>
    <w:p w:rsidR="006974AE" w:rsidRDefault="006974AE" w:rsidP="006974AE">
      <w:r>
        <w:t>134.2920</w:t>
      </w:r>
      <w:r>
        <w:tab/>
        <w:t>2.025e0</w:t>
      </w:r>
    </w:p>
    <w:p w:rsidR="006974AE" w:rsidRDefault="006974AE" w:rsidP="006974AE">
      <w:r>
        <w:t>134.2937</w:t>
      </w:r>
      <w:r>
        <w:tab/>
        <w:t>1.013e0</w:t>
      </w:r>
    </w:p>
    <w:p w:rsidR="006974AE" w:rsidRDefault="006974AE" w:rsidP="006974AE">
      <w:r>
        <w:t>134.3047</w:t>
      </w:r>
      <w:r>
        <w:tab/>
        <w:t>2.025e0</w:t>
      </w:r>
    </w:p>
    <w:p w:rsidR="006974AE" w:rsidRDefault="006974AE" w:rsidP="006974AE">
      <w:r>
        <w:t>134.3093</w:t>
      </w:r>
      <w:r>
        <w:tab/>
        <w:t>2.025e0</w:t>
      </w:r>
    </w:p>
    <w:p w:rsidR="006974AE" w:rsidRDefault="006974AE" w:rsidP="006974AE">
      <w:r>
        <w:t>134.3244</w:t>
      </w:r>
      <w:r>
        <w:tab/>
        <w:t>1.013e0</w:t>
      </w:r>
    </w:p>
    <w:p w:rsidR="006974AE" w:rsidRDefault="006974AE" w:rsidP="006974AE">
      <w:r>
        <w:t>134.3262</w:t>
      </w:r>
      <w:r>
        <w:tab/>
        <w:t>2.025e0</w:t>
      </w:r>
    </w:p>
    <w:p w:rsidR="006974AE" w:rsidRDefault="006974AE" w:rsidP="006974AE">
      <w:r>
        <w:t>134.3277</w:t>
      </w:r>
      <w:r>
        <w:tab/>
        <w:t>1.013e0</w:t>
      </w:r>
    </w:p>
    <w:p w:rsidR="006974AE" w:rsidRDefault="006974AE" w:rsidP="006974AE">
      <w:r>
        <w:t>134.3371</w:t>
      </w:r>
      <w:r>
        <w:tab/>
        <w:t>1.013e0</w:t>
      </w:r>
    </w:p>
    <w:p w:rsidR="006974AE" w:rsidRDefault="006974AE" w:rsidP="006974AE">
      <w:r>
        <w:t>134.3397</w:t>
      </w:r>
      <w:r>
        <w:tab/>
        <w:t>1.013e0</w:t>
      </w:r>
    </w:p>
    <w:p w:rsidR="006974AE" w:rsidRDefault="006974AE" w:rsidP="006974AE">
      <w:r>
        <w:lastRenderedPageBreak/>
        <w:t>134.3553</w:t>
      </w:r>
      <w:r>
        <w:tab/>
        <w:t>1.013e0</w:t>
      </w:r>
    </w:p>
    <w:p w:rsidR="006974AE" w:rsidRDefault="006974AE" w:rsidP="006974AE">
      <w:r>
        <w:t>134.3587</w:t>
      </w:r>
      <w:r>
        <w:tab/>
        <w:t>2.025e0</w:t>
      </w:r>
    </w:p>
    <w:p w:rsidR="006974AE" w:rsidRDefault="006974AE" w:rsidP="006974AE">
      <w:r>
        <w:t>134.3830</w:t>
      </w:r>
      <w:r>
        <w:tab/>
        <w:t>1.013e0</w:t>
      </w:r>
    </w:p>
    <w:p w:rsidR="006974AE" w:rsidRDefault="006974AE" w:rsidP="006974AE">
      <w:r>
        <w:t>134.3864</w:t>
      </w:r>
      <w:r>
        <w:tab/>
        <w:t>1.013e0</w:t>
      </w:r>
    </w:p>
    <w:p w:rsidR="006974AE" w:rsidRDefault="006974AE" w:rsidP="006974AE">
      <w:r>
        <w:t>134.3896</w:t>
      </w:r>
      <w:r>
        <w:tab/>
        <w:t>1.013e0</w:t>
      </w:r>
    </w:p>
    <w:p w:rsidR="006974AE" w:rsidRDefault="006974AE" w:rsidP="006974AE">
      <w:r>
        <w:t>134.3967</w:t>
      </w:r>
      <w:r>
        <w:tab/>
        <w:t>2.025e0</w:t>
      </w:r>
    </w:p>
    <w:p w:rsidR="006974AE" w:rsidRDefault="006974AE" w:rsidP="006974AE">
      <w:r>
        <w:t>134.3982</w:t>
      </w:r>
      <w:r>
        <w:tab/>
        <w:t>2.025e0</w:t>
      </w:r>
    </w:p>
    <w:p w:rsidR="006974AE" w:rsidRDefault="006974AE" w:rsidP="006974AE">
      <w:r>
        <w:t>134.4140</w:t>
      </w:r>
      <w:r>
        <w:tab/>
        <w:t>2.025e0</w:t>
      </w:r>
    </w:p>
    <w:p w:rsidR="006974AE" w:rsidRDefault="006974AE" w:rsidP="006974AE">
      <w:r>
        <w:t>134.4167</w:t>
      </w:r>
      <w:r>
        <w:tab/>
        <w:t>4.051e0</w:t>
      </w:r>
    </w:p>
    <w:p w:rsidR="006974AE" w:rsidRDefault="006974AE" w:rsidP="006974AE">
      <w:r>
        <w:t>134.4291</w:t>
      </w:r>
      <w:r>
        <w:tab/>
        <w:t>4.051e0</w:t>
      </w:r>
    </w:p>
    <w:p w:rsidR="006974AE" w:rsidRDefault="006974AE" w:rsidP="006974AE">
      <w:r>
        <w:t>134.4419</w:t>
      </w:r>
      <w:r>
        <w:tab/>
        <w:t>2.025e0</w:t>
      </w:r>
    </w:p>
    <w:p w:rsidR="006974AE" w:rsidRDefault="006974AE" w:rsidP="006974AE">
      <w:r>
        <w:t>134.4476</w:t>
      </w:r>
      <w:r>
        <w:tab/>
        <w:t>1.013e0</w:t>
      </w:r>
    </w:p>
    <w:p w:rsidR="006974AE" w:rsidRDefault="006974AE" w:rsidP="006974AE">
      <w:r>
        <w:t>134.4601</w:t>
      </w:r>
      <w:r>
        <w:tab/>
        <w:t>1.013e0</w:t>
      </w:r>
    </w:p>
    <w:p w:rsidR="006974AE" w:rsidRDefault="006974AE" w:rsidP="006974AE">
      <w:r>
        <w:t>134.4664</w:t>
      </w:r>
      <w:r>
        <w:tab/>
        <w:t>1.013e0</w:t>
      </w:r>
    </w:p>
    <w:p w:rsidR="006974AE" w:rsidRDefault="006974AE" w:rsidP="006974AE">
      <w:r>
        <w:t>134.4910</w:t>
      </w:r>
      <w:r>
        <w:tab/>
        <w:t>1.013e0</w:t>
      </w:r>
    </w:p>
    <w:p w:rsidR="006974AE" w:rsidRDefault="006974AE" w:rsidP="006974AE">
      <w:r>
        <w:t>134.5016</w:t>
      </w:r>
      <w:r>
        <w:tab/>
        <w:t>2.025e0</w:t>
      </w:r>
    </w:p>
    <w:p w:rsidR="006974AE" w:rsidRDefault="006974AE" w:rsidP="006974AE">
      <w:r>
        <w:t>134.5032</w:t>
      </w:r>
      <w:r>
        <w:tab/>
        <w:t>1.013e0</w:t>
      </w:r>
    </w:p>
    <w:p w:rsidR="006974AE" w:rsidRDefault="006974AE" w:rsidP="006974AE">
      <w:r>
        <w:t>134.5156</w:t>
      </w:r>
      <w:r>
        <w:tab/>
        <w:t>1.013e0</w:t>
      </w:r>
    </w:p>
    <w:p w:rsidR="006974AE" w:rsidRDefault="006974AE" w:rsidP="006974AE">
      <w:r>
        <w:t>134.5187</w:t>
      </w:r>
      <w:r>
        <w:tab/>
        <w:t>2.025e0</w:t>
      </w:r>
    </w:p>
    <w:p w:rsidR="006974AE" w:rsidRDefault="006974AE" w:rsidP="006974AE">
      <w:r>
        <w:lastRenderedPageBreak/>
        <w:t>134.5250</w:t>
      </w:r>
      <w:r>
        <w:tab/>
        <w:t>1.013e0</w:t>
      </w:r>
    </w:p>
    <w:p w:rsidR="006974AE" w:rsidRDefault="006974AE" w:rsidP="006974AE">
      <w:r>
        <w:t>134.5307</w:t>
      </w:r>
      <w:r>
        <w:tab/>
        <w:t>1.013e0</w:t>
      </w:r>
    </w:p>
    <w:p w:rsidR="006974AE" w:rsidRDefault="006974AE" w:rsidP="006974AE">
      <w:r>
        <w:t>134.5710</w:t>
      </w:r>
      <w:r>
        <w:tab/>
        <w:t>2.025e0</w:t>
      </w:r>
    </w:p>
    <w:p w:rsidR="006974AE" w:rsidRDefault="006974AE" w:rsidP="006974AE">
      <w:r>
        <w:t>134.5862</w:t>
      </w:r>
      <w:r>
        <w:tab/>
        <w:t>1.013e0</w:t>
      </w:r>
    </w:p>
    <w:p w:rsidR="006974AE" w:rsidRDefault="006974AE" w:rsidP="006974AE">
      <w:r>
        <w:t>134.6019</w:t>
      </w:r>
      <w:r>
        <w:tab/>
        <w:t>1.013e0</w:t>
      </w:r>
    </w:p>
    <w:p w:rsidR="006974AE" w:rsidRDefault="006974AE" w:rsidP="006974AE">
      <w:r>
        <w:t>134.6084</w:t>
      </w:r>
      <w:r>
        <w:tab/>
        <w:t>2.025e0</w:t>
      </w:r>
    </w:p>
    <w:p w:rsidR="006974AE" w:rsidRDefault="006974AE" w:rsidP="006974AE">
      <w:r>
        <w:t>134.6110</w:t>
      </w:r>
      <w:r>
        <w:tab/>
        <w:t>1.013e0</w:t>
      </w:r>
    </w:p>
    <w:p w:rsidR="006974AE" w:rsidRDefault="006974AE" w:rsidP="006974AE">
      <w:r>
        <w:t>134.6140</w:t>
      </w:r>
      <w:r>
        <w:tab/>
        <w:t>2.025e0</w:t>
      </w:r>
    </w:p>
    <w:p w:rsidR="006974AE" w:rsidRDefault="006974AE" w:rsidP="006974AE">
      <w:r>
        <w:t>134.6449</w:t>
      </w:r>
      <w:r>
        <w:tab/>
        <w:t>1.013e0</w:t>
      </w:r>
    </w:p>
    <w:p w:rsidR="006974AE" w:rsidRDefault="006974AE" w:rsidP="006974AE">
      <w:r>
        <w:t>134.6542</w:t>
      </w:r>
      <w:r>
        <w:tab/>
        <w:t>1.013e0</w:t>
      </w:r>
    </w:p>
    <w:p w:rsidR="006974AE" w:rsidRDefault="006974AE" w:rsidP="006974AE">
      <w:r>
        <w:t>134.6608</w:t>
      </w:r>
      <w:r>
        <w:tab/>
        <w:t>3.038e0</w:t>
      </w:r>
    </w:p>
    <w:p w:rsidR="006974AE" w:rsidRDefault="006974AE" w:rsidP="006974AE">
      <w:r>
        <w:t>134.6664</w:t>
      </w:r>
      <w:r>
        <w:tab/>
        <w:t>2.025e0</w:t>
      </w:r>
    </w:p>
    <w:p w:rsidR="006974AE" w:rsidRDefault="006974AE" w:rsidP="006974AE">
      <w:r>
        <w:t>134.6789</w:t>
      </w:r>
      <w:r>
        <w:tab/>
        <w:t>1.013e0</w:t>
      </w:r>
    </w:p>
    <w:p w:rsidR="006974AE" w:rsidRDefault="006974AE" w:rsidP="006974AE">
      <w:r>
        <w:t>134.6886</w:t>
      </w:r>
      <w:r>
        <w:tab/>
        <w:t>1.013e0</w:t>
      </w:r>
    </w:p>
    <w:p w:rsidR="006974AE" w:rsidRDefault="006974AE" w:rsidP="006974AE">
      <w:r>
        <w:t>134.7099</w:t>
      </w:r>
      <w:r>
        <w:tab/>
        <w:t>1.013e0</w:t>
      </w:r>
    </w:p>
    <w:p w:rsidR="006974AE" w:rsidRDefault="006974AE" w:rsidP="006974AE">
      <w:r>
        <w:t>134.7191</w:t>
      </w:r>
      <w:r>
        <w:tab/>
        <w:t>1.013e0</w:t>
      </w:r>
    </w:p>
    <w:p w:rsidR="006974AE" w:rsidRDefault="006974AE" w:rsidP="006974AE">
      <w:r>
        <w:t>134.7376</w:t>
      </w:r>
      <w:r>
        <w:tab/>
        <w:t>2.025e0</w:t>
      </w:r>
    </w:p>
    <w:p w:rsidR="006974AE" w:rsidRDefault="006974AE" w:rsidP="006974AE">
      <w:r>
        <w:t>134.7469</w:t>
      </w:r>
      <w:r>
        <w:tab/>
        <w:t>1.013e0</w:t>
      </w:r>
    </w:p>
    <w:p w:rsidR="006974AE" w:rsidRDefault="006974AE" w:rsidP="006974AE">
      <w:r>
        <w:t>134.7498</w:t>
      </w:r>
      <w:r>
        <w:tab/>
        <w:t>1.013e0</w:t>
      </w:r>
    </w:p>
    <w:p w:rsidR="006974AE" w:rsidRDefault="006974AE" w:rsidP="006974AE">
      <w:r>
        <w:lastRenderedPageBreak/>
        <w:t>134.7653</w:t>
      </w:r>
      <w:r>
        <w:tab/>
        <w:t>1.013e0</w:t>
      </w:r>
    </w:p>
    <w:p w:rsidR="006974AE" w:rsidRDefault="006974AE" w:rsidP="006974AE">
      <w:r>
        <w:t>134.7687</w:t>
      </w:r>
      <w:r>
        <w:tab/>
        <w:t>3.038e0</w:t>
      </w:r>
    </w:p>
    <w:p w:rsidR="006974AE" w:rsidRDefault="006974AE" w:rsidP="006974AE">
      <w:r>
        <w:t>134.7719</w:t>
      </w:r>
      <w:r>
        <w:tab/>
        <w:t>1.013e0</w:t>
      </w:r>
    </w:p>
    <w:p w:rsidR="006974AE" w:rsidRDefault="006974AE" w:rsidP="006974AE">
      <w:r>
        <w:t>134.7774</w:t>
      </w:r>
      <w:r>
        <w:tab/>
        <w:t>1.013e0</w:t>
      </w:r>
    </w:p>
    <w:p w:rsidR="006974AE" w:rsidRDefault="006974AE" w:rsidP="006974AE">
      <w:r>
        <w:t>134.7821</w:t>
      </w:r>
      <w:r>
        <w:tab/>
        <w:t>2.025e0</w:t>
      </w:r>
    </w:p>
    <w:p w:rsidR="006974AE" w:rsidRDefault="006974AE" w:rsidP="006974AE">
      <w:r>
        <w:t>134.7901</w:t>
      </w:r>
      <w:r>
        <w:tab/>
        <w:t>1.013e0</w:t>
      </w:r>
    </w:p>
    <w:p w:rsidR="006974AE" w:rsidRDefault="006974AE" w:rsidP="006974AE">
      <w:r>
        <w:t>134.8082</w:t>
      </w:r>
      <w:r>
        <w:tab/>
        <w:t>2.025e0</w:t>
      </w:r>
    </w:p>
    <w:p w:rsidR="006974AE" w:rsidRDefault="006974AE" w:rsidP="006974AE">
      <w:r>
        <w:t>134.8177</w:t>
      </w:r>
      <w:r>
        <w:tab/>
        <w:t>1.013e0</w:t>
      </w:r>
    </w:p>
    <w:p w:rsidR="006974AE" w:rsidRDefault="006974AE" w:rsidP="006974AE">
      <w:r>
        <w:t>134.8302</w:t>
      </w:r>
      <w:r>
        <w:tab/>
        <w:t>1.013e0</w:t>
      </w:r>
    </w:p>
    <w:p w:rsidR="006974AE" w:rsidRDefault="006974AE" w:rsidP="006974AE">
      <w:r>
        <w:t>134.8392</w:t>
      </w:r>
      <w:r>
        <w:tab/>
        <w:t>1.013e0</w:t>
      </w:r>
    </w:p>
    <w:p w:rsidR="006974AE" w:rsidRDefault="006974AE" w:rsidP="006974AE">
      <w:r>
        <w:t>134.8455</w:t>
      </w:r>
      <w:r>
        <w:tab/>
        <w:t>2.025e0</w:t>
      </w:r>
    </w:p>
    <w:p w:rsidR="006974AE" w:rsidRDefault="006974AE" w:rsidP="006974AE">
      <w:r>
        <w:t>134.8488</w:t>
      </w:r>
      <w:r>
        <w:tab/>
        <w:t>1.013e0</w:t>
      </w:r>
    </w:p>
    <w:p w:rsidR="006974AE" w:rsidRDefault="006974AE" w:rsidP="006974AE">
      <w:r>
        <w:t>134.8638</w:t>
      </w:r>
      <w:r>
        <w:tab/>
        <w:t>1.013e0</w:t>
      </w:r>
    </w:p>
    <w:p w:rsidR="006974AE" w:rsidRDefault="006974AE" w:rsidP="006974AE">
      <w:r>
        <w:t>134.8857</w:t>
      </w:r>
      <w:r>
        <w:tab/>
        <w:t>1.013e0</w:t>
      </w:r>
    </w:p>
    <w:p w:rsidR="006974AE" w:rsidRDefault="006974AE" w:rsidP="006974AE">
      <w:r>
        <w:t>134.8949</w:t>
      </w:r>
      <w:r>
        <w:tab/>
        <w:t>1.013e0</w:t>
      </w:r>
    </w:p>
    <w:p w:rsidR="006974AE" w:rsidRDefault="006974AE" w:rsidP="006974AE">
      <w:r>
        <w:t>134.8981</w:t>
      </w:r>
      <w:r>
        <w:tab/>
        <w:t>1.013e0</w:t>
      </w:r>
    </w:p>
    <w:p w:rsidR="006974AE" w:rsidRDefault="006974AE" w:rsidP="006974AE">
      <w:r>
        <w:t>134.9259</w:t>
      </w:r>
      <w:r>
        <w:tab/>
        <w:t>1.013e0</w:t>
      </w:r>
    </w:p>
    <w:p w:rsidR="006974AE" w:rsidRDefault="006974AE" w:rsidP="006974AE">
      <w:r>
        <w:t>134.9288</w:t>
      </w:r>
      <w:r>
        <w:tab/>
        <w:t>1.013e0</w:t>
      </w:r>
    </w:p>
    <w:p w:rsidR="006974AE" w:rsidRDefault="006974AE" w:rsidP="006974AE">
      <w:r>
        <w:t>134.9354</w:t>
      </w:r>
      <w:r>
        <w:tab/>
        <w:t>1.013e0</w:t>
      </w:r>
    </w:p>
    <w:p w:rsidR="006974AE" w:rsidRDefault="006974AE" w:rsidP="006974AE">
      <w:r>
        <w:lastRenderedPageBreak/>
        <w:t>134.9439</w:t>
      </w:r>
      <w:r>
        <w:tab/>
        <w:t>1.013e0</w:t>
      </w:r>
    </w:p>
    <w:p w:rsidR="006974AE" w:rsidRDefault="006974AE" w:rsidP="006974AE">
      <w:r>
        <w:t>134.9505</w:t>
      </w:r>
      <w:r>
        <w:tab/>
        <w:t>1.013e0</w:t>
      </w:r>
    </w:p>
    <w:p w:rsidR="006974AE" w:rsidRDefault="006974AE" w:rsidP="006974AE">
      <w:r>
        <w:t>134.9600</w:t>
      </w:r>
      <w:r>
        <w:tab/>
        <w:t>1.013e0</w:t>
      </w:r>
    </w:p>
    <w:p w:rsidR="006974AE" w:rsidRDefault="006974AE" w:rsidP="006974AE">
      <w:r>
        <w:t>134.9878</w:t>
      </w:r>
      <w:r>
        <w:tab/>
        <w:t>1.013e0</w:t>
      </w:r>
    </w:p>
    <w:p w:rsidR="006974AE" w:rsidRDefault="006974AE" w:rsidP="006974AE">
      <w:r>
        <w:t>134.9966</w:t>
      </w:r>
      <w:r>
        <w:tab/>
        <w:t>1.013e0</w:t>
      </w:r>
    </w:p>
    <w:p w:rsidR="006974AE" w:rsidRDefault="006974AE" w:rsidP="006974AE">
      <w:r>
        <w:t>135.0029</w:t>
      </w:r>
      <w:r>
        <w:tab/>
        <w:t>1.013e0</w:t>
      </w:r>
    </w:p>
    <w:p w:rsidR="006974AE" w:rsidRDefault="006974AE" w:rsidP="006974AE">
      <w:r>
        <w:t>135.0077</w:t>
      </w:r>
      <w:r>
        <w:tab/>
        <w:t>2.025e0</w:t>
      </w:r>
    </w:p>
    <w:p w:rsidR="006974AE" w:rsidRDefault="006974AE" w:rsidP="006974AE">
      <w:r>
        <w:t>135.0178</w:t>
      </w:r>
      <w:r>
        <w:tab/>
        <w:t>3.038e0</w:t>
      </w:r>
    </w:p>
    <w:p w:rsidR="006974AE" w:rsidRDefault="006974AE" w:rsidP="006974AE">
      <w:r>
        <w:t>135.0188</w:t>
      </w:r>
      <w:r>
        <w:tab/>
        <w:t>1.013e0</w:t>
      </w:r>
    </w:p>
    <w:p w:rsidR="006974AE" w:rsidRDefault="006974AE" w:rsidP="006974AE">
      <w:r>
        <w:t>135.0305</w:t>
      </w:r>
      <w:r>
        <w:tab/>
        <w:t>1.013e0</w:t>
      </w:r>
    </w:p>
    <w:p w:rsidR="006974AE" w:rsidRDefault="006974AE" w:rsidP="006974AE">
      <w:r>
        <w:t>135.0370</w:t>
      </w:r>
      <w:r>
        <w:tab/>
        <w:t>1.013e0</w:t>
      </w:r>
    </w:p>
    <w:p w:rsidR="006974AE" w:rsidRDefault="006974AE" w:rsidP="006974AE">
      <w:r>
        <w:t>135.0494</w:t>
      </w:r>
      <w:r>
        <w:tab/>
        <w:t>1.013e0</w:t>
      </w:r>
    </w:p>
    <w:p w:rsidR="006974AE" w:rsidRDefault="006974AE" w:rsidP="006974AE">
      <w:r>
        <w:t>135.0668</w:t>
      </w:r>
      <w:r>
        <w:tab/>
        <w:t>5.063e0</w:t>
      </w:r>
    </w:p>
    <w:p w:rsidR="006974AE" w:rsidRDefault="006974AE" w:rsidP="006974AE">
      <w:r>
        <w:t>135.0689</w:t>
      </w:r>
      <w:r>
        <w:tab/>
        <w:t>4.248e0</w:t>
      </w:r>
    </w:p>
    <w:p w:rsidR="006974AE" w:rsidRDefault="006974AE" w:rsidP="006974AE">
      <w:r>
        <w:t>135.0699</w:t>
      </w:r>
      <w:r>
        <w:tab/>
        <w:t>8.101e0</w:t>
      </w:r>
    </w:p>
    <w:p w:rsidR="006974AE" w:rsidRDefault="006974AE" w:rsidP="006974AE">
      <w:r>
        <w:t>135.0710</w:t>
      </w:r>
      <w:r>
        <w:tab/>
        <w:t>7.085e0</w:t>
      </w:r>
    </w:p>
    <w:p w:rsidR="006974AE" w:rsidRDefault="006974AE" w:rsidP="006974AE">
      <w:r>
        <w:t>135.0724</w:t>
      </w:r>
      <w:r>
        <w:tab/>
        <w:t>1.478e1</w:t>
      </w:r>
    </w:p>
    <w:p w:rsidR="006974AE" w:rsidRDefault="006974AE" w:rsidP="006974AE">
      <w:r>
        <w:t>135.0742</w:t>
      </w:r>
      <w:r>
        <w:tab/>
        <w:t>1.610e1</w:t>
      </w:r>
    </w:p>
    <w:p w:rsidR="006974AE" w:rsidRDefault="006974AE" w:rsidP="006974AE">
      <w:r>
        <w:t>135.0761</w:t>
      </w:r>
      <w:r>
        <w:tab/>
        <w:t>1.418e1</w:t>
      </w:r>
    </w:p>
    <w:p w:rsidR="006974AE" w:rsidRDefault="006974AE" w:rsidP="006974AE">
      <w:r>
        <w:lastRenderedPageBreak/>
        <w:t>135.0846</w:t>
      </w:r>
      <w:r>
        <w:tab/>
        <w:t>1.235e1</w:t>
      </w:r>
    </w:p>
    <w:p w:rsidR="006974AE" w:rsidRDefault="006974AE" w:rsidP="006974AE">
      <w:r>
        <w:t>135.0875</w:t>
      </w:r>
      <w:r>
        <w:tab/>
        <w:t>9.313e0</w:t>
      </w:r>
    </w:p>
    <w:p w:rsidR="006974AE" w:rsidRDefault="006974AE" w:rsidP="006974AE">
      <w:r>
        <w:t>135.0916</w:t>
      </w:r>
      <w:r>
        <w:tab/>
        <w:t>4.457e0</w:t>
      </w:r>
    </w:p>
    <w:p w:rsidR="006974AE" w:rsidRDefault="006974AE" w:rsidP="006974AE">
      <w:r>
        <w:t>135.0933</w:t>
      </w:r>
      <w:r>
        <w:tab/>
        <w:t>8.101e0</w:t>
      </w:r>
    </w:p>
    <w:p w:rsidR="006974AE" w:rsidRDefault="006974AE" w:rsidP="006974AE">
      <w:r>
        <w:t>135.0974</w:t>
      </w:r>
      <w:r>
        <w:tab/>
        <w:t>3.038e0</w:t>
      </w:r>
    </w:p>
    <w:p w:rsidR="006974AE" w:rsidRDefault="006974AE" w:rsidP="006974AE">
      <w:r>
        <w:t>135.1053</w:t>
      </w:r>
      <w:r>
        <w:tab/>
        <w:t>2.025e0</w:t>
      </w:r>
    </w:p>
    <w:p w:rsidR="006974AE" w:rsidRDefault="006974AE" w:rsidP="006974AE">
      <w:r>
        <w:t>135.1235</w:t>
      </w:r>
      <w:r>
        <w:tab/>
        <w:t>3.038e0</w:t>
      </w:r>
    </w:p>
    <w:p w:rsidR="006974AE" w:rsidRDefault="006974AE" w:rsidP="006974AE">
      <w:r>
        <w:t>135.1329</w:t>
      </w:r>
      <w:r>
        <w:tab/>
        <w:t>1.013e0</w:t>
      </w:r>
    </w:p>
    <w:p w:rsidR="006974AE" w:rsidRDefault="006974AE" w:rsidP="006974AE">
      <w:r>
        <w:t>135.1450</w:t>
      </w:r>
      <w:r>
        <w:tab/>
        <w:t>1.013e0</w:t>
      </w:r>
    </w:p>
    <w:p w:rsidR="006974AE" w:rsidRDefault="006974AE" w:rsidP="006974AE">
      <w:r>
        <w:t>135.1791</w:t>
      </w:r>
      <w:r>
        <w:tab/>
        <w:t>2.025e0</w:t>
      </w:r>
    </w:p>
    <w:p w:rsidR="006974AE" w:rsidRDefault="006974AE" w:rsidP="006974AE">
      <w:r>
        <w:t>135.1857</w:t>
      </w:r>
      <w:r>
        <w:tab/>
        <w:t>1.013e0</w:t>
      </w:r>
    </w:p>
    <w:p w:rsidR="006974AE" w:rsidRDefault="006974AE" w:rsidP="006974AE">
      <w:r>
        <w:t>135.1911</w:t>
      </w:r>
      <w:r>
        <w:tab/>
        <w:t>2.025e0</w:t>
      </w:r>
    </w:p>
    <w:p w:rsidR="006974AE" w:rsidRDefault="006974AE" w:rsidP="006974AE">
      <w:r>
        <w:t>135.2070</w:t>
      </w:r>
      <w:r>
        <w:tab/>
        <w:t>2.025e0</w:t>
      </w:r>
    </w:p>
    <w:p w:rsidR="006974AE" w:rsidRDefault="006974AE" w:rsidP="006974AE">
      <w:r>
        <w:t>135.2347</w:t>
      </w:r>
      <w:r>
        <w:tab/>
        <w:t>1.013e0</w:t>
      </w:r>
    </w:p>
    <w:p w:rsidR="006974AE" w:rsidRDefault="006974AE" w:rsidP="006974AE">
      <w:r>
        <w:t>135.2500</w:t>
      </w:r>
      <w:r>
        <w:tab/>
        <w:t>1.013e0</w:t>
      </w:r>
    </w:p>
    <w:p w:rsidR="006974AE" w:rsidRDefault="006974AE" w:rsidP="006974AE">
      <w:r>
        <w:t>135.2657</w:t>
      </w:r>
      <w:r>
        <w:tab/>
        <w:t>1.013e0</w:t>
      </w:r>
    </w:p>
    <w:p w:rsidR="006974AE" w:rsidRDefault="006974AE" w:rsidP="006974AE">
      <w:r>
        <w:t>135.2747</w:t>
      </w:r>
      <w:r>
        <w:tab/>
        <w:t>1.013e0</w:t>
      </w:r>
    </w:p>
    <w:p w:rsidR="006974AE" w:rsidRDefault="006974AE" w:rsidP="006974AE">
      <w:r>
        <w:t>135.2777</w:t>
      </w:r>
      <w:r>
        <w:tab/>
        <w:t>3.038e0</w:t>
      </w:r>
    </w:p>
    <w:p w:rsidR="006974AE" w:rsidRDefault="006974AE" w:rsidP="006974AE">
      <w:r>
        <w:t>135.2840</w:t>
      </w:r>
      <w:r>
        <w:tab/>
        <w:t>1.013e0</w:t>
      </w:r>
    </w:p>
    <w:p w:rsidR="006974AE" w:rsidRDefault="006974AE" w:rsidP="006974AE">
      <w:r>
        <w:lastRenderedPageBreak/>
        <w:t>135.2935</w:t>
      </w:r>
      <w:r>
        <w:tab/>
        <w:t>1.013e0</w:t>
      </w:r>
    </w:p>
    <w:p w:rsidR="006974AE" w:rsidRDefault="006974AE" w:rsidP="006974AE">
      <w:r>
        <w:t>135.2968</w:t>
      </w:r>
      <w:r>
        <w:tab/>
        <w:t>1.013e0</w:t>
      </w:r>
    </w:p>
    <w:p w:rsidR="006974AE" w:rsidRDefault="006974AE" w:rsidP="006974AE">
      <w:r>
        <w:t>135.2999</w:t>
      </w:r>
      <w:r>
        <w:tab/>
        <w:t>2.025e0</w:t>
      </w:r>
    </w:p>
    <w:p w:rsidR="006974AE" w:rsidRDefault="006974AE" w:rsidP="006974AE">
      <w:r>
        <w:t>135.3150</w:t>
      </w:r>
      <w:r>
        <w:tab/>
        <w:t>1.013e0</w:t>
      </w:r>
    </w:p>
    <w:p w:rsidR="006974AE" w:rsidRDefault="006974AE" w:rsidP="006974AE">
      <w:r>
        <w:t>135.3214</w:t>
      </w:r>
      <w:r>
        <w:tab/>
        <w:t>1.013e0</w:t>
      </w:r>
    </w:p>
    <w:p w:rsidR="006974AE" w:rsidRDefault="006974AE" w:rsidP="006974AE">
      <w:r>
        <w:t>135.3333</w:t>
      </w:r>
      <w:r>
        <w:tab/>
        <w:t>1.013e0</w:t>
      </w:r>
    </w:p>
    <w:p w:rsidR="006974AE" w:rsidRDefault="006974AE" w:rsidP="006974AE">
      <w:r>
        <w:t>135.3397</w:t>
      </w:r>
      <w:r>
        <w:tab/>
        <w:t>1.013e0</w:t>
      </w:r>
    </w:p>
    <w:p w:rsidR="006974AE" w:rsidRDefault="006974AE" w:rsidP="006974AE">
      <w:r>
        <w:t>135.3524</w:t>
      </w:r>
      <w:r>
        <w:tab/>
        <w:t>1.013e0</w:t>
      </w:r>
    </w:p>
    <w:p w:rsidR="006974AE" w:rsidRDefault="006974AE" w:rsidP="006974AE">
      <w:r>
        <w:t>135.3677</w:t>
      </w:r>
      <w:r>
        <w:tab/>
        <w:t>1.013e0</w:t>
      </w:r>
    </w:p>
    <w:p w:rsidR="006974AE" w:rsidRDefault="006974AE" w:rsidP="006974AE">
      <w:r>
        <w:t>135.3738</w:t>
      </w:r>
      <w:r>
        <w:tab/>
        <w:t>1.013e0</w:t>
      </w:r>
    </w:p>
    <w:p w:rsidR="006974AE" w:rsidRDefault="006974AE" w:rsidP="006974AE">
      <w:r>
        <w:t>135.3803</w:t>
      </w:r>
      <w:r>
        <w:tab/>
        <w:t>4.051e0</w:t>
      </w:r>
    </w:p>
    <w:p w:rsidR="006974AE" w:rsidRDefault="006974AE" w:rsidP="006974AE">
      <w:r>
        <w:t>135.3955</w:t>
      </w:r>
      <w:r>
        <w:tab/>
        <w:t>1.013e0</w:t>
      </w:r>
    </w:p>
    <w:p w:rsidR="006974AE" w:rsidRDefault="006974AE" w:rsidP="006974AE">
      <w:r>
        <w:t>135.4018</w:t>
      </w:r>
      <w:r>
        <w:tab/>
        <w:t>1.013e0</w:t>
      </w:r>
    </w:p>
    <w:p w:rsidR="006974AE" w:rsidRDefault="006974AE" w:rsidP="006974AE">
      <w:r>
        <w:t>135.4050</w:t>
      </w:r>
      <w:r>
        <w:tab/>
        <w:t>1.013e0</w:t>
      </w:r>
    </w:p>
    <w:p w:rsidR="006974AE" w:rsidRDefault="006974AE" w:rsidP="006974AE">
      <w:r>
        <w:t>135.4264</w:t>
      </w:r>
      <w:r>
        <w:tab/>
        <w:t>3.038e0</w:t>
      </w:r>
    </w:p>
    <w:p w:rsidR="006974AE" w:rsidRDefault="006974AE" w:rsidP="006974AE">
      <w:r>
        <w:t>135.4446</w:t>
      </w:r>
      <w:r>
        <w:tab/>
        <w:t>1.013e0</w:t>
      </w:r>
    </w:p>
    <w:p w:rsidR="006974AE" w:rsidRDefault="006974AE" w:rsidP="006974AE">
      <w:r>
        <w:t>135.4605</w:t>
      </w:r>
      <w:r>
        <w:tab/>
        <w:t>2.025e0</w:t>
      </w:r>
    </w:p>
    <w:p w:rsidR="006974AE" w:rsidRDefault="006974AE" w:rsidP="006974AE">
      <w:r>
        <w:t>135.4724</w:t>
      </w:r>
      <w:r>
        <w:tab/>
        <w:t>1.013e0</w:t>
      </w:r>
    </w:p>
    <w:p w:rsidR="006974AE" w:rsidRDefault="006974AE" w:rsidP="006974AE">
      <w:r>
        <w:t>135.4788</w:t>
      </w:r>
      <w:r>
        <w:tab/>
        <w:t>1.013e0</w:t>
      </w:r>
    </w:p>
    <w:p w:rsidR="006974AE" w:rsidRDefault="006974AE" w:rsidP="006974AE">
      <w:r>
        <w:lastRenderedPageBreak/>
        <w:t>135.4853</w:t>
      </w:r>
      <w:r>
        <w:tab/>
        <w:t>1.013e0</w:t>
      </w:r>
    </w:p>
    <w:p w:rsidR="006974AE" w:rsidRDefault="006974AE" w:rsidP="006974AE">
      <w:r>
        <w:t>135.4868</w:t>
      </w:r>
      <w:r>
        <w:tab/>
        <w:t>2.025e0</w:t>
      </w:r>
    </w:p>
    <w:p w:rsidR="006974AE" w:rsidRDefault="006974AE" w:rsidP="006974AE">
      <w:r>
        <w:t>135.4903</w:t>
      </w:r>
      <w:r>
        <w:tab/>
        <w:t>2.025e0</w:t>
      </w:r>
    </w:p>
    <w:p w:rsidR="006974AE" w:rsidRDefault="006974AE" w:rsidP="006974AE">
      <w:r>
        <w:t>135.4916</w:t>
      </w:r>
      <w:r>
        <w:tab/>
        <w:t>1.013e0</w:t>
      </w:r>
    </w:p>
    <w:p w:rsidR="006974AE" w:rsidRDefault="006974AE" w:rsidP="006974AE">
      <w:r>
        <w:t>135.4931</w:t>
      </w:r>
      <w:r>
        <w:tab/>
        <w:t>2.025e0</w:t>
      </w:r>
    </w:p>
    <w:p w:rsidR="006974AE" w:rsidRDefault="006974AE" w:rsidP="006974AE">
      <w:r>
        <w:t>135.5099</w:t>
      </w:r>
      <w:r>
        <w:tab/>
        <w:t>2.025e0</w:t>
      </w:r>
    </w:p>
    <w:p w:rsidR="006974AE" w:rsidRDefault="006974AE" w:rsidP="006974AE">
      <w:r>
        <w:t>135.5162</w:t>
      </w:r>
      <w:r>
        <w:tab/>
        <w:t>1.013e0</w:t>
      </w:r>
    </w:p>
    <w:p w:rsidR="006974AE" w:rsidRDefault="006974AE" w:rsidP="006974AE">
      <w:r>
        <w:t>135.5251</w:t>
      </w:r>
      <w:r>
        <w:tab/>
        <w:t>1.013e0</w:t>
      </w:r>
    </w:p>
    <w:p w:rsidR="006974AE" w:rsidRDefault="006974AE" w:rsidP="006974AE">
      <w:r>
        <w:t>135.5319</w:t>
      </w:r>
      <w:r>
        <w:tab/>
        <w:t>5.063e0</w:t>
      </w:r>
    </w:p>
    <w:p w:rsidR="006974AE" w:rsidRDefault="006974AE" w:rsidP="006974AE">
      <w:r>
        <w:t>135.5504</w:t>
      </w:r>
      <w:r>
        <w:tab/>
        <w:t>1.013e0</w:t>
      </w:r>
    </w:p>
    <w:p w:rsidR="006974AE" w:rsidRDefault="006974AE" w:rsidP="006974AE">
      <w:r>
        <w:t>135.5530</w:t>
      </w:r>
      <w:r>
        <w:tab/>
        <w:t>1.013e0</w:t>
      </w:r>
    </w:p>
    <w:p w:rsidR="006974AE" w:rsidRDefault="006974AE" w:rsidP="006974AE">
      <w:r>
        <w:t>135.5545</w:t>
      </w:r>
      <w:r>
        <w:tab/>
        <w:t>3.038e0</w:t>
      </w:r>
    </w:p>
    <w:p w:rsidR="006974AE" w:rsidRDefault="006974AE" w:rsidP="006974AE">
      <w:r>
        <w:t>135.5671</w:t>
      </w:r>
      <w:r>
        <w:tab/>
        <w:t>2.025e0</w:t>
      </w:r>
    </w:p>
    <w:p w:rsidR="006974AE" w:rsidRDefault="006974AE" w:rsidP="006974AE">
      <w:r>
        <w:t>135.5752</w:t>
      </w:r>
      <w:r>
        <w:tab/>
        <w:t>3.038e0</w:t>
      </w:r>
    </w:p>
    <w:p w:rsidR="006974AE" w:rsidRDefault="006974AE" w:rsidP="006974AE">
      <w:r>
        <w:t>135.5783</w:t>
      </w:r>
      <w:r>
        <w:tab/>
        <w:t>6.076e0</w:t>
      </w:r>
    </w:p>
    <w:p w:rsidR="006974AE" w:rsidRDefault="006974AE" w:rsidP="006974AE">
      <w:r>
        <w:t>135.5809</w:t>
      </w:r>
      <w:r>
        <w:tab/>
        <w:t>2.025e0</w:t>
      </w:r>
    </w:p>
    <w:p w:rsidR="006974AE" w:rsidRDefault="006974AE" w:rsidP="006974AE">
      <w:r>
        <w:t>135.5839</w:t>
      </w:r>
      <w:r>
        <w:tab/>
        <w:t>2.025e0</w:t>
      </w:r>
    </w:p>
    <w:p w:rsidR="006974AE" w:rsidRDefault="006974AE" w:rsidP="006974AE">
      <w:r>
        <w:t>135.5919</w:t>
      </w:r>
      <w:r>
        <w:tab/>
        <w:t>2.025e0</w:t>
      </w:r>
    </w:p>
    <w:p w:rsidR="006974AE" w:rsidRDefault="006974AE" w:rsidP="006974AE">
      <w:r>
        <w:t>135.6015</w:t>
      </w:r>
      <w:r>
        <w:tab/>
        <w:t>2.025e0</w:t>
      </w:r>
    </w:p>
    <w:p w:rsidR="006974AE" w:rsidRDefault="006974AE" w:rsidP="006974AE">
      <w:r>
        <w:lastRenderedPageBreak/>
        <w:t>135.6062</w:t>
      </w:r>
      <w:r>
        <w:tab/>
        <w:t>2.025e0</w:t>
      </w:r>
    </w:p>
    <w:p w:rsidR="006974AE" w:rsidRDefault="006974AE" w:rsidP="006974AE">
      <w:r>
        <w:t>135.6089</w:t>
      </w:r>
      <w:r>
        <w:tab/>
        <w:t>1.013e0</w:t>
      </w:r>
    </w:p>
    <w:p w:rsidR="006974AE" w:rsidRDefault="006974AE" w:rsidP="006974AE">
      <w:r>
        <w:t>135.6338</w:t>
      </w:r>
      <w:r>
        <w:tab/>
        <w:t>1.013e0</w:t>
      </w:r>
    </w:p>
    <w:p w:rsidR="006974AE" w:rsidRDefault="006974AE" w:rsidP="006974AE">
      <w:r>
        <w:t>135.6366</w:t>
      </w:r>
      <w:r>
        <w:tab/>
        <w:t>1.013e0</w:t>
      </w:r>
    </w:p>
    <w:p w:rsidR="006974AE" w:rsidRDefault="006974AE" w:rsidP="006974AE">
      <w:r>
        <w:t>135.6396</w:t>
      </w:r>
      <w:r>
        <w:tab/>
        <w:t>2.025e0</w:t>
      </w:r>
    </w:p>
    <w:p w:rsidR="006974AE" w:rsidRDefault="006974AE" w:rsidP="006974AE">
      <w:r>
        <w:t>135.6522</w:t>
      </w:r>
      <w:r>
        <w:tab/>
        <w:t>1.013e0</w:t>
      </w:r>
    </w:p>
    <w:p w:rsidR="006974AE" w:rsidRDefault="006974AE" w:rsidP="006974AE">
      <w:r>
        <w:t>135.6554</w:t>
      </w:r>
      <w:r>
        <w:tab/>
        <w:t>2.025e0</w:t>
      </w:r>
    </w:p>
    <w:p w:rsidR="006974AE" w:rsidRDefault="006974AE" w:rsidP="006974AE">
      <w:r>
        <w:t>135.6588</w:t>
      </w:r>
      <w:r>
        <w:tab/>
        <w:t>1.013e0</w:t>
      </w:r>
    </w:p>
    <w:p w:rsidR="006974AE" w:rsidRDefault="006974AE" w:rsidP="006974AE">
      <w:r>
        <w:t>135.6675</w:t>
      </w:r>
      <w:r>
        <w:tab/>
        <w:t>1.013e0</w:t>
      </w:r>
    </w:p>
    <w:p w:rsidR="006974AE" w:rsidRDefault="006974AE" w:rsidP="006974AE">
      <w:r>
        <w:t>135.6898</w:t>
      </w:r>
      <w:r>
        <w:tab/>
        <w:t>1.013e0</w:t>
      </w:r>
    </w:p>
    <w:p w:rsidR="006974AE" w:rsidRDefault="006974AE" w:rsidP="006974AE">
      <w:r>
        <w:t>135.6909</w:t>
      </w:r>
      <w:r>
        <w:tab/>
        <w:t>2.025e0</w:t>
      </w:r>
    </w:p>
    <w:p w:rsidR="006974AE" w:rsidRDefault="006974AE" w:rsidP="006974AE">
      <w:r>
        <w:t>135.6924</w:t>
      </w:r>
      <w:r>
        <w:tab/>
        <w:t>1.013e0</w:t>
      </w:r>
    </w:p>
    <w:p w:rsidR="006974AE" w:rsidRDefault="006974AE" w:rsidP="006974AE">
      <w:r>
        <w:t>135.6984</w:t>
      </w:r>
      <w:r>
        <w:tab/>
        <w:t>1.013e0</w:t>
      </w:r>
    </w:p>
    <w:p w:rsidR="006974AE" w:rsidRDefault="006974AE" w:rsidP="006974AE">
      <w:r>
        <w:t>135.7112</w:t>
      </w:r>
      <w:r>
        <w:tab/>
        <w:t>2.025e0</w:t>
      </w:r>
    </w:p>
    <w:p w:rsidR="006974AE" w:rsidRDefault="006974AE" w:rsidP="006974AE">
      <w:r>
        <w:t>135.7145</w:t>
      </w:r>
      <w:r>
        <w:tab/>
        <w:t>1.013e0</w:t>
      </w:r>
    </w:p>
    <w:p w:rsidR="006974AE" w:rsidRDefault="006974AE" w:rsidP="006974AE">
      <w:r>
        <w:t>135.7204</w:t>
      </w:r>
      <w:r>
        <w:tab/>
        <w:t>1.013e0</w:t>
      </w:r>
    </w:p>
    <w:p w:rsidR="006974AE" w:rsidRDefault="006974AE" w:rsidP="006974AE">
      <w:r>
        <w:t>135.7295</w:t>
      </w:r>
      <w:r>
        <w:tab/>
        <w:t>1.013e0</w:t>
      </w:r>
    </w:p>
    <w:p w:rsidR="006974AE" w:rsidRDefault="006974AE" w:rsidP="006974AE">
      <w:r>
        <w:t>135.7328</w:t>
      </w:r>
      <w:r>
        <w:tab/>
        <w:t>1.013e0</w:t>
      </w:r>
    </w:p>
    <w:p w:rsidR="006974AE" w:rsidRDefault="006974AE" w:rsidP="006974AE">
      <w:r>
        <w:t>135.7510</w:t>
      </w:r>
      <w:r>
        <w:tab/>
        <w:t>1.013e0</w:t>
      </w:r>
    </w:p>
    <w:p w:rsidR="006974AE" w:rsidRDefault="006974AE" w:rsidP="006974AE">
      <w:r>
        <w:lastRenderedPageBreak/>
        <w:t>135.7573</w:t>
      </w:r>
      <w:r>
        <w:tab/>
        <w:t>2.025e0</w:t>
      </w:r>
    </w:p>
    <w:p w:rsidR="006974AE" w:rsidRDefault="006974AE" w:rsidP="006974AE">
      <w:r>
        <w:t>135.7605</w:t>
      </w:r>
      <w:r>
        <w:tab/>
        <w:t>1.013e0</w:t>
      </w:r>
    </w:p>
    <w:p w:rsidR="006974AE" w:rsidRDefault="006974AE" w:rsidP="006974AE">
      <w:r>
        <w:t>135.7948</w:t>
      </w:r>
      <w:r>
        <w:tab/>
        <w:t>1.013e0</w:t>
      </w:r>
    </w:p>
    <w:p w:rsidR="006974AE" w:rsidRDefault="006974AE" w:rsidP="006974AE">
      <w:r>
        <w:t>135.8257</w:t>
      </w:r>
      <w:r>
        <w:tab/>
        <w:t>1.013e0</w:t>
      </w:r>
    </w:p>
    <w:p w:rsidR="006974AE" w:rsidRDefault="006974AE" w:rsidP="006974AE">
      <w:r>
        <w:t>135.8377</w:t>
      </w:r>
      <w:r>
        <w:tab/>
        <w:t>4.051e0</w:t>
      </w:r>
    </w:p>
    <w:p w:rsidR="006974AE" w:rsidRDefault="006974AE" w:rsidP="006974AE">
      <w:r>
        <w:t>135.8411</w:t>
      </w:r>
      <w:r>
        <w:tab/>
        <w:t>1.013e0</w:t>
      </w:r>
    </w:p>
    <w:p w:rsidR="006974AE" w:rsidRDefault="006974AE" w:rsidP="006974AE">
      <w:r>
        <w:t>135.8536</w:t>
      </w:r>
      <w:r>
        <w:tab/>
        <w:t>1.013e0</w:t>
      </w:r>
    </w:p>
    <w:p w:rsidR="006974AE" w:rsidRDefault="006974AE" w:rsidP="006974AE">
      <w:r>
        <w:t>135.8655</w:t>
      </w:r>
      <w:r>
        <w:tab/>
        <w:t>1.013e0</w:t>
      </w:r>
    </w:p>
    <w:p w:rsidR="006974AE" w:rsidRDefault="006974AE" w:rsidP="006974AE">
      <w:r>
        <w:t>135.8878</w:t>
      </w:r>
      <w:r>
        <w:tab/>
        <w:t>2.025e0</w:t>
      </w:r>
    </w:p>
    <w:p w:rsidR="006974AE" w:rsidRDefault="006974AE" w:rsidP="006974AE">
      <w:r>
        <w:t>135.8968</w:t>
      </w:r>
      <w:r>
        <w:tab/>
        <w:t>1.013e0</w:t>
      </w:r>
    </w:p>
    <w:p w:rsidR="006974AE" w:rsidRDefault="006974AE" w:rsidP="006974AE">
      <w:r>
        <w:t>135.8999</w:t>
      </w:r>
      <w:r>
        <w:tab/>
        <w:t>2.025e0</w:t>
      </w:r>
    </w:p>
    <w:p w:rsidR="006974AE" w:rsidRDefault="006974AE" w:rsidP="006974AE">
      <w:r>
        <w:t>135.9063</w:t>
      </w:r>
      <w:r>
        <w:tab/>
        <w:t>1.013e0</w:t>
      </w:r>
    </w:p>
    <w:p w:rsidR="006974AE" w:rsidRDefault="006974AE" w:rsidP="006974AE">
      <w:r>
        <w:t>135.9743</w:t>
      </w:r>
      <w:r>
        <w:tab/>
        <w:t>1.013e0</w:t>
      </w:r>
    </w:p>
    <w:p w:rsidR="006974AE" w:rsidRDefault="006974AE" w:rsidP="006974AE">
      <w:r>
        <w:t>135.9930</w:t>
      </w:r>
      <w:r>
        <w:tab/>
        <w:t>1.013e0</w:t>
      </w:r>
    </w:p>
    <w:p w:rsidR="006974AE" w:rsidRDefault="006974AE" w:rsidP="006974AE">
      <w:r>
        <w:t>135.9962</w:t>
      </w:r>
      <w:r>
        <w:tab/>
        <w:t>1.013e0</w:t>
      </w:r>
    </w:p>
    <w:p w:rsidR="006974AE" w:rsidRDefault="006974AE" w:rsidP="006974AE">
      <w:r>
        <w:t>136.0084</w:t>
      </w:r>
      <w:r>
        <w:tab/>
        <w:t>3.038e0</w:t>
      </w:r>
    </w:p>
    <w:p w:rsidR="006974AE" w:rsidRDefault="006974AE" w:rsidP="006974AE">
      <w:r>
        <w:t>136.0114</w:t>
      </w:r>
      <w:r>
        <w:tab/>
        <w:t>1.013e0</w:t>
      </w:r>
    </w:p>
    <w:p w:rsidR="006974AE" w:rsidRDefault="006974AE" w:rsidP="006974AE">
      <w:r>
        <w:t>136.0194</w:t>
      </w:r>
      <w:r>
        <w:tab/>
        <w:t>5.063e0</w:t>
      </w:r>
    </w:p>
    <w:p w:rsidR="006974AE" w:rsidRDefault="006974AE" w:rsidP="006974AE">
      <w:r>
        <w:t>136.0210</w:t>
      </w:r>
      <w:r>
        <w:tab/>
        <w:t>2.025e0</w:t>
      </w:r>
    </w:p>
    <w:p w:rsidR="006974AE" w:rsidRDefault="006974AE" w:rsidP="006974AE">
      <w:r>
        <w:lastRenderedPageBreak/>
        <w:t>136.0292</w:t>
      </w:r>
      <w:r>
        <w:tab/>
        <w:t>3.038e0</w:t>
      </w:r>
    </w:p>
    <w:p w:rsidR="006974AE" w:rsidRDefault="006974AE" w:rsidP="006974AE">
      <w:r>
        <w:t>136.0303</w:t>
      </w:r>
      <w:r>
        <w:tab/>
        <w:t>2.025e0</w:t>
      </w:r>
    </w:p>
    <w:p w:rsidR="006974AE" w:rsidRDefault="006974AE" w:rsidP="006974AE">
      <w:r>
        <w:t>136.0345</w:t>
      </w:r>
      <w:r>
        <w:tab/>
        <w:t>2.025e0</w:t>
      </w:r>
    </w:p>
    <w:p w:rsidR="006974AE" w:rsidRDefault="006974AE" w:rsidP="006974AE">
      <w:r>
        <w:t>136.0388</w:t>
      </w:r>
      <w:r>
        <w:tab/>
        <w:t>1.509e0</w:t>
      </w:r>
    </w:p>
    <w:p w:rsidR="006974AE" w:rsidRDefault="006974AE" w:rsidP="006974AE">
      <w:r>
        <w:t>136.0456</w:t>
      </w:r>
      <w:r>
        <w:tab/>
        <w:t>1.013e0</w:t>
      </w:r>
    </w:p>
    <w:p w:rsidR="006974AE" w:rsidRDefault="006974AE" w:rsidP="006974AE">
      <w:r>
        <w:t>136.0569</w:t>
      </w:r>
      <w:r>
        <w:tab/>
        <w:t>2.025e0</w:t>
      </w:r>
    </w:p>
    <w:p w:rsidR="006974AE" w:rsidRDefault="006974AE" w:rsidP="006974AE">
      <w:r>
        <w:t>136.0582</w:t>
      </w:r>
      <w:r>
        <w:tab/>
        <w:t>4.051e0</w:t>
      </w:r>
    </w:p>
    <w:p w:rsidR="006974AE" w:rsidRDefault="006974AE" w:rsidP="006974AE">
      <w:r>
        <w:t>136.0624</w:t>
      </w:r>
      <w:r>
        <w:tab/>
        <w:t>2.025e0</w:t>
      </w:r>
    </w:p>
    <w:p w:rsidR="006974AE" w:rsidRDefault="006974AE" w:rsidP="006974AE">
      <w:r>
        <w:t>136.0723</w:t>
      </w:r>
      <w:r>
        <w:tab/>
        <w:t>7.302e0</w:t>
      </w:r>
    </w:p>
    <w:p w:rsidR="006974AE" w:rsidRDefault="006974AE" w:rsidP="006974AE">
      <w:r>
        <w:t>136.0764</w:t>
      </w:r>
      <w:r>
        <w:tab/>
        <w:t>7.089e0</w:t>
      </w:r>
    </w:p>
    <w:p w:rsidR="006974AE" w:rsidRDefault="006974AE" w:rsidP="006974AE">
      <w:r>
        <w:t>136.0818</w:t>
      </w:r>
      <w:r>
        <w:tab/>
        <w:t>2.025e0</w:t>
      </w:r>
    </w:p>
    <w:p w:rsidR="006974AE" w:rsidRDefault="006974AE" w:rsidP="006974AE">
      <w:r>
        <w:t>136.0851</w:t>
      </w:r>
      <w:r>
        <w:tab/>
        <w:t>3.038e0</w:t>
      </w:r>
    </w:p>
    <w:p w:rsidR="006974AE" w:rsidRDefault="006974AE" w:rsidP="006974AE">
      <w:r>
        <w:t>136.0863</w:t>
      </w:r>
      <w:r>
        <w:tab/>
        <w:t>2.025e0</w:t>
      </w:r>
    </w:p>
    <w:p w:rsidR="006974AE" w:rsidRDefault="006974AE" w:rsidP="006974AE">
      <w:r>
        <w:t>136.0917</w:t>
      </w:r>
      <w:r>
        <w:tab/>
        <w:t>2.025e0</w:t>
      </w:r>
    </w:p>
    <w:p w:rsidR="006974AE" w:rsidRDefault="006974AE" w:rsidP="006974AE">
      <w:r>
        <w:t>136.1109</w:t>
      </w:r>
      <w:r>
        <w:tab/>
        <w:t>2.127e1</w:t>
      </w:r>
    </w:p>
    <w:p w:rsidR="006974AE" w:rsidRDefault="006974AE" w:rsidP="006974AE">
      <w:r>
        <w:t>136.1121</w:t>
      </w:r>
      <w:r>
        <w:tab/>
        <w:t>9.114e0</w:t>
      </w:r>
    </w:p>
    <w:p w:rsidR="006974AE" w:rsidRDefault="006974AE" w:rsidP="006974AE">
      <w:r>
        <w:t>136.1138</w:t>
      </w:r>
      <w:r>
        <w:tab/>
        <w:t>2.350e1</w:t>
      </w:r>
    </w:p>
    <w:p w:rsidR="006974AE" w:rsidRDefault="006974AE" w:rsidP="006974AE">
      <w:r>
        <w:t>136.1157</w:t>
      </w:r>
      <w:r>
        <w:tab/>
        <w:t>2.379e1</w:t>
      </w:r>
    </w:p>
    <w:p w:rsidR="006974AE" w:rsidRDefault="006974AE" w:rsidP="006974AE">
      <w:r>
        <w:t>136.1171</w:t>
      </w:r>
      <w:r>
        <w:tab/>
        <w:t>1.620e1</w:t>
      </w:r>
    </w:p>
    <w:p w:rsidR="006974AE" w:rsidRDefault="006974AE" w:rsidP="006974AE">
      <w:r>
        <w:lastRenderedPageBreak/>
        <w:t>136.1388</w:t>
      </w:r>
      <w:r>
        <w:tab/>
        <w:t>1.013e0</w:t>
      </w:r>
    </w:p>
    <w:p w:rsidR="006974AE" w:rsidRDefault="006974AE" w:rsidP="006974AE">
      <w:r>
        <w:t>136.1669</w:t>
      </w:r>
      <w:r>
        <w:tab/>
        <w:t>1.013e0</w:t>
      </w:r>
    </w:p>
    <w:p w:rsidR="006974AE" w:rsidRDefault="006974AE" w:rsidP="006974AE">
      <w:r>
        <w:t>136.1701</w:t>
      </w:r>
      <w:r>
        <w:tab/>
        <w:t>1.013e0</w:t>
      </w:r>
    </w:p>
    <w:p w:rsidR="006974AE" w:rsidRDefault="006974AE" w:rsidP="006974AE">
      <w:r>
        <w:t>136.1868</w:t>
      </w:r>
      <w:r>
        <w:tab/>
        <w:t>2.025e0</w:t>
      </w:r>
    </w:p>
    <w:p w:rsidR="006974AE" w:rsidRDefault="006974AE" w:rsidP="006974AE">
      <w:r>
        <w:t>136.2065</w:t>
      </w:r>
      <w:r>
        <w:tab/>
        <w:t>1.013e0</w:t>
      </w:r>
    </w:p>
    <w:p w:rsidR="006974AE" w:rsidRDefault="006974AE" w:rsidP="006974AE">
      <w:r>
        <w:t>136.2109</w:t>
      </w:r>
      <w:r>
        <w:tab/>
        <w:t>3.038e0</w:t>
      </w:r>
    </w:p>
    <w:p w:rsidR="006974AE" w:rsidRDefault="006974AE" w:rsidP="006974AE">
      <w:r>
        <w:t>136.2287</w:t>
      </w:r>
      <w:r>
        <w:tab/>
        <w:t>1.013e0</w:t>
      </w:r>
    </w:p>
    <w:p w:rsidR="006974AE" w:rsidRDefault="006974AE" w:rsidP="006974AE">
      <w:r>
        <w:t>136.2301</w:t>
      </w:r>
      <w:r>
        <w:tab/>
        <w:t>2.025e0</w:t>
      </w:r>
    </w:p>
    <w:p w:rsidR="006974AE" w:rsidRDefault="006974AE" w:rsidP="006974AE">
      <w:r>
        <w:t>136.2440</w:t>
      </w:r>
      <w:r>
        <w:tab/>
        <w:t>1.013e0</w:t>
      </w:r>
    </w:p>
    <w:p w:rsidR="006974AE" w:rsidRDefault="006974AE" w:rsidP="006974AE">
      <w:r>
        <w:t>136.2473</w:t>
      </w:r>
      <w:r>
        <w:tab/>
        <w:t>3.038e0</w:t>
      </w:r>
    </w:p>
    <w:p w:rsidR="006974AE" w:rsidRDefault="006974AE" w:rsidP="006974AE">
      <w:r>
        <w:t>136.2504</w:t>
      </w:r>
      <w:r>
        <w:tab/>
        <w:t>1.013e0</w:t>
      </w:r>
    </w:p>
    <w:p w:rsidR="006974AE" w:rsidRDefault="006974AE" w:rsidP="006974AE">
      <w:r>
        <w:t>136.2538</w:t>
      </w:r>
      <w:r>
        <w:tab/>
        <w:t>1.013e0</w:t>
      </w:r>
    </w:p>
    <w:p w:rsidR="006974AE" w:rsidRDefault="006974AE" w:rsidP="006974AE">
      <w:r>
        <w:t>136.2567</w:t>
      </w:r>
      <w:r>
        <w:tab/>
        <w:t>2.025e0</w:t>
      </w:r>
    </w:p>
    <w:p w:rsidR="006974AE" w:rsidRDefault="006974AE" w:rsidP="006974AE">
      <w:r>
        <w:t>136.2657</w:t>
      </w:r>
      <w:r>
        <w:tab/>
        <w:t>2.025e0</w:t>
      </w:r>
    </w:p>
    <w:p w:rsidR="006974AE" w:rsidRDefault="006974AE" w:rsidP="006974AE">
      <w:r>
        <w:t>136.2688</w:t>
      </w:r>
      <w:r>
        <w:tab/>
        <w:t>1.013e0</w:t>
      </w:r>
    </w:p>
    <w:p w:rsidR="006974AE" w:rsidRDefault="006974AE" w:rsidP="006974AE">
      <w:r>
        <w:t>136.2753</w:t>
      </w:r>
      <w:r>
        <w:tab/>
        <w:t>1.013e0</w:t>
      </w:r>
    </w:p>
    <w:p w:rsidR="006974AE" w:rsidRDefault="006974AE" w:rsidP="006974AE">
      <w:r>
        <w:t>136.2875</w:t>
      </w:r>
      <w:r>
        <w:tab/>
        <w:t>3.038e0</w:t>
      </w:r>
    </w:p>
    <w:p w:rsidR="006974AE" w:rsidRDefault="006974AE" w:rsidP="006974AE">
      <w:r>
        <w:t>136.3248</w:t>
      </w:r>
      <w:r>
        <w:tab/>
        <w:t>1.013e0</w:t>
      </w:r>
    </w:p>
    <w:p w:rsidR="006974AE" w:rsidRDefault="006974AE" w:rsidP="006974AE">
      <w:r>
        <w:t>136.3278</w:t>
      </w:r>
      <w:r>
        <w:tab/>
        <w:t>1.013e0</w:t>
      </w:r>
    </w:p>
    <w:p w:rsidR="006974AE" w:rsidRDefault="006974AE" w:rsidP="006974AE">
      <w:r>
        <w:lastRenderedPageBreak/>
        <w:t>136.3309</w:t>
      </w:r>
      <w:r>
        <w:tab/>
        <w:t>1.013e0</w:t>
      </w:r>
    </w:p>
    <w:p w:rsidR="006974AE" w:rsidRDefault="006974AE" w:rsidP="006974AE">
      <w:r>
        <w:t>136.3375</w:t>
      </w:r>
      <w:r>
        <w:tab/>
        <w:t>1.013e0</w:t>
      </w:r>
    </w:p>
    <w:p w:rsidR="006974AE" w:rsidRDefault="006974AE" w:rsidP="006974AE">
      <w:r>
        <w:t>136.3654</w:t>
      </w:r>
      <w:r>
        <w:tab/>
        <w:t>1.013e0</w:t>
      </w:r>
    </w:p>
    <w:p w:rsidR="006974AE" w:rsidRDefault="006974AE" w:rsidP="006974AE">
      <w:r>
        <w:t>136.3773</w:t>
      </w:r>
      <w:r>
        <w:tab/>
        <w:t>1.013e0</w:t>
      </w:r>
    </w:p>
    <w:p w:rsidR="006974AE" w:rsidRDefault="006974AE" w:rsidP="006974AE">
      <w:r>
        <w:t>136.3931</w:t>
      </w:r>
      <w:r>
        <w:tab/>
        <w:t>1.013e0</w:t>
      </w:r>
    </w:p>
    <w:p w:rsidR="006974AE" w:rsidRDefault="006974AE" w:rsidP="006974AE">
      <w:r>
        <w:t>136.4083</w:t>
      </w:r>
      <w:r>
        <w:tab/>
        <w:t>1.013e0</w:t>
      </w:r>
    </w:p>
    <w:p w:rsidR="006974AE" w:rsidRDefault="006974AE" w:rsidP="006974AE">
      <w:r>
        <w:t>136.4180</w:t>
      </w:r>
      <w:r>
        <w:tab/>
        <w:t>1.013e0</w:t>
      </w:r>
    </w:p>
    <w:p w:rsidR="006974AE" w:rsidRDefault="006974AE" w:rsidP="006974AE">
      <w:r>
        <w:t>136.4258</w:t>
      </w:r>
      <w:r>
        <w:tab/>
        <w:t>2.025e0</w:t>
      </w:r>
    </w:p>
    <w:p w:rsidR="006974AE" w:rsidRDefault="006974AE" w:rsidP="006974AE">
      <w:r>
        <w:t>136.4274</w:t>
      </w:r>
      <w:r>
        <w:tab/>
        <w:t>1.013e0</w:t>
      </w:r>
    </w:p>
    <w:p w:rsidR="006974AE" w:rsidRDefault="006974AE" w:rsidP="006974AE">
      <w:r>
        <w:t>136.4769</w:t>
      </w:r>
      <w:r>
        <w:tab/>
        <w:t>1.013e0</w:t>
      </w:r>
    </w:p>
    <w:p w:rsidR="006974AE" w:rsidRDefault="006974AE" w:rsidP="006974AE">
      <w:r>
        <w:t>136.4835</w:t>
      </w:r>
      <w:r>
        <w:tab/>
        <w:t>1.013e0</w:t>
      </w:r>
    </w:p>
    <w:p w:rsidR="006974AE" w:rsidRDefault="006974AE" w:rsidP="006974AE">
      <w:r>
        <w:t>136.4864</w:t>
      </w:r>
      <w:r>
        <w:tab/>
        <w:t>1.013e0</w:t>
      </w:r>
    </w:p>
    <w:p w:rsidR="006974AE" w:rsidRDefault="006974AE" w:rsidP="006974AE">
      <w:r>
        <w:t>136.4953</w:t>
      </w:r>
      <w:r>
        <w:tab/>
        <w:t>1.013e0</w:t>
      </w:r>
    </w:p>
    <w:p w:rsidR="006974AE" w:rsidRDefault="006974AE" w:rsidP="006974AE">
      <w:r>
        <w:t>136.5201</w:t>
      </w:r>
      <w:r>
        <w:tab/>
        <w:t>1.013e0</w:t>
      </w:r>
    </w:p>
    <w:p w:rsidR="006974AE" w:rsidRDefault="006974AE" w:rsidP="006974AE">
      <w:r>
        <w:t>136.5233</w:t>
      </w:r>
      <w:r>
        <w:tab/>
        <w:t>2.025e0</w:t>
      </w:r>
    </w:p>
    <w:p w:rsidR="006974AE" w:rsidRDefault="006974AE" w:rsidP="006974AE">
      <w:r>
        <w:t>136.5296</w:t>
      </w:r>
      <w:r>
        <w:tab/>
        <w:t>1.013e0</w:t>
      </w:r>
    </w:p>
    <w:p w:rsidR="006974AE" w:rsidRDefault="006974AE" w:rsidP="006974AE">
      <w:r>
        <w:t>136.5329</w:t>
      </w:r>
      <w:r>
        <w:tab/>
        <w:t>1.013e0</w:t>
      </w:r>
    </w:p>
    <w:p w:rsidR="006974AE" w:rsidRDefault="006974AE" w:rsidP="006974AE">
      <w:r>
        <w:t>136.5361</w:t>
      </w:r>
      <w:r>
        <w:tab/>
        <w:t>2.025e0</w:t>
      </w:r>
    </w:p>
    <w:p w:rsidR="006974AE" w:rsidRDefault="006974AE" w:rsidP="006974AE">
      <w:r>
        <w:t>136.5481</w:t>
      </w:r>
      <w:r>
        <w:tab/>
        <w:t>1.013e0</w:t>
      </w:r>
    </w:p>
    <w:p w:rsidR="006974AE" w:rsidRDefault="006974AE" w:rsidP="006974AE">
      <w:r>
        <w:lastRenderedPageBreak/>
        <w:t>136.5638</w:t>
      </w:r>
      <w:r>
        <w:tab/>
        <w:t>1.013e0</w:t>
      </w:r>
    </w:p>
    <w:p w:rsidR="006974AE" w:rsidRDefault="006974AE" w:rsidP="006974AE">
      <w:r>
        <w:t>136.5703</w:t>
      </w:r>
      <w:r>
        <w:tab/>
        <w:t>1.013e0</w:t>
      </w:r>
    </w:p>
    <w:p w:rsidR="006974AE" w:rsidRDefault="006974AE" w:rsidP="006974AE">
      <w:r>
        <w:t>136.5733</w:t>
      </w:r>
      <w:r>
        <w:tab/>
        <w:t>1.013e0</w:t>
      </w:r>
    </w:p>
    <w:p w:rsidR="006974AE" w:rsidRDefault="006974AE" w:rsidP="006974AE">
      <w:r>
        <w:t>136.5760</w:t>
      </w:r>
      <w:r>
        <w:tab/>
        <w:t>1.013e0</w:t>
      </w:r>
    </w:p>
    <w:p w:rsidR="006974AE" w:rsidRDefault="006974AE" w:rsidP="006974AE">
      <w:r>
        <w:t>136.5919</w:t>
      </w:r>
      <w:r>
        <w:tab/>
        <w:t>1.013e0</w:t>
      </w:r>
    </w:p>
    <w:p w:rsidR="006974AE" w:rsidRDefault="006974AE" w:rsidP="006974AE">
      <w:r>
        <w:t>136.5984</w:t>
      </w:r>
      <w:r>
        <w:tab/>
        <w:t>1.013e0</w:t>
      </w:r>
    </w:p>
    <w:p w:rsidR="006974AE" w:rsidRDefault="006974AE" w:rsidP="006974AE">
      <w:r>
        <w:t>136.6135</w:t>
      </w:r>
      <w:r>
        <w:tab/>
        <w:t>1.013e0</w:t>
      </w:r>
    </w:p>
    <w:p w:rsidR="006974AE" w:rsidRDefault="006974AE" w:rsidP="006974AE">
      <w:r>
        <w:t>136.6165</w:t>
      </w:r>
      <w:r>
        <w:tab/>
        <w:t>1.013e0</w:t>
      </w:r>
    </w:p>
    <w:p w:rsidR="006974AE" w:rsidRDefault="006974AE" w:rsidP="006974AE">
      <w:r>
        <w:t>136.6199</w:t>
      </w:r>
      <w:r>
        <w:tab/>
        <w:t>1.013e0</w:t>
      </w:r>
    </w:p>
    <w:p w:rsidR="006974AE" w:rsidRDefault="006974AE" w:rsidP="006974AE">
      <w:r>
        <w:t>136.6231</w:t>
      </w:r>
      <w:r>
        <w:tab/>
        <w:t>1.013e0</w:t>
      </w:r>
    </w:p>
    <w:p w:rsidR="006974AE" w:rsidRDefault="006974AE" w:rsidP="006974AE">
      <w:r>
        <w:t>136.6382</w:t>
      </w:r>
      <w:r>
        <w:tab/>
        <w:t>1.013e0</w:t>
      </w:r>
    </w:p>
    <w:p w:rsidR="006974AE" w:rsidRDefault="006974AE" w:rsidP="006974AE">
      <w:r>
        <w:t>136.6542</w:t>
      </w:r>
      <w:r>
        <w:tab/>
        <w:t>1.013e0</w:t>
      </w:r>
    </w:p>
    <w:p w:rsidR="006974AE" w:rsidRDefault="006974AE" w:rsidP="006974AE">
      <w:r>
        <w:t>136.6631</w:t>
      </w:r>
      <w:r>
        <w:tab/>
        <w:t>1.013e0</w:t>
      </w:r>
    </w:p>
    <w:p w:rsidR="006974AE" w:rsidRDefault="006974AE" w:rsidP="006974AE">
      <w:r>
        <w:t>136.6662</w:t>
      </w:r>
      <w:r>
        <w:tab/>
        <w:t>1.013e0</w:t>
      </w:r>
    </w:p>
    <w:p w:rsidR="006974AE" w:rsidRDefault="006974AE" w:rsidP="006974AE">
      <w:r>
        <w:t>136.6692</w:t>
      </w:r>
      <w:r>
        <w:tab/>
        <w:t>1.013e0</w:t>
      </w:r>
    </w:p>
    <w:p w:rsidR="006974AE" w:rsidRDefault="006974AE" w:rsidP="006974AE">
      <w:r>
        <w:t>136.6852</w:t>
      </w:r>
      <w:r>
        <w:tab/>
        <w:t>1.013e0</w:t>
      </w:r>
    </w:p>
    <w:p w:rsidR="006974AE" w:rsidRDefault="006974AE" w:rsidP="006974AE">
      <w:r>
        <w:t>136.6941</w:t>
      </w:r>
      <w:r>
        <w:tab/>
        <w:t>2.025e0</w:t>
      </w:r>
    </w:p>
    <w:p w:rsidR="006974AE" w:rsidRDefault="006974AE" w:rsidP="006974AE">
      <w:r>
        <w:t>136.7132</w:t>
      </w:r>
      <w:r>
        <w:tab/>
        <w:t>1.013e0</w:t>
      </w:r>
    </w:p>
    <w:p w:rsidR="006974AE" w:rsidRDefault="006974AE" w:rsidP="006974AE">
      <w:r>
        <w:t>136.7363</w:t>
      </w:r>
      <w:r>
        <w:tab/>
        <w:t>2.025e0</w:t>
      </w:r>
    </w:p>
    <w:p w:rsidR="006974AE" w:rsidRDefault="006974AE" w:rsidP="006974AE">
      <w:r>
        <w:lastRenderedPageBreak/>
        <w:t>136.7444</w:t>
      </w:r>
      <w:r>
        <w:tab/>
        <w:t>1.013e0</w:t>
      </w:r>
    </w:p>
    <w:p w:rsidR="006974AE" w:rsidRDefault="006974AE" w:rsidP="006974AE">
      <w:r>
        <w:t>136.7498</w:t>
      </w:r>
      <w:r>
        <w:tab/>
        <w:t>1.013e0</w:t>
      </w:r>
    </w:p>
    <w:p w:rsidR="006974AE" w:rsidRDefault="006974AE" w:rsidP="006974AE">
      <w:r>
        <w:t>136.7626</w:t>
      </w:r>
      <w:r>
        <w:tab/>
        <w:t>1.013e0</w:t>
      </w:r>
    </w:p>
    <w:p w:rsidR="006974AE" w:rsidRDefault="006974AE" w:rsidP="006974AE">
      <w:r>
        <w:t>136.7692</w:t>
      </w:r>
      <w:r>
        <w:tab/>
        <w:t>1.013e0</w:t>
      </w:r>
    </w:p>
    <w:p w:rsidR="006974AE" w:rsidRDefault="006974AE" w:rsidP="006974AE">
      <w:r>
        <w:t>136.7779</w:t>
      </w:r>
      <w:r>
        <w:tab/>
        <w:t>1.013e0</w:t>
      </w:r>
    </w:p>
    <w:p w:rsidR="006974AE" w:rsidRDefault="006974AE" w:rsidP="006974AE">
      <w:r>
        <w:t>136.7842</w:t>
      </w:r>
      <w:r>
        <w:tab/>
        <w:t>1.013e0</w:t>
      </w:r>
    </w:p>
    <w:p w:rsidR="006974AE" w:rsidRDefault="006974AE" w:rsidP="006974AE">
      <w:r>
        <w:t>136.7971</w:t>
      </w:r>
      <w:r>
        <w:tab/>
        <w:t>1.013e0</w:t>
      </w:r>
    </w:p>
    <w:p w:rsidR="006974AE" w:rsidRDefault="006974AE" w:rsidP="006974AE">
      <w:r>
        <w:t>136.8060</w:t>
      </w:r>
      <w:r>
        <w:tab/>
        <w:t>1.013e0</w:t>
      </w:r>
    </w:p>
    <w:p w:rsidR="006974AE" w:rsidRDefault="006974AE" w:rsidP="006974AE">
      <w:r>
        <w:t>136.8341</w:t>
      </w:r>
      <w:r>
        <w:tab/>
        <w:t>1.013e0</w:t>
      </w:r>
    </w:p>
    <w:p w:rsidR="006974AE" w:rsidRDefault="006974AE" w:rsidP="006974AE">
      <w:r>
        <w:t>136.8465</w:t>
      </w:r>
      <w:r>
        <w:tab/>
        <w:t>1.013e0</w:t>
      </w:r>
    </w:p>
    <w:p w:rsidR="006974AE" w:rsidRDefault="006974AE" w:rsidP="006974AE">
      <w:r>
        <w:t>136.8621</w:t>
      </w:r>
      <w:r>
        <w:tab/>
        <w:t>1.013e0</w:t>
      </w:r>
    </w:p>
    <w:p w:rsidR="006974AE" w:rsidRDefault="006974AE" w:rsidP="006974AE">
      <w:r>
        <w:t>136.8778</w:t>
      </w:r>
      <w:r>
        <w:tab/>
        <w:t>1.013e0</w:t>
      </w:r>
    </w:p>
    <w:p w:rsidR="006974AE" w:rsidRDefault="006974AE" w:rsidP="006974AE">
      <w:r>
        <w:t>136.9056</w:t>
      </w:r>
      <w:r>
        <w:tab/>
        <w:t>1.013e0</w:t>
      </w:r>
    </w:p>
    <w:p w:rsidR="006974AE" w:rsidRDefault="006974AE" w:rsidP="006974AE">
      <w:r>
        <w:t>136.9494</w:t>
      </w:r>
      <w:r>
        <w:tab/>
        <w:t>1.013e0</w:t>
      </w:r>
    </w:p>
    <w:p w:rsidR="006974AE" w:rsidRDefault="006974AE" w:rsidP="006974AE">
      <w:r>
        <w:t>136.9552</w:t>
      </w:r>
      <w:r>
        <w:tab/>
        <w:t>1.013e0</w:t>
      </w:r>
    </w:p>
    <w:p w:rsidR="006974AE" w:rsidRDefault="006974AE" w:rsidP="006974AE">
      <w:r>
        <w:t>136.9647</w:t>
      </w:r>
      <w:r>
        <w:tab/>
        <w:t>1.013e0</w:t>
      </w:r>
    </w:p>
    <w:p w:rsidR="006974AE" w:rsidRDefault="006974AE" w:rsidP="006974AE">
      <w:r>
        <w:t>136.9832</w:t>
      </w:r>
      <w:r>
        <w:tab/>
        <w:t>1.013e0</w:t>
      </w:r>
    </w:p>
    <w:p w:rsidR="006974AE" w:rsidRDefault="006974AE" w:rsidP="006974AE">
      <w:r>
        <w:t>136.9928</w:t>
      </w:r>
      <w:r>
        <w:tab/>
        <w:t>2.025e0</w:t>
      </w:r>
    </w:p>
    <w:p w:rsidR="006974AE" w:rsidRDefault="006974AE" w:rsidP="006974AE">
      <w:r>
        <w:t>136.9958</w:t>
      </w:r>
      <w:r>
        <w:tab/>
        <w:t>1.013e0</w:t>
      </w:r>
    </w:p>
    <w:p w:rsidR="006974AE" w:rsidRDefault="006974AE" w:rsidP="006974AE">
      <w:r>
        <w:lastRenderedPageBreak/>
        <w:t>136.9992</w:t>
      </w:r>
      <w:r>
        <w:tab/>
        <w:t>1.013e0</w:t>
      </w:r>
    </w:p>
    <w:p w:rsidR="006974AE" w:rsidRDefault="006974AE" w:rsidP="006974AE">
      <w:r>
        <w:t>137.0082</w:t>
      </w:r>
      <w:r>
        <w:tab/>
        <w:t>1.013e0</w:t>
      </w:r>
    </w:p>
    <w:p w:rsidR="006974AE" w:rsidRDefault="006974AE" w:rsidP="006974AE">
      <w:r>
        <w:t>137.0110</w:t>
      </w:r>
      <w:r>
        <w:tab/>
        <w:t>1.013e0</w:t>
      </w:r>
    </w:p>
    <w:p w:rsidR="006974AE" w:rsidRDefault="006974AE" w:rsidP="006974AE">
      <w:r>
        <w:t>137.0176</w:t>
      </w:r>
      <w:r>
        <w:tab/>
        <w:t>1.013e0</w:t>
      </w:r>
    </w:p>
    <w:p w:rsidR="006974AE" w:rsidRDefault="006974AE" w:rsidP="006974AE">
      <w:r>
        <w:t>137.0206</w:t>
      </w:r>
      <w:r>
        <w:tab/>
        <w:t>1.013e0</w:t>
      </w:r>
    </w:p>
    <w:p w:rsidR="006974AE" w:rsidRDefault="006974AE" w:rsidP="006974AE">
      <w:r>
        <w:t>137.0253</w:t>
      </w:r>
      <w:r>
        <w:tab/>
        <w:t>3.038e0</w:t>
      </w:r>
    </w:p>
    <w:p w:rsidR="006974AE" w:rsidRDefault="006974AE" w:rsidP="006974AE">
      <w:r>
        <w:t>137.0304</w:t>
      </w:r>
      <w:r>
        <w:tab/>
        <w:t>1.013e0</w:t>
      </w:r>
    </w:p>
    <w:p w:rsidR="006974AE" w:rsidRDefault="006974AE" w:rsidP="006974AE">
      <w:r>
        <w:t>137.0335</w:t>
      </w:r>
      <w:r>
        <w:tab/>
        <w:t>2.025e0</w:t>
      </w:r>
    </w:p>
    <w:p w:rsidR="006974AE" w:rsidRDefault="006974AE" w:rsidP="006974AE">
      <w:r>
        <w:t>137.0365</w:t>
      </w:r>
      <w:r>
        <w:tab/>
        <w:t>3.038e0</w:t>
      </w:r>
    </w:p>
    <w:p w:rsidR="006974AE" w:rsidRDefault="006974AE" w:rsidP="006974AE">
      <w:r>
        <w:t>137.0377</w:t>
      </w:r>
      <w:r>
        <w:tab/>
        <w:t>4.051e0</w:t>
      </w:r>
    </w:p>
    <w:p w:rsidR="006974AE" w:rsidRDefault="006974AE" w:rsidP="006974AE">
      <w:r>
        <w:t>137.0393</w:t>
      </w:r>
      <w:r>
        <w:tab/>
        <w:t>4.051e0</w:t>
      </w:r>
    </w:p>
    <w:p w:rsidR="006974AE" w:rsidRDefault="006974AE" w:rsidP="006974AE">
      <w:r>
        <w:t>137.0423</w:t>
      </w:r>
      <w:r>
        <w:tab/>
        <w:t>2.025e0</w:t>
      </w:r>
    </w:p>
    <w:p w:rsidR="006974AE" w:rsidRDefault="006974AE" w:rsidP="006974AE">
      <w:r>
        <w:t>137.0486</w:t>
      </w:r>
      <w:r>
        <w:tab/>
        <w:t>1.013e0</w:t>
      </w:r>
    </w:p>
    <w:p w:rsidR="006974AE" w:rsidRDefault="006974AE" w:rsidP="006974AE">
      <w:r>
        <w:t>137.0520</w:t>
      </w:r>
      <w:r>
        <w:tab/>
        <w:t>2.025e0</w:t>
      </w:r>
    </w:p>
    <w:p w:rsidR="006974AE" w:rsidRDefault="006974AE" w:rsidP="006974AE">
      <w:r>
        <w:t>137.0630</w:t>
      </w:r>
      <w:r>
        <w:tab/>
        <w:t>2.025e0</w:t>
      </w:r>
    </w:p>
    <w:p w:rsidR="006974AE" w:rsidRDefault="006974AE" w:rsidP="006974AE">
      <w:r>
        <w:t>137.0646</w:t>
      </w:r>
      <w:r>
        <w:tab/>
        <w:t>1.013e0</w:t>
      </w:r>
    </w:p>
    <w:p w:rsidR="006974AE" w:rsidRDefault="006974AE" w:rsidP="006974AE">
      <w:r>
        <w:t>137.0703</w:t>
      </w:r>
      <w:r>
        <w:tab/>
        <w:t>1.013e0</w:t>
      </w:r>
    </w:p>
    <w:p w:rsidR="006974AE" w:rsidRDefault="006974AE" w:rsidP="006974AE">
      <w:r>
        <w:t>137.0735</w:t>
      </w:r>
      <w:r>
        <w:tab/>
        <w:t>2.025e0</w:t>
      </w:r>
    </w:p>
    <w:p w:rsidR="006974AE" w:rsidRDefault="006974AE" w:rsidP="006974AE">
      <w:r>
        <w:t>137.0806</w:t>
      </w:r>
      <w:r>
        <w:tab/>
        <w:t>3.038e0</w:t>
      </w:r>
    </w:p>
    <w:p w:rsidR="006974AE" w:rsidRDefault="006974AE" w:rsidP="006974AE">
      <w:r>
        <w:lastRenderedPageBreak/>
        <w:t>137.0845</w:t>
      </w:r>
      <w:r>
        <w:tab/>
        <w:t>2.025e0</w:t>
      </w:r>
    </w:p>
    <w:p w:rsidR="006974AE" w:rsidRDefault="006974AE" w:rsidP="006974AE">
      <w:r>
        <w:t>137.0863</w:t>
      </w:r>
      <w:r>
        <w:tab/>
        <w:t>1.013e0</w:t>
      </w:r>
    </w:p>
    <w:p w:rsidR="006974AE" w:rsidRDefault="006974AE" w:rsidP="006974AE">
      <w:r>
        <w:t>137.0878</w:t>
      </w:r>
      <w:r>
        <w:tab/>
        <w:t>2.025e0</w:t>
      </w:r>
    </w:p>
    <w:p w:rsidR="006974AE" w:rsidRDefault="006974AE" w:rsidP="006974AE">
      <w:r>
        <w:t>137.0927</w:t>
      </w:r>
      <w:r>
        <w:tab/>
        <w:t>3.038e0</w:t>
      </w:r>
    </w:p>
    <w:p w:rsidR="006974AE" w:rsidRDefault="006974AE" w:rsidP="006974AE">
      <w:r>
        <w:t>137.1045</w:t>
      </w:r>
      <w:r>
        <w:tab/>
        <w:t>2.025e0</w:t>
      </w:r>
    </w:p>
    <w:p w:rsidR="006974AE" w:rsidRDefault="006974AE" w:rsidP="006974AE">
      <w:r>
        <w:t>137.1079</w:t>
      </w:r>
      <w:r>
        <w:tab/>
        <w:t>1.013e0</w:t>
      </w:r>
    </w:p>
    <w:p w:rsidR="006974AE" w:rsidRDefault="006974AE" w:rsidP="006974AE">
      <w:r>
        <w:t>137.1129</w:t>
      </w:r>
      <w:r>
        <w:tab/>
        <w:t>3.038e0</w:t>
      </w:r>
    </w:p>
    <w:p w:rsidR="006974AE" w:rsidRDefault="006974AE" w:rsidP="006974AE">
      <w:r>
        <w:t>137.1143</w:t>
      </w:r>
      <w:r>
        <w:tab/>
        <w:t>3.038e0</w:t>
      </w:r>
    </w:p>
    <w:p w:rsidR="006974AE" w:rsidRDefault="006974AE" w:rsidP="006974AE">
      <w:r>
        <w:t>137.1168</w:t>
      </w:r>
      <w:r>
        <w:tab/>
        <w:t>5.063e0</w:t>
      </w:r>
    </w:p>
    <w:p w:rsidR="006974AE" w:rsidRDefault="006974AE" w:rsidP="006974AE">
      <w:r>
        <w:t>137.1193</w:t>
      </w:r>
      <w:r>
        <w:tab/>
        <w:t>3.038e0</w:t>
      </w:r>
    </w:p>
    <w:p w:rsidR="006974AE" w:rsidRDefault="006974AE" w:rsidP="006974AE">
      <w:r>
        <w:t>137.1389</w:t>
      </w:r>
      <w:r>
        <w:tab/>
        <w:t>1.013e0</w:t>
      </w:r>
    </w:p>
    <w:p w:rsidR="006974AE" w:rsidRDefault="006974AE" w:rsidP="006974AE">
      <w:r>
        <w:t>137.1453</w:t>
      </w:r>
      <w:r>
        <w:tab/>
        <w:t>1.013e0</w:t>
      </w:r>
    </w:p>
    <w:p w:rsidR="006974AE" w:rsidRDefault="006974AE" w:rsidP="006974AE">
      <w:r>
        <w:t>137.1464</w:t>
      </w:r>
      <w:r>
        <w:tab/>
        <w:t>3.038e0</w:t>
      </w:r>
    </w:p>
    <w:p w:rsidR="006974AE" w:rsidRDefault="006974AE" w:rsidP="006974AE">
      <w:r>
        <w:t>137.1701</w:t>
      </w:r>
      <w:r>
        <w:tab/>
        <w:t>1.013e0</w:t>
      </w:r>
    </w:p>
    <w:p w:rsidR="006974AE" w:rsidRDefault="006974AE" w:rsidP="006974AE">
      <w:r>
        <w:t>137.1886</w:t>
      </w:r>
      <w:r>
        <w:tab/>
        <w:t>1.013e0</w:t>
      </w:r>
    </w:p>
    <w:p w:rsidR="006974AE" w:rsidRDefault="006974AE" w:rsidP="006974AE">
      <w:r>
        <w:t>137.1982</w:t>
      </w:r>
      <w:r>
        <w:tab/>
        <w:t>1.013e0</w:t>
      </w:r>
    </w:p>
    <w:p w:rsidR="006974AE" w:rsidRDefault="006974AE" w:rsidP="006974AE">
      <w:r>
        <w:t>137.2079</w:t>
      </w:r>
      <w:r>
        <w:tab/>
        <w:t>1.013e0</w:t>
      </w:r>
    </w:p>
    <w:p w:rsidR="006974AE" w:rsidRDefault="006974AE" w:rsidP="006974AE">
      <w:r>
        <w:t>137.2107</w:t>
      </w:r>
      <w:r>
        <w:tab/>
        <w:t>1.013e0</w:t>
      </w:r>
    </w:p>
    <w:p w:rsidR="006974AE" w:rsidRDefault="006974AE" w:rsidP="006974AE">
      <w:r>
        <w:t>137.2294</w:t>
      </w:r>
      <w:r>
        <w:tab/>
        <w:t>1.013e0</w:t>
      </w:r>
    </w:p>
    <w:p w:rsidR="006974AE" w:rsidRDefault="006974AE" w:rsidP="006974AE">
      <w:r>
        <w:lastRenderedPageBreak/>
        <w:t>137.2388</w:t>
      </w:r>
      <w:r>
        <w:tab/>
        <w:t>1.013e0</w:t>
      </w:r>
    </w:p>
    <w:p w:rsidR="006974AE" w:rsidRDefault="006974AE" w:rsidP="006974AE">
      <w:r>
        <w:t>137.2417</w:t>
      </w:r>
      <w:r>
        <w:tab/>
        <w:t>1.013e0</w:t>
      </w:r>
    </w:p>
    <w:p w:rsidR="006974AE" w:rsidRDefault="006974AE" w:rsidP="006974AE">
      <w:r>
        <w:t>137.2478</w:t>
      </w:r>
      <w:r>
        <w:tab/>
        <w:t>1.013e0</w:t>
      </w:r>
    </w:p>
    <w:p w:rsidR="006974AE" w:rsidRDefault="006974AE" w:rsidP="006974AE">
      <w:r>
        <w:t>137.2728</w:t>
      </w:r>
      <w:r>
        <w:tab/>
        <w:t>1.013e0</w:t>
      </w:r>
    </w:p>
    <w:p w:rsidR="006974AE" w:rsidRDefault="006974AE" w:rsidP="006974AE">
      <w:r>
        <w:t>137.2755</w:t>
      </w:r>
      <w:r>
        <w:tab/>
        <w:t>2.025e0</w:t>
      </w:r>
    </w:p>
    <w:p w:rsidR="006974AE" w:rsidRDefault="006974AE" w:rsidP="006974AE">
      <w:r>
        <w:t>137.2790</w:t>
      </w:r>
      <w:r>
        <w:tab/>
        <w:t>2.025e0</w:t>
      </w:r>
    </w:p>
    <w:p w:rsidR="006974AE" w:rsidRDefault="006974AE" w:rsidP="006974AE">
      <w:r>
        <w:t>137.2916</w:t>
      </w:r>
      <w:r>
        <w:tab/>
        <w:t>1.013e0</w:t>
      </w:r>
    </w:p>
    <w:p w:rsidR="006974AE" w:rsidRDefault="006974AE" w:rsidP="006974AE">
      <w:r>
        <w:t>137.2951</w:t>
      </w:r>
      <w:r>
        <w:tab/>
        <w:t>2.025e0</w:t>
      </w:r>
    </w:p>
    <w:p w:rsidR="006974AE" w:rsidRDefault="006974AE" w:rsidP="006974AE">
      <w:r>
        <w:t>137.3068</w:t>
      </w:r>
      <w:r>
        <w:tab/>
        <w:t>1.013e0</w:t>
      </w:r>
    </w:p>
    <w:p w:rsidR="006974AE" w:rsidRDefault="006974AE" w:rsidP="006974AE">
      <w:r>
        <w:t>137.3414</w:t>
      </w:r>
      <w:r>
        <w:tab/>
        <w:t>1.013e0</w:t>
      </w:r>
    </w:p>
    <w:p w:rsidR="006974AE" w:rsidRDefault="006974AE" w:rsidP="006974AE">
      <w:r>
        <w:t>137.3598</w:t>
      </w:r>
      <w:r>
        <w:tab/>
        <w:t>2.025e0</w:t>
      </w:r>
    </w:p>
    <w:p w:rsidR="006974AE" w:rsidRDefault="006974AE" w:rsidP="006974AE">
      <w:r>
        <w:t>137.3694</w:t>
      </w:r>
      <w:r>
        <w:tab/>
        <w:t>1.013e0</w:t>
      </w:r>
    </w:p>
    <w:p w:rsidR="006974AE" w:rsidRDefault="006974AE" w:rsidP="006974AE">
      <w:r>
        <w:t>137.3725</w:t>
      </w:r>
      <w:r>
        <w:tab/>
        <w:t>3.038e0</w:t>
      </w:r>
    </w:p>
    <w:p w:rsidR="006974AE" w:rsidRDefault="006974AE" w:rsidP="006974AE">
      <w:r>
        <w:t>137.3911</w:t>
      </w:r>
      <w:r>
        <w:tab/>
        <w:t>1.013e0</w:t>
      </w:r>
    </w:p>
    <w:p w:rsidR="006974AE" w:rsidRDefault="006974AE" w:rsidP="006974AE">
      <w:r>
        <w:t>137.4147</w:t>
      </w:r>
      <w:r>
        <w:tab/>
        <w:t>2.025e0</w:t>
      </w:r>
    </w:p>
    <w:p w:rsidR="006974AE" w:rsidRDefault="006974AE" w:rsidP="006974AE">
      <w:r>
        <w:t>137.4192</w:t>
      </w:r>
      <w:r>
        <w:tab/>
        <w:t>1.013e0</w:t>
      </w:r>
    </w:p>
    <w:p w:rsidR="006974AE" w:rsidRDefault="006974AE" w:rsidP="006974AE">
      <w:r>
        <w:t>137.4380</w:t>
      </w:r>
      <w:r>
        <w:tab/>
        <w:t>1.013e0</w:t>
      </w:r>
    </w:p>
    <w:p w:rsidR="006974AE" w:rsidRDefault="006974AE" w:rsidP="006974AE">
      <w:r>
        <w:t>137.4474</w:t>
      </w:r>
      <w:r>
        <w:tab/>
        <w:t>1.013e0</w:t>
      </w:r>
    </w:p>
    <w:p w:rsidR="006974AE" w:rsidRDefault="006974AE" w:rsidP="006974AE">
      <w:r>
        <w:t>137.4500</w:t>
      </w:r>
      <w:r>
        <w:tab/>
        <w:t>1.013e0</w:t>
      </w:r>
    </w:p>
    <w:p w:rsidR="006974AE" w:rsidRDefault="006974AE" w:rsidP="006974AE">
      <w:r>
        <w:lastRenderedPageBreak/>
        <w:t>137.4516</w:t>
      </w:r>
      <w:r>
        <w:tab/>
        <w:t>2.025e0</w:t>
      </w:r>
    </w:p>
    <w:p w:rsidR="006974AE" w:rsidRDefault="006974AE" w:rsidP="006974AE">
      <w:r>
        <w:t>137.4596</w:t>
      </w:r>
      <w:r>
        <w:tab/>
        <w:t>1.013e0</w:t>
      </w:r>
    </w:p>
    <w:p w:rsidR="006974AE" w:rsidRDefault="006974AE" w:rsidP="006974AE">
      <w:r>
        <w:t>137.4878</w:t>
      </w:r>
      <w:r>
        <w:tab/>
        <w:t>1.013e0</w:t>
      </w:r>
    </w:p>
    <w:p w:rsidR="006974AE" w:rsidRDefault="006974AE" w:rsidP="006974AE">
      <w:r>
        <w:t>137.4940</w:t>
      </w:r>
      <w:r>
        <w:tab/>
        <w:t>1.013e0</w:t>
      </w:r>
    </w:p>
    <w:p w:rsidR="006974AE" w:rsidRDefault="006974AE" w:rsidP="006974AE">
      <w:r>
        <w:t>137.5006</w:t>
      </w:r>
      <w:r>
        <w:tab/>
        <w:t>1.013e0</w:t>
      </w:r>
    </w:p>
    <w:p w:rsidR="006974AE" w:rsidRDefault="006974AE" w:rsidP="006974AE">
      <w:r>
        <w:t>137.5050</w:t>
      </w:r>
      <w:r>
        <w:tab/>
        <w:t>2.025e0</w:t>
      </w:r>
    </w:p>
    <w:p w:rsidR="006974AE" w:rsidRDefault="006974AE" w:rsidP="006974AE">
      <w:r>
        <w:t>137.5066</w:t>
      </w:r>
      <w:r>
        <w:tab/>
        <w:t>1.013e0</w:t>
      </w:r>
    </w:p>
    <w:p w:rsidR="006974AE" w:rsidRDefault="006974AE" w:rsidP="006974AE">
      <w:r>
        <w:t>137.5220</w:t>
      </w:r>
      <w:r>
        <w:tab/>
        <w:t>2.025e0</w:t>
      </w:r>
    </w:p>
    <w:p w:rsidR="006974AE" w:rsidRDefault="006974AE" w:rsidP="006974AE">
      <w:r>
        <w:t>137.5332</w:t>
      </w:r>
      <w:r>
        <w:tab/>
        <w:t>2.025e0</w:t>
      </w:r>
    </w:p>
    <w:p w:rsidR="006974AE" w:rsidRDefault="006974AE" w:rsidP="006974AE">
      <w:r>
        <w:t>137.5349</w:t>
      </w:r>
      <w:r>
        <w:tab/>
        <w:t>2.025e0</w:t>
      </w:r>
    </w:p>
    <w:p w:rsidR="006974AE" w:rsidRDefault="006974AE" w:rsidP="006974AE">
      <w:r>
        <w:t>137.5360</w:t>
      </w:r>
      <w:r>
        <w:tab/>
        <w:t>2.025e0</w:t>
      </w:r>
    </w:p>
    <w:p w:rsidR="006974AE" w:rsidRDefault="006974AE" w:rsidP="006974AE">
      <w:r>
        <w:t>137.5376</w:t>
      </w:r>
      <w:r>
        <w:tab/>
        <w:t>1.013e0</w:t>
      </w:r>
    </w:p>
    <w:p w:rsidR="006974AE" w:rsidRDefault="006974AE" w:rsidP="006974AE">
      <w:r>
        <w:t>137.5386</w:t>
      </w:r>
      <w:r>
        <w:tab/>
        <w:t>4.051e0</w:t>
      </w:r>
    </w:p>
    <w:p w:rsidR="006974AE" w:rsidRDefault="006974AE" w:rsidP="006974AE">
      <w:r>
        <w:t>137.5405</w:t>
      </w:r>
      <w:r>
        <w:tab/>
        <w:t>1.013e0</w:t>
      </w:r>
    </w:p>
    <w:p w:rsidR="006974AE" w:rsidRDefault="006974AE" w:rsidP="006974AE">
      <w:r>
        <w:t>137.5596</w:t>
      </w:r>
      <w:r>
        <w:tab/>
        <w:t>1.013e0</w:t>
      </w:r>
    </w:p>
    <w:p w:rsidR="006974AE" w:rsidRDefault="006974AE" w:rsidP="006974AE">
      <w:r>
        <w:t>137.5781</w:t>
      </w:r>
      <w:r>
        <w:tab/>
        <w:t>1.013e0</w:t>
      </w:r>
    </w:p>
    <w:p w:rsidR="006974AE" w:rsidRDefault="006974AE" w:rsidP="006974AE">
      <w:r>
        <w:t>137.5814</w:t>
      </w:r>
      <w:r>
        <w:tab/>
        <w:t>1.013e0</w:t>
      </w:r>
    </w:p>
    <w:p w:rsidR="006974AE" w:rsidRDefault="006974AE" w:rsidP="006974AE">
      <w:r>
        <w:t>137.5877</w:t>
      </w:r>
      <w:r>
        <w:tab/>
        <w:t>2.025e0</w:t>
      </w:r>
    </w:p>
    <w:p w:rsidR="006974AE" w:rsidRDefault="006974AE" w:rsidP="006974AE">
      <w:r>
        <w:t>137.5909</w:t>
      </w:r>
      <w:r>
        <w:tab/>
        <w:t>1.013e0</w:t>
      </w:r>
    </w:p>
    <w:p w:rsidR="006974AE" w:rsidRDefault="006974AE" w:rsidP="006974AE">
      <w:r>
        <w:lastRenderedPageBreak/>
        <w:t>137.6029</w:t>
      </w:r>
      <w:r>
        <w:tab/>
        <w:t>1.013e0</w:t>
      </w:r>
    </w:p>
    <w:p w:rsidR="006974AE" w:rsidRDefault="006974AE" w:rsidP="006974AE">
      <w:r>
        <w:t>137.6093</w:t>
      </w:r>
      <w:r>
        <w:tab/>
        <w:t>1.013e0</w:t>
      </w:r>
    </w:p>
    <w:p w:rsidR="006974AE" w:rsidRDefault="006974AE" w:rsidP="006974AE">
      <w:r>
        <w:t>137.6124</w:t>
      </w:r>
      <w:r>
        <w:tab/>
        <w:t>1.013e0</w:t>
      </w:r>
    </w:p>
    <w:p w:rsidR="006974AE" w:rsidRDefault="006974AE" w:rsidP="006974AE">
      <w:r>
        <w:t>137.6189</w:t>
      </w:r>
      <w:r>
        <w:tab/>
        <w:t>1.013e0</w:t>
      </w:r>
    </w:p>
    <w:p w:rsidR="006974AE" w:rsidRDefault="006974AE" w:rsidP="006974AE">
      <w:r>
        <w:t>137.6310</w:t>
      </w:r>
      <w:r>
        <w:tab/>
        <w:t>1.013e0</w:t>
      </w:r>
    </w:p>
    <w:p w:rsidR="006974AE" w:rsidRDefault="006974AE" w:rsidP="006974AE">
      <w:r>
        <w:t>137.6406</w:t>
      </w:r>
      <w:r>
        <w:tab/>
        <w:t>1.013e0</w:t>
      </w:r>
    </w:p>
    <w:p w:rsidR="006974AE" w:rsidRDefault="006974AE" w:rsidP="006974AE">
      <w:r>
        <w:t>137.6590</w:t>
      </w:r>
      <w:r>
        <w:tab/>
        <w:t>1.013e0</w:t>
      </w:r>
    </w:p>
    <w:p w:rsidR="006974AE" w:rsidRDefault="006974AE" w:rsidP="006974AE">
      <w:r>
        <w:t>137.6750</w:t>
      </w:r>
      <w:r>
        <w:tab/>
        <w:t>2.025e0</w:t>
      </w:r>
    </w:p>
    <w:p w:rsidR="006974AE" w:rsidRDefault="006974AE" w:rsidP="006974AE">
      <w:r>
        <w:t>137.6841</w:t>
      </w:r>
      <w:r>
        <w:tab/>
        <w:t>1.013e0</w:t>
      </w:r>
    </w:p>
    <w:p w:rsidR="006974AE" w:rsidRDefault="006974AE" w:rsidP="006974AE">
      <w:r>
        <w:t>137.6997</w:t>
      </w:r>
      <w:r>
        <w:tab/>
        <w:t>1.013e0</w:t>
      </w:r>
    </w:p>
    <w:p w:rsidR="006974AE" w:rsidRDefault="006974AE" w:rsidP="006974AE">
      <w:r>
        <w:t>137.7063</w:t>
      </w:r>
      <w:r>
        <w:tab/>
        <w:t>1.013e0</w:t>
      </w:r>
    </w:p>
    <w:p w:rsidR="006974AE" w:rsidRDefault="006974AE" w:rsidP="006974AE">
      <w:r>
        <w:t>137.7246</w:t>
      </w:r>
      <w:r>
        <w:tab/>
        <w:t>1.013e0</w:t>
      </w:r>
    </w:p>
    <w:p w:rsidR="006974AE" w:rsidRDefault="006974AE" w:rsidP="006974AE">
      <w:r>
        <w:t>137.7309</w:t>
      </w:r>
      <w:r>
        <w:tab/>
        <w:t>1.013e0</w:t>
      </w:r>
    </w:p>
    <w:p w:rsidR="006974AE" w:rsidRDefault="006974AE" w:rsidP="006974AE">
      <w:r>
        <w:t>137.7375</w:t>
      </w:r>
      <w:r>
        <w:tab/>
        <w:t>2.025e0</w:t>
      </w:r>
    </w:p>
    <w:p w:rsidR="006974AE" w:rsidRDefault="006974AE" w:rsidP="006974AE">
      <w:r>
        <w:t>137.7526</w:t>
      </w:r>
      <w:r>
        <w:tab/>
        <w:t>1.013e0</w:t>
      </w:r>
    </w:p>
    <w:p w:rsidR="006974AE" w:rsidRDefault="006974AE" w:rsidP="006974AE">
      <w:r>
        <w:t>137.7590</w:t>
      </w:r>
      <w:r>
        <w:tab/>
        <w:t>3.038e0</w:t>
      </w:r>
    </w:p>
    <w:p w:rsidR="006974AE" w:rsidRDefault="006974AE" w:rsidP="006974AE">
      <w:r>
        <w:t>137.7774</w:t>
      </w:r>
      <w:r>
        <w:tab/>
        <w:t>1.013e0</w:t>
      </w:r>
    </w:p>
    <w:p w:rsidR="006974AE" w:rsidRDefault="006974AE" w:rsidP="006974AE">
      <w:r>
        <w:t>137.7822</w:t>
      </w:r>
      <w:r>
        <w:tab/>
        <w:t>2.025e0</w:t>
      </w:r>
    </w:p>
    <w:p w:rsidR="006974AE" w:rsidRDefault="006974AE" w:rsidP="006974AE">
      <w:r>
        <w:t>137.7872</w:t>
      </w:r>
      <w:r>
        <w:tab/>
        <w:t>1.013e0</w:t>
      </w:r>
    </w:p>
    <w:p w:rsidR="006974AE" w:rsidRDefault="006974AE" w:rsidP="006974AE">
      <w:r>
        <w:lastRenderedPageBreak/>
        <w:t>137.8026</w:t>
      </w:r>
      <w:r>
        <w:tab/>
        <w:t>1.013e0</w:t>
      </w:r>
    </w:p>
    <w:p w:rsidR="006974AE" w:rsidRDefault="006974AE" w:rsidP="006974AE">
      <w:r>
        <w:t>137.8577</w:t>
      </w:r>
      <w:r>
        <w:tab/>
        <w:t>2.025e0</w:t>
      </w:r>
    </w:p>
    <w:p w:rsidR="006974AE" w:rsidRDefault="006974AE" w:rsidP="006974AE">
      <w:r>
        <w:t>137.8621</w:t>
      </w:r>
      <w:r>
        <w:tab/>
        <w:t>1.013e0</w:t>
      </w:r>
    </w:p>
    <w:p w:rsidR="006974AE" w:rsidRDefault="006974AE" w:rsidP="006974AE">
      <w:r>
        <w:t>137.8903</w:t>
      </w:r>
      <w:r>
        <w:tab/>
        <w:t>2.025e0</w:t>
      </w:r>
    </w:p>
    <w:p w:rsidR="006974AE" w:rsidRDefault="006974AE" w:rsidP="006974AE">
      <w:r>
        <w:t>137.8932</w:t>
      </w:r>
      <w:r>
        <w:tab/>
        <w:t>1.013e0</w:t>
      </w:r>
    </w:p>
    <w:p w:rsidR="006974AE" w:rsidRDefault="006974AE" w:rsidP="006974AE">
      <w:r>
        <w:t>137.8959</w:t>
      </w:r>
      <w:r>
        <w:tab/>
        <w:t>1.013e0</w:t>
      </w:r>
    </w:p>
    <w:p w:rsidR="006974AE" w:rsidRDefault="006974AE" w:rsidP="006974AE">
      <w:r>
        <w:t>137.9056</w:t>
      </w:r>
      <w:r>
        <w:tab/>
        <w:t>1.013e0</w:t>
      </w:r>
    </w:p>
    <w:p w:rsidR="006974AE" w:rsidRDefault="006974AE" w:rsidP="006974AE">
      <w:r>
        <w:t>137.9213</w:t>
      </w:r>
      <w:r>
        <w:tab/>
        <w:t>1.013e0</w:t>
      </w:r>
    </w:p>
    <w:p w:rsidR="006974AE" w:rsidRDefault="006974AE" w:rsidP="006974AE">
      <w:r>
        <w:t>137.9304</w:t>
      </w:r>
      <w:r>
        <w:tab/>
        <w:t>1.013e0</w:t>
      </w:r>
    </w:p>
    <w:p w:rsidR="006974AE" w:rsidRDefault="006974AE" w:rsidP="006974AE">
      <w:r>
        <w:t>137.9466</w:t>
      </w:r>
      <w:r>
        <w:tab/>
        <w:t>2.025e0</w:t>
      </w:r>
    </w:p>
    <w:p w:rsidR="006974AE" w:rsidRDefault="006974AE" w:rsidP="006974AE">
      <w:r>
        <w:t>137.9586</w:t>
      </w:r>
      <w:r>
        <w:tab/>
        <w:t>1.013e0</w:t>
      </w:r>
    </w:p>
    <w:p w:rsidR="006974AE" w:rsidRDefault="006974AE" w:rsidP="006974AE">
      <w:r>
        <w:t>137.9619</w:t>
      </w:r>
      <w:r>
        <w:tab/>
        <w:t>1.013e0</w:t>
      </w:r>
    </w:p>
    <w:p w:rsidR="006974AE" w:rsidRDefault="006974AE" w:rsidP="006974AE">
      <w:r>
        <w:t>137.9779</w:t>
      </w:r>
      <w:r>
        <w:tab/>
        <w:t>1.013e0</w:t>
      </w:r>
    </w:p>
    <w:p w:rsidR="006974AE" w:rsidRDefault="006974AE" w:rsidP="006974AE">
      <w:r>
        <w:t>137.9866</w:t>
      </w:r>
      <w:r>
        <w:tab/>
        <w:t>1.013e0</w:t>
      </w:r>
    </w:p>
    <w:p w:rsidR="006974AE" w:rsidRDefault="006974AE" w:rsidP="006974AE">
      <w:r>
        <w:t>137.9913</w:t>
      </w:r>
      <w:r>
        <w:tab/>
        <w:t>2.025e0</w:t>
      </w:r>
    </w:p>
    <w:p w:rsidR="006974AE" w:rsidRDefault="006974AE" w:rsidP="006974AE">
      <w:r>
        <w:t>138.0027</w:t>
      </w:r>
      <w:r>
        <w:tab/>
        <w:t>1.013e0</w:t>
      </w:r>
    </w:p>
    <w:p w:rsidR="006974AE" w:rsidRDefault="006974AE" w:rsidP="006974AE">
      <w:r>
        <w:t>138.0089</w:t>
      </w:r>
      <w:r>
        <w:tab/>
        <w:t>1.013e0</w:t>
      </w:r>
    </w:p>
    <w:p w:rsidR="006974AE" w:rsidRDefault="006974AE" w:rsidP="006974AE">
      <w:r>
        <w:t>138.0324</w:t>
      </w:r>
      <w:r>
        <w:tab/>
        <w:t>2.025e0</w:t>
      </w:r>
    </w:p>
    <w:p w:rsidR="006974AE" w:rsidRDefault="006974AE" w:rsidP="006974AE">
      <w:r>
        <w:t>138.0340</w:t>
      </w:r>
      <w:r>
        <w:tab/>
        <w:t>1.013e0</w:t>
      </w:r>
    </w:p>
    <w:p w:rsidR="006974AE" w:rsidRDefault="006974AE" w:rsidP="006974AE">
      <w:r>
        <w:lastRenderedPageBreak/>
        <w:t>138.0477</w:t>
      </w:r>
      <w:r>
        <w:tab/>
        <w:t>5.063e0</w:t>
      </w:r>
    </w:p>
    <w:p w:rsidR="006974AE" w:rsidRDefault="006974AE" w:rsidP="006974AE">
      <w:r>
        <w:t>138.0556</w:t>
      </w:r>
      <w:r>
        <w:tab/>
        <w:t>2.025e0</w:t>
      </w:r>
    </w:p>
    <w:p w:rsidR="006974AE" w:rsidRDefault="006974AE" w:rsidP="006974AE">
      <w:r>
        <w:t>138.0571</w:t>
      </w:r>
      <w:r>
        <w:tab/>
        <w:t>6.224e0</w:t>
      </w:r>
    </w:p>
    <w:p w:rsidR="006974AE" w:rsidRDefault="006974AE" w:rsidP="006974AE">
      <w:r>
        <w:t>138.0586</w:t>
      </w:r>
      <w:r>
        <w:tab/>
        <w:t>2.025e0</w:t>
      </w:r>
    </w:p>
    <w:p w:rsidR="006974AE" w:rsidRDefault="006974AE" w:rsidP="006974AE">
      <w:r>
        <w:t>138.0668</w:t>
      </w:r>
      <w:r>
        <w:tab/>
        <w:t>2.025e0</w:t>
      </w:r>
    </w:p>
    <w:p w:rsidR="006974AE" w:rsidRDefault="006974AE" w:rsidP="006974AE">
      <w:r>
        <w:t>138.0699</w:t>
      </w:r>
      <w:r>
        <w:tab/>
        <w:t>3.038e0</w:t>
      </w:r>
    </w:p>
    <w:p w:rsidR="006974AE" w:rsidRDefault="006974AE" w:rsidP="006974AE">
      <w:r>
        <w:t>138.0711</w:t>
      </w:r>
      <w:r>
        <w:tab/>
        <w:t>1.013e0</w:t>
      </w:r>
    </w:p>
    <w:p w:rsidR="006974AE" w:rsidRDefault="006974AE" w:rsidP="006974AE">
      <w:r>
        <w:t>138.0747</w:t>
      </w:r>
      <w:r>
        <w:tab/>
        <w:t>3.903e0</w:t>
      </w:r>
    </w:p>
    <w:p w:rsidR="006974AE" w:rsidRDefault="006974AE" w:rsidP="006974AE">
      <w:r>
        <w:t>138.0805</w:t>
      </w:r>
      <w:r>
        <w:tab/>
        <w:t>1.013e0</w:t>
      </w:r>
    </w:p>
    <w:p w:rsidR="006974AE" w:rsidRDefault="006974AE" w:rsidP="006974AE">
      <w:r>
        <w:t>138.0869</w:t>
      </w:r>
      <w:r>
        <w:tab/>
        <w:t>1.013e0</w:t>
      </w:r>
    </w:p>
    <w:p w:rsidR="006974AE" w:rsidRDefault="006974AE" w:rsidP="006974AE">
      <w:r>
        <w:t>138.0899</w:t>
      </w:r>
      <w:r>
        <w:tab/>
        <w:t>2.025e0</w:t>
      </w:r>
    </w:p>
    <w:p w:rsidR="006974AE" w:rsidRDefault="006974AE" w:rsidP="006974AE">
      <w:r>
        <w:t>138.0965</w:t>
      </w:r>
      <w:r>
        <w:tab/>
        <w:t>1.013e0</w:t>
      </w:r>
    </w:p>
    <w:p w:rsidR="006974AE" w:rsidRDefault="006974AE" w:rsidP="006974AE">
      <w:r>
        <w:t>138.1022</w:t>
      </w:r>
      <w:r>
        <w:tab/>
        <w:t>1.013e0</w:t>
      </w:r>
    </w:p>
    <w:p w:rsidR="006974AE" w:rsidRDefault="006974AE" w:rsidP="006974AE">
      <w:r>
        <w:t>138.1036</w:t>
      </w:r>
      <w:r>
        <w:tab/>
        <w:t>2.025e0</w:t>
      </w:r>
    </w:p>
    <w:p w:rsidR="006974AE" w:rsidRDefault="006974AE" w:rsidP="006974AE">
      <w:r>
        <w:t>138.1051</w:t>
      </w:r>
      <w:r>
        <w:tab/>
        <w:t>1.013e0</w:t>
      </w:r>
    </w:p>
    <w:p w:rsidR="006974AE" w:rsidRDefault="006974AE" w:rsidP="006974AE">
      <w:r>
        <w:t>138.1085</w:t>
      </w:r>
      <w:r>
        <w:tab/>
        <w:t>1.013e0</w:t>
      </w:r>
    </w:p>
    <w:p w:rsidR="006974AE" w:rsidRDefault="006974AE" w:rsidP="006974AE">
      <w:r>
        <w:t>138.1116</w:t>
      </w:r>
      <w:r>
        <w:tab/>
        <w:t>1.013e0</w:t>
      </w:r>
    </w:p>
    <w:p w:rsidR="006974AE" w:rsidRDefault="006974AE" w:rsidP="006974AE">
      <w:r>
        <w:t>138.1261</w:t>
      </w:r>
      <w:r>
        <w:tab/>
        <w:t>2.025e0</w:t>
      </w:r>
    </w:p>
    <w:p w:rsidR="006974AE" w:rsidRDefault="006974AE" w:rsidP="006974AE">
      <w:r>
        <w:t>138.1307</w:t>
      </w:r>
      <w:r>
        <w:tab/>
        <w:t>2.025e0</w:t>
      </w:r>
    </w:p>
    <w:p w:rsidR="006974AE" w:rsidRDefault="006974AE" w:rsidP="006974AE">
      <w:r>
        <w:lastRenderedPageBreak/>
        <w:t>138.1396</w:t>
      </w:r>
      <w:r>
        <w:tab/>
        <w:t>1.013e0</w:t>
      </w:r>
    </w:p>
    <w:p w:rsidR="006974AE" w:rsidRDefault="006974AE" w:rsidP="006974AE">
      <w:r>
        <w:t>138.1589</w:t>
      </w:r>
      <w:r>
        <w:tab/>
        <w:t>2.025e0</w:t>
      </w:r>
    </w:p>
    <w:p w:rsidR="006974AE" w:rsidRDefault="006974AE" w:rsidP="006974AE">
      <w:r>
        <w:t>138.1616</w:t>
      </w:r>
      <w:r>
        <w:tab/>
        <w:t>1.013e0</w:t>
      </w:r>
    </w:p>
    <w:p w:rsidR="006974AE" w:rsidRDefault="006974AE" w:rsidP="006974AE">
      <w:r>
        <w:t>138.1871</w:t>
      </w:r>
      <w:r>
        <w:tab/>
        <w:t>1.013e0</w:t>
      </w:r>
    </w:p>
    <w:p w:rsidR="006974AE" w:rsidRDefault="006974AE" w:rsidP="006974AE">
      <w:r>
        <w:t>138.2087</w:t>
      </w:r>
      <w:r>
        <w:tab/>
        <w:t>2.025e0</w:t>
      </w:r>
    </w:p>
    <w:p w:rsidR="006974AE" w:rsidRDefault="006974AE" w:rsidP="006974AE">
      <w:r>
        <w:t>138.2119</w:t>
      </w:r>
      <w:r>
        <w:tab/>
        <w:t>1.013e0</w:t>
      </w:r>
    </w:p>
    <w:p w:rsidR="006974AE" w:rsidRDefault="006974AE" w:rsidP="006974AE">
      <w:r>
        <w:t>138.2304</w:t>
      </w:r>
      <w:r>
        <w:tab/>
        <w:t>1.013e0</w:t>
      </w:r>
    </w:p>
    <w:p w:rsidR="006974AE" w:rsidRDefault="006974AE" w:rsidP="006974AE">
      <w:r>
        <w:t>138.2400</w:t>
      </w:r>
      <w:r>
        <w:tab/>
        <w:t>1.013e0</w:t>
      </w:r>
    </w:p>
    <w:p w:rsidR="006974AE" w:rsidRDefault="006974AE" w:rsidP="006974AE">
      <w:r>
        <w:t>138.2430</w:t>
      </w:r>
      <w:r>
        <w:tab/>
        <w:t>1.013e0</w:t>
      </w:r>
    </w:p>
    <w:p w:rsidR="006974AE" w:rsidRDefault="006974AE" w:rsidP="006974AE">
      <w:r>
        <w:t>138.2616</w:t>
      </w:r>
      <w:r>
        <w:tab/>
        <w:t>2.025e0</w:t>
      </w:r>
    </w:p>
    <w:p w:rsidR="006974AE" w:rsidRDefault="006974AE" w:rsidP="006974AE">
      <w:r>
        <w:t>138.2713</w:t>
      </w:r>
      <w:r>
        <w:tab/>
        <w:t>2.025e0</w:t>
      </w:r>
    </w:p>
    <w:p w:rsidR="006974AE" w:rsidRDefault="006974AE" w:rsidP="006974AE">
      <w:r>
        <w:t>138.2928</w:t>
      </w:r>
      <w:r>
        <w:tab/>
        <w:t>1.013e0</w:t>
      </w:r>
    </w:p>
    <w:p w:rsidR="006974AE" w:rsidRDefault="006974AE" w:rsidP="006974AE">
      <w:r>
        <w:t>138.3116</w:t>
      </w:r>
      <w:r>
        <w:tab/>
        <w:t>2.025e0</w:t>
      </w:r>
    </w:p>
    <w:p w:rsidR="006974AE" w:rsidRDefault="006974AE" w:rsidP="006974AE">
      <w:r>
        <w:t>138.3145</w:t>
      </w:r>
      <w:r>
        <w:tab/>
        <w:t>1.013e0</w:t>
      </w:r>
    </w:p>
    <w:p w:rsidR="006974AE" w:rsidRDefault="006974AE" w:rsidP="006974AE">
      <w:r>
        <w:t>138.3371</w:t>
      </w:r>
      <w:r>
        <w:tab/>
        <w:t>1.013e0</w:t>
      </w:r>
    </w:p>
    <w:p w:rsidR="006974AE" w:rsidRDefault="006974AE" w:rsidP="006974AE">
      <w:r>
        <w:t>138.3428</w:t>
      </w:r>
      <w:r>
        <w:tab/>
        <w:t>1.013e0</w:t>
      </w:r>
    </w:p>
    <w:p w:rsidR="006974AE" w:rsidRDefault="006974AE" w:rsidP="006974AE">
      <w:r>
        <w:t>138.3458</w:t>
      </w:r>
      <w:r>
        <w:tab/>
        <w:t>2.025e0</w:t>
      </w:r>
    </w:p>
    <w:p w:rsidR="006974AE" w:rsidRDefault="006974AE" w:rsidP="006974AE">
      <w:r>
        <w:t>138.3587</w:t>
      </w:r>
      <w:r>
        <w:tab/>
        <w:t>1.013e0</w:t>
      </w:r>
    </w:p>
    <w:p w:rsidR="006974AE" w:rsidRDefault="006974AE" w:rsidP="006974AE">
      <w:r>
        <w:t>138.3652</w:t>
      </w:r>
      <w:r>
        <w:tab/>
        <w:t>1.013e0</w:t>
      </w:r>
    </w:p>
    <w:p w:rsidR="006974AE" w:rsidRDefault="006974AE" w:rsidP="006974AE">
      <w:r>
        <w:lastRenderedPageBreak/>
        <w:t>138.3683</w:t>
      </w:r>
      <w:r>
        <w:tab/>
        <w:t>1.013e0</w:t>
      </w:r>
    </w:p>
    <w:p w:rsidR="006974AE" w:rsidRDefault="006974AE" w:rsidP="006974AE">
      <w:r>
        <w:t>138.4211</w:t>
      </w:r>
      <w:r>
        <w:tab/>
        <w:t>1.013e0</w:t>
      </w:r>
    </w:p>
    <w:p w:rsidR="006974AE" w:rsidRDefault="006974AE" w:rsidP="006974AE">
      <w:r>
        <w:t>138.4363</w:t>
      </w:r>
      <w:r>
        <w:tab/>
        <w:t>1.013e0</w:t>
      </w:r>
    </w:p>
    <w:p w:rsidR="006974AE" w:rsidRDefault="006974AE" w:rsidP="006974AE">
      <w:r>
        <w:t>138.4462</w:t>
      </w:r>
      <w:r>
        <w:tab/>
        <w:t>1.013e0</w:t>
      </w:r>
    </w:p>
    <w:p w:rsidR="006974AE" w:rsidRDefault="006974AE" w:rsidP="006974AE">
      <w:r>
        <w:t>138.4590</w:t>
      </w:r>
      <w:r>
        <w:tab/>
        <w:t>1.013e0</w:t>
      </w:r>
    </w:p>
    <w:p w:rsidR="006974AE" w:rsidRDefault="006974AE" w:rsidP="006974AE">
      <w:r>
        <w:t>138.4743</w:t>
      </w:r>
      <w:r>
        <w:tab/>
        <w:t>1.013e0</w:t>
      </w:r>
    </w:p>
    <w:p w:rsidR="006974AE" w:rsidRDefault="006974AE" w:rsidP="006974AE">
      <w:r>
        <w:t>138.4807</w:t>
      </w:r>
      <w:r>
        <w:tab/>
        <w:t>3.038e0</w:t>
      </w:r>
    </w:p>
    <w:p w:rsidR="006974AE" w:rsidRDefault="006974AE" w:rsidP="006974AE">
      <w:r>
        <w:t>138.5022</w:t>
      </w:r>
      <w:r>
        <w:tab/>
        <w:t>1.013e0</w:t>
      </w:r>
    </w:p>
    <w:p w:rsidR="006974AE" w:rsidRDefault="006974AE" w:rsidP="006974AE">
      <w:r>
        <w:t>138.5088</w:t>
      </w:r>
      <w:r>
        <w:tab/>
        <w:t>1.013e0</w:t>
      </w:r>
    </w:p>
    <w:p w:rsidR="006974AE" w:rsidRDefault="006974AE" w:rsidP="006974AE">
      <w:r>
        <w:t>138.5118</w:t>
      </w:r>
      <w:r>
        <w:tab/>
        <w:t>1.013e0</w:t>
      </w:r>
    </w:p>
    <w:p w:rsidR="006974AE" w:rsidRDefault="006974AE" w:rsidP="006974AE">
      <w:r>
        <w:t>138.5150</w:t>
      </w:r>
      <w:r>
        <w:tab/>
        <w:t>1.013e0</w:t>
      </w:r>
    </w:p>
    <w:p w:rsidR="006974AE" w:rsidRDefault="006974AE" w:rsidP="006974AE">
      <w:r>
        <w:t>138.5272</w:t>
      </w:r>
      <w:r>
        <w:tab/>
        <w:t>1.013e0</w:t>
      </w:r>
    </w:p>
    <w:p w:rsidR="006974AE" w:rsidRDefault="006974AE" w:rsidP="006974AE">
      <w:r>
        <w:t>138.5712</w:t>
      </w:r>
      <w:r>
        <w:tab/>
        <w:t>1.013e0</w:t>
      </w:r>
    </w:p>
    <w:p w:rsidR="006974AE" w:rsidRDefault="006974AE" w:rsidP="006974AE">
      <w:r>
        <w:t>138.5839</w:t>
      </w:r>
      <w:r>
        <w:tab/>
        <w:t>1.013e0</w:t>
      </w:r>
    </w:p>
    <w:p w:rsidR="006974AE" w:rsidRDefault="006974AE" w:rsidP="006974AE">
      <w:r>
        <w:t>138.6059</w:t>
      </w:r>
      <w:r>
        <w:tab/>
        <w:t>1.013e0</w:t>
      </w:r>
    </w:p>
    <w:p w:rsidR="006974AE" w:rsidRDefault="006974AE" w:rsidP="006974AE">
      <w:r>
        <w:t>138.6090</w:t>
      </w:r>
      <w:r>
        <w:tab/>
        <w:t>1.013e0</w:t>
      </w:r>
    </w:p>
    <w:p w:rsidR="006974AE" w:rsidRDefault="006974AE" w:rsidP="006974AE">
      <w:r>
        <w:t>138.6212</w:t>
      </w:r>
      <w:r>
        <w:tab/>
        <w:t>1.013e0</w:t>
      </w:r>
    </w:p>
    <w:p w:rsidR="006974AE" w:rsidRDefault="006974AE" w:rsidP="006974AE">
      <w:r>
        <w:t>138.6275</w:t>
      </w:r>
      <w:r>
        <w:tab/>
        <w:t>1.013e0</w:t>
      </w:r>
    </w:p>
    <w:p w:rsidR="006974AE" w:rsidRDefault="006974AE" w:rsidP="006974AE">
      <w:r>
        <w:t>138.6556</w:t>
      </w:r>
      <w:r>
        <w:tab/>
        <w:t>1.013e0</w:t>
      </w:r>
    </w:p>
    <w:p w:rsidR="006974AE" w:rsidRDefault="006974AE" w:rsidP="006974AE">
      <w:r>
        <w:lastRenderedPageBreak/>
        <w:t>138.6686</w:t>
      </w:r>
      <w:r>
        <w:tab/>
        <w:t>1.013e0</w:t>
      </w:r>
    </w:p>
    <w:p w:rsidR="006974AE" w:rsidRDefault="006974AE" w:rsidP="006974AE">
      <w:r>
        <w:t>138.6871</w:t>
      </w:r>
      <w:r>
        <w:tab/>
        <w:t>1.013e0</w:t>
      </w:r>
    </w:p>
    <w:p w:rsidR="006974AE" w:rsidRDefault="006974AE" w:rsidP="006974AE">
      <w:r>
        <w:t>138.7119</w:t>
      </w:r>
      <w:r>
        <w:tab/>
        <w:t>1.013e0</w:t>
      </w:r>
    </w:p>
    <w:p w:rsidR="006974AE" w:rsidRDefault="006974AE" w:rsidP="006974AE">
      <w:r>
        <w:t>138.7152</w:t>
      </w:r>
      <w:r>
        <w:tab/>
        <w:t>1.013e0</w:t>
      </w:r>
    </w:p>
    <w:p w:rsidR="006974AE" w:rsidRDefault="006974AE" w:rsidP="006974AE">
      <w:r>
        <w:t>138.7184</w:t>
      </w:r>
      <w:r>
        <w:tab/>
        <w:t>1.013e0</w:t>
      </w:r>
    </w:p>
    <w:p w:rsidR="006974AE" w:rsidRDefault="006974AE" w:rsidP="006974AE">
      <w:r>
        <w:t>138.7278</w:t>
      </w:r>
      <w:r>
        <w:tab/>
        <w:t>1.013e0</w:t>
      </w:r>
    </w:p>
    <w:p w:rsidR="006974AE" w:rsidRDefault="006974AE" w:rsidP="006974AE">
      <w:r>
        <w:t>138.7311</w:t>
      </w:r>
      <w:r>
        <w:tab/>
        <w:t>1.013e0</w:t>
      </w:r>
    </w:p>
    <w:p w:rsidR="006974AE" w:rsidRDefault="006974AE" w:rsidP="006974AE">
      <w:r>
        <w:t>138.7966</w:t>
      </w:r>
      <w:r>
        <w:tab/>
        <w:t>1.013e0</w:t>
      </w:r>
    </w:p>
    <w:p w:rsidR="006974AE" w:rsidRDefault="006974AE" w:rsidP="006974AE">
      <w:r>
        <w:t>138.8091</w:t>
      </w:r>
      <w:r>
        <w:tab/>
        <w:t>2.025e0</w:t>
      </w:r>
    </w:p>
    <w:p w:rsidR="006974AE" w:rsidRDefault="006974AE" w:rsidP="006974AE">
      <w:r>
        <w:t>138.8154</w:t>
      </w:r>
      <w:r>
        <w:tab/>
        <w:t>2.025e0</w:t>
      </w:r>
    </w:p>
    <w:p w:rsidR="006974AE" w:rsidRDefault="006974AE" w:rsidP="006974AE">
      <w:r>
        <w:t>138.8218</w:t>
      </w:r>
      <w:r>
        <w:tab/>
        <w:t>1.013e0</w:t>
      </w:r>
    </w:p>
    <w:p w:rsidR="006974AE" w:rsidRDefault="006974AE" w:rsidP="006974AE">
      <w:r>
        <w:t>138.8403</w:t>
      </w:r>
      <w:r>
        <w:tab/>
        <w:t>1.013e0</w:t>
      </w:r>
    </w:p>
    <w:p w:rsidR="006974AE" w:rsidRDefault="006974AE" w:rsidP="006974AE">
      <w:r>
        <w:t>138.8437</w:t>
      </w:r>
      <w:r>
        <w:tab/>
        <w:t>1.013e0</w:t>
      </w:r>
    </w:p>
    <w:p w:rsidR="006974AE" w:rsidRDefault="006974AE" w:rsidP="006974AE">
      <w:r>
        <w:t>138.8875</w:t>
      </w:r>
      <w:r>
        <w:tab/>
        <w:t>1.013e0</w:t>
      </w:r>
    </w:p>
    <w:p w:rsidR="006974AE" w:rsidRDefault="006974AE" w:rsidP="006974AE">
      <w:r>
        <w:t>138.8905</w:t>
      </w:r>
      <w:r>
        <w:tab/>
        <w:t>1.013e0</w:t>
      </w:r>
    </w:p>
    <w:p w:rsidR="006974AE" w:rsidRDefault="006974AE" w:rsidP="006974AE">
      <w:r>
        <w:t>138.8967</w:t>
      </w:r>
      <w:r>
        <w:tab/>
        <w:t>3.038e0</w:t>
      </w:r>
    </w:p>
    <w:p w:rsidR="006974AE" w:rsidRDefault="006974AE" w:rsidP="006974AE">
      <w:r>
        <w:t>138.8998</w:t>
      </w:r>
      <w:r>
        <w:tab/>
        <w:t>1.013e0</w:t>
      </w:r>
    </w:p>
    <w:p w:rsidR="006974AE" w:rsidRDefault="006974AE" w:rsidP="006974AE">
      <w:r>
        <w:t>138.9126</w:t>
      </w:r>
      <w:r>
        <w:tab/>
        <w:t>1.013e0</w:t>
      </w:r>
    </w:p>
    <w:p w:rsidR="006974AE" w:rsidRDefault="006974AE" w:rsidP="006974AE">
      <w:r>
        <w:t>138.9441</w:t>
      </w:r>
      <w:r>
        <w:tab/>
        <w:t>1.013e0</w:t>
      </w:r>
    </w:p>
    <w:p w:rsidR="006974AE" w:rsidRDefault="006974AE" w:rsidP="006974AE">
      <w:r>
        <w:lastRenderedPageBreak/>
        <w:t>138.9578</w:t>
      </w:r>
      <w:r>
        <w:tab/>
        <w:t>2.025e0</w:t>
      </w:r>
    </w:p>
    <w:p w:rsidR="006974AE" w:rsidRDefault="006974AE" w:rsidP="006974AE">
      <w:r>
        <w:t>138.9657</w:t>
      </w:r>
      <w:r>
        <w:tab/>
        <w:t>1.013e0</w:t>
      </w:r>
    </w:p>
    <w:p w:rsidR="006974AE" w:rsidRDefault="006974AE" w:rsidP="006974AE">
      <w:r>
        <w:t>138.9690</w:t>
      </w:r>
      <w:r>
        <w:tab/>
        <w:t>1.013e0</w:t>
      </w:r>
    </w:p>
    <w:p w:rsidR="006974AE" w:rsidRDefault="006974AE" w:rsidP="006974AE">
      <w:r>
        <w:t>138.9843</w:t>
      </w:r>
      <w:r>
        <w:tab/>
        <w:t>1.013e0</w:t>
      </w:r>
    </w:p>
    <w:p w:rsidR="006974AE" w:rsidRDefault="006974AE" w:rsidP="006974AE">
      <w:r>
        <w:t>138.9908</w:t>
      </w:r>
      <w:r>
        <w:tab/>
        <w:t>1.013e0</w:t>
      </w:r>
    </w:p>
    <w:p w:rsidR="006974AE" w:rsidRDefault="006974AE" w:rsidP="006974AE">
      <w:r>
        <w:t>139.0003</w:t>
      </w:r>
      <w:r>
        <w:tab/>
        <w:t>2.025e0</w:t>
      </w:r>
    </w:p>
    <w:p w:rsidR="006974AE" w:rsidRDefault="006974AE" w:rsidP="006974AE">
      <w:r>
        <w:t>139.0127</w:t>
      </w:r>
      <w:r>
        <w:tab/>
        <w:t>2.025e0</w:t>
      </w:r>
    </w:p>
    <w:p w:rsidR="006974AE" w:rsidRDefault="006974AE" w:rsidP="006974AE">
      <w:r>
        <w:t>139.0156</w:t>
      </w:r>
      <w:r>
        <w:tab/>
        <w:t>2.025e0</w:t>
      </w:r>
    </w:p>
    <w:p w:rsidR="006974AE" w:rsidRDefault="006974AE" w:rsidP="006974AE">
      <w:r>
        <w:t>139.0219</w:t>
      </w:r>
      <w:r>
        <w:tab/>
        <w:t>1.013e0</w:t>
      </w:r>
    </w:p>
    <w:p w:rsidR="006974AE" w:rsidRDefault="006974AE" w:rsidP="006974AE">
      <w:r>
        <w:t>139.0252</w:t>
      </w:r>
      <w:r>
        <w:tab/>
        <w:t>2.025e0</w:t>
      </w:r>
    </w:p>
    <w:p w:rsidR="006974AE" w:rsidRDefault="006974AE" w:rsidP="006974AE">
      <w:r>
        <w:t>139.0283</w:t>
      </w:r>
      <w:r>
        <w:tab/>
        <w:t>1.013e0</w:t>
      </w:r>
    </w:p>
    <w:p w:rsidR="006974AE" w:rsidRDefault="006974AE" w:rsidP="006974AE">
      <w:r>
        <w:t>139.0406</w:t>
      </w:r>
      <w:r>
        <w:tab/>
        <w:t>3.866e0</w:t>
      </w:r>
    </w:p>
    <w:p w:rsidR="006974AE" w:rsidRDefault="006974AE" w:rsidP="006974AE">
      <w:r>
        <w:t>139.0470</w:t>
      </w:r>
      <w:r>
        <w:tab/>
        <w:t>1.013e0</w:t>
      </w:r>
    </w:p>
    <w:p w:rsidR="006974AE" w:rsidRDefault="006974AE" w:rsidP="006974AE">
      <w:r>
        <w:t>139.0533</w:t>
      </w:r>
      <w:r>
        <w:tab/>
        <w:t>2.025e0</w:t>
      </w:r>
    </w:p>
    <w:p w:rsidR="006974AE" w:rsidRDefault="006974AE" w:rsidP="006974AE">
      <w:r>
        <w:t>139.0565</w:t>
      </w:r>
      <w:r>
        <w:tab/>
        <w:t>1.013e0</w:t>
      </w:r>
    </w:p>
    <w:p w:rsidR="006974AE" w:rsidRDefault="006974AE" w:rsidP="006974AE">
      <w:r>
        <w:t>139.0599</w:t>
      </w:r>
      <w:r>
        <w:tab/>
        <w:t>3.038e0</w:t>
      </w:r>
    </w:p>
    <w:p w:rsidR="006974AE" w:rsidRDefault="006974AE" w:rsidP="006974AE">
      <w:r>
        <w:t>139.0723</w:t>
      </w:r>
      <w:r>
        <w:tab/>
        <w:t>1.013e0</w:t>
      </w:r>
    </w:p>
    <w:p w:rsidR="006974AE" w:rsidRDefault="006974AE" w:rsidP="006974AE">
      <w:r>
        <w:t>139.0739</w:t>
      </w:r>
      <w:r>
        <w:tab/>
        <w:t>2.025e0</w:t>
      </w:r>
    </w:p>
    <w:p w:rsidR="006974AE" w:rsidRDefault="006974AE" w:rsidP="006974AE">
      <w:r>
        <w:t>139.0941</w:t>
      </w:r>
      <w:r>
        <w:tab/>
        <w:t>4.051e0</w:t>
      </w:r>
    </w:p>
    <w:p w:rsidR="006974AE" w:rsidRDefault="006974AE" w:rsidP="006974AE">
      <w:r>
        <w:lastRenderedPageBreak/>
        <w:t>139.0971</w:t>
      </w:r>
      <w:r>
        <w:tab/>
        <w:t>9.114e0</w:t>
      </w:r>
    </w:p>
    <w:p w:rsidR="006974AE" w:rsidRDefault="006974AE" w:rsidP="006974AE">
      <w:r>
        <w:t>139.0990</w:t>
      </w:r>
      <w:r>
        <w:tab/>
        <w:t>9.114e0</w:t>
      </w:r>
    </w:p>
    <w:p w:rsidR="006974AE" w:rsidRDefault="006974AE" w:rsidP="006974AE">
      <w:r>
        <w:t>139.1031</w:t>
      </w:r>
      <w:r>
        <w:tab/>
        <w:t>1.567e1</w:t>
      </w:r>
    </w:p>
    <w:p w:rsidR="006974AE" w:rsidRDefault="006974AE" w:rsidP="006974AE">
      <w:r>
        <w:t>139.1162</w:t>
      </w:r>
      <w:r>
        <w:tab/>
        <w:t>5.485e0</w:t>
      </w:r>
    </w:p>
    <w:p w:rsidR="006974AE" w:rsidRDefault="006974AE" w:rsidP="006974AE">
      <w:r>
        <w:t>139.1194</w:t>
      </w:r>
      <w:r>
        <w:tab/>
        <w:t>6.511e0</w:t>
      </w:r>
    </w:p>
    <w:p w:rsidR="006974AE" w:rsidRDefault="006974AE" w:rsidP="006974AE">
      <w:r>
        <w:t>139.1226</w:t>
      </w:r>
      <w:r>
        <w:tab/>
        <w:t>2.025e0</w:t>
      </w:r>
    </w:p>
    <w:p w:rsidR="006974AE" w:rsidRDefault="006974AE" w:rsidP="006974AE">
      <w:r>
        <w:t>139.1246</w:t>
      </w:r>
      <w:r>
        <w:tab/>
        <w:t>1.418e1</w:t>
      </w:r>
    </w:p>
    <w:p w:rsidR="006974AE" w:rsidRDefault="006974AE" w:rsidP="006974AE">
      <w:r>
        <w:t>139.1284</w:t>
      </w:r>
      <w:r>
        <w:tab/>
        <w:t>1.013e1</w:t>
      </w:r>
    </w:p>
    <w:p w:rsidR="006974AE" w:rsidRDefault="006974AE" w:rsidP="006974AE">
      <w:r>
        <w:t>139.1305</w:t>
      </w:r>
      <w:r>
        <w:tab/>
        <w:t>1.122e1</w:t>
      </w:r>
    </w:p>
    <w:p w:rsidR="006974AE" w:rsidRDefault="006974AE" w:rsidP="006974AE">
      <w:r>
        <w:t>139.1538</w:t>
      </w:r>
      <w:r>
        <w:tab/>
        <w:t>2.025e0</w:t>
      </w:r>
    </w:p>
    <w:p w:rsidR="006974AE" w:rsidRDefault="006974AE" w:rsidP="006974AE">
      <w:r>
        <w:t>139.1724</w:t>
      </w:r>
      <w:r>
        <w:tab/>
        <w:t>1.013e0</w:t>
      </w:r>
    </w:p>
    <w:p w:rsidR="006974AE" w:rsidRDefault="006974AE" w:rsidP="006974AE">
      <w:r>
        <w:t>139.1757</w:t>
      </w:r>
      <w:r>
        <w:tab/>
        <w:t>1.013e0</w:t>
      </w:r>
    </w:p>
    <w:p w:rsidR="006974AE" w:rsidRDefault="006974AE" w:rsidP="006974AE">
      <w:r>
        <w:t>139.1789</w:t>
      </w:r>
      <w:r>
        <w:tab/>
        <w:t>1.013e0</w:t>
      </w:r>
    </w:p>
    <w:p w:rsidR="006974AE" w:rsidRDefault="006974AE" w:rsidP="006974AE">
      <w:r>
        <w:t>139.1851</w:t>
      </w:r>
      <w:r>
        <w:tab/>
        <w:t>1.013e0</w:t>
      </w:r>
    </w:p>
    <w:p w:rsidR="006974AE" w:rsidRDefault="006974AE" w:rsidP="006974AE">
      <w:r>
        <w:t>139.2003</w:t>
      </w:r>
      <w:r>
        <w:tab/>
        <w:t>1.013e0</w:t>
      </w:r>
    </w:p>
    <w:p w:rsidR="006974AE" w:rsidRDefault="006974AE" w:rsidP="006974AE">
      <w:r>
        <w:t>139.2038</w:t>
      </w:r>
      <w:r>
        <w:tab/>
        <w:t>1.013e0</w:t>
      </w:r>
    </w:p>
    <w:p w:rsidR="006974AE" w:rsidRDefault="006974AE" w:rsidP="006974AE">
      <w:r>
        <w:t>139.2069</w:t>
      </w:r>
      <w:r>
        <w:tab/>
        <w:t>1.013e0</w:t>
      </w:r>
    </w:p>
    <w:p w:rsidR="006974AE" w:rsidRDefault="006974AE" w:rsidP="006974AE">
      <w:r>
        <w:t>139.2135</w:t>
      </w:r>
      <w:r>
        <w:tab/>
        <w:t>2.025e0</w:t>
      </w:r>
    </w:p>
    <w:p w:rsidR="006974AE" w:rsidRDefault="006974AE" w:rsidP="006974AE">
      <w:r>
        <w:t>139.2166</w:t>
      </w:r>
      <w:r>
        <w:tab/>
        <w:t>2.025e0</w:t>
      </w:r>
    </w:p>
    <w:p w:rsidR="006974AE" w:rsidRDefault="006974AE" w:rsidP="006974AE">
      <w:r>
        <w:lastRenderedPageBreak/>
        <w:t>139.2290</w:t>
      </w:r>
      <w:r>
        <w:tab/>
        <w:t>1.013e0</w:t>
      </w:r>
    </w:p>
    <w:p w:rsidR="006974AE" w:rsidRDefault="006974AE" w:rsidP="006974AE">
      <w:r>
        <w:t>139.2303</w:t>
      </w:r>
      <w:r>
        <w:tab/>
        <w:t>1.927e0</w:t>
      </w:r>
    </w:p>
    <w:p w:rsidR="006974AE" w:rsidRDefault="006974AE" w:rsidP="006974AE">
      <w:r>
        <w:t>139.2480</w:t>
      </w:r>
      <w:r>
        <w:tab/>
        <w:t>1.013e0</w:t>
      </w:r>
    </w:p>
    <w:p w:rsidR="006974AE" w:rsidRDefault="006974AE" w:rsidP="006974AE">
      <w:r>
        <w:t>139.2546</w:t>
      </w:r>
      <w:r>
        <w:tab/>
        <w:t>1.013e0</w:t>
      </w:r>
    </w:p>
    <w:p w:rsidR="006974AE" w:rsidRDefault="006974AE" w:rsidP="006974AE">
      <w:r>
        <w:t>139.2603</w:t>
      </w:r>
      <w:r>
        <w:tab/>
        <w:t>1.013e0</w:t>
      </w:r>
    </w:p>
    <w:p w:rsidR="006974AE" w:rsidRDefault="006974AE" w:rsidP="006974AE">
      <w:r>
        <w:t>139.2776</w:t>
      </w:r>
      <w:r>
        <w:tab/>
        <w:t>2.025e0</w:t>
      </w:r>
    </w:p>
    <w:p w:rsidR="006974AE" w:rsidRDefault="006974AE" w:rsidP="006974AE">
      <w:r>
        <w:t>139.2980</w:t>
      </w:r>
      <w:r>
        <w:tab/>
        <w:t>1.013e0</w:t>
      </w:r>
    </w:p>
    <w:p w:rsidR="006974AE" w:rsidRDefault="006974AE" w:rsidP="006974AE">
      <w:r>
        <w:t>139.3141</w:t>
      </w:r>
      <w:r>
        <w:tab/>
        <w:t>1.013e0</w:t>
      </w:r>
    </w:p>
    <w:p w:rsidR="006974AE" w:rsidRDefault="006974AE" w:rsidP="006974AE">
      <w:r>
        <w:t>139.3201</w:t>
      </w:r>
      <w:r>
        <w:tab/>
        <w:t>1.013e0</w:t>
      </w:r>
    </w:p>
    <w:p w:rsidR="006974AE" w:rsidRDefault="006974AE" w:rsidP="006974AE">
      <w:r>
        <w:t>139.3293</w:t>
      </w:r>
      <w:r>
        <w:tab/>
        <w:t>1.013e0</w:t>
      </w:r>
    </w:p>
    <w:p w:rsidR="006974AE" w:rsidRDefault="006974AE" w:rsidP="006974AE">
      <w:r>
        <w:t>139.3356</w:t>
      </w:r>
      <w:r>
        <w:tab/>
        <w:t>2.025e0</w:t>
      </w:r>
    </w:p>
    <w:p w:rsidR="006974AE" w:rsidRDefault="006974AE" w:rsidP="006974AE">
      <w:r>
        <w:t>139.3390</w:t>
      </w:r>
      <w:r>
        <w:tab/>
        <w:t>1.013e0</w:t>
      </w:r>
    </w:p>
    <w:p w:rsidR="006974AE" w:rsidRDefault="006974AE" w:rsidP="006974AE">
      <w:r>
        <w:t>139.3436</w:t>
      </w:r>
      <w:r>
        <w:tab/>
        <w:t>2.025e0</w:t>
      </w:r>
    </w:p>
    <w:p w:rsidR="006974AE" w:rsidRDefault="006974AE" w:rsidP="006974AE">
      <w:r>
        <w:t>139.3543</w:t>
      </w:r>
      <w:r>
        <w:tab/>
        <w:t>1.013e0</w:t>
      </w:r>
    </w:p>
    <w:p w:rsidR="006974AE" w:rsidRDefault="006974AE" w:rsidP="006974AE">
      <w:r>
        <w:t>139.3768</w:t>
      </w:r>
      <w:r>
        <w:tab/>
        <w:t>1.013e0</w:t>
      </w:r>
    </w:p>
    <w:p w:rsidR="006974AE" w:rsidRDefault="006974AE" w:rsidP="006974AE">
      <w:r>
        <w:t>139.3921</w:t>
      </w:r>
      <w:r>
        <w:tab/>
        <w:t>1.013e0</w:t>
      </w:r>
    </w:p>
    <w:p w:rsidR="006974AE" w:rsidRDefault="006974AE" w:rsidP="006974AE">
      <w:r>
        <w:t>139.3952</w:t>
      </w:r>
      <w:r>
        <w:tab/>
        <w:t>2.025e0</w:t>
      </w:r>
    </w:p>
    <w:p w:rsidR="006974AE" w:rsidRDefault="006974AE" w:rsidP="006974AE">
      <w:r>
        <w:t>139.4201</w:t>
      </w:r>
      <w:r>
        <w:tab/>
        <w:t>1.013e0</w:t>
      </w:r>
    </w:p>
    <w:p w:rsidR="006974AE" w:rsidRDefault="006974AE" w:rsidP="006974AE">
      <w:r>
        <w:t>139.4233</w:t>
      </w:r>
      <w:r>
        <w:tab/>
        <w:t>2.025e0</w:t>
      </w:r>
    </w:p>
    <w:p w:rsidR="006974AE" w:rsidRDefault="006974AE" w:rsidP="006974AE">
      <w:r>
        <w:lastRenderedPageBreak/>
        <w:t>139.4394</w:t>
      </w:r>
      <w:r>
        <w:tab/>
        <w:t>1.013e0</w:t>
      </w:r>
    </w:p>
    <w:p w:rsidR="006974AE" w:rsidRDefault="006974AE" w:rsidP="006974AE">
      <w:r>
        <w:t>139.4547</w:t>
      </w:r>
      <w:r>
        <w:tab/>
        <w:t>1.013e0</w:t>
      </w:r>
    </w:p>
    <w:p w:rsidR="006974AE" w:rsidRDefault="006974AE" w:rsidP="006974AE">
      <w:r>
        <w:t>139.4643</w:t>
      </w:r>
      <w:r>
        <w:tab/>
        <w:t>1.013e0</w:t>
      </w:r>
    </w:p>
    <w:p w:rsidR="006974AE" w:rsidRDefault="006974AE" w:rsidP="006974AE">
      <w:r>
        <w:t>139.4740</w:t>
      </w:r>
      <w:r>
        <w:tab/>
        <w:t>1.013e0</w:t>
      </w:r>
    </w:p>
    <w:p w:rsidR="006974AE" w:rsidRDefault="006974AE" w:rsidP="006974AE">
      <w:r>
        <w:t>139.4767</w:t>
      </w:r>
      <w:r>
        <w:tab/>
        <w:t>1.013e0</w:t>
      </w:r>
    </w:p>
    <w:p w:rsidR="006974AE" w:rsidRDefault="006974AE" w:rsidP="006974AE">
      <w:r>
        <w:t>139.4796</w:t>
      </w:r>
      <w:r>
        <w:tab/>
        <w:t>1.013e0</w:t>
      </w:r>
    </w:p>
    <w:p w:rsidR="006974AE" w:rsidRDefault="006974AE" w:rsidP="006974AE">
      <w:r>
        <w:t>139.5111</w:t>
      </w:r>
      <w:r>
        <w:tab/>
        <w:t>1.013e0</w:t>
      </w:r>
    </w:p>
    <w:p w:rsidR="006974AE" w:rsidRDefault="006974AE" w:rsidP="006974AE">
      <w:r>
        <w:t>139.5207</w:t>
      </w:r>
      <w:r>
        <w:tab/>
        <w:t>1.013e0</w:t>
      </w:r>
    </w:p>
    <w:p w:rsidR="006974AE" w:rsidRDefault="006974AE" w:rsidP="006974AE">
      <w:r>
        <w:t>139.5368</w:t>
      </w:r>
      <w:r>
        <w:tab/>
        <w:t>2.025e0</w:t>
      </w:r>
    </w:p>
    <w:p w:rsidR="006974AE" w:rsidRDefault="006974AE" w:rsidP="006974AE">
      <w:r>
        <w:t>139.5388</w:t>
      </w:r>
      <w:r>
        <w:tab/>
        <w:t>1.013e1</w:t>
      </w:r>
    </w:p>
    <w:p w:rsidR="006974AE" w:rsidRDefault="006974AE" w:rsidP="006974AE">
      <w:r>
        <w:t>139.5428</w:t>
      </w:r>
      <w:r>
        <w:tab/>
        <w:t>4.051e0</w:t>
      </w:r>
    </w:p>
    <w:p w:rsidR="006974AE" w:rsidRDefault="006974AE" w:rsidP="006974AE">
      <w:r>
        <w:t>139.5587</w:t>
      </w:r>
      <w:r>
        <w:tab/>
        <w:t>1.013e0</w:t>
      </w:r>
    </w:p>
    <w:p w:rsidR="006974AE" w:rsidRDefault="006974AE" w:rsidP="006974AE">
      <w:r>
        <w:t>139.5683</w:t>
      </w:r>
      <w:r>
        <w:tab/>
        <w:t>2.025e0</w:t>
      </w:r>
    </w:p>
    <w:p w:rsidR="006974AE" w:rsidRDefault="006974AE" w:rsidP="006974AE">
      <w:r>
        <w:t>139.5867</w:t>
      </w:r>
      <w:r>
        <w:tab/>
        <w:t>2.025e0</w:t>
      </w:r>
    </w:p>
    <w:p w:rsidR="006974AE" w:rsidRDefault="006974AE" w:rsidP="006974AE">
      <w:r>
        <w:t>139.5901</w:t>
      </w:r>
      <w:r>
        <w:tab/>
        <w:t>1.013e0</w:t>
      </w:r>
    </w:p>
    <w:p w:rsidR="006974AE" w:rsidRDefault="006974AE" w:rsidP="006974AE">
      <w:r>
        <w:t>139.6149</w:t>
      </w:r>
      <w:r>
        <w:tab/>
        <w:t>1.013e0</w:t>
      </w:r>
    </w:p>
    <w:p w:rsidR="006974AE" w:rsidRDefault="006974AE" w:rsidP="006974AE">
      <w:r>
        <w:t>139.6213</w:t>
      </w:r>
      <w:r>
        <w:tab/>
        <w:t>1.013e0</w:t>
      </w:r>
    </w:p>
    <w:p w:rsidR="006974AE" w:rsidRDefault="006974AE" w:rsidP="006974AE">
      <w:r>
        <w:t>139.6281</w:t>
      </w:r>
      <w:r>
        <w:tab/>
        <w:t>1.013e0</w:t>
      </w:r>
    </w:p>
    <w:p w:rsidR="006974AE" w:rsidRDefault="006974AE" w:rsidP="006974AE">
      <w:r>
        <w:t>139.6399</w:t>
      </w:r>
      <w:r>
        <w:tab/>
        <w:t>1.013e0</w:t>
      </w:r>
    </w:p>
    <w:p w:rsidR="006974AE" w:rsidRDefault="006974AE" w:rsidP="006974AE">
      <w:r>
        <w:lastRenderedPageBreak/>
        <w:t>139.6497</w:t>
      </w:r>
      <w:r>
        <w:tab/>
        <w:t>1.013e0</w:t>
      </w:r>
    </w:p>
    <w:p w:rsidR="006974AE" w:rsidRDefault="006974AE" w:rsidP="006974AE">
      <w:r>
        <w:t>139.6527</w:t>
      </w:r>
      <w:r>
        <w:tab/>
        <w:t>1.013e0</w:t>
      </w:r>
    </w:p>
    <w:p w:rsidR="006974AE" w:rsidRDefault="006974AE" w:rsidP="006974AE">
      <w:r>
        <w:t>139.6715</w:t>
      </w:r>
      <w:r>
        <w:tab/>
        <w:t>2.025e0</w:t>
      </w:r>
    </w:p>
    <w:p w:rsidR="006974AE" w:rsidRDefault="006974AE" w:rsidP="006974AE">
      <w:r>
        <w:t>139.6907</w:t>
      </w:r>
      <w:r>
        <w:tab/>
        <w:t>1.013e0</w:t>
      </w:r>
    </w:p>
    <w:p w:rsidR="006974AE" w:rsidRDefault="006974AE" w:rsidP="006974AE">
      <w:r>
        <w:t>139.6921</w:t>
      </w:r>
      <w:r>
        <w:tab/>
        <w:t>2.025e0</w:t>
      </w:r>
    </w:p>
    <w:p w:rsidR="006974AE" w:rsidRDefault="006974AE" w:rsidP="006974AE">
      <w:r>
        <w:t>139.7341</w:t>
      </w:r>
      <w:r>
        <w:tab/>
        <w:t>1.013e0</w:t>
      </w:r>
    </w:p>
    <w:p w:rsidR="006974AE" w:rsidRDefault="006974AE" w:rsidP="006974AE">
      <w:r>
        <w:t>139.7454</w:t>
      </w:r>
      <w:r>
        <w:tab/>
        <w:t>2.025e0</w:t>
      </w:r>
    </w:p>
    <w:p w:rsidR="006974AE" w:rsidRDefault="006974AE" w:rsidP="006974AE">
      <w:r>
        <w:t>139.7623</w:t>
      </w:r>
      <w:r>
        <w:tab/>
        <w:t>1.013e0</w:t>
      </w:r>
    </w:p>
    <w:p w:rsidR="006974AE" w:rsidRDefault="006974AE" w:rsidP="006974AE">
      <w:r>
        <w:t>139.7657</w:t>
      </w:r>
      <w:r>
        <w:tab/>
        <w:t>1.013e0</w:t>
      </w:r>
    </w:p>
    <w:p w:rsidR="006974AE" w:rsidRDefault="006974AE" w:rsidP="006974AE">
      <w:r>
        <w:t>139.7878</w:t>
      </w:r>
      <w:r>
        <w:tab/>
        <w:t>1.013e0</w:t>
      </w:r>
    </w:p>
    <w:p w:rsidR="006974AE" w:rsidRDefault="006974AE" w:rsidP="006974AE">
      <w:r>
        <w:t>139.7907</w:t>
      </w:r>
      <w:r>
        <w:tab/>
        <w:t>2.025e0</w:t>
      </w:r>
    </w:p>
    <w:p w:rsidR="006974AE" w:rsidRDefault="006974AE" w:rsidP="006974AE">
      <w:r>
        <w:t>139.8004</w:t>
      </w:r>
      <w:r>
        <w:tab/>
        <w:t>1.013e0</w:t>
      </w:r>
    </w:p>
    <w:p w:rsidR="006974AE" w:rsidRDefault="006974AE" w:rsidP="006974AE">
      <w:r>
        <w:t>139.8068</w:t>
      </w:r>
      <w:r>
        <w:tab/>
        <w:t>1.013e0</w:t>
      </w:r>
    </w:p>
    <w:p w:rsidR="006974AE" w:rsidRDefault="006974AE" w:rsidP="006974AE">
      <w:r>
        <w:t>139.8192</w:t>
      </w:r>
      <w:r>
        <w:tab/>
        <w:t>1.013e0</w:t>
      </w:r>
    </w:p>
    <w:p w:rsidR="006974AE" w:rsidRDefault="006974AE" w:rsidP="006974AE">
      <w:r>
        <w:t>139.8220</w:t>
      </w:r>
      <w:r>
        <w:tab/>
        <w:t>1.013e0</w:t>
      </w:r>
    </w:p>
    <w:p w:rsidR="006974AE" w:rsidRDefault="006974AE" w:rsidP="006974AE">
      <w:r>
        <w:t>139.8316</w:t>
      </w:r>
      <w:r>
        <w:tab/>
        <w:t>1.013e0</w:t>
      </w:r>
    </w:p>
    <w:p w:rsidR="006974AE" w:rsidRDefault="006974AE" w:rsidP="006974AE">
      <w:r>
        <w:t>139.8334</w:t>
      </w:r>
      <w:r>
        <w:tab/>
        <w:t>2.025e0</w:t>
      </w:r>
    </w:p>
    <w:p w:rsidR="006974AE" w:rsidRDefault="006974AE" w:rsidP="006974AE">
      <w:r>
        <w:t>139.8380</w:t>
      </w:r>
      <w:r>
        <w:tab/>
        <w:t>1.013e0</w:t>
      </w:r>
    </w:p>
    <w:p w:rsidR="006974AE" w:rsidRDefault="006974AE" w:rsidP="006974AE">
      <w:r>
        <w:t>139.8445</w:t>
      </w:r>
      <w:r>
        <w:tab/>
        <w:t>1.013e0</w:t>
      </w:r>
    </w:p>
    <w:p w:rsidR="006974AE" w:rsidRDefault="006974AE" w:rsidP="006974AE">
      <w:r>
        <w:lastRenderedPageBreak/>
        <w:t>139.8536</w:t>
      </w:r>
      <w:r>
        <w:tab/>
        <w:t>1.013e0</w:t>
      </w:r>
    </w:p>
    <w:p w:rsidR="006974AE" w:rsidRDefault="006974AE" w:rsidP="006974AE">
      <w:r>
        <w:t>139.9041</w:t>
      </w:r>
      <w:r>
        <w:tab/>
        <w:t>1.013e0</w:t>
      </w:r>
    </w:p>
    <w:p w:rsidR="006974AE" w:rsidRDefault="006974AE" w:rsidP="006974AE">
      <w:r>
        <w:t>139.9137</w:t>
      </w:r>
      <w:r>
        <w:tab/>
        <w:t>1.013e0</w:t>
      </w:r>
    </w:p>
    <w:p w:rsidR="006974AE" w:rsidRDefault="006974AE" w:rsidP="006974AE">
      <w:r>
        <w:t>139.9259</w:t>
      </w:r>
      <w:r>
        <w:tab/>
        <w:t>1.013e0</w:t>
      </w:r>
    </w:p>
    <w:p w:rsidR="006974AE" w:rsidRDefault="006974AE" w:rsidP="006974AE">
      <w:r>
        <w:t>139.9478</w:t>
      </w:r>
      <w:r>
        <w:tab/>
        <w:t>1.013e0</w:t>
      </w:r>
    </w:p>
    <w:p w:rsidR="006974AE" w:rsidRDefault="006974AE" w:rsidP="006974AE">
      <w:r>
        <w:t>139.9638</w:t>
      </w:r>
      <w:r>
        <w:tab/>
        <w:t>1.013e0</w:t>
      </w:r>
    </w:p>
    <w:p w:rsidR="006974AE" w:rsidRDefault="006974AE" w:rsidP="006974AE">
      <w:r>
        <w:t>139.9670</w:t>
      </w:r>
      <w:r>
        <w:tab/>
        <w:t>1.013e0</w:t>
      </w:r>
    </w:p>
    <w:p w:rsidR="006974AE" w:rsidRDefault="006974AE" w:rsidP="006974AE">
      <w:r>
        <w:t>139.9702</w:t>
      </w:r>
      <w:r>
        <w:tab/>
        <w:t>1.013e0</w:t>
      </w:r>
    </w:p>
    <w:p w:rsidR="006974AE" w:rsidRDefault="006974AE" w:rsidP="006974AE">
      <w:r>
        <w:t>139.9825</w:t>
      </w:r>
      <w:r>
        <w:tab/>
        <w:t>2.025e0</w:t>
      </w:r>
    </w:p>
    <w:p w:rsidR="006974AE" w:rsidRDefault="006974AE" w:rsidP="006974AE">
      <w:r>
        <w:t>139.9841</w:t>
      </w:r>
      <w:r>
        <w:tab/>
        <w:t>2.025e0</w:t>
      </w:r>
    </w:p>
    <w:p w:rsidR="006974AE" w:rsidRDefault="006974AE" w:rsidP="006974AE">
      <w:r>
        <w:t>139.9872</w:t>
      </w:r>
      <w:r>
        <w:tab/>
        <w:t>2.025e0</w:t>
      </w:r>
    </w:p>
    <w:p w:rsidR="006974AE" w:rsidRDefault="006974AE" w:rsidP="006974AE">
      <w:r>
        <w:t>139.9921</w:t>
      </w:r>
      <w:r>
        <w:tab/>
        <w:t>5.063e0</w:t>
      </w:r>
    </w:p>
    <w:p w:rsidR="006974AE" w:rsidRDefault="006974AE" w:rsidP="006974AE">
      <w:r>
        <w:t>140.0079</w:t>
      </w:r>
      <w:r>
        <w:tab/>
        <w:t>2.025e0</w:t>
      </w:r>
    </w:p>
    <w:p w:rsidR="006974AE" w:rsidRDefault="006974AE" w:rsidP="006974AE">
      <w:r>
        <w:t>140.0172</w:t>
      </w:r>
      <w:r>
        <w:tab/>
        <w:t>1.013e0</w:t>
      </w:r>
    </w:p>
    <w:p w:rsidR="006974AE" w:rsidRDefault="006974AE" w:rsidP="006974AE">
      <w:r>
        <w:t>140.0266</w:t>
      </w:r>
      <w:r>
        <w:tab/>
        <w:t>1.013e0</w:t>
      </w:r>
    </w:p>
    <w:p w:rsidR="006974AE" w:rsidRDefault="006974AE" w:rsidP="006974AE">
      <w:r>
        <w:t>140.0333</w:t>
      </w:r>
      <w:r>
        <w:tab/>
        <w:t>2.025e0</w:t>
      </w:r>
    </w:p>
    <w:p w:rsidR="006974AE" w:rsidRDefault="006974AE" w:rsidP="006974AE">
      <w:r>
        <w:t>140.0364</w:t>
      </w:r>
      <w:r>
        <w:tab/>
        <w:t>1.013e0</w:t>
      </w:r>
    </w:p>
    <w:p w:rsidR="006974AE" w:rsidRDefault="006974AE" w:rsidP="006974AE">
      <w:r>
        <w:t>140.0381</w:t>
      </w:r>
      <w:r>
        <w:tab/>
        <w:t>2.025e0</w:t>
      </w:r>
    </w:p>
    <w:p w:rsidR="006974AE" w:rsidRDefault="006974AE" w:rsidP="006974AE">
      <w:r>
        <w:t>140.0422</w:t>
      </w:r>
      <w:r>
        <w:tab/>
        <w:t>2.025e0</w:t>
      </w:r>
    </w:p>
    <w:p w:rsidR="006974AE" w:rsidRDefault="006974AE" w:rsidP="006974AE">
      <w:r>
        <w:lastRenderedPageBreak/>
        <w:t>140.0517</w:t>
      </w:r>
      <w:r>
        <w:tab/>
        <w:t>1.013e0</w:t>
      </w:r>
    </w:p>
    <w:p w:rsidR="006974AE" w:rsidRDefault="006974AE" w:rsidP="006974AE">
      <w:r>
        <w:t>140.0551</w:t>
      </w:r>
      <w:r>
        <w:tab/>
        <w:t>1.013e0</w:t>
      </w:r>
    </w:p>
    <w:p w:rsidR="006974AE" w:rsidRDefault="006974AE" w:rsidP="006974AE">
      <w:r>
        <w:t>140.0794</w:t>
      </w:r>
      <w:r>
        <w:tab/>
        <w:t>1.206e1</w:t>
      </w:r>
    </w:p>
    <w:p w:rsidR="006974AE" w:rsidRDefault="006974AE" w:rsidP="006974AE">
      <w:r>
        <w:t>140.0819</w:t>
      </w:r>
      <w:r>
        <w:tab/>
        <w:t>1.952e1</w:t>
      </w:r>
    </w:p>
    <w:p w:rsidR="006974AE" w:rsidRDefault="006974AE" w:rsidP="006974AE">
      <w:r>
        <w:t>140.0842</w:t>
      </w:r>
      <w:r>
        <w:tab/>
        <w:t>9.114e0</w:t>
      </w:r>
    </w:p>
    <w:p w:rsidR="006974AE" w:rsidRDefault="006974AE" w:rsidP="006974AE">
      <w:r>
        <w:t>140.0871</w:t>
      </w:r>
      <w:r>
        <w:tab/>
        <w:t>6.076e0</w:t>
      </w:r>
    </w:p>
    <w:p w:rsidR="006974AE" w:rsidRDefault="006974AE" w:rsidP="006974AE">
      <w:r>
        <w:t>140.1051</w:t>
      </w:r>
      <w:r>
        <w:tab/>
        <w:t>2.025e0</w:t>
      </w:r>
    </w:p>
    <w:p w:rsidR="006974AE" w:rsidRDefault="006974AE" w:rsidP="006974AE">
      <w:r>
        <w:t>140.1210</w:t>
      </w:r>
      <w:r>
        <w:tab/>
        <w:t>1.013e0</w:t>
      </w:r>
    </w:p>
    <w:p w:rsidR="006974AE" w:rsidRDefault="006974AE" w:rsidP="006974AE">
      <w:r>
        <w:t>140.1226</w:t>
      </w:r>
      <w:r>
        <w:tab/>
        <w:t>3.038e0</w:t>
      </w:r>
    </w:p>
    <w:p w:rsidR="006974AE" w:rsidRDefault="006974AE" w:rsidP="006974AE">
      <w:r>
        <w:t>140.1242</w:t>
      </w:r>
      <w:r>
        <w:tab/>
        <w:t>2.025e0</w:t>
      </w:r>
    </w:p>
    <w:p w:rsidR="006974AE" w:rsidRDefault="006974AE" w:rsidP="006974AE">
      <w:r>
        <w:t>140.1260</w:t>
      </w:r>
      <w:r>
        <w:tab/>
        <w:t>4.012e0</w:t>
      </w:r>
    </w:p>
    <w:p w:rsidR="006974AE" w:rsidRDefault="006974AE" w:rsidP="006974AE">
      <w:r>
        <w:t>140.1276</w:t>
      </w:r>
      <w:r>
        <w:tab/>
        <w:t>1.013e0</w:t>
      </w:r>
    </w:p>
    <w:p w:rsidR="006974AE" w:rsidRDefault="006974AE" w:rsidP="006974AE">
      <w:r>
        <w:t>140.1337</w:t>
      </w:r>
      <w:r>
        <w:tab/>
        <w:t>1.013e0</w:t>
      </w:r>
    </w:p>
    <w:p w:rsidR="006974AE" w:rsidRDefault="006974AE" w:rsidP="006974AE">
      <w:r>
        <w:t>140.1396</w:t>
      </w:r>
      <w:r>
        <w:tab/>
        <w:t>3.038e0</w:t>
      </w:r>
    </w:p>
    <w:p w:rsidR="006974AE" w:rsidRDefault="006974AE" w:rsidP="006974AE">
      <w:r>
        <w:t>140.1841</w:t>
      </w:r>
      <w:r>
        <w:tab/>
        <w:t>1.013e0</w:t>
      </w:r>
    </w:p>
    <w:p w:rsidR="006974AE" w:rsidRDefault="006974AE" w:rsidP="006974AE">
      <w:r>
        <w:t>140.1967</w:t>
      </w:r>
      <w:r>
        <w:tab/>
        <w:t>1.013e0</w:t>
      </w:r>
    </w:p>
    <w:p w:rsidR="006974AE" w:rsidRDefault="006974AE" w:rsidP="006974AE">
      <w:r>
        <w:t>140.1996</w:t>
      </w:r>
      <w:r>
        <w:tab/>
        <w:t>2.025e0</w:t>
      </w:r>
    </w:p>
    <w:p w:rsidR="006974AE" w:rsidRDefault="006974AE" w:rsidP="006974AE">
      <w:r>
        <w:t>140.2091</w:t>
      </w:r>
      <w:r>
        <w:tab/>
        <w:t>2.025e0</w:t>
      </w:r>
    </w:p>
    <w:p w:rsidR="006974AE" w:rsidRDefault="006974AE" w:rsidP="006974AE">
      <w:r>
        <w:t>140.2170</w:t>
      </w:r>
      <w:r>
        <w:tab/>
        <w:t>2.025e0</w:t>
      </w:r>
    </w:p>
    <w:p w:rsidR="006974AE" w:rsidRDefault="006974AE" w:rsidP="006974AE">
      <w:r>
        <w:lastRenderedPageBreak/>
        <w:t>140.2188</w:t>
      </w:r>
      <w:r>
        <w:tab/>
        <w:t>1.013e0</w:t>
      </w:r>
    </w:p>
    <w:p w:rsidR="006974AE" w:rsidRDefault="006974AE" w:rsidP="006974AE">
      <w:r>
        <w:t>140.2341</w:t>
      </w:r>
      <w:r>
        <w:tab/>
        <w:t>4.051e0</w:t>
      </w:r>
    </w:p>
    <w:p w:rsidR="006974AE" w:rsidRDefault="006974AE" w:rsidP="006974AE">
      <w:r>
        <w:t>140.2535</w:t>
      </w:r>
      <w:r>
        <w:tab/>
        <w:t>1.013e0</w:t>
      </w:r>
    </w:p>
    <w:p w:rsidR="006974AE" w:rsidRDefault="006974AE" w:rsidP="006974AE">
      <w:r>
        <w:t>140.2941</w:t>
      </w:r>
      <w:r>
        <w:tab/>
        <w:t>2.025e0</w:t>
      </w:r>
    </w:p>
    <w:p w:rsidR="006974AE" w:rsidRDefault="006974AE" w:rsidP="006974AE">
      <w:r>
        <w:t>140.3258</w:t>
      </w:r>
      <w:r>
        <w:tab/>
        <w:t>1.013e0</w:t>
      </w:r>
    </w:p>
    <w:p w:rsidR="006974AE" w:rsidRDefault="006974AE" w:rsidP="006974AE">
      <w:r>
        <w:t>140.3348</w:t>
      </w:r>
      <w:r>
        <w:tab/>
        <w:t>1.013e0</w:t>
      </w:r>
    </w:p>
    <w:p w:rsidR="006974AE" w:rsidRDefault="006974AE" w:rsidP="006974AE">
      <w:r>
        <w:t>140.3511</w:t>
      </w:r>
      <w:r>
        <w:tab/>
        <w:t>1.013e0</w:t>
      </w:r>
    </w:p>
    <w:p w:rsidR="006974AE" w:rsidRDefault="006974AE" w:rsidP="006974AE">
      <w:r>
        <w:t>140.3632</w:t>
      </w:r>
      <w:r>
        <w:tab/>
        <w:t>1.013e0</w:t>
      </w:r>
    </w:p>
    <w:p w:rsidR="006974AE" w:rsidRDefault="006974AE" w:rsidP="006974AE">
      <w:r>
        <w:t>140.3792</w:t>
      </w:r>
      <w:r>
        <w:tab/>
        <w:t>1.013e0</w:t>
      </w:r>
    </w:p>
    <w:p w:rsidR="006974AE" w:rsidRDefault="006974AE" w:rsidP="006974AE">
      <w:r>
        <w:t>140.3859</w:t>
      </w:r>
      <w:r>
        <w:tab/>
        <w:t>1.013e0</w:t>
      </w:r>
    </w:p>
    <w:p w:rsidR="006974AE" w:rsidRDefault="006974AE" w:rsidP="006974AE">
      <w:r>
        <w:t>140.3915</w:t>
      </w:r>
      <w:r>
        <w:tab/>
        <w:t>2.025e0</w:t>
      </w:r>
    </w:p>
    <w:p w:rsidR="006974AE" w:rsidRDefault="006974AE" w:rsidP="006974AE">
      <w:r>
        <w:t>140.4076</w:t>
      </w:r>
      <w:r>
        <w:tab/>
        <w:t>1.013e0</w:t>
      </w:r>
    </w:p>
    <w:p w:rsidR="006974AE" w:rsidRDefault="006974AE" w:rsidP="006974AE">
      <w:r>
        <w:t>140.4141</w:t>
      </w:r>
      <w:r>
        <w:tab/>
        <w:t>1.013e0</w:t>
      </w:r>
    </w:p>
    <w:p w:rsidR="006974AE" w:rsidRDefault="006974AE" w:rsidP="006974AE">
      <w:r>
        <w:t>140.4230</w:t>
      </w:r>
      <w:r>
        <w:tab/>
        <w:t>1.013e0</w:t>
      </w:r>
    </w:p>
    <w:p w:rsidR="006974AE" w:rsidRDefault="006974AE" w:rsidP="006974AE">
      <w:r>
        <w:t>140.4292</w:t>
      </w:r>
      <w:r>
        <w:tab/>
        <w:t>1.013e0</w:t>
      </w:r>
    </w:p>
    <w:p w:rsidR="006974AE" w:rsidRDefault="006974AE" w:rsidP="006974AE">
      <w:r>
        <w:t>140.4327</w:t>
      </w:r>
      <w:r>
        <w:tab/>
        <w:t>1.013e0</w:t>
      </w:r>
    </w:p>
    <w:p w:rsidR="006974AE" w:rsidRDefault="006974AE" w:rsidP="006974AE">
      <w:r>
        <w:t>140.4438</w:t>
      </w:r>
      <w:r>
        <w:tab/>
        <w:t>2.025e0</w:t>
      </w:r>
    </w:p>
    <w:p w:rsidR="006974AE" w:rsidRDefault="006974AE" w:rsidP="006974AE">
      <w:r>
        <w:t>140.4704</w:t>
      </w:r>
      <w:r>
        <w:tab/>
        <w:t>1.013e0</w:t>
      </w:r>
    </w:p>
    <w:p w:rsidR="006974AE" w:rsidRDefault="006974AE" w:rsidP="006974AE">
      <w:r>
        <w:t>140.4738</w:t>
      </w:r>
      <w:r>
        <w:tab/>
        <w:t>1.013e0</w:t>
      </w:r>
    </w:p>
    <w:p w:rsidR="006974AE" w:rsidRDefault="006974AE" w:rsidP="006974AE">
      <w:r>
        <w:lastRenderedPageBreak/>
        <w:t>140.5400</w:t>
      </w:r>
      <w:r>
        <w:tab/>
        <w:t>1.013e0</w:t>
      </w:r>
    </w:p>
    <w:p w:rsidR="006974AE" w:rsidRDefault="006974AE" w:rsidP="006974AE">
      <w:r>
        <w:t>140.5494</w:t>
      </w:r>
      <w:r>
        <w:tab/>
        <w:t>1.013e0</w:t>
      </w:r>
    </w:p>
    <w:p w:rsidR="006974AE" w:rsidRDefault="006974AE" w:rsidP="006974AE">
      <w:r>
        <w:t>140.5586</w:t>
      </w:r>
      <w:r>
        <w:tab/>
        <w:t>1.013e0</w:t>
      </w:r>
    </w:p>
    <w:p w:rsidR="006974AE" w:rsidRDefault="006974AE" w:rsidP="006974AE">
      <w:r>
        <w:t>140.5619</w:t>
      </w:r>
      <w:r>
        <w:tab/>
        <w:t>1.013e0</w:t>
      </w:r>
    </w:p>
    <w:p w:rsidR="006974AE" w:rsidRDefault="006974AE" w:rsidP="006974AE">
      <w:r>
        <w:t>140.6216</w:t>
      </w:r>
      <w:r>
        <w:tab/>
        <w:t>1.013e0</w:t>
      </w:r>
    </w:p>
    <w:p w:rsidR="006974AE" w:rsidRDefault="006974AE" w:rsidP="006974AE">
      <w:r>
        <w:t>140.6628</w:t>
      </w:r>
      <w:r>
        <w:tab/>
        <w:t>1.013e0</w:t>
      </w:r>
    </w:p>
    <w:p w:rsidR="006974AE" w:rsidRDefault="006974AE" w:rsidP="006974AE">
      <w:r>
        <w:t>140.6725</w:t>
      </w:r>
      <w:r>
        <w:tab/>
        <w:t>1.013e0</w:t>
      </w:r>
    </w:p>
    <w:p w:rsidR="006974AE" w:rsidRDefault="006974AE" w:rsidP="006974AE">
      <w:r>
        <w:t>140.6877</w:t>
      </w:r>
      <w:r>
        <w:tab/>
        <w:t>1.013e0</w:t>
      </w:r>
    </w:p>
    <w:p w:rsidR="006974AE" w:rsidRDefault="006974AE" w:rsidP="006974AE">
      <w:r>
        <w:t>140.7070</w:t>
      </w:r>
      <w:r>
        <w:tab/>
        <w:t>3.038e0</w:t>
      </w:r>
    </w:p>
    <w:p w:rsidR="006974AE" w:rsidRDefault="006974AE" w:rsidP="006974AE">
      <w:r>
        <w:t>140.7353</w:t>
      </w:r>
      <w:r>
        <w:tab/>
        <w:t>1.013e0</w:t>
      </w:r>
    </w:p>
    <w:p w:rsidR="006974AE" w:rsidRDefault="006974AE" w:rsidP="006974AE">
      <w:r>
        <w:t>140.7507</w:t>
      </w:r>
      <w:r>
        <w:tab/>
        <w:t>1.013e0</w:t>
      </w:r>
    </w:p>
    <w:p w:rsidR="006974AE" w:rsidRDefault="006974AE" w:rsidP="006974AE">
      <w:r>
        <w:t>140.7701</w:t>
      </w:r>
      <w:r>
        <w:tab/>
        <w:t>1.013e0</w:t>
      </w:r>
    </w:p>
    <w:p w:rsidR="006974AE" w:rsidRDefault="006974AE" w:rsidP="006974AE">
      <w:r>
        <w:t>140.7791</w:t>
      </w:r>
      <w:r>
        <w:tab/>
        <w:t>1.013e0</w:t>
      </w:r>
    </w:p>
    <w:p w:rsidR="006974AE" w:rsidRDefault="006974AE" w:rsidP="006974AE">
      <w:r>
        <w:t>140.8298</w:t>
      </w:r>
      <w:r>
        <w:tab/>
        <w:t>1.013e0</w:t>
      </w:r>
    </w:p>
    <w:p w:rsidR="006974AE" w:rsidRDefault="006974AE" w:rsidP="006974AE">
      <w:r>
        <w:t>140.8365</w:t>
      </w:r>
      <w:r>
        <w:tab/>
        <w:t>1.013e0</w:t>
      </w:r>
    </w:p>
    <w:p w:rsidR="006974AE" w:rsidRDefault="006974AE" w:rsidP="006974AE">
      <w:r>
        <w:t>140.8392</w:t>
      </w:r>
      <w:r>
        <w:tab/>
        <w:t>1.013e0</w:t>
      </w:r>
    </w:p>
    <w:p w:rsidR="006974AE" w:rsidRDefault="006974AE" w:rsidP="006974AE">
      <w:r>
        <w:t>140.8454</w:t>
      </w:r>
      <w:r>
        <w:tab/>
        <w:t>1.013e0</w:t>
      </w:r>
    </w:p>
    <w:p w:rsidR="006974AE" w:rsidRDefault="006974AE" w:rsidP="006974AE">
      <w:r>
        <w:t>140.8767</w:t>
      </w:r>
      <w:r>
        <w:tab/>
        <w:t>1.013e0</w:t>
      </w:r>
    </w:p>
    <w:p w:rsidR="006974AE" w:rsidRDefault="006974AE" w:rsidP="006974AE">
      <w:r>
        <w:t>140.8834</w:t>
      </w:r>
      <w:r>
        <w:tab/>
        <w:t>1.013e0</w:t>
      </w:r>
    </w:p>
    <w:p w:rsidR="006974AE" w:rsidRDefault="006974AE" w:rsidP="006974AE">
      <w:r>
        <w:lastRenderedPageBreak/>
        <w:t>140.8996</w:t>
      </w:r>
      <w:r>
        <w:tab/>
        <w:t>1.013e0</w:t>
      </w:r>
    </w:p>
    <w:p w:rsidR="006974AE" w:rsidRDefault="006974AE" w:rsidP="006974AE">
      <w:r>
        <w:t>140.9342</w:t>
      </w:r>
      <w:r>
        <w:tab/>
        <w:t>1.013e0</w:t>
      </w:r>
    </w:p>
    <w:p w:rsidR="006974AE" w:rsidRDefault="006974AE" w:rsidP="006974AE">
      <w:r>
        <w:t>140.9370</w:t>
      </w:r>
      <w:r>
        <w:tab/>
        <w:t>1.013e0</w:t>
      </w:r>
    </w:p>
    <w:p w:rsidR="006974AE" w:rsidRDefault="006974AE" w:rsidP="006974AE">
      <w:r>
        <w:t>140.9593</w:t>
      </w:r>
      <w:r>
        <w:tab/>
        <w:t>2.025e0</w:t>
      </w:r>
    </w:p>
    <w:p w:rsidR="006974AE" w:rsidRDefault="006974AE" w:rsidP="006974AE">
      <w:r>
        <w:t>140.9747</w:t>
      </w:r>
      <w:r>
        <w:tab/>
        <w:t>1.013e0</w:t>
      </w:r>
    </w:p>
    <w:p w:rsidR="006974AE" w:rsidRDefault="006974AE" w:rsidP="006974AE">
      <w:r>
        <w:t>140.9942</w:t>
      </w:r>
      <w:r>
        <w:tab/>
        <w:t>1.013e0</w:t>
      </w:r>
    </w:p>
    <w:p w:rsidR="006974AE" w:rsidRDefault="006974AE" w:rsidP="006974AE">
      <w:r>
        <w:t>141.0128</w:t>
      </w:r>
      <w:r>
        <w:tab/>
        <w:t>1.013e0</w:t>
      </w:r>
    </w:p>
    <w:p w:rsidR="006974AE" w:rsidRDefault="006974AE" w:rsidP="006974AE">
      <w:r>
        <w:t>141.0191</w:t>
      </w:r>
      <w:r>
        <w:tab/>
        <w:t>3.038e0</w:t>
      </w:r>
    </w:p>
    <w:p w:rsidR="006974AE" w:rsidRDefault="006974AE" w:rsidP="006974AE">
      <w:r>
        <w:t>141.0288</w:t>
      </w:r>
      <w:r>
        <w:tab/>
        <w:t>1.013e0</w:t>
      </w:r>
    </w:p>
    <w:p w:rsidR="006974AE" w:rsidRDefault="006974AE" w:rsidP="006974AE">
      <w:r>
        <w:t>141.0376</w:t>
      </w:r>
      <w:r>
        <w:tab/>
        <w:t>1.013e0</w:t>
      </w:r>
    </w:p>
    <w:p w:rsidR="006974AE" w:rsidRDefault="006974AE" w:rsidP="006974AE">
      <w:r>
        <w:t>141.0441</w:t>
      </w:r>
      <w:r>
        <w:tab/>
        <w:t>2.025e0</w:t>
      </w:r>
    </w:p>
    <w:p w:rsidR="006974AE" w:rsidRDefault="006974AE" w:rsidP="006974AE">
      <w:r>
        <w:t>141.0465</w:t>
      </w:r>
      <w:r>
        <w:tab/>
        <w:t>3.038e0</w:t>
      </w:r>
    </w:p>
    <w:p w:rsidR="006974AE" w:rsidRDefault="006974AE" w:rsidP="006974AE">
      <w:r>
        <w:t>141.0758</w:t>
      </w:r>
      <w:r>
        <w:tab/>
        <w:t>1.013e0</w:t>
      </w:r>
    </w:p>
    <w:p w:rsidR="006974AE" w:rsidRDefault="006974AE" w:rsidP="006974AE">
      <w:r>
        <w:t>141.0804</w:t>
      </w:r>
      <w:r>
        <w:tab/>
        <w:t>1.215e1</w:t>
      </w:r>
    </w:p>
    <w:p w:rsidR="006974AE" w:rsidRDefault="006974AE" w:rsidP="006974AE">
      <w:r>
        <w:t>141.0853</w:t>
      </w:r>
      <w:r>
        <w:tab/>
        <w:t>3.038e0</w:t>
      </w:r>
    </w:p>
    <w:p w:rsidR="006974AE" w:rsidRDefault="006974AE" w:rsidP="006974AE">
      <w:r>
        <w:t>141.0887</w:t>
      </w:r>
      <w:r>
        <w:tab/>
        <w:t>1.013e0</w:t>
      </w:r>
    </w:p>
    <w:p w:rsidR="006974AE" w:rsidRDefault="006974AE" w:rsidP="006974AE">
      <w:r>
        <w:t>141.0953</w:t>
      </w:r>
      <w:r>
        <w:tab/>
        <w:t>4.051e0</w:t>
      </w:r>
    </w:p>
    <w:p w:rsidR="006974AE" w:rsidRDefault="006974AE" w:rsidP="006974AE">
      <w:r>
        <w:t>141.1041</w:t>
      </w:r>
      <w:r>
        <w:tab/>
        <w:t>1.013e0</w:t>
      </w:r>
    </w:p>
    <w:p w:rsidR="006974AE" w:rsidRDefault="006974AE" w:rsidP="006974AE">
      <w:r>
        <w:t>141.1072</w:t>
      </w:r>
      <w:r>
        <w:tab/>
        <w:t>1.013e0</w:t>
      </w:r>
    </w:p>
    <w:p w:rsidR="006974AE" w:rsidRDefault="006974AE" w:rsidP="006974AE">
      <w:r>
        <w:lastRenderedPageBreak/>
        <w:t>141.1105</w:t>
      </w:r>
      <w:r>
        <w:tab/>
        <w:t>1.013e0</w:t>
      </w:r>
    </w:p>
    <w:p w:rsidR="006974AE" w:rsidRDefault="006974AE" w:rsidP="006974AE">
      <w:r>
        <w:t>141.1171</w:t>
      </w:r>
      <w:r>
        <w:tab/>
        <w:t>2.025e0</w:t>
      </w:r>
    </w:p>
    <w:p w:rsidR="006974AE" w:rsidRDefault="006974AE" w:rsidP="006974AE">
      <w:r>
        <w:t>141.1201</w:t>
      </w:r>
      <w:r>
        <w:tab/>
        <w:t>1.013e0</w:t>
      </w:r>
    </w:p>
    <w:p w:rsidR="006974AE" w:rsidRDefault="006974AE" w:rsidP="006974AE">
      <w:r>
        <w:t>141.1299</w:t>
      </w:r>
      <w:r>
        <w:tab/>
        <w:t>2.025e0</w:t>
      </w:r>
    </w:p>
    <w:p w:rsidR="006974AE" w:rsidRDefault="006974AE" w:rsidP="006974AE">
      <w:r>
        <w:t>141.1389</w:t>
      </w:r>
      <w:r>
        <w:tab/>
        <w:t>1.013e0</w:t>
      </w:r>
    </w:p>
    <w:p w:rsidR="006974AE" w:rsidRDefault="006974AE" w:rsidP="006974AE">
      <w:r>
        <w:t>141.1404</w:t>
      </w:r>
      <w:r>
        <w:tab/>
        <w:t>2.025e0</w:t>
      </w:r>
    </w:p>
    <w:p w:rsidR="006974AE" w:rsidRDefault="006974AE" w:rsidP="006974AE">
      <w:r>
        <w:t>141.1643</w:t>
      </w:r>
      <w:r>
        <w:tab/>
        <w:t>2.025e0</w:t>
      </w:r>
    </w:p>
    <w:p w:rsidR="006974AE" w:rsidRDefault="006974AE" w:rsidP="006974AE">
      <w:r>
        <w:t>141.1834</w:t>
      </w:r>
      <w:r>
        <w:tab/>
        <w:t>1.013e0</w:t>
      </w:r>
    </w:p>
    <w:p w:rsidR="006974AE" w:rsidRDefault="006974AE" w:rsidP="006974AE">
      <w:r>
        <w:t>141.2085</w:t>
      </w:r>
      <w:r>
        <w:tab/>
        <w:t>1.013e0</w:t>
      </w:r>
    </w:p>
    <w:p w:rsidR="006974AE" w:rsidRDefault="006974AE" w:rsidP="006974AE">
      <w:r>
        <w:t>141.2117</w:t>
      </w:r>
      <w:r>
        <w:tab/>
        <w:t>1.013e0</w:t>
      </w:r>
    </w:p>
    <w:p w:rsidR="006974AE" w:rsidRDefault="006974AE" w:rsidP="006974AE">
      <w:r>
        <w:t>141.2148</w:t>
      </w:r>
      <w:r>
        <w:tab/>
        <w:t>1.013e0</w:t>
      </w:r>
    </w:p>
    <w:p w:rsidR="006974AE" w:rsidRDefault="006974AE" w:rsidP="006974AE">
      <w:r>
        <w:t>141.2164</w:t>
      </w:r>
      <w:r>
        <w:tab/>
        <w:t>2.025e0</w:t>
      </w:r>
    </w:p>
    <w:p w:rsidR="006974AE" w:rsidRDefault="006974AE" w:rsidP="006974AE">
      <w:r>
        <w:t>141.2306</w:t>
      </w:r>
      <w:r>
        <w:tab/>
        <w:t>4.051e0</w:t>
      </w:r>
    </w:p>
    <w:p w:rsidR="006974AE" w:rsidRDefault="006974AE" w:rsidP="006974AE">
      <w:r>
        <w:t>141.2334</w:t>
      </w:r>
      <w:r>
        <w:tab/>
        <w:t>1.013e0</w:t>
      </w:r>
    </w:p>
    <w:p w:rsidR="006974AE" w:rsidRDefault="006974AE" w:rsidP="006974AE">
      <w:r>
        <w:t>141.2431</w:t>
      </w:r>
      <w:r>
        <w:tab/>
        <w:t>1.013e0</w:t>
      </w:r>
    </w:p>
    <w:p w:rsidR="006974AE" w:rsidRDefault="006974AE" w:rsidP="006974AE">
      <w:r>
        <w:t>141.2622</w:t>
      </w:r>
      <w:r>
        <w:tab/>
        <w:t>1.013e0</w:t>
      </w:r>
    </w:p>
    <w:p w:rsidR="006974AE" w:rsidRDefault="006974AE" w:rsidP="006974AE">
      <w:r>
        <w:t>141.2668</w:t>
      </w:r>
      <w:r>
        <w:tab/>
        <w:t>2.025e0</w:t>
      </w:r>
    </w:p>
    <w:p w:rsidR="006974AE" w:rsidRDefault="006974AE" w:rsidP="006974AE">
      <w:r>
        <w:t>141.2909</w:t>
      </w:r>
      <w:r>
        <w:tab/>
        <w:t>1.013e0</w:t>
      </w:r>
    </w:p>
    <w:p w:rsidR="006974AE" w:rsidRDefault="006974AE" w:rsidP="006974AE">
      <w:r>
        <w:t>141.2999</w:t>
      </w:r>
      <w:r>
        <w:tab/>
        <w:t>1.013e0</w:t>
      </w:r>
    </w:p>
    <w:p w:rsidR="006974AE" w:rsidRDefault="006974AE" w:rsidP="006974AE">
      <w:r>
        <w:lastRenderedPageBreak/>
        <w:t>141.3095</w:t>
      </w:r>
      <w:r>
        <w:tab/>
        <w:t>1.013e0</w:t>
      </w:r>
    </w:p>
    <w:p w:rsidR="006974AE" w:rsidRDefault="006974AE" w:rsidP="006974AE">
      <w:r>
        <w:t>141.3127</w:t>
      </w:r>
      <w:r>
        <w:tab/>
        <w:t>1.013e0</w:t>
      </w:r>
    </w:p>
    <w:p w:rsidR="006974AE" w:rsidRDefault="006974AE" w:rsidP="006974AE">
      <w:r>
        <w:t>141.3286</w:t>
      </w:r>
      <w:r>
        <w:tab/>
        <w:t>1.013e0</w:t>
      </w:r>
    </w:p>
    <w:p w:rsidR="006974AE" w:rsidRDefault="006974AE" w:rsidP="006974AE">
      <w:r>
        <w:t>141.3477</w:t>
      </w:r>
      <w:r>
        <w:tab/>
        <w:t>1.013e0</w:t>
      </w:r>
    </w:p>
    <w:p w:rsidR="006974AE" w:rsidRDefault="006974AE" w:rsidP="006974AE">
      <w:r>
        <w:t>141.3540</w:t>
      </w:r>
      <w:r>
        <w:tab/>
        <w:t>2.025e0</w:t>
      </w:r>
    </w:p>
    <w:p w:rsidR="006974AE" w:rsidRDefault="006974AE" w:rsidP="006974AE">
      <w:r>
        <w:t>141.3760</w:t>
      </w:r>
      <w:r>
        <w:tab/>
        <w:t>1.013e0</w:t>
      </w:r>
    </w:p>
    <w:p w:rsidR="006974AE" w:rsidRDefault="006974AE" w:rsidP="006974AE">
      <w:r>
        <w:t>141.3876</w:t>
      </w:r>
      <w:r>
        <w:tab/>
        <w:t>2.025e0</w:t>
      </w:r>
    </w:p>
    <w:p w:rsidR="006974AE" w:rsidRDefault="006974AE" w:rsidP="006974AE">
      <w:r>
        <w:t>141.3890</w:t>
      </w:r>
      <w:r>
        <w:tab/>
        <w:t>1.013e0</w:t>
      </w:r>
    </w:p>
    <w:p w:rsidR="006974AE" w:rsidRDefault="006974AE" w:rsidP="006974AE">
      <w:r>
        <w:t>141.4074</w:t>
      </w:r>
      <w:r>
        <w:tab/>
        <w:t>1.013e0</w:t>
      </w:r>
    </w:p>
    <w:p w:rsidR="006974AE" w:rsidRDefault="006974AE" w:rsidP="006974AE">
      <w:r>
        <w:t>141.4106</w:t>
      </w:r>
      <w:r>
        <w:tab/>
        <w:t>1.013e0</w:t>
      </w:r>
    </w:p>
    <w:p w:rsidR="006974AE" w:rsidRDefault="006974AE" w:rsidP="006974AE">
      <w:r>
        <w:t>141.4173</w:t>
      </w:r>
      <w:r>
        <w:tab/>
        <w:t>1.013e0</w:t>
      </w:r>
    </w:p>
    <w:p w:rsidR="006974AE" w:rsidRDefault="006974AE" w:rsidP="006974AE">
      <w:r>
        <w:t>141.4326</w:t>
      </w:r>
      <w:r>
        <w:tab/>
        <w:t>1.013e0</w:t>
      </w:r>
    </w:p>
    <w:p w:rsidR="006974AE" w:rsidRDefault="006974AE" w:rsidP="006974AE">
      <w:r>
        <w:t>141.4392</w:t>
      </w:r>
      <w:r>
        <w:tab/>
        <w:t>1.013e0</w:t>
      </w:r>
    </w:p>
    <w:p w:rsidR="006974AE" w:rsidRDefault="006974AE" w:rsidP="006974AE">
      <w:r>
        <w:t>141.4520</w:t>
      </w:r>
      <w:r>
        <w:tab/>
        <w:t>1.013e0</w:t>
      </w:r>
    </w:p>
    <w:p w:rsidR="006974AE" w:rsidRDefault="006974AE" w:rsidP="006974AE">
      <w:r>
        <w:t>141.4625</w:t>
      </w:r>
      <w:r>
        <w:tab/>
        <w:t>2.025e0</w:t>
      </w:r>
    </w:p>
    <w:p w:rsidR="006974AE" w:rsidRDefault="006974AE" w:rsidP="006974AE">
      <w:r>
        <w:t>141.4674</w:t>
      </w:r>
      <w:r>
        <w:tab/>
        <w:t>3.038e0</w:t>
      </w:r>
    </w:p>
    <w:p w:rsidR="006974AE" w:rsidRDefault="006974AE" w:rsidP="006974AE">
      <w:r>
        <w:t>141.4770</w:t>
      </w:r>
      <w:r>
        <w:tab/>
        <w:t>2.025e0</w:t>
      </w:r>
    </w:p>
    <w:p w:rsidR="006974AE" w:rsidRDefault="006974AE" w:rsidP="006974AE">
      <w:r>
        <w:t>141.4989</w:t>
      </w:r>
      <w:r>
        <w:tab/>
        <w:t>1.013e0</w:t>
      </w:r>
    </w:p>
    <w:p w:rsidR="006974AE" w:rsidRDefault="006974AE" w:rsidP="006974AE">
      <w:r>
        <w:t>141.5153</w:t>
      </w:r>
      <w:r>
        <w:tab/>
        <w:t>1.013e0</w:t>
      </w:r>
    </w:p>
    <w:p w:rsidR="006974AE" w:rsidRDefault="006974AE" w:rsidP="006974AE">
      <w:r>
        <w:lastRenderedPageBreak/>
        <w:t>141.5184</w:t>
      </w:r>
      <w:r>
        <w:tab/>
        <w:t>2.025e0</w:t>
      </w:r>
    </w:p>
    <w:p w:rsidR="006974AE" w:rsidRDefault="006974AE" w:rsidP="006974AE">
      <w:r>
        <w:t>141.5247</w:t>
      </w:r>
      <w:r>
        <w:tab/>
        <w:t>1.013e0</w:t>
      </w:r>
    </w:p>
    <w:p w:rsidR="006974AE" w:rsidRDefault="006974AE" w:rsidP="006974AE">
      <w:r>
        <w:t>141.5372</w:t>
      </w:r>
      <w:r>
        <w:tab/>
        <w:t>1.013e0</w:t>
      </w:r>
    </w:p>
    <w:p w:rsidR="006974AE" w:rsidRDefault="006974AE" w:rsidP="006974AE">
      <w:r>
        <w:t>141.5411</w:t>
      </w:r>
      <w:r>
        <w:tab/>
        <w:t>3.038e0</w:t>
      </w:r>
    </w:p>
    <w:p w:rsidR="006974AE" w:rsidRDefault="006974AE" w:rsidP="006974AE">
      <w:r>
        <w:t>141.5468</w:t>
      </w:r>
      <w:r>
        <w:tab/>
        <w:t>1.013e0</w:t>
      </w:r>
    </w:p>
    <w:p w:rsidR="006974AE" w:rsidRDefault="006974AE" w:rsidP="006974AE">
      <w:r>
        <w:t>141.5534</w:t>
      </w:r>
      <w:r>
        <w:tab/>
        <w:t>1.013e0</w:t>
      </w:r>
    </w:p>
    <w:p w:rsidR="006974AE" w:rsidRDefault="006974AE" w:rsidP="006974AE">
      <w:r>
        <w:t>141.5622</w:t>
      </w:r>
      <w:r>
        <w:tab/>
        <w:t>1.013e0</w:t>
      </w:r>
    </w:p>
    <w:p w:rsidR="006974AE" w:rsidRDefault="006974AE" w:rsidP="006974AE">
      <w:r>
        <w:t>141.5784</w:t>
      </w:r>
      <w:r>
        <w:tab/>
        <w:t>1.013e0</w:t>
      </w:r>
    </w:p>
    <w:p w:rsidR="006974AE" w:rsidRDefault="006974AE" w:rsidP="006974AE">
      <w:r>
        <w:t>141.5815</w:t>
      </w:r>
      <w:r>
        <w:tab/>
        <w:t>1.013e0</w:t>
      </w:r>
    </w:p>
    <w:p w:rsidR="006974AE" w:rsidRDefault="006974AE" w:rsidP="006974AE">
      <w:r>
        <w:t>141.6198</w:t>
      </w:r>
      <w:r>
        <w:tab/>
        <w:t>2.025e0</w:t>
      </w:r>
    </w:p>
    <w:p w:rsidR="006974AE" w:rsidRDefault="006974AE" w:rsidP="006974AE">
      <w:r>
        <w:t>141.6319</w:t>
      </w:r>
      <w:r>
        <w:tab/>
        <w:t>1.013e0</w:t>
      </w:r>
    </w:p>
    <w:p w:rsidR="006974AE" w:rsidRDefault="006974AE" w:rsidP="006974AE">
      <w:r>
        <w:t>141.6588</w:t>
      </w:r>
      <w:r>
        <w:tab/>
        <w:t>2.025e0</w:t>
      </w:r>
    </w:p>
    <w:p w:rsidR="006974AE" w:rsidRDefault="006974AE" w:rsidP="006974AE">
      <w:r>
        <w:t>141.6635</w:t>
      </w:r>
      <w:r>
        <w:tab/>
        <w:t>1.013e0</w:t>
      </w:r>
    </w:p>
    <w:p w:rsidR="006974AE" w:rsidRDefault="006974AE" w:rsidP="006974AE">
      <w:r>
        <w:t>141.6698</w:t>
      </w:r>
      <w:r>
        <w:tab/>
        <w:t>2.025e0</w:t>
      </w:r>
    </w:p>
    <w:p w:rsidR="006974AE" w:rsidRDefault="006974AE" w:rsidP="006974AE">
      <w:r>
        <w:t>141.6892</w:t>
      </w:r>
      <w:r>
        <w:tab/>
        <w:t>1.013e0</w:t>
      </w:r>
    </w:p>
    <w:p w:rsidR="006974AE" w:rsidRDefault="006974AE" w:rsidP="006974AE">
      <w:r>
        <w:t>141.6982</w:t>
      </w:r>
      <w:r>
        <w:tab/>
        <w:t>1.013e0</w:t>
      </w:r>
    </w:p>
    <w:p w:rsidR="006974AE" w:rsidRDefault="006974AE" w:rsidP="006974AE">
      <w:r>
        <w:t>141.7081</w:t>
      </w:r>
      <w:r>
        <w:tab/>
        <w:t>1.013e0</w:t>
      </w:r>
    </w:p>
    <w:p w:rsidR="006974AE" w:rsidRDefault="006974AE" w:rsidP="006974AE">
      <w:r>
        <w:t>141.7208</w:t>
      </w:r>
      <w:r>
        <w:tab/>
        <w:t>1.013e0</w:t>
      </w:r>
    </w:p>
    <w:p w:rsidR="006974AE" w:rsidRDefault="006974AE" w:rsidP="006974AE">
      <w:r>
        <w:t>141.7266</w:t>
      </w:r>
      <w:r>
        <w:tab/>
        <w:t>1.013e0</w:t>
      </w:r>
    </w:p>
    <w:p w:rsidR="006974AE" w:rsidRDefault="006974AE" w:rsidP="006974AE">
      <w:r>
        <w:lastRenderedPageBreak/>
        <w:t>141.7395</w:t>
      </w:r>
      <w:r>
        <w:tab/>
        <w:t>1.013e0</w:t>
      </w:r>
    </w:p>
    <w:p w:rsidR="006974AE" w:rsidRDefault="006974AE" w:rsidP="006974AE">
      <w:r>
        <w:t>141.7585</w:t>
      </w:r>
      <w:r>
        <w:tab/>
        <w:t>1.013e0</w:t>
      </w:r>
    </w:p>
    <w:p w:rsidR="006974AE" w:rsidRDefault="006974AE" w:rsidP="006974AE">
      <w:r>
        <w:t>141.8092</w:t>
      </w:r>
      <w:r>
        <w:tab/>
        <w:t>2.025e0</w:t>
      </w:r>
    </w:p>
    <w:p w:rsidR="006974AE" w:rsidRDefault="006974AE" w:rsidP="006974AE">
      <w:r>
        <w:t>141.8409</w:t>
      </w:r>
      <w:r>
        <w:tab/>
        <w:t>3.038e0</w:t>
      </w:r>
    </w:p>
    <w:p w:rsidR="006974AE" w:rsidRDefault="006974AE" w:rsidP="006974AE">
      <w:r>
        <w:t>141.8473</w:t>
      </w:r>
      <w:r>
        <w:tab/>
        <w:t>1.013e0</w:t>
      </w:r>
    </w:p>
    <w:p w:rsidR="006974AE" w:rsidRDefault="006974AE" w:rsidP="006974AE">
      <w:r>
        <w:t>141.8726</w:t>
      </w:r>
      <w:r>
        <w:tab/>
        <w:t>3.038e0</w:t>
      </w:r>
    </w:p>
    <w:p w:rsidR="006974AE" w:rsidRDefault="006974AE" w:rsidP="006974AE">
      <w:r>
        <w:t>141.8791</w:t>
      </w:r>
      <w:r>
        <w:tab/>
        <w:t>1.013e0</w:t>
      </w:r>
    </w:p>
    <w:p w:rsidR="006974AE" w:rsidRDefault="006974AE" w:rsidP="006974AE">
      <w:r>
        <w:t>141.9172</w:t>
      </w:r>
      <w:r>
        <w:tab/>
        <w:t>1.013e0</w:t>
      </w:r>
    </w:p>
    <w:p w:rsidR="006974AE" w:rsidRDefault="006974AE" w:rsidP="006974AE">
      <w:r>
        <w:t>141.9291</w:t>
      </w:r>
      <w:r>
        <w:tab/>
        <w:t>1.013e0</w:t>
      </w:r>
    </w:p>
    <w:p w:rsidR="006974AE" w:rsidRDefault="006974AE" w:rsidP="006974AE">
      <w:r>
        <w:t>141.9342</w:t>
      </w:r>
      <w:r>
        <w:tab/>
        <w:t>2.025e0</w:t>
      </w:r>
    </w:p>
    <w:p w:rsidR="006974AE" w:rsidRDefault="006974AE" w:rsidP="006974AE">
      <w:r>
        <w:t>141.9357</w:t>
      </w:r>
      <w:r>
        <w:tab/>
        <w:t>1.013e0</w:t>
      </w:r>
    </w:p>
    <w:p w:rsidR="006974AE" w:rsidRDefault="006974AE" w:rsidP="006974AE">
      <w:r>
        <w:t>141.9391</w:t>
      </w:r>
      <w:r>
        <w:tab/>
        <w:t>1.013e0</w:t>
      </w:r>
    </w:p>
    <w:p w:rsidR="006974AE" w:rsidRDefault="006974AE" w:rsidP="006974AE">
      <w:r>
        <w:t>141.9421</w:t>
      </w:r>
      <w:r>
        <w:tab/>
        <w:t>1.013e0</w:t>
      </w:r>
    </w:p>
    <w:p w:rsidR="006974AE" w:rsidRDefault="006974AE" w:rsidP="006974AE">
      <w:r>
        <w:t>141.9580</w:t>
      </w:r>
      <w:r>
        <w:tab/>
        <w:t>1.013e0</w:t>
      </w:r>
    </w:p>
    <w:p w:rsidR="006974AE" w:rsidRDefault="006974AE" w:rsidP="006974AE">
      <w:r>
        <w:t>141.9707</w:t>
      </w:r>
      <w:r>
        <w:tab/>
        <w:t>2.025e0</w:t>
      </w:r>
    </w:p>
    <w:p w:rsidR="006974AE" w:rsidRDefault="006974AE" w:rsidP="006974AE">
      <w:r>
        <w:t>141.9802</w:t>
      </w:r>
      <w:r>
        <w:tab/>
        <w:t>1.013e0</w:t>
      </w:r>
    </w:p>
    <w:p w:rsidR="006974AE" w:rsidRDefault="006974AE" w:rsidP="006974AE">
      <w:r>
        <w:t>141.9867</w:t>
      </w:r>
      <w:r>
        <w:tab/>
        <w:t>1.013e0</w:t>
      </w:r>
    </w:p>
    <w:p w:rsidR="006974AE" w:rsidRDefault="006974AE" w:rsidP="006974AE">
      <w:r>
        <w:t>141.9896</w:t>
      </w:r>
      <w:r>
        <w:tab/>
        <w:t>1.013e0</w:t>
      </w:r>
    </w:p>
    <w:p w:rsidR="006974AE" w:rsidRDefault="006974AE" w:rsidP="006974AE">
      <w:r>
        <w:t>141.9957</w:t>
      </w:r>
      <w:r>
        <w:tab/>
        <w:t>2.025e0</w:t>
      </w:r>
    </w:p>
    <w:p w:rsidR="006974AE" w:rsidRDefault="006974AE" w:rsidP="006974AE">
      <w:r>
        <w:lastRenderedPageBreak/>
        <w:t>142.0088</w:t>
      </w:r>
      <w:r>
        <w:tab/>
        <w:t>1.013e0</w:t>
      </w:r>
    </w:p>
    <w:p w:rsidR="006974AE" w:rsidRDefault="006974AE" w:rsidP="006974AE">
      <w:r>
        <w:t>142.0152</w:t>
      </w:r>
      <w:r>
        <w:tab/>
        <w:t>3.038e0</w:t>
      </w:r>
    </w:p>
    <w:p w:rsidR="006974AE" w:rsidRDefault="006974AE" w:rsidP="006974AE">
      <w:r>
        <w:t>142.0239</w:t>
      </w:r>
      <w:r>
        <w:tab/>
        <w:t>7.828e0</w:t>
      </w:r>
    </w:p>
    <w:p w:rsidR="006974AE" w:rsidRDefault="006974AE" w:rsidP="006974AE">
      <w:r>
        <w:t>142.0282</w:t>
      </w:r>
      <w:r>
        <w:tab/>
        <w:t>1.265e1</w:t>
      </w:r>
    </w:p>
    <w:p w:rsidR="006974AE" w:rsidRDefault="006974AE" w:rsidP="006974AE">
      <w:r>
        <w:t>142.0300</w:t>
      </w:r>
      <w:r>
        <w:tab/>
        <w:t>4.051e0</w:t>
      </w:r>
    </w:p>
    <w:p w:rsidR="006974AE" w:rsidRDefault="006974AE" w:rsidP="006974AE">
      <w:r>
        <w:t>142.0339</w:t>
      </w:r>
      <w:r>
        <w:tab/>
        <w:t>9.114e0</w:t>
      </w:r>
    </w:p>
    <w:p w:rsidR="006974AE" w:rsidRDefault="006974AE" w:rsidP="006974AE">
      <w:r>
        <w:t>142.0437</w:t>
      </w:r>
      <w:r>
        <w:tab/>
        <w:t>1.013e0</w:t>
      </w:r>
    </w:p>
    <w:p w:rsidR="006974AE" w:rsidRDefault="006974AE" w:rsidP="006974AE">
      <w:r>
        <w:t>142.0545</w:t>
      </w:r>
      <w:r>
        <w:tab/>
        <w:t>3.729e0</w:t>
      </w:r>
    </w:p>
    <w:p w:rsidR="006974AE" w:rsidRDefault="006974AE" w:rsidP="006974AE">
      <w:r>
        <w:t>142.0561</w:t>
      </w:r>
      <w:r>
        <w:tab/>
        <w:t>1.013e0</w:t>
      </w:r>
    </w:p>
    <w:p w:rsidR="006974AE" w:rsidRDefault="006974AE" w:rsidP="006974AE">
      <w:r>
        <w:t>142.0590</w:t>
      </w:r>
      <w:r>
        <w:tab/>
        <w:t>1.013e0</w:t>
      </w:r>
    </w:p>
    <w:p w:rsidR="006974AE" w:rsidRDefault="006974AE" w:rsidP="006974AE">
      <w:r>
        <w:t>142.0656</w:t>
      </w:r>
      <w:r>
        <w:tab/>
        <w:t>1.013e0</w:t>
      </w:r>
    </w:p>
    <w:p w:rsidR="006974AE" w:rsidRDefault="006974AE" w:rsidP="006974AE">
      <w:r>
        <w:t>142.0779</w:t>
      </w:r>
      <w:r>
        <w:tab/>
        <w:t>4.051e0</w:t>
      </w:r>
    </w:p>
    <w:p w:rsidR="006974AE" w:rsidRDefault="006974AE" w:rsidP="006974AE">
      <w:r>
        <w:t>142.0953</w:t>
      </w:r>
      <w:r>
        <w:tab/>
        <w:t>1.114e1</w:t>
      </w:r>
    </w:p>
    <w:p w:rsidR="006974AE" w:rsidRDefault="006974AE" w:rsidP="006974AE">
      <w:r>
        <w:t>142.0967</w:t>
      </w:r>
      <w:r>
        <w:tab/>
        <w:t>3.313e1</w:t>
      </w:r>
    </w:p>
    <w:p w:rsidR="006974AE" w:rsidRDefault="006974AE" w:rsidP="006974AE">
      <w:r>
        <w:t>142.0984</w:t>
      </w:r>
      <w:r>
        <w:tab/>
        <w:t>7.628e1</w:t>
      </w:r>
    </w:p>
    <w:p w:rsidR="006974AE" w:rsidRDefault="006974AE" w:rsidP="006974AE">
      <w:r>
        <w:t>142.1011</w:t>
      </w:r>
      <w:r>
        <w:tab/>
        <w:t>1.823e1</w:t>
      </w:r>
    </w:p>
    <w:p w:rsidR="006974AE" w:rsidRDefault="006974AE" w:rsidP="006974AE">
      <w:r>
        <w:t>142.1264</w:t>
      </w:r>
      <w:r>
        <w:tab/>
        <w:t>4.051e0</w:t>
      </w:r>
    </w:p>
    <w:p w:rsidR="006974AE" w:rsidRDefault="006974AE" w:rsidP="006974AE">
      <w:r>
        <w:t>142.1481</w:t>
      </w:r>
      <w:r>
        <w:tab/>
        <w:t>1.013e0</w:t>
      </w:r>
    </w:p>
    <w:p w:rsidR="006974AE" w:rsidRDefault="006974AE" w:rsidP="006974AE">
      <w:r>
        <w:t>142.1546</w:t>
      </w:r>
      <w:r>
        <w:tab/>
        <w:t>1.013e0</w:t>
      </w:r>
    </w:p>
    <w:p w:rsidR="006974AE" w:rsidRDefault="006974AE" w:rsidP="006974AE">
      <w:r>
        <w:lastRenderedPageBreak/>
        <w:t>142.1701</w:t>
      </w:r>
      <w:r>
        <w:tab/>
        <w:t>1.013e0</w:t>
      </w:r>
    </w:p>
    <w:p w:rsidR="006974AE" w:rsidRDefault="006974AE" w:rsidP="006974AE">
      <w:r>
        <w:t>142.1733</w:t>
      </w:r>
      <w:r>
        <w:tab/>
        <w:t>2.025e0</w:t>
      </w:r>
    </w:p>
    <w:p w:rsidR="006974AE" w:rsidRDefault="006974AE" w:rsidP="006974AE">
      <w:r>
        <w:t>142.1782</w:t>
      </w:r>
      <w:r>
        <w:tab/>
        <w:t>2.025e0</w:t>
      </w:r>
    </w:p>
    <w:p w:rsidR="006974AE" w:rsidRDefault="006974AE" w:rsidP="006974AE">
      <w:r>
        <w:t>142.1821</w:t>
      </w:r>
      <w:r>
        <w:tab/>
        <w:t>4.051e0</w:t>
      </w:r>
    </w:p>
    <w:p w:rsidR="006974AE" w:rsidRDefault="006974AE" w:rsidP="006974AE">
      <w:r>
        <w:t>142.1922</w:t>
      </w:r>
      <w:r>
        <w:tab/>
        <w:t>1.013e0</w:t>
      </w:r>
    </w:p>
    <w:p w:rsidR="006974AE" w:rsidRDefault="006974AE" w:rsidP="006974AE">
      <w:r>
        <w:t>142.1951</w:t>
      </w:r>
      <w:r>
        <w:tab/>
        <w:t>1.013e0</w:t>
      </w:r>
    </w:p>
    <w:p w:rsidR="006974AE" w:rsidRDefault="006974AE" w:rsidP="006974AE">
      <w:r>
        <w:t>142.2051</w:t>
      </w:r>
      <w:r>
        <w:tab/>
        <w:t>1.013e0</w:t>
      </w:r>
    </w:p>
    <w:p w:rsidR="006974AE" w:rsidRDefault="006974AE" w:rsidP="006974AE">
      <w:r>
        <w:t>142.2181</w:t>
      </w:r>
      <w:r>
        <w:tab/>
        <w:t>2.025e0</w:t>
      </w:r>
    </w:p>
    <w:p w:rsidR="006974AE" w:rsidRDefault="006974AE" w:rsidP="006974AE">
      <w:r>
        <w:t>142.2269</w:t>
      </w:r>
      <w:r>
        <w:tab/>
        <w:t>1.013e0</w:t>
      </w:r>
    </w:p>
    <w:p w:rsidR="006974AE" w:rsidRDefault="006974AE" w:rsidP="006974AE">
      <w:r>
        <w:t>142.2367</w:t>
      </w:r>
      <w:r>
        <w:tab/>
        <w:t>2.025e0</w:t>
      </w:r>
    </w:p>
    <w:p w:rsidR="006974AE" w:rsidRDefault="006974AE" w:rsidP="006974AE">
      <w:r>
        <w:t>142.2561</w:t>
      </w:r>
      <w:r>
        <w:tab/>
        <w:t>1.013e0</w:t>
      </w:r>
    </w:p>
    <w:p w:rsidR="006974AE" w:rsidRDefault="006974AE" w:rsidP="006974AE">
      <w:r>
        <w:t>142.2587</w:t>
      </w:r>
      <w:r>
        <w:tab/>
        <w:t>2.025e0</w:t>
      </w:r>
    </w:p>
    <w:p w:rsidR="006974AE" w:rsidRDefault="006974AE" w:rsidP="006974AE">
      <w:r>
        <w:t>142.2617</w:t>
      </w:r>
      <w:r>
        <w:tab/>
        <w:t>1.013e0</w:t>
      </w:r>
    </w:p>
    <w:p w:rsidR="006974AE" w:rsidRDefault="006974AE" w:rsidP="006974AE">
      <w:r>
        <w:t>142.2684</w:t>
      </w:r>
      <w:r>
        <w:tab/>
        <w:t>1.013e0</w:t>
      </w:r>
    </w:p>
    <w:p w:rsidR="006974AE" w:rsidRDefault="006974AE" w:rsidP="006974AE">
      <w:r>
        <w:t>142.2717</w:t>
      </w:r>
      <w:r>
        <w:tab/>
        <w:t>1.013e0</w:t>
      </w:r>
    </w:p>
    <w:p w:rsidR="006974AE" w:rsidRDefault="006974AE" w:rsidP="006974AE">
      <w:r>
        <w:t>142.2747</w:t>
      </w:r>
      <w:r>
        <w:tab/>
        <w:t>2.025e0</w:t>
      </w:r>
    </w:p>
    <w:p w:rsidR="006974AE" w:rsidRDefault="006974AE" w:rsidP="006974AE">
      <w:r>
        <w:t>142.2780</w:t>
      </w:r>
      <w:r>
        <w:tab/>
        <w:t>1.013e0</w:t>
      </w:r>
    </w:p>
    <w:p w:rsidR="006974AE" w:rsidRDefault="006974AE" w:rsidP="006974AE">
      <w:r>
        <w:t>142.2907</w:t>
      </w:r>
      <w:r>
        <w:tab/>
        <w:t>1.013e0</w:t>
      </w:r>
    </w:p>
    <w:p w:rsidR="006974AE" w:rsidRDefault="006974AE" w:rsidP="006974AE">
      <w:r>
        <w:t>142.2968</w:t>
      </w:r>
      <w:r>
        <w:tab/>
        <w:t>1.013e0</w:t>
      </w:r>
    </w:p>
    <w:p w:rsidR="006974AE" w:rsidRDefault="006974AE" w:rsidP="006974AE">
      <w:r>
        <w:lastRenderedPageBreak/>
        <w:t>142.3064</w:t>
      </w:r>
      <w:r>
        <w:tab/>
        <w:t>2.025e0</w:t>
      </w:r>
    </w:p>
    <w:p w:rsidR="006974AE" w:rsidRDefault="006974AE" w:rsidP="006974AE">
      <w:r>
        <w:t>142.3098</w:t>
      </w:r>
      <w:r>
        <w:tab/>
        <w:t>1.013e0</w:t>
      </w:r>
    </w:p>
    <w:p w:rsidR="006974AE" w:rsidRDefault="006974AE" w:rsidP="006974AE">
      <w:r>
        <w:t>142.3145</w:t>
      </w:r>
      <w:r>
        <w:tab/>
        <w:t>2.025e0</w:t>
      </w:r>
    </w:p>
    <w:p w:rsidR="006974AE" w:rsidRDefault="006974AE" w:rsidP="006974AE">
      <w:r>
        <w:t>142.3350</w:t>
      </w:r>
      <w:r>
        <w:tab/>
        <w:t>1.013e0</w:t>
      </w:r>
    </w:p>
    <w:p w:rsidR="006974AE" w:rsidRDefault="006974AE" w:rsidP="006974AE">
      <w:r>
        <w:t>142.3381</w:t>
      </w:r>
      <w:r>
        <w:tab/>
        <w:t>1.013e0</w:t>
      </w:r>
    </w:p>
    <w:p w:rsidR="006974AE" w:rsidRDefault="006974AE" w:rsidP="006974AE">
      <w:r>
        <w:t>142.3415</w:t>
      </w:r>
      <w:r>
        <w:tab/>
        <w:t>2.025e0</w:t>
      </w:r>
    </w:p>
    <w:p w:rsidR="006974AE" w:rsidRDefault="006974AE" w:rsidP="006974AE">
      <w:r>
        <w:t>142.3479</w:t>
      </w:r>
      <w:r>
        <w:tab/>
        <w:t>1.013e0</w:t>
      </w:r>
    </w:p>
    <w:p w:rsidR="006974AE" w:rsidRDefault="006974AE" w:rsidP="006974AE">
      <w:r>
        <w:t>142.3510</w:t>
      </w:r>
      <w:r>
        <w:tab/>
        <w:t>1.013e0</w:t>
      </w:r>
    </w:p>
    <w:p w:rsidR="006974AE" w:rsidRDefault="006974AE" w:rsidP="006974AE">
      <w:r>
        <w:t>142.3544</w:t>
      </w:r>
      <w:r>
        <w:tab/>
        <w:t>1.013e0</w:t>
      </w:r>
    </w:p>
    <w:p w:rsidR="006974AE" w:rsidRDefault="006974AE" w:rsidP="006974AE">
      <w:r>
        <w:t>142.3602</w:t>
      </w:r>
      <w:r>
        <w:tab/>
        <w:t>1.013e0</w:t>
      </w:r>
    </w:p>
    <w:p w:rsidR="006974AE" w:rsidRDefault="006974AE" w:rsidP="006974AE">
      <w:r>
        <w:t>142.3698</w:t>
      </w:r>
      <w:r>
        <w:tab/>
        <w:t>3.038e0</w:t>
      </w:r>
    </w:p>
    <w:p w:rsidR="006974AE" w:rsidRDefault="006974AE" w:rsidP="006974AE">
      <w:r>
        <w:t>142.3780</w:t>
      </w:r>
      <w:r>
        <w:tab/>
        <w:t>2.025e0</w:t>
      </w:r>
    </w:p>
    <w:p w:rsidR="006974AE" w:rsidRDefault="006974AE" w:rsidP="006974AE">
      <w:r>
        <w:t>142.3796</w:t>
      </w:r>
      <w:r>
        <w:tab/>
        <w:t>1.013e0</w:t>
      </w:r>
    </w:p>
    <w:p w:rsidR="006974AE" w:rsidRDefault="006974AE" w:rsidP="006974AE">
      <w:r>
        <w:t>142.3950</w:t>
      </w:r>
      <w:r>
        <w:tab/>
        <w:t>1.013e0</w:t>
      </w:r>
    </w:p>
    <w:p w:rsidR="006974AE" w:rsidRDefault="006974AE" w:rsidP="006974AE">
      <w:r>
        <w:t>142.4014</w:t>
      </w:r>
      <w:r>
        <w:tab/>
        <w:t>2.025e0</w:t>
      </w:r>
    </w:p>
    <w:p w:rsidR="006974AE" w:rsidRDefault="006974AE" w:rsidP="006974AE">
      <w:r>
        <w:t>142.4143</w:t>
      </w:r>
      <w:r>
        <w:tab/>
        <w:t>1.013e0</w:t>
      </w:r>
    </w:p>
    <w:p w:rsidR="006974AE" w:rsidRDefault="006974AE" w:rsidP="006974AE">
      <w:r>
        <w:t>142.4330</w:t>
      </w:r>
      <w:r>
        <w:tab/>
        <w:t>1.013e0</w:t>
      </w:r>
    </w:p>
    <w:p w:rsidR="006974AE" w:rsidRDefault="006974AE" w:rsidP="006974AE">
      <w:r>
        <w:t>142.4397</w:t>
      </w:r>
      <w:r>
        <w:tab/>
        <w:t>1.013e0</w:t>
      </w:r>
    </w:p>
    <w:p w:rsidR="006974AE" w:rsidRDefault="006974AE" w:rsidP="006974AE">
      <w:r>
        <w:t>142.4460</w:t>
      </w:r>
      <w:r>
        <w:tab/>
        <w:t>1.013e0</w:t>
      </w:r>
    </w:p>
    <w:p w:rsidR="006974AE" w:rsidRDefault="006974AE" w:rsidP="006974AE">
      <w:r>
        <w:lastRenderedPageBreak/>
        <w:t>142.4494</w:t>
      </w:r>
      <w:r>
        <w:tab/>
        <w:t>1.013e0</w:t>
      </w:r>
    </w:p>
    <w:p w:rsidR="006974AE" w:rsidRDefault="006974AE" w:rsidP="006974AE">
      <w:r>
        <w:t>142.4560</w:t>
      </w:r>
      <w:r>
        <w:tab/>
        <w:t>1.013e0</w:t>
      </w:r>
    </w:p>
    <w:p w:rsidR="006974AE" w:rsidRDefault="006974AE" w:rsidP="006974AE">
      <w:r>
        <w:t>142.4695</w:t>
      </w:r>
      <w:r>
        <w:tab/>
        <w:t>2.025e0</w:t>
      </w:r>
    </w:p>
    <w:p w:rsidR="006974AE" w:rsidRDefault="006974AE" w:rsidP="006974AE">
      <w:r>
        <w:t>142.4779</w:t>
      </w:r>
      <w:r>
        <w:tab/>
        <w:t>1.013e0</w:t>
      </w:r>
    </w:p>
    <w:p w:rsidR="006974AE" w:rsidRDefault="006974AE" w:rsidP="006974AE">
      <w:r>
        <w:t>142.4907</w:t>
      </w:r>
      <w:r>
        <w:tab/>
        <w:t>1.013e0</w:t>
      </w:r>
    </w:p>
    <w:p w:rsidR="006974AE" w:rsidRDefault="006974AE" w:rsidP="006974AE">
      <w:r>
        <w:t>142.5012</w:t>
      </w:r>
      <w:r>
        <w:tab/>
        <w:t>2.025e0</w:t>
      </w:r>
    </w:p>
    <w:p w:rsidR="006974AE" w:rsidRDefault="006974AE" w:rsidP="006974AE">
      <w:r>
        <w:t>142.5031</w:t>
      </w:r>
      <w:r>
        <w:tab/>
        <w:t>1.013e0</w:t>
      </w:r>
    </w:p>
    <w:p w:rsidR="006974AE" w:rsidRDefault="006974AE" w:rsidP="006974AE">
      <w:r>
        <w:t>142.5191</w:t>
      </w:r>
      <w:r>
        <w:tab/>
        <w:t>1.013e0</w:t>
      </w:r>
    </w:p>
    <w:p w:rsidR="006974AE" w:rsidRDefault="006974AE" w:rsidP="006974AE">
      <w:r>
        <w:t>142.5257</w:t>
      </w:r>
      <w:r>
        <w:tab/>
        <w:t>1.013e0</w:t>
      </w:r>
    </w:p>
    <w:p w:rsidR="006974AE" w:rsidRDefault="006974AE" w:rsidP="006974AE">
      <w:r>
        <w:t>142.5286</w:t>
      </w:r>
      <w:r>
        <w:tab/>
        <w:t>3.038e0</w:t>
      </w:r>
    </w:p>
    <w:p w:rsidR="006974AE" w:rsidRDefault="006974AE" w:rsidP="006974AE">
      <w:r>
        <w:t>142.5315</w:t>
      </w:r>
      <w:r>
        <w:tab/>
        <w:t>1.013e0</w:t>
      </w:r>
    </w:p>
    <w:p w:rsidR="006974AE" w:rsidRDefault="006974AE" w:rsidP="006974AE">
      <w:r>
        <w:t>142.5475</w:t>
      </w:r>
      <w:r>
        <w:tab/>
        <w:t>1.013e0</w:t>
      </w:r>
    </w:p>
    <w:p w:rsidR="006974AE" w:rsidRDefault="006974AE" w:rsidP="006974AE">
      <w:r>
        <w:t>142.5540</w:t>
      </w:r>
      <w:r>
        <w:tab/>
        <w:t>1.013e0</w:t>
      </w:r>
    </w:p>
    <w:p w:rsidR="006974AE" w:rsidRDefault="006974AE" w:rsidP="006974AE">
      <w:r>
        <w:t>142.5556</w:t>
      </w:r>
      <w:r>
        <w:tab/>
        <w:t>2.025e0</w:t>
      </w:r>
    </w:p>
    <w:p w:rsidR="006974AE" w:rsidRDefault="006974AE" w:rsidP="006974AE">
      <w:r>
        <w:t>142.5605</w:t>
      </w:r>
      <w:r>
        <w:tab/>
        <w:t>2.025e0</w:t>
      </w:r>
    </w:p>
    <w:p w:rsidR="006974AE" w:rsidRDefault="006974AE" w:rsidP="006974AE">
      <w:r>
        <w:t>142.5996</w:t>
      </w:r>
      <w:r>
        <w:tab/>
        <w:t>2.025e0</w:t>
      </w:r>
    </w:p>
    <w:p w:rsidR="006974AE" w:rsidRDefault="006974AE" w:rsidP="006974AE">
      <w:r>
        <w:t>142.6028</w:t>
      </w:r>
      <w:r>
        <w:tab/>
        <w:t>2.025e0</w:t>
      </w:r>
    </w:p>
    <w:p w:rsidR="006974AE" w:rsidRDefault="006974AE" w:rsidP="006974AE">
      <w:r>
        <w:t>142.6273</w:t>
      </w:r>
      <w:r>
        <w:tab/>
        <w:t>2.025e0</w:t>
      </w:r>
    </w:p>
    <w:p w:rsidR="006974AE" w:rsidRDefault="006974AE" w:rsidP="006974AE">
      <w:r>
        <w:t>142.6329</w:t>
      </w:r>
      <w:r>
        <w:tab/>
        <w:t>1.013e0</w:t>
      </w:r>
    </w:p>
    <w:p w:rsidR="006974AE" w:rsidRDefault="006974AE" w:rsidP="006974AE">
      <w:r>
        <w:lastRenderedPageBreak/>
        <w:t>142.6393</w:t>
      </w:r>
      <w:r>
        <w:tab/>
        <w:t>1.013e0</w:t>
      </w:r>
    </w:p>
    <w:p w:rsidR="006974AE" w:rsidRDefault="006974AE" w:rsidP="006974AE">
      <w:r>
        <w:t>142.6427</w:t>
      </w:r>
      <w:r>
        <w:tab/>
        <w:t>3.038e0</w:t>
      </w:r>
    </w:p>
    <w:p w:rsidR="006974AE" w:rsidRDefault="006974AE" w:rsidP="006974AE">
      <w:r>
        <w:t>142.6649</w:t>
      </w:r>
      <w:r>
        <w:tab/>
        <w:t>1.013e0</w:t>
      </w:r>
    </w:p>
    <w:p w:rsidR="006974AE" w:rsidRDefault="006974AE" w:rsidP="006974AE">
      <w:r>
        <w:t>142.6776</w:t>
      </w:r>
      <w:r>
        <w:tab/>
        <w:t>1.013e0</w:t>
      </w:r>
    </w:p>
    <w:p w:rsidR="006974AE" w:rsidRDefault="006974AE" w:rsidP="006974AE">
      <w:r>
        <w:t>142.6874</w:t>
      </w:r>
      <w:r>
        <w:tab/>
        <w:t>1.013e0</w:t>
      </w:r>
    </w:p>
    <w:p w:rsidR="006974AE" w:rsidRDefault="006974AE" w:rsidP="006974AE">
      <w:r>
        <w:t>142.6939</w:t>
      </w:r>
      <w:r>
        <w:tab/>
        <w:t>1.013e0</w:t>
      </w:r>
    </w:p>
    <w:p w:rsidR="006974AE" w:rsidRDefault="006974AE" w:rsidP="006974AE">
      <w:r>
        <w:t>142.6970</w:t>
      </w:r>
      <w:r>
        <w:tab/>
        <w:t>1.013e0</w:t>
      </w:r>
    </w:p>
    <w:p w:rsidR="006974AE" w:rsidRDefault="006974AE" w:rsidP="006974AE">
      <w:r>
        <w:t>142.6997</w:t>
      </w:r>
      <w:r>
        <w:tab/>
        <w:t>1.013e0</w:t>
      </w:r>
    </w:p>
    <w:p w:rsidR="006974AE" w:rsidRDefault="006974AE" w:rsidP="006974AE">
      <w:r>
        <w:t>142.7125</w:t>
      </w:r>
      <w:r>
        <w:tab/>
        <w:t>1.013e0</w:t>
      </w:r>
    </w:p>
    <w:p w:rsidR="006974AE" w:rsidRDefault="006974AE" w:rsidP="006974AE">
      <w:r>
        <w:t>142.7257</w:t>
      </w:r>
      <w:r>
        <w:tab/>
        <w:t>1.013e0</w:t>
      </w:r>
    </w:p>
    <w:p w:rsidR="006974AE" w:rsidRDefault="006974AE" w:rsidP="006974AE">
      <w:r>
        <w:t>142.7273</w:t>
      </w:r>
      <w:r>
        <w:tab/>
        <w:t>2.025e0</w:t>
      </w:r>
    </w:p>
    <w:p w:rsidR="006974AE" w:rsidRDefault="006974AE" w:rsidP="006974AE">
      <w:r>
        <w:t>142.7288</w:t>
      </w:r>
      <w:r>
        <w:tab/>
        <w:t>1.013e0</w:t>
      </w:r>
    </w:p>
    <w:p w:rsidR="006974AE" w:rsidRDefault="006974AE" w:rsidP="006974AE">
      <w:r>
        <w:t>142.7442</w:t>
      </w:r>
      <w:r>
        <w:tab/>
        <w:t>1.013e0</w:t>
      </w:r>
    </w:p>
    <w:p w:rsidR="006974AE" w:rsidRDefault="006974AE" w:rsidP="006974AE">
      <w:r>
        <w:t>142.7727</w:t>
      </w:r>
      <w:r>
        <w:tab/>
        <w:t>1.013e0</w:t>
      </w:r>
    </w:p>
    <w:p w:rsidR="006974AE" w:rsidRDefault="006974AE" w:rsidP="006974AE">
      <w:r>
        <w:t>142.7825</w:t>
      </w:r>
      <w:r>
        <w:tab/>
        <w:t>3.038e0</w:t>
      </w:r>
    </w:p>
    <w:p w:rsidR="006974AE" w:rsidRDefault="006974AE" w:rsidP="006974AE">
      <w:r>
        <w:t>142.7987</w:t>
      </w:r>
      <w:r>
        <w:tab/>
        <w:t>1.013e0</w:t>
      </w:r>
    </w:p>
    <w:p w:rsidR="006974AE" w:rsidRDefault="006974AE" w:rsidP="006974AE">
      <w:r>
        <w:t>142.8060</w:t>
      </w:r>
      <w:r>
        <w:tab/>
        <w:t>4.051e0</w:t>
      </w:r>
    </w:p>
    <w:p w:rsidR="006974AE" w:rsidRDefault="006974AE" w:rsidP="006974AE">
      <w:r>
        <w:t>142.8143</w:t>
      </w:r>
      <w:r>
        <w:tab/>
        <w:t>1.013e0</w:t>
      </w:r>
    </w:p>
    <w:p w:rsidR="006974AE" w:rsidRDefault="006974AE" w:rsidP="006974AE">
      <w:r>
        <w:t>142.8173</w:t>
      </w:r>
      <w:r>
        <w:tab/>
        <w:t>2.025e0</w:t>
      </w:r>
    </w:p>
    <w:p w:rsidR="006974AE" w:rsidRDefault="006974AE" w:rsidP="006974AE">
      <w:r>
        <w:lastRenderedPageBreak/>
        <w:t>142.8377</w:t>
      </w:r>
      <w:r>
        <w:tab/>
        <w:t>2.025e0</w:t>
      </w:r>
    </w:p>
    <w:p w:rsidR="006974AE" w:rsidRDefault="006974AE" w:rsidP="006974AE">
      <w:r>
        <w:t>142.8460</w:t>
      </w:r>
      <w:r>
        <w:tab/>
        <w:t>1.013e0</w:t>
      </w:r>
    </w:p>
    <w:p w:rsidR="006974AE" w:rsidRDefault="006974AE" w:rsidP="006974AE">
      <w:r>
        <w:t>142.8557</w:t>
      </w:r>
      <w:r>
        <w:tab/>
        <w:t>1.013e0</w:t>
      </w:r>
    </w:p>
    <w:p w:rsidR="006974AE" w:rsidRDefault="006974AE" w:rsidP="006974AE">
      <w:r>
        <w:t>142.8668</w:t>
      </w:r>
      <w:r>
        <w:tab/>
        <w:t>2.025e0</w:t>
      </w:r>
    </w:p>
    <w:p w:rsidR="006974AE" w:rsidRDefault="006974AE" w:rsidP="006974AE">
      <w:r>
        <w:t>142.8872</w:t>
      </w:r>
      <w:r>
        <w:tab/>
        <w:t>1.013e0</w:t>
      </w:r>
    </w:p>
    <w:p w:rsidR="006974AE" w:rsidRDefault="006974AE" w:rsidP="006974AE">
      <w:r>
        <w:t>142.8970</w:t>
      </w:r>
      <w:r>
        <w:tab/>
        <w:t>1.013e0</w:t>
      </w:r>
    </w:p>
    <w:p w:rsidR="006974AE" w:rsidRDefault="006974AE" w:rsidP="006974AE">
      <w:r>
        <w:t>142.8988</w:t>
      </w:r>
      <w:r>
        <w:tab/>
        <w:t>2.025e0</w:t>
      </w:r>
    </w:p>
    <w:p w:rsidR="006974AE" w:rsidRDefault="006974AE" w:rsidP="006974AE">
      <w:r>
        <w:t>142.9093</w:t>
      </w:r>
      <w:r>
        <w:tab/>
        <w:t>1.013e0</w:t>
      </w:r>
    </w:p>
    <w:p w:rsidR="006974AE" w:rsidRDefault="006974AE" w:rsidP="006974AE">
      <w:r>
        <w:t>142.9157</w:t>
      </w:r>
      <w:r>
        <w:tab/>
        <w:t>1.013e0</w:t>
      </w:r>
    </w:p>
    <w:p w:rsidR="006974AE" w:rsidRDefault="006974AE" w:rsidP="006974AE">
      <w:r>
        <w:t>142.9191</w:t>
      </w:r>
      <w:r>
        <w:tab/>
        <w:t>2.025e0</w:t>
      </w:r>
    </w:p>
    <w:p w:rsidR="006974AE" w:rsidRDefault="006974AE" w:rsidP="006974AE">
      <w:r>
        <w:t>142.9289</w:t>
      </w:r>
      <w:r>
        <w:tab/>
        <w:t>1.013e0</w:t>
      </w:r>
    </w:p>
    <w:p w:rsidR="006974AE" w:rsidRDefault="006974AE" w:rsidP="006974AE">
      <w:r>
        <w:t>142.9368</w:t>
      </w:r>
      <w:r>
        <w:tab/>
        <w:t>2.025e0</w:t>
      </w:r>
    </w:p>
    <w:p w:rsidR="006974AE" w:rsidRDefault="006974AE" w:rsidP="006974AE">
      <w:r>
        <w:t>142.9409</w:t>
      </w:r>
      <w:r>
        <w:tab/>
        <w:t>1.013e0</w:t>
      </w:r>
    </w:p>
    <w:p w:rsidR="006974AE" w:rsidRDefault="006974AE" w:rsidP="006974AE">
      <w:r>
        <w:t>142.9509</w:t>
      </w:r>
      <w:r>
        <w:tab/>
        <w:t>1.013e0</w:t>
      </w:r>
    </w:p>
    <w:p w:rsidR="006974AE" w:rsidRDefault="006974AE" w:rsidP="006974AE">
      <w:r>
        <w:t>142.9541</w:t>
      </w:r>
      <w:r>
        <w:tab/>
        <w:t>1.013e0</w:t>
      </w:r>
    </w:p>
    <w:p w:rsidR="006974AE" w:rsidRDefault="006974AE" w:rsidP="006974AE">
      <w:r>
        <w:t>142.9572</w:t>
      </w:r>
      <w:r>
        <w:tab/>
        <w:t>1.013e0</w:t>
      </w:r>
    </w:p>
    <w:p w:rsidR="006974AE" w:rsidRDefault="006974AE" w:rsidP="006974AE">
      <w:r>
        <w:t>142.9639</w:t>
      </w:r>
      <w:r>
        <w:tab/>
        <w:t>2.025e0</w:t>
      </w:r>
    </w:p>
    <w:p w:rsidR="006974AE" w:rsidRDefault="006974AE" w:rsidP="006974AE">
      <w:r>
        <w:t>142.9702</w:t>
      </w:r>
      <w:r>
        <w:tab/>
        <w:t>1.013e0</w:t>
      </w:r>
    </w:p>
    <w:p w:rsidR="006974AE" w:rsidRDefault="006974AE" w:rsidP="006974AE">
      <w:r>
        <w:t>142.9760</w:t>
      </w:r>
      <w:r>
        <w:tab/>
        <w:t>1.013e0</w:t>
      </w:r>
    </w:p>
    <w:p w:rsidR="006974AE" w:rsidRDefault="006974AE" w:rsidP="006974AE">
      <w:r>
        <w:lastRenderedPageBreak/>
        <w:t>142.9791</w:t>
      </w:r>
      <w:r>
        <w:tab/>
        <w:t>2.025e0</w:t>
      </w:r>
    </w:p>
    <w:p w:rsidR="006974AE" w:rsidRDefault="006974AE" w:rsidP="006974AE">
      <w:r>
        <w:t>143.0079</w:t>
      </w:r>
      <w:r>
        <w:tab/>
        <w:t>2.025e0</w:t>
      </w:r>
    </w:p>
    <w:p w:rsidR="006974AE" w:rsidRDefault="006974AE" w:rsidP="006974AE">
      <w:r>
        <w:t>143.0142</w:t>
      </w:r>
      <w:r>
        <w:tab/>
        <w:t>2.025e0</w:t>
      </w:r>
    </w:p>
    <w:p w:rsidR="006974AE" w:rsidRDefault="006974AE" w:rsidP="006974AE">
      <w:r>
        <w:t>143.0208</w:t>
      </w:r>
      <w:r>
        <w:tab/>
        <w:t>2.025e0</w:t>
      </w:r>
    </w:p>
    <w:p w:rsidR="006974AE" w:rsidRDefault="006974AE" w:rsidP="006974AE">
      <w:r>
        <w:t>143.0601</w:t>
      </w:r>
      <w:r>
        <w:tab/>
        <w:t>7.630e2</w:t>
      </w:r>
    </w:p>
    <w:p w:rsidR="006974AE" w:rsidRDefault="006974AE" w:rsidP="006974AE">
      <w:r>
        <w:t>143.0617</w:t>
      </w:r>
      <w:r>
        <w:tab/>
        <w:t>2.619e2</w:t>
      </w:r>
    </w:p>
    <w:p w:rsidR="006974AE" w:rsidRDefault="006974AE" w:rsidP="006974AE">
      <w:r>
        <w:t>143.1036</w:t>
      </w:r>
      <w:r>
        <w:tab/>
        <w:t>1.633e0</w:t>
      </w:r>
    </w:p>
    <w:p w:rsidR="006974AE" w:rsidRDefault="006974AE" w:rsidP="006974AE">
      <w:r>
        <w:t>143.1076</w:t>
      </w:r>
      <w:r>
        <w:tab/>
        <w:t>7.089e0</w:t>
      </w:r>
    </w:p>
    <w:p w:rsidR="006974AE" w:rsidRDefault="006974AE" w:rsidP="006974AE">
      <w:r>
        <w:t>143.1145</w:t>
      </w:r>
      <w:r>
        <w:tab/>
        <w:t>5.063e0</w:t>
      </w:r>
    </w:p>
    <w:p w:rsidR="006974AE" w:rsidRDefault="006974AE" w:rsidP="006974AE">
      <w:r>
        <w:t>143.1158</w:t>
      </w:r>
      <w:r>
        <w:tab/>
        <w:t>2.025e0</w:t>
      </w:r>
    </w:p>
    <w:p w:rsidR="006974AE" w:rsidRDefault="006974AE" w:rsidP="006974AE">
      <w:r>
        <w:t>143.1182</w:t>
      </w:r>
      <w:r>
        <w:tab/>
        <w:t>3.588e0</w:t>
      </w:r>
    </w:p>
    <w:p w:rsidR="006974AE" w:rsidRDefault="006974AE" w:rsidP="006974AE">
      <w:r>
        <w:t>143.1225</w:t>
      </w:r>
      <w:r>
        <w:tab/>
        <w:t>5.099e0</w:t>
      </w:r>
    </w:p>
    <w:p w:rsidR="006974AE" w:rsidRDefault="006974AE" w:rsidP="006974AE">
      <w:r>
        <w:t>143.1257</w:t>
      </w:r>
      <w:r>
        <w:tab/>
        <w:t>1.013e0</w:t>
      </w:r>
    </w:p>
    <w:p w:rsidR="006974AE" w:rsidRDefault="006974AE" w:rsidP="006974AE">
      <w:r>
        <w:t>143.1344</w:t>
      </w:r>
      <w:r>
        <w:tab/>
        <w:t>2.488e0</w:t>
      </w:r>
    </w:p>
    <w:p w:rsidR="006974AE" w:rsidRDefault="006974AE" w:rsidP="006974AE">
      <w:r>
        <w:t>143.1377</w:t>
      </w:r>
      <w:r>
        <w:tab/>
        <w:t>3.038e0</w:t>
      </w:r>
    </w:p>
    <w:p w:rsidR="006974AE" w:rsidRDefault="006974AE" w:rsidP="006974AE">
      <w:r>
        <w:t>143.1404</w:t>
      </w:r>
      <w:r>
        <w:tab/>
        <w:t>2.025e0</w:t>
      </w:r>
    </w:p>
    <w:p w:rsidR="006974AE" w:rsidRDefault="006974AE" w:rsidP="006974AE">
      <w:r>
        <w:t>143.1416</w:t>
      </w:r>
      <w:r>
        <w:tab/>
        <w:t>6.076e0</w:t>
      </w:r>
    </w:p>
    <w:p w:rsidR="006974AE" w:rsidRDefault="006974AE" w:rsidP="006974AE">
      <w:r>
        <w:t>143.1448</w:t>
      </w:r>
      <w:r>
        <w:tab/>
        <w:t>1.013e0</w:t>
      </w:r>
    </w:p>
    <w:p w:rsidR="006974AE" w:rsidRDefault="006974AE" w:rsidP="006974AE">
      <w:r>
        <w:t>143.1524</w:t>
      </w:r>
      <w:r>
        <w:tab/>
        <w:t>2.025e0</w:t>
      </w:r>
    </w:p>
    <w:p w:rsidR="006974AE" w:rsidRDefault="006974AE" w:rsidP="006974AE">
      <w:r>
        <w:lastRenderedPageBreak/>
        <w:t>143.1535</w:t>
      </w:r>
      <w:r>
        <w:tab/>
        <w:t>4.051e0</w:t>
      </w:r>
    </w:p>
    <w:p w:rsidR="006974AE" w:rsidRDefault="006974AE" w:rsidP="006974AE">
      <w:r>
        <w:t>143.1575</w:t>
      </w:r>
      <w:r>
        <w:tab/>
        <w:t>5.063e0</w:t>
      </w:r>
    </w:p>
    <w:p w:rsidR="006974AE" w:rsidRDefault="006974AE" w:rsidP="006974AE">
      <w:r>
        <w:t>143.1672</w:t>
      </w:r>
      <w:r>
        <w:tab/>
        <w:t>1.013e0</w:t>
      </w:r>
    </w:p>
    <w:p w:rsidR="006974AE" w:rsidRDefault="006974AE" w:rsidP="006974AE">
      <w:r>
        <w:t>143.1687</w:t>
      </w:r>
      <w:r>
        <w:tab/>
        <w:t>2.025e0</w:t>
      </w:r>
    </w:p>
    <w:p w:rsidR="006974AE" w:rsidRDefault="006974AE" w:rsidP="006974AE">
      <w:r>
        <w:t>143.1729</w:t>
      </w:r>
      <w:r>
        <w:tab/>
        <w:t>4.051e0</w:t>
      </w:r>
    </w:p>
    <w:p w:rsidR="006974AE" w:rsidRDefault="006974AE" w:rsidP="006974AE">
      <w:r>
        <w:t>143.1827</w:t>
      </w:r>
      <w:r>
        <w:tab/>
        <w:t>1.013e0</w:t>
      </w:r>
    </w:p>
    <w:p w:rsidR="006974AE" w:rsidRDefault="006974AE" w:rsidP="006974AE">
      <w:r>
        <w:t>143.1857</w:t>
      </w:r>
      <w:r>
        <w:tab/>
        <w:t>1.013e0</w:t>
      </w:r>
    </w:p>
    <w:p w:rsidR="006974AE" w:rsidRDefault="006974AE" w:rsidP="006974AE">
      <w:r>
        <w:t>143.1925</w:t>
      </w:r>
      <w:r>
        <w:tab/>
        <w:t>1.013e0</w:t>
      </w:r>
    </w:p>
    <w:p w:rsidR="006974AE" w:rsidRDefault="006974AE" w:rsidP="006974AE">
      <w:r>
        <w:t>143.1970</w:t>
      </w:r>
      <w:r>
        <w:tab/>
        <w:t>3.038e0</w:t>
      </w:r>
    </w:p>
    <w:p w:rsidR="006974AE" w:rsidRDefault="006974AE" w:rsidP="006974AE">
      <w:r>
        <w:t>143.2020</w:t>
      </w:r>
      <w:r>
        <w:tab/>
        <w:t>1.013e0</w:t>
      </w:r>
    </w:p>
    <w:p w:rsidR="006974AE" w:rsidRDefault="006974AE" w:rsidP="006974AE">
      <w:r>
        <w:t>143.2055</w:t>
      </w:r>
      <w:r>
        <w:tab/>
        <w:t>1.013e0</w:t>
      </w:r>
    </w:p>
    <w:p w:rsidR="006974AE" w:rsidRDefault="006974AE" w:rsidP="006974AE">
      <w:r>
        <w:t>143.2116</w:t>
      </w:r>
      <w:r>
        <w:tab/>
        <w:t>1.013e0</w:t>
      </w:r>
    </w:p>
    <w:p w:rsidR="006974AE" w:rsidRDefault="006974AE" w:rsidP="006974AE">
      <w:r>
        <w:t>143.2146</w:t>
      </w:r>
      <w:r>
        <w:tab/>
        <w:t>2.025e0</w:t>
      </w:r>
    </w:p>
    <w:p w:rsidR="006974AE" w:rsidRDefault="006974AE" w:rsidP="006974AE">
      <w:r>
        <w:t>143.2209</w:t>
      </w:r>
      <w:r>
        <w:tab/>
        <w:t>1.013e0</w:t>
      </w:r>
    </w:p>
    <w:p w:rsidR="006974AE" w:rsidRDefault="006974AE" w:rsidP="006974AE">
      <w:r>
        <w:t>143.2305</w:t>
      </w:r>
      <w:r>
        <w:tab/>
        <w:t>1.013e0</w:t>
      </w:r>
    </w:p>
    <w:p w:rsidR="006974AE" w:rsidRDefault="006974AE" w:rsidP="006974AE">
      <w:r>
        <w:t>143.2404</w:t>
      </w:r>
      <w:r>
        <w:tab/>
        <w:t>2.025e0</w:t>
      </w:r>
    </w:p>
    <w:p w:rsidR="006974AE" w:rsidRDefault="006974AE" w:rsidP="006974AE">
      <w:r>
        <w:t>143.2468</w:t>
      </w:r>
      <w:r>
        <w:tab/>
        <w:t>1.013e0</w:t>
      </w:r>
    </w:p>
    <w:p w:rsidR="006974AE" w:rsidRDefault="006974AE" w:rsidP="006974AE">
      <w:r>
        <w:t>143.2495</w:t>
      </w:r>
      <w:r>
        <w:tab/>
        <w:t>1.013e0</w:t>
      </w:r>
    </w:p>
    <w:p w:rsidR="006974AE" w:rsidRDefault="006974AE" w:rsidP="006974AE">
      <w:r>
        <w:t>143.2623</w:t>
      </w:r>
      <w:r>
        <w:tab/>
        <w:t>2.025e0</w:t>
      </w:r>
    </w:p>
    <w:p w:rsidR="006974AE" w:rsidRDefault="006974AE" w:rsidP="006974AE">
      <w:r>
        <w:lastRenderedPageBreak/>
        <w:t>143.2639</w:t>
      </w:r>
      <w:r>
        <w:tab/>
        <w:t>2.025e0</w:t>
      </w:r>
    </w:p>
    <w:p w:rsidR="006974AE" w:rsidRDefault="006974AE" w:rsidP="006974AE">
      <w:r>
        <w:t>143.2655</w:t>
      </w:r>
      <w:r>
        <w:tab/>
        <w:t>1.013e0</w:t>
      </w:r>
    </w:p>
    <w:p w:rsidR="006974AE" w:rsidRDefault="006974AE" w:rsidP="006974AE">
      <w:r>
        <w:t>143.2788</w:t>
      </w:r>
      <w:r>
        <w:tab/>
        <w:t>1.013e0</w:t>
      </w:r>
    </w:p>
    <w:p w:rsidR="006974AE" w:rsidRDefault="006974AE" w:rsidP="006974AE">
      <w:r>
        <w:t>143.2846</w:t>
      </w:r>
      <w:r>
        <w:tab/>
        <w:t>1.013e0</w:t>
      </w:r>
    </w:p>
    <w:p w:rsidR="006974AE" w:rsidRDefault="006974AE" w:rsidP="006974AE">
      <w:r>
        <w:t>143.2874</w:t>
      </w:r>
      <w:r>
        <w:tab/>
        <w:t>1.013e0</w:t>
      </w:r>
    </w:p>
    <w:p w:rsidR="006974AE" w:rsidRDefault="006974AE" w:rsidP="006974AE">
      <w:r>
        <w:t>143.2942</w:t>
      </w:r>
      <w:r>
        <w:tab/>
        <w:t>1.013e0</w:t>
      </w:r>
    </w:p>
    <w:p w:rsidR="006974AE" w:rsidRDefault="006974AE" w:rsidP="006974AE">
      <w:r>
        <w:t>143.2974</w:t>
      </w:r>
      <w:r>
        <w:tab/>
        <w:t>2.025e0</w:t>
      </w:r>
    </w:p>
    <w:p w:rsidR="006974AE" w:rsidRDefault="006974AE" w:rsidP="006974AE">
      <w:r>
        <w:t>143.3138</w:t>
      </w:r>
      <w:r>
        <w:tab/>
        <w:t>3.038e0</w:t>
      </w:r>
    </w:p>
    <w:p w:rsidR="006974AE" w:rsidRDefault="006974AE" w:rsidP="006974AE">
      <w:r>
        <w:t>143.3166</w:t>
      </w:r>
      <w:r>
        <w:tab/>
        <w:t>2.025e0</w:t>
      </w:r>
    </w:p>
    <w:p w:rsidR="006974AE" w:rsidRDefault="006974AE" w:rsidP="006974AE">
      <w:r>
        <w:t>143.3224</w:t>
      </w:r>
      <w:r>
        <w:tab/>
        <w:t>3.038e0</w:t>
      </w:r>
    </w:p>
    <w:p w:rsidR="006974AE" w:rsidRDefault="006974AE" w:rsidP="006974AE">
      <w:r>
        <w:t>143.3306</w:t>
      </w:r>
      <w:r>
        <w:tab/>
        <w:t>2.025e0</w:t>
      </w:r>
    </w:p>
    <w:p w:rsidR="006974AE" w:rsidRDefault="006974AE" w:rsidP="006974AE">
      <w:r>
        <w:t>143.3404</w:t>
      </w:r>
      <w:r>
        <w:tab/>
        <w:t>2.025e0</w:t>
      </w:r>
    </w:p>
    <w:p w:rsidR="006974AE" w:rsidRDefault="006974AE" w:rsidP="006974AE">
      <w:r>
        <w:t>143.3437</w:t>
      </w:r>
      <w:r>
        <w:tab/>
        <w:t>4.051e0</w:t>
      </w:r>
    </w:p>
    <w:p w:rsidR="006974AE" w:rsidRDefault="006974AE" w:rsidP="006974AE">
      <w:r>
        <w:t>143.3454</w:t>
      </w:r>
      <w:r>
        <w:tab/>
        <w:t>2.025e0</w:t>
      </w:r>
    </w:p>
    <w:p w:rsidR="006974AE" w:rsidRDefault="006974AE" w:rsidP="006974AE">
      <w:r>
        <w:t>143.3546</w:t>
      </w:r>
      <w:r>
        <w:tab/>
        <w:t>1.013e0</w:t>
      </w:r>
    </w:p>
    <w:p w:rsidR="006974AE" w:rsidRDefault="006974AE" w:rsidP="006974AE">
      <w:r>
        <w:t>143.3574</w:t>
      </w:r>
      <w:r>
        <w:tab/>
        <w:t>1.013e0</w:t>
      </w:r>
    </w:p>
    <w:p w:rsidR="006974AE" w:rsidRDefault="006974AE" w:rsidP="006974AE">
      <w:r>
        <w:t>143.3607</w:t>
      </w:r>
      <w:r>
        <w:tab/>
        <w:t>1.013e0</w:t>
      </w:r>
    </w:p>
    <w:p w:rsidR="006974AE" w:rsidRDefault="006974AE" w:rsidP="006974AE">
      <w:r>
        <w:t>143.3675</w:t>
      </w:r>
      <w:r>
        <w:tab/>
        <w:t>2.025e0</w:t>
      </w:r>
    </w:p>
    <w:p w:rsidR="006974AE" w:rsidRDefault="006974AE" w:rsidP="006974AE">
      <w:r>
        <w:t>143.3756</w:t>
      </w:r>
      <w:r>
        <w:tab/>
        <w:t>2.025e0</w:t>
      </w:r>
    </w:p>
    <w:p w:rsidR="006974AE" w:rsidRDefault="006974AE" w:rsidP="006974AE">
      <w:r>
        <w:lastRenderedPageBreak/>
        <w:t>143.3801</w:t>
      </w:r>
      <w:r>
        <w:tab/>
        <w:t>4.051e0</w:t>
      </w:r>
    </w:p>
    <w:p w:rsidR="006974AE" w:rsidRDefault="006974AE" w:rsidP="006974AE">
      <w:r>
        <w:t>143.3836</w:t>
      </w:r>
      <w:r>
        <w:tab/>
        <w:t>1.013e0</w:t>
      </w:r>
    </w:p>
    <w:p w:rsidR="006974AE" w:rsidRDefault="006974AE" w:rsidP="006974AE">
      <w:r>
        <w:t>143.3911</w:t>
      </w:r>
      <w:r>
        <w:tab/>
        <w:t>2.025e0</w:t>
      </w:r>
    </w:p>
    <w:p w:rsidR="006974AE" w:rsidRDefault="006974AE" w:rsidP="006974AE">
      <w:r>
        <w:t>143.3926</w:t>
      </w:r>
      <w:r>
        <w:tab/>
        <w:t>1.013e0</w:t>
      </w:r>
    </w:p>
    <w:p w:rsidR="006974AE" w:rsidRDefault="006974AE" w:rsidP="006974AE">
      <w:r>
        <w:t>143.3952</w:t>
      </w:r>
      <w:r>
        <w:tab/>
        <w:t>4.529e0</w:t>
      </w:r>
    </w:p>
    <w:p w:rsidR="006974AE" w:rsidRDefault="006974AE" w:rsidP="006974AE">
      <w:r>
        <w:t>143.3999</w:t>
      </w:r>
      <w:r>
        <w:tab/>
        <w:t>3.038e0</w:t>
      </w:r>
    </w:p>
    <w:p w:rsidR="006974AE" w:rsidRDefault="006974AE" w:rsidP="006974AE">
      <w:r>
        <w:t>143.4025</w:t>
      </w:r>
      <w:r>
        <w:tab/>
        <w:t>2.025e0</w:t>
      </w:r>
    </w:p>
    <w:p w:rsidR="006974AE" w:rsidRDefault="006974AE" w:rsidP="006974AE">
      <w:r>
        <w:t>143.4088</w:t>
      </w:r>
      <w:r>
        <w:tab/>
        <w:t>2.025e0</w:t>
      </w:r>
    </w:p>
    <w:p w:rsidR="006974AE" w:rsidRDefault="006974AE" w:rsidP="006974AE">
      <w:r>
        <w:t>143.4217</w:t>
      </w:r>
      <w:r>
        <w:tab/>
        <w:t>3.038e0</w:t>
      </w:r>
    </w:p>
    <w:p w:rsidR="006974AE" w:rsidRDefault="006974AE" w:rsidP="006974AE">
      <w:r>
        <w:t>143.4257</w:t>
      </w:r>
      <w:r>
        <w:tab/>
        <w:t>4.051e0</w:t>
      </w:r>
    </w:p>
    <w:p w:rsidR="006974AE" w:rsidRDefault="006974AE" w:rsidP="006974AE">
      <w:r>
        <w:t>143.4276</w:t>
      </w:r>
      <w:r>
        <w:tab/>
        <w:t>4.051e0</w:t>
      </w:r>
    </w:p>
    <w:p w:rsidR="006974AE" w:rsidRDefault="006974AE" w:rsidP="006974AE">
      <w:r>
        <w:t>143.4341</w:t>
      </w:r>
      <w:r>
        <w:tab/>
        <w:t>1.013e0</w:t>
      </w:r>
    </w:p>
    <w:p w:rsidR="006974AE" w:rsidRDefault="006974AE" w:rsidP="006974AE">
      <w:r>
        <w:t>143.4471</w:t>
      </w:r>
      <w:r>
        <w:tab/>
        <w:t>1.013e0</w:t>
      </w:r>
    </w:p>
    <w:p w:rsidR="006974AE" w:rsidRDefault="006974AE" w:rsidP="006974AE">
      <w:r>
        <w:t>143.4501</w:t>
      </w:r>
      <w:r>
        <w:tab/>
        <w:t>4.051e0</w:t>
      </w:r>
    </w:p>
    <w:p w:rsidR="006974AE" w:rsidRDefault="006974AE" w:rsidP="006974AE">
      <w:r>
        <w:t>143.4519</w:t>
      </w:r>
      <w:r>
        <w:tab/>
        <w:t>2.025e0</w:t>
      </w:r>
    </w:p>
    <w:p w:rsidR="006974AE" w:rsidRDefault="006974AE" w:rsidP="006974AE">
      <w:r>
        <w:t>143.4596</w:t>
      </w:r>
      <w:r>
        <w:tab/>
        <w:t>1.013e0</w:t>
      </w:r>
    </w:p>
    <w:p w:rsidR="006974AE" w:rsidRDefault="006974AE" w:rsidP="006974AE">
      <w:r>
        <w:t>143.4609</w:t>
      </w:r>
      <w:r>
        <w:tab/>
        <w:t>6.076e0</w:t>
      </w:r>
    </w:p>
    <w:p w:rsidR="006974AE" w:rsidRDefault="006974AE" w:rsidP="006974AE">
      <w:r>
        <w:t>143.4692</w:t>
      </w:r>
      <w:r>
        <w:tab/>
        <w:t>2.025e0</w:t>
      </w:r>
    </w:p>
    <w:p w:rsidR="006974AE" w:rsidRDefault="006974AE" w:rsidP="006974AE">
      <w:r>
        <w:t>143.4822</w:t>
      </w:r>
      <w:r>
        <w:tab/>
        <w:t>3.038e0</w:t>
      </w:r>
    </w:p>
    <w:p w:rsidR="006974AE" w:rsidRDefault="006974AE" w:rsidP="006974AE">
      <w:r>
        <w:lastRenderedPageBreak/>
        <w:t>143.4870</w:t>
      </w:r>
      <w:r>
        <w:tab/>
        <w:t>4.051e0</w:t>
      </w:r>
    </w:p>
    <w:p w:rsidR="006974AE" w:rsidRDefault="006974AE" w:rsidP="006974AE">
      <w:r>
        <w:t>143.4887</w:t>
      </w:r>
      <w:r>
        <w:tab/>
        <w:t>1.013e0</w:t>
      </w:r>
    </w:p>
    <w:p w:rsidR="006974AE" w:rsidRDefault="006974AE" w:rsidP="006974AE">
      <w:r>
        <w:t>143.4901</w:t>
      </w:r>
      <w:r>
        <w:tab/>
        <w:t>2.025e0</w:t>
      </w:r>
    </w:p>
    <w:p w:rsidR="006974AE" w:rsidRDefault="006974AE" w:rsidP="006974AE">
      <w:r>
        <w:t>143.5010</w:t>
      </w:r>
      <w:r>
        <w:tab/>
        <w:t>1.013e0</w:t>
      </w:r>
    </w:p>
    <w:p w:rsidR="006974AE" w:rsidRDefault="006974AE" w:rsidP="006974AE">
      <w:r>
        <w:t>143.5042</w:t>
      </w:r>
      <w:r>
        <w:tab/>
        <w:t>2.025e0</w:t>
      </w:r>
    </w:p>
    <w:p w:rsidR="006974AE" w:rsidRDefault="006974AE" w:rsidP="006974AE">
      <w:r>
        <w:t>143.5075</w:t>
      </w:r>
      <w:r>
        <w:tab/>
        <w:t>2.025e0</w:t>
      </w:r>
    </w:p>
    <w:p w:rsidR="006974AE" w:rsidRDefault="006974AE" w:rsidP="006974AE">
      <w:r>
        <w:t>143.5122</w:t>
      </w:r>
      <w:r>
        <w:tab/>
        <w:t>2.025e0</w:t>
      </w:r>
    </w:p>
    <w:p w:rsidR="006974AE" w:rsidRDefault="006974AE" w:rsidP="006974AE">
      <w:r>
        <w:t>143.5155</w:t>
      </w:r>
      <w:r>
        <w:tab/>
        <w:t>2.025e0</w:t>
      </w:r>
    </w:p>
    <w:p w:rsidR="006974AE" w:rsidRDefault="006974AE" w:rsidP="006974AE">
      <w:r>
        <w:t>143.5171</w:t>
      </w:r>
      <w:r>
        <w:tab/>
        <w:t>1.013e0</w:t>
      </w:r>
    </w:p>
    <w:p w:rsidR="006974AE" w:rsidRDefault="006974AE" w:rsidP="006974AE">
      <w:r>
        <w:t>143.5265</w:t>
      </w:r>
      <w:r>
        <w:tab/>
        <w:t>2.025e0</w:t>
      </w:r>
    </w:p>
    <w:p w:rsidR="006974AE" w:rsidRDefault="006974AE" w:rsidP="006974AE">
      <w:r>
        <w:t>143.5294</w:t>
      </w:r>
      <w:r>
        <w:tab/>
        <w:t>2.025e0</w:t>
      </w:r>
    </w:p>
    <w:p w:rsidR="006974AE" w:rsidRDefault="006974AE" w:rsidP="006974AE">
      <w:r>
        <w:t>143.5375</w:t>
      </w:r>
      <w:r>
        <w:tab/>
        <w:t>2.489e0</w:t>
      </w:r>
    </w:p>
    <w:p w:rsidR="006974AE" w:rsidRDefault="006974AE" w:rsidP="006974AE">
      <w:r>
        <w:t>143.5449</w:t>
      </w:r>
      <w:r>
        <w:tab/>
        <w:t>5.063e0</w:t>
      </w:r>
    </w:p>
    <w:p w:rsidR="006974AE" w:rsidRDefault="006974AE" w:rsidP="006974AE">
      <w:r>
        <w:t>143.5538</w:t>
      </w:r>
      <w:r>
        <w:tab/>
        <w:t>1.008e1</w:t>
      </w:r>
    </w:p>
    <w:p w:rsidR="006974AE" w:rsidRDefault="006974AE" w:rsidP="006974AE">
      <w:r>
        <w:t>143.5597</w:t>
      </w:r>
      <w:r>
        <w:tab/>
        <w:t>5.578e1</w:t>
      </w:r>
    </w:p>
    <w:p w:rsidR="006974AE" w:rsidRDefault="006974AE" w:rsidP="006974AE">
      <w:r>
        <w:t>143.5612</w:t>
      </w:r>
      <w:r>
        <w:tab/>
        <w:t>3.801e1</w:t>
      </w:r>
    </w:p>
    <w:p w:rsidR="006974AE" w:rsidRDefault="006974AE" w:rsidP="006974AE">
      <w:r>
        <w:t>143.5629</w:t>
      </w:r>
      <w:r>
        <w:tab/>
        <w:t>4.308e1</w:t>
      </w:r>
    </w:p>
    <w:p w:rsidR="006974AE" w:rsidRDefault="006974AE" w:rsidP="006974AE">
      <w:r>
        <w:t>143.5647</w:t>
      </w:r>
      <w:r>
        <w:tab/>
        <w:t>2.375e1</w:t>
      </w:r>
    </w:p>
    <w:p w:rsidR="006974AE" w:rsidRDefault="006974AE" w:rsidP="006974AE">
      <w:r>
        <w:t>143.5669</w:t>
      </w:r>
      <w:r>
        <w:tab/>
        <w:t>6.036e0</w:t>
      </w:r>
    </w:p>
    <w:p w:rsidR="006974AE" w:rsidRDefault="006974AE" w:rsidP="006974AE">
      <w:r>
        <w:lastRenderedPageBreak/>
        <w:t>143.5808</w:t>
      </w:r>
      <w:r>
        <w:tab/>
        <w:t>3.038e0</w:t>
      </w:r>
    </w:p>
    <w:p w:rsidR="006974AE" w:rsidRDefault="006974AE" w:rsidP="006974AE">
      <w:r>
        <w:t>143.5873</w:t>
      </w:r>
      <w:r>
        <w:tab/>
        <w:t>3.038e0</w:t>
      </w:r>
    </w:p>
    <w:p w:rsidR="006974AE" w:rsidRDefault="006974AE" w:rsidP="006974AE">
      <w:r>
        <w:t>143.5952</w:t>
      </w:r>
      <w:r>
        <w:tab/>
        <w:t>3.038e0</w:t>
      </w:r>
    </w:p>
    <w:p w:rsidR="006974AE" w:rsidRDefault="006974AE" w:rsidP="006974AE">
      <w:r>
        <w:t>143.5965</w:t>
      </w:r>
      <w:r>
        <w:tab/>
        <w:t>2.025e0</w:t>
      </w:r>
    </w:p>
    <w:p w:rsidR="006974AE" w:rsidRDefault="006974AE" w:rsidP="006974AE">
      <w:r>
        <w:t>143.6028</w:t>
      </w:r>
      <w:r>
        <w:tab/>
        <w:t>1.013e0</w:t>
      </w:r>
    </w:p>
    <w:p w:rsidR="006974AE" w:rsidRDefault="006974AE" w:rsidP="006974AE">
      <w:r>
        <w:t>143.6061</w:t>
      </w:r>
      <w:r>
        <w:tab/>
        <w:t>2.025e0</w:t>
      </w:r>
    </w:p>
    <w:p w:rsidR="006974AE" w:rsidRDefault="006974AE" w:rsidP="006974AE">
      <w:r>
        <w:t>143.6189</w:t>
      </w:r>
      <w:r>
        <w:tab/>
        <w:t>1.013e0</w:t>
      </w:r>
    </w:p>
    <w:p w:rsidR="006974AE" w:rsidRDefault="006974AE" w:rsidP="006974AE">
      <w:r>
        <w:t>143.6223</w:t>
      </w:r>
      <w:r>
        <w:tab/>
        <w:t>3.038e0</w:t>
      </w:r>
    </w:p>
    <w:p w:rsidR="006974AE" w:rsidRDefault="006974AE" w:rsidP="006974AE">
      <w:r>
        <w:t>143.6316</w:t>
      </w:r>
      <w:r>
        <w:tab/>
        <w:t>1.013e0</w:t>
      </w:r>
    </w:p>
    <w:p w:rsidR="006974AE" w:rsidRDefault="006974AE" w:rsidP="006974AE">
      <w:r>
        <w:t>143.6330</w:t>
      </w:r>
      <w:r>
        <w:tab/>
        <w:t>2.025e0</w:t>
      </w:r>
    </w:p>
    <w:p w:rsidR="006974AE" w:rsidRDefault="006974AE" w:rsidP="006974AE">
      <w:r>
        <w:t>143.6345</w:t>
      </w:r>
      <w:r>
        <w:tab/>
        <w:t>1.013e0</w:t>
      </w:r>
    </w:p>
    <w:p w:rsidR="006974AE" w:rsidRDefault="006974AE" w:rsidP="006974AE">
      <w:r>
        <w:t>143.6392</w:t>
      </w:r>
      <w:r>
        <w:tab/>
        <w:t>3.038e0</w:t>
      </w:r>
    </w:p>
    <w:p w:rsidR="006974AE" w:rsidRDefault="006974AE" w:rsidP="006974AE">
      <w:r>
        <w:t>143.6409</w:t>
      </w:r>
      <w:r>
        <w:tab/>
        <w:t>1.013e0</w:t>
      </w:r>
    </w:p>
    <w:p w:rsidR="006974AE" w:rsidRDefault="006974AE" w:rsidP="006974AE">
      <w:r>
        <w:t>143.6475</w:t>
      </w:r>
      <w:r>
        <w:tab/>
        <w:t>1.013e0</w:t>
      </w:r>
    </w:p>
    <w:p w:rsidR="006974AE" w:rsidRDefault="006974AE" w:rsidP="006974AE">
      <w:r>
        <w:t>143.6507</w:t>
      </w:r>
      <w:r>
        <w:tab/>
        <w:t>1.013e0</w:t>
      </w:r>
    </w:p>
    <w:p w:rsidR="006974AE" w:rsidRDefault="006974AE" w:rsidP="006974AE">
      <w:r>
        <w:t>143.6525</w:t>
      </w:r>
      <w:r>
        <w:tab/>
        <w:t>3.038e0</w:t>
      </w:r>
    </w:p>
    <w:p w:rsidR="006974AE" w:rsidRDefault="006974AE" w:rsidP="006974AE">
      <w:r>
        <w:t>143.6558</w:t>
      </w:r>
      <w:r>
        <w:tab/>
        <w:t>2.025e0</w:t>
      </w:r>
    </w:p>
    <w:p w:rsidR="006974AE" w:rsidRDefault="006974AE" w:rsidP="006974AE">
      <w:r>
        <w:t>143.6577</w:t>
      </w:r>
      <w:r>
        <w:tab/>
        <w:t>2.578e0</w:t>
      </w:r>
    </w:p>
    <w:p w:rsidR="006974AE" w:rsidRDefault="006974AE" w:rsidP="006974AE">
      <w:r>
        <w:t>143.6695</w:t>
      </w:r>
      <w:r>
        <w:tab/>
        <w:t>1.013e0</w:t>
      </w:r>
    </w:p>
    <w:p w:rsidR="006974AE" w:rsidRDefault="006974AE" w:rsidP="006974AE">
      <w:r>
        <w:lastRenderedPageBreak/>
        <w:t>143.6762</w:t>
      </w:r>
      <w:r>
        <w:tab/>
        <w:t>2.025e0</w:t>
      </w:r>
    </w:p>
    <w:p w:rsidR="006974AE" w:rsidRDefault="006974AE" w:rsidP="006974AE">
      <w:r>
        <w:t>143.6793</w:t>
      </w:r>
      <w:r>
        <w:tab/>
        <w:t>1.013e0</w:t>
      </w:r>
    </w:p>
    <w:p w:rsidR="006974AE" w:rsidRDefault="006974AE" w:rsidP="006974AE">
      <w:r>
        <w:t>143.6890</w:t>
      </w:r>
      <w:r>
        <w:tab/>
        <w:t>2.025e0</w:t>
      </w:r>
    </w:p>
    <w:p w:rsidR="006974AE" w:rsidRDefault="006974AE" w:rsidP="006974AE">
      <w:r>
        <w:t>143.6939</w:t>
      </w:r>
      <w:r>
        <w:tab/>
        <w:t>2.025e0</w:t>
      </w:r>
    </w:p>
    <w:p w:rsidR="006974AE" w:rsidRDefault="006974AE" w:rsidP="006974AE">
      <w:r>
        <w:t>143.6987</w:t>
      </w:r>
      <w:r>
        <w:tab/>
        <w:t>1.013e0</w:t>
      </w:r>
    </w:p>
    <w:p w:rsidR="006974AE" w:rsidRDefault="006974AE" w:rsidP="006974AE">
      <w:r>
        <w:t>143.7079</w:t>
      </w:r>
      <w:r>
        <w:tab/>
        <w:t>2.025e0</w:t>
      </w:r>
    </w:p>
    <w:p w:rsidR="006974AE" w:rsidRDefault="006974AE" w:rsidP="006974AE">
      <w:r>
        <w:t>143.7110</w:t>
      </w:r>
      <w:r>
        <w:tab/>
        <w:t>1.013e0</w:t>
      </w:r>
    </w:p>
    <w:p w:rsidR="006974AE" w:rsidRDefault="006974AE" w:rsidP="006974AE">
      <w:r>
        <w:t>143.7242</w:t>
      </w:r>
      <w:r>
        <w:tab/>
        <w:t>1.013e0</w:t>
      </w:r>
    </w:p>
    <w:p w:rsidR="006974AE" w:rsidRDefault="006974AE" w:rsidP="006974AE">
      <w:r>
        <w:t>143.7276</w:t>
      </w:r>
      <w:r>
        <w:tab/>
        <w:t>2.025e0</w:t>
      </w:r>
    </w:p>
    <w:p w:rsidR="006974AE" w:rsidRDefault="006974AE" w:rsidP="006974AE">
      <w:r>
        <w:t>143.7307</w:t>
      </w:r>
      <w:r>
        <w:tab/>
        <w:t>1.013e0</w:t>
      </w:r>
    </w:p>
    <w:p w:rsidR="006974AE" w:rsidRDefault="006974AE" w:rsidP="006974AE">
      <w:r>
        <w:t>143.7339</w:t>
      </w:r>
      <w:r>
        <w:tab/>
        <w:t>2.025e0</w:t>
      </w:r>
    </w:p>
    <w:p w:rsidR="006974AE" w:rsidRDefault="006974AE" w:rsidP="006974AE">
      <w:r>
        <w:t>143.7363</w:t>
      </w:r>
      <w:r>
        <w:tab/>
        <w:t>5.063e0</w:t>
      </w:r>
    </w:p>
    <w:p w:rsidR="006974AE" w:rsidRDefault="006974AE" w:rsidP="006974AE">
      <w:r>
        <w:t>143.7444</w:t>
      </w:r>
      <w:r>
        <w:tab/>
        <w:t>2.025e0</w:t>
      </w:r>
    </w:p>
    <w:p w:rsidR="006974AE" w:rsidRDefault="006974AE" w:rsidP="006974AE">
      <w:r>
        <w:t>143.7462</w:t>
      </w:r>
      <w:r>
        <w:tab/>
        <w:t>1.013e0</w:t>
      </w:r>
    </w:p>
    <w:p w:rsidR="006974AE" w:rsidRDefault="006974AE" w:rsidP="006974AE">
      <w:r>
        <w:t>143.7577</w:t>
      </w:r>
      <w:r>
        <w:tab/>
        <w:t>2.025e0</w:t>
      </w:r>
    </w:p>
    <w:p w:rsidR="006974AE" w:rsidRDefault="006974AE" w:rsidP="006974AE">
      <w:r>
        <w:t>143.7593</w:t>
      </w:r>
      <w:r>
        <w:tab/>
        <w:t>1.013e0</w:t>
      </w:r>
    </w:p>
    <w:p w:rsidR="006974AE" w:rsidRDefault="006974AE" w:rsidP="006974AE">
      <w:r>
        <w:t>143.7690</w:t>
      </w:r>
      <w:r>
        <w:tab/>
        <w:t>1.013e0</w:t>
      </w:r>
    </w:p>
    <w:p w:rsidR="006974AE" w:rsidRDefault="006974AE" w:rsidP="006974AE">
      <w:r>
        <w:t>143.7749</w:t>
      </w:r>
      <w:r>
        <w:tab/>
        <w:t>3.038e0</w:t>
      </w:r>
    </w:p>
    <w:p w:rsidR="006974AE" w:rsidRDefault="006974AE" w:rsidP="006974AE">
      <w:r>
        <w:t>143.7778</w:t>
      </w:r>
      <w:r>
        <w:tab/>
        <w:t>1.013e0</w:t>
      </w:r>
    </w:p>
    <w:p w:rsidR="006974AE" w:rsidRDefault="006974AE" w:rsidP="006974AE">
      <w:r>
        <w:lastRenderedPageBreak/>
        <w:t>143.7813</w:t>
      </w:r>
      <w:r>
        <w:tab/>
        <w:t>1.013e0</w:t>
      </w:r>
    </w:p>
    <w:p w:rsidR="006974AE" w:rsidRDefault="006974AE" w:rsidP="006974AE">
      <w:r>
        <w:t>143.7846</w:t>
      </w:r>
      <w:r>
        <w:tab/>
        <w:t>1.013e0</w:t>
      </w:r>
    </w:p>
    <w:p w:rsidR="006974AE" w:rsidRDefault="006974AE" w:rsidP="006974AE">
      <w:r>
        <w:t>143.8041</w:t>
      </w:r>
      <w:r>
        <w:tab/>
        <w:t>1.013e0</w:t>
      </w:r>
    </w:p>
    <w:p w:rsidR="006974AE" w:rsidRDefault="006974AE" w:rsidP="006974AE">
      <w:r>
        <w:t>143.8083</w:t>
      </w:r>
      <w:r>
        <w:tab/>
        <w:t>2.025e0</w:t>
      </w:r>
    </w:p>
    <w:p w:rsidR="006974AE" w:rsidRDefault="006974AE" w:rsidP="006974AE">
      <w:r>
        <w:t>143.8129</w:t>
      </w:r>
      <w:r>
        <w:tab/>
        <w:t>1.013e0</w:t>
      </w:r>
    </w:p>
    <w:p w:rsidR="006974AE" w:rsidRDefault="006974AE" w:rsidP="006974AE">
      <w:r>
        <w:t>143.8195</w:t>
      </w:r>
      <w:r>
        <w:tab/>
        <w:t>1.013e0</w:t>
      </w:r>
    </w:p>
    <w:p w:rsidR="006974AE" w:rsidRDefault="006974AE" w:rsidP="006974AE">
      <w:r>
        <w:t>143.8213</w:t>
      </w:r>
      <w:r>
        <w:tab/>
        <w:t>4.051e0</w:t>
      </w:r>
    </w:p>
    <w:p w:rsidR="006974AE" w:rsidRDefault="006974AE" w:rsidP="006974AE">
      <w:r>
        <w:t>143.8261</w:t>
      </w:r>
      <w:r>
        <w:tab/>
        <w:t>4.051e0</w:t>
      </w:r>
    </w:p>
    <w:p w:rsidR="006974AE" w:rsidRDefault="006974AE" w:rsidP="006974AE">
      <w:r>
        <w:t>143.8278</w:t>
      </w:r>
      <w:r>
        <w:tab/>
        <w:t>2.025e0</w:t>
      </w:r>
    </w:p>
    <w:p w:rsidR="006974AE" w:rsidRDefault="006974AE" w:rsidP="006974AE">
      <w:r>
        <w:t>143.8390</w:t>
      </w:r>
      <w:r>
        <w:tab/>
        <w:t>1.013e0</w:t>
      </w:r>
    </w:p>
    <w:p w:rsidR="006974AE" w:rsidRDefault="006974AE" w:rsidP="006974AE">
      <w:r>
        <w:t>143.8479</w:t>
      </w:r>
      <w:r>
        <w:tab/>
        <w:t>1.013e0</w:t>
      </w:r>
    </w:p>
    <w:p w:rsidR="006974AE" w:rsidRDefault="006974AE" w:rsidP="006974AE">
      <w:r>
        <w:t>143.8530</w:t>
      </w:r>
      <w:r>
        <w:tab/>
        <w:t>2.025e0</w:t>
      </w:r>
    </w:p>
    <w:p w:rsidR="006974AE" w:rsidRDefault="006974AE" w:rsidP="006974AE">
      <w:r>
        <w:t>143.8579</w:t>
      </w:r>
      <w:r>
        <w:tab/>
        <w:t>2.025e0</w:t>
      </w:r>
    </w:p>
    <w:p w:rsidR="006974AE" w:rsidRDefault="006974AE" w:rsidP="006974AE">
      <w:r>
        <w:t>143.8643</w:t>
      </w:r>
      <w:r>
        <w:tab/>
        <w:t>2.025e0</w:t>
      </w:r>
    </w:p>
    <w:p w:rsidR="006974AE" w:rsidRDefault="006974AE" w:rsidP="006974AE">
      <w:r>
        <w:t>143.8772</w:t>
      </w:r>
      <w:r>
        <w:tab/>
        <w:t>2.025e0</w:t>
      </w:r>
    </w:p>
    <w:p w:rsidR="006974AE" w:rsidRDefault="006974AE" w:rsidP="006974AE">
      <w:r>
        <w:t>143.8801</w:t>
      </w:r>
      <w:r>
        <w:tab/>
        <w:t>1.013e0</w:t>
      </w:r>
    </w:p>
    <w:p w:rsidR="006974AE" w:rsidRDefault="006974AE" w:rsidP="006974AE">
      <w:r>
        <w:t>143.8844</w:t>
      </w:r>
      <w:r>
        <w:tab/>
        <w:t>2.025e0</w:t>
      </w:r>
    </w:p>
    <w:p w:rsidR="006974AE" w:rsidRDefault="006974AE" w:rsidP="006974AE">
      <w:r>
        <w:t>143.8896</w:t>
      </w:r>
      <w:r>
        <w:tab/>
        <w:t>1.013e0</w:t>
      </w:r>
    </w:p>
    <w:p w:rsidR="006974AE" w:rsidRDefault="006974AE" w:rsidP="006974AE">
      <w:r>
        <w:t>143.8928</w:t>
      </w:r>
      <w:r>
        <w:tab/>
        <w:t>1.013e0</w:t>
      </w:r>
    </w:p>
    <w:p w:rsidR="006974AE" w:rsidRDefault="006974AE" w:rsidP="006974AE">
      <w:r>
        <w:lastRenderedPageBreak/>
        <w:t>143.9061</w:t>
      </w:r>
      <w:r>
        <w:tab/>
        <w:t>1.013e0</w:t>
      </w:r>
    </w:p>
    <w:p w:rsidR="006974AE" w:rsidRDefault="006974AE" w:rsidP="006974AE">
      <w:r>
        <w:t>143.9093</w:t>
      </w:r>
      <w:r>
        <w:tab/>
        <w:t>3.038e0</w:t>
      </w:r>
    </w:p>
    <w:p w:rsidR="006974AE" w:rsidRDefault="006974AE" w:rsidP="006974AE">
      <w:r>
        <w:t>143.9121</w:t>
      </w:r>
      <w:r>
        <w:tab/>
        <w:t>1.013e0</w:t>
      </w:r>
    </w:p>
    <w:p w:rsidR="006974AE" w:rsidRDefault="006974AE" w:rsidP="006974AE">
      <w:r>
        <w:t>143.9180</w:t>
      </w:r>
      <w:r>
        <w:tab/>
        <w:t>1.013e0</w:t>
      </w:r>
    </w:p>
    <w:p w:rsidR="006974AE" w:rsidRDefault="006974AE" w:rsidP="006974AE">
      <w:r>
        <w:t>143.9247</w:t>
      </w:r>
      <w:r>
        <w:tab/>
        <w:t>2.025e0</w:t>
      </w:r>
    </w:p>
    <w:p w:rsidR="006974AE" w:rsidRDefault="006974AE" w:rsidP="006974AE">
      <w:r>
        <w:t>143.9313</w:t>
      </w:r>
      <w:r>
        <w:tab/>
        <w:t>1.013e0</w:t>
      </w:r>
    </w:p>
    <w:p w:rsidR="006974AE" w:rsidRDefault="006974AE" w:rsidP="006974AE">
      <w:r>
        <w:t>143.9344</w:t>
      </w:r>
      <w:r>
        <w:tab/>
        <w:t>1.013e0</w:t>
      </w:r>
    </w:p>
    <w:p w:rsidR="006974AE" w:rsidRDefault="006974AE" w:rsidP="006974AE">
      <w:r>
        <w:t>143.9377</w:t>
      </w:r>
      <w:r>
        <w:tab/>
        <w:t>1.013e0</w:t>
      </w:r>
    </w:p>
    <w:p w:rsidR="006974AE" w:rsidRDefault="006974AE" w:rsidP="006974AE">
      <w:r>
        <w:t>143.9473</w:t>
      </w:r>
      <w:r>
        <w:tab/>
        <w:t>1.013e0</w:t>
      </w:r>
    </w:p>
    <w:p w:rsidR="006974AE" w:rsidRDefault="006974AE" w:rsidP="006974AE">
      <w:r>
        <w:t>143.9502</w:t>
      </w:r>
      <w:r>
        <w:tab/>
        <w:t>2.025e0</w:t>
      </w:r>
    </w:p>
    <w:p w:rsidR="006974AE" w:rsidRDefault="006974AE" w:rsidP="006974AE">
      <w:r>
        <w:t>143.9532</w:t>
      </w:r>
      <w:r>
        <w:tab/>
        <w:t>1.013e0</w:t>
      </w:r>
    </w:p>
    <w:p w:rsidR="006974AE" w:rsidRDefault="006974AE" w:rsidP="006974AE">
      <w:r>
        <w:t>143.9564</w:t>
      </w:r>
      <w:r>
        <w:tab/>
        <w:t>1.013e0</w:t>
      </w:r>
    </w:p>
    <w:p w:rsidR="006974AE" w:rsidRDefault="006974AE" w:rsidP="006974AE">
      <w:r>
        <w:t>143.9615</w:t>
      </w:r>
      <w:r>
        <w:tab/>
        <w:t>2.025e0</w:t>
      </w:r>
    </w:p>
    <w:p w:rsidR="006974AE" w:rsidRDefault="006974AE" w:rsidP="006974AE">
      <w:r>
        <w:t>143.9695</w:t>
      </w:r>
      <w:r>
        <w:tab/>
        <w:t>1.013e0</w:t>
      </w:r>
    </w:p>
    <w:p w:rsidR="006974AE" w:rsidRDefault="006974AE" w:rsidP="006974AE">
      <w:r>
        <w:t>143.9729</w:t>
      </w:r>
      <w:r>
        <w:tab/>
        <w:t>2.025e0</w:t>
      </w:r>
    </w:p>
    <w:p w:rsidR="006974AE" w:rsidRDefault="006974AE" w:rsidP="006974AE">
      <w:r>
        <w:t>143.9770</w:t>
      </w:r>
      <w:r>
        <w:tab/>
        <w:t>3.038e0</w:t>
      </w:r>
    </w:p>
    <w:p w:rsidR="006974AE" w:rsidRDefault="006974AE" w:rsidP="006974AE">
      <w:r>
        <w:t>143.9915</w:t>
      </w:r>
      <w:r>
        <w:tab/>
        <w:t>1.013e0</w:t>
      </w:r>
    </w:p>
    <w:p w:rsidR="006974AE" w:rsidRDefault="006974AE" w:rsidP="006974AE">
      <w:r>
        <w:t>143.9932</w:t>
      </w:r>
      <w:r>
        <w:tab/>
        <w:t>2.025e0</w:t>
      </w:r>
    </w:p>
    <w:p w:rsidR="006974AE" w:rsidRDefault="006974AE" w:rsidP="006974AE">
      <w:r>
        <w:t>143.9980</w:t>
      </w:r>
      <w:r>
        <w:tab/>
        <w:t>1.013e0</w:t>
      </w:r>
    </w:p>
    <w:p w:rsidR="006974AE" w:rsidRDefault="006974AE" w:rsidP="006974AE">
      <w:r>
        <w:lastRenderedPageBreak/>
        <w:t>144.0144</w:t>
      </w:r>
      <w:r>
        <w:tab/>
        <w:t>1.013e0</w:t>
      </w:r>
    </w:p>
    <w:p w:rsidR="006974AE" w:rsidRDefault="006974AE" w:rsidP="006974AE">
      <w:r>
        <w:t>144.0175</w:t>
      </w:r>
      <w:r>
        <w:tab/>
        <w:t>3.038e0</w:t>
      </w:r>
    </w:p>
    <w:p w:rsidR="006974AE" w:rsidRDefault="006974AE" w:rsidP="006974AE">
      <w:r>
        <w:t>144.0189</w:t>
      </w:r>
      <w:r>
        <w:tab/>
        <w:t>2.025e0</w:t>
      </w:r>
    </w:p>
    <w:p w:rsidR="006974AE" w:rsidRDefault="006974AE" w:rsidP="006974AE">
      <w:r>
        <w:t>144.0265</w:t>
      </w:r>
      <w:r>
        <w:tab/>
        <w:t>1.013e0</w:t>
      </w:r>
    </w:p>
    <w:p w:rsidR="006974AE" w:rsidRDefault="006974AE" w:rsidP="006974AE">
      <w:r>
        <w:t>144.0299</w:t>
      </w:r>
      <w:r>
        <w:tab/>
        <w:t>2.025e0</w:t>
      </w:r>
    </w:p>
    <w:p w:rsidR="006974AE" w:rsidRDefault="006974AE" w:rsidP="006974AE">
      <w:r>
        <w:t>144.0365</w:t>
      </w:r>
      <w:r>
        <w:tab/>
        <w:t>3.038e0</w:t>
      </w:r>
    </w:p>
    <w:p w:rsidR="006974AE" w:rsidRDefault="006974AE" w:rsidP="006974AE">
      <w:r>
        <w:t>144.0564</w:t>
      </w:r>
      <w:r>
        <w:tab/>
        <w:t>6.685e0</w:t>
      </w:r>
    </w:p>
    <w:p w:rsidR="006974AE" w:rsidRDefault="006974AE" w:rsidP="006974AE">
      <w:r>
        <w:t>144.0588</w:t>
      </w:r>
      <w:r>
        <w:tab/>
        <w:t>4.051e0</w:t>
      </w:r>
    </w:p>
    <w:p w:rsidR="006974AE" w:rsidRDefault="006974AE" w:rsidP="006974AE">
      <w:r>
        <w:t>144.0627</w:t>
      </w:r>
      <w:r>
        <w:tab/>
        <w:t>9.472e0</w:t>
      </w:r>
    </w:p>
    <w:p w:rsidR="006974AE" w:rsidRDefault="006974AE" w:rsidP="006974AE">
      <w:r>
        <w:t>144.0647</w:t>
      </w:r>
      <w:r>
        <w:tab/>
        <w:t>1.611e1</w:t>
      </w:r>
    </w:p>
    <w:p w:rsidR="006974AE" w:rsidRDefault="006974AE" w:rsidP="006974AE">
      <w:r>
        <w:t>144.0674</w:t>
      </w:r>
      <w:r>
        <w:tab/>
        <w:t>7.089e0</w:t>
      </w:r>
    </w:p>
    <w:p w:rsidR="006974AE" w:rsidRDefault="006974AE" w:rsidP="006974AE">
      <w:r>
        <w:t>144.0781</w:t>
      </w:r>
      <w:r>
        <w:tab/>
        <w:t>2.025e0</w:t>
      </w:r>
    </w:p>
    <w:p w:rsidR="006974AE" w:rsidRDefault="006974AE" w:rsidP="006974AE">
      <w:r>
        <w:t>144.0907</w:t>
      </w:r>
      <w:r>
        <w:tab/>
        <w:t>1.013e0</w:t>
      </w:r>
    </w:p>
    <w:p w:rsidR="006974AE" w:rsidRDefault="006974AE" w:rsidP="006974AE">
      <w:r>
        <w:t>144.0935</w:t>
      </w:r>
      <w:r>
        <w:tab/>
        <w:t>1.013e0</w:t>
      </w:r>
    </w:p>
    <w:p w:rsidR="006974AE" w:rsidRDefault="006974AE" w:rsidP="006974AE">
      <w:r>
        <w:t>144.1000</w:t>
      </w:r>
      <w:r>
        <w:tab/>
        <w:t>1.013e0</w:t>
      </w:r>
    </w:p>
    <w:p w:rsidR="006974AE" w:rsidRDefault="006974AE" w:rsidP="006974AE">
      <w:r>
        <w:t>144.1147</w:t>
      </w:r>
      <w:r>
        <w:tab/>
        <w:t>2.025e0</w:t>
      </w:r>
    </w:p>
    <w:p w:rsidR="006974AE" w:rsidRDefault="006974AE" w:rsidP="006974AE">
      <w:r>
        <w:t>144.1212</w:t>
      </w:r>
      <w:r>
        <w:tab/>
        <w:t>2.025e0</w:t>
      </w:r>
    </w:p>
    <w:p w:rsidR="006974AE" w:rsidRDefault="006974AE" w:rsidP="006974AE">
      <w:r>
        <w:t>144.1244</w:t>
      </w:r>
      <w:r>
        <w:tab/>
        <w:t>4.051e0</w:t>
      </w:r>
    </w:p>
    <w:p w:rsidR="006974AE" w:rsidRDefault="006974AE" w:rsidP="006974AE">
      <w:r>
        <w:t>144.1418</w:t>
      </w:r>
      <w:r>
        <w:tab/>
        <w:t>1.013e0</w:t>
      </w:r>
    </w:p>
    <w:p w:rsidR="006974AE" w:rsidRDefault="006974AE" w:rsidP="006974AE">
      <w:r>
        <w:lastRenderedPageBreak/>
        <w:t>144.1450</w:t>
      </w:r>
      <w:r>
        <w:tab/>
        <w:t>2.025e0</w:t>
      </w:r>
    </w:p>
    <w:p w:rsidR="006974AE" w:rsidRDefault="006974AE" w:rsidP="006974AE">
      <w:r>
        <w:t>144.1514</w:t>
      </w:r>
      <w:r>
        <w:tab/>
        <w:t>3.038e0</w:t>
      </w:r>
    </w:p>
    <w:p w:rsidR="006974AE" w:rsidRDefault="006974AE" w:rsidP="006974AE">
      <w:r>
        <w:t>144.1549</w:t>
      </w:r>
      <w:r>
        <w:tab/>
        <w:t>1.013e0</w:t>
      </w:r>
    </w:p>
    <w:p w:rsidR="006974AE" w:rsidRDefault="006974AE" w:rsidP="006974AE">
      <w:r>
        <w:t>144.1652</w:t>
      </w:r>
      <w:r>
        <w:tab/>
        <w:t>4.051e0</w:t>
      </w:r>
    </w:p>
    <w:p w:rsidR="006974AE" w:rsidRDefault="006974AE" w:rsidP="006974AE">
      <w:r>
        <w:t>144.1832</w:t>
      </w:r>
      <w:r>
        <w:tab/>
        <w:t>2.025e0</w:t>
      </w:r>
    </w:p>
    <w:p w:rsidR="006974AE" w:rsidRDefault="006974AE" w:rsidP="006974AE">
      <w:r>
        <w:t>144.1960</w:t>
      </w:r>
      <w:r>
        <w:tab/>
        <w:t>2.025e0</w:t>
      </w:r>
    </w:p>
    <w:p w:rsidR="006974AE" w:rsidRDefault="006974AE" w:rsidP="006974AE">
      <w:r>
        <w:t>144.1989</w:t>
      </w:r>
      <w:r>
        <w:tab/>
        <w:t>1.013e0</w:t>
      </w:r>
    </w:p>
    <w:p w:rsidR="006974AE" w:rsidRDefault="006974AE" w:rsidP="006974AE">
      <w:r>
        <w:t>144.2120</w:t>
      </w:r>
      <w:r>
        <w:tab/>
        <w:t>1.013e0</w:t>
      </w:r>
    </w:p>
    <w:p w:rsidR="006974AE" w:rsidRDefault="006974AE" w:rsidP="006974AE">
      <w:r>
        <w:t>144.2150</w:t>
      </w:r>
      <w:r>
        <w:tab/>
        <w:t>2.025e0</w:t>
      </w:r>
    </w:p>
    <w:p w:rsidR="006974AE" w:rsidRDefault="006974AE" w:rsidP="006974AE">
      <w:r>
        <w:t>144.2218</w:t>
      </w:r>
      <w:r>
        <w:tab/>
        <w:t>1.013e0</w:t>
      </w:r>
    </w:p>
    <w:p w:rsidR="006974AE" w:rsidRDefault="006974AE" w:rsidP="006974AE">
      <w:r>
        <w:t>144.2283</w:t>
      </w:r>
      <w:r>
        <w:tab/>
        <w:t>2.025e0</w:t>
      </w:r>
    </w:p>
    <w:p w:rsidR="006974AE" w:rsidRDefault="006974AE" w:rsidP="006974AE">
      <w:r>
        <w:t>144.2340</w:t>
      </w:r>
      <w:r>
        <w:tab/>
        <w:t>1.013e0</w:t>
      </w:r>
    </w:p>
    <w:p w:rsidR="006974AE" w:rsidRDefault="006974AE" w:rsidP="006974AE">
      <w:r>
        <w:t>144.2405</w:t>
      </w:r>
      <w:r>
        <w:tab/>
        <w:t>1.013e0</w:t>
      </w:r>
    </w:p>
    <w:p w:rsidR="006974AE" w:rsidRDefault="006974AE" w:rsidP="006974AE">
      <w:r>
        <w:t>144.2438</w:t>
      </w:r>
      <w:r>
        <w:tab/>
        <w:t>1.013e0</w:t>
      </w:r>
    </w:p>
    <w:p w:rsidR="006974AE" w:rsidRDefault="006974AE" w:rsidP="006974AE">
      <w:r>
        <w:t>144.2469</w:t>
      </w:r>
      <w:r>
        <w:tab/>
        <w:t>1.013e0</w:t>
      </w:r>
    </w:p>
    <w:p w:rsidR="006974AE" w:rsidRDefault="006974AE" w:rsidP="006974AE">
      <w:r>
        <w:t>144.2567</w:t>
      </w:r>
      <w:r>
        <w:tab/>
        <w:t>1.013e0</w:t>
      </w:r>
    </w:p>
    <w:p w:rsidR="006974AE" w:rsidRDefault="006974AE" w:rsidP="006974AE">
      <w:r>
        <w:t>144.2601</w:t>
      </w:r>
      <w:r>
        <w:tab/>
        <w:t>1.013e0</w:t>
      </w:r>
    </w:p>
    <w:p w:rsidR="006974AE" w:rsidRDefault="006974AE" w:rsidP="006974AE">
      <w:r>
        <w:t>144.2663</w:t>
      </w:r>
      <w:r>
        <w:tab/>
        <w:t>1.013e0</w:t>
      </w:r>
    </w:p>
    <w:p w:rsidR="006974AE" w:rsidRDefault="006974AE" w:rsidP="006974AE">
      <w:r>
        <w:t>144.2755</w:t>
      </w:r>
      <w:r>
        <w:tab/>
        <w:t>2.025e0</w:t>
      </w:r>
    </w:p>
    <w:p w:rsidR="006974AE" w:rsidRDefault="006974AE" w:rsidP="006974AE">
      <w:r>
        <w:lastRenderedPageBreak/>
        <w:t>144.2853</w:t>
      </w:r>
      <w:r>
        <w:tab/>
        <w:t>1.013e0</w:t>
      </w:r>
    </w:p>
    <w:p w:rsidR="006974AE" w:rsidRDefault="006974AE" w:rsidP="006974AE">
      <w:r>
        <w:t>144.2887</w:t>
      </w:r>
      <w:r>
        <w:tab/>
        <w:t>1.013e0</w:t>
      </w:r>
    </w:p>
    <w:p w:rsidR="006974AE" w:rsidRDefault="006974AE" w:rsidP="006974AE">
      <w:r>
        <w:t>144.2918</w:t>
      </w:r>
      <w:r>
        <w:tab/>
        <w:t>1.013e0</w:t>
      </w:r>
    </w:p>
    <w:p w:rsidR="006974AE" w:rsidRDefault="006974AE" w:rsidP="006974AE">
      <w:r>
        <w:t>144.2951</w:t>
      </w:r>
      <w:r>
        <w:tab/>
        <w:t>1.013e0</w:t>
      </w:r>
    </w:p>
    <w:p w:rsidR="006974AE" w:rsidRDefault="006974AE" w:rsidP="006974AE">
      <w:r>
        <w:t>144.3016</w:t>
      </w:r>
      <w:r>
        <w:tab/>
        <w:t>1.013e0</w:t>
      </w:r>
    </w:p>
    <w:p w:rsidR="006974AE" w:rsidRDefault="006974AE" w:rsidP="006974AE">
      <w:r>
        <w:t>144.3044</w:t>
      </w:r>
      <w:r>
        <w:tab/>
        <w:t>2.025e0</w:t>
      </w:r>
    </w:p>
    <w:p w:rsidR="006974AE" w:rsidRDefault="006974AE" w:rsidP="006974AE">
      <w:r>
        <w:t>144.3140</w:t>
      </w:r>
      <w:r>
        <w:tab/>
        <w:t>1.013e0</w:t>
      </w:r>
    </w:p>
    <w:p w:rsidR="006974AE" w:rsidRDefault="006974AE" w:rsidP="006974AE">
      <w:r>
        <w:t>144.3155</w:t>
      </w:r>
      <w:r>
        <w:tab/>
        <w:t>2.025e0</w:t>
      </w:r>
    </w:p>
    <w:p w:rsidR="006974AE" w:rsidRDefault="006974AE" w:rsidP="006974AE">
      <w:r>
        <w:t>144.3171</w:t>
      </w:r>
      <w:r>
        <w:tab/>
        <w:t>1.013e0</w:t>
      </w:r>
    </w:p>
    <w:p w:rsidR="006974AE" w:rsidRDefault="006974AE" w:rsidP="006974AE">
      <w:r>
        <w:t>144.3383</w:t>
      </w:r>
      <w:r>
        <w:tab/>
        <w:t>2.025e0</w:t>
      </w:r>
    </w:p>
    <w:p w:rsidR="006974AE" w:rsidRDefault="006974AE" w:rsidP="006974AE">
      <w:r>
        <w:t>144.3397</w:t>
      </w:r>
      <w:r>
        <w:tab/>
        <w:t>1.013e0</w:t>
      </w:r>
    </w:p>
    <w:p w:rsidR="006974AE" w:rsidRDefault="006974AE" w:rsidP="006974AE">
      <w:r>
        <w:t>144.3425</w:t>
      </w:r>
      <w:r>
        <w:tab/>
        <w:t>2.025e0</w:t>
      </w:r>
    </w:p>
    <w:p w:rsidR="006974AE" w:rsidRDefault="006974AE" w:rsidP="006974AE">
      <w:r>
        <w:t>144.3458</w:t>
      </w:r>
      <w:r>
        <w:tab/>
        <w:t>1.013e0</w:t>
      </w:r>
    </w:p>
    <w:p w:rsidR="006974AE" w:rsidRDefault="006974AE" w:rsidP="006974AE">
      <w:r>
        <w:t>144.3489</w:t>
      </w:r>
      <w:r>
        <w:tab/>
        <w:t>1.013e0</w:t>
      </w:r>
    </w:p>
    <w:p w:rsidR="006974AE" w:rsidRDefault="006974AE" w:rsidP="006974AE">
      <w:r>
        <w:t>144.3688</w:t>
      </w:r>
      <w:r>
        <w:tab/>
        <w:t>1.013e0</w:t>
      </w:r>
    </w:p>
    <w:p w:rsidR="006974AE" w:rsidRDefault="006974AE" w:rsidP="006974AE">
      <w:r>
        <w:t>144.3777</w:t>
      </w:r>
      <w:r>
        <w:tab/>
        <w:t>2.025e0</w:t>
      </w:r>
    </w:p>
    <w:p w:rsidR="006974AE" w:rsidRDefault="006974AE" w:rsidP="006974AE">
      <w:r>
        <w:t>144.3807</w:t>
      </w:r>
      <w:r>
        <w:tab/>
        <w:t>1.013e0</w:t>
      </w:r>
    </w:p>
    <w:p w:rsidR="006974AE" w:rsidRDefault="006974AE" w:rsidP="006974AE">
      <w:r>
        <w:t>144.3857</w:t>
      </w:r>
      <w:r>
        <w:tab/>
        <w:t>2.025e0</w:t>
      </w:r>
    </w:p>
    <w:p w:rsidR="006974AE" w:rsidRDefault="006974AE" w:rsidP="006974AE">
      <w:r>
        <w:t>144.3908</w:t>
      </w:r>
      <w:r>
        <w:tab/>
        <w:t>1.013e0</w:t>
      </w:r>
    </w:p>
    <w:p w:rsidR="006974AE" w:rsidRDefault="006974AE" w:rsidP="006974AE">
      <w:r>
        <w:lastRenderedPageBreak/>
        <w:t>144.3971</w:t>
      </w:r>
      <w:r>
        <w:tab/>
        <w:t>1.013e0</w:t>
      </w:r>
    </w:p>
    <w:p w:rsidR="006974AE" w:rsidRDefault="006974AE" w:rsidP="006974AE">
      <w:r>
        <w:t>144.4071</w:t>
      </w:r>
      <w:r>
        <w:tab/>
        <w:t>1.013e0</w:t>
      </w:r>
    </w:p>
    <w:p w:rsidR="006974AE" w:rsidRDefault="006974AE" w:rsidP="006974AE">
      <w:r>
        <w:t>144.4099</w:t>
      </w:r>
      <w:r>
        <w:tab/>
        <w:t>3.038e0</w:t>
      </w:r>
    </w:p>
    <w:p w:rsidR="006974AE" w:rsidRDefault="006974AE" w:rsidP="006974AE">
      <w:r>
        <w:t>144.4192</w:t>
      </w:r>
      <w:r>
        <w:tab/>
        <w:t>2.025e0</w:t>
      </w:r>
    </w:p>
    <w:p w:rsidR="006974AE" w:rsidRDefault="006974AE" w:rsidP="006974AE">
      <w:r>
        <w:t>144.4324</w:t>
      </w:r>
      <w:r>
        <w:tab/>
        <w:t>1.013e0</w:t>
      </w:r>
    </w:p>
    <w:p w:rsidR="006974AE" w:rsidRDefault="006974AE" w:rsidP="006974AE">
      <w:r>
        <w:t>144.4388</w:t>
      </w:r>
      <w:r>
        <w:tab/>
        <w:t>1.013e0</w:t>
      </w:r>
    </w:p>
    <w:p w:rsidR="006974AE" w:rsidRDefault="006974AE" w:rsidP="006974AE">
      <w:r>
        <w:t>144.4576</w:t>
      </w:r>
      <w:r>
        <w:tab/>
        <w:t>1.013e0</w:t>
      </w:r>
    </w:p>
    <w:p w:rsidR="006974AE" w:rsidRDefault="006974AE" w:rsidP="006974AE">
      <w:r>
        <w:t>144.4675</w:t>
      </w:r>
      <w:r>
        <w:tab/>
        <w:t>2.025e0</w:t>
      </w:r>
    </w:p>
    <w:p w:rsidR="006974AE" w:rsidRDefault="006974AE" w:rsidP="006974AE">
      <w:r>
        <w:t>144.5090</w:t>
      </w:r>
      <w:r>
        <w:tab/>
        <w:t>2.025e0</w:t>
      </w:r>
    </w:p>
    <w:p w:rsidR="006974AE" w:rsidRDefault="006974AE" w:rsidP="006974AE">
      <w:r>
        <w:t>144.5124</w:t>
      </w:r>
      <w:r>
        <w:tab/>
        <w:t>2.025e0</w:t>
      </w:r>
    </w:p>
    <w:p w:rsidR="006974AE" w:rsidRDefault="006974AE" w:rsidP="006974AE">
      <w:r>
        <w:t>144.5155</w:t>
      </w:r>
      <w:r>
        <w:tab/>
        <w:t>1.013e0</w:t>
      </w:r>
    </w:p>
    <w:p w:rsidR="006974AE" w:rsidRDefault="006974AE" w:rsidP="006974AE">
      <w:r>
        <w:t>144.5214</w:t>
      </w:r>
      <w:r>
        <w:tab/>
        <w:t>1.013e0</w:t>
      </w:r>
    </w:p>
    <w:p w:rsidR="006974AE" w:rsidRDefault="006974AE" w:rsidP="006974AE">
      <w:r>
        <w:t>144.5394</w:t>
      </w:r>
      <w:r>
        <w:tab/>
        <w:t>2.025e0</w:t>
      </w:r>
    </w:p>
    <w:p w:rsidR="006974AE" w:rsidRDefault="006974AE" w:rsidP="006974AE">
      <w:r>
        <w:t>144.5443</w:t>
      </w:r>
      <w:r>
        <w:tab/>
        <w:t>1.013e0</w:t>
      </w:r>
    </w:p>
    <w:p w:rsidR="006974AE" w:rsidRDefault="006974AE" w:rsidP="006974AE">
      <w:r>
        <w:t>144.5476</w:t>
      </w:r>
      <w:r>
        <w:tab/>
        <w:t>1.013e0</w:t>
      </w:r>
    </w:p>
    <w:p w:rsidR="006974AE" w:rsidRDefault="006974AE" w:rsidP="006974AE">
      <w:r>
        <w:t>144.5507</w:t>
      </w:r>
      <w:r>
        <w:tab/>
        <w:t>1.013e0</w:t>
      </w:r>
    </w:p>
    <w:p w:rsidR="006974AE" w:rsidRDefault="006974AE" w:rsidP="006974AE">
      <w:r>
        <w:t>144.5697</w:t>
      </w:r>
      <w:r>
        <w:tab/>
        <w:t>1.013e0</w:t>
      </w:r>
    </w:p>
    <w:p w:rsidR="006974AE" w:rsidRDefault="006974AE" w:rsidP="006974AE">
      <w:r>
        <w:t>144.5776</w:t>
      </w:r>
      <w:r>
        <w:tab/>
        <w:t>2.025e0</w:t>
      </w:r>
    </w:p>
    <w:p w:rsidR="006974AE" w:rsidRDefault="006974AE" w:rsidP="006974AE">
      <w:r>
        <w:t>144.5827</w:t>
      </w:r>
      <w:r>
        <w:tab/>
        <w:t>1.013e0</w:t>
      </w:r>
    </w:p>
    <w:p w:rsidR="006974AE" w:rsidRDefault="006974AE" w:rsidP="006974AE">
      <w:r>
        <w:lastRenderedPageBreak/>
        <w:t>144.5889</w:t>
      </w:r>
      <w:r>
        <w:tab/>
        <w:t>1.013e0</w:t>
      </w:r>
    </w:p>
    <w:p w:rsidR="006974AE" w:rsidRDefault="006974AE" w:rsidP="006974AE">
      <w:r>
        <w:t>144.5949</w:t>
      </w:r>
      <w:r>
        <w:tab/>
        <w:t>1.013e0</w:t>
      </w:r>
    </w:p>
    <w:p w:rsidR="006974AE" w:rsidRDefault="006974AE" w:rsidP="006974AE">
      <w:r>
        <w:t>144.6177</w:t>
      </w:r>
      <w:r>
        <w:tab/>
        <w:t>1.013e0</w:t>
      </w:r>
    </w:p>
    <w:p w:rsidR="006974AE" w:rsidRDefault="006974AE" w:rsidP="006974AE">
      <w:r>
        <w:t>144.6212</w:t>
      </w:r>
      <w:r>
        <w:tab/>
        <w:t>1.013e0</w:t>
      </w:r>
    </w:p>
    <w:p w:rsidR="006974AE" w:rsidRDefault="006974AE" w:rsidP="006974AE">
      <w:r>
        <w:t>144.6399</w:t>
      </w:r>
      <w:r>
        <w:tab/>
        <w:t>1.013e0</w:t>
      </w:r>
    </w:p>
    <w:p w:rsidR="006974AE" w:rsidRDefault="006974AE" w:rsidP="006974AE">
      <w:r>
        <w:t>144.6546</w:t>
      </w:r>
      <w:r>
        <w:tab/>
        <w:t>2.025e0</w:t>
      </w:r>
    </w:p>
    <w:p w:rsidR="006974AE" w:rsidRDefault="006974AE" w:rsidP="006974AE">
      <w:r>
        <w:t>144.6749</w:t>
      </w:r>
      <w:r>
        <w:tab/>
        <w:t>1.013e0</w:t>
      </w:r>
    </w:p>
    <w:p w:rsidR="006974AE" w:rsidRDefault="006974AE" w:rsidP="006974AE">
      <w:r>
        <w:t>144.7036</w:t>
      </w:r>
      <w:r>
        <w:tab/>
        <w:t>1.013e0</w:t>
      </w:r>
    </w:p>
    <w:p w:rsidR="006974AE" w:rsidRDefault="006974AE" w:rsidP="006974AE">
      <w:r>
        <w:t>144.7067</w:t>
      </w:r>
      <w:r>
        <w:tab/>
        <w:t>1.013e0</w:t>
      </w:r>
    </w:p>
    <w:p w:rsidR="006974AE" w:rsidRDefault="006974AE" w:rsidP="006974AE">
      <w:r>
        <w:t>144.7135</w:t>
      </w:r>
      <w:r>
        <w:tab/>
        <w:t>1.013e0</w:t>
      </w:r>
    </w:p>
    <w:p w:rsidR="006974AE" w:rsidRDefault="006974AE" w:rsidP="006974AE">
      <w:r>
        <w:t>144.7167</w:t>
      </w:r>
      <w:r>
        <w:tab/>
        <w:t>2.025e0</w:t>
      </w:r>
    </w:p>
    <w:p w:rsidR="006974AE" w:rsidRDefault="006974AE" w:rsidP="006974AE">
      <w:r>
        <w:t>144.7200</w:t>
      </w:r>
      <w:r>
        <w:tab/>
        <w:t>1.013e0</w:t>
      </w:r>
    </w:p>
    <w:p w:rsidR="006974AE" w:rsidRDefault="006974AE" w:rsidP="006974AE">
      <w:r>
        <w:t>144.7329</w:t>
      </w:r>
      <w:r>
        <w:tab/>
        <w:t>1.013e0</w:t>
      </w:r>
    </w:p>
    <w:p w:rsidR="006974AE" w:rsidRDefault="006974AE" w:rsidP="006974AE">
      <w:r>
        <w:t>144.7418</w:t>
      </w:r>
      <w:r>
        <w:tab/>
        <w:t>1.013e0</w:t>
      </w:r>
    </w:p>
    <w:p w:rsidR="006974AE" w:rsidRDefault="006974AE" w:rsidP="006974AE">
      <w:r>
        <w:t>144.7451</w:t>
      </w:r>
      <w:r>
        <w:tab/>
        <w:t>1.013e0</w:t>
      </w:r>
    </w:p>
    <w:p w:rsidR="006974AE" w:rsidRDefault="006974AE" w:rsidP="006974AE">
      <w:r>
        <w:t>144.7551</w:t>
      </w:r>
      <w:r>
        <w:tab/>
        <w:t>1.013e0</w:t>
      </w:r>
    </w:p>
    <w:p w:rsidR="006974AE" w:rsidRDefault="006974AE" w:rsidP="006974AE">
      <w:r>
        <w:t>144.7584</w:t>
      </w:r>
      <w:r>
        <w:tab/>
        <w:t>1.013e0</w:t>
      </w:r>
    </w:p>
    <w:p w:rsidR="006974AE" w:rsidRDefault="006974AE" w:rsidP="006974AE">
      <w:r>
        <w:t>144.7615</w:t>
      </w:r>
      <w:r>
        <w:tab/>
        <w:t>1.013e0</w:t>
      </w:r>
    </w:p>
    <w:p w:rsidR="006974AE" w:rsidRDefault="006974AE" w:rsidP="006974AE">
      <w:r>
        <w:t>144.7710</w:t>
      </w:r>
      <w:r>
        <w:tab/>
        <w:t>1.013e0</w:t>
      </w:r>
    </w:p>
    <w:p w:rsidR="006974AE" w:rsidRDefault="006974AE" w:rsidP="006974AE">
      <w:r>
        <w:lastRenderedPageBreak/>
        <w:t>144.7805</w:t>
      </w:r>
      <w:r>
        <w:tab/>
        <w:t>1.013e0</w:t>
      </w:r>
    </w:p>
    <w:p w:rsidR="006974AE" w:rsidRDefault="006974AE" w:rsidP="006974AE">
      <w:r>
        <w:t>144.7968</w:t>
      </w:r>
      <w:r>
        <w:tab/>
        <w:t>1.013e0</w:t>
      </w:r>
    </w:p>
    <w:p w:rsidR="006974AE" w:rsidRDefault="006974AE" w:rsidP="006974AE">
      <w:r>
        <w:t>144.8001</w:t>
      </w:r>
      <w:r>
        <w:tab/>
        <w:t>1.013e0</w:t>
      </w:r>
    </w:p>
    <w:p w:rsidR="006974AE" w:rsidRDefault="006974AE" w:rsidP="006974AE">
      <w:r>
        <w:t>144.8123</w:t>
      </w:r>
      <w:r>
        <w:tab/>
        <w:t>1.013e0</w:t>
      </w:r>
    </w:p>
    <w:p w:rsidR="006974AE" w:rsidRDefault="006974AE" w:rsidP="006974AE">
      <w:r>
        <w:t>144.8253</w:t>
      </w:r>
      <w:r>
        <w:tab/>
        <w:t>1.013e0</w:t>
      </w:r>
    </w:p>
    <w:p w:rsidR="006974AE" w:rsidRDefault="006974AE" w:rsidP="006974AE">
      <w:r>
        <w:t>144.8320</w:t>
      </w:r>
      <w:r>
        <w:tab/>
        <w:t>1.013e0</w:t>
      </w:r>
    </w:p>
    <w:p w:rsidR="006974AE" w:rsidRDefault="006974AE" w:rsidP="006974AE">
      <w:r>
        <w:t>144.8351</w:t>
      </w:r>
      <w:r>
        <w:tab/>
        <w:t>1.013e0</w:t>
      </w:r>
    </w:p>
    <w:p w:rsidR="006974AE" w:rsidRDefault="006974AE" w:rsidP="006974AE">
      <w:r>
        <w:t>144.8415</w:t>
      </w:r>
      <w:r>
        <w:tab/>
        <w:t>1.013e0</w:t>
      </w:r>
    </w:p>
    <w:p w:rsidR="006974AE" w:rsidRDefault="006974AE" w:rsidP="006974AE">
      <w:r>
        <w:t>144.8539</w:t>
      </w:r>
      <w:r>
        <w:tab/>
        <w:t>1.013e0</w:t>
      </w:r>
    </w:p>
    <w:p w:rsidR="006974AE" w:rsidRDefault="006974AE" w:rsidP="006974AE">
      <w:r>
        <w:t>144.8653</w:t>
      </w:r>
      <w:r>
        <w:tab/>
        <w:t>2.025e0</w:t>
      </w:r>
    </w:p>
    <w:p w:rsidR="006974AE" w:rsidRDefault="006974AE" w:rsidP="006974AE">
      <w:r>
        <w:t>144.8671</w:t>
      </w:r>
      <w:r>
        <w:tab/>
        <w:t>2.025e0</w:t>
      </w:r>
    </w:p>
    <w:p w:rsidR="006974AE" w:rsidRDefault="006974AE" w:rsidP="006974AE">
      <w:r>
        <w:t>144.8909</w:t>
      </w:r>
      <w:r>
        <w:tab/>
        <w:t>2.025e0</w:t>
      </w:r>
    </w:p>
    <w:p w:rsidR="006974AE" w:rsidRDefault="006974AE" w:rsidP="006974AE">
      <w:r>
        <w:t>144.9021</w:t>
      </w:r>
      <w:r>
        <w:tab/>
        <w:t>1.013e0</w:t>
      </w:r>
    </w:p>
    <w:p w:rsidR="006974AE" w:rsidRDefault="006974AE" w:rsidP="006974AE">
      <w:r>
        <w:t>144.9056</w:t>
      </w:r>
      <w:r>
        <w:tab/>
        <w:t>1.013e0</w:t>
      </w:r>
    </w:p>
    <w:p w:rsidR="006974AE" w:rsidRDefault="006974AE" w:rsidP="006974AE">
      <w:r>
        <w:t>144.9179</w:t>
      </w:r>
      <w:r>
        <w:tab/>
        <w:t>1.013e0</w:t>
      </w:r>
    </w:p>
    <w:p w:rsidR="006974AE" w:rsidRDefault="006974AE" w:rsidP="006974AE">
      <w:r>
        <w:t>144.9226</w:t>
      </w:r>
      <w:r>
        <w:tab/>
        <w:t>2.025e0</w:t>
      </w:r>
    </w:p>
    <w:p w:rsidR="006974AE" w:rsidRDefault="006974AE" w:rsidP="006974AE">
      <w:r>
        <w:t>144.9342</w:t>
      </w:r>
      <w:r>
        <w:tab/>
        <w:t>1.013e0</w:t>
      </w:r>
    </w:p>
    <w:p w:rsidR="006974AE" w:rsidRDefault="006974AE" w:rsidP="006974AE">
      <w:r>
        <w:t>144.9505</w:t>
      </w:r>
      <w:r>
        <w:tab/>
        <w:t>1.013e0</w:t>
      </w:r>
    </w:p>
    <w:p w:rsidR="006974AE" w:rsidRDefault="006974AE" w:rsidP="006974AE">
      <w:r>
        <w:t>144.9532</w:t>
      </w:r>
      <w:r>
        <w:tab/>
        <w:t>1.013e0</w:t>
      </w:r>
    </w:p>
    <w:p w:rsidR="006974AE" w:rsidRDefault="006974AE" w:rsidP="006974AE">
      <w:r>
        <w:lastRenderedPageBreak/>
        <w:t>144.9734</w:t>
      </w:r>
      <w:r>
        <w:tab/>
        <w:t>3.189e0</w:t>
      </w:r>
    </w:p>
    <w:p w:rsidR="006974AE" w:rsidRDefault="006974AE" w:rsidP="006974AE">
      <w:r>
        <w:t>144.9790</w:t>
      </w:r>
      <w:r>
        <w:tab/>
        <w:t>1.013e0</w:t>
      </w:r>
    </w:p>
    <w:p w:rsidR="006974AE" w:rsidRDefault="006974AE" w:rsidP="006974AE">
      <w:r>
        <w:t>144.9809</w:t>
      </w:r>
      <w:r>
        <w:tab/>
        <w:t>3.038e0</w:t>
      </w:r>
    </w:p>
    <w:p w:rsidR="006974AE" w:rsidRDefault="006974AE" w:rsidP="006974AE">
      <w:r>
        <w:t>144.9840</w:t>
      </w:r>
      <w:r>
        <w:tab/>
        <w:t>5.063e0</w:t>
      </w:r>
    </w:p>
    <w:p w:rsidR="006974AE" w:rsidRDefault="006974AE" w:rsidP="006974AE">
      <w:r>
        <w:t>144.9877</w:t>
      </w:r>
      <w:r>
        <w:tab/>
        <w:t>3.038e0</w:t>
      </w:r>
    </w:p>
    <w:p w:rsidR="006974AE" w:rsidRDefault="006974AE" w:rsidP="006974AE">
      <w:r>
        <w:t>144.9888</w:t>
      </w:r>
      <w:r>
        <w:tab/>
        <w:t>2.025e0</w:t>
      </w:r>
    </w:p>
    <w:p w:rsidR="006974AE" w:rsidRDefault="006974AE" w:rsidP="006974AE">
      <w:r>
        <w:t>144.9901</w:t>
      </w:r>
      <w:r>
        <w:tab/>
        <w:t>2.025e0</w:t>
      </w:r>
    </w:p>
    <w:p w:rsidR="006974AE" w:rsidRDefault="006974AE" w:rsidP="006974AE">
      <w:r>
        <w:t>144.9946</w:t>
      </w:r>
      <w:r>
        <w:tab/>
        <w:t>3.038e0</w:t>
      </w:r>
    </w:p>
    <w:p w:rsidR="006974AE" w:rsidRDefault="006974AE" w:rsidP="006974AE">
      <w:r>
        <w:t>144.9994</w:t>
      </w:r>
      <w:r>
        <w:tab/>
        <w:t>3.038e0</w:t>
      </w:r>
    </w:p>
    <w:p w:rsidR="006974AE" w:rsidRDefault="006974AE" w:rsidP="006974AE">
      <w:r>
        <w:t>145.0111</w:t>
      </w:r>
      <w:r>
        <w:tab/>
        <w:t>1.013e0</w:t>
      </w:r>
    </w:p>
    <w:p w:rsidR="006974AE" w:rsidRDefault="006974AE" w:rsidP="006974AE">
      <w:r>
        <w:t>145.0142</w:t>
      </w:r>
      <w:r>
        <w:tab/>
        <w:t>1.013e0</w:t>
      </w:r>
    </w:p>
    <w:p w:rsidR="006974AE" w:rsidRDefault="006974AE" w:rsidP="006974AE">
      <w:r>
        <w:t>145.0238</w:t>
      </w:r>
      <w:r>
        <w:tab/>
        <w:t>1.013e0</w:t>
      </w:r>
    </w:p>
    <w:p w:rsidR="006974AE" w:rsidRDefault="006974AE" w:rsidP="006974AE">
      <w:r>
        <w:t>145.0268</w:t>
      </w:r>
      <w:r>
        <w:tab/>
        <w:t>1.013e0</w:t>
      </w:r>
    </w:p>
    <w:p w:rsidR="006974AE" w:rsidRDefault="006974AE" w:rsidP="006974AE">
      <w:r>
        <w:t>145.0299</w:t>
      </w:r>
      <w:r>
        <w:tab/>
        <w:t>1.013e0</w:t>
      </w:r>
    </w:p>
    <w:p w:rsidR="006974AE" w:rsidRDefault="006974AE" w:rsidP="006974AE">
      <w:r>
        <w:t>145.0331</w:t>
      </w:r>
      <w:r>
        <w:tab/>
        <w:t>2.025e0</w:t>
      </w:r>
    </w:p>
    <w:p w:rsidR="006974AE" w:rsidRDefault="006974AE" w:rsidP="006974AE">
      <w:r>
        <w:t>145.0348</w:t>
      </w:r>
      <w:r>
        <w:tab/>
        <w:t>2.025e0</w:t>
      </w:r>
    </w:p>
    <w:p w:rsidR="006974AE" w:rsidRDefault="006974AE" w:rsidP="006974AE">
      <w:r>
        <w:t>145.0396</w:t>
      </w:r>
      <w:r>
        <w:tab/>
        <w:t>1.013e0</w:t>
      </w:r>
    </w:p>
    <w:p w:rsidR="006974AE" w:rsidRDefault="006974AE" w:rsidP="006974AE">
      <w:r>
        <w:t>145.0479</w:t>
      </w:r>
      <w:r>
        <w:tab/>
        <w:t>3.038e0</w:t>
      </w:r>
    </w:p>
    <w:p w:rsidR="006974AE" w:rsidRDefault="006974AE" w:rsidP="006974AE">
      <w:r>
        <w:t>145.0558</w:t>
      </w:r>
      <w:r>
        <w:tab/>
        <w:t>6.076e0</w:t>
      </w:r>
    </w:p>
    <w:p w:rsidR="006974AE" w:rsidRDefault="006974AE" w:rsidP="006974AE">
      <w:r>
        <w:lastRenderedPageBreak/>
        <w:t>145.0572</w:t>
      </w:r>
      <w:r>
        <w:tab/>
        <w:t>1.204e1</w:t>
      </w:r>
    </w:p>
    <w:p w:rsidR="006974AE" w:rsidRDefault="006974AE" w:rsidP="006974AE">
      <w:r>
        <w:t>145.0582</w:t>
      </w:r>
      <w:r>
        <w:tab/>
        <w:t>4.051e0</w:t>
      </w:r>
    </w:p>
    <w:p w:rsidR="006974AE" w:rsidRDefault="006974AE" w:rsidP="006974AE">
      <w:r>
        <w:t>145.0603</w:t>
      </w:r>
      <w:r>
        <w:tab/>
        <w:t>9.114e0</w:t>
      </w:r>
    </w:p>
    <w:p w:rsidR="006974AE" w:rsidRDefault="006974AE" w:rsidP="006974AE">
      <w:r>
        <w:t>145.0652</w:t>
      </w:r>
      <w:r>
        <w:tab/>
        <w:t>2.025e0</w:t>
      </w:r>
    </w:p>
    <w:p w:rsidR="006974AE" w:rsidRDefault="006974AE" w:rsidP="006974AE">
      <w:r>
        <w:t>145.0690</w:t>
      </w:r>
      <w:r>
        <w:tab/>
        <w:t>3.038e0</w:t>
      </w:r>
    </w:p>
    <w:p w:rsidR="006974AE" w:rsidRDefault="006974AE" w:rsidP="006974AE">
      <w:r>
        <w:t>145.0918</w:t>
      </w:r>
      <w:r>
        <w:tab/>
        <w:t>6.002e0</w:t>
      </w:r>
    </w:p>
    <w:p w:rsidR="006974AE" w:rsidRDefault="006974AE" w:rsidP="006974AE">
      <w:r>
        <w:t>145.0963</w:t>
      </w:r>
      <w:r>
        <w:tab/>
        <w:t>5.063e0</w:t>
      </w:r>
    </w:p>
    <w:p w:rsidR="006974AE" w:rsidRDefault="006974AE" w:rsidP="006974AE">
      <w:r>
        <w:t>145.0982</w:t>
      </w:r>
      <w:r>
        <w:tab/>
        <w:t>3.038e0</w:t>
      </w:r>
    </w:p>
    <w:p w:rsidR="006974AE" w:rsidRDefault="006974AE" w:rsidP="006974AE">
      <w:r>
        <w:t>145.1005</w:t>
      </w:r>
      <w:r>
        <w:tab/>
        <w:t>2.025e0</w:t>
      </w:r>
    </w:p>
    <w:p w:rsidR="006974AE" w:rsidRDefault="006974AE" w:rsidP="006974AE">
      <w:r>
        <w:t>145.1199</w:t>
      </w:r>
      <w:r>
        <w:tab/>
        <w:t>1.013e0</w:t>
      </w:r>
    </w:p>
    <w:p w:rsidR="006974AE" w:rsidRDefault="006974AE" w:rsidP="006974AE">
      <w:r>
        <w:t>145.1265</w:t>
      </w:r>
      <w:r>
        <w:tab/>
        <w:t>1.013e0</w:t>
      </w:r>
    </w:p>
    <w:p w:rsidR="006974AE" w:rsidRDefault="006974AE" w:rsidP="006974AE">
      <w:r>
        <w:t>145.1281</w:t>
      </w:r>
      <w:r>
        <w:tab/>
        <w:t>2.025e0</w:t>
      </w:r>
    </w:p>
    <w:p w:rsidR="006974AE" w:rsidRDefault="006974AE" w:rsidP="006974AE">
      <w:r>
        <w:t>145.1298</w:t>
      </w:r>
      <w:r>
        <w:tab/>
        <w:t>1.013e0</w:t>
      </w:r>
    </w:p>
    <w:p w:rsidR="006974AE" w:rsidRDefault="006974AE" w:rsidP="006974AE">
      <w:r>
        <w:t>145.1344</w:t>
      </w:r>
      <w:r>
        <w:tab/>
        <w:t>2.025e0</w:t>
      </w:r>
    </w:p>
    <w:p w:rsidR="006974AE" w:rsidRDefault="006974AE" w:rsidP="006974AE">
      <w:r>
        <w:t>145.1451</w:t>
      </w:r>
      <w:r>
        <w:tab/>
        <w:t>1.013e0</w:t>
      </w:r>
    </w:p>
    <w:p w:rsidR="006974AE" w:rsidRDefault="006974AE" w:rsidP="006974AE">
      <w:r>
        <w:t>145.1868</w:t>
      </w:r>
      <w:r>
        <w:tab/>
        <w:t>1.013e0</w:t>
      </w:r>
    </w:p>
    <w:p w:rsidR="006974AE" w:rsidRDefault="006974AE" w:rsidP="006974AE">
      <w:r>
        <w:t>145.1935</w:t>
      </w:r>
      <w:r>
        <w:tab/>
        <w:t>2.025e0</w:t>
      </w:r>
    </w:p>
    <w:p w:rsidR="006974AE" w:rsidRDefault="006974AE" w:rsidP="006974AE">
      <w:r>
        <w:t>145.1982</w:t>
      </w:r>
      <w:r>
        <w:tab/>
        <w:t>3.038e0</w:t>
      </w:r>
    </w:p>
    <w:p w:rsidR="006974AE" w:rsidRDefault="006974AE" w:rsidP="006974AE">
      <w:r>
        <w:t>145.2035</w:t>
      </w:r>
      <w:r>
        <w:tab/>
        <w:t>1.013e0</w:t>
      </w:r>
    </w:p>
    <w:p w:rsidR="006974AE" w:rsidRDefault="006974AE" w:rsidP="006974AE">
      <w:r>
        <w:lastRenderedPageBreak/>
        <w:t>145.2188</w:t>
      </w:r>
      <w:r>
        <w:tab/>
        <w:t>1.013e0</w:t>
      </w:r>
    </w:p>
    <w:p w:rsidR="006974AE" w:rsidRDefault="006974AE" w:rsidP="006974AE">
      <w:r>
        <w:t>145.2255</w:t>
      </w:r>
      <w:r>
        <w:tab/>
        <w:t>1.013e0</w:t>
      </w:r>
    </w:p>
    <w:p w:rsidR="006974AE" w:rsidRDefault="006974AE" w:rsidP="006974AE">
      <w:r>
        <w:t>145.2353</w:t>
      </w:r>
      <w:r>
        <w:tab/>
        <w:t>1.013e0</w:t>
      </w:r>
    </w:p>
    <w:p w:rsidR="006974AE" w:rsidRDefault="006974AE" w:rsidP="006974AE">
      <w:r>
        <w:t>145.2574</w:t>
      </w:r>
      <w:r>
        <w:tab/>
        <w:t>1.013e0</w:t>
      </w:r>
    </w:p>
    <w:p w:rsidR="006974AE" w:rsidRDefault="006974AE" w:rsidP="006974AE">
      <w:r>
        <w:t>145.2705</w:t>
      </w:r>
      <w:r>
        <w:tab/>
        <w:t>1.013e0</w:t>
      </w:r>
    </w:p>
    <w:p w:rsidR="006974AE" w:rsidRDefault="006974AE" w:rsidP="006974AE">
      <w:r>
        <w:t>145.2771</w:t>
      </w:r>
      <w:r>
        <w:tab/>
        <w:t>1.013e0</w:t>
      </w:r>
    </w:p>
    <w:p w:rsidR="006974AE" w:rsidRDefault="006974AE" w:rsidP="006974AE">
      <w:r>
        <w:t>145.2801</w:t>
      </w:r>
      <w:r>
        <w:tab/>
        <w:t>3.038e0</w:t>
      </w:r>
    </w:p>
    <w:p w:rsidR="006974AE" w:rsidRDefault="006974AE" w:rsidP="006974AE">
      <w:r>
        <w:t>145.2924</w:t>
      </w:r>
      <w:r>
        <w:tab/>
        <w:t>1.013e0</w:t>
      </w:r>
    </w:p>
    <w:p w:rsidR="006974AE" w:rsidRDefault="006974AE" w:rsidP="006974AE">
      <w:r>
        <w:t>145.2975</w:t>
      </w:r>
      <w:r>
        <w:tab/>
        <w:t>2.025e0</w:t>
      </w:r>
    </w:p>
    <w:p w:rsidR="006974AE" w:rsidRDefault="006974AE" w:rsidP="006974AE">
      <w:r>
        <w:t>145.3008</w:t>
      </w:r>
      <w:r>
        <w:tab/>
        <w:t>2.025e0</w:t>
      </w:r>
    </w:p>
    <w:p w:rsidR="006974AE" w:rsidRDefault="006974AE" w:rsidP="006974AE">
      <w:r>
        <w:t>145.3057</w:t>
      </w:r>
      <w:r>
        <w:tab/>
        <w:t>1.013e0</w:t>
      </w:r>
    </w:p>
    <w:p w:rsidR="006974AE" w:rsidRDefault="006974AE" w:rsidP="006974AE">
      <w:r>
        <w:t>145.3088</w:t>
      </w:r>
      <w:r>
        <w:tab/>
        <w:t>1.013e0</w:t>
      </w:r>
    </w:p>
    <w:p w:rsidR="006974AE" w:rsidRDefault="006974AE" w:rsidP="006974AE">
      <w:r>
        <w:t>145.3278</w:t>
      </w:r>
      <w:r>
        <w:tab/>
        <w:t>1.013e0</w:t>
      </w:r>
    </w:p>
    <w:p w:rsidR="006974AE" w:rsidRDefault="006974AE" w:rsidP="006974AE">
      <w:r>
        <w:t>145.3311</w:t>
      </w:r>
      <w:r>
        <w:tab/>
        <w:t>1.013e0</w:t>
      </w:r>
    </w:p>
    <w:p w:rsidR="006974AE" w:rsidRDefault="006974AE" w:rsidP="006974AE">
      <w:r>
        <w:t>145.3475</w:t>
      </w:r>
      <w:r>
        <w:tab/>
        <w:t>1.013e0</w:t>
      </w:r>
    </w:p>
    <w:p w:rsidR="006974AE" w:rsidRDefault="006974AE" w:rsidP="006974AE">
      <w:r>
        <w:t>145.3506</w:t>
      </w:r>
      <w:r>
        <w:tab/>
        <w:t>1.013e0</w:t>
      </w:r>
    </w:p>
    <w:p w:rsidR="006974AE" w:rsidRDefault="006974AE" w:rsidP="006974AE">
      <w:r>
        <w:t>145.3860</w:t>
      </w:r>
      <w:r>
        <w:tab/>
        <w:t>1.013e0</w:t>
      </w:r>
    </w:p>
    <w:p w:rsidR="006974AE" w:rsidRDefault="006974AE" w:rsidP="006974AE">
      <w:r>
        <w:t>145.3893</w:t>
      </w:r>
      <w:r>
        <w:tab/>
        <w:t>1.013e0</w:t>
      </w:r>
    </w:p>
    <w:p w:rsidR="006974AE" w:rsidRDefault="006974AE" w:rsidP="006974AE">
      <w:r>
        <w:t>145.3922</w:t>
      </w:r>
      <w:r>
        <w:tab/>
        <w:t>1.013e0</w:t>
      </w:r>
    </w:p>
    <w:p w:rsidR="006974AE" w:rsidRDefault="006974AE" w:rsidP="006974AE">
      <w:r>
        <w:lastRenderedPageBreak/>
        <w:t>145.4015</w:t>
      </w:r>
      <w:r>
        <w:tab/>
        <w:t>1.013e0</w:t>
      </w:r>
    </w:p>
    <w:p w:rsidR="006974AE" w:rsidRDefault="006974AE" w:rsidP="006974AE">
      <w:r>
        <w:t>145.4112</w:t>
      </w:r>
      <w:r>
        <w:tab/>
        <w:t>2.025e0</w:t>
      </w:r>
    </w:p>
    <w:p w:rsidR="006974AE" w:rsidRDefault="006974AE" w:rsidP="006974AE">
      <w:r>
        <w:t>145.4212</w:t>
      </w:r>
      <w:r>
        <w:tab/>
        <w:t>1.013e0</w:t>
      </w:r>
    </w:p>
    <w:p w:rsidR="006974AE" w:rsidRDefault="006974AE" w:rsidP="006974AE">
      <w:r>
        <w:t>145.4414</w:t>
      </w:r>
      <w:r>
        <w:tab/>
        <w:t>2.025e0</w:t>
      </w:r>
    </w:p>
    <w:p w:rsidR="006974AE" w:rsidRDefault="006974AE" w:rsidP="006974AE">
      <w:r>
        <w:t>145.4466</w:t>
      </w:r>
      <w:r>
        <w:tab/>
        <w:t>1.013e0</w:t>
      </w:r>
    </w:p>
    <w:p w:rsidR="006974AE" w:rsidRDefault="006974AE" w:rsidP="006974AE">
      <w:r>
        <w:t>145.4733</w:t>
      </w:r>
      <w:r>
        <w:tab/>
        <w:t>2.025e0</w:t>
      </w:r>
    </w:p>
    <w:p w:rsidR="006974AE" w:rsidRDefault="006974AE" w:rsidP="006974AE">
      <w:r>
        <w:t>145.4785</w:t>
      </w:r>
      <w:r>
        <w:tab/>
        <w:t>1.013e0</w:t>
      </w:r>
    </w:p>
    <w:p w:rsidR="006974AE" w:rsidRDefault="006974AE" w:rsidP="006974AE">
      <w:r>
        <w:t>145.4818</w:t>
      </w:r>
      <w:r>
        <w:tab/>
        <w:t>1.013e0</w:t>
      </w:r>
    </w:p>
    <w:p w:rsidR="006974AE" w:rsidRDefault="006974AE" w:rsidP="006974AE">
      <w:r>
        <w:t>145.4881</w:t>
      </w:r>
      <w:r>
        <w:tab/>
        <w:t>1.013e0</w:t>
      </w:r>
    </w:p>
    <w:p w:rsidR="006974AE" w:rsidRDefault="006974AE" w:rsidP="006974AE">
      <w:r>
        <w:t>145.4916</w:t>
      </w:r>
      <w:r>
        <w:tab/>
        <w:t>1.013e0</w:t>
      </w:r>
    </w:p>
    <w:p w:rsidR="006974AE" w:rsidRDefault="006974AE" w:rsidP="006974AE">
      <w:r>
        <w:t>145.4949</w:t>
      </w:r>
      <w:r>
        <w:tab/>
        <w:t>1.013e0</w:t>
      </w:r>
    </w:p>
    <w:p w:rsidR="006974AE" w:rsidRDefault="006974AE" w:rsidP="006974AE">
      <w:r>
        <w:t>145.5012</w:t>
      </w:r>
      <w:r>
        <w:tab/>
        <w:t>1.013e0</w:t>
      </w:r>
    </w:p>
    <w:p w:rsidR="006974AE" w:rsidRDefault="006974AE" w:rsidP="006974AE">
      <w:r>
        <w:t>145.5041</w:t>
      </w:r>
      <w:r>
        <w:tab/>
        <w:t>1.013e0</w:t>
      </w:r>
    </w:p>
    <w:p w:rsidR="006974AE" w:rsidRDefault="006974AE" w:rsidP="006974AE">
      <w:r>
        <w:t>145.5168</w:t>
      </w:r>
      <w:r>
        <w:tab/>
        <w:t>1.013e0</w:t>
      </w:r>
    </w:p>
    <w:p w:rsidR="006974AE" w:rsidRDefault="006974AE" w:rsidP="006974AE">
      <w:r>
        <w:t>145.5368</w:t>
      </w:r>
      <w:r>
        <w:tab/>
        <w:t>1.013e0</w:t>
      </w:r>
    </w:p>
    <w:p w:rsidR="006974AE" w:rsidRDefault="006974AE" w:rsidP="006974AE">
      <w:r>
        <w:t>145.5587</w:t>
      </w:r>
      <w:r>
        <w:tab/>
        <w:t>4.051e0</w:t>
      </w:r>
    </w:p>
    <w:p w:rsidR="006974AE" w:rsidRDefault="006974AE" w:rsidP="006974AE">
      <w:r>
        <w:t>145.5619</w:t>
      </w:r>
      <w:r>
        <w:tab/>
        <w:t>1.013e0</w:t>
      </w:r>
    </w:p>
    <w:p w:rsidR="006974AE" w:rsidRDefault="006974AE" w:rsidP="006974AE">
      <w:r>
        <w:t>145.5751</w:t>
      </w:r>
      <w:r>
        <w:tab/>
        <w:t>2.025e0</w:t>
      </w:r>
    </w:p>
    <w:p w:rsidR="006974AE" w:rsidRDefault="006974AE" w:rsidP="006974AE">
      <w:r>
        <w:t>145.5817</w:t>
      </w:r>
      <w:r>
        <w:tab/>
        <w:t>3.038e0</w:t>
      </w:r>
    </w:p>
    <w:p w:rsidR="006974AE" w:rsidRDefault="006974AE" w:rsidP="006974AE">
      <w:r>
        <w:lastRenderedPageBreak/>
        <w:t>145.5906</w:t>
      </w:r>
      <w:r>
        <w:tab/>
        <w:t>1.013e0</w:t>
      </w:r>
    </w:p>
    <w:p w:rsidR="006974AE" w:rsidRDefault="006974AE" w:rsidP="006974AE">
      <w:r>
        <w:t>145.6037</w:t>
      </w:r>
      <w:r>
        <w:tab/>
        <w:t>1.013e0</w:t>
      </w:r>
    </w:p>
    <w:p w:rsidR="006974AE" w:rsidRDefault="006974AE" w:rsidP="006974AE">
      <w:r>
        <w:t>145.6071</w:t>
      </w:r>
      <w:r>
        <w:tab/>
        <w:t>1.013e0</w:t>
      </w:r>
    </w:p>
    <w:p w:rsidR="006974AE" w:rsidRDefault="006974AE" w:rsidP="006974AE">
      <w:r>
        <w:t>145.6106</w:t>
      </w:r>
      <w:r>
        <w:tab/>
        <w:t>2.025e0</w:t>
      </w:r>
    </w:p>
    <w:p w:rsidR="006974AE" w:rsidRDefault="006974AE" w:rsidP="006974AE">
      <w:r>
        <w:t>145.6148</w:t>
      </w:r>
      <w:r>
        <w:tab/>
        <w:t>2.025e0</w:t>
      </w:r>
    </w:p>
    <w:p w:rsidR="006974AE" w:rsidRDefault="006974AE" w:rsidP="006974AE">
      <w:r>
        <w:t>145.6578</w:t>
      </w:r>
      <w:r>
        <w:tab/>
        <w:t>1.013e0</w:t>
      </w:r>
    </w:p>
    <w:p w:rsidR="006974AE" w:rsidRDefault="006974AE" w:rsidP="006974AE">
      <w:r>
        <w:t>145.6709</w:t>
      </w:r>
      <w:r>
        <w:tab/>
        <w:t>1.013e0</w:t>
      </w:r>
    </w:p>
    <w:p w:rsidR="006974AE" w:rsidRDefault="006974AE" w:rsidP="006974AE">
      <w:r>
        <w:t>145.6741</w:t>
      </w:r>
      <w:r>
        <w:tab/>
        <w:t>1.013e0</w:t>
      </w:r>
    </w:p>
    <w:p w:rsidR="006974AE" w:rsidRDefault="006974AE" w:rsidP="006974AE">
      <w:r>
        <w:t>145.6776</w:t>
      </w:r>
      <w:r>
        <w:tab/>
        <w:t>1.013e0</w:t>
      </w:r>
    </w:p>
    <w:p w:rsidR="006974AE" w:rsidRDefault="006974AE" w:rsidP="006974AE">
      <w:r>
        <w:t>145.6871</w:t>
      </w:r>
      <w:r>
        <w:tab/>
        <w:t>1.013e0</w:t>
      </w:r>
    </w:p>
    <w:p w:rsidR="006974AE" w:rsidRDefault="006974AE" w:rsidP="006974AE">
      <w:r>
        <w:t>145.6901</w:t>
      </w:r>
      <w:r>
        <w:tab/>
        <w:t>1.013e0</w:t>
      </w:r>
    </w:p>
    <w:p w:rsidR="006974AE" w:rsidRDefault="006974AE" w:rsidP="006974AE">
      <w:r>
        <w:t>145.7161</w:t>
      </w:r>
      <w:r>
        <w:tab/>
        <w:t>1.013e0</w:t>
      </w:r>
    </w:p>
    <w:p w:rsidR="006974AE" w:rsidRDefault="006974AE" w:rsidP="006974AE">
      <w:r>
        <w:t>145.7194</w:t>
      </w:r>
      <w:r>
        <w:tab/>
        <w:t>2.025e0</w:t>
      </w:r>
    </w:p>
    <w:p w:rsidR="006974AE" w:rsidRDefault="006974AE" w:rsidP="006974AE">
      <w:r>
        <w:t>145.7255</w:t>
      </w:r>
      <w:r>
        <w:tab/>
        <w:t>1.013e0</w:t>
      </w:r>
    </w:p>
    <w:p w:rsidR="006974AE" w:rsidRDefault="006974AE" w:rsidP="006974AE">
      <w:r>
        <w:t>145.7349</w:t>
      </w:r>
      <w:r>
        <w:tab/>
        <w:t>2.025e0</w:t>
      </w:r>
    </w:p>
    <w:p w:rsidR="006974AE" w:rsidRDefault="006974AE" w:rsidP="006974AE">
      <w:r>
        <w:t>145.7799</w:t>
      </w:r>
      <w:r>
        <w:tab/>
        <w:t>1.013e0</w:t>
      </w:r>
    </w:p>
    <w:p w:rsidR="006974AE" w:rsidRDefault="006974AE" w:rsidP="006974AE">
      <w:r>
        <w:t>145.7899</w:t>
      </w:r>
      <w:r>
        <w:tab/>
        <w:t>2.025e0</w:t>
      </w:r>
    </w:p>
    <w:p w:rsidR="006974AE" w:rsidRDefault="006974AE" w:rsidP="006974AE">
      <w:r>
        <w:t>145.7915</w:t>
      </w:r>
      <w:r>
        <w:tab/>
        <w:t>2.025e0</w:t>
      </w:r>
    </w:p>
    <w:p w:rsidR="006974AE" w:rsidRDefault="006974AE" w:rsidP="006974AE">
      <w:r>
        <w:t>145.7994</w:t>
      </w:r>
      <w:r>
        <w:tab/>
        <w:t>1.013e0</w:t>
      </w:r>
    </w:p>
    <w:p w:rsidR="006974AE" w:rsidRDefault="006974AE" w:rsidP="006974AE">
      <w:r>
        <w:lastRenderedPageBreak/>
        <w:t>145.8024</w:t>
      </w:r>
      <w:r>
        <w:tab/>
        <w:t>1.013e0</w:t>
      </w:r>
    </w:p>
    <w:p w:rsidR="006974AE" w:rsidRDefault="006974AE" w:rsidP="006974AE">
      <w:r>
        <w:t>145.8120</w:t>
      </w:r>
      <w:r>
        <w:tab/>
        <w:t>3.038e0</w:t>
      </w:r>
    </w:p>
    <w:p w:rsidR="006974AE" w:rsidRDefault="006974AE" w:rsidP="006974AE">
      <w:r>
        <w:t>145.8349</w:t>
      </w:r>
      <w:r>
        <w:tab/>
        <w:t>1.013e0</w:t>
      </w:r>
    </w:p>
    <w:p w:rsidR="006974AE" w:rsidRDefault="006974AE" w:rsidP="006974AE">
      <w:r>
        <w:t>145.8364</w:t>
      </w:r>
      <w:r>
        <w:tab/>
        <w:t>2.025e0</w:t>
      </w:r>
    </w:p>
    <w:p w:rsidR="006974AE" w:rsidRDefault="006974AE" w:rsidP="006974AE">
      <w:r>
        <w:t>145.8380</w:t>
      </w:r>
      <w:r>
        <w:tab/>
        <w:t>1.013e0</w:t>
      </w:r>
    </w:p>
    <w:p w:rsidR="006974AE" w:rsidRDefault="006974AE" w:rsidP="006974AE">
      <w:r>
        <w:t>145.8635</w:t>
      </w:r>
      <w:r>
        <w:tab/>
        <w:t>1.013e0</w:t>
      </w:r>
    </w:p>
    <w:p w:rsidR="006974AE" w:rsidRDefault="006974AE" w:rsidP="006974AE">
      <w:r>
        <w:t>145.8703</w:t>
      </w:r>
      <w:r>
        <w:tab/>
        <w:t>1.013e0</w:t>
      </w:r>
    </w:p>
    <w:p w:rsidR="006974AE" w:rsidRDefault="006974AE" w:rsidP="006974AE">
      <w:r>
        <w:t>145.8733</w:t>
      </w:r>
      <w:r>
        <w:tab/>
        <w:t>1.013e0</w:t>
      </w:r>
    </w:p>
    <w:p w:rsidR="006974AE" w:rsidRDefault="006974AE" w:rsidP="006974AE">
      <w:r>
        <w:t>145.8764</w:t>
      </w:r>
      <w:r>
        <w:tab/>
        <w:t>1.013e0</w:t>
      </w:r>
    </w:p>
    <w:p w:rsidR="006974AE" w:rsidRDefault="006974AE" w:rsidP="006974AE">
      <w:r>
        <w:t>145.8856</w:t>
      </w:r>
      <w:r>
        <w:tab/>
        <w:t>1.013e0</w:t>
      </w:r>
    </w:p>
    <w:p w:rsidR="006974AE" w:rsidRDefault="006974AE" w:rsidP="006974AE">
      <w:r>
        <w:t>145.8957</w:t>
      </w:r>
      <w:r>
        <w:tab/>
        <w:t>1.013e0</w:t>
      </w:r>
    </w:p>
    <w:p w:rsidR="006974AE" w:rsidRDefault="006974AE" w:rsidP="006974AE">
      <w:r>
        <w:t>145.9054</w:t>
      </w:r>
      <w:r>
        <w:tab/>
        <w:t>2.025e0</w:t>
      </w:r>
    </w:p>
    <w:p w:rsidR="006974AE" w:rsidRDefault="006974AE" w:rsidP="006974AE">
      <w:r>
        <w:t>145.9148</w:t>
      </w:r>
      <w:r>
        <w:tab/>
        <w:t>2.025e0</w:t>
      </w:r>
    </w:p>
    <w:p w:rsidR="006974AE" w:rsidRDefault="006974AE" w:rsidP="006974AE">
      <w:r>
        <w:t>145.9244</w:t>
      </w:r>
      <w:r>
        <w:tab/>
        <w:t>1.013e0</w:t>
      </w:r>
    </w:p>
    <w:p w:rsidR="006974AE" w:rsidRDefault="006974AE" w:rsidP="006974AE">
      <w:r>
        <w:t>145.9308</w:t>
      </w:r>
      <w:r>
        <w:tab/>
        <w:t>1.013e0</w:t>
      </w:r>
    </w:p>
    <w:p w:rsidR="006974AE" w:rsidRDefault="006974AE" w:rsidP="006974AE">
      <w:r>
        <w:t>145.9441</w:t>
      </w:r>
      <w:r>
        <w:tab/>
        <w:t>1.013e0</w:t>
      </w:r>
    </w:p>
    <w:p w:rsidR="006974AE" w:rsidRDefault="006974AE" w:rsidP="006974AE">
      <w:r>
        <w:t>145.9532</w:t>
      </w:r>
      <w:r>
        <w:tab/>
        <w:t>1.013e0</w:t>
      </w:r>
    </w:p>
    <w:p w:rsidR="006974AE" w:rsidRDefault="006974AE" w:rsidP="006974AE">
      <w:r>
        <w:t>145.9695</w:t>
      </w:r>
      <w:r>
        <w:tab/>
        <w:t>1.013e0</w:t>
      </w:r>
    </w:p>
    <w:p w:rsidR="006974AE" w:rsidRDefault="006974AE" w:rsidP="006974AE">
      <w:r>
        <w:t>145.9827</w:t>
      </w:r>
      <w:r>
        <w:tab/>
        <w:t>2.025e0</w:t>
      </w:r>
    </w:p>
    <w:p w:rsidR="006974AE" w:rsidRDefault="006974AE" w:rsidP="006974AE">
      <w:r>
        <w:lastRenderedPageBreak/>
        <w:t>146.0177</w:t>
      </w:r>
      <w:r>
        <w:tab/>
        <w:t>1.013e0</w:t>
      </w:r>
    </w:p>
    <w:p w:rsidR="006974AE" w:rsidRDefault="006974AE" w:rsidP="006974AE">
      <w:r>
        <w:t>146.0459</w:t>
      </w:r>
      <w:r>
        <w:tab/>
        <w:t>4.051e0</w:t>
      </w:r>
    </w:p>
    <w:p w:rsidR="006974AE" w:rsidRDefault="006974AE" w:rsidP="006974AE">
      <w:r>
        <w:t>146.0668</w:t>
      </w:r>
      <w:r>
        <w:tab/>
        <w:t>1.013e1</w:t>
      </w:r>
    </w:p>
    <w:p w:rsidR="006974AE" w:rsidRDefault="006974AE" w:rsidP="006974AE">
      <w:r>
        <w:t>146.0687</w:t>
      </w:r>
      <w:r>
        <w:tab/>
        <w:t>7.179e1</w:t>
      </w:r>
    </w:p>
    <w:p w:rsidR="006974AE" w:rsidRDefault="006974AE" w:rsidP="006974AE">
      <w:r>
        <w:t>146.0706</w:t>
      </w:r>
      <w:r>
        <w:tab/>
        <w:t>5.975e1</w:t>
      </w:r>
    </w:p>
    <w:p w:rsidR="006974AE" w:rsidRDefault="006974AE" w:rsidP="006974AE">
      <w:r>
        <w:t>146.0718</w:t>
      </w:r>
      <w:r>
        <w:tab/>
        <w:t>2.228e1</w:t>
      </w:r>
    </w:p>
    <w:p w:rsidR="006974AE" w:rsidRDefault="006974AE" w:rsidP="006974AE">
      <w:r>
        <w:t>146.0877</w:t>
      </w:r>
      <w:r>
        <w:tab/>
        <w:t>7.006e0</w:t>
      </w:r>
    </w:p>
    <w:p w:rsidR="006974AE" w:rsidRDefault="006974AE" w:rsidP="006974AE">
      <w:r>
        <w:t>146.1012</w:t>
      </w:r>
      <w:r>
        <w:tab/>
        <w:t>2.025e0</w:t>
      </w:r>
    </w:p>
    <w:p w:rsidR="006974AE" w:rsidRDefault="006974AE" w:rsidP="006974AE">
      <w:r>
        <w:t>146.1106</w:t>
      </w:r>
      <w:r>
        <w:tab/>
        <w:t>1.013e0</w:t>
      </w:r>
    </w:p>
    <w:p w:rsidR="006974AE" w:rsidRDefault="006974AE" w:rsidP="006974AE">
      <w:r>
        <w:t>146.1172</w:t>
      </w:r>
      <w:r>
        <w:tab/>
        <w:t>1.013e0</w:t>
      </w:r>
    </w:p>
    <w:p w:rsidR="006974AE" w:rsidRDefault="006974AE" w:rsidP="006974AE">
      <w:r>
        <w:t>146.1203</w:t>
      </w:r>
      <w:r>
        <w:tab/>
        <w:t>2.025e0</w:t>
      </w:r>
    </w:p>
    <w:p w:rsidR="006974AE" w:rsidRDefault="006974AE" w:rsidP="006974AE">
      <w:r>
        <w:t>146.1235</w:t>
      </w:r>
      <w:r>
        <w:tab/>
        <w:t>1.013e0</w:t>
      </w:r>
    </w:p>
    <w:p w:rsidR="006974AE" w:rsidRDefault="006974AE" w:rsidP="006974AE">
      <w:r>
        <w:t>146.1337</w:t>
      </w:r>
      <w:r>
        <w:tab/>
        <w:t>1.013e0</w:t>
      </w:r>
    </w:p>
    <w:p w:rsidR="006974AE" w:rsidRDefault="006974AE" w:rsidP="006974AE">
      <w:r>
        <w:t>146.1396</w:t>
      </w:r>
      <w:r>
        <w:tab/>
        <w:t>1.013e0</w:t>
      </w:r>
    </w:p>
    <w:p w:rsidR="006974AE" w:rsidRDefault="006974AE" w:rsidP="006974AE">
      <w:r>
        <w:t>146.1557</w:t>
      </w:r>
      <w:r>
        <w:tab/>
        <w:t>2.025e0</w:t>
      </w:r>
    </w:p>
    <w:p w:rsidR="006974AE" w:rsidRDefault="006974AE" w:rsidP="006974AE">
      <w:r>
        <w:t>146.1753</w:t>
      </w:r>
      <w:r>
        <w:tab/>
        <w:t>3.038e0</w:t>
      </w:r>
    </w:p>
    <w:p w:rsidR="006974AE" w:rsidRDefault="006974AE" w:rsidP="006974AE">
      <w:r>
        <w:t>146.1942</w:t>
      </w:r>
      <w:r>
        <w:tab/>
        <w:t>2.025e0</w:t>
      </w:r>
    </w:p>
    <w:p w:rsidR="006974AE" w:rsidRDefault="006974AE" w:rsidP="006974AE">
      <w:r>
        <w:t>146.1974</w:t>
      </w:r>
      <w:r>
        <w:tab/>
        <w:t>1.013e0</w:t>
      </w:r>
    </w:p>
    <w:p w:rsidR="006974AE" w:rsidRDefault="006974AE" w:rsidP="006974AE">
      <w:r>
        <w:t>146.2075</w:t>
      </w:r>
      <w:r>
        <w:tab/>
        <w:t>2.025e0</w:t>
      </w:r>
    </w:p>
    <w:p w:rsidR="006974AE" w:rsidRDefault="006974AE" w:rsidP="006974AE">
      <w:r>
        <w:lastRenderedPageBreak/>
        <w:t>146.2228</w:t>
      </w:r>
      <w:r>
        <w:tab/>
        <w:t>1.013e0</w:t>
      </w:r>
    </w:p>
    <w:p w:rsidR="006974AE" w:rsidRDefault="006974AE" w:rsidP="006974AE">
      <w:r>
        <w:t>146.2344</w:t>
      </w:r>
      <w:r>
        <w:tab/>
        <w:t>2.025e0</w:t>
      </w:r>
    </w:p>
    <w:p w:rsidR="006974AE" w:rsidRDefault="006974AE" w:rsidP="006974AE">
      <w:r>
        <w:t>146.2459</w:t>
      </w:r>
      <w:r>
        <w:tab/>
        <w:t>1.013e0</w:t>
      </w:r>
    </w:p>
    <w:p w:rsidR="006974AE" w:rsidRDefault="006974AE" w:rsidP="006974AE">
      <w:r>
        <w:t>146.2647</w:t>
      </w:r>
      <w:r>
        <w:tab/>
        <w:t>1.013e0</w:t>
      </w:r>
    </w:p>
    <w:p w:rsidR="006974AE" w:rsidRDefault="006974AE" w:rsidP="006974AE">
      <w:r>
        <w:t>146.2666</w:t>
      </w:r>
      <w:r>
        <w:tab/>
        <w:t>2.025e0</w:t>
      </w:r>
    </w:p>
    <w:p w:rsidR="006974AE" w:rsidRDefault="006974AE" w:rsidP="006974AE">
      <w:r>
        <w:t>146.2681</w:t>
      </w:r>
      <w:r>
        <w:tab/>
        <w:t>2.025e0</w:t>
      </w:r>
    </w:p>
    <w:p w:rsidR="006974AE" w:rsidRDefault="006974AE" w:rsidP="006974AE">
      <w:r>
        <w:t>146.2746</w:t>
      </w:r>
      <w:r>
        <w:tab/>
        <w:t>1.013e0</w:t>
      </w:r>
    </w:p>
    <w:p w:rsidR="006974AE" w:rsidRDefault="006974AE" w:rsidP="006974AE">
      <w:r>
        <w:t>146.2879</w:t>
      </w:r>
      <w:r>
        <w:tab/>
        <w:t>1.013e0</w:t>
      </w:r>
    </w:p>
    <w:p w:rsidR="006974AE" w:rsidRDefault="006974AE" w:rsidP="006974AE">
      <w:r>
        <w:t>146.3132</w:t>
      </w:r>
      <w:r>
        <w:tab/>
        <w:t>2.025e0</w:t>
      </w:r>
    </w:p>
    <w:p w:rsidR="006974AE" w:rsidRDefault="006974AE" w:rsidP="006974AE">
      <w:r>
        <w:t>146.3485</w:t>
      </w:r>
      <w:r>
        <w:tab/>
        <w:t>1.013e0</w:t>
      </w:r>
    </w:p>
    <w:p w:rsidR="006974AE" w:rsidRDefault="006974AE" w:rsidP="006974AE">
      <w:r>
        <w:t>146.3552</w:t>
      </w:r>
      <w:r>
        <w:tab/>
        <w:t>1.013e0</w:t>
      </w:r>
    </w:p>
    <w:p w:rsidR="006974AE" w:rsidRDefault="006974AE" w:rsidP="006974AE">
      <w:r>
        <w:t>146.3584</w:t>
      </w:r>
      <w:r>
        <w:tab/>
        <w:t>1.013e0</w:t>
      </w:r>
    </w:p>
    <w:p w:rsidR="006974AE" w:rsidRDefault="006974AE" w:rsidP="006974AE">
      <w:r>
        <w:t>146.3709</w:t>
      </w:r>
      <w:r>
        <w:tab/>
        <w:t>1.013e0</w:t>
      </w:r>
    </w:p>
    <w:p w:rsidR="006974AE" w:rsidRDefault="006974AE" w:rsidP="006974AE">
      <w:r>
        <w:t>146.3805</w:t>
      </w:r>
      <w:r>
        <w:tab/>
        <w:t>1.013e0</w:t>
      </w:r>
    </w:p>
    <w:p w:rsidR="006974AE" w:rsidRDefault="006974AE" w:rsidP="006974AE">
      <w:r>
        <w:t>146.3970</w:t>
      </w:r>
      <w:r>
        <w:tab/>
        <w:t>2.025e0</w:t>
      </w:r>
    </w:p>
    <w:p w:rsidR="006974AE" w:rsidRDefault="006974AE" w:rsidP="006974AE">
      <w:r>
        <w:t>146.4037</w:t>
      </w:r>
      <w:r>
        <w:tab/>
        <w:t>2.025e0</w:t>
      </w:r>
    </w:p>
    <w:p w:rsidR="006974AE" w:rsidRDefault="006974AE" w:rsidP="006974AE">
      <w:r>
        <w:t>146.4144</w:t>
      </w:r>
      <w:r>
        <w:tab/>
        <w:t>2.025e0</w:t>
      </w:r>
    </w:p>
    <w:p w:rsidR="006974AE" w:rsidRDefault="006974AE" w:rsidP="006974AE">
      <w:r>
        <w:t>146.4158</w:t>
      </w:r>
      <w:r>
        <w:tab/>
        <w:t>1.013e0</w:t>
      </w:r>
    </w:p>
    <w:p w:rsidR="006974AE" w:rsidRDefault="006974AE" w:rsidP="006974AE">
      <w:r>
        <w:t>146.4258</w:t>
      </w:r>
      <w:r>
        <w:tab/>
        <w:t>1.013e0</w:t>
      </w:r>
    </w:p>
    <w:p w:rsidR="006974AE" w:rsidRDefault="006974AE" w:rsidP="006974AE">
      <w:r>
        <w:lastRenderedPageBreak/>
        <w:t>146.4290</w:t>
      </w:r>
      <w:r>
        <w:tab/>
        <w:t>2.025e0</w:t>
      </w:r>
    </w:p>
    <w:p w:rsidR="006974AE" w:rsidRDefault="006974AE" w:rsidP="006974AE">
      <w:r>
        <w:t>146.4450</w:t>
      </w:r>
      <w:r>
        <w:tab/>
        <w:t>1.013e0</w:t>
      </w:r>
    </w:p>
    <w:p w:rsidR="006974AE" w:rsidRDefault="006974AE" w:rsidP="006974AE">
      <w:r>
        <w:t>146.4511</w:t>
      </w:r>
      <w:r>
        <w:tab/>
        <w:t>1.013e0</w:t>
      </w:r>
    </w:p>
    <w:p w:rsidR="006974AE" w:rsidRDefault="006974AE" w:rsidP="006974AE">
      <w:r>
        <w:t>146.4579</w:t>
      </w:r>
      <w:r>
        <w:tab/>
        <w:t>1.013e0</w:t>
      </w:r>
    </w:p>
    <w:p w:rsidR="006974AE" w:rsidRDefault="006974AE" w:rsidP="006974AE">
      <w:r>
        <w:t>146.4612</w:t>
      </w:r>
      <w:r>
        <w:tab/>
        <w:t>1.013e0</w:t>
      </w:r>
    </w:p>
    <w:p w:rsidR="006974AE" w:rsidRDefault="006974AE" w:rsidP="006974AE">
      <w:r>
        <w:t>146.4834</w:t>
      </w:r>
      <w:r>
        <w:tab/>
        <w:t>1.013e0</w:t>
      </w:r>
    </w:p>
    <w:p w:rsidR="006974AE" w:rsidRDefault="006974AE" w:rsidP="006974AE">
      <w:r>
        <w:t>146.4963</w:t>
      </w:r>
      <w:r>
        <w:tab/>
        <w:t>1.013e0</w:t>
      </w:r>
    </w:p>
    <w:p w:rsidR="006974AE" w:rsidRDefault="006974AE" w:rsidP="006974AE">
      <w:r>
        <w:t>146.5031</w:t>
      </w:r>
      <w:r>
        <w:tab/>
        <w:t>1.013e0</w:t>
      </w:r>
    </w:p>
    <w:p w:rsidR="006974AE" w:rsidRDefault="006974AE" w:rsidP="006974AE">
      <w:r>
        <w:t>146.5130</w:t>
      </w:r>
      <w:r>
        <w:tab/>
        <w:t>1.013e0</w:t>
      </w:r>
    </w:p>
    <w:p w:rsidR="006974AE" w:rsidRDefault="006974AE" w:rsidP="006974AE">
      <w:r>
        <w:t>146.5160</w:t>
      </w:r>
      <w:r>
        <w:tab/>
        <w:t>1.013e0</w:t>
      </w:r>
    </w:p>
    <w:p w:rsidR="006974AE" w:rsidRDefault="006974AE" w:rsidP="006974AE">
      <w:r>
        <w:t>146.5417</w:t>
      </w:r>
      <w:r>
        <w:tab/>
        <w:t>1.013e0</w:t>
      </w:r>
    </w:p>
    <w:p w:rsidR="006974AE" w:rsidRDefault="006974AE" w:rsidP="006974AE">
      <w:r>
        <w:t>146.5450</w:t>
      </w:r>
      <w:r>
        <w:tab/>
        <w:t>2.025e0</w:t>
      </w:r>
    </w:p>
    <w:p w:rsidR="006974AE" w:rsidRDefault="006974AE" w:rsidP="006974AE">
      <w:r>
        <w:t>146.5543</w:t>
      </w:r>
      <w:r>
        <w:tab/>
        <w:t>6.076e0</w:t>
      </w:r>
    </w:p>
    <w:p w:rsidR="006974AE" w:rsidRDefault="006974AE" w:rsidP="006974AE">
      <w:r>
        <w:t>146.5576</w:t>
      </w:r>
      <w:r>
        <w:tab/>
        <w:t>2.025e0</w:t>
      </w:r>
    </w:p>
    <w:p w:rsidR="006974AE" w:rsidRDefault="006974AE" w:rsidP="006974AE">
      <w:r>
        <w:t>146.5801</w:t>
      </w:r>
      <w:r>
        <w:tab/>
        <w:t>1.013e0</w:t>
      </w:r>
    </w:p>
    <w:p w:rsidR="006974AE" w:rsidRDefault="006974AE" w:rsidP="006974AE">
      <w:r>
        <w:t>146.5902</w:t>
      </w:r>
      <w:r>
        <w:tab/>
        <w:t>1.013e0</w:t>
      </w:r>
    </w:p>
    <w:p w:rsidR="006974AE" w:rsidRDefault="006974AE" w:rsidP="006974AE">
      <w:r>
        <w:t>146.5962</w:t>
      </w:r>
      <w:r>
        <w:tab/>
        <w:t>1.013e0</w:t>
      </w:r>
    </w:p>
    <w:p w:rsidR="006974AE" w:rsidRDefault="006974AE" w:rsidP="006974AE">
      <w:r>
        <w:t>146.6057</w:t>
      </w:r>
      <w:r>
        <w:tab/>
        <w:t>1.013e0</w:t>
      </w:r>
    </w:p>
    <w:p w:rsidR="006974AE" w:rsidRDefault="006974AE" w:rsidP="006974AE">
      <w:r>
        <w:t>146.6156</w:t>
      </w:r>
      <w:r>
        <w:tab/>
        <w:t>1.013e0</w:t>
      </w:r>
    </w:p>
    <w:p w:rsidR="006974AE" w:rsidRDefault="006974AE" w:rsidP="006974AE">
      <w:r>
        <w:lastRenderedPageBreak/>
        <w:t>146.6304</w:t>
      </w:r>
      <w:r>
        <w:tab/>
        <w:t>2.025e0</w:t>
      </w:r>
    </w:p>
    <w:p w:rsidR="006974AE" w:rsidRDefault="006974AE" w:rsidP="006974AE">
      <w:r>
        <w:t>146.6509</w:t>
      </w:r>
      <w:r>
        <w:tab/>
        <w:t>2.025e0</w:t>
      </w:r>
    </w:p>
    <w:p w:rsidR="006974AE" w:rsidRDefault="006974AE" w:rsidP="006974AE">
      <w:r>
        <w:t>146.6543</w:t>
      </w:r>
      <w:r>
        <w:tab/>
        <w:t>2.025e0</w:t>
      </w:r>
    </w:p>
    <w:p w:rsidR="006974AE" w:rsidRDefault="006974AE" w:rsidP="006974AE">
      <w:r>
        <w:t>146.6641</w:t>
      </w:r>
      <w:r>
        <w:tab/>
        <w:t>3.038e0</w:t>
      </w:r>
    </w:p>
    <w:p w:rsidR="006974AE" w:rsidRDefault="006974AE" w:rsidP="006974AE">
      <w:r>
        <w:t>146.7061</w:t>
      </w:r>
      <w:r>
        <w:tab/>
        <w:t>1.013e0</w:t>
      </w:r>
    </w:p>
    <w:p w:rsidR="006974AE" w:rsidRDefault="006974AE" w:rsidP="006974AE">
      <w:r>
        <w:t>146.7537</w:t>
      </w:r>
      <w:r>
        <w:tab/>
        <w:t>1.013e0</w:t>
      </w:r>
    </w:p>
    <w:p w:rsidR="006974AE" w:rsidRDefault="006974AE" w:rsidP="006974AE">
      <w:r>
        <w:t>146.7569</w:t>
      </w:r>
      <w:r>
        <w:tab/>
        <w:t>1.013e0</w:t>
      </w:r>
    </w:p>
    <w:p w:rsidR="006974AE" w:rsidRDefault="006974AE" w:rsidP="006974AE">
      <w:r>
        <w:t>146.7834</w:t>
      </w:r>
      <w:r>
        <w:tab/>
        <w:t>1.013e0</w:t>
      </w:r>
    </w:p>
    <w:p w:rsidR="006974AE" w:rsidRDefault="006974AE" w:rsidP="006974AE">
      <w:r>
        <w:t>146.7879</w:t>
      </w:r>
      <w:r>
        <w:tab/>
        <w:t>2.025e0</w:t>
      </w:r>
    </w:p>
    <w:p w:rsidR="006974AE" w:rsidRDefault="006974AE" w:rsidP="006974AE">
      <w:r>
        <w:t>146.7989</w:t>
      </w:r>
      <w:r>
        <w:tab/>
        <w:t>1.013e0</w:t>
      </w:r>
    </w:p>
    <w:p w:rsidR="006974AE" w:rsidRDefault="006974AE" w:rsidP="006974AE">
      <w:r>
        <w:t>146.8185</w:t>
      </w:r>
      <w:r>
        <w:tab/>
        <w:t>1.013e0</w:t>
      </w:r>
    </w:p>
    <w:p w:rsidR="006974AE" w:rsidRDefault="006974AE" w:rsidP="006974AE">
      <w:r>
        <w:t>146.8249</w:t>
      </w:r>
      <w:r>
        <w:tab/>
        <w:t>2.025e0</w:t>
      </w:r>
    </w:p>
    <w:p w:rsidR="006974AE" w:rsidRDefault="006974AE" w:rsidP="006974AE">
      <w:r>
        <w:t>146.8376</w:t>
      </w:r>
      <w:r>
        <w:tab/>
        <w:t>1.013e0</w:t>
      </w:r>
    </w:p>
    <w:p w:rsidR="006974AE" w:rsidRDefault="006974AE" w:rsidP="006974AE">
      <w:r>
        <w:t>146.8440</w:t>
      </w:r>
      <w:r>
        <w:tab/>
        <w:t>1.013e0</w:t>
      </w:r>
    </w:p>
    <w:p w:rsidR="006974AE" w:rsidRDefault="006974AE" w:rsidP="006974AE">
      <w:r>
        <w:t>146.8507</w:t>
      </w:r>
      <w:r>
        <w:tab/>
        <w:t>1.013e0</w:t>
      </w:r>
    </w:p>
    <w:p w:rsidR="006974AE" w:rsidRDefault="006974AE" w:rsidP="006974AE">
      <w:r>
        <w:t>146.8637</w:t>
      </w:r>
      <w:r>
        <w:tab/>
        <w:t>1.013e0</w:t>
      </w:r>
    </w:p>
    <w:p w:rsidR="006974AE" w:rsidRDefault="006974AE" w:rsidP="006974AE">
      <w:r>
        <w:t>146.8762</w:t>
      </w:r>
      <w:r>
        <w:tab/>
        <w:t>1.013e0</w:t>
      </w:r>
    </w:p>
    <w:p w:rsidR="006974AE" w:rsidRDefault="006974AE" w:rsidP="006974AE">
      <w:r>
        <w:t>146.9038</w:t>
      </w:r>
      <w:r>
        <w:tab/>
        <w:t>4.051e0</w:t>
      </w:r>
    </w:p>
    <w:p w:rsidR="006974AE" w:rsidRDefault="006974AE" w:rsidP="006974AE">
      <w:r>
        <w:t>146.9113</w:t>
      </w:r>
      <w:r>
        <w:tab/>
        <w:t>1.013e0</w:t>
      </w:r>
    </w:p>
    <w:p w:rsidR="006974AE" w:rsidRDefault="006974AE" w:rsidP="006974AE">
      <w:r>
        <w:lastRenderedPageBreak/>
        <w:t>146.9213</w:t>
      </w:r>
      <w:r>
        <w:tab/>
        <w:t>1.013e0</w:t>
      </w:r>
    </w:p>
    <w:p w:rsidR="006974AE" w:rsidRDefault="006974AE" w:rsidP="006974AE">
      <w:r>
        <w:t>146.9363</w:t>
      </w:r>
      <w:r>
        <w:tab/>
        <w:t>2.025e0</w:t>
      </w:r>
    </w:p>
    <w:p w:rsidR="006974AE" w:rsidRDefault="006974AE" w:rsidP="006974AE">
      <w:r>
        <w:t>146.9634</w:t>
      </w:r>
      <w:r>
        <w:tab/>
        <w:t>1.013e0</w:t>
      </w:r>
    </w:p>
    <w:p w:rsidR="006974AE" w:rsidRDefault="006974AE" w:rsidP="006974AE">
      <w:r>
        <w:t>146.9765</w:t>
      </w:r>
      <w:r>
        <w:tab/>
        <w:t>1.013e0</w:t>
      </w:r>
    </w:p>
    <w:p w:rsidR="006974AE" w:rsidRDefault="006974AE" w:rsidP="006974AE">
      <w:r>
        <w:t>146.9781</w:t>
      </w:r>
      <w:r>
        <w:tab/>
        <w:t>4.051e0</w:t>
      </w:r>
    </w:p>
    <w:p w:rsidR="006974AE" w:rsidRDefault="006974AE" w:rsidP="006974AE">
      <w:r>
        <w:t>146.9797</w:t>
      </w:r>
      <w:r>
        <w:tab/>
        <w:t>1.013e0</w:t>
      </w:r>
    </w:p>
    <w:p w:rsidR="006974AE" w:rsidRDefault="006974AE" w:rsidP="006974AE">
      <w:r>
        <w:t>146.9819</w:t>
      </w:r>
      <w:r>
        <w:tab/>
        <w:t>3.038e0</w:t>
      </w:r>
    </w:p>
    <w:p w:rsidR="006974AE" w:rsidRDefault="006974AE" w:rsidP="006974AE">
      <w:r>
        <w:t>146.9856</w:t>
      </w:r>
      <w:r>
        <w:tab/>
        <w:t>1.013e0</w:t>
      </w:r>
    </w:p>
    <w:p w:rsidR="006974AE" w:rsidRDefault="006974AE" w:rsidP="006974AE">
      <w:r>
        <w:t>146.9886</w:t>
      </w:r>
      <w:r>
        <w:tab/>
        <w:t>1.013e0</w:t>
      </w:r>
    </w:p>
    <w:p w:rsidR="006974AE" w:rsidRDefault="006974AE" w:rsidP="006974AE">
      <w:r>
        <w:t>146.9904</w:t>
      </w:r>
      <w:r>
        <w:tab/>
        <w:t>2.025e0</w:t>
      </w:r>
    </w:p>
    <w:p w:rsidR="006974AE" w:rsidRDefault="006974AE" w:rsidP="006974AE">
      <w:r>
        <w:t>146.9920</w:t>
      </w:r>
      <w:r>
        <w:tab/>
        <w:t>1.013e0</w:t>
      </w:r>
    </w:p>
    <w:p w:rsidR="006974AE" w:rsidRDefault="006974AE" w:rsidP="006974AE">
      <w:r>
        <w:t>147.0182</w:t>
      </w:r>
      <w:r>
        <w:tab/>
        <w:t>1.013e0</w:t>
      </w:r>
    </w:p>
    <w:p w:rsidR="006974AE" w:rsidRDefault="006974AE" w:rsidP="006974AE">
      <w:r>
        <w:t>147.0241</w:t>
      </w:r>
      <w:r>
        <w:tab/>
        <w:t>2.025e0</w:t>
      </w:r>
    </w:p>
    <w:p w:rsidR="006974AE" w:rsidRDefault="006974AE" w:rsidP="006974AE">
      <w:r>
        <w:t>147.0342</w:t>
      </w:r>
      <w:r>
        <w:tab/>
        <w:t>1.013e0</w:t>
      </w:r>
    </w:p>
    <w:p w:rsidR="006974AE" w:rsidRDefault="006974AE" w:rsidP="006974AE">
      <w:r>
        <w:t>147.0474</w:t>
      </w:r>
      <w:r>
        <w:tab/>
        <w:t>3.038e0</w:t>
      </w:r>
    </w:p>
    <w:p w:rsidR="006974AE" w:rsidRDefault="006974AE" w:rsidP="006974AE">
      <w:r>
        <w:t>147.0660</w:t>
      </w:r>
      <w:r>
        <w:tab/>
        <w:t>1.013e0</w:t>
      </w:r>
    </w:p>
    <w:p w:rsidR="006974AE" w:rsidRDefault="006974AE" w:rsidP="006974AE">
      <w:r>
        <w:t>147.0700</w:t>
      </w:r>
      <w:r>
        <w:tab/>
        <w:t>5.063e0</w:t>
      </w:r>
    </w:p>
    <w:p w:rsidR="006974AE" w:rsidRDefault="006974AE" w:rsidP="006974AE">
      <w:r>
        <w:t>147.0717</w:t>
      </w:r>
      <w:r>
        <w:tab/>
        <w:t>3.038e0</w:t>
      </w:r>
    </w:p>
    <w:p w:rsidR="006974AE" w:rsidRDefault="006974AE" w:rsidP="006974AE">
      <w:r>
        <w:t>147.0748</w:t>
      </w:r>
      <w:r>
        <w:tab/>
        <w:t>1.164e1</w:t>
      </w:r>
    </w:p>
    <w:p w:rsidR="006974AE" w:rsidRDefault="006974AE" w:rsidP="006974AE">
      <w:r>
        <w:lastRenderedPageBreak/>
        <w:t>147.0870</w:t>
      </w:r>
      <w:r>
        <w:tab/>
        <w:t>1.316e1</w:t>
      </w:r>
    </w:p>
    <w:p w:rsidR="006974AE" w:rsidRDefault="006974AE" w:rsidP="006974AE">
      <w:r>
        <w:t>147.0940</w:t>
      </w:r>
      <w:r>
        <w:tab/>
        <w:t>1.660e1</w:t>
      </w:r>
    </w:p>
    <w:p w:rsidR="006974AE" w:rsidRDefault="006974AE" w:rsidP="006974AE">
      <w:r>
        <w:t>147.1090</w:t>
      </w:r>
      <w:r>
        <w:tab/>
        <w:t>1.418e1</w:t>
      </w:r>
    </w:p>
    <w:p w:rsidR="006974AE" w:rsidRDefault="006974AE" w:rsidP="006974AE">
      <w:r>
        <w:t>147.1119</w:t>
      </w:r>
      <w:r>
        <w:tab/>
        <w:t>1.114e1</w:t>
      </w:r>
    </w:p>
    <w:p w:rsidR="006974AE" w:rsidRDefault="006974AE" w:rsidP="006974AE">
      <w:r>
        <w:t>147.1134</w:t>
      </w:r>
      <w:r>
        <w:tab/>
        <w:t>6.847e0</w:t>
      </w:r>
    </w:p>
    <w:p w:rsidR="006974AE" w:rsidRDefault="006974AE" w:rsidP="006974AE">
      <w:r>
        <w:t>147.1174</w:t>
      </w:r>
      <w:r>
        <w:tab/>
        <w:t>1.539e1</w:t>
      </w:r>
    </w:p>
    <w:p w:rsidR="006974AE" w:rsidRDefault="006974AE" w:rsidP="006974AE">
      <w:r>
        <w:t>147.1333</w:t>
      </w:r>
      <w:r>
        <w:tab/>
        <w:t>3.038e0</w:t>
      </w:r>
    </w:p>
    <w:p w:rsidR="006974AE" w:rsidRDefault="006974AE" w:rsidP="006974AE">
      <w:r>
        <w:t>147.1373</w:t>
      </w:r>
      <w:r>
        <w:tab/>
        <w:t>2.025e0</w:t>
      </w:r>
    </w:p>
    <w:p w:rsidR="006974AE" w:rsidRDefault="006974AE" w:rsidP="006974AE">
      <w:r>
        <w:t>147.1435</w:t>
      </w:r>
      <w:r>
        <w:tab/>
        <w:t>1.013e0</w:t>
      </w:r>
    </w:p>
    <w:p w:rsidR="006974AE" w:rsidRDefault="006974AE" w:rsidP="006974AE">
      <w:r>
        <w:t>147.1485</w:t>
      </w:r>
      <w:r>
        <w:tab/>
        <w:t>2.025e0</w:t>
      </w:r>
    </w:p>
    <w:p w:rsidR="006974AE" w:rsidRDefault="006974AE" w:rsidP="006974AE">
      <w:r>
        <w:t>147.1665</w:t>
      </w:r>
      <w:r>
        <w:tab/>
        <w:t>1.013e0</w:t>
      </w:r>
    </w:p>
    <w:p w:rsidR="006974AE" w:rsidRDefault="006974AE" w:rsidP="006974AE">
      <w:r>
        <w:t>147.1790</w:t>
      </w:r>
      <w:r>
        <w:tab/>
        <w:t>2.025e0</w:t>
      </w:r>
    </w:p>
    <w:p w:rsidR="006974AE" w:rsidRDefault="006974AE" w:rsidP="006974AE">
      <w:r>
        <w:t>147.2241</w:t>
      </w:r>
      <w:r>
        <w:tab/>
        <w:t>3.038e0</w:t>
      </w:r>
    </w:p>
    <w:p w:rsidR="006974AE" w:rsidRDefault="006974AE" w:rsidP="006974AE">
      <w:r>
        <w:t>147.2374</w:t>
      </w:r>
      <w:r>
        <w:tab/>
        <w:t>1.013e0</w:t>
      </w:r>
    </w:p>
    <w:p w:rsidR="006974AE" w:rsidRDefault="006974AE" w:rsidP="006974AE">
      <w:r>
        <w:t>147.2474</w:t>
      </w:r>
      <w:r>
        <w:tab/>
        <w:t>1.013e0</w:t>
      </w:r>
    </w:p>
    <w:p w:rsidR="006974AE" w:rsidRDefault="006974AE" w:rsidP="006974AE">
      <w:r>
        <w:t>147.2565</w:t>
      </w:r>
      <w:r>
        <w:tab/>
        <w:t>1.013e0</w:t>
      </w:r>
    </w:p>
    <w:p w:rsidR="006974AE" w:rsidRDefault="006974AE" w:rsidP="006974AE">
      <w:r>
        <w:t>147.2694</w:t>
      </w:r>
      <w:r>
        <w:tab/>
        <w:t>1.013e0</w:t>
      </w:r>
    </w:p>
    <w:p w:rsidR="006974AE" w:rsidRDefault="006974AE" w:rsidP="006974AE">
      <w:r>
        <w:t>147.3049</w:t>
      </w:r>
      <w:r>
        <w:tab/>
        <w:t>1.013e0</w:t>
      </w:r>
    </w:p>
    <w:p w:rsidR="006974AE" w:rsidRDefault="006974AE" w:rsidP="006974AE">
      <w:r>
        <w:t>147.3115</w:t>
      </w:r>
      <w:r>
        <w:tab/>
        <w:t>1.013e0</w:t>
      </w:r>
    </w:p>
    <w:p w:rsidR="006974AE" w:rsidRDefault="006974AE" w:rsidP="006974AE">
      <w:r>
        <w:lastRenderedPageBreak/>
        <w:t>147.3148</w:t>
      </w:r>
      <w:r>
        <w:tab/>
        <w:t>1.013e0</w:t>
      </w:r>
    </w:p>
    <w:p w:rsidR="006974AE" w:rsidRDefault="006974AE" w:rsidP="006974AE">
      <w:r>
        <w:t>147.3281</w:t>
      </w:r>
      <w:r>
        <w:tab/>
        <w:t>1.013e0</w:t>
      </w:r>
    </w:p>
    <w:p w:rsidR="006974AE" w:rsidRDefault="006974AE" w:rsidP="006974AE">
      <w:r>
        <w:t>147.3340</w:t>
      </w:r>
      <w:r>
        <w:tab/>
        <w:t>1.013e0</w:t>
      </w:r>
    </w:p>
    <w:p w:rsidR="006974AE" w:rsidRDefault="006974AE" w:rsidP="006974AE">
      <w:r>
        <w:t>147.3355</w:t>
      </w:r>
      <w:r>
        <w:tab/>
        <w:t>2.025e0</w:t>
      </w:r>
    </w:p>
    <w:p w:rsidR="006974AE" w:rsidRDefault="006974AE" w:rsidP="006974AE">
      <w:r>
        <w:t>147.3403</w:t>
      </w:r>
      <w:r>
        <w:tab/>
        <w:t>1.013e0</w:t>
      </w:r>
    </w:p>
    <w:p w:rsidR="006974AE" w:rsidRDefault="006974AE" w:rsidP="006974AE">
      <w:r>
        <w:t>147.3501</w:t>
      </w:r>
      <w:r>
        <w:tab/>
        <w:t>1.013e0</w:t>
      </w:r>
    </w:p>
    <w:p w:rsidR="006974AE" w:rsidRDefault="006974AE" w:rsidP="006974AE">
      <w:r>
        <w:t>147.3535</w:t>
      </w:r>
      <w:r>
        <w:tab/>
        <w:t>1.013e0</w:t>
      </w:r>
    </w:p>
    <w:p w:rsidR="006974AE" w:rsidRDefault="006974AE" w:rsidP="006974AE">
      <w:r>
        <w:t>147.3567</w:t>
      </w:r>
      <w:r>
        <w:tab/>
        <w:t>2.025e0</w:t>
      </w:r>
    </w:p>
    <w:p w:rsidR="006974AE" w:rsidRDefault="006974AE" w:rsidP="006974AE">
      <w:r>
        <w:t>147.3986</w:t>
      </w:r>
      <w:r>
        <w:tab/>
        <w:t>1.013e0</w:t>
      </w:r>
    </w:p>
    <w:p w:rsidR="006974AE" w:rsidRDefault="006974AE" w:rsidP="006974AE">
      <w:r>
        <w:t>147.4123</w:t>
      </w:r>
      <w:r>
        <w:tab/>
        <w:t>3.038e0</w:t>
      </w:r>
    </w:p>
    <w:p w:rsidR="006974AE" w:rsidRDefault="006974AE" w:rsidP="006974AE">
      <w:r>
        <w:t>147.4208</w:t>
      </w:r>
      <w:r>
        <w:tab/>
        <w:t>1.013e0</w:t>
      </w:r>
    </w:p>
    <w:p w:rsidR="006974AE" w:rsidRDefault="006974AE" w:rsidP="006974AE">
      <w:r>
        <w:t>147.4307</w:t>
      </w:r>
      <w:r>
        <w:tab/>
        <w:t>1.013e0</w:t>
      </w:r>
    </w:p>
    <w:p w:rsidR="006974AE" w:rsidRDefault="006974AE" w:rsidP="006974AE">
      <w:r>
        <w:t>147.4326</w:t>
      </w:r>
      <w:r>
        <w:tab/>
        <w:t>2.025e0</w:t>
      </w:r>
    </w:p>
    <w:p w:rsidR="006974AE" w:rsidRDefault="006974AE" w:rsidP="006974AE">
      <w:r>
        <w:t>147.4407</w:t>
      </w:r>
      <w:r>
        <w:tab/>
        <w:t>2.025e0</w:t>
      </w:r>
    </w:p>
    <w:p w:rsidR="006974AE" w:rsidRDefault="006974AE" w:rsidP="006974AE">
      <w:r>
        <w:t>147.4501</w:t>
      </w:r>
      <w:r>
        <w:tab/>
        <w:t>1.013e0</w:t>
      </w:r>
    </w:p>
    <w:p w:rsidR="006974AE" w:rsidRDefault="006974AE" w:rsidP="006974AE">
      <w:r>
        <w:t>147.4562</w:t>
      </w:r>
      <w:r>
        <w:tab/>
        <w:t>1.013e0</w:t>
      </w:r>
    </w:p>
    <w:p w:rsidR="006974AE" w:rsidRDefault="006974AE" w:rsidP="006974AE">
      <w:r>
        <w:t>147.4629</w:t>
      </w:r>
      <w:r>
        <w:tab/>
        <w:t>1.013e0</w:t>
      </w:r>
    </w:p>
    <w:p w:rsidR="006974AE" w:rsidRDefault="006974AE" w:rsidP="006974AE">
      <w:r>
        <w:t>147.4762</w:t>
      </w:r>
      <w:r>
        <w:tab/>
        <w:t>1.013e0</w:t>
      </w:r>
    </w:p>
    <w:p w:rsidR="006974AE" w:rsidRDefault="006974AE" w:rsidP="006974AE">
      <w:r>
        <w:t>147.4794</w:t>
      </w:r>
      <w:r>
        <w:tab/>
        <w:t>1.013e0</w:t>
      </w:r>
    </w:p>
    <w:p w:rsidR="006974AE" w:rsidRDefault="006974AE" w:rsidP="006974AE">
      <w:r>
        <w:lastRenderedPageBreak/>
        <w:t>147.4827</w:t>
      </w:r>
      <w:r>
        <w:tab/>
        <w:t>1.013e0</w:t>
      </w:r>
    </w:p>
    <w:p w:rsidR="006974AE" w:rsidRDefault="006974AE" w:rsidP="006974AE">
      <w:r>
        <w:t>147.4951</w:t>
      </w:r>
      <w:r>
        <w:tab/>
        <w:t>1.013e0</w:t>
      </w:r>
    </w:p>
    <w:p w:rsidR="006974AE" w:rsidRDefault="006974AE" w:rsidP="006974AE">
      <w:r>
        <w:t>147.4982</w:t>
      </w:r>
      <w:r>
        <w:tab/>
        <w:t>1.013e0</w:t>
      </w:r>
    </w:p>
    <w:p w:rsidR="006974AE" w:rsidRDefault="006974AE" w:rsidP="006974AE">
      <w:r>
        <w:t>147.5051</w:t>
      </w:r>
      <w:r>
        <w:tab/>
        <w:t>1.013e0</w:t>
      </w:r>
    </w:p>
    <w:p w:rsidR="006974AE" w:rsidRDefault="006974AE" w:rsidP="006974AE">
      <w:r>
        <w:t>147.5147</w:t>
      </w:r>
      <w:r>
        <w:tab/>
        <w:t>1.013e0</w:t>
      </w:r>
    </w:p>
    <w:p w:rsidR="006974AE" w:rsidRDefault="006974AE" w:rsidP="006974AE">
      <w:r>
        <w:t>147.5181</w:t>
      </w:r>
      <w:r>
        <w:tab/>
        <w:t>2.025e0</w:t>
      </w:r>
    </w:p>
    <w:p w:rsidR="006974AE" w:rsidRDefault="006974AE" w:rsidP="006974AE">
      <w:r>
        <w:t>147.5371</w:t>
      </w:r>
      <w:r>
        <w:tab/>
        <w:t>1.013e0</w:t>
      </w:r>
    </w:p>
    <w:p w:rsidR="006974AE" w:rsidRDefault="006974AE" w:rsidP="006974AE">
      <w:r>
        <w:t>147.5438</w:t>
      </w:r>
      <w:r>
        <w:tab/>
        <w:t>1.013e0</w:t>
      </w:r>
    </w:p>
    <w:p w:rsidR="006974AE" w:rsidRDefault="006974AE" w:rsidP="006974AE">
      <w:r>
        <w:t>147.5553</w:t>
      </w:r>
      <w:r>
        <w:tab/>
        <w:t>2.025e0</w:t>
      </w:r>
    </w:p>
    <w:p w:rsidR="006974AE" w:rsidRDefault="006974AE" w:rsidP="006974AE">
      <w:r>
        <w:t>147.5568</w:t>
      </w:r>
      <w:r>
        <w:tab/>
        <w:t>1.013e0</w:t>
      </w:r>
    </w:p>
    <w:p w:rsidR="006974AE" w:rsidRDefault="006974AE" w:rsidP="006974AE">
      <w:r>
        <w:t>147.5711</w:t>
      </w:r>
      <w:r>
        <w:tab/>
        <w:t>2.025e0</w:t>
      </w:r>
    </w:p>
    <w:p w:rsidR="006974AE" w:rsidRDefault="006974AE" w:rsidP="006974AE">
      <w:r>
        <w:t>147.5726</w:t>
      </w:r>
      <w:r>
        <w:tab/>
        <w:t>1.013e0</w:t>
      </w:r>
    </w:p>
    <w:p w:rsidR="006974AE" w:rsidRDefault="006974AE" w:rsidP="006974AE">
      <w:r>
        <w:t>147.5889</w:t>
      </w:r>
      <w:r>
        <w:tab/>
        <w:t>3.038e0</w:t>
      </w:r>
    </w:p>
    <w:p w:rsidR="006974AE" w:rsidRDefault="006974AE" w:rsidP="006974AE">
      <w:r>
        <w:t>147.5924</w:t>
      </w:r>
      <w:r>
        <w:tab/>
        <w:t>2.025e0</w:t>
      </w:r>
    </w:p>
    <w:p w:rsidR="006974AE" w:rsidRDefault="006974AE" w:rsidP="006974AE">
      <w:r>
        <w:t>147.5990</w:t>
      </w:r>
      <w:r>
        <w:tab/>
        <w:t>1.013e0</w:t>
      </w:r>
    </w:p>
    <w:p w:rsidR="006974AE" w:rsidRDefault="006974AE" w:rsidP="006974AE">
      <w:r>
        <w:t>147.6246</w:t>
      </w:r>
      <w:r>
        <w:tab/>
        <w:t>1.013e0</w:t>
      </w:r>
    </w:p>
    <w:p w:rsidR="006974AE" w:rsidRDefault="006974AE" w:rsidP="006974AE">
      <w:r>
        <w:t>147.6376</w:t>
      </w:r>
      <w:r>
        <w:tab/>
        <w:t>2.025e0</w:t>
      </w:r>
    </w:p>
    <w:p w:rsidR="006974AE" w:rsidRDefault="006974AE" w:rsidP="006974AE">
      <w:r>
        <w:t>147.6533</w:t>
      </w:r>
      <w:r>
        <w:tab/>
        <w:t>1.013e0</w:t>
      </w:r>
    </w:p>
    <w:p w:rsidR="006974AE" w:rsidRDefault="006974AE" w:rsidP="006974AE">
      <w:r>
        <w:t>147.6665</w:t>
      </w:r>
      <w:r>
        <w:tab/>
        <w:t>2.025e0</w:t>
      </w:r>
    </w:p>
    <w:p w:rsidR="006974AE" w:rsidRDefault="006974AE" w:rsidP="006974AE">
      <w:r>
        <w:lastRenderedPageBreak/>
        <w:t>147.6919</w:t>
      </w:r>
      <w:r>
        <w:tab/>
        <w:t>1.013e0</w:t>
      </w:r>
    </w:p>
    <w:p w:rsidR="006974AE" w:rsidRDefault="006974AE" w:rsidP="006974AE">
      <w:r>
        <w:t>147.7184</w:t>
      </w:r>
      <w:r>
        <w:tab/>
        <w:t>1.013e0</w:t>
      </w:r>
    </w:p>
    <w:p w:rsidR="006974AE" w:rsidRDefault="006974AE" w:rsidP="006974AE">
      <w:r>
        <w:t>147.7307</w:t>
      </w:r>
      <w:r>
        <w:tab/>
        <w:t>1.013e0</w:t>
      </w:r>
    </w:p>
    <w:p w:rsidR="006974AE" w:rsidRDefault="006974AE" w:rsidP="006974AE">
      <w:r>
        <w:t>147.8056</w:t>
      </w:r>
      <w:r>
        <w:tab/>
        <w:t>1.013e0</w:t>
      </w:r>
    </w:p>
    <w:p w:rsidR="006974AE" w:rsidRDefault="006974AE" w:rsidP="006974AE">
      <w:r>
        <w:t>147.8263</w:t>
      </w:r>
      <w:r>
        <w:tab/>
        <w:t>2.025e0</w:t>
      </w:r>
    </w:p>
    <w:p w:rsidR="006974AE" w:rsidRDefault="006974AE" w:rsidP="006974AE">
      <w:r>
        <w:t>147.8444</w:t>
      </w:r>
      <w:r>
        <w:tab/>
        <w:t>3.038e0</w:t>
      </w:r>
    </w:p>
    <w:p w:rsidR="006974AE" w:rsidRDefault="006974AE" w:rsidP="006974AE">
      <w:r>
        <w:t>147.8536</w:t>
      </w:r>
      <w:r>
        <w:tab/>
        <w:t>1.013e0</w:t>
      </w:r>
    </w:p>
    <w:p w:rsidR="006974AE" w:rsidRDefault="006974AE" w:rsidP="006974AE">
      <w:r>
        <w:t>147.8618</w:t>
      </w:r>
      <w:r>
        <w:tab/>
        <w:t>2.025e0</w:t>
      </w:r>
    </w:p>
    <w:p w:rsidR="006974AE" w:rsidRDefault="006974AE" w:rsidP="006974AE">
      <w:r>
        <w:t>147.8701</w:t>
      </w:r>
      <w:r>
        <w:tab/>
        <w:t>2.025e0</w:t>
      </w:r>
    </w:p>
    <w:p w:rsidR="006974AE" w:rsidRDefault="006974AE" w:rsidP="006974AE">
      <w:r>
        <w:t>147.8768</w:t>
      </w:r>
      <w:r>
        <w:tab/>
        <w:t>1.013e0</w:t>
      </w:r>
    </w:p>
    <w:p w:rsidR="006974AE" w:rsidRDefault="006974AE" w:rsidP="006974AE">
      <w:r>
        <w:t>147.9024</w:t>
      </w:r>
      <w:r>
        <w:tab/>
        <w:t>1.013e0</w:t>
      </w:r>
    </w:p>
    <w:p w:rsidR="006974AE" w:rsidRDefault="006974AE" w:rsidP="006974AE">
      <w:r>
        <w:t>147.9055</w:t>
      </w:r>
      <w:r>
        <w:tab/>
        <w:t>1.013e0</w:t>
      </w:r>
    </w:p>
    <w:p w:rsidR="006974AE" w:rsidRDefault="006974AE" w:rsidP="006974AE">
      <w:r>
        <w:t>147.9189</w:t>
      </w:r>
      <w:r>
        <w:tab/>
        <w:t>1.013e0</w:t>
      </w:r>
    </w:p>
    <w:p w:rsidR="006974AE" w:rsidRDefault="006974AE" w:rsidP="006974AE">
      <w:r>
        <w:t>147.9797</w:t>
      </w:r>
      <w:r>
        <w:tab/>
        <w:t>1.013e0</w:t>
      </w:r>
    </w:p>
    <w:p w:rsidR="006974AE" w:rsidRDefault="006974AE" w:rsidP="006974AE">
      <w:r>
        <w:t>147.9815</w:t>
      </w:r>
      <w:r>
        <w:tab/>
        <w:t>2.025e0</w:t>
      </w:r>
    </w:p>
    <w:p w:rsidR="006974AE" w:rsidRDefault="006974AE" w:rsidP="006974AE">
      <w:r>
        <w:t>147.9832</w:t>
      </w:r>
      <w:r>
        <w:tab/>
        <w:t>1.013e0</w:t>
      </w:r>
    </w:p>
    <w:p w:rsidR="006974AE" w:rsidRDefault="006974AE" w:rsidP="006974AE">
      <w:r>
        <w:t>147.9863</w:t>
      </w:r>
      <w:r>
        <w:tab/>
        <w:t>1.013e0</w:t>
      </w:r>
    </w:p>
    <w:p w:rsidR="006974AE" w:rsidRDefault="006974AE" w:rsidP="006974AE">
      <w:r>
        <w:t>147.9897</w:t>
      </w:r>
      <w:r>
        <w:tab/>
        <w:t>3.038e0</w:t>
      </w:r>
    </w:p>
    <w:p w:rsidR="006974AE" w:rsidRDefault="006974AE" w:rsidP="006974AE">
      <w:r>
        <w:t>148.0089</w:t>
      </w:r>
      <w:r>
        <w:tab/>
        <w:t>1.013e0</w:t>
      </w:r>
    </w:p>
    <w:p w:rsidR="006974AE" w:rsidRDefault="006974AE" w:rsidP="006974AE">
      <w:r>
        <w:lastRenderedPageBreak/>
        <w:t>148.0153</w:t>
      </w:r>
      <w:r>
        <w:tab/>
        <w:t>1.013e0</w:t>
      </w:r>
    </w:p>
    <w:p w:rsidR="006974AE" w:rsidRDefault="006974AE" w:rsidP="006974AE">
      <w:r>
        <w:t>148.0185</w:t>
      </w:r>
      <w:r>
        <w:tab/>
        <w:t>1.013e0</w:t>
      </w:r>
    </w:p>
    <w:p w:rsidR="006974AE" w:rsidRDefault="006974AE" w:rsidP="006974AE">
      <w:r>
        <w:t>148.0220</w:t>
      </w:r>
      <w:r>
        <w:tab/>
        <w:t>2.025e0</w:t>
      </w:r>
    </w:p>
    <w:p w:rsidR="006974AE" w:rsidRDefault="006974AE" w:rsidP="006974AE">
      <w:r>
        <w:t>148.0285</w:t>
      </w:r>
      <w:r>
        <w:tab/>
        <w:t>2.025e0</w:t>
      </w:r>
    </w:p>
    <w:p w:rsidR="006974AE" w:rsidRDefault="006974AE" w:rsidP="006974AE">
      <w:r>
        <w:t>148.0305</w:t>
      </w:r>
      <w:r>
        <w:tab/>
        <w:t>5.063e0</w:t>
      </w:r>
    </w:p>
    <w:p w:rsidR="006974AE" w:rsidRDefault="006974AE" w:rsidP="006974AE">
      <w:r>
        <w:t>148.0317</w:t>
      </w:r>
      <w:r>
        <w:tab/>
        <w:t>3.038e0</w:t>
      </w:r>
    </w:p>
    <w:p w:rsidR="006974AE" w:rsidRDefault="006974AE" w:rsidP="006974AE">
      <w:r>
        <w:t>148.0383</w:t>
      </w:r>
      <w:r>
        <w:tab/>
        <w:t>1.013e0</w:t>
      </w:r>
    </w:p>
    <w:p w:rsidR="006974AE" w:rsidRDefault="006974AE" w:rsidP="006974AE">
      <w:r>
        <w:t>148.0558</w:t>
      </w:r>
      <w:r>
        <w:tab/>
        <w:t>2.025e0</w:t>
      </w:r>
    </w:p>
    <w:p w:rsidR="006974AE" w:rsidRDefault="006974AE" w:rsidP="006974AE">
      <w:r>
        <w:t>148.0606</w:t>
      </w:r>
      <w:r>
        <w:tab/>
        <w:t>2.025e0</w:t>
      </w:r>
    </w:p>
    <w:p w:rsidR="006974AE" w:rsidRDefault="006974AE" w:rsidP="006974AE">
      <w:r>
        <w:t>148.0641</w:t>
      </w:r>
      <w:r>
        <w:tab/>
        <w:t>1.013e0</w:t>
      </w:r>
    </w:p>
    <w:p w:rsidR="006974AE" w:rsidRDefault="006974AE" w:rsidP="006974AE">
      <w:r>
        <w:t>148.0672</w:t>
      </w:r>
      <w:r>
        <w:tab/>
        <w:t>4.051e0</w:t>
      </w:r>
    </w:p>
    <w:p w:rsidR="006974AE" w:rsidRDefault="006974AE" w:rsidP="006974AE">
      <w:r>
        <w:t>148.0690</w:t>
      </w:r>
      <w:r>
        <w:tab/>
        <w:t>2.025e0</w:t>
      </w:r>
    </w:p>
    <w:p w:rsidR="006974AE" w:rsidRDefault="006974AE" w:rsidP="006974AE">
      <w:r>
        <w:t>148.0895</w:t>
      </w:r>
      <w:r>
        <w:tab/>
        <w:t>5.063e0</w:t>
      </w:r>
    </w:p>
    <w:p w:rsidR="006974AE" w:rsidRDefault="006974AE" w:rsidP="006974AE">
      <w:r>
        <w:t>148.0919</w:t>
      </w:r>
      <w:r>
        <w:tab/>
        <w:t>3.038e0</w:t>
      </w:r>
    </w:p>
    <w:p w:rsidR="006974AE" w:rsidRDefault="006974AE" w:rsidP="006974AE">
      <w:r>
        <w:t>148.0976</w:t>
      </w:r>
      <w:r>
        <w:tab/>
        <w:t>4.051e0</w:t>
      </w:r>
    </w:p>
    <w:p w:rsidR="006974AE" w:rsidRDefault="006974AE" w:rsidP="006974AE">
      <w:r>
        <w:t>148.0994</w:t>
      </w:r>
      <w:r>
        <w:tab/>
        <w:t>4.051e0</w:t>
      </w:r>
    </w:p>
    <w:p w:rsidR="006974AE" w:rsidRDefault="006974AE" w:rsidP="006974AE">
      <w:r>
        <w:t>148.1061</w:t>
      </w:r>
      <w:r>
        <w:tab/>
        <w:t>3.038e0</w:t>
      </w:r>
    </w:p>
    <w:p w:rsidR="006974AE" w:rsidRDefault="006974AE" w:rsidP="006974AE">
      <w:r>
        <w:t>148.1080</w:t>
      </w:r>
      <w:r>
        <w:tab/>
        <w:t>4.328e0</w:t>
      </w:r>
    </w:p>
    <w:p w:rsidR="006974AE" w:rsidRDefault="006974AE" w:rsidP="006974AE">
      <w:r>
        <w:t>148.1143</w:t>
      </w:r>
      <w:r>
        <w:tab/>
        <w:t>4.051e0</w:t>
      </w:r>
    </w:p>
    <w:p w:rsidR="006974AE" w:rsidRDefault="006974AE" w:rsidP="006974AE">
      <w:r>
        <w:lastRenderedPageBreak/>
        <w:t>148.1226</w:t>
      </w:r>
      <w:r>
        <w:tab/>
        <w:t>1.013e0</w:t>
      </w:r>
    </w:p>
    <w:p w:rsidR="006974AE" w:rsidRDefault="006974AE" w:rsidP="006974AE">
      <w:r>
        <w:t>148.1256</w:t>
      </w:r>
      <w:r>
        <w:tab/>
        <w:t>1.013e0</w:t>
      </w:r>
    </w:p>
    <w:p w:rsidR="006974AE" w:rsidRDefault="006974AE" w:rsidP="006974AE">
      <w:r>
        <w:t>148.1316</w:t>
      </w:r>
      <w:r>
        <w:tab/>
        <w:t>1.013e0</w:t>
      </w:r>
    </w:p>
    <w:p w:rsidR="006974AE" w:rsidRDefault="006974AE" w:rsidP="006974AE">
      <w:r>
        <w:t>148.1449</w:t>
      </w:r>
      <w:r>
        <w:tab/>
        <w:t>1.013e0</w:t>
      </w:r>
    </w:p>
    <w:p w:rsidR="006974AE" w:rsidRDefault="006974AE" w:rsidP="006974AE">
      <w:r>
        <w:t>148.1736</w:t>
      </w:r>
      <w:r>
        <w:tab/>
        <w:t>1.013e0</w:t>
      </w:r>
    </w:p>
    <w:p w:rsidR="006974AE" w:rsidRDefault="006974AE" w:rsidP="006974AE">
      <w:r>
        <w:t>148.1934</w:t>
      </w:r>
      <w:r>
        <w:tab/>
        <w:t>1.013e0</w:t>
      </w:r>
    </w:p>
    <w:p w:rsidR="006974AE" w:rsidRDefault="006974AE" w:rsidP="006974AE">
      <w:r>
        <w:t>148.2391</w:t>
      </w:r>
      <w:r>
        <w:tab/>
        <w:t>1.013e0</w:t>
      </w:r>
    </w:p>
    <w:p w:rsidR="006974AE" w:rsidRDefault="006974AE" w:rsidP="006974AE">
      <w:r>
        <w:t>148.2484</w:t>
      </w:r>
      <w:r>
        <w:tab/>
        <w:t>1.013e0</w:t>
      </w:r>
    </w:p>
    <w:p w:rsidR="006974AE" w:rsidRDefault="006974AE" w:rsidP="006974AE">
      <w:r>
        <w:t>148.2578</w:t>
      </w:r>
      <w:r>
        <w:tab/>
        <w:t>1.013e0</w:t>
      </w:r>
    </w:p>
    <w:p w:rsidR="006974AE" w:rsidRDefault="006974AE" w:rsidP="006974AE">
      <w:r>
        <w:t>148.2777</w:t>
      </w:r>
      <w:r>
        <w:tab/>
        <w:t>1.013e0</w:t>
      </w:r>
    </w:p>
    <w:p w:rsidR="006974AE" w:rsidRDefault="006974AE" w:rsidP="006974AE">
      <w:r>
        <w:t>148.2812</w:t>
      </w:r>
      <w:r>
        <w:tab/>
        <w:t>2.025e0</w:t>
      </w:r>
    </w:p>
    <w:p w:rsidR="006974AE" w:rsidRDefault="006974AE" w:rsidP="006974AE">
      <w:r>
        <w:t>148.2871</w:t>
      </w:r>
      <w:r>
        <w:tab/>
        <w:t>1.013e0</w:t>
      </w:r>
    </w:p>
    <w:p w:rsidR="006974AE" w:rsidRDefault="006974AE" w:rsidP="006974AE">
      <w:r>
        <w:t>148.2934</w:t>
      </w:r>
      <w:r>
        <w:tab/>
        <w:t>1.013e0</w:t>
      </w:r>
    </w:p>
    <w:p w:rsidR="006974AE" w:rsidRDefault="006974AE" w:rsidP="006974AE">
      <w:r>
        <w:t>148.3065</w:t>
      </w:r>
      <w:r>
        <w:tab/>
        <w:t>1.013e0</w:t>
      </w:r>
    </w:p>
    <w:p w:rsidR="006974AE" w:rsidRDefault="006974AE" w:rsidP="006974AE">
      <w:r>
        <w:t>148.3321</w:t>
      </w:r>
      <w:r>
        <w:tab/>
        <w:t>1.013e0</w:t>
      </w:r>
    </w:p>
    <w:p w:rsidR="006974AE" w:rsidRDefault="006974AE" w:rsidP="006974AE">
      <w:r>
        <w:t>148.3389</w:t>
      </w:r>
      <w:r>
        <w:tab/>
        <w:t>1.013e0</w:t>
      </w:r>
    </w:p>
    <w:p w:rsidR="006974AE" w:rsidRDefault="006974AE" w:rsidP="006974AE">
      <w:r>
        <w:t>148.3620</w:t>
      </w:r>
      <w:r>
        <w:tab/>
        <w:t>1.013e0</w:t>
      </w:r>
    </w:p>
    <w:p w:rsidR="006974AE" w:rsidRDefault="006974AE" w:rsidP="006974AE">
      <w:r>
        <w:t>148.3743</w:t>
      </w:r>
      <w:r>
        <w:tab/>
        <w:t>1.013e0</w:t>
      </w:r>
    </w:p>
    <w:p w:rsidR="006974AE" w:rsidRDefault="006974AE" w:rsidP="006974AE">
      <w:r>
        <w:t>148.4040</w:t>
      </w:r>
      <w:r>
        <w:tab/>
        <w:t>1.013e0</w:t>
      </w:r>
    </w:p>
    <w:p w:rsidR="006974AE" w:rsidRDefault="006974AE" w:rsidP="006974AE">
      <w:r>
        <w:lastRenderedPageBreak/>
        <w:t>148.4163</w:t>
      </w:r>
      <w:r>
        <w:tab/>
        <w:t>1.013e0</w:t>
      </w:r>
    </w:p>
    <w:p w:rsidR="006974AE" w:rsidRDefault="006974AE" w:rsidP="006974AE">
      <w:r>
        <w:t>148.4265</w:t>
      </w:r>
      <w:r>
        <w:tab/>
        <w:t>1.013e0</w:t>
      </w:r>
    </w:p>
    <w:p w:rsidR="006974AE" w:rsidRDefault="006974AE" w:rsidP="006974AE">
      <w:r>
        <w:t>148.4329</w:t>
      </w:r>
      <w:r>
        <w:tab/>
        <w:t>1.013e0</w:t>
      </w:r>
    </w:p>
    <w:p w:rsidR="006974AE" w:rsidRDefault="006974AE" w:rsidP="006974AE">
      <w:r>
        <w:t>148.4584</w:t>
      </w:r>
      <w:r>
        <w:tab/>
        <w:t>2.025e0</w:t>
      </w:r>
    </w:p>
    <w:p w:rsidR="006974AE" w:rsidRDefault="006974AE" w:rsidP="006974AE">
      <w:r>
        <w:t>148.4785</w:t>
      </w:r>
      <w:r>
        <w:tab/>
        <w:t>1.013e0</w:t>
      </w:r>
    </w:p>
    <w:p w:rsidR="006974AE" w:rsidRDefault="006974AE" w:rsidP="006974AE">
      <w:r>
        <w:t>148.4852</w:t>
      </w:r>
      <w:r>
        <w:tab/>
        <w:t>1.013e0</w:t>
      </w:r>
    </w:p>
    <w:p w:rsidR="006974AE" w:rsidRDefault="006974AE" w:rsidP="006974AE">
      <w:r>
        <w:t>148.5172</w:t>
      </w:r>
      <w:r>
        <w:tab/>
        <w:t>2.025e0</w:t>
      </w:r>
    </w:p>
    <w:p w:rsidR="006974AE" w:rsidRDefault="006974AE" w:rsidP="006974AE">
      <w:r>
        <w:t>148.5272</w:t>
      </w:r>
      <w:r>
        <w:tab/>
        <w:t>1.013e0</w:t>
      </w:r>
    </w:p>
    <w:p w:rsidR="006974AE" w:rsidRDefault="006974AE" w:rsidP="006974AE">
      <w:r>
        <w:t>148.5302</w:t>
      </w:r>
      <w:r>
        <w:tab/>
        <w:t>1.013e0</w:t>
      </w:r>
    </w:p>
    <w:p w:rsidR="006974AE" w:rsidRDefault="006974AE" w:rsidP="006974AE">
      <w:r>
        <w:t>148.5360</w:t>
      </w:r>
      <w:r>
        <w:tab/>
        <w:t>1.013e0</w:t>
      </w:r>
    </w:p>
    <w:p w:rsidR="006974AE" w:rsidRDefault="006974AE" w:rsidP="006974AE">
      <w:r>
        <w:t>148.5394</w:t>
      </w:r>
      <w:r>
        <w:tab/>
        <w:t>1.013e0</w:t>
      </w:r>
    </w:p>
    <w:p w:rsidR="006974AE" w:rsidRDefault="006974AE" w:rsidP="006974AE">
      <w:r>
        <w:t>148.5429</w:t>
      </w:r>
      <w:r>
        <w:tab/>
        <w:t>1.013e0</w:t>
      </w:r>
    </w:p>
    <w:p w:rsidR="006974AE" w:rsidRDefault="006974AE" w:rsidP="006974AE">
      <w:r>
        <w:t>148.5593</w:t>
      </w:r>
      <w:r>
        <w:tab/>
        <w:t>1.013e0</w:t>
      </w:r>
    </w:p>
    <w:p w:rsidR="006974AE" w:rsidRDefault="006974AE" w:rsidP="006974AE">
      <w:r>
        <w:t>148.5916</w:t>
      </w:r>
      <w:r>
        <w:tab/>
        <w:t>2.025e0</w:t>
      </w:r>
    </w:p>
    <w:p w:rsidR="006974AE" w:rsidRDefault="006974AE" w:rsidP="006974AE">
      <w:r>
        <w:t>148.6140</w:t>
      </w:r>
      <w:r>
        <w:tab/>
        <w:t>1.013e0</w:t>
      </w:r>
    </w:p>
    <w:p w:rsidR="006974AE" w:rsidRDefault="006974AE" w:rsidP="006974AE">
      <w:r>
        <w:t>148.6237</w:t>
      </w:r>
      <w:r>
        <w:tab/>
        <w:t>1.013e0</w:t>
      </w:r>
    </w:p>
    <w:p w:rsidR="006974AE" w:rsidRDefault="006974AE" w:rsidP="006974AE">
      <w:r>
        <w:t>148.6304</w:t>
      </w:r>
      <w:r>
        <w:tab/>
        <w:t>1.013e0</w:t>
      </w:r>
    </w:p>
    <w:p w:rsidR="006974AE" w:rsidRDefault="006974AE" w:rsidP="006974AE">
      <w:r>
        <w:t>148.6371</w:t>
      </w:r>
      <w:r>
        <w:tab/>
        <w:t>1.013e0</w:t>
      </w:r>
    </w:p>
    <w:p w:rsidR="006974AE" w:rsidRDefault="006974AE" w:rsidP="006974AE">
      <w:r>
        <w:t>148.6530</w:t>
      </w:r>
      <w:r>
        <w:tab/>
        <w:t>1.013e0</w:t>
      </w:r>
    </w:p>
    <w:p w:rsidR="006974AE" w:rsidRDefault="006974AE" w:rsidP="006974AE">
      <w:r>
        <w:lastRenderedPageBreak/>
        <w:t>148.6562</w:t>
      </w:r>
      <w:r>
        <w:tab/>
        <w:t>1.013e0</w:t>
      </w:r>
    </w:p>
    <w:p w:rsidR="006974AE" w:rsidRDefault="006974AE" w:rsidP="006974AE">
      <w:r>
        <w:t>148.6858</w:t>
      </w:r>
      <w:r>
        <w:tab/>
        <w:t>1.013e0</w:t>
      </w:r>
    </w:p>
    <w:p w:rsidR="006974AE" w:rsidRDefault="006974AE" w:rsidP="006974AE">
      <w:r>
        <w:t>148.6921</w:t>
      </w:r>
      <w:r>
        <w:tab/>
        <w:t>1.013e0</w:t>
      </w:r>
    </w:p>
    <w:p w:rsidR="006974AE" w:rsidRDefault="006974AE" w:rsidP="006974AE">
      <w:r>
        <w:t>148.6982</w:t>
      </w:r>
      <w:r>
        <w:tab/>
        <w:t>2.025e0</w:t>
      </w:r>
    </w:p>
    <w:p w:rsidR="006974AE" w:rsidRDefault="006974AE" w:rsidP="006974AE">
      <w:r>
        <w:t>148.7032</w:t>
      </w:r>
      <w:r>
        <w:tab/>
        <w:t>2.025e0</w:t>
      </w:r>
    </w:p>
    <w:p w:rsidR="006974AE" w:rsidRDefault="006974AE" w:rsidP="006974AE">
      <w:r>
        <w:t>148.7080</w:t>
      </w:r>
      <w:r>
        <w:tab/>
        <w:t>1.013e0</w:t>
      </w:r>
    </w:p>
    <w:p w:rsidR="006974AE" w:rsidRDefault="006974AE" w:rsidP="006974AE">
      <w:r>
        <w:t>148.7373</w:t>
      </w:r>
      <w:r>
        <w:tab/>
        <w:t>1.013e0</w:t>
      </w:r>
    </w:p>
    <w:p w:rsidR="006974AE" w:rsidRDefault="006974AE" w:rsidP="006974AE">
      <w:r>
        <w:t>148.7634</w:t>
      </w:r>
      <w:r>
        <w:tab/>
        <w:t>1.013e0</w:t>
      </w:r>
    </w:p>
    <w:p w:rsidR="006974AE" w:rsidRDefault="006974AE" w:rsidP="006974AE">
      <w:r>
        <w:t>148.7859</w:t>
      </w:r>
      <w:r>
        <w:tab/>
        <w:t>1.013e0</w:t>
      </w:r>
    </w:p>
    <w:p w:rsidR="006974AE" w:rsidRDefault="006974AE" w:rsidP="006974AE">
      <w:r>
        <w:t>148.7890</w:t>
      </w:r>
      <w:r>
        <w:tab/>
        <w:t>1.013e0</w:t>
      </w:r>
    </w:p>
    <w:p w:rsidR="006974AE" w:rsidRDefault="006974AE" w:rsidP="006974AE">
      <w:r>
        <w:t>148.8154</w:t>
      </w:r>
      <w:r>
        <w:tab/>
        <w:t>1.013e0</w:t>
      </w:r>
    </w:p>
    <w:p w:rsidR="006974AE" w:rsidRDefault="006974AE" w:rsidP="006974AE">
      <w:r>
        <w:t>148.8247</w:t>
      </w:r>
      <w:r>
        <w:tab/>
        <w:t>1.013e0</w:t>
      </w:r>
    </w:p>
    <w:p w:rsidR="006974AE" w:rsidRDefault="006974AE" w:rsidP="006974AE">
      <w:r>
        <w:t>148.8444</w:t>
      </w:r>
      <w:r>
        <w:tab/>
        <w:t>1.013e0</w:t>
      </w:r>
    </w:p>
    <w:p w:rsidR="006974AE" w:rsidRDefault="006974AE" w:rsidP="006974AE">
      <w:r>
        <w:t>148.8633</w:t>
      </w:r>
      <w:r>
        <w:tab/>
        <w:t>1.013e0</w:t>
      </w:r>
    </w:p>
    <w:p w:rsidR="006974AE" w:rsidRDefault="006974AE" w:rsidP="006974AE">
      <w:r>
        <w:t>148.8833</w:t>
      </w:r>
      <w:r>
        <w:tab/>
        <w:t>1.013e0</w:t>
      </w:r>
    </w:p>
    <w:p w:rsidR="006974AE" w:rsidRDefault="006974AE" w:rsidP="006974AE">
      <w:r>
        <w:t>148.8964</w:t>
      </w:r>
      <w:r>
        <w:tab/>
        <w:t>1.013e0</w:t>
      </w:r>
    </w:p>
    <w:p w:rsidR="006974AE" w:rsidRDefault="006974AE" w:rsidP="006974AE">
      <w:r>
        <w:t>148.9123</w:t>
      </w:r>
      <w:r>
        <w:tab/>
        <w:t>1.013e0</w:t>
      </w:r>
    </w:p>
    <w:p w:rsidR="006974AE" w:rsidRDefault="006974AE" w:rsidP="006974AE">
      <w:r>
        <w:t>148.9223</w:t>
      </w:r>
      <w:r>
        <w:tab/>
        <w:t>1.013e0</w:t>
      </w:r>
    </w:p>
    <w:p w:rsidR="006974AE" w:rsidRDefault="006974AE" w:rsidP="006974AE">
      <w:r>
        <w:t>148.9357</w:t>
      </w:r>
      <w:r>
        <w:tab/>
        <w:t>1.013e0</w:t>
      </w:r>
    </w:p>
    <w:p w:rsidR="006974AE" w:rsidRDefault="006974AE" w:rsidP="006974AE">
      <w:r>
        <w:lastRenderedPageBreak/>
        <w:t>148.9643</w:t>
      </w:r>
      <w:r>
        <w:tab/>
        <w:t>1.013e0</w:t>
      </w:r>
    </w:p>
    <w:p w:rsidR="006974AE" w:rsidRDefault="006974AE" w:rsidP="006974AE">
      <w:r>
        <w:t>148.9776</w:t>
      </w:r>
      <w:r>
        <w:tab/>
        <w:t>1.013e0</w:t>
      </w:r>
    </w:p>
    <w:p w:rsidR="006974AE" w:rsidRDefault="006974AE" w:rsidP="006974AE">
      <w:r>
        <w:t>148.9867</w:t>
      </w:r>
      <w:r>
        <w:tab/>
        <w:t>2.025e0</w:t>
      </w:r>
    </w:p>
    <w:p w:rsidR="006974AE" w:rsidRDefault="006974AE" w:rsidP="006974AE">
      <w:r>
        <w:t>148.9933</w:t>
      </w:r>
      <w:r>
        <w:tab/>
        <w:t>1.013e0</w:t>
      </w:r>
    </w:p>
    <w:p w:rsidR="006974AE" w:rsidRDefault="006974AE" w:rsidP="006974AE">
      <w:r>
        <w:t>149.0084</w:t>
      </w:r>
      <w:r>
        <w:tab/>
        <w:t>2.025e0</w:t>
      </w:r>
    </w:p>
    <w:p w:rsidR="006974AE" w:rsidRDefault="006974AE" w:rsidP="006974AE">
      <w:r>
        <w:t>149.0246</w:t>
      </w:r>
      <w:r>
        <w:tab/>
        <w:t>5.030e1</w:t>
      </w:r>
    </w:p>
    <w:p w:rsidR="006974AE" w:rsidRDefault="006974AE" w:rsidP="006974AE">
      <w:r>
        <w:t>149.0287</w:t>
      </w:r>
      <w:r>
        <w:tab/>
        <w:t>1.722e1</w:t>
      </w:r>
    </w:p>
    <w:p w:rsidR="006974AE" w:rsidRDefault="006974AE" w:rsidP="006974AE">
      <w:r>
        <w:t>149.0303</w:t>
      </w:r>
      <w:r>
        <w:tab/>
        <w:t>4.051e0</w:t>
      </w:r>
    </w:p>
    <w:p w:rsidR="006974AE" w:rsidRDefault="006974AE" w:rsidP="006974AE">
      <w:r>
        <w:t>149.0321</w:t>
      </w:r>
      <w:r>
        <w:tab/>
        <w:t>3.038e0</w:t>
      </w:r>
    </w:p>
    <w:p w:rsidR="006974AE" w:rsidRDefault="006974AE" w:rsidP="006974AE">
      <w:r>
        <w:t>149.0556</w:t>
      </w:r>
      <w:r>
        <w:tab/>
        <w:t>1.013e0</w:t>
      </w:r>
    </w:p>
    <w:p w:rsidR="006974AE" w:rsidRDefault="006974AE" w:rsidP="006974AE">
      <w:r>
        <w:t>149.0680</w:t>
      </w:r>
      <w:r>
        <w:tab/>
        <w:t>1.013e0</w:t>
      </w:r>
    </w:p>
    <w:p w:rsidR="006974AE" w:rsidRDefault="006974AE" w:rsidP="006974AE">
      <w:r>
        <w:t>149.0757</w:t>
      </w:r>
      <w:r>
        <w:tab/>
        <w:t>4.051e0</w:t>
      </w:r>
    </w:p>
    <w:p w:rsidR="006974AE" w:rsidRDefault="006974AE" w:rsidP="006974AE">
      <w:r>
        <w:t>149.0845</w:t>
      </w:r>
      <w:r>
        <w:tab/>
        <w:t>1.013e0</w:t>
      </w:r>
    </w:p>
    <w:p w:rsidR="006974AE" w:rsidRDefault="006974AE" w:rsidP="006974AE">
      <w:r>
        <w:t>149.0876</w:t>
      </w:r>
      <w:r>
        <w:tab/>
        <w:t>2.025e0</w:t>
      </w:r>
    </w:p>
    <w:p w:rsidR="006974AE" w:rsidRDefault="006974AE" w:rsidP="006974AE">
      <w:r>
        <w:t>149.0911</w:t>
      </w:r>
      <w:r>
        <w:tab/>
        <w:t>3.038e0</w:t>
      </w:r>
    </w:p>
    <w:p w:rsidR="006974AE" w:rsidRDefault="006974AE" w:rsidP="006974AE">
      <w:r>
        <w:t>149.0979</w:t>
      </w:r>
      <w:r>
        <w:tab/>
        <w:t>2.025e0</w:t>
      </w:r>
    </w:p>
    <w:p w:rsidR="006974AE" w:rsidRDefault="006974AE" w:rsidP="006974AE">
      <w:r>
        <w:t>149.1040</w:t>
      </w:r>
      <w:r>
        <w:tab/>
        <w:t>2.025e0</w:t>
      </w:r>
    </w:p>
    <w:p w:rsidR="006974AE" w:rsidRDefault="006974AE" w:rsidP="006974AE">
      <w:r>
        <w:t>149.1102</w:t>
      </w:r>
      <w:r>
        <w:tab/>
        <w:t>1.013e0</w:t>
      </w:r>
    </w:p>
    <w:p w:rsidR="006974AE" w:rsidRDefault="006974AE" w:rsidP="006974AE">
      <w:r>
        <w:t>149.1166</w:t>
      </w:r>
      <w:r>
        <w:tab/>
        <w:t>1.013e0</w:t>
      </w:r>
    </w:p>
    <w:p w:rsidR="006974AE" w:rsidRDefault="006974AE" w:rsidP="006974AE">
      <w:r>
        <w:lastRenderedPageBreak/>
        <w:t>149.1265</w:t>
      </w:r>
      <w:r>
        <w:tab/>
        <w:t>1.013e0</w:t>
      </w:r>
    </w:p>
    <w:p w:rsidR="006974AE" w:rsidRDefault="006974AE" w:rsidP="006974AE">
      <w:r>
        <w:t>149.1365</w:t>
      </w:r>
      <w:r>
        <w:tab/>
        <w:t>1.013e0</w:t>
      </w:r>
    </w:p>
    <w:p w:rsidR="006974AE" w:rsidRDefault="006974AE" w:rsidP="006974AE">
      <w:r>
        <w:t>149.1398</w:t>
      </w:r>
      <w:r>
        <w:tab/>
        <w:t>2.025e0</w:t>
      </w:r>
    </w:p>
    <w:p w:rsidR="006974AE" w:rsidRDefault="006974AE" w:rsidP="006974AE">
      <w:r>
        <w:t>149.1544</w:t>
      </w:r>
      <w:r>
        <w:tab/>
        <w:t>3.038e0</w:t>
      </w:r>
    </w:p>
    <w:p w:rsidR="006974AE" w:rsidRDefault="006974AE" w:rsidP="006974AE">
      <w:r>
        <w:t>149.1689</w:t>
      </w:r>
      <w:r>
        <w:tab/>
        <w:t>1.013e0</w:t>
      </w:r>
    </w:p>
    <w:p w:rsidR="006974AE" w:rsidRDefault="006974AE" w:rsidP="006974AE">
      <w:r>
        <w:t>149.1914</w:t>
      </w:r>
      <w:r>
        <w:tab/>
        <w:t>1.013e0</w:t>
      </w:r>
    </w:p>
    <w:p w:rsidR="006974AE" w:rsidRDefault="006974AE" w:rsidP="006974AE">
      <w:r>
        <w:t>149.2076</w:t>
      </w:r>
      <w:r>
        <w:tab/>
        <w:t>1.013e0</w:t>
      </w:r>
    </w:p>
    <w:p w:rsidR="006974AE" w:rsidRDefault="006974AE" w:rsidP="006974AE">
      <w:r>
        <w:t>149.2109</w:t>
      </w:r>
      <w:r>
        <w:tab/>
        <w:t>1.013e0</w:t>
      </w:r>
    </w:p>
    <w:p w:rsidR="006974AE" w:rsidRDefault="006974AE" w:rsidP="006974AE">
      <w:r>
        <w:t>149.2176</w:t>
      </w:r>
      <w:r>
        <w:tab/>
        <w:t>1.013e0</w:t>
      </w:r>
    </w:p>
    <w:p w:rsidR="006974AE" w:rsidRDefault="006974AE" w:rsidP="006974AE">
      <w:r>
        <w:t>149.2276</w:t>
      </w:r>
      <w:r>
        <w:tab/>
        <w:t>1.013e0</w:t>
      </w:r>
    </w:p>
    <w:p w:rsidR="006974AE" w:rsidRDefault="006974AE" w:rsidP="006974AE">
      <w:r>
        <w:t>149.2365</w:t>
      </w:r>
      <w:r>
        <w:tab/>
        <w:t>1.013e0</w:t>
      </w:r>
    </w:p>
    <w:p w:rsidR="006974AE" w:rsidRDefault="006974AE" w:rsidP="006974AE">
      <w:r>
        <w:t>149.2401</w:t>
      </w:r>
      <w:r>
        <w:tab/>
        <w:t>1.013e0</w:t>
      </w:r>
    </w:p>
    <w:p w:rsidR="006974AE" w:rsidRDefault="006974AE" w:rsidP="006974AE">
      <w:r>
        <w:t>149.2500</w:t>
      </w:r>
      <w:r>
        <w:tab/>
        <w:t>1.013e0</w:t>
      </w:r>
    </w:p>
    <w:p w:rsidR="006974AE" w:rsidRDefault="006974AE" w:rsidP="006974AE">
      <w:r>
        <w:t>149.2566</w:t>
      </w:r>
      <w:r>
        <w:tab/>
        <w:t>1.013e0</w:t>
      </w:r>
    </w:p>
    <w:p w:rsidR="006974AE" w:rsidRDefault="006974AE" w:rsidP="006974AE">
      <w:r>
        <w:t>149.2632</w:t>
      </w:r>
      <w:r>
        <w:tab/>
        <w:t>1.013e0</w:t>
      </w:r>
    </w:p>
    <w:p w:rsidR="006974AE" w:rsidRDefault="006974AE" w:rsidP="006974AE">
      <w:r>
        <w:t>149.2697</w:t>
      </w:r>
      <w:r>
        <w:tab/>
        <w:t>1.013e0</w:t>
      </w:r>
    </w:p>
    <w:p w:rsidR="006974AE" w:rsidRDefault="006974AE" w:rsidP="006974AE">
      <w:r>
        <w:t>149.2726</w:t>
      </w:r>
      <w:r>
        <w:tab/>
        <w:t>1.013e0</w:t>
      </w:r>
    </w:p>
    <w:p w:rsidR="006974AE" w:rsidRDefault="006974AE" w:rsidP="006974AE">
      <w:r>
        <w:t>149.2888</w:t>
      </w:r>
      <w:r>
        <w:tab/>
        <w:t>1.013e0</w:t>
      </w:r>
    </w:p>
    <w:p w:rsidR="006974AE" w:rsidRDefault="006974AE" w:rsidP="006974AE">
      <w:r>
        <w:t>149.2956</w:t>
      </w:r>
      <w:r>
        <w:tab/>
        <w:t>1.013e0</w:t>
      </w:r>
    </w:p>
    <w:p w:rsidR="006974AE" w:rsidRDefault="006974AE" w:rsidP="006974AE">
      <w:r>
        <w:lastRenderedPageBreak/>
        <w:t>149.3054</w:t>
      </w:r>
      <w:r>
        <w:tab/>
        <w:t>1.013e0</w:t>
      </w:r>
    </w:p>
    <w:p w:rsidR="006974AE" w:rsidRDefault="006974AE" w:rsidP="006974AE">
      <w:r>
        <w:t>149.3147</w:t>
      </w:r>
      <w:r>
        <w:tab/>
        <w:t>1.013e0</w:t>
      </w:r>
    </w:p>
    <w:p w:rsidR="006974AE" w:rsidRDefault="006974AE" w:rsidP="006974AE">
      <w:r>
        <w:t>149.3277</w:t>
      </w:r>
      <w:r>
        <w:tab/>
        <w:t>1.013e0</w:t>
      </w:r>
    </w:p>
    <w:p w:rsidR="006974AE" w:rsidRDefault="006974AE" w:rsidP="006974AE">
      <w:r>
        <w:t>149.3310</w:t>
      </w:r>
      <w:r>
        <w:tab/>
        <w:t>2.025e0</w:t>
      </w:r>
    </w:p>
    <w:p w:rsidR="006974AE" w:rsidRDefault="006974AE" w:rsidP="006974AE">
      <w:r>
        <w:t>149.3345</w:t>
      </w:r>
      <w:r>
        <w:tab/>
        <w:t>5.063e0</w:t>
      </w:r>
    </w:p>
    <w:p w:rsidR="006974AE" w:rsidRDefault="006974AE" w:rsidP="006974AE">
      <w:r>
        <w:t>149.3411</w:t>
      </w:r>
      <w:r>
        <w:tab/>
        <w:t>2.025e0</w:t>
      </w:r>
    </w:p>
    <w:p w:rsidR="006974AE" w:rsidRDefault="006974AE" w:rsidP="006974AE">
      <w:r>
        <w:t>149.3476</w:t>
      </w:r>
      <w:r>
        <w:tab/>
        <w:t>1.013e0</w:t>
      </w:r>
    </w:p>
    <w:p w:rsidR="006974AE" w:rsidRDefault="006974AE" w:rsidP="006974AE">
      <w:r>
        <w:t>149.3666</w:t>
      </w:r>
      <w:r>
        <w:tab/>
        <w:t>1.013e0</w:t>
      </w:r>
    </w:p>
    <w:p w:rsidR="006974AE" w:rsidRDefault="006974AE" w:rsidP="006974AE">
      <w:r>
        <w:t>149.3734</w:t>
      </w:r>
      <w:r>
        <w:tab/>
        <w:t>1.013e0</w:t>
      </w:r>
    </w:p>
    <w:p w:rsidR="006974AE" w:rsidRDefault="006974AE" w:rsidP="006974AE">
      <w:r>
        <w:t>149.3767</w:t>
      </w:r>
      <w:r>
        <w:tab/>
        <w:t>1.013e0</w:t>
      </w:r>
    </w:p>
    <w:p w:rsidR="006974AE" w:rsidRDefault="006974AE" w:rsidP="006974AE">
      <w:r>
        <w:t>149.3881</w:t>
      </w:r>
      <w:r>
        <w:tab/>
        <w:t>2.025e0</w:t>
      </w:r>
    </w:p>
    <w:p w:rsidR="006974AE" w:rsidRDefault="006974AE" w:rsidP="006974AE">
      <w:r>
        <w:t>149.4238</w:t>
      </w:r>
      <w:r>
        <w:tab/>
        <w:t>2.025e0</w:t>
      </w:r>
    </w:p>
    <w:p w:rsidR="006974AE" w:rsidRDefault="006974AE" w:rsidP="006974AE">
      <w:r>
        <w:t>149.4254</w:t>
      </w:r>
      <w:r>
        <w:tab/>
        <w:t>3.038e0</w:t>
      </w:r>
    </w:p>
    <w:p w:rsidR="006974AE" w:rsidRDefault="006974AE" w:rsidP="006974AE">
      <w:r>
        <w:t>149.4323</w:t>
      </w:r>
      <w:r>
        <w:tab/>
        <w:t>1.013e0</w:t>
      </w:r>
    </w:p>
    <w:p w:rsidR="006974AE" w:rsidRDefault="006974AE" w:rsidP="006974AE">
      <w:r>
        <w:t>149.4413</w:t>
      </w:r>
      <w:r>
        <w:tab/>
        <w:t>1.013e0</w:t>
      </w:r>
    </w:p>
    <w:p w:rsidR="006974AE" w:rsidRDefault="006974AE" w:rsidP="006974AE">
      <w:r>
        <w:t>149.4479</w:t>
      </w:r>
      <w:r>
        <w:tab/>
        <w:t>1.013e0</w:t>
      </w:r>
    </w:p>
    <w:p w:rsidR="006974AE" w:rsidRDefault="006974AE" w:rsidP="006974AE">
      <w:r>
        <w:t>149.4511</w:t>
      </w:r>
      <w:r>
        <w:tab/>
        <w:t>1.013e0</w:t>
      </w:r>
    </w:p>
    <w:p w:rsidR="006974AE" w:rsidRDefault="006974AE" w:rsidP="006974AE">
      <w:r>
        <w:t>149.4545</w:t>
      </w:r>
      <w:r>
        <w:tab/>
        <w:t>2.025e0</w:t>
      </w:r>
    </w:p>
    <w:p w:rsidR="006974AE" w:rsidRDefault="006974AE" w:rsidP="006974AE">
      <w:r>
        <w:t>149.4645</w:t>
      </w:r>
      <w:r>
        <w:tab/>
        <w:t>1.013e0</w:t>
      </w:r>
    </w:p>
    <w:p w:rsidR="006974AE" w:rsidRDefault="006974AE" w:rsidP="006974AE">
      <w:r>
        <w:lastRenderedPageBreak/>
        <w:t>149.4710</w:t>
      </w:r>
      <w:r>
        <w:tab/>
        <w:t>1.013e0</w:t>
      </w:r>
    </w:p>
    <w:p w:rsidR="006974AE" w:rsidRDefault="006974AE" w:rsidP="006974AE">
      <w:r>
        <w:t>149.4805</w:t>
      </w:r>
      <w:r>
        <w:tab/>
        <w:t>1.013e0</w:t>
      </w:r>
    </w:p>
    <w:p w:rsidR="006974AE" w:rsidRDefault="006974AE" w:rsidP="006974AE">
      <w:r>
        <w:t>149.4837</w:t>
      </w:r>
      <w:r>
        <w:tab/>
        <w:t>1.013e0</w:t>
      </w:r>
    </w:p>
    <w:p w:rsidR="006974AE" w:rsidRDefault="006974AE" w:rsidP="006974AE">
      <w:r>
        <w:t>149.4868</w:t>
      </w:r>
      <w:r>
        <w:tab/>
        <w:t>1.013e0</w:t>
      </w:r>
    </w:p>
    <w:p w:rsidR="006974AE" w:rsidRDefault="006974AE" w:rsidP="006974AE">
      <w:r>
        <w:t>149.4901</w:t>
      </w:r>
      <w:r>
        <w:tab/>
        <w:t>1.013e0</w:t>
      </w:r>
    </w:p>
    <w:p w:rsidR="006974AE" w:rsidRDefault="006974AE" w:rsidP="006974AE">
      <w:r>
        <w:t>149.4968</w:t>
      </w:r>
      <w:r>
        <w:tab/>
        <w:t>1.013e0</w:t>
      </w:r>
    </w:p>
    <w:p w:rsidR="006974AE" w:rsidRDefault="006974AE" w:rsidP="006974AE">
      <w:r>
        <w:t>149.4999</w:t>
      </w:r>
      <w:r>
        <w:tab/>
        <w:t>2.025e0</w:t>
      </w:r>
    </w:p>
    <w:p w:rsidR="006974AE" w:rsidRDefault="006974AE" w:rsidP="006974AE">
      <w:r>
        <w:t>149.5033</w:t>
      </w:r>
      <w:r>
        <w:tab/>
        <w:t>1.013e0</w:t>
      </w:r>
    </w:p>
    <w:p w:rsidR="006974AE" w:rsidRDefault="006974AE" w:rsidP="006974AE">
      <w:r>
        <w:t>149.5202</w:t>
      </w:r>
      <w:r>
        <w:tab/>
        <w:t>5.063e0</w:t>
      </w:r>
    </w:p>
    <w:p w:rsidR="006974AE" w:rsidRDefault="006974AE" w:rsidP="006974AE">
      <w:r>
        <w:t>149.5215</w:t>
      </w:r>
      <w:r>
        <w:tab/>
        <w:t>3.038e0</w:t>
      </w:r>
    </w:p>
    <w:p w:rsidR="006974AE" w:rsidRDefault="006974AE" w:rsidP="006974AE">
      <w:r>
        <w:t>149.5233</w:t>
      </w:r>
      <w:r>
        <w:tab/>
        <w:t>5.063e0</w:t>
      </w:r>
    </w:p>
    <w:p w:rsidR="006974AE" w:rsidRDefault="006974AE" w:rsidP="006974AE">
      <w:r>
        <w:t>149.5258</w:t>
      </w:r>
      <w:r>
        <w:tab/>
        <w:t>1.013e0</w:t>
      </w:r>
    </w:p>
    <w:p w:rsidR="006974AE" w:rsidRDefault="006974AE" w:rsidP="006974AE">
      <w:r>
        <w:t>149.5290</w:t>
      </w:r>
      <w:r>
        <w:tab/>
        <w:t>1.013e0</w:t>
      </w:r>
    </w:p>
    <w:p w:rsidR="006974AE" w:rsidRDefault="006974AE" w:rsidP="006974AE">
      <w:r>
        <w:t>149.5324</w:t>
      </w:r>
      <w:r>
        <w:tab/>
        <w:t>2.025e0</w:t>
      </w:r>
    </w:p>
    <w:p w:rsidR="006974AE" w:rsidRDefault="006974AE" w:rsidP="006974AE">
      <w:r>
        <w:t>149.5505</w:t>
      </w:r>
      <w:r>
        <w:tab/>
        <w:t>2.025e0</w:t>
      </w:r>
    </w:p>
    <w:p w:rsidR="006974AE" w:rsidRDefault="006974AE" w:rsidP="006974AE">
      <w:r>
        <w:t>149.5682</w:t>
      </w:r>
      <w:r>
        <w:tab/>
        <w:t>1.013e0</w:t>
      </w:r>
    </w:p>
    <w:p w:rsidR="006974AE" w:rsidRDefault="006974AE" w:rsidP="006974AE">
      <w:r>
        <w:t>149.5812</w:t>
      </w:r>
      <w:r>
        <w:tab/>
        <w:t>1.013e0</w:t>
      </w:r>
    </w:p>
    <w:p w:rsidR="006974AE" w:rsidRDefault="006974AE" w:rsidP="006974AE">
      <w:r>
        <w:t>149.5979</w:t>
      </w:r>
      <w:r>
        <w:tab/>
        <w:t>1.013e0</w:t>
      </w:r>
    </w:p>
    <w:p w:rsidR="006974AE" w:rsidRDefault="006974AE" w:rsidP="006974AE">
      <w:r>
        <w:t>149.6012</w:t>
      </w:r>
      <w:r>
        <w:tab/>
        <w:t>3.038e0</w:t>
      </w:r>
    </w:p>
    <w:p w:rsidR="006974AE" w:rsidRDefault="006974AE" w:rsidP="006974AE">
      <w:r>
        <w:lastRenderedPageBreak/>
        <w:t>149.6073</w:t>
      </w:r>
      <w:r>
        <w:tab/>
        <w:t>1.013e0</w:t>
      </w:r>
    </w:p>
    <w:p w:rsidR="006974AE" w:rsidRDefault="006974AE" w:rsidP="006974AE">
      <w:r>
        <w:t>149.6201</w:t>
      </w:r>
      <w:r>
        <w:tab/>
        <w:t>1.013e0</w:t>
      </w:r>
    </w:p>
    <w:p w:rsidR="006974AE" w:rsidRDefault="006974AE" w:rsidP="006974AE">
      <w:r>
        <w:t>149.6234</w:t>
      </w:r>
      <w:r>
        <w:tab/>
        <w:t>1.013e0</w:t>
      </w:r>
    </w:p>
    <w:p w:rsidR="006974AE" w:rsidRDefault="006974AE" w:rsidP="006974AE">
      <w:r>
        <w:t>149.6300</w:t>
      </w:r>
      <w:r>
        <w:tab/>
        <w:t>1.013e0</w:t>
      </w:r>
    </w:p>
    <w:p w:rsidR="006974AE" w:rsidRDefault="006974AE" w:rsidP="006974AE">
      <w:r>
        <w:t>149.6625</w:t>
      </w:r>
      <w:r>
        <w:tab/>
        <w:t>3.038e0</w:t>
      </w:r>
    </w:p>
    <w:p w:rsidR="006974AE" w:rsidRDefault="006974AE" w:rsidP="006974AE">
      <w:r>
        <w:t>149.6807</w:t>
      </w:r>
      <w:r>
        <w:tab/>
        <w:t>2.025e0</w:t>
      </w:r>
    </w:p>
    <w:p w:rsidR="006974AE" w:rsidRDefault="006974AE" w:rsidP="006974AE">
      <w:r>
        <w:t>149.6825</w:t>
      </w:r>
      <w:r>
        <w:tab/>
        <w:t>2.025e0</w:t>
      </w:r>
    </w:p>
    <w:p w:rsidR="006974AE" w:rsidRDefault="006974AE" w:rsidP="006974AE">
      <w:r>
        <w:t>149.6857</w:t>
      </w:r>
      <w:r>
        <w:tab/>
        <w:t>2.025e0</w:t>
      </w:r>
    </w:p>
    <w:p w:rsidR="006974AE" w:rsidRDefault="006974AE" w:rsidP="006974AE">
      <w:r>
        <w:t>149.6888</w:t>
      </w:r>
      <w:r>
        <w:tab/>
        <w:t>1.013e0</w:t>
      </w:r>
    </w:p>
    <w:p w:rsidR="006974AE" w:rsidRDefault="006974AE" w:rsidP="006974AE">
      <w:r>
        <w:t>149.6950</w:t>
      </w:r>
      <w:r>
        <w:tab/>
        <w:t>1.013e0</w:t>
      </w:r>
    </w:p>
    <w:p w:rsidR="006974AE" w:rsidRDefault="006974AE" w:rsidP="006974AE">
      <w:r>
        <w:t>149.6979</w:t>
      </w:r>
      <w:r>
        <w:tab/>
        <w:t>1.013e0</w:t>
      </w:r>
    </w:p>
    <w:p w:rsidR="006974AE" w:rsidRDefault="006974AE" w:rsidP="006974AE">
      <w:r>
        <w:t>149.7435</w:t>
      </w:r>
      <w:r>
        <w:tab/>
        <w:t>1.013e0</w:t>
      </w:r>
    </w:p>
    <w:p w:rsidR="006974AE" w:rsidRDefault="006974AE" w:rsidP="006974AE">
      <w:r>
        <w:t>149.7504</w:t>
      </w:r>
      <w:r>
        <w:tab/>
        <w:t>1.013e0</w:t>
      </w:r>
    </w:p>
    <w:p w:rsidR="006974AE" w:rsidRDefault="006974AE" w:rsidP="006974AE">
      <w:r>
        <w:t>149.7535</w:t>
      </w:r>
      <w:r>
        <w:tab/>
        <w:t>1.013e0</w:t>
      </w:r>
    </w:p>
    <w:p w:rsidR="006974AE" w:rsidRDefault="006974AE" w:rsidP="006974AE">
      <w:r>
        <w:t>149.7670</w:t>
      </w:r>
      <w:r>
        <w:tab/>
        <w:t>1.013e0</w:t>
      </w:r>
    </w:p>
    <w:p w:rsidR="006974AE" w:rsidRDefault="006974AE" w:rsidP="006974AE">
      <w:r>
        <w:t>149.7704</w:t>
      </w:r>
      <w:r>
        <w:tab/>
        <w:t>1.013e0</w:t>
      </w:r>
    </w:p>
    <w:p w:rsidR="006974AE" w:rsidRDefault="006974AE" w:rsidP="006974AE">
      <w:r>
        <w:t>149.7733</w:t>
      </w:r>
      <w:r>
        <w:tab/>
        <w:t>1.013e0</w:t>
      </w:r>
    </w:p>
    <w:p w:rsidR="006974AE" w:rsidRDefault="006974AE" w:rsidP="006974AE">
      <w:r>
        <w:t>149.7765</w:t>
      </w:r>
      <w:r>
        <w:tab/>
        <w:t>1.013e0</w:t>
      </w:r>
    </w:p>
    <w:p w:rsidR="006974AE" w:rsidRDefault="006974AE" w:rsidP="006974AE">
      <w:r>
        <w:t>149.8024</w:t>
      </w:r>
      <w:r>
        <w:tab/>
        <w:t>1.013e0</w:t>
      </w:r>
    </w:p>
    <w:p w:rsidR="006974AE" w:rsidRDefault="006974AE" w:rsidP="006974AE">
      <w:r>
        <w:lastRenderedPageBreak/>
        <w:t>149.8041</w:t>
      </w:r>
      <w:r>
        <w:tab/>
        <w:t>2.025e0</w:t>
      </w:r>
    </w:p>
    <w:p w:rsidR="006974AE" w:rsidRDefault="006974AE" w:rsidP="006974AE">
      <w:r>
        <w:t>149.8058</w:t>
      </w:r>
      <w:r>
        <w:tab/>
        <w:t>1.013e0</w:t>
      </w:r>
    </w:p>
    <w:p w:rsidR="006974AE" w:rsidRDefault="006974AE" w:rsidP="006974AE">
      <w:r>
        <w:t>149.8232</w:t>
      </w:r>
      <w:r>
        <w:tab/>
        <w:t>2.025e0</w:t>
      </w:r>
    </w:p>
    <w:p w:rsidR="006974AE" w:rsidRDefault="006974AE" w:rsidP="006974AE">
      <w:r>
        <w:t>149.8248</w:t>
      </w:r>
      <w:r>
        <w:tab/>
        <w:t>2.025e0</w:t>
      </w:r>
    </w:p>
    <w:p w:rsidR="006974AE" w:rsidRDefault="006974AE" w:rsidP="006974AE">
      <w:r>
        <w:t>149.8447</w:t>
      </w:r>
      <w:r>
        <w:tab/>
        <w:t>1.013e0</w:t>
      </w:r>
    </w:p>
    <w:p w:rsidR="006974AE" w:rsidRDefault="006974AE" w:rsidP="006974AE">
      <w:r>
        <w:t>149.8483</w:t>
      </w:r>
      <w:r>
        <w:tab/>
        <w:t>2.025e0</w:t>
      </w:r>
    </w:p>
    <w:p w:rsidR="006974AE" w:rsidRDefault="006974AE" w:rsidP="006974AE">
      <w:r>
        <w:t>149.8670</w:t>
      </w:r>
      <w:r>
        <w:tab/>
        <w:t>1.013e0</w:t>
      </w:r>
    </w:p>
    <w:p w:rsidR="006974AE" w:rsidRDefault="006974AE" w:rsidP="006974AE">
      <w:r>
        <w:t>149.8837</w:t>
      </w:r>
      <w:r>
        <w:tab/>
        <w:t>1.013e0</w:t>
      </w:r>
    </w:p>
    <w:p w:rsidR="006974AE" w:rsidRDefault="006974AE" w:rsidP="006974AE">
      <w:r>
        <w:t>149.8905</w:t>
      </w:r>
      <w:r>
        <w:tab/>
        <w:t>1.013e0</w:t>
      </w:r>
    </w:p>
    <w:p w:rsidR="006974AE" w:rsidRDefault="006974AE" w:rsidP="006974AE">
      <w:r>
        <w:t>149.9033</w:t>
      </w:r>
      <w:r>
        <w:tab/>
        <w:t>2.025e0</w:t>
      </w:r>
    </w:p>
    <w:p w:rsidR="006974AE" w:rsidRDefault="006974AE" w:rsidP="006974AE">
      <w:r>
        <w:t>149.9063</w:t>
      </w:r>
      <w:r>
        <w:tab/>
        <w:t>2.025e0</w:t>
      </w:r>
    </w:p>
    <w:p w:rsidR="006974AE" w:rsidRDefault="006974AE" w:rsidP="006974AE">
      <w:r>
        <w:t>149.9194</w:t>
      </w:r>
      <w:r>
        <w:tab/>
        <w:t>1.013e0</w:t>
      </w:r>
    </w:p>
    <w:p w:rsidR="006974AE" w:rsidRDefault="006974AE" w:rsidP="006974AE">
      <w:r>
        <w:t>149.9229</w:t>
      </w:r>
      <w:r>
        <w:tab/>
        <w:t>1.013e0</w:t>
      </w:r>
    </w:p>
    <w:p w:rsidR="006974AE" w:rsidRDefault="006974AE" w:rsidP="006974AE">
      <w:r>
        <w:t>149.9262</w:t>
      </w:r>
      <w:r>
        <w:tab/>
        <w:t>1.013e0</w:t>
      </w:r>
    </w:p>
    <w:p w:rsidR="006974AE" w:rsidRDefault="006974AE" w:rsidP="006974AE">
      <w:r>
        <w:t>149.9295</w:t>
      </w:r>
      <w:r>
        <w:tab/>
        <w:t>1.013e0</w:t>
      </w:r>
    </w:p>
    <w:p w:rsidR="006974AE" w:rsidRDefault="006974AE" w:rsidP="006974AE">
      <w:r>
        <w:t>149.9312</w:t>
      </w:r>
      <w:r>
        <w:tab/>
        <w:t>2.025e0</w:t>
      </w:r>
    </w:p>
    <w:p w:rsidR="006974AE" w:rsidRDefault="006974AE" w:rsidP="006974AE">
      <w:r>
        <w:t>149.9394</w:t>
      </w:r>
      <w:r>
        <w:tab/>
        <w:t>1.013e0</w:t>
      </w:r>
    </w:p>
    <w:p w:rsidR="006974AE" w:rsidRDefault="006974AE" w:rsidP="006974AE">
      <w:r>
        <w:t>149.9426</w:t>
      </w:r>
      <w:r>
        <w:tab/>
        <w:t>2.025e0</w:t>
      </w:r>
    </w:p>
    <w:p w:rsidR="006974AE" w:rsidRDefault="006974AE" w:rsidP="006974AE">
      <w:r>
        <w:t>149.9488</w:t>
      </w:r>
      <w:r>
        <w:tab/>
        <w:t>1.013e0</w:t>
      </w:r>
    </w:p>
    <w:p w:rsidR="006974AE" w:rsidRDefault="006974AE" w:rsidP="006974AE">
      <w:r>
        <w:lastRenderedPageBreak/>
        <w:t>149.9518</w:t>
      </w:r>
      <w:r>
        <w:tab/>
        <w:t>1.013e0</w:t>
      </w:r>
    </w:p>
    <w:p w:rsidR="006974AE" w:rsidRDefault="006974AE" w:rsidP="006974AE">
      <w:r>
        <w:t>149.9535</w:t>
      </w:r>
      <w:r>
        <w:tab/>
        <w:t>2.025e0</w:t>
      </w:r>
    </w:p>
    <w:p w:rsidR="006974AE" w:rsidRDefault="006974AE" w:rsidP="006974AE">
      <w:r>
        <w:t>149.9650</w:t>
      </w:r>
      <w:r>
        <w:tab/>
        <w:t>2.025e0</w:t>
      </w:r>
    </w:p>
    <w:p w:rsidR="006974AE" w:rsidRDefault="006974AE" w:rsidP="006974AE">
      <w:r>
        <w:t>149.9749</w:t>
      </w:r>
      <w:r>
        <w:tab/>
        <w:t>1.013e0</w:t>
      </w:r>
    </w:p>
    <w:p w:rsidR="006974AE" w:rsidRDefault="006974AE" w:rsidP="006974AE">
      <w:r>
        <w:t>149.9784</w:t>
      </w:r>
      <w:r>
        <w:tab/>
        <w:t>3.038e0</w:t>
      </w:r>
    </w:p>
    <w:p w:rsidR="006974AE" w:rsidRDefault="006974AE" w:rsidP="006974AE">
      <w:r>
        <w:t>149.9817</w:t>
      </w:r>
      <w:r>
        <w:tab/>
        <w:t>1.013e0</w:t>
      </w:r>
    </w:p>
    <w:p w:rsidR="006974AE" w:rsidRDefault="006974AE" w:rsidP="006974AE">
      <w:r>
        <w:t>149.9957</w:t>
      </w:r>
      <w:r>
        <w:tab/>
        <w:t>2.025e0</w:t>
      </w:r>
    </w:p>
    <w:p w:rsidR="006974AE" w:rsidRDefault="006974AE" w:rsidP="006974AE">
      <w:r>
        <w:t>150.0042</w:t>
      </w:r>
      <w:r>
        <w:tab/>
        <w:t>2.025e0</w:t>
      </w:r>
    </w:p>
    <w:p w:rsidR="006974AE" w:rsidRDefault="006974AE" w:rsidP="006974AE">
      <w:r>
        <w:t>150.0174</w:t>
      </w:r>
      <w:r>
        <w:tab/>
        <w:t>1.013e0</w:t>
      </w:r>
    </w:p>
    <w:p w:rsidR="006974AE" w:rsidRDefault="006974AE" w:rsidP="006974AE">
      <w:r>
        <w:t>150.0336</w:t>
      </w:r>
      <w:r>
        <w:tab/>
        <w:t>5.063e0</w:t>
      </w:r>
    </w:p>
    <w:p w:rsidR="006974AE" w:rsidRDefault="006974AE" w:rsidP="006974AE">
      <w:r>
        <w:t>150.0395</w:t>
      </w:r>
      <w:r>
        <w:tab/>
        <w:t>6.076e0</w:t>
      </w:r>
    </w:p>
    <w:p w:rsidR="006974AE" w:rsidRDefault="006974AE" w:rsidP="006974AE">
      <w:r>
        <w:t>150.0454</w:t>
      </w:r>
      <w:r>
        <w:tab/>
        <w:t>3.371e1</w:t>
      </w:r>
    </w:p>
    <w:p w:rsidR="006974AE" w:rsidRDefault="006974AE" w:rsidP="006974AE">
      <w:r>
        <w:t>150.0469</w:t>
      </w:r>
      <w:r>
        <w:tab/>
        <w:t>8.101e0</w:t>
      </w:r>
    </w:p>
    <w:p w:rsidR="006974AE" w:rsidRDefault="006974AE" w:rsidP="006974AE">
      <w:r>
        <w:t>150.0529</w:t>
      </w:r>
      <w:r>
        <w:tab/>
        <w:t>1.057e1</w:t>
      </w:r>
    </w:p>
    <w:p w:rsidR="006974AE" w:rsidRDefault="006974AE" w:rsidP="006974AE">
      <w:r>
        <w:t>150.0592</w:t>
      </w:r>
      <w:r>
        <w:tab/>
        <w:t>9.114e0</w:t>
      </w:r>
    </w:p>
    <w:p w:rsidR="006974AE" w:rsidRDefault="006974AE" w:rsidP="006974AE">
      <w:r>
        <w:t>150.0663</w:t>
      </w:r>
      <w:r>
        <w:tab/>
        <w:t>2.669e0</w:t>
      </w:r>
    </w:p>
    <w:p w:rsidR="006974AE" w:rsidRDefault="006974AE" w:rsidP="006974AE">
      <w:r>
        <w:t>150.0683</w:t>
      </w:r>
      <w:r>
        <w:tab/>
        <w:t>6.719e0</w:t>
      </w:r>
    </w:p>
    <w:p w:rsidR="006974AE" w:rsidRDefault="006974AE" w:rsidP="006974AE">
      <w:r>
        <w:t>150.0758</w:t>
      </w:r>
      <w:r>
        <w:tab/>
        <w:t>1.013e0</w:t>
      </w:r>
    </w:p>
    <w:p w:rsidR="006974AE" w:rsidRDefault="006974AE" w:rsidP="006974AE">
      <w:r>
        <w:t>150.0803</w:t>
      </w:r>
      <w:r>
        <w:tab/>
        <w:t>2.025e0</w:t>
      </w:r>
    </w:p>
    <w:p w:rsidR="006974AE" w:rsidRDefault="006974AE" w:rsidP="006974AE">
      <w:r>
        <w:lastRenderedPageBreak/>
        <w:t>150.0852</w:t>
      </w:r>
      <w:r>
        <w:tab/>
        <w:t>2.025e0</w:t>
      </w:r>
    </w:p>
    <w:p w:rsidR="006974AE" w:rsidRDefault="006974AE" w:rsidP="006974AE">
      <w:r>
        <w:t>150.1093</w:t>
      </w:r>
      <w:r>
        <w:tab/>
        <w:t>7.089e0</w:t>
      </w:r>
    </w:p>
    <w:p w:rsidR="006974AE" w:rsidRDefault="006974AE" w:rsidP="006974AE">
      <w:r>
        <w:t>150.1152</w:t>
      </w:r>
      <w:r>
        <w:tab/>
        <w:t>4.721e1</w:t>
      </w:r>
    </w:p>
    <w:p w:rsidR="006974AE" w:rsidRDefault="006974AE" w:rsidP="006974AE">
      <w:r>
        <w:t>150.1170</w:t>
      </w:r>
      <w:r>
        <w:tab/>
        <w:t>1.278e1</w:t>
      </w:r>
    </w:p>
    <w:p w:rsidR="006974AE" w:rsidRDefault="006974AE" w:rsidP="006974AE">
      <w:r>
        <w:t>150.1189</w:t>
      </w:r>
      <w:r>
        <w:tab/>
        <w:t>5.671e1</w:t>
      </w:r>
    </w:p>
    <w:p w:rsidR="006974AE" w:rsidRDefault="006974AE" w:rsidP="006974AE">
      <w:r>
        <w:t>150.1234</w:t>
      </w:r>
      <w:r>
        <w:tab/>
        <w:t>9.114e0</w:t>
      </w:r>
    </w:p>
    <w:p w:rsidR="006974AE" w:rsidRDefault="006974AE" w:rsidP="006974AE">
      <w:r>
        <w:t>150.1301</w:t>
      </w:r>
      <w:r>
        <w:tab/>
        <w:t>6.076e0</w:t>
      </w:r>
    </w:p>
    <w:p w:rsidR="006974AE" w:rsidRDefault="006974AE" w:rsidP="006974AE">
      <w:r>
        <w:t>150.1367</w:t>
      </w:r>
      <w:r>
        <w:tab/>
        <w:t>9.114e0</w:t>
      </w:r>
    </w:p>
    <w:p w:rsidR="006974AE" w:rsidRDefault="006974AE" w:rsidP="006974AE">
      <w:r>
        <w:t>150.1543</w:t>
      </w:r>
      <w:r>
        <w:tab/>
        <w:t>1.013e0</w:t>
      </w:r>
    </w:p>
    <w:p w:rsidR="006974AE" w:rsidRDefault="006974AE" w:rsidP="006974AE">
      <w:r>
        <w:t>150.1560</w:t>
      </w:r>
      <w:r>
        <w:tab/>
        <w:t>2.025e0</w:t>
      </w:r>
    </w:p>
    <w:p w:rsidR="006974AE" w:rsidRDefault="006974AE" w:rsidP="006974AE">
      <w:r>
        <w:t>150.1634</w:t>
      </w:r>
      <w:r>
        <w:tab/>
        <w:t>1.013e0</w:t>
      </w:r>
    </w:p>
    <w:p w:rsidR="006974AE" w:rsidRDefault="006974AE" w:rsidP="006974AE">
      <w:r>
        <w:t>150.1700</w:t>
      </w:r>
      <w:r>
        <w:tab/>
        <w:t>2.025e0</w:t>
      </w:r>
    </w:p>
    <w:p w:rsidR="006974AE" w:rsidRDefault="006974AE" w:rsidP="006974AE">
      <w:r>
        <w:t>150.1732</w:t>
      </w:r>
      <w:r>
        <w:tab/>
        <w:t>1.013e0</w:t>
      </w:r>
    </w:p>
    <w:p w:rsidR="006974AE" w:rsidRDefault="006974AE" w:rsidP="006974AE">
      <w:r>
        <w:t>150.1999</w:t>
      </w:r>
      <w:r>
        <w:tab/>
        <w:t>1.013e0</w:t>
      </w:r>
    </w:p>
    <w:p w:rsidR="006974AE" w:rsidRDefault="006974AE" w:rsidP="006974AE">
      <w:r>
        <w:t>150.2028</w:t>
      </w:r>
      <w:r>
        <w:tab/>
        <w:t>3.038e0</w:t>
      </w:r>
    </w:p>
    <w:p w:rsidR="006974AE" w:rsidRDefault="006974AE" w:rsidP="006974AE">
      <w:r>
        <w:t>150.2045</w:t>
      </w:r>
      <w:r>
        <w:tab/>
        <w:t>2.025e0</w:t>
      </w:r>
    </w:p>
    <w:p w:rsidR="006974AE" w:rsidRDefault="006974AE" w:rsidP="006974AE">
      <w:r>
        <w:t>150.2060</w:t>
      </w:r>
      <w:r>
        <w:tab/>
        <w:t>1.013e0</w:t>
      </w:r>
    </w:p>
    <w:p w:rsidR="006974AE" w:rsidRDefault="006974AE" w:rsidP="006974AE">
      <w:r>
        <w:t>150.2391</w:t>
      </w:r>
      <w:r>
        <w:tab/>
        <w:t>3.038e0</w:t>
      </w:r>
    </w:p>
    <w:p w:rsidR="006974AE" w:rsidRDefault="006974AE" w:rsidP="006974AE">
      <w:r>
        <w:t>150.2468</w:t>
      </w:r>
      <w:r>
        <w:tab/>
        <w:t>2.025e0</w:t>
      </w:r>
    </w:p>
    <w:p w:rsidR="006974AE" w:rsidRDefault="006974AE" w:rsidP="006974AE">
      <w:r>
        <w:lastRenderedPageBreak/>
        <w:t>150.2514</w:t>
      </w:r>
      <w:r>
        <w:tab/>
        <w:t>2.025e0</w:t>
      </w:r>
    </w:p>
    <w:p w:rsidR="006974AE" w:rsidRDefault="006974AE" w:rsidP="006974AE">
      <w:r>
        <w:t>150.2545</w:t>
      </w:r>
      <w:r>
        <w:tab/>
        <w:t>1.013e0</w:t>
      </w:r>
    </w:p>
    <w:p w:rsidR="006974AE" w:rsidRDefault="006974AE" w:rsidP="006974AE">
      <w:r>
        <w:t>150.2614</w:t>
      </w:r>
      <w:r>
        <w:tab/>
        <w:t>1.013e0</w:t>
      </w:r>
    </w:p>
    <w:p w:rsidR="006974AE" w:rsidRDefault="006974AE" w:rsidP="006974AE">
      <w:r>
        <w:t>150.2747</w:t>
      </w:r>
      <w:r>
        <w:tab/>
        <w:t>1.013e0</w:t>
      </w:r>
    </w:p>
    <w:p w:rsidR="006974AE" w:rsidRDefault="006974AE" w:rsidP="006974AE">
      <w:r>
        <w:t>150.2796</w:t>
      </w:r>
      <w:r>
        <w:tab/>
        <w:t>2.025e0</w:t>
      </w:r>
    </w:p>
    <w:p w:rsidR="006974AE" w:rsidRDefault="006974AE" w:rsidP="006974AE">
      <w:r>
        <w:t>150.2812</w:t>
      </w:r>
      <w:r>
        <w:tab/>
        <w:t>1.013e0</w:t>
      </w:r>
    </w:p>
    <w:p w:rsidR="006974AE" w:rsidRDefault="006974AE" w:rsidP="006974AE">
      <w:r>
        <w:t>150.2849</w:t>
      </w:r>
      <w:r>
        <w:tab/>
        <w:t>2.025e0</w:t>
      </w:r>
    </w:p>
    <w:p w:rsidR="006974AE" w:rsidRDefault="006974AE" w:rsidP="006974AE">
      <w:r>
        <w:t>150.2877</w:t>
      </w:r>
      <w:r>
        <w:tab/>
        <w:t>1.013e0</w:t>
      </w:r>
    </w:p>
    <w:p w:rsidR="006974AE" w:rsidRDefault="006974AE" w:rsidP="006974AE">
      <w:r>
        <w:t>150.2968</w:t>
      </w:r>
      <w:r>
        <w:tab/>
        <w:t>1.013e0</w:t>
      </w:r>
    </w:p>
    <w:p w:rsidR="006974AE" w:rsidRDefault="006974AE" w:rsidP="006974AE">
      <w:r>
        <w:t>150.3038</w:t>
      </w:r>
      <w:r>
        <w:tab/>
        <w:t>1.013e0</w:t>
      </w:r>
    </w:p>
    <w:p w:rsidR="006974AE" w:rsidRDefault="006974AE" w:rsidP="006974AE">
      <w:r>
        <w:t>150.3069</w:t>
      </w:r>
      <w:r>
        <w:tab/>
        <w:t>1.013e0</w:t>
      </w:r>
    </w:p>
    <w:p w:rsidR="006974AE" w:rsidRDefault="006974AE" w:rsidP="006974AE">
      <w:r>
        <w:t>150.3170</w:t>
      </w:r>
      <w:r>
        <w:tab/>
        <w:t>3.038e0</w:t>
      </w:r>
    </w:p>
    <w:p w:rsidR="006974AE" w:rsidRDefault="006974AE" w:rsidP="006974AE">
      <w:r>
        <w:t>150.3528</w:t>
      </w:r>
      <w:r>
        <w:tab/>
        <w:t>1.013e0</w:t>
      </w:r>
    </w:p>
    <w:p w:rsidR="006974AE" w:rsidRDefault="006974AE" w:rsidP="006974AE">
      <w:r>
        <w:t>150.3592</w:t>
      </w:r>
      <w:r>
        <w:tab/>
        <w:t>1.013e0</w:t>
      </w:r>
    </w:p>
    <w:p w:rsidR="006974AE" w:rsidRDefault="006974AE" w:rsidP="006974AE">
      <w:r>
        <w:t>150.3625</w:t>
      </w:r>
      <w:r>
        <w:tab/>
        <w:t>1.013e0</w:t>
      </w:r>
    </w:p>
    <w:p w:rsidR="006974AE" w:rsidRDefault="006974AE" w:rsidP="006974AE">
      <w:r>
        <w:t>150.3851</w:t>
      </w:r>
      <w:r>
        <w:tab/>
        <w:t>1.013e0</w:t>
      </w:r>
    </w:p>
    <w:p w:rsidR="006974AE" w:rsidRDefault="006974AE" w:rsidP="006974AE">
      <w:r>
        <w:t>150.3868</w:t>
      </w:r>
      <w:r>
        <w:tab/>
        <w:t>3.038e0</w:t>
      </w:r>
    </w:p>
    <w:p w:rsidR="006974AE" w:rsidRDefault="006974AE" w:rsidP="006974AE">
      <w:r>
        <w:t>150.4017</w:t>
      </w:r>
      <w:r>
        <w:tab/>
        <w:t>1.013e0</w:t>
      </w:r>
    </w:p>
    <w:p w:rsidR="006974AE" w:rsidRDefault="006974AE" w:rsidP="006974AE">
      <w:r>
        <w:t>150.4178</w:t>
      </w:r>
      <w:r>
        <w:tab/>
        <w:t>1.013e0</w:t>
      </w:r>
    </w:p>
    <w:p w:rsidR="006974AE" w:rsidRDefault="006974AE" w:rsidP="006974AE">
      <w:r>
        <w:lastRenderedPageBreak/>
        <w:t>150.4196</w:t>
      </w:r>
      <w:r>
        <w:tab/>
        <w:t>2.025e0</w:t>
      </w:r>
    </w:p>
    <w:p w:rsidR="006974AE" w:rsidRDefault="006974AE" w:rsidP="006974AE">
      <w:r>
        <w:t>150.4211</w:t>
      </w:r>
      <w:r>
        <w:tab/>
        <w:t>1.013e0</w:t>
      </w:r>
    </w:p>
    <w:p w:rsidR="006974AE" w:rsidRDefault="006974AE" w:rsidP="006974AE">
      <w:r>
        <w:t>150.4272</w:t>
      </w:r>
      <w:r>
        <w:tab/>
        <w:t>1.013e0</w:t>
      </w:r>
    </w:p>
    <w:p w:rsidR="006974AE" w:rsidRDefault="006974AE" w:rsidP="006974AE">
      <w:r>
        <w:t>150.4339</w:t>
      </w:r>
      <w:r>
        <w:tab/>
        <w:t>1.013e0</w:t>
      </w:r>
    </w:p>
    <w:p w:rsidR="006974AE" w:rsidRDefault="006974AE" w:rsidP="006974AE">
      <w:r>
        <w:t>150.4441</w:t>
      </w:r>
      <w:r>
        <w:tab/>
        <w:t>1.013e0</w:t>
      </w:r>
    </w:p>
    <w:p w:rsidR="006974AE" w:rsidRDefault="006974AE" w:rsidP="006974AE">
      <w:r>
        <w:t>150.4574</w:t>
      </w:r>
      <w:r>
        <w:tab/>
        <w:t>1.013e0</w:t>
      </w:r>
    </w:p>
    <w:p w:rsidR="006974AE" w:rsidRDefault="006974AE" w:rsidP="006974AE">
      <w:r>
        <w:t>150.4633</w:t>
      </w:r>
      <w:r>
        <w:tab/>
        <w:t>1.013e0</w:t>
      </w:r>
    </w:p>
    <w:p w:rsidR="006974AE" w:rsidRDefault="006974AE" w:rsidP="006974AE">
      <w:r>
        <w:t>150.4665</w:t>
      </w:r>
      <w:r>
        <w:tab/>
        <w:t>1.013e0</w:t>
      </w:r>
    </w:p>
    <w:p w:rsidR="006974AE" w:rsidRDefault="006974AE" w:rsidP="006974AE">
      <w:r>
        <w:t>150.4729</w:t>
      </w:r>
      <w:r>
        <w:tab/>
        <w:t>1.013e0</w:t>
      </w:r>
    </w:p>
    <w:p w:rsidR="006974AE" w:rsidRDefault="006974AE" w:rsidP="006974AE">
      <w:r>
        <w:t>150.5060</w:t>
      </w:r>
      <w:r>
        <w:tab/>
        <w:t>1.013e0</w:t>
      </w:r>
    </w:p>
    <w:p w:rsidR="006974AE" w:rsidRDefault="006974AE" w:rsidP="006974AE">
      <w:r>
        <w:t>150.5119</w:t>
      </w:r>
      <w:r>
        <w:tab/>
        <w:t>1.013e0</w:t>
      </w:r>
    </w:p>
    <w:p w:rsidR="006974AE" w:rsidRDefault="006974AE" w:rsidP="006974AE">
      <w:r>
        <w:t>150.5153</w:t>
      </w:r>
      <w:r>
        <w:tab/>
        <w:t>1.013e0</w:t>
      </w:r>
    </w:p>
    <w:p w:rsidR="006974AE" w:rsidRDefault="006974AE" w:rsidP="006974AE">
      <w:r>
        <w:t>150.5428</w:t>
      </w:r>
      <w:r>
        <w:tab/>
        <w:t>4.051e0</w:t>
      </w:r>
    </w:p>
    <w:p w:rsidR="006974AE" w:rsidRDefault="006974AE" w:rsidP="006974AE">
      <w:r>
        <w:t>150.5439</w:t>
      </w:r>
      <w:r>
        <w:tab/>
        <w:t>7.089e0</w:t>
      </w:r>
    </w:p>
    <w:p w:rsidR="006974AE" w:rsidRDefault="006974AE" w:rsidP="006974AE">
      <w:r>
        <w:t>150.5450</w:t>
      </w:r>
      <w:r>
        <w:tab/>
        <w:t>9.114e0</w:t>
      </w:r>
    </w:p>
    <w:p w:rsidR="006974AE" w:rsidRDefault="006974AE" w:rsidP="006974AE">
      <w:r>
        <w:t>150.5466</w:t>
      </w:r>
      <w:r>
        <w:tab/>
        <w:t>1.388e1</w:t>
      </w:r>
    </w:p>
    <w:p w:rsidR="006974AE" w:rsidRDefault="006974AE" w:rsidP="006974AE">
      <w:r>
        <w:t>150.5486</w:t>
      </w:r>
      <w:r>
        <w:tab/>
        <w:t>4.051e0</w:t>
      </w:r>
    </w:p>
    <w:p w:rsidR="006974AE" w:rsidRDefault="006974AE" w:rsidP="006974AE">
      <w:r>
        <w:t>150.5500</w:t>
      </w:r>
      <w:r>
        <w:tab/>
        <w:t>7.804e0</w:t>
      </w:r>
    </w:p>
    <w:p w:rsidR="006974AE" w:rsidRDefault="006974AE" w:rsidP="006974AE">
      <w:r>
        <w:t>150.5644</w:t>
      </w:r>
      <w:r>
        <w:tab/>
        <w:t>1.013e0</w:t>
      </w:r>
    </w:p>
    <w:p w:rsidR="006974AE" w:rsidRDefault="006974AE" w:rsidP="006974AE">
      <w:r>
        <w:lastRenderedPageBreak/>
        <w:t>150.5668</w:t>
      </w:r>
      <w:r>
        <w:tab/>
        <w:t>1.239e0</w:t>
      </w:r>
    </w:p>
    <w:p w:rsidR="006974AE" w:rsidRDefault="006974AE" w:rsidP="006974AE">
      <w:r>
        <w:t>150.5846</w:t>
      </w:r>
      <w:r>
        <w:tab/>
        <w:t>2.025e0</w:t>
      </w:r>
    </w:p>
    <w:p w:rsidR="006974AE" w:rsidRDefault="006974AE" w:rsidP="006974AE">
      <w:r>
        <w:t>150.5879</w:t>
      </w:r>
      <w:r>
        <w:tab/>
        <w:t>1.013e0</w:t>
      </w:r>
    </w:p>
    <w:p w:rsidR="006974AE" w:rsidRDefault="006974AE" w:rsidP="006974AE">
      <w:r>
        <w:t>150.5907</w:t>
      </w:r>
      <w:r>
        <w:tab/>
        <w:t>1.013e0</w:t>
      </w:r>
    </w:p>
    <w:p w:rsidR="006974AE" w:rsidRDefault="006974AE" w:rsidP="006974AE">
      <w:r>
        <w:t>150.6036</w:t>
      </w:r>
      <w:r>
        <w:tab/>
        <w:t>1.013e0</w:t>
      </w:r>
    </w:p>
    <w:p w:rsidR="006974AE" w:rsidRDefault="006974AE" w:rsidP="006974AE">
      <w:r>
        <w:t>150.6067</w:t>
      </w:r>
      <w:r>
        <w:tab/>
        <w:t>1.013e0</w:t>
      </w:r>
    </w:p>
    <w:p w:rsidR="006974AE" w:rsidRDefault="006974AE" w:rsidP="006974AE">
      <w:r>
        <w:t>150.6150</w:t>
      </w:r>
      <w:r>
        <w:tab/>
        <w:t>2.025e0</w:t>
      </w:r>
    </w:p>
    <w:p w:rsidR="006974AE" w:rsidRDefault="006974AE" w:rsidP="006974AE">
      <w:r>
        <w:t>150.6236</w:t>
      </w:r>
      <w:r>
        <w:tab/>
        <w:t>2.025e0</w:t>
      </w:r>
    </w:p>
    <w:p w:rsidR="006974AE" w:rsidRDefault="006974AE" w:rsidP="006974AE">
      <w:r>
        <w:t>150.6318</w:t>
      </w:r>
      <w:r>
        <w:tab/>
        <w:t>2.025e0</w:t>
      </w:r>
    </w:p>
    <w:p w:rsidR="006974AE" w:rsidRDefault="006974AE" w:rsidP="006974AE">
      <w:r>
        <w:t>150.6332</w:t>
      </w:r>
      <w:r>
        <w:tab/>
        <w:t>2.025e0</w:t>
      </w:r>
    </w:p>
    <w:p w:rsidR="006974AE" w:rsidRDefault="006974AE" w:rsidP="006974AE">
      <w:r>
        <w:t>150.6393</w:t>
      </w:r>
      <w:r>
        <w:tab/>
        <w:t>1.013e0</w:t>
      </w:r>
    </w:p>
    <w:p w:rsidR="006974AE" w:rsidRDefault="006974AE" w:rsidP="006974AE">
      <w:r>
        <w:t>150.6458</w:t>
      </w:r>
      <w:r>
        <w:tab/>
        <w:t>2.025e0</w:t>
      </w:r>
    </w:p>
    <w:p w:rsidR="006974AE" w:rsidRDefault="006974AE" w:rsidP="006974AE">
      <w:r>
        <w:t>150.6641</w:t>
      </w:r>
      <w:r>
        <w:tab/>
        <w:t>2.025e0</w:t>
      </w:r>
    </w:p>
    <w:p w:rsidR="006974AE" w:rsidRDefault="006974AE" w:rsidP="006974AE">
      <w:r>
        <w:t>150.6789</w:t>
      </w:r>
      <w:r>
        <w:tab/>
        <w:t>1.013e0</w:t>
      </w:r>
    </w:p>
    <w:p w:rsidR="006974AE" w:rsidRDefault="006974AE" w:rsidP="006974AE">
      <w:r>
        <w:t>150.6802</w:t>
      </w:r>
      <w:r>
        <w:tab/>
        <w:t>2.025e0</w:t>
      </w:r>
    </w:p>
    <w:p w:rsidR="006974AE" w:rsidRDefault="006974AE" w:rsidP="006974AE">
      <w:r>
        <w:t>150.6818</w:t>
      </w:r>
      <w:r>
        <w:tab/>
        <w:t>1.013e0</w:t>
      </w:r>
    </w:p>
    <w:p w:rsidR="006974AE" w:rsidRDefault="006974AE" w:rsidP="006974AE">
      <w:r>
        <w:t>150.6948</w:t>
      </w:r>
      <w:r>
        <w:tab/>
        <w:t>1.013e0</w:t>
      </w:r>
    </w:p>
    <w:p w:rsidR="006974AE" w:rsidRDefault="006974AE" w:rsidP="006974AE">
      <w:r>
        <w:t>150.7050</w:t>
      </w:r>
      <w:r>
        <w:tab/>
        <w:t>1.013e0</w:t>
      </w:r>
    </w:p>
    <w:p w:rsidR="006974AE" w:rsidRDefault="006974AE" w:rsidP="006974AE">
      <w:r>
        <w:t>150.7150</w:t>
      </w:r>
      <w:r>
        <w:tab/>
        <w:t>2.025e0</w:t>
      </w:r>
    </w:p>
    <w:p w:rsidR="006974AE" w:rsidRDefault="006974AE" w:rsidP="006974AE">
      <w:r>
        <w:lastRenderedPageBreak/>
        <w:t>150.7184</w:t>
      </w:r>
      <w:r>
        <w:tab/>
        <w:t>1.013e0</w:t>
      </w:r>
    </w:p>
    <w:p w:rsidR="006974AE" w:rsidRDefault="006974AE" w:rsidP="006974AE">
      <w:r>
        <w:t>150.7214</w:t>
      </w:r>
      <w:r>
        <w:tab/>
        <w:t>1.013e0</w:t>
      </w:r>
    </w:p>
    <w:p w:rsidR="006974AE" w:rsidRDefault="006974AE" w:rsidP="006974AE">
      <w:r>
        <w:t>150.7258</w:t>
      </w:r>
      <w:r>
        <w:tab/>
        <w:t>2.025e0</w:t>
      </w:r>
    </w:p>
    <w:p w:rsidR="006974AE" w:rsidRDefault="006974AE" w:rsidP="006974AE">
      <w:r>
        <w:t>150.7305</w:t>
      </w:r>
      <w:r>
        <w:tab/>
        <w:t>1.013e0</w:t>
      </w:r>
    </w:p>
    <w:p w:rsidR="006974AE" w:rsidRDefault="006974AE" w:rsidP="006974AE">
      <w:r>
        <w:t>150.7507</w:t>
      </w:r>
      <w:r>
        <w:tab/>
        <w:t>1.013e0</w:t>
      </w:r>
    </w:p>
    <w:p w:rsidR="006974AE" w:rsidRDefault="006974AE" w:rsidP="006974AE">
      <w:r>
        <w:t>150.7698</w:t>
      </w:r>
      <w:r>
        <w:tab/>
        <w:t>1.013e0</w:t>
      </w:r>
    </w:p>
    <w:p w:rsidR="006974AE" w:rsidRDefault="006974AE" w:rsidP="006974AE">
      <w:r>
        <w:t>150.7762</w:t>
      </w:r>
      <w:r>
        <w:tab/>
        <w:t>1.013e0</w:t>
      </w:r>
    </w:p>
    <w:p w:rsidR="006974AE" w:rsidRDefault="006974AE" w:rsidP="006974AE">
      <w:r>
        <w:t>150.7831</w:t>
      </w:r>
      <w:r>
        <w:tab/>
        <w:t>2.025e0</w:t>
      </w:r>
    </w:p>
    <w:p w:rsidR="006974AE" w:rsidRDefault="006974AE" w:rsidP="006974AE">
      <w:r>
        <w:t>150.7863</w:t>
      </w:r>
      <w:r>
        <w:tab/>
        <w:t>1.013e0</w:t>
      </w:r>
    </w:p>
    <w:p w:rsidR="006974AE" w:rsidRDefault="006974AE" w:rsidP="006974AE">
      <w:r>
        <w:t>150.8047</w:t>
      </w:r>
      <w:r>
        <w:tab/>
        <w:t>2.025e0</w:t>
      </w:r>
    </w:p>
    <w:p w:rsidR="006974AE" w:rsidRDefault="006974AE" w:rsidP="006974AE">
      <w:r>
        <w:t>150.8064</w:t>
      </w:r>
      <w:r>
        <w:tab/>
        <w:t>1.013e0</w:t>
      </w:r>
    </w:p>
    <w:p w:rsidR="006974AE" w:rsidRDefault="006974AE" w:rsidP="006974AE">
      <w:r>
        <w:t>150.8185</w:t>
      </w:r>
      <w:r>
        <w:tab/>
        <w:t>2.025e0</w:t>
      </w:r>
    </w:p>
    <w:p w:rsidR="006974AE" w:rsidRDefault="006974AE" w:rsidP="006974AE">
      <w:r>
        <w:t>150.8287</w:t>
      </w:r>
      <w:r>
        <w:tab/>
        <w:t>2.025e0</w:t>
      </w:r>
    </w:p>
    <w:p w:rsidR="006974AE" w:rsidRDefault="006974AE" w:rsidP="006974AE">
      <w:r>
        <w:t>150.8353</w:t>
      </w:r>
      <w:r>
        <w:tab/>
        <w:t>1.013e0</w:t>
      </w:r>
    </w:p>
    <w:p w:rsidR="006974AE" w:rsidRDefault="006974AE" w:rsidP="006974AE">
      <w:r>
        <w:t>150.8388</w:t>
      </w:r>
      <w:r>
        <w:tab/>
        <w:t>1.013e0</w:t>
      </w:r>
    </w:p>
    <w:p w:rsidR="006974AE" w:rsidRDefault="006974AE" w:rsidP="006974AE">
      <w:r>
        <w:t>150.8420</w:t>
      </w:r>
      <w:r>
        <w:tab/>
        <w:t>1.013e0</w:t>
      </w:r>
    </w:p>
    <w:p w:rsidR="006974AE" w:rsidRDefault="006974AE" w:rsidP="006974AE">
      <w:r>
        <w:t>150.8455</w:t>
      </w:r>
      <w:r>
        <w:tab/>
        <w:t>1.013e0</w:t>
      </w:r>
    </w:p>
    <w:p w:rsidR="006974AE" w:rsidRDefault="006974AE" w:rsidP="006974AE">
      <w:r>
        <w:t>150.8520</w:t>
      </w:r>
      <w:r>
        <w:tab/>
        <w:t>1.013e0</w:t>
      </w:r>
    </w:p>
    <w:p w:rsidR="006974AE" w:rsidRDefault="006974AE" w:rsidP="006974AE">
      <w:r>
        <w:t>150.8625</w:t>
      </w:r>
      <w:r>
        <w:tab/>
        <w:t>2.025e0</w:t>
      </w:r>
    </w:p>
    <w:p w:rsidR="006974AE" w:rsidRDefault="006974AE" w:rsidP="006974AE">
      <w:r>
        <w:lastRenderedPageBreak/>
        <w:t>150.8645</w:t>
      </w:r>
      <w:r>
        <w:tab/>
        <w:t>2.025e0</w:t>
      </w:r>
    </w:p>
    <w:p w:rsidR="006974AE" w:rsidRDefault="006974AE" w:rsidP="006974AE">
      <w:r>
        <w:t>150.8660</w:t>
      </w:r>
      <w:r>
        <w:tab/>
        <w:t>2.025e0</w:t>
      </w:r>
    </w:p>
    <w:p w:rsidR="006974AE" w:rsidRDefault="006974AE" w:rsidP="006974AE">
      <w:r>
        <w:t>150.8727</w:t>
      </w:r>
      <w:r>
        <w:tab/>
        <w:t>2.025e0</w:t>
      </w:r>
    </w:p>
    <w:p w:rsidR="006974AE" w:rsidRDefault="006974AE" w:rsidP="006974AE">
      <w:r>
        <w:t>150.8797</w:t>
      </w:r>
      <w:r>
        <w:tab/>
        <w:t>3.038e0</w:t>
      </w:r>
    </w:p>
    <w:p w:rsidR="006974AE" w:rsidRDefault="006974AE" w:rsidP="006974AE">
      <w:r>
        <w:t>150.8812</w:t>
      </w:r>
      <w:r>
        <w:tab/>
        <w:t>1.013e0</w:t>
      </w:r>
    </w:p>
    <w:p w:rsidR="006974AE" w:rsidRDefault="006974AE" w:rsidP="006974AE">
      <w:r>
        <w:t>150.8861</w:t>
      </w:r>
      <w:r>
        <w:tab/>
        <w:t>2.025e0</w:t>
      </w:r>
    </w:p>
    <w:p w:rsidR="006974AE" w:rsidRDefault="006974AE" w:rsidP="006974AE">
      <w:r>
        <w:t>150.8879</w:t>
      </w:r>
      <w:r>
        <w:tab/>
        <w:t>2.025e0</w:t>
      </w:r>
    </w:p>
    <w:p w:rsidR="006974AE" w:rsidRDefault="006974AE" w:rsidP="006974AE">
      <w:r>
        <w:t>150.9003</w:t>
      </w:r>
      <w:r>
        <w:tab/>
        <w:t>2.025e0</w:t>
      </w:r>
    </w:p>
    <w:p w:rsidR="006974AE" w:rsidRDefault="006974AE" w:rsidP="006974AE">
      <w:r>
        <w:t>150.9035</w:t>
      </w:r>
      <w:r>
        <w:tab/>
        <w:t>5.063e0</w:t>
      </w:r>
    </w:p>
    <w:p w:rsidR="006974AE" w:rsidRDefault="006974AE" w:rsidP="006974AE">
      <w:r>
        <w:t>150.9067</w:t>
      </w:r>
      <w:r>
        <w:tab/>
        <w:t>1.013e0</w:t>
      </w:r>
    </w:p>
    <w:p w:rsidR="006974AE" w:rsidRDefault="006974AE" w:rsidP="006974AE">
      <w:r>
        <w:t>150.9159</w:t>
      </w:r>
      <w:r>
        <w:tab/>
        <w:t>3.038e0</w:t>
      </w:r>
    </w:p>
    <w:p w:rsidR="006974AE" w:rsidRDefault="006974AE" w:rsidP="006974AE">
      <w:r>
        <w:t>150.9203</w:t>
      </w:r>
      <w:r>
        <w:tab/>
        <w:t>1.013e0</w:t>
      </w:r>
    </w:p>
    <w:p w:rsidR="006974AE" w:rsidRDefault="006974AE" w:rsidP="006974AE">
      <w:r>
        <w:t>150.9337</w:t>
      </w:r>
      <w:r>
        <w:tab/>
        <w:t>3.038e0</w:t>
      </w:r>
    </w:p>
    <w:p w:rsidR="006974AE" w:rsidRDefault="006974AE" w:rsidP="006974AE">
      <w:r>
        <w:t>150.9370</w:t>
      </w:r>
      <w:r>
        <w:tab/>
        <w:t>2.025e0</w:t>
      </w:r>
    </w:p>
    <w:p w:rsidR="006974AE" w:rsidRDefault="006974AE" w:rsidP="006974AE">
      <w:r>
        <w:t>150.9432</w:t>
      </w:r>
      <w:r>
        <w:tab/>
        <w:t>3.038e0</w:t>
      </w:r>
    </w:p>
    <w:p w:rsidR="006974AE" w:rsidRDefault="006974AE" w:rsidP="006974AE">
      <w:r>
        <w:t>150.9491</w:t>
      </w:r>
      <w:r>
        <w:tab/>
        <w:t>1.013e0</w:t>
      </w:r>
    </w:p>
    <w:p w:rsidR="006974AE" w:rsidRDefault="006974AE" w:rsidP="006974AE">
      <w:r>
        <w:t>150.9559</w:t>
      </w:r>
      <w:r>
        <w:tab/>
        <w:t>2.025e0</w:t>
      </w:r>
    </w:p>
    <w:p w:rsidR="006974AE" w:rsidRDefault="006974AE" w:rsidP="006974AE">
      <w:r>
        <w:t>150.9675</w:t>
      </w:r>
      <w:r>
        <w:tab/>
        <w:t>2.025e0</w:t>
      </w:r>
    </w:p>
    <w:p w:rsidR="006974AE" w:rsidRDefault="006974AE" w:rsidP="006974AE">
      <w:r>
        <w:t>150.9727</w:t>
      </w:r>
      <w:r>
        <w:tab/>
        <w:t>1.013e0</w:t>
      </w:r>
    </w:p>
    <w:p w:rsidR="006974AE" w:rsidRDefault="006974AE" w:rsidP="006974AE">
      <w:r>
        <w:lastRenderedPageBreak/>
        <w:t>150.9779</w:t>
      </w:r>
      <w:r>
        <w:tab/>
        <w:t>2.025e0</w:t>
      </w:r>
    </w:p>
    <w:p w:rsidR="006974AE" w:rsidRDefault="006974AE" w:rsidP="006974AE">
      <w:r>
        <w:t>150.9793</w:t>
      </w:r>
      <w:r>
        <w:tab/>
        <w:t>1.013e0</w:t>
      </w:r>
    </w:p>
    <w:p w:rsidR="006974AE" w:rsidRDefault="006974AE" w:rsidP="006974AE">
      <w:r>
        <w:t>150.9825</w:t>
      </w:r>
      <w:r>
        <w:tab/>
        <w:t>1.013e0</w:t>
      </w:r>
    </w:p>
    <w:p w:rsidR="006974AE" w:rsidRDefault="006974AE" w:rsidP="006974AE">
      <w:r>
        <w:t>151.0050</w:t>
      </w:r>
      <w:r>
        <w:tab/>
        <w:t>1.013e0</w:t>
      </w:r>
    </w:p>
    <w:p w:rsidR="006974AE" w:rsidRDefault="006974AE" w:rsidP="006974AE">
      <w:r>
        <w:t>151.0085</w:t>
      </w:r>
      <w:r>
        <w:tab/>
        <w:t>1.013e0</w:t>
      </w:r>
    </w:p>
    <w:p w:rsidR="006974AE" w:rsidRDefault="006974AE" w:rsidP="006974AE">
      <w:r>
        <w:t>151.0118</w:t>
      </w:r>
      <w:r>
        <w:tab/>
        <w:t>1.013e0</w:t>
      </w:r>
    </w:p>
    <w:p w:rsidR="006974AE" w:rsidRDefault="006974AE" w:rsidP="006974AE">
      <w:r>
        <w:t>151.0149</w:t>
      </w:r>
      <w:r>
        <w:tab/>
        <w:t>2.025e0</w:t>
      </w:r>
    </w:p>
    <w:p w:rsidR="006974AE" w:rsidRDefault="006974AE" w:rsidP="006974AE">
      <w:r>
        <w:t>151.0470</w:t>
      </w:r>
      <w:r>
        <w:tab/>
        <w:t>1.330e3</w:t>
      </w:r>
    </w:p>
    <w:p w:rsidR="006974AE" w:rsidRDefault="006974AE" w:rsidP="006974AE">
      <w:r>
        <w:t>151.0843</w:t>
      </w:r>
      <w:r>
        <w:tab/>
        <w:t>3.038e0</w:t>
      </w:r>
    </w:p>
    <w:p w:rsidR="006974AE" w:rsidRDefault="006974AE" w:rsidP="006974AE">
      <w:r>
        <w:t>151.0881</w:t>
      </w:r>
      <w:r>
        <w:tab/>
        <w:t>2.025e0</w:t>
      </w:r>
    </w:p>
    <w:p w:rsidR="006974AE" w:rsidRDefault="006974AE" w:rsidP="006974AE">
      <w:r>
        <w:t>151.1004</w:t>
      </w:r>
      <w:r>
        <w:tab/>
        <w:t>7.341e0</w:t>
      </w:r>
    </w:p>
    <w:p w:rsidR="006974AE" w:rsidRDefault="006974AE" w:rsidP="006974AE">
      <w:r>
        <w:t>151.1067</w:t>
      </w:r>
      <w:r>
        <w:tab/>
        <w:t>1.013e0</w:t>
      </w:r>
    </w:p>
    <w:p w:rsidR="006974AE" w:rsidRDefault="006974AE" w:rsidP="006974AE">
      <w:r>
        <w:t>151.1098</w:t>
      </w:r>
      <w:r>
        <w:tab/>
        <w:t>1.013e0</w:t>
      </w:r>
    </w:p>
    <w:p w:rsidR="006974AE" w:rsidRDefault="006974AE" w:rsidP="006974AE">
      <w:r>
        <w:t>151.1134</w:t>
      </w:r>
      <w:r>
        <w:tab/>
        <w:t>1.013e0</w:t>
      </w:r>
    </w:p>
    <w:p w:rsidR="006974AE" w:rsidRDefault="006974AE" w:rsidP="006974AE">
      <w:r>
        <w:t>151.1148</w:t>
      </w:r>
      <w:r>
        <w:tab/>
        <w:t>2.025e0</w:t>
      </w:r>
    </w:p>
    <w:p w:rsidR="006974AE" w:rsidRDefault="006974AE" w:rsidP="006974AE">
      <w:r>
        <w:t>151.1174</w:t>
      </w:r>
      <w:r>
        <w:tab/>
        <w:t>3.038e0</w:t>
      </w:r>
    </w:p>
    <w:p w:rsidR="006974AE" w:rsidRDefault="006974AE" w:rsidP="006974AE">
      <w:r>
        <w:t>151.1203</w:t>
      </w:r>
      <w:r>
        <w:tab/>
        <w:t>3.038e0</w:t>
      </w:r>
    </w:p>
    <w:p w:rsidR="006974AE" w:rsidRDefault="006974AE" w:rsidP="006974AE">
      <w:r>
        <w:t>151.1288</w:t>
      </w:r>
      <w:r>
        <w:tab/>
        <w:t>2.025e0</w:t>
      </w:r>
    </w:p>
    <w:p w:rsidR="006974AE" w:rsidRDefault="006974AE" w:rsidP="006974AE">
      <w:r>
        <w:t>151.1312</w:t>
      </w:r>
      <w:r>
        <w:tab/>
        <w:t>3.038e0</w:t>
      </w:r>
    </w:p>
    <w:p w:rsidR="006974AE" w:rsidRDefault="006974AE" w:rsidP="006974AE">
      <w:r>
        <w:lastRenderedPageBreak/>
        <w:t>151.1334</w:t>
      </w:r>
      <w:r>
        <w:tab/>
        <w:t>5.063e0</w:t>
      </w:r>
    </w:p>
    <w:p w:rsidR="006974AE" w:rsidRDefault="006974AE" w:rsidP="006974AE">
      <w:r>
        <w:t>151.1358</w:t>
      </w:r>
      <w:r>
        <w:tab/>
        <w:t>2.025e0</w:t>
      </w:r>
    </w:p>
    <w:p w:rsidR="006974AE" w:rsidRDefault="006974AE" w:rsidP="006974AE">
      <w:r>
        <w:t>151.1374</w:t>
      </w:r>
      <w:r>
        <w:tab/>
        <w:t>2.025e0</w:t>
      </w:r>
    </w:p>
    <w:p w:rsidR="006974AE" w:rsidRDefault="006974AE" w:rsidP="006974AE">
      <w:r>
        <w:t>151.1403</w:t>
      </w:r>
      <w:r>
        <w:tab/>
        <w:t>3.038e0</w:t>
      </w:r>
    </w:p>
    <w:p w:rsidR="006974AE" w:rsidRDefault="006974AE" w:rsidP="006974AE">
      <w:r>
        <w:t>151.1420</w:t>
      </w:r>
      <w:r>
        <w:tab/>
        <w:t>4.285e0</w:t>
      </w:r>
    </w:p>
    <w:p w:rsidR="006974AE" w:rsidRDefault="006974AE" w:rsidP="006974AE">
      <w:r>
        <w:t>151.1493</w:t>
      </w:r>
      <w:r>
        <w:tab/>
        <w:t>6.076e0</w:t>
      </w:r>
    </w:p>
    <w:p w:rsidR="006974AE" w:rsidRDefault="006974AE" w:rsidP="006974AE">
      <w:r>
        <w:t>151.1622</w:t>
      </w:r>
      <w:r>
        <w:tab/>
        <w:t>1.013e0</w:t>
      </w:r>
    </w:p>
    <w:p w:rsidR="006974AE" w:rsidRDefault="006974AE" w:rsidP="006974AE">
      <w:r>
        <w:t>151.1636</w:t>
      </w:r>
      <w:r>
        <w:tab/>
        <w:t>5.063e0</w:t>
      </w:r>
    </w:p>
    <w:p w:rsidR="006974AE" w:rsidRDefault="006974AE" w:rsidP="006974AE">
      <w:r>
        <w:t>151.1665</w:t>
      </w:r>
      <w:r>
        <w:tab/>
        <w:t>3.038e0</w:t>
      </w:r>
    </w:p>
    <w:p w:rsidR="006974AE" w:rsidRDefault="006974AE" w:rsidP="006974AE">
      <w:r>
        <w:t>151.1762</w:t>
      </w:r>
      <w:r>
        <w:tab/>
        <w:t>1.013e1</w:t>
      </w:r>
    </w:p>
    <w:p w:rsidR="006974AE" w:rsidRDefault="006974AE" w:rsidP="006974AE">
      <w:r>
        <w:t>151.1781</w:t>
      </w:r>
      <w:r>
        <w:tab/>
        <w:t>3.038e0</w:t>
      </w:r>
    </w:p>
    <w:p w:rsidR="006974AE" w:rsidRDefault="006974AE" w:rsidP="006974AE">
      <w:r>
        <w:t>151.1821</w:t>
      </w:r>
      <w:r>
        <w:tab/>
        <w:t>3.038e0</w:t>
      </w:r>
    </w:p>
    <w:p w:rsidR="006974AE" w:rsidRDefault="006974AE" w:rsidP="006974AE">
      <w:r>
        <w:t>151.1882</w:t>
      </w:r>
      <w:r>
        <w:tab/>
        <w:t>2.025e0</w:t>
      </w:r>
    </w:p>
    <w:p w:rsidR="006974AE" w:rsidRDefault="006974AE" w:rsidP="006974AE">
      <w:r>
        <w:t>151.1998</w:t>
      </w:r>
      <w:r>
        <w:tab/>
        <w:t>6.076e0</w:t>
      </w:r>
    </w:p>
    <w:p w:rsidR="006974AE" w:rsidRDefault="006974AE" w:rsidP="006974AE">
      <w:r>
        <w:t>151.2072</w:t>
      </w:r>
      <w:r>
        <w:tab/>
        <w:t>4.051e0</w:t>
      </w:r>
    </w:p>
    <w:p w:rsidR="006974AE" w:rsidRDefault="006974AE" w:rsidP="006974AE">
      <w:r>
        <w:t>151.2138</w:t>
      </w:r>
      <w:r>
        <w:tab/>
        <w:t>1.013e0</w:t>
      </w:r>
    </w:p>
    <w:p w:rsidR="006974AE" w:rsidRDefault="006974AE" w:rsidP="006974AE">
      <w:r>
        <w:t>151.2183</w:t>
      </w:r>
      <w:r>
        <w:tab/>
        <w:t>5.063e0</w:t>
      </w:r>
    </w:p>
    <w:p w:rsidR="006974AE" w:rsidRDefault="006974AE" w:rsidP="006974AE">
      <w:r>
        <w:t>151.2288</w:t>
      </w:r>
      <w:r>
        <w:tab/>
        <w:t>2.025e0</w:t>
      </w:r>
    </w:p>
    <w:p w:rsidR="006974AE" w:rsidRDefault="006974AE" w:rsidP="006974AE">
      <w:r>
        <w:t>151.2340</w:t>
      </w:r>
      <w:r>
        <w:tab/>
        <w:t>1.013e0</w:t>
      </w:r>
    </w:p>
    <w:p w:rsidR="006974AE" w:rsidRDefault="006974AE" w:rsidP="006974AE">
      <w:r>
        <w:lastRenderedPageBreak/>
        <w:t>151.2364</w:t>
      </w:r>
      <w:r>
        <w:tab/>
        <w:t>3.038e0</w:t>
      </w:r>
    </w:p>
    <w:p w:rsidR="006974AE" w:rsidRDefault="006974AE" w:rsidP="006974AE">
      <w:r>
        <w:t>151.2424</w:t>
      </w:r>
      <w:r>
        <w:tab/>
        <w:t>3.038e0</w:t>
      </w:r>
    </w:p>
    <w:p w:rsidR="006974AE" w:rsidRDefault="006974AE" w:rsidP="006974AE">
      <w:r>
        <w:t>151.2441</w:t>
      </w:r>
      <w:r>
        <w:tab/>
        <w:t>2.025e0</w:t>
      </w:r>
    </w:p>
    <w:p w:rsidR="006974AE" w:rsidRDefault="006974AE" w:rsidP="006974AE">
      <w:r>
        <w:t>151.2472</w:t>
      </w:r>
      <w:r>
        <w:tab/>
        <w:t>1.013e0</w:t>
      </w:r>
    </w:p>
    <w:p w:rsidR="006974AE" w:rsidRDefault="006974AE" w:rsidP="006974AE">
      <w:r>
        <w:t>151.2581</w:t>
      </w:r>
      <w:r>
        <w:tab/>
        <w:t>4.051e0</w:t>
      </w:r>
    </w:p>
    <w:p w:rsidR="006974AE" w:rsidRDefault="006974AE" w:rsidP="006974AE">
      <w:r>
        <w:t>151.2612</w:t>
      </w:r>
      <w:r>
        <w:tab/>
        <w:t>2.025e0</w:t>
      </w:r>
    </w:p>
    <w:p w:rsidR="006974AE" w:rsidRDefault="006974AE" w:rsidP="006974AE">
      <w:r>
        <w:t>151.2729</w:t>
      </w:r>
      <w:r>
        <w:tab/>
        <w:t>2.025e0</w:t>
      </w:r>
    </w:p>
    <w:p w:rsidR="006974AE" w:rsidRDefault="006974AE" w:rsidP="006974AE">
      <w:r>
        <w:t>151.2746</w:t>
      </w:r>
      <w:r>
        <w:tab/>
        <w:t>2.025e0</w:t>
      </w:r>
    </w:p>
    <w:p w:rsidR="006974AE" w:rsidRDefault="006974AE" w:rsidP="006974AE">
      <w:r>
        <w:t>151.2865</w:t>
      </w:r>
      <w:r>
        <w:tab/>
        <w:t>1.013e0</w:t>
      </w:r>
    </w:p>
    <w:p w:rsidR="006974AE" w:rsidRDefault="006974AE" w:rsidP="006974AE">
      <w:r>
        <w:t>151.2960</w:t>
      </w:r>
      <w:r>
        <w:tab/>
        <w:t>1.013e0</w:t>
      </w:r>
    </w:p>
    <w:p w:rsidR="006974AE" w:rsidRDefault="006974AE" w:rsidP="006974AE">
      <w:r>
        <w:t>151.3021</w:t>
      </w:r>
      <w:r>
        <w:tab/>
        <w:t>5.733e0</w:t>
      </w:r>
    </w:p>
    <w:p w:rsidR="006974AE" w:rsidRDefault="006974AE" w:rsidP="006974AE">
      <w:r>
        <w:t>151.3089</w:t>
      </w:r>
      <w:r>
        <w:tab/>
        <w:t>1.013e0</w:t>
      </w:r>
    </w:p>
    <w:p w:rsidR="006974AE" w:rsidRDefault="006974AE" w:rsidP="006974AE">
      <w:r>
        <w:t>151.3154</w:t>
      </w:r>
      <w:r>
        <w:tab/>
        <w:t>1.013e0</w:t>
      </w:r>
    </w:p>
    <w:p w:rsidR="006974AE" w:rsidRDefault="006974AE" w:rsidP="006974AE">
      <w:r>
        <w:t>151.3211</w:t>
      </w:r>
      <w:r>
        <w:tab/>
        <w:t>4.394e0</w:t>
      </w:r>
    </w:p>
    <w:p w:rsidR="006974AE" w:rsidRDefault="006974AE" w:rsidP="006974AE">
      <w:r>
        <w:t>151.3255</w:t>
      </w:r>
      <w:r>
        <w:tab/>
        <w:t>1.013e0</w:t>
      </w:r>
    </w:p>
    <w:p w:rsidR="006974AE" w:rsidRDefault="006974AE" w:rsidP="006974AE">
      <w:r>
        <w:t>151.3419</w:t>
      </w:r>
      <w:r>
        <w:tab/>
        <w:t>2.025e0</w:t>
      </w:r>
    </w:p>
    <w:p w:rsidR="006974AE" w:rsidRDefault="006974AE" w:rsidP="006974AE">
      <w:r>
        <w:t>151.3469</w:t>
      </w:r>
      <w:r>
        <w:tab/>
        <w:t>5.063e0</w:t>
      </w:r>
    </w:p>
    <w:p w:rsidR="006974AE" w:rsidRDefault="006974AE" w:rsidP="006974AE">
      <w:r>
        <w:t>151.3492</w:t>
      </w:r>
      <w:r>
        <w:tab/>
        <w:t>2.025e0</w:t>
      </w:r>
    </w:p>
    <w:p w:rsidR="006974AE" w:rsidRDefault="006974AE" w:rsidP="006974AE">
      <w:r>
        <w:t>151.3532</w:t>
      </w:r>
      <w:r>
        <w:tab/>
        <w:t>3.038e0</w:t>
      </w:r>
    </w:p>
    <w:p w:rsidR="006974AE" w:rsidRDefault="006974AE" w:rsidP="006974AE">
      <w:r>
        <w:lastRenderedPageBreak/>
        <w:t>151.3547</w:t>
      </w:r>
      <w:r>
        <w:tab/>
        <w:t>1.013e0</w:t>
      </w:r>
    </w:p>
    <w:p w:rsidR="006974AE" w:rsidRDefault="006974AE" w:rsidP="006974AE">
      <w:r>
        <w:t>151.3578</w:t>
      </w:r>
      <w:r>
        <w:tab/>
        <w:t>1.013e0</w:t>
      </w:r>
    </w:p>
    <w:p w:rsidR="006974AE" w:rsidRDefault="006974AE" w:rsidP="006974AE">
      <w:r>
        <w:t>151.3614</w:t>
      </w:r>
      <w:r>
        <w:tab/>
        <w:t>2.025e0</w:t>
      </w:r>
    </w:p>
    <w:p w:rsidR="006974AE" w:rsidRDefault="006974AE" w:rsidP="006974AE">
      <w:r>
        <w:t>151.3712</w:t>
      </w:r>
      <w:r>
        <w:tab/>
        <w:t>3.038e0</w:t>
      </w:r>
    </w:p>
    <w:p w:rsidR="006974AE" w:rsidRDefault="006974AE" w:rsidP="006974AE">
      <w:r>
        <w:t>151.3807</w:t>
      </w:r>
      <w:r>
        <w:tab/>
        <w:t>1.725e0</w:t>
      </w:r>
    </w:p>
    <w:p w:rsidR="006974AE" w:rsidRDefault="006974AE" w:rsidP="006974AE">
      <w:r>
        <w:t>151.3834</w:t>
      </w:r>
      <w:r>
        <w:tab/>
        <w:t>3.038e0</w:t>
      </w:r>
    </w:p>
    <w:p w:rsidR="006974AE" w:rsidRDefault="006974AE" w:rsidP="006974AE">
      <w:r>
        <w:t>151.3874</w:t>
      </w:r>
      <w:r>
        <w:tab/>
        <w:t>2.025e0</w:t>
      </w:r>
    </w:p>
    <w:p w:rsidR="006974AE" w:rsidRDefault="006974AE" w:rsidP="006974AE">
      <w:r>
        <w:t>151.3918</w:t>
      </w:r>
      <w:r>
        <w:tab/>
        <w:t>3.038e0</w:t>
      </w:r>
    </w:p>
    <w:p w:rsidR="006974AE" w:rsidRDefault="006974AE" w:rsidP="006974AE">
      <w:r>
        <w:t>151.3969</w:t>
      </w:r>
      <w:r>
        <w:tab/>
        <w:t>1.013e0</w:t>
      </w:r>
    </w:p>
    <w:p w:rsidR="006974AE" w:rsidRDefault="006974AE" w:rsidP="006974AE">
      <w:r>
        <w:t>151.3988</w:t>
      </w:r>
      <w:r>
        <w:tab/>
        <w:t>2.025e0</w:t>
      </w:r>
    </w:p>
    <w:p w:rsidR="006974AE" w:rsidRDefault="006974AE" w:rsidP="006974AE">
      <w:r>
        <w:t>151.4027</w:t>
      </w:r>
      <w:r>
        <w:tab/>
        <w:t>3.038e0</w:t>
      </w:r>
    </w:p>
    <w:p w:rsidR="006974AE" w:rsidRDefault="006974AE" w:rsidP="006974AE">
      <w:r>
        <w:t>151.4103</w:t>
      </w:r>
      <w:r>
        <w:tab/>
        <w:t>2.025e0</w:t>
      </w:r>
    </w:p>
    <w:p w:rsidR="006974AE" w:rsidRDefault="006974AE" w:rsidP="006974AE">
      <w:r>
        <w:t>151.4137</w:t>
      </w:r>
      <w:r>
        <w:tab/>
        <w:t>4.051e0</w:t>
      </w:r>
    </w:p>
    <w:p w:rsidR="006974AE" w:rsidRDefault="006974AE" w:rsidP="006974AE">
      <w:r>
        <w:t>151.4198</w:t>
      </w:r>
      <w:r>
        <w:tab/>
        <w:t>4.051e0</w:t>
      </w:r>
    </w:p>
    <w:p w:rsidR="006974AE" w:rsidRDefault="006974AE" w:rsidP="006974AE">
      <w:r>
        <w:t>151.4272</w:t>
      </w:r>
      <w:r>
        <w:tab/>
        <w:t>1.013e0</w:t>
      </w:r>
    </w:p>
    <w:p w:rsidR="006974AE" w:rsidRDefault="006974AE" w:rsidP="006974AE">
      <w:r>
        <w:t>151.4285</w:t>
      </w:r>
      <w:r>
        <w:tab/>
        <w:t>2.025e0</w:t>
      </w:r>
    </w:p>
    <w:p w:rsidR="006974AE" w:rsidRDefault="006974AE" w:rsidP="006974AE">
      <w:r>
        <w:t>151.4394</w:t>
      </w:r>
      <w:r>
        <w:tab/>
        <w:t>3.038e0</w:t>
      </w:r>
    </w:p>
    <w:p w:rsidR="006974AE" w:rsidRDefault="006974AE" w:rsidP="006974AE">
      <w:r>
        <w:t>151.4429</w:t>
      </w:r>
      <w:r>
        <w:tab/>
        <w:t>1.013e0</w:t>
      </w:r>
    </w:p>
    <w:p w:rsidR="006974AE" w:rsidRDefault="006974AE" w:rsidP="006974AE">
      <w:r>
        <w:t>151.4480</w:t>
      </w:r>
      <w:r>
        <w:tab/>
        <w:t>2.025e0</w:t>
      </w:r>
    </w:p>
    <w:p w:rsidR="006974AE" w:rsidRDefault="006974AE" w:rsidP="006974AE">
      <w:r>
        <w:lastRenderedPageBreak/>
        <w:t>151.4567</w:t>
      </w:r>
      <w:r>
        <w:tab/>
        <w:t>3.296e0</w:t>
      </w:r>
    </w:p>
    <w:p w:rsidR="006974AE" w:rsidRDefault="006974AE" w:rsidP="006974AE">
      <w:r>
        <w:t>151.4647</w:t>
      </w:r>
      <w:r>
        <w:tab/>
        <w:t>3.038e0</w:t>
      </w:r>
    </w:p>
    <w:p w:rsidR="006974AE" w:rsidRDefault="006974AE" w:rsidP="006974AE">
      <w:r>
        <w:t>151.4680</w:t>
      </w:r>
      <w:r>
        <w:tab/>
        <w:t>2.025e0</w:t>
      </w:r>
    </w:p>
    <w:p w:rsidR="006974AE" w:rsidRDefault="006974AE" w:rsidP="006974AE">
      <w:r>
        <w:t>151.4729</w:t>
      </w:r>
      <w:r>
        <w:tab/>
        <w:t>3.038e0</w:t>
      </w:r>
    </w:p>
    <w:p w:rsidR="006974AE" w:rsidRDefault="006974AE" w:rsidP="006974AE">
      <w:r>
        <w:t>151.4790</w:t>
      </w:r>
      <w:r>
        <w:tab/>
        <w:t>2.025e0</w:t>
      </w:r>
    </w:p>
    <w:p w:rsidR="006974AE" w:rsidRDefault="006974AE" w:rsidP="006974AE">
      <w:r>
        <w:t>151.4869</w:t>
      </w:r>
      <w:r>
        <w:tab/>
        <w:t>4.051e0</w:t>
      </w:r>
    </w:p>
    <w:p w:rsidR="006974AE" w:rsidRDefault="006974AE" w:rsidP="006974AE">
      <w:r>
        <w:t>151.4920</w:t>
      </w:r>
      <w:r>
        <w:tab/>
        <w:t>5.063e0</w:t>
      </w:r>
    </w:p>
    <w:p w:rsidR="006974AE" w:rsidRDefault="006974AE" w:rsidP="006974AE">
      <w:r>
        <w:t>151.4955</w:t>
      </w:r>
      <w:r>
        <w:tab/>
        <w:t>2.025e0</w:t>
      </w:r>
    </w:p>
    <w:p w:rsidR="006974AE" w:rsidRDefault="006974AE" w:rsidP="006974AE">
      <w:r>
        <w:t>151.5020</w:t>
      </w:r>
      <w:r>
        <w:tab/>
        <w:t>3.038e0</w:t>
      </w:r>
    </w:p>
    <w:p w:rsidR="006974AE" w:rsidRDefault="006974AE" w:rsidP="006974AE">
      <w:r>
        <w:t>151.5122</w:t>
      </w:r>
      <w:r>
        <w:tab/>
        <w:t>1.013e0</w:t>
      </w:r>
    </w:p>
    <w:p w:rsidR="006974AE" w:rsidRDefault="006974AE" w:rsidP="006974AE">
      <w:r>
        <w:t>151.5154</w:t>
      </w:r>
      <w:r>
        <w:tab/>
        <w:t>1.013e0</w:t>
      </w:r>
    </w:p>
    <w:p w:rsidR="006974AE" w:rsidRDefault="006974AE" w:rsidP="006974AE">
      <w:r>
        <w:t>151.5174</w:t>
      </w:r>
      <w:r>
        <w:tab/>
        <w:t>2.025e0</w:t>
      </w:r>
    </w:p>
    <w:p w:rsidR="006974AE" w:rsidRDefault="006974AE" w:rsidP="006974AE">
      <w:r>
        <w:t>151.5460</w:t>
      </w:r>
      <w:r>
        <w:tab/>
        <w:t>7.502e1</w:t>
      </w:r>
    </w:p>
    <w:p w:rsidR="006974AE" w:rsidRDefault="006974AE" w:rsidP="006974AE">
      <w:r>
        <w:t>151.5480</w:t>
      </w:r>
      <w:r>
        <w:tab/>
        <w:t>5.665e1</w:t>
      </w:r>
    </w:p>
    <w:p w:rsidR="006974AE" w:rsidRDefault="006974AE" w:rsidP="006974AE">
      <w:r>
        <w:t>151.5492</w:t>
      </w:r>
      <w:r>
        <w:tab/>
        <w:t>9.114e1</w:t>
      </w:r>
    </w:p>
    <w:p w:rsidR="006974AE" w:rsidRDefault="006974AE" w:rsidP="006974AE">
      <w:r>
        <w:t>151.5504</w:t>
      </w:r>
      <w:r>
        <w:tab/>
        <w:t>2.027e1</w:t>
      </w:r>
    </w:p>
    <w:p w:rsidR="006974AE" w:rsidRDefault="006974AE" w:rsidP="006974AE">
      <w:r>
        <w:t>151.5770</w:t>
      </w:r>
      <w:r>
        <w:tab/>
        <w:t>3.038e0</w:t>
      </w:r>
    </w:p>
    <w:p w:rsidR="006974AE" w:rsidRDefault="006974AE" w:rsidP="006974AE">
      <w:r>
        <w:t>151.5782</w:t>
      </w:r>
      <w:r>
        <w:tab/>
        <w:t>4.105e0</w:t>
      </w:r>
    </w:p>
    <w:p w:rsidR="006974AE" w:rsidRDefault="006974AE" w:rsidP="006974AE">
      <w:r>
        <w:t>151.5799</w:t>
      </w:r>
      <w:r>
        <w:tab/>
        <w:t>3.516e0</w:t>
      </w:r>
    </w:p>
    <w:p w:rsidR="006974AE" w:rsidRDefault="006974AE" w:rsidP="006974AE">
      <w:r>
        <w:lastRenderedPageBreak/>
        <w:t>151.5917</w:t>
      </w:r>
      <w:r>
        <w:tab/>
        <w:t>3.038e0</w:t>
      </w:r>
    </w:p>
    <w:p w:rsidR="006974AE" w:rsidRDefault="006974AE" w:rsidP="006974AE">
      <w:r>
        <w:t>151.5937</w:t>
      </w:r>
      <w:r>
        <w:tab/>
        <w:t>1.013e0</w:t>
      </w:r>
    </w:p>
    <w:p w:rsidR="006974AE" w:rsidRDefault="006974AE" w:rsidP="006974AE">
      <w:r>
        <w:t>151.5988</w:t>
      </w:r>
      <w:r>
        <w:tab/>
        <w:t>4.051e0</w:t>
      </w:r>
    </w:p>
    <w:p w:rsidR="006974AE" w:rsidRDefault="006974AE" w:rsidP="006974AE">
      <w:r>
        <w:t>151.6004</w:t>
      </w:r>
      <w:r>
        <w:tab/>
        <w:t>2.025e0</w:t>
      </w:r>
    </w:p>
    <w:p w:rsidR="006974AE" w:rsidRDefault="006974AE" w:rsidP="006974AE">
      <w:r>
        <w:t>151.6028</w:t>
      </w:r>
      <w:r>
        <w:tab/>
        <w:t>3.038e0</w:t>
      </w:r>
    </w:p>
    <w:p w:rsidR="006974AE" w:rsidRDefault="006974AE" w:rsidP="006974AE">
      <w:r>
        <w:t>151.6069</w:t>
      </w:r>
      <w:r>
        <w:tab/>
        <w:t>1.013e0</w:t>
      </w:r>
    </w:p>
    <w:p w:rsidR="006974AE" w:rsidRDefault="006974AE" w:rsidP="006974AE">
      <w:r>
        <w:t>151.6160</w:t>
      </w:r>
      <w:r>
        <w:tab/>
        <w:t>1.013e0</w:t>
      </w:r>
    </w:p>
    <w:p w:rsidR="006974AE" w:rsidRDefault="006974AE" w:rsidP="006974AE">
      <w:r>
        <w:t>151.6194</w:t>
      </w:r>
      <w:r>
        <w:tab/>
        <w:t>3.038e0</w:t>
      </w:r>
    </w:p>
    <w:p w:rsidR="006974AE" w:rsidRDefault="006974AE" w:rsidP="006974AE">
      <w:r>
        <w:t>151.6229</w:t>
      </w:r>
      <w:r>
        <w:tab/>
        <w:t>1.013e0</w:t>
      </w:r>
    </w:p>
    <w:p w:rsidR="006974AE" w:rsidRDefault="006974AE" w:rsidP="006974AE">
      <w:r>
        <w:t>151.6246</w:t>
      </w:r>
      <w:r>
        <w:tab/>
        <w:t>5.063e0</w:t>
      </w:r>
    </w:p>
    <w:p w:rsidR="006974AE" w:rsidRDefault="006974AE" w:rsidP="006974AE">
      <w:r>
        <w:t>151.6361</w:t>
      </w:r>
      <w:r>
        <w:tab/>
        <w:t>5.063e0</w:t>
      </w:r>
    </w:p>
    <w:p w:rsidR="006974AE" w:rsidRDefault="006974AE" w:rsidP="006974AE">
      <w:r>
        <w:t>151.6444</w:t>
      </w:r>
      <w:r>
        <w:tab/>
        <w:t>2.025e0</w:t>
      </w:r>
    </w:p>
    <w:p w:rsidR="006974AE" w:rsidRDefault="006974AE" w:rsidP="006974AE">
      <w:r>
        <w:t>151.6495</w:t>
      </w:r>
      <w:r>
        <w:tab/>
        <w:t>1.013e0</w:t>
      </w:r>
    </w:p>
    <w:p w:rsidR="006974AE" w:rsidRDefault="006974AE" w:rsidP="006974AE">
      <w:r>
        <w:t>151.6528</w:t>
      </w:r>
      <w:r>
        <w:tab/>
        <w:t>2.025e0</w:t>
      </w:r>
    </w:p>
    <w:p w:rsidR="006974AE" w:rsidRDefault="006974AE" w:rsidP="006974AE">
      <w:r>
        <w:t>151.6598</w:t>
      </w:r>
      <w:r>
        <w:tab/>
        <w:t>6.076e0</w:t>
      </w:r>
    </w:p>
    <w:p w:rsidR="006974AE" w:rsidRDefault="006974AE" w:rsidP="006974AE">
      <w:r>
        <w:t>151.6652</w:t>
      </w:r>
      <w:r>
        <w:tab/>
        <w:t>3.038e0</w:t>
      </w:r>
    </w:p>
    <w:p w:rsidR="006974AE" w:rsidRDefault="006974AE" w:rsidP="006974AE">
      <w:r>
        <w:t>151.6719</w:t>
      </w:r>
      <w:r>
        <w:tab/>
        <w:t>2.025e0</w:t>
      </w:r>
    </w:p>
    <w:p w:rsidR="006974AE" w:rsidRDefault="006974AE" w:rsidP="006974AE">
      <w:r>
        <w:t>151.6786</w:t>
      </w:r>
      <w:r>
        <w:tab/>
        <w:t>2.025e0</w:t>
      </w:r>
    </w:p>
    <w:p w:rsidR="006974AE" w:rsidRDefault="006974AE" w:rsidP="006974AE">
      <w:r>
        <w:t>151.6802</w:t>
      </w:r>
      <w:r>
        <w:tab/>
        <w:t>2.025e0</w:t>
      </w:r>
    </w:p>
    <w:p w:rsidR="006974AE" w:rsidRDefault="006974AE" w:rsidP="006974AE">
      <w:r>
        <w:lastRenderedPageBreak/>
        <w:t>151.6888</w:t>
      </w:r>
      <w:r>
        <w:tab/>
        <w:t>1.013e0</w:t>
      </w:r>
    </w:p>
    <w:p w:rsidR="006974AE" w:rsidRDefault="006974AE" w:rsidP="006974AE">
      <w:r>
        <w:t>151.7004</w:t>
      </w:r>
      <w:r>
        <w:tab/>
        <w:t>4.051e0</w:t>
      </w:r>
    </w:p>
    <w:p w:rsidR="006974AE" w:rsidRDefault="006974AE" w:rsidP="006974AE">
      <w:r>
        <w:t>151.7017</w:t>
      </w:r>
      <w:r>
        <w:tab/>
        <w:t>1.013e0</w:t>
      </w:r>
    </w:p>
    <w:p w:rsidR="006974AE" w:rsidRDefault="006974AE" w:rsidP="006974AE">
      <w:r>
        <w:t>151.7047</w:t>
      </w:r>
      <w:r>
        <w:tab/>
        <w:t>1.013e0</w:t>
      </w:r>
    </w:p>
    <w:p w:rsidR="006974AE" w:rsidRDefault="006974AE" w:rsidP="006974AE">
      <w:r>
        <w:t>151.7094</w:t>
      </w:r>
      <w:r>
        <w:tab/>
        <w:t>2.025e0</w:t>
      </w:r>
    </w:p>
    <w:p w:rsidR="006974AE" w:rsidRDefault="006974AE" w:rsidP="006974AE">
      <w:r>
        <w:t>151.7177</w:t>
      </w:r>
      <w:r>
        <w:tab/>
        <w:t>1.013e0</w:t>
      </w:r>
    </w:p>
    <w:p w:rsidR="006974AE" w:rsidRDefault="006974AE" w:rsidP="006974AE">
      <w:r>
        <w:t>151.7244</w:t>
      </w:r>
      <w:r>
        <w:tab/>
        <w:t>1.013e0</w:t>
      </w:r>
    </w:p>
    <w:p w:rsidR="006974AE" w:rsidRDefault="006974AE" w:rsidP="006974AE">
      <w:r>
        <w:t>151.7278</w:t>
      </w:r>
      <w:r>
        <w:tab/>
        <w:t>2.025e0</w:t>
      </w:r>
    </w:p>
    <w:p w:rsidR="006974AE" w:rsidRDefault="006974AE" w:rsidP="006974AE">
      <w:r>
        <w:t>151.7296</w:t>
      </w:r>
      <w:r>
        <w:tab/>
        <w:t>2.025e0</w:t>
      </w:r>
    </w:p>
    <w:p w:rsidR="006974AE" w:rsidRDefault="006974AE" w:rsidP="006974AE">
      <w:r>
        <w:t>151.7413</w:t>
      </w:r>
      <w:r>
        <w:tab/>
        <w:t>2.025e0</w:t>
      </w:r>
    </w:p>
    <w:p w:rsidR="006974AE" w:rsidRDefault="006974AE" w:rsidP="006974AE">
      <w:r>
        <w:t>151.7427</w:t>
      </w:r>
      <w:r>
        <w:tab/>
        <w:t>2.025e0</w:t>
      </w:r>
    </w:p>
    <w:p w:rsidR="006974AE" w:rsidRDefault="006974AE" w:rsidP="006974AE">
      <w:r>
        <w:t>151.7473</w:t>
      </w:r>
      <w:r>
        <w:tab/>
        <w:t>1.013e0</w:t>
      </w:r>
    </w:p>
    <w:p w:rsidR="006974AE" w:rsidRDefault="006974AE" w:rsidP="006974AE">
      <w:r>
        <w:t>151.7536</w:t>
      </w:r>
      <w:r>
        <w:tab/>
        <w:t>2.025e0</w:t>
      </w:r>
    </w:p>
    <w:p w:rsidR="006974AE" w:rsidRDefault="006974AE" w:rsidP="006974AE">
      <w:r>
        <w:t>151.7570</w:t>
      </w:r>
      <w:r>
        <w:tab/>
        <w:t>1.013e0</w:t>
      </w:r>
    </w:p>
    <w:p w:rsidR="006974AE" w:rsidRDefault="006974AE" w:rsidP="006974AE">
      <w:r>
        <w:t>151.7602</w:t>
      </w:r>
      <w:r>
        <w:tab/>
        <w:t>1.013e0</w:t>
      </w:r>
    </w:p>
    <w:p w:rsidR="006974AE" w:rsidRDefault="006974AE" w:rsidP="006974AE">
      <w:r>
        <w:t>151.7629</w:t>
      </w:r>
      <w:r>
        <w:tab/>
        <w:t>4.230e0</w:t>
      </w:r>
    </w:p>
    <w:p w:rsidR="006974AE" w:rsidRDefault="006974AE" w:rsidP="006974AE">
      <w:r>
        <w:t>151.7671</w:t>
      </w:r>
      <w:r>
        <w:tab/>
        <w:t>1.013e0</w:t>
      </w:r>
    </w:p>
    <w:p w:rsidR="006974AE" w:rsidRDefault="006974AE" w:rsidP="006974AE">
      <w:r>
        <w:t>151.7769</w:t>
      </w:r>
      <w:r>
        <w:tab/>
        <w:t>1.013e0</w:t>
      </w:r>
    </w:p>
    <w:p w:rsidR="006974AE" w:rsidRDefault="006974AE" w:rsidP="006974AE">
      <w:r>
        <w:t>151.7821</w:t>
      </w:r>
      <w:r>
        <w:tab/>
        <w:t>2.025e0</w:t>
      </w:r>
    </w:p>
    <w:p w:rsidR="006974AE" w:rsidRDefault="006974AE" w:rsidP="006974AE">
      <w:r>
        <w:lastRenderedPageBreak/>
        <w:t>151.7870</w:t>
      </w:r>
      <w:r>
        <w:tab/>
        <w:t>1.013e0</w:t>
      </w:r>
    </w:p>
    <w:p w:rsidR="006974AE" w:rsidRDefault="006974AE" w:rsidP="006974AE">
      <w:r>
        <w:t>151.7902</w:t>
      </w:r>
      <w:r>
        <w:tab/>
        <w:t>1.013e0</w:t>
      </w:r>
    </w:p>
    <w:p w:rsidR="006974AE" w:rsidRDefault="006974AE" w:rsidP="006974AE">
      <w:r>
        <w:t>151.7918</w:t>
      </w:r>
      <w:r>
        <w:tab/>
        <w:t>2.025e0</w:t>
      </w:r>
    </w:p>
    <w:p w:rsidR="006974AE" w:rsidRDefault="006974AE" w:rsidP="006974AE">
      <w:r>
        <w:t>151.7977</w:t>
      </w:r>
      <w:r>
        <w:tab/>
        <w:t>2.025e0</w:t>
      </w:r>
    </w:p>
    <w:p w:rsidR="006974AE" w:rsidRDefault="006974AE" w:rsidP="006974AE">
      <w:r>
        <w:t>151.7993</w:t>
      </w:r>
      <w:r>
        <w:tab/>
        <w:t>1.013e0</w:t>
      </w:r>
    </w:p>
    <w:p w:rsidR="006974AE" w:rsidRDefault="006974AE" w:rsidP="006974AE">
      <w:r>
        <w:t>151.8029</w:t>
      </w:r>
      <w:r>
        <w:tab/>
        <w:t>1.013e0</w:t>
      </w:r>
    </w:p>
    <w:p w:rsidR="006974AE" w:rsidRDefault="006974AE" w:rsidP="006974AE">
      <w:r>
        <w:t>151.8063</w:t>
      </w:r>
      <w:r>
        <w:tab/>
        <w:t>1.013e0</w:t>
      </w:r>
    </w:p>
    <w:p w:rsidR="006974AE" w:rsidRDefault="006974AE" w:rsidP="006974AE">
      <w:r>
        <w:t>151.8111</w:t>
      </w:r>
      <w:r>
        <w:tab/>
        <w:t>2.025e0</w:t>
      </w:r>
    </w:p>
    <w:p w:rsidR="006974AE" w:rsidRDefault="006974AE" w:rsidP="006974AE">
      <w:r>
        <w:t>151.8161</w:t>
      </w:r>
      <w:r>
        <w:tab/>
        <w:t>1.013e0</w:t>
      </w:r>
    </w:p>
    <w:p w:rsidR="006974AE" w:rsidRDefault="006974AE" w:rsidP="006974AE">
      <w:r>
        <w:t>151.8196</w:t>
      </w:r>
      <w:r>
        <w:tab/>
        <w:t>2.025e0</w:t>
      </w:r>
    </w:p>
    <w:p w:rsidR="006974AE" w:rsidRDefault="006974AE" w:rsidP="006974AE">
      <w:r>
        <w:t>151.8228</w:t>
      </w:r>
      <w:r>
        <w:tab/>
        <w:t>1.013e0</w:t>
      </w:r>
    </w:p>
    <w:p w:rsidR="006974AE" w:rsidRDefault="006974AE" w:rsidP="006974AE">
      <w:r>
        <w:t>151.8286</w:t>
      </w:r>
      <w:r>
        <w:tab/>
        <w:t>3.038e0</w:t>
      </w:r>
    </w:p>
    <w:p w:rsidR="006974AE" w:rsidRDefault="006974AE" w:rsidP="006974AE">
      <w:r>
        <w:t>151.8351</w:t>
      </w:r>
      <w:r>
        <w:tab/>
        <w:t>3.038e0</w:t>
      </w:r>
    </w:p>
    <w:p w:rsidR="006974AE" w:rsidRDefault="006974AE" w:rsidP="006974AE">
      <w:r>
        <w:t>151.8362</w:t>
      </w:r>
      <w:r>
        <w:tab/>
        <w:t>2.025e0</w:t>
      </w:r>
    </w:p>
    <w:p w:rsidR="006974AE" w:rsidRDefault="006974AE" w:rsidP="006974AE">
      <w:r>
        <w:t>151.8486</w:t>
      </w:r>
      <w:r>
        <w:tab/>
        <w:t>2.088e0</w:t>
      </w:r>
    </w:p>
    <w:p w:rsidR="006974AE" w:rsidRDefault="006974AE" w:rsidP="006974AE">
      <w:r>
        <w:t>151.8519</w:t>
      </w:r>
      <w:r>
        <w:tab/>
        <w:t>2.025e0</w:t>
      </w:r>
    </w:p>
    <w:p w:rsidR="006974AE" w:rsidRDefault="006974AE" w:rsidP="006974AE">
      <w:r>
        <w:t>151.8569</w:t>
      </w:r>
      <w:r>
        <w:tab/>
        <w:t>2.025e0</w:t>
      </w:r>
    </w:p>
    <w:p w:rsidR="006974AE" w:rsidRDefault="006974AE" w:rsidP="006974AE">
      <w:r>
        <w:t>151.8621</w:t>
      </w:r>
      <w:r>
        <w:tab/>
        <w:t>1.013e0</w:t>
      </w:r>
    </w:p>
    <w:p w:rsidR="006974AE" w:rsidRDefault="006974AE" w:rsidP="006974AE">
      <w:r>
        <w:t>151.8754</w:t>
      </w:r>
      <w:r>
        <w:tab/>
        <w:t>1.013e0</w:t>
      </w:r>
    </w:p>
    <w:p w:rsidR="006974AE" w:rsidRDefault="006974AE" w:rsidP="006974AE">
      <w:r>
        <w:lastRenderedPageBreak/>
        <w:t>151.8786</w:t>
      </w:r>
      <w:r>
        <w:tab/>
        <w:t>3.038e0</w:t>
      </w:r>
    </w:p>
    <w:p w:rsidR="006974AE" w:rsidRDefault="006974AE" w:rsidP="006974AE">
      <w:r>
        <w:t>151.8817</w:t>
      </w:r>
      <w:r>
        <w:tab/>
        <w:t>3.038e0</w:t>
      </w:r>
    </w:p>
    <w:p w:rsidR="006974AE" w:rsidRDefault="006974AE" w:rsidP="006974AE">
      <w:r>
        <w:t>151.8878</w:t>
      </w:r>
      <w:r>
        <w:tab/>
        <w:t>1.013e0</w:t>
      </w:r>
    </w:p>
    <w:p w:rsidR="006974AE" w:rsidRDefault="006974AE" w:rsidP="006974AE">
      <w:r>
        <w:t>151.8978</w:t>
      </w:r>
      <w:r>
        <w:tab/>
        <w:t>3.038e0</w:t>
      </w:r>
    </w:p>
    <w:p w:rsidR="006974AE" w:rsidRDefault="006974AE" w:rsidP="006974AE">
      <w:r>
        <w:t>151.9013</w:t>
      </w:r>
      <w:r>
        <w:tab/>
        <w:t>2.025e0</w:t>
      </w:r>
    </w:p>
    <w:p w:rsidR="006974AE" w:rsidRDefault="006974AE" w:rsidP="006974AE">
      <w:r>
        <w:t>151.9047</w:t>
      </w:r>
      <w:r>
        <w:tab/>
        <w:t>1.013e0</w:t>
      </w:r>
    </w:p>
    <w:p w:rsidR="006974AE" w:rsidRDefault="006974AE" w:rsidP="006974AE">
      <w:r>
        <w:t>151.9147</w:t>
      </w:r>
      <w:r>
        <w:tab/>
        <w:t>1.013e0</w:t>
      </w:r>
    </w:p>
    <w:p w:rsidR="006974AE" w:rsidRDefault="006974AE" w:rsidP="006974AE">
      <w:r>
        <w:t>151.9162</w:t>
      </w:r>
      <w:r>
        <w:tab/>
        <w:t>2.025e0</w:t>
      </w:r>
    </w:p>
    <w:p w:rsidR="006974AE" w:rsidRDefault="006974AE" w:rsidP="006974AE">
      <w:r>
        <w:t>151.9244</w:t>
      </w:r>
      <w:r>
        <w:tab/>
        <w:t>1.013e0</w:t>
      </w:r>
    </w:p>
    <w:p w:rsidR="006974AE" w:rsidRDefault="006974AE" w:rsidP="006974AE">
      <w:r>
        <w:t>151.9258</w:t>
      </w:r>
      <w:r>
        <w:tab/>
        <w:t>3.038e0</w:t>
      </w:r>
    </w:p>
    <w:p w:rsidR="006974AE" w:rsidRDefault="006974AE" w:rsidP="006974AE">
      <w:r>
        <w:t>151.9338</w:t>
      </w:r>
      <w:r>
        <w:tab/>
        <w:t>1.013e0</w:t>
      </w:r>
    </w:p>
    <w:p w:rsidR="006974AE" w:rsidRDefault="006974AE" w:rsidP="006974AE">
      <w:r>
        <w:t>151.9388</w:t>
      </w:r>
      <w:r>
        <w:tab/>
        <w:t>4.051e0</w:t>
      </w:r>
    </w:p>
    <w:p w:rsidR="006974AE" w:rsidRDefault="006974AE" w:rsidP="006974AE">
      <w:r>
        <w:t>151.9503</w:t>
      </w:r>
      <w:r>
        <w:tab/>
        <w:t>1.013e0</w:t>
      </w:r>
    </w:p>
    <w:p w:rsidR="006974AE" w:rsidRDefault="006974AE" w:rsidP="006974AE">
      <w:r>
        <w:t>151.9604</w:t>
      </w:r>
      <w:r>
        <w:tab/>
        <w:t>3.038e0</w:t>
      </w:r>
    </w:p>
    <w:p w:rsidR="006974AE" w:rsidRDefault="006974AE" w:rsidP="006974AE">
      <w:r>
        <w:t>151.9637</w:t>
      </w:r>
      <w:r>
        <w:tab/>
        <w:t>1.013e0</w:t>
      </w:r>
    </w:p>
    <w:p w:rsidR="006974AE" w:rsidRDefault="006974AE" w:rsidP="006974AE">
      <w:r>
        <w:t>151.9864</w:t>
      </w:r>
      <w:r>
        <w:tab/>
        <w:t>2.025e0</w:t>
      </w:r>
    </w:p>
    <w:p w:rsidR="006974AE" w:rsidRDefault="006974AE" w:rsidP="006974AE">
      <w:r>
        <w:t>151.9963</w:t>
      </w:r>
      <w:r>
        <w:tab/>
        <w:t>2.025e0</w:t>
      </w:r>
    </w:p>
    <w:p w:rsidR="006974AE" w:rsidRDefault="006974AE" w:rsidP="006974AE">
      <w:r>
        <w:t>152.0062</w:t>
      </w:r>
      <w:r>
        <w:tab/>
        <w:t>1.013e0</w:t>
      </w:r>
    </w:p>
    <w:p w:rsidR="006974AE" w:rsidRDefault="006974AE" w:rsidP="006974AE">
      <w:r>
        <w:t>152.0150</w:t>
      </w:r>
      <w:r>
        <w:tab/>
        <w:t>3.038e0</w:t>
      </w:r>
    </w:p>
    <w:p w:rsidR="006974AE" w:rsidRDefault="006974AE" w:rsidP="006974AE">
      <w:r>
        <w:lastRenderedPageBreak/>
        <w:t>152.0161</w:t>
      </w:r>
      <w:r>
        <w:tab/>
        <w:t>1.013e0</w:t>
      </w:r>
    </w:p>
    <w:p w:rsidR="006974AE" w:rsidRDefault="006974AE" w:rsidP="006974AE">
      <w:r>
        <w:t>152.0454</w:t>
      </w:r>
      <w:r>
        <w:tab/>
        <w:t>5.286e1</w:t>
      </w:r>
    </w:p>
    <w:p w:rsidR="006974AE" w:rsidRDefault="006974AE" w:rsidP="006974AE">
      <w:r>
        <w:t>152.0472</w:t>
      </w:r>
      <w:r>
        <w:tab/>
        <w:t>1.094e2</w:t>
      </w:r>
    </w:p>
    <w:p w:rsidR="006974AE" w:rsidRDefault="006974AE" w:rsidP="006974AE">
      <w:r>
        <w:t>152.0494</w:t>
      </w:r>
      <w:r>
        <w:tab/>
        <w:t>2.541e1</w:t>
      </w:r>
    </w:p>
    <w:p w:rsidR="006974AE" w:rsidRDefault="006974AE" w:rsidP="006974AE">
      <w:r>
        <w:t>152.0518</w:t>
      </w:r>
      <w:r>
        <w:tab/>
        <w:t>2.325e1</w:t>
      </w:r>
    </w:p>
    <w:p w:rsidR="006974AE" w:rsidRDefault="006974AE" w:rsidP="006974AE">
      <w:r>
        <w:t>152.0618</w:t>
      </w:r>
      <w:r>
        <w:tab/>
        <w:t>1.541e1</w:t>
      </w:r>
    </w:p>
    <w:p w:rsidR="006974AE" w:rsidRDefault="006974AE" w:rsidP="006974AE">
      <w:r>
        <w:t>152.0638</w:t>
      </w:r>
      <w:r>
        <w:tab/>
        <w:t>3.728e1</w:t>
      </w:r>
    </w:p>
    <w:p w:rsidR="006974AE" w:rsidRDefault="006974AE" w:rsidP="006974AE">
      <w:r>
        <w:t>152.0749</w:t>
      </w:r>
      <w:r>
        <w:tab/>
        <w:t>1.368e1</w:t>
      </w:r>
    </w:p>
    <w:p w:rsidR="006974AE" w:rsidRDefault="006974AE" w:rsidP="006974AE">
      <w:r>
        <w:t>152.0882</w:t>
      </w:r>
      <w:r>
        <w:tab/>
        <w:t>1.013e0</w:t>
      </w:r>
    </w:p>
    <w:p w:rsidR="006974AE" w:rsidRDefault="006974AE" w:rsidP="006974AE">
      <w:r>
        <w:t>152.0947</w:t>
      </w:r>
      <w:r>
        <w:tab/>
        <w:t>2.025e0</w:t>
      </w:r>
    </w:p>
    <w:p w:rsidR="006974AE" w:rsidRDefault="006974AE" w:rsidP="006974AE">
      <w:r>
        <w:t>152.1050</w:t>
      </w:r>
      <w:r>
        <w:tab/>
        <w:t>2.025e0</w:t>
      </w:r>
    </w:p>
    <w:p w:rsidR="006974AE" w:rsidRDefault="006974AE" w:rsidP="006974AE">
      <w:r>
        <w:t>152.1110</w:t>
      </w:r>
      <w:r>
        <w:tab/>
        <w:t>4.051e0</w:t>
      </w:r>
    </w:p>
    <w:p w:rsidR="006974AE" w:rsidRDefault="006974AE" w:rsidP="006974AE">
      <w:r>
        <w:t>152.1171</w:t>
      </w:r>
      <w:r>
        <w:tab/>
        <w:t>2.025e0</w:t>
      </w:r>
    </w:p>
    <w:p w:rsidR="006974AE" w:rsidRDefault="006974AE" w:rsidP="006974AE">
      <w:r>
        <w:t>152.1184</w:t>
      </w:r>
      <w:r>
        <w:tab/>
        <w:t>3.038e0</w:t>
      </w:r>
    </w:p>
    <w:p w:rsidR="006974AE" w:rsidRDefault="006974AE" w:rsidP="006974AE">
      <w:r>
        <w:t>152.1240</w:t>
      </w:r>
      <w:r>
        <w:tab/>
        <w:t>1.013e0</w:t>
      </w:r>
    </w:p>
    <w:p w:rsidR="006974AE" w:rsidRDefault="006974AE" w:rsidP="006974AE">
      <w:r>
        <w:t>152.1272</w:t>
      </w:r>
      <w:r>
        <w:tab/>
        <w:t>3.038e0</w:t>
      </w:r>
    </w:p>
    <w:p w:rsidR="006974AE" w:rsidRDefault="006974AE" w:rsidP="006974AE">
      <w:r>
        <w:t>152.1306</w:t>
      </w:r>
      <w:r>
        <w:tab/>
        <w:t>2.025e0</w:t>
      </w:r>
    </w:p>
    <w:p w:rsidR="006974AE" w:rsidRDefault="006974AE" w:rsidP="006974AE">
      <w:r>
        <w:t>152.1340</w:t>
      </w:r>
      <w:r>
        <w:tab/>
        <w:t>1.013e0</w:t>
      </w:r>
    </w:p>
    <w:p w:rsidR="006974AE" w:rsidRDefault="006974AE" w:rsidP="006974AE">
      <w:r>
        <w:t>152.1457</w:t>
      </w:r>
      <w:r>
        <w:tab/>
        <w:t>4.051e0</w:t>
      </w:r>
    </w:p>
    <w:p w:rsidR="006974AE" w:rsidRDefault="006974AE" w:rsidP="006974AE">
      <w:r>
        <w:lastRenderedPageBreak/>
        <w:t>152.1475</w:t>
      </w:r>
      <w:r>
        <w:tab/>
        <w:t>1.013e0</w:t>
      </w:r>
    </w:p>
    <w:p w:rsidR="006974AE" w:rsidRDefault="006974AE" w:rsidP="006974AE">
      <w:r>
        <w:t>152.1507</w:t>
      </w:r>
      <w:r>
        <w:tab/>
        <w:t>1.013e0</w:t>
      </w:r>
    </w:p>
    <w:p w:rsidR="006974AE" w:rsidRDefault="006974AE" w:rsidP="006974AE">
      <w:r>
        <w:t>152.1546</w:t>
      </w:r>
      <w:r>
        <w:tab/>
        <w:t>6.076e0</w:t>
      </w:r>
    </w:p>
    <w:p w:rsidR="006974AE" w:rsidRDefault="006974AE" w:rsidP="006974AE">
      <w:r>
        <w:t>152.1698</w:t>
      </w:r>
      <w:r>
        <w:tab/>
        <w:t>2.025e0</w:t>
      </w:r>
    </w:p>
    <w:p w:rsidR="006974AE" w:rsidRDefault="006974AE" w:rsidP="006974AE">
      <w:r>
        <w:t>152.1731</w:t>
      </w:r>
      <w:r>
        <w:tab/>
        <w:t>1.013e0</w:t>
      </w:r>
    </w:p>
    <w:p w:rsidR="006974AE" w:rsidRDefault="006974AE" w:rsidP="006974AE">
      <w:r>
        <w:t>152.1764</w:t>
      </w:r>
      <w:r>
        <w:tab/>
        <w:t>2.025e0</w:t>
      </w:r>
    </w:p>
    <w:p w:rsidR="006974AE" w:rsidRDefault="006974AE" w:rsidP="006974AE">
      <w:r>
        <w:t>152.1832</w:t>
      </w:r>
      <w:r>
        <w:tab/>
        <w:t>2.025e0</w:t>
      </w:r>
    </w:p>
    <w:p w:rsidR="006974AE" w:rsidRDefault="006974AE" w:rsidP="006974AE">
      <w:r>
        <w:t>152.1866</w:t>
      </w:r>
      <w:r>
        <w:tab/>
        <w:t>1.013e0</w:t>
      </w:r>
    </w:p>
    <w:p w:rsidR="006974AE" w:rsidRDefault="006974AE" w:rsidP="006974AE">
      <w:r>
        <w:t>152.1966</w:t>
      </w:r>
      <w:r>
        <w:tab/>
        <w:t>1.013e0</w:t>
      </w:r>
    </w:p>
    <w:p w:rsidR="006974AE" w:rsidRDefault="006974AE" w:rsidP="006974AE">
      <w:r>
        <w:t>152.2080</w:t>
      </w:r>
      <w:r>
        <w:tab/>
        <w:t>3.939e0</w:t>
      </w:r>
    </w:p>
    <w:p w:rsidR="006974AE" w:rsidRDefault="006974AE" w:rsidP="006974AE">
      <w:r>
        <w:t>152.2091</w:t>
      </w:r>
      <w:r>
        <w:tab/>
        <w:t>1.013e0</w:t>
      </w:r>
    </w:p>
    <w:p w:rsidR="006974AE" w:rsidRDefault="006974AE" w:rsidP="006974AE">
      <w:r>
        <w:t>152.2123</w:t>
      </w:r>
      <w:r>
        <w:tab/>
        <w:t>4.051e0</w:t>
      </w:r>
    </w:p>
    <w:p w:rsidR="006974AE" w:rsidRDefault="006974AE" w:rsidP="006974AE">
      <w:r>
        <w:t>152.2223</w:t>
      </w:r>
      <w:r>
        <w:tab/>
        <w:t>1.013e0</w:t>
      </w:r>
    </w:p>
    <w:p w:rsidR="006974AE" w:rsidRDefault="006974AE" w:rsidP="006974AE">
      <w:r>
        <w:t>152.2259</w:t>
      </w:r>
      <w:r>
        <w:tab/>
        <w:t>2.025e0</w:t>
      </w:r>
    </w:p>
    <w:p w:rsidR="006974AE" w:rsidRDefault="006974AE" w:rsidP="006974AE">
      <w:r>
        <w:t>152.2359</w:t>
      </w:r>
      <w:r>
        <w:tab/>
        <w:t>1.013e0</w:t>
      </w:r>
    </w:p>
    <w:p w:rsidR="006974AE" w:rsidRDefault="006974AE" w:rsidP="006974AE">
      <w:r>
        <w:t>152.2391</w:t>
      </w:r>
      <w:r>
        <w:tab/>
        <w:t>1.013e0</w:t>
      </w:r>
    </w:p>
    <w:p w:rsidR="006974AE" w:rsidRDefault="006974AE" w:rsidP="006974AE">
      <w:r>
        <w:t>152.2426</w:t>
      </w:r>
      <w:r>
        <w:tab/>
        <w:t>3.038e0</w:t>
      </w:r>
    </w:p>
    <w:p w:rsidR="006974AE" w:rsidRDefault="006974AE" w:rsidP="006974AE">
      <w:r>
        <w:t>152.2456</w:t>
      </w:r>
      <w:r>
        <w:tab/>
        <w:t>1.013e0</w:t>
      </w:r>
    </w:p>
    <w:p w:rsidR="006974AE" w:rsidRDefault="006974AE" w:rsidP="006974AE">
      <w:r>
        <w:t>152.2489</w:t>
      </w:r>
      <w:r>
        <w:tab/>
        <w:t>1.013e0</w:t>
      </w:r>
    </w:p>
    <w:p w:rsidR="006974AE" w:rsidRDefault="006974AE" w:rsidP="006974AE">
      <w:r>
        <w:lastRenderedPageBreak/>
        <w:t>152.2504</w:t>
      </w:r>
      <w:r>
        <w:tab/>
        <w:t>2.025e0</w:t>
      </w:r>
    </w:p>
    <w:p w:rsidR="006974AE" w:rsidRDefault="006974AE" w:rsidP="006974AE">
      <w:r>
        <w:t>152.2517</w:t>
      </w:r>
      <w:r>
        <w:tab/>
        <w:t>1.013e0</w:t>
      </w:r>
    </w:p>
    <w:p w:rsidR="006974AE" w:rsidRDefault="006974AE" w:rsidP="006974AE">
      <w:r>
        <w:t>152.2617</w:t>
      </w:r>
      <w:r>
        <w:tab/>
        <w:t>1.013e0</w:t>
      </w:r>
    </w:p>
    <w:p w:rsidR="006974AE" w:rsidRDefault="006974AE" w:rsidP="006974AE">
      <w:r>
        <w:t>152.2682</w:t>
      </w:r>
      <w:r>
        <w:tab/>
        <w:t>1.013e0</w:t>
      </w:r>
    </w:p>
    <w:p w:rsidR="006974AE" w:rsidRDefault="006974AE" w:rsidP="006974AE">
      <w:r>
        <w:t>152.2734</w:t>
      </w:r>
      <w:r>
        <w:tab/>
        <w:t>2.025e0</w:t>
      </w:r>
    </w:p>
    <w:p w:rsidR="006974AE" w:rsidRDefault="006974AE" w:rsidP="006974AE">
      <w:r>
        <w:t>152.2750</w:t>
      </w:r>
      <w:r>
        <w:tab/>
        <w:t>2.025e0</w:t>
      </w:r>
    </w:p>
    <w:p w:rsidR="006974AE" w:rsidRDefault="006974AE" w:rsidP="006974AE">
      <w:r>
        <w:t>152.2850</w:t>
      </w:r>
      <w:r>
        <w:tab/>
        <w:t>1.013e0</w:t>
      </w:r>
    </w:p>
    <w:p w:rsidR="006974AE" w:rsidRDefault="006974AE" w:rsidP="006974AE">
      <w:r>
        <w:t>152.2915</w:t>
      </w:r>
      <w:r>
        <w:tab/>
        <w:t>1.013e0</w:t>
      </w:r>
    </w:p>
    <w:p w:rsidR="006974AE" w:rsidRDefault="006974AE" w:rsidP="006974AE">
      <w:r>
        <w:t>152.2947</w:t>
      </w:r>
      <w:r>
        <w:tab/>
        <w:t>2.025e0</w:t>
      </w:r>
    </w:p>
    <w:p w:rsidR="006974AE" w:rsidRDefault="006974AE" w:rsidP="006974AE">
      <w:r>
        <w:t>152.2992</w:t>
      </w:r>
      <w:r>
        <w:tab/>
        <w:t>2.025e0</w:t>
      </w:r>
    </w:p>
    <w:p w:rsidR="006974AE" w:rsidRDefault="006974AE" w:rsidP="006974AE">
      <w:r>
        <w:t>152.3026</w:t>
      </w:r>
      <w:r>
        <w:tab/>
        <w:t>2.025e0</w:t>
      </w:r>
    </w:p>
    <w:p w:rsidR="006974AE" w:rsidRDefault="006974AE" w:rsidP="006974AE">
      <w:r>
        <w:t>152.3189</w:t>
      </w:r>
      <w:r>
        <w:tab/>
        <w:t>3.038e0</w:t>
      </w:r>
    </w:p>
    <w:p w:rsidR="006974AE" w:rsidRDefault="006974AE" w:rsidP="006974AE">
      <w:r>
        <w:t>152.3210</w:t>
      </w:r>
      <w:r>
        <w:tab/>
        <w:t>1.013e0</w:t>
      </w:r>
    </w:p>
    <w:p w:rsidR="006974AE" w:rsidRDefault="006974AE" w:rsidP="006974AE">
      <w:r>
        <w:t>152.3241</w:t>
      </w:r>
      <w:r>
        <w:tab/>
        <w:t>1.013e0</w:t>
      </w:r>
    </w:p>
    <w:p w:rsidR="006974AE" w:rsidRDefault="006974AE" w:rsidP="006974AE">
      <w:r>
        <w:t>152.3283</w:t>
      </w:r>
      <w:r>
        <w:tab/>
        <w:t>4.051e0</w:t>
      </w:r>
    </w:p>
    <w:p w:rsidR="006974AE" w:rsidRDefault="006974AE" w:rsidP="006974AE">
      <w:r>
        <w:t>152.3309</w:t>
      </w:r>
      <w:r>
        <w:tab/>
        <w:t>1.013e0</w:t>
      </w:r>
    </w:p>
    <w:p w:rsidR="006974AE" w:rsidRDefault="006974AE" w:rsidP="006974AE">
      <w:r>
        <w:t>152.3438</w:t>
      </w:r>
      <w:r>
        <w:tab/>
        <w:t>1.013e0</w:t>
      </w:r>
    </w:p>
    <w:p w:rsidR="006974AE" w:rsidRDefault="006974AE" w:rsidP="006974AE">
      <w:r>
        <w:t>152.3517</w:t>
      </w:r>
      <w:r>
        <w:tab/>
        <w:t>2.025e0</w:t>
      </w:r>
    </w:p>
    <w:p w:rsidR="006974AE" w:rsidRDefault="006974AE" w:rsidP="006974AE">
      <w:r>
        <w:t>152.3566</w:t>
      </w:r>
      <w:r>
        <w:tab/>
        <w:t>3.038e0</w:t>
      </w:r>
    </w:p>
    <w:p w:rsidR="006974AE" w:rsidRDefault="006974AE" w:rsidP="006974AE">
      <w:r>
        <w:lastRenderedPageBreak/>
        <w:t>152.3600</w:t>
      </w:r>
      <w:r>
        <w:tab/>
        <w:t>2.025e0</w:t>
      </w:r>
    </w:p>
    <w:p w:rsidR="006974AE" w:rsidRDefault="006974AE" w:rsidP="006974AE">
      <w:r>
        <w:t>152.3651</w:t>
      </w:r>
      <w:r>
        <w:tab/>
        <w:t>2.025e0</w:t>
      </w:r>
    </w:p>
    <w:p w:rsidR="006974AE" w:rsidRDefault="006974AE" w:rsidP="006974AE">
      <w:r>
        <w:t>152.3736</w:t>
      </w:r>
      <w:r>
        <w:tab/>
        <w:t>1.013e0</w:t>
      </w:r>
    </w:p>
    <w:p w:rsidR="006974AE" w:rsidRDefault="006974AE" w:rsidP="006974AE">
      <w:r>
        <w:t>152.3897</w:t>
      </w:r>
      <w:r>
        <w:tab/>
        <w:t>1.013e0</w:t>
      </w:r>
    </w:p>
    <w:p w:rsidR="006974AE" w:rsidRDefault="006974AE" w:rsidP="006974AE">
      <w:r>
        <w:t>152.3927</w:t>
      </w:r>
      <w:r>
        <w:tab/>
        <w:t>2.025e0</w:t>
      </w:r>
    </w:p>
    <w:p w:rsidR="006974AE" w:rsidRDefault="006974AE" w:rsidP="006974AE">
      <w:r>
        <w:t>152.3961</w:t>
      </w:r>
      <w:r>
        <w:tab/>
        <w:t>1.013e0</w:t>
      </w:r>
    </w:p>
    <w:p w:rsidR="006974AE" w:rsidRDefault="006974AE" w:rsidP="006974AE">
      <w:r>
        <w:t>152.4043</w:t>
      </w:r>
      <w:r>
        <w:tab/>
        <w:t>2.025e0</w:t>
      </w:r>
    </w:p>
    <w:p w:rsidR="006974AE" w:rsidRDefault="006974AE" w:rsidP="006974AE">
      <w:r>
        <w:t>152.4077</w:t>
      </w:r>
      <w:r>
        <w:tab/>
        <w:t>2.025e0</w:t>
      </w:r>
    </w:p>
    <w:p w:rsidR="006974AE" w:rsidRDefault="006974AE" w:rsidP="006974AE">
      <w:r>
        <w:t>152.4095</w:t>
      </w:r>
      <w:r>
        <w:tab/>
        <w:t>1.013e0</w:t>
      </w:r>
    </w:p>
    <w:p w:rsidR="006974AE" w:rsidRDefault="006974AE" w:rsidP="006974AE">
      <w:r>
        <w:t>152.4162</w:t>
      </w:r>
      <w:r>
        <w:tab/>
        <w:t>1.013e0</w:t>
      </w:r>
    </w:p>
    <w:p w:rsidR="006974AE" w:rsidRDefault="006974AE" w:rsidP="006974AE">
      <w:r>
        <w:t>152.4245</w:t>
      </w:r>
      <w:r>
        <w:tab/>
        <w:t>2.025e0</w:t>
      </w:r>
    </w:p>
    <w:p w:rsidR="006974AE" w:rsidRDefault="006974AE" w:rsidP="006974AE">
      <w:r>
        <w:t>152.4296</w:t>
      </w:r>
      <w:r>
        <w:tab/>
        <w:t>1.013e0</w:t>
      </w:r>
    </w:p>
    <w:p w:rsidR="006974AE" w:rsidRDefault="006974AE" w:rsidP="006974AE">
      <w:r>
        <w:t>152.4324</w:t>
      </w:r>
      <w:r>
        <w:tab/>
        <w:t>1.013e0</w:t>
      </w:r>
    </w:p>
    <w:p w:rsidR="006974AE" w:rsidRDefault="006974AE" w:rsidP="006974AE">
      <w:r>
        <w:t>152.4452</w:t>
      </w:r>
      <w:r>
        <w:tab/>
        <w:t>4.051e0</w:t>
      </w:r>
    </w:p>
    <w:p w:rsidR="006974AE" w:rsidRDefault="006974AE" w:rsidP="006974AE">
      <w:r>
        <w:t>152.4554</w:t>
      </w:r>
      <w:r>
        <w:tab/>
        <w:t>2.025e0</w:t>
      </w:r>
    </w:p>
    <w:p w:rsidR="006974AE" w:rsidRDefault="006974AE" w:rsidP="006974AE">
      <w:r>
        <w:t>152.4670</w:t>
      </w:r>
      <w:r>
        <w:tab/>
        <w:t>2.025e0</w:t>
      </w:r>
    </w:p>
    <w:p w:rsidR="006974AE" w:rsidRDefault="006974AE" w:rsidP="006974AE">
      <w:r>
        <w:t>152.4686</w:t>
      </w:r>
      <w:r>
        <w:tab/>
        <w:t>3.038e0</w:t>
      </w:r>
    </w:p>
    <w:p w:rsidR="006974AE" w:rsidRDefault="006974AE" w:rsidP="006974AE">
      <w:r>
        <w:t>152.4828</w:t>
      </w:r>
      <w:r>
        <w:tab/>
        <w:t>7.089e0</w:t>
      </w:r>
    </w:p>
    <w:p w:rsidR="006974AE" w:rsidRDefault="006974AE" w:rsidP="006974AE">
      <w:r>
        <w:t>152.4878</w:t>
      </w:r>
      <w:r>
        <w:tab/>
        <w:t>2.025e0</w:t>
      </w:r>
    </w:p>
    <w:p w:rsidR="006974AE" w:rsidRDefault="006974AE" w:rsidP="006974AE">
      <w:r>
        <w:lastRenderedPageBreak/>
        <w:t>152.5079</w:t>
      </w:r>
      <w:r>
        <w:tab/>
        <w:t>6.076e0</w:t>
      </w:r>
    </w:p>
    <w:p w:rsidR="006974AE" w:rsidRDefault="006974AE" w:rsidP="006974AE">
      <w:r>
        <w:t>152.5180</w:t>
      </w:r>
      <w:r>
        <w:tab/>
        <w:t>1.013e0</w:t>
      </w:r>
    </w:p>
    <w:p w:rsidR="006974AE" w:rsidRDefault="006974AE" w:rsidP="006974AE">
      <w:r>
        <w:t>152.5216</w:t>
      </w:r>
      <w:r>
        <w:tab/>
        <w:t>2.025e0</w:t>
      </w:r>
    </w:p>
    <w:p w:rsidR="006974AE" w:rsidRDefault="006974AE" w:rsidP="006974AE">
      <w:r>
        <w:t>152.5259</w:t>
      </w:r>
      <w:r>
        <w:tab/>
        <w:t>2.025e0</w:t>
      </w:r>
    </w:p>
    <w:p w:rsidR="006974AE" w:rsidRDefault="006974AE" w:rsidP="006974AE">
      <w:r>
        <w:t>152.5275</w:t>
      </w:r>
      <w:r>
        <w:tab/>
        <w:t>3.038e0</w:t>
      </w:r>
    </w:p>
    <w:p w:rsidR="006974AE" w:rsidRDefault="006974AE" w:rsidP="006974AE">
      <w:r>
        <w:t>152.5351</w:t>
      </w:r>
      <w:r>
        <w:tab/>
        <w:t>3.038e0</w:t>
      </w:r>
    </w:p>
    <w:p w:rsidR="006974AE" w:rsidRDefault="006974AE" w:rsidP="006974AE">
      <w:r>
        <w:t>152.5432</w:t>
      </w:r>
      <w:r>
        <w:tab/>
        <w:t>7.590e0</w:t>
      </w:r>
    </w:p>
    <w:p w:rsidR="006974AE" w:rsidRDefault="006974AE" w:rsidP="006974AE">
      <w:r>
        <w:t>152.5444</w:t>
      </w:r>
      <w:r>
        <w:tab/>
        <w:t>6.076e0</w:t>
      </w:r>
    </w:p>
    <w:p w:rsidR="006974AE" w:rsidRDefault="006974AE" w:rsidP="006974AE">
      <w:r>
        <w:t>152.5479</w:t>
      </w:r>
      <w:r>
        <w:tab/>
        <w:t>4.419e0</w:t>
      </w:r>
    </w:p>
    <w:p w:rsidR="006974AE" w:rsidRDefault="006974AE" w:rsidP="006974AE">
      <w:r>
        <w:t>152.5497</w:t>
      </w:r>
      <w:r>
        <w:tab/>
        <w:t>1.752e1</w:t>
      </w:r>
    </w:p>
    <w:p w:rsidR="006974AE" w:rsidRDefault="006974AE" w:rsidP="006974AE">
      <w:r>
        <w:t>152.5596</w:t>
      </w:r>
      <w:r>
        <w:tab/>
        <w:t>6.587e0</w:t>
      </w:r>
    </w:p>
    <w:p w:rsidR="006974AE" w:rsidRDefault="006974AE" w:rsidP="006974AE">
      <w:r>
        <w:t>152.5640</w:t>
      </w:r>
      <w:r>
        <w:tab/>
        <w:t>4.695e0</w:t>
      </w:r>
    </w:p>
    <w:p w:rsidR="006974AE" w:rsidRDefault="006974AE" w:rsidP="006974AE">
      <w:r>
        <w:t>152.5651</w:t>
      </w:r>
      <w:r>
        <w:tab/>
        <w:t>4.051e0</w:t>
      </w:r>
    </w:p>
    <w:p w:rsidR="006974AE" w:rsidRDefault="006974AE" w:rsidP="006974AE">
      <w:r>
        <w:t>152.5675</w:t>
      </w:r>
      <w:r>
        <w:tab/>
        <w:t>1.013e0</w:t>
      </w:r>
    </w:p>
    <w:p w:rsidR="006974AE" w:rsidRDefault="006974AE" w:rsidP="006974AE">
      <w:r>
        <w:t>152.5735</w:t>
      </w:r>
      <w:r>
        <w:tab/>
        <w:t>1.013e0</w:t>
      </w:r>
    </w:p>
    <w:p w:rsidR="006974AE" w:rsidRDefault="006974AE" w:rsidP="006974AE">
      <w:r>
        <w:t>152.5865</w:t>
      </w:r>
      <w:r>
        <w:tab/>
        <w:t>2.025e0</w:t>
      </w:r>
    </w:p>
    <w:p w:rsidR="006974AE" w:rsidRDefault="006974AE" w:rsidP="006974AE">
      <w:r>
        <w:t>152.5964</w:t>
      </w:r>
      <w:r>
        <w:tab/>
        <w:t>1.013e0</w:t>
      </w:r>
    </w:p>
    <w:p w:rsidR="006974AE" w:rsidRDefault="006974AE" w:rsidP="006974AE">
      <w:r>
        <w:t>152.6033</w:t>
      </w:r>
      <w:r>
        <w:tab/>
        <w:t>1.013e0</w:t>
      </w:r>
    </w:p>
    <w:p w:rsidR="006974AE" w:rsidRDefault="006974AE" w:rsidP="006974AE">
      <w:r>
        <w:t>152.6065</w:t>
      </w:r>
      <w:r>
        <w:tab/>
        <w:t>1.013e0</w:t>
      </w:r>
    </w:p>
    <w:p w:rsidR="006974AE" w:rsidRDefault="006974AE" w:rsidP="006974AE">
      <w:r>
        <w:lastRenderedPageBreak/>
        <w:t>152.6100</w:t>
      </w:r>
      <w:r>
        <w:tab/>
        <w:t>1.013e0</w:t>
      </w:r>
    </w:p>
    <w:p w:rsidR="006974AE" w:rsidRDefault="006974AE" w:rsidP="006974AE">
      <w:r>
        <w:t>152.6133</w:t>
      </w:r>
      <w:r>
        <w:tab/>
        <w:t>1.013e0</w:t>
      </w:r>
    </w:p>
    <w:p w:rsidR="006974AE" w:rsidRDefault="006974AE" w:rsidP="006974AE">
      <w:r>
        <w:t>152.6227</w:t>
      </w:r>
      <w:r>
        <w:tab/>
        <w:t>1.013e0</w:t>
      </w:r>
    </w:p>
    <w:p w:rsidR="006974AE" w:rsidRDefault="006974AE" w:rsidP="006974AE">
      <w:r>
        <w:t>152.6273</w:t>
      </w:r>
      <w:r>
        <w:tab/>
        <w:t>2.025e0</w:t>
      </w:r>
    </w:p>
    <w:p w:rsidR="006974AE" w:rsidRDefault="006974AE" w:rsidP="006974AE">
      <w:r>
        <w:t>152.6289</w:t>
      </w:r>
      <w:r>
        <w:tab/>
        <w:t>1.013e0</w:t>
      </w:r>
    </w:p>
    <w:p w:rsidR="006974AE" w:rsidRDefault="006974AE" w:rsidP="006974AE">
      <w:r>
        <w:t>152.6324</w:t>
      </w:r>
      <w:r>
        <w:tab/>
        <w:t>3.038e0</w:t>
      </w:r>
    </w:p>
    <w:p w:rsidR="006974AE" w:rsidRDefault="006974AE" w:rsidP="006974AE">
      <w:r>
        <w:t>152.6357</w:t>
      </w:r>
      <w:r>
        <w:tab/>
        <w:t>3.038e0</w:t>
      </w:r>
    </w:p>
    <w:p w:rsidR="006974AE" w:rsidRDefault="006974AE" w:rsidP="006974AE">
      <w:r>
        <w:t>152.6424</w:t>
      </w:r>
      <w:r>
        <w:tab/>
        <w:t>1.013e0</w:t>
      </w:r>
    </w:p>
    <w:p w:rsidR="006974AE" w:rsidRDefault="006974AE" w:rsidP="006974AE">
      <w:r>
        <w:t>152.6524</w:t>
      </w:r>
      <w:r>
        <w:tab/>
        <w:t>1.013e0</w:t>
      </w:r>
    </w:p>
    <w:p w:rsidR="006974AE" w:rsidRDefault="006974AE" w:rsidP="006974AE">
      <w:r>
        <w:t>152.6594</w:t>
      </w:r>
      <w:r>
        <w:tab/>
        <w:t>1.013e0</w:t>
      </w:r>
    </w:p>
    <w:p w:rsidR="006974AE" w:rsidRDefault="006974AE" w:rsidP="006974AE">
      <w:r>
        <w:t>152.6687</w:t>
      </w:r>
      <w:r>
        <w:tab/>
        <w:t>1.013e0</w:t>
      </w:r>
    </w:p>
    <w:p w:rsidR="006974AE" w:rsidRDefault="006974AE" w:rsidP="006974AE">
      <w:r>
        <w:t>152.6733</w:t>
      </w:r>
      <w:r>
        <w:tab/>
        <w:t>2.025e0</w:t>
      </w:r>
    </w:p>
    <w:p w:rsidR="006974AE" w:rsidRDefault="006974AE" w:rsidP="006974AE">
      <w:r>
        <w:t>152.6766</w:t>
      </w:r>
      <w:r>
        <w:tab/>
        <w:t>2.025e0</w:t>
      </w:r>
    </w:p>
    <w:p w:rsidR="006974AE" w:rsidRDefault="006974AE" w:rsidP="006974AE">
      <w:r>
        <w:t>152.6851</w:t>
      </w:r>
      <w:r>
        <w:tab/>
        <w:t>3.038e0</w:t>
      </w:r>
    </w:p>
    <w:p w:rsidR="006974AE" w:rsidRDefault="006974AE" w:rsidP="006974AE">
      <w:r>
        <w:t>152.6967</w:t>
      </w:r>
      <w:r>
        <w:tab/>
        <w:t>2.025e0</w:t>
      </w:r>
    </w:p>
    <w:p w:rsidR="006974AE" w:rsidRDefault="006974AE" w:rsidP="006974AE">
      <w:r>
        <w:t>152.7018</w:t>
      </w:r>
      <w:r>
        <w:tab/>
        <w:t>2.025e0</w:t>
      </w:r>
    </w:p>
    <w:p w:rsidR="006974AE" w:rsidRDefault="006974AE" w:rsidP="006974AE">
      <w:r>
        <w:t>152.7084</w:t>
      </w:r>
      <w:r>
        <w:tab/>
        <w:t>1.013e0</w:t>
      </w:r>
    </w:p>
    <w:p w:rsidR="006974AE" w:rsidRDefault="006974AE" w:rsidP="006974AE">
      <w:r>
        <w:t>152.7146</w:t>
      </w:r>
      <w:r>
        <w:tab/>
        <w:t>1.013e0</w:t>
      </w:r>
    </w:p>
    <w:p w:rsidR="006974AE" w:rsidRDefault="006974AE" w:rsidP="006974AE">
      <w:r>
        <w:t>152.7312</w:t>
      </w:r>
      <w:r>
        <w:tab/>
        <w:t>1.013e0</w:t>
      </w:r>
    </w:p>
    <w:p w:rsidR="006974AE" w:rsidRDefault="006974AE" w:rsidP="006974AE">
      <w:r>
        <w:lastRenderedPageBreak/>
        <w:t>152.7513</w:t>
      </w:r>
      <w:r>
        <w:tab/>
        <w:t>2.025e0</w:t>
      </w:r>
    </w:p>
    <w:p w:rsidR="006974AE" w:rsidRDefault="006974AE" w:rsidP="006974AE">
      <w:r>
        <w:t>152.7639</w:t>
      </w:r>
      <w:r>
        <w:tab/>
        <w:t>1.013e0</w:t>
      </w:r>
    </w:p>
    <w:p w:rsidR="006974AE" w:rsidRDefault="006974AE" w:rsidP="006974AE">
      <w:r>
        <w:t>152.7668</w:t>
      </w:r>
      <w:r>
        <w:tab/>
        <w:t>1.013e0</w:t>
      </w:r>
    </w:p>
    <w:p w:rsidR="006974AE" w:rsidRDefault="006974AE" w:rsidP="006974AE">
      <w:r>
        <w:t>152.7769</w:t>
      </w:r>
      <w:r>
        <w:tab/>
        <w:t>1.013e0</w:t>
      </w:r>
    </w:p>
    <w:p w:rsidR="006974AE" w:rsidRDefault="006974AE" w:rsidP="006974AE">
      <w:r>
        <w:t>152.7836</w:t>
      </w:r>
      <w:r>
        <w:tab/>
        <w:t>1.013e0</w:t>
      </w:r>
    </w:p>
    <w:p w:rsidR="006974AE" w:rsidRDefault="006974AE" w:rsidP="006974AE">
      <w:r>
        <w:t>152.7905</w:t>
      </w:r>
      <w:r>
        <w:tab/>
        <w:t>1.013e0</w:t>
      </w:r>
    </w:p>
    <w:p w:rsidR="006974AE" w:rsidRDefault="006974AE" w:rsidP="006974AE">
      <w:r>
        <w:t>152.7937</w:t>
      </w:r>
      <w:r>
        <w:tab/>
        <w:t>1.013e0</w:t>
      </w:r>
    </w:p>
    <w:p w:rsidR="006974AE" w:rsidRDefault="006974AE" w:rsidP="006974AE">
      <w:r>
        <w:t>152.8006</w:t>
      </w:r>
      <w:r>
        <w:tab/>
        <w:t>1.013e0</w:t>
      </w:r>
    </w:p>
    <w:p w:rsidR="006974AE" w:rsidRDefault="006974AE" w:rsidP="006974AE">
      <w:r>
        <w:t>152.8038</w:t>
      </w:r>
      <w:r>
        <w:tab/>
        <w:t>1.013e0</w:t>
      </w:r>
    </w:p>
    <w:p w:rsidR="006974AE" w:rsidRDefault="006974AE" w:rsidP="006974AE">
      <w:r>
        <w:t>152.8099</w:t>
      </w:r>
      <w:r>
        <w:tab/>
        <w:t>1.013e0</w:t>
      </w:r>
    </w:p>
    <w:p w:rsidR="006974AE" w:rsidRDefault="006974AE" w:rsidP="006974AE">
      <w:r>
        <w:t>152.8195</w:t>
      </w:r>
      <w:r>
        <w:tab/>
        <w:t>1.013e0</w:t>
      </w:r>
    </w:p>
    <w:p w:rsidR="006974AE" w:rsidRDefault="006974AE" w:rsidP="006974AE">
      <w:r>
        <w:t>152.8497</w:t>
      </w:r>
      <w:r>
        <w:tab/>
        <w:t>1.013e0</w:t>
      </w:r>
    </w:p>
    <w:p w:rsidR="006974AE" w:rsidRDefault="006974AE" w:rsidP="006974AE">
      <w:r>
        <w:t>152.8560</w:t>
      </w:r>
      <w:r>
        <w:tab/>
        <w:t>1.013e0</w:t>
      </w:r>
    </w:p>
    <w:p w:rsidR="006974AE" w:rsidRDefault="006974AE" w:rsidP="006974AE">
      <w:r>
        <w:t>152.8689</w:t>
      </w:r>
      <w:r>
        <w:tab/>
        <w:t>1.013e0</w:t>
      </w:r>
    </w:p>
    <w:p w:rsidR="006974AE" w:rsidRDefault="006974AE" w:rsidP="006974AE">
      <w:r>
        <w:t>152.8724</w:t>
      </w:r>
      <w:r>
        <w:tab/>
        <w:t>1.013e0</w:t>
      </w:r>
    </w:p>
    <w:p w:rsidR="006974AE" w:rsidRDefault="006974AE" w:rsidP="006974AE">
      <w:r>
        <w:t>152.8756</w:t>
      </w:r>
      <w:r>
        <w:tab/>
        <w:t>1.013e0</w:t>
      </w:r>
    </w:p>
    <w:p w:rsidR="006974AE" w:rsidRDefault="006974AE" w:rsidP="006974AE">
      <w:r>
        <w:t>152.9019</w:t>
      </w:r>
      <w:r>
        <w:tab/>
        <w:t>1.013e0</w:t>
      </w:r>
    </w:p>
    <w:p w:rsidR="006974AE" w:rsidRDefault="006974AE" w:rsidP="006974AE">
      <w:r>
        <w:t>152.9157</w:t>
      </w:r>
      <w:r>
        <w:tab/>
        <w:t>3.038e0</w:t>
      </w:r>
    </w:p>
    <w:p w:rsidR="006974AE" w:rsidRDefault="006974AE" w:rsidP="006974AE">
      <w:r>
        <w:t>152.9184</w:t>
      </w:r>
      <w:r>
        <w:tab/>
        <w:t>1.013e0</w:t>
      </w:r>
    </w:p>
    <w:p w:rsidR="006974AE" w:rsidRDefault="006974AE" w:rsidP="006974AE">
      <w:r>
        <w:lastRenderedPageBreak/>
        <w:t>152.9249</w:t>
      </w:r>
      <w:r>
        <w:tab/>
        <w:t>1.013e0</w:t>
      </w:r>
    </w:p>
    <w:p w:rsidR="006974AE" w:rsidRDefault="006974AE" w:rsidP="006974AE">
      <w:r>
        <w:t>152.9383</w:t>
      </w:r>
      <w:r>
        <w:tab/>
        <w:t>2.025e0</w:t>
      </w:r>
    </w:p>
    <w:p w:rsidR="006974AE" w:rsidRDefault="006974AE" w:rsidP="006974AE">
      <w:r>
        <w:t>152.9418</w:t>
      </w:r>
      <w:r>
        <w:tab/>
        <w:t>2.025e0</w:t>
      </w:r>
    </w:p>
    <w:p w:rsidR="006974AE" w:rsidRDefault="006974AE" w:rsidP="006974AE">
      <w:r>
        <w:t>152.9576</w:t>
      </w:r>
      <w:r>
        <w:tab/>
        <w:t>1.013e0</w:t>
      </w:r>
    </w:p>
    <w:p w:rsidR="006974AE" w:rsidRDefault="006974AE" w:rsidP="006974AE">
      <w:r>
        <w:t>152.9809</w:t>
      </w:r>
      <w:r>
        <w:tab/>
        <w:t>1.013e0</w:t>
      </w:r>
    </w:p>
    <w:p w:rsidR="006974AE" w:rsidRDefault="006974AE" w:rsidP="006974AE">
      <w:r>
        <w:t>152.9828</w:t>
      </w:r>
      <w:r>
        <w:tab/>
        <w:t>2.025e0</w:t>
      </w:r>
    </w:p>
    <w:p w:rsidR="006974AE" w:rsidRDefault="006974AE" w:rsidP="006974AE">
      <w:r>
        <w:t>152.9843</w:t>
      </w:r>
      <w:r>
        <w:tab/>
        <w:t>1.013e0</w:t>
      </w:r>
    </w:p>
    <w:p w:rsidR="006974AE" w:rsidRDefault="006974AE" w:rsidP="006974AE">
      <w:r>
        <w:t>152.9931</w:t>
      </w:r>
      <w:r>
        <w:tab/>
        <w:t>2.025e0</w:t>
      </w:r>
    </w:p>
    <w:p w:rsidR="006974AE" w:rsidRDefault="006974AE" w:rsidP="006974AE">
      <w:r>
        <w:t>152.9971</w:t>
      </w:r>
      <w:r>
        <w:tab/>
        <w:t>2.025e0</w:t>
      </w:r>
    </w:p>
    <w:p w:rsidR="006974AE" w:rsidRDefault="006974AE" w:rsidP="006974AE">
      <w:r>
        <w:t>153.0001</w:t>
      </w:r>
      <w:r>
        <w:tab/>
        <w:t>3.038e0</w:t>
      </w:r>
    </w:p>
    <w:p w:rsidR="006974AE" w:rsidRDefault="006974AE" w:rsidP="006974AE">
      <w:r>
        <w:t>153.0137</w:t>
      </w:r>
      <w:r>
        <w:tab/>
        <w:t>2.025e0</w:t>
      </w:r>
    </w:p>
    <w:p w:rsidR="006974AE" w:rsidRDefault="006974AE" w:rsidP="006974AE">
      <w:r>
        <w:t>153.0269</w:t>
      </w:r>
      <w:r>
        <w:tab/>
        <w:t>1.013e0</w:t>
      </w:r>
    </w:p>
    <w:p w:rsidR="006974AE" w:rsidRDefault="006974AE" w:rsidP="006974AE">
      <w:r>
        <w:t>153.0350</w:t>
      </w:r>
      <w:r>
        <w:tab/>
        <w:t>4.916e0</w:t>
      </w:r>
    </w:p>
    <w:p w:rsidR="006974AE" w:rsidRDefault="006974AE" w:rsidP="006974AE">
      <w:r>
        <w:t>153.0393</w:t>
      </w:r>
      <w:r>
        <w:tab/>
        <w:t>8.753e0</w:t>
      </w:r>
    </w:p>
    <w:p w:rsidR="006974AE" w:rsidRDefault="006974AE" w:rsidP="006974AE">
      <w:r>
        <w:t>153.0427</w:t>
      </w:r>
      <w:r>
        <w:tab/>
        <w:t>7.089e0</w:t>
      </w:r>
    </w:p>
    <w:p w:rsidR="006974AE" w:rsidRDefault="006974AE" w:rsidP="006974AE">
      <w:r>
        <w:t>153.0445</w:t>
      </w:r>
      <w:r>
        <w:tab/>
        <w:t>2.002e1</w:t>
      </w:r>
    </w:p>
    <w:p w:rsidR="006974AE" w:rsidRDefault="006974AE" w:rsidP="006974AE">
      <w:r>
        <w:t>153.0459</w:t>
      </w:r>
      <w:r>
        <w:tab/>
        <w:t>1.679e1</w:t>
      </w:r>
    </w:p>
    <w:p w:rsidR="006974AE" w:rsidRDefault="006974AE" w:rsidP="006974AE">
      <w:r>
        <w:t>153.0516</w:t>
      </w:r>
      <w:r>
        <w:tab/>
        <w:t>1.501e1</w:t>
      </w:r>
    </w:p>
    <w:p w:rsidR="006974AE" w:rsidRDefault="006974AE" w:rsidP="006974AE">
      <w:r>
        <w:t>153.0614</w:t>
      </w:r>
      <w:r>
        <w:tab/>
        <w:t>2.025e0</w:t>
      </w:r>
    </w:p>
    <w:p w:rsidR="006974AE" w:rsidRDefault="006974AE" w:rsidP="006974AE">
      <w:r>
        <w:lastRenderedPageBreak/>
        <w:t>153.0644</w:t>
      </w:r>
      <w:r>
        <w:tab/>
        <w:t>5.360e0</w:t>
      </w:r>
    </w:p>
    <w:p w:rsidR="006974AE" w:rsidRDefault="006974AE" w:rsidP="006974AE">
      <w:r>
        <w:t>153.0765</w:t>
      </w:r>
      <w:r>
        <w:tab/>
        <w:t>3.903e0</w:t>
      </w:r>
    </w:p>
    <w:p w:rsidR="006974AE" w:rsidRDefault="006974AE" w:rsidP="006974AE">
      <w:r>
        <w:t>153.0797</w:t>
      </w:r>
      <w:r>
        <w:tab/>
        <w:t>1.013e0</w:t>
      </w:r>
    </w:p>
    <w:p w:rsidR="006974AE" w:rsidRDefault="006974AE" w:rsidP="006974AE">
      <w:r>
        <w:t>153.0863</w:t>
      </w:r>
      <w:r>
        <w:tab/>
        <w:t>1.013e0</w:t>
      </w:r>
    </w:p>
    <w:p w:rsidR="006974AE" w:rsidRDefault="006974AE" w:rsidP="006974AE">
      <w:r>
        <w:t>153.0894</w:t>
      </w:r>
      <w:r>
        <w:tab/>
        <w:t>1.013e0</w:t>
      </w:r>
    </w:p>
    <w:p w:rsidR="006974AE" w:rsidRDefault="006974AE" w:rsidP="006974AE">
      <w:r>
        <w:t>153.0924</w:t>
      </w:r>
      <w:r>
        <w:tab/>
        <w:t>1.013e0</w:t>
      </w:r>
    </w:p>
    <w:p w:rsidR="006974AE" w:rsidRDefault="006974AE" w:rsidP="006974AE">
      <w:r>
        <w:t>153.0942</w:t>
      </w:r>
      <w:r>
        <w:tab/>
        <w:t>2.025e0</w:t>
      </w:r>
    </w:p>
    <w:p w:rsidR="006974AE" w:rsidRDefault="006974AE" w:rsidP="006974AE">
      <w:r>
        <w:t>153.0956</w:t>
      </w:r>
      <w:r>
        <w:tab/>
        <w:t>3.038e0</w:t>
      </w:r>
    </w:p>
    <w:p w:rsidR="006974AE" w:rsidRDefault="006974AE" w:rsidP="006974AE">
      <w:r>
        <w:t>153.1056</w:t>
      </w:r>
      <w:r>
        <w:tab/>
        <w:t>1.013e0</w:t>
      </w:r>
    </w:p>
    <w:p w:rsidR="006974AE" w:rsidRDefault="006974AE" w:rsidP="006974AE">
      <w:r>
        <w:t>153.1089</w:t>
      </w:r>
      <w:r>
        <w:tab/>
        <w:t>2.025e0</w:t>
      </w:r>
    </w:p>
    <w:p w:rsidR="006974AE" w:rsidRDefault="006974AE" w:rsidP="006974AE">
      <w:r>
        <w:t>153.1158</w:t>
      </w:r>
      <w:r>
        <w:tab/>
        <w:t>1.013e0</w:t>
      </w:r>
    </w:p>
    <w:p w:rsidR="006974AE" w:rsidRDefault="006974AE" w:rsidP="006974AE">
      <w:r>
        <w:t>153.1223</w:t>
      </w:r>
      <w:r>
        <w:tab/>
        <w:t>1.013e0</w:t>
      </w:r>
    </w:p>
    <w:p w:rsidR="006974AE" w:rsidRDefault="006974AE" w:rsidP="006974AE">
      <w:r>
        <w:t>153.1257</w:t>
      </w:r>
      <w:r>
        <w:tab/>
        <w:t>1.013e0</w:t>
      </w:r>
    </w:p>
    <w:p w:rsidR="006974AE" w:rsidRDefault="006974AE" w:rsidP="006974AE">
      <w:r>
        <w:t>153.1293</w:t>
      </w:r>
      <w:r>
        <w:tab/>
        <w:t>1.013e0</w:t>
      </w:r>
    </w:p>
    <w:p w:rsidR="006974AE" w:rsidRDefault="006974AE" w:rsidP="006974AE">
      <w:r>
        <w:t>153.1357</w:t>
      </w:r>
      <w:r>
        <w:tab/>
        <w:t>2.025e0</w:t>
      </w:r>
    </w:p>
    <w:p w:rsidR="006974AE" w:rsidRDefault="006974AE" w:rsidP="006974AE">
      <w:r>
        <w:t>153.1374</w:t>
      </w:r>
      <w:r>
        <w:tab/>
        <w:t>2.025e0</w:t>
      </w:r>
    </w:p>
    <w:p w:rsidR="006974AE" w:rsidRDefault="006974AE" w:rsidP="006974AE">
      <w:r>
        <w:t>153.1416</w:t>
      </w:r>
      <w:r>
        <w:tab/>
        <w:t>2.025e0</w:t>
      </w:r>
    </w:p>
    <w:p w:rsidR="006974AE" w:rsidRDefault="006974AE" w:rsidP="006974AE">
      <w:r>
        <w:t>153.1463</w:t>
      </w:r>
      <w:r>
        <w:tab/>
        <w:t>2.025e0</w:t>
      </w:r>
    </w:p>
    <w:p w:rsidR="006974AE" w:rsidRDefault="006974AE" w:rsidP="006974AE">
      <w:r>
        <w:t>153.1568</w:t>
      </w:r>
      <w:r>
        <w:tab/>
        <w:t>2.025e0</w:t>
      </w:r>
    </w:p>
    <w:p w:rsidR="006974AE" w:rsidRDefault="006974AE" w:rsidP="006974AE">
      <w:r>
        <w:lastRenderedPageBreak/>
        <w:t>153.1633</w:t>
      </w:r>
      <w:r>
        <w:tab/>
        <w:t>2.025e0</w:t>
      </w:r>
    </w:p>
    <w:p w:rsidR="006974AE" w:rsidRDefault="006974AE" w:rsidP="006974AE">
      <w:r>
        <w:t>153.1752</w:t>
      </w:r>
      <w:r>
        <w:tab/>
        <w:t>3.038e0</w:t>
      </w:r>
    </w:p>
    <w:p w:rsidR="006974AE" w:rsidRDefault="006974AE" w:rsidP="006974AE">
      <w:r>
        <w:t>153.1911</w:t>
      </w:r>
      <w:r>
        <w:tab/>
        <w:t>1.013e0</w:t>
      </w:r>
    </w:p>
    <w:p w:rsidR="006974AE" w:rsidRDefault="006974AE" w:rsidP="006974AE">
      <w:r>
        <w:t>153.2112</w:t>
      </w:r>
      <w:r>
        <w:tab/>
        <w:t>2.025e0</w:t>
      </w:r>
    </w:p>
    <w:p w:rsidR="006974AE" w:rsidRDefault="006974AE" w:rsidP="006974AE">
      <w:r>
        <w:t>153.2145</w:t>
      </w:r>
      <w:r>
        <w:tab/>
        <w:t>2.025e0</w:t>
      </w:r>
    </w:p>
    <w:p w:rsidR="006974AE" w:rsidRDefault="006974AE" w:rsidP="006974AE">
      <w:r>
        <w:t>153.2278</w:t>
      </w:r>
      <w:r>
        <w:tab/>
        <w:t>1.013e0</w:t>
      </w:r>
    </w:p>
    <w:p w:rsidR="006974AE" w:rsidRDefault="006974AE" w:rsidP="006974AE">
      <w:r>
        <w:t>153.2295</w:t>
      </w:r>
      <w:r>
        <w:tab/>
        <w:t>2.025e0</w:t>
      </w:r>
    </w:p>
    <w:p w:rsidR="006974AE" w:rsidRDefault="006974AE" w:rsidP="006974AE">
      <w:r>
        <w:t>153.2339</w:t>
      </w:r>
      <w:r>
        <w:tab/>
        <w:t>1.013e0</w:t>
      </w:r>
    </w:p>
    <w:p w:rsidR="006974AE" w:rsidRDefault="006974AE" w:rsidP="006974AE">
      <w:r>
        <w:t>153.2372</w:t>
      </w:r>
      <w:r>
        <w:tab/>
        <w:t>1.013e0</w:t>
      </w:r>
    </w:p>
    <w:p w:rsidR="006974AE" w:rsidRDefault="006974AE" w:rsidP="006974AE">
      <w:r>
        <w:t>153.2470</w:t>
      </w:r>
      <w:r>
        <w:tab/>
        <w:t>3.038e0</w:t>
      </w:r>
    </w:p>
    <w:p w:rsidR="006974AE" w:rsidRDefault="006974AE" w:rsidP="006974AE">
      <w:r>
        <w:t>153.2639</w:t>
      </w:r>
      <w:r>
        <w:tab/>
        <w:t>2.025e0</w:t>
      </w:r>
    </w:p>
    <w:p w:rsidR="006974AE" w:rsidRDefault="006974AE" w:rsidP="006974AE">
      <w:r>
        <w:t>153.2672</w:t>
      </w:r>
      <w:r>
        <w:tab/>
        <w:t>2.025e0</w:t>
      </w:r>
    </w:p>
    <w:p w:rsidR="006974AE" w:rsidRDefault="006974AE" w:rsidP="006974AE">
      <w:r>
        <w:t>153.2741</w:t>
      </w:r>
      <w:r>
        <w:tab/>
        <w:t>1.013e0</w:t>
      </w:r>
    </w:p>
    <w:p w:rsidR="006974AE" w:rsidRDefault="006974AE" w:rsidP="006974AE">
      <w:r>
        <w:t>153.2803</w:t>
      </w:r>
      <w:r>
        <w:tab/>
        <w:t>1.013e0</w:t>
      </w:r>
    </w:p>
    <w:p w:rsidR="006974AE" w:rsidRDefault="006974AE" w:rsidP="006974AE">
      <w:r>
        <w:t>153.2897</w:t>
      </w:r>
      <w:r>
        <w:tab/>
        <w:t>2.025e0</w:t>
      </w:r>
    </w:p>
    <w:p w:rsidR="006974AE" w:rsidRDefault="006974AE" w:rsidP="006974AE">
      <w:r>
        <w:t>153.2964</w:t>
      </w:r>
      <w:r>
        <w:tab/>
        <w:t>1.013e0</w:t>
      </w:r>
    </w:p>
    <w:p w:rsidR="006974AE" w:rsidRDefault="006974AE" w:rsidP="006974AE">
      <w:r>
        <w:t>153.3031</w:t>
      </w:r>
      <w:r>
        <w:tab/>
        <w:t>1.013e0</w:t>
      </w:r>
    </w:p>
    <w:p w:rsidR="006974AE" w:rsidRDefault="006974AE" w:rsidP="006974AE">
      <w:r>
        <w:t>153.3049</w:t>
      </w:r>
      <w:r>
        <w:tab/>
        <w:t>2.025e0</w:t>
      </w:r>
    </w:p>
    <w:p w:rsidR="006974AE" w:rsidRDefault="006974AE" w:rsidP="006974AE">
      <w:r>
        <w:t>153.3098</w:t>
      </w:r>
      <w:r>
        <w:tab/>
        <w:t>2.025e0</w:t>
      </w:r>
    </w:p>
    <w:p w:rsidR="006974AE" w:rsidRDefault="006974AE" w:rsidP="006974AE">
      <w:r>
        <w:lastRenderedPageBreak/>
        <w:t>153.3199</w:t>
      </w:r>
      <w:r>
        <w:tab/>
        <w:t>1.013e0</w:t>
      </w:r>
    </w:p>
    <w:p w:rsidR="006974AE" w:rsidRDefault="006974AE" w:rsidP="006974AE">
      <w:r>
        <w:t>153.3296</w:t>
      </w:r>
      <w:r>
        <w:tab/>
        <w:t>3.038e0</w:t>
      </w:r>
    </w:p>
    <w:p w:rsidR="006974AE" w:rsidRDefault="006974AE" w:rsidP="006974AE">
      <w:r>
        <w:t>153.3374</w:t>
      </w:r>
      <w:r>
        <w:tab/>
        <w:t>2.025e0</w:t>
      </w:r>
    </w:p>
    <w:p w:rsidR="006974AE" w:rsidRDefault="006974AE" w:rsidP="006974AE">
      <w:r>
        <w:t>153.3491</w:t>
      </w:r>
      <w:r>
        <w:tab/>
        <w:t>1.013e0</w:t>
      </w:r>
    </w:p>
    <w:p w:rsidR="006974AE" w:rsidRDefault="006974AE" w:rsidP="006974AE">
      <w:r>
        <w:t>153.3660</w:t>
      </w:r>
      <w:r>
        <w:tab/>
        <w:t>3.038e0</w:t>
      </w:r>
    </w:p>
    <w:p w:rsidR="006974AE" w:rsidRDefault="006974AE" w:rsidP="006974AE">
      <w:r>
        <w:t>153.3788</w:t>
      </w:r>
      <w:r>
        <w:tab/>
        <w:t>2.025e0</w:t>
      </w:r>
    </w:p>
    <w:p w:rsidR="006974AE" w:rsidRDefault="006974AE" w:rsidP="006974AE">
      <w:r>
        <w:t>153.3936</w:t>
      </w:r>
      <w:r>
        <w:tab/>
        <w:t>2.025e0</w:t>
      </w:r>
    </w:p>
    <w:p w:rsidR="006974AE" w:rsidRDefault="006974AE" w:rsidP="006974AE">
      <w:r>
        <w:t>153.3987</w:t>
      </w:r>
      <w:r>
        <w:tab/>
        <w:t>1.013e0</w:t>
      </w:r>
    </w:p>
    <w:p w:rsidR="006974AE" w:rsidRDefault="006974AE" w:rsidP="006974AE">
      <w:r>
        <w:t>153.4037</w:t>
      </w:r>
      <w:r>
        <w:tab/>
        <w:t>2.025e0</w:t>
      </w:r>
    </w:p>
    <w:p w:rsidR="006974AE" w:rsidRDefault="006974AE" w:rsidP="006974AE">
      <w:r>
        <w:t>153.4052</w:t>
      </w:r>
      <w:r>
        <w:tab/>
        <w:t>1.013e0</w:t>
      </w:r>
    </w:p>
    <w:p w:rsidR="006974AE" w:rsidRDefault="006974AE" w:rsidP="006974AE">
      <w:r>
        <w:t>153.4218</w:t>
      </w:r>
      <w:r>
        <w:tab/>
        <w:t>1.013e0</w:t>
      </w:r>
    </w:p>
    <w:p w:rsidR="006974AE" w:rsidRDefault="006974AE" w:rsidP="006974AE">
      <w:r>
        <w:t>153.4263</w:t>
      </w:r>
      <w:r>
        <w:tab/>
        <w:t>2.025e0</w:t>
      </w:r>
    </w:p>
    <w:p w:rsidR="006974AE" w:rsidRDefault="006974AE" w:rsidP="006974AE">
      <w:r>
        <w:t>153.4279</w:t>
      </w:r>
      <w:r>
        <w:tab/>
        <w:t>1.013e0</w:t>
      </w:r>
    </w:p>
    <w:p w:rsidR="006974AE" w:rsidRDefault="006974AE" w:rsidP="006974AE">
      <w:r>
        <w:t>153.4312</w:t>
      </w:r>
      <w:r>
        <w:tab/>
        <w:t>1.013e0</w:t>
      </w:r>
    </w:p>
    <w:p w:rsidR="006974AE" w:rsidRDefault="006974AE" w:rsidP="006974AE">
      <w:r>
        <w:t>153.4344</w:t>
      </w:r>
      <w:r>
        <w:tab/>
        <w:t>1.013e0</w:t>
      </w:r>
    </w:p>
    <w:p w:rsidR="006974AE" w:rsidRDefault="006974AE" w:rsidP="006974AE">
      <w:r>
        <w:t>153.4412</w:t>
      </w:r>
      <w:r>
        <w:tab/>
        <w:t>1.013e0</w:t>
      </w:r>
    </w:p>
    <w:p w:rsidR="006974AE" w:rsidRDefault="006974AE" w:rsidP="006974AE">
      <w:r>
        <w:t>153.4479</w:t>
      </w:r>
      <w:r>
        <w:tab/>
        <w:t>1.013e0</w:t>
      </w:r>
    </w:p>
    <w:p w:rsidR="006974AE" w:rsidRDefault="006974AE" w:rsidP="006974AE">
      <w:r>
        <w:t>153.4514</w:t>
      </w:r>
      <w:r>
        <w:tab/>
        <w:t>1.013e0</w:t>
      </w:r>
    </w:p>
    <w:p w:rsidR="006974AE" w:rsidRDefault="006974AE" w:rsidP="006974AE">
      <w:r>
        <w:t>153.4682</w:t>
      </w:r>
      <w:r>
        <w:tab/>
        <w:t>2.025e0</w:t>
      </w:r>
    </w:p>
    <w:p w:rsidR="006974AE" w:rsidRDefault="006974AE" w:rsidP="006974AE">
      <w:r>
        <w:lastRenderedPageBreak/>
        <w:t>153.4805</w:t>
      </w:r>
      <w:r>
        <w:tab/>
        <w:t>1.013e0</w:t>
      </w:r>
    </w:p>
    <w:p w:rsidR="006974AE" w:rsidRDefault="006974AE" w:rsidP="006974AE">
      <w:r>
        <w:t>153.4873</w:t>
      </w:r>
      <w:r>
        <w:tab/>
        <w:t>1.013e0</w:t>
      </w:r>
    </w:p>
    <w:p w:rsidR="006974AE" w:rsidRDefault="006974AE" w:rsidP="006974AE">
      <w:r>
        <w:t>153.4906</w:t>
      </w:r>
      <w:r>
        <w:tab/>
        <w:t>1.013e0</w:t>
      </w:r>
    </w:p>
    <w:p w:rsidR="006974AE" w:rsidRDefault="006974AE" w:rsidP="006974AE">
      <w:r>
        <w:t>153.4942</w:t>
      </w:r>
      <w:r>
        <w:tab/>
        <w:t>1.013e0</w:t>
      </w:r>
    </w:p>
    <w:p w:rsidR="006974AE" w:rsidRDefault="006974AE" w:rsidP="006974AE">
      <w:r>
        <w:t>153.5144</w:t>
      </w:r>
      <w:r>
        <w:tab/>
        <w:t>1.013e0</w:t>
      </w:r>
    </w:p>
    <w:p w:rsidR="006974AE" w:rsidRDefault="006974AE" w:rsidP="006974AE">
      <w:r>
        <w:t>153.5235</w:t>
      </w:r>
      <w:r>
        <w:tab/>
        <w:t>1.013e0</w:t>
      </w:r>
    </w:p>
    <w:p w:rsidR="006974AE" w:rsidRDefault="006974AE" w:rsidP="006974AE">
      <w:r>
        <w:t>153.5429</w:t>
      </w:r>
      <w:r>
        <w:tab/>
        <w:t>1.114e1</w:t>
      </w:r>
    </w:p>
    <w:p w:rsidR="006974AE" w:rsidRDefault="006974AE" w:rsidP="006974AE">
      <w:r>
        <w:t>153.5459</w:t>
      </w:r>
      <w:r>
        <w:tab/>
        <w:t>3.038e0</w:t>
      </w:r>
    </w:p>
    <w:p w:rsidR="006974AE" w:rsidRDefault="006974AE" w:rsidP="006974AE">
      <w:r>
        <w:t>153.5476</w:t>
      </w:r>
      <w:r>
        <w:tab/>
        <w:t>3.038e0</w:t>
      </w:r>
    </w:p>
    <w:p w:rsidR="006974AE" w:rsidRDefault="006974AE" w:rsidP="006974AE">
      <w:r>
        <w:t>153.5520</w:t>
      </w:r>
      <w:r>
        <w:tab/>
        <w:t>2.025e0</w:t>
      </w:r>
    </w:p>
    <w:p w:rsidR="006974AE" w:rsidRDefault="006974AE" w:rsidP="006974AE">
      <w:r>
        <w:t>153.5635</w:t>
      </w:r>
      <w:r>
        <w:tab/>
        <w:t>2.025e0</w:t>
      </w:r>
    </w:p>
    <w:p w:rsidR="006974AE" w:rsidRDefault="006974AE" w:rsidP="006974AE">
      <w:r>
        <w:t>153.5668</w:t>
      </w:r>
      <w:r>
        <w:tab/>
        <w:t>1.013e0</w:t>
      </w:r>
    </w:p>
    <w:p w:rsidR="006974AE" w:rsidRDefault="006974AE" w:rsidP="006974AE">
      <w:r>
        <w:t>153.5699</w:t>
      </w:r>
      <w:r>
        <w:tab/>
        <w:t>1.013e0</w:t>
      </w:r>
    </w:p>
    <w:p w:rsidR="006974AE" w:rsidRDefault="006974AE" w:rsidP="006974AE">
      <w:r>
        <w:t>153.5759</w:t>
      </w:r>
      <w:r>
        <w:tab/>
        <w:t>2.025e0</w:t>
      </w:r>
    </w:p>
    <w:p w:rsidR="006974AE" w:rsidRDefault="006974AE" w:rsidP="006974AE">
      <w:r>
        <w:t>153.5928</w:t>
      </w:r>
      <w:r>
        <w:tab/>
        <w:t>1.013e0</w:t>
      </w:r>
    </w:p>
    <w:p w:rsidR="006974AE" w:rsidRDefault="006974AE" w:rsidP="006974AE">
      <w:r>
        <w:t>153.6253</w:t>
      </w:r>
      <w:r>
        <w:tab/>
        <w:t>2.025e0</w:t>
      </w:r>
    </w:p>
    <w:p w:rsidR="006974AE" w:rsidRDefault="006974AE" w:rsidP="006974AE">
      <w:r>
        <w:t>153.6355</w:t>
      </w:r>
      <w:r>
        <w:tab/>
        <w:t>1.013e0</w:t>
      </w:r>
    </w:p>
    <w:p w:rsidR="006974AE" w:rsidRDefault="006974AE" w:rsidP="006974AE">
      <w:r>
        <w:t>153.6489</w:t>
      </w:r>
      <w:r>
        <w:tab/>
        <w:t>1.013e0</w:t>
      </w:r>
    </w:p>
    <w:p w:rsidR="006974AE" w:rsidRDefault="006974AE" w:rsidP="006974AE">
      <w:r>
        <w:t>153.6653</w:t>
      </w:r>
      <w:r>
        <w:tab/>
        <w:t>1.013e0</w:t>
      </w:r>
    </w:p>
    <w:p w:rsidR="006974AE" w:rsidRDefault="006974AE" w:rsidP="006974AE">
      <w:r>
        <w:lastRenderedPageBreak/>
        <w:t>153.6750</w:t>
      </w:r>
      <w:r>
        <w:tab/>
        <w:t>1.013e0</w:t>
      </w:r>
    </w:p>
    <w:p w:rsidR="006974AE" w:rsidRDefault="006974AE" w:rsidP="006974AE">
      <w:r>
        <w:t>153.6917</w:t>
      </w:r>
      <w:r>
        <w:tab/>
        <w:t>1.013e0</w:t>
      </w:r>
    </w:p>
    <w:p w:rsidR="006974AE" w:rsidRDefault="006974AE" w:rsidP="006974AE">
      <w:r>
        <w:t>153.7020</w:t>
      </w:r>
      <w:r>
        <w:tab/>
        <w:t>3.038e0</w:t>
      </w:r>
    </w:p>
    <w:p w:rsidR="006974AE" w:rsidRDefault="006974AE" w:rsidP="006974AE">
      <w:r>
        <w:t>153.7118</w:t>
      </w:r>
      <w:r>
        <w:tab/>
        <w:t>1.013e0</w:t>
      </w:r>
    </w:p>
    <w:p w:rsidR="006974AE" w:rsidRDefault="006974AE" w:rsidP="006974AE">
      <w:r>
        <w:t>153.7209</w:t>
      </w:r>
      <w:r>
        <w:tab/>
        <w:t>1.013e0</w:t>
      </w:r>
    </w:p>
    <w:p w:rsidR="006974AE" w:rsidRDefault="006974AE" w:rsidP="006974AE">
      <w:r>
        <w:t>153.7244</w:t>
      </w:r>
      <w:r>
        <w:tab/>
        <w:t>2.025e0</w:t>
      </w:r>
    </w:p>
    <w:p w:rsidR="006974AE" w:rsidRDefault="006974AE" w:rsidP="006974AE">
      <w:r>
        <w:t>153.7413</w:t>
      </w:r>
      <w:r>
        <w:tab/>
        <w:t>1.013e0</w:t>
      </w:r>
    </w:p>
    <w:p w:rsidR="006974AE" w:rsidRDefault="006974AE" w:rsidP="006974AE">
      <w:r>
        <w:t>153.7579</w:t>
      </w:r>
      <w:r>
        <w:tab/>
        <w:t>1.013e0</w:t>
      </w:r>
    </w:p>
    <w:p w:rsidR="006974AE" w:rsidRDefault="006974AE" w:rsidP="006974AE">
      <w:r>
        <w:t>153.7642</w:t>
      </w:r>
      <w:r>
        <w:tab/>
        <w:t>1.013e0</w:t>
      </w:r>
    </w:p>
    <w:p w:rsidR="006974AE" w:rsidRDefault="006974AE" w:rsidP="006974AE">
      <w:r>
        <w:t>153.7673</w:t>
      </w:r>
      <w:r>
        <w:tab/>
        <w:t>1.013e0</w:t>
      </w:r>
    </w:p>
    <w:p w:rsidR="006974AE" w:rsidRDefault="006974AE" w:rsidP="006974AE">
      <w:r>
        <w:t>153.7705</w:t>
      </w:r>
      <w:r>
        <w:tab/>
        <w:t>1.013e0</w:t>
      </w:r>
    </w:p>
    <w:p w:rsidR="006974AE" w:rsidRDefault="006974AE" w:rsidP="006974AE">
      <w:r>
        <w:t>153.7737</w:t>
      </w:r>
      <w:r>
        <w:tab/>
        <w:t>2.025e0</w:t>
      </w:r>
    </w:p>
    <w:p w:rsidR="006974AE" w:rsidRDefault="006974AE" w:rsidP="006974AE">
      <w:r>
        <w:t>153.7773</w:t>
      </w:r>
      <w:r>
        <w:tab/>
        <w:t>1.013e0</w:t>
      </w:r>
    </w:p>
    <w:p w:rsidR="006974AE" w:rsidRDefault="006974AE" w:rsidP="006974AE">
      <w:r>
        <w:t>153.7874</w:t>
      </w:r>
      <w:r>
        <w:tab/>
        <w:t>1.013e0</w:t>
      </w:r>
    </w:p>
    <w:p w:rsidR="006974AE" w:rsidRDefault="006974AE" w:rsidP="006974AE">
      <w:r>
        <w:t>153.8009</w:t>
      </w:r>
      <w:r>
        <w:tab/>
        <w:t>2.025e0</w:t>
      </w:r>
    </w:p>
    <w:p w:rsidR="006974AE" w:rsidRDefault="006974AE" w:rsidP="006974AE">
      <w:r>
        <w:t>153.8073</w:t>
      </w:r>
      <w:r>
        <w:tab/>
        <w:t>2.025e0</w:t>
      </w:r>
    </w:p>
    <w:p w:rsidR="006974AE" w:rsidRDefault="006974AE" w:rsidP="006974AE">
      <w:r>
        <w:t>153.8300</w:t>
      </w:r>
      <w:r>
        <w:tab/>
        <w:t>1.013e0</w:t>
      </w:r>
    </w:p>
    <w:p w:rsidR="006974AE" w:rsidRDefault="006974AE" w:rsidP="006974AE">
      <w:r>
        <w:t>153.8318</w:t>
      </w:r>
      <w:r>
        <w:tab/>
        <w:t>2.025e0</w:t>
      </w:r>
    </w:p>
    <w:p w:rsidR="006974AE" w:rsidRDefault="006974AE" w:rsidP="006974AE">
      <w:r>
        <w:t>153.8400</w:t>
      </w:r>
      <w:r>
        <w:tab/>
        <w:t>2.025e0</w:t>
      </w:r>
    </w:p>
    <w:p w:rsidR="006974AE" w:rsidRDefault="006974AE" w:rsidP="006974AE">
      <w:r>
        <w:lastRenderedPageBreak/>
        <w:t>153.8436</w:t>
      </w:r>
      <w:r>
        <w:tab/>
        <w:t>1.013e0</w:t>
      </w:r>
    </w:p>
    <w:p w:rsidR="006974AE" w:rsidRDefault="006974AE" w:rsidP="006974AE">
      <w:r>
        <w:t>153.8568</w:t>
      </w:r>
      <w:r>
        <w:tab/>
        <w:t>1.013e0</w:t>
      </w:r>
    </w:p>
    <w:p w:rsidR="006974AE" w:rsidRDefault="006974AE" w:rsidP="006974AE">
      <w:r>
        <w:t>153.8584</w:t>
      </w:r>
      <w:r>
        <w:tab/>
        <w:t>2.025e0</w:t>
      </w:r>
    </w:p>
    <w:p w:rsidR="006974AE" w:rsidRDefault="006974AE" w:rsidP="006974AE">
      <w:r>
        <w:t>153.8630</w:t>
      </w:r>
      <w:r>
        <w:tab/>
        <w:t>3.038e0</w:t>
      </w:r>
    </w:p>
    <w:p w:rsidR="006974AE" w:rsidRDefault="006974AE" w:rsidP="006974AE">
      <w:r>
        <w:t>153.8779</w:t>
      </w:r>
      <w:r>
        <w:tab/>
        <w:t>2.025e0</w:t>
      </w:r>
    </w:p>
    <w:p w:rsidR="006974AE" w:rsidRDefault="006974AE" w:rsidP="006974AE">
      <w:r>
        <w:t>153.8896</w:t>
      </w:r>
      <w:r>
        <w:tab/>
        <w:t>1.013e0</w:t>
      </w:r>
    </w:p>
    <w:p w:rsidR="006974AE" w:rsidRDefault="006974AE" w:rsidP="006974AE">
      <w:r>
        <w:t>153.8941</w:t>
      </w:r>
      <w:r>
        <w:tab/>
        <w:t>3.038e0</w:t>
      </w:r>
    </w:p>
    <w:p w:rsidR="006974AE" w:rsidRDefault="006974AE" w:rsidP="006974AE">
      <w:r>
        <w:t>153.8996</w:t>
      </w:r>
      <w:r>
        <w:tab/>
        <w:t>1.013e0</w:t>
      </w:r>
    </w:p>
    <w:p w:rsidR="006974AE" w:rsidRDefault="006974AE" w:rsidP="006974AE">
      <w:r>
        <w:t>153.9063</w:t>
      </w:r>
      <w:r>
        <w:tab/>
        <w:t>1.013e0</w:t>
      </w:r>
    </w:p>
    <w:p w:rsidR="006974AE" w:rsidRDefault="006974AE" w:rsidP="006974AE">
      <w:r>
        <w:t>153.9091</w:t>
      </w:r>
      <w:r>
        <w:tab/>
        <w:t>1.013e0</w:t>
      </w:r>
    </w:p>
    <w:p w:rsidR="006974AE" w:rsidRDefault="006974AE" w:rsidP="006974AE">
      <w:r>
        <w:t>153.9189</w:t>
      </w:r>
      <w:r>
        <w:tab/>
        <w:t>1.013e0</w:t>
      </w:r>
    </w:p>
    <w:p w:rsidR="006974AE" w:rsidRDefault="006974AE" w:rsidP="006974AE">
      <w:r>
        <w:t>153.9255</w:t>
      </w:r>
      <w:r>
        <w:tab/>
        <w:t>1.013e0</w:t>
      </w:r>
    </w:p>
    <w:p w:rsidR="006974AE" w:rsidRDefault="006974AE" w:rsidP="006974AE">
      <w:r>
        <w:t>153.9390</w:t>
      </w:r>
      <w:r>
        <w:tab/>
        <w:t>3.038e0</w:t>
      </w:r>
    </w:p>
    <w:p w:rsidR="006974AE" w:rsidRDefault="006974AE" w:rsidP="006974AE">
      <w:r>
        <w:t>153.9618</w:t>
      </w:r>
      <w:r>
        <w:tab/>
        <w:t>2.025e0</w:t>
      </w:r>
    </w:p>
    <w:p w:rsidR="006974AE" w:rsidRDefault="006974AE" w:rsidP="006974AE">
      <w:r>
        <w:t>153.9629</w:t>
      </w:r>
      <w:r>
        <w:tab/>
        <w:t>2.025e0</w:t>
      </w:r>
    </w:p>
    <w:p w:rsidR="006974AE" w:rsidRDefault="006974AE" w:rsidP="006974AE">
      <w:r>
        <w:t>153.9650</w:t>
      </w:r>
      <w:r>
        <w:tab/>
        <w:t>1.013e0</w:t>
      </w:r>
    </w:p>
    <w:p w:rsidR="006974AE" w:rsidRDefault="006974AE" w:rsidP="006974AE">
      <w:r>
        <w:t>153.9716</w:t>
      </w:r>
      <w:r>
        <w:tab/>
        <w:t>1.013e0</w:t>
      </w:r>
    </w:p>
    <w:p w:rsidR="006974AE" w:rsidRDefault="006974AE" w:rsidP="006974AE">
      <w:r>
        <w:t>153.9784</w:t>
      </w:r>
      <w:r>
        <w:tab/>
        <w:t>1.013e0</w:t>
      </w:r>
    </w:p>
    <w:p w:rsidR="006974AE" w:rsidRDefault="006974AE" w:rsidP="006974AE">
      <w:r>
        <w:t>153.9954</w:t>
      </w:r>
      <w:r>
        <w:tab/>
        <w:t>1.013e0</w:t>
      </w:r>
    </w:p>
    <w:p w:rsidR="006974AE" w:rsidRDefault="006974AE" w:rsidP="006974AE">
      <w:r>
        <w:lastRenderedPageBreak/>
        <w:t>154.0007</w:t>
      </w:r>
      <w:r>
        <w:tab/>
        <w:t>2.025e0</w:t>
      </w:r>
    </w:p>
    <w:p w:rsidR="006974AE" w:rsidRDefault="006974AE" w:rsidP="006974AE">
      <w:r>
        <w:t>154.0051</w:t>
      </w:r>
      <w:r>
        <w:tab/>
        <w:t>1.013e0</w:t>
      </w:r>
    </w:p>
    <w:p w:rsidR="006974AE" w:rsidRDefault="006974AE" w:rsidP="006974AE">
      <w:r>
        <w:t>154.0229</w:t>
      </w:r>
      <w:r>
        <w:tab/>
        <w:t>2.025e0</w:t>
      </w:r>
    </w:p>
    <w:p w:rsidR="006974AE" w:rsidRDefault="006974AE" w:rsidP="006974AE">
      <w:r>
        <w:t>154.0347</w:t>
      </w:r>
      <w:r>
        <w:tab/>
        <w:t>1.013e0</w:t>
      </w:r>
    </w:p>
    <w:p w:rsidR="006974AE" w:rsidRDefault="006974AE" w:rsidP="006974AE">
      <w:r>
        <w:t>154.0381</w:t>
      </w:r>
      <w:r>
        <w:tab/>
        <w:t>1.013e0</w:t>
      </w:r>
    </w:p>
    <w:p w:rsidR="006974AE" w:rsidRDefault="006974AE" w:rsidP="006974AE">
      <w:r>
        <w:t>154.0414</w:t>
      </w:r>
      <w:r>
        <w:tab/>
        <w:t>2.025e0</w:t>
      </w:r>
    </w:p>
    <w:p w:rsidR="006974AE" w:rsidRDefault="006974AE" w:rsidP="006974AE">
      <w:r>
        <w:t>154.0430</w:t>
      </w:r>
      <w:r>
        <w:tab/>
        <w:t>2.025e0</w:t>
      </w:r>
    </w:p>
    <w:p w:rsidR="006974AE" w:rsidRDefault="006974AE" w:rsidP="006974AE">
      <w:r>
        <w:t>154.0481</w:t>
      </w:r>
      <w:r>
        <w:tab/>
        <w:t>2.025e0</w:t>
      </w:r>
    </w:p>
    <w:p w:rsidR="006974AE" w:rsidRDefault="006974AE" w:rsidP="006974AE">
      <w:r>
        <w:t>154.0550</w:t>
      </w:r>
      <w:r>
        <w:tab/>
        <w:t>6.076e0</w:t>
      </w:r>
    </w:p>
    <w:p w:rsidR="006974AE" w:rsidRDefault="006974AE" w:rsidP="006974AE">
      <w:r>
        <w:t>154.0616</w:t>
      </w:r>
      <w:r>
        <w:tab/>
        <w:t>3.038e0</w:t>
      </w:r>
    </w:p>
    <w:p w:rsidR="006974AE" w:rsidRDefault="006974AE" w:rsidP="006974AE">
      <w:r>
        <w:t>154.0691</w:t>
      </w:r>
      <w:r>
        <w:tab/>
        <w:t>2.025e0</w:t>
      </w:r>
    </w:p>
    <w:p w:rsidR="006974AE" w:rsidRDefault="006974AE" w:rsidP="006974AE">
      <w:r>
        <w:t>154.0723</w:t>
      </w:r>
      <w:r>
        <w:tab/>
        <w:t>2.025e0</w:t>
      </w:r>
    </w:p>
    <w:p w:rsidR="006974AE" w:rsidRDefault="006974AE" w:rsidP="006974AE">
      <w:r>
        <w:t>154.0742</w:t>
      </w:r>
      <w:r>
        <w:tab/>
        <w:t>1.013e0</w:t>
      </w:r>
    </w:p>
    <w:p w:rsidR="006974AE" w:rsidRDefault="006974AE" w:rsidP="006974AE">
      <w:r>
        <w:t>154.0807</w:t>
      </w:r>
      <w:r>
        <w:tab/>
        <w:t>1.013e0</w:t>
      </w:r>
    </w:p>
    <w:p w:rsidR="006974AE" w:rsidRDefault="006974AE" w:rsidP="006974AE">
      <w:r>
        <w:t>154.0959</w:t>
      </w:r>
      <w:r>
        <w:tab/>
        <w:t>4.051e0</w:t>
      </w:r>
    </w:p>
    <w:p w:rsidR="006974AE" w:rsidRDefault="006974AE" w:rsidP="006974AE">
      <w:r>
        <w:t>154.1008</w:t>
      </w:r>
      <w:r>
        <w:tab/>
        <w:t>9.755e0</w:t>
      </w:r>
    </w:p>
    <w:p w:rsidR="006974AE" w:rsidRDefault="006974AE" w:rsidP="006974AE">
      <w:r>
        <w:t>154.1020</w:t>
      </w:r>
      <w:r>
        <w:tab/>
        <w:t>3.038e0</w:t>
      </w:r>
    </w:p>
    <w:p w:rsidR="006974AE" w:rsidRDefault="006974AE" w:rsidP="006974AE">
      <w:r>
        <w:t>154.1036</w:t>
      </w:r>
      <w:r>
        <w:tab/>
        <w:t>4.051e0</w:t>
      </w:r>
    </w:p>
    <w:p w:rsidR="006974AE" w:rsidRDefault="006974AE" w:rsidP="006974AE">
      <w:r>
        <w:t>154.1090</w:t>
      </w:r>
      <w:r>
        <w:tab/>
        <w:t>3.038e0</w:t>
      </w:r>
    </w:p>
    <w:p w:rsidR="006974AE" w:rsidRDefault="006974AE" w:rsidP="006974AE">
      <w:r>
        <w:lastRenderedPageBreak/>
        <w:t>154.1201</w:t>
      </w:r>
      <w:r>
        <w:tab/>
        <w:t>1.013e0</w:t>
      </w:r>
    </w:p>
    <w:p w:rsidR="006974AE" w:rsidRDefault="006974AE" w:rsidP="006974AE">
      <w:r>
        <w:t>154.1302</w:t>
      </w:r>
      <w:r>
        <w:tab/>
        <w:t>1.013e0</w:t>
      </w:r>
    </w:p>
    <w:p w:rsidR="006974AE" w:rsidRDefault="006974AE" w:rsidP="006974AE">
      <w:r>
        <w:t>154.1337</w:t>
      </w:r>
      <w:r>
        <w:tab/>
        <w:t>1.013e0</w:t>
      </w:r>
    </w:p>
    <w:p w:rsidR="006974AE" w:rsidRDefault="006974AE" w:rsidP="006974AE">
      <w:r>
        <w:t>154.1369</w:t>
      </w:r>
      <w:r>
        <w:tab/>
        <w:t>1.013e0</w:t>
      </w:r>
    </w:p>
    <w:p w:rsidR="006974AE" w:rsidRDefault="006974AE" w:rsidP="006974AE">
      <w:r>
        <w:t>154.1404</w:t>
      </w:r>
      <w:r>
        <w:tab/>
        <w:t>2.025e0</w:t>
      </w:r>
    </w:p>
    <w:p w:rsidR="006974AE" w:rsidRDefault="006974AE" w:rsidP="006974AE">
      <w:r>
        <w:t>154.1597</w:t>
      </w:r>
      <w:r>
        <w:tab/>
        <w:t>2.025e0</w:t>
      </w:r>
    </w:p>
    <w:p w:rsidR="006974AE" w:rsidRDefault="006974AE" w:rsidP="006974AE">
      <w:r>
        <w:t>154.1797</w:t>
      </w:r>
      <w:r>
        <w:tab/>
        <w:t>1.013e0</w:t>
      </w:r>
    </w:p>
    <w:p w:rsidR="006974AE" w:rsidRDefault="006974AE" w:rsidP="006974AE">
      <w:r>
        <w:t>154.1864</w:t>
      </w:r>
      <w:r>
        <w:tab/>
        <w:t>1.013e0</w:t>
      </w:r>
    </w:p>
    <w:p w:rsidR="006974AE" w:rsidRDefault="006974AE" w:rsidP="006974AE">
      <w:r>
        <w:t>154.1898</w:t>
      </w:r>
      <w:r>
        <w:tab/>
        <w:t>1.013e0</w:t>
      </w:r>
    </w:p>
    <w:p w:rsidR="006974AE" w:rsidRDefault="006974AE" w:rsidP="006974AE">
      <w:r>
        <w:t>154.1933</w:t>
      </w:r>
      <w:r>
        <w:tab/>
        <w:t>1.013e0</w:t>
      </w:r>
    </w:p>
    <w:p w:rsidR="006974AE" w:rsidRDefault="006974AE" w:rsidP="006974AE">
      <w:r>
        <w:t>154.1997</w:t>
      </w:r>
      <w:r>
        <w:tab/>
        <w:t>1.013e0</w:t>
      </w:r>
    </w:p>
    <w:p w:rsidR="006974AE" w:rsidRDefault="006974AE" w:rsidP="006974AE">
      <w:r>
        <w:t>154.2125</w:t>
      </w:r>
      <w:r>
        <w:tab/>
        <w:t>1.013e0</w:t>
      </w:r>
    </w:p>
    <w:p w:rsidR="006974AE" w:rsidRDefault="006974AE" w:rsidP="006974AE">
      <w:r>
        <w:t>154.2174</w:t>
      </w:r>
      <w:r>
        <w:tab/>
        <w:t>2.025e0</w:t>
      </w:r>
    </w:p>
    <w:p w:rsidR="006974AE" w:rsidRDefault="006974AE" w:rsidP="006974AE">
      <w:r>
        <w:t>154.2191</w:t>
      </w:r>
      <w:r>
        <w:tab/>
        <w:t>1.013e0</w:t>
      </w:r>
    </w:p>
    <w:p w:rsidR="006974AE" w:rsidRDefault="006974AE" w:rsidP="006974AE">
      <w:r>
        <w:t>154.2227</w:t>
      </w:r>
      <w:r>
        <w:tab/>
        <w:t>1.013e0</w:t>
      </w:r>
    </w:p>
    <w:p w:rsidR="006974AE" w:rsidRDefault="006974AE" w:rsidP="006974AE">
      <w:r>
        <w:t>154.2461</w:t>
      </w:r>
      <w:r>
        <w:tab/>
        <w:t>1.013e0</w:t>
      </w:r>
    </w:p>
    <w:p w:rsidR="006974AE" w:rsidRDefault="006974AE" w:rsidP="006974AE">
      <w:r>
        <w:t>154.2494</w:t>
      </w:r>
      <w:r>
        <w:tab/>
        <w:t>1.013e0</w:t>
      </w:r>
    </w:p>
    <w:p w:rsidR="006974AE" w:rsidRDefault="006974AE" w:rsidP="006974AE">
      <w:r>
        <w:t>154.2686</w:t>
      </w:r>
      <w:r>
        <w:tab/>
        <w:t>1.013e0</w:t>
      </w:r>
    </w:p>
    <w:p w:rsidR="006974AE" w:rsidRDefault="006974AE" w:rsidP="006974AE">
      <w:r>
        <w:t>154.3018</w:t>
      </w:r>
      <w:r>
        <w:tab/>
        <w:t>1.013e0</w:t>
      </w:r>
    </w:p>
    <w:p w:rsidR="006974AE" w:rsidRDefault="006974AE" w:rsidP="006974AE">
      <w:r>
        <w:lastRenderedPageBreak/>
        <w:t>154.3034</w:t>
      </w:r>
      <w:r>
        <w:tab/>
        <w:t>2.025e0</w:t>
      </w:r>
    </w:p>
    <w:p w:rsidR="006974AE" w:rsidRDefault="006974AE" w:rsidP="006974AE">
      <w:r>
        <w:t>154.3249</w:t>
      </w:r>
      <w:r>
        <w:tab/>
        <w:t>2.025e0</w:t>
      </w:r>
    </w:p>
    <w:p w:rsidR="006974AE" w:rsidRDefault="006974AE" w:rsidP="006974AE">
      <w:r>
        <w:t>154.3317</w:t>
      </w:r>
      <w:r>
        <w:tab/>
        <w:t>1.013e0</w:t>
      </w:r>
    </w:p>
    <w:p w:rsidR="006974AE" w:rsidRDefault="006974AE" w:rsidP="006974AE">
      <w:r>
        <w:t>154.3513</w:t>
      </w:r>
      <w:r>
        <w:tab/>
        <w:t>1.013e0</w:t>
      </w:r>
    </w:p>
    <w:p w:rsidR="006974AE" w:rsidRDefault="006974AE" w:rsidP="006974AE">
      <w:r>
        <w:t>154.3575</w:t>
      </w:r>
      <w:r>
        <w:tab/>
        <w:t>1.013e0</w:t>
      </w:r>
    </w:p>
    <w:p w:rsidR="006974AE" w:rsidRDefault="006974AE" w:rsidP="006974AE">
      <w:r>
        <w:t>154.3710</w:t>
      </w:r>
      <w:r>
        <w:tab/>
        <w:t>1.013e0</w:t>
      </w:r>
    </w:p>
    <w:p w:rsidR="006974AE" w:rsidRDefault="006974AE" w:rsidP="006974AE">
      <w:r>
        <w:t>154.3949</w:t>
      </w:r>
      <w:r>
        <w:tab/>
        <w:t>1.013e0</w:t>
      </w:r>
    </w:p>
    <w:p w:rsidR="006974AE" w:rsidRDefault="006974AE" w:rsidP="006974AE">
      <w:r>
        <w:t>154.4140</w:t>
      </w:r>
      <w:r>
        <w:tab/>
        <w:t>1.013e0</w:t>
      </w:r>
    </w:p>
    <w:p w:rsidR="006974AE" w:rsidRDefault="006974AE" w:rsidP="006974AE">
      <w:r>
        <w:t>154.4222</w:t>
      </w:r>
      <w:r>
        <w:tab/>
        <w:t>3.038e0</w:t>
      </w:r>
    </w:p>
    <w:p w:rsidR="006974AE" w:rsidRDefault="006974AE" w:rsidP="006974AE">
      <w:r>
        <w:t>154.4633</w:t>
      </w:r>
      <w:r>
        <w:tab/>
        <w:t>1.013e0</w:t>
      </w:r>
    </w:p>
    <w:p w:rsidR="006974AE" w:rsidRDefault="006974AE" w:rsidP="006974AE">
      <w:r>
        <w:t>154.4703</w:t>
      </w:r>
      <w:r>
        <w:tab/>
        <w:t>1.013e0</w:t>
      </w:r>
    </w:p>
    <w:p w:rsidR="006974AE" w:rsidRDefault="006974AE" w:rsidP="006974AE">
      <w:r>
        <w:t>154.4770</w:t>
      </w:r>
      <w:r>
        <w:tab/>
        <w:t>1.013e0</w:t>
      </w:r>
    </w:p>
    <w:p w:rsidR="006974AE" w:rsidRDefault="006974AE" w:rsidP="006974AE">
      <w:r>
        <w:t>154.4835</w:t>
      </w:r>
      <w:r>
        <w:tab/>
        <w:t>1.013e0</w:t>
      </w:r>
    </w:p>
    <w:p w:rsidR="006974AE" w:rsidRDefault="006974AE" w:rsidP="006974AE">
      <w:r>
        <w:t>154.4904</w:t>
      </w:r>
      <w:r>
        <w:tab/>
        <w:t>2.025e0</w:t>
      </w:r>
    </w:p>
    <w:p w:rsidR="006974AE" w:rsidRDefault="006974AE" w:rsidP="006974AE">
      <w:r>
        <w:t>154.4937</w:t>
      </w:r>
      <w:r>
        <w:tab/>
        <w:t>1.013e0</w:t>
      </w:r>
    </w:p>
    <w:p w:rsidR="006974AE" w:rsidRDefault="006974AE" w:rsidP="006974AE">
      <w:r>
        <w:t>154.5064</w:t>
      </w:r>
      <w:r>
        <w:tab/>
        <w:t>1.013e0</w:t>
      </w:r>
    </w:p>
    <w:p w:rsidR="006974AE" w:rsidRDefault="006974AE" w:rsidP="006974AE">
      <w:r>
        <w:t>154.5129</w:t>
      </w:r>
      <w:r>
        <w:tab/>
        <w:t>1.013e0</w:t>
      </w:r>
    </w:p>
    <w:p w:rsidR="006974AE" w:rsidRDefault="006974AE" w:rsidP="006974AE">
      <w:r>
        <w:t>154.5263</w:t>
      </w:r>
      <w:r>
        <w:tab/>
        <w:t>1.013e0</w:t>
      </w:r>
    </w:p>
    <w:p w:rsidR="006974AE" w:rsidRDefault="006974AE" w:rsidP="006974AE">
      <w:r>
        <w:t>154.5331</w:t>
      </w:r>
      <w:r>
        <w:tab/>
        <w:t>2.025e0</w:t>
      </w:r>
    </w:p>
    <w:p w:rsidR="006974AE" w:rsidRDefault="006974AE" w:rsidP="006974AE">
      <w:r>
        <w:lastRenderedPageBreak/>
        <w:t>154.5435</w:t>
      </w:r>
      <w:r>
        <w:tab/>
        <w:t>1.013e0</w:t>
      </w:r>
    </w:p>
    <w:p w:rsidR="006974AE" w:rsidRDefault="006974AE" w:rsidP="006974AE">
      <w:r>
        <w:t>154.5481</w:t>
      </w:r>
      <w:r>
        <w:tab/>
        <w:t>4.051e0</w:t>
      </w:r>
    </w:p>
    <w:p w:rsidR="006974AE" w:rsidRDefault="006974AE" w:rsidP="006974AE">
      <w:r>
        <w:t>154.5559</w:t>
      </w:r>
      <w:r>
        <w:tab/>
        <w:t>2.025e0</w:t>
      </w:r>
    </w:p>
    <w:p w:rsidR="006974AE" w:rsidRDefault="006974AE" w:rsidP="006974AE">
      <w:r>
        <w:t>154.5590</w:t>
      </w:r>
      <w:r>
        <w:tab/>
        <w:t>1.013e0</w:t>
      </w:r>
    </w:p>
    <w:p w:rsidR="006974AE" w:rsidRDefault="006974AE" w:rsidP="006974AE">
      <w:r>
        <w:t>154.5828</w:t>
      </w:r>
      <w:r>
        <w:tab/>
        <w:t>1.013e0</w:t>
      </w:r>
    </w:p>
    <w:p w:rsidR="006974AE" w:rsidRDefault="006974AE" w:rsidP="006974AE">
      <w:r>
        <w:t>154.5914</w:t>
      </w:r>
      <w:r>
        <w:tab/>
        <w:t>2.025e0</w:t>
      </w:r>
    </w:p>
    <w:p w:rsidR="006974AE" w:rsidRDefault="006974AE" w:rsidP="006974AE">
      <w:r>
        <w:t>154.6138</w:t>
      </w:r>
      <w:r>
        <w:tab/>
        <w:t>2.025e0</w:t>
      </w:r>
    </w:p>
    <w:p w:rsidR="006974AE" w:rsidRDefault="006974AE" w:rsidP="006974AE">
      <w:r>
        <w:t>154.6154</w:t>
      </w:r>
      <w:r>
        <w:tab/>
        <w:t>2.025e0</w:t>
      </w:r>
    </w:p>
    <w:p w:rsidR="006974AE" w:rsidRDefault="006974AE" w:rsidP="006974AE">
      <w:r>
        <w:t>154.6457</w:t>
      </w:r>
      <w:r>
        <w:tab/>
        <w:t>1.013e0</w:t>
      </w:r>
    </w:p>
    <w:p w:rsidR="006974AE" w:rsidRDefault="006974AE" w:rsidP="006974AE">
      <w:r>
        <w:t>154.6478</w:t>
      </w:r>
      <w:r>
        <w:tab/>
        <w:t>2.025e0</w:t>
      </w:r>
    </w:p>
    <w:p w:rsidR="006974AE" w:rsidRDefault="006974AE" w:rsidP="006974AE">
      <w:r>
        <w:t>154.6851</w:t>
      </w:r>
      <w:r>
        <w:tab/>
        <w:t>1.013e0</w:t>
      </w:r>
    </w:p>
    <w:p w:rsidR="006974AE" w:rsidRDefault="006974AE" w:rsidP="006974AE">
      <w:r>
        <w:t>154.7348</w:t>
      </w:r>
      <w:r>
        <w:tab/>
        <w:t>2.025e0</w:t>
      </w:r>
    </w:p>
    <w:p w:rsidR="006974AE" w:rsidRDefault="006974AE" w:rsidP="006974AE">
      <w:r>
        <w:t>154.7607</w:t>
      </w:r>
      <w:r>
        <w:tab/>
        <w:t>2.025e0</w:t>
      </w:r>
    </w:p>
    <w:p w:rsidR="006974AE" w:rsidRDefault="006974AE" w:rsidP="006974AE">
      <w:r>
        <w:t>154.7676</w:t>
      </w:r>
      <w:r>
        <w:tab/>
        <w:t>1.013e0</w:t>
      </w:r>
    </w:p>
    <w:p w:rsidR="006974AE" w:rsidRDefault="006974AE" w:rsidP="006974AE">
      <w:r>
        <w:t>154.8136</w:t>
      </w:r>
      <w:r>
        <w:tab/>
        <w:t>1.013e0</w:t>
      </w:r>
    </w:p>
    <w:p w:rsidR="006974AE" w:rsidRDefault="006974AE" w:rsidP="006974AE">
      <w:r>
        <w:t>154.8239</w:t>
      </w:r>
      <w:r>
        <w:tab/>
        <w:t>2.025e0</w:t>
      </w:r>
    </w:p>
    <w:p w:rsidR="006974AE" w:rsidRDefault="006974AE" w:rsidP="006974AE">
      <w:r>
        <w:t>154.8305</w:t>
      </w:r>
      <w:r>
        <w:tab/>
        <w:t>1.013e0</w:t>
      </w:r>
    </w:p>
    <w:p w:rsidR="006974AE" w:rsidRDefault="006974AE" w:rsidP="006974AE">
      <w:r>
        <w:t>154.8537</w:t>
      </w:r>
      <w:r>
        <w:tab/>
        <w:t>1.013e0</w:t>
      </w:r>
    </w:p>
    <w:p w:rsidR="006974AE" w:rsidRDefault="006974AE" w:rsidP="006974AE">
      <w:r>
        <w:t>154.8870</w:t>
      </w:r>
      <w:r>
        <w:tab/>
        <w:t>1.013e0</w:t>
      </w:r>
    </w:p>
    <w:p w:rsidR="006974AE" w:rsidRDefault="006974AE" w:rsidP="006974AE">
      <w:r>
        <w:lastRenderedPageBreak/>
        <w:t>154.8971</w:t>
      </w:r>
      <w:r>
        <w:tab/>
        <w:t>3.038e0</w:t>
      </w:r>
    </w:p>
    <w:p w:rsidR="006974AE" w:rsidRDefault="006974AE" w:rsidP="006974AE">
      <w:r>
        <w:t>154.9128</w:t>
      </w:r>
      <w:r>
        <w:tab/>
        <w:t>1.013e0</w:t>
      </w:r>
    </w:p>
    <w:p w:rsidR="006974AE" w:rsidRDefault="006974AE" w:rsidP="006974AE">
      <w:r>
        <w:t>154.9162</w:t>
      </w:r>
      <w:r>
        <w:tab/>
        <w:t>3.038e0</w:t>
      </w:r>
    </w:p>
    <w:p w:rsidR="006974AE" w:rsidRDefault="006974AE" w:rsidP="006974AE">
      <w:r>
        <w:t>154.9299</w:t>
      </w:r>
      <w:r>
        <w:tab/>
        <w:t>1.013e0</w:t>
      </w:r>
    </w:p>
    <w:p w:rsidR="006974AE" w:rsidRDefault="006974AE" w:rsidP="006974AE">
      <w:r>
        <w:t>154.9366</w:t>
      </w:r>
      <w:r>
        <w:tab/>
        <w:t>1.013e0</w:t>
      </w:r>
    </w:p>
    <w:p w:rsidR="006974AE" w:rsidRDefault="006974AE" w:rsidP="006974AE">
      <w:r>
        <w:t>154.9529</w:t>
      </w:r>
      <w:r>
        <w:tab/>
        <w:t>1.013e0</w:t>
      </w:r>
    </w:p>
    <w:p w:rsidR="006974AE" w:rsidRDefault="006974AE" w:rsidP="006974AE">
      <w:r>
        <w:t>154.9660</w:t>
      </w:r>
      <w:r>
        <w:tab/>
        <w:t>1.013e0</w:t>
      </w:r>
    </w:p>
    <w:p w:rsidR="006974AE" w:rsidRDefault="006974AE" w:rsidP="006974AE">
      <w:r>
        <w:t>154.9728</w:t>
      </w:r>
      <w:r>
        <w:tab/>
        <w:t>1.013e0</w:t>
      </w:r>
    </w:p>
    <w:p w:rsidR="006974AE" w:rsidRDefault="006974AE" w:rsidP="006974AE">
      <w:r>
        <w:t>154.9828</w:t>
      </w:r>
      <w:r>
        <w:tab/>
        <w:t>1.013e0</w:t>
      </w:r>
    </w:p>
    <w:p w:rsidR="006974AE" w:rsidRDefault="006974AE" w:rsidP="006974AE">
      <w:r>
        <w:t>154.9894</w:t>
      </w:r>
      <w:r>
        <w:tab/>
        <w:t>1.013e0</w:t>
      </w:r>
    </w:p>
    <w:p w:rsidR="006974AE" w:rsidRDefault="006974AE" w:rsidP="006974AE">
      <w:r>
        <w:t>154.9911</w:t>
      </w:r>
      <w:r>
        <w:tab/>
        <w:t>2.025e0</w:t>
      </w:r>
    </w:p>
    <w:p w:rsidR="006974AE" w:rsidRDefault="006974AE" w:rsidP="006974AE">
      <w:r>
        <w:t>154.9964</w:t>
      </w:r>
      <w:r>
        <w:tab/>
        <w:t>1.013e0</w:t>
      </w:r>
    </w:p>
    <w:p w:rsidR="006974AE" w:rsidRDefault="006974AE" w:rsidP="006974AE">
      <w:r>
        <w:t>154.9982</w:t>
      </w:r>
      <w:r>
        <w:tab/>
        <w:t>2.025e0</w:t>
      </w:r>
    </w:p>
    <w:p w:rsidR="006974AE" w:rsidRDefault="006974AE" w:rsidP="006974AE">
      <w:r>
        <w:t>155.0028</w:t>
      </w:r>
      <w:r>
        <w:tab/>
        <w:t>2.025e0</w:t>
      </w:r>
    </w:p>
    <w:p w:rsidR="006974AE" w:rsidRDefault="006974AE" w:rsidP="006974AE">
      <w:r>
        <w:t>155.0257</w:t>
      </w:r>
      <w:r>
        <w:tab/>
        <w:t>1.013e0</w:t>
      </w:r>
    </w:p>
    <w:p w:rsidR="006974AE" w:rsidRDefault="006974AE" w:rsidP="006974AE">
      <w:r>
        <w:t>155.0324</w:t>
      </w:r>
      <w:r>
        <w:tab/>
        <w:t>1.013e0</w:t>
      </w:r>
    </w:p>
    <w:p w:rsidR="006974AE" w:rsidRDefault="006974AE" w:rsidP="006974AE">
      <w:r>
        <w:t>155.0390</w:t>
      </w:r>
      <w:r>
        <w:tab/>
        <w:t>1.013e0</w:t>
      </w:r>
    </w:p>
    <w:p w:rsidR="006974AE" w:rsidRDefault="006974AE" w:rsidP="006974AE">
      <w:r>
        <w:t>155.0424</w:t>
      </w:r>
      <w:r>
        <w:tab/>
        <w:t>1.013e0</w:t>
      </w:r>
    </w:p>
    <w:p w:rsidR="006974AE" w:rsidRDefault="006974AE" w:rsidP="006974AE">
      <w:r>
        <w:t>155.0494</w:t>
      </w:r>
      <w:r>
        <w:tab/>
        <w:t>4.051e0</w:t>
      </w:r>
    </w:p>
    <w:p w:rsidR="006974AE" w:rsidRDefault="006974AE" w:rsidP="006974AE">
      <w:r>
        <w:lastRenderedPageBreak/>
        <w:t>155.0516</w:t>
      </w:r>
      <w:r>
        <w:tab/>
        <w:t>3.038e0</w:t>
      </w:r>
    </w:p>
    <w:p w:rsidR="006974AE" w:rsidRDefault="006974AE" w:rsidP="006974AE">
      <w:r>
        <w:t>155.0684</w:t>
      </w:r>
      <w:r>
        <w:tab/>
        <w:t>1.013e0</w:t>
      </w:r>
    </w:p>
    <w:p w:rsidR="006974AE" w:rsidRDefault="006974AE" w:rsidP="006974AE">
      <w:r>
        <w:t>155.0734</w:t>
      </w:r>
      <w:r>
        <w:tab/>
        <w:t>2.025e0</w:t>
      </w:r>
    </w:p>
    <w:p w:rsidR="006974AE" w:rsidRDefault="006974AE" w:rsidP="006974AE">
      <w:r>
        <w:t>155.0752</w:t>
      </w:r>
      <w:r>
        <w:tab/>
        <w:t>2.025e0</w:t>
      </w:r>
    </w:p>
    <w:p w:rsidR="006974AE" w:rsidRDefault="006974AE" w:rsidP="006974AE">
      <w:r>
        <w:t>155.0852</w:t>
      </w:r>
      <w:r>
        <w:tab/>
        <w:t>3.038e0</w:t>
      </w:r>
    </w:p>
    <w:p w:rsidR="006974AE" w:rsidRDefault="006974AE" w:rsidP="006974AE">
      <w:r>
        <w:t>155.0888</w:t>
      </w:r>
      <w:r>
        <w:tab/>
        <w:t>2.025e0</w:t>
      </w:r>
    </w:p>
    <w:p w:rsidR="006974AE" w:rsidRDefault="006974AE" w:rsidP="006974AE">
      <w:r>
        <w:t>155.0920</w:t>
      </w:r>
      <w:r>
        <w:tab/>
        <w:t>1.013e0</w:t>
      </w:r>
    </w:p>
    <w:p w:rsidR="006974AE" w:rsidRDefault="006974AE" w:rsidP="006974AE">
      <w:r>
        <w:t>155.0956</w:t>
      </w:r>
      <w:r>
        <w:tab/>
        <w:t>1.013e0</w:t>
      </w:r>
    </w:p>
    <w:p w:rsidR="006974AE" w:rsidRDefault="006974AE" w:rsidP="006974AE">
      <w:r>
        <w:t>155.1050</w:t>
      </w:r>
      <w:r>
        <w:tab/>
        <w:t>8.101e0</w:t>
      </w:r>
    </w:p>
    <w:p w:rsidR="006974AE" w:rsidRDefault="006974AE" w:rsidP="006974AE">
      <w:r>
        <w:t>155.1149</w:t>
      </w:r>
      <w:r>
        <w:tab/>
        <w:t>3.038e0</w:t>
      </w:r>
    </w:p>
    <w:p w:rsidR="006974AE" w:rsidRDefault="006974AE" w:rsidP="006974AE">
      <w:r>
        <w:t>155.1163</w:t>
      </w:r>
      <w:r>
        <w:tab/>
        <w:t>2.025e0</w:t>
      </w:r>
    </w:p>
    <w:p w:rsidR="006974AE" w:rsidRDefault="006974AE" w:rsidP="006974AE">
      <w:r>
        <w:t>155.1215</w:t>
      </w:r>
      <w:r>
        <w:tab/>
        <w:t>4.051e0</w:t>
      </w:r>
    </w:p>
    <w:p w:rsidR="006974AE" w:rsidRDefault="006974AE" w:rsidP="006974AE">
      <w:r>
        <w:t>155.1317</w:t>
      </w:r>
      <w:r>
        <w:tab/>
        <w:t>2.025e0</w:t>
      </w:r>
    </w:p>
    <w:p w:rsidR="006974AE" w:rsidRDefault="006974AE" w:rsidP="006974AE">
      <w:r>
        <w:t>155.1382</w:t>
      </w:r>
      <w:r>
        <w:tab/>
        <w:t>1.013e0</w:t>
      </w:r>
    </w:p>
    <w:p w:rsidR="006974AE" w:rsidRDefault="006974AE" w:rsidP="006974AE">
      <w:r>
        <w:t>155.1452</w:t>
      </w:r>
      <w:r>
        <w:tab/>
        <w:t>1.013e0</w:t>
      </w:r>
    </w:p>
    <w:p w:rsidR="006974AE" w:rsidRDefault="006974AE" w:rsidP="006974AE">
      <w:r>
        <w:t>155.1551</w:t>
      </w:r>
      <w:r>
        <w:tab/>
        <w:t>1.013e0</w:t>
      </w:r>
    </w:p>
    <w:p w:rsidR="006974AE" w:rsidRDefault="006974AE" w:rsidP="006974AE">
      <w:r>
        <w:t>155.1580</w:t>
      </w:r>
      <w:r>
        <w:tab/>
        <w:t>1.013e0</w:t>
      </w:r>
    </w:p>
    <w:p w:rsidR="006974AE" w:rsidRDefault="006974AE" w:rsidP="006974AE">
      <w:r>
        <w:t>155.1880</w:t>
      </w:r>
      <w:r>
        <w:tab/>
        <w:t>1.013e0</w:t>
      </w:r>
    </w:p>
    <w:p w:rsidR="006974AE" w:rsidRDefault="006974AE" w:rsidP="006974AE">
      <w:r>
        <w:t>155.1946</w:t>
      </w:r>
      <w:r>
        <w:tab/>
        <w:t>2.025e0</w:t>
      </w:r>
    </w:p>
    <w:p w:rsidR="006974AE" w:rsidRDefault="006974AE" w:rsidP="006974AE">
      <w:r>
        <w:lastRenderedPageBreak/>
        <w:t>155.2048</w:t>
      </w:r>
      <w:r>
        <w:tab/>
        <w:t>1.013e0</w:t>
      </w:r>
    </w:p>
    <w:p w:rsidR="006974AE" w:rsidRDefault="006974AE" w:rsidP="006974AE">
      <w:r>
        <w:t>155.2141</w:t>
      </w:r>
      <w:r>
        <w:tab/>
        <w:t>2.025e0</w:t>
      </w:r>
    </w:p>
    <w:p w:rsidR="006974AE" w:rsidRDefault="006974AE" w:rsidP="006974AE">
      <w:r>
        <w:t>155.2308</w:t>
      </w:r>
      <w:r>
        <w:tab/>
        <w:t>1.013e0</w:t>
      </w:r>
    </w:p>
    <w:p w:rsidR="006974AE" w:rsidRDefault="006974AE" w:rsidP="006974AE">
      <w:r>
        <w:t>155.2637</w:t>
      </w:r>
      <w:r>
        <w:tab/>
        <w:t>1.013e0</w:t>
      </w:r>
    </w:p>
    <w:p w:rsidR="006974AE" w:rsidRDefault="006974AE" w:rsidP="006974AE">
      <w:r>
        <w:t>155.2838</w:t>
      </w:r>
      <w:r>
        <w:tab/>
        <w:t>1.013e0</w:t>
      </w:r>
    </w:p>
    <w:p w:rsidR="006974AE" w:rsidRDefault="006974AE" w:rsidP="006974AE">
      <w:r>
        <w:t>155.2871</w:t>
      </w:r>
      <w:r>
        <w:tab/>
        <w:t>1.013e0</w:t>
      </w:r>
    </w:p>
    <w:p w:rsidR="006974AE" w:rsidRDefault="006974AE" w:rsidP="006974AE">
      <w:r>
        <w:t>155.2973</w:t>
      </w:r>
      <w:r>
        <w:tab/>
        <w:t>2.025e0</w:t>
      </w:r>
    </w:p>
    <w:p w:rsidR="006974AE" w:rsidRDefault="006974AE" w:rsidP="006974AE">
      <w:r>
        <w:t>155.3106</w:t>
      </w:r>
      <w:r>
        <w:tab/>
        <w:t>1.013e0</w:t>
      </w:r>
    </w:p>
    <w:p w:rsidR="006974AE" w:rsidRDefault="006974AE" w:rsidP="006974AE">
      <w:r>
        <w:t>155.3137</w:t>
      </w:r>
      <w:r>
        <w:tab/>
        <w:t>1.013e0</w:t>
      </w:r>
    </w:p>
    <w:p w:rsidR="006974AE" w:rsidRDefault="006974AE" w:rsidP="006974AE">
      <w:r>
        <w:t>155.3267</w:t>
      </w:r>
      <w:r>
        <w:tab/>
        <w:t>2.025e0</w:t>
      </w:r>
    </w:p>
    <w:p w:rsidR="006974AE" w:rsidRDefault="006974AE" w:rsidP="006974AE">
      <w:r>
        <w:t>155.3286</w:t>
      </w:r>
      <w:r>
        <w:tab/>
        <w:t>2.025e0</w:t>
      </w:r>
    </w:p>
    <w:p w:rsidR="006974AE" w:rsidRDefault="006974AE" w:rsidP="006974AE">
      <w:r>
        <w:t>155.3303</w:t>
      </w:r>
      <w:r>
        <w:tab/>
        <w:t>1.013e0</w:t>
      </w:r>
    </w:p>
    <w:p w:rsidR="006974AE" w:rsidRDefault="006974AE" w:rsidP="006974AE">
      <w:r>
        <w:t>155.3666</w:t>
      </w:r>
      <w:r>
        <w:tab/>
        <w:t>1.013e0</w:t>
      </w:r>
    </w:p>
    <w:p w:rsidR="006974AE" w:rsidRDefault="006974AE" w:rsidP="006974AE">
      <w:r>
        <w:t>155.3833</w:t>
      </w:r>
      <w:r>
        <w:tab/>
        <w:t>1.013e0</w:t>
      </w:r>
    </w:p>
    <w:p w:rsidR="006974AE" w:rsidRDefault="006974AE" w:rsidP="006974AE">
      <w:r>
        <w:t>155.3932</w:t>
      </w:r>
      <w:r>
        <w:tab/>
        <w:t>1.013e0</w:t>
      </w:r>
    </w:p>
    <w:p w:rsidR="006974AE" w:rsidRDefault="006974AE" w:rsidP="006974AE">
      <w:r>
        <w:t>155.4034</w:t>
      </w:r>
      <w:r>
        <w:tab/>
        <w:t>1.013e0</w:t>
      </w:r>
    </w:p>
    <w:p w:rsidR="006974AE" w:rsidRDefault="006974AE" w:rsidP="006974AE">
      <w:r>
        <w:t>155.4070</w:t>
      </w:r>
      <w:r>
        <w:tab/>
        <w:t>1.013e0</w:t>
      </w:r>
    </w:p>
    <w:p w:rsidR="006974AE" w:rsidRDefault="006974AE" w:rsidP="006974AE">
      <w:r>
        <w:t>155.4225</w:t>
      </w:r>
      <w:r>
        <w:tab/>
        <w:t>1.013e0</w:t>
      </w:r>
    </w:p>
    <w:p w:rsidR="006974AE" w:rsidRDefault="006974AE" w:rsidP="006974AE">
      <w:r>
        <w:t>155.4262</w:t>
      </w:r>
      <w:r>
        <w:tab/>
        <w:t>1.013e0</w:t>
      </w:r>
    </w:p>
    <w:p w:rsidR="006974AE" w:rsidRDefault="006974AE" w:rsidP="006974AE">
      <w:r>
        <w:lastRenderedPageBreak/>
        <w:t>155.4430</w:t>
      </w:r>
      <w:r>
        <w:tab/>
        <w:t>2.025e0</w:t>
      </w:r>
    </w:p>
    <w:p w:rsidR="006974AE" w:rsidRDefault="006974AE" w:rsidP="006974AE">
      <w:r>
        <w:t>155.4674</w:t>
      </w:r>
      <w:r>
        <w:tab/>
        <w:t>2.025e0</w:t>
      </w:r>
    </w:p>
    <w:p w:rsidR="006974AE" w:rsidRDefault="006974AE" w:rsidP="006974AE">
      <w:r>
        <w:t>155.4724</w:t>
      </w:r>
      <w:r>
        <w:tab/>
        <w:t>1.013e0</w:t>
      </w:r>
    </w:p>
    <w:p w:rsidR="006974AE" w:rsidRDefault="006974AE" w:rsidP="006974AE">
      <w:r>
        <w:t>155.4740</w:t>
      </w:r>
      <w:r>
        <w:tab/>
        <w:t>2.025e0</w:t>
      </w:r>
    </w:p>
    <w:p w:rsidR="006974AE" w:rsidRDefault="006974AE" w:rsidP="006974AE">
      <w:r>
        <w:t>155.4894</w:t>
      </w:r>
      <w:r>
        <w:tab/>
        <w:t>1.013e0</w:t>
      </w:r>
    </w:p>
    <w:p w:rsidR="006974AE" w:rsidRDefault="006974AE" w:rsidP="006974AE">
      <w:r>
        <w:t>155.4993</w:t>
      </w:r>
      <w:r>
        <w:tab/>
        <w:t>2.025e0</w:t>
      </w:r>
    </w:p>
    <w:p w:rsidR="006974AE" w:rsidRDefault="006974AE" w:rsidP="006974AE">
      <w:r>
        <w:t>155.5045</w:t>
      </w:r>
      <w:r>
        <w:tab/>
        <w:t>3.038e0</w:t>
      </w:r>
    </w:p>
    <w:p w:rsidR="006974AE" w:rsidRDefault="006974AE" w:rsidP="006974AE">
      <w:r>
        <w:t>155.5252</w:t>
      </w:r>
      <w:r>
        <w:tab/>
        <w:t>1.013e0</w:t>
      </w:r>
    </w:p>
    <w:p w:rsidR="006974AE" w:rsidRDefault="006974AE" w:rsidP="006974AE">
      <w:r>
        <w:t>155.5289</w:t>
      </w:r>
      <w:r>
        <w:tab/>
        <w:t>1.013e0</w:t>
      </w:r>
    </w:p>
    <w:p w:rsidR="006974AE" w:rsidRDefault="006974AE" w:rsidP="006974AE">
      <w:r>
        <w:t>155.5321</w:t>
      </w:r>
      <w:r>
        <w:tab/>
        <w:t>2.025e0</w:t>
      </w:r>
    </w:p>
    <w:p w:rsidR="006974AE" w:rsidRDefault="006974AE" w:rsidP="006974AE">
      <w:r>
        <w:t>155.5491</w:t>
      </w:r>
      <w:r>
        <w:tab/>
        <w:t>1.013e0</w:t>
      </w:r>
    </w:p>
    <w:p w:rsidR="006974AE" w:rsidRDefault="006974AE" w:rsidP="006974AE">
      <w:r>
        <w:t>155.5507</w:t>
      </w:r>
      <w:r>
        <w:tab/>
        <w:t>2.025e0</w:t>
      </w:r>
    </w:p>
    <w:p w:rsidR="006974AE" w:rsidRDefault="006974AE" w:rsidP="006974AE">
      <w:r>
        <w:t>155.5523</w:t>
      </w:r>
      <w:r>
        <w:tab/>
        <w:t>1.013e0</w:t>
      </w:r>
    </w:p>
    <w:p w:rsidR="006974AE" w:rsidRDefault="006974AE" w:rsidP="006974AE">
      <w:r>
        <w:t>155.5542</w:t>
      </w:r>
      <w:r>
        <w:tab/>
        <w:t>2.025e0</w:t>
      </w:r>
    </w:p>
    <w:p w:rsidR="006974AE" w:rsidRDefault="006974AE" w:rsidP="006974AE">
      <w:r>
        <w:t>155.5719</w:t>
      </w:r>
      <w:r>
        <w:tab/>
        <w:t>1.013e0</w:t>
      </w:r>
    </w:p>
    <w:p w:rsidR="006974AE" w:rsidRDefault="006974AE" w:rsidP="006974AE">
      <w:r>
        <w:t>155.5955</w:t>
      </w:r>
      <w:r>
        <w:tab/>
        <w:t>4.051e0</w:t>
      </w:r>
    </w:p>
    <w:p w:rsidR="006974AE" w:rsidRDefault="006974AE" w:rsidP="006974AE">
      <w:r>
        <w:t>155.6350</w:t>
      </w:r>
      <w:r>
        <w:tab/>
        <w:t>1.013e0</w:t>
      </w:r>
    </w:p>
    <w:p w:rsidR="006974AE" w:rsidRDefault="006974AE" w:rsidP="006974AE">
      <w:r>
        <w:t>155.6365</w:t>
      </w:r>
      <w:r>
        <w:tab/>
        <w:t>2.025e0</w:t>
      </w:r>
    </w:p>
    <w:p w:rsidR="006974AE" w:rsidRDefault="006974AE" w:rsidP="006974AE">
      <w:r>
        <w:t>155.6518</w:t>
      </w:r>
      <w:r>
        <w:tab/>
        <w:t>2.025e0</w:t>
      </w:r>
    </w:p>
    <w:p w:rsidR="006974AE" w:rsidRDefault="006974AE" w:rsidP="006974AE">
      <w:r>
        <w:lastRenderedPageBreak/>
        <w:t>155.6846</w:t>
      </w:r>
      <w:r>
        <w:tab/>
        <w:t>2.025e0</w:t>
      </w:r>
    </w:p>
    <w:p w:rsidR="006974AE" w:rsidRDefault="006974AE" w:rsidP="006974AE">
      <w:r>
        <w:t>155.6879</w:t>
      </w:r>
      <w:r>
        <w:tab/>
        <w:t>1.013e0</w:t>
      </w:r>
    </w:p>
    <w:p w:rsidR="006974AE" w:rsidRDefault="006974AE" w:rsidP="006974AE">
      <w:r>
        <w:t>155.6902</w:t>
      </w:r>
      <w:r>
        <w:tab/>
        <w:t>3.038e0</w:t>
      </w:r>
    </w:p>
    <w:p w:rsidR="006974AE" w:rsidRDefault="006974AE" w:rsidP="006974AE">
      <w:r>
        <w:t>155.7117</w:t>
      </w:r>
      <w:r>
        <w:tab/>
        <w:t>1.013e0</w:t>
      </w:r>
    </w:p>
    <w:p w:rsidR="006974AE" w:rsidRDefault="006974AE" w:rsidP="006974AE">
      <w:r>
        <w:t>155.7343</w:t>
      </w:r>
      <w:r>
        <w:tab/>
        <w:t>1.013e0</w:t>
      </w:r>
    </w:p>
    <w:p w:rsidR="006974AE" w:rsidRDefault="006974AE" w:rsidP="006974AE">
      <w:r>
        <w:t>155.7376</w:t>
      </w:r>
      <w:r>
        <w:tab/>
        <w:t>1.013e0</w:t>
      </w:r>
    </w:p>
    <w:p w:rsidR="006974AE" w:rsidRDefault="006974AE" w:rsidP="006974AE">
      <w:r>
        <w:t>155.7547</w:t>
      </w:r>
      <w:r>
        <w:tab/>
        <w:t>1.013e0</w:t>
      </w:r>
    </w:p>
    <w:p w:rsidR="006974AE" w:rsidRDefault="006974AE" w:rsidP="006974AE">
      <w:r>
        <w:t>155.7649</w:t>
      </w:r>
      <w:r>
        <w:tab/>
        <w:t>2.025e0</w:t>
      </w:r>
    </w:p>
    <w:p w:rsidR="006974AE" w:rsidRDefault="006974AE" w:rsidP="006974AE">
      <w:r>
        <w:t>155.8093</w:t>
      </w:r>
      <w:r>
        <w:tab/>
        <w:t>2.025e0</w:t>
      </w:r>
    </w:p>
    <w:p w:rsidR="006974AE" w:rsidRDefault="006974AE" w:rsidP="006974AE">
      <w:r>
        <w:t>155.8111</w:t>
      </w:r>
      <w:r>
        <w:tab/>
        <w:t>1.013e0</w:t>
      </w:r>
    </w:p>
    <w:p w:rsidR="006974AE" w:rsidRDefault="006974AE" w:rsidP="006974AE">
      <w:r>
        <w:t>155.8472</w:t>
      </w:r>
      <w:r>
        <w:tab/>
        <w:t>1.013e0</w:t>
      </w:r>
    </w:p>
    <w:p w:rsidR="006974AE" w:rsidRDefault="006974AE" w:rsidP="006974AE">
      <w:r>
        <w:t>155.8674</w:t>
      </w:r>
      <w:r>
        <w:tab/>
        <w:t>1.013e0</w:t>
      </w:r>
    </w:p>
    <w:p w:rsidR="006974AE" w:rsidRDefault="006974AE" w:rsidP="006974AE">
      <w:r>
        <w:t>155.8809</w:t>
      </w:r>
      <w:r>
        <w:tab/>
        <w:t>1.013e0</w:t>
      </w:r>
    </w:p>
    <w:p w:rsidR="006974AE" w:rsidRDefault="006974AE" w:rsidP="006974AE">
      <w:r>
        <w:t>155.8970</w:t>
      </w:r>
      <w:r>
        <w:tab/>
        <w:t>3.038e0</w:t>
      </w:r>
    </w:p>
    <w:p w:rsidR="006974AE" w:rsidRDefault="006974AE" w:rsidP="006974AE">
      <w:r>
        <w:t>155.9290</w:t>
      </w:r>
      <w:r>
        <w:tab/>
        <w:t>2.025e0</w:t>
      </w:r>
    </w:p>
    <w:p w:rsidR="006974AE" w:rsidRDefault="006974AE" w:rsidP="006974AE">
      <w:r>
        <w:t>155.9466</w:t>
      </w:r>
      <w:r>
        <w:tab/>
        <w:t>1.013e0</w:t>
      </w:r>
    </w:p>
    <w:p w:rsidR="006974AE" w:rsidRDefault="006974AE" w:rsidP="006974AE">
      <w:r>
        <w:t>155.9534</w:t>
      </w:r>
      <w:r>
        <w:tab/>
        <w:t>3.038e0</w:t>
      </w:r>
    </w:p>
    <w:p w:rsidR="006974AE" w:rsidRDefault="006974AE" w:rsidP="006974AE">
      <w:r>
        <w:t>155.9636</w:t>
      </w:r>
      <w:r>
        <w:tab/>
        <w:t>2.025e0</w:t>
      </w:r>
    </w:p>
    <w:p w:rsidR="006974AE" w:rsidRDefault="006974AE" w:rsidP="006974AE">
      <w:r>
        <w:t>155.9705</w:t>
      </w:r>
      <w:r>
        <w:tab/>
        <w:t>2.025e0</w:t>
      </w:r>
    </w:p>
    <w:p w:rsidR="006974AE" w:rsidRDefault="006974AE" w:rsidP="006974AE">
      <w:r>
        <w:lastRenderedPageBreak/>
        <w:t>155.9736</w:t>
      </w:r>
      <w:r>
        <w:tab/>
        <w:t>1.013e0</w:t>
      </w:r>
    </w:p>
    <w:p w:rsidR="006974AE" w:rsidRDefault="006974AE" w:rsidP="006974AE">
      <w:r>
        <w:t>155.9839</w:t>
      </w:r>
      <w:r>
        <w:tab/>
        <w:t>2.025e0</w:t>
      </w:r>
    </w:p>
    <w:p w:rsidR="006974AE" w:rsidRDefault="006974AE" w:rsidP="006974AE">
      <w:r>
        <w:t>155.9899</w:t>
      </w:r>
      <w:r>
        <w:tab/>
        <w:t>2.025e0</w:t>
      </w:r>
    </w:p>
    <w:p w:rsidR="006974AE" w:rsidRDefault="006974AE" w:rsidP="006974AE">
      <w:r>
        <w:t>155.9932</w:t>
      </w:r>
      <w:r>
        <w:tab/>
        <w:t>1.013e0</w:t>
      </w:r>
    </w:p>
    <w:p w:rsidR="006974AE" w:rsidRDefault="006974AE" w:rsidP="006974AE">
      <w:r>
        <w:t>155.9962</w:t>
      </w:r>
      <w:r>
        <w:tab/>
        <w:t>1.013e0</w:t>
      </w:r>
    </w:p>
    <w:p w:rsidR="006974AE" w:rsidRDefault="006974AE" w:rsidP="006974AE">
      <w:r>
        <w:t>156.0133</w:t>
      </w:r>
      <w:r>
        <w:tab/>
        <w:t>1.013e0</w:t>
      </w:r>
    </w:p>
    <w:p w:rsidR="006974AE" w:rsidRDefault="006974AE" w:rsidP="006974AE">
      <w:r>
        <w:t>156.0166</w:t>
      </w:r>
      <w:r>
        <w:tab/>
        <w:t>1.013e0</w:t>
      </w:r>
    </w:p>
    <w:p w:rsidR="006974AE" w:rsidRDefault="006974AE" w:rsidP="006974AE">
      <w:r>
        <w:t>156.0236</w:t>
      </w:r>
      <w:r>
        <w:tab/>
        <w:t>1.013e0</w:t>
      </w:r>
    </w:p>
    <w:p w:rsidR="006974AE" w:rsidRDefault="006974AE" w:rsidP="006974AE">
      <w:r>
        <w:t>156.0270</w:t>
      </w:r>
      <w:r>
        <w:tab/>
        <w:t>1.013e0</w:t>
      </w:r>
    </w:p>
    <w:p w:rsidR="006974AE" w:rsidRDefault="006974AE" w:rsidP="006974AE">
      <w:r>
        <w:t>156.0399</w:t>
      </w:r>
      <w:r>
        <w:tab/>
        <w:t>1.013e0</w:t>
      </w:r>
    </w:p>
    <w:p w:rsidR="006974AE" w:rsidRDefault="006974AE" w:rsidP="006974AE">
      <w:r>
        <w:t>156.0415</w:t>
      </w:r>
      <w:r>
        <w:tab/>
        <w:t>4.051e0</w:t>
      </w:r>
    </w:p>
    <w:p w:rsidR="006974AE" w:rsidRDefault="006974AE" w:rsidP="006974AE">
      <w:r>
        <w:t>156.0462</w:t>
      </w:r>
      <w:r>
        <w:tab/>
        <w:t>5.063e0</w:t>
      </w:r>
    </w:p>
    <w:p w:rsidR="006974AE" w:rsidRDefault="006974AE" w:rsidP="006974AE">
      <w:r>
        <w:t>156.0518</w:t>
      </w:r>
      <w:r>
        <w:tab/>
        <w:t>3.038e0</w:t>
      </w:r>
    </w:p>
    <w:p w:rsidR="006974AE" w:rsidRDefault="006974AE" w:rsidP="006974AE">
      <w:r>
        <w:t>156.0731</w:t>
      </w:r>
      <w:r>
        <w:tab/>
        <w:t>3.038e0</w:t>
      </w:r>
    </w:p>
    <w:p w:rsidR="006974AE" w:rsidRDefault="006974AE" w:rsidP="006974AE">
      <w:r>
        <w:t>156.0747</w:t>
      </w:r>
      <w:r>
        <w:tab/>
        <w:t>1.215e1</w:t>
      </w:r>
    </w:p>
    <w:p w:rsidR="006974AE" w:rsidRDefault="006974AE" w:rsidP="006974AE">
      <w:r>
        <w:t>156.0797</w:t>
      </w:r>
      <w:r>
        <w:tab/>
        <w:t>1.629e1</w:t>
      </w:r>
    </w:p>
    <w:p w:rsidR="006974AE" w:rsidRDefault="006974AE" w:rsidP="006974AE">
      <w:r>
        <w:t>156.0816</w:t>
      </w:r>
      <w:r>
        <w:tab/>
        <w:t>1.114e1</w:t>
      </w:r>
    </w:p>
    <w:p w:rsidR="006974AE" w:rsidRDefault="006974AE" w:rsidP="006974AE">
      <w:r>
        <w:t>156.0963</w:t>
      </w:r>
      <w:r>
        <w:tab/>
        <w:t>1.013e0</w:t>
      </w:r>
    </w:p>
    <w:p w:rsidR="006974AE" w:rsidRDefault="006974AE" w:rsidP="006974AE">
      <w:r>
        <w:t>156.1034</w:t>
      </w:r>
      <w:r>
        <w:tab/>
        <w:t>3.038e0</w:t>
      </w:r>
    </w:p>
    <w:p w:rsidR="006974AE" w:rsidRDefault="006974AE" w:rsidP="006974AE">
      <w:r>
        <w:lastRenderedPageBreak/>
        <w:t>156.1059</w:t>
      </w:r>
      <w:r>
        <w:tab/>
        <w:t>2.025e0</w:t>
      </w:r>
    </w:p>
    <w:p w:rsidR="006974AE" w:rsidRDefault="006974AE" w:rsidP="006974AE">
      <w:r>
        <w:t>156.1113</w:t>
      </w:r>
      <w:r>
        <w:tab/>
        <w:t>3.038e0</w:t>
      </w:r>
    </w:p>
    <w:p w:rsidR="006974AE" w:rsidRDefault="006974AE" w:rsidP="006974AE">
      <w:r>
        <w:t>156.1163</w:t>
      </w:r>
      <w:r>
        <w:tab/>
        <w:t>1.013e0</w:t>
      </w:r>
    </w:p>
    <w:p w:rsidR="006974AE" w:rsidRDefault="006974AE" w:rsidP="006974AE">
      <w:r>
        <w:t>156.1236</w:t>
      </w:r>
      <w:r>
        <w:tab/>
        <w:t>4.051e0</w:t>
      </w:r>
    </w:p>
    <w:p w:rsidR="006974AE" w:rsidRDefault="006974AE" w:rsidP="006974AE">
      <w:r>
        <w:t>156.1330</w:t>
      </w:r>
      <w:r>
        <w:tab/>
        <w:t>1.013e0</w:t>
      </w:r>
    </w:p>
    <w:p w:rsidR="006974AE" w:rsidRDefault="006974AE" w:rsidP="006974AE">
      <w:r>
        <w:t>156.1382</w:t>
      </w:r>
      <w:r>
        <w:tab/>
        <w:t>3.038e0</w:t>
      </w:r>
    </w:p>
    <w:p w:rsidR="006974AE" w:rsidRDefault="006974AE" w:rsidP="006974AE">
      <w:r>
        <w:t>156.1400</w:t>
      </w:r>
      <w:r>
        <w:tab/>
        <w:t>2.025e0</w:t>
      </w:r>
    </w:p>
    <w:p w:rsidR="006974AE" w:rsidRDefault="006974AE" w:rsidP="006974AE">
      <w:r>
        <w:t>156.1537</w:t>
      </w:r>
      <w:r>
        <w:tab/>
        <w:t>2.025e0</w:t>
      </w:r>
    </w:p>
    <w:p w:rsidR="006974AE" w:rsidRDefault="006974AE" w:rsidP="006974AE">
      <w:r>
        <w:t>156.1593</w:t>
      </w:r>
      <w:r>
        <w:tab/>
        <w:t>1.013e0</w:t>
      </w:r>
    </w:p>
    <w:p w:rsidR="006974AE" w:rsidRDefault="006974AE" w:rsidP="006974AE">
      <w:r>
        <w:t>156.1828</w:t>
      </w:r>
      <w:r>
        <w:tab/>
        <w:t>1.013e0</w:t>
      </w:r>
    </w:p>
    <w:p w:rsidR="006974AE" w:rsidRDefault="006974AE" w:rsidP="006974AE">
      <w:r>
        <w:t>156.1961</w:t>
      </w:r>
      <w:r>
        <w:tab/>
        <w:t>1.013e0</w:t>
      </w:r>
    </w:p>
    <w:p w:rsidR="006974AE" w:rsidRDefault="006974AE" w:rsidP="006974AE">
      <w:r>
        <w:t>156.2122</w:t>
      </w:r>
      <w:r>
        <w:tab/>
        <w:t>1.013e0</w:t>
      </w:r>
    </w:p>
    <w:p w:rsidR="006974AE" w:rsidRDefault="006974AE" w:rsidP="006974AE">
      <w:r>
        <w:t>156.2225</w:t>
      </w:r>
      <w:r>
        <w:tab/>
        <w:t>2.025e0</w:t>
      </w:r>
    </w:p>
    <w:p w:rsidR="006974AE" w:rsidRDefault="006974AE" w:rsidP="006974AE">
      <w:r>
        <w:t>156.2293</w:t>
      </w:r>
      <w:r>
        <w:tab/>
        <w:t>1.013e0</w:t>
      </w:r>
    </w:p>
    <w:p w:rsidR="006974AE" w:rsidRDefault="006974AE" w:rsidP="006974AE">
      <w:r>
        <w:t>156.2557</w:t>
      </w:r>
      <w:r>
        <w:tab/>
        <w:t>1.013e0</w:t>
      </w:r>
    </w:p>
    <w:p w:rsidR="006974AE" w:rsidRDefault="006974AE" w:rsidP="006974AE">
      <w:r>
        <w:t>156.2690</w:t>
      </w:r>
      <w:r>
        <w:tab/>
        <w:t>1.013e0</w:t>
      </w:r>
    </w:p>
    <w:p w:rsidR="006974AE" w:rsidRDefault="006974AE" w:rsidP="006974AE">
      <w:r>
        <w:t>156.2961</w:t>
      </w:r>
      <w:r>
        <w:tab/>
        <w:t>1.013e0</w:t>
      </w:r>
    </w:p>
    <w:p w:rsidR="006974AE" w:rsidRDefault="006974AE" w:rsidP="006974AE">
      <w:r>
        <w:t>156.3185</w:t>
      </w:r>
      <w:r>
        <w:tab/>
        <w:t>1.013e0</w:t>
      </w:r>
    </w:p>
    <w:p w:rsidR="006974AE" w:rsidRDefault="006974AE" w:rsidP="006974AE">
      <w:r>
        <w:t>156.3357</w:t>
      </w:r>
      <w:r>
        <w:tab/>
        <w:t>1.013e0</w:t>
      </w:r>
    </w:p>
    <w:p w:rsidR="006974AE" w:rsidRDefault="006974AE" w:rsidP="006974AE">
      <w:r>
        <w:lastRenderedPageBreak/>
        <w:t>156.3652</w:t>
      </w:r>
      <w:r>
        <w:tab/>
        <w:t>1.013e0</w:t>
      </w:r>
    </w:p>
    <w:p w:rsidR="006974AE" w:rsidRDefault="006974AE" w:rsidP="006974AE">
      <w:r>
        <w:t>156.4122</w:t>
      </w:r>
      <w:r>
        <w:tab/>
        <w:t>1.013e0</w:t>
      </w:r>
    </w:p>
    <w:p w:rsidR="006974AE" w:rsidRDefault="006974AE" w:rsidP="006974AE">
      <w:r>
        <w:t>156.4182</w:t>
      </w:r>
      <w:r>
        <w:tab/>
        <w:t>1.013e0</w:t>
      </w:r>
    </w:p>
    <w:p w:rsidR="006974AE" w:rsidRDefault="006974AE" w:rsidP="006974AE">
      <w:r>
        <w:t>156.4250</w:t>
      </w:r>
      <w:r>
        <w:tab/>
        <w:t>1.013e0</w:t>
      </w:r>
    </w:p>
    <w:p w:rsidR="006974AE" w:rsidRDefault="006974AE" w:rsidP="006974AE">
      <w:r>
        <w:t>156.4386</w:t>
      </w:r>
      <w:r>
        <w:tab/>
        <w:t>1.013e0</w:t>
      </w:r>
    </w:p>
    <w:p w:rsidR="006974AE" w:rsidRDefault="006974AE" w:rsidP="006974AE">
      <w:r>
        <w:t>156.4471</w:t>
      </w:r>
      <w:r>
        <w:tab/>
        <w:t>2.025e0</w:t>
      </w:r>
    </w:p>
    <w:p w:rsidR="006974AE" w:rsidRDefault="006974AE" w:rsidP="006974AE">
      <w:r>
        <w:t>156.4620</w:t>
      </w:r>
      <w:r>
        <w:tab/>
        <w:t>1.013e0</w:t>
      </w:r>
    </w:p>
    <w:p w:rsidR="006974AE" w:rsidRDefault="006974AE" w:rsidP="006974AE">
      <w:r>
        <w:t>156.5088</w:t>
      </w:r>
      <w:r>
        <w:tab/>
        <w:t>1.013e0</w:t>
      </w:r>
    </w:p>
    <w:p w:rsidR="006974AE" w:rsidRDefault="006974AE" w:rsidP="006974AE">
      <w:r>
        <w:t>156.5215</w:t>
      </w:r>
      <w:r>
        <w:tab/>
        <w:t>1.013e0</w:t>
      </w:r>
    </w:p>
    <w:p w:rsidR="006974AE" w:rsidRDefault="006974AE" w:rsidP="006974AE">
      <w:r>
        <w:t>156.5381</w:t>
      </w:r>
      <w:r>
        <w:tab/>
        <w:t>1.013e0</w:t>
      </w:r>
    </w:p>
    <w:p w:rsidR="006974AE" w:rsidRDefault="006974AE" w:rsidP="006974AE">
      <w:r>
        <w:t>156.5416</w:t>
      </w:r>
      <w:r>
        <w:tab/>
        <w:t>1.013e0</w:t>
      </w:r>
    </w:p>
    <w:p w:rsidR="006974AE" w:rsidRDefault="006974AE" w:rsidP="006974AE">
      <w:r>
        <w:t>156.5484</w:t>
      </w:r>
      <w:r>
        <w:tab/>
        <w:t>2.025e0</w:t>
      </w:r>
    </w:p>
    <w:p w:rsidR="006974AE" w:rsidRDefault="006974AE" w:rsidP="006974AE">
      <w:r>
        <w:t>156.5585</w:t>
      </w:r>
      <w:r>
        <w:tab/>
        <w:t>1.013e0</w:t>
      </w:r>
    </w:p>
    <w:p w:rsidR="006974AE" w:rsidRDefault="006974AE" w:rsidP="006974AE">
      <w:r>
        <w:t>156.5878</w:t>
      </w:r>
      <w:r>
        <w:tab/>
        <w:t>1.013e0</w:t>
      </w:r>
    </w:p>
    <w:p w:rsidR="006974AE" w:rsidRDefault="006974AE" w:rsidP="006974AE">
      <w:r>
        <w:t>156.6082</w:t>
      </w:r>
      <w:r>
        <w:tab/>
        <w:t>2.025e0</w:t>
      </w:r>
    </w:p>
    <w:p w:rsidR="006974AE" w:rsidRDefault="006974AE" w:rsidP="006974AE">
      <w:r>
        <w:t>156.6151</w:t>
      </w:r>
      <w:r>
        <w:tab/>
        <w:t>1.013e0</w:t>
      </w:r>
    </w:p>
    <w:p w:rsidR="006974AE" w:rsidRDefault="006974AE" w:rsidP="006974AE">
      <w:r>
        <w:t>156.6378</w:t>
      </w:r>
      <w:r>
        <w:tab/>
        <w:t>1.013e0</w:t>
      </w:r>
    </w:p>
    <w:p w:rsidR="006974AE" w:rsidRDefault="006974AE" w:rsidP="006974AE">
      <w:r>
        <w:t>156.6444</w:t>
      </w:r>
      <w:r>
        <w:tab/>
        <w:t>2.025e0</w:t>
      </w:r>
    </w:p>
    <w:p w:rsidR="006974AE" w:rsidRDefault="006974AE" w:rsidP="006974AE">
      <w:r>
        <w:t>156.6813</w:t>
      </w:r>
      <w:r>
        <w:tab/>
        <w:t>1.013e0</w:t>
      </w:r>
    </w:p>
    <w:p w:rsidR="006974AE" w:rsidRDefault="006974AE" w:rsidP="006974AE">
      <w:r>
        <w:lastRenderedPageBreak/>
        <w:t>156.6910</w:t>
      </w:r>
      <w:r>
        <w:tab/>
        <w:t>1.013e0</w:t>
      </w:r>
    </w:p>
    <w:p w:rsidR="006974AE" w:rsidRDefault="006974AE" w:rsidP="006974AE">
      <w:r>
        <w:t>156.6976</w:t>
      </w:r>
      <w:r>
        <w:tab/>
        <w:t>1.013e0</w:t>
      </w:r>
    </w:p>
    <w:p w:rsidR="006974AE" w:rsidRDefault="006974AE" w:rsidP="006974AE">
      <w:r>
        <w:t>156.7114</w:t>
      </w:r>
      <w:r>
        <w:tab/>
        <w:t>1.013e0</w:t>
      </w:r>
    </w:p>
    <w:p w:rsidR="006974AE" w:rsidRDefault="006974AE" w:rsidP="006974AE">
      <w:r>
        <w:t>156.7179</w:t>
      </w:r>
      <w:r>
        <w:tab/>
        <w:t>1.013e0</w:t>
      </w:r>
    </w:p>
    <w:p w:rsidR="006974AE" w:rsidRDefault="006974AE" w:rsidP="006974AE">
      <w:r>
        <w:t>156.7213</w:t>
      </w:r>
      <w:r>
        <w:tab/>
        <w:t>1.013e0</w:t>
      </w:r>
    </w:p>
    <w:p w:rsidR="006974AE" w:rsidRDefault="006974AE" w:rsidP="006974AE">
      <w:r>
        <w:t>156.7379</w:t>
      </w:r>
      <w:r>
        <w:tab/>
        <w:t>2.025e0</w:t>
      </w:r>
    </w:p>
    <w:p w:rsidR="006974AE" w:rsidRDefault="006974AE" w:rsidP="006974AE">
      <w:r>
        <w:t>156.7411</w:t>
      </w:r>
      <w:r>
        <w:tab/>
        <w:t>1.013e0</w:t>
      </w:r>
    </w:p>
    <w:p w:rsidR="006974AE" w:rsidRDefault="006974AE" w:rsidP="006974AE">
      <w:r>
        <w:t>156.7508</w:t>
      </w:r>
      <w:r>
        <w:tab/>
        <w:t>1.013e0</w:t>
      </w:r>
    </w:p>
    <w:p w:rsidR="006974AE" w:rsidRDefault="006974AE" w:rsidP="006974AE">
      <w:r>
        <w:t>156.7545</w:t>
      </w:r>
      <w:r>
        <w:tab/>
        <w:t>1.013e0</w:t>
      </w:r>
    </w:p>
    <w:p w:rsidR="006974AE" w:rsidRDefault="006974AE" w:rsidP="006974AE">
      <w:r>
        <w:t>156.7780</w:t>
      </w:r>
      <w:r>
        <w:tab/>
        <w:t>3.038e0</w:t>
      </w:r>
    </w:p>
    <w:p w:rsidR="006974AE" w:rsidRDefault="006974AE" w:rsidP="006974AE">
      <w:r>
        <w:t>156.7848</w:t>
      </w:r>
      <w:r>
        <w:tab/>
        <w:t>1.013e0</w:t>
      </w:r>
    </w:p>
    <w:p w:rsidR="006974AE" w:rsidRDefault="006974AE" w:rsidP="006974AE">
      <w:r>
        <w:t>156.7942</w:t>
      </w:r>
      <w:r>
        <w:tab/>
        <w:t>1.013e0</w:t>
      </w:r>
    </w:p>
    <w:p w:rsidR="006974AE" w:rsidRDefault="006974AE" w:rsidP="006974AE">
      <w:r>
        <w:t>156.8077</w:t>
      </w:r>
      <w:r>
        <w:tab/>
        <w:t>1.013e0</w:t>
      </w:r>
    </w:p>
    <w:p w:rsidR="006974AE" w:rsidRDefault="006974AE" w:rsidP="006974AE">
      <w:r>
        <w:t>156.8145</w:t>
      </w:r>
      <w:r>
        <w:tab/>
        <w:t>1.013e0</w:t>
      </w:r>
    </w:p>
    <w:p w:rsidR="006974AE" w:rsidRDefault="006974AE" w:rsidP="006974AE">
      <w:r>
        <w:t>156.8314</w:t>
      </w:r>
      <w:r>
        <w:tab/>
        <w:t>1.013e0</w:t>
      </w:r>
    </w:p>
    <w:p w:rsidR="006974AE" w:rsidRDefault="006974AE" w:rsidP="006974AE">
      <w:r>
        <w:t>156.8381</w:t>
      </w:r>
      <w:r>
        <w:tab/>
        <w:t>1.013e0</w:t>
      </w:r>
    </w:p>
    <w:p w:rsidR="006974AE" w:rsidRDefault="006974AE" w:rsidP="006974AE">
      <w:r>
        <w:t>156.8445</w:t>
      </w:r>
      <w:r>
        <w:tab/>
        <w:t>1.013e0</w:t>
      </w:r>
    </w:p>
    <w:p w:rsidR="006974AE" w:rsidRDefault="006974AE" w:rsidP="006974AE">
      <w:r>
        <w:t>156.8643</w:t>
      </w:r>
      <w:r>
        <w:tab/>
        <w:t>1.013e0</w:t>
      </w:r>
    </w:p>
    <w:p w:rsidR="006974AE" w:rsidRDefault="006974AE" w:rsidP="006974AE">
      <w:r>
        <w:t>156.8879</w:t>
      </w:r>
      <w:r>
        <w:tab/>
        <w:t>2.025e0</w:t>
      </w:r>
    </w:p>
    <w:p w:rsidR="006974AE" w:rsidRDefault="006974AE" w:rsidP="006974AE">
      <w:r>
        <w:lastRenderedPageBreak/>
        <w:t>156.8914</w:t>
      </w:r>
      <w:r>
        <w:tab/>
        <w:t>3.038e0</w:t>
      </w:r>
    </w:p>
    <w:p w:rsidR="006974AE" w:rsidRDefault="006974AE" w:rsidP="006974AE">
      <w:r>
        <w:t>156.9310</w:t>
      </w:r>
      <w:r>
        <w:tab/>
        <w:t>2.025e0</w:t>
      </w:r>
    </w:p>
    <w:p w:rsidR="006974AE" w:rsidRDefault="006974AE" w:rsidP="006974AE">
      <w:r>
        <w:t>156.9512</w:t>
      </w:r>
      <w:r>
        <w:tab/>
        <w:t>1.013e0</w:t>
      </w:r>
    </w:p>
    <w:p w:rsidR="006974AE" w:rsidRDefault="006974AE" w:rsidP="006974AE">
      <w:r>
        <w:t>156.9544</w:t>
      </w:r>
      <w:r>
        <w:tab/>
        <w:t>1.013e0</w:t>
      </w:r>
    </w:p>
    <w:p w:rsidR="006974AE" w:rsidRDefault="006974AE" w:rsidP="006974AE">
      <w:r>
        <w:t>156.9575</w:t>
      </w:r>
      <w:r>
        <w:tab/>
        <w:t>1.013e0</w:t>
      </w:r>
    </w:p>
    <w:p w:rsidR="006974AE" w:rsidRDefault="006974AE" w:rsidP="006974AE">
      <w:r>
        <w:t>156.9776</w:t>
      </w:r>
      <w:r>
        <w:tab/>
        <w:t>1.013e0</w:t>
      </w:r>
    </w:p>
    <w:p w:rsidR="006974AE" w:rsidRDefault="006974AE" w:rsidP="006974AE">
      <w:r>
        <w:t>156.9875</w:t>
      </w:r>
      <w:r>
        <w:tab/>
        <w:t>1.013e0</w:t>
      </w:r>
    </w:p>
    <w:p w:rsidR="006974AE" w:rsidRDefault="006974AE" w:rsidP="006974AE">
      <w:r>
        <w:t>156.9979</w:t>
      </w:r>
      <w:r>
        <w:tab/>
        <w:t>1.013e0</w:t>
      </w:r>
    </w:p>
    <w:p w:rsidR="006974AE" w:rsidRDefault="006974AE" w:rsidP="006974AE">
      <w:r>
        <w:t>157.0044</w:t>
      </w:r>
      <w:r>
        <w:tab/>
        <w:t>1.013e0</w:t>
      </w:r>
    </w:p>
    <w:p w:rsidR="006974AE" w:rsidRDefault="006974AE" w:rsidP="006974AE">
      <w:r>
        <w:t>157.0296</w:t>
      </w:r>
      <w:r>
        <w:tab/>
        <w:t>1.114e1</w:t>
      </w:r>
    </w:p>
    <w:p w:rsidR="006974AE" w:rsidRDefault="006974AE" w:rsidP="006974AE">
      <w:r>
        <w:t>157.0312</w:t>
      </w:r>
      <w:r>
        <w:tab/>
        <w:t>8.101e0</w:t>
      </w:r>
    </w:p>
    <w:p w:rsidR="006974AE" w:rsidRDefault="006974AE" w:rsidP="006974AE">
      <w:r>
        <w:t>157.0334</w:t>
      </w:r>
      <w:r>
        <w:tab/>
        <w:t>1.013e1</w:t>
      </w:r>
    </w:p>
    <w:p w:rsidR="006974AE" w:rsidRDefault="006974AE" w:rsidP="006974AE">
      <w:r>
        <w:t>157.0351</w:t>
      </w:r>
      <w:r>
        <w:tab/>
        <w:t>2.127e1</w:t>
      </w:r>
    </w:p>
    <w:p w:rsidR="006974AE" w:rsidRDefault="006974AE" w:rsidP="006974AE">
      <w:r>
        <w:t>157.0376</w:t>
      </w:r>
      <w:r>
        <w:tab/>
        <w:t>1.316e1</w:t>
      </w:r>
    </w:p>
    <w:p w:rsidR="006974AE" w:rsidRDefault="006974AE" w:rsidP="006974AE">
      <w:r>
        <w:t>157.0390</w:t>
      </w:r>
      <w:r>
        <w:tab/>
        <w:t>9.489e0</w:t>
      </w:r>
    </w:p>
    <w:p w:rsidR="006974AE" w:rsidRDefault="006974AE" w:rsidP="006974AE">
      <w:r>
        <w:t>157.0408</w:t>
      </w:r>
      <w:r>
        <w:tab/>
        <w:t>9.114e0</w:t>
      </w:r>
    </w:p>
    <w:p w:rsidR="006974AE" w:rsidRDefault="006974AE" w:rsidP="006974AE">
      <w:r>
        <w:t>157.0602</w:t>
      </w:r>
      <w:r>
        <w:tab/>
        <w:t>2.828e0</w:t>
      </w:r>
    </w:p>
    <w:p w:rsidR="006974AE" w:rsidRDefault="006974AE" w:rsidP="006974AE">
      <w:r>
        <w:t>157.0642</w:t>
      </w:r>
      <w:r>
        <w:tab/>
        <w:t>1.013e0</w:t>
      </w:r>
    </w:p>
    <w:p w:rsidR="006974AE" w:rsidRDefault="006974AE" w:rsidP="006974AE">
      <w:r>
        <w:t>157.0858</w:t>
      </w:r>
      <w:r>
        <w:tab/>
        <w:t>2.025e0</w:t>
      </w:r>
    </w:p>
    <w:p w:rsidR="006974AE" w:rsidRDefault="006974AE" w:rsidP="006974AE">
      <w:r>
        <w:lastRenderedPageBreak/>
        <w:t>157.0872</w:t>
      </w:r>
      <w:r>
        <w:tab/>
        <w:t>4.051e0</w:t>
      </w:r>
    </w:p>
    <w:p w:rsidR="006974AE" w:rsidRDefault="006974AE" w:rsidP="006974AE">
      <w:r>
        <w:t>157.0932</w:t>
      </w:r>
      <w:r>
        <w:tab/>
        <w:t>3.038e0</w:t>
      </w:r>
    </w:p>
    <w:p w:rsidR="006974AE" w:rsidRDefault="006974AE" w:rsidP="006974AE">
      <w:r>
        <w:t>157.0942</w:t>
      </w:r>
      <w:r>
        <w:tab/>
        <w:t>6.076e0</w:t>
      </w:r>
    </w:p>
    <w:p w:rsidR="006974AE" w:rsidRDefault="006974AE" w:rsidP="006974AE">
      <w:r>
        <w:t>157.1008</w:t>
      </w:r>
      <w:r>
        <w:tab/>
        <w:t>2.025e0</w:t>
      </w:r>
    </w:p>
    <w:p w:rsidR="006974AE" w:rsidRDefault="006974AE" w:rsidP="006974AE">
      <w:r>
        <w:t>157.1095</w:t>
      </w:r>
      <w:r>
        <w:tab/>
        <w:t>2.025e0</w:t>
      </w:r>
    </w:p>
    <w:p w:rsidR="006974AE" w:rsidRDefault="006974AE" w:rsidP="006974AE">
      <w:r>
        <w:t>157.1113</w:t>
      </w:r>
      <w:r>
        <w:tab/>
        <w:t>1.013e0</w:t>
      </w:r>
    </w:p>
    <w:p w:rsidR="006974AE" w:rsidRDefault="006974AE" w:rsidP="006974AE">
      <w:r>
        <w:t>157.1145</w:t>
      </w:r>
      <w:r>
        <w:tab/>
        <w:t>1.013e0</w:t>
      </w:r>
    </w:p>
    <w:p w:rsidR="006974AE" w:rsidRDefault="006974AE" w:rsidP="006974AE">
      <w:r>
        <w:t>157.1221</w:t>
      </w:r>
      <w:r>
        <w:tab/>
        <w:t>2.025e0</w:t>
      </w:r>
    </w:p>
    <w:p w:rsidR="006974AE" w:rsidRDefault="006974AE" w:rsidP="006974AE">
      <w:r>
        <w:t>157.1270</w:t>
      </w:r>
      <w:r>
        <w:tab/>
        <w:t>2.025e0</w:t>
      </w:r>
    </w:p>
    <w:p w:rsidR="006974AE" w:rsidRDefault="006974AE" w:rsidP="006974AE">
      <w:r>
        <w:t>157.1371</w:t>
      </w:r>
      <w:r>
        <w:tab/>
        <w:t>1.013e0</w:t>
      </w:r>
    </w:p>
    <w:p w:rsidR="006974AE" w:rsidRDefault="006974AE" w:rsidP="006974AE">
      <w:r>
        <w:t>157.1405</w:t>
      </w:r>
      <w:r>
        <w:tab/>
        <w:t>1.013e0</w:t>
      </w:r>
    </w:p>
    <w:p w:rsidR="006974AE" w:rsidRDefault="006974AE" w:rsidP="006974AE">
      <w:r>
        <w:t>157.1422</w:t>
      </w:r>
      <w:r>
        <w:tab/>
        <w:t>2.025e0</w:t>
      </w:r>
    </w:p>
    <w:p w:rsidR="006974AE" w:rsidRDefault="006974AE" w:rsidP="006974AE">
      <w:r>
        <w:t>157.1475</w:t>
      </w:r>
      <w:r>
        <w:tab/>
        <w:t>2.025e0</w:t>
      </w:r>
    </w:p>
    <w:p w:rsidR="006974AE" w:rsidRDefault="006974AE" w:rsidP="006974AE">
      <w:r>
        <w:t>157.1543</w:t>
      </w:r>
      <w:r>
        <w:tab/>
        <w:t>1.013e0</w:t>
      </w:r>
    </w:p>
    <w:p w:rsidR="006974AE" w:rsidRDefault="006974AE" w:rsidP="006974AE">
      <w:r>
        <w:t>157.1783</w:t>
      </w:r>
      <w:r>
        <w:tab/>
        <w:t>2.025e0</w:t>
      </w:r>
    </w:p>
    <w:p w:rsidR="006974AE" w:rsidRDefault="006974AE" w:rsidP="006974AE">
      <w:r>
        <w:t>157.2023</w:t>
      </w:r>
      <w:r>
        <w:tab/>
        <w:t>2.025e0</w:t>
      </w:r>
    </w:p>
    <w:p w:rsidR="006974AE" w:rsidRDefault="006974AE" w:rsidP="006974AE">
      <w:r>
        <w:t>157.2141</w:t>
      </w:r>
      <w:r>
        <w:tab/>
        <w:t>1.013e0</w:t>
      </w:r>
    </w:p>
    <w:p w:rsidR="006974AE" w:rsidRDefault="006974AE" w:rsidP="006974AE">
      <w:r>
        <w:t>157.2306</w:t>
      </w:r>
      <w:r>
        <w:tab/>
        <w:t>1.013e0</w:t>
      </w:r>
    </w:p>
    <w:p w:rsidR="006974AE" w:rsidRDefault="006974AE" w:rsidP="006974AE">
      <w:r>
        <w:t>157.2556</w:t>
      </w:r>
      <w:r>
        <w:tab/>
        <w:t>2.025e0</w:t>
      </w:r>
    </w:p>
    <w:p w:rsidR="006974AE" w:rsidRDefault="006974AE" w:rsidP="006974AE">
      <w:r>
        <w:lastRenderedPageBreak/>
        <w:t>157.2575</w:t>
      </w:r>
      <w:r>
        <w:tab/>
        <w:t>1.013e0</w:t>
      </w:r>
    </w:p>
    <w:p w:rsidR="006974AE" w:rsidRDefault="006974AE" w:rsidP="006974AE">
      <w:r>
        <w:t>157.2809</w:t>
      </w:r>
      <w:r>
        <w:tab/>
        <w:t>1.013e0</w:t>
      </w:r>
    </w:p>
    <w:p w:rsidR="006974AE" w:rsidRDefault="006974AE" w:rsidP="006974AE">
      <w:r>
        <w:t>157.2937</w:t>
      </w:r>
      <w:r>
        <w:tab/>
        <w:t>1.013e0</w:t>
      </w:r>
    </w:p>
    <w:p w:rsidR="006974AE" w:rsidRDefault="006974AE" w:rsidP="006974AE">
      <w:r>
        <w:t>157.3004</w:t>
      </w:r>
      <w:r>
        <w:tab/>
        <w:t>3.038e0</w:t>
      </w:r>
    </w:p>
    <w:p w:rsidR="006974AE" w:rsidRDefault="006974AE" w:rsidP="006974AE">
      <w:r>
        <w:t>157.3173</w:t>
      </w:r>
      <w:r>
        <w:tab/>
        <w:t>2.025e0</w:t>
      </w:r>
    </w:p>
    <w:p w:rsidR="006974AE" w:rsidRDefault="006974AE" w:rsidP="006974AE">
      <w:r>
        <w:t>157.3573</w:t>
      </w:r>
      <w:r>
        <w:tab/>
        <w:t>1.013e0</w:t>
      </w:r>
    </w:p>
    <w:p w:rsidR="006974AE" w:rsidRDefault="006974AE" w:rsidP="006974AE">
      <w:r>
        <w:t>157.3672</w:t>
      </w:r>
      <w:r>
        <w:tab/>
        <w:t>1.013e0</w:t>
      </w:r>
    </w:p>
    <w:p w:rsidR="006974AE" w:rsidRDefault="006974AE" w:rsidP="006974AE">
      <w:r>
        <w:t>157.3706</w:t>
      </w:r>
      <w:r>
        <w:tab/>
        <w:t>1.013e0</w:t>
      </w:r>
    </w:p>
    <w:p w:rsidR="006974AE" w:rsidRDefault="006974AE" w:rsidP="006974AE">
      <w:r>
        <w:t>157.3879</w:t>
      </w:r>
      <w:r>
        <w:tab/>
        <w:t>1.013e0</w:t>
      </w:r>
    </w:p>
    <w:p w:rsidR="006974AE" w:rsidRDefault="006974AE" w:rsidP="006974AE">
      <w:r>
        <w:t>157.4036</w:t>
      </w:r>
      <w:r>
        <w:tab/>
        <w:t>2.025e0</w:t>
      </w:r>
    </w:p>
    <w:p w:rsidR="006974AE" w:rsidRDefault="006974AE" w:rsidP="006974AE">
      <w:r>
        <w:t>157.4106</w:t>
      </w:r>
      <w:r>
        <w:tab/>
        <w:t>1.013e0</w:t>
      </w:r>
    </w:p>
    <w:p w:rsidR="006974AE" w:rsidRDefault="006974AE" w:rsidP="006974AE">
      <w:r>
        <w:t>157.4174</w:t>
      </w:r>
      <w:r>
        <w:tab/>
        <w:t>1.013e0</w:t>
      </w:r>
    </w:p>
    <w:p w:rsidR="006974AE" w:rsidRDefault="006974AE" w:rsidP="006974AE">
      <w:r>
        <w:t>157.4290</w:t>
      </w:r>
      <w:r>
        <w:tab/>
        <w:t>2.025e0</w:t>
      </w:r>
    </w:p>
    <w:p w:rsidR="006974AE" w:rsidRDefault="006974AE" w:rsidP="006974AE">
      <w:r>
        <w:t>157.4671</w:t>
      </w:r>
      <w:r>
        <w:tab/>
        <w:t>1.013e0</w:t>
      </w:r>
    </w:p>
    <w:p w:rsidR="006974AE" w:rsidRDefault="006974AE" w:rsidP="006974AE">
      <w:r>
        <w:t>157.4688</w:t>
      </w:r>
      <w:r>
        <w:tab/>
        <w:t>2.025e0</w:t>
      </w:r>
    </w:p>
    <w:p w:rsidR="006974AE" w:rsidRDefault="006974AE" w:rsidP="006974AE">
      <w:r>
        <w:t>157.4808</w:t>
      </w:r>
      <w:r>
        <w:tab/>
        <w:t>1.013e0</w:t>
      </w:r>
    </w:p>
    <w:p w:rsidR="006974AE" w:rsidRDefault="006974AE" w:rsidP="006974AE">
      <w:r>
        <w:t>157.5074</w:t>
      </w:r>
      <w:r>
        <w:tab/>
        <w:t>1.013e0</w:t>
      </w:r>
    </w:p>
    <w:p w:rsidR="006974AE" w:rsidRDefault="006974AE" w:rsidP="006974AE">
      <w:r>
        <w:t>157.5169</w:t>
      </w:r>
      <w:r>
        <w:tab/>
        <w:t>1.013e0</w:t>
      </w:r>
    </w:p>
    <w:p w:rsidR="006974AE" w:rsidRDefault="006974AE" w:rsidP="006974AE">
      <w:r>
        <w:t>157.5477</w:t>
      </w:r>
      <w:r>
        <w:tab/>
        <w:t>1.013e0</w:t>
      </w:r>
    </w:p>
    <w:p w:rsidR="006974AE" w:rsidRDefault="006974AE" w:rsidP="006974AE">
      <w:r>
        <w:lastRenderedPageBreak/>
        <w:t>157.5510</w:t>
      </w:r>
      <w:r>
        <w:tab/>
        <w:t>2.025e0</w:t>
      </w:r>
    </w:p>
    <w:p w:rsidR="006974AE" w:rsidRDefault="006974AE" w:rsidP="006974AE">
      <w:r>
        <w:t>157.5579</w:t>
      </w:r>
      <w:r>
        <w:tab/>
        <w:t>1.013e0</w:t>
      </w:r>
    </w:p>
    <w:p w:rsidR="006974AE" w:rsidRDefault="006974AE" w:rsidP="006974AE">
      <w:r>
        <w:t>157.5642</w:t>
      </w:r>
      <w:r>
        <w:tab/>
        <w:t>1.013e0</w:t>
      </w:r>
    </w:p>
    <w:p w:rsidR="006974AE" w:rsidRDefault="006974AE" w:rsidP="006974AE">
      <w:r>
        <w:t>157.5771</w:t>
      </w:r>
      <w:r>
        <w:tab/>
        <w:t>1.013e0</w:t>
      </w:r>
    </w:p>
    <w:p w:rsidR="006974AE" w:rsidRDefault="006974AE" w:rsidP="006974AE">
      <w:r>
        <w:t>157.5943</w:t>
      </w:r>
      <w:r>
        <w:tab/>
        <w:t>1.013e0</w:t>
      </w:r>
    </w:p>
    <w:p w:rsidR="006974AE" w:rsidRDefault="006974AE" w:rsidP="006974AE">
      <w:r>
        <w:t>157.5975</w:t>
      </w:r>
      <w:r>
        <w:tab/>
        <w:t>1.013e0</w:t>
      </w:r>
    </w:p>
    <w:p w:rsidR="006974AE" w:rsidRDefault="006974AE" w:rsidP="006974AE">
      <w:r>
        <w:t>157.6079</w:t>
      </w:r>
      <w:r>
        <w:tab/>
        <w:t>3.038e0</w:t>
      </w:r>
    </w:p>
    <w:p w:rsidR="006974AE" w:rsidRDefault="006974AE" w:rsidP="006974AE">
      <w:r>
        <w:t>157.6114</w:t>
      </w:r>
      <w:r>
        <w:tab/>
        <w:t>1.013e0</w:t>
      </w:r>
    </w:p>
    <w:p w:rsidR="006974AE" w:rsidRDefault="006974AE" w:rsidP="006974AE">
      <w:r>
        <w:t>157.6209</w:t>
      </w:r>
      <w:r>
        <w:tab/>
        <w:t>2.025e0</w:t>
      </w:r>
    </w:p>
    <w:p w:rsidR="006974AE" w:rsidRDefault="006974AE" w:rsidP="006974AE">
      <w:r>
        <w:t>157.6306</w:t>
      </w:r>
      <w:r>
        <w:tab/>
        <w:t>1.013e0</w:t>
      </w:r>
    </w:p>
    <w:p w:rsidR="006974AE" w:rsidRDefault="006974AE" w:rsidP="006974AE">
      <w:r>
        <w:t>157.6338</w:t>
      </w:r>
      <w:r>
        <w:tab/>
        <w:t>1.013e0</w:t>
      </w:r>
    </w:p>
    <w:p w:rsidR="006974AE" w:rsidRDefault="006974AE" w:rsidP="006974AE">
      <w:r>
        <w:t>157.7042</w:t>
      </w:r>
      <w:r>
        <w:tab/>
        <w:t>1.013e0</w:t>
      </w:r>
    </w:p>
    <w:p w:rsidR="006974AE" w:rsidRDefault="006974AE" w:rsidP="006974AE">
      <w:r>
        <w:t>157.7180</w:t>
      </w:r>
      <w:r>
        <w:tab/>
        <w:t>2.025e0</w:t>
      </w:r>
    </w:p>
    <w:p w:rsidR="006974AE" w:rsidRDefault="006974AE" w:rsidP="006974AE">
      <w:r>
        <w:t>157.7439</w:t>
      </w:r>
      <w:r>
        <w:tab/>
        <w:t>1.013e0</w:t>
      </w:r>
    </w:p>
    <w:p w:rsidR="006974AE" w:rsidRDefault="006974AE" w:rsidP="006974AE">
      <w:r>
        <w:t>157.7475</w:t>
      </w:r>
      <w:r>
        <w:tab/>
        <w:t>1.013e0</w:t>
      </w:r>
    </w:p>
    <w:p w:rsidR="006974AE" w:rsidRDefault="006974AE" w:rsidP="006974AE">
      <w:r>
        <w:t>157.7816</w:t>
      </w:r>
      <w:r>
        <w:tab/>
        <w:t>1.013e0</w:t>
      </w:r>
    </w:p>
    <w:p w:rsidR="006974AE" w:rsidRDefault="006974AE" w:rsidP="006974AE">
      <w:r>
        <w:t>157.7845</w:t>
      </w:r>
      <w:r>
        <w:tab/>
        <w:t>1.013e0</w:t>
      </w:r>
    </w:p>
    <w:p w:rsidR="006974AE" w:rsidRDefault="006974AE" w:rsidP="006974AE">
      <w:r>
        <w:t>157.7908</w:t>
      </w:r>
      <w:r>
        <w:tab/>
        <w:t>1.013e0</w:t>
      </w:r>
    </w:p>
    <w:p w:rsidR="006974AE" w:rsidRDefault="006974AE" w:rsidP="006974AE">
      <w:r>
        <w:t>157.8043</w:t>
      </w:r>
      <w:r>
        <w:tab/>
        <w:t>1.013e0</w:t>
      </w:r>
    </w:p>
    <w:p w:rsidR="006974AE" w:rsidRDefault="006974AE" w:rsidP="006974AE">
      <w:r>
        <w:lastRenderedPageBreak/>
        <w:t>157.8109</w:t>
      </w:r>
      <w:r>
        <w:tab/>
        <w:t>1.013e0</w:t>
      </w:r>
    </w:p>
    <w:p w:rsidR="006974AE" w:rsidRDefault="006974AE" w:rsidP="006974AE">
      <w:r>
        <w:t>157.8212</w:t>
      </w:r>
      <w:r>
        <w:tab/>
        <w:t>1.013e0</w:t>
      </w:r>
    </w:p>
    <w:p w:rsidR="006974AE" w:rsidRDefault="006974AE" w:rsidP="006974AE">
      <w:r>
        <w:t>157.8246</w:t>
      </w:r>
      <w:r>
        <w:tab/>
        <w:t>1.013e0</w:t>
      </w:r>
    </w:p>
    <w:p w:rsidR="006974AE" w:rsidRDefault="006974AE" w:rsidP="006974AE">
      <w:r>
        <w:t>157.8313</w:t>
      </w:r>
      <w:r>
        <w:tab/>
        <w:t>2.025e0</w:t>
      </w:r>
    </w:p>
    <w:p w:rsidR="006974AE" w:rsidRDefault="006974AE" w:rsidP="006974AE">
      <w:r>
        <w:t>157.8432</w:t>
      </w:r>
      <w:r>
        <w:tab/>
        <w:t>2.025e0</w:t>
      </w:r>
    </w:p>
    <w:p w:rsidR="006974AE" w:rsidRDefault="006974AE" w:rsidP="006974AE">
      <w:r>
        <w:t>157.8608</w:t>
      </w:r>
      <w:r>
        <w:tab/>
        <w:t>1.013e0</w:t>
      </w:r>
    </w:p>
    <w:p w:rsidR="006974AE" w:rsidRDefault="006974AE" w:rsidP="006974AE">
      <w:r>
        <w:t>157.8645</w:t>
      </w:r>
      <w:r>
        <w:tab/>
        <w:t>1.013e0</w:t>
      </w:r>
    </w:p>
    <w:p w:rsidR="006974AE" w:rsidRDefault="006974AE" w:rsidP="006974AE">
      <w:r>
        <w:t>157.9012</w:t>
      </w:r>
      <w:r>
        <w:tab/>
        <w:t>1.013e0</w:t>
      </w:r>
    </w:p>
    <w:p w:rsidR="006974AE" w:rsidRDefault="006974AE" w:rsidP="006974AE">
      <w:r>
        <w:t>157.9280</w:t>
      </w:r>
      <w:r>
        <w:tab/>
        <w:t>1.013e0</w:t>
      </w:r>
    </w:p>
    <w:p w:rsidR="006974AE" w:rsidRDefault="006974AE" w:rsidP="006974AE">
      <w:r>
        <w:t>157.9314</w:t>
      </w:r>
      <w:r>
        <w:tab/>
        <w:t>1.013e0</w:t>
      </w:r>
    </w:p>
    <w:p w:rsidR="006974AE" w:rsidRDefault="006974AE" w:rsidP="006974AE">
      <w:r>
        <w:t>157.9449</w:t>
      </w:r>
      <w:r>
        <w:tab/>
        <w:t>2.025e0</w:t>
      </w:r>
    </w:p>
    <w:p w:rsidR="006974AE" w:rsidRDefault="006974AE" w:rsidP="006974AE">
      <w:r>
        <w:t>157.9483</w:t>
      </w:r>
      <w:r>
        <w:tab/>
        <w:t>1.013e0</w:t>
      </w:r>
    </w:p>
    <w:p w:rsidR="006974AE" w:rsidRDefault="006974AE" w:rsidP="006974AE">
      <w:r>
        <w:t>157.9846</w:t>
      </w:r>
      <w:r>
        <w:tab/>
        <w:t>1.013e0</w:t>
      </w:r>
    </w:p>
    <w:p w:rsidR="006974AE" w:rsidRDefault="006974AE" w:rsidP="006974AE">
      <w:r>
        <w:t>157.9948</w:t>
      </w:r>
      <w:r>
        <w:tab/>
        <w:t>1.013e0</w:t>
      </w:r>
    </w:p>
    <w:p w:rsidR="006974AE" w:rsidRDefault="006974AE" w:rsidP="006974AE">
      <w:r>
        <w:t>157.9982</w:t>
      </w:r>
      <w:r>
        <w:tab/>
        <w:t>1.013e0</w:t>
      </w:r>
    </w:p>
    <w:p w:rsidR="006974AE" w:rsidRDefault="006974AE" w:rsidP="006974AE">
      <w:r>
        <w:t>158.0118</w:t>
      </w:r>
      <w:r>
        <w:tab/>
        <w:t>1.013e0</w:t>
      </w:r>
    </w:p>
    <w:p w:rsidR="006974AE" w:rsidRDefault="006974AE" w:rsidP="006974AE">
      <w:r>
        <w:t>158.0148</w:t>
      </w:r>
      <w:r>
        <w:tab/>
        <w:t>1.013e0</w:t>
      </w:r>
    </w:p>
    <w:p w:rsidR="006974AE" w:rsidRDefault="006974AE" w:rsidP="006974AE">
      <w:r>
        <w:t>158.0297</w:t>
      </w:r>
      <w:r>
        <w:tab/>
        <w:t>2.025e0</w:t>
      </w:r>
    </w:p>
    <w:p w:rsidR="006974AE" w:rsidRDefault="006974AE" w:rsidP="006974AE">
      <w:r>
        <w:t>158.0382</w:t>
      </w:r>
      <w:r>
        <w:tab/>
        <w:t>1.013e0</w:t>
      </w:r>
    </w:p>
    <w:p w:rsidR="006974AE" w:rsidRDefault="006974AE" w:rsidP="006974AE">
      <w:r>
        <w:lastRenderedPageBreak/>
        <w:t>158.0409</w:t>
      </w:r>
      <w:r>
        <w:tab/>
        <w:t>4.280e0</w:t>
      </w:r>
    </w:p>
    <w:p w:rsidR="006974AE" w:rsidRDefault="006974AE" w:rsidP="006974AE">
      <w:r>
        <w:t>158.0429</w:t>
      </w:r>
      <w:r>
        <w:tab/>
        <w:t>3.038e0</w:t>
      </w:r>
    </w:p>
    <w:p w:rsidR="006974AE" w:rsidRDefault="006974AE" w:rsidP="006974AE">
      <w:r>
        <w:t>158.0450</w:t>
      </w:r>
      <w:r>
        <w:tab/>
        <w:t>2.025e0</w:t>
      </w:r>
    </w:p>
    <w:p w:rsidR="006974AE" w:rsidRDefault="006974AE" w:rsidP="006974AE">
      <w:r>
        <w:t>158.0497</w:t>
      </w:r>
      <w:r>
        <w:tab/>
        <w:t>3.038e0</w:t>
      </w:r>
    </w:p>
    <w:p w:rsidR="006974AE" w:rsidRDefault="006974AE" w:rsidP="006974AE">
      <w:r>
        <w:t>158.0525</w:t>
      </w:r>
      <w:r>
        <w:tab/>
        <w:t>3.038e0</w:t>
      </w:r>
    </w:p>
    <w:p w:rsidR="006974AE" w:rsidRDefault="006974AE" w:rsidP="006974AE">
      <w:r>
        <w:t>158.0620</w:t>
      </w:r>
      <w:r>
        <w:tab/>
        <w:t>2.025e0</w:t>
      </w:r>
    </w:p>
    <w:p w:rsidR="006974AE" w:rsidRDefault="006974AE" w:rsidP="006974AE">
      <w:r>
        <w:t>158.0653</w:t>
      </w:r>
      <w:r>
        <w:tab/>
        <w:t>1.013e0</w:t>
      </w:r>
    </w:p>
    <w:p w:rsidR="006974AE" w:rsidRDefault="006974AE" w:rsidP="006974AE">
      <w:r>
        <w:t>158.0685</w:t>
      </w:r>
      <w:r>
        <w:tab/>
        <w:t>2.025e0</w:t>
      </w:r>
    </w:p>
    <w:p w:rsidR="006974AE" w:rsidRDefault="006974AE" w:rsidP="006974AE">
      <w:r>
        <w:t>158.0781</w:t>
      </w:r>
      <w:r>
        <w:tab/>
        <w:t>1.013e0</w:t>
      </w:r>
    </w:p>
    <w:p w:rsidR="006974AE" w:rsidRDefault="006974AE" w:rsidP="006974AE">
      <w:r>
        <w:t>158.0847</w:t>
      </w:r>
      <w:r>
        <w:tab/>
        <w:t>1.013e0</w:t>
      </w:r>
    </w:p>
    <w:p w:rsidR="006974AE" w:rsidRDefault="006974AE" w:rsidP="006974AE">
      <w:r>
        <w:t>158.0916</w:t>
      </w:r>
      <w:r>
        <w:tab/>
        <w:t>2.025e0</w:t>
      </w:r>
    </w:p>
    <w:p w:rsidR="006974AE" w:rsidRDefault="006974AE" w:rsidP="006974AE">
      <w:r>
        <w:t>158.1001</w:t>
      </w:r>
      <w:r>
        <w:tab/>
        <w:t>3.038e0</w:t>
      </w:r>
    </w:p>
    <w:p w:rsidR="006974AE" w:rsidRDefault="006974AE" w:rsidP="006974AE">
      <w:r>
        <w:t>158.1051</w:t>
      </w:r>
      <w:r>
        <w:tab/>
        <w:t>4.051e0</w:t>
      </w:r>
    </w:p>
    <w:p w:rsidR="006974AE" w:rsidRDefault="006974AE" w:rsidP="006974AE">
      <w:r>
        <w:t>158.1152</w:t>
      </w:r>
      <w:r>
        <w:tab/>
        <w:t>1.013e0</w:t>
      </w:r>
    </w:p>
    <w:p w:rsidR="006974AE" w:rsidRDefault="006974AE" w:rsidP="006974AE">
      <w:r>
        <w:t>158.1193</w:t>
      </w:r>
      <w:r>
        <w:tab/>
        <w:t>7.648e0</w:t>
      </w:r>
    </w:p>
    <w:p w:rsidR="006974AE" w:rsidRDefault="006974AE" w:rsidP="006974AE">
      <w:r>
        <w:t>158.1253</w:t>
      </w:r>
      <w:r>
        <w:tab/>
        <w:t>1.013e0</w:t>
      </w:r>
    </w:p>
    <w:p w:rsidR="006974AE" w:rsidRDefault="006974AE" w:rsidP="006974AE">
      <w:r>
        <w:t>158.1316</w:t>
      </w:r>
      <w:r>
        <w:tab/>
        <w:t>1.013e0</w:t>
      </w:r>
    </w:p>
    <w:p w:rsidR="006974AE" w:rsidRDefault="006974AE" w:rsidP="006974AE">
      <w:r>
        <w:t>158.1517</w:t>
      </w:r>
      <w:r>
        <w:tab/>
        <w:t>7.089e0</w:t>
      </w:r>
    </w:p>
    <w:p w:rsidR="006974AE" w:rsidRDefault="006974AE" w:rsidP="006974AE">
      <w:r>
        <w:t>158.1550</w:t>
      </w:r>
      <w:r>
        <w:tab/>
        <w:t>1.013e0</w:t>
      </w:r>
    </w:p>
    <w:p w:rsidR="006974AE" w:rsidRDefault="006974AE" w:rsidP="006974AE">
      <w:r>
        <w:lastRenderedPageBreak/>
        <w:t>158.1584</w:t>
      </w:r>
      <w:r>
        <w:tab/>
        <w:t>1.013e0</w:t>
      </w:r>
    </w:p>
    <w:p w:rsidR="006974AE" w:rsidRDefault="006974AE" w:rsidP="006974AE">
      <w:r>
        <w:t>158.1853</w:t>
      </w:r>
      <w:r>
        <w:tab/>
        <w:t>1.013e0</w:t>
      </w:r>
    </w:p>
    <w:p w:rsidR="006974AE" w:rsidRDefault="006974AE" w:rsidP="006974AE">
      <w:r>
        <w:t>158.1917</w:t>
      </w:r>
      <w:r>
        <w:tab/>
        <w:t>3.038e0</w:t>
      </w:r>
    </w:p>
    <w:p w:rsidR="006974AE" w:rsidRDefault="006974AE" w:rsidP="006974AE">
      <w:r>
        <w:t>158.2120</w:t>
      </w:r>
      <w:r>
        <w:tab/>
        <w:t>1.013e0</w:t>
      </w:r>
    </w:p>
    <w:p w:rsidR="006974AE" w:rsidRDefault="006974AE" w:rsidP="006974AE">
      <w:r>
        <w:t>158.2152</w:t>
      </w:r>
      <w:r>
        <w:tab/>
        <w:t>1.013e0</w:t>
      </w:r>
    </w:p>
    <w:p w:rsidR="006974AE" w:rsidRDefault="006974AE" w:rsidP="006974AE">
      <w:r>
        <w:t>158.2188</w:t>
      </w:r>
      <w:r>
        <w:tab/>
        <w:t>1.013e0</w:t>
      </w:r>
    </w:p>
    <w:p w:rsidR="006974AE" w:rsidRDefault="006974AE" w:rsidP="006974AE">
      <w:r>
        <w:t>158.2359</w:t>
      </w:r>
      <w:r>
        <w:tab/>
        <w:t>1.013e0</w:t>
      </w:r>
    </w:p>
    <w:p w:rsidR="006974AE" w:rsidRDefault="006974AE" w:rsidP="006974AE">
      <w:r>
        <w:t>158.2390</w:t>
      </w:r>
      <w:r>
        <w:tab/>
        <w:t>1.013e0</w:t>
      </w:r>
    </w:p>
    <w:p w:rsidR="006974AE" w:rsidRDefault="006974AE" w:rsidP="006974AE">
      <w:r>
        <w:t>158.2422</w:t>
      </w:r>
      <w:r>
        <w:tab/>
        <w:t>1.013e0</w:t>
      </w:r>
    </w:p>
    <w:p w:rsidR="006974AE" w:rsidRDefault="006974AE" w:rsidP="006974AE">
      <w:r>
        <w:t>158.2518</w:t>
      </w:r>
      <w:r>
        <w:tab/>
        <w:t>1.013e0</w:t>
      </w:r>
    </w:p>
    <w:p w:rsidR="006974AE" w:rsidRDefault="006974AE" w:rsidP="006974AE">
      <w:r>
        <w:t>158.2990</w:t>
      </w:r>
      <w:r>
        <w:tab/>
        <w:t>1.013e0</w:t>
      </w:r>
    </w:p>
    <w:p w:rsidR="006974AE" w:rsidRDefault="006974AE" w:rsidP="006974AE">
      <w:r>
        <w:t>158.3255</w:t>
      </w:r>
      <w:r>
        <w:tab/>
        <w:t>1.013e0</w:t>
      </w:r>
    </w:p>
    <w:p w:rsidR="006974AE" w:rsidRDefault="006974AE" w:rsidP="006974AE">
      <w:r>
        <w:t>158.3325</w:t>
      </w:r>
      <w:r>
        <w:tab/>
        <w:t>2.025e0</w:t>
      </w:r>
    </w:p>
    <w:p w:rsidR="006974AE" w:rsidRDefault="006974AE" w:rsidP="006974AE">
      <w:r>
        <w:t>158.3425</w:t>
      </w:r>
      <w:r>
        <w:tab/>
        <w:t>2.025e0</w:t>
      </w:r>
    </w:p>
    <w:p w:rsidR="006974AE" w:rsidRDefault="006974AE" w:rsidP="006974AE">
      <w:r>
        <w:t>158.3591</w:t>
      </w:r>
      <w:r>
        <w:tab/>
        <w:t>1.013e0</w:t>
      </w:r>
    </w:p>
    <w:p w:rsidR="006974AE" w:rsidRDefault="006974AE" w:rsidP="006974AE">
      <w:r>
        <w:t>158.3789</w:t>
      </w:r>
      <w:r>
        <w:tab/>
        <w:t>1.013e0</w:t>
      </w:r>
    </w:p>
    <w:p w:rsidR="006974AE" w:rsidRDefault="006974AE" w:rsidP="006974AE">
      <w:r>
        <w:t>158.3959</w:t>
      </w:r>
      <w:r>
        <w:tab/>
        <w:t>1.013e0</w:t>
      </w:r>
    </w:p>
    <w:p w:rsidR="006974AE" w:rsidRDefault="006974AE" w:rsidP="006974AE">
      <w:r>
        <w:t>158.4063</w:t>
      </w:r>
      <w:r>
        <w:tab/>
        <w:t>1.013e0</w:t>
      </w:r>
    </w:p>
    <w:p w:rsidR="006974AE" w:rsidRDefault="006974AE" w:rsidP="006974AE">
      <w:r>
        <w:t>158.4162</w:t>
      </w:r>
      <w:r>
        <w:tab/>
        <w:t>2.025e0</w:t>
      </w:r>
    </w:p>
    <w:p w:rsidR="006974AE" w:rsidRDefault="006974AE" w:rsidP="006974AE">
      <w:r>
        <w:lastRenderedPageBreak/>
        <w:t>158.4225</w:t>
      </w:r>
      <w:r>
        <w:tab/>
        <w:t>1.013e0</w:t>
      </w:r>
    </w:p>
    <w:p w:rsidR="006974AE" w:rsidRDefault="006974AE" w:rsidP="006974AE">
      <w:r>
        <w:t>158.4357</w:t>
      </w:r>
      <w:r>
        <w:tab/>
        <w:t>1.013e0</w:t>
      </w:r>
    </w:p>
    <w:p w:rsidR="006974AE" w:rsidRDefault="006974AE" w:rsidP="006974AE">
      <w:r>
        <w:t>158.4495</w:t>
      </w:r>
      <w:r>
        <w:tab/>
        <w:t>1.013e0</w:t>
      </w:r>
    </w:p>
    <w:p w:rsidR="006974AE" w:rsidRDefault="006974AE" w:rsidP="006974AE">
      <w:r>
        <w:t>158.4597</w:t>
      </w:r>
      <w:r>
        <w:tab/>
        <w:t>1.013e0</w:t>
      </w:r>
    </w:p>
    <w:p w:rsidR="006974AE" w:rsidRDefault="006974AE" w:rsidP="006974AE">
      <w:r>
        <w:t>158.4729</w:t>
      </w:r>
      <w:r>
        <w:tab/>
        <w:t>1.013e0</w:t>
      </w:r>
    </w:p>
    <w:p w:rsidR="006974AE" w:rsidRDefault="006974AE" w:rsidP="006974AE">
      <w:r>
        <w:t>158.4824</w:t>
      </w:r>
      <w:r>
        <w:tab/>
        <w:t>1.013e0</w:t>
      </w:r>
    </w:p>
    <w:p w:rsidR="006974AE" w:rsidRDefault="006974AE" w:rsidP="006974AE">
      <w:r>
        <w:t>158.5096</w:t>
      </w:r>
      <w:r>
        <w:tab/>
        <w:t>1.013e0</w:t>
      </w:r>
    </w:p>
    <w:p w:rsidR="006974AE" w:rsidRDefault="006974AE" w:rsidP="006974AE">
      <w:r>
        <w:t>158.5310</w:t>
      </w:r>
      <w:r>
        <w:tab/>
        <w:t>3.038e0</w:t>
      </w:r>
    </w:p>
    <w:p w:rsidR="006974AE" w:rsidRDefault="006974AE" w:rsidP="006974AE">
      <w:r>
        <w:t>158.5426</w:t>
      </w:r>
      <w:r>
        <w:tab/>
        <w:t>1.013e0</w:t>
      </w:r>
    </w:p>
    <w:p w:rsidR="006974AE" w:rsidRDefault="006974AE" w:rsidP="006974AE">
      <w:r>
        <w:t>158.5462</w:t>
      </w:r>
      <w:r>
        <w:tab/>
        <w:t>2.025e0</w:t>
      </w:r>
    </w:p>
    <w:p w:rsidR="006974AE" w:rsidRDefault="006974AE" w:rsidP="006974AE">
      <w:r>
        <w:t>158.5699</w:t>
      </w:r>
      <w:r>
        <w:tab/>
        <w:t>1.013e0</w:t>
      </w:r>
    </w:p>
    <w:p w:rsidR="006974AE" w:rsidRDefault="006974AE" w:rsidP="006974AE">
      <w:r>
        <w:t>158.5769</w:t>
      </w:r>
      <w:r>
        <w:tab/>
        <w:t>1.013e0</w:t>
      </w:r>
    </w:p>
    <w:p w:rsidR="006974AE" w:rsidRDefault="006974AE" w:rsidP="006974AE">
      <w:r>
        <w:t>158.5918</w:t>
      </w:r>
      <w:r>
        <w:tab/>
        <w:t>2.025e0</w:t>
      </w:r>
    </w:p>
    <w:p w:rsidR="006974AE" w:rsidRDefault="006974AE" w:rsidP="006974AE">
      <w:r>
        <w:t>158.5995</w:t>
      </w:r>
      <w:r>
        <w:tab/>
        <w:t>1.013e0</w:t>
      </w:r>
    </w:p>
    <w:p w:rsidR="006974AE" w:rsidRDefault="006974AE" w:rsidP="006974AE">
      <w:r>
        <w:t>158.6199</w:t>
      </w:r>
      <w:r>
        <w:tab/>
        <w:t>1.013e0</w:t>
      </w:r>
    </w:p>
    <w:p w:rsidR="006974AE" w:rsidRDefault="006974AE" w:rsidP="006974AE">
      <w:r>
        <w:t>158.6233</w:t>
      </w:r>
      <w:r>
        <w:tab/>
        <w:t>1.013e0</w:t>
      </w:r>
    </w:p>
    <w:p w:rsidR="006974AE" w:rsidRDefault="006974AE" w:rsidP="006974AE">
      <w:r>
        <w:t>158.6267</w:t>
      </w:r>
      <w:r>
        <w:tab/>
        <w:t>1.013e0</w:t>
      </w:r>
    </w:p>
    <w:p w:rsidR="006974AE" w:rsidRDefault="006974AE" w:rsidP="006974AE">
      <w:r>
        <w:t>158.6666</w:t>
      </w:r>
      <w:r>
        <w:tab/>
        <w:t>2.025e0</w:t>
      </w:r>
    </w:p>
    <w:p w:rsidR="006974AE" w:rsidRDefault="006974AE" w:rsidP="006974AE">
      <w:r>
        <w:t>158.6736</w:t>
      </w:r>
      <w:r>
        <w:tab/>
        <w:t>1.013e0</w:t>
      </w:r>
    </w:p>
    <w:p w:rsidR="006974AE" w:rsidRDefault="006974AE" w:rsidP="006974AE">
      <w:r>
        <w:lastRenderedPageBreak/>
        <w:t>158.6787</w:t>
      </w:r>
      <w:r>
        <w:tab/>
        <w:t>2.025e0</w:t>
      </w:r>
    </w:p>
    <w:p w:rsidR="006974AE" w:rsidRDefault="006974AE" w:rsidP="006974AE">
      <w:r>
        <w:t>158.7202</w:t>
      </w:r>
      <w:r>
        <w:tab/>
        <w:t>1.013e0</w:t>
      </w:r>
    </w:p>
    <w:p w:rsidR="006974AE" w:rsidRDefault="006974AE" w:rsidP="006974AE">
      <w:r>
        <w:t>158.7234</w:t>
      </w:r>
      <w:r>
        <w:tab/>
        <w:t>1.013e0</w:t>
      </w:r>
    </w:p>
    <w:p w:rsidR="006974AE" w:rsidRDefault="006974AE" w:rsidP="006974AE">
      <w:r>
        <w:t>158.7303</w:t>
      </w:r>
      <w:r>
        <w:tab/>
        <w:t>1.013e0</w:t>
      </w:r>
    </w:p>
    <w:p w:rsidR="006974AE" w:rsidRDefault="006974AE" w:rsidP="006974AE">
      <w:r>
        <w:t>158.7578</w:t>
      </w:r>
      <w:r>
        <w:tab/>
        <w:t>1.013e0</w:t>
      </w:r>
    </w:p>
    <w:p w:rsidR="006974AE" w:rsidRDefault="006974AE" w:rsidP="006974AE">
      <w:r>
        <w:t>158.7739</w:t>
      </w:r>
      <w:r>
        <w:tab/>
        <w:t>1.013e0</w:t>
      </w:r>
    </w:p>
    <w:p w:rsidR="006974AE" w:rsidRDefault="006974AE" w:rsidP="006974AE">
      <w:r>
        <w:t>158.7840</w:t>
      </w:r>
      <w:r>
        <w:tab/>
        <w:t>1.013e0</w:t>
      </w:r>
    </w:p>
    <w:p w:rsidR="006974AE" w:rsidRDefault="006974AE" w:rsidP="006974AE">
      <w:r>
        <w:t>158.8008</w:t>
      </w:r>
      <w:r>
        <w:tab/>
        <w:t>1.013e0</w:t>
      </w:r>
    </w:p>
    <w:p w:rsidR="006974AE" w:rsidRDefault="006974AE" w:rsidP="006974AE">
      <w:r>
        <w:t>158.8043</w:t>
      </w:r>
      <w:r>
        <w:tab/>
        <w:t>2.025e0</w:t>
      </w:r>
    </w:p>
    <w:p w:rsidR="006974AE" w:rsidRDefault="006974AE" w:rsidP="006974AE">
      <w:r>
        <w:t>158.8147</w:t>
      </w:r>
      <w:r>
        <w:tab/>
        <w:t>1.013e0</w:t>
      </w:r>
    </w:p>
    <w:p w:rsidR="006974AE" w:rsidRDefault="006974AE" w:rsidP="006974AE">
      <w:r>
        <w:t>158.8244</w:t>
      </w:r>
      <w:r>
        <w:tab/>
        <w:t>1.013e0</w:t>
      </w:r>
    </w:p>
    <w:p w:rsidR="006974AE" w:rsidRDefault="006974AE" w:rsidP="006974AE">
      <w:r>
        <w:t>158.8309</w:t>
      </w:r>
      <w:r>
        <w:tab/>
        <w:t>1.013e0</w:t>
      </w:r>
    </w:p>
    <w:p w:rsidR="006974AE" w:rsidRDefault="006974AE" w:rsidP="006974AE">
      <w:r>
        <w:t>158.8500</w:t>
      </w:r>
      <w:r>
        <w:tab/>
        <w:t>3.038e0</w:t>
      </w:r>
    </w:p>
    <w:p w:rsidR="006974AE" w:rsidRDefault="006974AE" w:rsidP="006974AE">
      <w:r>
        <w:t>158.9317</w:t>
      </w:r>
      <w:r>
        <w:tab/>
        <w:t>1.013e0</w:t>
      </w:r>
    </w:p>
    <w:p w:rsidR="006974AE" w:rsidRDefault="006974AE" w:rsidP="006974AE">
      <w:r>
        <w:t>158.9385</w:t>
      </w:r>
      <w:r>
        <w:tab/>
        <w:t>1.013e0</w:t>
      </w:r>
    </w:p>
    <w:p w:rsidR="006974AE" w:rsidRDefault="006974AE" w:rsidP="006974AE">
      <w:r>
        <w:t>158.9546</w:t>
      </w:r>
      <w:r>
        <w:tab/>
        <w:t>1.013e0</w:t>
      </w:r>
    </w:p>
    <w:p w:rsidR="006974AE" w:rsidRDefault="006974AE" w:rsidP="006974AE">
      <w:r>
        <w:t>158.9818</w:t>
      </w:r>
      <w:r>
        <w:tab/>
        <w:t>2.025e0</w:t>
      </w:r>
    </w:p>
    <w:p w:rsidR="006974AE" w:rsidRDefault="006974AE" w:rsidP="006974AE">
      <w:r>
        <w:t>158.9854</w:t>
      </w:r>
      <w:r>
        <w:tab/>
        <w:t>2.025e0</w:t>
      </w:r>
    </w:p>
    <w:p w:rsidR="006974AE" w:rsidRDefault="006974AE" w:rsidP="006974AE">
      <w:r>
        <w:t>158.9887</w:t>
      </w:r>
      <w:r>
        <w:tab/>
        <w:t>2.025e0</w:t>
      </w:r>
    </w:p>
    <w:p w:rsidR="006974AE" w:rsidRDefault="006974AE" w:rsidP="006974AE">
      <w:r>
        <w:lastRenderedPageBreak/>
        <w:t>158.9957</w:t>
      </w:r>
      <w:r>
        <w:tab/>
        <w:t>1.013e0</w:t>
      </w:r>
    </w:p>
    <w:p w:rsidR="006974AE" w:rsidRDefault="006974AE" w:rsidP="006974AE">
      <w:r>
        <w:t>159.0150</w:t>
      </w:r>
      <w:r>
        <w:tab/>
        <w:t>1.013e0</w:t>
      </w:r>
    </w:p>
    <w:p w:rsidR="006974AE" w:rsidRDefault="006974AE" w:rsidP="006974AE">
      <w:r>
        <w:t>159.0191</w:t>
      </w:r>
      <w:r>
        <w:tab/>
        <w:t>3.038e0</w:t>
      </w:r>
    </w:p>
    <w:p w:rsidR="006974AE" w:rsidRDefault="006974AE" w:rsidP="006974AE">
      <w:r>
        <w:t>159.0330</w:t>
      </w:r>
      <w:r>
        <w:tab/>
        <w:t>3.038e0</w:t>
      </w:r>
    </w:p>
    <w:p w:rsidR="006974AE" w:rsidRDefault="006974AE" w:rsidP="006974AE">
      <w:r>
        <w:t>159.0388</w:t>
      </w:r>
      <w:r>
        <w:tab/>
        <w:t>3.038e0</w:t>
      </w:r>
    </w:p>
    <w:p w:rsidR="006974AE" w:rsidRDefault="006974AE" w:rsidP="006974AE">
      <w:r>
        <w:t>159.0490</w:t>
      </w:r>
      <w:r>
        <w:tab/>
        <w:t>1.013e0</w:t>
      </w:r>
    </w:p>
    <w:p w:rsidR="006974AE" w:rsidRDefault="006974AE" w:rsidP="006974AE">
      <w:r>
        <w:t>159.0524</w:t>
      </w:r>
      <w:r>
        <w:tab/>
        <w:t>1.013e0</w:t>
      </w:r>
    </w:p>
    <w:p w:rsidR="006974AE" w:rsidRDefault="006974AE" w:rsidP="006974AE">
      <w:r>
        <w:t>159.0593</w:t>
      </w:r>
      <w:r>
        <w:tab/>
        <w:t>1.013e0</w:t>
      </w:r>
    </w:p>
    <w:p w:rsidR="006974AE" w:rsidRDefault="006974AE" w:rsidP="006974AE">
      <w:r>
        <w:t>159.0623</w:t>
      </w:r>
      <w:r>
        <w:tab/>
        <w:t>1.013e0</w:t>
      </w:r>
    </w:p>
    <w:p w:rsidR="006974AE" w:rsidRDefault="006974AE" w:rsidP="006974AE">
      <w:r>
        <w:t>159.0686</w:t>
      </w:r>
      <w:r>
        <w:tab/>
        <w:t>1.013e0</w:t>
      </w:r>
    </w:p>
    <w:p w:rsidR="006974AE" w:rsidRDefault="006974AE" w:rsidP="006974AE">
      <w:r>
        <w:t>159.0734</w:t>
      </w:r>
      <w:r>
        <w:tab/>
        <w:t>3.038e0</w:t>
      </w:r>
    </w:p>
    <w:p w:rsidR="006974AE" w:rsidRDefault="006974AE" w:rsidP="006974AE">
      <w:r>
        <w:t>159.0753</w:t>
      </w:r>
      <w:r>
        <w:tab/>
        <w:t>1.013e0</w:t>
      </w:r>
    </w:p>
    <w:p w:rsidR="006974AE" w:rsidRDefault="006974AE" w:rsidP="006974AE">
      <w:r>
        <w:t>159.0786</w:t>
      </w:r>
      <w:r>
        <w:tab/>
        <w:t>4.145e0</w:t>
      </w:r>
    </w:p>
    <w:p w:rsidR="006974AE" w:rsidRDefault="006974AE" w:rsidP="006974AE">
      <w:r>
        <w:t>159.0802</w:t>
      </w:r>
      <w:r>
        <w:tab/>
        <w:t>3.038e0</w:t>
      </w:r>
    </w:p>
    <w:p w:rsidR="006974AE" w:rsidRDefault="006974AE" w:rsidP="006974AE">
      <w:r>
        <w:t>159.0820</w:t>
      </w:r>
      <w:r>
        <w:tab/>
        <w:t>1.013e0</w:t>
      </w:r>
    </w:p>
    <w:p w:rsidR="006974AE" w:rsidRDefault="006974AE" w:rsidP="006974AE">
      <w:r>
        <w:t>159.0956</w:t>
      </w:r>
      <w:r>
        <w:tab/>
        <w:t>1.013e0</w:t>
      </w:r>
    </w:p>
    <w:p w:rsidR="006974AE" w:rsidRDefault="006974AE" w:rsidP="006974AE">
      <w:r>
        <w:t>159.0976</w:t>
      </w:r>
      <w:r>
        <w:tab/>
        <w:t>2.025e0</w:t>
      </w:r>
    </w:p>
    <w:p w:rsidR="006974AE" w:rsidRDefault="006974AE" w:rsidP="006974AE">
      <w:r>
        <w:t>159.1044</w:t>
      </w:r>
      <w:r>
        <w:tab/>
        <w:t>2.025e0</w:t>
      </w:r>
    </w:p>
    <w:p w:rsidR="006974AE" w:rsidRDefault="006974AE" w:rsidP="006974AE">
      <w:r>
        <w:t>159.1128</w:t>
      </w:r>
      <w:r>
        <w:tab/>
        <w:t>1.013e0</w:t>
      </w:r>
    </w:p>
    <w:p w:rsidR="006974AE" w:rsidRDefault="006974AE" w:rsidP="006974AE">
      <w:r>
        <w:lastRenderedPageBreak/>
        <w:t>159.1164</w:t>
      </w:r>
      <w:r>
        <w:tab/>
        <w:t>1.013e0</w:t>
      </w:r>
    </w:p>
    <w:p w:rsidR="006974AE" w:rsidRDefault="006974AE" w:rsidP="006974AE">
      <w:r>
        <w:t>159.1182</w:t>
      </w:r>
      <w:r>
        <w:tab/>
        <w:t>2.025e0</w:t>
      </w:r>
    </w:p>
    <w:p w:rsidR="006974AE" w:rsidRDefault="006974AE" w:rsidP="006974AE">
      <w:r>
        <w:t>159.1194</w:t>
      </w:r>
      <w:r>
        <w:tab/>
        <w:t>1.013e0</w:t>
      </w:r>
    </w:p>
    <w:p w:rsidR="006974AE" w:rsidRDefault="006974AE" w:rsidP="006974AE">
      <w:r>
        <w:t>159.1227</w:t>
      </w:r>
      <w:r>
        <w:tab/>
        <w:t>2.025e0</w:t>
      </w:r>
    </w:p>
    <w:p w:rsidR="006974AE" w:rsidRDefault="006974AE" w:rsidP="006974AE">
      <w:r>
        <w:t>159.1321</w:t>
      </w:r>
      <w:r>
        <w:tab/>
        <w:t>1.013e0</w:t>
      </w:r>
    </w:p>
    <w:p w:rsidR="006974AE" w:rsidRDefault="006974AE" w:rsidP="006974AE">
      <w:r>
        <w:t>159.1357</w:t>
      </w:r>
      <w:r>
        <w:tab/>
        <w:t>1.013e0</w:t>
      </w:r>
    </w:p>
    <w:p w:rsidR="006974AE" w:rsidRDefault="006974AE" w:rsidP="006974AE">
      <w:r>
        <w:t>159.1426</w:t>
      </w:r>
      <w:r>
        <w:tab/>
        <w:t>1.013e0</w:t>
      </w:r>
    </w:p>
    <w:p w:rsidR="006974AE" w:rsidRDefault="006974AE" w:rsidP="006974AE">
      <w:r>
        <w:t>159.1596</w:t>
      </w:r>
      <w:r>
        <w:tab/>
        <w:t>1.013e0</w:t>
      </w:r>
    </w:p>
    <w:p w:rsidR="006974AE" w:rsidRDefault="006974AE" w:rsidP="006974AE">
      <w:r>
        <w:t>159.1662</w:t>
      </w:r>
      <w:r>
        <w:tab/>
        <w:t>1.013e0</w:t>
      </w:r>
    </w:p>
    <w:p w:rsidR="006974AE" w:rsidRDefault="006974AE" w:rsidP="006974AE">
      <w:r>
        <w:t>159.1799</w:t>
      </w:r>
      <w:r>
        <w:tab/>
        <w:t>1.013e0</w:t>
      </w:r>
    </w:p>
    <w:p w:rsidR="006974AE" w:rsidRDefault="006974AE" w:rsidP="006974AE">
      <w:r>
        <w:t>159.1844</w:t>
      </w:r>
      <w:r>
        <w:tab/>
        <w:t>2.025e0</w:t>
      </w:r>
    </w:p>
    <w:p w:rsidR="006974AE" w:rsidRDefault="006974AE" w:rsidP="006974AE">
      <w:r>
        <w:t>159.1926</w:t>
      </w:r>
      <w:r>
        <w:tab/>
        <w:t>1.013e0</w:t>
      </w:r>
    </w:p>
    <w:p w:rsidR="006974AE" w:rsidRDefault="006974AE" w:rsidP="006974AE">
      <w:r>
        <w:t>159.1961</w:t>
      </w:r>
      <w:r>
        <w:tab/>
        <w:t>1.013e0</w:t>
      </w:r>
    </w:p>
    <w:p w:rsidR="006974AE" w:rsidRDefault="006974AE" w:rsidP="006974AE">
      <w:r>
        <w:t>159.2027</w:t>
      </w:r>
      <w:r>
        <w:tab/>
        <w:t>1.013e0</w:t>
      </w:r>
    </w:p>
    <w:p w:rsidR="006974AE" w:rsidRDefault="006974AE" w:rsidP="006974AE">
      <w:r>
        <w:t>159.2234</w:t>
      </w:r>
      <w:r>
        <w:tab/>
        <w:t>1.013e0</w:t>
      </w:r>
    </w:p>
    <w:p w:rsidR="006974AE" w:rsidRDefault="006974AE" w:rsidP="006974AE">
      <w:r>
        <w:t>159.2496</w:t>
      </w:r>
      <w:r>
        <w:tab/>
        <w:t>1.013e0</w:t>
      </w:r>
    </w:p>
    <w:p w:rsidR="006974AE" w:rsidRDefault="006974AE" w:rsidP="006974AE">
      <w:r>
        <w:t>159.2631</w:t>
      </w:r>
      <w:r>
        <w:tab/>
        <w:t>1.013e0</w:t>
      </w:r>
    </w:p>
    <w:p w:rsidR="006974AE" w:rsidRDefault="006974AE" w:rsidP="006974AE">
      <w:r>
        <w:t>159.2733</w:t>
      </w:r>
      <w:r>
        <w:tab/>
        <w:t>1.013e0</w:t>
      </w:r>
    </w:p>
    <w:p w:rsidR="006974AE" w:rsidRDefault="006974AE" w:rsidP="006974AE">
      <w:r>
        <w:t>159.2939</w:t>
      </w:r>
      <w:r>
        <w:tab/>
        <w:t>1.013e0</w:t>
      </w:r>
    </w:p>
    <w:p w:rsidR="006974AE" w:rsidRDefault="006974AE" w:rsidP="006974AE">
      <w:r>
        <w:lastRenderedPageBreak/>
        <w:t>159.3101</w:t>
      </w:r>
      <w:r>
        <w:tab/>
        <w:t>1.013e0</w:t>
      </w:r>
    </w:p>
    <w:p w:rsidR="006974AE" w:rsidRDefault="006974AE" w:rsidP="006974AE">
      <w:r>
        <w:t>159.3132</w:t>
      </w:r>
      <w:r>
        <w:tab/>
        <w:t>1.013e0</w:t>
      </w:r>
    </w:p>
    <w:p w:rsidR="006974AE" w:rsidRDefault="006974AE" w:rsidP="006974AE">
      <w:r>
        <w:t>159.3303</w:t>
      </w:r>
      <w:r>
        <w:tab/>
        <w:t>1.013e0</w:t>
      </w:r>
    </w:p>
    <w:p w:rsidR="006974AE" w:rsidRDefault="006974AE" w:rsidP="006974AE">
      <w:r>
        <w:t>159.3373</w:t>
      </w:r>
      <w:r>
        <w:tab/>
        <w:t>1.013e0</w:t>
      </w:r>
    </w:p>
    <w:p w:rsidR="006974AE" w:rsidRDefault="006974AE" w:rsidP="006974AE">
      <w:r>
        <w:t>159.3736</w:t>
      </w:r>
      <w:r>
        <w:tab/>
        <w:t>1.013e0</w:t>
      </w:r>
    </w:p>
    <w:p w:rsidR="006974AE" w:rsidRDefault="006974AE" w:rsidP="006974AE">
      <w:r>
        <w:t>159.3772</w:t>
      </w:r>
      <w:r>
        <w:tab/>
        <w:t>1.013e0</w:t>
      </w:r>
    </w:p>
    <w:p w:rsidR="006974AE" w:rsidRDefault="006974AE" w:rsidP="006974AE">
      <w:r>
        <w:t>159.4045</w:t>
      </w:r>
      <w:r>
        <w:tab/>
        <w:t>1.013e0</w:t>
      </w:r>
    </w:p>
    <w:p w:rsidR="006974AE" w:rsidRDefault="006974AE" w:rsidP="006974AE">
      <w:r>
        <w:t>159.4078</w:t>
      </w:r>
      <w:r>
        <w:tab/>
        <w:t>1.013e0</w:t>
      </w:r>
    </w:p>
    <w:p w:rsidR="006974AE" w:rsidRDefault="006974AE" w:rsidP="006974AE">
      <w:r>
        <w:t>159.4149</w:t>
      </w:r>
      <w:r>
        <w:tab/>
        <w:t>1.013e0</w:t>
      </w:r>
    </w:p>
    <w:p w:rsidR="006974AE" w:rsidRDefault="006974AE" w:rsidP="006974AE">
      <w:r>
        <w:t>159.4275</w:t>
      </w:r>
      <w:r>
        <w:tab/>
        <w:t>1.013e0</w:t>
      </w:r>
    </w:p>
    <w:p w:rsidR="006974AE" w:rsidRDefault="006974AE" w:rsidP="006974AE">
      <w:r>
        <w:t>159.4342</w:t>
      </w:r>
      <w:r>
        <w:tab/>
        <w:t>1.013e0</w:t>
      </w:r>
    </w:p>
    <w:p w:rsidR="006974AE" w:rsidRDefault="006974AE" w:rsidP="006974AE">
      <w:r>
        <w:t>159.4445</w:t>
      </w:r>
      <w:r>
        <w:tab/>
        <w:t>1.013e0</w:t>
      </w:r>
    </w:p>
    <w:p w:rsidR="006974AE" w:rsidRDefault="006974AE" w:rsidP="006974AE">
      <w:r>
        <w:t>159.4649</w:t>
      </w:r>
      <w:r>
        <w:tab/>
        <w:t>1.013e0</w:t>
      </w:r>
    </w:p>
    <w:p w:rsidR="006974AE" w:rsidRDefault="006974AE" w:rsidP="006974AE">
      <w:r>
        <w:t>159.4980</w:t>
      </w:r>
      <w:r>
        <w:tab/>
        <w:t>1.013e0</w:t>
      </w:r>
    </w:p>
    <w:p w:rsidR="006974AE" w:rsidRDefault="006974AE" w:rsidP="006974AE">
      <w:r>
        <w:t>159.5183</w:t>
      </w:r>
      <w:r>
        <w:tab/>
        <w:t>1.013e0</w:t>
      </w:r>
    </w:p>
    <w:p w:rsidR="006974AE" w:rsidRDefault="006974AE" w:rsidP="006974AE">
      <w:r>
        <w:t>159.5288</w:t>
      </w:r>
      <w:r>
        <w:tab/>
        <w:t>1.013e0</w:t>
      </w:r>
    </w:p>
    <w:p w:rsidR="006974AE" w:rsidRDefault="006974AE" w:rsidP="006974AE">
      <w:r>
        <w:t>159.5388</w:t>
      </w:r>
      <w:r>
        <w:tab/>
        <w:t>1.013e0</w:t>
      </w:r>
    </w:p>
    <w:p w:rsidR="006974AE" w:rsidRDefault="006974AE" w:rsidP="006974AE">
      <w:r>
        <w:t>159.5422</w:t>
      </w:r>
      <w:r>
        <w:tab/>
        <w:t>1.013e0</w:t>
      </w:r>
    </w:p>
    <w:p w:rsidR="006974AE" w:rsidRDefault="006974AE" w:rsidP="006974AE">
      <w:r>
        <w:t>159.5485</w:t>
      </w:r>
      <w:r>
        <w:tab/>
        <w:t>1.013e0</w:t>
      </w:r>
    </w:p>
    <w:p w:rsidR="006974AE" w:rsidRDefault="006974AE" w:rsidP="006974AE">
      <w:r>
        <w:lastRenderedPageBreak/>
        <w:t>159.5653</w:t>
      </w:r>
      <w:r>
        <w:tab/>
        <w:t>2.025e0</w:t>
      </w:r>
    </w:p>
    <w:p w:rsidR="006974AE" w:rsidRDefault="006974AE" w:rsidP="006974AE">
      <w:r>
        <w:t>159.5668</w:t>
      </w:r>
      <w:r>
        <w:tab/>
        <w:t>3.038e0</w:t>
      </w:r>
    </w:p>
    <w:p w:rsidR="006974AE" w:rsidRDefault="006974AE" w:rsidP="006974AE">
      <w:r>
        <w:t>159.5773</w:t>
      </w:r>
      <w:r>
        <w:tab/>
        <w:t>2.025e0</w:t>
      </w:r>
    </w:p>
    <w:p w:rsidR="006974AE" w:rsidRDefault="006974AE" w:rsidP="006974AE">
      <w:r>
        <w:t>159.5788</w:t>
      </w:r>
      <w:r>
        <w:tab/>
        <w:t>2.025e0</w:t>
      </w:r>
    </w:p>
    <w:p w:rsidR="006974AE" w:rsidRDefault="006974AE" w:rsidP="006974AE">
      <w:r>
        <w:t>159.6026</w:t>
      </w:r>
      <w:r>
        <w:tab/>
        <w:t>1.013e0</w:t>
      </w:r>
    </w:p>
    <w:p w:rsidR="006974AE" w:rsidRDefault="006974AE" w:rsidP="006974AE">
      <w:r>
        <w:t>159.6187</w:t>
      </w:r>
      <w:r>
        <w:tab/>
        <w:t>1.013e0</w:t>
      </w:r>
    </w:p>
    <w:p w:rsidR="006974AE" w:rsidRDefault="006974AE" w:rsidP="006974AE">
      <w:r>
        <w:t>159.6326</w:t>
      </w:r>
      <w:r>
        <w:tab/>
        <w:t>1.013e0</w:t>
      </w:r>
    </w:p>
    <w:p w:rsidR="006974AE" w:rsidRDefault="006974AE" w:rsidP="006974AE">
      <w:r>
        <w:t>159.6392</w:t>
      </w:r>
      <w:r>
        <w:tab/>
        <w:t>3.038e0</w:t>
      </w:r>
    </w:p>
    <w:p w:rsidR="006974AE" w:rsidRDefault="006974AE" w:rsidP="006974AE">
      <w:r>
        <w:t>159.6661</w:t>
      </w:r>
      <w:r>
        <w:tab/>
        <w:t>1.013e0</w:t>
      </w:r>
    </w:p>
    <w:p w:rsidR="006974AE" w:rsidRDefault="006974AE" w:rsidP="006974AE">
      <w:r>
        <w:t>159.6962</w:t>
      </w:r>
      <w:r>
        <w:tab/>
        <w:t>1.013e0</w:t>
      </w:r>
    </w:p>
    <w:p w:rsidR="006974AE" w:rsidRDefault="006974AE" w:rsidP="006974AE">
      <w:r>
        <w:t>159.7234</w:t>
      </w:r>
      <w:r>
        <w:tab/>
        <w:t>1.013e0</w:t>
      </w:r>
    </w:p>
    <w:p w:rsidR="006974AE" w:rsidRDefault="006974AE" w:rsidP="006974AE">
      <w:r>
        <w:t>159.7552</w:t>
      </w:r>
      <w:r>
        <w:tab/>
        <w:t>2.025e0</w:t>
      </w:r>
    </w:p>
    <w:p w:rsidR="006974AE" w:rsidRDefault="006974AE" w:rsidP="006974AE">
      <w:r>
        <w:t>159.7601</w:t>
      </w:r>
      <w:r>
        <w:tab/>
        <w:t>1.013e0</w:t>
      </w:r>
    </w:p>
    <w:p w:rsidR="006974AE" w:rsidRDefault="006974AE" w:rsidP="006974AE">
      <w:r>
        <w:t>159.7637</w:t>
      </w:r>
      <w:r>
        <w:tab/>
        <w:t>1.013e0</w:t>
      </w:r>
    </w:p>
    <w:p w:rsidR="006974AE" w:rsidRDefault="006974AE" w:rsidP="006974AE">
      <w:r>
        <w:t>159.7740</w:t>
      </w:r>
      <w:r>
        <w:tab/>
        <w:t>1.013e0</w:t>
      </w:r>
    </w:p>
    <w:p w:rsidR="006974AE" w:rsidRDefault="006974AE" w:rsidP="006974AE">
      <w:r>
        <w:t>159.7772</w:t>
      </w:r>
      <w:r>
        <w:tab/>
        <w:t>1.013e0</w:t>
      </w:r>
    </w:p>
    <w:p w:rsidR="006974AE" w:rsidRDefault="006974AE" w:rsidP="006974AE">
      <w:r>
        <w:t>159.7826</w:t>
      </w:r>
      <w:r>
        <w:tab/>
        <w:t>2.025e0</w:t>
      </w:r>
    </w:p>
    <w:p w:rsidR="006974AE" w:rsidRDefault="006974AE" w:rsidP="006974AE">
      <w:r>
        <w:t>159.8001</w:t>
      </w:r>
      <w:r>
        <w:tab/>
        <w:t>2.025e0</w:t>
      </w:r>
    </w:p>
    <w:p w:rsidR="006974AE" w:rsidRDefault="006974AE" w:rsidP="006974AE">
      <w:r>
        <w:t>159.8036</w:t>
      </w:r>
      <w:r>
        <w:tab/>
        <w:t>1.013e0</w:t>
      </w:r>
    </w:p>
    <w:p w:rsidR="006974AE" w:rsidRDefault="006974AE" w:rsidP="006974AE">
      <w:r>
        <w:lastRenderedPageBreak/>
        <w:t>159.8103</w:t>
      </w:r>
      <w:r>
        <w:tab/>
        <w:t>1.013e0</w:t>
      </w:r>
    </w:p>
    <w:p w:rsidR="006974AE" w:rsidRDefault="006974AE" w:rsidP="006974AE">
      <w:r>
        <w:t>159.8137</w:t>
      </w:r>
      <w:r>
        <w:tab/>
        <w:t>1.013e0</w:t>
      </w:r>
    </w:p>
    <w:p w:rsidR="006974AE" w:rsidRDefault="006974AE" w:rsidP="006974AE">
      <w:r>
        <w:t>159.8275</w:t>
      </w:r>
      <w:r>
        <w:tab/>
        <w:t>1.013e0</w:t>
      </w:r>
    </w:p>
    <w:p w:rsidR="006974AE" w:rsidRDefault="006974AE" w:rsidP="006974AE">
      <w:r>
        <w:t>159.8344</w:t>
      </w:r>
      <w:r>
        <w:tab/>
        <w:t>1.013e0</w:t>
      </w:r>
    </w:p>
    <w:p w:rsidR="006974AE" w:rsidRDefault="006974AE" w:rsidP="006974AE">
      <w:r>
        <w:t>159.8639</w:t>
      </w:r>
      <w:r>
        <w:tab/>
        <w:t>1.013e0</w:t>
      </w:r>
    </w:p>
    <w:p w:rsidR="006974AE" w:rsidRDefault="006974AE" w:rsidP="006974AE">
      <w:r>
        <w:t>159.8675</w:t>
      </w:r>
      <w:r>
        <w:tab/>
        <w:t>1.013e0</w:t>
      </w:r>
    </w:p>
    <w:p w:rsidR="006974AE" w:rsidRDefault="006974AE" w:rsidP="006974AE">
      <w:r>
        <w:t>159.8914</w:t>
      </w:r>
      <w:r>
        <w:tab/>
        <w:t>1.013e0</w:t>
      </w:r>
    </w:p>
    <w:p w:rsidR="006974AE" w:rsidRDefault="006974AE" w:rsidP="006974AE">
      <w:r>
        <w:t>159.9083</w:t>
      </w:r>
      <w:r>
        <w:tab/>
        <w:t>1.013e0</w:t>
      </w:r>
    </w:p>
    <w:p w:rsidR="006974AE" w:rsidRDefault="006974AE" w:rsidP="006974AE">
      <w:r>
        <w:t>159.9113</w:t>
      </w:r>
      <w:r>
        <w:tab/>
        <w:t>1.013e0</w:t>
      </w:r>
    </w:p>
    <w:p w:rsidR="006974AE" w:rsidRDefault="006974AE" w:rsidP="006974AE">
      <w:r>
        <w:t>159.9145</w:t>
      </w:r>
      <w:r>
        <w:tab/>
        <w:t>1.013e0</w:t>
      </w:r>
    </w:p>
    <w:p w:rsidR="006974AE" w:rsidRDefault="006974AE" w:rsidP="006974AE">
      <w:r>
        <w:t>159.9347</w:t>
      </w:r>
      <w:r>
        <w:tab/>
        <w:t>1.013e0</w:t>
      </w:r>
    </w:p>
    <w:p w:rsidR="006974AE" w:rsidRDefault="006974AE" w:rsidP="006974AE">
      <w:r>
        <w:t>159.9639</w:t>
      </w:r>
      <w:r>
        <w:tab/>
        <w:t>2.025e0</w:t>
      </w:r>
    </w:p>
    <w:p w:rsidR="006974AE" w:rsidRDefault="006974AE" w:rsidP="006974AE">
      <w:r>
        <w:t>159.9815</w:t>
      </w:r>
      <w:r>
        <w:tab/>
        <w:t>2.025e0</w:t>
      </w:r>
    </w:p>
    <w:p w:rsidR="006974AE" w:rsidRDefault="006974AE" w:rsidP="006974AE">
      <w:r>
        <w:t>159.9885</w:t>
      </w:r>
      <w:r>
        <w:tab/>
        <w:t>1.013e0</w:t>
      </w:r>
    </w:p>
    <w:p w:rsidR="006974AE" w:rsidRDefault="006974AE" w:rsidP="006974AE">
      <w:r>
        <w:t>160.0124</w:t>
      </w:r>
      <w:r>
        <w:tab/>
        <w:t>1.013e0</w:t>
      </w:r>
    </w:p>
    <w:p w:rsidR="006974AE" w:rsidRDefault="006974AE" w:rsidP="006974AE">
      <w:r>
        <w:t>160.0225</w:t>
      </w:r>
      <w:r>
        <w:tab/>
        <w:t>1.013e0</w:t>
      </w:r>
    </w:p>
    <w:p w:rsidR="006974AE" w:rsidRDefault="006974AE" w:rsidP="006974AE">
      <w:r>
        <w:t>160.0293</w:t>
      </w:r>
      <w:r>
        <w:tab/>
        <w:t>1.013e0</w:t>
      </w:r>
    </w:p>
    <w:p w:rsidR="006974AE" w:rsidRDefault="006974AE" w:rsidP="006974AE">
      <w:r>
        <w:t>160.0402</w:t>
      </w:r>
      <w:r>
        <w:tab/>
        <w:t>2.025e0</w:t>
      </w:r>
    </w:p>
    <w:p w:rsidR="006974AE" w:rsidRDefault="006974AE" w:rsidP="006974AE">
      <w:r>
        <w:t>160.0471</w:t>
      </w:r>
      <w:r>
        <w:tab/>
        <w:t>5.063e0</w:t>
      </w:r>
    </w:p>
    <w:p w:rsidR="006974AE" w:rsidRDefault="006974AE" w:rsidP="006974AE">
      <w:r>
        <w:lastRenderedPageBreak/>
        <w:t>160.0524</w:t>
      </w:r>
      <w:r>
        <w:tab/>
        <w:t>1.013e0</w:t>
      </w:r>
    </w:p>
    <w:p w:rsidR="006974AE" w:rsidRDefault="006974AE" w:rsidP="006974AE">
      <w:r>
        <w:t>160.0539</w:t>
      </w:r>
      <w:r>
        <w:tab/>
        <w:t>2.147e0</w:t>
      </w:r>
    </w:p>
    <w:p w:rsidR="006974AE" w:rsidRDefault="006974AE" w:rsidP="006974AE">
      <w:r>
        <w:t>160.0571</w:t>
      </w:r>
      <w:r>
        <w:tab/>
        <w:t>6.076e0</w:t>
      </w:r>
    </w:p>
    <w:p w:rsidR="006974AE" w:rsidRDefault="006974AE" w:rsidP="006974AE">
      <w:r>
        <w:t>160.0592</w:t>
      </w:r>
      <w:r>
        <w:tab/>
        <w:t>2.025e0</w:t>
      </w:r>
    </w:p>
    <w:p w:rsidR="006974AE" w:rsidRDefault="006974AE" w:rsidP="006974AE">
      <w:r>
        <w:t>160.0642</w:t>
      </w:r>
      <w:r>
        <w:tab/>
        <w:t>2.025e0</w:t>
      </w:r>
    </w:p>
    <w:p w:rsidR="006974AE" w:rsidRDefault="006974AE" w:rsidP="006974AE">
      <w:r>
        <w:t>160.0661</w:t>
      </w:r>
      <w:r>
        <w:tab/>
        <w:t>3.038e0</w:t>
      </w:r>
    </w:p>
    <w:p w:rsidR="006974AE" w:rsidRDefault="006974AE" w:rsidP="006974AE">
      <w:r>
        <w:t>160.0727</w:t>
      </w:r>
      <w:r>
        <w:tab/>
        <w:t>1.013e0</w:t>
      </w:r>
    </w:p>
    <w:p w:rsidR="006974AE" w:rsidRDefault="006974AE" w:rsidP="006974AE">
      <w:r>
        <w:t>160.0933</w:t>
      </w:r>
      <w:r>
        <w:tab/>
        <w:t>2.025e0</w:t>
      </w:r>
    </w:p>
    <w:p w:rsidR="006974AE" w:rsidRDefault="006974AE" w:rsidP="006974AE">
      <w:r>
        <w:t>160.0963</w:t>
      </w:r>
      <w:r>
        <w:tab/>
        <w:t>2.025e0</w:t>
      </w:r>
    </w:p>
    <w:p w:rsidR="006974AE" w:rsidRDefault="006974AE" w:rsidP="006974AE">
      <w:r>
        <w:t>160.1011</w:t>
      </w:r>
      <w:r>
        <w:tab/>
        <w:t>2.025e0</w:t>
      </w:r>
    </w:p>
    <w:p w:rsidR="006974AE" w:rsidRDefault="006974AE" w:rsidP="006974AE">
      <w:r>
        <w:t>160.1026</w:t>
      </w:r>
      <w:r>
        <w:tab/>
        <w:t>1.013e0</w:t>
      </w:r>
    </w:p>
    <w:p w:rsidR="006974AE" w:rsidRDefault="006974AE" w:rsidP="006974AE">
      <w:r>
        <w:t>160.1163</w:t>
      </w:r>
      <w:r>
        <w:tab/>
        <w:t>1.013e0</w:t>
      </w:r>
    </w:p>
    <w:p w:rsidR="006974AE" w:rsidRDefault="006974AE" w:rsidP="006974AE">
      <w:r>
        <w:t>160.1196</w:t>
      </w:r>
      <w:r>
        <w:tab/>
        <w:t>1.013e0</w:t>
      </w:r>
    </w:p>
    <w:p w:rsidR="006974AE" w:rsidRDefault="006974AE" w:rsidP="006974AE">
      <w:r>
        <w:t>160.1247</w:t>
      </w:r>
      <w:r>
        <w:tab/>
        <w:t>2.025e0</w:t>
      </w:r>
    </w:p>
    <w:p w:rsidR="006974AE" w:rsidRDefault="006974AE" w:rsidP="006974AE">
      <w:r>
        <w:t>160.1342</w:t>
      </w:r>
      <w:r>
        <w:tab/>
        <w:t>3.038e0</w:t>
      </w:r>
    </w:p>
    <w:p w:rsidR="006974AE" w:rsidRDefault="006974AE" w:rsidP="006974AE">
      <w:r>
        <w:t>160.1378</w:t>
      </w:r>
      <w:r>
        <w:tab/>
        <w:t>3.038e0</w:t>
      </w:r>
    </w:p>
    <w:p w:rsidR="006974AE" w:rsidRDefault="006974AE" w:rsidP="006974AE">
      <w:r>
        <w:t>160.1435</w:t>
      </w:r>
      <w:r>
        <w:tab/>
        <w:t>1.013e0</w:t>
      </w:r>
    </w:p>
    <w:p w:rsidR="006974AE" w:rsidRDefault="006974AE" w:rsidP="006974AE">
      <w:r>
        <w:t>160.1601</w:t>
      </w:r>
      <w:r>
        <w:tab/>
        <w:t>1.013e0</w:t>
      </w:r>
    </w:p>
    <w:p w:rsidR="006974AE" w:rsidRDefault="006974AE" w:rsidP="006974AE">
      <w:r>
        <w:t>160.1635</w:t>
      </w:r>
      <w:r>
        <w:tab/>
        <w:t>2.025e0</w:t>
      </w:r>
    </w:p>
    <w:p w:rsidR="006974AE" w:rsidRDefault="006974AE" w:rsidP="006974AE">
      <w:r>
        <w:lastRenderedPageBreak/>
        <w:t>160.1665</w:t>
      </w:r>
      <w:r>
        <w:tab/>
        <w:t>1.013e0</w:t>
      </w:r>
    </w:p>
    <w:p w:rsidR="006974AE" w:rsidRDefault="006974AE" w:rsidP="006974AE">
      <w:r>
        <w:t>160.1734</w:t>
      </w:r>
      <w:r>
        <w:tab/>
        <w:t>1.013e0</w:t>
      </w:r>
    </w:p>
    <w:p w:rsidR="006974AE" w:rsidRDefault="006974AE" w:rsidP="006974AE">
      <w:r>
        <w:t>160.1801</w:t>
      </w:r>
      <w:r>
        <w:tab/>
        <w:t>1.013e0</w:t>
      </w:r>
    </w:p>
    <w:p w:rsidR="006974AE" w:rsidRDefault="006974AE" w:rsidP="006974AE">
      <w:r>
        <w:t>160.1888</w:t>
      </w:r>
      <w:r>
        <w:tab/>
        <w:t>2.025e0</w:t>
      </w:r>
    </w:p>
    <w:p w:rsidR="006974AE" w:rsidRDefault="006974AE" w:rsidP="006974AE">
      <w:r>
        <w:t>160.1971</w:t>
      </w:r>
      <w:r>
        <w:tab/>
        <w:t>1.013e0</w:t>
      </w:r>
    </w:p>
    <w:p w:rsidR="006974AE" w:rsidRDefault="006974AE" w:rsidP="006974AE">
      <w:r>
        <w:t>160.2005</w:t>
      </w:r>
      <w:r>
        <w:tab/>
        <w:t>1.013e0</w:t>
      </w:r>
    </w:p>
    <w:p w:rsidR="006974AE" w:rsidRDefault="006974AE" w:rsidP="006974AE">
      <w:r>
        <w:t>160.2241</w:t>
      </w:r>
      <w:r>
        <w:tab/>
        <w:t>1.013e0</w:t>
      </w:r>
    </w:p>
    <w:p w:rsidR="006974AE" w:rsidRDefault="006974AE" w:rsidP="006974AE">
      <w:r>
        <w:t>160.2273</w:t>
      </w:r>
      <w:r>
        <w:tab/>
        <w:t>1.013e0</w:t>
      </w:r>
    </w:p>
    <w:p w:rsidR="006974AE" w:rsidRDefault="006974AE" w:rsidP="006974AE">
      <w:r>
        <w:t>160.2371</w:t>
      </w:r>
      <w:r>
        <w:tab/>
        <w:t>2.025e0</w:t>
      </w:r>
    </w:p>
    <w:p w:rsidR="006974AE" w:rsidRDefault="006974AE" w:rsidP="006974AE">
      <w:r>
        <w:t>160.2474</w:t>
      </w:r>
      <w:r>
        <w:tab/>
        <w:t>1.013e0</w:t>
      </w:r>
    </w:p>
    <w:p w:rsidR="006974AE" w:rsidRDefault="006974AE" w:rsidP="006974AE">
      <w:r>
        <w:t>160.2578</w:t>
      </w:r>
      <w:r>
        <w:tab/>
        <w:t>1.013e0</w:t>
      </w:r>
    </w:p>
    <w:p w:rsidR="006974AE" w:rsidRDefault="006974AE" w:rsidP="006974AE">
      <w:r>
        <w:t>160.2816</w:t>
      </w:r>
      <w:r>
        <w:tab/>
        <w:t>1.013e0</w:t>
      </w:r>
    </w:p>
    <w:p w:rsidR="006974AE" w:rsidRDefault="006974AE" w:rsidP="006974AE">
      <w:r>
        <w:t>160.2976</w:t>
      </w:r>
      <w:r>
        <w:tab/>
        <w:t>1.013e0</w:t>
      </w:r>
    </w:p>
    <w:p w:rsidR="006974AE" w:rsidRDefault="006974AE" w:rsidP="006974AE">
      <w:r>
        <w:t>160.3080</w:t>
      </w:r>
      <w:r>
        <w:tab/>
        <w:t>1.013e0</w:t>
      </w:r>
    </w:p>
    <w:p w:rsidR="006974AE" w:rsidRDefault="006974AE" w:rsidP="006974AE">
      <w:r>
        <w:t>160.3321</w:t>
      </w:r>
      <w:r>
        <w:tab/>
        <w:t>1.013e0</w:t>
      </w:r>
    </w:p>
    <w:p w:rsidR="006974AE" w:rsidRDefault="006974AE" w:rsidP="006974AE">
      <w:r>
        <w:t>160.3421</w:t>
      </w:r>
      <w:r>
        <w:tab/>
        <w:t>1.013e0</w:t>
      </w:r>
    </w:p>
    <w:p w:rsidR="006974AE" w:rsidRDefault="006974AE" w:rsidP="006974AE">
      <w:r>
        <w:t>160.3455</w:t>
      </w:r>
      <w:r>
        <w:tab/>
        <w:t>1.013e0</w:t>
      </w:r>
    </w:p>
    <w:p w:rsidR="006974AE" w:rsidRDefault="006974AE" w:rsidP="006974AE">
      <w:r>
        <w:t>160.3548</w:t>
      </w:r>
      <w:r>
        <w:tab/>
        <w:t>1.013e0</w:t>
      </w:r>
    </w:p>
    <w:p w:rsidR="006974AE" w:rsidRDefault="006974AE" w:rsidP="006974AE">
      <w:r>
        <w:t>160.3790</w:t>
      </w:r>
      <w:r>
        <w:tab/>
        <w:t>1.013e0</w:t>
      </w:r>
    </w:p>
    <w:p w:rsidR="006974AE" w:rsidRDefault="006974AE" w:rsidP="006974AE">
      <w:r>
        <w:lastRenderedPageBreak/>
        <w:t>160.3993</w:t>
      </w:r>
      <w:r>
        <w:tab/>
        <w:t>1.013e0</w:t>
      </w:r>
    </w:p>
    <w:p w:rsidR="006974AE" w:rsidRDefault="006974AE" w:rsidP="006974AE">
      <w:r>
        <w:t>160.4157</w:t>
      </w:r>
      <w:r>
        <w:tab/>
        <w:t>1.013e0</w:t>
      </w:r>
    </w:p>
    <w:p w:rsidR="006974AE" w:rsidRDefault="006974AE" w:rsidP="006974AE">
      <w:r>
        <w:t>160.4359</w:t>
      </w:r>
      <w:r>
        <w:tab/>
        <w:t>1.013e0</w:t>
      </w:r>
    </w:p>
    <w:p w:rsidR="006974AE" w:rsidRDefault="006974AE" w:rsidP="006974AE">
      <w:r>
        <w:t>160.4427</w:t>
      </w:r>
      <w:r>
        <w:tab/>
        <w:t>1.013e0</w:t>
      </w:r>
    </w:p>
    <w:p w:rsidR="006974AE" w:rsidRDefault="006974AE" w:rsidP="006974AE">
      <w:r>
        <w:t>160.4463</w:t>
      </w:r>
      <w:r>
        <w:tab/>
        <w:t>1.013e0</w:t>
      </w:r>
    </w:p>
    <w:p w:rsidR="006974AE" w:rsidRDefault="006974AE" w:rsidP="006974AE">
      <w:r>
        <w:t>160.4966</w:t>
      </w:r>
      <w:r>
        <w:tab/>
        <w:t>1.013e0</w:t>
      </w:r>
    </w:p>
    <w:p w:rsidR="006974AE" w:rsidRDefault="006974AE" w:rsidP="006974AE">
      <w:r>
        <w:t>160.5035</w:t>
      </w:r>
      <w:r>
        <w:tab/>
        <w:t>1.013e0</w:t>
      </w:r>
    </w:p>
    <w:p w:rsidR="006974AE" w:rsidRDefault="006974AE" w:rsidP="006974AE">
      <w:r>
        <w:t>160.5206</w:t>
      </w:r>
      <w:r>
        <w:tab/>
        <w:t>1.013e0</w:t>
      </w:r>
    </w:p>
    <w:p w:rsidR="006974AE" w:rsidRDefault="006974AE" w:rsidP="006974AE">
      <w:r>
        <w:t>160.5370</w:t>
      </w:r>
      <w:r>
        <w:tab/>
        <w:t>1.013e0</w:t>
      </w:r>
    </w:p>
    <w:p w:rsidR="006974AE" w:rsidRDefault="006974AE" w:rsidP="006974AE">
      <w:r>
        <w:t>160.5501</w:t>
      </w:r>
      <w:r>
        <w:tab/>
        <w:t>1.013e0</w:t>
      </w:r>
    </w:p>
    <w:p w:rsidR="006974AE" w:rsidRDefault="006974AE" w:rsidP="006974AE">
      <w:r>
        <w:t>160.5555</w:t>
      </w:r>
      <w:r>
        <w:tab/>
        <w:t>2.025e0</w:t>
      </w:r>
    </w:p>
    <w:p w:rsidR="006974AE" w:rsidRDefault="006974AE" w:rsidP="006974AE">
      <w:r>
        <w:t>160.5570</w:t>
      </w:r>
      <w:r>
        <w:tab/>
        <w:t>1.013e0</w:t>
      </w:r>
    </w:p>
    <w:p w:rsidR="006974AE" w:rsidRDefault="006974AE" w:rsidP="006974AE">
      <w:r>
        <w:t>160.5604</w:t>
      </w:r>
      <w:r>
        <w:tab/>
        <w:t>1.013e0</w:t>
      </w:r>
    </w:p>
    <w:p w:rsidR="006974AE" w:rsidRDefault="006974AE" w:rsidP="006974AE">
      <w:r>
        <w:t>160.5641</w:t>
      </w:r>
      <w:r>
        <w:tab/>
        <w:t>1.013e0</w:t>
      </w:r>
    </w:p>
    <w:p w:rsidR="006974AE" w:rsidRDefault="006974AE" w:rsidP="006974AE">
      <w:r>
        <w:t>160.5812</w:t>
      </w:r>
      <w:r>
        <w:tab/>
        <w:t>2.025e0</w:t>
      </w:r>
    </w:p>
    <w:p w:rsidR="006974AE" w:rsidRDefault="006974AE" w:rsidP="006974AE">
      <w:r>
        <w:t>160.5845</w:t>
      </w:r>
      <w:r>
        <w:tab/>
        <w:t>2.025e0</w:t>
      </w:r>
    </w:p>
    <w:p w:rsidR="006974AE" w:rsidRDefault="006974AE" w:rsidP="006974AE">
      <w:r>
        <w:t>160.6042</w:t>
      </w:r>
      <w:r>
        <w:tab/>
        <w:t>1.013e0</w:t>
      </w:r>
    </w:p>
    <w:p w:rsidR="006974AE" w:rsidRDefault="006974AE" w:rsidP="006974AE">
      <w:r>
        <w:t>160.6055</w:t>
      </w:r>
      <w:r>
        <w:tab/>
        <w:t>2.025e0</w:t>
      </w:r>
    </w:p>
    <w:p w:rsidR="006974AE" w:rsidRDefault="006974AE" w:rsidP="006974AE">
      <w:r>
        <w:t>160.6383</w:t>
      </w:r>
      <w:r>
        <w:tab/>
        <w:t>1.013e0</w:t>
      </w:r>
    </w:p>
    <w:p w:rsidR="006974AE" w:rsidRDefault="006974AE" w:rsidP="006974AE">
      <w:r>
        <w:lastRenderedPageBreak/>
        <w:t>160.6449</w:t>
      </w:r>
      <w:r>
        <w:tab/>
        <w:t>1.013e0</w:t>
      </w:r>
    </w:p>
    <w:p w:rsidR="006974AE" w:rsidRDefault="006974AE" w:rsidP="006974AE">
      <w:r>
        <w:t>160.6588</w:t>
      </w:r>
      <w:r>
        <w:tab/>
        <w:t>3.038e0</w:t>
      </w:r>
    </w:p>
    <w:p w:rsidR="006974AE" w:rsidRDefault="006974AE" w:rsidP="006974AE">
      <w:r>
        <w:t>160.6850</w:t>
      </w:r>
      <w:r>
        <w:tab/>
        <w:t>2.025e0</w:t>
      </w:r>
    </w:p>
    <w:p w:rsidR="006974AE" w:rsidRDefault="006974AE" w:rsidP="006974AE">
      <w:r>
        <w:t>160.7177</w:t>
      </w:r>
      <w:r>
        <w:tab/>
        <w:t>2.025e0</w:t>
      </w:r>
    </w:p>
    <w:p w:rsidR="006974AE" w:rsidRDefault="006974AE" w:rsidP="006974AE">
      <w:r>
        <w:t>160.7355</w:t>
      </w:r>
      <w:r>
        <w:tab/>
        <w:t>1.013e0</w:t>
      </w:r>
    </w:p>
    <w:p w:rsidR="006974AE" w:rsidRDefault="006974AE" w:rsidP="006974AE">
      <w:r>
        <w:t>160.7525</w:t>
      </w:r>
      <w:r>
        <w:tab/>
        <w:t>1.013e0</w:t>
      </w:r>
    </w:p>
    <w:p w:rsidR="006974AE" w:rsidRDefault="006974AE" w:rsidP="006974AE">
      <w:r>
        <w:t>160.7595</w:t>
      </w:r>
      <w:r>
        <w:tab/>
        <w:t>2.025e0</w:t>
      </w:r>
    </w:p>
    <w:p w:rsidR="006974AE" w:rsidRDefault="006974AE" w:rsidP="006974AE">
      <w:r>
        <w:t>160.7897</w:t>
      </w:r>
      <w:r>
        <w:tab/>
        <w:t>1.013e0</w:t>
      </w:r>
    </w:p>
    <w:p w:rsidR="006974AE" w:rsidRDefault="006974AE" w:rsidP="006974AE">
      <w:r>
        <w:t>160.8027</w:t>
      </w:r>
      <w:r>
        <w:tab/>
        <w:t>1.013e0</w:t>
      </w:r>
    </w:p>
    <w:p w:rsidR="006974AE" w:rsidRDefault="006974AE" w:rsidP="006974AE">
      <w:r>
        <w:t>160.8062</w:t>
      </w:r>
      <w:r>
        <w:tab/>
        <w:t>1.013e0</w:t>
      </w:r>
    </w:p>
    <w:p w:rsidR="006974AE" w:rsidRDefault="006974AE" w:rsidP="006974AE">
      <w:r>
        <w:t>160.8098</w:t>
      </w:r>
      <w:r>
        <w:tab/>
        <w:t>1.013e0</w:t>
      </w:r>
    </w:p>
    <w:p w:rsidR="006974AE" w:rsidRDefault="006974AE" w:rsidP="006974AE">
      <w:r>
        <w:t>160.8133</w:t>
      </w:r>
      <w:r>
        <w:tab/>
        <w:t>1.013e0</w:t>
      </w:r>
    </w:p>
    <w:p w:rsidR="006974AE" w:rsidRDefault="006974AE" w:rsidP="006974AE">
      <w:r>
        <w:t>160.8407</w:t>
      </w:r>
      <w:r>
        <w:tab/>
        <w:t>1.013e0</w:t>
      </w:r>
    </w:p>
    <w:p w:rsidR="006974AE" w:rsidRDefault="006974AE" w:rsidP="006974AE">
      <w:r>
        <w:t>160.8570</w:t>
      </w:r>
      <w:r>
        <w:tab/>
        <w:t>1.013e0</w:t>
      </w:r>
    </w:p>
    <w:p w:rsidR="006974AE" w:rsidRDefault="006974AE" w:rsidP="006974AE">
      <w:r>
        <w:t>160.8771</w:t>
      </w:r>
      <w:r>
        <w:tab/>
        <w:t>1.013e0</w:t>
      </w:r>
    </w:p>
    <w:p w:rsidR="006974AE" w:rsidRDefault="006974AE" w:rsidP="006974AE">
      <w:r>
        <w:t>160.8910</w:t>
      </w:r>
      <w:r>
        <w:tab/>
        <w:t>1.013e0</w:t>
      </w:r>
    </w:p>
    <w:p w:rsidR="006974AE" w:rsidRDefault="006974AE" w:rsidP="006974AE">
      <w:r>
        <w:t>160.9080</w:t>
      </w:r>
      <w:r>
        <w:tab/>
        <w:t>1.013e0</w:t>
      </w:r>
    </w:p>
    <w:p w:rsidR="006974AE" w:rsidRDefault="006974AE" w:rsidP="006974AE">
      <w:r>
        <w:t>160.9178</w:t>
      </w:r>
      <w:r>
        <w:tab/>
        <w:t>1.013e0</w:t>
      </w:r>
    </w:p>
    <w:p w:rsidR="006974AE" w:rsidRDefault="006974AE" w:rsidP="006974AE">
      <w:r>
        <w:t>160.9212</w:t>
      </w:r>
      <w:r>
        <w:tab/>
        <w:t>1.013e0</w:t>
      </w:r>
    </w:p>
    <w:p w:rsidR="006974AE" w:rsidRDefault="006974AE" w:rsidP="006974AE">
      <w:r>
        <w:lastRenderedPageBreak/>
        <w:t>160.9308</w:t>
      </w:r>
      <w:r>
        <w:tab/>
        <w:t>2.025e0</w:t>
      </w:r>
    </w:p>
    <w:p w:rsidR="006974AE" w:rsidRDefault="006974AE" w:rsidP="006974AE">
      <w:r>
        <w:t>160.9499</w:t>
      </w:r>
      <w:r>
        <w:tab/>
        <w:t>2.025e0</w:t>
      </w:r>
    </w:p>
    <w:p w:rsidR="006974AE" w:rsidRDefault="006974AE" w:rsidP="006974AE">
      <w:r>
        <w:t>160.9550</w:t>
      </w:r>
      <w:r>
        <w:tab/>
        <w:t>1.013e0</w:t>
      </w:r>
    </w:p>
    <w:p w:rsidR="006974AE" w:rsidRDefault="006974AE" w:rsidP="006974AE">
      <w:r>
        <w:t>160.9686</w:t>
      </w:r>
      <w:r>
        <w:tab/>
        <w:t>1.013e0</w:t>
      </w:r>
    </w:p>
    <w:p w:rsidR="006974AE" w:rsidRDefault="006974AE" w:rsidP="006974AE">
      <w:r>
        <w:t>160.9805</w:t>
      </w:r>
      <w:r>
        <w:tab/>
        <w:t>2.025e0</w:t>
      </w:r>
    </w:p>
    <w:p w:rsidR="006974AE" w:rsidRDefault="006974AE" w:rsidP="006974AE">
      <w:r>
        <w:t>160.9819</w:t>
      </w:r>
      <w:r>
        <w:tab/>
        <w:t>2.025e0</w:t>
      </w:r>
    </w:p>
    <w:p w:rsidR="006974AE" w:rsidRDefault="006974AE" w:rsidP="006974AE">
      <w:r>
        <w:t>160.9851</w:t>
      </w:r>
      <w:r>
        <w:tab/>
        <w:t>1.013e0</w:t>
      </w:r>
    </w:p>
    <w:p w:rsidR="006974AE" w:rsidRDefault="006974AE" w:rsidP="006974AE">
      <w:r>
        <w:t>160.9950</w:t>
      </w:r>
      <w:r>
        <w:tab/>
        <w:t>1.013e0</w:t>
      </w:r>
    </w:p>
    <w:p w:rsidR="006974AE" w:rsidRDefault="006974AE" w:rsidP="006974AE">
      <w:r>
        <w:t>161.0018</w:t>
      </w:r>
      <w:r>
        <w:tab/>
        <w:t>1.013e0</w:t>
      </w:r>
    </w:p>
    <w:p w:rsidR="006974AE" w:rsidRDefault="006974AE" w:rsidP="006974AE">
      <w:r>
        <w:t>161.0155</w:t>
      </w:r>
      <w:r>
        <w:tab/>
        <w:t>1.013e0</w:t>
      </w:r>
    </w:p>
    <w:p w:rsidR="006974AE" w:rsidRDefault="006974AE" w:rsidP="006974AE">
      <w:r>
        <w:t>161.0225</w:t>
      </w:r>
      <w:r>
        <w:tab/>
        <w:t>1.013e0</w:t>
      </w:r>
    </w:p>
    <w:p w:rsidR="006974AE" w:rsidRDefault="006974AE" w:rsidP="006974AE">
      <w:r>
        <w:t>161.0309</w:t>
      </w:r>
      <w:r>
        <w:tab/>
        <w:t>2.025e0</w:t>
      </w:r>
    </w:p>
    <w:p w:rsidR="006974AE" w:rsidRDefault="006974AE" w:rsidP="006974AE">
      <w:r>
        <w:t>161.0363</w:t>
      </w:r>
      <w:r>
        <w:tab/>
        <w:t>3.038e0</w:t>
      </w:r>
    </w:p>
    <w:p w:rsidR="006974AE" w:rsidRDefault="006974AE" w:rsidP="006974AE">
      <w:r>
        <w:t>161.0460</w:t>
      </w:r>
      <w:r>
        <w:tab/>
        <w:t>1.013e0</w:t>
      </w:r>
    </w:p>
    <w:p w:rsidR="006974AE" w:rsidRDefault="006974AE" w:rsidP="006974AE">
      <w:r>
        <w:t>161.0528</w:t>
      </w:r>
      <w:r>
        <w:tab/>
        <w:t>5.063e0</w:t>
      </w:r>
    </w:p>
    <w:p w:rsidR="006974AE" w:rsidRDefault="006974AE" w:rsidP="006974AE">
      <w:r>
        <w:t>161.0570</w:t>
      </w:r>
      <w:r>
        <w:tab/>
        <w:t>4.051e0</w:t>
      </w:r>
    </w:p>
    <w:p w:rsidR="006974AE" w:rsidRDefault="006974AE" w:rsidP="006974AE">
      <w:r>
        <w:t>161.0694</w:t>
      </w:r>
      <w:r>
        <w:tab/>
        <w:t>2.025e0</w:t>
      </w:r>
    </w:p>
    <w:p w:rsidR="006974AE" w:rsidRDefault="006974AE" w:rsidP="006974AE">
      <w:r>
        <w:t>161.0763</w:t>
      </w:r>
      <w:r>
        <w:tab/>
        <w:t>2.025e0</w:t>
      </w:r>
    </w:p>
    <w:p w:rsidR="006974AE" w:rsidRDefault="006974AE" w:rsidP="006974AE">
      <w:r>
        <w:t>161.0864</w:t>
      </w:r>
      <w:r>
        <w:tab/>
        <w:t>3.038e0</w:t>
      </w:r>
    </w:p>
    <w:p w:rsidR="006974AE" w:rsidRDefault="006974AE" w:rsidP="006974AE">
      <w:r>
        <w:lastRenderedPageBreak/>
        <w:t>161.0895</w:t>
      </w:r>
      <w:r>
        <w:tab/>
        <w:t>5.063e0</w:t>
      </w:r>
    </w:p>
    <w:p w:rsidR="006974AE" w:rsidRDefault="006974AE" w:rsidP="006974AE">
      <w:r>
        <w:t>161.1004</w:t>
      </w:r>
      <w:r>
        <w:tab/>
        <w:t>1.013e0</w:t>
      </w:r>
    </w:p>
    <w:p w:rsidR="006974AE" w:rsidRDefault="006974AE" w:rsidP="006974AE">
      <w:r>
        <w:t>161.1036</w:t>
      </w:r>
      <w:r>
        <w:tab/>
        <w:t>1.013e0</w:t>
      </w:r>
    </w:p>
    <w:p w:rsidR="006974AE" w:rsidRDefault="006974AE" w:rsidP="006974AE">
      <w:r>
        <w:t>161.1055</w:t>
      </w:r>
      <w:r>
        <w:tab/>
        <w:t>2.025e0</w:t>
      </w:r>
    </w:p>
    <w:p w:rsidR="006974AE" w:rsidRDefault="006974AE" w:rsidP="006974AE">
      <w:r>
        <w:t>161.1069</w:t>
      </w:r>
      <w:r>
        <w:tab/>
        <w:t>1.013e0</w:t>
      </w:r>
    </w:p>
    <w:p w:rsidR="006974AE" w:rsidRDefault="006974AE" w:rsidP="006974AE">
      <w:r>
        <w:t>161.1118</w:t>
      </w:r>
      <w:r>
        <w:tab/>
        <w:t>2.025e0</w:t>
      </w:r>
    </w:p>
    <w:p w:rsidR="006974AE" w:rsidRDefault="006974AE" w:rsidP="006974AE">
      <w:r>
        <w:t>161.1198</w:t>
      </w:r>
      <w:r>
        <w:tab/>
        <w:t>1.013e0</w:t>
      </w:r>
    </w:p>
    <w:p w:rsidR="006974AE" w:rsidRDefault="006974AE" w:rsidP="006974AE">
      <w:r>
        <w:t>161.1266</w:t>
      </w:r>
      <w:r>
        <w:tab/>
        <w:t>1.013e0</w:t>
      </w:r>
    </w:p>
    <w:p w:rsidR="006974AE" w:rsidRDefault="006974AE" w:rsidP="006974AE">
      <w:r>
        <w:t>161.1318</w:t>
      </w:r>
      <w:r>
        <w:tab/>
        <w:t>2.025e0</w:t>
      </w:r>
    </w:p>
    <w:p w:rsidR="006974AE" w:rsidRDefault="006974AE" w:rsidP="006974AE">
      <w:r>
        <w:t>161.1402</w:t>
      </w:r>
      <w:r>
        <w:tab/>
        <w:t>1.013e0</w:t>
      </w:r>
    </w:p>
    <w:p w:rsidR="006974AE" w:rsidRDefault="006974AE" w:rsidP="006974AE">
      <w:r>
        <w:t>161.1573</w:t>
      </w:r>
      <w:r>
        <w:tab/>
        <w:t>1.013e0</w:t>
      </w:r>
    </w:p>
    <w:p w:rsidR="006974AE" w:rsidRDefault="006974AE" w:rsidP="006974AE">
      <w:r>
        <w:t>161.1609</w:t>
      </w:r>
      <w:r>
        <w:tab/>
        <w:t>3.038e0</w:t>
      </w:r>
    </w:p>
    <w:p w:rsidR="006974AE" w:rsidRDefault="006974AE" w:rsidP="006974AE">
      <w:r>
        <w:t>161.1644</w:t>
      </w:r>
      <w:r>
        <w:tab/>
        <w:t>1.013e0</w:t>
      </w:r>
    </w:p>
    <w:p w:rsidR="006974AE" w:rsidRDefault="006974AE" w:rsidP="006974AE">
      <w:r>
        <w:t>161.1807</w:t>
      </w:r>
      <w:r>
        <w:tab/>
        <w:t>1.013e0</w:t>
      </w:r>
    </w:p>
    <w:p w:rsidR="006974AE" w:rsidRDefault="006974AE" w:rsidP="006974AE">
      <w:r>
        <w:t>161.1907</w:t>
      </w:r>
      <w:r>
        <w:tab/>
        <w:t>1.013e0</w:t>
      </w:r>
    </w:p>
    <w:p w:rsidR="006974AE" w:rsidRDefault="006974AE" w:rsidP="006974AE">
      <w:r>
        <w:t>161.2148</w:t>
      </w:r>
      <w:r>
        <w:tab/>
        <w:t>1.013e0</w:t>
      </w:r>
    </w:p>
    <w:p w:rsidR="006974AE" w:rsidRDefault="006974AE" w:rsidP="006974AE">
      <w:r>
        <w:t>161.2417</w:t>
      </w:r>
      <w:r>
        <w:tab/>
        <w:t>1.013e0</w:t>
      </w:r>
    </w:p>
    <w:p w:rsidR="006974AE" w:rsidRDefault="006974AE" w:rsidP="006974AE">
      <w:r>
        <w:t>161.2581</w:t>
      </w:r>
      <w:r>
        <w:tab/>
        <w:t>1.013e0</w:t>
      </w:r>
    </w:p>
    <w:p w:rsidR="006974AE" w:rsidRDefault="006974AE" w:rsidP="006974AE">
      <w:r>
        <w:t>161.2650</w:t>
      </w:r>
      <w:r>
        <w:tab/>
        <w:t>1.013e0</w:t>
      </w:r>
    </w:p>
    <w:p w:rsidR="006974AE" w:rsidRDefault="006974AE" w:rsidP="006974AE">
      <w:r>
        <w:lastRenderedPageBreak/>
        <w:t>161.2823</w:t>
      </w:r>
      <w:r>
        <w:tab/>
        <w:t>1.013e0</w:t>
      </w:r>
    </w:p>
    <w:p w:rsidR="006974AE" w:rsidRDefault="006974AE" w:rsidP="006974AE">
      <w:r>
        <w:t>161.2855</w:t>
      </w:r>
      <w:r>
        <w:tab/>
        <w:t>1.013e0</w:t>
      </w:r>
    </w:p>
    <w:p w:rsidR="006974AE" w:rsidRDefault="006974AE" w:rsidP="006974AE">
      <w:r>
        <w:t>161.3029</w:t>
      </w:r>
      <w:r>
        <w:tab/>
        <w:t>1.013e0</w:t>
      </w:r>
    </w:p>
    <w:p w:rsidR="006974AE" w:rsidRDefault="006974AE" w:rsidP="006974AE">
      <w:r>
        <w:t>161.3125</w:t>
      </w:r>
      <w:r>
        <w:tab/>
        <w:t>1.013e0</w:t>
      </w:r>
    </w:p>
    <w:p w:rsidR="006974AE" w:rsidRDefault="006974AE" w:rsidP="006974AE">
      <w:r>
        <w:t>161.3396</w:t>
      </w:r>
      <w:r>
        <w:tab/>
        <w:t>1.013e0</w:t>
      </w:r>
    </w:p>
    <w:p w:rsidR="006974AE" w:rsidRDefault="006974AE" w:rsidP="006974AE">
      <w:r>
        <w:t>161.3498</w:t>
      </w:r>
      <w:r>
        <w:tab/>
        <w:t>2.025e0</w:t>
      </w:r>
    </w:p>
    <w:p w:rsidR="006974AE" w:rsidRDefault="006974AE" w:rsidP="006974AE">
      <w:r>
        <w:t>161.3634</w:t>
      </w:r>
      <w:r>
        <w:tab/>
        <w:t>1.013e0</w:t>
      </w:r>
    </w:p>
    <w:p w:rsidR="006974AE" w:rsidRDefault="006974AE" w:rsidP="006974AE">
      <w:r>
        <w:t>161.3797</w:t>
      </w:r>
      <w:r>
        <w:tab/>
        <w:t>1.013e0</w:t>
      </w:r>
    </w:p>
    <w:p w:rsidR="006974AE" w:rsidRDefault="006974AE" w:rsidP="006974AE">
      <w:r>
        <w:t>161.3934</w:t>
      </w:r>
      <w:r>
        <w:tab/>
        <w:t>1.013e0</w:t>
      </w:r>
    </w:p>
    <w:p w:rsidR="006974AE" w:rsidRDefault="006974AE" w:rsidP="006974AE">
      <w:r>
        <w:t>161.4138</w:t>
      </w:r>
      <w:r>
        <w:tab/>
        <w:t>2.025e0</w:t>
      </w:r>
    </w:p>
    <w:p w:rsidR="006974AE" w:rsidRDefault="006974AE" w:rsidP="006974AE">
      <w:r>
        <w:t>161.4208</w:t>
      </w:r>
      <w:r>
        <w:tab/>
        <w:t>2.025e0</w:t>
      </w:r>
    </w:p>
    <w:p w:rsidR="006974AE" w:rsidRDefault="006974AE" w:rsidP="006974AE">
      <w:r>
        <w:t>161.4223</w:t>
      </w:r>
      <w:r>
        <w:tab/>
        <w:t>2.025e0</w:t>
      </w:r>
    </w:p>
    <w:p w:rsidR="006974AE" w:rsidRDefault="006974AE" w:rsidP="006974AE">
      <w:r>
        <w:t>161.4241</w:t>
      </w:r>
      <w:r>
        <w:tab/>
        <w:t>1.013e0</w:t>
      </w:r>
    </w:p>
    <w:p w:rsidR="006974AE" w:rsidRDefault="006974AE" w:rsidP="006974AE">
      <w:r>
        <w:t>161.4312</w:t>
      </w:r>
      <w:r>
        <w:tab/>
        <w:t>2.025e0</w:t>
      </w:r>
    </w:p>
    <w:p w:rsidR="006974AE" w:rsidRDefault="006974AE" w:rsidP="006974AE">
      <w:r>
        <w:t>161.4540</w:t>
      </w:r>
      <w:r>
        <w:tab/>
        <w:t>1.013e0</w:t>
      </w:r>
    </w:p>
    <w:p w:rsidR="006974AE" w:rsidRDefault="006974AE" w:rsidP="006974AE">
      <w:r>
        <w:t>161.4608</w:t>
      </w:r>
      <w:r>
        <w:tab/>
        <w:t>1.013e0</w:t>
      </w:r>
    </w:p>
    <w:p w:rsidR="006974AE" w:rsidRDefault="006974AE" w:rsidP="006974AE">
      <w:r>
        <w:t>161.4676</w:t>
      </w:r>
      <w:r>
        <w:tab/>
        <w:t>1.013e0</w:t>
      </w:r>
    </w:p>
    <w:p w:rsidR="006974AE" w:rsidRDefault="006974AE" w:rsidP="006974AE">
      <w:r>
        <w:t>161.4713</w:t>
      </w:r>
      <w:r>
        <w:tab/>
        <w:t>1.013e0</w:t>
      </w:r>
    </w:p>
    <w:p w:rsidR="006974AE" w:rsidRDefault="006974AE" w:rsidP="006974AE">
      <w:r>
        <w:t>161.4814</w:t>
      </w:r>
      <w:r>
        <w:tab/>
        <w:t>2.025e0</w:t>
      </w:r>
    </w:p>
    <w:p w:rsidR="006974AE" w:rsidRDefault="006974AE" w:rsidP="006974AE">
      <w:r>
        <w:lastRenderedPageBreak/>
        <w:t>161.4919</w:t>
      </w:r>
      <w:r>
        <w:tab/>
        <w:t>1.013e0</w:t>
      </w:r>
    </w:p>
    <w:p w:rsidR="006974AE" w:rsidRDefault="006974AE" w:rsidP="006974AE">
      <w:r>
        <w:t>161.5148</w:t>
      </w:r>
      <w:r>
        <w:tab/>
        <w:t>1.013e0</w:t>
      </w:r>
    </w:p>
    <w:p w:rsidR="006974AE" w:rsidRDefault="006974AE" w:rsidP="006974AE">
      <w:r>
        <w:t>161.5283</w:t>
      </w:r>
      <w:r>
        <w:tab/>
        <w:t>1.013e0</w:t>
      </w:r>
    </w:p>
    <w:p w:rsidR="006974AE" w:rsidRDefault="006974AE" w:rsidP="006974AE">
      <w:r>
        <w:t>161.5509</w:t>
      </w:r>
      <w:r>
        <w:tab/>
        <w:t>1.951e1</w:t>
      </w:r>
    </w:p>
    <w:p w:rsidR="006974AE" w:rsidRDefault="006974AE" w:rsidP="006974AE">
      <w:r>
        <w:t>161.5527</w:t>
      </w:r>
      <w:r>
        <w:tab/>
        <w:t>4.152e1</w:t>
      </w:r>
    </w:p>
    <w:p w:rsidR="006974AE" w:rsidRDefault="006974AE" w:rsidP="006974AE">
      <w:r>
        <w:t>161.5549</w:t>
      </w:r>
      <w:r>
        <w:tab/>
        <w:t>2.835e1</w:t>
      </w:r>
    </w:p>
    <w:p w:rsidR="006974AE" w:rsidRDefault="006974AE" w:rsidP="006974AE">
      <w:r>
        <w:t>161.5565</w:t>
      </w:r>
      <w:r>
        <w:tab/>
        <w:t>1.823e1</w:t>
      </w:r>
    </w:p>
    <w:p w:rsidR="006974AE" w:rsidRDefault="006974AE" w:rsidP="006974AE">
      <w:r>
        <w:t>161.5576</w:t>
      </w:r>
      <w:r>
        <w:tab/>
        <w:t>1.215e1</w:t>
      </w:r>
    </w:p>
    <w:p w:rsidR="006974AE" w:rsidRDefault="006974AE" w:rsidP="006974AE">
      <w:r>
        <w:t>161.5733</w:t>
      </w:r>
      <w:r>
        <w:tab/>
        <w:t>3.038e0</w:t>
      </w:r>
    </w:p>
    <w:p w:rsidR="006974AE" w:rsidRDefault="006974AE" w:rsidP="006974AE">
      <w:r>
        <w:t>161.5797</w:t>
      </w:r>
      <w:r>
        <w:tab/>
        <w:t>3.038e0</w:t>
      </w:r>
    </w:p>
    <w:p w:rsidR="006974AE" w:rsidRDefault="006974AE" w:rsidP="006974AE">
      <w:r>
        <w:t>161.5858</w:t>
      </w:r>
      <w:r>
        <w:tab/>
        <w:t>1.075e0</w:t>
      </w:r>
    </w:p>
    <w:p w:rsidR="006974AE" w:rsidRDefault="006974AE" w:rsidP="006974AE">
      <w:r>
        <w:t>161.5890</w:t>
      </w:r>
      <w:r>
        <w:tab/>
        <w:t>1.013e0</w:t>
      </w:r>
    </w:p>
    <w:p w:rsidR="006974AE" w:rsidRDefault="006974AE" w:rsidP="006974AE">
      <w:r>
        <w:t>161.5927</w:t>
      </w:r>
      <w:r>
        <w:tab/>
        <w:t>1.013e0</w:t>
      </w:r>
    </w:p>
    <w:p w:rsidR="006974AE" w:rsidRDefault="006974AE" w:rsidP="006974AE">
      <w:r>
        <w:t>161.5959</w:t>
      </w:r>
      <w:r>
        <w:tab/>
        <w:t>1.013e0</w:t>
      </w:r>
    </w:p>
    <w:p w:rsidR="006974AE" w:rsidRDefault="006974AE" w:rsidP="006974AE">
      <w:r>
        <w:t>161.6062</w:t>
      </w:r>
      <w:r>
        <w:tab/>
        <w:t>1.013e0</w:t>
      </w:r>
    </w:p>
    <w:p w:rsidR="006974AE" w:rsidRDefault="006974AE" w:rsidP="006974AE">
      <w:r>
        <w:t>161.6165</w:t>
      </w:r>
      <w:r>
        <w:tab/>
        <w:t>1.013e0</w:t>
      </w:r>
    </w:p>
    <w:p w:rsidR="006974AE" w:rsidRDefault="006974AE" w:rsidP="006974AE">
      <w:r>
        <w:t>161.6201</w:t>
      </w:r>
      <w:r>
        <w:tab/>
        <w:t>3.038e0</w:t>
      </w:r>
    </w:p>
    <w:p w:rsidR="006974AE" w:rsidRDefault="006974AE" w:rsidP="006974AE">
      <w:r>
        <w:t>161.6336</w:t>
      </w:r>
      <w:r>
        <w:tab/>
        <w:t>2.025e0</w:t>
      </w:r>
    </w:p>
    <w:p w:rsidR="006974AE" w:rsidRDefault="006974AE" w:rsidP="006974AE">
      <w:r>
        <w:t>161.6400</w:t>
      </w:r>
      <w:r>
        <w:tab/>
        <w:t>1.013e0</w:t>
      </w:r>
    </w:p>
    <w:p w:rsidR="006974AE" w:rsidRDefault="006974AE" w:rsidP="006974AE">
      <w:r>
        <w:lastRenderedPageBreak/>
        <w:t>161.6609</w:t>
      </w:r>
      <w:r>
        <w:tab/>
        <w:t>3.038e0</w:t>
      </w:r>
    </w:p>
    <w:p w:rsidR="006974AE" w:rsidRDefault="006974AE" w:rsidP="006974AE">
      <w:r>
        <w:t>161.6740</w:t>
      </w:r>
      <w:r>
        <w:tab/>
        <w:t>1.013e0</w:t>
      </w:r>
    </w:p>
    <w:p w:rsidR="006974AE" w:rsidRDefault="006974AE" w:rsidP="006974AE">
      <w:r>
        <w:t>161.6910</w:t>
      </w:r>
      <w:r>
        <w:tab/>
        <w:t>1.013e0</w:t>
      </w:r>
    </w:p>
    <w:p w:rsidR="006974AE" w:rsidRDefault="006974AE" w:rsidP="006974AE">
      <w:r>
        <w:t>161.7013</w:t>
      </w:r>
      <w:r>
        <w:tab/>
        <w:t>1.013e0</w:t>
      </w:r>
    </w:p>
    <w:p w:rsidR="006974AE" w:rsidRDefault="006974AE" w:rsidP="006974AE">
      <w:r>
        <w:t>161.7045</w:t>
      </w:r>
      <w:r>
        <w:tab/>
        <w:t>1.013e0</w:t>
      </w:r>
    </w:p>
    <w:p w:rsidR="006974AE" w:rsidRDefault="006974AE" w:rsidP="006974AE">
      <w:r>
        <w:t>161.7416</w:t>
      </w:r>
      <w:r>
        <w:tab/>
        <w:t>1.013e0</w:t>
      </w:r>
    </w:p>
    <w:p w:rsidR="006974AE" w:rsidRDefault="006974AE" w:rsidP="006974AE">
      <w:r>
        <w:t>161.7656</w:t>
      </w:r>
      <w:r>
        <w:tab/>
        <w:t>1.013e0</w:t>
      </w:r>
    </w:p>
    <w:p w:rsidR="006974AE" w:rsidRDefault="006974AE" w:rsidP="006974AE">
      <w:r>
        <w:t>161.7688</w:t>
      </w:r>
      <w:r>
        <w:tab/>
        <w:t>1.013e0</w:t>
      </w:r>
    </w:p>
    <w:p w:rsidR="006974AE" w:rsidRDefault="006974AE" w:rsidP="006974AE">
      <w:r>
        <w:t>161.7753</w:t>
      </w:r>
      <w:r>
        <w:tab/>
        <w:t>1.013e0</w:t>
      </w:r>
    </w:p>
    <w:p w:rsidR="006974AE" w:rsidRDefault="006974AE" w:rsidP="006974AE">
      <w:r>
        <w:t>161.7849</w:t>
      </w:r>
      <w:r>
        <w:tab/>
        <w:t>1.013e0</w:t>
      </w:r>
    </w:p>
    <w:p w:rsidR="006974AE" w:rsidRDefault="006974AE" w:rsidP="006974AE">
      <w:r>
        <w:t>161.7884</w:t>
      </w:r>
      <w:r>
        <w:tab/>
        <w:t>1.013e0</w:t>
      </w:r>
    </w:p>
    <w:p w:rsidR="006974AE" w:rsidRDefault="006974AE" w:rsidP="006974AE">
      <w:r>
        <w:t>161.7921</w:t>
      </w:r>
      <w:r>
        <w:tab/>
        <w:t>1.013e0</w:t>
      </w:r>
    </w:p>
    <w:p w:rsidR="006974AE" w:rsidRDefault="006974AE" w:rsidP="006974AE">
      <w:r>
        <w:t>161.7955</w:t>
      </w:r>
      <w:r>
        <w:tab/>
        <w:t>1.013e0</w:t>
      </w:r>
    </w:p>
    <w:p w:rsidR="006974AE" w:rsidRDefault="006974AE" w:rsidP="006974AE">
      <w:r>
        <w:t>161.8127</w:t>
      </w:r>
      <w:r>
        <w:tab/>
        <w:t>2.025e0</w:t>
      </w:r>
    </w:p>
    <w:p w:rsidR="006974AE" w:rsidRDefault="006974AE" w:rsidP="006974AE">
      <w:r>
        <w:t>161.8178</w:t>
      </w:r>
      <w:r>
        <w:tab/>
        <w:t>2.025e0</w:t>
      </w:r>
    </w:p>
    <w:p w:rsidR="006974AE" w:rsidRDefault="006974AE" w:rsidP="006974AE">
      <w:r>
        <w:t>161.8228</w:t>
      </w:r>
      <w:r>
        <w:tab/>
        <w:t>1.013e0</w:t>
      </w:r>
    </w:p>
    <w:p w:rsidR="006974AE" w:rsidRDefault="006974AE" w:rsidP="006974AE">
      <w:r>
        <w:t>161.8410</w:t>
      </w:r>
      <w:r>
        <w:tab/>
        <w:t>2.025e0</w:t>
      </w:r>
    </w:p>
    <w:p w:rsidR="006974AE" w:rsidRDefault="006974AE" w:rsidP="006974AE">
      <w:r>
        <w:t>161.8562</w:t>
      </w:r>
      <w:r>
        <w:tab/>
        <w:t>1.013e0</w:t>
      </w:r>
    </w:p>
    <w:p w:rsidR="006974AE" w:rsidRDefault="006974AE" w:rsidP="006974AE">
      <w:r>
        <w:t>161.8732</w:t>
      </w:r>
      <w:r>
        <w:tab/>
        <w:t>2.025e0</w:t>
      </w:r>
    </w:p>
    <w:p w:rsidR="006974AE" w:rsidRDefault="006974AE" w:rsidP="006974AE">
      <w:r>
        <w:lastRenderedPageBreak/>
        <w:t>161.8803</w:t>
      </w:r>
      <w:r>
        <w:tab/>
        <w:t>1.013e0</w:t>
      </w:r>
    </w:p>
    <w:p w:rsidR="006974AE" w:rsidRDefault="006974AE" w:rsidP="006974AE">
      <w:r>
        <w:t>161.8872</w:t>
      </w:r>
      <w:r>
        <w:tab/>
        <w:t>2.025e0</w:t>
      </w:r>
    </w:p>
    <w:p w:rsidR="006974AE" w:rsidRDefault="006974AE" w:rsidP="006974AE">
      <w:r>
        <w:t>161.8904</w:t>
      </w:r>
      <w:r>
        <w:tab/>
        <w:t>1.013e0</w:t>
      </w:r>
    </w:p>
    <w:p w:rsidR="006974AE" w:rsidRDefault="006974AE" w:rsidP="006974AE">
      <w:r>
        <w:t>161.9008</w:t>
      </w:r>
      <w:r>
        <w:tab/>
        <w:t>1.013e0</w:t>
      </w:r>
    </w:p>
    <w:p w:rsidR="006974AE" w:rsidRDefault="006974AE" w:rsidP="006974AE">
      <w:r>
        <w:t>161.9168</w:t>
      </w:r>
      <w:r>
        <w:tab/>
        <w:t>2.025e0</w:t>
      </w:r>
    </w:p>
    <w:p w:rsidR="006974AE" w:rsidRDefault="006974AE" w:rsidP="006974AE">
      <w:r>
        <w:t>161.9340</w:t>
      </w:r>
      <w:r>
        <w:tab/>
        <w:t>1.013e0</w:t>
      </w:r>
    </w:p>
    <w:p w:rsidR="006974AE" w:rsidRDefault="006974AE" w:rsidP="006974AE">
      <w:r>
        <w:t>161.9479</w:t>
      </w:r>
      <w:r>
        <w:tab/>
        <w:t>1.013e0</w:t>
      </w:r>
    </w:p>
    <w:p w:rsidR="006974AE" w:rsidRDefault="006974AE" w:rsidP="006974AE">
      <w:r>
        <w:t>161.9513</w:t>
      </w:r>
      <w:r>
        <w:tab/>
        <w:t>3.038e0</w:t>
      </w:r>
    </w:p>
    <w:p w:rsidR="006974AE" w:rsidRDefault="006974AE" w:rsidP="006974AE">
      <w:r>
        <w:t>161.9581</w:t>
      </w:r>
      <w:r>
        <w:tab/>
        <w:t>1.013e0</w:t>
      </w:r>
    </w:p>
    <w:p w:rsidR="006974AE" w:rsidRDefault="006974AE" w:rsidP="006974AE">
      <w:r>
        <w:t>161.9704</w:t>
      </w:r>
      <w:r>
        <w:tab/>
        <w:t>2.025e0</w:t>
      </w:r>
    </w:p>
    <w:p w:rsidR="006974AE" w:rsidRDefault="006974AE" w:rsidP="006974AE">
      <w:r>
        <w:t>161.9811</w:t>
      </w:r>
      <w:r>
        <w:tab/>
        <w:t>1.013e0</w:t>
      </w:r>
    </w:p>
    <w:p w:rsidR="006974AE" w:rsidRDefault="006974AE" w:rsidP="006974AE">
      <w:r>
        <w:t>161.9950</w:t>
      </w:r>
      <w:r>
        <w:tab/>
        <w:t>2.025e0</w:t>
      </w:r>
    </w:p>
    <w:p w:rsidR="006974AE" w:rsidRDefault="006974AE" w:rsidP="006974AE">
      <w:r>
        <w:t>161.9982</w:t>
      </w:r>
      <w:r>
        <w:tab/>
        <w:t>2.025e0</w:t>
      </w:r>
    </w:p>
    <w:p w:rsidR="006974AE" w:rsidRDefault="006974AE" w:rsidP="006974AE">
      <w:r>
        <w:t>162.0085</w:t>
      </w:r>
      <w:r>
        <w:tab/>
        <w:t>1.013e0</w:t>
      </w:r>
    </w:p>
    <w:p w:rsidR="006974AE" w:rsidRDefault="006974AE" w:rsidP="006974AE">
      <w:r>
        <w:t>162.0154</w:t>
      </w:r>
      <w:r>
        <w:tab/>
        <w:t>3.038e0</w:t>
      </w:r>
    </w:p>
    <w:p w:rsidR="006974AE" w:rsidRDefault="006974AE" w:rsidP="006974AE">
      <w:r>
        <w:t>162.0225</w:t>
      </w:r>
      <w:r>
        <w:tab/>
        <w:t>1.013e0</w:t>
      </w:r>
    </w:p>
    <w:p w:rsidR="006974AE" w:rsidRDefault="006974AE" w:rsidP="006974AE">
      <w:r>
        <w:t>162.0391</w:t>
      </w:r>
      <w:r>
        <w:tab/>
        <w:t>1.013e0</w:t>
      </w:r>
    </w:p>
    <w:p w:rsidR="006974AE" w:rsidRDefault="006974AE" w:rsidP="006974AE">
      <w:r>
        <w:t>162.0425</w:t>
      </w:r>
      <w:r>
        <w:tab/>
        <w:t>2.025e0</w:t>
      </w:r>
    </w:p>
    <w:p w:rsidR="006974AE" w:rsidRDefault="006974AE" w:rsidP="006974AE">
      <w:r>
        <w:t>162.0762</w:t>
      </w:r>
      <w:r>
        <w:tab/>
        <w:t>3.257e1</w:t>
      </w:r>
    </w:p>
    <w:p w:rsidR="006974AE" w:rsidRDefault="006974AE" w:rsidP="006974AE">
      <w:r>
        <w:lastRenderedPageBreak/>
        <w:t>162.0780</w:t>
      </w:r>
      <w:r>
        <w:tab/>
        <w:t>2.700e2</w:t>
      </w:r>
    </w:p>
    <w:p w:rsidR="006974AE" w:rsidRDefault="006974AE" w:rsidP="006974AE">
      <w:r>
        <w:t>162.0799</w:t>
      </w:r>
      <w:r>
        <w:tab/>
        <w:t>3.544e1</w:t>
      </w:r>
    </w:p>
    <w:p w:rsidR="006974AE" w:rsidRDefault="006974AE" w:rsidP="006974AE">
      <w:r>
        <w:t>162.1134</w:t>
      </w:r>
      <w:r>
        <w:tab/>
        <w:t>2.025e0</w:t>
      </w:r>
    </w:p>
    <w:p w:rsidR="006974AE" w:rsidRDefault="006974AE" w:rsidP="006974AE">
      <w:r>
        <w:t>162.1266</w:t>
      </w:r>
      <w:r>
        <w:tab/>
        <w:t>1.013e0</w:t>
      </w:r>
    </w:p>
    <w:p w:rsidR="006974AE" w:rsidRDefault="006974AE" w:rsidP="006974AE">
      <w:r>
        <w:t>162.1301</w:t>
      </w:r>
      <w:r>
        <w:tab/>
        <w:t>1.013e0</w:t>
      </w:r>
    </w:p>
    <w:p w:rsidR="006974AE" w:rsidRDefault="006974AE" w:rsidP="006974AE">
      <w:r>
        <w:t>162.1336</w:t>
      </w:r>
      <w:r>
        <w:tab/>
        <w:t>3.038e0</w:t>
      </w:r>
    </w:p>
    <w:p w:rsidR="006974AE" w:rsidRDefault="006974AE" w:rsidP="006974AE">
      <w:r>
        <w:t>162.1416</w:t>
      </w:r>
      <w:r>
        <w:tab/>
        <w:t>3.038e0</w:t>
      </w:r>
    </w:p>
    <w:p w:rsidR="006974AE" w:rsidRDefault="006974AE" w:rsidP="006974AE">
      <w:r>
        <w:t>162.1509</w:t>
      </w:r>
      <w:r>
        <w:tab/>
        <w:t>1.013e0</w:t>
      </w:r>
    </w:p>
    <w:p w:rsidR="006974AE" w:rsidRDefault="006974AE" w:rsidP="006974AE">
      <w:r>
        <w:t>162.1578</w:t>
      </w:r>
      <w:r>
        <w:tab/>
        <w:t>1.013e0</w:t>
      </w:r>
    </w:p>
    <w:p w:rsidR="006974AE" w:rsidRDefault="006974AE" w:rsidP="006974AE">
      <w:r>
        <w:t>162.1712</w:t>
      </w:r>
      <w:r>
        <w:tab/>
        <w:t>1.013e0</w:t>
      </w:r>
    </w:p>
    <w:p w:rsidR="006974AE" w:rsidRDefault="006974AE" w:rsidP="006974AE">
      <w:r>
        <w:t>162.1793</w:t>
      </w:r>
      <w:r>
        <w:tab/>
        <w:t>2.025e0</w:t>
      </w:r>
    </w:p>
    <w:p w:rsidR="006974AE" w:rsidRDefault="006974AE" w:rsidP="006974AE">
      <w:r>
        <w:t>162.1856</w:t>
      </w:r>
      <w:r>
        <w:tab/>
        <w:t>2.025e0</w:t>
      </w:r>
    </w:p>
    <w:p w:rsidR="006974AE" w:rsidRDefault="006974AE" w:rsidP="006974AE">
      <w:r>
        <w:t>162.1881</w:t>
      </w:r>
      <w:r>
        <w:tab/>
        <w:t>4.051e0</w:t>
      </w:r>
    </w:p>
    <w:p w:rsidR="006974AE" w:rsidRDefault="006974AE" w:rsidP="006974AE">
      <w:r>
        <w:t>162.1909</w:t>
      </w:r>
      <w:r>
        <w:tab/>
        <w:t>1.013e0</w:t>
      </w:r>
    </w:p>
    <w:p w:rsidR="006974AE" w:rsidRDefault="006974AE" w:rsidP="006974AE">
      <w:r>
        <w:t>162.1978</w:t>
      </w:r>
      <w:r>
        <w:tab/>
        <w:t>1.013e0</w:t>
      </w:r>
    </w:p>
    <w:p w:rsidR="006974AE" w:rsidRDefault="006974AE" w:rsidP="006974AE">
      <w:r>
        <w:t>162.2082</w:t>
      </w:r>
      <w:r>
        <w:tab/>
        <w:t>2.025e0</w:t>
      </w:r>
    </w:p>
    <w:p w:rsidR="006974AE" w:rsidRDefault="006974AE" w:rsidP="006974AE">
      <w:r>
        <w:t>162.2135</w:t>
      </w:r>
      <w:r>
        <w:tab/>
        <w:t>2.025e0</w:t>
      </w:r>
    </w:p>
    <w:p w:rsidR="006974AE" w:rsidRDefault="006974AE" w:rsidP="006974AE">
      <w:r>
        <w:t>162.2182</w:t>
      </w:r>
      <w:r>
        <w:tab/>
        <w:t>5.063e0</w:t>
      </w:r>
    </w:p>
    <w:p w:rsidR="006974AE" w:rsidRDefault="006974AE" w:rsidP="006974AE">
      <w:r>
        <w:t>162.2357</w:t>
      </w:r>
      <w:r>
        <w:tab/>
        <w:t>1.013e0</w:t>
      </w:r>
    </w:p>
    <w:p w:rsidR="006974AE" w:rsidRDefault="006974AE" w:rsidP="006974AE">
      <w:r>
        <w:lastRenderedPageBreak/>
        <w:t>162.2518</w:t>
      </w:r>
      <w:r>
        <w:tab/>
        <w:t>1.013e0</w:t>
      </w:r>
    </w:p>
    <w:p w:rsidR="006974AE" w:rsidRDefault="006974AE" w:rsidP="006974AE">
      <w:r>
        <w:t>162.2551</w:t>
      </w:r>
      <w:r>
        <w:tab/>
        <w:t>5.063e0</w:t>
      </w:r>
    </w:p>
    <w:p w:rsidR="006974AE" w:rsidRDefault="006974AE" w:rsidP="006974AE">
      <w:r>
        <w:t>162.2691</w:t>
      </w:r>
      <w:r>
        <w:tab/>
        <w:t>1.013e0</w:t>
      </w:r>
    </w:p>
    <w:p w:rsidR="006974AE" w:rsidRDefault="006974AE" w:rsidP="006974AE">
      <w:r>
        <w:t>162.2792</w:t>
      </w:r>
      <w:r>
        <w:tab/>
        <w:t>2.025e0</w:t>
      </w:r>
    </w:p>
    <w:p w:rsidR="006974AE" w:rsidRDefault="006974AE" w:rsidP="006974AE">
      <w:r>
        <w:t>162.2966</w:t>
      </w:r>
      <w:r>
        <w:tab/>
        <w:t>1.013e0</w:t>
      </w:r>
    </w:p>
    <w:p w:rsidR="006974AE" w:rsidRDefault="006974AE" w:rsidP="006974AE">
      <w:r>
        <w:t>162.3069</w:t>
      </w:r>
      <w:r>
        <w:tab/>
        <w:t>1.013e0</w:t>
      </w:r>
    </w:p>
    <w:p w:rsidR="006974AE" w:rsidRDefault="006974AE" w:rsidP="006974AE">
      <w:r>
        <w:t>162.3230</w:t>
      </w:r>
      <w:r>
        <w:tab/>
        <w:t>1.013e0</w:t>
      </w:r>
    </w:p>
    <w:p w:rsidR="006974AE" w:rsidRDefault="006974AE" w:rsidP="006974AE">
      <w:r>
        <w:t>162.3263</w:t>
      </w:r>
      <w:r>
        <w:tab/>
        <w:t>3.038e0</w:t>
      </w:r>
    </w:p>
    <w:p w:rsidR="006974AE" w:rsidRDefault="006974AE" w:rsidP="006974AE">
      <w:r>
        <w:t>162.3368</w:t>
      </w:r>
      <w:r>
        <w:tab/>
        <w:t>1.013e0</w:t>
      </w:r>
    </w:p>
    <w:p w:rsidR="006974AE" w:rsidRDefault="006974AE" w:rsidP="006974AE">
      <w:r>
        <w:t>162.3538</w:t>
      </w:r>
      <w:r>
        <w:tab/>
        <w:t>1.013e0</w:t>
      </w:r>
    </w:p>
    <w:p w:rsidR="006974AE" w:rsidRDefault="006974AE" w:rsidP="006974AE">
      <w:r>
        <w:t>162.3626</w:t>
      </w:r>
      <w:r>
        <w:tab/>
        <w:t>2.025e0</w:t>
      </w:r>
    </w:p>
    <w:p w:rsidR="006974AE" w:rsidRDefault="006974AE" w:rsidP="006974AE">
      <w:r>
        <w:t>162.3712</w:t>
      </w:r>
      <w:r>
        <w:tab/>
        <w:t>4.051e0</w:t>
      </w:r>
    </w:p>
    <w:p w:rsidR="006974AE" w:rsidRDefault="006974AE" w:rsidP="006974AE">
      <w:r>
        <w:t>162.3745</w:t>
      </w:r>
      <w:r>
        <w:tab/>
        <w:t>1.013e0</w:t>
      </w:r>
    </w:p>
    <w:p w:rsidR="006974AE" w:rsidRDefault="006974AE" w:rsidP="006974AE">
      <w:r>
        <w:t>162.3939</w:t>
      </w:r>
      <w:r>
        <w:tab/>
        <w:t>1.013e0</w:t>
      </w:r>
    </w:p>
    <w:p w:rsidR="006974AE" w:rsidRDefault="006974AE" w:rsidP="006974AE">
      <w:r>
        <w:t>162.4121</w:t>
      </w:r>
      <w:r>
        <w:tab/>
        <w:t>3.038e0</w:t>
      </w:r>
    </w:p>
    <w:p w:rsidR="006974AE" w:rsidRDefault="006974AE" w:rsidP="006974AE">
      <w:r>
        <w:t>162.4215</w:t>
      </w:r>
      <w:r>
        <w:tab/>
        <w:t>1.013e0</w:t>
      </w:r>
    </w:p>
    <w:p w:rsidR="006974AE" w:rsidRDefault="006974AE" w:rsidP="006974AE">
      <w:r>
        <w:t>162.4252</w:t>
      </w:r>
      <w:r>
        <w:tab/>
        <w:t>1.013e0</w:t>
      </w:r>
    </w:p>
    <w:p w:rsidR="006974AE" w:rsidRDefault="006974AE" w:rsidP="006974AE">
      <w:r>
        <w:t>162.4426</w:t>
      </w:r>
      <w:r>
        <w:tab/>
        <w:t>2.025e0</w:t>
      </w:r>
    </w:p>
    <w:p w:rsidR="006974AE" w:rsidRDefault="006974AE" w:rsidP="006974AE">
      <w:r>
        <w:t>162.4553</w:t>
      </w:r>
      <w:r>
        <w:tab/>
        <w:t>3.038e0</w:t>
      </w:r>
    </w:p>
    <w:p w:rsidR="006974AE" w:rsidRDefault="006974AE" w:rsidP="006974AE">
      <w:r>
        <w:lastRenderedPageBreak/>
        <w:t>162.4616</w:t>
      </w:r>
      <w:r>
        <w:tab/>
        <w:t>1.013e0</w:t>
      </w:r>
    </w:p>
    <w:p w:rsidR="006974AE" w:rsidRDefault="006974AE" w:rsidP="006974AE">
      <w:r>
        <w:t>162.4651</w:t>
      </w:r>
      <w:r>
        <w:tab/>
        <w:t>1.013e0</w:t>
      </w:r>
    </w:p>
    <w:p w:rsidR="006974AE" w:rsidRDefault="006974AE" w:rsidP="006974AE">
      <w:r>
        <w:t>162.4757</w:t>
      </w:r>
      <w:r>
        <w:tab/>
        <w:t>1.013e0</w:t>
      </w:r>
    </w:p>
    <w:p w:rsidR="006974AE" w:rsidRDefault="006974AE" w:rsidP="006974AE">
      <w:r>
        <w:t>162.4859</w:t>
      </w:r>
      <w:r>
        <w:tab/>
        <w:t>2.025e0</w:t>
      </w:r>
    </w:p>
    <w:p w:rsidR="006974AE" w:rsidRDefault="006974AE" w:rsidP="006974AE">
      <w:r>
        <w:t>162.5165</w:t>
      </w:r>
      <w:r>
        <w:tab/>
        <w:t>1.013e0</w:t>
      </w:r>
    </w:p>
    <w:p w:rsidR="006974AE" w:rsidRDefault="006974AE" w:rsidP="006974AE">
      <w:r>
        <w:t>162.5232</w:t>
      </w:r>
      <w:r>
        <w:tab/>
        <w:t>2.025e0</w:t>
      </w:r>
    </w:p>
    <w:p w:rsidR="006974AE" w:rsidRDefault="006974AE" w:rsidP="006974AE">
      <w:r>
        <w:t>162.5294</w:t>
      </w:r>
      <w:r>
        <w:tab/>
        <w:t>1.013e0</w:t>
      </w:r>
    </w:p>
    <w:p w:rsidR="006974AE" w:rsidRDefault="006974AE" w:rsidP="006974AE">
      <w:r>
        <w:t>162.5469</w:t>
      </w:r>
      <w:r>
        <w:tab/>
        <w:t>5.063e0</w:t>
      </w:r>
    </w:p>
    <w:p w:rsidR="006974AE" w:rsidRDefault="006974AE" w:rsidP="006974AE">
      <w:r>
        <w:t>162.5481</w:t>
      </w:r>
      <w:r>
        <w:tab/>
        <w:t>5.495e0</w:t>
      </w:r>
    </w:p>
    <w:p w:rsidR="006974AE" w:rsidRDefault="006974AE" w:rsidP="006974AE">
      <w:r>
        <w:t>162.5533</w:t>
      </w:r>
      <w:r>
        <w:tab/>
        <w:t>6.076e0</w:t>
      </w:r>
    </w:p>
    <w:p w:rsidR="006974AE" w:rsidRDefault="006974AE" w:rsidP="006974AE">
      <w:r>
        <w:t>162.5561</w:t>
      </w:r>
      <w:r>
        <w:tab/>
        <w:t>3.038e0</w:t>
      </w:r>
    </w:p>
    <w:p w:rsidR="006974AE" w:rsidRDefault="006974AE" w:rsidP="006974AE">
      <w:r>
        <w:t>162.5675</w:t>
      </w:r>
      <w:r>
        <w:tab/>
        <w:t>2.025e0</w:t>
      </w:r>
    </w:p>
    <w:p w:rsidR="006974AE" w:rsidRDefault="006974AE" w:rsidP="006974AE">
      <w:r>
        <w:t>162.5708</w:t>
      </w:r>
      <w:r>
        <w:tab/>
        <w:t>2.025e0</w:t>
      </w:r>
    </w:p>
    <w:p w:rsidR="006974AE" w:rsidRDefault="006974AE" w:rsidP="006974AE">
      <w:r>
        <w:t>162.5843</w:t>
      </w:r>
      <w:r>
        <w:tab/>
        <w:t>1.013e0</w:t>
      </w:r>
    </w:p>
    <w:p w:rsidR="006974AE" w:rsidRDefault="006974AE" w:rsidP="006974AE">
      <w:r>
        <w:t>162.5878</w:t>
      </w:r>
      <w:r>
        <w:tab/>
        <w:t>1.013e0</w:t>
      </w:r>
    </w:p>
    <w:p w:rsidR="006974AE" w:rsidRDefault="006974AE" w:rsidP="006974AE">
      <w:r>
        <w:t>162.5940</w:t>
      </w:r>
      <w:r>
        <w:tab/>
        <w:t>1.013e0</w:t>
      </w:r>
    </w:p>
    <w:p w:rsidR="006974AE" w:rsidRDefault="006974AE" w:rsidP="006974AE">
      <w:r>
        <w:t>162.6041</w:t>
      </w:r>
      <w:r>
        <w:tab/>
        <w:t>1.013e0</w:t>
      </w:r>
    </w:p>
    <w:p w:rsidR="006974AE" w:rsidRDefault="006974AE" w:rsidP="006974AE">
      <w:r>
        <w:t>162.6077</w:t>
      </w:r>
      <w:r>
        <w:tab/>
        <w:t>1.013e0</w:t>
      </w:r>
    </w:p>
    <w:p w:rsidR="006974AE" w:rsidRDefault="006974AE" w:rsidP="006974AE">
      <w:r>
        <w:t>162.6112</w:t>
      </w:r>
      <w:r>
        <w:tab/>
        <w:t>2.025e0</w:t>
      </w:r>
    </w:p>
    <w:p w:rsidR="006974AE" w:rsidRDefault="006974AE" w:rsidP="006974AE">
      <w:r>
        <w:lastRenderedPageBreak/>
        <w:t>162.6318</w:t>
      </w:r>
      <w:r>
        <w:tab/>
        <w:t>1.013e0</w:t>
      </w:r>
    </w:p>
    <w:p w:rsidR="006974AE" w:rsidRDefault="006974AE" w:rsidP="006974AE">
      <w:r>
        <w:t>162.6490</w:t>
      </w:r>
      <w:r>
        <w:tab/>
        <w:t>1.013e0</w:t>
      </w:r>
    </w:p>
    <w:p w:rsidR="006974AE" w:rsidRDefault="006974AE" w:rsidP="006974AE">
      <w:r>
        <w:t>162.6542</w:t>
      </w:r>
      <w:r>
        <w:tab/>
        <w:t>2.025e0</w:t>
      </w:r>
    </w:p>
    <w:p w:rsidR="006974AE" w:rsidRDefault="006974AE" w:rsidP="006974AE">
      <w:r>
        <w:t>162.6589</w:t>
      </w:r>
      <w:r>
        <w:tab/>
        <w:t>1.013e0</w:t>
      </w:r>
    </w:p>
    <w:p w:rsidR="006974AE" w:rsidRDefault="006974AE" w:rsidP="006974AE">
      <w:r>
        <w:t>162.6621</w:t>
      </w:r>
      <w:r>
        <w:tab/>
        <w:t>1.013e0</w:t>
      </w:r>
    </w:p>
    <w:p w:rsidR="006974AE" w:rsidRDefault="006974AE" w:rsidP="006974AE">
      <w:r>
        <w:t>162.6859</w:t>
      </w:r>
      <w:r>
        <w:tab/>
        <w:t>1.013e0</w:t>
      </w:r>
    </w:p>
    <w:p w:rsidR="006974AE" w:rsidRDefault="006974AE" w:rsidP="006974AE">
      <w:r>
        <w:t>162.7029</w:t>
      </w:r>
      <w:r>
        <w:tab/>
        <w:t>2.025e0</w:t>
      </w:r>
    </w:p>
    <w:p w:rsidR="006974AE" w:rsidRDefault="006974AE" w:rsidP="006974AE">
      <w:r>
        <w:t>162.7097</w:t>
      </w:r>
      <w:r>
        <w:tab/>
        <w:t>1.013e0</w:t>
      </w:r>
    </w:p>
    <w:p w:rsidR="006974AE" w:rsidRDefault="006974AE" w:rsidP="006974AE">
      <w:r>
        <w:t>162.7132</w:t>
      </w:r>
      <w:r>
        <w:tab/>
        <w:t>1.013e0</w:t>
      </w:r>
    </w:p>
    <w:p w:rsidR="006974AE" w:rsidRDefault="006974AE" w:rsidP="006974AE">
      <w:r>
        <w:t>162.7201</w:t>
      </w:r>
      <w:r>
        <w:tab/>
        <w:t>1.013e0</w:t>
      </w:r>
    </w:p>
    <w:p w:rsidR="006974AE" w:rsidRDefault="006974AE" w:rsidP="006974AE">
      <w:r>
        <w:t>162.7363</w:t>
      </w:r>
      <w:r>
        <w:tab/>
        <w:t>1.013e0</w:t>
      </w:r>
    </w:p>
    <w:p w:rsidR="006974AE" w:rsidRDefault="006974AE" w:rsidP="006974AE">
      <w:r>
        <w:t>162.7432</w:t>
      </w:r>
      <w:r>
        <w:tab/>
        <w:t>1.013e0</w:t>
      </w:r>
    </w:p>
    <w:p w:rsidR="006974AE" w:rsidRDefault="006974AE" w:rsidP="006974AE">
      <w:r>
        <w:t>162.7467</w:t>
      </w:r>
      <w:r>
        <w:tab/>
        <w:t>1.013e0</w:t>
      </w:r>
    </w:p>
    <w:p w:rsidR="006974AE" w:rsidRDefault="006974AE" w:rsidP="006974AE">
      <w:r>
        <w:t>162.7500</w:t>
      </w:r>
      <w:r>
        <w:tab/>
        <w:t>1.013e0</w:t>
      </w:r>
    </w:p>
    <w:p w:rsidR="006974AE" w:rsidRDefault="006974AE" w:rsidP="006974AE">
      <w:r>
        <w:t>162.7708</w:t>
      </w:r>
      <w:r>
        <w:tab/>
        <w:t>1.013e0</w:t>
      </w:r>
    </w:p>
    <w:p w:rsidR="006974AE" w:rsidRDefault="006974AE" w:rsidP="006974AE">
      <w:r>
        <w:t>162.7879</w:t>
      </w:r>
      <w:r>
        <w:tab/>
        <w:t>1.013e0</w:t>
      </w:r>
    </w:p>
    <w:p w:rsidR="006974AE" w:rsidRDefault="006974AE" w:rsidP="006974AE">
      <w:r>
        <w:t>162.7941</w:t>
      </w:r>
      <w:r>
        <w:tab/>
        <w:t>4.051e0</w:t>
      </w:r>
    </w:p>
    <w:p w:rsidR="006974AE" w:rsidRDefault="006974AE" w:rsidP="006974AE">
      <w:r>
        <w:t>162.8300</w:t>
      </w:r>
      <w:r>
        <w:tab/>
        <w:t>2.025e0</w:t>
      </w:r>
    </w:p>
    <w:p w:rsidR="006974AE" w:rsidRDefault="006974AE" w:rsidP="006974AE">
      <w:r>
        <w:t>162.8350</w:t>
      </w:r>
      <w:r>
        <w:tab/>
        <w:t>1.013e0</w:t>
      </w:r>
    </w:p>
    <w:p w:rsidR="006974AE" w:rsidRDefault="006974AE" w:rsidP="006974AE">
      <w:r>
        <w:lastRenderedPageBreak/>
        <w:t>162.8385</w:t>
      </w:r>
      <w:r>
        <w:tab/>
        <w:t>2.025e0</w:t>
      </w:r>
    </w:p>
    <w:p w:rsidR="006974AE" w:rsidRDefault="006974AE" w:rsidP="006974AE">
      <w:r>
        <w:t>162.8594</w:t>
      </w:r>
      <w:r>
        <w:tab/>
        <w:t>1.013e0</w:t>
      </w:r>
    </w:p>
    <w:p w:rsidR="006974AE" w:rsidRDefault="006974AE" w:rsidP="006974AE">
      <w:r>
        <w:t>162.8614</w:t>
      </w:r>
      <w:r>
        <w:tab/>
        <w:t>3.038e0</w:t>
      </w:r>
    </w:p>
    <w:p w:rsidR="006974AE" w:rsidRDefault="006974AE" w:rsidP="006974AE">
      <w:r>
        <w:t>162.8925</w:t>
      </w:r>
      <w:r>
        <w:tab/>
        <w:t>1.013e0</w:t>
      </w:r>
    </w:p>
    <w:p w:rsidR="006974AE" w:rsidRDefault="006974AE" w:rsidP="006974AE">
      <w:r>
        <w:t>162.9096</w:t>
      </w:r>
      <w:r>
        <w:tab/>
        <w:t>1.013e0</w:t>
      </w:r>
    </w:p>
    <w:p w:rsidR="006974AE" w:rsidRDefault="006974AE" w:rsidP="006974AE">
      <w:r>
        <w:t>162.9133</w:t>
      </w:r>
      <w:r>
        <w:tab/>
        <w:t>1.013e0</w:t>
      </w:r>
    </w:p>
    <w:p w:rsidR="006974AE" w:rsidRDefault="006974AE" w:rsidP="006974AE">
      <w:r>
        <w:t>162.9167</w:t>
      </w:r>
      <w:r>
        <w:tab/>
        <w:t>1.013e0</w:t>
      </w:r>
    </w:p>
    <w:p w:rsidR="006974AE" w:rsidRDefault="006974AE" w:rsidP="006974AE">
      <w:r>
        <w:t>162.9202</w:t>
      </w:r>
      <w:r>
        <w:tab/>
        <w:t>1.013e0</w:t>
      </w:r>
    </w:p>
    <w:p w:rsidR="006974AE" w:rsidRDefault="006974AE" w:rsidP="006974AE">
      <w:r>
        <w:t>162.9270</w:t>
      </w:r>
      <w:r>
        <w:tab/>
        <w:t>1.013e0</w:t>
      </w:r>
    </w:p>
    <w:p w:rsidR="006974AE" w:rsidRDefault="006974AE" w:rsidP="006974AE">
      <w:r>
        <w:t>162.9370</w:t>
      </w:r>
      <w:r>
        <w:tab/>
        <w:t>2.025e0</w:t>
      </w:r>
    </w:p>
    <w:p w:rsidR="006974AE" w:rsidRDefault="006974AE" w:rsidP="006974AE">
      <w:r>
        <w:t>162.9400</w:t>
      </w:r>
      <w:r>
        <w:tab/>
        <w:t>1.013e0</w:t>
      </w:r>
    </w:p>
    <w:p w:rsidR="006974AE" w:rsidRDefault="006974AE" w:rsidP="006974AE">
      <w:r>
        <w:t>162.9433</w:t>
      </w:r>
      <w:r>
        <w:tab/>
        <w:t>1.013e0</w:t>
      </w:r>
    </w:p>
    <w:p w:rsidR="006974AE" w:rsidRDefault="006974AE" w:rsidP="006974AE">
      <w:r>
        <w:t>162.9533</w:t>
      </w:r>
      <w:r>
        <w:tab/>
        <w:t>1.013e0</w:t>
      </w:r>
    </w:p>
    <w:p w:rsidR="006974AE" w:rsidRDefault="006974AE" w:rsidP="006974AE">
      <w:r>
        <w:t>162.9568</w:t>
      </w:r>
      <w:r>
        <w:tab/>
        <w:t>1.013e0</w:t>
      </w:r>
    </w:p>
    <w:p w:rsidR="006974AE" w:rsidRDefault="006974AE" w:rsidP="006974AE">
      <w:r>
        <w:t>162.9587</w:t>
      </w:r>
      <w:r>
        <w:tab/>
        <w:t>2.025e0</w:t>
      </w:r>
    </w:p>
    <w:p w:rsidR="006974AE" w:rsidRDefault="006974AE" w:rsidP="006974AE">
      <w:r>
        <w:t>162.9637</w:t>
      </w:r>
      <w:r>
        <w:tab/>
        <w:t>1.013e0</w:t>
      </w:r>
    </w:p>
    <w:p w:rsidR="006974AE" w:rsidRDefault="006974AE" w:rsidP="006974AE">
      <w:r>
        <w:t>162.9740</w:t>
      </w:r>
      <w:r>
        <w:tab/>
        <w:t>1.013e0</w:t>
      </w:r>
    </w:p>
    <w:p w:rsidR="006974AE" w:rsidRDefault="006974AE" w:rsidP="006974AE">
      <w:r>
        <w:t>162.9777</w:t>
      </w:r>
      <w:r>
        <w:tab/>
        <w:t>2.025e0</w:t>
      </w:r>
    </w:p>
    <w:p w:rsidR="006974AE" w:rsidRDefault="006974AE" w:rsidP="006974AE">
      <w:r>
        <w:t>163.0001</w:t>
      </w:r>
      <w:r>
        <w:tab/>
        <w:t>2.025e0</w:t>
      </w:r>
    </w:p>
    <w:p w:rsidR="006974AE" w:rsidRDefault="006974AE" w:rsidP="006974AE">
      <w:r>
        <w:lastRenderedPageBreak/>
        <w:t>163.0017</w:t>
      </w:r>
      <w:r>
        <w:tab/>
        <w:t>2.025e0</w:t>
      </w:r>
    </w:p>
    <w:p w:rsidR="006974AE" w:rsidRDefault="006974AE" w:rsidP="006974AE">
      <w:r>
        <w:t>163.0081</w:t>
      </w:r>
      <w:r>
        <w:tab/>
        <w:t>2.025e0</w:t>
      </w:r>
    </w:p>
    <w:p w:rsidR="006974AE" w:rsidRDefault="006974AE" w:rsidP="006974AE">
      <w:r>
        <w:t>163.0115</w:t>
      </w:r>
      <w:r>
        <w:tab/>
        <w:t>1.013e0</w:t>
      </w:r>
    </w:p>
    <w:p w:rsidR="006974AE" w:rsidRDefault="006974AE" w:rsidP="006974AE">
      <w:r>
        <w:t>163.0263</w:t>
      </w:r>
      <w:r>
        <w:tab/>
        <w:t>2.025e0</w:t>
      </w:r>
    </w:p>
    <w:p w:rsidR="006974AE" w:rsidRDefault="006974AE" w:rsidP="006974AE">
      <w:r>
        <w:t>163.0426</w:t>
      </w:r>
      <w:r>
        <w:tab/>
        <w:t>4.051e0</w:t>
      </w:r>
    </w:p>
    <w:p w:rsidR="006974AE" w:rsidRDefault="006974AE" w:rsidP="006974AE">
      <w:r>
        <w:t>163.0455</w:t>
      </w:r>
      <w:r>
        <w:tab/>
        <w:t>1.013e0</w:t>
      </w:r>
    </w:p>
    <w:p w:rsidR="006974AE" w:rsidRDefault="006974AE" w:rsidP="006974AE">
      <w:r>
        <w:t>163.0488</w:t>
      </w:r>
      <w:r>
        <w:tab/>
        <w:t>2.025e0</w:t>
      </w:r>
    </w:p>
    <w:p w:rsidR="006974AE" w:rsidRDefault="006974AE" w:rsidP="006974AE">
      <w:r>
        <w:t>163.0556</w:t>
      </w:r>
      <w:r>
        <w:tab/>
        <w:t>1.013e0</w:t>
      </w:r>
    </w:p>
    <w:p w:rsidR="006974AE" w:rsidRDefault="006974AE" w:rsidP="006974AE">
      <w:r>
        <w:t>163.0592</w:t>
      </w:r>
      <w:r>
        <w:tab/>
        <w:t>1.013e0</w:t>
      </w:r>
    </w:p>
    <w:p w:rsidR="006974AE" w:rsidRDefault="006974AE" w:rsidP="006974AE">
      <w:r>
        <w:t>163.0695</w:t>
      </w:r>
      <w:r>
        <w:tab/>
        <w:t>1.013e0</w:t>
      </w:r>
    </w:p>
    <w:p w:rsidR="006974AE" w:rsidRDefault="006974AE" w:rsidP="006974AE">
      <w:r>
        <w:t>163.0760</w:t>
      </w:r>
      <w:r>
        <w:tab/>
        <w:t>1.013e0</w:t>
      </w:r>
    </w:p>
    <w:p w:rsidR="006974AE" w:rsidRDefault="006974AE" w:rsidP="006974AE">
      <w:r>
        <w:t>163.0799</w:t>
      </w:r>
      <w:r>
        <w:tab/>
        <w:t>7.089e0</w:t>
      </w:r>
    </w:p>
    <w:p w:rsidR="006974AE" w:rsidRDefault="006974AE" w:rsidP="006974AE">
      <w:r>
        <w:t>163.0814</w:t>
      </w:r>
      <w:r>
        <w:tab/>
        <w:t>1.316e1</w:t>
      </w:r>
    </w:p>
    <w:p w:rsidR="006974AE" w:rsidRDefault="006974AE" w:rsidP="006974AE">
      <w:r>
        <w:t>163.0826</w:t>
      </w:r>
      <w:r>
        <w:tab/>
        <w:t>3.038e0</w:t>
      </w:r>
    </w:p>
    <w:p w:rsidR="006974AE" w:rsidRDefault="006974AE" w:rsidP="006974AE">
      <w:r>
        <w:t>163.0904</w:t>
      </w:r>
      <w:r>
        <w:tab/>
        <w:t>2.025e0</w:t>
      </w:r>
    </w:p>
    <w:p w:rsidR="006974AE" w:rsidRDefault="006974AE" w:rsidP="006974AE">
      <w:r>
        <w:t>163.0995</w:t>
      </w:r>
      <w:r>
        <w:tab/>
        <w:t>1.013e0</w:t>
      </w:r>
    </w:p>
    <w:p w:rsidR="006974AE" w:rsidRDefault="006974AE" w:rsidP="006974AE">
      <w:r>
        <w:t>163.1064</w:t>
      </w:r>
      <w:r>
        <w:tab/>
        <w:t>1.013e0</w:t>
      </w:r>
    </w:p>
    <w:p w:rsidR="006974AE" w:rsidRDefault="006974AE" w:rsidP="006974AE">
      <w:r>
        <w:t>163.1097</w:t>
      </w:r>
      <w:r>
        <w:tab/>
        <w:t>3.038e0</w:t>
      </w:r>
    </w:p>
    <w:p w:rsidR="006974AE" w:rsidRDefault="006974AE" w:rsidP="006974AE">
      <w:r>
        <w:t>163.1200</w:t>
      </w:r>
      <w:r>
        <w:tab/>
        <w:t>2.025e0</w:t>
      </w:r>
    </w:p>
    <w:p w:rsidR="006974AE" w:rsidRDefault="006974AE" w:rsidP="006974AE">
      <w:r>
        <w:lastRenderedPageBreak/>
        <w:t>163.1236</w:t>
      </w:r>
      <w:r>
        <w:tab/>
        <w:t>3.038e0</w:t>
      </w:r>
    </w:p>
    <w:p w:rsidR="006974AE" w:rsidRDefault="006974AE" w:rsidP="006974AE">
      <w:r>
        <w:t>163.1325</w:t>
      </w:r>
      <w:r>
        <w:tab/>
        <w:t>1.676e1</w:t>
      </w:r>
    </w:p>
    <w:p w:rsidR="006974AE" w:rsidRDefault="006974AE" w:rsidP="006974AE">
      <w:r>
        <w:t>163.1341</w:t>
      </w:r>
      <w:r>
        <w:tab/>
        <w:t>5.063e0</w:t>
      </w:r>
    </w:p>
    <w:p w:rsidR="006974AE" w:rsidRDefault="006974AE" w:rsidP="006974AE">
      <w:r>
        <w:t>163.1367</w:t>
      </w:r>
      <w:r>
        <w:tab/>
        <w:t>7.089e0</w:t>
      </w:r>
    </w:p>
    <w:p w:rsidR="006974AE" w:rsidRDefault="006974AE" w:rsidP="006974AE">
      <w:r>
        <w:t>163.1414</w:t>
      </w:r>
      <w:r>
        <w:tab/>
        <w:t>2.769e0</w:t>
      </w:r>
    </w:p>
    <w:p w:rsidR="006974AE" w:rsidRDefault="006974AE" w:rsidP="006974AE">
      <w:r>
        <w:t>163.1708</w:t>
      </w:r>
      <w:r>
        <w:tab/>
        <w:t>1.013e0</w:t>
      </w:r>
    </w:p>
    <w:p w:rsidR="006974AE" w:rsidRDefault="006974AE" w:rsidP="006974AE">
      <w:r>
        <w:t>163.1982</w:t>
      </w:r>
      <w:r>
        <w:tab/>
        <w:t>1.013e0</w:t>
      </w:r>
    </w:p>
    <w:p w:rsidR="006974AE" w:rsidRDefault="006974AE" w:rsidP="006974AE">
      <w:r>
        <w:t>163.2017</w:t>
      </w:r>
      <w:r>
        <w:tab/>
        <w:t>2.025e0</w:t>
      </w:r>
    </w:p>
    <w:p w:rsidR="006974AE" w:rsidRDefault="006974AE" w:rsidP="006974AE">
      <w:r>
        <w:t>163.2086</w:t>
      </w:r>
      <w:r>
        <w:tab/>
        <w:t>1.013e0</w:t>
      </w:r>
    </w:p>
    <w:p w:rsidR="006974AE" w:rsidRDefault="006974AE" w:rsidP="006974AE">
      <w:r>
        <w:t>163.2283</w:t>
      </w:r>
      <w:r>
        <w:tab/>
        <w:t>1.013e0</w:t>
      </w:r>
    </w:p>
    <w:p w:rsidR="006974AE" w:rsidRDefault="006974AE" w:rsidP="006974AE">
      <w:r>
        <w:t>163.2384</w:t>
      </w:r>
      <w:r>
        <w:tab/>
        <w:t>1.013e0</w:t>
      </w:r>
    </w:p>
    <w:p w:rsidR="006974AE" w:rsidRDefault="006974AE" w:rsidP="006974AE">
      <w:r>
        <w:t>163.2557</w:t>
      </w:r>
      <w:r>
        <w:tab/>
        <w:t>3.038e0</w:t>
      </w:r>
    </w:p>
    <w:p w:rsidR="006974AE" w:rsidRDefault="006974AE" w:rsidP="006974AE">
      <w:r>
        <w:t>163.2680</w:t>
      </w:r>
      <w:r>
        <w:tab/>
        <w:t>2.025e0</w:t>
      </w:r>
    </w:p>
    <w:p w:rsidR="006974AE" w:rsidRDefault="006974AE" w:rsidP="006974AE">
      <w:r>
        <w:t>163.2697</w:t>
      </w:r>
      <w:r>
        <w:tab/>
        <w:t>1.013e0</w:t>
      </w:r>
    </w:p>
    <w:p w:rsidR="006974AE" w:rsidRDefault="006974AE" w:rsidP="006974AE">
      <w:r>
        <w:t>163.2799</w:t>
      </w:r>
      <w:r>
        <w:tab/>
        <w:t>2.025e0</w:t>
      </w:r>
    </w:p>
    <w:p w:rsidR="006974AE" w:rsidRDefault="006974AE" w:rsidP="006974AE">
      <w:r>
        <w:t>163.2836</w:t>
      </w:r>
      <w:r>
        <w:tab/>
        <w:t>1.013e0</w:t>
      </w:r>
    </w:p>
    <w:p w:rsidR="006974AE" w:rsidRDefault="006974AE" w:rsidP="006974AE">
      <w:r>
        <w:t>163.3029</w:t>
      </w:r>
      <w:r>
        <w:tab/>
        <w:t>1.013e0</w:t>
      </w:r>
    </w:p>
    <w:p w:rsidR="006974AE" w:rsidRDefault="006974AE" w:rsidP="006974AE">
      <w:r>
        <w:t>163.3062</w:t>
      </w:r>
      <w:r>
        <w:tab/>
        <w:t>1.013e0</w:t>
      </w:r>
    </w:p>
    <w:p w:rsidR="006974AE" w:rsidRDefault="006974AE" w:rsidP="006974AE">
      <w:r>
        <w:t>163.3132</w:t>
      </w:r>
      <w:r>
        <w:tab/>
        <w:t>1.013e0</w:t>
      </w:r>
    </w:p>
    <w:p w:rsidR="006974AE" w:rsidRDefault="006974AE" w:rsidP="006974AE">
      <w:r>
        <w:lastRenderedPageBreak/>
        <w:t>163.3272</w:t>
      </w:r>
      <w:r>
        <w:tab/>
        <w:t>1.013e0</w:t>
      </w:r>
    </w:p>
    <w:p w:rsidR="006974AE" w:rsidRDefault="006974AE" w:rsidP="006974AE">
      <w:r>
        <w:t>163.3339</w:t>
      </w:r>
      <w:r>
        <w:tab/>
        <w:t>1.013e0</w:t>
      </w:r>
    </w:p>
    <w:p w:rsidR="006974AE" w:rsidRDefault="006974AE" w:rsidP="006974AE">
      <w:r>
        <w:t>163.3582</w:t>
      </w:r>
      <w:r>
        <w:tab/>
        <w:t>1.013e0</w:t>
      </w:r>
    </w:p>
    <w:p w:rsidR="006974AE" w:rsidRDefault="006974AE" w:rsidP="006974AE">
      <w:r>
        <w:t>163.3613</w:t>
      </w:r>
      <w:r>
        <w:tab/>
        <w:t>1.013e0</w:t>
      </w:r>
    </w:p>
    <w:p w:rsidR="006974AE" w:rsidRDefault="006974AE" w:rsidP="006974AE">
      <w:r>
        <w:t>163.3917</w:t>
      </w:r>
      <w:r>
        <w:tab/>
        <w:t>1.013e0</w:t>
      </w:r>
    </w:p>
    <w:p w:rsidR="006974AE" w:rsidRDefault="006974AE" w:rsidP="006974AE">
      <w:r>
        <w:t>163.3949</w:t>
      </w:r>
      <w:r>
        <w:tab/>
        <w:t>1.013e0</w:t>
      </w:r>
    </w:p>
    <w:p w:rsidR="006974AE" w:rsidRDefault="006974AE" w:rsidP="006974AE">
      <w:r>
        <w:t>163.3986</w:t>
      </w:r>
      <w:r>
        <w:tab/>
        <w:t>1.013e0</w:t>
      </w:r>
    </w:p>
    <w:p w:rsidR="006974AE" w:rsidRDefault="006974AE" w:rsidP="006974AE">
      <w:r>
        <w:t>163.4190</w:t>
      </w:r>
      <w:r>
        <w:tab/>
        <w:t>1.013e0</w:t>
      </w:r>
    </w:p>
    <w:p w:rsidR="006974AE" w:rsidRDefault="006974AE" w:rsidP="006974AE">
      <w:r>
        <w:t>163.4260</w:t>
      </w:r>
      <w:r>
        <w:tab/>
        <w:t>1.013e0</w:t>
      </w:r>
    </w:p>
    <w:p w:rsidR="006974AE" w:rsidRDefault="006974AE" w:rsidP="006974AE">
      <w:r>
        <w:t>163.4359</w:t>
      </w:r>
      <w:r>
        <w:tab/>
        <w:t>1.013e0</w:t>
      </w:r>
    </w:p>
    <w:p w:rsidR="006974AE" w:rsidRDefault="006974AE" w:rsidP="006974AE">
      <w:r>
        <w:t>163.4456</w:t>
      </w:r>
      <w:r>
        <w:tab/>
        <w:t>1.013e0</w:t>
      </w:r>
    </w:p>
    <w:p w:rsidR="006974AE" w:rsidRDefault="006974AE" w:rsidP="006974AE">
      <w:r>
        <w:t>163.4559</w:t>
      </w:r>
      <w:r>
        <w:tab/>
        <w:t>1.013e0</w:t>
      </w:r>
    </w:p>
    <w:p w:rsidR="006974AE" w:rsidRDefault="006974AE" w:rsidP="006974AE">
      <w:r>
        <w:t>163.4594</w:t>
      </w:r>
      <w:r>
        <w:tab/>
        <w:t>1.013e0</w:t>
      </w:r>
    </w:p>
    <w:p w:rsidR="006974AE" w:rsidRDefault="006974AE" w:rsidP="006974AE">
      <w:r>
        <w:t>163.4699</w:t>
      </w:r>
      <w:r>
        <w:tab/>
        <w:t>1.013e0</w:t>
      </w:r>
    </w:p>
    <w:p w:rsidR="006974AE" w:rsidRDefault="006974AE" w:rsidP="006974AE">
      <w:r>
        <w:t>163.4975</w:t>
      </w:r>
      <w:r>
        <w:tab/>
        <w:t>3.038e0</w:t>
      </w:r>
    </w:p>
    <w:p w:rsidR="006974AE" w:rsidRDefault="006974AE" w:rsidP="006974AE">
      <w:r>
        <w:t>163.5042</w:t>
      </w:r>
      <w:r>
        <w:tab/>
        <w:t>2.025e0</w:t>
      </w:r>
    </w:p>
    <w:p w:rsidR="006974AE" w:rsidRDefault="006974AE" w:rsidP="006974AE">
      <w:r>
        <w:t>163.5140</w:t>
      </w:r>
      <w:r>
        <w:tab/>
        <w:t>1.013e0</w:t>
      </w:r>
    </w:p>
    <w:p w:rsidR="006974AE" w:rsidRDefault="006974AE" w:rsidP="006974AE">
      <w:r>
        <w:t>163.5237</w:t>
      </w:r>
      <w:r>
        <w:tab/>
        <w:t>1.013e0</w:t>
      </w:r>
    </w:p>
    <w:p w:rsidR="006974AE" w:rsidRDefault="006974AE" w:rsidP="006974AE">
      <w:r>
        <w:t>163.5309</w:t>
      </w:r>
      <w:r>
        <w:tab/>
        <w:t>1.013e0</w:t>
      </w:r>
    </w:p>
    <w:p w:rsidR="006974AE" w:rsidRDefault="006974AE" w:rsidP="006974AE">
      <w:r>
        <w:lastRenderedPageBreak/>
        <w:t>163.5481</w:t>
      </w:r>
      <w:r>
        <w:tab/>
        <w:t>1.013e0</w:t>
      </w:r>
    </w:p>
    <w:p w:rsidR="006974AE" w:rsidRDefault="006974AE" w:rsidP="006974AE">
      <w:r>
        <w:t>163.5515</w:t>
      </w:r>
      <w:r>
        <w:tab/>
        <w:t>2.025e0</w:t>
      </w:r>
    </w:p>
    <w:p w:rsidR="006974AE" w:rsidRDefault="006974AE" w:rsidP="006974AE">
      <w:r>
        <w:t>163.5549</w:t>
      </w:r>
      <w:r>
        <w:tab/>
        <w:t>5.063e0</w:t>
      </w:r>
    </w:p>
    <w:p w:rsidR="006974AE" w:rsidRDefault="006974AE" w:rsidP="006974AE">
      <w:r>
        <w:t>163.5652</w:t>
      </w:r>
      <w:r>
        <w:tab/>
        <w:t>1.013e0</w:t>
      </w:r>
    </w:p>
    <w:p w:rsidR="006974AE" w:rsidRDefault="006974AE" w:rsidP="006974AE">
      <w:r>
        <w:t>163.5689</w:t>
      </w:r>
      <w:r>
        <w:tab/>
        <w:t>1.013e0</w:t>
      </w:r>
    </w:p>
    <w:p w:rsidR="006974AE" w:rsidRDefault="006974AE" w:rsidP="006974AE">
      <w:r>
        <w:t>163.5820</w:t>
      </w:r>
      <w:r>
        <w:tab/>
        <w:t>1.013e0</w:t>
      </w:r>
    </w:p>
    <w:p w:rsidR="006974AE" w:rsidRDefault="006974AE" w:rsidP="006974AE">
      <w:r>
        <w:t>163.5951</w:t>
      </w:r>
      <w:r>
        <w:tab/>
        <w:t>2.025e0</w:t>
      </w:r>
    </w:p>
    <w:p w:rsidR="006974AE" w:rsidRDefault="006974AE" w:rsidP="006974AE">
      <w:r>
        <w:t>163.5996</w:t>
      </w:r>
      <w:r>
        <w:tab/>
        <w:t>3.038e0</w:t>
      </w:r>
    </w:p>
    <w:p w:rsidR="006974AE" w:rsidRDefault="006974AE" w:rsidP="006974AE">
      <w:r>
        <w:t>163.6092</w:t>
      </w:r>
      <w:r>
        <w:tab/>
        <w:t>1.013e0</w:t>
      </w:r>
    </w:p>
    <w:p w:rsidR="006974AE" w:rsidRDefault="006974AE" w:rsidP="006974AE">
      <w:r>
        <w:t>163.6124</w:t>
      </w:r>
      <w:r>
        <w:tab/>
        <w:t>1.013e0</w:t>
      </w:r>
    </w:p>
    <w:p w:rsidR="006974AE" w:rsidRDefault="006974AE" w:rsidP="006974AE">
      <w:r>
        <w:t>163.6402</w:t>
      </w:r>
      <w:r>
        <w:tab/>
        <w:t>1.013e0</w:t>
      </w:r>
    </w:p>
    <w:p w:rsidR="006974AE" w:rsidRDefault="006974AE" w:rsidP="006974AE">
      <w:r>
        <w:t>163.6437</w:t>
      </w:r>
      <w:r>
        <w:tab/>
        <w:t>1.013e0</w:t>
      </w:r>
    </w:p>
    <w:p w:rsidR="006974AE" w:rsidRDefault="006974AE" w:rsidP="006974AE">
      <w:r>
        <w:t>163.6666</w:t>
      </w:r>
      <w:r>
        <w:tab/>
        <w:t>1.013e0</w:t>
      </w:r>
    </w:p>
    <w:p w:rsidR="006974AE" w:rsidRDefault="006974AE" w:rsidP="006974AE">
      <w:r>
        <w:t>163.6699</w:t>
      </w:r>
      <w:r>
        <w:tab/>
        <w:t>2.025e0</w:t>
      </w:r>
    </w:p>
    <w:p w:rsidR="006974AE" w:rsidRDefault="006974AE" w:rsidP="006974AE">
      <w:r>
        <w:t>163.6734</w:t>
      </w:r>
      <w:r>
        <w:tab/>
        <w:t>1.013e0</w:t>
      </w:r>
    </w:p>
    <w:p w:rsidR="006974AE" w:rsidRDefault="006974AE" w:rsidP="006974AE">
      <w:r>
        <w:t>163.6926</w:t>
      </w:r>
      <w:r>
        <w:tab/>
        <w:t>2.025e0</w:t>
      </w:r>
    </w:p>
    <w:p w:rsidR="006974AE" w:rsidRDefault="006974AE" w:rsidP="006974AE">
      <w:r>
        <w:t>163.7079</w:t>
      </w:r>
      <w:r>
        <w:tab/>
        <w:t>1.013e0</w:t>
      </w:r>
    </w:p>
    <w:p w:rsidR="006974AE" w:rsidRDefault="006974AE" w:rsidP="006974AE">
      <w:r>
        <w:t>163.7316</w:t>
      </w:r>
      <w:r>
        <w:tab/>
        <w:t>2.025e0</w:t>
      </w:r>
    </w:p>
    <w:p w:rsidR="006974AE" w:rsidRDefault="006974AE" w:rsidP="006974AE">
      <w:r>
        <w:t>163.7482</w:t>
      </w:r>
      <w:r>
        <w:tab/>
        <w:t>1.013e0</w:t>
      </w:r>
    </w:p>
    <w:p w:rsidR="006974AE" w:rsidRDefault="006974AE" w:rsidP="006974AE">
      <w:r>
        <w:lastRenderedPageBreak/>
        <w:t>163.7586</w:t>
      </w:r>
      <w:r>
        <w:tab/>
        <w:t>1.013e0</w:t>
      </w:r>
    </w:p>
    <w:p w:rsidR="006974AE" w:rsidRDefault="006974AE" w:rsidP="006974AE">
      <w:r>
        <w:t>163.7726</w:t>
      </w:r>
      <w:r>
        <w:tab/>
        <w:t>1.013e0</w:t>
      </w:r>
    </w:p>
    <w:p w:rsidR="006974AE" w:rsidRDefault="006974AE" w:rsidP="006974AE">
      <w:r>
        <w:t>163.7898</w:t>
      </w:r>
      <w:r>
        <w:tab/>
        <w:t>1.013e0</w:t>
      </w:r>
    </w:p>
    <w:p w:rsidR="006974AE" w:rsidRDefault="006974AE" w:rsidP="006974AE">
      <w:r>
        <w:t>163.8196</w:t>
      </w:r>
      <w:r>
        <w:tab/>
        <w:t>1.013e0</w:t>
      </w:r>
    </w:p>
    <w:p w:rsidR="006974AE" w:rsidRDefault="006974AE" w:rsidP="006974AE">
      <w:r>
        <w:t>163.8268</w:t>
      </w:r>
      <w:r>
        <w:tab/>
        <w:t>1.013e0</w:t>
      </w:r>
    </w:p>
    <w:p w:rsidR="006974AE" w:rsidRDefault="006974AE" w:rsidP="006974AE">
      <w:r>
        <w:t>163.8811</w:t>
      </w:r>
      <w:r>
        <w:tab/>
        <w:t>1.013e0</w:t>
      </w:r>
    </w:p>
    <w:p w:rsidR="006974AE" w:rsidRDefault="006974AE" w:rsidP="006974AE">
      <w:r>
        <w:t>163.8842</w:t>
      </w:r>
      <w:r>
        <w:tab/>
        <w:t>1.013e0</w:t>
      </w:r>
    </w:p>
    <w:p w:rsidR="006974AE" w:rsidRDefault="006974AE" w:rsidP="006974AE">
      <w:r>
        <w:t>163.9014</w:t>
      </w:r>
      <w:r>
        <w:tab/>
        <w:t>1.013e0</w:t>
      </w:r>
    </w:p>
    <w:p w:rsidR="006974AE" w:rsidRDefault="006974AE" w:rsidP="006974AE">
      <w:r>
        <w:t>163.9120</w:t>
      </w:r>
      <w:r>
        <w:tab/>
        <w:t>1.013e0</w:t>
      </w:r>
    </w:p>
    <w:p w:rsidR="006974AE" w:rsidRDefault="006974AE" w:rsidP="006974AE">
      <w:r>
        <w:t>163.9152</w:t>
      </w:r>
      <w:r>
        <w:tab/>
        <w:t>1.013e0</w:t>
      </w:r>
    </w:p>
    <w:p w:rsidR="006974AE" w:rsidRDefault="006974AE" w:rsidP="006974AE">
      <w:r>
        <w:t>163.9187</w:t>
      </w:r>
      <w:r>
        <w:tab/>
        <w:t>1.013e0</w:t>
      </w:r>
    </w:p>
    <w:p w:rsidR="006974AE" w:rsidRDefault="006974AE" w:rsidP="006974AE">
      <w:r>
        <w:t>163.9223</w:t>
      </w:r>
      <w:r>
        <w:tab/>
        <w:t>1.013e0</w:t>
      </w:r>
    </w:p>
    <w:p w:rsidR="006974AE" w:rsidRDefault="006974AE" w:rsidP="006974AE">
      <w:r>
        <w:t>163.9557</w:t>
      </w:r>
      <w:r>
        <w:tab/>
        <w:t>1.013e0</w:t>
      </w:r>
    </w:p>
    <w:p w:rsidR="006974AE" w:rsidRDefault="006974AE" w:rsidP="006974AE">
      <w:r>
        <w:t>163.9731</w:t>
      </w:r>
      <w:r>
        <w:tab/>
        <w:t>2.025e0</w:t>
      </w:r>
    </w:p>
    <w:p w:rsidR="006974AE" w:rsidRDefault="006974AE" w:rsidP="006974AE">
      <w:r>
        <w:t>163.9937</w:t>
      </w:r>
      <w:r>
        <w:tab/>
        <w:t>1.013e0</w:t>
      </w:r>
    </w:p>
    <w:p w:rsidR="006974AE" w:rsidRDefault="006974AE" w:rsidP="006974AE">
      <w:r>
        <w:t>163.9972</w:t>
      </w:r>
      <w:r>
        <w:tab/>
        <w:t>1.013e0</w:t>
      </w:r>
    </w:p>
    <w:p w:rsidR="006974AE" w:rsidRDefault="006974AE" w:rsidP="006974AE">
      <w:r>
        <w:t>164.0112</w:t>
      </w:r>
      <w:r>
        <w:tab/>
        <w:t>2.025e0</w:t>
      </w:r>
    </w:p>
    <w:p w:rsidR="006974AE" w:rsidRDefault="006974AE" w:rsidP="006974AE">
      <w:r>
        <w:t>164.0373</w:t>
      </w:r>
      <w:r>
        <w:tab/>
        <w:t>2.025e0</w:t>
      </w:r>
    </w:p>
    <w:p w:rsidR="006974AE" w:rsidRDefault="006974AE" w:rsidP="006974AE">
      <w:r>
        <w:t>164.0427</w:t>
      </w:r>
      <w:r>
        <w:tab/>
        <w:t>2.025e0</w:t>
      </w:r>
    </w:p>
    <w:p w:rsidR="006974AE" w:rsidRDefault="006974AE" w:rsidP="006974AE">
      <w:r>
        <w:lastRenderedPageBreak/>
        <w:t>164.0445</w:t>
      </w:r>
      <w:r>
        <w:tab/>
        <w:t>1.013e0</w:t>
      </w:r>
    </w:p>
    <w:p w:rsidR="006974AE" w:rsidRDefault="006974AE" w:rsidP="006974AE">
      <w:r>
        <w:t>164.0581</w:t>
      </w:r>
      <w:r>
        <w:tab/>
        <w:t>1.013e0</w:t>
      </w:r>
    </w:p>
    <w:p w:rsidR="006974AE" w:rsidRDefault="006974AE" w:rsidP="006974AE">
      <w:r>
        <w:t>164.0651</w:t>
      </w:r>
      <w:r>
        <w:tab/>
        <w:t>2.025e0</w:t>
      </w:r>
    </w:p>
    <w:p w:rsidR="006974AE" w:rsidRDefault="006974AE" w:rsidP="006974AE">
      <w:r>
        <w:t>164.0721</w:t>
      </w:r>
      <w:r>
        <w:tab/>
        <w:t>1.013e0</w:t>
      </w:r>
    </w:p>
    <w:p w:rsidR="006974AE" w:rsidRDefault="006974AE" w:rsidP="006974AE">
      <w:r>
        <w:t>164.0754</w:t>
      </w:r>
      <w:r>
        <w:tab/>
        <w:t>1.013e0</w:t>
      </w:r>
    </w:p>
    <w:p w:rsidR="006974AE" w:rsidRDefault="006974AE" w:rsidP="006974AE">
      <w:r>
        <w:t>164.0771</w:t>
      </w:r>
      <w:r>
        <w:tab/>
        <w:t>2.025e0</w:t>
      </w:r>
    </w:p>
    <w:p w:rsidR="006974AE" w:rsidRDefault="006974AE" w:rsidP="006974AE">
      <w:r>
        <w:t>164.0825</w:t>
      </w:r>
      <w:r>
        <w:tab/>
        <w:t>1.013e0</w:t>
      </w:r>
    </w:p>
    <w:p w:rsidR="006974AE" w:rsidRDefault="006974AE" w:rsidP="006974AE">
      <w:r>
        <w:t>164.0835</w:t>
      </w:r>
      <w:r>
        <w:tab/>
        <w:t>1.013e1</w:t>
      </w:r>
    </w:p>
    <w:p w:rsidR="006974AE" w:rsidRDefault="006974AE" w:rsidP="006974AE">
      <w:r>
        <w:t>164.0859</w:t>
      </w:r>
      <w:r>
        <w:tab/>
        <w:t>2.025e0</w:t>
      </w:r>
    </w:p>
    <w:p w:rsidR="006974AE" w:rsidRDefault="006974AE" w:rsidP="006974AE">
      <w:r>
        <w:t>164.0896</w:t>
      </w:r>
      <w:r>
        <w:tab/>
        <w:t>2.025e0</w:t>
      </w:r>
    </w:p>
    <w:p w:rsidR="006974AE" w:rsidRDefault="006974AE" w:rsidP="006974AE">
      <w:r>
        <w:t>164.0926</w:t>
      </w:r>
      <w:r>
        <w:tab/>
        <w:t>2.025e0</w:t>
      </w:r>
    </w:p>
    <w:p w:rsidR="006974AE" w:rsidRDefault="006974AE" w:rsidP="006974AE">
      <w:r>
        <w:t>164.0989</w:t>
      </w:r>
      <w:r>
        <w:tab/>
        <w:t>2.025e0</w:t>
      </w:r>
    </w:p>
    <w:p w:rsidR="006974AE" w:rsidRDefault="006974AE" w:rsidP="006974AE">
      <w:r>
        <w:t>164.1034</w:t>
      </w:r>
      <w:r>
        <w:tab/>
        <w:t>3.038e0</w:t>
      </w:r>
    </w:p>
    <w:p w:rsidR="006974AE" w:rsidRDefault="006974AE" w:rsidP="006974AE">
      <w:r>
        <w:t>164.1074</w:t>
      </w:r>
      <w:r>
        <w:tab/>
        <w:t>2.025e0</w:t>
      </w:r>
    </w:p>
    <w:p w:rsidR="006974AE" w:rsidRDefault="006974AE" w:rsidP="006974AE">
      <w:r>
        <w:t>164.1087</w:t>
      </w:r>
      <w:r>
        <w:tab/>
        <w:t>1.013e0</w:t>
      </w:r>
    </w:p>
    <w:p w:rsidR="006974AE" w:rsidRDefault="006974AE" w:rsidP="006974AE">
      <w:r>
        <w:t>164.1159</w:t>
      </w:r>
      <w:r>
        <w:tab/>
        <w:t>1.013e0</w:t>
      </w:r>
    </w:p>
    <w:p w:rsidR="006974AE" w:rsidRDefault="006974AE" w:rsidP="006974AE">
      <w:r>
        <w:t>164.1401</w:t>
      </w:r>
      <w:r>
        <w:tab/>
        <w:t>2.025e0</w:t>
      </w:r>
    </w:p>
    <w:p w:rsidR="006974AE" w:rsidRDefault="006974AE" w:rsidP="006974AE">
      <w:r>
        <w:t>164.1416</w:t>
      </w:r>
      <w:r>
        <w:tab/>
        <w:t>2.025e0</w:t>
      </w:r>
    </w:p>
    <w:p w:rsidR="006974AE" w:rsidRDefault="006974AE" w:rsidP="006974AE">
      <w:r>
        <w:t>164.1433</w:t>
      </w:r>
      <w:r>
        <w:tab/>
        <w:t>1.013e0</w:t>
      </w:r>
    </w:p>
    <w:p w:rsidR="006974AE" w:rsidRDefault="006974AE" w:rsidP="006974AE">
      <w:r>
        <w:lastRenderedPageBreak/>
        <w:t>164.1458</w:t>
      </w:r>
      <w:r>
        <w:tab/>
        <w:t>4.051e0</w:t>
      </w:r>
    </w:p>
    <w:p w:rsidR="006974AE" w:rsidRDefault="006974AE" w:rsidP="006974AE">
      <w:r>
        <w:t>164.1470</w:t>
      </w:r>
      <w:r>
        <w:tab/>
        <w:t>2.025e0</w:t>
      </w:r>
    </w:p>
    <w:p w:rsidR="006974AE" w:rsidRDefault="006974AE" w:rsidP="006974AE">
      <w:r>
        <w:t>164.1504</w:t>
      </w:r>
      <w:r>
        <w:tab/>
        <w:t>4.051e0</w:t>
      </w:r>
    </w:p>
    <w:p w:rsidR="006974AE" w:rsidRDefault="006974AE" w:rsidP="006974AE">
      <w:r>
        <w:t>164.1871</w:t>
      </w:r>
      <w:r>
        <w:tab/>
        <w:t>2.025e0</w:t>
      </w:r>
    </w:p>
    <w:p w:rsidR="006974AE" w:rsidRDefault="006974AE" w:rsidP="006974AE">
      <w:r>
        <w:t>164.2080</w:t>
      </w:r>
      <w:r>
        <w:tab/>
        <w:t>2.025e0</w:t>
      </w:r>
    </w:p>
    <w:p w:rsidR="006974AE" w:rsidRDefault="006974AE" w:rsidP="006974AE">
      <w:r>
        <w:t>164.2148</w:t>
      </w:r>
      <w:r>
        <w:tab/>
        <w:t>1.013e0</w:t>
      </w:r>
    </w:p>
    <w:p w:rsidR="006974AE" w:rsidRDefault="006974AE" w:rsidP="006974AE">
      <w:r>
        <w:t>164.2185</w:t>
      </w:r>
      <w:r>
        <w:tab/>
        <w:t>1.013e0</w:t>
      </w:r>
    </w:p>
    <w:p w:rsidR="006974AE" w:rsidRDefault="006974AE" w:rsidP="006974AE">
      <w:r>
        <w:t>164.2702</w:t>
      </w:r>
      <w:r>
        <w:tab/>
        <w:t>5.063e0</w:t>
      </w:r>
    </w:p>
    <w:p w:rsidR="006974AE" w:rsidRDefault="006974AE" w:rsidP="006974AE">
      <w:r>
        <w:t>164.2897</w:t>
      </w:r>
      <w:r>
        <w:tab/>
        <w:t>1.013e0</w:t>
      </w:r>
    </w:p>
    <w:p w:rsidR="006974AE" w:rsidRDefault="006974AE" w:rsidP="006974AE">
      <w:r>
        <w:t>164.3107</w:t>
      </w:r>
      <w:r>
        <w:tab/>
        <w:t>2.025e0</w:t>
      </w:r>
    </w:p>
    <w:p w:rsidR="006974AE" w:rsidRDefault="006974AE" w:rsidP="006974AE">
      <w:r>
        <w:t>164.3206</w:t>
      </w:r>
      <w:r>
        <w:tab/>
        <w:t>1.013e0</w:t>
      </w:r>
    </w:p>
    <w:p w:rsidR="006974AE" w:rsidRDefault="006974AE" w:rsidP="006974AE">
      <w:r>
        <w:t>164.3337</w:t>
      </w:r>
      <w:r>
        <w:tab/>
        <w:t>1.013e0</w:t>
      </w:r>
    </w:p>
    <w:p w:rsidR="006974AE" w:rsidRDefault="006974AE" w:rsidP="006974AE">
      <w:r>
        <w:t>164.3406</w:t>
      </w:r>
      <w:r>
        <w:tab/>
        <w:t>2.025e0</w:t>
      </w:r>
    </w:p>
    <w:p w:rsidR="006974AE" w:rsidRDefault="006974AE" w:rsidP="006974AE">
      <w:r>
        <w:t>164.3580</w:t>
      </w:r>
      <w:r>
        <w:tab/>
        <w:t>1.013e0</w:t>
      </w:r>
    </w:p>
    <w:p w:rsidR="006974AE" w:rsidRDefault="006974AE" w:rsidP="006974AE">
      <w:r>
        <w:t>164.3822</w:t>
      </w:r>
      <w:r>
        <w:tab/>
        <w:t>1.013e0</w:t>
      </w:r>
    </w:p>
    <w:p w:rsidR="006974AE" w:rsidRDefault="006974AE" w:rsidP="006974AE">
      <w:r>
        <w:t>164.3922</w:t>
      </w:r>
      <w:r>
        <w:tab/>
        <w:t>1.013e0</w:t>
      </w:r>
    </w:p>
    <w:p w:rsidR="006974AE" w:rsidRDefault="006974AE" w:rsidP="006974AE">
      <w:r>
        <w:t>164.4021</w:t>
      </w:r>
      <w:r>
        <w:tab/>
        <w:t>1.013e0</w:t>
      </w:r>
    </w:p>
    <w:p w:rsidR="006974AE" w:rsidRDefault="006974AE" w:rsidP="006974AE">
      <w:r>
        <w:t>164.4087</w:t>
      </w:r>
      <w:r>
        <w:tab/>
        <w:t>1.013e0</w:t>
      </w:r>
    </w:p>
    <w:p w:rsidR="006974AE" w:rsidRDefault="006974AE" w:rsidP="006974AE">
      <w:r>
        <w:t>164.4398</w:t>
      </w:r>
      <w:r>
        <w:tab/>
        <w:t>1.013e0</w:t>
      </w:r>
    </w:p>
    <w:p w:rsidR="006974AE" w:rsidRDefault="006974AE" w:rsidP="006974AE">
      <w:r>
        <w:lastRenderedPageBreak/>
        <w:t>164.4431</w:t>
      </w:r>
      <w:r>
        <w:tab/>
        <w:t>1.013e0</w:t>
      </w:r>
    </w:p>
    <w:p w:rsidR="006974AE" w:rsidRDefault="006974AE" w:rsidP="006974AE">
      <w:r>
        <w:t>164.4483</w:t>
      </w:r>
      <w:r>
        <w:tab/>
        <w:t>2.025e0</w:t>
      </w:r>
    </w:p>
    <w:p w:rsidR="006974AE" w:rsidRDefault="006974AE" w:rsidP="006974AE">
      <w:r>
        <w:t>164.4782</w:t>
      </w:r>
      <w:r>
        <w:tab/>
        <w:t>2.025e0</w:t>
      </w:r>
    </w:p>
    <w:p w:rsidR="006974AE" w:rsidRDefault="006974AE" w:rsidP="006974AE">
      <w:r>
        <w:t>164.4802</w:t>
      </w:r>
      <w:r>
        <w:tab/>
        <w:t>1.013e0</w:t>
      </w:r>
    </w:p>
    <w:p w:rsidR="006974AE" w:rsidRDefault="006974AE" w:rsidP="006974AE">
      <w:r>
        <w:t>164.4941</w:t>
      </w:r>
      <w:r>
        <w:tab/>
        <w:t>1.013e0</w:t>
      </w:r>
    </w:p>
    <w:p w:rsidR="006974AE" w:rsidRDefault="006974AE" w:rsidP="006974AE">
      <w:r>
        <w:t>164.4976</w:t>
      </w:r>
      <w:r>
        <w:tab/>
        <w:t>1.013e0</w:t>
      </w:r>
    </w:p>
    <w:p w:rsidR="006974AE" w:rsidRDefault="006974AE" w:rsidP="006974AE">
      <w:r>
        <w:t>164.5043</w:t>
      </w:r>
      <w:r>
        <w:tab/>
        <w:t>1.013e0</w:t>
      </w:r>
    </w:p>
    <w:p w:rsidR="006974AE" w:rsidRDefault="006974AE" w:rsidP="006974AE">
      <w:r>
        <w:t>164.5217</w:t>
      </w:r>
      <w:r>
        <w:tab/>
        <w:t>1.013e0</w:t>
      </w:r>
    </w:p>
    <w:p w:rsidR="006974AE" w:rsidRDefault="006974AE" w:rsidP="006974AE">
      <w:r>
        <w:t>164.5355</w:t>
      </w:r>
      <w:r>
        <w:tab/>
        <w:t>1.013e0</w:t>
      </w:r>
    </w:p>
    <w:p w:rsidR="006974AE" w:rsidRDefault="006974AE" w:rsidP="006974AE">
      <w:r>
        <w:t>164.5457</w:t>
      </w:r>
      <w:r>
        <w:tab/>
        <w:t>1.013e0</w:t>
      </w:r>
    </w:p>
    <w:p w:rsidR="006974AE" w:rsidRDefault="006974AE" w:rsidP="006974AE">
      <w:r>
        <w:t>164.5489</w:t>
      </w:r>
      <w:r>
        <w:tab/>
        <w:t>1.013e0</w:t>
      </w:r>
    </w:p>
    <w:p w:rsidR="006974AE" w:rsidRDefault="006974AE" w:rsidP="006974AE">
      <w:r>
        <w:t>164.5570</w:t>
      </w:r>
      <w:r>
        <w:tab/>
        <w:t>3.038e0</w:t>
      </w:r>
    </w:p>
    <w:p w:rsidR="006974AE" w:rsidRDefault="006974AE" w:rsidP="006974AE">
      <w:r>
        <w:t>164.5587</w:t>
      </w:r>
      <w:r>
        <w:tab/>
        <w:t>1.013e0</w:t>
      </w:r>
    </w:p>
    <w:p w:rsidR="006974AE" w:rsidRDefault="006974AE" w:rsidP="006974AE">
      <w:r>
        <w:t>164.5673</w:t>
      </w:r>
      <w:r>
        <w:tab/>
        <w:t>2.025e0</w:t>
      </w:r>
    </w:p>
    <w:p w:rsidR="006974AE" w:rsidRDefault="006974AE" w:rsidP="006974AE">
      <w:r>
        <w:t>164.5827</w:t>
      </w:r>
      <w:r>
        <w:tab/>
        <w:t>1.013e0</w:t>
      </w:r>
    </w:p>
    <w:p w:rsidR="006974AE" w:rsidRDefault="006974AE" w:rsidP="006974AE">
      <w:r>
        <w:t>164.5898</w:t>
      </w:r>
      <w:r>
        <w:tab/>
        <w:t>1.013e0</w:t>
      </w:r>
    </w:p>
    <w:p w:rsidR="006974AE" w:rsidRDefault="006974AE" w:rsidP="006974AE">
      <w:r>
        <w:t>164.5948</w:t>
      </w:r>
      <w:r>
        <w:tab/>
        <w:t>2.025e0</w:t>
      </w:r>
    </w:p>
    <w:p w:rsidR="006974AE" w:rsidRDefault="006974AE" w:rsidP="006974AE">
      <w:r>
        <w:t>164.5967</w:t>
      </w:r>
      <w:r>
        <w:tab/>
        <w:t>1.013e0</w:t>
      </w:r>
    </w:p>
    <w:p w:rsidR="006974AE" w:rsidRDefault="006974AE" w:rsidP="006974AE">
      <w:r>
        <w:t>164.6121</w:t>
      </w:r>
      <w:r>
        <w:tab/>
        <w:t>2.025e0</w:t>
      </w:r>
    </w:p>
    <w:p w:rsidR="006974AE" w:rsidRDefault="006974AE" w:rsidP="006974AE">
      <w:r>
        <w:lastRenderedPageBreak/>
        <w:t>164.6371</w:t>
      </w:r>
      <w:r>
        <w:tab/>
        <w:t>1.013e0</w:t>
      </w:r>
    </w:p>
    <w:p w:rsidR="006974AE" w:rsidRDefault="006974AE" w:rsidP="006974AE">
      <w:r>
        <w:t>164.6715</w:t>
      </w:r>
      <w:r>
        <w:tab/>
        <w:t>1.013e0</w:t>
      </w:r>
    </w:p>
    <w:p w:rsidR="006974AE" w:rsidRDefault="006974AE" w:rsidP="006974AE">
      <w:r>
        <w:t>164.6786</w:t>
      </w:r>
      <w:r>
        <w:tab/>
        <w:t>1.013e0</w:t>
      </w:r>
    </w:p>
    <w:p w:rsidR="006974AE" w:rsidRDefault="006974AE" w:rsidP="006974AE">
      <w:r>
        <w:t>164.6856</w:t>
      </w:r>
      <w:r>
        <w:tab/>
        <w:t>1.013e0</w:t>
      </w:r>
    </w:p>
    <w:p w:rsidR="006974AE" w:rsidRDefault="006974AE" w:rsidP="006974AE">
      <w:r>
        <w:t>164.6889</w:t>
      </w:r>
      <w:r>
        <w:tab/>
        <w:t>1.013e0</w:t>
      </w:r>
    </w:p>
    <w:p w:rsidR="006974AE" w:rsidRDefault="006974AE" w:rsidP="006974AE">
      <w:r>
        <w:t>164.7153</w:t>
      </w:r>
      <w:r>
        <w:tab/>
        <w:t>1.013e0</w:t>
      </w:r>
    </w:p>
    <w:p w:rsidR="006974AE" w:rsidRDefault="006974AE" w:rsidP="006974AE">
      <w:r>
        <w:t>164.7190</w:t>
      </w:r>
      <w:r>
        <w:tab/>
        <w:t>2.025e0</w:t>
      </w:r>
    </w:p>
    <w:p w:rsidR="006974AE" w:rsidRDefault="006974AE" w:rsidP="006974AE">
      <w:r>
        <w:t>164.7224</w:t>
      </w:r>
      <w:r>
        <w:tab/>
        <w:t>2.025e0</w:t>
      </w:r>
    </w:p>
    <w:p w:rsidR="006974AE" w:rsidRDefault="006974AE" w:rsidP="006974AE">
      <w:r>
        <w:t>164.7363</w:t>
      </w:r>
      <w:r>
        <w:tab/>
        <w:t>2.025e0</w:t>
      </w:r>
    </w:p>
    <w:p w:rsidR="006974AE" w:rsidRDefault="006974AE" w:rsidP="006974AE">
      <w:r>
        <w:t>164.7399</w:t>
      </w:r>
      <w:r>
        <w:tab/>
        <w:t>1.013e0</w:t>
      </w:r>
    </w:p>
    <w:p w:rsidR="006974AE" w:rsidRDefault="006974AE" w:rsidP="006974AE">
      <w:r>
        <w:t>164.7873</w:t>
      </w:r>
      <w:r>
        <w:tab/>
        <w:t>1.013e0</w:t>
      </w:r>
    </w:p>
    <w:p w:rsidR="006974AE" w:rsidRDefault="006974AE" w:rsidP="006974AE">
      <w:r>
        <w:t>164.7938</w:t>
      </w:r>
      <w:r>
        <w:tab/>
        <w:t>1.013e0</w:t>
      </w:r>
    </w:p>
    <w:p w:rsidR="006974AE" w:rsidRDefault="006974AE" w:rsidP="006974AE">
      <w:r>
        <w:t>164.7956</w:t>
      </w:r>
      <w:r>
        <w:tab/>
        <w:t>2.025e0</w:t>
      </w:r>
    </w:p>
    <w:p w:rsidR="006974AE" w:rsidRDefault="006974AE" w:rsidP="006974AE">
      <w:r>
        <w:t>164.8114</w:t>
      </w:r>
      <w:r>
        <w:tab/>
        <w:t>1.013e0</w:t>
      </w:r>
    </w:p>
    <w:p w:rsidR="006974AE" w:rsidRDefault="006974AE" w:rsidP="006974AE">
      <w:r>
        <w:t>164.8250</w:t>
      </w:r>
      <w:r>
        <w:tab/>
        <w:t>1.013e0</w:t>
      </w:r>
    </w:p>
    <w:p w:rsidR="006974AE" w:rsidRDefault="006974AE" w:rsidP="006974AE">
      <w:r>
        <w:t>164.8339</w:t>
      </w:r>
      <w:r>
        <w:tab/>
        <w:t>2.025e0</w:t>
      </w:r>
    </w:p>
    <w:p w:rsidR="006974AE" w:rsidRDefault="006974AE" w:rsidP="006974AE">
      <w:r>
        <w:t>164.8354</w:t>
      </w:r>
      <w:r>
        <w:tab/>
        <w:t>1.013e0</w:t>
      </w:r>
    </w:p>
    <w:p w:rsidR="006974AE" w:rsidRDefault="006974AE" w:rsidP="006974AE">
      <w:r>
        <w:t>164.8424</w:t>
      </w:r>
      <w:r>
        <w:tab/>
        <w:t>1.013e0</w:t>
      </w:r>
    </w:p>
    <w:p w:rsidR="006974AE" w:rsidRDefault="006974AE" w:rsidP="006974AE">
      <w:r>
        <w:t>164.8526</w:t>
      </w:r>
      <w:r>
        <w:tab/>
        <w:t>1.013e0</w:t>
      </w:r>
    </w:p>
    <w:p w:rsidR="006974AE" w:rsidRDefault="006974AE" w:rsidP="006974AE">
      <w:r>
        <w:lastRenderedPageBreak/>
        <w:t>164.8590</w:t>
      </w:r>
      <w:r>
        <w:tab/>
        <w:t>2.025e0</w:t>
      </w:r>
    </w:p>
    <w:p w:rsidR="006974AE" w:rsidRDefault="006974AE" w:rsidP="006974AE">
      <w:r>
        <w:t>164.8795</w:t>
      </w:r>
      <w:r>
        <w:tab/>
        <w:t>1.013e0</w:t>
      </w:r>
    </w:p>
    <w:p w:rsidR="006974AE" w:rsidRDefault="006974AE" w:rsidP="006974AE">
      <w:r>
        <w:t>164.9072</w:t>
      </w:r>
      <w:r>
        <w:tab/>
        <w:t>1.013e0</w:t>
      </w:r>
    </w:p>
    <w:p w:rsidR="006974AE" w:rsidRDefault="006974AE" w:rsidP="006974AE">
      <w:r>
        <w:t>164.9311</w:t>
      </w:r>
      <w:r>
        <w:tab/>
        <w:t>1.013e0</w:t>
      </w:r>
    </w:p>
    <w:p w:rsidR="006974AE" w:rsidRDefault="006974AE" w:rsidP="006974AE">
      <w:r>
        <w:t>164.9376</w:t>
      </w:r>
      <w:r>
        <w:tab/>
        <w:t>1.013e0</w:t>
      </w:r>
    </w:p>
    <w:p w:rsidR="006974AE" w:rsidRDefault="006974AE" w:rsidP="006974AE">
      <w:r>
        <w:t>164.9544</w:t>
      </w:r>
      <w:r>
        <w:tab/>
        <w:t>1.013e0</w:t>
      </w:r>
    </w:p>
    <w:p w:rsidR="006974AE" w:rsidRDefault="006974AE" w:rsidP="006974AE">
      <w:r>
        <w:t>164.9648</w:t>
      </w:r>
      <w:r>
        <w:tab/>
        <w:t>1.013e0</w:t>
      </w:r>
    </w:p>
    <w:p w:rsidR="006974AE" w:rsidRDefault="006974AE" w:rsidP="006974AE">
      <w:r>
        <w:t>164.9873</w:t>
      </w:r>
      <w:r>
        <w:tab/>
        <w:t>2.025e0</w:t>
      </w:r>
    </w:p>
    <w:p w:rsidR="006974AE" w:rsidRDefault="006974AE" w:rsidP="006974AE">
      <w:r>
        <w:t>164.9942</w:t>
      </w:r>
      <w:r>
        <w:tab/>
        <w:t>2.025e0</w:t>
      </w:r>
    </w:p>
    <w:p w:rsidR="006974AE" w:rsidRDefault="006974AE" w:rsidP="006974AE">
      <w:r>
        <w:t>164.9962</w:t>
      </w:r>
      <w:r>
        <w:tab/>
        <w:t>1.013e0</w:t>
      </w:r>
    </w:p>
    <w:p w:rsidR="006974AE" w:rsidRDefault="006974AE" w:rsidP="006974AE">
      <w:r>
        <w:t>165.0191</w:t>
      </w:r>
      <w:r>
        <w:tab/>
        <w:t>1.013e0</w:t>
      </w:r>
    </w:p>
    <w:p w:rsidR="006974AE" w:rsidRDefault="006974AE" w:rsidP="006974AE">
      <w:r>
        <w:t>165.0224</w:t>
      </w:r>
      <w:r>
        <w:tab/>
        <w:t>1.013e0</w:t>
      </w:r>
    </w:p>
    <w:p w:rsidR="006974AE" w:rsidRDefault="006974AE" w:rsidP="006974AE">
      <w:r>
        <w:t>165.0640</w:t>
      </w:r>
      <w:r>
        <w:tab/>
        <w:t>3.038e0</w:t>
      </w:r>
    </w:p>
    <w:p w:rsidR="006974AE" w:rsidRDefault="006974AE" w:rsidP="006974AE">
      <w:r>
        <w:t>165.0675</w:t>
      </w:r>
      <w:r>
        <w:tab/>
        <w:t>1.013e0</w:t>
      </w:r>
    </w:p>
    <w:p w:rsidR="006974AE" w:rsidRDefault="006974AE" w:rsidP="006974AE">
      <w:r>
        <w:t>165.0695</w:t>
      </w:r>
      <w:r>
        <w:tab/>
        <w:t>2.150e0</w:t>
      </w:r>
    </w:p>
    <w:p w:rsidR="006974AE" w:rsidRDefault="006974AE" w:rsidP="006974AE">
      <w:r>
        <w:t>165.0712</w:t>
      </w:r>
      <w:r>
        <w:tab/>
        <w:t>4.051e0</w:t>
      </w:r>
    </w:p>
    <w:p w:rsidR="006974AE" w:rsidRDefault="006974AE" w:rsidP="006974AE">
      <w:r>
        <w:t>165.0798</w:t>
      </w:r>
      <w:r>
        <w:tab/>
        <w:t>2.025e0</w:t>
      </w:r>
    </w:p>
    <w:p w:rsidR="006974AE" w:rsidRDefault="006974AE" w:rsidP="006974AE">
      <w:r>
        <w:t>165.0813</w:t>
      </w:r>
      <w:r>
        <w:tab/>
        <w:t>1.013e0</w:t>
      </w:r>
    </w:p>
    <w:p w:rsidR="006974AE" w:rsidRDefault="006974AE" w:rsidP="006974AE">
      <w:r>
        <w:t>165.0928</w:t>
      </w:r>
      <w:r>
        <w:tab/>
        <w:t>2.025e0</w:t>
      </w:r>
    </w:p>
    <w:p w:rsidR="006974AE" w:rsidRDefault="006974AE" w:rsidP="006974AE">
      <w:r>
        <w:lastRenderedPageBreak/>
        <w:t>165.0946</w:t>
      </w:r>
      <w:r>
        <w:tab/>
        <w:t>1.013e0</w:t>
      </w:r>
    </w:p>
    <w:p w:rsidR="006974AE" w:rsidRDefault="006974AE" w:rsidP="006974AE">
      <w:r>
        <w:t>165.1028</w:t>
      </w:r>
      <w:r>
        <w:tab/>
        <w:t>2.025e0</w:t>
      </w:r>
    </w:p>
    <w:p w:rsidR="006974AE" w:rsidRDefault="006974AE" w:rsidP="006974AE">
      <w:r>
        <w:t>165.1102</w:t>
      </w:r>
      <w:r>
        <w:tab/>
        <w:t>3.038e0</w:t>
      </w:r>
    </w:p>
    <w:p w:rsidR="006974AE" w:rsidRDefault="006974AE" w:rsidP="006974AE">
      <w:r>
        <w:t>165.1115</w:t>
      </w:r>
      <w:r>
        <w:tab/>
        <w:t>1.013e0</w:t>
      </w:r>
    </w:p>
    <w:p w:rsidR="006974AE" w:rsidRDefault="006974AE" w:rsidP="006974AE">
      <w:r>
        <w:t>165.1134</w:t>
      </w:r>
      <w:r>
        <w:tab/>
        <w:t>2.025e0</w:t>
      </w:r>
    </w:p>
    <w:p w:rsidR="006974AE" w:rsidRDefault="006974AE" w:rsidP="006974AE">
      <w:r>
        <w:t>165.1151</w:t>
      </w:r>
      <w:r>
        <w:tab/>
        <w:t>2.025e0</w:t>
      </w:r>
    </w:p>
    <w:p w:rsidR="006974AE" w:rsidRDefault="006974AE" w:rsidP="006974AE">
      <w:r>
        <w:t>165.1186</w:t>
      </w:r>
      <w:r>
        <w:tab/>
        <w:t>1.013e0</w:t>
      </w:r>
    </w:p>
    <w:p w:rsidR="006974AE" w:rsidRDefault="006974AE" w:rsidP="006974AE">
      <w:r>
        <w:t>165.1201</w:t>
      </w:r>
      <w:r>
        <w:tab/>
        <w:t>2.025e0</w:t>
      </w:r>
    </w:p>
    <w:p w:rsidR="006974AE" w:rsidRDefault="006974AE" w:rsidP="006974AE">
      <w:r>
        <w:t>165.1391</w:t>
      </w:r>
      <w:r>
        <w:tab/>
        <w:t>2.025e0</w:t>
      </w:r>
    </w:p>
    <w:p w:rsidR="006974AE" w:rsidRDefault="006974AE" w:rsidP="006974AE">
      <w:r>
        <w:t>165.1428</w:t>
      </w:r>
      <w:r>
        <w:tab/>
        <w:t>2.025e0</w:t>
      </w:r>
    </w:p>
    <w:p w:rsidR="006974AE" w:rsidRDefault="006974AE" w:rsidP="006974AE">
      <w:r>
        <w:t>165.1496</w:t>
      </w:r>
      <w:r>
        <w:tab/>
        <w:t>2.025e0</w:t>
      </w:r>
    </w:p>
    <w:p w:rsidR="006974AE" w:rsidRDefault="006974AE" w:rsidP="006974AE">
      <w:r>
        <w:t>165.1567</w:t>
      </w:r>
      <w:r>
        <w:tab/>
        <w:t>2.025e0</w:t>
      </w:r>
    </w:p>
    <w:p w:rsidR="006974AE" w:rsidRDefault="006974AE" w:rsidP="006974AE">
      <w:r>
        <w:t>165.1797</w:t>
      </w:r>
      <w:r>
        <w:tab/>
        <w:t>1.013e0</w:t>
      </w:r>
    </w:p>
    <w:p w:rsidR="006974AE" w:rsidRDefault="006974AE" w:rsidP="006974AE">
      <w:r>
        <w:t>165.1867</w:t>
      </w:r>
      <w:r>
        <w:tab/>
        <w:t>1.013e0</w:t>
      </w:r>
    </w:p>
    <w:p w:rsidR="006974AE" w:rsidRDefault="006974AE" w:rsidP="006974AE">
      <w:r>
        <w:t>165.2004</w:t>
      </w:r>
      <w:r>
        <w:tab/>
        <w:t>1.013e0</w:t>
      </w:r>
    </w:p>
    <w:p w:rsidR="006974AE" w:rsidRDefault="006974AE" w:rsidP="006974AE">
      <w:r>
        <w:t>165.2110</w:t>
      </w:r>
      <w:r>
        <w:tab/>
        <w:t>1.013e0</w:t>
      </w:r>
    </w:p>
    <w:p w:rsidR="006974AE" w:rsidRDefault="006974AE" w:rsidP="006974AE">
      <w:r>
        <w:t>165.2384</w:t>
      </w:r>
      <w:r>
        <w:tab/>
        <w:t>1.013e0</w:t>
      </w:r>
    </w:p>
    <w:p w:rsidR="006974AE" w:rsidRDefault="006974AE" w:rsidP="006974AE">
      <w:r>
        <w:t>165.2419</w:t>
      </w:r>
      <w:r>
        <w:tab/>
        <w:t>1.013e0</w:t>
      </w:r>
    </w:p>
    <w:p w:rsidR="006974AE" w:rsidRDefault="006974AE" w:rsidP="006974AE">
      <w:r>
        <w:t>165.2616</w:t>
      </w:r>
      <w:r>
        <w:tab/>
        <w:t>1.013e0</w:t>
      </w:r>
    </w:p>
    <w:p w:rsidR="006974AE" w:rsidRDefault="006974AE" w:rsidP="006974AE">
      <w:r>
        <w:lastRenderedPageBreak/>
        <w:t>165.2688</w:t>
      </w:r>
      <w:r>
        <w:tab/>
        <w:t>1.013e0</w:t>
      </w:r>
    </w:p>
    <w:p w:rsidR="006974AE" w:rsidRDefault="006974AE" w:rsidP="006974AE">
      <w:r>
        <w:t>165.2963</w:t>
      </w:r>
      <w:r>
        <w:tab/>
        <w:t>1.013e0</w:t>
      </w:r>
    </w:p>
    <w:p w:rsidR="006974AE" w:rsidRDefault="006974AE" w:rsidP="006974AE">
      <w:r>
        <w:t>165.3069</w:t>
      </w:r>
      <w:r>
        <w:tab/>
        <w:t>1.013e0</w:t>
      </w:r>
    </w:p>
    <w:p w:rsidR="006974AE" w:rsidRDefault="006974AE" w:rsidP="006974AE">
      <w:r>
        <w:t>165.3301</w:t>
      </w:r>
      <w:r>
        <w:tab/>
        <w:t>1.013e0</w:t>
      </w:r>
    </w:p>
    <w:p w:rsidR="006974AE" w:rsidRDefault="006974AE" w:rsidP="006974AE">
      <w:r>
        <w:t>165.3438</w:t>
      </w:r>
      <w:r>
        <w:tab/>
        <w:t>2.025e0</w:t>
      </w:r>
    </w:p>
    <w:p w:rsidR="006974AE" w:rsidRDefault="006974AE" w:rsidP="006974AE">
      <w:r>
        <w:t>165.3508</w:t>
      </w:r>
      <w:r>
        <w:tab/>
        <w:t>1.013e0</w:t>
      </w:r>
    </w:p>
    <w:p w:rsidR="006974AE" w:rsidRDefault="006974AE" w:rsidP="006974AE">
      <w:r>
        <w:t>165.3716</w:t>
      </w:r>
      <w:r>
        <w:tab/>
        <w:t>1.013e0</w:t>
      </w:r>
    </w:p>
    <w:p w:rsidR="006974AE" w:rsidRDefault="006974AE" w:rsidP="006974AE">
      <w:r>
        <w:t>165.3751</w:t>
      </w:r>
      <w:r>
        <w:tab/>
        <w:t>1.013e0</w:t>
      </w:r>
    </w:p>
    <w:p w:rsidR="006974AE" w:rsidRDefault="006974AE" w:rsidP="006974AE">
      <w:r>
        <w:t>165.3888</w:t>
      </w:r>
      <w:r>
        <w:tab/>
        <w:t>1.013e0</w:t>
      </w:r>
    </w:p>
    <w:p w:rsidR="006974AE" w:rsidRDefault="006974AE" w:rsidP="006974AE">
      <w:r>
        <w:t>165.4057</w:t>
      </w:r>
      <w:r>
        <w:tab/>
        <w:t>1.013e0</w:t>
      </w:r>
    </w:p>
    <w:p w:rsidR="006974AE" w:rsidRDefault="006974AE" w:rsidP="006974AE">
      <w:r>
        <w:t>165.4294</w:t>
      </w:r>
      <w:r>
        <w:tab/>
        <w:t>1.013e0</w:t>
      </w:r>
    </w:p>
    <w:p w:rsidR="006974AE" w:rsidRDefault="006974AE" w:rsidP="006974AE">
      <w:r>
        <w:t>165.4362</w:t>
      </w:r>
      <w:r>
        <w:tab/>
        <w:t>1.013e0</w:t>
      </w:r>
    </w:p>
    <w:p w:rsidR="006974AE" w:rsidRDefault="006974AE" w:rsidP="006974AE">
      <w:r>
        <w:t>165.4467</w:t>
      </w:r>
      <w:r>
        <w:tab/>
        <w:t>1.013e0</w:t>
      </w:r>
    </w:p>
    <w:p w:rsidR="006974AE" w:rsidRDefault="006974AE" w:rsidP="006974AE">
      <w:r>
        <w:t>165.4810</w:t>
      </w:r>
      <w:r>
        <w:tab/>
        <w:t>1.013e0</w:t>
      </w:r>
    </w:p>
    <w:p w:rsidR="006974AE" w:rsidRDefault="006974AE" w:rsidP="006974AE">
      <w:r>
        <w:t>165.4876</w:t>
      </w:r>
      <w:r>
        <w:tab/>
        <w:t>1.013e0</w:t>
      </w:r>
    </w:p>
    <w:p w:rsidR="006974AE" w:rsidRDefault="006974AE" w:rsidP="006974AE">
      <w:r>
        <w:t>165.5043</w:t>
      </w:r>
      <w:r>
        <w:tab/>
        <w:t>1.013e0</w:t>
      </w:r>
    </w:p>
    <w:p w:rsidR="006974AE" w:rsidRDefault="006974AE" w:rsidP="006974AE">
      <w:r>
        <w:t>165.5080</w:t>
      </w:r>
      <w:r>
        <w:tab/>
        <w:t>1.013e0</w:t>
      </w:r>
    </w:p>
    <w:p w:rsidR="006974AE" w:rsidRDefault="006974AE" w:rsidP="006974AE">
      <w:r>
        <w:t>165.5113</w:t>
      </w:r>
      <w:r>
        <w:tab/>
        <w:t>1.013e0</w:t>
      </w:r>
    </w:p>
    <w:p w:rsidR="006974AE" w:rsidRDefault="006974AE" w:rsidP="006974AE">
      <w:r>
        <w:t>165.5392</w:t>
      </w:r>
      <w:r>
        <w:tab/>
        <w:t>1.013e0</w:t>
      </w:r>
    </w:p>
    <w:p w:rsidR="006974AE" w:rsidRDefault="006974AE" w:rsidP="006974AE">
      <w:r>
        <w:lastRenderedPageBreak/>
        <w:t>165.5427</w:t>
      </w:r>
      <w:r>
        <w:tab/>
        <w:t>1.013e0</w:t>
      </w:r>
    </w:p>
    <w:p w:rsidR="006974AE" w:rsidRDefault="006974AE" w:rsidP="006974AE">
      <w:r>
        <w:t>165.5530</w:t>
      </w:r>
      <w:r>
        <w:tab/>
        <w:t>1.013e0</w:t>
      </w:r>
    </w:p>
    <w:p w:rsidR="006974AE" w:rsidRDefault="006974AE" w:rsidP="006974AE">
      <w:r>
        <w:t>165.5760</w:t>
      </w:r>
      <w:r>
        <w:tab/>
        <w:t>1.013e0</w:t>
      </w:r>
    </w:p>
    <w:p w:rsidR="006974AE" w:rsidRDefault="006974AE" w:rsidP="006974AE">
      <w:r>
        <w:t>165.5867</w:t>
      </w:r>
      <w:r>
        <w:tab/>
        <w:t>1.013e0</w:t>
      </w:r>
    </w:p>
    <w:p w:rsidR="006974AE" w:rsidRDefault="006974AE" w:rsidP="006974AE">
      <w:r>
        <w:t>165.5900</w:t>
      </w:r>
      <w:r>
        <w:tab/>
        <w:t>2.025e0</w:t>
      </w:r>
    </w:p>
    <w:p w:rsidR="006974AE" w:rsidRDefault="006974AE" w:rsidP="006974AE">
      <w:r>
        <w:t>165.6142</w:t>
      </w:r>
      <w:r>
        <w:tab/>
        <w:t>3.038e0</w:t>
      </w:r>
    </w:p>
    <w:p w:rsidR="006974AE" w:rsidRDefault="006974AE" w:rsidP="006974AE">
      <w:r>
        <w:t>165.6246</w:t>
      </w:r>
      <w:r>
        <w:tab/>
        <w:t>1.013e0</w:t>
      </w:r>
    </w:p>
    <w:p w:rsidR="006974AE" w:rsidRDefault="006974AE" w:rsidP="006974AE">
      <w:r>
        <w:t>165.6514</w:t>
      </w:r>
      <w:r>
        <w:tab/>
        <w:t>1.013e0</w:t>
      </w:r>
    </w:p>
    <w:p w:rsidR="006974AE" w:rsidRDefault="006974AE" w:rsidP="006974AE">
      <w:r>
        <w:t>165.6618</w:t>
      </w:r>
      <w:r>
        <w:tab/>
        <w:t>2.025e0</w:t>
      </w:r>
    </w:p>
    <w:p w:rsidR="006974AE" w:rsidRDefault="006974AE" w:rsidP="006974AE">
      <w:r>
        <w:t>165.6827</w:t>
      </w:r>
      <w:r>
        <w:tab/>
        <w:t>1.013e0</w:t>
      </w:r>
    </w:p>
    <w:p w:rsidR="006974AE" w:rsidRDefault="006974AE" w:rsidP="006974AE">
      <w:r>
        <w:t>165.7000</w:t>
      </w:r>
      <w:r>
        <w:tab/>
        <w:t>1.013e0</w:t>
      </w:r>
    </w:p>
    <w:p w:rsidR="006974AE" w:rsidRDefault="006974AE" w:rsidP="006974AE">
      <w:r>
        <w:t>165.7203</w:t>
      </w:r>
      <w:r>
        <w:tab/>
        <w:t>1.013e0</w:t>
      </w:r>
    </w:p>
    <w:p w:rsidR="006974AE" w:rsidRDefault="006974AE" w:rsidP="006974AE">
      <w:r>
        <w:t>165.7856</w:t>
      </w:r>
      <w:r>
        <w:tab/>
        <w:t>1.013e0</w:t>
      </w:r>
    </w:p>
    <w:p w:rsidR="006974AE" w:rsidRDefault="006974AE" w:rsidP="006974AE">
      <w:r>
        <w:t>165.7992</w:t>
      </w:r>
      <w:r>
        <w:tab/>
        <w:t>2.025e0</w:t>
      </w:r>
    </w:p>
    <w:p w:rsidR="006974AE" w:rsidRDefault="006974AE" w:rsidP="006974AE">
      <w:r>
        <w:t>165.8122</w:t>
      </w:r>
      <w:r>
        <w:tab/>
        <w:t>1.013e0</w:t>
      </w:r>
    </w:p>
    <w:p w:rsidR="006974AE" w:rsidRDefault="006974AE" w:rsidP="006974AE">
      <w:r>
        <w:t>165.8153</w:t>
      </w:r>
      <w:r>
        <w:tab/>
        <w:t>2.025e0</w:t>
      </w:r>
    </w:p>
    <w:p w:rsidR="006974AE" w:rsidRDefault="006974AE" w:rsidP="006974AE">
      <w:r>
        <w:t>165.8191</w:t>
      </w:r>
      <w:r>
        <w:tab/>
        <w:t>1.013e0</w:t>
      </w:r>
    </w:p>
    <w:p w:rsidR="006974AE" w:rsidRDefault="006974AE" w:rsidP="006974AE">
      <w:r>
        <w:t>165.8363</w:t>
      </w:r>
      <w:r>
        <w:tab/>
        <w:t>2.025e0</w:t>
      </w:r>
    </w:p>
    <w:p w:rsidR="006974AE" w:rsidRDefault="006974AE" w:rsidP="006974AE">
      <w:r>
        <w:t>165.8469</w:t>
      </w:r>
      <w:r>
        <w:tab/>
        <w:t>1.013e0</w:t>
      </w:r>
    </w:p>
    <w:p w:rsidR="006974AE" w:rsidRDefault="006974AE" w:rsidP="006974AE">
      <w:r>
        <w:lastRenderedPageBreak/>
        <w:t>165.8503</w:t>
      </w:r>
      <w:r>
        <w:tab/>
        <w:t>2.025e0</w:t>
      </w:r>
    </w:p>
    <w:p w:rsidR="006974AE" w:rsidRDefault="006974AE" w:rsidP="006974AE">
      <w:r>
        <w:t>165.8862</w:t>
      </w:r>
      <w:r>
        <w:tab/>
        <w:t>2.025e0</w:t>
      </w:r>
    </w:p>
    <w:p w:rsidR="006974AE" w:rsidRDefault="006974AE" w:rsidP="006974AE">
      <w:r>
        <w:t>165.8945</w:t>
      </w:r>
      <w:r>
        <w:tab/>
        <w:t>1.013e0</w:t>
      </w:r>
    </w:p>
    <w:p w:rsidR="006974AE" w:rsidRDefault="006974AE" w:rsidP="006974AE">
      <w:r>
        <w:t>165.9118</w:t>
      </w:r>
      <w:r>
        <w:tab/>
        <w:t>1.013e0</w:t>
      </w:r>
    </w:p>
    <w:p w:rsidR="006974AE" w:rsidRDefault="006974AE" w:rsidP="006974AE">
      <w:r>
        <w:t>165.9222</w:t>
      </w:r>
      <w:r>
        <w:tab/>
        <w:t>1.013e0</w:t>
      </w:r>
    </w:p>
    <w:p w:rsidR="006974AE" w:rsidRDefault="006974AE" w:rsidP="006974AE">
      <w:r>
        <w:t>165.9289</w:t>
      </w:r>
      <w:r>
        <w:tab/>
        <w:t>1.013e0</w:t>
      </w:r>
    </w:p>
    <w:p w:rsidR="006974AE" w:rsidRDefault="006974AE" w:rsidP="006974AE">
      <w:r>
        <w:t>165.9325</w:t>
      </w:r>
      <w:r>
        <w:tab/>
        <w:t>1.013e0</w:t>
      </w:r>
    </w:p>
    <w:p w:rsidR="006974AE" w:rsidRDefault="006974AE" w:rsidP="006974AE">
      <w:r>
        <w:t>165.9500</w:t>
      </w:r>
      <w:r>
        <w:tab/>
        <w:t>1.013e0</w:t>
      </w:r>
    </w:p>
    <w:p w:rsidR="006974AE" w:rsidRDefault="006974AE" w:rsidP="006974AE">
      <w:r>
        <w:t>165.9601</w:t>
      </w:r>
      <w:r>
        <w:tab/>
        <w:t>1.013e0</w:t>
      </w:r>
    </w:p>
    <w:p w:rsidR="006974AE" w:rsidRDefault="006974AE" w:rsidP="006974AE">
      <w:r>
        <w:t>165.9869</w:t>
      </w:r>
      <w:r>
        <w:tab/>
        <w:t>1.013e0</w:t>
      </w:r>
    </w:p>
    <w:p w:rsidR="006974AE" w:rsidRDefault="006974AE" w:rsidP="006974AE">
      <w:r>
        <w:t>165.9937</w:t>
      </w:r>
      <w:r>
        <w:tab/>
        <w:t>4.051e0</w:t>
      </w:r>
    </w:p>
    <w:p w:rsidR="006974AE" w:rsidRDefault="006974AE" w:rsidP="006974AE">
      <w:r>
        <w:t>166.0215</w:t>
      </w:r>
      <w:r>
        <w:tab/>
        <w:t>1.013e0</w:t>
      </w:r>
    </w:p>
    <w:p w:rsidR="006974AE" w:rsidRDefault="006974AE" w:rsidP="006974AE">
      <w:r>
        <w:t>166.0389</w:t>
      </w:r>
      <w:r>
        <w:tab/>
        <w:t>1.013e0</w:t>
      </w:r>
    </w:p>
    <w:p w:rsidR="006974AE" w:rsidRDefault="006974AE" w:rsidP="006974AE">
      <w:r>
        <w:t>166.0422</w:t>
      </w:r>
      <w:r>
        <w:tab/>
        <w:t>1.013e0</w:t>
      </w:r>
    </w:p>
    <w:p w:rsidR="006974AE" w:rsidRDefault="006974AE" w:rsidP="006974AE">
      <w:r>
        <w:t>166.0654</w:t>
      </w:r>
      <w:r>
        <w:tab/>
        <w:t>1.013e0</w:t>
      </w:r>
    </w:p>
    <w:p w:rsidR="006974AE" w:rsidRDefault="006974AE" w:rsidP="006974AE">
      <w:r>
        <w:t>166.0691</w:t>
      </w:r>
      <w:r>
        <w:tab/>
        <w:t>1.013e0</w:t>
      </w:r>
    </w:p>
    <w:p w:rsidR="006974AE" w:rsidRDefault="006974AE" w:rsidP="006974AE">
      <w:r>
        <w:t>166.0724</w:t>
      </w:r>
      <w:r>
        <w:tab/>
        <w:t>2.025e0</w:t>
      </w:r>
    </w:p>
    <w:p w:rsidR="006974AE" w:rsidRDefault="006974AE" w:rsidP="006974AE">
      <w:r>
        <w:t>166.0744</w:t>
      </w:r>
      <w:r>
        <w:tab/>
        <w:t>2.025e0</w:t>
      </w:r>
    </w:p>
    <w:p w:rsidR="006974AE" w:rsidRDefault="006974AE" w:rsidP="006974AE">
      <w:r>
        <w:t>166.0784</w:t>
      </w:r>
      <w:r>
        <w:tab/>
        <w:t>3.038e0</w:t>
      </w:r>
    </w:p>
    <w:p w:rsidR="006974AE" w:rsidRDefault="006974AE" w:rsidP="006974AE">
      <w:r>
        <w:lastRenderedPageBreak/>
        <w:t>166.0900</w:t>
      </w:r>
      <w:r>
        <w:tab/>
        <w:t>1.013e0</w:t>
      </w:r>
    </w:p>
    <w:p w:rsidR="006974AE" w:rsidRDefault="006974AE" w:rsidP="006974AE">
      <w:r>
        <w:t>166.0932</w:t>
      </w:r>
      <w:r>
        <w:tab/>
        <w:t>1.013e0</w:t>
      </w:r>
    </w:p>
    <w:p w:rsidR="006974AE" w:rsidRDefault="006974AE" w:rsidP="006974AE">
      <w:r>
        <w:t>166.0969</w:t>
      </w:r>
      <w:r>
        <w:tab/>
        <w:t>1.013e0</w:t>
      </w:r>
    </w:p>
    <w:p w:rsidR="006974AE" w:rsidRDefault="006974AE" w:rsidP="006974AE">
      <w:r>
        <w:t>166.1092</w:t>
      </w:r>
      <w:r>
        <w:tab/>
        <w:t>3.038e0</w:t>
      </w:r>
    </w:p>
    <w:p w:rsidR="006974AE" w:rsidRDefault="006974AE" w:rsidP="006974AE">
      <w:r>
        <w:t>166.1211</w:t>
      </w:r>
      <w:r>
        <w:tab/>
        <w:t>2.025e0</w:t>
      </w:r>
    </w:p>
    <w:p w:rsidR="006974AE" w:rsidRDefault="006974AE" w:rsidP="006974AE">
      <w:r>
        <w:t>166.1354</w:t>
      </w:r>
      <w:r>
        <w:tab/>
        <w:t>3.038e0</w:t>
      </w:r>
    </w:p>
    <w:p w:rsidR="006974AE" w:rsidRDefault="006974AE" w:rsidP="006974AE">
      <w:r>
        <w:t>166.1441</w:t>
      </w:r>
      <w:r>
        <w:tab/>
        <w:t>2.025e0</w:t>
      </w:r>
    </w:p>
    <w:p w:rsidR="006974AE" w:rsidRDefault="006974AE" w:rsidP="006974AE">
      <w:r>
        <w:t>166.1755</w:t>
      </w:r>
      <w:r>
        <w:tab/>
        <w:t>1.013e0</w:t>
      </w:r>
    </w:p>
    <w:p w:rsidR="006974AE" w:rsidRDefault="006974AE" w:rsidP="006974AE">
      <w:r>
        <w:t>166.1860</w:t>
      </w:r>
      <w:r>
        <w:tab/>
        <w:t>2.025e0</w:t>
      </w:r>
    </w:p>
    <w:p w:rsidR="006974AE" w:rsidRDefault="006974AE" w:rsidP="006974AE">
      <w:r>
        <w:t>166.1928</w:t>
      </w:r>
      <w:r>
        <w:tab/>
        <w:t>1.013e0</w:t>
      </w:r>
    </w:p>
    <w:p w:rsidR="006974AE" w:rsidRDefault="006974AE" w:rsidP="006974AE">
      <w:r>
        <w:t>166.2066</w:t>
      </w:r>
      <w:r>
        <w:tab/>
        <w:t>1.013e0</w:t>
      </w:r>
    </w:p>
    <w:p w:rsidR="006974AE" w:rsidRDefault="006974AE" w:rsidP="006974AE">
      <w:r>
        <w:t>166.2101</w:t>
      </w:r>
      <w:r>
        <w:tab/>
        <w:t>1.013e0</w:t>
      </w:r>
    </w:p>
    <w:p w:rsidR="006974AE" w:rsidRDefault="006974AE" w:rsidP="006974AE">
      <w:r>
        <w:t>166.2405</w:t>
      </w:r>
      <w:r>
        <w:tab/>
        <w:t>1.013e0</w:t>
      </w:r>
    </w:p>
    <w:p w:rsidR="006974AE" w:rsidRDefault="006974AE" w:rsidP="006974AE">
      <w:r>
        <w:t>166.2542</w:t>
      </w:r>
      <w:r>
        <w:tab/>
        <w:t>1.013e0</w:t>
      </w:r>
    </w:p>
    <w:p w:rsidR="006974AE" w:rsidRDefault="006974AE" w:rsidP="006974AE">
      <w:r>
        <w:t>166.2614</w:t>
      </w:r>
      <w:r>
        <w:tab/>
        <w:t>1.013e0</w:t>
      </w:r>
    </w:p>
    <w:p w:rsidR="006974AE" w:rsidRDefault="006974AE" w:rsidP="006974AE">
      <w:r>
        <w:t>166.2716</w:t>
      </w:r>
      <w:r>
        <w:tab/>
        <w:t>1.013e0</w:t>
      </w:r>
    </w:p>
    <w:p w:rsidR="006974AE" w:rsidRDefault="006974AE" w:rsidP="006974AE">
      <w:r>
        <w:t>166.2788</w:t>
      </w:r>
      <w:r>
        <w:tab/>
        <w:t>1.013e0</w:t>
      </w:r>
    </w:p>
    <w:p w:rsidR="006974AE" w:rsidRDefault="006974AE" w:rsidP="006974AE">
      <w:r>
        <w:t>166.3021</w:t>
      </w:r>
      <w:r>
        <w:tab/>
        <w:t>1.013e0</w:t>
      </w:r>
    </w:p>
    <w:p w:rsidR="006974AE" w:rsidRDefault="006974AE" w:rsidP="006974AE">
      <w:r>
        <w:t>166.3088</w:t>
      </w:r>
      <w:r>
        <w:tab/>
        <w:t>2.025e0</w:t>
      </w:r>
    </w:p>
    <w:p w:rsidR="006974AE" w:rsidRDefault="006974AE" w:rsidP="006974AE">
      <w:r>
        <w:lastRenderedPageBreak/>
        <w:t>166.3260</w:t>
      </w:r>
      <w:r>
        <w:tab/>
        <w:t>3.038e0</w:t>
      </w:r>
    </w:p>
    <w:p w:rsidR="006974AE" w:rsidRDefault="006974AE" w:rsidP="006974AE">
      <w:r>
        <w:t>166.3503</w:t>
      </w:r>
      <w:r>
        <w:tab/>
        <w:t>1.013e0</w:t>
      </w:r>
    </w:p>
    <w:p w:rsidR="006974AE" w:rsidRDefault="006974AE" w:rsidP="006974AE">
      <w:r>
        <w:t>166.3573</w:t>
      </w:r>
      <w:r>
        <w:tab/>
        <w:t>2.025e0</w:t>
      </w:r>
    </w:p>
    <w:p w:rsidR="006974AE" w:rsidRDefault="006974AE" w:rsidP="006974AE">
      <w:r>
        <w:t>166.3780</w:t>
      </w:r>
      <w:r>
        <w:tab/>
        <w:t>1.013e0</w:t>
      </w:r>
    </w:p>
    <w:p w:rsidR="006974AE" w:rsidRDefault="006974AE" w:rsidP="006974AE">
      <w:r>
        <w:t>166.3843</w:t>
      </w:r>
      <w:r>
        <w:tab/>
        <w:t>2.025e0</w:t>
      </w:r>
    </w:p>
    <w:p w:rsidR="006974AE" w:rsidRDefault="006974AE" w:rsidP="006974AE">
      <w:r>
        <w:t>166.4050</w:t>
      </w:r>
      <w:r>
        <w:tab/>
        <w:t>1.013e0</w:t>
      </w:r>
    </w:p>
    <w:p w:rsidR="006974AE" w:rsidRDefault="006974AE" w:rsidP="006974AE">
      <w:r>
        <w:t>166.4118</w:t>
      </w:r>
      <w:r>
        <w:tab/>
        <w:t>1.013e0</w:t>
      </w:r>
    </w:p>
    <w:p w:rsidR="006974AE" w:rsidRDefault="006974AE" w:rsidP="006974AE">
      <w:r>
        <w:t>166.4291</w:t>
      </w:r>
      <w:r>
        <w:tab/>
        <w:t>1.013e0</w:t>
      </w:r>
    </w:p>
    <w:p w:rsidR="006974AE" w:rsidRDefault="006974AE" w:rsidP="006974AE">
      <w:r>
        <w:t>166.4361</w:t>
      </w:r>
      <w:r>
        <w:tab/>
        <w:t>1.013e0</w:t>
      </w:r>
    </w:p>
    <w:p w:rsidR="006974AE" w:rsidRDefault="006974AE" w:rsidP="006974AE">
      <w:r>
        <w:t>166.4485</w:t>
      </w:r>
      <w:r>
        <w:tab/>
        <w:t>2.025e0</w:t>
      </w:r>
    </w:p>
    <w:p w:rsidR="006974AE" w:rsidRDefault="006974AE" w:rsidP="006974AE">
      <w:r>
        <w:t>166.4520</w:t>
      </w:r>
      <w:r>
        <w:tab/>
        <w:t>2.025e0</w:t>
      </w:r>
    </w:p>
    <w:p w:rsidR="006974AE" w:rsidRDefault="006974AE" w:rsidP="006974AE">
      <w:r>
        <w:t>166.4669</w:t>
      </w:r>
      <w:r>
        <w:tab/>
        <w:t>2.025e0</w:t>
      </w:r>
    </w:p>
    <w:p w:rsidR="006974AE" w:rsidRDefault="006974AE" w:rsidP="006974AE">
      <w:r>
        <w:t>166.4735</w:t>
      </w:r>
      <w:r>
        <w:tab/>
        <w:t>1.013e0</w:t>
      </w:r>
    </w:p>
    <w:p w:rsidR="006974AE" w:rsidRDefault="006974AE" w:rsidP="006974AE">
      <w:r>
        <w:t>166.4803</w:t>
      </w:r>
      <w:r>
        <w:tab/>
        <w:t>1.013e0</w:t>
      </w:r>
    </w:p>
    <w:p w:rsidR="006974AE" w:rsidRDefault="006974AE" w:rsidP="006974AE">
      <w:r>
        <w:t>166.4906</w:t>
      </w:r>
      <w:r>
        <w:tab/>
        <w:t>1.013e0</w:t>
      </w:r>
    </w:p>
    <w:p w:rsidR="006974AE" w:rsidRDefault="006974AE" w:rsidP="006974AE">
      <w:r>
        <w:t>166.4978</w:t>
      </w:r>
      <w:r>
        <w:tab/>
        <w:t>1.013e0</w:t>
      </w:r>
    </w:p>
    <w:p w:rsidR="006974AE" w:rsidRDefault="006974AE" w:rsidP="006974AE">
      <w:r>
        <w:t>166.5220</w:t>
      </w:r>
      <w:r>
        <w:tab/>
        <w:t>1.013e0</w:t>
      </w:r>
    </w:p>
    <w:p w:rsidR="006974AE" w:rsidRDefault="006974AE" w:rsidP="006974AE">
      <w:r>
        <w:t>166.5475</w:t>
      </w:r>
      <w:r>
        <w:tab/>
        <w:t>2.025e0</w:t>
      </w:r>
    </w:p>
    <w:p w:rsidR="006974AE" w:rsidRDefault="006974AE" w:rsidP="006974AE">
      <w:r>
        <w:t>166.5524</w:t>
      </w:r>
      <w:r>
        <w:tab/>
        <w:t>1.013e0</w:t>
      </w:r>
    </w:p>
    <w:p w:rsidR="006974AE" w:rsidRDefault="006974AE" w:rsidP="006974AE">
      <w:r>
        <w:lastRenderedPageBreak/>
        <w:t>166.5658</w:t>
      </w:r>
      <w:r>
        <w:tab/>
        <w:t>1.013e0</w:t>
      </w:r>
    </w:p>
    <w:p w:rsidR="006974AE" w:rsidRDefault="006974AE" w:rsidP="006974AE">
      <w:r>
        <w:t>166.5870</w:t>
      </w:r>
      <w:r>
        <w:tab/>
        <w:t>1.013e0</w:t>
      </w:r>
    </w:p>
    <w:p w:rsidR="006974AE" w:rsidRDefault="006974AE" w:rsidP="006974AE">
      <w:r>
        <w:t>166.5938</w:t>
      </w:r>
      <w:r>
        <w:tab/>
        <w:t>2.025e0</w:t>
      </w:r>
    </w:p>
    <w:p w:rsidR="006974AE" w:rsidRDefault="006974AE" w:rsidP="006974AE">
      <w:r>
        <w:t>166.5972</w:t>
      </w:r>
      <w:r>
        <w:tab/>
        <w:t>1.013e0</w:t>
      </w:r>
    </w:p>
    <w:p w:rsidR="006974AE" w:rsidRDefault="006974AE" w:rsidP="006974AE">
      <w:r>
        <w:t>166.6149</w:t>
      </w:r>
      <w:r>
        <w:tab/>
        <w:t>2.025e0</w:t>
      </w:r>
    </w:p>
    <w:p w:rsidR="006974AE" w:rsidRDefault="006974AE" w:rsidP="006974AE">
      <w:r>
        <w:t>166.6348</w:t>
      </w:r>
      <w:r>
        <w:tab/>
        <w:t>1.013e0</w:t>
      </w:r>
    </w:p>
    <w:p w:rsidR="006974AE" w:rsidRDefault="006974AE" w:rsidP="006974AE">
      <w:r>
        <w:t>166.6383</w:t>
      </w:r>
      <w:r>
        <w:tab/>
        <w:t>1.013e0</w:t>
      </w:r>
    </w:p>
    <w:p w:rsidR="006974AE" w:rsidRDefault="006974AE" w:rsidP="006974AE">
      <w:r>
        <w:t>166.6656</w:t>
      </w:r>
      <w:r>
        <w:tab/>
        <w:t>1.013e0</w:t>
      </w:r>
    </w:p>
    <w:p w:rsidR="006974AE" w:rsidRDefault="006974AE" w:rsidP="006974AE">
      <w:r>
        <w:t>166.6728</w:t>
      </w:r>
      <w:r>
        <w:tab/>
        <w:t>2.025e0</w:t>
      </w:r>
    </w:p>
    <w:p w:rsidR="006974AE" w:rsidRDefault="006974AE" w:rsidP="006974AE">
      <w:r>
        <w:t>166.6866</w:t>
      </w:r>
      <w:r>
        <w:tab/>
        <w:t>1.013e0</w:t>
      </w:r>
    </w:p>
    <w:p w:rsidR="006974AE" w:rsidRDefault="006974AE" w:rsidP="006974AE">
      <w:r>
        <w:t>166.7006</w:t>
      </w:r>
      <w:r>
        <w:tab/>
        <w:t>1.013e0</w:t>
      </w:r>
    </w:p>
    <w:p w:rsidR="006974AE" w:rsidRDefault="006974AE" w:rsidP="006974AE">
      <w:r>
        <w:t>166.7041</w:t>
      </w:r>
      <w:r>
        <w:tab/>
        <w:t>1.013e0</w:t>
      </w:r>
    </w:p>
    <w:p w:rsidR="006974AE" w:rsidRDefault="006974AE" w:rsidP="006974AE">
      <w:r>
        <w:t>166.7076</w:t>
      </w:r>
      <w:r>
        <w:tab/>
        <w:t>1.013e0</w:t>
      </w:r>
    </w:p>
    <w:p w:rsidR="006974AE" w:rsidRDefault="006974AE" w:rsidP="006974AE">
      <w:r>
        <w:t>166.7549</w:t>
      </w:r>
      <w:r>
        <w:tab/>
        <w:t>1.013e0</w:t>
      </w:r>
    </w:p>
    <w:p w:rsidR="006974AE" w:rsidRDefault="006974AE" w:rsidP="006974AE">
      <w:r>
        <w:t>166.7583</w:t>
      </w:r>
      <w:r>
        <w:tab/>
        <w:t>1.013e0</w:t>
      </w:r>
    </w:p>
    <w:p w:rsidR="006974AE" w:rsidRDefault="006974AE" w:rsidP="006974AE">
      <w:r>
        <w:t>166.7655</w:t>
      </w:r>
      <w:r>
        <w:tab/>
        <w:t>1.013e0</w:t>
      </w:r>
    </w:p>
    <w:p w:rsidR="006974AE" w:rsidRDefault="006974AE" w:rsidP="006974AE">
      <w:r>
        <w:t>166.7794</w:t>
      </w:r>
      <w:r>
        <w:tab/>
        <w:t>1.013e0</w:t>
      </w:r>
    </w:p>
    <w:p w:rsidR="006974AE" w:rsidRDefault="006974AE" w:rsidP="006974AE">
      <w:r>
        <w:t>166.7829</w:t>
      </w:r>
      <w:r>
        <w:tab/>
        <w:t>2.025e0</w:t>
      </w:r>
    </w:p>
    <w:p w:rsidR="006974AE" w:rsidRDefault="006974AE" w:rsidP="006974AE">
      <w:r>
        <w:t>166.7964</w:t>
      </w:r>
      <w:r>
        <w:tab/>
        <w:t>1.013e0</w:t>
      </w:r>
    </w:p>
    <w:p w:rsidR="006974AE" w:rsidRDefault="006974AE" w:rsidP="006974AE">
      <w:r>
        <w:lastRenderedPageBreak/>
        <w:t>166.7998</w:t>
      </w:r>
      <w:r>
        <w:tab/>
        <w:t>1.013e0</w:t>
      </w:r>
    </w:p>
    <w:p w:rsidR="006974AE" w:rsidRDefault="006974AE" w:rsidP="006974AE">
      <w:r>
        <w:t>166.8096</w:t>
      </w:r>
      <w:r>
        <w:tab/>
        <w:t>1.013e0</w:t>
      </w:r>
    </w:p>
    <w:p w:rsidR="006974AE" w:rsidRDefault="006974AE" w:rsidP="006974AE">
      <w:r>
        <w:t>166.8285</w:t>
      </w:r>
      <w:r>
        <w:tab/>
        <w:t>5.063e0</w:t>
      </w:r>
    </w:p>
    <w:p w:rsidR="006974AE" w:rsidRDefault="006974AE" w:rsidP="006974AE">
      <w:r>
        <w:t>166.8407</w:t>
      </w:r>
      <w:r>
        <w:tab/>
        <w:t>1.013e0</w:t>
      </w:r>
    </w:p>
    <w:p w:rsidR="006974AE" w:rsidRDefault="006974AE" w:rsidP="006974AE">
      <w:r>
        <w:t>166.8478</w:t>
      </w:r>
      <w:r>
        <w:tab/>
        <w:t>1.013e0</w:t>
      </w:r>
    </w:p>
    <w:p w:rsidR="006974AE" w:rsidRDefault="006974AE" w:rsidP="006974AE">
      <w:r>
        <w:t>166.8511</w:t>
      </w:r>
      <w:r>
        <w:tab/>
        <w:t>1.013e0</w:t>
      </w:r>
    </w:p>
    <w:p w:rsidR="006974AE" w:rsidRDefault="006974AE" w:rsidP="006974AE">
      <w:r>
        <w:t>166.8548</w:t>
      </w:r>
      <w:r>
        <w:tab/>
        <w:t>1.013e0</w:t>
      </w:r>
    </w:p>
    <w:p w:rsidR="006974AE" w:rsidRDefault="006974AE" w:rsidP="006974AE">
      <w:r>
        <w:t>166.8823</w:t>
      </w:r>
      <w:r>
        <w:tab/>
        <w:t>1.013e0</w:t>
      </w:r>
    </w:p>
    <w:p w:rsidR="006974AE" w:rsidRDefault="006974AE" w:rsidP="006974AE">
      <w:r>
        <w:t>166.9021</w:t>
      </w:r>
      <w:r>
        <w:tab/>
        <w:t>1.013e0</w:t>
      </w:r>
    </w:p>
    <w:p w:rsidR="006974AE" w:rsidRDefault="006974AE" w:rsidP="006974AE">
      <w:r>
        <w:t>166.9058</w:t>
      </w:r>
      <w:r>
        <w:tab/>
        <w:t>1.013e0</w:t>
      </w:r>
    </w:p>
    <w:p w:rsidR="006974AE" w:rsidRDefault="006974AE" w:rsidP="006974AE">
      <w:r>
        <w:t>166.9093</w:t>
      </w:r>
      <w:r>
        <w:tab/>
        <w:t>1.013e0</w:t>
      </w:r>
    </w:p>
    <w:p w:rsidR="006974AE" w:rsidRDefault="006974AE" w:rsidP="006974AE">
      <w:r>
        <w:t>166.9476</w:t>
      </w:r>
      <w:r>
        <w:tab/>
        <w:t>1.013e0</w:t>
      </w:r>
    </w:p>
    <w:p w:rsidR="006974AE" w:rsidRDefault="006974AE" w:rsidP="006974AE">
      <w:r>
        <w:t>166.9614</w:t>
      </w:r>
      <w:r>
        <w:tab/>
        <w:t>1.013e0</w:t>
      </w:r>
    </w:p>
    <w:p w:rsidR="006974AE" w:rsidRDefault="006974AE" w:rsidP="006974AE">
      <w:r>
        <w:t>166.9681</w:t>
      </w:r>
      <w:r>
        <w:tab/>
        <w:t>1.013e0</w:t>
      </w:r>
    </w:p>
    <w:p w:rsidR="006974AE" w:rsidRDefault="006974AE" w:rsidP="006974AE">
      <w:r>
        <w:t>166.9716</w:t>
      </w:r>
      <w:r>
        <w:tab/>
        <w:t>1.013e0</w:t>
      </w:r>
    </w:p>
    <w:p w:rsidR="006974AE" w:rsidRDefault="006974AE" w:rsidP="006974AE">
      <w:r>
        <w:t>166.9881</w:t>
      </w:r>
      <w:r>
        <w:tab/>
        <w:t>1.013e0</w:t>
      </w:r>
    </w:p>
    <w:p w:rsidR="006974AE" w:rsidRDefault="006974AE" w:rsidP="006974AE">
      <w:r>
        <w:t>166.9914</w:t>
      </w:r>
      <w:r>
        <w:tab/>
        <w:t>1.013e0</w:t>
      </w:r>
    </w:p>
    <w:p w:rsidR="006974AE" w:rsidRDefault="006974AE" w:rsidP="006974AE">
      <w:r>
        <w:t>167.0124</w:t>
      </w:r>
      <w:r>
        <w:tab/>
        <w:t>2.025e0</w:t>
      </w:r>
    </w:p>
    <w:p w:rsidR="006974AE" w:rsidRDefault="006974AE" w:rsidP="006974AE">
      <w:r>
        <w:t>167.0161</w:t>
      </w:r>
      <w:r>
        <w:tab/>
        <w:t>3.038e0</w:t>
      </w:r>
    </w:p>
    <w:p w:rsidR="006974AE" w:rsidRDefault="006974AE" w:rsidP="006974AE">
      <w:r>
        <w:lastRenderedPageBreak/>
        <w:t>167.0307</w:t>
      </w:r>
      <w:r>
        <w:tab/>
        <w:t>3.038e0</w:t>
      </w:r>
    </w:p>
    <w:p w:rsidR="006974AE" w:rsidRDefault="006974AE" w:rsidP="006974AE">
      <w:r>
        <w:t>167.0332</w:t>
      </w:r>
      <w:r>
        <w:tab/>
        <w:t>1.013e0</w:t>
      </w:r>
    </w:p>
    <w:p w:rsidR="006974AE" w:rsidRDefault="006974AE" w:rsidP="006974AE">
      <w:r>
        <w:t>167.0369</w:t>
      </w:r>
      <w:r>
        <w:tab/>
        <w:t>1.013e0</w:t>
      </w:r>
    </w:p>
    <w:p w:rsidR="006974AE" w:rsidRDefault="006974AE" w:rsidP="006974AE">
      <w:r>
        <w:t>167.0439</w:t>
      </w:r>
      <w:r>
        <w:tab/>
        <w:t>1.013e0</w:t>
      </w:r>
    </w:p>
    <w:p w:rsidR="006974AE" w:rsidRDefault="006974AE" w:rsidP="006974AE">
      <w:r>
        <w:t>167.0474</w:t>
      </w:r>
      <w:r>
        <w:tab/>
        <w:t>1.013e0</w:t>
      </w:r>
    </w:p>
    <w:p w:rsidR="006974AE" w:rsidRDefault="006974AE" w:rsidP="006974AE">
      <w:r>
        <w:t>167.0540</w:t>
      </w:r>
      <w:r>
        <w:tab/>
        <w:t>1.013e0</w:t>
      </w:r>
    </w:p>
    <w:p w:rsidR="006974AE" w:rsidRDefault="006974AE" w:rsidP="006974AE">
      <w:r>
        <w:t>167.0563</w:t>
      </w:r>
      <w:r>
        <w:tab/>
        <w:t>2.025e0</w:t>
      </w:r>
    </w:p>
    <w:p w:rsidR="006974AE" w:rsidRDefault="006974AE" w:rsidP="006974AE">
      <w:r>
        <w:t>167.0573</w:t>
      </w:r>
      <w:r>
        <w:tab/>
        <w:t>1.013e0</w:t>
      </w:r>
    </w:p>
    <w:p w:rsidR="006974AE" w:rsidRDefault="006974AE" w:rsidP="006974AE">
      <w:r>
        <w:t>167.0673</w:t>
      </w:r>
      <w:r>
        <w:tab/>
        <w:t>2.025e0</w:t>
      </w:r>
    </w:p>
    <w:p w:rsidR="006974AE" w:rsidRDefault="006974AE" w:rsidP="006974AE">
      <w:r>
        <w:t>167.0738</w:t>
      </w:r>
      <w:r>
        <w:tab/>
        <w:t>1.013e0</w:t>
      </w:r>
    </w:p>
    <w:p w:rsidR="006974AE" w:rsidRDefault="006974AE" w:rsidP="006974AE">
      <w:r>
        <w:t>167.0752</w:t>
      </w:r>
      <w:r>
        <w:tab/>
        <w:t>3.038e0</w:t>
      </w:r>
    </w:p>
    <w:p w:rsidR="006974AE" w:rsidRDefault="006974AE" w:rsidP="006974AE">
      <w:r>
        <w:t>167.0816</w:t>
      </w:r>
      <w:r>
        <w:tab/>
        <w:t>3.038e0</w:t>
      </w:r>
    </w:p>
    <w:p w:rsidR="006974AE" w:rsidRDefault="006974AE" w:rsidP="006974AE">
      <w:r>
        <w:t>167.0913</w:t>
      </w:r>
      <w:r>
        <w:tab/>
        <w:t>2.025e0</w:t>
      </w:r>
    </w:p>
    <w:p w:rsidR="006974AE" w:rsidRDefault="006974AE" w:rsidP="006974AE">
      <w:r>
        <w:t>167.0950</w:t>
      </w:r>
      <w:r>
        <w:tab/>
        <w:t>2.025e0</w:t>
      </w:r>
    </w:p>
    <w:p w:rsidR="006974AE" w:rsidRDefault="006974AE" w:rsidP="006974AE">
      <w:r>
        <w:t>167.1086</w:t>
      </w:r>
      <w:r>
        <w:tab/>
        <w:t>1.013e0</w:t>
      </w:r>
    </w:p>
    <w:p w:rsidR="006974AE" w:rsidRDefault="006974AE" w:rsidP="006974AE">
      <w:r>
        <w:t>167.1158</w:t>
      </w:r>
      <w:r>
        <w:tab/>
        <w:t>1.013e0</w:t>
      </w:r>
    </w:p>
    <w:p w:rsidR="006974AE" w:rsidRDefault="006974AE" w:rsidP="006974AE">
      <w:r>
        <w:t>167.1214</w:t>
      </w:r>
      <w:r>
        <w:tab/>
        <w:t>5.063e0</w:t>
      </w:r>
    </w:p>
    <w:p w:rsidR="006974AE" w:rsidRDefault="006974AE" w:rsidP="006974AE">
      <w:r>
        <w:t>167.1263</w:t>
      </w:r>
      <w:r>
        <w:tab/>
        <w:t>2.025e0</w:t>
      </w:r>
    </w:p>
    <w:p w:rsidR="006974AE" w:rsidRDefault="006974AE" w:rsidP="006974AE">
      <w:r>
        <w:t>167.1401</w:t>
      </w:r>
      <w:r>
        <w:tab/>
        <w:t>1.013e0</w:t>
      </w:r>
    </w:p>
    <w:p w:rsidR="006974AE" w:rsidRDefault="006974AE" w:rsidP="006974AE">
      <w:r>
        <w:lastRenderedPageBreak/>
        <w:t>167.1498</w:t>
      </w:r>
      <w:r>
        <w:tab/>
        <w:t>1.013e0</w:t>
      </w:r>
    </w:p>
    <w:p w:rsidR="006974AE" w:rsidRDefault="006974AE" w:rsidP="006974AE">
      <w:r>
        <w:t>167.1534</w:t>
      </w:r>
      <w:r>
        <w:tab/>
        <w:t>3.038e0</w:t>
      </w:r>
    </w:p>
    <w:p w:rsidR="006974AE" w:rsidRDefault="006974AE" w:rsidP="006974AE">
      <w:r>
        <w:t>167.1702</w:t>
      </w:r>
      <w:r>
        <w:tab/>
        <w:t>1.013e0</w:t>
      </w:r>
    </w:p>
    <w:p w:rsidR="006974AE" w:rsidRDefault="006974AE" w:rsidP="006974AE">
      <w:r>
        <w:t>167.1982</w:t>
      </w:r>
      <w:r>
        <w:tab/>
        <w:t>1.013e0</w:t>
      </w:r>
    </w:p>
    <w:p w:rsidR="006974AE" w:rsidRDefault="006974AE" w:rsidP="006974AE">
      <w:r>
        <w:t>167.2052</w:t>
      </w:r>
      <w:r>
        <w:tab/>
        <w:t>1.013e0</w:t>
      </w:r>
    </w:p>
    <w:p w:rsidR="006974AE" w:rsidRDefault="006974AE" w:rsidP="006974AE">
      <w:r>
        <w:t>167.2119</w:t>
      </w:r>
      <w:r>
        <w:tab/>
        <w:t>1.013e0</w:t>
      </w:r>
    </w:p>
    <w:p w:rsidR="006974AE" w:rsidRDefault="006974AE" w:rsidP="006974AE">
      <w:r>
        <w:t>167.2192</w:t>
      </w:r>
      <w:r>
        <w:tab/>
        <w:t>1.013e0</w:t>
      </w:r>
    </w:p>
    <w:p w:rsidR="006974AE" w:rsidRDefault="006974AE" w:rsidP="006974AE">
      <w:r>
        <w:t>167.2261</w:t>
      </w:r>
      <w:r>
        <w:tab/>
        <w:t>1.013e0</w:t>
      </w:r>
    </w:p>
    <w:p w:rsidR="006974AE" w:rsidRDefault="006974AE" w:rsidP="006974AE">
      <w:r>
        <w:t>167.2292</w:t>
      </w:r>
      <w:r>
        <w:tab/>
        <w:t>1.013e0</w:t>
      </w:r>
    </w:p>
    <w:p w:rsidR="006974AE" w:rsidRDefault="006974AE" w:rsidP="006974AE">
      <w:r>
        <w:t>167.2358</w:t>
      </w:r>
      <w:r>
        <w:tab/>
        <w:t>1.013e0</w:t>
      </w:r>
    </w:p>
    <w:p w:rsidR="006974AE" w:rsidRDefault="006974AE" w:rsidP="006974AE">
      <w:r>
        <w:t>167.2560</w:t>
      </w:r>
      <w:r>
        <w:tab/>
        <w:t>2.025e0</w:t>
      </w:r>
    </w:p>
    <w:p w:rsidR="006974AE" w:rsidRDefault="006974AE" w:rsidP="006974AE">
      <w:r>
        <w:t>167.2685</w:t>
      </w:r>
      <w:r>
        <w:tab/>
        <w:t>2.025e0</w:t>
      </w:r>
    </w:p>
    <w:p w:rsidR="006974AE" w:rsidRDefault="006974AE" w:rsidP="006974AE">
      <w:r>
        <w:t>167.2737</w:t>
      </w:r>
      <w:r>
        <w:tab/>
        <w:t>1.013e0</w:t>
      </w:r>
    </w:p>
    <w:p w:rsidR="006974AE" w:rsidRDefault="006974AE" w:rsidP="006974AE">
      <w:r>
        <w:t>167.2979</w:t>
      </w:r>
      <w:r>
        <w:tab/>
        <w:t>2.025e0</w:t>
      </w:r>
    </w:p>
    <w:p w:rsidR="006974AE" w:rsidRDefault="006974AE" w:rsidP="006974AE">
      <w:r>
        <w:t>167.3013</w:t>
      </w:r>
      <w:r>
        <w:tab/>
        <w:t>2.025e0</w:t>
      </w:r>
    </w:p>
    <w:p w:rsidR="006974AE" w:rsidRDefault="006974AE" w:rsidP="006974AE">
      <w:r>
        <w:t>167.3049</w:t>
      </w:r>
      <w:r>
        <w:tab/>
        <w:t>1.013e0</w:t>
      </w:r>
    </w:p>
    <w:p w:rsidR="006974AE" w:rsidRDefault="006974AE" w:rsidP="006974AE">
      <w:r>
        <w:t>167.3187</w:t>
      </w:r>
      <w:r>
        <w:tab/>
        <w:t>1.013e0</w:t>
      </w:r>
    </w:p>
    <w:p w:rsidR="006974AE" w:rsidRDefault="006974AE" w:rsidP="006974AE">
      <w:r>
        <w:t>167.3218</w:t>
      </w:r>
      <w:r>
        <w:tab/>
        <w:t>1.013e0</w:t>
      </w:r>
    </w:p>
    <w:p w:rsidR="006974AE" w:rsidRDefault="006974AE" w:rsidP="006974AE">
      <w:r>
        <w:t>167.3286</w:t>
      </w:r>
      <w:r>
        <w:tab/>
        <w:t>1.013e0</w:t>
      </w:r>
    </w:p>
    <w:p w:rsidR="006974AE" w:rsidRDefault="006974AE" w:rsidP="006974AE">
      <w:r>
        <w:lastRenderedPageBreak/>
        <w:t>167.3319</w:t>
      </w:r>
      <w:r>
        <w:tab/>
        <w:t>1.013e0</w:t>
      </w:r>
    </w:p>
    <w:p w:rsidR="006974AE" w:rsidRDefault="006974AE" w:rsidP="006974AE">
      <w:r>
        <w:t>167.3631</w:t>
      </w:r>
      <w:r>
        <w:tab/>
        <w:t>1.013e0</w:t>
      </w:r>
    </w:p>
    <w:p w:rsidR="006974AE" w:rsidRDefault="006974AE" w:rsidP="006974AE">
      <w:r>
        <w:t>167.3875</w:t>
      </w:r>
      <w:r>
        <w:tab/>
        <w:t>1.013e0</w:t>
      </w:r>
    </w:p>
    <w:p w:rsidR="006974AE" w:rsidRDefault="006974AE" w:rsidP="006974AE">
      <w:r>
        <w:t>167.4111</w:t>
      </w:r>
      <w:r>
        <w:tab/>
        <w:t>1.013e0</w:t>
      </w:r>
    </w:p>
    <w:p w:rsidR="006974AE" w:rsidRDefault="006974AE" w:rsidP="006974AE">
      <w:r>
        <w:t>167.4246</w:t>
      </w:r>
      <w:r>
        <w:tab/>
        <w:t>1.013e0</w:t>
      </w:r>
    </w:p>
    <w:p w:rsidR="006974AE" w:rsidRDefault="006974AE" w:rsidP="006974AE">
      <w:r>
        <w:t>167.4314</w:t>
      </w:r>
      <w:r>
        <w:tab/>
        <w:t>1.013e0</w:t>
      </w:r>
    </w:p>
    <w:p w:rsidR="006974AE" w:rsidRDefault="006974AE" w:rsidP="006974AE">
      <w:r>
        <w:t>167.4697</w:t>
      </w:r>
      <w:r>
        <w:tab/>
        <w:t>1.013e0</w:t>
      </w:r>
    </w:p>
    <w:p w:rsidR="006974AE" w:rsidRDefault="006974AE" w:rsidP="006974AE">
      <w:r>
        <w:t>167.4770</w:t>
      </w:r>
      <w:r>
        <w:tab/>
        <w:t>3.038e0</w:t>
      </w:r>
    </w:p>
    <w:p w:rsidR="006974AE" w:rsidRDefault="006974AE" w:rsidP="006974AE">
      <w:r>
        <w:t>167.4939</w:t>
      </w:r>
      <w:r>
        <w:tab/>
        <w:t>1.013e0</w:t>
      </w:r>
    </w:p>
    <w:p w:rsidR="006974AE" w:rsidRDefault="006974AE" w:rsidP="006974AE">
      <w:r>
        <w:t>167.5105</w:t>
      </w:r>
      <w:r>
        <w:tab/>
        <w:t>1.013e0</w:t>
      </w:r>
    </w:p>
    <w:p w:rsidR="006974AE" w:rsidRDefault="006974AE" w:rsidP="006974AE">
      <w:r>
        <w:t>167.5209</w:t>
      </w:r>
      <w:r>
        <w:tab/>
        <w:t>4.051e0</w:t>
      </w:r>
    </w:p>
    <w:p w:rsidR="006974AE" w:rsidRDefault="006974AE" w:rsidP="006974AE">
      <w:r>
        <w:t>167.5245</w:t>
      </w:r>
      <w:r>
        <w:tab/>
        <w:t>1.013e0</w:t>
      </w:r>
    </w:p>
    <w:p w:rsidR="006974AE" w:rsidRDefault="006974AE" w:rsidP="006974AE">
      <w:r>
        <w:t>167.5263</w:t>
      </w:r>
      <w:r>
        <w:tab/>
        <w:t>2.025e0</w:t>
      </w:r>
    </w:p>
    <w:p w:rsidR="006974AE" w:rsidRDefault="006974AE" w:rsidP="006974AE">
      <w:r>
        <w:t>167.5280</w:t>
      </w:r>
      <w:r>
        <w:tab/>
        <w:t>1.013e0</w:t>
      </w:r>
    </w:p>
    <w:p w:rsidR="006974AE" w:rsidRDefault="006974AE" w:rsidP="006974AE">
      <w:r>
        <w:t>167.5418</w:t>
      </w:r>
      <w:r>
        <w:tab/>
        <w:t>1.013e0</w:t>
      </w:r>
    </w:p>
    <w:p w:rsidR="006974AE" w:rsidRDefault="006974AE" w:rsidP="006974AE">
      <w:r>
        <w:t>167.5488</w:t>
      </w:r>
      <w:r>
        <w:tab/>
        <w:t>2.025e0</w:t>
      </w:r>
    </w:p>
    <w:p w:rsidR="006974AE" w:rsidRDefault="006974AE" w:rsidP="006974AE">
      <w:r>
        <w:t>167.5591</w:t>
      </w:r>
      <w:r>
        <w:tab/>
        <w:t>1.013e0</w:t>
      </w:r>
    </w:p>
    <w:p w:rsidR="006974AE" w:rsidRDefault="006974AE" w:rsidP="006974AE">
      <w:r>
        <w:t>167.5663</w:t>
      </w:r>
      <w:r>
        <w:tab/>
        <w:t>1.013e0</w:t>
      </w:r>
    </w:p>
    <w:p w:rsidR="006974AE" w:rsidRDefault="006974AE" w:rsidP="006974AE">
      <w:r>
        <w:t>167.5734</w:t>
      </w:r>
      <w:r>
        <w:tab/>
        <w:t>1.013e0</w:t>
      </w:r>
    </w:p>
    <w:p w:rsidR="006974AE" w:rsidRDefault="006974AE" w:rsidP="006974AE">
      <w:r>
        <w:lastRenderedPageBreak/>
        <w:t>167.5800</w:t>
      </w:r>
      <w:r>
        <w:tab/>
        <w:t>1.013e0</w:t>
      </w:r>
    </w:p>
    <w:p w:rsidR="006974AE" w:rsidRDefault="006974AE" w:rsidP="006974AE">
      <w:r>
        <w:t>167.6001</w:t>
      </w:r>
      <w:r>
        <w:tab/>
        <w:t>1.013e0</w:t>
      </w:r>
    </w:p>
    <w:p w:rsidR="006974AE" w:rsidRDefault="006974AE" w:rsidP="006974AE">
      <w:r>
        <w:t>167.6102</w:t>
      </w:r>
      <w:r>
        <w:tab/>
        <w:t>3.038e0</w:t>
      </w:r>
    </w:p>
    <w:p w:rsidR="006974AE" w:rsidRDefault="006974AE" w:rsidP="006974AE">
      <w:r>
        <w:t>167.6175</w:t>
      </w:r>
      <w:r>
        <w:tab/>
        <w:t>1.013e0</w:t>
      </w:r>
    </w:p>
    <w:p w:rsidR="006974AE" w:rsidRDefault="006974AE" w:rsidP="006974AE">
      <w:r>
        <w:t>167.6312</w:t>
      </w:r>
      <w:r>
        <w:tab/>
        <w:t>1.013e0</w:t>
      </w:r>
    </w:p>
    <w:p w:rsidR="006974AE" w:rsidRDefault="006974AE" w:rsidP="006974AE">
      <w:r>
        <w:t>167.6488</w:t>
      </w:r>
      <w:r>
        <w:tab/>
        <w:t>2.025e0</w:t>
      </w:r>
    </w:p>
    <w:p w:rsidR="006974AE" w:rsidRDefault="006974AE" w:rsidP="006974AE">
      <w:r>
        <w:t>167.6664</w:t>
      </w:r>
      <w:r>
        <w:tab/>
        <w:t>1.013e0</w:t>
      </w:r>
    </w:p>
    <w:p w:rsidR="006974AE" w:rsidRDefault="006974AE" w:rsidP="006974AE">
      <w:r>
        <w:t>167.6830</w:t>
      </w:r>
      <w:r>
        <w:tab/>
        <w:t>1.013e0</w:t>
      </w:r>
    </w:p>
    <w:p w:rsidR="006974AE" w:rsidRDefault="006974AE" w:rsidP="006974AE">
      <w:r>
        <w:t>167.7172</w:t>
      </w:r>
      <w:r>
        <w:tab/>
        <w:t>1.013e0</w:t>
      </w:r>
    </w:p>
    <w:p w:rsidR="006974AE" w:rsidRDefault="006974AE" w:rsidP="006974AE">
      <w:r>
        <w:t>167.7486</w:t>
      </w:r>
      <w:r>
        <w:tab/>
        <w:t>1.013e0</w:t>
      </w:r>
    </w:p>
    <w:p w:rsidR="006974AE" w:rsidRDefault="006974AE" w:rsidP="006974AE">
      <w:r>
        <w:t>167.7521</w:t>
      </w:r>
      <w:r>
        <w:tab/>
        <w:t>1.013e0</w:t>
      </w:r>
    </w:p>
    <w:p w:rsidR="006974AE" w:rsidRDefault="006974AE" w:rsidP="006974AE">
      <w:r>
        <w:t>167.7590</w:t>
      </w:r>
      <w:r>
        <w:tab/>
        <w:t>1.013e0</w:t>
      </w:r>
    </w:p>
    <w:p w:rsidR="006974AE" w:rsidRDefault="006974AE" w:rsidP="006974AE">
      <w:r>
        <w:t>167.7770</w:t>
      </w:r>
      <w:r>
        <w:tab/>
        <w:t>2.025e0</w:t>
      </w:r>
    </w:p>
    <w:p w:rsidR="006974AE" w:rsidRDefault="006974AE" w:rsidP="006974AE">
      <w:r>
        <w:t>167.7840</w:t>
      </w:r>
      <w:r>
        <w:tab/>
        <w:t>2.025e0</w:t>
      </w:r>
    </w:p>
    <w:p w:rsidR="006974AE" w:rsidRDefault="006974AE" w:rsidP="006974AE">
      <w:r>
        <w:t>167.7893</w:t>
      </w:r>
      <w:r>
        <w:tab/>
        <w:t>2.025e0</w:t>
      </w:r>
    </w:p>
    <w:p w:rsidR="006974AE" w:rsidRDefault="006974AE" w:rsidP="006974AE">
      <w:r>
        <w:t>167.8034</w:t>
      </w:r>
      <w:r>
        <w:tab/>
        <w:t>2.025e0</w:t>
      </w:r>
    </w:p>
    <w:p w:rsidR="006974AE" w:rsidRDefault="006974AE" w:rsidP="006974AE">
      <w:r>
        <w:t>167.8102</w:t>
      </w:r>
      <w:r>
        <w:tab/>
        <w:t>2.025e0</w:t>
      </w:r>
    </w:p>
    <w:p w:rsidR="006974AE" w:rsidRDefault="006974AE" w:rsidP="006974AE">
      <w:r>
        <w:t>167.8206</w:t>
      </w:r>
      <w:r>
        <w:tab/>
        <w:t>1.013e0</w:t>
      </w:r>
    </w:p>
    <w:p w:rsidR="006974AE" w:rsidRDefault="006974AE" w:rsidP="006974AE">
      <w:r>
        <w:t>167.8418</w:t>
      </w:r>
      <w:r>
        <w:tab/>
        <w:t>1.013e0</w:t>
      </w:r>
    </w:p>
    <w:p w:rsidR="006974AE" w:rsidRDefault="006974AE" w:rsidP="006974AE">
      <w:r>
        <w:lastRenderedPageBreak/>
        <w:t>167.8521</w:t>
      </w:r>
      <w:r>
        <w:tab/>
        <w:t>1.013e0</w:t>
      </w:r>
    </w:p>
    <w:p w:rsidR="006974AE" w:rsidRDefault="006974AE" w:rsidP="006974AE">
      <w:r>
        <w:t>167.9034</w:t>
      </w:r>
      <w:r>
        <w:tab/>
        <w:t>1.013e0</w:t>
      </w:r>
    </w:p>
    <w:p w:rsidR="006974AE" w:rsidRDefault="006974AE" w:rsidP="006974AE">
      <w:r>
        <w:t>167.9414</w:t>
      </w:r>
      <w:r>
        <w:tab/>
        <w:t>1.013e0</w:t>
      </w:r>
    </w:p>
    <w:p w:rsidR="006974AE" w:rsidRDefault="006974AE" w:rsidP="006974AE">
      <w:r>
        <w:t>167.9684</w:t>
      </w:r>
      <w:r>
        <w:tab/>
        <w:t>2.025e0</w:t>
      </w:r>
    </w:p>
    <w:p w:rsidR="006974AE" w:rsidRDefault="006974AE" w:rsidP="006974AE">
      <w:r>
        <w:t>167.9928</w:t>
      </w:r>
      <w:r>
        <w:tab/>
        <w:t>2.025e0</w:t>
      </w:r>
    </w:p>
    <w:p w:rsidR="006974AE" w:rsidRDefault="006974AE" w:rsidP="006974AE">
      <w:r>
        <w:t>167.9998</w:t>
      </w:r>
      <w:r>
        <w:tab/>
        <w:t>2.025e0</w:t>
      </w:r>
    </w:p>
    <w:p w:rsidR="006974AE" w:rsidRDefault="006974AE" w:rsidP="006974AE">
      <w:r>
        <w:t>168.0068</w:t>
      </w:r>
      <w:r>
        <w:tab/>
        <w:t>4.051e0</w:t>
      </w:r>
    </w:p>
    <w:p w:rsidR="006974AE" w:rsidRDefault="006974AE" w:rsidP="006974AE">
      <w:r>
        <w:t>168.0313</w:t>
      </w:r>
      <w:r>
        <w:tab/>
        <w:t>1.013e0</w:t>
      </w:r>
    </w:p>
    <w:p w:rsidR="006974AE" w:rsidRDefault="006974AE" w:rsidP="006974AE">
      <w:r>
        <w:t>168.0507</w:t>
      </w:r>
      <w:r>
        <w:tab/>
        <w:t>5.063e0</w:t>
      </w:r>
    </w:p>
    <w:p w:rsidR="006974AE" w:rsidRDefault="006974AE" w:rsidP="006974AE">
      <w:r>
        <w:t>168.0545</w:t>
      </w:r>
      <w:r>
        <w:tab/>
        <w:t>1.013e0</w:t>
      </w:r>
    </w:p>
    <w:p w:rsidR="006974AE" w:rsidRDefault="006974AE" w:rsidP="006974AE">
      <w:r>
        <w:t>168.0613</w:t>
      </w:r>
      <w:r>
        <w:tab/>
        <w:t>1.013e0</w:t>
      </w:r>
    </w:p>
    <w:p w:rsidR="006974AE" w:rsidRDefault="006974AE" w:rsidP="006974AE">
      <w:r>
        <w:t>168.0685</w:t>
      </w:r>
      <w:r>
        <w:tab/>
        <w:t>1.013e0</w:t>
      </w:r>
    </w:p>
    <w:p w:rsidR="006974AE" w:rsidRDefault="006974AE" w:rsidP="006974AE">
      <w:r>
        <w:t>168.0720</w:t>
      </w:r>
      <w:r>
        <w:tab/>
        <w:t>1.013e0</w:t>
      </w:r>
    </w:p>
    <w:p w:rsidR="006974AE" w:rsidRDefault="006974AE" w:rsidP="006974AE">
      <w:r>
        <w:t>168.0755</w:t>
      </w:r>
      <w:r>
        <w:tab/>
        <w:t>1.013e0</w:t>
      </w:r>
    </w:p>
    <w:p w:rsidR="006974AE" w:rsidRDefault="006974AE" w:rsidP="006974AE">
      <w:r>
        <w:t>168.0929</w:t>
      </w:r>
      <w:r>
        <w:tab/>
        <w:t>1.013e0</w:t>
      </w:r>
    </w:p>
    <w:p w:rsidR="006974AE" w:rsidRDefault="006974AE" w:rsidP="006974AE">
      <w:r>
        <w:t>168.0964</w:t>
      </w:r>
      <w:r>
        <w:tab/>
        <w:t>2.025e0</w:t>
      </w:r>
    </w:p>
    <w:p w:rsidR="006974AE" w:rsidRDefault="006974AE" w:rsidP="006974AE">
      <w:r>
        <w:t>168.1034</w:t>
      </w:r>
      <w:r>
        <w:tab/>
        <w:t>4.051e0</w:t>
      </w:r>
    </w:p>
    <w:p w:rsidR="006974AE" w:rsidRDefault="006974AE" w:rsidP="006974AE">
      <w:r>
        <w:t>168.1104</w:t>
      </w:r>
      <w:r>
        <w:tab/>
        <w:t>1.013e0</w:t>
      </w:r>
    </w:p>
    <w:p w:rsidR="006974AE" w:rsidRDefault="006974AE" w:rsidP="006974AE">
      <w:r>
        <w:t>168.1139</w:t>
      </w:r>
      <w:r>
        <w:tab/>
        <w:t>1.013e0</w:t>
      </w:r>
    </w:p>
    <w:p w:rsidR="006974AE" w:rsidRDefault="006974AE" w:rsidP="006974AE">
      <w:r>
        <w:lastRenderedPageBreak/>
        <w:t>168.1155</w:t>
      </w:r>
      <w:r>
        <w:tab/>
        <w:t>2.025e0</w:t>
      </w:r>
    </w:p>
    <w:p w:rsidR="006974AE" w:rsidRDefault="006974AE" w:rsidP="006974AE">
      <w:r>
        <w:t>168.1172</w:t>
      </w:r>
      <w:r>
        <w:tab/>
        <w:t>1.013e0</w:t>
      </w:r>
    </w:p>
    <w:p w:rsidR="006974AE" w:rsidRDefault="006974AE" w:rsidP="006974AE">
      <w:r>
        <w:t>168.1207</w:t>
      </w:r>
      <w:r>
        <w:tab/>
        <w:t>1.013e0</w:t>
      </w:r>
    </w:p>
    <w:p w:rsidR="006974AE" w:rsidRDefault="006974AE" w:rsidP="006974AE">
      <w:r>
        <w:t>168.1342</w:t>
      </w:r>
      <w:r>
        <w:tab/>
        <w:t>1.013e0</w:t>
      </w:r>
    </w:p>
    <w:p w:rsidR="006974AE" w:rsidRDefault="006974AE" w:rsidP="006974AE">
      <w:r>
        <w:t>168.1472</w:t>
      </w:r>
      <w:r>
        <w:tab/>
        <w:t>2.025e0</w:t>
      </w:r>
    </w:p>
    <w:p w:rsidR="006974AE" w:rsidRDefault="006974AE" w:rsidP="006974AE">
      <w:r>
        <w:t>168.1489</w:t>
      </w:r>
      <w:r>
        <w:tab/>
        <w:t>2.025e0</w:t>
      </w:r>
    </w:p>
    <w:p w:rsidR="006974AE" w:rsidRDefault="006974AE" w:rsidP="006974AE">
      <w:r>
        <w:t>168.1649</w:t>
      </w:r>
      <w:r>
        <w:tab/>
        <w:t>1.013e0</w:t>
      </w:r>
    </w:p>
    <w:p w:rsidR="006974AE" w:rsidRDefault="006974AE" w:rsidP="006974AE">
      <w:r>
        <w:t>168.1684</w:t>
      </w:r>
      <w:r>
        <w:tab/>
        <w:t>1.013e0</w:t>
      </w:r>
    </w:p>
    <w:p w:rsidR="006974AE" w:rsidRDefault="006974AE" w:rsidP="006974AE">
      <w:r>
        <w:t>168.1825</w:t>
      </w:r>
      <w:r>
        <w:tab/>
        <w:t>1.013e0</w:t>
      </w:r>
    </w:p>
    <w:p w:rsidR="006974AE" w:rsidRDefault="006974AE" w:rsidP="006974AE">
      <w:r>
        <w:t>168.2015</w:t>
      </w:r>
      <w:r>
        <w:tab/>
        <w:t>2.025e0</w:t>
      </w:r>
    </w:p>
    <w:p w:rsidR="006974AE" w:rsidRDefault="006974AE" w:rsidP="006974AE">
      <w:r>
        <w:t>168.2173</w:t>
      </w:r>
      <w:r>
        <w:tab/>
        <w:t>1.013e0</w:t>
      </w:r>
    </w:p>
    <w:p w:rsidR="006974AE" w:rsidRDefault="006974AE" w:rsidP="006974AE">
      <w:r>
        <w:t>168.2238</w:t>
      </w:r>
      <w:r>
        <w:tab/>
        <w:t>2.025e0</w:t>
      </w:r>
    </w:p>
    <w:p w:rsidR="006974AE" w:rsidRDefault="006974AE" w:rsidP="006974AE">
      <w:r>
        <w:t>168.2474</w:t>
      </w:r>
      <w:r>
        <w:tab/>
        <w:t>1.013e0</w:t>
      </w:r>
    </w:p>
    <w:p w:rsidR="006974AE" w:rsidRDefault="006974AE" w:rsidP="006974AE">
      <w:r>
        <w:t>168.2893</w:t>
      </w:r>
      <w:r>
        <w:tab/>
        <w:t>1.013e0</w:t>
      </w:r>
    </w:p>
    <w:p w:rsidR="006974AE" w:rsidRDefault="006974AE" w:rsidP="006974AE">
      <w:r>
        <w:t>168.3301</w:t>
      </w:r>
      <w:r>
        <w:tab/>
        <w:t>2.025e0</w:t>
      </w:r>
    </w:p>
    <w:p w:rsidR="006974AE" w:rsidRDefault="006974AE" w:rsidP="006974AE">
      <w:r>
        <w:t>168.3335</w:t>
      </w:r>
      <w:r>
        <w:tab/>
        <w:t>1.013e0</w:t>
      </w:r>
    </w:p>
    <w:p w:rsidR="006974AE" w:rsidRDefault="006974AE" w:rsidP="006974AE">
      <w:r>
        <w:t>168.3370</w:t>
      </w:r>
      <w:r>
        <w:tab/>
        <w:t>1.013e0</w:t>
      </w:r>
    </w:p>
    <w:p w:rsidR="006974AE" w:rsidRDefault="006974AE" w:rsidP="006974AE">
      <w:r>
        <w:t>168.3512</w:t>
      </w:r>
      <w:r>
        <w:tab/>
        <w:t>1.013e0</w:t>
      </w:r>
    </w:p>
    <w:p w:rsidR="006974AE" w:rsidRDefault="006974AE" w:rsidP="006974AE">
      <w:r>
        <w:t>168.3547</w:t>
      </w:r>
      <w:r>
        <w:tab/>
        <w:t>1.013e0</w:t>
      </w:r>
    </w:p>
    <w:p w:rsidR="006974AE" w:rsidRDefault="006974AE" w:rsidP="006974AE">
      <w:r>
        <w:lastRenderedPageBreak/>
        <w:t>168.3582</w:t>
      </w:r>
      <w:r>
        <w:tab/>
        <w:t>1.013e0</w:t>
      </w:r>
    </w:p>
    <w:p w:rsidR="006974AE" w:rsidRDefault="006974AE" w:rsidP="006974AE">
      <w:r>
        <w:t>168.3684</w:t>
      </w:r>
      <w:r>
        <w:tab/>
        <w:t>2.025e0</w:t>
      </w:r>
    </w:p>
    <w:p w:rsidR="006974AE" w:rsidRDefault="006974AE" w:rsidP="006974AE">
      <w:r>
        <w:t>168.3721</w:t>
      </w:r>
      <w:r>
        <w:tab/>
        <w:t>2.025e0</w:t>
      </w:r>
    </w:p>
    <w:p w:rsidR="006974AE" w:rsidRDefault="006974AE" w:rsidP="006974AE">
      <w:r>
        <w:t>168.3774</w:t>
      </w:r>
      <w:r>
        <w:tab/>
        <w:t>2.025e0</w:t>
      </w:r>
    </w:p>
    <w:p w:rsidR="006974AE" w:rsidRDefault="006974AE" w:rsidP="006974AE">
      <w:r>
        <w:t>168.4100</w:t>
      </w:r>
      <w:r>
        <w:tab/>
        <w:t>2.025e0</w:t>
      </w:r>
    </w:p>
    <w:p w:rsidR="006974AE" w:rsidRDefault="006974AE" w:rsidP="006974AE">
      <w:r>
        <w:t>168.4167</w:t>
      </w:r>
      <w:r>
        <w:tab/>
        <w:t>1.013e0</w:t>
      </w:r>
    </w:p>
    <w:p w:rsidR="006974AE" w:rsidRDefault="006974AE" w:rsidP="006974AE">
      <w:r>
        <w:t>168.4201</w:t>
      </w:r>
      <w:r>
        <w:tab/>
        <w:t>1.013e0</w:t>
      </w:r>
    </w:p>
    <w:p w:rsidR="006974AE" w:rsidRDefault="006974AE" w:rsidP="006974AE">
      <w:r>
        <w:t>168.4371</w:t>
      </w:r>
      <w:r>
        <w:tab/>
        <w:t>1.013e0</w:t>
      </w:r>
    </w:p>
    <w:p w:rsidR="006974AE" w:rsidRDefault="006974AE" w:rsidP="006974AE">
      <w:r>
        <w:t>168.4476</w:t>
      </w:r>
      <w:r>
        <w:tab/>
        <w:t>1.013e0</w:t>
      </w:r>
    </w:p>
    <w:p w:rsidR="006974AE" w:rsidRDefault="006974AE" w:rsidP="006974AE">
      <w:r>
        <w:t>168.4720</w:t>
      </w:r>
      <w:r>
        <w:tab/>
        <w:t>1.013e0</w:t>
      </w:r>
    </w:p>
    <w:p w:rsidR="006974AE" w:rsidRDefault="006974AE" w:rsidP="006974AE">
      <w:r>
        <w:t>168.4757</w:t>
      </w:r>
      <w:r>
        <w:tab/>
        <w:t>1.013e0</w:t>
      </w:r>
    </w:p>
    <w:p w:rsidR="006974AE" w:rsidRDefault="006974AE" w:rsidP="006974AE">
      <w:r>
        <w:t>168.4792</w:t>
      </w:r>
      <w:r>
        <w:tab/>
        <w:t>1.013e0</w:t>
      </w:r>
    </w:p>
    <w:p w:rsidR="006974AE" w:rsidRDefault="006974AE" w:rsidP="006974AE">
      <w:r>
        <w:t>168.4863</w:t>
      </w:r>
      <w:r>
        <w:tab/>
        <w:t>1.013e0</w:t>
      </w:r>
    </w:p>
    <w:p w:rsidR="006974AE" w:rsidRDefault="006974AE" w:rsidP="006974AE">
      <w:r>
        <w:t>168.5030</w:t>
      </w:r>
      <w:r>
        <w:tab/>
        <w:t>1.013e0</w:t>
      </w:r>
    </w:p>
    <w:p w:rsidR="006974AE" w:rsidRDefault="006974AE" w:rsidP="006974AE">
      <w:r>
        <w:t>168.5097</w:t>
      </w:r>
      <w:r>
        <w:tab/>
        <w:t>1.013e0</w:t>
      </w:r>
    </w:p>
    <w:p w:rsidR="006974AE" w:rsidRDefault="006974AE" w:rsidP="006974AE">
      <w:r>
        <w:t>168.5166</w:t>
      </w:r>
      <w:r>
        <w:tab/>
        <w:t>1.013e0</w:t>
      </w:r>
    </w:p>
    <w:p w:rsidR="006974AE" w:rsidRDefault="006974AE" w:rsidP="006974AE">
      <w:r>
        <w:t>168.5439</w:t>
      </w:r>
      <w:r>
        <w:tab/>
        <w:t>5.063e0</w:t>
      </w:r>
    </w:p>
    <w:p w:rsidR="006974AE" w:rsidRDefault="006974AE" w:rsidP="006974AE">
      <w:r>
        <w:t>168.5480</w:t>
      </w:r>
      <w:r>
        <w:tab/>
        <w:t>1.013e0</w:t>
      </w:r>
    </w:p>
    <w:p w:rsidR="006974AE" w:rsidRDefault="006974AE" w:rsidP="006974AE">
      <w:r>
        <w:t>168.5582</w:t>
      </w:r>
      <w:r>
        <w:tab/>
        <w:t>1.013e0</w:t>
      </w:r>
    </w:p>
    <w:p w:rsidR="006974AE" w:rsidRDefault="006974AE" w:rsidP="006974AE">
      <w:r>
        <w:lastRenderedPageBreak/>
        <w:t>168.5619</w:t>
      </w:r>
      <w:r>
        <w:tab/>
        <w:t>1.013e0</w:t>
      </w:r>
    </w:p>
    <w:p w:rsidR="006974AE" w:rsidRDefault="006974AE" w:rsidP="006974AE">
      <w:r>
        <w:t>168.5688</w:t>
      </w:r>
      <w:r>
        <w:tab/>
        <w:t>2.025e0</w:t>
      </w:r>
    </w:p>
    <w:p w:rsidR="006974AE" w:rsidRDefault="006974AE" w:rsidP="006974AE">
      <w:r>
        <w:t>168.5792</w:t>
      </w:r>
      <w:r>
        <w:tab/>
        <w:t>2.025e0</w:t>
      </w:r>
    </w:p>
    <w:p w:rsidR="006974AE" w:rsidRDefault="006974AE" w:rsidP="006974AE">
      <w:r>
        <w:t>168.6029</w:t>
      </w:r>
      <w:r>
        <w:tab/>
        <w:t>1.013e0</w:t>
      </w:r>
    </w:p>
    <w:p w:rsidR="006974AE" w:rsidRDefault="006974AE" w:rsidP="006974AE">
      <w:r>
        <w:t>168.6271</w:t>
      </w:r>
      <w:r>
        <w:tab/>
        <w:t>1.013e0</w:t>
      </w:r>
    </w:p>
    <w:p w:rsidR="006974AE" w:rsidRDefault="006974AE" w:rsidP="006974AE">
      <w:r>
        <w:t>168.6305</w:t>
      </w:r>
      <w:r>
        <w:tab/>
        <w:t>2.025e0</w:t>
      </w:r>
    </w:p>
    <w:p w:rsidR="006974AE" w:rsidRDefault="006974AE" w:rsidP="006974AE">
      <w:r>
        <w:t>168.6531</w:t>
      </w:r>
      <w:r>
        <w:tab/>
        <w:t>2.025e0</w:t>
      </w:r>
    </w:p>
    <w:p w:rsidR="006974AE" w:rsidRDefault="006974AE" w:rsidP="006974AE">
      <w:r>
        <w:t>168.6603</w:t>
      </w:r>
      <w:r>
        <w:tab/>
        <w:t>2.025e0</w:t>
      </w:r>
    </w:p>
    <w:p w:rsidR="006974AE" w:rsidRDefault="006974AE" w:rsidP="006974AE">
      <w:r>
        <w:t>168.6691</w:t>
      </w:r>
      <w:r>
        <w:tab/>
        <w:t>2.025e0</w:t>
      </w:r>
    </w:p>
    <w:p w:rsidR="006974AE" w:rsidRDefault="006974AE" w:rsidP="006974AE">
      <w:r>
        <w:t>168.6794</w:t>
      </w:r>
      <w:r>
        <w:tab/>
        <w:t>1.013e0</w:t>
      </w:r>
    </w:p>
    <w:p w:rsidR="006974AE" w:rsidRDefault="006974AE" w:rsidP="006974AE">
      <w:r>
        <w:t>168.7130</w:t>
      </w:r>
      <w:r>
        <w:tab/>
        <w:t>1.013e0</w:t>
      </w:r>
    </w:p>
    <w:p w:rsidR="006974AE" w:rsidRDefault="006974AE" w:rsidP="006974AE">
      <w:r>
        <w:t>168.7168</w:t>
      </w:r>
      <w:r>
        <w:tab/>
        <w:t>1.013e0</w:t>
      </w:r>
    </w:p>
    <w:p w:rsidR="006974AE" w:rsidRDefault="006974AE" w:rsidP="006974AE">
      <w:r>
        <w:t>168.7273</w:t>
      </w:r>
      <w:r>
        <w:tab/>
        <w:t>1.013e0</w:t>
      </w:r>
    </w:p>
    <w:p w:rsidR="006974AE" w:rsidRDefault="006974AE" w:rsidP="006974AE">
      <w:r>
        <w:t>168.7378</w:t>
      </w:r>
      <w:r>
        <w:tab/>
        <w:t>2.025e0</w:t>
      </w:r>
    </w:p>
    <w:p w:rsidR="006974AE" w:rsidRDefault="006974AE" w:rsidP="006974AE">
      <w:r>
        <w:t>168.7413</w:t>
      </w:r>
      <w:r>
        <w:tab/>
        <w:t>1.013e0</w:t>
      </w:r>
    </w:p>
    <w:p w:rsidR="006974AE" w:rsidRDefault="006974AE" w:rsidP="006974AE">
      <w:r>
        <w:t>168.7515</w:t>
      </w:r>
      <w:r>
        <w:tab/>
        <w:t>1.013e0</w:t>
      </w:r>
    </w:p>
    <w:p w:rsidR="006974AE" w:rsidRDefault="006974AE" w:rsidP="006974AE">
      <w:r>
        <w:t>168.7829</w:t>
      </w:r>
      <w:r>
        <w:tab/>
        <w:t>2.025e0</w:t>
      </w:r>
    </w:p>
    <w:p w:rsidR="006974AE" w:rsidRDefault="006974AE" w:rsidP="006974AE">
      <w:r>
        <w:t>168.8239</w:t>
      </w:r>
      <w:r>
        <w:tab/>
        <w:t>2.025e0</w:t>
      </w:r>
    </w:p>
    <w:p w:rsidR="006974AE" w:rsidRDefault="006974AE" w:rsidP="006974AE">
      <w:r>
        <w:t>168.8517</w:t>
      </w:r>
      <w:r>
        <w:tab/>
        <w:t>2.025e0</w:t>
      </w:r>
    </w:p>
    <w:p w:rsidR="006974AE" w:rsidRDefault="006974AE" w:rsidP="006974AE">
      <w:r>
        <w:lastRenderedPageBreak/>
        <w:t>168.8695</w:t>
      </w:r>
      <w:r>
        <w:tab/>
        <w:t>1.013e0</w:t>
      </w:r>
    </w:p>
    <w:p w:rsidR="006974AE" w:rsidRDefault="006974AE" w:rsidP="006974AE">
      <w:r>
        <w:t>168.8795</w:t>
      </w:r>
      <w:r>
        <w:tab/>
        <w:t>2.025e0</w:t>
      </w:r>
    </w:p>
    <w:p w:rsidR="006974AE" w:rsidRDefault="006974AE" w:rsidP="006974AE">
      <w:r>
        <w:t>168.8828</w:t>
      </w:r>
      <w:r>
        <w:tab/>
        <w:t>2.025e0</w:t>
      </w:r>
    </w:p>
    <w:p w:rsidR="006974AE" w:rsidRDefault="006974AE" w:rsidP="006974AE">
      <w:r>
        <w:t>168.8963</w:t>
      </w:r>
      <w:r>
        <w:tab/>
        <w:t>1.013e0</w:t>
      </w:r>
    </w:p>
    <w:p w:rsidR="006974AE" w:rsidRDefault="006974AE" w:rsidP="006974AE">
      <w:r>
        <w:t>168.9100</w:t>
      </w:r>
      <w:r>
        <w:tab/>
        <w:t>1.013e0</w:t>
      </w:r>
    </w:p>
    <w:p w:rsidR="006974AE" w:rsidRDefault="006974AE" w:rsidP="006974AE">
      <w:r>
        <w:t>168.9347</w:t>
      </w:r>
      <w:r>
        <w:tab/>
        <w:t>1.013e0</w:t>
      </w:r>
    </w:p>
    <w:p w:rsidR="006974AE" w:rsidRDefault="006974AE" w:rsidP="006974AE">
      <w:r>
        <w:t>168.9556</w:t>
      </w:r>
      <w:r>
        <w:tab/>
        <w:t>1.013e0</w:t>
      </w:r>
    </w:p>
    <w:p w:rsidR="006974AE" w:rsidRDefault="006974AE" w:rsidP="006974AE">
      <w:r>
        <w:t>168.9592</w:t>
      </w:r>
      <w:r>
        <w:tab/>
        <w:t>1.013e0</w:t>
      </w:r>
    </w:p>
    <w:p w:rsidR="006974AE" w:rsidRDefault="006974AE" w:rsidP="006974AE">
      <w:r>
        <w:t>168.9794</w:t>
      </w:r>
      <w:r>
        <w:tab/>
        <w:t>1.013e0</w:t>
      </w:r>
    </w:p>
    <w:p w:rsidR="006974AE" w:rsidRDefault="006974AE" w:rsidP="006974AE">
      <w:r>
        <w:t>168.9828</w:t>
      </w:r>
      <w:r>
        <w:tab/>
        <w:t>1.013e0</w:t>
      </w:r>
    </w:p>
    <w:p w:rsidR="006974AE" w:rsidRDefault="006974AE" w:rsidP="006974AE">
      <w:r>
        <w:t>168.9863</w:t>
      </w:r>
      <w:r>
        <w:tab/>
        <w:t>1.013e0</w:t>
      </w:r>
    </w:p>
    <w:p w:rsidR="006974AE" w:rsidRDefault="006974AE" w:rsidP="006974AE">
      <w:r>
        <w:t>168.9928</w:t>
      </w:r>
      <w:r>
        <w:tab/>
        <w:t>1.013e0</w:t>
      </w:r>
    </w:p>
    <w:p w:rsidR="006974AE" w:rsidRDefault="006974AE" w:rsidP="006974AE">
      <w:r>
        <w:t>168.9963</w:t>
      </w:r>
      <w:r>
        <w:tab/>
        <w:t>1.013e0</w:t>
      </w:r>
    </w:p>
    <w:p w:rsidR="006974AE" w:rsidRDefault="006974AE" w:rsidP="006974AE">
      <w:r>
        <w:t>168.9978</w:t>
      </w:r>
      <w:r>
        <w:tab/>
        <w:t>2.025e0</w:t>
      </w:r>
    </w:p>
    <w:p w:rsidR="006974AE" w:rsidRDefault="006974AE" w:rsidP="006974AE">
      <w:r>
        <w:t>169.0137</w:t>
      </w:r>
      <w:r>
        <w:tab/>
        <w:t>1.013e0</w:t>
      </w:r>
    </w:p>
    <w:p w:rsidR="006974AE" w:rsidRDefault="006974AE" w:rsidP="006974AE">
      <w:r>
        <w:t>169.0312</w:t>
      </w:r>
      <w:r>
        <w:tab/>
        <w:t>1.013e0</w:t>
      </w:r>
    </w:p>
    <w:p w:rsidR="006974AE" w:rsidRDefault="006974AE" w:rsidP="006974AE">
      <w:r>
        <w:t>169.0453</w:t>
      </w:r>
      <w:r>
        <w:tab/>
        <w:t>4.051e0</w:t>
      </w:r>
    </w:p>
    <w:p w:rsidR="006974AE" w:rsidRDefault="006974AE" w:rsidP="006974AE">
      <w:r>
        <w:t>169.0506</w:t>
      </w:r>
      <w:r>
        <w:tab/>
        <w:t>2.025e0</w:t>
      </w:r>
    </w:p>
    <w:p w:rsidR="006974AE" w:rsidRDefault="006974AE" w:rsidP="006974AE">
      <w:r>
        <w:t>169.0591</w:t>
      </w:r>
      <w:r>
        <w:tab/>
        <w:t>3.038e0</w:t>
      </w:r>
    </w:p>
    <w:p w:rsidR="006974AE" w:rsidRDefault="006974AE" w:rsidP="006974AE">
      <w:r>
        <w:lastRenderedPageBreak/>
        <w:t>169.0668</w:t>
      </w:r>
      <w:r>
        <w:tab/>
        <w:t>3.038e0</w:t>
      </w:r>
    </w:p>
    <w:p w:rsidR="006974AE" w:rsidRDefault="006974AE" w:rsidP="006974AE">
      <w:r>
        <w:t>169.0697</w:t>
      </w:r>
      <w:r>
        <w:tab/>
        <w:t>3.038e0</w:t>
      </w:r>
    </w:p>
    <w:p w:rsidR="006974AE" w:rsidRDefault="006974AE" w:rsidP="006974AE">
      <w:r>
        <w:t>169.0853</w:t>
      </w:r>
      <w:r>
        <w:tab/>
        <w:t>3.038e0</w:t>
      </w:r>
    </w:p>
    <w:p w:rsidR="006974AE" w:rsidRDefault="006974AE" w:rsidP="006974AE">
      <w:r>
        <w:t>169.0890</w:t>
      </w:r>
      <w:r>
        <w:tab/>
        <w:t>8.848e0</w:t>
      </w:r>
    </w:p>
    <w:p w:rsidR="006974AE" w:rsidRDefault="006974AE" w:rsidP="006974AE">
      <w:r>
        <w:t>169.0911</w:t>
      </w:r>
      <w:r>
        <w:tab/>
        <w:t>2.025e0</w:t>
      </w:r>
    </w:p>
    <w:p w:rsidR="006974AE" w:rsidRDefault="006974AE" w:rsidP="006974AE">
      <w:r>
        <w:t>169.0931</w:t>
      </w:r>
      <w:r>
        <w:tab/>
        <w:t>1.013e0</w:t>
      </w:r>
    </w:p>
    <w:p w:rsidR="006974AE" w:rsidRDefault="006974AE" w:rsidP="006974AE">
      <w:r>
        <w:t>169.1037</w:t>
      </w:r>
      <w:r>
        <w:tab/>
        <w:t>1.013e0</w:t>
      </w:r>
    </w:p>
    <w:p w:rsidR="006974AE" w:rsidRDefault="006974AE" w:rsidP="006974AE">
      <w:r>
        <w:t>169.1124</w:t>
      </w:r>
      <w:r>
        <w:tab/>
        <w:t>2.025e0</w:t>
      </w:r>
    </w:p>
    <w:p w:rsidR="006974AE" w:rsidRDefault="006974AE" w:rsidP="006974AE">
      <w:r>
        <w:t>169.1142</w:t>
      </w:r>
      <w:r>
        <w:tab/>
        <w:t>2.025e0</w:t>
      </w:r>
    </w:p>
    <w:p w:rsidR="006974AE" w:rsidRDefault="006974AE" w:rsidP="006974AE">
      <w:r>
        <w:t>169.1279</w:t>
      </w:r>
      <w:r>
        <w:tab/>
        <w:t>1.013e0</w:t>
      </w:r>
    </w:p>
    <w:p w:rsidR="006974AE" w:rsidRDefault="006974AE" w:rsidP="006974AE">
      <w:r>
        <w:t>169.1314</w:t>
      </w:r>
      <w:r>
        <w:tab/>
        <w:t>3.038e0</w:t>
      </w:r>
    </w:p>
    <w:p w:rsidR="006974AE" w:rsidRDefault="006974AE" w:rsidP="006974AE">
      <w:r>
        <w:t>169.1386</w:t>
      </w:r>
      <w:r>
        <w:tab/>
        <w:t>2.025e0</w:t>
      </w:r>
    </w:p>
    <w:p w:rsidR="006974AE" w:rsidRDefault="006974AE" w:rsidP="006974AE">
      <w:r>
        <w:t>169.1456</w:t>
      </w:r>
      <w:r>
        <w:tab/>
        <w:t>1.013e0</w:t>
      </w:r>
    </w:p>
    <w:p w:rsidR="006974AE" w:rsidRDefault="006974AE" w:rsidP="006974AE">
      <w:r>
        <w:t>169.1542</w:t>
      </w:r>
      <w:r>
        <w:tab/>
        <w:t>2.025e0</w:t>
      </w:r>
    </w:p>
    <w:p w:rsidR="006974AE" w:rsidRDefault="006974AE" w:rsidP="006974AE">
      <w:r>
        <w:t>169.1560</w:t>
      </w:r>
      <w:r>
        <w:tab/>
        <w:t>1.013e0</w:t>
      </w:r>
    </w:p>
    <w:p w:rsidR="006974AE" w:rsidRDefault="006974AE" w:rsidP="006974AE">
      <w:r>
        <w:t>169.1732</w:t>
      </w:r>
      <w:r>
        <w:tab/>
        <w:t>1.013e0</w:t>
      </w:r>
    </w:p>
    <w:p w:rsidR="006974AE" w:rsidRDefault="006974AE" w:rsidP="006974AE">
      <w:r>
        <w:t>169.1951</w:t>
      </w:r>
      <w:r>
        <w:tab/>
        <w:t>2.025e0</w:t>
      </w:r>
    </w:p>
    <w:p w:rsidR="006974AE" w:rsidRDefault="006974AE" w:rsidP="006974AE">
      <w:r>
        <w:t>169.2145</w:t>
      </w:r>
      <w:r>
        <w:tab/>
        <w:t>1.013e0</w:t>
      </w:r>
    </w:p>
    <w:p w:rsidR="006974AE" w:rsidRDefault="006974AE" w:rsidP="006974AE">
      <w:r>
        <w:t>169.2247</w:t>
      </w:r>
      <w:r>
        <w:tab/>
        <w:t>1.013e0</w:t>
      </w:r>
    </w:p>
    <w:p w:rsidR="006974AE" w:rsidRDefault="006974AE" w:rsidP="006974AE">
      <w:r>
        <w:lastRenderedPageBreak/>
        <w:t>169.2319</w:t>
      </w:r>
      <w:r>
        <w:tab/>
        <w:t>1.013e0</w:t>
      </w:r>
    </w:p>
    <w:p w:rsidR="006974AE" w:rsidRDefault="006974AE" w:rsidP="006974AE">
      <w:r>
        <w:t>169.2599</w:t>
      </w:r>
      <w:r>
        <w:tab/>
        <w:t>2.025e0</w:t>
      </w:r>
    </w:p>
    <w:p w:rsidR="006974AE" w:rsidRDefault="006974AE" w:rsidP="006974AE">
      <w:r>
        <w:t>169.2665</w:t>
      </w:r>
      <w:r>
        <w:tab/>
        <w:t>1.013e0</w:t>
      </w:r>
    </w:p>
    <w:p w:rsidR="006974AE" w:rsidRDefault="006974AE" w:rsidP="006974AE">
      <w:r>
        <w:t>169.2847</w:t>
      </w:r>
      <w:r>
        <w:tab/>
        <w:t>2.025e0</w:t>
      </w:r>
    </w:p>
    <w:p w:rsidR="006974AE" w:rsidRDefault="006974AE" w:rsidP="006974AE">
      <w:r>
        <w:t>169.3005</w:t>
      </w:r>
      <w:r>
        <w:tab/>
        <w:t>2.025e0</w:t>
      </w:r>
    </w:p>
    <w:p w:rsidR="006974AE" w:rsidRDefault="006974AE" w:rsidP="006974AE">
      <w:r>
        <w:t>169.3042</w:t>
      </w:r>
      <w:r>
        <w:tab/>
        <w:t>1.013e0</w:t>
      </w:r>
    </w:p>
    <w:p w:rsidR="006974AE" w:rsidRDefault="006974AE" w:rsidP="006974AE">
      <w:r>
        <w:t>169.3111</w:t>
      </w:r>
      <w:r>
        <w:tab/>
        <w:t>1.013e0</w:t>
      </w:r>
    </w:p>
    <w:p w:rsidR="006974AE" w:rsidRDefault="006974AE" w:rsidP="006974AE">
      <w:r>
        <w:t>169.3322</w:t>
      </w:r>
      <w:r>
        <w:tab/>
        <w:t>1.013e0</w:t>
      </w:r>
    </w:p>
    <w:p w:rsidR="006974AE" w:rsidRDefault="006974AE" w:rsidP="006974AE">
      <w:r>
        <w:t>169.3427</w:t>
      </w:r>
      <w:r>
        <w:tab/>
        <w:t>1.013e0</w:t>
      </w:r>
    </w:p>
    <w:p w:rsidR="006974AE" w:rsidRDefault="006974AE" w:rsidP="006974AE">
      <w:r>
        <w:t>169.3495</w:t>
      </w:r>
      <w:r>
        <w:tab/>
        <w:t>2.025e0</w:t>
      </w:r>
    </w:p>
    <w:p w:rsidR="006974AE" w:rsidRDefault="006974AE" w:rsidP="006974AE">
      <w:r>
        <w:t>169.3667</w:t>
      </w:r>
      <w:r>
        <w:tab/>
        <w:t>1.013e0</w:t>
      </w:r>
    </w:p>
    <w:p w:rsidR="006974AE" w:rsidRDefault="006974AE" w:rsidP="006974AE">
      <w:r>
        <w:t>169.3703</w:t>
      </w:r>
      <w:r>
        <w:tab/>
        <w:t>1.013e0</w:t>
      </w:r>
    </w:p>
    <w:p w:rsidR="006974AE" w:rsidRDefault="006974AE" w:rsidP="006974AE">
      <w:r>
        <w:t>169.3802</w:t>
      </w:r>
      <w:r>
        <w:tab/>
        <w:t>2.025e0</w:t>
      </w:r>
    </w:p>
    <w:p w:rsidR="006974AE" w:rsidRDefault="006974AE" w:rsidP="006974AE">
      <w:r>
        <w:t>169.3975</w:t>
      </w:r>
      <w:r>
        <w:tab/>
        <w:t>3.038e0</w:t>
      </w:r>
    </w:p>
    <w:p w:rsidR="006974AE" w:rsidRDefault="006974AE" w:rsidP="006974AE">
      <w:r>
        <w:t>169.4079</w:t>
      </w:r>
      <w:r>
        <w:tab/>
        <w:t>1.013e0</w:t>
      </w:r>
    </w:p>
    <w:p w:rsidR="006974AE" w:rsidRDefault="006974AE" w:rsidP="006974AE">
      <w:r>
        <w:t>169.4151</w:t>
      </w:r>
      <w:r>
        <w:tab/>
        <w:t>1.013e0</w:t>
      </w:r>
    </w:p>
    <w:p w:rsidR="006974AE" w:rsidRDefault="006974AE" w:rsidP="006974AE">
      <w:r>
        <w:t>169.4273</w:t>
      </w:r>
      <w:r>
        <w:tab/>
        <w:t>2.025e0</w:t>
      </w:r>
    </w:p>
    <w:p w:rsidR="006974AE" w:rsidRDefault="006974AE" w:rsidP="006974AE">
      <w:r>
        <w:t>169.4536</w:t>
      </w:r>
      <w:r>
        <w:tab/>
        <w:t>1.013e0</w:t>
      </w:r>
    </w:p>
    <w:p w:rsidR="006974AE" w:rsidRDefault="006974AE" w:rsidP="006974AE">
      <w:r>
        <w:t>169.4672</w:t>
      </w:r>
      <w:r>
        <w:tab/>
        <w:t>1.013e0</w:t>
      </w:r>
    </w:p>
    <w:p w:rsidR="006974AE" w:rsidRDefault="006974AE" w:rsidP="006974AE">
      <w:r>
        <w:lastRenderedPageBreak/>
        <w:t>169.4941</w:t>
      </w:r>
      <w:r>
        <w:tab/>
        <w:t>1.013e0</w:t>
      </w:r>
    </w:p>
    <w:p w:rsidR="006974AE" w:rsidRDefault="006974AE" w:rsidP="006974AE">
      <w:r>
        <w:t>169.4976</w:t>
      </w:r>
      <w:r>
        <w:tab/>
        <w:t>2.025e0</w:t>
      </w:r>
    </w:p>
    <w:p w:rsidR="006974AE" w:rsidRDefault="006974AE" w:rsidP="006974AE">
      <w:r>
        <w:t>169.5189</w:t>
      </w:r>
      <w:r>
        <w:tab/>
        <w:t>1.013e0</w:t>
      </w:r>
    </w:p>
    <w:p w:rsidR="006974AE" w:rsidRDefault="006974AE" w:rsidP="006974AE">
      <w:r>
        <w:t>169.5257</w:t>
      </w:r>
      <w:r>
        <w:tab/>
        <w:t>1.013e0</w:t>
      </w:r>
    </w:p>
    <w:p w:rsidR="006974AE" w:rsidRDefault="006974AE" w:rsidP="006974AE">
      <w:r>
        <w:t>169.5294</w:t>
      </w:r>
      <w:r>
        <w:tab/>
        <w:t>1.013e0</w:t>
      </w:r>
    </w:p>
    <w:p w:rsidR="006974AE" w:rsidRDefault="006974AE" w:rsidP="006974AE">
      <w:r>
        <w:t>169.5310</w:t>
      </w:r>
      <w:r>
        <w:tab/>
        <w:t>3.038e0</w:t>
      </w:r>
    </w:p>
    <w:p w:rsidR="006974AE" w:rsidRDefault="006974AE" w:rsidP="006974AE">
      <w:r>
        <w:t>169.5406</w:t>
      </w:r>
      <w:r>
        <w:tab/>
        <w:t>6.076e0</w:t>
      </w:r>
    </w:p>
    <w:p w:rsidR="006974AE" w:rsidRDefault="006974AE" w:rsidP="006974AE">
      <w:r>
        <w:t>169.5452</w:t>
      </w:r>
      <w:r>
        <w:tab/>
        <w:t>2.025e0</w:t>
      </w:r>
    </w:p>
    <w:p w:rsidR="006974AE" w:rsidRDefault="006974AE" w:rsidP="006974AE">
      <w:r>
        <w:t>169.5475</w:t>
      </w:r>
      <w:r>
        <w:tab/>
        <w:t>8.101e0</w:t>
      </w:r>
    </w:p>
    <w:p w:rsidR="006974AE" w:rsidRDefault="006974AE" w:rsidP="006974AE">
      <w:r>
        <w:t>169.5502</w:t>
      </w:r>
      <w:r>
        <w:tab/>
        <w:t>6.076e0</w:t>
      </w:r>
    </w:p>
    <w:p w:rsidR="006974AE" w:rsidRDefault="006974AE" w:rsidP="006974AE">
      <w:r>
        <w:t>169.5522</w:t>
      </w:r>
      <w:r>
        <w:tab/>
        <w:t>2.025e0</w:t>
      </w:r>
    </w:p>
    <w:p w:rsidR="006974AE" w:rsidRDefault="006974AE" w:rsidP="006974AE">
      <w:r>
        <w:t>169.5741</w:t>
      </w:r>
      <w:r>
        <w:tab/>
        <w:t>2.025e0</w:t>
      </w:r>
    </w:p>
    <w:p w:rsidR="006974AE" w:rsidRDefault="006974AE" w:rsidP="006974AE">
      <w:r>
        <w:t>169.5807</w:t>
      </w:r>
      <w:r>
        <w:tab/>
        <w:t>1.013e0</w:t>
      </w:r>
    </w:p>
    <w:p w:rsidR="006974AE" w:rsidRDefault="006974AE" w:rsidP="006974AE">
      <w:r>
        <w:t>169.6158</w:t>
      </w:r>
      <w:r>
        <w:tab/>
        <w:t>2.025e0</w:t>
      </w:r>
    </w:p>
    <w:p w:rsidR="006974AE" w:rsidRDefault="006974AE" w:rsidP="006974AE">
      <w:r>
        <w:t>169.6193</w:t>
      </w:r>
      <w:r>
        <w:tab/>
        <w:t>1.013e0</w:t>
      </w:r>
    </w:p>
    <w:p w:rsidR="006974AE" w:rsidRDefault="006974AE" w:rsidP="006974AE">
      <w:r>
        <w:t>169.6228</w:t>
      </w:r>
      <w:r>
        <w:tab/>
        <w:t>1.013e0</w:t>
      </w:r>
    </w:p>
    <w:p w:rsidR="006974AE" w:rsidRDefault="006974AE" w:rsidP="006974AE">
      <w:r>
        <w:t>169.6260</w:t>
      </w:r>
      <w:r>
        <w:tab/>
        <w:t>1.013e0</w:t>
      </w:r>
    </w:p>
    <w:p w:rsidR="006974AE" w:rsidRDefault="006974AE" w:rsidP="006974AE">
      <w:r>
        <w:t>169.6365</w:t>
      </w:r>
      <w:r>
        <w:tab/>
        <w:t>2.025e0</w:t>
      </w:r>
    </w:p>
    <w:p w:rsidR="006974AE" w:rsidRDefault="006974AE" w:rsidP="006974AE">
      <w:r>
        <w:t>169.6577</w:t>
      </w:r>
      <w:r>
        <w:tab/>
        <w:t>1.013e0</w:t>
      </w:r>
    </w:p>
    <w:p w:rsidR="006974AE" w:rsidRDefault="006974AE" w:rsidP="006974AE">
      <w:r>
        <w:lastRenderedPageBreak/>
        <w:t>169.6646</w:t>
      </w:r>
      <w:r>
        <w:tab/>
        <w:t>1.013e0</w:t>
      </w:r>
    </w:p>
    <w:p w:rsidR="006974AE" w:rsidRDefault="006974AE" w:rsidP="006974AE">
      <w:r>
        <w:t>169.6713</w:t>
      </w:r>
      <w:r>
        <w:tab/>
        <w:t>1.013e0</w:t>
      </w:r>
    </w:p>
    <w:p w:rsidR="006974AE" w:rsidRDefault="006974AE" w:rsidP="006974AE">
      <w:r>
        <w:t>169.6744</w:t>
      </w:r>
      <w:r>
        <w:tab/>
        <w:t>1.013e0</w:t>
      </w:r>
    </w:p>
    <w:p w:rsidR="006974AE" w:rsidRDefault="006974AE" w:rsidP="006974AE">
      <w:r>
        <w:t>169.6811</w:t>
      </w:r>
      <w:r>
        <w:tab/>
        <w:t>1.013e0</w:t>
      </w:r>
    </w:p>
    <w:p w:rsidR="006974AE" w:rsidRDefault="006974AE" w:rsidP="006974AE">
      <w:r>
        <w:t>169.6949</w:t>
      </w:r>
      <w:r>
        <w:tab/>
        <w:t>1.013e0</w:t>
      </w:r>
    </w:p>
    <w:p w:rsidR="006974AE" w:rsidRDefault="006974AE" w:rsidP="006974AE">
      <w:r>
        <w:t>169.7125</w:t>
      </w:r>
      <w:r>
        <w:tab/>
        <w:t>1.013e0</w:t>
      </w:r>
    </w:p>
    <w:p w:rsidR="006974AE" w:rsidRDefault="006974AE" w:rsidP="006974AE">
      <w:r>
        <w:t>169.7264</w:t>
      </w:r>
      <w:r>
        <w:tab/>
        <w:t>1.013e0</w:t>
      </w:r>
    </w:p>
    <w:p w:rsidR="006974AE" w:rsidRDefault="006974AE" w:rsidP="006974AE">
      <w:r>
        <w:t>169.7301</w:t>
      </w:r>
      <w:r>
        <w:tab/>
        <w:t>1.013e0</w:t>
      </w:r>
    </w:p>
    <w:p w:rsidR="006974AE" w:rsidRDefault="006974AE" w:rsidP="006974AE">
      <w:r>
        <w:t>169.7442</w:t>
      </w:r>
      <w:r>
        <w:tab/>
        <w:t>2.025e0</w:t>
      </w:r>
    </w:p>
    <w:p w:rsidR="006974AE" w:rsidRDefault="006974AE" w:rsidP="006974AE">
      <w:r>
        <w:t>169.7475</w:t>
      </w:r>
      <w:r>
        <w:tab/>
        <w:t>1.013e0</w:t>
      </w:r>
    </w:p>
    <w:p w:rsidR="006974AE" w:rsidRDefault="006974AE" w:rsidP="006974AE">
      <w:r>
        <w:t>169.8061</w:t>
      </w:r>
      <w:r>
        <w:tab/>
        <w:t>1.013e0</w:t>
      </w:r>
    </w:p>
    <w:p w:rsidR="006974AE" w:rsidRDefault="006974AE" w:rsidP="006974AE">
      <w:r>
        <w:t>169.8095</w:t>
      </w:r>
      <w:r>
        <w:tab/>
        <w:t>2.025e0</w:t>
      </w:r>
    </w:p>
    <w:p w:rsidR="006974AE" w:rsidRDefault="006974AE" w:rsidP="006974AE">
      <w:r>
        <w:t>169.8164</w:t>
      </w:r>
      <w:r>
        <w:tab/>
        <w:t>1.013e0</w:t>
      </w:r>
    </w:p>
    <w:p w:rsidR="006974AE" w:rsidRDefault="006974AE" w:rsidP="006974AE">
      <w:r>
        <w:t>169.8303</w:t>
      </w:r>
      <w:r>
        <w:tab/>
        <w:t>1.013e0</w:t>
      </w:r>
    </w:p>
    <w:p w:rsidR="006974AE" w:rsidRDefault="006974AE" w:rsidP="006974AE">
      <w:r>
        <w:t>169.8373</w:t>
      </w:r>
      <w:r>
        <w:tab/>
        <w:t>1.013e0</w:t>
      </w:r>
    </w:p>
    <w:p w:rsidR="006974AE" w:rsidRDefault="006974AE" w:rsidP="006974AE">
      <w:r>
        <w:t>169.8428</w:t>
      </w:r>
      <w:r>
        <w:tab/>
        <w:t>3.038e0</w:t>
      </w:r>
    </w:p>
    <w:p w:rsidR="006974AE" w:rsidRDefault="006974AE" w:rsidP="006974AE">
      <w:r>
        <w:t>169.8587</w:t>
      </w:r>
      <w:r>
        <w:tab/>
        <w:t>2.025e0</w:t>
      </w:r>
    </w:p>
    <w:p w:rsidR="006974AE" w:rsidRDefault="006974AE" w:rsidP="006974AE">
      <w:r>
        <w:t>169.8621</w:t>
      </w:r>
      <w:r>
        <w:tab/>
        <w:t>1.013e0</w:t>
      </w:r>
    </w:p>
    <w:p w:rsidR="006974AE" w:rsidRDefault="006974AE" w:rsidP="006974AE">
      <w:r>
        <w:t>169.8887</w:t>
      </w:r>
      <w:r>
        <w:tab/>
        <w:t>1.013e0</w:t>
      </w:r>
    </w:p>
    <w:p w:rsidR="006974AE" w:rsidRDefault="006974AE" w:rsidP="006974AE">
      <w:r>
        <w:lastRenderedPageBreak/>
        <w:t>169.9065</w:t>
      </w:r>
      <w:r>
        <w:tab/>
        <w:t>1.013e0</w:t>
      </w:r>
    </w:p>
    <w:p w:rsidR="006974AE" w:rsidRDefault="006974AE" w:rsidP="006974AE">
      <w:r>
        <w:t>169.9135</w:t>
      </w:r>
      <w:r>
        <w:tab/>
        <w:t>1.013e0</w:t>
      </w:r>
    </w:p>
    <w:p w:rsidR="006974AE" w:rsidRDefault="006974AE" w:rsidP="006974AE">
      <w:r>
        <w:t>169.9240</w:t>
      </w:r>
      <w:r>
        <w:tab/>
        <w:t>1.013e0</w:t>
      </w:r>
    </w:p>
    <w:p w:rsidR="006974AE" w:rsidRDefault="006974AE" w:rsidP="006974AE">
      <w:r>
        <w:t>169.9326</w:t>
      </w:r>
      <w:r>
        <w:tab/>
        <w:t>2.025e0</w:t>
      </w:r>
    </w:p>
    <w:p w:rsidR="006974AE" w:rsidRDefault="006974AE" w:rsidP="006974AE">
      <w:r>
        <w:t>169.9345</w:t>
      </w:r>
      <w:r>
        <w:tab/>
        <w:t>1.013e0</w:t>
      </w:r>
    </w:p>
    <w:p w:rsidR="006974AE" w:rsidRDefault="006974AE" w:rsidP="006974AE">
      <w:r>
        <w:t>169.9521</w:t>
      </w:r>
      <w:r>
        <w:tab/>
        <w:t>1.013e0</w:t>
      </w:r>
    </w:p>
    <w:p w:rsidR="006974AE" w:rsidRDefault="006974AE" w:rsidP="006974AE">
      <w:r>
        <w:t>169.9624</w:t>
      </w:r>
      <w:r>
        <w:tab/>
        <w:t>1.013e0</w:t>
      </w:r>
    </w:p>
    <w:p w:rsidR="006974AE" w:rsidRDefault="006974AE" w:rsidP="006974AE">
      <w:r>
        <w:t>169.9658</w:t>
      </w:r>
      <w:r>
        <w:tab/>
        <w:t>1.013e0</w:t>
      </w:r>
    </w:p>
    <w:p w:rsidR="006974AE" w:rsidRDefault="006974AE" w:rsidP="006974AE">
      <w:r>
        <w:t>169.9691</w:t>
      </w:r>
      <w:r>
        <w:tab/>
        <w:t>1.013e0</w:t>
      </w:r>
    </w:p>
    <w:p w:rsidR="006974AE" w:rsidRDefault="006974AE" w:rsidP="006974AE">
      <w:r>
        <w:t>169.9893</w:t>
      </w:r>
      <w:r>
        <w:tab/>
        <w:t>1.013e0</w:t>
      </w:r>
    </w:p>
    <w:p w:rsidR="006974AE" w:rsidRDefault="006974AE" w:rsidP="006974AE">
      <w:r>
        <w:t>169.9945</w:t>
      </w:r>
      <w:r>
        <w:tab/>
        <w:t>2.025e0</w:t>
      </w:r>
    </w:p>
    <w:p w:rsidR="006974AE" w:rsidRDefault="006974AE" w:rsidP="006974AE">
      <w:r>
        <w:t>169.9999</w:t>
      </w:r>
      <w:r>
        <w:tab/>
        <w:t>1.013e0</w:t>
      </w:r>
    </w:p>
    <w:p w:rsidR="006974AE" w:rsidRDefault="006974AE" w:rsidP="006974AE">
      <w:r>
        <w:t>170.0067</w:t>
      </w:r>
      <w:r>
        <w:tab/>
        <w:t>1.013e0</w:t>
      </w:r>
    </w:p>
    <w:p w:rsidR="006974AE" w:rsidRDefault="006974AE" w:rsidP="006974AE">
      <w:r>
        <w:t>170.0382</w:t>
      </w:r>
      <w:r>
        <w:tab/>
        <w:t>3.038e0</w:t>
      </w:r>
    </w:p>
    <w:p w:rsidR="006974AE" w:rsidRDefault="006974AE" w:rsidP="006974AE">
      <w:r>
        <w:t>170.0394</w:t>
      </w:r>
      <w:r>
        <w:tab/>
        <w:t>3.327e0</w:t>
      </w:r>
    </w:p>
    <w:p w:rsidR="006974AE" w:rsidRDefault="006974AE" w:rsidP="006974AE">
      <w:r>
        <w:t>170.0435</w:t>
      </w:r>
      <w:r>
        <w:tab/>
        <w:t>6.076e0</w:t>
      </w:r>
    </w:p>
    <w:p w:rsidR="006974AE" w:rsidRDefault="006974AE" w:rsidP="006974AE">
      <w:r>
        <w:t>170.0462</w:t>
      </w:r>
      <w:r>
        <w:tab/>
        <w:t>4.051e0</w:t>
      </w:r>
    </w:p>
    <w:p w:rsidR="006974AE" w:rsidRDefault="006974AE" w:rsidP="006974AE">
      <w:r>
        <w:t>170.0537</w:t>
      </w:r>
      <w:r>
        <w:tab/>
        <w:t>4.051e0</w:t>
      </w:r>
    </w:p>
    <w:p w:rsidR="006974AE" w:rsidRDefault="006974AE" w:rsidP="006974AE">
      <w:r>
        <w:t>170.0561</w:t>
      </w:r>
      <w:r>
        <w:tab/>
        <w:t>2.025e0</w:t>
      </w:r>
    </w:p>
    <w:p w:rsidR="006974AE" w:rsidRDefault="006974AE" w:rsidP="006974AE">
      <w:r>
        <w:lastRenderedPageBreak/>
        <w:t>170.0867</w:t>
      </w:r>
      <w:r>
        <w:tab/>
        <w:t>2.025e0</w:t>
      </w:r>
    </w:p>
    <w:p w:rsidR="006974AE" w:rsidRDefault="006974AE" w:rsidP="006974AE">
      <w:r>
        <w:t>170.0910</w:t>
      </w:r>
      <w:r>
        <w:tab/>
        <w:t>6.076e0</w:t>
      </w:r>
    </w:p>
    <w:p w:rsidR="006974AE" w:rsidRDefault="006974AE" w:rsidP="006974AE">
      <w:r>
        <w:t>170.0925</w:t>
      </w:r>
      <w:r>
        <w:tab/>
        <w:t>3.045e0</w:t>
      </w:r>
    </w:p>
    <w:p w:rsidR="006974AE" w:rsidRDefault="006974AE" w:rsidP="006974AE">
      <w:r>
        <w:t>170.0966</w:t>
      </w:r>
      <w:r>
        <w:tab/>
        <w:t>1.013e0</w:t>
      </w:r>
    </w:p>
    <w:p w:rsidR="006974AE" w:rsidRDefault="006974AE" w:rsidP="006974AE">
      <w:r>
        <w:t>170.1002</w:t>
      </w:r>
      <w:r>
        <w:tab/>
        <w:t>2.025e0</w:t>
      </w:r>
    </w:p>
    <w:p w:rsidR="006974AE" w:rsidRDefault="006974AE" w:rsidP="006974AE">
      <w:r>
        <w:t>170.1021</w:t>
      </w:r>
      <w:r>
        <w:tab/>
        <w:t>2.025e0</w:t>
      </w:r>
    </w:p>
    <w:p w:rsidR="006974AE" w:rsidRDefault="006974AE" w:rsidP="006974AE">
      <w:r>
        <w:t>170.1177</w:t>
      </w:r>
      <w:r>
        <w:tab/>
        <w:t>1.013e0</w:t>
      </w:r>
    </w:p>
    <w:p w:rsidR="006974AE" w:rsidRDefault="006974AE" w:rsidP="006974AE">
      <w:r>
        <w:t>170.1215</w:t>
      </w:r>
      <w:r>
        <w:tab/>
        <w:t>1.013e0</w:t>
      </w:r>
    </w:p>
    <w:p w:rsidR="006974AE" w:rsidRDefault="006974AE" w:rsidP="006974AE">
      <w:r>
        <w:t>170.1248</w:t>
      </w:r>
      <w:r>
        <w:tab/>
        <w:t>1.013e0</w:t>
      </w:r>
    </w:p>
    <w:p w:rsidR="006974AE" w:rsidRDefault="006974AE" w:rsidP="006974AE">
      <w:r>
        <w:t>170.1284</w:t>
      </w:r>
      <w:r>
        <w:tab/>
        <w:t>2.025e0</w:t>
      </w:r>
    </w:p>
    <w:p w:rsidR="006974AE" w:rsidRDefault="006974AE" w:rsidP="006974AE">
      <w:r>
        <w:t>170.1335</w:t>
      </w:r>
      <w:r>
        <w:tab/>
        <w:t>2.025e0</w:t>
      </w:r>
    </w:p>
    <w:p w:rsidR="006974AE" w:rsidRDefault="006974AE" w:rsidP="006974AE">
      <w:r>
        <w:t>170.1528</w:t>
      </w:r>
      <w:r>
        <w:tab/>
        <w:t>1.013e0</w:t>
      </w:r>
    </w:p>
    <w:p w:rsidR="006974AE" w:rsidRDefault="006974AE" w:rsidP="006974AE">
      <w:r>
        <w:t>170.1564</w:t>
      </w:r>
      <w:r>
        <w:tab/>
        <w:t>4.051e0</w:t>
      </w:r>
    </w:p>
    <w:p w:rsidR="006974AE" w:rsidRDefault="006974AE" w:rsidP="006974AE">
      <w:r>
        <w:t>170.1759</w:t>
      </w:r>
      <w:r>
        <w:tab/>
        <w:t>2.025e0</w:t>
      </w:r>
    </w:p>
    <w:p w:rsidR="006974AE" w:rsidRDefault="006974AE" w:rsidP="006974AE">
      <w:r>
        <w:t>170.1773</w:t>
      </w:r>
      <w:r>
        <w:tab/>
        <w:t>1.013e0</w:t>
      </w:r>
    </w:p>
    <w:p w:rsidR="006974AE" w:rsidRDefault="006974AE" w:rsidP="006974AE">
      <w:r>
        <w:t>170.1871</w:t>
      </w:r>
      <w:r>
        <w:tab/>
        <w:t>1.013e0</w:t>
      </w:r>
    </w:p>
    <w:p w:rsidR="006974AE" w:rsidRDefault="006974AE" w:rsidP="006974AE">
      <w:r>
        <w:t>170.2043</w:t>
      </w:r>
      <w:r>
        <w:tab/>
        <w:t>1.013e0</w:t>
      </w:r>
    </w:p>
    <w:p w:rsidR="006974AE" w:rsidRDefault="006974AE" w:rsidP="006974AE">
      <w:r>
        <w:t>170.2077</w:t>
      </w:r>
      <w:r>
        <w:tab/>
        <w:t>1.013e0</w:t>
      </w:r>
    </w:p>
    <w:p w:rsidR="006974AE" w:rsidRDefault="006974AE" w:rsidP="006974AE">
      <w:r>
        <w:t>170.2112</w:t>
      </w:r>
      <w:r>
        <w:tab/>
        <w:t>1.013e0</w:t>
      </w:r>
    </w:p>
    <w:p w:rsidR="006974AE" w:rsidRDefault="006974AE" w:rsidP="006974AE">
      <w:r>
        <w:lastRenderedPageBreak/>
        <w:t>170.2377</w:t>
      </w:r>
      <w:r>
        <w:tab/>
        <w:t>2.025e0</w:t>
      </w:r>
    </w:p>
    <w:p w:rsidR="006974AE" w:rsidRDefault="006974AE" w:rsidP="006974AE">
      <w:r>
        <w:t>170.2392</w:t>
      </w:r>
      <w:r>
        <w:tab/>
        <w:t>1.013e0</w:t>
      </w:r>
    </w:p>
    <w:p w:rsidR="006974AE" w:rsidRDefault="006974AE" w:rsidP="006974AE">
      <w:r>
        <w:t>170.2638</w:t>
      </w:r>
      <w:r>
        <w:tab/>
        <w:t>1.013e0</w:t>
      </w:r>
    </w:p>
    <w:p w:rsidR="006974AE" w:rsidRDefault="006974AE" w:rsidP="006974AE">
      <w:r>
        <w:t>170.2947</w:t>
      </w:r>
      <w:r>
        <w:tab/>
        <w:t>1.013e0</w:t>
      </w:r>
    </w:p>
    <w:p w:rsidR="006974AE" w:rsidRDefault="006974AE" w:rsidP="006974AE">
      <w:r>
        <w:t>170.2994</w:t>
      </w:r>
      <w:r>
        <w:tab/>
        <w:t>2.025e0</w:t>
      </w:r>
    </w:p>
    <w:p w:rsidR="006974AE" w:rsidRDefault="006974AE" w:rsidP="006974AE">
      <w:r>
        <w:t>170.3012</w:t>
      </w:r>
      <w:r>
        <w:tab/>
        <w:t>1.013e0</w:t>
      </w:r>
    </w:p>
    <w:p w:rsidR="006974AE" w:rsidRDefault="006974AE" w:rsidP="006974AE">
      <w:r>
        <w:t>170.3117</w:t>
      </w:r>
      <w:r>
        <w:tab/>
        <w:t>1.013e0</w:t>
      </w:r>
    </w:p>
    <w:p w:rsidR="006974AE" w:rsidRDefault="006974AE" w:rsidP="006974AE">
      <w:r>
        <w:t>170.3328</w:t>
      </w:r>
      <w:r>
        <w:tab/>
        <w:t>1.013e0</w:t>
      </w:r>
    </w:p>
    <w:p w:rsidR="006974AE" w:rsidRDefault="006974AE" w:rsidP="006974AE">
      <w:r>
        <w:t>170.3365</w:t>
      </w:r>
      <w:r>
        <w:tab/>
        <w:t>3.038e0</w:t>
      </w:r>
    </w:p>
    <w:p w:rsidR="006974AE" w:rsidRDefault="006974AE" w:rsidP="006974AE">
      <w:r>
        <w:t>170.3470</w:t>
      </w:r>
      <w:r>
        <w:tab/>
        <w:t>1.013e0</w:t>
      </w:r>
    </w:p>
    <w:p w:rsidR="006974AE" w:rsidRDefault="006974AE" w:rsidP="006974AE">
      <w:r>
        <w:t>170.3503</w:t>
      </w:r>
      <w:r>
        <w:tab/>
        <w:t>1.013e0</w:t>
      </w:r>
    </w:p>
    <w:p w:rsidR="006974AE" w:rsidRDefault="006974AE" w:rsidP="006974AE">
      <w:r>
        <w:t>170.3646</w:t>
      </w:r>
      <w:r>
        <w:tab/>
        <w:t>1.013e0</w:t>
      </w:r>
    </w:p>
    <w:p w:rsidR="006974AE" w:rsidRDefault="006974AE" w:rsidP="006974AE">
      <w:r>
        <w:t>170.3681</w:t>
      </w:r>
      <w:r>
        <w:tab/>
        <w:t>1.013e0</w:t>
      </w:r>
    </w:p>
    <w:p w:rsidR="006974AE" w:rsidRDefault="006974AE" w:rsidP="006974AE">
      <w:r>
        <w:t>170.3715</w:t>
      </w:r>
      <w:r>
        <w:tab/>
        <w:t>2.025e0</w:t>
      </w:r>
    </w:p>
    <w:p w:rsidR="006974AE" w:rsidRDefault="006974AE" w:rsidP="006974AE">
      <w:r>
        <w:t>170.3750</w:t>
      </w:r>
      <w:r>
        <w:tab/>
        <w:t>1.013e0</w:t>
      </w:r>
    </w:p>
    <w:p w:rsidR="006974AE" w:rsidRDefault="006974AE" w:rsidP="006974AE">
      <w:r>
        <w:t>170.3820</w:t>
      </w:r>
      <w:r>
        <w:tab/>
        <w:t>1.013e0</w:t>
      </w:r>
    </w:p>
    <w:p w:rsidR="006974AE" w:rsidRDefault="006974AE" w:rsidP="006974AE">
      <w:r>
        <w:t>170.4087</w:t>
      </w:r>
      <w:r>
        <w:tab/>
        <w:t>2.025e0</w:t>
      </w:r>
    </w:p>
    <w:p w:rsidR="006974AE" w:rsidRDefault="006974AE" w:rsidP="006974AE">
      <w:r>
        <w:t>170.4193</w:t>
      </w:r>
      <w:r>
        <w:tab/>
        <w:t>1.013e0</w:t>
      </w:r>
    </w:p>
    <w:p w:rsidR="006974AE" w:rsidRDefault="006974AE" w:rsidP="006974AE">
      <w:r>
        <w:t>170.4333</w:t>
      </w:r>
      <w:r>
        <w:tab/>
        <w:t>1.013e0</w:t>
      </w:r>
    </w:p>
    <w:p w:rsidR="006974AE" w:rsidRDefault="006974AE" w:rsidP="006974AE">
      <w:r>
        <w:lastRenderedPageBreak/>
        <w:t>170.4388</w:t>
      </w:r>
      <w:r>
        <w:tab/>
        <w:t>2.025e0</w:t>
      </w:r>
    </w:p>
    <w:p w:rsidR="006974AE" w:rsidRDefault="006974AE" w:rsidP="006974AE">
      <w:r>
        <w:t>170.4406</w:t>
      </w:r>
      <w:r>
        <w:tab/>
        <w:t>1.013e0</w:t>
      </w:r>
    </w:p>
    <w:p w:rsidR="006974AE" w:rsidRDefault="006974AE" w:rsidP="006974AE">
      <w:r>
        <w:t>170.4439</w:t>
      </w:r>
      <w:r>
        <w:tab/>
        <w:t>1.013e0</w:t>
      </w:r>
    </w:p>
    <w:p w:rsidR="006974AE" w:rsidRDefault="006974AE" w:rsidP="006974AE">
      <w:r>
        <w:t>170.4511</w:t>
      </w:r>
      <w:r>
        <w:tab/>
        <w:t>1.013e0</w:t>
      </w:r>
    </w:p>
    <w:p w:rsidR="006974AE" w:rsidRDefault="006974AE" w:rsidP="006974AE">
      <w:r>
        <w:t>170.4546</w:t>
      </w:r>
      <w:r>
        <w:tab/>
        <w:t>1.013e0</w:t>
      </w:r>
    </w:p>
    <w:p w:rsidR="006974AE" w:rsidRDefault="006974AE" w:rsidP="006974AE">
      <w:r>
        <w:t>170.4719</w:t>
      </w:r>
      <w:r>
        <w:tab/>
        <w:t>2.025e0</w:t>
      </w:r>
    </w:p>
    <w:p w:rsidR="006974AE" w:rsidRDefault="006974AE" w:rsidP="006974AE">
      <w:r>
        <w:t>170.4756</w:t>
      </w:r>
      <w:r>
        <w:tab/>
        <w:t>2.025e0</w:t>
      </w:r>
    </w:p>
    <w:p w:rsidR="006974AE" w:rsidRDefault="006974AE" w:rsidP="006974AE">
      <w:r>
        <w:t>170.4893</w:t>
      </w:r>
      <w:r>
        <w:tab/>
        <w:t>1.013e0</w:t>
      </w:r>
    </w:p>
    <w:p w:rsidR="006974AE" w:rsidRDefault="006974AE" w:rsidP="006974AE">
      <w:r>
        <w:t>170.5130</w:t>
      </w:r>
      <w:r>
        <w:tab/>
        <w:t>2.025e0</w:t>
      </w:r>
    </w:p>
    <w:p w:rsidR="006974AE" w:rsidRDefault="006974AE" w:rsidP="006974AE">
      <w:r>
        <w:t>170.5341</w:t>
      </w:r>
      <w:r>
        <w:tab/>
        <w:t>3.038e0</w:t>
      </w:r>
    </w:p>
    <w:p w:rsidR="006974AE" w:rsidRDefault="006974AE" w:rsidP="006974AE">
      <w:r>
        <w:t>170.5409</w:t>
      </w:r>
      <w:r>
        <w:tab/>
        <w:t>3.038e0</w:t>
      </w:r>
    </w:p>
    <w:p w:rsidR="006974AE" w:rsidRDefault="006974AE" w:rsidP="006974AE">
      <w:r>
        <w:t>170.5549</w:t>
      </w:r>
      <w:r>
        <w:tab/>
        <w:t>3.038e0</w:t>
      </w:r>
    </w:p>
    <w:p w:rsidR="006974AE" w:rsidRDefault="006974AE" w:rsidP="006974AE">
      <w:r>
        <w:t>170.5586</w:t>
      </w:r>
      <w:r>
        <w:tab/>
        <w:t>3.038e0</w:t>
      </w:r>
    </w:p>
    <w:p w:rsidR="006974AE" w:rsidRDefault="006974AE" w:rsidP="006974AE">
      <w:r>
        <w:t>170.5604</w:t>
      </w:r>
      <w:r>
        <w:tab/>
        <w:t>2.025e0</w:t>
      </w:r>
    </w:p>
    <w:p w:rsidR="006974AE" w:rsidRDefault="006974AE" w:rsidP="006974AE">
      <w:r>
        <w:t>170.5638</w:t>
      </w:r>
      <w:r>
        <w:tab/>
        <w:t>4.051e0</w:t>
      </w:r>
    </w:p>
    <w:p w:rsidR="006974AE" w:rsidRDefault="006974AE" w:rsidP="006974AE">
      <w:r>
        <w:t>170.5692</w:t>
      </w:r>
      <w:r>
        <w:tab/>
        <w:t>2.025e0</w:t>
      </w:r>
    </w:p>
    <w:p w:rsidR="006974AE" w:rsidRDefault="006974AE" w:rsidP="006974AE">
      <w:r>
        <w:t>170.5868</w:t>
      </w:r>
      <w:r>
        <w:tab/>
        <w:t>1.013e0</w:t>
      </w:r>
    </w:p>
    <w:p w:rsidR="006974AE" w:rsidRDefault="006974AE" w:rsidP="006974AE">
      <w:r>
        <w:t>170.5935</w:t>
      </w:r>
      <w:r>
        <w:tab/>
        <w:t>1.013e0</w:t>
      </w:r>
    </w:p>
    <w:p w:rsidR="006974AE" w:rsidRDefault="006974AE" w:rsidP="006974AE">
      <w:r>
        <w:t>170.6103</w:t>
      </w:r>
      <w:r>
        <w:tab/>
        <w:t>1.013e0</w:t>
      </w:r>
    </w:p>
    <w:p w:rsidR="006974AE" w:rsidRDefault="006974AE" w:rsidP="006974AE">
      <w:r>
        <w:lastRenderedPageBreak/>
        <w:t>170.6239</w:t>
      </w:r>
      <w:r>
        <w:tab/>
        <w:t>1.013e0</w:t>
      </w:r>
    </w:p>
    <w:p w:rsidR="006974AE" w:rsidRDefault="006974AE" w:rsidP="006974AE">
      <w:r>
        <w:t>170.6259</w:t>
      </w:r>
      <w:r>
        <w:tab/>
        <w:t>2.025e0</w:t>
      </w:r>
    </w:p>
    <w:p w:rsidR="006974AE" w:rsidRDefault="006974AE" w:rsidP="006974AE">
      <w:r>
        <w:t>170.6347</w:t>
      </w:r>
      <w:r>
        <w:tab/>
        <w:t>1.013e0</w:t>
      </w:r>
    </w:p>
    <w:p w:rsidR="006974AE" w:rsidRDefault="006974AE" w:rsidP="006974AE">
      <w:r>
        <w:t>170.6450</w:t>
      </w:r>
      <w:r>
        <w:tab/>
        <w:t>2.025e0</w:t>
      </w:r>
    </w:p>
    <w:p w:rsidR="006974AE" w:rsidRDefault="006974AE" w:rsidP="006974AE">
      <w:r>
        <w:t>170.6801</w:t>
      </w:r>
      <w:r>
        <w:tab/>
        <w:t>1.013e0</w:t>
      </w:r>
    </w:p>
    <w:p w:rsidR="006974AE" w:rsidRDefault="006974AE" w:rsidP="006974AE">
      <w:r>
        <w:t>170.6978</w:t>
      </w:r>
      <w:r>
        <w:tab/>
        <w:t>1.013e0</w:t>
      </w:r>
    </w:p>
    <w:p w:rsidR="006974AE" w:rsidRDefault="006974AE" w:rsidP="006974AE">
      <w:r>
        <w:t>170.7045</w:t>
      </w:r>
      <w:r>
        <w:tab/>
        <w:t>1.013e0</w:t>
      </w:r>
    </w:p>
    <w:p w:rsidR="006974AE" w:rsidRDefault="006974AE" w:rsidP="006974AE">
      <w:r>
        <w:t>170.7079</w:t>
      </w:r>
      <w:r>
        <w:tab/>
        <w:t>1.013e0</w:t>
      </w:r>
    </w:p>
    <w:p w:rsidR="006974AE" w:rsidRDefault="006974AE" w:rsidP="006974AE">
      <w:r>
        <w:t>170.7148</w:t>
      </w:r>
      <w:r>
        <w:tab/>
        <w:t>1.013e0</w:t>
      </w:r>
    </w:p>
    <w:p w:rsidR="006974AE" w:rsidRDefault="006974AE" w:rsidP="006974AE">
      <w:r>
        <w:t>170.7249</w:t>
      </w:r>
      <w:r>
        <w:tab/>
        <w:t>1.013e0</w:t>
      </w:r>
    </w:p>
    <w:p w:rsidR="006974AE" w:rsidRDefault="006974AE" w:rsidP="006974AE">
      <w:r>
        <w:t>170.7317</w:t>
      </w:r>
      <w:r>
        <w:tab/>
        <w:t>1.013e0</w:t>
      </w:r>
    </w:p>
    <w:p w:rsidR="006974AE" w:rsidRDefault="006974AE" w:rsidP="006974AE">
      <w:r>
        <w:t>170.7386</w:t>
      </w:r>
      <w:r>
        <w:tab/>
        <w:t>1.013e0</w:t>
      </w:r>
    </w:p>
    <w:p w:rsidR="006974AE" w:rsidRDefault="006974AE" w:rsidP="006974AE">
      <w:r>
        <w:t>170.7459</w:t>
      </w:r>
      <w:r>
        <w:tab/>
        <w:t>1.013e0</w:t>
      </w:r>
    </w:p>
    <w:p w:rsidR="006974AE" w:rsidRDefault="006974AE" w:rsidP="006974AE">
      <w:r>
        <w:t>170.7527</w:t>
      </w:r>
      <w:r>
        <w:tab/>
        <w:t>1.013e0</w:t>
      </w:r>
    </w:p>
    <w:p w:rsidR="006974AE" w:rsidRDefault="006974AE" w:rsidP="006974AE">
      <w:r>
        <w:t>170.7842</w:t>
      </w:r>
      <w:r>
        <w:tab/>
        <w:t>1.013e0</w:t>
      </w:r>
    </w:p>
    <w:p w:rsidR="006974AE" w:rsidRDefault="006974AE" w:rsidP="006974AE">
      <w:r>
        <w:t>170.7984</w:t>
      </w:r>
      <w:r>
        <w:tab/>
        <w:t>1.013e0</w:t>
      </w:r>
    </w:p>
    <w:p w:rsidR="006974AE" w:rsidRDefault="006974AE" w:rsidP="006974AE">
      <w:r>
        <w:t>170.8056</w:t>
      </w:r>
      <w:r>
        <w:tab/>
        <w:t>1.013e0</w:t>
      </w:r>
    </w:p>
    <w:p w:rsidR="006974AE" w:rsidRDefault="006974AE" w:rsidP="006974AE">
      <w:r>
        <w:t>170.8292</w:t>
      </w:r>
      <w:r>
        <w:tab/>
        <w:t>1.013e0</w:t>
      </w:r>
    </w:p>
    <w:p w:rsidR="006974AE" w:rsidRDefault="006974AE" w:rsidP="006974AE">
      <w:r>
        <w:t>170.8326</w:t>
      </w:r>
      <w:r>
        <w:tab/>
        <w:t>1.013e0</w:t>
      </w:r>
    </w:p>
    <w:p w:rsidR="006974AE" w:rsidRDefault="006974AE" w:rsidP="006974AE">
      <w:r>
        <w:lastRenderedPageBreak/>
        <w:t>170.8433</w:t>
      </w:r>
      <w:r>
        <w:tab/>
        <w:t>3.038e0</w:t>
      </w:r>
    </w:p>
    <w:p w:rsidR="006974AE" w:rsidRDefault="006974AE" w:rsidP="006974AE">
      <w:r>
        <w:t>170.8588</w:t>
      </w:r>
      <w:r>
        <w:tab/>
        <w:t>2.025e0</w:t>
      </w:r>
    </w:p>
    <w:p w:rsidR="006974AE" w:rsidRDefault="006974AE" w:rsidP="006974AE">
      <w:r>
        <w:t>170.8781</w:t>
      </w:r>
      <w:r>
        <w:tab/>
        <w:t>1.013e0</w:t>
      </w:r>
    </w:p>
    <w:p w:rsidR="006974AE" w:rsidRDefault="006974AE" w:rsidP="006974AE">
      <w:r>
        <w:t>170.8814</w:t>
      </w:r>
      <w:r>
        <w:tab/>
        <w:t>1.013e0</w:t>
      </w:r>
    </w:p>
    <w:p w:rsidR="006974AE" w:rsidRDefault="006974AE" w:rsidP="006974AE">
      <w:r>
        <w:t>170.8849</w:t>
      </w:r>
      <w:r>
        <w:tab/>
        <w:t>1.013e0</w:t>
      </w:r>
    </w:p>
    <w:p w:rsidR="006974AE" w:rsidRDefault="006974AE" w:rsidP="006974AE">
      <w:r>
        <w:t>170.8904</w:t>
      </w:r>
      <w:r>
        <w:tab/>
        <w:t>2.025e0</w:t>
      </w:r>
    </w:p>
    <w:p w:rsidR="006974AE" w:rsidRDefault="006974AE" w:rsidP="006974AE">
      <w:r>
        <w:t>170.8957</w:t>
      </w:r>
      <w:r>
        <w:tab/>
        <w:t>1.013e0</w:t>
      </w:r>
    </w:p>
    <w:p w:rsidR="006974AE" w:rsidRDefault="006974AE" w:rsidP="006974AE">
      <w:r>
        <w:t>170.8990</w:t>
      </w:r>
      <w:r>
        <w:tab/>
        <w:t>2.025e0</w:t>
      </w:r>
    </w:p>
    <w:p w:rsidR="006974AE" w:rsidRDefault="006974AE" w:rsidP="006974AE">
      <w:r>
        <w:t>170.9133</w:t>
      </w:r>
      <w:r>
        <w:tab/>
        <w:t>1.013e0</w:t>
      </w:r>
    </w:p>
    <w:p w:rsidR="006974AE" w:rsidRDefault="006974AE" w:rsidP="006974AE">
      <w:r>
        <w:t>170.9336</w:t>
      </w:r>
      <w:r>
        <w:tab/>
        <w:t>2.025e0</w:t>
      </w:r>
    </w:p>
    <w:p w:rsidR="006974AE" w:rsidRDefault="006974AE" w:rsidP="006974AE">
      <w:r>
        <w:t>170.9506</w:t>
      </w:r>
      <w:r>
        <w:tab/>
        <w:t>1.013e0</w:t>
      </w:r>
    </w:p>
    <w:p w:rsidR="006974AE" w:rsidRDefault="006974AE" w:rsidP="006974AE">
      <w:r>
        <w:t>170.9645</w:t>
      </w:r>
      <w:r>
        <w:tab/>
        <w:t>1.013e0</w:t>
      </w:r>
    </w:p>
    <w:p w:rsidR="006974AE" w:rsidRDefault="006974AE" w:rsidP="006974AE">
      <w:r>
        <w:t>170.9716</w:t>
      </w:r>
      <w:r>
        <w:tab/>
        <w:t>1.013e0</w:t>
      </w:r>
    </w:p>
    <w:p w:rsidR="006974AE" w:rsidRDefault="006974AE" w:rsidP="006974AE">
      <w:r>
        <w:t>170.9753</w:t>
      </w:r>
      <w:r>
        <w:tab/>
        <w:t>1.013e0</w:t>
      </w:r>
    </w:p>
    <w:p w:rsidR="006974AE" w:rsidRDefault="006974AE" w:rsidP="006974AE">
      <w:r>
        <w:t>170.9926</w:t>
      </w:r>
      <w:r>
        <w:tab/>
        <w:t>1.013e0</w:t>
      </w:r>
    </w:p>
    <w:p w:rsidR="006974AE" w:rsidRDefault="006974AE" w:rsidP="006974AE">
      <w:r>
        <w:t>171.0069</w:t>
      </w:r>
      <w:r>
        <w:tab/>
        <w:t>1.013e0</w:t>
      </w:r>
    </w:p>
    <w:p w:rsidR="006974AE" w:rsidRDefault="006974AE" w:rsidP="006974AE">
      <w:r>
        <w:t>171.0275</w:t>
      </w:r>
      <w:r>
        <w:tab/>
        <w:t>4.051e0</w:t>
      </w:r>
    </w:p>
    <w:p w:rsidR="006974AE" w:rsidRDefault="006974AE" w:rsidP="006974AE">
      <w:r>
        <w:t>171.0304</w:t>
      </w:r>
      <w:r>
        <w:tab/>
        <w:t>3.038e0</w:t>
      </w:r>
    </w:p>
    <w:p w:rsidR="006974AE" w:rsidRDefault="006974AE" w:rsidP="006974AE">
      <w:r>
        <w:t>171.0349</w:t>
      </w:r>
      <w:r>
        <w:tab/>
        <w:t>5.063e0</w:t>
      </w:r>
    </w:p>
    <w:p w:rsidR="006974AE" w:rsidRDefault="006974AE" w:rsidP="006974AE">
      <w:r>
        <w:lastRenderedPageBreak/>
        <w:t>171.0377</w:t>
      </w:r>
      <w:r>
        <w:tab/>
        <w:t>1.114e1</w:t>
      </w:r>
    </w:p>
    <w:p w:rsidR="006974AE" w:rsidRDefault="006974AE" w:rsidP="006974AE">
      <w:r>
        <w:t>171.0392</w:t>
      </w:r>
      <w:r>
        <w:tab/>
        <w:t>1.114e1</w:t>
      </w:r>
    </w:p>
    <w:p w:rsidR="006974AE" w:rsidRDefault="006974AE" w:rsidP="006974AE">
      <w:r>
        <w:t>171.0549</w:t>
      </w:r>
      <w:r>
        <w:tab/>
        <w:t>4.051e0</w:t>
      </w:r>
    </w:p>
    <w:p w:rsidR="006974AE" w:rsidRDefault="006974AE" w:rsidP="006974AE">
      <w:r>
        <w:t>171.0616</w:t>
      </w:r>
      <w:r>
        <w:tab/>
        <w:t>1.013e0</w:t>
      </w:r>
    </w:p>
    <w:p w:rsidR="006974AE" w:rsidRDefault="006974AE" w:rsidP="006974AE">
      <w:r>
        <w:t>171.0740</w:t>
      </w:r>
      <w:r>
        <w:tab/>
        <w:t>2.025e0</w:t>
      </w:r>
    </w:p>
    <w:p w:rsidR="006974AE" w:rsidRDefault="006974AE" w:rsidP="006974AE">
      <w:r>
        <w:t>171.0779</w:t>
      </w:r>
      <w:r>
        <w:tab/>
        <w:t>7.089e0</w:t>
      </w:r>
    </w:p>
    <w:p w:rsidR="006974AE" w:rsidRDefault="006974AE" w:rsidP="006974AE">
      <w:r>
        <w:t>171.0793</w:t>
      </w:r>
      <w:r>
        <w:tab/>
        <w:t>2.025e0</w:t>
      </w:r>
    </w:p>
    <w:p w:rsidR="006974AE" w:rsidRDefault="006974AE" w:rsidP="006974AE">
      <w:r>
        <w:t>171.0810</w:t>
      </w:r>
      <w:r>
        <w:tab/>
        <w:t>3.038e0</w:t>
      </w:r>
    </w:p>
    <w:p w:rsidR="006974AE" w:rsidRDefault="006974AE" w:rsidP="006974AE">
      <w:r>
        <w:t>171.0933</w:t>
      </w:r>
      <w:r>
        <w:tab/>
        <w:t>1.013e0</w:t>
      </w:r>
    </w:p>
    <w:p w:rsidR="006974AE" w:rsidRDefault="006974AE" w:rsidP="006974AE">
      <w:r>
        <w:t>171.1005</w:t>
      </w:r>
      <w:r>
        <w:tab/>
        <w:t>1.013e0</w:t>
      </w:r>
    </w:p>
    <w:p w:rsidR="006974AE" w:rsidRDefault="006974AE" w:rsidP="006974AE">
      <w:r>
        <w:t>171.1038</w:t>
      </w:r>
      <w:r>
        <w:tab/>
        <w:t>1.013e0</w:t>
      </w:r>
    </w:p>
    <w:p w:rsidR="006974AE" w:rsidRDefault="006974AE" w:rsidP="006974AE">
      <w:r>
        <w:t>171.1073</w:t>
      </w:r>
      <w:r>
        <w:tab/>
        <w:t>1.013e0</w:t>
      </w:r>
    </w:p>
    <w:p w:rsidR="006974AE" w:rsidRDefault="006974AE" w:rsidP="006974AE">
      <w:r>
        <w:t>171.1146</w:t>
      </w:r>
      <w:r>
        <w:tab/>
        <w:t>1.013e0</w:t>
      </w:r>
    </w:p>
    <w:p w:rsidR="006974AE" w:rsidRDefault="006974AE" w:rsidP="006974AE">
      <w:r>
        <w:t>171.1304</w:t>
      </w:r>
      <w:r>
        <w:tab/>
        <w:t>2.025e0</w:t>
      </w:r>
    </w:p>
    <w:p w:rsidR="006974AE" w:rsidRDefault="006974AE" w:rsidP="006974AE">
      <w:r>
        <w:t>171.1354</w:t>
      </w:r>
      <w:r>
        <w:tab/>
        <w:t>3.038e0</w:t>
      </w:r>
    </w:p>
    <w:p w:rsidR="006974AE" w:rsidRDefault="006974AE" w:rsidP="006974AE">
      <w:r>
        <w:t>171.1407</w:t>
      </w:r>
      <w:r>
        <w:tab/>
        <w:t>2.025e0</w:t>
      </w:r>
    </w:p>
    <w:p w:rsidR="006974AE" w:rsidRDefault="006974AE" w:rsidP="006974AE">
      <w:r>
        <w:t>171.1466</w:t>
      </w:r>
      <w:r>
        <w:tab/>
        <w:t>7.089e0</w:t>
      </w:r>
    </w:p>
    <w:p w:rsidR="006974AE" w:rsidRDefault="006974AE" w:rsidP="006974AE">
      <w:r>
        <w:t>171.1497</w:t>
      </w:r>
      <w:r>
        <w:tab/>
        <w:t>6.076e0</w:t>
      </w:r>
    </w:p>
    <w:p w:rsidR="006974AE" w:rsidRDefault="006974AE" w:rsidP="006974AE">
      <w:r>
        <w:t>171.1526</w:t>
      </w:r>
      <w:r>
        <w:tab/>
        <w:t>2.025e1</w:t>
      </w:r>
    </w:p>
    <w:p w:rsidR="006974AE" w:rsidRDefault="006974AE" w:rsidP="006974AE">
      <w:r>
        <w:lastRenderedPageBreak/>
        <w:t>171.1579</w:t>
      </w:r>
      <w:r>
        <w:tab/>
        <w:t>9.114e0</w:t>
      </w:r>
    </w:p>
    <w:p w:rsidR="006974AE" w:rsidRDefault="006974AE" w:rsidP="006974AE">
      <w:r>
        <w:t>171.1623</w:t>
      </w:r>
      <w:r>
        <w:tab/>
        <w:t>2.025e0</w:t>
      </w:r>
    </w:p>
    <w:p w:rsidR="006974AE" w:rsidRDefault="006974AE" w:rsidP="006974AE">
      <w:r>
        <w:t>171.1767</w:t>
      </w:r>
      <w:r>
        <w:tab/>
        <w:t>1.013e0</w:t>
      </w:r>
    </w:p>
    <w:p w:rsidR="006974AE" w:rsidRDefault="006974AE" w:rsidP="006974AE">
      <w:r>
        <w:t>171.1802</w:t>
      </w:r>
      <w:r>
        <w:tab/>
        <w:t>1.013e0</w:t>
      </w:r>
    </w:p>
    <w:p w:rsidR="006974AE" w:rsidRDefault="006974AE" w:rsidP="006974AE">
      <w:r>
        <w:t>171.1942</w:t>
      </w:r>
      <w:r>
        <w:tab/>
        <w:t>2.025e0</w:t>
      </w:r>
    </w:p>
    <w:p w:rsidR="006974AE" w:rsidRDefault="006974AE" w:rsidP="006974AE">
      <w:r>
        <w:t>171.2187</w:t>
      </w:r>
      <w:r>
        <w:tab/>
        <w:t>4.051e0</w:t>
      </w:r>
    </w:p>
    <w:p w:rsidR="006974AE" w:rsidRDefault="006974AE" w:rsidP="006974AE">
      <w:r>
        <w:t>171.2470</w:t>
      </w:r>
      <w:r>
        <w:tab/>
        <w:t>1.013e0</w:t>
      </w:r>
    </w:p>
    <w:p w:rsidR="006974AE" w:rsidRDefault="006974AE" w:rsidP="006974AE">
      <w:r>
        <w:t>171.2535</w:t>
      </w:r>
      <w:r>
        <w:tab/>
        <w:t>1.013e0</w:t>
      </w:r>
    </w:p>
    <w:p w:rsidR="006974AE" w:rsidRDefault="006974AE" w:rsidP="006974AE">
      <w:r>
        <w:t>171.2569</w:t>
      </w:r>
      <w:r>
        <w:tab/>
        <w:t>1.013e0</w:t>
      </w:r>
    </w:p>
    <w:p w:rsidR="006974AE" w:rsidRDefault="006974AE" w:rsidP="006974AE">
      <w:r>
        <w:t>171.2638</w:t>
      </w:r>
      <w:r>
        <w:tab/>
        <w:t>1.013e0</w:t>
      </w:r>
    </w:p>
    <w:p w:rsidR="006974AE" w:rsidRDefault="006974AE" w:rsidP="006974AE">
      <w:r>
        <w:t>171.2737</w:t>
      </w:r>
      <w:r>
        <w:tab/>
        <w:t>1.013e0</w:t>
      </w:r>
    </w:p>
    <w:p w:rsidR="006974AE" w:rsidRDefault="006974AE" w:rsidP="006974AE">
      <w:r>
        <w:t>171.3089</w:t>
      </w:r>
      <w:r>
        <w:tab/>
        <w:t>1.013e0</w:t>
      </w:r>
    </w:p>
    <w:p w:rsidR="006974AE" w:rsidRDefault="006974AE" w:rsidP="006974AE">
      <w:r>
        <w:t>171.3126</w:t>
      </w:r>
      <w:r>
        <w:tab/>
        <w:t>1.013e0</w:t>
      </w:r>
    </w:p>
    <w:p w:rsidR="006974AE" w:rsidRDefault="006974AE" w:rsidP="006974AE">
      <w:r>
        <w:t>171.3334</w:t>
      </w:r>
      <w:r>
        <w:tab/>
        <w:t>1.013e0</w:t>
      </w:r>
    </w:p>
    <w:p w:rsidR="006974AE" w:rsidRDefault="006974AE" w:rsidP="006974AE">
      <w:r>
        <w:t>171.3718</w:t>
      </w:r>
      <w:r>
        <w:tab/>
        <w:t>1.013e0</w:t>
      </w:r>
    </w:p>
    <w:p w:rsidR="006974AE" w:rsidRDefault="006974AE" w:rsidP="006974AE">
      <w:r>
        <w:t>171.3751</w:t>
      </w:r>
      <w:r>
        <w:tab/>
        <w:t>5.063e0</w:t>
      </w:r>
    </w:p>
    <w:p w:rsidR="006974AE" w:rsidRDefault="006974AE" w:rsidP="006974AE">
      <w:r>
        <w:t>171.3887</w:t>
      </w:r>
      <w:r>
        <w:tab/>
        <w:t>1.013e0</w:t>
      </w:r>
    </w:p>
    <w:p w:rsidR="006974AE" w:rsidRDefault="006974AE" w:rsidP="006974AE">
      <w:r>
        <w:t>171.3992</w:t>
      </w:r>
      <w:r>
        <w:tab/>
        <w:t>1.013e0</w:t>
      </w:r>
    </w:p>
    <w:p w:rsidR="006974AE" w:rsidRDefault="006974AE" w:rsidP="006974AE">
      <w:r>
        <w:t>171.4274</w:t>
      </w:r>
      <w:r>
        <w:tab/>
        <w:t>1.013e0</w:t>
      </w:r>
    </w:p>
    <w:p w:rsidR="006974AE" w:rsidRDefault="006974AE" w:rsidP="006974AE">
      <w:r>
        <w:lastRenderedPageBreak/>
        <w:t>171.4377</w:t>
      </w:r>
      <w:r>
        <w:tab/>
        <w:t>1.013e0</w:t>
      </w:r>
    </w:p>
    <w:p w:rsidR="006974AE" w:rsidRDefault="006974AE" w:rsidP="006974AE">
      <w:r>
        <w:t>171.4448</w:t>
      </w:r>
      <w:r>
        <w:tab/>
        <w:t>1.013e0</w:t>
      </w:r>
    </w:p>
    <w:p w:rsidR="006974AE" w:rsidRDefault="006974AE" w:rsidP="006974AE">
      <w:r>
        <w:t>171.4485</w:t>
      </w:r>
      <w:r>
        <w:tab/>
        <w:t>1.013e0</w:t>
      </w:r>
    </w:p>
    <w:p w:rsidR="006974AE" w:rsidRDefault="006974AE" w:rsidP="006974AE">
      <w:r>
        <w:t>171.4591</w:t>
      </w:r>
      <w:r>
        <w:tab/>
        <w:t>1.013e0</w:t>
      </w:r>
    </w:p>
    <w:p w:rsidR="006974AE" w:rsidRDefault="006974AE" w:rsidP="006974AE">
      <w:r>
        <w:t>171.4732</w:t>
      </w:r>
      <w:r>
        <w:tab/>
        <w:t>2.025e0</w:t>
      </w:r>
    </w:p>
    <w:p w:rsidR="006974AE" w:rsidRDefault="006974AE" w:rsidP="006974AE">
      <w:r>
        <w:t>171.5069</w:t>
      </w:r>
      <w:r>
        <w:tab/>
        <w:t>4.051e0</w:t>
      </w:r>
    </w:p>
    <w:p w:rsidR="006974AE" w:rsidRDefault="006974AE" w:rsidP="006974AE">
      <w:r>
        <w:t>171.5386</w:t>
      </w:r>
      <w:r>
        <w:tab/>
        <w:t>1.013e0</w:t>
      </w:r>
    </w:p>
    <w:p w:rsidR="006974AE" w:rsidRDefault="006974AE" w:rsidP="006974AE">
      <w:r>
        <w:t>171.5456</w:t>
      </w:r>
      <w:r>
        <w:tab/>
        <w:t>2.025e0</w:t>
      </w:r>
    </w:p>
    <w:p w:rsidR="006974AE" w:rsidRDefault="006974AE" w:rsidP="006974AE">
      <w:r>
        <w:t>171.5738</w:t>
      </w:r>
      <w:r>
        <w:tab/>
        <w:t>1.013e0</w:t>
      </w:r>
    </w:p>
    <w:p w:rsidR="006974AE" w:rsidRDefault="006974AE" w:rsidP="006974AE">
      <w:r>
        <w:t>171.5831</w:t>
      </w:r>
      <w:r>
        <w:tab/>
        <w:t>3.038e0</w:t>
      </w:r>
    </w:p>
    <w:p w:rsidR="006974AE" w:rsidRDefault="006974AE" w:rsidP="006974AE">
      <w:r>
        <w:t>171.5879</w:t>
      </w:r>
      <w:r>
        <w:tab/>
        <w:t>1.013e0</w:t>
      </w:r>
    </w:p>
    <w:p w:rsidR="006974AE" w:rsidRDefault="006974AE" w:rsidP="006974AE">
      <w:r>
        <w:t>171.6031</w:t>
      </w:r>
      <w:r>
        <w:tab/>
        <w:t>2.025e0</w:t>
      </w:r>
    </w:p>
    <w:p w:rsidR="006974AE" w:rsidRDefault="006974AE" w:rsidP="006974AE">
      <w:r>
        <w:t>171.6046</w:t>
      </w:r>
      <w:r>
        <w:tab/>
        <w:t>1.013e0</w:t>
      </w:r>
    </w:p>
    <w:p w:rsidR="006974AE" w:rsidRDefault="006974AE" w:rsidP="006974AE">
      <w:r>
        <w:t>171.6079</w:t>
      </w:r>
      <w:r>
        <w:tab/>
        <w:t>1.013e0</w:t>
      </w:r>
    </w:p>
    <w:p w:rsidR="006974AE" w:rsidRDefault="006974AE" w:rsidP="006974AE">
      <w:r>
        <w:t>171.6114</w:t>
      </w:r>
      <w:r>
        <w:tab/>
        <w:t>2.025e0</w:t>
      </w:r>
    </w:p>
    <w:p w:rsidR="006974AE" w:rsidRDefault="006974AE" w:rsidP="006974AE">
      <w:r>
        <w:t>171.6149</w:t>
      </w:r>
      <w:r>
        <w:tab/>
        <w:t>1.013e0</w:t>
      </w:r>
    </w:p>
    <w:p w:rsidR="006974AE" w:rsidRDefault="006974AE" w:rsidP="006974AE">
      <w:r>
        <w:t>171.6394</w:t>
      </w:r>
      <w:r>
        <w:tab/>
        <w:t>1.013e0</w:t>
      </w:r>
    </w:p>
    <w:p w:rsidR="006974AE" w:rsidRDefault="006974AE" w:rsidP="006974AE">
      <w:r>
        <w:t>171.6467</w:t>
      </w:r>
      <w:r>
        <w:tab/>
        <w:t>1.013e0</w:t>
      </w:r>
    </w:p>
    <w:p w:rsidR="006974AE" w:rsidRDefault="006974AE" w:rsidP="006974AE">
      <w:r>
        <w:t>171.6605</w:t>
      </w:r>
      <w:r>
        <w:tab/>
        <w:t>1.013e0</w:t>
      </w:r>
    </w:p>
    <w:p w:rsidR="006974AE" w:rsidRDefault="006974AE" w:rsidP="006974AE">
      <w:r>
        <w:lastRenderedPageBreak/>
        <w:t>171.6710</w:t>
      </w:r>
      <w:r>
        <w:tab/>
        <w:t>1.013e0</w:t>
      </w:r>
    </w:p>
    <w:p w:rsidR="006974AE" w:rsidRDefault="006974AE" w:rsidP="006974AE">
      <w:r>
        <w:t>171.6818</w:t>
      </w:r>
      <w:r>
        <w:tab/>
        <w:t>1.013e0</w:t>
      </w:r>
    </w:p>
    <w:p w:rsidR="006974AE" w:rsidRDefault="006974AE" w:rsidP="006974AE">
      <w:r>
        <w:t>171.6924</w:t>
      </w:r>
      <w:r>
        <w:tab/>
        <w:t>1.013e0</w:t>
      </w:r>
    </w:p>
    <w:p w:rsidR="006974AE" w:rsidRDefault="006974AE" w:rsidP="006974AE">
      <w:r>
        <w:t>171.6992</w:t>
      </w:r>
      <w:r>
        <w:tab/>
        <w:t>1.013e0</w:t>
      </w:r>
    </w:p>
    <w:p w:rsidR="006974AE" w:rsidRDefault="006974AE" w:rsidP="006974AE">
      <w:r>
        <w:t>171.7127</w:t>
      </w:r>
      <w:r>
        <w:tab/>
        <w:t>1.013e0</w:t>
      </w:r>
    </w:p>
    <w:p w:rsidR="006974AE" w:rsidRDefault="006974AE" w:rsidP="006974AE">
      <w:r>
        <w:t>171.7331</w:t>
      </w:r>
      <w:r>
        <w:tab/>
        <w:t>1.013e0</w:t>
      </w:r>
    </w:p>
    <w:p w:rsidR="006974AE" w:rsidRDefault="006974AE" w:rsidP="006974AE">
      <w:r>
        <w:t>171.7649</w:t>
      </w:r>
      <w:r>
        <w:tab/>
        <w:t>1.013e0</w:t>
      </w:r>
    </w:p>
    <w:p w:rsidR="006974AE" w:rsidRDefault="006974AE" w:rsidP="006974AE">
      <w:r>
        <w:t>171.7684</w:t>
      </w:r>
      <w:r>
        <w:tab/>
        <w:t>1.013e0</w:t>
      </w:r>
    </w:p>
    <w:p w:rsidR="006974AE" w:rsidRDefault="006974AE" w:rsidP="006974AE">
      <w:r>
        <w:t>171.7789</w:t>
      </w:r>
      <w:r>
        <w:tab/>
        <w:t>1.013e0</w:t>
      </w:r>
    </w:p>
    <w:p w:rsidR="006974AE" w:rsidRDefault="006974AE" w:rsidP="006974AE">
      <w:r>
        <w:t>171.7966</w:t>
      </w:r>
      <w:r>
        <w:tab/>
        <w:t>2.025e0</w:t>
      </w:r>
    </w:p>
    <w:p w:rsidR="006974AE" w:rsidRDefault="006974AE" w:rsidP="006974AE">
      <w:r>
        <w:t>171.8107</w:t>
      </w:r>
      <w:r>
        <w:tab/>
        <w:t>1.013e0</w:t>
      </w:r>
    </w:p>
    <w:p w:rsidR="006974AE" w:rsidRDefault="006974AE" w:rsidP="006974AE">
      <w:r>
        <w:t>171.8660</w:t>
      </w:r>
      <w:r>
        <w:tab/>
        <w:t>1.013e0</w:t>
      </w:r>
    </w:p>
    <w:p w:rsidR="006974AE" w:rsidRDefault="006974AE" w:rsidP="006974AE">
      <w:r>
        <w:t>171.8941</w:t>
      </w:r>
      <w:r>
        <w:tab/>
        <w:t>1.013e0</w:t>
      </w:r>
    </w:p>
    <w:p w:rsidR="006974AE" w:rsidRDefault="006974AE" w:rsidP="006974AE">
      <w:r>
        <w:t>171.9011</w:t>
      </w:r>
      <w:r>
        <w:tab/>
        <w:t>1.013e0</w:t>
      </w:r>
    </w:p>
    <w:p w:rsidR="006974AE" w:rsidRDefault="006974AE" w:rsidP="006974AE">
      <w:r>
        <w:t>171.9221</w:t>
      </w:r>
      <w:r>
        <w:tab/>
        <w:t>1.013e0</w:t>
      </w:r>
    </w:p>
    <w:p w:rsidR="006974AE" w:rsidRDefault="006974AE" w:rsidP="006974AE">
      <w:r>
        <w:t>171.9399</w:t>
      </w:r>
      <w:r>
        <w:tab/>
        <w:t>5.063e0</w:t>
      </w:r>
    </w:p>
    <w:p w:rsidR="006974AE" w:rsidRDefault="006974AE" w:rsidP="006974AE">
      <w:r>
        <w:t>171.9542</w:t>
      </w:r>
      <w:r>
        <w:tab/>
        <w:t>2.025e0</w:t>
      </w:r>
    </w:p>
    <w:p w:rsidR="006974AE" w:rsidRDefault="006974AE" w:rsidP="006974AE">
      <w:r>
        <w:t>171.9842</w:t>
      </w:r>
      <w:r>
        <w:tab/>
        <w:t>1.013e0</w:t>
      </w:r>
    </w:p>
    <w:p w:rsidR="006974AE" w:rsidRDefault="006974AE" w:rsidP="006974AE">
      <w:r>
        <w:t>171.9878</w:t>
      </w:r>
      <w:r>
        <w:tab/>
        <w:t>1.013e0</w:t>
      </w:r>
    </w:p>
    <w:p w:rsidR="006974AE" w:rsidRDefault="006974AE" w:rsidP="006974AE">
      <w:r>
        <w:lastRenderedPageBreak/>
        <w:t>171.9950</w:t>
      </w:r>
      <w:r>
        <w:tab/>
        <w:t>3.038e0</w:t>
      </w:r>
    </w:p>
    <w:p w:rsidR="006974AE" w:rsidRDefault="006974AE" w:rsidP="006974AE">
      <w:r>
        <w:t>171.9968</w:t>
      </w:r>
      <w:r>
        <w:tab/>
        <w:t>3.038e0</w:t>
      </w:r>
    </w:p>
    <w:p w:rsidR="006974AE" w:rsidRDefault="006974AE" w:rsidP="006974AE">
      <w:r>
        <w:t>172.0056</w:t>
      </w:r>
      <w:r>
        <w:tab/>
        <w:t>1.013e0</w:t>
      </w:r>
    </w:p>
    <w:p w:rsidR="006974AE" w:rsidRDefault="006974AE" w:rsidP="006974AE">
      <w:r>
        <w:t>172.0126</w:t>
      </w:r>
      <w:r>
        <w:tab/>
        <w:t>1.013e0</w:t>
      </w:r>
    </w:p>
    <w:p w:rsidR="006974AE" w:rsidRDefault="006974AE" w:rsidP="006974AE">
      <w:r>
        <w:t>172.0194</w:t>
      </w:r>
      <w:r>
        <w:tab/>
        <w:t>1.013e0</w:t>
      </w:r>
    </w:p>
    <w:p w:rsidR="006974AE" w:rsidRDefault="006974AE" w:rsidP="006974AE">
      <w:r>
        <w:t>172.0267</w:t>
      </w:r>
      <w:r>
        <w:tab/>
        <w:t>1.013e0</w:t>
      </w:r>
    </w:p>
    <w:p w:rsidR="006974AE" w:rsidRDefault="006974AE" w:rsidP="006974AE">
      <w:r>
        <w:t>172.0373</w:t>
      </w:r>
      <w:r>
        <w:tab/>
        <w:t>2.025e0</w:t>
      </w:r>
    </w:p>
    <w:p w:rsidR="006974AE" w:rsidRDefault="006974AE" w:rsidP="006974AE">
      <w:r>
        <w:t>172.0442</w:t>
      </w:r>
      <w:r>
        <w:tab/>
        <w:t>2.025e0</w:t>
      </w:r>
    </w:p>
    <w:p w:rsidR="006974AE" w:rsidRDefault="006974AE" w:rsidP="006974AE">
      <w:r>
        <w:t>172.0528</w:t>
      </w:r>
      <w:r>
        <w:tab/>
        <w:t>2.025e0</w:t>
      </w:r>
    </w:p>
    <w:p w:rsidR="006974AE" w:rsidRDefault="006974AE" w:rsidP="006974AE">
      <w:r>
        <w:t>172.0648</w:t>
      </w:r>
      <w:r>
        <w:tab/>
        <w:t>1.013e0</w:t>
      </w:r>
    </w:p>
    <w:p w:rsidR="006974AE" w:rsidRDefault="006974AE" w:rsidP="006974AE">
      <w:r>
        <w:t>172.0763</w:t>
      </w:r>
      <w:r>
        <w:tab/>
        <w:t>2.025e0</w:t>
      </w:r>
    </w:p>
    <w:p w:rsidR="006974AE" w:rsidRDefault="006974AE" w:rsidP="006974AE">
      <w:r>
        <w:t>172.0864</w:t>
      </w:r>
      <w:r>
        <w:tab/>
        <w:t>5.063e0</w:t>
      </w:r>
    </w:p>
    <w:p w:rsidR="006974AE" w:rsidRDefault="006974AE" w:rsidP="006974AE">
      <w:r>
        <w:t>172.0889</w:t>
      </w:r>
      <w:r>
        <w:tab/>
        <w:t>3.038e0</w:t>
      </w:r>
    </w:p>
    <w:p w:rsidR="006974AE" w:rsidRDefault="006974AE" w:rsidP="006974AE">
      <w:r>
        <w:t>172.0926</w:t>
      </w:r>
      <w:r>
        <w:tab/>
        <w:t>4.051e0</w:t>
      </w:r>
    </w:p>
    <w:p w:rsidR="006974AE" w:rsidRDefault="006974AE" w:rsidP="006974AE">
      <w:r>
        <w:t>172.0995</w:t>
      </w:r>
      <w:r>
        <w:tab/>
        <w:t>4.051e0</w:t>
      </w:r>
    </w:p>
    <w:p w:rsidR="006974AE" w:rsidRDefault="006974AE" w:rsidP="006974AE">
      <w:r>
        <w:t>172.1022</w:t>
      </w:r>
      <w:r>
        <w:tab/>
        <w:t>9.114e0</w:t>
      </w:r>
    </w:p>
    <w:p w:rsidR="006974AE" w:rsidRDefault="006974AE" w:rsidP="006974AE">
      <w:r>
        <w:t>172.1041</w:t>
      </w:r>
      <w:r>
        <w:tab/>
        <w:t>2.316e0</w:t>
      </w:r>
    </w:p>
    <w:p w:rsidR="006974AE" w:rsidRDefault="006974AE" w:rsidP="006974AE">
      <w:r>
        <w:t>172.1065</w:t>
      </w:r>
      <w:r>
        <w:tab/>
        <w:t>2.025e0</w:t>
      </w:r>
    </w:p>
    <w:p w:rsidR="006974AE" w:rsidRDefault="006974AE" w:rsidP="006974AE">
      <w:r>
        <w:t>172.1309</w:t>
      </w:r>
      <w:r>
        <w:tab/>
        <w:t>1.013e0</w:t>
      </w:r>
    </w:p>
    <w:p w:rsidR="006974AE" w:rsidRDefault="006974AE" w:rsidP="006974AE">
      <w:r>
        <w:lastRenderedPageBreak/>
        <w:t>172.1346</w:t>
      </w:r>
      <w:r>
        <w:tab/>
        <w:t>3.038e0</w:t>
      </w:r>
    </w:p>
    <w:p w:rsidR="006974AE" w:rsidRDefault="006974AE" w:rsidP="006974AE">
      <w:r>
        <w:t>172.1382</w:t>
      </w:r>
      <w:r>
        <w:tab/>
        <w:t>2.025e0</w:t>
      </w:r>
    </w:p>
    <w:p w:rsidR="006974AE" w:rsidRDefault="006974AE" w:rsidP="006974AE">
      <w:r>
        <w:t>172.1409</w:t>
      </w:r>
      <w:r>
        <w:tab/>
        <w:t>3.038e0</w:t>
      </w:r>
    </w:p>
    <w:p w:rsidR="006974AE" w:rsidRDefault="006974AE" w:rsidP="006974AE">
      <w:r>
        <w:t>172.1430</w:t>
      </w:r>
      <w:r>
        <w:tab/>
        <w:t>7.089e0</w:t>
      </w:r>
    </w:p>
    <w:p w:rsidR="006974AE" w:rsidRDefault="006974AE" w:rsidP="006974AE">
      <w:r>
        <w:t>172.1488</w:t>
      </w:r>
      <w:r>
        <w:tab/>
        <w:t>1.013e0</w:t>
      </w:r>
    </w:p>
    <w:p w:rsidR="006974AE" w:rsidRDefault="006974AE" w:rsidP="006974AE">
      <w:r>
        <w:t>172.1588</w:t>
      </w:r>
      <w:r>
        <w:tab/>
        <w:t>3.038e0</w:t>
      </w:r>
    </w:p>
    <w:p w:rsidR="006974AE" w:rsidRDefault="006974AE" w:rsidP="006974AE">
      <w:r>
        <w:t>172.1629</w:t>
      </w:r>
      <w:r>
        <w:tab/>
        <w:t>4.051e0</w:t>
      </w:r>
    </w:p>
    <w:p w:rsidR="006974AE" w:rsidRDefault="006974AE" w:rsidP="006974AE">
      <w:r>
        <w:t>172.1831</w:t>
      </w:r>
      <w:r>
        <w:tab/>
        <w:t>1.013e0</w:t>
      </w:r>
    </w:p>
    <w:p w:rsidR="006974AE" w:rsidRDefault="006974AE" w:rsidP="006974AE">
      <w:r>
        <w:t>172.1901</w:t>
      </w:r>
      <w:r>
        <w:tab/>
        <w:t>1.013e0</w:t>
      </w:r>
    </w:p>
    <w:p w:rsidR="006974AE" w:rsidRDefault="006974AE" w:rsidP="006974AE">
      <w:r>
        <w:t>172.1966</w:t>
      </w:r>
      <w:r>
        <w:tab/>
        <w:t>1.013e0</w:t>
      </w:r>
    </w:p>
    <w:p w:rsidR="006974AE" w:rsidRDefault="006974AE" w:rsidP="006974AE">
      <w:r>
        <w:t>172.2178</w:t>
      </w:r>
      <w:r>
        <w:tab/>
        <w:t>1.013e0</w:t>
      </w:r>
    </w:p>
    <w:p w:rsidR="006974AE" w:rsidRDefault="006974AE" w:rsidP="006974AE">
      <w:r>
        <w:t>172.2213</w:t>
      </w:r>
      <w:r>
        <w:tab/>
        <w:t>1.013e0</w:t>
      </w:r>
    </w:p>
    <w:p w:rsidR="006974AE" w:rsidRDefault="006974AE" w:rsidP="006974AE">
      <w:r>
        <w:t>172.2251</w:t>
      </w:r>
      <w:r>
        <w:tab/>
        <w:t>1.013e0</w:t>
      </w:r>
    </w:p>
    <w:p w:rsidR="006974AE" w:rsidRDefault="006974AE" w:rsidP="006974AE">
      <w:r>
        <w:t>172.2532</w:t>
      </w:r>
      <w:r>
        <w:tab/>
        <w:t>1.013e0</w:t>
      </w:r>
    </w:p>
    <w:p w:rsidR="006974AE" w:rsidRDefault="006974AE" w:rsidP="006974AE">
      <w:r>
        <w:t>172.2638</w:t>
      </w:r>
      <w:r>
        <w:tab/>
        <w:t>2.025e0</w:t>
      </w:r>
    </w:p>
    <w:p w:rsidR="006974AE" w:rsidRDefault="006974AE" w:rsidP="006974AE">
      <w:r>
        <w:t>172.2742</w:t>
      </w:r>
      <w:r>
        <w:tab/>
        <w:t>1.013e0</w:t>
      </w:r>
    </w:p>
    <w:p w:rsidR="006974AE" w:rsidRDefault="006974AE" w:rsidP="006974AE">
      <w:r>
        <w:t>172.2847</w:t>
      </w:r>
      <w:r>
        <w:tab/>
        <w:t>1.013e0</w:t>
      </w:r>
    </w:p>
    <w:p w:rsidR="006974AE" w:rsidRDefault="006974AE" w:rsidP="006974AE">
      <w:r>
        <w:t>172.3189</w:t>
      </w:r>
      <w:r>
        <w:tab/>
        <w:t>1.013e0</w:t>
      </w:r>
    </w:p>
    <w:p w:rsidR="006974AE" w:rsidRDefault="006974AE" w:rsidP="006974AE">
      <w:r>
        <w:t>172.3242</w:t>
      </w:r>
      <w:r>
        <w:tab/>
        <w:t>2.025e0</w:t>
      </w:r>
    </w:p>
    <w:p w:rsidR="006974AE" w:rsidRDefault="006974AE" w:rsidP="006974AE">
      <w:r>
        <w:lastRenderedPageBreak/>
        <w:t>172.3258</w:t>
      </w:r>
      <w:r>
        <w:tab/>
        <w:t>1.013e0</w:t>
      </w:r>
    </w:p>
    <w:p w:rsidR="006974AE" w:rsidRDefault="006974AE" w:rsidP="006974AE">
      <w:r>
        <w:t>172.3435</w:t>
      </w:r>
      <w:r>
        <w:tab/>
        <w:t>1.013e0</w:t>
      </w:r>
    </w:p>
    <w:p w:rsidR="006974AE" w:rsidRDefault="006974AE" w:rsidP="006974AE">
      <w:r>
        <w:t>172.3472</w:t>
      </w:r>
      <w:r>
        <w:tab/>
        <w:t>1.013e0</w:t>
      </w:r>
    </w:p>
    <w:p w:rsidR="006974AE" w:rsidRDefault="006974AE" w:rsidP="006974AE">
      <w:r>
        <w:t>172.3487</w:t>
      </w:r>
      <w:r>
        <w:tab/>
        <w:t>2.025e0</w:t>
      </w:r>
    </w:p>
    <w:p w:rsidR="006974AE" w:rsidRDefault="006974AE" w:rsidP="006974AE">
      <w:r>
        <w:t>172.3540</w:t>
      </w:r>
      <w:r>
        <w:tab/>
        <w:t>1.013e0</w:t>
      </w:r>
    </w:p>
    <w:p w:rsidR="006974AE" w:rsidRDefault="006974AE" w:rsidP="006974AE">
      <w:r>
        <w:t>172.3751</w:t>
      </w:r>
      <w:r>
        <w:tab/>
        <w:t>1.013e0</w:t>
      </w:r>
    </w:p>
    <w:p w:rsidR="006974AE" w:rsidRDefault="006974AE" w:rsidP="006974AE">
      <w:r>
        <w:t>172.3824</w:t>
      </w:r>
      <w:r>
        <w:tab/>
        <w:t>2.025e0</w:t>
      </w:r>
    </w:p>
    <w:p w:rsidR="006974AE" w:rsidRDefault="006974AE" w:rsidP="006974AE">
      <w:r>
        <w:t>172.4238</w:t>
      </w:r>
      <w:r>
        <w:tab/>
        <w:t>2.025e0</w:t>
      </w:r>
    </w:p>
    <w:p w:rsidR="006974AE" w:rsidRDefault="006974AE" w:rsidP="006974AE">
      <w:r>
        <w:t>172.4479</w:t>
      </w:r>
      <w:r>
        <w:tab/>
        <w:t>1.013e0</w:t>
      </w:r>
    </w:p>
    <w:p w:rsidR="006974AE" w:rsidRDefault="006974AE" w:rsidP="006974AE">
      <w:r>
        <w:t>172.4517</w:t>
      </w:r>
      <w:r>
        <w:tab/>
        <w:t>1.013e0</w:t>
      </w:r>
    </w:p>
    <w:p w:rsidR="006974AE" w:rsidRDefault="006974AE" w:rsidP="006974AE">
      <w:r>
        <w:t>172.4552</w:t>
      </w:r>
      <w:r>
        <w:tab/>
        <w:t>1.013e0</w:t>
      </w:r>
    </w:p>
    <w:p w:rsidR="006974AE" w:rsidRDefault="006974AE" w:rsidP="006974AE">
      <w:r>
        <w:t>172.4623</w:t>
      </w:r>
      <w:r>
        <w:tab/>
        <w:t>1.013e0</w:t>
      </w:r>
    </w:p>
    <w:p w:rsidR="006974AE" w:rsidRDefault="006974AE" w:rsidP="006974AE">
      <w:r>
        <w:t>172.4799</w:t>
      </w:r>
      <w:r>
        <w:tab/>
        <w:t>1.013e0</w:t>
      </w:r>
    </w:p>
    <w:p w:rsidR="006974AE" w:rsidRDefault="006974AE" w:rsidP="006974AE">
      <w:r>
        <w:t>172.4850</w:t>
      </w:r>
      <w:r>
        <w:tab/>
        <w:t>2.025e0</w:t>
      </w:r>
    </w:p>
    <w:p w:rsidR="006974AE" w:rsidRDefault="006974AE" w:rsidP="006974AE">
      <w:r>
        <w:t>172.5043</w:t>
      </w:r>
      <w:r>
        <w:tab/>
        <w:t>1.013e0</w:t>
      </w:r>
    </w:p>
    <w:p w:rsidR="006974AE" w:rsidRDefault="006974AE" w:rsidP="006974AE">
      <w:r>
        <w:t>172.5255</w:t>
      </w:r>
      <w:r>
        <w:tab/>
        <w:t>1.013e0</w:t>
      </w:r>
    </w:p>
    <w:p w:rsidR="006974AE" w:rsidRDefault="006974AE" w:rsidP="006974AE">
      <w:r>
        <w:t>172.5323</w:t>
      </w:r>
      <w:r>
        <w:tab/>
        <w:t>1.013e0</w:t>
      </w:r>
    </w:p>
    <w:p w:rsidR="006974AE" w:rsidRDefault="006974AE" w:rsidP="006974AE">
      <w:r>
        <w:t>172.5359</w:t>
      </w:r>
      <w:r>
        <w:tab/>
        <w:t>1.013e0</w:t>
      </w:r>
    </w:p>
    <w:p w:rsidR="006974AE" w:rsidRDefault="006974AE" w:rsidP="006974AE">
      <w:r>
        <w:t>172.5507</w:t>
      </w:r>
      <w:r>
        <w:tab/>
        <w:t>2.025e0</w:t>
      </w:r>
    </w:p>
    <w:p w:rsidR="006974AE" w:rsidRDefault="006974AE" w:rsidP="006974AE">
      <w:r>
        <w:lastRenderedPageBreak/>
        <w:t>172.5701</w:t>
      </w:r>
      <w:r>
        <w:tab/>
        <w:t>1.013e0</w:t>
      </w:r>
    </w:p>
    <w:p w:rsidR="006974AE" w:rsidRDefault="006974AE" w:rsidP="006974AE">
      <w:r>
        <w:t>172.5789</w:t>
      </w:r>
      <w:r>
        <w:tab/>
        <w:t>3.038e0</w:t>
      </w:r>
    </w:p>
    <w:p w:rsidR="006974AE" w:rsidRDefault="006974AE" w:rsidP="006974AE">
      <w:r>
        <w:t>172.5807</w:t>
      </w:r>
      <w:r>
        <w:tab/>
        <w:t>1.013e0</w:t>
      </w:r>
    </w:p>
    <w:p w:rsidR="006974AE" w:rsidRDefault="006974AE" w:rsidP="006974AE">
      <w:r>
        <w:t>172.6021</w:t>
      </w:r>
      <w:r>
        <w:tab/>
        <w:t>2.025e0</w:t>
      </w:r>
    </w:p>
    <w:p w:rsidR="006974AE" w:rsidRDefault="006974AE" w:rsidP="006974AE">
      <w:r>
        <w:t>172.6054</w:t>
      </w:r>
      <w:r>
        <w:tab/>
        <w:t>1.013e0</w:t>
      </w:r>
    </w:p>
    <w:p w:rsidR="006974AE" w:rsidRDefault="006974AE" w:rsidP="006974AE">
      <w:r>
        <w:t>172.6197</w:t>
      </w:r>
      <w:r>
        <w:tab/>
        <w:t>1.013e0</w:t>
      </w:r>
    </w:p>
    <w:p w:rsidR="006974AE" w:rsidRDefault="006974AE" w:rsidP="006974AE">
      <w:r>
        <w:t>172.6407</w:t>
      </w:r>
      <w:r>
        <w:tab/>
        <w:t>1.013e0</w:t>
      </w:r>
    </w:p>
    <w:p w:rsidR="006974AE" w:rsidRDefault="006974AE" w:rsidP="006974AE">
      <w:r>
        <w:t>172.6511</w:t>
      </w:r>
      <w:r>
        <w:tab/>
        <w:t>1.013e0</w:t>
      </w:r>
    </w:p>
    <w:p w:rsidR="006974AE" w:rsidRDefault="006974AE" w:rsidP="006974AE">
      <w:r>
        <w:t>172.6888</w:t>
      </w:r>
      <w:r>
        <w:tab/>
        <w:t>2.025e0</w:t>
      </w:r>
    </w:p>
    <w:p w:rsidR="006974AE" w:rsidRDefault="006974AE" w:rsidP="006974AE">
      <w:r>
        <w:t>172.6925</w:t>
      </w:r>
      <w:r>
        <w:tab/>
        <w:t>1.013e0</w:t>
      </w:r>
    </w:p>
    <w:p w:rsidR="006974AE" w:rsidRDefault="006974AE" w:rsidP="006974AE">
      <w:r>
        <w:t>172.6994</w:t>
      </w:r>
      <w:r>
        <w:tab/>
        <w:t>1.013e0</w:t>
      </w:r>
    </w:p>
    <w:p w:rsidR="006974AE" w:rsidRDefault="006974AE" w:rsidP="006974AE">
      <w:r>
        <w:t>172.7067</w:t>
      </w:r>
      <w:r>
        <w:tab/>
        <w:t>1.013e0</w:t>
      </w:r>
    </w:p>
    <w:p w:rsidR="006974AE" w:rsidRDefault="006974AE" w:rsidP="006974AE">
      <w:r>
        <w:t>172.7153</w:t>
      </w:r>
      <w:r>
        <w:tab/>
        <w:t>3.038e0</w:t>
      </w:r>
    </w:p>
    <w:p w:rsidR="006974AE" w:rsidRDefault="006974AE" w:rsidP="006974AE">
      <w:r>
        <w:t>172.7311</w:t>
      </w:r>
      <w:r>
        <w:tab/>
        <w:t>1.013e0</w:t>
      </w:r>
    </w:p>
    <w:p w:rsidR="006974AE" w:rsidRDefault="006974AE" w:rsidP="006974AE">
      <w:r>
        <w:t>172.7382</w:t>
      </w:r>
      <w:r>
        <w:tab/>
        <w:t>2.025e0</w:t>
      </w:r>
    </w:p>
    <w:p w:rsidR="006974AE" w:rsidRDefault="006974AE" w:rsidP="006974AE">
      <w:r>
        <w:t>172.7734</w:t>
      </w:r>
      <w:r>
        <w:tab/>
        <w:t>1.013e0</w:t>
      </w:r>
    </w:p>
    <w:p w:rsidR="006974AE" w:rsidRDefault="006974AE" w:rsidP="006974AE">
      <w:r>
        <w:t>172.7768</w:t>
      </w:r>
      <w:r>
        <w:tab/>
        <w:t>1.013e0</w:t>
      </w:r>
    </w:p>
    <w:p w:rsidR="006974AE" w:rsidRDefault="006974AE" w:rsidP="006974AE">
      <w:r>
        <w:t>172.7838</w:t>
      </w:r>
      <w:r>
        <w:tab/>
        <w:t>1.013e0</w:t>
      </w:r>
    </w:p>
    <w:p w:rsidR="006974AE" w:rsidRDefault="006974AE" w:rsidP="006974AE">
      <w:r>
        <w:t>172.7972</w:t>
      </w:r>
      <w:r>
        <w:tab/>
        <w:t>1.013e0</w:t>
      </w:r>
    </w:p>
    <w:p w:rsidR="006974AE" w:rsidRDefault="006974AE" w:rsidP="006974AE">
      <w:r>
        <w:lastRenderedPageBreak/>
        <w:t>172.8042</w:t>
      </w:r>
      <w:r>
        <w:tab/>
        <w:t>1.013e0</w:t>
      </w:r>
    </w:p>
    <w:p w:rsidR="006974AE" w:rsidRDefault="006974AE" w:rsidP="006974AE">
      <w:r>
        <w:t>172.8287</w:t>
      </w:r>
      <w:r>
        <w:tab/>
        <w:t>1.013e0</w:t>
      </w:r>
    </w:p>
    <w:p w:rsidR="006974AE" w:rsidRDefault="006974AE" w:rsidP="006974AE">
      <w:r>
        <w:t>172.8325</w:t>
      </w:r>
      <w:r>
        <w:tab/>
        <w:t>1.013e0</w:t>
      </w:r>
    </w:p>
    <w:p w:rsidR="006974AE" w:rsidRDefault="006974AE" w:rsidP="006974AE">
      <w:r>
        <w:t>172.8464</w:t>
      </w:r>
      <w:r>
        <w:tab/>
        <w:t>1.013e0</w:t>
      </w:r>
    </w:p>
    <w:p w:rsidR="006974AE" w:rsidRDefault="006974AE" w:rsidP="006974AE">
      <w:r>
        <w:t>172.8571</w:t>
      </w:r>
      <w:r>
        <w:tab/>
        <w:t>2.025e0</w:t>
      </w:r>
    </w:p>
    <w:p w:rsidR="006974AE" w:rsidRDefault="006974AE" w:rsidP="006974AE">
      <w:r>
        <w:t>172.8604</w:t>
      </w:r>
      <w:r>
        <w:tab/>
        <w:t>1.013e0</w:t>
      </w:r>
    </w:p>
    <w:p w:rsidR="006974AE" w:rsidRDefault="006974AE" w:rsidP="006974AE">
      <w:r>
        <w:t>172.9332</w:t>
      </w:r>
      <w:r>
        <w:tab/>
        <w:t>1.013e0</w:t>
      </w:r>
    </w:p>
    <w:p w:rsidR="006974AE" w:rsidRDefault="006974AE" w:rsidP="006974AE">
      <w:r>
        <w:t>172.9440</w:t>
      </w:r>
      <w:r>
        <w:tab/>
        <w:t>2.025e0</w:t>
      </w:r>
    </w:p>
    <w:p w:rsidR="006974AE" w:rsidRDefault="006974AE" w:rsidP="006974AE">
      <w:r>
        <w:t>172.9757</w:t>
      </w:r>
      <w:r>
        <w:tab/>
        <w:t>2.025e0</w:t>
      </w:r>
    </w:p>
    <w:p w:rsidR="006974AE" w:rsidRDefault="006974AE" w:rsidP="006974AE">
      <w:r>
        <w:t>172.9777</w:t>
      </w:r>
      <w:r>
        <w:tab/>
        <w:t>2.025e0</w:t>
      </w:r>
    </w:p>
    <w:p w:rsidR="006974AE" w:rsidRDefault="006974AE" w:rsidP="006974AE">
      <w:r>
        <w:t>172.9794</w:t>
      </w:r>
      <w:r>
        <w:tab/>
        <w:t>1.013e0</w:t>
      </w:r>
    </w:p>
    <w:p w:rsidR="006974AE" w:rsidRDefault="006974AE" w:rsidP="006974AE">
      <w:r>
        <w:t>172.9933</w:t>
      </w:r>
      <w:r>
        <w:tab/>
        <w:t>1.013e0</w:t>
      </w:r>
    </w:p>
    <w:p w:rsidR="006974AE" w:rsidRDefault="006974AE" w:rsidP="006974AE">
      <w:r>
        <w:t>173.0092</w:t>
      </w:r>
      <w:r>
        <w:tab/>
        <w:t>2.172e0</w:t>
      </w:r>
    </w:p>
    <w:p w:rsidR="006974AE" w:rsidRDefault="006974AE" w:rsidP="006974AE">
      <w:r>
        <w:t>173.0146</w:t>
      </w:r>
      <w:r>
        <w:tab/>
        <w:t>1.013e0</w:t>
      </w:r>
    </w:p>
    <w:p w:rsidR="006974AE" w:rsidRDefault="006974AE" w:rsidP="006974AE">
      <w:r>
        <w:t>173.0182</w:t>
      </w:r>
      <w:r>
        <w:tab/>
        <w:t>1.013e0</w:t>
      </w:r>
    </w:p>
    <w:p w:rsidR="006974AE" w:rsidRDefault="006974AE" w:rsidP="006974AE">
      <w:r>
        <w:t>173.0217</w:t>
      </w:r>
      <w:r>
        <w:tab/>
        <w:t>3.075e0</w:t>
      </w:r>
    </w:p>
    <w:p w:rsidR="006974AE" w:rsidRDefault="006974AE" w:rsidP="006974AE">
      <w:r>
        <w:t>173.0253</w:t>
      </w:r>
      <w:r>
        <w:tab/>
        <w:t>2.025e0</w:t>
      </w:r>
    </w:p>
    <w:p w:rsidR="006974AE" w:rsidRDefault="006974AE" w:rsidP="006974AE">
      <w:r>
        <w:t>173.0329</w:t>
      </w:r>
      <w:r>
        <w:tab/>
        <w:t>3.038e0</w:t>
      </w:r>
    </w:p>
    <w:p w:rsidR="006974AE" w:rsidRDefault="006974AE" w:rsidP="006974AE">
      <w:r>
        <w:t>173.0352</w:t>
      </w:r>
      <w:r>
        <w:tab/>
        <w:t>1.013e0</w:t>
      </w:r>
    </w:p>
    <w:p w:rsidR="006974AE" w:rsidRDefault="006974AE" w:rsidP="006974AE">
      <w:r>
        <w:lastRenderedPageBreak/>
        <w:t>173.0369</w:t>
      </w:r>
      <w:r>
        <w:tab/>
        <w:t>2.025e0</w:t>
      </w:r>
    </w:p>
    <w:p w:rsidR="006974AE" w:rsidRDefault="006974AE" w:rsidP="006974AE">
      <w:r>
        <w:t>173.0439</w:t>
      </w:r>
      <w:r>
        <w:tab/>
        <w:t>5.063e0</w:t>
      </w:r>
    </w:p>
    <w:p w:rsidR="006974AE" w:rsidRDefault="006974AE" w:rsidP="006974AE">
      <w:r>
        <w:t>173.0522</w:t>
      </w:r>
      <w:r>
        <w:tab/>
        <w:t>2.025e0</w:t>
      </w:r>
    </w:p>
    <w:p w:rsidR="006974AE" w:rsidRDefault="006974AE" w:rsidP="006974AE">
      <w:r>
        <w:t>173.0558</w:t>
      </w:r>
      <w:r>
        <w:tab/>
        <w:t>1.013e0</w:t>
      </w:r>
    </w:p>
    <w:p w:rsidR="006974AE" w:rsidRDefault="006974AE" w:rsidP="006974AE">
      <w:r>
        <w:t>173.0626</w:t>
      </w:r>
      <w:r>
        <w:tab/>
        <w:t>1.013e0</w:t>
      </w:r>
    </w:p>
    <w:p w:rsidR="006974AE" w:rsidRDefault="006974AE" w:rsidP="006974AE">
      <w:r>
        <w:t>173.0748</w:t>
      </w:r>
      <w:r>
        <w:tab/>
        <w:t>3.038e0</w:t>
      </w:r>
    </w:p>
    <w:p w:rsidR="006974AE" w:rsidRDefault="006974AE" w:rsidP="006974AE">
      <w:r>
        <w:t>173.0770</w:t>
      </w:r>
      <w:r>
        <w:tab/>
        <w:t>2.025e0</w:t>
      </w:r>
    </w:p>
    <w:p w:rsidR="006974AE" w:rsidRDefault="006974AE" w:rsidP="006974AE">
      <w:r>
        <w:t>173.0892</w:t>
      </w:r>
      <w:r>
        <w:tab/>
        <w:t>2.025e0</w:t>
      </w:r>
    </w:p>
    <w:p w:rsidR="006974AE" w:rsidRDefault="006974AE" w:rsidP="006974AE">
      <w:r>
        <w:t>173.0911</w:t>
      </w:r>
      <w:r>
        <w:tab/>
        <w:t>5.063e0</w:t>
      </w:r>
    </w:p>
    <w:p w:rsidR="006974AE" w:rsidRDefault="006974AE" w:rsidP="006974AE">
      <w:r>
        <w:t>173.1018</w:t>
      </w:r>
      <w:r>
        <w:tab/>
        <w:t>1.013e0</w:t>
      </w:r>
    </w:p>
    <w:p w:rsidR="006974AE" w:rsidRDefault="006974AE" w:rsidP="006974AE">
      <w:r>
        <w:t>173.1053</w:t>
      </w:r>
      <w:r>
        <w:tab/>
        <w:t>1.013e0</w:t>
      </w:r>
    </w:p>
    <w:p w:rsidR="006974AE" w:rsidRDefault="006974AE" w:rsidP="006974AE">
      <w:r>
        <w:t>173.1245</w:t>
      </w:r>
      <w:r>
        <w:tab/>
        <w:t>5.063e0</w:t>
      </w:r>
    </w:p>
    <w:p w:rsidR="006974AE" w:rsidRDefault="006974AE" w:rsidP="006974AE">
      <w:r>
        <w:t>173.1280</w:t>
      </w:r>
      <w:r>
        <w:tab/>
        <w:t>2.025e0</w:t>
      </w:r>
    </w:p>
    <w:p w:rsidR="006974AE" w:rsidRDefault="006974AE" w:rsidP="006974AE">
      <w:r>
        <w:t>173.1295</w:t>
      </w:r>
      <w:r>
        <w:tab/>
        <w:t>6.076e0</w:t>
      </w:r>
    </w:p>
    <w:p w:rsidR="006974AE" w:rsidRDefault="006974AE" w:rsidP="006974AE">
      <w:r>
        <w:t>173.1416</w:t>
      </w:r>
      <w:r>
        <w:tab/>
        <w:t>3.038e0</w:t>
      </w:r>
    </w:p>
    <w:p w:rsidR="006974AE" w:rsidRDefault="006974AE" w:rsidP="006974AE">
      <w:r>
        <w:t>173.1509</w:t>
      </w:r>
      <w:r>
        <w:tab/>
        <w:t>1.013e0</w:t>
      </w:r>
    </w:p>
    <w:p w:rsidR="006974AE" w:rsidRDefault="006974AE" w:rsidP="006974AE">
      <w:r>
        <w:t>173.1577</w:t>
      </w:r>
      <w:r>
        <w:tab/>
        <w:t>1.013e0</w:t>
      </w:r>
    </w:p>
    <w:p w:rsidR="006974AE" w:rsidRDefault="006974AE" w:rsidP="006974AE">
      <w:r>
        <w:t>173.1781</w:t>
      </w:r>
      <w:r>
        <w:tab/>
        <w:t>2.025e0</w:t>
      </w:r>
    </w:p>
    <w:p w:rsidR="006974AE" w:rsidRDefault="006974AE" w:rsidP="006974AE">
      <w:r>
        <w:t>173.1833</w:t>
      </w:r>
      <w:r>
        <w:tab/>
        <w:t>2.025e0</w:t>
      </w:r>
    </w:p>
    <w:p w:rsidR="006974AE" w:rsidRDefault="006974AE" w:rsidP="006974AE">
      <w:r>
        <w:lastRenderedPageBreak/>
        <w:t>173.1994</w:t>
      </w:r>
      <w:r>
        <w:tab/>
        <w:t>1.013e0</w:t>
      </w:r>
    </w:p>
    <w:p w:rsidR="006974AE" w:rsidRDefault="006974AE" w:rsidP="006974AE">
      <w:r>
        <w:t>173.2065</w:t>
      </w:r>
      <w:r>
        <w:tab/>
        <w:t>3.038e0</w:t>
      </w:r>
    </w:p>
    <w:p w:rsidR="006974AE" w:rsidRDefault="006974AE" w:rsidP="006974AE">
      <w:r>
        <w:t>173.2098</w:t>
      </w:r>
      <w:r>
        <w:tab/>
        <w:t>1.013e0</w:t>
      </w:r>
    </w:p>
    <w:p w:rsidR="006974AE" w:rsidRDefault="006974AE" w:rsidP="006974AE">
      <w:r>
        <w:t>173.2224</w:t>
      </w:r>
      <w:r>
        <w:tab/>
        <w:t>2.025e0</w:t>
      </w:r>
    </w:p>
    <w:p w:rsidR="006974AE" w:rsidRDefault="006974AE" w:rsidP="006974AE">
      <w:r>
        <w:t>173.2665</w:t>
      </w:r>
      <w:r>
        <w:tab/>
        <w:t>1.013e0</w:t>
      </w:r>
    </w:p>
    <w:p w:rsidR="006974AE" w:rsidRDefault="006974AE" w:rsidP="006974AE">
      <w:r>
        <w:t>173.3075</w:t>
      </w:r>
      <w:r>
        <w:tab/>
        <w:t>1.013e0</w:t>
      </w:r>
    </w:p>
    <w:p w:rsidR="006974AE" w:rsidRDefault="006974AE" w:rsidP="006974AE">
      <w:r>
        <w:t>173.3146</w:t>
      </w:r>
      <w:r>
        <w:tab/>
        <w:t>3.038e0</w:t>
      </w:r>
    </w:p>
    <w:p w:rsidR="006974AE" w:rsidRDefault="006974AE" w:rsidP="006974AE">
      <w:r>
        <w:t>173.3322</w:t>
      </w:r>
      <w:r>
        <w:tab/>
        <w:t>1.013e0</w:t>
      </w:r>
    </w:p>
    <w:p w:rsidR="006974AE" w:rsidRDefault="006974AE" w:rsidP="006974AE">
      <w:r>
        <w:t>173.3357</w:t>
      </w:r>
      <w:r>
        <w:tab/>
        <w:t>1.013e0</w:t>
      </w:r>
    </w:p>
    <w:p w:rsidR="006974AE" w:rsidRDefault="006974AE" w:rsidP="006974AE">
      <w:r>
        <w:t>173.3606</w:t>
      </w:r>
      <w:r>
        <w:tab/>
        <w:t>1.013e0</w:t>
      </w:r>
    </w:p>
    <w:p w:rsidR="006974AE" w:rsidRDefault="006974AE" w:rsidP="006974AE">
      <w:r>
        <w:t>173.3639</w:t>
      </w:r>
      <w:r>
        <w:tab/>
        <w:t>2.025e0</w:t>
      </w:r>
    </w:p>
    <w:p w:rsidR="006974AE" w:rsidRDefault="006974AE" w:rsidP="006974AE">
      <w:r>
        <w:t>173.3816</w:t>
      </w:r>
      <w:r>
        <w:tab/>
        <w:t>1.013e0</w:t>
      </w:r>
    </w:p>
    <w:p w:rsidR="006974AE" w:rsidRDefault="006974AE" w:rsidP="006974AE">
      <w:r>
        <w:t>173.4065</w:t>
      </w:r>
      <w:r>
        <w:tab/>
        <w:t>1.013e0</w:t>
      </w:r>
    </w:p>
    <w:p w:rsidR="006974AE" w:rsidRDefault="006974AE" w:rsidP="006974AE">
      <w:r>
        <w:t>173.4474</w:t>
      </w:r>
      <w:r>
        <w:tab/>
        <w:t>1.013e0</w:t>
      </w:r>
    </w:p>
    <w:p w:rsidR="006974AE" w:rsidRDefault="006974AE" w:rsidP="006974AE">
      <w:r>
        <w:t>173.4758</w:t>
      </w:r>
      <w:r>
        <w:tab/>
        <w:t>1.013e0</w:t>
      </w:r>
    </w:p>
    <w:p w:rsidR="006974AE" w:rsidRDefault="006974AE" w:rsidP="006974AE">
      <w:r>
        <w:t>173.4793</w:t>
      </w:r>
      <w:r>
        <w:tab/>
        <w:t>2.025e0</w:t>
      </w:r>
    </w:p>
    <w:p w:rsidR="006974AE" w:rsidRDefault="006974AE" w:rsidP="006974AE">
      <w:r>
        <w:t>173.4901</w:t>
      </w:r>
      <w:r>
        <w:tab/>
        <w:t>1.013e0</w:t>
      </w:r>
    </w:p>
    <w:p w:rsidR="006974AE" w:rsidRDefault="006974AE" w:rsidP="006974AE">
      <w:r>
        <w:t>173.5042</w:t>
      </w:r>
      <w:r>
        <w:tab/>
        <w:t>1.013e0</w:t>
      </w:r>
    </w:p>
    <w:p w:rsidR="006974AE" w:rsidRDefault="006974AE" w:rsidP="006974AE">
      <w:r>
        <w:t>173.5096</w:t>
      </w:r>
      <w:r>
        <w:tab/>
        <w:t>2.025e0</w:t>
      </w:r>
    </w:p>
    <w:p w:rsidR="006974AE" w:rsidRDefault="006974AE" w:rsidP="006974AE">
      <w:r>
        <w:lastRenderedPageBreak/>
        <w:t>173.5111</w:t>
      </w:r>
      <w:r>
        <w:tab/>
        <w:t>1.013e0</w:t>
      </w:r>
    </w:p>
    <w:p w:rsidR="006974AE" w:rsidRDefault="006974AE" w:rsidP="006974AE">
      <w:r>
        <w:t>173.5220</w:t>
      </w:r>
      <w:r>
        <w:tab/>
        <w:t>1.013e0</w:t>
      </w:r>
    </w:p>
    <w:p w:rsidR="006974AE" w:rsidRDefault="006974AE" w:rsidP="006974AE">
      <w:r>
        <w:t>173.5395</w:t>
      </w:r>
      <w:r>
        <w:tab/>
        <w:t>1.013e0</w:t>
      </w:r>
    </w:p>
    <w:p w:rsidR="006974AE" w:rsidRDefault="006974AE" w:rsidP="006974AE">
      <w:r>
        <w:t>173.5563</w:t>
      </w:r>
      <w:r>
        <w:tab/>
        <w:t>1.013e0</w:t>
      </w:r>
    </w:p>
    <w:p w:rsidR="006974AE" w:rsidRDefault="006974AE" w:rsidP="006974AE">
      <w:r>
        <w:t>173.5631</w:t>
      </w:r>
      <w:r>
        <w:tab/>
        <w:t>1.013e0</w:t>
      </w:r>
    </w:p>
    <w:p w:rsidR="006974AE" w:rsidRDefault="006974AE" w:rsidP="006974AE">
      <w:r>
        <w:t>173.5701</w:t>
      </w:r>
      <w:r>
        <w:tab/>
        <w:t>5.063e0</w:t>
      </w:r>
    </w:p>
    <w:p w:rsidR="006974AE" w:rsidRDefault="006974AE" w:rsidP="006974AE">
      <w:r>
        <w:t>173.5769</w:t>
      </w:r>
      <w:r>
        <w:tab/>
        <w:t>1.013e0</w:t>
      </w:r>
    </w:p>
    <w:p w:rsidR="006974AE" w:rsidRDefault="006974AE" w:rsidP="006974AE">
      <w:r>
        <w:t>173.5841</w:t>
      </w:r>
      <w:r>
        <w:tab/>
        <w:t>1.013e0</w:t>
      </w:r>
    </w:p>
    <w:p w:rsidR="006974AE" w:rsidRDefault="006974AE" w:rsidP="006974AE">
      <w:r>
        <w:t>173.5949</w:t>
      </w:r>
      <w:r>
        <w:tab/>
        <w:t>1.013e0</w:t>
      </w:r>
    </w:p>
    <w:p w:rsidR="006974AE" w:rsidRDefault="006974AE" w:rsidP="006974AE">
      <w:r>
        <w:t>173.6126</w:t>
      </w:r>
      <w:r>
        <w:tab/>
        <w:t>1.013e0</w:t>
      </w:r>
    </w:p>
    <w:p w:rsidR="006974AE" w:rsidRDefault="006974AE" w:rsidP="006974AE">
      <w:r>
        <w:t>173.6197</w:t>
      </w:r>
      <w:r>
        <w:tab/>
        <w:t>1.013e0</w:t>
      </w:r>
    </w:p>
    <w:p w:rsidR="006974AE" w:rsidRDefault="006974AE" w:rsidP="006974AE">
      <w:r>
        <w:t>173.6300</w:t>
      </w:r>
      <w:r>
        <w:tab/>
        <w:t>1.013e0</w:t>
      </w:r>
    </w:p>
    <w:p w:rsidR="006974AE" w:rsidRDefault="006974AE" w:rsidP="006974AE">
      <w:r>
        <w:t>173.6723</w:t>
      </w:r>
      <w:r>
        <w:tab/>
        <w:t>1.013e0</w:t>
      </w:r>
    </w:p>
    <w:p w:rsidR="006974AE" w:rsidRDefault="006974AE" w:rsidP="006974AE">
      <w:r>
        <w:t>173.6862</w:t>
      </w:r>
      <w:r>
        <w:tab/>
        <w:t>1.013e0</w:t>
      </w:r>
    </w:p>
    <w:p w:rsidR="006974AE" w:rsidRDefault="006974AE" w:rsidP="006974AE">
      <w:r>
        <w:t>173.6928</w:t>
      </w:r>
      <w:r>
        <w:tab/>
        <w:t>1.013e0</w:t>
      </w:r>
    </w:p>
    <w:p w:rsidR="006974AE" w:rsidRDefault="006974AE" w:rsidP="006974AE">
      <w:r>
        <w:t>173.6964</w:t>
      </w:r>
      <w:r>
        <w:tab/>
        <w:t>1.013e0</w:t>
      </w:r>
    </w:p>
    <w:p w:rsidR="006974AE" w:rsidRDefault="006974AE" w:rsidP="006974AE">
      <w:r>
        <w:t>173.7154</w:t>
      </w:r>
      <w:r>
        <w:tab/>
        <w:t>2.025e0</w:t>
      </w:r>
    </w:p>
    <w:p w:rsidR="006974AE" w:rsidRDefault="006974AE" w:rsidP="006974AE">
      <w:r>
        <w:t>173.7245</w:t>
      </w:r>
      <w:r>
        <w:tab/>
        <w:t>2.025e0</w:t>
      </w:r>
    </w:p>
    <w:p w:rsidR="006974AE" w:rsidRDefault="006974AE" w:rsidP="006974AE">
      <w:r>
        <w:t>173.7278</w:t>
      </w:r>
      <w:r>
        <w:tab/>
        <w:t>1.013e0</w:t>
      </w:r>
    </w:p>
    <w:p w:rsidR="006974AE" w:rsidRDefault="006974AE" w:rsidP="006974AE">
      <w:r>
        <w:lastRenderedPageBreak/>
        <w:t>173.7384</w:t>
      </w:r>
      <w:r>
        <w:tab/>
        <w:t>1.013e0</w:t>
      </w:r>
    </w:p>
    <w:p w:rsidR="006974AE" w:rsidRDefault="006974AE" w:rsidP="006974AE">
      <w:r>
        <w:t>173.7598</w:t>
      </w:r>
      <w:r>
        <w:tab/>
        <w:t>1.013e0</w:t>
      </w:r>
    </w:p>
    <w:p w:rsidR="006974AE" w:rsidRDefault="006974AE" w:rsidP="006974AE">
      <w:r>
        <w:t>173.7739</w:t>
      </w:r>
      <w:r>
        <w:tab/>
        <w:t>1.013e0</w:t>
      </w:r>
    </w:p>
    <w:p w:rsidR="006974AE" w:rsidRDefault="006974AE" w:rsidP="006974AE">
      <w:r>
        <w:t>173.7775</w:t>
      </w:r>
      <w:r>
        <w:tab/>
        <w:t>1.013e0</w:t>
      </w:r>
    </w:p>
    <w:p w:rsidR="006974AE" w:rsidRDefault="006974AE" w:rsidP="006974AE">
      <w:r>
        <w:t>173.8056</w:t>
      </w:r>
      <w:r>
        <w:tab/>
        <w:t>1.013e0</w:t>
      </w:r>
    </w:p>
    <w:p w:rsidR="006974AE" w:rsidRDefault="006974AE" w:rsidP="006974AE">
      <w:r>
        <w:t>173.8091</w:t>
      </w:r>
      <w:r>
        <w:tab/>
        <w:t>1.013e0</w:t>
      </w:r>
    </w:p>
    <w:p w:rsidR="006974AE" w:rsidRDefault="006974AE" w:rsidP="006974AE">
      <w:r>
        <w:t>173.8193</w:t>
      </w:r>
      <w:r>
        <w:tab/>
        <w:t>1.013e0</w:t>
      </w:r>
    </w:p>
    <w:p w:rsidR="006974AE" w:rsidRDefault="006974AE" w:rsidP="006974AE">
      <w:r>
        <w:t>173.8432</w:t>
      </w:r>
      <w:r>
        <w:tab/>
        <w:t>1.013e0</w:t>
      </w:r>
    </w:p>
    <w:p w:rsidR="006974AE" w:rsidRDefault="006974AE" w:rsidP="006974AE">
      <w:r>
        <w:t>173.8576</w:t>
      </w:r>
      <w:r>
        <w:tab/>
        <w:t>1.013e0</w:t>
      </w:r>
    </w:p>
    <w:p w:rsidR="006974AE" w:rsidRDefault="006974AE" w:rsidP="006974AE">
      <w:r>
        <w:t>173.8788</w:t>
      </w:r>
      <w:r>
        <w:tab/>
        <w:t>1.013e0</w:t>
      </w:r>
    </w:p>
    <w:p w:rsidR="006974AE" w:rsidRDefault="006974AE" w:rsidP="006974AE">
      <w:r>
        <w:t>173.9071</w:t>
      </w:r>
      <w:r>
        <w:tab/>
        <w:t>1.013e0</w:t>
      </w:r>
    </w:p>
    <w:p w:rsidR="006974AE" w:rsidRDefault="006974AE" w:rsidP="006974AE">
      <w:r>
        <w:t>173.9140</w:t>
      </w:r>
      <w:r>
        <w:tab/>
        <w:t>1.013e0</w:t>
      </w:r>
    </w:p>
    <w:p w:rsidR="006974AE" w:rsidRDefault="006974AE" w:rsidP="006974AE">
      <w:r>
        <w:t>173.9246</w:t>
      </w:r>
      <w:r>
        <w:tab/>
        <w:t>1.013e0</w:t>
      </w:r>
    </w:p>
    <w:p w:rsidR="006974AE" w:rsidRDefault="006974AE" w:rsidP="006974AE">
      <w:r>
        <w:t>173.9457</w:t>
      </w:r>
      <w:r>
        <w:tab/>
        <w:t>1.013e0</w:t>
      </w:r>
    </w:p>
    <w:p w:rsidR="006974AE" w:rsidRDefault="006974AE" w:rsidP="006974AE">
      <w:r>
        <w:t>173.9559</w:t>
      </w:r>
      <w:r>
        <w:tab/>
        <w:t>1.013e0</w:t>
      </w:r>
    </w:p>
    <w:p w:rsidR="006974AE" w:rsidRDefault="006974AE" w:rsidP="006974AE">
      <w:r>
        <w:t>173.9695</w:t>
      </w:r>
      <w:r>
        <w:tab/>
        <w:t>3.038e0</w:t>
      </w:r>
    </w:p>
    <w:p w:rsidR="006974AE" w:rsidRDefault="006974AE" w:rsidP="006974AE">
      <w:r>
        <w:t>173.9977</w:t>
      </w:r>
      <w:r>
        <w:tab/>
        <w:t>1.013e0</w:t>
      </w:r>
    </w:p>
    <w:p w:rsidR="006974AE" w:rsidRDefault="006974AE" w:rsidP="006974AE">
      <w:r>
        <w:t>174.0261</w:t>
      </w:r>
      <w:r>
        <w:tab/>
        <w:t>3.038e0</w:t>
      </w:r>
    </w:p>
    <w:p w:rsidR="006974AE" w:rsidRDefault="006974AE" w:rsidP="006974AE">
      <w:r>
        <w:t>174.0297</w:t>
      </w:r>
      <w:r>
        <w:tab/>
        <w:t>1.013e0</w:t>
      </w:r>
    </w:p>
    <w:p w:rsidR="006974AE" w:rsidRDefault="006974AE" w:rsidP="006974AE">
      <w:r>
        <w:lastRenderedPageBreak/>
        <w:t>174.0367</w:t>
      </w:r>
      <w:r>
        <w:tab/>
        <w:t>1.013e0</w:t>
      </w:r>
    </w:p>
    <w:p w:rsidR="006974AE" w:rsidRDefault="006974AE" w:rsidP="006974AE">
      <w:r>
        <w:t>174.0525</w:t>
      </w:r>
      <w:r>
        <w:tab/>
        <w:t>2.025e0</w:t>
      </w:r>
    </w:p>
    <w:p w:rsidR="006974AE" w:rsidRDefault="006974AE" w:rsidP="006974AE">
      <w:r>
        <w:t>174.0687</w:t>
      </w:r>
      <w:r>
        <w:tab/>
        <w:t>1.013e0</w:t>
      </w:r>
    </w:p>
    <w:p w:rsidR="006974AE" w:rsidRDefault="006974AE" w:rsidP="006974AE">
      <w:r>
        <w:t>174.0719</w:t>
      </w:r>
      <w:r>
        <w:tab/>
        <w:t>1.013e0</w:t>
      </w:r>
    </w:p>
    <w:p w:rsidR="006974AE" w:rsidRDefault="006974AE" w:rsidP="006974AE">
      <w:r>
        <w:t>174.0856</w:t>
      </w:r>
      <w:r>
        <w:tab/>
        <w:t>1.013e0</w:t>
      </w:r>
    </w:p>
    <w:p w:rsidR="006974AE" w:rsidRDefault="006974AE" w:rsidP="006974AE">
      <w:r>
        <w:t>174.0884</w:t>
      </w:r>
      <w:r>
        <w:tab/>
        <w:t>4.051e0</w:t>
      </w:r>
    </w:p>
    <w:p w:rsidR="006974AE" w:rsidRDefault="006974AE" w:rsidP="006974AE">
      <w:r>
        <w:t>174.0903</w:t>
      </w:r>
      <w:r>
        <w:tab/>
        <w:t>3.038e0</w:t>
      </w:r>
    </w:p>
    <w:p w:rsidR="006974AE" w:rsidRDefault="006974AE" w:rsidP="006974AE">
      <w:r>
        <w:t>174.0924</w:t>
      </w:r>
      <w:r>
        <w:tab/>
        <w:t>2.025e0</w:t>
      </w:r>
    </w:p>
    <w:p w:rsidR="006974AE" w:rsidRDefault="006974AE" w:rsidP="006974AE">
      <w:r>
        <w:t>174.0960</w:t>
      </w:r>
      <w:r>
        <w:tab/>
        <w:t>2.025e0</w:t>
      </w:r>
    </w:p>
    <w:p w:rsidR="006974AE" w:rsidRDefault="006974AE" w:rsidP="006974AE">
      <w:r>
        <w:t>174.1115</w:t>
      </w:r>
      <w:r>
        <w:tab/>
        <w:t>3.123e0</w:t>
      </w:r>
    </w:p>
    <w:p w:rsidR="006974AE" w:rsidRDefault="006974AE" w:rsidP="006974AE">
      <w:r>
        <w:t>174.1204</w:t>
      </w:r>
      <w:r>
        <w:tab/>
        <w:t>1.013e0</w:t>
      </w:r>
    </w:p>
    <w:p w:rsidR="006974AE" w:rsidRDefault="006974AE" w:rsidP="006974AE">
      <w:r>
        <w:t>174.1239</w:t>
      </w:r>
      <w:r>
        <w:tab/>
        <w:t>7.089e0</w:t>
      </w:r>
    </w:p>
    <w:p w:rsidR="006974AE" w:rsidRDefault="006974AE" w:rsidP="006974AE">
      <w:r>
        <w:t>174.1275</w:t>
      </w:r>
      <w:r>
        <w:tab/>
        <w:t>1.013e0</w:t>
      </w:r>
    </w:p>
    <w:p w:rsidR="006974AE" w:rsidRDefault="006974AE" w:rsidP="006974AE">
      <w:r>
        <w:t>174.1307</w:t>
      </w:r>
      <w:r>
        <w:tab/>
        <w:t>4.675e0</w:t>
      </w:r>
    </w:p>
    <w:p w:rsidR="006974AE" w:rsidRDefault="006974AE" w:rsidP="006974AE">
      <w:r>
        <w:t>174.1328</w:t>
      </w:r>
      <w:r>
        <w:tab/>
        <w:t>2.025e0</w:t>
      </w:r>
    </w:p>
    <w:p w:rsidR="006974AE" w:rsidRDefault="006974AE" w:rsidP="006974AE">
      <w:r>
        <w:t>174.1379</w:t>
      </w:r>
      <w:r>
        <w:tab/>
        <w:t>1.013e0</w:t>
      </w:r>
    </w:p>
    <w:p w:rsidR="006974AE" w:rsidRDefault="006974AE" w:rsidP="006974AE">
      <w:r>
        <w:t>174.1417</w:t>
      </w:r>
      <w:r>
        <w:tab/>
        <w:t>1.013e0</w:t>
      </w:r>
    </w:p>
    <w:p w:rsidR="006974AE" w:rsidRDefault="006974AE" w:rsidP="006974AE">
      <w:r>
        <w:t>174.1556</w:t>
      </w:r>
      <w:r>
        <w:tab/>
        <w:t>2.025e0</w:t>
      </w:r>
    </w:p>
    <w:p w:rsidR="006974AE" w:rsidRDefault="006974AE" w:rsidP="006974AE">
      <w:r>
        <w:t>174.1594</w:t>
      </w:r>
      <w:r>
        <w:tab/>
        <w:t>2.025e0</w:t>
      </w:r>
    </w:p>
    <w:p w:rsidR="006974AE" w:rsidRDefault="006974AE" w:rsidP="006974AE">
      <w:r>
        <w:lastRenderedPageBreak/>
        <w:t>174.1629</w:t>
      </w:r>
      <w:r>
        <w:tab/>
        <w:t>1.013e0</w:t>
      </w:r>
    </w:p>
    <w:p w:rsidR="006974AE" w:rsidRDefault="006974AE" w:rsidP="006974AE">
      <w:r>
        <w:t>174.1697</w:t>
      </w:r>
      <w:r>
        <w:tab/>
        <w:t>1.013e0</w:t>
      </w:r>
    </w:p>
    <w:p w:rsidR="006974AE" w:rsidRDefault="006974AE" w:rsidP="006974AE">
      <w:r>
        <w:t>174.1715</w:t>
      </w:r>
      <w:r>
        <w:tab/>
        <w:t>2.025e0</w:t>
      </w:r>
    </w:p>
    <w:p w:rsidR="006974AE" w:rsidRDefault="006974AE" w:rsidP="006974AE">
      <w:r>
        <w:t>174.1733</w:t>
      </w:r>
      <w:r>
        <w:tab/>
        <w:t>1.013e0</w:t>
      </w:r>
    </w:p>
    <w:p w:rsidR="006974AE" w:rsidRDefault="006974AE" w:rsidP="006974AE">
      <w:r>
        <w:t>174.2089</w:t>
      </w:r>
      <w:r>
        <w:tab/>
        <w:t>1.013e0</w:t>
      </w:r>
    </w:p>
    <w:p w:rsidR="006974AE" w:rsidRDefault="006974AE" w:rsidP="006974AE">
      <w:r>
        <w:t>174.2192</w:t>
      </w:r>
      <w:r>
        <w:tab/>
        <w:t>1.013e0</w:t>
      </w:r>
    </w:p>
    <w:p w:rsidR="006974AE" w:rsidRDefault="006974AE" w:rsidP="006974AE">
      <w:r>
        <w:t>174.2235</w:t>
      </w:r>
      <w:r>
        <w:tab/>
        <w:t>3.038e0</w:t>
      </w:r>
    </w:p>
    <w:p w:rsidR="006974AE" w:rsidRDefault="006974AE" w:rsidP="006974AE">
      <w:r>
        <w:t>174.2429</w:t>
      </w:r>
      <w:r>
        <w:tab/>
        <w:t>1.013e0</w:t>
      </w:r>
    </w:p>
    <w:p w:rsidR="006974AE" w:rsidRDefault="006974AE" w:rsidP="006974AE">
      <w:r>
        <w:t>174.2959</w:t>
      </w:r>
      <w:r>
        <w:tab/>
        <w:t>1.013e0</w:t>
      </w:r>
    </w:p>
    <w:p w:rsidR="006974AE" w:rsidRDefault="006974AE" w:rsidP="006974AE">
      <w:r>
        <w:t>174.3032</w:t>
      </w:r>
      <w:r>
        <w:tab/>
        <w:t>1.013e0</w:t>
      </w:r>
    </w:p>
    <w:p w:rsidR="006974AE" w:rsidRDefault="006974AE" w:rsidP="006974AE">
      <w:r>
        <w:t>174.3316</w:t>
      </w:r>
      <w:r>
        <w:tab/>
        <w:t>1.013e0</w:t>
      </w:r>
    </w:p>
    <w:p w:rsidR="006974AE" w:rsidRDefault="006974AE" w:rsidP="006974AE">
      <w:r>
        <w:t>174.3421</w:t>
      </w:r>
      <w:r>
        <w:tab/>
        <w:t>1.013e0</w:t>
      </w:r>
    </w:p>
    <w:p w:rsidR="006974AE" w:rsidRDefault="006974AE" w:rsidP="006974AE">
      <w:r>
        <w:t>174.3629</w:t>
      </w:r>
      <w:r>
        <w:tab/>
        <w:t>1.013e0</w:t>
      </w:r>
    </w:p>
    <w:p w:rsidR="006974AE" w:rsidRDefault="006974AE" w:rsidP="006974AE">
      <w:r>
        <w:t>174.3732</w:t>
      </w:r>
      <w:r>
        <w:tab/>
        <w:t>1.013e0</w:t>
      </w:r>
    </w:p>
    <w:p w:rsidR="006974AE" w:rsidRDefault="006974AE" w:rsidP="006974AE">
      <w:r>
        <w:t>174.3801</w:t>
      </w:r>
      <w:r>
        <w:tab/>
        <w:t>1.013e0</w:t>
      </w:r>
    </w:p>
    <w:p w:rsidR="006974AE" w:rsidRDefault="006974AE" w:rsidP="006974AE">
      <w:r>
        <w:t>174.3976</w:t>
      </w:r>
      <w:r>
        <w:tab/>
        <w:t>1.013e0</w:t>
      </w:r>
    </w:p>
    <w:p w:rsidR="006974AE" w:rsidRDefault="006974AE" w:rsidP="006974AE">
      <w:r>
        <w:t>174.4153</w:t>
      </w:r>
      <w:r>
        <w:tab/>
        <w:t>1.013e0</w:t>
      </w:r>
    </w:p>
    <w:p w:rsidR="006974AE" w:rsidRDefault="006974AE" w:rsidP="006974AE">
      <w:r>
        <w:t>174.4469</w:t>
      </w:r>
      <w:r>
        <w:tab/>
        <w:t>1.013e0</w:t>
      </w:r>
    </w:p>
    <w:p w:rsidR="006974AE" w:rsidRDefault="006974AE" w:rsidP="006974AE">
      <w:r>
        <w:t>174.4542</w:t>
      </w:r>
      <w:r>
        <w:tab/>
        <w:t>2.025e0</w:t>
      </w:r>
    </w:p>
    <w:p w:rsidR="006974AE" w:rsidRDefault="006974AE" w:rsidP="006974AE">
      <w:r>
        <w:lastRenderedPageBreak/>
        <w:t>174.4862</w:t>
      </w:r>
      <w:r>
        <w:tab/>
        <w:t>2.025e0</w:t>
      </w:r>
    </w:p>
    <w:p w:rsidR="006974AE" w:rsidRDefault="006974AE" w:rsidP="006974AE">
      <w:r>
        <w:t>174.5068</w:t>
      </w:r>
      <w:r>
        <w:tab/>
        <w:t>1.013e0</w:t>
      </w:r>
    </w:p>
    <w:p w:rsidR="006974AE" w:rsidRDefault="006974AE" w:rsidP="006974AE">
      <w:r>
        <w:t>174.5134</w:t>
      </w:r>
      <w:r>
        <w:tab/>
        <w:t>1.013e0</w:t>
      </w:r>
    </w:p>
    <w:p w:rsidR="006974AE" w:rsidRDefault="006974AE" w:rsidP="006974AE">
      <w:r>
        <w:t>174.5203</w:t>
      </w:r>
      <w:r>
        <w:tab/>
        <w:t>1.013e0</w:t>
      </w:r>
    </w:p>
    <w:p w:rsidR="006974AE" w:rsidRDefault="006974AE" w:rsidP="006974AE">
      <w:r>
        <w:t>174.5415</w:t>
      </w:r>
      <w:r>
        <w:tab/>
        <w:t>3.038e0</w:t>
      </w:r>
    </w:p>
    <w:p w:rsidR="006974AE" w:rsidRDefault="006974AE" w:rsidP="006974AE">
      <w:r>
        <w:t>174.5466</w:t>
      </w:r>
      <w:r>
        <w:tab/>
        <w:t>2.025e0</w:t>
      </w:r>
    </w:p>
    <w:p w:rsidR="006974AE" w:rsidRDefault="006974AE" w:rsidP="006974AE">
      <w:r>
        <w:t>174.5573</w:t>
      </w:r>
      <w:r>
        <w:tab/>
        <w:t>2.025e0</w:t>
      </w:r>
    </w:p>
    <w:p w:rsidR="006974AE" w:rsidRDefault="006974AE" w:rsidP="006974AE">
      <w:r>
        <w:t>174.5593</w:t>
      </w:r>
      <w:r>
        <w:tab/>
        <w:t>1.013e0</w:t>
      </w:r>
    </w:p>
    <w:p w:rsidR="006974AE" w:rsidRDefault="006974AE" w:rsidP="006974AE">
      <w:r>
        <w:t>174.5770</w:t>
      </w:r>
      <w:r>
        <w:tab/>
        <w:t>1.013e0</w:t>
      </w:r>
    </w:p>
    <w:p w:rsidR="006974AE" w:rsidRDefault="006974AE" w:rsidP="006974AE">
      <w:r>
        <w:t>174.5805</w:t>
      </w:r>
      <w:r>
        <w:tab/>
        <w:t>1.013e0</w:t>
      </w:r>
    </w:p>
    <w:p w:rsidR="006974AE" w:rsidRDefault="006974AE" w:rsidP="006974AE">
      <w:r>
        <w:t>174.5821</w:t>
      </w:r>
      <w:r>
        <w:tab/>
        <w:t>2.025e0</w:t>
      </w:r>
    </w:p>
    <w:p w:rsidR="006974AE" w:rsidRDefault="006974AE" w:rsidP="006974AE">
      <w:r>
        <w:t>174.5874</w:t>
      </w:r>
      <w:r>
        <w:tab/>
        <w:t>1.013e0</w:t>
      </w:r>
    </w:p>
    <w:p w:rsidR="006974AE" w:rsidRDefault="006974AE" w:rsidP="006974AE">
      <w:r>
        <w:t>174.6015</w:t>
      </w:r>
      <w:r>
        <w:tab/>
        <w:t>1.013e0</w:t>
      </w:r>
    </w:p>
    <w:p w:rsidR="006974AE" w:rsidRDefault="006974AE" w:rsidP="006974AE">
      <w:r>
        <w:t>174.6158</w:t>
      </w:r>
      <w:r>
        <w:tab/>
        <w:t>1.013e0</w:t>
      </w:r>
    </w:p>
    <w:p w:rsidR="006974AE" w:rsidRDefault="006974AE" w:rsidP="006974AE">
      <w:r>
        <w:t>174.6175</w:t>
      </w:r>
      <w:r>
        <w:tab/>
        <w:t>2.025e0</w:t>
      </w:r>
    </w:p>
    <w:p w:rsidR="006974AE" w:rsidRDefault="006974AE" w:rsidP="006974AE">
      <w:r>
        <w:t>174.6195</w:t>
      </w:r>
      <w:r>
        <w:tab/>
        <w:t>1.013e0</w:t>
      </w:r>
    </w:p>
    <w:p w:rsidR="006974AE" w:rsidRDefault="006974AE" w:rsidP="006974AE">
      <w:r>
        <w:t>174.6333</w:t>
      </w:r>
      <w:r>
        <w:tab/>
        <w:t>1.013e0</w:t>
      </w:r>
    </w:p>
    <w:p w:rsidR="006974AE" w:rsidRDefault="006974AE" w:rsidP="006974AE">
      <w:r>
        <w:t>174.6368</w:t>
      </w:r>
      <w:r>
        <w:tab/>
        <w:t>1.013e0</w:t>
      </w:r>
    </w:p>
    <w:p w:rsidR="006974AE" w:rsidRDefault="006974AE" w:rsidP="006974AE">
      <w:r>
        <w:t>174.6817</w:t>
      </w:r>
      <w:r>
        <w:tab/>
        <w:t>1.013e0</w:t>
      </w:r>
    </w:p>
    <w:p w:rsidR="006974AE" w:rsidRDefault="006974AE" w:rsidP="006974AE">
      <w:r>
        <w:lastRenderedPageBreak/>
        <w:t>174.6997</w:t>
      </w:r>
      <w:r>
        <w:tab/>
        <w:t>1.013e0</w:t>
      </w:r>
    </w:p>
    <w:p w:rsidR="006974AE" w:rsidRDefault="006974AE" w:rsidP="006974AE">
      <w:r>
        <w:t>174.7031</w:t>
      </w:r>
      <w:r>
        <w:tab/>
        <w:t>1.013e0</w:t>
      </w:r>
    </w:p>
    <w:p w:rsidR="006974AE" w:rsidRDefault="006974AE" w:rsidP="006974AE">
      <w:r>
        <w:t>174.7102</w:t>
      </w:r>
      <w:r>
        <w:tab/>
        <w:t>1.013e0</w:t>
      </w:r>
    </w:p>
    <w:p w:rsidR="006974AE" w:rsidRDefault="006974AE" w:rsidP="006974AE">
      <w:r>
        <w:t>174.7227</w:t>
      </w:r>
      <w:r>
        <w:tab/>
        <w:t>2.025e0</w:t>
      </w:r>
    </w:p>
    <w:p w:rsidR="006974AE" w:rsidRDefault="006974AE" w:rsidP="006974AE">
      <w:r>
        <w:t>174.7316</w:t>
      </w:r>
      <w:r>
        <w:tab/>
        <w:t>1.013e0</w:t>
      </w:r>
    </w:p>
    <w:p w:rsidR="006974AE" w:rsidRDefault="006974AE" w:rsidP="006974AE">
      <w:r>
        <w:t>174.7384</w:t>
      </w:r>
      <w:r>
        <w:tab/>
        <w:t>1.013e0</w:t>
      </w:r>
    </w:p>
    <w:p w:rsidR="006974AE" w:rsidRDefault="006974AE" w:rsidP="006974AE">
      <w:r>
        <w:t>174.7458</w:t>
      </w:r>
      <w:r>
        <w:tab/>
        <w:t>1.013e0</w:t>
      </w:r>
    </w:p>
    <w:p w:rsidR="006974AE" w:rsidRDefault="006974AE" w:rsidP="006974AE">
      <w:r>
        <w:t>174.7635</w:t>
      </w:r>
      <w:r>
        <w:tab/>
        <w:t>1.013e0</w:t>
      </w:r>
    </w:p>
    <w:p w:rsidR="006974AE" w:rsidRDefault="006974AE" w:rsidP="006974AE">
      <w:r>
        <w:t>174.7810</w:t>
      </w:r>
      <w:r>
        <w:tab/>
        <w:t>1.013e0</w:t>
      </w:r>
    </w:p>
    <w:p w:rsidR="006974AE" w:rsidRDefault="006974AE" w:rsidP="006974AE">
      <w:r>
        <w:t>174.7982</w:t>
      </w:r>
      <w:r>
        <w:tab/>
        <w:t>2.025e0</w:t>
      </w:r>
    </w:p>
    <w:p w:rsidR="006974AE" w:rsidRDefault="006974AE" w:rsidP="006974AE">
      <w:r>
        <w:t>174.8119</w:t>
      </w:r>
      <w:r>
        <w:tab/>
        <w:t>1.013e0</w:t>
      </w:r>
    </w:p>
    <w:p w:rsidR="006974AE" w:rsidRDefault="006974AE" w:rsidP="006974AE">
      <w:r>
        <w:t>174.8222</w:t>
      </w:r>
      <w:r>
        <w:tab/>
        <w:t>2.025e0</w:t>
      </w:r>
    </w:p>
    <w:p w:rsidR="006974AE" w:rsidRDefault="006974AE" w:rsidP="006974AE">
      <w:r>
        <w:t>174.8260</w:t>
      </w:r>
      <w:r>
        <w:tab/>
        <w:t>1.013e0</w:t>
      </w:r>
    </w:p>
    <w:p w:rsidR="006974AE" w:rsidRDefault="006974AE" w:rsidP="006974AE">
      <w:r>
        <w:t>174.8293</w:t>
      </w:r>
      <w:r>
        <w:tab/>
        <w:t>1.013e0</w:t>
      </w:r>
    </w:p>
    <w:p w:rsidR="006974AE" w:rsidRDefault="006974AE" w:rsidP="006974AE">
      <w:r>
        <w:t>174.8365</w:t>
      </w:r>
      <w:r>
        <w:tab/>
        <w:t>1.013e0</w:t>
      </w:r>
    </w:p>
    <w:p w:rsidR="006974AE" w:rsidRDefault="006974AE" w:rsidP="006974AE">
      <w:r>
        <w:t>174.8472</w:t>
      </w:r>
      <w:r>
        <w:tab/>
        <w:t>2.025e0</w:t>
      </w:r>
    </w:p>
    <w:p w:rsidR="006974AE" w:rsidRDefault="006974AE" w:rsidP="006974AE">
      <w:r>
        <w:t>174.8615</w:t>
      </w:r>
      <w:r>
        <w:tab/>
        <w:t>1.013e0</w:t>
      </w:r>
    </w:p>
    <w:p w:rsidR="006974AE" w:rsidRDefault="006974AE" w:rsidP="006974AE">
      <w:r>
        <w:t>174.8898</w:t>
      </w:r>
      <w:r>
        <w:tab/>
        <w:t>1.013e0</w:t>
      </w:r>
    </w:p>
    <w:p w:rsidR="006974AE" w:rsidRDefault="006974AE" w:rsidP="006974AE">
      <w:r>
        <w:t>174.8967</w:t>
      </w:r>
      <w:r>
        <w:tab/>
        <w:t>1.013e0</w:t>
      </w:r>
    </w:p>
    <w:p w:rsidR="006974AE" w:rsidRDefault="006974AE" w:rsidP="006974AE">
      <w:r>
        <w:lastRenderedPageBreak/>
        <w:t>174.9074</w:t>
      </w:r>
      <w:r>
        <w:tab/>
        <w:t>2.025e0</w:t>
      </w:r>
    </w:p>
    <w:p w:rsidR="006974AE" w:rsidRDefault="006974AE" w:rsidP="006974AE">
      <w:r>
        <w:t>174.9286</w:t>
      </w:r>
      <w:r>
        <w:tab/>
        <w:t>1.013e0</w:t>
      </w:r>
    </w:p>
    <w:p w:rsidR="006974AE" w:rsidRDefault="006974AE" w:rsidP="006974AE">
      <w:r>
        <w:t>174.9403</w:t>
      </w:r>
      <w:r>
        <w:tab/>
        <w:t>2.025e0</w:t>
      </w:r>
    </w:p>
    <w:p w:rsidR="006974AE" w:rsidRDefault="006974AE" w:rsidP="006974AE">
      <w:r>
        <w:t>174.9593</w:t>
      </w:r>
      <w:r>
        <w:tab/>
        <w:t>1.013e0</w:t>
      </w:r>
    </w:p>
    <w:p w:rsidR="006974AE" w:rsidRDefault="006974AE" w:rsidP="006974AE">
      <w:r>
        <w:t>174.9629</w:t>
      </w:r>
      <w:r>
        <w:tab/>
        <w:t>1.013e0</w:t>
      </w:r>
    </w:p>
    <w:p w:rsidR="006974AE" w:rsidRDefault="006974AE" w:rsidP="006974AE">
      <w:r>
        <w:t>174.9754</w:t>
      </w:r>
      <w:r>
        <w:tab/>
        <w:t>2.025e0</w:t>
      </w:r>
    </w:p>
    <w:p w:rsidR="006974AE" w:rsidRDefault="006974AE" w:rsidP="006974AE">
      <w:r>
        <w:t>174.9805</w:t>
      </w:r>
      <w:r>
        <w:tab/>
        <w:t>1.013e0</w:t>
      </w:r>
    </w:p>
    <w:p w:rsidR="006974AE" w:rsidRDefault="006974AE" w:rsidP="006974AE">
      <w:r>
        <w:t>174.9912</w:t>
      </w:r>
      <w:r>
        <w:tab/>
        <w:t>1.013e0</w:t>
      </w:r>
    </w:p>
    <w:p w:rsidR="006974AE" w:rsidRDefault="006974AE" w:rsidP="006974AE">
      <w:r>
        <w:t>174.9985</w:t>
      </w:r>
      <w:r>
        <w:tab/>
        <w:t>1.013e0</w:t>
      </w:r>
    </w:p>
    <w:p w:rsidR="006974AE" w:rsidRDefault="006974AE" w:rsidP="006974AE">
      <w:r>
        <w:t>175.0231</w:t>
      </w:r>
      <w:r>
        <w:tab/>
        <w:t>1.013e0</w:t>
      </w:r>
    </w:p>
    <w:p w:rsidR="006974AE" w:rsidRDefault="006974AE" w:rsidP="006974AE">
      <w:r>
        <w:t>175.0295</w:t>
      </w:r>
      <w:r>
        <w:tab/>
        <w:t>3.038e0</w:t>
      </w:r>
    </w:p>
    <w:p w:rsidR="006974AE" w:rsidRDefault="006974AE" w:rsidP="006974AE">
      <w:r>
        <w:t>175.0339</w:t>
      </w:r>
      <w:r>
        <w:tab/>
        <w:t>1.013e0</w:t>
      </w:r>
    </w:p>
    <w:p w:rsidR="006974AE" w:rsidRDefault="006974AE" w:rsidP="006974AE">
      <w:r>
        <w:t>175.0444</w:t>
      </w:r>
      <w:r>
        <w:tab/>
        <w:t>1.013e0</w:t>
      </w:r>
    </w:p>
    <w:p w:rsidR="006974AE" w:rsidRDefault="006974AE" w:rsidP="006974AE">
      <w:r>
        <w:t>175.0472</w:t>
      </w:r>
      <w:r>
        <w:tab/>
        <w:t>4.232e0</w:t>
      </w:r>
    </w:p>
    <w:p w:rsidR="006974AE" w:rsidRDefault="006974AE" w:rsidP="006974AE">
      <w:r>
        <w:t>175.0515</w:t>
      </w:r>
      <w:r>
        <w:tab/>
        <w:t>2.025e0</w:t>
      </w:r>
    </w:p>
    <w:p w:rsidR="006974AE" w:rsidRDefault="006974AE" w:rsidP="006974AE">
      <w:r>
        <w:t>175.0588</w:t>
      </w:r>
      <w:r>
        <w:tab/>
        <w:t>1.013e0</w:t>
      </w:r>
    </w:p>
    <w:p w:rsidR="006974AE" w:rsidRDefault="006974AE" w:rsidP="006974AE">
      <w:r>
        <w:t>175.0660</w:t>
      </w:r>
      <w:r>
        <w:tab/>
        <w:t>2.025e0</w:t>
      </w:r>
    </w:p>
    <w:p w:rsidR="006974AE" w:rsidRDefault="006974AE" w:rsidP="006974AE">
      <w:r>
        <w:t>175.0717</w:t>
      </w:r>
      <w:r>
        <w:tab/>
        <w:t>2.880e0</w:t>
      </w:r>
    </w:p>
    <w:p w:rsidR="006974AE" w:rsidRDefault="006974AE" w:rsidP="006974AE">
      <w:r>
        <w:t>175.0762</w:t>
      </w:r>
      <w:r>
        <w:tab/>
        <w:t>3.038e0</w:t>
      </w:r>
    </w:p>
    <w:p w:rsidR="006974AE" w:rsidRDefault="006974AE" w:rsidP="006974AE">
      <w:r>
        <w:lastRenderedPageBreak/>
        <w:t>175.0865</w:t>
      </w:r>
      <w:r>
        <w:tab/>
        <w:t>6.076e0</w:t>
      </w:r>
    </w:p>
    <w:p w:rsidR="006974AE" w:rsidRDefault="006974AE" w:rsidP="006974AE">
      <w:r>
        <w:t>175.0933</w:t>
      </w:r>
      <w:r>
        <w:tab/>
        <w:t>3.038e0</w:t>
      </w:r>
    </w:p>
    <w:p w:rsidR="006974AE" w:rsidRDefault="006974AE" w:rsidP="006974AE">
      <w:r>
        <w:t>175.0949</w:t>
      </w:r>
      <w:r>
        <w:tab/>
        <w:t>2.025e0</w:t>
      </w:r>
    </w:p>
    <w:p w:rsidR="006974AE" w:rsidRDefault="006974AE" w:rsidP="006974AE">
      <w:r>
        <w:t>175.1105</w:t>
      </w:r>
      <w:r>
        <w:tab/>
        <w:t>3.038e0</w:t>
      </w:r>
    </w:p>
    <w:p w:rsidR="006974AE" w:rsidRDefault="006974AE" w:rsidP="006974AE">
      <w:r>
        <w:t>175.1140</w:t>
      </w:r>
      <w:r>
        <w:tab/>
        <w:t>1.013e0</w:t>
      </w:r>
    </w:p>
    <w:p w:rsidR="006974AE" w:rsidRDefault="006974AE" w:rsidP="006974AE">
      <w:r>
        <w:t>175.1175</w:t>
      </w:r>
      <w:r>
        <w:tab/>
        <w:t>5.063e0</w:t>
      </w:r>
    </w:p>
    <w:p w:rsidR="006974AE" w:rsidRDefault="006974AE" w:rsidP="006974AE">
      <w:r>
        <w:t>175.1215</w:t>
      </w:r>
      <w:r>
        <w:tab/>
        <w:t>6.076e0</w:t>
      </w:r>
    </w:p>
    <w:p w:rsidR="006974AE" w:rsidRDefault="006974AE" w:rsidP="006974AE">
      <w:r>
        <w:t>175.1249</w:t>
      </w:r>
      <w:r>
        <w:tab/>
        <w:t>3.038e0</w:t>
      </w:r>
    </w:p>
    <w:p w:rsidR="006974AE" w:rsidRDefault="006974AE" w:rsidP="006974AE">
      <w:r>
        <w:t>175.1276</w:t>
      </w:r>
      <w:r>
        <w:tab/>
        <w:t>6.076e0</w:t>
      </w:r>
    </w:p>
    <w:p w:rsidR="006974AE" w:rsidRDefault="006974AE" w:rsidP="006974AE">
      <w:r>
        <w:t>175.1353</w:t>
      </w:r>
      <w:r>
        <w:tab/>
        <w:t>2.025e0</w:t>
      </w:r>
    </w:p>
    <w:p w:rsidR="006974AE" w:rsidRDefault="006974AE" w:rsidP="006974AE">
      <w:r>
        <w:t>175.1391</w:t>
      </w:r>
      <w:r>
        <w:tab/>
        <w:t>1.013e0</w:t>
      </w:r>
    </w:p>
    <w:p w:rsidR="006974AE" w:rsidRDefault="006974AE" w:rsidP="006974AE">
      <w:r>
        <w:t>175.1444</w:t>
      </w:r>
      <w:r>
        <w:tab/>
        <w:t>2.025e0</w:t>
      </w:r>
    </w:p>
    <w:p w:rsidR="006974AE" w:rsidRDefault="006974AE" w:rsidP="006974AE">
      <w:r>
        <w:t>175.1495</w:t>
      </w:r>
      <w:r>
        <w:tab/>
        <w:t>2.025e0</w:t>
      </w:r>
    </w:p>
    <w:p w:rsidR="006974AE" w:rsidRDefault="006974AE" w:rsidP="006974AE">
      <w:r>
        <w:t>175.1531</w:t>
      </w:r>
      <w:r>
        <w:tab/>
        <w:t>1.013e0</w:t>
      </w:r>
    </w:p>
    <w:p w:rsidR="006974AE" w:rsidRDefault="006974AE" w:rsidP="006974AE">
      <w:r>
        <w:t>175.1602</w:t>
      </w:r>
      <w:r>
        <w:tab/>
        <w:t>1.013e0</w:t>
      </w:r>
    </w:p>
    <w:p w:rsidR="006974AE" w:rsidRDefault="006974AE" w:rsidP="006974AE">
      <w:r>
        <w:t>175.1672</w:t>
      </w:r>
      <w:r>
        <w:tab/>
        <w:t>1.013e0</w:t>
      </w:r>
    </w:p>
    <w:p w:rsidR="006974AE" w:rsidRDefault="006974AE" w:rsidP="006974AE">
      <w:r>
        <w:t>175.1705</w:t>
      </w:r>
      <w:r>
        <w:tab/>
        <w:t>1.509e0</w:t>
      </w:r>
    </w:p>
    <w:p w:rsidR="006974AE" w:rsidRDefault="006974AE" w:rsidP="006974AE">
      <w:r>
        <w:t>175.1745</w:t>
      </w:r>
      <w:r>
        <w:tab/>
        <w:t>1.013e0</w:t>
      </w:r>
    </w:p>
    <w:p w:rsidR="006974AE" w:rsidRDefault="006974AE" w:rsidP="006974AE">
      <w:r>
        <w:t>175.1779</w:t>
      </w:r>
      <w:r>
        <w:tab/>
        <w:t>1.013e0</w:t>
      </w:r>
    </w:p>
    <w:p w:rsidR="006974AE" w:rsidRDefault="006974AE" w:rsidP="006974AE">
      <w:r>
        <w:lastRenderedPageBreak/>
        <w:t>175.2238</w:t>
      </w:r>
      <w:r>
        <w:tab/>
        <w:t>1.013e0</w:t>
      </w:r>
    </w:p>
    <w:p w:rsidR="006974AE" w:rsidRDefault="006974AE" w:rsidP="006974AE">
      <w:r>
        <w:t>175.2309</w:t>
      </w:r>
      <w:r>
        <w:tab/>
        <w:t>1.013e0</w:t>
      </w:r>
    </w:p>
    <w:p w:rsidR="006974AE" w:rsidRDefault="006974AE" w:rsidP="006974AE">
      <w:r>
        <w:t>175.2690</w:t>
      </w:r>
      <w:r>
        <w:tab/>
        <w:t>1.013e0</w:t>
      </w:r>
    </w:p>
    <w:p w:rsidR="006974AE" w:rsidRDefault="006974AE" w:rsidP="006974AE">
      <w:r>
        <w:t>175.3187</w:t>
      </w:r>
      <w:r>
        <w:tab/>
        <w:t>2.025e0</w:t>
      </w:r>
    </w:p>
    <w:p w:rsidR="006974AE" w:rsidRDefault="006974AE" w:rsidP="006974AE">
      <w:r>
        <w:t>175.3291</w:t>
      </w:r>
      <w:r>
        <w:tab/>
        <w:t>1.013e0</w:t>
      </w:r>
    </w:p>
    <w:p w:rsidR="006974AE" w:rsidRDefault="006974AE" w:rsidP="006974AE">
      <w:r>
        <w:t>175.3452</w:t>
      </w:r>
      <w:r>
        <w:tab/>
        <w:t>2.025e0</w:t>
      </w:r>
    </w:p>
    <w:p w:rsidR="006974AE" w:rsidRDefault="006974AE" w:rsidP="006974AE">
      <w:r>
        <w:t>175.3682</w:t>
      </w:r>
      <w:r>
        <w:tab/>
        <w:t>1.013e0</w:t>
      </w:r>
    </w:p>
    <w:p w:rsidR="006974AE" w:rsidRDefault="006974AE" w:rsidP="006974AE">
      <w:r>
        <w:t>175.3716</w:t>
      </w:r>
      <w:r>
        <w:tab/>
        <w:t>1.013e0</w:t>
      </w:r>
    </w:p>
    <w:p w:rsidR="006974AE" w:rsidRDefault="006974AE" w:rsidP="006974AE">
      <w:r>
        <w:t>175.3788</w:t>
      </w:r>
      <w:r>
        <w:tab/>
        <w:t>1.013e0</w:t>
      </w:r>
    </w:p>
    <w:p w:rsidR="006974AE" w:rsidRDefault="006974AE" w:rsidP="006974AE">
      <w:r>
        <w:t>175.4201</w:t>
      </w:r>
      <w:r>
        <w:tab/>
        <w:t>1.013e0</w:t>
      </w:r>
    </w:p>
    <w:p w:rsidR="006974AE" w:rsidRDefault="006974AE" w:rsidP="006974AE">
      <w:r>
        <w:t>175.4417</w:t>
      </w:r>
      <w:r>
        <w:tab/>
        <w:t>1.013e0</w:t>
      </w:r>
    </w:p>
    <w:p w:rsidR="006974AE" w:rsidRDefault="006974AE" w:rsidP="006974AE">
      <w:r>
        <w:t>175.4630</w:t>
      </w:r>
      <w:r>
        <w:tab/>
        <w:t>1.013e0</w:t>
      </w:r>
    </w:p>
    <w:p w:rsidR="006974AE" w:rsidRDefault="006974AE" w:rsidP="006974AE">
      <w:r>
        <w:t>175.4840</w:t>
      </w:r>
      <w:r>
        <w:tab/>
        <w:t>1.013e0</w:t>
      </w:r>
    </w:p>
    <w:p w:rsidR="006974AE" w:rsidRDefault="006974AE" w:rsidP="006974AE">
      <w:r>
        <w:t>175.5090</w:t>
      </w:r>
      <w:r>
        <w:tab/>
        <w:t>1.013e0</w:t>
      </w:r>
    </w:p>
    <w:p w:rsidR="006974AE" w:rsidRDefault="006974AE" w:rsidP="006974AE">
      <w:r>
        <w:t>175.5336</w:t>
      </w:r>
      <w:r>
        <w:tab/>
        <w:t>1.013e0</w:t>
      </w:r>
    </w:p>
    <w:p w:rsidR="006974AE" w:rsidRDefault="006974AE" w:rsidP="006974AE">
      <w:r>
        <w:t>175.5403</w:t>
      </w:r>
      <w:r>
        <w:tab/>
        <w:t>1.013e0</w:t>
      </w:r>
    </w:p>
    <w:p w:rsidR="006974AE" w:rsidRDefault="006974AE" w:rsidP="006974AE">
      <w:r>
        <w:t>175.5527</w:t>
      </w:r>
      <w:r>
        <w:tab/>
        <w:t>3.038e0</w:t>
      </w:r>
    </w:p>
    <w:p w:rsidR="006974AE" w:rsidRDefault="006974AE" w:rsidP="006974AE">
      <w:r>
        <w:t>175.5577</w:t>
      </w:r>
      <w:r>
        <w:tab/>
        <w:t>1.013e0</w:t>
      </w:r>
    </w:p>
    <w:p w:rsidR="006974AE" w:rsidRDefault="006974AE" w:rsidP="006974AE">
      <w:r>
        <w:t>175.5679</w:t>
      </w:r>
      <w:r>
        <w:tab/>
        <w:t>1.013e0</w:t>
      </w:r>
    </w:p>
    <w:p w:rsidR="006974AE" w:rsidRDefault="006974AE" w:rsidP="006974AE">
      <w:r>
        <w:lastRenderedPageBreak/>
        <w:t>175.5788</w:t>
      </w:r>
      <w:r>
        <w:tab/>
        <w:t>2.025e0</w:t>
      </w:r>
    </w:p>
    <w:p w:rsidR="006974AE" w:rsidRDefault="006974AE" w:rsidP="006974AE">
      <w:r>
        <w:t>175.5895</w:t>
      </w:r>
      <w:r>
        <w:tab/>
        <w:t>1.013e0</w:t>
      </w:r>
    </w:p>
    <w:p w:rsidR="006974AE" w:rsidRDefault="006974AE" w:rsidP="006974AE">
      <w:r>
        <w:t>175.5964</w:t>
      </w:r>
      <w:r>
        <w:tab/>
        <w:t>1.013e0</w:t>
      </w:r>
    </w:p>
    <w:p w:rsidR="006974AE" w:rsidRDefault="006974AE" w:rsidP="006974AE">
      <w:r>
        <w:t>175.6035</w:t>
      </w:r>
      <w:r>
        <w:tab/>
        <w:t>2.025e0</w:t>
      </w:r>
    </w:p>
    <w:p w:rsidR="006974AE" w:rsidRDefault="006974AE" w:rsidP="006974AE">
      <w:r>
        <w:t>175.6108</w:t>
      </w:r>
      <w:r>
        <w:tab/>
        <w:t>1.013e0</w:t>
      </w:r>
    </w:p>
    <w:p w:rsidR="006974AE" w:rsidRDefault="006974AE" w:rsidP="006974AE">
      <w:r>
        <w:t>175.6144</w:t>
      </w:r>
      <w:r>
        <w:tab/>
        <w:t>1.013e0</w:t>
      </w:r>
    </w:p>
    <w:p w:rsidR="006974AE" w:rsidRDefault="006974AE" w:rsidP="006974AE">
      <w:r>
        <w:t>175.6159</w:t>
      </w:r>
      <w:r>
        <w:tab/>
        <w:t>2.025e0</w:t>
      </w:r>
    </w:p>
    <w:p w:rsidR="006974AE" w:rsidRDefault="006974AE" w:rsidP="006974AE">
      <w:r>
        <w:t>175.6215</w:t>
      </w:r>
      <w:r>
        <w:tab/>
        <w:t>1.013e0</w:t>
      </w:r>
    </w:p>
    <w:p w:rsidR="006974AE" w:rsidRDefault="006974AE" w:rsidP="006974AE">
      <w:r>
        <w:t>175.6319</w:t>
      </w:r>
      <w:r>
        <w:tab/>
        <w:t>1.013e0</w:t>
      </w:r>
    </w:p>
    <w:p w:rsidR="006974AE" w:rsidRDefault="006974AE" w:rsidP="006974AE">
      <w:r>
        <w:t>175.6428</w:t>
      </w:r>
      <w:r>
        <w:tab/>
        <w:t>1.013e0</w:t>
      </w:r>
    </w:p>
    <w:p w:rsidR="006974AE" w:rsidRDefault="006974AE" w:rsidP="006974AE">
      <w:r>
        <w:t>175.7267</w:t>
      </w:r>
      <w:r>
        <w:tab/>
        <w:t>1.013e0</w:t>
      </w:r>
    </w:p>
    <w:p w:rsidR="006974AE" w:rsidRDefault="006974AE" w:rsidP="006974AE">
      <w:r>
        <w:t>175.7481</w:t>
      </w:r>
      <w:r>
        <w:tab/>
        <w:t>1.013e0</w:t>
      </w:r>
    </w:p>
    <w:p w:rsidR="006974AE" w:rsidRDefault="006974AE" w:rsidP="006974AE">
      <w:r>
        <w:t>175.7798</w:t>
      </w:r>
      <w:r>
        <w:tab/>
        <w:t>1.013e0</w:t>
      </w:r>
    </w:p>
    <w:p w:rsidR="006974AE" w:rsidRDefault="006974AE" w:rsidP="006974AE">
      <w:r>
        <w:t>175.8296</w:t>
      </w:r>
      <w:r>
        <w:tab/>
        <w:t>1.013e0</w:t>
      </w:r>
    </w:p>
    <w:p w:rsidR="006974AE" w:rsidRDefault="006974AE" w:rsidP="006974AE">
      <w:r>
        <w:t>175.8471</w:t>
      </w:r>
      <w:r>
        <w:tab/>
        <w:t>1.013e0</w:t>
      </w:r>
    </w:p>
    <w:p w:rsidR="006974AE" w:rsidRDefault="006974AE" w:rsidP="006974AE">
      <w:r>
        <w:t>175.8641</w:t>
      </w:r>
      <w:r>
        <w:tab/>
        <w:t>1.013e0</w:t>
      </w:r>
    </w:p>
    <w:p w:rsidR="006974AE" w:rsidRDefault="006974AE" w:rsidP="006974AE">
      <w:r>
        <w:t>175.8888</w:t>
      </w:r>
      <w:r>
        <w:tab/>
        <w:t>1.013e0</w:t>
      </w:r>
    </w:p>
    <w:p w:rsidR="006974AE" w:rsidRDefault="006974AE" w:rsidP="006974AE">
      <w:r>
        <w:t>175.8993</w:t>
      </w:r>
      <w:r>
        <w:tab/>
        <w:t>1.013e0</w:t>
      </w:r>
    </w:p>
    <w:p w:rsidR="006974AE" w:rsidRDefault="006974AE" w:rsidP="006974AE">
      <w:r>
        <w:t>175.9243</w:t>
      </w:r>
      <w:r>
        <w:tab/>
        <w:t>2.025e0</w:t>
      </w:r>
    </w:p>
    <w:p w:rsidR="006974AE" w:rsidRDefault="006974AE" w:rsidP="006974AE">
      <w:r>
        <w:lastRenderedPageBreak/>
        <w:t>175.9277</w:t>
      </w:r>
      <w:r>
        <w:tab/>
        <w:t>1.013e0</w:t>
      </w:r>
    </w:p>
    <w:p w:rsidR="006974AE" w:rsidRDefault="006974AE" w:rsidP="006974AE">
      <w:r>
        <w:t>175.9739</w:t>
      </w:r>
      <w:r>
        <w:tab/>
        <w:t>1.013e0</w:t>
      </w:r>
    </w:p>
    <w:p w:rsidR="006974AE" w:rsidRDefault="006974AE" w:rsidP="006974AE">
      <w:r>
        <w:t>175.9775</w:t>
      </w:r>
      <w:r>
        <w:tab/>
        <w:t>1.013e0</w:t>
      </w:r>
    </w:p>
    <w:p w:rsidR="006974AE" w:rsidRDefault="006974AE" w:rsidP="006974AE">
      <w:r>
        <w:t>175.9847</w:t>
      </w:r>
      <w:r>
        <w:tab/>
        <w:t>1.013e0</w:t>
      </w:r>
    </w:p>
    <w:p w:rsidR="006974AE" w:rsidRDefault="006974AE" w:rsidP="006974AE">
      <w:r>
        <w:t>176.0023</w:t>
      </w:r>
      <w:r>
        <w:tab/>
        <w:t>2.025e0</w:t>
      </w:r>
    </w:p>
    <w:p w:rsidR="006974AE" w:rsidRDefault="006974AE" w:rsidP="006974AE">
      <w:r>
        <w:t>176.0196</w:t>
      </w:r>
      <w:r>
        <w:tab/>
        <w:t>1.013e0</w:t>
      </w:r>
    </w:p>
    <w:p w:rsidR="006974AE" w:rsidRDefault="006974AE" w:rsidP="006974AE">
      <w:r>
        <w:t>176.0312</w:t>
      </w:r>
      <w:r>
        <w:tab/>
        <w:t>2.025e0</w:t>
      </w:r>
    </w:p>
    <w:p w:rsidR="006974AE" w:rsidRDefault="006974AE" w:rsidP="006974AE">
      <w:r>
        <w:t>176.0334</w:t>
      </w:r>
      <w:r>
        <w:tab/>
        <w:t>2.025e0</w:t>
      </w:r>
    </w:p>
    <w:p w:rsidR="006974AE" w:rsidRDefault="006974AE" w:rsidP="006974AE">
      <w:r>
        <w:t>176.0439</w:t>
      </w:r>
      <w:r>
        <w:tab/>
        <w:t>1.013e0</w:t>
      </w:r>
    </w:p>
    <w:p w:rsidR="006974AE" w:rsidRDefault="006974AE" w:rsidP="006974AE">
      <w:r>
        <w:t>176.0509</w:t>
      </w:r>
      <w:r>
        <w:tab/>
        <w:t>2.025e0</w:t>
      </w:r>
    </w:p>
    <w:p w:rsidR="006974AE" w:rsidRDefault="006974AE" w:rsidP="006974AE">
      <w:r>
        <w:t>176.0546</w:t>
      </w:r>
      <w:r>
        <w:tab/>
        <w:t>2.025e0</w:t>
      </w:r>
    </w:p>
    <w:p w:rsidR="006974AE" w:rsidRDefault="006974AE" w:rsidP="006974AE">
      <w:r>
        <w:t>176.0615</w:t>
      </w:r>
      <w:r>
        <w:tab/>
        <w:t>2.025e0</w:t>
      </w:r>
    </w:p>
    <w:p w:rsidR="006974AE" w:rsidRDefault="006974AE" w:rsidP="006974AE">
      <w:r>
        <w:t>176.0722</w:t>
      </w:r>
      <w:r>
        <w:tab/>
        <w:t>1.013e0</w:t>
      </w:r>
    </w:p>
    <w:p w:rsidR="006974AE" w:rsidRDefault="006974AE" w:rsidP="006974AE">
      <w:r>
        <w:t>176.0742</w:t>
      </w:r>
      <w:r>
        <w:tab/>
        <w:t>2.025e0</w:t>
      </w:r>
    </w:p>
    <w:p w:rsidR="006974AE" w:rsidRDefault="006974AE" w:rsidP="006974AE">
      <w:r>
        <w:t>176.0873</w:t>
      </w:r>
      <w:r>
        <w:tab/>
        <w:t>3.038e0</w:t>
      </w:r>
    </w:p>
    <w:p w:rsidR="006974AE" w:rsidRDefault="006974AE" w:rsidP="006974AE">
      <w:r>
        <w:t>176.0900</w:t>
      </w:r>
      <w:r>
        <w:tab/>
        <w:t>1.013e0</w:t>
      </w:r>
    </w:p>
    <w:p w:rsidR="006974AE" w:rsidRDefault="006974AE" w:rsidP="006974AE">
      <w:r>
        <w:t>176.0910</w:t>
      </w:r>
      <w:r>
        <w:tab/>
        <w:t>3.038e0</w:t>
      </w:r>
    </w:p>
    <w:p w:rsidR="006974AE" w:rsidRDefault="006974AE" w:rsidP="006974AE">
      <w:r>
        <w:t>176.0955</w:t>
      </w:r>
      <w:r>
        <w:tab/>
        <w:t>3.038e0</w:t>
      </w:r>
    </w:p>
    <w:p w:rsidR="006974AE" w:rsidRDefault="006974AE" w:rsidP="006974AE">
      <w:r>
        <w:t>176.1006</w:t>
      </w:r>
      <w:r>
        <w:tab/>
        <w:t>1.013e0</w:t>
      </w:r>
    </w:p>
    <w:p w:rsidR="006974AE" w:rsidRDefault="006974AE" w:rsidP="006974AE">
      <w:r>
        <w:lastRenderedPageBreak/>
        <w:t>176.1079</w:t>
      </w:r>
      <w:r>
        <w:tab/>
        <w:t>1.013e0</w:t>
      </w:r>
    </w:p>
    <w:p w:rsidR="006974AE" w:rsidRDefault="006974AE" w:rsidP="006974AE">
      <w:r>
        <w:t>176.1183</w:t>
      </w:r>
      <w:r>
        <w:tab/>
        <w:t>1.013e0</w:t>
      </w:r>
    </w:p>
    <w:p w:rsidR="006974AE" w:rsidRDefault="006974AE" w:rsidP="006974AE">
      <w:r>
        <w:t>176.1205</w:t>
      </w:r>
      <w:r>
        <w:tab/>
        <w:t>6.076e0</w:t>
      </w:r>
    </w:p>
    <w:p w:rsidR="006974AE" w:rsidRDefault="006974AE" w:rsidP="006974AE">
      <w:r>
        <w:t>176.1221</w:t>
      </w:r>
      <w:r>
        <w:tab/>
        <w:t>2.025e0</w:t>
      </w:r>
    </w:p>
    <w:p w:rsidR="006974AE" w:rsidRDefault="006974AE" w:rsidP="006974AE">
      <w:r>
        <w:t>176.1255</w:t>
      </w:r>
      <w:r>
        <w:tab/>
        <w:t>2.025e0</w:t>
      </w:r>
    </w:p>
    <w:p w:rsidR="006974AE" w:rsidRDefault="006974AE" w:rsidP="006974AE">
      <w:r>
        <w:t>176.1328</w:t>
      </w:r>
      <w:r>
        <w:tab/>
        <w:t>1.013e0</w:t>
      </w:r>
    </w:p>
    <w:p w:rsidR="006974AE" w:rsidRDefault="006974AE" w:rsidP="006974AE">
      <w:r>
        <w:t>176.1379</w:t>
      </w:r>
      <w:r>
        <w:tab/>
        <w:t>2.025e0</w:t>
      </w:r>
    </w:p>
    <w:p w:rsidR="006974AE" w:rsidRDefault="006974AE" w:rsidP="006974AE">
      <w:r>
        <w:t>176.1400</w:t>
      </w:r>
      <w:r>
        <w:tab/>
        <w:t>1.013e0</w:t>
      </w:r>
    </w:p>
    <w:p w:rsidR="006974AE" w:rsidRDefault="006974AE" w:rsidP="006974AE">
      <w:r>
        <w:t>176.1479</w:t>
      </w:r>
      <w:r>
        <w:tab/>
        <w:t>3.038e0</w:t>
      </w:r>
    </w:p>
    <w:p w:rsidR="006974AE" w:rsidRDefault="006974AE" w:rsidP="006974AE">
      <w:r>
        <w:t>176.1507</w:t>
      </w:r>
      <w:r>
        <w:tab/>
        <w:t>3.038e0</w:t>
      </w:r>
    </w:p>
    <w:p w:rsidR="006974AE" w:rsidRDefault="006974AE" w:rsidP="006974AE">
      <w:r>
        <w:t>176.1922</w:t>
      </w:r>
      <w:r>
        <w:tab/>
        <w:t>1.013e0</w:t>
      </w:r>
    </w:p>
    <w:p w:rsidR="006974AE" w:rsidRDefault="006974AE" w:rsidP="006974AE">
      <w:r>
        <w:t>176.1973</w:t>
      </w:r>
      <w:r>
        <w:tab/>
        <w:t>2.025e0</w:t>
      </w:r>
    </w:p>
    <w:p w:rsidR="006974AE" w:rsidRDefault="006974AE" w:rsidP="006974AE">
      <w:r>
        <w:t>176.2023</w:t>
      </w:r>
      <w:r>
        <w:tab/>
        <w:t>1.013e0</w:t>
      </w:r>
    </w:p>
    <w:p w:rsidR="006974AE" w:rsidRDefault="006974AE" w:rsidP="006974AE">
      <w:r>
        <w:t>176.2240</w:t>
      </w:r>
      <w:r>
        <w:tab/>
        <w:t>1.013e0</w:t>
      </w:r>
    </w:p>
    <w:p w:rsidR="006974AE" w:rsidRDefault="006974AE" w:rsidP="006974AE">
      <w:r>
        <w:t>176.2773</w:t>
      </w:r>
      <w:r>
        <w:tab/>
        <w:t>2.025e0</w:t>
      </w:r>
    </w:p>
    <w:p w:rsidR="006974AE" w:rsidRDefault="006974AE" w:rsidP="006974AE">
      <w:r>
        <w:t>176.2984</w:t>
      </w:r>
      <w:r>
        <w:tab/>
        <w:t>2.025e0</w:t>
      </w:r>
    </w:p>
    <w:p w:rsidR="006974AE" w:rsidRDefault="006974AE" w:rsidP="006974AE">
      <w:r>
        <w:t>176.3129</w:t>
      </w:r>
      <w:r>
        <w:tab/>
        <w:t>1.013e0</w:t>
      </w:r>
    </w:p>
    <w:p w:rsidR="006974AE" w:rsidRDefault="006974AE" w:rsidP="006974AE">
      <w:r>
        <w:t>176.3405</w:t>
      </w:r>
      <w:r>
        <w:tab/>
        <w:t>1.013e0</w:t>
      </w:r>
    </w:p>
    <w:p w:rsidR="006974AE" w:rsidRDefault="006974AE" w:rsidP="006974AE">
      <w:r>
        <w:t>176.3442</w:t>
      </w:r>
      <w:r>
        <w:tab/>
        <w:t>1.013e0</w:t>
      </w:r>
    </w:p>
    <w:p w:rsidR="006974AE" w:rsidRDefault="006974AE" w:rsidP="006974AE">
      <w:r>
        <w:lastRenderedPageBreak/>
        <w:t>176.3789</w:t>
      </w:r>
      <w:r>
        <w:tab/>
        <w:t>1.013e0</w:t>
      </w:r>
    </w:p>
    <w:p w:rsidR="006974AE" w:rsidRDefault="006974AE" w:rsidP="006974AE">
      <w:r>
        <w:t>176.3987</w:t>
      </w:r>
      <w:r>
        <w:tab/>
        <w:t>2.025e0</w:t>
      </w:r>
    </w:p>
    <w:p w:rsidR="006974AE" w:rsidRDefault="006974AE" w:rsidP="006974AE">
      <w:r>
        <w:t>176.4004</w:t>
      </w:r>
      <w:r>
        <w:tab/>
        <w:t>2.025e0</w:t>
      </w:r>
    </w:p>
    <w:p w:rsidR="006974AE" w:rsidRDefault="006974AE" w:rsidP="006974AE">
      <w:r>
        <w:t>176.4110</w:t>
      </w:r>
      <w:r>
        <w:tab/>
        <w:t>1.013e0</w:t>
      </w:r>
    </w:p>
    <w:p w:rsidR="006974AE" w:rsidRDefault="006974AE" w:rsidP="006974AE">
      <w:r>
        <w:t>176.4147</w:t>
      </w:r>
      <w:r>
        <w:tab/>
        <w:t>1.013e0</w:t>
      </w:r>
    </w:p>
    <w:p w:rsidR="006974AE" w:rsidRDefault="006974AE" w:rsidP="006974AE">
      <w:r>
        <w:t>176.4234</w:t>
      </w:r>
      <w:r>
        <w:tab/>
        <w:t>2.025e0</w:t>
      </w:r>
    </w:p>
    <w:p w:rsidR="006974AE" w:rsidRDefault="006974AE" w:rsidP="006974AE">
      <w:r>
        <w:t>176.4287</w:t>
      </w:r>
      <w:r>
        <w:tab/>
        <w:t>1.013e0</w:t>
      </w:r>
    </w:p>
    <w:p w:rsidR="006974AE" w:rsidRDefault="006974AE" w:rsidP="006974AE">
      <w:r>
        <w:t>176.4503</w:t>
      </w:r>
      <w:r>
        <w:tab/>
        <w:t>1.013e0</w:t>
      </w:r>
    </w:p>
    <w:p w:rsidR="006974AE" w:rsidRDefault="006974AE" w:rsidP="006974AE">
      <w:r>
        <w:t>176.4643</w:t>
      </w:r>
      <w:r>
        <w:tab/>
        <w:t>1.013e0</w:t>
      </w:r>
    </w:p>
    <w:p w:rsidR="006974AE" w:rsidRDefault="006974AE" w:rsidP="006974AE">
      <w:r>
        <w:t>176.4750</w:t>
      </w:r>
      <w:r>
        <w:tab/>
        <w:t>2.025e0</w:t>
      </w:r>
    </w:p>
    <w:p w:rsidR="006974AE" w:rsidRDefault="006974AE" w:rsidP="006974AE">
      <w:r>
        <w:t>176.4892</w:t>
      </w:r>
      <w:r>
        <w:tab/>
        <w:t>1.013e0</w:t>
      </w:r>
    </w:p>
    <w:p w:rsidR="006974AE" w:rsidRDefault="006974AE" w:rsidP="006974AE">
      <w:r>
        <w:t>176.5101</w:t>
      </w:r>
      <w:r>
        <w:tab/>
        <w:t>1.013e0</w:t>
      </w:r>
    </w:p>
    <w:p w:rsidR="006974AE" w:rsidRDefault="006974AE" w:rsidP="006974AE">
      <w:r>
        <w:t>176.5272</w:t>
      </w:r>
      <w:r>
        <w:tab/>
        <w:t>1.013e0</w:t>
      </w:r>
    </w:p>
    <w:p w:rsidR="006974AE" w:rsidRDefault="006974AE" w:rsidP="006974AE">
      <w:r>
        <w:t>176.5307</w:t>
      </w:r>
      <w:r>
        <w:tab/>
        <w:t>1.013e0</w:t>
      </w:r>
    </w:p>
    <w:p w:rsidR="006974AE" w:rsidRDefault="006974AE" w:rsidP="006974AE">
      <w:r>
        <w:t>176.5412</w:t>
      </w:r>
      <w:r>
        <w:tab/>
        <w:t>2.025e0</w:t>
      </w:r>
    </w:p>
    <w:p w:rsidR="006974AE" w:rsidRDefault="006974AE" w:rsidP="006974AE">
      <w:r>
        <w:t>176.5556</w:t>
      </w:r>
      <w:r>
        <w:tab/>
        <w:t>5.063e0</w:t>
      </w:r>
    </w:p>
    <w:p w:rsidR="006974AE" w:rsidRDefault="006974AE" w:rsidP="006974AE">
      <w:r>
        <w:t>176.5577</w:t>
      </w:r>
      <w:r>
        <w:tab/>
        <w:t>3.038e0</w:t>
      </w:r>
    </w:p>
    <w:p w:rsidR="006974AE" w:rsidRDefault="006974AE" w:rsidP="006974AE">
      <w:r>
        <w:t>176.5592</w:t>
      </w:r>
      <w:r>
        <w:tab/>
        <w:t>3.038e0</w:t>
      </w:r>
    </w:p>
    <w:p w:rsidR="006974AE" w:rsidRDefault="006974AE" w:rsidP="006974AE">
      <w:r>
        <w:t>176.5615</w:t>
      </w:r>
      <w:r>
        <w:tab/>
        <w:t>3.038e0</w:t>
      </w:r>
    </w:p>
    <w:p w:rsidR="006974AE" w:rsidRDefault="006974AE" w:rsidP="006974AE">
      <w:r>
        <w:lastRenderedPageBreak/>
        <w:t>176.5807</w:t>
      </w:r>
      <w:r>
        <w:tab/>
        <w:t>1.013e0</w:t>
      </w:r>
    </w:p>
    <w:p w:rsidR="006974AE" w:rsidRDefault="006974AE" w:rsidP="006974AE">
      <w:r>
        <w:t>176.5840</w:t>
      </w:r>
      <w:r>
        <w:tab/>
        <w:t>1.013e0</w:t>
      </w:r>
    </w:p>
    <w:p w:rsidR="006974AE" w:rsidRDefault="006974AE" w:rsidP="006974AE">
      <w:r>
        <w:t>176.6053</w:t>
      </w:r>
      <w:r>
        <w:tab/>
        <w:t>1.013e0</w:t>
      </w:r>
    </w:p>
    <w:p w:rsidR="006974AE" w:rsidRDefault="006974AE" w:rsidP="006974AE">
      <w:r>
        <w:t>176.6160</w:t>
      </w:r>
      <w:r>
        <w:tab/>
        <w:t>1.013e0</w:t>
      </w:r>
    </w:p>
    <w:p w:rsidR="006974AE" w:rsidRDefault="006974AE" w:rsidP="006974AE">
      <w:r>
        <w:t>176.6195</w:t>
      </w:r>
      <w:r>
        <w:tab/>
        <w:t>1.013e0</w:t>
      </w:r>
    </w:p>
    <w:p w:rsidR="006974AE" w:rsidRDefault="006974AE" w:rsidP="006974AE">
      <w:r>
        <w:t>176.6233</w:t>
      </w:r>
      <w:r>
        <w:tab/>
        <w:t>1.013e0</w:t>
      </w:r>
    </w:p>
    <w:p w:rsidR="006974AE" w:rsidRDefault="006974AE" w:rsidP="006974AE">
      <w:r>
        <w:t>176.6624</w:t>
      </w:r>
      <w:r>
        <w:tab/>
        <w:t>1.013e0</w:t>
      </w:r>
    </w:p>
    <w:p w:rsidR="006974AE" w:rsidRDefault="006974AE" w:rsidP="006974AE">
      <w:r>
        <w:t>176.6760</w:t>
      </w:r>
      <w:r>
        <w:tab/>
        <w:t>1.013e0</w:t>
      </w:r>
    </w:p>
    <w:p w:rsidR="006974AE" w:rsidRDefault="006974AE" w:rsidP="006974AE">
      <w:r>
        <w:t>176.6794</w:t>
      </w:r>
      <w:r>
        <w:tab/>
        <w:t>1.013e0</w:t>
      </w:r>
    </w:p>
    <w:p w:rsidR="006974AE" w:rsidRDefault="006974AE" w:rsidP="006974AE">
      <w:r>
        <w:t>176.6900</w:t>
      </w:r>
      <w:r>
        <w:tab/>
        <w:t>2.025e0</w:t>
      </w:r>
    </w:p>
    <w:p w:rsidR="006974AE" w:rsidRDefault="006974AE" w:rsidP="006974AE">
      <w:r>
        <w:t>176.7288</w:t>
      </w:r>
      <w:r>
        <w:tab/>
        <w:t>1.013e0</w:t>
      </w:r>
    </w:p>
    <w:p w:rsidR="006974AE" w:rsidRDefault="006974AE" w:rsidP="006974AE">
      <w:r>
        <w:t>176.7357</w:t>
      </w:r>
      <w:r>
        <w:tab/>
        <w:t>1.013e0</w:t>
      </w:r>
    </w:p>
    <w:p w:rsidR="006974AE" w:rsidRDefault="006974AE" w:rsidP="006974AE">
      <w:r>
        <w:t>176.7536</w:t>
      </w:r>
      <w:r>
        <w:tab/>
        <w:t>1.013e0</w:t>
      </w:r>
    </w:p>
    <w:p w:rsidR="006974AE" w:rsidRDefault="006974AE" w:rsidP="006974AE">
      <w:r>
        <w:t>176.7572</w:t>
      </w:r>
      <w:r>
        <w:tab/>
        <w:t>2.025e0</w:t>
      </w:r>
    </w:p>
    <w:p w:rsidR="006974AE" w:rsidRDefault="006974AE" w:rsidP="006974AE">
      <w:r>
        <w:t>176.7713</w:t>
      </w:r>
      <w:r>
        <w:tab/>
        <w:t>1.013e0</w:t>
      </w:r>
    </w:p>
    <w:p w:rsidR="006974AE" w:rsidRDefault="006974AE" w:rsidP="006974AE">
      <w:r>
        <w:t>176.7751</w:t>
      </w:r>
      <w:r>
        <w:tab/>
        <w:t>1.013e0</w:t>
      </w:r>
    </w:p>
    <w:p w:rsidR="006974AE" w:rsidRDefault="006974AE" w:rsidP="006974AE">
      <w:r>
        <w:t>176.7802</w:t>
      </w:r>
      <w:r>
        <w:tab/>
        <w:t>2.025e0</w:t>
      </w:r>
    </w:p>
    <w:p w:rsidR="006974AE" w:rsidRDefault="006974AE" w:rsidP="006974AE">
      <w:r>
        <w:t>176.7927</w:t>
      </w:r>
      <w:r>
        <w:tab/>
        <w:t>1.013e0</w:t>
      </w:r>
    </w:p>
    <w:p w:rsidR="006974AE" w:rsidRDefault="006974AE" w:rsidP="006974AE">
      <w:r>
        <w:t>176.8072</w:t>
      </w:r>
      <w:r>
        <w:tab/>
        <w:t>1.013e0</w:t>
      </w:r>
    </w:p>
    <w:p w:rsidR="006974AE" w:rsidRDefault="006974AE" w:rsidP="006974AE">
      <w:r>
        <w:lastRenderedPageBreak/>
        <w:t>176.8143</w:t>
      </w:r>
      <w:r>
        <w:tab/>
        <w:t>1.013e0</w:t>
      </w:r>
    </w:p>
    <w:p w:rsidR="006974AE" w:rsidRDefault="006974AE" w:rsidP="006974AE">
      <w:r>
        <w:t>176.8248</w:t>
      </w:r>
      <w:r>
        <w:tab/>
        <w:t>1.013e0</w:t>
      </w:r>
    </w:p>
    <w:p w:rsidR="006974AE" w:rsidRDefault="006974AE" w:rsidP="006974AE">
      <w:r>
        <w:t>176.8424</w:t>
      </w:r>
      <w:r>
        <w:tab/>
        <w:t>1.013e0</w:t>
      </w:r>
    </w:p>
    <w:p w:rsidR="006974AE" w:rsidRDefault="006974AE" w:rsidP="006974AE">
      <w:r>
        <w:t>176.8528</w:t>
      </w:r>
      <w:r>
        <w:tab/>
        <w:t>1.013e0</w:t>
      </w:r>
    </w:p>
    <w:p w:rsidR="006974AE" w:rsidRDefault="006974AE" w:rsidP="006974AE">
      <w:r>
        <w:t>176.8560</w:t>
      </w:r>
      <w:r>
        <w:tab/>
        <w:t>1.013e0</w:t>
      </w:r>
    </w:p>
    <w:p w:rsidR="006974AE" w:rsidRDefault="006974AE" w:rsidP="006974AE">
      <w:r>
        <w:t>176.8595</w:t>
      </w:r>
      <w:r>
        <w:tab/>
        <w:t>1.013e0</w:t>
      </w:r>
    </w:p>
    <w:p w:rsidR="006974AE" w:rsidRDefault="006974AE" w:rsidP="006974AE">
      <w:r>
        <w:t>176.8630</w:t>
      </w:r>
      <w:r>
        <w:tab/>
        <w:t>1.013e0</w:t>
      </w:r>
    </w:p>
    <w:p w:rsidR="006974AE" w:rsidRDefault="006974AE" w:rsidP="006974AE">
      <w:r>
        <w:t>176.8824</w:t>
      </w:r>
      <w:r>
        <w:tab/>
        <w:t>2.025e0</w:t>
      </w:r>
    </w:p>
    <w:p w:rsidR="006974AE" w:rsidRDefault="006974AE" w:rsidP="006974AE">
      <w:r>
        <w:t>176.8910</w:t>
      </w:r>
      <w:r>
        <w:tab/>
        <w:t>1.013e0</w:t>
      </w:r>
    </w:p>
    <w:p w:rsidR="006974AE" w:rsidRDefault="006974AE" w:rsidP="006974AE">
      <w:r>
        <w:t>176.8984</w:t>
      </w:r>
      <w:r>
        <w:tab/>
        <w:t>1.013e0</w:t>
      </w:r>
    </w:p>
    <w:p w:rsidR="006974AE" w:rsidRDefault="006974AE" w:rsidP="006974AE">
      <w:r>
        <w:t>176.9000</w:t>
      </w:r>
      <w:r>
        <w:tab/>
        <w:t>2.025e0</w:t>
      </w:r>
    </w:p>
    <w:p w:rsidR="006974AE" w:rsidRDefault="006974AE" w:rsidP="006974AE">
      <w:r>
        <w:t>176.9020</w:t>
      </w:r>
      <w:r>
        <w:tab/>
        <w:t>1.013e0</w:t>
      </w:r>
    </w:p>
    <w:p w:rsidR="006974AE" w:rsidRDefault="006974AE" w:rsidP="006974AE">
      <w:r>
        <w:t>176.9198</w:t>
      </w:r>
      <w:r>
        <w:tab/>
        <w:t>1.013e0</w:t>
      </w:r>
    </w:p>
    <w:p w:rsidR="006974AE" w:rsidRDefault="006974AE" w:rsidP="006974AE">
      <w:r>
        <w:t>176.9303</w:t>
      </w:r>
      <w:r>
        <w:tab/>
        <w:t>1.013e0</w:t>
      </w:r>
    </w:p>
    <w:p w:rsidR="006974AE" w:rsidRDefault="006974AE" w:rsidP="006974AE">
      <w:r>
        <w:t>176.9338</w:t>
      </w:r>
      <w:r>
        <w:tab/>
        <w:t>1.013e0</w:t>
      </w:r>
    </w:p>
    <w:p w:rsidR="006974AE" w:rsidRDefault="006974AE" w:rsidP="006974AE">
      <w:r>
        <w:t>176.9376</w:t>
      </w:r>
      <w:r>
        <w:tab/>
        <w:t>1.013e0</w:t>
      </w:r>
    </w:p>
    <w:p w:rsidR="006974AE" w:rsidRDefault="006974AE" w:rsidP="006974AE">
      <w:r>
        <w:t>176.9658</w:t>
      </w:r>
      <w:r>
        <w:tab/>
        <w:t>1.013e0</w:t>
      </w:r>
    </w:p>
    <w:p w:rsidR="006974AE" w:rsidRDefault="006974AE" w:rsidP="006974AE">
      <w:r>
        <w:t>176.9768</w:t>
      </w:r>
      <w:r>
        <w:tab/>
        <w:t>2.025e0</w:t>
      </w:r>
    </w:p>
    <w:p w:rsidR="006974AE" w:rsidRDefault="006974AE" w:rsidP="006974AE">
      <w:r>
        <w:t>176.9837</w:t>
      </w:r>
      <w:r>
        <w:tab/>
        <w:t>1.013e0</w:t>
      </w:r>
    </w:p>
    <w:p w:rsidR="006974AE" w:rsidRDefault="006974AE" w:rsidP="006974AE">
      <w:r>
        <w:lastRenderedPageBreak/>
        <w:t>176.9980</w:t>
      </w:r>
      <w:r>
        <w:tab/>
        <w:t>1.013e0</w:t>
      </w:r>
    </w:p>
    <w:p w:rsidR="006974AE" w:rsidRDefault="006974AE" w:rsidP="006974AE">
      <w:r>
        <w:t>177.0085</w:t>
      </w:r>
      <w:r>
        <w:tab/>
        <w:t>1.013e0</w:t>
      </w:r>
    </w:p>
    <w:p w:rsidR="006974AE" w:rsidRDefault="006974AE" w:rsidP="006974AE">
      <w:r>
        <w:t>177.0157</w:t>
      </w:r>
      <w:r>
        <w:tab/>
        <w:t>2.025e0</w:t>
      </w:r>
    </w:p>
    <w:p w:rsidR="006974AE" w:rsidRDefault="006974AE" w:rsidP="006974AE">
      <w:r>
        <w:t>177.0174</w:t>
      </w:r>
      <w:r>
        <w:tab/>
        <w:t>2.025e0</w:t>
      </w:r>
    </w:p>
    <w:p w:rsidR="006974AE" w:rsidRDefault="006974AE" w:rsidP="006974AE">
      <w:r>
        <w:t>177.0373</w:t>
      </w:r>
      <w:r>
        <w:tab/>
        <w:t>3.038e0</w:t>
      </w:r>
    </w:p>
    <w:p w:rsidR="006974AE" w:rsidRDefault="006974AE" w:rsidP="006974AE">
      <w:r>
        <w:t>177.0452</w:t>
      </w:r>
      <w:r>
        <w:tab/>
        <w:t>3.038e0</w:t>
      </w:r>
    </w:p>
    <w:p w:rsidR="006974AE" w:rsidRDefault="006974AE" w:rsidP="006974AE">
      <w:r>
        <w:t>177.0571</w:t>
      </w:r>
      <w:r>
        <w:tab/>
        <w:t>1.013e0</w:t>
      </w:r>
    </w:p>
    <w:p w:rsidR="006974AE" w:rsidRDefault="006974AE" w:rsidP="006974AE">
      <w:r>
        <w:t>177.0592</w:t>
      </w:r>
      <w:r>
        <w:tab/>
        <w:t>2.025e0</w:t>
      </w:r>
    </w:p>
    <w:p w:rsidR="006974AE" w:rsidRDefault="006974AE" w:rsidP="006974AE">
      <w:r>
        <w:t>177.0609</w:t>
      </w:r>
      <w:r>
        <w:tab/>
        <w:t>1.013e0</w:t>
      </w:r>
    </w:p>
    <w:p w:rsidR="006974AE" w:rsidRDefault="006974AE" w:rsidP="006974AE">
      <w:r>
        <w:t>177.0623</w:t>
      </w:r>
      <w:r>
        <w:tab/>
        <w:t>3.038e0</w:t>
      </w:r>
    </w:p>
    <w:p w:rsidR="006974AE" w:rsidRDefault="006974AE" w:rsidP="006974AE">
      <w:r>
        <w:t>177.0642</w:t>
      </w:r>
      <w:r>
        <w:tab/>
        <w:t>1.013e0</w:t>
      </w:r>
    </w:p>
    <w:p w:rsidR="006974AE" w:rsidRDefault="006974AE" w:rsidP="006974AE">
      <w:r>
        <w:t>177.0684</w:t>
      </w:r>
      <w:r>
        <w:tab/>
        <w:t>4.778e0</w:t>
      </w:r>
    </w:p>
    <w:p w:rsidR="006974AE" w:rsidRDefault="006974AE" w:rsidP="006974AE">
      <w:r>
        <w:t>177.0857</w:t>
      </w:r>
      <w:r>
        <w:tab/>
        <w:t>2.025e0</w:t>
      </w:r>
    </w:p>
    <w:p w:rsidR="006974AE" w:rsidRDefault="006974AE" w:rsidP="006974AE">
      <w:r>
        <w:t>177.0895</w:t>
      </w:r>
      <w:r>
        <w:tab/>
        <w:t>1.013e0</w:t>
      </w:r>
    </w:p>
    <w:p w:rsidR="006974AE" w:rsidRDefault="006974AE" w:rsidP="006974AE">
      <w:r>
        <w:t>177.0930</w:t>
      </w:r>
      <w:r>
        <w:tab/>
        <w:t>1.013e0</w:t>
      </w:r>
    </w:p>
    <w:p w:rsidR="006974AE" w:rsidRDefault="006974AE" w:rsidP="006974AE">
      <w:r>
        <w:t>177.1053</w:t>
      </w:r>
      <w:r>
        <w:tab/>
        <w:t>2.025e0</w:t>
      </w:r>
    </w:p>
    <w:p w:rsidR="006974AE" w:rsidRDefault="006974AE" w:rsidP="006974AE">
      <w:r>
        <w:t>177.1072</w:t>
      </w:r>
      <w:r>
        <w:tab/>
        <w:t>3.038e0</w:t>
      </w:r>
    </w:p>
    <w:p w:rsidR="006974AE" w:rsidRDefault="006974AE" w:rsidP="006974AE">
      <w:r>
        <w:t>177.1180</w:t>
      </w:r>
      <w:r>
        <w:tab/>
        <w:t>3.038e0</w:t>
      </w:r>
    </w:p>
    <w:p w:rsidR="006974AE" w:rsidRDefault="006974AE" w:rsidP="006974AE">
      <w:r>
        <w:t>177.1213</w:t>
      </w:r>
      <w:r>
        <w:tab/>
        <w:t>1.013e0</w:t>
      </w:r>
    </w:p>
    <w:p w:rsidR="006974AE" w:rsidRDefault="006974AE" w:rsidP="006974AE">
      <w:r>
        <w:lastRenderedPageBreak/>
        <w:t>177.1248</w:t>
      </w:r>
      <w:r>
        <w:tab/>
        <w:t>1.013e0</w:t>
      </w:r>
    </w:p>
    <w:p w:rsidR="006974AE" w:rsidRDefault="006974AE" w:rsidP="006974AE">
      <w:r>
        <w:t>177.1322</w:t>
      </w:r>
      <w:r>
        <w:tab/>
        <w:t>1.013e0</w:t>
      </w:r>
    </w:p>
    <w:p w:rsidR="006974AE" w:rsidRDefault="006974AE" w:rsidP="006974AE">
      <w:r>
        <w:t>177.1392</w:t>
      </w:r>
      <w:r>
        <w:tab/>
        <w:t>2.025e0</w:t>
      </w:r>
    </w:p>
    <w:p w:rsidR="006974AE" w:rsidRDefault="006974AE" w:rsidP="006974AE">
      <w:r>
        <w:t>177.1534</w:t>
      </w:r>
      <w:r>
        <w:tab/>
        <w:t>2.025e0</w:t>
      </w:r>
    </w:p>
    <w:p w:rsidR="006974AE" w:rsidRDefault="006974AE" w:rsidP="006974AE">
      <w:r>
        <w:t>177.1607</w:t>
      </w:r>
      <w:r>
        <w:tab/>
        <w:t>1.013e0</w:t>
      </w:r>
    </w:p>
    <w:p w:rsidR="006974AE" w:rsidRDefault="006974AE" w:rsidP="006974AE">
      <w:r>
        <w:t>177.1993</w:t>
      </w:r>
      <w:r>
        <w:tab/>
        <w:t>1.013e0</w:t>
      </w:r>
    </w:p>
    <w:p w:rsidR="006974AE" w:rsidRDefault="006974AE" w:rsidP="006974AE">
      <w:r>
        <w:t>177.2080</w:t>
      </w:r>
      <w:r>
        <w:tab/>
        <w:t>2.025e0</w:t>
      </w:r>
    </w:p>
    <w:p w:rsidR="006974AE" w:rsidRDefault="006974AE" w:rsidP="006974AE">
      <w:r>
        <w:t>177.2375</w:t>
      </w:r>
      <w:r>
        <w:tab/>
        <w:t>1.013e0</w:t>
      </w:r>
    </w:p>
    <w:p w:rsidR="006974AE" w:rsidRDefault="006974AE" w:rsidP="006974AE">
      <w:r>
        <w:t>177.2484</w:t>
      </w:r>
      <w:r>
        <w:tab/>
        <w:t>1.013e0</w:t>
      </w:r>
    </w:p>
    <w:p w:rsidR="006974AE" w:rsidRDefault="006974AE" w:rsidP="006974AE">
      <w:r>
        <w:t>177.2554</w:t>
      </w:r>
      <w:r>
        <w:tab/>
        <w:t>1.013e0</w:t>
      </w:r>
    </w:p>
    <w:p w:rsidR="006974AE" w:rsidRDefault="006974AE" w:rsidP="006974AE">
      <w:r>
        <w:t>177.2982</w:t>
      </w:r>
      <w:r>
        <w:tab/>
        <w:t>1.013e0</w:t>
      </w:r>
    </w:p>
    <w:p w:rsidR="006974AE" w:rsidRDefault="006974AE" w:rsidP="006974AE">
      <w:r>
        <w:t>177.3071</w:t>
      </w:r>
      <w:r>
        <w:tab/>
        <w:t>2.025e0</w:t>
      </w:r>
    </w:p>
    <w:p w:rsidR="006974AE" w:rsidRDefault="006974AE" w:rsidP="006974AE">
      <w:r>
        <w:t>177.3197</w:t>
      </w:r>
      <w:r>
        <w:tab/>
        <w:t>1.013e0</w:t>
      </w:r>
    </w:p>
    <w:p w:rsidR="006974AE" w:rsidRDefault="006974AE" w:rsidP="006974AE">
      <w:r>
        <w:t>177.3269</w:t>
      </w:r>
      <w:r>
        <w:tab/>
        <w:t>1.013e0</w:t>
      </w:r>
    </w:p>
    <w:p w:rsidR="006974AE" w:rsidRDefault="006974AE" w:rsidP="006974AE">
      <w:r>
        <w:t>177.3338</w:t>
      </w:r>
      <w:r>
        <w:tab/>
        <w:t>1.013e0</w:t>
      </w:r>
    </w:p>
    <w:p w:rsidR="006974AE" w:rsidRDefault="006974AE" w:rsidP="006974AE">
      <w:r>
        <w:t>177.3447</w:t>
      </w:r>
      <w:r>
        <w:tab/>
        <w:t>1.013e0</w:t>
      </w:r>
    </w:p>
    <w:p w:rsidR="006974AE" w:rsidRDefault="006974AE" w:rsidP="006974AE">
      <w:r>
        <w:t>177.3659</w:t>
      </w:r>
      <w:r>
        <w:tab/>
        <w:t>3.038e0</w:t>
      </w:r>
    </w:p>
    <w:p w:rsidR="006974AE" w:rsidRDefault="006974AE" w:rsidP="006974AE">
      <w:r>
        <w:t>177.3798</w:t>
      </w:r>
      <w:r>
        <w:tab/>
        <w:t>1.013e0</w:t>
      </w:r>
    </w:p>
    <w:p w:rsidR="006974AE" w:rsidRDefault="006974AE" w:rsidP="006974AE">
      <w:r>
        <w:t>177.3870</w:t>
      </w:r>
      <w:r>
        <w:tab/>
        <w:t>1.013e0</w:t>
      </w:r>
    </w:p>
    <w:p w:rsidR="006974AE" w:rsidRDefault="006974AE" w:rsidP="006974AE">
      <w:r>
        <w:lastRenderedPageBreak/>
        <w:t>177.4041</w:t>
      </w:r>
      <w:r>
        <w:tab/>
        <w:t>1.013e0</w:t>
      </w:r>
    </w:p>
    <w:p w:rsidR="006974AE" w:rsidRDefault="006974AE" w:rsidP="006974AE">
      <w:r>
        <w:t>177.4111</w:t>
      </w:r>
      <w:r>
        <w:tab/>
        <w:t>1.013e0</w:t>
      </w:r>
    </w:p>
    <w:p w:rsidR="006974AE" w:rsidRDefault="006974AE" w:rsidP="006974AE">
      <w:r>
        <w:t>177.4430</w:t>
      </w:r>
      <w:r>
        <w:tab/>
        <w:t>1.013e0</w:t>
      </w:r>
    </w:p>
    <w:p w:rsidR="006974AE" w:rsidRDefault="006974AE" w:rsidP="006974AE">
      <w:r>
        <w:t>177.4611</w:t>
      </w:r>
      <w:r>
        <w:tab/>
        <w:t>3.038e0</w:t>
      </w:r>
    </w:p>
    <w:p w:rsidR="006974AE" w:rsidRDefault="006974AE" w:rsidP="006974AE">
      <w:r>
        <w:t>177.4680</w:t>
      </w:r>
      <w:r>
        <w:tab/>
        <w:t>1.013e0</w:t>
      </w:r>
    </w:p>
    <w:p w:rsidR="006974AE" w:rsidRDefault="006974AE" w:rsidP="006974AE">
      <w:r>
        <w:t>177.5072</w:t>
      </w:r>
      <w:r>
        <w:tab/>
        <w:t>1.013e0</w:t>
      </w:r>
    </w:p>
    <w:p w:rsidR="006974AE" w:rsidRDefault="006974AE" w:rsidP="006974AE">
      <w:r>
        <w:t>177.5360</w:t>
      </w:r>
      <w:r>
        <w:tab/>
        <w:t>1.013e0</w:t>
      </w:r>
    </w:p>
    <w:p w:rsidR="006974AE" w:rsidRDefault="006974AE" w:rsidP="006974AE">
      <w:r>
        <w:t>177.5535</w:t>
      </w:r>
      <w:r>
        <w:tab/>
        <w:t>1.013e0</w:t>
      </w:r>
    </w:p>
    <w:p w:rsidR="006974AE" w:rsidRDefault="006974AE" w:rsidP="006974AE">
      <w:r>
        <w:t>177.5591</w:t>
      </w:r>
      <w:r>
        <w:tab/>
        <w:t>2.025e0</w:t>
      </w:r>
    </w:p>
    <w:p w:rsidR="006974AE" w:rsidRDefault="006974AE" w:rsidP="006974AE">
      <w:r>
        <w:t>177.5709</w:t>
      </w:r>
      <w:r>
        <w:tab/>
        <w:t>1.013e0</w:t>
      </w:r>
    </w:p>
    <w:p w:rsidR="006974AE" w:rsidRDefault="006974AE" w:rsidP="006974AE">
      <w:r>
        <w:t>177.5885</w:t>
      </w:r>
      <w:r>
        <w:tab/>
        <w:t>1.013e0</w:t>
      </w:r>
    </w:p>
    <w:p w:rsidR="006974AE" w:rsidRDefault="006974AE" w:rsidP="006974AE">
      <w:r>
        <w:t>177.6166</w:t>
      </w:r>
      <w:r>
        <w:tab/>
        <w:t>1.013e0</w:t>
      </w:r>
    </w:p>
    <w:p w:rsidR="006974AE" w:rsidRDefault="006974AE" w:rsidP="006974AE">
      <w:r>
        <w:t>177.6200</w:t>
      </w:r>
      <w:r>
        <w:tab/>
        <w:t>1.013e0</w:t>
      </w:r>
    </w:p>
    <w:p w:rsidR="006974AE" w:rsidRDefault="006974AE" w:rsidP="006974AE">
      <w:r>
        <w:t>177.6272</w:t>
      </w:r>
      <w:r>
        <w:tab/>
        <w:t>2.025e0</w:t>
      </w:r>
    </w:p>
    <w:p w:rsidR="006974AE" w:rsidRDefault="006974AE" w:rsidP="006974AE">
      <w:r>
        <w:t>177.6521</w:t>
      </w:r>
      <w:r>
        <w:tab/>
        <w:t>2.025e0</w:t>
      </w:r>
    </w:p>
    <w:p w:rsidR="006974AE" w:rsidRDefault="006974AE" w:rsidP="006974AE">
      <w:r>
        <w:t>177.6612</w:t>
      </w:r>
      <w:r>
        <w:tab/>
        <w:t>2.025e0</w:t>
      </w:r>
    </w:p>
    <w:p w:rsidR="006974AE" w:rsidRDefault="006974AE" w:rsidP="006974AE">
      <w:r>
        <w:t>177.6770</w:t>
      </w:r>
      <w:r>
        <w:tab/>
        <w:t>1.013e0</w:t>
      </w:r>
    </w:p>
    <w:p w:rsidR="006974AE" w:rsidRDefault="006974AE" w:rsidP="006974AE">
      <w:r>
        <w:t>177.7022</w:t>
      </w:r>
      <w:r>
        <w:tab/>
        <w:t>1.013e0</w:t>
      </w:r>
    </w:p>
    <w:p w:rsidR="006974AE" w:rsidRDefault="006974AE" w:rsidP="006974AE">
      <w:r>
        <w:t>177.7092</w:t>
      </w:r>
      <w:r>
        <w:tab/>
        <w:t>1.013e0</w:t>
      </w:r>
    </w:p>
    <w:p w:rsidR="006974AE" w:rsidRDefault="006974AE" w:rsidP="006974AE">
      <w:r>
        <w:lastRenderedPageBreak/>
        <w:t>177.7165</w:t>
      </w:r>
      <w:r>
        <w:tab/>
        <w:t>1.013e0</w:t>
      </w:r>
    </w:p>
    <w:p w:rsidR="006974AE" w:rsidRDefault="006974AE" w:rsidP="006974AE">
      <w:r>
        <w:t>177.7658</w:t>
      </w:r>
      <w:r>
        <w:tab/>
        <w:t>1.013e0</w:t>
      </w:r>
    </w:p>
    <w:p w:rsidR="006974AE" w:rsidRDefault="006974AE" w:rsidP="006974AE">
      <w:r>
        <w:t>177.7744</w:t>
      </w:r>
      <w:r>
        <w:tab/>
        <w:t>2.025e0</w:t>
      </w:r>
    </w:p>
    <w:p w:rsidR="006974AE" w:rsidRDefault="006974AE" w:rsidP="006974AE">
      <w:r>
        <w:t>177.7867</w:t>
      </w:r>
      <w:r>
        <w:tab/>
        <w:t>1.013e0</w:t>
      </w:r>
    </w:p>
    <w:p w:rsidR="006974AE" w:rsidRDefault="006974AE" w:rsidP="006974AE">
      <w:r>
        <w:t>177.7969</w:t>
      </w:r>
      <w:r>
        <w:tab/>
        <w:t>1.013e0</w:t>
      </w:r>
    </w:p>
    <w:p w:rsidR="006974AE" w:rsidRDefault="006974AE" w:rsidP="006974AE">
      <w:r>
        <w:t>177.8542</w:t>
      </w:r>
      <w:r>
        <w:tab/>
        <w:t>1.013e0</w:t>
      </w:r>
    </w:p>
    <w:p w:rsidR="006974AE" w:rsidRDefault="006974AE" w:rsidP="006974AE">
      <w:r>
        <w:t>177.8651</w:t>
      </w:r>
      <w:r>
        <w:tab/>
        <w:t>2.025e0</w:t>
      </w:r>
    </w:p>
    <w:p w:rsidR="006974AE" w:rsidRDefault="006974AE" w:rsidP="006974AE">
      <w:r>
        <w:t>177.8722</w:t>
      </w:r>
      <w:r>
        <w:tab/>
        <w:t>1.013e0</w:t>
      </w:r>
    </w:p>
    <w:p w:rsidR="006974AE" w:rsidRDefault="006974AE" w:rsidP="006974AE">
      <w:r>
        <w:t>177.9007</w:t>
      </w:r>
      <w:r>
        <w:tab/>
        <w:t>1.013e0</w:t>
      </w:r>
    </w:p>
    <w:p w:rsidR="006974AE" w:rsidRDefault="006974AE" w:rsidP="006974AE">
      <w:r>
        <w:t>177.9023</w:t>
      </w:r>
      <w:r>
        <w:tab/>
        <w:t>2.025e0</w:t>
      </w:r>
    </w:p>
    <w:p w:rsidR="006974AE" w:rsidRDefault="006974AE" w:rsidP="006974AE">
      <w:r>
        <w:t>177.9079</w:t>
      </w:r>
      <w:r>
        <w:tab/>
        <w:t>1.013e0</w:t>
      </w:r>
    </w:p>
    <w:p w:rsidR="006974AE" w:rsidRDefault="006974AE" w:rsidP="006974AE">
      <w:r>
        <w:t>177.9640</w:t>
      </w:r>
      <w:r>
        <w:tab/>
        <w:t>1.013e0</w:t>
      </w:r>
    </w:p>
    <w:p w:rsidR="006974AE" w:rsidRDefault="006974AE" w:rsidP="006974AE">
      <w:r>
        <w:t>177.9677</w:t>
      </w:r>
      <w:r>
        <w:tab/>
        <w:t>1.013e0</w:t>
      </w:r>
    </w:p>
    <w:p w:rsidR="006974AE" w:rsidRDefault="006974AE" w:rsidP="006974AE">
      <w:r>
        <w:t>177.9817</w:t>
      </w:r>
      <w:r>
        <w:tab/>
        <w:t>1.013e0</w:t>
      </w:r>
    </w:p>
    <w:p w:rsidR="006974AE" w:rsidRDefault="006974AE" w:rsidP="006974AE">
      <w:r>
        <w:t>177.9991</w:t>
      </w:r>
      <w:r>
        <w:tab/>
        <w:t>1.013e0</w:t>
      </w:r>
    </w:p>
    <w:p w:rsidR="006974AE" w:rsidRDefault="006974AE" w:rsidP="006974AE">
      <w:r>
        <w:t>178.0101</w:t>
      </w:r>
      <w:r>
        <w:tab/>
        <w:t>1.013e0</w:t>
      </w:r>
    </w:p>
    <w:p w:rsidR="006974AE" w:rsidRDefault="006974AE" w:rsidP="006974AE">
      <w:r>
        <w:t>178.0134</w:t>
      </w:r>
      <w:r>
        <w:tab/>
        <w:t>1.013e0</w:t>
      </w:r>
    </w:p>
    <w:p w:rsidR="006974AE" w:rsidRDefault="006974AE" w:rsidP="006974AE">
      <w:r>
        <w:t>178.0208</w:t>
      </w:r>
      <w:r>
        <w:tab/>
        <w:t>1.013e0</w:t>
      </w:r>
    </w:p>
    <w:p w:rsidR="006974AE" w:rsidRDefault="006974AE" w:rsidP="006974AE">
      <w:r>
        <w:t>178.0277</w:t>
      </w:r>
      <w:r>
        <w:tab/>
        <w:t>2.025e0</w:t>
      </w:r>
    </w:p>
    <w:p w:rsidR="006974AE" w:rsidRDefault="006974AE" w:rsidP="006974AE">
      <w:r>
        <w:lastRenderedPageBreak/>
        <w:t>178.0386</w:t>
      </w:r>
      <w:r>
        <w:tab/>
        <w:t>2.025e0</w:t>
      </w:r>
    </w:p>
    <w:p w:rsidR="006974AE" w:rsidRDefault="006974AE" w:rsidP="006974AE">
      <w:r>
        <w:t>178.0484</w:t>
      </w:r>
      <w:r>
        <w:tab/>
        <w:t>3.038e0</w:t>
      </w:r>
    </w:p>
    <w:p w:rsidR="006974AE" w:rsidRDefault="006974AE" w:rsidP="006974AE">
      <w:r>
        <w:t>178.0528</w:t>
      </w:r>
      <w:r>
        <w:tab/>
        <w:t>2.025e0</w:t>
      </w:r>
    </w:p>
    <w:p w:rsidR="006974AE" w:rsidRDefault="006974AE" w:rsidP="006974AE">
      <w:r>
        <w:t>178.0670</w:t>
      </w:r>
      <w:r>
        <w:tab/>
        <w:t>2.025e0</w:t>
      </w:r>
    </w:p>
    <w:p w:rsidR="006974AE" w:rsidRDefault="006974AE" w:rsidP="006974AE">
      <w:r>
        <w:t>178.0707</w:t>
      </w:r>
      <w:r>
        <w:tab/>
        <w:t>1.013e0</w:t>
      </w:r>
    </w:p>
    <w:p w:rsidR="006974AE" w:rsidRDefault="006974AE" w:rsidP="006974AE">
      <w:r>
        <w:t>178.0777</w:t>
      </w:r>
      <w:r>
        <w:tab/>
        <w:t>2.025e0</w:t>
      </w:r>
    </w:p>
    <w:p w:rsidR="006974AE" w:rsidRDefault="006974AE" w:rsidP="006974AE">
      <w:r>
        <w:t>178.0812</w:t>
      </w:r>
      <w:r>
        <w:tab/>
        <w:t>1.013e0</w:t>
      </w:r>
    </w:p>
    <w:p w:rsidR="006974AE" w:rsidRDefault="006974AE" w:rsidP="006974AE">
      <w:r>
        <w:t>178.0886</w:t>
      </w:r>
      <w:r>
        <w:tab/>
        <w:t>1.013e0</w:t>
      </w:r>
    </w:p>
    <w:p w:rsidR="006974AE" w:rsidRDefault="006974AE" w:rsidP="006974AE">
      <w:r>
        <w:t>178.0991</w:t>
      </w:r>
      <w:r>
        <w:tab/>
        <w:t>3.038e0</w:t>
      </w:r>
    </w:p>
    <w:p w:rsidR="006974AE" w:rsidRDefault="006974AE" w:rsidP="006974AE">
      <w:r>
        <w:t>178.1027</w:t>
      </w:r>
      <w:r>
        <w:tab/>
        <w:t>1.013e0</w:t>
      </w:r>
    </w:p>
    <w:p w:rsidR="006974AE" w:rsidRDefault="006974AE" w:rsidP="006974AE">
      <w:r>
        <w:t>178.1063</w:t>
      </w:r>
      <w:r>
        <w:tab/>
        <w:t>2.025e0</w:t>
      </w:r>
    </w:p>
    <w:p w:rsidR="006974AE" w:rsidRDefault="006974AE" w:rsidP="006974AE">
      <w:r>
        <w:t>178.1083</w:t>
      </w:r>
      <w:r>
        <w:tab/>
        <w:t>2.025e0</w:t>
      </w:r>
    </w:p>
    <w:p w:rsidR="006974AE" w:rsidRDefault="006974AE" w:rsidP="006974AE">
      <w:r>
        <w:t>178.1101</w:t>
      </w:r>
      <w:r>
        <w:tab/>
        <w:t>3.038e0</w:t>
      </w:r>
    </w:p>
    <w:p w:rsidR="006974AE" w:rsidRDefault="006974AE" w:rsidP="006974AE">
      <w:r>
        <w:t>178.1218</w:t>
      </w:r>
      <w:r>
        <w:tab/>
        <w:t>3.038e0</w:t>
      </w:r>
    </w:p>
    <w:p w:rsidR="006974AE" w:rsidRDefault="006974AE" w:rsidP="006974AE">
      <w:r>
        <w:t>178.1231</w:t>
      </w:r>
      <w:r>
        <w:tab/>
        <w:t>3.038e0</w:t>
      </w:r>
    </w:p>
    <w:p w:rsidR="006974AE" w:rsidRDefault="006974AE" w:rsidP="006974AE">
      <w:r>
        <w:t>178.1242</w:t>
      </w:r>
      <w:r>
        <w:tab/>
        <w:t>3.038e0</w:t>
      </w:r>
    </w:p>
    <w:p w:rsidR="006974AE" w:rsidRDefault="006974AE" w:rsidP="006974AE">
      <w:r>
        <w:t>178.1254</w:t>
      </w:r>
      <w:r>
        <w:tab/>
        <w:t>3.038e0</w:t>
      </w:r>
    </w:p>
    <w:p w:rsidR="006974AE" w:rsidRDefault="006974AE" w:rsidP="006974AE">
      <w:r>
        <w:t>178.1278</w:t>
      </w:r>
      <w:r>
        <w:tab/>
        <w:t>3.038e0</w:t>
      </w:r>
    </w:p>
    <w:p w:rsidR="006974AE" w:rsidRDefault="006974AE" w:rsidP="006974AE">
      <w:r>
        <w:t>178.1313</w:t>
      </w:r>
      <w:r>
        <w:tab/>
        <w:t>6.076e0</w:t>
      </w:r>
    </w:p>
    <w:p w:rsidR="006974AE" w:rsidRDefault="006974AE" w:rsidP="006974AE">
      <w:r>
        <w:lastRenderedPageBreak/>
        <w:t>178.1541</w:t>
      </w:r>
      <w:r>
        <w:tab/>
        <w:t>2.025e0</w:t>
      </w:r>
    </w:p>
    <w:p w:rsidR="006974AE" w:rsidRDefault="006974AE" w:rsidP="006974AE">
      <w:r>
        <w:t>178.1564</w:t>
      </w:r>
      <w:r>
        <w:tab/>
        <w:t>4.051e0</w:t>
      </w:r>
    </w:p>
    <w:p w:rsidR="006974AE" w:rsidRDefault="006974AE" w:rsidP="006974AE">
      <w:r>
        <w:t>178.1591</w:t>
      </w:r>
      <w:r>
        <w:tab/>
        <w:t>1.013e0</w:t>
      </w:r>
    </w:p>
    <w:p w:rsidR="006974AE" w:rsidRDefault="006974AE" w:rsidP="006974AE">
      <w:r>
        <w:t>178.1628</w:t>
      </w:r>
      <w:r>
        <w:tab/>
        <w:t>1.013e0</w:t>
      </w:r>
    </w:p>
    <w:p w:rsidR="006974AE" w:rsidRDefault="006974AE" w:rsidP="006974AE">
      <w:r>
        <w:t>178.1663</w:t>
      </w:r>
      <w:r>
        <w:tab/>
        <w:t>1.013e0</w:t>
      </w:r>
    </w:p>
    <w:p w:rsidR="006974AE" w:rsidRDefault="006974AE" w:rsidP="006974AE">
      <w:r>
        <w:t>178.1681</w:t>
      </w:r>
      <w:r>
        <w:tab/>
        <w:t>3.038e0</w:t>
      </w:r>
    </w:p>
    <w:p w:rsidR="006974AE" w:rsidRDefault="006974AE" w:rsidP="006974AE">
      <w:r>
        <w:t>178.1768</w:t>
      </w:r>
      <w:r>
        <w:tab/>
        <w:t>1.013e0</w:t>
      </w:r>
    </w:p>
    <w:p w:rsidR="006974AE" w:rsidRDefault="006974AE" w:rsidP="006974AE">
      <w:r>
        <w:t>178.2085</w:t>
      </w:r>
      <w:r>
        <w:tab/>
        <w:t>1.013e0</w:t>
      </w:r>
    </w:p>
    <w:p w:rsidR="006974AE" w:rsidRDefault="006974AE" w:rsidP="006974AE">
      <w:r>
        <w:t>178.2230</w:t>
      </w:r>
      <w:r>
        <w:tab/>
        <w:t>1.013e0</w:t>
      </w:r>
    </w:p>
    <w:p w:rsidR="006974AE" w:rsidRDefault="006974AE" w:rsidP="006974AE">
      <w:r>
        <w:t>178.2299</w:t>
      </w:r>
      <w:r>
        <w:tab/>
        <w:t>1.013e0</w:t>
      </w:r>
    </w:p>
    <w:p w:rsidR="006974AE" w:rsidRDefault="006974AE" w:rsidP="006974AE">
      <w:r>
        <w:t>178.2407</w:t>
      </w:r>
      <w:r>
        <w:tab/>
        <w:t>1.013e0</w:t>
      </w:r>
    </w:p>
    <w:p w:rsidR="006974AE" w:rsidRDefault="006974AE" w:rsidP="006974AE">
      <w:r>
        <w:t>178.2585</w:t>
      </w:r>
      <w:r>
        <w:tab/>
        <w:t>1.013e0</w:t>
      </w:r>
    </w:p>
    <w:p w:rsidR="006974AE" w:rsidRDefault="006974AE" w:rsidP="006974AE">
      <w:r>
        <w:t>178.2623</w:t>
      </w:r>
      <w:r>
        <w:tab/>
        <w:t>1.013e0</w:t>
      </w:r>
    </w:p>
    <w:p w:rsidR="006974AE" w:rsidRDefault="006974AE" w:rsidP="006974AE">
      <w:r>
        <w:t>178.2644</w:t>
      </w:r>
      <w:r>
        <w:tab/>
        <w:t>3.038e0</w:t>
      </w:r>
    </w:p>
    <w:p w:rsidR="006974AE" w:rsidRDefault="006974AE" w:rsidP="006974AE">
      <w:r>
        <w:t>178.2729</w:t>
      </w:r>
      <w:r>
        <w:tab/>
        <w:t>2.025e0</w:t>
      </w:r>
    </w:p>
    <w:p w:rsidR="006974AE" w:rsidRDefault="006974AE" w:rsidP="006974AE">
      <w:r>
        <w:t>178.2908</w:t>
      </w:r>
      <w:r>
        <w:tab/>
        <w:t>1.013e0</w:t>
      </w:r>
    </w:p>
    <w:p w:rsidR="006974AE" w:rsidRDefault="006974AE" w:rsidP="006974AE">
      <w:r>
        <w:t>178.3087</w:t>
      </w:r>
      <w:r>
        <w:tab/>
        <w:t>1.013e0</w:t>
      </w:r>
    </w:p>
    <w:p w:rsidR="006974AE" w:rsidRDefault="006974AE" w:rsidP="006974AE">
      <w:r>
        <w:t>178.3229</w:t>
      </w:r>
      <w:r>
        <w:tab/>
        <w:t>1.013e0</w:t>
      </w:r>
    </w:p>
    <w:p w:rsidR="006974AE" w:rsidRDefault="006974AE" w:rsidP="006974AE">
      <w:r>
        <w:t>178.3512</w:t>
      </w:r>
      <w:r>
        <w:tab/>
        <w:t>2.025e0</w:t>
      </w:r>
    </w:p>
    <w:p w:rsidR="006974AE" w:rsidRDefault="006974AE" w:rsidP="006974AE">
      <w:r>
        <w:lastRenderedPageBreak/>
        <w:t>178.3544</w:t>
      </w:r>
      <w:r>
        <w:tab/>
        <w:t>1.013e0</w:t>
      </w:r>
    </w:p>
    <w:p w:rsidR="006974AE" w:rsidRDefault="006974AE" w:rsidP="006974AE">
      <w:r>
        <w:t>178.3614</w:t>
      </w:r>
      <w:r>
        <w:tab/>
        <w:t>1.013e0</w:t>
      </w:r>
    </w:p>
    <w:p w:rsidR="006974AE" w:rsidRDefault="006974AE" w:rsidP="006974AE">
      <w:r>
        <w:t>178.3825</w:t>
      </w:r>
      <w:r>
        <w:tab/>
        <w:t>1.013e0</w:t>
      </w:r>
    </w:p>
    <w:p w:rsidR="006974AE" w:rsidRDefault="006974AE" w:rsidP="006974AE">
      <w:r>
        <w:t>178.3929</w:t>
      </w:r>
      <w:r>
        <w:tab/>
        <w:t>2.025e0</w:t>
      </w:r>
    </w:p>
    <w:p w:rsidR="006974AE" w:rsidRDefault="006974AE" w:rsidP="006974AE">
      <w:r>
        <w:t>178.3966</w:t>
      </w:r>
      <w:r>
        <w:tab/>
        <w:t>1.013e0</w:t>
      </w:r>
    </w:p>
    <w:p w:rsidR="006974AE" w:rsidRDefault="006974AE" w:rsidP="006974AE">
      <w:r>
        <w:t>178.4179</w:t>
      </w:r>
      <w:r>
        <w:tab/>
        <w:t>1.013e0</w:t>
      </w:r>
    </w:p>
    <w:p w:rsidR="006974AE" w:rsidRDefault="006974AE" w:rsidP="006974AE">
      <w:r>
        <w:t>178.4322</w:t>
      </w:r>
      <w:r>
        <w:tab/>
        <w:t>2.025e0</w:t>
      </w:r>
    </w:p>
    <w:p w:rsidR="006974AE" w:rsidRDefault="006974AE" w:rsidP="006974AE">
      <w:r>
        <w:t>178.4626</w:t>
      </w:r>
      <w:r>
        <w:tab/>
        <w:t>2.025e0</w:t>
      </w:r>
    </w:p>
    <w:p w:rsidR="006974AE" w:rsidRDefault="006974AE" w:rsidP="006974AE">
      <w:r>
        <w:t>178.4733</w:t>
      </w:r>
      <w:r>
        <w:tab/>
        <w:t>2.025e0</w:t>
      </w:r>
    </w:p>
    <w:p w:rsidR="006974AE" w:rsidRDefault="006974AE" w:rsidP="006974AE">
      <w:r>
        <w:t>178.4858</w:t>
      </w:r>
      <w:r>
        <w:tab/>
        <w:t>1.013e0</w:t>
      </w:r>
    </w:p>
    <w:p w:rsidR="006974AE" w:rsidRDefault="006974AE" w:rsidP="006974AE">
      <w:r>
        <w:t>178.5323</w:t>
      </w:r>
      <w:r>
        <w:tab/>
        <w:t>1.013e0</w:t>
      </w:r>
    </w:p>
    <w:p w:rsidR="006974AE" w:rsidRDefault="006974AE" w:rsidP="006974AE">
      <w:r>
        <w:t>178.5466</w:t>
      </w:r>
      <w:r>
        <w:tab/>
        <w:t>1.013e0</w:t>
      </w:r>
    </w:p>
    <w:p w:rsidR="006974AE" w:rsidRDefault="006974AE" w:rsidP="006974AE">
      <w:r>
        <w:t>178.5533</w:t>
      </w:r>
      <w:r>
        <w:tab/>
        <w:t>1.013e0</w:t>
      </w:r>
    </w:p>
    <w:p w:rsidR="006974AE" w:rsidRDefault="006974AE" w:rsidP="006974AE">
      <w:r>
        <w:t>178.5673</w:t>
      </w:r>
      <w:r>
        <w:tab/>
        <w:t>1.013e0</w:t>
      </w:r>
    </w:p>
    <w:p w:rsidR="006974AE" w:rsidRDefault="006974AE" w:rsidP="006974AE">
      <w:r>
        <w:t>178.5988</w:t>
      </w:r>
      <w:r>
        <w:tab/>
        <w:t>1.013e0</w:t>
      </w:r>
    </w:p>
    <w:p w:rsidR="006974AE" w:rsidRDefault="006974AE" w:rsidP="006974AE">
      <w:r>
        <w:t>178.6061</w:t>
      </w:r>
      <w:r>
        <w:tab/>
        <w:t>2.025e0</w:t>
      </w:r>
    </w:p>
    <w:p w:rsidR="006974AE" w:rsidRDefault="006974AE" w:rsidP="006974AE">
      <w:r>
        <w:t>178.6131</w:t>
      </w:r>
      <w:r>
        <w:tab/>
        <w:t>1.013e0</w:t>
      </w:r>
    </w:p>
    <w:p w:rsidR="006974AE" w:rsidRDefault="006974AE" w:rsidP="006974AE">
      <w:r>
        <w:t>178.6312</w:t>
      </w:r>
      <w:r>
        <w:tab/>
        <w:t>1.013e0</w:t>
      </w:r>
    </w:p>
    <w:p w:rsidR="006974AE" w:rsidRDefault="006974AE" w:rsidP="006974AE">
      <w:r>
        <w:t>178.6346</w:t>
      </w:r>
      <w:r>
        <w:tab/>
        <w:t>1.013e0</w:t>
      </w:r>
    </w:p>
    <w:p w:rsidR="006974AE" w:rsidRDefault="006974AE" w:rsidP="006974AE">
      <w:r>
        <w:lastRenderedPageBreak/>
        <w:t>178.6491</w:t>
      </w:r>
      <w:r>
        <w:tab/>
        <w:t>1.013e0</w:t>
      </w:r>
    </w:p>
    <w:p w:rsidR="006974AE" w:rsidRDefault="006974AE" w:rsidP="006974AE">
      <w:r>
        <w:t>178.6527</w:t>
      </w:r>
      <w:r>
        <w:tab/>
        <w:t>1.013e0</w:t>
      </w:r>
    </w:p>
    <w:p w:rsidR="006974AE" w:rsidRDefault="006974AE" w:rsidP="006974AE">
      <w:r>
        <w:t>178.6667</w:t>
      </w:r>
      <w:r>
        <w:tab/>
        <w:t>1.013e0</w:t>
      </w:r>
    </w:p>
    <w:p w:rsidR="006974AE" w:rsidRDefault="006974AE" w:rsidP="006974AE">
      <w:r>
        <w:t>178.6848</w:t>
      </w:r>
      <w:r>
        <w:tab/>
        <w:t>1.013e0</w:t>
      </w:r>
    </w:p>
    <w:p w:rsidR="006974AE" w:rsidRDefault="006974AE" w:rsidP="006974AE">
      <w:r>
        <w:t>178.7027</w:t>
      </w:r>
      <w:r>
        <w:tab/>
        <w:t>1.013e0</w:t>
      </w:r>
    </w:p>
    <w:p w:rsidR="006974AE" w:rsidRDefault="006974AE" w:rsidP="006974AE">
      <w:r>
        <w:t>178.7168</w:t>
      </w:r>
      <w:r>
        <w:tab/>
        <w:t>1.013e0</w:t>
      </w:r>
    </w:p>
    <w:p w:rsidR="006974AE" w:rsidRDefault="006974AE" w:rsidP="006974AE">
      <w:r>
        <w:t>178.7438</w:t>
      </w:r>
      <w:r>
        <w:tab/>
        <w:t>2.025e0</w:t>
      </w:r>
    </w:p>
    <w:p w:rsidR="006974AE" w:rsidRDefault="006974AE" w:rsidP="006974AE">
      <w:r>
        <w:t>178.7562</w:t>
      </w:r>
      <w:r>
        <w:tab/>
        <w:t>1.013e0</w:t>
      </w:r>
    </w:p>
    <w:p w:rsidR="006974AE" w:rsidRDefault="006974AE" w:rsidP="006974AE">
      <w:r>
        <w:t>178.7700</w:t>
      </w:r>
      <w:r>
        <w:tab/>
        <w:t>1.013e0</w:t>
      </w:r>
    </w:p>
    <w:p w:rsidR="006974AE" w:rsidRDefault="006974AE" w:rsidP="006974AE">
      <w:r>
        <w:t>178.7769</w:t>
      </w:r>
      <w:r>
        <w:tab/>
        <w:t>1.013e0</w:t>
      </w:r>
    </w:p>
    <w:p w:rsidR="006974AE" w:rsidRDefault="006974AE" w:rsidP="006974AE">
      <w:r>
        <w:t>178.7839</w:t>
      </w:r>
      <w:r>
        <w:tab/>
        <w:t>1.013e0</w:t>
      </w:r>
    </w:p>
    <w:p w:rsidR="006974AE" w:rsidRDefault="006974AE" w:rsidP="006974AE">
      <w:r>
        <w:t>178.7877</w:t>
      </w:r>
      <w:r>
        <w:tab/>
        <w:t>1.013e0</w:t>
      </w:r>
    </w:p>
    <w:p w:rsidR="006974AE" w:rsidRDefault="006974AE" w:rsidP="006974AE">
      <w:r>
        <w:t>178.8119</w:t>
      </w:r>
      <w:r>
        <w:tab/>
        <w:t>2.025e0</w:t>
      </w:r>
    </w:p>
    <w:p w:rsidR="006974AE" w:rsidRDefault="006974AE" w:rsidP="006974AE">
      <w:r>
        <w:t>178.8191</w:t>
      </w:r>
      <w:r>
        <w:tab/>
        <w:t>1.013e0</w:t>
      </w:r>
    </w:p>
    <w:p w:rsidR="006974AE" w:rsidRDefault="006974AE" w:rsidP="006974AE">
      <w:r>
        <w:t>178.8587</w:t>
      </w:r>
      <w:r>
        <w:tab/>
        <w:t>2.025e0</w:t>
      </w:r>
    </w:p>
    <w:p w:rsidR="006974AE" w:rsidRDefault="006974AE" w:rsidP="006974AE">
      <w:r>
        <w:t>178.8909</w:t>
      </w:r>
      <w:r>
        <w:tab/>
        <w:t>1.013e0</w:t>
      </w:r>
    </w:p>
    <w:p w:rsidR="006974AE" w:rsidRDefault="006974AE" w:rsidP="006974AE">
      <w:r>
        <w:t>178.8960</w:t>
      </w:r>
      <w:r>
        <w:tab/>
        <w:t>2.025e0</w:t>
      </w:r>
    </w:p>
    <w:p w:rsidR="006974AE" w:rsidRDefault="006974AE" w:rsidP="006974AE">
      <w:r>
        <w:t>178.9121</w:t>
      </w:r>
      <w:r>
        <w:tab/>
        <w:t>1.013e0</w:t>
      </w:r>
    </w:p>
    <w:p w:rsidR="006974AE" w:rsidRDefault="006974AE" w:rsidP="006974AE">
      <w:r>
        <w:t>178.9374</w:t>
      </w:r>
      <w:r>
        <w:tab/>
        <w:t>1.013e0</w:t>
      </w:r>
    </w:p>
    <w:p w:rsidR="006974AE" w:rsidRDefault="006974AE" w:rsidP="006974AE">
      <w:r>
        <w:lastRenderedPageBreak/>
        <w:t>178.9625</w:t>
      </w:r>
      <w:r>
        <w:tab/>
        <w:t>2.025e0</w:t>
      </w:r>
    </w:p>
    <w:p w:rsidR="006974AE" w:rsidRDefault="006974AE" w:rsidP="006974AE">
      <w:r>
        <w:t>178.9858</w:t>
      </w:r>
      <w:r>
        <w:tab/>
        <w:t>3.038e0</w:t>
      </w:r>
    </w:p>
    <w:p w:rsidR="006974AE" w:rsidRDefault="006974AE" w:rsidP="006974AE">
      <w:r>
        <w:t>178.9958</w:t>
      </w:r>
      <w:r>
        <w:tab/>
        <w:t>4.051e0</w:t>
      </w:r>
    </w:p>
    <w:p w:rsidR="006974AE" w:rsidRDefault="006974AE" w:rsidP="006974AE">
      <w:r>
        <w:t>179.0156</w:t>
      </w:r>
      <w:r>
        <w:tab/>
        <w:t>3.424e1</w:t>
      </w:r>
    </w:p>
    <w:p w:rsidR="006974AE" w:rsidRDefault="006974AE" w:rsidP="006974AE">
      <w:r>
        <w:t>179.0167</w:t>
      </w:r>
      <w:r>
        <w:tab/>
        <w:t>1.418e1</w:t>
      </w:r>
    </w:p>
    <w:p w:rsidR="006974AE" w:rsidRDefault="006974AE" w:rsidP="006974AE">
      <w:r>
        <w:t>179.0180</w:t>
      </w:r>
      <w:r>
        <w:tab/>
        <w:t>2.715e1</w:t>
      </w:r>
    </w:p>
    <w:p w:rsidR="006974AE" w:rsidRDefault="006974AE" w:rsidP="006974AE">
      <w:r>
        <w:t>179.0247</w:t>
      </w:r>
      <w:r>
        <w:tab/>
        <w:t>9.346e0</w:t>
      </w:r>
    </w:p>
    <w:p w:rsidR="006974AE" w:rsidRDefault="006974AE" w:rsidP="006974AE">
      <w:r>
        <w:t>179.0577</w:t>
      </w:r>
      <w:r>
        <w:tab/>
        <w:t>2.025e0</w:t>
      </w:r>
    </w:p>
    <w:p w:rsidR="006974AE" w:rsidRDefault="006974AE" w:rsidP="006974AE">
      <w:r>
        <w:t>179.0628</w:t>
      </w:r>
      <w:r>
        <w:tab/>
        <w:t>2.025e0</w:t>
      </w:r>
    </w:p>
    <w:p w:rsidR="006974AE" w:rsidRDefault="006974AE" w:rsidP="006974AE">
      <w:r>
        <w:t>179.0648</w:t>
      </w:r>
      <w:r>
        <w:tab/>
        <w:t>5.063e0</w:t>
      </w:r>
    </w:p>
    <w:p w:rsidR="006974AE" w:rsidRDefault="006974AE" w:rsidP="006974AE">
      <w:r>
        <w:t>179.0706</w:t>
      </w:r>
      <w:r>
        <w:tab/>
        <w:t>5.063e0</w:t>
      </w:r>
    </w:p>
    <w:p w:rsidR="006974AE" w:rsidRDefault="006974AE" w:rsidP="006974AE">
      <w:r>
        <w:t>179.0899</w:t>
      </w:r>
      <w:r>
        <w:tab/>
        <w:t>1.013e0</w:t>
      </w:r>
    </w:p>
    <w:p w:rsidR="006974AE" w:rsidRDefault="006974AE" w:rsidP="006974AE">
      <w:r>
        <w:t>179.0950</w:t>
      </w:r>
      <w:r>
        <w:tab/>
        <w:t>2.025e0</w:t>
      </w:r>
    </w:p>
    <w:p w:rsidR="006974AE" w:rsidRDefault="006974AE" w:rsidP="006974AE">
      <w:r>
        <w:t>179.0968</w:t>
      </w:r>
      <w:r>
        <w:tab/>
        <w:t>1.013e0</w:t>
      </w:r>
    </w:p>
    <w:p w:rsidR="006974AE" w:rsidRDefault="006974AE" w:rsidP="006974AE">
      <w:r>
        <w:t>179.0988</w:t>
      </w:r>
      <w:r>
        <w:tab/>
        <w:t>4.051e0</w:t>
      </w:r>
    </w:p>
    <w:p w:rsidR="006974AE" w:rsidRDefault="006974AE" w:rsidP="006974AE">
      <w:r>
        <w:t>179.1013</w:t>
      </w:r>
      <w:r>
        <w:tab/>
        <w:t>3.038e0</w:t>
      </w:r>
    </w:p>
    <w:p w:rsidR="006974AE" w:rsidRDefault="006974AE" w:rsidP="006974AE">
      <w:r>
        <w:t>179.1042</w:t>
      </w:r>
      <w:r>
        <w:tab/>
        <w:t>1.013e0</w:t>
      </w:r>
    </w:p>
    <w:p w:rsidR="006974AE" w:rsidRDefault="006974AE" w:rsidP="006974AE">
      <w:r>
        <w:t>179.1059</w:t>
      </w:r>
      <w:r>
        <w:tab/>
        <w:t>3.038e0</w:t>
      </w:r>
    </w:p>
    <w:p w:rsidR="006974AE" w:rsidRDefault="006974AE" w:rsidP="006974AE">
      <w:r>
        <w:t>179.1113</w:t>
      </w:r>
      <w:r>
        <w:tab/>
        <w:t>1.013e0</w:t>
      </w:r>
    </w:p>
    <w:p w:rsidR="006974AE" w:rsidRDefault="006974AE" w:rsidP="006974AE">
      <w:r>
        <w:lastRenderedPageBreak/>
        <w:t>179.1221</w:t>
      </w:r>
      <w:r>
        <w:tab/>
        <w:t>1.013e0</w:t>
      </w:r>
    </w:p>
    <w:p w:rsidR="006974AE" w:rsidRDefault="006974AE" w:rsidP="006974AE">
      <w:r>
        <w:t>179.1254</w:t>
      </w:r>
      <w:r>
        <w:tab/>
        <w:t>1.013e0</w:t>
      </w:r>
    </w:p>
    <w:p w:rsidR="006974AE" w:rsidRDefault="006974AE" w:rsidP="006974AE">
      <w:r>
        <w:t>179.1273</w:t>
      </w:r>
      <w:r>
        <w:tab/>
        <w:t>3.038e0</w:t>
      </w:r>
    </w:p>
    <w:p w:rsidR="006974AE" w:rsidRDefault="006974AE" w:rsidP="006974AE">
      <w:r>
        <w:t>179.1290</w:t>
      </w:r>
      <w:r>
        <w:tab/>
        <w:t>1.013e0</w:t>
      </w:r>
    </w:p>
    <w:p w:rsidR="006974AE" w:rsidRDefault="006974AE" w:rsidP="006974AE">
      <w:r>
        <w:t>179.1326</w:t>
      </w:r>
      <w:r>
        <w:tab/>
        <w:t>2.025e0</w:t>
      </w:r>
    </w:p>
    <w:p w:rsidR="006974AE" w:rsidRDefault="006974AE" w:rsidP="006974AE">
      <w:r>
        <w:t>179.1364</w:t>
      </w:r>
      <w:r>
        <w:tab/>
        <w:t>2.025e0</w:t>
      </w:r>
    </w:p>
    <w:p w:rsidR="006974AE" w:rsidRDefault="006974AE" w:rsidP="006974AE">
      <w:r>
        <w:t>179.1561</w:t>
      </w:r>
      <w:r>
        <w:tab/>
        <w:t>2.025e0</w:t>
      </w:r>
    </w:p>
    <w:p w:rsidR="006974AE" w:rsidRDefault="006974AE" w:rsidP="006974AE">
      <w:r>
        <w:t>179.1648</w:t>
      </w:r>
      <w:r>
        <w:tab/>
        <w:t>1.013e0</w:t>
      </w:r>
    </w:p>
    <w:p w:rsidR="006974AE" w:rsidRDefault="006974AE" w:rsidP="006974AE">
      <w:r>
        <w:t>179.1900</w:t>
      </w:r>
      <w:r>
        <w:tab/>
        <w:t>1.013e0</w:t>
      </w:r>
    </w:p>
    <w:p w:rsidR="006974AE" w:rsidRDefault="006974AE" w:rsidP="006974AE">
      <w:r>
        <w:t>179.2038</w:t>
      </w:r>
      <w:r>
        <w:tab/>
        <w:t>1.013e0</w:t>
      </w:r>
    </w:p>
    <w:p w:rsidR="006974AE" w:rsidRDefault="006974AE" w:rsidP="006974AE">
      <w:r>
        <w:t>179.2110</w:t>
      </w:r>
      <w:r>
        <w:tab/>
        <w:t>2.025e0</w:t>
      </w:r>
    </w:p>
    <w:p w:rsidR="006974AE" w:rsidRDefault="006974AE" w:rsidP="006974AE">
      <w:r>
        <w:t>179.2143</w:t>
      </w:r>
      <w:r>
        <w:tab/>
        <w:t>1.013e0</w:t>
      </w:r>
    </w:p>
    <w:p w:rsidR="006974AE" w:rsidRDefault="006974AE" w:rsidP="006974AE">
      <w:r>
        <w:t>179.2853</w:t>
      </w:r>
      <w:r>
        <w:tab/>
        <w:t>2.025e0</w:t>
      </w:r>
    </w:p>
    <w:p w:rsidR="006974AE" w:rsidRDefault="006974AE" w:rsidP="006974AE">
      <w:r>
        <w:t>179.2960</w:t>
      </w:r>
      <w:r>
        <w:tab/>
        <w:t>2.025e0</w:t>
      </w:r>
    </w:p>
    <w:p w:rsidR="006974AE" w:rsidRDefault="006974AE" w:rsidP="006974AE">
      <w:r>
        <w:t>179.2995</w:t>
      </w:r>
      <w:r>
        <w:tab/>
        <w:t>1.013e0</w:t>
      </w:r>
    </w:p>
    <w:p w:rsidR="006974AE" w:rsidRDefault="006974AE" w:rsidP="006974AE">
      <w:r>
        <w:t>179.3140</w:t>
      </w:r>
      <w:r>
        <w:tab/>
        <w:t>2.025e0</w:t>
      </w:r>
    </w:p>
    <w:p w:rsidR="006974AE" w:rsidRDefault="006974AE" w:rsidP="006974AE">
      <w:r>
        <w:t>179.3281</w:t>
      </w:r>
      <w:r>
        <w:tab/>
        <w:t>1.013e0</w:t>
      </w:r>
    </w:p>
    <w:p w:rsidR="006974AE" w:rsidRDefault="006974AE" w:rsidP="006974AE">
      <w:r>
        <w:t>179.3317</w:t>
      </w:r>
      <w:r>
        <w:tab/>
        <w:t>1.013e0</w:t>
      </w:r>
    </w:p>
    <w:p w:rsidR="006974AE" w:rsidRDefault="006974AE" w:rsidP="006974AE">
      <w:r>
        <w:t>179.3424</w:t>
      </w:r>
      <w:r>
        <w:tab/>
        <w:t>1.013e0</w:t>
      </w:r>
    </w:p>
    <w:p w:rsidR="006974AE" w:rsidRDefault="006974AE" w:rsidP="006974AE">
      <w:r>
        <w:lastRenderedPageBreak/>
        <w:t>179.3782</w:t>
      </w:r>
      <w:r>
        <w:tab/>
        <w:t>1.013e0</w:t>
      </w:r>
    </w:p>
    <w:p w:rsidR="006974AE" w:rsidRDefault="006974AE" w:rsidP="006974AE">
      <w:r>
        <w:t>179.3999</w:t>
      </w:r>
      <w:r>
        <w:tab/>
        <w:t>2.025e0</w:t>
      </w:r>
    </w:p>
    <w:p w:rsidR="006974AE" w:rsidRDefault="006974AE" w:rsidP="006974AE">
      <w:r>
        <w:t>179.4281</w:t>
      </w:r>
      <w:r>
        <w:tab/>
        <w:t>1.013e0</w:t>
      </w:r>
    </w:p>
    <w:p w:rsidR="006974AE" w:rsidRDefault="006974AE" w:rsidP="006974AE">
      <w:r>
        <w:t>179.4353</w:t>
      </w:r>
      <w:r>
        <w:tab/>
        <w:t>1.013e0</w:t>
      </w:r>
    </w:p>
    <w:p w:rsidR="006974AE" w:rsidRDefault="006974AE" w:rsidP="006974AE">
      <w:r>
        <w:t>179.4456</w:t>
      </w:r>
      <w:r>
        <w:tab/>
        <w:t>1.013e0</w:t>
      </w:r>
    </w:p>
    <w:p w:rsidR="006974AE" w:rsidRDefault="006974AE" w:rsidP="006974AE">
      <w:r>
        <w:t>179.4580</w:t>
      </w:r>
      <w:r>
        <w:tab/>
        <w:t>2.025e0</w:t>
      </w:r>
    </w:p>
    <w:p w:rsidR="006974AE" w:rsidRDefault="006974AE" w:rsidP="006974AE">
      <w:r>
        <w:t>179.4599</w:t>
      </w:r>
      <w:r>
        <w:tab/>
        <w:t>1.013e0</w:t>
      </w:r>
    </w:p>
    <w:p w:rsidR="006974AE" w:rsidRDefault="006974AE" w:rsidP="006974AE">
      <w:r>
        <w:t>179.4772</w:t>
      </w:r>
      <w:r>
        <w:tab/>
        <w:t>1.013e0</w:t>
      </w:r>
    </w:p>
    <w:p w:rsidR="006974AE" w:rsidRDefault="006974AE" w:rsidP="006974AE">
      <w:r>
        <w:t>179.4988</w:t>
      </w:r>
      <w:r>
        <w:tab/>
        <w:t>1.013e0</w:t>
      </w:r>
    </w:p>
    <w:p w:rsidR="006974AE" w:rsidRDefault="006974AE" w:rsidP="006974AE">
      <w:r>
        <w:t>179.5024</w:t>
      </w:r>
      <w:r>
        <w:tab/>
        <w:t>1.013e0</w:t>
      </w:r>
    </w:p>
    <w:p w:rsidR="006974AE" w:rsidRDefault="006974AE" w:rsidP="006974AE">
      <w:r>
        <w:t>179.5273</w:t>
      </w:r>
      <w:r>
        <w:tab/>
        <w:t>1.013e0</w:t>
      </w:r>
    </w:p>
    <w:p w:rsidR="006974AE" w:rsidRDefault="006974AE" w:rsidP="006974AE">
      <w:r>
        <w:t>179.5526</w:t>
      </w:r>
      <w:r>
        <w:tab/>
        <w:t>1.013e0</w:t>
      </w:r>
    </w:p>
    <w:p w:rsidR="006974AE" w:rsidRDefault="006974AE" w:rsidP="006974AE">
      <w:r>
        <w:t>179.5559</w:t>
      </w:r>
      <w:r>
        <w:tab/>
        <w:t>1.013e0</w:t>
      </w:r>
    </w:p>
    <w:p w:rsidR="006974AE" w:rsidRDefault="006974AE" w:rsidP="006974AE">
      <w:r>
        <w:t>179.5669</w:t>
      </w:r>
      <w:r>
        <w:tab/>
        <w:t>1.013e0</w:t>
      </w:r>
    </w:p>
    <w:p w:rsidR="006974AE" w:rsidRDefault="006974AE" w:rsidP="006974AE">
      <w:r>
        <w:t>179.5739</w:t>
      </w:r>
      <w:r>
        <w:tab/>
        <w:t>2.025e0</w:t>
      </w:r>
    </w:p>
    <w:p w:rsidR="006974AE" w:rsidRDefault="006974AE" w:rsidP="006974AE">
      <w:r>
        <w:t>179.5848</w:t>
      </w:r>
      <w:r>
        <w:tab/>
        <w:t>1.013e0</w:t>
      </w:r>
    </w:p>
    <w:p w:rsidR="006974AE" w:rsidRDefault="006974AE" w:rsidP="006974AE">
      <w:r>
        <w:t>179.6132</w:t>
      </w:r>
      <w:r>
        <w:tab/>
        <w:t>1.013e0</w:t>
      </w:r>
    </w:p>
    <w:p w:rsidR="006974AE" w:rsidRDefault="006974AE" w:rsidP="006974AE">
      <w:r>
        <w:t>179.6168</w:t>
      </w:r>
      <w:r>
        <w:tab/>
        <w:t>1.013e0</w:t>
      </w:r>
    </w:p>
    <w:p w:rsidR="006974AE" w:rsidRDefault="006974AE" w:rsidP="006974AE">
      <w:r>
        <w:t>179.6492</w:t>
      </w:r>
      <w:r>
        <w:tab/>
        <w:t>3.038e0</w:t>
      </w:r>
    </w:p>
    <w:p w:rsidR="006974AE" w:rsidRDefault="006974AE" w:rsidP="006974AE">
      <w:r>
        <w:lastRenderedPageBreak/>
        <w:t>179.6526</w:t>
      </w:r>
      <w:r>
        <w:tab/>
        <w:t>1.013e0</w:t>
      </w:r>
    </w:p>
    <w:p w:rsidR="006974AE" w:rsidRDefault="006974AE" w:rsidP="006974AE">
      <w:r>
        <w:t>179.6669</w:t>
      </w:r>
      <w:r>
        <w:tab/>
        <w:t>1.013e0</w:t>
      </w:r>
    </w:p>
    <w:p w:rsidR="006974AE" w:rsidRDefault="006974AE" w:rsidP="006974AE">
      <w:r>
        <w:t>179.6913</w:t>
      </w:r>
      <w:r>
        <w:tab/>
        <w:t>1.013e0</w:t>
      </w:r>
    </w:p>
    <w:p w:rsidR="006974AE" w:rsidRDefault="006974AE" w:rsidP="006974AE">
      <w:r>
        <w:t>179.6948</w:t>
      </w:r>
      <w:r>
        <w:tab/>
        <w:t>1.013e0</w:t>
      </w:r>
    </w:p>
    <w:p w:rsidR="006974AE" w:rsidRDefault="006974AE" w:rsidP="006974AE">
      <w:r>
        <w:t>179.6985</w:t>
      </w:r>
      <w:r>
        <w:tab/>
        <w:t>1.013e0</w:t>
      </w:r>
    </w:p>
    <w:p w:rsidR="006974AE" w:rsidRDefault="006974AE" w:rsidP="006974AE">
      <w:r>
        <w:t>179.7018</w:t>
      </w:r>
      <w:r>
        <w:tab/>
        <w:t>1.013e0</w:t>
      </w:r>
    </w:p>
    <w:p w:rsidR="006974AE" w:rsidRDefault="006974AE" w:rsidP="006974AE">
      <w:r>
        <w:t>179.7159</w:t>
      </w:r>
      <w:r>
        <w:tab/>
        <w:t>2.025e0</w:t>
      </w:r>
    </w:p>
    <w:p w:rsidR="006974AE" w:rsidRDefault="006974AE" w:rsidP="006974AE">
      <w:r>
        <w:t>179.7193</w:t>
      </w:r>
      <w:r>
        <w:tab/>
        <w:t>1.013e0</w:t>
      </w:r>
    </w:p>
    <w:p w:rsidR="006974AE" w:rsidRDefault="006974AE" w:rsidP="006974AE">
      <w:r>
        <w:t>179.7267</w:t>
      </w:r>
      <w:r>
        <w:tab/>
        <w:t>1.013e0</w:t>
      </w:r>
    </w:p>
    <w:p w:rsidR="006974AE" w:rsidRDefault="006974AE" w:rsidP="006974AE">
      <w:r>
        <w:t>179.7444</w:t>
      </w:r>
      <w:r>
        <w:tab/>
        <w:t>1.013e0</w:t>
      </w:r>
    </w:p>
    <w:p w:rsidR="006974AE" w:rsidRDefault="006974AE" w:rsidP="006974AE">
      <w:r>
        <w:t>179.7554</w:t>
      </w:r>
      <w:r>
        <w:tab/>
        <w:t>1.013e0</w:t>
      </w:r>
    </w:p>
    <w:p w:rsidR="006974AE" w:rsidRDefault="006974AE" w:rsidP="006974AE">
      <w:r>
        <w:t>179.7660</w:t>
      </w:r>
      <w:r>
        <w:tab/>
        <w:t>1.013e0</w:t>
      </w:r>
    </w:p>
    <w:p w:rsidR="006974AE" w:rsidRDefault="006974AE" w:rsidP="006974AE">
      <w:r>
        <w:t>179.7734</w:t>
      </w:r>
      <w:r>
        <w:tab/>
        <w:t>1.013e0</w:t>
      </w:r>
    </w:p>
    <w:p w:rsidR="006974AE" w:rsidRDefault="006974AE" w:rsidP="006974AE">
      <w:r>
        <w:t>179.7910</w:t>
      </w:r>
      <w:r>
        <w:tab/>
        <w:t>2.025e0</w:t>
      </w:r>
    </w:p>
    <w:p w:rsidR="006974AE" w:rsidRDefault="006974AE" w:rsidP="006974AE">
      <w:r>
        <w:t>179.7948</w:t>
      </w:r>
      <w:r>
        <w:tab/>
        <w:t>1.013e0</w:t>
      </w:r>
    </w:p>
    <w:p w:rsidR="006974AE" w:rsidRDefault="006974AE" w:rsidP="006974AE">
      <w:r>
        <w:t>179.8197</w:t>
      </w:r>
      <w:r>
        <w:tab/>
        <w:t>1.013e0</w:t>
      </w:r>
    </w:p>
    <w:p w:rsidR="006974AE" w:rsidRDefault="006974AE" w:rsidP="006974AE">
      <w:r>
        <w:t>179.8377</w:t>
      </w:r>
      <w:r>
        <w:tab/>
        <w:t>2.025e0</w:t>
      </w:r>
    </w:p>
    <w:p w:rsidR="006974AE" w:rsidRDefault="006974AE" w:rsidP="006974AE">
      <w:r>
        <w:t>179.8521</w:t>
      </w:r>
      <w:r>
        <w:tab/>
        <w:t>1.013e0</w:t>
      </w:r>
    </w:p>
    <w:p w:rsidR="006974AE" w:rsidRDefault="006974AE" w:rsidP="006974AE">
      <w:r>
        <w:t>179.8629</w:t>
      </w:r>
      <w:r>
        <w:tab/>
        <w:t>1.013e0</w:t>
      </w:r>
    </w:p>
    <w:p w:rsidR="006974AE" w:rsidRDefault="006974AE" w:rsidP="006974AE">
      <w:r>
        <w:lastRenderedPageBreak/>
        <w:t>179.8809</w:t>
      </w:r>
      <w:r>
        <w:tab/>
        <w:t>1.013e0</w:t>
      </w:r>
    </w:p>
    <w:p w:rsidR="006974AE" w:rsidRDefault="006974AE" w:rsidP="006974AE">
      <w:r>
        <w:t>179.8881</w:t>
      </w:r>
      <w:r>
        <w:tab/>
        <w:t>1.013e0</w:t>
      </w:r>
    </w:p>
    <w:p w:rsidR="006974AE" w:rsidRDefault="006974AE" w:rsidP="006974AE">
      <w:r>
        <w:t>179.9022</w:t>
      </w:r>
      <w:r>
        <w:tab/>
        <w:t>1.013e0</w:t>
      </w:r>
    </w:p>
    <w:p w:rsidR="006974AE" w:rsidRDefault="006974AE" w:rsidP="006974AE">
      <w:r>
        <w:t>179.9055</w:t>
      </w:r>
      <w:r>
        <w:tab/>
        <w:t>1.013e0</w:t>
      </w:r>
    </w:p>
    <w:p w:rsidR="006974AE" w:rsidRDefault="006974AE" w:rsidP="006974AE">
      <w:r>
        <w:t>179.9090</w:t>
      </w:r>
      <w:r>
        <w:tab/>
        <w:t>1.013e0</w:t>
      </w:r>
    </w:p>
    <w:p w:rsidR="006974AE" w:rsidRDefault="006974AE" w:rsidP="006974AE">
      <w:r>
        <w:t>179.9160</w:t>
      </w:r>
      <w:r>
        <w:tab/>
        <w:t>1.013e0</w:t>
      </w:r>
    </w:p>
    <w:p w:rsidR="006974AE" w:rsidRDefault="006974AE" w:rsidP="006974AE">
      <w:r>
        <w:t>179.9371</w:t>
      </w:r>
      <w:r>
        <w:tab/>
        <w:t>1.013e0</w:t>
      </w:r>
    </w:p>
    <w:p w:rsidR="006974AE" w:rsidRDefault="006974AE" w:rsidP="006974AE">
      <w:r>
        <w:t>179.9409</w:t>
      </w:r>
      <w:r>
        <w:tab/>
        <w:t>1.013e0</w:t>
      </w:r>
    </w:p>
    <w:p w:rsidR="006974AE" w:rsidRDefault="006974AE" w:rsidP="006974AE">
      <w:r>
        <w:t>179.9617</w:t>
      </w:r>
      <w:r>
        <w:tab/>
        <w:t>1.013e0</w:t>
      </w:r>
    </w:p>
    <w:p w:rsidR="006974AE" w:rsidRDefault="006974AE" w:rsidP="006974AE">
      <w:r>
        <w:t>179.9652</w:t>
      </w:r>
      <w:r>
        <w:tab/>
        <w:t>2.025e0</w:t>
      </w:r>
    </w:p>
    <w:p w:rsidR="006974AE" w:rsidRDefault="006974AE" w:rsidP="006974AE">
      <w:r>
        <w:t>179.9726</w:t>
      </w:r>
      <w:r>
        <w:tab/>
        <w:t>1.013e0</w:t>
      </w:r>
    </w:p>
    <w:p w:rsidR="006974AE" w:rsidRDefault="006974AE" w:rsidP="006974AE">
      <w:r>
        <w:t>179.9796</w:t>
      </w:r>
      <w:r>
        <w:tab/>
        <w:t>1.013e0</w:t>
      </w:r>
    </w:p>
    <w:p w:rsidR="006974AE" w:rsidRDefault="006974AE" w:rsidP="006974AE">
      <w:r>
        <w:t>179.9834</w:t>
      </w:r>
      <w:r>
        <w:tab/>
        <w:t>1.013e0</w:t>
      </w:r>
    </w:p>
    <w:p w:rsidR="006974AE" w:rsidRDefault="006974AE" w:rsidP="006974AE">
      <w:r>
        <w:t>179.9904</w:t>
      </w:r>
      <w:r>
        <w:tab/>
        <w:t>1.013e0</w:t>
      </w:r>
    </w:p>
    <w:p w:rsidR="006974AE" w:rsidRDefault="006974AE" w:rsidP="006974AE">
      <w:r>
        <w:t>180.0157</w:t>
      </w:r>
      <w:r>
        <w:tab/>
        <w:t>5.666e0</w:t>
      </w:r>
    </w:p>
    <w:p w:rsidR="006974AE" w:rsidRDefault="006974AE" w:rsidP="006974AE">
      <w:r>
        <w:t>180.0173</w:t>
      </w:r>
      <w:r>
        <w:tab/>
        <w:t>4.051e0</w:t>
      </w:r>
    </w:p>
    <w:p w:rsidR="006974AE" w:rsidRDefault="006974AE" w:rsidP="006974AE">
      <w:r>
        <w:t>180.0191</w:t>
      </w:r>
      <w:r>
        <w:tab/>
        <w:t>8.322e0</w:t>
      </w:r>
    </w:p>
    <w:p w:rsidR="006974AE" w:rsidRDefault="006974AE" w:rsidP="006974AE">
      <w:r>
        <w:t>180.0209</w:t>
      </w:r>
      <w:r>
        <w:tab/>
        <w:t>5.063e0</w:t>
      </w:r>
    </w:p>
    <w:p w:rsidR="006974AE" w:rsidRDefault="006974AE" w:rsidP="006974AE">
      <w:r>
        <w:t>180.0223</w:t>
      </w:r>
      <w:r>
        <w:tab/>
        <w:t>3.363e0</w:t>
      </w:r>
    </w:p>
    <w:p w:rsidR="006974AE" w:rsidRDefault="006974AE" w:rsidP="006974AE">
      <w:r>
        <w:lastRenderedPageBreak/>
        <w:t>180.0237</w:t>
      </w:r>
      <w:r>
        <w:tab/>
        <w:t>1.327e1</w:t>
      </w:r>
    </w:p>
    <w:p w:rsidR="006974AE" w:rsidRDefault="006974AE" w:rsidP="006974AE">
      <w:r>
        <w:t>180.0418</w:t>
      </w:r>
      <w:r>
        <w:tab/>
        <w:t>1.063e1</w:t>
      </w:r>
    </w:p>
    <w:p w:rsidR="006974AE" w:rsidRDefault="006974AE" w:rsidP="006974AE">
      <w:r>
        <w:t>180.0449</w:t>
      </w:r>
      <w:r>
        <w:tab/>
        <w:t>1.052e1</w:t>
      </w:r>
    </w:p>
    <w:p w:rsidR="006974AE" w:rsidRDefault="006974AE" w:rsidP="006974AE">
      <w:r>
        <w:t>180.0461</w:t>
      </w:r>
      <w:r>
        <w:tab/>
        <w:t>1.761e1</w:t>
      </w:r>
    </w:p>
    <w:p w:rsidR="006974AE" w:rsidRDefault="006974AE" w:rsidP="006974AE">
      <w:r>
        <w:t>180.0489</w:t>
      </w:r>
      <w:r>
        <w:tab/>
        <w:t>3.038e0</w:t>
      </w:r>
    </w:p>
    <w:p w:rsidR="006974AE" w:rsidRDefault="006974AE" w:rsidP="006974AE">
      <w:r>
        <w:t>180.0597</w:t>
      </w:r>
      <w:r>
        <w:tab/>
        <w:t>3.038e0</w:t>
      </w:r>
    </w:p>
    <w:p w:rsidR="006974AE" w:rsidRDefault="006974AE" w:rsidP="006974AE">
      <w:r>
        <w:t>180.0694</w:t>
      </w:r>
      <w:r>
        <w:tab/>
        <w:t>1.013e0</w:t>
      </w:r>
    </w:p>
    <w:p w:rsidR="006974AE" w:rsidRDefault="006974AE" w:rsidP="006974AE">
      <w:r>
        <w:t>180.0764</w:t>
      </w:r>
      <w:r>
        <w:tab/>
        <w:t>1.013e0</w:t>
      </w:r>
    </w:p>
    <w:p w:rsidR="006974AE" w:rsidRDefault="006974AE" w:rsidP="006974AE">
      <w:r>
        <w:t>180.0782</w:t>
      </w:r>
      <w:r>
        <w:tab/>
        <w:t>2.025e0</w:t>
      </w:r>
    </w:p>
    <w:p w:rsidR="006974AE" w:rsidRDefault="006974AE" w:rsidP="006974AE">
      <w:r>
        <w:t>180.0945</w:t>
      </w:r>
      <w:r>
        <w:tab/>
        <w:t>1.013e0</w:t>
      </w:r>
    </w:p>
    <w:p w:rsidR="006974AE" w:rsidRDefault="006974AE" w:rsidP="006974AE">
      <w:r>
        <w:t>180.0979</w:t>
      </w:r>
      <w:r>
        <w:tab/>
        <w:t>1.013e0</w:t>
      </w:r>
    </w:p>
    <w:p w:rsidR="006974AE" w:rsidRDefault="006974AE" w:rsidP="006974AE">
      <w:r>
        <w:t>180.1015</w:t>
      </w:r>
      <w:r>
        <w:tab/>
        <w:t>1.013e0</w:t>
      </w:r>
    </w:p>
    <w:p w:rsidR="006974AE" w:rsidRDefault="006974AE" w:rsidP="006974AE">
      <w:r>
        <w:t>180.1051</w:t>
      </w:r>
      <w:r>
        <w:tab/>
        <w:t>1.013e0</w:t>
      </w:r>
    </w:p>
    <w:p w:rsidR="006974AE" w:rsidRDefault="006974AE" w:rsidP="006974AE">
      <w:r>
        <w:t>180.1125</w:t>
      </w:r>
      <w:r>
        <w:tab/>
        <w:t>1.013e0</w:t>
      </w:r>
    </w:p>
    <w:p w:rsidR="006974AE" w:rsidRDefault="006974AE" w:rsidP="006974AE">
      <w:r>
        <w:t>180.1141</w:t>
      </w:r>
      <w:r>
        <w:tab/>
        <w:t>2.025e0</w:t>
      </w:r>
    </w:p>
    <w:p w:rsidR="006974AE" w:rsidRDefault="006974AE" w:rsidP="006974AE">
      <w:r>
        <w:t>180.1233</w:t>
      </w:r>
      <w:r>
        <w:tab/>
        <w:t>2.025e0</w:t>
      </w:r>
    </w:p>
    <w:p w:rsidR="006974AE" w:rsidRDefault="006974AE" w:rsidP="006974AE">
      <w:r>
        <w:t>180.1377</w:t>
      </w:r>
      <w:r>
        <w:tab/>
        <w:t>1.013e0</w:t>
      </w:r>
    </w:p>
    <w:p w:rsidR="006974AE" w:rsidRDefault="006974AE" w:rsidP="006974AE">
      <w:r>
        <w:t>180.1446</w:t>
      </w:r>
      <w:r>
        <w:tab/>
        <w:t>1.013e0</w:t>
      </w:r>
    </w:p>
    <w:p w:rsidR="006974AE" w:rsidRDefault="006974AE" w:rsidP="006974AE">
      <w:r>
        <w:t>180.1571</w:t>
      </w:r>
      <w:r>
        <w:tab/>
        <w:t>3.038e0</w:t>
      </w:r>
    </w:p>
    <w:p w:rsidR="006974AE" w:rsidRDefault="006974AE" w:rsidP="006974AE">
      <w:r>
        <w:lastRenderedPageBreak/>
        <w:t>180.1591</w:t>
      </w:r>
      <w:r>
        <w:tab/>
        <w:t>5.063e0</w:t>
      </w:r>
    </w:p>
    <w:p w:rsidR="006974AE" w:rsidRDefault="006974AE" w:rsidP="006974AE">
      <w:r>
        <w:t>180.1611</w:t>
      </w:r>
      <w:r>
        <w:tab/>
        <w:t>3.926e0</w:t>
      </w:r>
    </w:p>
    <w:p w:rsidR="006974AE" w:rsidRDefault="006974AE" w:rsidP="006974AE">
      <w:r>
        <w:t>180.1676</w:t>
      </w:r>
      <w:r>
        <w:tab/>
        <w:t>2.025e0</w:t>
      </w:r>
    </w:p>
    <w:p w:rsidR="006974AE" w:rsidRDefault="006974AE" w:rsidP="006974AE">
      <w:r>
        <w:t>180.1727</w:t>
      </w:r>
      <w:r>
        <w:tab/>
        <w:t>2.025e0</w:t>
      </w:r>
    </w:p>
    <w:p w:rsidR="006974AE" w:rsidRDefault="006974AE" w:rsidP="006974AE">
      <w:r>
        <w:t>180.1800</w:t>
      </w:r>
      <w:r>
        <w:tab/>
        <w:t>1.998e0</w:t>
      </w:r>
    </w:p>
    <w:p w:rsidR="006974AE" w:rsidRDefault="006974AE" w:rsidP="006974AE">
      <w:r>
        <w:t>180.1954</w:t>
      </w:r>
      <w:r>
        <w:tab/>
        <w:t>2.025e0</w:t>
      </w:r>
    </w:p>
    <w:p w:rsidR="006974AE" w:rsidRDefault="006974AE" w:rsidP="006974AE">
      <w:r>
        <w:t>180.2233</w:t>
      </w:r>
      <w:r>
        <w:tab/>
        <w:t>3.038e0</w:t>
      </w:r>
    </w:p>
    <w:p w:rsidR="006974AE" w:rsidRDefault="006974AE" w:rsidP="006974AE">
      <w:r>
        <w:t>180.2256</w:t>
      </w:r>
      <w:r>
        <w:tab/>
        <w:t>1.013e0</w:t>
      </w:r>
    </w:p>
    <w:p w:rsidR="006974AE" w:rsidRDefault="006974AE" w:rsidP="006974AE">
      <w:r>
        <w:t>180.2294</w:t>
      </w:r>
      <w:r>
        <w:tab/>
        <w:t>1.013e0</w:t>
      </w:r>
    </w:p>
    <w:p w:rsidR="006974AE" w:rsidRDefault="006974AE" w:rsidP="006974AE">
      <w:r>
        <w:t>180.2330</w:t>
      </w:r>
      <w:r>
        <w:tab/>
        <w:t>1.013e0</w:t>
      </w:r>
    </w:p>
    <w:p w:rsidR="006974AE" w:rsidRDefault="006974AE" w:rsidP="006974AE">
      <w:r>
        <w:t>180.2436</w:t>
      </w:r>
      <w:r>
        <w:tab/>
        <w:t>1.013e0</w:t>
      </w:r>
    </w:p>
    <w:p w:rsidR="006974AE" w:rsidRDefault="006974AE" w:rsidP="006974AE">
      <w:r>
        <w:t>180.2472</w:t>
      </w:r>
      <w:r>
        <w:tab/>
        <w:t>1.013e0</w:t>
      </w:r>
    </w:p>
    <w:p w:rsidR="006974AE" w:rsidRDefault="006974AE" w:rsidP="006974AE">
      <w:r>
        <w:t>180.2490</w:t>
      </w:r>
      <w:r>
        <w:tab/>
        <w:t>2.025e0</w:t>
      </w:r>
    </w:p>
    <w:p w:rsidR="006974AE" w:rsidRDefault="006974AE" w:rsidP="006974AE">
      <w:r>
        <w:t>180.2759</w:t>
      </w:r>
      <w:r>
        <w:tab/>
        <w:t>1.013e0</w:t>
      </w:r>
    </w:p>
    <w:p w:rsidR="006974AE" w:rsidRDefault="006974AE" w:rsidP="006974AE">
      <w:r>
        <w:t>180.2903</w:t>
      </w:r>
      <w:r>
        <w:tab/>
        <w:t>1.013e0</w:t>
      </w:r>
    </w:p>
    <w:p w:rsidR="006974AE" w:rsidRDefault="006974AE" w:rsidP="006974AE">
      <w:r>
        <w:t>180.3010</w:t>
      </w:r>
      <w:r>
        <w:tab/>
        <w:t>1.013e0</w:t>
      </w:r>
    </w:p>
    <w:p w:rsidR="006974AE" w:rsidRDefault="006974AE" w:rsidP="006974AE">
      <w:r>
        <w:t>180.3263</w:t>
      </w:r>
      <w:r>
        <w:tab/>
        <w:t>1.013e0</w:t>
      </w:r>
    </w:p>
    <w:p w:rsidR="006974AE" w:rsidRDefault="006974AE" w:rsidP="006974AE">
      <w:r>
        <w:t>180.3407</w:t>
      </w:r>
      <w:r>
        <w:tab/>
        <w:t>1.013e0</w:t>
      </w:r>
    </w:p>
    <w:p w:rsidR="006974AE" w:rsidRDefault="006974AE" w:rsidP="006974AE">
      <w:r>
        <w:t>180.3512</w:t>
      </w:r>
      <w:r>
        <w:tab/>
        <w:t>2.025e0</w:t>
      </w:r>
    </w:p>
    <w:p w:rsidR="006974AE" w:rsidRDefault="006974AE" w:rsidP="006974AE">
      <w:r>
        <w:lastRenderedPageBreak/>
        <w:t>180.3622</w:t>
      </w:r>
      <w:r>
        <w:tab/>
        <w:t>1.013e0</w:t>
      </w:r>
    </w:p>
    <w:p w:rsidR="006974AE" w:rsidRDefault="006974AE" w:rsidP="006974AE">
      <w:r>
        <w:t>180.3764</w:t>
      </w:r>
      <w:r>
        <w:tab/>
        <w:t>1.013e0</w:t>
      </w:r>
    </w:p>
    <w:p w:rsidR="006974AE" w:rsidRDefault="006974AE" w:rsidP="006974AE">
      <w:r>
        <w:t>180.3800</w:t>
      </w:r>
      <w:r>
        <w:tab/>
        <w:t>1.013e0</w:t>
      </w:r>
    </w:p>
    <w:p w:rsidR="006974AE" w:rsidRDefault="006974AE" w:rsidP="006974AE">
      <w:r>
        <w:t>180.4264</w:t>
      </w:r>
      <w:r>
        <w:tab/>
        <w:t>1.013e0</w:t>
      </w:r>
    </w:p>
    <w:p w:rsidR="006974AE" w:rsidRDefault="006974AE" w:rsidP="006974AE">
      <w:r>
        <w:t>180.4403</w:t>
      </w:r>
      <w:r>
        <w:tab/>
        <w:t>1.013e0</w:t>
      </w:r>
    </w:p>
    <w:p w:rsidR="006974AE" w:rsidRDefault="006974AE" w:rsidP="006974AE">
      <w:r>
        <w:t>180.4687</w:t>
      </w:r>
      <w:r>
        <w:tab/>
        <w:t>1.013e0</w:t>
      </w:r>
    </w:p>
    <w:p w:rsidR="006974AE" w:rsidRDefault="006974AE" w:rsidP="006974AE">
      <w:r>
        <w:t>180.4720</w:t>
      </w:r>
      <w:r>
        <w:tab/>
        <w:t>1.013e0</w:t>
      </w:r>
    </w:p>
    <w:p w:rsidR="006974AE" w:rsidRDefault="006974AE" w:rsidP="006974AE">
      <w:r>
        <w:t>180.4793</w:t>
      </w:r>
      <w:r>
        <w:tab/>
        <w:t>1.013e0</w:t>
      </w:r>
    </w:p>
    <w:p w:rsidR="006974AE" w:rsidRDefault="006974AE" w:rsidP="006974AE">
      <w:r>
        <w:t>180.5187</w:t>
      </w:r>
      <w:r>
        <w:tab/>
        <w:t>1.013e0</w:t>
      </w:r>
    </w:p>
    <w:p w:rsidR="006974AE" w:rsidRDefault="006974AE" w:rsidP="006974AE">
      <w:r>
        <w:t>180.5367</w:t>
      </w:r>
      <w:r>
        <w:tab/>
        <w:t>1.013e0</w:t>
      </w:r>
    </w:p>
    <w:p w:rsidR="006974AE" w:rsidRDefault="006974AE" w:rsidP="006974AE">
      <w:r>
        <w:t>180.5580</w:t>
      </w:r>
      <w:r>
        <w:tab/>
        <w:t>1.013e0</w:t>
      </w:r>
    </w:p>
    <w:p w:rsidR="006974AE" w:rsidRDefault="006974AE" w:rsidP="006974AE">
      <w:r>
        <w:t>180.5618</w:t>
      </w:r>
      <w:r>
        <w:tab/>
        <w:t>2.025e0</w:t>
      </w:r>
    </w:p>
    <w:p w:rsidR="006974AE" w:rsidRDefault="006974AE" w:rsidP="006974AE">
      <w:r>
        <w:t>180.5672</w:t>
      </w:r>
      <w:r>
        <w:tab/>
        <w:t>2.025e0</w:t>
      </w:r>
    </w:p>
    <w:p w:rsidR="006974AE" w:rsidRDefault="006974AE" w:rsidP="006974AE">
      <w:r>
        <w:t>180.5724</w:t>
      </w:r>
      <w:r>
        <w:tab/>
        <w:t>1.013e0</w:t>
      </w:r>
    </w:p>
    <w:p w:rsidR="006974AE" w:rsidRDefault="006974AE" w:rsidP="006974AE">
      <w:r>
        <w:t>180.6082</w:t>
      </w:r>
      <w:r>
        <w:tab/>
        <w:t>1.013e0</w:t>
      </w:r>
    </w:p>
    <w:p w:rsidR="006974AE" w:rsidRDefault="006974AE" w:rsidP="006974AE">
      <w:r>
        <w:t>180.6444</w:t>
      </w:r>
      <w:r>
        <w:tab/>
        <w:t>1.013e0</w:t>
      </w:r>
    </w:p>
    <w:p w:rsidR="006974AE" w:rsidRDefault="006974AE" w:rsidP="006974AE">
      <w:r>
        <w:t>180.6460</w:t>
      </w:r>
      <w:r>
        <w:tab/>
        <w:t>2.025e0</w:t>
      </w:r>
    </w:p>
    <w:p w:rsidR="006974AE" w:rsidRDefault="006974AE" w:rsidP="006974AE">
      <w:r>
        <w:t>180.6696</w:t>
      </w:r>
      <w:r>
        <w:tab/>
        <w:t>1.013e0</w:t>
      </w:r>
    </w:p>
    <w:p w:rsidR="006974AE" w:rsidRDefault="006974AE" w:rsidP="006974AE">
      <w:r>
        <w:t>180.6835</w:t>
      </w:r>
      <w:r>
        <w:tab/>
        <w:t>1.013e0</w:t>
      </w:r>
    </w:p>
    <w:p w:rsidR="006974AE" w:rsidRDefault="006974AE" w:rsidP="006974AE">
      <w:r>
        <w:lastRenderedPageBreak/>
        <w:t>180.6941</w:t>
      </w:r>
      <w:r>
        <w:tab/>
        <w:t>1.013e0</w:t>
      </w:r>
    </w:p>
    <w:p w:rsidR="006974AE" w:rsidRDefault="006974AE" w:rsidP="006974AE">
      <w:r>
        <w:t>180.7047</w:t>
      </w:r>
      <w:r>
        <w:tab/>
        <w:t>1.013e0</w:t>
      </w:r>
    </w:p>
    <w:p w:rsidR="006974AE" w:rsidRDefault="006974AE" w:rsidP="006974AE">
      <w:r>
        <w:t>180.7435</w:t>
      </w:r>
      <w:r>
        <w:tab/>
        <w:t>1.013e0</w:t>
      </w:r>
    </w:p>
    <w:p w:rsidR="006974AE" w:rsidRDefault="006974AE" w:rsidP="006974AE">
      <w:r>
        <w:t>180.7722</w:t>
      </w:r>
      <w:r>
        <w:tab/>
        <w:t>1.013e0</w:t>
      </w:r>
    </w:p>
    <w:p w:rsidR="006974AE" w:rsidRDefault="006974AE" w:rsidP="006974AE">
      <w:r>
        <w:t>180.7972</w:t>
      </w:r>
      <w:r>
        <w:tab/>
        <w:t>1.013e0</w:t>
      </w:r>
    </w:p>
    <w:p w:rsidR="006974AE" w:rsidRDefault="006974AE" w:rsidP="006974AE">
      <w:r>
        <w:t>180.8187</w:t>
      </w:r>
      <w:r>
        <w:tab/>
        <w:t>1.013e0</w:t>
      </w:r>
    </w:p>
    <w:p w:rsidR="006974AE" w:rsidRDefault="006974AE" w:rsidP="006974AE">
      <w:r>
        <w:t>180.8260</w:t>
      </w:r>
      <w:r>
        <w:tab/>
        <w:t>2.025e0</w:t>
      </w:r>
    </w:p>
    <w:p w:rsidR="006974AE" w:rsidRDefault="006974AE" w:rsidP="006974AE">
      <w:r>
        <w:t>180.8295</w:t>
      </w:r>
      <w:r>
        <w:tab/>
        <w:t>2.025e0</w:t>
      </w:r>
    </w:p>
    <w:p w:rsidR="006974AE" w:rsidRDefault="006974AE" w:rsidP="006974AE">
      <w:r>
        <w:t>180.8584</w:t>
      </w:r>
      <w:r>
        <w:tab/>
        <w:t>1.013e0</w:t>
      </w:r>
    </w:p>
    <w:p w:rsidR="006974AE" w:rsidRDefault="006974AE" w:rsidP="006974AE">
      <w:r>
        <w:t>180.9015</w:t>
      </w:r>
      <w:r>
        <w:tab/>
        <w:t>1.013e0</w:t>
      </w:r>
    </w:p>
    <w:p w:rsidR="006974AE" w:rsidRDefault="006974AE" w:rsidP="006974AE">
      <w:r>
        <w:t>180.9105</w:t>
      </w:r>
      <w:r>
        <w:tab/>
        <w:t>2.025e0</w:t>
      </w:r>
    </w:p>
    <w:p w:rsidR="006974AE" w:rsidRDefault="006974AE" w:rsidP="006974AE">
      <w:r>
        <w:t>180.9139</w:t>
      </w:r>
      <w:r>
        <w:tab/>
        <w:t>2.025e0</w:t>
      </w:r>
    </w:p>
    <w:p w:rsidR="006974AE" w:rsidRDefault="006974AE" w:rsidP="006974AE">
      <w:r>
        <w:t>180.9375</w:t>
      </w:r>
      <w:r>
        <w:tab/>
        <w:t>1.013e0</w:t>
      </w:r>
    </w:p>
    <w:p w:rsidR="006974AE" w:rsidRDefault="006974AE" w:rsidP="006974AE">
      <w:r>
        <w:t>180.9445</w:t>
      </w:r>
      <w:r>
        <w:tab/>
        <w:t>1.013e0</w:t>
      </w:r>
    </w:p>
    <w:p w:rsidR="006974AE" w:rsidRDefault="006974AE" w:rsidP="006974AE">
      <w:r>
        <w:t>180.9462</w:t>
      </w:r>
      <w:r>
        <w:tab/>
        <w:t>2.025e0</w:t>
      </w:r>
    </w:p>
    <w:p w:rsidR="006974AE" w:rsidRDefault="006974AE" w:rsidP="006974AE">
      <w:r>
        <w:t>180.9696</w:t>
      </w:r>
      <w:r>
        <w:tab/>
        <w:t>1.013e0</w:t>
      </w:r>
    </w:p>
    <w:p w:rsidR="006974AE" w:rsidRDefault="006974AE" w:rsidP="006974AE">
      <w:r>
        <w:t>180.9800</w:t>
      </w:r>
      <w:r>
        <w:tab/>
        <w:t>2.025e0</w:t>
      </w:r>
    </w:p>
    <w:p w:rsidR="006974AE" w:rsidRDefault="006974AE" w:rsidP="006974AE">
      <w:r>
        <w:t>180.9835</w:t>
      </w:r>
      <w:r>
        <w:tab/>
        <w:t>1.013e0</w:t>
      </w:r>
    </w:p>
    <w:p w:rsidR="006974AE" w:rsidRDefault="006974AE" w:rsidP="006974AE">
      <w:r>
        <w:t>180.9942</w:t>
      </w:r>
      <w:r>
        <w:tab/>
        <w:t>2.025e0</w:t>
      </w:r>
    </w:p>
    <w:p w:rsidR="006974AE" w:rsidRDefault="006974AE" w:rsidP="006974AE">
      <w:r>
        <w:lastRenderedPageBreak/>
        <w:t>181.0031</w:t>
      </w:r>
      <w:r>
        <w:tab/>
        <w:t>5.063e0</w:t>
      </w:r>
    </w:p>
    <w:p w:rsidR="006974AE" w:rsidRDefault="006974AE" w:rsidP="006974AE">
      <w:r>
        <w:t>181.0058</w:t>
      </w:r>
      <w:r>
        <w:tab/>
        <w:t>5.063e0</w:t>
      </w:r>
    </w:p>
    <w:p w:rsidR="006974AE" w:rsidRDefault="006974AE" w:rsidP="006974AE">
      <w:r>
        <w:t>181.0105</w:t>
      </w:r>
      <w:r>
        <w:tab/>
        <w:t>3.038e0</w:t>
      </w:r>
    </w:p>
    <w:p w:rsidR="006974AE" w:rsidRDefault="006974AE" w:rsidP="006974AE">
      <w:r>
        <w:t>181.0128</w:t>
      </w:r>
      <w:r>
        <w:tab/>
        <w:t>3.038e0</w:t>
      </w:r>
    </w:p>
    <w:p w:rsidR="006974AE" w:rsidRDefault="006974AE" w:rsidP="006974AE">
      <w:r>
        <w:t>181.0165</w:t>
      </w:r>
      <w:r>
        <w:tab/>
        <w:t>6.108e0</w:t>
      </w:r>
    </w:p>
    <w:p w:rsidR="006974AE" w:rsidRDefault="006974AE" w:rsidP="006974AE">
      <w:r>
        <w:t>181.0184</w:t>
      </w:r>
      <w:r>
        <w:tab/>
        <w:t>6.076e0</w:t>
      </w:r>
    </w:p>
    <w:p w:rsidR="006974AE" w:rsidRDefault="006974AE" w:rsidP="006974AE">
      <w:r>
        <w:t>181.0195</w:t>
      </w:r>
      <w:r>
        <w:tab/>
        <w:t>7.089e0</w:t>
      </w:r>
    </w:p>
    <w:p w:rsidR="006974AE" w:rsidRDefault="006974AE" w:rsidP="006974AE">
      <w:r>
        <w:t>181.0216</w:t>
      </w:r>
      <w:r>
        <w:tab/>
        <w:t>3.038e0</w:t>
      </w:r>
    </w:p>
    <w:p w:rsidR="006974AE" w:rsidRDefault="006974AE" w:rsidP="006974AE">
      <w:r>
        <w:t>181.0351</w:t>
      </w:r>
      <w:r>
        <w:tab/>
        <w:t>2.025e0</w:t>
      </w:r>
    </w:p>
    <w:p w:rsidR="006974AE" w:rsidRDefault="006974AE" w:rsidP="006974AE">
      <w:r>
        <w:t>181.0464</w:t>
      </w:r>
      <w:r>
        <w:tab/>
        <w:t>4.051e0</w:t>
      </w:r>
    </w:p>
    <w:p w:rsidR="006974AE" w:rsidRDefault="006974AE" w:rsidP="006974AE">
      <w:r>
        <w:t>181.0500</w:t>
      </w:r>
      <w:r>
        <w:tab/>
        <w:t>7.089e0</w:t>
      </w:r>
    </w:p>
    <w:p w:rsidR="006974AE" w:rsidRDefault="006974AE" w:rsidP="006974AE">
      <w:r>
        <w:t>181.0525</w:t>
      </w:r>
      <w:r>
        <w:tab/>
        <w:t>2.025e0</w:t>
      </w:r>
    </w:p>
    <w:p w:rsidR="006974AE" w:rsidRDefault="006974AE" w:rsidP="006974AE">
      <w:r>
        <w:t>181.0582</w:t>
      </w:r>
      <w:r>
        <w:tab/>
        <w:t>2.025e0</w:t>
      </w:r>
    </w:p>
    <w:p w:rsidR="006974AE" w:rsidRDefault="006974AE" w:rsidP="006974AE">
      <w:r>
        <w:t>181.0724</w:t>
      </w:r>
      <w:r>
        <w:tab/>
        <w:t>1.013e0</w:t>
      </w:r>
    </w:p>
    <w:p w:rsidR="006974AE" w:rsidRDefault="006974AE" w:rsidP="006974AE">
      <w:r>
        <w:t>181.0796</w:t>
      </w:r>
      <w:r>
        <w:tab/>
        <w:t>1.013e0</w:t>
      </w:r>
    </w:p>
    <w:p w:rsidR="006974AE" w:rsidRDefault="006974AE" w:rsidP="006974AE">
      <w:r>
        <w:t>181.0816</w:t>
      </w:r>
      <w:r>
        <w:tab/>
        <w:t>2.025e0</w:t>
      </w:r>
    </w:p>
    <w:p w:rsidR="006974AE" w:rsidRDefault="006974AE" w:rsidP="006974AE">
      <w:r>
        <w:t>181.0832</w:t>
      </w:r>
      <w:r>
        <w:tab/>
        <w:t>1.013e0</w:t>
      </w:r>
    </w:p>
    <w:p w:rsidR="006974AE" w:rsidRDefault="006974AE" w:rsidP="006974AE">
      <w:r>
        <w:t>181.0906</w:t>
      </w:r>
      <w:r>
        <w:tab/>
        <w:t>1.013e0</w:t>
      </w:r>
    </w:p>
    <w:p w:rsidR="006974AE" w:rsidRDefault="006974AE" w:rsidP="006974AE">
      <w:r>
        <w:t>181.1011</w:t>
      </w:r>
      <w:r>
        <w:tab/>
        <w:t>2.025e0</w:t>
      </w:r>
    </w:p>
    <w:p w:rsidR="006974AE" w:rsidRDefault="006974AE" w:rsidP="006974AE">
      <w:r>
        <w:lastRenderedPageBreak/>
        <w:t>181.1119</w:t>
      </w:r>
      <w:r>
        <w:tab/>
        <w:t>2.025e0</w:t>
      </w:r>
    </w:p>
    <w:p w:rsidR="006974AE" w:rsidRDefault="006974AE" w:rsidP="006974AE">
      <w:r>
        <w:t>181.1194</w:t>
      </w:r>
      <w:r>
        <w:tab/>
        <w:t>5.063e0</w:t>
      </w:r>
    </w:p>
    <w:p w:rsidR="006974AE" w:rsidRDefault="006974AE" w:rsidP="006974AE">
      <w:r>
        <w:t>181.1227</w:t>
      </w:r>
      <w:r>
        <w:tab/>
        <w:t>2.025e0</w:t>
      </w:r>
    </w:p>
    <w:p w:rsidR="006974AE" w:rsidRDefault="006974AE" w:rsidP="006974AE">
      <w:r>
        <w:t>181.1283</w:t>
      </w:r>
      <w:r>
        <w:tab/>
        <w:t>2.025e0</w:t>
      </w:r>
    </w:p>
    <w:p w:rsidR="006974AE" w:rsidRDefault="006974AE" w:rsidP="006974AE">
      <w:r>
        <w:t>181.1676</w:t>
      </w:r>
      <w:r>
        <w:tab/>
        <w:t>2.025e0</w:t>
      </w:r>
    </w:p>
    <w:p w:rsidR="006974AE" w:rsidRDefault="006974AE" w:rsidP="006974AE">
      <w:r>
        <w:t>181.1696</w:t>
      </w:r>
      <w:r>
        <w:tab/>
        <w:t>1.013e0</w:t>
      </w:r>
    </w:p>
    <w:p w:rsidR="006974AE" w:rsidRDefault="006974AE" w:rsidP="006974AE">
      <w:r>
        <w:t>181.1766</w:t>
      </w:r>
      <w:r>
        <w:tab/>
        <w:t>6.076e0</w:t>
      </w:r>
    </w:p>
    <w:p w:rsidR="006974AE" w:rsidRDefault="006974AE" w:rsidP="006974AE">
      <w:r>
        <w:t>181.1909</w:t>
      </w:r>
      <w:r>
        <w:tab/>
        <w:t>2.025e0</w:t>
      </w:r>
    </w:p>
    <w:p w:rsidR="006974AE" w:rsidRDefault="006974AE" w:rsidP="006974AE">
      <w:r>
        <w:t>181.1945</w:t>
      </w:r>
      <w:r>
        <w:tab/>
        <w:t>1.013e0</w:t>
      </w:r>
    </w:p>
    <w:p w:rsidR="006974AE" w:rsidRDefault="006974AE" w:rsidP="006974AE">
      <w:r>
        <w:t>181.2020</w:t>
      </w:r>
      <w:r>
        <w:tab/>
        <w:t>1.013e0</w:t>
      </w:r>
    </w:p>
    <w:p w:rsidR="006974AE" w:rsidRDefault="006974AE" w:rsidP="006974AE">
      <w:r>
        <w:t>181.2056</w:t>
      </w:r>
      <w:r>
        <w:tab/>
        <w:t>2.025e0</w:t>
      </w:r>
    </w:p>
    <w:p w:rsidR="006974AE" w:rsidRDefault="006974AE" w:rsidP="006974AE">
      <w:r>
        <w:t>181.2272</w:t>
      </w:r>
      <w:r>
        <w:tab/>
        <w:t>1.013e0</w:t>
      </w:r>
    </w:p>
    <w:p w:rsidR="006974AE" w:rsidRDefault="006974AE" w:rsidP="006974AE">
      <w:r>
        <w:t>181.2305</w:t>
      </w:r>
      <w:r>
        <w:tab/>
        <w:t>1.013e0</w:t>
      </w:r>
    </w:p>
    <w:p w:rsidR="006974AE" w:rsidRDefault="006974AE" w:rsidP="006974AE">
      <w:r>
        <w:t>181.2452</w:t>
      </w:r>
      <w:r>
        <w:tab/>
        <w:t>1.013e0</w:t>
      </w:r>
    </w:p>
    <w:p w:rsidR="006974AE" w:rsidRDefault="006974AE" w:rsidP="006974AE">
      <w:r>
        <w:t>181.2629</w:t>
      </w:r>
      <w:r>
        <w:tab/>
        <w:t>1.013e0</w:t>
      </w:r>
    </w:p>
    <w:p w:rsidR="006974AE" w:rsidRDefault="006974AE" w:rsidP="006974AE">
      <w:r>
        <w:t>181.2663</w:t>
      </w:r>
      <w:r>
        <w:tab/>
        <w:t>3.038e0</w:t>
      </w:r>
    </w:p>
    <w:p w:rsidR="006974AE" w:rsidRDefault="006974AE" w:rsidP="006974AE">
      <w:r>
        <w:t>181.2733</w:t>
      </w:r>
      <w:r>
        <w:tab/>
        <w:t>1.013e0</w:t>
      </w:r>
    </w:p>
    <w:p w:rsidR="006974AE" w:rsidRDefault="006974AE" w:rsidP="006974AE">
      <w:r>
        <w:t>181.3000</w:t>
      </w:r>
      <w:r>
        <w:tab/>
        <w:t>2.025e0</w:t>
      </w:r>
    </w:p>
    <w:p w:rsidR="006974AE" w:rsidRDefault="006974AE" w:rsidP="006974AE">
      <w:r>
        <w:t>181.3051</w:t>
      </w:r>
      <w:r>
        <w:tab/>
        <w:t>1.013e0</w:t>
      </w:r>
    </w:p>
    <w:p w:rsidR="006974AE" w:rsidRDefault="006974AE" w:rsidP="006974AE">
      <w:r>
        <w:lastRenderedPageBreak/>
        <w:t>181.3195</w:t>
      </w:r>
      <w:r>
        <w:tab/>
        <w:t>1.013e0</w:t>
      </w:r>
    </w:p>
    <w:p w:rsidR="006974AE" w:rsidRDefault="006974AE" w:rsidP="006974AE">
      <w:r>
        <w:t>181.3301</w:t>
      </w:r>
      <w:r>
        <w:tab/>
        <w:t>1.013e0</w:t>
      </w:r>
    </w:p>
    <w:p w:rsidR="006974AE" w:rsidRDefault="006974AE" w:rsidP="006974AE">
      <w:r>
        <w:t>181.3369</w:t>
      </w:r>
      <w:r>
        <w:tab/>
        <w:t>1.013e0</w:t>
      </w:r>
    </w:p>
    <w:p w:rsidR="006974AE" w:rsidRDefault="006974AE" w:rsidP="006974AE">
      <w:r>
        <w:t>181.3725</w:t>
      </w:r>
      <w:r>
        <w:tab/>
        <w:t>5.063e0</w:t>
      </w:r>
    </w:p>
    <w:p w:rsidR="006974AE" w:rsidRDefault="006974AE" w:rsidP="006974AE">
      <w:r>
        <w:t>181.3765</w:t>
      </w:r>
      <w:r>
        <w:tab/>
        <w:t>1.013e0</w:t>
      </w:r>
    </w:p>
    <w:p w:rsidR="006974AE" w:rsidRDefault="006974AE" w:rsidP="006974AE">
      <w:r>
        <w:t>181.4125</w:t>
      </w:r>
      <w:r>
        <w:tab/>
        <w:t>1.013e0</w:t>
      </w:r>
    </w:p>
    <w:p w:rsidR="006974AE" w:rsidRDefault="006974AE" w:rsidP="006974AE">
      <w:r>
        <w:t>181.4450</w:t>
      </w:r>
      <w:r>
        <w:tab/>
        <w:t>1.013e0</w:t>
      </w:r>
    </w:p>
    <w:p w:rsidR="006974AE" w:rsidRDefault="006974AE" w:rsidP="006974AE">
      <w:r>
        <w:t>181.4558</w:t>
      </w:r>
      <w:r>
        <w:tab/>
        <w:t>1.013e0</w:t>
      </w:r>
    </w:p>
    <w:p w:rsidR="006974AE" w:rsidRDefault="006974AE" w:rsidP="006974AE">
      <w:r>
        <w:t>181.5098</w:t>
      </w:r>
      <w:r>
        <w:tab/>
        <w:t>1.013e0</w:t>
      </w:r>
    </w:p>
    <w:p w:rsidR="006974AE" w:rsidRDefault="006974AE" w:rsidP="006974AE">
      <w:r>
        <w:t>181.5167</w:t>
      </w:r>
      <w:r>
        <w:tab/>
        <w:t>1.013e0</w:t>
      </w:r>
    </w:p>
    <w:p w:rsidR="006974AE" w:rsidRDefault="006974AE" w:rsidP="006974AE">
      <w:r>
        <w:t>181.5188</w:t>
      </w:r>
      <w:r>
        <w:tab/>
        <w:t>2.025e0</w:t>
      </w:r>
    </w:p>
    <w:p w:rsidR="006974AE" w:rsidRDefault="006974AE" w:rsidP="006974AE">
      <w:r>
        <w:t>181.5384</w:t>
      </w:r>
      <w:r>
        <w:tab/>
        <w:t>1.013e0</w:t>
      </w:r>
    </w:p>
    <w:p w:rsidR="006974AE" w:rsidRDefault="006974AE" w:rsidP="006974AE">
      <w:r>
        <w:t>181.5672</w:t>
      </w:r>
      <w:r>
        <w:tab/>
        <w:t>1.013e0</w:t>
      </w:r>
    </w:p>
    <w:p w:rsidR="006974AE" w:rsidRDefault="006974AE" w:rsidP="006974AE">
      <w:r>
        <w:t>181.5918</w:t>
      </w:r>
      <w:r>
        <w:tab/>
        <w:t>1.013e0</w:t>
      </w:r>
    </w:p>
    <w:p w:rsidR="006974AE" w:rsidRDefault="006974AE" w:rsidP="006974AE">
      <w:r>
        <w:t>181.5939</w:t>
      </w:r>
      <w:r>
        <w:tab/>
        <w:t>2.025e0</w:t>
      </w:r>
    </w:p>
    <w:p w:rsidR="006974AE" w:rsidRDefault="006974AE" w:rsidP="006974AE">
      <w:r>
        <w:t>181.5991</w:t>
      </w:r>
      <w:r>
        <w:tab/>
        <w:t>1.013e0</w:t>
      </w:r>
    </w:p>
    <w:p w:rsidR="006974AE" w:rsidRDefault="006974AE" w:rsidP="006974AE">
      <w:r>
        <w:t>181.6062</w:t>
      </w:r>
      <w:r>
        <w:tab/>
        <w:t>1.013e0</w:t>
      </w:r>
    </w:p>
    <w:p w:rsidR="006974AE" w:rsidRDefault="006974AE" w:rsidP="006974AE">
      <w:r>
        <w:t>181.6274</w:t>
      </w:r>
      <w:r>
        <w:tab/>
        <w:t>1.013e0</w:t>
      </w:r>
    </w:p>
    <w:p w:rsidR="006974AE" w:rsidRDefault="006974AE" w:rsidP="006974AE">
      <w:r>
        <w:t>181.6305</w:t>
      </w:r>
      <w:r>
        <w:tab/>
        <w:t>2.025e0</w:t>
      </w:r>
    </w:p>
    <w:p w:rsidR="006974AE" w:rsidRDefault="006974AE" w:rsidP="006974AE">
      <w:r>
        <w:lastRenderedPageBreak/>
        <w:t>181.6522</w:t>
      </w:r>
      <w:r>
        <w:tab/>
        <w:t>1.013e0</w:t>
      </w:r>
    </w:p>
    <w:p w:rsidR="006974AE" w:rsidRDefault="006974AE" w:rsidP="006974AE">
      <w:r>
        <w:t>181.6591</w:t>
      </w:r>
      <w:r>
        <w:tab/>
        <w:t>1.013e0</w:t>
      </w:r>
    </w:p>
    <w:p w:rsidR="006974AE" w:rsidRDefault="006974AE" w:rsidP="006974AE">
      <w:r>
        <w:t>181.6774</w:t>
      </w:r>
      <w:r>
        <w:tab/>
        <w:t>2.025e0</w:t>
      </w:r>
    </w:p>
    <w:p w:rsidR="006974AE" w:rsidRDefault="006974AE" w:rsidP="006974AE">
      <w:r>
        <w:t>181.6846</w:t>
      </w:r>
      <w:r>
        <w:tab/>
        <w:t>1.013e0</w:t>
      </w:r>
    </w:p>
    <w:p w:rsidR="006974AE" w:rsidRDefault="006974AE" w:rsidP="006974AE">
      <w:r>
        <w:t>181.6882</w:t>
      </w:r>
      <w:r>
        <w:tab/>
        <w:t>1.013e0</w:t>
      </w:r>
    </w:p>
    <w:p w:rsidR="006974AE" w:rsidRDefault="006974AE" w:rsidP="006974AE">
      <w:r>
        <w:t>181.7024</w:t>
      </w:r>
      <w:r>
        <w:tab/>
        <w:t>1.013e0</w:t>
      </w:r>
    </w:p>
    <w:p w:rsidR="006974AE" w:rsidRDefault="006974AE" w:rsidP="006974AE">
      <w:r>
        <w:t>181.7098</w:t>
      </w:r>
      <w:r>
        <w:tab/>
        <w:t>1.013e0</w:t>
      </w:r>
    </w:p>
    <w:p w:rsidR="006974AE" w:rsidRDefault="006974AE" w:rsidP="006974AE">
      <w:r>
        <w:t>181.7564</w:t>
      </w:r>
      <w:r>
        <w:tab/>
        <w:t>1.013e0</w:t>
      </w:r>
    </w:p>
    <w:p w:rsidR="006974AE" w:rsidRDefault="006974AE" w:rsidP="006974AE">
      <w:r>
        <w:t>181.7600</w:t>
      </w:r>
      <w:r>
        <w:tab/>
        <w:t>1.013e0</w:t>
      </w:r>
    </w:p>
    <w:p w:rsidR="006974AE" w:rsidRDefault="006974AE" w:rsidP="006974AE">
      <w:r>
        <w:t>181.7636</w:t>
      </w:r>
      <w:r>
        <w:tab/>
        <w:t>1.013e0</w:t>
      </w:r>
    </w:p>
    <w:p w:rsidR="006974AE" w:rsidRDefault="006974AE" w:rsidP="006974AE">
      <w:r>
        <w:t>181.7944</w:t>
      </w:r>
      <w:r>
        <w:tab/>
        <w:t>2.025e0</w:t>
      </w:r>
    </w:p>
    <w:p w:rsidR="006974AE" w:rsidRDefault="006974AE" w:rsidP="006974AE">
      <w:r>
        <w:t>181.8067</w:t>
      </w:r>
      <w:r>
        <w:tab/>
        <w:t>1.013e0</w:t>
      </w:r>
    </w:p>
    <w:p w:rsidR="006974AE" w:rsidRDefault="006974AE" w:rsidP="006974AE">
      <w:r>
        <w:t>181.8175</w:t>
      </w:r>
      <w:r>
        <w:tab/>
        <w:t>1.013e0</w:t>
      </w:r>
    </w:p>
    <w:p w:rsidR="006974AE" w:rsidRDefault="006974AE" w:rsidP="006974AE">
      <w:r>
        <w:t>181.8194</w:t>
      </w:r>
      <w:r>
        <w:tab/>
        <w:t>2.025e0</w:t>
      </w:r>
    </w:p>
    <w:p w:rsidR="006974AE" w:rsidRDefault="006974AE" w:rsidP="006974AE">
      <w:r>
        <w:t>181.8430</w:t>
      </w:r>
      <w:r>
        <w:tab/>
        <w:t>1.013e0</w:t>
      </w:r>
    </w:p>
    <w:p w:rsidR="006974AE" w:rsidRDefault="006974AE" w:rsidP="006974AE">
      <w:r>
        <w:t>181.8752</w:t>
      </w:r>
      <w:r>
        <w:tab/>
        <w:t>1.013e0</w:t>
      </w:r>
    </w:p>
    <w:p w:rsidR="006974AE" w:rsidRDefault="006974AE" w:rsidP="006974AE">
      <w:r>
        <w:t>181.9001</w:t>
      </w:r>
      <w:r>
        <w:tab/>
        <w:t>1.013e0</w:t>
      </w:r>
    </w:p>
    <w:p w:rsidR="006974AE" w:rsidRDefault="006974AE" w:rsidP="006974AE">
      <w:r>
        <w:t>181.9072</w:t>
      </w:r>
      <w:r>
        <w:tab/>
        <w:t>1.013e0</w:t>
      </w:r>
    </w:p>
    <w:p w:rsidR="006974AE" w:rsidRDefault="006974AE" w:rsidP="006974AE">
      <w:r>
        <w:t>181.9107</w:t>
      </w:r>
      <w:r>
        <w:tab/>
        <w:t>1.013e0</w:t>
      </w:r>
    </w:p>
    <w:p w:rsidR="006974AE" w:rsidRDefault="006974AE" w:rsidP="006974AE">
      <w:r>
        <w:lastRenderedPageBreak/>
        <w:t>181.9358</w:t>
      </w:r>
      <w:r>
        <w:tab/>
        <w:t>1.013e0</w:t>
      </w:r>
    </w:p>
    <w:p w:rsidR="006974AE" w:rsidRDefault="006974AE" w:rsidP="006974AE">
      <w:r>
        <w:t>181.9392</w:t>
      </w:r>
      <w:r>
        <w:tab/>
        <w:t>2.025e0</w:t>
      </w:r>
    </w:p>
    <w:p w:rsidR="006974AE" w:rsidRDefault="006974AE" w:rsidP="006974AE">
      <w:r>
        <w:t>181.9516</w:t>
      </w:r>
      <w:r>
        <w:tab/>
        <w:t>2.025e0</w:t>
      </w:r>
    </w:p>
    <w:p w:rsidR="006974AE" w:rsidRDefault="006974AE" w:rsidP="006974AE">
      <w:r>
        <w:t>181.9781</w:t>
      </w:r>
      <w:r>
        <w:tab/>
        <w:t>2.025e0</w:t>
      </w:r>
    </w:p>
    <w:p w:rsidR="006974AE" w:rsidRDefault="006974AE" w:rsidP="006974AE">
      <w:r>
        <w:t>181.9836</w:t>
      </w:r>
      <w:r>
        <w:tab/>
        <w:t>2.025e0</w:t>
      </w:r>
    </w:p>
    <w:p w:rsidR="006974AE" w:rsidRDefault="006974AE" w:rsidP="006974AE">
      <w:r>
        <w:t>181.9890</w:t>
      </w:r>
      <w:r>
        <w:tab/>
        <w:t>1.013e0</w:t>
      </w:r>
    </w:p>
    <w:p w:rsidR="006974AE" w:rsidRDefault="006974AE" w:rsidP="006974AE">
      <w:r>
        <w:t>181.9963</w:t>
      </w:r>
      <w:r>
        <w:tab/>
        <w:t>1.013e0</w:t>
      </w:r>
    </w:p>
    <w:p w:rsidR="006974AE" w:rsidRDefault="006974AE" w:rsidP="006974AE">
      <w:r>
        <w:t>182.0089</w:t>
      </w:r>
      <w:r>
        <w:tab/>
        <w:t>2.025e0</w:t>
      </w:r>
    </w:p>
    <w:p w:rsidR="006974AE" w:rsidRDefault="006974AE" w:rsidP="006974AE">
      <w:r>
        <w:t>182.0144</w:t>
      </w:r>
      <w:r>
        <w:tab/>
        <w:t>4.051e0</w:t>
      </w:r>
    </w:p>
    <w:p w:rsidR="006974AE" w:rsidRDefault="006974AE" w:rsidP="006974AE">
      <w:r>
        <w:t>182.0173</w:t>
      </w:r>
      <w:r>
        <w:tab/>
        <w:t>1.215e1</w:t>
      </w:r>
    </w:p>
    <w:p w:rsidR="006974AE" w:rsidRDefault="006974AE" w:rsidP="006974AE">
      <w:r>
        <w:t>182.0222</w:t>
      </w:r>
      <w:r>
        <w:tab/>
        <w:t>3.038e0</w:t>
      </w:r>
    </w:p>
    <w:p w:rsidR="006974AE" w:rsidRDefault="006974AE" w:rsidP="006974AE">
      <w:r>
        <w:t>182.0260</w:t>
      </w:r>
      <w:r>
        <w:tab/>
        <w:t>3.038e0</w:t>
      </w:r>
    </w:p>
    <w:p w:rsidR="006974AE" w:rsidRDefault="006974AE" w:rsidP="006974AE">
      <w:r>
        <w:t>182.0280</w:t>
      </w:r>
      <w:r>
        <w:tab/>
        <w:t>9.114e0</w:t>
      </w:r>
    </w:p>
    <w:p w:rsidR="006974AE" w:rsidRDefault="006974AE" w:rsidP="006974AE">
      <w:r>
        <w:t>182.0415</w:t>
      </w:r>
      <w:r>
        <w:tab/>
        <w:t>1.313e0</w:t>
      </w:r>
    </w:p>
    <w:p w:rsidR="006974AE" w:rsidRDefault="006974AE" w:rsidP="006974AE">
      <w:r>
        <w:t>182.0574</w:t>
      </w:r>
      <w:r>
        <w:tab/>
        <w:t>1.013e0</w:t>
      </w:r>
    </w:p>
    <w:p w:rsidR="006974AE" w:rsidRDefault="006974AE" w:rsidP="006974AE">
      <w:r>
        <w:t>182.0717</w:t>
      </w:r>
      <w:r>
        <w:tab/>
        <w:t>1.013e0</w:t>
      </w:r>
    </w:p>
    <w:p w:rsidR="006974AE" w:rsidRDefault="006974AE" w:rsidP="006974AE">
      <w:r>
        <w:t>182.0755</w:t>
      </w:r>
      <w:r>
        <w:tab/>
        <w:t>2.025e0</w:t>
      </w:r>
    </w:p>
    <w:p w:rsidR="006974AE" w:rsidRDefault="006974AE" w:rsidP="006974AE">
      <w:r>
        <w:t>182.0792</w:t>
      </w:r>
      <w:r>
        <w:tab/>
        <w:t>1.013e0</w:t>
      </w:r>
    </w:p>
    <w:p w:rsidR="006974AE" w:rsidRDefault="006974AE" w:rsidP="006974AE">
      <w:r>
        <w:t>182.0871</w:t>
      </w:r>
      <w:r>
        <w:tab/>
        <w:t>3.038e0</w:t>
      </w:r>
    </w:p>
    <w:p w:rsidR="006974AE" w:rsidRDefault="006974AE" w:rsidP="006974AE">
      <w:r>
        <w:lastRenderedPageBreak/>
        <w:t>182.0936</w:t>
      </w:r>
      <w:r>
        <w:tab/>
        <w:t>1.013e0</w:t>
      </w:r>
    </w:p>
    <w:p w:rsidR="006974AE" w:rsidRDefault="006974AE" w:rsidP="006974AE">
      <w:r>
        <w:t>182.1115</w:t>
      </w:r>
      <w:r>
        <w:tab/>
        <w:t>1.013e0</w:t>
      </w:r>
    </w:p>
    <w:p w:rsidR="006974AE" w:rsidRDefault="006974AE" w:rsidP="006974AE">
      <w:r>
        <w:t>182.1149</w:t>
      </w:r>
      <w:r>
        <w:tab/>
        <w:t>1.013e0</w:t>
      </w:r>
    </w:p>
    <w:p w:rsidR="006974AE" w:rsidRDefault="006974AE" w:rsidP="006974AE">
      <w:r>
        <w:t>182.1205</w:t>
      </w:r>
      <w:r>
        <w:tab/>
        <w:t>2.025e0</w:t>
      </w:r>
    </w:p>
    <w:p w:rsidR="006974AE" w:rsidRDefault="006974AE" w:rsidP="006974AE">
      <w:r>
        <w:t>182.1329</w:t>
      </w:r>
      <w:r>
        <w:tab/>
        <w:t>1.013e0</w:t>
      </w:r>
    </w:p>
    <w:p w:rsidR="006974AE" w:rsidRDefault="006974AE" w:rsidP="006974AE">
      <w:r>
        <w:t>182.1509</w:t>
      </w:r>
      <w:r>
        <w:tab/>
        <w:t>3.038e0</w:t>
      </w:r>
    </w:p>
    <w:p w:rsidR="006974AE" w:rsidRDefault="006974AE" w:rsidP="006974AE">
      <w:r>
        <w:t>182.1618</w:t>
      </w:r>
      <w:r>
        <w:tab/>
        <w:t>2.025e0</w:t>
      </w:r>
    </w:p>
    <w:p w:rsidR="006974AE" w:rsidRDefault="006974AE" w:rsidP="006974AE">
      <w:r>
        <w:t>182.1701</w:t>
      </w:r>
      <w:r>
        <w:tab/>
        <w:t>3.038e0</w:t>
      </w:r>
    </w:p>
    <w:p w:rsidR="006974AE" w:rsidRDefault="006974AE" w:rsidP="006974AE">
      <w:r>
        <w:t>182.1726</w:t>
      </w:r>
      <w:r>
        <w:tab/>
        <w:t>2.025e0</w:t>
      </w:r>
    </w:p>
    <w:p w:rsidR="006974AE" w:rsidRDefault="006974AE" w:rsidP="006974AE">
      <w:r>
        <w:t>182.1906</w:t>
      </w:r>
      <w:r>
        <w:tab/>
        <w:t>2.025e0</w:t>
      </w:r>
    </w:p>
    <w:p w:rsidR="006974AE" w:rsidRDefault="006974AE" w:rsidP="006974AE">
      <w:r>
        <w:t>182.1942</w:t>
      </w:r>
      <w:r>
        <w:tab/>
        <w:t>3.038e0</w:t>
      </w:r>
    </w:p>
    <w:p w:rsidR="006974AE" w:rsidRDefault="006974AE" w:rsidP="006974AE">
      <w:r>
        <w:t>182.2337</w:t>
      </w:r>
      <w:r>
        <w:tab/>
        <w:t>1.013e0</w:t>
      </w:r>
    </w:p>
    <w:p w:rsidR="006974AE" w:rsidRDefault="006974AE" w:rsidP="006974AE">
      <w:r>
        <w:t>182.2427</w:t>
      </w:r>
      <w:r>
        <w:tab/>
        <w:t>2.025e0</w:t>
      </w:r>
    </w:p>
    <w:p w:rsidR="006974AE" w:rsidRDefault="006974AE" w:rsidP="006974AE">
      <w:r>
        <w:t>182.2624</w:t>
      </w:r>
      <w:r>
        <w:tab/>
        <w:t>1.013e0</w:t>
      </w:r>
    </w:p>
    <w:p w:rsidR="006974AE" w:rsidRDefault="006974AE" w:rsidP="006974AE">
      <w:r>
        <w:t>182.2728</w:t>
      </w:r>
      <w:r>
        <w:tab/>
        <w:t>1.013e0</w:t>
      </w:r>
    </w:p>
    <w:p w:rsidR="006974AE" w:rsidRDefault="006974AE" w:rsidP="006974AE">
      <w:r>
        <w:t>182.2872</w:t>
      </w:r>
      <w:r>
        <w:tab/>
        <w:t>1.013e0</w:t>
      </w:r>
    </w:p>
    <w:p w:rsidR="006974AE" w:rsidRDefault="006974AE" w:rsidP="006974AE">
      <w:r>
        <w:t>182.3012</w:t>
      </w:r>
      <w:r>
        <w:tab/>
        <w:t>1.013e0</w:t>
      </w:r>
    </w:p>
    <w:p w:rsidR="006974AE" w:rsidRDefault="006974AE" w:rsidP="006974AE">
      <w:r>
        <w:t>182.3226</w:t>
      </w:r>
      <w:r>
        <w:tab/>
        <w:t>1.013e0</w:t>
      </w:r>
    </w:p>
    <w:p w:rsidR="006974AE" w:rsidRDefault="006974AE" w:rsidP="006974AE">
      <w:r>
        <w:t>182.3263</w:t>
      </w:r>
      <w:r>
        <w:tab/>
        <w:t>1.013e0</w:t>
      </w:r>
    </w:p>
    <w:p w:rsidR="006974AE" w:rsidRDefault="006974AE" w:rsidP="006974AE">
      <w:r>
        <w:lastRenderedPageBreak/>
        <w:t>182.3317</w:t>
      </w:r>
      <w:r>
        <w:tab/>
        <w:t>3.038e0</w:t>
      </w:r>
    </w:p>
    <w:p w:rsidR="006974AE" w:rsidRDefault="006974AE" w:rsidP="006974AE">
      <w:r>
        <w:t>182.3548</w:t>
      </w:r>
      <w:r>
        <w:tab/>
        <w:t>1.013e0</w:t>
      </w:r>
    </w:p>
    <w:p w:rsidR="006974AE" w:rsidRDefault="006974AE" w:rsidP="006974AE">
      <w:r>
        <w:t>182.3622</w:t>
      </w:r>
      <w:r>
        <w:tab/>
        <w:t>2.025e0</w:t>
      </w:r>
    </w:p>
    <w:p w:rsidR="006974AE" w:rsidRDefault="006974AE" w:rsidP="006974AE">
      <w:r>
        <w:t>182.3837</w:t>
      </w:r>
      <w:r>
        <w:tab/>
        <w:t>1.013e0</w:t>
      </w:r>
    </w:p>
    <w:p w:rsidR="006974AE" w:rsidRDefault="006974AE" w:rsidP="006974AE">
      <w:r>
        <w:t>182.3873</w:t>
      </w:r>
      <w:r>
        <w:tab/>
        <w:t>1.013e0</w:t>
      </w:r>
    </w:p>
    <w:p w:rsidR="006974AE" w:rsidRDefault="006974AE" w:rsidP="006974AE">
      <w:r>
        <w:t>182.4091</w:t>
      </w:r>
      <w:r>
        <w:tab/>
        <w:t>1.013e0</w:t>
      </w:r>
    </w:p>
    <w:p w:rsidR="006974AE" w:rsidRDefault="006974AE" w:rsidP="006974AE">
      <w:r>
        <w:t>182.4233</w:t>
      </w:r>
      <w:r>
        <w:tab/>
        <w:t>1.013e0</w:t>
      </w:r>
    </w:p>
    <w:p w:rsidR="006974AE" w:rsidRDefault="006974AE" w:rsidP="006974AE">
      <w:r>
        <w:t>182.4308</w:t>
      </w:r>
      <w:r>
        <w:tab/>
        <w:t>1.013e0</w:t>
      </w:r>
    </w:p>
    <w:p w:rsidR="006974AE" w:rsidRDefault="006974AE" w:rsidP="006974AE">
      <w:r>
        <w:t>182.4452</w:t>
      </w:r>
      <w:r>
        <w:tab/>
        <w:t>1.013e0</w:t>
      </w:r>
    </w:p>
    <w:p w:rsidR="006974AE" w:rsidRDefault="006974AE" w:rsidP="006974AE">
      <w:r>
        <w:t>182.4629</w:t>
      </w:r>
      <w:r>
        <w:tab/>
        <w:t>1.013e0</w:t>
      </w:r>
    </w:p>
    <w:p w:rsidR="006974AE" w:rsidRDefault="006974AE" w:rsidP="006974AE">
      <w:r>
        <w:t>182.4666</w:t>
      </w:r>
      <w:r>
        <w:tab/>
        <w:t>4.051e0</w:t>
      </w:r>
    </w:p>
    <w:p w:rsidR="006974AE" w:rsidRDefault="006974AE" w:rsidP="006974AE">
      <w:r>
        <w:t>182.4956</w:t>
      </w:r>
      <w:r>
        <w:tab/>
        <w:t>1.013e0</w:t>
      </w:r>
    </w:p>
    <w:p w:rsidR="006974AE" w:rsidRDefault="006974AE" w:rsidP="006974AE">
      <w:r>
        <w:t>182.5027</w:t>
      </w:r>
      <w:r>
        <w:tab/>
        <w:t>2.025e0</w:t>
      </w:r>
    </w:p>
    <w:p w:rsidR="006974AE" w:rsidRDefault="006974AE" w:rsidP="006974AE">
      <w:r>
        <w:t>182.5098</w:t>
      </w:r>
      <w:r>
        <w:tab/>
        <w:t>1.013e0</w:t>
      </w:r>
    </w:p>
    <w:p w:rsidR="006974AE" w:rsidRDefault="006974AE" w:rsidP="006974AE">
      <w:r>
        <w:t>182.5350</w:t>
      </w:r>
      <w:r>
        <w:tab/>
        <w:t>1.013e0</w:t>
      </w:r>
    </w:p>
    <w:p w:rsidR="006974AE" w:rsidRDefault="006974AE" w:rsidP="006974AE">
      <w:r>
        <w:t>182.5388</w:t>
      </w:r>
      <w:r>
        <w:tab/>
        <w:t>1.013e0</w:t>
      </w:r>
    </w:p>
    <w:p w:rsidR="006974AE" w:rsidRDefault="006974AE" w:rsidP="006974AE">
      <w:r>
        <w:t>182.5569</w:t>
      </w:r>
      <w:r>
        <w:tab/>
        <w:t>1.013e0</w:t>
      </w:r>
    </w:p>
    <w:p w:rsidR="006974AE" w:rsidRDefault="006974AE" w:rsidP="006974AE">
      <w:r>
        <w:t>182.5639</w:t>
      </w:r>
      <w:r>
        <w:tab/>
        <w:t>1.013e0</w:t>
      </w:r>
    </w:p>
    <w:p w:rsidR="006974AE" w:rsidRDefault="006974AE" w:rsidP="006974AE">
      <w:r>
        <w:t>182.5686</w:t>
      </w:r>
      <w:r>
        <w:tab/>
        <w:t>6.076e0</w:t>
      </w:r>
    </w:p>
    <w:p w:rsidR="006974AE" w:rsidRDefault="006974AE" w:rsidP="006974AE">
      <w:r>
        <w:lastRenderedPageBreak/>
        <w:t>182.5703</w:t>
      </w:r>
      <w:r>
        <w:tab/>
        <w:t>8.101e0</w:t>
      </w:r>
    </w:p>
    <w:p w:rsidR="006974AE" w:rsidRDefault="006974AE" w:rsidP="006974AE">
      <w:r>
        <w:t>182.5723</w:t>
      </w:r>
      <w:r>
        <w:tab/>
        <w:t>3.038e0</w:t>
      </w:r>
    </w:p>
    <w:p w:rsidR="006974AE" w:rsidRDefault="006974AE" w:rsidP="006974AE">
      <w:r>
        <w:t>182.5749</w:t>
      </w:r>
      <w:r>
        <w:tab/>
        <w:t>1.013e0</w:t>
      </w:r>
    </w:p>
    <w:p w:rsidR="006974AE" w:rsidRDefault="006974AE" w:rsidP="006974AE">
      <w:r>
        <w:t>182.5946</w:t>
      </w:r>
      <w:r>
        <w:tab/>
        <w:t>2.025e0</w:t>
      </w:r>
    </w:p>
    <w:p w:rsidR="006974AE" w:rsidRDefault="006974AE" w:rsidP="006974AE">
      <w:r>
        <w:t>182.5999</w:t>
      </w:r>
      <w:r>
        <w:tab/>
        <w:t>1.013e0</w:t>
      </w:r>
    </w:p>
    <w:p w:rsidR="006974AE" w:rsidRDefault="006974AE" w:rsidP="006974AE">
      <w:r>
        <w:t>182.6035</w:t>
      </w:r>
      <w:r>
        <w:tab/>
        <w:t>1.013e0</w:t>
      </w:r>
    </w:p>
    <w:p w:rsidR="006974AE" w:rsidRDefault="006974AE" w:rsidP="006974AE">
      <w:r>
        <w:t>182.6106</w:t>
      </w:r>
      <w:r>
        <w:tab/>
        <w:t>1.013e0</w:t>
      </w:r>
    </w:p>
    <w:p w:rsidR="006974AE" w:rsidRDefault="006974AE" w:rsidP="006974AE">
      <w:r>
        <w:t>182.6461</w:t>
      </w:r>
      <w:r>
        <w:tab/>
        <w:t>1.013e0</w:t>
      </w:r>
    </w:p>
    <w:p w:rsidR="006974AE" w:rsidRDefault="006974AE" w:rsidP="006974AE">
      <w:r>
        <w:t>182.6746</w:t>
      </w:r>
      <w:r>
        <w:tab/>
        <w:t>1.013e0</w:t>
      </w:r>
    </w:p>
    <w:p w:rsidR="006974AE" w:rsidRDefault="006974AE" w:rsidP="006974AE">
      <w:r>
        <w:t>182.6784</w:t>
      </w:r>
      <w:r>
        <w:tab/>
        <w:t>1.013e0</w:t>
      </w:r>
    </w:p>
    <w:p w:rsidR="006974AE" w:rsidRDefault="006974AE" w:rsidP="006974AE">
      <w:r>
        <w:t>182.7033</w:t>
      </w:r>
      <w:r>
        <w:tab/>
        <w:t>1.013e0</w:t>
      </w:r>
    </w:p>
    <w:p w:rsidR="006974AE" w:rsidRDefault="006974AE" w:rsidP="006974AE">
      <w:r>
        <w:t>182.7209</w:t>
      </w:r>
      <w:r>
        <w:tab/>
        <w:t>1.013e0</w:t>
      </w:r>
    </w:p>
    <w:p w:rsidR="006974AE" w:rsidRDefault="006974AE" w:rsidP="006974AE">
      <w:r>
        <w:t>182.7284</w:t>
      </w:r>
      <w:r>
        <w:tab/>
        <w:t>1.013e0</w:t>
      </w:r>
    </w:p>
    <w:p w:rsidR="006974AE" w:rsidRDefault="006974AE" w:rsidP="006974AE">
      <w:r>
        <w:t>182.7318</w:t>
      </w:r>
      <w:r>
        <w:tab/>
        <w:t>1.013e0</w:t>
      </w:r>
    </w:p>
    <w:p w:rsidR="006974AE" w:rsidRDefault="006974AE" w:rsidP="006974AE">
      <w:r>
        <w:t>182.7429</w:t>
      </w:r>
      <w:r>
        <w:tab/>
        <w:t>2.025e0</w:t>
      </w:r>
    </w:p>
    <w:p w:rsidR="006974AE" w:rsidRDefault="006974AE" w:rsidP="006974AE">
      <w:r>
        <w:t>182.7754</w:t>
      </w:r>
      <w:r>
        <w:tab/>
        <w:t>1.013e0</w:t>
      </w:r>
    </w:p>
    <w:p w:rsidR="006974AE" w:rsidRDefault="006974AE" w:rsidP="006974AE">
      <w:r>
        <w:t>182.7826</w:t>
      </w:r>
      <w:r>
        <w:tab/>
        <w:t>1.013e0</w:t>
      </w:r>
    </w:p>
    <w:p w:rsidR="006974AE" w:rsidRDefault="006974AE" w:rsidP="006974AE">
      <w:r>
        <w:t>182.7932</w:t>
      </w:r>
      <w:r>
        <w:tab/>
        <w:t>2.025e0</w:t>
      </w:r>
    </w:p>
    <w:p w:rsidR="006974AE" w:rsidRDefault="006974AE" w:rsidP="006974AE">
      <w:r>
        <w:t>182.7970</w:t>
      </w:r>
      <w:r>
        <w:tab/>
        <w:t>1.013e0</w:t>
      </w:r>
    </w:p>
    <w:p w:rsidR="006974AE" w:rsidRDefault="006974AE" w:rsidP="006974AE">
      <w:r>
        <w:lastRenderedPageBreak/>
        <w:t>182.8437</w:t>
      </w:r>
      <w:r>
        <w:tab/>
        <w:t>1.013e0</w:t>
      </w:r>
    </w:p>
    <w:p w:rsidR="006974AE" w:rsidRDefault="006974AE" w:rsidP="006974AE">
      <w:r>
        <w:t>182.8473</w:t>
      </w:r>
      <w:r>
        <w:tab/>
        <w:t>1.013e0</w:t>
      </w:r>
    </w:p>
    <w:p w:rsidR="006974AE" w:rsidRDefault="006974AE" w:rsidP="006974AE">
      <w:r>
        <w:t>182.8725</w:t>
      </w:r>
      <w:r>
        <w:tab/>
        <w:t>2.025e0</w:t>
      </w:r>
    </w:p>
    <w:p w:rsidR="006974AE" w:rsidRDefault="006974AE" w:rsidP="006974AE">
      <w:r>
        <w:t>182.8761</w:t>
      </w:r>
      <w:r>
        <w:tab/>
        <w:t>1.013e0</w:t>
      </w:r>
    </w:p>
    <w:p w:rsidR="006974AE" w:rsidRDefault="006974AE" w:rsidP="006974AE">
      <w:r>
        <w:t>182.9268</w:t>
      </w:r>
      <w:r>
        <w:tab/>
        <w:t>1.013e0</w:t>
      </w:r>
    </w:p>
    <w:p w:rsidR="006974AE" w:rsidRDefault="006974AE" w:rsidP="006974AE">
      <w:r>
        <w:t>182.9304</w:t>
      </w:r>
      <w:r>
        <w:tab/>
        <w:t>1.013e0</w:t>
      </w:r>
    </w:p>
    <w:p w:rsidR="006974AE" w:rsidRDefault="006974AE" w:rsidP="006974AE">
      <w:r>
        <w:t>182.9446</w:t>
      </w:r>
      <w:r>
        <w:tab/>
        <w:t>1.013e0</w:t>
      </w:r>
    </w:p>
    <w:p w:rsidR="006974AE" w:rsidRDefault="006974AE" w:rsidP="006974AE">
      <w:r>
        <w:t>182.9542</w:t>
      </w:r>
      <w:r>
        <w:tab/>
        <w:t>2.758e0</w:t>
      </w:r>
    </w:p>
    <w:p w:rsidR="006974AE" w:rsidRDefault="006974AE" w:rsidP="006974AE">
      <w:r>
        <w:t>182.9665</w:t>
      </w:r>
      <w:r>
        <w:tab/>
        <w:t>1.013e0</w:t>
      </w:r>
    </w:p>
    <w:p w:rsidR="006974AE" w:rsidRDefault="006974AE" w:rsidP="006974AE">
      <w:r>
        <w:t>182.9841</w:t>
      </w:r>
      <w:r>
        <w:tab/>
        <w:t>4.051e0</w:t>
      </w:r>
    </w:p>
    <w:p w:rsidR="006974AE" w:rsidRDefault="006974AE" w:rsidP="006974AE">
      <w:r>
        <w:t>182.9858</w:t>
      </w:r>
      <w:r>
        <w:tab/>
        <w:t>1.620e1</w:t>
      </w:r>
    </w:p>
    <w:p w:rsidR="006974AE" w:rsidRDefault="006974AE" w:rsidP="006974AE">
      <w:r>
        <w:t>182.9882</w:t>
      </w:r>
      <w:r>
        <w:tab/>
        <w:t>1.823e1</w:t>
      </w:r>
    </w:p>
    <w:p w:rsidR="006974AE" w:rsidRDefault="006974AE" w:rsidP="006974AE">
      <w:r>
        <w:t>182.9895</w:t>
      </w:r>
      <w:r>
        <w:tab/>
        <w:t>1.039e1</w:t>
      </w:r>
    </w:p>
    <w:p w:rsidR="006974AE" w:rsidRDefault="006974AE" w:rsidP="006974AE">
      <w:r>
        <w:t>182.9907</w:t>
      </w:r>
      <w:r>
        <w:tab/>
        <w:t>1.924e1</w:t>
      </w:r>
    </w:p>
    <w:p w:rsidR="006974AE" w:rsidRDefault="006974AE" w:rsidP="006974AE">
      <w:r>
        <w:t>182.9966</w:t>
      </w:r>
      <w:r>
        <w:tab/>
        <w:t>4.051e0</w:t>
      </w:r>
    </w:p>
    <w:p w:rsidR="006974AE" w:rsidRDefault="006974AE" w:rsidP="006974AE">
      <w:r>
        <w:t>183.0039</w:t>
      </w:r>
      <w:r>
        <w:tab/>
        <w:t>8.199e0</w:t>
      </w:r>
    </w:p>
    <w:p w:rsidR="006974AE" w:rsidRDefault="006974AE" w:rsidP="006974AE">
      <w:r>
        <w:t>183.0226</w:t>
      </w:r>
      <w:r>
        <w:tab/>
        <w:t>3.936e0</w:t>
      </w:r>
    </w:p>
    <w:p w:rsidR="006974AE" w:rsidRDefault="006974AE" w:rsidP="006974AE">
      <w:r>
        <w:t>183.0294</w:t>
      </w:r>
      <w:r>
        <w:tab/>
        <w:t>2.025e0</w:t>
      </w:r>
    </w:p>
    <w:p w:rsidR="006974AE" w:rsidRDefault="006974AE" w:rsidP="006974AE">
      <w:r>
        <w:t>183.0311</w:t>
      </w:r>
      <w:r>
        <w:tab/>
        <w:t>1.013e0</w:t>
      </w:r>
    </w:p>
    <w:p w:rsidR="006974AE" w:rsidRDefault="006974AE" w:rsidP="006974AE">
      <w:r>
        <w:lastRenderedPageBreak/>
        <w:t>183.0528</w:t>
      </w:r>
      <w:r>
        <w:tab/>
        <w:t>6.076e0</w:t>
      </w:r>
    </w:p>
    <w:p w:rsidR="006974AE" w:rsidRDefault="006974AE" w:rsidP="006974AE">
      <w:r>
        <w:t>183.0594</w:t>
      </w:r>
      <w:r>
        <w:tab/>
        <w:t>1.013e0</w:t>
      </w:r>
    </w:p>
    <w:p w:rsidR="006974AE" w:rsidRDefault="006974AE" w:rsidP="006974AE">
      <w:r>
        <w:t>183.0614</w:t>
      </w:r>
      <w:r>
        <w:tab/>
        <w:t>2.025e0</w:t>
      </w:r>
    </w:p>
    <w:p w:rsidR="006974AE" w:rsidRDefault="006974AE" w:rsidP="006974AE">
      <w:r>
        <w:t>183.0630</w:t>
      </w:r>
      <w:r>
        <w:tab/>
        <w:t>2.025e0</w:t>
      </w:r>
    </w:p>
    <w:p w:rsidR="006974AE" w:rsidRDefault="006974AE" w:rsidP="006974AE">
      <w:r>
        <w:t>183.0696</w:t>
      </w:r>
      <w:r>
        <w:tab/>
        <w:t>4.051e0</w:t>
      </w:r>
    </w:p>
    <w:p w:rsidR="006974AE" w:rsidRDefault="006974AE" w:rsidP="006974AE">
      <w:r>
        <w:t>183.0791</w:t>
      </w:r>
      <w:r>
        <w:tab/>
        <w:t>2.025e0</w:t>
      </w:r>
    </w:p>
    <w:p w:rsidR="006974AE" w:rsidRDefault="006974AE" w:rsidP="006974AE">
      <w:r>
        <w:t>183.0843</w:t>
      </w:r>
      <w:r>
        <w:tab/>
        <w:t>2.025e0</w:t>
      </w:r>
    </w:p>
    <w:p w:rsidR="006974AE" w:rsidRDefault="006974AE" w:rsidP="006974AE">
      <w:r>
        <w:t>183.0931</w:t>
      </w:r>
      <w:r>
        <w:tab/>
        <w:t>2.025e0</w:t>
      </w:r>
    </w:p>
    <w:p w:rsidR="006974AE" w:rsidRDefault="006974AE" w:rsidP="006974AE">
      <w:r>
        <w:t>183.1078</w:t>
      </w:r>
      <w:r>
        <w:tab/>
        <w:t>2.025e0</w:t>
      </w:r>
    </w:p>
    <w:p w:rsidR="006974AE" w:rsidRDefault="006974AE" w:rsidP="006974AE">
      <w:r>
        <w:t>183.1093</w:t>
      </w:r>
      <w:r>
        <w:tab/>
        <w:t>1.013e0</w:t>
      </w:r>
    </w:p>
    <w:p w:rsidR="006974AE" w:rsidRDefault="006974AE" w:rsidP="006974AE">
      <w:r>
        <w:t>183.1255</w:t>
      </w:r>
      <w:r>
        <w:tab/>
        <w:t>2.025e0</w:t>
      </w:r>
    </w:p>
    <w:p w:rsidR="006974AE" w:rsidRDefault="006974AE" w:rsidP="006974AE">
      <w:r>
        <w:t>183.1310</w:t>
      </w:r>
      <w:r>
        <w:tab/>
        <w:t>2.025e0</w:t>
      </w:r>
    </w:p>
    <w:p w:rsidR="006974AE" w:rsidRDefault="006974AE" w:rsidP="006974AE">
      <w:r>
        <w:t>183.1345</w:t>
      </w:r>
      <w:r>
        <w:tab/>
        <w:t>2.025e0</w:t>
      </w:r>
    </w:p>
    <w:p w:rsidR="006974AE" w:rsidRDefault="006974AE" w:rsidP="006974AE">
      <w:r>
        <w:t>183.1380</w:t>
      </w:r>
      <w:r>
        <w:tab/>
        <w:t>1.013e0</w:t>
      </w:r>
    </w:p>
    <w:p w:rsidR="006974AE" w:rsidRDefault="006974AE" w:rsidP="006974AE">
      <w:r>
        <w:t>183.1526</w:t>
      </w:r>
      <w:r>
        <w:tab/>
        <w:t>1.013e0</w:t>
      </w:r>
    </w:p>
    <w:p w:rsidR="006974AE" w:rsidRDefault="006974AE" w:rsidP="006974AE">
      <w:r>
        <w:t>183.1708</w:t>
      </w:r>
      <w:r>
        <w:tab/>
        <w:t>5.063e0</w:t>
      </w:r>
    </w:p>
    <w:p w:rsidR="006974AE" w:rsidRDefault="006974AE" w:rsidP="006974AE">
      <w:r>
        <w:t>183.1887</w:t>
      </w:r>
      <w:r>
        <w:tab/>
        <w:t>2.025e0</w:t>
      </w:r>
    </w:p>
    <w:p w:rsidR="006974AE" w:rsidRDefault="006974AE" w:rsidP="006974AE">
      <w:r>
        <w:t>183.1978</w:t>
      </w:r>
      <w:r>
        <w:tab/>
        <w:t>2.025e0</w:t>
      </w:r>
    </w:p>
    <w:p w:rsidR="006974AE" w:rsidRDefault="006974AE" w:rsidP="006974AE">
      <w:r>
        <w:t>183.2102</w:t>
      </w:r>
      <w:r>
        <w:tab/>
        <w:t>2.025e0</w:t>
      </w:r>
    </w:p>
    <w:p w:rsidR="006974AE" w:rsidRDefault="006974AE" w:rsidP="006974AE">
      <w:r>
        <w:lastRenderedPageBreak/>
        <w:t>183.2157</w:t>
      </w:r>
      <w:r>
        <w:tab/>
        <w:t>2.025e0</w:t>
      </w:r>
    </w:p>
    <w:p w:rsidR="006974AE" w:rsidRDefault="006974AE" w:rsidP="006974AE">
      <w:r>
        <w:t>183.2285</w:t>
      </w:r>
      <w:r>
        <w:tab/>
        <w:t>1.013e0</w:t>
      </w:r>
    </w:p>
    <w:p w:rsidR="006974AE" w:rsidRDefault="006974AE" w:rsidP="006974AE">
      <w:r>
        <w:t>183.2484</w:t>
      </w:r>
      <w:r>
        <w:tab/>
        <w:t>2.025e0</w:t>
      </w:r>
    </w:p>
    <w:p w:rsidR="006974AE" w:rsidRDefault="006974AE" w:rsidP="006974AE">
      <w:r>
        <w:t>183.2538</w:t>
      </w:r>
      <w:r>
        <w:tab/>
        <w:t>1.013e0</w:t>
      </w:r>
    </w:p>
    <w:p w:rsidR="006974AE" w:rsidRDefault="006974AE" w:rsidP="006974AE">
      <w:r>
        <w:t>183.3042</w:t>
      </w:r>
      <w:r>
        <w:tab/>
        <w:t>1.013e0</w:t>
      </w:r>
    </w:p>
    <w:p w:rsidR="006974AE" w:rsidRDefault="006974AE" w:rsidP="006974AE">
      <w:r>
        <w:t>183.3185</w:t>
      </w:r>
      <w:r>
        <w:tab/>
        <w:t>1.013e0</w:t>
      </w:r>
    </w:p>
    <w:p w:rsidR="006974AE" w:rsidRDefault="006974AE" w:rsidP="006974AE">
      <w:r>
        <w:t>183.3223</w:t>
      </w:r>
      <w:r>
        <w:tab/>
        <w:t>1.013e0</w:t>
      </w:r>
    </w:p>
    <w:p w:rsidR="006974AE" w:rsidRDefault="006974AE" w:rsidP="006974AE">
      <w:r>
        <w:t>183.3401</w:t>
      </w:r>
      <w:r>
        <w:tab/>
        <w:t>1.013e0</w:t>
      </w:r>
    </w:p>
    <w:p w:rsidR="006974AE" w:rsidRDefault="006974AE" w:rsidP="006974AE">
      <w:r>
        <w:t>183.3582</w:t>
      </w:r>
      <w:r>
        <w:tab/>
        <w:t>1.013e0</w:t>
      </w:r>
    </w:p>
    <w:p w:rsidR="006974AE" w:rsidRDefault="006974AE" w:rsidP="006974AE">
      <w:r>
        <w:t>183.3837</w:t>
      </w:r>
      <w:r>
        <w:tab/>
        <w:t>1.013e0</w:t>
      </w:r>
    </w:p>
    <w:p w:rsidR="006974AE" w:rsidRDefault="006974AE" w:rsidP="006974AE">
      <w:r>
        <w:t>183.4126</w:t>
      </w:r>
      <w:r>
        <w:tab/>
        <w:t>1.013e0</w:t>
      </w:r>
    </w:p>
    <w:p w:rsidR="006974AE" w:rsidRDefault="006974AE" w:rsidP="006974AE">
      <w:r>
        <w:t>183.4161</w:t>
      </w:r>
      <w:r>
        <w:tab/>
        <w:t>2.025e0</w:t>
      </w:r>
    </w:p>
    <w:p w:rsidR="006974AE" w:rsidRDefault="006974AE" w:rsidP="006974AE">
      <w:r>
        <w:t>183.4486</w:t>
      </w:r>
      <w:r>
        <w:tab/>
        <w:t>1.013e0</w:t>
      </w:r>
    </w:p>
    <w:p w:rsidR="006974AE" w:rsidRDefault="006974AE" w:rsidP="006974AE">
      <w:r>
        <w:t>183.4592</w:t>
      </w:r>
      <w:r>
        <w:tab/>
        <w:t>3.038e0</w:t>
      </w:r>
    </w:p>
    <w:p w:rsidR="006974AE" w:rsidRDefault="006974AE" w:rsidP="006974AE">
      <w:r>
        <w:t>183.4807</w:t>
      </w:r>
      <w:r>
        <w:tab/>
        <w:t>1.013e0</w:t>
      </w:r>
    </w:p>
    <w:p w:rsidR="006974AE" w:rsidRDefault="006974AE" w:rsidP="006974AE">
      <w:r>
        <w:t>183.4914</w:t>
      </w:r>
      <w:r>
        <w:tab/>
        <w:t>3.038e0</w:t>
      </w:r>
    </w:p>
    <w:p w:rsidR="006974AE" w:rsidRDefault="006974AE" w:rsidP="006974AE">
      <w:r>
        <w:t>183.5091</w:t>
      </w:r>
      <w:r>
        <w:tab/>
        <w:t>1.013e0</w:t>
      </w:r>
    </w:p>
    <w:p w:rsidR="006974AE" w:rsidRDefault="006974AE" w:rsidP="006974AE">
      <w:r>
        <w:t>183.5218</w:t>
      </w:r>
      <w:r>
        <w:tab/>
        <w:t>2.025e0</w:t>
      </w:r>
    </w:p>
    <w:p w:rsidR="006974AE" w:rsidRDefault="006974AE" w:rsidP="006974AE">
      <w:r>
        <w:t>183.5415</w:t>
      </w:r>
      <w:r>
        <w:tab/>
        <w:t>1.013e0</w:t>
      </w:r>
    </w:p>
    <w:p w:rsidR="006974AE" w:rsidRDefault="006974AE" w:rsidP="006974AE">
      <w:r>
        <w:lastRenderedPageBreak/>
        <w:t>183.5448</w:t>
      </w:r>
      <w:r>
        <w:tab/>
        <w:t>1.013e0</w:t>
      </w:r>
    </w:p>
    <w:p w:rsidR="006974AE" w:rsidRDefault="006974AE" w:rsidP="006974AE">
      <w:r>
        <w:t>183.5522</w:t>
      </w:r>
      <w:r>
        <w:tab/>
        <w:t>1.013e0</w:t>
      </w:r>
    </w:p>
    <w:p w:rsidR="006974AE" w:rsidRDefault="006974AE" w:rsidP="006974AE">
      <w:r>
        <w:t>183.5593</w:t>
      </w:r>
      <w:r>
        <w:tab/>
        <w:t>2.025e0</w:t>
      </w:r>
    </w:p>
    <w:p w:rsidR="006974AE" w:rsidRDefault="006974AE" w:rsidP="006974AE">
      <w:r>
        <w:t>183.5734</w:t>
      </w:r>
      <w:r>
        <w:tab/>
        <w:t>2.025e0</w:t>
      </w:r>
    </w:p>
    <w:p w:rsidR="006974AE" w:rsidRDefault="006974AE" w:rsidP="006974AE">
      <w:r>
        <w:t>183.5844</w:t>
      </w:r>
      <w:r>
        <w:tab/>
        <w:t>1.013e0</w:t>
      </w:r>
    </w:p>
    <w:p w:rsidR="006974AE" w:rsidRDefault="006974AE" w:rsidP="006974AE">
      <w:r>
        <w:t>183.5880</w:t>
      </w:r>
      <w:r>
        <w:tab/>
        <w:t>1.013e0</w:t>
      </w:r>
    </w:p>
    <w:p w:rsidR="006974AE" w:rsidRDefault="006974AE" w:rsidP="006974AE">
      <w:r>
        <w:t>183.6059</w:t>
      </w:r>
      <w:r>
        <w:tab/>
        <w:t>1.013e0</w:t>
      </w:r>
    </w:p>
    <w:p w:rsidR="006974AE" w:rsidRDefault="006974AE" w:rsidP="006974AE">
      <w:r>
        <w:t>183.6170</w:t>
      </w:r>
      <w:r>
        <w:tab/>
        <w:t>2.025e0</w:t>
      </w:r>
    </w:p>
    <w:p w:rsidR="006974AE" w:rsidRDefault="006974AE" w:rsidP="006974AE">
      <w:r>
        <w:t>183.6312</w:t>
      </w:r>
      <w:r>
        <w:tab/>
        <w:t>1.013e0</w:t>
      </w:r>
    </w:p>
    <w:p w:rsidR="006974AE" w:rsidRDefault="006974AE" w:rsidP="006974AE">
      <w:r>
        <w:t>183.6351</w:t>
      </w:r>
      <w:r>
        <w:tab/>
        <w:t>1.013e0</w:t>
      </w:r>
    </w:p>
    <w:p w:rsidR="006974AE" w:rsidRDefault="006974AE" w:rsidP="006974AE">
      <w:r>
        <w:t>183.6384</w:t>
      </w:r>
      <w:r>
        <w:tab/>
        <w:t>1.013e0</w:t>
      </w:r>
    </w:p>
    <w:p w:rsidR="006974AE" w:rsidRDefault="006974AE" w:rsidP="006974AE">
      <w:r>
        <w:t>183.6602</w:t>
      </w:r>
      <w:r>
        <w:tab/>
        <w:t>2.025e0</w:t>
      </w:r>
    </w:p>
    <w:p w:rsidR="006974AE" w:rsidRDefault="006974AE" w:rsidP="006974AE">
      <w:r>
        <w:t>183.6927</w:t>
      </w:r>
      <w:r>
        <w:tab/>
        <w:t>1.013e0</w:t>
      </w:r>
    </w:p>
    <w:p w:rsidR="006974AE" w:rsidRDefault="006974AE" w:rsidP="006974AE">
      <w:r>
        <w:t>183.7146</w:t>
      </w:r>
      <w:r>
        <w:tab/>
        <w:t>1.013e0</w:t>
      </w:r>
    </w:p>
    <w:p w:rsidR="006974AE" w:rsidRDefault="006974AE" w:rsidP="006974AE">
      <w:r>
        <w:t>183.7182</w:t>
      </w:r>
      <w:r>
        <w:tab/>
        <w:t>2.025e0</w:t>
      </w:r>
    </w:p>
    <w:p w:rsidR="006974AE" w:rsidRDefault="006974AE" w:rsidP="006974AE">
      <w:r>
        <w:t>183.7252</w:t>
      </w:r>
      <w:r>
        <w:tab/>
        <w:t>1.013e0</w:t>
      </w:r>
    </w:p>
    <w:p w:rsidR="006974AE" w:rsidRDefault="006974AE" w:rsidP="006974AE">
      <w:r>
        <w:t>183.7470</w:t>
      </w:r>
      <w:r>
        <w:tab/>
        <w:t>1.013e0</w:t>
      </w:r>
    </w:p>
    <w:p w:rsidR="006974AE" w:rsidRDefault="006974AE" w:rsidP="006974AE">
      <w:r>
        <w:t>183.7723</w:t>
      </w:r>
      <w:r>
        <w:tab/>
        <w:t>1.013e0</w:t>
      </w:r>
    </w:p>
    <w:p w:rsidR="006974AE" w:rsidRDefault="006974AE" w:rsidP="006974AE">
      <w:r>
        <w:t>183.7865</w:t>
      </w:r>
      <w:r>
        <w:tab/>
        <w:t>1.013e0</w:t>
      </w:r>
    </w:p>
    <w:p w:rsidR="006974AE" w:rsidRDefault="006974AE" w:rsidP="006974AE">
      <w:r>
        <w:lastRenderedPageBreak/>
        <w:t>183.7903</w:t>
      </w:r>
      <w:r>
        <w:tab/>
        <w:t>2.025e0</w:t>
      </w:r>
    </w:p>
    <w:p w:rsidR="006974AE" w:rsidRDefault="006974AE" w:rsidP="006974AE">
      <w:r>
        <w:t>183.8084</w:t>
      </w:r>
      <w:r>
        <w:tab/>
        <w:t>1.013e0</w:t>
      </w:r>
    </w:p>
    <w:p w:rsidR="006974AE" w:rsidRDefault="006974AE" w:rsidP="006974AE">
      <w:r>
        <w:t>183.8265</w:t>
      </w:r>
      <w:r>
        <w:tab/>
        <w:t>1.013e0</w:t>
      </w:r>
    </w:p>
    <w:p w:rsidR="006974AE" w:rsidRDefault="006974AE" w:rsidP="006974AE">
      <w:r>
        <w:t>183.8444</w:t>
      </w:r>
      <w:r>
        <w:tab/>
        <w:t>1.013e0</w:t>
      </w:r>
    </w:p>
    <w:p w:rsidR="006974AE" w:rsidRDefault="006974AE" w:rsidP="006974AE">
      <w:r>
        <w:t>183.8588</w:t>
      </w:r>
      <w:r>
        <w:tab/>
        <w:t>1.013e0</w:t>
      </w:r>
    </w:p>
    <w:p w:rsidR="006974AE" w:rsidRDefault="006974AE" w:rsidP="006974AE">
      <w:r>
        <w:t>183.9023</w:t>
      </w:r>
      <w:r>
        <w:tab/>
        <w:t>1.013e0</w:t>
      </w:r>
    </w:p>
    <w:p w:rsidR="006974AE" w:rsidRDefault="006974AE" w:rsidP="006974AE">
      <w:r>
        <w:t>183.9671</w:t>
      </w:r>
      <w:r>
        <w:tab/>
        <w:t>1.013e0</w:t>
      </w:r>
    </w:p>
    <w:p w:rsidR="006974AE" w:rsidRDefault="006974AE" w:rsidP="006974AE">
      <w:r>
        <w:t>183.9849</w:t>
      </w:r>
      <w:r>
        <w:tab/>
        <w:t>3.038e0</w:t>
      </w:r>
    </w:p>
    <w:p w:rsidR="006974AE" w:rsidRDefault="006974AE" w:rsidP="006974AE">
      <w:r>
        <w:t>183.9865</w:t>
      </w:r>
      <w:r>
        <w:tab/>
        <w:t>2.025e0</w:t>
      </w:r>
    </w:p>
    <w:p w:rsidR="006974AE" w:rsidRDefault="006974AE" w:rsidP="006974AE">
      <w:r>
        <w:t>184.0029</w:t>
      </w:r>
      <w:r>
        <w:tab/>
        <w:t>2.025e0</w:t>
      </w:r>
    </w:p>
    <w:p w:rsidR="006974AE" w:rsidRDefault="006974AE" w:rsidP="006974AE">
      <w:r>
        <w:t>184.0119</w:t>
      </w:r>
      <w:r>
        <w:tab/>
        <w:t>2.025e0</w:t>
      </w:r>
    </w:p>
    <w:p w:rsidR="006974AE" w:rsidRDefault="006974AE" w:rsidP="006974AE">
      <w:r>
        <w:t>184.0136</w:t>
      </w:r>
      <w:r>
        <w:tab/>
        <w:t>1.013e0</w:t>
      </w:r>
    </w:p>
    <w:p w:rsidR="006974AE" w:rsidRDefault="006974AE" w:rsidP="006974AE">
      <w:r>
        <w:t>184.0170</w:t>
      </w:r>
      <w:r>
        <w:tab/>
        <w:t>1.013e0</w:t>
      </w:r>
    </w:p>
    <w:p w:rsidR="006974AE" w:rsidRDefault="006974AE" w:rsidP="006974AE">
      <w:r>
        <w:t>184.0242</w:t>
      </w:r>
      <w:r>
        <w:tab/>
        <w:t>1.013e0</w:t>
      </w:r>
    </w:p>
    <w:p w:rsidR="006974AE" w:rsidRDefault="006974AE" w:rsidP="006974AE">
      <w:r>
        <w:t>184.0351</w:t>
      </w:r>
      <w:r>
        <w:tab/>
        <w:t>1.013e0</w:t>
      </w:r>
    </w:p>
    <w:p w:rsidR="006974AE" w:rsidRDefault="006974AE" w:rsidP="006974AE">
      <w:r>
        <w:t>184.0448</w:t>
      </w:r>
      <w:r>
        <w:tab/>
        <w:t>3.038e0</w:t>
      </w:r>
    </w:p>
    <w:p w:rsidR="006974AE" w:rsidRDefault="006974AE" w:rsidP="006974AE">
      <w:r>
        <w:t>184.0528</w:t>
      </w:r>
      <w:r>
        <w:tab/>
        <w:t>2.025e0</w:t>
      </w:r>
    </w:p>
    <w:p w:rsidR="006974AE" w:rsidRDefault="006974AE" w:rsidP="006974AE">
      <w:r>
        <w:t>184.0547</w:t>
      </w:r>
      <w:r>
        <w:tab/>
        <w:t>3.038e0</w:t>
      </w:r>
    </w:p>
    <w:p w:rsidR="006974AE" w:rsidRDefault="006974AE" w:rsidP="006974AE">
      <w:r>
        <w:t>184.0636</w:t>
      </w:r>
      <w:r>
        <w:tab/>
        <w:t>1.013e0</w:t>
      </w:r>
    </w:p>
    <w:p w:rsidR="006974AE" w:rsidRDefault="006974AE" w:rsidP="006974AE">
      <w:r>
        <w:lastRenderedPageBreak/>
        <w:t>184.0655</w:t>
      </w:r>
      <w:r>
        <w:tab/>
        <w:t>2.025e0</w:t>
      </w:r>
    </w:p>
    <w:p w:rsidR="006974AE" w:rsidRDefault="006974AE" w:rsidP="006974AE">
      <w:r>
        <w:t>184.0678</w:t>
      </w:r>
      <w:r>
        <w:tab/>
        <w:t>6.076e0</w:t>
      </w:r>
    </w:p>
    <w:p w:rsidR="006974AE" w:rsidRDefault="006974AE" w:rsidP="006974AE">
      <w:r>
        <w:t>184.0700</w:t>
      </w:r>
      <w:r>
        <w:tab/>
        <w:t>3.038e0</w:t>
      </w:r>
    </w:p>
    <w:p w:rsidR="006974AE" w:rsidRDefault="006974AE" w:rsidP="006974AE">
      <w:r>
        <w:t>184.0961</w:t>
      </w:r>
      <w:r>
        <w:tab/>
        <w:t>1.013e0</w:t>
      </w:r>
    </w:p>
    <w:p w:rsidR="006974AE" w:rsidRDefault="006974AE" w:rsidP="006974AE">
      <w:r>
        <w:t>184.0977</w:t>
      </w:r>
      <w:r>
        <w:tab/>
        <w:t>2.025e0</w:t>
      </w:r>
    </w:p>
    <w:p w:rsidR="006974AE" w:rsidRDefault="006974AE" w:rsidP="006974AE">
      <w:r>
        <w:t>184.1031</w:t>
      </w:r>
      <w:r>
        <w:tab/>
        <w:t>2.025e0</w:t>
      </w:r>
    </w:p>
    <w:p w:rsidR="006974AE" w:rsidRDefault="006974AE" w:rsidP="006974AE">
      <w:r>
        <w:t>184.1067</w:t>
      </w:r>
      <w:r>
        <w:tab/>
        <w:t>2.025e0</w:t>
      </w:r>
    </w:p>
    <w:p w:rsidR="006974AE" w:rsidRDefault="006974AE" w:rsidP="006974AE">
      <w:r>
        <w:t>184.1106</w:t>
      </w:r>
      <w:r>
        <w:tab/>
        <w:t>1.013e0</w:t>
      </w:r>
    </w:p>
    <w:p w:rsidR="006974AE" w:rsidRDefault="006974AE" w:rsidP="006974AE">
      <w:r>
        <w:t>184.1122</w:t>
      </w:r>
      <w:r>
        <w:tab/>
        <w:t>2.025e0</w:t>
      </w:r>
    </w:p>
    <w:p w:rsidR="006974AE" w:rsidRDefault="006974AE" w:rsidP="006974AE">
      <w:r>
        <w:t>184.1178</w:t>
      </w:r>
      <w:r>
        <w:tab/>
        <w:t>1.013e0</w:t>
      </w:r>
    </w:p>
    <w:p w:rsidR="006974AE" w:rsidRDefault="006974AE" w:rsidP="006974AE">
      <w:r>
        <w:t>184.1190</w:t>
      </w:r>
      <w:r>
        <w:tab/>
        <w:t>3.038e0</w:t>
      </w:r>
    </w:p>
    <w:p w:rsidR="006974AE" w:rsidRDefault="006974AE" w:rsidP="006974AE">
      <w:r>
        <w:t>184.1359</w:t>
      </w:r>
      <w:r>
        <w:tab/>
        <w:t>2.025e0</w:t>
      </w:r>
    </w:p>
    <w:p w:rsidR="006974AE" w:rsidRDefault="006974AE" w:rsidP="006974AE">
      <w:r>
        <w:t>184.1611</w:t>
      </w:r>
      <w:r>
        <w:tab/>
        <w:t>1.013e0</w:t>
      </w:r>
    </w:p>
    <w:p w:rsidR="006974AE" w:rsidRDefault="006974AE" w:rsidP="006974AE">
      <w:r>
        <w:t>184.1665</w:t>
      </w:r>
      <w:r>
        <w:tab/>
        <w:t>2.025e0</w:t>
      </w:r>
    </w:p>
    <w:p w:rsidR="006974AE" w:rsidRDefault="006974AE" w:rsidP="006974AE">
      <w:r>
        <w:t>184.1685</w:t>
      </w:r>
      <w:r>
        <w:tab/>
        <w:t>2.025e0</w:t>
      </w:r>
    </w:p>
    <w:p w:rsidR="006974AE" w:rsidRDefault="006974AE" w:rsidP="006974AE">
      <w:r>
        <w:t>184.1719</w:t>
      </w:r>
      <w:r>
        <w:tab/>
        <w:t>1.013e0</w:t>
      </w:r>
    </w:p>
    <w:p w:rsidR="006974AE" w:rsidRDefault="006974AE" w:rsidP="006974AE">
      <w:r>
        <w:t>184.1902</w:t>
      </w:r>
      <w:r>
        <w:tab/>
        <w:t>1.013e0</w:t>
      </w:r>
    </w:p>
    <w:p w:rsidR="006974AE" w:rsidRDefault="006974AE" w:rsidP="006974AE">
      <w:r>
        <w:t>184.2153</w:t>
      </w:r>
      <w:r>
        <w:tab/>
        <w:t>2.025e0</w:t>
      </w:r>
    </w:p>
    <w:p w:rsidR="006974AE" w:rsidRDefault="006974AE" w:rsidP="006974AE">
      <w:r>
        <w:t>184.2336</w:t>
      </w:r>
      <w:r>
        <w:tab/>
        <w:t>1.013e0</w:t>
      </w:r>
    </w:p>
    <w:p w:rsidR="006974AE" w:rsidRDefault="006974AE" w:rsidP="006974AE">
      <w:r>
        <w:lastRenderedPageBreak/>
        <w:t>184.2374</w:t>
      </w:r>
      <w:r>
        <w:tab/>
        <w:t>5.063e0</w:t>
      </w:r>
    </w:p>
    <w:p w:rsidR="006974AE" w:rsidRDefault="006974AE" w:rsidP="006974AE">
      <w:r>
        <w:t>184.2444</w:t>
      </w:r>
      <w:r>
        <w:tab/>
        <w:t>2.025e0</w:t>
      </w:r>
    </w:p>
    <w:p w:rsidR="006974AE" w:rsidRDefault="006974AE" w:rsidP="006974AE">
      <w:r>
        <w:t>184.2734</w:t>
      </w:r>
      <w:r>
        <w:tab/>
        <w:t>2.025e0</w:t>
      </w:r>
    </w:p>
    <w:p w:rsidR="006974AE" w:rsidRDefault="006974AE" w:rsidP="006974AE">
      <w:r>
        <w:t>184.3184</w:t>
      </w:r>
      <w:r>
        <w:tab/>
        <w:t>2.025e0</w:t>
      </w:r>
    </w:p>
    <w:p w:rsidR="006974AE" w:rsidRDefault="006974AE" w:rsidP="006974AE">
      <w:r>
        <w:t>184.3456</w:t>
      </w:r>
      <w:r>
        <w:tab/>
        <w:t>2.025e0</w:t>
      </w:r>
    </w:p>
    <w:p w:rsidR="006974AE" w:rsidRDefault="006974AE" w:rsidP="006974AE">
      <w:r>
        <w:t>184.3638</w:t>
      </w:r>
      <w:r>
        <w:tab/>
        <w:t>1.013e0</w:t>
      </w:r>
    </w:p>
    <w:p w:rsidR="006974AE" w:rsidRDefault="006974AE" w:rsidP="006974AE">
      <w:r>
        <w:t>184.4072</w:t>
      </w:r>
      <w:r>
        <w:tab/>
        <w:t>1.013e0</w:t>
      </w:r>
    </w:p>
    <w:p w:rsidR="006974AE" w:rsidRDefault="006974AE" w:rsidP="006974AE">
      <w:r>
        <w:t>184.4090</w:t>
      </w:r>
      <w:r>
        <w:tab/>
        <w:t>2.025e0</w:t>
      </w:r>
    </w:p>
    <w:p w:rsidR="006974AE" w:rsidRDefault="006974AE" w:rsidP="006974AE">
      <w:r>
        <w:t>184.4251</w:t>
      </w:r>
      <w:r>
        <w:tab/>
        <w:t>1.013e0</w:t>
      </w:r>
    </w:p>
    <w:p w:rsidR="006974AE" w:rsidRDefault="006974AE" w:rsidP="006974AE">
      <w:r>
        <w:t>184.4486</w:t>
      </w:r>
      <w:r>
        <w:tab/>
        <w:t>2.025e0</w:t>
      </w:r>
    </w:p>
    <w:p w:rsidR="006974AE" w:rsidRDefault="006974AE" w:rsidP="006974AE">
      <w:r>
        <w:t>184.4903</w:t>
      </w:r>
      <w:r>
        <w:tab/>
        <w:t>2.025e0</w:t>
      </w:r>
    </w:p>
    <w:p w:rsidR="006974AE" w:rsidRDefault="006974AE" w:rsidP="006974AE">
      <w:r>
        <w:t>184.4976</w:t>
      </w:r>
      <w:r>
        <w:tab/>
        <w:t>1.013e0</w:t>
      </w:r>
    </w:p>
    <w:p w:rsidR="006974AE" w:rsidRDefault="006974AE" w:rsidP="006974AE">
      <w:r>
        <w:t>184.5046</w:t>
      </w:r>
      <w:r>
        <w:tab/>
        <w:t>1.013e0</w:t>
      </w:r>
    </w:p>
    <w:p w:rsidR="006974AE" w:rsidRDefault="006974AE" w:rsidP="006974AE">
      <w:r>
        <w:t>184.5156</w:t>
      </w:r>
      <w:r>
        <w:tab/>
        <w:t>1.013e0</w:t>
      </w:r>
    </w:p>
    <w:p w:rsidR="006974AE" w:rsidRDefault="006974AE" w:rsidP="006974AE">
      <w:r>
        <w:t>184.5620</w:t>
      </w:r>
      <w:r>
        <w:tab/>
        <w:t>2.025e0</w:t>
      </w:r>
    </w:p>
    <w:p w:rsidR="006974AE" w:rsidRDefault="006974AE" w:rsidP="006974AE">
      <w:r>
        <w:t>184.5656</w:t>
      </w:r>
      <w:r>
        <w:tab/>
        <w:t>1.013e0</w:t>
      </w:r>
    </w:p>
    <w:p w:rsidR="006974AE" w:rsidRDefault="006974AE" w:rsidP="006974AE">
      <w:r>
        <w:t>184.5874</w:t>
      </w:r>
      <w:r>
        <w:tab/>
        <w:t>1.013e0</w:t>
      </w:r>
    </w:p>
    <w:p w:rsidR="006974AE" w:rsidRDefault="006974AE" w:rsidP="006974AE">
      <w:r>
        <w:t>184.6340</w:t>
      </w:r>
      <w:r>
        <w:tab/>
        <w:t>1.013e0</w:t>
      </w:r>
    </w:p>
    <w:p w:rsidR="006974AE" w:rsidRDefault="006974AE" w:rsidP="006974AE">
      <w:r>
        <w:t>184.6448</w:t>
      </w:r>
      <w:r>
        <w:tab/>
        <w:t>1.013e0</w:t>
      </w:r>
    </w:p>
    <w:p w:rsidR="006974AE" w:rsidRDefault="006974AE" w:rsidP="006974AE">
      <w:r>
        <w:lastRenderedPageBreak/>
        <w:t>184.6482</w:t>
      </w:r>
      <w:r>
        <w:tab/>
        <w:t>1.013e0</w:t>
      </w:r>
    </w:p>
    <w:p w:rsidR="006974AE" w:rsidRDefault="006974AE" w:rsidP="006974AE">
      <w:r>
        <w:t>184.6537</w:t>
      </w:r>
      <w:r>
        <w:tab/>
        <w:t>2.025e0</w:t>
      </w:r>
    </w:p>
    <w:p w:rsidR="006974AE" w:rsidRDefault="006974AE" w:rsidP="006974AE">
      <w:r>
        <w:t>184.6625</w:t>
      </w:r>
      <w:r>
        <w:tab/>
        <w:t>1.013e0</w:t>
      </w:r>
    </w:p>
    <w:p w:rsidR="006974AE" w:rsidRDefault="006974AE" w:rsidP="006974AE">
      <w:r>
        <w:t>184.6807</w:t>
      </w:r>
      <w:r>
        <w:tab/>
        <w:t>1.013e0</w:t>
      </w:r>
    </w:p>
    <w:p w:rsidR="006974AE" w:rsidRDefault="006974AE" w:rsidP="006974AE">
      <w:r>
        <w:t>184.6987</w:t>
      </w:r>
      <w:r>
        <w:tab/>
        <w:t>2.025e0</w:t>
      </w:r>
    </w:p>
    <w:p w:rsidR="006974AE" w:rsidRDefault="006974AE" w:rsidP="006974AE">
      <w:r>
        <w:t>184.7022</w:t>
      </w:r>
      <w:r>
        <w:tab/>
        <w:t>1.013e0</w:t>
      </w:r>
    </w:p>
    <w:p w:rsidR="006974AE" w:rsidRDefault="006974AE" w:rsidP="006974AE">
      <w:r>
        <w:t>184.7387</w:t>
      </w:r>
      <w:r>
        <w:tab/>
        <w:t>1.013e0</w:t>
      </w:r>
    </w:p>
    <w:p w:rsidR="006974AE" w:rsidRDefault="006974AE" w:rsidP="006974AE">
      <w:r>
        <w:t>184.7459</w:t>
      </w:r>
      <w:r>
        <w:tab/>
        <w:t>1.013e0</w:t>
      </w:r>
    </w:p>
    <w:p w:rsidR="006974AE" w:rsidRDefault="006974AE" w:rsidP="006974AE">
      <w:r>
        <w:t>184.7548</w:t>
      </w:r>
      <w:r>
        <w:tab/>
        <w:t>2.025e0</w:t>
      </w:r>
    </w:p>
    <w:p w:rsidR="006974AE" w:rsidRDefault="006974AE" w:rsidP="006974AE">
      <w:r>
        <w:t>184.7784</w:t>
      </w:r>
      <w:r>
        <w:tab/>
        <w:t>2.025e0</w:t>
      </w:r>
    </w:p>
    <w:p w:rsidR="006974AE" w:rsidRDefault="006974AE" w:rsidP="006974AE">
      <w:r>
        <w:t>184.7984</w:t>
      </w:r>
      <w:r>
        <w:tab/>
        <w:t>2.025e0</w:t>
      </w:r>
    </w:p>
    <w:p w:rsidR="006974AE" w:rsidRDefault="006974AE" w:rsidP="006974AE">
      <w:r>
        <w:t>184.8326</w:t>
      </w:r>
      <w:r>
        <w:tab/>
        <w:t>1.013e0</w:t>
      </w:r>
    </w:p>
    <w:p w:rsidR="006974AE" w:rsidRDefault="006974AE" w:rsidP="006974AE">
      <w:r>
        <w:t>184.8437</w:t>
      </w:r>
      <w:r>
        <w:tab/>
        <w:t>1.013e0</w:t>
      </w:r>
    </w:p>
    <w:p w:rsidR="006974AE" w:rsidRDefault="006974AE" w:rsidP="006974AE">
      <w:r>
        <w:t>184.8616</w:t>
      </w:r>
      <w:r>
        <w:tab/>
        <w:t>1.013e0</w:t>
      </w:r>
    </w:p>
    <w:p w:rsidR="006974AE" w:rsidRDefault="006974AE" w:rsidP="006974AE">
      <w:r>
        <w:t>184.8906</w:t>
      </w:r>
      <w:r>
        <w:tab/>
        <w:t>2.025e0</w:t>
      </w:r>
    </w:p>
    <w:p w:rsidR="006974AE" w:rsidRDefault="006974AE" w:rsidP="006974AE">
      <w:r>
        <w:t>184.9050</w:t>
      </w:r>
      <w:r>
        <w:tab/>
        <w:t>1.013e0</w:t>
      </w:r>
    </w:p>
    <w:p w:rsidR="006974AE" w:rsidRDefault="006974AE" w:rsidP="006974AE">
      <w:r>
        <w:t>184.9088</w:t>
      </w:r>
      <w:r>
        <w:tab/>
        <w:t>2.025e0</w:t>
      </w:r>
    </w:p>
    <w:p w:rsidR="006974AE" w:rsidRDefault="006974AE" w:rsidP="006974AE">
      <w:r>
        <w:t>184.9595</w:t>
      </w:r>
      <w:r>
        <w:tab/>
        <w:t>1.013e0</w:t>
      </w:r>
    </w:p>
    <w:p w:rsidR="006974AE" w:rsidRDefault="006974AE" w:rsidP="006974AE">
      <w:r>
        <w:t>184.9849</w:t>
      </w:r>
      <w:r>
        <w:tab/>
        <w:t>1.013e0</w:t>
      </w:r>
    </w:p>
    <w:p w:rsidR="006974AE" w:rsidRDefault="006974AE" w:rsidP="006974AE">
      <w:r>
        <w:lastRenderedPageBreak/>
        <w:t>184.9884</w:t>
      </w:r>
      <w:r>
        <w:tab/>
        <w:t>3.038e0</w:t>
      </w:r>
    </w:p>
    <w:p w:rsidR="006974AE" w:rsidRDefault="006974AE" w:rsidP="006974AE">
      <w:r>
        <w:t>185.0100</w:t>
      </w:r>
      <w:r>
        <w:tab/>
        <w:t>1.013e0</w:t>
      </w:r>
    </w:p>
    <w:p w:rsidR="006974AE" w:rsidRDefault="006974AE" w:rsidP="006974AE">
      <w:r>
        <w:t>185.0173</w:t>
      </w:r>
      <w:r>
        <w:tab/>
        <w:t>1.013e0</w:t>
      </w:r>
    </w:p>
    <w:p w:rsidR="006974AE" w:rsidRDefault="006974AE" w:rsidP="006974AE">
      <w:r>
        <w:t>185.0227</w:t>
      </w:r>
      <w:r>
        <w:tab/>
        <w:t>2.025e0</w:t>
      </w:r>
    </w:p>
    <w:p w:rsidR="006974AE" w:rsidRDefault="006974AE" w:rsidP="006974AE">
      <w:r>
        <w:t>185.0253</w:t>
      </w:r>
      <w:r>
        <w:tab/>
        <w:t>5.063e0</w:t>
      </w:r>
    </w:p>
    <w:p w:rsidR="006974AE" w:rsidRDefault="006974AE" w:rsidP="006974AE">
      <w:r>
        <w:t>185.0284</w:t>
      </w:r>
      <w:r>
        <w:tab/>
        <w:t>1.013e0</w:t>
      </w:r>
    </w:p>
    <w:p w:rsidR="006974AE" w:rsidRDefault="006974AE" w:rsidP="006974AE">
      <w:r>
        <w:t>185.0331</w:t>
      </w:r>
      <w:r>
        <w:tab/>
        <w:t>3.038e0</w:t>
      </w:r>
    </w:p>
    <w:p w:rsidR="006974AE" w:rsidRDefault="006974AE" w:rsidP="006974AE">
      <w:r>
        <w:t>185.0354</w:t>
      </w:r>
      <w:r>
        <w:tab/>
        <w:t>1.013e0</w:t>
      </w:r>
    </w:p>
    <w:p w:rsidR="006974AE" w:rsidRDefault="006974AE" w:rsidP="006974AE">
      <w:r>
        <w:t>185.0536</w:t>
      </w:r>
      <w:r>
        <w:tab/>
        <w:t>2.025e0</w:t>
      </w:r>
    </w:p>
    <w:p w:rsidR="006974AE" w:rsidRDefault="006974AE" w:rsidP="006974AE">
      <w:r>
        <w:t>185.0573</w:t>
      </w:r>
      <w:r>
        <w:tab/>
        <w:t>2.025e0</w:t>
      </w:r>
    </w:p>
    <w:p w:rsidR="006974AE" w:rsidRDefault="006974AE" w:rsidP="006974AE">
      <w:r>
        <w:t>185.0607</w:t>
      </w:r>
      <w:r>
        <w:tab/>
        <w:t>1.013e0</w:t>
      </w:r>
    </w:p>
    <w:p w:rsidR="006974AE" w:rsidRDefault="006974AE" w:rsidP="006974AE">
      <w:r>
        <w:t>185.0644</w:t>
      </w:r>
      <w:r>
        <w:tab/>
        <w:t>1.013e0</w:t>
      </w:r>
    </w:p>
    <w:p w:rsidR="006974AE" w:rsidRDefault="006974AE" w:rsidP="006974AE">
      <w:r>
        <w:t>185.0737</w:t>
      </w:r>
      <w:r>
        <w:tab/>
        <w:t>2.025e0</w:t>
      </w:r>
    </w:p>
    <w:p w:rsidR="006974AE" w:rsidRDefault="006974AE" w:rsidP="006974AE">
      <w:r>
        <w:t>185.0789</w:t>
      </w:r>
      <w:r>
        <w:tab/>
        <w:t>1.013e0</w:t>
      </w:r>
    </w:p>
    <w:p w:rsidR="006974AE" w:rsidRDefault="006974AE" w:rsidP="006974AE">
      <w:r>
        <w:t>185.0815</w:t>
      </w:r>
      <w:r>
        <w:tab/>
        <w:t>3.038e0</w:t>
      </w:r>
    </w:p>
    <w:p w:rsidR="006974AE" w:rsidRDefault="006974AE" w:rsidP="006974AE">
      <w:r>
        <w:t>185.1081</w:t>
      </w:r>
      <w:r>
        <w:tab/>
        <w:t>1.013e0</w:t>
      </w:r>
    </w:p>
    <w:p w:rsidR="006974AE" w:rsidRDefault="006974AE" w:rsidP="006974AE">
      <w:r>
        <w:t>185.1191</w:t>
      </w:r>
      <w:r>
        <w:tab/>
        <w:t>6.076e0</w:t>
      </w:r>
    </w:p>
    <w:p w:rsidR="006974AE" w:rsidRDefault="006974AE" w:rsidP="006974AE">
      <w:r>
        <w:t>185.1224</w:t>
      </w:r>
      <w:r>
        <w:tab/>
        <w:t>1.013e0</w:t>
      </w:r>
    </w:p>
    <w:p w:rsidR="006974AE" w:rsidRDefault="006974AE" w:rsidP="006974AE">
      <w:r>
        <w:t>185.1239</w:t>
      </w:r>
      <w:r>
        <w:tab/>
        <w:t>7.089e0</w:t>
      </w:r>
    </w:p>
    <w:p w:rsidR="006974AE" w:rsidRDefault="006974AE" w:rsidP="006974AE">
      <w:r>
        <w:lastRenderedPageBreak/>
        <w:t>185.1272</w:t>
      </w:r>
      <w:r>
        <w:tab/>
        <w:t>3.038e0</w:t>
      </w:r>
    </w:p>
    <w:p w:rsidR="006974AE" w:rsidRDefault="006974AE" w:rsidP="006974AE">
      <w:r>
        <w:t>185.1299</w:t>
      </w:r>
      <w:r>
        <w:tab/>
        <w:t>2.025e0</w:t>
      </w:r>
    </w:p>
    <w:p w:rsidR="006974AE" w:rsidRDefault="006974AE" w:rsidP="006974AE">
      <w:r>
        <w:t>185.1371</w:t>
      </w:r>
      <w:r>
        <w:tab/>
        <w:t>1.013e0</w:t>
      </w:r>
    </w:p>
    <w:p w:rsidR="006974AE" w:rsidRDefault="006974AE" w:rsidP="006974AE">
      <w:r>
        <w:t>185.1553</w:t>
      </w:r>
      <w:r>
        <w:tab/>
        <w:t>1.013e0</w:t>
      </w:r>
    </w:p>
    <w:p w:rsidR="006974AE" w:rsidRDefault="006974AE" w:rsidP="006974AE">
      <w:r>
        <w:t>185.1623</w:t>
      </w:r>
      <w:r>
        <w:tab/>
        <w:t>2.025e0</w:t>
      </w:r>
    </w:p>
    <w:p w:rsidR="006974AE" w:rsidRDefault="006974AE" w:rsidP="006974AE">
      <w:r>
        <w:t>185.1660</w:t>
      </w:r>
      <w:r>
        <w:tab/>
        <w:t>3.038e0</w:t>
      </w:r>
    </w:p>
    <w:p w:rsidR="006974AE" w:rsidRDefault="006974AE" w:rsidP="006974AE">
      <w:r>
        <w:t>185.1950</w:t>
      </w:r>
      <w:r>
        <w:tab/>
        <w:t>1.013e0</w:t>
      </w:r>
    </w:p>
    <w:p w:rsidR="006974AE" w:rsidRDefault="006974AE" w:rsidP="006974AE">
      <w:r>
        <w:t>185.1986</w:t>
      </w:r>
      <w:r>
        <w:tab/>
        <w:t>1.013e0</w:t>
      </w:r>
    </w:p>
    <w:p w:rsidR="006974AE" w:rsidRDefault="006974AE" w:rsidP="006974AE">
      <w:r>
        <w:t>185.2454</w:t>
      </w:r>
      <w:r>
        <w:tab/>
        <w:t>1.013e0</w:t>
      </w:r>
    </w:p>
    <w:p w:rsidR="006974AE" w:rsidRDefault="006974AE" w:rsidP="006974AE">
      <w:r>
        <w:t>185.2560</w:t>
      </w:r>
      <w:r>
        <w:tab/>
        <w:t>1.013e0</w:t>
      </w:r>
    </w:p>
    <w:p w:rsidR="006974AE" w:rsidRDefault="006974AE" w:rsidP="006974AE">
      <w:r>
        <w:t>185.2596</w:t>
      </w:r>
      <w:r>
        <w:tab/>
        <w:t>1.013e0</w:t>
      </w:r>
    </w:p>
    <w:p w:rsidR="006974AE" w:rsidRDefault="006974AE" w:rsidP="006974AE">
      <w:r>
        <w:t>185.2740</w:t>
      </w:r>
      <w:r>
        <w:tab/>
        <w:t>1.013e0</w:t>
      </w:r>
    </w:p>
    <w:p w:rsidR="006974AE" w:rsidRDefault="006974AE" w:rsidP="006974AE">
      <w:r>
        <w:t>185.2776</w:t>
      </w:r>
      <w:r>
        <w:tab/>
        <w:t>1.013e0</w:t>
      </w:r>
    </w:p>
    <w:p w:rsidR="006974AE" w:rsidRDefault="006974AE" w:rsidP="006974AE">
      <w:r>
        <w:t>185.2848</w:t>
      </w:r>
      <w:r>
        <w:tab/>
        <w:t>1.013e0</w:t>
      </w:r>
    </w:p>
    <w:p w:rsidR="006974AE" w:rsidRDefault="006974AE" w:rsidP="006974AE">
      <w:r>
        <w:t>185.3028</w:t>
      </w:r>
      <w:r>
        <w:tab/>
        <w:t>1.013e0</w:t>
      </w:r>
    </w:p>
    <w:p w:rsidR="006974AE" w:rsidRDefault="006974AE" w:rsidP="006974AE">
      <w:r>
        <w:t>185.3102</w:t>
      </w:r>
      <w:r>
        <w:tab/>
        <w:t>1.013e0</w:t>
      </w:r>
    </w:p>
    <w:p w:rsidR="006974AE" w:rsidRDefault="006974AE" w:rsidP="006974AE">
      <w:r>
        <w:t>185.3156</w:t>
      </w:r>
      <w:r>
        <w:tab/>
        <w:t>2.025e0</w:t>
      </w:r>
    </w:p>
    <w:p w:rsidR="006974AE" w:rsidRDefault="006974AE" w:rsidP="006974AE">
      <w:r>
        <w:t>185.3208</w:t>
      </w:r>
      <w:r>
        <w:tab/>
        <w:t>1.013e0</w:t>
      </w:r>
    </w:p>
    <w:p w:rsidR="006974AE" w:rsidRDefault="006974AE" w:rsidP="006974AE">
      <w:r>
        <w:t>185.3244</w:t>
      </w:r>
      <w:r>
        <w:tab/>
        <w:t>1.013e0</w:t>
      </w:r>
    </w:p>
    <w:p w:rsidR="006974AE" w:rsidRDefault="006974AE" w:rsidP="006974AE">
      <w:r>
        <w:lastRenderedPageBreak/>
        <w:t>185.3390</w:t>
      </w:r>
      <w:r>
        <w:tab/>
        <w:t>1.013e0</w:t>
      </w:r>
    </w:p>
    <w:p w:rsidR="006974AE" w:rsidRDefault="006974AE" w:rsidP="006974AE">
      <w:r>
        <w:t>185.3426</w:t>
      </w:r>
      <w:r>
        <w:tab/>
        <w:t>1.013e0</w:t>
      </w:r>
    </w:p>
    <w:p w:rsidR="006974AE" w:rsidRDefault="006974AE" w:rsidP="006974AE">
      <w:r>
        <w:t>185.3748</w:t>
      </w:r>
      <w:r>
        <w:tab/>
        <w:t>1.013e0</w:t>
      </w:r>
    </w:p>
    <w:p w:rsidR="006974AE" w:rsidRDefault="006974AE" w:rsidP="006974AE">
      <w:r>
        <w:t>185.3787</w:t>
      </w:r>
      <w:r>
        <w:tab/>
        <w:t>1.013e0</w:t>
      </w:r>
    </w:p>
    <w:p w:rsidR="006974AE" w:rsidRDefault="006974AE" w:rsidP="006974AE">
      <w:r>
        <w:t>185.4037</w:t>
      </w:r>
      <w:r>
        <w:tab/>
        <w:t>1.013e0</w:t>
      </w:r>
    </w:p>
    <w:p w:rsidR="006974AE" w:rsidRDefault="006974AE" w:rsidP="006974AE">
      <w:r>
        <w:t>185.4073</w:t>
      </w:r>
      <w:r>
        <w:tab/>
        <w:t>1.013e0</w:t>
      </w:r>
    </w:p>
    <w:p w:rsidR="006974AE" w:rsidRDefault="006974AE" w:rsidP="006974AE">
      <w:r>
        <w:t>185.4145</w:t>
      </w:r>
      <w:r>
        <w:tab/>
        <w:t>1.013e0</w:t>
      </w:r>
    </w:p>
    <w:p w:rsidR="006974AE" w:rsidRDefault="006974AE" w:rsidP="006974AE">
      <w:r>
        <w:t>185.4581</w:t>
      </w:r>
      <w:r>
        <w:tab/>
        <w:t>1.013e0</w:t>
      </w:r>
    </w:p>
    <w:p w:rsidR="006974AE" w:rsidRDefault="006974AE" w:rsidP="006974AE">
      <w:r>
        <w:t>185.4833</w:t>
      </w:r>
      <w:r>
        <w:tab/>
        <w:t>1.013e0</w:t>
      </w:r>
    </w:p>
    <w:p w:rsidR="006974AE" w:rsidRDefault="006974AE" w:rsidP="006974AE">
      <w:r>
        <w:t>185.5014</w:t>
      </w:r>
      <w:r>
        <w:tab/>
        <w:t>1.013e0</w:t>
      </w:r>
    </w:p>
    <w:p w:rsidR="006974AE" w:rsidRDefault="006974AE" w:rsidP="006974AE">
      <w:r>
        <w:t>185.5415</w:t>
      </w:r>
      <w:r>
        <w:tab/>
        <w:t>3.038e0</w:t>
      </w:r>
    </w:p>
    <w:p w:rsidR="006974AE" w:rsidRDefault="006974AE" w:rsidP="006974AE">
      <w:r>
        <w:t>185.5450</w:t>
      </w:r>
      <w:r>
        <w:tab/>
        <w:t>1.013e0</w:t>
      </w:r>
    </w:p>
    <w:p w:rsidR="006974AE" w:rsidRDefault="006974AE" w:rsidP="006974AE">
      <w:r>
        <w:t>185.5612</w:t>
      </w:r>
      <w:r>
        <w:tab/>
        <w:t>2.025e0</w:t>
      </w:r>
    </w:p>
    <w:p w:rsidR="006974AE" w:rsidRDefault="006974AE" w:rsidP="006974AE">
      <w:r>
        <w:t>185.5633</w:t>
      </w:r>
      <w:r>
        <w:tab/>
        <w:t>1.013e0</w:t>
      </w:r>
    </w:p>
    <w:p w:rsidR="006974AE" w:rsidRDefault="006974AE" w:rsidP="006974AE">
      <w:r>
        <w:t>185.5667</w:t>
      </w:r>
      <w:r>
        <w:tab/>
        <w:t>2.025e0</w:t>
      </w:r>
    </w:p>
    <w:p w:rsidR="006974AE" w:rsidRDefault="006974AE" w:rsidP="006974AE">
      <w:r>
        <w:t>185.5778</w:t>
      </w:r>
      <w:r>
        <w:tab/>
        <w:t>1.013e0</w:t>
      </w:r>
    </w:p>
    <w:p w:rsidR="006974AE" w:rsidRDefault="006974AE" w:rsidP="006974AE">
      <w:r>
        <w:t>185.5895</w:t>
      </w:r>
      <w:r>
        <w:tab/>
        <w:t>4.051e0</w:t>
      </w:r>
    </w:p>
    <w:p w:rsidR="006974AE" w:rsidRDefault="006974AE" w:rsidP="006974AE">
      <w:r>
        <w:t>185.6105</w:t>
      </w:r>
      <w:r>
        <w:tab/>
        <w:t>1.013e0</w:t>
      </w:r>
    </w:p>
    <w:p w:rsidR="006974AE" w:rsidRDefault="006974AE" w:rsidP="006974AE">
      <w:r>
        <w:t>185.6229</w:t>
      </w:r>
      <w:r>
        <w:tab/>
        <w:t>2.025e0</w:t>
      </w:r>
    </w:p>
    <w:p w:rsidR="006974AE" w:rsidRDefault="006974AE" w:rsidP="006974AE">
      <w:r>
        <w:lastRenderedPageBreak/>
        <w:t>185.6683</w:t>
      </w:r>
      <w:r>
        <w:tab/>
        <w:t>1.013e0</w:t>
      </w:r>
    </w:p>
    <w:p w:rsidR="006974AE" w:rsidRDefault="006974AE" w:rsidP="006974AE">
      <w:r>
        <w:t>185.6721</w:t>
      </w:r>
      <w:r>
        <w:tab/>
        <w:t>2.025e0</w:t>
      </w:r>
    </w:p>
    <w:p w:rsidR="006974AE" w:rsidRDefault="006974AE" w:rsidP="006974AE">
      <w:r>
        <w:t>185.7048</w:t>
      </w:r>
      <w:r>
        <w:tab/>
        <w:t>1.013e0</w:t>
      </w:r>
    </w:p>
    <w:p w:rsidR="006974AE" w:rsidRDefault="006974AE" w:rsidP="006974AE">
      <w:r>
        <w:t>185.7082</w:t>
      </w:r>
      <w:r>
        <w:tab/>
        <w:t>1.013e0</w:t>
      </w:r>
    </w:p>
    <w:p w:rsidR="006974AE" w:rsidRDefault="006974AE" w:rsidP="006974AE">
      <w:r>
        <w:t>185.7156</w:t>
      </w:r>
      <w:r>
        <w:tab/>
        <w:t>1.013e0</w:t>
      </w:r>
    </w:p>
    <w:p w:rsidR="006974AE" w:rsidRDefault="006974AE" w:rsidP="006974AE">
      <w:r>
        <w:t>185.7446</w:t>
      </w:r>
      <w:r>
        <w:tab/>
        <w:t>2.025e0</w:t>
      </w:r>
    </w:p>
    <w:p w:rsidR="006974AE" w:rsidRDefault="006974AE" w:rsidP="006974AE">
      <w:r>
        <w:t>185.7553</w:t>
      </w:r>
      <w:r>
        <w:tab/>
        <w:t>1.013e0</w:t>
      </w:r>
    </w:p>
    <w:p w:rsidR="006974AE" w:rsidRDefault="006974AE" w:rsidP="006974AE">
      <w:r>
        <w:t>185.7863</w:t>
      </w:r>
      <w:r>
        <w:tab/>
        <w:t>2.025e0</w:t>
      </w:r>
    </w:p>
    <w:p w:rsidR="006974AE" w:rsidRDefault="006974AE" w:rsidP="006974AE">
      <w:r>
        <w:t>185.7881</w:t>
      </w:r>
      <w:r>
        <w:tab/>
        <w:t>2.025e0</w:t>
      </w:r>
    </w:p>
    <w:p w:rsidR="006974AE" w:rsidRDefault="006974AE" w:rsidP="006974AE">
      <w:r>
        <w:t>185.7952</w:t>
      </w:r>
      <w:r>
        <w:tab/>
        <w:t>1.013e0</w:t>
      </w:r>
    </w:p>
    <w:p w:rsidR="006974AE" w:rsidRDefault="006974AE" w:rsidP="006974AE">
      <w:r>
        <w:t>185.8172</w:t>
      </w:r>
      <w:r>
        <w:tab/>
        <w:t>1.013e0</w:t>
      </w:r>
    </w:p>
    <w:p w:rsidR="006974AE" w:rsidRDefault="006974AE" w:rsidP="006974AE">
      <w:r>
        <w:t>185.8353</w:t>
      </w:r>
      <w:r>
        <w:tab/>
        <w:t>1.013e0</w:t>
      </w:r>
    </w:p>
    <w:p w:rsidR="006974AE" w:rsidRDefault="006974AE" w:rsidP="006974AE">
      <w:r>
        <w:t>185.8462</w:t>
      </w:r>
      <w:r>
        <w:tab/>
        <w:t>1.013e0</w:t>
      </w:r>
    </w:p>
    <w:p w:rsidR="006974AE" w:rsidRDefault="006974AE" w:rsidP="006974AE">
      <w:r>
        <w:t>185.8641</w:t>
      </w:r>
      <w:r>
        <w:tab/>
        <w:t>1.013e0</w:t>
      </w:r>
    </w:p>
    <w:p w:rsidR="006974AE" w:rsidRDefault="006974AE" w:rsidP="006974AE">
      <w:r>
        <w:t>185.8713</w:t>
      </w:r>
      <w:r>
        <w:tab/>
        <w:t>1.013e0</w:t>
      </w:r>
    </w:p>
    <w:p w:rsidR="006974AE" w:rsidRDefault="006974AE" w:rsidP="006974AE">
      <w:r>
        <w:t>185.9040</w:t>
      </w:r>
      <w:r>
        <w:tab/>
        <w:t>1.013e0</w:t>
      </w:r>
    </w:p>
    <w:p w:rsidR="006974AE" w:rsidRDefault="006974AE" w:rsidP="006974AE">
      <w:r>
        <w:t>185.9187</w:t>
      </w:r>
      <w:r>
        <w:tab/>
        <w:t>1.013e0</w:t>
      </w:r>
    </w:p>
    <w:p w:rsidR="006974AE" w:rsidRDefault="006974AE" w:rsidP="006974AE">
      <w:r>
        <w:t>185.9294</w:t>
      </w:r>
      <w:r>
        <w:tab/>
        <w:t>1.013e0</w:t>
      </w:r>
    </w:p>
    <w:p w:rsidR="006974AE" w:rsidRDefault="006974AE" w:rsidP="006974AE">
      <w:r>
        <w:t>185.9367</w:t>
      </w:r>
      <w:r>
        <w:tab/>
        <w:t>1.013e0</w:t>
      </w:r>
    </w:p>
    <w:p w:rsidR="006974AE" w:rsidRDefault="006974AE" w:rsidP="006974AE">
      <w:r>
        <w:lastRenderedPageBreak/>
        <w:t>185.9440</w:t>
      </w:r>
      <w:r>
        <w:tab/>
        <w:t>2.025e0</w:t>
      </w:r>
    </w:p>
    <w:p w:rsidR="006974AE" w:rsidRDefault="006974AE" w:rsidP="006974AE">
      <w:r>
        <w:t>185.9623</w:t>
      </w:r>
      <w:r>
        <w:tab/>
        <w:t>1.013e0</w:t>
      </w:r>
    </w:p>
    <w:p w:rsidR="006974AE" w:rsidRDefault="006974AE" w:rsidP="006974AE">
      <w:r>
        <w:t>185.9911</w:t>
      </w:r>
      <w:r>
        <w:tab/>
        <w:t>1.013e0</w:t>
      </w:r>
    </w:p>
    <w:p w:rsidR="006974AE" w:rsidRDefault="006974AE" w:rsidP="006974AE">
      <w:r>
        <w:t>185.9984</w:t>
      </w:r>
      <w:r>
        <w:tab/>
        <w:t>3.038e0</w:t>
      </w:r>
    </w:p>
    <w:p w:rsidR="006974AE" w:rsidRDefault="006974AE" w:rsidP="006974AE">
      <w:r>
        <w:t>186.0022</w:t>
      </w:r>
      <w:r>
        <w:tab/>
        <w:t>1.013e0</w:t>
      </w:r>
    </w:p>
    <w:p w:rsidR="006974AE" w:rsidRDefault="006974AE" w:rsidP="006974AE">
      <w:r>
        <w:t>186.0056</w:t>
      </w:r>
      <w:r>
        <w:tab/>
        <w:t>1.013e0</w:t>
      </w:r>
    </w:p>
    <w:p w:rsidR="006974AE" w:rsidRDefault="006974AE" w:rsidP="006974AE">
      <w:r>
        <w:t>186.0204</w:t>
      </w:r>
      <w:r>
        <w:tab/>
        <w:t>2.025e0</w:t>
      </w:r>
    </w:p>
    <w:p w:rsidR="006974AE" w:rsidRDefault="006974AE" w:rsidP="006974AE">
      <w:r>
        <w:t>186.0292</w:t>
      </w:r>
      <w:r>
        <w:tab/>
        <w:t>2.025e0</w:t>
      </w:r>
    </w:p>
    <w:p w:rsidR="006974AE" w:rsidRDefault="006974AE" w:rsidP="006974AE">
      <w:r>
        <w:t>186.0311</w:t>
      </w:r>
      <w:r>
        <w:tab/>
        <w:t>1.013e0</w:t>
      </w:r>
    </w:p>
    <w:p w:rsidR="006974AE" w:rsidRDefault="006974AE" w:rsidP="006974AE">
      <w:r>
        <w:t>186.0422</w:t>
      </w:r>
      <w:r>
        <w:tab/>
        <w:t>1.013e0</w:t>
      </w:r>
    </w:p>
    <w:p w:rsidR="006974AE" w:rsidRDefault="006974AE" w:rsidP="006974AE">
      <w:r>
        <w:t>186.0676</w:t>
      </w:r>
      <w:r>
        <w:tab/>
        <w:t>1.013e0</w:t>
      </w:r>
    </w:p>
    <w:p w:rsidR="006974AE" w:rsidRDefault="006974AE" w:rsidP="006974AE">
      <w:r>
        <w:t>186.0749</w:t>
      </w:r>
      <w:r>
        <w:tab/>
        <w:t>1.013e0</w:t>
      </w:r>
    </w:p>
    <w:p w:rsidR="006974AE" w:rsidRDefault="006974AE" w:rsidP="006974AE">
      <w:r>
        <w:t>186.0783</w:t>
      </w:r>
      <w:r>
        <w:tab/>
        <w:t>1.013e0</w:t>
      </w:r>
    </w:p>
    <w:p w:rsidR="006974AE" w:rsidRDefault="006974AE" w:rsidP="006974AE">
      <w:r>
        <w:t>186.0821</w:t>
      </w:r>
      <w:r>
        <w:tab/>
        <w:t>1.013e0</w:t>
      </w:r>
    </w:p>
    <w:p w:rsidR="006974AE" w:rsidRDefault="006974AE" w:rsidP="006974AE">
      <w:r>
        <w:t>186.0932</w:t>
      </w:r>
      <w:r>
        <w:tab/>
        <w:t>1.210e0</w:t>
      </w:r>
    </w:p>
    <w:p w:rsidR="006974AE" w:rsidRDefault="006974AE" w:rsidP="006974AE">
      <w:r>
        <w:t>186.1001</w:t>
      </w:r>
      <w:r>
        <w:tab/>
        <w:t>2.025e0</w:t>
      </w:r>
    </w:p>
    <w:p w:rsidR="006974AE" w:rsidRDefault="006974AE" w:rsidP="006974AE">
      <w:r>
        <w:t>186.1039</w:t>
      </w:r>
      <w:r>
        <w:tab/>
        <w:t>3.038e0</w:t>
      </w:r>
    </w:p>
    <w:p w:rsidR="006974AE" w:rsidRDefault="006974AE" w:rsidP="006974AE">
      <w:r>
        <w:t>186.1148</w:t>
      </w:r>
      <w:r>
        <w:tab/>
        <w:t>1.013e0</w:t>
      </w:r>
    </w:p>
    <w:p w:rsidR="006974AE" w:rsidRDefault="006974AE" w:rsidP="006974AE">
      <w:r>
        <w:t>186.1182</w:t>
      </w:r>
      <w:r>
        <w:tab/>
        <w:t>2.025e0</w:t>
      </w:r>
    </w:p>
    <w:p w:rsidR="006974AE" w:rsidRDefault="006974AE" w:rsidP="006974AE">
      <w:r>
        <w:lastRenderedPageBreak/>
        <w:t>186.1211</w:t>
      </w:r>
      <w:r>
        <w:tab/>
        <w:t>3.038e0</w:t>
      </w:r>
    </w:p>
    <w:p w:rsidR="006974AE" w:rsidRDefault="006974AE" w:rsidP="006974AE">
      <w:r>
        <w:t>186.1257</w:t>
      </w:r>
      <w:r>
        <w:tab/>
        <w:t>1.013e0</w:t>
      </w:r>
    </w:p>
    <w:p w:rsidR="006974AE" w:rsidRDefault="006974AE" w:rsidP="006974AE">
      <w:r>
        <w:t>186.1328</w:t>
      </w:r>
      <w:r>
        <w:tab/>
        <w:t>2.025e0</w:t>
      </w:r>
    </w:p>
    <w:p w:rsidR="006974AE" w:rsidRDefault="006974AE" w:rsidP="006974AE">
      <w:r>
        <w:t>186.1497</w:t>
      </w:r>
      <w:r>
        <w:tab/>
        <w:t>3.038e0</w:t>
      </w:r>
    </w:p>
    <w:p w:rsidR="006974AE" w:rsidRDefault="006974AE" w:rsidP="006974AE">
      <w:r>
        <w:t>186.1511</w:t>
      </w:r>
      <w:r>
        <w:tab/>
        <w:t>2.025e0</w:t>
      </w:r>
    </w:p>
    <w:p w:rsidR="006974AE" w:rsidRDefault="006974AE" w:rsidP="006974AE">
      <w:r>
        <w:t>186.1764</w:t>
      </w:r>
      <w:r>
        <w:tab/>
        <w:t>1.013e0</w:t>
      </w:r>
    </w:p>
    <w:p w:rsidR="006974AE" w:rsidRDefault="006974AE" w:rsidP="006974AE">
      <w:r>
        <w:t>186.1907</w:t>
      </w:r>
      <w:r>
        <w:tab/>
        <w:t>2.025e0</w:t>
      </w:r>
    </w:p>
    <w:p w:rsidR="006974AE" w:rsidRDefault="006974AE" w:rsidP="006974AE">
      <w:r>
        <w:t>186.1926</w:t>
      </w:r>
      <w:r>
        <w:tab/>
        <w:t>2.025e0</w:t>
      </w:r>
    </w:p>
    <w:p w:rsidR="006974AE" w:rsidRDefault="006974AE" w:rsidP="006974AE">
      <w:r>
        <w:t>186.2124</w:t>
      </w:r>
      <w:r>
        <w:tab/>
        <w:t>1.013e0</w:t>
      </w:r>
    </w:p>
    <w:p w:rsidR="006974AE" w:rsidRDefault="006974AE" w:rsidP="006974AE">
      <w:r>
        <w:t>186.2198</w:t>
      </w:r>
      <w:r>
        <w:tab/>
        <w:t>1.013e0</w:t>
      </w:r>
    </w:p>
    <w:p w:rsidR="006974AE" w:rsidRDefault="006974AE" w:rsidP="006974AE">
      <w:r>
        <w:t>186.2271</w:t>
      </w:r>
      <w:r>
        <w:tab/>
        <w:t>1.013e0</w:t>
      </w:r>
    </w:p>
    <w:p w:rsidR="006974AE" w:rsidRDefault="006974AE" w:rsidP="006974AE">
      <w:r>
        <w:t>186.2413</w:t>
      </w:r>
      <w:r>
        <w:tab/>
        <w:t>2.025e0</w:t>
      </w:r>
    </w:p>
    <w:p w:rsidR="006974AE" w:rsidRDefault="006974AE" w:rsidP="006974AE">
      <w:r>
        <w:t>186.2449</w:t>
      </w:r>
      <w:r>
        <w:tab/>
        <w:t>1.013e0</w:t>
      </w:r>
    </w:p>
    <w:p w:rsidR="006974AE" w:rsidRDefault="006974AE" w:rsidP="006974AE">
      <w:r>
        <w:t>186.2666</w:t>
      </w:r>
      <w:r>
        <w:tab/>
        <w:t>1.013e0</w:t>
      </w:r>
    </w:p>
    <w:p w:rsidR="006974AE" w:rsidRDefault="006974AE" w:rsidP="006974AE">
      <w:r>
        <w:t>186.2741</w:t>
      </w:r>
      <w:r>
        <w:tab/>
        <w:t>1.013e0</w:t>
      </w:r>
    </w:p>
    <w:p w:rsidR="006974AE" w:rsidRDefault="006974AE" w:rsidP="006974AE">
      <w:r>
        <w:t>186.2920</w:t>
      </w:r>
      <w:r>
        <w:tab/>
        <w:t>4.051e0</w:t>
      </w:r>
    </w:p>
    <w:p w:rsidR="006974AE" w:rsidRDefault="006974AE" w:rsidP="006974AE">
      <w:r>
        <w:t>186.2994</w:t>
      </w:r>
      <w:r>
        <w:tab/>
        <w:t>1.013e0</w:t>
      </w:r>
    </w:p>
    <w:p w:rsidR="006974AE" w:rsidRDefault="006974AE" w:rsidP="006974AE">
      <w:r>
        <w:t>186.3030</w:t>
      </w:r>
      <w:r>
        <w:tab/>
        <w:t>1.013e0</w:t>
      </w:r>
    </w:p>
    <w:p w:rsidR="006974AE" w:rsidRDefault="006974AE" w:rsidP="006974AE">
      <w:r>
        <w:t>186.3100</w:t>
      </w:r>
      <w:r>
        <w:tab/>
        <w:t>1.013e0</w:t>
      </w:r>
    </w:p>
    <w:p w:rsidR="006974AE" w:rsidRDefault="006974AE" w:rsidP="006974AE">
      <w:r>
        <w:lastRenderedPageBreak/>
        <w:t>186.3537</w:t>
      </w:r>
      <w:r>
        <w:tab/>
        <w:t>1.013e0</w:t>
      </w:r>
    </w:p>
    <w:p w:rsidR="006974AE" w:rsidRDefault="006974AE" w:rsidP="006974AE">
      <w:r>
        <w:t>186.3571</w:t>
      </w:r>
      <w:r>
        <w:tab/>
        <w:t>1.013e0</w:t>
      </w:r>
    </w:p>
    <w:p w:rsidR="006974AE" w:rsidRDefault="006974AE" w:rsidP="006974AE">
      <w:r>
        <w:t>186.3609</w:t>
      </w:r>
      <w:r>
        <w:tab/>
        <w:t>1.013e0</w:t>
      </w:r>
    </w:p>
    <w:p w:rsidR="006974AE" w:rsidRDefault="006974AE" w:rsidP="006974AE">
      <w:r>
        <w:t>186.3718</w:t>
      </w:r>
      <w:r>
        <w:tab/>
        <w:t>1.013e0</w:t>
      </w:r>
    </w:p>
    <w:p w:rsidR="006974AE" w:rsidRDefault="006974AE" w:rsidP="006974AE">
      <w:r>
        <w:t>186.3863</w:t>
      </w:r>
      <w:r>
        <w:tab/>
        <w:t>1.013e0</w:t>
      </w:r>
    </w:p>
    <w:p w:rsidR="006974AE" w:rsidRDefault="006974AE" w:rsidP="006974AE">
      <w:r>
        <w:t>186.3899</w:t>
      </w:r>
      <w:r>
        <w:tab/>
        <w:t>2.025e0</w:t>
      </w:r>
    </w:p>
    <w:p w:rsidR="006974AE" w:rsidRDefault="006974AE" w:rsidP="006974AE">
      <w:r>
        <w:t>186.4080</w:t>
      </w:r>
      <w:r>
        <w:tab/>
        <w:t>1.013e0</w:t>
      </w:r>
    </w:p>
    <w:p w:rsidR="006974AE" w:rsidRDefault="006974AE" w:rsidP="006974AE">
      <w:r>
        <w:t>186.4114</w:t>
      </w:r>
      <w:r>
        <w:tab/>
        <w:t>1.013e0</w:t>
      </w:r>
    </w:p>
    <w:p w:rsidR="006974AE" w:rsidRDefault="006974AE" w:rsidP="006974AE">
      <w:r>
        <w:t>186.4551</w:t>
      </w:r>
      <w:r>
        <w:tab/>
        <w:t>1.013e0</w:t>
      </w:r>
    </w:p>
    <w:p w:rsidR="006974AE" w:rsidRDefault="006974AE" w:rsidP="006974AE">
      <w:r>
        <w:t>186.4838</w:t>
      </w:r>
      <w:r>
        <w:tab/>
        <w:t>1.013e0</w:t>
      </w:r>
    </w:p>
    <w:p w:rsidR="006974AE" w:rsidRDefault="006974AE" w:rsidP="006974AE">
      <w:r>
        <w:t>186.4983</w:t>
      </w:r>
      <w:r>
        <w:tab/>
        <w:t>1.013e0</w:t>
      </w:r>
    </w:p>
    <w:p w:rsidR="006974AE" w:rsidRDefault="006974AE" w:rsidP="006974AE">
      <w:r>
        <w:t>186.5239</w:t>
      </w:r>
      <w:r>
        <w:tab/>
        <w:t>1.013e0</w:t>
      </w:r>
    </w:p>
    <w:p w:rsidR="006974AE" w:rsidRDefault="006974AE" w:rsidP="006974AE">
      <w:r>
        <w:t>186.5345</w:t>
      </w:r>
      <w:r>
        <w:tab/>
        <w:t>1.013e0</w:t>
      </w:r>
    </w:p>
    <w:p w:rsidR="006974AE" w:rsidRDefault="006974AE" w:rsidP="006974AE">
      <w:r>
        <w:t>186.5420</w:t>
      </w:r>
      <w:r>
        <w:tab/>
        <w:t>1.013e0</w:t>
      </w:r>
    </w:p>
    <w:p w:rsidR="006974AE" w:rsidRDefault="006974AE" w:rsidP="006974AE">
      <w:r>
        <w:t>186.5526</w:t>
      </w:r>
      <w:r>
        <w:tab/>
        <w:t>1.013e0</w:t>
      </w:r>
    </w:p>
    <w:p w:rsidR="006974AE" w:rsidRDefault="006974AE" w:rsidP="006974AE">
      <w:r>
        <w:t>186.5671</w:t>
      </w:r>
      <w:r>
        <w:tab/>
        <w:t>2.025e0</w:t>
      </w:r>
    </w:p>
    <w:p w:rsidR="006974AE" w:rsidRDefault="006974AE" w:rsidP="006974AE">
      <w:r>
        <w:t>186.5746</w:t>
      </w:r>
      <w:r>
        <w:tab/>
        <w:t>2.025e0</w:t>
      </w:r>
    </w:p>
    <w:p w:rsidR="006974AE" w:rsidRDefault="006974AE" w:rsidP="006974AE">
      <w:r>
        <w:t>186.5852</w:t>
      </w:r>
      <w:r>
        <w:tab/>
        <w:t>1.013e0</w:t>
      </w:r>
    </w:p>
    <w:p w:rsidR="006974AE" w:rsidRDefault="006974AE" w:rsidP="006974AE">
      <w:r>
        <w:t>186.5909</w:t>
      </w:r>
      <w:r>
        <w:tab/>
        <w:t>2.025e0</w:t>
      </w:r>
    </w:p>
    <w:p w:rsidR="006974AE" w:rsidRDefault="006974AE" w:rsidP="006974AE">
      <w:r>
        <w:lastRenderedPageBreak/>
        <w:t>186.5999</w:t>
      </w:r>
      <w:r>
        <w:tab/>
        <w:t>1.013e0</w:t>
      </w:r>
    </w:p>
    <w:p w:rsidR="006974AE" w:rsidRDefault="006974AE" w:rsidP="006974AE">
      <w:r>
        <w:t>186.6033</w:t>
      </w:r>
      <w:r>
        <w:tab/>
        <w:t>1.013e0</w:t>
      </w:r>
    </w:p>
    <w:p w:rsidR="006974AE" w:rsidRDefault="006974AE" w:rsidP="006974AE">
      <w:r>
        <w:t>186.6468</w:t>
      </w:r>
      <w:r>
        <w:tab/>
        <w:t>4.051e0</w:t>
      </w:r>
    </w:p>
    <w:p w:rsidR="006974AE" w:rsidRDefault="006974AE" w:rsidP="006974AE">
      <w:r>
        <w:t>186.7052</w:t>
      </w:r>
      <w:r>
        <w:tab/>
        <w:t>1.013e0</w:t>
      </w:r>
    </w:p>
    <w:p w:rsidR="006974AE" w:rsidRDefault="006974AE" w:rsidP="006974AE">
      <w:r>
        <w:t>186.7268</w:t>
      </w:r>
      <w:r>
        <w:tab/>
        <w:t>1.013e0</w:t>
      </w:r>
    </w:p>
    <w:p w:rsidR="006974AE" w:rsidRDefault="006974AE" w:rsidP="006974AE">
      <w:r>
        <w:t>186.7380</w:t>
      </w:r>
      <w:r>
        <w:tab/>
        <w:t>1.013e0</w:t>
      </w:r>
    </w:p>
    <w:p w:rsidR="006974AE" w:rsidRDefault="006974AE" w:rsidP="006974AE">
      <w:r>
        <w:t>186.7668</w:t>
      </w:r>
      <w:r>
        <w:tab/>
        <w:t>1.013e0</w:t>
      </w:r>
    </w:p>
    <w:p w:rsidR="006974AE" w:rsidRDefault="006974AE" w:rsidP="006974AE">
      <w:r>
        <w:t>186.7743</w:t>
      </w:r>
      <w:r>
        <w:tab/>
        <w:t>1.013e0</w:t>
      </w:r>
    </w:p>
    <w:p w:rsidR="006974AE" w:rsidRDefault="006974AE" w:rsidP="006974AE">
      <w:r>
        <w:t>186.7925</w:t>
      </w:r>
      <w:r>
        <w:tab/>
        <w:t>1.013e0</w:t>
      </w:r>
    </w:p>
    <w:p w:rsidR="006974AE" w:rsidRDefault="006974AE" w:rsidP="006974AE">
      <w:r>
        <w:t>186.7998</w:t>
      </w:r>
      <w:r>
        <w:tab/>
        <w:t>1.013e0</w:t>
      </w:r>
    </w:p>
    <w:p w:rsidR="006974AE" w:rsidRDefault="006974AE" w:rsidP="006974AE">
      <w:r>
        <w:t>186.8104</w:t>
      </w:r>
      <w:r>
        <w:tab/>
        <w:t>2.025e0</w:t>
      </w:r>
    </w:p>
    <w:p w:rsidR="006974AE" w:rsidRDefault="006974AE" w:rsidP="006974AE">
      <w:r>
        <w:t>186.8216</w:t>
      </w:r>
      <w:r>
        <w:tab/>
        <w:t>1.013e0</w:t>
      </w:r>
    </w:p>
    <w:p w:rsidR="006974AE" w:rsidRDefault="006974AE" w:rsidP="006974AE">
      <w:r>
        <w:t>186.8323</w:t>
      </w:r>
      <w:r>
        <w:tab/>
        <w:t>1.013e0</w:t>
      </w:r>
    </w:p>
    <w:p w:rsidR="006974AE" w:rsidRDefault="006974AE" w:rsidP="006974AE">
      <w:r>
        <w:t>186.8522</w:t>
      </w:r>
      <w:r>
        <w:tab/>
        <w:t>2.025e0</w:t>
      </w:r>
    </w:p>
    <w:p w:rsidR="006974AE" w:rsidRDefault="006974AE" w:rsidP="006974AE">
      <w:r>
        <w:t>186.8652</w:t>
      </w:r>
      <w:r>
        <w:tab/>
        <w:t>1.013e0</w:t>
      </w:r>
    </w:p>
    <w:p w:rsidR="006974AE" w:rsidRDefault="006974AE" w:rsidP="006974AE">
      <w:r>
        <w:t>186.8795</w:t>
      </w:r>
      <w:r>
        <w:tab/>
        <w:t>1.013e0</w:t>
      </w:r>
    </w:p>
    <w:p w:rsidR="006974AE" w:rsidRDefault="006974AE" w:rsidP="006974AE">
      <w:r>
        <w:t>186.8870</w:t>
      </w:r>
      <w:r>
        <w:tab/>
        <w:t>2.025e0</w:t>
      </w:r>
    </w:p>
    <w:p w:rsidR="006974AE" w:rsidRDefault="006974AE" w:rsidP="006974AE">
      <w:r>
        <w:t>186.9015</w:t>
      </w:r>
      <w:r>
        <w:tab/>
        <w:t>2.025e0</w:t>
      </w:r>
    </w:p>
    <w:p w:rsidR="006974AE" w:rsidRDefault="006974AE" w:rsidP="006974AE">
      <w:r>
        <w:t>186.9089</w:t>
      </w:r>
      <w:r>
        <w:tab/>
        <w:t>1.013e0</w:t>
      </w:r>
    </w:p>
    <w:p w:rsidR="006974AE" w:rsidRDefault="006974AE" w:rsidP="006974AE">
      <w:r>
        <w:lastRenderedPageBreak/>
        <w:t>186.9233</w:t>
      </w:r>
      <w:r>
        <w:tab/>
        <w:t>3.038e0</w:t>
      </w:r>
    </w:p>
    <w:p w:rsidR="006974AE" w:rsidRDefault="006974AE" w:rsidP="006974AE">
      <w:r>
        <w:t>186.9341</w:t>
      </w:r>
      <w:r>
        <w:tab/>
        <w:t>1.013e0</w:t>
      </w:r>
    </w:p>
    <w:p w:rsidR="006974AE" w:rsidRDefault="006974AE" w:rsidP="006974AE">
      <w:r>
        <w:t>186.9413</w:t>
      </w:r>
      <w:r>
        <w:tab/>
        <w:t>1.013e0</w:t>
      </w:r>
    </w:p>
    <w:p w:rsidR="006974AE" w:rsidRDefault="006974AE" w:rsidP="006974AE">
      <w:r>
        <w:t>186.9561</w:t>
      </w:r>
      <w:r>
        <w:tab/>
        <w:t>1.013e0</w:t>
      </w:r>
    </w:p>
    <w:p w:rsidR="006974AE" w:rsidRDefault="006974AE" w:rsidP="006974AE">
      <w:r>
        <w:t>186.9814</w:t>
      </w:r>
      <w:r>
        <w:tab/>
        <w:t>2.025e0</w:t>
      </w:r>
    </w:p>
    <w:p w:rsidR="006974AE" w:rsidRDefault="006974AE" w:rsidP="006974AE">
      <w:r>
        <w:t>187.0033</w:t>
      </w:r>
      <w:r>
        <w:tab/>
        <w:t>2.025e0</w:t>
      </w:r>
    </w:p>
    <w:p w:rsidR="006974AE" w:rsidRDefault="006974AE" w:rsidP="006974AE">
      <w:r>
        <w:t>187.0069</w:t>
      </w:r>
      <w:r>
        <w:tab/>
        <w:t>2.025e0</w:t>
      </w:r>
    </w:p>
    <w:p w:rsidR="006974AE" w:rsidRDefault="006974AE" w:rsidP="006974AE">
      <w:r>
        <w:t>187.0361</w:t>
      </w:r>
      <w:r>
        <w:tab/>
        <w:t>2.025e0</w:t>
      </w:r>
    </w:p>
    <w:p w:rsidR="006974AE" w:rsidRDefault="006974AE" w:rsidP="006974AE">
      <w:r>
        <w:t>187.0416</w:t>
      </w:r>
      <w:r>
        <w:tab/>
        <w:t>2.025e0</w:t>
      </w:r>
    </w:p>
    <w:p w:rsidR="006974AE" w:rsidRDefault="006974AE" w:rsidP="006974AE">
      <w:r>
        <w:t>187.0577</w:t>
      </w:r>
      <w:r>
        <w:tab/>
        <w:t>1.013e0</w:t>
      </w:r>
    </w:p>
    <w:p w:rsidR="006974AE" w:rsidRDefault="006974AE" w:rsidP="006974AE">
      <w:r>
        <w:t>187.0761</w:t>
      </w:r>
      <w:r>
        <w:tab/>
        <w:t>1.013e0</w:t>
      </w:r>
    </w:p>
    <w:p w:rsidR="006974AE" w:rsidRDefault="006974AE" w:rsidP="006974AE">
      <w:r>
        <w:t>187.0941</w:t>
      </w:r>
      <w:r>
        <w:tab/>
        <w:t>1.013e0</w:t>
      </w:r>
    </w:p>
    <w:p w:rsidR="006974AE" w:rsidRDefault="006974AE" w:rsidP="006974AE">
      <w:r>
        <w:t>187.1014</w:t>
      </w:r>
      <w:r>
        <w:tab/>
        <w:t>1.013e0</w:t>
      </w:r>
    </w:p>
    <w:p w:rsidR="006974AE" w:rsidRDefault="006974AE" w:rsidP="006974AE">
      <w:r>
        <w:t>187.1115</w:t>
      </w:r>
      <w:r>
        <w:tab/>
        <w:t>3.038e0</w:t>
      </w:r>
    </w:p>
    <w:p w:rsidR="006974AE" w:rsidRDefault="006974AE" w:rsidP="006974AE">
      <w:r>
        <w:t>187.1161</w:t>
      </w:r>
      <w:r>
        <w:tab/>
        <w:t>3.038e0</w:t>
      </w:r>
    </w:p>
    <w:p w:rsidR="006974AE" w:rsidRDefault="006974AE" w:rsidP="006974AE">
      <w:r>
        <w:t>187.1177</w:t>
      </w:r>
      <w:r>
        <w:tab/>
        <w:t>2.025e0</w:t>
      </w:r>
    </w:p>
    <w:p w:rsidR="006974AE" w:rsidRDefault="006974AE" w:rsidP="006974AE">
      <w:r>
        <w:t>187.1359</w:t>
      </w:r>
      <w:r>
        <w:tab/>
        <w:t>2.025e0</w:t>
      </w:r>
    </w:p>
    <w:p w:rsidR="006974AE" w:rsidRDefault="006974AE" w:rsidP="006974AE">
      <w:r>
        <w:t>187.1380</w:t>
      </w:r>
      <w:r>
        <w:tab/>
        <w:t>1.013e0</w:t>
      </w:r>
    </w:p>
    <w:p w:rsidR="006974AE" w:rsidRDefault="006974AE" w:rsidP="006974AE">
      <w:r>
        <w:t>187.1562</w:t>
      </w:r>
      <w:r>
        <w:tab/>
        <w:t>1.013e0</w:t>
      </w:r>
    </w:p>
    <w:p w:rsidR="006974AE" w:rsidRDefault="006974AE" w:rsidP="006974AE">
      <w:r>
        <w:lastRenderedPageBreak/>
        <w:t>187.1653</w:t>
      </w:r>
      <w:r>
        <w:tab/>
        <w:t>2.025e0</w:t>
      </w:r>
    </w:p>
    <w:p w:rsidR="006974AE" w:rsidRDefault="006974AE" w:rsidP="006974AE">
      <w:r>
        <w:t>187.1668</w:t>
      </w:r>
      <w:r>
        <w:tab/>
        <w:t>1.013e0</w:t>
      </w:r>
    </w:p>
    <w:p w:rsidR="006974AE" w:rsidRDefault="006974AE" w:rsidP="006974AE">
      <w:r>
        <w:t>187.1705</w:t>
      </w:r>
      <w:r>
        <w:tab/>
        <w:t>1.013e0</w:t>
      </w:r>
    </w:p>
    <w:p w:rsidR="006974AE" w:rsidRDefault="006974AE" w:rsidP="006974AE">
      <w:r>
        <w:t>187.1815</w:t>
      </w:r>
      <w:r>
        <w:tab/>
        <w:t>2.025e0</w:t>
      </w:r>
    </w:p>
    <w:p w:rsidR="006974AE" w:rsidRDefault="006974AE" w:rsidP="006974AE">
      <w:r>
        <w:t>187.1850</w:t>
      </w:r>
      <w:r>
        <w:tab/>
        <w:t>1.013e0</w:t>
      </w:r>
    </w:p>
    <w:p w:rsidR="006974AE" w:rsidRDefault="006974AE" w:rsidP="006974AE">
      <w:r>
        <w:t>187.2178</w:t>
      </w:r>
      <w:r>
        <w:tab/>
        <w:t>1.013e0</w:t>
      </w:r>
    </w:p>
    <w:p w:rsidR="006974AE" w:rsidRDefault="006974AE" w:rsidP="006974AE">
      <w:r>
        <w:t>187.2325</w:t>
      </w:r>
      <w:r>
        <w:tab/>
        <w:t>1.013e0</w:t>
      </w:r>
    </w:p>
    <w:p w:rsidR="006974AE" w:rsidRDefault="006974AE" w:rsidP="006974AE">
      <w:r>
        <w:t>187.2359</w:t>
      </w:r>
      <w:r>
        <w:tab/>
        <w:t>1.013e0</w:t>
      </w:r>
    </w:p>
    <w:p w:rsidR="006974AE" w:rsidRDefault="006974AE" w:rsidP="006974AE">
      <w:r>
        <w:t>187.2762</w:t>
      </w:r>
      <w:r>
        <w:tab/>
        <w:t>1.013e0</w:t>
      </w:r>
    </w:p>
    <w:p w:rsidR="006974AE" w:rsidRDefault="006974AE" w:rsidP="006974AE">
      <w:r>
        <w:t>187.2798</w:t>
      </w:r>
      <w:r>
        <w:tab/>
        <w:t>1.013e0</w:t>
      </w:r>
    </w:p>
    <w:p w:rsidR="006974AE" w:rsidRDefault="006974AE" w:rsidP="006974AE">
      <w:r>
        <w:t>187.3015</w:t>
      </w:r>
      <w:r>
        <w:tab/>
        <w:t>2.025e0</w:t>
      </w:r>
    </w:p>
    <w:p w:rsidR="006974AE" w:rsidRDefault="006974AE" w:rsidP="006974AE">
      <w:r>
        <w:t>187.3089</w:t>
      </w:r>
      <w:r>
        <w:tab/>
        <w:t>1.013e0</w:t>
      </w:r>
    </w:p>
    <w:p w:rsidR="006974AE" w:rsidRDefault="006974AE" w:rsidP="006974AE">
      <w:r>
        <w:t>187.3199</w:t>
      </w:r>
      <w:r>
        <w:tab/>
        <w:t>1.013e0</w:t>
      </w:r>
    </w:p>
    <w:p w:rsidR="006974AE" w:rsidRDefault="006974AE" w:rsidP="006974AE">
      <w:r>
        <w:t>187.3344</w:t>
      </w:r>
      <w:r>
        <w:tab/>
        <w:t>1.013e0</w:t>
      </w:r>
    </w:p>
    <w:p w:rsidR="006974AE" w:rsidRDefault="006974AE" w:rsidP="006974AE">
      <w:r>
        <w:t>187.3596</w:t>
      </w:r>
      <w:r>
        <w:tab/>
        <w:t>1.013e0</w:t>
      </w:r>
    </w:p>
    <w:p w:rsidR="006974AE" w:rsidRDefault="006974AE" w:rsidP="006974AE">
      <w:r>
        <w:t>187.3633</w:t>
      </w:r>
      <w:r>
        <w:tab/>
        <w:t>1.013e0</w:t>
      </w:r>
    </w:p>
    <w:p w:rsidR="006974AE" w:rsidRDefault="006974AE" w:rsidP="006974AE">
      <w:r>
        <w:t>187.3672</w:t>
      </w:r>
      <w:r>
        <w:tab/>
        <w:t>1.013e0</w:t>
      </w:r>
    </w:p>
    <w:p w:rsidR="006974AE" w:rsidRDefault="006974AE" w:rsidP="006974AE">
      <w:r>
        <w:t>187.3890</w:t>
      </w:r>
      <w:r>
        <w:tab/>
        <w:t>1.013e0</w:t>
      </w:r>
    </w:p>
    <w:p w:rsidR="006974AE" w:rsidRDefault="006974AE" w:rsidP="006974AE">
      <w:r>
        <w:t>187.3997</w:t>
      </w:r>
      <w:r>
        <w:tab/>
        <w:t>1.013e0</w:t>
      </w:r>
    </w:p>
    <w:p w:rsidR="006974AE" w:rsidRDefault="006974AE" w:rsidP="006974AE">
      <w:r>
        <w:lastRenderedPageBreak/>
        <w:t>187.4217</w:t>
      </w:r>
      <w:r>
        <w:tab/>
        <w:t>1.013e0</w:t>
      </w:r>
    </w:p>
    <w:p w:rsidR="006974AE" w:rsidRDefault="006974AE" w:rsidP="006974AE">
      <w:r>
        <w:t>187.4254</w:t>
      </w:r>
      <w:r>
        <w:tab/>
        <w:t>1.013e0</w:t>
      </w:r>
    </w:p>
    <w:p w:rsidR="006974AE" w:rsidRDefault="006974AE" w:rsidP="006974AE">
      <w:r>
        <w:t>187.4397</w:t>
      </w:r>
      <w:r>
        <w:tab/>
        <w:t>1.013e0</w:t>
      </w:r>
    </w:p>
    <w:p w:rsidR="006974AE" w:rsidRDefault="006974AE" w:rsidP="006974AE">
      <w:r>
        <w:t>187.4545</w:t>
      </w:r>
      <w:r>
        <w:tab/>
        <w:t>1.013e0</w:t>
      </w:r>
    </w:p>
    <w:p w:rsidR="006974AE" w:rsidRDefault="006974AE" w:rsidP="006974AE">
      <w:r>
        <w:t>187.4870</w:t>
      </w:r>
      <w:r>
        <w:tab/>
        <w:t>1.013e0</w:t>
      </w:r>
    </w:p>
    <w:p w:rsidR="006974AE" w:rsidRDefault="006974AE" w:rsidP="006974AE">
      <w:r>
        <w:t>187.4943</w:t>
      </w:r>
      <w:r>
        <w:tab/>
        <w:t>1.013e0</w:t>
      </w:r>
    </w:p>
    <w:p w:rsidR="006974AE" w:rsidRDefault="006974AE" w:rsidP="006974AE">
      <w:r>
        <w:t>187.5017</w:t>
      </w:r>
      <w:r>
        <w:tab/>
        <w:t>3.038e0</w:t>
      </w:r>
    </w:p>
    <w:p w:rsidR="006974AE" w:rsidRDefault="006974AE" w:rsidP="006974AE">
      <w:r>
        <w:t>187.5272</w:t>
      </w:r>
      <w:r>
        <w:tab/>
        <w:t>2.025e0</w:t>
      </w:r>
    </w:p>
    <w:p w:rsidR="006974AE" w:rsidRDefault="006974AE" w:rsidP="006974AE">
      <w:r>
        <w:t>187.5380</w:t>
      </w:r>
      <w:r>
        <w:tab/>
        <w:t>1.013e0</w:t>
      </w:r>
    </w:p>
    <w:p w:rsidR="006974AE" w:rsidRDefault="006974AE" w:rsidP="006974AE">
      <w:r>
        <w:t>187.5419</w:t>
      </w:r>
      <w:r>
        <w:tab/>
        <w:t>1.013e0</w:t>
      </w:r>
    </w:p>
    <w:p w:rsidR="006974AE" w:rsidRDefault="006974AE" w:rsidP="006974AE">
      <w:r>
        <w:t>187.5635</w:t>
      </w:r>
      <w:r>
        <w:tab/>
        <w:t>1.013e0</w:t>
      </w:r>
    </w:p>
    <w:p w:rsidR="006974AE" w:rsidRDefault="006974AE" w:rsidP="006974AE">
      <w:r>
        <w:t>187.5707</w:t>
      </w:r>
      <w:r>
        <w:tab/>
        <w:t>2.025e0</w:t>
      </w:r>
    </w:p>
    <w:p w:rsidR="006974AE" w:rsidRDefault="006974AE" w:rsidP="006974AE">
      <w:r>
        <w:t>187.5819</w:t>
      </w:r>
      <w:r>
        <w:tab/>
        <w:t>1.013e0</w:t>
      </w:r>
    </w:p>
    <w:p w:rsidR="006974AE" w:rsidRDefault="006974AE" w:rsidP="006974AE">
      <w:r>
        <w:t>187.6001</w:t>
      </w:r>
      <w:r>
        <w:tab/>
        <w:t>1.013e0</w:t>
      </w:r>
    </w:p>
    <w:p w:rsidR="006974AE" w:rsidRDefault="006974AE" w:rsidP="006974AE">
      <w:r>
        <w:t>187.6147</w:t>
      </w:r>
      <w:r>
        <w:tab/>
        <w:t>1.013e0</w:t>
      </w:r>
    </w:p>
    <w:p w:rsidR="006974AE" w:rsidRDefault="006974AE" w:rsidP="006974AE">
      <w:r>
        <w:t>187.6363</w:t>
      </w:r>
      <w:r>
        <w:tab/>
        <w:t>1.013e0</w:t>
      </w:r>
    </w:p>
    <w:p w:rsidR="006974AE" w:rsidRDefault="006974AE" w:rsidP="006974AE">
      <w:r>
        <w:t>187.6656</w:t>
      </w:r>
      <w:r>
        <w:tab/>
        <w:t>1.013e0</w:t>
      </w:r>
    </w:p>
    <w:p w:rsidR="006974AE" w:rsidRDefault="006974AE" w:rsidP="006974AE">
      <w:r>
        <w:t>187.6727</w:t>
      </w:r>
      <w:r>
        <w:tab/>
        <w:t>1.013e0</w:t>
      </w:r>
    </w:p>
    <w:p w:rsidR="006974AE" w:rsidRDefault="006974AE" w:rsidP="006974AE">
      <w:r>
        <w:t>187.6945</w:t>
      </w:r>
      <w:r>
        <w:tab/>
        <w:t>1.013e0</w:t>
      </w:r>
    </w:p>
    <w:p w:rsidR="006974AE" w:rsidRDefault="006974AE" w:rsidP="006974AE">
      <w:r>
        <w:lastRenderedPageBreak/>
        <w:t>187.7020</w:t>
      </w:r>
      <w:r>
        <w:tab/>
        <w:t>2.025e0</w:t>
      </w:r>
    </w:p>
    <w:p w:rsidR="006974AE" w:rsidRDefault="006974AE" w:rsidP="006974AE">
      <w:r>
        <w:t>187.7202</w:t>
      </w:r>
      <w:r>
        <w:tab/>
        <w:t>2.025e0</w:t>
      </w:r>
    </w:p>
    <w:p w:rsidR="006974AE" w:rsidRDefault="006974AE" w:rsidP="006974AE">
      <w:r>
        <w:t>187.7346</w:t>
      </w:r>
      <w:r>
        <w:tab/>
        <w:t>1.013e0</w:t>
      </w:r>
    </w:p>
    <w:p w:rsidR="006974AE" w:rsidRDefault="006974AE" w:rsidP="006974AE">
      <w:r>
        <w:t>187.7530</w:t>
      </w:r>
      <w:r>
        <w:tab/>
        <w:t>1.013e0</w:t>
      </w:r>
    </w:p>
    <w:p w:rsidR="006974AE" w:rsidRDefault="006974AE" w:rsidP="006974AE">
      <w:r>
        <w:t>187.7603</w:t>
      </w:r>
      <w:r>
        <w:tab/>
        <w:t>2.025e0</w:t>
      </w:r>
    </w:p>
    <w:p w:rsidR="006974AE" w:rsidRDefault="006974AE" w:rsidP="006974AE">
      <w:r>
        <w:t>187.7783</w:t>
      </w:r>
      <w:r>
        <w:tab/>
        <w:t>1.013e0</w:t>
      </w:r>
    </w:p>
    <w:p w:rsidR="006974AE" w:rsidRDefault="006974AE" w:rsidP="006974AE">
      <w:r>
        <w:t>187.7819</w:t>
      </w:r>
      <w:r>
        <w:tab/>
        <w:t>1.013e0</w:t>
      </w:r>
    </w:p>
    <w:p w:rsidR="006974AE" w:rsidRDefault="006974AE" w:rsidP="006974AE">
      <w:r>
        <w:t>187.7912</w:t>
      </w:r>
      <w:r>
        <w:tab/>
        <w:t>2.025e0</w:t>
      </w:r>
    </w:p>
    <w:p w:rsidR="006974AE" w:rsidRDefault="006974AE" w:rsidP="006974AE">
      <w:r>
        <w:t>187.8186</w:t>
      </w:r>
      <w:r>
        <w:tab/>
        <w:t>2.025e0</w:t>
      </w:r>
    </w:p>
    <w:p w:rsidR="006974AE" w:rsidRDefault="006974AE" w:rsidP="006974AE">
      <w:r>
        <w:t>187.8222</w:t>
      </w:r>
      <w:r>
        <w:tab/>
        <w:t>1.013e0</w:t>
      </w:r>
    </w:p>
    <w:p w:rsidR="006974AE" w:rsidRDefault="006974AE" w:rsidP="006974AE">
      <w:r>
        <w:t>187.8256</w:t>
      </w:r>
      <w:r>
        <w:tab/>
        <w:t>1.013e0</w:t>
      </w:r>
    </w:p>
    <w:p w:rsidR="006974AE" w:rsidRDefault="006974AE" w:rsidP="006974AE">
      <w:r>
        <w:t>187.8513</w:t>
      </w:r>
      <w:r>
        <w:tab/>
        <w:t>1.013e0</w:t>
      </w:r>
    </w:p>
    <w:p w:rsidR="006974AE" w:rsidRDefault="006974AE" w:rsidP="006974AE">
      <w:r>
        <w:t>187.9240</w:t>
      </w:r>
      <w:r>
        <w:tab/>
        <w:t>1.013e0</w:t>
      </w:r>
    </w:p>
    <w:p w:rsidR="006974AE" w:rsidRDefault="006974AE" w:rsidP="006974AE">
      <w:r>
        <w:t>187.9276</w:t>
      </w:r>
      <w:r>
        <w:tab/>
        <w:t>1.013e0</w:t>
      </w:r>
    </w:p>
    <w:p w:rsidR="006974AE" w:rsidRDefault="006974AE" w:rsidP="006974AE">
      <w:r>
        <w:t>187.9315</w:t>
      </w:r>
      <w:r>
        <w:tab/>
        <w:t>1.013e0</w:t>
      </w:r>
    </w:p>
    <w:p w:rsidR="006974AE" w:rsidRDefault="006974AE" w:rsidP="006974AE">
      <w:r>
        <w:t>187.9349</w:t>
      </w:r>
      <w:r>
        <w:tab/>
        <w:t>1.013e0</w:t>
      </w:r>
    </w:p>
    <w:p w:rsidR="006974AE" w:rsidRDefault="006974AE" w:rsidP="006974AE">
      <w:r>
        <w:t>187.9494</w:t>
      </w:r>
      <w:r>
        <w:tab/>
        <w:t>1.013e0</w:t>
      </w:r>
    </w:p>
    <w:p w:rsidR="006974AE" w:rsidRDefault="006974AE" w:rsidP="006974AE">
      <w:r>
        <w:t>187.9859</w:t>
      </w:r>
      <w:r>
        <w:tab/>
        <w:t>1.013e0</w:t>
      </w:r>
    </w:p>
    <w:p w:rsidR="006974AE" w:rsidRDefault="006974AE" w:rsidP="006974AE">
      <w:r>
        <w:t>187.9934</w:t>
      </w:r>
      <w:r>
        <w:tab/>
        <w:t>3.038e0</w:t>
      </w:r>
    </w:p>
    <w:p w:rsidR="006974AE" w:rsidRDefault="006974AE" w:rsidP="006974AE">
      <w:r>
        <w:lastRenderedPageBreak/>
        <w:t>188.0041</w:t>
      </w:r>
      <w:r>
        <w:tab/>
        <w:t>1.013e0</w:t>
      </w:r>
    </w:p>
    <w:p w:rsidR="006974AE" w:rsidRDefault="006974AE" w:rsidP="006974AE">
      <w:r>
        <w:t>188.0124</w:t>
      </w:r>
      <w:r>
        <w:tab/>
        <w:t>3.038e0</w:t>
      </w:r>
    </w:p>
    <w:p w:rsidR="006974AE" w:rsidRDefault="006974AE" w:rsidP="006974AE">
      <w:r>
        <w:t>188.0226</w:t>
      </w:r>
      <w:r>
        <w:tab/>
        <w:t>1.013e0</w:t>
      </w:r>
    </w:p>
    <w:p w:rsidR="006974AE" w:rsidRDefault="006974AE" w:rsidP="006974AE">
      <w:r>
        <w:t>188.0262</w:t>
      </w:r>
      <w:r>
        <w:tab/>
        <w:t>1.013e0</w:t>
      </w:r>
    </w:p>
    <w:p w:rsidR="006974AE" w:rsidRDefault="006974AE" w:rsidP="006974AE">
      <w:r>
        <w:t>188.0277</w:t>
      </w:r>
      <w:r>
        <w:tab/>
        <w:t>2.025e0</w:t>
      </w:r>
    </w:p>
    <w:p w:rsidR="006974AE" w:rsidRDefault="006974AE" w:rsidP="006974AE">
      <w:r>
        <w:t>188.0332</w:t>
      </w:r>
      <w:r>
        <w:tab/>
        <w:t>1.013e0</w:t>
      </w:r>
    </w:p>
    <w:p w:rsidR="006974AE" w:rsidRDefault="006974AE" w:rsidP="006974AE">
      <w:r>
        <w:t>188.0517</w:t>
      </w:r>
      <w:r>
        <w:tab/>
        <w:t>1.013e0</w:t>
      </w:r>
    </w:p>
    <w:p w:rsidR="006974AE" w:rsidRDefault="006974AE" w:rsidP="006974AE">
      <w:r>
        <w:t>188.0625</w:t>
      </w:r>
      <w:r>
        <w:tab/>
        <w:t>2.025e0</w:t>
      </w:r>
    </w:p>
    <w:p w:rsidR="006974AE" w:rsidRDefault="006974AE" w:rsidP="006974AE">
      <w:r>
        <w:t>188.0736</w:t>
      </w:r>
      <w:r>
        <w:tab/>
        <w:t>1.013e0</w:t>
      </w:r>
    </w:p>
    <w:p w:rsidR="006974AE" w:rsidRDefault="006974AE" w:rsidP="006974AE">
      <w:r>
        <w:t>188.0807</w:t>
      </w:r>
      <w:r>
        <w:tab/>
        <w:t>2.025e0</w:t>
      </w:r>
    </w:p>
    <w:p w:rsidR="006974AE" w:rsidRDefault="006974AE" w:rsidP="006974AE">
      <w:r>
        <w:t>188.0988</w:t>
      </w:r>
      <w:r>
        <w:tab/>
        <w:t>1.013e0</w:t>
      </w:r>
    </w:p>
    <w:p w:rsidR="006974AE" w:rsidRDefault="006974AE" w:rsidP="006974AE">
      <w:r>
        <w:t>188.1027</w:t>
      </w:r>
      <w:r>
        <w:tab/>
        <w:t>1.013e0</w:t>
      </w:r>
    </w:p>
    <w:p w:rsidR="006974AE" w:rsidRDefault="006974AE" w:rsidP="006974AE">
      <w:r>
        <w:t>188.1049</w:t>
      </w:r>
      <w:r>
        <w:tab/>
        <w:t>3.038e0</w:t>
      </w:r>
    </w:p>
    <w:p w:rsidR="006974AE" w:rsidRDefault="006974AE" w:rsidP="006974AE">
      <w:r>
        <w:t>188.1079</w:t>
      </w:r>
      <w:r>
        <w:tab/>
        <w:t>2.025e0</w:t>
      </w:r>
    </w:p>
    <w:p w:rsidR="006974AE" w:rsidRDefault="006974AE" w:rsidP="006974AE">
      <w:r>
        <w:t>188.1209</w:t>
      </w:r>
      <w:r>
        <w:tab/>
        <w:t>1.013e0</w:t>
      </w:r>
    </w:p>
    <w:p w:rsidR="006974AE" w:rsidRDefault="006974AE" w:rsidP="006974AE">
      <w:r>
        <w:t>188.1261</w:t>
      </w:r>
      <w:r>
        <w:tab/>
        <w:t>2.025e0</w:t>
      </w:r>
    </w:p>
    <w:p w:rsidR="006974AE" w:rsidRDefault="006974AE" w:rsidP="006974AE">
      <w:r>
        <w:t>188.1280</w:t>
      </w:r>
      <w:r>
        <w:tab/>
        <w:t>1.013e0</w:t>
      </w:r>
    </w:p>
    <w:p w:rsidR="006974AE" w:rsidRDefault="006974AE" w:rsidP="006974AE">
      <w:r>
        <w:t>188.1296</w:t>
      </w:r>
      <w:r>
        <w:tab/>
        <w:t>5.063e0</w:t>
      </w:r>
    </w:p>
    <w:p w:rsidR="006974AE" w:rsidRDefault="006974AE" w:rsidP="006974AE">
      <w:r>
        <w:t>188.1316</w:t>
      </w:r>
      <w:r>
        <w:tab/>
        <w:t>2.025e0</w:t>
      </w:r>
    </w:p>
    <w:p w:rsidR="006974AE" w:rsidRDefault="006974AE" w:rsidP="006974AE">
      <w:r>
        <w:lastRenderedPageBreak/>
        <w:t>188.1327</w:t>
      </w:r>
      <w:r>
        <w:tab/>
        <w:t>3.038e0</w:t>
      </w:r>
    </w:p>
    <w:p w:rsidR="006974AE" w:rsidRDefault="006974AE" w:rsidP="006974AE">
      <w:r>
        <w:t>188.1389</w:t>
      </w:r>
      <w:r>
        <w:tab/>
        <w:t>3.038e0</w:t>
      </w:r>
    </w:p>
    <w:p w:rsidR="006974AE" w:rsidRDefault="006974AE" w:rsidP="006974AE">
      <w:r>
        <w:t>188.1428</w:t>
      </w:r>
      <w:r>
        <w:tab/>
        <w:t>1.013e0</w:t>
      </w:r>
    </w:p>
    <w:p w:rsidR="006974AE" w:rsidRDefault="006974AE" w:rsidP="006974AE">
      <w:r>
        <w:t>188.1608</w:t>
      </w:r>
      <w:r>
        <w:tab/>
        <w:t>1.013e0</w:t>
      </w:r>
    </w:p>
    <w:p w:rsidR="006974AE" w:rsidRDefault="006974AE" w:rsidP="006974AE">
      <w:r>
        <w:t>188.1662</w:t>
      </w:r>
      <w:r>
        <w:tab/>
        <w:t>3.038e0</w:t>
      </w:r>
    </w:p>
    <w:p w:rsidR="006974AE" w:rsidRDefault="006974AE" w:rsidP="006974AE">
      <w:r>
        <w:t>188.1681</w:t>
      </w:r>
      <w:r>
        <w:tab/>
        <w:t>1.013e0</w:t>
      </w:r>
    </w:p>
    <w:p w:rsidR="006974AE" w:rsidRDefault="006974AE" w:rsidP="006974AE">
      <w:r>
        <w:t>188.1754</w:t>
      </w:r>
      <w:r>
        <w:tab/>
        <w:t>1.013e0</w:t>
      </w:r>
    </w:p>
    <w:p w:rsidR="006974AE" w:rsidRDefault="006974AE" w:rsidP="006974AE">
      <w:r>
        <w:t>188.2303</w:t>
      </w:r>
      <w:r>
        <w:tab/>
        <w:t>1.013e0</w:t>
      </w:r>
    </w:p>
    <w:p w:rsidR="006974AE" w:rsidRDefault="006974AE" w:rsidP="006974AE">
      <w:r>
        <w:t>188.2337</w:t>
      </w:r>
      <w:r>
        <w:tab/>
        <w:t>1.013e0</w:t>
      </w:r>
    </w:p>
    <w:p w:rsidR="006974AE" w:rsidRDefault="006974AE" w:rsidP="006974AE">
      <w:r>
        <w:t>188.2555</w:t>
      </w:r>
      <w:r>
        <w:tab/>
        <w:t>1.013e0</w:t>
      </w:r>
    </w:p>
    <w:p w:rsidR="006974AE" w:rsidRDefault="006974AE" w:rsidP="006974AE">
      <w:r>
        <w:t>188.2813</w:t>
      </w:r>
      <w:r>
        <w:tab/>
        <w:t>1.013e0</w:t>
      </w:r>
    </w:p>
    <w:p w:rsidR="006974AE" w:rsidRDefault="006974AE" w:rsidP="006974AE">
      <w:r>
        <w:t>188.2847</w:t>
      </w:r>
      <w:r>
        <w:tab/>
        <w:t>2.025e0</w:t>
      </w:r>
    </w:p>
    <w:p w:rsidR="006974AE" w:rsidRDefault="006974AE" w:rsidP="006974AE">
      <w:r>
        <w:t>188.2922</w:t>
      </w:r>
      <w:r>
        <w:tab/>
        <w:t>1.013e0</w:t>
      </w:r>
    </w:p>
    <w:p w:rsidR="006974AE" w:rsidRDefault="006974AE" w:rsidP="006974AE">
      <w:r>
        <w:t>188.2993</w:t>
      </w:r>
      <w:r>
        <w:tab/>
        <w:t>1.013e0</w:t>
      </w:r>
    </w:p>
    <w:p w:rsidR="006974AE" w:rsidRDefault="006974AE" w:rsidP="006974AE">
      <w:r>
        <w:t>188.3323</w:t>
      </w:r>
      <w:r>
        <w:tab/>
        <w:t>2.025e0</w:t>
      </w:r>
    </w:p>
    <w:p w:rsidR="006974AE" w:rsidRDefault="006974AE" w:rsidP="006974AE">
      <w:r>
        <w:t>188.3433</w:t>
      </w:r>
      <w:r>
        <w:tab/>
        <w:t>2.025e0</w:t>
      </w:r>
    </w:p>
    <w:p w:rsidR="006974AE" w:rsidRDefault="006974AE" w:rsidP="006974AE">
      <w:r>
        <w:t>188.3540</w:t>
      </w:r>
      <w:r>
        <w:tab/>
        <w:t>1.013e0</w:t>
      </w:r>
    </w:p>
    <w:p w:rsidR="006974AE" w:rsidRDefault="006974AE" w:rsidP="006974AE">
      <w:r>
        <w:t>188.3651</w:t>
      </w:r>
      <w:r>
        <w:tab/>
        <w:t>1.013e0</w:t>
      </w:r>
    </w:p>
    <w:p w:rsidR="006974AE" w:rsidRDefault="006974AE" w:rsidP="006974AE">
      <w:r>
        <w:t>188.3870</w:t>
      </w:r>
      <w:r>
        <w:tab/>
        <w:t>2.025e0</w:t>
      </w:r>
    </w:p>
    <w:p w:rsidR="006974AE" w:rsidRDefault="006974AE" w:rsidP="006974AE">
      <w:r>
        <w:lastRenderedPageBreak/>
        <w:t>188.4269</w:t>
      </w:r>
      <w:r>
        <w:tab/>
        <w:t>1.013e0</w:t>
      </w:r>
    </w:p>
    <w:p w:rsidR="006974AE" w:rsidRDefault="006974AE" w:rsidP="006974AE">
      <w:r>
        <w:t>188.4526</w:t>
      </w:r>
      <w:r>
        <w:tab/>
        <w:t>1.013e0</w:t>
      </w:r>
    </w:p>
    <w:p w:rsidR="006974AE" w:rsidRDefault="006974AE" w:rsidP="006974AE">
      <w:r>
        <w:t>188.4597</w:t>
      </w:r>
      <w:r>
        <w:tab/>
        <w:t>1.013e0</w:t>
      </w:r>
    </w:p>
    <w:p w:rsidR="006974AE" w:rsidRDefault="006974AE" w:rsidP="006974AE">
      <w:r>
        <w:t>188.4672</w:t>
      </w:r>
      <w:r>
        <w:tab/>
        <w:t>3.038e0</w:t>
      </w:r>
    </w:p>
    <w:p w:rsidR="006974AE" w:rsidRDefault="006974AE" w:rsidP="006974AE">
      <w:r>
        <w:t>188.4925</w:t>
      </w:r>
      <w:r>
        <w:tab/>
        <w:t>1.013e0</w:t>
      </w:r>
    </w:p>
    <w:p w:rsidR="006974AE" w:rsidRDefault="006974AE" w:rsidP="006974AE">
      <w:r>
        <w:t>188.5034</w:t>
      </w:r>
      <w:r>
        <w:tab/>
        <w:t>1.013e0</w:t>
      </w:r>
    </w:p>
    <w:p w:rsidR="006974AE" w:rsidRDefault="006974AE" w:rsidP="006974AE">
      <w:r>
        <w:t>188.5091</w:t>
      </w:r>
      <w:r>
        <w:tab/>
        <w:t>2.025e0</w:t>
      </w:r>
    </w:p>
    <w:p w:rsidR="006974AE" w:rsidRDefault="006974AE" w:rsidP="006974AE">
      <w:r>
        <w:t>188.5192</w:t>
      </w:r>
      <w:r>
        <w:tab/>
        <w:t>3.038e0</w:t>
      </w:r>
    </w:p>
    <w:p w:rsidR="006974AE" w:rsidRDefault="006974AE" w:rsidP="006974AE">
      <w:r>
        <w:t>188.5219</w:t>
      </w:r>
      <w:r>
        <w:tab/>
        <w:t>1.013e0</w:t>
      </w:r>
    </w:p>
    <w:p w:rsidR="006974AE" w:rsidRDefault="006974AE" w:rsidP="006974AE">
      <w:r>
        <w:t>188.5289</w:t>
      </w:r>
      <w:r>
        <w:tab/>
        <w:t>1.013e0</w:t>
      </w:r>
    </w:p>
    <w:p w:rsidR="006974AE" w:rsidRDefault="006974AE" w:rsidP="006974AE">
      <w:r>
        <w:t>188.5328</w:t>
      </w:r>
      <w:r>
        <w:tab/>
        <w:t>1.013e0</w:t>
      </w:r>
    </w:p>
    <w:p w:rsidR="006974AE" w:rsidRDefault="006974AE" w:rsidP="006974AE">
      <w:r>
        <w:t>188.5545</w:t>
      </w:r>
      <w:r>
        <w:tab/>
        <w:t>1.013e0</w:t>
      </w:r>
    </w:p>
    <w:p w:rsidR="006974AE" w:rsidRDefault="006974AE" w:rsidP="006974AE">
      <w:r>
        <w:t>188.5620</w:t>
      </w:r>
      <w:r>
        <w:tab/>
        <w:t>1.013e0</w:t>
      </w:r>
    </w:p>
    <w:p w:rsidR="006974AE" w:rsidRDefault="006974AE" w:rsidP="006974AE">
      <w:r>
        <w:t>188.5656</w:t>
      </w:r>
      <w:r>
        <w:tab/>
        <w:t>1.013e0</w:t>
      </w:r>
    </w:p>
    <w:p w:rsidR="006974AE" w:rsidRDefault="006974AE" w:rsidP="006974AE">
      <w:r>
        <w:t>188.5692</w:t>
      </w:r>
      <w:r>
        <w:tab/>
        <w:t>2.025e0</w:t>
      </w:r>
    </w:p>
    <w:p w:rsidR="006974AE" w:rsidRDefault="006974AE" w:rsidP="006974AE">
      <w:r>
        <w:t>188.5912</w:t>
      </w:r>
      <w:r>
        <w:tab/>
        <w:t>1.013e0</w:t>
      </w:r>
    </w:p>
    <w:p w:rsidR="006974AE" w:rsidRDefault="006974AE" w:rsidP="006974AE">
      <w:r>
        <w:t>188.6057</w:t>
      </w:r>
      <w:r>
        <w:tab/>
        <w:t>1.013e0</w:t>
      </w:r>
    </w:p>
    <w:p w:rsidR="006974AE" w:rsidRDefault="006974AE" w:rsidP="006974AE">
      <w:r>
        <w:t>188.6072</w:t>
      </w:r>
      <w:r>
        <w:tab/>
        <w:t>3.038e0</w:t>
      </w:r>
    </w:p>
    <w:p w:rsidR="006974AE" w:rsidRDefault="006974AE" w:rsidP="006974AE">
      <w:r>
        <w:t>188.6420</w:t>
      </w:r>
      <w:r>
        <w:tab/>
        <w:t>2.025e0</w:t>
      </w:r>
    </w:p>
    <w:p w:rsidR="006974AE" w:rsidRDefault="006974AE" w:rsidP="006974AE">
      <w:r>
        <w:lastRenderedPageBreak/>
        <w:t>188.6604</w:t>
      </w:r>
      <w:r>
        <w:tab/>
        <w:t>1.013e0</w:t>
      </w:r>
    </w:p>
    <w:p w:rsidR="006974AE" w:rsidRDefault="006974AE" w:rsidP="006974AE">
      <w:r>
        <w:t>188.6894</w:t>
      </w:r>
      <w:r>
        <w:tab/>
        <w:t>1.013e0</w:t>
      </w:r>
    </w:p>
    <w:p w:rsidR="006974AE" w:rsidRDefault="006974AE" w:rsidP="006974AE">
      <w:r>
        <w:t>188.7039</w:t>
      </w:r>
      <w:r>
        <w:tab/>
        <w:t>1.013e0</w:t>
      </w:r>
    </w:p>
    <w:p w:rsidR="006974AE" w:rsidRDefault="006974AE" w:rsidP="006974AE">
      <w:r>
        <w:t>188.7078</w:t>
      </w:r>
      <w:r>
        <w:tab/>
        <w:t>1.013e0</w:t>
      </w:r>
    </w:p>
    <w:p w:rsidR="006974AE" w:rsidRDefault="006974AE" w:rsidP="006974AE">
      <w:r>
        <w:t>188.7185</w:t>
      </w:r>
      <w:r>
        <w:tab/>
        <w:t>2.025e0</w:t>
      </w:r>
    </w:p>
    <w:p w:rsidR="006974AE" w:rsidRDefault="006974AE" w:rsidP="006974AE">
      <w:r>
        <w:t>188.7315</w:t>
      </w:r>
      <w:r>
        <w:tab/>
        <w:t>2.025e0</w:t>
      </w:r>
    </w:p>
    <w:p w:rsidR="006974AE" w:rsidRDefault="006974AE" w:rsidP="006974AE">
      <w:r>
        <w:t>188.7498</w:t>
      </w:r>
      <w:r>
        <w:tab/>
        <w:t>2.025e0</w:t>
      </w:r>
    </w:p>
    <w:p w:rsidR="006974AE" w:rsidRDefault="006974AE" w:rsidP="006974AE">
      <w:r>
        <w:t>188.7536</w:t>
      </w:r>
      <w:r>
        <w:tab/>
        <w:t>2.025e0</w:t>
      </w:r>
    </w:p>
    <w:p w:rsidR="006974AE" w:rsidRDefault="006974AE" w:rsidP="006974AE">
      <w:r>
        <w:t>188.7623</w:t>
      </w:r>
      <w:r>
        <w:tab/>
        <w:t>1.013e0</w:t>
      </w:r>
    </w:p>
    <w:p w:rsidR="006974AE" w:rsidRDefault="006974AE" w:rsidP="006974AE">
      <w:r>
        <w:t>188.7772</w:t>
      </w:r>
      <w:r>
        <w:tab/>
        <w:t>1.013e0</w:t>
      </w:r>
    </w:p>
    <w:p w:rsidR="006974AE" w:rsidRDefault="006974AE" w:rsidP="006974AE">
      <w:r>
        <w:t>188.7845</w:t>
      </w:r>
      <w:r>
        <w:tab/>
        <w:t>1.013e0</w:t>
      </w:r>
    </w:p>
    <w:p w:rsidR="006974AE" w:rsidRDefault="006974AE" w:rsidP="006974AE">
      <w:r>
        <w:t>188.8099</w:t>
      </w:r>
      <w:r>
        <w:tab/>
        <w:t>1.013e0</w:t>
      </w:r>
    </w:p>
    <w:p w:rsidR="006974AE" w:rsidRDefault="006974AE" w:rsidP="006974AE">
      <w:r>
        <w:t>188.8502</w:t>
      </w:r>
      <w:r>
        <w:tab/>
        <w:t>1.013e0</w:t>
      </w:r>
    </w:p>
    <w:p w:rsidR="006974AE" w:rsidRDefault="006974AE" w:rsidP="006974AE">
      <w:r>
        <w:t>188.8577</w:t>
      </w:r>
      <w:r>
        <w:tab/>
        <w:t>1.013e0</w:t>
      </w:r>
    </w:p>
    <w:p w:rsidR="006974AE" w:rsidRDefault="006974AE" w:rsidP="006974AE">
      <w:r>
        <w:t>188.8611</w:t>
      </w:r>
      <w:r>
        <w:tab/>
        <w:t>2.025e0</w:t>
      </w:r>
    </w:p>
    <w:p w:rsidR="006974AE" w:rsidRDefault="006974AE" w:rsidP="006974AE">
      <w:r>
        <w:t>188.8651</w:t>
      </w:r>
      <w:r>
        <w:tab/>
        <w:t>1.013e0</w:t>
      </w:r>
    </w:p>
    <w:p w:rsidR="006974AE" w:rsidRDefault="006974AE" w:rsidP="006974AE">
      <w:r>
        <w:t>188.8687</w:t>
      </w:r>
      <w:r>
        <w:tab/>
        <w:t>1.013e0</w:t>
      </w:r>
    </w:p>
    <w:p w:rsidR="006974AE" w:rsidRDefault="006974AE" w:rsidP="006974AE">
      <w:r>
        <w:t>188.8941</w:t>
      </w:r>
      <w:r>
        <w:tab/>
        <w:t>1.013e0</w:t>
      </w:r>
    </w:p>
    <w:p w:rsidR="006974AE" w:rsidRDefault="006974AE" w:rsidP="006974AE">
      <w:r>
        <w:t>188.9072</w:t>
      </w:r>
      <w:r>
        <w:tab/>
        <w:t>2.025e0</w:t>
      </w:r>
    </w:p>
    <w:p w:rsidR="006974AE" w:rsidRDefault="006974AE" w:rsidP="006974AE">
      <w:r>
        <w:lastRenderedPageBreak/>
        <w:t>188.9087</w:t>
      </w:r>
      <w:r>
        <w:tab/>
        <w:t>1.013e0</w:t>
      </w:r>
    </w:p>
    <w:p w:rsidR="006974AE" w:rsidRDefault="006974AE" w:rsidP="006974AE">
      <w:r>
        <w:t>188.9126</w:t>
      </w:r>
      <w:r>
        <w:tab/>
        <w:t>1.013e0</w:t>
      </w:r>
    </w:p>
    <w:p w:rsidR="006974AE" w:rsidRDefault="006974AE" w:rsidP="006974AE">
      <w:r>
        <w:t>188.9234</w:t>
      </w:r>
      <w:r>
        <w:tab/>
        <w:t>1.013e0</w:t>
      </w:r>
    </w:p>
    <w:p w:rsidR="006974AE" w:rsidRDefault="006974AE" w:rsidP="006974AE">
      <w:r>
        <w:t>188.9420</w:t>
      </w:r>
      <w:r>
        <w:tab/>
        <w:t>2.025e0</w:t>
      </w:r>
    </w:p>
    <w:p w:rsidR="006974AE" w:rsidRDefault="006974AE" w:rsidP="006974AE">
      <w:r>
        <w:t>188.9566</w:t>
      </w:r>
      <w:r>
        <w:tab/>
        <w:t>1.013e0</w:t>
      </w:r>
    </w:p>
    <w:p w:rsidR="006974AE" w:rsidRDefault="006974AE" w:rsidP="006974AE">
      <w:r>
        <w:t>188.9603</w:t>
      </w:r>
      <w:r>
        <w:tab/>
        <w:t>2.025e0</w:t>
      </w:r>
    </w:p>
    <w:p w:rsidR="006974AE" w:rsidRDefault="006974AE" w:rsidP="006974AE">
      <w:r>
        <w:t>188.9746</w:t>
      </w:r>
      <w:r>
        <w:tab/>
        <w:t>1.013e0</w:t>
      </w:r>
    </w:p>
    <w:p w:rsidR="006974AE" w:rsidRDefault="006974AE" w:rsidP="006974AE">
      <w:r>
        <w:t>188.9783</w:t>
      </w:r>
      <w:r>
        <w:tab/>
        <w:t>1.013e0</w:t>
      </w:r>
    </w:p>
    <w:p w:rsidR="006974AE" w:rsidRDefault="006974AE" w:rsidP="006974AE">
      <w:r>
        <w:t>188.9859</w:t>
      </w:r>
      <w:r>
        <w:tab/>
        <w:t>1.013e0</w:t>
      </w:r>
    </w:p>
    <w:p w:rsidR="006974AE" w:rsidRDefault="006974AE" w:rsidP="006974AE">
      <w:r>
        <w:t>188.9922</w:t>
      </w:r>
      <w:r>
        <w:tab/>
        <w:t>3.038e0</w:t>
      </w:r>
    </w:p>
    <w:p w:rsidR="006974AE" w:rsidRDefault="006974AE" w:rsidP="006974AE">
      <w:r>
        <w:t>188.9993</w:t>
      </w:r>
      <w:r>
        <w:tab/>
        <w:t>4.051e0</w:t>
      </w:r>
    </w:p>
    <w:p w:rsidR="006974AE" w:rsidRDefault="006974AE" w:rsidP="006974AE">
      <w:r>
        <w:t>189.0003</w:t>
      </w:r>
      <w:r>
        <w:tab/>
        <w:t>1.013e0</w:t>
      </w:r>
    </w:p>
    <w:p w:rsidR="006974AE" w:rsidRDefault="006974AE" w:rsidP="006974AE">
      <w:r>
        <w:t>189.0078</w:t>
      </w:r>
      <w:r>
        <w:tab/>
        <w:t>1.013e0</w:t>
      </w:r>
    </w:p>
    <w:p w:rsidR="006974AE" w:rsidRDefault="006974AE" w:rsidP="006974AE">
      <w:r>
        <w:t>189.0186</w:t>
      </w:r>
      <w:r>
        <w:tab/>
        <w:t>3.038e0</w:t>
      </w:r>
    </w:p>
    <w:p w:rsidR="006974AE" w:rsidRDefault="006974AE" w:rsidP="006974AE">
      <w:r>
        <w:t>189.0442</w:t>
      </w:r>
      <w:r>
        <w:tab/>
        <w:t>1.013e0</w:t>
      </w:r>
    </w:p>
    <w:p w:rsidR="006974AE" w:rsidRDefault="006974AE" w:rsidP="006974AE">
      <w:r>
        <w:t>189.0699</w:t>
      </w:r>
      <w:r>
        <w:tab/>
        <w:t>1.013e0</w:t>
      </w:r>
    </w:p>
    <w:p w:rsidR="006974AE" w:rsidRDefault="006974AE" w:rsidP="006974AE">
      <w:r>
        <w:t>189.0735</w:t>
      </w:r>
      <w:r>
        <w:tab/>
        <w:t>1.013e0</w:t>
      </w:r>
    </w:p>
    <w:p w:rsidR="006974AE" w:rsidRDefault="006974AE" w:rsidP="006974AE">
      <w:r>
        <w:t>189.0772</w:t>
      </w:r>
      <w:r>
        <w:tab/>
        <w:t>1.013e0</w:t>
      </w:r>
    </w:p>
    <w:p w:rsidR="006974AE" w:rsidRDefault="006974AE" w:rsidP="006974AE">
      <w:r>
        <w:t>189.0811</w:t>
      </w:r>
      <w:r>
        <w:tab/>
        <w:t>1.013e0</w:t>
      </w:r>
    </w:p>
    <w:p w:rsidR="006974AE" w:rsidRDefault="006974AE" w:rsidP="006974AE">
      <w:r>
        <w:lastRenderedPageBreak/>
        <w:t>189.0884</w:t>
      </w:r>
      <w:r>
        <w:tab/>
        <w:t>2.025e0</w:t>
      </w:r>
    </w:p>
    <w:p w:rsidR="006974AE" w:rsidRDefault="006974AE" w:rsidP="006974AE">
      <w:r>
        <w:t>189.0992</w:t>
      </w:r>
      <w:r>
        <w:tab/>
        <w:t>2.025e0</w:t>
      </w:r>
    </w:p>
    <w:p w:rsidR="006974AE" w:rsidRDefault="006974AE" w:rsidP="006974AE">
      <w:r>
        <w:t>189.1028</w:t>
      </w:r>
      <w:r>
        <w:tab/>
        <w:t>2.025e0</w:t>
      </w:r>
    </w:p>
    <w:p w:rsidR="006974AE" w:rsidRDefault="006974AE" w:rsidP="006974AE">
      <w:r>
        <w:t>189.1065</w:t>
      </w:r>
      <w:r>
        <w:tab/>
        <w:t>2.025e0</w:t>
      </w:r>
    </w:p>
    <w:p w:rsidR="006974AE" w:rsidRDefault="006974AE" w:rsidP="006974AE">
      <w:r>
        <w:t>189.1104</w:t>
      </w:r>
      <w:r>
        <w:tab/>
        <w:t>1.013e0</w:t>
      </w:r>
    </w:p>
    <w:p w:rsidR="006974AE" w:rsidRDefault="006974AE" w:rsidP="006974AE">
      <w:r>
        <w:t>189.1177</w:t>
      </w:r>
      <w:r>
        <w:tab/>
        <w:t>2.025e0</w:t>
      </w:r>
    </w:p>
    <w:p w:rsidR="006974AE" w:rsidRDefault="006974AE" w:rsidP="006974AE">
      <w:r>
        <w:t>189.1266</w:t>
      </w:r>
      <w:r>
        <w:tab/>
        <w:t>2.025e0</w:t>
      </w:r>
    </w:p>
    <w:p w:rsidR="006974AE" w:rsidRDefault="006974AE" w:rsidP="006974AE">
      <w:r>
        <w:t>189.1397</w:t>
      </w:r>
      <w:r>
        <w:tab/>
        <w:t>1.013e0</w:t>
      </w:r>
    </w:p>
    <w:p w:rsidR="006974AE" w:rsidRDefault="006974AE" w:rsidP="006974AE">
      <w:r>
        <w:t>189.1432</w:t>
      </w:r>
      <w:r>
        <w:tab/>
        <w:t>2.025e0</w:t>
      </w:r>
    </w:p>
    <w:p w:rsidR="006974AE" w:rsidRDefault="006974AE" w:rsidP="006974AE">
      <w:r>
        <w:t>189.1469</w:t>
      </w:r>
      <w:r>
        <w:tab/>
        <w:t>2.025e0</w:t>
      </w:r>
    </w:p>
    <w:p w:rsidR="006974AE" w:rsidRDefault="006974AE" w:rsidP="006974AE">
      <w:r>
        <w:t>189.1505</w:t>
      </w:r>
      <w:r>
        <w:tab/>
        <w:t>1.013e0</w:t>
      </w:r>
    </w:p>
    <w:p w:rsidR="006974AE" w:rsidRDefault="006974AE" w:rsidP="006974AE">
      <w:r>
        <w:t>189.1581</w:t>
      </w:r>
      <w:r>
        <w:tab/>
        <w:t>1.013e0</w:t>
      </w:r>
    </w:p>
    <w:p w:rsidR="006974AE" w:rsidRDefault="006974AE" w:rsidP="006974AE">
      <w:r>
        <w:t>189.1688</w:t>
      </w:r>
      <w:r>
        <w:tab/>
        <w:t>1.013e0</w:t>
      </w:r>
    </w:p>
    <w:p w:rsidR="006974AE" w:rsidRDefault="006974AE" w:rsidP="006974AE">
      <w:r>
        <w:t>189.1725</w:t>
      </w:r>
      <w:r>
        <w:tab/>
        <w:t>2.025e0</w:t>
      </w:r>
    </w:p>
    <w:p w:rsidR="006974AE" w:rsidRDefault="006974AE" w:rsidP="006974AE">
      <w:r>
        <w:t>189.1983</w:t>
      </w:r>
      <w:r>
        <w:tab/>
        <w:t>2.025e0</w:t>
      </w:r>
    </w:p>
    <w:p w:rsidR="006974AE" w:rsidRDefault="006974AE" w:rsidP="006974AE">
      <w:r>
        <w:t>189.2020</w:t>
      </w:r>
      <w:r>
        <w:tab/>
        <w:t>1.013e0</w:t>
      </w:r>
    </w:p>
    <w:p w:rsidR="006974AE" w:rsidRDefault="006974AE" w:rsidP="006974AE">
      <w:r>
        <w:t>189.2277</w:t>
      </w:r>
      <w:r>
        <w:tab/>
        <w:t>1.013e0</w:t>
      </w:r>
    </w:p>
    <w:p w:rsidR="006974AE" w:rsidRDefault="006974AE" w:rsidP="006974AE">
      <w:r>
        <w:t>189.2314</w:t>
      </w:r>
      <w:r>
        <w:tab/>
        <w:t>1.013e0</w:t>
      </w:r>
    </w:p>
    <w:p w:rsidR="006974AE" w:rsidRDefault="006974AE" w:rsidP="006974AE">
      <w:r>
        <w:t>189.2349</w:t>
      </w:r>
      <w:r>
        <w:tab/>
        <w:t>2.025e0</w:t>
      </w:r>
    </w:p>
    <w:p w:rsidR="006974AE" w:rsidRDefault="006974AE" w:rsidP="006974AE">
      <w:r>
        <w:lastRenderedPageBreak/>
        <w:t>189.2531</w:t>
      </w:r>
      <w:r>
        <w:tab/>
        <w:t>1.013e0</w:t>
      </w:r>
    </w:p>
    <w:p w:rsidR="006974AE" w:rsidRDefault="006974AE" w:rsidP="006974AE">
      <w:r>
        <w:t>189.2896</w:t>
      </w:r>
      <w:r>
        <w:tab/>
        <w:t>1.013e0</w:t>
      </w:r>
    </w:p>
    <w:p w:rsidR="006974AE" w:rsidRDefault="006974AE" w:rsidP="006974AE">
      <w:r>
        <w:t>189.3519</w:t>
      </w:r>
      <w:r>
        <w:tab/>
        <w:t>3.038e0</w:t>
      </w:r>
    </w:p>
    <w:p w:rsidR="006974AE" w:rsidRDefault="006974AE" w:rsidP="006974AE">
      <w:r>
        <w:t>189.3553</w:t>
      </w:r>
      <w:r>
        <w:tab/>
        <w:t>1.013e0</w:t>
      </w:r>
    </w:p>
    <w:p w:rsidR="006974AE" w:rsidRDefault="006974AE" w:rsidP="006974AE">
      <w:r>
        <w:t>189.3738</w:t>
      </w:r>
      <w:r>
        <w:tab/>
        <w:t>1.013e0</w:t>
      </w:r>
    </w:p>
    <w:p w:rsidR="006974AE" w:rsidRDefault="006974AE" w:rsidP="006974AE">
      <w:r>
        <w:t>189.3809</w:t>
      </w:r>
      <w:r>
        <w:tab/>
        <w:t>2.025e0</w:t>
      </w:r>
    </w:p>
    <w:p w:rsidR="006974AE" w:rsidRDefault="006974AE" w:rsidP="006974AE">
      <w:r>
        <w:t>189.3884</w:t>
      </w:r>
      <w:r>
        <w:tab/>
        <w:t>1.013e0</w:t>
      </w:r>
    </w:p>
    <w:p w:rsidR="006974AE" w:rsidRDefault="006974AE" w:rsidP="006974AE">
      <w:r>
        <w:t>189.3921</w:t>
      </w:r>
      <w:r>
        <w:tab/>
        <w:t>1.013e0</w:t>
      </w:r>
    </w:p>
    <w:p w:rsidR="006974AE" w:rsidRDefault="006974AE" w:rsidP="006974AE">
      <w:r>
        <w:t>189.3957</w:t>
      </w:r>
      <w:r>
        <w:tab/>
        <w:t>1.013e0</w:t>
      </w:r>
    </w:p>
    <w:p w:rsidR="006974AE" w:rsidRDefault="006974AE" w:rsidP="006974AE">
      <w:r>
        <w:t>189.3991</w:t>
      </w:r>
      <w:r>
        <w:tab/>
        <w:t>1.013e0</w:t>
      </w:r>
    </w:p>
    <w:p w:rsidR="006974AE" w:rsidRDefault="006974AE" w:rsidP="006974AE">
      <w:r>
        <w:t>189.4064</w:t>
      </w:r>
      <w:r>
        <w:tab/>
        <w:t>1.013e0</w:t>
      </w:r>
    </w:p>
    <w:p w:rsidR="006974AE" w:rsidRDefault="006974AE" w:rsidP="006974AE">
      <w:r>
        <w:t>189.4158</w:t>
      </w:r>
      <w:r>
        <w:tab/>
        <w:t>2.025e0</w:t>
      </w:r>
    </w:p>
    <w:p w:rsidR="006974AE" w:rsidRDefault="006974AE" w:rsidP="006974AE">
      <w:r>
        <w:t>189.4322</w:t>
      </w:r>
      <w:r>
        <w:tab/>
        <w:t>1.013e0</w:t>
      </w:r>
    </w:p>
    <w:p w:rsidR="006974AE" w:rsidRDefault="006974AE" w:rsidP="006974AE">
      <w:r>
        <w:t>189.4576</w:t>
      </w:r>
      <w:r>
        <w:tab/>
        <w:t>1.013e0</w:t>
      </w:r>
    </w:p>
    <w:p w:rsidR="006974AE" w:rsidRDefault="006974AE" w:rsidP="006974AE">
      <w:r>
        <w:t>189.4612</w:t>
      </w:r>
      <w:r>
        <w:tab/>
        <w:t>1.013e0</w:t>
      </w:r>
    </w:p>
    <w:p w:rsidR="006974AE" w:rsidRDefault="006974AE" w:rsidP="006974AE">
      <w:r>
        <w:t>189.4688</w:t>
      </w:r>
      <w:r>
        <w:tab/>
        <w:t>1.013e0</w:t>
      </w:r>
    </w:p>
    <w:p w:rsidR="006974AE" w:rsidRDefault="006974AE" w:rsidP="006974AE">
      <w:r>
        <w:t>189.4888</w:t>
      </w:r>
      <w:r>
        <w:tab/>
        <w:t>2.025e0</w:t>
      </w:r>
    </w:p>
    <w:p w:rsidR="006974AE" w:rsidRDefault="006974AE" w:rsidP="006974AE">
      <w:r>
        <w:t>189.4980</w:t>
      </w:r>
      <w:r>
        <w:tab/>
        <w:t>1.013e0</w:t>
      </w:r>
    </w:p>
    <w:p w:rsidR="006974AE" w:rsidRDefault="006974AE" w:rsidP="006974AE">
      <w:r>
        <w:t>189.5197</w:t>
      </w:r>
      <w:r>
        <w:tab/>
        <w:t>2.025e0</w:t>
      </w:r>
    </w:p>
    <w:p w:rsidR="006974AE" w:rsidRDefault="006974AE" w:rsidP="006974AE">
      <w:r>
        <w:lastRenderedPageBreak/>
        <w:t>189.5403</w:t>
      </w:r>
      <w:r>
        <w:tab/>
        <w:t>1.429e0</w:t>
      </w:r>
    </w:p>
    <w:p w:rsidR="006974AE" w:rsidRDefault="006974AE" w:rsidP="006974AE">
      <w:r>
        <w:t>189.5528</w:t>
      </w:r>
      <w:r>
        <w:tab/>
        <w:t>1.013e0</w:t>
      </w:r>
    </w:p>
    <w:p w:rsidR="006974AE" w:rsidRDefault="006974AE" w:rsidP="006974AE">
      <w:r>
        <w:t>189.5581</w:t>
      </w:r>
      <w:r>
        <w:tab/>
        <w:t>2.025e0</w:t>
      </w:r>
    </w:p>
    <w:p w:rsidR="006974AE" w:rsidRDefault="006974AE" w:rsidP="006974AE">
      <w:r>
        <w:t>189.5599</w:t>
      </w:r>
      <w:r>
        <w:tab/>
        <w:t>1.013e0</w:t>
      </w:r>
    </w:p>
    <w:p w:rsidR="006974AE" w:rsidRDefault="006974AE" w:rsidP="006974AE">
      <w:r>
        <w:t>189.5617</w:t>
      </w:r>
      <w:r>
        <w:tab/>
        <w:t>2.025e0</w:t>
      </w:r>
    </w:p>
    <w:p w:rsidR="006974AE" w:rsidRDefault="006974AE" w:rsidP="006974AE">
      <w:r>
        <w:t>189.5985</w:t>
      </w:r>
      <w:r>
        <w:tab/>
        <w:t>2.025e0</w:t>
      </w:r>
    </w:p>
    <w:p w:rsidR="006974AE" w:rsidRDefault="006974AE" w:rsidP="006974AE">
      <w:r>
        <w:t>189.6058</w:t>
      </w:r>
      <w:r>
        <w:tab/>
        <w:t>2.025e0</w:t>
      </w:r>
    </w:p>
    <w:p w:rsidR="006974AE" w:rsidRDefault="006974AE" w:rsidP="006974AE">
      <w:r>
        <w:t>189.6076</w:t>
      </w:r>
      <w:r>
        <w:tab/>
        <w:t>1.013e0</w:t>
      </w:r>
    </w:p>
    <w:p w:rsidR="006974AE" w:rsidRDefault="006974AE" w:rsidP="006974AE">
      <w:r>
        <w:t>189.6183</w:t>
      </w:r>
      <w:r>
        <w:tab/>
        <w:t>1.013e0</w:t>
      </w:r>
    </w:p>
    <w:p w:rsidR="006974AE" w:rsidRDefault="006974AE" w:rsidP="006974AE">
      <w:r>
        <w:t>189.6405</w:t>
      </w:r>
      <w:r>
        <w:tab/>
        <w:t>1.013e0</w:t>
      </w:r>
    </w:p>
    <w:p w:rsidR="006974AE" w:rsidRDefault="006974AE" w:rsidP="006974AE">
      <w:r>
        <w:t>189.6476</w:t>
      </w:r>
      <w:r>
        <w:tab/>
        <w:t>2.025e0</w:t>
      </w:r>
    </w:p>
    <w:p w:rsidR="006974AE" w:rsidRDefault="006974AE" w:rsidP="006974AE">
      <w:r>
        <w:t>189.6679</w:t>
      </w:r>
      <w:r>
        <w:tab/>
        <w:t>2.025e0</w:t>
      </w:r>
    </w:p>
    <w:p w:rsidR="006974AE" w:rsidRDefault="006974AE" w:rsidP="006974AE">
      <w:r>
        <w:t>189.6807</w:t>
      </w:r>
      <w:r>
        <w:tab/>
        <w:t>1.013e0</w:t>
      </w:r>
    </w:p>
    <w:p w:rsidR="006974AE" w:rsidRDefault="006974AE" w:rsidP="006974AE">
      <w:r>
        <w:t>189.6844</w:t>
      </w:r>
      <w:r>
        <w:tab/>
        <w:t>1.013e0</w:t>
      </w:r>
    </w:p>
    <w:p w:rsidR="006974AE" w:rsidRDefault="006974AE" w:rsidP="006974AE">
      <w:r>
        <w:t>189.7117</w:t>
      </w:r>
      <w:r>
        <w:tab/>
        <w:t>3.038e0</w:t>
      </w:r>
    </w:p>
    <w:p w:rsidR="006974AE" w:rsidRDefault="006974AE" w:rsidP="006974AE">
      <w:r>
        <w:t>189.7134</w:t>
      </w:r>
      <w:r>
        <w:tab/>
        <w:t>2.025e0</w:t>
      </w:r>
    </w:p>
    <w:p w:rsidR="006974AE" w:rsidRDefault="006974AE" w:rsidP="006974AE">
      <w:r>
        <w:t>189.7173</w:t>
      </w:r>
      <w:r>
        <w:tab/>
        <w:t>2.025e0</w:t>
      </w:r>
    </w:p>
    <w:p w:rsidR="006974AE" w:rsidRDefault="006974AE" w:rsidP="006974AE">
      <w:r>
        <w:t>189.7518</w:t>
      </w:r>
      <w:r>
        <w:tab/>
        <w:t>2.025e0</w:t>
      </w:r>
    </w:p>
    <w:p w:rsidR="006974AE" w:rsidRDefault="006974AE" w:rsidP="006974AE">
      <w:r>
        <w:t>189.7573</w:t>
      </w:r>
      <w:r>
        <w:tab/>
        <w:t>1.013e0</w:t>
      </w:r>
    </w:p>
    <w:p w:rsidR="006974AE" w:rsidRDefault="006974AE" w:rsidP="006974AE">
      <w:r>
        <w:lastRenderedPageBreak/>
        <w:t>189.7612</w:t>
      </w:r>
      <w:r>
        <w:tab/>
        <w:t>1.013e0</w:t>
      </w:r>
    </w:p>
    <w:p w:rsidR="006974AE" w:rsidRDefault="006974AE" w:rsidP="006974AE">
      <w:r>
        <w:t>189.7664</w:t>
      </w:r>
      <w:r>
        <w:tab/>
        <w:t>2.025e0</w:t>
      </w:r>
    </w:p>
    <w:p w:rsidR="006974AE" w:rsidRDefault="006974AE" w:rsidP="006974AE">
      <w:r>
        <w:t>189.7977</w:t>
      </w:r>
      <w:r>
        <w:tab/>
        <w:t>1.013e0</w:t>
      </w:r>
    </w:p>
    <w:p w:rsidR="006974AE" w:rsidRDefault="006974AE" w:rsidP="006974AE">
      <w:r>
        <w:t>189.8084</w:t>
      </w:r>
      <w:r>
        <w:tab/>
        <w:t>1.013e0</w:t>
      </w:r>
    </w:p>
    <w:p w:rsidR="006974AE" w:rsidRDefault="006974AE" w:rsidP="006974AE">
      <w:r>
        <w:t>189.8160</w:t>
      </w:r>
      <w:r>
        <w:tab/>
        <w:t>1.013e0</w:t>
      </w:r>
    </w:p>
    <w:p w:rsidR="006974AE" w:rsidRDefault="006974AE" w:rsidP="006974AE">
      <w:r>
        <w:t>189.8523</w:t>
      </w:r>
      <w:r>
        <w:tab/>
        <w:t>1.013e0</w:t>
      </w:r>
    </w:p>
    <w:p w:rsidR="006974AE" w:rsidRDefault="006974AE" w:rsidP="006974AE">
      <w:r>
        <w:t>189.8998</w:t>
      </w:r>
      <w:r>
        <w:tab/>
        <w:t>1.013e0</w:t>
      </w:r>
    </w:p>
    <w:p w:rsidR="006974AE" w:rsidRDefault="006974AE" w:rsidP="006974AE">
      <w:r>
        <w:t>189.9183</w:t>
      </w:r>
      <w:r>
        <w:tab/>
        <w:t>1.013e0</w:t>
      </w:r>
    </w:p>
    <w:p w:rsidR="006974AE" w:rsidRDefault="006974AE" w:rsidP="006974AE">
      <w:r>
        <w:t>189.9290</w:t>
      </w:r>
      <w:r>
        <w:tab/>
        <w:t>1.013e0</w:t>
      </w:r>
    </w:p>
    <w:p w:rsidR="006974AE" w:rsidRDefault="006974AE" w:rsidP="006974AE">
      <w:r>
        <w:t>189.9473</w:t>
      </w:r>
      <w:r>
        <w:tab/>
        <w:t>1.013e0</w:t>
      </w:r>
    </w:p>
    <w:p w:rsidR="006974AE" w:rsidRDefault="006974AE" w:rsidP="006974AE">
      <w:r>
        <w:t>189.9548</w:t>
      </w:r>
      <w:r>
        <w:tab/>
        <w:t>1.013e0</w:t>
      </w:r>
    </w:p>
    <w:p w:rsidR="006974AE" w:rsidRDefault="006974AE" w:rsidP="006974AE">
      <w:r>
        <w:t>189.9731</w:t>
      </w:r>
      <w:r>
        <w:tab/>
        <w:t>1.013e0</w:t>
      </w:r>
    </w:p>
    <w:p w:rsidR="006974AE" w:rsidRDefault="006974AE" w:rsidP="006974AE">
      <w:r>
        <w:t>189.9766</w:t>
      </w:r>
      <w:r>
        <w:tab/>
        <w:t>2.025e0</w:t>
      </w:r>
    </w:p>
    <w:p w:rsidR="006974AE" w:rsidRDefault="006974AE" w:rsidP="006974AE">
      <w:r>
        <w:t>189.9878</w:t>
      </w:r>
      <w:r>
        <w:tab/>
        <w:t>1.013e0</w:t>
      </w:r>
    </w:p>
    <w:p w:rsidR="006974AE" w:rsidRDefault="006974AE" w:rsidP="006974AE">
      <w:r>
        <w:t>189.9914</w:t>
      </w:r>
      <w:r>
        <w:tab/>
        <w:t>2.025e0</w:t>
      </w:r>
    </w:p>
    <w:p w:rsidR="006974AE" w:rsidRDefault="006974AE" w:rsidP="006974AE">
      <w:r>
        <w:t>190.0023</w:t>
      </w:r>
      <w:r>
        <w:tab/>
        <w:t>2.025e0</w:t>
      </w:r>
    </w:p>
    <w:p w:rsidR="006974AE" w:rsidRDefault="006974AE" w:rsidP="006974AE">
      <w:r>
        <w:t>190.0156</w:t>
      </w:r>
      <w:r>
        <w:tab/>
        <w:t>2.025e0</w:t>
      </w:r>
    </w:p>
    <w:p w:rsidR="006974AE" w:rsidRDefault="006974AE" w:rsidP="006974AE">
      <w:r>
        <w:t>190.0207</w:t>
      </w:r>
      <w:r>
        <w:tab/>
        <w:t>1.013e0</w:t>
      </w:r>
    </w:p>
    <w:p w:rsidR="006974AE" w:rsidRDefault="006974AE" w:rsidP="006974AE">
      <w:r>
        <w:t>190.0269</w:t>
      </w:r>
      <w:r>
        <w:tab/>
        <w:t>4.051e0</w:t>
      </w:r>
    </w:p>
    <w:p w:rsidR="006974AE" w:rsidRDefault="006974AE" w:rsidP="006974AE">
      <w:r>
        <w:lastRenderedPageBreak/>
        <w:t>190.0321</w:t>
      </w:r>
      <w:r>
        <w:tab/>
        <w:t>2.025e0</w:t>
      </w:r>
    </w:p>
    <w:p w:rsidR="006974AE" w:rsidRDefault="006974AE" w:rsidP="006974AE">
      <w:r>
        <w:t>190.0357</w:t>
      </w:r>
      <w:r>
        <w:tab/>
        <w:t>1.013e0</w:t>
      </w:r>
    </w:p>
    <w:p w:rsidR="006974AE" w:rsidRDefault="006974AE" w:rsidP="006974AE">
      <w:r>
        <w:t>190.0483</w:t>
      </w:r>
      <w:r>
        <w:tab/>
        <w:t>4.140e0</w:t>
      </w:r>
    </w:p>
    <w:p w:rsidR="006974AE" w:rsidRDefault="006974AE" w:rsidP="006974AE">
      <w:r>
        <w:t>190.0502</w:t>
      </w:r>
      <w:r>
        <w:tab/>
        <w:t>1.013e0</w:t>
      </w:r>
    </w:p>
    <w:p w:rsidR="006974AE" w:rsidRDefault="006974AE" w:rsidP="006974AE">
      <w:r>
        <w:t>190.0575</w:t>
      </w:r>
      <w:r>
        <w:tab/>
        <w:t>1.013e0</w:t>
      </w:r>
    </w:p>
    <w:p w:rsidR="006974AE" w:rsidRDefault="006974AE" w:rsidP="006974AE">
      <w:r>
        <w:t>190.0688</w:t>
      </w:r>
      <w:r>
        <w:tab/>
        <w:t>1.013e0</w:t>
      </w:r>
    </w:p>
    <w:p w:rsidR="006974AE" w:rsidRDefault="006974AE" w:rsidP="006974AE">
      <w:r>
        <w:t>190.0736</w:t>
      </w:r>
      <w:r>
        <w:tab/>
        <w:t>6.076e0</w:t>
      </w:r>
    </w:p>
    <w:p w:rsidR="006974AE" w:rsidRDefault="006974AE" w:rsidP="006974AE">
      <w:r>
        <w:t>190.0752</w:t>
      </w:r>
      <w:r>
        <w:tab/>
        <w:t>3.038e0</w:t>
      </w:r>
    </w:p>
    <w:p w:rsidR="006974AE" w:rsidRDefault="006974AE" w:rsidP="006974AE">
      <w:r>
        <w:t>190.0798</w:t>
      </w:r>
      <w:r>
        <w:tab/>
        <w:t>1.013e0</w:t>
      </w:r>
    </w:p>
    <w:p w:rsidR="006974AE" w:rsidRDefault="006974AE" w:rsidP="006974AE">
      <w:r>
        <w:t>190.0835</w:t>
      </w:r>
      <w:r>
        <w:tab/>
        <w:t>1.013e0</w:t>
      </w:r>
    </w:p>
    <w:p w:rsidR="006974AE" w:rsidRDefault="006974AE" w:rsidP="006974AE">
      <w:r>
        <w:t>190.0870</w:t>
      </w:r>
      <w:r>
        <w:tab/>
        <w:t>4.093e0</w:t>
      </w:r>
    </w:p>
    <w:p w:rsidR="006974AE" w:rsidRDefault="006974AE" w:rsidP="006974AE">
      <w:r>
        <w:t>190.0909</w:t>
      </w:r>
      <w:r>
        <w:tab/>
        <w:t>1.013e0</w:t>
      </w:r>
    </w:p>
    <w:p w:rsidR="006974AE" w:rsidRDefault="006974AE" w:rsidP="006974AE">
      <w:r>
        <w:t>190.0982</w:t>
      </w:r>
      <w:r>
        <w:tab/>
        <w:t>1.013e0</w:t>
      </w:r>
    </w:p>
    <w:p w:rsidR="006974AE" w:rsidRDefault="006974AE" w:rsidP="006974AE">
      <w:r>
        <w:t>190.1017</w:t>
      </w:r>
      <w:r>
        <w:tab/>
        <w:t>3.038e0</w:t>
      </w:r>
    </w:p>
    <w:p w:rsidR="006974AE" w:rsidRDefault="006974AE" w:rsidP="006974AE">
      <w:r>
        <w:t>190.1093</w:t>
      </w:r>
      <w:r>
        <w:tab/>
        <w:t>1.013e0</w:t>
      </w:r>
    </w:p>
    <w:p w:rsidR="006974AE" w:rsidRDefault="006974AE" w:rsidP="006974AE">
      <w:r>
        <w:t>190.1237</w:t>
      </w:r>
      <w:r>
        <w:tab/>
        <w:t>1.013e0</w:t>
      </w:r>
    </w:p>
    <w:p w:rsidR="006974AE" w:rsidRDefault="006974AE" w:rsidP="006974AE">
      <w:r>
        <w:t>190.1424</w:t>
      </w:r>
      <w:r>
        <w:tab/>
        <w:t>1.013e0</w:t>
      </w:r>
    </w:p>
    <w:p w:rsidR="006974AE" w:rsidRDefault="006974AE" w:rsidP="006974AE">
      <w:r>
        <w:t>190.1569</w:t>
      </w:r>
      <w:r>
        <w:tab/>
        <w:t>1.013e0</w:t>
      </w:r>
    </w:p>
    <w:p w:rsidR="006974AE" w:rsidRDefault="006974AE" w:rsidP="006974AE">
      <w:r>
        <w:t>190.1736</w:t>
      </w:r>
      <w:r>
        <w:tab/>
        <w:t>2.025e0</w:t>
      </w:r>
    </w:p>
    <w:p w:rsidR="006974AE" w:rsidRDefault="006974AE" w:rsidP="006974AE">
      <w:r>
        <w:lastRenderedPageBreak/>
        <w:t>190.1755</w:t>
      </w:r>
      <w:r>
        <w:tab/>
        <w:t>1.013e0</w:t>
      </w:r>
    </w:p>
    <w:p w:rsidR="006974AE" w:rsidRDefault="006974AE" w:rsidP="006974AE">
      <w:r>
        <w:t>190.1902</w:t>
      </w:r>
      <w:r>
        <w:tab/>
        <w:t>1.013e0</w:t>
      </w:r>
    </w:p>
    <w:p w:rsidR="006974AE" w:rsidRDefault="006974AE" w:rsidP="006974AE">
      <w:r>
        <w:t>190.2011</w:t>
      </w:r>
      <w:r>
        <w:tab/>
        <w:t>1.013e0</w:t>
      </w:r>
    </w:p>
    <w:p w:rsidR="006974AE" w:rsidRDefault="006974AE" w:rsidP="006974AE">
      <w:r>
        <w:t>190.2381</w:t>
      </w:r>
      <w:r>
        <w:tab/>
        <w:t>1.013e0</w:t>
      </w:r>
    </w:p>
    <w:p w:rsidR="006974AE" w:rsidRDefault="006974AE" w:rsidP="006974AE">
      <w:r>
        <w:t>190.2452</w:t>
      </w:r>
      <w:r>
        <w:tab/>
        <w:t>1.013e0</w:t>
      </w:r>
    </w:p>
    <w:p w:rsidR="006974AE" w:rsidRDefault="006974AE" w:rsidP="006974AE">
      <w:r>
        <w:t>190.2526</w:t>
      </w:r>
      <w:r>
        <w:tab/>
        <w:t>1.013e0</w:t>
      </w:r>
    </w:p>
    <w:p w:rsidR="006974AE" w:rsidRDefault="006974AE" w:rsidP="006974AE">
      <w:r>
        <w:t>190.2672</w:t>
      </w:r>
      <w:r>
        <w:tab/>
        <w:t>1.013e0</w:t>
      </w:r>
    </w:p>
    <w:p w:rsidR="006974AE" w:rsidRDefault="006974AE" w:rsidP="006974AE">
      <w:r>
        <w:t>190.2708</w:t>
      </w:r>
      <w:r>
        <w:tab/>
        <w:t>1.013e0</w:t>
      </w:r>
    </w:p>
    <w:p w:rsidR="006974AE" w:rsidRDefault="006974AE" w:rsidP="006974AE">
      <w:r>
        <w:t>190.2857</w:t>
      </w:r>
      <w:r>
        <w:tab/>
        <w:t>1.013e0</w:t>
      </w:r>
    </w:p>
    <w:p w:rsidR="006974AE" w:rsidRDefault="006974AE" w:rsidP="006974AE">
      <w:r>
        <w:t>190.3040</w:t>
      </w:r>
      <w:r>
        <w:tab/>
        <w:t>1.013e0</w:t>
      </w:r>
    </w:p>
    <w:p w:rsidR="006974AE" w:rsidRDefault="006974AE" w:rsidP="006974AE">
      <w:r>
        <w:t>190.3259</w:t>
      </w:r>
      <w:r>
        <w:tab/>
        <w:t>2.025e0</w:t>
      </w:r>
    </w:p>
    <w:p w:rsidR="006974AE" w:rsidRDefault="006974AE" w:rsidP="006974AE">
      <w:r>
        <w:t>190.3330</w:t>
      </w:r>
      <w:r>
        <w:tab/>
        <w:t>1.013e0</w:t>
      </w:r>
    </w:p>
    <w:p w:rsidR="006974AE" w:rsidRDefault="006974AE" w:rsidP="006974AE">
      <w:r>
        <w:t>190.3990</w:t>
      </w:r>
      <w:r>
        <w:tab/>
        <w:t>1.013e0</w:t>
      </w:r>
    </w:p>
    <w:p w:rsidR="006974AE" w:rsidRDefault="006974AE" w:rsidP="006974AE">
      <w:r>
        <w:t>190.4025</w:t>
      </w:r>
      <w:r>
        <w:tab/>
        <w:t>1.013e0</w:t>
      </w:r>
    </w:p>
    <w:p w:rsidR="006974AE" w:rsidRDefault="006974AE" w:rsidP="006974AE">
      <w:r>
        <w:t>190.4064</w:t>
      </w:r>
      <w:r>
        <w:tab/>
        <w:t>1.013e0</w:t>
      </w:r>
    </w:p>
    <w:p w:rsidR="006974AE" w:rsidRDefault="006974AE" w:rsidP="006974AE">
      <w:r>
        <w:t>190.4665</w:t>
      </w:r>
      <w:r>
        <w:tab/>
        <w:t>2.025e0</w:t>
      </w:r>
    </w:p>
    <w:p w:rsidR="006974AE" w:rsidRDefault="006974AE" w:rsidP="006974AE">
      <w:r>
        <w:t>190.5089</w:t>
      </w:r>
      <w:r>
        <w:tab/>
        <w:t>1.013e0</w:t>
      </w:r>
    </w:p>
    <w:p w:rsidR="006974AE" w:rsidRDefault="006974AE" w:rsidP="006974AE">
      <w:r>
        <w:t>190.5196</w:t>
      </w:r>
      <w:r>
        <w:tab/>
        <w:t>1.013e0</w:t>
      </w:r>
    </w:p>
    <w:p w:rsidR="006974AE" w:rsidRDefault="006974AE" w:rsidP="006974AE">
      <w:r>
        <w:t>190.5443</w:t>
      </w:r>
      <w:r>
        <w:tab/>
        <w:t>3.038e0</w:t>
      </w:r>
    </w:p>
    <w:p w:rsidR="006974AE" w:rsidRDefault="006974AE" w:rsidP="006974AE">
      <w:r>
        <w:lastRenderedPageBreak/>
        <w:t>190.5525</w:t>
      </w:r>
      <w:r>
        <w:tab/>
        <w:t>1.058e1</w:t>
      </w:r>
    </w:p>
    <w:p w:rsidR="006974AE" w:rsidRDefault="006974AE" w:rsidP="006974AE">
      <w:r>
        <w:t>190.5539</w:t>
      </w:r>
      <w:r>
        <w:tab/>
        <w:t>9.114e0</w:t>
      </w:r>
    </w:p>
    <w:p w:rsidR="006974AE" w:rsidRDefault="006974AE" w:rsidP="006974AE">
      <w:r>
        <w:t>190.5565</w:t>
      </w:r>
      <w:r>
        <w:tab/>
        <w:t>1.013e0</w:t>
      </w:r>
    </w:p>
    <w:p w:rsidR="006974AE" w:rsidRDefault="006974AE" w:rsidP="006974AE">
      <w:r>
        <w:t>190.5578</w:t>
      </w:r>
      <w:r>
        <w:tab/>
        <w:t>7.089e0</w:t>
      </w:r>
    </w:p>
    <w:p w:rsidR="006974AE" w:rsidRDefault="006974AE" w:rsidP="006974AE">
      <w:r>
        <w:t>190.5690</w:t>
      </w:r>
      <w:r>
        <w:tab/>
        <w:t>2.025e0</w:t>
      </w:r>
    </w:p>
    <w:p w:rsidR="006974AE" w:rsidRDefault="006974AE" w:rsidP="006974AE">
      <w:r>
        <w:t>190.5785</w:t>
      </w:r>
      <w:r>
        <w:tab/>
        <w:t>1.013e0</w:t>
      </w:r>
    </w:p>
    <w:p w:rsidR="006974AE" w:rsidRDefault="006974AE" w:rsidP="006974AE">
      <w:r>
        <w:t>190.5820</w:t>
      </w:r>
      <w:r>
        <w:tab/>
        <w:t>4.051e0</w:t>
      </w:r>
    </w:p>
    <w:p w:rsidR="006974AE" w:rsidRDefault="006974AE" w:rsidP="006974AE">
      <w:r>
        <w:t>190.5965</w:t>
      </w:r>
      <w:r>
        <w:tab/>
        <w:t>1.013e0</w:t>
      </w:r>
    </w:p>
    <w:p w:rsidR="006974AE" w:rsidRDefault="006974AE" w:rsidP="006974AE">
      <w:r>
        <w:t>190.6112</w:t>
      </w:r>
      <w:r>
        <w:tab/>
        <w:t>1.013e0</w:t>
      </w:r>
    </w:p>
    <w:p w:rsidR="006974AE" w:rsidRDefault="006974AE" w:rsidP="006974AE">
      <w:r>
        <w:t>190.6151</w:t>
      </w:r>
      <w:r>
        <w:tab/>
        <w:t>1.013e0</w:t>
      </w:r>
    </w:p>
    <w:p w:rsidR="006974AE" w:rsidRDefault="006974AE" w:rsidP="006974AE">
      <w:r>
        <w:t>190.6478</w:t>
      </w:r>
      <w:r>
        <w:tab/>
        <w:t>2.025e0</w:t>
      </w:r>
    </w:p>
    <w:p w:rsidR="006974AE" w:rsidRDefault="006974AE" w:rsidP="006974AE">
      <w:r>
        <w:t>190.6517</w:t>
      </w:r>
      <w:r>
        <w:tab/>
        <w:t>2.025e0</w:t>
      </w:r>
    </w:p>
    <w:p w:rsidR="006974AE" w:rsidRDefault="006974AE" w:rsidP="006974AE">
      <w:r>
        <w:t>190.6587</w:t>
      </w:r>
      <w:r>
        <w:tab/>
        <w:t>1.013e0</w:t>
      </w:r>
    </w:p>
    <w:p w:rsidR="006974AE" w:rsidRDefault="006974AE" w:rsidP="006974AE">
      <w:r>
        <w:t>190.6661</w:t>
      </w:r>
      <w:r>
        <w:tab/>
        <w:t>1.013e0</w:t>
      </w:r>
    </w:p>
    <w:p w:rsidR="006974AE" w:rsidRDefault="006974AE" w:rsidP="006974AE">
      <w:r>
        <w:t>190.6736</w:t>
      </w:r>
      <w:r>
        <w:tab/>
        <w:t>2.025e0</w:t>
      </w:r>
    </w:p>
    <w:p w:rsidR="006974AE" w:rsidRDefault="006974AE" w:rsidP="006974AE">
      <w:r>
        <w:t>190.6846</w:t>
      </w:r>
      <w:r>
        <w:tab/>
        <w:t>1.013e0</w:t>
      </w:r>
    </w:p>
    <w:p w:rsidR="006974AE" w:rsidRDefault="006974AE" w:rsidP="006974AE">
      <w:r>
        <w:t>190.7653</w:t>
      </w:r>
      <w:r>
        <w:tab/>
        <w:t>1.013e0</w:t>
      </w:r>
    </w:p>
    <w:p w:rsidR="006974AE" w:rsidRDefault="006974AE" w:rsidP="006974AE">
      <w:r>
        <w:t>190.7727</w:t>
      </w:r>
      <w:r>
        <w:tab/>
        <w:t>1.013e0</w:t>
      </w:r>
    </w:p>
    <w:p w:rsidR="006974AE" w:rsidRDefault="006974AE" w:rsidP="006974AE">
      <w:r>
        <w:t>190.7762</w:t>
      </w:r>
      <w:r>
        <w:tab/>
        <w:t>1.013e0</w:t>
      </w:r>
    </w:p>
    <w:p w:rsidR="006974AE" w:rsidRDefault="006974AE" w:rsidP="006974AE">
      <w:r>
        <w:lastRenderedPageBreak/>
        <w:t>190.7799</w:t>
      </w:r>
      <w:r>
        <w:tab/>
        <w:t>1.013e0</w:t>
      </w:r>
    </w:p>
    <w:p w:rsidR="006974AE" w:rsidRDefault="006974AE" w:rsidP="006974AE">
      <w:r>
        <w:t>190.8426</w:t>
      </w:r>
      <w:r>
        <w:tab/>
        <w:t>1.013e0</w:t>
      </w:r>
    </w:p>
    <w:p w:rsidR="006974AE" w:rsidRDefault="006974AE" w:rsidP="006974AE">
      <w:r>
        <w:t>190.8648</w:t>
      </w:r>
      <w:r>
        <w:tab/>
        <w:t>1.013e0</w:t>
      </w:r>
    </w:p>
    <w:p w:rsidR="006974AE" w:rsidRDefault="006974AE" w:rsidP="006974AE">
      <w:r>
        <w:t>190.8795</w:t>
      </w:r>
      <w:r>
        <w:tab/>
        <w:t>1.013e0</w:t>
      </w:r>
    </w:p>
    <w:p w:rsidR="006974AE" w:rsidRDefault="006974AE" w:rsidP="006974AE">
      <w:r>
        <w:t>190.8909</w:t>
      </w:r>
      <w:r>
        <w:tab/>
        <w:t>1.013e0</w:t>
      </w:r>
    </w:p>
    <w:p w:rsidR="006974AE" w:rsidRDefault="006974AE" w:rsidP="006974AE">
      <w:r>
        <w:t>190.9130</w:t>
      </w:r>
      <w:r>
        <w:tab/>
        <w:t>1.013e0</w:t>
      </w:r>
    </w:p>
    <w:p w:rsidR="006974AE" w:rsidRDefault="006974AE" w:rsidP="006974AE">
      <w:r>
        <w:t>190.9204</w:t>
      </w:r>
      <w:r>
        <w:tab/>
        <w:t>1.013e0</w:t>
      </w:r>
    </w:p>
    <w:p w:rsidR="006974AE" w:rsidRDefault="006974AE" w:rsidP="006974AE">
      <w:r>
        <w:t>190.9276</w:t>
      </w:r>
      <w:r>
        <w:tab/>
        <w:t>1.013e0</w:t>
      </w:r>
    </w:p>
    <w:p w:rsidR="006974AE" w:rsidRDefault="006974AE" w:rsidP="006974AE">
      <w:r>
        <w:t>190.9350</w:t>
      </w:r>
      <w:r>
        <w:tab/>
        <w:t>1.013e0</w:t>
      </w:r>
    </w:p>
    <w:p w:rsidR="006974AE" w:rsidRDefault="006974AE" w:rsidP="006974AE">
      <w:r>
        <w:t>190.9389</w:t>
      </w:r>
      <w:r>
        <w:tab/>
        <w:t>1.013e0</w:t>
      </w:r>
    </w:p>
    <w:p w:rsidR="006974AE" w:rsidRDefault="006974AE" w:rsidP="006974AE">
      <w:r>
        <w:t>190.9646</w:t>
      </w:r>
      <w:r>
        <w:tab/>
        <w:t>1.013e0</w:t>
      </w:r>
    </w:p>
    <w:p w:rsidR="006974AE" w:rsidRDefault="006974AE" w:rsidP="006974AE">
      <w:r>
        <w:t>190.9700</w:t>
      </w:r>
      <w:r>
        <w:tab/>
        <w:t>2.025e0</w:t>
      </w:r>
    </w:p>
    <w:p w:rsidR="006974AE" w:rsidRDefault="006974AE" w:rsidP="006974AE">
      <w:r>
        <w:t>190.9735</w:t>
      </w:r>
      <w:r>
        <w:tab/>
        <w:t>2.025e0</w:t>
      </w:r>
    </w:p>
    <w:p w:rsidR="006974AE" w:rsidRDefault="006974AE" w:rsidP="006974AE">
      <w:r>
        <w:t>190.9753</w:t>
      </w:r>
      <w:r>
        <w:tab/>
        <w:t>1.013e0</w:t>
      </w:r>
    </w:p>
    <w:p w:rsidR="006974AE" w:rsidRDefault="006974AE" w:rsidP="006974AE">
      <w:r>
        <w:t>190.9790</w:t>
      </w:r>
      <w:r>
        <w:tab/>
        <w:t>1.013e0</w:t>
      </w:r>
    </w:p>
    <w:p w:rsidR="006974AE" w:rsidRDefault="006974AE" w:rsidP="006974AE">
      <w:r>
        <w:t>190.9827</w:t>
      </w:r>
      <w:r>
        <w:tab/>
        <w:t>2.025e0</w:t>
      </w:r>
    </w:p>
    <w:p w:rsidR="006974AE" w:rsidRDefault="006974AE" w:rsidP="006974AE">
      <w:r>
        <w:t>190.9852</w:t>
      </w:r>
      <w:r>
        <w:tab/>
        <w:t>5.063e0</w:t>
      </w:r>
    </w:p>
    <w:p w:rsidR="006974AE" w:rsidRDefault="006974AE" w:rsidP="006974AE">
      <w:r>
        <w:t>190.9901</w:t>
      </w:r>
      <w:r>
        <w:tab/>
        <w:t>5.063e0</w:t>
      </w:r>
    </w:p>
    <w:p w:rsidR="006974AE" w:rsidRDefault="006974AE" w:rsidP="006974AE">
      <w:r>
        <w:t>191.0019</w:t>
      </w:r>
      <w:r>
        <w:tab/>
        <w:t>3.038e0</w:t>
      </w:r>
    </w:p>
    <w:p w:rsidR="006974AE" w:rsidRDefault="006974AE" w:rsidP="006974AE">
      <w:r>
        <w:lastRenderedPageBreak/>
        <w:t>191.0231</w:t>
      </w:r>
      <w:r>
        <w:tab/>
        <w:t>3.038e0</w:t>
      </w:r>
    </w:p>
    <w:p w:rsidR="006974AE" w:rsidRDefault="006974AE" w:rsidP="006974AE">
      <w:r>
        <w:t>191.0412</w:t>
      </w:r>
      <w:r>
        <w:tab/>
        <w:t>3.038e0</w:t>
      </w:r>
    </w:p>
    <w:p w:rsidR="006974AE" w:rsidRDefault="006974AE" w:rsidP="006974AE">
      <w:r>
        <w:t>191.0448</w:t>
      </w:r>
      <w:r>
        <w:tab/>
        <w:t>1.013e0</w:t>
      </w:r>
    </w:p>
    <w:p w:rsidR="006974AE" w:rsidRDefault="006974AE" w:rsidP="006974AE">
      <w:r>
        <w:t>191.0467</w:t>
      </w:r>
      <w:r>
        <w:tab/>
        <w:t>2.025e0</w:t>
      </w:r>
    </w:p>
    <w:p w:rsidR="006974AE" w:rsidRDefault="006974AE" w:rsidP="006974AE">
      <w:r>
        <w:t>191.0524</w:t>
      </w:r>
      <w:r>
        <w:tab/>
        <w:t>1.013e0</w:t>
      </w:r>
    </w:p>
    <w:p w:rsidR="006974AE" w:rsidRDefault="006974AE" w:rsidP="006974AE">
      <w:r>
        <w:t>191.0580</w:t>
      </w:r>
      <w:r>
        <w:tab/>
        <w:t>2.025e0</w:t>
      </w:r>
    </w:p>
    <w:p w:rsidR="006974AE" w:rsidRDefault="006974AE" w:rsidP="006974AE">
      <w:r>
        <w:t>191.0627</w:t>
      </w:r>
      <w:r>
        <w:tab/>
        <w:t>1.683e0</w:t>
      </w:r>
    </w:p>
    <w:p w:rsidR="006974AE" w:rsidRDefault="006974AE" w:rsidP="006974AE">
      <w:r>
        <w:t>191.0668</w:t>
      </w:r>
      <w:r>
        <w:tab/>
        <w:t>1.013e0</w:t>
      </w:r>
    </w:p>
    <w:p w:rsidR="006974AE" w:rsidRDefault="006974AE" w:rsidP="006974AE">
      <w:r>
        <w:t>191.0742</w:t>
      </w:r>
      <w:r>
        <w:tab/>
        <w:t>3.038e0</w:t>
      </w:r>
    </w:p>
    <w:p w:rsidR="006974AE" w:rsidRDefault="006974AE" w:rsidP="006974AE">
      <w:r>
        <w:t>191.0778</w:t>
      </w:r>
      <w:r>
        <w:tab/>
        <w:t>2.025e0</w:t>
      </w:r>
    </w:p>
    <w:p w:rsidR="006974AE" w:rsidRDefault="006974AE" w:rsidP="006974AE">
      <w:r>
        <w:t>191.1001</w:t>
      </w:r>
      <w:r>
        <w:tab/>
        <w:t>6.076e0</w:t>
      </w:r>
    </w:p>
    <w:p w:rsidR="006974AE" w:rsidRDefault="006974AE" w:rsidP="006974AE">
      <w:r>
        <w:t>191.1035</w:t>
      </w:r>
      <w:r>
        <w:tab/>
        <w:t>1.013e0</w:t>
      </w:r>
    </w:p>
    <w:p w:rsidR="006974AE" w:rsidRDefault="006974AE" w:rsidP="006974AE">
      <w:r>
        <w:t>191.1090</w:t>
      </w:r>
      <w:r>
        <w:tab/>
        <w:t>2.025e0</w:t>
      </w:r>
    </w:p>
    <w:p w:rsidR="006974AE" w:rsidRDefault="006974AE" w:rsidP="006974AE">
      <w:r>
        <w:t>191.1161</w:t>
      </w:r>
      <w:r>
        <w:tab/>
        <w:t>5.063e0</w:t>
      </w:r>
    </w:p>
    <w:p w:rsidR="006974AE" w:rsidRDefault="006974AE" w:rsidP="006974AE">
      <w:r>
        <w:t>191.1216</w:t>
      </w:r>
      <w:r>
        <w:tab/>
        <w:t>4.051e0</w:t>
      </w:r>
    </w:p>
    <w:p w:rsidR="006974AE" w:rsidRDefault="006974AE" w:rsidP="006974AE">
      <w:r>
        <w:t>191.1274</w:t>
      </w:r>
      <w:r>
        <w:tab/>
        <w:t>3.038e0</w:t>
      </w:r>
    </w:p>
    <w:p w:rsidR="006974AE" w:rsidRDefault="006974AE" w:rsidP="006974AE">
      <w:r>
        <w:t>191.1330</w:t>
      </w:r>
      <w:r>
        <w:tab/>
        <w:t>1.013e0</w:t>
      </w:r>
    </w:p>
    <w:p w:rsidR="006974AE" w:rsidRDefault="006974AE" w:rsidP="006974AE">
      <w:r>
        <w:t>191.1582</w:t>
      </w:r>
      <w:r>
        <w:tab/>
        <w:t>4.051e0</w:t>
      </w:r>
    </w:p>
    <w:p w:rsidR="006974AE" w:rsidRDefault="006974AE" w:rsidP="006974AE">
      <w:r>
        <w:t>191.1621</w:t>
      </w:r>
      <w:r>
        <w:tab/>
        <w:t>3.038e0</w:t>
      </w:r>
    </w:p>
    <w:p w:rsidR="006974AE" w:rsidRDefault="006974AE" w:rsidP="006974AE">
      <w:r>
        <w:lastRenderedPageBreak/>
        <w:t>191.1640</w:t>
      </w:r>
      <w:r>
        <w:tab/>
        <w:t>2.025e0</w:t>
      </w:r>
    </w:p>
    <w:p w:rsidR="006974AE" w:rsidRDefault="006974AE" w:rsidP="006974AE">
      <w:r>
        <w:t>191.1807</w:t>
      </w:r>
      <w:r>
        <w:tab/>
        <w:t>1.013e0</w:t>
      </w:r>
    </w:p>
    <w:p w:rsidR="006974AE" w:rsidRDefault="006974AE" w:rsidP="006974AE">
      <w:r>
        <w:t>191.1917</w:t>
      </w:r>
      <w:r>
        <w:tab/>
        <w:t>1.013e0</w:t>
      </w:r>
    </w:p>
    <w:p w:rsidR="006974AE" w:rsidRDefault="006974AE" w:rsidP="006974AE">
      <w:r>
        <w:t>191.2025</w:t>
      </w:r>
      <w:r>
        <w:tab/>
        <w:t>1.013e0</w:t>
      </w:r>
    </w:p>
    <w:p w:rsidR="006974AE" w:rsidRDefault="006974AE" w:rsidP="006974AE">
      <w:r>
        <w:t>191.2174</w:t>
      </w:r>
      <w:r>
        <w:tab/>
        <w:t>1.013e0</w:t>
      </w:r>
    </w:p>
    <w:p w:rsidR="006974AE" w:rsidRDefault="006974AE" w:rsidP="006974AE">
      <w:r>
        <w:t>191.2540</w:t>
      </w:r>
      <w:r>
        <w:tab/>
        <w:t>1.013e0</w:t>
      </w:r>
    </w:p>
    <w:p w:rsidR="006974AE" w:rsidRDefault="006974AE" w:rsidP="006974AE">
      <w:r>
        <w:t>191.2611</w:t>
      </w:r>
      <w:r>
        <w:tab/>
        <w:t>1.013e0</w:t>
      </w:r>
    </w:p>
    <w:p w:rsidR="006974AE" w:rsidRDefault="006974AE" w:rsidP="006974AE">
      <w:r>
        <w:t>191.2758</w:t>
      </w:r>
      <w:r>
        <w:tab/>
        <w:t>1.013e0</w:t>
      </w:r>
    </w:p>
    <w:p w:rsidR="006974AE" w:rsidRDefault="006974AE" w:rsidP="006974AE">
      <w:r>
        <w:t>191.2833</w:t>
      </w:r>
      <w:r>
        <w:tab/>
        <w:t>1.013e0</w:t>
      </w:r>
    </w:p>
    <w:p w:rsidR="006974AE" w:rsidRDefault="006974AE" w:rsidP="006974AE">
      <w:r>
        <w:t>191.2868</w:t>
      </w:r>
      <w:r>
        <w:tab/>
        <w:t>1.013e0</w:t>
      </w:r>
    </w:p>
    <w:p w:rsidR="006974AE" w:rsidRDefault="006974AE" w:rsidP="006974AE">
      <w:r>
        <w:t>191.3089</w:t>
      </w:r>
      <w:r>
        <w:tab/>
        <w:t>3.038e0</w:t>
      </w:r>
    </w:p>
    <w:p w:rsidR="006974AE" w:rsidRDefault="006974AE" w:rsidP="006974AE">
      <w:r>
        <w:t>191.3126</w:t>
      </w:r>
      <w:r>
        <w:tab/>
        <w:t>1.013e0</w:t>
      </w:r>
    </w:p>
    <w:p w:rsidR="006974AE" w:rsidRDefault="006974AE" w:rsidP="006974AE">
      <w:r>
        <w:t>191.3453</w:t>
      </w:r>
      <w:r>
        <w:tab/>
        <w:t>1.013e0</w:t>
      </w:r>
    </w:p>
    <w:p w:rsidR="006974AE" w:rsidRDefault="006974AE" w:rsidP="006974AE">
      <w:r>
        <w:t>191.3565</w:t>
      </w:r>
      <w:r>
        <w:tab/>
        <w:t>3.038e0</w:t>
      </w:r>
    </w:p>
    <w:p w:rsidR="006974AE" w:rsidRDefault="006974AE" w:rsidP="006974AE">
      <w:r>
        <w:t>191.3640</w:t>
      </w:r>
      <w:r>
        <w:tab/>
        <w:t>2.025e0</w:t>
      </w:r>
    </w:p>
    <w:p w:rsidR="006974AE" w:rsidRDefault="006974AE" w:rsidP="006974AE">
      <w:r>
        <w:t>191.3715</w:t>
      </w:r>
      <w:r>
        <w:tab/>
        <w:t>1.013e0</w:t>
      </w:r>
    </w:p>
    <w:p w:rsidR="006974AE" w:rsidRDefault="006974AE" w:rsidP="006974AE">
      <w:r>
        <w:t>191.3937</w:t>
      </w:r>
      <w:r>
        <w:tab/>
        <w:t>1.013e0</w:t>
      </w:r>
    </w:p>
    <w:p w:rsidR="006974AE" w:rsidRDefault="006974AE" w:rsidP="006974AE">
      <w:r>
        <w:t>191.4008</w:t>
      </w:r>
      <w:r>
        <w:tab/>
        <w:t>1.013e0</w:t>
      </w:r>
    </w:p>
    <w:p w:rsidR="006974AE" w:rsidRDefault="006974AE" w:rsidP="006974AE">
      <w:r>
        <w:t>191.4102</w:t>
      </w:r>
      <w:r>
        <w:tab/>
        <w:t>2.025e0</w:t>
      </w:r>
    </w:p>
    <w:p w:rsidR="006974AE" w:rsidRDefault="006974AE" w:rsidP="006974AE">
      <w:r>
        <w:lastRenderedPageBreak/>
        <w:t>191.4492</w:t>
      </w:r>
      <w:r>
        <w:tab/>
        <w:t>1.013e0</w:t>
      </w:r>
    </w:p>
    <w:p w:rsidR="006974AE" w:rsidRDefault="006974AE" w:rsidP="006974AE">
      <w:r>
        <w:t>191.4712</w:t>
      </w:r>
      <w:r>
        <w:tab/>
        <w:t>1.013e0</w:t>
      </w:r>
    </w:p>
    <w:p w:rsidR="006974AE" w:rsidRDefault="006974AE" w:rsidP="006974AE">
      <w:r>
        <w:t>191.4862</w:t>
      </w:r>
      <w:r>
        <w:tab/>
        <w:t>1.013e0</w:t>
      </w:r>
    </w:p>
    <w:p w:rsidR="006974AE" w:rsidRDefault="006974AE" w:rsidP="006974AE">
      <w:r>
        <w:t>191.4934</w:t>
      </w:r>
      <w:r>
        <w:tab/>
        <w:t>1.013e0</w:t>
      </w:r>
    </w:p>
    <w:p w:rsidR="006974AE" w:rsidRDefault="006974AE" w:rsidP="006974AE">
      <w:r>
        <w:t>191.4973</w:t>
      </w:r>
      <w:r>
        <w:tab/>
        <w:t>1.013e0</w:t>
      </w:r>
    </w:p>
    <w:p w:rsidR="006974AE" w:rsidRDefault="006974AE" w:rsidP="006974AE">
      <w:r>
        <w:t>191.5045</w:t>
      </w:r>
      <w:r>
        <w:tab/>
        <w:t>1.013e0</w:t>
      </w:r>
    </w:p>
    <w:p w:rsidR="006974AE" w:rsidRDefault="006974AE" w:rsidP="006974AE">
      <w:r>
        <w:t>191.5230</w:t>
      </w:r>
      <w:r>
        <w:tab/>
        <w:t>1.013e0</w:t>
      </w:r>
    </w:p>
    <w:p w:rsidR="006974AE" w:rsidRDefault="006974AE" w:rsidP="006974AE">
      <w:r>
        <w:t>191.5270</w:t>
      </w:r>
      <w:r>
        <w:tab/>
        <w:t>1.013e0</w:t>
      </w:r>
    </w:p>
    <w:p w:rsidR="006974AE" w:rsidRDefault="006974AE" w:rsidP="006974AE">
      <w:r>
        <w:t>191.5377</w:t>
      </w:r>
      <w:r>
        <w:tab/>
        <w:t>2.025e0</w:t>
      </w:r>
    </w:p>
    <w:p w:rsidR="006974AE" w:rsidRDefault="006974AE" w:rsidP="006974AE">
      <w:r>
        <w:t>191.5490</w:t>
      </w:r>
      <w:r>
        <w:tab/>
        <w:t>1.013e0</w:t>
      </w:r>
    </w:p>
    <w:p w:rsidR="006974AE" w:rsidRDefault="006974AE" w:rsidP="006974AE">
      <w:r>
        <w:t>191.5522</w:t>
      </w:r>
      <w:r>
        <w:tab/>
        <w:t>7.089e0</w:t>
      </w:r>
    </w:p>
    <w:p w:rsidR="006974AE" w:rsidRDefault="006974AE" w:rsidP="006974AE">
      <w:r>
        <w:t>191.5560</w:t>
      </w:r>
      <w:r>
        <w:tab/>
        <w:t>1.013e0</w:t>
      </w:r>
    </w:p>
    <w:p w:rsidR="006974AE" w:rsidRDefault="006974AE" w:rsidP="006974AE">
      <w:r>
        <w:t>191.5618</w:t>
      </w:r>
      <w:r>
        <w:tab/>
        <w:t>2.025e0</w:t>
      </w:r>
    </w:p>
    <w:p w:rsidR="006974AE" w:rsidRDefault="006974AE" w:rsidP="006974AE">
      <w:r>
        <w:t>191.5635</w:t>
      </w:r>
      <w:r>
        <w:tab/>
        <w:t>2.025e0</w:t>
      </w:r>
    </w:p>
    <w:p w:rsidR="006974AE" w:rsidRDefault="006974AE" w:rsidP="006974AE">
      <w:r>
        <w:t>191.5780</w:t>
      </w:r>
      <w:r>
        <w:tab/>
        <w:t>1.013e0</w:t>
      </w:r>
    </w:p>
    <w:p w:rsidR="006974AE" w:rsidRDefault="006974AE" w:rsidP="006974AE">
      <w:r>
        <w:t>191.5801</w:t>
      </w:r>
      <w:r>
        <w:tab/>
        <w:t>2.025e0</w:t>
      </w:r>
    </w:p>
    <w:p w:rsidR="006974AE" w:rsidRDefault="006974AE" w:rsidP="006974AE">
      <w:r>
        <w:t>191.5856</w:t>
      </w:r>
      <w:r>
        <w:tab/>
        <w:t>1.013e0</w:t>
      </w:r>
    </w:p>
    <w:p w:rsidR="006974AE" w:rsidRDefault="006974AE" w:rsidP="006974AE">
      <w:r>
        <w:t>191.5874</w:t>
      </w:r>
      <w:r>
        <w:tab/>
        <w:t>2.025e0</w:t>
      </w:r>
    </w:p>
    <w:p w:rsidR="006974AE" w:rsidRDefault="006974AE" w:rsidP="006974AE">
      <w:r>
        <w:t>191.5927</w:t>
      </w:r>
      <w:r>
        <w:tab/>
        <w:t>1.013e0</w:t>
      </w:r>
    </w:p>
    <w:p w:rsidR="006974AE" w:rsidRDefault="006974AE" w:rsidP="006974AE">
      <w:r>
        <w:lastRenderedPageBreak/>
        <w:t>191.6073</w:t>
      </w:r>
      <w:r>
        <w:tab/>
        <w:t>1.013e0</w:t>
      </w:r>
    </w:p>
    <w:p w:rsidR="006974AE" w:rsidRDefault="006974AE" w:rsidP="006974AE">
      <w:r>
        <w:t>191.6149</w:t>
      </w:r>
      <w:r>
        <w:tab/>
        <w:t>1.013e0</w:t>
      </w:r>
    </w:p>
    <w:p w:rsidR="006974AE" w:rsidRDefault="006974AE" w:rsidP="006974AE">
      <w:r>
        <w:t>191.6183</w:t>
      </w:r>
      <w:r>
        <w:tab/>
        <w:t>2.025e0</w:t>
      </w:r>
    </w:p>
    <w:p w:rsidR="006974AE" w:rsidRDefault="006974AE" w:rsidP="006974AE">
      <w:r>
        <w:t>191.6220</w:t>
      </w:r>
      <w:r>
        <w:tab/>
        <w:t>1.013e0</w:t>
      </w:r>
    </w:p>
    <w:p w:rsidR="006974AE" w:rsidRDefault="006974AE" w:rsidP="006974AE">
      <w:r>
        <w:t>191.6256</w:t>
      </w:r>
      <w:r>
        <w:tab/>
        <w:t>1.013e0</w:t>
      </w:r>
    </w:p>
    <w:p w:rsidR="006974AE" w:rsidRDefault="006974AE" w:rsidP="006974AE">
      <w:r>
        <w:t>191.6478</w:t>
      </w:r>
      <w:r>
        <w:tab/>
        <w:t>3.038e0</w:t>
      </w:r>
    </w:p>
    <w:p w:rsidR="006974AE" w:rsidRDefault="006974AE" w:rsidP="006974AE">
      <w:r>
        <w:t>191.6586</w:t>
      </w:r>
      <w:r>
        <w:tab/>
        <w:t>3.038e0</w:t>
      </w:r>
    </w:p>
    <w:p w:rsidR="006974AE" w:rsidRDefault="006974AE" w:rsidP="006974AE">
      <w:r>
        <w:t>191.6626</w:t>
      </w:r>
      <w:r>
        <w:tab/>
        <w:t>1.013e0</w:t>
      </w:r>
    </w:p>
    <w:p w:rsidR="006974AE" w:rsidRDefault="006974AE" w:rsidP="006974AE">
      <w:r>
        <w:t>191.6990</w:t>
      </w:r>
      <w:r>
        <w:tab/>
        <w:t>1.013e0</w:t>
      </w:r>
    </w:p>
    <w:p w:rsidR="006974AE" w:rsidRDefault="006974AE" w:rsidP="006974AE">
      <w:r>
        <w:t>191.7009</w:t>
      </w:r>
      <w:r>
        <w:tab/>
        <w:t>2.025e0</w:t>
      </w:r>
    </w:p>
    <w:p w:rsidR="006974AE" w:rsidRDefault="006974AE" w:rsidP="006974AE">
      <w:r>
        <w:t>191.7323</w:t>
      </w:r>
      <w:r>
        <w:tab/>
        <w:t>2.025e0</w:t>
      </w:r>
    </w:p>
    <w:p w:rsidR="006974AE" w:rsidRDefault="006974AE" w:rsidP="006974AE">
      <w:r>
        <w:t>191.7357</w:t>
      </w:r>
      <w:r>
        <w:tab/>
        <w:t>1.013e0</w:t>
      </w:r>
    </w:p>
    <w:p w:rsidR="006974AE" w:rsidRDefault="006974AE" w:rsidP="006974AE">
      <w:r>
        <w:t>191.7394</w:t>
      </w:r>
      <w:r>
        <w:tab/>
        <w:t>1.013e0</w:t>
      </w:r>
    </w:p>
    <w:p w:rsidR="006974AE" w:rsidRDefault="006974AE" w:rsidP="006974AE">
      <w:r>
        <w:t>191.7433</w:t>
      </w:r>
      <w:r>
        <w:tab/>
        <w:t>1.013e0</w:t>
      </w:r>
    </w:p>
    <w:p w:rsidR="006974AE" w:rsidRDefault="006974AE" w:rsidP="006974AE">
      <w:r>
        <w:t>191.7764</w:t>
      </w:r>
      <w:r>
        <w:tab/>
        <w:t>2.025e0</w:t>
      </w:r>
    </w:p>
    <w:p w:rsidR="006974AE" w:rsidRDefault="006974AE" w:rsidP="006974AE">
      <w:r>
        <w:t>191.7834</w:t>
      </w:r>
      <w:r>
        <w:tab/>
        <w:t>1.013e0</w:t>
      </w:r>
    </w:p>
    <w:p w:rsidR="006974AE" w:rsidRDefault="006974AE" w:rsidP="006974AE">
      <w:r>
        <w:t>191.7908</w:t>
      </w:r>
      <w:r>
        <w:tab/>
        <w:t>3.038e0</w:t>
      </w:r>
    </w:p>
    <w:p w:rsidR="006974AE" w:rsidRDefault="006974AE" w:rsidP="006974AE">
      <w:r>
        <w:t>191.8001</w:t>
      </w:r>
      <w:r>
        <w:tab/>
        <w:t>2.025e0</w:t>
      </w:r>
    </w:p>
    <w:p w:rsidR="006974AE" w:rsidRDefault="006974AE" w:rsidP="006974AE">
      <w:r>
        <w:t>191.8093</w:t>
      </w:r>
      <w:r>
        <w:tab/>
        <w:t>1.013e0</w:t>
      </w:r>
    </w:p>
    <w:p w:rsidR="006974AE" w:rsidRDefault="006974AE" w:rsidP="006974AE">
      <w:r>
        <w:lastRenderedPageBreak/>
        <w:t>191.8387</w:t>
      </w:r>
      <w:r>
        <w:tab/>
        <w:t>1.013e0</w:t>
      </w:r>
    </w:p>
    <w:p w:rsidR="006974AE" w:rsidRDefault="006974AE" w:rsidP="006974AE">
      <w:r>
        <w:t>191.8496</w:t>
      </w:r>
      <w:r>
        <w:tab/>
        <w:t>1.013e0</w:t>
      </w:r>
    </w:p>
    <w:p w:rsidR="006974AE" w:rsidRDefault="006974AE" w:rsidP="006974AE">
      <w:r>
        <w:t>191.8624</w:t>
      </w:r>
      <w:r>
        <w:tab/>
        <w:t>4.051e0</w:t>
      </w:r>
    </w:p>
    <w:p w:rsidR="006974AE" w:rsidRDefault="006974AE" w:rsidP="006974AE">
      <w:r>
        <w:t>191.8754</w:t>
      </w:r>
      <w:r>
        <w:tab/>
        <w:t>1.013e0</w:t>
      </w:r>
    </w:p>
    <w:p w:rsidR="006974AE" w:rsidRDefault="006974AE" w:rsidP="006974AE">
      <w:r>
        <w:t>191.8863</w:t>
      </w:r>
      <w:r>
        <w:tab/>
        <w:t>1.013e0</w:t>
      </w:r>
    </w:p>
    <w:p w:rsidR="006974AE" w:rsidRDefault="006974AE" w:rsidP="006974AE">
      <w:r>
        <w:t>191.8902</w:t>
      </w:r>
      <w:r>
        <w:tab/>
        <w:t>2.025e0</w:t>
      </w:r>
    </w:p>
    <w:p w:rsidR="006974AE" w:rsidRDefault="006974AE" w:rsidP="006974AE">
      <w:r>
        <w:t>191.9236</w:t>
      </w:r>
      <w:r>
        <w:tab/>
        <w:t>1.013e0</w:t>
      </w:r>
    </w:p>
    <w:p w:rsidR="006974AE" w:rsidRDefault="006974AE" w:rsidP="006974AE">
      <w:r>
        <w:t>191.9273</w:t>
      </w:r>
      <w:r>
        <w:tab/>
        <w:t>2.025e0</w:t>
      </w:r>
    </w:p>
    <w:p w:rsidR="006974AE" w:rsidRDefault="006974AE" w:rsidP="006974AE">
      <w:r>
        <w:t>191.9716</w:t>
      </w:r>
      <w:r>
        <w:tab/>
        <w:t>2.025e0</w:t>
      </w:r>
    </w:p>
    <w:p w:rsidR="006974AE" w:rsidRDefault="006974AE" w:rsidP="006974AE">
      <w:r>
        <w:t>191.9792</w:t>
      </w:r>
      <w:r>
        <w:tab/>
        <w:t>1.013e0</w:t>
      </w:r>
    </w:p>
    <w:p w:rsidR="006974AE" w:rsidRDefault="006974AE" w:rsidP="006974AE">
      <w:r>
        <w:t>191.9830</w:t>
      </w:r>
      <w:r>
        <w:tab/>
        <w:t>1.013e0</w:t>
      </w:r>
    </w:p>
    <w:p w:rsidR="006974AE" w:rsidRDefault="006974AE" w:rsidP="006974AE">
      <w:r>
        <w:t>192.0198</w:t>
      </w:r>
      <w:r>
        <w:tab/>
        <w:t>1.013e0</w:t>
      </w:r>
    </w:p>
    <w:p w:rsidR="006974AE" w:rsidRDefault="006974AE" w:rsidP="006974AE">
      <w:r>
        <w:t>192.0291</w:t>
      </w:r>
      <w:r>
        <w:tab/>
        <w:t>2.025e0</w:t>
      </w:r>
    </w:p>
    <w:p w:rsidR="006974AE" w:rsidRDefault="006974AE" w:rsidP="006974AE">
      <w:r>
        <w:t>192.0310</w:t>
      </w:r>
      <w:r>
        <w:tab/>
        <w:t>1.013e0</w:t>
      </w:r>
    </w:p>
    <w:p w:rsidR="006974AE" w:rsidRDefault="006974AE" w:rsidP="006974AE">
      <w:r>
        <w:t>192.0346</w:t>
      </w:r>
      <w:r>
        <w:tab/>
        <w:t>1.013e0</w:t>
      </w:r>
    </w:p>
    <w:p w:rsidR="006974AE" w:rsidRDefault="006974AE" w:rsidP="006974AE">
      <w:r>
        <w:t>192.0382</w:t>
      </w:r>
      <w:r>
        <w:tab/>
        <w:t>3.038e0</w:t>
      </w:r>
    </w:p>
    <w:p w:rsidR="006974AE" w:rsidRDefault="006974AE" w:rsidP="006974AE">
      <w:r>
        <w:t>192.0487</w:t>
      </w:r>
      <w:r>
        <w:tab/>
        <w:t>3.038e0</w:t>
      </w:r>
    </w:p>
    <w:p w:rsidR="006974AE" w:rsidRDefault="006974AE" w:rsidP="006974AE">
      <w:r>
        <w:t>192.0588</w:t>
      </w:r>
      <w:r>
        <w:tab/>
        <w:t>2.273e0</w:t>
      </w:r>
    </w:p>
    <w:p w:rsidR="006974AE" w:rsidRDefault="006974AE" w:rsidP="006974AE">
      <w:r>
        <w:t>192.0634</w:t>
      </w:r>
      <w:r>
        <w:tab/>
        <w:t>1.316e1</w:t>
      </w:r>
    </w:p>
    <w:p w:rsidR="006974AE" w:rsidRDefault="006974AE" w:rsidP="006974AE">
      <w:r>
        <w:lastRenderedPageBreak/>
        <w:t>192.0649</w:t>
      </w:r>
      <w:r>
        <w:tab/>
        <w:t>5.063e0</w:t>
      </w:r>
    </w:p>
    <w:p w:rsidR="006974AE" w:rsidRDefault="006974AE" w:rsidP="006974AE">
      <w:r>
        <w:t>192.0690</w:t>
      </w:r>
      <w:r>
        <w:tab/>
        <w:t>7.377e0</w:t>
      </w:r>
    </w:p>
    <w:p w:rsidR="006974AE" w:rsidRDefault="006974AE" w:rsidP="006974AE">
      <w:r>
        <w:t>192.0711</w:t>
      </w:r>
      <w:r>
        <w:tab/>
        <w:t>4.051e0</w:t>
      </w:r>
    </w:p>
    <w:p w:rsidR="006974AE" w:rsidRDefault="006974AE" w:rsidP="006974AE">
      <w:r>
        <w:t>192.0741</w:t>
      </w:r>
      <w:r>
        <w:tab/>
        <w:t>3.038e0</w:t>
      </w:r>
    </w:p>
    <w:p w:rsidR="006974AE" w:rsidRDefault="006974AE" w:rsidP="006974AE">
      <w:r>
        <w:t>192.0762</w:t>
      </w:r>
      <w:r>
        <w:tab/>
        <w:t>3.038e0</w:t>
      </w:r>
    </w:p>
    <w:p w:rsidR="006974AE" w:rsidRDefault="006974AE" w:rsidP="006974AE">
      <w:r>
        <w:t>192.0793</w:t>
      </w:r>
      <w:r>
        <w:tab/>
        <w:t>4.815e0</w:t>
      </w:r>
    </w:p>
    <w:p w:rsidR="006974AE" w:rsidRDefault="006974AE" w:rsidP="006974AE">
      <w:r>
        <w:t>192.1006</w:t>
      </w:r>
      <w:r>
        <w:tab/>
        <w:t>2.025e0</w:t>
      </w:r>
    </w:p>
    <w:p w:rsidR="006974AE" w:rsidRDefault="006974AE" w:rsidP="006974AE">
      <w:r>
        <w:t>192.1154</w:t>
      </w:r>
      <w:r>
        <w:tab/>
        <w:t>3.038e0</w:t>
      </w:r>
    </w:p>
    <w:p w:rsidR="006974AE" w:rsidRDefault="006974AE" w:rsidP="006974AE">
      <w:r>
        <w:t>192.1302</w:t>
      </w:r>
      <w:r>
        <w:tab/>
        <w:t>3.038e0</w:t>
      </w:r>
    </w:p>
    <w:p w:rsidR="006974AE" w:rsidRDefault="006974AE" w:rsidP="006974AE">
      <w:r>
        <w:t>192.1353</w:t>
      </w:r>
      <w:r>
        <w:tab/>
        <w:t>3.038e0</w:t>
      </w:r>
    </w:p>
    <w:p w:rsidR="006974AE" w:rsidRDefault="006974AE" w:rsidP="006974AE">
      <w:r>
        <w:t>192.1373</w:t>
      </w:r>
      <w:r>
        <w:tab/>
        <w:t>1.013e0</w:t>
      </w:r>
    </w:p>
    <w:p w:rsidR="006974AE" w:rsidRDefault="006974AE" w:rsidP="006974AE">
      <w:r>
        <w:t>192.1428</w:t>
      </w:r>
      <w:r>
        <w:tab/>
        <w:t>2.025e0</w:t>
      </w:r>
    </w:p>
    <w:p w:rsidR="006974AE" w:rsidRDefault="006974AE" w:rsidP="006974AE">
      <w:r>
        <w:t>192.1474</w:t>
      </w:r>
      <w:r>
        <w:tab/>
        <w:t>5.063e0</w:t>
      </w:r>
    </w:p>
    <w:p w:rsidR="006974AE" w:rsidRDefault="006974AE" w:rsidP="006974AE">
      <w:r>
        <w:t>192.1559</w:t>
      </w:r>
      <w:r>
        <w:tab/>
        <w:t>1.013e0</w:t>
      </w:r>
    </w:p>
    <w:p w:rsidR="006974AE" w:rsidRDefault="006974AE" w:rsidP="006974AE">
      <w:r>
        <w:t>192.1596</w:t>
      </w:r>
      <w:r>
        <w:tab/>
        <w:t>1.013e0</w:t>
      </w:r>
    </w:p>
    <w:p w:rsidR="006974AE" w:rsidRDefault="006974AE" w:rsidP="006974AE">
      <w:r>
        <w:t>192.1630</w:t>
      </w:r>
      <w:r>
        <w:tab/>
        <w:t>2.025e0</w:t>
      </w:r>
    </w:p>
    <w:p w:rsidR="006974AE" w:rsidRDefault="006974AE" w:rsidP="006974AE">
      <w:r>
        <w:t>192.1703</w:t>
      </w:r>
      <w:r>
        <w:tab/>
        <w:t>2.025e0</w:t>
      </w:r>
    </w:p>
    <w:p w:rsidR="006974AE" w:rsidRDefault="006974AE" w:rsidP="006974AE">
      <w:r>
        <w:t>192.1779</w:t>
      </w:r>
      <w:r>
        <w:tab/>
        <w:t>1.013e0</w:t>
      </w:r>
    </w:p>
    <w:p w:rsidR="006974AE" w:rsidRDefault="006974AE" w:rsidP="006974AE">
      <w:r>
        <w:t>192.2037</w:t>
      </w:r>
      <w:r>
        <w:tab/>
        <w:t>1.013e0</w:t>
      </w:r>
    </w:p>
    <w:p w:rsidR="006974AE" w:rsidRDefault="006974AE" w:rsidP="006974AE">
      <w:r>
        <w:lastRenderedPageBreak/>
        <w:t>192.2294</w:t>
      </w:r>
      <w:r>
        <w:tab/>
        <w:t>2.025e0</w:t>
      </w:r>
    </w:p>
    <w:p w:rsidR="006974AE" w:rsidRDefault="006974AE" w:rsidP="006974AE">
      <w:r>
        <w:t>192.2365</w:t>
      </w:r>
      <w:r>
        <w:tab/>
        <w:t>1.013e0</w:t>
      </w:r>
    </w:p>
    <w:p w:rsidR="006974AE" w:rsidRDefault="006974AE" w:rsidP="006974AE">
      <w:r>
        <w:t>192.2402</w:t>
      </w:r>
      <w:r>
        <w:tab/>
        <w:t>2.025e0</w:t>
      </w:r>
    </w:p>
    <w:p w:rsidR="006974AE" w:rsidRDefault="006974AE" w:rsidP="006974AE">
      <w:r>
        <w:t>192.2514</w:t>
      </w:r>
      <w:r>
        <w:tab/>
        <w:t>1.013e0</w:t>
      </w:r>
    </w:p>
    <w:p w:rsidR="006974AE" w:rsidRDefault="006974AE" w:rsidP="006974AE">
      <w:r>
        <w:t>192.2585</w:t>
      </w:r>
      <w:r>
        <w:tab/>
        <w:t>1.013e0</w:t>
      </w:r>
    </w:p>
    <w:p w:rsidR="006974AE" w:rsidRDefault="006974AE" w:rsidP="006974AE">
      <w:r>
        <w:t>192.2698</w:t>
      </w:r>
      <w:r>
        <w:tab/>
        <w:t>1.013e0</w:t>
      </w:r>
    </w:p>
    <w:p w:rsidR="006974AE" w:rsidRDefault="006974AE" w:rsidP="006974AE">
      <w:r>
        <w:t>192.2732</w:t>
      </w:r>
      <w:r>
        <w:tab/>
        <w:t>1.013e0</w:t>
      </w:r>
    </w:p>
    <w:p w:rsidR="006974AE" w:rsidRDefault="006974AE" w:rsidP="006974AE">
      <w:r>
        <w:t>192.2954</w:t>
      </w:r>
      <w:r>
        <w:tab/>
        <w:t>1.013e0</w:t>
      </w:r>
    </w:p>
    <w:p w:rsidR="006974AE" w:rsidRDefault="006974AE" w:rsidP="006974AE">
      <w:r>
        <w:t>192.3467</w:t>
      </w:r>
      <w:r>
        <w:tab/>
        <w:t>1.013e0</w:t>
      </w:r>
    </w:p>
    <w:p w:rsidR="006974AE" w:rsidRDefault="006974AE" w:rsidP="006974AE">
      <w:r>
        <w:t>192.3544</w:t>
      </w:r>
      <w:r>
        <w:tab/>
        <w:t>1.013e0</w:t>
      </w:r>
    </w:p>
    <w:p w:rsidR="006974AE" w:rsidRDefault="006974AE" w:rsidP="006974AE">
      <w:r>
        <w:t>192.3616</w:t>
      </w:r>
      <w:r>
        <w:tab/>
        <w:t>1.013e0</w:t>
      </w:r>
    </w:p>
    <w:p w:rsidR="006974AE" w:rsidRDefault="006974AE" w:rsidP="006974AE">
      <w:r>
        <w:t>192.3804</w:t>
      </w:r>
      <w:r>
        <w:tab/>
        <w:t>1.013e0</w:t>
      </w:r>
    </w:p>
    <w:p w:rsidR="006974AE" w:rsidRDefault="006974AE" w:rsidP="006974AE">
      <w:r>
        <w:t>192.3987</w:t>
      </w:r>
      <w:r>
        <w:tab/>
        <w:t>1.013e0</w:t>
      </w:r>
    </w:p>
    <w:p w:rsidR="006974AE" w:rsidRDefault="006974AE" w:rsidP="006974AE">
      <w:r>
        <w:t>192.4064</w:t>
      </w:r>
      <w:r>
        <w:tab/>
        <w:t>1.013e0</w:t>
      </w:r>
    </w:p>
    <w:p w:rsidR="006974AE" w:rsidRDefault="006974AE" w:rsidP="006974AE">
      <w:r>
        <w:t>192.4176</w:t>
      </w:r>
      <w:r>
        <w:tab/>
        <w:t>1.013e0</w:t>
      </w:r>
    </w:p>
    <w:p w:rsidR="006974AE" w:rsidRDefault="006974AE" w:rsidP="006974AE">
      <w:r>
        <w:t>192.4287</w:t>
      </w:r>
      <w:r>
        <w:tab/>
        <w:t>2.025e0</w:t>
      </w:r>
    </w:p>
    <w:p w:rsidR="006974AE" w:rsidRDefault="006974AE" w:rsidP="006974AE">
      <w:r>
        <w:t>192.4510</w:t>
      </w:r>
      <w:r>
        <w:tab/>
        <w:t>1.013e0</w:t>
      </w:r>
    </w:p>
    <w:p w:rsidR="006974AE" w:rsidRDefault="006974AE" w:rsidP="006974AE">
      <w:r>
        <w:t>192.4659</w:t>
      </w:r>
      <w:r>
        <w:tab/>
        <w:t>1.013e0</w:t>
      </w:r>
    </w:p>
    <w:p w:rsidR="006974AE" w:rsidRDefault="006974AE" w:rsidP="006974AE">
      <w:r>
        <w:t>192.4731</w:t>
      </w:r>
      <w:r>
        <w:tab/>
        <w:t>1.013e0</w:t>
      </w:r>
    </w:p>
    <w:p w:rsidR="006974AE" w:rsidRDefault="006974AE" w:rsidP="006974AE">
      <w:r>
        <w:lastRenderedPageBreak/>
        <w:t>192.4918</w:t>
      </w:r>
      <w:r>
        <w:tab/>
        <w:t>1.013e0</w:t>
      </w:r>
    </w:p>
    <w:p w:rsidR="006974AE" w:rsidRDefault="006974AE" w:rsidP="006974AE">
      <w:r>
        <w:t>192.5016</w:t>
      </w:r>
      <w:r>
        <w:tab/>
        <w:t>3.038e0</w:t>
      </w:r>
    </w:p>
    <w:p w:rsidR="006974AE" w:rsidRDefault="006974AE" w:rsidP="006974AE">
      <w:r>
        <w:t>192.5064</w:t>
      </w:r>
      <w:r>
        <w:tab/>
        <w:t>1.013e0</w:t>
      </w:r>
    </w:p>
    <w:p w:rsidR="006974AE" w:rsidRDefault="006974AE" w:rsidP="006974AE">
      <w:r>
        <w:t>192.5245</w:t>
      </w:r>
      <w:r>
        <w:tab/>
        <w:t>1.013e0</w:t>
      </w:r>
    </w:p>
    <w:p w:rsidR="006974AE" w:rsidRDefault="006974AE" w:rsidP="006974AE">
      <w:r>
        <w:t>192.5282</w:t>
      </w:r>
      <w:r>
        <w:tab/>
        <w:t>1.013e0</w:t>
      </w:r>
    </w:p>
    <w:p w:rsidR="006974AE" w:rsidRDefault="006974AE" w:rsidP="006974AE">
      <w:r>
        <w:t>192.5541</w:t>
      </w:r>
      <w:r>
        <w:tab/>
        <w:t>1.013e0</w:t>
      </w:r>
    </w:p>
    <w:p w:rsidR="006974AE" w:rsidRDefault="006974AE" w:rsidP="006974AE">
      <w:r>
        <w:t>192.5612</w:t>
      </w:r>
      <w:r>
        <w:tab/>
        <w:t>1.013e0</w:t>
      </w:r>
    </w:p>
    <w:p w:rsidR="006974AE" w:rsidRDefault="006974AE" w:rsidP="006974AE">
      <w:r>
        <w:t>192.5872</w:t>
      </w:r>
      <w:r>
        <w:tab/>
        <w:t>1.013e0</w:t>
      </w:r>
    </w:p>
    <w:p w:rsidR="006974AE" w:rsidRDefault="006974AE" w:rsidP="006974AE">
      <w:r>
        <w:t>192.5927</w:t>
      </w:r>
      <w:r>
        <w:tab/>
        <w:t>2.025e0</w:t>
      </w:r>
    </w:p>
    <w:p w:rsidR="006974AE" w:rsidRDefault="006974AE" w:rsidP="006974AE">
      <w:r>
        <w:t>192.6421</w:t>
      </w:r>
      <w:r>
        <w:tab/>
        <w:t>1.013e0</w:t>
      </w:r>
    </w:p>
    <w:p w:rsidR="006974AE" w:rsidRDefault="006974AE" w:rsidP="006974AE">
      <w:r>
        <w:t>192.6458</w:t>
      </w:r>
      <w:r>
        <w:tab/>
        <w:t>1.013e0</w:t>
      </w:r>
    </w:p>
    <w:p w:rsidR="006974AE" w:rsidRDefault="006974AE" w:rsidP="006974AE">
      <w:r>
        <w:t>192.6571</w:t>
      </w:r>
      <w:r>
        <w:tab/>
        <w:t>1.013e0</w:t>
      </w:r>
    </w:p>
    <w:p w:rsidR="006974AE" w:rsidRDefault="006974AE" w:rsidP="006974AE">
      <w:r>
        <w:t>192.6642</w:t>
      </w:r>
      <w:r>
        <w:tab/>
        <w:t>1.013e0</w:t>
      </w:r>
    </w:p>
    <w:p w:rsidR="006974AE" w:rsidRDefault="006974AE" w:rsidP="006974AE">
      <w:r>
        <w:t>192.6791</w:t>
      </w:r>
      <w:r>
        <w:tab/>
        <w:t>2.025e0</w:t>
      </w:r>
    </w:p>
    <w:p w:rsidR="006974AE" w:rsidRDefault="006974AE" w:rsidP="006974AE">
      <w:r>
        <w:t>192.6826</w:t>
      </w:r>
      <w:r>
        <w:tab/>
        <w:t>1.013e0</w:t>
      </w:r>
    </w:p>
    <w:p w:rsidR="006974AE" w:rsidRDefault="006974AE" w:rsidP="006974AE">
      <w:r>
        <w:t>192.6902</w:t>
      </w:r>
      <w:r>
        <w:tab/>
        <w:t>2.025e0</w:t>
      </w:r>
    </w:p>
    <w:p w:rsidR="006974AE" w:rsidRDefault="006974AE" w:rsidP="006974AE">
      <w:r>
        <w:t>192.7012</w:t>
      </w:r>
      <w:r>
        <w:tab/>
        <w:t>1.013e0</w:t>
      </w:r>
    </w:p>
    <w:p w:rsidR="006974AE" w:rsidRDefault="006974AE" w:rsidP="006974AE">
      <w:r>
        <w:t>192.7119</w:t>
      </w:r>
      <w:r>
        <w:tab/>
        <w:t>1.013e0</w:t>
      </w:r>
    </w:p>
    <w:p w:rsidR="006974AE" w:rsidRDefault="006974AE" w:rsidP="006974AE">
      <w:r>
        <w:t>192.7266</w:t>
      </w:r>
      <w:r>
        <w:tab/>
        <w:t>1.013e0</w:t>
      </w:r>
    </w:p>
    <w:p w:rsidR="006974AE" w:rsidRDefault="006974AE" w:rsidP="006974AE">
      <w:r>
        <w:lastRenderedPageBreak/>
        <w:t>192.7379</w:t>
      </w:r>
      <w:r>
        <w:tab/>
        <w:t>1.013e0</w:t>
      </w:r>
    </w:p>
    <w:p w:rsidR="006974AE" w:rsidRDefault="006974AE" w:rsidP="006974AE">
      <w:r>
        <w:t>192.7449</w:t>
      </w:r>
      <w:r>
        <w:tab/>
        <w:t>1.013e0</w:t>
      </w:r>
    </w:p>
    <w:p w:rsidR="006974AE" w:rsidRDefault="006974AE" w:rsidP="006974AE">
      <w:r>
        <w:t>192.7488</w:t>
      </w:r>
      <w:r>
        <w:tab/>
        <w:t>1.013e0</w:t>
      </w:r>
    </w:p>
    <w:p w:rsidR="006974AE" w:rsidRDefault="006974AE" w:rsidP="006974AE">
      <w:r>
        <w:t>192.7782</w:t>
      </w:r>
      <w:r>
        <w:tab/>
        <w:t>1.013e0</w:t>
      </w:r>
    </w:p>
    <w:p w:rsidR="006974AE" w:rsidRDefault="006974AE" w:rsidP="006974AE">
      <w:r>
        <w:t>192.7821</w:t>
      </w:r>
      <w:r>
        <w:tab/>
        <w:t>2.025e0</w:t>
      </w:r>
    </w:p>
    <w:p w:rsidR="006974AE" w:rsidRDefault="006974AE" w:rsidP="006974AE">
      <w:r>
        <w:t>192.8043</w:t>
      </w:r>
      <w:r>
        <w:tab/>
        <w:t>1.013e0</w:t>
      </w:r>
    </w:p>
    <w:p w:rsidR="006974AE" w:rsidRDefault="006974AE" w:rsidP="006974AE">
      <w:r>
        <w:t>192.8083</w:t>
      </w:r>
      <w:r>
        <w:tab/>
        <w:t>2.025e0</w:t>
      </w:r>
    </w:p>
    <w:p w:rsidR="006974AE" w:rsidRDefault="006974AE" w:rsidP="006974AE">
      <w:r>
        <w:t>192.8676</w:t>
      </w:r>
      <w:r>
        <w:tab/>
        <w:t>1.013e0</w:t>
      </w:r>
    </w:p>
    <w:p w:rsidR="006974AE" w:rsidRDefault="006974AE" w:rsidP="006974AE">
      <w:r>
        <w:t>192.8788</w:t>
      </w:r>
      <w:r>
        <w:tab/>
        <w:t>1.013e0</w:t>
      </w:r>
    </w:p>
    <w:p w:rsidR="006974AE" w:rsidRDefault="006974AE" w:rsidP="006974AE">
      <w:r>
        <w:t>192.9050</w:t>
      </w:r>
      <w:r>
        <w:tab/>
        <w:t>1.013e0</w:t>
      </w:r>
    </w:p>
    <w:p w:rsidR="006974AE" w:rsidRDefault="006974AE" w:rsidP="006974AE">
      <w:r>
        <w:t>192.9086</w:t>
      </w:r>
      <w:r>
        <w:tab/>
        <w:t>1.013e0</w:t>
      </w:r>
    </w:p>
    <w:p w:rsidR="006974AE" w:rsidRDefault="006974AE" w:rsidP="006974AE">
      <w:r>
        <w:t>192.9194</w:t>
      </w:r>
      <w:r>
        <w:tab/>
        <w:t>1.013e0</w:t>
      </w:r>
    </w:p>
    <w:p w:rsidR="006974AE" w:rsidRDefault="006974AE" w:rsidP="006974AE">
      <w:r>
        <w:t>192.9267</w:t>
      </w:r>
      <w:r>
        <w:tab/>
        <w:t>1.013e0</w:t>
      </w:r>
    </w:p>
    <w:p w:rsidR="006974AE" w:rsidRDefault="006974AE" w:rsidP="006974AE">
      <w:r>
        <w:t>192.9343</w:t>
      </w:r>
      <w:r>
        <w:tab/>
        <w:t>1.013e0</w:t>
      </w:r>
    </w:p>
    <w:p w:rsidR="006974AE" w:rsidRDefault="006974AE" w:rsidP="006974AE">
      <w:r>
        <w:t>192.9490</w:t>
      </w:r>
      <w:r>
        <w:tab/>
        <w:t>1.013e0</w:t>
      </w:r>
    </w:p>
    <w:p w:rsidR="006974AE" w:rsidRDefault="006974AE" w:rsidP="006974AE">
      <w:r>
        <w:t>192.9810</w:t>
      </w:r>
      <w:r>
        <w:tab/>
        <w:t>3.038e0</w:t>
      </w:r>
    </w:p>
    <w:p w:rsidR="006974AE" w:rsidRDefault="006974AE" w:rsidP="006974AE">
      <w:r>
        <w:t>192.9821</w:t>
      </w:r>
      <w:r>
        <w:tab/>
        <w:t>1.013e0</w:t>
      </w:r>
    </w:p>
    <w:p w:rsidR="006974AE" w:rsidRDefault="006974AE" w:rsidP="006974AE">
      <w:r>
        <w:t>192.9892</w:t>
      </w:r>
      <w:r>
        <w:tab/>
        <w:t>1.013e0</w:t>
      </w:r>
    </w:p>
    <w:p w:rsidR="006974AE" w:rsidRDefault="006974AE" w:rsidP="006974AE">
      <w:r>
        <w:t>192.9910</w:t>
      </w:r>
      <w:r>
        <w:tab/>
        <w:t>2.025e0</w:t>
      </w:r>
    </w:p>
    <w:p w:rsidR="006974AE" w:rsidRDefault="006974AE" w:rsidP="006974AE">
      <w:r>
        <w:lastRenderedPageBreak/>
        <w:t>193.0005</w:t>
      </w:r>
      <w:r>
        <w:tab/>
        <w:t>1.013e0</w:t>
      </w:r>
    </w:p>
    <w:p w:rsidR="006974AE" w:rsidRDefault="006974AE" w:rsidP="006974AE">
      <w:r>
        <w:t>193.0262</w:t>
      </w:r>
      <w:r>
        <w:tab/>
        <w:t>1.013e0</w:t>
      </w:r>
    </w:p>
    <w:p w:rsidR="006974AE" w:rsidRDefault="006974AE" w:rsidP="006974AE">
      <w:r>
        <w:t>193.0334</w:t>
      </w:r>
      <w:r>
        <w:tab/>
        <w:t>1.013e0</w:t>
      </w:r>
    </w:p>
    <w:p w:rsidR="006974AE" w:rsidRDefault="006974AE" w:rsidP="006974AE">
      <w:r>
        <w:t>193.0428</w:t>
      </w:r>
      <w:r>
        <w:tab/>
        <w:t>2.025e0</w:t>
      </w:r>
    </w:p>
    <w:p w:rsidR="006974AE" w:rsidRDefault="006974AE" w:rsidP="006974AE">
      <w:r>
        <w:t>193.0564</w:t>
      </w:r>
      <w:r>
        <w:tab/>
        <w:t>3.038e0</w:t>
      </w:r>
    </w:p>
    <w:p w:rsidR="006974AE" w:rsidRDefault="006974AE" w:rsidP="006974AE">
      <w:r>
        <w:t>193.0630</w:t>
      </w:r>
      <w:r>
        <w:tab/>
        <w:t>1.013e0</w:t>
      </w:r>
    </w:p>
    <w:p w:rsidR="006974AE" w:rsidRDefault="006974AE" w:rsidP="006974AE">
      <w:r>
        <w:t>193.0660</w:t>
      </w:r>
      <w:r>
        <w:tab/>
        <w:t>5.063e0</w:t>
      </w:r>
    </w:p>
    <w:p w:rsidR="006974AE" w:rsidRDefault="006974AE" w:rsidP="006974AE">
      <w:r>
        <w:t>193.0676</w:t>
      </w:r>
      <w:r>
        <w:tab/>
        <w:t>6.076e0</w:t>
      </w:r>
    </w:p>
    <w:p w:rsidR="006974AE" w:rsidRDefault="006974AE" w:rsidP="006974AE">
      <w:r>
        <w:t>193.0702</w:t>
      </w:r>
      <w:r>
        <w:tab/>
        <w:t>1.013e0</w:t>
      </w:r>
    </w:p>
    <w:p w:rsidR="006974AE" w:rsidRDefault="006974AE" w:rsidP="006974AE">
      <w:r>
        <w:t>193.0738</w:t>
      </w:r>
      <w:r>
        <w:tab/>
        <w:t>3.038e0</w:t>
      </w:r>
    </w:p>
    <w:p w:rsidR="006974AE" w:rsidRDefault="006974AE" w:rsidP="006974AE">
      <w:r>
        <w:t>193.0750</w:t>
      </w:r>
      <w:r>
        <w:tab/>
        <w:t>3.038e0</w:t>
      </w:r>
    </w:p>
    <w:p w:rsidR="006974AE" w:rsidRDefault="006974AE" w:rsidP="006974AE">
      <w:r>
        <w:t>193.0925</w:t>
      </w:r>
      <w:r>
        <w:tab/>
        <w:t>1.013e0</w:t>
      </w:r>
    </w:p>
    <w:p w:rsidR="006974AE" w:rsidRDefault="006974AE" w:rsidP="006974AE">
      <w:r>
        <w:t>193.1107</w:t>
      </w:r>
      <w:r>
        <w:tab/>
        <w:t>3.038e0</w:t>
      </w:r>
    </w:p>
    <w:p w:rsidR="006974AE" w:rsidRDefault="006974AE" w:rsidP="006974AE">
      <w:r>
        <w:t>193.1179</w:t>
      </w:r>
      <w:r>
        <w:tab/>
        <w:t>1.013e0</w:t>
      </w:r>
    </w:p>
    <w:p w:rsidR="006974AE" w:rsidRDefault="006974AE" w:rsidP="006974AE">
      <w:r>
        <w:t>193.1270</w:t>
      </w:r>
      <w:r>
        <w:tab/>
        <w:t>5.063e0</w:t>
      </w:r>
    </w:p>
    <w:p w:rsidR="006974AE" w:rsidRDefault="006974AE" w:rsidP="006974AE">
      <w:r>
        <w:t>193.1401</w:t>
      </w:r>
      <w:r>
        <w:tab/>
        <w:t>3.038e0</w:t>
      </w:r>
    </w:p>
    <w:p w:rsidR="006974AE" w:rsidRDefault="006974AE" w:rsidP="006974AE">
      <w:r>
        <w:t>193.1549</w:t>
      </w:r>
      <w:r>
        <w:tab/>
        <w:t>2.025e0</w:t>
      </w:r>
    </w:p>
    <w:p w:rsidR="006974AE" w:rsidRDefault="006974AE" w:rsidP="006974AE">
      <w:r>
        <w:t>193.1604</w:t>
      </w:r>
      <w:r>
        <w:tab/>
        <w:t>2.025e0</w:t>
      </w:r>
    </w:p>
    <w:p w:rsidR="006974AE" w:rsidRDefault="006974AE" w:rsidP="006974AE">
      <w:r>
        <w:t>193.1848</w:t>
      </w:r>
      <w:r>
        <w:tab/>
        <w:t>1.013e0</w:t>
      </w:r>
    </w:p>
    <w:p w:rsidR="006974AE" w:rsidRDefault="006974AE" w:rsidP="006974AE">
      <w:r>
        <w:lastRenderedPageBreak/>
        <w:t>193.1920</w:t>
      </w:r>
      <w:r>
        <w:tab/>
        <w:t>1.013e0</w:t>
      </w:r>
    </w:p>
    <w:p w:rsidR="006974AE" w:rsidRDefault="006974AE" w:rsidP="006974AE">
      <w:r>
        <w:t>193.1994</w:t>
      </w:r>
      <w:r>
        <w:tab/>
        <w:t>1.013e0</w:t>
      </w:r>
    </w:p>
    <w:p w:rsidR="006974AE" w:rsidRDefault="006974AE" w:rsidP="006974AE">
      <w:r>
        <w:t>193.2071</w:t>
      </w:r>
      <w:r>
        <w:tab/>
        <w:t>1.013e0</w:t>
      </w:r>
    </w:p>
    <w:p w:rsidR="006974AE" w:rsidRDefault="006974AE" w:rsidP="006974AE">
      <w:r>
        <w:t>193.2517</w:t>
      </w:r>
      <w:r>
        <w:tab/>
        <w:t>1.013e0</w:t>
      </w:r>
    </w:p>
    <w:p w:rsidR="006974AE" w:rsidRDefault="006974AE" w:rsidP="006974AE">
      <w:r>
        <w:t>193.2556</w:t>
      </w:r>
      <w:r>
        <w:tab/>
        <w:t>1.013e0</w:t>
      </w:r>
    </w:p>
    <w:p w:rsidR="006974AE" w:rsidRDefault="006974AE" w:rsidP="006974AE">
      <w:r>
        <w:t>193.2743</w:t>
      </w:r>
      <w:r>
        <w:tab/>
        <w:t>2.025e0</w:t>
      </w:r>
    </w:p>
    <w:p w:rsidR="006974AE" w:rsidRDefault="006974AE" w:rsidP="006974AE">
      <w:r>
        <w:t>193.3035</w:t>
      </w:r>
      <w:r>
        <w:tab/>
        <w:t>1.013e0</w:t>
      </w:r>
    </w:p>
    <w:p w:rsidR="006974AE" w:rsidRDefault="006974AE" w:rsidP="006974AE">
      <w:r>
        <w:t>193.3072</w:t>
      </w:r>
      <w:r>
        <w:tab/>
        <w:t>1.013e0</w:t>
      </w:r>
    </w:p>
    <w:p w:rsidR="006974AE" w:rsidRDefault="006974AE" w:rsidP="006974AE">
      <w:r>
        <w:t>193.3331</w:t>
      </w:r>
      <w:r>
        <w:tab/>
        <w:t>1.013e0</w:t>
      </w:r>
    </w:p>
    <w:p w:rsidR="006974AE" w:rsidRDefault="006974AE" w:rsidP="006974AE">
      <w:r>
        <w:t>193.3515</w:t>
      </w:r>
      <w:r>
        <w:tab/>
        <w:t>1.013e0</w:t>
      </w:r>
    </w:p>
    <w:p w:rsidR="006974AE" w:rsidRDefault="006974AE" w:rsidP="006974AE">
      <w:r>
        <w:t>193.3549</w:t>
      </w:r>
      <w:r>
        <w:tab/>
        <w:t>1.013e0</w:t>
      </w:r>
    </w:p>
    <w:p w:rsidR="006974AE" w:rsidRDefault="006974AE" w:rsidP="006974AE">
      <w:r>
        <w:t>193.3662</w:t>
      </w:r>
      <w:r>
        <w:tab/>
        <w:t>1.013e0</w:t>
      </w:r>
    </w:p>
    <w:p w:rsidR="006974AE" w:rsidRDefault="006974AE" w:rsidP="006974AE">
      <w:r>
        <w:t>193.3699</w:t>
      </w:r>
      <w:r>
        <w:tab/>
        <w:t>1.013e0</w:t>
      </w:r>
    </w:p>
    <w:p w:rsidR="006974AE" w:rsidRDefault="006974AE" w:rsidP="006974AE">
      <w:r>
        <w:t>193.3994</w:t>
      </w:r>
      <w:r>
        <w:tab/>
        <w:t>1.013e0</w:t>
      </w:r>
    </w:p>
    <w:p w:rsidR="006974AE" w:rsidRDefault="006974AE" w:rsidP="006974AE">
      <w:r>
        <w:t>193.4028</w:t>
      </w:r>
      <w:r>
        <w:tab/>
        <w:t>1.013e0</w:t>
      </w:r>
    </w:p>
    <w:p w:rsidR="006974AE" w:rsidRDefault="006974AE" w:rsidP="006974AE">
      <w:r>
        <w:t>193.4067</w:t>
      </w:r>
      <w:r>
        <w:tab/>
        <w:t>1.013e0</w:t>
      </w:r>
    </w:p>
    <w:p w:rsidR="006974AE" w:rsidRDefault="006974AE" w:rsidP="006974AE">
      <w:r>
        <w:t>193.4802</w:t>
      </w:r>
      <w:r>
        <w:tab/>
        <w:t>2.025e0</w:t>
      </w:r>
    </w:p>
    <w:p w:rsidR="006974AE" w:rsidRDefault="006974AE" w:rsidP="006974AE">
      <w:r>
        <w:t>193.4837</w:t>
      </w:r>
      <w:r>
        <w:tab/>
        <w:t>2.025e0</w:t>
      </w:r>
    </w:p>
    <w:p w:rsidR="006974AE" w:rsidRDefault="006974AE" w:rsidP="006974AE">
      <w:r>
        <w:t>193.4877</w:t>
      </w:r>
      <w:r>
        <w:tab/>
        <w:t>1.013e0</w:t>
      </w:r>
    </w:p>
    <w:p w:rsidR="006974AE" w:rsidRDefault="006974AE" w:rsidP="006974AE">
      <w:r>
        <w:lastRenderedPageBreak/>
        <w:t>193.5115</w:t>
      </w:r>
      <w:r>
        <w:tab/>
        <w:t>2.025e0</w:t>
      </w:r>
    </w:p>
    <w:p w:rsidR="006974AE" w:rsidRDefault="006974AE" w:rsidP="006974AE">
      <w:r>
        <w:t>193.5394</w:t>
      </w:r>
      <w:r>
        <w:tab/>
        <w:t>1.013e0</w:t>
      </w:r>
    </w:p>
    <w:p w:rsidR="006974AE" w:rsidRDefault="006974AE" w:rsidP="006974AE">
      <w:r>
        <w:t>193.5432</w:t>
      </w:r>
      <w:r>
        <w:tab/>
        <w:t>1.013e0</w:t>
      </w:r>
    </w:p>
    <w:p w:rsidR="006974AE" w:rsidRDefault="006974AE" w:rsidP="006974AE">
      <w:r>
        <w:t>193.5710</w:t>
      </w:r>
      <w:r>
        <w:tab/>
        <w:t>2.025e0</w:t>
      </w:r>
    </w:p>
    <w:p w:rsidR="006974AE" w:rsidRDefault="006974AE" w:rsidP="006974AE">
      <w:r>
        <w:t>193.5805</w:t>
      </w:r>
      <w:r>
        <w:tab/>
        <w:t>1.013e0</w:t>
      </w:r>
    </w:p>
    <w:p w:rsidR="006974AE" w:rsidRDefault="006974AE" w:rsidP="006974AE">
      <w:r>
        <w:t>193.5840</w:t>
      </w:r>
      <w:r>
        <w:tab/>
        <w:t>1.013e0</w:t>
      </w:r>
    </w:p>
    <w:p w:rsidR="006974AE" w:rsidRDefault="006974AE" w:rsidP="006974AE">
      <w:r>
        <w:t>193.6139</w:t>
      </w:r>
      <w:r>
        <w:tab/>
        <w:t>1.013e0</w:t>
      </w:r>
    </w:p>
    <w:p w:rsidR="006974AE" w:rsidRDefault="006974AE" w:rsidP="006974AE">
      <w:r>
        <w:t>193.6328</w:t>
      </w:r>
      <w:r>
        <w:tab/>
        <w:t>2.025e0</w:t>
      </w:r>
    </w:p>
    <w:p w:rsidR="006974AE" w:rsidRDefault="006974AE" w:rsidP="006974AE">
      <w:r>
        <w:t>193.6474</w:t>
      </w:r>
      <w:r>
        <w:tab/>
        <w:t>1.013e0</w:t>
      </w:r>
    </w:p>
    <w:p w:rsidR="006974AE" w:rsidRDefault="006974AE" w:rsidP="006974AE">
      <w:r>
        <w:t>193.6586</w:t>
      </w:r>
      <w:r>
        <w:tab/>
        <w:t>1.013e0</w:t>
      </w:r>
    </w:p>
    <w:p w:rsidR="006974AE" w:rsidRDefault="006974AE" w:rsidP="006974AE">
      <w:r>
        <w:t>193.6621</w:t>
      </w:r>
      <w:r>
        <w:tab/>
        <w:t>1.013e0</w:t>
      </w:r>
    </w:p>
    <w:p w:rsidR="006974AE" w:rsidRDefault="006974AE" w:rsidP="006974AE">
      <w:r>
        <w:t>193.6841</w:t>
      </w:r>
      <w:r>
        <w:tab/>
        <w:t>1.013e0</w:t>
      </w:r>
    </w:p>
    <w:p w:rsidR="006974AE" w:rsidRDefault="006974AE" w:rsidP="006974AE">
      <w:r>
        <w:t>193.7025</w:t>
      </w:r>
      <w:r>
        <w:tab/>
        <w:t>1.013e0</w:t>
      </w:r>
    </w:p>
    <w:p w:rsidR="006974AE" w:rsidRDefault="006974AE" w:rsidP="006974AE">
      <w:r>
        <w:t>193.7359</w:t>
      </w:r>
      <w:r>
        <w:tab/>
        <w:t>1.013e0</w:t>
      </w:r>
    </w:p>
    <w:p w:rsidR="006974AE" w:rsidRDefault="006974AE" w:rsidP="006974AE">
      <w:r>
        <w:t>193.7691</w:t>
      </w:r>
      <w:r>
        <w:tab/>
        <w:t>1.013e0</w:t>
      </w:r>
    </w:p>
    <w:p w:rsidR="006974AE" w:rsidRDefault="006974AE" w:rsidP="006974AE">
      <w:r>
        <w:t>193.7725</w:t>
      </w:r>
      <w:r>
        <w:tab/>
        <w:t>1.013e0</w:t>
      </w:r>
    </w:p>
    <w:p w:rsidR="006974AE" w:rsidRDefault="006974AE" w:rsidP="006974AE">
      <w:r>
        <w:t>193.7983</w:t>
      </w:r>
      <w:r>
        <w:tab/>
        <w:t>1.013e0</w:t>
      </w:r>
    </w:p>
    <w:p w:rsidR="006974AE" w:rsidRDefault="006974AE" w:rsidP="006974AE">
      <w:r>
        <w:t>193.8463</w:t>
      </w:r>
      <w:r>
        <w:tab/>
        <w:t>1.013e0</w:t>
      </w:r>
    </w:p>
    <w:p w:rsidR="006974AE" w:rsidRDefault="006974AE" w:rsidP="006974AE">
      <w:r>
        <w:t>193.9056</w:t>
      </w:r>
      <w:r>
        <w:tab/>
        <w:t>1.013e0</w:t>
      </w:r>
    </w:p>
    <w:p w:rsidR="006974AE" w:rsidRDefault="006974AE" w:rsidP="006974AE">
      <w:r>
        <w:lastRenderedPageBreak/>
        <w:t>193.9321</w:t>
      </w:r>
      <w:r>
        <w:tab/>
        <w:t>1.013e0</w:t>
      </w:r>
    </w:p>
    <w:p w:rsidR="006974AE" w:rsidRDefault="006974AE" w:rsidP="006974AE">
      <w:r>
        <w:t>193.9543</w:t>
      </w:r>
      <w:r>
        <w:tab/>
        <w:t>1.013e0</w:t>
      </w:r>
    </w:p>
    <w:p w:rsidR="006974AE" w:rsidRDefault="006974AE" w:rsidP="006974AE">
      <w:r>
        <w:t>193.9580</w:t>
      </w:r>
      <w:r>
        <w:tab/>
        <w:t>1.013e0</w:t>
      </w:r>
    </w:p>
    <w:p w:rsidR="006974AE" w:rsidRDefault="006974AE" w:rsidP="006974AE">
      <w:r>
        <w:t>193.9695</w:t>
      </w:r>
      <w:r>
        <w:tab/>
        <w:t>2.025e0</w:t>
      </w:r>
    </w:p>
    <w:p w:rsidR="006974AE" w:rsidRDefault="006974AE" w:rsidP="006974AE">
      <w:r>
        <w:t>193.9895</w:t>
      </w:r>
      <w:r>
        <w:tab/>
        <w:t>4.051e0</w:t>
      </w:r>
    </w:p>
    <w:p w:rsidR="006974AE" w:rsidRDefault="006974AE" w:rsidP="006974AE">
      <w:r>
        <w:t>193.9917</w:t>
      </w:r>
      <w:r>
        <w:tab/>
        <w:t>1.013e0</w:t>
      </w:r>
    </w:p>
    <w:p w:rsidR="006974AE" w:rsidRDefault="006974AE" w:rsidP="006974AE">
      <w:r>
        <w:t>193.9933</w:t>
      </w:r>
      <w:r>
        <w:tab/>
        <w:t>2.025e0</w:t>
      </w:r>
    </w:p>
    <w:p w:rsidR="006974AE" w:rsidRDefault="006974AE" w:rsidP="006974AE">
      <w:r>
        <w:t>194.0064</w:t>
      </w:r>
      <w:r>
        <w:tab/>
        <w:t>1.013e0</w:t>
      </w:r>
    </w:p>
    <w:p w:rsidR="006974AE" w:rsidRDefault="006974AE" w:rsidP="006974AE">
      <w:r>
        <w:t>194.0101</w:t>
      </w:r>
      <w:r>
        <w:tab/>
        <w:t>2.025e0</w:t>
      </w:r>
    </w:p>
    <w:p w:rsidR="006974AE" w:rsidRDefault="006974AE" w:rsidP="006974AE">
      <w:r>
        <w:t>194.0135</w:t>
      </w:r>
      <w:r>
        <w:tab/>
        <w:t>1.013e0</w:t>
      </w:r>
    </w:p>
    <w:p w:rsidR="006974AE" w:rsidRDefault="006974AE" w:rsidP="006974AE">
      <w:r>
        <w:t>194.0196</w:t>
      </w:r>
      <w:r>
        <w:tab/>
        <w:t>5.063e0</w:t>
      </w:r>
    </w:p>
    <w:p w:rsidR="006974AE" w:rsidRDefault="006974AE" w:rsidP="006974AE">
      <w:r>
        <w:t>194.0233</w:t>
      </w:r>
      <w:r>
        <w:tab/>
        <w:t>3.387e0</w:t>
      </w:r>
    </w:p>
    <w:p w:rsidR="006974AE" w:rsidRDefault="006974AE" w:rsidP="006974AE">
      <w:r>
        <w:t>194.0377</w:t>
      </w:r>
      <w:r>
        <w:tab/>
        <w:t>2.025e0</w:t>
      </w:r>
    </w:p>
    <w:p w:rsidR="006974AE" w:rsidRDefault="006974AE" w:rsidP="006974AE">
      <w:r>
        <w:t>194.0395</w:t>
      </w:r>
      <w:r>
        <w:tab/>
        <w:t>1.013e0</w:t>
      </w:r>
    </w:p>
    <w:p w:rsidR="006974AE" w:rsidRDefault="006974AE" w:rsidP="006974AE">
      <w:r>
        <w:t>194.0468</w:t>
      </w:r>
      <w:r>
        <w:tab/>
        <w:t>1.013e0</w:t>
      </w:r>
    </w:p>
    <w:p w:rsidR="006974AE" w:rsidRDefault="006974AE" w:rsidP="006974AE">
      <w:r>
        <w:t>194.0531</w:t>
      </w:r>
      <w:r>
        <w:tab/>
        <w:t>4.051e0</w:t>
      </w:r>
    </w:p>
    <w:p w:rsidR="006974AE" w:rsidRDefault="006974AE" w:rsidP="006974AE">
      <w:r>
        <w:t>194.0595</w:t>
      </w:r>
      <w:r>
        <w:tab/>
        <w:t>4.051e0</w:t>
      </w:r>
    </w:p>
    <w:p w:rsidR="006974AE" w:rsidRDefault="006974AE" w:rsidP="006974AE">
      <w:r>
        <w:t>194.0613</w:t>
      </w:r>
      <w:r>
        <w:tab/>
        <w:t>1.013e0</w:t>
      </w:r>
    </w:p>
    <w:p w:rsidR="006974AE" w:rsidRDefault="006974AE" w:rsidP="006974AE">
      <w:r>
        <w:t>194.0650</w:t>
      </w:r>
      <w:r>
        <w:tab/>
        <w:t>1.013e0</w:t>
      </w:r>
    </w:p>
    <w:p w:rsidR="006974AE" w:rsidRDefault="006974AE" w:rsidP="006974AE">
      <w:r>
        <w:lastRenderedPageBreak/>
        <w:t>194.0763</w:t>
      </w:r>
      <w:r>
        <w:tab/>
        <w:t>2.025e0</w:t>
      </w:r>
    </w:p>
    <w:p w:rsidR="006974AE" w:rsidRDefault="006974AE" w:rsidP="006974AE">
      <w:r>
        <w:t>194.0798</w:t>
      </w:r>
      <w:r>
        <w:tab/>
        <w:t>1.013e0</w:t>
      </w:r>
    </w:p>
    <w:p w:rsidR="006974AE" w:rsidRDefault="006974AE" w:rsidP="006974AE">
      <w:r>
        <w:t>194.0816</w:t>
      </w:r>
      <w:r>
        <w:tab/>
        <w:t>2.025e0</w:t>
      </w:r>
    </w:p>
    <w:p w:rsidR="006974AE" w:rsidRDefault="006974AE" w:rsidP="006974AE">
      <w:r>
        <w:t>194.0872</w:t>
      </w:r>
      <w:r>
        <w:tab/>
        <w:t>1.013e0</w:t>
      </w:r>
    </w:p>
    <w:p w:rsidR="006974AE" w:rsidRDefault="006974AE" w:rsidP="006974AE">
      <w:r>
        <w:t>194.1056</w:t>
      </w:r>
      <w:r>
        <w:tab/>
        <w:t>1.013e0</w:t>
      </w:r>
    </w:p>
    <w:p w:rsidR="006974AE" w:rsidRDefault="006974AE" w:rsidP="006974AE">
      <w:r>
        <w:t>194.1149</w:t>
      </w:r>
      <w:r>
        <w:tab/>
        <w:t>5.063e0</w:t>
      </w:r>
    </w:p>
    <w:p w:rsidR="006974AE" w:rsidRDefault="006974AE" w:rsidP="006974AE">
      <w:r>
        <w:t>194.1170</w:t>
      </w:r>
      <w:r>
        <w:tab/>
        <w:t>1.058e1</w:t>
      </w:r>
    </w:p>
    <w:p w:rsidR="006974AE" w:rsidRDefault="006974AE" w:rsidP="006974AE">
      <w:r>
        <w:t>194.1191</w:t>
      </w:r>
      <w:r>
        <w:tab/>
        <w:t>3.480e0</w:t>
      </w:r>
    </w:p>
    <w:p w:rsidR="006974AE" w:rsidRDefault="006974AE" w:rsidP="006974AE">
      <w:r>
        <w:t>194.1206</w:t>
      </w:r>
      <w:r>
        <w:tab/>
        <w:t>3.038e0</w:t>
      </w:r>
    </w:p>
    <w:p w:rsidR="006974AE" w:rsidRDefault="006974AE" w:rsidP="006974AE">
      <w:r>
        <w:t>194.1353</w:t>
      </w:r>
      <w:r>
        <w:tab/>
        <w:t>1.013e0</w:t>
      </w:r>
    </w:p>
    <w:p w:rsidR="006974AE" w:rsidRDefault="006974AE" w:rsidP="006974AE">
      <w:r>
        <w:t>194.1498</w:t>
      </w:r>
      <w:r>
        <w:tab/>
        <w:t>1.013e0</w:t>
      </w:r>
    </w:p>
    <w:p w:rsidR="006974AE" w:rsidRDefault="006974AE" w:rsidP="006974AE">
      <w:r>
        <w:t>194.1516</w:t>
      </w:r>
      <w:r>
        <w:tab/>
        <w:t>3.038e0</w:t>
      </w:r>
    </w:p>
    <w:p w:rsidR="006974AE" w:rsidRDefault="006974AE" w:rsidP="006974AE">
      <w:r>
        <w:t>194.1539</w:t>
      </w:r>
      <w:r>
        <w:tab/>
        <w:t>4.051e0</w:t>
      </w:r>
    </w:p>
    <w:p w:rsidR="006974AE" w:rsidRDefault="006974AE" w:rsidP="006974AE">
      <w:r>
        <w:t>194.1555</w:t>
      </w:r>
      <w:r>
        <w:tab/>
        <w:t>2.025e0</w:t>
      </w:r>
    </w:p>
    <w:p w:rsidR="006974AE" w:rsidRDefault="006974AE" w:rsidP="006974AE">
      <w:r>
        <w:t>194.1572</w:t>
      </w:r>
      <w:r>
        <w:tab/>
        <w:t>3.038e0</w:t>
      </w:r>
    </w:p>
    <w:p w:rsidR="006974AE" w:rsidRDefault="006974AE" w:rsidP="006974AE">
      <w:r>
        <w:t>194.1611</w:t>
      </w:r>
      <w:r>
        <w:tab/>
        <w:t>3.038e0</w:t>
      </w:r>
    </w:p>
    <w:p w:rsidR="006974AE" w:rsidRDefault="006974AE" w:rsidP="006974AE">
      <w:r>
        <w:t>194.1721</w:t>
      </w:r>
      <w:r>
        <w:tab/>
        <w:t>1.013e0</w:t>
      </w:r>
    </w:p>
    <w:p w:rsidR="006974AE" w:rsidRDefault="006974AE" w:rsidP="006974AE">
      <w:r>
        <w:t>194.1792</w:t>
      </w:r>
      <w:r>
        <w:tab/>
        <w:t>1.013e0</w:t>
      </w:r>
    </w:p>
    <w:p w:rsidR="006974AE" w:rsidRDefault="006974AE" w:rsidP="006974AE">
      <w:r>
        <w:t>194.1847</w:t>
      </w:r>
      <w:r>
        <w:tab/>
        <w:t>2.025e0</w:t>
      </w:r>
    </w:p>
    <w:p w:rsidR="006974AE" w:rsidRDefault="006974AE" w:rsidP="006974AE">
      <w:r>
        <w:lastRenderedPageBreak/>
        <w:t>194.2054</w:t>
      </w:r>
      <w:r>
        <w:tab/>
        <w:t>1.013e0</w:t>
      </w:r>
    </w:p>
    <w:p w:rsidR="006974AE" w:rsidRDefault="006974AE" w:rsidP="006974AE">
      <w:r>
        <w:t>194.2279</w:t>
      </w:r>
      <w:r>
        <w:tab/>
        <w:t>1.013e0</w:t>
      </w:r>
    </w:p>
    <w:p w:rsidR="006974AE" w:rsidRDefault="006974AE" w:rsidP="006974AE">
      <w:r>
        <w:t>194.2467</w:t>
      </w:r>
      <w:r>
        <w:tab/>
        <w:t>1.013e0</w:t>
      </w:r>
    </w:p>
    <w:p w:rsidR="006974AE" w:rsidRDefault="006974AE" w:rsidP="006974AE">
      <w:r>
        <w:t>194.2542</w:t>
      </w:r>
      <w:r>
        <w:tab/>
        <w:t>1.013e0</w:t>
      </w:r>
    </w:p>
    <w:p w:rsidR="006974AE" w:rsidRDefault="006974AE" w:rsidP="006974AE">
      <w:r>
        <w:t>194.2652</w:t>
      </w:r>
      <w:r>
        <w:tab/>
        <w:t>1.013e0</w:t>
      </w:r>
    </w:p>
    <w:p w:rsidR="006974AE" w:rsidRDefault="006974AE" w:rsidP="006974AE">
      <w:r>
        <w:t>194.2709</w:t>
      </w:r>
      <w:r>
        <w:tab/>
        <w:t>2.025e0</w:t>
      </w:r>
    </w:p>
    <w:p w:rsidR="006974AE" w:rsidRDefault="006974AE" w:rsidP="006974AE">
      <w:r>
        <w:t>194.3212</w:t>
      </w:r>
      <w:r>
        <w:tab/>
        <w:t>1.013e0</w:t>
      </w:r>
    </w:p>
    <w:p w:rsidR="006974AE" w:rsidRDefault="006974AE" w:rsidP="006974AE">
      <w:r>
        <w:t>194.3654</w:t>
      </w:r>
      <w:r>
        <w:tab/>
        <w:t>1.013e0</w:t>
      </w:r>
    </w:p>
    <w:p w:rsidR="006974AE" w:rsidRDefault="006974AE" w:rsidP="006974AE">
      <w:r>
        <w:t>194.3688</w:t>
      </w:r>
      <w:r>
        <w:tab/>
        <w:t>1.013e0</w:t>
      </w:r>
    </w:p>
    <w:p w:rsidR="006974AE" w:rsidRDefault="006974AE" w:rsidP="006974AE">
      <w:r>
        <w:t>194.3838</w:t>
      </w:r>
      <w:r>
        <w:tab/>
        <w:t>1.013e0</w:t>
      </w:r>
    </w:p>
    <w:p w:rsidR="006974AE" w:rsidRDefault="006974AE" w:rsidP="006974AE">
      <w:r>
        <w:t>194.3873</w:t>
      </w:r>
      <w:r>
        <w:tab/>
        <w:t>1.013e0</w:t>
      </w:r>
    </w:p>
    <w:p w:rsidR="006974AE" w:rsidRDefault="006974AE" w:rsidP="006974AE">
      <w:r>
        <w:t>194.3909</w:t>
      </w:r>
      <w:r>
        <w:tab/>
        <w:t>1.013e0</w:t>
      </w:r>
    </w:p>
    <w:p w:rsidR="006974AE" w:rsidRDefault="006974AE" w:rsidP="006974AE">
      <w:r>
        <w:t>194.3949</w:t>
      </w:r>
      <w:r>
        <w:tab/>
        <w:t>1.013e0</w:t>
      </w:r>
    </w:p>
    <w:p w:rsidR="006974AE" w:rsidRDefault="006974AE" w:rsidP="006974AE">
      <w:r>
        <w:t>194.4020</w:t>
      </w:r>
      <w:r>
        <w:tab/>
        <w:t>2.025e0</w:t>
      </w:r>
    </w:p>
    <w:p w:rsidR="006974AE" w:rsidRDefault="006974AE" w:rsidP="006974AE">
      <w:r>
        <w:t>194.4279</w:t>
      </w:r>
      <w:r>
        <w:tab/>
        <w:t>1.013e0</w:t>
      </w:r>
    </w:p>
    <w:p w:rsidR="006974AE" w:rsidRDefault="006974AE" w:rsidP="006974AE">
      <w:r>
        <w:t>194.4370</w:t>
      </w:r>
      <w:r>
        <w:tab/>
        <w:t>2.025e0</w:t>
      </w:r>
    </w:p>
    <w:p w:rsidR="006974AE" w:rsidRDefault="006974AE" w:rsidP="006974AE">
      <w:r>
        <w:t>194.4797</w:t>
      </w:r>
      <w:r>
        <w:tab/>
        <w:t>1.013e0</w:t>
      </w:r>
    </w:p>
    <w:p w:rsidR="006974AE" w:rsidRDefault="006974AE" w:rsidP="006974AE">
      <w:r>
        <w:t>194.5091</w:t>
      </w:r>
      <w:r>
        <w:tab/>
        <w:t>4.051e0</w:t>
      </w:r>
    </w:p>
    <w:p w:rsidR="006974AE" w:rsidRDefault="006974AE" w:rsidP="006974AE">
      <w:r>
        <w:t>194.5129</w:t>
      </w:r>
      <w:r>
        <w:tab/>
        <w:t>1.013e0</w:t>
      </w:r>
    </w:p>
    <w:p w:rsidR="006974AE" w:rsidRDefault="006974AE" w:rsidP="006974AE">
      <w:r>
        <w:lastRenderedPageBreak/>
        <w:t>194.5167</w:t>
      </w:r>
      <w:r>
        <w:tab/>
        <w:t>2.025e0</w:t>
      </w:r>
    </w:p>
    <w:p w:rsidR="006974AE" w:rsidRDefault="006974AE" w:rsidP="006974AE">
      <w:r>
        <w:t>194.5317</w:t>
      </w:r>
      <w:r>
        <w:tab/>
        <w:t>1.013e0</w:t>
      </w:r>
    </w:p>
    <w:p w:rsidR="006974AE" w:rsidRDefault="006974AE" w:rsidP="006974AE">
      <w:r>
        <w:t>194.5540</w:t>
      </w:r>
      <w:r>
        <w:tab/>
        <w:t>1.013e0</w:t>
      </w:r>
    </w:p>
    <w:p w:rsidR="006974AE" w:rsidRDefault="006974AE" w:rsidP="006974AE">
      <w:r>
        <w:t>194.5561</w:t>
      </w:r>
      <w:r>
        <w:tab/>
        <w:t>2.025e0</w:t>
      </w:r>
    </w:p>
    <w:p w:rsidR="006974AE" w:rsidRDefault="006974AE" w:rsidP="006974AE">
      <w:r>
        <w:t>194.5727</w:t>
      </w:r>
      <w:r>
        <w:tab/>
        <w:t>2.025e0</w:t>
      </w:r>
    </w:p>
    <w:p w:rsidR="006974AE" w:rsidRDefault="006974AE" w:rsidP="006974AE">
      <w:r>
        <w:t>194.5802</w:t>
      </w:r>
      <w:r>
        <w:tab/>
        <w:t>1.013e0</w:t>
      </w:r>
    </w:p>
    <w:p w:rsidR="006974AE" w:rsidRDefault="006974AE" w:rsidP="006974AE">
      <w:r>
        <w:t>194.5990</w:t>
      </w:r>
      <w:r>
        <w:tab/>
        <w:t>2.025e0</w:t>
      </w:r>
    </w:p>
    <w:p w:rsidR="006974AE" w:rsidRDefault="006974AE" w:rsidP="006974AE">
      <w:r>
        <w:t>194.6105</w:t>
      </w:r>
      <w:r>
        <w:tab/>
        <w:t>1.013e0</w:t>
      </w:r>
    </w:p>
    <w:p w:rsidR="006974AE" w:rsidRDefault="006974AE" w:rsidP="006974AE">
      <w:r>
        <w:t>194.6212</w:t>
      </w:r>
      <w:r>
        <w:tab/>
        <w:t>1.013e0</w:t>
      </w:r>
    </w:p>
    <w:p w:rsidR="006974AE" w:rsidRDefault="006974AE" w:rsidP="006974AE">
      <w:r>
        <w:t>194.6325</w:t>
      </w:r>
      <w:r>
        <w:tab/>
        <w:t>1.013e0</w:t>
      </w:r>
    </w:p>
    <w:p w:rsidR="006974AE" w:rsidRDefault="006974AE" w:rsidP="006974AE">
      <w:r>
        <w:t>194.6359</w:t>
      </w:r>
      <w:r>
        <w:tab/>
        <w:t>1.013e0</w:t>
      </w:r>
    </w:p>
    <w:p w:rsidR="006974AE" w:rsidRDefault="006974AE" w:rsidP="006974AE">
      <w:r>
        <w:t>194.6396</w:t>
      </w:r>
      <w:r>
        <w:tab/>
        <w:t>3.038e0</w:t>
      </w:r>
    </w:p>
    <w:p w:rsidR="006974AE" w:rsidRDefault="006974AE" w:rsidP="006974AE">
      <w:r>
        <w:t>194.6454</w:t>
      </w:r>
      <w:r>
        <w:tab/>
        <w:t>2.025e0</w:t>
      </w:r>
    </w:p>
    <w:p w:rsidR="006974AE" w:rsidRDefault="006974AE" w:rsidP="006974AE">
      <w:r>
        <w:t>194.6617</w:t>
      </w:r>
      <w:r>
        <w:tab/>
        <w:t>1.013e0</w:t>
      </w:r>
    </w:p>
    <w:p w:rsidR="006974AE" w:rsidRDefault="006974AE" w:rsidP="006974AE">
      <w:r>
        <w:t>194.6841</w:t>
      </w:r>
      <w:r>
        <w:tab/>
        <w:t>1.013e0</w:t>
      </w:r>
    </w:p>
    <w:p w:rsidR="006974AE" w:rsidRDefault="006974AE" w:rsidP="006974AE">
      <w:r>
        <w:t>194.6986</w:t>
      </w:r>
      <w:r>
        <w:tab/>
        <w:t>1.013e0</w:t>
      </w:r>
    </w:p>
    <w:p w:rsidR="006974AE" w:rsidRDefault="006974AE" w:rsidP="006974AE">
      <w:r>
        <w:t>194.7134</w:t>
      </w:r>
      <w:r>
        <w:tab/>
        <w:t>1.013e0</w:t>
      </w:r>
    </w:p>
    <w:p w:rsidR="006974AE" w:rsidRDefault="006974AE" w:rsidP="006974AE">
      <w:r>
        <w:t>194.7247</w:t>
      </w:r>
      <w:r>
        <w:tab/>
        <w:t>1.013e0</w:t>
      </w:r>
    </w:p>
    <w:p w:rsidR="006974AE" w:rsidRDefault="006974AE" w:rsidP="006974AE">
      <w:r>
        <w:t>194.7540</w:t>
      </w:r>
      <w:r>
        <w:tab/>
        <w:t>2.025e0</w:t>
      </w:r>
    </w:p>
    <w:p w:rsidR="006974AE" w:rsidRDefault="006974AE" w:rsidP="006974AE">
      <w:r>
        <w:lastRenderedPageBreak/>
        <w:t>194.7690</w:t>
      </w:r>
      <w:r>
        <w:tab/>
        <w:t>1.013e0</w:t>
      </w:r>
    </w:p>
    <w:p w:rsidR="006974AE" w:rsidRDefault="006974AE" w:rsidP="006974AE">
      <w:r>
        <w:t>194.7726</w:t>
      </w:r>
      <w:r>
        <w:tab/>
        <w:t>1.013e0</w:t>
      </w:r>
    </w:p>
    <w:p w:rsidR="006974AE" w:rsidRDefault="006974AE" w:rsidP="006974AE">
      <w:r>
        <w:t>194.7871</w:t>
      </w:r>
      <w:r>
        <w:tab/>
        <w:t>1.013e0</w:t>
      </w:r>
    </w:p>
    <w:p w:rsidR="006974AE" w:rsidRDefault="006974AE" w:rsidP="006974AE">
      <w:r>
        <w:t>194.8018</w:t>
      </w:r>
      <w:r>
        <w:tab/>
        <w:t>2.025e0</w:t>
      </w:r>
    </w:p>
    <w:p w:rsidR="006974AE" w:rsidRDefault="006974AE" w:rsidP="006974AE">
      <w:r>
        <w:t>194.8356</w:t>
      </w:r>
      <w:r>
        <w:tab/>
        <w:t>1.013e0</w:t>
      </w:r>
    </w:p>
    <w:p w:rsidR="006974AE" w:rsidRDefault="006974AE" w:rsidP="006974AE">
      <w:r>
        <w:t>194.8506</w:t>
      </w:r>
      <w:r>
        <w:tab/>
        <w:t>1.013e0</w:t>
      </w:r>
    </w:p>
    <w:p w:rsidR="006974AE" w:rsidRDefault="006974AE" w:rsidP="006974AE">
      <w:r>
        <w:t>194.8771</w:t>
      </w:r>
      <w:r>
        <w:tab/>
        <w:t>2.025e0</w:t>
      </w:r>
    </w:p>
    <w:p w:rsidR="006974AE" w:rsidRDefault="006974AE" w:rsidP="006974AE">
      <w:r>
        <w:t>194.8883</w:t>
      </w:r>
      <w:r>
        <w:tab/>
        <w:t>2.025e0</w:t>
      </w:r>
    </w:p>
    <w:p w:rsidR="006974AE" w:rsidRDefault="006974AE" w:rsidP="006974AE">
      <w:r>
        <w:t>194.8920</w:t>
      </w:r>
      <w:r>
        <w:tab/>
        <w:t>1.013e0</w:t>
      </w:r>
    </w:p>
    <w:p w:rsidR="006974AE" w:rsidRDefault="006974AE" w:rsidP="006974AE">
      <w:r>
        <w:t>194.8960</w:t>
      </w:r>
      <w:r>
        <w:tab/>
        <w:t>1.013e0</w:t>
      </w:r>
    </w:p>
    <w:p w:rsidR="006974AE" w:rsidRDefault="006974AE" w:rsidP="006974AE">
      <w:r>
        <w:t>194.9219</w:t>
      </w:r>
      <w:r>
        <w:tab/>
        <w:t>1.013e0</w:t>
      </w:r>
    </w:p>
    <w:p w:rsidR="006974AE" w:rsidRDefault="006974AE" w:rsidP="006974AE">
      <w:r>
        <w:t>194.9254</w:t>
      </w:r>
      <w:r>
        <w:tab/>
        <w:t>2.025e0</w:t>
      </w:r>
    </w:p>
    <w:p w:rsidR="006974AE" w:rsidRDefault="006974AE" w:rsidP="006974AE">
      <w:r>
        <w:t>194.9363</w:t>
      </w:r>
      <w:r>
        <w:tab/>
        <w:t>1.013e0</w:t>
      </w:r>
    </w:p>
    <w:p w:rsidR="006974AE" w:rsidRDefault="006974AE" w:rsidP="006974AE">
      <w:r>
        <w:t>194.9437</w:t>
      </w:r>
      <w:r>
        <w:tab/>
        <w:t>1.013e0</w:t>
      </w:r>
    </w:p>
    <w:p w:rsidR="006974AE" w:rsidRDefault="006974AE" w:rsidP="006974AE">
      <w:r>
        <w:t>194.9652</w:t>
      </w:r>
      <w:r>
        <w:tab/>
        <w:t>3.038e0</w:t>
      </w:r>
    </w:p>
    <w:p w:rsidR="006974AE" w:rsidRDefault="006974AE" w:rsidP="006974AE">
      <w:r>
        <w:t>194.9720</w:t>
      </w:r>
      <w:r>
        <w:tab/>
        <w:t>7.089e0</w:t>
      </w:r>
    </w:p>
    <w:p w:rsidR="006974AE" w:rsidRDefault="006974AE" w:rsidP="006974AE">
      <w:r>
        <w:t>194.9807</w:t>
      </w:r>
      <w:r>
        <w:tab/>
        <w:t>6.076e0</w:t>
      </w:r>
    </w:p>
    <w:p w:rsidR="006974AE" w:rsidRDefault="006974AE" w:rsidP="006974AE">
      <w:r>
        <w:t>194.9972</w:t>
      </w:r>
      <w:r>
        <w:tab/>
        <w:t>2.025e0</w:t>
      </w:r>
    </w:p>
    <w:p w:rsidR="006974AE" w:rsidRDefault="006974AE" w:rsidP="006974AE">
      <w:r>
        <w:t>194.9993</w:t>
      </w:r>
      <w:r>
        <w:tab/>
        <w:t>1.013e0</w:t>
      </w:r>
    </w:p>
    <w:p w:rsidR="006974AE" w:rsidRDefault="006974AE" w:rsidP="006974AE">
      <w:r>
        <w:lastRenderedPageBreak/>
        <w:t>195.0029</w:t>
      </w:r>
      <w:r>
        <w:tab/>
        <w:t>2.025e0</w:t>
      </w:r>
    </w:p>
    <w:p w:rsidR="006974AE" w:rsidRDefault="006974AE" w:rsidP="006974AE">
      <w:r>
        <w:t>195.0212</w:t>
      </w:r>
      <w:r>
        <w:tab/>
        <w:t>1.013e0</w:t>
      </w:r>
    </w:p>
    <w:p w:rsidR="006974AE" w:rsidRDefault="006974AE" w:rsidP="006974AE">
      <w:r>
        <w:t>195.0230</w:t>
      </w:r>
      <w:r>
        <w:tab/>
        <w:t>2.025e0</w:t>
      </w:r>
    </w:p>
    <w:p w:rsidR="006974AE" w:rsidRDefault="006974AE" w:rsidP="006974AE">
      <w:r>
        <w:t>195.0286</w:t>
      </w:r>
      <w:r>
        <w:tab/>
        <w:t>1.013e0</w:t>
      </w:r>
    </w:p>
    <w:p w:rsidR="006974AE" w:rsidRDefault="006974AE" w:rsidP="006974AE">
      <w:r>
        <w:t>195.0326</w:t>
      </w:r>
      <w:r>
        <w:tab/>
        <w:t>1.013e0</w:t>
      </w:r>
    </w:p>
    <w:p w:rsidR="006974AE" w:rsidRDefault="006974AE" w:rsidP="006974AE">
      <w:r>
        <w:t>195.0363</w:t>
      </w:r>
      <w:r>
        <w:tab/>
        <w:t>3.038e0</w:t>
      </w:r>
    </w:p>
    <w:p w:rsidR="006974AE" w:rsidRDefault="006974AE" w:rsidP="006974AE">
      <w:r>
        <w:t>195.0399</w:t>
      </w:r>
      <w:r>
        <w:tab/>
        <w:t>1.013e0</w:t>
      </w:r>
    </w:p>
    <w:p w:rsidR="006974AE" w:rsidRDefault="006974AE" w:rsidP="006974AE">
      <w:r>
        <w:t>195.0471</w:t>
      </w:r>
      <w:r>
        <w:tab/>
        <w:t>1.013e0</w:t>
      </w:r>
    </w:p>
    <w:p w:rsidR="006974AE" w:rsidRDefault="006974AE" w:rsidP="006974AE">
      <w:r>
        <w:t>195.0547</w:t>
      </w:r>
      <w:r>
        <w:tab/>
        <w:t>1.013e0</w:t>
      </w:r>
    </w:p>
    <w:p w:rsidR="006974AE" w:rsidRDefault="006974AE" w:rsidP="006974AE">
      <w:r>
        <w:t>195.0620</w:t>
      </w:r>
      <w:r>
        <w:tab/>
        <w:t>1.013e0</w:t>
      </w:r>
    </w:p>
    <w:p w:rsidR="006974AE" w:rsidRDefault="006974AE" w:rsidP="006974AE">
      <w:r>
        <w:t>195.0731</w:t>
      </w:r>
      <w:r>
        <w:tab/>
        <w:t>1.013e0</w:t>
      </w:r>
    </w:p>
    <w:p w:rsidR="006974AE" w:rsidRDefault="006974AE" w:rsidP="006974AE">
      <w:r>
        <w:t>195.0747</w:t>
      </w:r>
      <w:r>
        <w:tab/>
        <w:t>2.025e0</w:t>
      </w:r>
    </w:p>
    <w:p w:rsidR="006974AE" w:rsidRDefault="006974AE" w:rsidP="006974AE">
      <w:r>
        <w:t>195.0765</w:t>
      </w:r>
      <w:r>
        <w:tab/>
        <w:t>1.013e0</w:t>
      </w:r>
    </w:p>
    <w:p w:rsidR="006974AE" w:rsidRDefault="006974AE" w:rsidP="006974AE">
      <w:r>
        <w:t>195.0841</w:t>
      </w:r>
      <w:r>
        <w:tab/>
        <w:t>3.038e0</w:t>
      </w:r>
    </w:p>
    <w:p w:rsidR="006974AE" w:rsidRDefault="006974AE" w:rsidP="006974AE">
      <w:r>
        <w:t>195.1063</w:t>
      </w:r>
      <w:r>
        <w:tab/>
        <w:t>1.013e0</w:t>
      </w:r>
    </w:p>
    <w:p w:rsidR="006974AE" w:rsidRDefault="006974AE" w:rsidP="006974AE">
      <w:r>
        <w:t>195.1103</w:t>
      </w:r>
      <w:r>
        <w:tab/>
        <w:t>1.013e0</w:t>
      </w:r>
    </w:p>
    <w:p w:rsidR="006974AE" w:rsidRDefault="006974AE" w:rsidP="006974AE">
      <w:r>
        <w:t>195.1141</w:t>
      </w:r>
      <w:r>
        <w:tab/>
        <w:t>2.025e0</w:t>
      </w:r>
    </w:p>
    <w:p w:rsidR="006974AE" w:rsidRDefault="006974AE" w:rsidP="006974AE">
      <w:r>
        <w:t>195.1176</w:t>
      </w:r>
      <w:r>
        <w:tab/>
        <w:t>1.013e0</w:t>
      </w:r>
    </w:p>
    <w:p w:rsidR="006974AE" w:rsidRDefault="006974AE" w:rsidP="006974AE">
      <w:r>
        <w:t>195.1248</w:t>
      </w:r>
      <w:r>
        <w:tab/>
        <w:t>6.076e0</w:t>
      </w:r>
    </w:p>
    <w:p w:rsidR="006974AE" w:rsidRDefault="006974AE" w:rsidP="006974AE">
      <w:r>
        <w:lastRenderedPageBreak/>
        <w:t>195.1328</w:t>
      </w:r>
      <w:r>
        <w:tab/>
        <w:t>1.013e0</w:t>
      </w:r>
    </w:p>
    <w:p w:rsidR="006974AE" w:rsidRDefault="006974AE" w:rsidP="006974AE">
      <w:r>
        <w:t>195.1364</w:t>
      </w:r>
      <w:r>
        <w:tab/>
        <w:t>2.025e0</w:t>
      </w:r>
    </w:p>
    <w:p w:rsidR="006974AE" w:rsidRDefault="006974AE" w:rsidP="006974AE">
      <w:r>
        <w:t>195.1554</w:t>
      </w:r>
      <w:r>
        <w:tab/>
        <w:t>2.025e0</w:t>
      </w:r>
    </w:p>
    <w:p w:rsidR="006974AE" w:rsidRDefault="006974AE" w:rsidP="006974AE">
      <w:r>
        <w:t>195.1589</w:t>
      </w:r>
      <w:r>
        <w:tab/>
        <w:t>1.013e0</w:t>
      </w:r>
    </w:p>
    <w:p w:rsidR="006974AE" w:rsidRDefault="006974AE" w:rsidP="006974AE">
      <w:r>
        <w:t>195.1627</w:t>
      </w:r>
      <w:r>
        <w:tab/>
        <w:t>1.013e0</w:t>
      </w:r>
    </w:p>
    <w:p w:rsidR="006974AE" w:rsidRDefault="006974AE" w:rsidP="006974AE">
      <w:r>
        <w:t>195.1777</w:t>
      </w:r>
      <w:r>
        <w:tab/>
        <w:t>1.013e0</w:t>
      </w:r>
    </w:p>
    <w:p w:rsidR="006974AE" w:rsidRDefault="006974AE" w:rsidP="006974AE">
      <w:r>
        <w:t>195.1812</w:t>
      </w:r>
      <w:r>
        <w:tab/>
        <w:t>3.237e0</w:t>
      </w:r>
    </w:p>
    <w:p w:rsidR="006974AE" w:rsidRDefault="006974AE" w:rsidP="006974AE">
      <w:r>
        <w:t>195.1893</w:t>
      </w:r>
      <w:r>
        <w:tab/>
        <w:t>1.013e0</w:t>
      </w:r>
    </w:p>
    <w:p w:rsidR="006974AE" w:rsidRDefault="006974AE" w:rsidP="006974AE">
      <w:r>
        <w:t>195.2111</w:t>
      </w:r>
      <w:r>
        <w:tab/>
        <w:t>1.013e0</w:t>
      </w:r>
    </w:p>
    <w:p w:rsidR="006974AE" w:rsidRDefault="006974AE" w:rsidP="006974AE">
      <w:r>
        <w:t>195.2150</w:t>
      </w:r>
      <w:r>
        <w:tab/>
        <w:t>1.013e0</w:t>
      </w:r>
    </w:p>
    <w:p w:rsidR="006974AE" w:rsidRDefault="006974AE" w:rsidP="006974AE">
      <w:r>
        <w:t>195.2261</w:t>
      </w:r>
      <w:r>
        <w:tab/>
        <w:t>1.013e0</w:t>
      </w:r>
    </w:p>
    <w:p w:rsidR="006974AE" w:rsidRDefault="006974AE" w:rsidP="006974AE">
      <w:r>
        <w:t>195.2295</w:t>
      </w:r>
      <w:r>
        <w:tab/>
        <w:t>1.013e0</w:t>
      </w:r>
    </w:p>
    <w:p w:rsidR="006974AE" w:rsidRDefault="006974AE" w:rsidP="006974AE">
      <w:r>
        <w:t>195.2334</w:t>
      </w:r>
      <w:r>
        <w:tab/>
        <w:t>3.038e0</w:t>
      </w:r>
    </w:p>
    <w:p w:rsidR="006974AE" w:rsidRDefault="006974AE" w:rsidP="006974AE">
      <w:r>
        <w:t>195.2479</w:t>
      </w:r>
      <w:r>
        <w:tab/>
        <w:t>1.013e0</w:t>
      </w:r>
    </w:p>
    <w:p w:rsidR="006974AE" w:rsidRDefault="006974AE" w:rsidP="006974AE">
      <w:r>
        <w:t>195.2704</w:t>
      </w:r>
      <w:r>
        <w:tab/>
        <w:t>1.013e0</w:t>
      </w:r>
    </w:p>
    <w:p w:rsidR="006974AE" w:rsidRDefault="006974AE" w:rsidP="006974AE">
      <w:r>
        <w:t>195.2869</w:t>
      </w:r>
      <w:r>
        <w:tab/>
        <w:t>5.063e0</w:t>
      </w:r>
    </w:p>
    <w:p w:rsidR="006974AE" w:rsidRDefault="006974AE" w:rsidP="006974AE">
      <w:r>
        <w:t>195.2960</w:t>
      </w:r>
      <w:r>
        <w:tab/>
        <w:t>1.013e0</w:t>
      </w:r>
    </w:p>
    <w:p w:rsidR="006974AE" w:rsidRDefault="006974AE" w:rsidP="006974AE">
      <w:r>
        <w:t>195.3036</w:t>
      </w:r>
      <w:r>
        <w:tab/>
        <w:t>1.013e0</w:t>
      </w:r>
    </w:p>
    <w:p w:rsidR="006974AE" w:rsidRDefault="006974AE" w:rsidP="006974AE">
      <w:r>
        <w:t>195.3110</w:t>
      </w:r>
      <w:r>
        <w:tab/>
        <w:t>1.013e0</w:t>
      </w:r>
    </w:p>
    <w:p w:rsidR="006974AE" w:rsidRDefault="006974AE" w:rsidP="006974AE">
      <w:r>
        <w:lastRenderedPageBreak/>
        <w:t>195.3219</w:t>
      </w:r>
      <w:r>
        <w:tab/>
        <w:t>1.013e0</w:t>
      </w:r>
    </w:p>
    <w:p w:rsidR="006974AE" w:rsidRDefault="006974AE" w:rsidP="006974AE">
      <w:r>
        <w:t>195.3255</w:t>
      </w:r>
      <w:r>
        <w:tab/>
        <w:t>1.013e0</w:t>
      </w:r>
    </w:p>
    <w:p w:rsidR="006974AE" w:rsidRDefault="006974AE" w:rsidP="006974AE">
      <w:r>
        <w:t>195.3442</w:t>
      </w:r>
      <w:r>
        <w:tab/>
        <w:t>1.013e0</w:t>
      </w:r>
    </w:p>
    <w:p w:rsidR="006974AE" w:rsidRDefault="006974AE" w:rsidP="006974AE">
      <w:r>
        <w:t>195.3479</w:t>
      </w:r>
      <w:r>
        <w:tab/>
        <w:t>2.025e0</w:t>
      </w:r>
    </w:p>
    <w:p w:rsidR="006974AE" w:rsidRDefault="006974AE" w:rsidP="006974AE">
      <w:r>
        <w:t>195.3497</w:t>
      </w:r>
      <w:r>
        <w:tab/>
        <w:t>2.025e0</w:t>
      </w:r>
    </w:p>
    <w:p w:rsidR="006974AE" w:rsidRDefault="006974AE" w:rsidP="006974AE">
      <w:r>
        <w:t>195.3923</w:t>
      </w:r>
      <w:r>
        <w:tab/>
        <w:t>1.013e0</w:t>
      </w:r>
    </w:p>
    <w:p w:rsidR="006974AE" w:rsidRDefault="006974AE" w:rsidP="006974AE">
      <w:r>
        <w:t>195.4001</w:t>
      </w:r>
      <w:r>
        <w:tab/>
        <w:t>1.013e0</w:t>
      </w:r>
    </w:p>
    <w:p w:rsidR="006974AE" w:rsidRDefault="006974AE" w:rsidP="006974AE">
      <w:r>
        <w:t>195.4039</w:t>
      </w:r>
      <w:r>
        <w:tab/>
        <w:t>1.013e0</w:t>
      </w:r>
    </w:p>
    <w:p w:rsidR="006974AE" w:rsidRDefault="006974AE" w:rsidP="006974AE">
      <w:r>
        <w:t>195.4189</w:t>
      </w:r>
      <w:r>
        <w:tab/>
        <w:t>1.013e0</w:t>
      </w:r>
    </w:p>
    <w:p w:rsidR="006974AE" w:rsidRDefault="006974AE" w:rsidP="006974AE">
      <w:r>
        <w:t>195.4300</w:t>
      </w:r>
      <w:r>
        <w:tab/>
        <w:t>1.013e0</w:t>
      </w:r>
    </w:p>
    <w:p w:rsidR="006974AE" w:rsidRDefault="006974AE" w:rsidP="006974AE">
      <w:r>
        <w:t>195.4970</w:t>
      </w:r>
      <w:r>
        <w:tab/>
        <w:t>1.013e0</w:t>
      </w:r>
    </w:p>
    <w:p w:rsidR="006974AE" w:rsidRDefault="006974AE" w:rsidP="006974AE">
      <w:r>
        <w:t>195.5007</w:t>
      </w:r>
      <w:r>
        <w:tab/>
        <w:t>1.013e0</w:t>
      </w:r>
    </w:p>
    <w:p w:rsidR="006974AE" w:rsidRDefault="006974AE" w:rsidP="006974AE">
      <w:r>
        <w:t>195.5044</w:t>
      </w:r>
      <w:r>
        <w:tab/>
        <w:t>1.013e0</w:t>
      </w:r>
    </w:p>
    <w:p w:rsidR="006974AE" w:rsidRDefault="006974AE" w:rsidP="006974AE">
      <w:r>
        <w:t>195.5078</w:t>
      </w:r>
      <w:r>
        <w:tab/>
        <w:t>3.426e0</w:t>
      </w:r>
    </w:p>
    <w:p w:rsidR="006974AE" w:rsidRDefault="006974AE" w:rsidP="006974AE">
      <w:r>
        <w:t>195.5120</w:t>
      </w:r>
      <w:r>
        <w:tab/>
        <w:t>1.013e0</w:t>
      </w:r>
    </w:p>
    <w:p w:rsidR="006974AE" w:rsidRDefault="006974AE" w:rsidP="006974AE">
      <w:r>
        <w:t>195.5157</w:t>
      </w:r>
      <w:r>
        <w:tab/>
        <w:t>2.025e0</w:t>
      </w:r>
    </w:p>
    <w:p w:rsidR="006974AE" w:rsidRDefault="006974AE" w:rsidP="006974AE">
      <w:r>
        <w:t>195.5265</w:t>
      </w:r>
      <w:r>
        <w:tab/>
        <w:t>2.025e0</w:t>
      </w:r>
    </w:p>
    <w:p w:rsidR="006974AE" w:rsidRDefault="006974AE" w:rsidP="006974AE">
      <w:r>
        <w:t>195.5302</w:t>
      </w:r>
      <w:r>
        <w:tab/>
        <w:t>1.013e0</w:t>
      </w:r>
    </w:p>
    <w:p w:rsidR="006974AE" w:rsidRDefault="006974AE" w:rsidP="006974AE">
      <w:r>
        <w:t>195.5527</w:t>
      </w:r>
      <w:r>
        <w:tab/>
        <w:t>1.013e0</w:t>
      </w:r>
    </w:p>
    <w:p w:rsidR="006974AE" w:rsidRDefault="006974AE" w:rsidP="006974AE">
      <w:r>
        <w:lastRenderedPageBreak/>
        <w:t>195.5709</w:t>
      </w:r>
      <w:r>
        <w:tab/>
        <w:t>1.013e0</w:t>
      </w:r>
    </w:p>
    <w:p w:rsidR="006974AE" w:rsidRDefault="006974AE" w:rsidP="006974AE">
      <w:r>
        <w:t>195.5783</w:t>
      </w:r>
      <w:r>
        <w:tab/>
        <w:t>1.013e0</w:t>
      </w:r>
    </w:p>
    <w:p w:rsidR="006974AE" w:rsidRDefault="006974AE" w:rsidP="006974AE">
      <w:r>
        <w:t>195.5822</w:t>
      </w:r>
      <w:r>
        <w:tab/>
        <w:t>2.025e0</w:t>
      </w:r>
    </w:p>
    <w:p w:rsidR="006974AE" w:rsidRDefault="006974AE" w:rsidP="006974AE">
      <w:r>
        <w:t>195.5894</w:t>
      </w:r>
      <w:r>
        <w:tab/>
        <w:t>1.013e0</w:t>
      </w:r>
    </w:p>
    <w:p w:rsidR="006974AE" w:rsidRDefault="006974AE" w:rsidP="006974AE">
      <w:r>
        <w:t>195.6451</w:t>
      </w:r>
      <w:r>
        <w:tab/>
        <w:t>1.013e0</w:t>
      </w:r>
    </w:p>
    <w:p w:rsidR="006974AE" w:rsidRDefault="006974AE" w:rsidP="006974AE">
      <w:r>
        <w:t>195.6674</w:t>
      </w:r>
      <w:r>
        <w:tab/>
        <w:t>1.013e0</w:t>
      </w:r>
    </w:p>
    <w:p w:rsidR="006974AE" w:rsidRDefault="006974AE" w:rsidP="006974AE">
      <w:r>
        <w:t>195.6849</w:t>
      </w:r>
      <w:r>
        <w:tab/>
        <w:t>3.038e0</w:t>
      </w:r>
    </w:p>
    <w:p w:rsidR="006974AE" w:rsidRDefault="006974AE" w:rsidP="006974AE">
      <w:r>
        <w:t>195.6998</w:t>
      </w:r>
      <w:r>
        <w:tab/>
        <w:t>3.038e0</w:t>
      </w:r>
    </w:p>
    <w:p w:rsidR="006974AE" w:rsidRDefault="006974AE" w:rsidP="006974AE">
      <w:r>
        <w:t>195.7203</w:t>
      </w:r>
      <w:r>
        <w:tab/>
        <w:t>3.038e0</w:t>
      </w:r>
    </w:p>
    <w:p w:rsidR="006974AE" w:rsidRDefault="006974AE" w:rsidP="006974AE">
      <w:r>
        <w:t>195.7242</w:t>
      </w:r>
      <w:r>
        <w:tab/>
        <w:t>2.025e0</w:t>
      </w:r>
    </w:p>
    <w:p w:rsidR="006974AE" w:rsidRDefault="006974AE" w:rsidP="006974AE">
      <w:r>
        <w:t>195.7354</w:t>
      </w:r>
      <w:r>
        <w:tab/>
        <w:t>1.013e0</w:t>
      </w:r>
    </w:p>
    <w:p w:rsidR="006974AE" w:rsidRDefault="006974AE" w:rsidP="006974AE">
      <w:r>
        <w:t>195.7428</w:t>
      </w:r>
      <w:r>
        <w:tab/>
        <w:t>1.013e0</w:t>
      </w:r>
    </w:p>
    <w:p w:rsidR="006974AE" w:rsidRDefault="006974AE" w:rsidP="006974AE">
      <w:r>
        <w:t>195.7646</w:t>
      </w:r>
      <w:r>
        <w:tab/>
        <w:t>1.013e0</w:t>
      </w:r>
    </w:p>
    <w:p w:rsidR="006974AE" w:rsidRDefault="006974AE" w:rsidP="006974AE">
      <w:r>
        <w:t>195.7683</w:t>
      </w:r>
      <w:r>
        <w:tab/>
        <w:t>1.013e0</w:t>
      </w:r>
    </w:p>
    <w:p w:rsidR="006974AE" w:rsidRDefault="006974AE" w:rsidP="006974AE">
      <w:r>
        <w:t>195.7794</w:t>
      </w:r>
      <w:r>
        <w:tab/>
        <w:t>1.013e0</w:t>
      </w:r>
    </w:p>
    <w:p w:rsidR="006974AE" w:rsidRDefault="006974AE" w:rsidP="006974AE">
      <w:r>
        <w:t>195.8185</w:t>
      </w:r>
      <w:r>
        <w:tab/>
        <w:t>2.025e0</w:t>
      </w:r>
    </w:p>
    <w:p w:rsidR="006974AE" w:rsidRDefault="006974AE" w:rsidP="006974AE">
      <w:r>
        <w:t>195.8718</w:t>
      </w:r>
      <w:r>
        <w:tab/>
        <w:t>1.013e0</w:t>
      </w:r>
    </w:p>
    <w:p w:rsidR="006974AE" w:rsidRDefault="006974AE" w:rsidP="006974AE">
      <w:r>
        <w:t>195.8755</w:t>
      </w:r>
      <w:r>
        <w:tab/>
        <w:t>1.013e0</w:t>
      </w:r>
    </w:p>
    <w:p w:rsidR="006974AE" w:rsidRDefault="006974AE" w:rsidP="006974AE">
      <w:r>
        <w:t>195.8904</w:t>
      </w:r>
      <w:r>
        <w:tab/>
        <w:t>1.013e0</w:t>
      </w:r>
    </w:p>
    <w:p w:rsidR="006974AE" w:rsidRDefault="006974AE" w:rsidP="006974AE">
      <w:r>
        <w:lastRenderedPageBreak/>
        <w:t>195.9449</w:t>
      </w:r>
      <w:r>
        <w:tab/>
        <w:t>2.025e0</w:t>
      </w:r>
    </w:p>
    <w:p w:rsidR="006974AE" w:rsidRDefault="006974AE" w:rsidP="006974AE">
      <w:r>
        <w:t>195.9469</w:t>
      </w:r>
      <w:r>
        <w:tab/>
        <w:t>1.013e0</w:t>
      </w:r>
    </w:p>
    <w:p w:rsidR="006974AE" w:rsidRDefault="006974AE" w:rsidP="006974AE">
      <w:r>
        <w:t>195.9542</w:t>
      </w:r>
      <w:r>
        <w:tab/>
        <w:t>1.013e0</w:t>
      </w:r>
    </w:p>
    <w:p w:rsidR="006974AE" w:rsidRDefault="006974AE" w:rsidP="006974AE">
      <w:r>
        <w:t>195.9657</w:t>
      </w:r>
      <w:r>
        <w:tab/>
        <w:t>2.025e0</w:t>
      </w:r>
    </w:p>
    <w:p w:rsidR="006974AE" w:rsidRDefault="006974AE" w:rsidP="006974AE">
      <w:r>
        <w:t>195.9816</w:t>
      </w:r>
      <w:r>
        <w:tab/>
        <w:t>5.063e0</w:t>
      </w:r>
    </w:p>
    <w:p w:rsidR="006974AE" w:rsidRDefault="006974AE" w:rsidP="006974AE">
      <w:r>
        <w:t>196.0134</w:t>
      </w:r>
      <w:r>
        <w:tab/>
        <w:t>1.013e1</w:t>
      </w:r>
    </w:p>
    <w:p w:rsidR="006974AE" w:rsidRDefault="006974AE" w:rsidP="006974AE">
      <w:r>
        <w:t>196.0153</w:t>
      </w:r>
      <w:r>
        <w:tab/>
        <w:t>1.418e1</w:t>
      </w:r>
    </w:p>
    <w:p w:rsidR="006974AE" w:rsidRDefault="006974AE" w:rsidP="006974AE">
      <w:r>
        <w:t>196.0180</w:t>
      </w:r>
      <w:r>
        <w:tab/>
        <w:t>7.912e1</w:t>
      </w:r>
    </w:p>
    <w:p w:rsidR="006974AE" w:rsidRDefault="006974AE" w:rsidP="006974AE">
      <w:r>
        <w:t>196.0198</w:t>
      </w:r>
      <w:r>
        <w:tab/>
        <w:t>2.329e1</w:t>
      </w:r>
    </w:p>
    <w:p w:rsidR="006974AE" w:rsidRDefault="006974AE" w:rsidP="006974AE">
      <w:r>
        <w:t>196.0209</w:t>
      </w:r>
      <w:r>
        <w:tab/>
        <w:t>1.114e1</w:t>
      </w:r>
    </w:p>
    <w:p w:rsidR="006974AE" w:rsidRDefault="006974AE" w:rsidP="006974AE">
      <w:r>
        <w:t>196.0548</w:t>
      </w:r>
      <w:r>
        <w:tab/>
        <w:t>1.013e0</w:t>
      </w:r>
    </w:p>
    <w:p w:rsidR="006974AE" w:rsidRDefault="006974AE" w:rsidP="006974AE">
      <w:r>
        <w:t>196.0696</w:t>
      </w:r>
      <w:r>
        <w:tab/>
        <w:t>2.025e0</w:t>
      </w:r>
    </w:p>
    <w:p w:rsidR="006974AE" w:rsidRDefault="006974AE" w:rsidP="006974AE">
      <w:r>
        <w:t>196.0770</w:t>
      </w:r>
      <w:r>
        <w:tab/>
        <w:t>1.013e0</w:t>
      </w:r>
    </w:p>
    <w:p w:rsidR="006974AE" w:rsidRDefault="006974AE" w:rsidP="006974AE">
      <w:r>
        <w:t>196.0879</w:t>
      </w:r>
      <w:r>
        <w:tab/>
        <w:t>2.025e0</w:t>
      </w:r>
    </w:p>
    <w:p w:rsidR="006974AE" w:rsidRDefault="006974AE" w:rsidP="006974AE">
      <w:r>
        <w:t>196.0953</w:t>
      </w:r>
      <w:r>
        <w:tab/>
        <w:t>2.025e0</w:t>
      </w:r>
    </w:p>
    <w:p w:rsidR="006974AE" w:rsidRDefault="006974AE" w:rsidP="006974AE">
      <w:r>
        <w:t>196.0971</w:t>
      </w:r>
      <w:r>
        <w:tab/>
        <w:t>2.025e0</w:t>
      </w:r>
    </w:p>
    <w:p w:rsidR="006974AE" w:rsidRDefault="006974AE" w:rsidP="006974AE">
      <w:r>
        <w:t>196.1033</w:t>
      </w:r>
      <w:r>
        <w:tab/>
        <w:t>1.698e0</w:t>
      </w:r>
    </w:p>
    <w:p w:rsidR="006974AE" w:rsidRDefault="006974AE" w:rsidP="006974AE">
      <w:r>
        <w:t>196.1272</w:t>
      </w:r>
      <w:r>
        <w:tab/>
        <w:t>5.063e0</w:t>
      </w:r>
    </w:p>
    <w:p w:rsidR="006974AE" w:rsidRDefault="006974AE" w:rsidP="006974AE">
      <w:r>
        <w:t>196.1285</w:t>
      </w:r>
      <w:r>
        <w:tab/>
        <w:t>1.013e0</w:t>
      </w:r>
    </w:p>
    <w:p w:rsidR="006974AE" w:rsidRDefault="006974AE" w:rsidP="006974AE">
      <w:r>
        <w:lastRenderedPageBreak/>
        <w:t>196.1309</w:t>
      </w:r>
      <w:r>
        <w:tab/>
        <w:t>3.038e0</w:t>
      </w:r>
    </w:p>
    <w:p w:rsidR="006974AE" w:rsidRDefault="006974AE" w:rsidP="006974AE">
      <w:r>
        <w:t>196.1398</w:t>
      </w:r>
      <w:r>
        <w:tab/>
        <w:t>1.013e0</w:t>
      </w:r>
    </w:p>
    <w:p w:rsidR="006974AE" w:rsidRDefault="006974AE" w:rsidP="006974AE">
      <w:r>
        <w:t>196.1416</w:t>
      </w:r>
      <w:r>
        <w:tab/>
        <w:t>2.025e0</w:t>
      </w:r>
    </w:p>
    <w:p w:rsidR="006974AE" w:rsidRDefault="006974AE" w:rsidP="006974AE">
      <w:r>
        <w:t>196.1544</w:t>
      </w:r>
      <w:r>
        <w:tab/>
        <w:t>1.013e0</w:t>
      </w:r>
    </w:p>
    <w:p w:rsidR="006974AE" w:rsidRDefault="006974AE" w:rsidP="006974AE">
      <w:r>
        <w:t>196.1585</w:t>
      </w:r>
      <w:r>
        <w:tab/>
        <w:t>2.025e0</w:t>
      </w:r>
    </w:p>
    <w:p w:rsidR="006974AE" w:rsidRDefault="006974AE" w:rsidP="006974AE">
      <w:r>
        <w:t>196.1603</w:t>
      </w:r>
      <w:r>
        <w:tab/>
        <w:t>2.025e0</w:t>
      </w:r>
    </w:p>
    <w:p w:rsidR="006974AE" w:rsidRDefault="006974AE" w:rsidP="006974AE">
      <w:r>
        <w:t>196.1658</w:t>
      </w:r>
      <w:r>
        <w:tab/>
        <w:t>1.013e0</w:t>
      </w:r>
    </w:p>
    <w:p w:rsidR="006974AE" w:rsidRDefault="006974AE" w:rsidP="006974AE">
      <w:r>
        <w:t>196.1736</w:t>
      </w:r>
      <w:r>
        <w:tab/>
        <w:t>1.013e0</w:t>
      </w:r>
    </w:p>
    <w:p w:rsidR="006974AE" w:rsidRDefault="006974AE" w:rsidP="006974AE">
      <w:r>
        <w:t>196.1771</w:t>
      </w:r>
      <w:r>
        <w:tab/>
        <w:t>1.013e0</w:t>
      </w:r>
    </w:p>
    <w:p w:rsidR="006974AE" w:rsidRDefault="006974AE" w:rsidP="006974AE">
      <w:r>
        <w:t>196.1809</w:t>
      </w:r>
      <w:r>
        <w:tab/>
        <w:t>1.013e0</w:t>
      </w:r>
    </w:p>
    <w:p w:rsidR="006974AE" w:rsidRDefault="006974AE" w:rsidP="006974AE">
      <w:r>
        <w:t>196.1887</w:t>
      </w:r>
      <w:r>
        <w:tab/>
        <w:t>1.013e0</w:t>
      </w:r>
    </w:p>
    <w:p w:rsidR="006974AE" w:rsidRDefault="006974AE" w:rsidP="006974AE">
      <w:r>
        <w:t>196.2055</w:t>
      </w:r>
      <w:r>
        <w:tab/>
        <w:t>2.025e0</w:t>
      </w:r>
    </w:p>
    <w:p w:rsidR="006974AE" w:rsidRDefault="006974AE" w:rsidP="006974AE">
      <w:r>
        <w:t>196.2111</w:t>
      </w:r>
      <w:r>
        <w:tab/>
        <w:t>1.013e0</w:t>
      </w:r>
    </w:p>
    <w:p w:rsidR="006974AE" w:rsidRDefault="006974AE" w:rsidP="006974AE">
      <w:r>
        <w:t>196.2224</w:t>
      </w:r>
      <w:r>
        <w:tab/>
        <w:t>1.013e0</w:t>
      </w:r>
    </w:p>
    <w:p w:rsidR="006974AE" w:rsidRDefault="006974AE" w:rsidP="006974AE">
      <w:r>
        <w:t>196.2672</w:t>
      </w:r>
      <w:r>
        <w:tab/>
        <w:t>1.013e0</w:t>
      </w:r>
    </w:p>
    <w:p w:rsidR="006974AE" w:rsidRDefault="006974AE" w:rsidP="006974AE">
      <w:r>
        <w:t>196.2894</w:t>
      </w:r>
      <w:r>
        <w:tab/>
        <w:t>1.013e0</w:t>
      </w:r>
    </w:p>
    <w:p w:rsidR="006974AE" w:rsidRDefault="006974AE" w:rsidP="006974AE">
      <w:r>
        <w:t>196.3150</w:t>
      </w:r>
      <w:r>
        <w:tab/>
        <w:t>1.013e0</w:t>
      </w:r>
    </w:p>
    <w:p w:rsidR="006974AE" w:rsidRDefault="006974AE" w:rsidP="006974AE">
      <w:r>
        <w:t>196.3225</w:t>
      </w:r>
      <w:r>
        <w:tab/>
        <w:t>1.013e0</w:t>
      </w:r>
    </w:p>
    <w:p w:rsidR="006974AE" w:rsidRDefault="006974AE" w:rsidP="006974AE">
      <w:r>
        <w:t>196.3262</w:t>
      </w:r>
      <w:r>
        <w:tab/>
        <w:t>1.013e0</w:t>
      </w:r>
    </w:p>
    <w:p w:rsidR="006974AE" w:rsidRDefault="006974AE" w:rsidP="006974AE">
      <w:r>
        <w:lastRenderedPageBreak/>
        <w:t>196.3855</w:t>
      </w:r>
      <w:r>
        <w:tab/>
        <w:t>1.013e0</w:t>
      </w:r>
    </w:p>
    <w:p w:rsidR="006974AE" w:rsidRDefault="006974AE" w:rsidP="006974AE">
      <w:r>
        <w:t>196.4098</w:t>
      </w:r>
      <w:r>
        <w:tab/>
        <w:t>2.025e0</w:t>
      </w:r>
    </w:p>
    <w:p w:rsidR="006974AE" w:rsidRDefault="006974AE" w:rsidP="006974AE">
      <w:r>
        <w:t>196.4153</w:t>
      </w:r>
      <w:r>
        <w:tab/>
        <w:t>2.025e0</w:t>
      </w:r>
    </w:p>
    <w:p w:rsidR="006974AE" w:rsidRDefault="006974AE" w:rsidP="006974AE">
      <w:r>
        <w:t>196.4304</w:t>
      </w:r>
      <w:r>
        <w:tab/>
        <w:t>2.025e0</w:t>
      </w:r>
    </w:p>
    <w:p w:rsidR="006974AE" w:rsidRDefault="006974AE" w:rsidP="006974AE">
      <w:r>
        <w:t>196.4380</w:t>
      </w:r>
      <w:r>
        <w:tab/>
        <w:t>2.025e0</w:t>
      </w:r>
    </w:p>
    <w:p w:rsidR="006974AE" w:rsidRDefault="006974AE" w:rsidP="006974AE">
      <w:r>
        <w:t>196.4415</w:t>
      </w:r>
      <w:r>
        <w:tab/>
        <w:t>2.025e0</w:t>
      </w:r>
    </w:p>
    <w:p w:rsidR="006974AE" w:rsidRDefault="006974AE" w:rsidP="006974AE">
      <w:r>
        <w:t>196.4683</w:t>
      </w:r>
      <w:r>
        <w:tab/>
        <w:t>1.013e0</w:t>
      </w:r>
    </w:p>
    <w:p w:rsidR="006974AE" w:rsidRDefault="006974AE" w:rsidP="006974AE">
      <w:r>
        <w:t>196.4872</w:t>
      </w:r>
      <w:r>
        <w:tab/>
        <w:t>1.013e0</w:t>
      </w:r>
    </w:p>
    <w:p w:rsidR="006974AE" w:rsidRDefault="006974AE" w:rsidP="006974AE">
      <w:r>
        <w:t>196.4890</w:t>
      </w:r>
      <w:r>
        <w:tab/>
        <w:t>2.025e0</w:t>
      </w:r>
    </w:p>
    <w:p w:rsidR="006974AE" w:rsidRDefault="006974AE" w:rsidP="006974AE">
      <w:r>
        <w:t>196.5093</w:t>
      </w:r>
      <w:r>
        <w:tab/>
        <w:t>1.013e0</w:t>
      </w:r>
    </w:p>
    <w:p w:rsidR="006974AE" w:rsidRDefault="006974AE" w:rsidP="006974AE">
      <w:r>
        <w:t>196.5130</w:t>
      </w:r>
      <w:r>
        <w:tab/>
        <w:t>2.025e0</w:t>
      </w:r>
    </w:p>
    <w:p w:rsidR="006974AE" w:rsidRDefault="006974AE" w:rsidP="006974AE">
      <w:r>
        <w:t>196.5386</w:t>
      </w:r>
      <w:r>
        <w:tab/>
        <w:t>1.013e0</w:t>
      </w:r>
    </w:p>
    <w:p w:rsidR="006974AE" w:rsidRDefault="006974AE" w:rsidP="006974AE">
      <w:r>
        <w:t>196.5460</w:t>
      </w:r>
      <w:r>
        <w:tab/>
        <w:t>1.013e0</w:t>
      </w:r>
    </w:p>
    <w:p w:rsidR="006974AE" w:rsidRDefault="006974AE" w:rsidP="006974AE">
      <w:r>
        <w:t>196.5667</w:t>
      </w:r>
      <w:r>
        <w:tab/>
        <w:t>2.025e0</w:t>
      </w:r>
    </w:p>
    <w:p w:rsidR="006974AE" w:rsidRDefault="006974AE" w:rsidP="006974AE">
      <w:r>
        <w:t>196.5685</w:t>
      </w:r>
      <w:r>
        <w:tab/>
        <w:t>1.013e0</w:t>
      </w:r>
    </w:p>
    <w:p w:rsidR="006974AE" w:rsidRDefault="006974AE" w:rsidP="006974AE">
      <w:r>
        <w:t>196.5701</w:t>
      </w:r>
      <w:r>
        <w:tab/>
        <w:t>2.025e0</w:t>
      </w:r>
    </w:p>
    <w:p w:rsidR="006974AE" w:rsidRDefault="006974AE" w:rsidP="006974AE">
      <w:r>
        <w:t>196.5720</w:t>
      </w:r>
      <w:r>
        <w:tab/>
        <w:t>1.013e0</w:t>
      </w:r>
    </w:p>
    <w:p w:rsidR="006974AE" w:rsidRDefault="006974AE" w:rsidP="006974AE">
      <w:r>
        <w:t>196.5759</w:t>
      </w:r>
      <w:r>
        <w:tab/>
        <w:t>1.013e0</w:t>
      </w:r>
    </w:p>
    <w:p w:rsidR="006974AE" w:rsidRDefault="006974AE" w:rsidP="006974AE">
      <w:r>
        <w:t>196.5942</w:t>
      </w:r>
      <w:r>
        <w:tab/>
        <w:t>1.013e0</w:t>
      </w:r>
    </w:p>
    <w:p w:rsidR="006974AE" w:rsidRDefault="006974AE" w:rsidP="006974AE">
      <w:r>
        <w:lastRenderedPageBreak/>
        <w:t>196.5979</w:t>
      </w:r>
      <w:r>
        <w:tab/>
        <w:t>1.013e0</w:t>
      </w:r>
    </w:p>
    <w:p w:rsidR="006974AE" w:rsidRDefault="006974AE" w:rsidP="006974AE">
      <w:r>
        <w:t>196.6120</w:t>
      </w:r>
      <w:r>
        <w:tab/>
        <w:t>4.051e0</w:t>
      </w:r>
    </w:p>
    <w:p w:rsidR="006974AE" w:rsidRDefault="006974AE" w:rsidP="006974AE">
      <w:r>
        <w:t>196.6462</w:t>
      </w:r>
      <w:r>
        <w:tab/>
        <w:t>1.013e0</w:t>
      </w:r>
    </w:p>
    <w:p w:rsidR="006974AE" w:rsidRDefault="006974AE" w:rsidP="006974AE">
      <w:r>
        <w:t>196.6613</w:t>
      </w:r>
      <w:r>
        <w:tab/>
        <w:t>1.013e0</w:t>
      </w:r>
    </w:p>
    <w:p w:rsidR="006974AE" w:rsidRDefault="006974AE" w:rsidP="006974AE">
      <w:r>
        <w:t>196.6654</w:t>
      </w:r>
      <w:r>
        <w:tab/>
        <w:t>1.013e0</w:t>
      </w:r>
    </w:p>
    <w:p w:rsidR="006974AE" w:rsidRDefault="006974AE" w:rsidP="006974AE">
      <w:r>
        <w:t>196.6843</w:t>
      </w:r>
      <w:r>
        <w:tab/>
        <w:t>1.013e0</w:t>
      </w:r>
    </w:p>
    <w:p w:rsidR="006974AE" w:rsidRDefault="006974AE" w:rsidP="006974AE">
      <w:r>
        <w:t>196.7031</w:t>
      </w:r>
      <w:r>
        <w:tab/>
        <w:t>2.025e0</w:t>
      </w:r>
    </w:p>
    <w:p w:rsidR="006974AE" w:rsidRDefault="006974AE" w:rsidP="006974AE">
      <w:r>
        <w:t>196.7146</w:t>
      </w:r>
      <w:r>
        <w:tab/>
        <w:t>1.013e0</w:t>
      </w:r>
    </w:p>
    <w:p w:rsidR="006974AE" w:rsidRDefault="006974AE" w:rsidP="006974AE">
      <w:r>
        <w:t>196.7367</w:t>
      </w:r>
      <w:r>
        <w:tab/>
        <w:t>1.013e0</w:t>
      </w:r>
    </w:p>
    <w:p w:rsidR="006974AE" w:rsidRDefault="006974AE" w:rsidP="006974AE">
      <w:r>
        <w:t>196.7438</w:t>
      </w:r>
      <w:r>
        <w:tab/>
        <w:t>1.013e0</w:t>
      </w:r>
    </w:p>
    <w:p w:rsidR="006974AE" w:rsidRDefault="006974AE" w:rsidP="006974AE">
      <w:r>
        <w:t>196.7626</w:t>
      </w:r>
      <w:r>
        <w:tab/>
        <w:t>1.013e0</w:t>
      </w:r>
    </w:p>
    <w:p w:rsidR="006974AE" w:rsidRDefault="006974AE" w:rsidP="006974AE">
      <w:r>
        <w:t>196.7663</w:t>
      </w:r>
      <w:r>
        <w:tab/>
        <w:t>2.025e0</w:t>
      </w:r>
    </w:p>
    <w:p w:rsidR="006974AE" w:rsidRDefault="006974AE" w:rsidP="006974AE">
      <w:r>
        <w:t>196.7734</w:t>
      </w:r>
      <w:r>
        <w:tab/>
        <w:t>1.013e0</w:t>
      </w:r>
    </w:p>
    <w:p w:rsidR="006974AE" w:rsidRDefault="006974AE" w:rsidP="006974AE">
      <w:r>
        <w:t>196.7808</w:t>
      </w:r>
      <w:r>
        <w:tab/>
        <w:t>2.025e0</w:t>
      </w:r>
    </w:p>
    <w:p w:rsidR="006974AE" w:rsidRDefault="006974AE" w:rsidP="006974AE">
      <w:r>
        <w:t>196.7922</w:t>
      </w:r>
      <w:r>
        <w:tab/>
        <w:t>1.013e0</w:t>
      </w:r>
    </w:p>
    <w:p w:rsidR="006974AE" w:rsidRDefault="006974AE" w:rsidP="006974AE">
      <w:r>
        <w:t>196.7959</w:t>
      </w:r>
      <w:r>
        <w:tab/>
        <w:t>1.013e0</w:t>
      </w:r>
    </w:p>
    <w:p w:rsidR="006974AE" w:rsidRDefault="006974AE" w:rsidP="006974AE">
      <w:r>
        <w:t>196.8179</w:t>
      </w:r>
      <w:r>
        <w:tab/>
        <w:t>1.013e0</w:t>
      </w:r>
    </w:p>
    <w:p w:rsidR="006974AE" w:rsidRDefault="006974AE" w:rsidP="006974AE">
      <w:r>
        <w:t>196.8477</w:t>
      </w:r>
      <w:r>
        <w:tab/>
        <w:t>1.013e0</w:t>
      </w:r>
    </w:p>
    <w:p w:rsidR="006974AE" w:rsidRDefault="006974AE" w:rsidP="006974AE">
      <w:r>
        <w:t>196.8513</w:t>
      </w:r>
      <w:r>
        <w:tab/>
        <w:t>2.025e0</w:t>
      </w:r>
    </w:p>
    <w:p w:rsidR="006974AE" w:rsidRDefault="006974AE" w:rsidP="006974AE">
      <w:r>
        <w:lastRenderedPageBreak/>
        <w:t>196.8745</w:t>
      </w:r>
      <w:r>
        <w:tab/>
        <w:t>4.051e0</w:t>
      </w:r>
    </w:p>
    <w:p w:rsidR="006974AE" w:rsidRDefault="006974AE" w:rsidP="006974AE">
      <w:r>
        <w:t>196.8775</w:t>
      </w:r>
      <w:r>
        <w:tab/>
        <w:t>1.013e0</w:t>
      </w:r>
    </w:p>
    <w:p w:rsidR="006974AE" w:rsidRDefault="006974AE" w:rsidP="006974AE">
      <w:r>
        <w:t>196.8963</w:t>
      </w:r>
      <w:r>
        <w:tab/>
        <w:t>1.013e0</w:t>
      </w:r>
    </w:p>
    <w:p w:rsidR="006974AE" w:rsidRDefault="006974AE" w:rsidP="006974AE">
      <w:r>
        <w:t>196.9117</w:t>
      </w:r>
      <w:r>
        <w:tab/>
        <w:t>1.013e0</w:t>
      </w:r>
    </w:p>
    <w:p w:rsidR="006974AE" w:rsidRDefault="006974AE" w:rsidP="006974AE">
      <w:r>
        <w:t>196.9210</w:t>
      </w:r>
      <w:r>
        <w:tab/>
        <w:t>2.025e0</w:t>
      </w:r>
    </w:p>
    <w:p w:rsidR="006974AE" w:rsidRDefault="006974AE" w:rsidP="006974AE">
      <w:r>
        <w:t>196.9283</w:t>
      </w:r>
      <w:r>
        <w:tab/>
        <w:t>2.025e0</w:t>
      </w:r>
    </w:p>
    <w:p w:rsidR="006974AE" w:rsidRDefault="006974AE" w:rsidP="006974AE">
      <w:r>
        <w:t>196.9306</w:t>
      </w:r>
      <w:r>
        <w:tab/>
        <w:t>1.013e0</w:t>
      </w:r>
    </w:p>
    <w:p w:rsidR="006974AE" w:rsidRDefault="006974AE" w:rsidP="006974AE">
      <w:r>
        <w:t>196.9418</w:t>
      </w:r>
      <w:r>
        <w:tab/>
        <w:t>2.025e0</w:t>
      </w:r>
    </w:p>
    <w:p w:rsidR="006974AE" w:rsidRDefault="006974AE" w:rsidP="006974AE">
      <w:r>
        <w:t>196.9605</w:t>
      </w:r>
      <w:r>
        <w:tab/>
        <w:t>1.013e0</w:t>
      </w:r>
    </w:p>
    <w:p w:rsidR="006974AE" w:rsidRDefault="006974AE" w:rsidP="006974AE">
      <w:r>
        <w:t>196.9677</w:t>
      </w:r>
      <w:r>
        <w:tab/>
        <w:t>2.025e0</w:t>
      </w:r>
    </w:p>
    <w:p w:rsidR="006974AE" w:rsidRDefault="006974AE" w:rsidP="006974AE">
      <w:r>
        <w:t>196.9861</w:t>
      </w:r>
      <w:r>
        <w:tab/>
        <w:t>1.013e0</w:t>
      </w:r>
    </w:p>
    <w:p w:rsidR="006974AE" w:rsidRDefault="006974AE" w:rsidP="006974AE">
      <w:r>
        <w:t>196.9936</w:t>
      </w:r>
      <w:r>
        <w:tab/>
        <w:t>2.025e0</w:t>
      </w:r>
    </w:p>
    <w:p w:rsidR="006974AE" w:rsidRDefault="006974AE" w:rsidP="006974AE">
      <w:r>
        <w:t>197.0012</w:t>
      </w:r>
      <w:r>
        <w:tab/>
        <w:t>1.013e0</w:t>
      </w:r>
    </w:p>
    <w:p w:rsidR="006974AE" w:rsidRDefault="006974AE" w:rsidP="006974AE">
      <w:r>
        <w:t>197.0093</w:t>
      </w:r>
      <w:r>
        <w:tab/>
        <w:t>3.038e0</w:t>
      </w:r>
    </w:p>
    <w:p w:rsidR="006974AE" w:rsidRDefault="006974AE" w:rsidP="006974AE">
      <w:r>
        <w:t>197.0158</w:t>
      </w:r>
      <w:r>
        <w:tab/>
        <w:t>1.013e0</w:t>
      </w:r>
    </w:p>
    <w:p w:rsidR="006974AE" w:rsidRDefault="006974AE" w:rsidP="006974AE">
      <w:r>
        <w:t>197.0206</w:t>
      </w:r>
      <w:r>
        <w:tab/>
        <w:t>7.641e0</w:t>
      </w:r>
    </w:p>
    <w:p w:rsidR="006974AE" w:rsidRDefault="006974AE" w:rsidP="006974AE">
      <w:r>
        <w:t>197.0296</w:t>
      </w:r>
      <w:r>
        <w:tab/>
        <w:t>3.038e0</w:t>
      </w:r>
    </w:p>
    <w:p w:rsidR="006974AE" w:rsidRDefault="006974AE" w:rsidP="006974AE">
      <w:r>
        <w:t>197.0327</w:t>
      </w:r>
      <w:r>
        <w:tab/>
        <w:t>4.051e0</w:t>
      </w:r>
    </w:p>
    <w:p w:rsidR="006974AE" w:rsidRDefault="006974AE" w:rsidP="006974AE">
      <w:r>
        <w:t>197.0529</w:t>
      </w:r>
      <w:r>
        <w:tab/>
        <w:t>2.025e0</w:t>
      </w:r>
    </w:p>
    <w:p w:rsidR="006974AE" w:rsidRDefault="006974AE" w:rsidP="006974AE">
      <w:r>
        <w:lastRenderedPageBreak/>
        <w:t>197.0639</w:t>
      </w:r>
      <w:r>
        <w:tab/>
        <w:t>1.013e0</w:t>
      </w:r>
    </w:p>
    <w:p w:rsidR="006974AE" w:rsidRDefault="006974AE" w:rsidP="006974AE">
      <w:r>
        <w:t>197.0658</w:t>
      </w:r>
      <w:r>
        <w:tab/>
        <w:t>2.025e0</w:t>
      </w:r>
    </w:p>
    <w:p w:rsidR="006974AE" w:rsidRDefault="006974AE" w:rsidP="006974AE">
      <w:r>
        <w:t>197.0824</w:t>
      </w:r>
      <w:r>
        <w:tab/>
        <w:t>2.025e0</w:t>
      </w:r>
    </w:p>
    <w:p w:rsidR="006974AE" w:rsidRDefault="006974AE" w:rsidP="006974AE">
      <w:r>
        <w:t>197.0880</w:t>
      </w:r>
      <w:r>
        <w:tab/>
        <w:t>3.038e0</w:t>
      </w:r>
    </w:p>
    <w:p w:rsidR="006974AE" w:rsidRDefault="006974AE" w:rsidP="006974AE">
      <w:r>
        <w:t>197.0900</w:t>
      </w:r>
      <w:r>
        <w:tab/>
        <w:t>2.025e0</w:t>
      </w:r>
    </w:p>
    <w:p w:rsidR="006974AE" w:rsidRDefault="006974AE" w:rsidP="006974AE">
      <w:r>
        <w:t>197.0912</w:t>
      </w:r>
      <w:r>
        <w:tab/>
        <w:t>3.038e0</w:t>
      </w:r>
    </w:p>
    <w:p w:rsidR="006974AE" w:rsidRDefault="006974AE" w:rsidP="006974AE">
      <w:r>
        <w:t>197.0976</w:t>
      </w:r>
      <w:r>
        <w:tab/>
        <w:t>2.025e0</w:t>
      </w:r>
    </w:p>
    <w:p w:rsidR="006974AE" w:rsidRDefault="006974AE" w:rsidP="006974AE">
      <w:r>
        <w:t>197.1051</w:t>
      </w:r>
      <w:r>
        <w:tab/>
        <w:t>1.013e0</w:t>
      </w:r>
    </w:p>
    <w:p w:rsidR="006974AE" w:rsidRDefault="006974AE" w:rsidP="006974AE">
      <w:r>
        <w:t>197.1124</w:t>
      </w:r>
      <w:r>
        <w:tab/>
        <w:t>1.013e0</w:t>
      </w:r>
    </w:p>
    <w:p w:rsidR="006974AE" w:rsidRDefault="006974AE" w:rsidP="006974AE">
      <w:r>
        <w:t>197.1200</w:t>
      </w:r>
      <w:r>
        <w:tab/>
        <w:t>1.024e0</w:t>
      </w:r>
    </w:p>
    <w:p w:rsidR="006974AE" w:rsidRDefault="006974AE" w:rsidP="006974AE">
      <w:r>
        <w:t>197.1393</w:t>
      </w:r>
      <w:r>
        <w:tab/>
        <w:t>1.013e0</w:t>
      </w:r>
    </w:p>
    <w:p w:rsidR="006974AE" w:rsidRDefault="006974AE" w:rsidP="006974AE">
      <w:r>
        <w:t>197.1425</w:t>
      </w:r>
      <w:r>
        <w:tab/>
        <w:t>2.025e0</w:t>
      </w:r>
    </w:p>
    <w:p w:rsidR="006974AE" w:rsidRDefault="006974AE" w:rsidP="006974AE">
      <w:r>
        <w:t>197.1445</w:t>
      </w:r>
      <w:r>
        <w:tab/>
        <w:t>2.025e0</w:t>
      </w:r>
    </w:p>
    <w:p w:rsidR="006974AE" w:rsidRDefault="006974AE" w:rsidP="006974AE">
      <w:r>
        <w:t>197.1467</w:t>
      </w:r>
      <w:r>
        <w:tab/>
        <w:t>2.025e0</w:t>
      </w:r>
    </w:p>
    <w:p w:rsidR="006974AE" w:rsidRDefault="006974AE" w:rsidP="006974AE">
      <w:r>
        <w:t>197.1656</w:t>
      </w:r>
      <w:r>
        <w:tab/>
        <w:t>1.013e0</w:t>
      </w:r>
    </w:p>
    <w:p w:rsidR="006974AE" w:rsidRDefault="006974AE" w:rsidP="006974AE">
      <w:r>
        <w:t>197.1732</w:t>
      </w:r>
      <w:r>
        <w:tab/>
        <w:t>2.025e0</w:t>
      </w:r>
    </w:p>
    <w:p w:rsidR="006974AE" w:rsidRDefault="006974AE" w:rsidP="006974AE">
      <w:r>
        <w:t>197.1878</w:t>
      </w:r>
      <w:r>
        <w:tab/>
        <w:t>1.013e0</w:t>
      </w:r>
    </w:p>
    <w:p w:rsidR="006974AE" w:rsidRDefault="006974AE" w:rsidP="006974AE">
      <w:r>
        <w:t>197.2063</w:t>
      </w:r>
      <w:r>
        <w:tab/>
        <w:t>1.013e0</w:t>
      </w:r>
    </w:p>
    <w:p w:rsidR="006974AE" w:rsidRDefault="006974AE" w:rsidP="006974AE">
      <w:r>
        <w:t>197.2212</w:t>
      </w:r>
      <w:r>
        <w:tab/>
        <w:t>2.025e0</w:t>
      </w:r>
    </w:p>
    <w:p w:rsidR="006974AE" w:rsidRDefault="006974AE" w:rsidP="006974AE">
      <w:r>
        <w:lastRenderedPageBreak/>
        <w:t>197.2473</w:t>
      </w:r>
      <w:r>
        <w:tab/>
        <w:t>1.013e0</w:t>
      </w:r>
    </w:p>
    <w:p w:rsidR="006974AE" w:rsidRDefault="006974AE" w:rsidP="006974AE">
      <w:r>
        <w:t>197.2696</w:t>
      </w:r>
      <w:r>
        <w:tab/>
        <w:t>2.025e0</w:t>
      </w:r>
    </w:p>
    <w:p w:rsidR="006974AE" w:rsidRDefault="006974AE" w:rsidP="006974AE">
      <w:r>
        <w:t>197.2730</w:t>
      </w:r>
      <w:r>
        <w:tab/>
        <w:t>1.013e0</w:t>
      </w:r>
    </w:p>
    <w:p w:rsidR="006974AE" w:rsidRDefault="006974AE" w:rsidP="006974AE">
      <w:r>
        <w:t>197.2918</w:t>
      </w:r>
      <w:r>
        <w:tab/>
        <w:t>1.013e0</w:t>
      </w:r>
    </w:p>
    <w:p w:rsidR="006974AE" w:rsidRDefault="006974AE" w:rsidP="006974AE">
      <w:r>
        <w:t>197.2991</w:t>
      </w:r>
      <w:r>
        <w:tab/>
        <w:t>1.013e0</w:t>
      </w:r>
    </w:p>
    <w:p w:rsidR="006974AE" w:rsidRDefault="006974AE" w:rsidP="006974AE">
      <w:r>
        <w:t>197.3139</w:t>
      </w:r>
      <w:r>
        <w:tab/>
        <w:t>1.013e0</w:t>
      </w:r>
    </w:p>
    <w:p w:rsidR="006974AE" w:rsidRDefault="006974AE" w:rsidP="006974AE">
      <w:r>
        <w:t>197.3326</w:t>
      </w:r>
      <w:r>
        <w:tab/>
        <w:t>1.013e0</w:t>
      </w:r>
    </w:p>
    <w:p w:rsidR="006974AE" w:rsidRDefault="006974AE" w:rsidP="006974AE">
      <w:r>
        <w:t>197.3554</w:t>
      </w:r>
      <w:r>
        <w:tab/>
        <w:t>1.013e0</w:t>
      </w:r>
    </w:p>
    <w:p w:rsidR="006974AE" w:rsidRDefault="006974AE" w:rsidP="006974AE">
      <w:r>
        <w:t>197.3936</w:t>
      </w:r>
      <w:r>
        <w:tab/>
        <w:t>1.013e0</w:t>
      </w:r>
    </w:p>
    <w:p w:rsidR="006974AE" w:rsidRDefault="006974AE" w:rsidP="006974AE">
      <w:r>
        <w:t>197.4083</w:t>
      </w:r>
      <w:r>
        <w:tab/>
        <w:t>1.013e0</w:t>
      </w:r>
    </w:p>
    <w:p w:rsidR="006974AE" w:rsidRDefault="006974AE" w:rsidP="006974AE">
      <w:r>
        <w:t>197.4157</w:t>
      </w:r>
      <w:r>
        <w:tab/>
        <w:t>1.013e0</w:t>
      </w:r>
    </w:p>
    <w:p w:rsidR="006974AE" w:rsidRDefault="006974AE" w:rsidP="006974AE">
      <w:r>
        <w:t>197.4525</w:t>
      </w:r>
      <w:r>
        <w:tab/>
        <w:t>1.013e0</w:t>
      </w:r>
    </w:p>
    <w:p w:rsidR="006974AE" w:rsidRDefault="006974AE" w:rsidP="006974AE">
      <w:r>
        <w:t>197.4638</w:t>
      </w:r>
      <w:r>
        <w:tab/>
        <w:t>3.038e0</w:t>
      </w:r>
    </w:p>
    <w:p w:rsidR="006974AE" w:rsidRDefault="006974AE" w:rsidP="006974AE">
      <w:r>
        <w:t>197.4673</w:t>
      </w:r>
      <w:r>
        <w:tab/>
        <w:t>1.013e0</w:t>
      </w:r>
    </w:p>
    <w:p w:rsidR="006974AE" w:rsidRDefault="006974AE" w:rsidP="006974AE">
      <w:r>
        <w:t>197.4859</w:t>
      </w:r>
      <w:r>
        <w:tab/>
        <w:t>1.013e0</w:t>
      </w:r>
    </w:p>
    <w:p w:rsidR="006974AE" w:rsidRDefault="006974AE" w:rsidP="006974AE">
      <w:r>
        <w:t>197.4898</w:t>
      </w:r>
      <w:r>
        <w:tab/>
        <w:t>2.025e0</w:t>
      </w:r>
    </w:p>
    <w:p w:rsidR="006974AE" w:rsidRDefault="006974AE" w:rsidP="006974AE">
      <w:r>
        <w:t>197.5009</w:t>
      </w:r>
      <w:r>
        <w:tab/>
        <w:t>1.013e0</w:t>
      </w:r>
    </w:p>
    <w:p w:rsidR="006974AE" w:rsidRDefault="006974AE" w:rsidP="006974AE">
      <w:r>
        <w:t>197.5303</w:t>
      </w:r>
      <w:r>
        <w:tab/>
        <w:t>2.025e0</w:t>
      </w:r>
    </w:p>
    <w:p w:rsidR="006974AE" w:rsidRDefault="006974AE" w:rsidP="006974AE">
      <w:r>
        <w:t>197.5342</w:t>
      </w:r>
      <w:r>
        <w:tab/>
        <w:t>3.038e0</w:t>
      </w:r>
    </w:p>
    <w:p w:rsidR="006974AE" w:rsidRDefault="006974AE" w:rsidP="006974AE">
      <w:r>
        <w:lastRenderedPageBreak/>
        <w:t>197.5682</w:t>
      </w:r>
      <w:r>
        <w:tab/>
        <w:t>1.013e0</w:t>
      </w:r>
    </w:p>
    <w:p w:rsidR="006974AE" w:rsidRDefault="006974AE" w:rsidP="006974AE">
      <w:r>
        <w:t>197.5759</w:t>
      </w:r>
      <w:r>
        <w:tab/>
        <w:t>3.038e0</w:t>
      </w:r>
    </w:p>
    <w:p w:rsidR="006974AE" w:rsidRDefault="006974AE" w:rsidP="006974AE">
      <w:r>
        <w:t>197.5872</w:t>
      </w:r>
      <w:r>
        <w:tab/>
        <w:t>1.013e0</w:t>
      </w:r>
    </w:p>
    <w:p w:rsidR="006974AE" w:rsidRDefault="006974AE" w:rsidP="006974AE">
      <w:r>
        <w:t>197.5913</w:t>
      </w:r>
      <w:r>
        <w:tab/>
        <w:t>1.013e0</w:t>
      </w:r>
    </w:p>
    <w:p w:rsidR="006974AE" w:rsidRDefault="006974AE" w:rsidP="006974AE">
      <w:r>
        <w:t>197.5980</w:t>
      </w:r>
      <w:r>
        <w:tab/>
        <w:t>3.038e0</w:t>
      </w:r>
    </w:p>
    <w:p w:rsidR="006974AE" w:rsidRDefault="006974AE" w:rsidP="006974AE">
      <w:r>
        <w:t>197.6138</w:t>
      </w:r>
      <w:r>
        <w:tab/>
        <w:t>1.013e0</w:t>
      </w:r>
    </w:p>
    <w:p w:rsidR="006974AE" w:rsidRDefault="006974AE" w:rsidP="006974AE">
      <w:r>
        <w:t>197.6358</w:t>
      </w:r>
      <w:r>
        <w:tab/>
        <w:t>3.038e0</w:t>
      </w:r>
    </w:p>
    <w:p w:rsidR="006974AE" w:rsidRDefault="006974AE" w:rsidP="006974AE">
      <w:r>
        <w:t>197.6434</w:t>
      </w:r>
      <w:r>
        <w:tab/>
        <w:t>1.013e0</w:t>
      </w:r>
    </w:p>
    <w:p w:rsidR="006974AE" w:rsidRDefault="006974AE" w:rsidP="006974AE">
      <w:r>
        <w:t>197.6543</w:t>
      </w:r>
      <w:r>
        <w:tab/>
        <w:t>2.025e0</w:t>
      </w:r>
    </w:p>
    <w:p w:rsidR="006974AE" w:rsidRDefault="006974AE" w:rsidP="006974AE">
      <w:r>
        <w:t>197.6768</w:t>
      </w:r>
      <w:r>
        <w:tab/>
        <w:t>1.013e0</w:t>
      </w:r>
    </w:p>
    <w:p w:rsidR="006974AE" w:rsidRDefault="006974AE" w:rsidP="006974AE">
      <w:r>
        <w:t>197.6805</w:t>
      </w:r>
      <w:r>
        <w:tab/>
        <w:t>1.013e0</w:t>
      </w:r>
    </w:p>
    <w:p w:rsidR="006974AE" w:rsidRDefault="006974AE" w:rsidP="006974AE">
      <w:r>
        <w:t>197.7063</w:t>
      </w:r>
      <w:r>
        <w:tab/>
        <w:t>1.013e0</w:t>
      </w:r>
    </w:p>
    <w:p w:rsidR="006974AE" w:rsidRDefault="006974AE" w:rsidP="006974AE">
      <w:r>
        <w:t>197.7176</w:t>
      </w:r>
      <w:r>
        <w:tab/>
        <w:t>2.025e0</w:t>
      </w:r>
    </w:p>
    <w:p w:rsidR="006974AE" w:rsidRDefault="006974AE" w:rsidP="006974AE">
      <w:r>
        <w:t>197.7213</w:t>
      </w:r>
      <w:r>
        <w:tab/>
        <w:t>1.013e0</w:t>
      </w:r>
    </w:p>
    <w:p w:rsidR="006974AE" w:rsidRDefault="006974AE" w:rsidP="006974AE">
      <w:r>
        <w:t>197.7284</w:t>
      </w:r>
      <w:r>
        <w:tab/>
        <w:t>1.013e0</w:t>
      </w:r>
    </w:p>
    <w:p w:rsidR="006974AE" w:rsidRDefault="006974AE" w:rsidP="006974AE">
      <w:r>
        <w:t>197.7472</w:t>
      </w:r>
      <w:r>
        <w:tab/>
        <w:t>1.013e0</w:t>
      </w:r>
    </w:p>
    <w:p w:rsidR="006974AE" w:rsidRDefault="006974AE" w:rsidP="006974AE">
      <w:r>
        <w:t>197.7548</w:t>
      </w:r>
      <w:r>
        <w:tab/>
        <w:t>1.013e0</w:t>
      </w:r>
    </w:p>
    <w:p w:rsidR="006974AE" w:rsidRDefault="006974AE" w:rsidP="006974AE">
      <w:r>
        <w:t>197.7663</w:t>
      </w:r>
      <w:r>
        <w:tab/>
        <w:t>1.013e0</w:t>
      </w:r>
    </w:p>
    <w:p w:rsidR="006974AE" w:rsidRDefault="006974AE" w:rsidP="006974AE">
      <w:r>
        <w:t>197.8002</w:t>
      </w:r>
      <w:r>
        <w:tab/>
        <w:t>1.013e0</w:t>
      </w:r>
    </w:p>
    <w:p w:rsidR="006974AE" w:rsidRDefault="006974AE" w:rsidP="006974AE">
      <w:r>
        <w:lastRenderedPageBreak/>
        <w:t>197.8229</w:t>
      </w:r>
      <w:r>
        <w:tab/>
        <w:t>1.013e0</w:t>
      </w:r>
    </w:p>
    <w:p w:rsidR="006974AE" w:rsidRDefault="006974AE" w:rsidP="006974AE">
      <w:r>
        <w:t>197.8414</w:t>
      </w:r>
      <w:r>
        <w:tab/>
        <w:t>1.013e0</w:t>
      </w:r>
    </w:p>
    <w:p w:rsidR="006974AE" w:rsidRDefault="006974AE" w:rsidP="006974AE">
      <w:r>
        <w:t>197.8712</w:t>
      </w:r>
      <w:r>
        <w:tab/>
        <w:t>1.013e0</w:t>
      </w:r>
    </w:p>
    <w:p w:rsidR="006974AE" w:rsidRDefault="006974AE" w:rsidP="006974AE">
      <w:r>
        <w:t>197.8859</w:t>
      </w:r>
      <w:r>
        <w:tab/>
        <w:t>1.013e0</w:t>
      </w:r>
    </w:p>
    <w:p w:rsidR="006974AE" w:rsidRDefault="006974AE" w:rsidP="006974AE">
      <w:r>
        <w:t>197.9044</w:t>
      </w:r>
      <w:r>
        <w:tab/>
        <w:t>1.013e0</w:t>
      </w:r>
    </w:p>
    <w:p w:rsidR="006974AE" w:rsidRDefault="006974AE" w:rsidP="006974AE">
      <w:r>
        <w:t>197.9380</w:t>
      </w:r>
      <w:r>
        <w:tab/>
        <w:t>1.013e0</w:t>
      </w:r>
    </w:p>
    <w:p w:rsidR="006974AE" w:rsidRDefault="006974AE" w:rsidP="006974AE">
      <w:r>
        <w:t>197.9678</w:t>
      </w:r>
      <w:r>
        <w:tab/>
        <w:t>1.013e0</w:t>
      </w:r>
    </w:p>
    <w:p w:rsidR="006974AE" w:rsidRDefault="006974AE" w:rsidP="006974AE">
      <w:r>
        <w:t>197.9869</w:t>
      </w:r>
      <w:r>
        <w:tab/>
        <w:t>2.025e0</w:t>
      </w:r>
    </w:p>
    <w:p w:rsidR="006974AE" w:rsidRDefault="006974AE" w:rsidP="006974AE">
      <w:r>
        <w:t>197.9908</w:t>
      </w:r>
      <w:r>
        <w:tab/>
        <w:t>1.013e0</w:t>
      </w:r>
    </w:p>
    <w:p w:rsidR="006974AE" w:rsidRDefault="006974AE" w:rsidP="006974AE">
      <w:r>
        <w:t>197.9944</w:t>
      </w:r>
      <w:r>
        <w:tab/>
        <w:t>2.025e0</w:t>
      </w:r>
    </w:p>
    <w:p w:rsidR="006974AE" w:rsidRDefault="006974AE" w:rsidP="006974AE">
      <w:r>
        <w:t>198.0058</w:t>
      </w:r>
      <w:r>
        <w:tab/>
        <w:t>3.038e0</w:t>
      </w:r>
    </w:p>
    <w:p w:rsidR="006974AE" w:rsidRDefault="006974AE" w:rsidP="006974AE">
      <w:r>
        <w:t>198.0114</w:t>
      </w:r>
      <w:r>
        <w:tab/>
        <w:t>2.025e0</w:t>
      </w:r>
    </w:p>
    <w:p w:rsidR="006974AE" w:rsidRDefault="006974AE" w:rsidP="006974AE">
      <w:r>
        <w:t>198.0210</w:t>
      </w:r>
      <w:r>
        <w:tab/>
        <w:t>2.025e0</w:t>
      </w:r>
    </w:p>
    <w:p w:rsidR="006974AE" w:rsidRDefault="006974AE" w:rsidP="006974AE">
      <w:r>
        <w:t>198.0291</w:t>
      </w:r>
      <w:r>
        <w:tab/>
        <w:t>3.038e0</w:t>
      </w:r>
    </w:p>
    <w:p w:rsidR="006974AE" w:rsidRDefault="006974AE" w:rsidP="006974AE">
      <w:r>
        <w:t>198.0305</w:t>
      </w:r>
      <w:r>
        <w:tab/>
        <w:t>2.025e0</w:t>
      </w:r>
    </w:p>
    <w:p w:rsidR="006974AE" w:rsidRDefault="006974AE" w:rsidP="006974AE">
      <w:r>
        <w:t>198.0361</w:t>
      </w:r>
      <w:r>
        <w:tab/>
        <w:t>2.025e0</w:t>
      </w:r>
    </w:p>
    <w:p w:rsidR="006974AE" w:rsidRDefault="006974AE" w:rsidP="006974AE">
      <w:r>
        <w:t>198.0399</w:t>
      </w:r>
      <w:r>
        <w:tab/>
        <w:t>2.025e0</w:t>
      </w:r>
    </w:p>
    <w:p w:rsidR="006974AE" w:rsidRDefault="006974AE" w:rsidP="006974AE">
      <w:r>
        <w:t>198.0470</w:t>
      </w:r>
      <w:r>
        <w:tab/>
        <w:t>2.025e0</w:t>
      </w:r>
    </w:p>
    <w:p w:rsidR="006974AE" w:rsidRDefault="006974AE" w:rsidP="006974AE">
      <w:r>
        <w:t>198.0510</w:t>
      </w:r>
      <w:r>
        <w:tab/>
        <w:t>1.013e0</w:t>
      </w:r>
    </w:p>
    <w:p w:rsidR="006974AE" w:rsidRDefault="006974AE" w:rsidP="006974AE">
      <w:r>
        <w:lastRenderedPageBreak/>
        <w:t>198.0563</w:t>
      </w:r>
      <w:r>
        <w:tab/>
        <w:t>2.025e0</w:t>
      </w:r>
    </w:p>
    <w:p w:rsidR="006974AE" w:rsidRDefault="006974AE" w:rsidP="006974AE">
      <w:r>
        <w:t>198.0581</w:t>
      </w:r>
      <w:r>
        <w:tab/>
        <w:t>1.013e0</w:t>
      </w:r>
    </w:p>
    <w:p w:rsidR="006974AE" w:rsidRDefault="006974AE" w:rsidP="006974AE">
      <w:r>
        <w:t>198.0695</w:t>
      </w:r>
      <w:r>
        <w:tab/>
        <w:t>1.013e0</w:t>
      </w:r>
    </w:p>
    <w:p w:rsidR="006974AE" w:rsidRDefault="006974AE" w:rsidP="006974AE">
      <w:r>
        <w:t>198.0767</w:t>
      </w:r>
      <w:r>
        <w:tab/>
        <w:t>1.013e0</w:t>
      </w:r>
    </w:p>
    <w:p w:rsidR="006974AE" w:rsidRDefault="006974AE" w:rsidP="006974AE">
      <w:r>
        <w:t>198.0916</w:t>
      </w:r>
      <w:r>
        <w:tab/>
        <w:t>1.013e0</w:t>
      </w:r>
    </w:p>
    <w:p w:rsidR="006974AE" w:rsidRDefault="006974AE" w:rsidP="006974AE">
      <w:r>
        <w:t>198.0983</w:t>
      </w:r>
      <w:r>
        <w:tab/>
        <w:t>3.038e0</w:t>
      </w:r>
    </w:p>
    <w:p w:rsidR="006974AE" w:rsidRDefault="006974AE" w:rsidP="006974AE">
      <w:r>
        <w:t>198.1175</w:t>
      </w:r>
      <w:r>
        <w:tab/>
        <w:t>3.038e0</w:t>
      </w:r>
    </w:p>
    <w:p w:rsidR="006974AE" w:rsidRDefault="006974AE" w:rsidP="006974AE">
      <w:r>
        <w:t>198.1233</w:t>
      </w:r>
      <w:r>
        <w:tab/>
        <w:t>2.025e0</w:t>
      </w:r>
    </w:p>
    <w:p w:rsidR="006974AE" w:rsidRDefault="006974AE" w:rsidP="006974AE">
      <w:r>
        <w:t>198.1268</w:t>
      </w:r>
      <w:r>
        <w:tab/>
        <w:t>2.025e0</w:t>
      </w:r>
    </w:p>
    <w:p w:rsidR="006974AE" w:rsidRDefault="006974AE" w:rsidP="006974AE">
      <w:r>
        <w:t>198.1287</w:t>
      </w:r>
      <w:r>
        <w:tab/>
        <w:t>1.013e0</w:t>
      </w:r>
    </w:p>
    <w:p w:rsidR="006974AE" w:rsidRDefault="006974AE" w:rsidP="006974AE">
      <w:r>
        <w:t>198.1344</w:t>
      </w:r>
      <w:r>
        <w:tab/>
        <w:t>2.025e0</w:t>
      </w:r>
    </w:p>
    <w:p w:rsidR="006974AE" w:rsidRDefault="006974AE" w:rsidP="006974AE">
      <w:r>
        <w:t>198.1434</w:t>
      </w:r>
      <w:r>
        <w:tab/>
        <w:t>2.025e0</w:t>
      </w:r>
    </w:p>
    <w:p w:rsidR="006974AE" w:rsidRDefault="006974AE" w:rsidP="006974AE">
      <w:r>
        <w:t>198.1508</w:t>
      </w:r>
      <w:r>
        <w:tab/>
        <w:t>1.013e0</w:t>
      </w:r>
    </w:p>
    <w:p w:rsidR="006974AE" w:rsidRDefault="006974AE" w:rsidP="006974AE">
      <w:r>
        <w:t>198.1739</w:t>
      </w:r>
      <w:r>
        <w:tab/>
        <w:t>4.051e0</w:t>
      </w:r>
    </w:p>
    <w:p w:rsidR="006974AE" w:rsidRDefault="006974AE" w:rsidP="006974AE">
      <w:r>
        <w:t>198.1814</w:t>
      </w:r>
      <w:r>
        <w:tab/>
        <w:t>1.013e0</w:t>
      </w:r>
    </w:p>
    <w:p w:rsidR="006974AE" w:rsidRDefault="006974AE" w:rsidP="006974AE">
      <w:r>
        <w:t>198.1850</w:t>
      </w:r>
      <w:r>
        <w:tab/>
        <w:t>2.025e0</w:t>
      </w:r>
    </w:p>
    <w:p w:rsidR="006974AE" w:rsidRDefault="006974AE" w:rsidP="006974AE">
      <w:r>
        <w:t>198.1869</w:t>
      </w:r>
      <w:r>
        <w:tab/>
        <w:t>2.025e0</w:t>
      </w:r>
    </w:p>
    <w:p w:rsidR="006974AE" w:rsidRDefault="006974AE" w:rsidP="006974AE">
      <w:r>
        <w:t>198.1966</w:t>
      </w:r>
      <w:r>
        <w:tab/>
        <w:t>1.013e0</w:t>
      </w:r>
    </w:p>
    <w:p w:rsidR="006974AE" w:rsidRDefault="006974AE" w:rsidP="006974AE">
      <w:r>
        <w:t>198.2097</w:t>
      </w:r>
      <w:r>
        <w:tab/>
        <w:t>2.025e0</w:t>
      </w:r>
    </w:p>
    <w:p w:rsidR="006974AE" w:rsidRDefault="006974AE" w:rsidP="006974AE">
      <w:r>
        <w:lastRenderedPageBreak/>
        <w:t>198.2271</w:t>
      </w:r>
      <w:r>
        <w:tab/>
        <w:t>1.013e0</w:t>
      </w:r>
    </w:p>
    <w:p w:rsidR="006974AE" w:rsidRDefault="006974AE" w:rsidP="006974AE">
      <w:r>
        <w:t>198.2309</w:t>
      </w:r>
      <w:r>
        <w:tab/>
        <w:t>1.013e0</w:t>
      </w:r>
    </w:p>
    <w:p w:rsidR="006974AE" w:rsidRDefault="006974AE" w:rsidP="006974AE">
      <w:r>
        <w:t>198.2602</w:t>
      </w:r>
      <w:r>
        <w:tab/>
        <w:t>1.013e0</w:t>
      </w:r>
    </w:p>
    <w:p w:rsidR="006974AE" w:rsidRDefault="006974AE" w:rsidP="006974AE">
      <w:r>
        <w:t>198.2639</w:t>
      </w:r>
      <w:r>
        <w:tab/>
        <w:t>1.013e0</w:t>
      </w:r>
    </w:p>
    <w:p w:rsidR="006974AE" w:rsidRDefault="006974AE" w:rsidP="006974AE">
      <w:r>
        <w:t>198.2657</w:t>
      </w:r>
      <w:r>
        <w:tab/>
        <w:t>2.025e0</w:t>
      </w:r>
    </w:p>
    <w:p w:rsidR="006974AE" w:rsidRDefault="006974AE" w:rsidP="006974AE">
      <w:r>
        <w:t>198.3003</w:t>
      </w:r>
      <w:r>
        <w:tab/>
        <w:t>4.051e0</w:t>
      </w:r>
    </w:p>
    <w:p w:rsidR="006974AE" w:rsidRDefault="006974AE" w:rsidP="006974AE">
      <w:r>
        <w:t>198.3085</w:t>
      </w:r>
      <w:r>
        <w:tab/>
        <w:t>1.013e0</w:t>
      </w:r>
    </w:p>
    <w:p w:rsidR="006974AE" w:rsidRDefault="006974AE" w:rsidP="006974AE">
      <w:r>
        <w:t>198.3347</w:t>
      </w:r>
      <w:r>
        <w:tab/>
        <w:t>1.013e0</w:t>
      </w:r>
    </w:p>
    <w:p w:rsidR="006974AE" w:rsidRDefault="006974AE" w:rsidP="006974AE">
      <w:r>
        <w:t>198.3552</w:t>
      </w:r>
      <w:r>
        <w:tab/>
        <w:t>2.025e0</w:t>
      </w:r>
    </w:p>
    <w:p w:rsidR="006974AE" w:rsidRDefault="006974AE" w:rsidP="006974AE">
      <w:r>
        <w:t>198.3606</w:t>
      </w:r>
      <w:r>
        <w:tab/>
        <w:t>2.025e0</w:t>
      </w:r>
    </w:p>
    <w:p w:rsidR="006974AE" w:rsidRDefault="006974AE" w:rsidP="006974AE">
      <w:r>
        <w:t>198.3835</w:t>
      </w:r>
      <w:r>
        <w:tab/>
        <w:t>1.013e0</w:t>
      </w:r>
    </w:p>
    <w:p w:rsidR="006974AE" w:rsidRDefault="006974AE" w:rsidP="006974AE">
      <w:r>
        <w:t>198.4059</w:t>
      </w:r>
      <w:r>
        <w:tab/>
        <w:t>3.038e0</w:t>
      </w:r>
    </w:p>
    <w:p w:rsidR="006974AE" w:rsidRDefault="006974AE" w:rsidP="006974AE">
      <w:r>
        <w:t>198.4329</w:t>
      </w:r>
      <w:r>
        <w:tab/>
        <w:t>2.025e0</w:t>
      </w:r>
    </w:p>
    <w:p w:rsidR="006974AE" w:rsidRDefault="006974AE" w:rsidP="006974AE">
      <w:r>
        <w:t>198.4624</w:t>
      </w:r>
      <w:r>
        <w:tab/>
        <w:t>2.025e0</w:t>
      </w:r>
    </w:p>
    <w:p w:rsidR="006974AE" w:rsidRDefault="006974AE" w:rsidP="006974AE">
      <w:r>
        <w:t>198.4662</w:t>
      </w:r>
      <w:r>
        <w:tab/>
        <w:t>1.013e0</w:t>
      </w:r>
    </w:p>
    <w:p w:rsidR="006974AE" w:rsidRDefault="006974AE" w:rsidP="006974AE">
      <w:r>
        <w:t>198.4697</w:t>
      </w:r>
      <w:r>
        <w:tab/>
        <w:t>1.013e0</w:t>
      </w:r>
    </w:p>
    <w:p w:rsidR="006974AE" w:rsidRDefault="006974AE" w:rsidP="006974AE">
      <w:r>
        <w:t>198.4960</w:t>
      </w:r>
      <w:r>
        <w:tab/>
        <w:t>1.013e0</w:t>
      </w:r>
    </w:p>
    <w:p w:rsidR="006974AE" w:rsidRDefault="006974AE" w:rsidP="006974AE">
      <w:r>
        <w:t>198.5069</w:t>
      </w:r>
      <w:r>
        <w:tab/>
        <w:t>1.013e0</w:t>
      </w:r>
    </w:p>
    <w:p w:rsidR="006974AE" w:rsidRDefault="006974AE" w:rsidP="006974AE">
      <w:r>
        <w:t>198.5183</w:t>
      </w:r>
      <w:r>
        <w:tab/>
        <w:t>1.013e0</w:t>
      </w:r>
    </w:p>
    <w:p w:rsidR="006974AE" w:rsidRDefault="006974AE" w:rsidP="006974AE">
      <w:r>
        <w:lastRenderedPageBreak/>
        <w:t>198.5365</w:t>
      </w:r>
      <w:r>
        <w:tab/>
        <w:t>1.013e0</w:t>
      </w:r>
    </w:p>
    <w:p w:rsidR="006974AE" w:rsidRDefault="006974AE" w:rsidP="006974AE">
      <w:r>
        <w:t>198.5476</w:t>
      </w:r>
      <w:r>
        <w:tab/>
        <w:t>1.013e0</w:t>
      </w:r>
    </w:p>
    <w:p w:rsidR="006974AE" w:rsidRDefault="006974AE" w:rsidP="006974AE">
      <w:r>
        <w:t>198.5513</w:t>
      </w:r>
      <w:r>
        <w:tab/>
        <w:t>1.013e0</w:t>
      </w:r>
    </w:p>
    <w:p w:rsidR="006974AE" w:rsidRDefault="006974AE" w:rsidP="006974AE">
      <w:r>
        <w:t>198.5553</w:t>
      </w:r>
      <w:r>
        <w:tab/>
        <w:t>1.013e0</w:t>
      </w:r>
    </w:p>
    <w:p w:rsidR="006974AE" w:rsidRDefault="006974AE" w:rsidP="006974AE">
      <w:r>
        <w:t>198.5781</w:t>
      </w:r>
      <w:r>
        <w:tab/>
        <w:t>1.013e0</w:t>
      </w:r>
    </w:p>
    <w:p w:rsidR="006974AE" w:rsidRDefault="006974AE" w:rsidP="006974AE">
      <w:r>
        <w:t>198.5855</w:t>
      </w:r>
      <w:r>
        <w:tab/>
        <w:t>1.013e0</w:t>
      </w:r>
    </w:p>
    <w:p w:rsidR="006974AE" w:rsidRDefault="006974AE" w:rsidP="006974AE">
      <w:r>
        <w:t>198.6087</w:t>
      </w:r>
      <w:r>
        <w:tab/>
        <w:t>1.013e0</w:t>
      </w:r>
    </w:p>
    <w:p w:rsidR="006974AE" w:rsidRDefault="006974AE" w:rsidP="006974AE">
      <w:r>
        <w:t>198.6311</w:t>
      </w:r>
      <w:r>
        <w:tab/>
        <w:t>1.013e0</w:t>
      </w:r>
    </w:p>
    <w:p w:rsidR="006974AE" w:rsidRDefault="006974AE" w:rsidP="006974AE">
      <w:r>
        <w:t>198.6423</w:t>
      </w:r>
      <w:r>
        <w:tab/>
        <w:t>2.025e0</w:t>
      </w:r>
    </w:p>
    <w:p w:rsidR="006974AE" w:rsidRDefault="006974AE" w:rsidP="006974AE">
      <w:r>
        <w:t>198.6905</w:t>
      </w:r>
      <w:r>
        <w:tab/>
        <w:t>1.013e0</w:t>
      </w:r>
    </w:p>
    <w:p w:rsidR="006974AE" w:rsidRDefault="006974AE" w:rsidP="006974AE">
      <w:r>
        <w:t>198.7016</w:t>
      </w:r>
      <w:r>
        <w:tab/>
        <w:t>1.013e0</w:t>
      </w:r>
    </w:p>
    <w:p w:rsidR="006974AE" w:rsidRDefault="006974AE" w:rsidP="006974AE">
      <w:r>
        <w:t>198.7689</w:t>
      </w:r>
      <w:r>
        <w:tab/>
        <w:t>1.013e0</w:t>
      </w:r>
    </w:p>
    <w:p w:rsidR="006974AE" w:rsidRDefault="006974AE" w:rsidP="006974AE">
      <w:r>
        <w:t>198.7806</w:t>
      </w:r>
      <w:r>
        <w:tab/>
        <w:t>1.013e0</w:t>
      </w:r>
    </w:p>
    <w:p w:rsidR="006974AE" w:rsidRDefault="006974AE" w:rsidP="006974AE">
      <w:r>
        <w:t>198.7959</w:t>
      </w:r>
      <w:r>
        <w:tab/>
        <w:t>1.013e0</w:t>
      </w:r>
    </w:p>
    <w:p w:rsidR="006974AE" w:rsidRDefault="006974AE" w:rsidP="006974AE">
      <w:r>
        <w:t>198.8053</w:t>
      </w:r>
      <w:r>
        <w:tab/>
        <w:t>2.025e0</w:t>
      </w:r>
    </w:p>
    <w:p w:rsidR="006974AE" w:rsidRDefault="006974AE" w:rsidP="006974AE">
      <w:r>
        <w:t>198.8071</w:t>
      </w:r>
      <w:r>
        <w:tab/>
        <w:t>1.013e0</w:t>
      </w:r>
    </w:p>
    <w:p w:rsidR="006974AE" w:rsidRDefault="006974AE" w:rsidP="006974AE">
      <w:r>
        <w:t>198.8109</w:t>
      </w:r>
      <w:r>
        <w:tab/>
        <w:t>1.013e0</w:t>
      </w:r>
    </w:p>
    <w:p w:rsidR="006974AE" w:rsidRDefault="006974AE" w:rsidP="006974AE">
      <w:r>
        <w:t>198.8186</w:t>
      </w:r>
      <w:r>
        <w:tab/>
        <w:t>2.025e0</w:t>
      </w:r>
    </w:p>
    <w:p w:rsidR="006974AE" w:rsidRDefault="006974AE" w:rsidP="006974AE">
      <w:r>
        <w:t>198.8482</w:t>
      </w:r>
      <w:r>
        <w:tab/>
        <w:t>2.025e0</w:t>
      </w:r>
    </w:p>
    <w:p w:rsidR="006974AE" w:rsidRDefault="006974AE" w:rsidP="006974AE">
      <w:r>
        <w:lastRenderedPageBreak/>
        <w:t>198.9187</w:t>
      </w:r>
      <w:r>
        <w:tab/>
        <w:t>2.025e0</w:t>
      </w:r>
    </w:p>
    <w:p w:rsidR="006974AE" w:rsidRDefault="006974AE" w:rsidP="006974AE">
      <w:r>
        <w:t>198.9600</w:t>
      </w:r>
      <w:r>
        <w:tab/>
        <w:t>1.013e0</w:t>
      </w:r>
    </w:p>
    <w:p w:rsidR="006974AE" w:rsidRDefault="006974AE" w:rsidP="006974AE">
      <w:r>
        <w:t>198.9641</w:t>
      </w:r>
      <w:r>
        <w:tab/>
        <w:t>1.013e0</w:t>
      </w:r>
    </w:p>
    <w:p w:rsidR="006974AE" w:rsidRDefault="006974AE" w:rsidP="006974AE">
      <w:r>
        <w:t>198.9718</w:t>
      </w:r>
      <w:r>
        <w:tab/>
        <w:t>1.013e0</w:t>
      </w:r>
    </w:p>
    <w:p w:rsidR="006974AE" w:rsidRDefault="006974AE" w:rsidP="006974AE">
      <w:r>
        <w:t>198.9792</w:t>
      </w:r>
      <w:r>
        <w:tab/>
        <w:t>1.013e0</w:t>
      </w:r>
    </w:p>
    <w:p w:rsidR="006974AE" w:rsidRDefault="006974AE" w:rsidP="006974AE">
      <w:r>
        <w:t>199.0280</w:t>
      </w:r>
      <w:r>
        <w:tab/>
        <w:t>5.483e1</w:t>
      </w:r>
    </w:p>
    <w:p w:rsidR="006974AE" w:rsidRDefault="006974AE" w:rsidP="006974AE">
      <w:r>
        <w:t>199.0296</w:t>
      </w:r>
      <w:r>
        <w:tab/>
        <w:t>3.178e1</w:t>
      </w:r>
    </w:p>
    <w:p w:rsidR="006974AE" w:rsidRDefault="006974AE" w:rsidP="006974AE">
      <w:r>
        <w:t>199.0330</w:t>
      </w:r>
      <w:r>
        <w:tab/>
        <w:t>1.316e1</w:t>
      </w:r>
    </w:p>
    <w:p w:rsidR="006974AE" w:rsidRDefault="006974AE" w:rsidP="006974AE">
      <w:r>
        <w:t>199.0355</w:t>
      </w:r>
      <w:r>
        <w:tab/>
        <w:t>2.305e1</w:t>
      </w:r>
    </w:p>
    <w:p w:rsidR="006974AE" w:rsidRDefault="006974AE" w:rsidP="006974AE">
      <w:r>
        <w:t>199.0653</w:t>
      </w:r>
      <w:r>
        <w:tab/>
        <w:t>1.013e0</w:t>
      </w:r>
    </w:p>
    <w:p w:rsidR="006974AE" w:rsidRDefault="006974AE" w:rsidP="006974AE">
      <w:r>
        <w:t>199.0693</w:t>
      </w:r>
      <w:r>
        <w:tab/>
        <w:t>1.013e0</w:t>
      </w:r>
    </w:p>
    <w:p w:rsidR="006974AE" w:rsidRDefault="006974AE" w:rsidP="006974AE">
      <w:r>
        <w:t>199.0766</w:t>
      </w:r>
      <w:r>
        <w:tab/>
        <w:t>2.025e0</w:t>
      </w:r>
    </w:p>
    <w:p w:rsidR="006974AE" w:rsidRDefault="006974AE" w:rsidP="006974AE">
      <w:r>
        <w:t>199.0932</w:t>
      </w:r>
      <w:r>
        <w:tab/>
        <w:t>2.025e0</w:t>
      </w:r>
    </w:p>
    <w:p w:rsidR="006974AE" w:rsidRDefault="006974AE" w:rsidP="006974AE">
      <w:r>
        <w:t>199.0953</w:t>
      </w:r>
      <w:r>
        <w:tab/>
        <w:t>1.013e0</w:t>
      </w:r>
    </w:p>
    <w:p w:rsidR="006974AE" w:rsidRDefault="006974AE" w:rsidP="006974AE">
      <w:r>
        <w:t>199.0990</w:t>
      </w:r>
      <w:r>
        <w:tab/>
        <w:t>1.013e0</w:t>
      </w:r>
    </w:p>
    <w:p w:rsidR="006974AE" w:rsidRDefault="006974AE" w:rsidP="006974AE">
      <w:r>
        <w:t>199.1212</w:t>
      </w:r>
      <w:r>
        <w:tab/>
        <w:t>1.013e0</w:t>
      </w:r>
    </w:p>
    <w:p w:rsidR="006974AE" w:rsidRDefault="006974AE" w:rsidP="006974AE">
      <w:r>
        <w:t>199.1247</w:t>
      </w:r>
      <w:r>
        <w:tab/>
        <w:t>1.013e0</w:t>
      </w:r>
    </w:p>
    <w:p w:rsidR="006974AE" w:rsidRDefault="006974AE" w:rsidP="006974AE">
      <w:r>
        <w:t>199.1268</w:t>
      </w:r>
      <w:r>
        <w:tab/>
        <w:t>3.038e0</w:t>
      </w:r>
    </w:p>
    <w:p w:rsidR="006974AE" w:rsidRDefault="006974AE" w:rsidP="006974AE">
      <w:r>
        <w:t>199.1284</w:t>
      </w:r>
      <w:r>
        <w:tab/>
        <w:t>1.013e0</w:t>
      </w:r>
    </w:p>
    <w:p w:rsidR="006974AE" w:rsidRDefault="006974AE" w:rsidP="006974AE">
      <w:r>
        <w:lastRenderedPageBreak/>
        <w:t>199.1339</w:t>
      </w:r>
      <w:r>
        <w:tab/>
        <w:t>3.038e0</w:t>
      </w:r>
    </w:p>
    <w:p w:rsidR="006974AE" w:rsidRDefault="006974AE" w:rsidP="006974AE">
      <w:r>
        <w:t>199.1423</w:t>
      </w:r>
      <w:r>
        <w:tab/>
        <w:t>2.025e0</w:t>
      </w:r>
    </w:p>
    <w:p w:rsidR="006974AE" w:rsidRDefault="006974AE" w:rsidP="006974AE">
      <w:r>
        <w:t>199.1506</w:t>
      </w:r>
      <w:r>
        <w:tab/>
        <w:t>3.038e0</w:t>
      </w:r>
    </w:p>
    <w:p w:rsidR="006974AE" w:rsidRDefault="006974AE" w:rsidP="006974AE">
      <w:r>
        <w:t>199.1723</w:t>
      </w:r>
      <w:r>
        <w:tab/>
        <w:t>2.025e0</w:t>
      </w:r>
    </w:p>
    <w:p w:rsidR="006974AE" w:rsidRDefault="006974AE" w:rsidP="006974AE">
      <w:r>
        <w:t>199.1743</w:t>
      </w:r>
      <w:r>
        <w:tab/>
        <w:t>1.013e0</w:t>
      </w:r>
    </w:p>
    <w:p w:rsidR="006974AE" w:rsidRDefault="006974AE" w:rsidP="006974AE">
      <w:r>
        <w:t>199.1784</w:t>
      </w:r>
      <w:r>
        <w:tab/>
        <w:t>1.013e0</w:t>
      </w:r>
    </w:p>
    <w:p w:rsidR="006974AE" w:rsidRDefault="006974AE" w:rsidP="006974AE">
      <w:r>
        <w:t>199.1821</w:t>
      </w:r>
      <w:r>
        <w:tab/>
        <w:t>3.038e0</w:t>
      </w:r>
    </w:p>
    <w:p w:rsidR="006974AE" w:rsidRDefault="006974AE" w:rsidP="006974AE">
      <w:r>
        <w:t>199.1858</w:t>
      </w:r>
      <w:r>
        <w:tab/>
        <w:t>1.013e0</w:t>
      </w:r>
    </w:p>
    <w:p w:rsidR="006974AE" w:rsidRDefault="006974AE" w:rsidP="006974AE">
      <w:r>
        <w:t>199.1891</w:t>
      </w:r>
      <w:r>
        <w:tab/>
        <w:t>2.025e0</w:t>
      </w:r>
    </w:p>
    <w:p w:rsidR="006974AE" w:rsidRDefault="006974AE" w:rsidP="006974AE">
      <w:r>
        <w:t>199.2048</w:t>
      </w:r>
      <w:r>
        <w:tab/>
        <w:t>1.013e0</w:t>
      </w:r>
    </w:p>
    <w:p w:rsidR="006974AE" w:rsidRDefault="006974AE" w:rsidP="006974AE">
      <w:r>
        <w:t>199.2232</w:t>
      </w:r>
      <w:r>
        <w:tab/>
        <w:t>2.025e0</w:t>
      </w:r>
    </w:p>
    <w:p w:rsidR="006974AE" w:rsidRDefault="006974AE" w:rsidP="006974AE">
      <w:r>
        <w:t>199.2345</w:t>
      </w:r>
      <w:r>
        <w:tab/>
        <w:t>1.013e0</w:t>
      </w:r>
    </w:p>
    <w:p w:rsidR="006974AE" w:rsidRDefault="006974AE" w:rsidP="006974AE">
      <w:r>
        <w:t>199.2752</w:t>
      </w:r>
      <w:r>
        <w:tab/>
        <w:t>1.013e0</w:t>
      </w:r>
    </w:p>
    <w:p w:rsidR="006974AE" w:rsidRDefault="006974AE" w:rsidP="006974AE">
      <w:r>
        <w:t>199.2791</w:t>
      </w:r>
      <w:r>
        <w:tab/>
        <w:t>1.013e0</w:t>
      </w:r>
    </w:p>
    <w:p w:rsidR="006974AE" w:rsidRDefault="006974AE" w:rsidP="006974AE">
      <w:r>
        <w:t>199.2807</w:t>
      </w:r>
      <w:r>
        <w:tab/>
        <w:t>2.025e0</w:t>
      </w:r>
    </w:p>
    <w:p w:rsidR="006974AE" w:rsidRDefault="006974AE" w:rsidP="006974AE">
      <w:r>
        <w:t>199.2826</w:t>
      </w:r>
      <w:r>
        <w:tab/>
        <w:t>1.013e0</w:t>
      </w:r>
    </w:p>
    <w:p w:rsidR="006974AE" w:rsidRDefault="006974AE" w:rsidP="006974AE">
      <w:r>
        <w:t>199.3051</w:t>
      </w:r>
      <w:r>
        <w:tab/>
        <w:t>1.013e0</w:t>
      </w:r>
    </w:p>
    <w:p w:rsidR="006974AE" w:rsidRDefault="006974AE" w:rsidP="006974AE">
      <w:r>
        <w:t>199.3429</w:t>
      </w:r>
      <w:r>
        <w:tab/>
        <w:t>2.025e0</w:t>
      </w:r>
    </w:p>
    <w:p w:rsidR="006974AE" w:rsidRDefault="006974AE" w:rsidP="006974AE">
      <w:r>
        <w:t>199.3488</w:t>
      </w:r>
      <w:r>
        <w:tab/>
        <w:t>2.025e0</w:t>
      </w:r>
    </w:p>
    <w:p w:rsidR="006974AE" w:rsidRDefault="006974AE" w:rsidP="006974AE">
      <w:r>
        <w:lastRenderedPageBreak/>
        <w:t>199.3737</w:t>
      </w:r>
      <w:r>
        <w:tab/>
        <w:t>1.013e0</w:t>
      </w:r>
    </w:p>
    <w:p w:rsidR="006974AE" w:rsidRDefault="006974AE" w:rsidP="006974AE">
      <w:r>
        <w:t>199.4220</w:t>
      </w:r>
      <w:r>
        <w:tab/>
        <w:t>3.038e0</w:t>
      </w:r>
    </w:p>
    <w:p w:rsidR="006974AE" w:rsidRDefault="006974AE" w:rsidP="006974AE">
      <w:r>
        <w:t>199.4367</w:t>
      </w:r>
      <w:r>
        <w:tab/>
        <w:t>2.025e0</w:t>
      </w:r>
    </w:p>
    <w:p w:rsidR="006974AE" w:rsidRDefault="006974AE" w:rsidP="006974AE">
      <w:r>
        <w:t>199.4407</w:t>
      </w:r>
      <w:r>
        <w:tab/>
        <w:t>1.013e0</w:t>
      </w:r>
    </w:p>
    <w:p w:rsidR="006974AE" w:rsidRDefault="006974AE" w:rsidP="006974AE">
      <w:r>
        <w:t>199.4518</w:t>
      </w:r>
      <w:r>
        <w:tab/>
        <w:t>1.013e0</w:t>
      </w:r>
    </w:p>
    <w:p w:rsidR="006974AE" w:rsidRDefault="006974AE" w:rsidP="006974AE">
      <w:r>
        <w:t>199.4961</w:t>
      </w:r>
      <w:r>
        <w:tab/>
        <w:t>1.013e0</w:t>
      </w:r>
    </w:p>
    <w:p w:rsidR="006974AE" w:rsidRDefault="006974AE" w:rsidP="006974AE">
      <w:r>
        <w:t>199.5078</w:t>
      </w:r>
      <w:r>
        <w:tab/>
        <w:t>1.013e0</w:t>
      </w:r>
    </w:p>
    <w:p w:rsidR="006974AE" w:rsidRDefault="006974AE" w:rsidP="006974AE">
      <w:r>
        <w:t>199.5230</w:t>
      </w:r>
      <w:r>
        <w:tab/>
        <w:t>2.025e0</w:t>
      </w:r>
    </w:p>
    <w:p w:rsidR="006974AE" w:rsidRDefault="006974AE" w:rsidP="006974AE">
      <w:r>
        <w:t>199.5347</w:t>
      </w:r>
      <w:r>
        <w:tab/>
        <w:t>1.013e0</w:t>
      </w:r>
    </w:p>
    <w:p w:rsidR="006974AE" w:rsidRDefault="006974AE" w:rsidP="006974AE">
      <w:r>
        <w:t>199.5385</w:t>
      </w:r>
      <w:r>
        <w:tab/>
        <w:t>1.013e0</w:t>
      </w:r>
    </w:p>
    <w:p w:rsidR="006974AE" w:rsidRDefault="006974AE" w:rsidP="006974AE">
      <w:r>
        <w:t>199.5495</w:t>
      </w:r>
      <w:r>
        <w:tab/>
        <w:t>3.038e0</w:t>
      </w:r>
    </w:p>
    <w:p w:rsidR="006974AE" w:rsidRDefault="006974AE" w:rsidP="006974AE">
      <w:r>
        <w:t>199.5591</w:t>
      </w:r>
      <w:r>
        <w:tab/>
        <w:t>2.025e0</w:t>
      </w:r>
    </w:p>
    <w:p w:rsidR="006974AE" w:rsidRDefault="006974AE" w:rsidP="006974AE">
      <w:r>
        <w:t>199.5612</w:t>
      </w:r>
      <w:r>
        <w:tab/>
        <w:t>1.013e0</w:t>
      </w:r>
    </w:p>
    <w:p w:rsidR="006974AE" w:rsidRDefault="006974AE" w:rsidP="006974AE">
      <w:r>
        <w:t>199.5725</w:t>
      </w:r>
      <w:r>
        <w:tab/>
        <w:t>1.013e0</w:t>
      </w:r>
    </w:p>
    <w:p w:rsidR="006974AE" w:rsidRDefault="006974AE" w:rsidP="006974AE">
      <w:r>
        <w:t>199.5762</w:t>
      </w:r>
      <w:r>
        <w:tab/>
        <w:t>1.013e0</w:t>
      </w:r>
    </w:p>
    <w:p w:rsidR="006974AE" w:rsidRDefault="006974AE" w:rsidP="006974AE">
      <w:r>
        <w:t>199.5853</w:t>
      </w:r>
      <w:r>
        <w:tab/>
        <w:t>2.025e0</w:t>
      </w:r>
    </w:p>
    <w:p w:rsidR="006974AE" w:rsidRDefault="006974AE" w:rsidP="006974AE">
      <w:r>
        <w:t>199.6358</w:t>
      </w:r>
      <w:r>
        <w:tab/>
        <w:t>2.025e0</w:t>
      </w:r>
    </w:p>
    <w:p w:rsidR="006974AE" w:rsidRDefault="006974AE" w:rsidP="006974AE">
      <w:r>
        <w:t>199.6393</w:t>
      </w:r>
      <w:r>
        <w:tab/>
        <w:t>1.013e0</w:t>
      </w:r>
    </w:p>
    <w:p w:rsidR="006974AE" w:rsidRDefault="006974AE" w:rsidP="006974AE">
      <w:r>
        <w:t>199.6430</w:t>
      </w:r>
      <w:r>
        <w:tab/>
        <w:t>1.013e0</w:t>
      </w:r>
    </w:p>
    <w:p w:rsidR="006974AE" w:rsidRDefault="006974AE" w:rsidP="006974AE">
      <w:r>
        <w:lastRenderedPageBreak/>
        <w:t>199.6467</w:t>
      </w:r>
      <w:r>
        <w:tab/>
        <w:t>1.013e0</w:t>
      </w:r>
    </w:p>
    <w:p w:rsidR="006974AE" w:rsidRDefault="006974AE" w:rsidP="006974AE">
      <w:r>
        <w:t>199.6544</w:t>
      </w:r>
      <w:r>
        <w:tab/>
        <w:t>2.025e0</w:t>
      </w:r>
    </w:p>
    <w:p w:rsidR="006974AE" w:rsidRDefault="006974AE" w:rsidP="006974AE">
      <w:r>
        <w:t>199.6615</w:t>
      </w:r>
      <w:r>
        <w:tab/>
        <w:t>1.013e0</w:t>
      </w:r>
    </w:p>
    <w:p w:rsidR="006974AE" w:rsidRDefault="006974AE" w:rsidP="006974AE">
      <w:r>
        <w:t>199.6726</w:t>
      </w:r>
      <w:r>
        <w:tab/>
        <w:t>1.013e0</w:t>
      </w:r>
    </w:p>
    <w:p w:rsidR="006974AE" w:rsidRDefault="006974AE" w:rsidP="006974AE">
      <w:r>
        <w:t>199.6785</w:t>
      </w:r>
      <w:r>
        <w:tab/>
        <w:t>2.025e0</w:t>
      </w:r>
    </w:p>
    <w:p w:rsidR="006974AE" w:rsidRDefault="006974AE" w:rsidP="006974AE">
      <w:r>
        <w:t>199.6996</w:t>
      </w:r>
      <w:r>
        <w:tab/>
        <w:t>3.038e0</w:t>
      </w:r>
    </w:p>
    <w:p w:rsidR="006974AE" w:rsidRDefault="006974AE" w:rsidP="006974AE">
      <w:r>
        <w:t>199.7032</w:t>
      </w:r>
      <w:r>
        <w:tab/>
        <w:t>1.013e0</w:t>
      </w:r>
    </w:p>
    <w:p w:rsidR="006974AE" w:rsidRDefault="006974AE" w:rsidP="006974AE">
      <w:r>
        <w:t>199.7108</w:t>
      </w:r>
      <w:r>
        <w:tab/>
        <w:t>1.013e0</w:t>
      </w:r>
    </w:p>
    <w:p w:rsidR="006974AE" w:rsidRDefault="006974AE" w:rsidP="006974AE">
      <w:r>
        <w:t>199.7188</w:t>
      </w:r>
      <w:r>
        <w:tab/>
        <w:t>1.013e0</w:t>
      </w:r>
    </w:p>
    <w:p w:rsidR="006974AE" w:rsidRDefault="006974AE" w:rsidP="006974AE">
      <w:r>
        <w:t>199.7262</w:t>
      </w:r>
      <w:r>
        <w:tab/>
        <w:t>1.013e0</w:t>
      </w:r>
    </w:p>
    <w:p w:rsidR="006974AE" w:rsidRDefault="006974AE" w:rsidP="006974AE">
      <w:r>
        <w:t>199.7300</w:t>
      </w:r>
      <w:r>
        <w:tab/>
        <w:t>1.013e0</w:t>
      </w:r>
    </w:p>
    <w:p w:rsidR="006974AE" w:rsidRDefault="006974AE" w:rsidP="006974AE">
      <w:r>
        <w:t>199.7379</w:t>
      </w:r>
      <w:r>
        <w:tab/>
        <w:t>1.013e0</w:t>
      </w:r>
    </w:p>
    <w:p w:rsidR="006974AE" w:rsidRDefault="006974AE" w:rsidP="006974AE">
      <w:r>
        <w:t>199.7636</w:t>
      </w:r>
      <w:r>
        <w:tab/>
        <w:t>1.013e0</w:t>
      </w:r>
    </w:p>
    <w:p w:rsidR="006974AE" w:rsidRDefault="006974AE" w:rsidP="006974AE">
      <w:r>
        <w:t>199.7655</w:t>
      </w:r>
      <w:r>
        <w:tab/>
        <w:t>2.025e0</w:t>
      </w:r>
    </w:p>
    <w:p w:rsidR="006974AE" w:rsidRDefault="006974AE" w:rsidP="006974AE">
      <w:r>
        <w:t>199.7937</w:t>
      </w:r>
      <w:r>
        <w:tab/>
        <w:t>1.013e0</w:t>
      </w:r>
    </w:p>
    <w:p w:rsidR="006974AE" w:rsidRDefault="006974AE" w:rsidP="006974AE">
      <w:r>
        <w:t>199.7993</w:t>
      </w:r>
      <w:r>
        <w:tab/>
        <w:t>2.025e0</w:t>
      </w:r>
    </w:p>
    <w:p w:rsidR="006974AE" w:rsidRDefault="006974AE" w:rsidP="006974AE">
      <w:r>
        <w:t>199.8046</w:t>
      </w:r>
      <w:r>
        <w:tab/>
        <w:t>1.013e0</w:t>
      </w:r>
    </w:p>
    <w:p w:rsidR="006974AE" w:rsidRDefault="006974AE" w:rsidP="006974AE">
      <w:r>
        <w:t>199.8307</w:t>
      </w:r>
      <w:r>
        <w:tab/>
        <w:t>1.013e0</w:t>
      </w:r>
    </w:p>
    <w:p w:rsidR="006974AE" w:rsidRDefault="006974AE" w:rsidP="006974AE">
      <w:r>
        <w:t>199.8530</w:t>
      </w:r>
      <w:r>
        <w:tab/>
        <w:t>2.025e0</w:t>
      </w:r>
    </w:p>
    <w:p w:rsidR="006974AE" w:rsidRDefault="006974AE" w:rsidP="006974AE">
      <w:r>
        <w:lastRenderedPageBreak/>
        <w:t>199.8643</w:t>
      </w:r>
      <w:r>
        <w:tab/>
        <w:t>1.013e0</w:t>
      </w:r>
    </w:p>
    <w:p w:rsidR="006974AE" w:rsidRDefault="006974AE" w:rsidP="006974AE">
      <w:r>
        <w:t>199.8838</w:t>
      </w:r>
      <w:r>
        <w:tab/>
        <w:t>1.013e0</w:t>
      </w:r>
    </w:p>
    <w:p w:rsidR="006974AE" w:rsidRDefault="006974AE" w:rsidP="006974AE">
      <w:r>
        <w:t>199.8891</w:t>
      </w:r>
      <w:r>
        <w:tab/>
        <w:t>2.025e0</w:t>
      </w:r>
    </w:p>
    <w:p w:rsidR="006974AE" w:rsidRDefault="006974AE" w:rsidP="006974AE">
      <w:r>
        <w:t>199.8971</w:t>
      </w:r>
      <w:r>
        <w:tab/>
        <w:t>2.025e0</w:t>
      </w:r>
    </w:p>
    <w:p w:rsidR="006974AE" w:rsidRDefault="006974AE" w:rsidP="006974AE">
      <w:r>
        <w:t>199.9030</w:t>
      </w:r>
      <w:r>
        <w:tab/>
        <w:t>1.013e0</w:t>
      </w:r>
    </w:p>
    <w:p w:rsidR="006974AE" w:rsidRDefault="006974AE" w:rsidP="006974AE">
      <w:r>
        <w:t>199.9143</w:t>
      </w:r>
      <w:r>
        <w:tab/>
        <w:t>1.013e0</w:t>
      </w:r>
    </w:p>
    <w:p w:rsidR="006974AE" w:rsidRDefault="006974AE" w:rsidP="006974AE">
      <w:r>
        <w:t>199.9857</w:t>
      </w:r>
      <w:r>
        <w:tab/>
        <w:t>5.063e0</w:t>
      </w:r>
    </w:p>
    <w:p w:rsidR="006974AE" w:rsidRDefault="006974AE" w:rsidP="006974AE">
      <w:r>
        <w:t>199.9884</w:t>
      </w:r>
      <w:r>
        <w:tab/>
        <w:t>7.089e0</w:t>
      </w:r>
    </w:p>
    <w:p w:rsidR="006974AE" w:rsidRDefault="006974AE" w:rsidP="006974AE">
      <w:r>
        <w:t>199.9897</w:t>
      </w:r>
      <w:r>
        <w:tab/>
        <w:t>2.991e1</w:t>
      </w:r>
    </w:p>
    <w:p w:rsidR="006974AE" w:rsidRDefault="006974AE" w:rsidP="006974AE">
      <w:r>
        <w:t>199.9925</w:t>
      </w:r>
      <w:r>
        <w:tab/>
        <w:t>3.139e1</w:t>
      </w:r>
    </w:p>
    <w:p w:rsidR="006974AE" w:rsidRDefault="006974AE" w:rsidP="006974AE">
      <w:r>
        <w:t>200.0186</w:t>
      </w:r>
      <w:r>
        <w:tab/>
        <w:t>1.013e0</w:t>
      </w:r>
    </w:p>
    <w:p w:rsidR="006974AE" w:rsidRDefault="006974AE" w:rsidP="006974AE">
      <w:r>
        <w:t>200.0297</w:t>
      </w:r>
      <w:r>
        <w:tab/>
        <w:t>2.254e0</w:t>
      </w:r>
    </w:p>
    <w:p w:rsidR="006974AE" w:rsidRDefault="006974AE" w:rsidP="006974AE">
      <w:r>
        <w:t>200.0336</w:t>
      </w:r>
      <w:r>
        <w:tab/>
        <w:t>5.063e0</w:t>
      </w:r>
    </w:p>
    <w:p w:rsidR="006974AE" w:rsidRDefault="006974AE" w:rsidP="006974AE">
      <w:r>
        <w:t>200.0358</w:t>
      </w:r>
      <w:r>
        <w:tab/>
        <w:t>4.051e0</w:t>
      </w:r>
    </w:p>
    <w:p w:rsidR="006974AE" w:rsidRDefault="006974AE" w:rsidP="006974AE">
      <w:r>
        <w:t>200.0374</w:t>
      </w:r>
      <w:r>
        <w:tab/>
        <w:t>1.013e0</w:t>
      </w:r>
    </w:p>
    <w:p w:rsidR="006974AE" w:rsidRDefault="006974AE" w:rsidP="006974AE">
      <w:r>
        <w:t>200.0413</w:t>
      </w:r>
      <w:r>
        <w:tab/>
        <w:t>8.101e0</w:t>
      </w:r>
    </w:p>
    <w:p w:rsidR="006974AE" w:rsidRDefault="006974AE" w:rsidP="006974AE">
      <w:r>
        <w:t>200.0453</w:t>
      </w:r>
      <w:r>
        <w:tab/>
        <w:t>2.025e0</w:t>
      </w:r>
    </w:p>
    <w:p w:rsidR="006974AE" w:rsidRDefault="006974AE" w:rsidP="006974AE">
      <w:r>
        <w:t>200.0494</w:t>
      </w:r>
      <w:r>
        <w:tab/>
        <w:t>2.025e0</w:t>
      </w:r>
    </w:p>
    <w:p w:rsidR="006974AE" w:rsidRDefault="006974AE" w:rsidP="006974AE">
      <w:r>
        <w:t>200.0602</w:t>
      </w:r>
      <w:r>
        <w:tab/>
        <w:t>2.025e0</w:t>
      </w:r>
    </w:p>
    <w:p w:rsidR="006974AE" w:rsidRDefault="006974AE" w:rsidP="006974AE">
      <w:r>
        <w:lastRenderedPageBreak/>
        <w:t>200.0679</w:t>
      </w:r>
      <w:r>
        <w:tab/>
        <w:t>1.013e0</w:t>
      </w:r>
    </w:p>
    <w:p w:rsidR="006974AE" w:rsidRDefault="006974AE" w:rsidP="006974AE">
      <w:r>
        <w:t>200.0871</w:t>
      </w:r>
      <w:r>
        <w:tab/>
        <w:t>1.013e0</w:t>
      </w:r>
    </w:p>
    <w:p w:rsidR="006974AE" w:rsidRDefault="006974AE" w:rsidP="006974AE">
      <w:r>
        <w:t>200.0912</w:t>
      </w:r>
      <w:r>
        <w:tab/>
        <w:t>1.013e0</w:t>
      </w:r>
    </w:p>
    <w:p w:rsidR="006974AE" w:rsidRDefault="006974AE" w:rsidP="006974AE">
      <w:r>
        <w:t>200.1060</w:t>
      </w:r>
      <w:r>
        <w:tab/>
        <w:t>1.013e0</w:t>
      </w:r>
    </w:p>
    <w:p w:rsidR="006974AE" w:rsidRDefault="006974AE" w:rsidP="006974AE">
      <w:r>
        <w:t>200.1243</w:t>
      </w:r>
      <w:r>
        <w:tab/>
        <w:t>1.013e0</w:t>
      </w:r>
    </w:p>
    <w:p w:rsidR="006974AE" w:rsidRDefault="006974AE" w:rsidP="006974AE">
      <w:r>
        <w:t>200.1283</w:t>
      </w:r>
      <w:r>
        <w:tab/>
        <w:t>1.013e0</w:t>
      </w:r>
    </w:p>
    <w:p w:rsidR="006974AE" w:rsidRDefault="006974AE" w:rsidP="006974AE">
      <w:r>
        <w:t>200.1355</w:t>
      </w:r>
      <w:r>
        <w:tab/>
        <w:t>1.013e0</w:t>
      </w:r>
    </w:p>
    <w:p w:rsidR="006974AE" w:rsidRDefault="006974AE" w:rsidP="006974AE">
      <w:r>
        <w:t>200.1467</w:t>
      </w:r>
      <w:r>
        <w:tab/>
        <w:t>3.038e0</w:t>
      </w:r>
    </w:p>
    <w:p w:rsidR="006974AE" w:rsidRDefault="006974AE" w:rsidP="006974AE">
      <w:r>
        <w:t>200.1580</w:t>
      </w:r>
      <w:r>
        <w:tab/>
        <w:t>3.559e0</w:t>
      </w:r>
    </w:p>
    <w:p w:rsidR="006974AE" w:rsidRDefault="006974AE" w:rsidP="006974AE">
      <w:r>
        <w:t>200.1656</w:t>
      </w:r>
      <w:r>
        <w:tab/>
        <w:t>1.013e0</w:t>
      </w:r>
    </w:p>
    <w:p w:rsidR="006974AE" w:rsidRDefault="006974AE" w:rsidP="006974AE">
      <w:r>
        <w:t>200.1727</w:t>
      </w:r>
      <w:r>
        <w:tab/>
        <w:t>1.013e0</w:t>
      </w:r>
    </w:p>
    <w:p w:rsidR="006974AE" w:rsidRDefault="006974AE" w:rsidP="006974AE">
      <w:r>
        <w:t>200.1748</w:t>
      </w:r>
      <w:r>
        <w:tab/>
        <w:t>2.025e0</w:t>
      </w:r>
    </w:p>
    <w:p w:rsidR="006974AE" w:rsidRDefault="006974AE" w:rsidP="006974AE">
      <w:r>
        <w:t>200.1767</w:t>
      </w:r>
      <w:r>
        <w:tab/>
        <w:t>1.013e0</w:t>
      </w:r>
    </w:p>
    <w:p w:rsidR="006974AE" w:rsidRDefault="006974AE" w:rsidP="006974AE">
      <w:r>
        <w:t>200.1993</w:t>
      </w:r>
      <w:r>
        <w:tab/>
        <w:t>4.051e0</w:t>
      </w:r>
    </w:p>
    <w:p w:rsidR="006974AE" w:rsidRDefault="006974AE" w:rsidP="006974AE">
      <w:r>
        <w:t>200.2008</w:t>
      </w:r>
      <w:r>
        <w:tab/>
        <w:t>2.025e0</w:t>
      </w:r>
    </w:p>
    <w:p w:rsidR="006974AE" w:rsidRDefault="006974AE" w:rsidP="006974AE">
      <w:r>
        <w:t>200.2024</w:t>
      </w:r>
      <w:r>
        <w:tab/>
        <w:t>2.025e0</w:t>
      </w:r>
    </w:p>
    <w:p w:rsidR="006974AE" w:rsidRDefault="006974AE" w:rsidP="006974AE">
      <w:r>
        <w:t>200.2068</w:t>
      </w:r>
      <w:r>
        <w:tab/>
        <w:t>2.025e0</w:t>
      </w:r>
    </w:p>
    <w:p w:rsidR="006974AE" w:rsidRDefault="006974AE" w:rsidP="006974AE">
      <w:r>
        <w:t>200.2411</w:t>
      </w:r>
      <w:r>
        <w:tab/>
        <w:t>1.013e0</w:t>
      </w:r>
    </w:p>
    <w:p w:rsidR="006974AE" w:rsidRDefault="006974AE" w:rsidP="006974AE">
      <w:r>
        <w:t>200.2863</w:t>
      </w:r>
      <w:r>
        <w:tab/>
        <w:t>1.013e0</w:t>
      </w:r>
    </w:p>
    <w:p w:rsidR="006974AE" w:rsidRDefault="006974AE" w:rsidP="006974AE">
      <w:r>
        <w:lastRenderedPageBreak/>
        <w:t>200.2938</w:t>
      </w:r>
      <w:r>
        <w:tab/>
        <w:t>1.013e0</w:t>
      </w:r>
    </w:p>
    <w:p w:rsidR="006974AE" w:rsidRDefault="006974AE" w:rsidP="006974AE">
      <w:r>
        <w:t>200.3010</w:t>
      </w:r>
      <w:r>
        <w:tab/>
        <w:t>1.013e0</w:t>
      </w:r>
    </w:p>
    <w:p w:rsidR="006974AE" w:rsidRDefault="006974AE" w:rsidP="006974AE">
      <w:r>
        <w:t>200.3050</w:t>
      </w:r>
      <w:r>
        <w:tab/>
        <w:t>1.013e0</w:t>
      </w:r>
    </w:p>
    <w:p w:rsidR="006974AE" w:rsidRDefault="006974AE" w:rsidP="006974AE">
      <w:r>
        <w:t>200.3423</w:t>
      </w:r>
      <w:r>
        <w:tab/>
        <w:t>1.013e0</w:t>
      </w:r>
    </w:p>
    <w:p w:rsidR="006974AE" w:rsidRDefault="006974AE" w:rsidP="006974AE">
      <w:r>
        <w:t>200.3717</w:t>
      </w:r>
      <w:r>
        <w:tab/>
        <w:t>1.013e0</w:t>
      </w:r>
    </w:p>
    <w:p w:rsidR="006974AE" w:rsidRDefault="006974AE" w:rsidP="006974AE">
      <w:r>
        <w:t>200.3912</w:t>
      </w:r>
      <w:r>
        <w:tab/>
        <w:t>2.025e0</w:t>
      </w:r>
    </w:p>
    <w:p w:rsidR="006974AE" w:rsidRDefault="006974AE" w:rsidP="006974AE">
      <w:r>
        <w:t>200.4102</w:t>
      </w:r>
      <w:r>
        <w:tab/>
        <w:t>1.013e0</w:t>
      </w:r>
    </w:p>
    <w:p w:rsidR="006974AE" w:rsidRDefault="006974AE" w:rsidP="006974AE">
      <w:r>
        <w:t>200.4219</w:t>
      </w:r>
      <w:r>
        <w:tab/>
        <w:t>1.013e0</w:t>
      </w:r>
    </w:p>
    <w:p w:rsidR="006974AE" w:rsidRDefault="006974AE" w:rsidP="006974AE">
      <w:r>
        <w:t>200.4370</w:t>
      </w:r>
      <w:r>
        <w:tab/>
        <w:t>2.025e0</w:t>
      </w:r>
    </w:p>
    <w:p w:rsidR="006974AE" w:rsidRDefault="006974AE" w:rsidP="006974AE">
      <w:r>
        <w:t>200.4387</w:t>
      </w:r>
      <w:r>
        <w:tab/>
        <w:t>2.025e0</w:t>
      </w:r>
    </w:p>
    <w:p w:rsidR="006974AE" w:rsidRDefault="006974AE" w:rsidP="006974AE">
      <w:r>
        <w:t>200.4407</w:t>
      </w:r>
      <w:r>
        <w:tab/>
        <w:t>2.025e0</w:t>
      </w:r>
    </w:p>
    <w:p w:rsidR="006974AE" w:rsidRDefault="006974AE" w:rsidP="006974AE">
      <w:r>
        <w:t>200.4554</w:t>
      </w:r>
      <w:r>
        <w:tab/>
        <w:t>1.013e0</w:t>
      </w:r>
    </w:p>
    <w:p w:rsidR="006974AE" w:rsidRDefault="006974AE" w:rsidP="006974AE">
      <w:r>
        <w:t>200.4666</w:t>
      </w:r>
      <w:r>
        <w:tab/>
        <w:t>1.013e0</w:t>
      </w:r>
    </w:p>
    <w:p w:rsidR="006974AE" w:rsidRDefault="006974AE" w:rsidP="006974AE">
      <w:r>
        <w:t>200.4852</w:t>
      </w:r>
      <w:r>
        <w:tab/>
        <w:t>1.013e0</w:t>
      </w:r>
    </w:p>
    <w:p w:rsidR="006974AE" w:rsidRDefault="006974AE" w:rsidP="006974AE">
      <w:r>
        <w:t>200.4929</w:t>
      </w:r>
      <w:r>
        <w:tab/>
        <w:t>1.013e0</w:t>
      </w:r>
    </w:p>
    <w:p w:rsidR="006974AE" w:rsidRDefault="006974AE" w:rsidP="006974AE">
      <w:r>
        <w:t>200.5116</w:t>
      </w:r>
      <w:r>
        <w:tab/>
        <w:t>1.013e0</w:t>
      </w:r>
    </w:p>
    <w:p w:rsidR="006974AE" w:rsidRDefault="006974AE" w:rsidP="006974AE">
      <w:r>
        <w:t>200.5190</w:t>
      </w:r>
      <w:r>
        <w:tab/>
        <w:t>2.025e0</w:t>
      </w:r>
    </w:p>
    <w:p w:rsidR="006974AE" w:rsidRDefault="006974AE" w:rsidP="006974AE">
      <w:r>
        <w:t>200.5227</w:t>
      </w:r>
      <w:r>
        <w:tab/>
        <w:t>1.013e0</w:t>
      </w:r>
    </w:p>
    <w:p w:rsidR="006974AE" w:rsidRDefault="006974AE" w:rsidP="006974AE">
      <w:r>
        <w:t>200.5431</w:t>
      </w:r>
      <w:r>
        <w:tab/>
        <w:t>4.051e0</w:t>
      </w:r>
    </w:p>
    <w:p w:rsidR="006974AE" w:rsidRDefault="006974AE" w:rsidP="006974AE">
      <w:r>
        <w:lastRenderedPageBreak/>
        <w:t>200.5603</w:t>
      </w:r>
      <w:r>
        <w:tab/>
        <w:t>3.038e0</w:t>
      </w:r>
    </w:p>
    <w:p w:rsidR="006974AE" w:rsidRDefault="006974AE" w:rsidP="006974AE">
      <w:r>
        <w:t>200.5644</w:t>
      </w:r>
      <w:r>
        <w:tab/>
        <w:t>1.013e0</w:t>
      </w:r>
    </w:p>
    <w:p w:rsidR="006974AE" w:rsidRDefault="006974AE" w:rsidP="006974AE">
      <w:r>
        <w:t>200.5720</w:t>
      </w:r>
      <w:r>
        <w:tab/>
        <w:t>2.025e0</w:t>
      </w:r>
    </w:p>
    <w:p w:rsidR="006974AE" w:rsidRDefault="006974AE" w:rsidP="006974AE">
      <w:r>
        <w:t>200.5872</w:t>
      </w:r>
      <w:r>
        <w:tab/>
        <w:t>1.013e0</w:t>
      </w:r>
    </w:p>
    <w:p w:rsidR="006974AE" w:rsidRDefault="006974AE" w:rsidP="006974AE">
      <w:r>
        <w:t>200.6064</w:t>
      </w:r>
      <w:r>
        <w:tab/>
        <w:t>1.013e0</w:t>
      </w:r>
    </w:p>
    <w:p w:rsidR="006974AE" w:rsidRDefault="006974AE" w:rsidP="006974AE">
      <w:r>
        <w:t>200.6455</w:t>
      </w:r>
      <w:r>
        <w:tab/>
        <w:t>2.025e0</w:t>
      </w:r>
    </w:p>
    <w:p w:rsidR="006974AE" w:rsidRDefault="006974AE" w:rsidP="006974AE">
      <w:r>
        <w:t>200.6508</w:t>
      </w:r>
      <w:r>
        <w:tab/>
        <w:t>1.013e0</w:t>
      </w:r>
    </w:p>
    <w:p w:rsidR="006974AE" w:rsidRDefault="006974AE" w:rsidP="006974AE">
      <w:r>
        <w:t>200.6679</w:t>
      </w:r>
      <w:r>
        <w:tab/>
        <w:t>2.025e0</w:t>
      </w:r>
    </w:p>
    <w:p w:rsidR="006974AE" w:rsidRDefault="006974AE" w:rsidP="006974AE">
      <w:r>
        <w:t>200.6809</w:t>
      </w:r>
      <w:r>
        <w:tab/>
        <w:t>1.013e0</w:t>
      </w:r>
    </w:p>
    <w:p w:rsidR="006974AE" w:rsidRDefault="006974AE" w:rsidP="006974AE">
      <w:r>
        <w:t>200.6920</w:t>
      </w:r>
      <w:r>
        <w:tab/>
        <w:t>2.025e0</w:t>
      </w:r>
    </w:p>
    <w:p w:rsidR="006974AE" w:rsidRDefault="006974AE" w:rsidP="006974AE">
      <w:r>
        <w:t>200.6995</w:t>
      </w:r>
      <w:r>
        <w:tab/>
        <w:t>1.013e0</w:t>
      </w:r>
    </w:p>
    <w:p w:rsidR="006974AE" w:rsidRDefault="006974AE" w:rsidP="006974AE">
      <w:r>
        <w:t>200.7143</w:t>
      </w:r>
      <w:r>
        <w:tab/>
        <w:t>1.013e0</w:t>
      </w:r>
    </w:p>
    <w:p w:rsidR="006974AE" w:rsidRDefault="006974AE" w:rsidP="006974AE">
      <w:r>
        <w:t>200.7225</w:t>
      </w:r>
      <w:r>
        <w:tab/>
        <w:t>2.025e0</w:t>
      </w:r>
    </w:p>
    <w:p w:rsidR="006974AE" w:rsidRDefault="006974AE" w:rsidP="006974AE">
      <w:r>
        <w:t>200.7337</w:t>
      </w:r>
      <w:r>
        <w:tab/>
        <w:t>2.025e0</w:t>
      </w:r>
    </w:p>
    <w:p w:rsidR="006974AE" w:rsidRDefault="006974AE" w:rsidP="006974AE">
      <w:r>
        <w:t>200.7416</w:t>
      </w:r>
      <w:r>
        <w:tab/>
        <w:t>1.013e0</w:t>
      </w:r>
    </w:p>
    <w:p w:rsidR="006974AE" w:rsidRDefault="006974AE" w:rsidP="006974AE">
      <w:r>
        <w:t>200.7493</w:t>
      </w:r>
      <w:r>
        <w:tab/>
        <w:t>1.013e0</w:t>
      </w:r>
    </w:p>
    <w:p w:rsidR="006974AE" w:rsidRDefault="006974AE" w:rsidP="006974AE">
      <w:r>
        <w:t>200.7718</w:t>
      </w:r>
      <w:r>
        <w:tab/>
        <w:t>1.013e0</w:t>
      </w:r>
    </w:p>
    <w:p w:rsidR="006974AE" w:rsidRDefault="006974AE" w:rsidP="006974AE">
      <w:r>
        <w:t>200.7869</w:t>
      </w:r>
      <w:r>
        <w:tab/>
        <w:t>1.013e0</w:t>
      </w:r>
    </w:p>
    <w:p w:rsidR="006974AE" w:rsidRDefault="006974AE" w:rsidP="006974AE">
      <w:r>
        <w:t>200.7978</w:t>
      </w:r>
      <w:r>
        <w:tab/>
        <w:t>2.025e0</w:t>
      </w:r>
    </w:p>
    <w:p w:rsidR="006974AE" w:rsidRDefault="006974AE" w:rsidP="006974AE">
      <w:r>
        <w:lastRenderedPageBreak/>
        <w:t>200.8055</w:t>
      </w:r>
      <w:r>
        <w:tab/>
        <w:t>1.013e0</w:t>
      </w:r>
    </w:p>
    <w:p w:rsidR="006974AE" w:rsidRDefault="006974AE" w:rsidP="006974AE">
      <w:r>
        <w:t>200.8093</w:t>
      </w:r>
      <w:r>
        <w:tab/>
        <w:t>2.025e0</w:t>
      </w:r>
    </w:p>
    <w:p w:rsidR="006974AE" w:rsidRDefault="006974AE" w:rsidP="006974AE">
      <w:r>
        <w:t>200.8165</w:t>
      </w:r>
      <w:r>
        <w:tab/>
        <w:t>1.013e0</w:t>
      </w:r>
    </w:p>
    <w:p w:rsidR="006974AE" w:rsidRDefault="006974AE" w:rsidP="006974AE">
      <w:r>
        <w:t>200.8202</w:t>
      </w:r>
      <w:r>
        <w:tab/>
        <w:t>1.013e0</w:t>
      </w:r>
    </w:p>
    <w:p w:rsidR="006974AE" w:rsidRDefault="006974AE" w:rsidP="006974AE">
      <w:r>
        <w:t>200.8614</w:t>
      </w:r>
      <w:r>
        <w:tab/>
        <w:t>1.013e0</w:t>
      </w:r>
    </w:p>
    <w:p w:rsidR="006974AE" w:rsidRDefault="006974AE" w:rsidP="006974AE">
      <w:r>
        <w:t>200.8689</w:t>
      </w:r>
      <w:r>
        <w:tab/>
        <w:t>2.025e0</w:t>
      </w:r>
    </w:p>
    <w:p w:rsidR="006974AE" w:rsidRDefault="006974AE" w:rsidP="006974AE">
      <w:r>
        <w:t>200.8878</w:t>
      </w:r>
      <w:r>
        <w:tab/>
        <w:t>1.013e0</w:t>
      </w:r>
    </w:p>
    <w:p w:rsidR="006974AE" w:rsidRDefault="006974AE" w:rsidP="006974AE">
      <w:r>
        <w:t>200.8958</w:t>
      </w:r>
      <w:r>
        <w:tab/>
        <w:t>2.025e0</w:t>
      </w:r>
    </w:p>
    <w:p w:rsidR="006974AE" w:rsidRDefault="006974AE" w:rsidP="006974AE">
      <w:r>
        <w:t>200.9378</w:t>
      </w:r>
      <w:r>
        <w:tab/>
        <w:t>2.025e0</w:t>
      </w:r>
    </w:p>
    <w:p w:rsidR="006974AE" w:rsidRDefault="006974AE" w:rsidP="006974AE">
      <w:r>
        <w:t>200.9524</w:t>
      </w:r>
      <w:r>
        <w:tab/>
        <w:t>2.025e0</w:t>
      </w:r>
    </w:p>
    <w:p w:rsidR="006974AE" w:rsidRDefault="006974AE" w:rsidP="006974AE">
      <w:r>
        <w:t>200.9675</w:t>
      </w:r>
      <w:r>
        <w:tab/>
        <w:t>1.013e0</w:t>
      </w:r>
    </w:p>
    <w:p w:rsidR="006974AE" w:rsidRDefault="006974AE" w:rsidP="006974AE">
      <w:r>
        <w:t>200.9713</w:t>
      </w:r>
      <w:r>
        <w:tab/>
        <w:t>1.013e0</w:t>
      </w:r>
    </w:p>
    <w:p w:rsidR="006974AE" w:rsidRDefault="006974AE" w:rsidP="006974AE">
      <w:r>
        <w:t>200.9747</w:t>
      </w:r>
      <w:r>
        <w:tab/>
        <w:t>1.013e0</w:t>
      </w:r>
    </w:p>
    <w:p w:rsidR="006974AE" w:rsidRDefault="006974AE" w:rsidP="006974AE">
      <w:r>
        <w:t>200.9934</w:t>
      </w:r>
      <w:r>
        <w:tab/>
        <w:t>2.025e0</w:t>
      </w:r>
    </w:p>
    <w:p w:rsidR="006974AE" w:rsidRDefault="006974AE" w:rsidP="006974AE">
      <w:r>
        <w:t>201.0011</w:t>
      </w:r>
      <w:r>
        <w:tab/>
        <w:t>1.013e0</w:t>
      </w:r>
    </w:p>
    <w:p w:rsidR="006974AE" w:rsidRDefault="006974AE" w:rsidP="006974AE">
      <w:r>
        <w:t>201.0027</w:t>
      </w:r>
      <w:r>
        <w:tab/>
        <w:t>4.051e0</w:t>
      </w:r>
    </w:p>
    <w:p w:rsidR="006974AE" w:rsidRDefault="006974AE" w:rsidP="006974AE">
      <w:r>
        <w:t>201.0121</w:t>
      </w:r>
      <w:r>
        <w:tab/>
        <w:t>1.013e0</w:t>
      </w:r>
    </w:p>
    <w:p w:rsidR="006974AE" w:rsidRDefault="006974AE" w:rsidP="006974AE">
      <w:r>
        <w:t>201.0195</w:t>
      </w:r>
      <w:r>
        <w:tab/>
        <w:t>1.013e0</w:t>
      </w:r>
    </w:p>
    <w:p w:rsidR="006974AE" w:rsidRDefault="006974AE" w:rsidP="006974AE">
      <w:r>
        <w:t>201.0232</w:t>
      </w:r>
      <w:r>
        <w:tab/>
        <w:t>1.013e0</w:t>
      </w:r>
    </w:p>
    <w:p w:rsidR="006974AE" w:rsidRDefault="006974AE" w:rsidP="006974AE">
      <w:r>
        <w:lastRenderedPageBreak/>
        <w:t>201.0253</w:t>
      </w:r>
      <w:r>
        <w:tab/>
        <w:t>2.025e0</w:t>
      </w:r>
    </w:p>
    <w:p w:rsidR="006974AE" w:rsidRDefault="006974AE" w:rsidP="006974AE">
      <w:r>
        <w:t>201.0346</w:t>
      </w:r>
      <w:r>
        <w:tab/>
        <w:t>1.013e0</w:t>
      </w:r>
    </w:p>
    <w:p w:rsidR="006974AE" w:rsidRDefault="006974AE" w:rsidP="006974AE">
      <w:r>
        <w:t>201.0539</w:t>
      </w:r>
      <w:r>
        <w:tab/>
        <w:t>1.013e0</w:t>
      </w:r>
    </w:p>
    <w:p w:rsidR="006974AE" w:rsidRDefault="006974AE" w:rsidP="006974AE">
      <w:r>
        <w:t>201.0602</w:t>
      </w:r>
      <w:r>
        <w:tab/>
        <w:t>3.038e0</w:t>
      </w:r>
    </w:p>
    <w:p w:rsidR="006974AE" w:rsidRDefault="006974AE" w:rsidP="006974AE">
      <w:r>
        <w:t>201.0616</w:t>
      </w:r>
      <w:r>
        <w:tab/>
        <w:t>3.038e0</w:t>
      </w:r>
    </w:p>
    <w:p w:rsidR="006974AE" w:rsidRDefault="006974AE" w:rsidP="006974AE">
      <w:r>
        <w:t>201.0652</w:t>
      </w:r>
      <w:r>
        <w:tab/>
        <w:t>1.013e0</w:t>
      </w:r>
    </w:p>
    <w:p w:rsidR="006974AE" w:rsidRDefault="006974AE" w:rsidP="006974AE">
      <w:r>
        <w:t>201.0691</w:t>
      </w:r>
      <w:r>
        <w:tab/>
        <w:t>2.025e0</w:t>
      </w:r>
    </w:p>
    <w:p w:rsidR="006974AE" w:rsidRDefault="006974AE" w:rsidP="006974AE">
      <w:r>
        <w:t>201.0732</w:t>
      </w:r>
      <w:r>
        <w:tab/>
        <w:t>1.013e0</w:t>
      </w:r>
    </w:p>
    <w:p w:rsidR="006974AE" w:rsidRDefault="006974AE" w:rsidP="006974AE">
      <w:r>
        <w:t>201.0865</w:t>
      </w:r>
      <w:r>
        <w:tab/>
        <w:t>2.025e0</w:t>
      </w:r>
    </w:p>
    <w:p w:rsidR="006974AE" w:rsidRDefault="006974AE" w:rsidP="006974AE">
      <w:r>
        <w:t>201.0924</w:t>
      </w:r>
      <w:r>
        <w:tab/>
        <w:t>1.013e0</w:t>
      </w:r>
    </w:p>
    <w:p w:rsidR="006974AE" w:rsidRDefault="006974AE" w:rsidP="006974AE">
      <w:r>
        <w:t>201.0939</w:t>
      </w:r>
      <w:r>
        <w:tab/>
        <w:t>2.025e0</w:t>
      </w:r>
    </w:p>
    <w:p w:rsidR="006974AE" w:rsidRDefault="006974AE" w:rsidP="006974AE">
      <w:r>
        <w:t>201.1107</w:t>
      </w:r>
      <w:r>
        <w:tab/>
        <w:t>3.038e0</w:t>
      </w:r>
    </w:p>
    <w:p w:rsidR="006974AE" w:rsidRDefault="006974AE" w:rsidP="006974AE">
      <w:r>
        <w:t>201.1145</w:t>
      </w:r>
      <w:r>
        <w:tab/>
        <w:t>2.025e0</w:t>
      </w:r>
    </w:p>
    <w:p w:rsidR="006974AE" w:rsidRDefault="006974AE" w:rsidP="006974AE">
      <w:r>
        <w:t>201.1181</w:t>
      </w:r>
      <w:r>
        <w:tab/>
        <w:t>1.013e0</w:t>
      </w:r>
    </w:p>
    <w:p w:rsidR="006974AE" w:rsidRDefault="006974AE" w:rsidP="006974AE">
      <w:r>
        <w:t>201.1200</w:t>
      </w:r>
      <w:r>
        <w:tab/>
        <w:t>2.025e0</w:t>
      </w:r>
    </w:p>
    <w:p w:rsidR="006974AE" w:rsidRDefault="006974AE" w:rsidP="006974AE">
      <w:r>
        <w:t>201.1221</w:t>
      </w:r>
      <w:r>
        <w:tab/>
        <w:t>1.013e0</w:t>
      </w:r>
    </w:p>
    <w:p w:rsidR="006974AE" w:rsidRDefault="006974AE" w:rsidP="006974AE">
      <w:r>
        <w:t>201.1408</w:t>
      </w:r>
      <w:r>
        <w:tab/>
        <w:t>2.025e0</w:t>
      </w:r>
    </w:p>
    <w:p w:rsidR="006974AE" w:rsidRDefault="006974AE" w:rsidP="006974AE">
      <w:r>
        <w:t>201.1480</w:t>
      </w:r>
      <w:r>
        <w:tab/>
        <w:t>1.013e0</w:t>
      </w:r>
    </w:p>
    <w:p w:rsidR="006974AE" w:rsidRDefault="006974AE" w:rsidP="006974AE">
      <w:r>
        <w:t>201.1592</w:t>
      </w:r>
      <w:r>
        <w:tab/>
        <w:t>2.025e0</w:t>
      </w:r>
    </w:p>
    <w:p w:rsidR="006974AE" w:rsidRDefault="006974AE" w:rsidP="006974AE">
      <w:r>
        <w:lastRenderedPageBreak/>
        <w:t>201.1706</w:t>
      </w:r>
      <w:r>
        <w:tab/>
        <w:t>1.013e0</w:t>
      </w:r>
    </w:p>
    <w:p w:rsidR="006974AE" w:rsidRDefault="006974AE" w:rsidP="006974AE">
      <w:r>
        <w:t>201.1815</w:t>
      </w:r>
      <w:r>
        <w:tab/>
        <w:t>3.038e0</w:t>
      </w:r>
    </w:p>
    <w:p w:rsidR="006974AE" w:rsidRDefault="006974AE" w:rsidP="006974AE">
      <w:r>
        <w:t>201.2011</w:t>
      </w:r>
      <w:r>
        <w:tab/>
        <w:t>2.025e0</w:t>
      </w:r>
    </w:p>
    <w:p w:rsidR="006974AE" w:rsidRDefault="006974AE" w:rsidP="006974AE">
      <w:r>
        <w:t>201.2083</w:t>
      </w:r>
      <w:r>
        <w:tab/>
        <w:t>1.013e0</w:t>
      </w:r>
    </w:p>
    <w:p w:rsidR="006974AE" w:rsidRDefault="006974AE" w:rsidP="006974AE">
      <w:r>
        <w:t>201.2353</w:t>
      </w:r>
      <w:r>
        <w:tab/>
        <w:t>1.013e0</w:t>
      </w:r>
    </w:p>
    <w:p w:rsidR="006974AE" w:rsidRDefault="006974AE" w:rsidP="006974AE">
      <w:r>
        <w:t>201.2428</w:t>
      </w:r>
      <w:r>
        <w:tab/>
        <w:t>1.013e0</w:t>
      </w:r>
    </w:p>
    <w:p w:rsidR="006974AE" w:rsidRDefault="006974AE" w:rsidP="006974AE">
      <w:r>
        <w:t>201.2653</w:t>
      </w:r>
      <w:r>
        <w:tab/>
        <w:t>1.013e0</w:t>
      </w:r>
    </w:p>
    <w:p w:rsidR="006974AE" w:rsidRDefault="006974AE" w:rsidP="006974AE">
      <w:r>
        <w:t>201.2804</w:t>
      </w:r>
      <w:r>
        <w:tab/>
        <w:t>1.013e0</w:t>
      </w:r>
    </w:p>
    <w:p w:rsidR="006974AE" w:rsidRDefault="006974AE" w:rsidP="006974AE">
      <w:r>
        <w:t>201.2839</w:t>
      </w:r>
      <w:r>
        <w:tab/>
        <w:t>1.013e0</w:t>
      </w:r>
    </w:p>
    <w:p w:rsidR="006974AE" w:rsidRDefault="006974AE" w:rsidP="006974AE">
      <w:r>
        <w:t>201.2991</w:t>
      </w:r>
      <w:r>
        <w:tab/>
        <w:t>1.013e0</w:t>
      </w:r>
    </w:p>
    <w:p w:rsidR="006974AE" w:rsidRDefault="006974AE" w:rsidP="006974AE">
      <w:r>
        <w:t>201.3176</w:t>
      </w:r>
      <w:r>
        <w:tab/>
        <w:t>1.013e0</w:t>
      </w:r>
    </w:p>
    <w:p w:rsidR="006974AE" w:rsidRDefault="006974AE" w:rsidP="006974AE">
      <w:r>
        <w:t>201.3287</w:t>
      </w:r>
      <w:r>
        <w:tab/>
        <w:t>1.013e0</w:t>
      </w:r>
    </w:p>
    <w:p w:rsidR="006974AE" w:rsidRDefault="006974AE" w:rsidP="006974AE">
      <w:r>
        <w:t>201.3401</w:t>
      </w:r>
      <w:r>
        <w:tab/>
        <w:t>1.013e0</w:t>
      </w:r>
    </w:p>
    <w:p w:rsidR="006974AE" w:rsidRDefault="006974AE" w:rsidP="006974AE">
      <w:r>
        <w:t>201.3625</w:t>
      </w:r>
      <w:r>
        <w:tab/>
        <w:t>1.013e0</w:t>
      </w:r>
    </w:p>
    <w:p w:rsidR="006974AE" w:rsidRDefault="006974AE" w:rsidP="006974AE">
      <w:r>
        <w:t>201.3667</w:t>
      </w:r>
      <w:r>
        <w:tab/>
        <w:t>1.013e0</w:t>
      </w:r>
    </w:p>
    <w:p w:rsidR="006974AE" w:rsidRDefault="006974AE" w:rsidP="006974AE">
      <w:r>
        <w:t>201.4053</w:t>
      </w:r>
      <w:r>
        <w:tab/>
        <w:t>1.013e0</w:t>
      </w:r>
    </w:p>
    <w:p w:rsidR="006974AE" w:rsidRDefault="006974AE" w:rsidP="006974AE">
      <w:r>
        <w:t>201.4163</w:t>
      </w:r>
      <w:r>
        <w:tab/>
        <w:t>1.013e0</w:t>
      </w:r>
    </w:p>
    <w:p w:rsidR="006974AE" w:rsidRDefault="006974AE" w:rsidP="006974AE">
      <w:r>
        <w:t>201.4387</w:t>
      </w:r>
      <w:r>
        <w:tab/>
        <w:t>2.025e0</w:t>
      </w:r>
    </w:p>
    <w:p w:rsidR="006974AE" w:rsidRDefault="006974AE" w:rsidP="006974AE">
      <w:r>
        <w:t>201.4500</w:t>
      </w:r>
      <w:r>
        <w:tab/>
        <w:t>1.013e0</w:t>
      </w:r>
    </w:p>
    <w:p w:rsidR="006974AE" w:rsidRDefault="006974AE" w:rsidP="006974AE">
      <w:r>
        <w:lastRenderedPageBreak/>
        <w:t>201.4575</w:t>
      </w:r>
      <w:r>
        <w:tab/>
        <w:t>1.013e0</w:t>
      </w:r>
    </w:p>
    <w:p w:rsidR="006974AE" w:rsidRDefault="006974AE" w:rsidP="006974AE">
      <w:r>
        <w:t>201.4648</w:t>
      </w:r>
      <w:r>
        <w:tab/>
        <w:t>1.013e0</w:t>
      </w:r>
    </w:p>
    <w:p w:rsidR="006974AE" w:rsidRDefault="006974AE" w:rsidP="006974AE">
      <w:r>
        <w:t>201.4687</w:t>
      </w:r>
      <w:r>
        <w:tab/>
        <w:t>1.013e0</w:t>
      </w:r>
    </w:p>
    <w:p w:rsidR="006974AE" w:rsidRDefault="006974AE" w:rsidP="006974AE">
      <w:r>
        <w:t>201.4799</w:t>
      </w:r>
      <w:r>
        <w:tab/>
        <w:t>1.013e0</w:t>
      </w:r>
    </w:p>
    <w:p w:rsidR="006974AE" w:rsidRDefault="006974AE" w:rsidP="006974AE">
      <w:r>
        <w:t>201.5133</w:t>
      </w:r>
      <w:r>
        <w:tab/>
        <w:t>2.025e0</w:t>
      </w:r>
    </w:p>
    <w:p w:rsidR="006974AE" w:rsidRDefault="006974AE" w:rsidP="006974AE">
      <w:r>
        <w:t>201.5329</w:t>
      </w:r>
      <w:r>
        <w:tab/>
        <w:t>1.013e0</w:t>
      </w:r>
    </w:p>
    <w:p w:rsidR="006974AE" w:rsidRDefault="006974AE" w:rsidP="006974AE">
      <w:r>
        <w:t>201.5365</w:t>
      </w:r>
      <w:r>
        <w:tab/>
        <w:t>1.013e0</w:t>
      </w:r>
    </w:p>
    <w:p w:rsidR="006974AE" w:rsidRDefault="006974AE" w:rsidP="006974AE">
      <w:r>
        <w:t>201.5561</w:t>
      </w:r>
      <w:r>
        <w:tab/>
        <w:t>1.013e0</w:t>
      </w:r>
    </w:p>
    <w:p w:rsidR="006974AE" w:rsidRDefault="006974AE" w:rsidP="006974AE">
      <w:r>
        <w:t>201.5786</w:t>
      </w:r>
      <w:r>
        <w:tab/>
        <w:t>1.013e0</w:t>
      </w:r>
    </w:p>
    <w:p w:rsidR="006974AE" w:rsidRDefault="006974AE" w:rsidP="006974AE">
      <w:r>
        <w:t>201.5973</w:t>
      </w:r>
      <w:r>
        <w:tab/>
        <w:t>1.013e0</w:t>
      </w:r>
    </w:p>
    <w:p w:rsidR="006974AE" w:rsidRDefault="006974AE" w:rsidP="006974AE">
      <w:r>
        <w:t>201.6045</w:t>
      </w:r>
      <w:r>
        <w:tab/>
        <w:t>2.025e0</w:t>
      </w:r>
    </w:p>
    <w:p w:rsidR="006974AE" w:rsidRDefault="006974AE" w:rsidP="006974AE">
      <w:r>
        <w:t>201.6082</w:t>
      </w:r>
      <w:r>
        <w:tab/>
        <w:t>2.025e0</w:t>
      </w:r>
    </w:p>
    <w:p w:rsidR="006974AE" w:rsidRDefault="006974AE" w:rsidP="006974AE">
      <w:r>
        <w:t>201.6309</w:t>
      </w:r>
      <w:r>
        <w:tab/>
        <w:t>1.013e0</w:t>
      </w:r>
    </w:p>
    <w:p w:rsidR="006974AE" w:rsidRDefault="006974AE" w:rsidP="006974AE">
      <w:r>
        <w:t>201.6493</w:t>
      </w:r>
      <w:r>
        <w:tab/>
        <w:t>1.013e0</w:t>
      </w:r>
    </w:p>
    <w:p w:rsidR="006974AE" w:rsidRDefault="006974AE" w:rsidP="006974AE">
      <w:r>
        <w:t>201.6680</w:t>
      </w:r>
      <w:r>
        <w:tab/>
        <w:t>1.013e0</w:t>
      </w:r>
    </w:p>
    <w:p w:rsidR="006974AE" w:rsidRDefault="006974AE" w:rsidP="006974AE">
      <w:r>
        <w:t>201.6895</w:t>
      </w:r>
      <w:r>
        <w:tab/>
        <w:t>2.025e0</w:t>
      </w:r>
    </w:p>
    <w:p w:rsidR="006974AE" w:rsidRDefault="006974AE" w:rsidP="006974AE">
      <w:r>
        <w:t>201.7185</w:t>
      </w:r>
      <w:r>
        <w:tab/>
        <w:t>1.013e0</w:t>
      </w:r>
    </w:p>
    <w:p w:rsidR="006974AE" w:rsidRDefault="006974AE" w:rsidP="006974AE">
      <w:r>
        <w:t>201.7257</w:t>
      </w:r>
      <w:r>
        <w:tab/>
        <w:t>1.013e0</w:t>
      </w:r>
    </w:p>
    <w:p w:rsidR="006974AE" w:rsidRDefault="006974AE" w:rsidP="006974AE">
      <w:r>
        <w:t>201.7334</w:t>
      </w:r>
      <w:r>
        <w:tab/>
        <w:t>1.013e0</w:t>
      </w:r>
    </w:p>
    <w:p w:rsidR="006974AE" w:rsidRDefault="006974AE" w:rsidP="006974AE">
      <w:r>
        <w:lastRenderedPageBreak/>
        <w:t>201.7520</w:t>
      </w:r>
      <w:r>
        <w:tab/>
        <w:t>1.013e0</w:t>
      </w:r>
    </w:p>
    <w:p w:rsidR="006974AE" w:rsidRDefault="006974AE" w:rsidP="006974AE">
      <w:r>
        <w:t>201.7798</w:t>
      </w:r>
      <w:r>
        <w:tab/>
        <w:t>2.025e0</w:t>
      </w:r>
    </w:p>
    <w:p w:rsidR="006974AE" w:rsidRDefault="006974AE" w:rsidP="006974AE">
      <w:r>
        <w:t>201.7876</w:t>
      </w:r>
      <w:r>
        <w:tab/>
        <w:t>3.038e0</w:t>
      </w:r>
    </w:p>
    <w:p w:rsidR="006974AE" w:rsidRDefault="006974AE" w:rsidP="006974AE">
      <w:r>
        <w:t>201.7967</w:t>
      </w:r>
      <w:r>
        <w:tab/>
        <w:t>2.025e0</w:t>
      </w:r>
    </w:p>
    <w:p w:rsidR="006974AE" w:rsidRDefault="006974AE" w:rsidP="006974AE">
      <w:r>
        <w:t>201.8078</w:t>
      </w:r>
      <w:r>
        <w:tab/>
        <w:t>1.013e0</w:t>
      </w:r>
    </w:p>
    <w:p w:rsidR="006974AE" w:rsidRDefault="006974AE" w:rsidP="006974AE">
      <w:r>
        <w:t>201.8152</w:t>
      </w:r>
      <w:r>
        <w:tab/>
        <w:t>1.013e0</w:t>
      </w:r>
    </w:p>
    <w:p w:rsidR="006974AE" w:rsidRDefault="006974AE" w:rsidP="006974AE">
      <w:r>
        <w:t>201.8462</w:t>
      </w:r>
      <w:r>
        <w:tab/>
        <w:t>1.013e0</w:t>
      </w:r>
    </w:p>
    <w:p w:rsidR="006974AE" w:rsidRDefault="006974AE" w:rsidP="006974AE">
      <w:r>
        <w:t>201.8499</w:t>
      </w:r>
      <w:r>
        <w:tab/>
        <w:t>1.013e0</w:t>
      </w:r>
    </w:p>
    <w:p w:rsidR="006974AE" w:rsidRDefault="006974AE" w:rsidP="006974AE">
      <w:r>
        <w:t>201.8576</w:t>
      </w:r>
      <w:r>
        <w:tab/>
        <w:t>1.013e0</w:t>
      </w:r>
    </w:p>
    <w:p w:rsidR="006974AE" w:rsidRDefault="006974AE" w:rsidP="006974AE">
      <w:r>
        <w:t>201.8771</w:t>
      </w:r>
      <w:r>
        <w:tab/>
        <w:t>2.025e0</w:t>
      </w:r>
    </w:p>
    <w:p w:rsidR="006974AE" w:rsidRDefault="006974AE" w:rsidP="006974AE">
      <w:r>
        <w:t>201.9140</w:t>
      </w:r>
      <w:r>
        <w:tab/>
        <w:t>1.013e0</w:t>
      </w:r>
    </w:p>
    <w:p w:rsidR="006974AE" w:rsidRDefault="006974AE" w:rsidP="006974AE">
      <w:r>
        <w:t>201.9162</w:t>
      </w:r>
      <w:r>
        <w:tab/>
        <w:t>2.025e0</w:t>
      </w:r>
    </w:p>
    <w:p w:rsidR="006974AE" w:rsidRDefault="006974AE" w:rsidP="006974AE">
      <w:r>
        <w:t>201.9180</w:t>
      </w:r>
      <w:r>
        <w:tab/>
        <w:t>1.013e0</w:t>
      </w:r>
    </w:p>
    <w:p w:rsidR="006974AE" w:rsidRDefault="006974AE" w:rsidP="006974AE">
      <w:r>
        <w:t>201.9442</w:t>
      </w:r>
      <w:r>
        <w:tab/>
        <w:t>1.013e0</w:t>
      </w:r>
    </w:p>
    <w:p w:rsidR="006974AE" w:rsidRDefault="006974AE" w:rsidP="006974AE">
      <w:r>
        <w:t>201.9516</w:t>
      </w:r>
      <w:r>
        <w:tab/>
        <w:t>1.013e0</w:t>
      </w:r>
    </w:p>
    <w:p w:rsidR="006974AE" w:rsidRDefault="006974AE" w:rsidP="006974AE">
      <w:r>
        <w:t>201.9628</w:t>
      </w:r>
      <w:r>
        <w:tab/>
        <w:t>1.013e0</w:t>
      </w:r>
    </w:p>
    <w:p w:rsidR="006974AE" w:rsidRDefault="006974AE" w:rsidP="006974AE">
      <w:r>
        <w:t>202.0048</w:t>
      </w:r>
      <w:r>
        <w:tab/>
        <w:t>1.013e0</w:t>
      </w:r>
    </w:p>
    <w:p w:rsidR="006974AE" w:rsidRDefault="006974AE" w:rsidP="006974AE">
      <w:r>
        <w:t>202.0124</w:t>
      </w:r>
      <w:r>
        <w:tab/>
        <w:t>2.025e0</w:t>
      </w:r>
    </w:p>
    <w:p w:rsidR="006974AE" w:rsidRDefault="006974AE" w:rsidP="006974AE">
      <w:r>
        <w:t>202.0654</w:t>
      </w:r>
      <w:r>
        <w:tab/>
        <w:t>2.025e0</w:t>
      </w:r>
    </w:p>
    <w:p w:rsidR="006974AE" w:rsidRDefault="006974AE" w:rsidP="006974AE">
      <w:r>
        <w:lastRenderedPageBreak/>
        <w:t>202.0803</w:t>
      </w:r>
      <w:r>
        <w:tab/>
        <w:t>1.013e0</w:t>
      </w:r>
    </w:p>
    <w:p w:rsidR="006974AE" w:rsidRDefault="006974AE" w:rsidP="006974AE">
      <w:r>
        <w:t>202.0896</w:t>
      </w:r>
      <w:r>
        <w:tab/>
        <w:t>2.025e0</w:t>
      </w:r>
    </w:p>
    <w:p w:rsidR="006974AE" w:rsidRDefault="006974AE" w:rsidP="006974AE">
      <w:r>
        <w:t>202.0916</w:t>
      </w:r>
      <w:r>
        <w:tab/>
        <w:t>1.013e0</w:t>
      </w:r>
    </w:p>
    <w:p w:rsidR="006974AE" w:rsidRDefault="006974AE" w:rsidP="006974AE">
      <w:r>
        <w:t>202.0932</w:t>
      </w:r>
      <w:r>
        <w:tab/>
        <w:t>2.025e0</w:t>
      </w:r>
    </w:p>
    <w:p w:rsidR="006974AE" w:rsidRDefault="006974AE" w:rsidP="006974AE">
      <w:r>
        <w:t>202.1062</w:t>
      </w:r>
      <w:r>
        <w:tab/>
        <w:t>3.038e0</w:t>
      </w:r>
    </w:p>
    <w:p w:rsidR="006974AE" w:rsidRDefault="006974AE" w:rsidP="006974AE">
      <w:r>
        <w:t>202.1102</w:t>
      </w:r>
      <w:r>
        <w:tab/>
        <w:t>2.025e0</w:t>
      </w:r>
    </w:p>
    <w:p w:rsidR="006974AE" w:rsidRDefault="006974AE" w:rsidP="006974AE">
      <w:r>
        <w:t>202.1273</w:t>
      </w:r>
      <w:r>
        <w:tab/>
        <w:t>2.025e0</w:t>
      </w:r>
    </w:p>
    <w:p w:rsidR="006974AE" w:rsidRDefault="006974AE" w:rsidP="006974AE">
      <w:r>
        <w:t>202.1292</w:t>
      </w:r>
      <w:r>
        <w:tab/>
        <w:t>2.025e0</w:t>
      </w:r>
    </w:p>
    <w:p w:rsidR="006974AE" w:rsidRDefault="006974AE" w:rsidP="006974AE">
      <w:r>
        <w:t>202.1310</w:t>
      </w:r>
      <w:r>
        <w:tab/>
        <w:t>2.025e0</w:t>
      </w:r>
    </w:p>
    <w:p w:rsidR="006974AE" w:rsidRDefault="006974AE" w:rsidP="006974AE">
      <w:r>
        <w:t>202.1329</w:t>
      </w:r>
      <w:r>
        <w:tab/>
        <w:t>1.013e0</w:t>
      </w:r>
    </w:p>
    <w:p w:rsidR="006974AE" w:rsidRDefault="006974AE" w:rsidP="006974AE">
      <w:r>
        <w:t>202.1407</w:t>
      </w:r>
      <w:r>
        <w:tab/>
        <w:t>1.013e0</w:t>
      </w:r>
    </w:p>
    <w:p w:rsidR="006974AE" w:rsidRDefault="006974AE" w:rsidP="006974AE">
      <w:r>
        <w:t>202.1481</w:t>
      </w:r>
      <w:r>
        <w:tab/>
        <w:t>1.013e0</w:t>
      </w:r>
    </w:p>
    <w:p w:rsidR="006974AE" w:rsidRDefault="006974AE" w:rsidP="006974AE">
      <w:r>
        <w:t>202.1520</w:t>
      </w:r>
      <w:r>
        <w:tab/>
        <w:t>1.013e0</w:t>
      </w:r>
    </w:p>
    <w:p w:rsidR="006974AE" w:rsidRDefault="006974AE" w:rsidP="006974AE">
      <w:r>
        <w:t>202.1714</w:t>
      </w:r>
      <w:r>
        <w:tab/>
        <w:t>1.013e0</w:t>
      </w:r>
    </w:p>
    <w:p w:rsidR="006974AE" w:rsidRDefault="006974AE" w:rsidP="006974AE">
      <w:r>
        <w:t>202.1733</w:t>
      </w:r>
      <w:r>
        <w:tab/>
        <w:t>2.025e0</w:t>
      </w:r>
    </w:p>
    <w:p w:rsidR="006974AE" w:rsidRDefault="006974AE" w:rsidP="006974AE">
      <w:r>
        <w:t>202.1827</w:t>
      </w:r>
      <w:r>
        <w:tab/>
        <w:t>1.013e0</w:t>
      </w:r>
    </w:p>
    <w:p w:rsidR="006974AE" w:rsidRDefault="006974AE" w:rsidP="006974AE">
      <w:r>
        <w:t>202.1901</w:t>
      </w:r>
      <w:r>
        <w:tab/>
        <w:t>1.013e0</w:t>
      </w:r>
    </w:p>
    <w:p w:rsidR="006974AE" w:rsidRDefault="006974AE" w:rsidP="006974AE">
      <w:r>
        <w:t>202.2221</w:t>
      </w:r>
      <w:r>
        <w:tab/>
        <w:t>2.025e0</w:t>
      </w:r>
    </w:p>
    <w:p w:rsidR="006974AE" w:rsidRDefault="006974AE" w:rsidP="006974AE">
      <w:r>
        <w:t>202.2761</w:t>
      </w:r>
      <w:r>
        <w:tab/>
        <w:t>1.013e0</w:t>
      </w:r>
    </w:p>
    <w:p w:rsidR="006974AE" w:rsidRDefault="006974AE" w:rsidP="006974AE">
      <w:r>
        <w:lastRenderedPageBreak/>
        <w:t>202.2880</w:t>
      </w:r>
      <w:r>
        <w:tab/>
        <w:t>1.013e0</w:t>
      </w:r>
    </w:p>
    <w:p w:rsidR="006974AE" w:rsidRDefault="006974AE" w:rsidP="006974AE">
      <w:r>
        <w:t>202.2900</w:t>
      </w:r>
      <w:r>
        <w:tab/>
        <w:t>2.025e0</w:t>
      </w:r>
    </w:p>
    <w:p w:rsidR="006974AE" w:rsidRDefault="006974AE" w:rsidP="006974AE">
      <w:r>
        <w:t>202.3301</w:t>
      </w:r>
      <w:r>
        <w:tab/>
        <w:t>1.013e0</w:t>
      </w:r>
    </w:p>
    <w:p w:rsidR="006974AE" w:rsidRDefault="006974AE" w:rsidP="006974AE">
      <w:r>
        <w:t>202.3526</w:t>
      </w:r>
      <w:r>
        <w:tab/>
        <w:t>2.025e0</w:t>
      </w:r>
    </w:p>
    <w:p w:rsidR="006974AE" w:rsidRDefault="006974AE" w:rsidP="006974AE">
      <w:r>
        <w:t>202.3562</w:t>
      </w:r>
      <w:r>
        <w:tab/>
        <w:t>1.013e0</w:t>
      </w:r>
    </w:p>
    <w:p w:rsidR="006974AE" w:rsidRDefault="006974AE" w:rsidP="006974AE">
      <w:r>
        <w:t>202.3674</w:t>
      </w:r>
      <w:r>
        <w:tab/>
        <w:t>1.013e0</w:t>
      </w:r>
    </w:p>
    <w:p w:rsidR="006974AE" w:rsidRDefault="006974AE" w:rsidP="006974AE">
      <w:r>
        <w:t>202.3939</w:t>
      </w:r>
      <w:r>
        <w:tab/>
        <w:t>1.013e0</w:t>
      </w:r>
    </w:p>
    <w:p w:rsidR="006974AE" w:rsidRDefault="006974AE" w:rsidP="006974AE">
      <w:r>
        <w:t>202.4315</w:t>
      </w:r>
      <w:r>
        <w:tab/>
        <w:t>1.013e0</w:t>
      </w:r>
    </w:p>
    <w:p w:rsidR="006974AE" w:rsidRDefault="006974AE" w:rsidP="006974AE">
      <w:r>
        <w:t>202.4585</w:t>
      </w:r>
      <w:r>
        <w:tab/>
        <w:t>1.013e0</w:t>
      </w:r>
    </w:p>
    <w:p w:rsidR="006974AE" w:rsidRDefault="006974AE" w:rsidP="006974AE">
      <w:r>
        <w:t>202.4815</w:t>
      </w:r>
      <w:r>
        <w:tab/>
        <w:t>1.013e0</w:t>
      </w:r>
    </w:p>
    <w:p w:rsidR="006974AE" w:rsidRDefault="006974AE" w:rsidP="006974AE">
      <w:r>
        <w:t>202.4888</w:t>
      </w:r>
      <w:r>
        <w:tab/>
        <w:t>2.025e0</w:t>
      </w:r>
    </w:p>
    <w:p w:rsidR="006974AE" w:rsidRDefault="006974AE" w:rsidP="006974AE">
      <w:r>
        <w:t>202.5039</w:t>
      </w:r>
      <w:r>
        <w:tab/>
        <w:t>1.013e0</w:t>
      </w:r>
    </w:p>
    <w:p w:rsidR="006974AE" w:rsidRDefault="006974AE" w:rsidP="006974AE">
      <w:r>
        <w:t>202.5076</w:t>
      </w:r>
      <w:r>
        <w:tab/>
        <w:t>1.013e0</w:t>
      </w:r>
    </w:p>
    <w:p w:rsidR="006974AE" w:rsidRDefault="006974AE" w:rsidP="006974AE">
      <w:r>
        <w:t>202.5299</w:t>
      </w:r>
      <w:r>
        <w:tab/>
        <w:t>1.013e0</w:t>
      </w:r>
    </w:p>
    <w:p w:rsidR="006974AE" w:rsidRDefault="006974AE" w:rsidP="006974AE">
      <w:r>
        <w:t>202.5376</w:t>
      </w:r>
      <w:r>
        <w:tab/>
        <w:t>1.013e0</w:t>
      </w:r>
    </w:p>
    <w:p w:rsidR="006974AE" w:rsidRDefault="006974AE" w:rsidP="006974AE">
      <w:r>
        <w:t>202.5413</w:t>
      </w:r>
      <w:r>
        <w:tab/>
        <w:t>1.013e0</w:t>
      </w:r>
    </w:p>
    <w:p w:rsidR="006974AE" w:rsidRDefault="006974AE" w:rsidP="006974AE">
      <w:r>
        <w:t>202.5451</w:t>
      </w:r>
      <w:r>
        <w:tab/>
        <w:t>1.013e0</w:t>
      </w:r>
    </w:p>
    <w:p w:rsidR="006974AE" w:rsidRDefault="006974AE" w:rsidP="006974AE">
      <w:r>
        <w:t>202.5943</w:t>
      </w:r>
      <w:r>
        <w:tab/>
        <w:t>1.013e0</w:t>
      </w:r>
    </w:p>
    <w:p w:rsidR="006974AE" w:rsidRDefault="006974AE" w:rsidP="006974AE">
      <w:r>
        <w:t>202.6041</w:t>
      </w:r>
      <w:r>
        <w:tab/>
        <w:t>3.038e0</w:t>
      </w:r>
    </w:p>
    <w:p w:rsidR="006974AE" w:rsidRDefault="006974AE" w:rsidP="006974AE">
      <w:r>
        <w:lastRenderedPageBreak/>
        <w:t>202.6101</w:t>
      </w:r>
      <w:r>
        <w:tab/>
        <w:t>1.013e0</w:t>
      </w:r>
    </w:p>
    <w:p w:rsidR="006974AE" w:rsidRDefault="006974AE" w:rsidP="006974AE">
      <w:r>
        <w:t>202.6116</w:t>
      </w:r>
      <w:r>
        <w:tab/>
        <w:t>2.025e0</w:t>
      </w:r>
    </w:p>
    <w:p w:rsidR="006974AE" w:rsidRDefault="006974AE" w:rsidP="006974AE">
      <w:r>
        <w:t>202.6272</w:t>
      </w:r>
      <w:r>
        <w:tab/>
        <w:t>3.038e0</w:t>
      </w:r>
    </w:p>
    <w:p w:rsidR="006974AE" w:rsidRDefault="006974AE" w:rsidP="006974AE">
      <w:r>
        <w:t>202.6344</w:t>
      </w:r>
      <w:r>
        <w:tab/>
        <w:t>2.025e0</w:t>
      </w:r>
    </w:p>
    <w:p w:rsidR="006974AE" w:rsidRDefault="006974AE" w:rsidP="006974AE">
      <w:r>
        <w:t>202.6514</w:t>
      </w:r>
      <w:r>
        <w:tab/>
        <w:t>1.013e0</w:t>
      </w:r>
    </w:p>
    <w:p w:rsidR="006974AE" w:rsidRDefault="006974AE" w:rsidP="006974AE">
      <w:r>
        <w:t>202.6589</w:t>
      </w:r>
      <w:r>
        <w:tab/>
        <w:t>2.025e0</w:t>
      </w:r>
    </w:p>
    <w:p w:rsidR="006974AE" w:rsidRDefault="006974AE" w:rsidP="006974AE">
      <w:r>
        <w:t>202.6736</w:t>
      </w:r>
      <w:r>
        <w:tab/>
        <w:t>1.013e0</w:t>
      </w:r>
    </w:p>
    <w:p w:rsidR="006974AE" w:rsidRDefault="006974AE" w:rsidP="006974AE">
      <w:r>
        <w:t>202.6944</w:t>
      </w:r>
      <w:r>
        <w:tab/>
        <w:t>2.025e0</w:t>
      </w:r>
    </w:p>
    <w:p w:rsidR="006974AE" w:rsidRDefault="006974AE" w:rsidP="006974AE">
      <w:r>
        <w:t>202.6960</w:t>
      </w:r>
      <w:r>
        <w:tab/>
        <w:t>1.013e0</w:t>
      </w:r>
    </w:p>
    <w:p w:rsidR="006974AE" w:rsidRDefault="006974AE" w:rsidP="006974AE">
      <w:r>
        <w:t>202.7383</w:t>
      </w:r>
      <w:r>
        <w:tab/>
        <w:t>2.025e0</w:t>
      </w:r>
    </w:p>
    <w:p w:rsidR="006974AE" w:rsidRDefault="006974AE" w:rsidP="006974AE">
      <w:r>
        <w:t>202.7459</w:t>
      </w:r>
      <w:r>
        <w:tab/>
        <w:t>1.013e0</w:t>
      </w:r>
    </w:p>
    <w:p w:rsidR="006974AE" w:rsidRDefault="006974AE" w:rsidP="006974AE">
      <w:r>
        <w:t>202.7726</w:t>
      </w:r>
      <w:r>
        <w:tab/>
        <w:t>1.013e0</w:t>
      </w:r>
    </w:p>
    <w:p w:rsidR="006974AE" w:rsidRDefault="006974AE" w:rsidP="006974AE">
      <w:r>
        <w:t>202.8437</w:t>
      </w:r>
      <w:r>
        <w:tab/>
        <w:t>2.025e0</w:t>
      </w:r>
    </w:p>
    <w:p w:rsidR="006974AE" w:rsidRDefault="006974AE" w:rsidP="006974AE">
      <w:r>
        <w:t>202.8741</w:t>
      </w:r>
      <w:r>
        <w:tab/>
        <w:t>1.013e0</w:t>
      </w:r>
    </w:p>
    <w:p w:rsidR="006974AE" w:rsidRDefault="006974AE" w:rsidP="006974AE">
      <w:r>
        <w:t>202.9016</w:t>
      </w:r>
      <w:r>
        <w:tab/>
        <w:t>1.013e0</w:t>
      </w:r>
    </w:p>
    <w:p w:rsidR="006974AE" w:rsidRDefault="006974AE" w:rsidP="006974AE">
      <w:r>
        <w:t>202.9519</w:t>
      </w:r>
      <w:r>
        <w:tab/>
        <w:t>2.025e0</w:t>
      </w:r>
    </w:p>
    <w:p w:rsidR="006974AE" w:rsidRDefault="006974AE" w:rsidP="006974AE">
      <w:r>
        <w:t>202.9671</w:t>
      </w:r>
      <w:r>
        <w:tab/>
        <w:t>2.025e0</w:t>
      </w:r>
    </w:p>
    <w:p w:rsidR="006974AE" w:rsidRDefault="006974AE" w:rsidP="006974AE">
      <w:r>
        <w:t>202.9800</w:t>
      </w:r>
      <w:r>
        <w:tab/>
        <w:t>1.013e0</w:t>
      </w:r>
    </w:p>
    <w:p w:rsidR="006974AE" w:rsidRDefault="006974AE" w:rsidP="006974AE">
      <w:r>
        <w:t>202.9837</w:t>
      </w:r>
      <w:r>
        <w:tab/>
        <w:t>1.013e0</w:t>
      </w:r>
    </w:p>
    <w:p w:rsidR="006974AE" w:rsidRDefault="006974AE" w:rsidP="006974AE">
      <w:r>
        <w:lastRenderedPageBreak/>
        <w:t>202.9894</w:t>
      </w:r>
      <w:r>
        <w:tab/>
        <w:t>3.038e0</w:t>
      </w:r>
    </w:p>
    <w:p w:rsidR="006974AE" w:rsidRDefault="006974AE" w:rsidP="006974AE">
      <w:r>
        <w:t>203.0070</w:t>
      </w:r>
      <w:r>
        <w:tab/>
        <w:t>2.025e0</w:t>
      </w:r>
    </w:p>
    <w:p w:rsidR="006974AE" w:rsidRDefault="006974AE" w:rsidP="006974AE">
      <w:r>
        <w:t>203.0222</w:t>
      </w:r>
      <w:r>
        <w:tab/>
        <w:t>1.013e0</w:t>
      </w:r>
    </w:p>
    <w:p w:rsidR="006974AE" w:rsidRDefault="006974AE" w:rsidP="006974AE">
      <w:r>
        <w:t>203.0258</w:t>
      </w:r>
      <w:r>
        <w:tab/>
        <w:t>4.051e0</w:t>
      </w:r>
    </w:p>
    <w:p w:rsidR="006974AE" w:rsidRDefault="006974AE" w:rsidP="006974AE">
      <w:r>
        <w:t>203.0424</w:t>
      </w:r>
      <w:r>
        <w:tab/>
        <w:t>3.038e0</w:t>
      </w:r>
    </w:p>
    <w:p w:rsidR="006974AE" w:rsidRDefault="006974AE" w:rsidP="006974AE">
      <w:r>
        <w:t>203.0455</w:t>
      </w:r>
      <w:r>
        <w:tab/>
        <w:t>1.013e0</w:t>
      </w:r>
    </w:p>
    <w:p w:rsidR="006974AE" w:rsidRDefault="006974AE" w:rsidP="006974AE">
      <w:r>
        <w:t>203.0714</w:t>
      </w:r>
      <w:r>
        <w:tab/>
        <w:t>1.013e0</w:t>
      </w:r>
    </w:p>
    <w:p w:rsidR="006974AE" w:rsidRDefault="006974AE" w:rsidP="006974AE">
      <w:r>
        <w:t>203.0784</w:t>
      </w:r>
      <w:r>
        <w:tab/>
        <w:t>3.489e0</w:t>
      </w:r>
    </w:p>
    <w:p w:rsidR="006974AE" w:rsidRDefault="006974AE" w:rsidP="006974AE">
      <w:r>
        <w:t>203.1019</w:t>
      </w:r>
      <w:r>
        <w:tab/>
        <w:t>1.418e1</w:t>
      </w:r>
    </w:p>
    <w:p w:rsidR="006974AE" w:rsidRDefault="006974AE" w:rsidP="006974AE">
      <w:r>
        <w:t>203.1038</w:t>
      </w:r>
      <w:r>
        <w:tab/>
        <w:t>3.384e1</w:t>
      </w:r>
    </w:p>
    <w:p w:rsidR="006974AE" w:rsidRDefault="006974AE" w:rsidP="006974AE">
      <w:r>
        <w:t>203.1060</w:t>
      </w:r>
      <w:r>
        <w:tab/>
        <w:t>5.715e1</w:t>
      </w:r>
    </w:p>
    <w:p w:rsidR="006974AE" w:rsidRDefault="006974AE" w:rsidP="006974AE">
      <w:r>
        <w:t>203.1197</w:t>
      </w:r>
      <w:r>
        <w:tab/>
        <w:t>3.404e0</w:t>
      </w:r>
    </w:p>
    <w:p w:rsidR="006974AE" w:rsidRDefault="006974AE" w:rsidP="006974AE">
      <w:r>
        <w:t>203.1245</w:t>
      </w:r>
      <w:r>
        <w:tab/>
        <w:t>4.051e0</w:t>
      </w:r>
    </w:p>
    <w:p w:rsidR="006974AE" w:rsidRDefault="006974AE" w:rsidP="006974AE">
      <w:r>
        <w:t>203.1584</w:t>
      </w:r>
      <w:r>
        <w:tab/>
        <w:t>1.013e0</w:t>
      </w:r>
    </w:p>
    <w:p w:rsidR="006974AE" w:rsidRDefault="006974AE" w:rsidP="006974AE">
      <w:r>
        <w:t>203.1623</w:t>
      </w:r>
      <w:r>
        <w:tab/>
        <w:t>1.013e0</w:t>
      </w:r>
    </w:p>
    <w:p w:rsidR="006974AE" w:rsidRDefault="006974AE" w:rsidP="006974AE">
      <w:r>
        <w:t>203.1645</w:t>
      </w:r>
      <w:r>
        <w:tab/>
        <w:t>3.038e0</w:t>
      </w:r>
    </w:p>
    <w:p w:rsidR="006974AE" w:rsidRDefault="006974AE" w:rsidP="006974AE">
      <w:r>
        <w:t>203.1659</w:t>
      </w:r>
      <w:r>
        <w:tab/>
        <w:t>1.013e0</w:t>
      </w:r>
    </w:p>
    <w:p w:rsidR="006974AE" w:rsidRDefault="006974AE" w:rsidP="006974AE">
      <w:r>
        <w:t>203.1776</w:t>
      </w:r>
      <w:r>
        <w:tab/>
        <w:t>1.013e0</w:t>
      </w:r>
    </w:p>
    <w:p w:rsidR="006974AE" w:rsidRDefault="006974AE" w:rsidP="006974AE">
      <w:r>
        <w:t>203.1970</w:t>
      </w:r>
      <w:r>
        <w:tab/>
        <w:t>1.013e0</w:t>
      </w:r>
    </w:p>
    <w:p w:rsidR="006974AE" w:rsidRDefault="006974AE" w:rsidP="006974AE">
      <w:r>
        <w:lastRenderedPageBreak/>
        <w:t>203.2119</w:t>
      </w:r>
      <w:r>
        <w:tab/>
        <w:t>1.013e0</w:t>
      </w:r>
    </w:p>
    <w:p w:rsidR="006974AE" w:rsidRDefault="006974AE" w:rsidP="006974AE">
      <w:r>
        <w:t>203.2193</w:t>
      </w:r>
      <w:r>
        <w:tab/>
        <w:t>2.025e0</w:t>
      </w:r>
    </w:p>
    <w:p w:rsidR="006974AE" w:rsidRDefault="006974AE" w:rsidP="006974AE">
      <w:r>
        <w:t>203.2228</w:t>
      </w:r>
      <w:r>
        <w:tab/>
        <w:t>1.013e0</w:t>
      </w:r>
    </w:p>
    <w:p w:rsidR="006974AE" w:rsidRDefault="006974AE" w:rsidP="006974AE">
      <w:r>
        <w:t>203.2341</w:t>
      </w:r>
      <w:r>
        <w:tab/>
        <w:t>1.013e0</w:t>
      </w:r>
    </w:p>
    <w:p w:rsidR="006974AE" w:rsidRDefault="006974AE" w:rsidP="006974AE">
      <w:r>
        <w:t>203.2830</w:t>
      </w:r>
      <w:r>
        <w:tab/>
        <w:t>1.013e0</w:t>
      </w:r>
    </w:p>
    <w:p w:rsidR="006974AE" w:rsidRDefault="006974AE" w:rsidP="006974AE">
      <w:r>
        <w:t>203.3139</w:t>
      </w:r>
      <w:r>
        <w:tab/>
        <w:t>2.025e0</w:t>
      </w:r>
    </w:p>
    <w:p w:rsidR="006974AE" w:rsidRDefault="006974AE" w:rsidP="006974AE">
      <w:r>
        <w:t>203.3369</w:t>
      </w:r>
      <w:r>
        <w:tab/>
        <w:t>2.025e0</w:t>
      </w:r>
    </w:p>
    <w:p w:rsidR="006974AE" w:rsidRDefault="006974AE" w:rsidP="006974AE">
      <w:r>
        <w:t>203.3409</w:t>
      </w:r>
      <w:r>
        <w:tab/>
        <w:t>1.013e0</w:t>
      </w:r>
    </w:p>
    <w:p w:rsidR="006974AE" w:rsidRDefault="006974AE" w:rsidP="006974AE">
      <w:r>
        <w:t>203.3446</w:t>
      </w:r>
      <w:r>
        <w:tab/>
        <w:t>1.013e0</w:t>
      </w:r>
    </w:p>
    <w:p w:rsidR="006974AE" w:rsidRDefault="006974AE" w:rsidP="006974AE">
      <w:r>
        <w:t>203.3537</w:t>
      </w:r>
      <w:r>
        <w:tab/>
        <w:t>2.025e0</w:t>
      </w:r>
    </w:p>
    <w:p w:rsidR="006974AE" w:rsidRDefault="006974AE" w:rsidP="006974AE">
      <w:r>
        <w:t>203.3633</w:t>
      </w:r>
      <w:r>
        <w:tab/>
        <w:t>1.013e0</w:t>
      </w:r>
    </w:p>
    <w:p w:rsidR="006974AE" w:rsidRDefault="006974AE" w:rsidP="006974AE">
      <w:r>
        <w:t>203.3670</w:t>
      </w:r>
      <w:r>
        <w:tab/>
        <w:t>2.025e0</w:t>
      </w:r>
    </w:p>
    <w:p w:rsidR="006974AE" w:rsidRDefault="006974AE" w:rsidP="006974AE">
      <w:r>
        <w:t>203.3895</w:t>
      </w:r>
      <w:r>
        <w:tab/>
        <w:t>1.013e0</w:t>
      </w:r>
    </w:p>
    <w:p w:rsidR="006974AE" w:rsidRDefault="006974AE" w:rsidP="006974AE">
      <w:r>
        <w:t>203.4005</w:t>
      </w:r>
      <w:r>
        <w:tab/>
        <w:t>1.013e0</w:t>
      </w:r>
    </w:p>
    <w:p w:rsidR="006974AE" w:rsidRDefault="006974AE" w:rsidP="006974AE">
      <w:r>
        <w:t>203.4272</w:t>
      </w:r>
      <w:r>
        <w:tab/>
        <w:t>1.013e0</w:t>
      </w:r>
    </w:p>
    <w:p w:rsidR="006974AE" w:rsidRDefault="006974AE" w:rsidP="006974AE">
      <w:r>
        <w:t>203.4425</w:t>
      </w:r>
      <w:r>
        <w:tab/>
        <w:t>1.013e0</w:t>
      </w:r>
    </w:p>
    <w:p w:rsidR="006974AE" w:rsidRDefault="006974AE" w:rsidP="006974AE">
      <w:r>
        <w:t>203.4505</w:t>
      </w:r>
      <w:r>
        <w:tab/>
        <w:t>1.013e0</w:t>
      </w:r>
    </w:p>
    <w:p w:rsidR="006974AE" w:rsidRDefault="006974AE" w:rsidP="006974AE">
      <w:r>
        <w:t>203.4622</w:t>
      </w:r>
      <w:r>
        <w:tab/>
        <w:t>1.013e0</w:t>
      </w:r>
    </w:p>
    <w:p w:rsidR="006974AE" w:rsidRDefault="006974AE" w:rsidP="006974AE">
      <w:r>
        <w:t>203.4675</w:t>
      </w:r>
      <w:r>
        <w:tab/>
        <w:t>2.025e0</w:t>
      </w:r>
    </w:p>
    <w:p w:rsidR="006974AE" w:rsidRDefault="006974AE" w:rsidP="006974AE">
      <w:r>
        <w:lastRenderedPageBreak/>
        <w:t>203.4737</w:t>
      </w:r>
      <w:r>
        <w:tab/>
        <w:t>1.013e0</w:t>
      </w:r>
    </w:p>
    <w:p w:rsidR="006974AE" w:rsidRDefault="006974AE" w:rsidP="006974AE">
      <w:r>
        <w:t>203.4958</w:t>
      </w:r>
      <w:r>
        <w:tab/>
        <w:t>1.013e0</w:t>
      </w:r>
    </w:p>
    <w:p w:rsidR="006974AE" w:rsidRDefault="006974AE" w:rsidP="006974AE">
      <w:r>
        <w:t>203.4980</w:t>
      </w:r>
      <w:r>
        <w:tab/>
        <w:t>2.025e0</w:t>
      </w:r>
    </w:p>
    <w:p w:rsidR="006974AE" w:rsidRDefault="006974AE" w:rsidP="006974AE">
      <w:r>
        <w:t>203.5070</w:t>
      </w:r>
      <w:r>
        <w:tab/>
        <w:t>1.013e0</w:t>
      </w:r>
    </w:p>
    <w:p w:rsidR="006974AE" w:rsidRDefault="006974AE" w:rsidP="006974AE">
      <w:r>
        <w:t>203.5130</w:t>
      </w:r>
      <w:r>
        <w:tab/>
        <w:t>3.038e0</w:t>
      </w:r>
    </w:p>
    <w:p w:rsidR="006974AE" w:rsidRDefault="006974AE" w:rsidP="006974AE">
      <w:r>
        <w:t>203.5185</w:t>
      </w:r>
      <w:r>
        <w:tab/>
        <w:t>1.013e0</w:t>
      </w:r>
    </w:p>
    <w:p w:rsidR="006974AE" w:rsidRDefault="006974AE" w:rsidP="006974AE">
      <w:r>
        <w:t>203.5426</w:t>
      </w:r>
      <w:r>
        <w:tab/>
        <w:t>2.025e0</w:t>
      </w:r>
    </w:p>
    <w:p w:rsidR="006974AE" w:rsidRDefault="006974AE" w:rsidP="006974AE">
      <w:r>
        <w:t>203.5558</w:t>
      </w:r>
      <w:r>
        <w:tab/>
        <w:t>1.013e0</w:t>
      </w:r>
    </w:p>
    <w:p w:rsidR="006974AE" w:rsidRDefault="006974AE" w:rsidP="006974AE">
      <w:r>
        <w:t>203.5597</w:t>
      </w:r>
      <w:r>
        <w:tab/>
        <w:t>1.013e0</w:t>
      </w:r>
    </w:p>
    <w:p w:rsidR="006974AE" w:rsidRDefault="006974AE" w:rsidP="006974AE">
      <w:r>
        <w:t>203.5732</w:t>
      </w:r>
      <w:r>
        <w:tab/>
        <w:t>2.025e0</w:t>
      </w:r>
    </w:p>
    <w:p w:rsidR="006974AE" w:rsidRDefault="006974AE" w:rsidP="006974AE">
      <w:r>
        <w:t>203.5809</w:t>
      </w:r>
      <w:r>
        <w:tab/>
        <w:t>2.025e0</w:t>
      </w:r>
    </w:p>
    <w:p w:rsidR="006974AE" w:rsidRDefault="006974AE" w:rsidP="006974AE">
      <w:r>
        <w:t>203.6099</w:t>
      </w:r>
      <w:r>
        <w:tab/>
        <w:t>1.013e0</w:t>
      </w:r>
    </w:p>
    <w:p w:rsidR="006974AE" w:rsidRDefault="006974AE" w:rsidP="006974AE">
      <w:r>
        <w:t>203.6136</w:t>
      </w:r>
      <w:r>
        <w:tab/>
        <w:t>1.013e0</w:t>
      </w:r>
    </w:p>
    <w:p w:rsidR="006974AE" w:rsidRDefault="006974AE" w:rsidP="006974AE">
      <w:r>
        <w:t>203.6363</w:t>
      </w:r>
      <w:r>
        <w:tab/>
        <w:t>1.013e0</w:t>
      </w:r>
    </w:p>
    <w:p w:rsidR="006974AE" w:rsidRDefault="006974AE" w:rsidP="006974AE">
      <w:r>
        <w:t>203.6588</w:t>
      </w:r>
      <w:r>
        <w:tab/>
        <w:t>1.013e0</w:t>
      </w:r>
    </w:p>
    <w:p w:rsidR="006974AE" w:rsidRDefault="006974AE" w:rsidP="006974AE">
      <w:r>
        <w:t>203.6812</w:t>
      </w:r>
      <w:r>
        <w:tab/>
        <w:t>1.013e0</w:t>
      </w:r>
    </w:p>
    <w:p w:rsidR="006974AE" w:rsidRDefault="006974AE" w:rsidP="006974AE">
      <w:r>
        <w:t>203.7235</w:t>
      </w:r>
      <w:r>
        <w:tab/>
        <w:t>1.013e0</w:t>
      </w:r>
    </w:p>
    <w:p w:rsidR="006974AE" w:rsidRDefault="006974AE" w:rsidP="006974AE">
      <w:r>
        <w:t>203.7367</w:t>
      </w:r>
      <w:r>
        <w:tab/>
        <w:t>2.025e0</w:t>
      </w:r>
    </w:p>
    <w:p w:rsidR="006974AE" w:rsidRDefault="006974AE" w:rsidP="006974AE">
      <w:r>
        <w:t>203.7502</w:t>
      </w:r>
      <w:r>
        <w:tab/>
        <w:t>1.013e0</w:t>
      </w:r>
    </w:p>
    <w:p w:rsidR="006974AE" w:rsidRDefault="006974AE" w:rsidP="006974AE">
      <w:r>
        <w:lastRenderedPageBreak/>
        <w:t>203.7616</w:t>
      </w:r>
      <w:r>
        <w:tab/>
        <w:t>1.013e0</w:t>
      </w:r>
    </w:p>
    <w:p w:rsidR="006974AE" w:rsidRDefault="006974AE" w:rsidP="006974AE">
      <w:r>
        <w:t>203.7803</w:t>
      </w:r>
      <w:r>
        <w:tab/>
        <w:t>1.013e0</w:t>
      </w:r>
    </w:p>
    <w:p w:rsidR="006974AE" w:rsidRDefault="006974AE" w:rsidP="006974AE">
      <w:r>
        <w:t>203.7838</w:t>
      </w:r>
      <w:r>
        <w:tab/>
        <w:t>1.013e0</w:t>
      </w:r>
    </w:p>
    <w:p w:rsidR="006974AE" w:rsidRDefault="006974AE" w:rsidP="006974AE">
      <w:r>
        <w:t>203.7914</w:t>
      </w:r>
      <w:r>
        <w:tab/>
        <w:t>1.013e0</w:t>
      </w:r>
    </w:p>
    <w:p w:rsidR="006974AE" w:rsidRDefault="006974AE" w:rsidP="006974AE">
      <w:r>
        <w:t>203.7954</w:t>
      </w:r>
      <w:r>
        <w:tab/>
        <w:t>1.013e0</w:t>
      </w:r>
    </w:p>
    <w:p w:rsidR="006974AE" w:rsidRDefault="006974AE" w:rsidP="006974AE">
      <w:r>
        <w:t>203.8250</w:t>
      </w:r>
      <w:r>
        <w:tab/>
        <w:t>1.013e0</w:t>
      </w:r>
    </w:p>
    <w:p w:rsidR="006974AE" w:rsidRDefault="006974AE" w:rsidP="006974AE">
      <w:r>
        <w:t>203.8443</w:t>
      </w:r>
      <w:r>
        <w:tab/>
        <w:t>1.013e0</w:t>
      </w:r>
    </w:p>
    <w:p w:rsidR="006974AE" w:rsidRDefault="006974AE" w:rsidP="006974AE">
      <w:r>
        <w:t>203.8523</w:t>
      </w:r>
      <w:r>
        <w:tab/>
        <w:t>1.013e0</w:t>
      </w:r>
    </w:p>
    <w:p w:rsidR="006974AE" w:rsidRDefault="006974AE" w:rsidP="006974AE">
      <w:r>
        <w:t>203.8601</w:t>
      </w:r>
      <w:r>
        <w:tab/>
        <w:t>1.013e0</w:t>
      </w:r>
    </w:p>
    <w:p w:rsidR="006974AE" w:rsidRDefault="006974AE" w:rsidP="006974AE">
      <w:r>
        <w:t>203.8677</w:t>
      </w:r>
      <w:r>
        <w:tab/>
        <w:t>1.013e0</w:t>
      </w:r>
    </w:p>
    <w:p w:rsidR="006974AE" w:rsidRDefault="006974AE" w:rsidP="006974AE">
      <w:r>
        <w:t>203.8755</w:t>
      </w:r>
      <w:r>
        <w:tab/>
        <w:t>1.013e0</w:t>
      </w:r>
    </w:p>
    <w:p w:rsidR="006974AE" w:rsidRDefault="006974AE" w:rsidP="006974AE">
      <w:r>
        <w:t>203.8945</w:t>
      </w:r>
      <w:r>
        <w:tab/>
        <w:t>1.013e0</w:t>
      </w:r>
    </w:p>
    <w:p w:rsidR="006974AE" w:rsidRDefault="006974AE" w:rsidP="006974AE">
      <w:r>
        <w:t>203.8980</w:t>
      </w:r>
      <w:r>
        <w:tab/>
        <w:t>2.025e0</w:t>
      </w:r>
    </w:p>
    <w:p w:rsidR="006974AE" w:rsidRDefault="006974AE" w:rsidP="006974AE">
      <w:r>
        <w:t>203.9317</w:t>
      </w:r>
      <w:r>
        <w:tab/>
        <w:t>3.038e0</w:t>
      </w:r>
    </w:p>
    <w:p w:rsidR="006974AE" w:rsidRDefault="006974AE" w:rsidP="006974AE">
      <w:r>
        <w:t>203.9355</w:t>
      </w:r>
      <w:r>
        <w:tab/>
        <w:t>1.013e0</w:t>
      </w:r>
    </w:p>
    <w:p w:rsidR="006974AE" w:rsidRDefault="006974AE" w:rsidP="006974AE">
      <w:r>
        <w:t>203.9617</w:t>
      </w:r>
      <w:r>
        <w:tab/>
        <w:t>2.025e0</w:t>
      </w:r>
    </w:p>
    <w:p w:rsidR="006974AE" w:rsidRDefault="006974AE" w:rsidP="006974AE">
      <w:r>
        <w:t>203.9695</w:t>
      </w:r>
      <w:r>
        <w:tab/>
        <w:t>1.013e0</w:t>
      </w:r>
    </w:p>
    <w:p w:rsidR="006974AE" w:rsidRDefault="006974AE" w:rsidP="006974AE">
      <w:r>
        <w:t>203.9812</w:t>
      </w:r>
      <w:r>
        <w:tab/>
        <w:t>1.013e0</w:t>
      </w:r>
    </w:p>
    <w:p w:rsidR="006974AE" w:rsidRDefault="006974AE" w:rsidP="006974AE">
      <w:r>
        <w:t>203.9909</w:t>
      </w:r>
      <w:r>
        <w:tab/>
        <w:t>2.025e0</w:t>
      </w:r>
    </w:p>
    <w:p w:rsidR="006974AE" w:rsidRDefault="006974AE" w:rsidP="006974AE">
      <w:r>
        <w:lastRenderedPageBreak/>
        <w:t>204.0060</w:t>
      </w:r>
      <w:r>
        <w:tab/>
        <w:t>2.025e0</w:t>
      </w:r>
    </w:p>
    <w:p w:rsidR="006974AE" w:rsidRDefault="006974AE" w:rsidP="006974AE">
      <w:r>
        <w:t>204.0083</w:t>
      </w:r>
      <w:r>
        <w:tab/>
        <w:t>2.025e0</w:t>
      </w:r>
    </w:p>
    <w:p w:rsidR="006974AE" w:rsidRDefault="006974AE" w:rsidP="006974AE">
      <w:r>
        <w:t>204.0199</w:t>
      </w:r>
      <w:r>
        <w:tab/>
        <w:t>1.013e0</w:t>
      </w:r>
    </w:p>
    <w:p w:rsidR="006974AE" w:rsidRDefault="006974AE" w:rsidP="006974AE">
      <w:r>
        <w:t>204.0273</w:t>
      </w:r>
      <w:r>
        <w:tab/>
        <w:t>1.013e0</w:t>
      </w:r>
    </w:p>
    <w:p w:rsidR="006974AE" w:rsidRDefault="006974AE" w:rsidP="006974AE">
      <w:r>
        <w:t>204.0440</w:t>
      </w:r>
      <w:r>
        <w:tab/>
        <w:t>2.025e0</w:t>
      </w:r>
    </w:p>
    <w:p w:rsidR="006974AE" w:rsidRDefault="006974AE" w:rsidP="006974AE">
      <w:r>
        <w:t>204.0647</w:t>
      </w:r>
      <w:r>
        <w:tab/>
        <w:t>2.025e0</w:t>
      </w:r>
    </w:p>
    <w:p w:rsidR="006974AE" w:rsidRDefault="006974AE" w:rsidP="006974AE">
      <w:r>
        <w:t>204.0683</w:t>
      </w:r>
      <w:r>
        <w:tab/>
        <w:t>1.013e0</w:t>
      </w:r>
    </w:p>
    <w:p w:rsidR="006974AE" w:rsidRDefault="006974AE" w:rsidP="006974AE">
      <w:r>
        <w:t>204.0836</w:t>
      </w:r>
      <w:r>
        <w:tab/>
        <w:t>4.051e0</w:t>
      </w:r>
    </w:p>
    <w:p w:rsidR="006974AE" w:rsidRDefault="006974AE" w:rsidP="006974AE">
      <w:r>
        <w:t>204.0947</w:t>
      </w:r>
      <w:r>
        <w:tab/>
        <w:t>1.013e0</w:t>
      </w:r>
    </w:p>
    <w:p w:rsidR="006974AE" w:rsidRDefault="006974AE" w:rsidP="006974AE">
      <w:r>
        <w:t>204.1062</w:t>
      </w:r>
      <w:r>
        <w:tab/>
        <w:t>1.013e0</w:t>
      </w:r>
    </w:p>
    <w:p w:rsidR="006974AE" w:rsidRDefault="006974AE" w:rsidP="006974AE">
      <w:r>
        <w:t>204.1082</w:t>
      </w:r>
      <w:r>
        <w:tab/>
        <w:t>5.063e0</w:t>
      </w:r>
    </w:p>
    <w:p w:rsidR="006974AE" w:rsidRDefault="006974AE" w:rsidP="006974AE">
      <w:r>
        <w:t>204.1216</w:t>
      </w:r>
      <w:r>
        <w:tab/>
        <w:t>1.013e0</w:t>
      </w:r>
    </w:p>
    <w:p w:rsidR="006974AE" w:rsidRDefault="006974AE" w:rsidP="006974AE">
      <w:r>
        <w:t>204.1264</w:t>
      </w:r>
      <w:r>
        <w:tab/>
        <w:t>4.051e0</w:t>
      </w:r>
    </w:p>
    <w:p w:rsidR="006974AE" w:rsidRDefault="006974AE" w:rsidP="006974AE">
      <w:r>
        <w:t>204.1528</w:t>
      </w:r>
      <w:r>
        <w:tab/>
        <w:t>1.013e0</w:t>
      </w:r>
    </w:p>
    <w:p w:rsidR="006974AE" w:rsidRDefault="006974AE" w:rsidP="006974AE">
      <w:r>
        <w:t>204.1601</w:t>
      </w:r>
      <w:r>
        <w:tab/>
        <w:t>2.025e0</w:t>
      </w:r>
    </w:p>
    <w:p w:rsidR="006974AE" w:rsidRDefault="006974AE" w:rsidP="006974AE">
      <w:r>
        <w:t>204.1752</w:t>
      </w:r>
      <w:r>
        <w:tab/>
        <w:t>2.025e0</w:t>
      </w:r>
    </w:p>
    <w:p w:rsidR="006974AE" w:rsidRDefault="006974AE" w:rsidP="006974AE">
      <w:r>
        <w:t>204.1862</w:t>
      </w:r>
      <w:r>
        <w:tab/>
        <w:t>1.013e0</w:t>
      </w:r>
    </w:p>
    <w:p w:rsidR="006974AE" w:rsidRDefault="006974AE" w:rsidP="006974AE">
      <w:r>
        <w:t>204.1900</w:t>
      </w:r>
      <w:r>
        <w:tab/>
        <w:t>1.013e0</w:t>
      </w:r>
    </w:p>
    <w:p w:rsidR="006974AE" w:rsidRDefault="006974AE" w:rsidP="006974AE">
      <w:r>
        <w:t>204.2087</w:t>
      </w:r>
      <w:r>
        <w:tab/>
        <w:t>1.013e0</w:t>
      </w:r>
    </w:p>
    <w:p w:rsidR="006974AE" w:rsidRDefault="006974AE" w:rsidP="006974AE">
      <w:r>
        <w:lastRenderedPageBreak/>
        <w:t>204.2125</w:t>
      </w:r>
      <w:r>
        <w:tab/>
        <w:t>3.038e0</w:t>
      </w:r>
    </w:p>
    <w:p w:rsidR="006974AE" w:rsidRDefault="006974AE" w:rsidP="006974AE">
      <w:r>
        <w:t>204.2162</w:t>
      </w:r>
      <w:r>
        <w:tab/>
        <w:t>1.013e0</w:t>
      </w:r>
    </w:p>
    <w:p w:rsidR="006974AE" w:rsidRDefault="006974AE" w:rsidP="006974AE">
      <w:r>
        <w:t>204.2239</w:t>
      </w:r>
      <w:r>
        <w:tab/>
        <w:t>1.013e0</w:t>
      </w:r>
    </w:p>
    <w:p w:rsidR="006974AE" w:rsidRDefault="006974AE" w:rsidP="006974AE">
      <w:r>
        <w:t>204.2430</w:t>
      </w:r>
      <w:r>
        <w:tab/>
        <w:t>1.013e0</w:t>
      </w:r>
    </w:p>
    <w:p w:rsidR="006974AE" w:rsidRDefault="006974AE" w:rsidP="006974AE">
      <w:r>
        <w:t>204.2587</w:t>
      </w:r>
      <w:r>
        <w:tab/>
        <w:t>1.013e0</w:t>
      </w:r>
    </w:p>
    <w:p w:rsidR="006974AE" w:rsidRDefault="006974AE" w:rsidP="006974AE">
      <w:r>
        <w:t>204.2969</w:t>
      </w:r>
      <w:r>
        <w:tab/>
        <w:t>1.013e0</w:t>
      </w:r>
    </w:p>
    <w:p w:rsidR="006974AE" w:rsidRDefault="006974AE" w:rsidP="006974AE">
      <w:r>
        <w:t>204.3007</w:t>
      </w:r>
      <w:r>
        <w:tab/>
        <w:t>2.025e0</w:t>
      </w:r>
    </w:p>
    <w:p w:rsidR="006974AE" w:rsidRDefault="006974AE" w:rsidP="006974AE">
      <w:r>
        <w:t>204.3116</w:t>
      </w:r>
      <w:r>
        <w:tab/>
        <w:t>1.013e0</w:t>
      </w:r>
    </w:p>
    <w:p w:rsidR="006974AE" w:rsidRDefault="006974AE" w:rsidP="006974AE">
      <w:r>
        <w:t>204.3156</w:t>
      </w:r>
      <w:r>
        <w:tab/>
        <w:t>1.013e0</w:t>
      </w:r>
    </w:p>
    <w:p w:rsidR="006974AE" w:rsidRDefault="006974AE" w:rsidP="006974AE">
      <w:r>
        <w:t>204.3194</w:t>
      </w:r>
      <w:r>
        <w:tab/>
        <w:t>1.013e0</w:t>
      </w:r>
    </w:p>
    <w:p w:rsidR="006974AE" w:rsidRDefault="006974AE" w:rsidP="006974AE">
      <w:r>
        <w:t>204.3229</w:t>
      </w:r>
      <w:r>
        <w:tab/>
        <w:t>1.013e0</w:t>
      </w:r>
    </w:p>
    <w:p w:rsidR="006974AE" w:rsidRDefault="006974AE" w:rsidP="006974AE">
      <w:r>
        <w:t>204.3382</w:t>
      </w:r>
      <w:r>
        <w:tab/>
        <w:t>1.013e0</w:t>
      </w:r>
    </w:p>
    <w:p w:rsidR="006974AE" w:rsidRDefault="006974AE" w:rsidP="006974AE">
      <w:r>
        <w:t>204.3491</w:t>
      </w:r>
      <w:r>
        <w:tab/>
        <w:t>1.013e0</w:t>
      </w:r>
    </w:p>
    <w:p w:rsidR="006974AE" w:rsidRDefault="006974AE" w:rsidP="006974AE">
      <w:r>
        <w:t>204.3568</w:t>
      </w:r>
      <w:r>
        <w:tab/>
        <w:t>1.013e0</w:t>
      </w:r>
    </w:p>
    <w:p w:rsidR="006974AE" w:rsidRDefault="006974AE" w:rsidP="006974AE">
      <w:r>
        <w:t>204.3686</w:t>
      </w:r>
      <w:r>
        <w:tab/>
        <w:t>2.025e0</w:t>
      </w:r>
    </w:p>
    <w:p w:rsidR="006974AE" w:rsidRDefault="006974AE" w:rsidP="006974AE">
      <w:r>
        <w:t>204.3800</w:t>
      </w:r>
      <w:r>
        <w:tab/>
        <w:t>1.013e0</w:t>
      </w:r>
    </w:p>
    <w:p w:rsidR="006974AE" w:rsidRDefault="006974AE" w:rsidP="006974AE">
      <w:r>
        <w:t>204.4221</w:t>
      </w:r>
      <w:r>
        <w:tab/>
        <w:t>1.013e0</w:t>
      </w:r>
    </w:p>
    <w:p w:rsidR="006974AE" w:rsidRDefault="006974AE" w:rsidP="006974AE">
      <w:r>
        <w:t>204.4296</w:t>
      </w:r>
      <w:r>
        <w:tab/>
        <w:t>1.013e0</w:t>
      </w:r>
    </w:p>
    <w:p w:rsidR="006974AE" w:rsidRDefault="006974AE" w:rsidP="006974AE">
      <w:r>
        <w:t>204.4333</w:t>
      </w:r>
      <w:r>
        <w:tab/>
        <w:t>2.025e0</w:t>
      </w:r>
    </w:p>
    <w:p w:rsidR="006974AE" w:rsidRDefault="006974AE" w:rsidP="006974AE">
      <w:r>
        <w:lastRenderedPageBreak/>
        <w:t>204.4373</w:t>
      </w:r>
      <w:r>
        <w:tab/>
        <w:t>1.013e0</w:t>
      </w:r>
    </w:p>
    <w:p w:rsidR="006974AE" w:rsidRDefault="006974AE" w:rsidP="006974AE">
      <w:r>
        <w:t>204.4596</w:t>
      </w:r>
      <w:r>
        <w:tab/>
        <w:t>1.013e0</w:t>
      </w:r>
    </w:p>
    <w:p w:rsidR="006974AE" w:rsidRDefault="006974AE" w:rsidP="006974AE">
      <w:r>
        <w:t>204.4673</w:t>
      </w:r>
      <w:r>
        <w:tab/>
        <w:t>2.025e0</w:t>
      </w:r>
    </w:p>
    <w:p w:rsidR="006974AE" w:rsidRDefault="006974AE" w:rsidP="006974AE">
      <w:r>
        <w:t>204.4783</w:t>
      </w:r>
      <w:r>
        <w:tab/>
        <w:t>1.013e0</w:t>
      </w:r>
    </w:p>
    <w:p w:rsidR="006974AE" w:rsidRDefault="006974AE" w:rsidP="006974AE">
      <w:r>
        <w:t>204.5089</w:t>
      </w:r>
      <w:r>
        <w:tab/>
        <w:t>1.013e0</w:t>
      </w:r>
    </w:p>
    <w:p w:rsidR="006974AE" w:rsidRDefault="006974AE" w:rsidP="006974AE">
      <w:r>
        <w:t>204.5226</w:t>
      </w:r>
      <w:r>
        <w:tab/>
        <w:t>2.025e0</w:t>
      </w:r>
    </w:p>
    <w:p w:rsidR="006974AE" w:rsidRDefault="006974AE" w:rsidP="006974AE">
      <w:r>
        <w:t>204.5323</w:t>
      </w:r>
      <w:r>
        <w:tab/>
        <w:t>1.013e0</w:t>
      </w:r>
    </w:p>
    <w:p w:rsidR="006974AE" w:rsidRDefault="006974AE" w:rsidP="006974AE">
      <w:r>
        <w:t>204.5516</w:t>
      </w:r>
      <w:r>
        <w:tab/>
        <w:t>1.013e0</w:t>
      </w:r>
    </w:p>
    <w:p w:rsidR="006974AE" w:rsidRDefault="006974AE" w:rsidP="006974AE">
      <w:r>
        <w:t>204.5663</w:t>
      </w:r>
      <w:r>
        <w:tab/>
        <w:t>2.025e0</w:t>
      </w:r>
    </w:p>
    <w:p w:rsidR="006974AE" w:rsidRDefault="006974AE" w:rsidP="006974AE">
      <w:r>
        <w:t>204.5778</w:t>
      </w:r>
      <w:r>
        <w:tab/>
        <w:t>1.013e0</w:t>
      </w:r>
    </w:p>
    <w:p w:rsidR="006974AE" w:rsidRDefault="006974AE" w:rsidP="006974AE">
      <w:r>
        <w:t>204.5816</w:t>
      </w:r>
      <w:r>
        <w:tab/>
        <w:t>1.013e0</w:t>
      </w:r>
    </w:p>
    <w:p w:rsidR="006974AE" w:rsidRDefault="006974AE" w:rsidP="006974AE">
      <w:r>
        <w:t>204.5854</w:t>
      </w:r>
      <w:r>
        <w:tab/>
        <w:t>1.013e0</w:t>
      </w:r>
    </w:p>
    <w:p w:rsidR="006974AE" w:rsidRDefault="006974AE" w:rsidP="006974AE">
      <w:r>
        <w:t>204.5889</w:t>
      </w:r>
      <w:r>
        <w:tab/>
        <w:t>3.038e0</w:t>
      </w:r>
    </w:p>
    <w:p w:rsidR="006974AE" w:rsidRDefault="006974AE" w:rsidP="006974AE">
      <w:r>
        <w:t>204.6001</w:t>
      </w:r>
      <w:r>
        <w:tab/>
        <w:t>1.013e0</w:t>
      </w:r>
    </w:p>
    <w:p w:rsidR="006974AE" w:rsidRDefault="006974AE" w:rsidP="006974AE">
      <w:r>
        <w:t>204.6116</w:t>
      </w:r>
      <w:r>
        <w:tab/>
        <w:t>1.013e0</w:t>
      </w:r>
    </w:p>
    <w:p w:rsidR="006974AE" w:rsidRDefault="006974AE" w:rsidP="006974AE">
      <w:r>
        <w:t>204.6188</w:t>
      </w:r>
      <w:r>
        <w:tab/>
        <w:t>1.013e0</w:t>
      </w:r>
    </w:p>
    <w:p w:rsidR="006974AE" w:rsidRDefault="006974AE" w:rsidP="006974AE">
      <w:r>
        <w:t>204.6383</w:t>
      </w:r>
      <w:r>
        <w:tab/>
        <w:t>1.013e0</w:t>
      </w:r>
    </w:p>
    <w:p w:rsidR="006974AE" w:rsidRDefault="006974AE" w:rsidP="006974AE">
      <w:r>
        <w:t>204.6577</w:t>
      </w:r>
      <w:r>
        <w:tab/>
        <w:t>1.013e0</w:t>
      </w:r>
    </w:p>
    <w:p w:rsidR="006974AE" w:rsidRDefault="006974AE" w:rsidP="006974AE">
      <w:r>
        <w:t>204.6772</w:t>
      </w:r>
      <w:r>
        <w:tab/>
        <w:t>1.013e0</w:t>
      </w:r>
    </w:p>
    <w:p w:rsidR="006974AE" w:rsidRDefault="006974AE" w:rsidP="006974AE">
      <w:r>
        <w:lastRenderedPageBreak/>
        <w:t>204.6993</w:t>
      </w:r>
      <w:r>
        <w:tab/>
        <w:t>1.013e0</w:t>
      </w:r>
    </w:p>
    <w:p w:rsidR="006974AE" w:rsidRDefault="006974AE" w:rsidP="006974AE">
      <w:r>
        <w:t>204.7068</w:t>
      </w:r>
      <w:r>
        <w:tab/>
        <w:t>1.013e0</w:t>
      </w:r>
    </w:p>
    <w:p w:rsidR="006974AE" w:rsidRDefault="006974AE" w:rsidP="006974AE">
      <w:r>
        <w:t>204.7371</w:t>
      </w:r>
      <w:r>
        <w:tab/>
        <w:t>1.013e0</w:t>
      </w:r>
    </w:p>
    <w:p w:rsidR="006974AE" w:rsidRDefault="006974AE" w:rsidP="006974AE">
      <w:r>
        <w:t>204.8325</w:t>
      </w:r>
      <w:r>
        <w:tab/>
        <w:t>2.025e0</w:t>
      </w:r>
    </w:p>
    <w:p w:rsidR="006974AE" w:rsidRDefault="006974AE" w:rsidP="006974AE">
      <w:r>
        <w:t>204.8474</w:t>
      </w:r>
      <w:r>
        <w:tab/>
        <w:t>1.013e0</w:t>
      </w:r>
    </w:p>
    <w:p w:rsidR="006974AE" w:rsidRDefault="006974AE" w:rsidP="006974AE">
      <w:r>
        <w:t>204.8699</w:t>
      </w:r>
      <w:r>
        <w:tab/>
        <w:t>1.013e0</w:t>
      </w:r>
    </w:p>
    <w:p w:rsidR="006974AE" w:rsidRDefault="006974AE" w:rsidP="006974AE">
      <w:r>
        <w:t>204.8776</w:t>
      </w:r>
      <w:r>
        <w:tab/>
        <w:t>1.013e0</w:t>
      </w:r>
    </w:p>
    <w:p w:rsidR="006974AE" w:rsidRDefault="006974AE" w:rsidP="006974AE">
      <w:r>
        <w:t>204.8967</w:t>
      </w:r>
      <w:r>
        <w:tab/>
        <w:t>1.013e0</w:t>
      </w:r>
    </w:p>
    <w:p w:rsidR="006974AE" w:rsidRDefault="006974AE" w:rsidP="006974AE">
      <w:r>
        <w:t>204.9507</w:t>
      </w:r>
      <w:r>
        <w:tab/>
        <w:t>1.013e0</w:t>
      </w:r>
    </w:p>
    <w:p w:rsidR="006974AE" w:rsidRDefault="006974AE" w:rsidP="006974AE">
      <w:r>
        <w:t>204.9692</w:t>
      </w:r>
      <w:r>
        <w:tab/>
        <w:t>1.013e0</w:t>
      </w:r>
    </w:p>
    <w:p w:rsidR="006974AE" w:rsidRDefault="006974AE" w:rsidP="006974AE">
      <w:r>
        <w:t>204.9805</w:t>
      </w:r>
      <w:r>
        <w:tab/>
        <w:t>1.013e0</w:t>
      </w:r>
    </w:p>
    <w:p w:rsidR="006974AE" w:rsidRDefault="006974AE" w:rsidP="006974AE">
      <w:r>
        <w:t>205.0164</w:t>
      </w:r>
      <w:r>
        <w:tab/>
        <w:t>1.215e1</w:t>
      </w:r>
    </w:p>
    <w:p w:rsidR="006974AE" w:rsidRDefault="006974AE" w:rsidP="006974AE">
      <w:r>
        <w:t>205.0180</w:t>
      </w:r>
      <w:r>
        <w:tab/>
        <w:t>5.063e0</w:t>
      </w:r>
    </w:p>
    <w:p w:rsidR="006974AE" w:rsidRDefault="006974AE" w:rsidP="006974AE">
      <w:r>
        <w:t>205.0227</w:t>
      </w:r>
      <w:r>
        <w:tab/>
        <w:t>3.038e0</w:t>
      </w:r>
    </w:p>
    <w:p w:rsidR="006974AE" w:rsidRDefault="006974AE" w:rsidP="006974AE">
      <w:r>
        <w:t>205.0264</w:t>
      </w:r>
      <w:r>
        <w:tab/>
        <w:t>1.013e0</w:t>
      </w:r>
    </w:p>
    <w:p w:rsidR="006974AE" w:rsidRDefault="006974AE" w:rsidP="006974AE">
      <w:r>
        <w:t>205.0687</w:t>
      </w:r>
      <w:r>
        <w:tab/>
        <w:t>3.038e0</w:t>
      </w:r>
    </w:p>
    <w:p w:rsidR="006974AE" w:rsidRDefault="006974AE" w:rsidP="006974AE">
      <w:r>
        <w:t>205.0723</w:t>
      </w:r>
      <w:r>
        <w:tab/>
        <w:t>3.038e0</w:t>
      </w:r>
    </w:p>
    <w:p w:rsidR="006974AE" w:rsidRDefault="006974AE" w:rsidP="006974AE">
      <w:r>
        <w:t>205.1011</w:t>
      </w:r>
      <w:r>
        <w:tab/>
        <w:t>3.576e0</w:t>
      </w:r>
    </w:p>
    <w:p w:rsidR="006974AE" w:rsidRDefault="006974AE" w:rsidP="006974AE">
      <w:r>
        <w:t>205.1026</w:t>
      </w:r>
      <w:r>
        <w:tab/>
        <w:t>2.025e0</w:t>
      </w:r>
    </w:p>
    <w:p w:rsidR="006974AE" w:rsidRDefault="006974AE" w:rsidP="006974AE">
      <w:r>
        <w:lastRenderedPageBreak/>
        <w:t>205.1099</w:t>
      </w:r>
      <w:r>
        <w:tab/>
        <w:t>1.013e0</w:t>
      </w:r>
    </w:p>
    <w:p w:rsidR="006974AE" w:rsidRDefault="006974AE" w:rsidP="006974AE">
      <w:r>
        <w:t>205.1138</w:t>
      </w:r>
      <w:r>
        <w:tab/>
        <w:t>3.038e0</w:t>
      </w:r>
    </w:p>
    <w:p w:rsidR="006974AE" w:rsidRDefault="006974AE" w:rsidP="006974AE">
      <w:r>
        <w:t>205.1176</w:t>
      </w:r>
      <w:r>
        <w:tab/>
        <w:t>1.013e0</w:t>
      </w:r>
    </w:p>
    <w:p w:rsidR="006974AE" w:rsidRDefault="006974AE" w:rsidP="006974AE">
      <w:r>
        <w:t>205.1283</w:t>
      </w:r>
      <w:r>
        <w:tab/>
        <w:t>4.051e0</w:t>
      </w:r>
    </w:p>
    <w:p w:rsidR="006974AE" w:rsidRDefault="006974AE" w:rsidP="006974AE">
      <w:r>
        <w:t>205.1577</w:t>
      </w:r>
      <w:r>
        <w:tab/>
        <w:t>4.051e0</w:t>
      </w:r>
    </w:p>
    <w:p w:rsidR="006974AE" w:rsidRDefault="006974AE" w:rsidP="006974AE">
      <w:r>
        <w:t>205.1636</w:t>
      </w:r>
      <w:r>
        <w:tab/>
        <w:t>2.025e0</w:t>
      </w:r>
    </w:p>
    <w:p w:rsidR="006974AE" w:rsidRDefault="006974AE" w:rsidP="006974AE">
      <w:r>
        <w:t>205.1755</w:t>
      </w:r>
      <w:r>
        <w:tab/>
        <w:t>1.013e0</w:t>
      </w:r>
    </w:p>
    <w:p w:rsidR="006974AE" w:rsidRDefault="006974AE" w:rsidP="006974AE">
      <w:r>
        <w:t>205.1792</w:t>
      </w:r>
      <w:r>
        <w:tab/>
        <w:t>1.013e0</w:t>
      </w:r>
    </w:p>
    <w:p w:rsidR="006974AE" w:rsidRDefault="006974AE" w:rsidP="006974AE">
      <w:r>
        <w:t>205.2130</w:t>
      </w:r>
      <w:r>
        <w:tab/>
        <w:t>3.038e0</w:t>
      </w:r>
    </w:p>
    <w:p w:rsidR="006974AE" w:rsidRDefault="006974AE" w:rsidP="006974AE">
      <w:r>
        <w:t>205.2167</w:t>
      </w:r>
      <w:r>
        <w:tab/>
        <w:t>1.013e0</w:t>
      </w:r>
    </w:p>
    <w:p w:rsidR="006974AE" w:rsidRDefault="006974AE" w:rsidP="006974AE">
      <w:r>
        <w:t>205.2467</w:t>
      </w:r>
      <w:r>
        <w:tab/>
        <w:t>1.013e0</w:t>
      </w:r>
    </w:p>
    <w:p w:rsidR="006974AE" w:rsidRDefault="006974AE" w:rsidP="006974AE">
      <w:r>
        <w:t>205.2542</w:t>
      </w:r>
      <w:r>
        <w:tab/>
        <w:t>1.013e0</w:t>
      </w:r>
    </w:p>
    <w:p w:rsidR="006974AE" w:rsidRDefault="006974AE" w:rsidP="006974AE">
      <w:r>
        <w:t>205.2581</w:t>
      </w:r>
      <w:r>
        <w:tab/>
        <w:t>2.025e0</w:t>
      </w:r>
    </w:p>
    <w:p w:rsidR="006974AE" w:rsidRDefault="006974AE" w:rsidP="006974AE">
      <w:r>
        <w:t>205.2697</w:t>
      </w:r>
      <w:r>
        <w:tab/>
        <w:t>2.025e0</w:t>
      </w:r>
    </w:p>
    <w:p w:rsidR="006974AE" w:rsidRDefault="006974AE" w:rsidP="006974AE">
      <w:r>
        <w:t>205.2894</w:t>
      </w:r>
      <w:r>
        <w:tab/>
        <w:t>1.013e0</w:t>
      </w:r>
    </w:p>
    <w:p w:rsidR="006974AE" w:rsidRDefault="006974AE" w:rsidP="006974AE">
      <w:r>
        <w:t>205.3238</w:t>
      </w:r>
      <w:r>
        <w:tab/>
        <w:t>1.013e0</w:t>
      </w:r>
    </w:p>
    <w:p w:rsidR="006974AE" w:rsidRDefault="006974AE" w:rsidP="006974AE">
      <w:r>
        <w:t>205.3426</w:t>
      </w:r>
      <w:r>
        <w:tab/>
        <w:t>1.013e0</w:t>
      </w:r>
    </w:p>
    <w:p w:rsidR="006974AE" w:rsidRDefault="006974AE" w:rsidP="006974AE">
      <w:r>
        <w:t>205.3652</w:t>
      </w:r>
      <w:r>
        <w:tab/>
        <w:t>1.013e0</w:t>
      </w:r>
    </w:p>
    <w:p w:rsidR="006974AE" w:rsidRDefault="006974AE" w:rsidP="006974AE">
      <w:r>
        <w:t>205.3876</w:t>
      </w:r>
      <w:r>
        <w:tab/>
        <w:t>1.013e0</w:t>
      </w:r>
    </w:p>
    <w:p w:rsidR="006974AE" w:rsidRDefault="006974AE" w:rsidP="006974AE">
      <w:r>
        <w:lastRenderedPageBreak/>
        <w:t>205.4188</w:t>
      </w:r>
      <w:r>
        <w:tab/>
        <w:t>1.013e0</w:t>
      </w:r>
    </w:p>
    <w:p w:rsidR="006974AE" w:rsidRDefault="006974AE" w:rsidP="006974AE">
      <w:r>
        <w:t>205.4227</w:t>
      </w:r>
      <w:r>
        <w:tab/>
        <w:t>1.013e0</w:t>
      </w:r>
    </w:p>
    <w:p w:rsidR="006974AE" w:rsidRDefault="006974AE" w:rsidP="006974AE">
      <w:r>
        <w:t>205.4455</w:t>
      </w:r>
      <w:r>
        <w:tab/>
        <w:t>1.013e0</w:t>
      </w:r>
    </w:p>
    <w:p w:rsidR="006974AE" w:rsidRDefault="006974AE" w:rsidP="006974AE">
      <w:r>
        <w:t>205.4570</w:t>
      </w:r>
      <w:r>
        <w:tab/>
        <w:t>1.013e0</w:t>
      </w:r>
    </w:p>
    <w:p w:rsidR="006974AE" w:rsidRDefault="006974AE" w:rsidP="006974AE">
      <w:r>
        <w:t>205.4605</w:t>
      </w:r>
      <w:r>
        <w:tab/>
        <w:t>1.013e0</w:t>
      </w:r>
    </w:p>
    <w:p w:rsidR="006974AE" w:rsidRDefault="006974AE" w:rsidP="006974AE">
      <w:r>
        <w:t>205.4906</w:t>
      </w:r>
      <w:r>
        <w:tab/>
        <w:t>1.013e0</w:t>
      </w:r>
    </w:p>
    <w:p w:rsidR="006974AE" w:rsidRDefault="006974AE" w:rsidP="006974AE">
      <w:r>
        <w:t>205.4943</w:t>
      </w:r>
      <w:r>
        <w:tab/>
        <w:t>1.013e0</w:t>
      </w:r>
    </w:p>
    <w:p w:rsidR="006974AE" w:rsidRDefault="006974AE" w:rsidP="006974AE">
      <w:r>
        <w:t>205.5446</w:t>
      </w:r>
      <w:r>
        <w:tab/>
        <w:t>1.013e0</w:t>
      </w:r>
    </w:p>
    <w:p w:rsidR="006974AE" w:rsidRDefault="006974AE" w:rsidP="006974AE">
      <w:r>
        <w:t>205.5527</w:t>
      </w:r>
      <w:r>
        <w:tab/>
        <w:t>1.013e0</w:t>
      </w:r>
    </w:p>
    <w:p w:rsidR="006974AE" w:rsidRDefault="006974AE" w:rsidP="006974AE">
      <w:r>
        <w:t>205.5600</w:t>
      </w:r>
      <w:r>
        <w:tab/>
        <w:t>3.038e0</w:t>
      </w:r>
    </w:p>
    <w:p w:rsidR="006974AE" w:rsidRDefault="006974AE" w:rsidP="006974AE">
      <w:r>
        <w:t>205.5787</w:t>
      </w:r>
      <w:r>
        <w:tab/>
        <w:t>1.013e0</w:t>
      </w:r>
    </w:p>
    <w:p w:rsidR="006974AE" w:rsidRDefault="006974AE" w:rsidP="006974AE">
      <w:r>
        <w:t>205.5864</w:t>
      </w:r>
      <w:r>
        <w:tab/>
        <w:t>1.013e0</w:t>
      </w:r>
    </w:p>
    <w:p w:rsidR="006974AE" w:rsidRDefault="006974AE" w:rsidP="006974AE">
      <w:r>
        <w:t>205.5975</w:t>
      </w:r>
      <w:r>
        <w:tab/>
        <w:t>1.013e0</w:t>
      </w:r>
    </w:p>
    <w:p w:rsidR="006974AE" w:rsidRDefault="006974AE" w:rsidP="006974AE">
      <w:r>
        <w:t>205.6090</w:t>
      </w:r>
      <w:r>
        <w:tab/>
        <w:t>1.013e0</w:t>
      </w:r>
    </w:p>
    <w:p w:rsidR="006974AE" w:rsidRDefault="006974AE" w:rsidP="006974AE">
      <w:r>
        <w:t>205.6128</w:t>
      </w:r>
      <w:r>
        <w:tab/>
        <w:t>1.013e0</w:t>
      </w:r>
    </w:p>
    <w:p w:rsidR="006974AE" w:rsidRDefault="006974AE" w:rsidP="006974AE">
      <w:r>
        <w:t>205.6187</w:t>
      </w:r>
      <w:r>
        <w:tab/>
        <w:t>3.038e0</w:t>
      </w:r>
    </w:p>
    <w:p w:rsidR="006974AE" w:rsidRDefault="006974AE" w:rsidP="006974AE">
      <w:r>
        <w:t>205.6275</w:t>
      </w:r>
      <w:r>
        <w:tab/>
        <w:t>1.013e0</w:t>
      </w:r>
    </w:p>
    <w:p w:rsidR="006974AE" w:rsidRDefault="006974AE" w:rsidP="006974AE">
      <w:r>
        <w:t>205.6468</w:t>
      </w:r>
      <w:r>
        <w:tab/>
        <w:t>1.013e0</w:t>
      </w:r>
    </w:p>
    <w:p w:rsidR="006974AE" w:rsidRDefault="006974AE" w:rsidP="006974AE">
      <w:r>
        <w:t>205.6971</w:t>
      </w:r>
      <w:r>
        <w:tab/>
        <w:t>1.013e0</w:t>
      </w:r>
    </w:p>
    <w:p w:rsidR="006974AE" w:rsidRDefault="006974AE" w:rsidP="006974AE">
      <w:r>
        <w:lastRenderedPageBreak/>
        <w:t>205.7009</w:t>
      </w:r>
      <w:r>
        <w:tab/>
        <w:t>1.013e0</w:t>
      </w:r>
    </w:p>
    <w:p w:rsidR="006974AE" w:rsidRDefault="006974AE" w:rsidP="006974AE">
      <w:r>
        <w:t>205.7385</w:t>
      </w:r>
      <w:r>
        <w:tab/>
        <w:t>1.013e0</w:t>
      </w:r>
    </w:p>
    <w:p w:rsidR="006974AE" w:rsidRDefault="006974AE" w:rsidP="006974AE">
      <w:r>
        <w:t>205.7570</w:t>
      </w:r>
      <w:r>
        <w:tab/>
        <w:t>1.013e0</w:t>
      </w:r>
    </w:p>
    <w:p w:rsidR="006974AE" w:rsidRDefault="006974AE" w:rsidP="006974AE">
      <w:r>
        <w:t>205.7766</w:t>
      </w:r>
      <w:r>
        <w:tab/>
        <w:t>1.013e0</w:t>
      </w:r>
    </w:p>
    <w:p w:rsidR="006974AE" w:rsidRDefault="006974AE" w:rsidP="006974AE">
      <w:r>
        <w:t>205.7980</w:t>
      </w:r>
      <w:r>
        <w:tab/>
        <w:t>3.038e0</w:t>
      </w:r>
    </w:p>
    <w:p w:rsidR="006974AE" w:rsidRDefault="006974AE" w:rsidP="006974AE">
      <w:r>
        <w:t>205.8117</w:t>
      </w:r>
      <w:r>
        <w:tab/>
        <w:t>1.013e0</w:t>
      </w:r>
    </w:p>
    <w:p w:rsidR="006974AE" w:rsidRDefault="006974AE" w:rsidP="006974AE">
      <w:r>
        <w:t>205.8154</w:t>
      </w:r>
      <w:r>
        <w:tab/>
        <w:t>1.013e0</w:t>
      </w:r>
    </w:p>
    <w:p w:rsidR="006974AE" w:rsidRDefault="006974AE" w:rsidP="006974AE">
      <w:r>
        <w:t>205.8342</w:t>
      </w:r>
      <w:r>
        <w:tab/>
        <w:t>1.013e0</w:t>
      </w:r>
    </w:p>
    <w:p w:rsidR="006974AE" w:rsidRDefault="006974AE" w:rsidP="006974AE">
      <w:r>
        <w:t>205.8565</w:t>
      </w:r>
      <w:r>
        <w:tab/>
        <w:t>1.013e0</w:t>
      </w:r>
    </w:p>
    <w:p w:rsidR="006974AE" w:rsidRDefault="006974AE" w:rsidP="006974AE">
      <w:r>
        <w:t>205.8911</w:t>
      </w:r>
      <w:r>
        <w:tab/>
        <w:t>1.013e0</w:t>
      </w:r>
    </w:p>
    <w:p w:rsidR="006974AE" w:rsidRDefault="006974AE" w:rsidP="006974AE">
      <w:r>
        <w:t>205.9147</w:t>
      </w:r>
      <w:r>
        <w:tab/>
        <w:t>1.013e0</w:t>
      </w:r>
    </w:p>
    <w:p w:rsidR="006974AE" w:rsidRDefault="006974AE" w:rsidP="006974AE">
      <w:r>
        <w:t>205.9522</w:t>
      </w:r>
      <w:r>
        <w:tab/>
        <w:t>1.013e0</w:t>
      </w:r>
    </w:p>
    <w:p w:rsidR="006974AE" w:rsidRDefault="006974AE" w:rsidP="006974AE">
      <w:r>
        <w:t>205.9600</w:t>
      </w:r>
      <w:r>
        <w:tab/>
        <w:t>1.013e0</w:t>
      </w:r>
    </w:p>
    <w:p w:rsidR="006974AE" w:rsidRDefault="006974AE" w:rsidP="006974AE">
      <w:r>
        <w:t>205.9637</w:t>
      </w:r>
      <w:r>
        <w:tab/>
        <w:t>2.025e0</w:t>
      </w:r>
    </w:p>
    <w:p w:rsidR="006974AE" w:rsidRDefault="006974AE" w:rsidP="006974AE">
      <w:r>
        <w:t>205.9860</w:t>
      </w:r>
      <w:r>
        <w:tab/>
        <w:t>2.025e0</w:t>
      </w:r>
    </w:p>
    <w:p w:rsidR="006974AE" w:rsidRDefault="006974AE" w:rsidP="006974AE">
      <w:r>
        <w:t>205.9958</w:t>
      </w:r>
      <w:r>
        <w:tab/>
        <w:t>2.025e0</w:t>
      </w:r>
    </w:p>
    <w:p w:rsidR="006974AE" w:rsidRDefault="006974AE" w:rsidP="006974AE">
      <w:r>
        <w:t>206.0046</w:t>
      </w:r>
      <w:r>
        <w:tab/>
        <w:t>4.051e0</w:t>
      </w:r>
    </w:p>
    <w:p w:rsidR="006974AE" w:rsidRDefault="006974AE" w:rsidP="006974AE">
      <w:r>
        <w:t>206.0092</w:t>
      </w:r>
      <w:r>
        <w:tab/>
        <w:t>1.013e0</w:t>
      </w:r>
    </w:p>
    <w:p w:rsidR="006974AE" w:rsidRDefault="006974AE" w:rsidP="006974AE">
      <w:r>
        <w:t>206.0247</w:t>
      </w:r>
      <w:r>
        <w:tab/>
        <w:t>1.013e0</w:t>
      </w:r>
    </w:p>
    <w:p w:rsidR="006974AE" w:rsidRDefault="006974AE" w:rsidP="006974AE">
      <w:r>
        <w:lastRenderedPageBreak/>
        <w:t>206.0289</w:t>
      </w:r>
      <w:r>
        <w:tab/>
        <w:t>2.025e0</w:t>
      </w:r>
    </w:p>
    <w:p w:rsidR="006974AE" w:rsidRDefault="006974AE" w:rsidP="006974AE">
      <w:r>
        <w:t>206.0407</w:t>
      </w:r>
      <w:r>
        <w:tab/>
        <w:t>1.013e0</w:t>
      </w:r>
    </w:p>
    <w:p w:rsidR="006974AE" w:rsidRDefault="006974AE" w:rsidP="006974AE">
      <w:r>
        <w:t>206.0617</w:t>
      </w:r>
      <w:r>
        <w:tab/>
        <w:t>6.076e0</w:t>
      </w:r>
    </w:p>
    <w:p w:rsidR="006974AE" w:rsidRDefault="006974AE" w:rsidP="006974AE">
      <w:r>
        <w:t>206.0632</w:t>
      </w:r>
      <w:r>
        <w:tab/>
        <w:t>1.013e0</w:t>
      </w:r>
    </w:p>
    <w:p w:rsidR="006974AE" w:rsidRDefault="006974AE" w:rsidP="006974AE">
      <w:r>
        <w:t>206.0735</w:t>
      </w:r>
      <w:r>
        <w:tab/>
        <w:t>3.038e0</w:t>
      </w:r>
    </w:p>
    <w:p w:rsidR="006974AE" w:rsidRDefault="006974AE" w:rsidP="006974AE">
      <w:r>
        <w:t>206.0764</w:t>
      </w:r>
      <w:r>
        <w:tab/>
        <w:t>2.025e0</w:t>
      </w:r>
    </w:p>
    <w:p w:rsidR="006974AE" w:rsidRDefault="006974AE" w:rsidP="006974AE">
      <w:r>
        <w:t>206.0855</w:t>
      </w:r>
      <w:r>
        <w:tab/>
        <w:t>3.038e0</w:t>
      </w:r>
    </w:p>
    <w:p w:rsidR="006974AE" w:rsidRDefault="006974AE" w:rsidP="006974AE">
      <w:r>
        <w:t>206.0892</w:t>
      </w:r>
      <w:r>
        <w:tab/>
        <w:t>4.051e0</w:t>
      </w:r>
    </w:p>
    <w:p w:rsidR="006974AE" w:rsidRDefault="006974AE" w:rsidP="006974AE">
      <w:r>
        <w:t>206.0993</w:t>
      </w:r>
      <w:r>
        <w:tab/>
        <w:t>6.076e0</w:t>
      </w:r>
    </w:p>
    <w:p w:rsidR="006974AE" w:rsidRDefault="006974AE" w:rsidP="006974AE">
      <w:r>
        <w:t>206.1032</w:t>
      </w:r>
      <w:r>
        <w:tab/>
        <w:t>9.114e0</w:t>
      </w:r>
    </w:p>
    <w:p w:rsidR="006974AE" w:rsidRDefault="006974AE" w:rsidP="006974AE">
      <w:r>
        <w:t>206.1084</w:t>
      </w:r>
      <w:r>
        <w:tab/>
        <w:t>3.038e0</w:t>
      </w:r>
    </w:p>
    <w:p w:rsidR="006974AE" w:rsidRDefault="006974AE" w:rsidP="006974AE">
      <w:r>
        <w:t>206.1094</w:t>
      </w:r>
      <w:r>
        <w:tab/>
        <w:t>4.051e0</w:t>
      </w:r>
    </w:p>
    <w:p w:rsidR="006974AE" w:rsidRDefault="006974AE" w:rsidP="006974AE">
      <w:r>
        <w:t>206.1107</w:t>
      </w:r>
      <w:r>
        <w:tab/>
        <w:t>1.003e1</w:t>
      </w:r>
    </w:p>
    <w:p w:rsidR="006974AE" w:rsidRDefault="006974AE" w:rsidP="006974AE">
      <w:r>
        <w:t>206.1234</w:t>
      </w:r>
      <w:r>
        <w:tab/>
        <w:t>2.253e0</w:t>
      </w:r>
    </w:p>
    <w:p w:rsidR="006974AE" w:rsidRDefault="006974AE" w:rsidP="006974AE">
      <w:r>
        <w:t>206.1254</w:t>
      </w:r>
      <w:r>
        <w:tab/>
        <w:t>2.025e0</w:t>
      </w:r>
    </w:p>
    <w:p w:rsidR="006974AE" w:rsidRDefault="006974AE" w:rsidP="006974AE">
      <w:r>
        <w:t>206.1391</w:t>
      </w:r>
      <w:r>
        <w:tab/>
        <w:t>2.025e0</w:t>
      </w:r>
    </w:p>
    <w:p w:rsidR="006974AE" w:rsidRDefault="006974AE" w:rsidP="006974AE">
      <w:r>
        <w:t>206.1429</w:t>
      </w:r>
      <w:r>
        <w:tab/>
        <w:t>1.013e0</w:t>
      </w:r>
    </w:p>
    <w:p w:rsidR="006974AE" w:rsidRDefault="006974AE" w:rsidP="006974AE">
      <w:r>
        <w:t>206.1495</w:t>
      </w:r>
      <w:r>
        <w:tab/>
        <w:t>3.038e0</w:t>
      </w:r>
    </w:p>
    <w:p w:rsidR="006974AE" w:rsidRDefault="006974AE" w:rsidP="006974AE">
      <w:r>
        <w:t>206.1629</w:t>
      </w:r>
      <w:r>
        <w:tab/>
        <w:t>1.013e0</w:t>
      </w:r>
    </w:p>
    <w:p w:rsidR="006974AE" w:rsidRDefault="006974AE" w:rsidP="006974AE">
      <w:r>
        <w:lastRenderedPageBreak/>
        <w:t>206.1663</w:t>
      </w:r>
      <w:r>
        <w:tab/>
        <w:t>1.013e0</w:t>
      </w:r>
    </w:p>
    <w:p w:rsidR="006974AE" w:rsidRDefault="006974AE" w:rsidP="006974AE">
      <w:r>
        <w:t>206.1850</w:t>
      </w:r>
      <w:r>
        <w:tab/>
        <w:t>1.013e0</w:t>
      </w:r>
    </w:p>
    <w:p w:rsidR="006974AE" w:rsidRDefault="006974AE" w:rsidP="006974AE">
      <w:r>
        <w:t>206.1965</w:t>
      </w:r>
      <w:r>
        <w:tab/>
        <w:t>1.013e0</w:t>
      </w:r>
    </w:p>
    <w:p w:rsidR="006974AE" w:rsidRDefault="006974AE" w:rsidP="006974AE">
      <w:r>
        <w:t>206.2057</w:t>
      </w:r>
      <w:r>
        <w:tab/>
        <w:t>2.025e0</w:t>
      </w:r>
    </w:p>
    <w:p w:rsidR="006974AE" w:rsidRDefault="006974AE" w:rsidP="006974AE">
      <w:r>
        <w:t>206.2264</w:t>
      </w:r>
      <w:r>
        <w:tab/>
        <w:t>1.013e0</w:t>
      </w:r>
    </w:p>
    <w:p w:rsidR="006974AE" w:rsidRDefault="006974AE" w:rsidP="006974AE">
      <w:r>
        <w:t>206.2417</w:t>
      </w:r>
      <w:r>
        <w:tab/>
        <w:t>1.013e0</w:t>
      </w:r>
    </w:p>
    <w:p w:rsidR="006974AE" w:rsidRDefault="006974AE" w:rsidP="006974AE">
      <w:r>
        <w:t>206.2612</w:t>
      </w:r>
      <w:r>
        <w:tab/>
        <w:t>1.013e0</w:t>
      </w:r>
    </w:p>
    <w:p w:rsidR="006974AE" w:rsidRDefault="006974AE" w:rsidP="006974AE">
      <w:r>
        <w:t>206.2772</w:t>
      </w:r>
      <w:r>
        <w:tab/>
        <w:t>1.013e0</w:t>
      </w:r>
    </w:p>
    <w:p w:rsidR="006974AE" w:rsidRDefault="006974AE" w:rsidP="006974AE">
      <w:r>
        <w:t>206.2886</w:t>
      </w:r>
      <w:r>
        <w:tab/>
        <w:t>1.013e0</w:t>
      </w:r>
    </w:p>
    <w:p w:rsidR="006974AE" w:rsidRDefault="006974AE" w:rsidP="006974AE">
      <w:r>
        <w:t>206.2996</w:t>
      </w:r>
      <w:r>
        <w:tab/>
        <w:t>1.013e0</w:t>
      </w:r>
    </w:p>
    <w:p w:rsidR="006974AE" w:rsidRDefault="006974AE" w:rsidP="006974AE">
      <w:r>
        <w:t>206.3149</w:t>
      </w:r>
      <w:r>
        <w:tab/>
        <w:t>1.013e0</w:t>
      </w:r>
    </w:p>
    <w:p w:rsidR="006974AE" w:rsidRDefault="006974AE" w:rsidP="006974AE">
      <w:r>
        <w:t>206.3222</w:t>
      </w:r>
      <w:r>
        <w:tab/>
        <w:t>1.013e0</w:t>
      </w:r>
    </w:p>
    <w:p w:rsidR="006974AE" w:rsidRDefault="006974AE" w:rsidP="006974AE">
      <w:r>
        <w:t>206.3375</w:t>
      </w:r>
      <w:r>
        <w:tab/>
        <w:t>1.013e0</w:t>
      </w:r>
    </w:p>
    <w:p w:rsidR="006974AE" w:rsidRDefault="006974AE" w:rsidP="006974AE">
      <w:r>
        <w:t>206.3412</w:t>
      </w:r>
      <w:r>
        <w:tab/>
        <w:t>1.013e0</w:t>
      </w:r>
    </w:p>
    <w:p w:rsidR="006974AE" w:rsidRDefault="006974AE" w:rsidP="006974AE">
      <w:r>
        <w:t>206.3447</w:t>
      </w:r>
      <w:r>
        <w:tab/>
        <w:t>1.013e0</w:t>
      </w:r>
    </w:p>
    <w:p w:rsidR="006974AE" w:rsidRDefault="006974AE" w:rsidP="006974AE">
      <w:r>
        <w:t>206.3875</w:t>
      </w:r>
      <w:r>
        <w:tab/>
        <w:t>2.025e0</w:t>
      </w:r>
    </w:p>
    <w:p w:rsidR="006974AE" w:rsidRDefault="006974AE" w:rsidP="006974AE">
      <w:r>
        <w:t>206.3971</w:t>
      </w:r>
      <w:r>
        <w:tab/>
        <w:t>2.025e0</w:t>
      </w:r>
    </w:p>
    <w:p w:rsidR="006974AE" w:rsidRDefault="006974AE" w:rsidP="006974AE">
      <w:r>
        <w:t>206.4030</w:t>
      </w:r>
      <w:r>
        <w:tab/>
        <w:t>1.013e0</w:t>
      </w:r>
    </w:p>
    <w:p w:rsidR="006974AE" w:rsidRDefault="006974AE" w:rsidP="006974AE">
      <w:r>
        <w:t>206.4217</w:t>
      </w:r>
      <w:r>
        <w:tab/>
        <w:t>2.025e0</w:t>
      </w:r>
    </w:p>
    <w:p w:rsidR="006974AE" w:rsidRDefault="006974AE" w:rsidP="006974AE">
      <w:r>
        <w:lastRenderedPageBreak/>
        <w:t>206.4408</w:t>
      </w:r>
      <w:r>
        <w:tab/>
        <w:t>1.013e0</w:t>
      </w:r>
    </w:p>
    <w:p w:rsidR="006974AE" w:rsidRDefault="006974AE" w:rsidP="006974AE">
      <w:r>
        <w:t>206.4443</w:t>
      </w:r>
      <w:r>
        <w:tab/>
        <w:t>1.013e0</w:t>
      </w:r>
    </w:p>
    <w:p w:rsidR="006974AE" w:rsidRDefault="006974AE" w:rsidP="006974AE">
      <w:r>
        <w:t>206.4577</w:t>
      </w:r>
      <w:r>
        <w:tab/>
        <w:t>2.025e0</w:t>
      </w:r>
    </w:p>
    <w:p w:rsidR="006974AE" w:rsidRDefault="006974AE" w:rsidP="006974AE">
      <w:r>
        <w:t>206.4594</w:t>
      </w:r>
      <w:r>
        <w:tab/>
        <w:t>1.013e0</w:t>
      </w:r>
    </w:p>
    <w:p w:rsidR="006974AE" w:rsidRDefault="006974AE" w:rsidP="006974AE">
      <w:r>
        <w:t>206.4900</w:t>
      </w:r>
      <w:r>
        <w:tab/>
        <w:t>1.013e0</w:t>
      </w:r>
    </w:p>
    <w:p w:rsidR="006974AE" w:rsidRDefault="006974AE" w:rsidP="006974AE">
      <w:r>
        <w:t>206.5021</w:t>
      </w:r>
      <w:r>
        <w:tab/>
        <w:t>1.013e0</w:t>
      </w:r>
    </w:p>
    <w:p w:rsidR="006974AE" w:rsidRDefault="006974AE" w:rsidP="006974AE">
      <w:r>
        <w:t>206.5079</w:t>
      </w:r>
      <w:r>
        <w:tab/>
        <w:t>2.025e0</w:t>
      </w:r>
    </w:p>
    <w:p w:rsidR="006974AE" w:rsidRDefault="006974AE" w:rsidP="006974AE">
      <w:r>
        <w:t>206.5758</w:t>
      </w:r>
      <w:r>
        <w:tab/>
        <w:t>2.025e0</w:t>
      </w:r>
    </w:p>
    <w:p w:rsidR="006974AE" w:rsidRDefault="006974AE" w:rsidP="006974AE">
      <w:r>
        <w:t>206.5926</w:t>
      </w:r>
      <w:r>
        <w:tab/>
        <w:t>1.013e0</w:t>
      </w:r>
    </w:p>
    <w:p w:rsidR="006974AE" w:rsidRDefault="006974AE" w:rsidP="006974AE">
      <w:r>
        <w:t>206.6400</w:t>
      </w:r>
      <w:r>
        <w:tab/>
        <w:t>1.013e0</w:t>
      </w:r>
    </w:p>
    <w:p w:rsidR="006974AE" w:rsidRDefault="006974AE" w:rsidP="006974AE">
      <w:r>
        <w:t>206.6529</w:t>
      </w:r>
      <w:r>
        <w:tab/>
        <w:t>2.025e0</w:t>
      </w:r>
    </w:p>
    <w:p w:rsidR="006974AE" w:rsidRDefault="006974AE" w:rsidP="006974AE">
      <w:r>
        <w:t>206.6547</w:t>
      </w:r>
      <w:r>
        <w:tab/>
        <w:t>1.013e0</w:t>
      </w:r>
    </w:p>
    <w:p w:rsidR="006974AE" w:rsidRDefault="006974AE" w:rsidP="006974AE">
      <w:r>
        <w:t>206.6663</w:t>
      </w:r>
      <w:r>
        <w:tab/>
        <w:t>1.013e0</w:t>
      </w:r>
    </w:p>
    <w:p w:rsidR="006974AE" w:rsidRDefault="006974AE" w:rsidP="006974AE">
      <w:r>
        <w:t>206.6700</w:t>
      </w:r>
      <w:r>
        <w:tab/>
        <w:t>1.013e0</w:t>
      </w:r>
    </w:p>
    <w:p w:rsidR="006974AE" w:rsidRDefault="006974AE" w:rsidP="006974AE">
      <w:r>
        <w:t>206.6736</w:t>
      </w:r>
      <w:r>
        <w:tab/>
        <w:t>1.013e0</w:t>
      </w:r>
    </w:p>
    <w:p w:rsidR="006974AE" w:rsidRDefault="006974AE" w:rsidP="006974AE">
      <w:r>
        <w:t>206.6814</w:t>
      </w:r>
      <w:r>
        <w:tab/>
        <w:t>2.025e0</w:t>
      </w:r>
    </w:p>
    <w:p w:rsidR="006974AE" w:rsidRDefault="006974AE" w:rsidP="006974AE">
      <w:r>
        <w:t>206.7074</w:t>
      </w:r>
      <w:r>
        <w:tab/>
        <w:t>2.025e0</w:t>
      </w:r>
    </w:p>
    <w:p w:rsidR="006974AE" w:rsidRDefault="006974AE" w:rsidP="006974AE">
      <w:r>
        <w:t>206.7251</w:t>
      </w:r>
      <w:r>
        <w:tab/>
        <w:t>2.025e0</w:t>
      </w:r>
    </w:p>
    <w:p w:rsidR="006974AE" w:rsidRDefault="006974AE" w:rsidP="006974AE">
      <w:r>
        <w:t>206.7544</w:t>
      </w:r>
      <w:r>
        <w:tab/>
        <w:t>1.013e0</w:t>
      </w:r>
    </w:p>
    <w:p w:rsidR="006974AE" w:rsidRDefault="006974AE" w:rsidP="006974AE">
      <w:r>
        <w:lastRenderedPageBreak/>
        <w:t>206.7562</w:t>
      </w:r>
      <w:r>
        <w:tab/>
        <w:t>2.025e0</w:t>
      </w:r>
    </w:p>
    <w:p w:rsidR="006974AE" w:rsidRDefault="006974AE" w:rsidP="006974AE">
      <w:r>
        <w:t>206.7659</w:t>
      </w:r>
      <w:r>
        <w:tab/>
        <w:t>1.013e0</w:t>
      </w:r>
    </w:p>
    <w:p w:rsidR="006974AE" w:rsidRDefault="006974AE" w:rsidP="006974AE">
      <w:r>
        <w:t>206.7809</w:t>
      </w:r>
      <w:r>
        <w:tab/>
        <w:t>1.013e0</w:t>
      </w:r>
    </w:p>
    <w:p w:rsidR="006974AE" w:rsidRDefault="006974AE" w:rsidP="006974AE">
      <w:r>
        <w:t>206.7960</w:t>
      </w:r>
      <w:r>
        <w:tab/>
        <w:t>1.013e0</w:t>
      </w:r>
    </w:p>
    <w:p w:rsidR="006974AE" w:rsidRDefault="006974AE" w:rsidP="006974AE">
      <w:r>
        <w:t>206.8016</w:t>
      </w:r>
      <w:r>
        <w:tab/>
        <w:t>2.025e0</w:t>
      </w:r>
    </w:p>
    <w:p w:rsidR="006974AE" w:rsidRDefault="006974AE" w:rsidP="006974AE">
      <w:r>
        <w:t>206.8033</w:t>
      </w:r>
      <w:r>
        <w:tab/>
        <w:t>2.025e0</w:t>
      </w:r>
    </w:p>
    <w:p w:rsidR="006974AE" w:rsidRDefault="006974AE" w:rsidP="006974AE">
      <w:r>
        <w:t>206.8457</w:t>
      </w:r>
      <w:r>
        <w:tab/>
        <w:t>1.013e0</w:t>
      </w:r>
    </w:p>
    <w:p w:rsidR="006974AE" w:rsidRDefault="006974AE" w:rsidP="006974AE">
      <w:r>
        <w:t>206.8862</w:t>
      </w:r>
      <w:r>
        <w:tab/>
        <w:t>2.025e0</w:t>
      </w:r>
    </w:p>
    <w:p w:rsidR="006974AE" w:rsidRDefault="006974AE" w:rsidP="006974AE">
      <w:r>
        <w:t>206.8916</w:t>
      </w:r>
      <w:r>
        <w:tab/>
        <w:t>1.013e0</w:t>
      </w:r>
    </w:p>
    <w:p w:rsidR="006974AE" w:rsidRDefault="006974AE" w:rsidP="006974AE">
      <w:r>
        <w:t>206.9220</w:t>
      </w:r>
      <w:r>
        <w:tab/>
        <w:t>1.013e0</w:t>
      </w:r>
    </w:p>
    <w:p w:rsidR="006974AE" w:rsidRDefault="006974AE" w:rsidP="006974AE">
      <w:r>
        <w:t>206.9292</w:t>
      </w:r>
      <w:r>
        <w:tab/>
        <w:t>1.013e0</w:t>
      </w:r>
    </w:p>
    <w:p w:rsidR="006974AE" w:rsidRDefault="006974AE" w:rsidP="006974AE">
      <w:r>
        <w:t>206.9443</w:t>
      </w:r>
      <w:r>
        <w:tab/>
        <w:t>1.013e0</w:t>
      </w:r>
    </w:p>
    <w:p w:rsidR="006974AE" w:rsidRDefault="006974AE" w:rsidP="006974AE">
      <w:r>
        <w:t>206.9562</w:t>
      </w:r>
      <w:r>
        <w:tab/>
        <w:t>1.013e0</w:t>
      </w:r>
    </w:p>
    <w:p w:rsidR="006974AE" w:rsidRDefault="006974AE" w:rsidP="006974AE">
      <w:r>
        <w:t>206.9720</w:t>
      </w:r>
      <w:r>
        <w:tab/>
        <w:t>1.013e0</w:t>
      </w:r>
    </w:p>
    <w:p w:rsidR="006974AE" w:rsidRDefault="006974AE" w:rsidP="006974AE">
      <w:r>
        <w:t>206.9762</w:t>
      </w:r>
      <w:r>
        <w:tab/>
        <w:t>1.013e0</w:t>
      </w:r>
    </w:p>
    <w:p w:rsidR="006974AE" w:rsidRDefault="006974AE" w:rsidP="006974AE">
      <w:r>
        <w:t>206.9799</w:t>
      </w:r>
      <w:r>
        <w:tab/>
        <w:t>1.013e0</w:t>
      </w:r>
    </w:p>
    <w:p w:rsidR="006974AE" w:rsidRDefault="006974AE" w:rsidP="006974AE">
      <w:r>
        <w:t>206.9950</w:t>
      </w:r>
      <w:r>
        <w:tab/>
        <w:t>1.013e0</w:t>
      </w:r>
    </w:p>
    <w:p w:rsidR="006974AE" w:rsidRDefault="006974AE" w:rsidP="006974AE">
      <w:r>
        <w:t>206.9990</w:t>
      </w:r>
      <w:r>
        <w:tab/>
        <w:t>1.013e0</w:t>
      </w:r>
    </w:p>
    <w:p w:rsidR="006974AE" w:rsidRDefault="006974AE" w:rsidP="006974AE">
      <w:r>
        <w:t>207.0144</w:t>
      </w:r>
      <w:r>
        <w:tab/>
        <w:t>6.665e0</w:t>
      </w:r>
    </w:p>
    <w:p w:rsidR="006974AE" w:rsidRDefault="006974AE" w:rsidP="006974AE">
      <w:r>
        <w:lastRenderedPageBreak/>
        <w:t>207.0254</w:t>
      </w:r>
      <w:r>
        <w:tab/>
        <w:t>1.013e0</w:t>
      </w:r>
    </w:p>
    <w:p w:rsidR="006974AE" w:rsidRDefault="006974AE" w:rsidP="006974AE">
      <w:r>
        <w:t>207.0273</w:t>
      </w:r>
      <w:r>
        <w:tab/>
        <w:t>2.025e0</w:t>
      </w:r>
    </w:p>
    <w:p w:rsidR="006974AE" w:rsidRDefault="006974AE" w:rsidP="006974AE">
      <w:r>
        <w:t>207.0367</w:t>
      </w:r>
      <w:r>
        <w:tab/>
        <w:t>1.013e0</w:t>
      </w:r>
    </w:p>
    <w:p w:rsidR="006974AE" w:rsidRDefault="006974AE" w:rsidP="006974AE">
      <w:r>
        <w:t>207.0402</w:t>
      </w:r>
      <w:r>
        <w:tab/>
        <w:t>1.013e0</w:t>
      </w:r>
    </w:p>
    <w:p w:rsidR="006974AE" w:rsidRDefault="006974AE" w:rsidP="006974AE">
      <w:r>
        <w:t>207.0519</w:t>
      </w:r>
      <w:r>
        <w:tab/>
        <w:t>2.025e0</w:t>
      </w:r>
    </w:p>
    <w:p w:rsidR="006974AE" w:rsidRDefault="006974AE" w:rsidP="006974AE">
      <w:r>
        <w:t>207.0551</w:t>
      </w:r>
      <w:r>
        <w:tab/>
        <w:t>2.025e0</w:t>
      </w:r>
    </w:p>
    <w:p w:rsidR="006974AE" w:rsidRDefault="006974AE" w:rsidP="006974AE">
      <w:r>
        <w:t>207.0777</w:t>
      </w:r>
      <w:r>
        <w:tab/>
        <w:t>3.038e0</w:t>
      </w:r>
    </w:p>
    <w:p w:rsidR="006974AE" w:rsidRDefault="006974AE" w:rsidP="006974AE">
      <w:r>
        <w:t>207.0810</w:t>
      </w:r>
      <w:r>
        <w:tab/>
        <w:t>2.025e0</w:t>
      </w:r>
    </w:p>
    <w:p w:rsidR="006974AE" w:rsidRDefault="006974AE" w:rsidP="006974AE">
      <w:r>
        <w:t>207.0868</w:t>
      </w:r>
      <w:r>
        <w:tab/>
        <w:t>4.051e0</w:t>
      </w:r>
    </w:p>
    <w:p w:rsidR="006974AE" w:rsidRDefault="006974AE" w:rsidP="006974AE">
      <w:r>
        <w:t>207.0925</w:t>
      </w:r>
      <w:r>
        <w:tab/>
        <w:t>2.025e0</w:t>
      </w:r>
    </w:p>
    <w:p w:rsidR="006974AE" w:rsidRDefault="006974AE" w:rsidP="006974AE">
      <w:r>
        <w:t>207.1061</w:t>
      </w:r>
      <w:r>
        <w:tab/>
        <w:t>3.038e0</w:t>
      </w:r>
    </w:p>
    <w:p w:rsidR="006974AE" w:rsidRDefault="006974AE" w:rsidP="006974AE">
      <w:r>
        <w:t>207.1079</w:t>
      </w:r>
      <w:r>
        <w:tab/>
        <w:t>2.025e0</w:t>
      </w:r>
    </w:p>
    <w:p w:rsidR="006974AE" w:rsidRDefault="006974AE" w:rsidP="006974AE">
      <w:r>
        <w:t>207.1170</w:t>
      </w:r>
      <w:r>
        <w:tab/>
        <w:t>4.051e0</w:t>
      </w:r>
    </w:p>
    <w:p w:rsidR="006974AE" w:rsidRDefault="006974AE" w:rsidP="006974AE">
      <w:r>
        <w:t>207.1250</w:t>
      </w:r>
      <w:r>
        <w:tab/>
        <w:t>2.546e0</w:t>
      </w:r>
    </w:p>
    <w:p w:rsidR="006974AE" w:rsidRDefault="006974AE" w:rsidP="006974AE">
      <w:r>
        <w:t>207.1300</w:t>
      </w:r>
      <w:r>
        <w:tab/>
        <w:t>7.089e0</w:t>
      </w:r>
    </w:p>
    <w:p w:rsidR="006974AE" w:rsidRDefault="006974AE" w:rsidP="006974AE">
      <w:r>
        <w:t>207.1323</w:t>
      </w:r>
      <w:r>
        <w:tab/>
        <w:t>1.013e0</w:t>
      </w:r>
    </w:p>
    <w:p w:rsidR="006974AE" w:rsidRDefault="006974AE" w:rsidP="006974AE">
      <w:r>
        <w:t>207.1399</w:t>
      </w:r>
      <w:r>
        <w:tab/>
        <w:t>2.025e0</w:t>
      </w:r>
    </w:p>
    <w:p w:rsidR="006974AE" w:rsidRDefault="006974AE" w:rsidP="006974AE">
      <w:r>
        <w:t>207.1549</w:t>
      </w:r>
      <w:r>
        <w:tab/>
        <w:t>2.025e0</w:t>
      </w:r>
    </w:p>
    <w:p w:rsidR="006974AE" w:rsidRDefault="006974AE" w:rsidP="006974AE">
      <w:r>
        <w:t>207.1590</w:t>
      </w:r>
      <w:r>
        <w:tab/>
        <w:t>1.013e0</w:t>
      </w:r>
    </w:p>
    <w:p w:rsidR="006974AE" w:rsidRDefault="006974AE" w:rsidP="006974AE">
      <w:r>
        <w:lastRenderedPageBreak/>
        <w:t>207.1664</w:t>
      </w:r>
      <w:r>
        <w:tab/>
        <w:t>1.013e0</w:t>
      </w:r>
    </w:p>
    <w:p w:rsidR="006974AE" w:rsidRDefault="006974AE" w:rsidP="006974AE">
      <w:r>
        <w:t>207.1738</w:t>
      </w:r>
      <w:r>
        <w:tab/>
        <w:t>1.013e0</w:t>
      </w:r>
    </w:p>
    <w:p w:rsidR="006974AE" w:rsidRDefault="006974AE" w:rsidP="006974AE">
      <w:r>
        <w:t>207.1777</w:t>
      </w:r>
      <w:r>
        <w:tab/>
        <w:t>1.013e0</w:t>
      </w:r>
    </w:p>
    <w:p w:rsidR="006974AE" w:rsidRDefault="006974AE" w:rsidP="006974AE">
      <w:r>
        <w:t>207.1880</w:t>
      </w:r>
      <w:r>
        <w:tab/>
        <w:t>2.025e0</w:t>
      </w:r>
    </w:p>
    <w:p w:rsidR="006974AE" w:rsidRDefault="006974AE" w:rsidP="006974AE">
      <w:r>
        <w:t>207.1898</w:t>
      </w:r>
      <w:r>
        <w:tab/>
        <w:t>3.038e0</w:t>
      </w:r>
    </w:p>
    <w:p w:rsidR="006974AE" w:rsidRDefault="006974AE" w:rsidP="006974AE">
      <w:r>
        <w:t>207.2208</w:t>
      </w:r>
      <w:r>
        <w:tab/>
        <w:t>1.013e0</w:t>
      </w:r>
    </w:p>
    <w:p w:rsidR="006974AE" w:rsidRDefault="006974AE" w:rsidP="006974AE">
      <w:r>
        <w:t>207.2471</w:t>
      </w:r>
      <w:r>
        <w:tab/>
        <w:t>1.013e0</w:t>
      </w:r>
    </w:p>
    <w:p w:rsidR="006974AE" w:rsidRDefault="006974AE" w:rsidP="006974AE">
      <w:r>
        <w:t>207.2587</w:t>
      </w:r>
      <w:r>
        <w:tab/>
        <w:t>1.013e0</w:t>
      </w:r>
    </w:p>
    <w:p w:rsidR="006974AE" w:rsidRDefault="006974AE" w:rsidP="006974AE">
      <w:r>
        <w:t>207.2659</w:t>
      </w:r>
      <w:r>
        <w:tab/>
        <w:t>1.013e0</w:t>
      </w:r>
    </w:p>
    <w:p w:rsidR="006974AE" w:rsidRDefault="006974AE" w:rsidP="006974AE">
      <w:r>
        <w:t>207.2928</w:t>
      </w:r>
      <w:r>
        <w:tab/>
        <w:t>1.013e0</w:t>
      </w:r>
    </w:p>
    <w:p w:rsidR="006974AE" w:rsidRDefault="006974AE" w:rsidP="006974AE">
      <w:r>
        <w:t>207.3245</w:t>
      </w:r>
      <w:r>
        <w:tab/>
        <w:t>1.013e0</w:t>
      </w:r>
    </w:p>
    <w:p w:rsidR="006974AE" w:rsidRDefault="006974AE" w:rsidP="006974AE">
      <w:r>
        <w:t>207.3283</w:t>
      </w:r>
      <w:r>
        <w:tab/>
        <w:t>1.013e0</w:t>
      </w:r>
    </w:p>
    <w:p w:rsidR="006974AE" w:rsidRDefault="006974AE" w:rsidP="006974AE">
      <w:r>
        <w:t>207.3320</w:t>
      </w:r>
      <w:r>
        <w:tab/>
        <w:t>1.013e0</w:t>
      </w:r>
    </w:p>
    <w:p w:rsidR="006974AE" w:rsidRDefault="006974AE" w:rsidP="006974AE">
      <w:r>
        <w:t>207.3621</w:t>
      </w:r>
      <w:r>
        <w:tab/>
        <w:t>1.013e0</w:t>
      </w:r>
    </w:p>
    <w:p w:rsidR="006974AE" w:rsidRDefault="006974AE" w:rsidP="006974AE">
      <w:r>
        <w:t>207.3810</w:t>
      </w:r>
      <w:r>
        <w:tab/>
        <w:t>1.013e0</w:t>
      </w:r>
    </w:p>
    <w:p w:rsidR="006974AE" w:rsidRDefault="006974AE" w:rsidP="006974AE">
      <w:r>
        <w:t>207.3828</w:t>
      </w:r>
      <w:r>
        <w:tab/>
        <w:t>2.025e0</w:t>
      </w:r>
    </w:p>
    <w:p w:rsidR="006974AE" w:rsidRDefault="006974AE" w:rsidP="006974AE">
      <w:r>
        <w:t>207.3845</w:t>
      </w:r>
      <w:r>
        <w:tab/>
        <w:t>1.013e0</w:t>
      </w:r>
    </w:p>
    <w:p w:rsidR="006974AE" w:rsidRDefault="006974AE" w:rsidP="006974AE">
      <w:r>
        <w:t>207.3922</w:t>
      </w:r>
      <w:r>
        <w:tab/>
        <w:t>1.013e0</w:t>
      </w:r>
    </w:p>
    <w:p w:rsidR="006974AE" w:rsidRDefault="006974AE" w:rsidP="006974AE">
      <w:r>
        <w:t>207.4114</w:t>
      </w:r>
      <w:r>
        <w:tab/>
        <w:t>1.013e0</w:t>
      </w:r>
    </w:p>
    <w:p w:rsidR="006974AE" w:rsidRDefault="006974AE" w:rsidP="006974AE">
      <w:r>
        <w:lastRenderedPageBreak/>
        <w:t>207.4196</w:t>
      </w:r>
      <w:r>
        <w:tab/>
        <w:t>1.013e0</w:t>
      </w:r>
    </w:p>
    <w:p w:rsidR="006974AE" w:rsidRDefault="006974AE" w:rsidP="006974AE">
      <w:r>
        <w:t>207.4428</w:t>
      </w:r>
      <w:r>
        <w:tab/>
        <w:t>2.025e0</w:t>
      </w:r>
    </w:p>
    <w:p w:rsidR="006974AE" w:rsidRDefault="006974AE" w:rsidP="006974AE">
      <w:r>
        <w:t>207.4466</w:t>
      </w:r>
      <w:r>
        <w:tab/>
        <w:t>1.013e0</w:t>
      </w:r>
    </w:p>
    <w:p w:rsidR="006974AE" w:rsidRDefault="006974AE" w:rsidP="006974AE">
      <w:r>
        <w:t>207.4540</w:t>
      </w:r>
      <w:r>
        <w:tab/>
        <w:t>1.013e0</w:t>
      </w:r>
    </w:p>
    <w:p w:rsidR="006974AE" w:rsidRDefault="006974AE" w:rsidP="006974AE">
      <w:r>
        <w:t>207.4581</w:t>
      </w:r>
      <w:r>
        <w:tab/>
        <w:t>1.013e0</w:t>
      </w:r>
    </w:p>
    <w:p w:rsidR="006974AE" w:rsidRDefault="006974AE" w:rsidP="006974AE">
      <w:r>
        <w:t>207.4656</w:t>
      </w:r>
      <w:r>
        <w:tab/>
        <w:t>1.013e0</w:t>
      </w:r>
    </w:p>
    <w:p w:rsidR="006974AE" w:rsidRDefault="006974AE" w:rsidP="006974AE">
      <w:r>
        <w:t>207.5030</w:t>
      </w:r>
      <w:r>
        <w:tab/>
        <w:t>2.025e0</w:t>
      </w:r>
    </w:p>
    <w:p w:rsidR="006974AE" w:rsidRDefault="006974AE" w:rsidP="006974AE">
      <w:r>
        <w:t>207.5147</w:t>
      </w:r>
      <w:r>
        <w:tab/>
        <w:t>1.013e0</w:t>
      </w:r>
    </w:p>
    <w:p w:rsidR="006974AE" w:rsidRDefault="006974AE" w:rsidP="006974AE">
      <w:r>
        <w:t>207.5422</w:t>
      </w:r>
      <w:r>
        <w:tab/>
        <w:t>1.013e0</w:t>
      </w:r>
    </w:p>
    <w:p w:rsidR="006974AE" w:rsidRDefault="006974AE" w:rsidP="006974AE">
      <w:r>
        <w:t>207.5464</w:t>
      </w:r>
      <w:r>
        <w:tab/>
        <w:t>1.013e0</w:t>
      </w:r>
    </w:p>
    <w:p w:rsidR="006974AE" w:rsidRDefault="006974AE" w:rsidP="006974AE">
      <w:r>
        <w:t>207.5579</w:t>
      </w:r>
      <w:r>
        <w:tab/>
        <w:t>1.013e0</w:t>
      </w:r>
    </w:p>
    <w:p w:rsidR="006974AE" w:rsidRDefault="006974AE" w:rsidP="006974AE">
      <w:r>
        <w:t>207.5691</w:t>
      </w:r>
      <w:r>
        <w:tab/>
        <w:t>1.013e0</w:t>
      </w:r>
    </w:p>
    <w:p w:rsidR="006974AE" w:rsidRDefault="006974AE" w:rsidP="006974AE">
      <w:r>
        <w:t>207.5710</w:t>
      </w:r>
      <w:r>
        <w:tab/>
        <w:t>3.038e0</w:t>
      </w:r>
    </w:p>
    <w:p w:rsidR="006974AE" w:rsidRDefault="006974AE" w:rsidP="006974AE">
      <w:r>
        <w:t>207.5726</w:t>
      </w:r>
      <w:r>
        <w:tab/>
        <w:t>1.013e0</w:t>
      </w:r>
    </w:p>
    <w:p w:rsidR="006974AE" w:rsidRDefault="006974AE" w:rsidP="006974AE">
      <w:r>
        <w:t>207.6031</w:t>
      </w:r>
      <w:r>
        <w:tab/>
        <w:t>1.013e0</w:t>
      </w:r>
    </w:p>
    <w:p w:rsidR="006974AE" w:rsidRDefault="006974AE" w:rsidP="006974AE">
      <w:r>
        <w:t>207.6141</w:t>
      </w:r>
      <w:r>
        <w:tab/>
        <w:t>1.013e0</w:t>
      </w:r>
    </w:p>
    <w:p w:rsidR="006974AE" w:rsidRDefault="006974AE" w:rsidP="006974AE">
      <w:r>
        <w:t>207.6218</w:t>
      </w:r>
      <w:r>
        <w:tab/>
        <w:t>1.013e0</w:t>
      </w:r>
    </w:p>
    <w:p w:rsidR="006974AE" w:rsidRDefault="006974AE" w:rsidP="006974AE">
      <w:r>
        <w:t>207.6416</w:t>
      </w:r>
      <w:r>
        <w:tab/>
        <w:t>1.013e0</w:t>
      </w:r>
    </w:p>
    <w:p w:rsidR="006974AE" w:rsidRDefault="006974AE" w:rsidP="006974AE">
      <w:r>
        <w:t>207.6534</w:t>
      </w:r>
      <w:r>
        <w:tab/>
        <w:t>1.013e0</w:t>
      </w:r>
    </w:p>
    <w:p w:rsidR="006974AE" w:rsidRDefault="006974AE" w:rsidP="006974AE">
      <w:r>
        <w:lastRenderedPageBreak/>
        <w:t>207.6762</w:t>
      </w:r>
      <w:r>
        <w:tab/>
        <w:t>1.013e0</w:t>
      </w:r>
    </w:p>
    <w:p w:rsidR="006974AE" w:rsidRDefault="006974AE" w:rsidP="006974AE">
      <w:r>
        <w:t>207.6837</w:t>
      </w:r>
      <w:r>
        <w:tab/>
        <w:t>1.013e0</w:t>
      </w:r>
    </w:p>
    <w:p w:rsidR="006974AE" w:rsidRDefault="006974AE" w:rsidP="006974AE">
      <w:r>
        <w:t>207.6988</w:t>
      </w:r>
      <w:r>
        <w:tab/>
        <w:t>1.013e0</w:t>
      </w:r>
    </w:p>
    <w:p w:rsidR="006974AE" w:rsidRDefault="006974AE" w:rsidP="006974AE">
      <w:r>
        <w:t>207.7066</w:t>
      </w:r>
      <w:r>
        <w:tab/>
        <w:t>1.013e0</w:t>
      </w:r>
    </w:p>
    <w:p w:rsidR="006974AE" w:rsidRDefault="006974AE" w:rsidP="006974AE">
      <w:r>
        <w:t>207.7367</w:t>
      </w:r>
      <w:r>
        <w:tab/>
        <w:t>1.013e0</w:t>
      </w:r>
    </w:p>
    <w:p w:rsidR="006974AE" w:rsidRDefault="006974AE" w:rsidP="006974AE">
      <w:r>
        <w:t>207.7447</w:t>
      </w:r>
      <w:r>
        <w:tab/>
        <w:t>1.013e0</w:t>
      </w:r>
    </w:p>
    <w:p w:rsidR="006974AE" w:rsidRDefault="006974AE" w:rsidP="006974AE">
      <w:r>
        <w:t>207.7526</w:t>
      </w:r>
      <w:r>
        <w:tab/>
        <w:t>1.013e0</w:t>
      </w:r>
    </w:p>
    <w:p w:rsidR="006974AE" w:rsidRDefault="006974AE" w:rsidP="006974AE">
      <w:r>
        <w:t>207.7566</w:t>
      </w:r>
      <w:r>
        <w:tab/>
        <w:t>1.013e0</w:t>
      </w:r>
    </w:p>
    <w:p w:rsidR="006974AE" w:rsidRDefault="006974AE" w:rsidP="006974AE">
      <w:r>
        <w:t>207.7682</w:t>
      </w:r>
      <w:r>
        <w:tab/>
        <w:t>1.013e0</w:t>
      </w:r>
    </w:p>
    <w:p w:rsidR="006974AE" w:rsidRDefault="006974AE" w:rsidP="006974AE">
      <w:r>
        <w:t>207.7763</w:t>
      </w:r>
      <w:r>
        <w:tab/>
        <w:t>2.025e0</w:t>
      </w:r>
    </w:p>
    <w:p w:rsidR="006974AE" w:rsidRDefault="006974AE" w:rsidP="006974AE">
      <w:r>
        <w:t>207.7835</w:t>
      </w:r>
      <w:r>
        <w:tab/>
        <w:t>1.013e0</w:t>
      </w:r>
    </w:p>
    <w:p w:rsidR="006974AE" w:rsidRDefault="006974AE" w:rsidP="006974AE">
      <w:r>
        <w:t>207.7872</w:t>
      </w:r>
      <w:r>
        <w:tab/>
        <w:t>1.013e0</w:t>
      </w:r>
    </w:p>
    <w:p w:rsidR="006974AE" w:rsidRDefault="006974AE" w:rsidP="006974AE">
      <w:r>
        <w:t>207.8137</w:t>
      </w:r>
      <w:r>
        <w:tab/>
        <w:t>2.025e0</w:t>
      </w:r>
    </w:p>
    <w:p w:rsidR="006974AE" w:rsidRDefault="006974AE" w:rsidP="006974AE">
      <w:r>
        <w:t>207.8215</w:t>
      </w:r>
      <w:r>
        <w:tab/>
        <w:t>1.013e0</w:t>
      </w:r>
    </w:p>
    <w:p w:rsidR="006974AE" w:rsidRDefault="006974AE" w:rsidP="006974AE">
      <w:r>
        <w:t>207.8290</w:t>
      </w:r>
      <w:r>
        <w:tab/>
        <w:t>1.013e0</w:t>
      </w:r>
    </w:p>
    <w:p w:rsidR="006974AE" w:rsidRDefault="006974AE" w:rsidP="006974AE">
      <w:r>
        <w:t>207.8441</w:t>
      </w:r>
      <w:r>
        <w:tab/>
        <w:t>2.025e0</w:t>
      </w:r>
    </w:p>
    <w:p w:rsidR="006974AE" w:rsidRDefault="006974AE" w:rsidP="006974AE">
      <w:r>
        <w:t>207.8518</w:t>
      </w:r>
      <w:r>
        <w:tab/>
        <w:t>1.013e0</w:t>
      </w:r>
    </w:p>
    <w:p w:rsidR="006974AE" w:rsidRDefault="006974AE" w:rsidP="006974AE">
      <w:r>
        <w:t>207.8598</w:t>
      </w:r>
      <w:r>
        <w:tab/>
        <w:t>1.013e0</w:t>
      </w:r>
    </w:p>
    <w:p w:rsidR="006974AE" w:rsidRDefault="006974AE" w:rsidP="006974AE">
      <w:r>
        <w:t>207.8756</w:t>
      </w:r>
      <w:r>
        <w:tab/>
        <w:t>1.013e0</w:t>
      </w:r>
    </w:p>
    <w:p w:rsidR="006974AE" w:rsidRDefault="006974AE" w:rsidP="006974AE">
      <w:r>
        <w:lastRenderedPageBreak/>
        <w:t>207.8796</w:t>
      </w:r>
      <w:r>
        <w:tab/>
        <w:t>1.013e0</w:t>
      </w:r>
    </w:p>
    <w:p w:rsidR="006974AE" w:rsidRDefault="006974AE" w:rsidP="006974AE">
      <w:r>
        <w:t>207.8946</w:t>
      </w:r>
      <w:r>
        <w:tab/>
        <w:t>1.013e0</w:t>
      </w:r>
    </w:p>
    <w:p w:rsidR="006974AE" w:rsidRDefault="006974AE" w:rsidP="006974AE">
      <w:r>
        <w:t>207.9024</w:t>
      </w:r>
      <w:r>
        <w:tab/>
        <w:t>1.013e0</w:t>
      </w:r>
    </w:p>
    <w:p w:rsidR="006974AE" w:rsidRDefault="006974AE" w:rsidP="006974AE">
      <w:r>
        <w:t>207.9248</w:t>
      </w:r>
      <w:r>
        <w:tab/>
        <w:t>1.013e0</w:t>
      </w:r>
    </w:p>
    <w:p w:rsidR="006974AE" w:rsidRDefault="006974AE" w:rsidP="006974AE">
      <w:r>
        <w:t>207.9398</w:t>
      </w:r>
      <w:r>
        <w:tab/>
        <w:t>2.025e0</w:t>
      </w:r>
    </w:p>
    <w:p w:rsidR="006974AE" w:rsidRDefault="006974AE" w:rsidP="006974AE">
      <w:r>
        <w:t>207.9514</w:t>
      </w:r>
      <w:r>
        <w:tab/>
        <w:t>2.025e0</w:t>
      </w:r>
    </w:p>
    <w:p w:rsidR="006974AE" w:rsidRDefault="006974AE" w:rsidP="006974AE">
      <w:r>
        <w:t>207.9548</w:t>
      </w:r>
      <w:r>
        <w:tab/>
        <w:t>1.013e0</w:t>
      </w:r>
    </w:p>
    <w:p w:rsidR="006974AE" w:rsidRDefault="006974AE" w:rsidP="006974AE">
      <w:r>
        <w:t>207.9709</w:t>
      </w:r>
      <w:r>
        <w:tab/>
        <w:t>1.013e0</w:t>
      </w:r>
    </w:p>
    <w:p w:rsidR="006974AE" w:rsidRDefault="006974AE" w:rsidP="006974AE">
      <w:r>
        <w:t>207.9749</w:t>
      </w:r>
      <w:r>
        <w:tab/>
        <w:t>1.013e0</w:t>
      </w:r>
    </w:p>
    <w:p w:rsidR="006974AE" w:rsidRDefault="006974AE" w:rsidP="006974AE">
      <w:r>
        <w:t>207.9866</w:t>
      </w:r>
      <w:r>
        <w:tab/>
        <w:t>1.013e0</w:t>
      </w:r>
    </w:p>
    <w:p w:rsidR="006974AE" w:rsidRDefault="006974AE" w:rsidP="006974AE">
      <w:r>
        <w:t>207.9905</w:t>
      </w:r>
      <w:r>
        <w:tab/>
        <w:t>1.013e0</w:t>
      </w:r>
    </w:p>
    <w:p w:rsidR="006974AE" w:rsidRDefault="006974AE" w:rsidP="006974AE">
      <w:r>
        <w:t>208.0024</w:t>
      </w:r>
      <w:r>
        <w:tab/>
        <w:t>5.063e0</w:t>
      </w:r>
    </w:p>
    <w:p w:rsidR="006974AE" w:rsidRDefault="006974AE" w:rsidP="006974AE">
      <w:r>
        <w:t>208.0387</w:t>
      </w:r>
      <w:r>
        <w:tab/>
        <w:t>7.860e1</w:t>
      </w:r>
    </w:p>
    <w:p w:rsidR="006974AE" w:rsidRDefault="006974AE" w:rsidP="006974AE">
      <w:r>
        <w:t>208.0407</w:t>
      </w:r>
      <w:r>
        <w:tab/>
        <w:t>4.700e2</w:t>
      </w:r>
    </w:p>
    <w:p w:rsidR="006974AE" w:rsidRDefault="006974AE" w:rsidP="006974AE">
      <w:r>
        <w:t>208.0422</w:t>
      </w:r>
      <w:r>
        <w:tab/>
        <w:t>7.146e1</w:t>
      </w:r>
    </w:p>
    <w:p w:rsidR="006974AE" w:rsidRDefault="006974AE" w:rsidP="006974AE">
      <w:r>
        <w:t>208.0798</w:t>
      </w:r>
      <w:r>
        <w:tab/>
        <w:t>4.051e0</w:t>
      </w:r>
    </w:p>
    <w:p w:rsidR="006974AE" w:rsidRDefault="006974AE" w:rsidP="006974AE">
      <w:r>
        <w:t>208.0823</w:t>
      </w:r>
      <w:r>
        <w:tab/>
        <w:t>2.025e0</w:t>
      </w:r>
    </w:p>
    <w:p w:rsidR="006974AE" w:rsidRDefault="006974AE" w:rsidP="006974AE">
      <w:r>
        <w:t>208.1059</w:t>
      </w:r>
      <w:r>
        <w:tab/>
        <w:t>1.013e0</w:t>
      </w:r>
    </w:p>
    <w:p w:rsidR="006974AE" w:rsidRDefault="006974AE" w:rsidP="006974AE">
      <w:r>
        <w:t>208.1074</w:t>
      </w:r>
      <w:r>
        <w:tab/>
        <w:t>2.025e0</w:t>
      </w:r>
    </w:p>
    <w:p w:rsidR="006974AE" w:rsidRDefault="006974AE" w:rsidP="006974AE">
      <w:r>
        <w:lastRenderedPageBreak/>
        <w:t>208.1094</w:t>
      </w:r>
      <w:r>
        <w:tab/>
        <w:t>1.013e0</w:t>
      </w:r>
    </w:p>
    <w:p w:rsidR="006974AE" w:rsidRDefault="006974AE" w:rsidP="006974AE">
      <w:r>
        <w:t>208.1153</w:t>
      </w:r>
      <w:r>
        <w:tab/>
        <w:t>2.025e0</w:t>
      </w:r>
    </w:p>
    <w:p w:rsidR="006974AE" w:rsidRDefault="006974AE" w:rsidP="006974AE">
      <w:r>
        <w:t>208.1169</w:t>
      </w:r>
      <w:r>
        <w:tab/>
        <w:t>1.013e0</w:t>
      </w:r>
    </w:p>
    <w:p w:rsidR="006974AE" w:rsidRDefault="006974AE" w:rsidP="006974AE">
      <w:r>
        <w:t>208.1266</w:t>
      </w:r>
      <w:r>
        <w:tab/>
        <w:t>3.038e0</w:t>
      </w:r>
    </w:p>
    <w:p w:rsidR="006974AE" w:rsidRDefault="006974AE" w:rsidP="006974AE">
      <w:r>
        <w:t>208.1340</w:t>
      </w:r>
      <w:r>
        <w:tab/>
        <w:t>4.051e0</w:t>
      </w:r>
    </w:p>
    <w:p w:rsidR="006974AE" w:rsidRDefault="006974AE" w:rsidP="006974AE">
      <w:r>
        <w:t>208.1357</w:t>
      </w:r>
      <w:r>
        <w:tab/>
        <w:t>2.025e0</w:t>
      </w:r>
    </w:p>
    <w:p w:rsidR="006974AE" w:rsidRDefault="006974AE" w:rsidP="006974AE">
      <w:r>
        <w:t>208.1378</w:t>
      </w:r>
      <w:r>
        <w:tab/>
        <w:t>2.025e0</w:t>
      </w:r>
    </w:p>
    <w:p w:rsidR="006974AE" w:rsidRDefault="006974AE" w:rsidP="006974AE">
      <w:r>
        <w:t>208.1489</w:t>
      </w:r>
      <w:r>
        <w:tab/>
        <w:t>2.025e0</w:t>
      </w:r>
    </w:p>
    <w:p w:rsidR="006974AE" w:rsidRDefault="006974AE" w:rsidP="006974AE">
      <w:r>
        <w:t>208.1508</w:t>
      </w:r>
      <w:r>
        <w:tab/>
        <w:t>1.013e0</w:t>
      </w:r>
    </w:p>
    <w:p w:rsidR="006974AE" w:rsidRDefault="006974AE" w:rsidP="006974AE">
      <w:r>
        <w:t>208.1586</w:t>
      </w:r>
      <w:r>
        <w:tab/>
        <w:t>2.025e0</w:t>
      </w:r>
    </w:p>
    <w:p w:rsidR="006974AE" w:rsidRDefault="006974AE" w:rsidP="006974AE">
      <w:r>
        <w:t>208.1603</w:t>
      </w:r>
      <w:r>
        <w:tab/>
        <w:t>4.051e0</w:t>
      </w:r>
    </w:p>
    <w:p w:rsidR="006974AE" w:rsidRDefault="006974AE" w:rsidP="006974AE">
      <w:r>
        <w:t>208.1658</w:t>
      </w:r>
      <w:r>
        <w:tab/>
        <w:t>1.013e0</w:t>
      </w:r>
    </w:p>
    <w:p w:rsidR="006974AE" w:rsidRDefault="006974AE" w:rsidP="006974AE">
      <w:r>
        <w:t>208.1736</w:t>
      </w:r>
      <w:r>
        <w:tab/>
        <w:t>1.013e0</w:t>
      </w:r>
    </w:p>
    <w:p w:rsidR="006974AE" w:rsidRDefault="006974AE" w:rsidP="006974AE">
      <w:r>
        <w:t>208.1854</w:t>
      </w:r>
      <w:r>
        <w:tab/>
        <w:t>3.038e0</w:t>
      </w:r>
    </w:p>
    <w:p w:rsidR="006974AE" w:rsidRDefault="006974AE" w:rsidP="006974AE">
      <w:r>
        <w:t>208.1898</w:t>
      </w:r>
      <w:r>
        <w:tab/>
        <w:t>4.051e0</w:t>
      </w:r>
    </w:p>
    <w:p w:rsidR="006974AE" w:rsidRDefault="006974AE" w:rsidP="006974AE">
      <w:r>
        <w:t>208.1914</w:t>
      </w:r>
      <w:r>
        <w:tab/>
        <w:t>3.038e0</w:t>
      </w:r>
    </w:p>
    <w:p w:rsidR="006974AE" w:rsidRDefault="006974AE" w:rsidP="006974AE">
      <w:r>
        <w:t>208.1931</w:t>
      </w:r>
      <w:r>
        <w:tab/>
        <w:t>1.013e0</w:t>
      </w:r>
    </w:p>
    <w:p w:rsidR="006974AE" w:rsidRDefault="006974AE" w:rsidP="006974AE">
      <w:r>
        <w:t>208.2091</w:t>
      </w:r>
      <w:r>
        <w:tab/>
        <w:t>2.025e0</w:t>
      </w:r>
    </w:p>
    <w:p w:rsidR="006974AE" w:rsidRDefault="006974AE" w:rsidP="006974AE">
      <w:r>
        <w:t>208.2130</w:t>
      </w:r>
      <w:r>
        <w:tab/>
        <w:t>1.013e0</w:t>
      </w:r>
    </w:p>
    <w:p w:rsidR="006974AE" w:rsidRDefault="006974AE" w:rsidP="006974AE">
      <w:r>
        <w:lastRenderedPageBreak/>
        <w:t>208.2168</w:t>
      </w:r>
      <w:r>
        <w:tab/>
        <w:t>1.013e0</w:t>
      </w:r>
    </w:p>
    <w:p w:rsidR="006974AE" w:rsidRDefault="006974AE" w:rsidP="006974AE">
      <w:r>
        <w:t>208.2355</w:t>
      </w:r>
      <w:r>
        <w:tab/>
        <w:t>1.013e0</w:t>
      </w:r>
    </w:p>
    <w:p w:rsidR="006974AE" w:rsidRDefault="006974AE" w:rsidP="006974AE">
      <w:r>
        <w:t>208.2396</w:t>
      </w:r>
      <w:r>
        <w:tab/>
        <w:t>1.013e0</w:t>
      </w:r>
    </w:p>
    <w:p w:rsidR="006974AE" w:rsidRDefault="006974AE" w:rsidP="006974AE">
      <w:r>
        <w:t>208.2431</w:t>
      </w:r>
      <w:r>
        <w:tab/>
        <w:t>3.038e0</w:t>
      </w:r>
    </w:p>
    <w:p w:rsidR="006974AE" w:rsidRDefault="006974AE" w:rsidP="006974AE">
      <w:r>
        <w:t>208.2660</w:t>
      </w:r>
      <w:r>
        <w:tab/>
        <w:t>1.013e0</w:t>
      </w:r>
    </w:p>
    <w:p w:rsidR="006974AE" w:rsidRDefault="006974AE" w:rsidP="006974AE">
      <w:r>
        <w:t>208.2771</w:t>
      </w:r>
      <w:r>
        <w:tab/>
        <w:t>2.025e0</w:t>
      </w:r>
    </w:p>
    <w:p w:rsidR="006974AE" w:rsidRDefault="006974AE" w:rsidP="006974AE">
      <w:r>
        <w:t>208.2848</w:t>
      </w:r>
      <w:r>
        <w:tab/>
        <w:t>1.013e0</w:t>
      </w:r>
    </w:p>
    <w:p w:rsidR="006974AE" w:rsidRDefault="006974AE" w:rsidP="006974AE">
      <w:r>
        <w:t>208.3005</w:t>
      </w:r>
      <w:r>
        <w:tab/>
        <w:t>1.013e0</w:t>
      </w:r>
    </w:p>
    <w:p w:rsidR="006974AE" w:rsidRDefault="006974AE" w:rsidP="006974AE">
      <w:r>
        <w:t>208.3087</w:t>
      </w:r>
      <w:r>
        <w:tab/>
        <w:t>1.013e0</w:t>
      </w:r>
    </w:p>
    <w:p w:rsidR="006974AE" w:rsidRDefault="006974AE" w:rsidP="006974AE">
      <w:r>
        <w:t>208.3145</w:t>
      </w:r>
      <w:r>
        <w:tab/>
        <w:t>2.025e0</w:t>
      </w:r>
    </w:p>
    <w:p w:rsidR="006974AE" w:rsidRDefault="006974AE" w:rsidP="006974AE">
      <w:r>
        <w:t>208.3164</w:t>
      </w:r>
      <w:r>
        <w:tab/>
        <w:t>1.013e0</w:t>
      </w:r>
    </w:p>
    <w:p w:rsidR="006974AE" w:rsidRDefault="006974AE" w:rsidP="006974AE">
      <w:r>
        <w:t>208.3460</w:t>
      </w:r>
      <w:r>
        <w:tab/>
        <w:t>3.038e0</w:t>
      </w:r>
    </w:p>
    <w:p w:rsidR="006974AE" w:rsidRDefault="006974AE" w:rsidP="006974AE">
      <w:r>
        <w:t>208.3619</w:t>
      </w:r>
      <w:r>
        <w:tab/>
        <w:t>2.025e0</w:t>
      </w:r>
    </w:p>
    <w:p w:rsidR="006974AE" w:rsidRDefault="006974AE" w:rsidP="006974AE">
      <w:r>
        <w:t>208.3659</w:t>
      </w:r>
      <w:r>
        <w:tab/>
        <w:t>1.013e0</w:t>
      </w:r>
    </w:p>
    <w:p w:rsidR="006974AE" w:rsidRDefault="006974AE" w:rsidP="006974AE">
      <w:r>
        <w:t>208.3962</w:t>
      </w:r>
      <w:r>
        <w:tab/>
        <w:t>1.013e0</w:t>
      </w:r>
    </w:p>
    <w:p w:rsidR="006974AE" w:rsidRDefault="006974AE" w:rsidP="006974AE">
      <w:r>
        <w:t>208.4099</w:t>
      </w:r>
      <w:r>
        <w:tab/>
        <w:t>2.025e0</w:t>
      </w:r>
    </w:p>
    <w:p w:rsidR="006974AE" w:rsidRDefault="006974AE" w:rsidP="006974AE">
      <w:r>
        <w:t>208.4239</w:t>
      </w:r>
      <w:r>
        <w:tab/>
        <w:t>2.025e0</w:t>
      </w:r>
    </w:p>
    <w:p w:rsidR="006974AE" w:rsidRDefault="006974AE" w:rsidP="006974AE">
      <w:r>
        <w:t>208.4304</w:t>
      </w:r>
      <w:r>
        <w:tab/>
        <w:t>3.038e0</w:t>
      </w:r>
    </w:p>
    <w:p w:rsidR="006974AE" w:rsidRDefault="006974AE" w:rsidP="006974AE">
      <w:r>
        <w:t>208.4342</w:t>
      </w:r>
      <w:r>
        <w:tab/>
        <w:t>5.063e0</w:t>
      </w:r>
    </w:p>
    <w:p w:rsidR="006974AE" w:rsidRDefault="006974AE" w:rsidP="006974AE">
      <w:r>
        <w:lastRenderedPageBreak/>
        <w:t>208.4448</w:t>
      </w:r>
      <w:r>
        <w:tab/>
        <w:t>2.025e0</w:t>
      </w:r>
    </w:p>
    <w:p w:rsidR="006974AE" w:rsidRDefault="006974AE" w:rsidP="006974AE">
      <w:r>
        <w:t>208.4573</w:t>
      </w:r>
      <w:r>
        <w:tab/>
        <w:t>3.038e0</w:t>
      </w:r>
    </w:p>
    <w:p w:rsidR="006974AE" w:rsidRDefault="006974AE" w:rsidP="006974AE">
      <w:r>
        <w:t>208.4617</w:t>
      </w:r>
      <w:r>
        <w:tab/>
        <w:t>1.013e0</w:t>
      </w:r>
    </w:p>
    <w:p w:rsidR="006974AE" w:rsidRDefault="006974AE" w:rsidP="006974AE">
      <w:r>
        <w:t>208.4696</w:t>
      </w:r>
      <w:r>
        <w:tab/>
        <w:t>1.013e0</w:t>
      </w:r>
    </w:p>
    <w:p w:rsidR="006974AE" w:rsidRDefault="006974AE" w:rsidP="006974AE">
      <w:r>
        <w:t>208.4732</w:t>
      </w:r>
      <w:r>
        <w:tab/>
        <w:t>2.025e0</w:t>
      </w:r>
    </w:p>
    <w:p w:rsidR="006974AE" w:rsidRDefault="006974AE" w:rsidP="006974AE">
      <w:r>
        <w:t>208.4884</w:t>
      </w:r>
      <w:r>
        <w:tab/>
        <w:t>1.013e0</w:t>
      </w:r>
    </w:p>
    <w:p w:rsidR="006974AE" w:rsidRDefault="006974AE" w:rsidP="006974AE">
      <w:r>
        <w:t>208.5154</w:t>
      </w:r>
      <w:r>
        <w:tab/>
        <w:t>2.025e0</w:t>
      </w:r>
    </w:p>
    <w:p w:rsidR="006974AE" w:rsidRDefault="006974AE" w:rsidP="006974AE">
      <w:r>
        <w:t>208.5195</w:t>
      </w:r>
      <w:r>
        <w:tab/>
        <w:t>1.013e0</w:t>
      </w:r>
    </w:p>
    <w:p w:rsidR="006974AE" w:rsidRDefault="006974AE" w:rsidP="006974AE">
      <w:r>
        <w:t>208.5235</w:t>
      </w:r>
      <w:r>
        <w:tab/>
        <w:t>1.013e0</w:t>
      </w:r>
    </w:p>
    <w:p w:rsidR="006974AE" w:rsidRDefault="006974AE" w:rsidP="006974AE">
      <w:r>
        <w:t>208.5291</w:t>
      </w:r>
      <w:r>
        <w:tab/>
        <w:t>2.025e0</w:t>
      </w:r>
    </w:p>
    <w:p w:rsidR="006974AE" w:rsidRDefault="006974AE" w:rsidP="006974AE">
      <w:r>
        <w:t>208.5355</w:t>
      </w:r>
      <w:r>
        <w:tab/>
        <w:t>1.013e0</w:t>
      </w:r>
    </w:p>
    <w:p w:rsidR="006974AE" w:rsidRDefault="006974AE" w:rsidP="006974AE">
      <w:r>
        <w:t>208.5637</w:t>
      </w:r>
      <w:r>
        <w:tab/>
        <w:t>4.051e0</w:t>
      </w:r>
    </w:p>
    <w:p w:rsidR="006974AE" w:rsidRDefault="006974AE" w:rsidP="006974AE">
      <w:r>
        <w:t>208.5657</w:t>
      </w:r>
      <w:r>
        <w:tab/>
        <w:t>1.013e0</w:t>
      </w:r>
    </w:p>
    <w:p w:rsidR="006974AE" w:rsidRDefault="006974AE" w:rsidP="006974AE">
      <w:r>
        <w:t>208.5676</w:t>
      </w:r>
      <w:r>
        <w:tab/>
        <w:t>2.025e0</w:t>
      </w:r>
    </w:p>
    <w:p w:rsidR="006974AE" w:rsidRDefault="006974AE" w:rsidP="006974AE">
      <w:r>
        <w:t>208.5730</w:t>
      </w:r>
      <w:r>
        <w:tab/>
        <w:t>2.025e0</w:t>
      </w:r>
    </w:p>
    <w:p w:rsidR="006974AE" w:rsidRDefault="006974AE" w:rsidP="006974AE">
      <w:r>
        <w:t>208.5770</w:t>
      </w:r>
      <w:r>
        <w:tab/>
        <w:t>2.025e0</w:t>
      </w:r>
    </w:p>
    <w:p w:rsidR="006974AE" w:rsidRDefault="006974AE" w:rsidP="006974AE">
      <w:r>
        <w:t>208.5846</w:t>
      </w:r>
      <w:r>
        <w:tab/>
        <w:t>1.013e0</w:t>
      </w:r>
    </w:p>
    <w:p w:rsidR="006974AE" w:rsidRDefault="006974AE" w:rsidP="006974AE">
      <w:r>
        <w:t>208.5996</w:t>
      </w:r>
      <w:r>
        <w:tab/>
        <w:t>2.025e0</w:t>
      </w:r>
    </w:p>
    <w:p w:rsidR="006974AE" w:rsidRDefault="006974AE" w:rsidP="006974AE">
      <w:r>
        <w:t>208.6071</w:t>
      </w:r>
      <w:r>
        <w:tab/>
        <w:t>1.013e0</w:t>
      </w:r>
    </w:p>
    <w:p w:rsidR="006974AE" w:rsidRDefault="006974AE" w:rsidP="006974AE">
      <w:r>
        <w:lastRenderedPageBreak/>
        <w:t>208.6148</w:t>
      </w:r>
      <w:r>
        <w:tab/>
        <w:t>1.013e0</w:t>
      </w:r>
    </w:p>
    <w:p w:rsidR="006974AE" w:rsidRDefault="006974AE" w:rsidP="006974AE">
      <w:r>
        <w:t>208.6188</w:t>
      </w:r>
      <w:r>
        <w:tab/>
        <w:t>1.013e0</w:t>
      </w:r>
    </w:p>
    <w:p w:rsidR="006974AE" w:rsidRDefault="006974AE" w:rsidP="006974AE">
      <w:r>
        <w:t>208.6270</w:t>
      </w:r>
      <w:r>
        <w:tab/>
        <w:t>1.013e0</w:t>
      </w:r>
    </w:p>
    <w:p w:rsidR="006974AE" w:rsidRDefault="006974AE" w:rsidP="006974AE">
      <w:r>
        <w:t>208.6617</w:t>
      </w:r>
      <w:r>
        <w:tab/>
        <w:t>2.025e0</w:t>
      </w:r>
    </w:p>
    <w:p w:rsidR="006974AE" w:rsidRDefault="006974AE" w:rsidP="006974AE">
      <w:r>
        <w:t>208.6731</w:t>
      </w:r>
      <w:r>
        <w:tab/>
        <w:t>2.025e0</w:t>
      </w:r>
    </w:p>
    <w:p w:rsidR="006974AE" w:rsidRDefault="006974AE" w:rsidP="006974AE">
      <w:r>
        <w:t>208.6767</w:t>
      </w:r>
      <w:r>
        <w:tab/>
        <w:t>1.013e0</w:t>
      </w:r>
    </w:p>
    <w:p w:rsidR="006974AE" w:rsidRDefault="006974AE" w:rsidP="006974AE">
      <w:r>
        <w:t>208.6958</w:t>
      </w:r>
      <w:r>
        <w:tab/>
        <w:t>1.013e0</w:t>
      </w:r>
    </w:p>
    <w:p w:rsidR="006974AE" w:rsidRDefault="006974AE" w:rsidP="006974AE">
      <w:r>
        <w:t>208.6995</w:t>
      </w:r>
      <w:r>
        <w:tab/>
        <w:t>2.025e0</w:t>
      </w:r>
    </w:p>
    <w:p w:rsidR="006974AE" w:rsidRDefault="006974AE" w:rsidP="006974AE">
      <w:r>
        <w:t>208.7031</w:t>
      </w:r>
      <w:r>
        <w:tab/>
        <w:t>1.013e0</w:t>
      </w:r>
    </w:p>
    <w:p w:rsidR="006974AE" w:rsidRDefault="006974AE" w:rsidP="006974AE">
      <w:r>
        <w:t>208.7184</w:t>
      </w:r>
      <w:r>
        <w:tab/>
        <w:t>1.013e0</w:t>
      </w:r>
    </w:p>
    <w:p w:rsidR="006974AE" w:rsidRDefault="006974AE" w:rsidP="006974AE">
      <w:r>
        <w:t>208.7224</w:t>
      </w:r>
      <w:r>
        <w:tab/>
        <w:t>1.013e0</w:t>
      </w:r>
    </w:p>
    <w:p w:rsidR="006974AE" w:rsidRDefault="006974AE" w:rsidP="006974AE">
      <w:r>
        <w:t>208.7263</w:t>
      </w:r>
      <w:r>
        <w:tab/>
        <w:t>1.013e0</w:t>
      </w:r>
    </w:p>
    <w:p w:rsidR="006974AE" w:rsidRDefault="006974AE" w:rsidP="006974AE">
      <w:r>
        <w:t>208.7505</w:t>
      </w:r>
      <w:r>
        <w:tab/>
        <w:t>1.013e0</w:t>
      </w:r>
    </w:p>
    <w:p w:rsidR="006974AE" w:rsidRDefault="006974AE" w:rsidP="006974AE">
      <w:r>
        <w:t>208.7618</w:t>
      </w:r>
      <w:r>
        <w:tab/>
        <w:t>1.013e0</w:t>
      </w:r>
    </w:p>
    <w:p w:rsidR="006974AE" w:rsidRDefault="006974AE" w:rsidP="006974AE">
      <w:r>
        <w:t>208.7747</w:t>
      </w:r>
      <w:r>
        <w:tab/>
        <w:t>2.025e0</w:t>
      </w:r>
    </w:p>
    <w:p w:rsidR="006974AE" w:rsidRDefault="006974AE" w:rsidP="006974AE">
      <w:r>
        <w:t>208.7768</w:t>
      </w:r>
      <w:r>
        <w:tab/>
        <w:t>1.013e0</w:t>
      </w:r>
    </w:p>
    <w:p w:rsidR="006974AE" w:rsidRDefault="006974AE" w:rsidP="006974AE">
      <w:r>
        <w:t>208.7995</w:t>
      </w:r>
      <w:r>
        <w:tab/>
        <w:t>1.013e0</w:t>
      </w:r>
    </w:p>
    <w:p w:rsidR="006974AE" w:rsidRDefault="006974AE" w:rsidP="006974AE">
      <w:r>
        <w:t>208.8183</w:t>
      </w:r>
      <w:r>
        <w:tab/>
        <w:t>1.013e0</w:t>
      </w:r>
    </w:p>
    <w:p w:rsidR="006974AE" w:rsidRDefault="006974AE" w:rsidP="006974AE">
      <w:r>
        <w:t>208.8222</w:t>
      </w:r>
      <w:r>
        <w:tab/>
        <w:t>1.013e0</w:t>
      </w:r>
    </w:p>
    <w:p w:rsidR="006974AE" w:rsidRDefault="006974AE" w:rsidP="006974AE">
      <w:r>
        <w:lastRenderedPageBreak/>
        <w:t>208.8299</w:t>
      </w:r>
      <w:r>
        <w:tab/>
        <w:t>1.013e0</w:t>
      </w:r>
    </w:p>
    <w:p w:rsidR="006974AE" w:rsidRDefault="006974AE" w:rsidP="006974AE">
      <w:r>
        <w:t>208.8340</w:t>
      </w:r>
      <w:r>
        <w:tab/>
        <w:t>2.025e0</w:t>
      </w:r>
    </w:p>
    <w:p w:rsidR="006974AE" w:rsidRDefault="006974AE" w:rsidP="006974AE">
      <w:r>
        <w:t>208.8538</w:t>
      </w:r>
      <w:r>
        <w:tab/>
        <w:t>1.013e0</w:t>
      </w:r>
    </w:p>
    <w:p w:rsidR="006974AE" w:rsidRDefault="006974AE" w:rsidP="006974AE">
      <w:r>
        <w:t>208.8618</w:t>
      </w:r>
      <w:r>
        <w:tab/>
        <w:t>1.013e0</w:t>
      </w:r>
    </w:p>
    <w:p w:rsidR="006974AE" w:rsidRDefault="006974AE" w:rsidP="006974AE">
      <w:r>
        <w:t>208.8730</w:t>
      </w:r>
      <w:r>
        <w:tab/>
        <w:t>1.013e0</w:t>
      </w:r>
    </w:p>
    <w:p w:rsidR="006974AE" w:rsidRDefault="006974AE" w:rsidP="006974AE">
      <w:r>
        <w:t>208.8803</w:t>
      </w:r>
      <w:r>
        <w:tab/>
        <w:t>1.013e0</w:t>
      </w:r>
    </w:p>
    <w:p w:rsidR="006974AE" w:rsidRDefault="006974AE" w:rsidP="006974AE">
      <w:r>
        <w:t>208.8919</w:t>
      </w:r>
      <w:r>
        <w:tab/>
        <w:t>1.013e0</w:t>
      </w:r>
    </w:p>
    <w:p w:rsidR="006974AE" w:rsidRDefault="006974AE" w:rsidP="006974AE">
      <w:r>
        <w:t>208.9030</w:t>
      </w:r>
      <w:r>
        <w:tab/>
        <w:t>1.013e0</w:t>
      </w:r>
    </w:p>
    <w:p w:rsidR="006974AE" w:rsidRDefault="006974AE" w:rsidP="006974AE">
      <w:r>
        <w:t>208.9256</w:t>
      </w:r>
      <w:r>
        <w:tab/>
        <w:t>2.025e0</w:t>
      </w:r>
    </w:p>
    <w:p w:rsidR="006974AE" w:rsidRDefault="006974AE" w:rsidP="006974AE">
      <w:r>
        <w:t>208.9495</w:t>
      </w:r>
      <w:r>
        <w:tab/>
        <w:t>1.013e0</w:t>
      </w:r>
    </w:p>
    <w:p w:rsidR="006974AE" w:rsidRDefault="006974AE" w:rsidP="006974AE">
      <w:r>
        <w:t>208.9538</w:t>
      </w:r>
      <w:r>
        <w:tab/>
        <w:t>1.013e0</w:t>
      </w:r>
    </w:p>
    <w:p w:rsidR="006974AE" w:rsidRDefault="006974AE" w:rsidP="006974AE">
      <w:r>
        <w:t>208.9575</w:t>
      </w:r>
      <w:r>
        <w:tab/>
        <w:t>2.025e0</w:t>
      </w:r>
    </w:p>
    <w:p w:rsidR="006974AE" w:rsidRDefault="006974AE" w:rsidP="006974AE">
      <w:r>
        <w:t>208.9803</w:t>
      </w:r>
      <w:r>
        <w:tab/>
        <w:t>1.013e0</w:t>
      </w:r>
    </w:p>
    <w:p w:rsidR="006974AE" w:rsidRDefault="006974AE" w:rsidP="006974AE">
      <w:r>
        <w:t>208.9881</w:t>
      </w:r>
      <w:r>
        <w:tab/>
        <w:t>1.013e0</w:t>
      </w:r>
    </w:p>
    <w:p w:rsidR="006974AE" w:rsidRDefault="006974AE" w:rsidP="006974AE">
      <w:r>
        <w:t>209.0033</w:t>
      </w:r>
      <w:r>
        <w:tab/>
        <w:t>2.025e0</w:t>
      </w:r>
    </w:p>
    <w:p w:rsidR="006974AE" w:rsidRDefault="006974AE" w:rsidP="006974AE">
      <w:r>
        <w:t>209.0143</w:t>
      </w:r>
      <w:r>
        <w:tab/>
        <w:t>2.025e0</w:t>
      </w:r>
    </w:p>
    <w:p w:rsidR="006974AE" w:rsidRDefault="006974AE" w:rsidP="006974AE">
      <w:r>
        <w:t>209.0215</w:t>
      </w:r>
      <w:r>
        <w:tab/>
        <w:t>5.902e0</w:t>
      </w:r>
    </w:p>
    <w:p w:rsidR="006974AE" w:rsidRDefault="006974AE" w:rsidP="006974AE">
      <w:r>
        <w:t>209.0366</w:t>
      </w:r>
      <w:r>
        <w:tab/>
        <w:t>7.089e0</w:t>
      </w:r>
    </w:p>
    <w:p w:rsidR="006974AE" w:rsidRDefault="006974AE" w:rsidP="006974AE">
      <w:r>
        <w:t>209.0390</w:t>
      </w:r>
      <w:r>
        <w:tab/>
        <w:t>6.133e0</w:t>
      </w:r>
    </w:p>
    <w:p w:rsidR="006974AE" w:rsidRDefault="006974AE" w:rsidP="006974AE">
      <w:r>
        <w:lastRenderedPageBreak/>
        <w:t>209.0442</w:t>
      </w:r>
      <w:r>
        <w:tab/>
        <w:t>2.148e1</w:t>
      </w:r>
    </w:p>
    <w:p w:rsidR="006974AE" w:rsidRDefault="006974AE" w:rsidP="006974AE">
      <w:r>
        <w:t>209.0491</w:t>
      </w:r>
      <w:r>
        <w:tab/>
        <w:t>1.431e1</w:t>
      </w:r>
    </w:p>
    <w:p w:rsidR="006974AE" w:rsidRDefault="006974AE" w:rsidP="006974AE">
      <w:r>
        <w:t>209.0523</w:t>
      </w:r>
      <w:r>
        <w:tab/>
        <w:t>4.051e0</w:t>
      </w:r>
    </w:p>
    <w:p w:rsidR="006974AE" w:rsidRDefault="006974AE" w:rsidP="006974AE">
      <w:r>
        <w:t>209.0629</w:t>
      </w:r>
      <w:r>
        <w:tab/>
        <w:t>2.025e0</w:t>
      </w:r>
    </w:p>
    <w:p w:rsidR="006974AE" w:rsidRDefault="006974AE" w:rsidP="006974AE">
      <w:r>
        <w:t>209.0768</w:t>
      </w:r>
      <w:r>
        <w:tab/>
        <w:t>1.013e0</w:t>
      </w:r>
    </w:p>
    <w:p w:rsidR="006974AE" w:rsidRDefault="006974AE" w:rsidP="006974AE">
      <w:r>
        <w:t>209.0805</w:t>
      </w:r>
      <w:r>
        <w:tab/>
        <w:t>5.063e0</w:t>
      </w:r>
    </w:p>
    <w:p w:rsidR="006974AE" w:rsidRDefault="006974AE" w:rsidP="006974AE">
      <w:r>
        <w:t>209.1032</w:t>
      </w:r>
      <w:r>
        <w:tab/>
        <w:t>4.051e0</w:t>
      </w:r>
    </w:p>
    <w:p w:rsidR="006974AE" w:rsidRDefault="006974AE" w:rsidP="006974AE">
      <w:r>
        <w:t>209.1069</w:t>
      </w:r>
      <w:r>
        <w:tab/>
        <w:t>2.025e0</w:t>
      </w:r>
    </w:p>
    <w:p w:rsidR="006974AE" w:rsidRDefault="006974AE" w:rsidP="006974AE">
      <w:r>
        <w:t>209.1286</w:t>
      </w:r>
      <w:r>
        <w:tab/>
        <w:t>4.051e0</w:t>
      </w:r>
    </w:p>
    <w:p w:rsidR="006974AE" w:rsidRDefault="006974AE" w:rsidP="006974AE">
      <w:r>
        <w:t>209.1357</w:t>
      </w:r>
      <w:r>
        <w:tab/>
        <w:t>2.025e0</w:t>
      </w:r>
    </w:p>
    <w:p w:rsidR="006974AE" w:rsidRDefault="006974AE" w:rsidP="006974AE">
      <w:r>
        <w:t>209.1412</w:t>
      </w:r>
      <w:r>
        <w:tab/>
        <w:t>1.013e0</w:t>
      </w:r>
    </w:p>
    <w:p w:rsidR="006974AE" w:rsidRDefault="006974AE" w:rsidP="006974AE">
      <w:r>
        <w:t>209.1449</w:t>
      </w:r>
      <w:r>
        <w:tab/>
        <w:t>1.013e0</w:t>
      </w:r>
    </w:p>
    <w:p w:rsidR="006974AE" w:rsidRDefault="006974AE" w:rsidP="006974AE">
      <w:r>
        <w:t>209.1613</w:t>
      </w:r>
      <w:r>
        <w:tab/>
        <w:t>6.076e0</w:t>
      </w:r>
    </w:p>
    <w:p w:rsidR="006974AE" w:rsidRDefault="006974AE" w:rsidP="006974AE">
      <w:r>
        <w:t>209.1766</w:t>
      </w:r>
      <w:r>
        <w:tab/>
        <w:t>2.025e0</w:t>
      </w:r>
    </w:p>
    <w:p w:rsidR="006974AE" w:rsidRDefault="006974AE" w:rsidP="006974AE">
      <w:r>
        <w:t>209.1806</w:t>
      </w:r>
      <w:r>
        <w:tab/>
        <w:t>1.013e0</w:t>
      </w:r>
    </w:p>
    <w:p w:rsidR="006974AE" w:rsidRDefault="006974AE" w:rsidP="006974AE">
      <w:r>
        <w:t>209.1841</w:t>
      </w:r>
      <w:r>
        <w:tab/>
        <w:t>1.013e0</w:t>
      </w:r>
    </w:p>
    <w:p w:rsidR="006974AE" w:rsidRDefault="006974AE" w:rsidP="006974AE">
      <w:r>
        <w:t>209.1994</w:t>
      </w:r>
      <w:r>
        <w:tab/>
        <w:t>1.013e0</w:t>
      </w:r>
    </w:p>
    <w:p w:rsidR="006974AE" w:rsidRDefault="006974AE" w:rsidP="006974AE">
      <w:r>
        <w:t>209.2070</w:t>
      </w:r>
      <w:r>
        <w:tab/>
        <w:t>1.013e0</w:t>
      </w:r>
    </w:p>
    <w:p w:rsidR="006974AE" w:rsidRDefault="006974AE" w:rsidP="006974AE">
      <w:r>
        <w:t>209.2258</w:t>
      </w:r>
      <w:r>
        <w:tab/>
        <w:t>2.025e0</w:t>
      </w:r>
    </w:p>
    <w:p w:rsidR="006974AE" w:rsidRDefault="006974AE" w:rsidP="006974AE">
      <w:r>
        <w:lastRenderedPageBreak/>
        <w:t>209.2332</w:t>
      </w:r>
      <w:r>
        <w:tab/>
        <w:t>1.013e0</w:t>
      </w:r>
    </w:p>
    <w:p w:rsidR="006974AE" w:rsidRDefault="006974AE" w:rsidP="006974AE">
      <w:r>
        <w:t>209.2448</w:t>
      </w:r>
      <w:r>
        <w:tab/>
        <w:t>3.038e0</w:t>
      </w:r>
    </w:p>
    <w:p w:rsidR="006974AE" w:rsidRDefault="006974AE" w:rsidP="006974AE">
      <w:r>
        <w:t>209.2569</w:t>
      </w:r>
      <w:r>
        <w:tab/>
        <w:t>1.013e0</w:t>
      </w:r>
    </w:p>
    <w:p w:rsidR="006974AE" w:rsidRDefault="006974AE" w:rsidP="006974AE">
      <w:r>
        <w:t>209.2687</w:t>
      </w:r>
      <w:r>
        <w:tab/>
        <w:t>1.013e0</w:t>
      </w:r>
    </w:p>
    <w:p w:rsidR="006974AE" w:rsidRDefault="006974AE" w:rsidP="006974AE">
      <w:r>
        <w:t>209.2769</w:t>
      </w:r>
      <w:r>
        <w:tab/>
        <w:t>1.013e0</w:t>
      </w:r>
    </w:p>
    <w:p w:rsidR="006974AE" w:rsidRDefault="006974AE" w:rsidP="006974AE">
      <w:r>
        <w:t>209.2995</w:t>
      </w:r>
      <w:r>
        <w:tab/>
        <w:t>1.013e0</w:t>
      </w:r>
    </w:p>
    <w:p w:rsidR="006974AE" w:rsidRDefault="006974AE" w:rsidP="006974AE">
      <w:r>
        <w:t>209.3410</w:t>
      </w:r>
      <w:r>
        <w:tab/>
        <w:t>1.013e0</w:t>
      </w:r>
    </w:p>
    <w:p w:rsidR="006974AE" w:rsidRDefault="006974AE" w:rsidP="006974AE">
      <w:r>
        <w:t>209.3763</w:t>
      </w:r>
      <w:r>
        <w:tab/>
        <w:t>2.025e0</w:t>
      </w:r>
    </w:p>
    <w:p w:rsidR="006974AE" w:rsidRDefault="006974AE" w:rsidP="006974AE">
      <w:r>
        <w:t>209.3805</w:t>
      </w:r>
      <w:r>
        <w:tab/>
        <w:t>1.013e0</w:t>
      </w:r>
    </w:p>
    <w:p w:rsidR="006974AE" w:rsidRDefault="006974AE" w:rsidP="006974AE">
      <w:r>
        <w:t>209.4068</w:t>
      </w:r>
      <w:r>
        <w:tab/>
        <w:t>2.025e0</w:t>
      </w:r>
    </w:p>
    <w:p w:rsidR="006974AE" w:rsidRDefault="006974AE" w:rsidP="006974AE">
      <w:r>
        <w:t>209.4333</w:t>
      </w:r>
      <w:r>
        <w:tab/>
        <w:t>1.013e0</w:t>
      </w:r>
    </w:p>
    <w:p w:rsidR="006974AE" w:rsidRDefault="006974AE" w:rsidP="006974AE">
      <w:r>
        <w:t>209.4526</w:t>
      </w:r>
      <w:r>
        <w:tab/>
        <w:t>1.013e0</w:t>
      </w:r>
    </w:p>
    <w:p w:rsidR="006974AE" w:rsidRDefault="006974AE" w:rsidP="006974AE">
      <w:r>
        <w:t>209.4726</w:t>
      </w:r>
      <w:r>
        <w:tab/>
        <w:t>1.013e0</w:t>
      </w:r>
    </w:p>
    <w:p w:rsidR="006974AE" w:rsidRDefault="006974AE" w:rsidP="006974AE">
      <w:r>
        <w:t>209.4763</w:t>
      </w:r>
      <w:r>
        <w:tab/>
        <w:t>1.013e0</w:t>
      </w:r>
    </w:p>
    <w:p w:rsidR="006974AE" w:rsidRDefault="006974AE" w:rsidP="006974AE">
      <w:r>
        <w:t>209.4806</w:t>
      </w:r>
      <w:r>
        <w:tab/>
        <w:t>1.013e0</w:t>
      </w:r>
    </w:p>
    <w:p w:rsidR="006974AE" w:rsidRDefault="006974AE" w:rsidP="006974AE">
      <w:r>
        <w:t>209.4996</w:t>
      </w:r>
      <w:r>
        <w:tab/>
        <w:t>1.013e0</w:t>
      </w:r>
    </w:p>
    <w:p w:rsidR="006974AE" w:rsidRDefault="006974AE" w:rsidP="006974AE">
      <w:r>
        <w:t>209.5147</w:t>
      </w:r>
      <w:r>
        <w:tab/>
        <w:t>1.013e0</w:t>
      </w:r>
    </w:p>
    <w:p w:rsidR="006974AE" w:rsidRDefault="006974AE" w:rsidP="006974AE">
      <w:r>
        <w:t>209.5373</w:t>
      </w:r>
      <w:r>
        <w:tab/>
        <w:t>3.038e0</w:t>
      </w:r>
    </w:p>
    <w:p w:rsidR="006974AE" w:rsidRDefault="006974AE" w:rsidP="006974AE">
      <w:r>
        <w:t>209.5451</w:t>
      </w:r>
      <w:r>
        <w:tab/>
        <w:t>2.025e0</w:t>
      </w:r>
    </w:p>
    <w:p w:rsidR="006974AE" w:rsidRDefault="006974AE" w:rsidP="006974AE">
      <w:r>
        <w:lastRenderedPageBreak/>
        <w:t>209.5565</w:t>
      </w:r>
      <w:r>
        <w:tab/>
        <w:t>1.013e0</w:t>
      </w:r>
    </w:p>
    <w:p w:rsidR="006974AE" w:rsidRDefault="006974AE" w:rsidP="006974AE">
      <w:r>
        <w:t>209.5643</w:t>
      </w:r>
      <w:r>
        <w:tab/>
        <w:t>1.013e0</w:t>
      </w:r>
    </w:p>
    <w:p w:rsidR="006974AE" w:rsidRDefault="006974AE" w:rsidP="006974AE">
      <w:r>
        <w:t>209.5723</w:t>
      </w:r>
      <w:r>
        <w:tab/>
        <w:t>1.013e0</w:t>
      </w:r>
    </w:p>
    <w:p w:rsidR="006974AE" w:rsidRDefault="006974AE" w:rsidP="006974AE">
      <w:r>
        <w:t>209.5976</w:t>
      </w:r>
      <w:r>
        <w:tab/>
        <w:t>2.025e0</w:t>
      </w:r>
    </w:p>
    <w:p w:rsidR="006974AE" w:rsidRDefault="006974AE" w:rsidP="006974AE">
      <w:r>
        <w:t>209.5994</w:t>
      </w:r>
      <w:r>
        <w:tab/>
        <w:t>1.013e0</w:t>
      </w:r>
    </w:p>
    <w:p w:rsidR="006974AE" w:rsidRDefault="006974AE" w:rsidP="006974AE">
      <w:r>
        <w:t>209.6183</w:t>
      </w:r>
      <w:r>
        <w:tab/>
        <w:t>1.013e0</w:t>
      </w:r>
    </w:p>
    <w:p w:rsidR="006974AE" w:rsidRDefault="006974AE" w:rsidP="006974AE">
      <w:r>
        <w:t>209.6224</w:t>
      </w:r>
      <w:r>
        <w:tab/>
        <w:t>1.013e0</w:t>
      </w:r>
    </w:p>
    <w:p w:rsidR="006974AE" w:rsidRDefault="006974AE" w:rsidP="006974AE">
      <w:r>
        <w:t>209.6393</w:t>
      </w:r>
      <w:r>
        <w:tab/>
        <w:t>2.025e0</w:t>
      </w:r>
    </w:p>
    <w:p w:rsidR="006974AE" w:rsidRDefault="006974AE" w:rsidP="006974AE">
      <w:r>
        <w:t>209.6413</w:t>
      </w:r>
      <w:r>
        <w:tab/>
        <w:t>1.013e0</w:t>
      </w:r>
    </w:p>
    <w:p w:rsidR="006974AE" w:rsidRDefault="006974AE" w:rsidP="006974AE">
      <w:r>
        <w:t>209.6685</w:t>
      </w:r>
      <w:r>
        <w:tab/>
        <w:t>1.013e0</w:t>
      </w:r>
    </w:p>
    <w:p w:rsidR="006974AE" w:rsidRDefault="006974AE" w:rsidP="006974AE">
      <w:r>
        <w:t>209.6722</w:t>
      </w:r>
      <w:r>
        <w:tab/>
        <w:t>1.013e0</w:t>
      </w:r>
    </w:p>
    <w:p w:rsidR="006974AE" w:rsidRDefault="006974AE" w:rsidP="006974AE">
      <w:r>
        <w:t>209.6765</w:t>
      </w:r>
      <w:r>
        <w:tab/>
        <w:t>1.013e0</w:t>
      </w:r>
    </w:p>
    <w:p w:rsidR="006974AE" w:rsidRDefault="006974AE" w:rsidP="006974AE">
      <w:r>
        <w:t>209.6805</w:t>
      </w:r>
      <w:r>
        <w:tab/>
        <w:t>1.013e0</w:t>
      </w:r>
    </w:p>
    <w:p w:rsidR="006974AE" w:rsidRDefault="006974AE" w:rsidP="006974AE">
      <w:r>
        <w:t>209.6842</w:t>
      </w:r>
      <w:r>
        <w:tab/>
        <w:t>1.013e0</w:t>
      </w:r>
    </w:p>
    <w:p w:rsidR="006974AE" w:rsidRDefault="006974AE" w:rsidP="006974AE">
      <w:r>
        <w:t>209.6921</w:t>
      </w:r>
      <w:r>
        <w:tab/>
        <w:t>1.013e0</w:t>
      </w:r>
    </w:p>
    <w:p w:rsidR="006974AE" w:rsidRDefault="006974AE" w:rsidP="006974AE">
      <w:r>
        <w:t>209.7070</w:t>
      </w:r>
      <w:r>
        <w:tab/>
        <w:t>1.013e0</w:t>
      </w:r>
    </w:p>
    <w:p w:rsidR="006974AE" w:rsidRDefault="006974AE" w:rsidP="006974AE">
      <w:r>
        <w:t>209.7111</w:t>
      </w:r>
      <w:r>
        <w:tab/>
        <w:t>1.013e0</w:t>
      </w:r>
    </w:p>
    <w:p w:rsidR="006974AE" w:rsidRDefault="006974AE" w:rsidP="006974AE">
      <w:r>
        <w:t>209.7336</w:t>
      </w:r>
      <w:r>
        <w:tab/>
        <w:t>1.013e0</w:t>
      </w:r>
    </w:p>
    <w:p w:rsidR="006974AE" w:rsidRDefault="006974AE" w:rsidP="006974AE">
      <w:r>
        <w:t>209.7375</w:t>
      </w:r>
      <w:r>
        <w:tab/>
        <w:t>2.025e0</w:t>
      </w:r>
    </w:p>
    <w:p w:rsidR="006974AE" w:rsidRDefault="006974AE" w:rsidP="006974AE">
      <w:r>
        <w:lastRenderedPageBreak/>
        <w:t>209.7508</w:t>
      </w:r>
      <w:r>
        <w:tab/>
        <w:t>2.025e0</w:t>
      </w:r>
    </w:p>
    <w:p w:rsidR="006974AE" w:rsidRDefault="006974AE" w:rsidP="006974AE">
      <w:r>
        <w:t>209.7605</w:t>
      </w:r>
      <w:r>
        <w:tab/>
        <w:t>1.013e0</w:t>
      </w:r>
    </w:p>
    <w:p w:rsidR="006974AE" w:rsidRDefault="006974AE" w:rsidP="006974AE">
      <w:r>
        <w:t>209.7683</w:t>
      </w:r>
      <w:r>
        <w:tab/>
        <w:t>2.025e0</w:t>
      </w:r>
    </w:p>
    <w:p w:rsidR="006974AE" w:rsidRDefault="006974AE" w:rsidP="006974AE">
      <w:r>
        <w:t>209.7817</w:t>
      </w:r>
      <w:r>
        <w:tab/>
        <w:t>2.025e0</w:t>
      </w:r>
    </w:p>
    <w:p w:rsidR="006974AE" w:rsidRDefault="006974AE" w:rsidP="006974AE">
      <w:r>
        <w:t>209.7882</w:t>
      </w:r>
      <w:r>
        <w:tab/>
        <w:t>2.025e0</w:t>
      </w:r>
    </w:p>
    <w:p w:rsidR="006974AE" w:rsidRDefault="006974AE" w:rsidP="006974AE">
      <w:r>
        <w:t>209.8072</w:t>
      </w:r>
      <w:r>
        <w:tab/>
        <w:t>1.013e0</w:t>
      </w:r>
    </w:p>
    <w:p w:rsidR="006974AE" w:rsidRDefault="006974AE" w:rsidP="006974AE">
      <w:r>
        <w:t>209.8109</w:t>
      </w:r>
      <w:r>
        <w:tab/>
        <w:t>1.013e0</w:t>
      </w:r>
    </w:p>
    <w:p w:rsidR="006974AE" w:rsidRDefault="006974AE" w:rsidP="006974AE">
      <w:r>
        <w:t>209.8261</w:t>
      </w:r>
      <w:r>
        <w:tab/>
        <w:t>1.013e0</w:t>
      </w:r>
    </w:p>
    <w:p w:rsidR="006974AE" w:rsidRDefault="006974AE" w:rsidP="006974AE">
      <w:r>
        <w:t>209.8377</w:t>
      </w:r>
      <w:r>
        <w:tab/>
        <w:t>1.013e0</w:t>
      </w:r>
    </w:p>
    <w:p w:rsidR="006974AE" w:rsidRDefault="006974AE" w:rsidP="006974AE">
      <w:r>
        <w:t>209.8412</w:t>
      </w:r>
      <w:r>
        <w:tab/>
        <w:t>1.013e0</w:t>
      </w:r>
    </w:p>
    <w:p w:rsidR="006974AE" w:rsidRDefault="006974AE" w:rsidP="006974AE">
      <w:r>
        <w:t>209.8452</w:t>
      </w:r>
      <w:r>
        <w:tab/>
        <w:t>1.013e0</w:t>
      </w:r>
    </w:p>
    <w:p w:rsidR="006974AE" w:rsidRDefault="006974AE" w:rsidP="006974AE">
      <w:r>
        <w:t>209.8487</w:t>
      </w:r>
      <w:r>
        <w:tab/>
        <w:t>1.013e0</w:t>
      </w:r>
    </w:p>
    <w:p w:rsidR="006974AE" w:rsidRDefault="006974AE" w:rsidP="006974AE">
      <w:r>
        <w:t>209.8605</w:t>
      </w:r>
      <w:r>
        <w:tab/>
        <w:t>1.013e0</w:t>
      </w:r>
    </w:p>
    <w:p w:rsidR="006974AE" w:rsidRDefault="006974AE" w:rsidP="006974AE">
      <w:r>
        <w:t>209.8762</w:t>
      </w:r>
      <w:r>
        <w:tab/>
        <w:t>1.013e0</w:t>
      </w:r>
    </w:p>
    <w:p w:rsidR="006974AE" w:rsidRDefault="006974AE" w:rsidP="006974AE">
      <w:r>
        <w:t>209.8922</w:t>
      </w:r>
      <w:r>
        <w:tab/>
        <w:t>2.025e0</w:t>
      </w:r>
    </w:p>
    <w:p w:rsidR="006974AE" w:rsidRDefault="006974AE" w:rsidP="006974AE">
      <w:r>
        <w:t>209.9001</w:t>
      </w:r>
      <w:r>
        <w:tab/>
        <w:t>1.013e0</w:t>
      </w:r>
    </w:p>
    <w:p w:rsidR="006974AE" w:rsidRDefault="006974AE" w:rsidP="006974AE">
      <w:r>
        <w:t>209.9144</w:t>
      </w:r>
      <w:r>
        <w:tab/>
        <w:t>5.063e0</w:t>
      </w:r>
    </w:p>
    <w:p w:rsidR="006974AE" w:rsidRDefault="006974AE" w:rsidP="006974AE">
      <w:r>
        <w:t>209.9243</w:t>
      </w:r>
      <w:r>
        <w:tab/>
        <w:t>2.025e0</w:t>
      </w:r>
    </w:p>
    <w:p w:rsidR="006974AE" w:rsidRDefault="006974AE" w:rsidP="006974AE">
      <w:r>
        <w:t>209.9454</w:t>
      </w:r>
      <w:r>
        <w:tab/>
        <w:t>1.013e0</w:t>
      </w:r>
    </w:p>
    <w:p w:rsidR="006974AE" w:rsidRDefault="006974AE" w:rsidP="006974AE">
      <w:r>
        <w:lastRenderedPageBreak/>
        <w:t>209.9803</w:t>
      </w:r>
      <w:r>
        <w:tab/>
        <w:t>1.153e0</w:t>
      </w:r>
    </w:p>
    <w:p w:rsidR="006974AE" w:rsidRDefault="006974AE" w:rsidP="006974AE">
      <w:r>
        <w:t>209.9819</w:t>
      </w:r>
      <w:r>
        <w:tab/>
        <w:t>2.025e0</w:t>
      </w:r>
    </w:p>
    <w:p w:rsidR="006974AE" w:rsidRDefault="006974AE" w:rsidP="006974AE">
      <w:r>
        <w:t>210.0000</w:t>
      </w:r>
      <w:r>
        <w:tab/>
        <w:t>1.013e0</w:t>
      </w:r>
    </w:p>
    <w:p w:rsidR="006974AE" w:rsidRDefault="006974AE" w:rsidP="006974AE">
      <w:r>
        <w:t>210.0040</w:t>
      </w:r>
      <w:r>
        <w:tab/>
        <w:t>2.025e0</w:t>
      </w:r>
    </w:p>
    <w:p w:rsidR="006974AE" w:rsidRDefault="006974AE" w:rsidP="006974AE">
      <w:r>
        <w:t>210.0082</w:t>
      </w:r>
      <w:r>
        <w:tab/>
        <w:t>4.051e0</w:t>
      </w:r>
    </w:p>
    <w:p w:rsidR="006974AE" w:rsidRDefault="006974AE" w:rsidP="006974AE">
      <w:r>
        <w:t>210.0150</w:t>
      </w:r>
      <w:r>
        <w:tab/>
        <w:t>2.025e0</w:t>
      </w:r>
    </w:p>
    <w:p w:rsidR="006974AE" w:rsidRDefault="006974AE" w:rsidP="006974AE">
      <w:r>
        <w:t>210.0200</w:t>
      </w:r>
      <w:r>
        <w:tab/>
        <w:t>8.101e0</w:t>
      </w:r>
    </w:p>
    <w:p w:rsidR="006974AE" w:rsidRDefault="006974AE" w:rsidP="006974AE">
      <w:r>
        <w:t>210.0226</w:t>
      </w:r>
      <w:r>
        <w:tab/>
        <w:t>2.025e0</w:t>
      </w:r>
    </w:p>
    <w:p w:rsidR="006974AE" w:rsidRDefault="006974AE" w:rsidP="006974AE">
      <w:r>
        <w:t>210.0323</w:t>
      </w:r>
      <w:r>
        <w:tab/>
        <w:t>2.025e0</w:t>
      </w:r>
    </w:p>
    <w:p w:rsidR="006974AE" w:rsidRDefault="006974AE" w:rsidP="006974AE">
      <w:r>
        <w:t>210.0417</w:t>
      </w:r>
      <w:r>
        <w:tab/>
        <w:t>8.101e0</w:t>
      </w:r>
    </w:p>
    <w:p w:rsidR="006974AE" w:rsidRDefault="006974AE" w:rsidP="006974AE">
      <w:r>
        <w:t>210.0434</w:t>
      </w:r>
      <w:r>
        <w:tab/>
        <w:t>6.076e0</w:t>
      </w:r>
    </w:p>
    <w:p w:rsidR="006974AE" w:rsidRDefault="006974AE" w:rsidP="006974AE">
      <w:r>
        <w:t>210.0504</w:t>
      </w:r>
      <w:r>
        <w:tab/>
        <w:t>4.051e0</w:t>
      </w:r>
    </w:p>
    <w:p w:rsidR="006974AE" w:rsidRDefault="006974AE" w:rsidP="006974AE">
      <w:r>
        <w:t>210.0668</w:t>
      </w:r>
      <w:r>
        <w:tab/>
        <w:t>2.025e0</w:t>
      </w:r>
    </w:p>
    <w:p w:rsidR="006974AE" w:rsidRDefault="006974AE" w:rsidP="006974AE">
      <w:r>
        <w:t>210.0686</w:t>
      </w:r>
      <w:r>
        <w:tab/>
        <w:t>4.103e0</w:t>
      </w:r>
    </w:p>
    <w:p w:rsidR="006974AE" w:rsidRDefault="006974AE" w:rsidP="006974AE">
      <w:r>
        <w:t>210.0708</w:t>
      </w:r>
      <w:r>
        <w:tab/>
        <w:t>2.025e0</w:t>
      </w:r>
    </w:p>
    <w:p w:rsidR="006974AE" w:rsidRDefault="006974AE" w:rsidP="006974AE">
      <w:r>
        <w:t>210.0729</w:t>
      </w:r>
      <w:r>
        <w:tab/>
        <w:t>2.025e0</w:t>
      </w:r>
    </w:p>
    <w:p w:rsidR="006974AE" w:rsidRDefault="006974AE" w:rsidP="006974AE">
      <w:r>
        <w:t>210.0807</w:t>
      </w:r>
      <w:r>
        <w:tab/>
        <w:t>1.013e0</w:t>
      </w:r>
    </w:p>
    <w:p w:rsidR="006974AE" w:rsidRDefault="006974AE" w:rsidP="006974AE">
      <w:r>
        <w:t>210.0847</w:t>
      </w:r>
      <w:r>
        <w:tab/>
        <w:t>1.013e0</w:t>
      </w:r>
    </w:p>
    <w:p w:rsidR="006974AE" w:rsidRDefault="006974AE" w:rsidP="006974AE">
      <w:r>
        <w:t>210.1060</w:t>
      </w:r>
      <w:r>
        <w:tab/>
        <w:t>2.025e0</w:t>
      </w:r>
    </w:p>
    <w:p w:rsidR="006974AE" w:rsidRDefault="006974AE" w:rsidP="006974AE">
      <w:r>
        <w:lastRenderedPageBreak/>
        <w:t>210.1076</w:t>
      </w:r>
      <w:r>
        <w:tab/>
        <w:t>1.013e0</w:t>
      </w:r>
    </w:p>
    <w:p w:rsidR="006974AE" w:rsidRDefault="006974AE" w:rsidP="006974AE">
      <w:r>
        <w:t>210.1135</w:t>
      </w:r>
      <w:r>
        <w:tab/>
        <w:t>2.025e0</w:t>
      </w:r>
    </w:p>
    <w:p w:rsidR="006974AE" w:rsidRDefault="006974AE" w:rsidP="006974AE">
      <w:r>
        <w:t>210.1171</w:t>
      </w:r>
      <w:r>
        <w:tab/>
        <w:t>2.025e0</w:t>
      </w:r>
    </w:p>
    <w:p w:rsidR="006974AE" w:rsidRDefault="006974AE" w:rsidP="006974AE">
      <w:r>
        <w:t>210.1227</w:t>
      </w:r>
      <w:r>
        <w:tab/>
        <w:t>3.038e0</w:t>
      </w:r>
    </w:p>
    <w:p w:rsidR="006974AE" w:rsidRDefault="006974AE" w:rsidP="006974AE">
      <w:r>
        <w:t>210.1454</w:t>
      </w:r>
      <w:r>
        <w:tab/>
        <w:t>1.013e0</w:t>
      </w:r>
    </w:p>
    <w:p w:rsidR="006974AE" w:rsidRDefault="006974AE" w:rsidP="006974AE">
      <w:r>
        <w:t>210.1516</w:t>
      </w:r>
      <w:r>
        <w:tab/>
        <w:t>6.076e0</w:t>
      </w:r>
    </w:p>
    <w:p w:rsidR="006974AE" w:rsidRDefault="006974AE" w:rsidP="006974AE">
      <w:r>
        <w:t>210.1533</w:t>
      </w:r>
      <w:r>
        <w:tab/>
        <w:t>4.051e0</w:t>
      </w:r>
    </w:p>
    <w:p w:rsidR="006974AE" w:rsidRDefault="006974AE" w:rsidP="006974AE">
      <w:r>
        <w:t>210.1569</w:t>
      </w:r>
      <w:r>
        <w:tab/>
        <w:t>6.076e0</w:t>
      </w:r>
    </w:p>
    <w:p w:rsidR="006974AE" w:rsidRDefault="006974AE" w:rsidP="006974AE">
      <w:r>
        <w:t>210.1645</w:t>
      </w:r>
      <w:r>
        <w:tab/>
        <w:t>1.013e0</w:t>
      </w:r>
    </w:p>
    <w:p w:rsidR="006974AE" w:rsidRDefault="006974AE" w:rsidP="006974AE">
      <w:r>
        <w:t>210.1725</w:t>
      </w:r>
      <w:r>
        <w:tab/>
        <w:t>1.013e0</w:t>
      </w:r>
    </w:p>
    <w:p w:rsidR="006974AE" w:rsidRDefault="006974AE" w:rsidP="006974AE">
      <w:r>
        <w:t>210.2003</w:t>
      </w:r>
      <w:r>
        <w:tab/>
        <w:t>1.013e0</w:t>
      </w:r>
    </w:p>
    <w:p w:rsidR="006974AE" w:rsidRDefault="006974AE" w:rsidP="006974AE">
      <w:r>
        <w:t>210.2081</w:t>
      </w:r>
      <w:r>
        <w:tab/>
        <w:t>1.013e0</w:t>
      </w:r>
    </w:p>
    <w:p w:rsidR="006974AE" w:rsidRDefault="006974AE" w:rsidP="006974AE">
      <w:r>
        <w:t>210.2097</w:t>
      </w:r>
      <w:r>
        <w:tab/>
        <w:t>2.025e0</w:t>
      </w:r>
    </w:p>
    <w:p w:rsidR="006974AE" w:rsidRDefault="006974AE" w:rsidP="006974AE">
      <w:r>
        <w:t>210.2305</w:t>
      </w:r>
      <w:r>
        <w:tab/>
        <w:t>1.013e0</w:t>
      </w:r>
    </w:p>
    <w:p w:rsidR="006974AE" w:rsidRDefault="006974AE" w:rsidP="006974AE">
      <w:r>
        <w:t>210.2496</w:t>
      </w:r>
      <w:r>
        <w:tab/>
        <w:t>1.013e0</w:t>
      </w:r>
    </w:p>
    <w:p w:rsidR="006974AE" w:rsidRDefault="006974AE" w:rsidP="006974AE">
      <w:r>
        <w:t>210.2647</w:t>
      </w:r>
      <w:r>
        <w:tab/>
        <w:t>2.025e0</w:t>
      </w:r>
    </w:p>
    <w:p w:rsidR="006974AE" w:rsidRDefault="006974AE" w:rsidP="006974AE">
      <w:r>
        <w:t>210.2696</w:t>
      </w:r>
      <w:r>
        <w:tab/>
        <w:t>2.025e0</w:t>
      </w:r>
    </w:p>
    <w:p w:rsidR="006974AE" w:rsidRDefault="006974AE" w:rsidP="006974AE">
      <w:r>
        <w:t>210.3080</w:t>
      </w:r>
      <w:r>
        <w:tab/>
        <w:t>1.013e0</w:t>
      </w:r>
    </w:p>
    <w:p w:rsidR="006974AE" w:rsidRDefault="006974AE" w:rsidP="006974AE">
      <w:r>
        <w:t>210.3158</w:t>
      </w:r>
      <w:r>
        <w:tab/>
        <w:t>1.013e0</w:t>
      </w:r>
    </w:p>
    <w:p w:rsidR="006974AE" w:rsidRDefault="006974AE" w:rsidP="006974AE">
      <w:r>
        <w:lastRenderedPageBreak/>
        <w:t>210.3347</w:t>
      </w:r>
      <w:r>
        <w:tab/>
        <w:t>2.025e0</w:t>
      </w:r>
    </w:p>
    <w:p w:rsidR="006974AE" w:rsidRDefault="006974AE" w:rsidP="006974AE">
      <w:r>
        <w:t>210.3423</w:t>
      </w:r>
      <w:r>
        <w:tab/>
        <w:t>2.025e0</w:t>
      </w:r>
    </w:p>
    <w:p w:rsidR="006974AE" w:rsidRDefault="006974AE" w:rsidP="006974AE">
      <w:r>
        <w:t>210.3461</w:t>
      </w:r>
      <w:r>
        <w:tab/>
        <w:t>1.013e0</w:t>
      </w:r>
    </w:p>
    <w:p w:rsidR="006974AE" w:rsidRDefault="006974AE" w:rsidP="006974AE">
      <w:r>
        <w:t>210.4010</w:t>
      </w:r>
      <w:r>
        <w:tab/>
        <w:t>1.013e0</w:t>
      </w:r>
    </w:p>
    <w:p w:rsidR="006974AE" w:rsidRDefault="006974AE" w:rsidP="006974AE">
      <w:r>
        <w:t>210.4084</w:t>
      </w:r>
      <w:r>
        <w:tab/>
        <w:t>1.013e0</w:t>
      </w:r>
    </w:p>
    <w:p w:rsidR="006974AE" w:rsidRDefault="006974AE" w:rsidP="006974AE">
      <w:r>
        <w:t>210.4309</w:t>
      </w:r>
      <w:r>
        <w:tab/>
        <w:t>1.013e0</w:t>
      </w:r>
    </w:p>
    <w:p w:rsidR="006974AE" w:rsidRDefault="006974AE" w:rsidP="006974AE">
      <w:r>
        <w:t>210.4463</w:t>
      </w:r>
      <w:r>
        <w:tab/>
        <w:t>1.013e0</w:t>
      </w:r>
    </w:p>
    <w:p w:rsidR="006974AE" w:rsidRDefault="006974AE" w:rsidP="006974AE">
      <w:r>
        <w:t>210.4498</w:t>
      </w:r>
      <w:r>
        <w:tab/>
        <w:t>1.013e0</w:t>
      </w:r>
    </w:p>
    <w:p w:rsidR="006974AE" w:rsidRDefault="006974AE" w:rsidP="006974AE">
      <w:r>
        <w:t>210.4615</w:t>
      </w:r>
      <w:r>
        <w:tab/>
        <w:t>1.013e0</w:t>
      </w:r>
    </w:p>
    <w:p w:rsidR="006974AE" w:rsidRDefault="006974AE" w:rsidP="006974AE">
      <w:r>
        <w:t>210.4734</w:t>
      </w:r>
      <w:r>
        <w:tab/>
        <w:t>2.025e0</w:t>
      </w:r>
    </w:p>
    <w:p w:rsidR="006974AE" w:rsidRDefault="006974AE" w:rsidP="006974AE">
      <w:r>
        <w:t>210.4936</w:t>
      </w:r>
      <w:r>
        <w:tab/>
        <w:t>1.013e0</w:t>
      </w:r>
    </w:p>
    <w:p w:rsidR="006974AE" w:rsidRDefault="006974AE" w:rsidP="006974AE">
      <w:r>
        <w:t>210.5197</w:t>
      </w:r>
      <w:r>
        <w:tab/>
        <w:t>1.013e0</w:t>
      </w:r>
    </w:p>
    <w:p w:rsidR="006974AE" w:rsidRDefault="006974AE" w:rsidP="006974AE">
      <w:r>
        <w:t>210.5238</w:t>
      </w:r>
      <w:r>
        <w:tab/>
        <w:t>1.013e0</w:t>
      </w:r>
    </w:p>
    <w:p w:rsidR="006974AE" w:rsidRDefault="006974AE" w:rsidP="006974AE">
      <w:r>
        <w:t>210.5349</w:t>
      </w:r>
      <w:r>
        <w:tab/>
        <w:t>2.025e0</w:t>
      </w:r>
    </w:p>
    <w:p w:rsidR="006974AE" w:rsidRDefault="006974AE" w:rsidP="006974AE">
      <w:r>
        <w:t>210.5390</w:t>
      </w:r>
      <w:r>
        <w:tab/>
        <w:t>1.013e0</w:t>
      </w:r>
    </w:p>
    <w:p w:rsidR="006974AE" w:rsidRDefault="006974AE" w:rsidP="006974AE">
      <w:r>
        <w:t>210.5615</w:t>
      </w:r>
      <w:r>
        <w:tab/>
        <w:t>1.013e0</w:t>
      </w:r>
    </w:p>
    <w:p w:rsidR="006974AE" w:rsidRDefault="006974AE" w:rsidP="006974AE">
      <w:r>
        <w:t>210.5816</w:t>
      </w:r>
      <w:r>
        <w:tab/>
        <w:t>1.013e0</w:t>
      </w:r>
    </w:p>
    <w:p w:rsidR="006974AE" w:rsidRDefault="006974AE" w:rsidP="006974AE">
      <w:r>
        <w:t>210.5896</w:t>
      </w:r>
      <w:r>
        <w:tab/>
        <w:t>1.013e0</w:t>
      </w:r>
    </w:p>
    <w:p w:rsidR="006974AE" w:rsidRDefault="006974AE" w:rsidP="006974AE">
      <w:r>
        <w:t>210.5995</w:t>
      </w:r>
      <w:r>
        <w:tab/>
        <w:t>2.025e0</w:t>
      </w:r>
    </w:p>
    <w:p w:rsidR="006974AE" w:rsidRDefault="006974AE" w:rsidP="006974AE">
      <w:r>
        <w:lastRenderedPageBreak/>
        <w:t>210.6580</w:t>
      </w:r>
      <w:r>
        <w:tab/>
        <w:t>2.025e0</w:t>
      </w:r>
    </w:p>
    <w:p w:rsidR="006974AE" w:rsidRDefault="006974AE" w:rsidP="006974AE">
      <w:r>
        <w:t>210.6619</w:t>
      </w:r>
      <w:r>
        <w:tab/>
        <w:t>1.013e0</w:t>
      </w:r>
    </w:p>
    <w:p w:rsidR="006974AE" w:rsidRDefault="006974AE" w:rsidP="006974AE">
      <w:r>
        <w:t>210.6859</w:t>
      </w:r>
      <w:r>
        <w:tab/>
        <w:t>1.013e0</w:t>
      </w:r>
    </w:p>
    <w:p w:rsidR="006974AE" w:rsidRDefault="006974AE" w:rsidP="006974AE">
      <w:r>
        <w:t>210.6900</w:t>
      </w:r>
      <w:r>
        <w:tab/>
        <w:t>1.013e0</w:t>
      </w:r>
    </w:p>
    <w:p w:rsidR="006974AE" w:rsidRDefault="006974AE" w:rsidP="006974AE">
      <w:r>
        <w:t>210.7167</w:t>
      </w:r>
      <w:r>
        <w:tab/>
        <w:t>1.013e0</w:t>
      </w:r>
    </w:p>
    <w:p w:rsidR="006974AE" w:rsidRDefault="006974AE" w:rsidP="006974AE">
      <w:r>
        <w:t>210.7542</w:t>
      </w:r>
      <w:r>
        <w:tab/>
        <w:t>1.013e0</w:t>
      </w:r>
    </w:p>
    <w:p w:rsidR="006974AE" w:rsidRDefault="006974AE" w:rsidP="006974AE">
      <w:r>
        <w:t>210.7585</w:t>
      </w:r>
      <w:r>
        <w:tab/>
        <w:t>1.013e0</w:t>
      </w:r>
    </w:p>
    <w:p w:rsidR="006974AE" w:rsidRDefault="006974AE" w:rsidP="006974AE">
      <w:r>
        <w:t>210.7623</w:t>
      </w:r>
      <w:r>
        <w:tab/>
        <w:t>1.013e0</w:t>
      </w:r>
    </w:p>
    <w:p w:rsidR="006974AE" w:rsidRDefault="006974AE" w:rsidP="006974AE">
      <w:r>
        <w:t>210.7726</w:t>
      </w:r>
      <w:r>
        <w:tab/>
        <w:t>2.025e0</w:t>
      </w:r>
    </w:p>
    <w:p w:rsidR="006974AE" w:rsidRDefault="006974AE" w:rsidP="006974AE">
      <w:r>
        <w:t>210.7904</w:t>
      </w:r>
      <w:r>
        <w:tab/>
        <w:t>1.013e0</w:t>
      </w:r>
    </w:p>
    <w:p w:rsidR="006974AE" w:rsidRDefault="006974AE" w:rsidP="006974AE">
      <w:r>
        <w:t>210.7981</w:t>
      </w:r>
      <w:r>
        <w:tab/>
        <w:t>1.013e0</w:t>
      </w:r>
    </w:p>
    <w:p w:rsidR="006974AE" w:rsidRDefault="006974AE" w:rsidP="006974AE">
      <w:r>
        <w:t>210.8016</w:t>
      </w:r>
      <w:r>
        <w:tab/>
        <w:t>1.013e0</w:t>
      </w:r>
    </w:p>
    <w:p w:rsidR="006974AE" w:rsidRDefault="006974AE" w:rsidP="006974AE">
      <w:r>
        <w:t>210.8094</w:t>
      </w:r>
      <w:r>
        <w:tab/>
        <w:t>1.013e0</w:t>
      </w:r>
    </w:p>
    <w:p w:rsidR="006974AE" w:rsidRDefault="006974AE" w:rsidP="006974AE">
      <w:r>
        <w:t>210.8281</w:t>
      </w:r>
      <w:r>
        <w:tab/>
        <w:t>1.013e0</w:t>
      </w:r>
    </w:p>
    <w:p w:rsidR="006974AE" w:rsidRDefault="006974AE" w:rsidP="006974AE">
      <w:r>
        <w:t>210.8357</w:t>
      </w:r>
      <w:r>
        <w:tab/>
        <w:t>1.013e0</w:t>
      </w:r>
    </w:p>
    <w:p w:rsidR="006974AE" w:rsidRDefault="006974AE" w:rsidP="006974AE">
      <w:r>
        <w:t>210.8548</w:t>
      </w:r>
      <w:r>
        <w:tab/>
        <w:t>3.038e0</w:t>
      </w:r>
    </w:p>
    <w:p w:rsidR="006974AE" w:rsidRDefault="006974AE" w:rsidP="006974AE">
      <w:r>
        <w:t>210.8572</w:t>
      </w:r>
      <w:r>
        <w:tab/>
        <w:t>2.025e0</w:t>
      </w:r>
    </w:p>
    <w:p w:rsidR="006974AE" w:rsidRDefault="006974AE" w:rsidP="006974AE">
      <w:r>
        <w:t>210.8790</w:t>
      </w:r>
      <w:r>
        <w:tab/>
        <w:t>1.013e0</w:t>
      </w:r>
    </w:p>
    <w:p w:rsidR="006974AE" w:rsidRDefault="006974AE" w:rsidP="006974AE">
      <w:r>
        <w:t>210.8805</w:t>
      </w:r>
      <w:r>
        <w:tab/>
        <w:t>2.025e0</w:t>
      </w:r>
    </w:p>
    <w:p w:rsidR="006974AE" w:rsidRDefault="006974AE" w:rsidP="006974AE">
      <w:r>
        <w:lastRenderedPageBreak/>
        <w:t>210.8868</w:t>
      </w:r>
      <w:r>
        <w:tab/>
        <w:t>1.013e0</w:t>
      </w:r>
    </w:p>
    <w:p w:rsidR="006974AE" w:rsidRDefault="006974AE" w:rsidP="006974AE">
      <w:r>
        <w:t>210.9057</w:t>
      </w:r>
      <w:r>
        <w:tab/>
        <w:t>1.013e0</w:t>
      </w:r>
    </w:p>
    <w:p w:rsidR="006974AE" w:rsidRDefault="006974AE" w:rsidP="006974AE">
      <w:r>
        <w:t>210.9094</w:t>
      </w:r>
      <w:r>
        <w:tab/>
        <w:t>1.013e0</w:t>
      </w:r>
    </w:p>
    <w:p w:rsidR="006974AE" w:rsidRDefault="006974AE" w:rsidP="006974AE">
      <w:r>
        <w:t>210.9513</w:t>
      </w:r>
      <w:r>
        <w:tab/>
        <w:t>5.063e0</w:t>
      </w:r>
    </w:p>
    <w:p w:rsidR="006974AE" w:rsidRDefault="006974AE" w:rsidP="006974AE">
      <w:r>
        <w:t>210.9632</w:t>
      </w:r>
      <w:r>
        <w:tab/>
        <w:t>1.013e0</w:t>
      </w:r>
    </w:p>
    <w:p w:rsidR="006974AE" w:rsidRDefault="006974AE" w:rsidP="006974AE">
      <w:r>
        <w:t>210.9691</w:t>
      </w:r>
      <w:r>
        <w:tab/>
        <w:t>2.025e0</w:t>
      </w:r>
    </w:p>
    <w:p w:rsidR="006974AE" w:rsidRDefault="006974AE" w:rsidP="006974AE">
      <w:r>
        <w:t>210.9752</w:t>
      </w:r>
      <w:r>
        <w:tab/>
        <w:t>1.013e0</w:t>
      </w:r>
    </w:p>
    <w:p w:rsidR="006974AE" w:rsidRDefault="006974AE" w:rsidP="006974AE">
      <w:r>
        <w:t>210.9795</w:t>
      </w:r>
      <w:r>
        <w:tab/>
        <w:t>1.013e0</w:t>
      </w:r>
    </w:p>
    <w:p w:rsidR="006974AE" w:rsidRDefault="006974AE" w:rsidP="006974AE">
      <w:r>
        <w:t>210.9835</w:t>
      </w:r>
      <w:r>
        <w:tab/>
        <w:t>1.013e0</w:t>
      </w:r>
    </w:p>
    <w:p w:rsidR="006974AE" w:rsidRDefault="006974AE" w:rsidP="006974AE">
      <w:r>
        <w:t>211.0022</w:t>
      </w:r>
      <w:r>
        <w:tab/>
        <w:t>1.013e0</w:t>
      </w:r>
    </w:p>
    <w:p w:rsidR="006974AE" w:rsidRDefault="006974AE" w:rsidP="006974AE">
      <w:r>
        <w:t>211.0054</w:t>
      </w:r>
      <w:r>
        <w:tab/>
        <w:t>3.038e0</w:t>
      </w:r>
    </w:p>
    <w:p w:rsidR="006974AE" w:rsidRDefault="006974AE" w:rsidP="006974AE">
      <w:r>
        <w:t>211.0157</w:t>
      </w:r>
      <w:r>
        <w:tab/>
        <w:t>2.025e0</w:t>
      </w:r>
    </w:p>
    <w:p w:rsidR="006974AE" w:rsidRDefault="006974AE" w:rsidP="006974AE">
      <w:r>
        <w:t>211.0271</w:t>
      </w:r>
      <w:r>
        <w:tab/>
        <w:t>2.025e0</w:t>
      </w:r>
    </w:p>
    <w:p w:rsidR="006974AE" w:rsidRDefault="006974AE" w:rsidP="006974AE">
      <w:r>
        <w:t>211.0349</w:t>
      </w:r>
      <w:r>
        <w:tab/>
        <w:t>4.051e0</w:t>
      </w:r>
    </w:p>
    <w:p w:rsidR="006974AE" w:rsidRDefault="006974AE" w:rsidP="006974AE">
      <w:r>
        <w:t>211.0400</w:t>
      </w:r>
      <w:r>
        <w:tab/>
        <w:t>2.025e0</w:t>
      </w:r>
    </w:p>
    <w:p w:rsidR="006974AE" w:rsidRDefault="006974AE" w:rsidP="006974AE">
      <w:r>
        <w:t>211.0460</w:t>
      </w:r>
      <w:r>
        <w:tab/>
        <w:t>1.909e0</w:t>
      </w:r>
    </w:p>
    <w:p w:rsidR="006974AE" w:rsidRDefault="006974AE" w:rsidP="006974AE">
      <w:r>
        <w:t>211.0501</w:t>
      </w:r>
      <w:r>
        <w:tab/>
        <w:t>2.025e0</w:t>
      </w:r>
    </w:p>
    <w:p w:rsidR="006974AE" w:rsidRDefault="006974AE" w:rsidP="006974AE">
      <w:r>
        <w:t>211.0659</w:t>
      </w:r>
      <w:r>
        <w:tab/>
        <w:t>2.025e0</w:t>
      </w:r>
    </w:p>
    <w:p w:rsidR="006974AE" w:rsidRDefault="006974AE" w:rsidP="006974AE">
      <w:r>
        <w:t>211.0677</w:t>
      </w:r>
      <w:r>
        <w:tab/>
        <w:t>4.051e0</w:t>
      </w:r>
    </w:p>
    <w:p w:rsidR="006974AE" w:rsidRDefault="006974AE" w:rsidP="006974AE">
      <w:r>
        <w:lastRenderedPageBreak/>
        <w:t>211.0725</w:t>
      </w:r>
      <w:r>
        <w:tab/>
        <w:t>4.051e0</w:t>
      </w:r>
    </w:p>
    <w:p w:rsidR="006974AE" w:rsidRDefault="006974AE" w:rsidP="006974AE">
      <w:r>
        <w:t>211.0760</w:t>
      </w:r>
      <w:r>
        <w:tab/>
        <w:t>1.013e0</w:t>
      </w:r>
    </w:p>
    <w:p w:rsidR="006974AE" w:rsidRDefault="006974AE" w:rsidP="006974AE">
      <w:r>
        <w:t>211.0987</w:t>
      </w:r>
      <w:r>
        <w:tab/>
        <w:t>1.013e0</w:t>
      </w:r>
    </w:p>
    <w:p w:rsidR="006974AE" w:rsidRDefault="006974AE" w:rsidP="006974AE">
      <w:r>
        <w:t>211.1006</w:t>
      </w:r>
      <w:r>
        <w:tab/>
        <w:t>2.025e0</w:t>
      </w:r>
    </w:p>
    <w:p w:rsidR="006974AE" w:rsidRDefault="006974AE" w:rsidP="006974AE">
      <w:r>
        <w:t>211.1140</w:t>
      </w:r>
      <w:r>
        <w:tab/>
        <w:t>2.025e0</w:t>
      </w:r>
    </w:p>
    <w:p w:rsidR="006974AE" w:rsidRDefault="006974AE" w:rsidP="006974AE">
      <w:r>
        <w:t>211.1253</w:t>
      </w:r>
      <w:r>
        <w:tab/>
        <w:t>1.013e0</w:t>
      </w:r>
    </w:p>
    <w:p w:rsidR="006974AE" w:rsidRDefault="006974AE" w:rsidP="006974AE">
      <w:r>
        <w:t>211.1271</w:t>
      </w:r>
      <w:r>
        <w:tab/>
        <w:t>4.051e0</w:t>
      </w:r>
    </w:p>
    <w:p w:rsidR="006974AE" w:rsidRDefault="006974AE" w:rsidP="006974AE">
      <w:r>
        <w:t>211.1369</w:t>
      </w:r>
      <w:r>
        <w:tab/>
        <w:t>3.038e0</w:t>
      </w:r>
    </w:p>
    <w:p w:rsidR="006974AE" w:rsidRDefault="006974AE" w:rsidP="006974AE">
      <w:r>
        <w:t>211.1444</w:t>
      </w:r>
      <w:r>
        <w:tab/>
        <w:t>2.025e0</w:t>
      </w:r>
    </w:p>
    <w:p w:rsidR="006974AE" w:rsidRDefault="006974AE" w:rsidP="006974AE">
      <w:r>
        <w:t>211.1481</w:t>
      </w:r>
      <w:r>
        <w:tab/>
        <w:t>1.013e0</w:t>
      </w:r>
    </w:p>
    <w:p w:rsidR="006974AE" w:rsidRDefault="006974AE" w:rsidP="006974AE">
      <w:r>
        <w:t>211.1521</w:t>
      </w:r>
      <w:r>
        <w:tab/>
        <w:t>1.013e0</w:t>
      </w:r>
    </w:p>
    <w:p w:rsidR="006974AE" w:rsidRDefault="006974AE" w:rsidP="006974AE">
      <w:r>
        <w:t>211.1562</w:t>
      </w:r>
      <w:r>
        <w:tab/>
        <w:t>1.013e0</w:t>
      </w:r>
    </w:p>
    <w:p w:rsidR="006974AE" w:rsidRDefault="006974AE" w:rsidP="006974AE">
      <w:r>
        <w:t>211.1765</w:t>
      </w:r>
      <w:r>
        <w:tab/>
        <w:t>2.025e0</w:t>
      </w:r>
    </w:p>
    <w:p w:rsidR="006974AE" w:rsidRDefault="006974AE" w:rsidP="006974AE">
      <w:r>
        <w:t>211.1803</w:t>
      </w:r>
      <w:r>
        <w:tab/>
        <w:t>1.013e0</w:t>
      </w:r>
    </w:p>
    <w:p w:rsidR="006974AE" w:rsidRDefault="006974AE" w:rsidP="006974AE">
      <w:r>
        <w:t>211.1841</w:t>
      </w:r>
      <w:r>
        <w:tab/>
        <w:t>2.025e0</w:t>
      </w:r>
    </w:p>
    <w:p w:rsidR="006974AE" w:rsidRDefault="006974AE" w:rsidP="006974AE">
      <w:r>
        <w:t>211.2066</w:t>
      </w:r>
      <w:r>
        <w:tab/>
        <w:t>1.013e0</w:t>
      </w:r>
    </w:p>
    <w:p w:rsidR="006974AE" w:rsidRDefault="006974AE" w:rsidP="006974AE">
      <w:r>
        <w:t>211.2107</w:t>
      </w:r>
      <w:r>
        <w:tab/>
        <w:t>1.013e0</w:t>
      </w:r>
    </w:p>
    <w:p w:rsidR="006974AE" w:rsidRDefault="006974AE" w:rsidP="006974AE">
      <w:r>
        <w:t>211.2295</w:t>
      </w:r>
      <w:r>
        <w:tab/>
        <w:t>2.025e0</w:t>
      </w:r>
    </w:p>
    <w:p w:rsidR="006974AE" w:rsidRDefault="006974AE" w:rsidP="006974AE">
      <w:r>
        <w:t>211.2568</w:t>
      </w:r>
      <w:r>
        <w:tab/>
        <w:t>1.013e0</w:t>
      </w:r>
    </w:p>
    <w:p w:rsidR="006974AE" w:rsidRDefault="006974AE" w:rsidP="006974AE">
      <w:r>
        <w:lastRenderedPageBreak/>
        <w:t>211.2691</w:t>
      </w:r>
      <w:r>
        <w:tab/>
        <w:t>1.013e0</w:t>
      </w:r>
    </w:p>
    <w:p w:rsidR="006974AE" w:rsidRDefault="006974AE" w:rsidP="006974AE">
      <w:r>
        <w:t>211.2805</w:t>
      </w:r>
      <w:r>
        <w:tab/>
        <w:t>1.013e0</w:t>
      </w:r>
    </w:p>
    <w:p w:rsidR="006974AE" w:rsidRDefault="006974AE" w:rsidP="006974AE">
      <w:r>
        <w:t>211.3070</w:t>
      </w:r>
      <w:r>
        <w:tab/>
        <w:t>1.013e0</w:t>
      </w:r>
    </w:p>
    <w:p w:rsidR="006974AE" w:rsidRDefault="006974AE" w:rsidP="006974AE">
      <w:r>
        <w:t>211.3149</w:t>
      </w:r>
      <w:r>
        <w:tab/>
        <w:t>1.013e0</w:t>
      </w:r>
    </w:p>
    <w:p w:rsidR="006974AE" w:rsidRDefault="006974AE" w:rsidP="006974AE">
      <w:r>
        <w:t>211.3300</w:t>
      </w:r>
      <w:r>
        <w:tab/>
        <w:t>1.013e0</w:t>
      </w:r>
    </w:p>
    <w:p w:rsidR="006974AE" w:rsidRDefault="006974AE" w:rsidP="006974AE">
      <w:r>
        <w:t>211.3572</w:t>
      </w:r>
      <w:r>
        <w:tab/>
        <w:t>2.025e0</w:t>
      </w:r>
    </w:p>
    <w:p w:rsidR="006974AE" w:rsidRDefault="006974AE" w:rsidP="006974AE">
      <w:r>
        <w:t>211.3734</w:t>
      </w:r>
      <w:r>
        <w:tab/>
        <w:t>1.013e0</w:t>
      </w:r>
    </w:p>
    <w:p w:rsidR="006974AE" w:rsidRDefault="006974AE" w:rsidP="006974AE">
      <w:r>
        <w:t>211.3810</w:t>
      </w:r>
      <w:r>
        <w:tab/>
        <w:t>2.025e0</w:t>
      </w:r>
    </w:p>
    <w:p w:rsidR="006974AE" w:rsidRDefault="006974AE" w:rsidP="006974AE">
      <w:r>
        <w:t>211.3884</w:t>
      </w:r>
      <w:r>
        <w:tab/>
        <w:t>1.013e0</w:t>
      </w:r>
    </w:p>
    <w:p w:rsidR="006974AE" w:rsidRDefault="006974AE" w:rsidP="006974AE">
      <w:r>
        <w:t>211.3979</w:t>
      </w:r>
      <w:r>
        <w:tab/>
        <w:t>2.025e0</w:t>
      </w:r>
    </w:p>
    <w:p w:rsidR="006974AE" w:rsidRDefault="006974AE" w:rsidP="006974AE">
      <w:r>
        <w:t>211.4422</w:t>
      </w:r>
      <w:r>
        <w:tab/>
        <w:t>1.013e0</w:t>
      </w:r>
    </w:p>
    <w:p w:rsidR="006974AE" w:rsidRDefault="006974AE" w:rsidP="006974AE">
      <w:r>
        <w:t>211.4500</w:t>
      </w:r>
      <w:r>
        <w:tab/>
        <w:t>1.013e0</w:t>
      </w:r>
    </w:p>
    <w:p w:rsidR="006974AE" w:rsidRDefault="006974AE" w:rsidP="006974AE">
      <w:r>
        <w:t>211.4907</w:t>
      </w:r>
      <w:r>
        <w:tab/>
        <w:t>2.025e0</w:t>
      </w:r>
    </w:p>
    <w:p w:rsidR="006974AE" w:rsidRDefault="006974AE" w:rsidP="006974AE">
      <w:r>
        <w:t>211.4928</w:t>
      </w:r>
      <w:r>
        <w:tab/>
        <w:t>1.013e0</w:t>
      </w:r>
    </w:p>
    <w:p w:rsidR="006974AE" w:rsidRDefault="006974AE" w:rsidP="006974AE">
      <w:r>
        <w:t>211.4965</w:t>
      </w:r>
      <w:r>
        <w:tab/>
        <w:t>4.051e0</w:t>
      </w:r>
    </w:p>
    <w:p w:rsidR="006974AE" w:rsidRDefault="006974AE" w:rsidP="006974AE">
      <w:r>
        <w:t>211.5156</w:t>
      </w:r>
      <w:r>
        <w:tab/>
        <w:t>1.013e0</w:t>
      </w:r>
    </w:p>
    <w:p w:rsidR="006974AE" w:rsidRDefault="006974AE" w:rsidP="006974AE">
      <w:r>
        <w:t>211.5191</w:t>
      </w:r>
      <w:r>
        <w:tab/>
        <w:t>1.013e0</w:t>
      </w:r>
    </w:p>
    <w:p w:rsidR="006974AE" w:rsidRDefault="006974AE" w:rsidP="006974AE">
      <w:r>
        <w:t>211.5389</w:t>
      </w:r>
      <w:r>
        <w:tab/>
        <w:t>1.013e0</w:t>
      </w:r>
    </w:p>
    <w:p w:rsidR="006974AE" w:rsidRDefault="006974AE" w:rsidP="006974AE">
      <w:r>
        <w:t>211.5547</w:t>
      </w:r>
      <w:r>
        <w:tab/>
        <w:t>1.013e0</w:t>
      </w:r>
    </w:p>
    <w:p w:rsidR="006974AE" w:rsidRDefault="006974AE" w:rsidP="006974AE">
      <w:r>
        <w:lastRenderedPageBreak/>
        <w:t>211.5631</w:t>
      </w:r>
      <w:r>
        <w:tab/>
        <w:t>1.013e0</w:t>
      </w:r>
    </w:p>
    <w:p w:rsidR="006974AE" w:rsidRDefault="006974AE" w:rsidP="006974AE">
      <w:r>
        <w:t>211.5703</w:t>
      </w:r>
      <w:r>
        <w:tab/>
        <w:t>1.013e0</w:t>
      </w:r>
    </w:p>
    <w:p w:rsidR="006974AE" w:rsidRDefault="006974AE" w:rsidP="006974AE">
      <w:r>
        <w:t>211.5725</w:t>
      </w:r>
      <w:r>
        <w:tab/>
        <w:t>2.025e0</w:t>
      </w:r>
    </w:p>
    <w:p w:rsidR="006974AE" w:rsidRDefault="006974AE" w:rsidP="006974AE">
      <w:r>
        <w:t>211.5892</w:t>
      </w:r>
      <w:r>
        <w:tab/>
        <w:t>2.025e0</w:t>
      </w:r>
    </w:p>
    <w:p w:rsidR="006974AE" w:rsidRDefault="006974AE" w:rsidP="006974AE">
      <w:r>
        <w:t>211.6160</w:t>
      </w:r>
      <w:r>
        <w:tab/>
        <w:t>1.013e0</w:t>
      </w:r>
    </w:p>
    <w:p w:rsidR="006974AE" w:rsidRDefault="006974AE" w:rsidP="006974AE">
      <w:r>
        <w:t>211.6434</w:t>
      </w:r>
      <w:r>
        <w:tab/>
        <w:t>1.013e0</w:t>
      </w:r>
    </w:p>
    <w:p w:rsidR="006974AE" w:rsidRDefault="006974AE" w:rsidP="006974AE">
      <w:r>
        <w:t>211.6785</w:t>
      </w:r>
      <w:r>
        <w:tab/>
        <w:t>1.013e0</w:t>
      </w:r>
    </w:p>
    <w:p w:rsidR="006974AE" w:rsidRDefault="006974AE" w:rsidP="006974AE">
      <w:r>
        <w:t>211.6975</w:t>
      </w:r>
      <w:r>
        <w:tab/>
        <w:t>1.013e0</w:t>
      </w:r>
    </w:p>
    <w:p w:rsidR="006974AE" w:rsidRDefault="006974AE" w:rsidP="006974AE">
      <w:r>
        <w:t>211.7160</w:t>
      </w:r>
      <w:r>
        <w:tab/>
        <w:t>1.013e0</w:t>
      </w:r>
    </w:p>
    <w:p w:rsidR="006974AE" w:rsidRDefault="006974AE" w:rsidP="006974AE">
      <w:r>
        <w:t>211.7240</w:t>
      </w:r>
      <w:r>
        <w:tab/>
        <w:t>1.013e0</w:t>
      </w:r>
    </w:p>
    <w:p w:rsidR="006974AE" w:rsidRDefault="006974AE" w:rsidP="006974AE">
      <w:r>
        <w:t>211.7281</w:t>
      </w:r>
      <w:r>
        <w:tab/>
        <w:t>1.013e0</w:t>
      </w:r>
    </w:p>
    <w:p w:rsidR="006974AE" w:rsidRDefault="006974AE" w:rsidP="006974AE">
      <w:r>
        <w:t>211.7579</w:t>
      </w:r>
      <w:r>
        <w:tab/>
        <w:t>2.025e0</w:t>
      </w:r>
    </w:p>
    <w:p w:rsidR="006974AE" w:rsidRDefault="006974AE" w:rsidP="006974AE">
      <w:r>
        <w:t>211.7638</w:t>
      </w:r>
      <w:r>
        <w:tab/>
        <w:t>1.013e0</w:t>
      </w:r>
    </w:p>
    <w:p w:rsidR="006974AE" w:rsidRDefault="006974AE" w:rsidP="006974AE">
      <w:r>
        <w:t>211.7787</w:t>
      </w:r>
      <w:r>
        <w:tab/>
        <w:t>1.013e0</w:t>
      </w:r>
    </w:p>
    <w:p w:rsidR="006974AE" w:rsidRDefault="006974AE" w:rsidP="006974AE">
      <w:r>
        <w:t>211.7863</w:t>
      </w:r>
      <w:r>
        <w:tab/>
        <w:t>1.013e0</w:t>
      </w:r>
    </w:p>
    <w:p w:rsidR="006974AE" w:rsidRDefault="006974AE" w:rsidP="006974AE">
      <w:r>
        <w:t>211.7941</w:t>
      </w:r>
      <w:r>
        <w:tab/>
        <w:t>2.025e0</w:t>
      </w:r>
    </w:p>
    <w:p w:rsidR="006974AE" w:rsidRDefault="006974AE" w:rsidP="006974AE">
      <w:r>
        <w:t>211.8089</w:t>
      </w:r>
      <w:r>
        <w:tab/>
        <w:t>1.013e0</w:t>
      </w:r>
    </w:p>
    <w:p w:rsidR="006974AE" w:rsidRDefault="006974AE" w:rsidP="006974AE">
      <w:r>
        <w:t>211.8211</w:t>
      </w:r>
      <w:r>
        <w:tab/>
        <w:t>1.013e0</w:t>
      </w:r>
    </w:p>
    <w:p w:rsidR="006974AE" w:rsidRDefault="006974AE" w:rsidP="006974AE">
      <w:r>
        <w:t>211.8329</w:t>
      </w:r>
      <w:r>
        <w:tab/>
        <w:t>1.013e0</w:t>
      </w:r>
    </w:p>
    <w:p w:rsidR="006974AE" w:rsidRDefault="006974AE" w:rsidP="006974AE">
      <w:r>
        <w:lastRenderedPageBreak/>
        <w:t>211.8450</w:t>
      </w:r>
      <w:r>
        <w:tab/>
        <w:t>2.025e0</w:t>
      </w:r>
    </w:p>
    <w:p w:rsidR="006974AE" w:rsidRDefault="006974AE" w:rsidP="006974AE">
      <w:r>
        <w:t>211.8529</w:t>
      </w:r>
      <w:r>
        <w:tab/>
        <w:t>1.013e0</w:t>
      </w:r>
    </w:p>
    <w:p w:rsidR="006974AE" w:rsidRDefault="006974AE" w:rsidP="006974AE">
      <w:r>
        <w:t>211.8604</w:t>
      </w:r>
      <w:r>
        <w:tab/>
        <w:t>1.013e0</w:t>
      </w:r>
    </w:p>
    <w:p w:rsidR="006974AE" w:rsidRDefault="006974AE" w:rsidP="006974AE">
      <w:r>
        <w:t>211.9019</w:t>
      </w:r>
      <w:r>
        <w:tab/>
        <w:t>2.025e0</w:t>
      </w:r>
    </w:p>
    <w:p w:rsidR="006974AE" w:rsidRDefault="006974AE" w:rsidP="006974AE">
      <w:r>
        <w:t>211.9258</w:t>
      </w:r>
      <w:r>
        <w:tab/>
        <w:t>2.025e0</w:t>
      </w:r>
    </w:p>
    <w:p w:rsidR="006974AE" w:rsidRDefault="006974AE" w:rsidP="006974AE">
      <w:r>
        <w:t>211.9378</w:t>
      </w:r>
      <w:r>
        <w:tab/>
        <w:t>1.013e0</w:t>
      </w:r>
    </w:p>
    <w:p w:rsidR="006974AE" w:rsidRDefault="006974AE" w:rsidP="006974AE">
      <w:r>
        <w:t>211.9533</w:t>
      </w:r>
      <w:r>
        <w:tab/>
        <w:t>1.013e0</w:t>
      </w:r>
    </w:p>
    <w:p w:rsidR="006974AE" w:rsidRDefault="006974AE" w:rsidP="006974AE">
      <w:r>
        <w:t>211.9646</w:t>
      </w:r>
      <w:r>
        <w:tab/>
        <w:t>1.013e0</w:t>
      </w:r>
    </w:p>
    <w:p w:rsidR="006974AE" w:rsidRDefault="006974AE" w:rsidP="006974AE">
      <w:r>
        <w:t>211.9666</w:t>
      </w:r>
      <w:r>
        <w:tab/>
        <w:t>2.025e0</w:t>
      </w:r>
    </w:p>
    <w:p w:rsidR="006974AE" w:rsidRDefault="006974AE" w:rsidP="006974AE">
      <w:r>
        <w:t>211.9777</w:t>
      </w:r>
      <w:r>
        <w:tab/>
        <w:t>2.025e0</w:t>
      </w:r>
    </w:p>
    <w:p w:rsidR="006974AE" w:rsidRDefault="006974AE" w:rsidP="006974AE">
      <w:r>
        <w:t>211.9986</w:t>
      </w:r>
      <w:r>
        <w:tab/>
        <w:t>5.063e0</w:t>
      </w:r>
    </w:p>
    <w:p w:rsidR="006974AE" w:rsidRDefault="006974AE" w:rsidP="006974AE">
      <w:r>
        <w:t>212.0067</w:t>
      </w:r>
      <w:r>
        <w:tab/>
        <w:t>6.076e0</w:t>
      </w:r>
    </w:p>
    <w:p w:rsidR="006974AE" w:rsidRDefault="006974AE" w:rsidP="006974AE">
      <w:r>
        <w:t>212.0079</w:t>
      </w:r>
      <w:r>
        <w:tab/>
        <w:t>3.038e0</w:t>
      </w:r>
    </w:p>
    <w:p w:rsidR="006974AE" w:rsidRDefault="006974AE" w:rsidP="006974AE">
      <w:r>
        <w:t>212.0118</w:t>
      </w:r>
      <w:r>
        <w:tab/>
        <w:t>6.076e0</w:t>
      </w:r>
    </w:p>
    <w:p w:rsidR="006974AE" w:rsidRDefault="006974AE" w:rsidP="006974AE">
      <w:r>
        <w:t>212.0138</w:t>
      </w:r>
      <w:r>
        <w:tab/>
        <w:t>4.051e0</w:t>
      </w:r>
    </w:p>
    <w:p w:rsidR="006974AE" w:rsidRDefault="006974AE" w:rsidP="006974AE">
      <w:r>
        <w:t>212.0164</w:t>
      </w:r>
      <w:r>
        <w:tab/>
        <w:t>1.748e1</w:t>
      </w:r>
    </w:p>
    <w:p w:rsidR="006974AE" w:rsidRDefault="006974AE" w:rsidP="006974AE">
      <w:r>
        <w:t>212.0233</w:t>
      </w:r>
      <w:r>
        <w:tab/>
        <w:t>7.221e0</w:t>
      </w:r>
    </w:p>
    <w:p w:rsidR="006974AE" w:rsidRDefault="006974AE" w:rsidP="006974AE">
      <w:r>
        <w:t>212.0347</w:t>
      </w:r>
      <w:r>
        <w:tab/>
        <w:t>1.013e0</w:t>
      </w:r>
    </w:p>
    <w:p w:rsidR="006974AE" w:rsidRDefault="006974AE" w:rsidP="006974AE">
      <w:r>
        <w:t>212.0368</w:t>
      </w:r>
      <w:r>
        <w:tab/>
        <w:t>3.038e0</w:t>
      </w:r>
    </w:p>
    <w:p w:rsidR="006974AE" w:rsidRDefault="006974AE" w:rsidP="006974AE">
      <w:r>
        <w:lastRenderedPageBreak/>
        <w:t>212.0405</w:t>
      </w:r>
      <w:r>
        <w:tab/>
        <w:t>2.025e0</w:t>
      </w:r>
    </w:p>
    <w:p w:rsidR="006974AE" w:rsidRDefault="006974AE" w:rsidP="006974AE">
      <w:r>
        <w:t>212.0424</w:t>
      </w:r>
      <w:r>
        <w:tab/>
        <w:t>3.038e0</w:t>
      </w:r>
    </w:p>
    <w:p w:rsidR="006974AE" w:rsidRDefault="006974AE" w:rsidP="006974AE">
      <w:r>
        <w:t>212.0435</w:t>
      </w:r>
      <w:r>
        <w:tab/>
        <w:t>2.864e0</w:t>
      </w:r>
    </w:p>
    <w:p w:rsidR="006974AE" w:rsidRDefault="006974AE" w:rsidP="006974AE">
      <w:r>
        <w:t>212.0573</w:t>
      </w:r>
      <w:r>
        <w:tab/>
        <w:t>2.025e0</w:t>
      </w:r>
    </w:p>
    <w:p w:rsidR="006974AE" w:rsidRDefault="006974AE" w:rsidP="006974AE">
      <w:r>
        <w:t>212.0763</w:t>
      </w:r>
      <w:r>
        <w:tab/>
        <w:t>1.013e0</w:t>
      </w:r>
    </w:p>
    <w:p w:rsidR="006974AE" w:rsidRDefault="006974AE" w:rsidP="006974AE">
      <w:r>
        <w:t>212.0876</w:t>
      </w:r>
      <w:r>
        <w:tab/>
        <w:t>1.013e0</w:t>
      </w:r>
    </w:p>
    <w:p w:rsidR="006974AE" w:rsidRDefault="006974AE" w:rsidP="006974AE">
      <w:r>
        <w:t>212.1195</w:t>
      </w:r>
      <w:r>
        <w:tab/>
        <w:t>1.013e0</w:t>
      </w:r>
    </w:p>
    <w:p w:rsidR="006974AE" w:rsidRDefault="006974AE" w:rsidP="006974AE">
      <w:r>
        <w:t>212.1207</w:t>
      </w:r>
      <w:r>
        <w:tab/>
        <w:t>4.351e0</w:t>
      </w:r>
    </w:p>
    <w:p w:rsidR="006974AE" w:rsidRDefault="006974AE" w:rsidP="006974AE">
      <w:r>
        <w:t>212.1226</w:t>
      </w:r>
      <w:r>
        <w:tab/>
        <w:t>2.025e0</w:t>
      </w:r>
    </w:p>
    <w:p w:rsidR="006974AE" w:rsidRDefault="006974AE" w:rsidP="006974AE">
      <w:r>
        <w:t>212.1280</w:t>
      </w:r>
      <w:r>
        <w:tab/>
        <w:t>4.051e0</w:t>
      </w:r>
    </w:p>
    <w:p w:rsidR="006974AE" w:rsidRDefault="006974AE" w:rsidP="006974AE">
      <w:r>
        <w:t>212.1353</w:t>
      </w:r>
      <w:r>
        <w:tab/>
        <w:t>1.013e0</w:t>
      </w:r>
    </w:p>
    <w:p w:rsidR="006974AE" w:rsidRDefault="006974AE" w:rsidP="006974AE">
      <w:r>
        <w:t>212.1391</w:t>
      </w:r>
      <w:r>
        <w:tab/>
        <w:t>1.013e0</w:t>
      </w:r>
    </w:p>
    <w:p w:rsidR="006974AE" w:rsidRDefault="006974AE" w:rsidP="006974AE">
      <w:r>
        <w:t>212.1455</w:t>
      </w:r>
      <w:r>
        <w:tab/>
        <w:t>6.076e0</w:t>
      </w:r>
    </w:p>
    <w:p w:rsidR="006974AE" w:rsidRDefault="006974AE" w:rsidP="006974AE">
      <w:r>
        <w:t>212.1542</w:t>
      </w:r>
      <w:r>
        <w:tab/>
        <w:t>2.025e0</w:t>
      </w:r>
    </w:p>
    <w:p w:rsidR="006974AE" w:rsidRDefault="006974AE" w:rsidP="006974AE">
      <w:r>
        <w:t>212.1568</w:t>
      </w:r>
      <w:r>
        <w:tab/>
        <w:t>3.038e0</w:t>
      </w:r>
    </w:p>
    <w:p w:rsidR="006974AE" w:rsidRDefault="006974AE" w:rsidP="006974AE">
      <w:r>
        <w:t>212.1598</w:t>
      </w:r>
      <w:r>
        <w:tab/>
        <w:t>3.038e0</w:t>
      </w:r>
    </w:p>
    <w:p w:rsidR="006974AE" w:rsidRDefault="006974AE" w:rsidP="006974AE">
      <w:r>
        <w:t>212.1619</w:t>
      </w:r>
      <w:r>
        <w:tab/>
        <w:t>1.013e0</w:t>
      </w:r>
    </w:p>
    <w:p w:rsidR="006974AE" w:rsidRDefault="006974AE" w:rsidP="006974AE">
      <w:r>
        <w:t>212.1656</w:t>
      </w:r>
      <w:r>
        <w:tab/>
        <w:t>2.025e0</w:t>
      </w:r>
    </w:p>
    <w:p w:rsidR="006974AE" w:rsidRDefault="006974AE" w:rsidP="006974AE">
      <w:r>
        <w:t>212.1673</w:t>
      </w:r>
      <w:r>
        <w:tab/>
        <w:t>2.025e0</w:t>
      </w:r>
    </w:p>
    <w:p w:rsidR="006974AE" w:rsidRDefault="006974AE" w:rsidP="006974AE">
      <w:r>
        <w:lastRenderedPageBreak/>
        <w:t>212.1759</w:t>
      </w:r>
      <w:r>
        <w:tab/>
        <w:t>5.063e0</w:t>
      </w:r>
    </w:p>
    <w:p w:rsidR="006974AE" w:rsidRDefault="006974AE" w:rsidP="006974AE">
      <w:r>
        <w:t>212.1777</w:t>
      </w:r>
      <w:r>
        <w:tab/>
        <w:t>3.038e0</w:t>
      </w:r>
    </w:p>
    <w:p w:rsidR="006974AE" w:rsidRDefault="006974AE" w:rsidP="006974AE">
      <w:r>
        <w:t>212.1907</w:t>
      </w:r>
      <w:r>
        <w:tab/>
        <w:t>2.025e0</w:t>
      </w:r>
    </w:p>
    <w:p w:rsidR="006974AE" w:rsidRDefault="006974AE" w:rsidP="006974AE">
      <w:r>
        <w:t>212.1925</w:t>
      </w:r>
      <w:r>
        <w:tab/>
        <w:t>1.013e0</w:t>
      </w:r>
    </w:p>
    <w:p w:rsidR="006974AE" w:rsidRDefault="006974AE" w:rsidP="006974AE">
      <w:r>
        <w:t>212.1989</w:t>
      </w:r>
      <w:r>
        <w:tab/>
        <w:t>2.025e0</w:t>
      </w:r>
    </w:p>
    <w:p w:rsidR="006974AE" w:rsidRDefault="006974AE" w:rsidP="006974AE">
      <w:r>
        <w:t>212.2062</w:t>
      </w:r>
      <w:r>
        <w:tab/>
        <w:t>2.025e0</w:t>
      </w:r>
    </w:p>
    <w:p w:rsidR="006974AE" w:rsidRDefault="006974AE" w:rsidP="006974AE">
      <w:r>
        <w:t>212.2205</w:t>
      </w:r>
      <w:r>
        <w:tab/>
        <w:t>1.013e0</w:t>
      </w:r>
    </w:p>
    <w:p w:rsidR="006974AE" w:rsidRDefault="006974AE" w:rsidP="006974AE">
      <w:r>
        <w:t>212.2245</w:t>
      </w:r>
      <w:r>
        <w:tab/>
        <w:t>1.013e0</w:t>
      </w:r>
    </w:p>
    <w:p w:rsidR="006974AE" w:rsidRDefault="006974AE" w:rsidP="006974AE">
      <w:r>
        <w:t>212.2510</w:t>
      </w:r>
      <w:r>
        <w:tab/>
        <w:t>1.013e0</w:t>
      </w:r>
    </w:p>
    <w:p w:rsidR="006974AE" w:rsidRDefault="006974AE" w:rsidP="006974AE">
      <w:r>
        <w:t>212.2604</w:t>
      </w:r>
      <w:r>
        <w:tab/>
        <w:t>2.025e0</w:t>
      </w:r>
    </w:p>
    <w:p w:rsidR="006974AE" w:rsidRDefault="006974AE" w:rsidP="006974AE">
      <w:r>
        <w:t>212.2624</w:t>
      </w:r>
      <w:r>
        <w:tab/>
        <w:t>1.013e0</w:t>
      </w:r>
    </w:p>
    <w:p w:rsidR="006974AE" w:rsidRDefault="006974AE" w:rsidP="006974AE">
      <w:r>
        <w:t>212.2659</w:t>
      </w:r>
      <w:r>
        <w:tab/>
        <w:t>1.013e0</w:t>
      </w:r>
    </w:p>
    <w:p w:rsidR="006974AE" w:rsidRDefault="006974AE" w:rsidP="006974AE">
      <w:r>
        <w:t>212.2839</w:t>
      </w:r>
      <w:r>
        <w:tab/>
        <w:t>2.025e0</w:t>
      </w:r>
    </w:p>
    <w:p w:rsidR="006974AE" w:rsidRDefault="006974AE" w:rsidP="006974AE">
      <w:r>
        <w:t>212.2972</w:t>
      </w:r>
      <w:r>
        <w:tab/>
        <w:t>1.013e0</w:t>
      </w:r>
    </w:p>
    <w:p w:rsidR="006974AE" w:rsidRDefault="006974AE" w:rsidP="006974AE">
      <w:r>
        <w:t>212.3287</w:t>
      </w:r>
      <w:r>
        <w:tab/>
        <w:t>1.013e0</w:t>
      </w:r>
    </w:p>
    <w:p w:rsidR="006974AE" w:rsidRDefault="006974AE" w:rsidP="006974AE">
      <w:r>
        <w:t>212.3398</w:t>
      </w:r>
      <w:r>
        <w:tab/>
        <w:t>1.013e0</w:t>
      </w:r>
    </w:p>
    <w:p w:rsidR="006974AE" w:rsidRDefault="006974AE" w:rsidP="006974AE">
      <w:r>
        <w:t>212.3626</w:t>
      </w:r>
      <w:r>
        <w:tab/>
        <w:t>1.013e0</w:t>
      </w:r>
    </w:p>
    <w:p w:rsidR="006974AE" w:rsidRDefault="006974AE" w:rsidP="006974AE">
      <w:r>
        <w:t>212.3781</w:t>
      </w:r>
      <w:r>
        <w:tab/>
        <w:t>1.013e0</w:t>
      </w:r>
    </w:p>
    <w:p w:rsidR="006974AE" w:rsidRDefault="006974AE" w:rsidP="006974AE">
      <w:r>
        <w:t>212.3862</w:t>
      </w:r>
      <w:r>
        <w:tab/>
        <w:t>1.013e0</w:t>
      </w:r>
    </w:p>
    <w:p w:rsidR="006974AE" w:rsidRDefault="006974AE" w:rsidP="006974AE">
      <w:r>
        <w:lastRenderedPageBreak/>
        <w:t>212.3983</w:t>
      </w:r>
      <w:r>
        <w:tab/>
        <w:t>2.025e0</w:t>
      </w:r>
    </w:p>
    <w:p w:rsidR="006974AE" w:rsidRDefault="006974AE" w:rsidP="006974AE">
      <w:r>
        <w:t>212.4157</w:t>
      </w:r>
      <w:r>
        <w:tab/>
        <w:t>2.025e0</w:t>
      </w:r>
    </w:p>
    <w:p w:rsidR="006974AE" w:rsidRDefault="006974AE" w:rsidP="006974AE">
      <w:r>
        <w:t>212.4214</w:t>
      </w:r>
      <w:r>
        <w:tab/>
        <w:t>1.013e0</w:t>
      </w:r>
    </w:p>
    <w:p w:rsidR="006974AE" w:rsidRDefault="006974AE" w:rsidP="006974AE">
      <w:r>
        <w:t>212.4292</w:t>
      </w:r>
      <w:r>
        <w:tab/>
        <w:t>2.025e0</w:t>
      </w:r>
    </w:p>
    <w:p w:rsidR="006974AE" w:rsidRDefault="006974AE" w:rsidP="006974AE">
      <w:r>
        <w:t>212.4442</w:t>
      </w:r>
      <w:r>
        <w:tab/>
        <w:t>1.013e0</w:t>
      </w:r>
    </w:p>
    <w:p w:rsidR="006974AE" w:rsidRDefault="006974AE" w:rsidP="006974AE">
      <w:r>
        <w:t>212.4713</w:t>
      </w:r>
      <w:r>
        <w:tab/>
        <w:t>1.013e0</w:t>
      </w:r>
    </w:p>
    <w:p w:rsidR="006974AE" w:rsidRDefault="006974AE" w:rsidP="006974AE">
      <w:r>
        <w:t>212.4991</w:t>
      </w:r>
      <w:r>
        <w:tab/>
        <w:t>2.025e0</w:t>
      </w:r>
    </w:p>
    <w:p w:rsidR="006974AE" w:rsidRDefault="006974AE" w:rsidP="006974AE">
      <w:r>
        <w:t>212.5125</w:t>
      </w:r>
      <w:r>
        <w:tab/>
        <w:t>2.025e0</w:t>
      </w:r>
    </w:p>
    <w:p w:rsidR="006974AE" w:rsidRDefault="006974AE" w:rsidP="006974AE">
      <w:r>
        <w:t>212.5409</w:t>
      </w:r>
      <w:r>
        <w:tab/>
        <w:t>1.013e0</w:t>
      </w:r>
    </w:p>
    <w:p w:rsidR="006974AE" w:rsidRDefault="006974AE" w:rsidP="006974AE">
      <w:r>
        <w:t>212.5448</w:t>
      </w:r>
      <w:r>
        <w:tab/>
        <w:t>3.038e0</w:t>
      </w:r>
    </w:p>
    <w:p w:rsidR="006974AE" w:rsidRDefault="006974AE" w:rsidP="006974AE">
      <w:r>
        <w:t>212.5468</w:t>
      </w:r>
      <w:r>
        <w:tab/>
        <w:t>2.025e0</w:t>
      </w:r>
    </w:p>
    <w:p w:rsidR="006974AE" w:rsidRDefault="006974AE" w:rsidP="006974AE">
      <w:r>
        <w:t>212.5762</w:t>
      </w:r>
      <w:r>
        <w:tab/>
        <w:t>1.013e0</w:t>
      </w:r>
    </w:p>
    <w:p w:rsidR="006974AE" w:rsidRDefault="006974AE" w:rsidP="006974AE">
      <w:r>
        <w:t>212.5844</w:t>
      </w:r>
      <w:r>
        <w:tab/>
        <w:t>1.013e0</w:t>
      </w:r>
    </w:p>
    <w:p w:rsidR="006974AE" w:rsidRDefault="006974AE" w:rsidP="006974AE">
      <w:r>
        <w:t>212.5887</w:t>
      </w:r>
      <w:r>
        <w:tab/>
        <w:t>1.013e0</w:t>
      </w:r>
    </w:p>
    <w:p w:rsidR="006974AE" w:rsidRDefault="006974AE" w:rsidP="006974AE">
      <w:r>
        <w:t>212.5999</w:t>
      </w:r>
      <w:r>
        <w:tab/>
        <w:t>2.025e0</w:t>
      </w:r>
    </w:p>
    <w:p w:rsidR="006974AE" w:rsidRDefault="006974AE" w:rsidP="006974AE">
      <w:r>
        <w:t>212.6149</w:t>
      </w:r>
      <w:r>
        <w:tab/>
        <w:t>1.013e0</w:t>
      </w:r>
    </w:p>
    <w:p w:rsidR="006974AE" w:rsidRDefault="006974AE" w:rsidP="006974AE">
      <w:r>
        <w:t>212.6228</w:t>
      </w:r>
      <w:r>
        <w:tab/>
        <w:t>2.025e0</w:t>
      </w:r>
    </w:p>
    <w:p w:rsidR="006974AE" w:rsidRDefault="006974AE" w:rsidP="006974AE">
      <w:r>
        <w:t>212.6377</w:t>
      </w:r>
      <w:r>
        <w:tab/>
        <w:t>1.013e0</w:t>
      </w:r>
    </w:p>
    <w:p w:rsidR="006974AE" w:rsidRDefault="006974AE" w:rsidP="006974AE">
      <w:r>
        <w:t>212.6696</w:t>
      </w:r>
      <w:r>
        <w:tab/>
        <w:t>2.025e0</w:t>
      </w:r>
    </w:p>
    <w:p w:rsidR="006974AE" w:rsidRDefault="006974AE" w:rsidP="006974AE">
      <w:r>
        <w:lastRenderedPageBreak/>
        <w:t>212.6792</w:t>
      </w:r>
      <w:r>
        <w:tab/>
        <w:t>2.025e0</w:t>
      </w:r>
    </w:p>
    <w:p w:rsidR="006974AE" w:rsidRDefault="006974AE" w:rsidP="006974AE">
      <w:r>
        <w:t>212.6852</w:t>
      </w:r>
      <w:r>
        <w:tab/>
        <w:t>1.013e0</w:t>
      </w:r>
    </w:p>
    <w:p w:rsidR="006974AE" w:rsidRDefault="006974AE" w:rsidP="006974AE">
      <w:r>
        <w:t>212.7081</w:t>
      </w:r>
      <w:r>
        <w:tab/>
        <w:t>1.013e0</w:t>
      </w:r>
    </w:p>
    <w:p w:rsidR="006974AE" w:rsidRDefault="006974AE" w:rsidP="006974AE">
      <w:r>
        <w:t>212.7120</w:t>
      </w:r>
      <w:r>
        <w:tab/>
        <w:t>1.013e0</w:t>
      </w:r>
    </w:p>
    <w:p w:rsidR="006974AE" w:rsidRDefault="006974AE" w:rsidP="006974AE">
      <w:r>
        <w:t>212.7346</w:t>
      </w:r>
      <w:r>
        <w:tab/>
        <w:t>1.013e0</w:t>
      </w:r>
    </w:p>
    <w:p w:rsidR="006974AE" w:rsidRDefault="006974AE" w:rsidP="006974AE">
      <w:r>
        <w:t>212.7381</w:t>
      </w:r>
      <w:r>
        <w:tab/>
        <w:t>1.013e0</w:t>
      </w:r>
    </w:p>
    <w:p w:rsidR="006974AE" w:rsidRDefault="006974AE" w:rsidP="006974AE">
      <w:r>
        <w:t>212.7505</w:t>
      </w:r>
      <w:r>
        <w:tab/>
        <w:t>1.013e0</w:t>
      </w:r>
    </w:p>
    <w:p w:rsidR="006974AE" w:rsidRDefault="006974AE" w:rsidP="006974AE">
      <w:r>
        <w:t>212.7543</w:t>
      </w:r>
      <w:r>
        <w:tab/>
        <w:t>1.013e0</w:t>
      </w:r>
    </w:p>
    <w:p w:rsidR="006974AE" w:rsidRDefault="006974AE" w:rsidP="006974AE">
      <w:r>
        <w:t>212.7914</w:t>
      </w:r>
      <w:r>
        <w:tab/>
        <w:t>2.025e0</w:t>
      </w:r>
    </w:p>
    <w:p w:rsidR="006974AE" w:rsidRDefault="006974AE" w:rsidP="006974AE">
      <w:r>
        <w:t>212.7971</w:t>
      </w:r>
      <w:r>
        <w:tab/>
        <w:t>1.013e0</w:t>
      </w:r>
    </w:p>
    <w:p w:rsidR="006974AE" w:rsidRDefault="006974AE" w:rsidP="006974AE">
      <w:r>
        <w:t>212.8353</w:t>
      </w:r>
      <w:r>
        <w:tab/>
        <w:t>1.013e0</w:t>
      </w:r>
    </w:p>
    <w:p w:rsidR="006974AE" w:rsidRDefault="006974AE" w:rsidP="006974AE">
      <w:r>
        <w:t>212.8639</w:t>
      </w:r>
      <w:r>
        <w:tab/>
        <w:t>1.013e0</w:t>
      </w:r>
    </w:p>
    <w:p w:rsidR="006974AE" w:rsidRDefault="006974AE" w:rsidP="006974AE">
      <w:r>
        <w:t>212.8674</w:t>
      </w:r>
      <w:r>
        <w:tab/>
        <w:t>1.013e0</w:t>
      </w:r>
    </w:p>
    <w:p w:rsidR="006974AE" w:rsidRDefault="006974AE" w:rsidP="006974AE">
      <w:r>
        <w:t>212.8806</w:t>
      </w:r>
      <w:r>
        <w:tab/>
        <w:t>2.025e0</w:t>
      </w:r>
    </w:p>
    <w:p w:rsidR="006974AE" w:rsidRDefault="006974AE" w:rsidP="006974AE">
      <w:r>
        <w:t>212.9091</w:t>
      </w:r>
      <w:r>
        <w:tab/>
        <w:t>1.013e0</w:t>
      </w:r>
    </w:p>
    <w:p w:rsidR="006974AE" w:rsidRDefault="006974AE" w:rsidP="006974AE">
      <w:r>
        <w:t>212.9406</w:t>
      </w:r>
      <w:r>
        <w:tab/>
        <w:t>1.013e0</w:t>
      </w:r>
    </w:p>
    <w:p w:rsidR="006974AE" w:rsidRDefault="006974AE" w:rsidP="006974AE">
      <w:r>
        <w:t>212.9427</w:t>
      </w:r>
      <w:r>
        <w:tab/>
        <w:t>3.038e0</w:t>
      </w:r>
    </w:p>
    <w:p w:rsidR="006974AE" w:rsidRDefault="006974AE" w:rsidP="006974AE">
      <w:r>
        <w:t>212.9531</w:t>
      </w:r>
      <w:r>
        <w:tab/>
        <w:t>1.013e0</w:t>
      </w:r>
    </w:p>
    <w:p w:rsidR="006974AE" w:rsidRDefault="006974AE" w:rsidP="006974AE">
      <w:r>
        <w:t>212.9604</w:t>
      </w:r>
      <w:r>
        <w:tab/>
        <w:t>1.013e0</w:t>
      </w:r>
    </w:p>
    <w:p w:rsidR="006974AE" w:rsidRDefault="006974AE" w:rsidP="006974AE">
      <w:r>
        <w:lastRenderedPageBreak/>
        <w:t>212.9720</w:t>
      </w:r>
      <w:r>
        <w:tab/>
        <w:t>1.013e0</w:t>
      </w:r>
    </w:p>
    <w:p w:rsidR="006974AE" w:rsidRDefault="006974AE" w:rsidP="006974AE">
      <w:r>
        <w:t>212.9793</w:t>
      </w:r>
      <w:r>
        <w:tab/>
        <w:t>1.013e0</w:t>
      </w:r>
    </w:p>
    <w:p w:rsidR="006974AE" w:rsidRDefault="006974AE" w:rsidP="006974AE">
      <w:r>
        <w:t>212.9834</w:t>
      </w:r>
      <w:r>
        <w:tab/>
        <w:t>1.013e0</w:t>
      </w:r>
    </w:p>
    <w:p w:rsidR="006974AE" w:rsidRDefault="006974AE" w:rsidP="006974AE">
      <w:r>
        <w:t>212.9872</w:t>
      </w:r>
      <w:r>
        <w:tab/>
        <w:t>1.013e0</w:t>
      </w:r>
    </w:p>
    <w:p w:rsidR="006974AE" w:rsidRDefault="006974AE" w:rsidP="006974AE">
      <w:r>
        <w:t>213.0139</w:t>
      </w:r>
      <w:r>
        <w:tab/>
        <w:t>1.013e0</w:t>
      </w:r>
    </w:p>
    <w:p w:rsidR="006974AE" w:rsidRDefault="006974AE" w:rsidP="006974AE">
      <w:r>
        <w:t>213.0164</w:t>
      </w:r>
      <w:r>
        <w:tab/>
        <w:t>1.529e1</w:t>
      </w:r>
    </w:p>
    <w:p w:rsidR="006974AE" w:rsidRDefault="006974AE" w:rsidP="006974AE">
      <w:r>
        <w:t>213.0179</w:t>
      </w:r>
      <w:r>
        <w:tab/>
        <w:t>4.051e0</w:t>
      </w:r>
    </w:p>
    <w:p w:rsidR="006974AE" w:rsidRDefault="006974AE" w:rsidP="006974AE">
      <w:r>
        <w:t>213.0193</w:t>
      </w:r>
      <w:r>
        <w:tab/>
        <w:t>4.051e0</w:t>
      </w:r>
    </w:p>
    <w:p w:rsidR="006974AE" w:rsidRDefault="006974AE" w:rsidP="006974AE">
      <w:r>
        <w:t>213.0232</w:t>
      </w:r>
      <w:r>
        <w:tab/>
        <w:t>3.038e0</w:t>
      </w:r>
    </w:p>
    <w:p w:rsidR="006974AE" w:rsidRDefault="006974AE" w:rsidP="006974AE">
      <w:r>
        <w:t>213.0476</w:t>
      </w:r>
      <w:r>
        <w:tab/>
        <w:t>2.025e0</w:t>
      </w:r>
    </w:p>
    <w:p w:rsidR="006974AE" w:rsidRDefault="006974AE" w:rsidP="006974AE">
      <w:r>
        <w:t>213.0498</w:t>
      </w:r>
      <w:r>
        <w:tab/>
        <w:t>3.038e0</w:t>
      </w:r>
    </w:p>
    <w:p w:rsidR="006974AE" w:rsidRDefault="006974AE" w:rsidP="006974AE">
      <w:r>
        <w:t>213.0574</w:t>
      </w:r>
      <w:r>
        <w:tab/>
        <w:t>2.025e0</w:t>
      </w:r>
    </w:p>
    <w:p w:rsidR="006974AE" w:rsidRDefault="006974AE" w:rsidP="006974AE">
      <w:r>
        <w:t>213.0647</w:t>
      </w:r>
      <w:r>
        <w:tab/>
        <w:t>1.013e0</w:t>
      </w:r>
    </w:p>
    <w:p w:rsidR="006974AE" w:rsidRDefault="006974AE" w:rsidP="006974AE">
      <w:r>
        <w:t>213.0838</w:t>
      </w:r>
      <w:r>
        <w:tab/>
        <w:t>3.038e0</w:t>
      </w:r>
    </w:p>
    <w:p w:rsidR="006974AE" w:rsidRDefault="006974AE" w:rsidP="006974AE">
      <w:r>
        <w:t>213.0934</w:t>
      </w:r>
      <w:r>
        <w:tab/>
        <w:t>2.025e0</w:t>
      </w:r>
    </w:p>
    <w:p w:rsidR="006974AE" w:rsidRDefault="006974AE" w:rsidP="006974AE">
      <w:r>
        <w:t>213.1107</w:t>
      </w:r>
      <w:r>
        <w:tab/>
        <w:t>3.038e0</w:t>
      </w:r>
    </w:p>
    <w:p w:rsidR="006974AE" w:rsidRDefault="006974AE" w:rsidP="006974AE">
      <w:r>
        <w:t>213.1133</w:t>
      </w:r>
      <w:r>
        <w:tab/>
        <w:t>2.025e0</w:t>
      </w:r>
    </w:p>
    <w:p w:rsidR="006974AE" w:rsidRDefault="006974AE" w:rsidP="006974AE">
      <w:r>
        <w:t>213.1314</w:t>
      </w:r>
      <w:r>
        <w:tab/>
        <w:t>1.013e0</w:t>
      </w:r>
    </w:p>
    <w:p w:rsidR="006974AE" w:rsidRDefault="006974AE" w:rsidP="006974AE">
      <w:r>
        <w:t>213.1354</w:t>
      </w:r>
      <w:r>
        <w:tab/>
        <w:t>1.013e0</w:t>
      </w:r>
    </w:p>
    <w:p w:rsidR="006974AE" w:rsidRDefault="006974AE" w:rsidP="006974AE">
      <w:r>
        <w:lastRenderedPageBreak/>
        <w:t>213.1391</w:t>
      </w:r>
      <w:r>
        <w:tab/>
        <w:t>1.013e0</w:t>
      </w:r>
    </w:p>
    <w:p w:rsidR="006974AE" w:rsidRDefault="006974AE" w:rsidP="006974AE">
      <w:r>
        <w:t>213.1426</w:t>
      </w:r>
      <w:r>
        <w:tab/>
        <w:t>1.013e0</w:t>
      </w:r>
    </w:p>
    <w:p w:rsidR="006974AE" w:rsidRDefault="006974AE" w:rsidP="006974AE">
      <w:r>
        <w:t>213.1492</w:t>
      </w:r>
      <w:r>
        <w:tab/>
        <w:t>3.038e0</w:t>
      </w:r>
    </w:p>
    <w:p w:rsidR="006974AE" w:rsidRDefault="006974AE" w:rsidP="006974AE">
      <w:r>
        <w:t>213.1561</w:t>
      </w:r>
      <w:r>
        <w:tab/>
        <w:t>3.038e0</w:t>
      </w:r>
    </w:p>
    <w:p w:rsidR="006974AE" w:rsidRDefault="006974AE" w:rsidP="006974AE">
      <w:r>
        <w:t>213.1578</w:t>
      </w:r>
      <w:r>
        <w:tab/>
        <w:t>1.013e0</w:t>
      </w:r>
    </w:p>
    <w:p w:rsidR="006974AE" w:rsidRDefault="006974AE" w:rsidP="006974AE">
      <w:r>
        <w:t>213.1600</w:t>
      </w:r>
      <w:r>
        <w:tab/>
        <w:t>4.051e0</w:t>
      </w:r>
    </w:p>
    <w:p w:rsidR="006974AE" w:rsidRDefault="006974AE" w:rsidP="006974AE">
      <w:r>
        <w:t>213.1692</w:t>
      </w:r>
      <w:r>
        <w:tab/>
        <w:t>1.013e0</w:t>
      </w:r>
    </w:p>
    <w:p w:rsidR="006974AE" w:rsidRDefault="006974AE" w:rsidP="006974AE">
      <w:r>
        <w:t>213.1808</w:t>
      </w:r>
      <w:r>
        <w:tab/>
        <w:t>3.038e0</w:t>
      </w:r>
    </w:p>
    <w:p w:rsidR="006974AE" w:rsidRDefault="006974AE" w:rsidP="006974AE">
      <w:r>
        <w:t>213.1884</w:t>
      </w:r>
      <w:r>
        <w:tab/>
        <w:t>1.013e0</w:t>
      </w:r>
    </w:p>
    <w:p w:rsidR="006974AE" w:rsidRDefault="006974AE" w:rsidP="006974AE">
      <w:r>
        <w:t>213.1924</w:t>
      </w:r>
      <w:r>
        <w:tab/>
        <w:t>3.038e0</w:t>
      </w:r>
    </w:p>
    <w:p w:rsidR="006974AE" w:rsidRDefault="006974AE" w:rsidP="006974AE">
      <w:r>
        <w:t>213.2041</w:t>
      </w:r>
      <w:r>
        <w:tab/>
        <w:t>1.013e0</w:t>
      </w:r>
    </w:p>
    <w:p w:rsidR="006974AE" w:rsidRDefault="006974AE" w:rsidP="006974AE">
      <w:r>
        <w:t>213.2509</w:t>
      </w:r>
      <w:r>
        <w:tab/>
        <w:t>2.025e0</w:t>
      </w:r>
    </w:p>
    <w:p w:rsidR="006974AE" w:rsidRDefault="006974AE" w:rsidP="006974AE">
      <w:r>
        <w:t>213.2566</w:t>
      </w:r>
      <w:r>
        <w:tab/>
        <w:t>5.063e0</w:t>
      </w:r>
    </w:p>
    <w:p w:rsidR="006974AE" w:rsidRDefault="006974AE" w:rsidP="006974AE">
      <w:r>
        <w:t>213.2588</w:t>
      </w:r>
      <w:r>
        <w:tab/>
        <w:t>1.013e0</w:t>
      </w:r>
    </w:p>
    <w:p w:rsidR="006974AE" w:rsidRDefault="006974AE" w:rsidP="006974AE">
      <w:r>
        <w:t>213.2701</w:t>
      </w:r>
      <w:r>
        <w:tab/>
        <w:t>1.013e0</w:t>
      </w:r>
    </w:p>
    <w:p w:rsidR="006974AE" w:rsidRDefault="006974AE" w:rsidP="006974AE">
      <w:r>
        <w:t>213.3099</w:t>
      </w:r>
      <w:r>
        <w:tab/>
        <w:t>1.013e0</w:t>
      </w:r>
    </w:p>
    <w:p w:rsidR="006974AE" w:rsidRDefault="006974AE" w:rsidP="006974AE">
      <w:r>
        <w:t>213.3404</w:t>
      </w:r>
      <w:r>
        <w:tab/>
        <w:t>1.013e0</w:t>
      </w:r>
    </w:p>
    <w:p w:rsidR="006974AE" w:rsidRDefault="006974AE" w:rsidP="006974AE">
      <w:r>
        <w:t>213.3670</w:t>
      </w:r>
      <w:r>
        <w:tab/>
        <w:t>3.038e0</w:t>
      </w:r>
    </w:p>
    <w:p w:rsidR="006974AE" w:rsidRDefault="006974AE" w:rsidP="006974AE">
      <w:r>
        <w:t>213.4067</w:t>
      </w:r>
      <w:r>
        <w:tab/>
        <w:t>1.013e0</w:t>
      </w:r>
    </w:p>
    <w:p w:rsidR="006974AE" w:rsidRDefault="006974AE" w:rsidP="006974AE">
      <w:r>
        <w:lastRenderedPageBreak/>
        <w:t>213.4107</w:t>
      </w:r>
      <w:r>
        <w:tab/>
        <w:t>1.013e0</w:t>
      </w:r>
    </w:p>
    <w:p w:rsidR="006974AE" w:rsidRDefault="006974AE" w:rsidP="006974AE">
      <w:r>
        <w:t>213.4221</w:t>
      </w:r>
      <w:r>
        <w:tab/>
        <w:t>1.013e0</w:t>
      </w:r>
    </w:p>
    <w:p w:rsidR="006974AE" w:rsidRDefault="006974AE" w:rsidP="006974AE">
      <w:r>
        <w:t>213.4294</w:t>
      </w:r>
      <w:r>
        <w:tab/>
        <w:t>1.013e0</w:t>
      </w:r>
    </w:p>
    <w:p w:rsidR="006974AE" w:rsidRDefault="006974AE" w:rsidP="006974AE">
      <w:r>
        <w:t>213.4333</w:t>
      </w:r>
      <w:r>
        <w:tab/>
        <w:t>1.013e0</w:t>
      </w:r>
    </w:p>
    <w:p w:rsidR="006974AE" w:rsidRDefault="006974AE" w:rsidP="006974AE">
      <w:r>
        <w:t>213.4373</w:t>
      </w:r>
      <w:r>
        <w:tab/>
        <w:t>1.013e0</w:t>
      </w:r>
    </w:p>
    <w:p w:rsidR="006974AE" w:rsidRDefault="006974AE" w:rsidP="006974AE">
      <w:r>
        <w:t>213.4562</w:t>
      </w:r>
      <w:r>
        <w:tab/>
        <w:t>1.013e0</w:t>
      </w:r>
    </w:p>
    <w:p w:rsidR="006974AE" w:rsidRDefault="006974AE" w:rsidP="006974AE">
      <w:r>
        <w:t>213.4804</w:t>
      </w:r>
      <w:r>
        <w:tab/>
        <w:t>1.013e0</w:t>
      </w:r>
    </w:p>
    <w:p w:rsidR="006974AE" w:rsidRDefault="006974AE" w:rsidP="006974AE">
      <w:r>
        <w:t>213.4842</w:t>
      </w:r>
      <w:r>
        <w:tab/>
        <w:t>1.013e0</w:t>
      </w:r>
    </w:p>
    <w:p w:rsidR="006974AE" w:rsidRDefault="006974AE" w:rsidP="006974AE">
      <w:r>
        <w:t>213.4882</w:t>
      </w:r>
      <w:r>
        <w:tab/>
        <w:t>1.013e0</w:t>
      </w:r>
    </w:p>
    <w:p w:rsidR="006974AE" w:rsidRDefault="006974AE" w:rsidP="006974AE">
      <w:r>
        <w:t>213.5000</w:t>
      </w:r>
      <w:r>
        <w:tab/>
        <w:t>1.013e0</w:t>
      </w:r>
    </w:p>
    <w:p w:rsidR="006974AE" w:rsidRDefault="006974AE" w:rsidP="006974AE">
      <w:r>
        <w:t>213.5073</w:t>
      </w:r>
      <w:r>
        <w:tab/>
        <w:t>1.013e0</w:t>
      </w:r>
    </w:p>
    <w:p w:rsidR="006974AE" w:rsidRDefault="006974AE" w:rsidP="006974AE">
      <w:r>
        <w:t>213.5228</w:t>
      </w:r>
      <w:r>
        <w:tab/>
        <w:t>2.025e0</w:t>
      </w:r>
    </w:p>
    <w:p w:rsidR="006974AE" w:rsidRDefault="006974AE" w:rsidP="006974AE">
      <w:r>
        <w:t>213.5417</w:t>
      </w:r>
      <w:r>
        <w:tab/>
        <w:t>2.025e0</w:t>
      </w:r>
    </w:p>
    <w:p w:rsidR="006974AE" w:rsidRDefault="006974AE" w:rsidP="006974AE">
      <w:r>
        <w:t>213.5697</w:t>
      </w:r>
      <w:r>
        <w:tab/>
        <w:t>1.013e0</w:t>
      </w:r>
    </w:p>
    <w:p w:rsidR="006974AE" w:rsidRDefault="006974AE" w:rsidP="006974AE">
      <w:r>
        <w:t>213.5779</w:t>
      </w:r>
      <w:r>
        <w:tab/>
        <w:t>1.013e0</w:t>
      </w:r>
    </w:p>
    <w:p w:rsidR="006974AE" w:rsidRDefault="006974AE" w:rsidP="006974AE">
      <w:r>
        <w:t>213.5910</w:t>
      </w:r>
      <w:r>
        <w:tab/>
        <w:t>2.025e0</w:t>
      </w:r>
    </w:p>
    <w:p w:rsidR="006974AE" w:rsidRDefault="006974AE" w:rsidP="006974AE">
      <w:r>
        <w:t>213.6160</w:t>
      </w:r>
      <w:r>
        <w:tab/>
        <w:t>1.013e0</w:t>
      </w:r>
    </w:p>
    <w:p w:rsidR="006974AE" w:rsidRDefault="006974AE" w:rsidP="006974AE">
      <w:r>
        <w:t>213.6195</w:t>
      </w:r>
      <w:r>
        <w:tab/>
        <w:t>1.013e0</w:t>
      </w:r>
    </w:p>
    <w:p w:rsidR="006974AE" w:rsidRDefault="006974AE" w:rsidP="006974AE">
      <w:r>
        <w:t>213.6273</w:t>
      </w:r>
      <w:r>
        <w:tab/>
        <w:t>1.013e0</w:t>
      </w:r>
    </w:p>
    <w:p w:rsidR="006974AE" w:rsidRDefault="006974AE" w:rsidP="006974AE">
      <w:r>
        <w:lastRenderedPageBreak/>
        <w:t>213.6548</w:t>
      </w:r>
      <w:r>
        <w:tab/>
        <w:t>1.013e0</w:t>
      </w:r>
    </w:p>
    <w:p w:rsidR="006974AE" w:rsidRDefault="006974AE" w:rsidP="006974AE">
      <w:r>
        <w:t>213.6629</w:t>
      </w:r>
      <w:r>
        <w:tab/>
        <w:t>1.013e0</w:t>
      </w:r>
    </w:p>
    <w:p w:rsidR="006974AE" w:rsidRDefault="006974AE" w:rsidP="006974AE">
      <w:r>
        <w:t>213.6672</w:t>
      </w:r>
      <w:r>
        <w:tab/>
        <w:t>1.013e0</w:t>
      </w:r>
    </w:p>
    <w:p w:rsidR="006974AE" w:rsidRDefault="006974AE" w:rsidP="006974AE">
      <w:r>
        <w:t>213.6746</w:t>
      </w:r>
      <w:r>
        <w:tab/>
        <w:t>1.013e0</w:t>
      </w:r>
    </w:p>
    <w:p w:rsidR="006974AE" w:rsidRDefault="006974AE" w:rsidP="006974AE">
      <w:r>
        <w:t>213.6862</w:t>
      </w:r>
      <w:r>
        <w:tab/>
        <w:t>1.013e0</w:t>
      </w:r>
    </w:p>
    <w:p w:rsidR="006974AE" w:rsidRDefault="006974AE" w:rsidP="006974AE">
      <w:r>
        <w:t>213.6886</w:t>
      </w:r>
      <w:r>
        <w:tab/>
        <w:t>4.051e0</w:t>
      </w:r>
    </w:p>
    <w:p w:rsidR="006974AE" w:rsidRDefault="006974AE" w:rsidP="006974AE">
      <w:r>
        <w:t>213.6897</w:t>
      </w:r>
      <w:r>
        <w:tab/>
        <w:t>1.013e0</w:t>
      </w:r>
    </w:p>
    <w:p w:rsidR="006974AE" w:rsidRDefault="006974AE" w:rsidP="006974AE">
      <w:r>
        <w:t>213.7012</w:t>
      </w:r>
      <w:r>
        <w:tab/>
        <w:t>2.025e0</w:t>
      </w:r>
    </w:p>
    <w:p w:rsidR="006974AE" w:rsidRDefault="006974AE" w:rsidP="006974AE">
      <w:r>
        <w:t>213.7202</w:t>
      </w:r>
      <w:r>
        <w:tab/>
        <w:t>2.025e0</w:t>
      </w:r>
    </w:p>
    <w:p w:rsidR="006974AE" w:rsidRDefault="006974AE" w:rsidP="006974AE">
      <w:r>
        <w:t>213.7282</w:t>
      </w:r>
      <w:r>
        <w:tab/>
        <w:t>1.013e0</w:t>
      </w:r>
    </w:p>
    <w:p w:rsidR="006974AE" w:rsidRDefault="006974AE" w:rsidP="006974AE">
      <w:r>
        <w:t>213.7303</w:t>
      </w:r>
      <w:r>
        <w:tab/>
        <w:t>3.038e0</w:t>
      </w:r>
    </w:p>
    <w:p w:rsidR="006974AE" w:rsidRDefault="006974AE" w:rsidP="006974AE">
      <w:r>
        <w:t>213.7404</w:t>
      </w:r>
      <w:r>
        <w:tab/>
        <w:t>1.013e0</w:t>
      </w:r>
    </w:p>
    <w:p w:rsidR="006974AE" w:rsidRDefault="006974AE" w:rsidP="006974AE">
      <w:r>
        <w:t>213.7442</w:t>
      </w:r>
      <w:r>
        <w:tab/>
        <w:t>1.013e0</w:t>
      </w:r>
    </w:p>
    <w:p w:rsidR="006974AE" w:rsidRDefault="006974AE" w:rsidP="006974AE">
      <w:r>
        <w:t>213.7526</w:t>
      </w:r>
      <w:r>
        <w:tab/>
        <w:t>1.013e0</w:t>
      </w:r>
    </w:p>
    <w:p w:rsidR="006974AE" w:rsidRDefault="006974AE" w:rsidP="006974AE">
      <w:r>
        <w:t>213.7699</w:t>
      </w:r>
      <w:r>
        <w:tab/>
        <w:t>2.025e0</w:t>
      </w:r>
    </w:p>
    <w:p w:rsidR="006974AE" w:rsidRDefault="006974AE" w:rsidP="006974AE">
      <w:r>
        <w:t>213.7756</w:t>
      </w:r>
      <w:r>
        <w:tab/>
        <w:t>2.025e0</w:t>
      </w:r>
    </w:p>
    <w:p w:rsidR="006974AE" w:rsidRDefault="006974AE" w:rsidP="006974AE">
      <w:r>
        <w:t>213.7943</w:t>
      </w:r>
      <w:r>
        <w:tab/>
        <w:t>2.025e0</w:t>
      </w:r>
    </w:p>
    <w:p w:rsidR="006974AE" w:rsidRDefault="006974AE" w:rsidP="006974AE">
      <w:r>
        <w:t>213.8097</w:t>
      </w:r>
      <w:r>
        <w:tab/>
        <w:t>1.013e0</w:t>
      </w:r>
    </w:p>
    <w:p w:rsidR="006974AE" w:rsidRDefault="006974AE" w:rsidP="006974AE">
      <w:r>
        <w:t>213.8460</w:t>
      </w:r>
      <w:r>
        <w:tab/>
        <w:t>1.013e0</w:t>
      </w:r>
    </w:p>
    <w:p w:rsidR="006974AE" w:rsidRDefault="006974AE" w:rsidP="006974AE">
      <w:r>
        <w:lastRenderedPageBreak/>
        <w:t>213.8535</w:t>
      </w:r>
      <w:r>
        <w:tab/>
        <w:t>1.013e0</w:t>
      </w:r>
    </w:p>
    <w:p w:rsidR="006974AE" w:rsidRDefault="006974AE" w:rsidP="006974AE">
      <w:r>
        <w:t>213.8570</w:t>
      </w:r>
      <w:r>
        <w:tab/>
        <w:t>1.013e0</w:t>
      </w:r>
    </w:p>
    <w:p w:rsidR="006974AE" w:rsidRDefault="006974AE" w:rsidP="006974AE">
      <w:r>
        <w:t>213.9070</w:t>
      </w:r>
      <w:r>
        <w:tab/>
        <w:t>2.025e0</w:t>
      </w:r>
    </w:p>
    <w:p w:rsidR="006974AE" w:rsidRDefault="006974AE" w:rsidP="006974AE">
      <w:r>
        <w:t>213.9112</w:t>
      </w:r>
      <w:r>
        <w:tab/>
        <w:t>1.013e0</w:t>
      </w:r>
    </w:p>
    <w:p w:rsidR="006974AE" w:rsidRDefault="006974AE" w:rsidP="006974AE">
      <w:r>
        <w:t>213.9274</w:t>
      </w:r>
      <w:r>
        <w:tab/>
        <w:t>1.013e0</w:t>
      </w:r>
    </w:p>
    <w:p w:rsidR="006974AE" w:rsidRDefault="006974AE" w:rsidP="006974AE">
      <w:r>
        <w:t>213.9312</w:t>
      </w:r>
      <w:r>
        <w:tab/>
        <w:t>1.013e0</w:t>
      </w:r>
    </w:p>
    <w:p w:rsidR="006974AE" w:rsidRDefault="006974AE" w:rsidP="006974AE">
      <w:r>
        <w:t>213.9354</w:t>
      </w:r>
      <w:r>
        <w:tab/>
        <w:t>1.013e0</w:t>
      </w:r>
    </w:p>
    <w:p w:rsidR="006974AE" w:rsidRDefault="006974AE" w:rsidP="006974AE">
      <w:r>
        <w:t>213.9391</w:t>
      </w:r>
      <w:r>
        <w:tab/>
        <w:t>1.013e0</w:t>
      </w:r>
    </w:p>
    <w:p w:rsidR="006974AE" w:rsidRDefault="006974AE" w:rsidP="006974AE">
      <w:r>
        <w:t>213.9445</w:t>
      </w:r>
      <w:r>
        <w:tab/>
        <w:t>2.025e0</w:t>
      </w:r>
    </w:p>
    <w:p w:rsidR="006974AE" w:rsidRDefault="006974AE" w:rsidP="006974AE">
      <w:r>
        <w:t>213.9660</w:t>
      </w:r>
      <w:r>
        <w:tab/>
        <w:t>4.051e0</w:t>
      </w:r>
    </w:p>
    <w:p w:rsidR="006974AE" w:rsidRDefault="006974AE" w:rsidP="006974AE">
      <w:r>
        <w:t>213.9936</w:t>
      </w:r>
      <w:r>
        <w:tab/>
        <w:t>7.089e0</w:t>
      </w:r>
    </w:p>
    <w:p w:rsidR="006974AE" w:rsidRDefault="006974AE" w:rsidP="006974AE">
      <w:r>
        <w:t>214.0033</w:t>
      </w:r>
      <w:r>
        <w:tab/>
        <w:t>2.116e2</w:t>
      </w:r>
    </w:p>
    <w:p w:rsidR="006974AE" w:rsidRDefault="006974AE" w:rsidP="006974AE">
      <w:r>
        <w:t>214.0059</w:t>
      </w:r>
      <w:r>
        <w:tab/>
        <w:t>1.846e2</w:t>
      </w:r>
    </w:p>
    <w:p w:rsidR="006974AE" w:rsidRDefault="006974AE" w:rsidP="006974AE">
      <w:r>
        <w:t>214.0322</w:t>
      </w:r>
      <w:r>
        <w:tab/>
        <w:t>1.013e0</w:t>
      </w:r>
    </w:p>
    <w:p w:rsidR="006974AE" w:rsidRDefault="006974AE" w:rsidP="006974AE">
      <w:r>
        <w:t>214.0510</w:t>
      </w:r>
      <w:r>
        <w:tab/>
        <w:t>2.025e0</w:t>
      </w:r>
    </w:p>
    <w:p w:rsidR="006974AE" w:rsidRDefault="006974AE" w:rsidP="006974AE">
      <w:r>
        <w:t>214.0582</w:t>
      </w:r>
      <w:r>
        <w:tab/>
        <w:t>2.770e0</w:t>
      </w:r>
    </w:p>
    <w:p w:rsidR="006974AE" w:rsidRDefault="006974AE" w:rsidP="006974AE">
      <w:r>
        <w:t>214.0627</w:t>
      </w:r>
      <w:r>
        <w:tab/>
        <w:t>1.013e0</w:t>
      </w:r>
    </w:p>
    <w:p w:rsidR="006974AE" w:rsidRDefault="006974AE" w:rsidP="006974AE">
      <w:r>
        <w:t>214.0794</w:t>
      </w:r>
      <w:r>
        <w:tab/>
        <w:t>3.038e0</w:t>
      </w:r>
    </w:p>
    <w:p w:rsidR="006974AE" w:rsidRDefault="006974AE" w:rsidP="006974AE">
      <w:r>
        <w:t>214.0874</w:t>
      </w:r>
      <w:r>
        <w:tab/>
        <w:t>3.038e0</w:t>
      </w:r>
    </w:p>
    <w:p w:rsidR="006974AE" w:rsidRDefault="006974AE" w:rsidP="006974AE">
      <w:r>
        <w:lastRenderedPageBreak/>
        <w:t>214.0919</w:t>
      </w:r>
      <w:r>
        <w:tab/>
        <w:t>2.025e0</w:t>
      </w:r>
    </w:p>
    <w:p w:rsidR="006974AE" w:rsidRDefault="006974AE" w:rsidP="006974AE">
      <w:r>
        <w:t>214.0956</w:t>
      </w:r>
      <w:r>
        <w:tab/>
        <w:t>2.025e0</w:t>
      </w:r>
    </w:p>
    <w:p w:rsidR="006974AE" w:rsidRDefault="006974AE" w:rsidP="006974AE">
      <w:r>
        <w:t>214.0974</w:t>
      </w:r>
      <w:r>
        <w:tab/>
        <w:t>7.089e0</w:t>
      </w:r>
    </w:p>
    <w:p w:rsidR="006974AE" w:rsidRDefault="006974AE" w:rsidP="006974AE">
      <w:r>
        <w:t>214.1022</w:t>
      </w:r>
      <w:r>
        <w:tab/>
        <w:t>2.025e0</w:t>
      </w:r>
    </w:p>
    <w:p w:rsidR="006974AE" w:rsidRDefault="006974AE" w:rsidP="006974AE">
      <w:r>
        <w:t>214.1100</w:t>
      </w:r>
      <w:r>
        <w:tab/>
        <w:t>1.013e0</w:t>
      </w:r>
    </w:p>
    <w:p w:rsidR="006974AE" w:rsidRDefault="006974AE" w:rsidP="006974AE">
      <w:r>
        <w:t>214.1176</w:t>
      </w:r>
      <w:r>
        <w:tab/>
        <w:t>2.025e0</w:t>
      </w:r>
    </w:p>
    <w:p w:rsidR="006974AE" w:rsidRDefault="006974AE" w:rsidP="006974AE">
      <w:r>
        <w:t>214.1195</w:t>
      </w:r>
      <w:r>
        <w:tab/>
        <w:t>2.025e0</w:t>
      </w:r>
    </w:p>
    <w:p w:rsidR="006974AE" w:rsidRDefault="006974AE" w:rsidP="006974AE">
      <w:r>
        <w:t>214.1254</w:t>
      </w:r>
      <w:r>
        <w:tab/>
        <w:t>1.013e0</w:t>
      </w:r>
    </w:p>
    <w:p w:rsidR="006974AE" w:rsidRDefault="006974AE" w:rsidP="006974AE">
      <w:r>
        <w:t>214.1404</w:t>
      </w:r>
      <w:r>
        <w:tab/>
        <w:t>1.013e0</w:t>
      </w:r>
    </w:p>
    <w:p w:rsidR="006974AE" w:rsidRDefault="006974AE" w:rsidP="006974AE">
      <w:r>
        <w:t>214.1482</w:t>
      </w:r>
      <w:r>
        <w:tab/>
        <w:t>2.025e0</w:t>
      </w:r>
    </w:p>
    <w:p w:rsidR="006974AE" w:rsidRDefault="006974AE" w:rsidP="006974AE">
      <w:r>
        <w:t>214.1521</w:t>
      </w:r>
      <w:r>
        <w:tab/>
        <w:t>1.013e0</w:t>
      </w:r>
    </w:p>
    <w:p w:rsidR="006974AE" w:rsidRDefault="006974AE" w:rsidP="006974AE">
      <w:r>
        <w:t>214.1735</w:t>
      </w:r>
      <w:r>
        <w:tab/>
        <w:t>2.025e0</w:t>
      </w:r>
    </w:p>
    <w:p w:rsidR="006974AE" w:rsidRDefault="006974AE" w:rsidP="006974AE">
      <w:r>
        <w:t>214.1795</w:t>
      </w:r>
      <w:r>
        <w:tab/>
        <w:t>1.013e0</w:t>
      </w:r>
    </w:p>
    <w:p w:rsidR="006974AE" w:rsidRDefault="006974AE" w:rsidP="006974AE">
      <w:r>
        <w:t>214.1831</w:t>
      </w:r>
      <w:r>
        <w:tab/>
        <w:t>2.025e0</w:t>
      </w:r>
    </w:p>
    <w:p w:rsidR="006974AE" w:rsidRDefault="006974AE" w:rsidP="006974AE">
      <w:r>
        <w:t>214.1853</w:t>
      </w:r>
      <w:r>
        <w:tab/>
        <w:t>2.025e0</w:t>
      </w:r>
    </w:p>
    <w:p w:rsidR="006974AE" w:rsidRDefault="006974AE" w:rsidP="006974AE">
      <w:r>
        <w:t>214.1874</w:t>
      </w:r>
      <w:r>
        <w:tab/>
        <w:t>2.025e0</w:t>
      </w:r>
    </w:p>
    <w:p w:rsidR="006974AE" w:rsidRDefault="006974AE" w:rsidP="006974AE">
      <w:r>
        <w:t>214.1920</w:t>
      </w:r>
      <w:r>
        <w:tab/>
        <w:t>2.025e0</w:t>
      </w:r>
    </w:p>
    <w:p w:rsidR="006974AE" w:rsidRDefault="006974AE" w:rsidP="006974AE">
      <w:r>
        <w:t>214.2110</w:t>
      </w:r>
      <w:r>
        <w:tab/>
        <w:t>1.013e0</w:t>
      </w:r>
    </w:p>
    <w:p w:rsidR="006974AE" w:rsidRDefault="006974AE" w:rsidP="006974AE">
      <w:r>
        <w:t>214.2148</w:t>
      </w:r>
      <w:r>
        <w:tab/>
        <w:t>1.013e0</w:t>
      </w:r>
    </w:p>
    <w:p w:rsidR="006974AE" w:rsidRDefault="006974AE" w:rsidP="006974AE">
      <w:r>
        <w:lastRenderedPageBreak/>
        <w:t>214.2336</w:t>
      </w:r>
      <w:r>
        <w:tab/>
        <w:t>1.013e0</w:t>
      </w:r>
    </w:p>
    <w:p w:rsidR="006974AE" w:rsidRDefault="006974AE" w:rsidP="006974AE">
      <w:r>
        <w:t>214.2411</w:t>
      </w:r>
      <w:r>
        <w:tab/>
        <w:t>2.025e0</w:t>
      </w:r>
    </w:p>
    <w:p w:rsidR="006974AE" w:rsidRDefault="006974AE" w:rsidP="006974AE">
      <w:r>
        <w:t>214.2493</w:t>
      </w:r>
      <w:r>
        <w:tab/>
        <w:t>2.025e0</w:t>
      </w:r>
    </w:p>
    <w:p w:rsidR="006974AE" w:rsidRDefault="006974AE" w:rsidP="006974AE">
      <w:r>
        <w:t>214.2531</w:t>
      </w:r>
      <w:r>
        <w:tab/>
        <w:t>1.013e0</w:t>
      </w:r>
    </w:p>
    <w:p w:rsidR="006974AE" w:rsidRDefault="006974AE" w:rsidP="006974AE">
      <w:r>
        <w:t>214.2611</w:t>
      </w:r>
      <w:r>
        <w:tab/>
        <w:t>2.025e0</w:t>
      </w:r>
    </w:p>
    <w:p w:rsidR="006974AE" w:rsidRDefault="006974AE" w:rsidP="006974AE">
      <w:r>
        <w:t>214.2853</w:t>
      </w:r>
      <w:r>
        <w:tab/>
        <w:t>1.013e0</w:t>
      </w:r>
    </w:p>
    <w:p w:rsidR="006974AE" w:rsidRDefault="006974AE" w:rsidP="006974AE">
      <w:r>
        <w:t>214.3040</w:t>
      </w:r>
      <w:r>
        <w:tab/>
        <w:t>3.038e0</w:t>
      </w:r>
    </w:p>
    <w:p w:rsidR="006974AE" w:rsidRDefault="006974AE" w:rsidP="006974AE">
      <w:r>
        <w:t>214.3074</w:t>
      </w:r>
      <w:r>
        <w:tab/>
        <w:t>4.051e0</w:t>
      </w:r>
    </w:p>
    <w:p w:rsidR="006974AE" w:rsidRDefault="006974AE" w:rsidP="006974AE">
      <w:r>
        <w:t>214.3119</w:t>
      </w:r>
      <w:r>
        <w:tab/>
        <w:t>1.013e0</w:t>
      </w:r>
    </w:p>
    <w:p w:rsidR="006974AE" w:rsidRDefault="006974AE" w:rsidP="006974AE">
      <w:r>
        <w:t>214.3211</w:t>
      </w:r>
      <w:r>
        <w:tab/>
        <w:t>2.025e0</w:t>
      </w:r>
    </w:p>
    <w:p w:rsidR="006974AE" w:rsidRDefault="006974AE" w:rsidP="006974AE">
      <w:r>
        <w:t>214.3328</w:t>
      </w:r>
      <w:r>
        <w:tab/>
        <w:t>2.025e0</w:t>
      </w:r>
    </w:p>
    <w:p w:rsidR="006974AE" w:rsidRDefault="006974AE" w:rsidP="006974AE">
      <w:r>
        <w:t>214.3386</w:t>
      </w:r>
      <w:r>
        <w:tab/>
        <w:t>1.013e0</w:t>
      </w:r>
    </w:p>
    <w:p w:rsidR="006974AE" w:rsidRDefault="006974AE" w:rsidP="006974AE">
      <w:r>
        <w:t>214.3427</w:t>
      </w:r>
      <w:r>
        <w:tab/>
        <w:t>1.013e0</w:t>
      </w:r>
    </w:p>
    <w:p w:rsidR="006974AE" w:rsidRDefault="006974AE" w:rsidP="006974AE">
      <w:r>
        <w:t>214.3509</w:t>
      </w:r>
      <w:r>
        <w:tab/>
        <w:t>1.013e0</w:t>
      </w:r>
    </w:p>
    <w:p w:rsidR="006974AE" w:rsidRDefault="006974AE" w:rsidP="006974AE">
      <w:r>
        <w:t>214.3784</w:t>
      </w:r>
      <w:r>
        <w:tab/>
        <w:t>1.013e0</w:t>
      </w:r>
    </w:p>
    <w:p w:rsidR="006974AE" w:rsidRDefault="006974AE" w:rsidP="006974AE">
      <w:r>
        <w:t>214.3822</w:t>
      </w:r>
      <w:r>
        <w:tab/>
        <w:t>1.013e0</w:t>
      </w:r>
    </w:p>
    <w:p w:rsidR="006974AE" w:rsidRDefault="006974AE" w:rsidP="006974AE">
      <w:r>
        <w:t>214.3860</w:t>
      </w:r>
      <w:r>
        <w:tab/>
        <w:t>1.013e0</w:t>
      </w:r>
    </w:p>
    <w:p w:rsidR="006974AE" w:rsidRDefault="006974AE" w:rsidP="006974AE">
      <w:r>
        <w:t>214.4051</w:t>
      </w:r>
      <w:r>
        <w:tab/>
        <w:t>2.025e0</w:t>
      </w:r>
    </w:p>
    <w:p w:rsidR="006974AE" w:rsidRDefault="006974AE" w:rsidP="006974AE">
      <w:r>
        <w:t>214.4202</w:t>
      </w:r>
      <w:r>
        <w:tab/>
        <w:t>1.013e0</w:t>
      </w:r>
    </w:p>
    <w:p w:rsidR="006974AE" w:rsidRDefault="006974AE" w:rsidP="006974AE">
      <w:r>
        <w:lastRenderedPageBreak/>
        <w:t>214.4266</w:t>
      </w:r>
      <w:r>
        <w:tab/>
        <w:t>2.025e0</w:t>
      </w:r>
    </w:p>
    <w:p w:rsidR="006974AE" w:rsidRDefault="006974AE" w:rsidP="006974AE">
      <w:r>
        <w:t>214.4446</w:t>
      </w:r>
      <w:r>
        <w:tab/>
        <w:t>2.025e0</w:t>
      </w:r>
    </w:p>
    <w:p w:rsidR="006974AE" w:rsidRDefault="006974AE" w:rsidP="006974AE">
      <w:r>
        <w:t>214.4535</w:t>
      </w:r>
      <w:r>
        <w:tab/>
        <w:t>5.063e0</w:t>
      </w:r>
    </w:p>
    <w:p w:rsidR="006974AE" w:rsidRDefault="006974AE" w:rsidP="006974AE">
      <w:r>
        <w:t>214.4716</w:t>
      </w:r>
      <w:r>
        <w:tab/>
        <w:t>2.025e0</w:t>
      </w:r>
    </w:p>
    <w:p w:rsidR="006974AE" w:rsidRDefault="006974AE" w:rsidP="006974AE">
      <w:r>
        <w:t>214.4755</w:t>
      </w:r>
      <w:r>
        <w:tab/>
        <w:t>2.025e0</w:t>
      </w:r>
    </w:p>
    <w:p w:rsidR="006974AE" w:rsidRDefault="006974AE" w:rsidP="006974AE">
      <w:r>
        <w:t>214.4980</w:t>
      </w:r>
      <w:r>
        <w:tab/>
        <w:t>3.038e0</w:t>
      </w:r>
    </w:p>
    <w:p w:rsidR="006974AE" w:rsidRDefault="006974AE" w:rsidP="006974AE">
      <w:r>
        <w:t>214.5021</w:t>
      </w:r>
      <w:r>
        <w:tab/>
        <w:t>1.013e0</w:t>
      </w:r>
    </w:p>
    <w:p w:rsidR="006974AE" w:rsidRDefault="006974AE" w:rsidP="006974AE">
      <w:r>
        <w:t>214.5381</w:t>
      </w:r>
      <w:r>
        <w:tab/>
        <w:t>3.038e0</w:t>
      </w:r>
    </w:p>
    <w:p w:rsidR="006974AE" w:rsidRDefault="006974AE" w:rsidP="006974AE">
      <w:r>
        <w:t>214.5404</w:t>
      </w:r>
      <w:r>
        <w:tab/>
        <w:t>4.051e0</w:t>
      </w:r>
    </w:p>
    <w:p w:rsidR="006974AE" w:rsidRDefault="006974AE" w:rsidP="006974AE">
      <w:r>
        <w:t>214.5459</w:t>
      </w:r>
      <w:r>
        <w:tab/>
        <w:t>1.013e0</w:t>
      </w:r>
    </w:p>
    <w:p w:rsidR="006974AE" w:rsidRDefault="006974AE" w:rsidP="006974AE">
      <w:r>
        <w:t>214.5534</w:t>
      </w:r>
      <w:r>
        <w:tab/>
        <w:t>2.025e0</w:t>
      </w:r>
    </w:p>
    <w:p w:rsidR="006974AE" w:rsidRDefault="006974AE" w:rsidP="006974AE">
      <w:r>
        <w:t>214.5570</w:t>
      </w:r>
      <w:r>
        <w:tab/>
        <w:t>1.013e0</w:t>
      </w:r>
    </w:p>
    <w:p w:rsidR="006974AE" w:rsidRDefault="006974AE" w:rsidP="006974AE">
      <w:r>
        <w:t>214.5840</w:t>
      </w:r>
      <w:r>
        <w:tab/>
        <w:t>1.013e0</w:t>
      </w:r>
    </w:p>
    <w:p w:rsidR="006974AE" w:rsidRDefault="006974AE" w:rsidP="006974AE">
      <w:r>
        <w:t>214.5937</w:t>
      </w:r>
      <w:r>
        <w:tab/>
        <w:t>2.025e0</w:t>
      </w:r>
    </w:p>
    <w:p w:rsidR="006974AE" w:rsidRDefault="006974AE" w:rsidP="006974AE">
      <w:r>
        <w:t>214.5995</w:t>
      </w:r>
      <w:r>
        <w:tab/>
        <w:t>1.013e0</w:t>
      </w:r>
    </w:p>
    <w:p w:rsidR="006974AE" w:rsidRDefault="006974AE" w:rsidP="006974AE">
      <w:r>
        <w:t>214.6191</w:t>
      </w:r>
      <w:r>
        <w:tab/>
        <w:t>3.038e0</w:t>
      </w:r>
    </w:p>
    <w:p w:rsidR="006974AE" w:rsidRDefault="006974AE" w:rsidP="006974AE">
      <w:r>
        <w:t>214.6237</w:t>
      </w:r>
      <w:r>
        <w:tab/>
        <w:t>1.013e0</w:t>
      </w:r>
    </w:p>
    <w:p w:rsidR="006974AE" w:rsidRDefault="006974AE" w:rsidP="006974AE">
      <w:r>
        <w:t>214.6427</w:t>
      </w:r>
      <w:r>
        <w:tab/>
        <w:t>1.013e0</w:t>
      </w:r>
    </w:p>
    <w:p w:rsidR="006974AE" w:rsidRDefault="006974AE" w:rsidP="006974AE">
      <w:r>
        <w:t>214.6582</w:t>
      </w:r>
      <w:r>
        <w:tab/>
        <w:t>1.013e0</w:t>
      </w:r>
    </w:p>
    <w:p w:rsidR="006974AE" w:rsidRDefault="006974AE" w:rsidP="006974AE">
      <w:r>
        <w:lastRenderedPageBreak/>
        <w:t>214.6618</w:t>
      </w:r>
      <w:r>
        <w:tab/>
        <w:t>1.013e0</w:t>
      </w:r>
    </w:p>
    <w:p w:rsidR="006974AE" w:rsidRDefault="006974AE" w:rsidP="006974AE">
      <w:r>
        <w:t>214.6731</w:t>
      </w:r>
      <w:r>
        <w:tab/>
        <w:t>1.013e0</w:t>
      </w:r>
    </w:p>
    <w:p w:rsidR="006974AE" w:rsidRDefault="006974AE" w:rsidP="006974AE">
      <w:r>
        <w:t>214.6770</w:t>
      </w:r>
      <w:r>
        <w:tab/>
        <w:t>2.025e0</w:t>
      </w:r>
    </w:p>
    <w:p w:rsidR="006974AE" w:rsidRDefault="006974AE" w:rsidP="006974AE">
      <w:r>
        <w:t>214.6934</w:t>
      </w:r>
      <w:r>
        <w:tab/>
        <w:t>1.013e0</w:t>
      </w:r>
    </w:p>
    <w:p w:rsidR="006974AE" w:rsidRDefault="006974AE" w:rsidP="006974AE">
      <w:r>
        <w:t>214.7015</w:t>
      </w:r>
      <w:r>
        <w:tab/>
        <w:t>1.013e0</w:t>
      </w:r>
    </w:p>
    <w:p w:rsidR="006974AE" w:rsidRDefault="006974AE" w:rsidP="006974AE">
      <w:r>
        <w:t>214.7094</w:t>
      </w:r>
      <w:r>
        <w:tab/>
        <w:t>1.013e0</w:t>
      </w:r>
    </w:p>
    <w:p w:rsidR="006974AE" w:rsidRDefault="006974AE" w:rsidP="006974AE">
      <w:r>
        <w:t>214.7189</w:t>
      </w:r>
      <w:r>
        <w:tab/>
        <w:t>2.025e0</w:t>
      </w:r>
    </w:p>
    <w:p w:rsidR="006974AE" w:rsidRDefault="006974AE" w:rsidP="006974AE">
      <w:r>
        <w:t>214.7210</w:t>
      </w:r>
      <w:r>
        <w:tab/>
        <w:t>1.013e0</w:t>
      </w:r>
    </w:p>
    <w:p w:rsidR="006974AE" w:rsidRDefault="006974AE" w:rsidP="006974AE">
      <w:r>
        <w:t>214.7360</w:t>
      </w:r>
      <w:r>
        <w:tab/>
        <w:t>1.013e0</w:t>
      </w:r>
    </w:p>
    <w:p w:rsidR="006974AE" w:rsidRDefault="006974AE" w:rsidP="006974AE">
      <w:r>
        <w:t>214.7401</w:t>
      </w:r>
      <w:r>
        <w:tab/>
        <w:t>1.013e0</w:t>
      </w:r>
    </w:p>
    <w:p w:rsidR="006974AE" w:rsidRDefault="006974AE" w:rsidP="006974AE">
      <w:r>
        <w:t>214.7747</w:t>
      </w:r>
      <w:r>
        <w:tab/>
        <w:t>2.025e0</w:t>
      </w:r>
    </w:p>
    <w:p w:rsidR="006974AE" w:rsidRDefault="006974AE" w:rsidP="006974AE">
      <w:r>
        <w:t>214.7831</w:t>
      </w:r>
      <w:r>
        <w:tab/>
        <w:t>1.013e0</w:t>
      </w:r>
    </w:p>
    <w:p w:rsidR="006974AE" w:rsidRDefault="006974AE" w:rsidP="006974AE">
      <w:r>
        <w:t>214.8141</w:t>
      </w:r>
      <w:r>
        <w:tab/>
        <w:t>2.025e0</w:t>
      </w:r>
    </w:p>
    <w:p w:rsidR="006974AE" w:rsidRDefault="006974AE" w:rsidP="006974AE">
      <w:r>
        <w:t>214.8181</w:t>
      </w:r>
      <w:r>
        <w:tab/>
        <w:t>1.013e0</w:t>
      </w:r>
    </w:p>
    <w:p w:rsidR="006974AE" w:rsidRDefault="006974AE" w:rsidP="006974AE">
      <w:r>
        <w:t>214.8217</w:t>
      </w:r>
      <w:r>
        <w:tab/>
        <w:t>1.013e0</w:t>
      </w:r>
    </w:p>
    <w:p w:rsidR="006974AE" w:rsidRDefault="006974AE" w:rsidP="006974AE">
      <w:r>
        <w:t>214.8407</w:t>
      </w:r>
      <w:r>
        <w:tab/>
        <w:t>1.013e0</w:t>
      </w:r>
    </w:p>
    <w:p w:rsidR="006974AE" w:rsidRDefault="006974AE" w:rsidP="006974AE">
      <w:r>
        <w:t>214.8447</w:t>
      </w:r>
      <w:r>
        <w:tab/>
        <w:t>1.013e0</w:t>
      </w:r>
    </w:p>
    <w:p w:rsidR="006974AE" w:rsidRDefault="006974AE" w:rsidP="006974AE">
      <w:r>
        <w:t>214.8883</w:t>
      </w:r>
      <w:r>
        <w:tab/>
        <w:t>1.013e0</w:t>
      </w:r>
    </w:p>
    <w:p w:rsidR="006974AE" w:rsidRDefault="006974AE" w:rsidP="006974AE">
      <w:r>
        <w:t>214.8921</w:t>
      </w:r>
      <w:r>
        <w:tab/>
        <w:t>1.013e0</w:t>
      </w:r>
    </w:p>
    <w:p w:rsidR="006974AE" w:rsidRDefault="006974AE" w:rsidP="006974AE">
      <w:r>
        <w:lastRenderedPageBreak/>
        <w:t>214.9076</w:t>
      </w:r>
      <w:r>
        <w:tab/>
        <w:t>1.013e0</w:t>
      </w:r>
    </w:p>
    <w:p w:rsidR="006974AE" w:rsidRDefault="006974AE" w:rsidP="006974AE">
      <w:r>
        <w:t>214.9188</w:t>
      </w:r>
      <w:r>
        <w:tab/>
        <w:t>1.013e0</w:t>
      </w:r>
    </w:p>
    <w:p w:rsidR="006974AE" w:rsidRDefault="006974AE" w:rsidP="006974AE">
      <w:r>
        <w:t>214.9304</w:t>
      </w:r>
      <w:r>
        <w:tab/>
        <w:t>1.013e0</w:t>
      </w:r>
    </w:p>
    <w:p w:rsidR="006974AE" w:rsidRDefault="006974AE" w:rsidP="006974AE">
      <w:r>
        <w:t>214.9424</w:t>
      </w:r>
      <w:r>
        <w:tab/>
        <w:t>1.013e0</w:t>
      </w:r>
    </w:p>
    <w:p w:rsidR="006974AE" w:rsidRDefault="006974AE" w:rsidP="006974AE">
      <w:r>
        <w:t>214.9505</w:t>
      </w:r>
      <w:r>
        <w:tab/>
        <w:t>1.013e0</w:t>
      </w:r>
    </w:p>
    <w:p w:rsidR="006974AE" w:rsidRDefault="006974AE" w:rsidP="006974AE">
      <w:r>
        <w:t>214.9640</w:t>
      </w:r>
      <w:r>
        <w:tab/>
        <w:t>2.025e0</w:t>
      </w:r>
    </w:p>
    <w:p w:rsidR="006974AE" w:rsidRDefault="006974AE" w:rsidP="006974AE">
      <w:r>
        <w:t>214.9743</w:t>
      </w:r>
      <w:r>
        <w:tab/>
        <w:t>1.013e0</w:t>
      </w:r>
    </w:p>
    <w:p w:rsidR="006974AE" w:rsidRDefault="006974AE" w:rsidP="006974AE">
      <w:r>
        <w:t>214.9819</w:t>
      </w:r>
      <w:r>
        <w:tab/>
        <w:t>2.025e0</w:t>
      </w:r>
    </w:p>
    <w:p w:rsidR="006974AE" w:rsidRDefault="006974AE" w:rsidP="006974AE">
      <w:r>
        <w:t>214.9838</w:t>
      </w:r>
      <w:r>
        <w:tab/>
        <w:t>2.025e0</w:t>
      </w:r>
    </w:p>
    <w:p w:rsidR="006974AE" w:rsidRDefault="006974AE" w:rsidP="006974AE">
      <w:r>
        <w:t>214.9940</w:t>
      </w:r>
      <w:r>
        <w:tab/>
        <w:t>7.089e0</w:t>
      </w:r>
    </w:p>
    <w:p w:rsidR="006974AE" w:rsidRDefault="006974AE" w:rsidP="006974AE">
      <w:r>
        <w:t>214.9968</w:t>
      </w:r>
      <w:r>
        <w:tab/>
        <w:t>8.101e0</w:t>
      </w:r>
    </w:p>
    <w:p w:rsidR="006974AE" w:rsidRDefault="006974AE" w:rsidP="006974AE">
      <w:r>
        <w:t>215.0041</w:t>
      </w:r>
      <w:r>
        <w:tab/>
        <w:t>1.114e1</w:t>
      </w:r>
    </w:p>
    <w:p w:rsidR="006974AE" w:rsidRDefault="006974AE" w:rsidP="006974AE">
      <w:r>
        <w:t>215.0057</w:t>
      </w:r>
      <w:r>
        <w:tab/>
        <w:t>5.063e0</w:t>
      </w:r>
    </w:p>
    <w:p w:rsidR="006974AE" w:rsidRDefault="006974AE" w:rsidP="006974AE">
      <w:r>
        <w:t>215.0095</w:t>
      </w:r>
      <w:r>
        <w:tab/>
        <w:t>6.076e0</w:t>
      </w:r>
    </w:p>
    <w:p w:rsidR="006974AE" w:rsidRDefault="006974AE" w:rsidP="006974AE">
      <w:r>
        <w:t>215.0156</w:t>
      </w:r>
      <w:r>
        <w:tab/>
        <w:t>1.215e1</w:t>
      </w:r>
    </w:p>
    <w:p w:rsidR="006974AE" w:rsidRDefault="006974AE" w:rsidP="006974AE">
      <w:r>
        <w:t>215.0182</w:t>
      </w:r>
      <w:r>
        <w:tab/>
        <w:t>5.063e0</w:t>
      </w:r>
    </w:p>
    <w:p w:rsidR="006974AE" w:rsidRDefault="006974AE" w:rsidP="006974AE">
      <w:r>
        <w:t>215.0303</w:t>
      </w:r>
      <w:r>
        <w:tab/>
        <w:t>3.038e0</w:t>
      </w:r>
    </w:p>
    <w:p w:rsidR="006974AE" w:rsidRDefault="006974AE" w:rsidP="006974AE">
      <w:r>
        <w:t>215.0522</w:t>
      </w:r>
      <w:r>
        <w:tab/>
        <w:t>1.013e0</w:t>
      </w:r>
    </w:p>
    <w:p w:rsidR="006974AE" w:rsidRDefault="006974AE" w:rsidP="006974AE">
      <w:r>
        <w:t>215.0560</w:t>
      </w:r>
      <w:r>
        <w:tab/>
        <w:t>3.038e0</w:t>
      </w:r>
    </w:p>
    <w:p w:rsidR="006974AE" w:rsidRDefault="006974AE" w:rsidP="006974AE">
      <w:r>
        <w:lastRenderedPageBreak/>
        <w:t>215.0752</w:t>
      </w:r>
      <w:r>
        <w:tab/>
        <w:t>1.013e0</w:t>
      </w:r>
    </w:p>
    <w:p w:rsidR="006974AE" w:rsidRDefault="006974AE" w:rsidP="006974AE">
      <w:r>
        <w:t>215.0771</w:t>
      </w:r>
      <w:r>
        <w:tab/>
        <w:t>2.025e0</w:t>
      </w:r>
    </w:p>
    <w:p w:rsidR="006974AE" w:rsidRDefault="006974AE" w:rsidP="006974AE">
      <w:r>
        <w:t>215.0829</w:t>
      </w:r>
      <w:r>
        <w:tab/>
        <w:t>1.013e0</w:t>
      </w:r>
    </w:p>
    <w:p w:rsidR="006974AE" w:rsidRDefault="006974AE" w:rsidP="006974AE">
      <w:r>
        <w:t>215.0902</w:t>
      </w:r>
      <w:r>
        <w:tab/>
        <w:t>3.038e0</w:t>
      </w:r>
    </w:p>
    <w:p w:rsidR="006974AE" w:rsidRDefault="006974AE" w:rsidP="006974AE">
      <w:r>
        <w:t>215.1018</w:t>
      </w:r>
      <w:r>
        <w:tab/>
        <w:t>2.025e0</w:t>
      </w:r>
    </w:p>
    <w:p w:rsidR="006974AE" w:rsidRDefault="006974AE" w:rsidP="006974AE">
      <w:r>
        <w:t>215.1201</w:t>
      </w:r>
      <w:r>
        <w:tab/>
        <w:t>2.025e0</w:t>
      </w:r>
    </w:p>
    <w:p w:rsidR="006974AE" w:rsidRDefault="006974AE" w:rsidP="006974AE">
      <w:r>
        <w:t>215.1244</w:t>
      </w:r>
      <w:r>
        <w:tab/>
        <w:t>3.038e0</w:t>
      </w:r>
    </w:p>
    <w:p w:rsidR="006974AE" w:rsidRDefault="006974AE" w:rsidP="006974AE">
      <w:r>
        <w:t>215.1260</w:t>
      </w:r>
      <w:r>
        <w:tab/>
        <w:t>2.025e0</w:t>
      </w:r>
    </w:p>
    <w:p w:rsidR="006974AE" w:rsidRDefault="006974AE" w:rsidP="006974AE">
      <w:r>
        <w:t>215.1457</w:t>
      </w:r>
      <w:r>
        <w:tab/>
        <w:t>2.025e0</w:t>
      </w:r>
    </w:p>
    <w:p w:rsidR="006974AE" w:rsidRDefault="006974AE" w:rsidP="006974AE">
      <w:r>
        <w:t>215.1495</w:t>
      </w:r>
      <w:r>
        <w:tab/>
        <w:t>1.013e0</w:t>
      </w:r>
    </w:p>
    <w:p w:rsidR="006974AE" w:rsidRDefault="006974AE" w:rsidP="006974AE">
      <w:r>
        <w:t>215.1588</w:t>
      </w:r>
      <w:r>
        <w:tab/>
        <w:t>2.025e0</w:t>
      </w:r>
    </w:p>
    <w:p w:rsidR="006974AE" w:rsidRDefault="006974AE" w:rsidP="006974AE">
      <w:r>
        <w:t>215.1667</w:t>
      </w:r>
      <w:r>
        <w:tab/>
        <w:t>2.025e0</w:t>
      </w:r>
    </w:p>
    <w:p w:rsidR="006974AE" w:rsidRDefault="006974AE" w:rsidP="006974AE">
      <w:r>
        <w:t>215.1686</w:t>
      </w:r>
      <w:r>
        <w:tab/>
        <w:t>4.051e0</w:t>
      </w:r>
    </w:p>
    <w:p w:rsidR="006974AE" w:rsidRDefault="006974AE" w:rsidP="006974AE">
      <w:r>
        <w:t>215.1735</w:t>
      </w:r>
      <w:r>
        <w:tab/>
        <w:t>5.063e0</w:t>
      </w:r>
    </w:p>
    <w:p w:rsidR="006974AE" w:rsidRDefault="006974AE" w:rsidP="006974AE">
      <w:r>
        <w:t>215.1762</w:t>
      </w:r>
      <w:r>
        <w:tab/>
        <w:t>2.025e0</w:t>
      </w:r>
    </w:p>
    <w:p w:rsidR="006974AE" w:rsidRDefault="006974AE" w:rsidP="006974AE">
      <w:r>
        <w:t>215.1914</w:t>
      </w:r>
      <w:r>
        <w:tab/>
        <w:t>1.013e0</w:t>
      </w:r>
    </w:p>
    <w:p w:rsidR="006974AE" w:rsidRDefault="006974AE" w:rsidP="006974AE">
      <w:r>
        <w:t>215.2080</w:t>
      </w:r>
      <w:r>
        <w:tab/>
        <w:t>1.013e0</w:t>
      </w:r>
    </w:p>
    <w:p w:rsidR="006974AE" w:rsidRDefault="006974AE" w:rsidP="006974AE">
      <w:r>
        <w:t>215.2092</w:t>
      </w:r>
      <w:r>
        <w:tab/>
        <w:t>2.025e0</w:t>
      </w:r>
    </w:p>
    <w:p w:rsidR="006974AE" w:rsidRDefault="006974AE" w:rsidP="006974AE">
      <w:r>
        <w:t>215.2160</w:t>
      </w:r>
      <w:r>
        <w:tab/>
        <w:t>3.038e0</w:t>
      </w:r>
    </w:p>
    <w:p w:rsidR="006974AE" w:rsidRDefault="006974AE" w:rsidP="006974AE">
      <w:r>
        <w:lastRenderedPageBreak/>
        <w:t>215.2198</w:t>
      </w:r>
      <w:r>
        <w:tab/>
        <w:t>1.013e0</w:t>
      </w:r>
    </w:p>
    <w:p w:rsidR="006974AE" w:rsidRDefault="006974AE" w:rsidP="006974AE">
      <w:r>
        <w:t>215.2331</w:t>
      </w:r>
      <w:r>
        <w:tab/>
        <w:t>2.025e0</w:t>
      </w:r>
    </w:p>
    <w:p w:rsidR="006974AE" w:rsidRDefault="006974AE" w:rsidP="006974AE">
      <w:r>
        <w:t>215.2429</w:t>
      </w:r>
      <w:r>
        <w:tab/>
        <w:t>1.013e0</w:t>
      </w:r>
    </w:p>
    <w:p w:rsidR="006974AE" w:rsidRDefault="006974AE" w:rsidP="006974AE">
      <w:r>
        <w:t>215.2511</w:t>
      </w:r>
      <w:r>
        <w:tab/>
        <w:t>3.038e0</w:t>
      </w:r>
    </w:p>
    <w:p w:rsidR="006974AE" w:rsidRDefault="006974AE" w:rsidP="006974AE">
      <w:r>
        <w:t>215.2581</w:t>
      </w:r>
      <w:r>
        <w:tab/>
        <w:t>1.013e0</w:t>
      </w:r>
    </w:p>
    <w:p w:rsidR="006974AE" w:rsidRDefault="006974AE" w:rsidP="006974AE">
      <w:r>
        <w:t>215.2635</w:t>
      </w:r>
      <w:r>
        <w:tab/>
        <w:t>2.025e0</w:t>
      </w:r>
    </w:p>
    <w:p w:rsidR="006974AE" w:rsidRDefault="006974AE" w:rsidP="006974AE">
      <w:r>
        <w:t>215.2732</w:t>
      </w:r>
      <w:r>
        <w:tab/>
        <w:t>1.013e0</w:t>
      </w:r>
    </w:p>
    <w:p w:rsidR="006974AE" w:rsidRDefault="006974AE" w:rsidP="006974AE">
      <w:r>
        <w:t>215.2773</w:t>
      </w:r>
      <w:r>
        <w:tab/>
        <w:t>1.013e0</w:t>
      </w:r>
    </w:p>
    <w:p w:rsidR="006974AE" w:rsidRDefault="006974AE" w:rsidP="006974AE">
      <w:r>
        <w:t>215.3210</w:t>
      </w:r>
      <w:r>
        <w:tab/>
        <w:t>1.013e0</w:t>
      </w:r>
    </w:p>
    <w:p w:rsidR="006974AE" w:rsidRDefault="006974AE" w:rsidP="006974AE">
      <w:r>
        <w:t>215.3378</w:t>
      </w:r>
      <w:r>
        <w:tab/>
        <w:t>2.025e0</w:t>
      </w:r>
    </w:p>
    <w:p w:rsidR="006974AE" w:rsidRDefault="006974AE" w:rsidP="006974AE">
      <w:r>
        <w:t>215.3401</w:t>
      </w:r>
      <w:r>
        <w:tab/>
        <w:t>1.013e0</w:t>
      </w:r>
    </w:p>
    <w:p w:rsidR="006974AE" w:rsidRDefault="006974AE" w:rsidP="006974AE">
      <w:r>
        <w:t>215.3514</w:t>
      </w:r>
      <w:r>
        <w:tab/>
        <w:t>1.013e0</w:t>
      </w:r>
    </w:p>
    <w:p w:rsidR="006974AE" w:rsidRDefault="006974AE" w:rsidP="006974AE">
      <w:r>
        <w:t>215.3591</w:t>
      </w:r>
      <w:r>
        <w:tab/>
        <w:t>1.013e0</w:t>
      </w:r>
    </w:p>
    <w:p w:rsidR="006974AE" w:rsidRDefault="006974AE" w:rsidP="006974AE">
      <w:r>
        <w:t>215.3757</w:t>
      </w:r>
      <w:r>
        <w:tab/>
        <w:t>1.013e0</w:t>
      </w:r>
    </w:p>
    <w:p w:rsidR="006974AE" w:rsidRDefault="006974AE" w:rsidP="006974AE">
      <w:r>
        <w:t>215.3896</w:t>
      </w:r>
      <w:r>
        <w:tab/>
        <w:t>2.025e0</w:t>
      </w:r>
    </w:p>
    <w:p w:rsidR="006974AE" w:rsidRDefault="006974AE" w:rsidP="006974AE">
      <w:r>
        <w:t>215.4064</w:t>
      </w:r>
      <w:r>
        <w:tab/>
        <w:t>1.013e0</w:t>
      </w:r>
    </w:p>
    <w:p w:rsidR="006974AE" w:rsidRDefault="006974AE" w:rsidP="006974AE">
      <w:r>
        <w:t>215.4105</w:t>
      </w:r>
      <w:r>
        <w:tab/>
        <w:t>2.025e0</w:t>
      </w:r>
    </w:p>
    <w:p w:rsidR="006974AE" w:rsidRDefault="006974AE" w:rsidP="006974AE">
      <w:r>
        <w:t>215.4331</w:t>
      </w:r>
      <w:r>
        <w:tab/>
        <w:t>1.013e0</w:t>
      </w:r>
    </w:p>
    <w:p w:rsidR="006974AE" w:rsidRDefault="006974AE" w:rsidP="006974AE">
      <w:r>
        <w:t>215.4412</w:t>
      </w:r>
      <w:r>
        <w:tab/>
        <w:t>1.013e0</w:t>
      </w:r>
    </w:p>
    <w:p w:rsidR="006974AE" w:rsidRDefault="006974AE" w:rsidP="006974AE">
      <w:r>
        <w:lastRenderedPageBreak/>
        <w:t>215.4573</w:t>
      </w:r>
      <w:r>
        <w:tab/>
        <w:t>1.013e0</w:t>
      </w:r>
    </w:p>
    <w:p w:rsidR="006974AE" w:rsidRDefault="006974AE" w:rsidP="006974AE">
      <w:r>
        <w:t>215.4808</w:t>
      </w:r>
      <w:r>
        <w:tab/>
        <w:t>3.038e0</w:t>
      </w:r>
    </w:p>
    <w:p w:rsidR="006974AE" w:rsidRDefault="006974AE" w:rsidP="006974AE">
      <w:r>
        <w:t>215.4925</w:t>
      </w:r>
      <w:r>
        <w:tab/>
        <w:t>1.013e0</w:t>
      </w:r>
    </w:p>
    <w:p w:rsidR="006974AE" w:rsidRDefault="006974AE" w:rsidP="006974AE">
      <w:r>
        <w:t>215.5037</w:t>
      </w:r>
      <w:r>
        <w:tab/>
        <w:t>2.025e0</w:t>
      </w:r>
    </w:p>
    <w:p w:rsidR="006974AE" w:rsidRDefault="006974AE" w:rsidP="006974AE">
      <w:r>
        <w:t>215.5230</w:t>
      </w:r>
      <w:r>
        <w:tab/>
        <w:t>1.013e0</w:t>
      </w:r>
    </w:p>
    <w:p w:rsidR="006974AE" w:rsidRDefault="006974AE" w:rsidP="006974AE">
      <w:r>
        <w:t>215.5309</w:t>
      </w:r>
      <w:r>
        <w:tab/>
        <w:t>1.013e0</w:t>
      </w:r>
    </w:p>
    <w:p w:rsidR="006974AE" w:rsidRDefault="006974AE" w:rsidP="006974AE">
      <w:r>
        <w:t>215.5394</w:t>
      </w:r>
      <w:r>
        <w:tab/>
        <w:t>1.013e0</w:t>
      </w:r>
    </w:p>
    <w:p w:rsidR="006974AE" w:rsidRDefault="006974AE" w:rsidP="006974AE">
      <w:r>
        <w:t>215.5514</w:t>
      </w:r>
      <w:r>
        <w:tab/>
        <w:t>2.025e0</w:t>
      </w:r>
    </w:p>
    <w:p w:rsidR="006974AE" w:rsidRDefault="006974AE" w:rsidP="006974AE">
      <w:r>
        <w:t>215.5706</w:t>
      </w:r>
      <w:r>
        <w:tab/>
        <w:t>2.025e0</w:t>
      </w:r>
    </w:p>
    <w:p w:rsidR="006974AE" w:rsidRDefault="006974AE" w:rsidP="006974AE">
      <w:r>
        <w:t>215.5723</w:t>
      </w:r>
      <w:r>
        <w:tab/>
        <w:t>2.025e0</w:t>
      </w:r>
    </w:p>
    <w:p w:rsidR="006974AE" w:rsidRDefault="006974AE" w:rsidP="006974AE">
      <w:r>
        <w:t>215.5742</w:t>
      </w:r>
      <w:r>
        <w:tab/>
        <w:t>1.013e0</w:t>
      </w:r>
    </w:p>
    <w:p w:rsidR="006974AE" w:rsidRDefault="006974AE" w:rsidP="006974AE">
      <w:r>
        <w:t>215.5898</w:t>
      </w:r>
      <w:r>
        <w:tab/>
        <w:t>1.013e0</w:t>
      </w:r>
    </w:p>
    <w:p w:rsidR="006974AE" w:rsidRDefault="006974AE" w:rsidP="006974AE">
      <w:r>
        <w:t>215.6011</w:t>
      </w:r>
      <w:r>
        <w:tab/>
        <w:t>1.013e0</w:t>
      </w:r>
    </w:p>
    <w:p w:rsidR="006974AE" w:rsidRDefault="006974AE" w:rsidP="006974AE">
      <w:r>
        <w:t>215.6087</w:t>
      </w:r>
      <w:r>
        <w:tab/>
        <w:t>1.013e0</w:t>
      </w:r>
    </w:p>
    <w:p w:rsidR="006974AE" w:rsidRDefault="006974AE" w:rsidP="006974AE">
      <w:r>
        <w:t>215.6488</w:t>
      </w:r>
      <w:r>
        <w:tab/>
        <w:t>1.013e0</w:t>
      </w:r>
    </w:p>
    <w:p w:rsidR="006974AE" w:rsidRDefault="006974AE" w:rsidP="006974AE">
      <w:r>
        <w:t>215.6678</w:t>
      </w:r>
      <w:r>
        <w:tab/>
        <w:t>2.025e0</w:t>
      </w:r>
    </w:p>
    <w:p w:rsidR="006974AE" w:rsidRDefault="006974AE" w:rsidP="006974AE">
      <w:r>
        <w:t>215.6790</w:t>
      </w:r>
      <w:r>
        <w:tab/>
        <w:t>1.013e0</w:t>
      </w:r>
    </w:p>
    <w:p w:rsidR="006974AE" w:rsidRDefault="006974AE" w:rsidP="006974AE">
      <w:r>
        <w:t>215.6989</w:t>
      </w:r>
      <w:r>
        <w:tab/>
        <w:t>1.013e0</w:t>
      </w:r>
    </w:p>
    <w:p w:rsidR="006974AE" w:rsidRDefault="006974AE" w:rsidP="006974AE">
      <w:r>
        <w:t>215.7073</w:t>
      </w:r>
      <w:r>
        <w:tab/>
        <w:t>1.013e0</w:t>
      </w:r>
    </w:p>
    <w:p w:rsidR="006974AE" w:rsidRDefault="006974AE" w:rsidP="006974AE">
      <w:r>
        <w:lastRenderedPageBreak/>
        <w:t>215.7195</w:t>
      </w:r>
      <w:r>
        <w:tab/>
        <w:t>1.013e0</w:t>
      </w:r>
    </w:p>
    <w:p w:rsidR="006974AE" w:rsidRDefault="006974AE" w:rsidP="006974AE">
      <w:r>
        <w:t>215.7346</w:t>
      </w:r>
      <w:r>
        <w:tab/>
        <w:t>1.013e0</w:t>
      </w:r>
    </w:p>
    <w:p w:rsidR="006974AE" w:rsidRDefault="006974AE" w:rsidP="006974AE">
      <w:r>
        <w:t>215.7381</w:t>
      </w:r>
      <w:r>
        <w:tab/>
        <w:t>1.013e0</w:t>
      </w:r>
    </w:p>
    <w:p w:rsidR="006974AE" w:rsidRDefault="006974AE" w:rsidP="006974AE">
      <w:r>
        <w:t>215.7420</w:t>
      </w:r>
      <w:r>
        <w:tab/>
        <w:t>1.013e0</w:t>
      </w:r>
    </w:p>
    <w:p w:rsidR="006974AE" w:rsidRDefault="006974AE" w:rsidP="006974AE">
      <w:r>
        <w:t>215.7575</w:t>
      </w:r>
      <w:r>
        <w:tab/>
        <w:t>1.013e0</w:t>
      </w:r>
    </w:p>
    <w:p w:rsidR="006974AE" w:rsidRDefault="006974AE" w:rsidP="006974AE">
      <w:r>
        <w:t>215.7730</w:t>
      </w:r>
      <w:r>
        <w:tab/>
        <w:t>3.038e0</w:t>
      </w:r>
    </w:p>
    <w:p w:rsidR="006974AE" w:rsidRDefault="006974AE" w:rsidP="006974AE">
      <w:r>
        <w:t>215.8090</w:t>
      </w:r>
      <w:r>
        <w:tab/>
        <w:t>1.013e0</w:t>
      </w:r>
    </w:p>
    <w:p w:rsidR="006974AE" w:rsidRDefault="006974AE" w:rsidP="006974AE">
      <w:r>
        <w:t>215.8392</w:t>
      </w:r>
      <w:r>
        <w:tab/>
        <w:t>1.013e0</w:t>
      </w:r>
    </w:p>
    <w:p w:rsidR="006974AE" w:rsidRDefault="006974AE" w:rsidP="006974AE">
      <w:r>
        <w:t>215.8430</w:t>
      </w:r>
      <w:r>
        <w:tab/>
        <w:t>1.013e0</w:t>
      </w:r>
    </w:p>
    <w:p w:rsidR="006974AE" w:rsidRDefault="006974AE" w:rsidP="006974AE">
      <w:r>
        <w:t>215.8517</w:t>
      </w:r>
      <w:r>
        <w:tab/>
        <w:t>2.025e0</w:t>
      </w:r>
    </w:p>
    <w:p w:rsidR="006974AE" w:rsidRDefault="006974AE" w:rsidP="006974AE">
      <w:r>
        <w:t>215.8794</w:t>
      </w:r>
      <w:r>
        <w:tab/>
        <w:t>1.013e0</w:t>
      </w:r>
    </w:p>
    <w:p w:rsidR="006974AE" w:rsidRDefault="006974AE" w:rsidP="006974AE">
      <w:r>
        <w:t>215.9177</w:t>
      </w:r>
      <w:r>
        <w:tab/>
        <w:t>2.025e0</w:t>
      </w:r>
    </w:p>
    <w:p w:rsidR="006974AE" w:rsidRDefault="006974AE" w:rsidP="006974AE">
      <w:r>
        <w:t>215.9250</w:t>
      </w:r>
      <w:r>
        <w:tab/>
        <w:t>1.013e0</w:t>
      </w:r>
    </w:p>
    <w:p w:rsidR="006974AE" w:rsidRDefault="006974AE" w:rsidP="006974AE">
      <w:r>
        <w:t>215.9291</w:t>
      </w:r>
      <w:r>
        <w:tab/>
        <w:t>1.013e0</w:t>
      </w:r>
    </w:p>
    <w:p w:rsidR="006974AE" w:rsidRDefault="006974AE" w:rsidP="006974AE">
      <w:r>
        <w:t>215.9367</w:t>
      </w:r>
      <w:r>
        <w:tab/>
        <w:t>2.025e0</w:t>
      </w:r>
    </w:p>
    <w:p w:rsidR="006974AE" w:rsidRDefault="006974AE" w:rsidP="006974AE">
      <w:r>
        <w:t>215.9614</w:t>
      </w:r>
      <w:r>
        <w:tab/>
        <w:t>1.013e0</w:t>
      </w:r>
    </w:p>
    <w:p w:rsidR="006974AE" w:rsidRDefault="006974AE" w:rsidP="006974AE">
      <w:r>
        <w:t>215.9796</w:t>
      </w:r>
      <w:r>
        <w:tab/>
        <w:t>3.038e0</w:t>
      </w:r>
    </w:p>
    <w:p w:rsidR="006974AE" w:rsidRDefault="006974AE" w:rsidP="006974AE">
      <w:r>
        <w:t>215.9825</w:t>
      </w:r>
      <w:r>
        <w:tab/>
        <w:t>2.025e0</w:t>
      </w:r>
    </w:p>
    <w:p w:rsidR="006974AE" w:rsidRDefault="006974AE" w:rsidP="006974AE">
      <w:r>
        <w:t>215.9840</w:t>
      </w:r>
      <w:r>
        <w:tab/>
        <w:t>1.137e1</w:t>
      </w:r>
    </w:p>
    <w:p w:rsidR="006974AE" w:rsidRDefault="006974AE" w:rsidP="006974AE">
      <w:r>
        <w:lastRenderedPageBreak/>
        <w:t>215.9861</w:t>
      </w:r>
      <w:r>
        <w:tab/>
        <w:t>3.038e0</w:t>
      </w:r>
    </w:p>
    <w:p w:rsidR="006974AE" w:rsidRDefault="006974AE" w:rsidP="006974AE">
      <w:r>
        <w:t>215.9959</w:t>
      </w:r>
      <w:r>
        <w:tab/>
        <w:t>3.038e0</w:t>
      </w:r>
    </w:p>
    <w:p w:rsidR="006974AE" w:rsidRDefault="006974AE" w:rsidP="006974AE">
      <w:r>
        <w:t>216.0174</w:t>
      </w:r>
      <w:r>
        <w:tab/>
        <w:t>4.051e0</w:t>
      </w:r>
    </w:p>
    <w:p w:rsidR="006974AE" w:rsidRDefault="006974AE" w:rsidP="006974AE">
      <w:r>
        <w:t>216.0347</w:t>
      </w:r>
      <w:r>
        <w:tab/>
        <w:t>7.089e0</w:t>
      </w:r>
    </w:p>
    <w:p w:rsidR="006974AE" w:rsidRDefault="006974AE" w:rsidP="006974AE">
      <w:r>
        <w:t>216.0381</w:t>
      </w:r>
      <w:r>
        <w:tab/>
        <w:t>2.025e0</w:t>
      </w:r>
    </w:p>
    <w:p w:rsidR="006974AE" w:rsidRDefault="006974AE" w:rsidP="006974AE">
      <w:r>
        <w:t>216.0429</w:t>
      </w:r>
      <w:r>
        <w:tab/>
        <w:t>2.025e0</w:t>
      </w:r>
    </w:p>
    <w:p w:rsidR="006974AE" w:rsidRDefault="006974AE" w:rsidP="006974AE">
      <w:r>
        <w:t>216.0513</w:t>
      </w:r>
      <w:r>
        <w:tab/>
        <w:t>1.013e0</w:t>
      </w:r>
    </w:p>
    <w:p w:rsidR="006974AE" w:rsidRDefault="006974AE" w:rsidP="006974AE">
      <w:r>
        <w:t>216.0548</w:t>
      </w:r>
      <w:r>
        <w:tab/>
        <w:t>1.013e0</w:t>
      </w:r>
    </w:p>
    <w:p w:rsidR="006974AE" w:rsidRDefault="006974AE" w:rsidP="006974AE">
      <w:r>
        <w:t>216.0722</w:t>
      </w:r>
      <w:r>
        <w:tab/>
        <w:t>2.025e0</w:t>
      </w:r>
    </w:p>
    <w:p w:rsidR="006974AE" w:rsidRDefault="006974AE" w:rsidP="006974AE">
      <w:r>
        <w:t>216.0779</w:t>
      </w:r>
      <w:r>
        <w:tab/>
        <w:t>1.013e0</w:t>
      </w:r>
    </w:p>
    <w:p w:rsidR="006974AE" w:rsidRDefault="006974AE" w:rsidP="006974AE">
      <w:r>
        <w:t>216.0912</w:t>
      </w:r>
      <w:r>
        <w:tab/>
        <w:t>2.025e0</w:t>
      </w:r>
    </w:p>
    <w:p w:rsidR="006974AE" w:rsidRDefault="006974AE" w:rsidP="006974AE">
      <w:r>
        <w:t>216.1093</w:t>
      </w:r>
      <w:r>
        <w:tab/>
        <w:t>3.038e0</w:t>
      </w:r>
    </w:p>
    <w:p w:rsidR="006974AE" w:rsidRDefault="006974AE" w:rsidP="006974AE">
      <w:r>
        <w:t>216.1173</w:t>
      </w:r>
      <w:r>
        <w:tab/>
        <w:t>1.013e0</w:t>
      </w:r>
    </w:p>
    <w:p w:rsidR="006974AE" w:rsidRDefault="006974AE" w:rsidP="006974AE">
      <w:r>
        <w:t>216.1252</w:t>
      </w:r>
      <w:r>
        <w:tab/>
        <w:t>1.013e0</w:t>
      </w:r>
    </w:p>
    <w:p w:rsidR="006974AE" w:rsidRDefault="006974AE" w:rsidP="006974AE">
      <w:r>
        <w:t>216.1293</w:t>
      </w:r>
      <w:r>
        <w:tab/>
        <w:t>1.013e0</w:t>
      </w:r>
    </w:p>
    <w:p w:rsidR="006974AE" w:rsidRDefault="006974AE" w:rsidP="006974AE">
      <w:r>
        <w:t>216.1371</w:t>
      </w:r>
      <w:r>
        <w:tab/>
        <w:t>4.051e0</w:t>
      </w:r>
    </w:p>
    <w:p w:rsidR="006974AE" w:rsidRDefault="006974AE" w:rsidP="006974AE">
      <w:r>
        <w:t>216.1444</w:t>
      </w:r>
      <w:r>
        <w:tab/>
        <w:t>1.013e0</w:t>
      </w:r>
    </w:p>
    <w:p w:rsidR="006974AE" w:rsidRDefault="006974AE" w:rsidP="006974AE">
      <w:r>
        <w:t>216.1789</w:t>
      </w:r>
      <w:r>
        <w:tab/>
        <w:t>1.013e0</w:t>
      </w:r>
    </w:p>
    <w:p w:rsidR="006974AE" w:rsidRDefault="006974AE" w:rsidP="006974AE">
      <w:r>
        <w:t>216.1990</w:t>
      </w:r>
      <w:r>
        <w:tab/>
        <w:t>3.038e0</w:t>
      </w:r>
    </w:p>
    <w:p w:rsidR="006974AE" w:rsidRDefault="006974AE" w:rsidP="006974AE">
      <w:r>
        <w:lastRenderedPageBreak/>
        <w:t>216.2010</w:t>
      </w:r>
      <w:r>
        <w:tab/>
        <w:t>2.025e0</w:t>
      </w:r>
    </w:p>
    <w:p w:rsidR="006974AE" w:rsidRDefault="006974AE" w:rsidP="006974AE">
      <w:r>
        <w:t>216.2651</w:t>
      </w:r>
      <w:r>
        <w:tab/>
        <w:t>1.013e0</w:t>
      </w:r>
    </w:p>
    <w:p w:rsidR="006974AE" w:rsidRDefault="006974AE" w:rsidP="006974AE">
      <w:r>
        <w:t>216.2934</w:t>
      </w:r>
      <w:r>
        <w:tab/>
        <w:t>1.013e0</w:t>
      </w:r>
    </w:p>
    <w:p w:rsidR="006974AE" w:rsidRDefault="006974AE" w:rsidP="006974AE">
      <w:r>
        <w:t>216.3009</w:t>
      </w:r>
      <w:r>
        <w:tab/>
        <w:t>1.013e0</w:t>
      </w:r>
    </w:p>
    <w:p w:rsidR="006974AE" w:rsidRDefault="006974AE" w:rsidP="006974AE">
      <w:r>
        <w:t>216.3203</w:t>
      </w:r>
      <w:r>
        <w:tab/>
        <w:t>1.013e0</w:t>
      </w:r>
    </w:p>
    <w:p w:rsidR="006974AE" w:rsidRDefault="006974AE" w:rsidP="006974AE">
      <w:r>
        <w:t>216.3251</w:t>
      </w:r>
      <w:r>
        <w:tab/>
        <w:t>3.038e0</w:t>
      </w:r>
    </w:p>
    <w:p w:rsidR="006974AE" w:rsidRDefault="006974AE" w:rsidP="006974AE">
      <w:r>
        <w:t>216.3431</w:t>
      </w:r>
      <w:r>
        <w:tab/>
        <w:t>2.025e0</w:t>
      </w:r>
    </w:p>
    <w:p w:rsidR="006974AE" w:rsidRDefault="006974AE" w:rsidP="006974AE">
      <w:r>
        <w:t>216.3792</w:t>
      </w:r>
      <w:r>
        <w:tab/>
        <w:t>1.013e0</w:t>
      </w:r>
    </w:p>
    <w:p w:rsidR="006974AE" w:rsidRDefault="006974AE" w:rsidP="006974AE">
      <w:r>
        <w:t>216.3908</w:t>
      </w:r>
      <w:r>
        <w:tab/>
        <w:t>1.013e0</w:t>
      </w:r>
    </w:p>
    <w:p w:rsidR="006974AE" w:rsidRDefault="006974AE" w:rsidP="006974AE">
      <w:r>
        <w:t>216.4059</w:t>
      </w:r>
      <w:r>
        <w:tab/>
        <w:t>1.013e0</w:t>
      </w:r>
    </w:p>
    <w:p w:rsidR="006974AE" w:rsidRDefault="006974AE" w:rsidP="006974AE">
      <w:r>
        <w:t>216.4100</w:t>
      </w:r>
      <w:r>
        <w:tab/>
        <w:t>1.013e0</w:t>
      </w:r>
    </w:p>
    <w:p w:rsidR="006974AE" w:rsidRDefault="006974AE" w:rsidP="006974AE">
      <w:r>
        <w:t>216.4213</w:t>
      </w:r>
      <w:r>
        <w:tab/>
        <w:t>1.013e0</w:t>
      </w:r>
    </w:p>
    <w:p w:rsidR="006974AE" w:rsidRDefault="006974AE" w:rsidP="006974AE">
      <w:r>
        <w:t>216.4672</w:t>
      </w:r>
      <w:r>
        <w:tab/>
        <w:t>2.025e0</w:t>
      </w:r>
    </w:p>
    <w:p w:rsidR="006974AE" w:rsidRDefault="006974AE" w:rsidP="006974AE">
      <w:r>
        <w:t>216.4767</w:t>
      </w:r>
      <w:r>
        <w:tab/>
        <w:t>1.013e0</w:t>
      </w:r>
    </w:p>
    <w:p w:rsidR="006974AE" w:rsidRDefault="006974AE" w:rsidP="006974AE">
      <w:r>
        <w:t>216.4803</w:t>
      </w:r>
      <w:r>
        <w:tab/>
        <w:t>1.013e0</w:t>
      </w:r>
    </w:p>
    <w:p w:rsidR="006974AE" w:rsidRDefault="006974AE" w:rsidP="006974AE">
      <w:r>
        <w:t>216.5125</w:t>
      </w:r>
      <w:r>
        <w:tab/>
        <w:t>2.025e0</w:t>
      </w:r>
    </w:p>
    <w:p w:rsidR="006974AE" w:rsidRDefault="006974AE" w:rsidP="006974AE">
      <w:r>
        <w:t>216.5195</w:t>
      </w:r>
      <w:r>
        <w:tab/>
        <w:t>1.013e0</w:t>
      </w:r>
    </w:p>
    <w:p w:rsidR="006974AE" w:rsidRDefault="006974AE" w:rsidP="006974AE">
      <w:r>
        <w:t>216.5239</w:t>
      </w:r>
      <w:r>
        <w:tab/>
        <w:t>1.013e0</w:t>
      </w:r>
    </w:p>
    <w:p w:rsidR="006974AE" w:rsidRDefault="006974AE" w:rsidP="006974AE">
      <w:r>
        <w:t>216.5280</w:t>
      </w:r>
      <w:r>
        <w:tab/>
        <w:t>1.013e0</w:t>
      </w:r>
    </w:p>
    <w:p w:rsidR="006974AE" w:rsidRDefault="006974AE" w:rsidP="006974AE">
      <w:r>
        <w:lastRenderedPageBreak/>
        <w:t>216.5335</w:t>
      </w:r>
      <w:r>
        <w:tab/>
        <w:t>4.051e0</w:t>
      </w:r>
    </w:p>
    <w:p w:rsidR="006974AE" w:rsidRDefault="006974AE" w:rsidP="006974AE">
      <w:r>
        <w:t>216.5471</w:t>
      </w:r>
      <w:r>
        <w:tab/>
        <w:t>1.013e0</w:t>
      </w:r>
    </w:p>
    <w:p w:rsidR="006974AE" w:rsidRDefault="006974AE" w:rsidP="006974AE">
      <w:r>
        <w:t>216.5547</w:t>
      </w:r>
      <w:r>
        <w:tab/>
        <w:t>1.013e0</w:t>
      </w:r>
    </w:p>
    <w:p w:rsidR="006974AE" w:rsidRDefault="006974AE" w:rsidP="006974AE">
      <w:r>
        <w:t>216.5588</w:t>
      </w:r>
      <w:r>
        <w:tab/>
        <w:t>1.013e0</w:t>
      </w:r>
    </w:p>
    <w:p w:rsidR="006974AE" w:rsidRDefault="006974AE" w:rsidP="006974AE">
      <w:r>
        <w:t>216.5608</w:t>
      </w:r>
      <w:r>
        <w:tab/>
        <w:t>2.025e0</w:t>
      </w:r>
    </w:p>
    <w:p w:rsidR="006974AE" w:rsidRDefault="006974AE" w:rsidP="006974AE">
      <w:r>
        <w:t>216.5627</w:t>
      </w:r>
      <w:r>
        <w:tab/>
        <w:t>1.013e0</w:t>
      </w:r>
    </w:p>
    <w:p w:rsidR="006974AE" w:rsidRDefault="006974AE" w:rsidP="006974AE">
      <w:r>
        <w:t>216.5776</w:t>
      </w:r>
      <w:r>
        <w:tab/>
        <w:t>1.013e0</w:t>
      </w:r>
    </w:p>
    <w:p w:rsidR="006974AE" w:rsidRDefault="006974AE" w:rsidP="006974AE">
      <w:r>
        <w:t>216.5908</w:t>
      </w:r>
      <w:r>
        <w:tab/>
        <w:t>2.025e0</w:t>
      </w:r>
    </w:p>
    <w:p w:rsidR="006974AE" w:rsidRDefault="006974AE" w:rsidP="006974AE">
      <w:r>
        <w:t>216.6055</w:t>
      </w:r>
      <w:r>
        <w:tab/>
        <w:t>2.025e0</w:t>
      </w:r>
    </w:p>
    <w:p w:rsidR="006974AE" w:rsidRDefault="006974AE" w:rsidP="006974AE">
      <w:r>
        <w:t>216.6142</w:t>
      </w:r>
      <w:r>
        <w:tab/>
        <w:t>2.025e0</w:t>
      </w:r>
    </w:p>
    <w:p w:rsidR="006974AE" w:rsidRDefault="006974AE" w:rsidP="006974AE">
      <w:r>
        <w:t>216.6330</w:t>
      </w:r>
      <w:r>
        <w:tab/>
        <w:t>1.013e0</w:t>
      </w:r>
    </w:p>
    <w:p w:rsidR="006974AE" w:rsidRDefault="006974AE" w:rsidP="006974AE">
      <w:r>
        <w:t>216.6635</w:t>
      </w:r>
      <w:r>
        <w:tab/>
        <w:t>1.013e0</w:t>
      </w:r>
    </w:p>
    <w:p w:rsidR="006974AE" w:rsidRDefault="006974AE" w:rsidP="006974AE">
      <w:r>
        <w:t>216.6675</w:t>
      </w:r>
      <w:r>
        <w:tab/>
        <w:t>1.013e0</w:t>
      </w:r>
    </w:p>
    <w:p w:rsidR="006974AE" w:rsidRDefault="006974AE" w:rsidP="006974AE">
      <w:r>
        <w:t>216.6716</w:t>
      </w:r>
      <w:r>
        <w:tab/>
        <w:t>1.013e0</w:t>
      </w:r>
    </w:p>
    <w:p w:rsidR="006974AE" w:rsidRDefault="006974AE" w:rsidP="006974AE">
      <w:r>
        <w:t>216.6922</w:t>
      </w:r>
      <w:r>
        <w:tab/>
        <w:t>1.013e0</w:t>
      </w:r>
    </w:p>
    <w:p w:rsidR="006974AE" w:rsidRDefault="006974AE" w:rsidP="006974AE">
      <w:r>
        <w:t>216.7151</w:t>
      </w:r>
      <w:r>
        <w:tab/>
        <w:t>1.013e0</w:t>
      </w:r>
    </w:p>
    <w:p w:rsidR="006974AE" w:rsidRDefault="006974AE" w:rsidP="006974AE">
      <w:r>
        <w:t>216.7343</w:t>
      </w:r>
      <w:r>
        <w:tab/>
        <w:t>1.013e0</w:t>
      </w:r>
    </w:p>
    <w:p w:rsidR="006974AE" w:rsidRDefault="006974AE" w:rsidP="006974AE">
      <w:r>
        <w:t>216.7383</w:t>
      </w:r>
      <w:r>
        <w:tab/>
        <w:t>2.025e0</w:t>
      </w:r>
    </w:p>
    <w:p w:rsidR="006974AE" w:rsidRDefault="006974AE" w:rsidP="006974AE">
      <w:r>
        <w:t>216.7541</w:t>
      </w:r>
      <w:r>
        <w:tab/>
        <w:t>1.013e0</w:t>
      </w:r>
    </w:p>
    <w:p w:rsidR="006974AE" w:rsidRDefault="006974AE" w:rsidP="006974AE">
      <w:r>
        <w:lastRenderedPageBreak/>
        <w:t>216.7580</w:t>
      </w:r>
      <w:r>
        <w:tab/>
        <w:t>1.013e0</w:t>
      </w:r>
    </w:p>
    <w:p w:rsidR="006974AE" w:rsidRDefault="006974AE" w:rsidP="006974AE">
      <w:r>
        <w:t>216.7665</w:t>
      </w:r>
      <w:r>
        <w:tab/>
        <w:t>1.013e0</w:t>
      </w:r>
    </w:p>
    <w:p w:rsidR="006974AE" w:rsidRDefault="006974AE" w:rsidP="006974AE">
      <w:r>
        <w:t>216.7703</w:t>
      </w:r>
      <w:r>
        <w:tab/>
        <w:t>2.025e0</w:t>
      </w:r>
    </w:p>
    <w:p w:rsidR="006974AE" w:rsidRDefault="006974AE" w:rsidP="006974AE">
      <w:r>
        <w:t>216.8012</w:t>
      </w:r>
      <w:r>
        <w:tab/>
        <w:t>2.025e0</w:t>
      </w:r>
    </w:p>
    <w:p w:rsidR="006974AE" w:rsidRDefault="006974AE" w:rsidP="006974AE">
      <w:r>
        <w:t>216.8239</w:t>
      </w:r>
      <w:r>
        <w:tab/>
        <w:t>1.013e0</w:t>
      </w:r>
    </w:p>
    <w:p w:rsidR="006974AE" w:rsidRDefault="006974AE" w:rsidP="006974AE">
      <w:r>
        <w:t>216.8529</w:t>
      </w:r>
      <w:r>
        <w:tab/>
        <w:t>1.013e0</w:t>
      </w:r>
    </w:p>
    <w:p w:rsidR="006974AE" w:rsidRDefault="006974AE" w:rsidP="006974AE">
      <w:r>
        <w:t>216.8679</w:t>
      </w:r>
      <w:r>
        <w:tab/>
        <w:t>1.013e0</w:t>
      </w:r>
    </w:p>
    <w:p w:rsidR="006974AE" w:rsidRDefault="006974AE" w:rsidP="006974AE">
      <w:r>
        <w:t>216.8794</w:t>
      </w:r>
      <w:r>
        <w:tab/>
        <w:t>1.013e0</w:t>
      </w:r>
    </w:p>
    <w:p w:rsidR="006974AE" w:rsidRDefault="006974AE" w:rsidP="006974AE">
      <w:r>
        <w:t>216.9144</w:t>
      </w:r>
      <w:r>
        <w:tab/>
        <w:t>1.013e0</w:t>
      </w:r>
    </w:p>
    <w:p w:rsidR="006974AE" w:rsidRDefault="006974AE" w:rsidP="006974AE">
      <w:r>
        <w:t>216.9349</w:t>
      </w:r>
      <w:r>
        <w:tab/>
        <w:t>1.013e0</w:t>
      </w:r>
    </w:p>
    <w:p w:rsidR="006974AE" w:rsidRDefault="006974AE" w:rsidP="006974AE">
      <w:r>
        <w:t>216.9390</w:t>
      </w:r>
      <w:r>
        <w:tab/>
        <w:t>1.013e0</w:t>
      </w:r>
    </w:p>
    <w:p w:rsidR="006974AE" w:rsidRDefault="006974AE" w:rsidP="006974AE">
      <w:r>
        <w:t>216.9657</w:t>
      </w:r>
      <w:r>
        <w:tab/>
        <w:t>1.013e0</w:t>
      </w:r>
    </w:p>
    <w:p w:rsidR="006974AE" w:rsidRDefault="006974AE" w:rsidP="006974AE">
      <w:r>
        <w:t>216.9730</w:t>
      </w:r>
      <w:r>
        <w:tab/>
        <w:t>2.025e0</w:t>
      </w:r>
    </w:p>
    <w:p w:rsidR="006974AE" w:rsidRDefault="006974AE" w:rsidP="006974AE">
      <w:r>
        <w:t>216.9771</w:t>
      </w:r>
      <w:r>
        <w:tab/>
        <w:t>2.025e0</w:t>
      </w:r>
    </w:p>
    <w:p w:rsidR="006974AE" w:rsidRDefault="006974AE" w:rsidP="006974AE">
      <w:r>
        <w:t>216.9819</w:t>
      </w:r>
      <w:r>
        <w:tab/>
        <w:t>3.038e0</w:t>
      </w:r>
    </w:p>
    <w:p w:rsidR="006974AE" w:rsidRDefault="006974AE" w:rsidP="006974AE">
      <w:r>
        <w:t>216.9843</w:t>
      </w:r>
      <w:r>
        <w:tab/>
        <w:t>1.013e0</w:t>
      </w:r>
    </w:p>
    <w:p w:rsidR="006974AE" w:rsidRDefault="006974AE" w:rsidP="006974AE">
      <w:r>
        <w:t>217.0069</w:t>
      </w:r>
      <w:r>
        <w:tab/>
        <w:t>7.089e0</w:t>
      </w:r>
    </w:p>
    <w:p w:rsidR="006974AE" w:rsidRDefault="006974AE" w:rsidP="006974AE">
      <w:r>
        <w:t>217.0208</w:t>
      </w:r>
      <w:r>
        <w:tab/>
        <w:t>2.964e0</w:t>
      </w:r>
    </w:p>
    <w:p w:rsidR="006974AE" w:rsidRDefault="006974AE" w:rsidP="006974AE">
      <w:r>
        <w:t>217.0285</w:t>
      </w:r>
      <w:r>
        <w:tab/>
        <w:t>1.855e0</w:t>
      </w:r>
    </w:p>
    <w:p w:rsidR="006974AE" w:rsidRDefault="006974AE" w:rsidP="006974AE">
      <w:r>
        <w:lastRenderedPageBreak/>
        <w:t>217.0373</w:t>
      </w:r>
      <w:r>
        <w:tab/>
        <w:t>5.063e0</w:t>
      </w:r>
    </w:p>
    <w:p w:rsidR="006974AE" w:rsidRDefault="006974AE" w:rsidP="006974AE">
      <w:r>
        <w:t>217.0407</w:t>
      </w:r>
      <w:r>
        <w:tab/>
        <w:t>4.051e0</w:t>
      </w:r>
    </w:p>
    <w:p w:rsidR="006974AE" w:rsidRDefault="006974AE" w:rsidP="006974AE">
      <w:r>
        <w:t>217.0420</w:t>
      </w:r>
      <w:r>
        <w:tab/>
        <w:t>4.051e0</w:t>
      </w:r>
    </w:p>
    <w:p w:rsidR="006974AE" w:rsidRDefault="006974AE" w:rsidP="006974AE">
      <w:r>
        <w:t>217.0554</w:t>
      </w:r>
      <w:r>
        <w:tab/>
        <w:t>1.013e0</w:t>
      </w:r>
    </w:p>
    <w:p w:rsidR="006974AE" w:rsidRDefault="006974AE" w:rsidP="006974AE">
      <w:r>
        <w:t>217.0629</w:t>
      </w:r>
      <w:r>
        <w:tab/>
        <w:t>2.025e0</w:t>
      </w:r>
    </w:p>
    <w:p w:rsidR="006974AE" w:rsidRDefault="006974AE" w:rsidP="006974AE">
      <w:r>
        <w:t>217.0667</w:t>
      </w:r>
      <w:r>
        <w:tab/>
        <w:t>1.043e0</w:t>
      </w:r>
    </w:p>
    <w:p w:rsidR="006974AE" w:rsidRDefault="006974AE" w:rsidP="006974AE">
      <w:r>
        <w:t>217.0768</w:t>
      </w:r>
      <w:r>
        <w:tab/>
        <w:t>3.038e0</w:t>
      </w:r>
    </w:p>
    <w:p w:rsidR="006974AE" w:rsidRDefault="006974AE" w:rsidP="006974AE">
      <w:r>
        <w:t>217.1024</w:t>
      </w:r>
      <w:r>
        <w:tab/>
        <w:t>2.025e1</w:t>
      </w:r>
    </w:p>
    <w:p w:rsidR="006974AE" w:rsidRDefault="006974AE" w:rsidP="006974AE">
      <w:r>
        <w:t>217.1050</w:t>
      </w:r>
      <w:r>
        <w:tab/>
        <w:t>8.101e0</w:t>
      </w:r>
    </w:p>
    <w:p w:rsidR="006974AE" w:rsidRDefault="006974AE" w:rsidP="006974AE">
      <w:r>
        <w:t>217.1077</w:t>
      </w:r>
      <w:r>
        <w:tab/>
        <w:t>1.196e1</w:t>
      </w:r>
    </w:p>
    <w:p w:rsidR="006974AE" w:rsidRDefault="006974AE" w:rsidP="006974AE">
      <w:r>
        <w:t>217.1240</w:t>
      </w:r>
      <w:r>
        <w:tab/>
        <w:t>3.038e0</w:t>
      </w:r>
    </w:p>
    <w:p w:rsidR="006974AE" w:rsidRDefault="006974AE" w:rsidP="006974AE">
      <w:r>
        <w:t>217.1338</w:t>
      </w:r>
      <w:r>
        <w:tab/>
        <w:t>1.013e0</w:t>
      </w:r>
    </w:p>
    <w:p w:rsidR="006974AE" w:rsidRDefault="006974AE" w:rsidP="006974AE">
      <w:r>
        <w:t>217.1502</w:t>
      </w:r>
      <w:r>
        <w:tab/>
        <w:t>2.025e0</w:t>
      </w:r>
    </w:p>
    <w:p w:rsidR="006974AE" w:rsidRDefault="006974AE" w:rsidP="006974AE">
      <w:r>
        <w:t>217.1576</w:t>
      </w:r>
      <w:r>
        <w:tab/>
        <w:t>2.025e0</w:t>
      </w:r>
    </w:p>
    <w:p w:rsidR="006974AE" w:rsidRDefault="006974AE" w:rsidP="006974AE">
      <w:r>
        <w:t>217.1864</w:t>
      </w:r>
      <w:r>
        <w:tab/>
        <w:t>3.038e0</w:t>
      </w:r>
    </w:p>
    <w:p w:rsidR="006974AE" w:rsidRDefault="006974AE" w:rsidP="006974AE">
      <w:r>
        <w:t>217.1927</w:t>
      </w:r>
      <w:r>
        <w:tab/>
        <w:t>1.013e0</w:t>
      </w:r>
    </w:p>
    <w:p w:rsidR="006974AE" w:rsidRDefault="006974AE" w:rsidP="006974AE">
      <w:r>
        <w:t>217.1965</w:t>
      </w:r>
      <w:r>
        <w:tab/>
        <w:t>2.025e0</w:t>
      </w:r>
    </w:p>
    <w:p w:rsidR="006974AE" w:rsidRDefault="006974AE" w:rsidP="006974AE">
      <w:r>
        <w:t>217.2007</w:t>
      </w:r>
      <w:r>
        <w:tab/>
        <w:t>1.013e0</w:t>
      </w:r>
    </w:p>
    <w:p w:rsidR="006974AE" w:rsidRDefault="006974AE" w:rsidP="006974AE">
      <w:r>
        <w:t>217.2042</w:t>
      </w:r>
      <w:r>
        <w:tab/>
        <w:t>1.013e0</w:t>
      </w:r>
    </w:p>
    <w:p w:rsidR="006974AE" w:rsidRDefault="006974AE" w:rsidP="006974AE">
      <w:r>
        <w:lastRenderedPageBreak/>
        <w:t>217.2099</w:t>
      </w:r>
      <w:r>
        <w:tab/>
        <w:t>2.025e0</w:t>
      </w:r>
    </w:p>
    <w:p w:rsidR="006974AE" w:rsidRDefault="006974AE" w:rsidP="006974AE">
      <w:r>
        <w:t>217.2119</w:t>
      </w:r>
      <w:r>
        <w:tab/>
        <w:t>1.013e0</w:t>
      </w:r>
    </w:p>
    <w:p w:rsidR="006974AE" w:rsidRDefault="006974AE" w:rsidP="006974AE">
      <w:r>
        <w:t>217.2235</w:t>
      </w:r>
      <w:r>
        <w:tab/>
        <w:t>1.013e0</w:t>
      </w:r>
    </w:p>
    <w:p w:rsidR="006974AE" w:rsidRDefault="006974AE" w:rsidP="006974AE">
      <w:r>
        <w:t>217.2277</w:t>
      </w:r>
      <w:r>
        <w:tab/>
        <w:t>2.025e0</w:t>
      </w:r>
    </w:p>
    <w:p w:rsidR="006974AE" w:rsidRDefault="006974AE" w:rsidP="006974AE">
      <w:r>
        <w:t>217.2400</w:t>
      </w:r>
      <w:r>
        <w:tab/>
        <w:t>1.013e0</w:t>
      </w:r>
    </w:p>
    <w:p w:rsidR="006974AE" w:rsidRDefault="006974AE" w:rsidP="006974AE">
      <w:r>
        <w:t>217.2480</w:t>
      </w:r>
      <w:r>
        <w:tab/>
        <w:t>1.013e0</w:t>
      </w:r>
    </w:p>
    <w:p w:rsidR="006974AE" w:rsidRDefault="006974AE" w:rsidP="006974AE">
      <w:r>
        <w:t>217.2599</w:t>
      </w:r>
      <w:r>
        <w:tab/>
        <w:t>1.013e0</w:t>
      </w:r>
    </w:p>
    <w:p w:rsidR="006974AE" w:rsidRDefault="006974AE" w:rsidP="006974AE">
      <w:r>
        <w:t>217.2675</w:t>
      </w:r>
      <w:r>
        <w:tab/>
        <w:t>1.013e0</w:t>
      </w:r>
    </w:p>
    <w:p w:rsidR="006974AE" w:rsidRDefault="006974AE" w:rsidP="006974AE">
      <w:r>
        <w:t>217.2749</w:t>
      </w:r>
      <w:r>
        <w:tab/>
        <w:t>1.013e0</w:t>
      </w:r>
    </w:p>
    <w:p w:rsidR="006974AE" w:rsidRDefault="006974AE" w:rsidP="006974AE">
      <w:r>
        <w:t>217.2865</w:t>
      </w:r>
      <w:r>
        <w:tab/>
        <w:t>2.025e0</w:t>
      </w:r>
    </w:p>
    <w:p w:rsidR="006974AE" w:rsidRDefault="006974AE" w:rsidP="006974AE">
      <w:r>
        <w:t>217.3533</w:t>
      </w:r>
      <w:r>
        <w:tab/>
        <w:t>2.025e0</w:t>
      </w:r>
    </w:p>
    <w:p w:rsidR="006974AE" w:rsidRDefault="006974AE" w:rsidP="006974AE">
      <w:r>
        <w:t>217.3574</w:t>
      </w:r>
      <w:r>
        <w:tab/>
        <w:t>1.013e0</w:t>
      </w:r>
    </w:p>
    <w:p w:rsidR="006974AE" w:rsidRDefault="006974AE" w:rsidP="006974AE">
      <w:r>
        <w:t>217.3840</w:t>
      </w:r>
      <w:r>
        <w:tab/>
        <w:t>2.025e0</w:t>
      </w:r>
    </w:p>
    <w:p w:rsidR="006974AE" w:rsidRDefault="006974AE" w:rsidP="006974AE">
      <w:r>
        <w:t>217.3882</w:t>
      </w:r>
      <w:r>
        <w:tab/>
        <w:t>1.013e0</w:t>
      </w:r>
    </w:p>
    <w:p w:rsidR="006974AE" w:rsidRDefault="006974AE" w:rsidP="006974AE">
      <w:r>
        <w:t>217.3967</w:t>
      </w:r>
      <w:r>
        <w:tab/>
        <w:t>1.013e0</w:t>
      </w:r>
    </w:p>
    <w:p w:rsidR="006974AE" w:rsidRDefault="006974AE" w:rsidP="006974AE">
      <w:r>
        <w:t>217.4319</w:t>
      </w:r>
      <w:r>
        <w:tab/>
        <w:t>1.013e0</w:t>
      </w:r>
    </w:p>
    <w:p w:rsidR="006974AE" w:rsidRDefault="006974AE" w:rsidP="006974AE">
      <w:r>
        <w:t>217.4393</w:t>
      </w:r>
      <w:r>
        <w:tab/>
        <w:t>1.013e0</w:t>
      </w:r>
    </w:p>
    <w:p w:rsidR="006974AE" w:rsidRDefault="006974AE" w:rsidP="006974AE">
      <w:r>
        <w:t>217.4472</w:t>
      </w:r>
      <w:r>
        <w:tab/>
        <w:t>2.025e0</w:t>
      </w:r>
    </w:p>
    <w:p w:rsidR="006974AE" w:rsidRDefault="006974AE" w:rsidP="006974AE">
      <w:r>
        <w:t>217.4627</w:t>
      </w:r>
      <w:r>
        <w:tab/>
        <w:t>1.013e0</w:t>
      </w:r>
    </w:p>
    <w:p w:rsidR="006974AE" w:rsidRDefault="006974AE" w:rsidP="006974AE">
      <w:r>
        <w:lastRenderedPageBreak/>
        <w:t>217.4668</w:t>
      </w:r>
      <w:r>
        <w:tab/>
        <w:t>1.013e0</w:t>
      </w:r>
    </w:p>
    <w:p w:rsidR="006974AE" w:rsidRDefault="006974AE" w:rsidP="006974AE">
      <w:r>
        <w:t>217.4748</w:t>
      </w:r>
      <w:r>
        <w:tab/>
        <w:t>1.013e0</w:t>
      </w:r>
    </w:p>
    <w:p w:rsidR="006974AE" w:rsidRDefault="006974AE" w:rsidP="006974AE">
      <w:r>
        <w:t>217.4872</w:t>
      </w:r>
      <w:r>
        <w:tab/>
        <w:t>1.013e0</w:t>
      </w:r>
    </w:p>
    <w:p w:rsidR="006974AE" w:rsidRDefault="006974AE" w:rsidP="006974AE">
      <w:r>
        <w:t>217.5139</w:t>
      </w:r>
      <w:r>
        <w:tab/>
        <w:t>1.013e0</w:t>
      </w:r>
    </w:p>
    <w:p w:rsidR="006974AE" w:rsidRDefault="006974AE" w:rsidP="006974AE">
      <w:r>
        <w:t>217.5180</w:t>
      </w:r>
      <w:r>
        <w:tab/>
        <w:t>1.013e0</w:t>
      </w:r>
    </w:p>
    <w:p w:rsidR="006974AE" w:rsidRDefault="006974AE" w:rsidP="006974AE">
      <w:r>
        <w:t>217.5256</w:t>
      </w:r>
      <w:r>
        <w:tab/>
        <w:t>1.013e0</w:t>
      </w:r>
    </w:p>
    <w:p w:rsidR="006974AE" w:rsidRDefault="006974AE" w:rsidP="006974AE">
      <w:r>
        <w:t>217.5332</w:t>
      </w:r>
      <w:r>
        <w:tab/>
        <w:t>1.013e0</w:t>
      </w:r>
    </w:p>
    <w:p w:rsidR="006974AE" w:rsidRDefault="006974AE" w:rsidP="006974AE">
      <w:r>
        <w:t>217.5370</w:t>
      </w:r>
      <w:r>
        <w:tab/>
        <w:t>1.013e0</w:t>
      </w:r>
    </w:p>
    <w:p w:rsidR="006974AE" w:rsidRDefault="006974AE" w:rsidP="006974AE">
      <w:r>
        <w:t>217.5573</w:t>
      </w:r>
      <w:r>
        <w:tab/>
        <w:t>1.013e0</w:t>
      </w:r>
    </w:p>
    <w:p w:rsidR="006974AE" w:rsidRDefault="006974AE" w:rsidP="006974AE">
      <w:r>
        <w:t>217.5617</w:t>
      </w:r>
      <w:r>
        <w:tab/>
        <w:t>1.013e0</w:t>
      </w:r>
    </w:p>
    <w:p w:rsidR="006974AE" w:rsidRDefault="006974AE" w:rsidP="006974AE">
      <w:r>
        <w:t>217.5808</w:t>
      </w:r>
      <w:r>
        <w:tab/>
        <w:t>1.013e0</w:t>
      </w:r>
    </w:p>
    <w:p w:rsidR="006974AE" w:rsidRDefault="006974AE" w:rsidP="006974AE">
      <w:r>
        <w:t>217.5846</w:t>
      </w:r>
      <w:r>
        <w:tab/>
        <w:t>1.013e0</w:t>
      </w:r>
    </w:p>
    <w:p w:rsidR="006974AE" w:rsidRDefault="006974AE" w:rsidP="006974AE">
      <w:r>
        <w:t>217.5884</w:t>
      </w:r>
      <w:r>
        <w:tab/>
        <w:t>1.013e0</w:t>
      </w:r>
    </w:p>
    <w:p w:rsidR="006974AE" w:rsidRDefault="006974AE" w:rsidP="006974AE">
      <w:r>
        <w:t>217.6195</w:t>
      </w:r>
      <w:r>
        <w:tab/>
        <w:t>1.013e0</w:t>
      </w:r>
    </w:p>
    <w:p w:rsidR="006974AE" w:rsidRDefault="006974AE" w:rsidP="006974AE">
      <w:r>
        <w:t>217.6236</w:t>
      </w:r>
      <w:r>
        <w:tab/>
        <w:t>1.013e0</w:t>
      </w:r>
    </w:p>
    <w:p w:rsidR="006974AE" w:rsidRDefault="006974AE" w:rsidP="006974AE">
      <w:r>
        <w:t>217.6277</w:t>
      </w:r>
      <w:r>
        <w:tab/>
        <w:t>1.013e0</w:t>
      </w:r>
    </w:p>
    <w:p w:rsidR="006974AE" w:rsidRDefault="006974AE" w:rsidP="006974AE">
      <w:r>
        <w:t>217.6556</w:t>
      </w:r>
      <w:r>
        <w:tab/>
        <w:t>1.013e0</w:t>
      </w:r>
    </w:p>
    <w:p w:rsidR="006974AE" w:rsidRDefault="006974AE" w:rsidP="006974AE">
      <w:r>
        <w:t>217.6668</w:t>
      </w:r>
      <w:r>
        <w:tab/>
        <w:t>1.013e0</w:t>
      </w:r>
    </w:p>
    <w:p w:rsidR="006974AE" w:rsidRDefault="006974AE" w:rsidP="006974AE">
      <w:r>
        <w:t>217.6710</w:t>
      </w:r>
      <w:r>
        <w:tab/>
        <w:t>1.013e0</w:t>
      </w:r>
    </w:p>
    <w:p w:rsidR="006974AE" w:rsidRDefault="006974AE" w:rsidP="006974AE">
      <w:r>
        <w:lastRenderedPageBreak/>
        <w:t>217.6786</w:t>
      </w:r>
      <w:r>
        <w:tab/>
        <w:t>1.013e0</w:t>
      </w:r>
    </w:p>
    <w:p w:rsidR="006974AE" w:rsidRDefault="006974AE" w:rsidP="006974AE">
      <w:r>
        <w:t>217.7151</w:t>
      </w:r>
      <w:r>
        <w:tab/>
        <w:t>3.038e0</w:t>
      </w:r>
    </w:p>
    <w:p w:rsidR="006974AE" w:rsidRDefault="006974AE" w:rsidP="006974AE">
      <w:r>
        <w:t>217.7494</w:t>
      </w:r>
      <w:r>
        <w:tab/>
        <w:t>1.013e0</w:t>
      </w:r>
    </w:p>
    <w:p w:rsidR="006974AE" w:rsidRDefault="006974AE" w:rsidP="006974AE">
      <w:r>
        <w:t>217.7643</w:t>
      </w:r>
      <w:r>
        <w:tab/>
        <w:t>1.013e0</w:t>
      </w:r>
    </w:p>
    <w:p w:rsidR="006974AE" w:rsidRDefault="006974AE" w:rsidP="006974AE">
      <w:r>
        <w:t>217.7684</w:t>
      </w:r>
      <w:r>
        <w:tab/>
        <w:t>1.013e0</w:t>
      </w:r>
    </w:p>
    <w:p w:rsidR="006974AE" w:rsidRDefault="006974AE" w:rsidP="006974AE">
      <w:r>
        <w:t>217.7764</w:t>
      </w:r>
      <w:r>
        <w:tab/>
        <w:t>1.013e0</w:t>
      </w:r>
    </w:p>
    <w:p w:rsidR="006974AE" w:rsidRDefault="006974AE" w:rsidP="006974AE">
      <w:r>
        <w:t>217.7968</w:t>
      </w:r>
      <w:r>
        <w:tab/>
        <w:t>1.013e0</w:t>
      </w:r>
    </w:p>
    <w:p w:rsidR="006974AE" w:rsidRDefault="006974AE" w:rsidP="006974AE">
      <w:r>
        <w:t>217.8237</w:t>
      </w:r>
      <w:r>
        <w:tab/>
        <w:t>1.013e0</w:t>
      </w:r>
    </w:p>
    <w:p w:rsidR="006974AE" w:rsidRDefault="006974AE" w:rsidP="006974AE">
      <w:r>
        <w:t>217.8465</w:t>
      </w:r>
      <w:r>
        <w:tab/>
        <w:t>2.025e0</w:t>
      </w:r>
    </w:p>
    <w:p w:rsidR="006974AE" w:rsidRDefault="006974AE" w:rsidP="006974AE">
      <w:r>
        <w:t>217.8508</w:t>
      </w:r>
      <w:r>
        <w:tab/>
        <w:t>1.013e0</w:t>
      </w:r>
    </w:p>
    <w:p w:rsidR="006974AE" w:rsidRDefault="006974AE" w:rsidP="006974AE">
      <w:r>
        <w:t>217.8673</w:t>
      </w:r>
      <w:r>
        <w:tab/>
        <w:t>1.013e0</w:t>
      </w:r>
    </w:p>
    <w:p w:rsidR="006974AE" w:rsidRDefault="006974AE" w:rsidP="006974AE">
      <w:r>
        <w:t>217.8755</w:t>
      </w:r>
      <w:r>
        <w:tab/>
        <w:t>1.013e0</w:t>
      </w:r>
    </w:p>
    <w:p w:rsidR="006974AE" w:rsidRDefault="006974AE" w:rsidP="006974AE">
      <w:r>
        <w:t>217.8871</w:t>
      </w:r>
      <w:r>
        <w:tab/>
        <w:t>1.013e0</w:t>
      </w:r>
    </w:p>
    <w:p w:rsidR="006974AE" w:rsidRDefault="006974AE" w:rsidP="006974AE">
      <w:r>
        <w:t>217.8906</w:t>
      </w:r>
      <w:r>
        <w:tab/>
        <w:t>1.013e0</w:t>
      </w:r>
    </w:p>
    <w:p w:rsidR="006974AE" w:rsidRDefault="006974AE" w:rsidP="006974AE">
      <w:r>
        <w:t>217.8985</w:t>
      </w:r>
      <w:r>
        <w:tab/>
        <w:t>2.025e0</w:t>
      </w:r>
    </w:p>
    <w:p w:rsidR="006974AE" w:rsidRDefault="006974AE" w:rsidP="006974AE">
      <w:r>
        <w:t>217.9021</w:t>
      </w:r>
      <w:r>
        <w:tab/>
        <w:t>1.013e0</w:t>
      </w:r>
    </w:p>
    <w:p w:rsidR="006974AE" w:rsidRDefault="006974AE" w:rsidP="006974AE">
      <w:r>
        <w:t>217.9249</w:t>
      </w:r>
      <w:r>
        <w:tab/>
        <w:t>1.013e0</w:t>
      </w:r>
    </w:p>
    <w:p w:rsidR="006974AE" w:rsidRDefault="006974AE" w:rsidP="006974AE">
      <w:r>
        <w:t>217.9318</w:t>
      </w:r>
      <w:r>
        <w:tab/>
        <w:t>2.025e0</w:t>
      </w:r>
    </w:p>
    <w:p w:rsidR="006974AE" w:rsidRDefault="006974AE" w:rsidP="006974AE">
      <w:r>
        <w:t>217.9539</w:t>
      </w:r>
      <w:r>
        <w:tab/>
        <w:t>2.025e0</w:t>
      </w:r>
    </w:p>
    <w:p w:rsidR="006974AE" w:rsidRDefault="006974AE" w:rsidP="006974AE">
      <w:r>
        <w:lastRenderedPageBreak/>
        <w:t>217.9693</w:t>
      </w:r>
      <w:r>
        <w:tab/>
        <w:t>1.013e0</w:t>
      </w:r>
    </w:p>
    <w:p w:rsidR="006974AE" w:rsidRDefault="006974AE" w:rsidP="006974AE">
      <w:r>
        <w:t>217.9989</w:t>
      </w:r>
      <w:r>
        <w:tab/>
        <w:t>3.038e0</w:t>
      </w:r>
    </w:p>
    <w:p w:rsidR="006974AE" w:rsidRDefault="006974AE" w:rsidP="006974AE">
      <w:r>
        <w:t>218.0028</w:t>
      </w:r>
      <w:r>
        <w:tab/>
        <w:t>7.470e0</w:t>
      </w:r>
    </w:p>
    <w:p w:rsidR="006974AE" w:rsidRDefault="006974AE" w:rsidP="006974AE">
      <w:r>
        <w:t>218.0081</w:t>
      </w:r>
      <w:r>
        <w:tab/>
        <w:t>4.051e0</w:t>
      </w:r>
    </w:p>
    <w:p w:rsidR="006974AE" w:rsidRDefault="006974AE" w:rsidP="006974AE">
      <w:r>
        <w:t>218.0179</w:t>
      </w:r>
      <w:r>
        <w:tab/>
        <w:t>1.475e0</w:t>
      </w:r>
    </w:p>
    <w:p w:rsidR="006974AE" w:rsidRDefault="006974AE" w:rsidP="006974AE">
      <w:r>
        <w:t>218.0219</w:t>
      </w:r>
      <w:r>
        <w:tab/>
        <w:t>2.025e0</w:t>
      </w:r>
    </w:p>
    <w:p w:rsidR="006974AE" w:rsidRDefault="006974AE" w:rsidP="006974AE">
      <w:r>
        <w:t>218.0326</w:t>
      </w:r>
      <w:r>
        <w:tab/>
        <w:t>1.013e0</w:t>
      </w:r>
    </w:p>
    <w:p w:rsidR="006974AE" w:rsidRDefault="006974AE" w:rsidP="006974AE">
      <w:r>
        <w:t>218.0364</w:t>
      </w:r>
      <w:r>
        <w:tab/>
        <w:t>1.013e0</w:t>
      </w:r>
    </w:p>
    <w:p w:rsidR="006974AE" w:rsidRDefault="006974AE" w:rsidP="006974AE">
      <w:r>
        <w:t>218.0478</w:t>
      </w:r>
      <w:r>
        <w:tab/>
        <w:t>2.025e0</w:t>
      </w:r>
    </w:p>
    <w:p w:rsidR="006974AE" w:rsidRDefault="006974AE" w:rsidP="006974AE">
      <w:r>
        <w:t>218.0609</w:t>
      </w:r>
      <w:r>
        <w:tab/>
        <w:t>2.025e0</w:t>
      </w:r>
    </w:p>
    <w:p w:rsidR="006974AE" w:rsidRDefault="006974AE" w:rsidP="006974AE">
      <w:r>
        <w:t>218.0631</w:t>
      </w:r>
      <w:r>
        <w:tab/>
        <w:t>1.013e0</w:t>
      </w:r>
    </w:p>
    <w:p w:rsidR="006974AE" w:rsidRDefault="006974AE" w:rsidP="006974AE">
      <w:r>
        <w:t>218.0688</w:t>
      </w:r>
      <w:r>
        <w:tab/>
        <w:t>2.025e0</w:t>
      </w:r>
    </w:p>
    <w:p w:rsidR="006974AE" w:rsidRDefault="006974AE" w:rsidP="006974AE">
      <w:r>
        <w:t>218.0743</w:t>
      </w:r>
      <w:r>
        <w:tab/>
        <w:t>1.013e0</w:t>
      </w:r>
    </w:p>
    <w:p w:rsidR="006974AE" w:rsidRDefault="006974AE" w:rsidP="006974AE">
      <w:r>
        <w:t>218.0926</w:t>
      </w:r>
      <w:r>
        <w:tab/>
        <w:t>2.025e0</w:t>
      </w:r>
    </w:p>
    <w:p w:rsidR="006974AE" w:rsidRDefault="006974AE" w:rsidP="006974AE">
      <w:r>
        <w:t>218.1042</w:t>
      </w:r>
      <w:r>
        <w:tab/>
        <w:t>4.051e0</w:t>
      </w:r>
    </w:p>
    <w:p w:rsidR="006974AE" w:rsidRDefault="006974AE" w:rsidP="006974AE">
      <w:r>
        <w:t>218.1082</w:t>
      </w:r>
      <w:r>
        <w:tab/>
        <w:t>2.025e0</w:t>
      </w:r>
    </w:p>
    <w:p w:rsidR="006974AE" w:rsidRDefault="006974AE" w:rsidP="006974AE">
      <w:r>
        <w:t>218.1111</w:t>
      </w:r>
      <w:r>
        <w:tab/>
        <w:t>1.013e0</w:t>
      </w:r>
    </w:p>
    <w:p w:rsidR="006974AE" w:rsidRDefault="006974AE" w:rsidP="006974AE">
      <w:r>
        <w:t>218.1282</w:t>
      </w:r>
      <w:r>
        <w:tab/>
        <w:t>2.025e0</w:t>
      </w:r>
    </w:p>
    <w:p w:rsidR="006974AE" w:rsidRDefault="006974AE" w:rsidP="006974AE">
      <w:r>
        <w:t>218.1413</w:t>
      </w:r>
      <w:r>
        <w:tab/>
        <w:t>1.013e0</w:t>
      </w:r>
    </w:p>
    <w:p w:rsidR="006974AE" w:rsidRDefault="006974AE" w:rsidP="006974AE">
      <w:r>
        <w:lastRenderedPageBreak/>
        <w:t>218.1489</w:t>
      </w:r>
      <w:r>
        <w:tab/>
        <w:t>1.013e0</w:t>
      </w:r>
    </w:p>
    <w:p w:rsidR="006974AE" w:rsidRDefault="006974AE" w:rsidP="006974AE">
      <w:r>
        <w:t>218.1530</w:t>
      </w:r>
      <w:r>
        <w:tab/>
        <w:t>1.013e0</w:t>
      </w:r>
    </w:p>
    <w:p w:rsidR="006974AE" w:rsidRDefault="006974AE" w:rsidP="006974AE">
      <w:r>
        <w:t>218.1574</w:t>
      </w:r>
      <w:r>
        <w:tab/>
        <w:t>3.038e0</w:t>
      </w:r>
    </w:p>
    <w:p w:rsidR="006974AE" w:rsidRDefault="006974AE" w:rsidP="006974AE">
      <w:r>
        <w:t>218.1650</w:t>
      </w:r>
      <w:r>
        <w:tab/>
        <w:t>2.025e0</w:t>
      </w:r>
    </w:p>
    <w:p w:rsidR="006974AE" w:rsidRDefault="006974AE" w:rsidP="006974AE">
      <w:r>
        <w:t>218.1688</w:t>
      </w:r>
      <w:r>
        <w:tab/>
        <w:t>1.013e0</w:t>
      </w:r>
    </w:p>
    <w:p w:rsidR="006974AE" w:rsidRDefault="006974AE" w:rsidP="006974AE">
      <w:r>
        <w:t>218.2198</w:t>
      </w:r>
      <w:r>
        <w:tab/>
        <w:t>1.013e0</w:t>
      </w:r>
    </w:p>
    <w:p w:rsidR="006974AE" w:rsidRDefault="006974AE" w:rsidP="006974AE">
      <w:r>
        <w:t>218.2236</w:t>
      </w:r>
      <w:r>
        <w:tab/>
        <w:t>1.013e0</w:t>
      </w:r>
    </w:p>
    <w:p w:rsidR="006974AE" w:rsidRDefault="006974AE" w:rsidP="006974AE">
      <w:r>
        <w:t>218.2557</w:t>
      </w:r>
      <w:r>
        <w:tab/>
        <w:t>2.025e0</w:t>
      </w:r>
    </w:p>
    <w:p w:rsidR="006974AE" w:rsidRDefault="006974AE" w:rsidP="006974AE">
      <w:r>
        <w:t>218.2598</w:t>
      </w:r>
      <w:r>
        <w:tab/>
        <w:t>1.013e0</w:t>
      </w:r>
    </w:p>
    <w:p w:rsidR="006974AE" w:rsidRDefault="006974AE" w:rsidP="006974AE">
      <w:r>
        <w:t>218.2794</w:t>
      </w:r>
      <w:r>
        <w:tab/>
        <w:t>1.013e0</w:t>
      </w:r>
    </w:p>
    <w:p w:rsidR="006974AE" w:rsidRDefault="006974AE" w:rsidP="006974AE">
      <w:r>
        <w:t>218.2983</w:t>
      </w:r>
      <w:r>
        <w:tab/>
        <w:t>1.013e0</w:t>
      </w:r>
    </w:p>
    <w:p w:rsidR="006974AE" w:rsidRDefault="006974AE" w:rsidP="006974AE">
      <w:r>
        <w:t>218.3059</w:t>
      </w:r>
      <w:r>
        <w:tab/>
        <w:t>1.013e0</w:t>
      </w:r>
    </w:p>
    <w:p w:rsidR="006974AE" w:rsidRDefault="006974AE" w:rsidP="006974AE">
      <w:r>
        <w:t>218.3096</w:t>
      </w:r>
      <w:r>
        <w:tab/>
        <w:t>1.013e0</w:t>
      </w:r>
    </w:p>
    <w:p w:rsidR="006974AE" w:rsidRDefault="006974AE" w:rsidP="006974AE">
      <w:r>
        <w:t>218.3139</w:t>
      </w:r>
      <w:r>
        <w:tab/>
        <w:t>1.013e0</w:t>
      </w:r>
    </w:p>
    <w:p w:rsidR="006974AE" w:rsidRDefault="006974AE" w:rsidP="006974AE">
      <w:r>
        <w:t>218.3260</w:t>
      </w:r>
      <w:r>
        <w:tab/>
        <w:t>1.013e0</w:t>
      </w:r>
    </w:p>
    <w:p w:rsidR="006974AE" w:rsidRDefault="006974AE" w:rsidP="006974AE">
      <w:r>
        <w:t>218.3305</w:t>
      </w:r>
      <w:r>
        <w:tab/>
        <w:t>1.013e0</w:t>
      </w:r>
    </w:p>
    <w:p w:rsidR="006974AE" w:rsidRDefault="006974AE" w:rsidP="006974AE">
      <w:r>
        <w:t>218.3385</w:t>
      </w:r>
      <w:r>
        <w:tab/>
        <w:t>1.013e0</w:t>
      </w:r>
    </w:p>
    <w:p w:rsidR="006974AE" w:rsidRDefault="006974AE" w:rsidP="006974AE">
      <w:r>
        <w:t>218.3464</w:t>
      </w:r>
      <w:r>
        <w:tab/>
        <w:t>1.013e0</w:t>
      </w:r>
    </w:p>
    <w:p w:rsidR="006974AE" w:rsidRDefault="006974AE" w:rsidP="006974AE">
      <w:r>
        <w:t>218.3502</w:t>
      </w:r>
      <w:r>
        <w:tab/>
        <w:t>1.013e0</w:t>
      </w:r>
    </w:p>
    <w:p w:rsidR="006974AE" w:rsidRDefault="006974AE" w:rsidP="006974AE">
      <w:r>
        <w:lastRenderedPageBreak/>
        <w:t>218.3967</w:t>
      </w:r>
      <w:r>
        <w:tab/>
        <w:t>1.013e0</w:t>
      </w:r>
    </w:p>
    <w:p w:rsidR="006974AE" w:rsidRDefault="006974AE" w:rsidP="006974AE">
      <w:r>
        <w:t>218.4211</w:t>
      </w:r>
      <w:r>
        <w:tab/>
        <w:t>1.013e0</w:t>
      </w:r>
    </w:p>
    <w:p w:rsidR="006974AE" w:rsidRDefault="006974AE" w:rsidP="006974AE">
      <w:r>
        <w:t>218.4479</w:t>
      </w:r>
      <w:r>
        <w:tab/>
        <w:t>1.013e0</w:t>
      </w:r>
    </w:p>
    <w:p w:rsidR="006974AE" w:rsidRDefault="006974AE" w:rsidP="006974AE">
      <w:r>
        <w:t>218.4754</w:t>
      </w:r>
      <w:r>
        <w:tab/>
        <w:t>1.013e0</w:t>
      </w:r>
    </w:p>
    <w:p w:rsidR="006974AE" w:rsidRDefault="006974AE" w:rsidP="006974AE">
      <w:r>
        <w:t>218.5031</w:t>
      </w:r>
      <w:r>
        <w:tab/>
        <w:t>2.025e0</w:t>
      </w:r>
    </w:p>
    <w:p w:rsidR="006974AE" w:rsidRDefault="006974AE" w:rsidP="006974AE">
      <w:r>
        <w:t>218.5147</w:t>
      </w:r>
      <w:r>
        <w:tab/>
        <w:t>2.025e0</w:t>
      </w:r>
    </w:p>
    <w:p w:rsidR="006974AE" w:rsidRDefault="006974AE" w:rsidP="006974AE">
      <w:r>
        <w:t>218.5223</w:t>
      </w:r>
      <w:r>
        <w:tab/>
        <w:t>1.013e0</w:t>
      </w:r>
    </w:p>
    <w:p w:rsidR="006974AE" w:rsidRDefault="006974AE" w:rsidP="006974AE">
      <w:r>
        <w:t>218.5337</w:t>
      </w:r>
      <w:r>
        <w:tab/>
        <w:t>1.013e0</w:t>
      </w:r>
    </w:p>
    <w:p w:rsidR="006974AE" w:rsidRDefault="006974AE" w:rsidP="006974AE">
      <w:r>
        <w:t>218.5378</w:t>
      </w:r>
      <w:r>
        <w:tab/>
        <w:t>1.013e0</w:t>
      </w:r>
    </w:p>
    <w:p w:rsidR="006974AE" w:rsidRDefault="006974AE" w:rsidP="006974AE">
      <w:r>
        <w:t>218.5580</w:t>
      </w:r>
      <w:r>
        <w:tab/>
        <w:t>1.013e0</w:t>
      </w:r>
    </w:p>
    <w:p w:rsidR="006974AE" w:rsidRDefault="006974AE" w:rsidP="006974AE">
      <w:r>
        <w:t>218.5705</w:t>
      </w:r>
      <w:r>
        <w:tab/>
        <w:t>1.013e0</w:t>
      </w:r>
    </w:p>
    <w:p w:rsidR="006974AE" w:rsidRDefault="006974AE" w:rsidP="006974AE">
      <w:r>
        <w:t>218.5778</w:t>
      </w:r>
      <w:r>
        <w:tab/>
        <w:t>1.013e0</w:t>
      </w:r>
    </w:p>
    <w:p w:rsidR="006974AE" w:rsidRDefault="006974AE" w:rsidP="006974AE">
      <w:r>
        <w:t>218.6046</w:t>
      </w:r>
      <w:r>
        <w:tab/>
        <w:t>3.038e0</w:t>
      </w:r>
    </w:p>
    <w:p w:rsidR="006974AE" w:rsidRDefault="006974AE" w:rsidP="006974AE">
      <w:r>
        <w:t>218.6103</w:t>
      </w:r>
      <w:r>
        <w:tab/>
        <w:t>2.025e0</w:t>
      </w:r>
    </w:p>
    <w:p w:rsidR="006974AE" w:rsidRDefault="006974AE" w:rsidP="006974AE">
      <w:r>
        <w:t>218.6201</w:t>
      </w:r>
      <w:r>
        <w:tab/>
        <w:t>1.013e0</w:t>
      </w:r>
    </w:p>
    <w:p w:rsidR="006974AE" w:rsidRDefault="006974AE" w:rsidP="006974AE">
      <w:r>
        <w:t>218.6328</w:t>
      </w:r>
      <w:r>
        <w:tab/>
        <w:t>1.013e0</w:t>
      </w:r>
    </w:p>
    <w:p w:rsidR="006974AE" w:rsidRDefault="006974AE" w:rsidP="006974AE">
      <w:r>
        <w:t>218.6408</w:t>
      </w:r>
      <w:r>
        <w:tab/>
        <w:t>1.013e0</w:t>
      </w:r>
    </w:p>
    <w:p w:rsidR="006974AE" w:rsidRDefault="006974AE" w:rsidP="006974AE">
      <w:r>
        <w:t>218.6452</w:t>
      </w:r>
      <w:r>
        <w:tab/>
        <w:t>1.013e0</w:t>
      </w:r>
    </w:p>
    <w:p w:rsidR="006974AE" w:rsidRDefault="006974AE" w:rsidP="006974AE">
      <w:r>
        <w:t>218.6525</w:t>
      </w:r>
      <w:r>
        <w:tab/>
        <w:t>1.013e0</w:t>
      </w:r>
    </w:p>
    <w:p w:rsidR="006974AE" w:rsidRDefault="006974AE" w:rsidP="006974AE">
      <w:r>
        <w:lastRenderedPageBreak/>
        <w:t>218.6681</w:t>
      </w:r>
      <w:r>
        <w:tab/>
        <w:t>1.013e0</w:t>
      </w:r>
    </w:p>
    <w:p w:rsidR="006974AE" w:rsidRDefault="006974AE" w:rsidP="006974AE">
      <w:r>
        <w:t>218.7198</w:t>
      </w:r>
      <w:r>
        <w:tab/>
        <w:t>1.013e0</w:t>
      </w:r>
    </w:p>
    <w:p w:rsidR="006974AE" w:rsidRDefault="006974AE" w:rsidP="006974AE">
      <w:r>
        <w:t>218.7505</w:t>
      </w:r>
      <w:r>
        <w:tab/>
        <w:t>1.013e0</w:t>
      </w:r>
    </w:p>
    <w:p w:rsidR="006974AE" w:rsidRDefault="006974AE" w:rsidP="006974AE">
      <w:r>
        <w:t>218.7540</w:t>
      </w:r>
      <w:r>
        <w:tab/>
        <w:t>1.013e0</w:t>
      </w:r>
    </w:p>
    <w:p w:rsidR="006974AE" w:rsidRDefault="006974AE" w:rsidP="006974AE">
      <w:r>
        <w:t>218.7737</w:t>
      </w:r>
      <w:r>
        <w:tab/>
        <w:t>1.013e0</w:t>
      </w:r>
    </w:p>
    <w:p w:rsidR="006974AE" w:rsidRDefault="006974AE" w:rsidP="006974AE">
      <w:r>
        <w:t>218.7859</w:t>
      </w:r>
      <w:r>
        <w:tab/>
        <w:t>2.025e0</w:t>
      </w:r>
    </w:p>
    <w:p w:rsidR="006974AE" w:rsidRDefault="006974AE" w:rsidP="006974AE">
      <w:r>
        <w:t>218.7901</w:t>
      </w:r>
      <w:r>
        <w:tab/>
        <w:t>1.013e0</w:t>
      </w:r>
    </w:p>
    <w:p w:rsidR="006974AE" w:rsidRDefault="006974AE" w:rsidP="006974AE">
      <w:r>
        <w:t>218.7945</w:t>
      </w:r>
      <w:r>
        <w:tab/>
        <w:t>1.013e0</w:t>
      </w:r>
    </w:p>
    <w:p w:rsidR="006974AE" w:rsidRDefault="006974AE" w:rsidP="006974AE">
      <w:r>
        <w:t>218.8022</w:t>
      </w:r>
      <w:r>
        <w:tab/>
        <w:t>1.013e0</w:t>
      </w:r>
    </w:p>
    <w:p w:rsidR="006974AE" w:rsidRDefault="006974AE" w:rsidP="006974AE">
      <w:r>
        <w:t>218.8249</w:t>
      </w:r>
      <w:r>
        <w:tab/>
        <w:t>1.013e0</w:t>
      </w:r>
    </w:p>
    <w:p w:rsidR="006974AE" w:rsidRDefault="006974AE" w:rsidP="006974AE">
      <w:r>
        <w:t>218.8326</w:t>
      </w:r>
      <w:r>
        <w:tab/>
        <w:t>1.013e0</w:t>
      </w:r>
    </w:p>
    <w:p w:rsidR="006974AE" w:rsidRDefault="006974AE" w:rsidP="006974AE">
      <w:r>
        <w:t>218.8523</w:t>
      </w:r>
      <w:r>
        <w:tab/>
        <w:t>1.013e0</w:t>
      </w:r>
    </w:p>
    <w:p w:rsidR="006974AE" w:rsidRDefault="006974AE" w:rsidP="006974AE">
      <w:r>
        <w:t>218.8644</w:t>
      </w:r>
      <w:r>
        <w:tab/>
        <w:t>3.038e0</w:t>
      </w:r>
    </w:p>
    <w:p w:rsidR="006974AE" w:rsidRDefault="006974AE" w:rsidP="006974AE">
      <w:r>
        <w:t>218.8807</w:t>
      </w:r>
      <w:r>
        <w:tab/>
        <w:t>1.013e0</w:t>
      </w:r>
    </w:p>
    <w:p w:rsidR="006974AE" w:rsidRDefault="006974AE" w:rsidP="006974AE">
      <w:r>
        <w:t>218.8999</w:t>
      </w:r>
      <w:r>
        <w:tab/>
        <w:t>2.025e0</w:t>
      </w:r>
    </w:p>
    <w:p w:rsidR="006974AE" w:rsidRDefault="006974AE" w:rsidP="006974AE">
      <w:r>
        <w:t>218.9228</w:t>
      </w:r>
      <w:r>
        <w:tab/>
        <w:t>1.013e0</w:t>
      </w:r>
    </w:p>
    <w:p w:rsidR="006974AE" w:rsidRDefault="006974AE" w:rsidP="006974AE">
      <w:r>
        <w:t>218.9314</w:t>
      </w:r>
      <w:r>
        <w:tab/>
        <w:t>1.013e0</w:t>
      </w:r>
    </w:p>
    <w:p w:rsidR="006974AE" w:rsidRDefault="006974AE" w:rsidP="006974AE">
      <w:r>
        <w:t>218.9517</w:t>
      </w:r>
      <w:r>
        <w:tab/>
        <w:t>1.013e0</w:t>
      </w:r>
    </w:p>
    <w:p w:rsidR="006974AE" w:rsidRDefault="006974AE" w:rsidP="006974AE">
      <w:r>
        <w:t>218.9590</w:t>
      </w:r>
      <w:r>
        <w:tab/>
        <w:t>1.013e0</w:t>
      </w:r>
    </w:p>
    <w:p w:rsidR="006974AE" w:rsidRDefault="006974AE" w:rsidP="006974AE">
      <w:r>
        <w:lastRenderedPageBreak/>
        <w:t>218.9667</w:t>
      </w:r>
      <w:r>
        <w:tab/>
        <w:t>1.013e0</w:t>
      </w:r>
    </w:p>
    <w:p w:rsidR="006974AE" w:rsidRDefault="006974AE" w:rsidP="006974AE">
      <w:r>
        <w:t>218.9708</w:t>
      </w:r>
      <w:r>
        <w:tab/>
        <w:t>1.013e0</w:t>
      </w:r>
    </w:p>
    <w:p w:rsidR="006974AE" w:rsidRDefault="006974AE" w:rsidP="006974AE">
      <w:r>
        <w:t>218.9841</w:t>
      </w:r>
      <w:r>
        <w:tab/>
        <w:t>2.025e0</w:t>
      </w:r>
    </w:p>
    <w:p w:rsidR="006974AE" w:rsidRDefault="006974AE" w:rsidP="006974AE">
      <w:r>
        <w:t>218.9861</w:t>
      </w:r>
      <w:r>
        <w:tab/>
        <w:t>1.013e0</w:t>
      </w:r>
    </w:p>
    <w:p w:rsidR="006974AE" w:rsidRDefault="006974AE" w:rsidP="006974AE">
      <w:r>
        <w:t>218.9975</w:t>
      </w:r>
      <w:r>
        <w:tab/>
        <w:t>2.025e0</w:t>
      </w:r>
    </w:p>
    <w:p w:rsidR="006974AE" w:rsidRDefault="006974AE" w:rsidP="006974AE">
      <w:r>
        <w:t>219.0019</w:t>
      </w:r>
      <w:r>
        <w:tab/>
        <w:t>1.013e0</w:t>
      </w:r>
    </w:p>
    <w:p w:rsidR="006974AE" w:rsidRDefault="006974AE" w:rsidP="006974AE">
      <w:r>
        <w:t>219.0061</w:t>
      </w:r>
      <w:r>
        <w:tab/>
        <w:t>1.013e0</w:t>
      </w:r>
    </w:p>
    <w:p w:rsidR="006974AE" w:rsidRDefault="006974AE" w:rsidP="006974AE">
      <w:r>
        <w:t>219.0141</w:t>
      </w:r>
      <w:r>
        <w:tab/>
        <w:t>1.013e0</w:t>
      </w:r>
    </w:p>
    <w:p w:rsidR="006974AE" w:rsidRDefault="006974AE" w:rsidP="006974AE">
      <w:r>
        <w:t>219.0302</w:t>
      </w:r>
      <w:r>
        <w:tab/>
        <w:t>2.025e0</w:t>
      </w:r>
    </w:p>
    <w:p w:rsidR="006974AE" w:rsidRDefault="006974AE" w:rsidP="006974AE">
      <w:r>
        <w:t>219.0377</w:t>
      </w:r>
      <w:r>
        <w:tab/>
        <w:t>2.840e0</w:t>
      </w:r>
    </w:p>
    <w:p w:rsidR="006974AE" w:rsidRDefault="006974AE" w:rsidP="006974AE">
      <w:r>
        <w:t>219.0414</w:t>
      </w:r>
      <w:r>
        <w:tab/>
        <w:t>2.025e0</w:t>
      </w:r>
    </w:p>
    <w:p w:rsidR="006974AE" w:rsidRDefault="006974AE" w:rsidP="006974AE">
      <w:r>
        <w:t>219.0474</w:t>
      </w:r>
      <w:r>
        <w:tab/>
        <w:t>2.025e0</w:t>
      </w:r>
    </w:p>
    <w:p w:rsidR="006974AE" w:rsidRDefault="006974AE" w:rsidP="006974AE">
      <w:r>
        <w:t>219.0532</w:t>
      </w:r>
      <w:r>
        <w:tab/>
        <w:t>1.013e0</w:t>
      </w:r>
    </w:p>
    <w:p w:rsidR="006974AE" w:rsidRDefault="006974AE" w:rsidP="006974AE">
      <w:r>
        <w:t>219.0715</w:t>
      </w:r>
      <w:r>
        <w:tab/>
        <w:t>4.051e0</w:t>
      </w:r>
    </w:p>
    <w:p w:rsidR="006974AE" w:rsidRDefault="006974AE" w:rsidP="006974AE">
      <w:r>
        <w:t>219.0766</w:t>
      </w:r>
      <w:r>
        <w:tab/>
        <w:t>1.013e0</w:t>
      </w:r>
    </w:p>
    <w:p w:rsidR="006974AE" w:rsidRDefault="006974AE" w:rsidP="006974AE">
      <w:r>
        <w:t>219.0806</w:t>
      </w:r>
      <w:r>
        <w:tab/>
        <w:t>2.025e0</w:t>
      </w:r>
    </w:p>
    <w:p w:rsidR="006974AE" w:rsidRDefault="006974AE" w:rsidP="006974AE">
      <w:r>
        <w:t>219.1009</w:t>
      </w:r>
      <w:r>
        <w:tab/>
        <w:t>1.013e0</w:t>
      </w:r>
    </w:p>
    <w:p w:rsidR="006974AE" w:rsidRDefault="006974AE" w:rsidP="006974AE">
      <w:r>
        <w:t>219.1071</w:t>
      </w:r>
      <w:r>
        <w:tab/>
        <w:t>4.051e0</w:t>
      </w:r>
    </w:p>
    <w:p w:rsidR="006974AE" w:rsidRDefault="006974AE" w:rsidP="006974AE">
      <w:r>
        <w:t>219.1086</w:t>
      </w:r>
      <w:r>
        <w:tab/>
        <w:t>2.025e0</w:t>
      </w:r>
    </w:p>
    <w:p w:rsidR="006974AE" w:rsidRDefault="006974AE" w:rsidP="006974AE">
      <w:r>
        <w:lastRenderedPageBreak/>
        <w:t>219.1164</w:t>
      </w:r>
      <w:r>
        <w:tab/>
        <w:t>2.025e0</w:t>
      </w:r>
    </w:p>
    <w:p w:rsidR="006974AE" w:rsidRDefault="006974AE" w:rsidP="006974AE">
      <w:r>
        <w:t>219.1353</w:t>
      </w:r>
      <w:r>
        <w:tab/>
        <w:t>1.013e0</w:t>
      </w:r>
    </w:p>
    <w:p w:rsidR="006974AE" w:rsidRDefault="006974AE" w:rsidP="006974AE">
      <w:r>
        <w:t>219.1394</w:t>
      </w:r>
      <w:r>
        <w:tab/>
        <w:t>1.013e0</w:t>
      </w:r>
    </w:p>
    <w:p w:rsidR="006974AE" w:rsidRDefault="006974AE" w:rsidP="006974AE">
      <w:r>
        <w:t>219.1497</w:t>
      </w:r>
      <w:r>
        <w:tab/>
        <w:t>2.025e0</w:t>
      </w:r>
    </w:p>
    <w:p w:rsidR="006974AE" w:rsidRDefault="006974AE" w:rsidP="006974AE">
      <w:r>
        <w:t>219.1557</w:t>
      </w:r>
      <w:r>
        <w:tab/>
        <w:t>4.051e0</w:t>
      </w:r>
    </w:p>
    <w:p w:rsidR="006974AE" w:rsidRDefault="006974AE" w:rsidP="006974AE">
      <w:r>
        <w:t>219.1627</w:t>
      </w:r>
      <w:r>
        <w:tab/>
        <w:t>2.025e0</w:t>
      </w:r>
    </w:p>
    <w:p w:rsidR="006974AE" w:rsidRDefault="006974AE" w:rsidP="006974AE">
      <w:r>
        <w:t>219.1950</w:t>
      </w:r>
      <w:r>
        <w:tab/>
        <w:t>1.013e0</w:t>
      </w:r>
    </w:p>
    <w:p w:rsidR="006974AE" w:rsidRDefault="006974AE" w:rsidP="006974AE">
      <w:r>
        <w:t>219.2141</w:t>
      </w:r>
      <w:r>
        <w:tab/>
        <w:t>1.013e0</w:t>
      </w:r>
    </w:p>
    <w:p w:rsidR="006974AE" w:rsidRDefault="006974AE" w:rsidP="006974AE">
      <w:r>
        <w:t>219.2217</w:t>
      </w:r>
      <w:r>
        <w:tab/>
        <w:t>1.013e0</w:t>
      </w:r>
    </w:p>
    <w:p w:rsidR="006974AE" w:rsidRDefault="006974AE" w:rsidP="006974AE">
      <w:r>
        <w:t>219.2301</w:t>
      </w:r>
      <w:r>
        <w:tab/>
        <w:t>2.025e0</w:t>
      </w:r>
    </w:p>
    <w:p w:rsidR="006974AE" w:rsidRDefault="006974AE" w:rsidP="006974AE">
      <w:r>
        <w:t>219.2386</w:t>
      </w:r>
      <w:r>
        <w:tab/>
        <w:t>1.013e0</w:t>
      </w:r>
    </w:p>
    <w:p w:rsidR="006974AE" w:rsidRDefault="006974AE" w:rsidP="006974AE">
      <w:r>
        <w:t>219.2469</w:t>
      </w:r>
      <w:r>
        <w:tab/>
        <w:t>1.013e0</w:t>
      </w:r>
    </w:p>
    <w:p w:rsidR="006974AE" w:rsidRDefault="006974AE" w:rsidP="006974AE">
      <w:r>
        <w:t>219.2481</w:t>
      </w:r>
      <w:r>
        <w:tab/>
        <w:t>2.025e0</w:t>
      </w:r>
    </w:p>
    <w:p w:rsidR="006974AE" w:rsidRDefault="006974AE" w:rsidP="006974AE">
      <w:r>
        <w:t>219.2545</w:t>
      </w:r>
      <w:r>
        <w:tab/>
        <w:t>1.013e0</w:t>
      </w:r>
    </w:p>
    <w:p w:rsidR="006974AE" w:rsidRDefault="006974AE" w:rsidP="006974AE">
      <w:r>
        <w:t>219.2580</w:t>
      </w:r>
      <w:r>
        <w:tab/>
        <w:t>1.013e0</w:t>
      </w:r>
    </w:p>
    <w:p w:rsidR="006974AE" w:rsidRDefault="006974AE" w:rsidP="006974AE">
      <w:r>
        <w:t>219.2697</w:t>
      </w:r>
      <w:r>
        <w:tab/>
        <w:t>2.025e0</w:t>
      </w:r>
    </w:p>
    <w:p w:rsidR="006974AE" w:rsidRDefault="006974AE" w:rsidP="006974AE">
      <w:r>
        <w:t>219.2924</w:t>
      </w:r>
      <w:r>
        <w:tab/>
        <w:t>1.013e0</w:t>
      </w:r>
    </w:p>
    <w:p w:rsidR="006974AE" w:rsidRDefault="006974AE" w:rsidP="006974AE">
      <w:r>
        <w:t>219.3145</w:t>
      </w:r>
      <w:r>
        <w:tab/>
        <w:t>2.025e0</w:t>
      </w:r>
    </w:p>
    <w:p w:rsidR="006974AE" w:rsidRDefault="006974AE" w:rsidP="006974AE">
      <w:r>
        <w:t>219.3174</w:t>
      </w:r>
      <w:r>
        <w:tab/>
        <w:t>2.025e0</w:t>
      </w:r>
    </w:p>
    <w:p w:rsidR="006974AE" w:rsidRDefault="006974AE" w:rsidP="006974AE">
      <w:r>
        <w:lastRenderedPageBreak/>
        <w:t>219.3252</w:t>
      </w:r>
      <w:r>
        <w:tab/>
        <w:t>1.013e0</w:t>
      </w:r>
    </w:p>
    <w:p w:rsidR="006974AE" w:rsidRDefault="006974AE" w:rsidP="006974AE">
      <w:r>
        <w:t>219.3293</w:t>
      </w:r>
      <w:r>
        <w:tab/>
        <w:t>1.013e0</w:t>
      </w:r>
    </w:p>
    <w:p w:rsidR="006974AE" w:rsidRDefault="006974AE" w:rsidP="006974AE">
      <w:r>
        <w:t>219.3482</w:t>
      </w:r>
      <w:r>
        <w:tab/>
        <w:t>1.013e0</w:t>
      </w:r>
    </w:p>
    <w:p w:rsidR="006974AE" w:rsidRDefault="006974AE" w:rsidP="006974AE">
      <w:r>
        <w:t>219.3503</w:t>
      </w:r>
      <w:r>
        <w:tab/>
        <w:t>2.025e0</w:t>
      </w:r>
    </w:p>
    <w:p w:rsidR="006974AE" w:rsidRDefault="006974AE" w:rsidP="006974AE">
      <w:r>
        <w:t>219.3523</w:t>
      </w:r>
      <w:r>
        <w:tab/>
        <w:t>1.013e0</w:t>
      </w:r>
    </w:p>
    <w:p w:rsidR="006974AE" w:rsidRDefault="006974AE" w:rsidP="006974AE">
      <w:r>
        <w:t>219.3558</w:t>
      </w:r>
      <w:r>
        <w:tab/>
        <w:t>1.013e0</w:t>
      </w:r>
    </w:p>
    <w:p w:rsidR="006974AE" w:rsidRDefault="006974AE" w:rsidP="006974AE">
      <w:r>
        <w:t>219.3757</w:t>
      </w:r>
      <w:r>
        <w:tab/>
        <w:t>1.013e0</w:t>
      </w:r>
    </w:p>
    <w:p w:rsidR="006974AE" w:rsidRDefault="006974AE" w:rsidP="006974AE">
      <w:r>
        <w:t>219.3921</w:t>
      </w:r>
      <w:r>
        <w:tab/>
        <w:t>1.013e0</w:t>
      </w:r>
    </w:p>
    <w:p w:rsidR="006974AE" w:rsidRDefault="006974AE" w:rsidP="006974AE">
      <w:r>
        <w:t>219.3954</w:t>
      </w:r>
      <w:r>
        <w:tab/>
        <w:t>2.025e0</w:t>
      </w:r>
    </w:p>
    <w:p w:rsidR="006974AE" w:rsidRDefault="006974AE" w:rsidP="006974AE">
      <w:r>
        <w:t>219.4461</w:t>
      </w:r>
      <w:r>
        <w:tab/>
        <w:t>1.013e0</w:t>
      </w:r>
    </w:p>
    <w:p w:rsidR="006974AE" w:rsidRDefault="006974AE" w:rsidP="006974AE">
      <w:r>
        <w:t>219.4670</w:t>
      </w:r>
      <w:r>
        <w:tab/>
        <w:t>2.025e0</w:t>
      </w:r>
    </w:p>
    <w:p w:rsidR="006974AE" w:rsidRDefault="006974AE" w:rsidP="006974AE">
      <w:r>
        <w:t>219.4980</w:t>
      </w:r>
      <w:r>
        <w:tab/>
        <w:t>1.013e0</w:t>
      </w:r>
    </w:p>
    <w:p w:rsidR="006974AE" w:rsidRDefault="006974AE" w:rsidP="006974AE">
      <w:r>
        <w:t>219.5254</w:t>
      </w:r>
      <w:r>
        <w:tab/>
        <w:t>1.013e0</w:t>
      </w:r>
    </w:p>
    <w:p w:rsidR="006974AE" w:rsidRDefault="006974AE" w:rsidP="006974AE">
      <w:r>
        <w:t>219.5459</w:t>
      </w:r>
      <w:r>
        <w:tab/>
        <w:t>3.038e0</w:t>
      </w:r>
    </w:p>
    <w:p w:rsidR="006974AE" w:rsidRDefault="006974AE" w:rsidP="006974AE">
      <w:r>
        <w:t>219.5612</w:t>
      </w:r>
      <w:r>
        <w:tab/>
        <w:t>1.013e0</w:t>
      </w:r>
    </w:p>
    <w:p w:rsidR="006974AE" w:rsidRDefault="006974AE" w:rsidP="006974AE">
      <w:r>
        <w:t>219.5690</w:t>
      </w:r>
      <w:r>
        <w:tab/>
        <w:t>1.013e0</w:t>
      </w:r>
    </w:p>
    <w:p w:rsidR="006974AE" w:rsidRDefault="006974AE" w:rsidP="006974AE">
      <w:r>
        <w:t>219.5763</w:t>
      </w:r>
      <w:r>
        <w:tab/>
        <w:t>2.025e0</w:t>
      </w:r>
    </w:p>
    <w:p w:rsidR="006974AE" w:rsidRDefault="006974AE" w:rsidP="006974AE">
      <w:r>
        <w:t>219.5803</w:t>
      </w:r>
      <w:r>
        <w:tab/>
        <w:t>2.025e0</w:t>
      </w:r>
    </w:p>
    <w:p w:rsidR="006974AE" w:rsidRDefault="006974AE" w:rsidP="006974AE">
      <w:r>
        <w:t>219.5916</w:t>
      </w:r>
      <w:r>
        <w:tab/>
        <w:t>1.013e0</w:t>
      </w:r>
    </w:p>
    <w:p w:rsidR="006974AE" w:rsidRDefault="006974AE" w:rsidP="006974AE">
      <w:r>
        <w:lastRenderedPageBreak/>
        <w:t>219.6083</w:t>
      </w:r>
      <w:r>
        <w:tab/>
        <w:t>1.013e0</w:t>
      </w:r>
    </w:p>
    <w:p w:rsidR="006974AE" w:rsidRDefault="006974AE" w:rsidP="006974AE">
      <w:r>
        <w:t>219.6127</w:t>
      </w:r>
      <w:r>
        <w:tab/>
        <w:t>1.013e0</w:t>
      </w:r>
    </w:p>
    <w:p w:rsidR="006974AE" w:rsidRDefault="006974AE" w:rsidP="006974AE">
      <w:r>
        <w:t>219.6167</w:t>
      </w:r>
      <w:r>
        <w:tab/>
        <w:t>2.025e0</w:t>
      </w:r>
    </w:p>
    <w:p w:rsidR="006974AE" w:rsidRDefault="006974AE" w:rsidP="006974AE">
      <w:r>
        <w:t>219.6246</w:t>
      </w:r>
      <w:r>
        <w:tab/>
        <w:t>1.013e0</w:t>
      </w:r>
    </w:p>
    <w:p w:rsidR="006974AE" w:rsidRDefault="006974AE" w:rsidP="006974AE">
      <w:r>
        <w:t>219.6284</w:t>
      </w:r>
      <w:r>
        <w:tab/>
        <w:t>1.013e0</w:t>
      </w:r>
    </w:p>
    <w:p w:rsidR="006974AE" w:rsidRDefault="006974AE" w:rsidP="006974AE">
      <w:r>
        <w:t>219.6474</w:t>
      </w:r>
      <w:r>
        <w:tab/>
        <w:t>3.038e0</w:t>
      </w:r>
    </w:p>
    <w:p w:rsidR="006974AE" w:rsidRDefault="006974AE" w:rsidP="006974AE">
      <w:r>
        <w:t>219.6668</w:t>
      </w:r>
      <w:r>
        <w:tab/>
        <w:t>1.013e0</w:t>
      </w:r>
    </w:p>
    <w:p w:rsidR="006974AE" w:rsidRDefault="006974AE" w:rsidP="006974AE">
      <w:r>
        <w:t>219.6918</w:t>
      </w:r>
      <w:r>
        <w:tab/>
        <w:t>1.013e0</w:t>
      </w:r>
    </w:p>
    <w:p w:rsidR="006974AE" w:rsidRDefault="006974AE" w:rsidP="006974AE">
      <w:r>
        <w:t>219.6956</w:t>
      </w:r>
      <w:r>
        <w:tab/>
        <w:t>1.013e0</w:t>
      </w:r>
    </w:p>
    <w:p w:rsidR="006974AE" w:rsidRDefault="006974AE" w:rsidP="006974AE">
      <w:r>
        <w:t>219.7109</w:t>
      </w:r>
      <w:r>
        <w:tab/>
        <w:t>1.013e0</w:t>
      </w:r>
    </w:p>
    <w:p w:rsidR="006974AE" w:rsidRDefault="006974AE" w:rsidP="006974AE">
      <w:r>
        <w:t>219.7338</w:t>
      </w:r>
      <w:r>
        <w:tab/>
        <w:t>1.013e0</w:t>
      </w:r>
    </w:p>
    <w:p w:rsidR="006974AE" w:rsidRDefault="006974AE" w:rsidP="006974AE">
      <w:r>
        <w:t>219.7500</w:t>
      </w:r>
      <w:r>
        <w:tab/>
        <w:t>1.013e0</w:t>
      </w:r>
    </w:p>
    <w:p w:rsidR="006974AE" w:rsidRDefault="006974AE" w:rsidP="006974AE">
      <w:r>
        <w:t>219.8122</w:t>
      </w:r>
      <w:r>
        <w:tab/>
        <w:t>1.013e0</w:t>
      </w:r>
    </w:p>
    <w:p w:rsidR="006974AE" w:rsidRDefault="006974AE" w:rsidP="006974AE">
      <w:r>
        <w:t>219.8250</w:t>
      </w:r>
      <w:r>
        <w:tab/>
        <w:t>1.013e0</w:t>
      </w:r>
    </w:p>
    <w:p w:rsidR="006974AE" w:rsidRDefault="006974AE" w:rsidP="006974AE">
      <w:r>
        <w:t>219.8585</w:t>
      </w:r>
      <w:r>
        <w:tab/>
        <w:t>3.038e0</w:t>
      </w:r>
    </w:p>
    <w:p w:rsidR="006974AE" w:rsidRDefault="006974AE" w:rsidP="006974AE">
      <w:r>
        <w:t>219.8775</w:t>
      </w:r>
      <w:r>
        <w:tab/>
        <w:t>2.025e0</w:t>
      </w:r>
    </w:p>
    <w:p w:rsidR="006974AE" w:rsidRDefault="006974AE" w:rsidP="006974AE">
      <w:r>
        <w:t>219.8956</w:t>
      </w:r>
      <w:r>
        <w:tab/>
        <w:t>2.025e0</w:t>
      </w:r>
    </w:p>
    <w:p w:rsidR="006974AE" w:rsidRDefault="006974AE" w:rsidP="006974AE">
      <w:r>
        <w:t>219.9163</w:t>
      </w:r>
      <w:r>
        <w:tab/>
        <w:t>1.013e0</w:t>
      </w:r>
    </w:p>
    <w:p w:rsidR="006974AE" w:rsidRDefault="006974AE" w:rsidP="006974AE">
      <w:r>
        <w:t>219.9392</w:t>
      </w:r>
      <w:r>
        <w:tab/>
        <w:t>1.013e0</w:t>
      </w:r>
    </w:p>
    <w:p w:rsidR="006974AE" w:rsidRDefault="006974AE" w:rsidP="006974AE">
      <w:r>
        <w:lastRenderedPageBreak/>
        <w:t>219.9580</w:t>
      </w:r>
      <w:r>
        <w:tab/>
        <w:t>1.013e0</w:t>
      </w:r>
    </w:p>
    <w:p w:rsidR="006974AE" w:rsidRDefault="006974AE" w:rsidP="006974AE">
      <w:r>
        <w:t>219.9683</w:t>
      </w:r>
      <w:r>
        <w:tab/>
        <w:t>6.193e0</w:t>
      </w:r>
    </w:p>
    <w:p w:rsidR="006974AE" w:rsidRDefault="006974AE" w:rsidP="006974AE">
      <w:r>
        <w:t>219.9697</w:t>
      </w:r>
      <w:r>
        <w:tab/>
        <w:t>3.213e0</w:t>
      </w:r>
    </w:p>
    <w:p w:rsidR="006974AE" w:rsidRDefault="006974AE" w:rsidP="006974AE">
      <w:r>
        <w:t>219.9738</w:t>
      </w:r>
      <w:r>
        <w:tab/>
        <w:t>6.304e0</w:t>
      </w:r>
    </w:p>
    <w:p w:rsidR="006974AE" w:rsidRDefault="006974AE" w:rsidP="006974AE">
      <w:r>
        <w:t>219.9781</w:t>
      </w:r>
      <w:r>
        <w:tab/>
        <w:t>3.038e0</w:t>
      </w:r>
    </w:p>
    <w:p w:rsidR="006974AE" w:rsidRDefault="006974AE" w:rsidP="006974AE">
      <w:r>
        <w:t>219.9791</w:t>
      </w:r>
      <w:r>
        <w:tab/>
        <w:t>1.013e0</w:t>
      </w:r>
    </w:p>
    <w:p w:rsidR="006974AE" w:rsidRDefault="006974AE" w:rsidP="006974AE">
      <w:r>
        <w:t>220.0102</w:t>
      </w:r>
      <w:r>
        <w:tab/>
        <w:t>1.013e0</w:t>
      </w:r>
    </w:p>
    <w:p w:rsidR="006974AE" w:rsidRDefault="006974AE" w:rsidP="006974AE">
      <w:r>
        <w:t>220.0293</w:t>
      </w:r>
      <w:r>
        <w:tab/>
        <w:t>1.013e0</w:t>
      </w:r>
    </w:p>
    <w:p w:rsidR="006974AE" w:rsidRDefault="006974AE" w:rsidP="006974AE">
      <w:r>
        <w:t>220.0354</w:t>
      </w:r>
      <w:r>
        <w:tab/>
        <w:t>6.538e0</w:t>
      </w:r>
    </w:p>
    <w:p w:rsidR="006974AE" w:rsidRDefault="006974AE" w:rsidP="006974AE">
      <w:r>
        <w:t>220.0410</w:t>
      </w:r>
      <w:r>
        <w:tab/>
        <w:t>1.444e1</w:t>
      </w:r>
    </w:p>
    <w:p w:rsidR="006974AE" w:rsidRDefault="006974AE" w:rsidP="006974AE">
      <w:r>
        <w:t>220.0444</w:t>
      </w:r>
      <w:r>
        <w:tab/>
        <w:t>1.215e1</w:t>
      </w:r>
    </w:p>
    <w:p w:rsidR="006974AE" w:rsidRDefault="006974AE" w:rsidP="006974AE">
      <w:r>
        <w:t>220.0456</w:t>
      </w:r>
      <w:r>
        <w:tab/>
        <w:t>1.823e1</w:t>
      </w:r>
    </w:p>
    <w:p w:rsidR="006974AE" w:rsidRDefault="006974AE" w:rsidP="006974AE">
      <w:r>
        <w:t>220.0469</w:t>
      </w:r>
      <w:r>
        <w:tab/>
        <w:t>1.519e1</w:t>
      </w:r>
    </w:p>
    <w:p w:rsidR="006974AE" w:rsidRDefault="006974AE" w:rsidP="006974AE">
      <w:r>
        <w:t>220.0602</w:t>
      </w:r>
      <w:r>
        <w:tab/>
        <w:t>3.965e0</w:t>
      </w:r>
    </w:p>
    <w:p w:rsidR="006974AE" w:rsidRDefault="006974AE" w:rsidP="006974AE">
      <w:r>
        <w:t>220.0614</w:t>
      </w:r>
      <w:r>
        <w:tab/>
        <w:t>6.076e0</w:t>
      </w:r>
    </w:p>
    <w:p w:rsidR="006974AE" w:rsidRDefault="006974AE" w:rsidP="006974AE">
      <w:r>
        <w:t>220.0829</w:t>
      </w:r>
      <w:r>
        <w:tab/>
        <w:t>2.025e0</w:t>
      </w:r>
    </w:p>
    <w:p w:rsidR="006974AE" w:rsidRDefault="006974AE" w:rsidP="006974AE">
      <w:r>
        <w:t>220.0928</w:t>
      </w:r>
      <w:r>
        <w:tab/>
        <w:t>1.013e0</w:t>
      </w:r>
    </w:p>
    <w:p w:rsidR="006974AE" w:rsidRDefault="006974AE" w:rsidP="006974AE">
      <w:r>
        <w:t>220.0963</w:t>
      </w:r>
      <w:r>
        <w:tab/>
        <w:t>1.013e0</w:t>
      </w:r>
    </w:p>
    <w:p w:rsidR="006974AE" w:rsidRDefault="006974AE" w:rsidP="006974AE">
      <w:r>
        <w:t>220.1001</w:t>
      </w:r>
      <w:r>
        <w:tab/>
        <w:t>2.025e0</w:t>
      </w:r>
    </w:p>
    <w:p w:rsidR="006974AE" w:rsidRDefault="006974AE" w:rsidP="006974AE">
      <w:r>
        <w:lastRenderedPageBreak/>
        <w:t>220.1039</w:t>
      </w:r>
      <w:r>
        <w:tab/>
        <w:t>1.013e0</w:t>
      </w:r>
    </w:p>
    <w:p w:rsidR="006974AE" w:rsidRDefault="006974AE" w:rsidP="006974AE">
      <w:r>
        <w:t>220.1246</w:t>
      </w:r>
      <w:r>
        <w:tab/>
        <w:t>2.025e0</w:t>
      </w:r>
    </w:p>
    <w:p w:rsidR="006974AE" w:rsidRDefault="006974AE" w:rsidP="006974AE">
      <w:r>
        <w:t>220.1291</w:t>
      </w:r>
      <w:r>
        <w:tab/>
        <w:t>1.013e0</w:t>
      </w:r>
    </w:p>
    <w:p w:rsidR="006974AE" w:rsidRDefault="006974AE" w:rsidP="006974AE">
      <w:r>
        <w:t>220.1347</w:t>
      </w:r>
      <w:r>
        <w:tab/>
        <w:t>2.025e0</w:t>
      </w:r>
    </w:p>
    <w:p w:rsidR="006974AE" w:rsidRDefault="006974AE" w:rsidP="006974AE">
      <w:r>
        <w:t>220.1413</w:t>
      </w:r>
      <w:r>
        <w:tab/>
        <w:t>6.076e0</w:t>
      </w:r>
    </w:p>
    <w:p w:rsidR="006974AE" w:rsidRDefault="006974AE" w:rsidP="006974AE">
      <w:r>
        <w:t>220.1528</w:t>
      </w:r>
      <w:r>
        <w:tab/>
        <w:t>4.051e0</w:t>
      </w:r>
    </w:p>
    <w:p w:rsidR="006974AE" w:rsidRDefault="006974AE" w:rsidP="006974AE">
      <w:r>
        <w:t>220.1561</w:t>
      </w:r>
      <w:r>
        <w:tab/>
        <w:t>2.025e0</w:t>
      </w:r>
    </w:p>
    <w:p w:rsidR="006974AE" w:rsidRDefault="006974AE" w:rsidP="006974AE">
      <w:r>
        <w:t>220.1638</w:t>
      </w:r>
      <w:r>
        <w:tab/>
        <w:t>1.013e0</w:t>
      </w:r>
    </w:p>
    <w:p w:rsidR="006974AE" w:rsidRDefault="006974AE" w:rsidP="006974AE">
      <w:r>
        <w:t>220.1712</w:t>
      </w:r>
      <w:r>
        <w:tab/>
        <w:t>1.013e0</w:t>
      </w:r>
    </w:p>
    <w:p w:rsidR="006974AE" w:rsidRDefault="006974AE" w:rsidP="006974AE">
      <w:r>
        <w:t>220.1873</w:t>
      </w:r>
      <w:r>
        <w:tab/>
        <w:t>2.025e0</w:t>
      </w:r>
    </w:p>
    <w:p w:rsidR="006974AE" w:rsidRDefault="006974AE" w:rsidP="006974AE">
      <w:r>
        <w:t>220.2039</w:t>
      </w:r>
      <w:r>
        <w:tab/>
        <w:t>1.013e0</w:t>
      </w:r>
    </w:p>
    <w:p w:rsidR="006974AE" w:rsidRDefault="006974AE" w:rsidP="006974AE">
      <w:r>
        <w:t>220.2116</w:t>
      </w:r>
      <w:r>
        <w:tab/>
        <w:t>1.013e0</w:t>
      </w:r>
    </w:p>
    <w:p w:rsidR="006974AE" w:rsidRDefault="006974AE" w:rsidP="006974AE">
      <w:r>
        <w:t>220.2310</w:t>
      </w:r>
      <w:r>
        <w:tab/>
        <w:t>1.013e0</w:t>
      </w:r>
    </w:p>
    <w:p w:rsidR="006974AE" w:rsidRDefault="006974AE" w:rsidP="006974AE">
      <w:r>
        <w:t>220.2666</w:t>
      </w:r>
      <w:r>
        <w:tab/>
        <w:t>2.025e0</w:t>
      </w:r>
    </w:p>
    <w:p w:rsidR="006974AE" w:rsidRDefault="006974AE" w:rsidP="006974AE">
      <w:r>
        <w:t>220.2750</w:t>
      </w:r>
      <w:r>
        <w:tab/>
        <w:t>1.013e0</w:t>
      </w:r>
    </w:p>
    <w:p w:rsidR="006974AE" w:rsidRDefault="006974AE" w:rsidP="006974AE">
      <w:r>
        <w:t>220.2979</w:t>
      </w:r>
      <w:r>
        <w:tab/>
        <w:t>1.013e0</w:t>
      </w:r>
    </w:p>
    <w:p w:rsidR="006974AE" w:rsidRDefault="006974AE" w:rsidP="006974AE">
      <w:r>
        <w:t>220.3131</w:t>
      </w:r>
      <w:r>
        <w:tab/>
        <w:t>4.051e0</w:t>
      </w:r>
    </w:p>
    <w:p w:rsidR="006974AE" w:rsidRDefault="006974AE" w:rsidP="006974AE">
      <w:r>
        <w:t>220.3208</w:t>
      </w:r>
      <w:r>
        <w:tab/>
        <w:t>2.025e0</w:t>
      </w:r>
    </w:p>
    <w:p w:rsidR="006974AE" w:rsidRDefault="006974AE" w:rsidP="006974AE">
      <w:r>
        <w:t>220.3501</w:t>
      </w:r>
      <w:r>
        <w:tab/>
        <w:t>1.013e0</w:t>
      </w:r>
    </w:p>
    <w:p w:rsidR="006974AE" w:rsidRDefault="006974AE" w:rsidP="006974AE">
      <w:r>
        <w:lastRenderedPageBreak/>
        <w:t>220.3709</w:t>
      </w:r>
      <w:r>
        <w:tab/>
        <w:t>2.025e0</w:t>
      </w:r>
    </w:p>
    <w:p w:rsidR="006974AE" w:rsidRDefault="006974AE" w:rsidP="006974AE">
      <w:r>
        <w:t>220.3767</w:t>
      </w:r>
      <w:r>
        <w:tab/>
        <w:t>1.013e0</w:t>
      </w:r>
    </w:p>
    <w:p w:rsidR="006974AE" w:rsidRDefault="006974AE" w:rsidP="006974AE">
      <w:r>
        <w:t>220.3808</w:t>
      </w:r>
      <w:r>
        <w:tab/>
        <w:t>1.013e0</w:t>
      </w:r>
    </w:p>
    <w:p w:rsidR="006974AE" w:rsidRDefault="006974AE" w:rsidP="006974AE">
      <w:r>
        <w:t>220.3960</w:t>
      </w:r>
      <w:r>
        <w:tab/>
        <w:t>1.013e0</w:t>
      </w:r>
    </w:p>
    <w:p w:rsidR="006974AE" w:rsidRDefault="006974AE" w:rsidP="006974AE">
      <w:r>
        <w:t>220.4155</w:t>
      </w:r>
      <w:r>
        <w:tab/>
        <w:t>2.025e0</w:t>
      </w:r>
    </w:p>
    <w:p w:rsidR="006974AE" w:rsidRDefault="006974AE" w:rsidP="006974AE">
      <w:r>
        <w:t>220.4208</w:t>
      </w:r>
      <w:r>
        <w:tab/>
        <w:t>1.013e0</w:t>
      </w:r>
    </w:p>
    <w:p w:rsidR="006974AE" w:rsidRDefault="006974AE" w:rsidP="006974AE">
      <w:r>
        <w:t>220.4517</w:t>
      </w:r>
      <w:r>
        <w:tab/>
        <w:t>2.025e0</w:t>
      </w:r>
    </w:p>
    <w:p w:rsidR="006974AE" w:rsidRDefault="006974AE" w:rsidP="006974AE">
      <w:r>
        <w:t>220.4534</w:t>
      </w:r>
      <w:r>
        <w:tab/>
        <w:t>2.025e0</w:t>
      </w:r>
    </w:p>
    <w:p w:rsidR="006974AE" w:rsidRDefault="006974AE" w:rsidP="006974AE">
      <w:r>
        <w:t>220.4557</w:t>
      </w:r>
      <w:r>
        <w:tab/>
        <w:t>1.013e0</w:t>
      </w:r>
    </w:p>
    <w:p w:rsidR="006974AE" w:rsidRDefault="006974AE" w:rsidP="006974AE">
      <w:r>
        <w:t>220.4935</w:t>
      </w:r>
      <w:r>
        <w:tab/>
        <w:t>2.025e0</w:t>
      </w:r>
    </w:p>
    <w:p w:rsidR="006974AE" w:rsidRDefault="006974AE" w:rsidP="006974AE">
      <w:r>
        <w:t>220.5092</w:t>
      </w:r>
      <w:r>
        <w:tab/>
        <w:t>2.025e0</w:t>
      </w:r>
    </w:p>
    <w:p w:rsidR="006974AE" w:rsidRDefault="006974AE" w:rsidP="006974AE">
      <w:r>
        <w:t>220.5152</w:t>
      </w:r>
      <w:r>
        <w:tab/>
        <w:t>1.013e0</w:t>
      </w:r>
    </w:p>
    <w:p w:rsidR="006974AE" w:rsidRDefault="006974AE" w:rsidP="006974AE">
      <w:r>
        <w:t>220.5463</w:t>
      </w:r>
      <w:r>
        <w:tab/>
        <w:t>2.025e0</w:t>
      </w:r>
    </w:p>
    <w:p w:rsidR="006974AE" w:rsidRDefault="006974AE" w:rsidP="006974AE">
      <w:r>
        <w:t>220.5502</w:t>
      </w:r>
      <w:r>
        <w:tab/>
        <w:t>1.013e0</w:t>
      </w:r>
    </w:p>
    <w:p w:rsidR="006974AE" w:rsidRDefault="006974AE" w:rsidP="006974AE">
      <w:r>
        <w:t>220.5578</w:t>
      </w:r>
      <w:r>
        <w:tab/>
        <w:t>2.025e0</w:t>
      </w:r>
    </w:p>
    <w:p w:rsidR="006974AE" w:rsidRDefault="006974AE" w:rsidP="006974AE">
      <w:r>
        <w:t>220.5627</w:t>
      </w:r>
      <w:r>
        <w:tab/>
        <w:t>1.013e0</w:t>
      </w:r>
    </w:p>
    <w:p w:rsidR="006974AE" w:rsidRDefault="006974AE" w:rsidP="006974AE">
      <w:r>
        <w:t>220.5707</w:t>
      </w:r>
      <w:r>
        <w:tab/>
        <w:t>1.013e0</w:t>
      </w:r>
    </w:p>
    <w:p w:rsidR="006974AE" w:rsidRDefault="006974AE" w:rsidP="006974AE">
      <w:r>
        <w:t>220.5940</w:t>
      </w:r>
      <w:r>
        <w:tab/>
        <w:t>1.013e0</w:t>
      </w:r>
    </w:p>
    <w:p w:rsidR="006974AE" w:rsidRDefault="006974AE" w:rsidP="006974AE">
      <w:r>
        <w:t>220.6436</w:t>
      </w:r>
      <w:r>
        <w:tab/>
        <w:t>2.025e0</w:t>
      </w:r>
    </w:p>
    <w:p w:rsidR="006974AE" w:rsidRDefault="006974AE" w:rsidP="006974AE">
      <w:r>
        <w:lastRenderedPageBreak/>
        <w:t>220.6532</w:t>
      </w:r>
      <w:r>
        <w:tab/>
        <w:t>1.013e0</w:t>
      </w:r>
    </w:p>
    <w:p w:rsidR="006974AE" w:rsidRDefault="006974AE" w:rsidP="006974AE">
      <w:r>
        <w:t>220.6651</w:t>
      </w:r>
      <w:r>
        <w:tab/>
        <w:t>1.013e0</w:t>
      </w:r>
    </w:p>
    <w:p w:rsidR="006974AE" w:rsidRDefault="006974AE" w:rsidP="006974AE">
      <w:r>
        <w:t>220.6966</w:t>
      </w:r>
      <w:r>
        <w:tab/>
        <w:t>1.013e0</w:t>
      </w:r>
    </w:p>
    <w:p w:rsidR="006974AE" w:rsidRDefault="006974AE" w:rsidP="006974AE">
      <w:r>
        <w:t>220.7132</w:t>
      </w:r>
      <w:r>
        <w:tab/>
        <w:t>1.013e0</w:t>
      </w:r>
    </w:p>
    <w:p w:rsidR="006974AE" w:rsidRDefault="006974AE" w:rsidP="006974AE">
      <w:r>
        <w:t>220.7320</w:t>
      </w:r>
      <w:r>
        <w:tab/>
        <w:t>1.013e0</w:t>
      </w:r>
    </w:p>
    <w:p w:rsidR="006974AE" w:rsidRDefault="006974AE" w:rsidP="006974AE">
      <w:r>
        <w:t>220.7397</w:t>
      </w:r>
      <w:r>
        <w:tab/>
        <w:t>1.013e0</w:t>
      </w:r>
    </w:p>
    <w:p w:rsidR="006974AE" w:rsidRDefault="006974AE" w:rsidP="006974AE">
      <w:r>
        <w:t>220.7512</w:t>
      </w:r>
      <w:r>
        <w:tab/>
        <w:t>1.013e0</w:t>
      </w:r>
    </w:p>
    <w:p w:rsidR="006974AE" w:rsidRDefault="006974AE" w:rsidP="006974AE">
      <w:r>
        <w:t>220.7677</w:t>
      </w:r>
      <w:r>
        <w:tab/>
        <w:t>1.013e0</w:t>
      </w:r>
    </w:p>
    <w:p w:rsidR="006974AE" w:rsidRDefault="006974AE" w:rsidP="006974AE">
      <w:r>
        <w:t>220.7760</w:t>
      </w:r>
      <w:r>
        <w:tab/>
        <w:t>1.013e0</w:t>
      </w:r>
    </w:p>
    <w:p w:rsidR="006974AE" w:rsidRDefault="006974AE" w:rsidP="006974AE">
      <w:r>
        <w:t>220.8185</w:t>
      </w:r>
      <w:r>
        <w:tab/>
        <w:t>1.013e0</w:t>
      </w:r>
    </w:p>
    <w:p w:rsidR="006974AE" w:rsidRDefault="006974AE" w:rsidP="006974AE">
      <w:r>
        <w:t>220.8226</w:t>
      </w:r>
      <w:r>
        <w:tab/>
        <w:t>1.013e0</w:t>
      </w:r>
    </w:p>
    <w:p w:rsidR="006974AE" w:rsidRDefault="006974AE" w:rsidP="006974AE">
      <w:r>
        <w:t>220.8487</w:t>
      </w:r>
      <w:r>
        <w:tab/>
        <w:t>2.025e0</w:t>
      </w:r>
    </w:p>
    <w:p w:rsidR="006974AE" w:rsidRDefault="006974AE" w:rsidP="006974AE">
      <w:r>
        <w:t>220.8591</w:t>
      </w:r>
      <w:r>
        <w:tab/>
        <w:t>3.038e0</w:t>
      </w:r>
    </w:p>
    <w:p w:rsidR="006974AE" w:rsidRDefault="006974AE" w:rsidP="006974AE">
      <w:r>
        <w:t>220.8726</w:t>
      </w:r>
      <w:r>
        <w:tab/>
        <w:t>2.025e0</w:t>
      </w:r>
    </w:p>
    <w:p w:rsidR="006974AE" w:rsidRDefault="006974AE" w:rsidP="006974AE">
      <w:r>
        <w:t>220.8742</w:t>
      </w:r>
      <w:r>
        <w:tab/>
        <w:t>1.013e0</w:t>
      </w:r>
    </w:p>
    <w:p w:rsidR="006974AE" w:rsidRDefault="006974AE" w:rsidP="006974AE">
      <w:r>
        <w:t>220.8860</w:t>
      </w:r>
      <w:r>
        <w:tab/>
        <w:t>3.038e0</w:t>
      </w:r>
    </w:p>
    <w:p w:rsidR="006974AE" w:rsidRDefault="006974AE" w:rsidP="006974AE">
      <w:r>
        <w:t>220.8896</w:t>
      </w:r>
      <w:r>
        <w:tab/>
        <w:t>2.025e0</w:t>
      </w:r>
    </w:p>
    <w:p w:rsidR="006974AE" w:rsidRDefault="006974AE" w:rsidP="006974AE">
      <w:r>
        <w:t>220.8934</w:t>
      </w:r>
      <w:r>
        <w:tab/>
        <w:t>1.013e0</w:t>
      </w:r>
    </w:p>
    <w:p w:rsidR="006974AE" w:rsidRDefault="006974AE" w:rsidP="006974AE">
      <w:r>
        <w:t>220.9056</w:t>
      </w:r>
      <w:r>
        <w:tab/>
        <w:t>1.013e0</w:t>
      </w:r>
    </w:p>
    <w:p w:rsidR="006974AE" w:rsidRDefault="006974AE" w:rsidP="006974AE">
      <w:r>
        <w:lastRenderedPageBreak/>
        <w:t>220.9140</w:t>
      </w:r>
      <w:r>
        <w:tab/>
        <w:t>1.013e0</w:t>
      </w:r>
    </w:p>
    <w:p w:rsidR="006974AE" w:rsidRDefault="006974AE" w:rsidP="006974AE">
      <w:r>
        <w:t>220.9664</w:t>
      </w:r>
      <w:r>
        <w:tab/>
        <w:t>2.025e0</w:t>
      </w:r>
    </w:p>
    <w:p w:rsidR="006974AE" w:rsidRDefault="006974AE" w:rsidP="006974AE">
      <w:r>
        <w:t>220.9683</w:t>
      </w:r>
      <w:r>
        <w:tab/>
        <w:t>2.025e0</w:t>
      </w:r>
    </w:p>
    <w:p w:rsidR="006974AE" w:rsidRDefault="006974AE" w:rsidP="006974AE">
      <w:r>
        <w:t>220.9724</w:t>
      </w:r>
      <w:r>
        <w:tab/>
        <w:t>2.025e0</w:t>
      </w:r>
    </w:p>
    <w:p w:rsidR="006974AE" w:rsidRDefault="006974AE" w:rsidP="006974AE">
      <w:r>
        <w:t>220.9851</w:t>
      </w:r>
      <w:r>
        <w:tab/>
        <w:t>1.013e0</w:t>
      </w:r>
    </w:p>
    <w:p w:rsidR="006974AE" w:rsidRDefault="006974AE" w:rsidP="006974AE">
      <w:r>
        <w:t>221.0032</w:t>
      </w:r>
      <w:r>
        <w:tab/>
        <w:t>4.051e0</w:t>
      </w:r>
    </w:p>
    <w:p w:rsidR="006974AE" w:rsidRDefault="006974AE" w:rsidP="006974AE">
      <w:r>
        <w:t>221.0126</w:t>
      </w:r>
      <w:r>
        <w:tab/>
        <w:t>1.013e0</w:t>
      </w:r>
    </w:p>
    <w:p w:rsidR="006974AE" w:rsidRDefault="006974AE" w:rsidP="006974AE">
      <w:r>
        <w:t>221.0243</w:t>
      </w:r>
      <w:r>
        <w:tab/>
        <w:t>2.025e0</w:t>
      </w:r>
    </w:p>
    <w:p w:rsidR="006974AE" w:rsidRDefault="006974AE" w:rsidP="006974AE">
      <w:r>
        <w:t>221.0356</w:t>
      </w:r>
      <w:r>
        <w:tab/>
        <w:t>1.013e0</w:t>
      </w:r>
    </w:p>
    <w:p w:rsidR="006974AE" w:rsidRDefault="006974AE" w:rsidP="006974AE">
      <w:r>
        <w:t>221.0419</w:t>
      </w:r>
      <w:r>
        <w:tab/>
        <w:t>4.051e0</w:t>
      </w:r>
    </w:p>
    <w:p w:rsidR="006974AE" w:rsidRDefault="006974AE" w:rsidP="006974AE">
      <w:r>
        <w:t>221.0446</w:t>
      </w:r>
      <w:r>
        <w:tab/>
        <w:t>2.025e0</w:t>
      </w:r>
    </w:p>
    <w:p w:rsidR="006974AE" w:rsidRDefault="006974AE" w:rsidP="006974AE">
      <w:r>
        <w:t>221.0479</w:t>
      </w:r>
      <w:r>
        <w:tab/>
        <w:t>3.038e0</w:t>
      </w:r>
    </w:p>
    <w:p w:rsidR="006974AE" w:rsidRDefault="006974AE" w:rsidP="006974AE">
      <w:r>
        <w:t>221.0520</w:t>
      </w:r>
      <w:r>
        <w:tab/>
        <w:t>1.013e0</w:t>
      </w:r>
    </w:p>
    <w:p w:rsidR="006974AE" w:rsidRDefault="006974AE" w:rsidP="006974AE">
      <w:r>
        <w:t>221.0761</w:t>
      </w:r>
      <w:r>
        <w:tab/>
        <w:t>1.013e0</w:t>
      </w:r>
    </w:p>
    <w:p w:rsidR="006974AE" w:rsidRDefault="006974AE" w:rsidP="006974AE">
      <w:r>
        <w:t>221.0914</w:t>
      </w:r>
      <w:r>
        <w:tab/>
        <w:t>1.013e0</w:t>
      </w:r>
    </w:p>
    <w:p w:rsidR="006974AE" w:rsidRDefault="006974AE" w:rsidP="006974AE">
      <w:r>
        <w:t>221.0934</w:t>
      </w:r>
      <w:r>
        <w:tab/>
        <w:t>2.025e0</w:t>
      </w:r>
    </w:p>
    <w:p w:rsidR="006974AE" w:rsidRDefault="006974AE" w:rsidP="006974AE">
      <w:r>
        <w:t>221.0994</w:t>
      </w:r>
      <w:r>
        <w:tab/>
        <w:t>1.013e0</w:t>
      </w:r>
    </w:p>
    <w:p w:rsidR="006974AE" w:rsidRDefault="006974AE" w:rsidP="006974AE">
      <w:r>
        <w:t>221.1091</w:t>
      </w:r>
      <w:r>
        <w:tab/>
        <w:t>2.025e0</w:t>
      </w:r>
    </w:p>
    <w:p w:rsidR="006974AE" w:rsidRDefault="006974AE" w:rsidP="006974AE">
      <w:r>
        <w:t>221.1148</w:t>
      </w:r>
      <w:r>
        <w:tab/>
        <w:t>3.038e0</w:t>
      </w:r>
    </w:p>
    <w:p w:rsidR="006974AE" w:rsidRDefault="006974AE" w:rsidP="006974AE">
      <w:r>
        <w:lastRenderedPageBreak/>
        <w:t>221.1254</w:t>
      </w:r>
      <w:r>
        <w:tab/>
        <w:t>2.025e0</w:t>
      </w:r>
    </w:p>
    <w:p w:rsidR="006974AE" w:rsidRDefault="006974AE" w:rsidP="006974AE">
      <w:r>
        <w:t>221.1315</w:t>
      </w:r>
      <w:r>
        <w:tab/>
        <w:t>1.013e0</w:t>
      </w:r>
    </w:p>
    <w:p w:rsidR="006974AE" w:rsidRDefault="006974AE" w:rsidP="006974AE">
      <w:r>
        <w:t>221.1396</w:t>
      </w:r>
      <w:r>
        <w:tab/>
        <w:t>2.025e0</w:t>
      </w:r>
    </w:p>
    <w:p w:rsidR="006974AE" w:rsidRDefault="006974AE" w:rsidP="006974AE">
      <w:r>
        <w:t>221.1459</w:t>
      </w:r>
      <w:r>
        <w:tab/>
        <w:t>5.063e0</w:t>
      </w:r>
    </w:p>
    <w:p w:rsidR="006974AE" w:rsidRDefault="006974AE" w:rsidP="006974AE">
      <w:r>
        <w:t>221.1626</w:t>
      </w:r>
      <w:r>
        <w:tab/>
        <w:t>2.025e0</w:t>
      </w:r>
    </w:p>
    <w:p w:rsidR="006974AE" w:rsidRDefault="006974AE" w:rsidP="006974AE">
      <w:r>
        <w:t>221.1901</w:t>
      </w:r>
      <w:r>
        <w:tab/>
        <w:t>1.013e0</w:t>
      </w:r>
    </w:p>
    <w:p w:rsidR="006974AE" w:rsidRDefault="006974AE" w:rsidP="006974AE">
      <w:r>
        <w:t>221.1985</w:t>
      </w:r>
      <w:r>
        <w:tab/>
        <w:t>1.013e0</w:t>
      </w:r>
    </w:p>
    <w:p w:rsidR="006974AE" w:rsidRDefault="006974AE" w:rsidP="006974AE">
      <w:r>
        <w:t>221.2735</w:t>
      </w:r>
      <w:r>
        <w:tab/>
        <w:t>1.013e0</w:t>
      </w:r>
    </w:p>
    <w:p w:rsidR="006974AE" w:rsidRDefault="006974AE" w:rsidP="006974AE">
      <w:r>
        <w:t>221.3051</w:t>
      </w:r>
      <w:r>
        <w:tab/>
        <w:t>1.013e0</w:t>
      </w:r>
    </w:p>
    <w:p w:rsidR="006974AE" w:rsidRDefault="006974AE" w:rsidP="006974AE">
      <w:r>
        <w:t>221.3087</w:t>
      </w:r>
      <w:r>
        <w:tab/>
        <w:t>1.013e0</w:t>
      </w:r>
    </w:p>
    <w:p w:rsidR="006974AE" w:rsidRDefault="006974AE" w:rsidP="006974AE">
      <w:r>
        <w:t>221.3324</w:t>
      </w:r>
      <w:r>
        <w:tab/>
        <w:t>1.013e0</w:t>
      </w:r>
    </w:p>
    <w:p w:rsidR="006974AE" w:rsidRDefault="006974AE" w:rsidP="006974AE">
      <w:r>
        <w:t>221.3344</w:t>
      </w:r>
      <w:r>
        <w:tab/>
        <w:t>2.025e0</w:t>
      </w:r>
    </w:p>
    <w:p w:rsidR="006974AE" w:rsidRDefault="006974AE" w:rsidP="006974AE">
      <w:r>
        <w:t>221.3492</w:t>
      </w:r>
      <w:r>
        <w:tab/>
        <w:t>1.013e0</w:t>
      </w:r>
    </w:p>
    <w:p w:rsidR="006974AE" w:rsidRDefault="006974AE" w:rsidP="006974AE">
      <w:r>
        <w:t>221.3721</w:t>
      </w:r>
      <w:r>
        <w:tab/>
        <w:t>1.013e0</w:t>
      </w:r>
    </w:p>
    <w:p w:rsidR="006974AE" w:rsidRDefault="006974AE" w:rsidP="006974AE">
      <w:r>
        <w:t>221.3878</w:t>
      </w:r>
      <w:r>
        <w:tab/>
        <w:t>1.013e0</w:t>
      </w:r>
    </w:p>
    <w:p w:rsidR="006974AE" w:rsidRDefault="006974AE" w:rsidP="006974AE">
      <w:r>
        <w:t>221.4034</w:t>
      </w:r>
      <w:r>
        <w:tab/>
        <w:t>1.013e0</w:t>
      </w:r>
    </w:p>
    <w:p w:rsidR="006974AE" w:rsidRDefault="006974AE" w:rsidP="006974AE">
      <w:r>
        <w:t>221.4243</w:t>
      </w:r>
      <w:r>
        <w:tab/>
        <w:t>1.013e0</w:t>
      </w:r>
    </w:p>
    <w:p w:rsidR="006974AE" w:rsidRDefault="006974AE" w:rsidP="006974AE">
      <w:r>
        <w:t>221.4606</w:t>
      </w:r>
      <w:r>
        <w:tab/>
        <w:t>2.025e0</w:t>
      </w:r>
    </w:p>
    <w:p w:rsidR="006974AE" w:rsidRDefault="006974AE" w:rsidP="006974AE">
      <w:r>
        <w:t>221.4691</w:t>
      </w:r>
      <w:r>
        <w:tab/>
        <w:t>2.025e0</w:t>
      </w:r>
    </w:p>
    <w:p w:rsidR="006974AE" w:rsidRDefault="006974AE" w:rsidP="006974AE">
      <w:r>
        <w:lastRenderedPageBreak/>
        <w:t>221.4704</w:t>
      </w:r>
      <w:r>
        <w:tab/>
        <w:t>1.013e0</w:t>
      </w:r>
    </w:p>
    <w:p w:rsidR="006974AE" w:rsidRDefault="006974AE" w:rsidP="006974AE">
      <w:r>
        <w:t>221.4955</w:t>
      </w:r>
      <w:r>
        <w:tab/>
        <w:t>2.025e0</w:t>
      </w:r>
    </w:p>
    <w:p w:rsidR="006974AE" w:rsidRDefault="006974AE" w:rsidP="006974AE">
      <w:r>
        <w:t>221.5067</w:t>
      </w:r>
      <w:r>
        <w:tab/>
        <w:t>4.051e0</w:t>
      </w:r>
    </w:p>
    <w:p w:rsidR="006974AE" w:rsidRDefault="006974AE" w:rsidP="006974AE">
      <w:r>
        <w:t>221.5145</w:t>
      </w:r>
      <w:r>
        <w:tab/>
        <w:t>1.013e0</w:t>
      </w:r>
    </w:p>
    <w:p w:rsidR="006974AE" w:rsidRDefault="006974AE" w:rsidP="006974AE">
      <w:r>
        <w:t>221.5374</w:t>
      </w:r>
      <w:r>
        <w:tab/>
        <w:t>1.013e0</w:t>
      </w:r>
    </w:p>
    <w:p w:rsidR="006974AE" w:rsidRDefault="006974AE" w:rsidP="006974AE">
      <w:r>
        <w:t>221.5461</w:t>
      </w:r>
      <w:r>
        <w:tab/>
        <w:t>1.013e0</w:t>
      </w:r>
    </w:p>
    <w:p w:rsidR="006974AE" w:rsidRDefault="006974AE" w:rsidP="006974AE">
      <w:r>
        <w:t>221.5629</w:t>
      </w:r>
      <w:r>
        <w:tab/>
        <w:t>1.013e0</w:t>
      </w:r>
    </w:p>
    <w:p w:rsidR="006974AE" w:rsidRDefault="006974AE" w:rsidP="006974AE">
      <w:r>
        <w:t>221.5896</w:t>
      </w:r>
      <w:r>
        <w:tab/>
        <w:t>1.013e0</w:t>
      </w:r>
    </w:p>
    <w:p w:rsidR="006974AE" w:rsidRDefault="006974AE" w:rsidP="006974AE">
      <w:r>
        <w:t>221.6051</w:t>
      </w:r>
      <w:r>
        <w:tab/>
        <w:t>2.025e0</w:t>
      </w:r>
    </w:p>
    <w:p w:rsidR="006974AE" w:rsidRDefault="006974AE" w:rsidP="006974AE">
      <w:r>
        <w:t>221.6258</w:t>
      </w:r>
      <w:r>
        <w:tab/>
        <w:t>1.013e0</w:t>
      </w:r>
    </w:p>
    <w:p w:rsidR="006974AE" w:rsidRDefault="006974AE" w:rsidP="006974AE">
      <w:r>
        <w:t>221.6310</w:t>
      </w:r>
      <w:r>
        <w:tab/>
        <w:t>2.025e0</w:t>
      </w:r>
    </w:p>
    <w:p w:rsidR="006974AE" w:rsidRDefault="006974AE" w:rsidP="006974AE">
      <w:r>
        <w:t>221.6418</w:t>
      </w:r>
      <w:r>
        <w:tab/>
        <w:t>2.025e0</w:t>
      </w:r>
    </w:p>
    <w:p w:rsidR="006974AE" w:rsidRDefault="006974AE" w:rsidP="006974AE">
      <w:r>
        <w:t>221.6687</w:t>
      </w:r>
      <w:r>
        <w:tab/>
        <w:t>1.013e0</w:t>
      </w:r>
    </w:p>
    <w:p w:rsidR="006974AE" w:rsidRDefault="006974AE" w:rsidP="006974AE">
      <w:r>
        <w:t>221.6884</w:t>
      </w:r>
      <w:r>
        <w:tab/>
        <w:t>1.013e0</w:t>
      </w:r>
    </w:p>
    <w:p w:rsidR="006974AE" w:rsidRDefault="006974AE" w:rsidP="006974AE">
      <w:r>
        <w:t>221.7010</w:t>
      </w:r>
      <w:r>
        <w:tab/>
        <w:t>1.013e0</w:t>
      </w:r>
    </w:p>
    <w:p w:rsidR="006974AE" w:rsidRDefault="006974AE" w:rsidP="006974AE">
      <w:r>
        <w:t>221.7128</w:t>
      </w:r>
      <w:r>
        <w:tab/>
        <w:t>2.025e0</w:t>
      </w:r>
    </w:p>
    <w:p w:rsidR="006974AE" w:rsidRDefault="006974AE" w:rsidP="006974AE">
      <w:r>
        <w:t>221.7168</w:t>
      </w:r>
      <w:r>
        <w:tab/>
        <w:t>1.013e0</w:t>
      </w:r>
    </w:p>
    <w:p w:rsidR="006974AE" w:rsidRDefault="006974AE" w:rsidP="006974AE">
      <w:r>
        <w:t>221.7206</w:t>
      </w:r>
      <w:r>
        <w:tab/>
        <w:t>1.013e0</w:t>
      </w:r>
    </w:p>
    <w:p w:rsidR="006974AE" w:rsidRDefault="006974AE" w:rsidP="006974AE">
      <w:r>
        <w:t>221.7684</w:t>
      </w:r>
      <w:r>
        <w:tab/>
        <w:t>1.013e0</w:t>
      </w:r>
    </w:p>
    <w:p w:rsidR="006974AE" w:rsidRDefault="006974AE" w:rsidP="006974AE">
      <w:r>
        <w:lastRenderedPageBreak/>
        <w:t>221.7993</w:t>
      </w:r>
      <w:r>
        <w:tab/>
        <w:t>1.013e0</w:t>
      </w:r>
    </w:p>
    <w:p w:rsidR="006974AE" w:rsidRDefault="006974AE" w:rsidP="006974AE">
      <w:r>
        <w:t>221.8108</w:t>
      </w:r>
      <w:r>
        <w:tab/>
        <w:t>1.013e0</w:t>
      </w:r>
    </w:p>
    <w:p w:rsidR="006974AE" w:rsidRDefault="006974AE" w:rsidP="006974AE">
      <w:r>
        <w:t>221.8271</w:t>
      </w:r>
      <w:r>
        <w:tab/>
        <w:t>1.013e0</w:t>
      </w:r>
    </w:p>
    <w:p w:rsidR="006974AE" w:rsidRDefault="006974AE" w:rsidP="006974AE">
      <w:r>
        <w:t>221.8439</w:t>
      </w:r>
      <w:r>
        <w:tab/>
        <w:t>1.013e0</w:t>
      </w:r>
    </w:p>
    <w:p w:rsidR="006974AE" w:rsidRDefault="006974AE" w:rsidP="006974AE">
      <w:r>
        <w:t>221.8478</w:t>
      </w:r>
      <w:r>
        <w:tab/>
        <w:t>1.013e0</w:t>
      </w:r>
    </w:p>
    <w:p w:rsidR="006974AE" w:rsidRDefault="006974AE" w:rsidP="006974AE">
      <w:r>
        <w:t>221.8513</w:t>
      </w:r>
      <w:r>
        <w:tab/>
        <w:t>2.025e0</w:t>
      </w:r>
    </w:p>
    <w:p w:rsidR="006974AE" w:rsidRDefault="006974AE" w:rsidP="006974AE">
      <w:r>
        <w:t>221.8589</w:t>
      </w:r>
      <w:r>
        <w:tab/>
        <w:t>1.013e0</w:t>
      </w:r>
    </w:p>
    <w:p w:rsidR="006974AE" w:rsidRDefault="006974AE" w:rsidP="006974AE">
      <w:r>
        <w:t>221.8823</w:t>
      </w:r>
      <w:r>
        <w:tab/>
        <w:t>1.013e0</w:t>
      </w:r>
    </w:p>
    <w:p w:rsidR="006974AE" w:rsidRDefault="006974AE" w:rsidP="006974AE">
      <w:r>
        <w:t>221.9066</w:t>
      </w:r>
      <w:r>
        <w:tab/>
        <w:t>1.013e0</w:t>
      </w:r>
    </w:p>
    <w:p w:rsidR="006974AE" w:rsidRDefault="006974AE" w:rsidP="006974AE">
      <w:r>
        <w:t>221.9266</w:t>
      </w:r>
      <w:r>
        <w:tab/>
        <w:t>1.013e0</w:t>
      </w:r>
    </w:p>
    <w:p w:rsidR="006974AE" w:rsidRDefault="006974AE" w:rsidP="006974AE">
      <w:r>
        <w:t>221.9532</w:t>
      </w:r>
      <w:r>
        <w:tab/>
        <w:t>1.013e0</w:t>
      </w:r>
    </w:p>
    <w:p w:rsidR="006974AE" w:rsidRDefault="006974AE" w:rsidP="006974AE">
      <w:r>
        <w:t>221.9656</w:t>
      </w:r>
      <w:r>
        <w:tab/>
        <w:t>2.025e0</w:t>
      </w:r>
    </w:p>
    <w:p w:rsidR="006974AE" w:rsidRDefault="006974AE" w:rsidP="006974AE">
      <w:r>
        <w:t>221.9740</w:t>
      </w:r>
      <w:r>
        <w:tab/>
        <w:t>1.013e0</w:t>
      </w:r>
    </w:p>
    <w:p w:rsidR="006974AE" w:rsidRDefault="006974AE" w:rsidP="006974AE">
      <w:r>
        <w:t>221.9882</w:t>
      </w:r>
      <w:r>
        <w:tab/>
        <w:t>2.025e0</w:t>
      </w:r>
    </w:p>
    <w:p w:rsidR="006974AE" w:rsidRDefault="006974AE" w:rsidP="006974AE">
      <w:r>
        <w:t>221.9952</w:t>
      </w:r>
      <w:r>
        <w:tab/>
        <w:t>5.555e0</w:t>
      </w:r>
    </w:p>
    <w:p w:rsidR="006974AE" w:rsidRDefault="006974AE" w:rsidP="006974AE">
      <w:r>
        <w:t>222.0119</w:t>
      </w:r>
      <w:r>
        <w:tab/>
        <w:t>1.702e1</w:t>
      </w:r>
    </w:p>
    <w:p w:rsidR="006974AE" w:rsidRDefault="006974AE" w:rsidP="006974AE">
      <w:r>
        <w:t>222.0158</w:t>
      </w:r>
      <w:r>
        <w:tab/>
        <w:t>7.089e0</w:t>
      </w:r>
    </w:p>
    <w:p w:rsidR="006974AE" w:rsidRDefault="006974AE" w:rsidP="006974AE">
      <w:r>
        <w:t>222.0173</w:t>
      </w:r>
      <w:r>
        <w:tab/>
        <w:t>2.063e1</w:t>
      </w:r>
    </w:p>
    <w:p w:rsidR="006974AE" w:rsidRDefault="006974AE" w:rsidP="006974AE">
      <w:r>
        <w:t>222.0185</w:t>
      </w:r>
      <w:r>
        <w:tab/>
        <w:t>9.031e0</w:t>
      </w:r>
    </w:p>
    <w:p w:rsidR="006974AE" w:rsidRDefault="006974AE" w:rsidP="006974AE">
      <w:r>
        <w:lastRenderedPageBreak/>
        <w:t>222.0204</w:t>
      </w:r>
      <w:r>
        <w:tab/>
        <w:t>1.719e1</w:t>
      </w:r>
    </w:p>
    <w:p w:rsidR="006974AE" w:rsidRDefault="006974AE" w:rsidP="006974AE">
      <w:r>
        <w:t>222.0220</w:t>
      </w:r>
      <w:r>
        <w:tab/>
        <w:t>6.076e0</w:t>
      </w:r>
    </w:p>
    <w:p w:rsidR="006974AE" w:rsidRDefault="006974AE" w:rsidP="006974AE">
      <w:r>
        <w:t>222.0257</w:t>
      </w:r>
      <w:r>
        <w:tab/>
        <w:t>1.361e1</w:t>
      </w:r>
    </w:p>
    <w:p w:rsidR="006974AE" w:rsidRDefault="006974AE" w:rsidP="006974AE">
      <w:r>
        <w:t>222.0481</w:t>
      </w:r>
      <w:r>
        <w:tab/>
        <w:t>3.038e0</w:t>
      </w:r>
    </w:p>
    <w:p w:rsidR="006974AE" w:rsidRDefault="006974AE" w:rsidP="006974AE">
      <w:r>
        <w:t>222.0538</w:t>
      </w:r>
      <w:r>
        <w:tab/>
        <w:t>1.013e0</w:t>
      </w:r>
    </w:p>
    <w:p w:rsidR="006974AE" w:rsidRDefault="006974AE" w:rsidP="006974AE">
      <w:r>
        <w:t>222.0575</w:t>
      </w:r>
      <w:r>
        <w:tab/>
        <w:t>3.038e0</w:t>
      </w:r>
    </w:p>
    <w:p w:rsidR="006974AE" w:rsidRDefault="006974AE" w:rsidP="006974AE">
      <w:r>
        <w:t>222.0611</w:t>
      </w:r>
      <w:r>
        <w:tab/>
        <w:t>1.013e0</w:t>
      </w:r>
    </w:p>
    <w:p w:rsidR="006974AE" w:rsidRDefault="006974AE" w:rsidP="006974AE">
      <w:r>
        <w:t>222.0727</w:t>
      </w:r>
      <w:r>
        <w:tab/>
        <w:t>2.025e0</w:t>
      </w:r>
    </w:p>
    <w:p w:rsidR="006974AE" w:rsidRDefault="006974AE" w:rsidP="006974AE">
      <w:r>
        <w:t>222.0806</w:t>
      </w:r>
      <w:r>
        <w:tab/>
        <w:t>2.025e0</w:t>
      </w:r>
    </w:p>
    <w:p w:rsidR="006974AE" w:rsidRDefault="006974AE" w:rsidP="006974AE">
      <w:r>
        <w:t>222.0918</w:t>
      </w:r>
      <w:r>
        <w:tab/>
        <w:t>1.013e0</w:t>
      </w:r>
    </w:p>
    <w:p w:rsidR="006974AE" w:rsidRDefault="006974AE" w:rsidP="006974AE">
      <w:r>
        <w:t>222.1000</w:t>
      </w:r>
      <w:r>
        <w:tab/>
        <w:t>1.013e0</w:t>
      </w:r>
    </w:p>
    <w:p w:rsidR="006974AE" w:rsidRDefault="006974AE" w:rsidP="006974AE">
      <w:r>
        <w:t>222.1047</w:t>
      </w:r>
      <w:r>
        <w:tab/>
        <w:t>4.051e0</w:t>
      </w:r>
    </w:p>
    <w:p w:rsidR="006974AE" w:rsidRDefault="006974AE" w:rsidP="006974AE">
      <w:r>
        <w:t>222.1082</w:t>
      </w:r>
      <w:r>
        <w:tab/>
        <w:t>2.025e0</w:t>
      </w:r>
    </w:p>
    <w:p w:rsidR="006974AE" w:rsidRDefault="006974AE" w:rsidP="006974AE">
      <w:r>
        <w:t>222.1122</w:t>
      </w:r>
      <w:r>
        <w:tab/>
        <w:t>3.038e0</w:t>
      </w:r>
    </w:p>
    <w:p w:rsidR="006974AE" w:rsidRDefault="006974AE" w:rsidP="006974AE">
      <w:r>
        <w:t>222.1323</w:t>
      </w:r>
      <w:r>
        <w:tab/>
        <w:t>1.013e0</w:t>
      </w:r>
    </w:p>
    <w:p w:rsidR="006974AE" w:rsidRDefault="006974AE" w:rsidP="006974AE">
      <w:r>
        <w:t>222.1381</w:t>
      </w:r>
      <w:r>
        <w:tab/>
        <w:t>2.025e0</w:t>
      </w:r>
    </w:p>
    <w:p w:rsidR="006974AE" w:rsidRDefault="006974AE" w:rsidP="006974AE">
      <w:r>
        <w:t>222.1403</w:t>
      </w:r>
      <w:r>
        <w:tab/>
        <w:t>1.013e0</w:t>
      </w:r>
    </w:p>
    <w:p w:rsidR="006974AE" w:rsidRDefault="006974AE" w:rsidP="006974AE">
      <w:r>
        <w:t>222.1631</w:t>
      </w:r>
      <w:r>
        <w:tab/>
        <w:t>2.025e0</w:t>
      </w:r>
    </w:p>
    <w:p w:rsidR="006974AE" w:rsidRDefault="006974AE" w:rsidP="006974AE">
      <w:r>
        <w:t>222.1669</w:t>
      </w:r>
      <w:r>
        <w:tab/>
        <w:t>1.013e0</w:t>
      </w:r>
    </w:p>
    <w:p w:rsidR="006974AE" w:rsidRDefault="006974AE" w:rsidP="006974AE">
      <w:r>
        <w:lastRenderedPageBreak/>
        <w:t>222.1719</w:t>
      </w:r>
      <w:r>
        <w:tab/>
        <w:t>5.063e0</w:t>
      </w:r>
    </w:p>
    <w:p w:rsidR="006974AE" w:rsidRDefault="006974AE" w:rsidP="006974AE">
      <w:r>
        <w:t>222.1960</w:t>
      </w:r>
      <w:r>
        <w:tab/>
        <w:t>2.025e0</w:t>
      </w:r>
    </w:p>
    <w:p w:rsidR="006974AE" w:rsidRDefault="006974AE" w:rsidP="006974AE">
      <w:r>
        <w:t>222.1997</w:t>
      </w:r>
      <w:r>
        <w:tab/>
        <w:t>1.013e0</w:t>
      </w:r>
    </w:p>
    <w:p w:rsidR="006974AE" w:rsidRDefault="006974AE" w:rsidP="006974AE">
      <w:r>
        <w:t>222.2077</w:t>
      </w:r>
      <w:r>
        <w:tab/>
        <w:t>1.013e0</w:t>
      </w:r>
    </w:p>
    <w:p w:rsidR="006974AE" w:rsidRDefault="006974AE" w:rsidP="006974AE">
      <w:r>
        <w:t>222.2190</w:t>
      </w:r>
      <w:r>
        <w:tab/>
        <w:t>1.013e0</w:t>
      </w:r>
    </w:p>
    <w:p w:rsidR="006974AE" w:rsidRDefault="006974AE" w:rsidP="006974AE">
      <w:r>
        <w:t>222.2312</w:t>
      </w:r>
      <w:r>
        <w:tab/>
        <w:t>2.025e0</w:t>
      </w:r>
    </w:p>
    <w:p w:rsidR="006974AE" w:rsidRDefault="006974AE" w:rsidP="006974AE">
      <w:r>
        <w:t>222.2510</w:t>
      </w:r>
      <w:r>
        <w:tab/>
        <w:t>1.013e0</w:t>
      </w:r>
    </w:p>
    <w:p w:rsidR="006974AE" w:rsidRDefault="006974AE" w:rsidP="006974AE">
      <w:r>
        <w:t>222.2552</w:t>
      </w:r>
      <w:r>
        <w:tab/>
        <w:t>1.013e0</w:t>
      </w:r>
    </w:p>
    <w:p w:rsidR="006974AE" w:rsidRDefault="006974AE" w:rsidP="006974AE">
      <w:r>
        <w:t>222.2825</w:t>
      </w:r>
      <w:r>
        <w:tab/>
        <w:t>1.013e0</w:t>
      </w:r>
    </w:p>
    <w:p w:rsidR="006974AE" w:rsidRDefault="006974AE" w:rsidP="006974AE">
      <w:r>
        <w:t>222.2867</w:t>
      </w:r>
      <w:r>
        <w:tab/>
        <w:t>1.013e0</w:t>
      </w:r>
    </w:p>
    <w:p w:rsidR="006974AE" w:rsidRDefault="006974AE" w:rsidP="006974AE">
      <w:r>
        <w:t>222.2998</w:t>
      </w:r>
      <w:r>
        <w:tab/>
        <w:t>2.025e0</w:t>
      </w:r>
    </w:p>
    <w:p w:rsidR="006974AE" w:rsidRDefault="006974AE" w:rsidP="006974AE">
      <w:r>
        <w:t>222.3182</w:t>
      </w:r>
      <w:r>
        <w:tab/>
        <w:t>1.013e0</w:t>
      </w:r>
    </w:p>
    <w:p w:rsidR="006974AE" w:rsidRDefault="006974AE" w:rsidP="006974AE">
      <w:r>
        <w:t>222.3615</w:t>
      </w:r>
      <w:r>
        <w:tab/>
        <w:t>1.013e0</w:t>
      </w:r>
    </w:p>
    <w:p w:rsidR="006974AE" w:rsidRDefault="006974AE" w:rsidP="006974AE">
      <w:r>
        <w:t>222.3772</w:t>
      </w:r>
      <w:r>
        <w:tab/>
        <w:t>2.025e0</w:t>
      </w:r>
    </w:p>
    <w:p w:rsidR="006974AE" w:rsidRDefault="006974AE" w:rsidP="006974AE">
      <w:r>
        <w:t>222.3821</w:t>
      </w:r>
      <w:r>
        <w:tab/>
        <w:t>2.025e0</w:t>
      </w:r>
    </w:p>
    <w:p w:rsidR="006974AE" w:rsidRDefault="006974AE" w:rsidP="006974AE">
      <w:r>
        <w:t>222.3984</w:t>
      </w:r>
      <w:r>
        <w:tab/>
        <w:t>1.013e0</w:t>
      </w:r>
    </w:p>
    <w:p w:rsidR="006974AE" w:rsidRDefault="006974AE" w:rsidP="006974AE">
      <w:r>
        <w:t>222.4061</w:t>
      </w:r>
      <w:r>
        <w:tab/>
        <w:t>1.013e0</w:t>
      </w:r>
    </w:p>
    <w:p w:rsidR="006974AE" w:rsidRDefault="006974AE" w:rsidP="006974AE">
      <w:r>
        <w:t>222.4096</w:t>
      </w:r>
      <w:r>
        <w:tab/>
        <w:t>1.013e0</w:t>
      </w:r>
    </w:p>
    <w:p w:rsidR="006974AE" w:rsidRDefault="006974AE" w:rsidP="006974AE">
      <w:r>
        <w:t>222.4366</w:t>
      </w:r>
      <w:r>
        <w:tab/>
        <w:t>1.013e0</w:t>
      </w:r>
    </w:p>
    <w:p w:rsidR="006974AE" w:rsidRDefault="006974AE" w:rsidP="006974AE">
      <w:r>
        <w:lastRenderedPageBreak/>
        <w:t>222.4403</w:t>
      </w:r>
      <w:r>
        <w:tab/>
        <w:t>1.013e0</w:t>
      </w:r>
    </w:p>
    <w:p w:rsidR="006974AE" w:rsidRDefault="006974AE" w:rsidP="006974AE">
      <w:r>
        <w:t>222.4793</w:t>
      </w:r>
      <w:r>
        <w:tab/>
        <w:t>2.025e0</w:t>
      </w:r>
    </w:p>
    <w:p w:rsidR="006974AE" w:rsidRDefault="006974AE" w:rsidP="006974AE">
      <w:r>
        <w:t>222.5117</w:t>
      </w:r>
      <w:r>
        <w:tab/>
        <w:t>1.013e0</w:t>
      </w:r>
    </w:p>
    <w:p w:rsidR="006974AE" w:rsidRDefault="006974AE" w:rsidP="006974AE">
      <w:r>
        <w:t>222.5522</w:t>
      </w:r>
      <w:r>
        <w:tab/>
        <w:t>2.025e0</w:t>
      </w:r>
    </w:p>
    <w:p w:rsidR="006974AE" w:rsidRDefault="006974AE" w:rsidP="006974AE">
      <w:r>
        <w:t>222.5563</w:t>
      </w:r>
      <w:r>
        <w:tab/>
        <w:t>1.013e0</w:t>
      </w:r>
    </w:p>
    <w:p w:rsidR="006974AE" w:rsidRDefault="006974AE" w:rsidP="006974AE">
      <w:r>
        <w:t>222.5602</w:t>
      </w:r>
      <w:r>
        <w:tab/>
        <w:t>1.013e0</w:t>
      </w:r>
    </w:p>
    <w:p w:rsidR="006974AE" w:rsidRDefault="006974AE" w:rsidP="006974AE">
      <w:r>
        <w:t>222.5814</w:t>
      </w:r>
      <w:r>
        <w:tab/>
        <w:t>4.051e0</w:t>
      </w:r>
    </w:p>
    <w:p w:rsidR="006974AE" w:rsidRDefault="006974AE" w:rsidP="006974AE">
      <w:r>
        <w:t>222.5877</w:t>
      </w:r>
      <w:r>
        <w:tab/>
        <w:t>1.013e0</w:t>
      </w:r>
    </w:p>
    <w:p w:rsidR="006974AE" w:rsidRDefault="006974AE" w:rsidP="006974AE">
      <w:r>
        <w:t>222.5994</w:t>
      </w:r>
      <w:r>
        <w:tab/>
        <w:t>3.038e0</w:t>
      </w:r>
    </w:p>
    <w:p w:rsidR="006974AE" w:rsidRDefault="006974AE" w:rsidP="006974AE">
      <w:r>
        <w:t>222.6082</w:t>
      </w:r>
      <w:r>
        <w:tab/>
        <w:t>1.013e0</w:t>
      </w:r>
    </w:p>
    <w:p w:rsidR="006974AE" w:rsidRDefault="006974AE" w:rsidP="006974AE">
      <w:r>
        <w:t>222.6139</w:t>
      </w:r>
      <w:r>
        <w:tab/>
        <w:t>2.025e0</w:t>
      </w:r>
    </w:p>
    <w:p w:rsidR="006974AE" w:rsidRDefault="006974AE" w:rsidP="006974AE">
      <w:r>
        <w:t>222.6275</w:t>
      </w:r>
      <w:r>
        <w:tab/>
        <w:t>2.025e0</w:t>
      </w:r>
    </w:p>
    <w:p w:rsidR="006974AE" w:rsidRDefault="006974AE" w:rsidP="006974AE">
      <w:r>
        <w:t>222.6351</w:t>
      </w:r>
      <w:r>
        <w:tab/>
        <w:t>1.013e0</w:t>
      </w:r>
    </w:p>
    <w:p w:rsidR="006974AE" w:rsidRDefault="006974AE" w:rsidP="006974AE">
      <w:r>
        <w:t>222.6590</w:t>
      </w:r>
      <w:r>
        <w:tab/>
        <w:t>1.013e0</w:t>
      </w:r>
    </w:p>
    <w:p w:rsidR="006974AE" w:rsidRDefault="006974AE" w:rsidP="006974AE">
      <w:r>
        <w:t>222.6716</w:t>
      </w:r>
      <w:r>
        <w:tab/>
        <w:t>1.013e0</w:t>
      </w:r>
    </w:p>
    <w:p w:rsidR="006974AE" w:rsidRDefault="006974AE" w:rsidP="006974AE">
      <w:r>
        <w:t>222.6759</w:t>
      </w:r>
      <w:r>
        <w:tab/>
        <w:t>1.013e0</w:t>
      </w:r>
    </w:p>
    <w:p w:rsidR="006974AE" w:rsidRDefault="006974AE" w:rsidP="006974AE">
      <w:r>
        <w:t>222.6873</w:t>
      </w:r>
      <w:r>
        <w:tab/>
        <w:t>1.013e0</w:t>
      </w:r>
    </w:p>
    <w:p w:rsidR="006974AE" w:rsidRDefault="006974AE" w:rsidP="006974AE">
      <w:r>
        <w:t>222.6951</w:t>
      </w:r>
      <w:r>
        <w:tab/>
        <w:t>1.013e0</w:t>
      </w:r>
    </w:p>
    <w:p w:rsidR="006974AE" w:rsidRDefault="006974AE" w:rsidP="006974AE">
      <w:r>
        <w:t>222.7028</w:t>
      </w:r>
      <w:r>
        <w:tab/>
        <w:t>1.013e0</w:t>
      </w:r>
    </w:p>
    <w:p w:rsidR="006974AE" w:rsidRDefault="006974AE" w:rsidP="006974AE">
      <w:r>
        <w:lastRenderedPageBreak/>
        <w:t>222.7063</w:t>
      </w:r>
      <w:r>
        <w:tab/>
        <w:t>2.025e0</w:t>
      </w:r>
    </w:p>
    <w:p w:rsidR="006974AE" w:rsidRDefault="006974AE" w:rsidP="006974AE">
      <w:r>
        <w:t>222.7179</w:t>
      </w:r>
      <w:r>
        <w:tab/>
        <w:t>2.025e0</w:t>
      </w:r>
    </w:p>
    <w:p w:rsidR="006974AE" w:rsidRDefault="006974AE" w:rsidP="006974AE">
      <w:r>
        <w:t>222.7263</w:t>
      </w:r>
      <w:r>
        <w:tab/>
        <w:t>1.013e0</w:t>
      </w:r>
    </w:p>
    <w:p w:rsidR="006974AE" w:rsidRDefault="006974AE" w:rsidP="006974AE">
      <w:r>
        <w:t>222.7392</w:t>
      </w:r>
      <w:r>
        <w:tab/>
        <w:t>1.013e0</w:t>
      </w:r>
    </w:p>
    <w:p w:rsidR="006974AE" w:rsidRDefault="006974AE" w:rsidP="006974AE">
      <w:r>
        <w:t>222.7545</w:t>
      </w:r>
      <w:r>
        <w:tab/>
        <w:t>1.013e0</w:t>
      </w:r>
    </w:p>
    <w:p w:rsidR="006974AE" w:rsidRDefault="006974AE" w:rsidP="006974AE">
      <w:r>
        <w:t>222.7663</w:t>
      </w:r>
      <w:r>
        <w:tab/>
        <w:t>2.025e0</w:t>
      </w:r>
    </w:p>
    <w:p w:rsidR="006974AE" w:rsidRDefault="006974AE" w:rsidP="006974AE">
      <w:r>
        <w:t>222.7814</w:t>
      </w:r>
      <w:r>
        <w:tab/>
        <w:t>1.013e0</w:t>
      </w:r>
    </w:p>
    <w:p w:rsidR="006974AE" w:rsidRDefault="006974AE" w:rsidP="006974AE">
      <w:r>
        <w:t>222.7979</w:t>
      </w:r>
      <w:r>
        <w:tab/>
        <w:t>1.013e0</w:t>
      </w:r>
    </w:p>
    <w:p w:rsidR="006974AE" w:rsidRDefault="006974AE" w:rsidP="006974AE">
      <w:r>
        <w:t>222.8258</w:t>
      </w:r>
      <w:r>
        <w:tab/>
        <w:t>1.013e0</w:t>
      </w:r>
    </w:p>
    <w:p w:rsidR="006974AE" w:rsidRDefault="006974AE" w:rsidP="006974AE">
      <w:r>
        <w:t>222.8454</w:t>
      </w:r>
      <w:r>
        <w:tab/>
        <w:t>1.013e0</w:t>
      </w:r>
    </w:p>
    <w:p w:rsidR="006974AE" w:rsidRDefault="006974AE" w:rsidP="006974AE">
      <w:r>
        <w:t>222.8569</w:t>
      </w:r>
      <w:r>
        <w:tab/>
        <w:t>1.013e0</w:t>
      </w:r>
    </w:p>
    <w:p w:rsidR="006974AE" w:rsidRDefault="006974AE" w:rsidP="006974AE">
      <w:r>
        <w:t>222.8611</w:t>
      </w:r>
      <w:r>
        <w:tab/>
        <w:t>1.013e0</w:t>
      </w:r>
    </w:p>
    <w:p w:rsidR="006974AE" w:rsidRDefault="006974AE" w:rsidP="006974AE">
      <w:r>
        <w:t>222.8698</w:t>
      </w:r>
      <w:r>
        <w:tab/>
        <w:t>1.013e0</w:t>
      </w:r>
    </w:p>
    <w:p w:rsidR="006974AE" w:rsidRDefault="006974AE" w:rsidP="006974AE">
      <w:r>
        <w:t>222.9013</w:t>
      </w:r>
      <w:r>
        <w:tab/>
        <w:t>2.025e0</w:t>
      </w:r>
    </w:p>
    <w:p w:rsidR="006974AE" w:rsidRDefault="006974AE" w:rsidP="006974AE">
      <w:r>
        <w:t>222.9050</w:t>
      </w:r>
      <w:r>
        <w:tab/>
        <w:t>2.025e0</w:t>
      </w:r>
    </w:p>
    <w:p w:rsidR="006974AE" w:rsidRDefault="006974AE" w:rsidP="006974AE">
      <w:r>
        <w:t>222.9646</w:t>
      </w:r>
      <w:r>
        <w:tab/>
        <w:t>1.013e0</w:t>
      </w:r>
    </w:p>
    <w:p w:rsidR="006974AE" w:rsidRDefault="006974AE" w:rsidP="006974AE">
      <w:r>
        <w:t>222.9685</w:t>
      </w:r>
      <w:r>
        <w:tab/>
        <w:t>2.025e0</w:t>
      </w:r>
    </w:p>
    <w:p w:rsidR="006974AE" w:rsidRDefault="006974AE" w:rsidP="006974AE">
      <w:r>
        <w:t>222.9725</w:t>
      </w:r>
      <w:r>
        <w:tab/>
        <w:t>2.025e0</w:t>
      </w:r>
    </w:p>
    <w:p w:rsidR="006974AE" w:rsidRDefault="006974AE" w:rsidP="006974AE">
      <w:r>
        <w:t>222.9903</w:t>
      </w:r>
      <w:r>
        <w:tab/>
        <w:t>2.025e0</w:t>
      </w:r>
    </w:p>
    <w:p w:rsidR="006974AE" w:rsidRDefault="006974AE" w:rsidP="006974AE">
      <w:r>
        <w:lastRenderedPageBreak/>
        <w:t>223.0082</w:t>
      </w:r>
      <w:r>
        <w:tab/>
        <w:t>4.051e0</w:t>
      </w:r>
    </w:p>
    <w:p w:rsidR="006974AE" w:rsidRDefault="006974AE" w:rsidP="006974AE">
      <w:r>
        <w:t>223.0137</w:t>
      </w:r>
      <w:r>
        <w:tab/>
        <w:t>9.114e0</w:t>
      </w:r>
    </w:p>
    <w:p w:rsidR="006974AE" w:rsidRDefault="006974AE" w:rsidP="006974AE">
      <w:r>
        <w:t>223.0147</w:t>
      </w:r>
      <w:r>
        <w:tab/>
        <w:t>5.063e0</w:t>
      </w:r>
    </w:p>
    <w:p w:rsidR="006974AE" w:rsidRDefault="006974AE" w:rsidP="006974AE">
      <w:r>
        <w:t>223.0170</w:t>
      </w:r>
      <w:r>
        <w:tab/>
        <w:t>1.975e1</w:t>
      </w:r>
    </w:p>
    <w:p w:rsidR="006974AE" w:rsidRDefault="006974AE" w:rsidP="006974AE">
      <w:r>
        <w:t>223.0203</w:t>
      </w:r>
      <w:r>
        <w:tab/>
        <w:t>9.114e0</w:t>
      </w:r>
    </w:p>
    <w:p w:rsidR="006974AE" w:rsidRDefault="006974AE" w:rsidP="006974AE">
      <w:r>
        <w:t>223.0283</w:t>
      </w:r>
      <w:r>
        <w:tab/>
        <w:t>4.051e0</w:t>
      </w:r>
    </w:p>
    <w:p w:rsidR="006974AE" w:rsidRDefault="006974AE" w:rsidP="006974AE">
      <w:r>
        <w:t>223.0515</w:t>
      </w:r>
      <w:r>
        <w:tab/>
        <w:t>2.025e0</w:t>
      </w:r>
    </w:p>
    <w:p w:rsidR="006974AE" w:rsidRDefault="006974AE" w:rsidP="006974AE">
      <w:r>
        <w:t>223.0621</w:t>
      </w:r>
      <w:r>
        <w:tab/>
        <w:t>2.025e0</w:t>
      </w:r>
    </w:p>
    <w:p w:rsidR="006974AE" w:rsidRDefault="006974AE" w:rsidP="006974AE">
      <w:r>
        <w:t>223.0676</w:t>
      </w:r>
      <w:r>
        <w:tab/>
        <w:t>1.013e0</w:t>
      </w:r>
    </w:p>
    <w:p w:rsidR="006974AE" w:rsidRDefault="006974AE" w:rsidP="006974AE">
      <w:r>
        <w:t>223.0721</w:t>
      </w:r>
      <w:r>
        <w:tab/>
        <w:t>1.013e0</w:t>
      </w:r>
    </w:p>
    <w:p w:rsidR="006974AE" w:rsidRDefault="006974AE" w:rsidP="006974AE">
      <w:r>
        <w:t>223.0846</w:t>
      </w:r>
      <w:r>
        <w:tab/>
        <w:t>1.013e0</w:t>
      </w:r>
    </w:p>
    <w:p w:rsidR="006974AE" w:rsidRDefault="006974AE" w:rsidP="006974AE">
      <w:r>
        <w:t>223.0903</w:t>
      </w:r>
      <w:r>
        <w:tab/>
        <w:t>2.025e0</w:t>
      </w:r>
    </w:p>
    <w:p w:rsidR="006974AE" w:rsidRDefault="006974AE" w:rsidP="006974AE">
      <w:r>
        <w:t>223.0957</w:t>
      </w:r>
      <w:r>
        <w:tab/>
        <w:t>2.025e0</w:t>
      </w:r>
    </w:p>
    <w:p w:rsidR="006974AE" w:rsidRDefault="006974AE" w:rsidP="006974AE">
      <w:r>
        <w:t>223.0994</w:t>
      </w:r>
      <w:r>
        <w:tab/>
        <w:t>1.722e1</w:t>
      </w:r>
    </w:p>
    <w:p w:rsidR="006974AE" w:rsidRDefault="006974AE" w:rsidP="006974AE">
      <w:r>
        <w:t>223.1026</w:t>
      </w:r>
      <w:r>
        <w:tab/>
        <w:t>5.063e0</w:t>
      </w:r>
    </w:p>
    <w:p w:rsidR="006974AE" w:rsidRDefault="006974AE" w:rsidP="006974AE">
      <w:r>
        <w:t>223.1038</w:t>
      </w:r>
      <w:r>
        <w:tab/>
        <w:t>1.013e0</w:t>
      </w:r>
    </w:p>
    <w:p w:rsidR="006974AE" w:rsidRDefault="006974AE" w:rsidP="006974AE">
      <w:r>
        <w:t>223.1147</w:t>
      </w:r>
      <w:r>
        <w:tab/>
        <w:t>4.051e0</w:t>
      </w:r>
    </w:p>
    <w:p w:rsidR="006974AE" w:rsidRDefault="006974AE" w:rsidP="006974AE">
      <w:r>
        <w:t>223.1214</w:t>
      </w:r>
      <w:r>
        <w:tab/>
        <w:t>4.051e0</w:t>
      </w:r>
    </w:p>
    <w:p w:rsidR="006974AE" w:rsidRDefault="006974AE" w:rsidP="006974AE">
      <w:r>
        <w:t>223.1269</w:t>
      </w:r>
      <w:r>
        <w:tab/>
        <w:t>1.013e0</w:t>
      </w:r>
    </w:p>
    <w:p w:rsidR="006974AE" w:rsidRDefault="006974AE" w:rsidP="006974AE">
      <w:r>
        <w:lastRenderedPageBreak/>
        <w:t>223.1353</w:t>
      </w:r>
      <w:r>
        <w:tab/>
        <w:t>2.209e0</w:t>
      </w:r>
    </w:p>
    <w:p w:rsidR="006974AE" w:rsidRDefault="006974AE" w:rsidP="006974AE">
      <w:r>
        <w:t>223.1480</w:t>
      </w:r>
      <w:r>
        <w:tab/>
        <w:t>1.013e0</w:t>
      </w:r>
    </w:p>
    <w:p w:rsidR="006974AE" w:rsidRDefault="006974AE" w:rsidP="006974AE">
      <w:r>
        <w:t>223.1521</w:t>
      </w:r>
      <w:r>
        <w:tab/>
        <w:t>2.025e0</w:t>
      </w:r>
    </w:p>
    <w:p w:rsidR="006974AE" w:rsidRDefault="006974AE" w:rsidP="006974AE">
      <w:r>
        <w:t>223.1635</w:t>
      </w:r>
      <w:r>
        <w:tab/>
        <w:t>1.013e0</w:t>
      </w:r>
    </w:p>
    <w:p w:rsidR="006974AE" w:rsidRDefault="006974AE" w:rsidP="006974AE">
      <w:r>
        <w:t>223.1712</w:t>
      </w:r>
      <w:r>
        <w:tab/>
        <w:t>1.013e0</w:t>
      </w:r>
    </w:p>
    <w:p w:rsidR="006974AE" w:rsidRDefault="006974AE" w:rsidP="006974AE">
      <w:r>
        <w:t>223.1730</w:t>
      </w:r>
      <w:r>
        <w:tab/>
        <w:t>4.051e0</w:t>
      </w:r>
    </w:p>
    <w:p w:rsidR="006974AE" w:rsidRDefault="006974AE" w:rsidP="006974AE">
      <w:r>
        <w:t>223.1768</w:t>
      </w:r>
      <w:r>
        <w:tab/>
        <w:t>2.025e0</w:t>
      </w:r>
    </w:p>
    <w:p w:rsidR="006974AE" w:rsidRDefault="006974AE" w:rsidP="006974AE">
      <w:r>
        <w:t>223.1788</w:t>
      </w:r>
      <w:r>
        <w:tab/>
        <w:t>4.051e0</w:t>
      </w:r>
    </w:p>
    <w:p w:rsidR="006974AE" w:rsidRDefault="006974AE" w:rsidP="006974AE">
      <w:r>
        <w:t>223.1828</w:t>
      </w:r>
      <w:r>
        <w:tab/>
        <w:t>1.013e0</w:t>
      </w:r>
    </w:p>
    <w:p w:rsidR="006974AE" w:rsidRDefault="006974AE" w:rsidP="006974AE">
      <w:r>
        <w:t>223.2026</w:t>
      </w:r>
      <w:r>
        <w:tab/>
        <w:t>1.013e0</w:t>
      </w:r>
    </w:p>
    <w:p w:rsidR="006974AE" w:rsidRDefault="006974AE" w:rsidP="006974AE">
      <w:r>
        <w:t>223.2152</w:t>
      </w:r>
      <w:r>
        <w:tab/>
        <w:t>1.013e0</w:t>
      </w:r>
    </w:p>
    <w:p w:rsidR="006974AE" w:rsidRDefault="006974AE" w:rsidP="006974AE">
      <w:r>
        <w:t>223.2618</w:t>
      </w:r>
      <w:r>
        <w:tab/>
        <w:t>2.025e0</w:t>
      </w:r>
    </w:p>
    <w:p w:rsidR="006974AE" w:rsidRDefault="006974AE" w:rsidP="006974AE">
      <w:r>
        <w:t>223.2829</w:t>
      </w:r>
      <w:r>
        <w:tab/>
        <w:t>3.038e0</w:t>
      </w:r>
    </w:p>
    <w:p w:rsidR="006974AE" w:rsidRDefault="006974AE" w:rsidP="006974AE">
      <w:r>
        <w:t>223.2947</w:t>
      </w:r>
      <w:r>
        <w:tab/>
        <w:t>1.013e0</w:t>
      </w:r>
    </w:p>
    <w:p w:rsidR="006974AE" w:rsidRDefault="006974AE" w:rsidP="006974AE">
      <w:r>
        <w:t>223.3101</w:t>
      </w:r>
      <w:r>
        <w:tab/>
        <w:t>2.025e0</w:t>
      </w:r>
    </w:p>
    <w:p w:rsidR="006974AE" w:rsidRDefault="006974AE" w:rsidP="006974AE">
      <w:r>
        <w:t>223.3463</w:t>
      </w:r>
      <w:r>
        <w:tab/>
        <w:t>1.013e0</w:t>
      </w:r>
    </w:p>
    <w:p w:rsidR="006974AE" w:rsidRDefault="006974AE" w:rsidP="006974AE">
      <w:r>
        <w:t>223.4136</w:t>
      </w:r>
      <w:r>
        <w:tab/>
        <w:t>1.013e0</w:t>
      </w:r>
    </w:p>
    <w:p w:rsidR="006974AE" w:rsidRDefault="006974AE" w:rsidP="006974AE">
      <w:r>
        <w:t>223.4413</w:t>
      </w:r>
      <w:r>
        <w:tab/>
        <w:t>2.025e0</w:t>
      </w:r>
    </w:p>
    <w:p w:rsidR="006974AE" w:rsidRDefault="006974AE" w:rsidP="006974AE">
      <w:r>
        <w:t>223.4564</w:t>
      </w:r>
      <w:r>
        <w:tab/>
        <w:t>1.013e0</w:t>
      </w:r>
    </w:p>
    <w:p w:rsidR="006974AE" w:rsidRDefault="006974AE" w:rsidP="006974AE">
      <w:r>
        <w:lastRenderedPageBreak/>
        <w:t>223.4685</w:t>
      </w:r>
      <w:r>
        <w:tab/>
        <w:t>1.013e0</w:t>
      </w:r>
    </w:p>
    <w:p w:rsidR="006974AE" w:rsidRDefault="006974AE" w:rsidP="006974AE">
      <w:r>
        <w:t>223.4730</w:t>
      </w:r>
      <w:r>
        <w:tab/>
        <w:t>1.013e0</w:t>
      </w:r>
    </w:p>
    <w:p w:rsidR="006974AE" w:rsidRDefault="006974AE" w:rsidP="006974AE">
      <w:r>
        <w:t>223.4811</w:t>
      </w:r>
      <w:r>
        <w:tab/>
        <w:t>1.013e0</w:t>
      </w:r>
    </w:p>
    <w:p w:rsidR="006974AE" w:rsidRDefault="006974AE" w:rsidP="006974AE">
      <w:r>
        <w:t>223.5086</w:t>
      </w:r>
      <w:r>
        <w:tab/>
        <w:t>2.025e0</w:t>
      </w:r>
    </w:p>
    <w:p w:rsidR="006974AE" w:rsidRDefault="006974AE" w:rsidP="006974AE">
      <w:r>
        <w:t>223.5239</w:t>
      </w:r>
      <w:r>
        <w:tab/>
        <w:t>1.013e0</w:t>
      </w:r>
    </w:p>
    <w:p w:rsidR="006974AE" w:rsidRDefault="006974AE" w:rsidP="006974AE">
      <w:r>
        <w:t>223.5446</w:t>
      </w:r>
      <w:r>
        <w:tab/>
        <w:t>2.025e0</w:t>
      </w:r>
    </w:p>
    <w:p w:rsidR="006974AE" w:rsidRDefault="006974AE" w:rsidP="006974AE">
      <w:r>
        <w:t>223.5569</w:t>
      </w:r>
      <w:r>
        <w:tab/>
        <w:t>1.013e0</w:t>
      </w:r>
    </w:p>
    <w:p w:rsidR="006974AE" w:rsidRDefault="006974AE" w:rsidP="006974AE">
      <w:r>
        <w:t>223.5610</w:t>
      </w:r>
      <w:r>
        <w:tab/>
        <w:t>2.025e0</w:t>
      </w:r>
    </w:p>
    <w:p w:rsidR="006974AE" w:rsidRDefault="006974AE" w:rsidP="006974AE">
      <w:r>
        <w:t>223.5722</w:t>
      </w:r>
      <w:r>
        <w:tab/>
        <w:t>1.013e0</w:t>
      </w:r>
    </w:p>
    <w:p w:rsidR="006974AE" w:rsidRDefault="006974AE" w:rsidP="006974AE">
      <w:r>
        <w:t>223.5761</w:t>
      </w:r>
      <w:r>
        <w:tab/>
        <w:t>3.038e0</w:t>
      </w:r>
    </w:p>
    <w:p w:rsidR="006974AE" w:rsidRDefault="006974AE" w:rsidP="006974AE">
      <w:r>
        <w:t>223.6036</w:t>
      </w:r>
      <w:r>
        <w:tab/>
        <w:t>1.013e0</w:t>
      </w:r>
    </w:p>
    <w:p w:rsidR="006974AE" w:rsidRDefault="006974AE" w:rsidP="006974AE">
      <w:r>
        <w:t>223.6159</w:t>
      </w:r>
      <w:r>
        <w:tab/>
        <w:t>2.025e0</w:t>
      </w:r>
    </w:p>
    <w:p w:rsidR="006974AE" w:rsidRDefault="006974AE" w:rsidP="006974AE">
      <w:r>
        <w:t>223.6360</w:t>
      </w:r>
      <w:r>
        <w:tab/>
        <w:t>2.025e0</w:t>
      </w:r>
    </w:p>
    <w:p w:rsidR="006974AE" w:rsidRDefault="006974AE" w:rsidP="006974AE">
      <w:r>
        <w:t>223.6436</w:t>
      </w:r>
      <w:r>
        <w:tab/>
        <w:t>2.025e0</w:t>
      </w:r>
    </w:p>
    <w:p w:rsidR="006974AE" w:rsidRDefault="006974AE" w:rsidP="006974AE">
      <w:r>
        <w:t>223.6516</w:t>
      </w:r>
      <w:r>
        <w:tab/>
        <w:t>1.013e0</w:t>
      </w:r>
    </w:p>
    <w:p w:rsidR="006974AE" w:rsidRDefault="006974AE" w:rsidP="006974AE">
      <w:r>
        <w:t>223.6535</w:t>
      </w:r>
      <w:r>
        <w:tab/>
        <w:t>2.025e0</w:t>
      </w:r>
    </w:p>
    <w:p w:rsidR="006974AE" w:rsidRDefault="006974AE" w:rsidP="006974AE">
      <w:r>
        <w:t>223.6715</w:t>
      </w:r>
      <w:r>
        <w:tab/>
        <w:t>1.013e0</w:t>
      </w:r>
    </w:p>
    <w:p w:rsidR="006974AE" w:rsidRDefault="006974AE" w:rsidP="006974AE">
      <w:r>
        <w:t>223.6842</w:t>
      </w:r>
      <w:r>
        <w:tab/>
        <w:t>1.013e0</w:t>
      </w:r>
    </w:p>
    <w:p w:rsidR="006974AE" w:rsidRDefault="006974AE" w:rsidP="006974AE">
      <w:r>
        <w:t>223.6958</w:t>
      </w:r>
      <w:r>
        <w:tab/>
        <w:t>1.013e0</w:t>
      </w:r>
    </w:p>
    <w:p w:rsidR="006974AE" w:rsidRDefault="006974AE" w:rsidP="006974AE">
      <w:r>
        <w:lastRenderedPageBreak/>
        <w:t>223.7057</w:t>
      </w:r>
      <w:r>
        <w:tab/>
        <w:t>2.025e0</w:t>
      </w:r>
    </w:p>
    <w:p w:rsidR="006974AE" w:rsidRDefault="006974AE" w:rsidP="006974AE">
      <w:r>
        <w:t>223.7073</w:t>
      </w:r>
      <w:r>
        <w:tab/>
        <w:t>1.013e0</w:t>
      </w:r>
    </w:p>
    <w:p w:rsidR="006974AE" w:rsidRDefault="006974AE" w:rsidP="006974AE">
      <w:r>
        <w:t>223.7192</w:t>
      </w:r>
      <w:r>
        <w:tab/>
        <w:t>1.013e0</w:t>
      </w:r>
    </w:p>
    <w:p w:rsidR="006974AE" w:rsidRDefault="006974AE" w:rsidP="006974AE">
      <w:r>
        <w:t>223.7227</w:t>
      </w:r>
      <w:r>
        <w:tab/>
        <w:t>1.013e0</w:t>
      </w:r>
    </w:p>
    <w:p w:rsidR="006974AE" w:rsidRDefault="006974AE" w:rsidP="006974AE">
      <w:r>
        <w:t>223.7307</w:t>
      </w:r>
      <w:r>
        <w:tab/>
        <w:t>1.013e0</w:t>
      </w:r>
    </w:p>
    <w:p w:rsidR="006974AE" w:rsidRDefault="006974AE" w:rsidP="006974AE">
      <w:r>
        <w:t>223.7389</w:t>
      </w:r>
      <w:r>
        <w:tab/>
        <w:t>2.025e0</w:t>
      </w:r>
    </w:p>
    <w:p w:rsidR="006974AE" w:rsidRDefault="006974AE" w:rsidP="006974AE">
      <w:r>
        <w:t>223.7431</w:t>
      </w:r>
      <w:r>
        <w:tab/>
        <w:t>1.013e0</w:t>
      </w:r>
    </w:p>
    <w:p w:rsidR="006974AE" w:rsidRDefault="006974AE" w:rsidP="006974AE">
      <w:r>
        <w:t>223.7636</w:t>
      </w:r>
      <w:r>
        <w:tab/>
        <w:t>1.013e0</w:t>
      </w:r>
    </w:p>
    <w:p w:rsidR="006974AE" w:rsidRDefault="006974AE" w:rsidP="006974AE">
      <w:r>
        <w:t>223.7710</w:t>
      </w:r>
      <w:r>
        <w:tab/>
        <w:t>1.013e0</w:t>
      </w:r>
    </w:p>
    <w:p w:rsidR="006974AE" w:rsidRDefault="006974AE" w:rsidP="006974AE">
      <w:r>
        <w:t>223.7790</w:t>
      </w:r>
      <w:r>
        <w:tab/>
        <w:t>1.013e0</w:t>
      </w:r>
    </w:p>
    <w:p w:rsidR="006974AE" w:rsidRDefault="006974AE" w:rsidP="006974AE">
      <w:r>
        <w:t>223.7905</w:t>
      </w:r>
      <w:r>
        <w:tab/>
        <w:t>1.013e0</w:t>
      </w:r>
    </w:p>
    <w:p w:rsidR="006974AE" w:rsidRDefault="006974AE" w:rsidP="006974AE">
      <w:r>
        <w:t>223.7943</w:t>
      </w:r>
      <w:r>
        <w:tab/>
        <w:t>1.013e0</w:t>
      </w:r>
    </w:p>
    <w:p w:rsidR="006974AE" w:rsidRDefault="006974AE" w:rsidP="006974AE">
      <w:r>
        <w:t>223.8107</w:t>
      </w:r>
      <w:r>
        <w:tab/>
        <w:t>1.013e0</w:t>
      </w:r>
    </w:p>
    <w:p w:rsidR="006974AE" w:rsidRDefault="006974AE" w:rsidP="006974AE">
      <w:r>
        <w:t>223.8149</w:t>
      </w:r>
      <w:r>
        <w:tab/>
        <w:t>2.025e0</w:t>
      </w:r>
    </w:p>
    <w:p w:rsidR="006974AE" w:rsidRDefault="006974AE" w:rsidP="006974AE">
      <w:r>
        <w:t>223.8233</w:t>
      </w:r>
      <w:r>
        <w:tab/>
        <w:t>1.013e0</w:t>
      </w:r>
    </w:p>
    <w:p w:rsidR="006974AE" w:rsidRDefault="006974AE" w:rsidP="006974AE">
      <w:r>
        <w:t>223.8424</w:t>
      </w:r>
      <w:r>
        <w:tab/>
        <w:t>2.025e0</w:t>
      </w:r>
    </w:p>
    <w:p w:rsidR="006974AE" w:rsidRDefault="006974AE" w:rsidP="006974AE">
      <w:r>
        <w:t>223.8502</w:t>
      </w:r>
      <w:r>
        <w:tab/>
        <w:t>2.025e0</w:t>
      </w:r>
    </w:p>
    <w:p w:rsidR="006974AE" w:rsidRDefault="006974AE" w:rsidP="006974AE">
      <w:r>
        <w:t>223.8787</w:t>
      </w:r>
      <w:r>
        <w:tab/>
        <w:t>1.013e0</w:t>
      </w:r>
    </w:p>
    <w:p w:rsidR="006974AE" w:rsidRDefault="006974AE" w:rsidP="006974AE">
      <w:r>
        <w:t>223.8803</w:t>
      </w:r>
      <w:r>
        <w:tab/>
        <w:t>2.025e0</w:t>
      </w:r>
    </w:p>
    <w:p w:rsidR="006974AE" w:rsidRDefault="006974AE" w:rsidP="006974AE">
      <w:r>
        <w:lastRenderedPageBreak/>
        <w:t>223.8987</w:t>
      </w:r>
      <w:r>
        <w:tab/>
        <w:t>1.013e0</w:t>
      </w:r>
    </w:p>
    <w:p w:rsidR="006974AE" w:rsidRDefault="006974AE" w:rsidP="006974AE">
      <w:r>
        <w:t>223.9061</w:t>
      </w:r>
      <w:r>
        <w:tab/>
        <w:t>1.013e0</w:t>
      </w:r>
    </w:p>
    <w:p w:rsidR="006974AE" w:rsidRDefault="006974AE" w:rsidP="006974AE">
      <w:r>
        <w:t>223.9142</w:t>
      </w:r>
      <w:r>
        <w:tab/>
        <w:t>1.013e0</w:t>
      </w:r>
    </w:p>
    <w:p w:rsidR="006974AE" w:rsidRDefault="006974AE" w:rsidP="006974AE">
      <w:r>
        <w:t>223.9196</w:t>
      </w:r>
      <w:r>
        <w:tab/>
        <w:t>2.025e0</w:t>
      </w:r>
    </w:p>
    <w:p w:rsidR="006974AE" w:rsidRDefault="006974AE" w:rsidP="006974AE">
      <w:r>
        <w:t>223.9294</w:t>
      </w:r>
      <w:r>
        <w:tab/>
        <w:t>1.013e0</w:t>
      </w:r>
    </w:p>
    <w:p w:rsidR="006974AE" w:rsidRDefault="006974AE" w:rsidP="006974AE">
      <w:r>
        <w:t>223.9357</w:t>
      </w:r>
      <w:r>
        <w:tab/>
        <w:t>2.116e0</w:t>
      </w:r>
    </w:p>
    <w:p w:rsidR="006974AE" w:rsidRDefault="006974AE" w:rsidP="006974AE">
      <w:r>
        <w:t>223.9379</w:t>
      </w:r>
      <w:r>
        <w:tab/>
        <w:t>1.013e0</w:t>
      </w:r>
    </w:p>
    <w:p w:rsidR="006974AE" w:rsidRDefault="006974AE" w:rsidP="006974AE">
      <w:r>
        <w:t>223.9461</w:t>
      </w:r>
      <w:r>
        <w:tab/>
        <w:t>2.025e0</w:t>
      </w:r>
    </w:p>
    <w:p w:rsidR="006974AE" w:rsidRDefault="006974AE" w:rsidP="006974AE">
      <w:r>
        <w:t>224.0113</w:t>
      </w:r>
      <w:r>
        <w:tab/>
        <w:t>7.098e2</w:t>
      </w:r>
    </w:p>
    <w:p w:rsidR="006974AE" w:rsidRDefault="006974AE" w:rsidP="006974AE">
      <w:r>
        <w:t>224.0133</w:t>
      </w:r>
      <w:r>
        <w:tab/>
        <w:t>7.072e2</w:t>
      </w:r>
    </w:p>
    <w:p w:rsidR="006974AE" w:rsidRDefault="006974AE" w:rsidP="006974AE">
      <w:r>
        <w:t>224.0699</w:t>
      </w:r>
      <w:r>
        <w:tab/>
        <w:t>2.025e0</w:t>
      </w:r>
    </w:p>
    <w:p w:rsidR="006974AE" w:rsidRDefault="006974AE" w:rsidP="006974AE">
      <w:r>
        <w:t>224.0736</w:t>
      </w:r>
      <w:r>
        <w:tab/>
        <w:t>2.025e0</w:t>
      </w:r>
    </w:p>
    <w:p w:rsidR="006974AE" w:rsidRDefault="006974AE" w:rsidP="006974AE">
      <w:r>
        <w:t>224.0756</w:t>
      </w:r>
      <w:r>
        <w:tab/>
        <w:t>4.248e0</w:t>
      </w:r>
    </w:p>
    <w:p w:rsidR="006974AE" w:rsidRDefault="006974AE" w:rsidP="006974AE">
      <w:r>
        <w:t>224.0824</w:t>
      </w:r>
      <w:r>
        <w:tab/>
        <w:t>3.038e0</w:t>
      </w:r>
    </w:p>
    <w:p w:rsidR="006974AE" w:rsidRDefault="006974AE" w:rsidP="006974AE">
      <w:r>
        <w:t>224.0836</w:t>
      </w:r>
      <w:r>
        <w:tab/>
        <w:t>2.025e0</w:t>
      </w:r>
    </w:p>
    <w:p w:rsidR="006974AE" w:rsidRDefault="006974AE" w:rsidP="006974AE">
      <w:r>
        <w:t>224.0973</w:t>
      </w:r>
      <w:r>
        <w:tab/>
        <w:t>3.853e0</w:t>
      </w:r>
    </w:p>
    <w:p w:rsidR="006974AE" w:rsidRDefault="006974AE" w:rsidP="006974AE">
      <w:r>
        <w:t>224.1050</w:t>
      </w:r>
      <w:r>
        <w:tab/>
        <w:t>1.013e0</w:t>
      </w:r>
    </w:p>
    <w:p w:rsidR="006974AE" w:rsidRDefault="006974AE" w:rsidP="006974AE">
      <w:r>
        <w:t>224.1092</w:t>
      </w:r>
      <w:r>
        <w:tab/>
        <w:t>3.038e0</w:t>
      </w:r>
    </w:p>
    <w:p w:rsidR="006974AE" w:rsidRDefault="006974AE" w:rsidP="006974AE">
      <w:r>
        <w:t>224.1109</w:t>
      </w:r>
      <w:r>
        <w:tab/>
        <w:t>3.038e0</w:t>
      </w:r>
    </w:p>
    <w:p w:rsidR="006974AE" w:rsidRDefault="006974AE" w:rsidP="006974AE">
      <w:r>
        <w:lastRenderedPageBreak/>
        <w:t>224.1206</w:t>
      </w:r>
      <w:r>
        <w:tab/>
        <w:t>2.025e0</w:t>
      </w:r>
    </w:p>
    <w:p w:rsidR="006974AE" w:rsidRDefault="006974AE" w:rsidP="006974AE">
      <w:r>
        <w:t>224.1223</w:t>
      </w:r>
      <w:r>
        <w:tab/>
        <w:t>2.025e0</w:t>
      </w:r>
    </w:p>
    <w:p w:rsidR="006974AE" w:rsidRDefault="006974AE" w:rsidP="006974AE">
      <w:r>
        <w:t>224.1242</w:t>
      </w:r>
      <w:r>
        <w:tab/>
        <w:t>2.025e0</w:t>
      </w:r>
    </w:p>
    <w:p w:rsidR="006974AE" w:rsidRDefault="006974AE" w:rsidP="006974AE">
      <w:r>
        <w:t>224.1283</w:t>
      </w:r>
      <w:r>
        <w:tab/>
        <w:t>1.013e0</w:t>
      </w:r>
    </w:p>
    <w:p w:rsidR="006974AE" w:rsidRDefault="006974AE" w:rsidP="006974AE">
      <w:r>
        <w:t>224.1407</w:t>
      </w:r>
      <w:r>
        <w:tab/>
        <w:t>1.013e0</w:t>
      </w:r>
    </w:p>
    <w:p w:rsidR="006974AE" w:rsidRDefault="006974AE" w:rsidP="006974AE">
      <w:r>
        <w:t>224.1426</w:t>
      </w:r>
      <w:r>
        <w:tab/>
        <w:t>2.025e0</w:t>
      </w:r>
    </w:p>
    <w:p w:rsidR="006974AE" w:rsidRDefault="006974AE" w:rsidP="006974AE">
      <w:r>
        <w:t>224.1537</w:t>
      </w:r>
      <w:r>
        <w:tab/>
        <w:t>2.025e0</w:t>
      </w:r>
    </w:p>
    <w:p w:rsidR="006974AE" w:rsidRDefault="006974AE" w:rsidP="006974AE">
      <w:r>
        <w:t>224.1716</w:t>
      </w:r>
      <w:r>
        <w:tab/>
        <w:t>6.817e0</w:t>
      </w:r>
    </w:p>
    <w:p w:rsidR="006974AE" w:rsidRDefault="006974AE" w:rsidP="006974AE">
      <w:r>
        <w:t>224.1729</w:t>
      </w:r>
      <w:r>
        <w:tab/>
        <w:t>1.013e0</w:t>
      </w:r>
    </w:p>
    <w:p w:rsidR="006974AE" w:rsidRDefault="006974AE" w:rsidP="006974AE">
      <w:r>
        <w:t>224.1768</w:t>
      </w:r>
      <w:r>
        <w:tab/>
        <w:t>1.013e0</w:t>
      </w:r>
    </w:p>
    <w:p w:rsidR="006974AE" w:rsidRDefault="006974AE" w:rsidP="006974AE">
      <w:r>
        <w:t>224.1787</w:t>
      </w:r>
      <w:r>
        <w:tab/>
        <w:t>2.025e0</w:t>
      </w:r>
    </w:p>
    <w:p w:rsidR="006974AE" w:rsidRDefault="006974AE" w:rsidP="006974AE">
      <w:r>
        <w:t>224.1805</w:t>
      </w:r>
      <w:r>
        <w:tab/>
        <w:t>2.025e0</w:t>
      </w:r>
    </w:p>
    <w:p w:rsidR="006974AE" w:rsidRDefault="006974AE" w:rsidP="006974AE">
      <w:r>
        <w:t>224.1823</w:t>
      </w:r>
      <w:r>
        <w:tab/>
        <w:t>3.038e0</w:t>
      </w:r>
    </w:p>
    <w:p w:rsidR="006974AE" w:rsidRDefault="006974AE" w:rsidP="006974AE">
      <w:r>
        <w:t>224.1870</w:t>
      </w:r>
      <w:r>
        <w:tab/>
        <w:t>3.038e0</w:t>
      </w:r>
    </w:p>
    <w:p w:rsidR="006974AE" w:rsidRDefault="006974AE" w:rsidP="006974AE">
      <w:r>
        <w:t>224.2001</w:t>
      </w:r>
      <w:r>
        <w:tab/>
        <w:t>3.310e0</w:t>
      </w:r>
    </w:p>
    <w:p w:rsidR="006974AE" w:rsidRDefault="006974AE" w:rsidP="006974AE">
      <w:r>
        <w:t>224.2043</w:t>
      </w:r>
      <w:r>
        <w:tab/>
        <w:t>1.013e0</w:t>
      </w:r>
    </w:p>
    <w:p w:rsidR="006974AE" w:rsidRDefault="006974AE" w:rsidP="006974AE">
      <w:r>
        <w:t>224.2085</w:t>
      </w:r>
      <w:r>
        <w:tab/>
        <w:t>2.025e0</w:t>
      </w:r>
    </w:p>
    <w:p w:rsidR="006974AE" w:rsidRDefault="006974AE" w:rsidP="006974AE">
      <w:r>
        <w:t>224.2130</w:t>
      </w:r>
      <w:r>
        <w:tab/>
        <w:t>1.013e0</w:t>
      </w:r>
    </w:p>
    <w:p w:rsidR="006974AE" w:rsidRDefault="006974AE" w:rsidP="006974AE">
      <w:r>
        <w:t>224.2188</w:t>
      </w:r>
      <w:r>
        <w:tab/>
        <w:t>3.038e0</w:t>
      </w:r>
    </w:p>
    <w:p w:rsidR="006974AE" w:rsidRDefault="006974AE" w:rsidP="006974AE">
      <w:r>
        <w:lastRenderedPageBreak/>
        <w:t>224.2287</w:t>
      </w:r>
      <w:r>
        <w:tab/>
        <w:t>4.051e0</w:t>
      </w:r>
    </w:p>
    <w:p w:rsidR="006974AE" w:rsidRDefault="006974AE" w:rsidP="006974AE">
      <w:r>
        <w:t>224.2325</w:t>
      </w:r>
      <w:r>
        <w:tab/>
        <w:t>1.013e0</w:t>
      </w:r>
    </w:p>
    <w:p w:rsidR="006974AE" w:rsidRDefault="006974AE" w:rsidP="006974AE">
      <w:r>
        <w:t>224.2348</w:t>
      </w:r>
      <w:r>
        <w:tab/>
        <w:t>2.025e0</w:t>
      </w:r>
    </w:p>
    <w:p w:rsidR="006974AE" w:rsidRDefault="006974AE" w:rsidP="006974AE">
      <w:r>
        <w:t>224.2405</w:t>
      </w:r>
      <w:r>
        <w:tab/>
        <w:t>1.013e0</w:t>
      </w:r>
    </w:p>
    <w:p w:rsidR="006974AE" w:rsidRDefault="006974AE" w:rsidP="006974AE">
      <w:r>
        <w:t>224.2626</w:t>
      </w:r>
      <w:r>
        <w:tab/>
        <w:t>3.038e0</w:t>
      </w:r>
    </w:p>
    <w:p w:rsidR="006974AE" w:rsidRDefault="006974AE" w:rsidP="006974AE">
      <w:r>
        <w:t>224.2681</w:t>
      </w:r>
      <w:r>
        <w:tab/>
        <w:t>2.025e0</w:t>
      </w:r>
    </w:p>
    <w:p w:rsidR="006974AE" w:rsidRDefault="006974AE" w:rsidP="006974AE">
      <w:r>
        <w:t>224.2720</w:t>
      </w:r>
      <w:r>
        <w:tab/>
        <w:t>1.013e0</w:t>
      </w:r>
    </w:p>
    <w:p w:rsidR="006974AE" w:rsidRDefault="006974AE" w:rsidP="006974AE">
      <w:r>
        <w:t>224.2744</w:t>
      </w:r>
      <w:r>
        <w:tab/>
        <w:t>2.025e0</w:t>
      </w:r>
    </w:p>
    <w:p w:rsidR="006974AE" w:rsidRDefault="006974AE" w:rsidP="006974AE">
      <w:r>
        <w:t>224.2924</w:t>
      </w:r>
      <w:r>
        <w:tab/>
        <w:t>1.013e0</w:t>
      </w:r>
    </w:p>
    <w:p w:rsidR="006974AE" w:rsidRDefault="006974AE" w:rsidP="006974AE">
      <w:r>
        <w:t>224.3043</w:t>
      </w:r>
      <w:r>
        <w:tab/>
        <w:t>2.025e0</w:t>
      </w:r>
    </w:p>
    <w:p w:rsidR="006974AE" w:rsidRDefault="006974AE" w:rsidP="006974AE">
      <w:r>
        <w:t>224.3078</w:t>
      </w:r>
      <w:r>
        <w:tab/>
        <w:t>4.051e0</w:t>
      </w:r>
    </w:p>
    <w:p w:rsidR="006974AE" w:rsidRDefault="006974AE" w:rsidP="006974AE">
      <w:r>
        <w:t>224.3232</w:t>
      </w:r>
      <w:r>
        <w:tab/>
        <w:t>3.038e0</w:t>
      </w:r>
    </w:p>
    <w:p w:rsidR="006974AE" w:rsidRDefault="006974AE" w:rsidP="006974AE">
      <w:r>
        <w:t>224.3316</w:t>
      </w:r>
      <w:r>
        <w:tab/>
        <w:t>1.013e0</w:t>
      </w:r>
    </w:p>
    <w:p w:rsidR="006974AE" w:rsidRDefault="006974AE" w:rsidP="006974AE">
      <w:r>
        <w:t>224.3401</w:t>
      </w:r>
      <w:r>
        <w:tab/>
        <w:t>1.013e0</w:t>
      </w:r>
    </w:p>
    <w:p w:rsidR="006974AE" w:rsidRDefault="006974AE" w:rsidP="006974AE">
      <w:r>
        <w:t>224.3443</w:t>
      </w:r>
      <w:r>
        <w:tab/>
        <w:t>1.013e0</w:t>
      </w:r>
    </w:p>
    <w:p w:rsidR="006974AE" w:rsidRDefault="006974AE" w:rsidP="006974AE">
      <w:r>
        <w:t>224.3483</w:t>
      </w:r>
      <w:r>
        <w:tab/>
        <w:t>1.013e0</w:t>
      </w:r>
    </w:p>
    <w:p w:rsidR="006974AE" w:rsidRDefault="006974AE" w:rsidP="006974AE">
      <w:r>
        <w:t>224.3525</w:t>
      </w:r>
      <w:r>
        <w:tab/>
        <w:t>1.013e0</w:t>
      </w:r>
    </w:p>
    <w:p w:rsidR="006974AE" w:rsidRDefault="006974AE" w:rsidP="006974AE">
      <w:r>
        <w:t>224.3639</w:t>
      </w:r>
      <w:r>
        <w:tab/>
        <w:t>1.013e0</w:t>
      </w:r>
    </w:p>
    <w:p w:rsidR="006974AE" w:rsidRDefault="006974AE" w:rsidP="006974AE">
      <w:r>
        <w:t>224.3717</w:t>
      </w:r>
      <w:r>
        <w:tab/>
        <w:t>2.025e0</w:t>
      </w:r>
    </w:p>
    <w:p w:rsidR="006974AE" w:rsidRDefault="006974AE" w:rsidP="006974AE">
      <w:r>
        <w:lastRenderedPageBreak/>
        <w:t>224.3835</w:t>
      </w:r>
      <w:r>
        <w:tab/>
        <w:t>2.025e0</w:t>
      </w:r>
    </w:p>
    <w:p w:rsidR="006974AE" w:rsidRDefault="006974AE" w:rsidP="006974AE">
      <w:r>
        <w:t>224.3892</w:t>
      </w:r>
      <w:r>
        <w:tab/>
        <w:t>2.025e0</w:t>
      </w:r>
    </w:p>
    <w:p w:rsidR="006974AE" w:rsidRDefault="006974AE" w:rsidP="006974AE">
      <w:r>
        <w:t>224.3920</w:t>
      </w:r>
      <w:r>
        <w:tab/>
        <w:t>2.407e0</w:t>
      </w:r>
    </w:p>
    <w:p w:rsidR="006974AE" w:rsidRDefault="006974AE" w:rsidP="006974AE">
      <w:r>
        <w:t>224.3952</w:t>
      </w:r>
      <w:r>
        <w:tab/>
        <w:t>1.013e0</w:t>
      </w:r>
    </w:p>
    <w:p w:rsidR="006974AE" w:rsidRDefault="006974AE" w:rsidP="006974AE">
      <w:r>
        <w:t>224.4067</w:t>
      </w:r>
      <w:r>
        <w:tab/>
        <w:t>3.038e0</w:t>
      </w:r>
    </w:p>
    <w:p w:rsidR="006974AE" w:rsidRDefault="006974AE" w:rsidP="006974AE">
      <w:r>
        <w:t>224.4156</w:t>
      </w:r>
      <w:r>
        <w:tab/>
        <w:t>3.038e0</w:t>
      </w:r>
    </w:p>
    <w:p w:rsidR="006974AE" w:rsidRDefault="006974AE" w:rsidP="006974AE">
      <w:r>
        <w:t>224.4279</w:t>
      </w:r>
      <w:r>
        <w:tab/>
        <w:t>2.025e0</w:t>
      </w:r>
    </w:p>
    <w:p w:rsidR="006974AE" w:rsidRDefault="006974AE" w:rsidP="006974AE">
      <w:r>
        <w:t>224.4355</w:t>
      </w:r>
      <w:r>
        <w:tab/>
        <w:t>2.025e0</w:t>
      </w:r>
    </w:p>
    <w:p w:rsidR="006974AE" w:rsidRDefault="006974AE" w:rsidP="006974AE">
      <w:r>
        <w:t>224.4471</w:t>
      </w:r>
      <w:r>
        <w:tab/>
        <w:t>2.025e0</w:t>
      </w:r>
    </w:p>
    <w:p w:rsidR="006974AE" w:rsidRDefault="006974AE" w:rsidP="006974AE">
      <w:r>
        <w:t>224.4633</w:t>
      </w:r>
      <w:r>
        <w:tab/>
        <w:t>2.025e0</w:t>
      </w:r>
    </w:p>
    <w:p w:rsidR="006974AE" w:rsidRDefault="006974AE" w:rsidP="006974AE">
      <w:r>
        <w:t>224.4655</w:t>
      </w:r>
      <w:r>
        <w:tab/>
        <w:t>2.025e0</w:t>
      </w:r>
    </w:p>
    <w:p w:rsidR="006974AE" w:rsidRDefault="006974AE" w:rsidP="006974AE">
      <w:r>
        <w:t>224.4691</w:t>
      </w:r>
      <w:r>
        <w:tab/>
        <w:t>2.025e0</w:t>
      </w:r>
    </w:p>
    <w:p w:rsidR="006974AE" w:rsidRDefault="006974AE" w:rsidP="006974AE">
      <w:r>
        <w:t>224.4757</w:t>
      </w:r>
      <w:r>
        <w:tab/>
        <w:t>1.013e0</w:t>
      </w:r>
    </w:p>
    <w:p w:rsidR="006974AE" w:rsidRDefault="006974AE" w:rsidP="006974AE">
      <w:r>
        <w:t>224.5011</w:t>
      </w:r>
      <w:r>
        <w:tab/>
        <w:t>2.025e0</w:t>
      </w:r>
    </w:p>
    <w:p w:rsidR="006974AE" w:rsidRDefault="006974AE" w:rsidP="006974AE">
      <w:r>
        <w:t>224.5069</w:t>
      </w:r>
      <w:r>
        <w:tab/>
        <w:t>2.025e0</w:t>
      </w:r>
    </w:p>
    <w:p w:rsidR="006974AE" w:rsidRDefault="006974AE" w:rsidP="006974AE">
      <w:r>
        <w:t>224.5146</w:t>
      </w:r>
      <w:r>
        <w:tab/>
        <w:t>3.038e0</w:t>
      </w:r>
    </w:p>
    <w:p w:rsidR="006974AE" w:rsidRDefault="006974AE" w:rsidP="006974AE">
      <w:r>
        <w:t>224.5348</w:t>
      </w:r>
      <w:r>
        <w:tab/>
        <w:t>1.013e0</w:t>
      </w:r>
    </w:p>
    <w:p w:rsidR="006974AE" w:rsidRDefault="006974AE" w:rsidP="006974AE">
      <w:r>
        <w:t>224.5590</w:t>
      </w:r>
      <w:r>
        <w:tab/>
        <w:t>1.013e0</w:t>
      </w:r>
    </w:p>
    <w:p w:rsidR="006974AE" w:rsidRDefault="006974AE" w:rsidP="006974AE">
      <w:r>
        <w:t>224.5629</w:t>
      </w:r>
      <w:r>
        <w:tab/>
        <w:t>1.013e0</w:t>
      </w:r>
    </w:p>
    <w:p w:rsidR="006974AE" w:rsidRDefault="006974AE" w:rsidP="006974AE">
      <w:r>
        <w:lastRenderedPageBreak/>
        <w:t>224.5670</w:t>
      </w:r>
      <w:r>
        <w:tab/>
        <w:t>2.025e0</w:t>
      </w:r>
    </w:p>
    <w:p w:rsidR="006974AE" w:rsidRDefault="006974AE" w:rsidP="006974AE">
      <w:r>
        <w:t>224.5708</w:t>
      </w:r>
      <w:r>
        <w:tab/>
        <w:t>2.025e0</w:t>
      </w:r>
    </w:p>
    <w:p w:rsidR="006974AE" w:rsidRDefault="006974AE" w:rsidP="006974AE">
      <w:r>
        <w:t>224.5941</w:t>
      </w:r>
      <w:r>
        <w:tab/>
        <w:t>1.013e0</w:t>
      </w:r>
    </w:p>
    <w:p w:rsidR="006974AE" w:rsidRDefault="006974AE" w:rsidP="006974AE">
      <w:r>
        <w:t>224.5984</w:t>
      </w:r>
      <w:r>
        <w:tab/>
        <w:t>1.013e0</w:t>
      </w:r>
    </w:p>
    <w:p w:rsidR="006974AE" w:rsidRDefault="006974AE" w:rsidP="006974AE">
      <w:r>
        <w:t>224.6096</w:t>
      </w:r>
      <w:r>
        <w:tab/>
        <w:t>3.038e0</w:t>
      </w:r>
    </w:p>
    <w:p w:rsidR="006974AE" w:rsidRDefault="006974AE" w:rsidP="006974AE">
      <w:r>
        <w:t>224.6150</w:t>
      </w:r>
      <w:r>
        <w:tab/>
        <w:t>3.038e0</w:t>
      </w:r>
    </w:p>
    <w:p w:rsidR="006974AE" w:rsidRDefault="006974AE" w:rsidP="006974AE">
      <w:r>
        <w:t>224.6193</w:t>
      </w:r>
      <w:r>
        <w:tab/>
        <w:t>1.013e0</w:t>
      </w:r>
    </w:p>
    <w:p w:rsidR="006974AE" w:rsidRDefault="006974AE" w:rsidP="006974AE">
      <w:r>
        <w:t>224.6210</w:t>
      </w:r>
      <w:r>
        <w:tab/>
        <w:t>2.025e0</w:t>
      </w:r>
    </w:p>
    <w:p w:rsidR="006974AE" w:rsidRDefault="006974AE" w:rsidP="006974AE">
      <w:r>
        <w:t>224.6267</w:t>
      </w:r>
      <w:r>
        <w:tab/>
        <w:t>3.038e0</w:t>
      </w:r>
    </w:p>
    <w:p w:rsidR="006974AE" w:rsidRDefault="006974AE" w:rsidP="006974AE">
      <w:r>
        <w:t>224.6424</w:t>
      </w:r>
      <w:r>
        <w:tab/>
        <w:t>1.013e0</w:t>
      </w:r>
    </w:p>
    <w:p w:rsidR="006974AE" w:rsidRDefault="006974AE" w:rsidP="006974AE">
      <w:r>
        <w:t>224.6460</w:t>
      </w:r>
      <w:r>
        <w:tab/>
        <w:t>2.025e0</w:t>
      </w:r>
    </w:p>
    <w:p w:rsidR="006974AE" w:rsidRDefault="006974AE" w:rsidP="006974AE">
      <w:r>
        <w:t>224.6506</w:t>
      </w:r>
      <w:r>
        <w:tab/>
        <w:t>2.025e0</w:t>
      </w:r>
    </w:p>
    <w:p w:rsidR="006974AE" w:rsidRDefault="006974AE" w:rsidP="006974AE">
      <w:r>
        <w:t>224.6518</w:t>
      </w:r>
      <w:r>
        <w:tab/>
        <w:t>2.025e0</w:t>
      </w:r>
    </w:p>
    <w:p w:rsidR="006974AE" w:rsidRDefault="006974AE" w:rsidP="006974AE">
      <w:r>
        <w:t>224.6538</w:t>
      </w:r>
      <w:r>
        <w:tab/>
        <w:t>1.033e0</w:t>
      </w:r>
    </w:p>
    <w:p w:rsidR="006974AE" w:rsidRDefault="006974AE" w:rsidP="006974AE">
      <w:r>
        <w:t>224.6779</w:t>
      </w:r>
      <w:r>
        <w:tab/>
        <w:t>2.025e0</w:t>
      </w:r>
    </w:p>
    <w:p w:rsidR="006974AE" w:rsidRDefault="006974AE" w:rsidP="006974AE">
      <w:r>
        <w:t>224.6790</w:t>
      </w:r>
      <w:r>
        <w:tab/>
        <w:t>1.013e0</w:t>
      </w:r>
    </w:p>
    <w:p w:rsidR="006974AE" w:rsidRDefault="006974AE" w:rsidP="006974AE">
      <w:r>
        <w:t>224.6905</w:t>
      </w:r>
      <w:r>
        <w:tab/>
        <w:t>1.013e0</w:t>
      </w:r>
    </w:p>
    <w:p w:rsidR="006974AE" w:rsidRDefault="006974AE" w:rsidP="006974AE">
      <w:r>
        <w:t>224.7081</w:t>
      </w:r>
      <w:r>
        <w:tab/>
        <w:t>2.025e0</w:t>
      </w:r>
    </w:p>
    <w:p w:rsidR="006974AE" w:rsidRDefault="006974AE" w:rsidP="006974AE">
      <w:r>
        <w:t>224.7136</w:t>
      </w:r>
      <w:r>
        <w:tab/>
        <w:t>3.038e0</w:t>
      </w:r>
    </w:p>
    <w:p w:rsidR="006974AE" w:rsidRDefault="006974AE" w:rsidP="006974AE">
      <w:r>
        <w:lastRenderedPageBreak/>
        <w:t>224.7177</w:t>
      </w:r>
      <w:r>
        <w:tab/>
        <w:t>1.013e0</w:t>
      </w:r>
    </w:p>
    <w:p w:rsidR="006974AE" w:rsidRDefault="006974AE" w:rsidP="006974AE">
      <w:r>
        <w:t>224.7228</w:t>
      </w:r>
      <w:r>
        <w:tab/>
        <w:t>2.025e0</w:t>
      </w:r>
    </w:p>
    <w:p w:rsidR="006974AE" w:rsidRDefault="006974AE" w:rsidP="006974AE">
      <w:r>
        <w:t>224.7259</w:t>
      </w:r>
      <w:r>
        <w:tab/>
        <w:t>1.013e0</w:t>
      </w:r>
    </w:p>
    <w:p w:rsidR="006974AE" w:rsidRDefault="006974AE" w:rsidP="006974AE">
      <w:r>
        <w:t>224.7467</w:t>
      </w:r>
      <w:r>
        <w:tab/>
        <w:t>1.013e0</w:t>
      </w:r>
    </w:p>
    <w:p w:rsidR="006974AE" w:rsidRDefault="006974AE" w:rsidP="006974AE">
      <w:r>
        <w:t>224.7504</w:t>
      </w:r>
      <w:r>
        <w:tab/>
        <w:t>1.013e0</w:t>
      </w:r>
    </w:p>
    <w:p w:rsidR="006974AE" w:rsidRDefault="006974AE" w:rsidP="006974AE">
      <w:r>
        <w:t>224.7586</w:t>
      </w:r>
      <w:r>
        <w:tab/>
        <w:t>4.051e0</w:t>
      </w:r>
    </w:p>
    <w:p w:rsidR="006974AE" w:rsidRDefault="006974AE" w:rsidP="006974AE">
      <w:r>
        <w:t>224.7659</w:t>
      </w:r>
      <w:r>
        <w:tab/>
        <w:t>2.025e0</w:t>
      </w:r>
    </w:p>
    <w:p w:rsidR="006974AE" w:rsidRDefault="006974AE" w:rsidP="006974AE">
      <w:r>
        <w:t>224.7736</w:t>
      </w:r>
      <w:r>
        <w:tab/>
        <w:t>2.025e0</w:t>
      </w:r>
    </w:p>
    <w:p w:rsidR="006974AE" w:rsidRDefault="006974AE" w:rsidP="006974AE">
      <w:r>
        <w:t>224.7815</w:t>
      </w:r>
      <w:r>
        <w:tab/>
        <w:t>1.013e0</w:t>
      </w:r>
    </w:p>
    <w:p w:rsidR="006974AE" w:rsidRDefault="006974AE" w:rsidP="006974AE">
      <w:r>
        <w:t>224.7896</w:t>
      </w:r>
      <w:r>
        <w:tab/>
        <w:t>1.013e0</w:t>
      </w:r>
    </w:p>
    <w:p w:rsidR="006974AE" w:rsidRDefault="006974AE" w:rsidP="006974AE">
      <w:r>
        <w:t>224.7938</w:t>
      </w:r>
      <w:r>
        <w:tab/>
        <w:t>2.025e0</w:t>
      </w:r>
    </w:p>
    <w:p w:rsidR="006974AE" w:rsidRDefault="006974AE" w:rsidP="006974AE">
      <w:r>
        <w:t>224.8075</w:t>
      </w:r>
      <w:r>
        <w:tab/>
        <w:t>2.025e0</w:t>
      </w:r>
    </w:p>
    <w:p w:rsidR="006974AE" w:rsidRDefault="006974AE" w:rsidP="006974AE">
      <w:r>
        <w:t>224.8108</w:t>
      </w:r>
      <w:r>
        <w:tab/>
        <w:t>1.013e0</w:t>
      </w:r>
    </w:p>
    <w:p w:rsidR="006974AE" w:rsidRDefault="006974AE" w:rsidP="006974AE">
      <w:r>
        <w:t>224.8143</w:t>
      </w:r>
      <w:r>
        <w:tab/>
        <w:t>1.013e0</w:t>
      </w:r>
    </w:p>
    <w:p w:rsidR="006974AE" w:rsidRDefault="006974AE" w:rsidP="006974AE">
      <w:r>
        <w:t>224.8258</w:t>
      </w:r>
      <w:r>
        <w:tab/>
        <w:t>1.013e0</w:t>
      </w:r>
    </w:p>
    <w:p w:rsidR="006974AE" w:rsidRDefault="006974AE" w:rsidP="006974AE">
      <w:r>
        <w:t>224.8338</w:t>
      </w:r>
      <w:r>
        <w:tab/>
        <w:t>2.025e0</w:t>
      </w:r>
    </w:p>
    <w:p w:rsidR="006974AE" w:rsidRDefault="006974AE" w:rsidP="006974AE">
      <w:r>
        <w:t>224.8572</w:t>
      </w:r>
      <w:r>
        <w:tab/>
        <w:t>1.013e0</w:t>
      </w:r>
    </w:p>
    <w:p w:rsidR="006974AE" w:rsidRDefault="006974AE" w:rsidP="006974AE">
      <w:r>
        <w:t>224.8614</w:t>
      </w:r>
      <w:r>
        <w:tab/>
        <w:t>2.025e0</w:t>
      </w:r>
    </w:p>
    <w:p w:rsidR="006974AE" w:rsidRDefault="006974AE" w:rsidP="006974AE">
      <w:r>
        <w:t>224.8699</w:t>
      </w:r>
      <w:r>
        <w:tab/>
        <w:t>1.013e0</w:t>
      </w:r>
    </w:p>
    <w:p w:rsidR="006974AE" w:rsidRDefault="006974AE" w:rsidP="006974AE">
      <w:r>
        <w:lastRenderedPageBreak/>
        <w:t>224.8742</w:t>
      </w:r>
      <w:r>
        <w:tab/>
        <w:t>1.013e0</w:t>
      </w:r>
    </w:p>
    <w:p w:rsidR="006974AE" w:rsidRDefault="006974AE" w:rsidP="006974AE">
      <w:r>
        <w:t>224.8822</w:t>
      </w:r>
      <w:r>
        <w:tab/>
        <w:t>1.013e0</w:t>
      </w:r>
    </w:p>
    <w:p w:rsidR="006974AE" w:rsidRDefault="006974AE" w:rsidP="006974AE">
      <w:r>
        <w:t>224.8897</w:t>
      </w:r>
      <w:r>
        <w:tab/>
        <w:t>4.051e0</w:t>
      </w:r>
    </w:p>
    <w:p w:rsidR="006974AE" w:rsidRDefault="006974AE" w:rsidP="006974AE">
      <w:r>
        <w:t>224.8934</w:t>
      </w:r>
      <w:r>
        <w:tab/>
        <w:t>1.013e0</w:t>
      </w:r>
    </w:p>
    <w:p w:rsidR="006974AE" w:rsidRDefault="006974AE" w:rsidP="006974AE">
      <w:r>
        <w:t>224.9015</w:t>
      </w:r>
      <w:r>
        <w:tab/>
        <w:t>1.013e0</w:t>
      </w:r>
    </w:p>
    <w:p w:rsidR="006974AE" w:rsidRDefault="006974AE" w:rsidP="006974AE">
      <w:r>
        <w:t>224.9212</w:t>
      </w:r>
      <w:r>
        <w:tab/>
        <w:t>1.013e0</w:t>
      </w:r>
    </w:p>
    <w:p w:rsidR="006974AE" w:rsidRDefault="006974AE" w:rsidP="006974AE">
      <w:r>
        <w:t>224.9460</w:t>
      </w:r>
      <w:r>
        <w:tab/>
        <w:t>2.025e0</w:t>
      </w:r>
    </w:p>
    <w:p w:rsidR="006974AE" w:rsidRDefault="006974AE" w:rsidP="006974AE">
      <w:r>
        <w:t>224.9476</w:t>
      </w:r>
      <w:r>
        <w:tab/>
        <w:t>4.640e0</w:t>
      </w:r>
    </w:p>
    <w:p w:rsidR="006974AE" w:rsidRDefault="006974AE" w:rsidP="006974AE">
      <w:r>
        <w:t>224.9534</w:t>
      </w:r>
      <w:r>
        <w:tab/>
        <w:t>2.025e0</w:t>
      </w:r>
    </w:p>
    <w:p w:rsidR="006974AE" w:rsidRDefault="006974AE" w:rsidP="006974AE">
      <w:r>
        <w:t>224.9556</w:t>
      </w:r>
      <w:r>
        <w:tab/>
        <w:t>2.025e0</w:t>
      </w:r>
    </w:p>
    <w:p w:rsidR="006974AE" w:rsidRDefault="006974AE" w:rsidP="006974AE">
      <w:r>
        <w:t>224.9710</w:t>
      </w:r>
      <w:r>
        <w:tab/>
        <w:t>2.025e0</w:t>
      </w:r>
    </w:p>
    <w:p w:rsidR="006974AE" w:rsidRDefault="006974AE" w:rsidP="006974AE">
      <w:r>
        <w:t>225.0125</w:t>
      </w:r>
      <w:r>
        <w:tab/>
        <w:t>4.103e1</w:t>
      </w:r>
    </w:p>
    <w:p w:rsidR="006974AE" w:rsidRDefault="006974AE" w:rsidP="006974AE">
      <w:r>
        <w:t>225.0155</w:t>
      </w:r>
      <w:r>
        <w:tab/>
        <w:t>3.507e1</w:t>
      </w:r>
    </w:p>
    <w:p w:rsidR="006974AE" w:rsidRDefault="006974AE" w:rsidP="006974AE">
      <w:r>
        <w:t>225.0168</w:t>
      </w:r>
      <w:r>
        <w:tab/>
        <w:t>6.639e1</w:t>
      </w:r>
    </w:p>
    <w:p w:rsidR="006974AE" w:rsidRDefault="006974AE" w:rsidP="006974AE">
      <w:r>
        <w:t>225.0184</w:t>
      </w:r>
      <w:r>
        <w:tab/>
        <w:t>2.633e1</w:t>
      </w:r>
    </w:p>
    <w:p w:rsidR="006974AE" w:rsidRDefault="006974AE" w:rsidP="006974AE">
      <w:r>
        <w:t>225.0389</w:t>
      </w:r>
      <w:r>
        <w:tab/>
        <w:t>4.051e0</w:t>
      </w:r>
    </w:p>
    <w:p w:rsidR="006974AE" w:rsidRDefault="006974AE" w:rsidP="006974AE">
      <w:r>
        <w:t>225.0850</w:t>
      </w:r>
      <w:r>
        <w:tab/>
        <w:t>2.329e1</w:t>
      </w:r>
    </w:p>
    <w:p w:rsidR="006974AE" w:rsidRDefault="006974AE" w:rsidP="006974AE">
      <w:r>
        <w:t>225.0880</w:t>
      </w:r>
      <w:r>
        <w:tab/>
        <w:t>1.924e1</w:t>
      </w:r>
    </w:p>
    <w:p w:rsidR="006974AE" w:rsidRDefault="006974AE" w:rsidP="006974AE">
      <w:r>
        <w:t>225.0890</w:t>
      </w:r>
      <w:r>
        <w:tab/>
        <w:t>1.114e1</w:t>
      </w:r>
    </w:p>
    <w:p w:rsidR="006974AE" w:rsidRDefault="006974AE" w:rsidP="006974AE">
      <w:r>
        <w:lastRenderedPageBreak/>
        <w:t>225.0955</w:t>
      </w:r>
      <w:r>
        <w:tab/>
        <w:t>4.051e0</w:t>
      </w:r>
    </w:p>
    <w:p w:rsidR="006974AE" w:rsidRDefault="006974AE" w:rsidP="006974AE">
      <w:r>
        <w:t>225.1207</w:t>
      </w:r>
      <w:r>
        <w:tab/>
        <w:t>2.025e0</w:t>
      </w:r>
    </w:p>
    <w:p w:rsidR="006974AE" w:rsidRDefault="006974AE" w:rsidP="006974AE">
      <w:r>
        <w:t>225.1270</w:t>
      </w:r>
      <w:r>
        <w:tab/>
        <w:t>2.025e0</w:t>
      </w:r>
    </w:p>
    <w:p w:rsidR="006974AE" w:rsidRDefault="006974AE" w:rsidP="006974AE">
      <w:r>
        <w:t>225.1333</w:t>
      </w:r>
      <w:r>
        <w:tab/>
        <w:t>1.013e0</w:t>
      </w:r>
    </w:p>
    <w:p w:rsidR="006974AE" w:rsidRDefault="006974AE" w:rsidP="006974AE">
      <w:r>
        <w:t>225.1411</w:t>
      </w:r>
      <w:r>
        <w:tab/>
        <w:t>2.025e0</w:t>
      </w:r>
    </w:p>
    <w:p w:rsidR="006974AE" w:rsidRDefault="006974AE" w:rsidP="006974AE">
      <w:r>
        <w:t>225.1449</w:t>
      </w:r>
      <w:r>
        <w:tab/>
        <w:t>2.025e0</w:t>
      </w:r>
    </w:p>
    <w:p w:rsidR="006974AE" w:rsidRDefault="006974AE" w:rsidP="006974AE">
      <w:r>
        <w:t>225.1470</w:t>
      </w:r>
      <w:r>
        <w:tab/>
        <w:t>5.063e0</w:t>
      </w:r>
    </w:p>
    <w:p w:rsidR="006974AE" w:rsidRDefault="006974AE" w:rsidP="006974AE">
      <w:r>
        <w:t>225.1499</w:t>
      </w:r>
      <w:r>
        <w:tab/>
        <w:t>6.076e0</w:t>
      </w:r>
    </w:p>
    <w:p w:rsidR="006974AE" w:rsidRDefault="006974AE" w:rsidP="006974AE">
      <w:r>
        <w:t>225.1545</w:t>
      </w:r>
      <w:r>
        <w:tab/>
        <w:t>2.025e0</w:t>
      </w:r>
    </w:p>
    <w:p w:rsidR="006974AE" w:rsidRDefault="006974AE" w:rsidP="006974AE">
      <w:r>
        <w:t>225.1606</w:t>
      </w:r>
      <w:r>
        <w:tab/>
        <w:t>1.013e0</w:t>
      </w:r>
    </w:p>
    <w:p w:rsidR="006974AE" w:rsidRDefault="006974AE" w:rsidP="006974AE">
      <w:r>
        <w:t>225.1642</w:t>
      </w:r>
      <w:r>
        <w:tab/>
        <w:t>2.025e0</w:t>
      </w:r>
    </w:p>
    <w:p w:rsidR="006974AE" w:rsidRDefault="006974AE" w:rsidP="006974AE">
      <w:r>
        <w:t>225.1777</w:t>
      </w:r>
      <w:r>
        <w:tab/>
        <w:t>3.038e0</w:t>
      </w:r>
    </w:p>
    <w:p w:rsidR="006974AE" w:rsidRDefault="006974AE" w:rsidP="006974AE">
      <w:r>
        <w:t>225.1847</w:t>
      </w:r>
      <w:r>
        <w:tab/>
        <w:t>5.063e0</w:t>
      </w:r>
    </w:p>
    <w:p w:rsidR="006974AE" w:rsidRDefault="006974AE" w:rsidP="006974AE">
      <w:r>
        <w:t>225.1885</w:t>
      </w:r>
      <w:r>
        <w:tab/>
        <w:t>2.025e0</w:t>
      </w:r>
    </w:p>
    <w:p w:rsidR="006974AE" w:rsidRDefault="006974AE" w:rsidP="006974AE">
      <w:r>
        <w:t>225.1931</w:t>
      </w:r>
      <w:r>
        <w:tab/>
        <w:t>1.013e0</w:t>
      </w:r>
    </w:p>
    <w:p w:rsidR="006974AE" w:rsidRDefault="006974AE" w:rsidP="006974AE">
      <w:r>
        <w:t>225.1985</w:t>
      </w:r>
      <w:r>
        <w:tab/>
        <w:t>3.111e0</w:t>
      </w:r>
    </w:p>
    <w:p w:rsidR="006974AE" w:rsidRDefault="006974AE" w:rsidP="006974AE">
      <w:r>
        <w:t>225.2107</w:t>
      </w:r>
      <w:r>
        <w:tab/>
        <w:t>2.025e0</w:t>
      </w:r>
    </w:p>
    <w:p w:rsidR="006974AE" w:rsidRDefault="006974AE" w:rsidP="006974AE">
      <w:r>
        <w:t>225.2128</w:t>
      </w:r>
      <w:r>
        <w:tab/>
        <w:t>1.013e0</w:t>
      </w:r>
    </w:p>
    <w:p w:rsidR="006974AE" w:rsidRDefault="006974AE" w:rsidP="006974AE">
      <w:r>
        <w:t>225.2283</w:t>
      </w:r>
      <w:r>
        <w:tab/>
        <w:t>3.038e0</w:t>
      </w:r>
    </w:p>
    <w:p w:rsidR="006974AE" w:rsidRDefault="006974AE" w:rsidP="006974AE">
      <w:r>
        <w:lastRenderedPageBreak/>
        <w:t>225.2353</w:t>
      </w:r>
      <w:r>
        <w:tab/>
        <w:t>4.051e0</w:t>
      </w:r>
    </w:p>
    <w:p w:rsidR="006974AE" w:rsidRDefault="006974AE" w:rsidP="006974AE">
      <w:r>
        <w:t>225.2439</w:t>
      </w:r>
      <w:r>
        <w:tab/>
        <w:t>2.025e0</w:t>
      </w:r>
    </w:p>
    <w:p w:rsidR="006974AE" w:rsidRDefault="006974AE" w:rsidP="006974AE">
      <w:r>
        <w:t>225.2728</w:t>
      </w:r>
      <w:r>
        <w:tab/>
        <w:t>1.013e0</w:t>
      </w:r>
    </w:p>
    <w:p w:rsidR="006974AE" w:rsidRDefault="006974AE" w:rsidP="006974AE">
      <w:r>
        <w:t>225.2764</w:t>
      </w:r>
      <w:r>
        <w:tab/>
        <w:t>1.013e0</w:t>
      </w:r>
    </w:p>
    <w:p w:rsidR="006974AE" w:rsidRDefault="006974AE" w:rsidP="006974AE">
      <w:r>
        <w:t>225.2784</w:t>
      </w:r>
      <w:r>
        <w:tab/>
        <w:t>2.025e0</w:t>
      </w:r>
    </w:p>
    <w:p w:rsidR="006974AE" w:rsidRDefault="006974AE" w:rsidP="006974AE">
      <w:r>
        <w:t>225.2805</w:t>
      </w:r>
      <w:r>
        <w:tab/>
        <w:t>1.013e0</w:t>
      </w:r>
    </w:p>
    <w:p w:rsidR="006974AE" w:rsidRDefault="006974AE" w:rsidP="006974AE">
      <w:r>
        <w:t>225.2957</w:t>
      </w:r>
      <w:r>
        <w:tab/>
        <w:t>1.013e0</w:t>
      </w:r>
    </w:p>
    <w:p w:rsidR="006974AE" w:rsidRDefault="006974AE" w:rsidP="006974AE">
      <w:r>
        <w:t>225.3160</w:t>
      </w:r>
      <w:r>
        <w:tab/>
        <w:t>2.025e0</w:t>
      </w:r>
    </w:p>
    <w:p w:rsidR="006974AE" w:rsidRDefault="006974AE" w:rsidP="006974AE">
      <w:r>
        <w:t>225.3200</w:t>
      </w:r>
      <w:r>
        <w:tab/>
        <w:t>2.025e0</w:t>
      </w:r>
    </w:p>
    <w:p w:rsidR="006974AE" w:rsidRDefault="006974AE" w:rsidP="006974AE">
      <w:r>
        <w:t>225.3329</w:t>
      </w:r>
      <w:r>
        <w:tab/>
        <w:t>1.013e0</w:t>
      </w:r>
    </w:p>
    <w:p w:rsidR="006974AE" w:rsidRDefault="006974AE" w:rsidP="006974AE">
      <w:r>
        <w:t>225.3367</w:t>
      </w:r>
      <w:r>
        <w:tab/>
        <w:t>1.013e0</w:t>
      </w:r>
    </w:p>
    <w:p w:rsidR="006974AE" w:rsidRDefault="006974AE" w:rsidP="006974AE">
      <w:r>
        <w:t>225.3402</w:t>
      </w:r>
      <w:r>
        <w:tab/>
        <w:t>1.013e0</w:t>
      </w:r>
    </w:p>
    <w:p w:rsidR="006974AE" w:rsidRDefault="006974AE" w:rsidP="006974AE">
      <w:r>
        <w:t>225.3441</w:t>
      </w:r>
      <w:r>
        <w:tab/>
        <w:t>1.013e0</w:t>
      </w:r>
    </w:p>
    <w:p w:rsidR="006974AE" w:rsidRDefault="006974AE" w:rsidP="006974AE">
      <w:r>
        <w:t>225.3717</w:t>
      </w:r>
      <w:r>
        <w:tab/>
        <w:t>1.013e0</w:t>
      </w:r>
    </w:p>
    <w:p w:rsidR="006974AE" w:rsidRDefault="006974AE" w:rsidP="006974AE">
      <w:r>
        <w:t>225.3802</w:t>
      </w:r>
      <w:r>
        <w:tab/>
        <w:t>1.013e0</w:t>
      </w:r>
    </w:p>
    <w:p w:rsidR="006974AE" w:rsidRDefault="006974AE" w:rsidP="006974AE">
      <w:r>
        <w:t>225.3965</w:t>
      </w:r>
      <w:r>
        <w:tab/>
        <w:t>1.013e0</w:t>
      </w:r>
    </w:p>
    <w:p w:rsidR="006974AE" w:rsidRDefault="006974AE" w:rsidP="006974AE">
      <w:r>
        <w:t>225.4121</w:t>
      </w:r>
      <w:r>
        <w:tab/>
        <w:t>1.013e0</w:t>
      </w:r>
    </w:p>
    <w:p w:rsidR="006974AE" w:rsidRDefault="006974AE" w:rsidP="006974AE">
      <w:r>
        <w:t>225.4199</w:t>
      </w:r>
      <w:r>
        <w:tab/>
        <w:t>1.013e0</w:t>
      </w:r>
    </w:p>
    <w:p w:rsidR="006974AE" w:rsidRDefault="006974AE" w:rsidP="006974AE">
      <w:r>
        <w:t>225.4329</w:t>
      </w:r>
      <w:r>
        <w:tab/>
        <w:t>5.063e0</w:t>
      </w:r>
    </w:p>
    <w:p w:rsidR="006974AE" w:rsidRDefault="006974AE" w:rsidP="006974AE">
      <w:r>
        <w:lastRenderedPageBreak/>
        <w:t>225.4437</w:t>
      </w:r>
      <w:r>
        <w:tab/>
        <w:t>1.013e0</w:t>
      </w:r>
    </w:p>
    <w:p w:rsidR="006974AE" w:rsidRDefault="006974AE" w:rsidP="006974AE">
      <w:r>
        <w:t>225.4482</w:t>
      </w:r>
      <w:r>
        <w:tab/>
        <w:t>2.025e0</w:t>
      </w:r>
    </w:p>
    <w:p w:rsidR="006974AE" w:rsidRDefault="006974AE" w:rsidP="006974AE">
      <w:r>
        <w:t>225.4679</w:t>
      </w:r>
      <w:r>
        <w:tab/>
        <w:t>2.025e0</w:t>
      </w:r>
    </w:p>
    <w:p w:rsidR="006974AE" w:rsidRDefault="006974AE" w:rsidP="006974AE">
      <w:r>
        <w:t>225.4718</w:t>
      </w:r>
      <w:r>
        <w:tab/>
        <w:t>1.013e0</w:t>
      </w:r>
    </w:p>
    <w:p w:rsidR="006974AE" w:rsidRDefault="006974AE" w:rsidP="006974AE">
      <w:r>
        <w:t>225.4927</w:t>
      </w:r>
      <w:r>
        <w:tab/>
        <w:t>3.038e0</w:t>
      </w:r>
    </w:p>
    <w:p w:rsidR="006974AE" w:rsidRDefault="006974AE" w:rsidP="006974AE">
      <w:r>
        <w:t>225.5076</w:t>
      </w:r>
      <w:r>
        <w:tab/>
        <w:t>3.038e0</w:t>
      </w:r>
    </w:p>
    <w:p w:rsidR="006974AE" w:rsidRDefault="006974AE" w:rsidP="006974AE">
      <w:r>
        <w:t>225.5181</w:t>
      </w:r>
      <w:r>
        <w:tab/>
        <w:t>2.025e0</w:t>
      </w:r>
    </w:p>
    <w:p w:rsidR="006974AE" w:rsidRDefault="006974AE" w:rsidP="006974AE">
      <w:r>
        <w:t>225.5357</w:t>
      </w:r>
      <w:r>
        <w:tab/>
        <w:t>1.013e0</w:t>
      </w:r>
    </w:p>
    <w:p w:rsidR="006974AE" w:rsidRDefault="006974AE" w:rsidP="006974AE">
      <w:r>
        <w:t>225.5396</w:t>
      </w:r>
      <w:r>
        <w:tab/>
        <w:t>1.013e0</w:t>
      </w:r>
    </w:p>
    <w:p w:rsidR="006974AE" w:rsidRDefault="006974AE" w:rsidP="006974AE">
      <w:r>
        <w:t>225.5476</w:t>
      </w:r>
      <w:r>
        <w:tab/>
        <w:t>1.013e0</w:t>
      </w:r>
    </w:p>
    <w:p w:rsidR="006974AE" w:rsidRDefault="006974AE" w:rsidP="006974AE">
      <w:r>
        <w:t>225.5515</w:t>
      </w:r>
      <w:r>
        <w:tab/>
        <w:t>1.013e0</w:t>
      </w:r>
    </w:p>
    <w:p w:rsidR="006974AE" w:rsidRDefault="006974AE" w:rsidP="006974AE">
      <w:r>
        <w:t>225.5629</w:t>
      </w:r>
      <w:r>
        <w:tab/>
        <w:t>1.013e0</w:t>
      </w:r>
    </w:p>
    <w:p w:rsidR="006974AE" w:rsidRDefault="006974AE" w:rsidP="006974AE">
      <w:r>
        <w:t>225.5677</w:t>
      </w:r>
      <w:r>
        <w:tab/>
        <w:t>2.025e0</w:t>
      </w:r>
    </w:p>
    <w:p w:rsidR="006974AE" w:rsidRDefault="006974AE" w:rsidP="006974AE">
      <w:r>
        <w:t>225.5688</w:t>
      </w:r>
      <w:r>
        <w:tab/>
        <w:t>3.038e0</w:t>
      </w:r>
    </w:p>
    <w:p w:rsidR="006974AE" w:rsidRDefault="006974AE" w:rsidP="006974AE">
      <w:r>
        <w:t>225.5795</w:t>
      </w:r>
      <w:r>
        <w:tab/>
        <w:t>3.038e0</w:t>
      </w:r>
    </w:p>
    <w:p w:rsidR="006974AE" w:rsidRDefault="006974AE" w:rsidP="006974AE">
      <w:r>
        <w:t>225.5919</w:t>
      </w:r>
      <w:r>
        <w:tab/>
        <w:t>1.013e0</w:t>
      </w:r>
    </w:p>
    <w:p w:rsidR="006974AE" w:rsidRDefault="006974AE" w:rsidP="006974AE">
      <w:r>
        <w:t>225.5960</w:t>
      </w:r>
      <w:r>
        <w:tab/>
        <w:t>1.013e0</w:t>
      </w:r>
    </w:p>
    <w:p w:rsidR="006974AE" w:rsidRDefault="006974AE" w:rsidP="006974AE">
      <w:r>
        <w:t>225.6073</w:t>
      </w:r>
      <w:r>
        <w:tab/>
        <w:t>1.013e0</w:t>
      </w:r>
    </w:p>
    <w:p w:rsidR="006974AE" w:rsidRDefault="006974AE" w:rsidP="006974AE">
      <w:r>
        <w:t>225.6113</w:t>
      </w:r>
      <w:r>
        <w:tab/>
        <w:t>2.025e0</w:t>
      </w:r>
    </w:p>
    <w:p w:rsidR="006974AE" w:rsidRDefault="006974AE" w:rsidP="006974AE">
      <w:r>
        <w:lastRenderedPageBreak/>
        <w:t>225.6294</w:t>
      </w:r>
      <w:r>
        <w:tab/>
        <w:t>2.025e0</w:t>
      </w:r>
    </w:p>
    <w:p w:rsidR="006974AE" w:rsidRDefault="006974AE" w:rsidP="006974AE">
      <w:r>
        <w:t>225.6395</w:t>
      </w:r>
      <w:r>
        <w:tab/>
        <w:t>1.013e0</w:t>
      </w:r>
    </w:p>
    <w:p w:rsidR="006974AE" w:rsidRDefault="006974AE" w:rsidP="006974AE">
      <w:r>
        <w:t>225.6540</w:t>
      </w:r>
      <w:r>
        <w:tab/>
        <w:t>1.882e0</w:t>
      </w:r>
    </w:p>
    <w:p w:rsidR="006974AE" w:rsidRDefault="006974AE" w:rsidP="006974AE">
      <w:r>
        <w:t>225.6558</w:t>
      </w:r>
      <w:r>
        <w:tab/>
        <w:t>2.025e0</w:t>
      </w:r>
    </w:p>
    <w:p w:rsidR="006974AE" w:rsidRDefault="006974AE" w:rsidP="006974AE">
      <w:r>
        <w:t>225.6673</w:t>
      </w:r>
      <w:r>
        <w:tab/>
        <w:t>4.051e0</w:t>
      </w:r>
    </w:p>
    <w:p w:rsidR="006974AE" w:rsidRDefault="006974AE" w:rsidP="006974AE">
      <w:r>
        <w:t>225.6857</w:t>
      </w:r>
      <w:r>
        <w:tab/>
        <w:t>3.038e0</w:t>
      </w:r>
    </w:p>
    <w:p w:rsidR="006974AE" w:rsidRDefault="006974AE" w:rsidP="006974AE">
      <w:r>
        <w:t>225.6868</w:t>
      </w:r>
      <w:r>
        <w:tab/>
        <w:t>1.013e0</w:t>
      </w:r>
    </w:p>
    <w:p w:rsidR="006974AE" w:rsidRDefault="006974AE" w:rsidP="006974AE">
      <w:r>
        <w:t>225.6909</w:t>
      </w:r>
      <w:r>
        <w:tab/>
        <w:t>1.013e0</w:t>
      </w:r>
    </w:p>
    <w:p w:rsidR="006974AE" w:rsidRDefault="006974AE" w:rsidP="006974AE">
      <w:r>
        <w:t>225.6948</w:t>
      </w:r>
      <w:r>
        <w:tab/>
        <w:t>1.013e0</w:t>
      </w:r>
    </w:p>
    <w:p w:rsidR="006974AE" w:rsidRDefault="006974AE" w:rsidP="006974AE">
      <w:r>
        <w:t>225.6991</w:t>
      </w:r>
      <w:r>
        <w:tab/>
        <w:t>1.013e0</w:t>
      </w:r>
    </w:p>
    <w:p w:rsidR="006974AE" w:rsidRDefault="006974AE" w:rsidP="006974AE">
      <w:r>
        <w:t>225.7067</w:t>
      </w:r>
      <w:r>
        <w:tab/>
        <w:t>2.025e0</w:t>
      </w:r>
    </w:p>
    <w:p w:rsidR="006974AE" w:rsidRDefault="006974AE" w:rsidP="006974AE">
      <w:r>
        <w:t>225.7276</w:t>
      </w:r>
      <w:r>
        <w:tab/>
        <w:t>1.013e0</w:t>
      </w:r>
    </w:p>
    <w:p w:rsidR="006974AE" w:rsidRDefault="006974AE" w:rsidP="006974AE">
      <w:r>
        <w:t>225.7352</w:t>
      </w:r>
      <w:r>
        <w:tab/>
        <w:t>2.025e0</w:t>
      </w:r>
    </w:p>
    <w:p w:rsidR="006974AE" w:rsidRDefault="006974AE" w:rsidP="006974AE">
      <w:r>
        <w:t>225.7391</w:t>
      </w:r>
      <w:r>
        <w:tab/>
        <w:t>2.025e0</w:t>
      </w:r>
    </w:p>
    <w:p w:rsidR="006974AE" w:rsidRDefault="006974AE" w:rsidP="006974AE">
      <w:r>
        <w:t>225.7590</w:t>
      </w:r>
      <w:r>
        <w:tab/>
        <w:t>1.013e0</w:t>
      </w:r>
    </w:p>
    <w:p w:rsidR="006974AE" w:rsidRDefault="006974AE" w:rsidP="006974AE">
      <w:r>
        <w:t>225.7775</w:t>
      </w:r>
      <w:r>
        <w:tab/>
        <w:t>2.025e0</w:t>
      </w:r>
    </w:p>
    <w:p w:rsidR="006974AE" w:rsidRDefault="006974AE" w:rsidP="006974AE">
      <w:r>
        <w:t>225.7874</w:t>
      </w:r>
      <w:r>
        <w:tab/>
        <w:t>2.025e0</w:t>
      </w:r>
    </w:p>
    <w:p w:rsidR="006974AE" w:rsidRDefault="006974AE" w:rsidP="006974AE">
      <w:r>
        <w:t>225.7915</w:t>
      </w:r>
      <w:r>
        <w:tab/>
        <w:t>3.038e0</w:t>
      </w:r>
    </w:p>
    <w:p w:rsidR="006974AE" w:rsidRDefault="006974AE" w:rsidP="006974AE">
      <w:r>
        <w:t>225.7951</w:t>
      </w:r>
      <w:r>
        <w:tab/>
        <w:t>1.013e0</w:t>
      </w:r>
    </w:p>
    <w:p w:rsidR="006974AE" w:rsidRDefault="006974AE" w:rsidP="006974AE">
      <w:r>
        <w:lastRenderedPageBreak/>
        <w:t>225.8130</w:t>
      </w:r>
      <w:r>
        <w:tab/>
        <w:t>2.025e0</w:t>
      </w:r>
    </w:p>
    <w:p w:rsidR="006974AE" w:rsidRDefault="006974AE" w:rsidP="006974AE">
      <w:r>
        <w:t>225.8146</w:t>
      </w:r>
      <w:r>
        <w:tab/>
        <w:t>1.013e0</w:t>
      </w:r>
    </w:p>
    <w:p w:rsidR="006974AE" w:rsidRDefault="006974AE" w:rsidP="006974AE">
      <w:r>
        <w:t>225.8158</w:t>
      </w:r>
      <w:r>
        <w:tab/>
        <w:t>3.038e0</w:t>
      </w:r>
    </w:p>
    <w:p w:rsidR="006974AE" w:rsidRDefault="006974AE" w:rsidP="006974AE">
      <w:r>
        <w:t>225.8386</w:t>
      </w:r>
      <w:r>
        <w:tab/>
        <w:t>2.025e0</w:t>
      </w:r>
    </w:p>
    <w:p w:rsidR="006974AE" w:rsidRDefault="006974AE" w:rsidP="006974AE">
      <w:r>
        <w:t>225.8397</w:t>
      </w:r>
      <w:r>
        <w:tab/>
        <w:t>1.013e0</w:t>
      </w:r>
    </w:p>
    <w:p w:rsidR="006974AE" w:rsidRDefault="006974AE" w:rsidP="006974AE">
      <w:r>
        <w:t>225.8532</w:t>
      </w:r>
      <w:r>
        <w:tab/>
        <w:t>2.025e0</w:t>
      </w:r>
    </w:p>
    <w:p w:rsidR="006974AE" w:rsidRDefault="006974AE" w:rsidP="006974AE">
      <w:r>
        <w:t>225.8593</w:t>
      </w:r>
      <w:r>
        <w:tab/>
        <w:t>1.013e0</w:t>
      </w:r>
    </w:p>
    <w:p w:rsidR="006974AE" w:rsidRDefault="006974AE" w:rsidP="006974AE">
      <w:r>
        <w:t>225.8630</w:t>
      </w:r>
      <w:r>
        <w:tab/>
        <w:t>2.025e0</w:t>
      </w:r>
    </w:p>
    <w:p w:rsidR="006974AE" w:rsidRDefault="006974AE" w:rsidP="006974AE">
      <w:r>
        <w:t>225.8670</w:t>
      </w:r>
      <w:r>
        <w:tab/>
        <w:t>1.013e0</w:t>
      </w:r>
    </w:p>
    <w:p w:rsidR="006974AE" w:rsidRDefault="006974AE" w:rsidP="006974AE">
      <w:r>
        <w:t>225.8908</w:t>
      </w:r>
      <w:r>
        <w:tab/>
        <w:t>1.013e0</w:t>
      </w:r>
    </w:p>
    <w:p w:rsidR="006974AE" w:rsidRDefault="006974AE" w:rsidP="006974AE">
      <w:r>
        <w:t>225.9037</w:t>
      </w:r>
      <w:r>
        <w:tab/>
        <w:t>2.025e0</w:t>
      </w:r>
    </w:p>
    <w:p w:rsidR="006974AE" w:rsidRDefault="006974AE" w:rsidP="006974AE">
      <w:r>
        <w:t>225.9154</w:t>
      </w:r>
      <w:r>
        <w:tab/>
        <w:t>1.013e0</w:t>
      </w:r>
    </w:p>
    <w:p w:rsidR="006974AE" w:rsidRDefault="006974AE" w:rsidP="006974AE">
      <w:r>
        <w:t>225.9309</w:t>
      </w:r>
      <w:r>
        <w:tab/>
        <w:t>1.013e0</w:t>
      </w:r>
    </w:p>
    <w:p w:rsidR="006974AE" w:rsidRDefault="006974AE" w:rsidP="006974AE">
      <w:r>
        <w:t>225.9421</w:t>
      </w:r>
      <w:r>
        <w:tab/>
        <w:t>1.013e0</w:t>
      </w:r>
    </w:p>
    <w:p w:rsidR="006974AE" w:rsidRDefault="006974AE" w:rsidP="006974AE">
      <w:r>
        <w:t>225.9508</w:t>
      </w:r>
      <w:r>
        <w:tab/>
        <w:t>1.013e0</w:t>
      </w:r>
    </w:p>
    <w:p w:rsidR="006974AE" w:rsidRDefault="006974AE" w:rsidP="006974AE">
      <w:r>
        <w:t>225.9593</w:t>
      </w:r>
      <w:r>
        <w:tab/>
        <w:t>1.013e0</w:t>
      </w:r>
    </w:p>
    <w:p w:rsidR="006974AE" w:rsidRDefault="006974AE" w:rsidP="006974AE">
      <w:r>
        <w:t>226.0016</w:t>
      </w:r>
      <w:r>
        <w:tab/>
        <w:t>1.218e1</w:t>
      </w:r>
    </w:p>
    <w:p w:rsidR="006974AE" w:rsidRDefault="006974AE" w:rsidP="006974AE">
      <w:r>
        <w:t>226.0108</w:t>
      </w:r>
      <w:r>
        <w:tab/>
        <w:t>5.138e1</w:t>
      </w:r>
    </w:p>
    <w:p w:rsidR="006974AE" w:rsidRDefault="006974AE" w:rsidP="006974AE">
      <w:r>
        <w:t>226.0126</w:t>
      </w:r>
      <w:r>
        <w:tab/>
        <w:t>2.201e1</w:t>
      </w:r>
    </w:p>
    <w:p w:rsidR="006974AE" w:rsidRDefault="006974AE" w:rsidP="006974AE">
      <w:r>
        <w:lastRenderedPageBreak/>
        <w:t>226.0145</w:t>
      </w:r>
      <w:r>
        <w:tab/>
        <w:t>5.161e1</w:t>
      </w:r>
    </w:p>
    <w:p w:rsidR="006974AE" w:rsidRDefault="006974AE" w:rsidP="006974AE">
      <w:r>
        <w:t>226.0164</w:t>
      </w:r>
      <w:r>
        <w:tab/>
        <w:t>1.493e1</w:t>
      </w:r>
    </w:p>
    <w:p w:rsidR="006974AE" w:rsidRDefault="006974AE" w:rsidP="006974AE">
      <w:r>
        <w:t>226.0482</w:t>
      </w:r>
      <w:r>
        <w:tab/>
        <w:t>6.717e0</w:t>
      </w:r>
    </w:p>
    <w:p w:rsidR="006974AE" w:rsidRDefault="006974AE" w:rsidP="006974AE">
      <w:r>
        <w:t>226.0492</w:t>
      </w:r>
      <w:r>
        <w:tab/>
        <w:t>1.597e1</w:t>
      </w:r>
    </w:p>
    <w:p w:rsidR="006974AE" w:rsidRDefault="006974AE" w:rsidP="006974AE">
      <w:r>
        <w:t>226.0518</w:t>
      </w:r>
      <w:r>
        <w:tab/>
        <w:t>1.013e1</w:t>
      </w:r>
    </w:p>
    <w:p w:rsidR="006974AE" w:rsidRDefault="006974AE" w:rsidP="006974AE">
      <w:r>
        <w:t>226.0554</w:t>
      </w:r>
      <w:r>
        <w:tab/>
        <w:t>4.051e0</w:t>
      </w:r>
    </w:p>
    <w:p w:rsidR="006974AE" w:rsidRDefault="006974AE" w:rsidP="006974AE">
      <w:r>
        <w:t>226.0592</w:t>
      </w:r>
      <w:r>
        <w:tab/>
        <w:t>1.408e1</w:t>
      </w:r>
    </w:p>
    <w:p w:rsidR="006974AE" w:rsidRDefault="006974AE" w:rsidP="006974AE">
      <w:r>
        <w:t>226.0691</w:t>
      </w:r>
      <w:r>
        <w:tab/>
        <w:t>4.422e0</w:t>
      </w:r>
    </w:p>
    <w:p w:rsidR="006974AE" w:rsidRDefault="006974AE" w:rsidP="006974AE">
      <w:r>
        <w:t>226.0818</w:t>
      </w:r>
      <w:r>
        <w:tab/>
        <w:t>3.038e0</w:t>
      </w:r>
    </w:p>
    <w:p w:rsidR="006974AE" w:rsidRDefault="006974AE" w:rsidP="006974AE">
      <w:r>
        <w:t>226.0869</w:t>
      </w:r>
      <w:r>
        <w:tab/>
        <w:t>2.124e0</w:t>
      </w:r>
    </w:p>
    <w:p w:rsidR="006974AE" w:rsidRDefault="006974AE" w:rsidP="006974AE">
      <w:r>
        <w:t>226.0921</w:t>
      </w:r>
      <w:r>
        <w:tab/>
        <w:t>3.038e0</w:t>
      </w:r>
    </w:p>
    <w:p w:rsidR="006974AE" w:rsidRDefault="006974AE" w:rsidP="006974AE">
      <w:r>
        <w:t>226.1046</w:t>
      </w:r>
      <w:r>
        <w:tab/>
        <w:t>6.076e0</w:t>
      </w:r>
    </w:p>
    <w:p w:rsidR="006974AE" w:rsidRDefault="006974AE" w:rsidP="006974AE">
      <w:r>
        <w:t>226.1149</w:t>
      </w:r>
      <w:r>
        <w:tab/>
        <w:t>4.051e0</w:t>
      </w:r>
    </w:p>
    <w:p w:rsidR="006974AE" w:rsidRDefault="006974AE" w:rsidP="006974AE">
      <w:r>
        <w:t>226.1340</w:t>
      </w:r>
      <w:r>
        <w:tab/>
        <w:t>2.025e0</w:t>
      </w:r>
    </w:p>
    <w:p w:rsidR="006974AE" w:rsidRDefault="006974AE" w:rsidP="006974AE">
      <w:r>
        <w:t>226.1384</w:t>
      </w:r>
      <w:r>
        <w:tab/>
        <w:t>1.013e0</w:t>
      </w:r>
    </w:p>
    <w:p w:rsidR="006974AE" w:rsidRDefault="006974AE" w:rsidP="006974AE">
      <w:r>
        <w:t>226.1427</w:t>
      </w:r>
      <w:r>
        <w:tab/>
        <w:t>1.013e0</w:t>
      </w:r>
    </w:p>
    <w:p w:rsidR="006974AE" w:rsidRDefault="006974AE" w:rsidP="006974AE">
      <w:r>
        <w:t>226.1467</w:t>
      </w:r>
      <w:r>
        <w:tab/>
        <w:t>1.013e0</w:t>
      </w:r>
    </w:p>
    <w:p w:rsidR="006974AE" w:rsidRDefault="006974AE" w:rsidP="006974AE">
      <w:r>
        <w:t>226.1484</w:t>
      </w:r>
      <w:r>
        <w:tab/>
        <w:t>2.025e0</w:t>
      </w:r>
    </w:p>
    <w:p w:rsidR="006974AE" w:rsidRDefault="006974AE" w:rsidP="006974AE">
      <w:r>
        <w:t>226.1525</w:t>
      </w:r>
      <w:r>
        <w:tab/>
        <w:t>2.025e0</w:t>
      </w:r>
    </w:p>
    <w:p w:rsidR="006974AE" w:rsidRDefault="006974AE" w:rsidP="006974AE">
      <w:r>
        <w:lastRenderedPageBreak/>
        <w:t>226.1548</w:t>
      </w:r>
      <w:r>
        <w:tab/>
        <w:t>2.025e0</w:t>
      </w:r>
    </w:p>
    <w:p w:rsidR="006974AE" w:rsidRDefault="006974AE" w:rsidP="006974AE">
      <w:r>
        <w:t>226.1634</w:t>
      </w:r>
      <w:r>
        <w:tab/>
        <w:t>1.013e0</w:t>
      </w:r>
    </w:p>
    <w:p w:rsidR="006974AE" w:rsidRDefault="006974AE" w:rsidP="006974AE">
      <w:r>
        <w:t>226.1654</w:t>
      </w:r>
      <w:r>
        <w:tab/>
        <w:t>2.025e0</w:t>
      </w:r>
    </w:p>
    <w:p w:rsidR="006974AE" w:rsidRDefault="006974AE" w:rsidP="006974AE">
      <w:r>
        <w:t>226.1800</w:t>
      </w:r>
      <w:r>
        <w:tab/>
        <w:t>4.051e0</w:t>
      </w:r>
    </w:p>
    <w:p w:rsidR="006974AE" w:rsidRDefault="006974AE" w:rsidP="006974AE">
      <w:r>
        <w:t>226.1846</w:t>
      </w:r>
      <w:r>
        <w:tab/>
        <w:t>2.025e0</w:t>
      </w:r>
    </w:p>
    <w:p w:rsidR="006974AE" w:rsidRDefault="006974AE" w:rsidP="006974AE">
      <w:r>
        <w:t>226.1871</w:t>
      </w:r>
      <w:r>
        <w:tab/>
        <w:t>3.038e0</w:t>
      </w:r>
    </w:p>
    <w:p w:rsidR="006974AE" w:rsidRDefault="006974AE" w:rsidP="006974AE">
      <w:r>
        <w:t>226.1939</w:t>
      </w:r>
      <w:r>
        <w:tab/>
        <w:t>2.025e0</w:t>
      </w:r>
    </w:p>
    <w:p w:rsidR="006974AE" w:rsidRDefault="006974AE" w:rsidP="006974AE">
      <w:r>
        <w:t>226.2126</w:t>
      </w:r>
      <w:r>
        <w:tab/>
        <w:t>2.025e0</w:t>
      </w:r>
    </w:p>
    <w:p w:rsidR="006974AE" w:rsidRDefault="006974AE" w:rsidP="006974AE">
      <w:r>
        <w:t>226.2181</w:t>
      </w:r>
      <w:r>
        <w:tab/>
        <w:t>2.025e0</w:t>
      </w:r>
    </w:p>
    <w:p w:rsidR="006974AE" w:rsidRDefault="006974AE" w:rsidP="006974AE">
      <w:r>
        <w:t>226.2270</w:t>
      </w:r>
      <w:r>
        <w:tab/>
        <w:t>1.013e0</w:t>
      </w:r>
    </w:p>
    <w:p w:rsidR="006974AE" w:rsidRDefault="006974AE" w:rsidP="006974AE">
      <w:r>
        <w:t>226.2311</w:t>
      </w:r>
      <w:r>
        <w:tab/>
        <w:t>1.013e0</w:t>
      </w:r>
    </w:p>
    <w:p w:rsidR="006974AE" w:rsidRDefault="006974AE" w:rsidP="006974AE">
      <w:r>
        <w:t>226.2710</w:t>
      </w:r>
      <w:r>
        <w:tab/>
        <w:t>2.025e0</w:t>
      </w:r>
    </w:p>
    <w:p w:rsidR="006974AE" w:rsidRDefault="006974AE" w:rsidP="006974AE">
      <w:r>
        <w:t>226.3141</w:t>
      </w:r>
      <w:r>
        <w:tab/>
        <w:t>1.013e0</w:t>
      </w:r>
    </w:p>
    <w:p w:rsidR="006974AE" w:rsidRDefault="006974AE" w:rsidP="006974AE">
      <w:r>
        <w:t>226.3430</w:t>
      </w:r>
      <w:r>
        <w:tab/>
        <w:t>1.013e0</w:t>
      </w:r>
    </w:p>
    <w:p w:rsidR="006974AE" w:rsidRDefault="006974AE" w:rsidP="006974AE">
      <w:r>
        <w:t>226.3475</w:t>
      </w:r>
      <w:r>
        <w:tab/>
        <w:t>1.013e0</w:t>
      </w:r>
    </w:p>
    <w:p w:rsidR="006974AE" w:rsidRDefault="006974AE" w:rsidP="006974AE">
      <w:r>
        <w:t>226.3533</w:t>
      </w:r>
      <w:r>
        <w:tab/>
        <w:t>2.025e0</w:t>
      </w:r>
    </w:p>
    <w:p w:rsidR="006974AE" w:rsidRDefault="006974AE" w:rsidP="006974AE">
      <w:r>
        <w:t>226.3704</w:t>
      </w:r>
      <w:r>
        <w:tab/>
        <w:t>1.013e0</w:t>
      </w:r>
    </w:p>
    <w:p w:rsidR="006974AE" w:rsidRDefault="006974AE" w:rsidP="006974AE">
      <w:r>
        <w:t>226.3784</w:t>
      </w:r>
      <w:r>
        <w:tab/>
        <w:t>1.013e0</w:t>
      </w:r>
    </w:p>
    <w:p w:rsidR="006974AE" w:rsidRDefault="006974AE" w:rsidP="006974AE">
      <w:r>
        <w:t>226.4150</w:t>
      </w:r>
      <w:r>
        <w:tab/>
        <w:t>1.013e0</w:t>
      </w:r>
    </w:p>
    <w:p w:rsidR="006974AE" w:rsidRDefault="006974AE" w:rsidP="006974AE">
      <w:r>
        <w:lastRenderedPageBreak/>
        <w:t>226.4227</w:t>
      </w:r>
      <w:r>
        <w:tab/>
        <w:t>1.013e0</w:t>
      </w:r>
    </w:p>
    <w:p w:rsidR="006974AE" w:rsidRDefault="006974AE" w:rsidP="006974AE">
      <w:r>
        <w:t>226.4553</w:t>
      </w:r>
      <w:r>
        <w:tab/>
        <w:t>2.025e0</w:t>
      </w:r>
    </w:p>
    <w:p w:rsidR="006974AE" w:rsidRDefault="006974AE" w:rsidP="006974AE">
      <w:r>
        <w:t>226.4668</w:t>
      </w:r>
      <w:r>
        <w:tab/>
        <w:t>1.013e0</w:t>
      </w:r>
    </w:p>
    <w:p w:rsidR="006974AE" w:rsidRDefault="006974AE" w:rsidP="006974AE">
      <w:r>
        <w:t>226.5085</w:t>
      </w:r>
      <w:r>
        <w:tab/>
        <w:t>4.051e0</w:t>
      </w:r>
    </w:p>
    <w:p w:rsidR="006974AE" w:rsidRDefault="006974AE" w:rsidP="006974AE">
      <w:r>
        <w:t>226.5100</w:t>
      </w:r>
      <w:r>
        <w:tab/>
        <w:t>1.013e0</w:t>
      </w:r>
    </w:p>
    <w:p w:rsidR="006974AE" w:rsidRDefault="006974AE" w:rsidP="006974AE">
      <w:r>
        <w:t>226.5141</w:t>
      </w:r>
      <w:r>
        <w:tab/>
        <w:t>1.013e0</w:t>
      </w:r>
    </w:p>
    <w:p w:rsidR="006974AE" w:rsidRDefault="006974AE" w:rsidP="006974AE">
      <w:r>
        <w:t>226.5393</w:t>
      </w:r>
      <w:r>
        <w:tab/>
        <w:t>2.025e0</w:t>
      </w:r>
    </w:p>
    <w:p w:rsidR="006974AE" w:rsidRDefault="006974AE" w:rsidP="006974AE">
      <w:r>
        <w:t>226.5509</w:t>
      </w:r>
      <w:r>
        <w:tab/>
        <w:t>1.013e0</w:t>
      </w:r>
    </w:p>
    <w:p w:rsidR="006974AE" w:rsidRDefault="006974AE" w:rsidP="006974AE">
      <w:r>
        <w:t>226.5622</w:t>
      </w:r>
      <w:r>
        <w:tab/>
        <w:t>1.013e0</w:t>
      </w:r>
    </w:p>
    <w:p w:rsidR="006974AE" w:rsidRDefault="006974AE" w:rsidP="006974AE">
      <w:r>
        <w:t>226.5662</w:t>
      </w:r>
      <w:r>
        <w:tab/>
        <w:t>4.051e0</w:t>
      </w:r>
    </w:p>
    <w:p w:rsidR="006974AE" w:rsidRDefault="006974AE" w:rsidP="006974AE">
      <w:r>
        <w:t>226.5699</w:t>
      </w:r>
      <w:r>
        <w:tab/>
        <w:t>1.013e0</w:t>
      </w:r>
    </w:p>
    <w:p w:rsidR="006974AE" w:rsidRDefault="006974AE" w:rsidP="006974AE">
      <w:r>
        <w:t>226.5776</w:t>
      </w:r>
      <w:r>
        <w:tab/>
        <w:t>3.038e0</w:t>
      </w:r>
    </w:p>
    <w:p w:rsidR="006974AE" w:rsidRDefault="006974AE" w:rsidP="006974AE">
      <w:r>
        <w:t>226.6068</w:t>
      </w:r>
      <w:r>
        <w:tab/>
        <w:t>1.013e0</w:t>
      </w:r>
    </w:p>
    <w:p w:rsidR="006974AE" w:rsidRDefault="006974AE" w:rsidP="006974AE">
      <w:r>
        <w:t>226.6109</w:t>
      </w:r>
      <w:r>
        <w:tab/>
        <w:t>1.013e0</w:t>
      </w:r>
    </w:p>
    <w:p w:rsidR="006974AE" w:rsidRDefault="006974AE" w:rsidP="006974AE">
      <w:r>
        <w:t>226.6146</w:t>
      </w:r>
      <w:r>
        <w:tab/>
        <w:t>3.038e0</w:t>
      </w:r>
    </w:p>
    <w:p w:rsidR="006974AE" w:rsidRDefault="006974AE" w:rsidP="006974AE">
      <w:r>
        <w:t>226.6187</w:t>
      </w:r>
      <w:r>
        <w:tab/>
        <w:t>1.013e0</w:t>
      </w:r>
    </w:p>
    <w:p w:rsidR="006974AE" w:rsidRDefault="006974AE" w:rsidP="006974AE">
      <w:r>
        <w:t>226.6265</w:t>
      </w:r>
      <w:r>
        <w:tab/>
        <w:t>1.013e0</w:t>
      </w:r>
    </w:p>
    <w:p w:rsidR="006974AE" w:rsidRDefault="006974AE" w:rsidP="006974AE">
      <w:r>
        <w:t>226.6281</w:t>
      </w:r>
      <w:r>
        <w:tab/>
        <w:t>2.025e0</w:t>
      </w:r>
    </w:p>
    <w:p w:rsidR="006974AE" w:rsidRDefault="006974AE" w:rsidP="006974AE">
      <w:r>
        <w:t>226.6423</w:t>
      </w:r>
      <w:r>
        <w:tab/>
        <w:t>1.013e0</w:t>
      </w:r>
    </w:p>
    <w:p w:rsidR="006974AE" w:rsidRDefault="006974AE" w:rsidP="006974AE">
      <w:r>
        <w:lastRenderedPageBreak/>
        <w:t>226.6516</w:t>
      </w:r>
      <w:r>
        <w:tab/>
        <w:t>3.038e0</w:t>
      </w:r>
    </w:p>
    <w:p w:rsidR="006974AE" w:rsidRDefault="006974AE" w:rsidP="006974AE">
      <w:r>
        <w:t>226.6635</w:t>
      </w:r>
      <w:r>
        <w:tab/>
        <w:t>2.025e0</w:t>
      </w:r>
    </w:p>
    <w:p w:rsidR="006974AE" w:rsidRDefault="006974AE" w:rsidP="006974AE">
      <w:r>
        <w:t>226.6670</w:t>
      </w:r>
      <w:r>
        <w:tab/>
        <w:t>1.013e0</w:t>
      </w:r>
    </w:p>
    <w:p w:rsidR="006974AE" w:rsidRDefault="006974AE" w:rsidP="006974AE">
      <w:r>
        <w:t>226.6943</w:t>
      </w:r>
      <w:r>
        <w:tab/>
        <w:t>1.013e0</w:t>
      </w:r>
    </w:p>
    <w:p w:rsidR="006974AE" w:rsidRDefault="006974AE" w:rsidP="006974AE">
      <w:r>
        <w:t>226.7150</w:t>
      </w:r>
      <w:r>
        <w:tab/>
        <w:t>1.013e0</w:t>
      </w:r>
    </w:p>
    <w:p w:rsidR="006974AE" w:rsidRDefault="006974AE" w:rsidP="006974AE">
      <w:r>
        <w:t>226.7189</w:t>
      </w:r>
      <w:r>
        <w:tab/>
        <w:t>1.013e0</w:t>
      </w:r>
    </w:p>
    <w:p w:rsidR="006974AE" w:rsidRDefault="006974AE" w:rsidP="006974AE">
      <w:r>
        <w:t>226.7235</w:t>
      </w:r>
      <w:r>
        <w:tab/>
        <w:t>1.013e0</w:t>
      </w:r>
    </w:p>
    <w:p w:rsidR="006974AE" w:rsidRDefault="006974AE" w:rsidP="006974AE">
      <w:r>
        <w:t>226.7274</w:t>
      </w:r>
      <w:r>
        <w:tab/>
        <w:t>1.013e0</w:t>
      </w:r>
    </w:p>
    <w:p w:rsidR="006974AE" w:rsidRDefault="006974AE" w:rsidP="006974AE">
      <w:r>
        <w:t>226.7348</w:t>
      </w:r>
      <w:r>
        <w:tab/>
        <w:t>1.013e0</w:t>
      </w:r>
    </w:p>
    <w:p w:rsidR="006974AE" w:rsidRDefault="006974AE" w:rsidP="006974AE">
      <w:r>
        <w:t>226.7505</w:t>
      </w:r>
      <w:r>
        <w:tab/>
        <w:t>3.038e0</w:t>
      </w:r>
    </w:p>
    <w:p w:rsidR="006974AE" w:rsidRDefault="006974AE" w:rsidP="006974AE">
      <w:r>
        <w:t>226.7617</w:t>
      </w:r>
      <w:r>
        <w:tab/>
        <w:t>2.025e0</w:t>
      </w:r>
    </w:p>
    <w:p w:rsidR="006974AE" w:rsidRDefault="006974AE" w:rsidP="006974AE">
      <w:r>
        <w:t>226.7914</w:t>
      </w:r>
      <w:r>
        <w:tab/>
        <w:t>1.013e0</w:t>
      </w:r>
    </w:p>
    <w:p w:rsidR="006974AE" w:rsidRDefault="006974AE" w:rsidP="006974AE">
      <w:r>
        <w:t>226.7987</w:t>
      </w:r>
      <w:r>
        <w:tab/>
        <w:t>2.025e0</w:t>
      </w:r>
    </w:p>
    <w:p w:rsidR="006974AE" w:rsidRDefault="006974AE" w:rsidP="006974AE">
      <w:r>
        <w:t>226.8029</w:t>
      </w:r>
      <w:r>
        <w:tab/>
        <w:t>1.013e0</w:t>
      </w:r>
    </w:p>
    <w:p w:rsidR="006974AE" w:rsidRDefault="006974AE" w:rsidP="006974AE">
      <w:r>
        <w:t>226.8261</w:t>
      </w:r>
      <w:r>
        <w:tab/>
        <w:t>1.013e0</w:t>
      </w:r>
    </w:p>
    <w:p w:rsidR="006974AE" w:rsidRDefault="006974AE" w:rsidP="006974AE">
      <w:r>
        <w:t>226.8366</w:t>
      </w:r>
      <w:r>
        <w:tab/>
        <w:t>3.038e0</w:t>
      </w:r>
    </w:p>
    <w:p w:rsidR="006974AE" w:rsidRDefault="006974AE" w:rsidP="006974AE">
      <w:r>
        <w:t>226.8589</w:t>
      </w:r>
      <w:r>
        <w:tab/>
        <w:t>1.013e0</w:t>
      </w:r>
    </w:p>
    <w:p w:rsidR="006974AE" w:rsidRDefault="006974AE" w:rsidP="006974AE">
      <w:r>
        <w:t>226.8708</w:t>
      </w:r>
      <w:r>
        <w:tab/>
        <w:t>1.013e0</w:t>
      </w:r>
    </w:p>
    <w:p w:rsidR="006974AE" w:rsidRDefault="006974AE" w:rsidP="006974AE">
      <w:r>
        <w:t>226.8820</w:t>
      </w:r>
      <w:r>
        <w:tab/>
        <w:t>1.013e0</w:t>
      </w:r>
    </w:p>
    <w:p w:rsidR="006974AE" w:rsidRDefault="006974AE" w:rsidP="006974AE">
      <w:r>
        <w:lastRenderedPageBreak/>
        <w:t>226.9028</w:t>
      </w:r>
      <w:r>
        <w:tab/>
        <w:t>2.025e0</w:t>
      </w:r>
    </w:p>
    <w:p w:rsidR="006974AE" w:rsidRDefault="006974AE" w:rsidP="006974AE">
      <w:r>
        <w:t>226.9499</w:t>
      </w:r>
      <w:r>
        <w:tab/>
        <w:t>1.013e0</w:t>
      </w:r>
    </w:p>
    <w:p w:rsidR="006974AE" w:rsidRDefault="006974AE" w:rsidP="006974AE">
      <w:r>
        <w:t>226.9590</w:t>
      </w:r>
      <w:r>
        <w:tab/>
        <w:t>2.025e0</w:t>
      </w:r>
    </w:p>
    <w:p w:rsidR="006974AE" w:rsidRDefault="006974AE" w:rsidP="006974AE">
      <w:r>
        <w:t>226.9670</w:t>
      </w:r>
      <w:r>
        <w:tab/>
        <w:t>1.013e0</w:t>
      </w:r>
    </w:p>
    <w:p w:rsidR="006974AE" w:rsidRDefault="006974AE" w:rsidP="006974AE">
      <w:r>
        <w:t>226.9794</w:t>
      </w:r>
      <w:r>
        <w:tab/>
        <w:t>1.013e0</w:t>
      </w:r>
    </w:p>
    <w:p w:rsidR="006974AE" w:rsidRDefault="006974AE" w:rsidP="006974AE">
      <w:r>
        <w:t>226.9833</w:t>
      </w:r>
      <w:r>
        <w:tab/>
        <w:t>1.013e0</w:t>
      </w:r>
    </w:p>
    <w:p w:rsidR="006974AE" w:rsidRDefault="006974AE" w:rsidP="006974AE">
      <w:r>
        <w:t>226.9850</w:t>
      </w:r>
      <w:r>
        <w:tab/>
        <w:t>2.025e0</w:t>
      </w:r>
    </w:p>
    <w:p w:rsidR="006974AE" w:rsidRDefault="006974AE" w:rsidP="006974AE">
      <w:r>
        <w:t>227.0065</w:t>
      </w:r>
      <w:r>
        <w:tab/>
        <w:t>2.025e0</w:t>
      </w:r>
    </w:p>
    <w:p w:rsidR="006974AE" w:rsidRDefault="006974AE" w:rsidP="006974AE">
      <w:r>
        <w:t>227.0079</w:t>
      </w:r>
      <w:r>
        <w:tab/>
        <w:t>7.089e0</w:t>
      </w:r>
    </w:p>
    <w:p w:rsidR="006974AE" w:rsidRDefault="006974AE" w:rsidP="006974AE">
      <w:r>
        <w:t>227.0145</w:t>
      </w:r>
      <w:r>
        <w:tab/>
        <w:t>2.025e0</w:t>
      </w:r>
    </w:p>
    <w:p w:rsidR="006974AE" w:rsidRDefault="006974AE" w:rsidP="006974AE">
      <w:r>
        <w:t>227.0229</w:t>
      </w:r>
      <w:r>
        <w:tab/>
        <w:t>2.025e0</w:t>
      </w:r>
    </w:p>
    <w:p w:rsidR="006974AE" w:rsidRDefault="006974AE" w:rsidP="006974AE">
      <w:r>
        <w:t>227.0308</w:t>
      </w:r>
      <w:r>
        <w:tab/>
        <w:t>2.002e0</w:t>
      </w:r>
    </w:p>
    <w:p w:rsidR="006974AE" w:rsidRDefault="006974AE" w:rsidP="006974AE">
      <w:r>
        <w:t>227.0396</w:t>
      </w:r>
      <w:r>
        <w:tab/>
        <w:t>1.013e0</w:t>
      </w:r>
    </w:p>
    <w:p w:rsidR="006974AE" w:rsidRDefault="006974AE" w:rsidP="006974AE">
      <w:r>
        <w:t>227.0415</w:t>
      </w:r>
      <w:r>
        <w:tab/>
        <w:t>4.051e0</w:t>
      </w:r>
    </w:p>
    <w:p w:rsidR="006974AE" w:rsidRDefault="006974AE" w:rsidP="006974AE">
      <w:r>
        <w:t>227.0473</w:t>
      </w:r>
      <w:r>
        <w:tab/>
        <w:t>1.013e0</w:t>
      </w:r>
    </w:p>
    <w:p w:rsidR="006974AE" w:rsidRDefault="006974AE" w:rsidP="006974AE">
      <w:r>
        <w:t>227.0509</w:t>
      </w:r>
      <w:r>
        <w:tab/>
        <w:t>3.038e0</w:t>
      </w:r>
    </w:p>
    <w:p w:rsidR="006974AE" w:rsidRDefault="006974AE" w:rsidP="006974AE">
      <w:r>
        <w:t>227.0588</w:t>
      </w:r>
      <w:r>
        <w:tab/>
        <w:t>4.051e0</w:t>
      </w:r>
    </w:p>
    <w:p w:rsidR="006974AE" w:rsidRDefault="006974AE" w:rsidP="006974AE">
      <w:r>
        <w:t>227.0646</w:t>
      </w:r>
      <w:r>
        <w:tab/>
        <w:t>2.025e0</w:t>
      </w:r>
    </w:p>
    <w:p w:rsidR="006974AE" w:rsidRDefault="006974AE" w:rsidP="006974AE">
      <w:r>
        <w:t>227.0765</w:t>
      </w:r>
      <w:r>
        <w:tab/>
        <w:t>2.025e0</w:t>
      </w:r>
    </w:p>
    <w:p w:rsidR="006974AE" w:rsidRDefault="006974AE" w:rsidP="006974AE">
      <w:r>
        <w:lastRenderedPageBreak/>
        <w:t>227.0786</w:t>
      </w:r>
      <w:r>
        <w:tab/>
        <w:t>1.013e0</w:t>
      </w:r>
    </w:p>
    <w:p w:rsidR="006974AE" w:rsidRDefault="006974AE" w:rsidP="006974AE">
      <w:r>
        <w:t>227.0888</w:t>
      </w:r>
      <w:r>
        <w:tab/>
        <w:t>2.025e0</w:t>
      </w:r>
    </w:p>
    <w:p w:rsidR="006974AE" w:rsidRDefault="006974AE" w:rsidP="006974AE">
      <w:r>
        <w:t>227.0995</w:t>
      </w:r>
      <w:r>
        <w:tab/>
        <w:t>1.013e0</w:t>
      </w:r>
    </w:p>
    <w:p w:rsidR="006974AE" w:rsidRDefault="006974AE" w:rsidP="006974AE">
      <w:r>
        <w:t>227.1036</w:t>
      </w:r>
      <w:r>
        <w:tab/>
        <w:t>1.013e0</w:t>
      </w:r>
    </w:p>
    <w:p w:rsidR="006974AE" w:rsidRDefault="006974AE" w:rsidP="006974AE">
      <w:r>
        <w:t>227.1188</w:t>
      </w:r>
      <w:r>
        <w:tab/>
        <w:t>1.013e0</w:t>
      </w:r>
    </w:p>
    <w:p w:rsidR="006974AE" w:rsidRDefault="006974AE" w:rsidP="006974AE">
      <w:r>
        <w:t>227.1210</w:t>
      </w:r>
      <w:r>
        <w:tab/>
        <w:t>2.025e0</w:t>
      </w:r>
    </w:p>
    <w:p w:rsidR="006974AE" w:rsidRDefault="006974AE" w:rsidP="006974AE">
      <w:r>
        <w:t>227.1300</w:t>
      </w:r>
      <w:r>
        <w:tab/>
        <w:t>3.038e0</w:t>
      </w:r>
    </w:p>
    <w:p w:rsidR="006974AE" w:rsidRDefault="006974AE" w:rsidP="006974AE">
      <w:r>
        <w:t>227.1468</w:t>
      </w:r>
      <w:r>
        <w:tab/>
        <w:t>1.013e0</w:t>
      </w:r>
    </w:p>
    <w:p w:rsidR="006974AE" w:rsidRDefault="006974AE" w:rsidP="006974AE">
      <w:r>
        <w:t>227.1606</w:t>
      </w:r>
      <w:r>
        <w:tab/>
        <w:t>5.063e0</w:t>
      </w:r>
    </w:p>
    <w:p w:rsidR="006974AE" w:rsidRDefault="006974AE" w:rsidP="006974AE">
      <w:r>
        <w:t>227.1635</w:t>
      </w:r>
      <w:r>
        <w:tab/>
        <w:t>1.013e0</w:t>
      </w:r>
    </w:p>
    <w:p w:rsidR="006974AE" w:rsidRDefault="006974AE" w:rsidP="006974AE">
      <w:r>
        <w:t>227.1731</w:t>
      </w:r>
      <w:r>
        <w:tab/>
        <w:t>2.025e0</w:t>
      </w:r>
    </w:p>
    <w:p w:rsidR="006974AE" w:rsidRDefault="006974AE" w:rsidP="006974AE">
      <w:r>
        <w:t>227.1753</w:t>
      </w:r>
      <w:r>
        <w:tab/>
        <w:t>3.038e0</w:t>
      </w:r>
    </w:p>
    <w:p w:rsidR="006974AE" w:rsidRDefault="006974AE" w:rsidP="006974AE">
      <w:r>
        <w:t>227.1968</w:t>
      </w:r>
      <w:r>
        <w:tab/>
        <w:t>2.025e0</w:t>
      </w:r>
    </w:p>
    <w:p w:rsidR="006974AE" w:rsidRDefault="006974AE" w:rsidP="006974AE">
      <w:r>
        <w:t>227.2013</w:t>
      </w:r>
      <w:r>
        <w:tab/>
        <w:t>2.025e0</w:t>
      </w:r>
    </w:p>
    <w:p w:rsidR="006974AE" w:rsidRDefault="006974AE" w:rsidP="006974AE">
      <w:r>
        <w:t>227.2073</w:t>
      </w:r>
      <w:r>
        <w:tab/>
        <w:t>2.025e0</w:t>
      </w:r>
    </w:p>
    <w:p w:rsidR="006974AE" w:rsidRDefault="006974AE" w:rsidP="006974AE">
      <w:r>
        <w:t>227.2313</w:t>
      </w:r>
      <w:r>
        <w:tab/>
        <w:t>1.013e0</w:t>
      </w:r>
    </w:p>
    <w:p w:rsidR="006974AE" w:rsidRDefault="006974AE" w:rsidP="006974AE">
      <w:r>
        <w:t>227.2371</w:t>
      </w:r>
      <w:r>
        <w:tab/>
        <w:t>2.025e0</w:t>
      </w:r>
    </w:p>
    <w:p w:rsidR="006974AE" w:rsidRDefault="006974AE" w:rsidP="006974AE">
      <w:r>
        <w:t>227.2393</w:t>
      </w:r>
      <w:r>
        <w:tab/>
        <w:t>1.013e0</w:t>
      </w:r>
    </w:p>
    <w:p w:rsidR="006974AE" w:rsidRDefault="006974AE" w:rsidP="006974AE">
      <w:r>
        <w:t>227.2432</w:t>
      </w:r>
      <w:r>
        <w:tab/>
        <w:t>2.025e0</w:t>
      </w:r>
    </w:p>
    <w:p w:rsidR="006974AE" w:rsidRDefault="006974AE" w:rsidP="006974AE">
      <w:r>
        <w:lastRenderedPageBreak/>
        <w:t>227.2468</w:t>
      </w:r>
      <w:r>
        <w:tab/>
        <w:t>1.013e0</w:t>
      </w:r>
    </w:p>
    <w:p w:rsidR="006974AE" w:rsidRDefault="006974AE" w:rsidP="006974AE">
      <w:r>
        <w:t>227.2625</w:t>
      </w:r>
      <w:r>
        <w:tab/>
        <w:t>1.013e0</w:t>
      </w:r>
    </w:p>
    <w:p w:rsidR="006974AE" w:rsidRDefault="006974AE" w:rsidP="006974AE">
      <w:r>
        <w:t>227.2668</w:t>
      </w:r>
      <w:r>
        <w:tab/>
        <w:t>1.013e0</w:t>
      </w:r>
    </w:p>
    <w:p w:rsidR="006974AE" w:rsidRDefault="006974AE" w:rsidP="006974AE">
      <w:r>
        <w:t>227.2731</w:t>
      </w:r>
      <w:r>
        <w:tab/>
        <w:t>2.025e0</w:t>
      </w:r>
    </w:p>
    <w:p w:rsidR="006974AE" w:rsidRDefault="006974AE" w:rsidP="006974AE">
      <w:r>
        <w:t>227.2753</w:t>
      </w:r>
      <w:r>
        <w:tab/>
        <w:t>1.013e0</w:t>
      </w:r>
    </w:p>
    <w:p w:rsidR="006974AE" w:rsidRDefault="006974AE" w:rsidP="006974AE">
      <w:r>
        <w:t>227.2879</w:t>
      </w:r>
      <w:r>
        <w:tab/>
        <w:t>2.025e0</w:t>
      </w:r>
    </w:p>
    <w:p w:rsidR="006974AE" w:rsidRDefault="006974AE" w:rsidP="006974AE">
      <w:r>
        <w:t>227.2896</w:t>
      </w:r>
      <w:r>
        <w:tab/>
        <w:t>2.025e0</w:t>
      </w:r>
    </w:p>
    <w:p w:rsidR="006974AE" w:rsidRDefault="006974AE" w:rsidP="006974AE">
      <w:r>
        <w:t>227.2956</w:t>
      </w:r>
      <w:r>
        <w:tab/>
        <w:t>1.013e0</w:t>
      </w:r>
    </w:p>
    <w:p w:rsidR="006974AE" w:rsidRDefault="006974AE" w:rsidP="006974AE">
      <w:r>
        <w:t>227.3034</w:t>
      </w:r>
      <w:r>
        <w:tab/>
        <w:t>1.013e0</w:t>
      </w:r>
    </w:p>
    <w:p w:rsidR="006974AE" w:rsidRDefault="006974AE" w:rsidP="006974AE">
      <w:r>
        <w:t>227.3070</w:t>
      </w:r>
      <w:r>
        <w:tab/>
        <w:t>3.038e0</w:t>
      </w:r>
    </w:p>
    <w:p w:rsidR="006974AE" w:rsidRDefault="006974AE" w:rsidP="006974AE">
      <w:r>
        <w:t>227.3214</w:t>
      </w:r>
      <w:r>
        <w:tab/>
        <w:t>2.025e0</w:t>
      </w:r>
    </w:p>
    <w:p w:rsidR="006974AE" w:rsidRDefault="006974AE" w:rsidP="006974AE">
      <w:r>
        <w:t>227.3228</w:t>
      </w:r>
      <w:r>
        <w:tab/>
        <w:t>1.013e0</w:t>
      </w:r>
    </w:p>
    <w:p w:rsidR="006974AE" w:rsidRDefault="006974AE" w:rsidP="006974AE">
      <w:r>
        <w:t>227.3356</w:t>
      </w:r>
      <w:r>
        <w:tab/>
        <w:t>1.013e0</w:t>
      </w:r>
    </w:p>
    <w:p w:rsidR="006974AE" w:rsidRDefault="006974AE" w:rsidP="006974AE">
      <w:r>
        <w:t>227.3710</w:t>
      </w:r>
      <w:r>
        <w:tab/>
        <w:t>1.013e0</w:t>
      </w:r>
    </w:p>
    <w:p w:rsidR="006974AE" w:rsidRDefault="006974AE" w:rsidP="006974AE">
      <w:r>
        <w:t>227.3913</w:t>
      </w:r>
      <w:r>
        <w:tab/>
        <w:t>1.013e0</w:t>
      </w:r>
    </w:p>
    <w:p w:rsidR="006974AE" w:rsidRDefault="006974AE" w:rsidP="006974AE">
      <w:r>
        <w:t>227.3996</w:t>
      </w:r>
      <w:r>
        <w:tab/>
        <w:t>1.013e0</w:t>
      </w:r>
    </w:p>
    <w:p w:rsidR="006974AE" w:rsidRDefault="006974AE" w:rsidP="006974AE">
      <w:r>
        <w:t>227.4198</w:t>
      </w:r>
      <w:r>
        <w:tab/>
        <w:t>1.013e0</w:t>
      </w:r>
    </w:p>
    <w:p w:rsidR="006974AE" w:rsidRDefault="006974AE" w:rsidP="006974AE">
      <w:r>
        <w:t>227.4274</w:t>
      </w:r>
      <w:r>
        <w:tab/>
        <w:t>2.025e0</w:t>
      </w:r>
    </w:p>
    <w:p w:rsidR="006974AE" w:rsidRDefault="006974AE" w:rsidP="006974AE">
      <w:r>
        <w:t>227.4468</w:t>
      </w:r>
      <w:r>
        <w:tab/>
        <w:t>1.013e0</w:t>
      </w:r>
    </w:p>
    <w:p w:rsidR="006974AE" w:rsidRDefault="006974AE" w:rsidP="006974AE">
      <w:r>
        <w:lastRenderedPageBreak/>
        <w:t>227.4510</w:t>
      </w:r>
      <w:r>
        <w:tab/>
        <w:t>1.013e0</w:t>
      </w:r>
    </w:p>
    <w:p w:rsidR="006974AE" w:rsidRDefault="006974AE" w:rsidP="006974AE">
      <w:r>
        <w:t>227.4553</w:t>
      </w:r>
      <w:r>
        <w:tab/>
        <w:t>1.013e0</w:t>
      </w:r>
    </w:p>
    <w:p w:rsidR="006974AE" w:rsidRDefault="006974AE" w:rsidP="006974AE">
      <w:r>
        <w:t>227.4685</w:t>
      </w:r>
      <w:r>
        <w:tab/>
        <w:t>1.013e0</w:t>
      </w:r>
    </w:p>
    <w:p w:rsidR="006974AE" w:rsidRDefault="006974AE" w:rsidP="006974AE">
      <w:r>
        <w:t>227.4836</w:t>
      </w:r>
      <w:r>
        <w:tab/>
        <w:t>1.013e0</w:t>
      </w:r>
    </w:p>
    <w:p w:rsidR="006974AE" w:rsidRDefault="006974AE" w:rsidP="006974AE">
      <w:r>
        <w:t>227.4991</w:t>
      </w:r>
      <w:r>
        <w:tab/>
        <w:t>1.013e0</w:t>
      </w:r>
    </w:p>
    <w:p w:rsidR="006974AE" w:rsidRDefault="006974AE" w:rsidP="006974AE">
      <w:r>
        <w:t>227.5031</w:t>
      </w:r>
      <w:r>
        <w:tab/>
        <w:t>2.025e0</w:t>
      </w:r>
    </w:p>
    <w:p w:rsidR="006974AE" w:rsidRDefault="006974AE" w:rsidP="006974AE">
      <w:r>
        <w:t>227.5114</w:t>
      </w:r>
      <w:r>
        <w:tab/>
        <w:t>1.013e0</w:t>
      </w:r>
    </w:p>
    <w:p w:rsidR="006974AE" w:rsidRDefault="006974AE" w:rsidP="006974AE">
      <w:r>
        <w:t>227.5197</w:t>
      </w:r>
      <w:r>
        <w:tab/>
        <w:t>1.013e0</w:t>
      </w:r>
    </w:p>
    <w:p w:rsidR="006974AE" w:rsidRDefault="006974AE" w:rsidP="006974AE">
      <w:r>
        <w:t>227.5241</w:t>
      </w:r>
      <w:r>
        <w:tab/>
        <w:t>2.025e0</w:t>
      </w:r>
    </w:p>
    <w:p w:rsidR="006974AE" w:rsidRDefault="006974AE" w:rsidP="006974AE">
      <w:r>
        <w:t>227.5515</w:t>
      </w:r>
      <w:r>
        <w:tab/>
        <w:t>1.013e0</w:t>
      </w:r>
    </w:p>
    <w:p w:rsidR="006974AE" w:rsidRDefault="006974AE" w:rsidP="006974AE">
      <w:r>
        <w:t>227.5554</w:t>
      </w:r>
      <w:r>
        <w:tab/>
        <w:t>1.013e0</w:t>
      </w:r>
    </w:p>
    <w:p w:rsidR="006974AE" w:rsidRDefault="006974AE" w:rsidP="006974AE">
      <w:r>
        <w:t>227.6091</w:t>
      </w:r>
      <w:r>
        <w:tab/>
        <w:t>3.038e0</w:t>
      </w:r>
    </w:p>
    <w:p w:rsidR="006974AE" w:rsidRDefault="006974AE" w:rsidP="006974AE">
      <w:r>
        <w:t>227.6159</w:t>
      </w:r>
      <w:r>
        <w:tab/>
        <w:t>3.038e0</w:t>
      </w:r>
    </w:p>
    <w:p w:rsidR="006974AE" w:rsidRDefault="006974AE" w:rsidP="006974AE">
      <w:r>
        <w:t>227.6398</w:t>
      </w:r>
      <w:r>
        <w:tab/>
        <w:t>1.013e0</w:t>
      </w:r>
    </w:p>
    <w:p w:rsidR="006974AE" w:rsidRDefault="006974AE" w:rsidP="006974AE">
      <w:r>
        <w:t>227.6584</w:t>
      </w:r>
      <w:r>
        <w:tab/>
        <w:t>2.025e0</w:t>
      </w:r>
    </w:p>
    <w:p w:rsidR="006974AE" w:rsidRDefault="006974AE" w:rsidP="006974AE">
      <w:r>
        <w:t>227.6602</w:t>
      </w:r>
      <w:r>
        <w:tab/>
        <w:t>1.013e0</w:t>
      </w:r>
    </w:p>
    <w:p w:rsidR="006974AE" w:rsidRDefault="006974AE" w:rsidP="006974AE">
      <w:r>
        <w:t>227.6822</w:t>
      </w:r>
      <w:r>
        <w:tab/>
        <w:t>4.051e0</w:t>
      </w:r>
    </w:p>
    <w:p w:rsidR="006974AE" w:rsidRDefault="006974AE" w:rsidP="006974AE">
      <w:r>
        <w:t>227.6874</w:t>
      </w:r>
      <w:r>
        <w:tab/>
        <w:t>2.025e0</w:t>
      </w:r>
    </w:p>
    <w:p w:rsidR="006974AE" w:rsidRDefault="006974AE" w:rsidP="006974AE">
      <w:r>
        <w:t>227.6915</w:t>
      </w:r>
      <w:r>
        <w:tab/>
        <w:t>1.013e0</w:t>
      </w:r>
    </w:p>
    <w:p w:rsidR="006974AE" w:rsidRDefault="006974AE" w:rsidP="006974AE">
      <w:r>
        <w:lastRenderedPageBreak/>
        <w:t>227.6998</w:t>
      </w:r>
      <w:r>
        <w:tab/>
        <w:t>1.013e0</w:t>
      </w:r>
    </w:p>
    <w:p w:rsidR="006974AE" w:rsidRDefault="006974AE" w:rsidP="006974AE">
      <w:r>
        <w:t>227.7169</w:t>
      </w:r>
      <w:r>
        <w:tab/>
        <w:t>1.013e0</w:t>
      </w:r>
    </w:p>
    <w:p w:rsidR="006974AE" w:rsidRDefault="006974AE" w:rsidP="006974AE">
      <w:r>
        <w:t>227.7398</w:t>
      </w:r>
      <w:r>
        <w:tab/>
        <w:t>1.013e0</w:t>
      </w:r>
    </w:p>
    <w:p w:rsidR="006974AE" w:rsidRDefault="006974AE" w:rsidP="006974AE">
      <w:r>
        <w:t>227.7538</w:t>
      </w:r>
      <w:r>
        <w:tab/>
        <w:t>2.025e0</w:t>
      </w:r>
    </w:p>
    <w:p w:rsidR="006974AE" w:rsidRDefault="006974AE" w:rsidP="006974AE">
      <w:r>
        <w:t>227.7984</w:t>
      </w:r>
      <w:r>
        <w:tab/>
        <w:t>2.025e0</w:t>
      </w:r>
    </w:p>
    <w:p w:rsidR="006974AE" w:rsidRDefault="006974AE" w:rsidP="006974AE">
      <w:r>
        <w:t>227.8000</w:t>
      </w:r>
      <w:r>
        <w:tab/>
        <w:t>1.013e0</w:t>
      </w:r>
    </w:p>
    <w:p w:rsidR="006974AE" w:rsidRDefault="006974AE" w:rsidP="006974AE">
      <w:r>
        <w:t>227.8157</w:t>
      </w:r>
      <w:r>
        <w:tab/>
        <w:t>1.013e0</w:t>
      </w:r>
    </w:p>
    <w:p w:rsidR="006974AE" w:rsidRDefault="006974AE" w:rsidP="006974AE">
      <w:r>
        <w:t>227.8450</w:t>
      </w:r>
      <w:r>
        <w:tab/>
        <w:t>2.025e0</w:t>
      </w:r>
    </w:p>
    <w:p w:rsidR="006974AE" w:rsidRDefault="006974AE" w:rsidP="006974AE">
      <w:r>
        <w:t>227.8564</w:t>
      </w:r>
      <w:r>
        <w:tab/>
        <w:t>1.013e0</w:t>
      </w:r>
    </w:p>
    <w:p w:rsidR="006974AE" w:rsidRDefault="006974AE" w:rsidP="006974AE">
      <w:r>
        <w:t>227.8758</w:t>
      </w:r>
      <w:r>
        <w:tab/>
        <w:t>1.013e0</w:t>
      </w:r>
    </w:p>
    <w:p w:rsidR="006974AE" w:rsidRDefault="006974AE" w:rsidP="006974AE">
      <w:r>
        <w:t>227.8804</w:t>
      </w:r>
      <w:r>
        <w:tab/>
        <w:t>1.013e0</w:t>
      </w:r>
    </w:p>
    <w:p w:rsidR="006974AE" w:rsidRDefault="006974AE" w:rsidP="006974AE">
      <w:r>
        <w:t>227.8817</w:t>
      </w:r>
      <w:r>
        <w:tab/>
        <w:t>3.038e0</w:t>
      </w:r>
    </w:p>
    <w:p w:rsidR="006974AE" w:rsidRDefault="006974AE" w:rsidP="006974AE">
      <w:r>
        <w:t>227.8976</w:t>
      </w:r>
      <w:r>
        <w:tab/>
        <w:t>1.013e0</w:t>
      </w:r>
    </w:p>
    <w:p w:rsidR="006974AE" w:rsidRDefault="006974AE" w:rsidP="006974AE">
      <w:r>
        <w:t>227.9049</w:t>
      </w:r>
      <w:r>
        <w:tab/>
        <w:t>1.013e0</w:t>
      </w:r>
    </w:p>
    <w:p w:rsidR="006974AE" w:rsidRDefault="006974AE" w:rsidP="006974AE">
      <w:r>
        <w:t>227.9168</w:t>
      </w:r>
      <w:r>
        <w:tab/>
        <w:t>1.013e0</w:t>
      </w:r>
    </w:p>
    <w:p w:rsidR="006974AE" w:rsidRDefault="006974AE" w:rsidP="006974AE">
      <w:r>
        <w:t>227.9205</w:t>
      </w:r>
      <w:r>
        <w:tab/>
        <w:t>1.013e0</w:t>
      </w:r>
    </w:p>
    <w:p w:rsidR="006974AE" w:rsidRDefault="006974AE" w:rsidP="006974AE">
      <w:r>
        <w:t>227.9508</w:t>
      </w:r>
      <w:r>
        <w:tab/>
        <w:t>2.025e0</w:t>
      </w:r>
    </w:p>
    <w:p w:rsidR="006974AE" w:rsidRDefault="006974AE" w:rsidP="006974AE">
      <w:r>
        <w:t>227.9690</w:t>
      </w:r>
      <w:r>
        <w:tab/>
        <w:t>1.013e0</w:t>
      </w:r>
    </w:p>
    <w:p w:rsidR="006974AE" w:rsidRDefault="006974AE" w:rsidP="006974AE">
      <w:r>
        <w:t>227.9777</w:t>
      </w:r>
      <w:r>
        <w:tab/>
        <w:t>3.038e0</w:t>
      </w:r>
    </w:p>
    <w:p w:rsidR="006974AE" w:rsidRDefault="006974AE" w:rsidP="006974AE">
      <w:r>
        <w:lastRenderedPageBreak/>
        <w:t>227.9852</w:t>
      </w:r>
      <w:r>
        <w:tab/>
        <w:t>4.650e1</w:t>
      </w:r>
    </w:p>
    <w:p w:rsidR="006974AE" w:rsidRDefault="006974AE" w:rsidP="006974AE">
      <w:r>
        <w:t>227.9864</w:t>
      </w:r>
      <w:r>
        <w:tab/>
        <w:t>3.948e1</w:t>
      </w:r>
    </w:p>
    <w:p w:rsidR="006974AE" w:rsidRDefault="006974AE" w:rsidP="006974AE">
      <w:r>
        <w:t>228.0006</w:t>
      </w:r>
      <w:r>
        <w:tab/>
        <w:t>1.620e1</w:t>
      </w:r>
    </w:p>
    <w:p w:rsidR="006974AE" w:rsidRDefault="006974AE" w:rsidP="006974AE">
      <w:r>
        <w:t>228.0067</w:t>
      </w:r>
      <w:r>
        <w:tab/>
        <w:t>1.049e1</w:t>
      </w:r>
    </w:p>
    <w:p w:rsidR="006974AE" w:rsidRDefault="006974AE" w:rsidP="006974AE">
      <w:r>
        <w:t>228.0081</w:t>
      </w:r>
      <w:r>
        <w:tab/>
        <w:t>1.482e1</w:t>
      </w:r>
    </w:p>
    <w:p w:rsidR="006974AE" w:rsidRDefault="006974AE" w:rsidP="006974AE">
      <w:r>
        <w:t>228.0130</w:t>
      </w:r>
      <w:r>
        <w:tab/>
        <w:t>5.063e0</w:t>
      </w:r>
    </w:p>
    <w:p w:rsidR="006974AE" w:rsidRDefault="006974AE" w:rsidP="006974AE">
      <w:r>
        <w:t>228.0162</w:t>
      </w:r>
      <w:r>
        <w:tab/>
        <w:t>4.051e0</w:t>
      </w:r>
    </w:p>
    <w:p w:rsidR="006974AE" w:rsidRDefault="006974AE" w:rsidP="006974AE">
      <w:r>
        <w:t>228.0343</w:t>
      </w:r>
      <w:r>
        <w:tab/>
        <w:t>3.038e0</w:t>
      </w:r>
    </w:p>
    <w:p w:rsidR="006974AE" w:rsidRDefault="006974AE" w:rsidP="006974AE">
      <w:r>
        <w:t>228.0412</w:t>
      </w:r>
      <w:r>
        <w:tab/>
        <w:t>1.013e0</w:t>
      </w:r>
    </w:p>
    <w:p w:rsidR="006974AE" w:rsidRDefault="006974AE" w:rsidP="006974AE">
      <w:r>
        <w:t>228.0430</w:t>
      </w:r>
      <w:r>
        <w:tab/>
        <w:t>2.614e0</w:t>
      </w:r>
    </w:p>
    <w:p w:rsidR="006974AE" w:rsidRDefault="006974AE" w:rsidP="006974AE">
      <w:r>
        <w:t>228.0447</w:t>
      </w:r>
      <w:r>
        <w:tab/>
        <w:t>2.025e0</w:t>
      </w:r>
    </w:p>
    <w:p w:rsidR="006974AE" w:rsidRDefault="006974AE" w:rsidP="006974AE">
      <w:r>
        <w:t>228.0605</w:t>
      </w:r>
      <w:r>
        <w:tab/>
        <w:t>1.013e0</w:t>
      </w:r>
    </w:p>
    <w:p w:rsidR="006974AE" w:rsidRDefault="006974AE" w:rsidP="006974AE">
      <w:r>
        <w:t>228.0621</w:t>
      </w:r>
      <w:r>
        <w:tab/>
        <w:t>2.025e0</w:t>
      </w:r>
    </w:p>
    <w:p w:rsidR="006974AE" w:rsidRDefault="006974AE" w:rsidP="006974AE">
      <w:r>
        <w:t>228.0756</w:t>
      </w:r>
      <w:r>
        <w:tab/>
        <w:t>2.025e0</w:t>
      </w:r>
    </w:p>
    <w:p w:rsidR="006974AE" w:rsidRDefault="006974AE" w:rsidP="006974AE">
      <w:r>
        <w:t>228.0777</w:t>
      </w:r>
      <w:r>
        <w:tab/>
        <w:t>1.013e0</w:t>
      </w:r>
    </w:p>
    <w:p w:rsidR="006974AE" w:rsidRDefault="006974AE" w:rsidP="006974AE">
      <w:r>
        <w:t>228.0882</w:t>
      </w:r>
      <w:r>
        <w:tab/>
        <w:t>3.038e0</w:t>
      </w:r>
    </w:p>
    <w:p w:rsidR="006974AE" w:rsidRDefault="006974AE" w:rsidP="006974AE">
      <w:r>
        <w:t>228.0896</w:t>
      </w:r>
      <w:r>
        <w:tab/>
        <w:t>3.038e0</w:t>
      </w:r>
    </w:p>
    <w:p w:rsidR="006974AE" w:rsidRDefault="006974AE" w:rsidP="006974AE">
      <w:r>
        <w:t>228.1030</w:t>
      </w:r>
      <w:r>
        <w:tab/>
        <w:t>2.025e0</w:t>
      </w:r>
    </w:p>
    <w:p w:rsidR="006974AE" w:rsidRDefault="006974AE" w:rsidP="006974AE">
      <w:r>
        <w:t>228.1164</w:t>
      </w:r>
      <w:r>
        <w:tab/>
        <w:t>1.013e0</w:t>
      </w:r>
    </w:p>
    <w:p w:rsidR="006974AE" w:rsidRDefault="006974AE" w:rsidP="006974AE">
      <w:r>
        <w:lastRenderedPageBreak/>
        <w:t>228.1358</w:t>
      </w:r>
      <w:r>
        <w:tab/>
        <w:t>2.025e0</w:t>
      </w:r>
    </w:p>
    <w:p w:rsidR="006974AE" w:rsidRDefault="006974AE" w:rsidP="006974AE">
      <w:r>
        <w:t>228.1421</w:t>
      </w:r>
      <w:r>
        <w:tab/>
        <w:t>1.013e0</w:t>
      </w:r>
    </w:p>
    <w:p w:rsidR="006974AE" w:rsidRDefault="006974AE" w:rsidP="006974AE">
      <w:r>
        <w:t>228.1652</w:t>
      </w:r>
      <w:r>
        <w:tab/>
        <w:t>1.013e0</w:t>
      </w:r>
    </w:p>
    <w:p w:rsidR="006974AE" w:rsidRDefault="006974AE" w:rsidP="006974AE">
      <w:r>
        <w:t>228.1729</w:t>
      </w:r>
      <w:r>
        <w:tab/>
        <w:t>1.013e0</w:t>
      </w:r>
    </w:p>
    <w:p w:rsidR="006974AE" w:rsidRDefault="006974AE" w:rsidP="006974AE">
      <w:r>
        <w:t>228.1805</w:t>
      </w:r>
      <w:r>
        <w:tab/>
        <w:t>6.076e0</w:t>
      </w:r>
    </w:p>
    <w:p w:rsidR="006974AE" w:rsidRDefault="006974AE" w:rsidP="006974AE">
      <w:r>
        <w:t>228.1876</w:t>
      </w:r>
      <w:r>
        <w:tab/>
        <w:t>2.025e0</w:t>
      </w:r>
    </w:p>
    <w:p w:rsidR="006974AE" w:rsidRDefault="006974AE" w:rsidP="006974AE">
      <w:r>
        <w:t>228.1935</w:t>
      </w:r>
      <w:r>
        <w:tab/>
        <w:t>5.241e0</w:t>
      </w:r>
    </w:p>
    <w:p w:rsidR="006974AE" w:rsidRDefault="006974AE" w:rsidP="006974AE">
      <w:r>
        <w:t>228.1986</w:t>
      </w:r>
      <w:r>
        <w:tab/>
        <w:t>3.038e0</w:t>
      </w:r>
    </w:p>
    <w:p w:rsidR="006974AE" w:rsidRDefault="006974AE" w:rsidP="006974AE">
      <w:r>
        <w:t>228.2022</w:t>
      </w:r>
      <w:r>
        <w:tab/>
        <w:t>2.025e0</w:t>
      </w:r>
    </w:p>
    <w:p w:rsidR="006974AE" w:rsidRDefault="006974AE" w:rsidP="006974AE">
      <w:r>
        <w:t>228.2099</w:t>
      </w:r>
      <w:r>
        <w:tab/>
        <w:t>1.013e0</w:t>
      </w:r>
    </w:p>
    <w:p w:rsidR="006974AE" w:rsidRDefault="006974AE" w:rsidP="006974AE">
      <w:r>
        <w:t>228.2177</w:t>
      </w:r>
      <w:r>
        <w:tab/>
        <w:t>1.013e0</w:t>
      </w:r>
    </w:p>
    <w:p w:rsidR="006974AE" w:rsidRDefault="006974AE" w:rsidP="006974AE">
      <w:r>
        <w:t>228.2216</w:t>
      </w:r>
      <w:r>
        <w:tab/>
        <w:t>4.051e0</w:t>
      </w:r>
    </w:p>
    <w:p w:rsidR="006974AE" w:rsidRDefault="006974AE" w:rsidP="006974AE">
      <w:r>
        <w:t>228.2257</w:t>
      </w:r>
      <w:r>
        <w:tab/>
        <w:t>1.013e0</w:t>
      </w:r>
    </w:p>
    <w:p w:rsidR="006974AE" w:rsidRDefault="006974AE" w:rsidP="006974AE">
      <w:r>
        <w:t>228.2818</w:t>
      </w:r>
      <w:r>
        <w:tab/>
        <w:t>1.013e0</w:t>
      </w:r>
    </w:p>
    <w:p w:rsidR="006974AE" w:rsidRDefault="006974AE" w:rsidP="006974AE">
      <w:r>
        <w:t>228.2897</w:t>
      </w:r>
      <w:r>
        <w:tab/>
        <w:t>2.025e0</w:t>
      </w:r>
    </w:p>
    <w:p w:rsidR="006974AE" w:rsidRDefault="006974AE" w:rsidP="006974AE">
      <w:r>
        <w:t>228.3059</w:t>
      </w:r>
      <w:r>
        <w:tab/>
        <w:t>1.013e0</w:t>
      </w:r>
    </w:p>
    <w:p w:rsidR="006974AE" w:rsidRDefault="006974AE" w:rsidP="006974AE">
      <w:r>
        <w:t>228.3185</w:t>
      </w:r>
      <w:r>
        <w:tab/>
        <w:t>1.013e0</w:t>
      </w:r>
    </w:p>
    <w:p w:rsidR="006974AE" w:rsidRDefault="006974AE" w:rsidP="006974AE">
      <w:r>
        <w:t>228.3381</w:t>
      </w:r>
      <w:r>
        <w:tab/>
        <w:t>1.013e0</w:t>
      </w:r>
    </w:p>
    <w:p w:rsidR="006974AE" w:rsidRDefault="006974AE" w:rsidP="006974AE">
      <w:r>
        <w:t>228.3704</w:t>
      </w:r>
      <w:r>
        <w:tab/>
        <w:t>1.013e0</w:t>
      </w:r>
    </w:p>
    <w:p w:rsidR="006974AE" w:rsidRDefault="006974AE" w:rsidP="006974AE">
      <w:r>
        <w:lastRenderedPageBreak/>
        <w:t>228.3747</w:t>
      </w:r>
      <w:r>
        <w:tab/>
        <w:t>1.013e0</w:t>
      </w:r>
    </w:p>
    <w:p w:rsidR="006974AE" w:rsidRDefault="006974AE" w:rsidP="006974AE">
      <w:r>
        <w:t>228.3826</w:t>
      </w:r>
      <w:r>
        <w:tab/>
        <w:t>2.025e0</w:t>
      </w:r>
    </w:p>
    <w:p w:rsidR="006974AE" w:rsidRDefault="006974AE" w:rsidP="006974AE">
      <w:r>
        <w:t>228.3909</w:t>
      </w:r>
      <w:r>
        <w:tab/>
        <w:t>1.013e0</w:t>
      </w:r>
    </w:p>
    <w:p w:rsidR="006974AE" w:rsidRDefault="006974AE" w:rsidP="006974AE">
      <w:r>
        <w:t>228.4328</w:t>
      </w:r>
      <w:r>
        <w:tab/>
        <w:t>2.025e0</w:t>
      </w:r>
    </w:p>
    <w:p w:rsidR="006974AE" w:rsidRDefault="006974AE" w:rsidP="006974AE">
      <w:r>
        <w:t>228.4664</w:t>
      </w:r>
      <w:r>
        <w:tab/>
        <w:t>3.038e0</w:t>
      </w:r>
    </w:p>
    <w:p w:rsidR="006974AE" w:rsidRDefault="006974AE" w:rsidP="006974AE">
      <w:r>
        <w:t>228.4706</w:t>
      </w:r>
      <w:r>
        <w:tab/>
        <w:t>1.013e0</w:t>
      </w:r>
    </w:p>
    <w:p w:rsidR="006974AE" w:rsidRDefault="006974AE" w:rsidP="006974AE">
      <w:r>
        <w:t>228.4820</w:t>
      </w:r>
      <w:r>
        <w:tab/>
        <w:t>1.013e0</w:t>
      </w:r>
    </w:p>
    <w:p w:rsidR="006974AE" w:rsidRDefault="006974AE" w:rsidP="006974AE">
      <w:r>
        <w:t>228.4866</w:t>
      </w:r>
      <w:r>
        <w:tab/>
        <w:t>1.013e0</w:t>
      </w:r>
    </w:p>
    <w:p w:rsidR="006974AE" w:rsidRDefault="006974AE" w:rsidP="006974AE">
      <w:r>
        <w:t>228.4952</w:t>
      </w:r>
      <w:r>
        <w:tab/>
        <w:t>1.013e0</w:t>
      </w:r>
    </w:p>
    <w:p w:rsidR="006974AE" w:rsidRDefault="006974AE" w:rsidP="006974AE">
      <w:r>
        <w:t>228.5074</w:t>
      </w:r>
      <w:r>
        <w:tab/>
        <w:t>2.025e0</w:t>
      </w:r>
    </w:p>
    <w:p w:rsidR="006974AE" w:rsidRDefault="006974AE" w:rsidP="006974AE">
      <w:r>
        <w:t>228.5509</w:t>
      </w:r>
      <w:r>
        <w:tab/>
        <w:t>1.013e0</w:t>
      </w:r>
    </w:p>
    <w:p w:rsidR="006974AE" w:rsidRDefault="006974AE" w:rsidP="006974AE">
      <w:r>
        <w:t>228.5552</w:t>
      </w:r>
      <w:r>
        <w:tab/>
        <w:t>1.013e0</w:t>
      </w:r>
    </w:p>
    <w:p w:rsidR="006974AE" w:rsidRDefault="006974AE" w:rsidP="006974AE">
      <w:r>
        <w:t>228.5638</w:t>
      </w:r>
      <w:r>
        <w:tab/>
        <w:t>1.013e0</w:t>
      </w:r>
    </w:p>
    <w:p w:rsidR="006974AE" w:rsidRDefault="006974AE" w:rsidP="006974AE">
      <w:r>
        <w:t>228.5792</w:t>
      </w:r>
      <w:r>
        <w:tab/>
        <w:t>1.013e0</w:t>
      </w:r>
    </w:p>
    <w:p w:rsidR="006974AE" w:rsidRDefault="006974AE" w:rsidP="006974AE">
      <w:r>
        <w:t>228.5850</w:t>
      </w:r>
      <w:r>
        <w:tab/>
        <w:t>2.025e0</w:t>
      </w:r>
    </w:p>
    <w:p w:rsidR="006974AE" w:rsidRDefault="006974AE" w:rsidP="006974AE">
      <w:r>
        <w:t>228.5910</w:t>
      </w:r>
      <w:r>
        <w:tab/>
        <w:t>2.025e0</w:t>
      </w:r>
    </w:p>
    <w:p w:rsidR="006974AE" w:rsidRDefault="006974AE" w:rsidP="006974AE">
      <w:r>
        <w:t>228.6244</w:t>
      </w:r>
      <w:r>
        <w:tab/>
        <w:t>1.013e0</w:t>
      </w:r>
    </w:p>
    <w:p w:rsidR="006974AE" w:rsidRDefault="006974AE" w:rsidP="006974AE">
      <w:r>
        <w:t>228.6282</w:t>
      </w:r>
      <w:r>
        <w:tab/>
        <w:t>1.013e0</w:t>
      </w:r>
    </w:p>
    <w:p w:rsidR="006974AE" w:rsidRDefault="006974AE" w:rsidP="006974AE">
      <w:r>
        <w:t>228.6397</w:t>
      </w:r>
      <w:r>
        <w:tab/>
        <w:t>1.013e0</w:t>
      </w:r>
    </w:p>
    <w:p w:rsidR="006974AE" w:rsidRDefault="006974AE" w:rsidP="006974AE">
      <w:r>
        <w:lastRenderedPageBreak/>
        <w:t>228.6504</w:t>
      </w:r>
      <w:r>
        <w:tab/>
        <w:t>3.038e0</w:t>
      </w:r>
    </w:p>
    <w:p w:rsidR="006974AE" w:rsidRDefault="006974AE" w:rsidP="006974AE">
      <w:r>
        <w:t>228.6671</w:t>
      </w:r>
      <w:r>
        <w:tab/>
        <w:t>1.013e0</w:t>
      </w:r>
    </w:p>
    <w:p w:rsidR="006974AE" w:rsidRDefault="006974AE" w:rsidP="006974AE">
      <w:r>
        <w:t>228.6803</w:t>
      </w:r>
      <w:r>
        <w:tab/>
        <w:t>1.013e0</w:t>
      </w:r>
    </w:p>
    <w:p w:rsidR="006974AE" w:rsidRDefault="006974AE" w:rsidP="006974AE">
      <w:r>
        <w:t>228.7078</w:t>
      </w:r>
      <w:r>
        <w:tab/>
        <w:t>1.013e0</w:t>
      </w:r>
    </w:p>
    <w:p w:rsidR="006974AE" w:rsidRDefault="006974AE" w:rsidP="006974AE">
      <w:r>
        <w:t>228.7274</w:t>
      </w:r>
      <w:r>
        <w:tab/>
        <w:t>1.013e0</w:t>
      </w:r>
    </w:p>
    <w:p w:rsidR="006974AE" w:rsidRDefault="006974AE" w:rsidP="006974AE">
      <w:r>
        <w:t>228.7564</w:t>
      </w:r>
      <w:r>
        <w:tab/>
        <w:t>1.013e0</w:t>
      </w:r>
    </w:p>
    <w:p w:rsidR="006974AE" w:rsidRDefault="006974AE" w:rsidP="006974AE">
      <w:r>
        <w:t>228.7678</w:t>
      </w:r>
      <w:r>
        <w:tab/>
        <w:t>2.025e0</w:t>
      </w:r>
    </w:p>
    <w:p w:rsidR="006974AE" w:rsidRDefault="006974AE" w:rsidP="006974AE">
      <w:r>
        <w:t>228.7758</w:t>
      </w:r>
      <w:r>
        <w:tab/>
        <w:t>1.013e0</w:t>
      </w:r>
    </w:p>
    <w:p w:rsidR="006974AE" w:rsidRDefault="006974AE" w:rsidP="006974AE">
      <w:r>
        <w:t>228.8087</w:t>
      </w:r>
      <w:r>
        <w:tab/>
        <w:t>1.013e0</w:t>
      </w:r>
    </w:p>
    <w:p w:rsidR="006974AE" w:rsidRDefault="006974AE" w:rsidP="006974AE">
      <w:r>
        <w:t>228.8125</w:t>
      </w:r>
      <w:r>
        <w:tab/>
        <w:t>1.013e0</w:t>
      </w:r>
    </w:p>
    <w:p w:rsidR="006974AE" w:rsidRDefault="006974AE" w:rsidP="006974AE">
      <w:r>
        <w:t>228.8167</w:t>
      </w:r>
      <w:r>
        <w:tab/>
        <w:t>2.025e0</w:t>
      </w:r>
    </w:p>
    <w:p w:rsidR="006974AE" w:rsidRDefault="006974AE" w:rsidP="006974AE">
      <w:r>
        <w:t>228.8206</w:t>
      </w:r>
      <w:r>
        <w:tab/>
        <w:t>1.013e0</w:t>
      </w:r>
    </w:p>
    <w:p w:rsidR="006974AE" w:rsidRDefault="006974AE" w:rsidP="006974AE">
      <w:r>
        <w:t>228.8245</w:t>
      </w:r>
      <w:r>
        <w:tab/>
        <w:t>1.013e0</w:t>
      </w:r>
    </w:p>
    <w:p w:rsidR="006974AE" w:rsidRDefault="006974AE" w:rsidP="006974AE">
      <w:r>
        <w:t>228.8322</w:t>
      </w:r>
      <w:r>
        <w:tab/>
        <w:t>1.013e0</w:t>
      </w:r>
    </w:p>
    <w:p w:rsidR="006974AE" w:rsidRDefault="006974AE" w:rsidP="006974AE">
      <w:r>
        <w:t>228.8398</w:t>
      </w:r>
      <w:r>
        <w:tab/>
        <w:t>1.013e0</w:t>
      </w:r>
    </w:p>
    <w:p w:rsidR="006974AE" w:rsidRDefault="006974AE" w:rsidP="006974AE">
      <w:r>
        <w:t>228.8438</w:t>
      </w:r>
      <w:r>
        <w:tab/>
        <w:t>1.013e0</w:t>
      </w:r>
    </w:p>
    <w:p w:rsidR="006974AE" w:rsidRDefault="006974AE" w:rsidP="006974AE">
      <w:r>
        <w:t>228.8610</w:t>
      </w:r>
      <w:r>
        <w:tab/>
        <w:t>1.013e0</w:t>
      </w:r>
    </w:p>
    <w:p w:rsidR="006974AE" w:rsidRDefault="006974AE" w:rsidP="006974AE">
      <w:r>
        <w:t>228.8631</w:t>
      </w:r>
      <w:r>
        <w:tab/>
        <w:t>2.025e0</w:t>
      </w:r>
    </w:p>
    <w:p w:rsidR="006974AE" w:rsidRDefault="006974AE" w:rsidP="006974AE">
      <w:r>
        <w:t>228.8767</w:t>
      </w:r>
      <w:r>
        <w:tab/>
        <w:t>1.013e0</w:t>
      </w:r>
    </w:p>
    <w:p w:rsidR="006974AE" w:rsidRDefault="006974AE" w:rsidP="006974AE">
      <w:r>
        <w:lastRenderedPageBreak/>
        <w:t>228.9128</w:t>
      </w:r>
      <w:r>
        <w:tab/>
        <w:t>1.013e0</w:t>
      </w:r>
    </w:p>
    <w:p w:rsidR="006974AE" w:rsidRDefault="006974AE" w:rsidP="006974AE">
      <w:r>
        <w:t>228.9214</w:t>
      </w:r>
      <w:r>
        <w:tab/>
        <w:t>1.013e0</w:t>
      </w:r>
    </w:p>
    <w:p w:rsidR="006974AE" w:rsidRDefault="006974AE" w:rsidP="006974AE">
      <w:r>
        <w:t>228.9334</w:t>
      </w:r>
      <w:r>
        <w:tab/>
        <w:t>1.013e0</w:t>
      </w:r>
    </w:p>
    <w:p w:rsidR="006974AE" w:rsidRDefault="006974AE" w:rsidP="006974AE">
      <w:r>
        <w:t>228.9566</w:t>
      </w:r>
      <w:r>
        <w:tab/>
        <w:t>1.013e0</w:t>
      </w:r>
    </w:p>
    <w:p w:rsidR="006974AE" w:rsidRDefault="006974AE" w:rsidP="006974AE">
      <w:r>
        <w:t>228.9774</w:t>
      </w:r>
      <w:r>
        <w:tab/>
        <w:t>1.013e0</w:t>
      </w:r>
    </w:p>
    <w:p w:rsidR="006974AE" w:rsidRDefault="006974AE" w:rsidP="006974AE">
      <w:r>
        <w:t>228.9789</w:t>
      </w:r>
      <w:r>
        <w:tab/>
        <w:t>2.025e0</w:t>
      </w:r>
    </w:p>
    <w:p w:rsidR="006974AE" w:rsidRDefault="006974AE" w:rsidP="006974AE">
      <w:r>
        <w:t>228.9858</w:t>
      </w:r>
      <w:r>
        <w:tab/>
        <w:t>2.025e0</w:t>
      </w:r>
    </w:p>
    <w:p w:rsidR="006974AE" w:rsidRDefault="006974AE" w:rsidP="006974AE">
      <w:r>
        <w:t>228.9893</w:t>
      </w:r>
      <w:r>
        <w:tab/>
        <w:t>3.038e0</w:t>
      </w:r>
    </w:p>
    <w:p w:rsidR="006974AE" w:rsidRDefault="006974AE" w:rsidP="006974AE">
      <w:r>
        <w:t>228.9976</w:t>
      </w:r>
      <w:r>
        <w:tab/>
        <w:t>2.025e0</w:t>
      </w:r>
    </w:p>
    <w:p w:rsidR="006974AE" w:rsidRDefault="006974AE" w:rsidP="006974AE">
      <w:r>
        <w:t>229.0015</w:t>
      </w:r>
      <w:r>
        <w:tab/>
        <w:t>1.013e0</w:t>
      </w:r>
    </w:p>
    <w:p w:rsidR="006974AE" w:rsidRDefault="006974AE" w:rsidP="006974AE">
      <w:r>
        <w:t>229.0103</w:t>
      </w:r>
      <w:r>
        <w:tab/>
        <w:t>5.063e0</w:t>
      </w:r>
    </w:p>
    <w:p w:rsidR="006974AE" w:rsidRDefault="006974AE" w:rsidP="006974AE">
      <w:r>
        <w:t>229.0293</w:t>
      </w:r>
      <w:r>
        <w:tab/>
        <w:t>2.025e0</w:t>
      </w:r>
    </w:p>
    <w:p w:rsidR="006974AE" w:rsidRDefault="006974AE" w:rsidP="006974AE">
      <w:r>
        <w:t>229.0381</w:t>
      </w:r>
      <w:r>
        <w:tab/>
        <w:t>1.013e0</w:t>
      </w:r>
    </w:p>
    <w:p w:rsidR="006974AE" w:rsidRDefault="006974AE" w:rsidP="006974AE">
      <w:r>
        <w:t>229.0500</w:t>
      </w:r>
      <w:r>
        <w:tab/>
        <w:t>2.025e0</w:t>
      </w:r>
    </w:p>
    <w:p w:rsidR="006974AE" w:rsidRDefault="006974AE" w:rsidP="006974AE">
      <w:r>
        <w:t>229.0549</w:t>
      </w:r>
      <w:r>
        <w:tab/>
        <w:t>3.038e0</w:t>
      </w:r>
    </w:p>
    <w:p w:rsidR="006974AE" w:rsidRDefault="006974AE" w:rsidP="006974AE">
      <w:r>
        <w:t>229.0596</w:t>
      </w:r>
      <w:r>
        <w:tab/>
        <w:t>2.025e0</w:t>
      </w:r>
    </w:p>
    <w:p w:rsidR="006974AE" w:rsidRDefault="006974AE" w:rsidP="006974AE">
      <w:r>
        <w:t>229.0854</w:t>
      </w:r>
      <w:r>
        <w:tab/>
        <w:t>2.025e0</w:t>
      </w:r>
    </w:p>
    <w:p w:rsidR="006974AE" w:rsidRDefault="006974AE" w:rsidP="006974AE">
      <w:r>
        <w:t>229.0899</w:t>
      </w:r>
      <w:r>
        <w:tab/>
        <w:t>3.038e0</w:t>
      </w:r>
    </w:p>
    <w:p w:rsidR="006974AE" w:rsidRDefault="006974AE" w:rsidP="006974AE">
      <w:r>
        <w:t>229.0942</w:t>
      </w:r>
      <w:r>
        <w:tab/>
        <w:t>1.013e0</w:t>
      </w:r>
    </w:p>
    <w:p w:rsidR="006974AE" w:rsidRDefault="006974AE" w:rsidP="006974AE">
      <w:r>
        <w:lastRenderedPageBreak/>
        <w:t>229.1140</w:t>
      </w:r>
      <w:r>
        <w:tab/>
        <w:t>1.013e0</w:t>
      </w:r>
    </w:p>
    <w:p w:rsidR="006974AE" w:rsidRDefault="006974AE" w:rsidP="006974AE">
      <w:r>
        <w:t>229.1404</w:t>
      </w:r>
      <w:r>
        <w:tab/>
        <w:t>2.025e0</w:t>
      </w:r>
    </w:p>
    <w:p w:rsidR="006974AE" w:rsidRDefault="006974AE" w:rsidP="006974AE">
      <w:r>
        <w:t>229.1417</w:t>
      </w:r>
      <w:r>
        <w:tab/>
        <w:t>4.051e0</w:t>
      </w:r>
    </w:p>
    <w:p w:rsidR="006974AE" w:rsidRDefault="006974AE" w:rsidP="006974AE">
      <w:r>
        <w:t>229.1435</w:t>
      </w:r>
      <w:r>
        <w:tab/>
        <w:t>3.038e0</w:t>
      </w:r>
    </w:p>
    <w:p w:rsidR="006974AE" w:rsidRDefault="006974AE" w:rsidP="006974AE">
      <w:r>
        <w:t>229.1500</w:t>
      </w:r>
      <w:r>
        <w:tab/>
        <w:t>1.013e0</w:t>
      </w:r>
    </w:p>
    <w:p w:rsidR="006974AE" w:rsidRDefault="006974AE" w:rsidP="006974AE">
      <w:r>
        <w:t>229.1631</w:t>
      </w:r>
      <w:r>
        <w:tab/>
        <w:t>1.013e0</w:t>
      </w:r>
    </w:p>
    <w:p w:rsidR="006974AE" w:rsidRDefault="006974AE" w:rsidP="006974AE">
      <w:r>
        <w:t>229.1705</w:t>
      </w:r>
      <w:r>
        <w:tab/>
        <w:t>1.013e0</w:t>
      </w:r>
    </w:p>
    <w:p w:rsidR="006974AE" w:rsidRDefault="006974AE" w:rsidP="006974AE">
      <w:r>
        <w:t>229.1743</w:t>
      </w:r>
      <w:r>
        <w:tab/>
        <w:t>1.013e0</w:t>
      </w:r>
    </w:p>
    <w:p w:rsidR="006974AE" w:rsidRDefault="006974AE" w:rsidP="006974AE">
      <w:r>
        <w:t>229.1785</w:t>
      </w:r>
      <w:r>
        <w:tab/>
        <w:t>1.013e0</w:t>
      </w:r>
    </w:p>
    <w:p w:rsidR="006974AE" w:rsidRDefault="006974AE" w:rsidP="006974AE">
      <w:r>
        <w:t>229.1899</w:t>
      </w:r>
      <w:r>
        <w:tab/>
        <w:t>1.013e0</w:t>
      </w:r>
    </w:p>
    <w:p w:rsidR="006974AE" w:rsidRDefault="006974AE" w:rsidP="006974AE">
      <w:r>
        <w:t>229.1951</w:t>
      </w:r>
      <w:r>
        <w:tab/>
        <w:t>3.038e0</w:t>
      </w:r>
    </w:p>
    <w:p w:rsidR="006974AE" w:rsidRDefault="006974AE" w:rsidP="006974AE">
      <w:r>
        <w:t>229.2023</w:t>
      </w:r>
      <w:r>
        <w:tab/>
        <w:t>3.038e0</w:t>
      </w:r>
    </w:p>
    <w:p w:rsidR="006974AE" w:rsidRDefault="006974AE" w:rsidP="006974AE">
      <w:r>
        <w:t>229.2107</w:t>
      </w:r>
      <w:r>
        <w:tab/>
        <w:t>1.013e0</w:t>
      </w:r>
    </w:p>
    <w:p w:rsidR="006974AE" w:rsidRDefault="006974AE" w:rsidP="006974AE">
      <w:r>
        <w:t>229.2425</w:t>
      </w:r>
      <w:r>
        <w:tab/>
        <w:t>1.013e0</w:t>
      </w:r>
    </w:p>
    <w:p w:rsidR="006974AE" w:rsidRDefault="006974AE" w:rsidP="006974AE">
      <w:r>
        <w:t>229.2579</w:t>
      </w:r>
      <w:r>
        <w:tab/>
        <w:t>3.038e0</w:t>
      </w:r>
    </w:p>
    <w:p w:rsidR="006974AE" w:rsidRDefault="006974AE" w:rsidP="006974AE">
      <w:r>
        <w:t>229.2794</w:t>
      </w:r>
      <w:r>
        <w:tab/>
        <w:t>1.013e0</w:t>
      </w:r>
    </w:p>
    <w:p w:rsidR="006974AE" w:rsidRDefault="006974AE" w:rsidP="006974AE">
      <w:r>
        <w:t>229.3186</w:t>
      </w:r>
      <w:r>
        <w:tab/>
        <w:t>1.013e0</w:t>
      </w:r>
    </w:p>
    <w:p w:rsidR="006974AE" w:rsidRDefault="006974AE" w:rsidP="006974AE">
      <w:r>
        <w:t>229.3356</w:t>
      </w:r>
      <w:r>
        <w:tab/>
        <w:t>1.013e0</w:t>
      </w:r>
    </w:p>
    <w:p w:rsidR="006974AE" w:rsidRDefault="006974AE" w:rsidP="006974AE">
      <w:r>
        <w:t>229.3517</w:t>
      </w:r>
      <w:r>
        <w:tab/>
        <w:t>1.013e0</w:t>
      </w:r>
    </w:p>
    <w:p w:rsidR="006974AE" w:rsidRDefault="006974AE" w:rsidP="006974AE">
      <w:r>
        <w:lastRenderedPageBreak/>
        <w:t>229.3534</w:t>
      </w:r>
      <w:r>
        <w:tab/>
        <w:t>2.025e0</w:t>
      </w:r>
    </w:p>
    <w:p w:rsidR="006974AE" w:rsidRDefault="006974AE" w:rsidP="006974AE">
      <w:r>
        <w:t>229.3917</w:t>
      </w:r>
      <w:r>
        <w:tab/>
        <w:t>1.013e0</w:t>
      </w:r>
    </w:p>
    <w:p w:rsidR="006974AE" w:rsidRDefault="006974AE" w:rsidP="006974AE">
      <w:r>
        <w:t>229.4352</w:t>
      </w:r>
      <w:r>
        <w:tab/>
        <w:t>1.013e0</w:t>
      </w:r>
    </w:p>
    <w:p w:rsidR="006974AE" w:rsidRDefault="006974AE" w:rsidP="006974AE">
      <w:r>
        <w:t>229.4724</w:t>
      </w:r>
      <w:r>
        <w:tab/>
        <w:t>1.013e0</w:t>
      </w:r>
    </w:p>
    <w:p w:rsidR="006974AE" w:rsidRDefault="006974AE" w:rsidP="006974AE">
      <w:r>
        <w:t>229.4760</w:t>
      </w:r>
      <w:r>
        <w:tab/>
        <w:t>1.013e0</w:t>
      </w:r>
    </w:p>
    <w:p w:rsidR="006974AE" w:rsidRDefault="006974AE" w:rsidP="006974AE">
      <w:r>
        <w:t>229.4877</w:t>
      </w:r>
      <w:r>
        <w:tab/>
        <w:t>1.013e0</w:t>
      </w:r>
    </w:p>
    <w:p w:rsidR="006974AE" w:rsidRDefault="006974AE" w:rsidP="006974AE">
      <w:r>
        <w:t>229.5043</w:t>
      </w:r>
      <w:r>
        <w:tab/>
        <w:t>1.013e0</w:t>
      </w:r>
    </w:p>
    <w:p w:rsidR="006974AE" w:rsidRDefault="006974AE" w:rsidP="006974AE">
      <w:r>
        <w:t>229.5212</w:t>
      </w:r>
      <w:r>
        <w:tab/>
        <w:t>1.013e0</w:t>
      </w:r>
    </w:p>
    <w:p w:rsidR="006974AE" w:rsidRDefault="006974AE" w:rsidP="006974AE">
      <w:r>
        <w:t>229.5325</w:t>
      </w:r>
      <w:r>
        <w:tab/>
        <w:t>1.013e0</w:t>
      </w:r>
    </w:p>
    <w:p w:rsidR="006974AE" w:rsidRDefault="006974AE" w:rsidP="006974AE">
      <w:r>
        <w:t>229.5406</w:t>
      </w:r>
      <w:r>
        <w:tab/>
        <w:t>2.025e0</w:t>
      </w:r>
    </w:p>
    <w:p w:rsidR="006974AE" w:rsidRDefault="006974AE" w:rsidP="006974AE">
      <w:r>
        <w:t>229.5441</w:t>
      </w:r>
      <w:r>
        <w:tab/>
        <w:t>1.013e0</w:t>
      </w:r>
    </w:p>
    <w:p w:rsidR="006974AE" w:rsidRDefault="006974AE" w:rsidP="006974AE">
      <w:r>
        <w:t>229.5967</w:t>
      </w:r>
      <w:r>
        <w:tab/>
        <w:t>2.025e0</w:t>
      </w:r>
    </w:p>
    <w:p w:rsidR="006974AE" w:rsidRDefault="006974AE" w:rsidP="006974AE">
      <w:r>
        <w:t>229.5987</w:t>
      </w:r>
      <w:r>
        <w:tab/>
        <w:t>2.025e0</w:t>
      </w:r>
    </w:p>
    <w:p w:rsidR="006974AE" w:rsidRDefault="006974AE" w:rsidP="006974AE">
      <w:r>
        <w:t>229.6086</w:t>
      </w:r>
      <w:r>
        <w:tab/>
        <w:t>1.013e0</w:t>
      </w:r>
    </w:p>
    <w:p w:rsidR="006974AE" w:rsidRDefault="006974AE" w:rsidP="006974AE">
      <w:r>
        <w:t>229.6124</w:t>
      </w:r>
      <w:r>
        <w:tab/>
        <w:t>1.013e0</w:t>
      </w:r>
    </w:p>
    <w:p w:rsidR="006974AE" w:rsidRDefault="006974AE" w:rsidP="006974AE">
      <w:r>
        <w:t>229.6207</w:t>
      </w:r>
      <w:r>
        <w:tab/>
        <w:t>1.013e0</w:t>
      </w:r>
    </w:p>
    <w:p w:rsidR="006974AE" w:rsidRDefault="006974AE" w:rsidP="006974AE">
      <w:r>
        <w:t>229.6532</w:t>
      </w:r>
      <w:r>
        <w:tab/>
        <w:t>1.013e0</w:t>
      </w:r>
    </w:p>
    <w:p w:rsidR="006974AE" w:rsidRDefault="006974AE" w:rsidP="006974AE">
      <w:r>
        <w:t>229.6812</w:t>
      </w:r>
      <w:r>
        <w:tab/>
        <w:t>1.013e0</w:t>
      </w:r>
    </w:p>
    <w:p w:rsidR="006974AE" w:rsidRDefault="006974AE" w:rsidP="006974AE">
      <w:r>
        <w:t>229.6857</w:t>
      </w:r>
      <w:r>
        <w:tab/>
        <w:t>2.025e0</w:t>
      </w:r>
    </w:p>
    <w:p w:rsidR="006974AE" w:rsidRDefault="006974AE" w:rsidP="006974AE">
      <w:r>
        <w:lastRenderedPageBreak/>
        <w:t>229.7057</w:t>
      </w:r>
      <w:r>
        <w:tab/>
        <w:t>1.013e0</w:t>
      </w:r>
    </w:p>
    <w:p w:rsidR="006974AE" w:rsidRDefault="006974AE" w:rsidP="006974AE">
      <w:r>
        <w:t>229.7136</w:t>
      </w:r>
      <w:r>
        <w:tab/>
        <w:t>1.013e0</w:t>
      </w:r>
    </w:p>
    <w:p w:rsidR="006974AE" w:rsidRDefault="006974AE" w:rsidP="006974AE">
      <w:r>
        <w:t>229.7418</w:t>
      </w:r>
      <w:r>
        <w:tab/>
        <w:t>2.025e0</w:t>
      </w:r>
    </w:p>
    <w:p w:rsidR="006974AE" w:rsidRDefault="006974AE" w:rsidP="006974AE">
      <w:r>
        <w:t>229.7584</w:t>
      </w:r>
      <w:r>
        <w:tab/>
        <w:t>1.013e0</w:t>
      </w:r>
    </w:p>
    <w:p w:rsidR="006974AE" w:rsidRDefault="006974AE" w:rsidP="006974AE">
      <w:r>
        <w:t>229.7983</w:t>
      </w:r>
      <w:r>
        <w:tab/>
        <w:t>1.013e0</w:t>
      </w:r>
    </w:p>
    <w:p w:rsidR="006974AE" w:rsidRDefault="006974AE" w:rsidP="006974AE">
      <w:r>
        <w:t>229.8068</w:t>
      </w:r>
      <w:r>
        <w:tab/>
        <w:t>2.025e0</w:t>
      </w:r>
    </w:p>
    <w:p w:rsidR="006974AE" w:rsidRDefault="006974AE" w:rsidP="006974AE">
      <w:r>
        <w:t>229.8095</w:t>
      </w:r>
      <w:r>
        <w:tab/>
        <w:t>2.025e0</w:t>
      </w:r>
    </w:p>
    <w:p w:rsidR="006974AE" w:rsidRDefault="006974AE" w:rsidP="006974AE">
      <w:r>
        <w:t>229.8112</w:t>
      </w:r>
      <w:r>
        <w:tab/>
        <w:t>1.013e0</w:t>
      </w:r>
    </w:p>
    <w:p w:rsidR="006974AE" w:rsidRDefault="006974AE" w:rsidP="006974AE">
      <w:r>
        <w:t>229.8265</w:t>
      </w:r>
      <w:r>
        <w:tab/>
        <w:t>1.013e0</w:t>
      </w:r>
    </w:p>
    <w:p w:rsidR="006974AE" w:rsidRDefault="006974AE" w:rsidP="006974AE">
      <w:r>
        <w:t>229.8382</w:t>
      </w:r>
      <w:r>
        <w:tab/>
        <w:t>1.013e0</w:t>
      </w:r>
    </w:p>
    <w:p w:rsidR="006974AE" w:rsidRDefault="006974AE" w:rsidP="006974AE">
      <w:r>
        <w:t>229.8420</w:t>
      </w:r>
      <w:r>
        <w:tab/>
        <w:t>1.013e0</w:t>
      </w:r>
    </w:p>
    <w:p w:rsidR="006974AE" w:rsidRDefault="006974AE" w:rsidP="006974AE">
      <w:r>
        <w:t>229.8545</w:t>
      </w:r>
      <w:r>
        <w:tab/>
        <w:t>1.013e0</w:t>
      </w:r>
    </w:p>
    <w:p w:rsidR="006974AE" w:rsidRDefault="006974AE" w:rsidP="006974AE">
      <w:r>
        <w:t>229.8690</w:t>
      </w:r>
      <w:r>
        <w:tab/>
        <w:t>2.025e0</w:t>
      </w:r>
    </w:p>
    <w:p w:rsidR="006974AE" w:rsidRDefault="006974AE" w:rsidP="006974AE">
      <w:r>
        <w:t>229.8986</w:t>
      </w:r>
      <w:r>
        <w:tab/>
        <w:t>1.013e0</w:t>
      </w:r>
    </w:p>
    <w:p w:rsidR="006974AE" w:rsidRDefault="006974AE" w:rsidP="006974AE">
      <w:r>
        <w:t>229.9026</w:t>
      </w:r>
      <w:r>
        <w:tab/>
        <w:t>2.025e0</w:t>
      </w:r>
    </w:p>
    <w:p w:rsidR="006974AE" w:rsidRDefault="006974AE" w:rsidP="006974AE">
      <w:r>
        <w:t>229.9105</w:t>
      </w:r>
      <w:r>
        <w:tab/>
        <w:t>1.013e0</w:t>
      </w:r>
    </w:p>
    <w:p w:rsidR="006974AE" w:rsidRDefault="006974AE" w:rsidP="006974AE">
      <w:r>
        <w:t>229.9151</w:t>
      </w:r>
      <w:r>
        <w:tab/>
        <w:t>1.013e0</w:t>
      </w:r>
    </w:p>
    <w:p w:rsidR="006974AE" w:rsidRDefault="006974AE" w:rsidP="006974AE">
      <w:r>
        <w:t>229.9319</w:t>
      </w:r>
      <w:r>
        <w:tab/>
        <w:t>1.013e0</w:t>
      </w:r>
    </w:p>
    <w:p w:rsidR="006974AE" w:rsidRDefault="006974AE" w:rsidP="006974AE">
      <w:r>
        <w:t>229.9739</w:t>
      </w:r>
      <w:r>
        <w:tab/>
        <w:t>4.051e0</w:t>
      </w:r>
    </w:p>
    <w:p w:rsidR="006974AE" w:rsidRDefault="006974AE" w:rsidP="006974AE">
      <w:r>
        <w:lastRenderedPageBreak/>
        <w:t>229.9754</w:t>
      </w:r>
      <w:r>
        <w:tab/>
        <w:t>1.013e0</w:t>
      </w:r>
    </w:p>
    <w:p w:rsidR="006974AE" w:rsidRDefault="006974AE" w:rsidP="006974AE">
      <w:r>
        <w:t>229.9884</w:t>
      </w:r>
      <w:r>
        <w:tab/>
        <w:t>1.013e0</w:t>
      </w:r>
    </w:p>
    <w:p w:rsidR="006974AE" w:rsidRDefault="006974AE" w:rsidP="006974AE">
      <w:r>
        <w:t>229.9925</w:t>
      </w:r>
      <w:r>
        <w:tab/>
        <w:t>1.013e0</w:t>
      </w:r>
    </w:p>
    <w:p w:rsidR="006974AE" w:rsidRDefault="006974AE" w:rsidP="006974AE">
      <w:r>
        <w:t>230.0025</w:t>
      </w:r>
      <w:r>
        <w:tab/>
        <w:t>3.038e0</w:t>
      </w:r>
    </w:p>
    <w:p w:rsidR="006974AE" w:rsidRDefault="006974AE" w:rsidP="006974AE">
      <w:r>
        <w:t>230.0116</w:t>
      </w:r>
      <w:r>
        <w:tab/>
        <w:t>1.013e0</w:t>
      </w:r>
    </w:p>
    <w:p w:rsidR="006974AE" w:rsidRDefault="006974AE" w:rsidP="006974AE">
      <w:r>
        <w:t>230.0168</w:t>
      </w:r>
      <w:r>
        <w:tab/>
        <w:t>3.038e0</w:t>
      </w:r>
    </w:p>
    <w:p w:rsidR="006974AE" w:rsidRDefault="006974AE" w:rsidP="006974AE">
      <w:r>
        <w:t>230.0196</w:t>
      </w:r>
      <w:r>
        <w:tab/>
        <w:t>1.013e0</w:t>
      </w:r>
    </w:p>
    <w:p w:rsidR="006974AE" w:rsidRDefault="006974AE" w:rsidP="006974AE">
      <w:r>
        <w:t>230.0258</w:t>
      </w:r>
      <w:r>
        <w:tab/>
        <w:t>3.038e0</w:t>
      </w:r>
    </w:p>
    <w:p w:rsidR="006974AE" w:rsidRDefault="006974AE" w:rsidP="006974AE">
      <w:r>
        <w:t>230.0446</w:t>
      </w:r>
      <w:r>
        <w:tab/>
        <w:t>1.013e0</w:t>
      </w:r>
    </w:p>
    <w:p w:rsidR="006974AE" w:rsidRDefault="006974AE" w:rsidP="006974AE">
      <w:r>
        <w:t>230.0567</w:t>
      </w:r>
      <w:r>
        <w:tab/>
        <w:t>1.013e0</w:t>
      </w:r>
    </w:p>
    <w:p w:rsidR="006974AE" w:rsidRDefault="006974AE" w:rsidP="006974AE">
      <w:r>
        <w:t>230.0631</w:t>
      </w:r>
      <w:r>
        <w:tab/>
        <w:t>5.063e0</w:t>
      </w:r>
    </w:p>
    <w:p w:rsidR="006974AE" w:rsidRDefault="006974AE" w:rsidP="006974AE">
      <w:r>
        <w:t>230.0642</w:t>
      </w:r>
      <w:r>
        <w:tab/>
        <w:t>1.013e0</w:t>
      </w:r>
    </w:p>
    <w:p w:rsidR="006974AE" w:rsidRDefault="006974AE" w:rsidP="006974AE">
      <w:r>
        <w:t>230.0684</w:t>
      </w:r>
      <w:r>
        <w:tab/>
        <w:t>2.025e0</w:t>
      </w:r>
    </w:p>
    <w:p w:rsidR="006974AE" w:rsidRDefault="006974AE" w:rsidP="006974AE">
      <w:r>
        <w:t>230.0720</w:t>
      </w:r>
      <w:r>
        <w:tab/>
        <w:t>1.013e0</w:t>
      </w:r>
    </w:p>
    <w:p w:rsidR="006974AE" w:rsidRDefault="006974AE" w:rsidP="006974AE">
      <w:r>
        <w:t>230.1092</w:t>
      </w:r>
      <w:r>
        <w:tab/>
        <w:t>3.038e0</w:t>
      </w:r>
    </w:p>
    <w:p w:rsidR="006974AE" w:rsidRDefault="006974AE" w:rsidP="006974AE">
      <w:r>
        <w:t>230.1207</w:t>
      </w:r>
      <w:r>
        <w:tab/>
        <w:t>1.013e0</w:t>
      </w:r>
    </w:p>
    <w:p w:rsidR="006974AE" w:rsidRDefault="006974AE" w:rsidP="006974AE">
      <w:r>
        <w:t>230.1226</w:t>
      </w:r>
      <w:r>
        <w:tab/>
        <w:t>3.038e0</w:t>
      </w:r>
    </w:p>
    <w:p w:rsidR="006974AE" w:rsidRDefault="006974AE" w:rsidP="006974AE">
      <w:r>
        <w:t>230.1249</w:t>
      </w:r>
      <w:r>
        <w:tab/>
        <w:t>1.013e0</w:t>
      </w:r>
    </w:p>
    <w:p w:rsidR="006974AE" w:rsidRDefault="006974AE" w:rsidP="006974AE">
      <w:r>
        <w:t>230.1291</w:t>
      </w:r>
      <w:r>
        <w:tab/>
        <w:t>4.051e0</w:t>
      </w:r>
    </w:p>
    <w:p w:rsidR="006974AE" w:rsidRDefault="006974AE" w:rsidP="006974AE">
      <w:r>
        <w:lastRenderedPageBreak/>
        <w:t>230.1307</w:t>
      </w:r>
      <w:r>
        <w:tab/>
        <w:t>2.025e0</w:t>
      </w:r>
    </w:p>
    <w:p w:rsidR="006974AE" w:rsidRDefault="006974AE" w:rsidP="006974AE">
      <w:r>
        <w:t>230.1385</w:t>
      </w:r>
      <w:r>
        <w:tab/>
        <w:t>2.025e0</w:t>
      </w:r>
    </w:p>
    <w:p w:rsidR="006974AE" w:rsidRDefault="006974AE" w:rsidP="006974AE">
      <w:r>
        <w:t>230.1616</w:t>
      </w:r>
      <w:r>
        <w:tab/>
        <w:t>1.013e0</w:t>
      </w:r>
    </w:p>
    <w:p w:rsidR="006974AE" w:rsidRDefault="006974AE" w:rsidP="006974AE">
      <w:r>
        <w:t>230.1631</w:t>
      </w:r>
      <w:r>
        <w:tab/>
        <w:t>4.051e0</w:t>
      </w:r>
    </w:p>
    <w:p w:rsidR="006974AE" w:rsidRDefault="006974AE" w:rsidP="006974AE">
      <w:r>
        <w:t>230.1813</w:t>
      </w:r>
      <w:r>
        <w:tab/>
        <w:t>3.038e0</w:t>
      </w:r>
    </w:p>
    <w:p w:rsidR="006974AE" w:rsidRDefault="006974AE" w:rsidP="006974AE">
      <w:r>
        <w:t>230.1892</w:t>
      </w:r>
      <w:r>
        <w:tab/>
        <w:t>1.013e0</w:t>
      </w:r>
    </w:p>
    <w:p w:rsidR="006974AE" w:rsidRDefault="006974AE" w:rsidP="006974AE">
      <w:r>
        <w:t>230.2263</w:t>
      </w:r>
      <w:r>
        <w:tab/>
        <w:t>1.013e0</w:t>
      </w:r>
    </w:p>
    <w:p w:rsidR="006974AE" w:rsidRDefault="006974AE" w:rsidP="006974AE">
      <w:r>
        <w:t>230.2340</w:t>
      </w:r>
      <w:r>
        <w:tab/>
        <w:t>5.063e0</w:t>
      </w:r>
    </w:p>
    <w:p w:rsidR="006974AE" w:rsidRDefault="006974AE" w:rsidP="006974AE">
      <w:r>
        <w:t>230.2415</w:t>
      </w:r>
      <w:r>
        <w:tab/>
        <w:t>4.051e0</w:t>
      </w:r>
    </w:p>
    <w:p w:rsidR="006974AE" w:rsidRDefault="006974AE" w:rsidP="006974AE">
      <w:r>
        <w:t>230.2457</w:t>
      </w:r>
      <w:r>
        <w:tab/>
        <w:t>1.013e0</w:t>
      </w:r>
    </w:p>
    <w:p w:rsidR="006974AE" w:rsidRDefault="006974AE" w:rsidP="006974AE">
      <w:r>
        <w:t>230.2554</w:t>
      </w:r>
      <w:r>
        <w:tab/>
        <w:t>4.051e0</w:t>
      </w:r>
    </w:p>
    <w:p w:rsidR="006974AE" w:rsidRDefault="006974AE" w:rsidP="006974AE">
      <w:r>
        <w:t>230.2572</w:t>
      </w:r>
      <w:r>
        <w:tab/>
        <w:t>1.013e0</w:t>
      </w:r>
    </w:p>
    <w:p w:rsidR="006974AE" w:rsidRDefault="006974AE" w:rsidP="006974AE">
      <w:r>
        <w:t>230.2983</w:t>
      </w:r>
      <w:r>
        <w:tab/>
        <w:t>1.013e0</w:t>
      </w:r>
    </w:p>
    <w:p w:rsidR="006974AE" w:rsidRDefault="006974AE" w:rsidP="006974AE">
      <w:r>
        <w:t>230.3221</w:t>
      </w:r>
      <w:r>
        <w:tab/>
        <w:t>2.025e0</w:t>
      </w:r>
    </w:p>
    <w:p w:rsidR="006974AE" w:rsidRDefault="006974AE" w:rsidP="006974AE">
      <w:r>
        <w:t>230.3585</w:t>
      </w:r>
      <w:r>
        <w:tab/>
        <w:t>1.013e0</w:t>
      </w:r>
    </w:p>
    <w:p w:rsidR="006974AE" w:rsidRDefault="006974AE" w:rsidP="006974AE">
      <w:r>
        <w:t>230.3662</w:t>
      </w:r>
      <w:r>
        <w:tab/>
        <w:t>2.025e0</w:t>
      </w:r>
    </w:p>
    <w:p w:rsidR="006974AE" w:rsidRDefault="006974AE" w:rsidP="006974AE">
      <w:r>
        <w:t>230.3703</w:t>
      </w:r>
      <w:r>
        <w:tab/>
        <w:t>1.013e0</w:t>
      </w:r>
    </w:p>
    <w:p w:rsidR="006974AE" w:rsidRDefault="006974AE" w:rsidP="006974AE">
      <w:r>
        <w:t>230.3869</w:t>
      </w:r>
      <w:r>
        <w:tab/>
        <w:t>1.013e0</w:t>
      </w:r>
    </w:p>
    <w:p w:rsidR="006974AE" w:rsidRDefault="006974AE" w:rsidP="006974AE">
      <w:r>
        <w:t>230.3943</w:t>
      </w:r>
      <w:r>
        <w:tab/>
        <w:t>2.025e0</w:t>
      </w:r>
    </w:p>
    <w:p w:rsidR="006974AE" w:rsidRDefault="006974AE" w:rsidP="006974AE">
      <w:r>
        <w:lastRenderedPageBreak/>
        <w:t>230.3955</w:t>
      </w:r>
      <w:r>
        <w:tab/>
        <w:t>1.013e0</w:t>
      </w:r>
    </w:p>
    <w:p w:rsidR="006974AE" w:rsidRDefault="006974AE" w:rsidP="006974AE">
      <w:r>
        <w:t>230.4269</w:t>
      </w:r>
      <w:r>
        <w:tab/>
        <w:t>1.013e0</w:t>
      </w:r>
    </w:p>
    <w:p w:rsidR="006974AE" w:rsidRDefault="006974AE" w:rsidP="006974AE">
      <w:r>
        <w:t>230.4392</w:t>
      </w:r>
      <w:r>
        <w:tab/>
        <w:t>1.013e0</w:t>
      </w:r>
    </w:p>
    <w:p w:rsidR="006974AE" w:rsidRDefault="006974AE" w:rsidP="006974AE">
      <w:r>
        <w:t>230.4564</w:t>
      </w:r>
      <w:r>
        <w:tab/>
        <w:t>1.013e0</w:t>
      </w:r>
    </w:p>
    <w:p w:rsidR="006974AE" w:rsidRDefault="006974AE" w:rsidP="006974AE">
      <w:r>
        <w:t>230.4602</w:t>
      </w:r>
      <w:r>
        <w:tab/>
        <w:t>1.013e0</w:t>
      </w:r>
    </w:p>
    <w:p w:rsidR="006974AE" w:rsidRDefault="006974AE" w:rsidP="006974AE">
      <w:r>
        <w:t>230.4718</w:t>
      </w:r>
      <w:r>
        <w:tab/>
        <w:t>1.013e0</w:t>
      </w:r>
    </w:p>
    <w:p w:rsidR="006974AE" w:rsidRDefault="006974AE" w:rsidP="006974AE">
      <w:r>
        <w:t>230.4873</w:t>
      </w:r>
      <w:r>
        <w:tab/>
        <w:t>1.013e0</w:t>
      </w:r>
    </w:p>
    <w:p w:rsidR="006974AE" w:rsidRDefault="006974AE" w:rsidP="006974AE">
      <w:r>
        <w:t>230.4956</w:t>
      </w:r>
      <w:r>
        <w:tab/>
        <w:t>1.013e0</w:t>
      </w:r>
    </w:p>
    <w:p w:rsidR="006974AE" w:rsidRDefault="006974AE" w:rsidP="006974AE">
      <w:r>
        <w:t>230.4996</w:t>
      </w:r>
      <w:r>
        <w:tab/>
        <w:t>2.025e0</w:t>
      </w:r>
    </w:p>
    <w:p w:rsidR="006974AE" w:rsidRDefault="006974AE" w:rsidP="006974AE">
      <w:r>
        <w:t>230.5086</w:t>
      </w:r>
      <w:r>
        <w:tab/>
        <w:t>3.038e0</w:t>
      </w:r>
    </w:p>
    <w:p w:rsidR="006974AE" w:rsidRDefault="006974AE" w:rsidP="006974AE">
      <w:r>
        <w:t>230.5463</w:t>
      </w:r>
      <w:r>
        <w:tab/>
        <w:t>2.025e0</w:t>
      </w:r>
    </w:p>
    <w:p w:rsidR="006974AE" w:rsidRDefault="006974AE" w:rsidP="006974AE">
      <w:r>
        <w:t>230.5606</w:t>
      </w:r>
      <w:r>
        <w:tab/>
        <w:t>1.013e0</w:t>
      </w:r>
    </w:p>
    <w:p w:rsidR="006974AE" w:rsidRDefault="006974AE" w:rsidP="006974AE">
      <w:r>
        <w:t>230.5730</w:t>
      </w:r>
      <w:r>
        <w:tab/>
        <w:t>1.013e0</w:t>
      </w:r>
    </w:p>
    <w:p w:rsidR="006974AE" w:rsidRDefault="006974AE" w:rsidP="006974AE">
      <w:r>
        <w:t>230.5771</w:t>
      </w:r>
      <w:r>
        <w:tab/>
        <w:t>1.013e0</w:t>
      </w:r>
    </w:p>
    <w:p w:rsidR="006974AE" w:rsidRDefault="006974AE" w:rsidP="006974AE">
      <w:r>
        <w:t>230.5807</w:t>
      </w:r>
      <w:r>
        <w:tab/>
        <w:t>2.025e0</w:t>
      </w:r>
    </w:p>
    <w:p w:rsidR="006974AE" w:rsidRDefault="006974AE" w:rsidP="006974AE">
      <w:r>
        <w:t>230.6004</w:t>
      </w:r>
      <w:r>
        <w:tab/>
        <w:t>3.038e0</w:t>
      </w:r>
    </w:p>
    <w:p w:rsidR="006974AE" w:rsidRDefault="006974AE" w:rsidP="006974AE">
      <w:r>
        <w:t>230.6167</w:t>
      </w:r>
      <w:r>
        <w:tab/>
        <w:t>1.013e0</w:t>
      </w:r>
    </w:p>
    <w:p w:rsidR="006974AE" w:rsidRDefault="006974AE" w:rsidP="006974AE">
      <w:r>
        <w:t>230.6375</w:t>
      </w:r>
      <w:r>
        <w:tab/>
        <w:t>1.013e0</w:t>
      </w:r>
    </w:p>
    <w:p w:rsidR="006974AE" w:rsidRDefault="006974AE" w:rsidP="006974AE">
      <w:r>
        <w:t>230.6431</w:t>
      </w:r>
      <w:r>
        <w:tab/>
        <w:t>2.025e0</w:t>
      </w:r>
    </w:p>
    <w:p w:rsidR="006974AE" w:rsidRDefault="006974AE" w:rsidP="006974AE">
      <w:r>
        <w:lastRenderedPageBreak/>
        <w:t>230.6490</w:t>
      </w:r>
      <w:r>
        <w:tab/>
        <w:t>2.025e0</w:t>
      </w:r>
    </w:p>
    <w:p w:rsidR="006974AE" w:rsidRDefault="006974AE" w:rsidP="006974AE">
      <w:r>
        <w:t>230.6797</w:t>
      </w:r>
      <w:r>
        <w:tab/>
        <w:t>2.025e0</w:t>
      </w:r>
    </w:p>
    <w:p w:rsidR="006974AE" w:rsidRDefault="006974AE" w:rsidP="006974AE">
      <w:r>
        <w:t>230.6977</w:t>
      </w:r>
      <w:r>
        <w:tab/>
        <w:t>1.013e0</w:t>
      </w:r>
    </w:p>
    <w:p w:rsidR="006974AE" w:rsidRDefault="006974AE" w:rsidP="006974AE">
      <w:r>
        <w:t>230.7094</w:t>
      </w:r>
      <w:r>
        <w:tab/>
        <w:t>1.013e0</w:t>
      </w:r>
    </w:p>
    <w:p w:rsidR="006974AE" w:rsidRDefault="006974AE" w:rsidP="006974AE">
      <w:r>
        <w:t>230.7174</w:t>
      </w:r>
      <w:r>
        <w:tab/>
        <w:t>1.013e0</w:t>
      </w:r>
    </w:p>
    <w:p w:rsidR="006974AE" w:rsidRDefault="006974AE" w:rsidP="006974AE">
      <w:r>
        <w:t>230.7257</w:t>
      </w:r>
      <w:r>
        <w:tab/>
        <w:t>2.025e0</w:t>
      </w:r>
    </w:p>
    <w:p w:rsidR="006974AE" w:rsidRDefault="006974AE" w:rsidP="006974AE">
      <w:r>
        <w:t>230.7382</w:t>
      </w:r>
      <w:r>
        <w:tab/>
        <w:t>2.025e0</w:t>
      </w:r>
    </w:p>
    <w:p w:rsidR="006974AE" w:rsidRDefault="006974AE" w:rsidP="006974AE">
      <w:r>
        <w:t>230.7740</w:t>
      </w:r>
      <w:r>
        <w:tab/>
        <w:t>1.013e0</w:t>
      </w:r>
    </w:p>
    <w:p w:rsidR="006974AE" w:rsidRDefault="006974AE" w:rsidP="006974AE">
      <w:r>
        <w:t>230.8035</w:t>
      </w:r>
      <w:r>
        <w:tab/>
        <w:t>1.013e0</w:t>
      </w:r>
    </w:p>
    <w:p w:rsidR="006974AE" w:rsidRDefault="006974AE" w:rsidP="006974AE">
      <w:r>
        <w:t>230.8677</w:t>
      </w:r>
      <w:r>
        <w:tab/>
        <w:t>2.025e0</w:t>
      </w:r>
    </w:p>
    <w:p w:rsidR="006974AE" w:rsidRDefault="006974AE" w:rsidP="006974AE">
      <w:r>
        <w:t>230.8716</w:t>
      </w:r>
      <w:r>
        <w:tab/>
        <w:t>1.013e0</w:t>
      </w:r>
    </w:p>
    <w:p w:rsidR="006974AE" w:rsidRDefault="006974AE" w:rsidP="006974AE">
      <w:r>
        <w:t>230.8948</w:t>
      </w:r>
      <w:r>
        <w:tab/>
        <w:t>1.013e0</w:t>
      </w:r>
    </w:p>
    <w:p w:rsidR="006974AE" w:rsidRDefault="006974AE" w:rsidP="006974AE">
      <w:r>
        <w:t>230.9473</w:t>
      </w:r>
      <w:r>
        <w:tab/>
        <w:t>1.013e0</w:t>
      </w:r>
    </w:p>
    <w:p w:rsidR="006974AE" w:rsidRDefault="006974AE" w:rsidP="006974AE">
      <w:r>
        <w:t>230.9544</w:t>
      </w:r>
      <w:r>
        <w:tab/>
        <w:t>2.025e0</w:t>
      </w:r>
    </w:p>
    <w:p w:rsidR="006974AE" w:rsidRDefault="006974AE" w:rsidP="006974AE">
      <w:r>
        <w:t>230.9687</w:t>
      </w:r>
      <w:r>
        <w:tab/>
        <w:t>1.013e0</w:t>
      </w:r>
    </w:p>
    <w:p w:rsidR="006974AE" w:rsidRDefault="006974AE" w:rsidP="006974AE">
      <w:r>
        <w:t>230.9703</w:t>
      </w:r>
      <w:r>
        <w:tab/>
        <w:t>2.025e0</w:t>
      </w:r>
    </w:p>
    <w:p w:rsidR="006974AE" w:rsidRDefault="006974AE" w:rsidP="006974AE">
      <w:r>
        <w:t>230.9806</w:t>
      </w:r>
      <w:r>
        <w:tab/>
        <w:t>1.013e0</w:t>
      </w:r>
    </w:p>
    <w:p w:rsidR="006974AE" w:rsidRDefault="006974AE" w:rsidP="006974AE">
      <w:r>
        <w:t>230.9844</w:t>
      </w:r>
      <w:r>
        <w:tab/>
        <w:t>1.013e0</w:t>
      </w:r>
    </w:p>
    <w:p w:rsidR="006974AE" w:rsidRDefault="006974AE" w:rsidP="006974AE">
      <w:r>
        <w:t>230.9886</w:t>
      </w:r>
      <w:r>
        <w:tab/>
        <w:t>1.013e0</w:t>
      </w:r>
    </w:p>
    <w:p w:rsidR="006974AE" w:rsidRDefault="006974AE" w:rsidP="006974AE">
      <w:r>
        <w:lastRenderedPageBreak/>
        <w:t>231.0040</w:t>
      </w:r>
      <w:r>
        <w:tab/>
        <w:t>2.025e0</w:t>
      </w:r>
    </w:p>
    <w:p w:rsidR="006974AE" w:rsidRDefault="006974AE" w:rsidP="006974AE">
      <w:r>
        <w:t>231.0251</w:t>
      </w:r>
      <w:r>
        <w:tab/>
        <w:t>2.025e0</w:t>
      </w:r>
    </w:p>
    <w:p w:rsidR="006974AE" w:rsidRDefault="006974AE" w:rsidP="006974AE">
      <w:r>
        <w:t>231.0295</w:t>
      </w:r>
      <w:r>
        <w:tab/>
        <w:t>1.013e0</w:t>
      </w:r>
    </w:p>
    <w:p w:rsidR="006974AE" w:rsidRDefault="006974AE" w:rsidP="006974AE">
      <w:r>
        <w:t>231.0367</w:t>
      </w:r>
      <w:r>
        <w:tab/>
        <w:t>2.025e0</w:t>
      </w:r>
    </w:p>
    <w:p w:rsidR="006974AE" w:rsidRDefault="006974AE" w:rsidP="006974AE">
      <w:r>
        <w:t>231.0452</w:t>
      </w:r>
      <w:r>
        <w:tab/>
        <w:t>2.025e0</w:t>
      </w:r>
    </w:p>
    <w:p w:rsidR="006974AE" w:rsidRDefault="006974AE" w:rsidP="006974AE">
      <w:r>
        <w:t>231.0527</w:t>
      </w:r>
      <w:r>
        <w:tab/>
        <w:t>1.013e0</w:t>
      </w:r>
    </w:p>
    <w:p w:rsidR="006974AE" w:rsidRDefault="006974AE" w:rsidP="006974AE">
      <w:r>
        <w:t>231.0566</w:t>
      </w:r>
      <w:r>
        <w:tab/>
        <w:t>1.013e0</w:t>
      </w:r>
    </w:p>
    <w:p w:rsidR="006974AE" w:rsidRDefault="006974AE" w:rsidP="006974AE">
      <w:r>
        <w:t>231.0609</w:t>
      </w:r>
      <w:r>
        <w:tab/>
        <w:t>3.038e0</w:t>
      </w:r>
    </w:p>
    <w:p w:rsidR="006974AE" w:rsidRDefault="006974AE" w:rsidP="006974AE">
      <w:r>
        <w:t>231.0645</w:t>
      </w:r>
      <w:r>
        <w:tab/>
        <w:t>5.063e0</w:t>
      </w:r>
    </w:p>
    <w:p w:rsidR="006974AE" w:rsidRDefault="006974AE" w:rsidP="006974AE">
      <w:r>
        <w:t>231.0773</w:t>
      </w:r>
      <w:r>
        <w:tab/>
        <w:t>1.013e0</w:t>
      </w:r>
    </w:p>
    <w:p w:rsidR="006974AE" w:rsidRDefault="006974AE" w:rsidP="006974AE">
      <w:r>
        <w:t>231.0843</w:t>
      </w:r>
      <w:r>
        <w:tab/>
        <w:t>2.025e0</w:t>
      </w:r>
    </w:p>
    <w:p w:rsidR="006974AE" w:rsidRDefault="006974AE" w:rsidP="006974AE">
      <w:r>
        <w:t>231.0903</w:t>
      </w:r>
      <w:r>
        <w:tab/>
        <w:t>1.013e0</w:t>
      </w:r>
    </w:p>
    <w:p w:rsidR="006974AE" w:rsidRDefault="006974AE" w:rsidP="006974AE">
      <w:r>
        <w:t>231.1054</w:t>
      </w:r>
      <w:r>
        <w:tab/>
        <w:t>2.025e0</w:t>
      </w:r>
    </w:p>
    <w:p w:rsidR="006974AE" w:rsidRDefault="006974AE" w:rsidP="006974AE">
      <w:r>
        <w:t>231.1135</w:t>
      </w:r>
      <w:r>
        <w:tab/>
        <w:t>1.013e0</w:t>
      </w:r>
    </w:p>
    <w:p w:rsidR="006974AE" w:rsidRDefault="006974AE" w:rsidP="006974AE">
      <w:r>
        <w:t>231.1292</w:t>
      </w:r>
      <w:r>
        <w:tab/>
        <w:t>1.013e0</w:t>
      </w:r>
    </w:p>
    <w:p w:rsidR="006974AE" w:rsidRDefault="006974AE" w:rsidP="006974AE">
      <w:r>
        <w:t>231.1411</w:t>
      </w:r>
      <w:r>
        <w:tab/>
        <w:t>2.025e0</w:t>
      </w:r>
    </w:p>
    <w:p w:rsidR="006974AE" w:rsidRDefault="006974AE" w:rsidP="006974AE">
      <w:r>
        <w:t>231.1453</w:t>
      </w:r>
      <w:r>
        <w:tab/>
        <w:t>2.025e0</w:t>
      </w:r>
    </w:p>
    <w:p w:rsidR="006974AE" w:rsidRDefault="006974AE" w:rsidP="006974AE">
      <w:r>
        <w:t>231.1483</w:t>
      </w:r>
      <w:r>
        <w:tab/>
        <w:t>2.025e0</w:t>
      </w:r>
    </w:p>
    <w:p w:rsidR="006974AE" w:rsidRDefault="006974AE" w:rsidP="006974AE">
      <w:r>
        <w:t>231.1701</w:t>
      </w:r>
      <w:r>
        <w:tab/>
        <w:t>1.013e0</w:t>
      </w:r>
    </w:p>
    <w:p w:rsidR="006974AE" w:rsidRDefault="006974AE" w:rsidP="006974AE">
      <w:r>
        <w:lastRenderedPageBreak/>
        <w:t>231.1740</w:t>
      </w:r>
      <w:r>
        <w:tab/>
        <w:t>6.076e0</w:t>
      </w:r>
    </w:p>
    <w:p w:rsidR="006974AE" w:rsidRDefault="006974AE" w:rsidP="006974AE">
      <w:r>
        <w:t>231.1903</w:t>
      </w:r>
      <w:r>
        <w:tab/>
        <w:t>1.013e0</w:t>
      </w:r>
    </w:p>
    <w:p w:rsidR="006974AE" w:rsidRDefault="006974AE" w:rsidP="006974AE">
      <w:r>
        <w:t>231.1987</w:t>
      </w:r>
      <w:r>
        <w:tab/>
        <w:t>1.013e0</w:t>
      </w:r>
    </w:p>
    <w:p w:rsidR="006974AE" w:rsidRDefault="006974AE" w:rsidP="006974AE">
      <w:r>
        <w:t>231.2034</w:t>
      </w:r>
      <w:r>
        <w:tab/>
        <w:t>1.013e0</w:t>
      </w:r>
    </w:p>
    <w:p w:rsidR="006974AE" w:rsidRDefault="006974AE" w:rsidP="006974AE">
      <w:r>
        <w:t>231.2189</w:t>
      </w:r>
      <w:r>
        <w:tab/>
        <w:t>2.025e0</w:t>
      </w:r>
    </w:p>
    <w:p w:rsidR="006974AE" w:rsidRDefault="006974AE" w:rsidP="006974AE">
      <w:r>
        <w:t>231.2247</w:t>
      </w:r>
      <w:r>
        <w:tab/>
        <w:t>2.025e0</w:t>
      </w:r>
    </w:p>
    <w:p w:rsidR="006974AE" w:rsidRDefault="006974AE" w:rsidP="006974AE">
      <w:r>
        <w:t>231.2303</w:t>
      </w:r>
      <w:r>
        <w:tab/>
        <w:t>4.051e0</w:t>
      </w:r>
    </w:p>
    <w:p w:rsidR="006974AE" w:rsidRDefault="006974AE" w:rsidP="006974AE">
      <w:r>
        <w:t>231.2488</w:t>
      </w:r>
      <w:r>
        <w:tab/>
        <w:t>2.237e0</w:t>
      </w:r>
    </w:p>
    <w:p w:rsidR="006974AE" w:rsidRDefault="006974AE" w:rsidP="006974AE">
      <w:r>
        <w:t>231.2508</w:t>
      </w:r>
      <w:r>
        <w:tab/>
        <w:t>2.025e0</w:t>
      </w:r>
    </w:p>
    <w:p w:rsidR="006974AE" w:rsidRDefault="006974AE" w:rsidP="006974AE">
      <w:r>
        <w:t>231.2752</w:t>
      </w:r>
      <w:r>
        <w:tab/>
        <w:t>1.013e0</w:t>
      </w:r>
    </w:p>
    <w:p w:rsidR="006974AE" w:rsidRDefault="006974AE" w:rsidP="006974AE">
      <w:r>
        <w:t>231.2791</w:t>
      </w:r>
      <w:r>
        <w:tab/>
        <w:t>1.013e0</w:t>
      </w:r>
    </w:p>
    <w:p w:rsidR="006974AE" w:rsidRDefault="006974AE" w:rsidP="006974AE">
      <w:r>
        <w:t>231.2988</w:t>
      </w:r>
      <w:r>
        <w:tab/>
        <w:t>1.013e0</w:t>
      </w:r>
    </w:p>
    <w:p w:rsidR="006974AE" w:rsidRDefault="006974AE" w:rsidP="006974AE">
      <w:r>
        <w:t>231.3164</w:t>
      </w:r>
      <w:r>
        <w:tab/>
        <w:t>1.013e0</w:t>
      </w:r>
    </w:p>
    <w:p w:rsidR="006974AE" w:rsidRDefault="006974AE" w:rsidP="006974AE">
      <w:r>
        <w:t>231.3360</w:t>
      </w:r>
      <w:r>
        <w:tab/>
        <w:t>1.013e0</w:t>
      </w:r>
    </w:p>
    <w:p w:rsidR="006974AE" w:rsidRDefault="006974AE" w:rsidP="006974AE">
      <w:r>
        <w:t>231.3442</w:t>
      </w:r>
      <w:r>
        <w:tab/>
        <w:t>3.038e0</w:t>
      </w:r>
    </w:p>
    <w:p w:rsidR="006974AE" w:rsidRDefault="006974AE" w:rsidP="006974AE">
      <w:r>
        <w:t>231.3512</w:t>
      </w:r>
      <w:r>
        <w:tab/>
        <w:t>1.013e0</w:t>
      </w:r>
    </w:p>
    <w:p w:rsidR="006974AE" w:rsidRDefault="006974AE" w:rsidP="006974AE">
      <w:r>
        <w:t>231.3686</w:t>
      </w:r>
      <w:r>
        <w:tab/>
        <w:t>1.013e0</w:t>
      </w:r>
    </w:p>
    <w:p w:rsidR="006974AE" w:rsidRDefault="006974AE" w:rsidP="006974AE">
      <w:r>
        <w:t>231.3727</w:t>
      </w:r>
      <w:r>
        <w:tab/>
        <w:t>1.013e0</w:t>
      </w:r>
    </w:p>
    <w:p w:rsidR="006974AE" w:rsidRDefault="006974AE" w:rsidP="006974AE">
      <w:r>
        <w:t>231.4081</w:t>
      </w:r>
      <w:r>
        <w:tab/>
        <w:t>1.013e0</w:t>
      </w:r>
    </w:p>
    <w:p w:rsidR="006974AE" w:rsidRDefault="006974AE" w:rsidP="006974AE">
      <w:r>
        <w:lastRenderedPageBreak/>
        <w:t>231.4859</w:t>
      </w:r>
      <w:r>
        <w:tab/>
        <w:t>1.013e0</w:t>
      </w:r>
    </w:p>
    <w:p w:rsidR="006974AE" w:rsidRDefault="006974AE" w:rsidP="006974AE">
      <w:r>
        <w:t>231.5058</w:t>
      </w:r>
      <w:r>
        <w:tab/>
        <w:t>1.013e0</w:t>
      </w:r>
    </w:p>
    <w:p w:rsidR="006974AE" w:rsidRDefault="006974AE" w:rsidP="006974AE">
      <w:r>
        <w:t>231.5210</w:t>
      </w:r>
      <w:r>
        <w:tab/>
        <w:t>1.013e0</w:t>
      </w:r>
    </w:p>
    <w:p w:rsidR="006974AE" w:rsidRDefault="006974AE" w:rsidP="006974AE">
      <w:r>
        <w:t>231.5340</w:t>
      </w:r>
      <w:r>
        <w:tab/>
        <w:t>1.013e0</w:t>
      </w:r>
    </w:p>
    <w:p w:rsidR="006974AE" w:rsidRDefault="006974AE" w:rsidP="006974AE">
      <w:r>
        <w:t>231.5384</w:t>
      </w:r>
      <w:r>
        <w:tab/>
        <w:t>1.013e0</w:t>
      </w:r>
    </w:p>
    <w:p w:rsidR="006974AE" w:rsidRDefault="006974AE" w:rsidP="006974AE">
      <w:r>
        <w:t>231.5507</w:t>
      </w:r>
      <w:r>
        <w:tab/>
        <w:t>2.025e0</w:t>
      </w:r>
    </w:p>
    <w:p w:rsidR="006974AE" w:rsidRDefault="006974AE" w:rsidP="006974AE">
      <w:r>
        <w:t>231.5583</w:t>
      </w:r>
      <w:r>
        <w:tab/>
        <w:t>1.013e0</w:t>
      </w:r>
    </w:p>
    <w:p w:rsidR="006974AE" w:rsidRDefault="006974AE" w:rsidP="006974AE">
      <w:r>
        <w:t>231.5622</w:t>
      </w:r>
      <w:r>
        <w:tab/>
        <w:t>1.013e0</w:t>
      </w:r>
    </w:p>
    <w:p w:rsidR="006974AE" w:rsidRDefault="006974AE" w:rsidP="006974AE">
      <w:r>
        <w:t>231.5701</w:t>
      </w:r>
      <w:r>
        <w:tab/>
        <w:t>3.038e0</w:t>
      </w:r>
    </w:p>
    <w:p w:rsidR="006974AE" w:rsidRDefault="006974AE" w:rsidP="006974AE">
      <w:r>
        <w:t>231.5860</w:t>
      </w:r>
      <w:r>
        <w:tab/>
        <w:t>1.013e0</w:t>
      </w:r>
    </w:p>
    <w:p w:rsidR="006974AE" w:rsidRDefault="006974AE" w:rsidP="006974AE">
      <w:r>
        <w:t>231.6230</w:t>
      </w:r>
      <w:r>
        <w:tab/>
        <w:t>2.025e0</w:t>
      </w:r>
    </w:p>
    <w:p w:rsidR="006974AE" w:rsidRDefault="006974AE" w:rsidP="006974AE">
      <w:r>
        <w:t>231.6385</w:t>
      </w:r>
      <w:r>
        <w:tab/>
        <w:t>1.013e0</w:t>
      </w:r>
    </w:p>
    <w:p w:rsidR="006974AE" w:rsidRDefault="006974AE" w:rsidP="006974AE">
      <w:r>
        <w:t>231.6426</w:t>
      </w:r>
      <w:r>
        <w:tab/>
        <w:t>1.013e0</w:t>
      </w:r>
    </w:p>
    <w:p w:rsidR="006974AE" w:rsidRDefault="006974AE" w:rsidP="006974AE">
      <w:r>
        <w:t>231.6513</w:t>
      </w:r>
      <w:r>
        <w:tab/>
        <w:t>1.013e0</w:t>
      </w:r>
    </w:p>
    <w:p w:rsidR="006974AE" w:rsidRDefault="006974AE" w:rsidP="006974AE">
      <w:r>
        <w:t>231.6679</w:t>
      </w:r>
      <w:r>
        <w:tab/>
        <w:t>1.013e0</w:t>
      </w:r>
    </w:p>
    <w:p w:rsidR="006974AE" w:rsidRDefault="006974AE" w:rsidP="006974AE">
      <w:r>
        <w:t>231.6718</w:t>
      </w:r>
      <w:r>
        <w:tab/>
        <w:t>2.025e0</w:t>
      </w:r>
    </w:p>
    <w:p w:rsidR="006974AE" w:rsidRDefault="006974AE" w:rsidP="006974AE">
      <w:r>
        <w:t>231.6909</w:t>
      </w:r>
      <w:r>
        <w:tab/>
        <w:t>1.013e0</w:t>
      </w:r>
    </w:p>
    <w:p w:rsidR="006974AE" w:rsidRDefault="006974AE" w:rsidP="006974AE">
      <w:r>
        <w:t>231.7602</w:t>
      </w:r>
      <w:r>
        <w:tab/>
        <w:t>1.013e0</w:t>
      </w:r>
    </w:p>
    <w:p w:rsidR="006974AE" w:rsidRDefault="006974AE" w:rsidP="006974AE">
      <w:r>
        <w:t>231.8551</w:t>
      </w:r>
      <w:r>
        <w:tab/>
        <w:t>2.025e0</w:t>
      </w:r>
    </w:p>
    <w:p w:rsidR="006974AE" w:rsidRDefault="006974AE" w:rsidP="006974AE">
      <w:r>
        <w:lastRenderedPageBreak/>
        <w:t>231.8692</w:t>
      </w:r>
      <w:r>
        <w:tab/>
        <w:t>1.013e0</w:t>
      </w:r>
    </w:p>
    <w:p w:rsidR="006974AE" w:rsidRDefault="006974AE" w:rsidP="006974AE">
      <w:r>
        <w:t>231.8735</w:t>
      </w:r>
      <w:r>
        <w:tab/>
        <w:t>1.013e0</w:t>
      </w:r>
    </w:p>
    <w:p w:rsidR="006974AE" w:rsidRDefault="006974AE" w:rsidP="006974AE">
      <w:r>
        <w:t>231.8822</w:t>
      </w:r>
      <w:r>
        <w:tab/>
        <w:t>1.013e0</w:t>
      </w:r>
    </w:p>
    <w:p w:rsidR="006974AE" w:rsidRDefault="006974AE" w:rsidP="006974AE">
      <w:r>
        <w:t>231.9020</w:t>
      </w:r>
      <w:r>
        <w:tab/>
        <w:t>1.013e0</w:t>
      </w:r>
    </w:p>
    <w:p w:rsidR="006974AE" w:rsidRDefault="006974AE" w:rsidP="006974AE">
      <w:r>
        <w:t>231.9140</w:t>
      </w:r>
      <w:r>
        <w:tab/>
        <w:t>1.013e0</w:t>
      </w:r>
    </w:p>
    <w:p w:rsidR="006974AE" w:rsidRDefault="006974AE" w:rsidP="006974AE">
      <w:r>
        <w:t>231.9260</w:t>
      </w:r>
      <w:r>
        <w:tab/>
        <w:t>2.025e0</w:t>
      </w:r>
    </w:p>
    <w:p w:rsidR="006974AE" w:rsidRDefault="006974AE" w:rsidP="006974AE">
      <w:r>
        <w:t>231.9305</w:t>
      </w:r>
      <w:r>
        <w:tab/>
        <w:t>1.013e0</w:t>
      </w:r>
    </w:p>
    <w:p w:rsidR="006974AE" w:rsidRDefault="006974AE" w:rsidP="006974AE">
      <w:r>
        <w:t>231.9473</w:t>
      </w:r>
      <w:r>
        <w:tab/>
        <w:t>1.013e0</w:t>
      </w:r>
    </w:p>
    <w:p w:rsidR="006974AE" w:rsidRDefault="006974AE" w:rsidP="006974AE">
      <w:r>
        <w:t>231.9590</w:t>
      </w:r>
      <w:r>
        <w:tab/>
        <w:t>1.013e0</w:t>
      </w:r>
    </w:p>
    <w:p w:rsidR="006974AE" w:rsidRDefault="006974AE" w:rsidP="006974AE">
      <w:r>
        <w:t>231.9629</w:t>
      </w:r>
      <w:r>
        <w:tab/>
        <w:t>2.025e0</w:t>
      </w:r>
    </w:p>
    <w:p w:rsidR="006974AE" w:rsidRDefault="006974AE" w:rsidP="006974AE">
      <w:r>
        <w:t>231.9816</w:t>
      </w:r>
      <w:r>
        <w:tab/>
        <w:t>2.025e0</w:t>
      </w:r>
    </w:p>
    <w:p w:rsidR="006974AE" w:rsidRDefault="006974AE" w:rsidP="006974AE">
      <w:r>
        <w:t>231.9889</w:t>
      </w:r>
      <w:r>
        <w:tab/>
        <w:t>2.025e0</w:t>
      </w:r>
    </w:p>
    <w:p w:rsidR="006974AE" w:rsidRDefault="006974AE" w:rsidP="006974AE">
      <w:r>
        <w:t>232.0025</w:t>
      </w:r>
      <w:r>
        <w:tab/>
        <w:t>4.051e0</w:t>
      </w:r>
    </w:p>
    <w:p w:rsidR="006974AE" w:rsidRDefault="006974AE" w:rsidP="006974AE">
      <w:r>
        <w:t>232.0074</w:t>
      </w:r>
      <w:r>
        <w:tab/>
        <w:t>7.089e0</w:t>
      </w:r>
    </w:p>
    <w:p w:rsidR="006974AE" w:rsidRDefault="006974AE" w:rsidP="006974AE">
      <w:r>
        <w:t>232.0092</w:t>
      </w:r>
      <w:r>
        <w:tab/>
        <w:t>5.706e0</w:t>
      </w:r>
    </w:p>
    <w:p w:rsidR="006974AE" w:rsidRDefault="006974AE" w:rsidP="006974AE">
      <w:r>
        <w:t>232.0114</w:t>
      </w:r>
      <w:r>
        <w:tab/>
        <w:t>2.329e1</w:t>
      </w:r>
    </w:p>
    <w:p w:rsidR="006974AE" w:rsidRDefault="006974AE" w:rsidP="006974AE">
      <w:r>
        <w:t>232.0174</w:t>
      </w:r>
      <w:r>
        <w:tab/>
        <w:t>4.051e0</w:t>
      </w:r>
    </w:p>
    <w:p w:rsidR="006974AE" w:rsidRDefault="006974AE" w:rsidP="006974AE">
      <w:r>
        <w:t>232.0311</w:t>
      </w:r>
      <w:r>
        <w:tab/>
        <w:t>1.013e0</w:t>
      </w:r>
    </w:p>
    <w:p w:rsidR="006974AE" w:rsidRDefault="006974AE" w:rsidP="006974AE">
      <w:r>
        <w:t>232.0526</w:t>
      </w:r>
      <w:r>
        <w:tab/>
        <w:t>1.013e0</w:t>
      </w:r>
    </w:p>
    <w:p w:rsidR="006974AE" w:rsidRDefault="006974AE" w:rsidP="006974AE">
      <w:r>
        <w:lastRenderedPageBreak/>
        <w:t>232.0643</w:t>
      </w:r>
      <w:r>
        <w:tab/>
        <w:t>3.038e0</w:t>
      </w:r>
    </w:p>
    <w:p w:rsidR="006974AE" w:rsidRDefault="006974AE" w:rsidP="006974AE">
      <w:r>
        <w:t>232.0723</w:t>
      </w:r>
      <w:r>
        <w:tab/>
        <w:t>1.013e0</w:t>
      </w:r>
    </w:p>
    <w:p w:rsidR="006974AE" w:rsidRDefault="006974AE" w:rsidP="006974AE">
      <w:r>
        <w:t>232.0801</w:t>
      </w:r>
      <w:r>
        <w:tab/>
        <w:t>1.013e0</w:t>
      </w:r>
    </w:p>
    <w:p w:rsidR="006974AE" w:rsidRDefault="006974AE" w:rsidP="006974AE">
      <w:r>
        <w:t>232.1033</w:t>
      </w:r>
      <w:r>
        <w:tab/>
        <w:t>3.038e0</w:t>
      </w:r>
    </w:p>
    <w:p w:rsidR="006974AE" w:rsidRDefault="006974AE" w:rsidP="006974AE">
      <w:r>
        <w:t>232.1090</w:t>
      </w:r>
      <w:r>
        <w:tab/>
        <w:t>1.013e0</w:t>
      </w:r>
    </w:p>
    <w:p w:rsidR="006974AE" w:rsidRDefault="006974AE" w:rsidP="006974AE">
      <w:r>
        <w:t>232.1290</w:t>
      </w:r>
      <w:r>
        <w:tab/>
        <w:t>1.013e0</w:t>
      </w:r>
    </w:p>
    <w:p w:rsidR="006974AE" w:rsidRDefault="006974AE" w:rsidP="006974AE">
      <w:r>
        <w:t>232.1365</w:t>
      </w:r>
      <w:r>
        <w:tab/>
        <w:t>1.013e0</w:t>
      </w:r>
    </w:p>
    <w:p w:rsidR="006974AE" w:rsidRDefault="006974AE" w:rsidP="006974AE">
      <w:r>
        <w:t>232.1562</w:t>
      </w:r>
      <w:r>
        <w:tab/>
        <w:t>3.038e0</w:t>
      </w:r>
    </w:p>
    <w:p w:rsidR="006974AE" w:rsidRDefault="006974AE" w:rsidP="006974AE">
      <w:r>
        <w:t>232.1699</w:t>
      </w:r>
      <w:r>
        <w:tab/>
        <w:t>1.013e0</w:t>
      </w:r>
    </w:p>
    <w:p w:rsidR="006974AE" w:rsidRDefault="006974AE" w:rsidP="006974AE">
      <w:r>
        <w:t>232.1814</w:t>
      </w:r>
      <w:r>
        <w:tab/>
        <w:t>1.013e0</w:t>
      </w:r>
    </w:p>
    <w:p w:rsidR="006974AE" w:rsidRDefault="006974AE" w:rsidP="006974AE">
      <w:r>
        <w:t>232.1857</w:t>
      </w:r>
      <w:r>
        <w:tab/>
        <w:t>2.025e0</w:t>
      </w:r>
    </w:p>
    <w:p w:rsidR="006974AE" w:rsidRDefault="006974AE" w:rsidP="006974AE">
      <w:r>
        <w:t>232.1896</w:t>
      </w:r>
      <w:r>
        <w:tab/>
        <w:t>2.025e0</w:t>
      </w:r>
    </w:p>
    <w:p w:rsidR="006974AE" w:rsidRDefault="006974AE" w:rsidP="006974AE">
      <w:r>
        <w:t>232.2075</w:t>
      </w:r>
      <w:r>
        <w:tab/>
        <w:t>2.025e0</w:t>
      </w:r>
    </w:p>
    <w:p w:rsidR="006974AE" w:rsidRDefault="006974AE" w:rsidP="006974AE">
      <w:r>
        <w:t>232.2094</w:t>
      </w:r>
      <w:r>
        <w:tab/>
        <w:t>1.013e0</w:t>
      </w:r>
    </w:p>
    <w:p w:rsidR="006974AE" w:rsidRDefault="006974AE" w:rsidP="006974AE">
      <w:r>
        <w:t>232.2705</w:t>
      </w:r>
      <w:r>
        <w:tab/>
        <w:t>1.013e0</w:t>
      </w:r>
    </w:p>
    <w:p w:rsidR="006974AE" w:rsidRDefault="006974AE" w:rsidP="006974AE">
      <w:r>
        <w:t>232.2728</w:t>
      </w:r>
      <w:r>
        <w:tab/>
        <w:t>2.025e0</w:t>
      </w:r>
    </w:p>
    <w:p w:rsidR="006974AE" w:rsidRDefault="006974AE" w:rsidP="006974AE">
      <w:r>
        <w:t>232.2795</w:t>
      </w:r>
      <w:r>
        <w:tab/>
        <w:t>1.013e0</w:t>
      </w:r>
    </w:p>
    <w:p w:rsidR="006974AE" w:rsidRDefault="006974AE" w:rsidP="006974AE">
      <w:r>
        <w:t>232.2832</w:t>
      </w:r>
      <w:r>
        <w:tab/>
        <w:t>1.013e0</w:t>
      </w:r>
    </w:p>
    <w:p w:rsidR="006974AE" w:rsidRDefault="006974AE" w:rsidP="006974AE">
      <w:r>
        <w:t>232.3067</w:t>
      </w:r>
      <w:r>
        <w:tab/>
        <w:t>2.025e0</w:t>
      </w:r>
    </w:p>
    <w:p w:rsidR="006974AE" w:rsidRDefault="006974AE" w:rsidP="006974AE">
      <w:r>
        <w:lastRenderedPageBreak/>
        <w:t>232.3174</w:t>
      </w:r>
      <w:r>
        <w:tab/>
        <w:t>2.025e0</w:t>
      </w:r>
    </w:p>
    <w:p w:rsidR="006974AE" w:rsidRDefault="006974AE" w:rsidP="006974AE">
      <w:r>
        <w:t>232.3206</w:t>
      </w:r>
      <w:r>
        <w:tab/>
        <w:t>3.038e0</w:t>
      </w:r>
    </w:p>
    <w:p w:rsidR="006974AE" w:rsidRDefault="006974AE" w:rsidP="006974AE">
      <w:r>
        <w:t>232.3232</w:t>
      </w:r>
      <w:r>
        <w:tab/>
        <w:t>1.013e0</w:t>
      </w:r>
    </w:p>
    <w:p w:rsidR="006974AE" w:rsidRDefault="006974AE" w:rsidP="006974AE">
      <w:r>
        <w:t>232.3419</w:t>
      </w:r>
      <w:r>
        <w:tab/>
        <w:t>2.025e0</w:t>
      </w:r>
    </w:p>
    <w:p w:rsidR="006974AE" w:rsidRDefault="006974AE" w:rsidP="006974AE">
      <w:r>
        <w:t>232.3515</w:t>
      </w:r>
      <w:r>
        <w:tab/>
        <w:t>1.013e0</w:t>
      </w:r>
    </w:p>
    <w:p w:rsidR="006974AE" w:rsidRDefault="006974AE" w:rsidP="006974AE">
      <w:r>
        <w:t>232.3632</w:t>
      </w:r>
      <w:r>
        <w:tab/>
        <w:t>1.013e0</w:t>
      </w:r>
    </w:p>
    <w:p w:rsidR="006974AE" w:rsidRDefault="006974AE" w:rsidP="006974AE">
      <w:r>
        <w:t>232.3744</w:t>
      </w:r>
      <w:r>
        <w:tab/>
        <w:t>2.025e0</w:t>
      </w:r>
    </w:p>
    <w:p w:rsidR="006974AE" w:rsidRDefault="006974AE" w:rsidP="006974AE">
      <w:r>
        <w:t>232.3796</w:t>
      </w:r>
      <w:r>
        <w:tab/>
        <w:t>2.025e0</w:t>
      </w:r>
    </w:p>
    <w:p w:rsidR="006974AE" w:rsidRDefault="006974AE" w:rsidP="006974AE">
      <w:r>
        <w:t>232.3843</w:t>
      </w:r>
      <w:r>
        <w:tab/>
        <w:t>1.013e0</w:t>
      </w:r>
    </w:p>
    <w:p w:rsidR="006974AE" w:rsidRDefault="006974AE" w:rsidP="006974AE">
      <w:r>
        <w:t>232.4046</w:t>
      </w:r>
      <w:r>
        <w:tab/>
        <w:t>1.013e0</w:t>
      </w:r>
    </w:p>
    <w:p w:rsidR="006974AE" w:rsidRDefault="006974AE" w:rsidP="006974AE">
      <w:r>
        <w:t>232.4160</w:t>
      </w:r>
      <w:r>
        <w:tab/>
        <w:t>2.025e0</w:t>
      </w:r>
    </w:p>
    <w:p w:rsidR="006974AE" w:rsidRDefault="006974AE" w:rsidP="006974AE">
      <w:r>
        <w:t>232.4730</w:t>
      </w:r>
      <w:r>
        <w:tab/>
        <w:t>1.013e0</w:t>
      </w:r>
    </w:p>
    <w:p w:rsidR="006974AE" w:rsidRDefault="006974AE" w:rsidP="006974AE">
      <w:r>
        <w:t>232.4914</w:t>
      </w:r>
      <w:r>
        <w:tab/>
        <w:t>2.025e0</w:t>
      </w:r>
    </w:p>
    <w:p w:rsidR="006974AE" w:rsidRDefault="006974AE" w:rsidP="006974AE">
      <w:r>
        <w:t>232.4935</w:t>
      </w:r>
      <w:r>
        <w:tab/>
        <w:t>1.013e0</w:t>
      </w:r>
    </w:p>
    <w:p w:rsidR="006974AE" w:rsidRDefault="006974AE" w:rsidP="006974AE">
      <w:r>
        <w:t>232.5061</w:t>
      </w:r>
      <w:r>
        <w:tab/>
        <w:t>1.013e0</w:t>
      </w:r>
    </w:p>
    <w:p w:rsidR="006974AE" w:rsidRDefault="006974AE" w:rsidP="006974AE">
      <w:r>
        <w:t>232.5297</w:t>
      </w:r>
      <w:r>
        <w:tab/>
        <w:t>1.013e0</w:t>
      </w:r>
    </w:p>
    <w:p w:rsidR="006974AE" w:rsidRDefault="006974AE" w:rsidP="006974AE">
      <w:r>
        <w:t>232.5416</w:t>
      </w:r>
      <w:r>
        <w:tab/>
        <w:t>1.013e0</w:t>
      </w:r>
    </w:p>
    <w:p w:rsidR="006974AE" w:rsidRDefault="006974AE" w:rsidP="006974AE">
      <w:r>
        <w:t>232.5708</w:t>
      </w:r>
      <w:r>
        <w:tab/>
        <w:t>1.013e0</w:t>
      </w:r>
    </w:p>
    <w:p w:rsidR="006974AE" w:rsidRDefault="006974AE" w:rsidP="006974AE">
      <w:r>
        <w:t>232.5774</w:t>
      </w:r>
      <w:r>
        <w:tab/>
        <w:t>3.038e0</w:t>
      </w:r>
    </w:p>
    <w:p w:rsidR="006974AE" w:rsidRDefault="006974AE" w:rsidP="006974AE">
      <w:r>
        <w:lastRenderedPageBreak/>
        <w:t>232.5861</w:t>
      </w:r>
      <w:r>
        <w:tab/>
        <w:t>1.013e0</w:t>
      </w:r>
    </w:p>
    <w:p w:rsidR="006974AE" w:rsidRDefault="006974AE" w:rsidP="006974AE">
      <w:r>
        <w:t>232.6159</w:t>
      </w:r>
      <w:r>
        <w:tab/>
        <w:t>1.013e0</w:t>
      </w:r>
    </w:p>
    <w:p w:rsidR="006974AE" w:rsidRDefault="006974AE" w:rsidP="006974AE">
      <w:r>
        <w:t>232.6243</w:t>
      </w:r>
      <w:r>
        <w:tab/>
        <w:t>3.038e0</w:t>
      </w:r>
    </w:p>
    <w:p w:rsidR="006974AE" w:rsidRDefault="006974AE" w:rsidP="006974AE">
      <w:r>
        <w:t>232.6273</w:t>
      </w:r>
      <w:r>
        <w:tab/>
        <w:t>2.025e0</w:t>
      </w:r>
    </w:p>
    <w:p w:rsidR="006974AE" w:rsidRDefault="006974AE" w:rsidP="006974AE">
      <w:r>
        <w:t>232.6552</w:t>
      </w:r>
      <w:r>
        <w:tab/>
        <w:t>1.013e0</w:t>
      </w:r>
    </w:p>
    <w:p w:rsidR="006974AE" w:rsidRDefault="006974AE" w:rsidP="006974AE">
      <w:r>
        <w:t>232.6680</w:t>
      </w:r>
      <w:r>
        <w:tab/>
        <w:t>1.013e0</w:t>
      </w:r>
    </w:p>
    <w:p w:rsidR="006974AE" w:rsidRDefault="006974AE" w:rsidP="006974AE">
      <w:r>
        <w:t>232.6800</w:t>
      </w:r>
      <w:r>
        <w:tab/>
        <w:t>2.025e0</w:t>
      </w:r>
    </w:p>
    <w:p w:rsidR="006974AE" w:rsidRDefault="006974AE" w:rsidP="006974AE">
      <w:r>
        <w:t>232.7033</w:t>
      </w:r>
      <w:r>
        <w:tab/>
        <w:t>1.013e0</w:t>
      </w:r>
    </w:p>
    <w:p w:rsidR="006974AE" w:rsidRDefault="006974AE" w:rsidP="006974AE">
      <w:r>
        <w:t>232.7448</w:t>
      </w:r>
      <w:r>
        <w:tab/>
        <w:t>1.013e0</w:t>
      </w:r>
    </w:p>
    <w:p w:rsidR="006974AE" w:rsidRDefault="006974AE" w:rsidP="006974AE">
      <w:r>
        <w:t>232.7485</w:t>
      </w:r>
      <w:r>
        <w:tab/>
        <w:t>1.013e0</w:t>
      </w:r>
    </w:p>
    <w:p w:rsidR="006974AE" w:rsidRDefault="006974AE" w:rsidP="006974AE">
      <w:r>
        <w:t>232.7817</w:t>
      </w:r>
      <w:r>
        <w:tab/>
        <w:t>2.025e0</w:t>
      </w:r>
    </w:p>
    <w:p w:rsidR="006974AE" w:rsidRDefault="006974AE" w:rsidP="006974AE">
      <w:r>
        <w:t>232.8055</w:t>
      </w:r>
      <w:r>
        <w:tab/>
        <w:t>1.013e0</w:t>
      </w:r>
    </w:p>
    <w:p w:rsidR="006974AE" w:rsidRDefault="006974AE" w:rsidP="006974AE">
      <w:r>
        <w:t>232.8094</w:t>
      </w:r>
      <w:r>
        <w:tab/>
        <w:t>1.013e0</w:t>
      </w:r>
    </w:p>
    <w:p w:rsidR="006974AE" w:rsidRDefault="006974AE" w:rsidP="006974AE">
      <w:r>
        <w:t>232.8167</w:t>
      </w:r>
      <w:r>
        <w:tab/>
        <w:t>1.013e0</w:t>
      </w:r>
    </w:p>
    <w:p w:rsidR="006974AE" w:rsidRDefault="006974AE" w:rsidP="006974AE">
      <w:r>
        <w:t>232.8298</w:t>
      </w:r>
      <w:r>
        <w:tab/>
        <w:t>1.013e0</w:t>
      </w:r>
    </w:p>
    <w:p w:rsidR="006974AE" w:rsidRDefault="006974AE" w:rsidP="006974AE">
      <w:r>
        <w:t>232.8361</w:t>
      </w:r>
      <w:r>
        <w:tab/>
        <w:t>2.025e0</w:t>
      </w:r>
    </w:p>
    <w:p w:rsidR="006974AE" w:rsidRDefault="006974AE" w:rsidP="006974AE">
      <w:r>
        <w:t>232.8505</w:t>
      </w:r>
      <w:r>
        <w:tab/>
        <w:t>1.013e0</w:t>
      </w:r>
    </w:p>
    <w:p w:rsidR="006974AE" w:rsidRDefault="006974AE" w:rsidP="006974AE">
      <w:r>
        <w:t>232.8622</w:t>
      </w:r>
      <w:r>
        <w:tab/>
        <w:t>1.013e0</w:t>
      </w:r>
    </w:p>
    <w:p w:rsidR="006974AE" w:rsidRDefault="006974AE" w:rsidP="006974AE">
      <w:r>
        <w:t>232.8658</w:t>
      </w:r>
      <w:r>
        <w:tab/>
        <w:t>1.013e0</w:t>
      </w:r>
    </w:p>
    <w:p w:rsidR="006974AE" w:rsidRDefault="006974AE" w:rsidP="006974AE">
      <w:r>
        <w:lastRenderedPageBreak/>
        <w:t>232.8783</w:t>
      </w:r>
      <w:r>
        <w:tab/>
        <w:t>1.013e0</w:t>
      </w:r>
    </w:p>
    <w:p w:rsidR="006974AE" w:rsidRDefault="006974AE" w:rsidP="006974AE">
      <w:r>
        <w:t>232.8826</w:t>
      </w:r>
      <w:r>
        <w:tab/>
        <w:t>1.013e0</w:t>
      </w:r>
    </w:p>
    <w:p w:rsidR="006974AE" w:rsidRDefault="006974AE" w:rsidP="006974AE">
      <w:r>
        <w:t>232.8992</w:t>
      </w:r>
      <w:r>
        <w:tab/>
        <w:t>1.013e0</w:t>
      </w:r>
    </w:p>
    <w:p w:rsidR="006974AE" w:rsidRDefault="006974AE" w:rsidP="006974AE">
      <w:r>
        <w:t>232.9069</w:t>
      </w:r>
      <w:r>
        <w:tab/>
        <w:t>1.013e0</w:t>
      </w:r>
    </w:p>
    <w:p w:rsidR="006974AE" w:rsidRDefault="006974AE" w:rsidP="006974AE">
      <w:r>
        <w:t>232.9187</w:t>
      </w:r>
      <w:r>
        <w:tab/>
        <w:t>1.013e0</w:t>
      </w:r>
    </w:p>
    <w:p w:rsidR="006974AE" w:rsidRDefault="006974AE" w:rsidP="006974AE">
      <w:r>
        <w:t>232.9228</w:t>
      </w:r>
      <w:r>
        <w:tab/>
        <w:t>1.013e0</w:t>
      </w:r>
    </w:p>
    <w:p w:rsidR="006974AE" w:rsidRDefault="006974AE" w:rsidP="006974AE">
      <w:r>
        <w:t>232.9305</w:t>
      </w:r>
      <w:r>
        <w:tab/>
        <w:t>1.013e0</w:t>
      </w:r>
    </w:p>
    <w:p w:rsidR="006974AE" w:rsidRDefault="006974AE" w:rsidP="006974AE">
      <w:r>
        <w:t>232.9559</w:t>
      </w:r>
      <w:r>
        <w:tab/>
        <w:t>1.013e0</w:t>
      </w:r>
    </w:p>
    <w:p w:rsidR="006974AE" w:rsidRDefault="006974AE" w:rsidP="006974AE">
      <w:r>
        <w:t>232.9597</w:t>
      </w:r>
      <w:r>
        <w:tab/>
        <w:t>1.013e0</w:t>
      </w:r>
    </w:p>
    <w:p w:rsidR="006974AE" w:rsidRDefault="006974AE" w:rsidP="006974AE">
      <w:r>
        <w:t>232.9638</w:t>
      </w:r>
      <w:r>
        <w:tab/>
        <w:t>2.025e0</w:t>
      </w:r>
    </w:p>
    <w:p w:rsidR="006974AE" w:rsidRDefault="006974AE" w:rsidP="006974AE">
      <w:r>
        <w:t>232.9795</w:t>
      </w:r>
      <w:r>
        <w:tab/>
        <w:t>1.013e0</w:t>
      </w:r>
    </w:p>
    <w:p w:rsidR="006974AE" w:rsidRDefault="006974AE" w:rsidP="006974AE">
      <w:r>
        <w:t>232.9920</w:t>
      </w:r>
      <w:r>
        <w:tab/>
        <w:t>2.025e0</w:t>
      </w:r>
    </w:p>
    <w:p w:rsidR="006974AE" w:rsidRDefault="006974AE" w:rsidP="006974AE">
      <w:r>
        <w:t>232.9977</w:t>
      </w:r>
      <w:r>
        <w:tab/>
        <w:t>2.025e0</w:t>
      </w:r>
    </w:p>
    <w:p w:rsidR="006974AE" w:rsidRDefault="006974AE" w:rsidP="006974AE">
      <w:r>
        <w:t>233.0115</w:t>
      </w:r>
      <w:r>
        <w:tab/>
        <w:t>3.038e0</w:t>
      </w:r>
    </w:p>
    <w:p w:rsidR="006974AE" w:rsidRDefault="006974AE" w:rsidP="006974AE">
      <w:r>
        <w:t>233.0129</w:t>
      </w:r>
      <w:r>
        <w:tab/>
        <w:t>1.013e0</w:t>
      </w:r>
    </w:p>
    <w:p w:rsidR="006974AE" w:rsidRDefault="006974AE" w:rsidP="006974AE">
      <w:r>
        <w:t>233.0148</w:t>
      </w:r>
      <w:r>
        <w:tab/>
        <w:t>3.038e0</w:t>
      </w:r>
    </w:p>
    <w:p w:rsidR="006974AE" w:rsidRDefault="006974AE" w:rsidP="006974AE">
      <w:r>
        <w:t>233.0168</w:t>
      </w:r>
      <w:r>
        <w:tab/>
        <w:t>1.013e0</w:t>
      </w:r>
    </w:p>
    <w:p w:rsidR="006974AE" w:rsidRDefault="006974AE" w:rsidP="006974AE">
      <w:r>
        <w:t>233.0204</w:t>
      </w:r>
      <w:r>
        <w:tab/>
        <w:t>2.025e0</w:t>
      </w:r>
    </w:p>
    <w:p w:rsidR="006974AE" w:rsidRDefault="006974AE" w:rsidP="006974AE">
      <w:r>
        <w:t>233.0360</w:t>
      </w:r>
      <w:r>
        <w:tab/>
        <w:t>2.025e0</w:t>
      </w:r>
    </w:p>
    <w:p w:rsidR="006974AE" w:rsidRDefault="006974AE" w:rsidP="006974AE">
      <w:r>
        <w:lastRenderedPageBreak/>
        <w:t>233.0489</w:t>
      </w:r>
      <w:r>
        <w:tab/>
        <w:t>2.025e0</w:t>
      </w:r>
    </w:p>
    <w:p w:rsidR="006974AE" w:rsidRDefault="006974AE" w:rsidP="006974AE">
      <w:r>
        <w:t>233.0530</w:t>
      </w:r>
      <w:r>
        <w:tab/>
        <w:t>1.013e0</w:t>
      </w:r>
    </w:p>
    <w:p w:rsidR="006974AE" w:rsidRDefault="006974AE" w:rsidP="006974AE">
      <w:r>
        <w:t>233.0577</w:t>
      </w:r>
      <w:r>
        <w:tab/>
        <w:t>1.013e0</w:t>
      </w:r>
    </w:p>
    <w:p w:rsidR="006974AE" w:rsidRDefault="006974AE" w:rsidP="006974AE">
      <w:r>
        <w:t>233.0791</w:t>
      </w:r>
      <w:r>
        <w:tab/>
        <w:t>4.051e0</w:t>
      </w:r>
    </w:p>
    <w:p w:rsidR="006974AE" w:rsidRDefault="006974AE" w:rsidP="006974AE">
      <w:r>
        <w:t>233.0855</w:t>
      </w:r>
      <w:r>
        <w:tab/>
        <w:t>7.089e0</w:t>
      </w:r>
    </w:p>
    <w:p w:rsidR="006974AE" w:rsidRDefault="006974AE" w:rsidP="006974AE">
      <w:r>
        <w:t>233.0926</w:t>
      </w:r>
      <w:r>
        <w:tab/>
        <w:t>1.013e0</w:t>
      </w:r>
    </w:p>
    <w:p w:rsidR="006974AE" w:rsidRDefault="006974AE" w:rsidP="006974AE">
      <w:r>
        <w:t>233.1059</w:t>
      </w:r>
      <w:r>
        <w:tab/>
        <w:t>2.025e0</w:t>
      </w:r>
    </w:p>
    <w:p w:rsidR="006974AE" w:rsidRDefault="006974AE" w:rsidP="006974AE">
      <w:r>
        <w:t>233.1121</w:t>
      </w:r>
      <w:r>
        <w:tab/>
        <w:t>2.025e0</w:t>
      </w:r>
    </w:p>
    <w:p w:rsidR="006974AE" w:rsidRDefault="006974AE" w:rsidP="006974AE">
      <w:r>
        <w:t>233.1184</w:t>
      </w:r>
      <w:r>
        <w:tab/>
        <w:t>1.013e0</w:t>
      </w:r>
    </w:p>
    <w:p w:rsidR="006974AE" w:rsidRDefault="006974AE" w:rsidP="006974AE">
      <w:r>
        <w:t>233.1200</w:t>
      </w:r>
      <w:r>
        <w:tab/>
        <w:t>2.025e0</w:t>
      </w:r>
    </w:p>
    <w:p w:rsidR="006974AE" w:rsidRDefault="006974AE" w:rsidP="006974AE">
      <w:r>
        <w:t>233.1303</w:t>
      </w:r>
      <w:r>
        <w:tab/>
        <w:t>2.025e0</w:t>
      </w:r>
    </w:p>
    <w:p w:rsidR="006974AE" w:rsidRDefault="006974AE" w:rsidP="006974AE">
      <w:r>
        <w:t>233.1625</w:t>
      </w:r>
      <w:r>
        <w:tab/>
        <w:t>1.013e0</w:t>
      </w:r>
    </w:p>
    <w:p w:rsidR="006974AE" w:rsidRDefault="006974AE" w:rsidP="006974AE">
      <w:r>
        <w:t>233.1754</w:t>
      </w:r>
      <w:r>
        <w:tab/>
        <w:t>1.013e0</w:t>
      </w:r>
    </w:p>
    <w:p w:rsidR="006974AE" w:rsidRDefault="006974AE" w:rsidP="006974AE">
      <w:r>
        <w:t>233.2066</w:t>
      </w:r>
      <w:r>
        <w:tab/>
        <w:t>1.013e0</w:t>
      </w:r>
    </w:p>
    <w:p w:rsidR="006974AE" w:rsidRDefault="006974AE" w:rsidP="006974AE">
      <w:r>
        <w:t>233.2153</w:t>
      </w:r>
      <w:r>
        <w:tab/>
        <w:t>1.013e0</w:t>
      </w:r>
    </w:p>
    <w:p w:rsidR="006974AE" w:rsidRDefault="006974AE" w:rsidP="006974AE">
      <w:r>
        <w:t>233.2476</w:t>
      </w:r>
      <w:r>
        <w:tab/>
        <w:t>2.025e0</w:t>
      </w:r>
    </w:p>
    <w:p w:rsidR="006974AE" w:rsidRDefault="006974AE" w:rsidP="006974AE">
      <w:r>
        <w:t>233.2590</w:t>
      </w:r>
      <w:r>
        <w:tab/>
        <w:t>1.013e0</w:t>
      </w:r>
    </w:p>
    <w:p w:rsidR="006974AE" w:rsidRDefault="006974AE" w:rsidP="006974AE">
      <w:r>
        <w:t>233.2764</w:t>
      </w:r>
      <w:r>
        <w:tab/>
        <w:t>1.013e0</w:t>
      </w:r>
    </w:p>
    <w:p w:rsidR="006974AE" w:rsidRDefault="006974AE" w:rsidP="006974AE">
      <w:r>
        <w:t>233.2808</w:t>
      </w:r>
      <w:r>
        <w:tab/>
        <w:t>1.013e0</w:t>
      </w:r>
    </w:p>
    <w:p w:rsidR="006974AE" w:rsidRDefault="006974AE" w:rsidP="006974AE">
      <w:r>
        <w:lastRenderedPageBreak/>
        <w:t>233.2886</w:t>
      </w:r>
      <w:r>
        <w:tab/>
        <w:t>1.013e0</w:t>
      </w:r>
    </w:p>
    <w:p w:rsidR="006974AE" w:rsidRDefault="006974AE" w:rsidP="006974AE">
      <w:r>
        <w:t>233.3003</w:t>
      </w:r>
      <w:r>
        <w:tab/>
        <w:t>1.013e0</w:t>
      </w:r>
    </w:p>
    <w:p w:rsidR="006974AE" w:rsidRDefault="006974AE" w:rsidP="006974AE">
      <w:r>
        <w:t>233.3084</w:t>
      </w:r>
      <w:r>
        <w:tab/>
        <w:t>1.013e0</w:t>
      </w:r>
    </w:p>
    <w:p w:rsidR="006974AE" w:rsidRDefault="006974AE" w:rsidP="006974AE">
      <w:r>
        <w:t>233.3334</w:t>
      </w:r>
      <w:r>
        <w:tab/>
        <w:t>1.013e0</w:t>
      </w:r>
    </w:p>
    <w:p w:rsidR="006974AE" w:rsidRDefault="006974AE" w:rsidP="006974AE">
      <w:r>
        <w:t>233.3531</w:t>
      </w:r>
      <w:r>
        <w:tab/>
        <w:t>1.013e0</w:t>
      </w:r>
    </w:p>
    <w:p w:rsidR="006974AE" w:rsidRDefault="006974AE" w:rsidP="006974AE">
      <w:r>
        <w:t>233.3731</w:t>
      </w:r>
      <w:r>
        <w:tab/>
        <w:t>1.013e0</w:t>
      </w:r>
    </w:p>
    <w:p w:rsidR="006974AE" w:rsidRDefault="006974AE" w:rsidP="006974AE">
      <w:r>
        <w:t>233.3819</w:t>
      </w:r>
      <w:r>
        <w:tab/>
        <w:t>1.013e0</w:t>
      </w:r>
    </w:p>
    <w:p w:rsidR="006974AE" w:rsidRDefault="006974AE" w:rsidP="006974AE">
      <w:r>
        <w:t>233.4342</w:t>
      </w:r>
      <w:r>
        <w:tab/>
        <w:t>1.013e0</w:t>
      </w:r>
    </w:p>
    <w:p w:rsidR="006974AE" w:rsidRDefault="006974AE" w:rsidP="006974AE">
      <w:r>
        <w:t>233.4441</w:t>
      </w:r>
      <w:r>
        <w:tab/>
        <w:t>2.025e0</w:t>
      </w:r>
    </w:p>
    <w:p w:rsidR="006974AE" w:rsidRDefault="006974AE" w:rsidP="006974AE">
      <w:r>
        <w:t>233.4667</w:t>
      </w:r>
      <w:r>
        <w:tab/>
        <w:t>1.013e0</w:t>
      </w:r>
    </w:p>
    <w:p w:rsidR="006974AE" w:rsidRDefault="006974AE" w:rsidP="006974AE">
      <w:r>
        <w:t>233.4706</w:t>
      </w:r>
      <w:r>
        <w:tab/>
        <w:t>3.038e0</w:t>
      </w:r>
    </w:p>
    <w:p w:rsidR="006974AE" w:rsidRDefault="006974AE" w:rsidP="006974AE">
      <w:r>
        <w:t>233.4943</w:t>
      </w:r>
      <w:r>
        <w:tab/>
        <w:t>3.038e0</w:t>
      </w:r>
    </w:p>
    <w:p w:rsidR="006974AE" w:rsidRDefault="006974AE" w:rsidP="006974AE">
      <w:r>
        <w:t>233.5003</w:t>
      </w:r>
      <w:r>
        <w:tab/>
        <w:t>1.013e0</w:t>
      </w:r>
    </w:p>
    <w:p w:rsidR="006974AE" w:rsidRDefault="006974AE" w:rsidP="006974AE">
      <w:r>
        <w:t>233.5199</w:t>
      </w:r>
      <w:r>
        <w:tab/>
        <w:t>1.013e0</w:t>
      </w:r>
    </w:p>
    <w:p w:rsidR="006974AE" w:rsidRDefault="006974AE" w:rsidP="006974AE">
      <w:r>
        <w:t>233.5274</w:t>
      </w:r>
      <w:r>
        <w:tab/>
        <w:t>2.025e0</w:t>
      </w:r>
    </w:p>
    <w:p w:rsidR="006974AE" w:rsidRDefault="006974AE" w:rsidP="006974AE">
      <w:r>
        <w:t>233.5353</w:t>
      </w:r>
      <w:r>
        <w:tab/>
        <w:t>2.025e0</w:t>
      </w:r>
    </w:p>
    <w:p w:rsidR="006974AE" w:rsidRDefault="006974AE" w:rsidP="006974AE">
      <w:r>
        <w:t>233.5482</w:t>
      </w:r>
      <w:r>
        <w:tab/>
        <w:t>1.013e0</w:t>
      </w:r>
    </w:p>
    <w:p w:rsidR="006974AE" w:rsidRDefault="006974AE" w:rsidP="006974AE">
      <w:r>
        <w:t>233.5649</w:t>
      </w:r>
      <w:r>
        <w:tab/>
        <w:t>2.025e0</w:t>
      </w:r>
    </w:p>
    <w:p w:rsidR="006974AE" w:rsidRDefault="006974AE" w:rsidP="006974AE">
      <w:r>
        <w:t>233.5688</w:t>
      </w:r>
      <w:r>
        <w:tab/>
        <w:t>1.013e0</w:t>
      </w:r>
    </w:p>
    <w:p w:rsidR="006974AE" w:rsidRDefault="006974AE" w:rsidP="006974AE">
      <w:r>
        <w:lastRenderedPageBreak/>
        <w:t>233.5844</w:t>
      </w:r>
      <w:r>
        <w:tab/>
        <w:t>2.025e0</w:t>
      </w:r>
    </w:p>
    <w:p w:rsidR="006974AE" w:rsidRDefault="006974AE" w:rsidP="006974AE">
      <w:r>
        <w:t>233.5882</w:t>
      </w:r>
      <w:r>
        <w:tab/>
        <w:t>1.013e0</w:t>
      </w:r>
    </w:p>
    <w:p w:rsidR="006974AE" w:rsidRDefault="006974AE" w:rsidP="006974AE">
      <w:r>
        <w:t>233.5921</w:t>
      </w:r>
      <w:r>
        <w:tab/>
        <w:t>2.025e0</w:t>
      </w:r>
    </w:p>
    <w:p w:rsidR="006974AE" w:rsidRDefault="006974AE" w:rsidP="006974AE">
      <w:r>
        <w:t>233.6140</w:t>
      </w:r>
      <w:r>
        <w:tab/>
        <w:t>1.013e0</w:t>
      </w:r>
    </w:p>
    <w:p w:rsidR="006974AE" w:rsidRDefault="006974AE" w:rsidP="006974AE">
      <w:r>
        <w:t>233.6253</w:t>
      </w:r>
      <w:r>
        <w:tab/>
        <w:t>2.025e0</w:t>
      </w:r>
    </w:p>
    <w:p w:rsidR="006974AE" w:rsidRDefault="006974AE" w:rsidP="006974AE">
      <w:r>
        <w:t>233.6295</w:t>
      </w:r>
      <w:r>
        <w:tab/>
        <w:t>1.013e0</w:t>
      </w:r>
    </w:p>
    <w:p w:rsidR="006974AE" w:rsidRDefault="006974AE" w:rsidP="006974AE">
      <w:r>
        <w:t>233.6535</w:t>
      </w:r>
      <w:r>
        <w:tab/>
        <w:t>1.013e0</w:t>
      </w:r>
    </w:p>
    <w:p w:rsidR="006974AE" w:rsidRDefault="006974AE" w:rsidP="006974AE">
      <w:r>
        <w:t>233.6976</w:t>
      </w:r>
      <w:r>
        <w:tab/>
        <w:t>1.013e0</w:t>
      </w:r>
    </w:p>
    <w:p w:rsidR="006974AE" w:rsidRDefault="006974AE" w:rsidP="006974AE">
      <w:r>
        <w:t>233.7152</w:t>
      </w:r>
      <w:r>
        <w:tab/>
        <w:t>1.013e0</w:t>
      </w:r>
    </w:p>
    <w:p w:rsidR="006974AE" w:rsidRDefault="006974AE" w:rsidP="006974AE">
      <w:r>
        <w:t>233.7373</w:t>
      </w:r>
      <w:r>
        <w:tab/>
        <w:t>2.025e0</w:t>
      </w:r>
    </w:p>
    <w:p w:rsidR="006974AE" w:rsidRDefault="006974AE" w:rsidP="006974AE">
      <w:r>
        <w:t>233.7591</w:t>
      </w:r>
      <w:r>
        <w:tab/>
        <w:t>1.013e0</w:t>
      </w:r>
    </w:p>
    <w:p w:rsidR="006974AE" w:rsidRDefault="006974AE" w:rsidP="006974AE">
      <w:r>
        <w:t>233.7843</w:t>
      </w:r>
      <w:r>
        <w:tab/>
        <w:t>1.013e0</w:t>
      </w:r>
    </w:p>
    <w:p w:rsidR="006974AE" w:rsidRDefault="006974AE" w:rsidP="006974AE">
      <w:r>
        <w:t>233.8035</w:t>
      </w:r>
      <w:r>
        <w:tab/>
        <w:t>1.013e0</w:t>
      </w:r>
    </w:p>
    <w:p w:rsidR="006974AE" w:rsidRDefault="006974AE" w:rsidP="006974AE">
      <w:r>
        <w:t>233.8250</w:t>
      </w:r>
      <w:r>
        <w:tab/>
        <w:t>1.013e0</w:t>
      </w:r>
    </w:p>
    <w:p w:rsidR="006974AE" w:rsidRDefault="006974AE" w:rsidP="006974AE">
      <w:r>
        <w:t>233.8605</w:t>
      </w:r>
      <w:r>
        <w:tab/>
        <w:t>1.013e0</w:t>
      </w:r>
    </w:p>
    <w:p w:rsidR="006974AE" w:rsidRDefault="006974AE" w:rsidP="006974AE">
      <w:r>
        <w:t>233.9055</w:t>
      </w:r>
      <w:r>
        <w:tab/>
        <w:t>2.025e0</w:t>
      </w:r>
    </w:p>
    <w:p w:rsidR="006974AE" w:rsidRDefault="006974AE" w:rsidP="006974AE">
      <w:r>
        <w:t>233.9258</w:t>
      </w:r>
      <w:r>
        <w:tab/>
        <w:t>2.025e0</w:t>
      </w:r>
    </w:p>
    <w:p w:rsidR="006974AE" w:rsidRDefault="006974AE" w:rsidP="006974AE">
      <w:r>
        <w:t>233.9376</w:t>
      </w:r>
      <w:r>
        <w:tab/>
        <w:t>2.025e0</w:t>
      </w:r>
    </w:p>
    <w:p w:rsidR="006974AE" w:rsidRDefault="006974AE" w:rsidP="006974AE">
      <w:r>
        <w:t>233.9584</w:t>
      </w:r>
      <w:r>
        <w:tab/>
        <w:t>1.013e0</w:t>
      </w:r>
    </w:p>
    <w:p w:rsidR="006974AE" w:rsidRDefault="006974AE" w:rsidP="006974AE">
      <w:r>
        <w:lastRenderedPageBreak/>
        <w:t>233.9743</w:t>
      </w:r>
      <w:r>
        <w:tab/>
        <w:t>1.013e0</w:t>
      </w:r>
    </w:p>
    <w:p w:rsidR="006974AE" w:rsidRDefault="006974AE" w:rsidP="006974AE">
      <w:r>
        <w:t>233.9916</w:t>
      </w:r>
      <w:r>
        <w:tab/>
        <w:t>1.013e0</w:t>
      </w:r>
    </w:p>
    <w:p w:rsidR="006974AE" w:rsidRDefault="006974AE" w:rsidP="006974AE">
      <w:r>
        <w:t>233.9970</w:t>
      </w:r>
      <w:r>
        <w:tab/>
        <w:t>4.051e0</w:t>
      </w:r>
    </w:p>
    <w:p w:rsidR="006974AE" w:rsidRDefault="006974AE" w:rsidP="006974AE">
      <w:r>
        <w:t>233.9997</w:t>
      </w:r>
      <w:r>
        <w:tab/>
        <w:t>2.025e0</w:t>
      </w:r>
    </w:p>
    <w:p w:rsidR="006974AE" w:rsidRDefault="006974AE" w:rsidP="006974AE">
      <w:r>
        <w:t>234.0062</w:t>
      </w:r>
      <w:r>
        <w:tab/>
        <w:t>3.038e0</w:t>
      </w:r>
    </w:p>
    <w:p w:rsidR="006974AE" w:rsidRDefault="006974AE" w:rsidP="006974AE">
      <w:r>
        <w:t>234.0073</w:t>
      </w:r>
      <w:r>
        <w:tab/>
        <w:t>2.025e0</w:t>
      </w:r>
    </w:p>
    <w:p w:rsidR="006974AE" w:rsidRDefault="006974AE" w:rsidP="006974AE">
      <w:r>
        <w:t>234.0155</w:t>
      </w:r>
      <w:r>
        <w:tab/>
        <w:t>2.025e0</w:t>
      </w:r>
    </w:p>
    <w:p w:rsidR="006974AE" w:rsidRDefault="006974AE" w:rsidP="006974AE">
      <w:r>
        <w:t>234.0270</w:t>
      </w:r>
      <w:r>
        <w:tab/>
        <w:t>1.013e0</w:t>
      </w:r>
    </w:p>
    <w:p w:rsidR="006974AE" w:rsidRDefault="006974AE" w:rsidP="006974AE">
      <w:r>
        <w:t>234.0285</w:t>
      </w:r>
      <w:r>
        <w:tab/>
        <w:t>3.038e0</w:t>
      </w:r>
    </w:p>
    <w:p w:rsidR="006974AE" w:rsidRDefault="006974AE" w:rsidP="006974AE">
      <w:r>
        <w:t>234.0684</w:t>
      </w:r>
      <w:r>
        <w:tab/>
        <w:t>1.013e0</w:t>
      </w:r>
    </w:p>
    <w:p w:rsidR="006974AE" w:rsidRDefault="006974AE" w:rsidP="006974AE">
      <w:r>
        <w:t>234.0751</w:t>
      </w:r>
      <w:r>
        <w:tab/>
        <w:t>3.038e0</w:t>
      </w:r>
    </w:p>
    <w:p w:rsidR="006974AE" w:rsidRDefault="006974AE" w:rsidP="006974AE">
      <w:r>
        <w:t>234.0841</w:t>
      </w:r>
      <w:r>
        <w:tab/>
        <w:t>5.194e0</w:t>
      </w:r>
    </w:p>
    <w:p w:rsidR="006974AE" w:rsidRDefault="006974AE" w:rsidP="006974AE">
      <w:r>
        <w:t>234.0923</w:t>
      </w:r>
      <w:r>
        <w:tab/>
        <w:t>8.101e0</w:t>
      </w:r>
    </w:p>
    <w:p w:rsidR="006974AE" w:rsidRDefault="006974AE" w:rsidP="006974AE">
      <w:r>
        <w:t>234.0950</w:t>
      </w:r>
      <w:r>
        <w:tab/>
        <w:t>5.063e0</w:t>
      </w:r>
    </w:p>
    <w:p w:rsidR="006974AE" w:rsidRDefault="006974AE" w:rsidP="006974AE">
      <w:r>
        <w:t>234.0976</w:t>
      </w:r>
      <w:r>
        <w:tab/>
        <w:t>1.565e1</w:t>
      </w:r>
    </w:p>
    <w:p w:rsidR="006974AE" w:rsidRDefault="006974AE" w:rsidP="006974AE">
      <w:r>
        <w:t>234.0991</w:t>
      </w:r>
      <w:r>
        <w:tab/>
        <w:t>8.101e0</w:t>
      </w:r>
    </w:p>
    <w:p w:rsidR="006974AE" w:rsidRDefault="006974AE" w:rsidP="006974AE">
      <w:r>
        <w:t>234.1007</w:t>
      </w:r>
      <w:r>
        <w:tab/>
        <w:t>3.038e0</w:t>
      </w:r>
    </w:p>
    <w:p w:rsidR="006974AE" w:rsidRDefault="006974AE" w:rsidP="006974AE">
      <w:r>
        <w:t>234.1060</w:t>
      </w:r>
      <w:r>
        <w:tab/>
        <w:t>9.147e0</w:t>
      </w:r>
    </w:p>
    <w:p w:rsidR="006974AE" w:rsidRDefault="006974AE" w:rsidP="006974AE">
      <w:r>
        <w:t>234.1213</w:t>
      </w:r>
      <w:r>
        <w:tab/>
        <w:t>3.674e0</w:t>
      </w:r>
    </w:p>
    <w:p w:rsidR="006974AE" w:rsidRDefault="006974AE" w:rsidP="006974AE">
      <w:r>
        <w:lastRenderedPageBreak/>
        <w:t>234.1457</w:t>
      </w:r>
      <w:r>
        <w:tab/>
        <w:t>2.025e0</w:t>
      </w:r>
    </w:p>
    <w:p w:rsidR="006974AE" w:rsidRDefault="006974AE" w:rsidP="006974AE">
      <w:r>
        <w:t>234.1474</w:t>
      </w:r>
      <w:r>
        <w:tab/>
        <w:t>2.025e0</w:t>
      </w:r>
    </w:p>
    <w:p w:rsidR="006974AE" w:rsidRDefault="006974AE" w:rsidP="006974AE">
      <w:r>
        <w:t>234.1542</w:t>
      </w:r>
      <w:r>
        <w:tab/>
        <w:t>1.013e0</w:t>
      </w:r>
    </w:p>
    <w:p w:rsidR="006974AE" w:rsidRDefault="006974AE" w:rsidP="006974AE">
      <w:r>
        <w:t>234.1819</w:t>
      </w:r>
      <w:r>
        <w:tab/>
        <w:t>2.025e0</w:t>
      </w:r>
    </w:p>
    <w:p w:rsidR="006974AE" w:rsidRDefault="006974AE" w:rsidP="006974AE">
      <w:r>
        <w:t>234.1856</w:t>
      </w:r>
      <w:r>
        <w:tab/>
        <w:t>1.013e0</w:t>
      </w:r>
    </w:p>
    <w:p w:rsidR="006974AE" w:rsidRDefault="006974AE" w:rsidP="006974AE">
      <w:r>
        <w:t>234.1895</w:t>
      </w:r>
      <w:r>
        <w:tab/>
        <w:t>2.025e0</w:t>
      </w:r>
    </w:p>
    <w:p w:rsidR="006974AE" w:rsidRDefault="006974AE" w:rsidP="006974AE">
      <w:r>
        <w:t>234.1978</w:t>
      </w:r>
      <w:r>
        <w:tab/>
        <w:t>3.038e0</w:t>
      </w:r>
    </w:p>
    <w:p w:rsidR="006974AE" w:rsidRDefault="006974AE" w:rsidP="006974AE">
      <w:r>
        <w:t>234.2025</w:t>
      </w:r>
      <w:r>
        <w:tab/>
        <w:t>1.013e0</w:t>
      </w:r>
    </w:p>
    <w:p w:rsidR="006974AE" w:rsidRDefault="006974AE" w:rsidP="006974AE">
      <w:r>
        <w:t>234.2918</w:t>
      </w:r>
      <w:r>
        <w:tab/>
        <w:t>1.013e0</w:t>
      </w:r>
    </w:p>
    <w:p w:rsidR="006974AE" w:rsidRDefault="006974AE" w:rsidP="006974AE">
      <w:r>
        <w:t>234.2956</w:t>
      </w:r>
      <w:r>
        <w:tab/>
        <w:t>1.013e0</w:t>
      </w:r>
    </w:p>
    <w:p w:rsidR="006974AE" w:rsidRDefault="006974AE" w:rsidP="006974AE">
      <w:r>
        <w:t>234.2993</w:t>
      </w:r>
      <w:r>
        <w:tab/>
        <w:t>1.013e0</w:t>
      </w:r>
    </w:p>
    <w:p w:rsidR="006974AE" w:rsidRDefault="006974AE" w:rsidP="006974AE">
      <w:r>
        <w:t>234.3081</w:t>
      </w:r>
      <w:r>
        <w:tab/>
        <w:t>1.013e0</w:t>
      </w:r>
    </w:p>
    <w:p w:rsidR="006974AE" w:rsidRDefault="006974AE" w:rsidP="006974AE">
      <w:r>
        <w:t>234.3330</w:t>
      </w:r>
      <w:r>
        <w:tab/>
        <w:t>1.013e0</w:t>
      </w:r>
    </w:p>
    <w:p w:rsidR="006974AE" w:rsidRDefault="006974AE" w:rsidP="006974AE">
      <w:r>
        <w:t>234.3447</w:t>
      </w:r>
      <w:r>
        <w:tab/>
        <w:t>1.013e0</w:t>
      </w:r>
    </w:p>
    <w:p w:rsidR="006974AE" w:rsidRDefault="006974AE" w:rsidP="006974AE">
      <w:r>
        <w:t>234.3779</w:t>
      </w:r>
      <w:r>
        <w:tab/>
        <w:t>2.025e0</w:t>
      </w:r>
    </w:p>
    <w:p w:rsidR="006974AE" w:rsidRDefault="006974AE" w:rsidP="006974AE">
      <w:r>
        <w:t>234.3859</w:t>
      </w:r>
      <w:r>
        <w:tab/>
        <w:t>1.013e0</w:t>
      </w:r>
    </w:p>
    <w:p w:rsidR="006974AE" w:rsidRDefault="006974AE" w:rsidP="006974AE">
      <w:r>
        <w:t>234.3896</w:t>
      </w:r>
      <w:r>
        <w:tab/>
        <w:t>1.013e0</w:t>
      </w:r>
    </w:p>
    <w:p w:rsidR="006974AE" w:rsidRDefault="006974AE" w:rsidP="006974AE">
      <w:r>
        <w:t>234.4137</w:t>
      </w:r>
      <w:r>
        <w:tab/>
        <w:t>2.025e0</w:t>
      </w:r>
    </w:p>
    <w:p w:rsidR="006974AE" w:rsidRDefault="006974AE" w:rsidP="006974AE">
      <w:r>
        <w:t>234.4268</w:t>
      </w:r>
      <w:r>
        <w:tab/>
        <w:t>1.013e0</w:t>
      </w:r>
    </w:p>
    <w:p w:rsidR="006974AE" w:rsidRDefault="006974AE" w:rsidP="006974AE">
      <w:r>
        <w:lastRenderedPageBreak/>
        <w:t>234.4347</w:t>
      </w:r>
      <w:r>
        <w:tab/>
        <w:t>1.013e0</w:t>
      </w:r>
    </w:p>
    <w:p w:rsidR="006974AE" w:rsidRDefault="006974AE" w:rsidP="006974AE">
      <w:r>
        <w:t>234.4389</w:t>
      </w:r>
      <w:r>
        <w:tab/>
        <w:t>1.013e0</w:t>
      </w:r>
    </w:p>
    <w:p w:rsidR="006974AE" w:rsidRDefault="006974AE" w:rsidP="006974AE">
      <w:r>
        <w:t>234.4668</w:t>
      </w:r>
      <w:r>
        <w:tab/>
        <w:t>1.013e0</w:t>
      </w:r>
    </w:p>
    <w:p w:rsidR="006974AE" w:rsidRDefault="006974AE" w:rsidP="006974AE">
      <w:r>
        <w:t>234.4709</w:t>
      </w:r>
      <w:r>
        <w:tab/>
        <w:t>1.013e0</w:t>
      </w:r>
    </w:p>
    <w:p w:rsidR="006974AE" w:rsidRDefault="006974AE" w:rsidP="006974AE">
      <w:r>
        <w:t>234.4957</w:t>
      </w:r>
      <w:r>
        <w:tab/>
        <w:t>1.013e0</w:t>
      </w:r>
    </w:p>
    <w:p w:rsidR="006974AE" w:rsidRDefault="006974AE" w:rsidP="006974AE">
      <w:r>
        <w:t>234.5033</w:t>
      </w:r>
      <w:r>
        <w:tab/>
        <w:t>2.025e0</w:t>
      </w:r>
    </w:p>
    <w:p w:rsidR="006974AE" w:rsidRDefault="006974AE" w:rsidP="006974AE">
      <w:r>
        <w:t>234.5152</w:t>
      </w:r>
      <w:r>
        <w:tab/>
        <w:t>1.013e0</w:t>
      </w:r>
    </w:p>
    <w:p w:rsidR="006974AE" w:rsidRDefault="006974AE" w:rsidP="006974AE">
      <w:r>
        <w:t>234.5165</w:t>
      </w:r>
      <w:r>
        <w:tab/>
        <w:t>2.025e0</w:t>
      </w:r>
    </w:p>
    <w:p w:rsidR="006974AE" w:rsidRDefault="006974AE" w:rsidP="006974AE">
      <w:r>
        <w:t>234.5355</w:t>
      </w:r>
      <w:r>
        <w:tab/>
        <w:t>2.025e0</w:t>
      </w:r>
    </w:p>
    <w:p w:rsidR="006974AE" w:rsidRDefault="006974AE" w:rsidP="006974AE">
      <w:r>
        <w:t>234.5602</w:t>
      </w:r>
      <w:r>
        <w:tab/>
        <w:t>1.013e0</w:t>
      </w:r>
    </w:p>
    <w:p w:rsidR="006974AE" w:rsidRDefault="006974AE" w:rsidP="006974AE">
      <w:r>
        <w:t>234.5695</w:t>
      </w:r>
      <w:r>
        <w:tab/>
        <w:t>3.038e0</w:t>
      </w:r>
    </w:p>
    <w:p w:rsidR="006974AE" w:rsidRDefault="006974AE" w:rsidP="006974AE">
      <w:r>
        <w:t>234.5721</w:t>
      </w:r>
      <w:r>
        <w:tab/>
        <w:t>1.013e0</w:t>
      </w:r>
    </w:p>
    <w:p w:rsidR="006974AE" w:rsidRDefault="006974AE" w:rsidP="006974AE">
      <w:r>
        <w:t>234.6095</w:t>
      </w:r>
      <w:r>
        <w:tab/>
        <w:t>1.013e0</w:t>
      </w:r>
    </w:p>
    <w:p w:rsidR="006974AE" w:rsidRDefault="006974AE" w:rsidP="006974AE">
      <w:r>
        <w:t>234.6249</w:t>
      </w:r>
      <w:r>
        <w:tab/>
        <w:t>1.013e0</w:t>
      </w:r>
    </w:p>
    <w:p w:rsidR="006974AE" w:rsidRDefault="006974AE" w:rsidP="006974AE">
      <w:r>
        <w:t>234.6382</w:t>
      </w:r>
      <w:r>
        <w:tab/>
        <w:t>3.038e0</w:t>
      </w:r>
    </w:p>
    <w:p w:rsidR="006974AE" w:rsidRDefault="006974AE" w:rsidP="006974AE">
      <w:r>
        <w:t>234.6546</w:t>
      </w:r>
      <w:r>
        <w:tab/>
        <w:t>1.013e0</w:t>
      </w:r>
    </w:p>
    <w:p w:rsidR="006974AE" w:rsidRDefault="006974AE" w:rsidP="006974AE">
      <w:r>
        <w:t>234.6582</w:t>
      </w:r>
      <w:r>
        <w:tab/>
        <w:t>1.013e0</w:t>
      </w:r>
    </w:p>
    <w:p w:rsidR="006974AE" w:rsidRDefault="006974AE" w:rsidP="006974AE">
      <w:r>
        <w:t>234.6700</w:t>
      </w:r>
      <w:r>
        <w:tab/>
        <w:t>1.013e0</w:t>
      </w:r>
    </w:p>
    <w:p w:rsidR="006974AE" w:rsidRDefault="006974AE" w:rsidP="006974AE">
      <w:r>
        <w:t>234.6738</w:t>
      </w:r>
      <w:r>
        <w:tab/>
        <w:t>1.013e0</w:t>
      </w:r>
    </w:p>
    <w:p w:rsidR="006974AE" w:rsidRDefault="006974AE" w:rsidP="006974AE">
      <w:r>
        <w:lastRenderedPageBreak/>
        <w:t>234.6975</w:t>
      </w:r>
      <w:r>
        <w:tab/>
        <w:t>2.025e0</w:t>
      </w:r>
    </w:p>
    <w:p w:rsidR="006974AE" w:rsidRDefault="006974AE" w:rsidP="006974AE">
      <w:r>
        <w:t>234.7076</w:t>
      </w:r>
      <w:r>
        <w:tab/>
        <w:t>1.013e0</w:t>
      </w:r>
    </w:p>
    <w:p w:rsidR="006974AE" w:rsidRDefault="006974AE" w:rsidP="006974AE">
      <w:r>
        <w:t>234.7309</w:t>
      </w:r>
      <w:r>
        <w:tab/>
        <w:t>1.013e0</w:t>
      </w:r>
    </w:p>
    <w:p w:rsidR="006974AE" w:rsidRDefault="006974AE" w:rsidP="006974AE">
      <w:r>
        <w:t>234.7354</w:t>
      </w:r>
      <w:r>
        <w:tab/>
        <w:t>1.013e0</w:t>
      </w:r>
    </w:p>
    <w:p w:rsidR="006974AE" w:rsidRDefault="006974AE" w:rsidP="006974AE">
      <w:r>
        <w:t>234.7543</w:t>
      </w:r>
      <w:r>
        <w:tab/>
        <w:t>2.025e0</w:t>
      </w:r>
    </w:p>
    <w:p w:rsidR="006974AE" w:rsidRDefault="006974AE" w:rsidP="006974AE">
      <w:r>
        <w:t>234.8365</w:t>
      </w:r>
      <w:r>
        <w:tab/>
        <w:t>2.025e0</w:t>
      </w:r>
    </w:p>
    <w:p w:rsidR="006974AE" w:rsidRDefault="006974AE" w:rsidP="006974AE">
      <w:r>
        <w:t>234.8540</w:t>
      </w:r>
      <w:r>
        <w:tab/>
        <w:t>1.013e0</w:t>
      </w:r>
    </w:p>
    <w:p w:rsidR="006974AE" w:rsidRDefault="006974AE" w:rsidP="006974AE">
      <w:r>
        <w:t>234.8584</w:t>
      </w:r>
      <w:r>
        <w:tab/>
        <w:t>1.013e0</w:t>
      </w:r>
    </w:p>
    <w:p w:rsidR="006974AE" w:rsidRDefault="006974AE" w:rsidP="006974AE">
      <w:r>
        <w:t>234.8740</w:t>
      </w:r>
      <w:r>
        <w:tab/>
        <w:t>1.013e0</w:t>
      </w:r>
    </w:p>
    <w:p w:rsidR="006974AE" w:rsidRDefault="006974AE" w:rsidP="006974AE">
      <w:r>
        <w:t>234.8937</w:t>
      </w:r>
      <w:r>
        <w:tab/>
        <w:t>1.013e0</w:t>
      </w:r>
    </w:p>
    <w:p w:rsidR="006974AE" w:rsidRDefault="006974AE" w:rsidP="006974AE">
      <w:r>
        <w:t>234.9069</w:t>
      </w:r>
      <w:r>
        <w:tab/>
        <w:t>1.013e0</w:t>
      </w:r>
    </w:p>
    <w:p w:rsidR="006974AE" w:rsidRDefault="006974AE" w:rsidP="006974AE">
      <w:r>
        <w:t>234.9176</w:t>
      </w:r>
      <w:r>
        <w:tab/>
        <w:t>2.025e0</w:t>
      </w:r>
    </w:p>
    <w:p w:rsidR="006974AE" w:rsidRDefault="006974AE" w:rsidP="006974AE">
      <w:r>
        <w:t>234.9387</w:t>
      </w:r>
      <w:r>
        <w:tab/>
        <w:t>1.013e0</w:t>
      </w:r>
    </w:p>
    <w:p w:rsidR="006974AE" w:rsidRDefault="006974AE" w:rsidP="006974AE">
      <w:r>
        <w:t>234.9684</w:t>
      </w:r>
      <w:r>
        <w:tab/>
        <w:t>1.013e0</w:t>
      </w:r>
    </w:p>
    <w:p w:rsidR="006974AE" w:rsidRDefault="006974AE" w:rsidP="006974AE">
      <w:r>
        <w:t>234.9763</w:t>
      </w:r>
      <w:r>
        <w:tab/>
        <w:t>1.013e0</w:t>
      </w:r>
    </w:p>
    <w:p w:rsidR="006974AE" w:rsidRDefault="006974AE" w:rsidP="006974AE">
      <w:r>
        <w:t>234.9819</w:t>
      </w:r>
      <w:r>
        <w:tab/>
        <w:t>2.025e0</w:t>
      </w:r>
    </w:p>
    <w:p w:rsidR="006974AE" w:rsidRDefault="006974AE" w:rsidP="006974AE">
      <w:r>
        <w:t>234.9872</w:t>
      </w:r>
      <w:r>
        <w:tab/>
        <w:t>3.038e0</w:t>
      </w:r>
    </w:p>
    <w:p w:rsidR="006974AE" w:rsidRDefault="006974AE" w:rsidP="006974AE">
      <w:r>
        <w:t>234.9939</w:t>
      </w:r>
      <w:r>
        <w:tab/>
        <w:t>2.025e0</w:t>
      </w:r>
    </w:p>
    <w:p w:rsidR="006974AE" w:rsidRDefault="006974AE" w:rsidP="006974AE">
      <w:r>
        <w:t>234.9956</w:t>
      </w:r>
      <w:r>
        <w:tab/>
        <w:t>3.060e0</w:t>
      </w:r>
    </w:p>
    <w:p w:rsidR="006974AE" w:rsidRDefault="006974AE" w:rsidP="006974AE">
      <w:r>
        <w:lastRenderedPageBreak/>
        <w:t>234.9989</w:t>
      </w:r>
      <w:r>
        <w:tab/>
        <w:t>5.063e0</w:t>
      </w:r>
    </w:p>
    <w:p w:rsidR="006974AE" w:rsidRDefault="006974AE" w:rsidP="006974AE">
      <w:r>
        <w:t>235.0031</w:t>
      </w:r>
      <w:r>
        <w:tab/>
        <w:t>5.063e0</w:t>
      </w:r>
    </w:p>
    <w:p w:rsidR="006974AE" w:rsidRDefault="006974AE" w:rsidP="006974AE">
      <w:r>
        <w:t>235.0066</w:t>
      </w:r>
      <w:r>
        <w:tab/>
        <w:t>2.025e0</w:t>
      </w:r>
    </w:p>
    <w:p w:rsidR="006974AE" w:rsidRDefault="006974AE" w:rsidP="006974AE">
      <w:r>
        <w:t>235.0183</w:t>
      </w:r>
      <w:r>
        <w:tab/>
        <w:t>2.087e0</w:t>
      </w:r>
    </w:p>
    <w:p w:rsidR="006974AE" w:rsidRDefault="006974AE" w:rsidP="006974AE">
      <w:r>
        <w:t>235.0273</w:t>
      </w:r>
      <w:r>
        <w:tab/>
        <w:t>3.038e0</w:t>
      </w:r>
    </w:p>
    <w:p w:rsidR="006974AE" w:rsidRDefault="006974AE" w:rsidP="006974AE">
      <w:r>
        <w:t>235.0293</w:t>
      </w:r>
      <w:r>
        <w:tab/>
        <w:t>1.013e0</w:t>
      </w:r>
    </w:p>
    <w:p w:rsidR="006974AE" w:rsidRDefault="006974AE" w:rsidP="006974AE">
      <w:r>
        <w:t>235.0312</w:t>
      </w:r>
      <w:r>
        <w:tab/>
        <w:t>3.038e0</w:t>
      </w:r>
    </w:p>
    <w:p w:rsidR="006974AE" w:rsidRDefault="006974AE" w:rsidP="006974AE">
      <w:r>
        <w:t>235.0408</w:t>
      </w:r>
      <w:r>
        <w:tab/>
        <w:t>1.013e0</w:t>
      </w:r>
    </w:p>
    <w:p w:rsidR="006974AE" w:rsidRDefault="006974AE" w:rsidP="006974AE">
      <w:r>
        <w:t>235.0447</w:t>
      </w:r>
      <w:r>
        <w:tab/>
        <w:t>1.013e0</w:t>
      </w:r>
    </w:p>
    <w:p w:rsidR="006974AE" w:rsidRDefault="006974AE" w:rsidP="006974AE">
      <w:r>
        <w:t>235.0659</w:t>
      </w:r>
      <w:r>
        <w:tab/>
        <w:t>1.013e0</w:t>
      </w:r>
    </w:p>
    <w:p w:rsidR="006974AE" w:rsidRDefault="006974AE" w:rsidP="006974AE">
      <w:r>
        <w:t>235.0715</w:t>
      </w:r>
      <w:r>
        <w:tab/>
        <w:t>2.025e0</w:t>
      </w:r>
    </w:p>
    <w:p w:rsidR="006974AE" w:rsidRDefault="006974AE" w:rsidP="006974AE">
      <w:r>
        <w:t>235.0860</w:t>
      </w:r>
      <w:r>
        <w:tab/>
        <w:t>1.013e0</w:t>
      </w:r>
    </w:p>
    <w:p w:rsidR="006974AE" w:rsidRDefault="006974AE" w:rsidP="006974AE">
      <w:r>
        <w:t>235.0902</w:t>
      </w:r>
      <w:r>
        <w:tab/>
        <w:t>1.013e0</w:t>
      </w:r>
    </w:p>
    <w:p w:rsidR="006974AE" w:rsidRDefault="006974AE" w:rsidP="006974AE">
      <w:r>
        <w:t>235.0938</w:t>
      </w:r>
      <w:r>
        <w:tab/>
        <w:t>2.025e0</w:t>
      </w:r>
    </w:p>
    <w:p w:rsidR="006974AE" w:rsidRDefault="006974AE" w:rsidP="006974AE">
      <w:r>
        <w:t>235.0977</w:t>
      </w:r>
      <w:r>
        <w:tab/>
        <w:t>2.025e0</w:t>
      </w:r>
    </w:p>
    <w:p w:rsidR="006974AE" w:rsidRDefault="006974AE" w:rsidP="006974AE">
      <w:r>
        <w:t>235.1145</w:t>
      </w:r>
      <w:r>
        <w:tab/>
        <w:t>1.013e0</w:t>
      </w:r>
    </w:p>
    <w:p w:rsidR="006974AE" w:rsidRDefault="006974AE" w:rsidP="006974AE">
      <w:r>
        <w:t>235.1312</w:t>
      </w:r>
      <w:r>
        <w:tab/>
        <w:t>1.013e0</w:t>
      </w:r>
    </w:p>
    <w:p w:rsidR="006974AE" w:rsidRDefault="006974AE" w:rsidP="006974AE">
      <w:r>
        <w:t>235.1392</w:t>
      </w:r>
      <w:r>
        <w:tab/>
        <w:t>1.013e0</w:t>
      </w:r>
    </w:p>
    <w:p w:rsidR="006974AE" w:rsidRDefault="006974AE" w:rsidP="006974AE">
      <w:r>
        <w:t>235.1451</w:t>
      </w:r>
      <w:r>
        <w:tab/>
        <w:t>2.025e0</w:t>
      </w:r>
    </w:p>
    <w:p w:rsidR="006974AE" w:rsidRDefault="006974AE" w:rsidP="006974AE">
      <w:r>
        <w:lastRenderedPageBreak/>
        <w:t>235.1546</w:t>
      </w:r>
      <w:r>
        <w:tab/>
        <w:t>1.013e0</w:t>
      </w:r>
    </w:p>
    <w:p w:rsidR="006974AE" w:rsidRDefault="006974AE" w:rsidP="006974AE">
      <w:r>
        <w:t>235.1629</w:t>
      </w:r>
      <w:r>
        <w:tab/>
        <w:t>2.025e0</w:t>
      </w:r>
    </w:p>
    <w:p w:rsidR="006974AE" w:rsidRDefault="006974AE" w:rsidP="006974AE">
      <w:r>
        <w:t>235.1659</w:t>
      </w:r>
      <w:r>
        <w:tab/>
        <w:t>4.051e0</w:t>
      </w:r>
    </w:p>
    <w:p w:rsidR="006974AE" w:rsidRDefault="006974AE" w:rsidP="006974AE">
      <w:r>
        <w:t>235.1674</w:t>
      </w:r>
      <w:r>
        <w:tab/>
        <w:t>1.013e0</w:t>
      </w:r>
    </w:p>
    <w:p w:rsidR="006974AE" w:rsidRDefault="006974AE" w:rsidP="006974AE">
      <w:r>
        <w:t>235.1883</w:t>
      </w:r>
      <w:r>
        <w:tab/>
        <w:t>2.025e0</w:t>
      </w:r>
    </w:p>
    <w:p w:rsidR="006974AE" w:rsidRDefault="006974AE" w:rsidP="006974AE">
      <w:r>
        <w:t>235.2001</w:t>
      </w:r>
      <w:r>
        <w:tab/>
        <w:t>1.013e0</w:t>
      </w:r>
    </w:p>
    <w:p w:rsidR="006974AE" w:rsidRDefault="006974AE" w:rsidP="006974AE">
      <w:r>
        <w:t>235.2082</w:t>
      </w:r>
      <w:r>
        <w:tab/>
        <w:t>2.025e0</w:t>
      </w:r>
    </w:p>
    <w:p w:rsidR="006974AE" w:rsidRDefault="006974AE" w:rsidP="006974AE">
      <w:r>
        <w:t>235.2114</w:t>
      </w:r>
      <w:r>
        <w:tab/>
        <w:t>1.013e0</w:t>
      </w:r>
    </w:p>
    <w:p w:rsidR="006974AE" w:rsidRDefault="006974AE" w:rsidP="006974AE">
      <w:r>
        <w:t>235.2171</w:t>
      </w:r>
      <w:r>
        <w:tab/>
        <w:t>2.025e0</w:t>
      </w:r>
    </w:p>
    <w:p w:rsidR="006974AE" w:rsidRDefault="006974AE" w:rsidP="006974AE">
      <w:r>
        <w:t>235.2372</w:t>
      </w:r>
      <w:r>
        <w:tab/>
        <w:t>1.013e0</w:t>
      </w:r>
    </w:p>
    <w:p w:rsidR="006974AE" w:rsidRDefault="006974AE" w:rsidP="006974AE">
      <w:r>
        <w:t>235.2413</w:t>
      </w:r>
      <w:r>
        <w:tab/>
        <w:t>1.013e0</w:t>
      </w:r>
    </w:p>
    <w:p w:rsidR="006974AE" w:rsidRDefault="006974AE" w:rsidP="006974AE">
      <w:r>
        <w:t>235.2449</w:t>
      </w:r>
      <w:r>
        <w:tab/>
        <w:t>1.013e0</w:t>
      </w:r>
    </w:p>
    <w:p w:rsidR="006974AE" w:rsidRDefault="006974AE" w:rsidP="006974AE">
      <w:r>
        <w:t>235.2489</w:t>
      </w:r>
      <w:r>
        <w:tab/>
        <w:t>2.025e0</w:t>
      </w:r>
    </w:p>
    <w:p w:rsidR="006974AE" w:rsidRDefault="006974AE" w:rsidP="006974AE">
      <w:r>
        <w:t>235.2730</w:t>
      </w:r>
      <w:r>
        <w:tab/>
        <w:t>1.013e0</w:t>
      </w:r>
    </w:p>
    <w:p w:rsidR="006974AE" w:rsidRDefault="006974AE" w:rsidP="006974AE">
      <w:r>
        <w:t>235.2777</w:t>
      </w:r>
      <w:r>
        <w:tab/>
        <w:t>1.013e0</w:t>
      </w:r>
    </w:p>
    <w:p w:rsidR="006974AE" w:rsidRDefault="006974AE" w:rsidP="006974AE">
      <w:r>
        <w:t>235.2866</w:t>
      </w:r>
      <w:r>
        <w:tab/>
        <w:t>1.013e0</w:t>
      </w:r>
    </w:p>
    <w:p w:rsidR="006974AE" w:rsidRDefault="006974AE" w:rsidP="006974AE">
      <w:r>
        <w:t>235.2982</w:t>
      </w:r>
      <w:r>
        <w:tab/>
        <w:t>1.013e0</w:t>
      </w:r>
    </w:p>
    <w:p w:rsidR="006974AE" w:rsidRDefault="006974AE" w:rsidP="006974AE">
      <w:r>
        <w:t>235.3058</w:t>
      </w:r>
      <w:r>
        <w:tab/>
        <w:t>2.025e0</w:t>
      </w:r>
    </w:p>
    <w:p w:rsidR="006974AE" w:rsidRDefault="006974AE" w:rsidP="006974AE">
      <w:r>
        <w:t>235.3307</w:t>
      </w:r>
      <w:r>
        <w:tab/>
        <w:t>1.013e0</w:t>
      </w:r>
    </w:p>
    <w:p w:rsidR="006974AE" w:rsidRDefault="006974AE" w:rsidP="006974AE">
      <w:r>
        <w:lastRenderedPageBreak/>
        <w:t>235.3351</w:t>
      </w:r>
      <w:r>
        <w:tab/>
        <w:t>1.013e0</w:t>
      </w:r>
    </w:p>
    <w:p w:rsidR="006974AE" w:rsidRDefault="006974AE" w:rsidP="006974AE">
      <w:r>
        <w:t>235.3433</w:t>
      </w:r>
      <w:r>
        <w:tab/>
        <w:t>1.013e0</w:t>
      </w:r>
    </w:p>
    <w:p w:rsidR="006974AE" w:rsidRDefault="006974AE" w:rsidP="006974AE">
      <w:r>
        <w:t>235.3591</w:t>
      </w:r>
      <w:r>
        <w:tab/>
        <w:t>1.013e0</w:t>
      </w:r>
    </w:p>
    <w:p w:rsidR="006974AE" w:rsidRDefault="006974AE" w:rsidP="006974AE">
      <w:r>
        <w:t>235.3790</w:t>
      </w:r>
      <w:r>
        <w:tab/>
        <w:t>1.013e0</w:t>
      </w:r>
    </w:p>
    <w:p w:rsidR="006974AE" w:rsidRDefault="006974AE" w:rsidP="006974AE">
      <w:r>
        <w:t>235.3837</w:t>
      </w:r>
      <w:r>
        <w:tab/>
        <w:t>1.013e0</w:t>
      </w:r>
    </w:p>
    <w:p w:rsidR="006974AE" w:rsidRDefault="006974AE" w:rsidP="006974AE">
      <w:r>
        <w:t>235.4367</w:t>
      </w:r>
      <w:r>
        <w:tab/>
        <w:t>1.013e0</w:t>
      </w:r>
    </w:p>
    <w:p w:rsidR="006974AE" w:rsidRDefault="006974AE" w:rsidP="006974AE">
      <w:r>
        <w:t>235.4411</w:t>
      </w:r>
      <w:r>
        <w:tab/>
        <w:t>1.013e0</w:t>
      </w:r>
    </w:p>
    <w:p w:rsidR="006974AE" w:rsidRDefault="006974AE" w:rsidP="006974AE">
      <w:r>
        <w:t>235.4531</w:t>
      </w:r>
      <w:r>
        <w:tab/>
        <w:t>1.013e0</w:t>
      </w:r>
    </w:p>
    <w:p w:rsidR="006974AE" w:rsidRDefault="006974AE" w:rsidP="006974AE">
      <w:r>
        <w:t>235.4570</w:t>
      </w:r>
      <w:r>
        <w:tab/>
        <w:t>1.013e0</w:t>
      </w:r>
    </w:p>
    <w:p w:rsidR="006974AE" w:rsidRDefault="006974AE" w:rsidP="006974AE">
      <w:r>
        <w:t>235.4632</w:t>
      </w:r>
      <w:r>
        <w:tab/>
        <w:t>2.025e0</w:t>
      </w:r>
    </w:p>
    <w:p w:rsidR="006974AE" w:rsidRDefault="006974AE" w:rsidP="006974AE">
      <w:r>
        <w:t>235.4689</w:t>
      </w:r>
      <w:r>
        <w:tab/>
        <w:t>2.025e0</w:t>
      </w:r>
    </w:p>
    <w:p w:rsidR="006974AE" w:rsidRDefault="006974AE" w:rsidP="006974AE">
      <w:r>
        <w:t>235.4726</w:t>
      </w:r>
      <w:r>
        <w:tab/>
        <w:t>1.013e0</w:t>
      </w:r>
    </w:p>
    <w:p w:rsidR="006974AE" w:rsidRDefault="006974AE" w:rsidP="006974AE">
      <w:r>
        <w:t>235.4765</w:t>
      </w:r>
      <w:r>
        <w:tab/>
        <w:t>1.013e0</w:t>
      </w:r>
    </w:p>
    <w:p w:rsidR="006974AE" w:rsidRDefault="006974AE" w:rsidP="006974AE">
      <w:r>
        <w:t>235.4851</w:t>
      </w:r>
      <w:r>
        <w:tab/>
        <w:t>3.038e0</w:t>
      </w:r>
    </w:p>
    <w:p w:rsidR="006974AE" w:rsidRDefault="006974AE" w:rsidP="006974AE">
      <w:r>
        <w:t>235.5046</w:t>
      </w:r>
      <w:r>
        <w:tab/>
        <w:t>2.025e0</w:t>
      </w:r>
    </w:p>
    <w:p w:rsidR="006974AE" w:rsidRDefault="006974AE" w:rsidP="006974AE">
      <w:r>
        <w:t>235.5221</w:t>
      </w:r>
      <w:r>
        <w:tab/>
        <w:t>2.025e0</w:t>
      </w:r>
    </w:p>
    <w:p w:rsidR="006974AE" w:rsidRDefault="006974AE" w:rsidP="006974AE">
      <w:r>
        <w:t>235.5630</w:t>
      </w:r>
      <w:r>
        <w:tab/>
        <w:t>1.013e0</w:t>
      </w:r>
    </w:p>
    <w:p w:rsidR="006974AE" w:rsidRDefault="006974AE" w:rsidP="006974AE">
      <w:r>
        <w:t>235.5673</w:t>
      </w:r>
      <w:r>
        <w:tab/>
        <w:t>1.013e0</w:t>
      </w:r>
    </w:p>
    <w:p w:rsidR="006974AE" w:rsidRDefault="006974AE" w:rsidP="006974AE">
      <w:r>
        <w:t>235.5866</w:t>
      </w:r>
      <w:r>
        <w:tab/>
        <w:t>3.038e0</w:t>
      </w:r>
    </w:p>
    <w:p w:rsidR="006974AE" w:rsidRDefault="006974AE" w:rsidP="006974AE">
      <w:r>
        <w:lastRenderedPageBreak/>
        <w:t>235.5955</w:t>
      </w:r>
      <w:r>
        <w:tab/>
        <w:t>1.013e0</w:t>
      </w:r>
    </w:p>
    <w:p w:rsidR="006974AE" w:rsidRDefault="006974AE" w:rsidP="006974AE">
      <w:r>
        <w:t>235.6444</w:t>
      </w:r>
      <w:r>
        <w:tab/>
        <w:t>1.013e0</w:t>
      </w:r>
    </w:p>
    <w:p w:rsidR="006974AE" w:rsidRDefault="006974AE" w:rsidP="006974AE">
      <w:r>
        <w:t>235.6485</w:t>
      </w:r>
      <w:r>
        <w:tab/>
        <w:t>1.013e0</w:t>
      </w:r>
    </w:p>
    <w:p w:rsidR="006974AE" w:rsidRDefault="006974AE" w:rsidP="006974AE">
      <w:r>
        <w:t>235.6773</w:t>
      </w:r>
      <w:r>
        <w:tab/>
        <w:t>1.013e0</w:t>
      </w:r>
    </w:p>
    <w:p w:rsidR="006974AE" w:rsidRDefault="006974AE" w:rsidP="006974AE">
      <w:r>
        <w:t>235.6830</w:t>
      </w:r>
      <w:r>
        <w:tab/>
        <w:t>2.025e0</w:t>
      </w:r>
    </w:p>
    <w:p w:rsidR="006974AE" w:rsidRDefault="006974AE" w:rsidP="006974AE">
      <w:r>
        <w:t>235.6848</w:t>
      </w:r>
      <w:r>
        <w:tab/>
        <w:t>1.013e0</w:t>
      </w:r>
    </w:p>
    <w:p w:rsidR="006974AE" w:rsidRDefault="006974AE" w:rsidP="006974AE">
      <w:r>
        <w:t>235.6930</w:t>
      </w:r>
      <w:r>
        <w:tab/>
        <w:t>1.013e0</w:t>
      </w:r>
    </w:p>
    <w:p w:rsidR="006974AE" w:rsidRDefault="006974AE" w:rsidP="006974AE">
      <w:r>
        <w:t>235.7015</w:t>
      </w:r>
      <w:r>
        <w:tab/>
        <w:t>1.013e0</w:t>
      </w:r>
    </w:p>
    <w:p w:rsidR="006974AE" w:rsidRDefault="006974AE" w:rsidP="006974AE">
      <w:r>
        <w:t>235.7144</w:t>
      </w:r>
      <w:r>
        <w:tab/>
        <w:t>1.013e0</w:t>
      </w:r>
    </w:p>
    <w:p w:rsidR="006974AE" w:rsidRDefault="006974AE" w:rsidP="006974AE">
      <w:r>
        <w:t>235.7342</w:t>
      </w:r>
      <w:r>
        <w:tab/>
        <w:t>1.013e0</w:t>
      </w:r>
    </w:p>
    <w:p w:rsidR="006974AE" w:rsidRDefault="006974AE" w:rsidP="006974AE">
      <w:r>
        <w:t>235.7381</w:t>
      </w:r>
      <w:r>
        <w:tab/>
        <w:t>1.013e0</w:t>
      </w:r>
    </w:p>
    <w:p w:rsidR="006974AE" w:rsidRDefault="006974AE" w:rsidP="006974AE">
      <w:r>
        <w:t>235.7991</w:t>
      </w:r>
      <w:r>
        <w:tab/>
        <w:t>1.013e0</w:t>
      </w:r>
    </w:p>
    <w:p w:rsidR="006974AE" w:rsidRDefault="006974AE" w:rsidP="006974AE">
      <w:r>
        <w:t>235.8168</w:t>
      </w:r>
      <w:r>
        <w:tab/>
        <w:t>1.013e0</w:t>
      </w:r>
    </w:p>
    <w:p w:rsidR="006974AE" w:rsidRDefault="006974AE" w:rsidP="006974AE">
      <w:r>
        <w:t>235.8205</w:t>
      </w:r>
      <w:r>
        <w:tab/>
        <w:t>1.013e0</w:t>
      </w:r>
    </w:p>
    <w:p w:rsidR="006974AE" w:rsidRDefault="006974AE" w:rsidP="006974AE">
      <w:r>
        <w:t>235.8655</w:t>
      </w:r>
      <w:r>
        <w:tab/>
        <w:t>1.013e0</w:t>
      </w:r>
    </w:p>
    <w:p w:rsidR="006974AE" w:rsidRDefault="006974AE" w:rsidP="006974AE">
      <w:r>
        <w:t>235.8960</w:t>
      </w:r>
      <w:r>
        <w:tab/>
        <w:t>3.038e0</w:t>
      </w:r>
    </w:p>
    <w:p w:rsidR="006974AE" w:rsidRDefault="006974AE" w:rsidP="006974AE">
      <w:r>
        <w:t>235.9007</w:t>
      </w:r>
      <w:r>
        <w:tab/>
        <w:t>1.013e0</w:t>
      </w:r>
    </w:p>
    <w:p w:rsidR="006974AE" w:rsidRDefault="006974AE" w:rsidP="006974AE">
      <w:r>
        <w:t>235.9184</w:t>
      </w:r>
      <w:r>
        <w:tab/>
        <w:t>2.025e0</w:t>
      </w:r>
    </w:p>
    <w:p w:rsidR="006974AE" w:rsidRDefault="006974AE" w:rsidP="006974AE">
      <w:r>
        <w:t>235.9269</w:t>
      </w:r>
      <w:r>
        <w:tab/>
        <w:t>1.013e0</w:t>
      </w:r>
    </w:p>
    <w:p w:rsidR="006974AE" w:rsidRDefault="006974AE" w:rsidP="006974AE">
      <w:r>
        <w:lastRenderedPageBreak/>
        <w:t>235.9305</w:t>
      </w:r>
      <w:r>
        <w:tab/>
        <w:t>1.013e0</w:t>
      </w:r>
    </w:p>
    <w:p w:rsidR="006974AE" w:rsidRDefault="006974AE" w:rsidP="006974AE">
      <w:r>
        <w:t>235.9500</w:t>
      </w:r>
      <w:r>
        <w:tab/>
        <w:t>1.013e0</w:t>
      </w:r>
    </w:p>
    <w:p w:rsidR="006974AE" w:rsidRDefault="006974AE" w:rsidP="006974AE">
      <w:r>
        <w:t>235.9714</w:t>
      </w:r>
      <w:r>
        <w:tab/>
        <w:t>1.013e0</w:t>
      </w:r>
    </w:p>
    <w:p w:rsidR="006974AE" w:rsidRDefault="006974AE" w:rsidP="006974AE">
      <w:r>
        <w:t>235.9761</w:t>
      </w:r>
      <w:r>
        <w:tab/>
        <w:t>1.013e0</w:t>
      </w:r>
    </w:p>
    <w:p w:rsidR="006974AE" w:rsidRDefault="006974AE" w:rsidP="006974AE">
      <w:r>
        <w:t>235.9874</w:t>
      </w:r>
      <w:r>
        <w:tab/>
        <w:t>1.013e0</w:t>
      </w:r>
    </w:p>
    <w:p w:rsidR="006974AE" w:rsidRDefault="006974AE" w:rsidP="006974AE">
      <w:r>
        <w:t>235.9955</w:t>
      </w:r>
      <w:r>
        <w:tab/>
        <w:t>2.025e0</w:t>
      </w:r>
    </w:p>
    <w:p w:rsidR="006974AE" w:rsidRDefault="006974AE" w:rsidP="006974AE">
      <w:r>
        <w:t>236.0139</w:t>
      </w:r>
      <w:r>
        <w:tab/>
        <w:t>2.025e0</w:t>
      </w:r>
    </w:p>
    <w:p w:rsidR="006974AE" w:rsidRDefault="006974AE" w:rsidP="006974AE">
      <w:r>
        <w:t>236.0176</w:t>
      </w:r>
      <w:r>
        <w:tab/>
        <w:t>9.459e0</w:t>
      </w:r>
    </w:p>
    <w:p w:rsidR="006974AE" w:rsidRDefault="006974AE" w:rsidP="006974AE">
      <w:r>
        <w:t>236.0187</w:t>
      </w:r>
      <w:r>
        <w:tab/>
        <w:t>5.063e0</w:t>
      </w:r>
    </w:p>
    <w:p w:rsidR="006974AE" w:rsidRDefault="006974AE" w:rsidP="006974AE">
      <w:r>
        <w:t>236.0212</w:t>
      </w:r>
      <w:r>
        <w:tab/>
        <w:t>1.013e1</w:t>
      </w:r>
    </w:p>
    <w:p w:rsidR="006974AE" w:rsidRDefault="006974AE" w:rsidP="006974AE">
      <w:r>
        <w:t>236.0444</w:t>
      </w:r>
      <w:r>
        <w:tab/>
        <w:t>1.013e0</w:t>
      </w:r>
    </w:p>
    <w:p w:rsidR="006974AE" w:rsidRDefault="006974AE" w:rsidP="006974AE">
      <w:r>
        <w:t>236.0525</w:t>
      </w:r>
      <w:r>
        <w:tab/>
        <w:t>1.013e0</w:t>
      </w:r>
    </w:p>
    <w:p w:rsidR="006974AE" w:rsidRDefault="006974AE" w:rsidP="006974AE">
      <w:r>
        <w:t>236.0645</w:t>
      </w:r>
      <w:r>
        <w:tab/>
        <w:t>2.025e0</w:t>
      </w:r>
    </w:p>
    <w:p w:rsidR="006974AE" w:rsidRDefault="006974AE" w:rsidP="006974AE">
      <w:r>
        <w:t>236.0858</w:t>
      </w:r>
      <w:r>
        <w:tab/>
        <w:t>1.013e0</w:t>
      </w:r>
    </w:p>
    <w:p w:rsidR="006974AE" w:rsidRDefault="006974AE" w:rsidP="006974AE">
      <w:r>
        <w:t>236.1011</w:t>
      </w:r>
      <w:r>
        <w:tab/>
        <w:t>2.797e0</w:t>
      </w:r>
    </w:p>
    <w:p w:rsidR="006974AE" w:rsidRDefault="006974AE" w:rsidP="006974AE">
      <w:r>
        <w:t>236.1067</w:t>
      </w:r>
      <w:r>
        <w:tab/>
        <w:t>5.816e0</w:t>
      </w:r>
    </w:p>
    <w:p w:rsidR="006974AE" w:rsidRDefault="006974AE" w:rsidP="006974AE">
      <w:r>
        <w:t>236.1133</w:t>
      </w:r>
      <w:r>
        <w:tab/>
        <w:t>1.013e0</w:t>
      </w:r>
    </w:p>
    <w:p w:rsidR="006974AE" w:rsidRDefault="006974AE" w:rsidP="006974AE">
      <w:r>
        <w:t>236.1156</w:t>
      </w:r>
      <w:r>
        <w:tab/>
        <w:t>2.025e0</w:t>
      </w:r>
    </w:p>
    <w:p w:rsidR="006974AE" w:rsidRDefault="006974AE" w:rsidP="006974AE">
      <w:r>
        <w:t>236.1174</w:t>
      </w:r>
      <w:r>
        <w:tab/>
        <w:t>1.013e0</w:t>
      </w:r>
    </w:p>
    <w:p w:rsidR="006974AE" w:rsidRDefault="006974AE" w:rsidP="006974AE">
      <w:r>
        <w:lastRenderedPageBreak/>
        <w:t>236.1198</w:t>
      </w:r>
      <w:r>
        <w:tab/>
        <w:t>2.025e0</w:t>
      </w:r>
    </w:p>
    <w:p w:rsidR="006974AE" w:rsidRDefault="006974AE" w:rsidP="006974AE">
      <w:r>
        <w:t>236.1223</w:t>
      </w:r>
      <w:r>
        <w:tab/>
        <w:t>2.025e0</w:t>
      </w:r>
    </w:p>
    <w:p w:rsidR="006974AE" w:rsidRDefault="006974AE" w:rsidP="006974AE">
      <w:r>
        <w:t>236.1305</w:t>
      </w:r>
      <w:r>
        <w:tab/>
        <w:t>2.025e0</w:t>
      </w:r>
    </w:p>
    <w:p w:rsidR="006974AE" w:rsidRDefault="006974AE" w:rsidP="006974AE">
      <w:r>
        <w:t>236.1388</w:t>
      </w:r>
      <w:r>
        <w:tab/>
        <w:t>1.013e0</w:t>
      </w:r>
    </w:p>
    <w:p w:rsidR="006974AE" w:rsidRDefault="006974AE" w:rsidP="006974AE">
      <w:r>
        <w:t>236.1508</w:t>
      </w:r>
      <w:r>
        <w:tab/>
        <w:t>1.013e0</w:t>
      </w:r>
    </w:p>
    <w:p w:rsidR="006974AE" w:rsidRDefault="006974AE" w:rsidP="006974AE">
      <w:r>
        <w:t>236.1547</w:t>
      </w:r>
      <w:r>
        <w:tab/>
        <w:t>3.038e0</w:t>
      </w:r>
    </w:p>
    <w:p w:rsidR="006974AE" w:rsidRDefault="006974AE" w:rsidP="006974AE">
      <w:r>
        <w:t>236.1622</w:t>
      </w:r>
      <w:r>
        <w:tab/>
        <w:t>1.013e0</w:t>
      </w:r>
    </w:p>
    <w:p w:rsidR="006974AE" w:rsidRDefault="006974AE" w:rsidP="006974AE">
      <w:r>
        <w:t>236.1706</w:t>
      </w:r>
      <w:r>
        <w:tab/>
        <w:t>1.013e0</w:t>
      </w:r>
    </w:p>
    <w:p w:rsidR="006974AE" w:rsidRDefault="006974AE" w:rsidP="006974AE">
      <w:r>
        <w:t>236.2037</w:t>
      </w:r>
      <w:r>
        <w:tab/>
        <w:t>4.051e0</w:t>
      </w:r>
    </w:p>
    <w:p w:rsidR="006974AE" w:rsidRDefault="006974AE" w:rsidP="006974AE">
      <w:r>
        <w:t>236.2075</w:t>
      </w:r>
      <w:r>
        <w:tab/>
        <w:t>1.013e0</w:t>
      </w:r>
    </w:p>
    <w:p w:rsidR="006974AE" w:rsidRDefault="006974AE" w:rsidP="006974AE">
      <w:r>
        <w:t>236.2414</w:t>
      </w:r>
      <w:r>
        <w:tab/>
        <w:t>1.013e0</w:t>
      </w:r>
    </w:p>
    <w:p w:rsidR="006974AE" w:rsidRDefault="006974AE" w:rsidP="006974AE">
      <w:r>
        <w:t>236.2449</w:t>
      </w:r>
      <w:r>
        <w:tab/>
        <w:t>1.013e0</w:t>
      </w:r>
    </w:p>
    <w:p w:rsidR="006974AE" w:rsidRDefault="006974AE" w:rsidP="006974AE">
      <w:r>
        <w:t>236.2531</w:t>
      </w:r>
      <w:r>
        <w:tab/>
        <w:t>2.025e0</w:t>
      </w:r>
    </w:p>
    <w:p w:rsidR="006974AE" w:rsidRDefault="006974AE" w:rsidP="006974AE">
      <w:r>
        <w:t>236.2570</w:t>
      </w:r>
      <w:r>
        <w:tab/>
        <w:t>1.013e0</w:t>
      </w:r>
    </w:p>
    <w:p w:rsidR="006974AE" w:rsidRDefault="006974AE" w:rsidP="006974AE">
      <w:r>
        <w:t>236.2983</w:t>
      </w:r>
      <w:r>
        <w:tab/>
        <w:t>1.013e0</w:t>
      </w:r>
    </w:p>
    <w:p w:rsidR="006974AE" w:rsidRDefault="006974AE" w:rsidP="006974AE">
      <w:r>
        <w:t>236.3117</w:t>
      </w:r>
      <w:r>
        <w:tab/>
        <w:t>2.025e0</w:t>
      </w:r>
    </w:p>
    <w:p w:rsidR="006974AE" w:rsidRDefault="006974AE" w:rsidP="006974AE">
      <w:r>
        <w:t>236.3300</w:t>
      </w:r>
      <w:r>
        <w:tab/>
        <w:t>1.013e0</w:t>
      </w:r>
    </w:p>
    <w:p w:rsidR="006974AE" w:rsidRDefault="006974AE" w:rsidP="006974AE">
      <w:r>
        <w:t>236.3671</w:t>
      </w:r>
      <w:r>
        <w:tab/>
        <w:t>1.013e0</w:t>
      </w:r>
    </w:p>
    <w:p w:rsidR="006974AE" w:rsidRDefault="006974AE" w:rsidP="006974AE">
      <w:r>
        <w:t>236.3788</w:t>
      </w:r>
      <w:r>
        <w:tab/>
        <w:t>1.013e0</w:t>
      </w:r>
    </w:p>
    <w:p w:rsidR="006974AE" w:rsidRDefault="006974AE" w:rsidP="006974AE">
      <w:r>
        <w:lastRenderedPageBreak/>
        <w:t>236.3832</w:t>
      </w:r>
      <w:r>
        <w:tab/>
        <w:t>1.013e0</w:t>
      </w:r>
    </w:p>
    <w:p w:rsidR="006974AE" w:rsidRDefault="006974AE" w:rsidP="006974AE">
      <w:r>
        <w:t>236.4411</w:t>
      </w:r>
      <w:r>
        <w:tab/>
        <w:t>1.013e0</w:t>
      </w:r>
    </w:p>
    <w:p w:rsidR="006974AE" w:rsidRDefault="006974AE" w:rsidP="006974AE">
      <w:r>
        <w:t>236.4537</w:t>
      </w:r>
      <w:r>
        <w:tab/>
        <w:t>1.013e0</w:t>
      </w:r>
    </w:p>
    <w:p w:rsidR="006974AE" w:rsidRDefault="006974AE" w:rsidP="006974AE">
      <w:r>
        <w:t>236.4729</w:t>
      </w:r>
      <w:r>
        <w:tab/>
        <w:t>1.013e0</w:t>
      </w:r>
    </w:p>
    <w:p w:rsidR="006974AE" w:rsidRDefault="006974AE" w:rsidP="006974AE">
      <w:r>
        <w:t>236.5106</w:t>
      </w:r>
      <w:r>
        <w:tab/>
        <w:t>2.025e0</w:t>
      </w:r>
    </w:p>
    <w:p w:rsidR="006974AE" w:rsidRDefault="006974AE" w:rsidP="006974AE">
      <w:r>
        <w:t>236.5162</w:t>
      </w:r>
      <w:r>
        <w:tab/>
        <w:t>2.025e0</w:t>
      </w:r>
    </w:p>
    <w:p w:rsidR="006974AE" w:rsidRDefault="006974AE" w:rsidP="006974AE">
      <w:r>
        <w:t>236.5224</w:t>
      </w:r>
      <w:r>
        <w:tab/>
        <w:t>1.013e0</w:t>
      </w:r>
    </w:p>
    <w:p w:rsidR="006974AE" w:rsidRDefault="006974AE" w:rsidP="006974AE">
      <w:r>
        <w:t>236.5301</w:t>
      </w:r>
      <w:r>
        <w:tab/>
        <w:t>1.013e0</w:t>
      </w:r>
    </w:p>
    <w:p w:rsidR="006974AE" w:rsidRDefault="006974AE" w:rsidP="006974AE">
      <w:r>
        <w:t>236.5473</w:t>
      </w:r>
      <w:r>
        <w:tab/>
        <w:t>1.013e0</w:t>
      </w:r>
    </w:p>
    <w:p w:rsidR="006974AE" w:rsidRDefault="006974AE" w:rsidP="006974AE">
      <w:r>
        <w:t>236.5616</w:t>
      </w:r>
      <w:r>
        <w:tab/>
        <w:t>2.025e0</w:t>
      </w:r>
    </w:p>
    <w:p w:rsidR="006974AE" w:rsidRDefault="006974AE" w:rsidP="006974AE">
      <w:r>
        <w:t>236.5919</w:t>
      </w:r>
      <w:r>
        <w:tab/>
        <w:t>2.025e0</w:t>
      </w:r>
    </w:p>
    <w:p w:rsidR="006974AE" w:rsidRDefault="006974AE" w:rsidP="006974AE">
      <w:r>
        <w:t>236.6817</w:t>
      </w:r>
      <w:r>
        <w:tab/>
        <w:t>1.013e0</w:t>
      </w:r>
    </w:p>
    <w:p w:rsidR="006974AE" w:rsidRDefault="006974AE" w:rsidP="006974AE">
      <w:r>
        <w:t>236.6981</w:t>
      </w:r>
      <w:r>
        <w:tab/>
        <w:t>1.013e0</w:t>
      </w:r>
    </w:p>
    <w:p w:rsidR="006974AE" w:rsidRDefault="006974AE" w:rsidP="006974AE">
      <w:r>
        <w:t>236.7497</w:t>
      </w:r>
      <w:r>
        <w:tab/>
        <w:t>2.025e0</w:t>
      </w:r>
    </w:p>
    <w:p w:rsidR="006974AE" w:rsidRDefault="006974AE" w:rsidP="006974AE">
      <w:r>
        <w:t>236.7513</w:t>
      </w:r>
      <w:r>
        <w:tab/>
        <w:t>1.013e0</w:t>
      </w:r>
    </w:p>
    <w:p w:rsidR="006974AE" w:rsidRDefault="006974AE" w:rsidP="006974AE">
      <w:r>
        <w:t>236.7602</w:t>
      </w:r>
      <w:r>
        <w:tab/>
        <w:t>1.013e0</w:t>
      </w:r>
    </w:p>
    <w:p w:rsidR="006974AE" w:rsidRDefault="006974AE" w:rsidP="006974AE">
      <w:r>
        <w:t>236.8049</w:t>
      </w:r>
      <w:r>
        <w:tab/>
        <w:t>1.013e0</w:t>
      </w:r>
    </w:p>
    <w:p w:rsidR="006974AE" w:rsidRDefault="006974AE" w:rsidP="006974AE">
      <w:r>
        <w:t>236.8136</w:t>
      </w:r>
      <w:r>
        <w:tab/>
        <w:t>2.025e0</w:t>
      </w:r>
    </w:p>
    <w:p w:rsidR="006974AE" w:rsidRDefault="006974AE" w:rsidP="006974AE">
      <w:r>
        <w:t>236.8582</w:t>
      </w:r>
      <w:r>
        <w:tab/>
        <w:t>1.013e0</w:t>
      </w:r>
    </w:p>
    <w:p w:rsidR="006974AE" w:rsidRDefault="006974AE" w:rsidP="006974AE">
      <w:r>
        <w:lastRenderedPageBreak/>
        <w:t>236.8746</w:t>
      </w:r>
      <w:r>
        <w:tab/>
        <w:t>1.013e0</w:t>
      </w:r>
    </w:p>
    <w:p w:rsidR="006974AE" w:rsidRDefault="006974AE" w:rsidP="006974AE">
      <w:r>
        <w:t>236.8938</w:t>
      </w:r>
      <w:r>
        <w:tab/>
        <w:t>1.013e0</w:t>
      </w:r>
    </w:p>
    <w:p w:rsidR="006974AE" w:rsidRDefault="006974AE" w:rsidP="006974AE">
      <w:r>
        <w:t>236.8981</w:t>
      </w:r>
      <w:r>
        <w:tab/>
        <w:t>1.013e0</w:t>
      </w:r>
    </w:p>
    <w:p w:rsidR="006974AE" w:rsidRDefault="006974AE" w:rsidP="006974AE">
      <w:r>
        <w:t>236.9026</w:t>
      </w:r>
      <w:r>
        <w:tab/>
        <w:t>1.013e0</w:t>
      </w:r>
    </w:p>
    <w:p w:rsidR="006974AE" w:rsidRDefault="006974AE" w:rsidP="006974AE">
      <w:r>
        <w:t>236.9258</w:t>
      </w:r>
      <w:r>
        <w:tab/>
        <w:t>2.025e0</w:t>
      </w:r>
    </w:p>
    <w:p w:rsidR="006974AE" w:rsidRDefault="006974AE" w:rsidP="006974AE">
      <w:r>
        <w:t>236.9274</w:t>
      </w:r>
      <w:r>
        <w:tab/>
        <w:t>1.013e0</w:t>
      </w:r>
    </w:p>
    <w:p w:rsidR="006974AE" w:rsidRDefault="006974AE" w:rsidP="006974AE">
      <w:r>
        <w:t>236.9356</w:t>
      </w:r>
      <w:r>
        <w:tab/>
        <w:t>1.013e0</w:t>
      </w:r>
    </w:p>
    <w:p w:rsidR="006974AE" w:rsidRDefault="006974AE" w:rsidP="006974AE">
      <w:r>
        <w:t>236.9372</w:t>
      </w:r>
      <w:r>
        <w:tab/>
        <w:t>2.025e0</w:t>
      </w:r>
    </w:p>
    <w:p w:rsidR="006974AE" w:rsidRDefault="006974AE" w:rsidP="006974AE">
      <w:r>
        <w:t>236.9469</w:t>
      </w:r>
      <w:r>
        <w:tab/>
        <w:t>1.013e0</w:t>
      </w:r>
    </w:p>
    <w:p w:rsidR="006974AE" w:rsidRDefault="006974AE" w:rsidP="006974AE">
      <w:r>
        <w:t>236.9721</w:t>
      </w:r>
      <w:r>
        <w:tab/>
        <w:t>2.025e0</w:t>
      </w:r>
    </w:p>
    <w:p w:rsidR="006974AE" w:rsidRDefault="006974AE" w:rsidP="006974AE">
      <w:r>
        <w:t>236.9750</w:t>
      </w:r>
      <w:r>
        <w:tab/>
        <w:t>2.025e0</w:t>
      </w:r>
    </w:p>
    <w:p w:rsidR="006974AE" w:rsidRDefault="006974AE" w:rsidP="006974AE">
      <w:r>
        <w:t>236.9769</w:t>
      </w:r>
      <w:r>
        <w:tab/>
        <w:t>1.013e0</w:t>
      </w:r>
    </w:p>
    <w:p w:rsidR="006974AE" w:rsidRDefault="006974AE" w:rsidP="006974AE">
      <w:r>
        <w:t>236.9805</w:t>
      </w:r>
      <w:r>
        <w:tab/>
        <w:t>1.013e0</w:t>
      </w:r>
    </w:p>
    <w:p w:rsidR="006974AE" w:rsidRDefault="006974AE" w:rsidP="006974AE">
      <w:r>
        <w:t>237.0191</w:t>
      </w:r>
      <w:r>
        <w:tab/>
        <w:t>6.520e0</w:t>
      </w:r>
    </w:p>
    <w:p w:rsidR="006974AE" w:rsidRDefault="006974AE" w:rsidP="006974AE">
      <w:r>
        <w:t>237.0224</w:t>
      </w:r>
      <w:r>
        <w:tab/>
        <w:t>4.331e1</w:t>
      </w:r>
    </w:p>
    <w:p w:rsidR="006974AE" w:rsidRDefault="006974AE" w:rsidP="006974AE">
      <w:r>
        <w:t>237.0245</w:t>
      </w:r>
      <w:r>
        <w:tab/>
        <w:t>1.823e1</w:t>
      </w:r>
    </w:p>
    <w:p w:rsidR="006974AE" w:rsidRDefault="006974AE" w:rsidP="006974AE">
      <w:r>
        <w:t>237.0255</w:t>
      </w:r>
      <w:r>
        <w:tab/>
        <w:t>2.025e0</w:t>
      </w:r>
    </w:p>
    <w:p w:rsidR="006974AE" w:rsidRDefault="006974AE" w:rsidP="006974AE">
      <w:r>
        <w:t>237.0397</w:t>
      </w:r>
      <w:r>
        <w:tab/>
        <w:t>3.693e0</w:t>
      </w:r>
    </w:p>
    <w:p w:rsidR="006974AE" w:rsidRDefault="006974AE" w:rsidP="006974AE">
      <w:r>
        <w:t>237.0522</w:t>
      </w:r>
      <w:r>
        <w:tab/>
        <w:t>4.051e0</w:t>
      </w:r>
    </w:p>
    <w:p w:rsidR="006974AE" w:rsidRDefault="006974AE" w:rsidP="006974AE">
      <w:r>
        <w:lastRenderedPageBreak/>
        <w:t>237.0711</w:t>
      </w:r>
      <w:r>
        <w:tab/>
        <w:t>1.013e0</w:t>
      </w:r>
    </w:p>
    <w:p w:rsidR="006974AE" w:rsidRDefault="006974AE" w:rsidP="006974AE">
      <w:r>
        <w:t>237.0768</w:t>
      </w:r>
      <w:r>
        <w:tab/>
        <w:t>2.025e0</w:t>
      </w:r>
    </w:p>
    <w:p w:rsidR="006974AE" w:rsidRDefault="006974AE" w:rsidP="006974AE">
      <w:r>
        <w:t>237.0871</w:t>
      </w:r>
      <w:r>
        <w:tab/>
        <w:t>2.025e0</w:t>
      </w:r>
    </w:p>
    <w:p w:rsidR="006974AE" w:rsidRDefault="006974AE" w:rsidP="006974AE">
      <w:r>
        <w:t>237.0986</w:t>
      </w:r>
      <w:r>
        <w:tab/>
        <w:t>3.038e0</w:t>
      </w:r>
    </w:p>
    <w:p w:rsidR="006974AE" w:rsidRDefault="006974AE" w:rsidP="006974AE">
      <w:r>
        <w:t>237.1114</w:t>
      </w:r>
      <w:r>
        <w:tab/>
        <w:t>1.013e0</w:t>
      </w:r>
    </w:p>
    <w:p w:rsidR="006974AE" w:rsidRDefault="006974AE" w:rsidP="006974AE">
      <w:r>
        <w:t>237.1218</w:t>
      </w:r>
      <w:r>
        <w:tab/>
        <w:t>2.025e0</w:t>
      </w:r>
    </w:p>
    <w:p w:rsidR="006974AE" w:rsidRDefault="006974AE" w:rsidP="006974AE">
      <w:r>
        <w:t>237.1286</w:t>
      </w:r>
      <w:r>
        <w:tab/>
        <w:t>1.013e0</w:t>
      </w:r>
    </w:p>
    <w:p w:rsidR="006974AE" w:rsidRDefault="006974AE" w:rsidP="006974AE">
      <w:r>
        <w:t>237.1321</w:t>
      </w:r>
      <w:r>
        <w:tab/>
        <w:t>1.013e0</w:t>
      </w:r>
    </w:p>
    <w:p w:rsidR="006974AE" w:rsidRDefault="006974AE" w:rsidP="006974AE">
      <w:r>
        <w:t>237.1363</w:t>
      </w:r>
      <w:r>
        <w:tab/>
        <w:t>2.025e0</w:t>
      </w:r>
    </w:p>
    <w:p w:rsidR="006974AE" w:rsidRDefault="006974AE" w:rsidP="006974AE">
      <w:r>
        <w:t>237.1439</w:t>
      </w:r>
      <w:r>
        <w:tab/>
        <w:t>1.013e0</w:t>
      </w:r>
    </w:p>
    <w:p w:rsidR="006974AE" w:rsidRDefault="006974AE" w:rsidP="006974AE">
      <w:r>
        <w:t>237.1558</w:t>
      </w:r>
      <w:r>
        <w:tab/>
        <w:t>2.025e0</w:t>
      </w:r>
    </w:p>
    <w:p w:rsidR="006974AE" w:rsidRDefault="006974AE" w:rsidP="006974AE">
      <w:r>
        <w:t>237.1604</w:t>
      </w:r>
      <w:r>
        <w:tab/>
        <w:t>2.025e0</w:t>
      </w:r>
    </w:p>
    <w:p w:rsidR="006974AE" w:rsidRDefault="006974AE" w:rsidP="006974AE">
      <w:r>
        <w:t>237.1736</w:t>
      </w:r>
      <w:r>
        <w:tab/>
        <w:t>1.013e0</w:t>
      </w:r>
    </w:p>
    <w:p w:rsidR="006974AE" w:rsidRDefault="006974AE" w:rsidP="006974AE">
      <w:r>
        <w:t>237.1794</w:t>
      </w:r>
      <w:r>
        <w:tab/>
        <w:t>2.025e0</w:t>
      </w:r>
    </w:p>
    <w:p w:rsidR="006974AE" w:rsidRDefault="006974AE" w:rsidP="006974AE">
      <w:r>
        <w:t>237.2077</w:t>
      </w:r>
      <w:r>
        <w:tab/>
        <w:t>2.025e0</w:t>
      </w:r>
    </w:p>
    <w:p w:rsidR="006974AE" w:rsidRDefault="006974AE" w:rsidP="006974AE">
      <w:r>
        <w:t>237.2119</w:t>
      </w:r>
      <w:r>
        <w:tab/>
        <w:t>3.038e0</w:t>
      </w:r>
    </w:p>
    <w:p w:rsidR="006974AE" w:rsidRDefault="006974AE" w:rsidP="006974AE">
      <w:r>
        <w:t>237.2179</w:t>
      </w:r>
      <w:r>
        <w:tab/>
        <w:t>2.025e0</w:t>
      </w:r>
    </w:p>
    <w:p w:rsidR="006974AE" w:rsidRDefault="006974AE" w:rsidP="006974AE">
      <w:r>
        <w:t>237.2222</w:t>
      </w:r>
      <w:r>
        <w:tab/>
        <w:t>1.013e0</w:t>
      </w:r>
    </w:p>
    <w:p w:rsidR="006974AE" w:rsidRDefault="006974AE" w:rsidP="006974AE">
      <w:r>
        <w:t>237.2425</w:t>
      </w:r>
      <w:r>
        <w:tab/>
        <w:t>2.025e0</w:t>
      </w:r>
    </w:p>
    <w:p w:rsidR="006974AE" w:rsidRDefault="006974AE" w:rsidP="006974AE">
      <w:r>
        <w:lastRenderedPageBreak/>
        <w:t>237.2543</w:t>
      </w:r>
      <w:r>
        <w:tab/>
        <w:t>1.013e0</w:t>
      </w:r>
    </w:p>
    <w:p w:rsidR="006974AE" w:rsidRDefault="006974AE" w:rsidP="006974AE">
      <w:r>
        <w:t>237.2758</w:t>
      </w:r>
      <w:r>
        <w:tab/>
        <w:t>1.013e0</w:t>
      </w:r>
    </w:p>
    <w:p w:rsidR="006974AE" w:rsidRDefault="006974AE" w:rsidP="006974AE">
      <w:r>
        <w:t>237.2801</w:t>
      </w:r>
      <w:r>
        <w:tab/>
        <w:t>2.025e0</w:t>
      </w:r>
    </w:p>
    <w:p w:rsidR="006974AE" w:rsidRDefault="006974AE" w:rsidP="006974AE">
      <w:r>
        <w:t>237.2997</w:t>
      </w:r>
      <w:r>
        <w:tab/>
        <w:t>1.013e0</w:t>
      </w:r>
    </w:p>
    <w:p w:rsidR="006974AE" w:rsidRDefault="006974AE" w:rsidP="006974AE">
      <w:r>
        <w:t>237.3033</w:t>
      </w:r>
      <w:r>
        <w:tab/>
        <w:t>1.013e0</w:t>
      </w:r>
    </w:p>
    <w:p w:rsidR="006974AE" w:rsidRDefault="006974AE" w:rsidP="006974AE">
      <w:r>
        <w:t>237.3247</w:t>
      </w:r>
      <w:r>
        <w:tab/>
        <w:t>2.025e0</w:t>
      </w:r>
    </w:p>
    <w:p w:rsidR="006974AE" w:rsidRDefault="006974AE" w:rsidP="006974AE">
      <w:r>
        <w:t>237.3641</w:t>
      </w:r>
      <w:r>
        <w:tab/>
        <w:t>3.038e0</w:t>
      </w:r>
    </w:p>
    <w:p w:rsidR="006974AE" w:rsidRDefault="006974AE" w:rsidP="006974AE">
      <w:r>
        <w:t>237.3903</w:t>
      </w:r>
      <w:r>
        <w:tab/>
        <w:t>1.013e0</w:t>
      </w:r>
    </w:p>
    <w:p w:rsidR="006974AE" w:rsidRDefault="006974AE" w:rsidP="006974AE">
      <w:r>
        <w:t>237.3939</w:t>
      </w:r>
      <w:r>
        <w:tab/>
        <w:t>1.013e0</w:t>
      </w:r>
    </w:p>
    <w:p w:rsidR="006974AE" w:rsidRDefault="006974AE" w:rsidP="006974AE">
      <w:r>
        <w:t>237.4471</w:t>
      </w:r>
      <w:r>
        <w:tab/>
        <w:t>1.013e0</w:t>
      </w:r>
    </w:p>
    <w:p w:rsidR="006974AE" w:rsidRDefault="006974AE" w:rsidP="006974AE">
      <w:r>
        <w:t>237.4591</w:t>
      </w:r>
      <w:r>
        <w:tab/>
        <w:t>2.025e0</w:t>
      </w:r>
    </w:p>
    <w:p w:rsidR="006974AE" w:rsidRDefault="006974AE" w:rsidP="006974AE">
      <w:r>
        <w:t>237.4760</w:t>
      </w:r>
      <w:r>
        <w:tab/>
        <w:t>1.013e0</w:t>
      </w:r>
    </w:p>
    <w:p w:rsidR="006974AE" w:rsidRDefault="006974AE" w:rsidP="006974AE">
      <w:r>
        <w:t>237.5382</w:t>
      </w:r>
      <w:r>
        <w:tab/>
        <w:t>1.013e0</w:t>
      </w:r>
    </w:p>
    <w:p w:rsidR="006974AE" w:rsidRDefault="006974AE" w:rsidP="006974AE">
      <w:r>
        <w:t>237.5574</w:t>
      </w:r>
      <w:r>
        <w:tab/>
        <w:t>1.013e0</w:t>
      </w:r>
    </w:p>
    <w:p w:rsidR="006974AE" w:rsidRDefault="006974AE" w:rsidP="006974AE">
      <w:r>
        <w:t>237.5616</w:t>
      </w:r>
      <w:r>
        <w:tab/>
        <w:t>2.025e0</w:t>
      </w:r>
    </w:p>
    <w:p w:rsidR="006974AE" w:rsidRDefault="006974AE" w:rsidP="006974AE">
      <w:r>
        <w:t>237.5784</w:t>
      </w:r>
      <w:r>
        <w:tab/>
        <w:t>2.025e0</w:t>
      </w:r>
    </w:p>
    <w:p w:rsidR="006974AE" w:rsidRDefault="006974AE" w:rsidP="006974AE">
      <w:r>
        <w:t>237.5825</w:t>
      </w:r>
      <w:r>
        <w:tab/>
        <w:t>1.013e0</w:t>
      </w:r>
    </w:p>
    <w:p w:rsidR="006974AE" w:rsidRDefault="006974AE" w:rsidP="006974AE">
      <w:r>
        <w:t>237.6069</w:t>
      </w:r>
      <w:r>
        <w:tab/>
        <w:t>1.013e0</w:t>
      </w:r>
    </w:p>
    <w:p w:rsidR="006974AE" w:rsidRDefault="006974AE" w:rsidP="006974AE">
      <w:r>
        <w:t>237.6086</w:t>
      </w:r>
      <w:r>
        <w:tab/>
        <w:t>2.025e0</w:t>
      </w:r>
    </w:p>
    <w:p w:rsidR="006974AE" w:rsidRDefault="006974AE" w:rsidP="006974AE">
      <w:r>
        <w:lastRenderedPageBreak/>
        <w:t>237.6273</w:t>
      </w:r>
      <w:r>
        <w:tab/>
        <w:t>1.013e0</w:t>
      </w:r>
    </w:p>
    <w:p w:rsidR="006974AE" w:rsidRDefault="006974AE" w:rsidP="006974AE">
      <w:r>
        <w:t>237.6404</w:t>
      </w:r>
      <w:r>
        <w:tab/>
        <w:t>1.013e0</w:t>
      </w:r>
    </w:p>
    <w:p w:rsidR="006974AE" w:rsidRDefault="006974AE" w:rsidP="006974AE">
      <w:r>
        <w:t>237.6522</w:t>
      </w:r>
      <w:r>
        <w:tab/>
        <w:t>1.013e0</w:t>
      </w:r>
    </w:p>
    <w:p w:rsidR="006974AE" w:rsidRDefault="006974AE" w:rsidP="006974AE">
      <w:r>
        <w:t>237.6598</w:t>
      </w:r>
      <w:r>
        <w:tab/>
        <w:t>1.013e0</w:t>
      </w:r>
    </w:p>
    <w:p w:rsidR="006974AE" w:rsidRDefault="006974AE" w:rsidP="006974AE">
      <w:r>
        <w:t>237.6805</w:t>
      </w:r>
      <w:r>
        <w:tab/>
        <w:t>1.013e0</w:t>
      </w:r>
    </w:p>
    <w:p w:rsidR="006974AE" w:rsidRDefault="006974AE" w:rsidP="006974AE">
      <w:r>
        <w:t>237.6976</w:t>
      </w:r>
      <w:r>
        <w:tab/>
        <w:t>1.013e0</w:t>
      </w:r>
    </w:p>
    <w:p w:rsidR="006974AE" w:rsidRDefault="006974AE" w:rsidP="006974AE">
      <w:r>
        <w:t>237.7054</w:t>
      </w:r>
      <w:r>
        <w:tab/>
        <w:t>1.013e0</w:t>
      </w:r>
    </w:p>
    <w:p w:rsidR="006974AE" w:rsidRDefault="006974AE" w:rsidP="006974AE">
      <w:r>
        <w:t>237.7148</w:t>
      </w:r>
      <w:r>
        <w:tab/>
        <w:t>2.025e0</w:t>
      </w:r>
    </w:p>
    <w:p w:rsidR="006974AE" w:rsidRDefault="006974AE" w:rsidP="006974AE">
      <w:r>
        <w:t>237.7298</w:t>
      </w:r>
      <w:r>
        <w:tab/>
        <w:t>1.013e0</w:t>
      </w:r>
    </w:p>
    <w:p w:rsidR="006974AE" w:rsidRDefault="006974AE" w:rsidP="006974AE">
      <w:r>
        <w:t>237.7547</w:t>
      </w:r>
      <w:r>
        <w:tab/>
        <w:t>1.013e0</w:t>
      </w:r>
    </w:p>
    <w:p w:rsidR="006974AE" w:rsidRDefault="006974AE" w:rsidP="006974AE">
      <w:r>
        <w:t>237.7586</w:t>
      </w:r>
      <w:r>
        <w:tab/>
        <w:t>3.038e0</w:t>
      </w:r>
    </w:p>
    <w:p w:rsidR="006974AE" w:rsidRDefault="006974AE" w:rsidP="006974AE">
      <w:r>
        <w:t>237.7623</w:t>
      </w:r>
      <w:r>
        <w:tab/>
        <w:t>2.025e0</w:t>
      </w:r>
    </w:p>
    <w:p w:rsidR="006974AE" w:rsidRDefault="006974AE" w:rsidP="006974AE">
      <w:r>
        <w:t>237.7740</w:t>
      </w:r>
      <w:r>
        <w:tab/>
        <w:t>1.013e0</w:t>
      </w:r>
    </w:p>
    <w:p w:rsidR="006974AE" w:rsidRDefault="006974AE" w:rsidP="006974AE">
      <w:r>
        <w:t>237.8036</w:t>
      </w:r>
      <w:r>
        <w:tab/>
        <w:t>1.013e0</w:t>
      </w:r>
    </w:p>
    <w:p w:rsidR="006974AE" w:rsidRDefault="006974AE" w:rsidP="006974AE">
      <w:r>
        <w:t>237.8079</w:t>
      </w:r>
      <w:r>
        <w:tab/>
        <w:t>1.013e0</w:t>
      </w:r>
    </w:p>
    <w:p w:rsidR="006974AE" w:rsidRDefault="006974AE" w:rsidP="006974AE">
      <w:r>
        <w:t>237.8231</w:t>
      </w:r>
      <w:r>
        <w:tab/>
        <w:t>1.013e0</w:t>
      </w:r>
    </w:p>
    <w:p w:rsidR="006974AE" w:rsidRDefault="006974AE" w:rsidP="006974AE">
      <w:r>
        <w:t>237.8456</w:t>
      </w:r>
      <w:r>
        <w:tab/>
        <w:t>1.013e0</w:t>
      </w:r>
    </w:p>
    <w:p w:rsidR="006974AE" w:rsidRDefault="006974AE" w:rsidP="006974AE">
      <w:r>
        <w:t>237.8647</w:t>
      </w:r>
      <w:r>
        <w:tab/>
        <w:t>3.038e0</w:t>
      </w:r>
    </w:p>
    <w:p w:rsidR="006974AE" w:rsidRDefault="006974AE" w:rsidP="006974AE">
      <w:r>
        <w:t>237.8765</w:t>
      </w:r>
      <w:r>
        <w:tab/>
        <w:t>1.013e0</w:t>
      </w:r>
    </w:p>
    <w:p w:rsidR="006974AE" w:rsidRDefault="006974AE" w:rsidP="006974AE">
      <w:r>
        <w:lastRenderedPageBreak/>
        <w:t>237.8898</w:t>
      </w:r>
      <w:r>
        <w:tab/>
        <w:t>1.013e0</w:t>
      </w:r>
    </w:p>
    <w:p w:rsidR="006974AE" w:rsidRDefault="006974AE" w:rsidP="006974AE">
      <w:r>
        <w:t>237.9101</w:t>
      </w:r>
      <w:r>
        <w:tab/>
        <w:t>3.038e0</w:t>
      </w:r>
    </w:p>
    <w:p w:rsidR="006974AE" w:rsidRDefault="006974AE" w:rsidP="006974AE">
      <w:r>
        <w:t>237.9596</w:t>
      </w:r>
      <w:r>
        <w:tab/>
        <w:t>1.013e0</w:t>
      </w:r>
    </w:p>
    <w:p w:rsidR="006974AE" w:rsidRDefault="006974AE" w:rsidP="006974AE">
      <w:r>
        <w:t>237.9711</w:t>
      </w:r>
      <w:r>
        <w:tab/>
        <w:t>1.013e0</w:t>
      </w:r>
    </w:p>
    <w:p w:rsidR="006974AE" w:rsidRDefault="006974AE" w:rsidP="006974AE">
      <w:r>
        <w:t>237.9834</w:t>
      </w:r>
      <w:r>
        <w:tab/>
        <w:t>1.013e0</w:t>
      </w:r>
    </w:p>
    <w:p w:rsidR="006974AE" w:rsidRDefault="006974AE" w:rsidP="006974AE">
      <w:r>
        <w:t>237.9946</w:t>
      </w:r>
      <w:r>
        <w:tab/>
        <w:t>2.025e0</w:t>
      </w:r>
    </w:p>
    <w:p w:rsidR="006974AE" w:rsidRDefault="006974AE" w:rsidP="006974AE">
      <w:r>
        <w:t>238.0206</w:t>
      </w:r>
      <w:r>
        <w:tab/>
        <w:t>2.025e0</w:t>
      </w:r>
    </w:p>
    <w:p w:rsidR="006974AE" w:rsidRDefault="006974AE" w:rsidP="006974AE">
      <w:r>
        <w:t>238.0222</w:t>
      </w:r>
      <w:r>
        <w:tab/>
        <w:t>2.025e0</w:t>
      </w:r>
    </w:p>
    <w:p w:rsidR="006974AE" w:rsidRDefault="006974AE" w:rsidP="006974AE">
      <w:r>
        <w:t>238.0245</w:t>
      </w:r>
      <w:r>
        <w:tab/>
        <w:t>1.013e0</w:t>
      </w:r>
    </w:p>
    <w:p w:rsidR="006974AE" w:rsidRDefault="006974AE" w:rsidP="006974AE">
      <w:r>
        <w:t>238.0256</w:t>
      </w:r>
      <w:r>
        <w:tab/>
        <w:t>1.418e1</w:t>
      </w:r>
    </w:p>
    <w:p w:rsidR="006974AE" w:rsidRDefault="006974AE" w:rsidP="006974AE">
      <w:r>
        <w:t>238.0337</w:t>
      </w:r>
      <w:r>
        <w:tab/>
        <w:t>3.038e0</w:t>
      </w:r>
    </w:p>
    <w:p w:rsidR="006974AE" w:rsidRDefault="006974AE" w:rsidP="006974AE">
      <w:r>
        <w:t>238.0369</w:t>
      </w:r>
      <w:r>
        <w:tab/>
        <w:t>2.025e0</w:t>
      </w:r>
    </w:p>
    <w:p w:rsidR="006974AE" w:rsidRDefault="006974AE" w:rsidP="006974AE">
      <w:r>
        <w:t>238.0462</w:t>
      </w:r>
      <w:r>
        <w:tab/>
        <w:t>1.013e0</w:t>
      </w:r>
    </w:p>
    <w:p w:rsidR="006974AE" w:rsidRDefault="006974AE" w:rsidP="006974AE">
      <w:r>
        <w:t>238.0697</w:t>
      </w:r>
      <w:r>
        <w:tab/>
        <w:t>1.013e0</w:t>
      </w:r>
    </w:p>
    <w:p w:rsidR="006974AE" w:rsidRDefault="006974AE" w:rsidP="006974AE">
      <w:r>
        <w:t>238.0737</w:t>
      </w:r>
      <w:r>
        <w:tab/>
        <w:t>3.038e0</w:t>
      </w:r>
    </w:p>
    <w:p w:rsidR="006974AE" w:rsidRDefault="006974AE" w:rsidP="006974AE">
      <w:r>
        <w:t>238.0777</w:t>
      </w:r>
      <w:r>
        <w:tab/>
        <w:t>1.013e0</w:t>
      </w:r>
    </w:p>
    <w:p w:rsidR="006974AE" w:rsidRDefault="006974AE" w:rsidP="006974AE">
      <w:r>
        <w:t>238.0988</w:t>
      </w:r>
      <w:r>
        <w:tab/>
        <w:t>2.025e0</w:t>
      </w:r>
    </w:p>
    <w:p w:rsidR="006974AE" w:rsidRDefault="006974AE" w:rsidP="006974AE">
      <w:r>
        <w:t>238.1150</w:t>
      </w:r>
      <w:r>
        <w:tab/>
        <w:t>1.013e0</w:t>
      </w:r>
    </w:p>
    <w:p w:rsidR="006974AE" w:rsidRDefault="006974AE" w:rsidP="006974AE">
      <w:r>
        <w:t>238.1192</w:t>
      </w:r>
      <w:r>
        <w:tab/>
        <w:t>1.013e0</w:t>
      </w:r>
    </w:p>
    <w:p w:rsidR="006974AE" w:rsidRDefault="006974AE" w:rsidP="006974AE">
      <w:r>
        <w:lastRenderedPageBreak/>
        <w:t>238.1323</w:t>
      </w:r>
      <w:r>
        <w:tab/>
        <w:t>2.025e0</w:t>
      </w:r>
    </w:p>
    <w:p w:rsidR="006974AE" w:rsidRDefault="006974AE" w:rsidP="006974AE">
      <w:r>
        <w:t>238.1568</w:t>
      </w:r>
      <w:r>
        <w:tab/>
        <w:t>1.013e0</w:t>
      </w:r>
    </w:p>
    <w:p w:rsidR="006974AE" w:rsidRDefault="006974AE" w:rsidP="006974AE">
      <w:r>
        <w:t>238.1643</w:t>
      </w:r>
      <w:r>
        <w:tab/>
        <w:t>2.025e0</w:t>
      </w:r>
    </w:p>
    <w:p w:rsidR="006974AE" w:rsidRDefault="006974AE" w:rsidP="006974AE">
      <w:r>
        <w:t>238.1663</w:t>
      </w:r>
      <w:r>
        <w:tab/>
        <w:t>2.025e0</w:t>
      </w:r>
    </w:p>
    <w:p w:rsidR="006974AE" w:rsidRDefault="006974AE" w:rsidP="006974AE">
      <w:r>
        <w:t>238.1692</w:t>
      </w:r>
      <w:r>
        <w:tab/>
        <w:t>4.051e0</w:t>
      </w:r>
    </w:p>
    <w:p w:rsidR="006974AE" w:rsidRDefault="006974AE" w:rsidP="006974AE">
      <w:r>
        <w:t>238.1844</w:t>
      </w:r>
      <w:r>
        <w:tab/>
        <w:t>1.013e0</w:t>
      </w:r>
    </w:p>
    <w:p w:rsidR="006974AE" w:rsidRDefault="006974AE" w:rsidP="006974AE">
      <w:r>
        <w:t>238.1911</w:t>
      </w:r>
      <w:r>
        <w:tab/>
        <w:t>2.025e0</w:t>
      </w:r>
    </w:p>
    <w:p w:rsidR="006974AE" w:rsidRDefault="006974AE" w:rsidP="006974AE">
      <w:r>
        <w:t>238.1930</w:t>
      </w:r>
      <w:r>
        <w:tab/>
        <w:t>1.013e0</w:t>
      </w:r>
    </w:p>
    <w:p w:rsidR="006974AE" w:rsidRDefault="006974AE" w:rsidP="006974AE">
      <w:r>
        <w:t>238.2014</w:t>
      </w:r>
      <w:r>
        <w:tab/>
        <w:t>2.025e0</w:t>
      </w:r>
    </w:p>
    <w:p w:rsidR="006974AE" w:rsidRDefault="006974AE" w:rsidP="006974AE">
      <w:r>
        <w:t>238.2078</w:t>
      </w:r>
      <w:r>
        <w:tab/>
        <w:t>2.025e0</w:t>
      </w:r>
    </w:p>
    <w:p w:rsidR="006974AE" w:rsidRDefault="006974AE" w:rsidP="006974AE">
      <w:r>
        <w:t>238.2097</w:t>
      </w:r>
      <w:r>
        <w:tab/>
        <w:t>1.013e0</w:t>
      </w:r>
    </w:p>
    <w:p w:rsidR="006974AE" w:rsidRDefault="006974AE" w:rsidP="006974AE">
      <w:r>
        <w:t>238.2421</w:t>
      </w:r>
      <w:r>
        <w:tab/>
        <w:t>1.013e0</w:t>
      </w:r>
    </w:p>
    <w:p w:rsidR="006974AE" w:rsidRDefault="006974AE" w:rsidP="006974AE">
      <w:r>
        <w:t>238.2593</w:t>
      </w:r>
      <w:r>
        <w:tab/>
        <w:t>1.013e0</w:t>
      </w:r>
    </w:p>
    <w:p w:rsidR="006974AE" w:rsidRDefault="006974AE" w:rsidP="006974AE">
      <w:r>
        <w:t>238.2823</w:t>
      </w:r>
      <w:r>
        <w:tab/>
        <w:t>1.013e0</w:t>
      </w:r>
    </w:p>
    <w:p w:rsidR="006974AE" w:rsidRDefault="006974AE" w:rsidP="006974AE">
      <w:r>
        <w:t>238.2870</w:t>
      </w:r>
      <w:r>
        <w:tab/>
        <w:t>1.013e0</w:t>
      </w:r>
    </w:p>
    <w:p w:rsidR="006974AE" w:rsidRDefault="006974AE" w:rsidP="006974AE">
      <w:r>
        <w:t>238.2957</w:t>
      </w:r>
      <w:r>
        <w:tab/>
        <w:t>1.013e0</w:t>
      </w:r>
    </w:p>
    <w:p w:rsidR="006974AE" w:rsidRDefault="006974AE" w:rsidP="006974AE">
      <w:r>
        <w:t>238.3122</w:t>
      </w:r>
      <w:r>
        <w:tab/>
        <w:t>1.013e0</w:t>
      </w:r>
    </w:p>
    <w:p w:rsidR="006974AE" w:rsidRDefault="006974AE" w:rsidP="006974AE">
      <w:r>
        <w:t>238.3240</w:t>
      </w:r>
      <w:r>
        <w:tab/>
        <w:t>3.038e0</w:t>
      </w:r>
    </w:p>
    <w:p w:rsidR="006974AE" w:rsidRDefault="006974AE" w:rsidP="006974AE">
      <w:r>
        <w:t>238.3317</w:t>
      </w:r>
      <w:r>
        <w:tab/>
        <w:t>1.013e0</w:t>
      </w:r>
    </w:p>
    <w:p w:rsidR="006974AE" w:rsidRDefault="006974AE" w:rsidP="006974AE">
      <w:r>
        <w:lastRenderedPageBreak/>
        <w:t>238.3495</w:t>
      </w:r>
      <w:r>
        <w:tab/>
        <w:t>1.013e0</w:t>
      </w:r>
    </w:p>
    <w:p w:rsidR="006974AE" w:rsidRDefault="006974AE" w:rsidP="006974AE">
      <w:r>
        <w:t>238.3540</w:t>
      </w:r>
      <w:r>
        <w:tab/>
        <w:t>1.013e0</w:t>
      </w:r>
    </w:p>
    <w:p w:rsidR="006974AE" w:rsidRDefault="006974AE" w:rsidP="006974AE">
      <w:r>
        <w:t>238.3578</w:t>
      </w:r>
      <w:r>
        <w:tab/>
        <w:t>2.025e0</w:t>
      </w:r>
    </w:p>
    <w:p w:rsidR="006974AE" w:rsidRDefault="006974AE" w:rsidP="006974AE">
      <w:r>
        <w:t>238.3810</w:t>
      </w:r>
      <w:r>
        <w:tab/>
        <w:t>1.013e0</w:t>
      </w:r>
    </w:p>
    <w:p w:rsidR="006974AE" w:rsidRDefault="006974AE" w:rsidP="006974AE">
      <w:r>
        <w:t>238.4189</w:t>
      </w:r>
      <w:r>
        <w:tab/>
        <w:t>1.013e0</w:t>
      </w:r>
    </w:p>
    <w:p w:rsidR="006974AE" w:rsidRDefault="006974AE" w:rsidP="006974AE">
      <w:r>
        <w:t>238.4521</w:t>
      </w:r>
      <w:r>
        <w:tab/>
        <w:t>2.025e0</w:t>
      </w:r>
    </w:p>
    <w:p w:rsidR="006974AE" w:rsidRDefault="006974AE" w:rsidP="006974AE">
      <w:r>
        <w:t>238.4879</w:t>
      </w:r>
      <w:r>
        <w:tab/>
        <w:t>2.025e0</w:t>
      </w:r>
    </w:p>
    <w:p w:rsidR="006974AE" w:rsidRDefault="006974AE" w:rsidP="006974AE">
      <w:r>
        <w:t>238.4923</w:t>
      </w:r>
      <w:r>
        <w:tab/>
        <w:t>2.025e0</w:t>
      </w:r>
    </w:p>
    <w:p w:rsidR="006974AE" w:rsidRDefault="006974AE" w:rsidP="006974AE">
      <w:r>
        <w:t>238.5011</w:t>
      </w:r>
      <w:r>
        <w:tab/>
        <w:t>1.013e0</w:t>
      </w:r>
    </w:p>
    <w:p w:rsidR="006974AE" w:rsidRDefault="006974AE" w:rsidP="006974AE">
      <w:r>
        <w:t>238.5175</w:t>
      </w:r>
      <w:r>
        <w:tab/>
        <w:t>1.013e0</w:t>
      </w:r>
    </w:p>
    <w:p w:rsidR="006974AE" w:rsidRDefault="006974AE" w:rsidP="006974AE">
      <w:r>
        <w:t>238.5254</w:t>
      </w:r>
      <w:r>
        <w:tab/>
        <w:t>1.013e0</w:t>
      </w:r>
    </w:p>
    <w:p w:rsidR="006974AE" w:rsidRDefault="006974AE" w:rsidP="006974AE">
      <w:r>
        <w:t>238.5549</w:t>
      </w:r>
      <w:r>
        <w:tab/>
        <w:t>1.013e0</w:t>
      </w:r>
    </w:p>
    <w:p w:rsidR="006974AE" w:rsidRDefault="006974AE" w:rsidP="006974AE">
      <w:r>
        <w:t>238.5589</w:t>
      </w:r>
      <w:r>
        <w:tab/>
        <w:t>1.013e0</w:t>
      </w:r>
    </w:p>
    <w:p w:rsidR="006974AE" w:rsidRDefault="006974AE" w:rsidP="006974AE">
      <w:r>
        <w:t>238.5627</w:t>
      </w:r>
      <w:r>
        <w:tab/>
        <w:t>1.013e0</w:t>
      </w:r>
    </w:p>
    <w:p w:rsidR="006974AE" w:rsidRDefault="006974AE" w:rsidP="006974AE">
      <w:r>
        <w:t>238.5666</w:t>
      </w:r>
      <w:r>
        <w:tab/>
        <w:t>1.013e0</w:t>
      </w:r>
    </w:p>
    <w:p w:rsidR="006974AE" w:rsidRDefault="006974AE" w:rsidP="006974AE">
      <w:r>
        <w:t>238.5907</w:t>
      </w:r>
      <w:r>
        <w:tab/>
        <w:t>1.013e0</w:t>
      </w:r>
    </w:p>
    <w:p w:rsidR="006974AE" w:rsidRDefault="006974AE" w:rsidP="006974AE">
      <w:r>
        <w:t>238.6200</w:t>
      </w:r>
      <w:r>
        <w:tab/>
        <w:t>4.051e0</w:t>
      </w:r>
    </w:p>
    <w:p w:rsidR="006974AE" w:rsidRDefault="006974AE" w:rsidP="006974AE">
      <w:r>
        <w:t>238.6238</w:t>
      </w:r>
      <w:r>
        <w:tab/>
        <w:t>1.013e0</w:t>
      </w:r>
    </w:p>
    <w:p w:rsidR="006974AE" w:rsidRDefault="006974AE" w:rsidP="006974AE">
      <w:r>
        <w:t>238.6395</w:t>
      </w:r>
      <w:r>
        <w:tab/>
        <w:t>1.013e0</w:t>
      </w:r>
    </w:p>
    <w:p w:rsidR="006974AE" w:rsidRDefault="006974AE" w:rsidP="006974AE">
      <w:r>
        <w:lastRenderedPageBreak/>
        <w:t>238.6694</w:t>
      </w:r>
      <w:r>
        <w:tab/>
        <w:t>1.013e0</w:t>
      </w:r>
    </w:p>
    <w:p w:rsidR="006974AE" w:rsidRDefault="006974AE" w:rsidP="006974AE">
      <w:r>
        <w:t>238.6828</w:t>
      </w:r>
      <w:r>
        <w:tab/>
        <w:t>2.025e0</w:t>
      </w:r>
    </w:p>
    <w:p w:rsidR="006974AE" w:rsidRDefault="006974AE" w:rsidP="006974AE">
      <w:r>
        <w:t>238.7306</w:t>
      </w:r>
      <w:r>
        <w:tab/>
        <w:t>1.013e0</w:t>
      </w:r>
    </w:p>
    <w:p w:rsidR="006974AE" w:rsidRDefault="006974AE" w:rsidP="006974AE">
      <w:r>
        <w:t>238.7382</w:t>
      </w:r>
      <w:r>
        <w:tab/>
        <w:t>1.013e0</w:t>
      </w:r>
    </w:p>
    <w:p w:rsidR="006974AE" w:rsidRDefault="006974AE" w:rsidP="006974AE">
      <w:r>
        <w:t>238.7720</w:t>
      </w:r>
      <w:r>
        <w:tab/>
        <w:t>1.013e0</w:t>
      </w:r>
    </w:p>
    <w:p w:rsidR="006974AE" w:rsidRDefault="006974AE" w:rsidP="006974AE">
      <w:r>
        <w:t>238.7835</w:t>
      </w:r>
      <w:r>
        <w:tab/>
        <w:t>1.013e0</w:t>
      </w:r>
    </w:p>
    <w:p w:rsidR="006974AE" w:rsidRDefault="006974AE" w:rsidP="006974AE">
      <w:r>
        <w:t>238.7947</w:t>
      </w:r>
      <w:r>
        <w:tab/>
        <w:t>2.025e0</w:t>
      </w:r>
    </w:p>
    <w:p w:rsidR="006974AE" w:rsidRDefault="006974AE" w:rsidP="006974AE">
      <w:r>
        <w:t>238.8005</w:t>
      </w:r>
      <w:r>
        <w:tab/>
        <w:t>1.013e0</w:t>
      </w:r>
    </w:p>
    <w:p w:rsidR="006974AE" w:rsidRDefault="006974AE" w:rsidP="006974AE">
      <w:r>
        <w:t>238.8134</w:t>
      </w:r>
      <w:r>
        <w:tab/>
        <w:t>2.025e0</w:t>
      </w:r>
    </w:p>
    <w:p w:rsidR="006974AE" w:rsidRDefault="006974AE" w:rsidP="006974AE">
      <w:r>
        <w:t>238.8289</w:t>
      </w:r>
      <w:r>
        <w:tab/>
        <w:t>1.013e0</w:t>
      </w:r>
    </w:p>
    <w:p w:rsidR="006974AE" w:rsidRDefault="006974AE" w:rsidP="006974AE">
      <w:r>
        <w:t>238.8370</w:t>
      </w:r>
      <w:r>
        <w:tab/>
        <w:t>2.025e0</w:t>
      </w:r>
    </w:p>
    <w:p w:rsidR="006974AE" w:rsidRDefault="006974AE" w:rsidP="006974AE">
      <w:r>
        <w:t>238.8407</w:t>
      </w:r>
      <w:r>
        <w:tab/>
        <w:t>1.013e0</w:t>
      </w:r>
    </w:p>
    <w:p w:rsidR="006974AE" w:rsidRDefault="006974AE" w:rsidP="006974AE">
      <w:r>
        <w:t>238.8541</w:t>
      </w:r>
      <w:r>
        <w:tab/>
        <w:t>1.013e0</w:t>
      </w:r>
    </w:p>
    <w:p w:rsidR="006974AE" w:rsidRDefault="006974AE" w:rsidP="006974AE">
      <w:r>
        <w:t>238.8785</w:t>
      </w:r>
      <w:r>
        <w:tab/>
        <w:t>3.038e0</w:t>
      </w:r>
    </w:p>
    <w:p w:rsidR="006974AE" w:rsidRDefault="006974AE" w:rsidP="006974AE">
      <w:r>
        <w:t>238.8899</w:t>
      </w:r>
      <w:r>
        <w:tab/>
        <w:t>1.013e0</w:t>
      </w:r>
    </w:p>
    <w:p w:rsidR="006974AE" w:rsidRDefault="006974AE" w:rsidP="006974AE">
      <w:r>
        <w:t>238.9036</w:t>
      </w:r>
      <w:r>
        <w:tab/>
        <w:t>1.013e0</w:t>
      </w:r>
    </w:p>
    <w:p w:rsidR="006974AE" w:rsidRDefault="006974AE" w:rsidP="006974AE">
      <w:r>
        <w:t>238.9652</w:t>
      </w:r>
      <w:r>
        <w:tab/>
        <w:t>1.013e0</w:t>
      </w:r>
    </w:p>
    <w:p w:rsidR="006974AE" w:rsidRDefault="006974AE" w:rsidP="006974AE">
      <w:r>
        <w:t>238.9733</w:t>
      </w:r>
      <w:r>
        <w:tab/>
        <w:t>1.013e0</w:t>
      </w:r>
    </w:p>
    <w:p w:rsidR="006974AE" w:rsidRDefault="006974AE" w:rsidP="006974AE">
      <w:r>
        <w:t>238.9769</w:t>
      </w:r>
      <w:r>
        <w:tab/>
        <w:t>1.013e0</w:t>
      </w:r>
    </w:p>
    <w:p w:rsidR="006974AE" w:rsidRDefault="006974AE" w:rsidP="006974AE">
      <w:r>
        <w:lastRenderedPageBreak/>
        <w:t>238.9889</w:t>
      </w:r>
      <w:r>
        <w:tab/>
        <w:t>1.013e0</w:t>
      </w:r>
    </w:p>
    <w:p w:rsidR="006974AE" w:rsidRDefault="006974AE" w:rsidP="006974AE">
      <w:r>
        <w:t>238.9931</w:t>
      </w:r>
      <w:r>
        <w:tab/>
        <w:t>1.013e0</w:t>
      </w:r>
    </w:p>
    <w:p w:rsidR="006974AE" w:rsidRDefault="006974AE" w:rsidP="006974AE">
      <w:r>
        <w:t>239.0017</w:t>
      </w:r>
      <w:r>
        <w:tab/>
        <w:t>1.013e0</w:t>
      </w:r>
    </w:p>
    <w:p w:rsidR="006974AE" w:rsidRDefault="006974AE" w:rsidP="006974AE">
      <w:r>
        <w:t>239.0057</w:t>
      </w:r>
      <w:r>
        <w:tab/>
        <w:t>2.025e0</w:t>
      </w:r>
    </w:p>
    <w:p w:rsidR="006974AE" w:rsidRDefault="006974AE" w:rsidP="006974AE">
      <w:r>
        <w:t>239.0187</w:t>
      </w:r>
      <w:r>
        <w:tab/>
        <w:t>1.013e0</w:t>
      </w:r>
    </w:p>
    <w:p w:rsidR="006974AE" w:rsidRDefault="006974AE" w:rsidP="006974AE">
      <w:r>
        <w:t>239.0264</w:t>
      </w:r>
      <w:r>
        <w:tab/>
        <w:t>2.025e0</w:t>
      </w:r>
    </w:p>
    <w:p w:rsidR="006974AE" w:rsidRDefault="006974AE" w:rsidP="006974AE">
      <w:r>
        <w:t>239.0285</w:t>
      </w:r>
      <w:r>
        <w:tab/>
        <w:t>4.051e0</w:t>
      </w:r>
    </w:p>
    <w:p w:rsidR="006974AE" w:rsidRDefault="006974AE" w:rsidP="006974AE">
      <w:r>
        <w:t>239.0599</w:t>
      </w:r>
      <w:r>
        <w:tab/>
        <w:t>1.145e0</w:t>
      </w:r>
    </w:p>
    <w:p w:rsidR="006974AE" w:rsidRDefault="006974AE" w:rsidP="006974AE">
      <w:r>
        <w:t>239.0717</w:t>
      </w:r>
      <w:r>
        <w:tab/>
        <w:t>1.013e0</w:t>
      </w:r>
    </w:p>
    <w:p w:rsidR="006974AE" w:rsidRDefault="006974AE" w:rsidP="006974AE">
      <w:r>
        <w:t>239.0740</w:t>
      </w:r>
      <w:r>
        <w:tab/>
        <w:t>2.025e0</w:t>
      </w:r>
    </w:p>
    <w:p w:rsidR="006974AE" w:rsidRDefault="006974AE" w:rsidP="006974AE">
      <w:r>
        <w:t>239.0756</w:t>
      </w:r>
      <w:r>
        <w:tab/>
        <w:t>1.013e0</w:t>
      </w:r>
    </w:p>
    <w:p w:rsidR="006974AE" w:rsidRDefault="006974AE" w:rsidP="006974AE">
      <w:r>
        <w:t>239.0876</w:t>
      </w:r>
      <w:r>
        <w:tab/>
        <w:t>3.038e0</w:t>
      </w:r>
    </w:p>
    <w:p w:rsidR="006974AE" w:rsidRDefault="006974AE" w:rsidP="006974AE">
      <w:r>
        <w:t>239.1003</w:t>
      </w:r>
      <w:r>
        <w:tab/>
        <w:t>2.025e0</w:t>
      </w:r>
    </w:p>
    <w:p w:rsidR="006974AE" w:rsidRDefault="006974AE" w:rsidP="006974AE">
      <w:r>
        <w:t>239.1171</w:t>
      </w:r>
      <w:r>
        <w:tab/>
        <w:t>1.013e0</w:t>
      </w:r>
    </w:p>
    <w:p w:rsidR="006974AE" w:rsidRDefault="006974AE" w:rsidP="006974AE">
      <w:r>
        <w:t>239.1250</w:t>
      </w:r>
      <w:r>
        <w:tab/>
        <w:t>1.013e0</w:t>
      </w:r>
    </w:p>
    <w:p w:rsidR="006974AE" w:rsidRDefault="006974AE" w:rsidP="006974AE">
      <w:r>
        <w:t>239.1341</w:t>
      </w:r>
      <w:r>
        <w:tab/>
        <w:t>2.648e0</w:t>
      </w:r>
    </w:p>
    <w:p w:rsidR="006974AE" w:rsidRDefault="006974AE" w:rsidP="006974AE">
      <w:r>
        <w:t>239.1405</w:t>
      </w:r>
      <w:r>
        <w:tab/>
        <w:t>1.013e0</w:t>
      </w:r>
    </w:p>
    <w:p w:rsidR="006974AE" w:rsidRDefault="006974AE" w:rsidP="006974AE">
      <w:r>
        <w:t>239.1477</w:t>
      </w:r>
      <w:r>
        <w:tab/>
        <w:t>2.025e0</w:t>
      </w:r>
    </w:p>
    <w:p w:rsidR="006974AE" w:rsidRDefault="006974AE" w:rsidP="006974AE">
      <w:r>
        <w:t>239.1500</w:t>
      </w:r>
      <w:r>
        <w:tab/>
        <w:t>3.038e0</w:t>
      </w:r>
    </w:p>
    <w:p w:rsidR="006974AE" w:rsidRDefault="006974AE" w:rsidP="006974AE">
      <w:r>
        <w:lastRenderedPageBreak/>
        <w:t>239.1544</w:t>
      </w:r>
      <w:r>
        <w:tab/>
        <w:t>6.076e0</w:t>
      </w:r>
    </w:p>
    <w:p w:rsidR="006974AE" w:rsidRDefault="006974AE" w:rsidP="006974AE">
      <w:r>
        <w:t>239.1627</w:t>
      </w:r>
      <w:r>
        <w:tab/>
        <w:t>1.013e0</w:t>
      </w:r>
    </w:p>
    <w:p w:rsidR="006974AE" w:rsidRDefault="006974AE" w:rsidP="006974AE">
      <w:r>
        <w:t>239.1688</w:t>
      </w:r>
      <w:r>
        <w:tab/>
        <w:t>2.025e0</w:t>
      </w:r>
    </w:p>
    <w:p w:rsidR="006974AE" w:rsidRDefault="006974AE" w:rsidP="006974AE">
      <w:r>
        <w:t>239.1704</w:t>
      </w:r>
      <w:r>
        <w:tab/>
        <w:t>2.025e0</w:t>
      </w:r>
    </w:p>
    <w:p w:rsidR="006974AE" w:rsidRDefault="006974AE" w:rsidP="006974AE">
      <w:r>
        <w:t>239.1942</w:t>
      </w:r>
      <w:r>
        <w:tab/>
        <w:t>1.013e0</w:t>
      </w:r>
    </w:p>
    <w:p w:rsidR="006974AE" w:rsidRDefault="006974AE" w:rsidP="006974AE">
      <w:r>
        <w:t>239.2049</w:t>
      </w:r>
      <w:r>
        <w:tab/>
        <w:t>2.025e0</w:t>
      </w:r>
    </w:p>
    <w:p w:rsidR="006974AE" w:rsidRDefault="006974AE" w:rsidP="006974AE">
      <w:r>
        <w:t>239.2159</w:t>
      </w:r>
      <w:r>
        <w:tab/>
        <w:t>1.013e0</w:t>
      </w:r>
    </w:p>
    <w:p w:rsidR="006974AE" w:rsidRDefault="006974AE" w:rsidP="006974AE">
      <w:r>
        <w:t>239.2240</w:t>
      </w:r>
      <w:r>
        <w:tab/>
        <w:t>1.013e0</w:t>
      </w:r>
    </w:p>
    <w:p w:rsidR="006974AE" w:rsidRDefault="006974AE" w:rsidP="006974AE">
      <w:r>
        <w:t>239.2256</w:t>
      </w:r>
      <w:r>
        <w:tab/>
        <w:t>2.025e0</w:t>
      </w:r>
    </w:p>
    <w:p w:rsidR="006974AE" w:rsidRDefault="006974AE" w:rsidP="006974AE">
      <w:r>
        <w:t>239.2527</w:t>
      </w:r>
      <w:r>
        <w:tab/>
        <w:t>1.013e0</w:t>
      </w:r>
    </w:p>
    <w:p w:rsidR="006974AE" w:rsidRDefault="006974AE" w:rsidP="006974AE">
      <w:r>
        <w:t>239.2656</w:t>
      </w:r>
      <w:r>
        <w:tab/>
        <w:t>1.013e0</w:t>
      </w:r>
    </w:p>
    <w:p w:rsidR="006974AE" w:rsidRDefault="006974AE" w:rsidP="006974AE">
      <w:r>
        <w:t>239.2730</w:t>
      </w:r>
      <w:r>
        <w:tab/>
        <w:t>1.013e0</w:t>
      </w:r>
    </w:p>
    <w:p w:rsidR="006974AE" w:rsidRDefault="006974AE" w:rsidP="006974AE">
      <w:r>
        <w:t>239.3107</w:t>
      </w:r>
      <w:r>
        <w:tab/>
        <w:t>1.013e0</w:t>
      </w:r>
    </w:p>
    <w:p w:rsidR="006974AE" w:rsidRDefault="006974AE" w:rsidP="006974AE">
      <w:r>
        <w:t>239.3342</w:t>
      </w:r>
      <w:r>
        <w:tab/>
        <w:t>1.013e0</w:t>
      </w:r>
    </w:p>
    <w:p w:rsidR="006974AE" w:rsidRDefault="006974AE" w:rsidP="006974AE">
      <w:r>
        <w:t>239.3380</w:t>
      </w:r>
      <w:r>
        <w:tab/>
        <w:t>1.013e0</w:t>
      </w:r>
    </w:p>
    <w:p w:rsidR="006974AE" w:rsidRDefault="006974AE" w:rsidP="006974AE">
      <w:r>
        <w:t>239.3423</w:t>
      </w:r>
      <w:r>
        <w:tab/>
        <w:t>1.013e0</w:t>
      </w:r>
    </w:p>
    <w:p w:rsidR="006974AE" w:rsidRDefault="006974AE" w:rsidP="006974AE">
      <w:r>
        <w:t>239.3682</w:t>
      </w:r>
      <w:r>
        <w:tab/>
        <w:t>1.013e0</w:t>
      </w:r>
    </w:p>
    <w:p w:rsidR="006974AE" w:rsidRDefault="006974AE" w:rsidP="006974AE">
      <w:r>
        <w:t>239.3757</w:t>
      </w:r>
      <w:r>
        <w:tab/>
        <w:t>1.013e0</w:t>
      </w:r>
    </w:p>
    <w:p w:rsidR="006974AE" w:rsidRDefault="006974AE" w:rsidP="006974AE">
      <w:r>
        <w:t>239.4254</w:t>
      </w:r>
      <w:r>
        <w:tab/>
        <w:t>1.013e0</w:t>
      </w:r>
    </w:p>
    <w:p w:rsidR="006974AE" w:rsidRDefault="006974AE" w:rsidP="006974AE">
      <w:r>
        <w:lastRenderedPageBreak/>
        <w:t>239.4330</w:t>
      </w:r>
      <w:r>
        <w:tab/>
        <w:t>1.013e0</w:t>
      </w:r>
    </w:p>
    <w:p w:rsidR="006974AE" w:rsidRDefault="006974AE" w:rsidP="006974AE">
      <w:r>
        <w:t>239.4543</w:t>
      </w:r>
      <w:r>
        <w:tab/>
        <w:t>1.013e0</w:t>
      </w:r>
    </w:p>
    <w:p w:rsidR="006974AE" w:rsidRDefault="006974AE" w:rsidP="006974AE">
      <w:r>
        <w:t>239.4583</w:t>
      </w:r>
      <w:r>
        <w:tab/>
        <w:t>2.025e0</w:t>
      </w:r>
    </w:p>
    <w:p w:rsidR="006974AE" w:rsidRDefault="006974AE" w:rsidP="006974AE">
      <w:r>
        <w:t>239.4631</w:t>
      </w:r>
      <w:r>
        <w:tab/>
        <w:t>2.025e0</w:t>
      </w:r>
    </w:p>
    <w:p w:rsidR="006974AE" w:rsidRDefault="006974AE" w:rsidP="006974AE">
      <w:r>
        <w:t>239.4823</w:t>
      </w:r>
      <w:r>
        <w:tab/>
        <w:t>1.013e0</w:t>
      </w:r>
    </w:p>
    <w:p w:rsidR="006974AE" w:rsidRDefault="006974AE" w:rsidP="006974AE">
      <w:r>
        <w:t>239.4933</w:t>
      </w:r>
      <w:r>
        <w:tab/>
        <w:t>2.025e0</w:t>
      </w:r>
    </w:p>
    <w:p w:rsidR="006974AE" w:rsidRDefault="006974AE" w:rsidP="006974AE">
      <w:r>
        <w:t>239.5078</w:t>
      </w:r>
      <w:r>
        <w:tab/>
        <w:t>1.013e0</w:t>
      </w:r>
    </w:p>
    <w:p w:rsidR="006974AE" w:rsidRDefault="006974AE" w:rsidP="006974AE">
      <w:r>
        <w:t>239.5135</w:t>
      </w:r>
      <w:r>
        <w:tab/>
        <w:t>2.025e0</w:t>
      </w:r>
    </w:p>
    <w:p w:rsidR="006974AE" w:rsidRDefault="006974AE" w:rsidP="006974AE">
      <w:r>
        <w:t>239.5437</w:t>
      </w:r>
      <w:r>
        <w:tab/>
        <w:t>1.013e0</w:t>
      </w:r>
    </w:p>
    <w:p w:rsidR="006974AE" w:rsidRDefault="006974AE" w:rsidP="006974AE">
      <w:r>
        <w:t>239.5619</w:t>
      </w:r>
      <w:r>
        <w:tab/>
        <w:t>1.013e0</w:t>
      </w:r>
    </w:p>
    <w:p w:rsidR="006974AE" w:rsidRDefault="006974AE" w:rsidP="006974AE">
      <w:r>
        <w:t>239.5814</w:t>
      </w:r>
      <w:r>
        <w:tab/>
        <w:t>1.013e0</w:t>
      </w:r>
    </w:p>
    <w:p w:rsidR="006974AE" w:rsidRDefault="006974AE" w:rsidP="006974AE">
      <w:r>
        <w:t>239.6065</w:t>
      </w:r>
      <w:r>
        <w:tab/>
        <w:t>1.013e0</w:t>
      </w:r>
    </w:p>
    <w:p w:rsidR="006974AE" w:rsidRDefault="006974AE" w:rsidP="006974AE">
      <w:r>
        <w:t>239.6308</w:t>
      </w:r>
      <w:r>
        <w:tab/>
        <w:t>1.013e0</w:t>
      </w:r>
    </w:p>
    <w:p w:rsidR="006974AE" w:rsidRDefault="006974AE" w:rsidP="006974AE">
      <w:r>
        <w:t>239.6426</w:t>
      </w:r>
      <w:r>
        <w:tab/>
        <w:t>1.013e0</w:t>
      </w:r>
    </w:p>
    <w:p w:rsidR="006974AE" w:rsidRDefault="006974AE" w:rsidP="006974AE">
      <w:r>
        <w:t>239.6762</w:t>
      </w:r>
      <w:r>
        <w:tab/>
        <w:t>1.013e0</w:t>
      </w:r>
    </w:p>
    <w:p w:rsidR="006974AE" w:rsidRDefault="006974AE" w:rsidP="006974AE">
      <w:r>
        <w:t>239.6838</w:t>
      </w:r>
      <w:r>
        <w:tab/>
        <w:t>1.013e0</w:t>
      </w:r>
    </w:p>
    <w:p w:rsidR="006974AE" w:rsidRDefault="006974AE" w:rsidP="006974AE">
      <w:r>
        <w:t>239.7178</w:t>
      </w:r>
      <w:r>
        <w:tab/>
        <w:t>2.025e0</w:t>
      </w:r>
    </w:p>
    <w:p w:rsidR="006974AE" w:rsidRDefault="006974AE" w:rsidP="006974AE">
      <w:r>
        <w:t>239.7952</w:t>
      </w:r>
      <w:r>
        <w:tab/>
        <w:t>1.013e0</w:t>
      </w:r>
    </w:p>
    <w:p w:rsidR="006974AE" w:rsidRDefault="006974AE" w:rsidP="006974AE">
      <w:r>
        <w:t>239.8083</w:t>
      </w:r>
      <w:r>
        <w:tab/>
        <w:t>1.013e0</w:t>
      </w:r>
    </w:p>
    <w:p w:rsidR="006974AE" w:rsidRDefault="006974AE" w:rsidP="006974AE">
      <w:r>
        <w:lastRenderedPageBreak/>
        <w:t>239.8284</w:t>
      </w:r>
      <w:r>
        <w:tab/>
        <w:t>1.013e0</w:t>
      </w:r>
    </w:p>
    <w:p w:rsidR="006974AE" w:rsidRDefault="006974AE" w:rsidP="006974AE">
      <w:r>
        <w:t>239.8735</w:t>
      </w:r>
      <w:r>
        <w:tab/>
        <w:t>1.013e0</w:t>
      </w:r>
    </w:p>
    <w:p w:rsidR="006974AE" w:rsidRDefault="006974AE" w:rsidP="006974AE">
      <w:r>
        <w:t>239.8852</w:t>
      </w:r>
      <w:r>
        <w:tab/>
        <w:t>1.013e0</w:t>
      </w:r>
    </w:p>
    <w:p w:rsidR="006974AE" w:rsidRDefault="006974AE" w:rsidP="006974AE">
      <w:r>
        <w:t>239.9190</w:t>
      </w:r>
      <w:r>
        <w:tab/>
        <w:t>1.013e0</w:t>
      </w:r>
    </w:p>
    <w:p w:rsidR="006974AE" w:rsidRDefault="006974AE" w:rsidP="006974AE">
      <w:r>
        <w:t>239.9346</w:t>
      </w:r>
      <w:r>
        <w:tab/>
        <w:t>1.013e0</w:t>
      </w:r>
    </w:p>
    <w:p w:rsidR="006974AE" w:rsidRDefault="006974AE" w:rsidP="006974AE">
      <w:r>
        <w:t>239.9610</w:t>
      </w:r>
      <w:r>
        <w:tab/>
        <w:t>1.013e0</w:t>
      </w:r>
    </w:p>
    <w:p w:rsidR="006974AE" w:rsidRDefault="006974AE" w:rsidP="006974AE">
      <w:r>
        <w:t>239.9782</w:t>
      </w:r>
      <w:r>
        <w:tab/>
        <w:t>2.025e0</w:t>
      </w:r>
    </w:p>
    <w:p w:rsidR="006974AE" w:rsidRDefault="006974AE" w:rsidP="006974AE">
      <w:r>
        <w:t>239.9841</w:t>
      </w:r>
      <w:r>
        <w:tab/>
        <w:t>1.013e0</w:t>
      </w:r>
    </w:p>
    <w:p w:rsidR="006974AE" w:rsidRDefault="006974AE" w:rsidP="006974AE">
      <w:r>
        <w:t>240.0017</w:t>
      </w:r>
      <w:r>
        <w:tab/>
        <w:t>1.013e0</w:t>
      </w:r>
    </w:p>
    <w:p w:rsidR="006974AE" w:rsidRDefault="006974AE" w:rsidP="006974AE">
      <w:r>
        <w:t>240.0104</w:t>
      </w:r>
      <w:r>
        <w:tab/>
        <w:t>1.013e0</w:t>
      </w:r>
    </w:p>
    <w:p w:rsidR="006974AE" w:rsidRDefault="006974AE" w:rsidP="006974AE">
      <w:r>
        <w:t>240.0161</w:t>
      </w:r>
      <w:r>
        <w:tab/>
        <w:t>3.038e0</w:t>
      </w:r>
    </w:p>
    <w:p w:rsidR="006974AE" w:rsidRDefault="006974AE" w:rsidP="006974AE">
      <w:r>
        <w:t>240.0178</w:t>
      </w:r>
      <w:r>
        <w:tab/>
        <w:t>3.038e0</w:t>
      </w:r>
    </w:p>
    <w:p w:rsidR="006974AE" w:rsidRDefault="006974AE" w:rsidP="006974AE">
      <w:r>
        <w:t>240.0296</w:t>
      </w:r>
      <w:r>
        <w:tab/>
        <w:t>1.013e0</w:t>
      </w:r>
    </w:p>
    <w:p w:rsidR="006974AE" w:rsidRDefault="006974AE" w:rsidP="006974AE">
      <w:r>
        <w:t>240.0376</w:t>
      </w:r>
      <w:r>
        <w:tab/>
        <w:t>2.025e0</w:t>
      </w:r>
    </w:p>
    <w:p w:rsidR="006974AE" w:rsidRDefault="006974AE" w:rsidP="006974AE">
      <w:r>
        <w:t>240.0553</w:t>
      </w:r>
      <w:r>
        <w:tab/>
        <w:t>1.013e0</w:t>
      </w:r>
    </w:p>
    <w:p w:rsidR="006974AE" w:rsidRDefault="006974AE" w:rsidP="006974AE">
      <w:r>
        <w:t>240.0667</w:t>
      </w:r>
      <w:r>
        <w:tab/>
        <w:t>3.038e0</w:t>
      </w:r>
    </w:p>
    <w:p w:rsidR="006974AE" w:rsidRDefault="006974AE" w:rsidP="006974AE">
      <w:r>
        <w:t>240.0744</w:t>
      </w:r>
      <w:r>
        <w:tab/>
        <w:t>4.051e0</w:t>
      </w:r>
    </w:p>
    <w:p w:rsidR="006974AE" w:rsidRDefault="006974AE" w:rsidP="006974AE">
      <w:r>
        <w:t>240.0838</w:t>
      </w:r>
      <w:r>
        <w:tab/>
        <w:t>2.025e0</w:t>
      </w:r>
    </w:p>
    <w:p w:rsidR="006974AE" w:rsidRDefault="006974AE" w:rsidP="006974AE">
      <w:r>
        <w:t>240.0867</w:t>
      </w:r>
      <w:r>
        <w:tab/>
        <w:t>1.013e0</w:t>
      </w:r>
    </w:p>
    <w:p w:rsidR="006974AE" w:rsidRDefault="006974AE" w:rsidP="006974AE">
      <w:r>
        <w:lastRenderedPageBreak/>
        <w:t>240.1003</w:t>
      </w:r>
      <w:r>
        <w:tab/>
        <w:t>2.025e0</w:t>
      </w:r>
    </w:p>
    <w:p w:rsidR="006974AE" w:rsidRDefault="006974AE" w:rsidP="006974AE">
      <w:r>
        <w:t>240.1130</w:t>
      </w:r>
      <w:r>
        <w:tab/>
        <w:t>1.013e0</w:t>
      </w:r>
    </w:p>
    <w:p w:rsidR="006974AE" w:rsidRDefault="006974AE" w:rsidP="006974AE">
      <w:r>
        <w:t>240.1166</w:t>
      </w:r>
      <w:r>
        <w:tab/>
        <w:t>1.013e0</w:t>
      </w:r>
    </w:p>
    <w:p w:rsidR="006974AE" w:rsidRDefault="006974AE" w:rsidP="006974AE">
      <w:r>
        <w:t>240.1326</w:t>
      </w:r>
      <w:r>
        <w:tab/>
        <w:t>1.013e0</w:t>
      </w:r>
    </w:p>
    <w:p w:rsidR="006974AE" w:rsidRDefault="006974AE" w:rsidP="006974AE">
      <w:r>
        <w:t>240.1364</w:t>
      </w:r>
      <w:r>
        <w:tab/>
        <w:t>1.013e0</w:t>
      </w:r>
    </w:p>
    <w:p w:rsidR="006974AE" w:rsidRDefault="006974AE" w:rsidP="006974AE">
      <w:r>
        <w:t>240.1420</w:t>
      </w:r>
      <w:r>
        <w:tab/>
        <w:t>2.025e0</w:t>
      </w:r>
    </w:p>
    <w:p w:rsidR="006974AE" w:rsidRDefault="006974AE" w:rsidP="006974AE">
      <w:r>
        <w:t>240.1580</w:t>
      </w:r>
      <w:r>
        <w:tab/>
        <w:t>3.038e0</w:t>
      </w:r>
    </w:p>
    <w:p w:rsidR="006974AE" w:rsidRDefault="006974AE" w:rsidP="006974AE">
      <w:r>
        <w:t>240.1625</w:t>
      </w:r>
      <w:r>
        <w:tab/>
        <w:t>1.013e0</w:t>
      </w:r>
    </w:p>
    <w:p w:rsidR="006974AE" w:rsidRDefault="006974AE" w:rsidP="006974AE">
      <w:r>
        <w:t>240.1684</w:t>
      </w:r>
      <w:r>
        <w:tab/>
        <w:t>2.025e0</w:t>
      </w:r>
    </w:p>
    <w:p w:rsidR="006974AE" w:rsidRDefault="006974AE" w:rsidP="006974AE">
      <w:r>
        <w:t>240.1800</w:t>
      </w:r>
      <w:r>
        <w:tab/>
        <w:t>2.042e0</w:t>
      </w:r>
    </w:p>
    <w:p w:rsidR="006974AE" w:rsidRDefault="006974AE" w:rsidP="006974AE">
      <w:r>
        <w:t>240.1900</w:t>
      </w:r>
      <w:r>
        <w:tab/>
        <w:t>1.013e0</w:t>
      </w:r>
    </w:p>
    <w:p w:rsidR="006974AE" w:rsidRDefault="006974AE" w:rsidP="006974AE">
      <w:r>
        <w:t>240.1983</w:t>
      </w:r>
      <w:r>
        <w:tab/>
        <w:t>7.089e0</w:t>
      </w:r>
    </w:p>
    <w:p w:rsidR="006974AE" w:rsidRDefault="006974AE" w:rsidP="006974AE">
      <w:r>
        <w:t>240.2116</w:t>
      </w:r>
      <w:r>
        <w:tab/>
        <w:t>3.038e0</w:t>
      </w:r>
    </w:p>
    <w:p w:rsidR="006974AE" w:rsidRDefault="006974AE" w:rsidP="006974AE">
      <w:r>
        <w:t>240.2158</w:t>
      </w:r>
      <w:r>
        <w:tab/>
        <w:t>1.013e0</w:t>
      </w:r>
    </w:p>
    <w:p w:rsidR="006974AE" w:rsidRDefault="006974AE" w:rsidP="006974AE">
      <w:r>
        <w:t>240.2312</w:t>
      </w:r>
      <w:r>
        <w:tab/>
        <w:t>2.025e0</w:t>
      </w:r>
    </w:p>
    <w:p w:rsidR="006974AE" w:rsidRDefault="006974AE" w:rsidP="006974AE">
      <w:r>
        <w:t>240.2398</w:t>
      </w:r>
      <w:r>
        <w:tab/>
        <w:t>1.013e0</w:t>
      </w:r>
    </w:p>
    <w:p w:rsidR="006974AE" w:rsidRDefault="006974AE" w:rsidP="006974AE">
      <w:r>
        <w:t>240.2443</w:t>
      </w:r>
      <w:r>
        <w:tab/>
        <w:t>1.013e0</w:t>
      </w:r>
    </w:p>
    <w:p w:rsidR="006974AE" w:rsidRDefault="006974AE" w:rsidP="006974AE">
      <w:r>
        <w:t>240.2504</w:t>
      </w:r>
      <w:r>
        <w:tab/>
        <w:t>2.025e0</w:t>
      </w:r>
    </w:p>
    <w:p w:rsidR="006974AE" w:rsidRDefault="006974AE" w:rsidP="006974AE">
      <w:r>
        <w:t>240.2533</w:t>
      </w:r>
      <w:r>
        <w:tab/>
        <w:t>1.013e0</w:t>
      </w:r>
    </w:p>
    <w:p w:rsidR="006974AE" w:rsidRDefault="006974AE" w:rsidP="006974AE">
      <w:r>
        <w:lastRenderedPageBreak/>
        <w:t>240.2598</w:t>
      </w:r>
      <w:r>
        <w:tab/>
        <w:t>3.038e0</w:t>
      </w:r>
    </w:p>
    <w:p w:rsidR="006974AE" w:rsidRDefault="006974AE" w:rsidP="006974AE">
      <w:r>
        <w:t>240.2846</w:t>
      </w:r>
      <w:r>
        <w:tab/>
        <w:t>3.038e0</w:t>
      </w:r>
    </w:p>
    <w:p w:rsidR="006974AE" w:rsidRDefault="006974AE" w:rsidP="006974AE">
      <w:r>
        <w:t>240.3107</w:t>
      </w:r>
      <w:r>
        <w:tab/>
        <w:t>1.013e0</w:t>
      </w:r>
    </w:p>
    <w:p w:rsidR="006974AE" w:rsidRDefault="006974AE" w:rsidP="006974AE">
      <w:r>
        <w:t>240.3384</w:t>
      </w:r>
      <w:r>
        <w:tab/>
        <w:t>1.013e0</w:t>
      </w:r>
    </w:p>
    <w:p w:rsidR="006974AE" w:rsidRDefault="006974AE" w:rsidP="006974AE">
      <w:r>
        <w:t>240.3421</w:t>
      </w:r>
      <w:r>
        <w:tab/>
        <w:t>3.038e0</w:t>
      </w:r>
    </w:p>
    <w:p w:rsidR="006974AE" w:rsidRDefault="006974AE" w:rsidP="006974AE">
      <w:r>
        <w:t>240.3717</w:t>
      </w:r>
      <w:r>
        <w:tab/>
        <w:t>1.013e0</w:t>
      </w:r>
    </w:p>
    <w:p w:rsidR="006974AE" w:rsidRDefault="006974AE" w:rsidP="006974AE">
      <w:r>
        <w:t>240.4095</w:t>
      </w:r>
      <w:r>
        <w:tab/>
        <w:t>2.025e0</w:t>
      </w:r>
    </w:p>
    <w:p w:rsidR="006974AE" w:rsidRDefault="006974AE" w:rsidP="006974AE">
      <w:r>
        <w:t>240.4174</w:t>
      </w:r>
      <w:r>
        <w:tab/>
        <w:t>1.013e0</w:t>
      </w:r>
    </w:p>
    <w:p w:rsidR="006974AE" w:rsidRDefault="006974AE" w:rsidP="006974AE">
      <w:r>
        <w:t>240.4709</w:t>
      </w:r>
      <w:r>
        <w:tab/>
        <w:t>1.013e0</w:t>
      </w:r>
    </w:p>
    <w:p w:rsidR="006974AE" w:rsidRDefault="006974AE" w:rsidP="006974AE">
      <w:r>
        <w:t>240.4868</w:t>
      </w:r>
      <w:r>
        <w:tab/>
        <w:t>1.013e0</w:t>
      </w:r>
    </w:p>
    <w:p w:rsidR="006974AE" w:rsidRDefault="006974AE" w:rsidP="006974AE">
      <w:r>
        <w:t>240.5003</w:t>
      </w:r>
      <w:r>
        <w:tab/>
        <w:t>1.013e0</w:t>
      </w:r>
    </w:p>
    <w:p w:rsidR="006974AE" w:rsidRDefault="006974AE" w:rsidP="006974AE">
      <w:r>
        <w:t>240.5617</w:t>
      </w:r>
      <w:r>
        <w:tab/>
        <w:t>2.025e0</w:t>
      </w:r>
    </w:p>
    <w:p w:rsidR="006974AE" w:rsidRDefault="006974AE" w:rsidP="006974AE">
      <w:r>
        <w:t>240.5951</w:t>
      </w:r>
      <w:r>
        <w:tab/>
        <w:t>2.025e0</w:t>
      </w:r>
    </w:p>
    <w:p w:rsidR="006974AE" w:rsidRDefault="006974AE" w:rsidP="006974AE">
      <w:r>
        <w:t>240.6110</w:t>
      </w:r>
      <w:r>
        <w:tab/>
        <w:t>1.013e0</w:t>
      </w:r>
    </w:p>
    <w:p w:rsidR="006974AE" w:rsidRDefault="006974AE" w:rsidP="006974AE">
      <w:r>
        <w:t>240.6308</w:t>
      </w:r>
      <w:r>
        <w:tab/>
        <w:t>1.013e0</w:t>
      </w:r>
    </w:p>
    <w:p w:rsidR="006974AE" w:rsidRDefault="006974AE" w:rsidP="006974AE">
      <w:r>
        <w:t>240.6443</w:t>
      </w:r>
      <w:r>
        <w:tab/>
        <w:t>1.013e0</w:t>
      </w:r>
    </w:p>
    <w:p w:rsidR="006974AE" w:rsidRDefault="006974AE" w:rsidP="006974AE">
      <w:r>
        <w:t>240.6647</w:t>
      </w:r>
      <w:r>
        <w:tab/>
        <w:t>1.013e0</w:t>
      </w:r>
    </w:p>
    <w:p w:rsidR="006974AE" w:rsidRDefault="006974AE" w:rsidP="006974AE">
      <w:r>
        <w:t>240.6686</w:t>
      </w:r>
      <w:r>
        <w:tab/>
        <w:t>1.013e0</w:t>
      </w:r>
    </w:p>
    <w:p w:rsidR="006974AE" w:rsidRDefault="006974AE" w:rsidP="006974AE">
      <w:r>
        <w:t>240.6803</w:t>
      </w:r>
      <w:r>
        <w:tab/>
        <w:t>1.013e0</w:t>
      </w:r>
    </w:p>
    <w:p w:rsidR="006974AE" w:rsidRDefault="006974AE" w:rsidP="006974AE">
      <w:r>
        <w:lastRenderedPageBreak/>
        <w:t>240.6896</w:t>
      </w:r>
      <w:r>
        <w:tab/>
        <w:t>1.013e0</w:t>
      </w:r>
    </w:p>
    <w:p w:rsidR="006974AE" w:rsidRDefault="006974AE" w:rsidP="006974AE">
      <w:r>
        <w:t>240.7140</w:t>
      </w:r>
      <w:r>
        <w:tab/>
        <w:t>2.025e0</w:t>
      </w:r>
    </w:p>
    <w:p w:rsidR="006974AE" w:rsidRDefault="006974AE" w:rsidP="006974AE">
      <w:r>
        <w:t>240.7158</w:t>
      </w:r>
      <w:r>
        <w:tab/>
        <w:t>2.025e0</w:t>
      </w:r>
    </w:p>
    <w:p w:rsidR="006974AE" w:rsidRDefault="006974AE" w:rsidP="006974AE">
      <w:r>
        <w:t>240.7472</w:t>
      </w:r>
      <w:r>
        <w:tab/>
        <w:t>2.025e0</w:t>
      </w:r>
    </w:p>
    <w:p w:rsidR="006974AE" w:rsidRDefault="006974AE" w:rsidP="006974AE">
      <w:r>
        <w:t>240.7518</w:t>
      </w:r>
      <w:r>
        <w:tab/>
        <w:t>1.013e0</w:t>
      </w:r>
    </w:p>
    <w:p w:rsidR="006974AE" w:rsidRDefault="006974AE" w:rsidP="006974AE">
      <w:r>
        <w:t>240.8004</w:t>
      </w:r>
      <w:r>
        <w:tab/>
        <w:t>2.025e0</w:t>
      </w:r>
    </w:p>
    <w:p w:rsidR="006974AE" w:rsidRDefault="006974AE" w:rsidP="006974AE">
      <w:r>
        <w:t>240.8088</w:t>
      </w:r>
      <w:r>
        <w:tab/>
        <w:t>1.013e0</w:t>
      </w:r>
    </w:p>
    <w:p w:rsidR="006974AE" w:rsidRDefault="006974AE" w:rsidP="006974AE">
      <w:r>
        <w:t>240.8206</w:t>
      </w:r>
      <w:r>
        <w:tab/>
        <w:t>1.013e0</w:t>
      </w:r>
    </w:p>
    <w:p w:rsidR="006974AE" w:rsidRDefault="006974AE" w:rsidP="006974AE">
      <w:r>
        <w:t>240.8890</w:t>
      </w:r>
      <w:r>
        <w:tab/>
        <w:t>2.025e0</w:t>
      </w:r>
    </w:p>
    <w:p w:rsidR="006974AE" w:rsidRDefault="006974AE" w:rsidP="006974AE">
      <w:r>
        <w:t>240.9078</w:t>
      </w:r>
      <w:r>
        <w:tab/>
        <w:t>1.013e0</w:t>
      </w:r>
    </w:p>
    <w:p w:rsidR="006974AE" w:rsidRDefault="006974AE" w:rsidP="006974AE">
      <w:r>
        <w:t>240.9198</w:t>
      </w:r>
      <w:r>
        <w:tab/>
        <w:t>1.013e0</w:t>
      </w:r>
    </w:p>
    <w:p w:rsidR="006974AE" w:rsidRDefault="006974AE" w:rsidP="006974AE">
      <w:r>
        <w:t>240.9235</w:t>
      </w:r>
      <w:r>
        <w:tab/>
        <w:t>1.013e0</w:t>
      </w:r>
    </w:p>
    <w:p w:rsidR="006974AE" w:rsidRDefault="006974AE" w:rsidP="006974AE">
      <w:r>
        <w:t>240.9371</w:t>
      </w:r>
      <w:r>
        <w:tab/>
        <w:t>2.025e0</w:t>
      </w:r>
    </w:p>
    <w:p w:rsidR="006974AE" w:rsidRDefault="006974AE" w:rsidP="006974AE">
      <w:r>
        <w:t>240.9455</w:t>
      </w:r>
      <w:r>
        <w:tab/>
        <w:t>1.013e0</w:t>
      </w:r>
    </w:p>
    <w:p w:rsidR="006974AE" w:rsidRDefault="006974AE" w:rsidP="006974AE">
      <w:r>
        <w:t>240.9533</w:t>
      </w:r>
      <w:r>
        <w:tab/>
        <w:t>1.013e0</w:t>
      </w:r>
    </w:p>
    <w:p w:rsidR="006974AE" w:rsidRDefault="006974AE" w:rsidP="006974AE">
      <w:r>
        <w:t>240.9595</w:t>
      </w:r>
      <w:r>
        <w:tab/>
        <w:t>2.025e0</w:t>
      </w:r>
    </w:p>
    <w:p w:rsidR="006974AE" w:rsidRDefault="006974AE" w:rsidP="006974AE">
      <w:r>
        <w:t>240.9756</w:t>
      </w:r>
      <w:r>
        <w:tab/>
        <w:t>2.179e0</w:t>
      </w:r>
    </w:p>
    <w:p w:rsidR="006974AE" w:rsidRDefault="006974AE" w:rsidP="006974AE">
      <w:r>
        <w:t>240.9988</w:t>
      </w:r>
      <w:r>
        <w:tab/>
        <w:t>3.038e0</w:t>
      </w:r>
    </w:p>
    <w:p w:rsidR="006974AE" w:rsidRDefault="006974AE" w:rsidP="006974AE">
      <w:r>
        <w:t>241.0070</w:t>
      </w:r>
      <w:r>
        <w:tab/>
        <w:t>6.076e0</w:t>
      </w:r>
    </w:p>
    <w:p w:rsidR="006974AE" w:rsidRDefault="006974AE" w:rsidP="006974AE">
      <w:r>
        <w:lastRenderedPageBreak/>
        <w:t>241.0111</w:t>
      </w:r>
      <w:r>
        <w:tab/>
        <w:t>3.038e0</w:t>
      </w:r>
    </w:p>
    <w:p w:rsidR="006974AE" w:rsidRDefault="006974AE" w:rsidP="006974AE">
      <w:r>
        <w:t>241.0158</w:t>
      </w:r>
      <w:r>
        <w:tab/>
        <w:t>4.051e0</w:t>
      </w:r>
    </w:p>
    <w:p w:rsidR="006974AE" w:rsidRDefault="006974AE" w:rsidP="006974AE">
      <w:r>
        <w:t>241.0242</w:t>
      </w:r>
      <w:r>
        <w:tab/>
        <w:t>2.025e0</w:t>
      </w:r>
    </w:p>
    <w:p w:rsidR="006974AE" w:rsidRDefault="006974AE" w:rsidP="006974AE">
      <w:r>
        <w:t>241.0421</w:t>
      </w:r>
      <w:r>
        <w:tab/>
        <w:t>2.025e0</w:t>
      </w:r>
    </w:p>
    <w:p w:rsidR="006974AE" w:rsidRDefault="006974AE" w:rsidP="006974AE">
      <w:r>
        <w:t>241.0468</w:t>
      </w:r>
      <w:r>
        <w:tab/>
        <w:t>2.025e0</w:t>
      </w:r>
    </w:p>
    <w:p w:rsidR="006974AE" w:rsidRDefault="006974AE" w:rsidP="006974AE">
      <w:r>
        <w:t>241.0562</w:t>
      </w:r>
      <w:r>
        <w:tab/>
        <w:t>1.013e0</w:t>
      </w:r>
    </w:p>
    <w:p w:rsidR="006974AE" w:rsidRDefault="006974AE" w:rsidP="006974AE">
      <w:r>
        <w:t>241.0663</w:t>
      </w:r>
      <w:r>
        <w:tab/>
        <w:t>2.025e0</w:t>
      </w:r>
    </w:p>
    <w:p w:rsidR="006974AE" w:rsidRDefault="006974AE" w:rsidP="006974AE">
      <w:r>
        <w:t>241.0812</w:t>
      </w:r>
      <w:r>
        <w:tab/>
        <w:t>1.013e0</w:t>
      </w:r>
    </w:p>
    <w:p w:rsidR="006974AE" w:rsidRDefault="006974AE" w:rsidP="006974AE">
      <w:r>
        <w:t>241.0901</w:t>
      </w:r>
      <w:r>
        <w:tab/>
        <w:t>1.013e0</w:t>
      </w:r>
    </w:p>
    <w:p w:rsidR="006974AE" w:rsidRDefault="006974AE" w:rsidP="006974AE">
      <w:r>
        <w:t>241.1060</w:t>
      </w:r>
      <w:r>
        <w:tab/>
        <w:t>3.038e0</w:t>
      </w:r>
    </w:p>
    <w:p w:rsidR="006974AE" w:rsidRDefault="006974AE" w:rsidP="006974AE">
      <w:r>
        <w:t>241.1076</w:t>
      </w:r>
      <w:r>
        <w:tab/>
        <w:t>2.025e0</w:t>
      </w:r>
    </w:p>
    <w:p w:rsidR="006974AE" w:rsidRDefault="006974AE" w:rsidP="006974AE">
      <w:r>
        <w:t>241.1098</w:t>
      </w:r>
      <w:r>
        <w:tab/>
        <w:t>3.038e0</w:t>
      </w:r>
    </w:p>
    <w:p w:rsidR="006974AE" w:rsidRDefault="006974AE" w:rsidP="006974AE">
      <w:r>
        <w:t>241.1118</w:t>
      </w:r>
      <w:r>
        <w:tab/>
        <w:t>2.025e0</w:t>
      </w:r>
    </w:p>
    <w:p w:rsidR="006974AE" w:rsidRDefault="006974AE" w:rsidP="006974AE">
      <w:r>
        <w:t>241.1156</w:t>
      </w:r>
      <w:r>
        <w:tab/>
        <w:t>2.025e0</w:t>
      </w:r>
    </w:p>
    <w:p w:rsidR="006974AE" w:rsidRDefault="006974AE" w:rsidP="006974AE">
      <w:r>
        <w:t>241.1173</w:t>
      </w:r>
      <w:r>
        <w:tab/>
        <w:t>1.013e0</w:t>
      </w:r>
    </w:p>
    <w:p w:rsidR="006974AE" w:rsidRDefault="006974AE" w:rsidP="006974AE">
      <w:r>
        <w:t>241.1353</w:t>
      </w:r>
      <w:r>
        <w:tab/>
        <w:t>1.013e0</w:t>
      </w:r>
    </w:p>
    <w:p w:rsidR="006974AE" w:rsidRDefault="006974AE" w:rsidP="006974AE">
      <w:r>
        <w:t>241.1515</w:t>
      </w:r>
      <w:r>
        <w:tab/>
        <w:t>1.013e0</w:t>
      </w:r>
    </w:p>
    <w:p w:rsidR="006974AE" w:rsidRDefault="006974AE" w:rsidP="006974AE">
      <w:r>
        <w:t>241.1630</w:t>
      </w:r>
      <w:r>
        <w:tab/>
        <w:t>1.013e0</w:t>
      </w:r>
    </w:p>
    <w:p w:rsidR="006974AE" w:rsidRDefault="006974AE" w:rsidP="006974AE">
      <w:r>
        <w:t>241.1719</w:t>
      </w:r>
      <w:r>
        <w:tab/>
        <w:t>2.025e0</w:t>
      </w:r>
    </w:p>
    <w:p w:rsidR="006974AE" w:rsidRDefault="006974AE" w:rsidP="006974AE">
      <w:r>
        <w:lastRenderedPageBreak/>
        <w:t>241.1875</w:t>
      </w:r>
      <w:r>
        <w:tab/>
        <w:t>5.063e0</w:t>
      </w:r>
    </w:p>
    <w:p w:rsidR="006974AE" w:rsidRDefault="006974AE" w:rsidP="006974AE">
      <w:r>
        <w:t>241.1969</w:t>
      </w:r>
      <w:r>
        <w:tab/>
        <w:t>4.051e0</w:t>
      </w:r>
    </w:p>
    <w:p w:rsidR="006974AE" w:rsidRDefault="006974AE" w:rsidP="006974AE">
      <w:r>
        <w:t>241.2047</w:t>
      </w:r>
      <w:r>
        <w:tab/>
        <w:t>1.013e0</w:t>
      </w:r>
    </w:p>
    <w:p w:rsidR="006974AE" w:rsidRDefault="006974AE" w:rsidP="006974AE">
      <w:r>
        <w:t>241.2057</w:t>
      </w:r>
      <w:r>
        <w:tab/>
        <w:t>3.038e0</w:t>
      </w:r>
    </w:p>
    <w:p w:rsidR="006974AE" w:rsidRDefault="006974AE" w:rsidP="006974AE">
      <w:r>
        <w:t>241.2089</w:t>
      </w:r>
      <w:r>
        <w:tab/>
        <w:t>1.013e0</w:t>
      </w:r>
    </w:p>
    <w:p w:rsidR="006974AE" w:rsidRDefault="006974AE" w:rsidP="006974AE">
      <w:r>
        <w:t>241.2255</w:t>
      </w:r>
      <w:r>
        <w:tab/>
        <w:t>6.076e0</w:t>
      </w:r>
    </w:p>
    <w:p w:rsidR="006974AE" w:rsidRDefault="006974AE" w:rsidP="006974AE">
      <w:r>
        <w:t>241.2296</w:t>
      </w:r>
      <w:r>
        <w:tab/>
        <w:t>3.038e0</w:t>
      </w:r>
    </w:p>
    <w:p w:rsidR="006974AE" w:rsidRDefault="006974AE" w:rsidP="006974AE">
      <w:r>
        <w:t>241.2664</w:t>
      </w:r>
      <w:r>
        <w:tab/>
        <w:t>1.013e0</w:t>
      </w:r>
    </w:p>
    <w:p w:rsidR="006974AE" w:rsidRDefault="006974AE" w:rsidP="006974AE">
      <w:r>
        <w:t>241.2918</w:t>
      </w:r>
      <w:r>
        <w:tab/>
        <w:t>1.013e0</w:t>
      </w:r>
    </w:p>
    <w:p w:rsidR="006974AE" w:rsidRDefault="006974AE" w:rsidP="006974AE">
      <w:r>
        <w:t>241.3058</w:t>
      </w:r>
      <w:r>
        <w:tab/>
        <w:t>2.025e0</w:t>
      </w:r>
    </w:p>
    <w:p w:rsidR="006974AE" w:rsidRDefault="006974AE" w:rsidP="006974AE">
      <w:r>
        <w:t>241.3158</w:t>
      </w:r>
      <w:r>
        <w:tab/>
        <w:t>1.013e0</w:t>
      </w:r>
    </w:p>
    <w:p w:rsidR="006974AE" w:rsidRDefault="006974AE" w:rsidP="006974AE">
      <w:r>
        <w:t>241.3377</w:t>
      </w:r>
      <w:r>
        <w:tab/>
        <w:t>1.013e0</w:t>
      </w:r>
    </w:p>
    <w:p w:rsidR="006974AE" w:rsidRDefault="006974AE" w:rsidP="006974AE">
      <w:r>
        <w:t>241.3416</w:t>
      </w:r>
      <w:r>
        <w:tab/>
        <w:t>1.013e0</w:t>
      </w:r>
    </w:p>
    <w:p w:rsidR="006974AE" w:rsidRDefault="006974AE" w:rsidP="006974AE">
      <w:r>
        <w:t>241.3534</w:t>
      </w:r>
      <w:r>
        <w:tab/>
        <w:t>1.013e0</w:t>
      </w:r>
    </w:p>
    <w:p w:rsidR="006974AE" w:rsidRDefault="006974AE" w:rsidP="006974AE">
      <w:r>
        <w:t>241.3744</w:t>
      </w:r>
      <w:r>
        <w:tab/>
        <w:t>1.013e0</w:t>
      </w:r>
    </w:p>
    <w:p w:rsidR="006974AE" w:rsidRDefault="006974AE" w:rsidP="006974AE">
      <w:r>
        <w:t>241.3831</w:t>
      </w:r>
      <w:r>
        <w:tab/>
        <w:t>1.013e0</w:t>
      </w:r>
    </w:p>
    <w:p w:rsidR="006974AE" w:rsidRDefault="006974AE" w:rsidP="006974AE">
      <w:r>
        <w:t>241.4009</w:t>
      </w:r>
      <w:r>
        <w:tab/>
        <w:t>2.025e0</w:t>
      </w:r>
    </w:p>
    <w:p w:rsidR="006974AE" w:rsidRDefault="006974AE" w:rsidP="006974AE">
      <w:r>
        <w:t>241.4105</w:t>
      </w:r>
      <w:r>
        <w:tab/>
        <w:t>1.013e0</w:t>
      </w:r>
    </w:p>
    <w:p w:rsidR="006974AE" w:rsidRDefault="006974AE" w:rsidP="006974AE">
      <w:r>
        <w:t>241.4198</w:t>
      </w:r>
      <w:r>
        <w:tab/>
        <w:t>1.013e0</w:t>
      </w:r>
    </w:p>
    <w:p w:rsidR="006974AE" w:rsidRDefault="006974AE" w:rsidP="006974AE">
      <w:r>
        <w:lastRenderedPageBreak/>
        <w:t>241.4324</w:t>
      </w:r>
      <w:r>
        <w:tab/>
        <w:t>2.025e0</w:t>
      </w:r>
    </w:p>
    <w:p w:rsidR="006974AE" w:rsidRDefault="006974AE" w:rsidP="006974AE">
      <w:r>
        <w:t>241.4594</w:t>
      </w:r>
      <w:r>
        <w:tab/>
        <w:t>2.025e0</w:t>
      </w:r>
    </w:p>
    <w:p w:rsidR="006974AE" w:rsidRDefault="006974AE" w:rsidP="006974AE">
      <w:r>
        <w:t>241.4715</w:t>
      </w:r>
      <w:r>
        <w:tab/>
        <w:t>2.025e0</w:t>
      </w:r>
    </w:p>
    <w:p w:rsidR="006974AE" w:rsidRDefault="006974AE" w:rsidP="006974AE">
      <w:r>
        <w:t>241.4745</w:t>
      </w:r>
      <w:r>
        <w:tab/>
        <w:t>3.038e0</w:t>
      </w:r>
    </w:p>
    <w:p w:rsidR="006974AE" w:rsidRDefault="006974AE" w:rsidP="006974AE">
      <w:r>
        <w:t>241.4820</w:t>
      </w:r>
      <w:r>
        <w:tab/>
        <w:t>1.013e0</w:t>
      </w:r>
    </w:p>
    <w:p w:rsidR="006974AE" w:rsidRDefault="006974AE" w:rsidP="006974AE">
      <w:r>
        <w:t>241.4941</w:t>
      </w:r>
      <w:r>
        <w:tab/>
        <w:t>1.013e0</w:t>
      </w:r>
    </w:p>
    <w:p w:rsidR="006974AE" w:rsidRDefault="006974AE" w:rsidP="006974AE">
      <w:r>
        <w:t>241.5318</w:t>
      </w:r>
      <w:r>
        <w:tab/>
        <w:t>1.013e0</w:t>
      </w:r>
    </w:p>
    <w:p w:rsidR="006974AE" w:rsidRDefault="006974AE" w:rsidP="006974AE">
      <w:r>
        <w:t>241.5550</w:t>
      </w:r>
      <w:r>
        <w:tab/>
        <w:t>1.013e0</w:t>
      </w:r>
    </w:p>
    <w:p w:rsidR="006974AE" w:rsidRDefault="006974AE" w:rsidP="006974AE">
      <w:r>
        <w:t>241.5643</w:t>
      </w:r>
      <w:r>
        <w:tab/>
        <w:t>1.013e0</w:t>
      </w:r>
    </w:p>
    <w:p w:rsidR="006974AE" w:rsidRDefault="006974AE" w:rsidP="006974AE">
      <w:r>
        <w:t>241.5730</w:t>
      </w:r>
      <w:r>
        <w:tab/>
        <w:t>1.013e0</w:t>
      </w:r>
    </w:p>
    <w:p w:rsidR="006974AE" w:rsidRDefault="006974AE" w:rsidP="006974AE">
      <w:r>
        <w:t>241.5928</w:t>
      </w:r>
      <w:r>
        <w:tab/>
        <w:t>1.013e0</w:t>
      </w:r>
    </w:p>
    <w:p w:rsidR="006974AE" w:rsidRDefault="006974AE" w:rsidP="006974AE">
      <w:r>
        <w:t>241.6093</w:t>
      </w:r>
      <w:r>
        <w:tab/>
        <w:t>2.025e0</w:t>
      </w:r>
    </w:p>
    <w:p w:rsidR="006974AE" w:rsidRDefault="006974AE" w:rsidP="006974AE">
      <w:r>
        <w:t>241.6387</w:t>
      </w:r>
      <w:r>
        <w:tab/>
        <w:t>1.013e0</w:t>
      </w:r>
    </w:p>
    <w:p w:rsidR="006974AE" w:rsidRDefault="006974AE" w:rsidP="006974AE">
      <w:r>
        <w:t>241.6918</w:t>
      </w:r>
      <w:r>
        <w:tab/>
        <w:t>1.013e0</w:t>
      </w:r>
    </w:p>
    <w:p w:rsidR="006974AE" w:rsidRDefault="006974AE" w:rsidP="006974AE">
      <w:r>
        <w:t>241.7583</w:t>
      </w:r>
      <w:r>
        <w:tab/>
        <w:t>1.013e0</w:t>
      </w:r>
    </w:p>
    <w:p w:rsidR="006974AE" w:rsidRDefault="006974AE" w:rsidP="006974AE">
      <w:r>
        <w:t>241.7628</w:t>
      </w:r>
      <w:r>
        <w:tab/>
        <w:t>1.013e0</w:t>
      </w:r>
    </w:p>
    <w:p w:rsidR="006974AE" w:rsidRDefault="006974AE" w:rsidP="006974AE">
      <w:r>
        <w:t>241.7676</w:t>
      </w:r>
      <w:r>
        <w:tab/>
        <w:t>1.013e0</w:t>
      </w:r>
    </w:p>
    <w:p w:rsidR="006974AE" w:rsidRDefault="006974AE" w:rsidP="006974AE">
      <w:r>
        <w:t>241.7873</w:t>
      </w:r>
      <w:r>
        <w:tab/>
        <w:t>1.013e0</w:t>
      </w:r>
    </w:p>
    <w:p w:rsidR="006974AE" w:rsidRDefault="006974AE" w:rsidP="006974AE">
      <w:r>
        <w:t>241.7909</w:t>
      </w:r>
      <w:r>
        <w:tab/>
        <w:t>1.013e0</w:t>
      </w:r>
    </w:p>
    <w:p w:rsidR="006974AE" w:rsidRDefault="006974AE" w:rsidP="006974AE">
      <w:r>
        <w:lastRenderedPageBreak/>
        <w:t>241.7990</w:t>
      </w:r>
      <w:r>
        <w:tab/>
        <w:t>1.013e0</w:t>
      </w:r>
    </w:p>
    <w:p w:rsidR="006974AE" w:rsidRDefault="006974AE" w:rsidP="006974AE">
      <w:r>
        <w:t>241.8158</w:t>
      </w:r>
      <w:r>
        <w:tab/>
        <w:t>3.038e0</w:t>
      </w:r>
    </w:p>
    <w:p w:rsidR="006974AE" w:rsidRDefault="006974AE" w:rsidP="006974AE">
      <w:r>
        <w:t>241.8442</w:t>
      </w:r>
      <w:r>
        <w:tab/>
        <w:t>1.013e0</w:t>
      </w:r>
    </w:p>
    <w:p w:rsidR="006974AE" w:rsidRDefault="006974AE" w:rsidP="006974AE">
      <w:r>
        <w:t>241.8580</w:t>
      </w:r>
      <w:r>
        <w:tab/>
        <w:t>2.025e0</w:t>
      </w:r>
    </w:p>
    <w:p w:rsidR="006974AE" w:rsidRDefault="006974AE" w:rsidP="006974AE">
      <w:r>
        <w:t>241.8703</w:t>
      </w:r>
      <w:r>
        <w:tab/>
        <w:t>1.013e0</w:t>
      </w:r>
    </w:p>
    <w:p w:rsidR="006974AE" w:rsidRDefault="006974AE" w:rsidP="006974AE">
      <w:r>
        <w:t>241.8784</w:t>
      </w:r>
      <w:r>
        <w:tab/>
        <w:t>1.013e0</w:t>
      </w:r>
    </w:p>
    <w:p w:rsidR="006974AE" w:rsidRDefault="006974AE" w:rsidP="006974AE">
      <w:r>
        <w:t>241.8987</w:t>
      </w:r>
      <w:r>
        <w:tab/>
        <w:t>1.013e0</w:t>
      </w:r>
    </w:p>
    <w:p w:rsidR="006974AE" w:rsidRDefault="006974AE" w:rsidP="006974AE">
      <w:r>
        <w:t>241.9032</w:t>
      </w:r>
      <w:r>
        <w:tab/>
        <w:t>2.025e0</w:t>
      </w:r>
    </w:p>
    <w:p w:rsidR="006974AE" w:rsidRDefault="006974AE" w:rsidP="006974AE">
      <w:r>
        <w:t>241.9316</w:t>
      </w:r>
      <w:r>
        <w:tab/>
        <w:t>1.013e0</w:t>
      </w:r>
    </w:p>
    <w:p w:rsidR="006974AE" w:rsidRDefault="006974AE" w:rsidP="006974AE">
      <w:r>
        <w:t>241.9397</w:t>
      </w:r>
      <w:r>
        <w:tab/>
        <w:t>1.013e0</w:t>
      </w:r>
    </w:p>
    <w:p w:rsidR="006974AE" w:rsidRDefault="006974AE" w:rsidP="006974AE">
      <w:r>
        <w:t>241.9550</w:t>
      </w:r>
      <w:r>
        <w:tab/>
        <w:t>2.025e0</w:t>
      </w:r>
    </w:p>
    <w:p w:rsidR="006974AE" w:rsidRDefault="006974AE" w:rsidP="006974AE">
      <w:r>
        <w:t>241.9733</w:t>
      </w:r>
      <w:r>
        <w:tab/>
        <w:t>1.013e0</w:t>
      </w:r>
    </w:p>
    <w:p w:rsidR="006974AE" w:rsidRDefault="006974AE" w:rsidP="006974AE">
      <w:r>
        <w:t>241.9794</w:t>
      </w:r>
      <w:r>
        <w:tab/>
        <w:t>2.025e0</w:t>
      </w:r>
    </w:p>
    <w:p w:rsidR="006974AE" w:rsidRDefault="006974AE" w:rsidP="006974AE">
      <w:r>
        <w:t>241.9815</w:t>
      </w:r>
      <w:r>
        <w:tab/>
        <w:t>1.013e0</w:t>
      </w:r>
    </w:p>
    <w:p w:rsidR="006974AE" w:rsidRDefault="006974AE" w:rsidP="006974AE">
      <w:r>
        <w:t>242.0194</w:t>
      </w:r>
      <w:r>
        <w:tab/>
        <w:t>5.063e0</w:t>
      </w:r>
    </w:p>
    <w:p w:rsidR="006974AE" w:rsidRDefault="006974AE" w:rsidP="006974AE">
      <w:r>
        <w:t>242.0238</w:t>
      </w:r>
      <w:r>
        <w:tab/>
        <w:t>1.823e1</w:t>
      </w:r>
    </w:p>
    <w:p w:rsidR="006974AE" w:rsidRDefault="006974AE" w:rsidP="006974AE">
      <w:r>
        <w:t>242.0250</w:t>
      </w:r>
      <w:r>
        <w:tab/>
        <w:t>7.108e1</w:t>
      </w:r>
    </w:p>
    <w:p w:rsidR="006974AE" w:rsidRDefault="006974AE" w:rsidP="006974AE">
      <w:r>
        <w:t>242.0273</w:t>
      </w:r>
      <w:r>
        <w:tab/>
        <w:t>2.430e1</w:t>
      </w:r>
    </w:p>
    <w:p w:rsidR="006974AE" w:rsidRDefault="006974AE" w:rsidP="006974AE">
      <w:r>
        <w:t>242.0288</w:t>
      </w:r>
      <w:r>
        <w:tab/>
        <w:t>1.102e1</w:t>
      </w:r>
    </w:p>
    <w:p w:rsidR="006974AE" w:rsidRDefault="006974AE" w:rsidP="006974AE">
      <w:r>
        <w:lastRenderedPageBreak/>
        <w:t>242.0469</w:t>
      </w:r>
      <w:r>
        <w:tab/>
        <w:t>4.051e0</w:t>
      </w:r>
    </w:p>
    <w:p w:rsidR="006974AE" w:rsidRDefault="006974AE" w:rsidP="006974AE">
      <w:r>
        <w:t>242.0804</w:t>
      </w:r>
      <w:r>
        <w:tab/>
        <w:t>3.038e0</w:t>
      </w:r>
    </w:p>
    <w:p w:rsidR="006974AE" w:rsidRDefault="006974AE" w:rsidP="006974AE">
      <w:r>
        <w:t>242.0857</w:t>
      </w:r>
      <w:r>
        <w:tab/>
        <w:t>2.025e0</w:t>
      </w:r>
    </w:p>
    <w:p w:rsidR="006974AE" w:rsidRDefault="006974AE" w:rsidP="006974AE">
      <w:r>
        <w:t>242.0884</w:t>
      </w:r>
      <w:r>
        <w:tab/>
        <w:t>1.013e0</w:t>
      </w:r>
    </w:p>
    <w:p w:rsidR="006974AE" w:rsidRDefault="006974AE" w:rsidP="006974AE">
      <w:r>
        <w:t>242.1000</w:t>
      </w:r>
      <w:r>
        <w:tab/>
        <w:t>3.038e0</w:t>
      </w:r>
    </w:p>
    <w:p w:rsidR="006974AE" w:rsidRDefault="006974AE" w:rsidP="006974AE">
      <w:r>
        <w:t>242.1219</w:t>
      </w:r>
      <w:r>
        <w:tab/>
        <w:t>1.013e0</w:t>
      </w:r>
    </w:p>
    <w:p w:rsidR="006974AE" w:rsidRDefault="006974AE" w:rsidP="006974AE">
      <w:r>
        <w:t>242.1299</w:t>
      </w:r>
      <w:r>
        <w:tab/>
        <w:t>2.025e0</w:t>
      </w:r>
    </w:p>
    <w:p w:rsidR="006974AE" w:rsidRDefault="006974AE" w:rsidP="006974AE">
      <w:r>
        <w:t>242.1462</w:t>
      </w:r>
      <w:r>
        <w:tab/>
        <w:t>2.025e0</w:t>
      </w:r>
    </w:p>
    <w:p w:rsidR="006974AE" w:rsidRDefault="006974AE" w:rsidP="006974AE">
      <w:r>
        <w:t>242.1520</w:t>
      </w:r>
      <w:r>
        <w:tab/>
        <w:t>1.013e0</w:t>
      </w:r>
    </w:p>
    <w:p w:rsidR="006974AE" w:rsidRDefault="006974AE" w:rsidP="006974AE">
      <w:r>
        <w:t>242.1561</w:t>
      </w:r>
      <w:r>
        <w:tab/>
        <w:t>1.013e0</w:t>
      </w:r>
    </w:p>
    <w:p w:rsidR="006974AE" w:rsidRDefault="006974AE" w:rsidP="006974AE">
      <w:r>
        <w:t>242.1638</w:t>
      </w:r>
      <w:r>
        <w:tab/>
        <w:t>2.025e0</w:t>
      </w:r>
    </w:p>
    <w:p w:rsidR="006974AE" w:rsidRDefault="006974AE" w:rsidP="006974AE">
      <w:r>
        <w:t>242.1794</w:t>
      </w:r>
      <w:r>
        <w:tab/>
        <w:t>3.038e0</w:t>
      </w:r>
    </w:p>
    <w:p w:rsidR="006974AE" w:rsidRDefault="006974AE" w:rsidP="006974AE">
      <w:r>
        <w:t>242.1837</w:t>
      </w:r>
      <w:r>
        <w:tab/>
        <w:t>2.025e0</w:t>
      </w:r>
    </w:p>
    <w:p w:rsidR="006974AE" w:rsidRDefault="006974AE" w:rsidP="006974AE">
      <w:r>
        <w:t>242.1973</w:t>
      </w:r>
      <w:r>
        <w:tab/>
        <w:t>1.013e0</w:t>
      </w:r>
    </w:p>
    <w:p w:rsidR="006974AE" w:rsidRDefault="006974AE" w:rsidP="006974AE">
      <w:r>
        <w:t>242.2172</w:t>
      </w:r>
      <w:r>
        <w:tab/>
        <w:t>2.025e0</w:t>
      </w:r>
    </w:p>
    <w:p w:rsidR="006974AE" w:rsidRDefault="006974AE" w:rsidP="006974AE">
      <w:r>
        <w:t>242.2210</w:t>
      </w:r>
      <w:r>
        <w:tab/>
        <w:t>1.013e0</w:t>
      </w:r>
    </w:p>
    <w:p w:rsidR="006974AE" w:rsidRDefault="006974AE" w:rsidP="006974AE">
      <w:r>
        <w:t>242.2302</w:t>
      </w:r>
      <w:r>
        <w:tab/>
        <w:t>3.038e0</w:t>
      </w:r>
    </w:p>
    <w:p w:rsidR="006974AE" w:rsidRDefault="006974AE" w:rsidP="006974AE">
      <w:r>
        <w:t>242.2471</w:t>
      </w:r>
      <w:r>
        <w:tab/>
        <w:t>1.013e0</w:t>
      </w:r>
    </w:p>
    <w:p w:rsidR="006974AE" w:rsidRDefault="006974AE" w:rsidP="006974AE">
      <w:r>
        <w:t>242.2825</w:t>
      </w:r>
      <w:r>
        <w:tab/>
        <w:t>8.101e0</w:t>
      </w:r>
    </w:p>
    <w:p w:rsidR="006974AE" w:rsidRDefault="006974AE" w:rsidP="006974AE">
      <w:r>
        <w:lastRenderedPageBreak/>
        <w:t>242.2837</w:t>
      </w:r>
      <w:r>
        <w:tab/>
        <w:t>9.457e0</w:t>
      </w:r>
    </w:p>
    <w:p w:rsidR="006974AE" w:rsidRDefault="006974AE" w:rsidP="006974AE">
      <w:r>
        <w:t>242.2854</w:t>
      </w:r>
      <w:r>
        <w:tab/>
        <w:t>2.373e1</w:t>
      </w:r>
    </w:p>
    <w:p w:rsidR="006974AE" w:rsidRDefault="006974AE" w:rsidP="006974AE">
      <w:r>
        <w:t>242.2871</w:t>
      </w:r>
      <w:r>
        <w:tab/>
        <w:t>3.090e1</w:t>
      </w:r>
    </w:p>
    <w:p w:rsidR="006974AE" w:rsidRDefault="006974AE" w:rsidP="006974AE">
      <w:r>
        <w:t>242.2886</w:t>
      </w:r>
      <w:r>
        <w:tab/>
        <w:t>2.532e1</w:t>
      </w:r>
    </w:p>
    <w:p w:rsidR="006974AE" w:rsidRDefault="006974AE" w:rsidP="006974AE">
      <w:r>
        <w:t>242.3420</w:t>
      </w:r>
      <w:r>
        <w:tab/>
        <w:t>1.203e0</w:t>
      </w:r>
    </w:p>
    <w:p w:rsidR="006974AE" w:rsidRDefault="006974AE" w:rsidP="006974AE">
      <w:r>
        <w:t>242.3539</w:t>
      </w:r>
      <w:r>
        <w:tab/>
        <w:t>1.013e0</w:t>
      </w:r>
    </w:p>
    <w:p w:rsidR="006974AE" w:rsidRDefault="006974AE" w:rsidP="006974AE">
      <w:r>
        <w:t>242.3621</w:t>
      </w:r>
      <w:r>
        <w:tab/>
        <w:t>2.025e0</w:t>
      </w:r>
    </w:p>
    <w:p w:rsidR="006974AE" w:rsidRDefault="006974AE" w:rsidP="006974AE">
      <w:r>
        <w:t>242.3661</w:t>
      </w:r>
      <w:r>
        <w:tab/>
        <w:t>1.013e0</w:t>
      </w:r>
    </w:p>
    <w:p w:rsidR="006974AE" w:rsidRDefault="006974AE" w:rsidP="006974AE">
      <w:r>
        <w:t>242.4038</w:t>
      </w:r>
      <w:r>
        <w:tab/>
        <w:t>1.013e0</w:t>
      </w:r>
    </w:p>
    <w:p w:rsidR="006974AE" w:rsidRDefault="006974AE" w:rsidP="006974AE">
      <w:r>
        <w:t>242.4074</w:t>
      </w:r>
      <w:r>
        <w:tab/>
        <w:t>2.025e0</w:t>
      </w:r>
    </w:p>
    <w:p w:rsidR="006974AE" w:rsidRDefault="006974AE" w:rsidP="006974AE">
      <w:r>
        <w:t>242.4191</w:t>
      </w:r>
      <w:r>
        <w:tab/>
        <w:t>1.013e0</w:t>
      </w:r>
    </w:p>
    <w:p w:rsidR="006974AE" w:rsidRDefault="006974AE" w:rsidP="006974AE">
      <w:r>
        <w:t>242.4452</w:t>
      </w:r>
      <w:r>
        <w:tab/>
        <w:t>1.013e0</w:t>
      </w:r>
    </w:p>
    <w:p w:rsidR="006974AE" w:rsidRDefault="006974AE" w:rsidP="006974AE">
      <w:r>
        <w:t>242.4534</w:t>
      </w:r>
      <w:r>
        <w:tab/>
        <w:t>2.025e0</w:t>
      </w:r>
    </w:p>
    <w:p w:rsidR="006974AE" w:rsidRDefault="006974AE" w:rsidP="006974AE">
      <w:r>
        <w:t>242.4732</w:t>
      </w:r>
      <w:r>
        <w:tab/>
        <w:t>1.013e0</w:t>
      </w:r>
    </w:p>
    <w:p w:rsidR="006974AE" w:rsidRDefault="006974AE" w:rsidP="006974AE">
      <w:r>
        <w:t>242.4826</w:t>
      </w:r>
      <w:r>
        <w:tab/>
        <w:t>1.013e0</w:t>
      </w:r>
    </w:p>
    <w:p w:rsidR="006974AE" w:rsidRDefault="006974AE" w:rsidP="006974AE">
      <w:r>
        <w:t>242.4948</w:t>
      </w:r>
      <w:r>
        <w:tab/>
        <w:t>1.013e0</w:t>
      </w:r>
    </w:p>
    <w:p w:rsidR="006974AE" w:rsidRDefault="006974AE" w:rsidP="006974AE">
      <w:r>
        <w:t>242.5145</w:t>
      </w:r>
      <w:r>
        <w:tab/>
        <w:t>2.025e0</w:t>
      </w:r>
    </w:p>
    <w:p w:rsidR="006974AE" w:rsidRDefault="006974AE" w:rsidP="006974AE">
      <w:r>
        <w:t>242.5231</w:t>
      </w:r>
      <w:r>
        <w:tab/>
        <w:t>1.013e0</w:t>
      </w:r>
    </w:p>
    <w:p w:rsidR="006974AE" w:rsidRDefault="006974AE" w:rsidP="006974AE">
      <w:r>
        <w:t>242.5407</w:t>
      </w:r>
      <w:r>
        <w:tab/>
        <w:t>1.013e0</w:t>
      </w:r>
    </w:p>
    <w:p w:rsidR="006974AE" w:rsidRDefault="006974AE" w:rsidP="006974AE">
      <w:r>
        <w:lastRenderedPageBreak/>
        <w:t>242.5463</w:t>
      </w:r>
      <w:r>
        <w:tab/>
        <w:t>2.025e0</w:t>
      </w:r>
    </w:p>
    <w:p w:rsidR="006974AE" w:rsidRDefault="006974AE" w:rsidP="006974AE">
      <w:r>
        <w:t>242.5769</w:t>
      </w:r>
      <w:r>
        <w:tab/>
        <w:t>2.025e0</w:t>
      </w:r>
    </w:p>
    <w:p w:rsidR="006974AE" w:rsidRDefault="006974AE" w:rsidP="006974AE">
      <w:r>
        <w:t>242.5862</w:t>
      </w:r>
      <w:r>
        <w:tab/>
        <w:t>3.038e0</w:t>
      </w:r>
    </w:p>
    <w:p w:rsidR="006974AE" w:rsidRDefault="006974AE" w:rsidP="006974AE">
      <w:r>
        <w:t>242.6096</w:t>
      </w:r>
      <w:r>
        <w:tab/>
        <w:t>1.013e0</w:t>
      </w:r>
    </w:p>
    <w:p w:rsidR="006974AE" w:rsidRDefault="006974AE" w:rsidP="006974AE">
      <w:r>
        <w:t>242.6185</w:t>
      </w:r>
      <w:r>
        <w:tab/>
        <w:t>1.013e0</w:t>
      </w:r>
    </w:p>
    <w:p w:rsidR="006974AE" w:rsidRDefault="006974AE" w:rsidP="006974AE">
      <w:r>
        <w:t>242.6553</w:t>
      </w:r>
      <w:r>
        <w:tab/>
        <w:t>1.013e0</w:t>
      </w:r>
    </w:p>
    <w:p w:rsidR="006974AE" w:rsidRDefault="006974AE" w:rsidP="006974AE">
      <w:r>
        <w:t>242.6728</w:t>
      </w:r>
      <w:r>
        <w:tab/>
        <w:t>2.025e0</w:t>
      </w:r>
    </w:p>
    <w:p w:rsidR="006974AE" w:rsidRDefault="006974AE" w:rsidP="006974AE">
      <w:r>
        <w:t>242.7081</w:t>
      </w:r>
      <w:r>
        <w:tab/>
        <w:t>2.025e0</w:t>
      </w:r>
    </w:p>
    <w:p w:rsidR="006974AE" w:rsidRDefault="006974AE" w:rsidP="006974AE">
      <w:r>
        <w:t>242.7430</w:t>
      </w:r>
      <w:r>
        <w:tab/>
        <w:t>1.013e0</w:t>
      </w:r>
    </w:p>
    <w:p w:rsidR="006974AE" w:rsidRDefault="006974AE" w:rsidP="006974AE">
      <w:r>
        <w:t>242.7543</w:t>
      </w:r>
      <w:r>
        <w:tab/>
        <w:t>1.013e0</w:t>
      </w:r>
    </w:p>
    <w:p w:rsidR="006974AE" w:rsidRDefault="006974AE" w:rsidP="006974AE">
      <w:r>
        <w:t>242.7591</w:t>
      </w:r>
      <w:r>
        <w:tab/>
        <w:t>1.013e0</w:t>
      </w:r>
    </w:p>
    <w:p w:rsidR="006974AE" w:rsidRDefault="006974AE" w:rsidP="006974AE">
      <w:r>
        <w:t>242.7682</w:t>
      </w:r>
      <w:r>
        <w:tab/>
        <w:t>1.013e0</w:t>
      </w:r>
    </w:p>
    <w:p w:rsidR="006974AE" w:rsidRDefault="006974AE" w:rsidP="006974AE">
      <w:r>
        <w:t>242.8031</w:t>
      </w:r>
      <w:r>
        <w:tab/>
        <w:t>2.025e0</w:t>
      </w:r>
    </w:p>
    <w:p w:rsidR="006974AE" w:rsidRDefault="006974AE" w:rsidP="006974AE">
      <w:r>
        <w:t>242.8090</w:t>
      </w:r>
      <w:r>
        <w:tab/>
        <w:t>1.013e0</w:t>
      </w:r>
    </w:p>
    <w:p w:rsidR="006974AE" w:rsidRDefault="006974AE" w:rsidP="006974AE">
      <w:r>
        <w:t>242.8261</w:t>
      </w:r>
      <w:r>
        <w:tab/>
        <w:t>1.013e0</w:t>
      </w:r>
    </w:p>
    <w:p w:rsidR="006974AE" w:rsidRDefault="006974AE" w:rsidP="006974AE">
      <w:r>
        <w:t>242.8421</w:t>
      </w:r>
      <w:r>
        <w:tab/>
        <w:t>1.013e0</w:t>
      </w:r>
    </w:p>
    <w:p w:rsidR="006974AE" w:rsidRDefault="006974AE" w:rsidP="006974AE">
      <w:r>
        <w:t>242.8631</w:t>
      </w:r>
      <w:r>
        <w:tab/>
        <w:t>1.013e0</w:t>
      </w:r>
    </w:p>
    <w:p w:rsidR="006974AE" w:rsidRDefault="006974AE" w:rsidP="006974AE">
      <w:r>
        <w:t>242.8680</w:t>
      </w:r>
      <w:r>
        <w:tab/>
        <w:t>1.013e0</w:t>
      </w:r>
    </w:p>
    <w:p w:rsidR="006974AE" w:rsidRDefault="006974AE" w:rsidP="006974AE">
      <w:r>
        <w:t>242.8757</w:t>
      </w:r>
      <w:r>
        <w:tab/>
        <w:t>1.013e0</w:t>
      </w:r>
    </w:p>
    <w:p w:rsidR="006974AE" w:rsidRDefault="006974AE" w:rsidP="006974AE">
      <w:r>
        <w:lastRenderedPageBreak/>
        <w:t>242.8997</w:t>
      </w:r>
      <w:r>
        <w:tab/>
        <w:t>1.013e0</w:t>
      </w:r>
    </w:p>
    <w:p w:rsidR="006974AE" w:rsidRDefault="006974AE" w:rsidP="006974AE">
      <w:r>
        <w:t>242.9085</w:t>
      </w:r>
      <w:r>
        <w:tab/>
        <w:t>1.013e0</w:t>
      </w:r>
    </w:p>
    <w:p w:rsidR="006974AE" w:rsidRDefault="006974AE" w:rsidP="006974AE">
      <w:r>
        <w:t>242.9256</w:t>
      </w:r>
      <w:r>
        <w:tab/>
        <w:t>2.025e0</w:t>
      </w:r>
    </w:p>
    <w:p w:rsidR="006974AE" w:rsidRDefault="006974AE" w:rsidP="006974AE">
      <w:r>
        <w:t>242.9413</w:t>
      </w:r>
      <w:r>
        <w:tab/>
        <w:t>1.013e0</w:t>
      </w:r>
    </w:p>
    <w:p w:rsidR="006974AE" w:rsidRDefault="006974AE" w:rsidP="006974AE">
      <w:r>
        <w:t>242.9496</w:t>
      </w:r>
      <w:r>
        <w:tab/>
        <w:t>1.013e0</w:t>
      </w:r>
    </w:p>
    <w:p w:rsidR="006974AE" w:rsidRDefault="006974AE" w:rsidP="006974AE">
      <w:r>
        <w:t>242.9542</w:t>
      </w:r>
      <w:r>
        <w:tab/>
        <w:t>1.013e0</w:t>
      </w:r>
    </w:p>
    <w:p w:rsidR="006974AE" w:rsidRDefault="006974AE" w:rsidP="006974AE">
      <w:r>
        <w:t>242.9633</w:t>
      </w:r>
      <w:r>
        <w:tab/>
        <w:t>1.013e0</w:t>
      </w:r>
    </w:p>
    <w:p w:rsidR="006974AE" w:rsidRDefault="006974AE" w:rsidP="006974AE">
      <w:r>
        <w:t>242.9769</w:t>
      </w:r>
      <w:r>
        <w:tab/>
        <w:t>2.025e0</w:t>
      </w:r>
    </w:p>
    <w:p w:rsidR="006974AE" w:rsidRDefault="006974AE" w:rsidP="006974AE">
      <w:r>
        <w:t>242.9790</w:t>
      </w:r>
      <w:r>
        <w:tab/>
        <w:t>2.025e0</w:t>
      </w:r>
    </w:p>
    <w:p w:rsidR="006974AE" w:rsidRDefault="006974AE" w:rsidP="006974AE">
      <w:r>
        <w:t>243.0128</w:t>
      </w:r>
      <w:r>
        <w:tab/>
        <w:t>1.013e0</w:t>
      </w:r>
    </w:p>
    <w:p w:rsidR="006974AE" w:rsidRDefault="006974AE" w:rsidP="006974AE">
      <w:r>
        <w:t>243.0195</w:t>
      </w:r>
      <w:r>
        <w:tab/>
        <w:t>7.089e0</w:t>
      </w:r>
    </w:p>
    <w:p w:rsidR="006974AE" w:rsidRDefault="006974AE" w:rsidP="006974AE">
      <w:r>
        <w:t>243.0247</w:t>
      </w:r>
      <w:r>
        <w:tab/>
        <w:t>5.063e0</w:t>
      </w:r>
    </w:p>
    <w:p w:rsidR="006974AE" w:rsidRDefault="006974AE" w:rsidP="006974AE">
      <w:r>
        <w:t>243.0327</w:t>
      </w:r>
      <w:r>
        <w:tab/>
        <w:t>1.013e0</w:t>
      </w:r>
    </w:p>
    <w:p w:rsidR="006974AE" w:rsidRDefault="006974AE" w:rsidP="006974AE">
      <w:r>
        <w:t>243.0343</w:t>
      </w:r>
      <w:r>
        <w:tab/>
        <w:t>2.025e0</w:t>
      </w:r>
    </w:p>
    <w:p w:rsidR="006974AE" w:rsidRDefault="006974AE" w:rsidP="006974AE">
      <w:r>
        <w:t>243.0377</w:t>
      </w:r>
      <w:r>
        <w:tab/>
        <w:t>3.038e0</w:t>
      </w:r>
    </w:p>
    <w:p w:rsidR="006974AE" w:rsidRDefault="006974AE" w:rsidP="006974AE">
      <w:r>
        <w:t>243.0426</w:t>
      </w:r>
      <w:r>
        <w:tab/>
        <w:t>5.063e0</w:t>
      </w:r>
    </w:p>
    <w:p w:rsidR="006974AE" w:rsidRDefault="006974AE" w:rsidP="006974AE">
      <w:r>
        <w:t>243.0626</w:t>
      </w:r>
      <w:r>
        <w:tab/>
        <w:t>1.013e0</w:t>
      </w:r>
    </w:p>
    <w:p w:rsidR="006974AE" w:rsidRDefault="006974AE" w:rsidP="006974AE">
      <w:r>
        <w:t>243.0662</w:t>
      </w:r>
      <w:r>
        <w:tab/>
        <w:t>2.025e0</w:t>
      </w:r>
    </w:p>
    <w:p w:rsidR="006974AE" w:rsidRDefault="006974AE" w:rsidP="006974AE">
      <w:r>
        <w:t>243.0741</w:t>
      </w:r>
      <w:r>
        <w:tab/>
        <w:t>2.025e0</w:t>
      </w:r>
    </w:p>
    <w:p w:rsidR="006974AE" w:rsidRDefault="006974AE" w:rsidP="006974AE">
      <w:r>
        <w:lastRenderedPageBreak/>
        <w:t>243.0822</w:t>
      </w:r>
      <w:r>
        <w:tab/>
        <w:t>2.025e0</w:t>
      </w:r>
    </w:p>
    <w:p w:rsidR="006974AE" w:rsidRDefault="006974AE" w:rsidP="006974AE">
      <w:r>
        <w:t>243.0858</w:t>
      </w:r>
      <w:r>
        <w:tab/>
        <w:t>1.013e0</w:t>
      </w:r>
    </w:p>
    <w:p w:rsidR="006974AE" w:rsidRDefault="006974AE" w:rsidP="006974AE">
      <w:r>
        <w:t>243.0989</w:t>
      </w:r>
      <w:r>
        <w:tab/>
        <w:t>2.025e0</w:t>
      </w:r>
    </w:p>
    <w:p w:rsidR="006974AE" w:rsidRDefault="006974AE" w:rsidP="006974AE">
      <w:r>
        <w:t>243.1075</w:t>
      </w:r>
      <w:r>
        <w:tab/>
        <w:t>6.076e0</w:t>
      </w:r>
    </w:p>
    <w:p w:rsidR="006974AE" w:rsidRDefault="006974AE" w:rsidP="006974AE">
      <w:r>
        <w:t>243.1119</w:t>
      </w:r>
      <w:r>
        <w:tab/>
        <w:t>1.013e0</w:t>
      </w:r>
    </w:p>
    <w:p w:rsidR="006974AE" w:rsidRDefault="006974AE" w:rsidP="006974AE">
      <w:r>
        <w:t>243.1161</w:t>
      </w:r>
      <w:r>
        <w:tab/>
        <w:t>2.025e0</w:t>
      </w:r>
    </w:p>
    <w:p w:rsidR="006974AE" w:rsidRDefault="006974AE" w:rsidP="006974AE">
      <w:r>
        <w:t>243.1220</w:t>
      </w:r>
      <w:r>
        <w:tab/>
        <w:t>2.025e0</w:t>
      </w:r>
    </w:p>
    <w:p w:rsidR="006974AE" w:rsidRDefault="006974AE" w:rsidP="006974AE">
      <w:r>
        <w:t>243.1276</w:t>
      </w:r>
      <w:r>
        <w:tab/>
        <w:t>2.025e0</w:t>
      </w:r>
    </w:p>
    <w:p w:rsidR="006974AE" w:rsidRDefault="006974AE" w:rsidP="006974AE">
      <w:r>
        <w:t>243.1298</w:t>
      </w:r>
      <w:r>
        <w:tab/>
        <w:t>2.025e0</w:t>
      </w:r>
    </w:p>
    <w:p w:rsidR="006974AE" w:rsidRDefault="006974AE" w:rsidP="006974AE">
      <w:r>
        <w:t>243.1318</w:t>
      </w:r>
      <w:r>
        <w:tab/>
        <w:t>1.013e0</w:t>
      </w:r>
    </w:p>
    <w:p w:rsidR="006974AE" w:rsidRDefault="006974AE" w:rsidP="006974AE">
      <w:r>
        <w:t>243.1344</w:t>
      </w:r>
      <w:r>
        <w:tab/>
        <w:t>2.025e0</w:t>
      </w:r>
    </w:p>
    <w:p w:rsidR="006974AE" w:rsidRDefault="006974AE" w:rsidP="006974AE">
      <w:r>
        <w:t>243.1506</w:t>
      </w:r>
      <w:r>
        <w:tab/>
        <w:t>2.025e0</w:t>
      </w:r>
    </w:p>
    <w:p w:rsidR="006974AE" w:rsidRDefault="006974AE" w:rsidP="006974AE">
      <w:r>
        <w:t>243.1709</w:t>
      </w:r>
      <w:r>
        <w:tab/>
        <w:t>3.038e0</w:t>
      </w:r>
    </w:p>
    <w:p w:rsidR="006974AE" w:rsidRDefault="006974AE" w:rsidP="006974AE">
      <w:r>
        <w:t>243.1961</w:t>
      </w:r>
      <w:r>
        <w:tab/>
        <w:t>2.025e0</w:t>
      </w:r>
    </w:p>
    <w:p w:rsidR="006974AE" w:rsidRDefault="006974AE" w:rsidP="006974AE">
      <w:r>
        <w:t>243.1985</w:t>
      </w:r>
      <w:r>
        <w:tab/>
        <w:t>3.038e0</w:t>
      </w:r>
    </w:p>
    <w:p w:rsidR="006974AE" w:rsidRDefault="006974AE" w:rsidP="006974AE">
      <w:r>
        <w:t>243.2033</w:t>
      </w:r>
      <w:r>
        <w:tab/>
        <w:t>1.013e0</w:t>
      </w:r>
    </w:p>
    <w:p w:rsidR="006974AE" w:rsidRDefault="006974AE" w:rsidP="006974AE">
      <w:r>
        <w:t>243.2190</w:t>
      </w:r>
      <w:r>
        <w:tab/>
        <w:t>1.013e0</w:t>
      </w:r>
    </w:p>
    <w:p w:rsidR="006974AE" w:rsidRDefault="006974AE" w:rsidP="006974AE">
      <w:r>
        <w:t>243.2271</w:t>
      </w:r>
      <w:r>
        <w:tab/>
        <w:t>1.013e0</w:t>
      </w:r>
    </w:p>
    <w:p w:rsidR="006974AE" w:rsidRDefault="006974AE" w:rsidP="006974AE">
      <w:r>
        <w:t>243.2316</w:t>
      </w:r>
      <w:r>
        <w:tab/>
        <w:t>3.038e0</w:t>
      </w:r>
    </w:p>
    <w:p w:rsidR="006974AE" w:rsidRDefault="006974AE" w:rsidP="006974AE">
      <w:r>
        <w:lastRenderedPageBreak/>
        <w:t>243.2354</w:t>
      </w:r>
      <w:r>
        <w:tab/>
        <w:t>1.013e0</w:t>
      </w:r>
    </w:p>
    <w:p w:rsidR="006974AE" w:rsidRDefault="006974AE" w:rsidP="006974AE">
      <w:r>
        <w:t>243.2472</w:t>
      </w:r>
      <w:r>
        <w:tab/>
        <w:t>2.025e0</w:t>
      </w:r>
    </w:p>
    <w:p w:rsidR="006974AE" w:rsidRDefault="006974AE" w:rsidP="006974AE">
      <w:r>
        <w:t>243.2571</w:t>
      </w:r>
      <w:r>
        <w:tab/>
        <w:t>3.038e0</w:t>
      </w:r>
    </w:p>
    <w:p w:rsidR="006974AE" w:rsidRDefault="006974AE" w:rsidP="006974AE">
      <w:r>
        <w:t>243.2703</w:t>
      </w:r>
      <w:r>
        <w:tab/>
        <w:t>3.693e0</w:t>
      </w:r>
    </w:p>
    <w:p w:rsidR="006974AE" w:rsidRDefault="006974AE" w:rsidP="006974AE">
      <w:r>
        <w:t>243.2751</w:t>
      </w:r>
      <w:r>
        <w:tab/>
        <w:t>3.038e0</w:t>
      </w:r>
    </w:p>
    <w:p w:rsidR="006974AE" w:rsidRDefault="006974AE" w:rsidP="006974AE">
      <w:r>
        <w:t>243.2763</w:t>
      </w:r>
      <w:r>
        <w:tab/>
        <w:t>1.013e0</w:t>
      </w:r>
    </w:p>
    <w:p w:rsidR="006974AE" w:rsidRDefault="006974AE" w:rsidP="006974AE">
      <w:r>
        <w:t>243.2811</w:t>
      </w:r>
      <w:r>
        <w:tab/>
        <w:t>1.013e0</w:t>
      </w:r>
    </w:p>
    <w:p w:rsidR="006974AE" w:rsidRDefault="006974AE" w:rsidP="006974AE">
      <w:r>
        <w:t>243.2858</w:t>
      </w:r>
      <w:r>
        <w:tab/>
        <w:t>2.025e0</w:t>
      </w:r>
    </w:p>
    <w:p w:rsidR="006974AE" w:rsidRDefault="006974AE" w:rsidP="006974AE">
      <w:r>
        <w:t>243.2871</w:t>
      </w:r>
      <w:r>
        <w:tab/>
        <w:t>6.395e0</w:t>
      </w:r>
    </w:p>
    <w:p w:rsidR="006974AE" w:rsidRDefault="006974AE" w:rsidP="006974AE">
      <w:r>
        <w:t>243.3006</w:t>
      </w:r>
      <w:r>
        <w:tab/>
        <w:t>2.025e0</w:t>
      </w:r>
    </w:p>
    <w:p w:rsidR="006974AE" w:rsidRDefault="006974AE" w:rsidP="006974AE">
      <w:r>
        <w:t>243.3103</w:t>
      </w:r>
      <w:r>
        <w:tab/>
        <w:t>1.013e0</w:t>
      </w:r>
    </w:p>
    <w:p w:rsidR="006974AE" w:rsidRDefault="006974AE" w:rsidP="006974AE">
      <w:r>
        <w:t>243.3146</w:t>
      </w:r>
      <w:r>
        <w:tab/>
        <w:t>1.013e0</w:t>
      </w:r>
    </w:p>
    <w:p w:rsidR="006974AE" w:rsidRDefault="006974AE" w:rsidP="006974AE">
      <w:r>
        <w:t>243.3185</w:t>
      </w:r>
      <w:r>
        <w:tab/>
        <w:t>1.013e0</w:t>
      </w:r>
    </w:p>
    <w:p w:rsidR="006974AE" w:rsidRDefault="006974AE" w:rsidP="006974AE">
      <w:r>
        <w:t>243.3445</w:t>
      </w:r>
      <w:r>
        <w:tab/>
        <w:t>3.038e0</w:t>
      </w:r>
    </w:p>
    <w:p w:rsidR="006974AE" w:rsidRDefault="006974AE" w:rsidP="006974AE">
      <w:r>
        <w:t>243.3720</w:t>
      </w:r>
      <w:r>
        <w:tab/>
        <w:t>1.013e0</w:t>
      </w:r>
    </w:p>
    <w:p w:rsidR="006974AE" w:rsidRDefault="006974AE" w:rsidP="006974AE">
      <w:r>
        <w:t>243.3830</w:t>
      </w:r>
      <w:r>
        <w:tab/>
        <w:t>2.025e0</w:t>
      </w:r>
    </w:p>
    <w:p w:rsidR="006974AE" w:rsidRDefault="006974AE" w:rsidP="006974AE">
      <w:r>
        <w:t>243.4057</w:t>
      </w:r>
      <w:r>
        <w:tab/>
        <w:t>3.038e0</w:t>
      </w:r>
    </w:p>
    <w:p w:rsidR="006974AE" w:rsidRDefault="006974AE" w:rsidP="006974AE">
      <w:r>
        <w:t>243.4135</w:t>
      </w:r>
      <w:r>
        <w:tab/>
        <w:t>1.013e0</w:t>
      </w:r>
    </w:p>
    <w:p w:rsidR="006974AE" w:rsidRDefault="006974AE" w:rsidP="006974AE">
      <w:r>
        <w:t>243.4220</w:t>
      </w:r>
      <w:r>
        <w:tab/>
        <w:t>1.013e0</w:t>
      </w:r>
    </w:p>
    <w:p w:rsidR="006974AE" w:rsidRDefault="006974AE" w:rsidP="006974AE">
      <w:r>
        <w:lastRenderedPageBreak/>
        <w:t>243.4354</w:t>
      </w:r>
      <w:r>
        <w:tab/>
        <w:t>1.013e0</w:t>
      </w:r>
    </w:p>
    <w:p w:rsidR="006974AE" w:rsidRDefault="006974AE" w:rsidP="006974AE">
      <w:r>
        <w:t>243.4474</w:t>
      </w:r>
      <w:r>
        <w:tab/>
        <w:t>1.013e0</w:t>
      </w:r>
    </w:p>
    <w:p w:rsidR="006974AE" w:rsidRDefault="006974AE" w:rsidP="006974AE">
      <w:r>
        <w:t>243.4556</w:t>
      </w:r>
      <w:r>
        <w:tab/>
        <w:t>1.013e0</w:t>
      </w:r>
    </w:p>
    <w:p w:rsidR="006974AE" w:rsidRDefault="006974AE" w:rsidP="006974AE">
      <w:r>
        <w:t>243.4595</w:t>
      </w:r>
      <w:r>
        <w:tab/>
        <w:t>1.013e0</w:t>
      </w:r>
    </w:p>
    <w:p w:rsidR="006974AE" w:rsidRDefault="006974AE" w:rsidP="006974AE">
      <w:r>
        <w:t>243.4692</w:t>
      </w:r>
      <w:r>
        <w:tab/>
        <w:t>2.025e0</w:t>
      </w:r>
    </w:p>
    <w:p w:rsidR="006974AE" w:rsidRDefault="006974AE" w:rsidP="006974AE">
      <w:r>
        <w:t>243.4892</w:t>
      </w:r>
      <w:r>
        <w:tab/>
        <w:t>1.013e0</w:t>
      </w:r>
    </w:p>
    <w:p w:rsidR="006974AE" w:rsidRDefault="006974AE" w:rsidP="006974AE">
      <w:r>
        <w:t>243.5119</w:t>
      </w:r>
      <w:r>
        <w:tab/>
        <w:t>2.025e0</w:t>
      </w:r>
    </w:p>
    <w:p w:rsidR="006974AE" w:rsidRDefault="006974AE" w:rsidP="006974AE">
      <w:r>
        <w:t>243.5309</w:t>
      </w:r>
      <w:r>
        <w:tab/>
        <w:t>1.013e0</w:t>
      </w:r>
    </w:p>
    <w:p w:rsidR="006974AE" w:rsidRDefault="006974AE" w:rsidP="006974AE">
      <w:r>
        <w:t>243.5427</w:t>
      </w:r>
      <w:r>
        <w:tab/>
        <w:t>1.013e0</w:t>
      </w:r>
    </w:p>
    <w:p w:rsidR="006974AE" w:rsidRDefault="006974AE" w:rsidP="006974AE">
      <w:r>
        <w:t>243.5630</w:t>
      </w:r>
      <w:r>
        <w:tab/>
        <w:t>1.013e0</w:t>
      </w:r>
    </w:p>
    <w:p w:rsidR="006974AE" w:rsidRDefault="006974AE" w:rsidP="006974AE">
      <w:r>
        <w:t>243.5674</w:t>
      </w:r>
      <w:r>
        <w:tab/>
        <w:t>2.025e0</w:t>
      </w:r>
    </w:p>
    <w:p w:rsidR="006974AE" w:rsidRDefault="006974AE" w:rsidP="006974AE">
      <w:r>
        <w:t>243.5848</w:t>
      </w:r>
      <w:r>
        <w:tab/>
        <w:t>1.013e0</w:t>
      </w:r>
    </w:p>
    <w:p w:rsidR="006974AE" w:rsidRDefault="006974AE" w:rsidP="006974AE">
      <w:r>
        <w:t>243.6003</w:t>
      </w:r>
      <w:r>
        <w:tab/>
        <w:t>1.013e0</w:t>
      </w:r>
    </w:p>
    <w:p w:rsidR="006974AE" w:rsidRDefault="006974AE" w:rsidP="006974AE">
      <w:r>
        <w:t>243.6085</w:t>
      </w:r>
      <w:r>
        <w:tab/>
        <w:t>1.013e0</w:t>
      </w:r>
    </w:p>
    <w:p w:rsidR="006974AE" w:rsidRDefault="006974AE" w:rsidP="006974AE">
      <w:r>
        <w:t>243.6264</w:t>
      </w:r>
      <w:r>
        <w:tab/>
        <w:t>1.013e0</w:t>
      </w:r>
    </w:p>
    <w:p w:rsidR="006974AE" w:rsidRDefault="006974AE" w:rsidP="006974AE">
      <w:r>
        <w:t>243.6501</w:t>
      </w:r>
      <w:r>
        <w:tab/>
        <w:t>1.013e0</w:t>
      </w:r>
    </w:p>
    <w:p w:rsidR="006974AE" w:rsidRDefault="006974AE" w:rsidP="006974AE">
      <w:r>
        <w:t>243.6631</w:t>
      </w:r>
      <w:r>
        <w:tab/>
        <w:t>1.013e0</w:t>
      </w:r>
    </w:p>
    <w:p w:rsidR="006974AE" w:rsidRDefault="006974AE" w:rsidP="006974AE">
      <w:r>
        <w:t>243.6760</w:t>
      </w:r>
      <w:r>
        <w:tab/>
        <w:t>1.013e0</w:t>
      </w:r>
    </w:p>
    <w:p w:rsidR="006974AE" w:rsidRDefault="006974AE" w:rsidP="006974AE">
      <w:r>
        <w:t>243.6822</w:t>
      </w:r>
      <w:r>
        <w:tab/>
        <w:t>2.025e0</w:t>
      </w:r>
    </w:p>
    <w:p w:rsidR="006974AE" w:rsidRDefault="006974AE" w:rsidP="006974AE">
      <w:r>
        <w:lastRenderedPageBreak/>
        <w:t>243.6880</w:t>
      </w:r>
      <w:r>
        <w:tab/>
        <w:t>1.013e0</w:t>
      </w:r>
    </w:p>
    <w:p w:rsidR="006974AE" w:rsidRDefault="006974AE" w:rsidP="006974AE">
      <w:r>
        <w:t>243.6917</w:t>
      </w:r>
      <w:r>
        <w:tab/>
        <w:t>1.013e0</w:t>
      </w:r>
    </w:p>
    <w:p w:rsidR="006974AE" w:rsidRDefault="006974AE" w:rsidP="006974AE">
      <w:r>
        <w:t>243.7056</w:t>
      </w:r>
      <w:r>
        <w:tab/>
        <w:t>2.025e0</w:t>
      </w:r>
    </w:p>
    <w:p w:rsidR="006974AE" w:rsidRDefault="006974AE" w:rsidP="006974AE">
      <w:r>
        <w:t>243.7255</w:t>
      </w:r>
      <w:r>
        <w:tab/>
        <w:t>1.013e0</w:t>
      </w:r>
    </w:p>
    <w:p w:rsidR="006974AE" w:rsidRDefault="006974AE" w:rsidP="006974AE">
      <w:r>
        <w:t>243.7870</w:t>
      </w:r>
      <w:r>
        <w:tab/>
        <w:t>1.013e0</w:t>
      </w:r>
    </w:p>
    <w:p w:rsidR="006974AE" w:rsidRDefault="006974AE" w:rsidP="006974AE">
      <w:r>
        <w:t>243.7969</w:t>
      </w:r>
      <w:r>
        <w:tab/>
        <w:t>2.025e0</w:t>
      </w:r>
    </w:p>
    <w:p w:rsidR="006974AE" w:rsidRDefault="006974AE" w:rsidP="006974AE">
      <w:r>
        <w:t>243.7993</w:t>
      </w:r>
      <w:r>
        <w:tab/>
        <w:t>3.038e0</w:t>
      </w:r>
    </w:p>
    <w:p w:rsidR="006974AE" w:rsidRDefault="006974AE" w:rsidP="006974AE">
      <w:r>
        <w:t>243.8288</w:t>
      </w:r>
      <w:r>
        <w:tab/>
        <w:t>1.013e0</w:t>
      </w:r>
    </w:p>
    <w:p w:rsidR="006974AE" w:rsidRDefault="006974AE" w:rsidP="006974AE">
      <w:r>
        <w:t>243.8330</w:t>
      </w:r>
      <w:r>
        <w:tab/>
        <w:t>1.013e0</w:t>
      </w:r>
    </w:p>
    <w:p w:rsidR="006974AE" w:rsidRDefault="006974AE" w:rsidP="006974AE">
      <w:r>
        <w:t>243.8579</w:t>
      </w:r>
      <w:r>
        <w:tab/>
        <w:t>2.025e0</w:t>
      </w:r>
    </w:p>
    <w:p w:rsidR="006974AE" w:rsidRDefault="006974AE" w:rsidP="006974AE">
      <w:r>
        <w:t>243.8669</w:t>
      </w:r>
      <w:r>
        <w:tab/>
        <w:t>1.013e0</w:t>
      </w:r>
    </w:p>
    <w:p w:rsidR="006974AE" w:rsidRDefault="006974AE" w:rsidP="006974AE">
      <w:r>
        <w:t>243.8804</w:t>
      </w:r>
      <w:r>
        <w:tab/>
        <w:t>2.025e0</w:t>
      </w:r>
    </w:p>
    <w:p w:rsidR="006974AE" w:rsidRDefault="006974AE" w:rsidP="006974AE">
      <w:r>
        <w:t>243.8862</w:t>
      </w:r>
      <w:r>
        <w:tab/>
        <w:t>1.013e0</w:t>
      </w:r>
    </w:p>
    <w:p w:rsidR="006974AE" w:rsidRDefault="006974AE" w:rsidP="006974AE">
      <w:r>
        <w:t>243.8952</w:t>
      </w:r>
      <w:r>
        <w:tab/>
        <w:t>1.013e0</w:t>
      </w:r>
    </w:p>
    <w:p w:rsidR="006974AE" w:rsidRDefault="006974AE" w:rsidP="006974AE">
      <w:r>
        <w:t>243.9043</w:t>
      </w:r>
      <w:r>
        <w:tab/>
        <w:t>1.013e0</w:t>
      </w:r>
    </w:p>
    <w:p w:rsidR="006974AE" w:rsidRDefault="006974AE" w:rsidP="006974AE">
      <w:r>
        <w:t>243.9147</w:t>
      </w:r>
      <w:r>
        <w:tab/>
        <w:t>2.025e0</w:t>
      </w:r>
    </w:p>
    <w:p w:rsidR="006974AE" w:rsidRDefault="006974AE" w:rsidP="006974AE">
      <w:r>
        <w:t>243.9406</w:t>
      </w:r>
      <w:r>
        <w:tab/>
        <w:t>2.025e0</w:t>
      </w:r>
    </w:p>
    <w:p w:rsidR="006974AE" w:rsidRDefault="006974AE" w:rsidP="006974AE">
      <w:r>
        <w:t>243.9453</w:t>
      </w:r>
      <w:r>
        <w:tab/>
        <w:t>1.013e0</w:t>
      </w:r>
    </w:p>
    <w:p w:rsidR="006974AE" w:rsidRDefault="006974AE" w:rsidP="006974AE">
      <w:r>
        <w:t>243.9623</w:t>
      </w:r>
      <w:r>
        <w:tab/>
        <w:t>1.013e0</w:t>
      </w:r>
    </w:p>
    <w:p w:rsidR="006974AE" w:rsidRDefault="006974AE" w:rsidP="006974AE">
      <w:r>
        <w:lastRenderedPageBreak/>
        <w:t>243.9815</w:t>
      </w:r>
      <w:r>
        <w:tab/>
        <w:t>3.038e0</w:t>
      </w:r>
    </w:p>
    <w:p w:rsidR="006974AE" w:rsidRDefault="006974AE" w:rsidP="006974AE">
      <w:r>
        <w:t>244.0000</w:t>
      </w:r>
      <w:r>
        <w:tab/>
        <w:t>1.013e0</w:t>
      </w:r>
    </w:p>
    <w:p w:rsidR="006974AE" w:rsidRDefault="006974AE" w:rsidP="006974AE">
      <w:r>
        <w:t>244.0024</w:t>
      </w:r>
      <w:r>
        <w:tab/>
        <w:t>3.038e0</w:t>
      </w:r>
    </w:p>
    <w:p w:rsidR="006974AE" w:rsidRDefault="006974AE" w:rsidP="006974AE">
      <w:r>
        <w:t>244.0078</w:t>
      </w:r>
      <w:r>
        <w:tab/>
        <w:t>2.025e0</w:t>
      </w:r>
    </w:p>
    <w:p w:rsidR="006974AE" w:rsidRDefault="006974AE" w:rsidP="006974AE">
      <w:r>
        <w:t>244.0097</w:t>
      </w:r>
      <w:r>
        <w:tab/>
        <w:t>2.025e0</w:t>
      </w:r>
    </w:p>
    <w:p w:rsidR="006974AE" w:rsidRDefault="006974AE" w:rsidP="006974AE">
      <w:r>
        <w:t>244.0116</w:t>
      </w:r>
      <w:r>
        <w:tab/>
        <w:t>1.013e0</w:t>
      </w:r>
    </w:p>
    <w:p w:rsidR="006974AE" w:rsidRDefault="006974AE" w:rsidP="006974AE">
      <w:r>
        <w:t>244.0199</w:t>
      </w:r>
      <w:r>
        <w:tab/>
        <w:t>1.013e0</w:t>
      </w:r>
    </w:p>
    <w:p w:rsidR="006974AE" w:rsidRDefault="006974AE" w:rsidP="006974AE">
      <w:r>
        <w:t>244.0223</w:t>
      </w:r>
      <w:r>
        <w:tab/>
        <w:t>7.089e0</w:t>
      </w:r>
    </w:p>
    <w:p w:rsidR="006974AE" w:rsidRDefault="006974AE" w:rsidP="006974AE">
      <w:r>
        <w:t>244.0238</w:t>
      </w:r>
      <w:r>
        <w:tab/>
        <w:t>1.013e0</w:t>
      </w:r>
    </w:p>
    <w:p w:rsidR="006974AE" w:rsidRDefault="006974AE" w:rsidP="006974AE">
      <w:r>
        <w:t>244.0306</w:t>
      </w:r>
      <w:r>
        <w:tab/>
        <w:t>2.025e0</w:t>
      </w:r>
    </w:p>
    <w:p w:rsidR="006974AE" w:rsidRDefault="006974AE" w:rsidP="006974AE">
      <w:r>
        <w:t>244.0407</w:t>
      </w:r>
      <w:r>
        <w:tab/>
        <w:t>1.013e0</w:t>
      </w:r>
    </w:p>
    <w:p w:rsidR="006974AE" w:rsidRDefault="006974AE" w:rsidP="006974AE">
      <w:r>
        <w:t>244.0537</w:t>
      </w:r>
      <w:r>
        <w:tab/>
        <w:t>1.013e0</w:t>
      </w:r>
    </w:p>
    <w:p w:rsidR="006974AE" w:rsidRDefault="006974AE" w:rsidP="006974AE">
      <w:r>
        <w:t>244.0653</w:t>
      </w:r>
      <w:r>
        <w:tab/>
        <w:t>1.013e0</w:t>
      </w:r>
    </w:p>
    <w:p w:rsidR="006974AE" w:rsidRDefault="006974AE" w:rsidP="006974AE">
      <w:r>
        <w:t>244.0774</w:t>
      </w:r>
      <w:r>
        <w:tab/>
        <w:t>1.013e0</w:t>
      </w:r>
    </w:p>
    <w:p w:rsidR="006974AE" w:rsidRDefault="006974AE" w:rsidP="006974AE">
      <w:r>
        <w:t>244.1110</w:t>
      </w:r>
      <w:r>
        <w:tab/>
        <w:t>1.013e0</w:t>
      </w:r>
    </w:p>
    <w:p w:rsidR="006974AE" w:rsidRDefault="006974AE" w:rsidP="006974AE">
      <w:r>
        <w:t>244.1227</w:t>
      </w:r>
      <w:r>
        <w:tab/>
        <w:t>2.025e0</w:t>
      </w:r>
    </w:p>
    <w:p w:rsidR="006974AE" w:rsidRDefault="006974AE" w:rsidP="006974AE">
      <w:r>
        <w:t>244.1285</w:t>
      </w:r>
      <w:r>
        <w:tab/>
        <w:t>2.025e0</w:t>
      </w:r>
    </w:p>
    <w:p w:rsidR="006974AE" w:rsidRDefault="006974AE" w:rsidP="006974AE">
      <w:r>
        <w:t>244.1364</w:t>
      </w:r>
      <w:r>
        <w:tab/>
        <w:t>1.013e0</w:t>
      </w:r>
    </w:p>
    <w:p w:rsidR="006974AE" w:rsidRDefault="006974AE" w:rsidP="006974AE">
      <w:r>
        <w:t>244.1512</w:t>
      </w:r>
      <w:r>
        <w:tab/>
        <w:t>2.025e0</w:t>
      </w:r>
    </w:p>
    <w:p w:rsidR="006974AE" w:rsidRDefault="006974AE" w:rsidP="006974AE">
      <w:r>
        <w:lastRenderedPageBreak/>
        <w:t>244.1649</w:t>
      </w:r>
      <w:r>
        <w:tab/>
        <w:t>1.013e0</w:t>
      </w:r>
    </w:p>
    <w:p w:rsidR="006974AE" w:rsidRDefault="006974AE" w:rsidP="006974AE">
      <w:r>
        <w:t>244.1733</w:t>
      </w:r>
      <w:r>
        <w:tab/>
        <w:t>3.038e0</w:t>
      </w:r>
    </w:p>
    <w:p w:rsidR="006974AE" w:rsidRDefault="006974AE" w:rsidP="006974AE">
      <w:r>
        <w:t>244.1832</w:t>
      </w:r>
      <w:r>
        <w:tab/>
        <w:t>2.025e0</w:t>
      </w:r>
    </w:p>
    <w:p w:rsidR="006974AE" w:rsidRDefault="006974AE" w:rsidP="006974AE">
      <w:r>
        <w:t>244.1926</w:t>
      </w:r>
      <w:r>
        <w:tab/>
        <w:t>3.038e0</w:t>
      </w:r>
    </w:p>
    <w:p w:rsidR="006974AE" w:rsidRDefault="006974AE" w:rsidP="006974AE">
      <w:r>
        <w:t>244.1966</w:t>
      </w:r>
      <w:r>
        <w:tab/>
        <w:t>5.063e0</w:t>
      </w:r>
    </w:p>
    <w:p w:rsidR="006974AE" w:rsidRDefault="006974AE" w:rsidP="006974AE">
      <w:r>
        <w:t>244.2025</w:t>
      </w:r>
      <w:r>
        <w:tab/>
        <w:t>1.013e0</w:t>
      </w:r>
    </w:p>
    <w:p w:rsidR="006974AE" w:rsidRDefault="006974AE" w:rsidP="006974AE">
      <w:r>
        <w:t>244.2234</w:t>
      </w:r>
      <w:r>
        <w:tab/>
        <w:t>3.038e0</w:t>
      </w:r>
    </w:p>
    <w:p w:rsidR="006974AE" w:rsidRDefault="006974AE" w:rsidP="006974AE">
      <w:r>
        <w:t>244.2368</w:t>
      </w:r>
      <w:r>
        <w:tab/>
        <w:t>1.013e0</w:t>
      </w:r>
    </w:p>
    <w:p w:rsidR="006974AE" w:rsidRDefault="006974AE" w:rsidP="006974AE">
      <w:r>
        <w:t>244.2482</w:t>
      </w:r>
      <w:r>
        <w:tab/>
        <w:t>1.013e0</w:t>
      </w:r>
    </w:p>
    <w:p w:rsidR="006974AE" w:rsidRDefault="006974AE" w:rsidP="006974AE">
      <w:r>
        <w:t>244.2689</w:t>
      </w:r>
      <w:r>
        <w:tab/>
        <w:t>3.038e0</w:t>
      </w:r>
    </w:p>
    <w:p w:rsidR="006974AE" w:rsidRDefault="006974AE" w:rsidP="006974AE">
      <w:r>
        <w:t>244.2982</w:t>
      </w:r>
      <w:r>
        <w:tab/>
        <w:t>1.013e0</w:t>
      </w:r>
    </w:p>
    <w:p w:rsidR="006974AE" w:rsidRDefault="006974AE" w:rsidP="006974AE">
      <w:r>
        <w:t>244.3272</w:t>
      </w:r>
      <w:r>
        <w:tab/>
        <w:t>2.025e0</w:t>
      </w:r>
    </w:p>
    <w:p w:rsidR="006974AE" w:rsidRDefault="006974AE" w:rsidP="006974AE">
      <w:r>
        <w:t>244.3439</w:t>
      </w:r>
      <w:r>
        <w:tab/>
        <w:t>2.025e0</w:t>
      </w:r>
    </w:p>
    <w:p w:rsidR="006974AE" w:rsidRDefault="006974AE" w:rsidP="006974AE">
      <w:r>
        <w:t>244.3476</w:t>
      </w:r>
      <w:r>
        <w:tab/>
        <w:t>1.013e0</w:t>
      </w:r>
    </w:p>
    <w:p w:rsidR="006974AE" w:rsidRDefault="006974AE" w:rsidP="006974AE">
      <w:r>
        <w:t>244.3645</w:t>
      </w:r>
      <w:r>
        <w:tab/>
        <w:t>2.025e0</w:t>
      </w:r>
    </w:p>
    <w:p w:rsidR="006974AE" w:rsidRDefault="006974AE" w:rsidP="006974AE">
      <w:r>
        <w:t>244.3735</w:t>
      </w:r>
      <w:r>
        <w:tab/>
        <w:t>1.013e0</w:t>
      </w:r>
    </w:p>
    <w:p w:rsidR="006974AE" w:rsidRDefault="006974AE" w:rsidP="006974AE">
      <w:r>
        <w:t>244.3818</w:t>
      </w:r>
      <w:r>
        <w:tab/>
        <w:t>1.013e0</w:t>
      </w:r>
    </w:p>
    <w:p w:rsidR="006974AE" w:rsidRDefault="006974AE" w:rsidP="006974AE">
      <w:r>
        <w:t>244.4100</w:t>
      </w:r>
      <w:r>
        <w:tab/>
        <w:t>1.013e0</w:t>
      </w:r>
    </w:p>
    <w:p w:rsidR="006974AE" w:rsidRDefault="006974AE" w:rsidP="006974AE">
      <w:r>
        <w:t>244.4275</w:t>
      </w:r>
      <w:r>
        <w:tab/>
        <w:t>1.013e0</w:t>
      </w:r>
    </w:p>
    <w:p w:rsidR="006974AE" w:rsidRDefault="006974AE" w:rsidP="006974AE">
      <w:r>
        <w:lastRenderedPageBreak/>
        <w:t>244.4559</w:t>
      </w:r>
      <w:r>
        <w:tab/>
        <w:t>1.013e0</w:t>
      </w:r>
    </w:p>
    <w:p w:rsidR="006974AE" w:rsidRDefault="006974AE" w:rsidP="006974AE">
      <w:r>
        <w:t>244.4848</w:t>
      </w:r>
      <w:r>
        <w:tab/>
        <w:t>2.025e0</w:t>
      </w:r>
    </w:p>
    <w:p w:rsidR="006974AE" w:rsidRDefault="006974AE" w:rsidP="006974AE">
      <w:r>
        <w:t>244.5058</w:t>
      </w:r>
      <w:r>
        <w:tab/>
        <w:t>1.013e0</w:t>
      </w:r>
    </w:p>
    <w:p w:rsidR="006974AE" w:rsidRDefault="006974AE" w:rsidP="006974AE">
      <w:r>
        <w:t>244.5226</w:t>
      </w:r>
      <w:r>
        <w:tab/>
        <w:t>2.025e0</w:t>
      </w:r>
    </w:p>
    <w:p w:rsidR="006974AE" w:rsidRDefault="006974AE" w:rsidP="006974AE">
      <w:r>
        <w:t>244.5426</w:t>
      </w:r>
      <w:r>
        <w:tab/>
        <w:t>1.013e0</w:t>
      </w:r>
    </w:p>
    <w:p w:rsidR="006974AE" w:rsidRDefault="006974AE" w:rsidP="006974AE">
      <w:r>
        <w:t>244.5645</w:t>
      </w:r>
      <w:r>
        <w:tab/>
        <w:t>1.013e0</w:t>
      </w:r>
    </w:p>
    <w:p w:rsidR="006974AE" w:rsidRDefault="006974AE" w:rsidP="006974AE">
      <w:r>
        <w:t>244.5723</w:t>
      </w:r>
      <w:r>
        <w:tab/>
        <w:t>1.013e0</w:t>
      </w:r>
    </w:p>
    <w:p w:rsidR="006974AE" w:rsidRDefault="006974AE" w:rsidP="006974AE">
      <w:r>
        <w:t>244.5928</w:t>
      </w:r>
      <w:r>
        <w:tab/>
        <w:t>1.013e0</w:t>
      </w:r>
    </w:p>
    <w:p w:rsidR="006974AE" w:rsidRDefault="006974AE" w:rsidP="006974AE">
      <w:r>
        <w:t>244.5974</w:t>
      </w:r>
      <w:r>
        <w:tab/>
        <w:t>1.013e0</w:t>
      </w:r>
    </w:p>
    <w:p w:rsidR="006974AE" w:rsidRDefault="006974AE" w:rsidP="006974AE">
      <w:r>
        <w:t>244.6016</w:t>
      </w:r>
      <w:r>
        <w:tab/>
        <w:t>1.013e0</w:t>
      </w:r>
    </w:p>
    <w:p w:rsidR="006974AE" w:rsidRDefault="006974AE" w:rsidP="006974AE">
      <w:r>
        <w:t>244.6145</w:t>
      </w:r>
      <w:r>
        <w:tab/>
        <w:t>1.013e0</w:t>
      </w:r>
    </w:p>
    <w:p w:rsidR="006974AE" w:rsidRDefault="006974AE" w:rsidP="006974AE">
      <w:r>
        <w:t>244.6260</w:t>
      </w:r>
      <w:r>
        <w:tab/>
        <w:t>1.013e0</w:t>
      </w:r>
    </w:p>
    <w:p w:rsidR="006974AE" w:rsidRDefault="006974AE" w:rsidP="006974AE">
      <w:r>
        <w:t>244.6337</w:t>
      </w:r>
      <w:r>
        <w:tab/>
        <w:t>1.013e0</w:t>
      </w:r>
    </w:p>
    <w:p w:rsidR="006974AE" w:rsidRDefault="006974AE" w:rsidP="006974AE">
      <w:r>
        <w:t>244.6522</w:t>
      </w:r>
      <w:r>
        <w:tab/>
        <w:t>2.025e0</w:t>
      </w:r>
    </w:p>
    <w:p w:rsidR="006974AE" w:rsidRDefault="006974AE" w:rsidP="006974AE">
      <w:r>
        <w:t>244.6561</w:t>
      </w:r>
      <w:r>
        <w:tab/>
        <w:t>1.013e0</w:t>
      </w:r>
    </w:p>
    <w:p w:rsidR="006974AE" w:rsidRDefault="006974AE" w:rsidP="006974AE">
      <w:r>
        <w:t>244.6779</w:t>
      </w:r>
      <w:r>
        <w:tab/>
        <w:t>2.025e0</w:t>
      </w:r>
    </w:p>
    <w:p w:rsidR="006974AE" w:rsidRDefault="006974AE" w:rsidP="006974AE">
      <w:r>
        <w:t>244.6841</w:t>
      </w:r>
      <w:r>
        <w:tab/>
        <w:t>1.013e0</w:t>
      </w:r>
    </w:p>
    <w:p w:rsidR="006974AE" w:rsidRDefault="006974AE" w:rsidP="006974AE">
      <w:r>
        <w:t>244.7077</w:t>
      </w:r>
      <w:r>
        <w:tab/>
        <w:t>2.025e0</w:t>
      </w:r>
    </w:p>
    <w:p w:rsidR="006974AE" w:rsidRDefault="006974AE" w:rsidP="006974AE">
      <w:r>
        <w:t>244.7158</w:t>
      </w:r>
      <w:r>
        <w:tab/>
        <w:t>2.025e0</w:t>
      </w:r>
    </w:p>
    <w:p w:rsidR="006974AE" w:rsidRDefault="006974AE" w:rsidP="006974AE">
      <w:r>
        <w:lastRenderedPageBreak/>
        <w:t>244.7341</w:t>
      </w:r>
      <w:r>
        <w:tab/>
        <w:t>1.013e0</w:t>
      </w:r>
    </w:p>
    <w:p w:rsidR="006974AE" w:rsidRDefault="006974AE" w:rsidP="006974AE">
      <w:r>
        <w:t>244.7519</w:t>
      </w:r>
      <w:r>
        <w:tab/>
        <w:t>2.025e0</w:t>
      </w:r>
    </w:p>
    <w:p w:rsidR="006974AE" w:rsidRDefault="006974AE" w:rsidP="006974AE">
      <w:r>
        <w:t>244.7554</w:t>
      </w:r>
      <w:r>
        <w:tab/>
        <w:t>2.025e0</w:t>
      </w:r>
    </w:p>
    <w:p w:rsidR="006974AE" w:rsidRDefault="006974AE" w:rsidP="006974AE">
      <w:r>
        <w:t>244.7596</w:t>
      </w:r>
      <w:r>
        <w:tab/>
        <w:t>1.013e0</w:t>
      </w:r>
    </w:p>
    <w:p w:rsidR="006974AE" w:rsidRDefault="006974AE" w:rsidP="006974AE">
      <w:r>
        <w:t>244.7673</w:t>
      </w:r>
      <w:r>
        <w:tab/>
        <w:t>1.013e0</w:t>
      </w:r>
    </w:p>
    <w:p w:rsidR="006974AE" w:rsidRDefault="006974AE" w:rsidP="006974AE">
      <w:r>
        <w:t>244.7800</w:t>
      </w:r>
      <w:r>
        <w:tab/>
        <w:t>1.013e0</w:t>
      </w:r>
    </w:p>
    <w:p w:rsidR="006974AE" w:rsidRDefault="006974AE" w:rsidP="006974AE">
      <w:r>
        <w:t>244.7889</w:t>
      </w:r>
      <w:r>
        <w:tab/>
        <w:t>1.013e0</w:t>
      </w:r>
    </w:p>
    <w:p w:rsidR="006974AE" w:rsidRDefault="006974AE" w:rsidP="006974AE">
      <w:r>
        <w:t>244.8054</w:t>
      </w:r>
      <w:r>
        <w:tab/>
        <w:t>1.013e0</w:t>
      </w:r>
    </w:p>
    <w:p w:rsidR="006974AE" w:rsidRDefault="006974AE" w:rsidP="006974AE">
      <w:r>
        <w:t>244.8169</w:t>
      </w:r>
      <w:r>
        <w:tab/>
        <w:t>2.025e0</w:t>
      </w:r>
    </w:p>
    <w:p w:rsidR="006974AE" w:rsidRDefault="006974AE" w:rsidP="006974AE">
      <w:r>
        <w:t>244.8394</w:t>
      </w:r>
      <w:r>
        <w:tab/>
        <w:t>1.013e0</w:t>
      </w:r>
    </w:p>
    <w:p w:rsidR="006974AE" w:rsidRDefault="006974AE" w:rsidP="006974AE">
      <w:r>
        <w:t>244.8549</w:t>
      </w:r>
      <w:r>
        <w:tab/>
        <w:t>1.013e0</w:t>
      </w:r>
    </w:p>
    <w:p w:rsidR="006974AE" w:rsidRDefault="006974AE" w:rsidP="006974AE">
      <w:r>
        <w:t>244.8627</w:t>
      </w:r>
      <w:r>
        <w:tab/>
        <w:t>1.013e0</w:t>
      </w:r>
    </w:p>
    <w:p w:rsidR="006974AE" w:rsidRDefault="006974AE" w:rsidP="006974AE">
      <w:r>
        <w:t>244.8806</w:t>
      </w:r>
      <w:r>
        <w:tab/>
        <w:t>1.013e0</w:t>
      </w:r>
    </w:p>
    <w:p w:rsidR="006974AE" w:rsidRDefault="006974AE" w:rsidP="006974AE">
      <w:r>
        <w:t>244.8834</w:t>
      </w:r>
      <w:r>
        <w:tab/>
        <w:t>2.025e0</w:t>
      </w:r>
    </w:p>
    <w:p w:rsidR="006974AE" w:rsidRDefault="006974AE" w:rsidP="006974AE">
      <w:r>
        <w:t>244.8848</w:t>
      </w:r>
      <w:r>
        <w:tab/>
        <w:t>1.013e0</w:t>
      </w:r>
    </w:p>
    <w:p w:rsidR="006974AE" w:rsidRDefault="006974AE" w:rsidP="006974AE">
      <w:r>
        <w:t>244.9049</w:t>
      </w:r>
      <w:r>
        <w:tab/>
        <w:t>1.013e0</w:t>
      </w:r>
    </w:p>
    <w:p w:rsidR="006974AE" w:rsidRDefault="006974AE" w:rsidP="006974AE">
      <w:r>
        <w:t>244.9177</w:t>
      </w:r>
      <w:r>
        <w:tab/>
        <w:t>2.025e0</w:t>
      </w:r>
    </w:p>
    <w:p w:rsidR="006974AE" w:rsidRDefault="006974AE" w:rsidP="006974AE">
      <w:r>
        <w:t>244.9424</w:t>
      </w:r>
      <w:r>
        <w:tab/>
        <w:t>1.013e0</w:t>
      </w:r>
    </w:p>
    <w:p w:rsidR="006974AE" w:rsidRDefault="006974AE" w:rsidP="006974AE">
      <w:r>
        <w:t>244.9467</w:t>
      </w:r>
      <w:r>
        <w:tab/>
        <w:t>1.013e0</w:t>
      </w:r>
    </w:p>
    <w:p w:rsidR="006974AE" w:rsidRDefault="006974AE" w:rsidP="006974AE">
      <w:r>
        <w:lastRenderedPageBreak/>
        <w:t>244.9584</w:t>
      </w:r>
      <w:r>
        <w:tab/>
        <w:t>2.025e0</w:t>
      </w:r>
    </w:p>
    <w:p w:rsidR="006974AE" w:rsidRDefault="006974AE" w:rsidP="006974AE">
      <w:r>
        <w:t>244.9765</w:t>
      </w:r>
      <w:r>
        <w:tab/>
        <w:t>1.013e0</w:t>
      </w:r>
    </w:p>
    <w:p w:rsidR="006974AE" w:rsidRDefault="006974AE" w:rsidP="006974AE">
      <w:r>
        <w:t>244.9843</w:t>
      </w:r>
      <w:r>
        <w:tab/>
        <w:t>2.025e0</w:t>
      </w:r>
    </w:p>
    <w:p w:rsidR="006974AE" w:rsidRDefault="006974AE" w:rsidP="006974AE">
      <w:r>
        <w:t>244.9885</w:t>
      </w:r>
      <w:r>
        <w:tab/>
        <w:t>1.013e0</w:t>
      </w:r>
    </w:p>
    <w:p w:rsidR="006974AE" w:rsidRDefault="006974AE" w:rsidP="006974AE">
      <w:r>
        <w:t>245.0187</w:t>
      </w:r>
      <w:r>
        <w:tab/>
        <w:t>3.038e0</w:t>
      </w:r>
    </w:p>
    <w:p w:rsidR="006974AE" w:rsidRDefault="006974AE" w:rsidP="006974AE">
      <w:r>
        <w:t>245.0258</w:t>
      </w:r>
      <w:r>
        <w:tab/>
        <w:t>2.400e1</w:t>
      </w:r>
    </w:p>
    <w:p w:rsidR="006974AE" w:rsidRDefault="006974AE" w:rsidP="006974AE">
      <w:r>
        <w:t>245.0276</w:t>
      </w:r>
      <w:r>
        <w:tab/>
        <w:t>2.298e1</w:t>
      </w:r>
    </w:p>
    <w:p w:rsidR="006974AE" w:rsidRDefault="006974AE" w:rsidP="006974AE">
      <w:r>
        <w:t>245.0296</w:t>
      </w:r>
      <w:r>
        <w:tab/>
        <w:t>3.646e1</w:t>
      </w:r>
    </w:p>
    <w:p w:rsidR="006974AE" w:rsidRDefault="006974AE" w:rsidP="006974AE">
      <w:r>
        <w:t>245.0423</w:t>
      </w:r>
      <w:r>
        <w:tab/>
        <w:t>4.051e0</w:t>
      </w:r>
    </w:p>
    <w:p w:rsidR="006974AE" w:rsidRDefault="006974AE" w:rsidP="006974AE">
      <w:r>
        <w:t>245.0609</w:t>
      </w:r>
      <w:r>
        <w:tab/>
        <w:t>4.355e0</w:t>
      </w:r>
    </w:p>
    <w:p w:rsidR="006974AE" w:rsidRDefault="006974AE" w:rsidP="006974AE">
      <w:r>
        <w:t>245.0799</w:t>
      </w:r>
      <w:r>
        <w:tab/>
        <w:t>2.025e0</w:t>
      </w:r>
    </w:p>
    <w:p w:rsidR="006974AE" w:rsidRDefault="006974AE" w:rsidP="006974AE">
      <w:r>
        <w:t>245.0958</w:t>
      </w:r>
      <w:r>
        <w:tab/>
        <w:t>1.013e0</w:t>
      </w:r>
    </w:p>
    <w:p w:rsidR="006974AE" w:rsidRDefault="006974AE" w:rsidP="006974AE">
      <w:r>
        <w:t>245.0997</w:t>
      </w:r>
      <w:r>
        <w:tab/>
        <w:t>1.013e0</w:t>
      </w:r>
    </w:p>
    <w:p w:rsidR="006974AE" w:rsidRDefault="006974AE" w:rsidP="006974AE">
      <w:r>
        <w:t>245.1091</w:t>
      </w:r>
      <w:r>
        <w:tab/>
        <w:t>1.013e0</w:t>
      </w:r>
    </w:p>
    <w:p w:rsidR="006974AE" w:rsidRDefault="006974AE" w:rsidP="006974AE">
      <w:r>
        <w:t>245.1257</w:t>
      </w:r>
      <w:r>
        <w:tab/>
        <w:t>2.025e0</w:t>
      </w:r>
    </w:p>
    <w:p w:rsidR="006974AE" w:rsidRDefault="006974AE" w:rsidP="006974AE">
      <w:r>
        <w:t>245.1315</w:t>
      </w:r>
      <w:r>
        <w:tab/>
        <w:t>2.025e0</w:t>
      </w:r>
    </w:p>
    <w:p w:rsidR="006974AE" w:rsidRDefault="006974AE" w:rsidP="006974AE">
      <w:r>
        <w:t>245.1341</w:t>
      </w:r>
      <w:r>
        <w:tab/>
        <w:t>4.051e0</w:t>
      </w:r>
    </w:p>
    <w:p w:rsidR="006974AE" w:rsidRDefault="006974AE" w:rsidP="006974AE">
      <w:r>
        <w:t>245.1377</w:t>
      </w:r>
      <w:r>
        <w:tab/>
        <w:t>1.013e0</w:t>
      </w:r>
    </w:p>
    <w:p w:rsidR="006974AE" w:rsidRDefault="006974AE" w:rsidP="006974AE">
      <w:r>
        <w:t>245.1500</w:t>
      </w:r>
      <w:r>
        <w:tab/>
        <w:t>1.013e0</w:t>
      </w:r>
    </w:p>
    <w:p w:rsidR="006974AE" w:rsidRDefault="006974AE" w:rsidP="006974AE">
      <w:r>
        <w:lastRenderedPageBreak/>
        <w:t>245.1773</w:t>
      </w:r>
      <w:r>
        <w:tab/>
        <w:t>2.025e0</w:t>
      </w:r>
    </w:p>
    <w:p w:rsidR="006974AE" w:rsidRDefault="006974AE" w:rsidP="006974AE">
      <w:r>
        <w:t>245.1874</w:t>
      </w:r>
      <w:r>
        <w:tab/>
        <w:t>1.013e0</w:t>
      </w:r>
    </w:p>
    <w:p w:rsidR="006974AE" w:rsidRDefault="006974AE" w:rsidP="006974AE">
      <w:r>
        <w:t>245.1915</w:t>
      </w:r>
      <w:r>
        <w:tab/>
        <w:t>1.013e0</w:t>
      </w:r>
    </w:p>
    <w:p w:rsidR="006974AE" w:rsidRDefault="006974AE" w:rsidP="006974AE">
      <w:r>
        <w:t>245.2214</w:t>
      </w:r>
      <w:r>
        <w:tab/>
        <w:t>2.025e0</w:t>
      </w:r>
    </w:p>
    <w:p w:rsidR="006974AE" w:rsidRDefault="006974AE" w:rsidP="006974AE">
      <w:r>
        <w:t>245.2293</w:t>
      </w:r>
      <w:r>
        <w:tab/>
        <w:t>1.013e0</w:t>
      </w:r>
    </w:p>
    <w:p w:rsidR="006974AE" w:rsidRDefault="006974AE" w:rsidP="006974AE">
      <w:r>
        <w:t>245.2309</w:t>
      </w:r>
      <w:r>
        <w:tab/>
        <w:t>2.025e0</w:t>
      </w:r>
    </w:p>
    <w:p w:rsidR="006974AE" w:rsidRDefault="006974AE" w:rsidP="006974AE">
      <w:r>
        <w:t>245.2329</w:t>
      </w:r>
      <w:r>
        <w:tab/>
        <w:t>1.013e0</w:t>
      </w:r>
    </w:p>
    <w:p w:rsidR="006974AE" w:rsidRDefault="006974AE" w:rsidP="006974AE">
      <w:r>
        <w:t>245.2418</w:t>
      </w:r>
      <w:r>
        <w:tab/>
        <w:t>1.013e0</w:t>
      </w:r>
    </w:p>
    <w:p w:rsidR="006974AE" w:rsidRDefault="006974AE" w:rsidP="006974AE">
      <w:r>
        <w:t>245.2590</w:t>
      </w:r>
      <w:r>
        <w:tab/>
        <w:t>2.025e0</w:t>
      </w:r>
    </w:p>
    <w:p w:rsidR="006974AE" w:rsidRDefault="006974AE" w:rsidP="006974AE">
      <w:r>
        <w:t>245.2632</w:t>
      </w:r>
      <w:r>
        <w:tab/>
        <w:t>1.013e0</w:t>
      </w:r>
    </w:p>
    <w:p w:rsidR="006974AE" w:rsidRDefault="006974AE" w:rsidP="006974AE">
      <w:r>
        <w:t>245.3051</w:t>
      </w:r>
      <w:r>
        <w:tab/>
        <w:t>1.013e0</w:t>
      </w:r>
    </w:p>
    <w:p w:rsidR="006974AE" w:rsidRDefault="006974AE" w:rsidP="006974AE">
      <w:r>
        <w:t>245.3284</w:t>
      </w:r>
      <w:r>
        <w:tab/>
        <w:t>2.025e0</w:t>
      </w:r>
    </w:p>
    <w:p w:rsidR="006974AE" w:rsidRDefault="006974AE" w:rsidP="006974AE">
      <w:r>
        <w:t>245.3628</w:t>
      </w:r>
      <w:r>
        <w:tab/>
        <w:t>1.013e0</w:t>
      </w:r>
    </w:p>
    <w:p w:rsidR="006974AE" w:rsidRDefault="006974AE" w:rsidP="006974AE">
      <w:r>
        <w:t>245.4161</w:t>
      </w:r>
      <w:r>
        <w:tab/>
        <w:t>1.013e0</w:t>
      </w:r>
    </w:p>
    <w:p w:rsidR="006974AE" w:rsidRDefault="006974AE" w:rsidP="006974AE">
      <w:r>
        <w:t>245.4203</w:t>
      </w:r>
      <w:r>
        <w:tab/>
        <w:t>1.013e0</w:t>
      </w:r>
    </w:p>
    <w:p w:rsidR="006974AE" w:rsidRDefault="006974AE" w:rsidP="006974AE">
      <w:r>
        <w:t>245.4263</w:t>
      </w:r>
      <w:r>
        <w:tab/>
        <w:t>3.038e0</w:t>
      </w:r>
    </w:p>
    <w:p w:rsidR="006974AE" w:rsidRDefault="006974AE" w:rsidP="006974AE">
      <w:r>
        <w:t>245.4659</w:t>
      </w:r>
      <w:r>
        <w:tab/>
        <w:t>2.025e0</w:t>
      </w:r>
    </w:p>
    <w:p w:rsidR="006974AE" w:rsidRDefault="006974AE" w:rsidP="006974AE">
      <w:r>
        <w:t>245.4707</w:t>
      </w:r>
      <w:r>
        <w:tab/>
        <w:t>1.013e0</w:t>
      </w:r>
    </w:p>
    <w:p w:rsidR="006974AE" w:rsidRDefault="006974AE" w:rsidP="006974AE">
      <w:r>
        <w:t>245.4749</w:t>
      </w:r>
      <w:r>
        <w:tab/>
        <w:t>1.013e0</w:t>
      </w:r>
    </w:p>
    <w:p w:rsidR="006974AE" w:rsidRDefault="006974AE" w:rsidP="006974AE">
      <w:r>
        <w:lastRenderedPageBreak/>
        <w:t>245.5119</w:t>
      </w:r>
      <w:r>
        <w:tab/>
        <w:t>1.013e0</w:t>
      </w:r>
    </w:p>
    <w:p w:rsidR="006974AE" w:rsidRDefault="006974AE" w:rsidP="006974AE">
      <w:r>
        <w:t>245.5339</w:t>
      </w:r>
      <w:r>
        <w:tab/>
        <w:t>1.013e0</w:t>
      </w:r>
    </w:p>
    <w:p w:rsidR="006974AE" w:rsidRDefault="006974AE" w:rsidP="006974AE">
      <w:r>
        <w:t>245.5542</w:t>
      </w:r>
      <w:r>
        <w:tab/>
        <w:t>3.038e0</w:t>
      </w:r>
    </w:p>
    <w:p w:rsidR="006974AE" w:rsidRDefault="006974AE" w:rsidP="006974AE">
      <w:r>
        <w:t>245.5557</w:t>
      </w:r>
      <w:r>
        <w:tab/>
        <w:t>2.025e0</w:t>
      </w:r>
    </w:p>
    <w:p w:rsidR="006974AE" w:rsidRDefault="006974AE" w:rsidP="006974AE">
      <w:r>
        <w:t>245.5778</w:t>
      </w:r>
      <w:r>
        <w:tab/>
        <w:t>2.025e0</w:t>
      </w:r>
    </w:p>
    <w:p w:rsidR="006974AE" w:rsidRDefault="006974AE" w:rsidP="006974AE">
      <w:r>
        <w:t>245.5875</w:t>
      </w:r>
      <w:r>
        <w:tab/>
        <w:t>1.013e0</w:t>
      </w:r>
    </w:p>
    <w:p w:rsidR="006974AE" w:rsidRDefault="006974AE" w:rsidP="006974AE">
      <w:r>
        <w:t>245.6413</w:t>
      </w:r>
      <w:r>
        <w:tab/>
        <w:t>3.038e0</w:t>
      </w:r>
    </w:p>
    <w:p w:rsidR="006974AE" w:rsidRDefault="006974AE" w:rsidP="006974AE">
      <w:r>
        <w:t>245.6834</w:t>
      </w:r>
      <w:r>
        <w:tab/>
        <w:t>1.013e0</w:t>
      </w:r>
    </w:p>
    <w:p w:rsidR="006974AE" w:rsidRDefault="006974AE" w:rsidP="006974AE">
      <w:r>
        <w:t>245.6874</w:t>
      </w:r>
      <w:r>
        <w:tab/>
        <w:t>1.013e0</w:t>
      </w:r>
    </w:p>
    <w:p w:rsidR="006974AE" w:rsidRDefault="006974AE" w:rsidP="006974AE">
      <w:r>
        <w:t>245.6948</w:t>
      </w:r>
      <w:r>
        <w:tab/>
        <w:t>2.025e0</w:t>
      </w:r>
    </w:p>
    <w:p w:rsidR="006974AE" w:rsidRDefault="006974AE" w:rsidP="006974AE">
      <w:r>
        <w:t>245.7132</w:t>
      </w:r>
      <w:r>
        <w:tab/>
        <w:t>1.013e0</w:t>
      </w:r>
    </w:p>
    <w:p w:rsidR="006974AE" w:rsidRDefault="006974AE" w:rsidP="006974AE">
      <w:r>
        <w:t>245.7290</w:t>
      </w:r>
      <w:r>
        <w:tab/>
        <w:t>1.013e0</w:t>
      </w:r>
    </w:p>
    <w:p w:rsidR="006974AE" w:rsidRDefault="006974AE" w:rsidP="006974AE">
      <w:r>
        <w:t>245.7312</w:t>
      </w:r>
      <w:r>
        <w:tab/>
        <w:t>2.025e0</w:t>
      </w:r>
    </w:p>
    <w:p w:rsidR="006974AE" w:rsidRDefault="006974AE" w:rsidP="006974AE">
      <w:r>
        <w:t>245.7958</w:t>
      </w:r>
      <w:r>
        <w:tab/>
        <w:t>2.025e0</w:t>
      </w:r>
    </w:p>
    <w:p w:rsidR="006974AE" w:rsidRDefault="006974AE" w:rsidP="006974AE">
      <w:r>
        <w:t>245.8051</w:t>
      </w:r>
      <w:r>
        <w:tab/>
        <w:t>1.013e0</w:t>
      </w:r>
    </w:p>
    <w:p w:rsidR="006974AE" w:rsidRDefault="006974AE" w:rsidP="006974AE">
      <w:r>
        <w:t>245.8206</w:t>
      </w:r>
      <w:r>
        <w:tab/>
        <w:t>2.025e0</w:t>
      </w:r>
    </w:p>
    <w:p w:rsidR="006974AE" w:rsidRDefault="006974AE" w:rsidP="006974AE">
      <w:r>
        <w:t>245.8249</w:t>
      </w:r>
      <w:r>
        <w:tab/>
        <w:t>2.025e0</w:t>
      </w:r>
    </w:p>
    <w:p w:rsidR="006974AE" w:rsidRDefault="006974AE" w:rsidP="006974AE">
      <w:r>
        <w:t>245.8333</w:t>
      </w:r>
      <w:r>
        <w:tab/>
        <w:t>2.025e0</w:t>
      </w:r>
    </w:p>
    <w:p w:rsidR="006974AE" w:rsidRDefault="006974AE" w:rsidP="006974AE">
      <w:r>
        <w:t>245.8828</w:t>
      </w:r>
      <w:r>
        <w:tab/>
        <w:t>1.013e0</w:t>
      </w:r>
    </w:p>
    <w:p w:rsidR="006974AE" w:rsidRDefault="006974AE" w:rsidP="006974AE">
      <w:r>
        <w:lastRenderedPageBreak/>
        <w:t>245.8965</w:t>
      </w:r>
      <w:r>
        <w:tab/>
        <w:t>2.025e0</w:t>
      </w:r>
    </w:p>
    <w:p w:rsidR="006974AE" w:rsidRDefault="006974AE" w:rsidP="006974AE">
      <w:r>
        <w:t>245.9086</w:t>
      </w:r>
      <w:r>
        <w:tab/>
        <w:t>1.013e0</w:t>
      </w:r>
    </w:p>
    <w:p w:rsidR="006974AE" w:rsidRDefault="006974AE" w:rsidP="006974AE">
      <w:r>
        <w:t>245.9290</w:t>
      </w:r>
      <w:r>
        <w:tab/>
        <w:t>1.013e0</w:t>
      </w:r>
    </w:p>
    <w:p w:rsidR="006974AE" w:rsidRDefault="006974AE" w:rsidP="006974AE">
      <w:r>
        <w:t>245.9381</w:t>
      </w:r>
      <w:r>
        <w:tab/>
        <w:t>1.013e0</w:t>
      </w:r>
    </w:p>
    <w:p w:rsidR="006974AE" w:rsidRDefault="006974AE" w:rsidP="006974AE">
      <w:r>
        <w:t>245.9505</w:t>
      </w:r>
      <w:r>
        <w:tab/>
        <w:t>2.025e0</w:t>
      </w:r>
    </w:p>
    <w:p w:rsidR="006974AE" w:rsidRDefault="006974AE" w:rsidP="006974AE">
      <w:r>
        <w:t>245.9581</w:t>
      </w:r>
      <w:r>
        <w:tab/>
        <w:t>1.013e0</w:t>
      </w:r>
    </w:p>
    <w:p w:rsidR="006974AE" w:rsidRDefault="006974AE" w:rsidP="006974AE">
      <w:r>
        <w:t>245.9709</w:t>
      </w:r>
      <w:r>
        <w:tab/>
        <w:t>2.025e0</w:t>
      </w:r>
    </w:p>
    <w:p w:rsidR="006974AE" w:rsidRDefault="006974AE" w:rsidP="006974AE">
      <w:r>
        <w:t>245.9840</w:t>
      </w:r>
      <w:r>
        <w:tab/>
        <w:t>1.013e0</w:t>
      </w:r>
    </w:p>
    <w:p w:rsidR="006974AE" w:rsidRDefault="006974AE" w:rsidP="006974AE">
      <w:r>
        <w:t>245.9866</w:t>
      </w:r>
      <w:r>
        <w:tab/>
        <w:t>3.038e0</w:t>
      </w:r>
    </w:p>
    <w:p w:rsidR="006974AE" w:rsidRDefault="006974AE" w:rsidP="006974AE">
      <w:r>
        <w:t>245.9883</w:t>
      </w:r>
      <w:r>
        <w:tab/>
        <w:t>1.013e0</w:t>
      </w:r>
    </w:p>
    <w:p w:rsidR="006974AE" w:rsidRDefault="006974AE" w:rsidP="006974AE">
      <w:r>
        <w:t>245.9921</w:t>
      </w:r>
      <w:r>
        <w:tab/>
        <w:t>7.089e0</w:t>
      </w:r>
    </w:p>
    <w:p w:rsidR="006974AE" w:rsidRDefault="006974AE" w:rsidP="006974AE">
      <w:r>
        <w:t>246.0074</w:t>
      </w:r>
      <w:r>
        <w:tab/>
        <w:t>7.089e0</w:t>
      </w:r>
    </w:p>
    <w:p w:rsidR="006974AE" w:rsidRDefault="006974AE" w:rsidP="006974AE">
      <w:r>
        <w:t>246.0270</w:t>
      </w:r>
      <w:r>
        <w:tab/>
        <w:t>3.038e0</w:t>
      </w:r>
    </w:p>
    <w:p w:rsidR="006974AE" w:rsidRDefault="006974AE" w:rsidP="006974AE">
      <w:r>
        <w:t>246.0295</w:t>
      </w:r>
      <w:r>
        <w:tab/>
        <w:t>4.051e0</w:t>
      </w:r>
    </w:p>
    <w:p w:rsidR="006974AE" w:rsidRDefault="006974AE" w:rsidP="006974AE">
      <w:r>
        <w:t>246.0344</w:t>
      </w:r>
      <w:r>
        <w:tab/>
        <w:t>3.038e0</w:t>
      </w:r>
    </w:p>
    <w:p w:rsidR="006974AE" w:rsidRDefault="006974AE" w:rsidP="006974AE">
      <w:r>
        <w:t>246.0378</w:t>
      </w:r>
      <w:r>
        <w:tab/>
        <w:t>4.051e0</w:t>
      </w:r>
    </w:p>
    <w:p w:rsidR="006974AE" w:rsidRDefault="006974AE" w:rsidP="006974AE">
      <w:r>
        <w:t>246.0620</w:t>
      </w:r>
      <w:r>
        <w:tab/>
        <w:t>1.013e0</w:t>
      </w:r>
    </w:p>
    <w:p w:rsidR="006974AE" w:rsidRDefault="006974AE" w:rsidP="006974AE">
      <w:r>
        <w:t>246.0666</w:t>
      </w:r>
      <w:r>
        <w:tab/>
        <w:t>1.013e0</w:t>
      </w:r>
    </w:p>
    <w:p w:rsidR="006974AE" w:rsidRDefault="006974AE" w:rsidP="006974AE">
      <w:r>
        <w:t>246.0709</w:t>
      </w:r>
      <w:r>
        <w:tab/>
        <w:t>2.025e0</w:t>
      </w:r>
    </w:p>
    <w:p w:rsidR="006974AE" w:rsidRDefault="006974AE" w:rsidP="006974AE">
      <w:r>
        <w:lastRenderedPageBreak/>
        <w:t>246.0812</w:t>
      </w:r>
      <w:r>
        <w:tab/>
        <w:t>2.025e0</w:t>
      </w:r>
    </w:p>
    <w:p w:rsidR="006974AE" w:rsidRDefault="006974AE" w:rsidP="006974AE">
      <w:r>
        <w:t>246.1076</w:t>
      </w:r>
      <w:r>
        <w:tab/>
        <w:t>1.013e0</w:t>
      </w:r>
    </w:p>
    <w:p w:rsidR="006974AE" w:rsidRDefault="006974AE" w:rsidP="006974AE">
      <w:r>
        <w:t>246.1125</w:t>
      </w:r>
      <w:r>
        <w:tab/>
        <w:t>2.025e0</w:t>
      </w:r>
    </w:p>
    <w:p w:rsidR="006974AE" w:rsidRDefault="006974AE" w:rsidP="006974AE">
      <w:r>
        <w:t>246.1454</w:t>
      </w:r>
      <w:r>
        <w:tab/>
        <w:t>1.013e0</w:t>
      </w:r>
    </w:p>
    <w:p w:rsidR="006974AE" w:rsidRDefault="006974AE" w:rsidP="006974AE">
      <w:r>
        <w:t>246.1497</w:t>
      </w:r>
      <w:r>
        <w:tab/>
        <w:t>4.051e0</w:t>
      </w:r>
    </w:p>
    <w:p w:rsidR="006974AE" w:rsidRDefault="006974AE" w:rsidP="006974AE">
      <w:r>
        <w:t>246.1584</w:t>
      </w:r>
      <w:r>
        <w:tab/>
        <w:t>1.013e0</w:t>
      </w:r>
    </w:p>
    <w:p w:rsidR="006974AE" w:rsidRDefault="006974AE" w:rsidP="006974AE">
      <w:r>
        <w:t>246.1676</w:t>
      </w:r>
      <w:r>
        <w:tab/>
        <w:t>1.013e0</w:t>
      </w:r>
    </w:p>
    <w:p w:rsidR="006974AE" w:rsidRDefault="006974AE" w:rsidP="006974AE">
      <w:r>
        <w:t>246.1795</w:t>
      </w:r>
      <w:r>
        <w:tab/>
        <w:t>2.025e0</w:t>
      </w:r>
    </w:p>
    <w:p w:rsidR="006974AE" w:rsidRDefault="006974AE" w:rsidP="006974AE">
      <w:r>
        <w:t>246.1876</w:t>
      </w:r>
      <w:r>
        <w:tab/>
        <w:t>1.013e0</w:t>
      </w:r>
    </w:p>
    <w:p w:rsidR="006974AE" w:rsidRDefault="006974AE" w:rsidP="006974AE">
      <w:r>
        <w:t>246.1913</w:t>
      </w:r>
      <w:r>
        <w:tab/>
        <w:t>1.013e0</w:t>
      </w:r>
    </w:p>
    <w:p w:rsidR="006974AE" w:rsidRDefault="006974AE" w:rsidP="006974AE">
      <w:r>
        <w:t>246.2255</w:t>
      </w:r>
      <w:r>
        <w:tab/>
        <w:t>3.038e0</w:t>
      </w:r>
    </w:p>
    <w:p w:rsidR="006974AE" w:rsidRDefault="006974AE" w:rsidP="006974AE">
      <w:r>
        <w:t>246.2295</w:t>
      </w:r>
      <w:r>
        <w:tab/>
        <w:t>1.013e0</w:t>
      </w:r>
    </w:p>
    <w:p w:rsidR="006974AE" w:rsidRDefault="006974AE" w:rsidP="006974AE">
      <w:r>
        <w:t>246.2332</w:t>
      </w:r>
      <w:r>
        <w:tab/>
        <w:t>2.025e0</w:t>
      </w:r>
    </w:p>
    <w:p w:rsidR="006974AE" w:rsidRDefault="006974AE" w:rsidP="006974AE">
      <w:r>
        <w:t>246.2548</w:t>
      </w:r>
      <w:r>
        <w:tab/>
        <w:t>1.013e0</w:t>
      </w:r>
    </w:p>
    <w:p w:rsidR="006974AE" w:rsidRDefault="006974AE" w:rsidP="006974AE">
      <w:r>
        <w:t>246.2672</w:t>
      </w:r>
      <w:r>
        <w:tab/>
        <w:t>1.013e0</w:t>
      </w:r>
    </w:p>
    <w:p w:rsidR="006974AE" w:rsidRDefault="006974AE" w:rsidP="006974AE">
      <w:r>
        <w:t>246.2711</w:t>
      </w:r>
      <w:r>
        <w:tab/>
        <w:t>1.013e0</w:t>
      </w:r>
    </w:p>
    <w:p w:rsidR="006974AE" w:rsidRDefault="006974AE" w:rsidP="006974AE">
      <w:r>
        <w:t>246.3004</w:t>
      </w:r>
      <w:r>
        <w:tab/>
        <w:t>1.013e0</w:t>
      </w:r>
    </w:p>
    <w:p w:rsidR="006974AE" w:rsidRDefault="006974AE" w:rsidP="006974AE">
      <w:r>
        <w:t>246.3063</w:t>
      </w:r>
      <w:r>
        <w:tab/>
        <w:t>2.025e0</w:t>
      </w:r>
    </w:p>
    <w:p w:rsidR="006974AE" w:rsidRDefault="006974AE" w:rsidP="006974AE">
      <w:r>
        <w:t>246.3467</w:t>
      </w:r>
      <w:r>
        <w:tab/>
        <w:t>1.013e0</w:t>
      </w:r>
    </w:p>
    <w:p w:rsidR="006974AE" w:rsidRDefault="006974AE" w:rsidP="006974AE">
      <w:r>
        <w:lastRenderedPageBreak/>
        <w:t>246.3510</w:t>
      </w:r>
      <w:r>
        <w:tab/>
        <w:t>1.013e0</w:t>
      </w:r>
    </w:p>
    <w:p w:rsidR="006974AE" w:rsidRDefault="006974AE" w:rsidP="006974AE">
      <w:r>
        <w:t>246.3527</w:t>
      </w:r>
      <w:r>
        <w:tab/>
        <w:t>2.025e0</w:t>
      </w:r>
    </w:p>
    <w:p w:rsidR="006974AE" w:rsidRDefault="006974AE" w:rsidP="006974AE">
      <w:r>
        <w:t>246.3550</w:t>
      </w:r>
      <w:r>
        <w:tab/>
        <w:t>1.013e0</w:t>
      </w:r>
    </w:p>
    <w:p w:rsidR="006974AE" w:rsidRDefault="006974AE" w:rsidP="006974AE">
      <w:r>
        <w:t>246.3671</w:t>
      </w:r>
      <w:r>
        <w:tab/>
        <w:t>1.013e0</w:t>
      </w:r>
    </w:p>
    <w:p w:rsidR="006974AE" w:rsidRDefault="006974AE" w:rsidP="006974AE">
      <w:r>
        <w:t>246.3880</w:t>
      </w:r>
      <w:r>
        <w:tab/>
        <w:t>2.025e0</w:t>
      </w:r>
    </w:p>
    <w:p w:rsidR="006974AE" w:rsidRDefault="006974AE" w:rsidP="006974AE">
      <w:r>
        <w:t>246.4205</w:t>
      </w:r>
      <w:r>
        <w:tab/>
        <w:t>1.013e0</w:t>
      </w:r>
    </w:p>
    <w:p w:rsidR="006974AE" w:rsidRDefault="006974AE" w:rsidP="006974AE">
      <w:r>
        <w:t>246.4431</w:t>
      </w:r>
      <w:r>
        <w:tab/>
        <w:t>1.013e0</w:t>
      </w:r>
    </w:p>
    <w:p w:rsidR="006974AE" w:rsidRDefault="006974AE" w:rsidP="006974AE">
      <w:r>
        <w:t>246.4796</w:t>
      </w:r>
      <w:r>
        <w:tab/>
        <w:t>2.025e0</w:t>
      </w:r>
    </w:p>
    <w:p w:rsidR="006974AE" w:rsidRDefault="006974AE" w:rsidP="006974AE">
      <w:r>
        <w:t>246.4890</w:t>
      </w:r>
      <w:r>
        <w:tab/>
        <w:t>1.013e0</w:t>
      </w:r>
    </w:p>
    <w:p w:rsidR="006974AE" w:rsidRDefault="006974AE" w:rsidP="006974AE">
      <w:r>
        <w:t>246.5005</w:t>
      </w:r>
      <w:r>
        <w:tab/>
        <w:t>2.025e0</w:t>
      </w:r>
    </w:p>
    <w:p w:rsidR="006974AE" w:rsidRDefault="006974AE" w:rsidP="006974AE">
      <w:r>
        <w:t>246.5213</w:t>
      </w:r>
      <w:r>
        <w:tab/>
        <w:t>1.013e0</w:t>
      </w:r>
    </w:p>
    <w:p w:rsidR="006974AE" w:rsidRDefault="006974AE" w:rsidP="006974AE">
      <w:r>
        <w:t>246.5503</w:t>
      </w:r>
      <w:r>
        <w:tab/>
        <w:t>1.013e0</w:t>
      </w:r>
    </w:p>
    <w:p w:rsidR="006974AE" w:rsidRDefault="006974AE" w:rsidP="006974AE">
      <w:r>
        <w:t>246.5672</w:t>
      </w:r>
      <w:r>
        <w:tab/>
        <w:t>1.013e0</w:t>
      </w:r>
    </w:p>
    <w:p w:rsidR="006974AE" w:rsidRDefault="006974AE" w:rsidP="006974AE">
      <w:r>
        <w:t>246.5790</w:t>
      </w:r>
      <w:r>
        <w:tab/>
        <w:t>2.025e0</w:t>
      </w:r>
    </w:p>
    <w:p w:rsidR="006974AE" w:rsidRDefault="006974AE" w:rsidP="006974AE">
      <w:r>
        <w:t>246.5964</w:t>
      </w:r>
      <w:r>
        <w:tab/>
        <w:t>1.013e0</w:t>
      </w:r>
    </w:p>
    <w:p w:rsidR="006974AE" w:rsidRDefault="006974AE" w:rsidP="006974AE">
      <w:r>
        <w:t>246.6083</w:t>
      </w:r>
      <w:r>
        <w:tab/>
        <w:t>1.013e0</w:t>
      </w:r>
    </w:p>
    <w:p w:rsidR="006974AE" w:rsidRDefault="006974AE" w:rsidP="006974AE">
      <w:r>
        <w:t>246.6224</w:t>
      </w:r>
      <w:r>
        <w:tab/>
        <w:t>2.025e0</w:t>
      </w:r>
    </w:p>
    <w:p w:rsidR="006974AE" w:rsidRDefault="006974AE" w:rsidP="006974AE">
      <w:r>
        <w:t>246.6422</w:t>
      </w:r>
      <w:r>
        <w:tab/>
        <w:t>2.025e0</w:t>
      </w:r>
    </w:p>
    <w:p w:rsidR="006974AE" w:rsidRDefault="006974AE" w:rsidP="006974AE">
      <w:r>
        <w:t>246.6592</w:t>
      </w:r>
      <w:r>
        <w:tab/>
        <w:t>1.013e0</w:t>
      </w:r>
    </w:p>
    <w:p w:rsidR="006974AE" w:rsidRDefault="006974AE" w:rsidP="006974AE">
      <w:r>
        <w:lastRenderedPageBreak/>
        <w:t>246.6724</w:t>
      </w:r>
      <w:r>
        <w:tab/>
        <w:t>1.013e0</w:t>
      </w:r>
    </w:p>
    <w:p w:rsidR="006974AE" w:rsidRDefault="006974AE" w:rsidP="006974AE">
      <w:r>
        <w:t>246.7052</w:t>
      </w:r>
      <w:r>
        <w:tab/>
        <w:t>1.013e0</w:t>
      </w:r>
    </w:p>
    <w:p w:rsidR="006974AE" w:rsidRDefault="006974AE" w:rsidP="006974AE">
      <w:r>
        <w:t>246.7220</w:t>
      </w:r>
      <w:r>
        <w:tab/>
        <w:t>2.025e0</w:t>
      </w:r>
    </w:p>
    <w:p w:rsidR="006974AE" w:rsidRDefault="006974AE" w:rsidP="006974AE">
      <w:r>
        <w:t>246.7337</w:t>
      </w:r>
      <w:r>
        <w:tab/>
        <w:t>1.013e0</w:t>
      </w:r>
    </w:p>
    <w:p w:rsidR="006974AE" w:rsidRDefault="006974AE" w:rsidP="006974AE">
      <w:r>
        <w:t>246.7680</w:t>
      </w:r>
      <w:r>
        <w:tab/>
        <w:t>2.025e0</w:t>
      </w:r>
    </w:p>
    <w:p w:rsidR="006974AE" w:rsidRDefault="006974AE" w:rsidP="006974AE">
      <w:r>
        <w:t>246.7926</w:t>
      </w:r>
      <w:r>
        <w:tab/>
        <w:t>1.013e0</w:t>
      </w:r>
    </w:p>
    <w:p w:rsidR="006974AE" w:rsidRDefault="006974AE" w:rsidP="006974AE">
      <w:r>
        <w:t>246.8136</w:t>
      </w:r>
      <w:r>
        <w:tab/>
        <w:t>1.013e0</w:t>
      </w:r>
    </w:p>
    <w:p w:rsidR="006974AE" w:rsidRDefault="006974AE" w:rsidP="006974AE">
      <w:r>
        <w:t>246.8216</w:t>
      </w:r>
      <w:r>
        <w:tab/>
        <w:t>1.013e0</w:t>
      </w:r>
    </w:p>
    <w:p w:rsidR="006974AE" w:rsidRDefault="006974AE" w:rsidP="006974AE">
      <w:r>
        <w:t>246.8258</w:t>
      </w:r>
      <w:r>
        <w:tab/>
        <w:t>1.013e0</w:t>
      </w:r>
    </w:p>
    <w:p w:rsidR="006974AE" w:rsidRDefault="006974AE" w:rsidP="006974AE">
      <w:r>
        <w:t>246.8595</w:t>
      </w:r>
      <w:r>
        <w:tab/>
        <w:t>2.025e0</w:t>
      </w:r>
    </w:p>
    <w:p w:rsidR="006974AE" w:rsidRDefault="006974AE" w:rsidP="006974AE">
      <w:r>
        <w:t>246.8892</w:t>
      </w:r>
      <w:r>
        <w:tab/>
        <w:t>1.013e0</w:t>
      </w:r>
    </w:p>
    <w:p w:rsidR="006974AE" w:rsidRDefault="006974AE" w:rsidP="006974AE">
      <w:r>
        <w:t>246.9474</w:t>
      </w:r>
      <w:r>
        <w:tab/>
        <w:t>2.025e0</w:t>
      </w:r>
    </w:p>
    <w:p w:rsidR="006974AE" w:rsidRDefault="006974AE" w:rsidP="006974AE">
      <w:r>
        <w:t>246.9595</w:t>
      </w:r>
      <w:r>
        <w:tab/>
        <w:t>1.013e0</w:t>
      </w:r>
    </w:p>
    <w:p w:rsidR="006974AE" w:rsidRDefault="006974AE" w:rsidP="006974AE">
      <w:r>
        <w:t>246.9763</w:t>
      </w:r>
      <w:r>
        <w:tab/>
        <w:t>1.013e0</w:t>
      </w:r>
    </w:p>
    <w:p w:rsidR="006974AE" w:rsidRDefault="006974AE" w:rsidP="006974AE">
      <w:r>
        <w:t>246.9855</w:t>
      </w:r>
      <w:r>
        <w:tab/>
        <w:t>1.013e0</w:t>
      </w:r>
    </w:p>
    <w:p w:rsidR="006974AE" w:rsidRDefault="006974AE" w:rsidP="006974AE">
      <w:r>
        <w:t>246.9955</w:t>
      </w:r>
      <w:r>
        <w:tab/>
        <w:t>2.025e0</w:t>
      </w:r>
    </w:p>
    <w:p w:rsidR="006974AE" w:rsidRDefault="006974AE" w:rsidP="006974AE">
      <w:r>
        <w:t>246.9972</w:t>
      </w:r>
      <w:r>
        <w:tab/>
        <w:t>1.013e0</w:t>
      </w:r>
    </w:p>
    <w:p w:rsidR="006974AE" w:rsidRDefault="006974AE" w:rsidP="006974AE">
      <w:r>
        <w:t>247.0054</w:t>
      </w:r>
      <w:r>
        <w:tab/>
        <w:t>2.025e0</w:t>
      </w:r>
    </w:p>
    <w:p w:rsidR="006974AE" w:rsidRDefault="006974AE" w:rsidP="006974AE">
      <w:r>
        <w:t>247.0246</w:t>
      </w:r>
      <w:r>
        <w:tab/>
        <w:t>3.038e0</w:t>
      </w:r>
    </w:p>
    <w:p w:rsidR="006974AE" w:rsidRDefault="006974AE" w:rsidP="006974AE">
      <w:r>
        <w:lastRenderedPageBreak/>
        <w:t>247.0317</w:t>
      </w:r>
      <w:r>
        <w:tab/>
        <w:t>1.013e0</w:t>
      </w:r>
    </w:p>
    <w:p w:rsidR="006974AE" w:rsidRDefault="006974AE" w:rsidP="006974AE">
      <w:r>
        <w:t>247.0334</w:t>
      </w:r>
      <w:r>
        <w:tab/>
        <w:t>1.063e1</w:t>
      </w:r>
    </w:p>
    <w:p w:rsidR="006974AE" w:rsidRDefault="006974AE" w:rsidP="006974AE">
      <w:r>
        <w:t>247.0413</w:t>
      </w:r>
      <w:r>
        <w:tab/>
        <w:t>7.089e0</w:t>
      </w:r>
    </w:p>
    <w:p w:rsidR="006974AE" w:rsidRDefault="006974AE" w:rsidP="006974AE">
      <w:r>
        <w:t>247.0573</w:t>
      </w:r>
      <w:r>
        <w:tab/>
        <w:t>3.543e0</w:t>
      </w:r>
    </w:p>
    <w:p w:rsidR="006974AE" w:rsidRDefault="006974AE" w:rsidP="006974AE">
      <w:r>
        <w:t>247.0641</w:t>
      </w:r>
      <w:r>
        <w:tab/>
        <w:t>1.013e0</w:t>
      </w:r>
    </w:p>
    <w:p w:rsidR="006974AE" w:rsidRDefault="006974AE" w:rsidP="006974AE">
      <w:r>
        <w:t>247.0684</w:t>
      </w:r>
      <w:r>
        <w:tab/>
        <w:t>1.013e0</w:t>
      </w:r>
    </w:p>
    <w:p w:rsidR="006974AE" w:rsidRDefault="006974AE" w:rsidP="006974AE">
      <w:r>
        <w:t>247.0775</w:t>
      </w:r>
      <w:r>
        <w:tab/>
        <w:t>1.013e0</w:t>
      </w:r>
    </w:p>
    <w:p w:rsidR="006974AE" w:rsidRDefault="006974AE" w:rsidP="006974AE">
      <w:r>
        <w:t>247.0930</w:t>
      </w:r>
      <w:r>
        <w:tab/>
        <w:t>1.013e0</w:t>
      </w:r>
    </w:p>
    <w:p w:rsidR="006974AE" w:rsidRDefault="006974AE" w:rsidP="006974AE">
      <w:r>
        <w:t>247.1081</w:t>
      </w:r>
      <w:r>
        <w:tab/>
        <w:t>2.025e0</w:t>
      </w:r>
    </w:p>
    <w:p w:rsidR="006974AE" w:rsidRDefault="006974AE" w:rsidP="006974AE">
      <w:r>
        <w:t>247.1147</w:t>
      </w:r>
      <w:r>
        <w:tab/>
        <w:t>2.025e0</w:t>
      </w:r>
    </w:p>
    <w:p w:rsidR="006974AE" w:rsidRDefault="006974AE" w:rsidP="006974AE">
      <w:r>
        <w:t>247.1234</w:t>
      </w:r>
      <w:r>
        <w:tab/>
        <w:t>1.013e0</w:t>
      </w:r>
    </w:p>
    <w:p w:rsidR="006974AE" w:rsidRDefault="006974AE" w:rsidP="006974AE">
      <w:r>
        <w:t>247.1336</w:t>
      </w:r>
      <w:r>
        <w:tab/>
        <w:t>3.038e0</w:t>
      </w:r>
    </w:p>
    <w:p w:rsidR="006974AE" w:rsidRDefault="006974AE" w:rsidP="006974AE">
      <w:r>
        <w:t>247.1352</w:t>
      </w:r>
      <w:r>
        <w:tab/>
        <w:t>2.025e0</w:t>
      </w:r>
    </w:p>
    <w:p w:rsidR="006974AE" w:rsidRDefault="006974AE" w:rsidP="006974AE">
      <w:r>
        <w:t>247.1470</w:t>
      </w:r>
      <w:r>
        <w:tab/>
        <w:t>4.051e0</w:t>
      </w:r>
    </w:p>
    <w:p w:rsidR="006974AE" w:rsidRDefault="006974AE" w:rsidP="006974AE">
      <w:r>
        <w:t>247.1672</w:t>
      </w:r>
      <w:r>
        <w:tab/>
        <w:t>2.025e0</w:t>
      </w:r>
    </w:p>
    <w:p w:rsidR="006974AE" w:rsidRDefault="006974AE" w:rsidP="006974AE">
      <w:r>
        <w:t>247.1732</w:t>
      </w:r>
      <w:r>
        <w:tab/>
        <w:t>1.013e0</w:t>
      </w:r>
    </w:p>
    <w:p w:rsidR="006974AE" w:rsidRDefault="006974AE" w:rsidP="006974AE">
      <w:r>
        <w:t>247.2069</w:t>
      </w:r>
      <w:r>
        <w:tab/>
        <w:t>1.013e0</w:t>
      </w:r>
    </w:p>
    <w:p w:rsidR="006974AE" w:rsidRDefault="006974AE" w:rsidP="006974AE">
      <w:r>
        <w:t>247.2228</w:t>
      </w:r>
      <w:r>
        <w:tab/>
        <w:t>1.013e0</w:t>
      </w:r>
    </w:p>
    <w:p w:rsidR="006974AE" w:rsidRDefault="006974AE" w:rsidP="006974AE">
      <w:r>
        <w:t>247.2251</w:t>
      </w:r>
      <w:r>
        <w:tab/>
        <w:t>2.025e0</w:t>
      </w:r>
    </w:p>
    <w:p w:rsidR="006974AE" w:rsidRDefault="006974AE" w:rsidP="006974AE">
      <w:r>
        <w:lastRenderedPageBreak/>
        <w:t>247.2310</w:t>
      </w:r>
      <w:r>
        <w:tab/>
        <w:t>1.013e0</w:t>
      </w:r>
    </w:p>
    <w:p w:rsidR="006974AE" w:rsidRDefault="006974AE" w:rsidP="006974AE">
      <w:r>
        <w:t>247.2370</w:t>
      </w:r>
      <w:r>
        <w:tab/>
        <w:t>2.025e0</w:t>
      </w:r>
    </w:p>
    <w:p w:rsidR="006974AE" w:rsidRDefault="006974AE" w:rsidP="006974AE">
      <w:r>
        <w:t>247.2389</w:t>
      </w:r>
      <w:r>
        <w:tab/>
        <w:t>1.013e0</w:t>
      </w:r>
    </w:p>
    <w:p w:rsidR="006974AE" w:rsidRDefault="006974AE" w:rsidP="006974AE">
      <w:r>
        <w:t>247.2608</w:t>
      </w:r>
      <w:r>
        <w:tab/>
        <w:t>1.013e0</w:t>
      </w:r>
    </w:p>
    <w:p w:rsidR="006974AE" w:rsidRDefault="006974AE" w:rsidP="006974AE">
      <w:r>
        <w:t>247.2647</w:t>
      </w:r>
      <w:r>
        <w:tab/>
        <w:t>1.013e0</w:t>
      </w:r>
    </w:p>
    <w:p w:rsidR="006974AE" w:rsidRDefault="006974AE" w:rsidP="006974AE">
      <w:r>
        <w:t>247.2991</w:t>
      </w:r>
      <w:r>
        <w:tab/>
        <w:t>1.013e0</w:t>
      </w:r>
    </w:p>
    <w:p w:rsidR="006974AE" w:rsidRDefault="006974AE" w:rsidP="006974AE">
      <w:r>
        <w:t>247.3106</w:t>
      </w:r>
      <w:r>
        <w:tab/>
        <w:t>1.013e0</w:t>
      </w:r>
    </w:p>
    <w:p w:rsidR="006974AE" w:rsidRDefault="006974AE" w:rsidP="006974AE">
      <w:r>
        <w:t>247.3277</w:t>
      </w:r>
      <w:r>
        <w:tab/>
        <w:t>3.038e0</w:t>
      </w:r>
    </w:p>
    <w:p w:rsidR="006974AE" w:rsidRDefault="006974AE" w:rsidP="006974AE">
      <w:r>
        <w:t>247.3645</w:t>
      </w:r>
      <w:r>
        <w:tab/>
        <w:t>1.013e0</w:t>
      </w:r>
    </w:p>
    <w:p w:rsidR="006974AE" w:rsidRDefault="006974AE" w:rsidP="006974AE">
      <w:r>
        <w:t>247.3663</w:t>
      </w:r>
      <w:r>
        <w:tab/>
        <w:t>2.025e0</w:t>
      </w:r>
    </w:p>
    <w:p w:rsidR="006974AE" w:rsidRDefault="006974AE" w:rsidP="006974AE">
      <w:r>
        <w:t>247.3949</w:t>
      </w:r>
      <w:r>
        <w:tab/>
        <w:t>1.013e0</w:t>
      </w:r>
    </w:p>
    <w:p w:rsidR="006974AE" w:rsidRDefault="006974AE" w:rsidP="006974AE">
      <w:r>
        <w:t>247.3988</w:t>
      </w:r>
      <w:r>
        <w:tab/>
        <w:t>1.013e0</w:t>
      </w:r>
    </w:p>
    <w:p w:rsidR="006974AE" w:rsidRDefault="006974AE" w:rsidP="006974AE">
      <w:r>
        <w:t>247.4044</w:t>
      </w:r>
      <w:r>
        <w:tab/>
        <w:t>2.025e0</w:t>
      </w:r>
    </w:p>
    <w:p w:rsidR="006974AE" w:rsidRDefault="006974AE" w:rsidP="006974AE">
      <w:r>
        <w:t>247.4142</w:t>
      </w:r>
      <w:r>
        <w:tab/>
        <w:t>1.013e0</w:t>
      </w:r>
    </w:p>
    <w:p w:rsidR="006974AE" w:rsidRDefault="006974AE" w:rsidP="006974AE">
      <w:r>
        <w:t>247.4328</w:t>
      </w:r>
      <w:r>
        <w:tab/>
        <w:t>1.013e0</w:t>
      </w:r>
    </w:p>
    <w:p w:rsidR="006974AE" w:rsidRDefault="006974AE" w:rsidP="006974AE">
      <w:r>
        <w:t>247.4405</w:t>
      </w:r>
      <w:r>
        <w:tab/>
        <w:t>1.013e0</w:t>
      </w:r>
    </w:p>
    <w:p w:rsidR="006974AE" w:rsidRDefault="006974AE" w:rsidP="006974AE">
      <w:r>
        <w:t>247.4651</w:t>
      </w:r>
      <w:r>
        <w:tab/>
        <w:t>1.013e0</w:t>
      </w:r>
    </w:p>
    <w:p w:rsidR="006974AE" w:rsidRDefault="006974AE" w:rsidP="006974AE">
      <w:r>
        <w:t>247.4697</w:t>
      </w:r>
      <w:r>
        <w:tab/>
        <w:t>2.025e0</w:t>
      </w:r>
    </w:p>
    <w:p w:rsidR="006974AE" w:rsidRDefault="006974AE" w:rsidP="006974AE">
      <w:r>
        <w:t>247.4786</w:t>
      </w:r>
      <w:r>
        <w:tab/>
        <w:t>1.013e0</w:t>
      </w:r>
    </w:p>
    <w:p w:rsidR="006974AE" w:rsidRDefault="006974AE" w:rsidP="006974AE">
      <w:r>
        <w:lastRenderedPageBreak/>
        <w:t>247.5021</w:t>
      </w:r>
      <w:r>
        <w:tab/>
        <w:t>1.013e0</w:t>
      </w:r>
    </w:p>
    <w:p w:rsidR="006974AE" w:rsidRDefault="006974AE" w:rsidP="006974AE">
      <w:r>
        <w:t>247.5201</w:t>
      </w:r>
      <w:r>
        <w:tab/>
        <w:t>1.013e0</w:t>
      </w:r>
    </w:p>
    <w:p w:rsidR="006974AE" w:rsidRDefault="006974AE" w:rsidP="006974AE">
      <w:r>
        <w:t>247.5287</w:t>
      </w:r>
      <w:r>
        <w:tab/>
        <w:t>1.013e0</w:t>
      </w:r>
    </w:p>
    <w:p w:rsidR="006974AE" w:rsidRDefault="006974AE" w:rsidP="006974AE">
      <w:r>
        <w:t>247.5865</w:t>
      </w:r>
      <w:r>
        <w:tab/>
        <w:t>1.013e0</w:t>
      </w:r>
    </w:p>
    <w:p w:rsidR="006974AE" w:rsidRDefault="006974AE" w:rsidP="006974AE">
      <w:r>
        <w:t>247.6127</w:t>
      </w:r>
      <w:r>
        <w:tab/>
        <w:t>1.013e0</w:t>
      </w:r>
    </w:p>
    <w:p w:rsidR="006974AE" w:rsidRDefault="006974AE" w:rsidP="006974AE">
      <w:r>
        <w:t>247.6911</w:t>
      </w:r>
      <w:r>
        <w:tab/>
        <w:t>1.013e0</w:t>
      </w:r>
    </w:p>
    <w:p w:rsidR="006974AE" w:rsidRDefault="006974AE" w:rsidP="006974AE">
      <w:r>
        <w:t>247.7043</w:t>
      </w:r>
      <w:r>
        <w:tab/>
        <w:t>1.013e0</w:t>
      </w:r>
    </w:p>
    <w:p w:rsidR="006974AE" w:rsidRDefault="006974AE" w:rsidP="006974AE">
      <w:r>
        <w:t>247.7124</w:t>
      </w:r>
      <w:r>
        <w:tab/>
        <w:t>1.013e0</w:t>
      </w:r>
    </w:p>
    <w:p w:rsidR="006974AE" w:rsidRDefault="006974AE" w:rsidP="006974AE">
      <w:r>
        <w:t>247.7162</w:t>
      </w:r>
      <w:r>
        <w:tab/>
        <w:t>3.038e0</w:t>
      </w:r>
    </w:p>
    <w:p w:rsidR="006974AE" w:rsidRDefault="006974AE" w:rsidP="006974AE">
      <w:r>
        <w:t>247.7465</w:t>
      </w:r>
      <w:r>
        <w:tab/>
        <w:t>1.013e0</w:t>
      </w:r>
    </w:p>
    <w:p w:rsidR="006974AE" w:rsidRDefault="006974AE" w:rsidP="006974AE">
      <w:r>
        <w:t>247.7698</w:t>
      </w:r>
      <w:r>
        <w:tab/>
        <w:t>1.013e0</w:t>
      </w:r>
    </w:p>
    <w:p w:rsidR="006974AE" w:rsidRDefault="006974AE" w:rsidP="006974AE">
      <w:r>
        <w:t>247.7920</w:t>
      </w:r>
      <w:r>
        <w:tab/>
        <w:t>2.025e0</w:t>
      </w:r>
    </w:p>
    <w:p w:rsidR="006974AE" w:rsidRDefault="006974AE" w:rsidP="006974AE">
      <w:r>
        <w:t>247.8385</w:t>
      </w:r>
      <w:r>
        <w:tab/>
        <w:t>1.013e0</w:t>
      </w:r>
    </w:p>
    <w:p w:rsidR="006974AE" w:rsidRDefault="006974AE" w:rsidP="006974AE">
      <w:r>
        <w:t>247.8619</w:t>
      </w:r>
      <w:r>
        <w:tab/>
        <w:t>2.025e0</w:t>
      </w:r>
    </w:p>
    <w:p w:rsidR="006974AE" w:rsidRDefault="006974AE" w:rsidP="006974AE">
      <w:r>
        <w:t>247.8709</w:t>
      </w:r>
      <w:r>
        <w:tab/>
        <w:t>1.013e0</w:t>
      </w:r>
    </w:p>
    <w:p w:rsidR="006974AE" w:rsidRDefault="006974AE" w:rsidP="006974AE">
      <w:r>
        <w:t>247.9001</w:t>
      </w:r>
      <w:r>
        <w:tab/>
        <w:t>1.013e0</w:t>
      </w:r>
    </w:p>
    <w:p w:rsidR="006974AE" w:rsidRDefault="006974AE" w:rsidP="006974AE">
      <w:r>
        <w:t>247.9081</w:t>
      </w:r>
      <w:r>
        <w:tab/>
        <w:t>1.013e0</w:t>
      </w:r>
    </w:p>
    <w:p w:rsidR="006974AE" w:rsidRDefault="006974AE" w:rsidP="006974AE">
      <w:r>
        <w:t>247.9382</w:t>
      </w:r>
      <w:r>
        <w:tab/>
        <w:t>1.013e0</w:t>
      </w:r>
    </w:p>
    <w:p w:rsidR="006974AE" w:rsidRDefault="006974AE" w:rsidP="006974AE">
      <w:r>
        <w:t>247.9421</w:t>
      </w:r>
      <w:r>
        <w:tab/>
        <w:t>2.025e0</w:t>
      </w:r>
    </w:p>
    <w:p w:rsidR="006974AE" w:rsidRDefault="006974AE" w:rsidP="006974AE">
      <w:r>
        <w:lastRenderedPageBreak/>
        <w:t>247.9499</w:t>
      </w:r>
      <w:r>
        <w:tab/>
        <w:t>1.013e0</w:t>
      </w:r>
    </w:p>
    <w:p w:rsidR="006974AE" w:rsidRDefault="006974AE" w:rsidP="006974AE">
      <w:r>
        <w:t>247.9589</w:t>
      </w:r>
      <w:r>
        <w:tab/>
        <w:t>1.013e0</w:t>
      </w:r>
    </w:p>
    <w:p w:rsidR="006974AE" w:rsidRDefault="006974AE" w:rsidP="006974AE">
      <w:r>
        <w:t>247.9635</w:t>
      </w:r>
      <w:r>
        <w:tab/>
        <w:t>1.013e0</w:t>
      </w:r>
    </w:p>
    <w:p w:rsidR="006974AE" w:rsidRDefault="006974AE" w:rsidP="006974AE">
      <w:r>
        <w:t>247.9959</w:t>
      </w:r>
      <w:r>
        <w:tab/>
        <w:t>1.013e0</w:t>
      </w:r>
    </w:p>
    <w:p w:rsidR="006974AE" w:rsidRDefault="006974AE" w:rsidP="006974AE">
      <w:r>
        <w:t>248.0048</w:t>
      </w:r>
      <w:r>
        <w:tab/>
        <w:t>2.025e0</w:t>
      </w:r>
    </w:p>
    <w:p w:rsidR="006974AE" w:rsidRDefault="006974AE" w:rsidP="006974AE">
      <w:r>
        <w:t>248.0077</w:t>
      </w:r>
      <w:r>
        <w:tab/>
        <w:t>3.038e0</w:t>
      </w:r>
    </w:p>
    <w:p w:rsidR="006974AE" w:rsidRDefault="006974AE" w:rsidP="006974AE">
      <w:r>
        <w:t>248.0225</w:t>
      </w:r>
      <w:r>
        <w:tab/>
        <w:t>4.051e0</w:t>
      </w:r>
    </w:p>
    <w:p w:rsidR="006974AE" w:rsidRDefault="006974AE" w:rsidP="006974AE">
      <w:r>
        <w:t>248.0301</w:t>
      </w:r>
      <w:r>
        <w:tab/>
        <w:t>1.013e0</w:t>
      </w:r>
    </w:p>
    <w:p w:rsidR="006974AE" w:rsidRDefault="006974AE" w:rsidP="006974AE">
      <w:r>
        <w:t>248.0512</w:t>
      </w:r>
      <w:r>
        <w:tab/>
        <w:t>4.051e0</w:t>
      </w:r>
    </w:p>
    <w:p w:rsidR="006974AE" w:rsidRDefault="006974AE" w:rsidP="006974AE">
      <w:r>
        <w:t>248.0638</w:t>
      </w:r>
      <w:r>
        <w:tab/>
        <w:t>1.013e0</w:t>
      </w:r>
    </w:p>
    <w:p w:rsidR="006974AE" w:rsidRDefault="006974AE" w:rsidP="006974AE">
      <w:r>
        <w:t>248.0681</w:t>
      </w:r>
      <w:r>
        <w:tab/>
        <w:t>1.013e0</w:t>
      </w:r>
    </w:p>
    <w:p w:rsidR="006974AE" w:rsidRDefault="006974AE" w:rsidP="006974AE">
      <w:r>
        <w:t>248.0838</w:t>
      </w:r>
      <w:r>
        <w:tab/>
        <w:t>2.025e0</w:t>
      </w:r>
    </w:p>
    <w:p w:rsidR="006974AE" w:rsidRDefault="006974AE" w:rsidP="006974AE">
      <w:r>
        <w:t>248.1012</w:t>
      </w:r>
      <w:r>
        <w:tab/>
        <w:t>2.025e0</w:t>
      </w:r>
    </w:p>
    <w:p w:rsidR="006974AE" w:rsidRDefault="006974AE" w:rsidP="006974AE">
      <w:r>
        <w:t>248.1062</w:t>
      </w:r>
      <w:r>
        <w:tab/>
        <w:t>1.013e0</w:t>
      </w:r>
    </w:p>
    <w:p w:rsidR="006974AE" w:rsidRDefault="006974AE" w:rsidP="006974AE">
      <w:r>
        <w:t>248.1095</w:t>
      </w:r>
      <w:r>
        <w:tab/>
        <w:t>2.025e0</w:t>
      </w:r>
    </w:p>
    <w:p w:rsidR="006974AE" w:rsidRDefault="006974AE" w:rsidP="006974AE">
      <w:r>
        <w:t>248.1391</w:t>
      </w:r>
      <w:r>
        <w:tab/>
        <w:t>1.013e0</w:t>
      </w:r>
    </w:p>
    <w:p w:rsidR="006974AE" w:rsidRDefault="006974AE" w:rsidP="006974AE">
      <w:r>
        <w:t>248.1521</w:t>
      </w:r>
      <w:r>
        <w:tab/>
        <w:t>1.013e0</w:t>
      </w:r>
    </w:p>
    <w:p w:rsidR="006974AE" w:rsidRDefault="006974AE" w:rsidP="006974AE">
      <w:r>
        <w:t>248.1578</w:t>
      </w:r>
      <w:r>
        <w:tab/>
        <w:t>2.025e0</w:t>
      </w:r>
    </w:p>
    <w:p w:rsidR="006974AE" w:rsidRDefault="006974AE" w:rsidP="006974AE">
      <w:r>
        <w:t>248.1676</w:t>
      </w:r>
      <w:r>
        <w:tab/>
        <w:t>2.025e0</w:t>
      </w:r>
    </w:p>
    <w:p w:rsidR="006974AE" w:rsidRDefault="006974AE" w:rsidP="006974AE">
      <w:r>
        <w:lastRenderedPageBreak/>
        <w:t>248.1854</w:t>
      </w:r>
      <w:r>
        <w:tab/>
        <w:t>2.025e0</w:t>
      </w:r>
    </w:p>
    <w:p w:rsidR="006974AE" w:rsidRDefault="006974AE" w:rsidP="006974AE">
      <w:r>
        <w:t>248.1880</w:t>
      </w:r>
      <w:r>
        <w:tab/>
        <w:t>2.025e0</w:t>
      </w:r>
    </w:p>
    <w:p w:rsidR="006974AE" w:rsidRDefault="006974AE" w:rsidP="006974AE">
      <w:r>
        <w:t>248.2017</w:t>
      </w:r>
      <w:r>
        <w:tab/>
        <w:t>1.013e0</w:t>
      </w:r>
    </w:p>
    <w:p w:rsidR="006974AE" w:rsidRDefault="006974AE" w:rsidP="006974AE">
      <w:r>
        <w:t>248.2177</w:t>
      </w:r>
      <w:r>
        <w:tab/>
        <w:t>2.025e0</w:t>
      </w:r>
    </w:p>
    <w:p w:rsidR="006974AE" w:rsidRDefault="006974AE" w:rsidP="006974AE">
      <w:r>
        <w:t>248.2270</w:t>
      </w:r>
      <w:r>
        <w:tab/>
        <w:t>1.013e0</w:t>
      </w:r>
    </w:p>
    <w:p w:rsidR="006974AE" w:rsidRDefault="006974AE" w:rsidP="006974AE">
      <w:r>
        <w:t>248.2440</w:t>
      </w:r>
      <w:r>
        <w:tab/>
        <w:t>1.013e0</w:t>
      </w:r>
    </w:p>
    <w:p w:rsidR="006974AE" w:rsidRDefault="006974AE" w:rsidP="006974AE">
      <w:r>
        <w:t>248.2518</w:t>
      </w:r>
      <w:r>
        <w:tab/>
        <w:t>2.025e0</w:t>
      </w:r>
    </w:p>
    <w:p w:rsidR="006974AE" w:rsidRDefault="006974AE" w:rsidP="006974AE">
      <w:r>
        <w:t>248.2556</w:t>
      </w:r>
      <w:r>
        <w:tab/>
        <w:t>1.013e0</w:t>
      </w:r>
    </w:p>
    <w:p w:rsidR="006974AE" w:rsidRDefault="006974AE" w:rsidP="006974AE">
      <w:r>
        <w:t>248.2937</w:t>
      </w:r>
      <w:r>
        <w:tab/>
        <w:t>1.013e0</w:t>
      </w:r>
    </w:p>
    <w:p w:rsidR="006974AE" w:rsidRDefault="006974AE" w:rsidP="006974AE">
      <w:r>
        <w:t>248.3356</w:t>
      </w:r>
      <w:r>
        <w:tab/>
        <w:t>1.013e0</w:t>
      </w:r>
    </w:p>
    <w:p w:rsidR="006974AE" w:rsidRDefault="006974AE" w:rsidP="006974AE">
      <w:r>
        <w:t>248.3463</w:t>
      </w:r>
      <w:r>
        <w:tab/>
        <w:t>3.038e0</w:t>
      </w:r>
    </w:p>
    <w:p w:rsidR="006974AE" w:rsidRDefault="006974AE" w:rsidP="006974AE">
      <w:r>
        <w:t>248.3562</w:t>
      </w:r>
      <w:r>
        <w:tab/>
        <w:t>1.013e0</w:t>
      </w:r>
    </w:p>
    <w:p w:rsidR="006974AE" w:rsidRDefault="006974AE" w:rsidP="006974AE">
      <w:r>
        <w:t>248.3608</w:t>
      </w:r>
      <w:r>
        <w:tab/>
        <w:t>1.013e0</w:t>
      </w:r>
    </w:p>
    <w:p w:rsidR="006974AE" w:rsidRDefault="006974AE" w:rsidP="006974AE">
      <w:r>
        <w:t>248.3859</w:t>
      </w:r>
      <w:r>
        <w:tab/>
        <w:t>1.013e0</w:t>
      </w:r>
    </w:p>
    <w:p w:rsidR="006974AE" w:rsidRDefault="006974AE" w:rsidP="006974AE">
      <w:r>
        <w:t>248.3895</w:t>
      </w:r>
      <w:r>
        <w:tab/>
        <w:t>2.025e0</w:t>
      </w:r>
    </w:p>
    <w:p w:rsidR="006974AE" w:rsidRDefault="006974AE" w:rsidP="006974AE">
      <w:r>
        <w:t>248.3934</w:t>
      </w:r>
      <w:r>
        <w:tab/>
        <w:t>1.013e0</w:t>
      </w:r>
    </w:p>
    <w:p w:rsidR="006974AE" w:rsidRDefault="006974AE" w:rsidP="006974AE">
      <w:r>
        <w:t>248.4161</w:t>
      </w:r>
      <w:r>
        <w:tab/>
        <w:t>1.013e0</w:t>
      </w:r>
    </w:p>
    <w:p w:rsidR="006974AE" w:rsidRDefault="006974AE" w:rsidP="006974AE">
      <w:r>
        <w:t>248.4239</w:t>
      </w:r>
      <w:r>
        <w:tab/>
        <w:t>1.013e0</w:t>
      </w:r>
    </w:p>
    <w:p w:rsidR="006974AE" w:rsidRDefault="006974AE" w:rsidP="006974AE">
      <w:r>
        <w:t>248.4696</w:t>
      </w:r>
      <w:r>
        <w:tab/>
        <w:t>1.013e0</w:t>
      </w:r>
    </w:p>
    <w:p w:rsidR="006974AE" w:rsidRDefault="006974AE" w:rsidP="006974AE">
      <w:r>
        <w:lastRenderedPageBreak/>
        <w:t>248.4857</w:t>
      </w:r>
      <w:r>
        <w:tab/>
        <w:t>1.013e0</w:t>
      </w:r>
    </w:p>
    <w:p w:rsidR="006974AE" w:rsidRDefault="006974AE" w:rsidP="006974AE">
      <w:r>
        <w:t>248.4909</w:t>
      </w:r>
      <w:r>
        <w:tab/>
        <w:t>1.234e0</w:t>
      </w:r>
    </w:p>
    <w:p w:rsidR="006974AE" w:rsidRDefault="006974AE" w:rsidP="006974AE">
      <w:r>
        <w:t>248.5199</w:t>
      </w:r>
      <w:r>
        <w:tab/>
        <w:t>2.025e0</w:t>
      </w:r>
    </w:p>
    <w:p w:rsidR="006974AE" w:rsidRDefault="006974AE" w:rsidP="006974AE">
      <w:r>
        <w:t>248.5309</w:t>
      </w:r>
      <w:r>
        <w:tab/>
        <w:t>2.025e0</w:t>
      </w:r>
    </w:p>
    <w:p w:rsidR="006974AE" w:rsidRDefault="006974AE" w:rsidP="006974AE">
      <w:r>
        <w:t>248.5659</w:t>
      </w:r>
      <w:r>
        <w:tab/>
        <w:t>1.013e0</w:t>
      </w:r>
    </w:p>
    <w:p w:rsidR="006974AE" w:rsidRDefault="006974AE" w:rsidP="006974AE">
      <w:r>
        <w:t>248.5783</w:t>
      </w:r>
      <w:r>
        <w:tab/>
        <w:t>1.013e0</w:t>
      </w:r>
    </w:p>
    <w:p w:rsidR="006974AE" w:rsidRDefault="006974AE" w:rsidP="006974AE">
      <w:r>
        <w:t>248.5999</w:t>
      </w:r>
      <w:r>
        <w:tab/>
        <w:t>2.025e0</w:t>
      </w:r>
    </w:p>
    <w:p w:rsidR="006974AE" w:rsidRDefault="006974AE" w:rsidP="006974AE">
      <w:r>
        <w:t>248.6203</w:t>
      </w:r>
      <w:r>
        <w:tab/>
        <w:t>1.013e0</w:t>
      </w:r>
    </w:p>
    <w:p w:rsidR="006974AE" w:rsidRDefault="006974AE" w:rsidP="006974AE">
      <w:r>
        <w:t>248.6249</w:t>
      </w:r>
      <w:r>
        <w:tab/>
        <w:t>1.013e0</w:t>
      </w:r>
    </w:p>
    <w:p w:rsidR="006974AE" w:rsidRDefault="006974AE" w:rsidP="006974AE">
      <w:r>
        <w:t>248.6292</w:t>
      </w:r>
      <w:r>
        <w:tab/>
        <w:t>1.013e0</w:t>
      </w:r>
    </w:p>
    <w:p w:rsidR="006974AE" w:rsidRDefault="006974AE" w:rsidP="006974AE">
      <w:r>
        <w:t>248.6342</w:t>
      </w:r>
      <w:r>
        <w:tab/>
        <w:t>1.013e0</w:t>
      </w:r>
    </w:p>
    <w:p w:rsidR="006974AE" w:rsidRDefault="006974AE" w:rsidP="006974AE">
      <w:r>
        <w:t>248.6799</w:t>
      </w:r>
      <w:r>
        <w:tab/>
        <w:t>1.013e0</w:t>
      </w:r>
    </w:p>
    <w:p w:rsidR="006974AE" w:rsidRDefault="006974AE" w:rsidP="006974AE">
      <w:r>
        <w:t>248.6840</w:t>
      </w:r>
      <w:r>
        <w:tab/>
        <w:t>1.013e0</w:t>
      </w:r>
    </w:p>
    <w:p w:rsidR="006974AE" w:rsidRDefault="006974AE" w:rsidP="006974AE">
      <w:r>
        <w:t>248.7105</w:t>
      </w:r>
      <w:r>
        <w:tab/>
        <w:t>2.025e0</w:t>
      </w:r>
    </w:p>
    <w:p w:rsidR="006974AE" w:rsidRDefault="006974AE" w:rsidP="006974AE">
      <w:r>
        <w:t>248.7222</w:t>
      </w:r>
      <w:r>
        <w:tab/>
        <w:t>1.013e0</w:t>
      </w:r>
    </w:p>
    <w:p w:rsidR="006974AE" w:rsidRDefault="006974AE" w:rsidP="006974AE">
      <w:r>
        <w:t>248.7589</w:t>
      </w:r>
      <w:r>
        <w:tab/>
        <w:t>1.013e0</w:t>
      </w:r>
    </w:p>
    <w:p w:rsidR="006974AE" w:rsidRDefault="006974AE" w:rsidP="006974AE">
      <w:r>
        <w:t>248.7836</w:t>
      </w:r>
      <w:r>
        <w:tab/>
        <w:t>1.013e0</w:t>
      </w:r>
    </w:p>
    <w:p w:rsidR="006974AE" w:rsidRDefault="006974AE" w:rsidP="006974AE">
      <w:r>
        <w:t>248.8217</w:t>
      </w:r>
      <w:r>
        <w:tab/>
        <w:t>1.013e0</w:t>
      </w:r>
    </w:p>
    <w:p w:rsidR="006974AE" w:rsidRDefault="006974AE" w:rsidP="006974AE">
      <w:r>
        <w:t>248.8469</w:t>
      </w:r>
      <w:r>
        <w:tab/>
        <w:t>1.013e0</w:t>
      </w:r>
    </w:p>
    <w:p w:rsidR="006974AE" w:rsidRDefault="006974AE" w:rsidP="006974AE">
      <w:r>
        <w:lastRenderedPageBreak/>
        <w:t>248.8843</w:t>
      </w:r>
      <w:r>
        <w:tab/>
        <w:t>1.013e0</w:t>
      </w:r>
    </w:p>
    <w:p w:rsidR="006974AE" w:rsidRDefault="006974AE" w:rsidP="006974AE">
      <w:r>
        <w:t>248.9215</w:t>
      </w:r>
      <w:r>
        <w:tab/>
        <w:t>1.013e0</w:t>
      </w:r>
    </w:p>
    <w:p w:rsidR="006974AE" w:rsidRDefault="006974AE" w:rsidP="006974AE">
      <w:r>
        <w:t>248.9440</w:t>
      </w:r>
      <w:r>
        <w:tab/>
        <w:t>1.013e0</w:t>
      </w:r>
    </w:p>
    <w:p w:rsidR="006974AE" w:rsidRDefault="006974AE" w:rsidP="006974AE">
      <w:r>
        <w:t>248.9518</w:t>
      </w:r>
      <w:r>
        <w:tab/>
        <w:t>1.013e0</w:t>
      </w:r>
    </w:p>
    <w:p w:rsidR="006974AE" w:rsidRDefault="006974AE" w:rsidP="006974AE">
      <w:r>
        <w:t>248.9639</w:t>
      </w:r>
      <w:r>
        <w:tab/>
        <w:t>2.025e0</w:t>
      </w:r>
    </w:p>
    <w:p w:rsidR="006974AE" w:rsidRDefault="006974AE" w:rsidP="006974AE">
      <w:r>
        <w:t>248.9767</w:t>
      </w:r>
      <w:r>
        <w:tab/>
        <w:t>2.025e0</w:t>
      </w:r>
    </w:p>
    <w:p w:rsidR="006974AE" w:rsidRDefault="006974AE" w:rsidP="006974AE">
      <w:r>
        <w:t>248.9884</w:t>
      </w:r>
      <w:r>
        <w:tab/>
        <w:t>3.038e0</w:t>
      </w:r>
    </w:p>
    <w:p w:rsidR="006974AE" w:rsidRDefault="006974AE" w:rsidP="006974AE">
      <w:r>
        <w:t>248.9978</w:t>
      </w:r>
      <w:r>
        <w:tab/>
        <w:t>1.013e0</w:t>
      </w:r>
    </w:p>
    <w:p w:rsidR="006974AE" w:rsidRDefault="006974AE" w:rsidP="006974AE">
      <w:r>
        <w:t>249.0060</w:t>
      </w:r>
      <w:r>
        <w:tab/>
        <w:t>1.013e0</w:t>
      </w:r>
    </w:p>
    <w:p w:rsidR="006974AE" w:rsidRDefault="006974AE" w:rsidP="006974AE">
      <w:r>
        <w:t>249.0141</w:t>
      </w:r>
      <w:r>
        <w:tab/>
        <w:t>1.013e0</w:t>
      </w:r>
    </w:p>
    <w:p w:rsidR="006974AE" w:rsidRDefault="006974AE" w:rsidP="006974AE">
      <w:r>
        <w:t>249.0234</w:t>
      </w:r>
      <w:r>
        <w:tab/>
        <w:t>1.013e0</w:t>
      </w:r>
    </w:p>
    <w:p w:rsidR="006974AE" w:rsidRDefault="006974AE" w:rsidP="006974AE">
      <w:r>
        <w:t>249.0378</w:t>
      </w:r>
      <w:r>
        <w:tab/>
        <w:t>3.038e0</w:t>
      </w:r>
    </w:p>
    <w:p w:rsidR="006974AE" w:rsidRDefault="006974AE" w:rsidP="006974AE">
      <w:r>
        <w:t>249.0602</w:t>
      </w:r>
      <w:r>
        <w:tab/>
        <w:t>5.063e0</w:t>
      </w:r>
    </w:p>
    <w:p w:rsidR="006974AE" w:rsidRDefault="006974AE" w:rsidP="006974AE">
      <w:r>
        <w:t>249.0615</w:t>
      </w:r>
      <w:r>
        <w:tab/>
        <w:t>4.318e0</w:t>
      </w:r>
    </w:p>
    <w:p w:rsidR="006974AE" w:rsidRDefault="006974AE" w:rsidP="006974AE">
      <w:r>
        <w:t>249.0662</w:t>
      </w:r>
      <w:r>
        <w:tab/>
        <w:t>1.013e1</w:t>
      </w:r>
    </w:p>
    <w:p w:rsidR="006974AE" w:rsidRDefault="006974AE" w:rsidP="006974AE">
      <w:r>
        <w:t>249.0677</w:t>
      </w:r>
      <w:r>
        <w:tab/>
        <w:t>1.572e1</w:t>
      </w:r>
    </w:p>
    <w:p w:rsidR="006974AE" w:rsidRDefault="006974AE" w:rsidP="006974AE">
      <w:r>
        <w:t>249.0802</w:t>
      </w:r>
      <w:r>
        <w:tab/>
        <w:t>4.051e0</w:t>
      </w:r>
    </w:p>
    <w:p w:rsidR="006974AE" w:rsidRDefault="006974AE" w:rsidP="006974AE">
      <w:r>
        <w:t>249.0891</w:t>
      </w:r>
      <w:r>
        <w:tab/>
        <w:t>6.076e0</w:t>
      </w:r>
    </w:p>
    <w:p w:rsidR="006974AE" w:rsidRDefault="006974AE" w:rsidP="006974AE">
      <w:r>
        <w:t>249.0920</w:t>
      </w:r>
      <w:r>
        <w:tab/>
        <w:t>2.025e0</w:t>
      </w:r>
    </w:p>
    <w:p w:rsidR="006974AE" w:rsidRDefault="006974AE" w:rsidP="006974AE">
      <w:r>
        <w:lastRenderedPageBreak/>
        <w:t>249.1013</w:t>
      </w:r>
      <w:r>
        <w:tab/>
        <w:t>2.025e0</w:t>
      </w:r>
    </w:p>
    <w:p w:rsidR="006974AE" w:rsidRDefault="006974AE" w:rsidP="006974AE">
      <w:r>
        <w:t>249.1048</w:t>
      </w:r>
      <w:r>
        <w:tab/>
        <w:t>3.787e0</w:t>
      </w:r>
    </w:p>
    <w:p w:rsidR="006974AE" w:rsidRDefault="006974AE" w:rsidP="006974AE">
      <w:r>
        <w:t>249.1279</w:t>
      </w:r>
      <w:r>
        <w:tab/>
        <w:t>1.013e0</w:t>
      </w:r>
    </w:p>
    <w:p w:rsidR="006974AE" w:rsidRDefault="006974AE" w:rsidP="006974AE">
      <w:r>
        <w:t>249.1319</w:t>
      </w:r>
      <w:r>
        <w:tab/>
        <w:t>1.013e0</w:t>
      </w:r>
    </w:p>
    <w:p w:rsidR="006974AE" w:rsidRDefault="006974AE" w:rsidP="006974AE">
      <w:r>
        <w:t>249.1440</w:t>
      </w:r>
      <w:r>
        <w:tab/>
        <w:t>1.013e0</w:t>
      </w:r>
    </w:p>
    <w:p w:rsidR="006974AE" w:rsidRDefault="006974AE" w:rsidP="006974AE">
      <w:r>
        <w:t>249.1486</w:t>
      </w:r>
      <w:r>
        <w:tab/>
        <w:t>1.013e0</w:t>
      </w:r>
    </w:p>
    <w:p w:rsidR="006974AE" w:rsidRDefault="006974AE" w:rsidP="006974AE">
      <w:r>
        <w:t>249.1701</w:t>
      </w:r>
      <w:r>
        <w:tab/>
        <w:t>2.025e0</w:t>
      </w:r>
    </w:p>
    <w:p w:rsidR="006974AE" w:rsidRDefault="006974AE" w:rsidP="006974AE">
      <w:r>
        <w:t>249.1857</w:t>
      </w:r>
      <w:r>
        <w:tab/>
        <w:t>1.013e0</w:t>
      </w:r>
    </w:p>
    <w:p w:rsidR="006974AE" w:rsidRDefault="006974AE" w:rsidP="006974AE">
      <w:r>
        <w:t>249.1995</w:t>
      </w:r>
      <w:r>
        <w:tab/>
        <w:t>2.025e0</w:t>
      </w:r>
    </w:p>
    <w:p w:rsidR="006974AE" w:rsidRDefault="006974AE" w:rsidP="006974AE">
      <w:r>
        <w:t>249.2123</w:t>
      </w:r>
      <w:r>
        <w:tab/>
        <w:t>1.013e0</w:t>
      </w:r>
    </w:p>
    <w:p w:rsidR="006974AE" w:rsidRDefault="006974AE" w:rsidP="006974AE">
      <w:r>
        <w:t>249.2219</w:t>
      </w:r>
      <w:r>
        <w:tab/>
        <w:t>2.025e0</w:t>
      </w:r>
    </w:p>
    <w:p w:rsidR="006974AE" w:rsidRDefault="006974AE" w:rsidP="006974AE">
      <w:r>
        <w:t>249.2281</w:t>
      </w:r>
      <w:r>
        <w:tab/>
        <w:t>2.025e0</w:t>
      </w:r>
    </w:p>
    <w:p w:rsidR="006974AE" w:rsidRDefault="006974AE" w:rsidP="006974AE">
      <w:r>
        <w:t>249.2365</w:t>
      </w:r>
      <w:r>
        <w:tab/>
        <w:t>1.013e0</w:t>
      </w:r>
    </w:p>
    <w:p w:rsidR="006974AE" w:rsidRDefault="006974AE" w:rsidP="006974AE">
      <w:r>
        <w:t>249.2506</w:t>
      </w:r>
      <w:r>
        <w:tab/>
        <w:t>1.013e0</w:t>
      </w:r>
    </w:p>
    <w:p w:rsidR="006974AE" w:rsidRDefault="006974AE" w:rsidP="006974AE">
      <w:r>
        <w:t>249.2643</w:t>
      </w:r>
      <w:r>
        <w:tab/>
        <w:t>2.025e0</w:t>
      </w:r>
    </w:p>
    <w:p w:rsidR="006974AE" w:rsidRDefault="006974AE" w:rsidP="006974AE">
      <w:r>
        <w:t>249.2660</w:t>
      </w:r>
      <w:r>
        <w:tab/>
        <w:t>1.013e0</w:t>
      </w:r>
    </w:p>
    <w:p w:rsidR="006974AE" w:rsidRDefault="006974AE" w:rsidP="006974AE">
      <w:r>
        <w:t>249.2679</w:t>
      </w:r>
      <w:r>
        <w:tab/>
        <w:t>2.025e0</w:t>
      </w:r>
    </w:p>
    <w:p w:rsidR="006974AE" w:rsidRDefault="006974AE" w:rsidP="006974AE">
      <w:r>
        <w:t>249.2923</w:t>
      </w:r>
      <w:r>
        <w:tab/>
        <w:t>2.025e0</w:t>
      </w:r>
    </w:p>
    <w:p w:rsidR="006974AE" w:rsidRDefault="006974AE" w:rsidP="006974AE">
      <w:r>
        <w:t>249.3200</w:t>
      </w:r>
      <w:r>
        <w:tab/>
        <w:t>1.013e0</w:t>
      </w:r>
    </w:p>
    <w:p w:rsidR="006974AE" w:rsidRDefault="006974AE" w:rsidP="006974AE">
      <w:r>
        <w:lastRenderedPageBreak/>
        <w:t>249.3425</w:t>
      </w:r>
      <w:r>
        <w:tab/>
        <w:t>1.013e0</w:t>
      </w:r>
    </w:p>
    <w:p w:rsidR="006974AE" w:rsidRDefault="006974AE" w:rsidP="006974AE">
      <w:r>
        <w:t>249.3501</w:t>
      </w:r>
      <w:r>
        <w:tab/>
        <w:t>1.013e0</w:t>
      </w:r>
    </w:p>
    <w:p w:rsidR="006974AE" w:rsidRDefault="006974AE" w:rsidP="006974AE">
      <w:r>
        <w:t>249.3621</w:t>
      </w:r>
      <w:r>
        <w:tab/>
        <w:t>2.025e0</w:t>
      </w:r>
    </w:p>
    <w:p w:rsidR="006974AE" w:rsidRDefault="006974AE" w:rsidP="006974AE">
      <w:r>
        <w:t>249.3667</w:t>
      </w:r>
      <w:r>
        <w:tab/>
        <w:t>1.013e0</w:t>
      </w:r>
    </w:p>
    <w:p w:rsidR="006974AE" w:rsidRDefault="006974AE" w:rsidP="006974AE">
      <w:r>
        <w:t>249.3882</w:t>
      </w:r>
      <w:r>
        <w:tab/>
        <w:t>1.013e0</w:t>
      </w:r>
    </w:p>
    <w:p w:rsidR="006974AE" w:rsidRDefault="006974AE" w:rsidP="006974AE">
      <w:r>
        <w:t>249.4092</w:t>
      </w:r>
      <w:r>
        <w:tab/>
        <w:t>2.025e0</w:t>
      </w:r>
    </w:p>
    <w:p w:rsidR="006974AE" w:rsidRDefault="006974AE" w:rsidP="006974AE">
      <w:r>
        <w:t>249.4131</w:t>
      </w:r>
      <w:r>
        <w:tab/>
        <w:t>1.013e0</w:t>
      </w:r>
    </w:p>
    <w:p w:rsidR="006974AE" w:rsidRDefault="006974AE" w:rsidP="006974AE">
      <w:r>
        <w:t>249.4178</w:t>
      </w:r>
      <w:r>
        <w:tab/>
        <w:t>2.025e0</w:t>
      </w:r>
    </w:p>
    <w:p w:rsidR="006974AE" w:rsidRDefault="006974AE" w:rsidP="006974AE">
      <w:r>
        <w:t>249.4221</w:t>
      </w:r>
      <w:r>
        <w:tab/>
        <w:t>1.013e0</w:t>
      </w:r>
    </w:p>
    <w:p w:rsidR="006974AE" w:rsidRDefault="006974AE" w:rsidP="006974AE">
      <w:r>
        <w:t>249.4614</w:t>
      </w:r>
      <w:r>
        <w:tab/>
        <w:t>2.025e0</w:t>
      </w:r>
    </w:p>
    <w:p w:rsidR="006974AE" w:rsidRDefault="006974AE" w:rsidP="006974AE">
      <w:r>
        <w:t>249.4920</w:t>
      </w:r>
      <w:r>
        <w:tab/>
        <w:t>1.013e0</w:t>
      </w:r>
    </w:p>
    <w:p w:rsidR="006974AE" w:rsidRDefault="006974AE" w:rsidP="006974AE">
      <w:r>
        <w:t>249.5057</w:t>
      </w:r>
      <w:r>
        <w:tab/>
        <w:t>1.013e0</w:t>
      </w:r>
    </w:p>
    <w:p w:rsidR="006974AE" w:rsidRDefault="006974AE" w:rsidP="006974AE">
      <w:r>
        <w:t>249.5148</w:t>
      </w:r>
      <w:r>
        <w:tab/>
        <w:t>1.013e0</w:t>
      </w:r>
    </w:p>
    <w:p w:rsidR="006974AE" w:rsidRDefault="006974AE" w:rsidP="006974AE">
      <w:r>
        <w:t>249.5475</w:t>
      </w:r>
      <w:r>
        <w:tab/>
        <w:t>1.013e0</w:t>
      </w:r>
    </w:p>
    <w:p w:rsidR="006974AE" w:rsidRDefault="006974AE" w:rsidP="006974AE">
      <w:r>
        <w:t>249.5564</w:t>
      </w:r>
      <w:r>
        <w:tab/>
        <w:t>2.025e0</w:t>
      </w:r>
    </w:p>
    <w:p w:rsidR="006974AE" w:rsidRDefault="006974AE" w:rsidP="006974AE">
      <w:r>
        <w:t>249.5706</w:t>
      </w:r>
      <w:r>
        <w:tab/>
        <w:t>2.025e0</w:t>
      </w:r>
    </w:p>
    <w:p w:rsidR="006974AE" w:rsidRDefault="006974AE" w:rsidP="006974AE">
      <w:r>
        <w:t>249.5943</w:t>
      </w:r>
      <w:r>
        <w:tab/>
        <w:t>1.013e0</w:t>
      </w:r>
    </w:p>
    <w:p w:rsidR="006974AE" w:rsidRDefault="006974AE" w:rsidP="006974AE">
      <w:r>
        <w:t>249.6027</w:t>
      </w:r>
      <w:r>
        <w:tab/>
        <w:t>2.025e0</w:t>
      </w:r>
    </w:p>
    <w:p w:rsidR="006974AE" w:rsidRDefault="006974AE" w:rsidP="006974AE">
      <w:r>
        <w:t>249.6065</w:t>
      </w:r>
      <w:r>
        <w:tab/>
        <w:t>1.013e0</w:t>
      </w:r>
    </w:p>
    <w:p w:rsidR="006974AE" w:rsidRDefault="006974AE" w:rsidP="006974AE">
      <w:r>
        <w:lastRenderedPageBreak/>
        <w:t>249.6268</w:t>
      </w:r>
      <w:r>
        <w:tab/>
        <w:t>1.013e0</w:t>
      </w:r>
    </w:p>
    <w:p w:rsidR="006974AE" w:rsidRDefault="006974AE" w:rsidP="006974AE">
      <w:r>
        <w:t>249.6311</w:t>
      </w:r>
      <w:r>
        <w:tab/>
        <w:t>1.013e0</w:t>
      </w:r>
    </w:p>
    <w:p w:rsidR="006974AE" w:rsidRDefault="006974AE" w:rsidP="006974AE">
      <w:r>
        <w:t>249.6358</w:t>
      </w:r>
      <w:r>
        <w:tab/>
        <w:t>1.013e0</w:t>
      </w:r>
    </w:p>
    <w:p w:rsidR="006974AE" w:rsidRDefault="006974AE" w:rsidP="006974AE">
      <w:r>
        <w:t>249.6450</w:t>
      </w:r>
      <w:r>
        <w:tab/>
        <w:t>1.013e0</w:t>
      </w:r>
    </w:p>
    <w:p w:rsidR="006974AE" w:rsidRDefault="006974AE" w:rsidP="006974AE">
      <w:r>
        <w:t>249.6506</w:t>
      </w:r>
      <w:r>
        <w:tab/>
        <w:t>2.025e0</w:t>
      </w:r>
    </w:p>
    <w:p w:rsidR="006974AE" w:rsidRDefault="006974AE" w:rsidP="006974AE">
      <w:r>
        <w:t>249.6949</w:t>
      </w:r>
      <w:r>
        <w:tab/>
        <w:t>1.013e0</w:t>
      </w:r>
    </w:p>
    <w:p w:rsidR="006974AE" w:rsidRDefault="006974AE" w:rsidP="006974AE">
      <w:r>
        <w:t>249.7068</w:t>
      </w:r>
      <w:r>
        <w:tab/>
        <w:t>1.013e0</w:t>
      </w:r>
    </w:p>
    <w:p w:rsidR="006974AE" w:rsidRDefault="006974AE" w:rsidP="006974AE">
      <w:r>
        <w:t>249.7244</w:t>
      </w:r>
      <w:r>
        <w:tab/>
        <w:t>1.013e0</w:t>
      </w:r>
    </w:p>
    <w:p w:rsidR="006974AE" w:rsidRDefault="006974AE" w:rsidP="006974AE">
      <w:r>
        <w:t>249.7367</w:t>
      </w:r>
      <w:r>
        <w:tab/>
        <w:t>1.013e0</w:t>
      </w:r>
    </w:p>
    <w:p w:rsidR="006974AE" w:rsidRDefault="006974AE" w:rsidP="006974AE">
      <w:r>
        <w:t>249.7525</w:t>
      </w:r>
      <w:r>
        <w:tab/>
        <w:t>1.013e0</w:t>
      </w:r>
    </w:p>
    <w:p w:rsidR="006974AE" w:rsidRDefault="006974AE" w:rsidP="006974AE">
      <w:r>
        <w:t>249.7791</w:t>
      </w:r>
      <w:r>
        <w:tab/>
        <w:t>1.013e0</w:t>
      </w:r>
    </w:p>
    <w:p w:rsidR="006974AE" w:rsidRDefault="006974AE" w:rsidP="006974AE">
      <w:r>
        <w:t>249.7870</w:t>
      </w:r>
      <w:r>
        <w:tab/>
        <w:t>1.013e0</w:t>
      </w:r>
    </w:p>
    <w:p w:rsidR="006974AE" w:rsidRDefault="006974AE" w:rsidP="006974AE">
      <w:r>
        <w:t>249.7968</w:t>
      </w:r>
      <w:r>
        <w:tab/>
        <w:t>2.025e0</w:t>
      </w:r>
    </w:p>
    <w:p w:rsidR="006974AE" w:rsidRDefault="006974AE" w:rsidP="006974AE">
      <w:r>
        <w:t>249.8174</w:t>
      </w:r>
      <w:r>
        <w:tab/>
        <w:t>1.013e0</w:t>
      </w:r>
    </w:p>
    <w:p w:rsidR="006974AE" w:rsidRDefault="006974AE" w:rsidP="006974AE">
      <w:r>
        <w:t>249.8251</w:t>
      </w:r>
      <w:r>
        <w:tab/>
        <w:t>1.013e0</w:t>
      </w:r>
    </w:p>
    <w:p w:rsidR="006974AE" w:rsidRDefault="006974AE" w:rsidP="006974AE">
      <w:r>
        <w:t>249.8288</w:t>
      </w:r>
      <w:r>
        <w:tab/>
        <w:t>1.013e0</w:t>
      </w:r>
    </w:p>
    <w:p w:rsidR="006974AE" w:rsidRDefault="006974AE" w:rsidP="006974AE">
      <w:r>
        <w:t>249.8672</w:t>
      </w:r>
      <w:r>
        <w:tab/>
        <w:t>1.013e0</w:t>
      </w:r>
    </w:p>
    <w:p w:rsidR="006974AE" w:rsidRDefault="006974AE" w:rsidP="006974AE">
      <w:r>
        <w:t>249.8732</w:t>
      </w:r>
      <w:r>
        <w:tab/>
        <w:t>2.025e0</w:t>
      </w:r>
    </w:p>
    <w:p w:rsidR="006974AE" w:rsidRDefault="006974AE" w:rsidP="006974AE">
      <w:r>
        <w:t>249.9426</w:t>
      </w:r>
      <w:r>
        <w:tab/>
        <w:t>1.013e0</w:t>
      </w:r>
    </w:p>
    <w:p w:rsidR="006974AE" w:rsidRDefault="006974AE" w:rsidP="006974AE">
      <w:r>
        <w:lastRenderedPageBreak/>
        <w:t>249.9473</w:t>
      </w:r>
      <w:r>
        <w:tab/>
        <w:t>1.013e0</w:t>
      </w:r>
    </w:p>
    <w:p w:rsidR="006974AE" w:rsidRDefault="006974AE" w:rsidP="006974AE">
      <w:r>
        <w:t>249.9515</w:t>
      </w:r>
      <w:r>
        <w:tab/>
        <w:t>1.013e0</w:t>
      </w:r>
    </w:p>
    <w:p w:rsidR="006974AE" w:rsidRDefault="006974AE" w:rsidP="006974AE">
      <w:r>
        <w:t>249.9669</w:t>
      </w:r>
      <w:r>
        <w:tab/>
        <w:t>2.025e0</w:t>
      </w:r>
    </w:p>
    <w:p w:rsidR="006974AE" w:rsidRDefault="006974AE" w:rsidP="006974AE">
      <w:r>
        <w:t>249.9737</w:t>
      </w:r>
      <w:r>
        <w:tab/>
        <w:t>2.025e0</w:t>
      </w:r>
    </w:p>
    <w:p w:rsidR="006974AE" w:rsidRDefault="006974AE" w:rsidP="006974AE">
      <w:r>
        <w:t>249.9755</w:t>
      </w:r>
      <w:r>
        <w:tab/>
        <w:t>1.013e0</w:t>
      </w:r>
    </w:p>
    <w:p w:rsidR="006974AE" w:rsidRDefault="006974AE" w:rsidP="006974AE">
      <w:r>
        <w:t>249.9931</w:t>
      </w:r>
      <w:r>
        <w:tab/>
        <w:t>2.025e0</w:t>
      </w:r>
    </w:p>
    <w:p w:rsidR="006974AE" w:rsidRDefault="006974AE" w:rsidP="006974AE">
      <w:r>
        <w:t>250.0051</w:t>
      </w:r>
      <w:r>
        <w:tab/>
        <w:t>2.025e0</w:t>
      </w:r>
    </w:p>
    <w:p w:rsidR="006974AE" w:rsidRDefault="006974AE" w:rsidP="006974AE">
      <w:r>
        <w:t>250.0094</w:t>
      </w:r>
      <w:r>
        <w:tab/>
        <w:t>1.013e0</w:t>
      </w:r>
    </w:p>
    <w:p w:rsidR="006974AE" w:rsidRDefault="006974AE" w:rsidP="006974AE">
      <w:r>
        <w:t>250.0130</w:t>
      </w:r>
      <w:r>
        <w:tab/>
        <w:t>1.013e0</w:t>
      </w:r>
    </w:p>
    <w:p w:rsidR="006974AE" w:rsidRDefault="006974AE" w:rsidP="006974AE">
      <w:r>
        <w:t>250.0203</w:t>
      </w:r>
      <w:r>
        <w:tab/>
        <w:t>3.038e0</w:t>
      </w:r>
    </w:p>
    <w:p w:rsidR="006974AE" w:rsidRDefault="006974AE" w:rsidP="006974AE">
      <w:r>
        <w:t>250.0397</w:t>
      </w:r>
      <w:r>
        <w:tab/>
        <w:t>2.025e0</w:t>
      </w:r>
    </w:p>
    <w:p w:rsidR="006974AE" w:rsidRDefault="006974AE" w:rsidP="006974AE">
      <w:r>
        <w:t>250.0432</w:t>
      </w:r>
      <w:r>
        <w:tab/>
        <w:t>1.013e0</w:t>
      </w:r>
    </w:p>
    <w:p w:rsidR="006974AE" w:rsidRDefault="006974AE" w:rsidP="006974AE">
      <w:r>
        <w:t>250.0453</w:t>
      </w:r>
      <w:r>
        <w:tab/>
        <w:t>2.025e0</w:t>
      </w:r>
    </w:p>
    <w:p w:rsidR="006974AE" w:rsidRDefault="006974AE" w:rsidP="006974AE">
      <w:r>
        <w:t>250.0475</w:t>
      </w:r>
      <w:r>
        <w:tab/>
        <w:t>1.013e0</w:t>
      </w:r>
    </w:p>
    <w:p w:rsidR="006974AE" w:rsidRDefault="006974AE" w:rsidP="006974AE">
      <w:r>
        <w:t>250.0515</w:t>
      </w:r>
      <w:r>
        <w:tab/>
        <w:t>1.013e0</w:t>
      </w:r>
    </w:p>
    <w:p w:rsidR="006974AE" w:rsidRDefault="006974AE" w:rsidP="006974AE">
      <w:r>
        <w:t>250.0590</w:t>
      </w:r>
      <w:r>
        <w:tab/>
        <w:t>2.025e0</w:t>
      </w:r>
    </w:p>
    <w:p w:rsidR="006974AE" w:rsidRDefault="006974AE" w:rsidP="006974AE">
      <w:r>
        <w:t>250.0683</w:t>
      </w:r>
      <w:r>
        <w:tab/>
        <w:t>1.013e0</w:t>
      </w:r>
    </w:p>
    <w:p w:rsidR="006974AE" w:rsidRDefault="006974AE" w:rsidP="006974AE">
      <w:r>
        <w:t>250.0704</w:t>
      </w:r>
      <w:r>
        <w:tab/>
        <w:t>2.025e0</w:t>
      </w:r>
    </w:p>
    <w:p w:rsidR="006974AE" w:rsidRDefault="006974AE" w:rsidP="006974AE">
      <w:r>
        <w:t>250.0722</w:t>
      </w:r>
      <w:r>
        <w:tab/>
        <w:t>3.038e0</w:t>
      </w:r>
    </w:p>
    <w:p w:rsidR="006974AE" w:rsidRDefault="006974AE" w:rsidP="006974AE">
      <w:r>
        <w:lastRenderedPageBreak/>
        <w:t>250.0856</w:t>
      </w:r>
      <w:r>
        <w:tab/>
        <w:t>1.013e0</w:t>
      </w:r>
    </w:p>
    <w:p w:rsidR="006974AE" w:rsidRDefault="006974AE" w:rsidP="006974AE">
      <w:r>
        <w:t>250.0936</w:t>
      </w:r>
      <w:r>
        <w:tab/>
        <w:t>1.013e0</w:t>
      </w:r>
    </w:p>
    <w:p w:rsidR="006974AE" w:rsidRDefault="006974AE" w:rsidP="006974AE">
      <w:r>
        <w:t>250.1057</w:t>
      </w:r>
      <w:r>
        <w:tab/>
        <w:t>2.025e0</w:t>
      </w:r>
    </w:p>
    <w:p w:rsidR="006974AE" w:rsidRDefault="006974AE" w:rsidP="006974AE">
      <w:r>
        <w:t>250.1126</w:t>
      </w:r>
      <w:r>
        <w:tab/>
        <w:t>2.025e0</w:t>
      </w:r>
    </w:p>
    <w:p w:rsidR="006974AE" w:rsidRDefault="006974AE" w:rsidP="006974AE">
      <w:r>
        <w:t>250.1237</w:t>
      </w:r>
      <w:r>
        <w:tab/>
        <w:t>2.025e0</w:t>
      </w:r>
    </w:p>
    <w:p w:rsidR="006974AE" w:rsidRDefault="006974AE" w:rsidP="006974AE">
      <w:r>
        <w:t>250.1277</w:t>
      </w:r>
      <w:r>
        <w:tab/>
        <w:t>1.013e0</w:t>
      </w:r>
    </w:p>
    <w:p w:rsidR="006974AE" w:rsidRDefault="006974AE" w:rsidP="006974AE">
      <w:r>
        <w:t>250.1394</w:t>
      </w:r>
      <w:r>
        <w:tab/>
        <w:t>1.013e0</w:t>
      </w:r>
    </w:p>
    <w:p w:rsidR="006974AE" w:rsidRDefault="006974AE" w:rsidP="006974AE">
      <w:r>
        <w:t>250.1524</w:t>
      </w:r>
      <w:r>
        <w:tab/>
        <w:t>1.013e0</w:t>
      </w:r>
    </w:p>
    <w:p w:rsidR="006974AE" w:rsidRDefault="006974AE" w:rsidP="006974AE">
      <w:r>
        <w:t>250.1562</w:t>
      </w:r>
      <w:r>
        <w:tab/>
        <w:t>4.051e0</w:t>
      </w:r>
    </w:p>
    <w:p w:rsidR="006974AE" w:rsidRDefault="006974AE" w:rsidP="006974AE">
      <w:r>
        <w:t>250.1617</w:t>
      </w:r>
      <w:r>
        <w:tab/>
        <w:t>1.013e0</w:t>
      </w:r>
    </w:p>
    <w:p w:rsidR="006974AE" w:rsidRDefault="006974AE" w:rsidP="006974AE">
      <w:r>
        <w:t>250.1660</w:t>
      </w:r>
      <w:r>
        <w:tab/>
        <w:t>1.013e0</w:t>
      </w:r>
    </w:p>
    <w:p w:rsidR="006974AE" w:rsidRDefault="006974AE" w:rsidP="006974AE">
      <w:r>
        <w:t>250.1699</w:t>
      </w:r>
      <w:r>
        <w:tab/>
        <w:t>1.013e0</w:t>
      </w:r>
    </w:p>
    <w:p w:rsidR="006974AE" w:rsidRDefault="006974AE" w:rsidP="006974AE">
      <w:r>
        <w:t>250.1815</w:t>
      </w:r>
      <w:r>
        <w:tab/>
        <w:t>2.025e0</w:t>
      </w:r>
    </w:p>
    <w:p w:rsidR="006974AE" w:rsidRDefault="006974AE" w:rsidP="006974AE">
      <w:r>
        <w:t>250.2138</w:t>
      </w:r>
      <w:r>
        <w:tab/>
        <w:t>2.025e0</w:t>
      </w:r>
    </w:p>
    <w:p w:rsidR="006974AE" w:rsidRDefault="006974AE" w:rsidP="006974AE">
      <w:r>
        <w:t>250.2236</w:t>
      </w:r>
      <w:r>
        <w:tab/>
        <w:t>1.013e0</w:t>
      </w:r>
    </w:p>
    <w:p w:rsidR="006974AE" w:rsidRDefault="006974AE" w:rsidP="006974AE">
      <w:r>
        <w:t>250.2278</w:t>
      </w:r>
      <w:r>
        <w:tab/>
        <w:t>1.013e0</w:t>
      </w:r>
    </w:p>
    <w:p w:rsidR="006974AE" w:rsidRDefault="006974AE" w:rsidP="006974AE">
      <w:r>
        <w:t>250.2453</w:t>
      </w:r>
      <w:r>
        <w:tab/>
        <w:t>2.025e0</w:t>
      </w:r>
    </w:p>
    <w:p w:rsidR="006974AE" w:rsidRDefault="006974AE" w:rsidP="006974AE">
      <w:r>
        <w:t>250.2601</w:t>
      </w:r>
      <w:r>
        <w:tab/>
        <w:t>2.025e0</w:t>
      </w:r>
    </w:p>
    <w:p w:rsidR="006974AE" w:rsidRDefault="006974AE" w:rsidP="006974AE">
      <w:r>
        <w:t>250.2735</w:t>
      </w:r>
      <w:r>
        <w:tab/>
        <w:t>1.013e0</w:t>
      </w:r>
    </w:p>
    <w:p w:rsidR="006974AE" w:rsidRDefault="006974AE" w:rsidP="006974AE">
      <w:r>
        <w:lastRenderedPageBreak/>
        <w:t>250.2920</w:t>
      </w:r>
      <w:r>
        <w:tab/>
        <w:t>1.013e0</w:t>
      </w:r>
    </w:p>
    <w:p w:rsidR="006974AE" w:rsidRDefault="006974AE" w:rsidP="006974AE">
      <w:r>
        <w:t>250.3157</w:t>
      </w:r>
      <w:r>
        <w:tab/>
        <w:t>1.013e0</w:t>
      </w:r>
    </w:p>
    <w:p w:rsidR="006974AE" w:rsidRDefault="006974AE" w:rsidP="006974AE">
      <w:r>
        <w:t>250.3246</w:t>
      </w:r>
      <w:r>
        <w:tab/>
        <w:t>2.025e0</w:t>
      </w:r>
    </w:p>
    <w:p w:rsidR="006974AE" w:rsidRDefault="006974AE" w:rsidP="006974AE">
      <w:r>
        <w:t>250.3580</w:t>
      </w:r>
      <w:r>
        <w:tab/>
        <w:t>2.025e0</w:t>
      </w:r>
    </w:p>
    <w:p w:rsidR="006974AE" w:rsidRDefault="006974AE" w:rsidP="006974AE">
      <w:r>
        <w:t>250.3619</w:t>
      </w:r>
      <w:r>
        <w:tab/>
        <w:t>1.013e0</w:t>
      </w:r>
    </w:p>
    <w:p w:rsidR="006974AE" w:rsidRDefault="006974AE" w:rsidP="006974AE">
      <w:r>
        <w:t>250.4131</w:t>
      </w:r>
      <w:r>
        <w:tab/>
        <w:t>1.013e0</w:t>
      </w:r>
    </w:p>
    <w:p w:rsidR="006974AE" w:rsidRDefault="006974AE" w:rsidP="006974AE">
      <w:r>
        <w:t>250.4153</w:t>
      </w:r>
      <w:r>
        <w:tab/>
        <w:t>2.025e0</w:t>
      </w:r>
    </w:p>
    <w:p w:rsidR="006974AE" w:rsidRDefault="006974AE" w:rsidP="006974AE">
      <w:r>
        <w:t>250.4302</w:t>
      </w:r>
      <w:r>
        <w:tab/>
        <w:t>2.025e0</w:t>
      </w:r>
    </w:p>
    <w:p w:rsidR="006974AE" w:rsidRDefault="006974AE" w:rsidP="006974AE">
      <w:r>
        <w:t>250.4594</w:t>
      </w:r>
      <w:r>
        <w:tab/>
        <w:t>1.013e0</w:t>
      </w:r>
    </w:p>
    <w:p w:rsidR="006974AE" w:rsidRDefault="006974AE" w:rsidP="006974AE">
      <w:r>
        <w:t>250.4641</w:t>
      </w:r>
      <w:r>
        <w:tab/>
        <w:t>1.013e0</w:t>
      </w:r>
    </w:p>
    <w:p w:rsidR="006974AE" w:rsidRDefault="006974AE" w:rsidP="006974AE">
      <w:r>
        <w:t>250.4842</w:t>
      </w:r>
      <w:r>
        <w:tab/>
        <w:t>1.013e0</w:t>
      </w:r>
    </w:p>
    <w:p w:rsidR="006974AE" w:rsidRDefault="006974AE" w:rsidP="006974AE">
      <w:r>
        <w:t>250.4970</w:t>
      </w:r>
      <w:r>
        <w:tab/>
        <w:t>1.013e0</w:t>
      </w:r>
    </w:p>
    <w:p w:rsidR="006974AE" w:rsidRDefault="006974AE" w:rsidP="006974AE">
      <w:r>
        <w:t>250.5436</w:t>
      </w:r>
      <w:r>
        <w:tab/>
        <w:t>1.013e0</w:t>
      </w:r>
    </w:p>
    <w:p w:rsidR="006974AE" w:rsidRDefault="006974AE" w:rsidP="006974AE">
      <w:r>
        <w:t>250.5685</w:t>
      </w:r>
      <w:r>
        <w:tab/>
        <w:t>1.013e0</w:t>
      </w:r>
    </w:p>
    <w:p w:rsidR="006974AE" w:rsidRDefault="006974AE" w:rsidP="006974AE">
      <w:r>
        <w:t>250.5856</w:t>
      </w:r>
      <w:r>
        <w:tab/>
        <w:t>1.013e0</w:t>
      </w:r>
    </w:p>
    <w:p w:rsidR="006974AE" w:rsidRDefault="006974AE" w:rsidP="006974AE">
      <w:r>
        <w:t>250.5896</w:t>
      </w:r>
      <w:r>
        <w:tab/>
        <w:t>2.025e0</w:t>
      </w:r>
    </w:p>
    <w:p w:rsidR="006974AE" w:rsidRDefault="006974AE" w:rsidP="006974AE">
      <w:r>
        <w:t>250.6146</w:t>
      </w:r>
      <w:r>
        <w:tab/>
        <w:t>1.013e0</w:t>
      </w:r>
    </w:p>
    <w:p w:rsidR="006974AE" w:rsidRDefault="006974AE" w:rsidP="006974AE">
      <w:r>
        <w:t>250.6229</w:t>
      </w:r>
      <w:r>
        <w:tab/>
        <w:t>2.025e0</w:t>
      </w:r>
    </w:p>
    <w:p w:rsidR="006974AE" w:rsidRDefault="006974AE" w:rsidP="006974AE">
      <w:r>
        <w:t>250.6276</w:t>
      </w:r>
      <w:r>
        <w:tab/>
        <w:t>1.013e0</w:t>
      </w:r>
    </w:p>
    <w:p w:rsidR="006974AE" w:rsidRDefault="006974AE" w:rsidP="006974AE">
      <w:r>
        <w:lastRenderedPageBreak/>
        <w:t>250.6319</w:t>
      </w:r>
      <w:r>
        <w:tab/>
        <w:t>1.013e0</w:t>
      </w:r>
    </w:p>
    <w:p w:rsidR="006974AE" w:rsidRDefault="006974AE" w:rsidP="006974AE">
      <w:r>
        <w:t>250.6570</w:t>
      </w:r>
      <w:r>
        <w:tab/>
        <w:t>1.013e0</w:t>
      </w:r>
    </w:p>
    <w:p w:rsidR="006974AE" w:rsidRDefault="006974AE" w:rsidP="006974AE">
      <w:r>
        <w:t>250.6646</w:t>
      </w:r>
      <w:r>
        <w:tab/>
        <w:t>1.013e0</w:t>
      </w:r>
    </w:p>
    <w:p w:rsidR="006974AE" w:rsidRDefault="006974AE" w:rsidP="006974AE">
      <w:r>
        <w:t>250.7028</w:t>
      </w:r>
      <w:r>
        <w:tab/>
        <w:t>1.013e0</w:t>
      </w:r>
    </w:p>
    <w:p w:rsidR="006974AE" w:rsidRDefault="006974AE" w:rsidP="006974AE">
      <w:r>
        <w:t>250.7069</w:t>
      </w:r>
      <w:r>
        <w:tab/>
        <w:t>1.013e0</w:t>
      </w:r>
    </w:p>
    <w:p w:rsidR="006974AE" w:rsidRDefault="006974AE" w:rsidP="006974AE">
      <w:r>
        <w:t>250.7115</w:t>
      </w:r>
      <w:r>
        <w:tab/>
        <w:t>1.013e0</w:t>
      </w:r>
    </w:p>
    <w:p w:rsidR="006974AE" w:rsidRDefault="006974AE" w:rsidP="006974AE">
      <w:r>
        <w:t>250.7252</w:t>
      </w:r>
      <w:r>
        <w:tab/>
        <w:t>1.013e0</w:t>
      </w:r>
    </w:p>
    <w:p w:rsidR="006974AE" w:rsidRDefault="006974AE" w:rsidP="006974AE">
      <w:r>
        <w:t>250.7535</w:t>
      </w:r>
      <w:r>
        <w:tab/>
        <w:t>1.013e0</w:t>
      </w:r>
    </w:p>
    <w:p w:rsidR="006974AE" w:rsidRDefault="006974AE" w:rsidP="006974AE">
      <w:r>
        <w:t>250.7913</w:t>
      </w:r>
      <w:r>
        <w:tab/>
        <w:t>1.013e0</w:t>
      </w:r>
    </w:p>
    <w:p w:rsidR="006974AE" w:rsidRDefault="006974AE" w:rsidP="006974AE">
      <w:r>
        <w:t>250.8173</w:t>
      </w:r>
      <w:r>
        <w:tab/>
        <w:t>1.013e0</w:t>
      </w:r>
    </w:p>
    <w:p w:rsidR="006974AE" w:rsidRDefault="006974AE" w:rsidP="006974AE">
      <w:r>
        <w:t>250.8253</w:t>
      </w:r>
      <w:r>
        <w:tab/>
        <w:t>1.013e0</w:t>
      </w:r>
    </w:p>
    <w:p w:rsidR="006974AE" w:rsidRDefault="006974AE" w:rsidP="006974AE">
      <w:r>
        <w:t>250.8637</w:t>
      </w:r>
      <w:r>
        <w:tab/>
        <w:t>1.013e0</w:t>
      </w:r>
    </w:p>
    <w:p w:rsidR="006974AE" w:rsidRDefault="006974AE" w:rsidP="006974AE">
      <w:r>
        <w:t>250.8935</w:t>
      </w:r>
      <w:r>
        <w:tab/>
        <w:t>1.013e0</w:t>
      </w:r>
    </w:p>
    <w:p w:rsidR="006974AE" w:rsidRDefault="006974AE" w:rsidP="006974AE">
      <w:r>
        <w:t>250.8978</w:t>
      </w:r>
      <w:r>
        <w:tab/>
        <w:t>1.013e0</w:t>
      </w:r>
    </w:p>
    <w:p w:rsidR="006974AE" w:rsidRDefault="006974AE" w:rsidP="006974AE">
      <w:r>
        <w:t>250.9138</w:t>
      </w:r>
      <w:r>
        <w:tab/>
        <w:t>1.013e0</w:t>
      </w:r>
    </w:p>
    <w:p w:rsidR="006974AE" w:rsidRDefault="006974AE" w:rsidP="006974AE">
      <w:r>
        <w:t>250.9520</w:t>
      </w:r>
      <w:r>
        <w:tab/>
        <w:t>2.025e0</w:t>
      </w:r>
    </w:p>
    <w:p w:rsidR="006974AE" w:rsidRDefault="006974AE" w:rsidP="006974AE">
      <w:r>
        <w:t>250.9598</w:t>
      </w:r>
      <w:r>
        <w:tab/>
        <w:t>6.076e0</w:t>
      </w:r>
    </w:p>
    <w:p w:rsidR="006974AE" w:rsidRDefault="006974AE" w:rsidP="006974AE">
      <w:r>
        <w:t>250.9634</w:t>
      </w:r>
      <w:r>
        <w:tab/>
        <w:t>4.051e0</w:t>
      </w:r>
    </w:p>
    <w:p w:rsidR="006974AE" w:rsidRDefault="006974AE" w:rsidP="006974AE">
      <w:r>
        <w:t>250.9698</w:t>
      </w:r>
      <w:r>
        <w:tab/>
        <w:t>6.310e0</w:t>
      </w:r>
    </w:p>
    <w:p w:rsidR="006974AE" w:rsidRDefault="006974AE" w:rsidP="006974AE">
      <w:r>
        <w:lastRenderedPageBreak/>
        <w:t>250.9749</w:t>
      </w:r>
      <w:r>
        <w:tab/>
        <w:t>1.272e1</w:t>
      </w:r>
    </w:p>
    <w:p w:rsidR="006974AE" w:rsidRDefault="006974AE" w:rsidP="006974AE">
      <w:r>
        <w:t>250.9835</w:t>
      </w:r>
      <w:r>
        <w:tab/>
        <w:t>1.722e1</w:t>
      </w:r>
    </w:p>
    <w:p w:rsidR="006974AE" w:rsidRDefault="006974AE" w:rsidP="006974AE">
      <w:r>
        <w:t>250.9850</w:t>
      </w:r>
      <w:r>
        <w:tab/>
        <w:t>8.887e0</w:t>
      </w:r>
    </w:p>
    <w:p w:rsidR="006974AE" w:rsidRDefault="006974AE" w:rsidP="006974AE">
      <w:r>
        <w:t>250.9928</w:t>
      </w:r>
      <w:r>
        <w:tab/>
        <w:t>8.197e0</w:t>
      </w:r>
    </w:p>
    <w:p w:rsidR="006974AE" w:rsidRDefault="006974AE" w:rsidP="006974AE">
      <w:r>
        <w:t>250.9940</w:t>
      </w:r>
      <w:r>
        <w:tab/>
        <w:t>4.829e0</w:t>
      </w:r>
    </w:p>
    <w:p w:rsidR="006974AE" w:rsidRDefault="006974AE" w:rsidP="006974AE">
      <w:r>
        <w:t>251.0021</w:t>
      </w:r>
      <w:r>
        <w:tab/>
        <w:t>1.013e0</w:t>
      </w:r>
    </w:p>
    <w:p w:rsidR="006974AE" w:rsidRDefault="006974AE" w:rsidP="006974AE">
      <w:r>
        <w:t>251.0285</w:t>
      </w:r>
      <w:r>
        <w:tab/>
        <w:t>1.013e0</w:t>
      </w:r>
    </w:p>
    <w:p w:rsidR="006974AE" w:rsidRDefault="006974AE" w:rsidP="006974AE">
      <w:r>
        <w:t>251.0324</w:t>
      </w:r>
      <w:r>
        <w:tab/>
        <w:t>2.025e0</w:t>
      </w:r>
    </w:p>
    <w:p w:rsidR="006974AE" w:rsidRDefault="006974AE" w:rsidP="006974AE">
      <w:r>
        <w:t>251.0341</w:t>
      </w:r>
      <w:r>
        <w:tab/>
        <w:t>4.051e0</w:t>
      </w:r>
    </w:p>
    <w:p w:rsidR="006974AE" w:rsidRDefault="006974AE" w:rsidP="006974AE">
      <w:r>
        <w:t>251.0406</w:t>
      </w:r>
      <w:r>
        <w:tab/>
        <w:t>5.063e0</w:t>
      </w:r>
    </w:p>
    <w:p w:rsidR="006974AE" w:rsidRDefault="006974AE" w:rsidP="006974AE">
      <w:r>
        <w:t>251.0422</w:t>
      </w:r>
      <w:r>
        <w:tab/>
        <w:t>2.025e0</w:t>
      </w:r>
    </w:p>
    <w:p w:rsidR="006974AE" w:rsidRDefault="006974AE" w:rsidP="006974AE">
      <w:r>
        <w:t>251.0519</w:t>
      </w:r>
      <w:r>
        <w:tab/>
        <w:t>1.013e0</w:t>
      </w:r>
    </w:p>
    <w:p w:rsidR="006974AE" w:rsidRDefault="006974AE" w:rsidP="006974AE">
      <w:r>
        <w:t>251.0652</w:t>
      </w:r>
      <w:r>
        <w:tab/>
        <w:t>2.025e0</w:t>
      </w:r>
    </w:p>
    <w:p w:rsidR="006974AE" w:rsidRDefault="006974AE" w:rsidP="006974AE">
      <w:r>
        <w:t>251.0745</w:t>
      </w:r>
      <w:r>
        <w:tab/>
        <w:t>1.013e0</w:t>
      </w:r>
    </w:p>
    <w:p w:rsidR="006974AE" w:rsidRDefault="006974AE" w:rsidP="006974AE">
      <w:r>
        <w:t>251.0782</w:t>
      </w:r>
      <w:r>
        <w:tab/>
        <w:t>3.038e0</w:t>
      </w:r>
    </w:p>
    <w:p w:rsidR="006974AE" w:rsidRDefault="006974AE" w:rsidP="006974AE">
      <w:r>
        <w:t>251.0821</w:t>
      </w:r>
      <w:r>
        <w:tab/>
        <w:t>1.013e0</w:t>
      </w:r>
    </w:p>
    <w:p w:rsidR="006974AE" w:rsidRDefault="006974AE" w:rsidP="006974AE">
      <w:r>
        <w:t>251.1034</w:t>
      </w:r>
      <w:r>
        <w:tab/>
        <w:t>2.025e0</w:t>
      </w:r>
    </w:p>
    <w:p w:rsidR="006974AE" w:rsidRDefault="006974AE" w:rsidP="006974AE">
      <w:r>
        <w:t>251.1204</w:t>
      </w:r>
      <w:r>
        <w:tab/>
        <w:t>2.025e0</w:t>
      </w:r>
    </w:p>
    <w:p w:rsidR="006974AE" w:rsidRDefault="006974AE" w:rsidP="006974AE">
      <w:r>
        <w:t>251.1254</w:t>
      </w:r>
      <w:r>
        <w:tab/>
        <w:t>3.038e0</w:t>
      </w:r>
    </w:p>
    <w:p w:rsidR="006974AE" w:rsidRDefault="006974AE" w:rsidP="006974AE">
      <w:r>
        <w:lastRenderedPageBreak/>
        <w:t>251.1453</w:t>
      </w:r>
      <w:r>
        <w:tab/>
        <w:t>1.013e0</w:t>
      </w:r>
    </w:p>
    <w:p w:rsidR="006974AE" w:rsidRDefault="006974AE" w:rsidP="006974AE">
      <w:r>
        <w:t>251.1573</w:t>
      </w:r>
      <w:r>
        <w:tab/>
        <w:t>2.025e0</w:t>
      </w:r>
    </w:p>
    <w:p w:rsidR="006974AE" w:rsidRDefault="006974AE" w:rsidP="006974AE">
      <w:r>
        <w:t>251.1609</w:t>
      </w:r>
      <w:r>
        <w:tab/>
        <w:t>2.025e0</w:t>
      </w:r>
    </w:p>
    <w:p w:rsidR="006974AE" w:rsidRDefault="006974AE" w:rsidP="006974AE">
      <w:r>
        <w:t>251.1666</w:t>
      </w:r>
      <w:r>
        <w:tab/>
        <w:t>2.025e0</w:t>
      </w:r>
    </w:p>
    <w:p w:rsidR="006974AE" w:rsidRDefault="006974AE" w:rsidP="006974AE">
      <w:r>
        <w:t>251.1826</w:t>
      </w:r>
      <w:r>
        <w:tab/>
        <w:t>1.013e0</w:t>
      </w:r>
    </w:p>
    <w:p w:rsidR="006974AE" w:rsidRDefault="006974AE" w:rsidP="006974AE">
      <w:r>
        <w:t>251.1970</w:t>
      </w:r>
      <w:r>
        <w:tab/>
        <w:t>1.013e0</w:t>
      </w:r>
    </w:p>
    <w:p w:rsidR="006974AE" w:rsidRDefault="006974AE" w:rsidP="006974AE">
      <w:r>
        <w:t>251.2010</w:t>
      </w:r>
      <w:r>
        <w:tab/>
        <w:t>1.013e0</w:t>
      </w:r>
    </w:p>
    <w:p w:rsidR="006974AE" w:rsidRDefault="006974AE" w:rsidP="006974AE">
      <w:r>
        <w:t>251.2046</w:t>
      </w:r>
      <w:r>
        <w:tab/>
        <w:t>1.013e0</w:t>
      </w:r>
    </w:p>
    <w:p w:rsidR="006974AE" w:rsidRDefault="006974AE" w:rsidP="006974AE">
      <w:r>
        <w:t>251.2087</w:t>
      </w:r>
      <w:r>
        <w:tab/>
        <w:t>4.051e0</w:t>
      </w:r>
    </w:p>
    <w:p w:rsidR="006974AE" w:rsidRDefault="006974AE" w:rsidP="006974AE">
      <w:r>
        <w:t>251.2297</w:t>
      </w:r>
      <w:r>
        <w:tab/>
        <w:t>1.013e0</w:t>
      </w:r>
    </w:p>
    <w:p w:rsidR="006974AE" w:rsidRDefault="006974AE" w:rsidP="006974AE">
      <w:r>
        <w:t>251.2471</w:t>
      </w:r>
      <w:r>
        <w:tab/>
        <w:t>1.013e0</w:t>
      </w:r>
    </w:p>
    <w:p w:rsidR="006974AE" w:rsidRDefault="006974AE" w:rsidP="006974AE">
      <w:r>
        <w:t>251.2547</w:t>
      </w:r>
      <w:r>
        <w:tab/>
        <w:t>2.025e0</w:t>
      </w:r>
    </w:p>
    <w:p w:rsidR="006974AE" w:rsidRDefault="006974AE" w:rsidP="006974AE">
      <w:r>
        <w:t>251.2626</w:t>
      </w:r>
      <w:r>
        <w:tab/>
        <w:t>1.013e0</w:t>
      </w:r>
    </w:p>
    <w:p w:rsidR="006974AE" w:rsidRDefault="006974AE" w:rsidP="006974AE">
      <w:r>
        <w:t>251.2671</w:t>
      </w:r>
      <w:r>
        <w:tab/>
        <w:t>1.013e0</w:t>
      </w:r>
    </w:p>
    <w:p w:rsidR="006974AE" w:rsidRDefault="006974AE" w:rsidP="006974AE">
      <w:r>
        <w:t>251.2808</w:t>
      </w:r>
      <w:r>
        <w:tab/>
        <w:t>2.025e0</w:t>
      </w:r>
    </w:p>
    <w:p w:rsidR="006974AE" w:rsidRDefault="006974AE" w:rsidP="006974AE">
      <w:r>
        <w:t>251.2932</w:t>
      </w:r>
      <w:r>
        <w:tab/>
        <w:t>1.013e0</w:t>
      </w:r>
    </w:p>
    <w:p w:rsidR="006974AE" w:rsidRDefault="006974AE" w:rsidP="006974AE">
      <w:r>
        <w:t>251.3138</w:t>
      </w:r>
      <w:r>
        <w:tab/>
        <w:t>1.013e0</w:t>
      </w:r>
    </w:p>
    <w:p w:rsidR="006974AE" w:rsidRDefault="006974AE" w:rsidP="006974AE">
      <w:r>
        <w:t>251.3182</w:t>
      </w:r>
      <w:r>
        <w:tab/>
        <w:t>1.013e0</w:t>
      </w:r>
    </w:p>
    <w:p w:rsidR="006974AE" w:rsidRDefault="006974AE" w:rsidP="006974AE">
      <w:r>
        <w:t>251.3434</w:t>
      </w:r>
      <w:r>
        <w:tab/>
        <w:t>1.013e0</w:t>
      </w:r>
    </w:p>
    <w:p w:rsidR="006974AE" w:rsidRDefault="006974AE" w:rsidP="006974AE">
      <w:r>
        <w:lastRenderedPageBreak/>
        <w:t>251.3736</w:t>
      </w:r>
      <w:r>
        <w:tab/>
        <w:t>1.013e0</w:t>
      </w:r>
    </w:p>
    <w:p w:rsidR="006974AE" w:rsidRDefault="006974AE" w:rsidP="006974AE">
      <w:r>
        <w:t>251.3772</w:t>
      </w:r>
      <w:r>
        <w:tab/>
        <w:t>2.025e0</w:t>
      </w:r>
    </w:p>
    <w:p w:rsidR="006974AE" w:rsidRDefault="006974AE" w:rsidP="006974AE">
      <w:r>
        <w:t>251.4354</w:t>
      </w:r>
      <w:r>
        <w:tab/>
        <w:t>1.013e0</w:t>
      </w:r>
    </w:p>
    <w:p w:rsidR="006974AE" w:rsidRDefault="006974AE" w:rsidP="006974AE">
      <w:r>
        <w:t>251.4616</w:t>
      </w:r>
      <w:r>
        <w:tab/>
        <w:t>1.013e0</w:t>
      </w:r>
    </w:p>
    <w:p w:rsidR="006974AE" w:rsidRDefault="006974AE" w:rsidP="006974AE">
      <w:r>
        <w:t>251.5242</w:t>
      </w:r>
      <w:r>
        <w:tab/>
        <w:t>1.013e0</w:t>
      </w:r>
    </w:p>
    <w:p w:rsidR="006974AE" w:rsidRDefault="006974AE" w:rsidP="006974AE">
      <w:r>
        <w:t>251.5587</w:t>
      </w:r>
      <w:r>
        <w:tab/>
        <w:t>2.025e0</w:t>
      </w:r>
    </w:p>
    <w:p w:rsidR="006974AE" w:rsidRDefault="006974AE" w:rsidP="006974AE">
      <w:r>
        <w:t>251.5660</w:t>
      </w:r>
      <w:r>
        <w:tab/>
        <w:t>1.013e0</w:t>
      </w:r>
    </w:p>
    <w:p w:rsidR="006974AE" w:rsidRDefault="006974AE" w:rsidP="006974AE">
      <w:r>
        <w:t>251.5924</w:t>
      </w:r>
      <w:r>
        <w:tab/>
        <w:t>1.013e0</w:t>
      </w:r>
    </w:p>
    <w:p w:rsidR="006974AE" w:rsidRDefault="006974AE" w:rsidP="006974AE">
      <w:r>
        <w:t>251.6000</w:t>
      </w:r>
      <w:r>
        <w:tab/>
        <w:t>2.025e0</w:t>
      </w:r>
    </w:p>
    <w:p w:rsidR="006974AE" w:rsidRDefault="006974AE" w:rsidP="006974AE">
      <w:r>
        <w:t>251.6042</w:t>
      </w:r>
      <w:r>
        <w:tab/>
        <w:t>1.013e0</w:t>
      </w:r>
    </w:p>
    <w:p w:rsidR="006974AE" w:rsidRDefault="006974AE" w:rsidP="006974AE">
      <w:r>
        <w:t>251.6174</w:t>
      </w:r>
      <w:r>
        <w:tab/>
        <w:t>1.013e0</w:t>
      </w:r>
    </w:p>
    <w:p w:rsidR="006974AE" w:rsidRDefault="006974AE" w:rsidP="006974AE">
      <w:r>
        <w:t>251.6268</w:t>
      </w:r>
      <w:r>
        <w:tab/>
        <w:t>1.013e0</w:t>
      </w:r>
    </w:p>
    <w:p w:rsidR="006974AE" w:rsidRDefault="006974AE" w:rsidP="006974AE">
      <w:r>
        <w:t>251.6596</w:t>
      </w:r>
      <w:r>
        <w:tab/>
        <w:t>1.013e0</w:t>
      </w:r>
    </w:p>
    <w:p w:rsidR="006974AE" w:rsidRDefault="006974AE" w:rsidP="006974AE">
      <w:r>
        <w:t>251.6687</w:t>
      </w:r>
      <w:r>
        <w:tab/>
        <w:t>1.013e0</w:t>
      </w:r>
    </w:p>
    <w:p w:rsidR="006974AE" w:rsidRDefault="006974AE" w:rsidP="006974AE">
      <w:r>
        <w:t>251.6973</w:t>
      </w:r>
      <w:r>
        <w:tab/>
        <w:t>1.013e0</w:t>
      </w:r>
    </w:p>
    <w:p w:rsidR="006974AE" w:rsidRDefault="006974AE" w:rsidP="006974AE">
      <w:r>
        <w:t>251.7347</w:t>
      </w:r>
      <w:r>
        <w:tab/>
        <w:t>1.013e0</w:t>
      </w:r>
    </w:p>
    <w:p w:rsidR="006974AE" w:rsidRDefault="006974AE" w:rsidP="006974AE">
      <w:r>
        <w:t>251.7367</w:t>
      </w:r>
      <w:r>
        <w:tab/>
        <w:t>2.025e0</w:t>
      </w:r>
    </w:p>
    <w:p w:rsidR="006974AE" w:rsidRDefault="006974AE" w:rsidP="006974AE">
      <w:r>
        <w:t>251.7820</w:t>
      </w:r>
      <w:r>
        <w:tab/>
        <w:t>3.038e0</w:t>
      </w:r>
    </w:p>
    <w:p w:rsidR="006974AE" w:rsidRDefault="006974AE" w:rsidP="006974AE">
      <w:r>
        <w:t>251.7894</w:t>
      </w:r>
      <w:r>
        <w:tab/>
        <w:t>2.025e0</w:t>
      </w:r>
    </w:p>
    <w:p w:rsidR="006974AE" w:rsidRDefault="006974AE" w:rsidP="006974AE">
      <w:r>
        <w:lastRenderedPageBreak/>
        <w:t>251.8033</w:t>
      </w:r>
      <w:r>
        <w:tab/>
        <w:t>1.013e0</w:t>
      </w:r>
    </w:p>
    <w:p w:rsidR="006974AE" w:rsidRDefault="006974AE" w:rsidP="006974AE">
      <w:r>
        <w:t>251.8413</w:t>
      </w:r>
      <w:r>
        <w:tab/>
        <w:t>1.013e0</w:t>
      </w:r>
    </w:p>
    <w:p w:rsidR="006974AE" w:rsidRDefault="006974AE" w:rsidP="006974AE">
      <w:r>
        <w:t>251.8655</w:t>
      </w:r>
      <w:r>
        <w:tab/>
        <w:t>1.013e0</w:t>
      </w:r>
    </w:p>
    <w:p w:rsidR="006974AE" w:rsidRDefault="006974AE" w:rsidP="006974AE">
      <w:r>
        <w:t>251.9080</w:t>
      </w:r>
      <w:r>
        <w:tab/>
        <w:t>1.013e0</w:t>
      </w:r>
    </w:p>
    <w:p w:rsidR="006974AE" w:rsidRDefault="006974AE" w:rsidP="006974AE">
      <w:r>
        <w:t>251.9316</w:t>
      </w:r>
      <w:r>
        <w:tab/>
        <w:t>2.025e0</w:t>
      </w:r>
    </w:p>
    <w:p w:rsidR="006974AE" w:rsidRDefault="006974AE" w:rsidP="006974AE">
      <w:r>
        <w:t>251.9339</w:t>
      </w:r>
      <w:r>
        <w:tab/>
        <w:t>1.013e0</w:t>
      </w:r>
    </w:p>
    <w:p w:rsidR="006974AE" w:rsidRDefault="006974AE" w:rsidP="006974AE">
      <w:r>
        <w:t>251.9454</w:t>
      </w:r>
      <w:r>
        <w:tab/>
        <w:t>1.013e0</w:t>
      </w:r>
    </w:p>
    <w:p w:rsidR="006974AE" w:rsidRDefault="006974AE" w:rsidP="006974AE">
      <w:r>
        <w:t>251.9700</w:t>
      </w:r>
      <w:r>
        <w:tab/>
        <w:t>2.025e0</w:t>
      </w:r>
    </w:p>
    <w:p w:rsidR="006974AE" w:rsidRDefault="006974AE" w:rsidP="006974AE">
      <w:r>
        <w:t>251.9781</w:t>
      </w:r>
      <w:r>
        <w:tab/>
        <w:t>2.025e0</w:t>
      </w:r>
    </w:p>
    <w:p w:rsidR="006974AE" w:rsidRDefault="006974AE" w:rsidP="006974AE">
      <w:r>
        <w:t>251.9967</w:t>
      </w:r>
      <w:r>
        <w:tab/>
        <w:t>1.013e0</w:t>
      </w:r>
    </w:p>
    <w:p w:rsidR="006974AE" w:rsidRDefault="006974AE" w:rsidP="006974AE">
      <w:r>
        <w:t>252.0027</w:t>
      </w:r>
      <w:r>
        <w:tab/>
        <w:t>3.507e0</w:t>
      </w:r>
    </w:p>
    <w:p w:rsidR="006974AE" w:rsidRDefault="006974AE" w:rsidP="006974AE">
      <w:r>
        <w:t>252.0223</w:t>
      </w:r>
      <w:r>
        <w:tab/>
        <w:t>1.013e0</w:t>
      </w:r>
    </w:p>
    <w:p w:rsidR="006974AE" w:rsidRDefault="006974AE" w:rsidP="006974AE">
      <w:r>
        <w:t>252.0413</w:t>
      </w:r>
      <w:r>
        <w:tab/>
        <w:t>6.076e0</w:t>
      </w:r>
    </w:p>
    <w:p w:rsidR="006974AE" w:rsidRDefault="006974AE" w:rsidP="006974AE">
      <w:r>
        <w:t>252.0563</w:t>
      </w:r>
      <w:r>
        <w:tab/>
        <w:t>3.038e0</w:t>
      </w:r>
    </w:p>
    <w:p w:rsidR="006974AE" w:rsidRDefault="006974AE" w:rsidP="006974AE">
      <w:r>
        <w:t>252.0706</w:t>
      </w:r>
      <w:r>
        <w:tab/>
        <w:t>2.025e0</w:t>
      </w:r>
    </w:p>
    <w:p w:rsidR="006974AE" w:rsidRDefault="006974AE" w:rsidP="006974AE">
      <w:r>
        <w:t>252.0810</w:t>
      </w:r>
      <w:r>
        <w:tab/>
        <w:t>1.013e0</w:t>
      </w:r>
    </w:p>
    <w:p w:rsidR="006974AE" w:rsidRDefault="006974AE" w:rsidP="006974AE">
      <w:r>
        <w:t>252.0984</w:t>
      </w:r>
      <w:r>
        <w:tab/>
        <w:t>1.013e0</w:t>
      </w:r>
    </w:p>
    <w:p w:rsidR="006974AE" w:rsidRDefault="006974AE" w:rsidP="006974AE">
      <w:r>
        <w:t>252.1006</w:t>
      </w:r>
      <w:r>
        <w:tab/>
        <w:t>4.051e0</w:t>
      </w:r>
    </w:p>
    <w:p w:rsidR="006974AE" w:rsidRDefault="006974AE" w:rsidP="006974AE">
      <w:r>
        <w:t>252.1347</w:t>
      </w:r>
      <w:r>
        <w:tab/>
        <w:t>2.025e0</w:t>
      </w:r>
    </w:p>
    <w:p w:rsidR="006974AE" w:rsidRDefault="006974AE" w:rsidP="006974AE">
      <w:r>
        <w:lastRenderedPageBreak/>
        <w:t>252.1388</w:t>
      </w:r>
      <w:r>
        <w:tab/>
        <w:t>2.025e0</w:t>
      </w:r>
    </w:p>
    <w:p w:rsidR="006974AE" w:rsidRDefault="006974AE" w:rsidP="006974AE">
      <w:r>
        <w:t>252.1526</w:t>
      </w:r>
      <w:r>
        <w:tab/>
        <w:t>2.025e0</w:t>
      </w:r>
    </w:p>
    <w:p w:rsidR="006974AE" w:rsidRDefault="006974AE" w:rsidP="006974AE">
      <w:r>
        <w:t>252.1607</w:t>
      </w:r>
      <w:r>
        <w:tab/>
        <w:t>1.013e0</w:t>
      </w:r>
    </w:p>
    <w:p w:rsidR="006974AE" w:rsidRDefault="006974AE" w:rsidP="006974AE">
      <w:r>
        <w:t>252.1690</w:t>
      </w:r>
      <w:r>
        <w:tab/>
        <w:t>3.038e0</w:t>
      </w:r>
    </w:p>
    <w:p w:rsidR="006974AE" w:rsidRDefault="006974AE" w:rsidP="006974AE">
      <w:r>
        <w:t>252.1830</w:t>
      </w:r>
      <w:r>
        <w:tab/>
        <w:t>3.038e0</w:t>
      </w:r>
    </w:p>
    <w:p w:rsidR="006974AE" w:rsidRDefault="006974AE" w:rsidP="006974AE">
      <w:r>
        <w:t>252.1868</w:t>
      </w:r>
      <w:r>
        <w:tab/>
        <w:t>2.025e0</w:t>
      </w:r>
    </w:p>
    <w:p w:rsidR="006974AE" w:rsidRDefault="006974AE" w:rsidP="006974AE">
      <w:r>
        <w:t>252.1948</w:t>
      </w:r>
      <w:r>
        <w:tab/>
        <w:t>1.013e0</w:t>
      </w:r>
    </w:p>
    <w:p w:rsidR="006974AE" w:rsidRDefault="006974AE" w:rsidP="006974AE">
      <w:r>
        <w:t>252.2102</w:t>
      </w:r>
      <w:r>
        <w:tab/>
        <w:t>2.025e0</w:t>
      </w:r>
    </w:p>
    <w:p w:rsidR="006974AE" w:rsidRDefault="006974AE" w:rsidP="006974AE">
      <w:r>
        <w:t>252.2254</w:t>
      </w:r>
      <w:r>
        <w:tab/>
        <w:t>1.013e0</w:t>
      </w:r>
    </w:p>
    <w:p w:rsidR="006974AE" w:rsidRDefault="006974AE" w:rsidP="006974AE">
      <w:r>
        <w:t>252.2637</w:t>
      </w:r>
      <w:r>
        <w:tab/>
        <w:t>1.013e0</w:t>
      </w:r>
    </w:p>
    <w:p w:rsidR="006974AE" w:rsidRDefault="006974AE" w:rsidP="006974AE">
      <w:r>
        <w:t>252.2792</w:t>
      </w:r>
      <w:r>
        <w:tab/>
        <w:t>1.013e0</w:t>
      </w:r>
    </w:p>
    <w:p w:rsidR="006974AE" w:rsidRDefault="006974AE" w:rsidP="006974AE">
      <w:r>
        <w:t>252.3017</w:t>
      </w:r>
      <w:r>
        <w:tab/>
        <w:t>1.013e0</w:t>
      </w:r>
    </w:p>
    <w:p w:rsidR="006974AE" w:rsidRDefault="006974AE" w:rsidP="006974AE">
      <w:r>
        <w:t>252.3345</w:t>
      </w:r>
      <w:r>
        <w:tab/>
        <w:t>1.013e0</w:t>
      </w:r>
    </w:p>
    <w:p w:rsidR="006974AE" w:rsidRDefault="006974AE" w:rsidP="006974AE">
      <w:r>
        <w:t>252.3436</w:t>
      </w:r>
      <w:r>
        <w:tab/>
        <w:t>1.013e0</w:t>
      </w:r>
    </w:p>
    <w:p w:rsidR="006974AE" w:rsidRDefault="006974AE" w:rsidP="006974AE">
      <w:r>
        <w:t>252.3557</w:t>
      </w:r>
      <w:r>
        <w:tab/>
        <w:t>1.013e0</w:t>
      </w:r>
    </w:p>
    <w:p w:rsidR="006974AE" w:rsidRDefault="006974AE" w:rsidP="006974AE">
      <w:r>
        <w:t>252.3640</w:t>
      </w:r>
      <w:r>
        <w:tab/>
        <w:t>1.013e0</w:t>
      </w:r>
    </w:p>
    <w:p w:rsidR="006974AE" w:rsidRDefault="006974AE" w:rsidP="006974AE">
      <w:r>
        <w:t>252.3858</w:t>
      </w:r>
      <w:r>
        <w:tab/>
        <w:t>1.013e0</w:t>
      </w:r>
    </w:p>
    <w:p w:rsidR="006974AE" w:rsidRDefault="006974AE" w:rsidP="006974AE">
      <w:r>
        <w:t>252.3904</w:t>
      </w:r>
      <w:r>
        <w:tab/>
        <w:t>1.013e0</w:t>
      </w:r>
    </w:p>
    <w:p w:rsidR="006974AE" w:rsidRDefault="006974AE" w:rsidP="006974AE">
      <w:r>
        <w:t>252.3939</w:t>
      </w:r>
      <w:r>
        <w:tab/>
        <w:t>1.013e0</w:t>
      </w:r>
    </w:p>
    <w:p w:rsidR="006974AE" w:rsidRDefault="006974AE" w:rsidP="006974AE">
      <w:r>
        <w:lastRenderedPageBreak/>
        <w:t>252.4523</w:t>
      </w:r>
      <w:r>
        <w:tab/>
        <w:t>1.013e0</w:t>
      </w:r>
    </w:p>
    <w:p w:rsidR="006974AE" w:rsidRDefault="006974AE" w:rsidP="006974AE">
      <w:r>
        <w:t>252.4561</w:t>
      </w:r>
      <w:r>
        <w:tab/>
        <w:t>1.013e0</w:t>
      </w:r>
    </w:p>
    <w:p w:rsidR="006974AE" w:rsidRDefault="006974AE" w:rsidP="006974AE">
      <w:r>
        <w:t>252.4612</w:t>
      </w:r>
      <w:r>
        <w:tab/>
        <w:t>1.013e0</w:t>
      </w:r>
    </w:p>
    <w:p w:rsidR="006974AE" w:rsidRDefault="006974AE" w:rsidP="006974AE">
      <w:r>
        <w:t>252.5016</w:t>
      </w:r>
      <w:r>
        <w:tab/>
        <w:t>4.051e0</w:t>
      </w:r>
    </w:p>
    <w:p w:rsidR="006974AE" w:rsidRDefault="006974AE" w:rsidP="006974AE">
      <w:r>
        <w:t>252.5034</w:t>
      </w:r>
      <w:r>
        <w:tab/>
        <w:t>1.013e0</w:t>
      </w:r>
    </w:p>
    <w:p w:rsidR="006974AE" w:rsidRDefault="006974AE" w:rsidP="006974AE">
      <w:r>
        <w:t>252.5246</w:t>
      </w:r>
      <w:r>
        <w:tab/>
        <w:t>1.013e0</w:t>
      </w:r>
    </w:p>
    <w:p w:rsidR="006974AE" w:rsidRDefault="006974AE" w:rsidP="006974AE">
      <w:r>
        <w:t>252.5409</w:t>
      </w:r>
      <w:r>
        <w:tab/>
        <w:t>1.013e0</w:t>
      </w:r>
    </w:p>
    <w:p w:rsidR="006974AE" w:rsidRDefault="006974AE" w:rsidP="006974AE">
      <w:r>
        <w:t>252.5708</w:t>
      </w:r>
      <w:r>
        <w:tab/>
        <w:t>1.013e0</w:t>
      </w:r>
    </w:p>
    <w:p w:rsidR="006974AE" w:rsidRDefault="006974AE" w:rsidP="006974AE">
      <w:r>
        <w:t>252.5751</w:t>
      </w:r>
      <w:r>
        <w:tab/>
        <w:t>1.013e0</w:t>
      </w:r>
    </w:p>
    <w:p w:rsidR="006974AE" w:rsidRDefault="006974AE" w:rsidP="006974AE">
      <w:r>
        <w:t>252.5970</w:t>
      </w:r>
      <w:r>
        <w:tab/>
        <w:t>1.013e0</w:t>
      </w:r>
    </w:p>
    <w:p w:rsidR="006974AE" w:rsidRDefault="006974AE" w:rsidP="006974AE">
      <w:r>
        <w:t>252.6173</w:t>
      </w:r>
      <w:r>
        <w:tab/>
        <w:t>1.013e0</w:t>
      </w:r>
    </w:p>
    <w:p w:rsidR="006974AE" w:rsidRDefault="006974AE" w:rsidP="006974AE">
      <w:r>
        <w:t>252.6592</w:t>
      </w:r>
      <w:r>
        <w:tab/>
        <w:t>1.013e0</w:t>
      </w:r>
    </w:p>
    <w:p w:rsidR="006974AE" w:rsidRDefault="006974AE" w:rsidP="006974AE">
      <w:r>
        <w:t>252.7097</w:t>
      </w:r>
      <w:r>
        <w:tab/>
        <w:t>1.013e0</w:t>
      </w:r>
    </w:p>
    <w:p w:rsidR="006974AE" w:rsidRDefault="006974AE" w:rsidP="006974AE">
      <w:r>
        <w:t>252.7194</w:t>
      </w:r>
      <w:r>
        <w:tab/>
        <w:t>1.013e0</w:t>
      </w:r>
    </w:p>
    <w:p w:rsidR="006974AE" w:rsidRDefault="006974AE" w:rsidP="006974AE">
      <w:r>
        <w:t>252.7616</w:t>
      </w:r>
      <w:r>
        <w:tab/>
        <w:t>1.013e0</w:t>
      </w:r>
    </w:p>
    <w:p w:rsidR="006974AE" w:rsidRDefault="006974AE" w:rsidP="006974AE">
      <w:r>
        <w:t>252.7839</w:t>
      </w:r>
      <w:r>
        <w:tab/>
        <w:t>2.025e0</w:t>
      </w:r>
    </w:p>
    <w:p w:rsidR="006974AE" w:rsidRDefault="006974AE" w:rsidP="006974AE">
      <w:r>
        <w:t>252.7945</w:t>
      </w:r>
      <w:r>
        <w:tab/>
        <w:t>2.025e0</w:t>
      </w:r>
    </w:p>
    <w:p w:rsidR="006974AE" w:rsidRDefault="006974AE" w:rsidP="006974AE">
      <w:r>
        <w:t>252.8036</w:t>
      </w:r>
      <w:r>
        <w:tab/>
        <w:t>1.013e0</w:t>
      </w:r>
    </w:p>
    <w:p w:rsidR="006974AE" w:rsidRDefault="006974AE" w:rsidP="006974AE">
      <w:r>
        <w:t>252.8665</w:t>
      </w:r>
      <w:r>
        <w:tab/>
        <w:t>1.013e0</w:t>
      </w:r>
    </w:p>
    <w:p w:rsidR="006974AE" w:rsidRDefault="006974AE" w:rsidP="006974AE">
      <w:r>
        <w:lastRenderedPageBreak/>
        <w:t>252.9130</w:t>
      </w:r>
      <w:r>
        <w:tab/>
        <w:t>1.013e0</w:t>
      </w:r>
    </w:p>
    <w:p w:rsidR="006974AE" w:rsidRDefault="006974AE" w:rsidP="006974AE">
      <w:r>
        <w:t>252.9352</w:t>
      </w:r>
      <w:r>
        <w:tab/>
        <w:t>1.013e0</w:t>
      </w:r>
    </w:p>
    <w:p w:rsidR="006974AE" w:rsidRDefault="006974AE" w:rsidP="006974AE">
      <w:r>
        <w:t>252.9433</w:t>
      </w:r>
      <w:r>
        <w:tab/>
        <w:t>1.013e0</w:t>
      </w:r>
    </w:p>
    <w:p w:rsidR="006974AE" w:rsidRDefault="006974AE" w:rsidP="006974AE">
      <w:r>
        <w:t>252.9473</w:t>
      </w:r>
      <w:r>
        <w:tab/>
        <w:t>1.013e0</w:t>
      </w:r>
    </w:p>
    <w:p w:rsidR="006974AE" w:rsidRDefault="006974AE" w:rsidP="006974AE">
      <w:r>
        <w:t>252.9681</w:t>
      </w:r>
      <w:r>
        <w:tab/>
        <w:t>1.013e0</w:t>
      </w:r>
    </w:p>
    <w:p w:rsidR="006974AE" w:rsidRDefault="006974AE" w:rsidP="006974AE">
      <w:r>
        <w:t>252.9725</w:t>
      </w:r>
      <w:r>
        <w:tab/>
        <w:t>4.051e0</w:t>
      </w:r>
    </w:p>
    <w:p w:rsidR="006974AE" w:rsidRDefault="006974AE" w:rsidP="006974AE">
      <w:r>
        <w:t>252.9758</w:t>
      </w:r>
      <w:r>
        <w:tab/>
        <w:t>2.025e0</w:t>
      </w:r>
    </w:p>
    <w:p w:rsidR="006974AE" w:rsidRDefault="006974AE" w:rsidP="006974AE">
      <w:r>
        <w:t>252.9778</w:t>
      </w:r>
      <w:r>
        <w:tab/>
        <w:t>2.025e0</w:t>
      </w:r>
    </w:p>
    <w:p w:rsidR="006974AE" w:rsidRDefault="006974AE" w:rsidP="006974AE">
      <w:r>
        <w:t>252.9895</w:t>
      </w:r>
      <w:r>
        <w:tab/>
        <w:t>1.013e0</w:t>
      </w:r>
    </w:p>
    <w:p w:rsidR="006974AE" w:rsidRDefault="006974AE" w:rsidP="006974AE">
      <w:r>
        <w:t>252.9932</w:t>
      </w:r>
      <w:r>
        <w:tab/>
        <w:t>1.013e0</w:t>
      </w:r>
    </w:p>
    <w:p w:rsidR="006974AE" w:rsidRDefault="006974AE" w:rsidP="006974AE">
      <w:r>
        <w:t>252.9975</w:t>
      </w:r>
      <w:r>
        <w:tab/>
        <w:t>1.013e0</w:t>
      </w:r>
    </w:p>
    <w:p w:rsidR="006974AE" w:rsidRDefault="006974AE" w:rsidP="006974AE">
      <w:r>
        <w:t>252.9993</w:t>
      </w:r>
      <w:r>
        <w:tab/>
        <w:t>2.025e0</w:t>
      </w:r>
    </w:p>
    <w:p w:rsidR="006974AE" w:rsidRDefault="006974AE" w:rsidP="006974AE">
      <w:r>
        <w:t>253.0197</w:t>
      </w:r>
      <w:r>
        <w:tab/>
        <w:t>1.013e0</w:t>
      </w:r>
    </w:p>
    <w:p w:rsidR="006974AE" w:rsidRDefault="006974AE" w:rsidP="006974AE">
      <w:r>
        <w:t>253.0239</w:t>
      </w:r>
      <w:r>
        <w:tab/>
        <w:t>1.013e0</w:t>
      </w:r>
    </w:p>
    <w:p w:rsidR="006974AE" w:rsidRDefault="006974AE" w:rsidP="006974AE">
      <w:r>
        <w:t>253.0358</w:t>
      </w:r>
      <w:r>
        <w:tab/>
        <w:t>3.038e0</w:t>
      </w:r>
    </w:p>
    <w:p w:rsidR="006974AE" w:rsidRDefault="006974AE" w:rsidP="006974AE">
      <w:r>
        <w:t>253.0397</w:t>
      </w:r>
      <w:r>
        <w:tab/>
        <w:t>1.013e0</w:t>
      </w:r>
    </w:p>
    <w:p w:rsidR="006974AE" w:rsidRDefault="006974AE" w:rsidP="006974AE">
      <w:r>
        <w:t>253.0416</w:t>
      </w:r>
      <w:r>
        <w:tab/>
        <w:t>2.025e0</w:t>
      </w:r>
    </w:p>
    <w:p w:rsidR="006974AE" w:rsidRDefault="006974AE" w:rsidP="006974AE">
      <w:r>
        <w:t>253.0461</w:t>
      </w:r>
      <w:r>
        <w:tab/>
        <w:t>2.025e0</w:t>
      </w:r>
    </w:p>
    <w:p w:rsidR="006974AE" w:rsidRDefault="006974AE" w:rsidP="006974AE">
      <w:r>
        <w:t>253.0577</w:t>
      </w:r>
      <w:r>
        <w:tab/>
        <w:t>1.013e0</w:t>
      </w:r>
    </w:p>
    <w:p w:rsidR="006974AE" w:rsidRDefault="006974AE" w:rsidP="006974AE">
      <w:r>
        <w:lastRenderedPageBreak/>
        <w:t>253.0661</w:t>
      </w:r>
      <w:r>
        <w:tab/>
        <w:t>1.013e0</w:t>
      </w:r>
    </w:p>
    <w:p w:rsidR="006974AE" w:rsidRDefault="006974AE" w:rsidP="006974AE">
      <w:r>
        <w:t>253.0701</w:t>
      </w:r>
      <w:r>
        <w:tab/>
        <w:t>1.013e0</w:t>
      </w:r>
    </w:p>
    <w:p w:rsidR="006974AE" w:rsidRDefault="006974AE" w:rsidP="006974AE">
      <w:r>
        <w:t>253.0859</w:t>
      </w:r>
      <w:r>
        <w:tab/>
        <w:t>1.013e0</w:t>
      </w:r>
    </w:p>
    <w:p w:rsidR="006974AE" w:rsidRDefault="006974AE" w:rsidP="006974AE">
      <w:r>
        <w:t>253.0953</w:t>
      </w:r>
      <w:r>
        <w:tab/>
        <w:t>1.013e0</w:t>
      </w:r>
    </w:p>
    <w:p w:rsidR="006974AE" w:rsidRDefault="006974AE" w:rsidP="006974AE">
      <w:r>
        <w:t>253.0997</w:t>
      </w:r>
      <w:r>
        <w:tab/>
        <w:t>1.013e0</w:t>
      </w:r>
    </w:p>
    <w:p w:rsidR="006974AE" w:rsidRDefault="006974AE" w:rsidP="006974AE">
      <w:r>
        <w:t>253.1045</w:t>
      </w:r>
      <w:r>
        <w:tab/>
        <w:t>1.013e0</w:t>
      </w:r>
    </w:p>
    <w:p w:rsidR="006974AE" w:rsidRDefault="006974AE" w:rsidP="006974AE">
      <w:r>
        <w:t>253.1239</w:t>
      </w:r>
      <w:r>
        <w:tab/>
        <w:t>1.013e0</w:t>
      </w:r>
    </w:p>
    <w:p w:rsidR="006974AE" w:rsidRDefault="006974AE" w:rsidP="006974AE">
      <w:r>
        <w:t>253.1326</w:t>
      </w:r>
      <w:r>
        <w:tab/>
        <w:t>1.013e0</w:t>
      </w:r>
    </w:p>
    <w:p w:rsidR="006974AE" w:rsidRDefault="006974AE" w:rsidP="006974AE">
      <w:r>
        <w:t>253.1376</w:t>
      </w:r>
      <w:r>
        <w:tab/>
        <w:t>2.025e0</w:t>
      </w:r>
    </w:p>
    <w:p w:rsidR="006974AE" w:rsidRDefault="006974AE" w:rsidP="006974AE">
      <w:r>
        <w:t>253.1537</w:t>
      </w:r>
      <w:r>
        <w:tab/>
        <w:t>3.038e0</w:t>
      </w:r>
    </w:p>
    <w:p w:rsidR="006974AE" w:rsidRDefault="006974AE" w:rsidP="006974AE">
      <w:r>
        <w:t>253.1583</w:t>
      </w:r>
      <w:r>
        <w:tab/>
        <w:t>1.013e0</w:t>
      </w:r>
    </w:p>
    <w:p w:rsidR="006974AE" w:rsidRDefault="006974AE" w:rsidP="006974AE">
      <w:r>
        <w:t>253.1664</w:t>
      </w:r>
      <w:r>
        <w:tab/>
        <w:t>4.051e0</w:t>
      </w:r>
    </w:p>
    <w:p w:rsidR="006974AE" w:rsidRDefault="006974AE" w:rsidP="006974AE">
      <w:r>
        <w:t>253.1703</w:t>
      </w:r>
      <w:r>
        <w:tab/>
        <w:t>1.013e0</w:t>
      </w:r>
    </w:p>
    <w:p w:rsidR="006974AE" w:rsidRDefault="006974AE" w:rsidP="006974AE">
      <w:r>
        <w:t>253.1721</w:t>
      </w:r>
      <w:r>
        <w:tab/>
        <w:t>2.025e0</w:t>
      </w:r>
    </w:p>
    <w:p w:rsidR="006974AE" w:rsidRDefault="006974AE" w:rsidP="006974AE">
      <w:r>
        <w:t>253.1753</w:t>
      </w:r>
      <w:r>
        <w:tab/>
        <w:t>1.013e0</w:t>
      </w:r>
    </w:p>
    <w:p w:rsidR="006974AE" w:rsidRDefault="006974AE" w:rsidP="006974AE">
      <w:r>
        <w:t>253.1929</w:t>
      </w:r>
      <w:r>
        <w:tab/>
        <w:t>1.013e0</w:t>
      </w:r>
    </w:p>
    <w:p w:rsidR="006974AE" w:rsidRDefault="006974AE" w:rsidP="006974AE">
      <w:r>
        <w:t>253.1965</w:t>
      </w:r>
      <w:r>
        <w:tab/>
        <w:t>1.013e0</w:t>
      </w:r>
    </w:p>
    <w:p w:rsidR="006974AE" w:rsidRDefault="006974AE" w:rsidP="006974AE">
      <w:r>
        <w:t>253.2129</w:t>
      </w:r>
      <w:r>
        <w:tab/>
        <w:t>1.013e0</w:t>
      </w:r>
    </w:p>
    <w:p w:rsidR="006974AE" w:rsidRDefault="006974AE" w:rsidP="006974AE">
      <w:r>
        <w:t>253.2153</w:t>
      </w:r>
      <w:r>
        <w:tab/>
        <w:t>2.025e0</w:t>
      </w:r>
    </w:p>
    <w:p w:rsidR="006974AE" w:rsidRDefault="006974AE" w:rsidP="006974AE">
      <w:r>
        <w:lastRenderedPageBreak/>
        <w:t>253.2176</w:t>
      </w:r>
      <w:r>
        <w:tab/>
        <w:t>1.013e0</w:t>
      </w:r>
    </w:p>
    <w:p w:rsidR="006974AE" w:rsidRDefault="006974AE" w:rsidP="006974AE">
      <w:r>
        <w:t>253.2200</w:t>
      </w:r>
      <w:r>
        <w:tab/>
        <w:t>2.025e0</w:t>
      </w:r>
    </w:p>
    <w:p w:rsidR="006974AE" w:rsidRDefault="006974AE" w:rsidP="006974AE">
      <w:r>
        <w:t>253.2267</w:t>
      </w:r>
      <w:r>
        <w:tab/>
        <w:t>2.025e0</w:t>
      </w:r>
    </w:p>
    <w:p w:rsidR="006974AE" w:rsidRDefault="006974AE" w:rsidP="006974AE">
      <w:r>
        <w:t>253.2369</w:t>
      </w:r>
      <w:r>
        <w:tab/>
        <w:t>2.025e0</w:t>
      </w:r>
    </w:p>
    <w:p w:rsidR="006974AE" w:rsidRDefault="006974AE" w:rsidP="006974AE">
      <w:r>
        <w:t>253.2549</w:t>
      </w:r>
      <w:r>
        <w:tab/>
        <w:t>1.013e0</w:t>
      </w:r>
    </w:p>
    <w:p w:rsidR="006974AE" w:rsidRDefault="006974AE" w:rsidP="006974AE">
      <w:r>
        <w:t>253.2600</w:t>
      </w:r>
      <w:r>
        <w:tab/>
        <w:t>1.013e0</w:t>
      </w:r>
    </w:p>
    <w:p w:rsidR="006974AE" w:rsidRDefault="006974AE" w:rsidP="006974AE">
      <w:r>
        <w:t>253.2893</w:t>
      </w:r>
      <w:r>
        <w:tab/>
        <w:t>1.013e0</w:t>
      </w:r>
    </w:p>
    <w:p w:rsidR="006974AE" w:rsidRDefault="006974AE" w:rsidP="006974AE">
      <w:r>
        <w:t>253.3236</w:t>
      </w:r>
      <w:r>
        <w:tab/>
        <w:t>1.013e0</w:t>
      </w:r>
    </w:p>
    <w:p w:rsidR="006974AE" w:rsidRDefault="006974AE" w:rsidP="006974AE">
      <w:r>
        <w:t>253.3273</w:t>
      </w:r>
      <w:r>
        <w:tab/>
        <w:t>1.013e0</w:t>
      </w:r>
    </w:p>
    <w:p w:rsidR="006974AE" w:rsidRDefault="006974AE" w:rsidP="006974AE">
      <w:r>
        <w:t>253.3616</w:t>
      </w:r>
      <w:r>
        <w:tab/>
        <w:t>1.013e0</w:t>
      </w:r>
    </w:p>
    <w:p w:rsidR="006974AE" w:rsidRDefault="006974AE" w:rsidP="006974AE">
      <w:r>
        <w:t>253.3656</w:t>
      </w:r>
      <w:r>
        <w:tab/>
        <w:t>1.013e0</w:t>
      </w:r>
    </w:p>
    <w:p w:rsidR="006974AE" w:rsidRDefault="006974AE" w:rsidP="006974AE">
      <w:r>
        <w:t>253.3739</w:t>
      </w:r>
      <w:r>
        <w:tab/>
        <w:t>1.013e0</w:t>
      </w:r>
    </w:p>
    <w:p w:rsidR="006974AE" w:rsidRDefault="006974AE" w:rsidP="006974AE">
      <w:r>
        <w:t>253.4003</w:t>
      </w:r>
      <w:r>
        <w:tab/>
        <w:t>1.013e0</w:t>
      </w:r>
    </w:p>
    <w:p w:rsidR="006974AE" w:rsidRDefault="006974AE" w:rsidP="006974AE">
      <w:r>
        <w:t>253.4041</w:t>
      </w:r>
      <w:r>
        <w:tab/>
        <w:t>2.025e0</w:t>
      </w:r>
    </w:p>
    <w:p w:rsidR="006974AE" w:rsidRDefault="006974AE" w:rsidP="006974AE">
      <w:r>
        <w:t>253.4059</w:t>
      </w:r>
      <w:r>
        <w:tab/>
        <w:t>2.025e0</w:t>
      </w:r>
    </w:p>
    <w:p w:rsidR="006974AE" w:rsidRDefault="006974AE" w:rsidP="006974AE">
      <w:r>
        <w:t>253.4581</w:t>
      </w:r>
      <w:r>
        <w:tab/>
        <w:t>1.013e0</w:t>
      </w:r>
    </w:p>
    <w:p w:rsidR="006974AE" w:rsidRDefault="006974AE" w:rsidP="006974AE">
      <w:r>
        <w:t>253.4624</w:t>
      </w:r>
      <w:r>
        <w:tab/>
        <w:t>1.013e0</w:t>
      </w:r>
    </w:p>
    <w:p w:rsidR="006974AE" w:rsidRDefault="006974AE" w:rsidP="006974AE">
      <w:r>
        <w:t>253.5006</w:t>
      </w:r>
      <w:r>
        <w:tab/>
        <w:t>1.013e0</w:t>
      </w:r>
    </w:p>
    <w:p w:rsidR="006974AE" w:rsidRDefault="006974AE" w:rsidP="006974AE">
      <w:r>
        <w:t>253.5044</w:t>
      </w:r>
      <w:r>
        <w:tab/>
        <w:t>1.013e0</w:t>
      </w:r>
    </w:p>
    <w:p w:rsidR="006974AE" w:rsidRDefault="006974AE" w:rsidP="006974AE">
      <w:r>
        <w:lastRenderedPageBreak/>
        <w:t>253.5139</w:t>
      </w:r>
      <w:r>
        <w:tab/>
        <w:t>1.013e0</w:t>
      </w:r>
    </w:p>
    <w:p w:rsidR="006974AE" w:rsidRDefault="006974AE" w:rsidP="006974AE">
      <w:r>
        <w:t>253.5310</w:t>
      </w:r>
      <w:r>
        <w:tab/>
        <w:t>1.013e0</w:t>
      </w:r>
    </w:p>
    <w:p w:rsidR="006974AE" w:rsidRDefault="006974AE" w:rsidP="006974AE">
      <w:r>
        <w:t>253.5390</w:t>
      </w:r>
      <w:r>
        <w:tab/>
        <w:t>1.013e0</w:t>
      </w:r>
    </w:p>
    <w:p w:rsidR="006974AE" w:rsidRDefault="006974AE" w:rsidP="006974AE">
      <w:r>
        <w:t>253.5518</w:t>
      </w:r>
      <w:r>
        <w:tab/>
        <w:t>1.013e0</w:t>
      </w:r>
    </w:p>
    <w:p w:rsidR="006974AE" w:rsidRDefault="006974AE" w:rsidP="006974AE">
      <w:r>
        <w:t>253.5652</w:t>
      </w:r>
      <w:r>
        <w:tab/>
        <w:t>1.013e0</w:t>
      </w:r>
    </w:p>
    <w:p w:rsidR="006974AE" w:rsidRDefault="006974AE" w:rsidP="006974AE">
      <w:r>
        <w:t>253.5810</w:t>
      </w:r>
      <w:r>
        <w:tab/>
        <w:t>2.025e0</w:t>
      </w:r>
    </w:p>
    <w:p w:rsidR="006974AE" w:rsidRDefault="006974AE" w:rsidP="006974AE">
      <w:r>
        <w:t>253.6076</w:t>
      </w:r>
      <w:r>
        <w:tab/>
        <w:t>2.025e0</w:t>
      </w:r>
    </w:p>
    <w:p w:rsidR="006974AE" w:rsidRDefault="006974AE" w:rsidP="006974AE">
      <w:r>
        <w:t>253.6272</w:t>
      </w:r>
      <w:r>
        <w:tab/>
        <w:t>2.025e0</w:t>
      </w:r>
    </w:p>
    <w:p w:rsidR="006974AE" w:rsidRDefault="006974AE" w:rsidP="006974AE">
      <w:r>
        <w:t>253.6319</w:t>
      </w:r>
      <w:r>
        <w:tab/>
        <w:t>1.013e0</w:t>
      </w:r>
    </w:p>
    <w:p w:rsidR="006974AE" w:rsidRDefault="006974AE" w:rsidP="006974AE">
      <w:r>
        <w:t>253.6696</w:t>
      </w:r>
      <w:r>
        <w:tab/>
        <w:t>1.013e0</w:t>
      </w:r>
    </w:p>
    <w:p w:rsidR="006974AE" w:rsidRDefault="006974AE" w:rsidP="006974AE">
      <w:r>
        <w:t>253.6743</w:t>
      </w:r>
      <w:r>
        <w:tab/>
        <w:t>1.013e0</w:t>
      </w:r>
    </w:p>
    <w:p w:rsidR="006974AE" w:rsidRDefault="006974AE" w:rsidP="006974AE">
      <w:r>
        <w:t>253.7002</w:t>
      </w:r>
      <w:r>
        <w:tab/>
        <w:t>1.013e0</w:t>
      </w:r>
    </w:p>
    <w:p w:rsidR="006974AE" w:rsidRDefault="006974AE" w:rsidP="006974AE">
      <w:r>
        <w:t>253.7042</w:t>
      </w:r>
      <w:r>
        <w:tab/>
        <w:t>1.013e0</w:t>
      </w:r>
    </w:p>
    <w:p w:rsidR="006974AE" w:rsidRDefault="006974AE" w:rsidP="006974AE">
      <w:r>
        <w:t>253.7262</w:t>
      </w:r>
      <w:r>
        <w:tab/>
        <w:t>1.013e0</w:t>
      </w:r>
    </w:p>
    <w:p w:rsidR="006974AE" w:rsidRDefault="006974AE" w:rsidP="006974AE">
      <w:r>
        <w:t>253.7345</w:t>
      </w:r>
      <w:r>
        <w:tab/>
        <w:t>1.013e0</w:t>
      </w:r>
    </w:p>
    <w:p w:rsidR="006974AE" w:rsidRDefault="006974AE" w:rsidP="006974AE">
      <w:r>
        <w:t>253.7382</w:t>
      </w:r>
      <w:r>
        <w:tab/>
        <w:t>1.013e0</w:t>
      </w:r>
    </w:p>
    <w:p w:rsidR="006974AE" w:rsidRDefault="006974AE" w:rsidP="006974AE">
      <w:r>
        <w:t>253.7730</w:t>
      </w:r>
      <w:r>
        <w:tab/>
        <w:t>1.013e0</w:t>
      </w:r>
    </w:p>
    <w:p w:rsidR="006974AE" w:rsidRDefault="006974AE" w:rsidP="006974AE">
      <w:r>
        <w:t>253.7966</w:t>
      </w:r>
      <w:r>
        <w:tab/>
        <w:t>1.013e0</w:t>
      </w:r>
    </w:p>
    <w:p w:rsidR="006974AE" w:rsidRDefault="006974AE" w:rsidP="006974AE">
      <w:r>
        <w:t>253.8271</w:t>
      </w:r>
      <w:r>
        <w:tab/>
        <w:t>1.013e0</w:t>
      </w:r>
    </w:p>
    <w:p w:rsidR="006974AE" w:rsidRDefault="006974AE" w:rsidP="006974AE">
      <w:r>
        <w:lastRenderedPageBreak/>
        <w:t>253.8347</w:t>
      </w:r>
      <w:r>
        <w:tab/>
        <w:t>2.025e0</w:t>
      </w:r>
    </w:p>
    <w:p w:rsidR="006974AE" w:rsidRDefault="006974AE" w:rsidP="006974AE">
      <w:r>
        <w:t>253.8390</w:t>
      </w:r>
      <w:r>
        <w:tab/>
        <w:t>1.013e0</w:t>
      </w:r>
    </w:p>
    <w:p w:rsidR="006974AE" w:rsidRDefault="006974AE" w:rsidP="006974AE">
      <w:r>
        <w:t>253.8631</w:t>
      </w:r>
      <w:r>
        <w:tab/>
        <w:t>2.025e0</w:t>
      </w:r>
    </w:p>
    <w:p w:rsidR="006974AE" w:rsidRDefault="006974AE" w:rsidP="006974AE">
      <w:r>
        <w:t>253.8691</w:t>
      </w:r>
      <w:r>
        <w:tab/>
        <w:t>1.013e0</w:t>
      </w:r>
    </w:p>
    <w:p w:rsidR="006974AE" w:rsidRDefault="006974AE" w:rsidP="006974AE">
      <w:r>
        <w:t>253.8909</w:t>
      </w:r>
      <w:r>
        <w:tab/>
        <w:t>1.013e0</w:t>
      </w:r>
    </w:p>
    <w:p w:rsidR="006974AE" w:rsidRDefault="006974AE" w:rsidP="006974AE">
      <w:r>
        <w:t>253.8959</w:t>
      </w:r>
      <w:r>
        <w:tab/>
        <w:t>1.013e0</w:t>
      </w:r>
    </w:p>
    <w:p w:rsidR="006974AE" w:rsidRDefault="006974AE" w:rsidP="006974AE">
      <w:r>
        <w:t>253.9077</w:t>
      </w:r>
      <w:r>
        <w:tab/>
        <w:t>1.013e0</w:t>
      </w:r>
    </w:p>
    <w:p w:rsidR="006974AE" w:rsidRDefault="006974AE" w:rsidP="006974AE">
      <w:r>
        <w:t>253.9379</w:t>
      </w:r>
      <w:r>
        <w:tab/>
        <w:t>2.025e0</w:t>
      </w:r>
    </w:p>
    <w:p w:rsidR="006974AE" w:rsidRDefault="006974AE" w:rsidP="006974AE">
      <w:r>
        <w:t>253.9577</w:t>
      </w:r>
      <w:r>
        <w:tab/>
        <w:t>2.025e0</w:t>
      </w:r>
    </w:p>
    <w:p w:rsidR="006974AE" w:rsidRDefault="006974AE" w:rsidP="006974AE">
      <w:r>
        <w:t>253.9757</w:t>
      </w:r>
      <w:r>
        <w:tab/>
        <w:t>2.025e0</w:t>
      </w:r>
    </w:p>
    <w:p w:rsidR="006974AE" w:rsidRDefault="006974AE" w:rsidP="006974AE">
      <w:r>
        <w:t>253.9833</w:t>
      </w:r>
      <w:r>
        <w:tab/>
        <w:t>2.025e0</w:t>
      </w:r>
    </w:p>
    <w:p w:rsidR="006974AE" w:rsidRDefault="006974AE" w:rsidP="006974AE">
      <w:r>
        <w:t>253.9963</w:t>
      </w:r>
      <w:r>
        <w:tab/>
        <w:t>1.013e0</w:t>
      </w:r>
    </w:p>
    <w:p w:rsidR="006974AE" w:rsidRDefault="006974AE" w:rsidP="006974AE">
      <w:r>
        <w:t>254.0078</w:t>
      </w:r>
      <w:r>
        <w:tab/>
        <w:t>2.025e0</w:t>
      </w:r>
    </w:p>
    <w:p w:rsidR="006974AE" w:rsidRDefault="006974AE" w:rsidP="006974AE">
      <w:r>
        <w:t>254.0091</w:t>
      </w:r>
      <w:r>
        <w:tab/>
        <w:t>1.013e0</w:t>
      </w:r>
    </w:p>
    <w:p w:rsidR="006974AE" w:rsidRDefault="006974AE" w:rsidP="006974AE">
      <w:r>
        <w:t>254.0135</w:t>
      </w:r>
      <w:r>
        <w:tab/>
        <w:t>1.013e0</w:t>
      </w:r>
    </w:p>
    <w:p w:rsidR="006974AE" w:rsidRDefault="006974AE" w:rsidP="006974AE">
      <w:r>
        <w:t>254.0283</w:t>
      </w:r>
      <w:r>
        <w:tab/>
        <w:t>3.728e0</w:t>
      </w:r>
    </w:p>
    <w:p w:rsidR="006974AE" w:rsidRDefault="006974AE" w:rsidP="006974AE">
      <w:r>
        <w:t>254.0356</w:t>
      </w:r>
      <w:r>
        <w:tab/>
        <w:t>5.063e0</w:t>
      </w:r>
    </w:p>
    <w:p w:rsidR="006974AE" w:rsidRDefault="006974AE" w:rsidP="006974AE">
      <w:r>
        <w:t>254.0397</w:t>
      </w:r>
      <w:r>
        <w:tab/>
        <w:t>4.051e0</w:t>
      </w:r>
    </w:p>
    <w:p w:rsidR="006974AE" w:rsidRDefault="006974AE" w:rsidP="006974AE">
      <w:r>
        <w:t>254.0454</w:t>
      </w:r>
      <w:r>
        <w:tab/>
        <w:t>4.051e0</w:t>
      </w:r>
    </w:p>
    <w:p w:rsidR="006974AE" w:rsidRDefault="006974AE" w:rsidP="006974AE">
      <w:r>
        <w:lastRenderedPageBreak/>
        <w:t>254.0468</w:t>
      </w:r>
      <w:r>
        <w:tab/>
        <w:t>3.592e0</w:t>
      </w:r>
    </w:p>
    <w:p w:rsidR="006974AE" w:rsidRDefault="006974AE" w:rsidP="006974AE">
      <w:r>
        <w:t>254.0507</w:t>
      </w:r>
      <w:r>
        <w:tab/>
        <w:t>6.444e0</w:t>
      </w:r>
    </w:p>
    <w:p w:rsidR="006974AE" w:rsidRDefault="006974AE" w:rsidP="006974AE">
      <w:r>
        <w:t>254.0562</w:t>
      </w:r>
      <w:r>
        <w:tab/>
        <w:t>5.063e0</w:t>
      </w:r>
    </w:p>
    <w:p w:rsidR="006974AE" w:rsidRDefault="006974AE" w:rsidP="006974AE">
      <w:r>
        <w:t>254.0608</w:t>
      </w:r>
      <w:r>
        <w:tab/>
        <w:t>3.131e0</w:t>
      </w:r>
    </w:p>
    <w:p w:rsidR="006974AE" w:rsidRDefault="006974AE" w:rsidP="006974AE">
      <w:r>
        <w:t>254.0766</w:t>
      </w:r>
      <w:r>
        <w:tab/>
        <w:t>1.013e0</w:t>
      </w:r>
    </w:p>
    <w:p w:rsidR="006974AE" w:rsidRDefault="006974AE" w:rsidP="006974AE">
      <w:r>
        <w:t>254.0809</w:t>
      </w:r>
      <w:r>
        <w:tab/>
        <w:t>2.025e0</w:t>
      </w:r>
    </w:p>
    <w:p w:rsidR="006974AE" w:rsidRDefault="006974AE" w:rsidP="006974AE">
      <w:r>
        <w:t>254.1034</w:t>
      </w:r>
      <w:r>
        <w:tab/>
        <w:t>1.013e0</w:t>
      </w:r>
    </w:p>
    <w:p w:rsidR="006974AE" w:rsidRDefault="006974AE" w:rsidP="006974AE">
      <w:r>
        <w:t>254.1070</w:t>
      </w:r>
      <w:r>
        <w:tab/>
        <w:t>1.013e0</w:t>
      </w:r>
    </w:p>
    <w:p w:rsidR="006974AE" w:rsidRDefault="006974AE" w:rsidP="006974AE">
      <w:r>
        <w:t>254.1208</w:t>
      </w:r>
      <w:r>
        <w:tab/>
        <w:t>4.051e0</w:t>
      </w:r>
    </w:p>
    <w:p w:rsidR="006974AE" w:rsidRDefault="006974AE" w:rsidP="006974AE">
      <w:r>
        <w:t>254.1365</w:t>
      </w:r>
      <w:r>
        <w:tab/>
        <w:t>1.013e0</w:t>
      </w:r>
    </w:p>
    <w:p w:rsidR="006974AE" w:rsidRDefault="006974AE" w:rsidP="006974AE">
      <w:r>
        <w:t>254.1476</w:t>
      </w:r>
      <w:r>
        <w:tab/>
        <w:t>2.025e0</w:t>
      </w:r>
    </w:p>
    <w:p w:rsidR="006974AE" w:rsidRDefault="006974AE" w:rsidP="006974AE">
      <w:r>
        <w:t>254.1532</w:t>
      </w:r>
      <w:r>
        <w:tab/>
        <w:t>1.013e0</w:t>
      </w:r>
    </w:p>
    <w:p w:rsidR="006974AE" w:rsidRDefault="006974AE" w:rsidP="006974AE">
      <w:r>
        <w:t>254.1553</w:t>
      </w:r>
      <w:r>
        <w:tab/>
        <w:t>3.038e0</w:t>
      </w:r>
    </w:p>
    <w:p w:rsidR="006974AE" w:rsidRDefault="006974AE" w:rsidP="006974AE">
      <w:r>
        <w:t>254.1612</w:t>
      </w:r>
      <w:r>
        <w:tab/>
        <w:t>1.013e0</w:t>
      </w:r>
    </w:p>
    <w:p w:rsidR="006974AE" w:rsidRDefault="006974AE" w:rsidP="006974AE">
      <w:r>
        <w:t>254.1654</w:t>
      </w:r>
      <w:r>
        <w:tab/>
        <w:t>2.025e0</w:t>
      </w:r>
    </w:p>
    <w:p w:rsidR="006974AE" w:rsidRDefault="006974AE" w:rsidP="006974AE">
      <w:r>
        <w:t>254.1781</w:t>
      </w:r>
      <w:r>
        <w:tab/>
        <w:t>1.260e0</w:t>
      </w:r>
    </w:p>
    <w:p w:rsidR="006974AE" w:rsidRDefault="006974AE" w:rsidP="006974AE">
      <w:r>
        <w:t>254.1877</w:t>
      </w:r>
      <w:r>
        <w:tab/>
        <w:t>1.013e0</w:t>
      </w:r>
    </w:p>
    <w:p w:rsidR="006974AE" w:rsidRDefault="006974AE" w:rsidP="006974AE">
      <w:r>
        <w:t>254.1913</w:t>
      </w:r>
      <w:r>
        <w:tab/>
        <w:t>2.025e0</w:t>
      </w:r>
    </w:p>
    <w:p w:rsidR="006974AE" w:rsidRDefault="006974AE" w:rsidP="006974AE">
      <w:r>
        <w:t>254.1958</w:t>
      </w:r>
      <w:r>
        <w:tab/>
        <w:t>1.013e0</w:t>
      </w:r>
    </w:p>
    <w:p w:rsidR="006974AE" w:rsidRDefault="006974AE" w:rsidP="006974AE">
      <w:r>
        <w:lastRenderedPageBreak/>
        <w:t>254.2038</w:t>
      </w:r>
      <w:r>
        <w:tab/>
        <w:t>2.025e0</w:t>
      </w:r>
    </w:p>
    <w:p w:rsidR="006974AE" w:rsidRDefault="006974AE" w:rsidP="006974AE">
      <w:r>
        <w:t>254.2091</w:t>
      </w:r>
      <w:r>
        <w:tab/>
        <w:t>3.038e0</w:t>
      </w:r>
    </w:p>
    <w:p w:rsidR="006974AE" w:rsidRDefault="006974AE" w:rsidP="006974AE">
      <w:r>
        <w:t>254.2113</w:t>
      </w:r>
      <w:r>
        <w:tab/>
        <w:t>3.038e0</w:t>
      </w:r>
    </w:p>
    <w:p w:rsidR="006974AE" w:rsidRDefault="006974AE" w:rsidP="006974AE">
      <w:r>
        <w:t>254.2300</w:t>
      </w:r>
      <w:r>
        <w:tab/>
        <w:t>1.013e0</w:t>
      </w:r>
    </w:p>
    <w:p w:rsidR="006974AE" w:rsidRDefault="006974AE" w:rsidP="006974AE">
      <w:r>
        <w:t>254.2590</w:t>
      </w:r>
      <w:r>
        <w:tab/>
        <w:t>3.038e0</w:t>
      </w:r>
    </w:p>
    <w:p w:rsidR="006974AE" w:rsidRDefault="006974AE" w:rsidP="006974AE">
      <w:r>
        <w:t>254.2805</w:t>
      </w:r>
      <w:r>
        <w:tab/>
        <w:t>2.025e0</w:t>
      </w:r>
    </w:p>
    <w:p w:rsidR="006974AE" w:rsidRDefault="006974AE" w:rsidP="006974AE">
      <w:r>
        <w:t>254.2880</w:t>
      </w:r>
      <w:r>
        <w:tab/>
        <w:t>2.025e0</w:t>
      </w:r>
    </w:p>
    <w:p w:rsidR="006974AE" w:rsidRDefault="006974AE" w:rsidP="006974AE">
      <w:r>
        <w:t>254.3188</w:t>
      </w:r>
      <w:r>
        <w:tab/>
        <w:t>1.013e0</w:t>
      </w:r>
    </w:p>
    <w:p w:rsidR="006974AE" w:rsidRDefault="006974AE" w:rsidP="006974AE">
      <w:r>
        <w:t>254.3265</w:t>
      </w:r>
      <w:r>
        <w:tab/>
        <w:t>1.013e0</w:t>
      </w:r>
    </w:p>
    <w:p w:rsidR="006974AE" w:rsidRDefault="006974AE" w:rsidP="006974AE">
      <w:r>
        <w:t>254.3442</w:t>
      </w:r>
      <w:r>
        <w:tab/>
        <w:t>1.013e0</w:t>
      </w:r>
    </w:p>
    <w:p w:rsidR="006974AE" w:rsidRDefault="006974AE" w:rsidP="006974AE">
      <w:r>
        <w:t>254.3530</w:t>
      </w:r>
      <w:r>
        <w:tab/>
        <w:t>1.013e0</w:t>
      </w:r>
    </w:p>
    <w:p w:rsidR="006974AE" w:rsidRDefault="006974AE" w:rsidP="006974AE">
      <w:r>
        <w:t>254.3727</w:t>
      </w:r>
      <w:r>
        <w:tab/>
        <w:t>1.013e0</w:t>
      </w:r>
    </w:p>
    <w:p w:rsidR="006974AE" w:rsidRDefault="006974AE" w:rsidP="006974AE">
      <w:r>
        <w:t>254.3771</w:t>
      </w:r>
      <w:r>
        <w:tab/>
        <w:t>2.025e0</w:t>
      </w:r>
    </w:p>
    <w:p w:rsidR="006974AE" w:rsidRDefault="006974AE" w:rsidP="006974AE">
      <w:r>
        <w:t>254.3818</w:t>
      </w:r>
      <w:r>
        <w:tab/>
        <w:t>2.025e0</w:t>
      </w:r>
    </w:p>
    <w:p w:rsidR="006974AE" w:rsidRDefault="006974AE" w:rsidP="006974AE">
      <w:r>
        <w:t>254.4498</w:t>
      </w:r>
      <w:r>
        <w:tab/>
        <w:t>1.013e0</w:t>
      </w:r>
    </w:p>
    <w:p w:rsidR="006974AE" w:rsidRDefault="006974AE" w:rsidP="006974AE">
      <w:r>
        <w:t>254.4623</w:t>
      </w:r>
      <w:r>
        <w:tab/>
        <w:t>1.013e0</w:t>
      </w:r>
    </w:p>
    <w:p w:rsidR="006974AE" w:rsidRDefault="006974AE" w:rsidP="006974AE">
      <w:r>
        <w:t>254.4802</w:t>
      </w:r>
      <w:r>
        <w:tab/>
        <w:t>1.013e0</w:t>
      </w:r>
    </w:p>
    <w:p w:rsidR="006974AE" w:rsidRDefault="006974AE" w:rsidP="006974AE">
      <w:r>
        <w:t>254.5261</w:t>
      </w:r>
      <w:r>
        <w:tab/>
        <w:t>1.013e0</w:t>
      </w:r>
    </w:p>
    <w:p w:rsidR="006974AE" w:rsidRDefault="006974AE" w:rsidP="006974AE">
      <w:r>
        <w:t>254.5685</w:t>
      </w:r>
      <w:r>
        <w:tab/>
        <w:t>1.013e0</w:t>
      </w:r>
    </w:p>
    <w:p w:rsidR="006974AE" w:rsidRDefault="006974AE" w:rsidP="006974AE">
      <w:r>
        <w:lastRenderedPageBreak/>
        <w:t>254.5728</w:t>
      </w:r>
      <w:r>
        <w:tab/>
        <w:t>1.013e0</w:t>
      </w:r>
    </w:p>
    <w:p w:rsidR="006974AE" w:rsidRDefault="006974AE" w:rsidP="006974AE">
      <w:r>
        <w:t>254.5921</w:t>
      </w:r>
      <w:r>
        <w:tab/>
        <w:t>2.025e0</w:t>
      </w:r>
    </w:p>
    <w:p w:rsidR="006974AE" w:rsidRDefault="006974AE" w:rsidP="006974AE">
      <w:r>
        <w:t>254.5946</w:t>
      </w:r>
      <w:r>
        <w:tab/>
        <w:t>1.013e0</w:t>
      </w:r>
    </w:p>
    <w:p w:rsidR="006974AE" w:rsidRDefault="006974AE" w:rsidP="006974AE">
      <w:r>
        <w:t>254.6276</w:t>
      </w:r>
      <w:r>
        <w:tab/>
        <w:t>2.025e0</w:t>
      </w:r>
    </w:p>
    <w:p w:rsidR="006974AE" w:rsidRDefault="006974AE" w:rsidP="006974AE">
      <w:r>
        <w:t>254.6321</w:t>
      </w:r>
      <w:r>
        <w:tab/>
        <w:t>1.013e0</w:t>
      </w:r>
    </w:p>
    <w:p w:rsidR="006974AE" w:rsidRDefault="006974AE" w:rsidP="006974AE">
      <w:r>
        <w:t>254.6575</w:t>
      </w:r>
      <w:r>
        <w:tab/>
        <w:t>1.013e0</w:t>
      </w:r>
    </w:p>
    <w:p w:rsidR="006974AE" w:rsidRDefault="006974AE" w:rsidP="006974AE">
      <w:r>
        <w:t>254.6747</w:t>
      </w:r>
      <w:r>
        <w:tab/>
        <w:t>1.013e0</w:t>
      </w:r>
    </w:p>
    <w:p w:rsidR="006974AE" w:rsidRDefault="006974AE" w:rsidP="006974AE">
      <w:r>
        <w:t>254.6794</w:t>
      </w:r>
      <w:r>
        <w:tab/>
        <w:t>1.013e0</w:t>
      </w:r>
    </w:p>
    <w:p w:rsidR="006974AE" w:rsidRDefault="006974AE" w:rsidP="006974AE">
      <w:r>
        <w:t>254.7259</w:t>
      </w:r>
      <w:r>
        <w:tab/>
        <w:t>1.013e0</w:t>
      </w:r>
    </w:p>
    <w:p w:rsidR="006974AE" w:rsidRDefault="006974AE" w:rsidP="006974AE">
      <w:r>
        <w:t>254.7507</w:t>
      </w:r>
      <w:r>
        <w:tab/>
        <w:t>2.025e0</w:t>
      </w:r>
    </w:p>
    <w:p w:rsidR="006974AE" w:rsidRDefault="006974AE" w:rsidP="006974AE">
      <w:r>
        <w:t>254.7554</w:t>
      </w:r>
      <w:r>
        <w:tab/>
        <w:t>1.013e0</w:t>
      </w:r>
    </w:p>
    <w:p w:rsidR="006974AE" w:rsidRDefault="006974AE" w:rsidP="006974AE">
      <w:r>
        <w:t>254.7682</w:t>
      </w:r>
      <w:r>
        <w:tab/>
        <w:t>1.013e0</w:t>
      </w:r>
    </w:p>
    <w:p w:rsidR="006974AE" w:rsidRDefault="006974AE" w:rsidP="006974AE">
      <w:r>
        <w:t>254.7929</w:t>
      </w:r>
      <w:r>
        <w:tab/>
        <w:t>1.013e0</w:t>
      </w:r>
    </w:p>
    <w:p w:rsidR="006974AE" w:rsidRDefault="006974AE" w:rsidP="006974AE">
      <w:r>
        <w:t>254.8109</w:t>
      </w:r>
      <w:r>
        <w:tab/>
        <w:t>1.013e0</w:t>
      </w:r>
    </w:p>
    <w:p w:rsidR="006974AE" w:rsidRDefault="006974AE" w:rsidP="006974AE">
      <w:r>
        <w:t>254.8307</w:t>
      </w:r>
      <w:r>
        <w:tab/>
        <w:t>1.013e0</w:t>
      </w:r>
    </w:p>
    <w:p w:rsidR="006974AE" w:rsidRDefault="006974AE" w:rsidP="006974AE">
      <w:r>
        <w:t>254.8430</w:t>
      </w:r>
      <w:r>
        <w:tab/>
        <w:t>2.025e0</w:t>
      </w:r>
    </w:p>
    <w:p w:rsidR="006974AE" w:rsidRDefault="006974AE" w:rsidP="006974AE">
      <w:r>
        <w:t>254.8612</w:t>
      </w:r>
      <w:r>
        <w:tab/>
        <w:t>1.013e0</w:t>
      </w:r>
    </w:p>
    <w:p w:rsidR="006974AE" w:rsidRDefault="006974AE" w:rsidP="006974AE">
      <w:r>
        <w:t>254.8652</w:t>
      </w:r>
      <w:r>
        <w:tab/>
        <w:t>1.013e0</w:t>
      </w:r>
    </w:p>
    <w:p w:rsidR="006974AE" w:rsidRDefault="006974AE" w:rsidP="006974AE">
      <w:r>
        <w:t>254.8956</w:t>
      </w:r>
      <w:r>
        <w:tab/>
        <w:t>2.025e0</w:t>
      </w:r>
    </w:p>
    <w:p w:rsidR="006974AE" w:rsidRDefault="006974AE" w:rsidP="006974AE">
      <w:r>
        <w:lastRenderedPageBreak/>
        <w:t>254.8993</w:t>
      </w:r>
      <w:r>
        <w:tab/>
        <w:t>1.013e0</w:t>
      </w:r>
    </w:p>
    <w:p w:rsidR="006974AE" w:rsidRDefault="006974AE" w:rsidP="006974AE">
      <w:r>
        <w:t>254.9112</w:t>
      </w:r>
      <w:r>
        <w:tab/>
        <w:t>1.013e0</w:t>
      </w:r>
    </w:p>
    <w:p w:rsidR="006974AE" w:rsidRDefault="006974AE" w:rsidP="006974AE">
      <w:r>
        <w:t>254.9151</w:t>
      </w:r>
      <w:r>
        <w:tab/>
        <w:t>2.025e0</w:t>
      </w:r>
    </w:p>
    <w:p w:rsidR="006974AE" w:rsidRDefault="006974AE" w:rsidP="006974AE">
      <w:r>
        <w:t>254.9162</w:t>
      </w:r>
      <w:r>
        <w:tab/>
        <w:t>1.013e0</w:t>
      </w:r>
    </w:p>
    <w:p w:rsidR="006974AE" w:rsidRDefault="006974AE" w:rsidP="006974AE">
      <w:r>
        <w:t>254.9207</w:t>
      </w:r>
      <w:r>
        <w:tab/>
        <w:t>1.013e0</w:t>
      </w:r>
    </w:p>
    <w:p w:rsidR="006974AE" w:rsidRDefault="006974AE" w:rsidP="006974AE">
      <w:r>
        <w:t>254.9541</w:t>
      </w:r>
      <w:r>
        <w:tab/>
        <w:t>1.013e0</w:t>
      </w:r>
    </w:p>
    <w:p w:rsidR="006974AE" w:rsidRDefault="006974AE" w:rsidP="006974AE">
      <w:r>
        <w:t>254.9588</w:t>
      </w:r>
      <w:r>
        <w:tab/>
        <w:t>1.013e0</w:t>
      </w:r>
    </w:p>
    <w:p w:rsidR="006974AE" w:rsidRDefault="006974AE" w:rsidP="006974AE">
      <w:r>
        <w:t>254.9800</w:t>
      </w:r>
      <w:r>
        <w:tab/>
        <w:t>2.025e0</w:t>
      </w:r>
    </w:p>
    <w:p w:rsidR="006974AE" w:rsidRDefault="006974AE" w:rsidP="006974AE">
      <w:r>
        <w:t>254.9843</w:t>
      </w:r>
      <w:r>
        <w:tab/>
        <w:t>2.025e0</w:t>
      </w:r>
    </w:p>
    <w:p w:rsidR="006974AE" w:rsidRDefault="006974AE" w:rsidP="006974AE">
      <w:r>
        <w:t>255.0011</w:t>
      </w:r>
      <w:r>
        <w:tab/>
        <w:t>1.013e0</w:t>
      </w:r>
    </w:p>
    <w:p w:rsidR="006974AE" w:rsidRDefault="006974AE" w:rsidP="006974AE">
      <w:r>
        <w:t>255.0058</w:t>
      </w:r>
      <w:r>
        <w:tab/>
        <w:t>1.013e0</w:t>
      </w:r>
    </w:p>
    <w:p w:rsidR="006974AE" w:rsidRDefault="006974AE" w:rsidP="006974AE">
      <w:r>
        <w:t>255.0265</w:t>
      </w:r>
      <w:r>
        <w:tab/>
        <w:t>2.025e0</w:t>
      </w:r>
    </w:p>
    <w:p w:rsidR="006974AE" w:rsidRDefault="006974AE" w:rsidP="006974AE">
      <w:r>
        <w:t>255.0437</w:t>
      </w:r>
      <w:r>
        <w:tab/>
        <w:t>1.013e0</w:t>
      </w:r>
    </w:p>
    <w:p w:rsidR="006974AE" w:rsidRDefault="006974AE" w:rsidP="006974AE">
      <w:r>
        <w:t>255.0484</w:t>
      </w:r>
      <w:r>
        <w:tab/>
        <w:t>2.025e0</w:t>
      </w:r>
    </w:p>
    <w:p w:rsidR="006974AE" w:rsidRDefault="006974AE" w:rsidP="006974AE">
      <w:r>
        <w:t>255.0529</w:t>
      </w:r>
      <w:r>
        <w:tab/>
        <w:t>1.013e0</w:t>
      </w:r>
    </w:p>
    <w:p w:rsidR="006974AE" w:rsidRDefault="006974AE" w:rsidP="006974AE">
      <w:r>
        <w:t>255.0570</w:t>
      </w:r>
      <w:r>
        <w:tab/>
        <w:t>1.013e0</w:t>
      </w:r>
    </w:p>
    <w:p w:rsidR="006974AE" w:rsidRDefault="006974AE" w:rsidP="006974AE">
      <w:r>
        <w:t>255.0593</w:t>
      </w:r>
      <w:r>
        <w:tab/>
        <w:t>3.832e0</w:t>
      </w:r>
    </w:p>
    <w:p w:rsidR="006974AE" w:rsidRDefault="006974AE" w:rsidP="006974AE">
      <w:r>
        <w:t>255.0816</w:t>
      </w:r>
      <w:r>
        <w:tab/>
        <w:t>1.013e0</w:t>
      </w:r>
    </w:p>
    <w:p w:rsidR="006974AE" w:rsidRDefault="006974AE" w:rsidP="006974AE">
      <w:r>
        <w:t>255.0901</w:t>
      </w:r>
      <w:r>
        <w:tab/>
        <w:t>3.038e0</w:t>
      </w:r>
    </w:p>
    <w:p w:rsidR="006974AE" w:rsidRDefault="006974AE" w:rsidP="006974AE">
      <w:r>
        <w:lastRenderedPageBreak/>
        <w:t>255.0912</w:t>
      </w:r>
      <w:r>
        <w:tab/>
        <w:t>3.038e0</w:t>
      </w:r>
    </w:p>
    <w:p w:rsidR="006974AE" w:rsidRDefault="006974AE" w:rsidP="006974AE">
      <w:r>
        <w:t>255.0939</w:t>
      </w:r>
      <w:r>
        <w:tab/>
        <w:t>2.025e0</w:t>
      </w:r>
    </w:p>
    <w:p w:rsidR="006974AE" w:rsidRDefault="006974AE" w:rsidP="006974AE">
      <w:r>
        <w:t>255.1073</w:t>
      </w:r>
      <w:r>
        <w:tab/>
        <w:t>3.038e0</w:t>
      </w:r>
    </w:p>
    <w:p w:rsidR="006974AE" w:rsidRDefault="006974AE" w:rsidP="006974AE">
      <w:r>
        <w:t>255.1110</w:t>
      </w:r>
      <w:r>
        <w:tab/>
        <w:t>3.038e0</w:t>
      </w:r>
    </w:p>
    <w:p w:rsidR="006974AE" w:rsidRDefault="006974AE" w:rsidP="006974AE">
      <w:r>
        <w:t>255.1236</w:t>
      </w:r>
      <w:r>
        <w:tab/>
        <w:t>5.063e0</w:t>
      </w:r>
    </w:p>
    <w:p w:rsidR="006974AE" w:rsidRDefault="006974AE" w:rsidP="006974AE">
      <w:r>
        <w:t>255.1263</w:t>
      </w:r>
      <w:r>
        <w:tab/>
        <w:t>2.025e0</w:t>
      </w:r>
    </w:p>
    <w:p w:rsidR="006974AE" w:rsidRDefault="006974AE" w:rsidP="006974AE">
      <w:r>
        <w:t>255.1320</w:t>
      </w:r>
      <w:r>
        <w:tab/>
        <w:t>2.025e0</w:t>
      </w:r>
    </w:p>
    <w:p w:rsidR="006974AE" w:rsidRDefault="006974AE" w:rsidP="006974AE">
      <w:r>
        <w:t>255.1415</w:t>
      </w:r>
      <w:r>
        <w:tab/>
        <w:t>2.025e0</w:t>
      </w:r>
    </w:p>
    <w:p w:rsidR="006974AE" w:rsidRDefault="006974AE" w:rsidP="006974AE">
      <w:r>
        <w:t>255.1457</w:t>
      </w:r>
      <w:r>
        <w:tab/>
        <w:t>1.013e0</w:t>
      </w:r>
    </w:p>
    <w:p w:rsidR="006974AE" w:rsidRDefault="006974AE" w:rsidP="006974AE">
      <w:r>
        <w:t>255.1624</w:t>
      </w:r>
      <w:r>
        <w:tab/>
        <w:t>1.013e0</w:t>
      </w:r>
    </w:p>
    <w:p w:rsidR="006974AE" w:rsidRDefault="006974AE" w:rsidP="006974AE">
      <w:r>
        <w:t>255.1668</w:t>
      </w:r>
      <w:r>
        <w:tab/>
        <w:t>1.013e0</w:t>
      </w:r>
    </w:p>
    <w:p w:rsidR="006974AE" w:rsidRDefault="006974AE" w:rsidP="006974AE">
      <w:r>
        <w:t>255.1719</w:t>
      </w:r>
      <w:r>
        <w:tab/>
        <w:t>1.013e0</w:t>
      </w:r>
    </w:p>
    <w:p w:rsidR="006974AE" w:rsidRDefault="006974AE" w:rsidP="006974AE">
      <w:r>
        <w:t>255.1734</w:t>
      </w:r>
      <w:r>
        <w:tab/>
        <w:t>4.051e0</w:t>
      </w:r>
    </w:p>
    <w:p w:rsidR="006974AE" w:rsidRDefault="006974AE" w:rsidP="006974AE">
      <w:r>
        <w:t>255.1911</w:t>
      </w:r>
      <w:r>
        <w:tab/>
        <w:t>4.051e0</w:t>
      </w:r>
    </w:p>
    <w:p w:rsidR="006974AE" w:rsidRDefault="006974AE" w:rsidP="006974AE">
      <w:r>
        <w:t>255.2003</w:t>
      </w:r>
      <w:r>
        <w:tab/>
        <w:t>1.013e0</w:t>
      </w:r>
    </w:p>
    <w:p w:rsidR="006974AE" w:rsidRDefault="006974AE" w:rsidP="006974AE">
      <w:r>
        <w:t>255.2047</w:t>
      </w:r>
      <w:r>
        <w:tab/>
        <w:t>1.013e0</w:t>
      </w:r>
    </w:p>
    <w:p w:rsidR="006974AE" w:rsidRDefault="006974AE" w:rsidP="006974AE">
      <w:r>
        <w:t>255.2074</w:t>
      </w:r>
      <w:r>
        <w:tab/>
        <w:t>2.025e0</w:t>
      </w:r>
    </w:p>
    <w:p w:rsidR="006974AE" w:rsidRDefault="006974AE" w:rsidP="006974AE">
      <w:r>
        <w:t>255.2095</w:t>
      </w:r>
      <w:r>
        <w:tab/>
        <w:t>1.013e0</w:t>
      </w:r>
    </w:p>
    <w:p w:rsidR="006974AE" w:rsidRDefault="006974AE" w:rsidP="006974AE">
      <w:r>
        <w:t>255.2206</w:t>
      </w:r>
      <w:r>
        <w:tab/>
        <w:t>2.025e0</w:t>
      </w:r>
    </w:p>
    <w:p w:rsidR="006974AE" w:rsidRDefault="006974AE" w:rsidP="006974AE">
      <w:r>
        <w:lastRenderedPageBreak/>
        <w:t>255.2225</w:t>
      </w:r>
      <w:r>
        <w:tab/>
        <w:t>1.013e0</w:t>
      </w:r>
    </w:p>
    <w:p w:rsidR="006974AE" w:rsidRDefault="006974AE" w:rsidP="006974AE">
      <w:r>
        <w:t>255.2429</w:t>
      </w:r>
      <w:r>
        <w:tab/>
        <w:t>1.013e0</w:t>
      </w:r>
    </w:p>
    <w:p w:rsidR="006974AE" w:rsidRDefault="006974AE" w:rsidP="006974AE">
      <w:r>
        <w:t>255.2565</w:t>
      </w:r>
      <w:r>
        <w:tab/>
        <w:t>3.038e0</w:t>
      </w:r>
    </w:p>
    <w:p w:rsidR="006974AE" w:rsidRDefault="006974AE" w:rsidP="006974AE">
      <w:r>
        <w:t>255.2609</w:t>
      </w:r>
      <w:r>
        <w:tab/>
        <w:t>1.013e0</w:t>
      </w:r>
    </w:p>
    <w:p w:rsidR="006974AE" w:rsidRDefault="006974AE" w:rsidP="006974AE">
      <w:r>
        <w:t>255.2688</w:t>
      </w:r>
      <w:r>
        <w:tab/>
        <w:t>1.013e0</w:t>
      </w:r>
    </w:p>
    <w:p w:rsidR="006974AE" w:rsidRDefault="006974AE" w:rsidP="006974AE">
      <w:r>
        <w:t>255.2858</w:t>
      </w:r>
      <w:r>
        <w:tab/>
        <w:t>3.038e0</w:t>
      </w:r>
    </w:p>
    <w:p w:rsidR="006974AE" w:rsidRDefault="006974AE" w:rsidP="006974AE">
      <w:r>
        <w:t>255.2950</w:t>
      </w:r>
      <w:r>
        <w:tab/>
        <w:t>1.013e0</w:t>
      </w:r>
    </w:p>
    <w:p w:rsidR="006974AE" w:rsidRDefault="006974AE" w:rsidP="006974AE">
      <w:r>
        <w:t>255.3029</w:t>
      </w:r>
      <w:r>
        <w:tab/>
        <w:t>1.013e0</w:t>
      </w:r>
    </w:p>
    <w:p w:rsidR="006974AE" w:rsidRDefault="006974AE" w:rsidP="006974AE">
      <w:r>
        <w:t>255.3232</w:t>
      </w:r>
      <w:r>
        <w:tab/>
        <w:t>1.013e0</w:t>
      </w:r>
    </w:p>
    <w:p w:rsidR="006974AE" w:rsidRDefault="006974AE" w:rsidP="006974AE">
      <w:r>
        <w:t>255.3279</w:t>
      </w:r>
      <w:r>
        <w:tab/>
        <w:t>1.013e0</w:t>
      </w:r>
    </w:p>
    <w:p w:rsidR="006974AE" w:rsidRDefault="006974AE" w:rsidP="006974AE">
      <w:r>
        <w:t>255.3661</w:t>
      </w:r>
      <w:r>
        <w:tab/>
        <w:t>1.013e0</w:t>
      </w:r>
    </w:p>
    <w:p w:rsidR="006974AE" w:rsidRDefault="006974AE" w:rsidP="006974AE">
      <w:r>
        <w:t>255.3939</w:t>
      </w:r>
      <w:r>
        <w:tab/>
        <w:t>2.025e0</w:t>
      </w:r>
    </w:p>
    <w:p w:rsidR="006974AE" w:rsidRDefault="006974AE" w:rsidP="006974AE">
      <w:r>
        <w:t>255.3995</w:t>
      </w:r>
      <w:r>
        <w:tab/>
        <w:t>1.013e0</w:t>
      </w:r>
    </w:p>
    <w:p w:rsidR="006974AE" w:rsidRDefault="006974AE" w:rsidP="006974AE">
      <w:r>
        <w:t>255.4263</w:t>
      </w:r>
      <w:r>
        <w:tab/>
        <w:t>1.013e0</w:t>
      </w:r>
    </w:p>
    <w:p w:rsidR="006974AE" w:rsidRDefault="006974AE" w:rsidP="006974AE">
      <w:r>
        <w:t>255.4421</w:t>
      </w:r>
      <w:r>
        <w:tab/>
        <w:t>1.013e0</w:t>
      </w:r>
    </w:p>
    <w:p w:rsidR="006974AE" w:rsidRDefault="006974AE" w:rsidP="006974AE">
      <w:r>
        <w:t>255.4511</w:t>
      </w:r>
      <w:r>
        <w:tab/>
        <w:t>2.025e0</w:t>
      </w:r>
    </w:p>
    <w:p w:rsidR="006974AE" w:rsidRDefault="006974AE" w:rsidP="006974AE">
      <w:r>
        <w:t>255.4684</w:t>
      </w:r>
      <w:r>
        <w:tab/>
        <w:t>1.013e0</w:t>
      </w:r>
    </w:p>
    <w:p w:rsidR="006974AE" w:rsidRDefault="006974AE" w:rsidP="006974AE">
      <w:r>
        <w:t>255.4938</w:t>
      </w:r>
      <w:r>
        <w:tab/>
        <w:t>1.013e0</w:t>
      </w:r>
    </w:p>
    <w:p w:rsidR="006974AE" w:rsidRDefault="006974AE" w:rsidP="006974AE">
      <w:r>
        <w:t>255.5071</w:t>
      </w:r>
      <w:r>
        <w:tab/>
        <w:t>1.013e0</w:t>
      </w:r>
    </w:p>
    <w:p w:rsidR="006974AE" w:rsidRDefault="006974AE" w:rsidP="006974AE">
      <w:r>
        <w:lastRenderedPageBreak/>
        <w:t>255.5111</w:t>
      </w:r>
      <w:r>
        <w:tab/>
        <w:t>1.013e0</w:t>
      </w:r>
    </w:p>
    <w:p w:rsidR="006974AE" w:rsidRDefault="006974AE" w:rsidP="006974AE">
      <w:r>
        <w:t>255.5303</w:t>
      </w:r>
      <w:r>
        <w:tab/>
        <w:t>2.025e0</w:t>
      </w:r>
    </w:p>
    <w:p w:rsidR="006974AE" w:rsidRDefault="006974AE" w:rsidP="006974AE">
      <w:r>
        <w:t>255.5365</w:t>
      </w:r>
      <w:r>
        <w:tab/>
        <w:t>1.013e0</w:t>
      </w:r>
    </w:p>
    <w:p w:rsidR="006974AE" w:rsidRDefault="006974AE" w:rsidP="006974AE">
      <w:r>
        <w:t>255.5424</w:t>
      </w:r>
      <w:r>
        <w:tab/>
        <w:t>2.025e0</w:t>
      </w:r>
    </w:p>
    <w:p w:rsidR="006974AE" w:rsidRDefault="006974AE" w:rsidP="006974AE">
      <w:r>
        <w:t>255.5792</w:t>
      </w:r>
      <w:r>
        <w:tab/>
        <w:t>1.013e0</w:t>
      </w:r>
    </w:p>
    <w:p w:rsidR="006974AE" w:rsidRDefault="006974AE" w:rsidP="006974AE">
      <w:r>
        <w:t>255.6173</w:t>
      </w:r>
      <w:r>
        <w:tab/>
        <w:t>2.025e0</w:t>
      </w:r>
    </w:p>
    <w:p w:rsidR="006974AE" w:rsidRDefault="006974AE" w:rsidP="006974AE">
      <w:r>
        <w:t>255.6219</w:t>
      </w:r>
      <w:r>
        <w:tab/>
        <w:t>1.013e0</w:t>
      </w:r>
    </w:p>
    <w:p w:rsidR="006974AE" w:rsidRDefault="006974AE" w:rsidP="006974AE">
      <w:r>
        <w:t>255.6506</w:t>
      </w:r>
      <w:r>
        <w:tab/>
        <w:t>2.025e0</w:t>
      </w:r>
    </w:p>
    <w:p w:rsidR="006974AE" w:rsidRDefault="006974AE" w:rsidP="006974AE">
      <w:r>
        <w:t>255.6551</w:t>
      </w:r>
      <w:r>
        <w:tab/>
        <w:t>1.013e0</w:t>
      </w:r>
    </w:p>
    <w:p w:rsidR="006974AE" w:rsidRDefault="006974AE" w:rsidP="006974AE">
      <w:r>
        <w:t>255.6670</w:t>
      </w:r>
      <w:r>
        <w:tab/>
        <w:t>3.038e0</w:t>
      </w:r>
    </w:p>
    <w:p w:rsidR="006974AE" w:rsidRDefault="006974AE" w:rsidP="006974AE">
      <w:r>
        <w:t>255.6933</w:t>
      </w:r>
      <w:r>
        <w:tab/>
        <w:t>1.013e0</w:t>
      </w:r>
    </w:p>
    <w:p w:rsidR="006974AE" w:rsidRDefault="006974AE" w:rsidP="006974AE">
      <w:r>
        <w:t>255.7028</w:t>
      </w:r>
      <w:r>
        <w:tab/>
        <w:t>1.013e0</w:t>
      </w:r>
    </w:p>
    <w:p w:rsidR="006974AE" w:rsidRDefault="006974AE" w:rsidP="006974AE">
      <w:r>
        <w:t>255.7230</w:t>
      </w:r>
      <w:r>
        <w:tab/>
        <w:t>1.037e0</w:t>
      </w:r>
    </w:p>
    <w:p w:rsidR="006974AE" w:rsidRDefault="006974AE" w:rsidP="006974AE">
      <w:r>
        <w:t>255.7310</w:t>
      </w:r>
      <w:r>
        <w:tab/>
        <w:t>1.013e0</w:t>
      </w:r>
    </w:p>
    <w:p w:rsidR="006974AE" w:rsidRDefault="006974AE" w:rsidP="006974AE">
      <w:r>
        <w:t>255.7481</w:t>
      </w:r>
      <w:r>
        <w:tab/>
        <w:t>2.025e0</w:t>
      </w:r>
    </w:p>
    <w:p w:rsidR="006974AE" w:rsidRDefault="006974AE" w:rsidP="006974AE">
      <w:r>
        <w:t>255.7492</w:t>
      </w:r>
      <w:r>
        <w:tab/>
        <w:t>1.013e0</w:t>
      </w:r>
    </w:p>
    <w:p w:rsidR="006974AE" w:rsidRDefault="006974AE" w:rsidP="006974AE">
      <w:r>
        <w:t>255.7654</w:t>
      </w:r>
      <w:r>
        <w:tab/>
        <w:t>1.013e0</w:t>
      </w:r>
    </w:p>
    <w:p w:rsidR="006974AE" w:rsidRDefault="006974AE" w:rsidP="006974AE">
      <w:r>
        <w:t>255.7919</w:t>
      </w:r>
      <w:r>
        <w:tab/>
        <w:t>1.013e0</w:t>
      </w:r>
    </w:p>
    <w:p w:rsidR="006974AE" w:rsidRDefault="006974AE" w:rsidP="006974AE">
      <w:r>
        <w:t>255.8423</w:t>
      </w:r>
      <w:r>
        <w:tab/>
        <w:t>1.013e0</w:t>
      </w:r>
    </w:p>
    <w:p w:rsidR="006974AE" w:rsidRDefault="006974AE" w:rsidP="006974AE">
      <w:r>
        <w:lastRenderedPageBreak/>
        <w:t>255.8438</w:t>
      </w:r>
      <w:r>
        <w:tab/>
        <w:t>2.025e0</w:t>
      </w:r>
    </w:p>
    <w:p w:rsidR="006974AE" w:rsidRDefault="006974AE" w:rsidP="006974AE">
      <w:r>
        <w:t>255.8595</w:t>
      </w:r>
      <w:r>
        <w:tab/>
        <w:t>1.013e0</w:t>
      </w:r>
    </w:p>
    <w:p w:rsidR="006974AE" w:rsidRDefault="006974AE" w:rsidP="006974AE">
      <w:r>
        <w:t>255.8639</w:t>
      </w:r>
      <w:r>
        <w:tab/>
        <w:t>1.013e0</w:t>
      </w:r>
    </w:p>
    <w:p w:rsidR="006974AE" w:rsidRDefault="006974AE" w:rsidP="006974AE">
      <w:r>
        <w:t>255.8927</w:t>
      </w:r>
      <w:r>
        <w:tab/>
        <w:t>1.013e0</w:t>
      </w:r>
    </w:p>
    <w:p w:rsidR="006974AE" w:rsidRDefault="006974AE" w:rsidP="006974AE">
      <w:r>
        <w:t>255.9149</w:t>
      </w:r>
      <w:r>
        <w:tab/>
        <w:t>2.025e0</w:t>
      </w:r>
    </w:p>
    <w:p w:rsidR="006974AE" w:rsidRDefault="006974AE" w:rsidP="006974AE">
      <w:r>
        <w:t>255.9305</w:t>
      </w:r>
      <w:r>
        <w:tab/>
        <w:t>1.013e0</w:t>
      </w:r>
    </w:p>
    <w:p w:rsidR="006974AE" w:rsidRDefault="006974AE" w:rsidP="006974AE">
      <w:r>
        <w:t>255.9449</w:t>
      </w:r>
      <w:r>
        <w:tab/>
        <w:t>2.025e0</w:t>
      </w:r>
    </w:p>
    <w:p w:rsidR="006974AE" w:rsidRDefault="006974AE" w:rsidP="006974AE">
      <w:r>
        <w:t>255.9532</w:t>
      </w:r>
      <w:r>
        <w:tab/>
        <w:t>1.013e0</w:t>
      </w:r>
    </w:p>
    <w:p w:rsidR="006974AE" w:rsidRDefault="006974AE" w:rsidP="006974AE">
      <w:r>
        <w:t>255.9655</w:t>
      </w:r>
      <w:r>
        <w:tab/>
        <w:t>1.013e0</w:t>
      </w:r>
    </w:p>
    <w:p w:rsidR="006974AE" w:rsidRDefault="006974AE" w:rsidP="006974AE">
      <w:r>
        <w:t>255.9732</w:t>
      </w:r>
      <w:r>
        <w:tab/>
        <w:t>2.025e0</w:t>
      </w:r>
    </w:p>
    <w:p w:rsidR="006974AE" w:rsidRDefault="006974AE" w:rsidP="006974AE">
      <w:r>
        <w:t>256.0055</w:t>
      </w:r>
      <w:r>
        <w:tab/>
        <w:t>2.025e0</w:t>
      </w:r>
    </w:p>
    <w:p w:rsidR="006974AE" w:rsidRDefault="006974AE" w:rsidP="006974AE">
      <w:r>
        <w:t>256.0086</w:t>
      </w:r>
      <w:r>
        <w:tab/>
        <w:t>2.025e0</w:t>
      </w:r>
    </w:p>
    <w:p w:rsidR="006974AE" w:rsidRDefault="006974AE" w:rsidP="006974AE">
      <w:r>
        <w:t>256.0209</w:t>
      </w:r>
      <w:r>
        <w:tab/>
        <w:t>1.013e0</w:t>
      </w:r>
    </w:p>
    <w:p w:rsidR="006974AE" w:rsidRDefault="006974AE" w:rsidP="006974AE">
      <w:r>
        <w:t>256.0316</w:t>
      </w:r>
      <w:r>
        <w:tab/>
        <w:t>4.051e0</w:t>
      </w:r>
    </w:p>
    <w:p w:rsidR="006974AE" w:rsidRDefault="006974AE" w:rsidP="006974AE">
      <w:r>
        <w:t>256.0340</w:t>
      </w:r>
      <w:r>
        <w:tab/>
        <w:t>1.013e0</w:t>
      </w:r>
    </w:p>
    <w:p w:rsidR="006974AE" w:rsidRDefault="006974AE" w:rsidP="006974AE">
      <w:r>
        <w:t>256.0361</w:t>
      </w:r>
      <w:r>
        <w:tab/>
        <w:t>2.025e0</w:t>
      </w:r>
    </w:p>
    <w:p w:rsidR="006974AE" w:rsidRDefault="006974AE" w:rsidP="006974AE">
      <w:r>
        <w:t>256.0383</w:t>
      </w:r>
      <w:r>
        <w:tab/>
        <w:t>1.013e0</w:t>
      </w:r>
    </w:p>
    <w:p w:rsidR="006974AE" w:rsidRDefault="006974AE" w:rsidP="006974AE">
      <w:r>
        <w:t>256.0423</w:t>
      </w:r>
      <w:r>
        <w:tab/>
        <w:t>1.013e0</w:t>
      </w:r>
    </w:p>
    <w:p w:rsidR="006974AE" w:rsidRDefault="006974AE" w:rsidP="006974AE">
      <w:r>
        <w:t>256.0460</w:t>
      </w:r>
      <w:r>
        <w:tab/>
        <w:t>1.013e0</w:t>
      </w:r>
    </w:p>
    <w:p w:rsidR="006974AE" w:rsidRDefault="006974AE" w:rsidP="006974AE">
      <w:r>
        <w:lastRenderedPageBreak/>
        <w:t>256.0569</w:t>
      </w:r>
      <w:r>
        <w:tab/>
        <w:t>3.038e0</w:t>
      </w:r>
    </w:p>
    <w:p w:rsidR="006974AE" w:rsidRDefault="006974AE" w:rsidP="006974AE">
      <w:r>
        <w:t>256.0637</w:t>
      </w:r>
      <w:r>
        <w:tab/>
        <w:t>1.013e0</w:t>
      </w:r>
    </w:p>
    <w:p w:rsidR="006974AE" w:rsidRDefault="006974AE" w:rsidP="006974AE">
      <w:r>
        <w:t>256.0668</w:t>
      </w:r>
      <w:r>
        <w:tab/>
        <w:t>2.295e0</w:t>
      </w:r>
    </w:p>
    <w:p w:rsidR="006974AE" w:rsidRDefault="006974AE" w:rsidP="006974AE">
      <w:r>
        <w:t>256.0729</w:t>
      </w:r>
      <w:r>
        <w:tab/>
        <w:t>1.013e0</w:t>
      </w:r>
    </w:p>
    <w:p w:rsidR="006974AE" w:rsidRDefault="006974AE" w:rsidP="006974AE">
      <w:r>
        <w:t>256.0756</w:t>
      </w:r>
      <w:r>
        <w:tab/>
        <w:t>2.025e0</w:t>
      </w:r>
    </w:p>
    <w:p w:rsidR="006974AE" w:rsidRDefault="006974AE" w:rsidP="006974AE">
      <w:r>
        <w:t>256.0807</w:t>
      </w:r>
      <w:r>
        <w:tab/>
        <w:t>1.013e0</w:t>
      </w:r>
    </w:p>
    <w:p w:rsidR="006974AE" w:rsidRDefault="006974AE" w:rsidP="006974AE">
      <w:r>
        <w:t>256.0927</w:t>
      </w:r>
      <w:r>
        <w:tab/>
        <w:t>2.025e0</w:t>
      </w:r>
    </w:p>
    <w:p w:rsidR="006974AE" w:rsidRDefault="006974AE" w:rsidP="006974AE">
      <w:r>
        <w:t>256.0996</w:t>
      </w:r>
      <w:r>
        <w:tab/>
        <w:t>2.025e0</w:t>
      </w:r>
    </w:p>
    <w:p w:rsidR="006974AE" w:rsidRDefault="006974AE" w:rsidP="006974AE">
      <w:r>
        <w:t>256.1064</w:t>
      </w:r>
      <w:r>
        <w:tab/>
        <w:t>2.025e0</w:t>
      </w:r>
    </w:p>
    <w:p w:rsidR="006974AE" w:rsidRDefault="006974AE" w:rsidP="006974AE">
      <w:r>
        <w:t>256.1191</w:t>
      </w:r>
      <w:r>
        <w:tab/>
        <w:t>1.013e0</w:t>
      </w:r>
    </w:p>
    <w:p w:rsidR="006974AE" w:rsidRDefault="006974AE" w:rsidP="006974AE">
      <w:r>
        <w:t>256.1429</w:t>
      </w:r>
      <w:r>
        <w:tab/>
        <w:t>3.038e0</w:t>
      </w:r>
    </w:p>
    <w:p w:rsidR="006974AE" w:rsidRDefault="006974AE" w:rsidP="006974AE">
      <w:r>
        <w:t>256.1615</w:t>
      </w:r>
      <w:r>
        <w:tab/>
        <w:t>1.013e0</w:t>
      </w:r>
    </w:p>
    <w:p w:rsidR="006974AE" w:rsidRDefault="006974AE" w:rsidP="006974AE">
      <w:r>
        <w:t>256.1655</w:t>
      </w:r>
      <w:r>
        <w:tab/>
        <w:t>2.025e0</w:t>
      </w:r>
    </w:p>
    <w:p w:rsidR="006974AE" w:rsidRDefault="006974AE" w:rsidP="006974AE">
      <w:r>
        <w:t>256.1727</w:t>
      </w:r>
      <w:r>
        <w:tab/>
        <w:t>5.063e0</w:t>
      </w:r>
    </w:p>
    <w:p w:rsidR="006974AE" w:rsidRDefault="006974AE" w:rsidP="006974AE">
      <w:r>
        <w:t>256.1795</w:t>
      </w:r>
      <w:r>
        <w:tab/>
        <w:t>3.038e0</w:t>
      </w:r>
    </w:p>
    <w:p w:rsidR="006974AE" w:rsidRDefault="006974AE" w:rsidP="006974AE">
      <w:r>
        <w:t>256.1826</w:t>
      </w:r>
      <w:r>
        <w:tab/>
        <w:t>1.418e1</w:t>
      </w:r>
    </w:p>
    <w:p w:rsidR="006974AE" w:rsidRDefault="006974AE" w:rsidP="006974AE">
      <w:r>
        <w:t>256.1956</w:t>
      </w:r>
      <w:r>
        <w:tab/>
        <w:t>3.038e0</w:t>
      </w:r>
    </w:p>
    <w:p w:rsidR="006974AE" w:rsidRDefault="006974AE" w:rsidP="006974AE">
      <w:r>
        <w:t>256.2148</w:t>
      </w:r>
      <w:r>
        <w:tab/>
        <w:t>2.025e0</w:t>
      </w:r>
    </w:p>
    <w:p w:rsidR="006974AE" w:rsidRDefault="006974AE" w:rsidP="006974AE">
      <w:r>
        <w:t>256.2180</w:t>
      </w:r>
      <w:r>
        <w:tab/>
        <w:t>2.549e0</w:t>
      </w:r>
    </w:p>
    <w:p w:rsidR="006974AE" w:rsidRDefault="006974AE" w:rsidP="006974AE">
      <w:r>
        <w:lastRenderedPageBreak/>
        <w:t>256.2300</w:t>
      </w:r>
      <w:r>
        <w:tab/>
        <w:t>1.013e0</w:t>
      </w:r>
    </w:p>
    <w:p w:rsidR="006974AE" w:rsidRDefault="006974AE" w:rsidP="006974AE">
      <w:r>
        <w:t>256.2494</w:t>
      </w:r>
      <w:r>
        <w:tab/>
        <w:t>3.038e0</w:t>
      </w:r>
    </w:p>
    <w:p w:rsidR="006974AE" w:rsidRDefault="006974AE" w:rsidP="006974AE">
      <w:r>
        <w:t>256.2582</w:t>
      </w:r>
      <w:r>
        <w:tab/>
        <w:t>1.013e0</w:t>
      </w:r>
    </w:p>
    <w:p w:rsidR="006974AE" w:rsidRDefault="006974AE" w:rsidP="006974AE">
      <w:r>
        <w:t>256.2629</w:t>
      </w:r>
      <w:r>
        <w:tab/>
        <w:t>1.013e0</w:t>
      </w:r>
    </w:p>
    <w:p w:rsidR="006974AE" w:rsidRDefault="006974AE" w:rsidP="006974AE">
      <w:r>
        <w:t>256.2808</w:t>
      </w:r>
      <w:r>
        <w:tab/>
        <w:t>1.013e0</w:t>
      </w:r>
    </w:p>
    <w:p w:rsidR="006974AE" w:rsidRDefault="006974AE" w:rsidP="006974AE">
      <w:r>
        <w:t>256.3108</w:t>
      </w:r>
      <w:r>
        <w:tab/>
        <w:t>1.013e0</w:t>
      </w:r>
    </w:p>
    <w:p w:rsidR="006974AE" w:rsidRDefault="006974AE" w:rsidP="006974AE">
      <w:r>
        <w:t>256.3697</w:t>
      </w:r>
      <w:r>
        <w:tab/>
        <w:t>1.013e0</w:t>
      </w:r>
    </w:p>
    <w:p w:rsidR="006974AE" w:rsidRDefault="006974AE" w:rsidP="006974AE">
      <w:r>
        <w:t>256.3916</w:t>
      </w:r>
      <w:r>
        <w:tab/>
        <w:t>1.013e0</w:t>
      </w:r>
    </w:p>
    <w:p w:rsidR="006974AE" w:rsidRDefault="006974AE" w:rsidP="006974AE">
      <w:r>
        <w:t>256.4077</w:t>
      </w:r>
      <w:r>
        <w:tab/>
        <w:t>1.013e0</w:t>
      </w:r>
    </w:p>
    <w:p w:rsidR="006974AE" w:rsidRDefault="006974AE" w:rsidP="006974AE">
      <w:r>
        <w:t>256.4139</w:t>
      </w:r>
      <w:r>
        <w:tab/>
        <w:t>2.025e0</w:t>
      </w:r>
    </w:p>
    <w:p w:rsidR="006974AE" w:rsidRDefault="006974AE" w:rsidP="006974AE">
      <w:r>
        <w:t>256.4386</w:t>
      </w:r>
      <w:r>
        <w:tab/>
        <w:t>1.013e0</w:t>
      </w:r>
    </w:p>
    <w:p w:rsidR="006974AE" w:rsidRDefault="006974AE" w:rsidP="006974AE">
      <w:r>
        <w:t>256.4422</w:t>
      </w:r>
      <w:r>
        <w:tab/>
        <w:t>1.013e0</w:t>
      </w:r>
    </w:p>
    <w:p w:rsidR="006974AE" w:rsidRDefault="006974AE" w:rsidP="006974AE">
      <w:r>
        <w:t>256.4769</w:t>
      </w:r>
      <w:r>
        <w:tab/>
        <w:t>3.038e0</w:t>
      </w:r>
    </w:p>
    <w:p w:rsidR="006974AE" w:rsidRDefault="006974AE" w:rsidP="006974AE">
      <w:r>
        <w:t>256.4847</w:t>
      </w:r>
      <w:r>
        <w:tab/>
        <w:t>3.038e0</w:t>
      </w:r>
    </w:p>
    <w:p w:rsidR="006974AE" w:rsidRDefault="006974AE" w:rsidP="006974AE">
      <w:r>
        <w:t>256.4965</w:t>
      </w:r>
      <w:r>
        <w:tab/>
        <w:t>1.013e0</w:t>
      </w:r>
    </w:p>
    <w:p w:rsidR="006974AE" w:rsidRDefault="006974AE" w:rsidP="006974AE">
      <w:r>
        <w:t>256.5416</w:t>
      </w:r>
      <w:r>
        <w:tab/>
        <w:t>2.025e0</w:t>
      </w:r>
    </w:p>
    <w:p w:rsidR="006974AE" w:rsidRDefault="006974AE" w:rsidP="006974AE">
      <w:r>
        <w:t>256.5464</w:t>
      </w:r>
      <w:r>
        <w:tab/>
        <w:t>2.025e0</w:t>
      </w:r>
    </w:p>
    <w:p w:rsidR="006974AE" w:rsidRDefault="006974AE" w:rsidP="006974AE">
      <w:r>
        <w:t>256.5615</w:t>
      </w:r>
      <w:r>
        <w:tab/>
        <w:t>1.013e0</w:t>
      </w:r>
    </w:p>
    <w:p w:rsidR="006974AE" w:rsidRDefault="006974AE" w:rsidP="006974AE">
      <w:r>
        <w:t>256.5738</w:t>
      </w:r>
      <w:r>
        <w:tab/>
        <w:t>1.013e0</w:t>
      </w:r>
    </w:p>
    <w:p w:rsidR="006974AE" w:rsidRDefault="006974AE" w:rsidP="006974AE">
      <w:r>
        <w:lastRenderedPageBreak/>
        <w:t>256.5915</w:t>
      </w:r>
      <w:r>
        <w:tab/>
        <w:t>1.013e0</w:t>
      </w:r>
    </w:p>
    <w:p w:rsidR="006974AE" w:rsidRDefault="006974AE" w:rsidP="006974AE">
      <w:r>
        <w:t>256.6003</w:t>
      </w:r>
      <w:r>
        <w:tab/>
        <w:t>1.013e0</w:t>
      </w:r>
    </w:p>
    <w:p w:rsidR="006974AE" w:rsidRDefault="006974AE" w:rsidP="006974AE">
      <w:r>
        <w:t>256.6039</w:t>
      </w:r>
      <w:r>
        <w:tab/>
        <w:t>1.013e0</w:t>
      </w:r>
    </w:p>
    <w:p w:rsidR="006974AE" w:rsidRDefault="006974AE" w:rsidP="006974AE">
      <w:r>
        <w:t>256.6162</w:t>
      </w:r>
      <w:r>
        <w:tab/>
        <w:t>1.013e0</w:t>
      </w:r>
    </w:p>
    <w:p w:rsidR="006974AE" w:rsidRDefault="006974AE" w:rsidP="006974AE">
      <w:r>
        <w:t>256.6197</w:t>
      </w:r>
      <w:r>
        <w:tab/>
        <w:t>1.013e0</w:t>
      </w:r>
    </w:p>
    <w:p w:rsidR="006974AE" w:rsidRDefault="006974AE" w:rsidP="006974AE">
      <w:r>
        <w:t>256.6585</w:t>
      </w:r>
      <w:r>
        <w:tab/>
        <w:t>1.013e0</w:t>
      </w:r>
    </w:p>
    <w:p w:rsidR="006974AE" w:rsidRDefault="006974AE" w:rsidP="006974AE">
      <w:r>
        <w:t>256.6659</w:t>
      </w:r>
      <w:r>
        <w:tab/>
        <w:t>2.025e0</w:t>
      </w:r>
    </w:p>
    <w:p w:rsidR="006974AE" w:rsidRDefault="006974AE" w:rsidP="006974AE">
      <w:r>
        <w:t>256.6812</w:t>
      </w:r>
      <w:r>
        <w:tab/>
        <w:t>1.013e0</w:t>
      </w:r>
    </w:p>
    <w:p w:rsidR="006974AE" w:rsidRDefault="006974AE" w:rsidP="006974AE">
      <w:r>
        <w:t>256.7054</w:t>
      </w:r>
      <w:r>
        <w:tab/>
        <w:t>1.013e0</w:t>
      </w:r>
    </w:p>
    <w:p w:rsidR="006974AE" w:rsidRDefault="006974AE" w:rsidP="006974AE">
      <w:r>
        <w:t>256.7206</w:t>
      </w:r>
      <w:r>
        <w:tab/>
        <w:t>2.025e0</w:t>
      </w:r>
    </w:p>
    <w:p w:rsidR="006974AE" w:rsidRDefault="006974AE" w:rsidP="006974AE">
      <w:r>
        <w:t>256.7233</w:t>
      </w:r>
      <w:r>
        <w:tab/>
        <w:t>1.013e0</w:t>
      </w:r>
    </w:p>
    <w:p w:rsidR="006974AE" w:rsidRDefault="006974AE" w:rsidP="006974AE">
      <w:r>
        <w:t>256.7313</w:t>
      </w:r>
      <w:r>
        <w:tab/>
        <w:t>1.013e0</w:t>
      </w:r>
    </w:p>
    <w:p w:rsidR="006974AE" w:rsidRDefault="006974AE" w:rsidP="006974AE">
      <w:r>
        <w:t>256.7355</w:t>
      </w:r>
      <w:r>
        <w:tab/>
        <w:t>1.013e0</w:t>
      </w:r>
    </w:p>
    <w:p w:rsidR="006974AE" w:rsidRDefault="006974AE" w:rsidP="006974AE">
      <w:r>
        <w:t>256.7621</w:t>
      </w:r>
      <w:r>
        <w:tab/>
        <w:t>1.013e0</w:t>
      </w:r>
    </w:p>
    <w:p w:rsidR="006974AE" w:rsidRDefault="006974AE" w:rsidP="006974AE">
      <w:r>
        <w:t>256.7657</w:t>
      </w:r>
      <w:r>
        <w:tab/>
        <w:t>1.013e0</w:t>
      </w:r>
    </w:p>
    <w:p w:rsidR="006974AE" w:rsidRDefault="006974AE" w:rsidP="006974AE">
      <w:r>
        <w:t>256.7757</w:t>
      </w:r>
      <w:r>
        <w:tab/>
        <w:t>2.025e0</w:t>
      </w:r>
    </w:p>
    <w:p w:rsidR="006974AE" w:rsidRDefault="006974AE" w:rsidP="006974AE">
      <w:r>
        <w:t>256.8006</w:t>
      </w:r>
      <w:r>
        <w:tab/>
        <w:t>1.013e0</w:t>
      </w:r>
    </w:p>
    <w:p w:rsidR="006974AE" w:rsidRDefault="006974AE" w:rsidP="006974AE">
      <w:r>
        <w:t>256.8122</w:t>
      </w:r>
      <w:r>
        <w:tab/>
        <w:t>1.013e0</w:t>
      </w:r>
    </w:p>
    <w:p w:rsidR="006974AE" w:rsidRDefault="006974AE" w:rsidP="006974AE">
      <w:r>
        <w:t>256.8200</w:t>
      </w:r>
      <w:r>
        <w:tab/>
        <w:t>1.013e0</w:t>
      </w:r>
    </w:p>
    <w:p w:rsidR="006974AE" w:rsidRDefault="006974AE" w:rsidP="006974AE">
      <w:r>
        <w:lastRenderedPageBreak/>
        <w:t>256.8466</w:t>
      </w:r>
      <w:r>
        <w:tab/>
        <w:t>1.013e0</w:t>
      </w:r>
    </w:p>
    <w:p w:rsidR="006974AE" w:rsidRDefault="006974AE" w:rsidP="006974AE">
      <w:r>
        <w:t>256.8509</w:t>
      </w:r>
      <w:r>
        <w:tab/>
        <w:t>1.013e0</w:t>
      </w:r>
    </w:p>
    <w:p w:rsidR="006974AE" w:rsidRDefault="006974AE" w:rsidP="006974AE">
      <w:r>
        <w:t>256.8617</w:t>
      </w:r>
      <w:r>
        <w:tab/>
        <w:t>2.025e0</w:t>
      </w:r>
    </w:p>
    <w:p w:rsidR="006974AE" w:rsidRDefault="006974AE" w:rsidP="006974AE">
      <w:r>
        <w:t>256.8770</w:t>
      </w:r>
      <w:r>
        <w:tab/>
        <w:t>2.025e0</w:t>
      </w:r>
    </w:p>
    <w:p w:rsidR="006974AE" w:rsidRDefault="006974AE" w:rsidP="006974AE">
      <w:r>
        <w:t>256.8973</w:t>
      </w:r>
      <w:r>
        <w:tab/>
        <w:t>1.013e0</w:t>
      </w:r>
    </w:p>
    <w:p w:rsidR="006974AE" w:rsidRDefault="006974AE" w:rsidP="006974AE">
      <w:r>
        <w:t>256.9200</w:t>
      </w:r>
      <w:r>
        <w:tab/>
        <w:t>1.013e0</w:t>
      </w:r>
    </w:p>
    <w:p w:rsidR="006974AE" w:rsidRDefault="006974AE" w:rsidP="006974AE">
      <w:r>
        <w:t>256.9394</w:t>
      </w:r>
      <w:r>
        <w:tab/>
        <w:t>2.025e0</w:t>
      </w:r>
    </w:p>
    <w:p w:rsidR="006974AE" w:rsidRDefault="006974AE" w:rsidP="006974AE">
      <w:r>
        <w:t>256.9486</w:t>
      </w:r>
      <w:r>
        <w:tab/>
        <w:t>1.013e0</w:t>
      </w:r>
    </w:p>
    <w:p w:rsidR="006974AE" w:rsidRDefault="006974AE" w:rsidP="006974AE">
      <w:r>
        <w:t>256.9581</w:t>
      </w:r>
      <w:r>
        <w:tab/>
        <w:t>1.013e0</w:t>
      </w:r>
    </w:p>
    <w:p w:rsidR="006974AE" w:rsidRDefault="006974AE" w:rsidP="006974AE">
      <w:r>
        <w:t>256.9963</w:t>
      </w:r>
      <w:r>
        <w:tab/>
        <w:t>1.013e0</w:t>
      </w:r>
    </w:p>
    <w:p w:rsidR="006974AE" w:rsidRDefault="006974AE" w:rsidP="006974AE">
      <w:r>
        <w:t>257.0126</w:t>
      </w:r>
      <w:r>
        <w:tab/>
        <w:t>4.051e0</w:t>
      </w:r>
    </w:p>
    <w:p w:rsidR="006974AE" w:rsidRDefault="006974AE" w:rsidP="006974AE">
      <w:r>
        <w:t>257.0188</w:t>
      </w:r>
      <w:r>
        <w:tab/>
        <w:t>3.168e0</w:t>
      </w:r>
    </w:p>
    <w:p w:rsidR="006974AE" w:rsidRDefault="006974AE" w:rsidP="006974AE">
      <w:r>
        <w:t>257.0274</w:t>
      </w:r>
      <w:r>
        <w:tab/>
        <w:t>5.063e0</w:t>
      </w:r>
    </w:p>
    <w:p w:rsidR="006974AE" w:rsidRDefault="006974AE" w:rsidP="006974AE">
      <w:r>
        <w:t>257.0285</w:t>
      </w:r>
      <w:r>
        <w:tab/>
        <w:t>3.038e0</w:t>
      </w:r>
    </w:p>
    <w:p w:rsidR="006974AE" w:rsidRDefault="006974AE" w:rsidP="006974AE">
      <w:r>
        <w:t>257.0406</w:t>
      </w:r>
      <w:r>
        <w:tab/>
        <w:t>2.025e0</w:t>
      </w:r>
    </w:p>
    <w:p w:rsidR="006974AE" w:rsidRDefault="006974AE" w:rsidP="006974AE">
      <w:r>
        <w:t>257.0429</w:t>
      </w:r>
      <w:r>
        <w:tab/>
        <w:t>1.013e0</w:t>
      </w:r>
    </w:p>
    <w:p w:rsidR="006974AE" w:rsidRDefault="006974AE" w:rsidP="006974AE">
      <w:r>
        <w:t>257.0473</w:t>
      </w:r>
      <w:r>
        <w:tab/>
        <w:t>4.051e0</w:t>
      </w:r>
    </w:p>
    <w:p w:rsidR="006974AE" w:rsidRDefault="006974AE" w:rsidP="006974AE">
      <w:r>
        <w:t>257.0588</w:t>
      </w:r>
      <w:r>
        <w:tab/>
        <w:t>1.013e0</w:t>
      </w:r>
    </w:p>
    <w:p w:rsidR="006974AE" w:rsidRDefault="006974AE" w:rsidP="006974AE">
      <w:r>
        <w:t>257.0630</w:t>
      </w:r>
      <w:r>
        <w:tab/>
        <w:t>1.013e0</w:t>
      </w:r>
    </w:p>
    <w:p w:rsidR="006974AE" w:rsidRDefault="006974AE" w:rsidP="006974AE">
      <w:r>
        <w:lastRenderedPageBreak/>
        <w:t>257.0677</w:t>
      </w:r>
      <w:r>
        <w:tab/>
        <w:t>1.013e0</w:t>
      </w:r>
    </w:p>
    <w:p w:rsidR="006974AE" w:rsidRDefault="006974AE" w:rsidP="006974AE">
      <w:r>
        <w:t>257.0792</w:t>
      </w:r>
      <w:r>
        <w:tab/>
        <w:t>2.025e0</w:t>
      </w:r>
    </w:p>
    <w:p w:rsidR="006974AE" w:rsidRDefault="006974AE" w:rsidP="006974AE">
      <w:r>
        <w:t>257.0896</w:t>
      </w:r>
      <w:r>
        <w:tab/>
        <w:t>1.013e0</w:t>
      </w:r>
    </w:p>
    <w:p w:rsidR="006974AE" w:rsidRDefault="006974AE" w:rsidP="006974AE">
      <w:r>
        <w:t>257.0976</w:t>
      </w:r>
      <w:r>
        <w:tab/>
        <w:t>1.013e0</w:t>
      </w:r>
    </w:p>
    <w:p w:rsidR="006974AE" w:rsidRDefault="006974AE" w:rsidP="006974AE">
      <w:r>
        <w:t>257.1152</w:t>
      </w:r>
      <w:r>
        <w:tab/>
        <w:t>5.063e0</w:t>
      </w:r>
    </w:p>
    <w:p w:rsidR="006974AE" w:rsidRDefault="006974AE" w:rsidP="006974AE">
      <w:r>
        <w:t>257.1202</w:t>
      </w:r>
      <w:r>
        <w:tab/>
        <w:t>1.013e0</w:t>
      </w:r>
    </w:p>
    <w:p w:rsidR="006974AE" w:rsidRDefault="006974AE" w:rsidP="006974AE">
      <w:r>
        <w:t>257.1259</w:t>
      </w:r>
      <w:r>
        <w:tab/>
        <w:t>2.025e0</w:t>
      </w:r>
    </w:p>
    <w:p w:rsidR="006974AE" w:rsidRDefault="006974AE" w:rsidP="006974AE">
      <w:r>
        <w:t>257.1415</w:t>
      </w:r>
      <w:r>
        <w:tab/>
        <w:t>2.025e0</w:t>
      </w:r>
    </w:p>
    <w:p w:rsidR="006974AE" w:rsidRDefault="006974AE" w:rsidP="006974AE">
      <w:r>
        <w:t>257.1586</w:t>
      </w:r>
      <w:r>
        <w:tab/>
        <w:t>3.038e0</w:t>
      </w:r>
    </w:p>
    <w:p w:rsidR="006974AE" w:rsidRDefault="006974AE" w:rsidP="006974AE">
      <w:r>
        <w:t>257.1647</w:t>
      </w:r>
      <w:r>
        <w:tab/>
        <w:t>2.025e0</w:t>
      </w:r>
    </w:p>
    <w:p w:rsidR="006974AE" w:rsidRDefault="006974AE" w:rsidP="006974AE">
      <w:r>
        <w:t>257.1666</w:t>
      </w:r>
      <w:r>
        <w:tab/>
        <w:t>1.013e0</w:t>
      </w:r>
    </w:p>
    <w:p w:rsidR="006974AE" w:rsidRDefault="006974AE" w:rsidP="006974AE">
      <w:r>
        <w:t>257.1774</w:t>
      </w:r>
      <w:r>
        <w:tab/>
        <w:t>3.038e0</w:t>
      </w:r>
    </w:p>
    <w:p w:rsidR="006974AE" w:rsidRDefault="006974AE" w:rsidP="006974AE">
      <w:r>
        <w:t>257.1826</w:t>
      </w:r>
      <w:r>
        <w:tab/>
        <w:t>3.038e0</w:t>
      </w:r>
    </w:p>
    <w:p w:rsidR="006974AE" w:rsidRDefault="006974AE" w:rsidP="006974AE">
      <w:r>
        <w:t>257.1962</w:t>
      </w:r>
      <w:r>
        <w:tab/>
        <w:t>1.013e0</w:t>
      </w:r>
    </w:p>
    <w:p w:rsidR="006974AE" w:rsidRDefault="006974AE" w:rsidP="006974AE">
      <w:r>
        <w:t>257.2048</w:t>
      </w:r>
      <w:r>
        <w:tab/>
        <w:t>1.013e0</w:t>
      </w:r>
    </w:p>
    <w:p w:rsidR="006974AE" w:rsidRDefault="006974AE" w:rsidP="006974AE">
      <w:r>
        <w:t>257.2130</w:t>
      </w:r>
      <w:r>
        <w:tab/>
        <w:t>2.025e0</w:t>
      </w:r>
    </w:p>
    <w:p w:rsidR="006974AE" w:rsidRDefault="006974AE" w:rsidP="006974AE">
      <w:r>
        <w:t>257.2391</w:t>
      </w:r>
      <w:r>
        <w:tab/>
        <w:t>1.013e0</w:t>
      </w:r>
    </w:p>
    <w:p w:rsidR="006974AE" w:rsidRDefault="006974AE" w:rsidP="006974AE">
      <w:r>
        <w:t>257.2595</w:t>
      </w:r>
      <w:r>
        <w:tab/>
        <w:t>1.013e0</w:t>
      </w:r>
    </w:p>
    <w:p w:rsidR="006974AE" w:rsidRDefault="006974AE" w:rsidP="006974AE">
      <w:r>
        <w:t>257.2686</w:t>
      </w:r>
      <w:r>
        <w:tab/>
        <w:t>2.025e0</w:t>
      </w:r>
    </w:p>
    <w:p w:rsidR="006974AE" w:rsidRDefault="006974AE" w:rsidP="006974AE">
      <w:r>
        <w:lastRenderedPageBreak/>
        <w:t>257.3015</w:t>
      </w:r>
      <w:r>
        <w:tab/>
        <w:t>1.013e0</w:t>
      </w:r>
    </w:p>
    <w:p w:rsidR="006974AE" w:rsidRDefault="006974AE" w:rsidP="006974AE">
      <w:r>
        <w:t>257.3059</w:t>
      </w:r>
      <w:r>
        <w:tab/>
        <w:t>1.013e0</w:t>
      </w:r>
    </w:p>
    <w:p w:rsidR="006974AE" w:rsidRDefault="006974AE" w:rsidP="006974AE">
      <w:r>
        <w:t>257.3260</w:t>
      </w:r>
      <w:r>
        <w:tab/>
        <w:t>2.025e0</w:t>
      </w:r>
    </w:p>
    <w:p w:rsidR="006974AE" w:rsidRDefault="006974AE" w:rsidP="006974AE">
      <w:r>
        <w:t>257.3284</w:t>
      </w:r>
      <w:r>
        <w:tab/>
        <w:t>1.013e0</w:t>
      </w:r>
    </w:p>
    <w:p w:rsidR="006974AE" w:rsidRDefault="006974AE" w:rsidP="006974AE">
      <w:r>
        <w:t>257.3321</w:t>
      </w:r>
      <w:r>
        <w:tab/>
        <w:t>1.013e0</w:t>
      </w:r>
    </w:p>
    <w:p w:rsidR="006974AE" w:rsidRDefault="006974AE" w:rsidP="006974AE">
      <w:r>
        <w:t>257.3706</w:t>
      </w:r>
      <w:r>
        <w:tab/>
        <w:t>1.013e0</w:t>
      </w:r>
    </w:p>
    <w:p w:rsidR="006974AE" w:rsidRDefault="006974AE" w:rsidP="006974AE">
      <w:r>
        <w:t>257.3746</w:t>
      </w:r>
      <w:r>
        <w:tab/>
        <w:t>2.025e0</w:t>
      </w:r>
    </w:p>
    <w:p w:rsidR="006974AE" w:rsidRDefault="006974AE" w:rsidP="006974AE">
      <w:r>
        <w:t>257.3969</w:t>
      </w:r>
      <w:r>
        <w:tab/>
        <w:t>1.013e0</w:t>
      </w:r>
    </w:p>
    <w:p w:rsidR="006974AE" w:rsidRDefault="006974AE" w:rsidP="006974AE">
      <w:r>
        <w:t>257.4252</w:t>
      </w:r>
      <w:r>
        <w:tab/>
        <w:t>1.013e0</w:t>
      </w:r>
    </w:p>
    <w:p w:rsidR="006974AE" w:rsidRDefault="006974AE" w:rsidP="006974AE">
      <w:r>
        <w:t>257.4398</w:t>
      </w:r>
      <w:r>
        <w:tab/>
        <w:t>1.013e0</w:t>
      </w:r>
    </w:p>
    <w:p w:rsidR="006974AE" w:rsidRDefault="006974AE" w:rsidP="006974AE">
      <w:r>
        <w:t>257.4825</w:t>
      </w:r>
      <w:r>
        <w:tab/>
        <w:t>1.013e0</w:t>
      </w:r>
    </w:p>
    <w:p w:rsidR="006974AE" w:rsidRDefault="006974AE" w:rsidP="006974AE">
      <w:r>
        <w:t>257.5246</w:t>
      </w:r>
      <w:r>
        <w:tab/>
        <w:t>1.013e0</w:t>
      </w:r>
    </w:p>
    <w:p w:rsidR="006974AE" w:rsidRDefault="006974AE" w:rsidP="006974AE">
      <w:r>
        <w:t>257.5288</w:t>
      </w:r>
      <w:r>
        <w:tab/>
        <w:t>1.013e0</w:t>
      </w:r>
    </w:p>
    <w:p w:rsidR="006974AE" w:rsidRDefault="006974AE" w:rsidP="006974AE">
      <w:r>
        <w:t>257.5646</w:t>
      </w:r>
      <w:r>
        <w:tab/>
        <w:t>2.025e0</w:t>
      </w:r>
    </w:p>
    <w:p w:rsidR="006974AE" w:rsidRDefault="006974AE" w:rsidP="006974AE">
      <w:r>
        <w:t>257.5878</w:t>
      </w:r>
      <w:r>
        <w:tab/>
        <w:t>1.013e0</w:t>
      </w:r>
    </w:p>
    <w:p w:rsidR="006974AE" w:rsidRDefault="006974AE" w:rsidP="006974AE">
      <w:r>
        <w:t>257.6217</w:t>
      </w:r>
      <w:r>
        <w:tab/>
        <w:t>1.013e0</w:t>
      </w:r>
    </w:p>
    <w:p w:rsidR="006974AE" w:rsidRDefault="006974AE" w:rsidP="006974AE">
      <w:r>
        <w:t>257.6257</w:t>
      </w:r>
      <w:r>
        <w:tab/>
        <w:t>1.013e0</w:t>
      </w:r>
    </w:p>
    <w:p w:rsidR="006974AE" w:rsidRDefault="006974AE" w:rsidP="006974AE">
      <w:r>
        <w:t>257.6400</w:t>
      </w:r>
      <w:r>
        <w:tab/>
        <w:t>1.013e0</w:t>
      </w:r>
    </w:p>
    <w:p w:rsidR="006974AE" w:rsidRDefault="006974AE" w:rsidP="006974AE">
      <w:r>
        <w:t>257.6786</w:t>
      </w:r>
      <w:r>
        <w:tab/>
        <w:t>1.013e0</w:t>
      </w:r>
    </w:p>
    <w:p w:rsidR="006974AE" w:rsidRDefault="006974AE" w:rsidP="006974AE">
      <w:r>
        <w:lastRenderedPageBreak/>
        <w:t>257.7165</w:t>
      </w:r>
      <w:r>
        <w:tab/>
        <w:t>1.013e0</w:t>
      </w:r>
    </w:p>
    <w:p w:rsidR="006974AE" w:rsidRDefault="006974AE" w:rsidP="006974AE">
      <w:r>
        <w:t>257.7373</w:t>
      </w:r>
      <w:r>
        <w:tab/>
        <w:t>2.025e0</w:t>
      </w:r>
    </w:p>
    <w:p w:rsidR="006974AE" w:rsidRDefault="006974AE" w:rsidP="006974AE">
      <w:r>
        <w:t>257.7881</w:t>
      </w:r>
      <w:r>
        <w:tab/>
        <w:t>1.013e0</w:t>
      </w:r>
    </w:p>
    <w:p w:rsidR="006974AE" w:rsidRDefault="006974AE" w:rsidP="006974AE">
      <w:r>
        <w:t>257.8099</w:t>
      </w:r>
      <w:r>
        <w:tab/>
        <w:t>1.013e0</w:t>
      </w:r>
    </w:p>
    <w:p w:rsidR="006974AE" w:rsidRDefault="006974AE" w:rsidP="006974AE">
      <w:r>
        <w:t>257.8210</w:t>
      </w:r>
      <w:r>
        <w:tab/>
        <w:t>2.025e0</w:t>
      </w:r>
    </w:p>
    <w:p w:rsidR="006974AE" w:rsidRDefault="006974AE" w:rsidP="006974AE">
      <w:r>
        <w:t>257.8488</w:t>
      </w:r>
      <w:r>
        <w:tab/>
        <w:t>1.013e0</w:t>
      </w:r>
    </w:p>
    <w:p w:rsidR="006974AE" w:rsidRDefault="006974AE" w:rsidP="006974AE">
      <w:r>
        <w:t>257.8603</w:t>
      </w:r>
      <w:r>
        <w:tab/>
        <w:t>1.013e0</w:t>
      </w:r>
    </w:p>
    <w:p w:rsidR="006974AE" w:rsidRDefault="006974AE" w:rsidP="006974AE">
      <w:r>
        <w:t>257.8741</w:t>
      </w:r>
      <w:r>
        <w:tab/>
        <w:t>1.013e0</w:t>
      </w:r>
    </w:p>
    <w:p w:rsidR="006974AE" w:rsidRDefault="006974AE" w:rsidP="006974AE">
      <w:r>
        <w:t>257.8872</w:t>
      </w:r>
      <w:r>
        <w:tab/>
        <w:t>1.013e0</w:t>
      </w:r>
    </w:p>
    <w:p w:rsidR="006974AE" w:rsidRDefault="006974AE" w:rsidP="006974AE">
      <w:r>
        <w:t>257.9219</w:t>
      </w:r>
      <w:r>
        <w:tab/>
        <w:t>1.013e0</w:t>
      </w:r>
    </w:p>
    <w:p w:rsidR="006974AE" w:rsidRDefault="006974AE" w:rsidP="006974AE">
      <w:r>
        <w:t>257.9377</w:t>
      </w:r>
      <w:r>
        <w:tab/>
        <w:t>1.013e0</w:t>
      </w:r>
    </w:p>
    <w:p w:rsidR="006974AE" w:rsidRDefault="006974AE" w:rsidP="006974AE">
      <w:r>
        <w:t>257.9462</w:t>
      </w:r>
      <w:r>
        <w:tab/>
        <w:t>1.013e0</w:t>
      </w:r>
    </w:p>
    <w:p w:rsidR="006974AE" w:rsidRDefault="006974AE" w:rsidP="006974AE">
      <w:r>
        <w:t>257.9528</w:t>
      </w:r>
      <w:r>
        <w:tab/>
        <w:t>2.025e0</w:t>
      </w:r>
    </w:p>
    <w:p w:rsidR="006974AE" w:rsidRDefault="006974AE" w:rsidP="006974AE">
      <w:r>
        <w:t>257.9581</w:t>
      </w:r>
      <w:r>
        <w:tab/>
        <w:t>2.025e0</w:t>
      </w:r>
    </w:p>
    <w:p w:rsidR="006974AE" w:rsidRDefault="006974AE" w:rsidP="006974AE">
      <w:r>
        <w:t>258.0028</w:t>
      </w:r>
      <w:r>
        <w:tab/>
        <w:t>1.013e0</w:t>
      </w:r>
    </w:p>
    <w:p w:rsidR="006974AE" w:rsidRDefault="006974AE" w:rsidP="006974AE">
      <w:r>
        <w:t>258.0147</w:t>
      </w:r>
      <w:r>
        <w:tab/>
        <w:t>4.051e0</w:t>
      </w:r>
    </w:p>
    <w:p w:rsidR="006974AE" w:rsidRDefault="006974AE" w:rsidP="006974AE">
      <w:r>
        <w:t>258.0186</w:t>
      </w:r>
      <w:r>
        <w:tab/>
        <w:t>2.025e0</w:t>
      </w:r>
    </w:p>
    <w:p w:rsidR="006974AE" w:rsidRDefault="006974AE" w:rsidP="006974AE">
      <w:r>
        <w:t>258.0201</w:t>
      </w:r>
      <w:r>
        <w:tab/>
        <w:t>3.038e0</w:t>
      </w:r>
    </w:p>
    <w:p w:rsidR="006974AE" w:rsidRDefault="006974AE" w:rsidP="006974AE">
      <w:r>
        <w:t>258.0275</w:t>
      </w:r>
      <w:r>
        <w:tab/>
        <w:t>1.013e0</w:t>
      </w:r>
    </w:p>
    <w:p w:rsidR="006974AE" w:rsidRDefault="006974AE" w:rsidP="006974AE">
      <w:r>
        <w:lastRenderedPageBreak/>
        <w:t>258.0360</w:t>
      </w:r>
      <w:r>
        <w:tab/>
        <w:t>6.076e0</w:t>
      </w:r>
    </w:p>
    <w:p w:rsidR="006974AE" w:rsidRDefault="006974AE" w:rsidP="006974AE">
      <w:r>
        <w:t>258.0573</w:t>
      </w:r>
      <w:r>
        <w:tab/>
        <w:t>2.025e0</w:t>
      </w:r>
    </w:p>
    <w:p w:rsidR="006974AE" w:rsidRDefault="006974AE" w:rsidP="006974AE">
      <w:r>
        <w:t>258.0751</w:t>
      </w:r>
      <w:r>
        <w:tab/>
        <w:t>2.025e0</w:t>
      </w:r>
    </w:p>
    <w:p w:rsidR="006974AE" w:rsidRDefault="006974AE" w:rsidP="006974AE">
      <w:r>
        <w:t>258.0800</w:t>
      </w:r>
      <w:r>
        <w:tab/>
        <w:t>1.013e0</w:t>
      </w:r>
    </w:p>
    <w:p w:rsidR="006974AE" w:rsidRDefault="006974AE" w:rsidP="006974AE">
      <w:r>
        <w:t>258.0835</w:t>
      </w:r>
      <w:r>
        <w:tab/>
        <w:t>1.013e0</w:t>
      </w:r>
    </w:p>
    <w:p w:rsidR="006974AE" w:rsidRDefault="006974AE" w:rsidP="006974AE">
      <w:r>
        <w:t>258.0878</w:t>
      </w:r>
      <w:r>
        <w:tab/>
        <w:t>1.013e0</w:t>
      </w:r>
    </w:p>
    <w:p w:rsidR="006974AE" w:rsidRDefault="006974AE" w:rsidP="006974AE">
      <w:r>
        <w:t>258.0915</w:t>
      </w:r>
      <w:r>
        <w:tab/>
        <w:t>1.013e0</w:t>
      </w:r>
    </w:p>
    <w:p w:rsidR="006974AE" w:rsidRDefault="006974AE" w:rsidP="006974AE">
      <w:r>
        <w:t>258.1001</w:t>
      </w:r>
      <w:r>
        <w:tab/>
        <w:t>2.025e0</w:t>
      </w:r>
    </w:p>
    <w:p w:rsidR="006974AE" w:rsidRDefault="006974AE" w:rsidP="006974AE">
      <w:r>
        <w:t>258.1133</w:t>
      </w:r>
      <w:r>
        <w:tab/>
        <w:t>2.025e0</w:t>
      </w:r>
    </w:p>
    <w:p w:rsidR="006974AE" w:rsidRDefault="006974AE" w:rsidP="006974AE">
      <w:r>
        <w:t>258.1263</w:t>
      </w:r>
      <w:r>
        <w:tab/>
        <w:t>1.013e0</w:t>
      </w:r>
    </w:p>
    <w:p w:rsidR="006974AE" w:rsidRDefault="006974AE" w:rsidP="006974AE">
      <w:r>
        <w:t>258.1563</w:t>
      </w:r>
      <w:r>
        <w:tab/>
        <w:t>1.013e0</w:t>
      </w:r>
    </w:p>
    <w:p w:rsidR="006974AE" w:rsidRDefault="006974AE" w:rsidP="006974AE">
      <w:r>
        <w:t>258.1606</w:t>
      </w:r>
      <w:r>
        <w:tab/>
        <w:t>1.013e0</w:t>
      </w:r>
    </w:p>
    <w:p w:rsidR="006974AE" w:rsidRDefault="006974AE" w:rsidP="006974AE">
      <w:r>
        <w:t>258.1648</w:t>
      </w:r>
      <w:r>
        <w:tab/>
        <w:t>1.013e0</w:t>
      </w:r>
    </w:p>
    <w:p w:rsidR="006974AE" w:rsidRDefault="006974AE" w:rsidP="006974AE">
      <w:r>
        <w:t>258.1766</w:t>
      </w:r>
      <w:r>
        <w:tab/>
        <w:t>2.025e0</w:t>
      </w:r>
    </w:p>
    <w:p w:rsidR="006974AE" w:rsidRDefault="006974AE" w:rsidP="006974AE">
      <w:r>
        <w:t>258.1887</w:t>
      </w:r>
      <w:r>
        <w:tab/>
        <w:t>3.038e0</w:t>
      </w:r>
    </w:p>
    <w:p w:rsidR="006974AE" w:rsidRDefault="006974AE" w:rsidP="006974AE">
      <w:r>
        <w:t>258.2030</w:t>
      </w:r>
      <w:r>
        <w:tab/>
        <w:t>1.013e0</w:t>
      </w:r>
    </w:p>
    <w:p w:rsidR="006974AE" w:rsidRDefault="006974AE" w:rsidP="006974AE">
      <w:r>
        <w:t>258.2110</w:t>
      </w:r>
      <w:r>
        <w:tab/>
        <w:t>1.013e0</w:t>
      </w:r>
    </w:p>
    <w:p w:rsidR="006974AE" w:rsidRDefault="006974AE" w:rsidP="006974AE">
      <w:r>
        <w:t>258.2192</w:t>
      </w:r>
      <w:r>
        <w:tab/>
        <w:t>1.013e0</w:t>
      </w:r>
    </w:p>
    <w:p w:rsidR="006974AE" w:rsidRDefault="006974AE" w:rsidP="006974AE">
      <w:r>
        <w:t>258.2416</w:t>
      </w:r>
      <w:r>
        <w:tab/>
        <w:t>1.013e0</w:t>
      </w:r>
    </w:p>
    <w:p w:rsidR="006974AE" w:rsidRDefault="006974AE" w:rsidP="006974AE">
      <w:r>
        <w:lastRenderedPageBreak/>
        <w:t>258.2458</w:t>
      </w:r>
      <w:r>
        <w:tab/>
        <w:t>1.013e0</w:t>
      </w:r>
    </w:p>
    <w:p w:rsidR="006974AE" w:rsidRDefault="006974AE" w:rsidP="006974AE">
      <w:r>
        <w:t>258.2578</w:t>
      </w:r>
      <w:r>
        <w:tab/>
        <w:t>1.013e0</w:t>
      </w:r>
    </w:p>
    <w:p w:rsidR="006974AE" w:rsidRDefault="006974AE" w:rsidP="006974AE">
      <w:r>
        <w:t>258.2667</w:t>
      </w:r>
      <w:r>
        <w:tab/>
        <w:t>1.013e0</w:t>
      </w:r>
    </w:p>
    <w:p w:rsidR="006974AE" w:rsidRDefault="006974AE" w:rsidP="006974AE">
      <w:r>
        <w:t>258.2711</w:t>
      </w:r>
      <w:r>
        <w:tab/>
        <w:t>1.013e0</w:t>
      </w:r>
    </w:p>
    <w:p w:rsidR="006974AE" w:rsidRDefault="006974AE" w:rsidP="006974AE">
      <w:r>
        <w:t>258.2884</w:t>
      </w:r>
      <w:r>
        <w:tab/>
        <w:t>1.013e0</w:t>
      </w:r>
    </w:p>
    <w:p w:rsidR="006974AE" w:rsidRDefault="006974AE" w:rsidP="006974AE">
      <w:r>
        <w:t>258.2921</w:t>
      </w:r>
      <w:r>
        <w:tab/>
        <w:t>1.013e0</w:t>
      </w:r>
    </w:p>
    <w:p w:rsidR="006974AE" w:rsidRDefault="006974AE" w:rsidP="006974AE">
      <w:r>
        <w:t>258.2961</w:t>
      </w:r>
      <w:r>
        <w:tab/>
        <w:t>2.025e0</w:t>
      </w:r>
    </w:p>
    <w:p w:rsidR="006974AE" w:rsidRDefault="006974AE" w:rsidP="006974AE">
      <w:r>
        <w:t>258.3146</w:t>
      </w:r>
      <w:r>
        <w:tab/>
        <w:t>1.013e0</w:t>
      </w:r>
    </w:p>
    <w:p w:rsidR="006974AE" w:rsidRDefault="006974AE" w:rsidP="006974AE">
      <w:r>
        <w:t>258.3525</w:t>
      </w:r>
      <w:r>
        <w:tab/>
        <w:t>1.013e0</w:t>
      </w:r>
    </w:p>
    <w:p w:rsidR="006974AE" w:rsidRDefault="006974AE" w:rsidP="006974AE">
      <w:r>
        <w:t>258.4630</w:t>
      </w:r>
      <w:r>
        <w:tab/>
        <w:t>1.013e0</w:t>
      </w:r>
    </w:p>
    <w:p w:rsidR="006974AE" w:rsidRDefault="006974AE" w:rsidP="006974AE">
      <w:r>
        <w:t>258.4807</w:t>
      </w:r>
      <w:r>
        <w:tab/>
        <w:t>1.013e0</w:t>
      </w:r>
    </w:p>
    <w:p w:rsidR="006974AE" w:rsidRDefault="006974AE" w:rsidP="006974AE">
      <w:r>
        <w:t>258.4965</w:t>
      </w:r>
      <w:r>
        <w:tab/>
        <w:t>1.013e0</w:t>
      </w:r>
    </w:p>
    <w:p w:rsidR="006974AE" w:rsidRDefault="006974AE" w:rsidP="006974AE">
      <w:r>
        <w:t>258.5106</w:t>
      </w:r>
      <w:r>
        <w:tab/>
        <w:t>1.013e0</w:t>
      </w:r>
    </w:p>
    <w:p w:rsidR="006974AE" w:rsidRDefault="006974AE" w:rsidP="006974AE">
      <w:r>
        <w:t>258.5232</w:t>
      </w:r>
      <w:r>
        <w:tab/>
        <w:t>1.013e0</w:t>
      </w:r>
    </w:p>
    <w:p w:rsidR="006974AE" w:rsidRDefault="006974AE" w:rsidP="006974AE">
      <w:r>
        <w:t>258.5315</w:t>
      </w:r>
      <w:r>
        <w:tab/>
        <w:t>1.013e0</w:t>
      </w:r>
    </w:p>
    <w:p w:rsidR="006974AE" w:rsidRDefault="006974AE" w:rsidP="006974AE">
      <w:r>
        <w:t>258.5540</w:t>
      </w:r>
      <w:r>
        <w:tab/>
        <w:t>1.013e0</w:t>
      </w:r>
    </w:p>
    <w:p w:rsidR="006974AE" w:rsidRDefault="006974AE" w:rsidP="006974AE">
      <w:r>
        <w:t>258.5656</w:t>
      </w:r>
      <w:r>
        <w:tab/>
        <w:t>4.051e0</w:t>
      </w:r>
    </w:p>
    <w:p w:rsidR="006974AE" w:rsidRDefault="006974AE" w:rsidP="006974AE">
      <w:r>
        <w:t>258.5701</w:t>
      </w:r>
      <w:r>
        <w:tab/>
        <w:t>1.013e0</w:t>
      </w:r>
    </w:p>
    <w:p w:rsidR="006974AE" w:rsidRDefault="006974AE" w:rsidP="006974AE">
      <w:r>
        <w:t>258.5828</w:t>
      </w:r>
      <w:r>
        <w:tab/>
        <w:t>1.013e0</w:t>
      </w:r>
    </w:p>
    <w:p w:rsidR="006974AE" w:rsidRDefault="006974AE" w:rsidP="006974AE">
      <w:r>
        <w:lastRenderedPageBreak/>
        <w:t>258.6006</w:t>
      </w:r>
      <w:r>
        <w:tab/>
        <w:t>1.013e0</w:t>
      </w:r>
    </w:p>
    <w:p w:rsidR="006974AE" w:rsidRDefault="006974AE" w:rsidP="006974AE">
      <w:r>
        <w:t>258.6046</w:t>
      </w:r>
      <w:r>
        <w:tab/>
        <w:t>1.013e0</w:t>
      </w:r>
    </w:p>
    <w:p w:rsidR="006974AE" w:rsidRDefault="006974AE" w:rsidP="006974AE">
      <w:r>
        <w:t>258.6125</w:t>
      </w:r>
      <w:r>
        <w:tab/>
        <w:t>1.013e0</w:t>
      </w:r>
    </w:p>
    <w:p w:rsidR="006974AE" w:rsidRDefault="006974AE" w:rsidP="006974AE">
      <w:r>
        <w:t>258.6208</w:t>
      </w:r>
      <w:r>
        <w:tab/>
        <w:t>1.013e0</w:t>
      </w:r>
    </w:p>
    <w:p w:rsidR="006974AE" w:rsidRDefault="006974AE" w:rsidP="006974AE">
      <w:r>
        <w:t>258.6548</w:t>
      </w:r>
      <w:r>
        <w:tab/>
        <w:t>2.025e0</w:t>
      </w:r>
    </w:p>
    <w:p w:rsidR="006974AE" w:rsidRDefault="006974AE" w:rsidP="006974AE">
      <w:r>
        <w:t>258.6897</w:t>
      </w:r>
      <w:r>
        <w:tab/>
        <w:t>1.013e0</w:t>
      </w:r>
    </w:p>
    <w:p w:rsidR="006974AE" w:rsidRDefault="006974AE" w:rsidP="006974AE">
      <w:r>
        <w:t>258.6935</w:t>
      </w:r>
      <w:r>
        <w:tab/>
        <w:t>2.025e0</w:t>
      </w:r>
    </w:p>
    <w:p w:rsidR="006974AE" w:rsidRDefault="006974AE" w:rsidP="006974AE">
      <w:r>
        <w:t>258.6976</w:t>
      </w:r>
      <w:r>
        <w:tab/>
        <w:t>2.025e0</w:t>
      </w:r>
    </w:p>
    <w:p w:rsidR="006974AE" w:rsidRDefault="006974AE" w:rsidP="006974AE">
      <w:r>
        <w:t>258.7406</w:t>
      </w:r>
      <w:r>
        <w:tab/>
        <w:t>1.013e0</w:t>
      </w:r>
    </w:p>
    <w:p w:rsidR="006974AE" w:rsidRDefault="006974AE" w:rsidP="006974AE">
      <w:r>
        <w:t>258.7587</w:t>
      </w:r>
      <w:r>
        <w:tab/>
        <w:t>1.013e0</w:t>
      </w:r>
    </w:p>
    <w:p w:rsidR="006974AE" w:rsidRDefault="006974AE" w:rsidP="006974AE">
      <w:r>
        <w:t>258.7793</w:t>
      </w:r>
      <w:r>
        <w:tab/>
        <w:t>1.013e0</w:t>
      </w:r>
    </w:p>
    <w:p w:rsidR="006974AE" w:rsidRDefault="006974AE" w:rsidP="006974AE">
      <w:r>
        <w:t>258.7854</w:t>
      </w:r>
      <w:r>
        <w:tab/>
        <w:t>2.025e0</w:t>
      </w:r>
    </w:p>
    <w:p w:rsidR="006974AE" w:rsidRDefault="006974AE" w:rsidP="006974AE">
      <w:r>
        <w:t>258.8012</w:t>
      </w:r>
      <w:r>
        <w:tab/>
        <w:t>1.013e0</w:t>
      </w:r>
    </w:p>
    <w:p w:rsidR="006974AE" w:rsidRDefault="006974AE" w:rsidP="006974AE">
      <w:r>
        <w:t>258.8089</w:t>
      </w:r>
      <w:r>
        <w:tab/>
        <w:t>1.013e0</w:t>
      </w:r>
    </w:p>
    <w:p w:rsidR="006974AE" w:rsidRDefault="006974AE" w:rsidP="006974AE">
      <w:r>
        <w:t>258.8502</w:t>
      </w:r>
      <w:r>
        <w:tab/>
        <w:t>2.025e0</w:t>
      </w:r>
    </w:p>
    <w:p w:rsidR="006974AE" w:rsidRDefault="006974AE" w:rsidP="006974AE">
      <w:r>
        <w:t>258.8514</w:t>
      </w:r>
      <w:r>
        <w:tab/>
        <w:t>2.025e0</w:t>
      </w:r>
    </w:p>
    <w:p w:rsidR="006974AE" w:rsidRDefault="006974AE" w:rsidP="006974AE">
      <w:r>
        <w:t>258.8587</w:t>
      </w:r>
      <w:r>
        <w:tab/>
        <w:t>2.025e0</w:t>
      </w:r>
    </w:p>
    <w:p w:rsidR="006974AE" w:rsidRDefault="006974AE" w:rsidP="006974AE">
      <w:r>
        <w:t>258.8862</w:t>
      </w:r>
      <w:r>
        <w:tab/>
        <w:t>2.025e0</w:t>
      </w:r>
    </w:p>
    <w:p w:rsidR="006974AE" w:rsidRDefault="006974AE" w:rsidP="006974AE">
      <w:r>
        <w:t>258.8900</w:t>
      </w:r>
      <w:r>
        <w:tab/>
        <w:t>1.013e0</w:t>
      </w:r>
    </w:p>
    <w:p w:rsidR="006974AE" w:rsidRDefault="006974AE" w:rsidP="006974AE">
      <w:r>
        <w:lastRenderedPageBreak/>
        <w:t>258.9307</w:t>
      </w:r>
      <w:r>
        <w:tab/>
        <w:t>2.025e0</w:t>
      </w:r>
    </w:p>
    <w:p w:rsidR="006974AE" w:rsidRDefault="006974AE" w:rsidP="006974AE">
      <w:r>
        <w:t>258.9468</w:t>
      </w:r>
      <w:r>
        <w:tab/>
        <w:t>1.013e0</w:t>
      </w:r>
    </w:p>
    <w:p w:rsidR="006974AE" w:rsidRDefault="006974AE" w:rsidP="006974AE">
      <w:r>
        <w:t>258.9594</w:t>
      </w:r>
      <w:r>
        <w:tab/>
        <w:t>1.013e0</w:t>
      </w:r>
    </w:p>
    <w:p w:rsidR="006974AE" w:rsidRDefault="006974AE" w:rsidP="006974AE">
      <w:r>
        <w:t>258.9855</w:t>
      </w:r>
      <w:r>
        <w:tab/>
        <w:t>1.013e0</w:t>
      </w:r>
    </w:p>
    <w:p w:rsidR="006974AE" w:rsidRDefault="006974AE" w:rsidP="006974AE">
      <w:r>
        <w:t>258.9937</w:t>
      </w:r>
      <w:r>
        <w:tab/>
        <w:t>1.013e0</w:t>
      </w:r>
    </w:p>
    <w:p w:rsidR="006974AE" w:rsidRDefault="006974AE" w:rsidP="006974AE">
      <w:r>
        <w:t>259.0040</w:t>
      </w:r>
      <w:r>
        <w:tab/>
        <w:t>3.038e0</w:t>
      </w:r>
    </w:p>
    <w:p w:rsidR="006974AE" w:rsidRDefault="006974AE" w:rsidP="006974AE">
      <w:r>
        <w:t>259.0096</w:t>
      </w:r>
      <w:r>
        <w:tab/>
        <w:t>2.025e0</w:t>
      </w:r>
    </w:p>
    <w:p w:rsidR="006974AE" w:rsidRDefault="006974AE" w:rsidP="006974AE">
      <w:r>
        <w:t>259.0150</w:t>
      </w:r>
      <w:r>
        <w:tab/>
        <w:t>2.025e0</w:t>
      </w:r>
    </w:p>
    <w:p w:rsidR="006974AE" w:rsidRDefault="006974AE" w:rsidP="006974AE">
      <w:r>
        <w:t>259.0263</w:t>
      </w:r>
      <w:r>
        <w:tab/>
        <w:t>2.025e0</w:t>
      </w:r>
    </w:p>
    <w:p w:rsidR="006974AE" w:rsidRDefault="006974AE" w:rsidP="006974AE">
      <w:r>
        <w:t>259.0275</w:t>
      </w:r>
      <w:r>
        <w:tab/>
        <w:t>2.025e0</w:t>
      </w:r>
    </w:p>
    <w:p w:rsidR="006974AE" w:rsidRDefault="006974AE" w:rsidP="006974AE">
      <w:r>
        <w:t>259.0342</w:t>
      </w:r>
      <w:r>
        <w:tab/>
        <w:t>2.025e0</w:t>
      </w:r>
    </w:p>
    <w:p w:rsidR="006974AE" w:rsidRDefault="006974AE" w:rsidP="006974AE">
      <w:r>
        <w:t>259.0522</w:t>
      </w:r>
      <w:r>
        <w:tab/>
        <w:t>4.051e0</w:t>
      </w:r>
    </w:p>
    <w:p w:rsidR="006974AE" w:rsidRDefault="006974AE" w:rsidP="006974AE">
      <w:r>
        <w:t>259.0621</w:t>
      </w:r>
      <w:r>
        <w:tab/>
        <w:t>2.025e0</w:t>
      </w:r>
    </w:p>
    <w:p w:rsidR="006974AE" w:rsidRDefault="006974AE" w:rsidP="006974AE">
      <w:r>
        <w:t>259.0712</w:t>
      </w:r>
      <w:r>
        <w:tab/>
        <w:t>1.013e0</w:t>
      </w:r>
    </w:p>
    <w:p w:rsidR="006974AE" w:rsidRDefault="006974AE" w:rsidP="006974AE">
      <w:r>
        <w:t>259.0745</w:t>
      </w:r>
      <w:r>
        <w:tab/>
        <w:t>2.025e0</w:t>
      </w:r>
    </w:p>
    <w:p w:rsidR="006974AE" w:rsidRDefault="006974AE" w:rsidP="006974AE">
      <w:r>
        <w:t>259.0829</w:t>
      </w:r>
      <w:r>
        <w:tab/>
        <w:t>4.051e0</w:t>
      </w:r>
    </w:p>
    <w:p w:rsidR="006974AE" w:rsidRDefault="006974AE" w:rsidP="006974AE">
      <w:r>
        <w:t>259.0867</w:t>
      </w:r>
      <w:r>
        <w:tab/>
        <w:t>1.013e0</w:t>
      </w:r>
    </w:p>
    <w:p w:rsidR="006974AE" w:rsidRDefault="006974AE" w:rsidP="006974AE">
      <w:r>
        <w:t>259.1173</w:t>
      </w:r>
      <w:r>
        <w:tab/>
        <w:t>1.013e0</w:t>
      </w:r>
    </w:p>
    <w:p w:rsidR="006974AE" w:rsidRDefault="006974AE" w:rsidP="006974AE">
      <w:r>
        <w:t>259.1217</w:t>
      </w:r>
      <w:r>
        <w:tab/>
        <w:t>1.013e0</w:t>
      </w:r>
    </w:p>
    <w:p w:rsidR="006974AE" w:rsidRDefault="006974AE" w:rsidP="006974AE">
      <w:r>
        <w:lastRenderedPageBreak/>
        <w:t>259.1283</w:t>
      </w:r>
      <w:r>
        <w:tab/>
        <w:t>2.025e0</w:t>
      </w:r>
    </w:p>
    <w:p w:rsidR="006974AE" w:rsidRDefault="006974AE" w:rsidP="006974AE">
      <w:r>
        <w:t>259.1343</w:t>
      </w:r>
      <w:r>
        <w:tab/>
        <w:t>1.013e0</w:t>
      </w:r>
    </w:p>
    <w:p w:rsidR="006974AE" w:rsidRDefault="006974AE" w:rsidP="006974AE">
      <w:r>
        <w:t>259.1388</w:t>
      </w:r>
      <w:r>
        <w:tab/>
        <w:t>1.013e0</w:t>
      </w:r>
    </w:p>
    <w:p w:rsidR="006974AE" w:rsidRDefault="006974AE" w:rsidP="006974AE">
      <w:r>
        <w:t>259.1503</w:t>
      </w:r>
      <w:r>
        <w:tab/>
        <w:t>2.025e0</w:t>
      </w:r>
    </w:p>
    <w:p w:rsidR="006974AE" w:rsidRDefault="006974AE" w:rsidP="006974AE">
      <w:r>
        <w:t>259.1599</w:t>
      </w:r>
      <w:r>
        <w:tab/>
        <w:t>1.013e0</w:t>
      </w:r>
    </w:p>
    <w:p w:rsidR="006974AE" w:rsidRDefault="006974AE" w:rsidP="006974AE">
      <w:r>
        <w:t>259.1677</w:t>
      </w:r>
      <w:r>
        <w:tab/>
        <w:t>1.013e0</w:t>
      </w:r>
    </w:p>
    <w:p w:rsidR="006974AE" w:rsidRDefault="006974AE" w:rsidP="006974AE">
      <w:r>
        <w:t>259.1775</w:t>
      </w:r>
      <w:r>
        <w:tab/>
        <w:t>1.013e0</w:t>
      </w:r>
    </w:p>
    <w:p w:rsidR="006974AE" w:rsidRDefault="006974AE" w:rsidP="006974AE">
      <w:r>
        <w:t>259.1870</w:t>
      </w:r>
      <w:r>
        <w:tab/>
        <w:t>1.013e0</w:t>
      </w:r>
    </w:p>
    <w:p w:rsidR="006974AE" w:rsidRDefault="006974AE" w:rsidP="006974AE">
      <w:r>
        <w:t>259.1948</w:t>
      </w:r>
      <w:r>
        <w:tab/>
        <w:t>1.013e0</w:t>
      </w:r>
    </w:p>
    <w:p w:rsidR="006974AE" w:rsidRDefault="006974AE" w:rsidP="006974AE">
      <w:r>
        <w:t>259.1965</w:t>
      </w:r>
      <w:r>
        <w:tab/>
        <w:t>2.025e0</w:t>
      </w:r>
    </w:p>
    <w:p w:rsidR="006974AE" w:rsidRDefault="006974AE" w:rsidP="006974AE">
      <w:r>
        <w:t>259.1985</w:t>
      </w:r>
      <w:r>
        <w:tab/>
        <w:t>1.013e0</w:t>
      </w:r>
    </w:p>
    <w:p w:rsidR="006974AE" w:rsidRDefault="006974AE" w:rsidP="006974AE">
      <w:r>
        <w:t>259.2111</w:t>
      </w:r>
      <w:r>
        <w:tab/>
        <w:t>1.013e0</w:t>
      </w:r>
    </w:p>
    <w:p w:rsidR="006974AE" w:rsidRDefault="006974AE" w:rsidP="006974AE">
      <w:r>
        <w:t>259.2264</w:t>
      </w:r>
      <w:r>
        <w:tab/>
        <w:t>2.025e0</w:t>
      </w:r>
    </w:p>
    <w:p w:rsidR="006974AE" w:rsidRDefault="006974AE" w:rsidP="006974AE">
      <w:r>
        <w:t>259.2294</w:t>
      </w:r>
      <w:r>
        <w:tab/>
        <w:t>2.025e0</w:t>
      </w:r>
    </w:p>
    <w:p w:rsidR="006974AE" w:rsidRDefault="006974AE" w:rsidP="006974AE">
      <w:r>
        <w:t>259.2603</w:t>
      </w:r>
      <w:r>
        <w:tab/>
        <w:t>2.025e0</w:t>
      </w:r>
    </w:p>
    <w:p w:rsidR="006974AE" w:rsidRDefault="006974AE" w:rsidP="006974AE">
      <w:r>
        <w:t>259.2912</w:t>
      </w:r>
      <w:r>
        <w:tab/>
        <w:t>2.025e0</w:t>
      </w:r>
    </w:p>
    <w:p w:rsidR="006974AE" w:rsidRDefault="006974AE" w:rsidP="006974AE">
      <w:r>
        <w:t>259.3023</w:t>
      </w:r>
      <w:r>
        <w:tab/>
        <w:t>1.013e0</w:t>
      </w:r>
    </w:p>
    <w:p w:rsidR="006974AE" w:rsidRDefault="006974AE" w:rsidP="006974AE">
      <w:r>
        <w:t>259.3610</w:t>
      </w:r>
      <w:r>
        <w:tab/>
        <w:t>1.013e0</w:t>
      </w:r>
    </w:p>
    <w:p w:rsidR="006974AE" w:rsidRDefault="006974AE" w:rsidP="006974AE">
      <w:r>
        <w:t>259.3913</w:t>
      </w:r>
      <w:r>
        <w:tab/>
        <w:t>1.013e0</w:t>
      </w:r>
    </w:p>
    <w:p w:rsidR="006974AE" w:rsidRDefault="006974AE" w:rsidP="006974AE">
      <w:r>
        <w:lastRenderedPageBreak/>
        <w:t>259.4125</w:t>
      </w:r>
      <w:r>
        <w:tab/>
        <w:t>1.013e0</w:t>
      </w:r>
    </w:p>
    <w:p w:rsidR="006974AE" w:rsidRDefault="006974AE" w:rsidP="006974AE">
      <w:r>
        <w:t>259.4173</w:t>
      </w:r>
      <w:r>
        <w:tab/>
        <w:t>1.013e0</w:t>
      </w:r>
    </w:p>
    <w:p w:rsidR="006974AE" w:rsidRDefault="006974AE" w:rsidP="006974AE">
      <w:r>
        <w:t>259.4339</w:t>
      </w:r>
      <w:r>
        <w:tab/>
        <w:t>1.013e0</w:t>
      </w:r>
    </w:p>
    <w:p w:rsidR="006974AE" w:rsidRDefault="006974AE" w:rsidP="006974AE">
      <w:r>
        <w:t>259.4646</w:t>
      </w:r>
      <w:r>
        <w:tab/>
        <w:t>2.025e0</w:t>
      </w:r>
    </w:p>
    <w:p w:rsidR="006974AE" w:rsidRDefault="006974AE" w:rsidP="006974AE">
      <w:r>
        <w:t>259.4764</w:t>
      </w:r>
      <w:r>
        <w:tab/>
        <w:t>1.013e0</w:t>
      </w:r>
    </w:p>
    <w:p w:rsidR="006974AE" w:rsidRDefault="006974AE" w:rsidP="006974AE">
      <w:r>
        <w:t>259.5327</w:t>
      </w:r>
      <w:r>
        <w:tab/>
        <w:t>1.013e0</w:t>
      </w:r>
    </w:p>
    <w:p w:rsidR="006974AE" w:rsidRDefault="006974AE" w:rsidP="006974AE">
      <w:r>
        <w:t>259.5376</w:t>
      </w:r>
      <w:r>
        <w:tab/>
        <w:t>2.025e0</w:t>
      </w:r>
    </w:p>
    <w:p w:rsidR="006974AE" w:rsidRDefault="006974AE" w:rsidP="006974AE">
      <w:r>
        <w:t>259.5417</w:t>
      </w:r>
      <w:r>
        <w:tab/>
        <w:t>2.025e0</w:t>
      </w:r>
    </w:p>
    <w:p w:rsidR="006974AE" w:rsidRDefault="006974AE" w:rsidP="006974AE">
      <w:r>
        <w:t>259.5456</w:t>
      </w:r>
      <w:r>
        <w:tab/>
        <w:t>1.013e0</w:t>
      </w:r>
    </w:p>
    <w:p w:rsidR="006974AE" w:rsidRDefault="006974AE" w:rsidP="006974AE">
      <w:r>
        <w:t>259.5519</w:t>
      </w:r>
      <w:r>
        <w:tab/>
        <w:t>2.025e0</w:t>
      </w:r>
    </w:p>
    <w:p w:rsidR="006974AE" w:rsidRDefault="006974AE" w:rsidP="006974AE">
      <w:r>
        <w:t>259.5925</w:t>
      </w:r>
      <w:r>
        <w:tab/>
        <w:t>1.013e0</w:t>
      </w:r>
    </w:p>
    <w:p w:rsidR="006974AE" w:rsidRDefault="006974AE" w:rsidP="006974AE">
      <w:r>
        <w:t>259.6096</w:t>
      </w:r>
      <w:r>
        <w:tab/>
        <w:t>1.013e0</w:t>
      </w:r>
    </w:p>
    <w:p w:rsidR="006974AE" w:rsidRDefault="006974AE" w:rsidP="006974AE">
      <w:r>
        <w:t>259.6227</w:t>
      </w:r>
      <w:r>
        <w:tab/>
        <w:t>1.013e0</w:t>
      </w:r>
    </w:p>
    <w:p w:rsidR="006974AE" w:rsidRDefault="006974AE" w:rsidP="006974AE">
      <w:r>
        <w:t>259.6693</w:t>
      </w:r>
      <w:r>
        <w:tab/>
        <w:t>1.013e0</w:t>
      </w:r>
    </w:p>
    <w:p w:rsidR="006974AE" w:rsidRDefault="006974AE" w:rsidP="006974AE">
      <w:r>
        <w:t>259.6772</w:t>
      </w:r>
      <w:r>
        <w:tab/>
        <w:t>1.013e0</w:t>
      </w:r>
    </w:p>
    <w:p w:rsidR="006974AE" w:rsidRDefault="006974AE" w:rsidP="006974AE">
      <w:r>
        <w:t>259.6868</w:t>
      </w:r>
      <w:r>
        <w:tab/>
        <w:t>1.013e0</w:t>
      </w:r>
    </w:p>
    <w:p w:rsidR="006974AE" w:rsidRDefault="006974AE" w:rsidP="006974AE">
      <w:r>
        <w:t>259.6917</w:t>
      </w:r>
      <w:r>
        <w:tab/>
        <w:t>1.013e0</w:t>
      </w:r>
    </w:p>
    <w:p w:rsidR="006974AE" w:rsidRDefault="006974AE" w:rsidP="006974AE">
      <w:r>
        <w:t>259.7083</w:t>
      </w:r>
      <w:r>
        <w:tab/>
        <w:t>1.013e0</w:t>
      </w:r>
    </w:p>
    <w:p w:rsidR="006974AE" w:rsidRDefault="006974AE" w:rsidP="006974AE">
      <w:r>
        <w:t>259.7253</w:t>
      </w:r>
      <w:r>
        <w:tab/>
        <w:t>2.025e0</w:t>
      </w:r>
    </w:p>
    <w:p w:rsidR="006974AE" w:rsidRDefault="006974AE" w:rsidP="006974AE">
      <w:r>
        <w:lastRenderedPageBreak/>
        <w:t>259.7293</w:t>
      </w:r>
      <w:r>
        <w:tab/>
        <w:t>2.025e0</w:t>
      </w:r>
    </w:p>
    <w:p w:rsidR="006974AE" w:rsidRDefault="006974AE" w:rsidP="006974AE">
      <w:r>
        <w:t>259.7587</w:t>
      </w:r>
      <w:r>
        <w:tab/>
        <w:t>1.013e0</w:t>
      </w:r>
    </w:p>
    <w:p w:rsidR="006974AE" w:rsidRDefault="006974AE" w:rsidP="006974AE">
      <w:r>
        <w:t>259.7814</w:t>
      </w:r>
      <w:r>
        <w:tab/>
        <w:t>1.013e0</w:t>
      </w:r>
    </w:p>
    <w:p w:rsidR="006974AE" w:rsidRDefault="006974AE" w:rsidP="006974AE">
      <w:r>
        <w:t>259.8071</w:t>
      </w:r>
      <w:r>
        <w:tab/>
        <w:t>1.013e0</w:t>
      </w:r>
    </w:p>
    <w:p w:rsidR="006974AE" w:rsidRDefault="006974AE" w:rsidP="006974AE">
      <w:r>
        <w:t>259.8356</w:t>
      </w:r>
      <w:r>
        <w:tab/>
        <w:t>1.013e0</w:t>
      </w:r>
    </w:p>
    <w:p w:rsidR="006974AE" w:rsidRDefault="006974AE" w:rsidP="006974AE">
      <w:r>
        <w:t>259.8567</w:t>
      </w:r>
      <w:r>
        <w:tab/>
        <w:t>2.025e0</w:t>
      </w:r>
    </w:p>
    <w:p w:rsidR="006974AE" w:rsidRDefault="006974AE" w:rsidP="006974AE">
      <w:r>
        <w:t>259.8622</w:t>
      </w:r>
      <w:r>
        <w:tab/>
        <w:t>1.013e0</w:t>
      </w:r>
    </w:p>
    <w:p w:rsidR="006974AE" w:rsidRDefault="006974AE" w:rsidP="006974AE">
      <w:r>
        <w:t>259.8841</w:t>
      </w:r>
      <w:r>
        <w:tab/>
        <w:t>1.013e0</w:t>
      </w:r>
    </w:p>
    <w:p w:rsidR="006974AE" w:rsidRDefault="006974AE" w:rsidP="006974AE">
      <w:r>
        <w:t>259.8968</w:t>
      </w:r>
      <w:r>
        <w:tab/>
        <w:t>1.013e0</w:t>
      </w:r>
    </w:p>
    <w:p w:rsidR="006974AE" w:rsidRDefault="006974AE" w:rsidP="006974AE">
      <w:r>
        <w:t>259.9091</w:t>
      </w:r>
      <w:r>
        <w:tab/>
        <w:t>1.013e0</w:t>
      </w:r>
    </w:p>
    <w:p w:rsidR="006974AE" w:rsidRDefault="006974AE" w:rsidP="006974AE">
      <w:r>
        <w:t>259.9628</w:t>
      </w:r>
      <w:r>
        <w:tab/>
        <w:t>2.025e0</w:t>
      </w:r>
    </w:p>
    <w:p w:rsidR="006974AE" w:rsidRDefault="006974AE" w:rsidP="006974AE">
      <w:r>
        <w:t>259.9702</w:t>
      </w:r>
      <w:r>
        <w:tab/>
        <w:t>1.013e0</w:t>
      </w:r>
    </w:p>
    <w:p w:rsidR="006974AE" w:rsidRDefault="006974AE" w:rsidP="006974AE">
      <w:r>
        <w:t>259.9780</w:t>
      </w:r>
      <w:r>
        <w:tab/>
        <w:t>2.025e0</w:t>
      </w:r>
    </w:p>
    <w:p w:rsidR="006974AE" w:rsidRDefault="006974AE" w:rsidP="006974AE">
      <w:r>
        <w:t>259.9860</w:t>
      </w:r>
      <w:r>
        <w:tab/>
        <w:t>1.013e0</w:t>
      </w:r>
    </w:p>
    <w:p w:rsidR="006974AE" w:rsidRDefault="006974AE" w:rsidP="006974AE">
      <w:r>
        <w:t>259.9902</w:t>
      </w:r>
      <w:r>
        <w:tab/>
        <w:t>1.013e0</w:t>
      </w:r>
    </w:p>
    <w:p w:rsidR="006974AE" w:rsidRDefault="006974AE" w:rsidP="006974AE">
      <w:r>
        <w:t>259.9952</w:t>
      </w:r>
      <w:r>
        <w:tab/>
        <w:t>6.076e0</w:t>
      </w:r>
    </w:p>
    <w:p w:rsidR="006974AE" w:rsidRDefault="006974AE" w:rsidP="006974AE">
      <w:r>
        <w:t>259.9993</w:t>
      </w:r>
      <w:r>
        <w:tab/>
        <w:t>1.013e0</w:t>
      </w:r>
    </w:p>
    <w:p w:rsidR="006974AE" w:rsidRDefault="006974AE" w:rsidP="006974AE">
      <w:r>
        <w:t>260.0090</w:t>
      </w:r>
      <w:r>
        <w:tab/>
        <w:t>2.025e0</w:t>
      </w:r>
    </w:p>
    <w:p w:rsidR="006974AE" w:rsidRDefault="006974AE" w:rsidP="006974AE">
      <w:r>
        <w:t>260.0106</w:t>
      </w:r>
      <w:r>
        <w:tab/>
        <w:t>2.025e0</w:t>
      </w:r>
    </w:p>
    <w:p w:rsidR="006974AE" w:rsidRDefault="006974AE" w:rsidP="006974AE">
      <w:r>
        <w:lastRenderedPageBreak/>
        <w:t>260.0147</w:t>
      </w:r>
      <w:r>
        <w:tab/>
        <w:t>2.025e0</w:t>
      </w:r>
    </w:p>
    <w:p w:rsidR="006974AE" w:rsidRDefault="006974AE" w:rsidP="006974AE">
      <w:r>
        <w:t>260.0162</w:t>
      </w:r>
      <w:r>
        <w:tab/>
        <w:t>4.051e0</w:t>
      </w:r>
    </w:p>
    <w:p w:rsidR="006974AE" w:rsidRDefault="006974AE" w:rsidP="006974AE">
      <w:r>
        <w:t>260.0248</w:t>
      </w:r>
      <w:r>
        <w:tab/>
        <w:t>2.025e0</w:t>
      </w:r>
    </w:p>
    <w:p w:rsidR="006974AE" w:rsidRDefault="006974AE" w:rsidP="006974AE">
      <w:r>
        <w:t>260.0353</w:t>
      </w:r>
      <w:r>
        <w:tab/>
        <w:t>3.038e0</w:t>
      </w:r>
    </w:p>
    <w:p w:rsidR="006974AE" w:rsidRDefault="006974AE" w:rsidP="006974AE">
      <w:r>
        <w:t>260.0478</w:t>
      </w:r>
      <w:r>
        <w:tab/>
        <w:t>1.013e0</w:t>
      </w:r>
    </w:p>
    <w:p w:rsidR="006974AE" w:rsidRDefault="006974AE" w:rsidP="006974AE">
      <w:r>
        <w:t>260.0592</w:t>
      </w:r>
      <w:r>
        <w:tab/>
        <w:t>1.013e0</w:t>
      </w:r>
    </w:p>
    <w:p w:rsidR="006974AE" w:rsidRDefault="006974AE" w:rsidP="006974AE">
      <w:r>
        <w:t>260.0636</w:t>
      </w:r>
      <w:r>
        <w:tab/>
        <w:t>1.013e0</w:t>
      </w:r>
    </w:p>
    <w:p w:rsidR="006974AE" w:rsidRDefault="006974AE" w:rsidP="006974AE">
      <w:r>
        <w:t>260.0767</w:t>
      </w:r>
      <w:r>
        <w:tab/>
        <w:t>3.038e0</w:t>
      </w:r>
    </w:p>
    <w:p w:rsidR="006974AE" w:rsidRDefault="006974AE" w:rsidP="006974AE">
      <w:r>
        <w:t>260.0842</w:t>
      </w:r>
      <w:r>
        <w:tab/>
        <w:t>2.025e0</w:t>
      </w:r>
    </w:p>
    <w:p w:rsidR="006974AE" w:rsidRDefault="006974AE" w:rsidP="006974AE">
      <w:r>
        <w:t>260.0899</w:t>
      </w:r>
      <w:r>
        <w:tab/>
        <w:t>1.013e0</w:t>
      </w:r>
    </w:p>
    <w:p w:rsidR="006974AE" w:rsidRDefault="006974AE" w:rsidP="006974AE">
      <w:r>
        <w:t>260.0978</w:t>
      </w:r>
      <w:r>
        <w:tab/>
        <w:t>2.025e0</w:t>
      </w:r>
    </w:p>
    <w:p w:rsidR="006974AE" w:rsidRDefault="006974AE" w:rsidP="006974AE">
      <w:r>
        <w:t>260.1149</w:t>
      </w:r>
      <w:r>
        <w:tab/>
        <w:t>1.013e0</w:t>
      </w:r>
    </w:p>
    <w:p w:rsidR="006974AE" w:rsidRDefault="006974AE" w:rsidP="006974AE">
      <w:r>
        <w:t>260.1200</w:t>
      </w:r>
      <w:r>
        <w:tab/>
        <w:t>1.013e0</w:t>
      </w:r>
    </w:p>
    <w:p w:rsidR="006974AE" w:rsidRDefault="006974AE" w:rsidP="006974AE">
      <w:r>
        <w:t>260.1712</w:t>
      </w:r>
      <w:r>
        <w:tab/>
        <w:t>2.025e0</w:t>
      </w:r>
    </w:p>
    <w:p w:rsidR="006974AE" w:rsidRDefault="006974AE" w:rsidP="006974AE">
      <w:r>
        <w:t>260.1750</w:t>
      </w:r>
      <w:r>
        <w:tab/>
        <w:t>3.038e0</w:t>
      </w:r>
    </w:p>
    <w:p w:rsidR="006974AE" w:rsidRDefault="006974AE" w:rsidP="006974AE">
      <w:r>
        <w:t>260.1907</w:t>
      </w:r>
      <w:r>
        <w:tab/>
        <w:t>2.025e0</w:t>
      </w:r>
    </w:p>
    <w:p w:rsidR="006974AE" w:rsidRDefault="006974AE" w:rsidP="006974AE">
      <w:r>
        <w:t>260.1919</w:t>
      </w:r>
      <w:r>
        <w:tab/>
        <w:t>1.013e0</w:t>
      </w:r>
    </w:p>
    <w:p w:rsidR="006974AE" w:rsidRDefault="006974AE" w:rsidP="006974AE">
      <w:r>
        <w:t>260.2027</w:t>
      </w:r>
      <w:r>
        <w:tab/>
        <w:t>2.025e0</w:t>
      </w:r>
    </w:p>
    <w:p w:rsidR="006974AE" w:rsidRDefault="006974AE" w:rsidP="006974AE">
      <w:r>
        <w:t>260.2256</w:t>
      </w:r>
      <w:r>
        <w:tab/>
        <w:t>1.013e0</w:t>
      </w:r>
    </w:p>
    <w:p w:rsidR="006974AE" w:rsidRDefault="006974AE" w:rsidP="006974AE">
      <w:r>
        <w:lastRenderedPageBreak/>
        <w:t>260.2356</w:t>
      </w:r>
      <w:r>
        <w:tab/>
        <w:t>1.013e0</w:t>
      </w:r>
    </w:p>
    <w:p w:rsidR="006974AE" w:rsidRDefault="006974AE" w:rsidP="006974AE">
      <w:r>
        <w:t>260.2482</w:t>
      </w:r>
      <w:r>
        <w:tab/>
        <w:t>1.013e0</w:t>
      </w:r>
    </w:p>
    <w:p w:rsidR="006974AE" w:rsidRDefault="006974AE" w:rsidP="006974AE">
      <w:r>
        <w:t>260.2790</w:t>
      </w:r>
      <w:r>
        <w:tab/>
        <w:t>1.013e0</w:t>
      </w:r>
    </w:p>
    <w:p w:rsidR="006974AE" w:rsidRDefault="006974AE" w:rsidP="006974AE">
      <w:r>
        <w:t>260.3101</w:t>
      </w:r>
      <w:r>
        <w:tab/>
        <w:t>2.025e0</w:t>
      </w:r>
    </w:p>
    <w:p w:rsidR="006974AE" w:rsidRDefault="006974AE" w:rsidP="006974AE">
      <w:r>
        <w:t>260.3126</w:t>
      </w:r>
      <w:r>
        <w:tab/>
        <w:t>2.025e0</w:t>
      </w:r>
    </w:p>
    <w:p w:rsidR="006974AE" w:rsidRDefault="006974AE" w:rsidP="006974AE">
      <w:r>
        <w:t>260.3338</w:t>
      </w:r>
      <w:r>
        <w:tab/>
        <w:t>1.013e0</w:t>
      </w:r>
    </w:p>
    <w:p w:rsidR="006974AE" w:rsidRDefault="006974AE" w:rsidP="006974AE">
      <w:r>
        <w:t>260.3561</w:t>
      </w:r>
      <w:r>
        <w:tab/>
        <w:t>1.013e0</w:t>
      </w:r>
    </w:p>
    <w:p w:rsidR="006974AE" w:rsidRDefault="006974AE" w:rsidP="006974AE">
      <w:r>
        <w:t>260.3681</w:t>
      </w:r>
      <w:r>
        <w:tab/>
        <w:t>1.013e0</w:t>
      </w:r>
    </w:p>
    <w:p w:rsidR="006974AE" w:rsidRDefault="006974AE" w:rsidP="006974AE">
      <w:r>
        <w:t>260.3724</w:t>
      </w:r>
      <w:r>
        <w:tab/>
        <w:t>1.013e0</w:t>
      </w:r>
    </w:p>
    <w:p w:rsidR="006974AE" w:rsidRDefault="006974AE" w:rsidP="006974AE">
      <w:r>
        <w:t>260.3876</w:t>
      </w:r>
      <w:r>
        <w:tab/>
        <w:t>2.025e0</w:t>
      </w:r>
    </w:p>
    <w:p w:rsidR="006974AE" w:rsidRDefault="006974AE" w:rsidP="006974AE">
      <w:r>
        <w:t>260.4107</w:t>
      </w:r>
      <w:r>
        <w:tab/>
        <w:t>1.013e0</w:t>
      </w:r>
    </w:p>
    <w:p w:rsidR="006974AE" w:rsidRDefault="006974AE" w:rsidP="006974AE">
      <w:r>
        <w:t>260.4149</w:t>
      </w:r>
      <w:r>
        <w:tab/>
        <w:t>2.025e0</w:t>
      </w:r>
    </w:p>
    <w:p w:rsidR="006974AE" w:rsidRDefault="006974AE" w:rsidP="006974AE">
      <w:r>
        <w:t>260.4666</w:t>
      </w:r>
      <w:r>
        <w:tab/>
        <w:t>1.013e0</w:t>
      </w:r>
    </w:p>
    <w:p w:rsidR="006974AE" w:rsidRDefault="006974AE" w:rsidP="006974AE">
      <w:r>
        <w:t>260.4744</w:t>
      </w:r>
      <w:r>
        <w:tab/>
        <w:t>2.025e0</w:t>
      </w:r>
    </w:p>
    <w:p w:rsidR="006974AE" w:rsidRDefault="006974AE" w:rsidP="006974AE">
      <w:r>
        <w:t>260.4761</w:t>
      </w:r>
      <w:r>
        <w:tab/>
        <w:t>1.013e0</w:t>
      </w:r>
    </w:p>
    <w:p w:rsidR="006974AE" w:rsidRDefault="006974AE" w:rsidP="006974AE">
      <w:r>
        <w:t>260.4922</w:t>
      </w:r>
      <w:r>
        <w:tab/>
        <w:t>1.013e0</w:t>
      </w:r>
    </w:p>
    <w:p w:rsidR="006974AE" w:rsidRDefault="006974AE" w:rsidP="006974AE">
      <w:r>
        <w:t>260.4968</w:t>
      </w:r>
      <w:r>
        <w:tab/>
        <w:t>2.025e0</w:t>
      </w:r>
    </w:p>
    <w:p w:rsidR="006974AE" w:rsidRDefault="006974AE" w:rsidP="006974AE">
      <w:r>
        <w:t>260.5005</w:t>
      </w:r>
      <w:r>
        <w:tab/>
        <w:t>2.025e0</w:t>
      </w:r>
    </w:p>
    <w:p w:rsidR="006974AE" w:rsidRDefault="006974AE" w:rsidP="006974AE">
      <w:r>
        <w:t>260.5309</w:t>
      </w:r>
      <w:r>
        <w:tab/>
        <w:t>1.013e0</w:t>
      </w:r>
    </w:p>
    <w:p w:rsidR="006974AE" w:rsidRDefault="006974AE" w:rsidP="006974AE">
      <w:r>
        <w:lastRenderedPageBreak/>
        <w:t>260.5547</w:t>
      </w:r>
      <w:r>
        <w:tab/>
        <w:t>2.025e0</w:t>
      </w:r>
    </w:p>
    <w:p w:rsidR="006974AE" w:rsidRDefault="006974AE" w:rsidP="006974AE">
      <w:r>
        <w:t>260.5632</w:t>
      </w:r>
      <w:r>
        <w:tab/>
        <w:t>2.025e0</w:t>
      </w:r>
    </w:p>
    <w:p w:rsidR="006974AE" w:rsidRDefault="006974AE" w:rsidP="006974AE">
      <w:r>
        <w:t>260.5836</w:t>
      </w:r>
      <w:r>
        <w:tab/>
        <w:t>3.038e0</w:t>
      </w:r>
    </w:p>
    <w:p w:rsidR="006974AE" w:rsidRDefault="006974AE" w:rsidP="006974AE">
      <w:r>
        <w:t>260.5961</w:t>
      </w:r>
      <w:r>
        <w:tab/>
        <w:t>1.013e0</w:t>
      </w:r>
    </w:p>
    <w:p w:rsidR="006974AE" w:rsidRDefault="006974AE" w:rsidP="006974AE">
      <w:r>
        <w:t>260.6038</w:t>
      </w:r>
      <w:r>
        <w:tab/>
        <w:t>1.013e0</w:t>
      </w:r>
    </w:p>
    <w:p w:rsidR="006974AE" w:rsidRDefault="006974AE" w:rsidP="006974AE">
      <w:r>
        <w:t>260.6466</w:t>
      </w:r>
      <w:r>
        <w:tab/>
        <w:t>2.025e0</w:t>
      </w:r>
    </w:p>
    <w:p w:rsidR="006974AE" w:rsidRDefault="006974AE" w:rsidP="006974AE">
      <w:r>
        <w:t>260.6647</w:t>
      </w:r>
      <w:r>
        <w:tab/>
        <w:t>1.013e0</w:t>
      </w:r>
    </w:p>
    <w:p w:rsidR="006974AE" w:rsidRDefault="006974AE" w:rsidP="006974AE">
      <w:r>
        <w:t>260.6734</w:t>
      </w:r>
      <w:r>
        <w:tab/>
        <w:t>1.013e0</w:t>
      </w:r>
    </w:p>
    <w:p w:rsidR="006974AE" w:rsidRDefault="006974AE" w:rsidP="006974AE">
      <w:r>
        <w:t>260.6773</w:t>
      </w:r>
      <w:r>
        <w:tab/>
        <w:t>1.013e0</w:t>
      </w:r>
    </w:p>
    <w:p w:rsidR="006974AE" w:rsidRDefault="006974AE" w:rsidP="006974AE">
      <w:r>
        <w:t>260.6851</w:t>
      </w:r>
      <w:r>
        <w:tab/>
        <w:t>1.013e0</w:t>
      </w:r>
    </w:p>
    <w:p w:rsidR="006974AE" w:rsidRDefault="006974AE" w:rsidP="006974AE">
      <w:r>
        <w:t>260.7082</w:t>
      </w:r>
      <w:r>
        <w:tab/>
        <w:t>1.013e0</w:t>
      </w:r>
    </w:p>
    <w:p w:rsidR="006974AE" w:rsidRDefault="006974AE" w:rsidP="006974AE">
      <w:r>
        <w:t>260.7323</w:t>
      </w:r>
      <w:r>
        <w:tab/>
        <w:t>1.013e0</w:t>
      </w:r>
    </w:p>
    <w:p w:rsidR="006974AE" w:rsidRDefault="006974AE" w:rsidP="006974AE">
      <w:r>
        <w:t>260.7465</w:t>
      </w:r>
      <w:r>
        <w:tab/>
        <w:t>1.013e0</w:t>
      </w:r>
    </w:p>
    <w:p w:rsidR="006974AE" w:rsidRDefault="006974AE" w:rsidP="006974AE">
      <w:r>
        <w:t>260.7583</w:t>
      </w:r>
      <w:r>
        <w:tab/>
        <w:t>1.013e0</w:t>
      </w:r>
    </w:p>
    <w:p w:rsidR="006974AE" w:rsidRDefault="006974AE" w:rsidP="006974AE">
      <w:r>
        <w:t>260.7893</w:t>
      </w:r>
      <w:r>
        <w:tab/>
        <w:t>1.013e0</w:t>
      </w:r>
    </w:p>
    <w:p w:rsidR="006974AE" w:rsidRDefault="006974AE" w:rsidP="006974AE">
      <w:r>
        <w:t>260.8188</w:t>
      </w:r>
      <w:r>
        <w:tab/>
        <w:t>1.013e0</w:t>
      </w:r>
    </w:p>
    <w:p w:rsidR="006974AE" w:rsidRDefault="006974AE" w:rsidP="006974AE">
      <w:r>
        <w:t>260.8356</w:t>
      </w:r>
      <w:r>
        <w:tab/>
        <w:t>1.013e0</w:t>
      </w:r>
    </w:p>
    <w:p w:rsidR="006974AE" w:rsidRDefault="006974AE" w:rsidP="006974AE">
      <w:r>
        <w:t>260.8527</w:t>
      </w:r>
      <w:r>
        <w:tab/>
        <w:t>1.013e0</w:t>
      </w:r>
    </w:p>
    <w:p w:rsidR="006974AE" w:rsidRDefault="006974AE" w:rsidP="006974AE">
      <w:r>
        <w:t>260.8745</w:t>
      </w:r>
      <w:r>
        <w:tab/>
        <w:t>2.025e0</w:t>
      </w:r>
    </w:p>
    <w:p w:rsidR="006974AE" w:rsidRDefault="006974AE" w:rsidP="006974AE">
      <w:r>
        <w:lastRenderedPageBreak/>
        <w:t>260.9038</w:t>
      </w:r>
      <w:r>
        <w:tab/>
        <w:t>2.025e0</w:t>
      </w:r>
    </w:p>
    <w:p w:rsidR="006974AE" w:rsidRDefault="006974AE" w:rsidP="006974AE">
      <w:r>
        <w:t>260.9518</w:t>
      </w:r>
      <w:r>
        <w:tab/>
        <w:t>1.013e0</w:t>
      </w:r>
    </w:p>
    <w:p w:rsidR="006974AE" w:rsidRDefault="006974AE" w:rsidP="006974AE">
      <w:r>
        <w:t>260.9664</w:t>
      </w:r>
      <w:r>
        <w:tab/>
        <w:t>2.025e0</w:t>
      </w:r>
    </w:p>
    <w:p w:rsidR="006974AE" w:rsidRDefault="006974AE" w:rsidP="006974AE">
      <w:r>
        <w:t>260.9956</w:t>
      </w:r>
      <w:r>
        <w:tab/>
        <w:t>2.053e1</w:t>
      </w:r>
    </w:p>
    <w:p w:rsidR="006974AE" w:rsidRDefault="006974AE" w:rsidP="006974AE">
      <w:r>
        <w:t>260.9970</w:t>
      </w:r>
      <w:r>
        <w:tab/>
        <w:t>1.519e1</w:t>
      </w:r>
    </w:p>
    <w:p w:rsidR="006974AE" w:rsidRDefault="006974AE" w:rsidP="006974AE">
      <w:r>
        <w:t>260.9988</w:t>
      </w:r>
      <w:r>
        <w:tab/>
        <w:t>6.481e1</w:t>
      </w:r>
    </w:p>
    <w:p w:rsidR="006974AE" w:rsidRDefault="006974AE" w:rsidP="006974AE">
      <w:r>
        <w:t>261.0013</w:t>
      </w:r>
      <w:r>
        <w:tab/>
        <w:t>5.468e1</w:t>
      </w:r>
    </w:p>
    <w:p w:rsidR="006974AE" w:rsidRDefault="006974AE" w:rsidP="006974AE">
      <w:r>
        <w:t>261.0388</w:t>
      </w:r>
      <w:r>
        <w:tab/>
        <w:t>3.038e0</w:t>
      </w:r>
    </w:p>
    <w:p w:rsidR="006974AE" w:rsidRDefault="006974AE" w:rsidP="006974AE">
      <w:r>
        <w:t>261.0598</w:t>
      </w:r>
      <w:r>
        <w:tab/>
        <w:t>1.013e0</w:t>
      </w:r>
    </w:p>
    <w:p w:rsidR="006974AE" w:rsidRDefault="006974AE" w:rsidP="006974AE">
      <w:r>
        <w:t>261.0716</w:t>
      </w:r>
      <w:r>
        <w:tab/>
        <w:t>4.051e0</w:t>
      </w:r>
    </w:p>
    <w:p w:rsidR="006974AE" w:rsidRDefault="006974AE" w:rsidP="006974AE">
      <w:r>
        <w:t>261.0782</w:t>
      </w:r>
      <w:r>
        <w:tab/>
        <w:t>3.038e0</w:t>
      </w:r>
    </w:p>
    <w:p w:rsidR="006974AE" w:rsidRDefault="006974AE" w:rsidP="006974AE">
      <w:r>
        <w:t>261.0945</w:t>
      </w:r>
      <w:r>
        <w:tab/>
        <w:t>1.013e0</w:t>
      </w:r>
    </w:p>
    <w:p w:rsidR="006974AE" w:rsidRDefault="006974AE" w:rsidP="006974AE">
      <w:r>
        <w:t>261.1101</w:t>
      </w:r>
      <w:r>
        <w:tab/>
        <w:t>1.013e0</w:t>
      </w:r>
    </w:p>
    <w:p w:rsidR="006974AE" w:rsidRDefault="006974AE" w:rsidP="006974AE">
      <w:r>
        <w:t>261.1212</w:t>
      </w:r>
      <w:r>
        <w:tab/>
        <w:t>9.114e0</w:t>
      </w:r>
    </w:p>
    <w:p w:rsidR="006974AE" w:rsidRDefault="006974AE" w:rsidP="006974AE">
      <w:r>
        <w:t>261.1246</w:t>
      </w:r>
      <w:r>
        <w:tab/>
        <w:t>3.448e0</w:t>
      </w:r>
    </w:p>
    <w:p w:rsidR="006974AE" w:rsidRDefault="006974AE" w:rsidP="006974AE">
      <w:r>
        <w:t>261.1264</w:t>
      </w:r>
      <w:r>
        <w:tab/>
        <w:t>3.038e0</w:t>
      </w:r>
    </w:p>
    <w:p w:rsidR="006974AE" w:rsidRDefault="006974AE" w:rsidP="006974AE">
      <w:r>
        <w:t>261.1278</w:t>
      </w:r>
      <w:r>
        <w:tab/>
        <w:t>2.025e0</w:t>
      </w:r>
    </w:p>
    <w:p w:rsidR="006974AE" w:rsidRDefault="006974AE" w:rsidP="006974AE">
      <w:r>
        <w:t>261.1434</w:t>
      </w:r>
      <w:r>
        <w:tab/>
        <w:t>4.051e0</w:t>
      </w:r>
    </w:p>
    <w:p w:rsidR="006974AE" w:rsidRDefault="006974AE" w:rsidP="006974AE">
      <w:r>
        <w:t>261.1571</w:t>
      </w:r>
      <w:r>
        <w:tab/>
        <w:t>2.025e0</w:t>
      </w:r>
    </w:p>
    <w:p w:rsidR="006974AE" w:rsidRDefault="006974AE" w:rsidP="006974AE">
      <w:r>
        <w:lastRenderedPageBreak/>
        <w:t>261.1583</w:t>
      </w:r>
      <w:r>
        <w:tab/>
        <w:t>4.051e0</w:t>
      </w:r>
    </w:p>
    <w:p w:rsidR="006974AE" w:rsidRDefault="006974AE" w:rsidP="006974AE">
      <w:r>
        <w:t>261.1621</w:t>
      </w:r>
      <w:r>
        <w:tab/>
        <w:t>1.013e0</w:t>
      </w:r>
    </w:p>
    <w:p w:rsidR="006974AE" w:rsidRDefault="006974AE" w:rsidP="006974AE">
      <w:r>
        <w:t>261.1677</w:t>
      </w:r>
      <w:r>
        <w:tab/>
        <w:t>4.051e0</w:t>
      </w:r>
    </w:p>
    <w:p w:rsidR="006974AE" w:rsidRDefault="006974AE" w:rsidP="006974AE">
      <w:r>
        <w:t>261.1796</w:t>
      </w:r>
      <w:r>
        <w:tab/>
        <w:t>1.013e0</w:t>
      </w:r>
    </w:p>
    <w:p w:rsidR="006974AE" w:rsidRDefault="006974AE" w:rsidP="006974AE">
      <w:r>
        <w:t>261.1833</w:t>
      </w:r>
      <w:r>
        <w:tab/>
        <w:t>1.013e0</w:t>
      </w:r>
    </w:p>
    <w:p w:rsidR="006974AE" w:rsidRDefault="006974AE" w:rsidP="006974AE">
      <w:r>
        <w:t>261.1875</w:t>
      </w:r>
      <w:r>
        <w:tab/>
        <w:t>2.025e0</w:t>
      </w:r>
    </w:p>
    <w:p w:rsidR="006974AE" w:rsidRDefault="006974AE" w:rsidP="006974AE">
      <w:r>
        <w:t>261.2101</w:t>
      </w:r>
      <w:r>
        <w:tab/>
        <w:t>1.013e0</w:t>
      </w:r>
    </w:p>
    <w:p w:rsidR="006974AE" w:rsidRDefault="006974AE" w:rsidP="006974AE">
      <w:r>
        <w:t>261.2346</w:t>
      </w:r>
      <w:r>
        <w:tab/>
        <w:t>1.013e0</w:t>
      </w:r>
    </w:p>
    <w:p w:rsidR="006974AE" w:rsidRDefault="006974AE" w:rsidP="006974AE">
      <w:r>
        <w:t>261.2443</w:t>
      </w:r>
      <w:r>
        <w:tab/>
        <w:t>1.013e0</w:t>
      </w:r>
    </w:p>
    <w:p w:rsidR="006974AE" w:rsidRDefault="006974AE" w:rsidP="006974AE">
      <w:r>
        <w:t>261.2827</w:t>
      </w:r>
      <w:r>
        <w:tab/>
        <w:t>1.013e0</w:t>
      </w:r>
    </w:p>
    <w:p w:rsidR="006974AE" w:rsidRDefault="006974AE" w:rsidP="006974AE">
      <w:r>
        <w:t>261.2967</w:t>
      </w:r>
      <w:r>
        <w:tab/>
        <w:t>3.038e0</w:t>
      </w:r>
    </w:p>
    <w:p w:rsidR="006974AE" w:rsidRDefault="006974AE" w:rsidP="006974AE">
      <w:r>
        <w:t>261.3036</w:t>
      </w:r>
      <w:r>
        <w:tab/>
        <w:t>1.013e0</w:t>
      </w:r>
    </w:p>
    <w:p w:rsidR="006974AE" w:rsidRDefault="006974AE" w:rsidP="006974AE">
      <w:r>
        <w:t>261.3120</w:t>
      </w:r>
      <w:r>
        <w:tab/>
        <w:t>1.013e0</w:t>
      </w:r>
    </w:p>
    <w:p w:rsidR="006974AE" w:rsidRDefault="006974AE" w:rsidP="006974AE">
      <w:r>
        <w:t>261.3214</w:t>
      </w:r>
      <w:r>
        <w:tab/>
        <w:t>1.013e0</w:t>
      </w:r>
    </w:p>
    <w:p w:rsidR="006974AE" w:rsidRDefault="006974AE" w:rsidP="006974AE">
      <w:r>
        <w:t>261.3303</w:t>
      </w:r>
      <w:r>
        <w:tab/>
        <w:t>1.013e0</w:t>
      </w:r>
    </w:p>
    <w:p w:rsidR="006974AE" w:rsidRDefault="006974AE" w:rsidP="006974AE">
      <w:r>
        <w:t>261.3530</w:t>
      </w:r>
      <w:r>
        <w:tab/>
        <w:t>2.025e0</w:t>
      </w:r>
    </w:p>
    <w:p w:rsidR="006974AE" w:rsidRDefault="006974AE" w:rsidP="006974AE">
      <w:r>
        <w:t>261.3552</w:t>
      </w:r>
      <w:r>
        <w:tab/>
        <w:t>1.013e0</w:t>
      </w:r>
    </w:p>
    <w:p w:rsidR="006974AE" w:rsidRDefault="006974AE" w:rsidP="006974AE">
      <w:r>
        <w:t>261.3690</w:t>
      </w:r>
      <w:r>
        <w:tab/>
        <w:t>1.013e0</w:t>
      </w:r>
    </w:p>
    <w:p w:rsidR="006974AE" w:rsidRDefault="006974AE" w:rsidP="006974AE">
      <w:r>
        <w:t>261.3766</w:t>
      </w:r>
      <w:r>
        <w:tab/>
        <w:t>1.013e0</w:t>
      </w:r>
    </w:p>
    <w:p w:rsidR="006974AE" w:rsidRDefault="006974AE" w:rsidP="006974AE">
      <w:r>
        <w:lastRenderedPageBreak/>
        <w:t>261.3806</w:t>
      </w:r>
      <w:r>
        <w:tab/>
        <w:t>1.013e0</w:t>
      </w:r>
    </w:p>
    <w:p w:rsidR="006974AE" w:rsidRDefault="006974AE" w:rsidP="006974AE">
      <w:r>
        <w:t>261.4116</w:t>
      </w:r>
      <w:r>
        <w:tab/>
        <w:t>1.013e0</w:t>
      </w:r>
    </w:p>
    <w:p w:rsidR="006974AE" w:rsidRDefault="006974AE" w:rsidP="006974AE">
      <w:r>
        <w:t>261.4155</w:t>
      </w:r>
      <w:r>
        <w:tab/>
        <w:t>3.038e0</w:t>
      </w:r>
    </w:p>
    <w:p w:rsidR="006974AE" w:rsidRDefault="006974AE" w:rsidP="006974AE">
      <w:r>
        <w:t>261.4213</w:t>
      </w:r>
      <w:r>
        <w:tab/>
        <w:t>2.025e0</w:t>
      </w:r>
    </w:p>
    <w:p w:rsidR="006974AE" w:rsidRDefault="006974AE" w:rsidP="006974AE">
      <w:r>
        <w:t>261.4424</w:t>
      </w:r>
      <w:r>
        <w:tab/>
        <w:t>1.013e0</w:t>
      </w:r>
    </w:p>
    <w:p w:rsidR="006974AE" w:rsidRDefault="006974AE" w:rsidP="006974AE">
      <w:r>
        <w:t>261.4618</w:t>
      </w:r>
      <w:r>
        <w:tab/>
        <w:t>1.013e0</w:t>
      </w:r>
    </w:p>
    <w:p w:rsidR="006974AE" w:rsidRDefault="006974AE" w:rsidP="006974AE">
      <w:r>
        <w:t>261.4668</w:t>
      </w:r>
      <w:r>
        <w:tab/>
        <w:t>1.013e0</w:t>
      </w:r>
    </w:p>
    <w:p w:rsidR="006974AE" w:rsidRDefault="006974AE" w:rsidP="006974AE">
      <w:r>
        <w:t>261.4886</w:t>
      </w:r>
      <w:r>
        <w:tab/>
        <w:t>1.013e0</w:t>
      </w:r>
    </w:p>
    <w:p w:rsidR="006974AE" w:rsidRDefault="006974AE" w:rsidP="006974AE">
      <w:r>
        <w:t>261.5487</w:t>
      </w:r>
      <w:r>
        <w:tab/>
        <w:t>1.013e0</w:t>
      </w:r>
    </w:p>
    <w:p w:rsidR="006974AE" w:rsidRDefault="006974AE" w:rsidP="006974AE">
      <w:r>
        <w:t>261.5597</w:t>
      </w:r>
      <w:r>
        <w:tab/>
        <w:t>3.038e0</w:t>
      </w:r>
    </w:p>
    <w:p w:rsidR="006974AE" w:rsidRDefault="006974AE" w:rsidP="006974AE">
      <w:r>
        <w:t>261.5967</w:t>
      </w:r>
      <w:r>
        <w:tab/>
        <w:t>1.013e0</w:t>
      </w:r>
    </w:p>
    <w:p w:rsidR="006974AE" w:rsidRDefault="006974AE" w:rsidP="006974AE">
      <w:r>
        <w:t>261.6197</w:t>
      </w:r>
      <w:r>
        <w:tab/>
        <w:t>2.025e0</w:t>
      </w:r>
    </w:p>
    <w:p w:rsidR="006974AE" w:rsidRDefault="006974AE" w:rsidP="006974AE">
      <w:r>
        <w:t>261.6555</w:t>
      </w:r>
      <w:r>
        <w:tab/>
        <w:t>1.013e0</w:t>
      </w:r>
    </w:p>
    <w:p w:rsidR="006974AE" w:rsidRDefault="006974AE" w:rsidP="006974AE">
      <w:r>
        <w:t>261.6576</w:t>
      </w:r>
      <w:r>
        <w:tab/>
        <w:t>2.025e0</w:t>
      </w:r>
    </w:p>
    <w:p w:rsidR="006974AE" w:rsidRDefault="006974AE" w:rsidP="006974AE">
      <w:r>
        <w:t>261.6652</w:t>
      </w:r>
      <w:r>
        <w:tab/>
        <w:t>1.013e0</w:t>
      </w:r>
    </w:p>
    <w:p w:rsidR="006974AE" w:rsidRDefault="006974AE" w:rsidP="006974AE">
      <w:r>
        <w:t>261.6740</w:t>
      </w:r>
      <w:r>
        <w:tab/>
        <w:t>1.013e0</w:t>
      </w:r>
    </w:p>
    <w:p w:rsidR="006974AE" w:rsidRDefault="006974AE" w:rsidP="006974AE">
      <w:r>
        <w:t>261.6779</w:t>
      </w:r>
      <w:r>
        <w:tab/>
        <w:t>1.013e0</w:t>
      </w:r>
    </w:p>
    <w:p w:rsidR="006974AE" w:rsidRDefault="006974AE" w:rsidP="006974AE">
      <w:r>
        <w:t>261.6939</w:t>
      </w:r>
      <w:r>
        <w:tab/>
        <w:t>1.013e0</w:t>
      </w:r>
    </w:p>
    <w:p w:rsidR="006974AE" w:rsidRDefault="006974AE" w:rsidP="006974AE">
      <w:r>
        <w:t>261.6991</w:t>
      </w:r>
      <w:r>
        <w:tab/>
        <w:t>1.013e0</w:t>
      </w:r>
    </w:p>
    <w:p w:rsidR="006974AE" w:rsidRDefault="006974AE" w:rsidP="006974AE">
      <w:r>
        <w:lastRenderedPageBreak/>
        <w:t>261.7130</w:t>
      </w:r>
      <w:r>
        <w:tab/>
        <w:t>1.013e0</w:t>
      </w:r>
    </w:p>
    <w:p w:rsidR="006974AE" w:rsidRDefault="006974AE" w:rsidP="006974AE">
      <w:r>
        <w:t>261.7209</w:t>
      </w:r>
      <w:r>
        <w:tab/>
        <w:t>1.013e0</w:t>
      </w:r>
    </w:p>
    <w:p w:rsidR="006974AE" w:rsidRDefault="006974AE" w:rsidP="006974AE">
      <w:r>
        <w:t>261.7268</w:t>
      </w:r>
      <w:r>
        <w:tab/>
        <w:t>2.025e0</w:t>
      </w:r>
    </w:p>
    <w:p w:rsidR="006974AE" w:rsidRDefault="006974AE" w:rsidP="006974AE">
      <w:r>
        <w:t>261.7285</w:t>
      </w:r>
      <w:r>
        <w:tab/>
        <w:t>1.013e0</w:t>
      </w:r>
    </w:p>
    <w:p w:rsidR="006974AE" w:rsidRDefault="006974AE" w:rsidP="006974AE">
      <w:r>
        <w:t>261.7714</w:t>
      </w:r>
      <w:r>
        <w:tab/>
        <w:t>1.013e0</w:t>
      </w:r>
    </w:p>
    <w:p w:rsidR="006974AE" w:rsidRDefault="006974AE" w:rsidP="006974AE">
      <w:r>
        <w:t>261.7762</w:t>
      </w:r>
      <w:r>
        <w:tab/>
        <w:t>1.013e0</w:t>
      </w:r>
    </w:p>
    <w:p w:rsidR="006974AE" w:rsidRDefault="006974AE" w:rsidP="006974AE">
      <w:r>
        <w:t>261.7900</w:t>
      </w:r>
      <w:r>
        <w:tab/>
        <w:t>1.013e0</w:t>
      </w:r>
    </w:p>
    <w:p w:rsidR="006974AE" w:rsidRDefault="006974AE" w:rsidP="006974AE">
      <w:r>
        <w:t>261.8077</w:t>
      </w:r>
      <w:r>
        <w:tab/>
        <w:t>2.025e0</w:t>
      </w:r>
    </w:p>
    <w:p w:rsidR="006974AE" w:rsidRDefault="006974AE" w:rsidP="006974AE">
      <w:r>
        <w:t>261.8199</w:t>
      </w:r>
      <w:r>
        <w:tab/>
        <w:t>1.013e0</w:t>
      </w:r>
    </w:p>
    <w:p w:rsidR="006974AE" w:rsidRDefault="006974AE" w:rsidP="006974AE">
      <w:r>
        <w:t>261.8250</w:t>
      </w:r>
      <w:r>
        <w:tab/>
        <w:t>1.013e0</w:t>
      </w:r>
    </w:p>
    <w:p w:rsidR="006974AE" w:rsidRDefault="006974AE" w:rsidP="006974AE">
      <w:r>
        <w:t>261.8541</w:t>
      </w:r>
      <w:r>
        <w:tab/>
        <w:t>1.013e0</w:t>
      </w:r>
    </w:p>
    <w:p w:rsidR="006974AE" w:rsidRDefault="006974AE" w:rsidP="006974AE">
      <w:r>
        <w:t>261.8600</w:t>
      </w:r>
      <w:r>
        <w:tab/>
        <w:t>2.025e0</w:t>
      </w:r>
    </w:p>
    <w:p w:rsidR="006974AE" w:rsidRDefault="006974AE" w:rsidP="006974AE">
      <w:r>
        <w:t>261.8634</w:t>
      </w:r>
      <w:r>
        <w:tab/>
        <w:t>1.013e0</w:t>
      </w:r>
    </w:p>
    <w:p w:rsidR="006974AE" w:rsidRDefault="006974AE" w:rsidP="006974AE">
      <w:r>
        <w:t>261.8796</w:t>
      </w:r>
      <w:r>
        <w:tab/>
        <w:t>1.013e0</w:t>
      </w:r>
    </w:p>
    <w:p w:rsidR="006974AE" w:rsidRDefault="006974AE" w:rsidP="006974AE">
      <w:r>
        <w:t>261.9142</w:t>
      </w:r>
      <w:r>
        <w:tab/>
        <w:t>2.025e0</w:t>
      </w:r>
    </w:p>
    <w:p w:rsidR="006974AE" w:rsidRDefault="006974AE" w:rsidP="006974AE">
      <w:r>
        <w:t>261.9268</w:t>
      </w:r>
      <w:r>
        <w:tab/>
        <w:t>1.013e0</w:t>
      </w:r>
    </w:p>
    <w:p w:rsidR="006974AE" w:rsidRDefault="006974AE" w:rsidP="006974AE">
      <w:r>
        <w:t>261.9364</w:t>
      </w:r>
      <w:r>
        <w:tab/>
        <w:t>1.013e0</w:t>
      </w:r>
    </w:p>
    <w:p w:rsidR="006974AE" w:rsidRDefault="006974AE" w:rsidP="006974AE">
      <w:r>
        <w:t>261.9408</w:t>
      </w:r>
      <w:r>
        <w:tab/>
        <w:t>1.013e0</w:t>
      </w:r>
    </w:p>
    <w:p w:rsidR="006974AE" w:rsidRDefault="006974AE" w:rsidP="006974AE">
      <w:r>
        <w:t>261.9490</w:t>
      </w:r>
      <w:r>
        <w:tab/>
        <w:t>1.013e0</w:t>
      </w:r>
    </w:p>
    <w:p w:rsidR="006974AE" w:rsidRDefault="006974AE" w:rsidP="006974AE">
      <w:r>
        <w:lastRenderedPageBreak/>
        <w:t>261.9530</w:t>
      </w:r>
      <w:r>
        <w:tab/>
        <w:t>1.013e0</w:t>
      </w:r>
    </w:p>
    <w:p w:rsidR="006974AE" w:rsidRDefault="006974AE" w:rsidP="006974AE">
      <w:r>
        <w:t>261.9605</w:t>
      </w:r>
      <w:r>
        <w:tab/>
        <w:t>1.013e0</w:t>
      </w:r>
    </w:p>
    <w:p w:rsidR="006974AE" w:rsidRDefault="006974AE" w:rsidP="006974AE">
      <w:r>
        <w:t>261.9655</w:t>
      </w:r>
      <w:r>
        <w:tab/>
        <w:t>1.013e0</w:t>
      </w:r>
    </w:p>
    <w:p w:rsidR="006974AE" w:rsidRDefault="006974AE" w:rsidP="006974AE">
      <w:r>
        <w:t>261.9854</w:t>
      </w:r>
      <w:r>
        <w:tab/>
        <w:t>2.025e0</w:t>
      </w:r>
    </w:p>
    <w:p w:rsidR="006974AE" w:rsidRDefault="006974AE" w:rsidP="006974AE">
      <w:r>
        <w:t>261.9955</w:t>
      </w:r>
      <w:r>
        <w:tab/>
        <w:t>3.038e0</w:t>
      </w:r>
    </w:p>
    <w:p w:rsidR="006974AE" w:rsidRDefault="006974AE" w:rsidP="006974AE">
      <w:r>
        <w:t>262.0044</w:t>
      </w:r>
      <w:r>
        <w:tab/>
        <w:t>8.101e0</w:t>
      </w:r>
    </w:p>
    <w:p w:rsidR="006974AE" w:rsidRDefault="006974AE" w:rsidP="006974AE">
      <w:r>
        <w:t>262.0103</w:t>
      </w:r>
      <w:r>
        <w:tab/>
        <w:t>4.051e0</w:t>
      </w:r>
    </w:p>
    <w:p w:rsidR="006974AE" w:rsidRDefault="006974AE" w:rsidP="006974AE">
      <w:r>
        <w:t>262.0215</w:t>
      </w:r>
      <w:r>
        <w:tab/>
        <w:t>5.063e0</w:t>
      </w:r>
    </w:p>
    <w:p w:rsidR="006974AE" w:rsidRDefault="006974AE" w:rsidP="006974AE">
      <w:r>
        <w:t>262.0263</w:t>
      </w:r>
      <w:r>
        <w:tab/>
        <w:t>1.013e0</w:t>
      </w:r>
    </w:p>
    <w:p w:rsidR="006974AE" w:rsidRDefault="006974AE" w:rsidP="006974AE">
      <w:r>
        <w:t>262.0304</w:t>
      </w:r>
      <w:r>
        <w:tab/>
        <w:t>1.013e0</w:t>
      </w:r>
    </w:p>
    <w:p w:rsidR="006974AE" w:rsidRDefault="006974AE" w:rsidP="006974AE">
      <w:r>
        <w:t>262.0342</w:t>
      </w:r>
      <w:r>
        <w:tab/>
        <w:t>2.025e0</w:t>
      </w:r>
    </w:p>
    <w:p w:rsidR="006974AE" w:rsidRDefault="006974AE" w:rsidP="006974AE">
      <w:r>
        <w:t>262.0607</w:t>
      </w:r>
      <w:r>
        <w:tab/>
        <w:t>1.013e0</w:t>
      </w:r>
    </w:p>
    <w:p w:rsidR="006974AE" w:rsidRDefault="006974AE" w:rsidP="006974AE">
      <w:r>
        <w:t>262.0691</w:t>
      </w:r>
      <w:r>
        <w:tab/>
        <w:t>1.013e0</w:t>
      </w:r>
    </w:p>
    <w:p w:rsidR="006974AE" w:rsidRDefault="006974AE" w:rsidP="006974AE">
      <w:r>
        <w:t>262.0815</w:t>
      </w:r>
      <w:r>
        <w:tab/>
        <w:t>1.013e0</w:t>
      </w:r>
    </w:p>
    <w:p w:rsidR="006974AE" w:rsidRDefault="006974AE" w:rsidP="006974AE">
      <w:r>
        <w:t>262.0912</w:t>
      </w:r>
      <w:r>
        <w:tab/>
        <w:t>1.013e0</w:t>
      </w:r>
    </w:p>
    <w:p w:rsidR="006974AE" w:rsidRDefault="006974AE" w:rsidP="006974AE">
      <w:r>
        <w:t>262.1154</w:t>
      </w:r>
      <w:r>
        <w:tab/>
        <w:t>1.013e0</w:t>
      </w:r>
    </w:p>
    <w:p w:rsidR="006974AE" w:rsidRDefault="006974AE" w:rsidP="006974AE">
      <w:r>
        <w:t>262.1252</w:t>
      </w:r>
      <w:r>
        <w:tab/>
        <w:t>1.013e0</w:t>
      </w:r>
    </w:p>
    <w:p w:rsidR="006974AE" w:rsidRDefault="006974AE" w:rsidP="006974AE">
      <w:r>
        <w:t>262.1295</w:t>
      </w:r>
      <w:r>
        <w:tab/>
        <w:t>2.025e0</w:t>
      </w:r>
    </w:p>
    <w:p w:rsidR="006974AE" w:rsidRDefault="006974AE" w:rsidP="006974AE">
      <w:r>
        <w:t>262.1381</w:t>
      </w:r>
      <w:r>
        <w:tab/>
        <w:t>1.013e0</w:t>
      </w:r>
    </w:p>
    <w:p w:rsidR="006974AE" w:rsidRDefault="006974AE" w:rsidP="006974AE">
      <w:r>
        <w:lastRenderedPageBreak/>
        <w:t>262.1405</w:t>
      </w:r>
      <w:r>
        <w:tab/>
        <w:t>2.025e0</w:t>
      </w:r>
    </w:p>
    <w:p w:rsidR="006974AE" w:rsidRDefault="006974AE" w:rsidP="006974AE">
      <w:r>
        <w:t>262.1546</w:t>
      </w:r>
      <w:r>
        <w:tab/>
        <w:t>1.013e0</w:t>
      </w:r>
    </w:p>
    <w:p w:rsidR="006974AE" w:rsidRDefault="006974AE" w:rsidP="006974AE">
      <w:r>
        <w:t>262.1578</w:t>
      </w:r>
      <w:r>
        <w:tab/>
        <w:t>2.025e0</w:t>
      </w:r>
    </w:p>
    <w:p w:rsidR="006974AE" w:rsidRDefault="006974AE" w:rsidP="006974AE">
      <w:r>
        <w:t>262.1648</w:t>
      </w:r>
      <w:r>
        <w:tab/>
        <w:t>4.051e0</w:t>
      </w:r>
    </w:p>
    <w:p w:rsidR="006974AE" w:rsidRDefault="006974AE" w:rsidP="006974AE">
      <w:r>
        <w:t>262.1691</w:t>
      </w:r>
      <w:r>
        <w:tab/>
        <w:t>1.013e0</w:t>
      </w:r>
    </w:p>
    <w:p w:rsidR="006974AE" w:rsidRDefault="006974AE" w:rsidP="006974AE">
      <w:r>
        <w:t>262.1808</w:t>
      </w:r>
      <w:r>
        <w:tab/>
        <w:t>1.013e0</w:t>
      </w:r>
    </w:p>
    <w:p w:rsidR="006974AE" w:rsidRDefault="006974AE" w:rsidP="006974AE">
      <w:r>
        <w:t>262.1891</w:t>
      </w:r>
      <w:r>
        <w:tab/>
        <w:t>2.025e0</w:t>
      </w:r>
    </w:p>
    <w:p w:rsidR="006974AE" w:rsidRDefault="006974AE" w:rsidP="006974AE">
      <w:r>
        <w:t>262.1931</w:t>
      </w:r>
      <w:r>
        <w:tab/>
        <w:t>1.013e0</w:t>
      </w:r>
    </w:p>
    <w:p w:rsidR="006974AE" w:rsidRDefault="006974AE" w:rsidP="006974AE">
      <w:r>
        <w:t>262.2155</w:t>
      </w:r>
      <w:r>
        <w:tab/>
        <w:t>2.025e0</w:t>
      </w:r>
    </w:p>
    <w:p w:rsidR="006974AE" w:rsidRDefault="006974AE" w:rsidP="006974AE">
      <w:r>
        <w:t>262.2198</w:t>
      </w:r>
      <w:r>
        <w:tab/>
        <w:t>1.013e0</w:t>
      </w:r>
    </w:p>
    <w:p w:rsidR="006974AE" w:rsidRDefault="006974AE" w:rsidP="006974AE">
      <w:r>
        <w:t>262.2505</w:t>
      </w:r>
      <w:r>
        <w:tab/>
        <w:t>1.013e0</w:t>
      </w:r>
    </w:p>
    <w:p w:rsidR="006974AE" w:rsidRDefault="006974AE" w:rsidP="006974AE">
      <w:r>
        <w:t>262.3188</w:t>
      </w:r>
      <w:r>
        <w:tab/>
        <w:t>2.025e0</w:t>
      </w:r>
    </w:p>
    <w:p w:rsidR="006974AE" w:rsidRDefault="006974AE" w:rsidP="006974AE">
      <w:r>
        <w:t>262.3237</w:t>
      </w:r>
      <w:r>
        <w:tab/>
        <w:t>1.013e0</w:t>
      </w:r>
    </w:p>
    <w:p w:rsidR="006974AE" w:rsidRDefault="006974AE" w:rsidP="006974AE">
      <w:r>
        <w:t>262.3395</w:t>
      </w:r>
      <w:r>
        <w:tab/>
        <w:t>2.025e0</w:t>
      </w:r>
    </w:p>
    <w:p w:rsidR="006974AE" w:rsidRDefault="006974AE" w:rsidP="006974AE">
      <w:r>
        <w:t>262.3486</w:t>
      </w:r>
      <w:r>
        <w:tab/>
        <w:t>1.013e0</w:t>
      </w:r>
    </w:p>
    <w:p w:rsidR="006974AE" w:rsidRDefault="006974AE" w:rsidP="006974AE">
      <w:r>
        <w:t>262.3580</w:t>
      </w:r>
      <w:r>
        <w:tab/>
        <w:t>1.013e0</w:t>
      </w:r>
    </w:p>
    <w:p w:rsidR="006974AE" w:rsidRDefault="006974AE" w:rsidP="006974AE">
      <w:r>
        <w:t>262.3703</w:t>
      </w:r>
      <w:r>
        <w:tab/>
        <w:t>2.025e0</w:t>
      </w:r>
    </w:p>
    <w:p w:rsidR="006974AE" w:rsidRDefault="006974AE" w:rsidP="006974AE">
      <w:r>
        <w:t>262.3746</w:t>
      </w:r>
      <w:r>
        <w:tab/>
        <w:t>1.013e0</w:t>
      </w:r>
    </w:p>
    <w:p w:rsidR="006974AE" w:rsidRDefault="006974AE" w:rsidP="006974AE">
      <w:r>
        <w:t>262.3920</w:t>
      </w:r>
      <w:r>
        <w:tab/>
        <w:t>1.013e0</w:t>
      </w:r>
    </w:p>
    <w:p w:rsidR="006974AE" w:rsidRDefault="006974AE" w:rsidP="006974AE">
      <w:r>
        <w:lastRenderedPageBreak/>
        <w:t>262.4010</w:t>
      </w:r>
      <w:r>
        <w:tab/>
        <w:t>2.025e0</w:t>
      </w:r>
    </w:p>
    <w:p w:rsidR="006974AE" w:rsidRDefault="006974AE" w:rsidP="006974AE">
      <w:r>
        <w:t>262.4169</w:t>
      </w:r>
      <w:r>
        <w:tab/>
        <w:t>1.013e0</w:t>
      </w:r>
    </w:p>
    <w:p w:rsidR="006974AE" w:rsidRDefault="006974AE" w:rsidP="006974AE">
      <w:r>
        <w:t>262.4311</w:t>
      </w:r>
      <w:r>
        <w:tab/>
        <w:t>1.013e0</w:t>
      </w:r>
    </w:p>
    <w:p w:rsidR="006974AE" w:rsidRDefault="006974AE" w:rsidP="006974AE">
      <w:r>
        <w:t>262.4651</w:t>
      </w:r>
      <w:r>
        <w:tab/>
        <w:t>1.013e0</w:t>
      </w:r>
    </w:p>
    <w:p w:rsidR="006974AE" w:rsidRDefault="006974AE" w:rsidP="006974AE">
      <w:r>
        <w:t>262.4748</w:t>
      </w:r>
      <w:r>
        <w:tab/>
        <w:t>1.013e0</w:t>
      </w:r>
    </w:p>
    <w:p w:rsidR="006974AE" w:rsidRDefault="006974AE" w:rsidP="006974AE">
      <w:r>
        <w:t>262.5036</w:t>
      </w:r>
      <w:r>
        <w:tab/>
        <w:t>1.013e0</w:t>
      </w:r>
    </w:p>
    <w:p w:rsidR="006974AE" w:rsidRDefault="006974AE" w:rsidP="006974AE">
      <w:r>
        <w:t>262.5214</w:t>
      </w:r>
      <w:r>
        <w:tab/>
        <w:t>2.025e0</w:t>
      </w:r>
    </w:p>
    <w:p w:rsidR="006974AE" w:rsidRDefault="006974AE" w:rsidP="006974AE">
      <w:r>
        <w:t>262.5473</w:t>
      </w:r>
      <w:r>
        <w:tab/>
        <w:t>1.013e0</w:t>
      </w:r>
    </w:p>
    <w:p w:rsidR="006974AE" w:rsidRDefault="006974AE" w:rsidP="006974AE">
      <w:r>
        <w:t>262.5678</w:t>
      </w:r>
      <w:r>
        <w:tab/>
        <w:t>1.013e0</w:t>
      </w:r>
    </w:p>
    <w:p w:rsidR="006974AE" w:rsidRDefault="006974AE" w:rsidP="006974AE">
      <w:r>
        <w:t>262.5816</w:t>
      </w:r>
      <w:r>
        <w:tab/>
        <w:t>1.013e0</w:t>
      </w:r>
    </w:p>
    <w:p w:rsidR="006974AE" w:rsidRDefault="006974AE" w:rsidP="006974AE">
      <w:r>
        <w:t>262.5906</w:t>
      </w:r>
      <w:r>
        <w:tab/>
        <w:t>1.013e0</w:t>
      </w:r>
    </w:p>
    <w:p w:rsidR="006974AE" w:rsidRDefault="006974AE" w:rsidP="006974AE">
      <w:r>
        <w:t>262.6068</w:t>
      </w:r>
      <w:r>
        <w:tab/>
        <w:t>1.013e0</w:t>
      </w:r>
    </w:p>
    <w:p w:rsidR="006974AE" w:rsidRDefault="006974AE" w:rsidP="006974AE">
      <w:r>
        <w:t>262.6156</w:t>
      </w:r>
      <w:r>
        <w:tab/>
        <w:t>1.013e0</w:t>
      </w:r>
    </w:p>
    <w:p w:rsidR="006974AE" w:rsidRDefault="006974AE" w:rsidP="006974AE">
      <w:r>
        <w:t>262.6763</w:t>
      </w:r>
      <w:r>
        <w:tab/>
        <w:t>1.013e0</w:t>
      </w:r>
    </w:p>
    <w:p w:rsidR="006974AE" w:rsidRDefault="006974AE" w:rsidP="006974AE">
      <w:r>
        <w:t>262.7109</w:t>
      </w:r>
      <w:r>
        <w:tab/>
        <w:t>1.013e0</w:t>
      </w:r>
    </w:p>
    <w:p w:rsidR="006974AE" w:rsidRDefault="006974AE" w:rsidP="006974AE">
      <w:r>
        <w:t>262.7166</w:t>
      </w:r>
      <w:r>
        <w:tab/>
        <w:t>2.025e0</w:t>
      </w:r>
    </w:p>
    <w:p w:rsidR="006974AE" w:rsidRDefault="006974AE" w:rsidP="006974AE">
      <w:r>
        <w:t>262.7320</w:t>
      </w:r>
      <w:r>
        <w:tab/>
        <w:t>2.025e0</w:t>
      </w:r>
    </w:p>
    <w:p w:rsidR="006974AE" w:rsidRDefault="006974AE" w:rsidP="006974AE">
      <w:r>
        <w:t>262.7805</w:t>
      </w:r>
      <w:r>
        <w:tab/>
        <w:t>1.013e0</w:t>
      </w:r>
    </w:p>
    <w:p w:rsidR="006974AE" w:rsidRDefault="006974AE" w:rsidP="006974AE">
      <w:r>
        <w:t>262.8002</w:t>
      </w:r>
      <w:r>
        <w:tab/>
        <w:t>1.013e0</w:t>
      </w:r>
    </w:p>
    <w:p w:rsidR="006974AE" w:rsidRDefault="006974AE" w:rsidP="006974AE">
      <w:r>
        <w:lastRenderedPageBreak/>
        <w:t>262.8053</w:t>
      </w:r>
      <w:r>
        <w:tab/>
        <w:t>2.025e0</w:t>
      </w:r>
    </w:p>
    <w:p w:rsidR="006974AE" w:rsidRDefault="006974AE" w:rsidP="006974AE">
      <w:r>
        <w:t>262.8658</w:t>
      </w:r>
      <w:r>
        <w:tab/>
        <w:t>1.013e0</w:t>
      </w:r>
    </w:p>
    <w:p w:rsidR="006974AE" w:rsidRDefault="006974AE" w:rsidP="006974AE">
      <w:r>
        <w:t>262.8699</w:t>
      </w:r>
      <w:r>
        <w:tab/>
        <w:t>1.013e0</w:t>
      </w:r>
    </w:p>
    <w:p w:rsidR="006974AE" w:rsidRDefault="006974AE" w:rsidP="006974AE">
      <w:r>
        <w:t>262.8925</w:t>
      </w:r>
      <w:r>
        <w:tab/>
        <w:t>1.013e0</w:t>
      </w:r>
    </w:p>
    <w:p w:rsidR="006974AE" w:rsidRDefault="006974AE" w:rsidP="006974AE">
      <w:r>
        <w:t>262.9046</w:t>
      </w:r>
      <w:r>
        <w:tab/>
        <w:t>1.013e0</w:t>
      </w:r>
    </w:p>
    <w:p w:rsidR="006974AE" w:rsidRDefault="006974AE" w:rsidP="006974AE">
      <w:r>
        <w:t>262.9315</w:t>
      </w:r>
      <w:r>
        <w:tab/>
        <w:t>1.013e0</w:t>
      </w:r>
    </w:p>
    <w:p w:rsidR="006974AE" w:rsidRDefault="006974AE" w:rsidP="006974AE">
      <w:r>
        <w:t>262.9470</w:t>
      </w:r>
      <w:r>
        <w:tab/>
        <w:t>1.013e0</w:t>
      </w:r>
    </w:p>
    <w:p w:rsidR="006974AE" w:rsidRDefault="006974AE" w:rsidP="006974AE">
      <w:r>
        <w:t>262.9511</w:t>
      </w:r>
      <w:r>
        <w:tab/>
        <w:t>1.013e0</w:t>
      </w:r>
    </w:p>
    <w:p w:rsidR="006974AE" w:rsidRDefault="006974AE" w:rsidP="006974AE">
      <w:r>
        <w:t>262.9619</w:t>
      </w:r>
      <w:r>
        <w:tab/>
        <w:t>1.334e0</w:t>
      </w:r>
    </w:p>
    <w:p w:rsidR="006974AE" w:rsidRDefault="006974AE" w:rsidP="006974AE">
      <w:r>
        <w:t>262.9651</w:t>
      </w:r>
      <w:r>
        <w:tab/>
        <w:t>1.013e0</w:t>
      </w:r>
    </w:p>
    <w:p w:rsidR="006974AE" w:rsidRDefault="006974AE" w:rsidP="006974AE">
      <w:r>
        <w:t>262.9817</w:t>
      </w:r>
      <w:r>
        <w:tab/>
        <w:t>1.013e0</w:t>
      </w:r>
    </w:p>
    <w:p w:rsidR="006974AE" w:rsidRDefault="006974AE" w:rsidP="006974AE">
      <w:r>
        <w:t>262.9842</w:t>
      </w:r>
      <w:r>
        <w:tab/>
        <w:t>3.038e0</w:t>
      </w:r>
    </w:p>
    <w:p w:rsidR="006974AE" w:rsidRDefault="006974AE" w:rsidP="006974AE">
      <w:r>
        <w:t>262.9924</w:t>
      </w:r>
      <w:r>
        <w:tab/>
        <w:t>2.025e0</w:t>
      </w:r>
    </w:p>
    <w:p w:rsidR="006974AE" w:rsidRDefault="006974AE" w:rsidP="006974AE">
      <w:r>
        <w:t>262.9943</w:t>
      </w:r>
      <w:r>
        <w:tab/>
        <w:t>1.013e0</w:t>
      </w:r>
    </w:p>
    <w:p w:rsidR="006974AE" w:rsidRDefault="006974AE" w:rsidP="006974AE">
      <w:r>
        <w:t>263.0017</w:t>
      </w:r>
      <w:r>
        <w:tab/>
        <w:t>2.025e0</w:t>
      </w:r>
    </w:p>
    <w:p w:rsidR="006974AE" w:rsidRDefault="006974AE" w:rsidP="006974AE">
      <w:r>
        <w:t>263.0034</w:t>
      </w:r>
      <w:r>
        <w:tab/>
        <w:t>4.051e0</w:t>
      </w:r>
    </w:p>
    <w:p w:rsidR="006974AE" w:rsidRDefault="006974AE" w:rsidP="006974AE">
      <w:r>
        <w:t>263.0044</w:t>
      </w:r>
      <w:r>
        <w:tab/>
        <w:t>1.013e0</w:t>
      </w:r>
    </w:p>
    <w:p w:rsidR="006974AE" w:rsidRDefault="006974AE" w:rsidP="006974AE">
      <w:r>
        <w:t>263.0205</w:t>
      </w:r>
      <w:r>
        <w:tab/>
        <w:t>3.038e0</w:t>
      </w:r>
    </w:p>
    <w:p w:rsidR="006974AE" w:rsidRDefault="006974AE" w:rsidP="006974AE">
      <w:r>
        <w:t>263.0244</w:t>
      </w:r>
      <w:r>
        <w:tab/>
        <w:t>1.013e0</w:t>
      </w:r>
    </w:p>
    <w:p w:rsidR="006974AE" w:rsidRDefault="006974AE" w:rsidP="006974AE">
      <w:r>
        <w:lastRenderedPageBreak/>
        <w:t>263.0268</w:t>
      </w:r>
      <w:r>
        <w:tab/>
        <w:t>2.270e0</w:t>
      </w:r>
    </w:p>
    <w:p w:rsidR="006974AE" w:rsidRDefault="006974AE" w:rsidP="006974AE">
      <w:r>
        <w:t>263.0383</w:t>
      </w:r>
      <w:r>
        <w:tab/>
        <w:t>4.051e0</w:t>
      </w:r>
    </w:p>
    <w:p w:rsidR="006974AE" w:rsidRDefault="006974AE" w:rsidP="006974AE">
      <w:r>
        <w:t>263.0431</w:t>
      </w:r>
      <w:r>
        <w:tab/>
        <w:t>4.051e0</w:t>
      </w:r>
    </w:p>
    <w:p w:rsidR="006974AE" w:rsidRDefault="006974AE" w:rsidP="006974AE">
      <w:r>
        <w:t>263.0676</w:t>
      </w:r>
      <w:r>
        <w:tab/>
        <w:t>1.013e0</w:t>
      </w:r>
    </w:p>
    <w:p w:rsidR="006974AE" w:rsidRDefault="006974AE" w:rsidP="006974AE">
      <w:r>
        <w:t>263.0767</w:t>
      </w:r>
      <w:r>
        <w:tab/>
        <w:t>3.038e0</w:t>
      </w:r>
    </w:p>
    <w:p w:rsidR="006974AE" w:rsidRDefault="006974AE" w:rsidP="006974AE">
      <w:r>
        <w:t>263.0830</w:t>
      </w:r>
      <w:r>
        <w:tab/>
        <w:t>2.025e0</w:t>
      </w:r>
    </w:p>
    <w:p w:rsidR="006974AE" w:rsidRDefault="006974AE" w:rsidP="006974AE">
      <w:r>
        <w:t>263.1011</w:t>
      </w:r>
      <w:r>
        <w:tab/>
        <w:t>3.038e0</w:t>
      </w:r>
    </w:p>
    <w:p w:rsidR="006974AE" w:rsidRDefault="006974AE" w:rsidP="006974AE">
      <w:r>
        <w:t>263.1228</w:t>
      </w:r>
      <w:r>
        <w:tab/>
        <w:t>2.025e0</w:t>
      </w:r>
    </w:p>
    <w:p w:rsidR="006974AE" w:rsidRDefault="006974AE" w:rsidP="006974AE">
      <w:r>
        <w:t>263.1249</w:t>
      </w:r>
      <w:r>
        <w:tab/>
        <w:t>1.013e0</w:t>
      </w:r>
    </w:p>
    <w:p w:rsidR="006974AE" w:rsidRDefault="006974AE" w:rsidP="006974AE">
      <w:r>
        <w:t>263.1366</w:t>
      </w:r>
      <w:r>
        <w:tab/>
        <w:t>2.025e0</w:t>
      </w:r>
    </w:p>
    <w:p w:rsidR="006974AE" w:rsidRDefault="006974AE" w:rsidP="006974AE">
      <w:r>
        <w:t>263.1500</w:t>
      </w:r>
      <w:r>
        <w:tab/>
        <w:t>1.013e0</w:t>
      </w:r>
    </w:p>
    <w:p w:rsidR="006974AE" w:rsidRDefault="006974AE" w:rsidP="006974AE">
      <w:r>
        <w:t>263.1552</w:t>
      </w:r>
      <w:r>
        <w:tab/>
        <w:t>1.013e0</w:t>
      </w:r>
    </w:p>
    <w:p w:rsidR="006974AE" w:rsidRDefault="006974AE" w:rsidP="006974AE">
      <w:r>
        <w:t>263.1636</w:t>
      </w:r>
      <w:r>
        <w:tab/>
        <w:t>1.013e0</w:t>
      </w:r>
    </w:p>
    <w:p w:rsidR="006974AE" w:rsidRDefault="006974AE" w:rsidP="006974AE">
      <w:r>
        <w:t>263.1790</w:t>
      </w:r>
      <w:r>
        <w:tab/>
        <w:t>4.051e0</w:t>
      </w:r>
    </w:p>
    <w:p w:rsidR="006974AE" w:rsidRDefault="006974AE" w:rsidP="006974AE">
      <w:r>
        <w:t>263.1845</w:t>
      </w:r>
      <w:r>
        <w:tab/>
        <w:t>3.038e0</w:t>
      </w:r>
    </w:p>
    <w:p w:rsidR="006974AE" w:rsidRDefault="006974AE" w:rsidP="006974AE">
      <w:r>
        <w:t>263.2004</w:t>
      </w:r>
      <w:r>
        <w:tab/>
        <w:t>3.038e0</w:t>
      </w:r>
    </w:p>
    <w:p w:rsidR="006974AE" w:rsidRDefault="006974AE" w:rsidP="006974AE">
      <w:r>
        <w:t>263.2084</w:t>
      </w:r>
      <w:r>
        <w:tab/>
        <w:t>2.025e0</w:t>
      </w:r>
    </w:p>
    <w:p w:rsidR="006974AE" w:rsidRDefault="006974AE" w:rsidP="006974AE">
      <w:r>
        <w:t>263.2278</w:t>
      </w:r>
      <w:r>
        <w:tab/>
        <w:t>1.013e0</w:t>
      </w:r>
    </w:p>
    <w:p w:rsidR="006974AE" w:rsidRDefault="006974AE" w:rsidP="006974AE">
      <w:r>
        <w:t>263.2488</w:t>
      </w:r>
      <w:r>
        <w:tab/>
        <w:t>1.013e0</w:t>
      </w:r>
    </w:p>
    <w:p w:rsidR="006974AE" w:rsidRDefault="006974AE" w:rsidP="006974AE">
      <w:r>
        <w:lastRenderedPageBreak/>
        <w:t>263.2529</w:t>
      </w:r>
      <w:r>
        <w:tab/>
        <w:t>2.025e0</w:t>
      </w:r>
    </w:p>
    <w:p w:rsidR="006974AE" w:rsidRDefault="006974AE" w:rsidP="006974AE">
      <w:r>
        <w:t>263.2759</w:t>
      </w:r>
      <w:r>
        <w:tab/>
        <w:t>1.013e0</w:t>
      </w:r>
    </w:p>
    <w:p w:rsidR="006974AE" w:rsidRDefault="006974AE" w:rsidP="006974AE">
      <w:r>
        <w:t>263.3186</w:t>
      </w:r>
      <w:r>
        <w:tab/>
        <w:t>1.013e0</w:t>
      </w:r>
    </w:p>
    <w:p w:rsidR="006974AE" w:rsidRDefault="006974AE" w:rsidP="006974AE">
      <w:r>
        <w:t>263.3530</w:t>
      </w:r>
      <w:r>
        <w:tab/>
        <w:t>1.013e0</w:t>
      </w:r>
    </w:p>
    <w:p w:rsidR="006974AE" w:rsidRDefault="006974AE" w:rsidP="006974AE">
      <w:r>
        <w:t>263.3611</w:t>
      </w:r>
      <w:r>
        <w:tab/>
        <w:t>1.013e0</w:t>
      </w:r>
    </w:p>
    <w:p w:rsidR="006974AE" w:rsidRDefault="006974AE" w:rsidP="006974AE">
      <w:r>
        <w:t>263.3693</w:t>
      </w:r>
      <w:r>
        <w:tab/>
        <w:t>1.013e0</w:t>
      </w:r>
    </w:p>
    <w:p w:rsidR="006974AE" w:rsidRDefault="006974AE" w:rsidP="006974AE">
      <w:r>
        <w:t>263.3839</w:t>
      </w:r>
      <w:r>
        <w:tab/>
        <w:t>1.013e0</w:t>
      </w:r>
    </w:p>
    <w:p w:rsidR="006974AE" w:rsidRDefault="006974AE" w:rsidP="006974AE">
      <w:r>
        <w:t>263.4001</w:t>
      </w:r>
      <w:r>
        <w:tab/>
        <w:t>1.013e0</w:t>
      </w:r>
    </w:p>
    <w:p w:rsidR="006974AE" w:rsidRDefault="006974AE" w:rsidP="006974AE">
      <w:r>
        <w:t>263.4266</w:t>
      </w:r>
      <w:r>
        <w:tab/>
        <w:t>3.038e0</w:t>
      </w:r>
    </w:p>
    <w:p w:rsidR="006974AE" w:rsidRDefault="006974AE" w:rsidP="006974AE">
      <w:r>
        <w:t>263.4472</w:t>
      </w:r>
      <w:r>
        <w:tab/>
        <w:t>1.013e0</w:t>
      </w:r>
    </w:p>
    <w:p w:rsidR="006974AE" w:rsidRDefault="006974AE" w:rsidP="006974AE">
      <w:r>
        <w:t>263.4614</w:t>
      </w:r>
      <w:r>
        <w:tab/>
        <w:t>2.025e0</w:t>
      </w:r>
    </w:p>
    <w:p w:rsidR="006974AE" w:rsidRDefault="006974AE" w:rsidP="006974AE">
      <w:r>
        <w:t>263.4677</w:t>
      </w:r>
      <w:r>
        <w:tab/>
        <w:t>2.025e0</w:t>
      </w:r>
    </w:p>
    <w:p w:rsidR="006974AE" w:rsidRDefault="006974AE" w:rsidP="006974AE">
      <w:r>
        <w:t>263.4814</w:t>
      </w:r>
      <w:r>
        <w:tab/>
        <w:t>1.013e0</w:t>
      </w:r>
    </w:p>
    <w:p w:rsidR="006974AE" w:rsidRDefault="006974AE" w:rsidP="006974AE">
      <w:r>
        <w:t>263.4908</w:t>
      </w:r>
      <w:r>
        <w:tab/>
        <w:t>1.013e0</w:t>
      </w:r>
    </w:p>
    <w:p w:rsidR="006974AE" w:rsidRDefault="006974AE" w:rsidP="006974AE">
      <w:r>
        <w:t>263.5083</w:t>
      </w:r>
      <w:r>
        <w:tab/>
        <w:t>1.013e0</w:t>
      </w:r>
    </w:p>
    <w:p w:rsidR="006974AE" w:rsidRDefault="006974AE" w:rsidP="006974AE">
      <w:r>
        <w:t>263.5300</w:t>
      </w:r>
      <w:r>
        <w:tab/>
        <w:t>1.013e0</w:t>
      </w:r>
    </w:p>
    <w:p w:rsidR="006974AE" w:rsidRDefault="006974AE" w:rsidP="006974AE">
      <w:r>
        <w:t>263.5450</w:t>
      </w:r>
      <w:r>
        <w:tab/>
        <w:t>3.038e0</w:t>
      </w:r>
    </w:p>
    <w:p w:rsidR="006974AE" w:rsidRDefault="006974AE" w:rsidP="006974AE">
      <w:r>
        <w:t>263.5471</w:t>
      </w:r>
      <w:r>
        <w:tab/>
        <w:t>2.025e0</w:t>
      </w:r>
    </w:p>
    <w:p w:rsidR="006974AE" w:rsidRDefault="006974AE" w:rsidP="006974AE">
      <w:r>
        <w:t>263.5690</w:t>
      </w:r>
      <w:r>
        <w:tab/>
        <w:t>1.013e0</w:t>
      </w:r>
    </w:p>
    <w:p w:rsidR="006974AE" w:rsidRDefault="006974AE" w:rsidP="006974AE">
      <w:r>
        <w:lastRenderedPageBreak/>
        <w:t>263.5775</w:t>
      </w:r>
      <w:r>
        <w:tab/>
        <w:t>1.013e0</w:t>
      </w:r>
    </w:p>
    <w:p w:rsidR="006974AE" w:rsidRDefault="006974AE" w:rsidP="006974AE">
      <w:r>
        <w:t>263.5815</w:t>
      </w:r>
      <w:r>
        <w:tab/>
        <w:t>1.013e0</w:t>
      </w:r>
    </w:p>
    <w:p w:rsidR="006974AE" w:rsidRDefault="006974AE" w:rsidP="006974AE">
      <w:r>
        <w:t>263.5855</w:t>
      </w:r>
      <w:r>
        <w:tab/>
        <w:t>1.013e0</w:t>
      </w:r>
    </w:p>
    <w:p w:rsidR="006974AE" w:rsidRDefault="006974AE" w:rsidP="006974AE">
      <w:r>
        <w:t>263.5898</w:t>
      </w:r>
      <w:r>
        <w:tab/>
        <w:t>1.013e0</w:t>
      </w:r>
    </w:p>
    <w:p w:rsidR="006974AE" w:rsidRDefault="006974AE" w:rsidP="006974AE">
      <w:r>
        <w:t>263.6125</w:t>
      </w:r>
      <w:r>
        <w:tab/>
        <w:t>2.025e0</w:t>
      </w:r>
    </w:p>
    <w:p w:rsidR="006974AE" w:rsidRDefault="006974AE" w:rsidP="006974AE">
      <w:r>
        <w:t>263.6137</w:t>
      </w:r>
      <w:r>
        <w:tab/>
        <w:t>2.025e0</w:t>
      </w:r>
    </w:p>
    <w:p w:rsidR="006974AE" w:rsidRDefault="006974AE" w:rsidP="006974AE">
      <w:r>
        <w:t>263.6243</w:t>
      </w:r>
      <w:r>
        <w:tab/>
        <w:t>1.013e0</w:t>
      </w:r>
    </w:p>
    <w:p w:rsidR="006974AE" w:rsidRDefault="006974AE" w:rsidP="006974AE">
      <w:r>
        <w:t>263.6470</w:t>
      </w:r>
      <w:r>
        <w:tab/>
        <w:t>1.013e0</w:t>
      </w:r>
    </w:p>
    <w:p w:rsidR="006974AE" w:rsidRDefault="006974AE" w:rsidP="006974AE">
      <w:r>
        <w:t>263.6811</w:t>
      </w:r>
      <w:r>
        <w:tab/>
        <w:t>1.013e0</w:t>
      </w:r>
    </w:p>
    <w:p w:rsidR="006974AE" w:rsidRDefault="006974AE" w:rsidP="006974AE">
      <w:r>
        <w:t>263.6898</w:t>
      </w:r>
      <w:r>
        <w:tab/>
        <w:t>1.013e0</w:t>
      </w:r>
    </w:p>
    <w:p w:rsidR="006974AE" w:rsidRDefault="006974AE" w:rsidP="006974AE">
      <w:r>
        <w:t>263.7102</w:t>
      </w:r>
      <w:r>
        <w:tab/>
        <w:t>2.025e0</w:t>
      </w:r>
    </w:p>
    <w:p w:rsidR="006974AE" w:rsidRDefault="006974AE" w:rsidP="006974AE">
      <w:r>
        <w:t>263.7367</w:t>
      </w:r>
      <w:r>
        <w:tab/>
        <w:t>2.025e0</w:t>
      </w:r>
    </w:p>
    <w:p w:rsidR="006974AE" w:rsidRDefault="006974AE" w:rsidP="006974AE">
      <w:r>
        <w:t>263.7408</w:t>
      </w:r>
      <w:r>
        <w:tab/>
        <w:t>1.013e0</w:t>
      </w:r>
    </w:p>
    <w:p w:rsidR="006974AE" w:rsidRDefault="006974AE" w:rsidP="006974AE">
      <w:r>
        <w:t>263.7542</w:t>
      </w:r>
      <w:r>
        <w:tab/>
        <w:t>1.013e0</w:t>
      </w:r>
    </w:p>
    <w:p w:rsidR="006974AE" w:rsidRDefault="006974AE" w:rsidP="006974AE">
      <w:r>
        <w:t>263.7634</w:t>
      </w:r>
      <w:r>
        <w:tab/>
        <w:t>1.013e0</w:t>
      </w:r>
    </w:p>
    <w:p w:rsidR="006974AE" w:rsidRDefault="006974AE" w:rsidP="006974AE">
      <w:r>
        <w:t>263.7756</w:t>
      </w:r>
      <w:r>
        <w:tab/>
        <w:t>1.013e0</w:t>
      </w:r>
    </w:p>
    <w:p w:rsidR="006974AE" w:rsidRDefault="006974AE" w:rsidP="006974AE">
      <w:r>
        <w:t>263.8024</w:t>
      </w:r>
      <w:r>
        <w:tab/>
        <w:t>1.013e0</w:t>
      </w:r>
    </w:p>
    <w:p w:rsidR="006974AE" w:rsidRDefault="006974AE" w:rsidP="006974AE">
      <w:r>
        <w:t>263.8141</w:t>
      </w:r>
      <w:r>
        <w:tab/>
        <w:t>1.013e0</w:t>
      </w:r>
    </w:p>
    <w:p w:rsidR="006974AE" w:rsidRDefault="006974AE" w:rsidP="006974AE">
      <w:r>
        <w:t>263.8368</w:t>
      </w:r>
      <w:r>
        <w:tab/>
        <w:t>1.013e0</w:t>
      </w:r>
    </w:p>
    <w:p w:rsidR="006974AE" w:rsidRDefault="006974AE" w:rsidP="006974AE">
      <w:r>
        <w:lastRenderedPageBreak/>
        <w:t>263.8429</w:t>
      </w:r>
      <w:r>
        <w:tab/>
        <w:t>6.076e0</w:t>
      </w:r>
    </w:p>
    <w:p w:rsidR="006974AE" w:rsidRDefault="006974AE" w:rsidP="006974AE">
      <w:r>
        <w:t>263.8615</w:t>
      </w:r>
      <w:r>
        <w:tab/>
        <w:t>2.025e0</w:t>
      </w:r>
    </w:p>
    <w:p w:rsidR="006974AE" w:rsidRDefault="006974AE" w:rsidP="006974AE">
      <w:r>
        <w:t>263.8795</w:t>
      </w:r>
      <w:r>
        <w:tab/>
        <w:t>1.013e0</w:t>
      </w:r>
    </w:p>
    <w:p w:rsidR="006974AE" w:rsidRDefault="006974AE" w:rsidP="006974AE">
      <w:r>
        <w:t>263.8876</w:t>
      </w:r>
      <w:r>
        <w:tab/>
        <w:t>1.013e0</w:t>
      </w:r>
    </w:p>
    <w:p w:rsidR="006974AE" w:rsidRDefault="006974AE" w:rsidP="006974AE">
      <w:r>
        <w:t>263.9054</w:t>
      </w:r>
      <w:r>
        <w:tab/>
        <w:t>1.013e0</w:t>
      </w:r>
    </w:p>
    <w:p w:rsidR="006974AE" w:rsidRDefault="006974AE" w:rsidP="006974AE">
      <w:r>
        <w:t>263.9144</w:t>
      </w:r>
      <w:r>
        <w:tab/>
        <w:t>1.013e0</w:t>
      </w:r>
    </w:p>
    <w:p w:rsidR="006974AE" w:rsidRDefault="006974AE" w:rsidP="006974AE">
      <w:r>
        <w:t>263.9655</w:t>
      </w:r>
      <w:r>
        <w:tab/>
        <w:t>1.013e0</w:t>
      </w:r>
    </w:p>
    <w:p w:rsidR="006974AE" w:rsidRDefault="006974AE" w:rsidP="006974AE">
      <w:r>
        <w:t>263.9735</w:t>
      </w:r>
      <w:r>
        <w:tab/>
        <w:t>2.025e0</w:t>
      </w:r>
    </w:p>
    <w:p w:rsidR="006974AE" w:rsidRDefault="006974AE" w:rsidP="006974AE">
      <w:r>
        <w:t>263.9852</w:t>
      </w:r>
      <w:r>
        <w:tab/>
        <w:t>3.038e0</w:t>
      </w:r>
    </w:p>
    <w:p w:rsidR="006974AE" w:rsidRDefault="006974AE" w:rsidP="006974AE">
      <w:r>
        <w:t>263.9880</w:t>
      </w:r>
      <w:r>
        <w:tab/>
        <w:t>1.013e0</w:t>
      </w:r>
    </w:p>
    <w:p w:rsidR="006974AE" w:rsidRDefault="006974AE" w:rsidP="006974AE">
      <w:r>
        <w:t>263.9919</w:t>
      </w:r>
      <w:r>
        <w:tab/>
        <w:t>2.025e0</w:t>
      </w:r>
    </w:p>
    <w:p w:rsidR="006974AE" w:rsidRDefault="006974AE" w:rsidP="006974AE">
      <w:r>
        <w:t>264.0079</w:t>
      </w:r>
      <w:r>
        <w:tab/>
        <w:t>3.038e0</w:t>
      </w:r>
    </w:p>
    <w:p w:rsidR="006974AE" w:rsidRDefault="006974AE" w:rsidP="006974AE">
      <w:r>
        <w:t>264.0127</w:t>
      </w:r>
      <w:r>
        <w:tab/>
        <w:t>1.013e0</w:t>
      </w:r>
    </w:p>
    <w:p w:rsidR="006974AE" w:rsidRDefault="006974AE" w:rsidP="006974AE">
      <w:r>
        <w:t>264.0186</w:t>
      </w:r>
      <w:r>
        <w:tab/>
        <w:t>5.063e0</w:t>
      </w:r>
    </w:p>
    <w:p w:rsidR="006974AE" w:rsidRDefault="006974AE" w:rsidP="006974AE">
      <w:r>
        <w:t>264.0221</w:t>
      </w:r>
      <w:r>
        <w:tab/>
        <w:t>3.365e0</w:t>
      </w:r>
    </w:p>
    <w:p w:rsidR="006974AE" w:rsidRDefault="006974AE" w:rsidP="006974AE">
      <w:r>
        <w:t>264.0306</w:t>
      </w:r>
      <w:r>
        <w:tab/>
        <w:t>1.013e0</w:t>
      </w:r>
    </w:p>
    <w:p w:rsidR="006974AE" w:rsidRDefault="006974AE" w:rsidP="006974AE">
      <w:r>
        <w:t>264.0349</w:t>
      </w:r>
      <w:r>
        <w:tab/>
        <w:t>1.013e0</w:t>
      </w:r>
    </w:p>
    <w:p w:rsidR="006974AE" w:rsidRDefault="006974AE" w:rsidP="006974AE">
      <w:r>
        <w:t>264.0390</w:t>
      </w:r>
      <w:r>
        <w:tab/>
        <w:t>1.013e0</w:t>
      </w:r>
    </w:p>
    <w:p w:rsidR="006974AE" w:rsidRDefault="006974AE" w:rsidP="006974AE">
      <w:r>
        <w:t>264.0594</w:t>
      </w:r>
      <w:r>
        <w:tab/>
        <w:t>2.025e0</w:t>
      </w:r>
    </w:p>
    <w:p w:rsidR="006974AE" w:rsidRDefault="006974AE" w:rsidP="006974AE">
      <w:r>
        <w:lastRenderedPageBreak/>
        <w:t>264.0608</w:t>
      </w:r>
      <w:r>
        <w:tab/>
        <w:t>3.038e0</w:t>
      </w:r>
    </w:p>
    <w:p w:rsidR="006974AE" w:rsidRDefault="006974AE" w:rsidP="006974AE">
      <w:r>
        <w:t>264.0695</w:t>
      </w:r>
      <w:r>
        <w:tab/>
        <w:t>2.025e0</w:t>
      </w:r>
    </w:p>
    <w:p w:rsidR="006974AE" w:rsidRDefault="006974AE" w:rsidP="006974AE">
      <w:r>
        <w:t>264.0778</w:t>
      </w:r>
      <w:r>
        <w:tab/>
        <w:t>1.013e0</w:t>
      </w:r>
    </w:p>
    <w:p w:rsidR="006974AE" w:rsidRDefault="006974AE" w:rsidP="006974AE">
      <w:r>
        <w:t>264.1006</w:t>
      </w:r>
      <w:r>
        <w:tab/>
        <w:t>1.013e0</w:t>
      </w:r>
    </w:p>
    <w:p w:rsidR="006974AE" w:rsidRDefault="006974AE" w:rsidP="006974AE">
      <w:r>
        <w:t>264.1045</w:t>
      </w:r>
      <w:r>
        <w:tab/>
        <w:t>1.013e0</w:t>
      </w:r>
    </w:p>
    <w:p w:rsidR="006974AE" w:rsidRDefault="006974AE" w:rsidP="006974AE">
      <w:r>
        <w:t>264.1122</w:t>
      </w:r>
      <w:r>
        <w:tab/>
        <w:t>1.013e0</w:t>
      </w:r>
    </w:p>
    <w:p w:rsidR="006974AE" w:rsidRDefault="006974AE" w:rsidP="006974AE">
      <w:r>
        <w:t>264.1162</w:t>
      </w:r>
      <w:r>
        <w:tab/>
        <w:t>1.013e0</w:t>
      </w:r>
    </w:p>
    <w:p w:rsidR="006974AE" w:rsidRDefault="006974AE" w:rsidP="006974AE">
      <w:r>
        <w:t>264.1211</w:t>
      </w:r>
      <w:r>
        <w:tab/>
        <w:t>3.038e0</w:t>
      </w:r>
    </w:p>
    <w:p w:rsidR="006974AE" w:rsidRDefault="006974AE" w:rsidP="006974AE">
      <w:r>
        <w:t>264.1393</w:t>
      </w:r>
      <w:r>
        <w:tab/>
        <w:t>2.025e0</w:t>
      </w:r>
    </w:p>
    <w:p w:rsidR="006974AE" w:rsidRDefault="006974AE" w:rsidP="006974AE">
      <w:r>
        <w:t>264.1418</w:t>
      </w:r>
      <w:r>
        <w:tab/>
        <w:t>2.025e0</w:t>
      </w:r>
    </w:p>
    <w:p w:rsidR="006974AE" w:rsidRDefault="006974AE" w:rsidP="006974AE">
      <w:r>
        <w:t>264.1591</w:t>
      </w:r>
      <w:r>
        <w:tab/>
        <w:t>1.013e0</w:t>
      </w:r>
    </w:p>
    <w:p w:rsidR="006974AE" w:rsidRDefault="006974AE" w:rsidP="006974AE">
      <w:r>
        <w:t>264.1730</w:t>
      </w:r>
      <w:r>
        <w:tab/>
        <w:t>2.025e0</w:t>
      </w:r>
    </w:p>
    <w:p w:rsidR="006974AE" w:rsidRDefault="006974AE" w:rsidP="006974AE">
      <w:r>
        <w:t>264.1902</w:t>
      </w:r>
      <w:r>
        <w:tab/>
        <w:t>2.025e0</w:t>
      </w:r>
    </w:p>
    <w:p w:rsidR="006974AE" w:rsidRDefault="006974AE" w:rsidP="006974AE">
      <w:r>
        <w:t>264.1937</w:t>
      </w:r>
      <w:r>
        <w:tab/>
        <w:t>1.013e0</w:t>
      </w:r>
    </w:p>
    <w:p w:rsidR="006974AE" w:rsidRDefault="006974AE" w:rsidP="006974AE">
      <w:r>
        <w:t>264.2055</w:t>
      </w:r>
      <w:r>
        <w:tab/>
        <w:t>2.025e0</w:t>
      </w:r>
    </w:p>
    <w:p w:rsidR="006974AE" w:rsidRDefault="006974AE" w:rsidP="006974AE">
      <w:r>
        <w:t>264.2126</w:t>
      </w:r>
      <w:r>
        <w:tab/>
        <w:t>2.025e0</w:t>
      </w:r>
    </w:p>
    <w:p w:rsidR="006974AE" w:rsidRDefault="006974AE" w:rsidP="006974AE">
      <w:r>
        <w:t>264.2359</w:t>
      </w:r>
      <w:r>
        <w:tab/>
        <w:t>5.063e0</w:t>
      </w:r>
    </w:p>
    <w:p w:rsidR="006974AE" w:rsidRDefault="006974AE" w:rsidP="006974AE">
      <w:r>
        <w:t>264.2396</w:t>
      </w:r>
      <w:r>
        <w:tab/>
        <w:t>2.025e0</w:t>
      </w:r>
    </w:p>
    <w:p w:rsidR="006974AE" w:rsidRDefault="006974AE" w:rsidP="006974AE">
      <w:r>
        <w:t>264.2470</w:t>
      </w:r>
      <w:r>
        <w:tab/>
        <w:t>1.013e0</w:t>
      </w:r>
    </w:p>
    <w:p w:rsidR="006974AE" w:rsidRDefault="006974AE" w:rsidP="006974AE">
      <w:r>
        <w:lastRenderedPageBreak/>
        <w:t>264.2514</w:t>
      </w:r>
      <w:r>
        <w:tab/>
        <w:t>1.013e0</w:t>
      </w:r>
    </w:p>
    <w:p w:rsidR="006974AE" w:rsidRDefault="006974AE" w:rsidP="006974AE">
      <w:r>
        <w:t>264.2592</w:t>
      </w:r>
      <w:r>
        <w:tab/>
        <w:t>1.013e0</w:t>
      </w:r>
    </w:p>
    <w:p w:rsidR="006974AE" w:rsidRDefault="006974AE" w:rsidP="006974AE">
      <w:r>
        <w:t>264.2809</w:t>
      </w:r>
      <w:r>
        <w:tab/>
        <w:t>1.013e0</w:t>
      </w:r>
    </w:p>
    <w:p w:rsidR="006974AE" w:rsidRDefault="006974AE" w:rsidP="006974AE">
      <w:r>
        <w:t>264.3063</w:t>
      </w:r>
      <w:r>
        <w:tab/>
        <w:t>1.013e0</w:t>
      </w:r>
    </w:p>
    <w:p w:rsidR="006974AE" w:rsidRDefault="006974AE" w:rsidP="006974AE">
      <w:r>
        <w:t>264.3154</w:t>
      </w:r>
      <w:r>
        <w:tab/>
        <w:t>2.025e0</w:t>
      </w:r>
    </w:p>
    <w:p w:rsidR="006974AE" w:rsidRDefault="006974AE" w:rsidP="006974AE">
      <w:r>
        <w:t>264.3259</w:t>
      </w:r>
      <w:r>
        <w:tab/>
        <w:t>2.025e0</w:t>
      </w:r>
    </w:p>
    <w:p w:rsidR="006974AE" w:rsidRDefault="006974AE" w:rsidP="006974AE">
      <w:r>
        <w:t>264.3756</w:t>
      </w:r>
      <w:r>
        <w:tab/>
        <w:t>1.013e0</w:t>
      </w:r>
    </w:p>
    <w:p w:rsidR="006974AE" w:rsidRDefault="006974AE" w:rsidP="006974AE">
      <w:r>
        <w:t>264.4028</w:t>
      </w:r>
      <w:r>
        <w:tab/>
        <w:t>1.013e0</w:t>
      </w:r>
    </w:p>
    <w:p w:rsidR="006974AE" w:rsidRDefault="006974AE" w:rsidP="006974AE">
      <w:r>
        <w:t>264.4064</w:t>
      </w:r>
      <w:r>
        <w:tab/>
        <w:t>1.013e0</w:t>
      </w:r>
    </w:p>
    <w:p w:rsidR="006974AE" w:rsidRDefault="006974AE" w:rsidP="006974AE">
      <w:r>
        <w:t>264.4186</w:t>
      </w:r>
      <w:r>
        <w:tab/>
        <w:t>3.038e0</w:t>
      </w:r>
    </w:p>
    <w:p w:rsidR="006974AE" w:rsidRDefault="006974AE" w:rsidP="006974AE">
      <w:r>
        <w:t>264.4228</w:t>
      </w:r>
      <w:r>
        <w:tab/>
        <w:t>1.013e0</w:t>
      </w:r>
    </w:p>
    <w:p w:rsidR="006974AE" w:rsidRDefault="006974AE" w:rsidP="006974AE">
      <w:r>
        <w:t>264.4646</w:t>
      </w:r>
      <w:r>
        <w:tab/>
        <w:t>2.025e0</w:t>
      </w:r>
    </w:p>
    <w:p w:rsidR="006974AE" w:rsidRDefault="006974AE" w:rsidP="006974AE">
      <w:r>
        <w:t>264.4799</w:t>
      </w:r>
      <w:r>
        <w:tab/>
        <w:t>1.013e0</w:t>
      </w:r>
    </w:p>
    <w:p w:rsidR="006974AE" w:rsidRDefault="006974AE" w:rsidP="006974AE">
      <w:r>
        <w:t>264.5059</w:t>
      </w:r>
      <w:r>
        <w:tab/>
        <w:t>1.013e0</w:t>
      </w:r>
    </w:p>
    <w:p w:rsidR="006974AE" w:rsidRDefault="006974AE" w:rsidP="006974AE">
      <w:r>
        <w:t>264.5152</w:t>
      </w:r>
      <w:r>
        <w:tab/>
        <w:t>1.013e0</w:t>
      </w:r>
    </w:p>
    <w:p w:rsidR="006974AE" w:rsidRDefault="006974AE" w:rsidP="006974AE">
      <w:r>
        <w:t>264.5398</w:t>
      </w:r>
      <w:r>
        <w:tab/>
        <w:t>1.013e0</w:t>
      </w:r>
    </w:p>
    <w:p w:rsidR="006974AE" w:rsidRDefault="006974AE" w:rsidP="006974AE">
      <w:r>
        <w:t>264.5659</w:t>
      </w:r>
      <w:r>
        <w:tab/>
        <w:t>1.013e0</w:t>
      </w:r>
    </w:p>
    <w:p w:rsidR="006974AE" w:rsidRDefault="006974AE" w:rsidP="006974AE">
      <w:r>
        <w:t>264.5694</w:t>
      </w:r>
      <w:r>
        <w:tab/>
        <w:t>1.013e0</w:t>
      </w:r>
    </w:p>
    <w:p w:rsidR="006974AE" w:rsidRDefault="006974AE" w:rsidP="006974AE">
      <w:r>
        <w:t>264.5740</w:t>
      </w:r>
      <w:r>
        <w:tab/>
        <w:t>1.013e0</w:t>
      </w:r>
    </w:p>
    <w:p w:rsidR="006974AE" w:rsidRDefault="006974AE" w:rsidP="006974AE">
      <w:r>
        <w:lastRenderedPageBreak/>
        <w:t>264.5792</w:t>
      </w:r>
      <w:r>
        <w:tab/>
        <w:t>1.013e0</w:t>
      </w:r>
    </w:p>
    <w:p w:rsidR="006974AE" w:rsidRDefault="006974AE" w:rsidP="006974AE">
      <w:r>
        <w:t>264.6007</w:t>
      </w:r>
      <w:r>
        <w:tab/>
        <w:t>1.013e0</w:t>
      </w:r>
    </w:p>
    <w:p w:rsidR="006974AE" w:rsidRDefault="006974AE" w:rsidP="006974AE">
      <w:r>
        <w:t>264.6084</w:t>
      </w:r>
      <w:r>
        <w:tab/>
        <w:t>2.025e0</w:t>
      </w:r>
    </w:p>
    <w:p w:rsidR="006974AE" w:rsidRDefault="006974AE" w:rsidP="006974AE">
      <w:r>
        <w:t>264.6232</w:t>
      </w:r>
      <w:r>
        <w:tab/>
        <w:t>1.013e0</w:t>
      </w:r>
    </w:p>
    <w:p w:rsidR="006974AE" w:rsidRDefault="006974AE" w:rsidP="006974AE">
      <w:r>
        <w:t>264.6392</w:t>
      </w:r>
      <w:r>
        <w:tab/>
        <w:t>1.013e0</w:t>
      </w:r>
    </w:p>
    <w:p w:rsidR="006974AE" w:rsidRDefault="006974AE" w:rsidP="006974AE">
      <w:r>
        <w:t>264.6526</w:t>
      </w:r>
      <w:r>
        <w:tab/>
        <w:t>1.013e0</w:t>
      </w:r>
    </w:p>
    <w:p w:rsidR="006974AE" w:rsidRDefault="006974AE" w:rsidP="006974AE">
      <w:r>
        <w:t>264.6620</w:t>
      </w:r>
      <w:r>
        <w:tab/>
        <w:t>1.013e0</w:t>
      </w:r>
    </w:p>
    <w:p w:rsidR="006974AE" w:rsidRDefault="006974AE" w:rsidP="006974AE">
      <w:r>
        <w:t>264.6699</w:t>
      </w:r>
      <w:r>
        <w:tab/>
        <w:t>1.013e0</w:t>
      </w:r>
    </w:p>
    <w:p w:rsidR="006974AE" w:rsidRDefault="006974AE" w:rsidP="006974AE">
      <w:r>
        <w:t>264.6883</w:t>
      </w:r>
      <w:r>
        <w:tab/>
        <w:t>3.038e0</w:t>
      </w:r>
    </w:p>
    <w:p w:rsidR="006974AE" w:rsidRDefault="006974AE" w:rsidP="006974AE">
      <w:r>
        <w:t>264.7281</w:t>
      </w:r>
      <w:r>
        <w:tab/>
        <w:t>2.025e0</w:t>
      </w:r>
    </w:p>
    <w:p w:rsidR="006974AE" w:rsidRDefault="006974AE" w:rsidP="006974AE">
      <w:r>
        <w:t>264.7308</w:t>
      </w:r>
      <w:r>
        <w:tab/>
        <w:t>1.013e0</w:t>
      </w:r>
    </w:p>
    <w:p w:rsidR="006974AE" w:rsidRDefault="006974AE" w:rsidP="006974AE">
      <w:r>
        <w:t>264.7519</w:t>
      </w:r>
      <w:r>
        <w:tab/>
        <w:t>1.013e0</w:t>
      </w:r>
    </w:p>
    <w:p w:rsidR="006974AE" w:rsidRDefault="006974AE" w:rsidP="006974AE">
      <w:r>
        <w:t>264.7647</w:t>
      </w:r>
      <w:r>
        <w:tab/>
        <w:t>1.013e0</w:t>
      </w:r>
    </w:p>
    <w:p w:rsidR="006974AE" w:rsidRDefault="006974AE" w:rsidP="006974AE">
      <w:r>
        <w:t>264.7826</w:t>
      </w:r>
      <w:r>
        <w:tab/>
        <w:t>1.013e0</w:t>
      </w:r>
    </w:p>
    <w:p w:rsidR="006974AE" w:rsidRDefault="006974AE" w:rsidP="006974AE">
      <w:r>
        <w:t>264.7993</w:t>
      </w:r>
      <w:r>
        <w:tab/>
        <w:t>1.013e0</w:t>
      </w:r>
    </w:p>
    <w:p w:rsidR="006974AE" w:rsidRDefault="006974AE" w:rsidP="006974AE">
      <w:r>
        <w:t>264.8038</w:t>
      </w:r>
      <w:r>
        <w:tab/>
        <w:t>1.013e0</w:t>
      </w:r>
    </w:p>
    <w:p w:rsidR="006974AE" w:rsidRDefault="006974AE" w:rsidP="006974AE">
      <w:r>
        <w:t>264.8132</w:t>
      </w:r>
      <w:r>
        <w:tab/>
        <w:t>1.013e0</w:t>
      </w:r>
    </w:p>
    <w:p w:rsidR="006974AE" w:rsidRDefault="006974AE" w:rsidP="006974AE">
      <w:r>
        <w:t>264.8603</w:t>
      </w:r>
      <w:r>
        <w:tab/>
        <w:t>1.013e0</w:t>
      </w:r>
    </w:p>
    <w:p w:rsidR="006974AE" w:rsidRDefault="006974AE" w:rsidP="006974AE">
      <w:r>
        <w:t>264.8776</w:t>
      </w:r>
      <w:r>
        <w:tab/>
        <w:t>1.013e0</w:t>
      </w:r>
    </w:p>
    <w:p w:rsidR="006974AE" w:rsidRDefault="006974AE" w:rsidP="006974AE">
      <w:r>
        <w:lastRenderedPageBreak/>
        <w:t>264.8870</w:t>
      </w:r>
      <w:r>
        <w:tab/>
        <w:t>3.038e0</w:t>
      </w:r>
    </w:p>
    <w:p w:rsidR="006974AE" w:rsidRDefault="006974AE" w:rsidP="006974AE">
      <w:r>
        <w:t>264.8988</w:t>
      </w:r>
      <w:r>
        <w:tab/>
        <w:t>1.013e0</w:t>
      </w:r>
    </w:p>
    <w:p w:rsidR="006974AE" w:rsidRDefault="006974AE" w:rsidP="006974AE">
      <w:r>
        <w:t>264.9118</w:t>
      </w:r>
      <w:r>
        <w:tab/>
        <w:t>1.013e0</w:t>
      </w:r>
    </w:p>
    <w:p w:rsidR="006974AE" w:rsidRDefault="006974AE" w:rsidP="006974AE">
      <w:r>
        <w:t>264.9164</w:t>
      </w:r>
      <w:r>
        <w:tab/>
        <w:t>1.013e0</w:t>
      </w:r>
    </w:p>
    <w:p w:rsidR="006974AE" w:rsidRDefault="006974AE" w:rsidP="006974AE">
      <w:r>
        <w:t>264.9185</w:t>
      </w:r>
      <w:r>
        <w:tab/>
        <w:t>2.025e0</w:t>
      </w:r>
    </w:p>
    <w:p w:rsidR="006974AE" w:rsidRDefault="006974AE" w:rsidP="006974AE">
      <w:r>
        <w:t>264.9339</w:t>
      </w:r>
      <w:r>
        <w:tab/>
        <w:t>1.013e0</w:t>
      </w:r>
    </w:p>
    <w:p w:rsidR="006974AE" w:rsidRDefault="006974AE" w:rsidP="006974AE">
      <w:r>
        <w:t>264.9510</w:t>
      </w:r>
      <w:r>
        <w:tab/>
        <w:t>2.025e0</w:t>
      </w:r>
    </w:p>
    <w:p w:rsidR="006974AE" w:rsidRDefault="006974AE" w:rsidP="006974AE">
      <w:r>
        <w:t>264.9704</w:t>
      </w:r>
      <w:r>
        <w:tab/>
        <w:t>1.722e1</w:t>
      </w:r>
    </w:p>
    <w:p w:rsidR="006974AE" w:rsidRDefault="006974AE" w:rsidP="006974AE">
      <w:r>
        <w:t>264.9720</w:t>
      </w:r>
      <w:r>
        <w:tab/>
        <w:t>9.114e0</w:t>
      </w:r>
    </w:p>
    <w:p w:rsidR="006974AE" w:rsidRDefault="006974AE" w:rsidP="006974AE">
      <w:r>
        <w:t>264.9734</w:t>
      </w:r>
      <w:r>
        <w:tab/>
        <w:t>5.063e0</w:t>
      </w:r>
    </w:p>
    <w:p w:rsidR="006974AE" w:rsidRDefault="006974AE" w:rsidP="006974AE">
      <w:r>
        <w:t>264.9805</w:t>
      </w:r>
      <w:r>
        <w:tab/>
        <w:t>1.013e0</w:t>
      </w:r>
    </w:p>
    <w:p w:rsidR="006974AE" w:rsidRDefault="006974AE" w:rsidP="006974AE">
      <w:r>
        <w:t>264.9826</w:t>
      </w:r>
      <w:r>
        <w:tab/>
        <w:t>7.089e0</w:t>
      </w:r>
    </w:p>
    <w:p w:rsidR="006974AE" w:rsidRDefault="006974AE" w:rsidP="006974AE">
      <w:r>
        <w:t>264.9849</w:t>
      </w:r>
      <w:r>
        <w:tab/>
        <w:t>1.013e0</w:t>
      </w:r>
    </w:p>
    <w:p w:rsidR="006974AE" w:rsidRDefault="006974AE" w:rsidP="006974AE">
      <w:r>
        <w:t>264.9876</w:t>
      </w:r>
      <w:r>
        <w:tab/>
        <w:t>3.038e0</w:t>
      </w:r>
    </w:p>
    <w:p w:rsidR="006974AE" w:rsidRDefault="006974AE" w:rsidP="006974AE">
      <w:r>
        <w:t>265.0423</w:t>
      </w:r>
      <w:r>
        <w:tab/>
        <w:t>1.013e0</w:t>
      </w:r>
    </w:p>
    <w:p w:rsidR="006974AE" w:rsidRDefault="006974AE" w:rsidP="006974AE">
      <w:r>
        <w:t>265.0460</w:t>
      </w:r>
      <w:r>
        <w:tab/>
        <w:t>1.013e0</w:t>
      </w:r>
    </w:p>
    <w:p w:rsidR="006974AE" w:rsidRDefault="006974AE" w:rsidP="006974AE">
      <w:r>
        <w:t>265.0543</w:t>
      </w:r>
      <w:r>
        <w:tab/>
        <w:t>3.038e0</w:t>
      </w:r>
    </w:p>
    <w:p w:rsidR="006974AE" w:rsidRDefault="006974AE" w:rsidP="006974AE">
      <w:r>
        <w:t>265.0789</w:t>
      </w:r>
      <w:r>
        <w:tab/>
        <w:t>2.025e0</w:t>
      </w:r>
    </w:p>
    <w:p w:rsidR="006974AE" w:rsidRDefault="006974AE" w:rsidP="006974AE">
      <w:r>
        <w:t>265.0811</w:t>
      </w:r>
      <w:r>
        <w:tab/>
        <w:t>1.013e0</w:t>
      </w:r>
    </w:p>
    <w:p w:rsidR="006974AE" w:rsidRDefault="006974AE" w:rsidP="006974AE">
      <w:r>
        <w:lastRenderedPageBreak/>
        <w:t>265.0926</w:t>
      </w:r>
      <w:r>
        <w:tab/>
        <w:t>2.025e0</w:t>
      </w:r>
    </w:p>
    <w:p w:rsidR="006974AE" w:rsidRDefault="006974AE" w:rsidP="006974AE">
      <w:r>
        <w:t>265.1321</w:t>
      </w:r>
      <w:r>
        <w:tab/>
        <w:t>1.013e0</w:t>
      </w:r>
    </w:p>
    <w:p w:rsidR="006974AE" w:rsidRDefault="006974AE" w:rsidP="006974AE">
      <w:r>
        <w:t>265.1371</w:t>
      </w:r>
      <w:r>
        <w:tab/>
        <w:t>2.025e0</w:t>
      </w:r>
    </w:p>
    <w:p w:rsidR="006974AE" w:rsidRDefault="006974AE" w:rsidP="006974AE">
      <w:r>
        <w:t>265.1389</w:t>
      </w:r>
      <w:r>
        <w:tab/>
        <w:t>2.025e0</w:t>
      </w:r>
    </w:p>
    <w:p w:rsidR="006974AE" w:rsidRDefault="006974AE" w:rsidP="006974AE">
      <w:r>
        <w:t>265.1535</w:t>
      </w:r>
      <w:r>
        <w:tab/>
        <w:t>3.038e0</w:t>
      </w:r>
    </w:p>
    <w:p w:rsidR="006974AE" w:rsidRDefault="006974AE" w:rsidP="006974AE">
      <w:r>
        <w:t>265.1587</w:t>
      </w:r>
      <w:r>
        <w:tab/>
        <w:t>2.025e0</w:t>
      </w:r>
    </w:p>
    <w:p w:rsidR="006974AE" w:rsidRDefault="006974AE" w:rsidP="006974AE">
      <w:r>
        <w:t>265.1663</w:t>
      </w:r>
      <w:r>
        <w:tab/>
        <w:t>1.013e0</w:t>
      </w:r>
    </w:p>
    <w:p w:rsidR="006974AE" w:rsidRDefault="006974AE" w:rsidP="006974AE">
      <w:r>
        <w:t>265.1880</w:t>
      </w:r>
      <w:r>
        <w:tab/>
        <w:t>3.038e0</w:t>
      </w:r>
    </w:p>
    <w:p w:rsidR="006974AE" w:rsidRDefault="006974AE" w:rsidP="006974AE">
      <w:r>
        <w:t>265.1935</w:t>
      </w:r>
      <w:r>
        <w:tab/>
        <w:t>1.013e0</w:t>
      </w:r>
    </w:p>
    <w:p w:rsidR="006974AE" w:rsidRDefault="006974AE" w:rsidP="006974AE">
      <w:r>
        <w:t>265.2056</w:t>
      </w:r>
      <w:r>
        <w:tab/>
        <w:t>1.013e0</w:t>
      </w:r>
    </w:p>
    <w:p w:rsidR="006974AE" w:rsidRDefault="006974AE" w:rsidP="006974AE">
      <w:r>
        <w:t>265.2241</w:t>
      </w:r>
      <w:r>
        <w:tab/>
        <w:t>1.013e0</w:t>
      </w:r>
    </w:p>
    <w:p w:rsidR="006974AE" w:rsidRDefault="006974AE" w:rsidP="006974AE">
      <w:r>
        <w:t>265.2324</w:t>
      </w:r>
      <w:r>
        <w:tab/>
        <w:t>2.025e0</w:t>
      </w:r>
    </w:p>
    <w:p w:rsidR="006974AE" w:rsidRDefault="006974AE" w:rsidP="006974AE">
      <w:r>
        <w:t>265.2444</w:t>
      </w:r>
      <w:r>
        <w:tab/>
        <w:t>2.025e0</w:t>
      </w:r>
    </w:p>
    <w:p w:rsidR="006974AE" w:rsidRDefault="006974AE" w:rsidP="006974AE">
      <w:r>
        <w:t>265.2688</w:t>
      </w:r>
      <w:r>
        <w:tab/>
        <w:t>2.025e0</w:t>
      </w:r>
    </w:p>
    <w:p w:rsidR="006974AE" w:rsidRDefault="006974AE" w:rsidP="006974AE">
      <w:r>
        <w:t>265.2977</w:t>
      </w:r>
      <w:r>
        <w:tab/>
        <w:t>1.013e0</w:t>
      </w:r>
    </w:p>
    <w:p w:rsidR="006974AE" w:rsidRDefault="006974AE" w:rsidP="006974AE">
      <w:r>
        <w:t>265.3281</w:t>
      </w:r>
      <w:r>
        <w:tab/>
        <w:t>1.013e0</w:t>
      </w:r>
    </w:p>
    <w:p w:rsidR="006974AE" w:rsidRDefault="006974AE" w:rsidP="006974AE">
      <w:r>
        <w:t>265.3326</w:t>
      </w:r>
      <w:r>
        <w:tab/>
        <w:t>1.013e0</w:t>
      </w:r>
    </w:p>
    <w:p w:rsidR="006974AE" w:rsidRDefault="006974AE" w:rsidP="006974AE">
      <w:r>
        <w:t>265.3669</w:t>
      </w:r>
      <w:r>
        <w:tab/>
        <w:t>1.013e0</w:t>
      </w:r>
    </w:p>
    <w:p w:rsidR="006974AE" w:rsidRDefault="006974AE" w:rsidP="006974AE">
      <w:r>
        <w:t>265.3717</w:t>
      </w:r>
      <w:r>
        <w:tab/>
        <w:t>1.013e0</w:t>
      </w:r>
    </w:p>
    <w:p w:rsidR="006974AE" w:rsidRDefault="006974AE" w:rsidP="006974AE">
      <w:r>
        <w:lastRenderedPageBreak/>
        <w:t>265.3753</w:t>
      </w:r>
      <w:r>
        <w:tab/>
        <w:t>1.013e0</w:t>
      </w:r>
    </w:p>
    <w:p w:rsidR="006974AE" w:rsidRDefault="006974AE" w:rsidP="006974AE">
      <w:r>
        <w:t>265.4065</w:t>
      </w:r>
      <w:r>
        <w:tab/>
        <w:t>1.013e0</w:t>
      </w:r>
    </w:p>
    <w:p w:rsidR="006974AE" w:rsidRDefault="006974AE" w:rsidP="006974AE">
      <w:r>
        <w:t>265.4263</w:t>
      </w:r>
      <w:r>
        <w:tab/>
        <w:t>1.013e0</w:t>
      </w:r>
    </w:p>
    <w:p w:rsidR="006974AE" w:rsidRDefault="006974AE" w:rsidP="006974AE">
      <w:r>
        <w:t>265.4751</w:t>
      </w:r>
      <w:r>
        <w:tab/>
        <w:t>1.013e0</w:t>
      </w:r>
    </w:p>
    <w:p w:rsidR="006974AE" w:rsidRDefault="006974AE" w:rsidP="006974AE">
      <w:r>
        <w:t>265.4859</w:t>
      </w:r>
      <w:r>
        <w:tab/>
        <w:t>2.025e0</w:t>
      </w:r>
    </w:p>
    <w:p w:rsidR="006974AE" w:rsidRDefault="006974AE" w:rsidP="006974AE">
      <w:r>
        <w:t>265.4878</w:t>
      </w:r>
      <w:r>
        <w:tab/>
        <w:t>1.013e0</w:t>
      </w:r>
    </w:p>
    <w:p w:rsidR="006974AE" w:rsidRDefault="006974AE" w:rsidP="006974AE">
      <w:r>
        <w:t>265.5266</w:t>
      </w:r>
      <w:r>
        <w:tab/>
        <w:t>2.025e0</w:t>
      </w:r>
    </w:p>
    <w:p w:rsidR="006974AE" w:rsidRDefault="006974AE" w:rsidP="006974AE">
      <w:r>
        <w:t>265.5346</w:t>
      </w:r>
      <w:r>
        <w:tab/>
        <w:t>1.013e0</w:t>
      </w:r>
    </w:p>
    <w:p w:rsidR="006974AE" w:rsidRDefault="006974AE" w:rsidP="006974AE">
      <w:r>
        <w:t>265.5536</w:t>
      </w:r>
      <w:r>
        <w:tab/>
        <w:t>1.013e0</w:t>
      </w:r>
    </w:p>
    <w:p w:rsidR="006974AE" w:rsidRDefault="006974AE" w:rsidP="006974AE">
      <w:r>
        <w:t>265.5830</w:t>
      </w:r>
      <w:r>
        <w:tab/>
        <w:t>1.013e0</w:t>
      </w:r>
    </w:p>
    <w:p w:rsidR="006974AE" w:rsidRDefault="006974AE" w:rsidP="006974AE">
      <w:r>
        <w:t>265.5928</w:t>
      </w:r>
      <w:r>
        <w:tab/>
        <w:t>1.013e0</w:t>
      </w:r>
    </w:p>
    <w:p w:rsidR="006974AE" w:rsidRDefault="006974AE" w:rsidP="006974AE">
      <w:r>
        <w:t>265.5964</w:t>
      </w:r>
      <w:r>
        <w:tab/>
        <w:t>2.025e0</w:t>
      </w:r>
    </w:p>
    <w:p w:rsidR="006974AE" w:rsidRDefault="006974AE" w:rsidP="006974AE">
      <w:r>
        <w:t>265.6315</w:t>
      </w:r>
      <w:r>
        <w:tab/>
        <w:t>1.013e0</w:t>
      </w:r>
    </w:p>
    <w:p w:rsidR="006974AE" w:rsidRDefault="006974AE" w:rsidP="006974AE">
      <w:r>
        <w:t>265.6514</w:t>
      </w:r>
      <w:r>
        <w:tab/>
        <w:t>1.013e0</w:t>
      </w:r>
    </w:p>
    <w:p w:rsidR="006974AE" w:rsidRDefault="006974AE" w:rsidP="006974AE">
      <w:r>
        <w:t>265.6783</w:t>
      </w:r>
      <w:r>
        <w:tab/>
        <w:t>2.025e0</w:t>
      </w:r>
    </w:p>
    <w:p w:rsidR="006974AE" w:rsidRDefault="006974AE" w:rsidP="006974AE">
      <w:r>
        <w:t>265.6955</w:t>
      </w:r>
      <w:r>
        <w:tab/>
        <w:t>1.013e0</w:t>
      </w:r>
    </w:p>
    <w:p w:rsidR="006974AE" w:rsidRDefault="006974AE" w:rsidP="006974AE">
      <w:r>
        <w:t>265.7211</w:t>
      </w:r>
      <w:r>
        <w:tab/>
        <w:t>1.013e0</w:t>
      </w:r>
    </w:p>
    <w:p w:rsidR="006974AE" w:rsidRDefault="006974AE" w:rsidP="006974AE">
      <w:r>
        <w:t>265.7645</w:t>
      </w:r>
      <w:r>
        <w:tab/>
        <w:t>1.013e0</w:t>
      </w:r>
    </w:p>
    <w:p w:rsidR="006974AE" w:rsidRDefault="006974AE" w:rsidP="006974AE">
      <w:r>
        <w:t>265.7694</w:t>
      </w:r>
      <w:r>
        <w:tab/>
        <w:t>1.013e0</w:t>
      </w:r>
    </w:p>
    <w:p w:rsidR="006974AE" w:rsidRDefault="006974AE" w:rsidP="006974AE">
      <w:r>
        <w:lastRenderedPageBreak/>
        <w:t>265.8293</w:t>
      </w:r>
      <w:r>
        <w:tab/>
        <w:t>1.013e0</w:t>
      </w:r>
    </w:p>
    <w:p w:rsidR="006974AE" w:rsidRDefault="006974AE" w:rsidP="006974AE">
      <w:r>
        <w:t>265.8335</w:t>
      </w:r>
      <w:r>
        <w:tab/>
        <w:t>1.013e0</w:t>
      </w:r>
    </w:p>
    <w:p w:rsidR="006974AE" w:rsidRDefault="006974AE" w:rsidP="006974AE">
      <w:r>
        <w:t>265.8477</w:t>
      </w:r>
      <w:r>
        <w:tab/>
        <w:t>1.013e0</w:t>
      </w:r>
    </w:p>
    <w:p w:rsidR="006974AE" w:rsidRDefault="006974AE" w:rsidP="006974AE">
      <w:r>
        <w:t>265.8564</w:t>
      </w:r>
      <w:r>
        <w:tab/>
        <w:t>1.013e0</w:t>
      </w:r>
    </w:p>
    <w:p w:rsidR="006974AE" w:rsidRDefault="006974AE" w:rsidP="006974AE">
      <w:r>
        <w:t>265.8872</w:t>
      </w:r>
      <w:r>
        <w:tab/>
        <w:t>1.013e0</w:t>
      </w:r>
    </w:p>
    <w:p w:rsidR="006974AE" w:rsidRDefault="006974AE" w:rsidP="006974AE">
      <w:r>
        <w:t>265.8950</w:t>
      </w:r>
      <w:r>
        <w:tab/>
        <w:t>1.013e0</w:t>
      </w:r>
    </w:p>
    <w:p w:rsidR="006974AE" w:rsidRDefault="006974AE" w:rsidP="006974AE">
      <w:r>
        <w:t>265.9034</w:t>
      </w:r>
      <w:r>
        <w:tab/>
        <w:t>1.013e0</w:t>
      </w:r>
    </w:p>
    <w:p w:rsidR="006974AE" w:rsidRDefault="006974AE" w:rsidP="006974AE">
      <w:r>
        <w:t>265.9166</w:t>
      </w:r>
      <w:r>
        <w:tab/>
        <w:t>3.038e0</w:t>
      </w:r>
    </w:p>
    <w:p w:rsidR="006974AE" w:rsidRDefault="006974AE" w:rsidP="006974AE">
      <w:r>
        <w:t>265.9384</w:t>
      </w:r>
      <w:r>
        <w:tab/>
        <w:t>2.025e0</w:t>
      </w:r>
    </w:p>
    <w:p w:rsidR="006974AE" w:rsidRDefault="006974AE" w:rsidP="006974AE">
      <w:r>
        <w:t>265.9511</w:t>
      </w:r>
      <w:r>
        <w:tab/>
        <w:t>1.013e0</w:t>
      </w:r>
    </w:p>
    <w:p w:rsidR="006974AE" w:rsidRDefault="006974AE" w:rsidP="006974AE">
      <w:r>
        <w:t>265.9609</w:t>
      </w:r>
      <w:r>
        <w:tab/>
        <w:t>1.013e0</w:t>
      </w:r>
    </w:p>
    <w:p w:rsidR="006974AE" w:rsidRDefault="006974AE" w:rsidP="006974AE">
      <w:r>
        <w:t>265.9648</w:t>
      </w:r>
      <w:r>
        <w:tab/>
        <w:t>3.181e0</w:t>
      </w:r>
    </w:p>
    <w:p w:rsidR="006974AE" w:rsidRDefault="006974AE" w:rsidP="006974AE">
      <w:r>
        <w:t>265.9771</w:t>
      </w:r>
      <w:r>
        <w:tab/>
        <w:t>1.013e0</w:t>
      </w:r>
    </w:p>
    <w:p w:rsidR="006974AE" w:rsidRDefault="006974AE" w:rsidP="006974AE">
      <w:r>
        <w:t>265.9904</w:t>
      </w:r>
      <w:r>
        <w:tab/>
        <w:t>1.013e0</w:t>
      </w:r>
    </w:p>
    <w:p w:rsidR="006974AE" w:rsidRDefault="006974AE" w:rsidP="006974AE">
      <w:r>
        <w:t>265.9949</w:t>
      </w:r>
      <w:r>
        <w:tab/>
        <w:t>2.025e0</w:t>
      </w:r>
    </w:p>
    <w:p w:rsidR="006974AE" w:rsidRDefault="006974AE" w:rsidP="006974AE">
      <w:r>
        <w:t>266.0297</w:t>
      </w:r>
      <w:r>
        <w:tab/>
        <w:t>1.013e0</w:t>
      </w:r>
    </w:p>
    <w:p w:rsidR="006974AE" w:rsidRDefault="006974AE" w:rsidP="006974AE">
      <w:r>
        <w:t>266.0346</w:t>
      </w:r>
      <w:r>
        <w:tab/>
        <w:t>3.038e0</w:t>
      </w:r>
    </w:p>
    <w:p w:rsidR="006974AE" w:rsidRDefault="006974AE" w:rsidP="006974AE">
      <w:r>
        <w:t>266.0458</w:t>
      </w:r>
      <w:r>
        <w:tab/>
        <w:t>4.051e0</w:t>
      </w:r>
    </w:p>
    <w:p w:rsidR="006974AE" w:rsidRDefault="006974AE" w:rsidP="006974AE">
      <w:r>
        <w:t>266.0508</w:t>
      </w:r>
      <w:r>
        <w:tab/>
        <w:t>1.013e0</w:t>
      </w:r>
    </w:p>
    <w:p w:rsidR="006974AE" w:rsidRDefault="006974AE" w:rsidP="006974AE">
      <w:r>
        <w:lastRenderedPageBreak/>
        <w:t>266.0591</w:t>
      </w:r>
      <w:r>
        <w:tab/>
        <w:t>1.013e0</w:t>
      </w:r>
    </w:p>
    <w:p w:rsidR="006974AE" w:rsidRDefault="006974AE" w:rsidP="006974AE">
      <w:r>
        <w:t>266.0686</w:t>
      </w:r>
      <w:r>
        <w:tab/>
        <w:t>1.013e0</w:t>
      </w:r>
    </w:p>
    <w:p w:rsidR="006974AE" w:rsidRDefault="006974AE" w:rsidP="006974AE">
      <w:r>
        <w:t>266.0895</w:t>
      </w:r>
      <w:r>
        <w:tab/>
        <w:t>1.013e0</w:t>
      </w:r>
    </w:p>
    <w:p w:rsidR="006974AE" w:rsidRDefault="006974AE" w:rsidP="006974AE">
      <w:r>
        <w:t>266.1071</w:t>
      </w:r>
      <w:r>
        <w:tab/>
        <w:t>2.025e0</w:t>
      </w:r>
    </w:p>
    <w:p w:rsidR="006974AE" w:rsidRDefault="006974AE" w:rsidP="006974AE">
      <w:r>
        <w:t>266.1426</w:t>
      </w:r>
      <w:r>
        <w:tab/>
        <w:t>1.013e0</w:t>
      </w:r>
    </w:p>
    <w:p w:rsidR="006974AE" w:rsidRDefault="006974AE" w:rsidP="006974AE">
      <w:r>
        <w:t>266.1509</w:t>
      </w:r>
      <w:r>
        <w:tab/>
        <w:t>1.013e0</w:t>
      </w:r>
    </w:p>
    <w:p w:rsidR="006974AE" w:rsidRDefault="006974AE" w:rsidP="006974AE">
      <w:r>
        <w:t>266.1594</w:t>
      </w:r>
      <w:r>
        <w:tab/>
        <w:t>2.025e0</w:t>
      </w:r>
    </w:p>
    <w:p w:rsidR="006974AE" w:rsidRDefault="006974AE" w:rsidP="006974AE">
      <w:r>
        <w:t>266.1633</w:t>
      </w:r>
      <w:r>
        <w:tab/>
        <w:t>1.013e0</w:t>
      </w:r>
    </w:p>
    <w:p w:rsidR="006974AE" w:rsidRDefault="006974AE" w:rsidP="006974AE">
      <w:r>
        <w:t>266.1669</w:t>
      </w:r>
      <w:r>
        <w:tab/>
        <w:t>1.013e0</w:t>
      </w:r>
    </w:p>
    <w:p w:rsidR="006974AE" w:rsidRDefault="006974AE" w:rsidP="006974AE">
      <w:r>
        <w:t>266.1858</w:t>
      </w:r>
      <w:r>
        <w:tab/>
        <w:t>2.025e0</w:t>
      </w:r>
    </w:p>
    <w:p w:rsidR="006974AE" w:rsidRDefault="006974AE" w:rsidP="006974AE">
      <w:r>
        <w:t>266.1990</w:t>
      </w:r>
      <w:r>
        <w:tab/>
        <w:t>2.025e0</w:t>
      </w:r>
    </w:p>
    <w:p w:rsidR="006974AE" w:rsidRDefault="006974AE" w:rsidP="006974AE">
      <w:r>
        <w:t>266.2164</w:t>
      </w:r>
      <w:r>
        <w:tab/>
        <w:t>1.013e0</w:t>
      </w:r>
    </w:p>
    <w:p w:rsidR="006974AE" w:rsidRDefault="006974AE" w:rsidP="006974AE">
      <w:r>
        <w:t>266.2289</w:t>
      </w:r>
      <w:r>
        <w:tab/>
        <w:t>1.013e0</w:t>
      </w:r>
    </w:p>
    <w:p w:rsidR="006974AE" w:rsidRDefault="006974AE" w:rsidP="006974AE">
      <w:r>
        <w:t>266.2366</w:t>
      </w:r>
      <w:r>
        <w:tab/>
        <w:t>1.013e0</w:t>
      </w:r>
    </w:p>
    <w:p w:rsidR="006974AE" w:rsidRDefault="006974AE" w:rsidP="006974AE">
      <w:r>
        <w:t>266.2557</w:t>
      </w:r>
      <w:r>
        <w:tab/>
        <w:t>1.013e0</w:t>
      </w:r>
    </w:p>
    <w:p w:rsidR="006974AE" w:rsidRDefault="006974AE" w:rsidP="006974AE">
      <w:r>
        <w:t>266.2599</w:t>
      </w:r>
      <w:r>
        <w:tab/>
        <w:t>1.013e0</w:t>
      </w:r>
    </w:p>
    <w:p w:rsidR="006974AE" w:rsidRDefault="006974AE" w:rsidP="006974AE">
      <w:r>
        <w:t>266.2635</w:t>
      </w:r>
      <w:r>
        <w:tab/>
        <w:t>1.013e0</w:t>
      </w:r>
    </w:p>
    <w:p w:rsidR="006974AE" w:rsidRDefault="006974AE" w:rsidP="006974AE">
      <w:r>
        <w:t>266.2802</w:t>
      </w:r>
      <w:r>
        <w:tab/>
        <w:t>3.038e0</w:t>
      </w:r>
    </w:p>
    <w:p w:rsidR="006974AE" w:rsidRDefault="006974AE" w:rsidP="006974AE">
      <w:r>
        <w:t>266.2913</w:t>
      </w:r>
      <w:r>
        <w:tab/>
        <w:t>3.038e0</w:t>
      </w:r>
    </w:p>
    <w:p w:rsidR="006974AE" w:rsidRDefault="006974AE" w:rsidP="006974AE">
      <w:r>
        <w:lastRenderedPageBreak/>
        <w:t>266.2987</w:t>
      </w:r>
      <w:r>
        <w:tab/>
        <w:t>1.013e0</w:t>
      </w:r>
    </w:p>
    <w:p w:rsidR="006974AE" w:rsidRDefault="006974AE" w:rsidP="006974AE">
      <w:r>
        <w:t>266.3293</w:t>
      </w:r>
      <w:r>
        <w:tab/>
        <w:t>2.025e0</w:t>
      </w:r>
    </w:p>
    <w:p w:rsidR="006974AE" w:rsidRDefault="006974AE" w:rsidP="006974AE">
      <w:r>
        <w:t>266.3370</w:t>
      </w:r>
      <w:r>
        <w:tab/>
        <w:t>3.038e0</w:t>
      </w:r>
    </w:p>
    <w:p w:rsidR="006974AE" w:rsidRDefault="006974AE" w:rsidP="006974AE">
      <w:r>
        <w:t>266.3721</w:t>
      </w:r>
      <w:r>
        <w:tab/>
        <w:t>2.025e0</w:t>
      </w:r>
    </w:p>
    <w:p w:rsidR="006974AE" w:rsidRDefault="006974AE" w:rsidP="006974AE">
      <w:r>
        <w:t>266.4109</w:t>
      </w:r>
      <w:r>
        <w:tab/>
        <w:t>1.013e0</w:t>
      </w:r>
    </w:p>
    <w:p w:rsidR="006974AE" w:rsidRDefault="006974AE" w:rsidP="006974AE">
      <w:r>
        <w:t>266.4229</w:t>
      </w:r>
      <w:r>
        <w:tab/>
        <w:t>1.013e0</w:t>
      </w:r>
    </w:p>
    <w:p w:rsidR="006974AE" w:rsidRDefault="006974AE" w:rsidP="006974AE">
      <w:r>
        <w:t>266.4327</w:t>
      </w:r>
      <w:r>
        <w:tab/>
        <w:t>1.013e0</w:t>
      </w:r>
    </w:p>
    <w:p w:rsidR="006974AE" w:rsidRDefault="006974AE" w:rsidP="006974AE">
      <w:r>
        <w:t>266.4671</w:t>
      </w:r>
      <w:r>
        <w:tab/>
        <w:t>1.013e0</w:t>
      </w:r>
    </w:p>
    <w:p w:rsidR="006974AE" w:rsidRDefault="006974AE" w:rsidP="006974AE">
      <w:r>
        <w:t>266.4729</w:t>
      </w:r>
      <w:r>
        <w:tab/>
        <w:t>2.025e0</w:t>
      </w:r>
    </w:p>
    <w:p w:rsidR="006974AE" w:rsidRDefault="006974AE" w:rsidP="006974AE">
      <w:r>
        <w:t>266.4929</w:t>
      </w:r>
      <w:r>
        <w:tab/>
        <w:t>2.025e0</w:t>
      </w:r>
    </w:p>
    <w:p w:rsidR="006974AE" w:rsidRDefault="006974AE" w:rsidP="006974AE">
      <w:r>
        <w:t>266.5336</w:t>
      </w:r>
      <w:r>
        <w:tab/>
        <w:t>2.025e0</w:t>
      </w:r>
    </w:p>
    <w:p w:rsidR="006974AE" w:rsidRDefault="006974AE" w:rsidP="006974AE">
      <w:r>
        <w:t>266.5380</w:t>
      </w:r>
      <w:r>
        <w:tab/>
        <w:t>2.025e0</w:t>
      </w:r>
    </w:p>
    <w:p w:rsidR="006974AE" w:rsidRDefault="006974AE" w:rsidP="006974AE">
      <w:r>
        <w:t>266.5668</w:t>
      </w:r>
      <w:r>
        <w:tab/>
        <w:t>1.013e0</w:t>
      </w:r>
    </w:p>
    <w:p w:rsidR="006974AE" w:rsidRDefault="006974AE" w:rsidP="006974AE">
      <w:r>
        <w:t>266.6098</w:t>
      </w:r>
      <w:r>
        <w:tab/>
        <w:t>1.013e0</w:t>
      </w:r>
    </w:p>
    <w:p w:rsidR="006974AE" w:rsidRDefault="006974AE" w:rsidP="006974AE">
      <w:r>
        <w:t>266.6285</w:t>
      </w:r>
      <w:r>
        <w:tab/>
        <w:t>1.013e0</w:t>
      </w:r>
    </w:p>
    <w:p w:rsidR="006974AE" w:rsidRDefault="006974AE" w:rsidP="006974AE">
      <w:r>
        <w:t>266.6590</w:t>
      </w:r>
      <w:r>
        <w:tab/>
        <w:t>1.013e0</w:t>
      </w:r>
    </w:p>
    <w:p w:rsidR="006974AE" w:rsidRDefault="006974AE" w:rsidP="006974AE">
      <w:r>
        <w:t>266.6710</w:t>
      </w:r>
      <w:r>
        <w:tab/>
        <w:t>1.013e0</w:t>
      </w:r>
    </w:p>
    <w:p w:rsidR="006974AE" w:rsidRDefault="006974AE" w:rsidP="006974AE">
      <w:r>
        <w:t>266.6793</w:t>
      </w:r>
      <w:r>
        <w:tab/>
        <w:t>1.013e0</w:t>
      </w:r>
    </w:p>
    <w:p w:rsidR="006974AE" w:rsidRDefault="006974AE" w:rsidP="006974AE">
      <w:r>
        <w:t>266.7178</w:t>
      </w:r>
      <w:r>
        <w:tab/>
        <w:t>1.013e0</w:t>
      </w:r>
    </w:p>
    <w:p w:rsidR="006974AE" w:rsidRDefault="006974AE" w:rsidP="006974AE">
      <w:r>
        <w:lastRenderedPageBreak/>
        <w:t>266.7372</w:t>
      </w:r>
      <w:r>
        <w:tab/>
        <w:t>1.013e0</w:t>
      </w:r>
    </w:p>
    <w:p w:rsidR="006974AE" w:rsidRDefault="006974AE" w:rsidP="006974AE">
      <w:r>
        <w:t>266.7837</w:t>
      </w:r>
      <w:r>
        <w:tab/>
        <w:t>1.013e0</w:t>
      </w:r>
    </w:p>
    <w:p w:rsidR="006974AE" w:rsidRDefault="006974AE" w:rsidP="006974AE">
      <w:r>
        <w:t>266.8018</w:t>
      </w:r>
      <w:r>
        <w:tab/>
        <w:t>1.013e0</w:t>
      </w:r>
    </w:p>
    <w:p w:rsidR="006974AE" w:rsidRDefault="006974AE" w:rsidP="006974AE">
      <w:r>
        <w:t>266.8412</w:t>
      </w:r>
      <w:r>
        <w:tab/>
        <w:t>1.013e0</w:t>
      </w:r>
    </w:p>
    <w:p w:rsidR="006974AE" w:rsidRDefault="006974AE" w:rsidP="006974AE">
      <w:r>
        <w:t>266.8459</w:t>
      </w:r>
      <w:r>
        <w:tab/>
        <w:t>1.013e0</w:t>
      </w:r>
    </w:p>
    <w:p w:rsidR="006974AE" w:rsidRDefault="006974AE" w:rsidP="006974AE">
      <w:r>
        <w:t>266.8494</w:t>
      </w:r>
      <w:r>
        <w:tab/>
        <w:t>1.013e0</w:t>
      </w:r>
    </w:p>
    <w:p w:rsidR="006974AE" w:rsidRDefault="006974AE" w:rsidP="006974AE">
      <w:r>
        <w:t>266.8617</w:t>
      </w:r>
      <w:r>
        <w:tab/>
        <w:t>1.013e0</w:t>
      </w:r>
    </w:p>
    <w:p w:rsidR="006974AE" w:rsidRDefault="006974AE" w:rsidP="006974AE">
      <w:r>
        <w:t>266.8806</w:t>
      </w:r>
      <w:r>
        <w:tab/>
        <w:t>1.013e0</w:t>
      </w:r>
    </w:p>
    <w:p w:rsidR="006974AE" w:rsidRDefault="006974AE" w:rsidP="006974AE">
      <w:r>
        <w:t>266.8923</w:t>
      </w:r>
      <w:r>
        <w:tab/>
        <w:t>1.013e0</w:t>
      </w:r>
    </w:p>
    <w:p w:rsidR="006974AE" w:rsidRDefault="006974AE" w:rsidP="006974AE">
      <w:r>
        <w:t>266.8963</w:t>
      </w:r>
      <w:r>
        <w:tab/>
        <w:t>1.013e0</w:t>
      </w:r>
    </w:p>
    <w:p w:rsidR="006974AE" w:rsidRDefault="006974AE" w:rsidP="006974AE">
      <w:r>
        <w:t>266.9002</w:t>
      </w:r>
      <w:r>
        <w:tab/>
        <w:t>1.013e0</w:t>
      </w:r>
    </w:p>
    <w:p w:rsidR="006974AE" w:rsidRDefault="006974AE" w:rsidP="006974AE">
      <w:r>
        <w:t>266.9147</w:t>
      </w:r>
      <w:r>
        <w:tab/>
        <w:t>1.013e0</w:t>
      </w:r>
    </w:p>
    <w:p w:rsidR="006974AE" w:rsidRDefault="006974AE" w:rsidP="006974AE">
      <w:r>
        <w:t>266.9354</w:t>
      </w:r>
      <w:r>
        <w:tab/>
        <w:t>2.025e0</w:t>
      </w:r>
    </w:p>
    <w:p w:rsidR="006974AE" w:rsidRDefault="006974AE" w:rsidP="006974AE">
      <w:r>
        <w:t>266.9664</w:t>
      </w:r>
      <w:r>
        <w:tab/>
        <w:t>1.013e0</w:t>
      </w:r>
    </w:p>
    <w:p w:rsidR="006974AE" w:rsidRDefault="006974AE" w:rsidP="006974AE">
      <w:r>
        <w:t>266.9680</w:t>
      </w:r>
      <w:r>
        <w:tab/>
        <w:t>2.025e0</w:t>
      </w:r>
    </w:p>
    <w:p w:rsidR="006974AE" w:rsidRDefault="006974AE" w:rsidP="006974AE">
      <w:r>
        <w:t>266.9704</w:t>
      </w:r>
      <w:r>
        <w:tab/>
        <w:t>1.013e0</w:t>
      </w:r>
    </w:p>
    <w:p w:rsidR="006974AE" w:rsidRDefault="006974AE" w:rsidP="006974AE">
      <w:r>
        <w:t>266.9882</w:t>
      </w:r>
      <w:r>
        <w:tab/>
        <w:t>2.025e0</w:t>
      </w:r>
    </w:p>
    <w:p w:rsidR="006974AE" w:rsidRDefault="006974AE" w:rsidP="006974AE">
      <w:r>
        <w:t>266.9970</w:t>
      </w:r>
      <w:r>
        <w:tab/>
        <w:t>2.025e0</w:t>
      </w:r>
    </w:p>
    <w:p w:rsidR="006974AE" w:rsidRDefault="006974AE" w:rsidP="006974AE">
      <w:r>
        <w:t>267.0112</w:t>
      </w:r>
      <w:r>
        <w:tab/>
        <w:t>2.025e0</w:t>
      </w:r>
    </w:p>
    <w:p w:rsidR="006974AE" w:rsidRDefault="006974AE" w:rsidP="006974AE">
      <w:r>
        <w:lastRenderedPageBreak/>
        <w:t>267.0134</w:t>
      </w:r>
      <w:r>
        <w:tab/>
        <w:t>5.063e0</w:t>
      </w:r>
    </w:p>
    <w:p w:rsidR="006974AE" w:rsidRDefault="006974AE" w:rsidP="006974AE">
      <w:r>
        <w:t>267.0215</w:t>
      </w:r>
      <w:r>
        <w:tab/>
        <w:t>3.038e0</w:t>
      </w:r>
    </w:p>
    <w:p w:rsidR="006974AE" w:rsidRDefault="006974AE" w:rsidP="006974AE">
      <w:r>
        <w:t>267.0284</w:t>
      </w:r>
      <w:r>
        <w:tab/>
        <w:t>1.013e0</w:t>
      </w:r>
    </w:p>
    <w:p w:rsidR="006974AE" w:rsidRDefault="006974AE" w:rsidP="006974AE">
      <w:r>
        <w:t>267.0403</w:t>
      </w:r>
      <w:r>
        <w:tab/>
        <w:t>4.051e0</w:t>
      </w:r>
    </w:p>
    <w:p w:rsidR="006974AE" w:rsidRDefault="006974AE" w:rsidP="006974AE">
      <w:r>
        <w:t>267.0550</w:t>
      </w:r>
      <w:r>
        <w:tab/>
        <w:t>5.063e0</w:t>
      </w:r>
    </w:p>
    <w:p w:rsidR="006974AE" w:rsidRDefault="006974AE" w:rsidP="006974AE">
      <w:r>
        <w:t>267.0593</w:t>
      </w:r>
      <w:r>
        <w:tab/>
        <w:t>2.025e0</w:t>
      </w:r>
    </w:p>
    <w:p w:rsidR="006974AE" w:rsidRDefault="006974AE" w:rsidP="006974AE">
      <w:r>
        <w:t>267.0709</w:t>
      </w:r>
      <w:r>
        <w:tab/>
        <w:t>6.076e0</w:t>
      </w:r>
    </w:p>
    <w:p w:rsidR="006974AE" w:rsidRDefault="006974AE" w:rsidP="006974AE">
      <w:r>
        <w:t>267.0789</w:t>
      </w:r>
      <w:r>
        <w:tab/>
        <w:t>2.025e0</w:t>
      </w:r>
    </w:p>
    <w:p w:rsidR="006974AE" w:rsidRDefault="006974AE" w:rsidP="006974AE">
      <w:r>
        <w:t>267.0826</w:t>
      </w:r>
      <w:r>
        <w:tab/>
        <w:t>1.013e0</w:t>
      </w:r>
    </w:p>
    <w:p w:rsidR="006974AE" w:rsidRDefault="006974AE" w:rsidP="006974AE">
      <w:r>
        <w:t>267.0971</w:t>
      </w:r>
      <w:r>
        <w:tab/>
        <w:t>1.013e0</w:t>
      </w:r>
    </w:p>
    <w:p w:rsidR="006974AE" w:rsidRDefault="006974AE" w:rsidP="006974AE">
      <w:r>
        <w:t>267.1100</w:t>
      </w:r>
      <w:r>
        <w:tab/>
        <w:t>1.013e0</w:t>
      </w:r>
    </w:p>
    <w:p w:rsidR="006974AE" w:rsidRDefault="006974AE" w:rsidP="006974AE">
      <w:r>
        <w:t>267.1217</w:t>
      </w:r>
      <w:r>
        <w:tab/>
        <w:t>1.013e0</w:t>
      </w:r>
    </w:p>
    <w:p w:rsidR="006974AE" w:rsidRDefault="006974AE" w:rsidP="006974AE">
      <w:r>
        <w:t>267.1324</w:t>
      </w:r>
      <w:r>
        <w:tab/>
        <w:t>7.089e0</w:t>
      </w:r>
    </w:p>
    <w:p w:rsidR="006974AE" w:rsidRDefault="006974AE" w:rsidP="006974AE">
      <w:r>
        <w:t>267.1529</w:t>
      </w:r>
      <w:r>
        <w:tab/>
        <w:t>4.785e0</w:t>
      </w:r>
    </w:p>
    <w:p w:rsidR="006974AE" w:rsidRDefault="006974AE" w:rsidP="006974AE">
      <w:r>
        <w:t>267.1567</w:t>
      </w:r>
      <w:r>
        <w:tab/>
        <w:t>1.013e0</w:t>
      </w:r>
    </w:p>
    <w:p w:rsidR="006974AE" w:rsidRDefault="006974AE" w:rsidP="006974AE">
      <w:r>
        <w:t>267.1596</w:t>
      </w:r>
      <w:r>
        <w:tab/>
        <w:t>5.063e0</w:t>
      </w:r>
    </w:p>
    <w:p w:rsidR="006974AE" w:rsidRDefault="006974AE" w:rsidP="006974AE">
      <w:r>
        <w:t>267.1755</w:t>
      </w:r>
      <w:r>
        <w:tab/>
        <w:t>1.013e0</w:t>
      </w:r>
    </w:p>
    <w:p w:rsidR="006974AE" w:rsidRDefault="006974AE" w:rsidP="006974AE">
      <w:r>
        <w:t>267.1797</w:t>
      </w:r>
      <w:r>
        <w:tab/>
        <w:t>3.038e0</w:t>
      </w:r>
    </w:p>
    <w:p w:rsidR="006974AE" w:rsidRDefault="006974AE" w:rsidP="006974AE">
      <w:r>
        <w:t>267.1914</w:t>
      </w:r>
      <w:r>
        <w:tab/>
        <w:t>1.013e0</w:t>
      </w:r>
    </w:p>
    <w:p w:rsidR="006974AE" w:rsidRDefault="006974AE" w:rsidP="006974AE">
      <w:r>
        <w:lastRenderedPageBreak/>
        <w:t>267.1931</w:t>
      </w:r>
      <w:r>
        <w:tab/>
        <w:t>2.679e0</w:t>
      </w:r>
    </w:p>
    <w:p w:rsidR="006974AE" w:rsidRDefault="006974AE" w:rsidP="006974AE">
      <w:r>
        <w:t>267.2007</w:t>
      </w:r>
      <w:r>
        <w:tab/>
        <w:t>2.025e0</w:t>
      </w:r>
    </w:p>
    <w:p w:rsidR="006974AE" w:rsidRDefault="006974AE" w:rsidP="006974AE">
      <w:r>
        <w:t>267.2402</w:t>
      </w:r>
      <w:r>
        <w:tab/>
        <w:t>2.025e0</w:t>
      </w:r>
    </w:p>
    <w:p w:rsidR="006974AE" w:rsidRDefault="006974AE" w:rsidP="006974AE">
      <w:r>
        <w:t>267.2496</w:t>
      </w:r>
      <w:r>
        <w:tab/>
        <w:t>1.013e0</w:t>
      </w:r>
    </w:p>
    <w:p w:rsidR="006974AE" w:rsidRDefault="006974AE" w:rsidP="006974AE">
      <w:r>
        <w:t>267.2697</w:t>
      </w:r>
      <w:r>
        <w:tab/>
        <w:t>1.013e0</w:t>
      </w:r>
    </w:p>
    <w:p w:rsidR="006974AE" w:rsidRDefault="006974AE" w:rsidP="006974AE">
      <w:r>
        <w:t>267.2814</w:t>
      </w:r>
      <w:r>
        <w:tab/>
        <w:t>2.025e0</w:t>
      </w:r>
    </w:p>
    <w:p w:rsidR="006974AE" w:rsidRDefault="006974AE" w:rsidP="006974AE">
      <w:r>
        <w:t>267.2845</w:t>
      </w:r>
      <w:r>
        <w:tab/>
        <w:t>1.013e0</w:t>
      </w:r>
    </w:p>
    <w:p w:rsidR="006974AE" w:rsidRDefault="006974AE" w:rsidP="006974AE">
      <w:r>
        <w:t>267.2924</w:t>
      </w:r>
      <w:r>
        <w:tab/>
        <w:t>1.013e0</w:t>
      </w:r>
    </w:p>
    <w:p w:rsidR="006974AE" w:rsidRDefault="006974AE" w:rsidP="006974AE">
      <w:r>
        <w:t>267.3043</w:t>
      </w:r>
      <w:r>
        <w:tab/>
        <w:t>2.025e0</w:t>
      </w:r>
    </w:p>
    <w:p w:rsidR="006974AE" w:rsidRDefault="006974AE" w:rsidP="006974AE">
      <w:r>
        <w:t>267.3392</w:t>
      </w:r>
      <w:r>
        <w:tab/>
        <w:t>1.013e0</w:t>
      </w:r>
    </w:p>
    <w:p w:rsidR="006974AE" w:rsidRDefault="006974AE" w:rsidP="006974AE">
      <w:r>
        <w:t>267.3486</w:t>
      </w:r>
      <w:r>
        <w:tab/>
        <w:t>1.013e0</w:t>
      </w:r>
    </w:p>
    <w:p w:rsidR="006974AE" w:rsidRDefault="006974AE" w:rsidP="006974AE">
      <w:r>
        <w:t>267.3583</w:t>
      </w:r>
      <w:r>
        <w:tab/>
        <w:t>1.013e0</w:t>
      </w:r>
    </w:p>
    <w:p w:rsidR="006974AE" w:rsidRDefault="006974AE" w:rsidP="006974AE">
      <w:r>
        <w:t>267.3785</w:t>
      </w:r>
      <w:r>
        <w:tab/>
        <w:t>1.013e0</w:t>
      </w:r>
    </w:p>
    <w:p w:rsidR="006974AE" w:rsidRDefault="006974AE" w:rsidP="006974AE">
      <w:r>
        <w:t>267.3933</w:t>
      </w:r>
      <w:r>
        <w:tab/>
        <w:t>1.013e0</w:t>
      </w:r>
    </w:p>
    <w:p w:rsidR="006974AE" w:rsidRDefault="006974AE" w:rsidP="006974AE">
      <w:r>
        <w:t>267.4401</w:t>
      </w:r>
      <w:r>
        <w:tab/>
        <w:t>1.013e0</w:t>
      </w:r>
    </w:p>
    <w:p w:rsidR="006974AE" w:rsidRDefault="006974AE" w:rsidP="006974AE">
      <w:r>
        <w:t>267.4446</w:t>
      </w:r>
      <w:r>
        <w:tab/>
        <w:t>2.025e0</w:t>
      </w:r>
    </w:p>
    <w:p w:rsidR="006974AE" w:rsidRDefault="006974AE" w:rsidP="006974AE">
      <w:r>
        <w:t>267.4624</w:t>
      </w:r>
      <w:r>
        <w:tab/>
        <w:t>1.013e0</w:t>
      </w:r>
    </w:p>
    <w:p w:rsidR="006974AE" w:rsidRDefault="006974AE" w:rsidP="006974AE">
      <w:r>
        <w:t>267.4787</w:t>
      </w:r>
      <w:r>
        <w:tab/>
        <w:t>1.013e0</w:t>
      </w:r>
    </w:p>
    <w:p w:rsidR="006974AE" w:rsidRDefault="006974AE" w:rsidP="006974AE">
      <w:r>
        <w:t>267.4829</w:t>
      </w:r>
      <w:r>
        <w:tab/>
        <w:t>1.013e0</w:t>
      </w:r>
    </w:p>
    <w:p w:rsidR="006974AE" w:rsidRDefault="006974AE" w:rsidP="006974AE">
      <w:r>
        <w:lastRenderedPageBreak/>
        <w:t>267.4867</w:t>
      </w:r>
      <w:r>
        <w:tab/>
        <w:t>1.013e0</w:t>
      </w:r>
    </w:p>
    <w:p w:rsidR="006974AE" w:rsidRDefault="006974AE" w:rsidP="006974AE">
      <w:r>
        <w:t>267.5266</w:t>
      </w:r>
      <w:r>
        <w:tab/>
        <w:t>1.013e0</w:t>
      </w:r>
    </w:p>
    <w:p w:rsidR="006974AE" w:rsidRDefault="006974AE" w:rsidP="006974AE">
      <w:r>
        <w:t>267.5660</w:t>
      </w:r>
      <w:r>
        <w:tab/>
        <w:t>1.013e0</w:t>
      </w:r>
    </w:p>
    <w:p w:rsidR="006974AE" w:rsidRDefault="006974AE" w:rsidP="006974AE">
      <w:r>
        <w:t>267.5877</w:t>
      </w:r>
      <w:r>
        <w:tab/>
        <w:t>1.013e0</w:t>
      </w:r>
    </w:p>
    <w:p w:rsidR="006974AE" w:rsidRDefault="006974AE" w:rsidP="006974AE">
      <w:r>
        <w:t>267.6055</w:t>
      </w:r>
      <w:r>
        <w:tab/>
        <w:t>1.013e0</w:t>
      </w:r>
    </w:p>
    <w:p w:rsidR="006974AE" w:rsidRDefault="006974AE" w:rsidP="006974AE">
      <w:r>
        <w:t>267.6101</w:t>
      </w:r>
      <w:r>
        <w:tab/>
        <w:t>2.025e0</w:t>
      </w:r>
    </w:p>
    <w:p w:rsidR="006974AE" w:rsidRDefault="006974AE" w:rsidP="006974AE">
      <w:r>
        <w:t>267.6263</w:t>
      </w:r>
      <w:r>
        <w:tab/>
        <w:t>1.013e0</w:t>
      </w:r>
    </w:p>
    <w:p w:rsidR="006974AE" w:rsidRDefault="006974AE" w:rsidP="006974AE">
      <w:r>
        <w:t>267.6531</w:t>
      </w:r>
      <w:r>
        <w:tab/>
        <w:t>1.013e0</w:t>
      </w:r>
    </w:p>
    <w:p w:rsidR="006974AE" w:rsidRDefault="006974AE" w:rsidP="006974AE">
      <w:r>
        <w:t>267.6673</w:t>
      </w:r>
      <w:r>
        <w:tab/>
        <w:t>2.025e0</w:t>
      </w:r>
    </w:p>
    <w:p w:rsidR="006974AE" w:rsidRDefault="006974AE" w:rsidP="006974AE">
      <w:r>
        <w:t>267.6694</w:t>
      </w:r>
      <w:r>
        <w:tab/>
        <w:t>1.013e0</w:t>
      </w:r>
    </w:p>
    <w:p w:rsidR="006974AE" w:rsidRDefault="006974AE" w:rsidP="006974AE">
      <w:r>
        <w:t>267.6743</w:t>
      </w:r>
      <w:r>
        <w:tab/>
        <w:t>1.013e0</w:t>
      </w:r>
    </w:p>
    <w:p w:rsidR="006974AE" w:rsidRDefault="006974AE" w:rsidP="006974AE">
      <w:r>
        <w:t>267.6793</w:t>
      </w:r>
      <w:r>
        <w:tab/>
        <w:t>1.013e0</w:t>
      </w:r>
    </w:p>
    <w:p w:rsidR="006974AE" w:rsidRDefault="006974AE" w:rsidP="006974AE">
      <w:r>
        <w:t>267.6845</w:t>
      </w:r>
      <w:r>
        <w:tab/>
        <w:t>1.013e0</w:t>
      </w:r>
    </w:p>
    <w:p w:rsidR="006974AE" w:rsidRDefault="006974AE" w:rsidP="006974AE">
      <w:r>
        <w:t>267.6964</w:t>
      </w:r>
      <w:r>
        <w:tab/>
        <w:t>1.013e0</w:t>
      </w:r>
    </w:p>
    <w:p w:rsidR="006974AE" w:rsidRDefault="006974AE" w:rsidP="006974AE">
      <w:r>
        <w:t>267.7188</w:t>
      </w:r>
      <w:r>
        <w:tab/>
        <w:t>1.013e0</w:t>
      </w:r>
    </w:p>
    <w:p w:rsidR="006974AE" w:rsidRDefault="006974AE" w:rsidP="006974AE">
      <w:r>
        <w:t>267.7234</w:t>
      </w:r>
      <w:r>
        <w:tab/>
        <w:t>1.013e0</w:t>
      </w:r>
    </w:p>
    <w:p w:rsidR="006974AE" w:rsidRDefault="006974AE" w:rsidP="006974AE">
      <w:r>
        <w:t>267.7932</w:t>
      </w:r>
      <w:r>
        <w:tab/>
        <w:t>1.013e0</w:t>
      </w:r>
    </w:p>
    <w:p w:rsidR="006974AE" w:rsidRDefault="006974AE" w:rsidP="006974AE">
      <w:r>
        <w:t>267.8127</w:t>
      </w:r>
      <w:r>
        <w:tab/>
        <w:t>2.025e0</w:t>
      </w:r>
    </w:p>
    <w:p w:rsidR="006974AE" w:rsidRDefault="006974AE" w:rsidP="006974AE">
      <w:r>
        <w:t>267.8321</w:t>
      </w:r>
      <w:r>
        <w:tab/>
        <w:t>2.025e0</w:t>
      </w:r>
    </w:p>
    <w:p w:rsidR="006974AE" w:rsidRDefault="006974AE" w:rsidP="006974AE">
      <w:r>
        <w:lastRenderedPageBreak/>
        <w:t>267.8401</w:t>
      </w:r>
      <w:r>
        <w:tab/>
        <w:t>1.013e0</w:t>
      </w:r>
    </w:p>
    <w:p w:rsidR="006974AE" w:rsidRDefault="006974AE" w:rsidP="006974AE">
      <w:r>
        <w:t>267.8706</w:t>
      </w:r>
      <w:r>
        <w:tab/>
        <w:t>1.013e0</w:t>
      </w:r>
    </w:p>
    <w:p w:rsidR="006974AE" w:rsidRDefault="006974AE" w:rsidP="006974AE">
      <w:r>
        <w:t>267.8787</w:t>
      </w:r>
      <w:r>
        <w:tab/>
        <w:t>1.013e0</w:t>
      </w:r>
    </w:p>
    <w:p w:rsidR="006974AE" w:rsidRDefault="006974AE" w:rsidP="006974AE">
      <w:r>
        <w:t>267.8920</w:t>
      </w:r>
      <w:r>
        <w:tab/>
        <w:t>1.013e0</w:t>
      </w:r>
    </w:p>
    <w:p w:rsidR="006974AE" w:rsidRDefault="006974AE" w:rsidP="006974AE">
      <w:r>
        <w:t>267.9019</w:t>
      </w:r>
      <w:r>
        <w:tab/>
        <w:t>1.013e0</w:t>
      </w:r>
    </w:p>
    <w:p w:rsidR="006974AE" w:rsidRDefault="006974AE" w:rsidP="006974AE">
      <w:r>
        <w:t>267.9759</w:t>
      </w:r>
      <w:r>
        <w:tab/>
        <w:t>1.013e0</w:t>
      </w:r>
    </w:p>
    <w:p w:rsidR="006974AE" w:rsidRDefault="006974AE" w:rsidP="006974AE">
      <w:r>
        <w:t>267.9796</w:t>
      </w:r>
      <w:r>
        <w:tab/>
        <w:t>2.025e0</w:t>
      </w:r>
    </w:p>
    <w:p w:rsidR="006974AE" w:rsidRDefault="006974AE" w:rsidP="006974AE">
      <w:r>
        <w:t>267.9842</w:t>
      </w:r>
      <w:r>
        <w:tab/>
        <w:t>7.089e0</w:t>
      </w:r>
    </w:p>
    <w:p w:rsidR="006974AE" w:rsidRDefault="006974AE" w:rsidP="006974AE">
      <w:r>
        <w:t>268.0099</w:t>
      </w:r>
      <w:r>
        <w:tab/>
        <w:t>3.038e0</w:t>
      </w:r>
    </w:p>
    <w:p w:rsidR="006974AE" w:rsidRDefault="006974AE" w:rsidP="006974AE">
      <w:r>
        <w:t>268.0204</w:t>
      </w:r>
      <w:r>
        <w:tab/>
        <w:t>2.025e0</w:t>
      </w:r>
    </w:p>
    <w:p w:rsidR="006974AE" w:rsidRDefault="006974AE" w:rsidP="006974AE">
      <w:r>
        <w:t>268.0280</w:t>
      </w:r>
      <w:r>
        <w:tab/>
        <w:t>2.025e0</w:t>
      </w:r>
    </w:p>
    <w:p w:rsidR="006974AE" w:rsidRDefault="006974AE" w:rsidP="006974AE">
      <w:r>
        <w:t>268.0380</w:t>
      </w:r>
      <w:r>
        <w:tab/>
        <w:t>2.025e0</w:t>
      </w:r>
    </w:p>
    <w:p w:rsidR="006974AE" w:rsidRDefault="006974AE" w:rsidP="006974AE">
      <w:r>
        <w:t>268.0532</w:t>
      </w:r>
      <w:r>
        <w:tab/>
        <w:t>1.013e0</w:t>
      </w:r>
    </w:p>
    <w:p w:rsidR="006974AE" w:rsidRDefault="006974AE" w:rsidP="006974AE">
      <w:r>
        <w:t>268.0573</w:t>
      </w:r>
      <w:r>
        <w:tab/>
        <w:t>1.013e0</w:t>
      </w:r>
    </w:p>
    <w:p w:rsidR="006974AE" w:rsidRDefault="006974AE" w:rsidP="006974AE">
      <w:r>
        <w:t>268.0656</w:t>
      </w:r>
      <w:r>
        <w:tab/>
        <w:t>1.013e0</w:t>
      </w:r>
    </w:p>
    <w:p w:rsidR="006974AE" w:rsidRDefault="006974AE" w:rsidP="006974AE">
      <w:r>
        <w:t>268.0733</w:t>
      </w:r>
      <w:r>
        <w:tab/>
        <w:t>2.025e0</w:t>
      </w:r>
    </w:p>
    <w:p w:rsidR="006974AE" w:rsidRDefault="006974AE" w:rsidP="006974AE">
      <w:r>
        <w:t>268.0843</w:t>
      </w:r>
      <w:r>
        <w:tab/>
        <w:t>1.013e0</w:t>
      </w:r>
    </w:p>
    <w:p w:rsidR="006974AE" w:rsidRDefault="006974AE" w:rsidP="006974AE">
      <w:r>
        <w:t>268.0882</w:t>
      </w:r>
      <w:r>
        <w:tab/>
        <w:t>1.013e0</w:t>
      </w:r>
    </w:p>
    <w:p w:rsidR="006974AE" w:rsidRDefault="006974AE" w:rsidP="006974AE">
      <w:r>
        <w:t>268.0965</w:t>
      </w:r>
      <w:r>
        <w:tab/>
        <w:t>2.025e0</w:t>
      </w:r>
    </w:p>
    <w:p w:rsidR="006974AE" w:rsidRDefault="006974AE" w:rsidP="006974AE">
      <w:r>
        <w:lastRenderedPageBreak/>
        <w:t>268.1194</w:t>
      </w:r>
      <w:r>
        <w:tab/>
        <w:t>1.013e0</w:t>
      </w:r>
    </w:p>
    <w:p w:rsidR="006974AE" w:rsidRDefault="006974AE" w:rsidP="006974AE">
      <w:r>
        <w:t>268.1407</w:t>
      </w:r>
      <w:r>
        <w:tab/>
        <w:t>1.247e0</w:t>
      </w:r>
    </w:p>
    <w:p w:rsidR="006974AE" w:rsidRDefault="006974AE" w:rsidP="006974AE">
      <w:r>
        <w:t>268.1486</w:t>
      </w:r>
      <w:r>
        <w:tab/>
        <w:t>2.025e0</w:t>
      </w:r>
    </w:p>
    <w:p w:rsidR="006974AE" w:rsidRDefault="006974AE" w:rsidP="006974AE">
      <w:r>
        <w:t>268.1537</w:t>
      </w:r>
      <w:r>
        <w:tab/>
        <w:t>1.013e0</w:t>
      </w:r>
    </w:p>
    <w:p w:rsidR="006974AE" w:rsidRDefault="006974AE" w:rsidP="006974AE">
      <w:r>
        <w:t>268.1583</w:t>
      </w:r>
      <w:r>
        <w:tab/>
        <w:t>2.025e0</w:t>
      </w:r>
    </w:p>
    <w:p w:rsidR="006974AE" w:rsidRDefault="006974AE" w:rsidP="006974AE">
      <w:r>
        <w:t>268.1624</w:t>
      </w:r>
      <w:r>
        <w:tab/>
        <w:t>1.013e0</w:t>
      </w:r>
    </w:p>
    <w:p w:rsidR="006974AE" w:rsidRDefault="006974AE" w:rsidP="006974AE">
      <w:r>
        <w:t>268.1661</w:t>
      </w:r>
      <w:r>
        <w:tab/>
        <w:t>1.013e0</w:t>
      </w:r>
    </w:p>
    <w:p w:rsidR="006974AE" w:rsidRDefault="006974AE" w:rsidP="006974AE">
      <w:r>
        <w:t>268.1796</w:t>
      </w:r>
      <w:r>
        <w:tab/>
        <w:t>2.025e0</w:t>
      </w:r>
    </w:p>
    <w:p w:rsidR="006974AE" w:rsidRDefault="006974AE" w:rsidP="006974AE">
      <w:r>
        <w:t>268.1931</w:t>
      </w:r>
      <w:r>
        <w:tab/>
        <w:t>2.025e0</w:t>
      </w:r>
    </w:p>
    <w:p w:rsidR="006974AE" w:rsidRDefault="006974AE" w:rsidP="006974AE">
      <w:r>
        <w:t>268.2054</w:t>
      </w:r>
      <w:r>
        <w:tab/>
        <w:t>1.013e0</w:t>
      </w:r>
    </w:p>
    <w:p w:rsidR="006974AE" w:rsidRDefault="006974AE" w:rsidP="006974AE">
      <w:r>
        <w:t>268.2131</w:t>
      </w:r>
      <w:r>
        <w:tab/>
        <w:t>1.013e0</w:t>
      </w:r>
    </w:p>
    <w:p w:rsidR="006974AE" w:rsidRDefault="006974AE" w:rsidP="006974AE">
      <w:r>
        <w:t>268.2283</w:t>
      </w:r>
      <w:r>
        <w:tab/>
        <w:t>1.013e0</w:t>
      </w:r>
    </w:p>
    <w:p w:rsidR="006974AE" w:rsidRDefault="006974AE" w:rsidP="006974AE">
      <w:r>
        <w:t>268.2304</w:t>
      </w:r>
      <w:r>
        <w:tab/>
        <w:t>4.051e0</w:t>
      </w:r>
    </w:p>
    <w:p w:rsidR="006974AE" w:rsidRDefault="006974AE" w:rsidP="006974AE">
      <w:r>
        <w:t>268.2338</w:t>
      </w:r>
      <w:r>
        <w:tab/>
        <w:t>2.025e0</w:t>
      </w:r>
    </w:p>
    <w:p w:rsidR="006974AE" w:rsidRDefault="006974AE" w:rsidP="006974AE">
      <w:r>
        <w:t>268.2361</w:t>
      </w:r>
      <w:r>
        <w:tab/>
        <w:t>2.025e0</w:t>
      </w:r>
    </w:p>
    <w:p w:rsidR="006974AE" w:rsidRDefault="006974AE" w:rsidP="006974AE">
      <w:r>
        <w:t>268.2579</w:t>
      </w:r>
      <w:r>
        <w:tab/>
        <w:t>1.013e0</w:t>
      </w:r>
    </w:p>
    <w:p w:rsidR="006974AE" w:rsidRDefault="006974AE" w:rsidP="006974AE">
      <w:r>
        <w:t>268.2798</w:t>
      </w:r>
      <w:r>
        <w:tab/>
        <w:t>2.025e0</w:t>
      </w:r>
    </w:p>
    <w:p w:rsidR="006974AE" w:rsidRDefault="006974AE" w:rsidP="006974AE">
      <w:r>
        <w:t>268.3179</w:t>
      </w:r>
      <w:r>
        <w:tab/>
        <w:t>2.025e0</w:t>
      </w:r>
    </w:p>
    <w:p w:rsidR="006974AE" w:rsidRDefault="006974AE" w:rsidP="006974AE">
      <w:r>
        <w:t>268.3371</w:t>
      </w:r>
      <w:r>
        <w:tab/>
        <w:t>1.013e0</w:t>
      </w:r>
    </w:p>
    <w:p w:rsidR="006974AE" w:rsidRDefault="006974AE" w:rsidP="006974AE">
      <w:r>
        <w:lastRenderedPageBreak/>
        <w:t>268.3411</w:t>
      </w:r>
      <w:r>
        <w:tab/>
        <w:t>1.013e0</w:t>
      </w:r>
    </w:p>
    <w:p w:rsidR="006974AE" w:rsidRDefault="006974AE" w:rsidP="006974AE">
      <w:r>
        <w:t>268.3615</w:t>
      </w:r>
      <w:r>
        <w:tab/>
        <w:t>1.013e0</w:t>
      </w:r>
    </w:p>
    <w:p w:rsidR="006974AE" w:rsidRDefault="006974AE" w:rsidP="006974AE">
      <w:r>
        <w:t>268.4146</w:t>
      </w:r>
      <w:r>
        <w:tab/>
        <w:t>1.013e0</w:t>
      </w:r>
    </w:p>
    <w:p w:rsidR="006974AE" w:rsidRDefault="006974AE" w:rsidP="006974AE">
      <w:r>
        <w:t>268.4266</w:t>
      </w:r>
      <w:r>
        <w:tab/>
        <w:t>1.013e0</w:t>
      </w:r>
    </w:p>
    <w:p w:rsidR="006974AE" w:rsidRDefault="006974AE" w:rsidP="006974AE">
      <w:r>
        <w:t>268.4407</w:t>
      </w:r>
      <w:r>
        <w:tab/>
        <w:t>1.013e0</w:t>
      </w:r>
    </w:p>
    <w:p w:rsidR="006974AE" w:rsidRDefault="006974AE" w:rsidP="006974AE">
      <w:r>
        <w:t>268.4580</w:t>
      </w:r>
      <w:r>
        <w:tab/>
        <w:t>2.025e0</w:t>
      </w:r>
    </w:p>
    <w:p w:rsidR="006974AE" w:rsidRDefault="006974AE" w:rsidP="006974AE">
      <w:r>
        <w:t>268.4655</w:t>
      </w:r>
      <w:r>
        <w:tab/>
        <w:t>1.013e0</w:t>
      </w:r>
    </w:p>
    <w:p w:rsidR="006974AE" w:rsidRDefault="006974AE" w:rsidP="006974AE">
      <w:r>
        <w:t>268.5154</w:t>
      </w:r>
      <w:r>
        <w:tab/>
        <w:t>1.013e0</w:t>
      </w:r>
    </w:p>
    <w:p w:rsidR="006974AE" w:rsidRDefault="006974AE" w:rsidP="006974AE">
      <w:r>
        <w:t>268.5354</w:t>
      </w:r>
      <w:r>
        <w:tab/>
        <w:t>1.013e0</w:t>
      </w:r>
    </w:p>
    <w:p w:rsidR="006974AE" w:rsidRDefault="006974AE" w:rsidP="006974AE">
      <w:r>
        <w:t>268.6053</w:t>
      </w:r>
      <w:r>
        <w:tab/>
        <w:t>2.025e0</w:t>
      </w:r>
    </w:p>
    <w:p w:rsidR="006974AE" w:rsidRDefault="006974AE" w:rsidP="006974AE">
      <w:r>
        <w:t>268.6194</w:t>
      </w:r>
      <w:r>
        <w:tab/>
        <w:t>2.025e0</w:t>
      </w:r>
    </w:p>
    <w:p w:rsidR="006974AE" w:rsidRDefault="006974AE" w:rsidP="006974AE">
      <w:r>
        <w:t>268.6366</w:t>
      </w:r>
      <w:r>
        <w:tab/>
        <w:t>1.013e0</w:t>
      </w:r>
    </w:p>
    <w:p w:rsidR="006974AE" w:rsidRDefault="006974AE" w:rsidP="006974AE">
      <w:r>
        <w:t>268.6633</w:t>
      </w:r>
      <w:r>
        <w:tab/>
        <w:t>1.013e0</w:t>
      </w:r>
    </w:p>
    <w:p w:rsidR="006974AE" w:rsidRDefault="006974AE" w:rsidP="006974AE">
      <w:r>
        <w:t>268.7234</w:t>
      </w:r>
      <w:r>
        <w:tab/>
        <w:t>1.013e0</w:t>
      </w:r>
    </w:p>
    <w:p w:rsidR="006974AE" w:rsidRDefault="006974AE" w:rsidP="006974AE">
      <w:r>
        <w:t>268.7372</w:t>
      </w:r>
      <w:r>
        <w:tab/>
        <w:t>1.013e0</w:t>
      </w:r>
    </w:p>
    <w:p w:rsidR="006974AE" w:rsidRDefault="006974AE" w:rsidP="006974AE">
      <w:r>
        <w:t>268.7411</w:t>
      </w:r>
      <w:r>
        <w:tab/>
        <w:t>1.013e0</w:t>
      </w:r>
    </w:p>
    <w:p w:rsidR="006974AE" w:rsidRDefault="006974AE" w:rsidP="006974AE">
      <w:r>
        <w:t>268.7801</w:t>
      </w:r>
      <w:r>
        <w:tab/>
        <w:t>1.013e0</w:t>
      </w:r>
    </w:p>
    <w:p w:rsidR="006974AE" w:rsidRDefault="006974AE" w:rsidP="006974AE">
      <w:r>
        <w:t>268.7977</w:t>
      </w:r>
      <w:r>
        <w:tab/>
        <w:t>1.013e0</w:t>
      </w:r>
    </w:p>
    <w:p w:rsidR="006974AE" w:rsidRDefault="006974AE" w:rsidP="006974AE">
      <w:r>
        <w:t>268.8113</w:t>
      </w:r>
      <w:r>
        <w:tab/>
        <w:t>1.013e0</w:t>
      </w:r>
    </w:p>
    <w:p w:rsidR="006974AE" w:rsidRDefault="006974AE" w:rsidP="006974AE">
      <w:r>
        <w:lastRenderedPageBreak/>
        <w:t>268.8194</w:t>
      </w:r>
      <w:r>
        <w:tab/>
        <w:t>1.013e0</w:t>
      </w:r>
    </w:p>
    <w:p w:rsidR="006974AE" w:rsidRDefault="006974AE" w:rsidP="006974AE">
      <w:r>
        <w:t>268.8230</w:t>
      </w:r>
      <w:r>
        <w:tab/>
        <w:t>1.013e0</w:t>
      </w:r>
    </w:p>
    <w:p w:rsidR="006974AE" w:rsidRDefault="006974AE" w:rsidP="006974AE">
      <w:r>
        <w:t>268.8503</w:t>
      </w:r>
      <w:r>
        <w:tab/>
        <w:t>1.013e0</w:t>
      </w:r>
    </w:p>
    <w:p w:rsidR="006974AE" w:rsidRDefault="006974AE" w:rsidP="006974AE">
      <w:r>
        <w:t>268.8721</w:t>
      </w:r>
      <w:r>
        <w:tab/>
        <w:t>1.013e0</w:t>
      </w:r>
    </w:p>
    <w:p w:rsidR="006974AE" w:rsidRDefault="006974AE" w:rsidP="006974AE">
      <w:r>
        <w:t>268.9242</w:t>
      </w:r>
      <w:r>
        <w:tab/>
        <w:t>1.013e0</w:t>
      </w:r>
    </w:p>
    <w:p w:rsidR="006974AE" w:rsidRDefault="006974AE" w:rsidP="006974AE">
      <w:r>
        <w:t>268.9283</w:t>
      </w:r>
      <w:r>
        <w:tab/>
        <w:t>1.013e0</w:t>
      </w:r>
    </w:p>
    <w:p w:rsidR="006974AE" w:rsidRDefault="006974AE" w:rsidP="006974AE">
      <w:r>
        <w:t>268.9514</w:t>
      </w:r>
      <w:r>
        <w:tab/>
        <w:t>1.013e0</w:t>
      </w:r>
    </w:p>
    <w:p w:rsidR="006974AE" w:rsidRDefault="006974AE" w:rsidP="006974AE">
      <w:r>
        <w:t>268.9631</w:t>
      </w:r>
      <w:r>
        <w:tab/>
        <w:t>2.025e0</w:t>
      </w:r>
    </w:p>
    <w:p w:rsidR="006974AE" w:rsidRDefault="006974AE" w:rsidP="006974AE">
      <w:r>
        <w:t>268.9812</w:t>
      </w:r>
      <w:r>
        <w:tab/>
        <w:t>1.013e0</w:t>
      </w:r>
    </w:p>
    <w:p w:rsidR="006974AE" w:rsidRDefault="006974AE" w:rsidP="006974AE">
      <w:r>
        <w:t>268.9944</w:t>
      </w:r>
      <w:r>
        <w:tab/>
        <w:t>3.038e0</w:t>
      </w:r>
    </w:p>
    <w:p w:rsidR="006974AE" w:rsidRDefault="006974AE" w:rsidP="006974AE">
      <w:r>
        <w:t>268.9973</w:t>
      </w:r>
      <w:r>
        <w:tab/>
        <w:t>3.038e0</w:t>
      </w:r>
    </w:p>
    <w:p w:rsidR="006974AE" w:rsidRDefault="006974AE" w:rsidP="006974AE">
      <w:r>
        <w:t>269.0057</w:t>
      </w:r>
      <w:r>
        <w:tab/>
        <w:t>1.013e0</w:t>
      </w:r>
    </w:p>
    <w:p w:rsidR="006974AE" w:rsidRDefault="006974AE" w:rsidP="006974AE">
      <w:r>
        <w:t>269.0091</w:t>
      </w:r>
      <w:r>
        <w:tab/>
        <w:t>4.051e0</w:t>
      </w:r>
    </w:p>
    <w:p w:rsidR="006974AE" w:rsidRDefault="006974AE" w:rsidP="006974AE">
      <w:r>
        <w:t>269.0106</w:t>
      </w:r>
      <w:r>
        <w:tab/>
        <w:t>1.013e0</w:t>
      </w:r>
    </w:p>
    <w:p w:rsidR="006974AE" w:rsidRDefault="006974AE" w:rsidP="006974AE">
      <w:r>
        <w:t>269.0252</w:t>
      </w:r>
      <w:r>
        <w:tab/>
        <w:t>1.013e0</w:t>
      </w:r>
    </w:p>
    <w:p w:rsidR="006974AE" w:rsidRDefault="006974AE" w:rsidP="006974AE">
      <w:r>
        <w:t>269.0291</w:t>
      </w:r>
      <w:r>
        <w:tab/>
        <w:t>2.025e0</w:t>
      </w:r>
    </w:p>
    <w:p w:rsidR="006974AE" w:rsidRDefault="006974AE" w:rsidP="006974AE">
      <w:r>
        <w:t>269.0336</w:t>
      </w:r>
      <w:r>
        <w:tab/>
        <w:t>5.063e0</w:t>
      </w:r>
    </w:p>
    <w:p w:rsidR="006974AE" w:rsidRDefault="006974AE" w:rsidP="006974AE">
      <w:r>
        <w:t>269.0591</w:t>
      </w:r>
      <w:r>
        <w:tab/>
        <w:t>2.232e0</w:t>
      </w:r>
    </w:p>
    <w:p w:rsidR="006974AE" w:rsidRDefault="006974AE" w:rsidP="006974AE">
      <w:r>
        <w:t>269.0718</w:t>
      </w:r>
      <w:r>
        <w:tab/>
        <w:t>1.013e0</w:t>
      </w:r>
    </w:p>
    <w:p w:rsidR="006974AE" w:rsidRDefault="006974AE" w:rsidP="006974AE">
      <w:r>
        <w:lastRenderedPageBreak/>
        <w:t>269.0799</w:t>
      </w:r>
      <w:r>
        <w:tab/>
        <w:t>3.038e0</w:t>
      </w:r>
    </w:p>
    <w:p w:rsidR="006974AE" w:rsidRDefault="006974AE" w:rsidP="006974AE">
      <w:r>
        <w:t>269.0850</w:t>
      </w:r>
      <w:r>
        <w:tab/>
        <w:t>1.013e0</w:t>
      </w:r>
    </w:p>
    <w:p w:rsidR="006974AE" w:rsidRDefault="006974AE" w:rsidP="006974AE">
      <w:r>
        <w:t>269.0882</w:t>
      </w:r>
      <w:r>
        <w:tab/>
        <w:t>4.051e0</w:t>
      </w:r>
    </w:p>
    <w:p w:rsidR="006974AE" w:rsidRDefault="006974AE" w:rsidP="006974AE">
      <w:r>
        <w:t>269.0900</w:t>
      </w:r>
      <w:r>
        <w:tab/>
        <w:t>1.013e0</w:t>
      </w:r>
    </w:p>
    <w:p w:rsidR="006974AE" w:rsidRDefault="006974AE" w:rsidP="006974AE">
      <w:r>
        <w:t>269.0913</w:t>
      </w:r>
      <w:r>
        <w:tab/>
        <w:t>2.025e0</w:t>
      </w:r>
    </w:p>
    <w:p w:rsidR="006974AE" w:rsidRDefault="006974AE" w:rsidP="006974AE">
      <w:r>
        <w:t>269.1249</w:t>
      </w:r>
      <w:r>
        <w:tab/>
        <w:t>2.025e0</w:t>
      </w:r>
    </w:p>
    <w:p w:rsidR="006974AE" w:rsidRDefault="006974AE" w:rsidP="006974AE">
      <w:r>
        <w:t>269.1400</w:t>
      </w:r>
      <w:r>
        <w:tab/>
        <w:t>2.025e0</w:t>
      </w:r>
    </w:p>
    <w:p w:rsidR="006974AE" w:rsidRDefault="006974AE" w:rsidP="006974AE">
      <w:r>
        <w:t>269.1573</w:t>
      </w:r>
      <w:r>
        <w:tab/>
        <w:t>2.025e0</w:t>
      </w:r>
    </w:p>
    <w:p w:rsidR="006974AE" w:rsidRDefault="006974AE" w:rsidP="006974AE">
      <w:r>
        <w:t>269.1592</w:t>
      </w:r>
      <w:r>
        <w:tab/>
        <w:t>2.025e0</w:t>
      </w:r>
    </w:p>
    <w:p w:rsidR="006974AE" w:rsidRDefault="006974AE" w:rsidP="006974AE">
      <w:r>
        <w:t>269.1607</w:t>
      </w:r>
      <w:r>
        <w:tab/>
        <w:t>3.038e0</w:t>
      </w:r>
    </w:p>
    <w:p w:rsidR="006974AE" w:rsidRDefault="006974AE" w:rsidP="006974AE">
      <w:r>
        <w:t>269.1992</w:t>
      </w:r>
      <w:r>
        <w:tab/>
        <w:t>1.013e0</w:t>
      </w:r>
    </w:p>
    <w:p w:rsidR="006974AE" w:rsidRDefault="006974AE" w:rsidP="006974AE">
      <w:r>
        <w:t>269.2036</w:t>
      </w:r>
      <w:r>
        <w:tab/>
        <w:t>4.051e0</w:t>
      </w:r>
    </w:p>
    <w:p w:rsidR="006974AE" w:rsidRDefault="006974AE" w:rsidP="006974AE">
      <w:r>
        <w:t>269.2135</w:t>
      </w:r>
      <w:r>
        <w:tab/>
        <w:t>4.051e0</w:t>
      </w:r>
    </w:p>
    <w:p w:rsidR="006974AE" w:rsidRDefault="006974AE" w:rsidP="006974AE">
      <w:r>
        <w:t>269.2156</w:t>
      </w:r>
      <w:r>
        <w:tab/>
        <w:t>2.025e0</w:t>
      </w:r>
    </w:p>
    <w:p w:rsidR="006974AE" w:rsidRDefault="006974AE" w:rsidP="006974AE">
      <w:r>
        <w:t>269.2339</w:t>
      </w:r>
      <w:r>
        <w:tab/>
        <w:t>1.013e0</w:t>
      </w:r>
    </w:p>
    <w:p w:rsidR="006974AE" w:rsidRDefault="006974AE" w:rsidP="006974AE">
      <w:r>
        <w:t>269.2352</w:t>
      </w:r>
      <w:r>
        <w:tab/>
        <w:t>2.025e0</w:t>
      </w:r>
    </w:p>
    <w:p w:rsidR="006974AE" w:rsidRDefault="006974AE" w:rsidP="006974AE">
      <w:r>
        <w:t>269.2387</w:t>
      </w:r>
      <w:r>
        <w:tab/>
        <w:t>1.013e0</w:t>
      </w:r>
    </w:p>
    <w:p w:rsidR="006974AE" w:rsidRDefault="006974AE" w:rsidP="006974AE">
      <w:r>
        <w:t>269.2407</w:t>
      </w:r>
      <w:r>
        <w:tab/>
        <w:t>3.038e0</w:t>
      </w:r>
    </w:p>
    <w:p w:rsidR="006974AE" w:rsidRDefault="006974AE" w:rsidP="006974AE">
      <w:r>
        <w:t>269.2438</w:t>
      </w:r>
      <w:r>
        <w:tab/>
        <w:t>5.063e0</w:t>
      </w:r>
    </w:p>
    <w:p w:rsidR="006974AE" w:rsidRDefault="006974AE" w:rsidP="006974AE">
      <w:r>
        <w:lastRenderedPageBreak/>
        <w:t>269.2601</w:t>
      </w:r>
      <w:r>
        <w:tab/>
        <w:t>3.038e0</w:t>
      </w:r>
    </w:p>
    <w:p w:rsidR="006974AE" w:rsidRDefault="006974AE" w:rsidP="006974AE">
      <w:r>
        <w:t>269.2736</w:t>
      </w:r>
      <w:r>
        <w:tab/>
        <w:t>1.013e0</w:t>
      </w:r>
    </w:p>
    <w:p w:rsidR="006974AE" w:rsidRDefault="006974AE" w:rsidP="006974AE">
      <w:r>
        <w:t>269.2763</w:t>
      </w:r>
      <w:r>
        <w:tab/>
        <w:t>2.025e0</w:t>
      </w:r>
    </w:p>
    <w:p w:rsidR="006974AE" w:rsidRDefault="006974AE" w:rsidP="006974AE">
      <w:r>
        <w:t>269.2776</w:t>
      </w:r>
      <w:r>
        <w:tab/>
        <w:t>1.013e0</w:t>
      </w:r>
    </w:p>
    <w:p w:rsidR="006974AE" w:rsidRDefault="006974AE" w:rsidP="006974AE">
      <w:r>
        <w:t>269.2819</w:t>
      </w:r>
      <w:r>
        <w:tab/>
        <w:t>1.013e0</w:t>
      </w:r>
    </w:p>
    <w:p w:rsidR="006974AE" w:rsidRDefault="006974AE" w:rsidP="006974AE">
      <w:r>
        <w:t>269.3034</w:t>
      </w:r>
      <w:r>
        <w:tab/>
        <w:t>1.013e0</w:t>
      </w:r>
    </w:p>
    <w:p w:rsidR="006974AE" w:rsidRDefault="006974AE" w:rsidP="006974AE">
      <w:r>
        <w:t>269.3126</w:t>
      </w:r>
      <w:r>
        <w:tab/>
        <w:t>1.013e0</w:t>
      </w:r>
    </w:p>
    <w:p w:rsidR="006974AE" w:rsidRDefault="006974AE" w:rsidP="006974AE">
      <w:r>
        <w:t>269.3385</w:t>
      </w:r>
      <w:r>
        <w:tab/>
        <w:t>1.013e0</w:t>
      </w:r>
    </w:p>
    <w:p w:rsidR="006974AE" w:rsidRDefault="006974AE" w:rsidP="006974AE">
      <w:r>
        <w:t>269.3515</w:t>
      </w:r>
      <w:r>
        <w:tab/>
        <w:t>1.013e0</w:t>
      </w:r>
    </w:p>
    <w:p w:rsidR="006974AE" w:rsidRDefault="006974AE" w:rsidP="006974AE">
      <w:r>
        <w:t>269.3555</w:t>
      </w:r>
      <w:r>
        <w:tab/>
        <w:t>1.013e0</w:t>
      </w:r>
    </w:p>
    <w:p w:rsidR="006974AE" w:rsidRDefault="006974AE" w:rsidP="006974AE">
      <w:r>
        <w:t>269.3945</w:t>
      </w:r>
      <w:r>
        <w:tab/>
        <w:t>1.013e0</w:t>
      </w:r>
    </w:p>
    <w:p w:rsidR="006974AE" w:rsidRDefault="006974AE" w:rsidP="006974AE">
      <w:r>
        <w:t>269.3985</w:t>
      </w:r>
      <w:r>
        <w:tab/>
        <w:t>1.013e0</w:t>
      </w:r>
    </w:p>
    <w:p w:rsidR="006974AE" w:rsidRDefault="006974AE" w:rsidP="006974AE">
      <w:r>
        <w:t>269.4030</w:t>
      </w:r>
      <w:r>
        <w:tab/>
        <w:t>1.013e0</w:t>
      </w:r>
    </w:p>
    <w:p w:rsidR="006974AE" w:rsidRDefault="006974AE" w:rsidP="006974AE">
      <w:r>
        <w:t>269.4080</w:t>
      </w:r>
      <w:r>
        <w:tab/>
        <w:t>1.013e0</w:t>
      </w:r>
    </w:p>
    <w:p w:rsidR="006974AE" w:rsidRDefault="006974AE" w:rsidP="006974AE">
      <w:r>
        <w:t>269.4179</w:t>
      </w:r>
      <w:r>
        <w:tab/>
        <w:t>1.013e0</w:t>
      </w:r>
    </w:p>
    <w:p w:rsidR="006974AE" w:rsidRDefault="006974AE" w:rsidP="006974AE">
      <w:r>
        <w:t>269.4254</w:t>
      </w:r>
      <w:r>
        <w:tab/>
        <w:t>1.013e0</w:t>
      </w:r>
    </w:p>
    <w:p w:rsidR="006974AE" w:rsidRDefault="006974AE" w:rsidP="006974AE">
      <w:r>
        <w:t>269.4378</w:t>
      </w:r>
      <w:r>
        <w:tab/>
        <w:t>1.013e0</w:t>
      </w:r>
    </w:p>
    <w:p w:rsidR="006974AE" w:rsidRDefault="006974AE" w:rsidP="006974AE">
      <w:r>
        <w:t>269.4688</w:t>
      </w:r>
      <w:r>
        <w:tab/>
        <w:t>1.013e0</w:t>
      </w:r>
    </w:p>
    <w:p w:rsidR="006974AE" w:rsidRDefault="006974AE" w:rsidP="006974AE">
      <w:r>
        <w:t>269.4875</w:t>
      </w:r>
      <w:r>
        <w:tab/>
        <w:t>2.025e0</w:t>
      </w:r>
    </w:p>
    <w:p w:rsidR="006974AE" w:rsidRDefault="006974AE" w:rsidP="006974AE">
      <w:r>
        <w:lastRenderedPageBreak/>
        <w:t>269.5222</w:t>
      </w:r>
      <w:r>
        <w:tab/>
        <w:t>1.013e0</w:t>
      </w:r>
    </w:p>
    <w:p w:rsidR="006974AE" w:rsidRDefault="006974AE" w:rsidP="006974AE">
      <w:r>
        <w:t>269.5536</w:t>
      </w:r>
      <w:r>
        <w:tab/>
        <w:t>5.063e0</w:t>
      </w:r>
    </w:p>
    <w:p w:rsidR="006974AE" w:rsidRDefault="006974AE" w:rsidP="006974AE">
      <w:r>
        <w:t>269.5619</w:t>
      </w:r>
      <w:r>
        <w:tab/>
        <w:t>1.013e0</w:t>
      </w:r>
    </w:p>
    <w:p w:rsidR="006974AE" w:rsidRDefault="006974AE" w:rsidP="006974AE">
      <w:r>
        <w:t>269.5694</w:t>
      </w:r>
      <w:r>
        <w:tab/>
        <w:t>1.013e0</w:t>
      </w:r>
    </w:p>
    <w:p w:rsidR="006974AE" w:rsidRDefault="006974AE" w:rsidP="006974AE">
      <w:r>
        <w:t>269.5909</w:t>
      </w:r>
      <w:r>
        <w:tab/>
        <w:t>2.025e0</w:t>
      </w:r>
    </w:p>
    <w:p w:rsidR="006974AE" w:rsidRDefault="006974AE" w:rsidP="006974AE">
      <w:r>
        <w:t>269.6394</w:t>
      </w:r>
      <w:r>
        <w:tab/>
        <w:t>2.025e0</w:t>
      </w:r>
    </w:p>
    <w:p w:rsidR="006974AE" w:rsidRDefault="006974AE" w:rsidP="006974AE">
      <w:r>
        <w:t>269.6434</w:t>
      </w:r>
      <w:r>
        <w:tab/>
        <w:t>1.013e0</w:t>
      </w:r>
    </w:p>
    <w:p w:rsidR="006974AE" w:rsidRDefault="006974AE" w:rsidP="006974AE">
      <w:r>
        <w:t>269.6548</w:t>
      </w:r>
      <w:r>
        <w:tab/>
        <w:t>3.038e0</w:t>
      </w:r>
    </w:p>
    <w:p w:rsidR="006974AE" w:rsidRDefault="006974AE" w:rsidP="006974AE">
      <w:r>
        <w:t>269.6962</w:t>
      </w:r>
      <w:r>
        <w:tab/>
        <w:t>1.013e0</w:t>
      </w:r>
    </w:p>
    <w:p w:rsidR="006974AE" w:rsidRDefault="006974AE" w:rsidP="006974AE">
      <w:r>
        <w:t>269.7137</w:t>
      </w:r>
      <w:r>
        <w:tab/>
        <w:t>1.013e0</w:t>
      </w:r>
    </w:p>
    <w:p w:rsidR="006974AE" w:rsidRDefault="006974AE" w:rsidP="006974AE">
      <w:r>
        <w:t>269.7486</w:t>
      </w:r>
      <w:r>
        <w:tab/>
        <w:t>1.013e0</w:t>
      </w:r>
    </w:p>
    <w:p w:rsidR="006974AE" w:rsidRDefault="006974AE" w:rsidP="006974AE">
      <w:r>
        <w:t>269.7793</w:t>
      </w:r>
      <w:r>
        <w:tab/>
        <w:t>1.013e0</w:t>
      </w:r>
    </w:p>
    <w:p w:rsidR="006974AE" w:rsidRDefault="006974AE" w:rsidP="006974AE">
      <w:r>
        <w:t>269.8143</w:t>
      </w:r>
      <w:r>
        <w:tab/>
        <w:t>1.013e0</w:t>
      </w:r>
    </w:p>
    <w:p w:rsidR="006974AE" w:rsidRDefault="006974AE" w:rsidP="006974AE">
      <w:r>
        <w:t>269.8186</w:t>
      </w:r>
      <w:r>
        <w:tab/>
        <w:t>1.013e0</w:t>
      </w:r>
    </w:p>
    <w:p w:rsidR="006974AE" w:rsidRDefault="006974AE" w:rsidP="006974AE">
      <w:r>
        <w:t>269.8267</w:t>
      </w:r>
      <w:r>
        <w:tab/>
        <w:t>1.013e0</w:t>
      </w:r>
    </w:p>
    <w:p w:rsidR="006974AE" w:rsidRDefault="006974AE" w:rsidP="006974AE">
      <w:r>
        <w:t>269.8404</w:t>
      </w:r>
      <w:r>
        <w:tab/>
        <w:t>1.013e0</w:t>
      </w:r>
    </w:p>
    <w:p w:rsidR="006974AE" w:rsidRDefault="006974AE" w:rsidP="006974AE">
      <w:r>
        <w:t>269.8923</w:t>
      </w:r>
      <w:r>
        <w:tab/>
        <w:t>1.013e0</w:t>
      </w:r>
    </w:p>
    <w:p w:rsidR="006974AE" w:rsidRDefault="006974AE" w:rsidP="006974AE">
      <w:r>
        <w:t>269.9100</w:t>
      </w:r>
      <w:r>
        <w:tab/>
        <w:t>1.013e0</w:t>
      </w:r>
    </w:p>
    <w:p w:rsidR="006974AE" w:rsidRDefault="006974AE" w:rsidP="006974AE">
      <w:r>
        <w:t>269.9150</w:t>
      </w:r>
      <w:r>
        <w:tab/>
        <w:t>1.013e0</w:t>
      </w:r>
    </w:p>
    <w:p w:rsidR="006974AE" w:rsidRDefault="006974AE" w:rsidP="006974AE">
      <w:r>
        <w:lastRenderedPageBreak/>
        <w:t>269.9236</w:t>
      </w:r>
      <w:r>
        <w:tab/>
        <w:t>1.013e0</w:t>
      </w:r>
    </w:p>
    <w:p w:rsidR="006974AE" w:rsidRDefault="006974AE" w:rsidP="006974AE">
      <w:r>
        <w:t>269.9356</w:t>
      </w:r>
      <w:r>
        <w:tab/>
        <w:t>1.013e0</w:t>
      </w:r>
    </w:p>
    <w:p w:rsidR="006974AE" w:rsidRDefault="006974AE" w:rsidP="006974AE">
      <w:r>
        <w:t>269.9624</w:t>
      </w:r>
      <w:r>
        <w:tab/>
        <w:t>2.025e0</w:t>
      </w:r>
    </w:p>
    <w:p w:rsidR="006974AE" w:rsidRDefault="006974AE" w:rsidP="006974AE">
      <w:r>
        <w:t>269.9689</w:t>
      </w:r>
      <w:r>
        <w:tab/>
        <w:t>2.025e0</w:t>
      </w:r>
    </w:p>
    <w:p w:rsidR="006974AE" w:rsidRDefault="006974AE" w:rsidP="006974AE">
      <w:r>
        <w:t>269.9896</w:t>
      </w:r>
      <w:r>
        <w:tab/>
        <w:t>1.013e0</w:t>
      </w:r>
    </w:p>
    <w:p w:rsidR="006974AE" w:rsidRDefault="006974AE" w:rsidP="006974AE">
      <w:r>
        <w:t>269.9976</w:t>
      </w:r>
      <w:r>
        <w:tab/>
        <w:t>1.013e0</w:t>
      </w:r>
    </w:p>
    <w:p w:rsidR="006974AE" w:rsidRDefault="006974AE" w:rsidP="006974AE">
      <w:r>
        <w:t>270.0069</w:t>
      </w:r>
      <w:r>
        <w:tab/>
        <w:t>2.025e0</w:t>
      </w:r>
    </w:p>
    <w:p w:rsidR="006974AE" w:rsidRDefault="006974AE" w:rsidP="006974AE">
      <w:r>
        <w:t>270.0195</w:t>
      </w:r>
      <w:r>
        <w:tab/>
        <w:t>1.013e0</w:t>
      </w:r>
    </w:p>
    <w:p w:rsidR="006974AE" w:rsidRDefault="006974AE" w:rsidP="006974AE">
      <w:r>
        <w:t>270.0541</w:t>
      </w:r>
      <w:r>
        <w:tab/>
        <w:t>3.038e0</w:t>
      </w:r>
    </w:p>
    <w:p w:rsidR="006974AE" w:rsidRDefault="006974AE" w:rsidP="006974AE">
      <w:r>
        <w:t>270.0586</w:t>
      </w:r>
      <w:r>
        <w:tab/>
        <w:t>3.038e0</w:t>
      </w:r>
    </w:p>
    <w:p w:rsidR="006974AE" w:rsidRDefault="006974AE" w:rsidP="006974AE">
      <w:r>
        <w:t>270.0676</w:t>
      </w:r>
      <w:r>
        <w:tab/>
        <w:t>1.013e0</w:t>
      </w:r>
    </w:p>
    <w:p w:rsidR="006974AE" w:rsidRDefault="006974AE" w:rsidP="006974AE">
      <w:r>
        <w:t>270.0792</w:t>
      </w:r>
      <w:r>
        <w:tab/>
        <w:t>1.013e0</w:t>
      </w:r>
    </w:p>
    <w:p w:rsidR="006974AE" w:rsidRDefault="006974AE" w:rsidP="006974AE">
      <w:r>
        <w:t>270.0982</w:t>
      </w:r>
      <w:r>
        <w:tab/>
        <w:t>3.038e0</w:t>
      </w:r>
    </w:p>
    <w:p w:rsidR="006974AE" w:rsidRDefault="006974AE" w:rsidP="006974AE">
      <w:r>
        <w:t>270.1146</w:t>
      </w:r>
      <w:r>
        <w:tab/>
        <w:t>2.025e0</w:t>
      </w:r>
    </w:p>
    <w:p w:rsidR="006974AE" w:rsidRDefault="006974AE" w:rsidP="006974AE">
      <w:r>
        <w:t>270.1237</w:t>
      </w:r>
      <w:r>
        <w:tab/>
        <w:t>1.013e0</w:t>
      </w:r>
    </w:p>
    <w:p w:rsidR="006974AE" w:rsidRDefault="006974AE" w:rsidP="006974AE">
      <w:r>
        <w:t>270.1372</w:t>
      </w:r>
      <w:r>
        <w:tab/>
        <w:t>1.013e0</w:t>
      </w:r>
    </w:p>
    <w:p w:rsidR="006974AE" w:rsidRDefault="006974AE" w:rsidP="006974AE">
      <w:r>
        <w:t>270.1763</w:t>
      </w:r>
      <w:r>
        <w:tab/>
        <w:t>1.013e0</w:t>
      </w:r>
    </w:p>
    <w:p w:rsidR="006974AE" w:rsidRDefault="006974AE" w:rsidP="006974AE">
      <w:r>
        <w:t>270.1846</w:t>
      </w:r>
      <w:r>
        <w:tab/>
        <w:t>1.013e0</w:t>
      </w:r>
    </w:p>
    <w:p w:rsidR="006974AE" w:rsidRDefault="006974AE" w:rsidP="006974AE">
      <w:r>
        <w:t>270.2076</w:t>
      </w:r>
      <w:r>
        <w:tab/>
        <w:t>1.013e0</w:t>
      </w:r>
    </w:p>
    <w:p w:rsidR="006974AE" w:rsidRDefault="006974AE" w:rsidP="006974AE">
      <w:r>
        <w:lastRenderedPageBreak/>
        <w:t>270.2258</w:t>
      </w:r>
      <w:r>
        <w:tab/>
        <w:t>2.025e0</w:t>
      </w:r>
    </w:p>
    <w:p w:rsidR="006974AE" w:rsidRDefault="006974AE" w:rsidP="006974AE">
      <w:r>
        <w:t>270.2423</w:t>
      </w:r>
      <w:r>
        <w:tab/>
        <w:t>1.013e0</w:t>
      </w:r>
    </w:p>
    <w:p w:rsidR="006974AE" w:rsidRDefault="006974AE" w:rsidP="006974AE">
      <w:r>
        <w:t>270.2466</w:t>
      </w:r>
      <w:r>
        <w:tab/>
        <w:t>1.013e0</w:t>
      </w:r>
    </w:p>
    <w:p w:rsidR="006974AE" w:rsidRDefault="006974AE" w:rsidP="006974AE">
      <w:r>
        <w:t>270.2681</w:t>
      </w:r>
      <w:r>
        <w:tab/>
        <w:t>1.013e0</w:t>
      </w:r>
    </w:p>
    <w:p w:rsidR="006974AE" w:rsidRDefault="006974AE" w:rsidP="006974AE">
      <w:r>
        <w:t>270.2734</w:t>
      </w:r>
      <w:r>
        <w:tab/>
        <w:t>2.025e0</w:t>
      </w:r>
    </w:p>
    <w:p w:rsidR="006974AE" w:rsidRDefault="006974AE" w:rsidP="006974AE">
      <w:r>
        <w:t>270.2777</w:t>
      </w:r>
      <w:r>
        <w:tab/>
        <w:t>1.013e0</w:t>
      </w:r>
    </w:p>
    <w:p w:rsidR="006974AE" w:rsidRDefault="006974AE" w:rsidP="006974AE">
      <w:r>
        <w:t>270.2853</w:t>
      </w:r>
      <w:r>
        <w:tab/>
        <w:t>3.038e0</w:t>
      </w:r>
    </w:p>
    <w:p w:rsidR="006974AE" w:rsidRDefault="006974AE" w:rsidP="006974AE">
      <w:r>
        <w:t>270.3029</w:t>
      </w:r>
      <w:r>
        <w:tab/>
        <w:t>1.013e0</w:t>
      </w:r>
    </w:p>
    <w:p w:rsidR="006974AE" w:rsidRDefault="006974AE" w:rsidP="006974AE">
      <w:r>
        <w:t>270.3066</w:t>
      </w:r>
      <w:r>
        <w:tab/>
        <w:t>2.025e0</w:t>
      </w:r>
    </w:p>
    <w:p w:rsidR="006974AE" w:rsidRDefault="006974AE" w:rsidP="006974AE">
      <w:r>
        <w:t>270.3244</w:t>
      </w:r>
      <w:r>
        <w:tab/>
        <w:t>1.013e0</w:t>
      </w:r>
    </w:p>
    <w:p w:rsidR="006974AE" w:rsidRDefault="006974AE" w:rsidP="006974AE">
      <w:r>
        <w:t>270.3282</w:t>
      </w:r>
      <w:r>
        <w:tab/>
        <w:t>1.013e0</w:t>
      </w:r>
    </w:p>
    <w:p w:rsidR="006974AE" w:rsidRDefault="006974AE" w:rsidP="006974AE">
      <w:r>
        <w:t>270.3381</w:t>
      </w:r>
      <w:r>
        <w:tab/>
        <w:t>1.013e0</w:t>
      </w:r>
    </w:p>
    <w:p w:rsidR="006974AE" w:rsidRDefault="006974AE" w:rsidP="006974AE">
      <w:r>
        <w:t>270.3474</w:t>
      </w:r>
      <w:r>
        <w:tab/>
        <w:t>1.013e0</w:t>
      </w:r>
    </w:p>
    <w:p w:rsidR="006974AE" w:rsidRDefault="006974AE" w:rsidP="006974AE">
      <w:r>
        <w:t>270.3867</w:t>
      </w:r>
      <w:r>
        <w:tab/>
        <w:t>1.013e0</w:t>
      </w:r>
    </w:p>
    <w:p w:rsidR="006974AE" w:rsidRDefault="006974AE" w:rsidP="006974AE">
      <w:r>
        <w:t>270.4235</w:t>
      </w:r>
      <w:r>
        <w:tab/>
        <w:t>3.038e0</w:t>
      </w:r>
    </w:p>
    <w:p w:rsidR="006974AE" w:rsidRDefault="006974AE" w:rsidP="006974AE">
      <w:r>
        <w:t>270.4524</w:t>
      </w:r>
      <w:r>
        <w:tab/>
        <w:t>2.025e0</w:t>
      </w:r>
    </w:p>
    <w:p w:rsidR="006974AE" w:rsidRDefault="006974AE" w:rsidP="006974AE">
      <w:r>
        <w:t>270.5076</w:t>
      </w:r>
      <w:r>
        <w:tab/>
        <w:t>1.013e0</w:t>
      </w:r>
    </w:p>
    <w:p w:rsidR="006974AE" w:rsidRDefault="006974AE" w:rsidP="006974AE">
      <w:r>
        <w:t>270.5125</w:t>
      </w:r>
      <w:r>
        <w:tab/>
        <w:t>1.013e0</w:t>
      </w:r>
    </w:p>
    <w:p w:rsidR="006974AE" w:rsidRDefault="006974AE" w:rsidP="006974AE">
      <w:r>
        <w:t>270.5172</w:t>
      </w:r>
      <w:r>
        <w:tab/>
        <w:t>1.013e0</w:t>
      </w:r>
    </w:p>
    <w:p w:rsidR="006974AE" w:rsidRDefault="006974AE" w:rsidP="006974AE">
      <w:r>
        <w:lastRenderedPageBreak/>
        <w:t>270.5521</w:t>
      </w:r>
      <w:r>
        <w:tab/>
        <w:t>1.013e0</w:t>
      </w:r>
    </w:p>
    <w:p w:rsidR="006974AE" w:rsidRDefault="006974AE" w:rsidP="006974AE">
      <w:r>
        <w:t>270.5657</w:t>
      </w:r>
      <w:r>
        <w:tab/>
        <w:t>1.013e0</w:t>
      </w:r>
    </w:p>
    <w:p w:rsidR="006974AE" w:rsidRDefault="006974AE" w:rsidP="006974AE">
      <w:r>
        <w:t>270.5923</w:t>
      </w:r>
      <w:r>
        <w:tab/>
        <w:t>1.013e0</w:t>
      </w:r>
    </w:p>
    <w:p w:rsidR="006974AE" w:rsidRDefault="006974AE" w:rsidP="006974AE">
      <w:r>
        <w:t>270.6358</w:t>
      </w:r>
      <w:r>
        <w:tab/>
        <w:t>1.013e0</w:t>
      </w:r>
    </w:p>
    <w:p w:rsidR="006974AE" w:rsidRDefault="006974AE" w:rsidP="006974AE">
      <w:r>
        <w:t>270.6435</w:t>
      </w:r>
      <w:r>
        <w:tab/>
        <w:t>1.013e0</w:t>
      </w:r>
    </w:p>
    <w:p w:rsidR="006974AE" w:rsidRDefault="006974AE" w:rsidP="006974AE">
      <w:r>
        <w:t>270.6661</w:t>
      </w:r>
      <w:r>
        <w:tab/>
        <w:t>2.025e0</w:t>
      </w:r>
    </w:p>
    <w:p w:rsidR="006974AE" w:rsidRDefault="006974AE" w:rsidP="006974AE">
      <w:r>
        <w:t>270.6870</w:t>
      </w:r>
      <w:r>
        <w:tab/>
        <w:t>1.013e0</w:t>
      </w:r>
    </w:p>
    <w:p w:rsidR="006974AE" w:rsidRDefault="006974AE" w:rsidP="006974AE">
      <w:r>
        <w:t>270.7058</w:t>
      </w:r>
      <w:r>
        <w:tab/>
        <w:t>1.013e0</w:t>
      </w:r>
    </w:p>
    <w:p w:rsidR="006974AE" w:rsidRDefault="006974AE" w:rsidP="006974AE">
      <w:r>
        <w:t>270.7318</w:t>
      </w:r>
      <w:r>
        <w:tab/>
        <w:t>2.025e0</w:t>
      </w:r>
    </w:p>
    <w:p w:rsidR="006974AE" w:rsidRDefault="006974AE" w:rsidP="006974AE">
      <w:r>
        <w:t>270.7667</w:t>
      </w:r>
      <w:r>
        <w:tab/>
        <w:t>2.025e0</w:t>
      </w:r>
    </w:p>
    <w:p w:rsidR="006974AE" w:rsidRDefault="006974AE" w:rsidP="006974AE">
      <w:r>
        <w:t>270.7718</w:t>
      </w:r>
      <w:r>
        <w:tab/>
        <w:t>1.013e0</w:t>
      </w:r>
    </w:p>
    <w:p w:rsidR="006974AE" w:rsidRDefault="006974AE" w:rsidP="006974AE">
      <w:r>
        <w:t>270.8024</w:t>
      </w:r>
      <w:r>
        <w:tab/>
        <w:t>3.038e0</w:t>
      </w:r>
    </w:p>
    <w:p w:rsidR="006974AE" w:rsidRDefault="006974AE" w:rsidP="006974AE">
      <w:r>
        <w:t>270.8064</w:t>
      </w:r>
      <w:r>
        <w:tab/>
        <w:t>2.025e0</w:t>
      </w:r>
    </w:p>
    <w:p w:rsidR="006974AE" w:rsidRDefault="006974AE" w:rsidP="006974AE">
      <w:r>
        <w:t>270.8615</w:t>
      </w:r>
      <w:r>
        <w:tab/>
        <w:t>1.013e0</w:t>
      </w:r>
    </w:p>
    <w:p w:rsidR="006974AE" w:rsidRDefault="006974AE" w:rsidP="006974AE">
      <w:r>
        <w:t>270.8867</w:t>
      </w:r>
      <w:r>
        <w:tab/>
        <w:t>2.025e0</w:t>
      </w:r>
    </w:p>
    <w:p w:rsidR="006974AE" w:rsidRDefault="006974AE" w:rsidP="006974AE">
      <w:r>
        <w:t>270.9108</w:t>
      </w:r>
      <w:r>
        <w:tab/>
        <w:t>2.025e0</w:t>
      </w:r>
    </w:p>
    <w:p w:rsidR="006974AE" w:rsidRDefault="006974AE" w:rsidP="006974AE">
      <w:r>
        <w:t>270.9137</w:t>
      </w:r>
      <w:r>
        <w:tab/>
        <w:t>2.025e0</w:t>
      </w:r>
    </w:p>
    <w:p w:rsidR="006974AE" w:rsidRDefault="006974AE" w:rsidP="006974AE">
      <w:r>
        <w:t>270.9161</w:t>
      </w:r>
      <w:r>
        <w:tab/>
        <w:t>1.013e0</w:t>
      </w:r>
    </w:p>
    <w:p w:rsidR="006974AE" w:rsidRDefault="006974AE" w:rsidP="006974AE">
      <w:r>
        <w:t>270.9461</w:t>
      </w:r>
      <w:r>
        <w:tab/>
        <w:t>1.013e0</w:t>
      </w:r>
    </w:p>
    <w:p w:rsidR="006974AE" w:rsidRDefault="006974AE" w:rsidP="006974AE">
      <w:r>
        <w:lastRenderedPageBreak/>
        <w:t>270.9631</w:t>
      </w:r>
      <w:r>
        <w:tab/>
        <w:t>1.013e0</w:t>
      </w:r>
    </w:p>
    <w:p w:rsidR="006974AE" w:rsidRDefault="006974AE" w:rsidP="006974AE">
      <w:r>
        <w:t>270.9935</w:t>
      </w:r>
      <w:r>
        <w:tab/>
        <w:t>7.089e0</w:t>
      </w:r>
    </w:p>
    <w:p w:rsidR="006974AE" w:rsidRDefault="006974AE" w:rsidP="006974AE">
      <w:r>
        <w:t>271.0069</w:t>
      </w:r>
      <w:r>
        <w:tab/>
        <w:t>2.025e0</w:t>
      </w:r>
    </w:p>
    <w:p w:rsidR="006974AE" w:rsidRDefault="006974AE" w:rsidP="006974AE">
      <w:r>
        <w:t>271.0138</w:t>
      </w:r>
      <w:r>
        <w:tab/>
        <w:t>2.025e0</w:t>
      </w:r>
    </w:p>
    <w:p w:rsidR="006974AE" w:rsidRDefault="006974AE" w:rsidP="006974AE">
      <w:r>
        <w:t>271.0227</w:t>
      </w:r>
      <w:r>
        <w:tab/>
        <w:t>2.025e0</w:t>
      </w:r>
    </w:p>
    <w:p w:rsidR="006974AE" w:rsidRDefault="006974AE" w:rsidP="006974AE">
      <w:r>
        <w:t>271.0251</w:t>
      </w:r>
      <w:r>
        <w:tab/>
        <w:t>1.013e0</w:t>
      </w:r>
    </w:p>
    <w:p w:rsidR="006974AE" w:rsidRDefault="006974AE" w:rsidP="006974AE">
      <w:r>
        <w:t>271.0291</w:t>
      </w:r>
      <w:r>
        <w:tab/>
        <w:t>1.013e0</w:t>
      </w:r>
    </w:p>
    <w:p w:rsidR="006974AE" w:rsidRDefault="006974AE" w:rsidP="006974AE">
      <w:r>
        <w:t>271.0371</w:t>
      </w:r>
      <w:r>
        <w:tab/>
        <w:t>1.013e0</w:t>
      </w:r>
    </w:p>
    <w:p w:rsidR="006974AE" w:rsidRDefault="006974AE" w:rsidP="006974AE">
      <w:r>
        <w:t>271.0390</w:t>
      </w:r>
      <w:r>
        <w:tab/>
        <w:t>3.038e0</w:t>
      </w:r>
    </w:p>
    <w:p w:rsidR="006974AE" w:rsidRDefault="006974AE" w:rsidP="006974AE">
      <w:r>
        <w:t>271.0563</w:t>
      </w:r>
      <w:r>
        <w:tab/>
        <w:t>1.013e0</w:t>
      </w:r>
    </w:p>
    <w:p w:rsidR="006974AE" w:rsidRDefault="006974AE" w:rsidP="006974AE">
      <w:r>
        <w:t>271.0602</w:t>
      </w:r>
      <w:r>
        <w:tab/>
        <w:t>2.025e0</w:t>
      </w:r>
    </w:p>
    <w:p w:rsidR="006974AE" w:rsidRDefault="006974AE" w:rsidP="006974AE">
      <w:r>
        <w:t>271.0721</w:t>
      </w:r>
      <w:r>
        <w:tab/>
        <w:t>2.025e0</w:t>
      </w:r>
    </w:p>
    <w:p w:rsidR="006974AE" w:rsidRDefault="006974AE" w:rsidP="006974AE">
      <w:r>
        <w:t>271.0738</w:t>
      </w:r>
      <w:r>
        <w:tab/>
        <w:t>4.051e0</w:t>
      </w:r>
    </w:p>
    <w:p w:rsidR="006974AE" w:rsidRDefault="006974AE" w:rsidP="006974AE">
      <w:r>
        <w:t>271.1440</w:t>
      </w:r>
      <w:r>
        <w:tab/>
        <w:t>3.038e0</w:t>
      </w:r>
    </w:p>
    <w:p w:rsidR="006974AE" w:rsidRDefault="006974AE" w:rsidP="006974AE">
      <w:r>
        <w:t>271.1461</w:t>
      </w:r>
      <w:r>
        <w:tab/>
        <w:t>2.025e0</w:t>
      </w:r>
    </w:p>
    <w:p w:rsidR="006974AE" w:rsidRDefault="006974AE" w:rsidP="006974AE">
      <w:r>
        <w:t>271.1491</w:t>
      </w:r>
      <w:r>
        <w:tab/>
        <w:t>3.038e0</w:t>
      </w:r>
    </w:p>
    <w:p w:rsidR="006974AE" w:rsidRDefault="006974AE" w:rsidP="006974AE">
      <w:r>
        <w:t>271.1508</w:t>
      </w:r>
      <w:r>
        <w:tab/>
        <w:t>1.013e0</w:t>
      </w:r>
    </w:p>
    <w:p w:rsidR="006974AE" w:rsidRDefault="006974AE" w:rsidP="006974AE">
      <w:r>
        <w:t>271.1562</w:t>
      </w:r>
      <w:r>
        <w:tab/>
        <w:t>1.013e0</w:t>
      </w:r>
    </w:p>
    <w:p w:rsidR="006974AE" w:rsidRDefault="006974AE" w:rsidP="006974AE">
      <w:r>
        <w:t>271.1689</w:t>
      </w:r>
      <w:r>
        <w:tab/>
        <w:t>2.025e0</w:t>
      </w:r>
    </w:p>
    <w:p w:rsidR="006974AE" w:rsidRDefault="006974AE" w:rsidP="006974AE">
      <w:r>
        <w:lastRenderedPageBreak/>
        <w:t>271.1733</w:t>
      </w:r>
      <w:r>
        <w:tab/>
        <w:t>1.013e0</w:t>
      </w:r>
    </w:p>
    <w:p w:rsidR="006974AE" w:rsidRDefault="006974AE" w:rsidP="006974AE">
      <w:r>
        <w:t>271.1858</w:t>
      </w:r>
      <w:r>
        <w:tab/>
        <w:t>1.013e0</w:t>
      </w:r>
    </w:p>
    <w:p w:rsidR="006974AE" w:rsidRDefault="006974AE" w:rsidP="006974AE">
      <w:r>
        <w:t>271.1958</w:t>
      </w:r>
      <w:r>
        <w:tab/>
        <w:t>1.013e0</w:t>
      </w:r>
    </w:p>
    <w:p w:rsidR="006974AE" w:rsidRDefault="006974AE" w:rsidP="006974AE">
      <w:r>
        <w:t>271.2123</w:t>
      </w:r>
      <w:r>
        <w:tab/>
        <w:t>1.013e0</w:t>
      </w:r>
    </w:p>
    <w:p w:rsidR="006974AE" w:rsidRDefault="006974AE" w:rsidP="006974AE">
      <w:r>
        <w:t>271.2162</w:t>
      </w:r>
      <w:r>
        <w:tab/>
        <w:t>1.013e0</w:t>
      </w:r>
    </w:p>
    <w:p w:rsidR="006974AE" w:rsidRDefault="006974AE" w:rsidP="006974AE">
      <w:r>
        <w:t>271.2211</w:t>
      </w:r>
      <w:r>
        <w:tab/>
        <w:t>1.013e0</w:t>
      </w:r>
    </w:p>
    <w:p w:rsidR="006974AE" w:rsidRDefault="006974AE" w:rsidP="006974AE">
      <w:r>
        <w:t>271.2332</w:t>
      </w:r>
      <w:r>
        <w:tab/>
        <w:t>2.025e0</w:t>
      </w:r>
    </w:p>
    <w:p w:rsidR="006974AE" w:rsidRDefault="006974AE" w:rsidP="006974AE">
      <w:r>
        <w:t>271.2354</w:t>
      </w:r>
      <w:r>
        <w:tab/>
        <w:t>1.013e0</w:t>
      </w:r>
    </w:p>
    <w:p w:rsidR="006974AE" w:rsidRDefault="006974AE" w:rsidP="006974AE">
      <w:r>
        <w:t>271.2410</w:t>
      </w:r>
      <w:r>
        <w:tab/>
        <w:t>2.025e0</w:t>
      </w:r>
    </w:p>
    <w:p w:rsidR="006974AE" w:rsidRDefault="006974AE" w:rsidP="006974AE">
      <w:r>
        <w:t>271.2474</w:t>
      </w:r>
      <w:r>
        <w:tab/>
        <w:t>1.013e0</w:t>
      </w:r>
    </w:p>
    <w:p w:rsidR="006974AE" w:rsidRDefault="006974AE" w:rsidP="006974AE">
      <w:r>
        <w:t>271.2558</w:t>
      </w:r>
      <w:r>
        <w:tab/>
        <w:t>1.013e0</w:t>
      </w:r>
    </w:p>
    <w:p w:rsidR="006974AE" w:rsidRDefault="006974AE" w:rsidP="006974AE">
      <w:r>
        <w:t>271.2783</w:t>
      </w:r>
      <w:r>
        <w:tab/>
        <w:t>2.025e0</w:t>
      </w:r>
    </w:p>
    <w:p w:rsidR="006974AE" w:rsidRDefault="006974AE" w:rsidP="006974AE">
      <w:r>
        <w:t>271.2911</w:t>
      </w:r>
      <w:r>
        <w:tab/>
        <w:t>1.013e0</w:t>
      </w:r>
    </w:p>
    <w:p w:rsidR="006974AE" w:rsidRDefault="006974AE" w:rsidP="006974AE">
      <w:r>
        <w:t>271.2941</w:t>
      </w:r>
      <w:r>
        <w:tab/>
        <w:t>2.025e0</w:t>
      </w:r>
    </w:p>
    <w:p w:rsidR="006974AE" w:rsidRDefault="006974AE" w:rsidP="006974AE">
      <w:r>
        <w:t>271.3131</w:t>
      </w:r>
      <w:r>
        <w:tab/>
        <w:t>1.013e0</w:t>
      </w:r>
    </w:p>
    <w:p w:rsidR="006974AE" w:rsidRDefault="006974AE" w:rsidP="006974AE">
      <w:r>
        <w:t>271.3171</w:t>
      </w:r>
      <w:r>
        <w:tab/>
        <w:t>1.013e0</w:t>
      </w:r>
    </w:p>
    <w:p w:rsidR="006974AE" w:rsidRDefault="006974AE" w:rsidP="006974AE">
      <w:r>
        <w:t>271.3560</w:t>
      </w:r>
      <w:r>
        <w:tab/>
        <w:t>1.013e0</w:t>
      </w:r>
    </w:p>
    <w:p w:rsidR="006974AE" w:rsidRDefault="006974AE" w:rsidP="006974AE">
      <w:r>
        <w:t>271.3611</w:t>
      </w:r>
      <w:r>
        <w:tab/>
        <w:t>1.013e0</w:t>
      </w:r>
    </w:p>
    <w:p w:rsidR="006974AE" w:rsidRDefault="006974AE" w:rsidP="006974AE">
      <w:r>
        <w:t>271.3657</w:t>
      </w:r>
      <w:r>
        <w:tab/>
        <w:t>1.013e0</w:t>
      </w:r>
    </w:p>
    <w:p w:rsidR="006974AE" w:rsidRDefault="006974AE" w:rsidP="006974AE">
      <w:r>
        <w:lastRenderedPageBreak/>
        <w:t>271.4145</w:t>
      </w:r>
      <w:r>
        <w:tab/>
        <w:t>1.013e0</w:t>
      </w:r>
    </w:p>
    <w:p w:rsidR="006974AE" w:rsidRDefault="006974AE" w:rsidP="006974AE">
      <w:r>
        <w:t>271.4359</w:t>
      </w:r>
      <w:r>
        <w:tab/>
        <w:t>2.025e0</w:t>
      </w:r>
    </w:p>
    <w:p w:rsidR="006974AE" w:rsidRDefault="006974AE" w:rsidP="006974AE">
      <w:r>
        <w:t>271.4533</w:t>
      </w:r>
      <w:r>
        <w:tab/>
        <w:t>1.013e0</w:t>
      </w:r>
    </w:p>
    <w:p w:rsidR="006974AE" w:rsidRDefault="006974AE" w:rsidP="006974AE">
      <w:r>
        <w:t>271.4843</w:t>
      </w:r>
      <w:r>
        <w:tab/>
        <w:t>1.013e0</w:t>
      </w:r>
    </w:p>
    <w:p w:rsidR="006974AE" w:rsidRDefault="006974AE" w:rsidP="006974AE">
      <w:r>
        <w:t>271.4887</w:t>
      </w:r>
      <w:r>
        <w:tab/>
        <w:t>2.025e0</w:t>
      </w:r>
    </w:p>
    <w:p w:rsidR="006974AE" w:rsidRDefault="006974AE" w:rsidP="006974AE">
      <w:r>
        <w:t>271.5057</w:t>
      </w:r>
      <w:r>
        <w:tab/>
        <w:t>1.013e0</w:t>
      </w:r>
    </w:p>
    <w:p w:rsidR="006974AE" w:rsidRDefault="006974AE" w:rsidP="006974AE">
      <w:r>
        <w:t>271.5234</w:t>
      </w:r>
      <w:r>
        <w:tab/>
        <w:t>1.013e0</w:t>
      </w:r>
    </w:p>
    <w:p w:rsidR="006974AE" w:rsidRDefault="006974AE" w:rsidP="006974AE">
      <w:r>
        <w:t>271.5625</w:t>
      </w:r>
      <w:r>
        <w:tab/>
        <w:t>1.013e0</w:t>
      </w:r>
    </w:p>
    <w:p w:rsidR="006974AE" w:rsidRDefault="006974AE" w:rsidP="006974AE">
      <w:r>
        <w:t>271.5664</w:t>
      </w:r>
      <w:r>
        <w:tab/>
        <w:t>1.013e0</w:t>
      </w:r>
    </w:p>
    <w:p w:rsidR="006974AE" w:rsidRDefault="006974AE" w:rsidP="006974AE">
      <w:r>
        <w:t>271.5760</w:t>
      </w:r>
      <w:r>
        <w:tab/>
        <w:t>1.013e0</w:t>
      </w:r>
    </w:p>
    <w:p w:rsidR="006974AE" w:rsidRDefault="006974AE" w:rsidP="006974AE">
      <w:r>
        <w:t>271.6157</w:t>
      </w:r>
      <w:r>
        <w:tab/>
        <w:t>1.013e0</w:t>
      </w:r>
    </w:p>
    <w:p w:rsidR="006974AE" w:rsidRDefault="006974AE" w:rsidP="006974AE">
      <w:r>
        <w:t>271.6249</w:t>
      </w:r>
      <w:r>
        <w:tab/>
        <w:t>1.013e0</w:t>
      </w:r>
    </w:p>
    <w:p w:rsidR="006974AE" w:rsidRDefault="006974AE" w:rsidP="006974AE">
      <w:r>
        <w:t>271.6861</w:t>
      </w:r>
      <w:r>
        <w:tab/>
        <w:t>1.013e0</w:t>
      </w:r>
    </w:p>
    <w:p w:rsidR="006974AE" w:rsidRDefault="006974AE" w:rsidP="006974AE">
      <w:r>
        <w:t>271.7108</w:t>
      </w:r>
      <w:r>
        <w:tab/>
        <w:t>1.013e0</w:t>
      </w:r>
    </w:p>
    <w:p w:rsidR="006974AE" w:rsidRDefault="006974AE" w:rsidP="006974AE">
      <w:r>
        <w:t>271.7732</w:t>
      </w:r>
      <w:r>
        <w:tab/>
        <w:t>1.013e0</w:t>
      </w:r>
    </w:p>
    <w:p w:rsidR="006974AE" w:rsidRDefault="006974AE" w:rsidP="006974AE">
      <w:r>
        <w:t>271.7912</w:t>
      </w:r>
      <w:r>
        <w:tab/>
        <w:t>1.013e0</w:t>
      </w:r>
    </w:p>
    <w:p w:rsidR="006974AE" w:rsidRDefault="006974AE" w:rsidP="006974AE">
      <w:r>
        <w:t>271.8082</w:t>
      </w:r>
      <w:r>
        <w:tab/>
        <w:t>1.013e0</w:t>
      </w:r>
    </w:p>
    <w:p w:rsidR="006974AE" w:rsidRDefault="006974AE" w:rsidP="006974AE">
      <w:r>
        <w:t>271.8703</w:t>
      </w:r>
      <w:r>
        <w:tab/>
        <w:t>1.013e0</w:t>
      </w:r>
    </w:p>
    <w:p w:rsidR="006974AE" w:rsidRDefault="006974AE" w:rsidP="006974AE">
      <w:r>
        <w:t>271.9054</w:t>
      </w:r>
      <w:r>
        <w:tab/>
        <w:t>1.013e0</w:t>
      </w:r>
    </w:p>
    <w:p w:rsidR="006974AE" w:rsidRDefault="006974AE" w:rsidP="006974AE">
      <w:r>
        <w:lastRenderedPageBreak/>
        <w:t>271.9564</w:t>
      </w:r>
      <w:r>
        <w:tab/>
        <w:t>1.013e0</w:t>
      </w:r>
    </w:p>
    <w:p w:rsidR="006974AE" w:rsidRDefault="006974AE" w:rsidP="006974AE">
      <w:r>
        <w:t>271.9832</w:t>
      </w:r>
      <w:r>
        <w:tab/>
        <w:t>2.025e0</w:t>
      </w:r>
    </w:p>
    <w:p w:rsidR="006974AE" w:rsidRDefault="006974AE" w:rsidP="006974AE">
      <w:r>
        <w:t>271.9964</w:t>
      </w:r>
      <w:r>
        <w:tab/>
        <w:t>1.013e0</w:t>
      </w:r>
    </w:p>
    <w:p w:rsidR="006974AE" w:rsidRDefault="006974AE" w:rsidP="006974AE">
      <w:r>
        <w:t>272.0106</w:t>
      </w:r>
      <w:r>
        <w:tab/>
        <w:t>1.013e0</w:t>
      </w:r>
    </w:p>
    <w:p w:rsidR="006974AE" w:rsidRDefault="006974AE" w:rsidP="006974AE">
      <w:r>
        <w:t>272.0156</w:t>
      </w:r>
      <w:r>
        <w:tab/>
        <w:t>3.038e0</w:t>
      </w:r>
    </w:p>
    <w:p w:rsidR="006974AE" w:rsidRDefault="006974AE" w:rsidP="006974AE">
      <w:r>
        <w:t>272.0226</w:t>
      </w:r>
      <w:r>
        <w:tab/>
        <w:t>1.013e0</w:t>
      </w:r>
    </w:p>
    <w:p w:rsidR="006974AE" w:rsidRDefault="006974AE" w:rsidP="006974AE">
      <w:r>
        <w:t>272.0312</w:t>
      </w:r>
      <w:r>
        <w:tab/>
        <w:t>1.013e0</w:t>
      </w:r>
    </w:p>
    <w:p w:rsidR="006974AE" w:rsidRDefault="006974AE" w:rsidP="006974AE">
      <w:r>
        <w:t>272.0415</w:t>
      </w:r>
      <w:r>
        <w:tab/>
        <w:t>1.013e0</w:t>
      </w:r>
    </w:p>
    <w:p w:rsidR="006974AE" w:rsidRDefault="006974AE" w:rsidP="006974AE">
      <w:r>
        <w:t>272.0513</w:t>
      </w:r>
      <w:r>
        <w:tab/>
        <w:t>2.025e0</w:t>
      </w:r>
    </w:p>
    <w:p w:rsidR="006974AE" w:rsidRDefault="006974AE" w:rsidP="006974AE">
      <w:r>
        <w:t>272.0671</w:t>
      </w:r>
      <w:r>
        <w:tab/>
        <w:t>2.025e0</w:t>
      </w:r>
    </w:p>
    <w:p w:rsidR="006974AE" w:rsidRDefault="006974AE" w:rsidP="006974AE">
      <w:r>
        <w:t>272.0762</w:t>
      </w:r>
      <w:r>
        <w:tab/>
        <w:t>1.013e0</w:t>
      </w:r>
    </w:p>
    <w:p w:rsidR="006974AE" w:rsidRDefault="006974AE" w:rsidP="006974AE">
      <w:r>
        <w:t>272.0927</w:t>
      </w:r>
      <w:r>
        <w:tab/>
        <w:t>2.025e0</w:t>
      </w:r>
    </w:p>
    <w:p w:rsidR="006974AE" w:rsidRDefault="006974AE" w:rsidP="006974AE">
      <w:r>
        <w:t>272.1013</w:t>
      </w:r>
      <w:r>
        <w:tab/>
        <w:t>1.013e0</w:t>
      </w:r>
    </w:p>
    <w:p w:rsidR="006974AE" w:rsidRDefault="006974AE" w:rsidP="006974AE">
      <w:r>
        <w:t>272.1155</w:t>
      </w:r>
      <w:r>
        <w:tab/>
        <w:t>2.025e0</w:t>
      </w:r>
    </w:p>
    <w:p w:rsidR="006974AE" w:rsidRDefault="006974AE" w:rsidP="006974AE">
      <w:r>
        <w:t>272.1198</w:t>
      </w:r>
      <w:r>
        <w:tab/>
        <w:t>1.013e0</w:t>
      </w:r>
    </w:p>
    <w:p w:rsidR="006974AE" w:rsidRDefault="006974AE" w:rsidP="006974AE">
      <w:r>
        <w:t>272.1238</w:t>
      </w:r>
      <w:r>
        <w:tab/>
        <w:t>1.013e0</w:t>
      </w:r>
    </w:p>
    <w:p w:rsidR="006974AE" w:rsidRDefault="006974AE" w:rsidP="006974AE">
      <w:r>
        <w:t>272.1275</w:t>
      </w:r>
      <w:r>
        <w:tab/>
        <w:t>1.013e0</w:t>
      </w:r>
    </w:p>
    <w:p w:rsidR="006974AE" w:rsidRDefault="006974AE" w:rsidP="006974AE">
      <w:r>
        <w:t>272.1364</w:t>
      </w:r>
      <w:r>
        <w:tab/>
        <w:t>1.013e0</w:t>
      </w:r>
    </w:p>
    <w:p w:rsidR="006974AE" w:rsidRDefault="006974AE" w:rsidP="006974AE">
      <w:r>
        <w:t>272.1438</w:t>
      </w:r>
      <w:r>
        <w:tab/>
        <w:t>2.025e0</w:t>
      </w:r>
    </w:p>
    <w:p w:rsidR="006974AE" w:rsidRDefault="006974AE" w:rsidP="006974AE">
      <w:r>
        <w:lastRenderedPageBreak/>
        <w:t>272.1664</w:t>
      </w:r>
      <w:r>
        <w:tab/>
        <w:t>3.038e0</w:t>
      </w:r>
    </w:p>
    <w:p w:rsidR="006974AE" w:rsidRDefault="006974AE" w:rsidP="006974AE">
      <w:r>
        <w:t>272.1896</w:t>
      </w:r>
      <w:r>
        <w:tab/>
        <w:t>1.013e0</w:t>
      </w:r>
    </w:p>
    <w:p w:rsidR="006974AE" w:rsidRDefault="006974AE" w:rsidP="006974AE">
      <w:r>
        <w:t>272.1936</w:t>
      </w:r>
      <w:r>
        <w:tab/>
        <w:t>1.013e0</w:t>
      </w:r>
    </w:p>
    <w:p w:rsidR="006974AE" w:rsidRDefault="006974AE" w:rsidP="006974AE">
      <w:r>
        <w:t>272.2002</w:t>
      </w:r>
      <w:r>
        <w:tab/>
        <w:t>2.025e0</w:t>
      </w:r>
    </w:p>
    <w:p w:rsidR="006974AE" w:rsidRDefault="006974AE" w:rsidP="006974AE">
      <w:r>
        <w:t>272.2222</w:t>
      </w:r>
      <w:r>
        <w:tab/>
        <w:t>3.038e0</w:t>
      </w:r>
    </w:p>
    <w:p w:rsidR="006974AE" w:rsidRDefault="006974AE" w:rsidP="006974AE">
      <w:r>
        <w:t>272.2250</w:t>
      </w:r>
      <w:r>
        <w:tab/>
        <w:t>1.013e0</w:t>
      </w:r>
    </w:p>
    <w:p w:rsidR="006974AE" w:rsidRDefault="006974AE" w:rsidP="006974AE">
      <w:r>
        <w:t>272.2366</w:t>
      </w:r>
      <w:r>
        <w:tab/>
        <w:t>1.013e0</w:t>
      </w:r>
    </w:p>
    <w:p w:rsidR="006974AE" w:rsidRDefault="006974AE" w:rsidP="006974AE">
      <w:r>
        <w:t>272.2638</w:t>
      </w:r>
      <w:r>
        <w:tab/>
        <w:t>1.013e0</w:t>
      </w:r>
    </w:p>
    <w:p w:rsidR="006974AE" w:rsidRDefault="006974AE" w:rsidP="006974AE">
      <w:r>
        <w:t>272.2760</w:t>
      </w:r>
      <w:r>
        <w:tab/>
        <w:t>2.025e0</w:t>
      </w:r>
    </w:p>
    <w:p w:rsidR="006974AE" w:rsidRDefault="006974AE" w:rsidP="006974AE">
      <w:r>
        <w:t>272.2870</w:t>
      </w:r>
      <w:r>
        <w:tab/>
        <w:t>1.013e0</w:t>
      </w:r>
    </w:p>
    <w:p w:rsidR="006974AE" w:rsidRDefault="006974AE" w:rsidP="006974AE">
      <w:r>
        <w:t>272.2908</w:t>
      </w:r>
      <w:r>
        <w:tab/>
        <w:t>1.013e0</w:t>
      </w:r>
    </w:p>
    <w:p w:rsidR="006974AE" w:rsidRDefault="006974AE" w:rsidP="006974AE">
      <w:r>
        <w:t>272.3299</w:t>
      </w:r>
      <w:r>
        <w:tab/>
        <w:t>1.013e0</w:t>
      </w:r>
    </w:p>
    <w:p w:rsidR="006974AE" w:rsidRDefault="006974AE" w:rsidP="006974AE">
      <w:r>
        <w:t>272.3472</w:t>
      </w:r>
      <w:r>
        <w:tab/>
        <w:t>1.013e0</w:t>
      </w:r>
    </w:p>
    <w:p w:rsidR="006974AE" w:rsidRDefault="006974AE" w:rsidP="006974AE">
      <w:r>
        <w:t>272.3870</w:t>
      </w:r>
      <w:r>
        <w:tab/>
        <w:t>1.013e0</w:t>
      </w:r>
    </w:p>
    <w:p w:rsidR="006974AE" w:rsidRDefault="006974AE" w:rsidP="006974AE">
      <w:r>
        <w:t>272.4392</w:t>
      </w:r>
      <w:r>
        <w:tab/>
        <w:t>1.013e0</w:t>
      </w:r>
    </w:p>
    <w:p w:rsidR="006974AE" w:rsidRDefault="006974AE" w:rsidP="006974AE">
      <w:r>
        <w:t>272.4414</w:t>
      </w:r>
      <w:r>
        <w:tab/>
        <w:t>2.025e0</w:t>
      </w:r>
    </w:p>
    <w:p w:rsidR="006974AE" w:rsidRDefault="006974AE" w:rsidP="006974AE">
      <w:r>
        <w:t>272.4525</w:t>
      </w:r>
      <w:r>
        <w:tab/>
        <w:t>1.013e0</w:t>
      </w:r>
    </w:p>
    <w:p w:rsidR="006974AE" w:rsidRDefault="006974AE" w:rsidP="006974AE">
      <w:r>
        <w:t>272.4645</w:t>
      </w:r>
      <w:r>
        <w:tab/>
        <w:t>2.025e0</w:t>
      </w:r>
    </w:p>
    <w:p w:rsidR="006974AE" w:rsidRDefault="006974AE" w:rsidP="006974AE">
      <w:r>
        <w:t>272.4923</w:t>
      </w:r>
      <w:r>
        <w:tab/>
        <w:t>1.013e0</w:t>
      </w:r>
    </w:p>
    <w:p w:rsidR="006974AE" w:rsidRDefault="006974AE" w:rsidP="006974AE">
      <w:r>
        <w:lastRenderedPageBreak/>
        <w:t>272.4977</w:t>
      </w:r>
      <w:r>
        <w:tab/>
        <w:t>1.013e0</w:t>
      </w:r>
    </w:p>
    <w:p w:rsidR="006974AE" w:rsidRDefault="006974AE" w:rsidP="006974AE">
      <w:r>
        <w:t>272.5174</w:t>
      </w:r>
      <w:r>
        <w:tab/>
        <w:t>1.013e0</w:t>
      </w:r>
    </w:p>
    <w:p w:rsidR="006974AE" w:rsidRDefault="006974AE" w:rsidP="006974AE">
      <w:r>
        <w:t>272.5328</w:t>
      </w:r>
      <w:r>
        <w:tab/>
        <w:t>1.013e0</w:t>
      </w:r>
    </w:p>
    <w:p w:rsidR="006974AE" w:rsidRDefault="006974AE" w:rsidP="006974AE">
      <w:r>
        <w:t>272.5718</w:t>
      </w:r>
      <w:r>
        <w:tab/>
        <w:t>1.013e0</w:t>
      </w:r>
    </w:p>
    <w:p w:rsidR="006974AE" w:rsidRDefault="006974AE" w:rsidP="006974AE">
      <w:r>
        <w:t>272.6027</w:t>
      </w:r>
      <w:r>
        <w:tab/>
        <w:t>1.013e0</w:t>
      </w:r>
    </w:p>
    <w:p w:rsidR="006974AE" w:rsidRDefault="006974AE" w:rsidP="006974AE">
      <w:r>
        <w:t>272.6186</w:t>
      </w:r>
      <w:r>
        <w:tab/>
        <w:t>1.013e0</w:t>
      </w:r>
    </w:p>
    <w:p w:rsidR="006974AE" w:rsidRDefault="006974AE" w:rsidP="006974AE">
      <w:r>
        <w:t>272.6228</w:t>
      </w:r>
      <w:r>
        <w:tab/>
        <w:t>1.013e0</w:t>
      </w:r>
    </w:p>
    <w:p w:rsidR="006974AE" w:rsidRDefault="006974AE" w:rsidP="006974AE">
      <w:r>
        <w:t>272.6378</w:t>
      </w:r>
      <w:r>
        <w:tab/>
        <w:t>1.013e0</w:t>
      </w:r>
    </w:p>
    <w:p w:rsidR="006974AE" w:rsidRDefault="006974AE" w:rsidP="006974AE">
      <w:r>
        <w:t>272.6729</w:t>
      </w:r>
      <w:r>
        <w:tab/>
        <w:t>2.025e0</w:t>
      </w:r>
    </w:p>
    <w:p w:rsidR="006974AE" w:rsidRDefault="006974AE" w:rsidP="006974AE">
      <w:r>
        <w:t>272.6943</w:t>
      </w:r>
      <w:r>
        <w:tab/>
        <w:t>2.025e0</w:t>
      </w:r>
    </w:p>
    <w:p w:rsidR="006974AE" w:rsidRDefault="006974AE" w:rsidP="006974AE">
      <w:r>
        <w:t>272.7633</w:t>
      </w:r>
      <w:r>
        <w:tab/>
        <w:t>1.013e0</w:t>
      </w:r>
    </w:p>
    <w:p w:rsidR="006974AE" w:rsidRDefault="006974AE" w:rsidP="006974AE">
      <w:r>
        <w:t>272.7733</w:t>
      </w:r>
      <w:r>
        <w:tab/>
        <w:t>1.013e0</w:t>
      </w:r>
    </w:p>
    <w:p w:rsidR="006974AE" w:rsidRDefault="006974AE" w:rsidP="006974AE">
      <w:r>
        <w:t>272.8111</w:t>
      </w:r>
      <w:r>
        <w:tab/>
        <w:t>4.051e0</w:t>
      </w:r>
    </w:p>
    <w:p w:rsidR="006974AE" w:rsidRDefault="006974AE" w:rsidP="006974AE">
      <w:r>
        <w:t>272.8133</w:t>
      </w:r>
      <w:r>
        <w:tab/>
        <w:t>1.013e0</w:t>
      </w:r>
    </w:p>
    <w:p w:rsidR="006974AE" w:rsidRDefault="006974AE" w:rsidP="006974AE">
      <w:r>
        <w:t>272.8212</w:t>
      </w:r>
      <w:r>
        <w:tab/>
        <w:t>2.025e0</w:t>
      </w:r>
    </w:p>
    <w:p w:rsidR="006974AE" w:rsidRDefault="006974AE" w:rsidP="006974AE">
      <w:r>
        <w:t>272.8390</w:t>
      </w:r>
      <w:r>
        <w:tab/>
        <w:t>1.013e0</w:t>
      </w:r>
    </w:p>
    <w:p w:rsidR="006974AE" w:rsidRDefault="006974AE" w:rsidP="006974AE">
      <w:r>
        <w:t>272.8643</w:t>
      </w:r>
      <w:r>
        <w:tab/>
        <w:t>3.038e0</w:t>
      </w:r>
    </w:p>
    <w:p w:rsidR="006974AE" w:rsidRDefault="006974AE" w:rsidP="006974AE">
      <w:r>
        <w:t>272.9305</w:t>
      </w:r>
      <w:r>
        <w:tab/>
        <w:t>1.013e0</w:t>
      </w:r>
    </w:p>
    <w:p w:rsidR="006974AE" w:rsidRDefault="006974AE" w:rsidP="006974AE">
      <w:r>
        <w:t>272.9656</w:t>
      </w:r>
      <w:r>
        <w:tab/>
        <w:t>1.013e0</w:t>
      </w:r>
    </w:p>
    <w:p w:rsidR="006974AE" w:rsidRDefault="006974AE" w:rsidP="006974AE">
      <w:r>
        <w:lastRenderedPageBreak/>
        <w:t>272.9890</w:t>
      </w:r>
      <w:r>
        <w:tab/>
        <w:t>1.013e0</w:t>
      </w:r>
    </w:p>
    <w:p w:rsidR="006974AE" w:rsidRDefault="006974AE" w:rsidP="006974AE">
      <w:r>
        <w:t>272.9983</w:t>
      </w:r>
      <w:r>
        <w:tab/>
        <w:t>5.063e0</w:t>
      </w:r>
    </w:p>
    <w:p w:rsidR="006974AE" w:rsidRDefault="006974AE" w:rsidP="006974AE">
      <w:r>
        <w:t>273.0046</w:t>
      </w:r>
      <w:r>
        <w:tab/>
        <w:t>1.013e0</w:t>
      </w:r>
    </w:p>
    <w:p w:rsidR="006974AE" w:rsidRDefault="006974AE" w:rsidP="006974AE">
      <w:r>
        <w:t>273.0096</w:t>
      </w:r>
      <w:r>
        <w:tab/>
        <w:t>2.025e0</w:t>
      </w:r>
    </w:p>
    <w:p w:rsidR="006974AE" w:rsidRDefault="006974AE" w:rsidP="006974AE">
      <w:r>
        <w:t>273.0121</w:t>
      </w:r>
      <w:r>
        <w:tab/>
        <w:t>2.025e0</w:t>
      </w:r>
    </w:p>
    <w:p w:rsidR="006974AE" w:rsidRDefault="006974AE" w:rsidP="006974AE">
      <w:r>
        <w:t>273.0281</w:t>
      </w:r>
      <w:r>
        <w:tab/>
        <w:t>1.013e0</w:t>
      </w:r>
    </w:p>
    <w:p w:rsidR="006974AE" w:rsidRDefault="006974AE" w:rsidP="006974AE">
      <w:r>
        <w:t>273.0320</w:t>
      </w:r>
      <w:r>
        <w:tab/>
        <w:t>3.038e0</w:t>
      </w:r>
    </w:p>
    <w:p w:rsidR="006974AE" w:rsidRDefault="006974AE" w:rsidP="006974AE">
      <w:r>
        <w:t>273.0446</w:t>
      </w:r>
      <w:r>
        <w:tab/>
        <w:t>2.025e0</w:t>
      </w:r>
    </w:p>
    <w:p w:rsidR="006974AE" w:rsidRDefault="006974AE" w:rsidP="006974AE">
      <w:r>
        <w:t>273.0547</w:t>
      </w:r>
      <w:r>
        <w:tab/>
        <w:t>2.025e0</w:t>
      </w:r>
    </w:p>
    <w:p w:rsidR="006974AE" w:rsidRDefault="006974AE" w:rsidP="006974AE">
      <w:r>
        <w:t>273.0669</w:t>
      </w:r>
      <w:r>
        <w:tab/>
        <w:t>4.051e0</w:t>
      </w:r>
    </w:p>
    <w:p w:rsidR="006974AE" w:rsidRDefault="006974AE" w:rsidP="006974AE">
      <w:r>
        <w:t>273.0902</w:t>
      </w:r>
      <w:r>
        <w:tab/>
        <w:t>1.013e0</w:t>
      </w:r>
    </w:p>
    <w:p w:rsidR="006974AE" w:rsidRDefault="006974AE" w:rsidP="006974AE">
      <w:r>
        <w:t>273.1024</w:t>
      </w:r>
      <w:r>
        <w:tab/>
        <w:t>1.013e0</w:t>
      </w:r>
    </w:p>
    <w:p w:rsidR="006974AE" w:rsidRDefault="006974AE" w:rsidP="006974AE">
      <w:r>
        <w:t>273.1060</w:t>
      </w:r>
      <w:r>
        <w:tab/>
        <w:t>1.013e0</w:t>
      </w:r>
    </w:p>
    <w:p w:rsidR="006974AE" w:rsidRDefault="006974AE" w:rsidP="006974AE">
      <w:r>
        <w:t>273.1099</w:t>
      </w:r>
      <w:r>
        <w:tab/>
        <w:t>1.013e0</w:t>
      </w:r>
    </w:p>
    <w:p w:rsidR="006974AE" w:rsidRDefault="006974AE" w:rsidP="006974AE">
      <w:r>
        <w:t>273.1294</w:t>
      </w:r>
      <w:r>
        <w:tab/>
        <w:t>1.013e0</w:t>
      </w:r>
    </w:p>
    <w:p w:rsidR="006974AE" w:rsidRDefault="006974AE" w:rsidP="006974AE">
      <w:r>
        <w:t>273.1435</w:t>
      </w:r>
      <w:r>
        <w:tab/>
        <w:t>3.038e0</w:t>
      </w:r>
    </w:p>
    <w:p w:rsidR="006974AE" w:rsidRDefault="006974AE" w:rsidP="006974AE">
      <w:r>
        <w:t>273.1555</w:t>
      </w:r>
      <w:r>
        <w:tab/>
        <w:t>1.013e0</w:t>
      </w:r>
    </w:p>
    <w:p w:rsidR="006974AE" w:rsidRDefault="006974AE" w:rsidP="006974AE">
      <w:r>
        <w:t>273.1619</w:t>
      </w:r>
      <w:r>
        <w:tab/>
        <w:t>2.025e0</w:t>
      </w:r>
    </w:p>
    <w:p w:rsidR="006974AE" w:rsidRDefault="006974AE" w:rsidP="006974AE">
      <w:r>
        <w:t>273.1685</w:t>
      </w:r>
      <w:r>
        <w:tab/>
        <w:t>1.013e0</w:t>
      </w:r>
    </w:p>
    <w:p w:rsidR="006974AE" w:rsidRDefault="006974AE" w:rsidP="006974AE">
      <w:r>
        <w:lastRenderedPageBreak/>
        <w:t>273.1702</w:t>
      </w:r>
      <w:r>
        <w:tab/>
        <w:t>2.025e0</w:t>
      </w:r>
    </w:p>
    <w:p w:rsidR="006974AE" w:rsidRDefault="006974AE" w:rsidP="006974AE">
      <w:r>
        <w:t>273.1743</w:t>
      </w:r>
      <w:r>
        <w:tab/>
        <w:t>7.395e0</w:t>
      </w:r>
    </w:p>
    <w:p w:rsidR="006974AE" w:rsidRDefault="006974AE" w:rsidP="006974AE">
      <w:r>
        <w:t>273.1765</w:t>
      </w:r>
      <w:r>
        <w:tab/>
        <w:t>1.013e0</w:t>
      </w:r>
    </w:p>
    <w:p w:rsidR="006974AE" w:rsidRDefault="006974AE" w:rsidP="006974AE">
      <w:r>
        <w:t>273.2159</w:t>
      </w:r>
      <w:r>
        <w:tab/>
        <w:t>1.013e0</w:t>
      </w:r>
    </w:p>
    <w:p w:rsidR="006974AE" w:rsidRDefault="006974AE" w:rsidP="006974AE">
      <w:r>
        <w:t>273.2510</w:t>
      </w:r>
      <w:r>
        <w:tab/>
        <w:t>1.013e0</w:t>
      </w:r>
    </w:p>
    <w:p w:rsidR="006974AE" w:rsidRDefault="006974AE" w:rsidP="006974AE">
      <w:r>
        <w:t>273.2605</w:t>
      </w:r>
      <w:r>
        <w:tab/>
        <w:t>2.025e0</w:t>
      </w:r>
    </w:p>
    <w:p w:rsidR="006974AE" w:rsidRDefault="006974AE" w:rsidP="006974AE">
      <w:r>
        <w:t>273.2660</w:t>
      </w:r>
      <w:r>
        <w:tab/>
        <w:t>1.013e0</w:t>
      </w:r>
    </w:p>
    <w:p w:rsidR="006974AE" w:rsidRDefault="006974AE" w:rsidP="006974AE">
      <w:r>
        <w:t>273.2695</w:t>
      </w:r>
      <w:r>
        <w:tab/>
        <w:t>1.013e0</w:t>
      </w:r>
    </w:p>
    <w:p w:rsidR="006974AE" w:rsidRDefault="006974AE" w:rsidP="006974AE">
      <w:r>
        <w:t>273.3090</w:t>
      </w:r>
      <w:r>
        <w:tab/>
        <w:t>1.013e0</w:t>
      </w:r>
    </w:p>
    <w:p w:rsidR="006974AE" w:rsidRDefault="006974AE" w:rsidP="006974AE">
      <w:r>
        <w:t>273.3261</w:t>
      </w:r>
      <w:r>
        <w:tab/>
        <w:t>1.013e0</w:t>
      </w:r>
    </w:p>
    <w:p w:rsidR="006974AE" w:rsidRDefault="006974AE" w:rsidP="006974AE">
      <w:r>
        <w:t>273.3362</w:t>
      </w:r>
      <w:r>
        <w:tab/>
        <w:t>1.013e0</w:t>
      </w:r>
    </w:p>
    <w:p w:rsidR="006974AE" w:rsidRDefault="006974AE" w:rsidP="006974AE">
      <w:r>
        <w:t>273.3709</w:t>
      </w:r>
      <w:r>
        <w:tab/>
        <w:t>1.013e0</w:t>
      </w:r>
    </w:p>
    <w:p w:rsidR="006974AE" w:rsidRDefault="006974AE" w:rsidP="006974AE">
      <w:r>
        <w:t>273.4024</w:t>
      </w:r>
      <w:r>
        <w:tab/>
        <w:t>2.025e0</w:t>
      </w:r>
    </w:p>
    <w:p w:rsidR="006974AE" w:rsidRDefault="006974AE" w:rsidP="006974AE">
      <w:r>
        <w:t>273.4180</w:t>
      </w:r>
      <w:r>
        <w:tab/>
        <w:t>1.013e0</w:t>
      </w:r>
    </w:p>
    <w:p w:rsidR="006974AE" w:rsidRDefault="006974AE" w:rsidP="006974AE">
      <w:r>
        <w:t>273.4271</w:t>
      </w:r>
      <w:r>
        <w:tab/>
        <w:t>1.013e0</w:t>
      </w:r>
    </w:p>
    <w:p w:rsidR="006974AE" w:rsidRDefault="006974AE" w:rsidP="006974AE">
      <w:r>
        <w:t>273.4321</w:t>
      </w:r>
      <w:r>
        <w:tab/>
        <w:t>1.013e0</w:t>
      </w:r>
    </w:p>
    <w:p w:rsidR="006974AE" w:rsidRDefault="006974AE" w:rsidP="006974AE">
      <w:r>
        <w:t>273.4629</w:t>
      </w:r>
      <w:r>
        <w:tab/>
        <w:t>2.025e0</w:t>
      </w:r>
    </w:p>
    <w:p w:rsidR="006974AE" w:rsidRDefault="006974AE" w:rsidP="006974AE">
      <w:r>
        <w:t>273.4843</w:t>
      </w:r>
      <w:r>
        <w:tab/>
        <w:t>1.013e0</w:t>
      </w:r>
    </w:p>
    <w:p w:rsidR="006974AE" w:rsidRDefault="006974AE" w:rsidP="006974AE">
      <w:r>
        <w:t>273.5022</w:t>
      </w:r>
      <w:r>
        <w:tab/>
        <w:t>1.013e0</w:t>
      </w:r>
    </w:p>
    <w:p w:rsidR="006974AE" w:rsidRDefault="006974AE" w:rsidP="006974AE">
      <w:r>
        <w:lastRenderedPageBreak/>
        <w:t>273.5545</w:t>
      </w:r>
      <w:r>
        <w:tab/>
        <w:t>1.013e0</w:t>
      </w:r>
    </w:p>
    <w:p w:rsidR="006974AE" w:rsidRDefault="006974AE" w:rsidP="006974AE">
      <w:r>
        <w:t>273.6029</w:t>
      </w:r>
      <w:r>
        <w:tab/>
        <w:t>1.013e0</w:t>
      </w:r>
    </w:p>
    <w:p w:rsidR="006974AE" w:rsidRDefault="006974AE" w:rsidP="006974AE">
      <w:r>
        <w:t>273.6079</w:t>
      </w:r>
      <w:r>
        <w:tab/>
        <w:t>1.013e0</w:t>
      </w:r>
    </w:p>
    <w:p w:rsidR="006974AE" w:rsidRDefault="006974AE" w:rsidP="006974AE">
      <w:r>
        <w:t>273.6335</w:t>
      </w:r>
      <w:r>
        <w:tab/>
        <w:t>1.013e0</w:t>
      </w:r>
    </w:p>
    <w:p w:rsidR="006974AE" w:rsidRDefault="006974AE" w:rsidP="006974AE">
      <w:r>
        <w:t>273.6578</w:t>
      </w:r>
      <w:r>
        <w:tab/>
        <w:t>2.025e0</w:t>
      </w:r>
    </w:p>
    <w:p w:rsidR="006974AE" w:rsidRDefault="006974AE" w:rsidP="006974AE">
      <w:r>
        <w:t>273.7181</w:t>
      </w:r>
      <w:r>
        <w:tab/>
        <w:t>1.013e0</w:t>
      </w:r>
    </w:p>
    <w:p w:rsidR="006974AE" w:rsidRDefault="006974AE" w:rsidP="006974AE">
      <w:r>
        <w:t>273.7265</w:t>
      </w:r>
      <w:r>
        <w:tab/>
        <w:t>1.013e0</w:t>
      </w:r>
    </w:p>
    <w:p w:rsidR="006974AE" w:rsidRDefault="006974AE" w:rsidP="006974AE">
      <w:r>
        <w:t>273.7343</w:t>
      </w:r>
      <w:r>
        <w:tab/>
        <w:t>1.013e0</w:t>
      </w:r>
    </w:p>
    <w:p w:rsidR="006974AE" w:rsidRDefault="006974AE" w:rsidP="006974AE">
      <w:r>
        <w:t>273.7508</w:t>
      </w:r>
      <w:r>
        <w:tab/>
        <w:t>2.025e0</w:t>
      </w:r>
    </w:p>
    <w:p w:rsidR="006974AE" w:rsidRDefault="006974AE" w:rsidP="006974AE">
      <w:r>
        <w:t>273.7842</w:t>
      </w:r>
      <w:r>
        <w:tab/>
        <w:t>1.013e0</w:t>
      </w:r>
    </w:p>
    <w:p w:rsidR="006974AE" w:rsidRDefault="006974AE" w:rsidP="006974AE">
      <w:r>
        <w:t>273.8047</w:t>
      </w:r>
      <w:r>
        <w:tab/>
        <w:t>1.013e0</w:t>
      </w:r>
    </w:p>
    <w:p w:rsidR="006974AE" w:rsidRDefault="006974AE" w:rsidP="006974AE">
      <w:r>
        <w:t>273.8238</w:t>
      </w:r>
      <w:r>
        <w:tab/>
        <w:t>2.025e0</w:t>
      </w:r>
    </w:p>
    <w:p w:rsidR="006974AE" w:rsidRDefault="006974AE" w:rsidP="006974AE">
      <w:r>
        <w:t>273.8278</w:t>
      </w:r>
      <w:r>
        <w:tab/>
        <w:t>1.013e0</w:t>
      </w:r>
    </w:p>
    <w:p w:rsidR="006974AE" w:rsidRDefault="006974AE" w:rsidP="006974AE">
      <w:r>
        <w:t>273.8429</w:t>
      </w:r>
      <w:r>
        <w:tab/>
        <w:t>2.025e0</w:t>
      </w:r>
    </w:p>
    <w:p w:rsidR="006974AE" w:rsidRDefault="006974AE" w:rsidP="006974AE">
      <w:r>
        <w:t>273.8749</w:t>
      </w:r>
      <w:r>
        <w:tab/>
        <w:t>1.013e0</w:t>
      </w:r>
    </w:p>
    <w:p w:rsidR="006974AE" w:rsidRDefault="006974AE" w:rsidP="006974AE">
      <w:r>
        <w:t>273.8802</w:t>
      </w:r>
      <w:r>
        <w:tab/>
        <w:t>1.013e0</w:t>
      </w:r>
    </w:p>
    <w:p w:rsidR="006974AE" w:rsidRDefault="006974AE" w:rsidP="006974AE">
      <w:r>
        <w:t>273.9018</w:t>
      </w:r>
      <w:r>
        <w:tab/>
        <w:t>1.013e0</w:t>
      </w:r>
    </w:p>
    <w:p w:rsidR="006974AE" w:rsidRDefault="006974AE" w:rsidP="006974AE">
      <w:r>
        <w:t>273.9102</w:t>
      </w:r>
      <w:r>
        <w:tab/>
        <w:t>1.013e0</w:t>
      </w:r>
    </w:p>
    <w:p w:rsidR="006974AE" w:rsidRDefault="006974AE" w:rsidP="006974AE">
      <w:r>
        <w:t>273.9508</w:t>
      </w:r>
      <w:r>
        <w:tab/>
        <w:t>1.013e0</w:t>
      </w:r>
    </w:p>
    <w:p w:rsidR="006974AE" w:rsidRDefault="006974AE" w:rsidP="006974AE">
      <w:r>
        <w:lastRenderedPageBreak/>
        <w:t>273.9684</w:t>
      </w:r>
      <w:r>
        <w:tab/>
        <w:t>1.013e0</w:t>
      </w:r>
    </w:p>
    <w:p w:rsidR="006974AE" w:rsidRDefault="006974AE" w:rsidP="006974AE">
      <w:r>
        <w:t>273.9760</w:t>
      </w:r>
      <w:r>
        <w:tab/>
        <w:t>1.013e0</w:t>
      </w:r>
    </w:p>
    <w:p w:rsidR="006974AE" w:rsidRDefault="006974AE" w:rsidP="006974AE">
      <w:r>
        <w:t>274.0030</w:t>
      </w:r>
      <w:r>
        <w:tab/>
        <w:t>5.030e0</w:t>
      </w:r>
    </w:p>
    <w:p w:rsidR="006974AE" w:rsidRDefault="006974AE" w:rsidP="006974AE">
      <w:r>
        <w:t>274.0072</w:t>
      </w:r>
      <w:r>
        <w:tab/>
        <w:t>2.025e0</w:t>
      </w:r>
    </w:p>
    <w:p w:rsidR="006974AE" w:rsidRDefault="006974AE" w:rsidP="006974AE">
      <w:r>
        <w:t>274.0137</w:t>
      </w:r>
      <w:r>
        <w:tab/>
        <w:t>4.051e0</w:t>
      </w:r>
    </w:p>
    <w:p w:rsidR="006974AE" w:rsidRDefault="006974AE" w:rsidP="006974AE">
      <w:r>
        <w:t>274.0189</w:t>
      </w:r>
      <w:r>
        <w:tab/>
        <w:t>6.076e0</w:t>
      </w:r>
    </w:p>
    <w:p w:rsidR="006974AE" w:rsidRDefault="006974AE" w:rsidP="006974AE">
      <w:r>
        <w:t>274.0207</w:t>
      </w:r>
      <w:r>
        <w:tab/>
        <w:t>2.025e0</w:t>
      </w:r>
    </w:p>
    <w:p w:rsidR="006974AE" w:rsidRDefault="006974AE" w:rsidP="006974AE">
      <w:r>
        <w:t>274.0476</w:t>
      </w:r>
      <w:r>
        <w:tab/>
        <w:t>2.025e0</w:t>
      </w:r>
    </w:p>
    <w:p w:rsidR="006974AE" w:rsidRDefault="006974AE" w:rsidP="006974AE">
      <w:r>
        <w:t>274.0515</w:t>
      </w:r>
      <w:r>
        <w:tab/>
        <w:t>2.025e0</w:t>
      </w:r>
    </w:p>
    <w:p w:rsidR="006974AE" w:rsidRDefault="006974AE" w:rsidP="006974AE">
      <w:r>
        <w:t>274.0567</w:t>
      </w:r>
      <w:r>
        <w:tab/>
        <w:t>1.013e0</w:t>
      </w:r>
    </w:p>
    <w:p w:rsidR="006974AE" w:rsidRDefault="006974AE" w:rsidP="006974AE">
      <w:r>
        <w:t>274.0614</w:t>
      </w:r>
      <w:r>
        <w:tab/>
        <w:t>1.013e0</w:t>
      </w:r>
    </w:p>
    <w:p w:rsidR="006974AE" w:rsidRDefault="006974AE" w:rsidP="006974AE">
      <w:r>
        <w:t>274.0815</w:t>
      </w:r>
      <w:r>
        <w:tab/>
        <w:t>1.013e0</w:t>
      </w:r>
    </w:p>
    <w:p w:rsidR="006974AE" w:rsidRDefault="006974AE" w:rsidP="006974AE">
      <w:r>
        <w:t>274.0918</w:t>
      </w:r>
      <w:r>
        <w:tab/>
        <w:t>2.025e0</w:t>
      </w:r>
    </w:p>
    <w:p w:rsidR="006974AE" w:rsidRDefault="006974AE" w:rsidP="006974AE">
      <w:r>
        <w:t>274.1090</w:t>
      </w:r>
      <w:r>
        <w:tab/>
        <w:t>1.013e0</w:t>
      </w:r>
    </w:p>
    <w:p w:rsidR="006974AE" w:rsidRDefault="006974AE" w:rsidP="006974AE">
      <w:r>
        <w:t>274.1438</w:t>
      </w:r>
      <w:r>
        <w:tab/>
        <w:t>1.013e0</w:t>
      </w:r>
    </w:p>
    <w:p w:rsidR="006974AE" w:rsidRDefault="006974AE" w:rsidP="006974AE">
      <w:r>
        <w:t>274.1645</w:t>
      </w:r>
      <w:r>
        <w:tab/>
        <w:t>2.025e0</w:t>
      </w:r>
    </w:p>
    <w:p w:rsidR="006974AE" w:rsidRDefault="006974AE" w:rsidP="006974AE">
      <w:r>
        <w:t>274.1665</w:t>
      </w:r>
      <w:r>
        <w:tab/>
        <w:t>2.025e0</w:t>
      </w:r>
    </w:p>
    <w:p w:rsidR="006974AE" w:rsidRDefault="006974AE" w:rsidP="006974AE">
      <w:r>
        <w:t>274.1708</w:t>
      </w:r>
      <w:r>
        <w:tab/>
        <w:t>1.013e0</w:t>
      </w:r>
    </w:p>
    <w:p w:rsidR="006974AE" w:rsidRDefault="006974AE" w:rsidP="006974AE">
      <w:r>
        <w:t>274.1790</w:t>
      </w:r>
      <w:r>
        <w:tab/>
        <w:t>3.038e0</w:t>
      </w:r>
    </w:p>
    <w:p w:rsidR="006974AE" w:rsidRDefault="006974AE" w:rsidP="006974AE">
      <w:r>
        <w:lastRenderedPageBreak/>
        <w:t>274.1828</w:t>
      </w:r>
      <w:r>
        <w:tab/>
        <w:t>1.013e0</w:t>
      </w:r>
    </w:p>
    <w:p w:rsidR="006974AE" w:rsidRDefault="006974AE" w:rsidP="006974AE">
      <w:r>
        <w:t>274.1974</w:t>
      </w:r>
      <w:r>
        <w:tab/>
        <w:t>1.231e0</w:t>
      </w:r>
    </w:p>
    <w:p w:rsidR="006974AE" w:rsidRDefault="006974AE" w:rsidP="006974AE">
      <w:r>
        <w:t>274.2183</w:t>
      </w:r>
      <w:r>
        <w:tab/>
        <w:t>1.013e0</w:t>
      </w:r>
    </w:p>
    <w:p w:rsidR="006974AE" w:rsidRDefault="006974AE" w:rsidP="006974AE">
      <w:r>
        <w:t>274.2231</w:t>
      </w:r>
      <w:r>
        <w:tab/>
        <w:t>1.013e0</w:t>
      </w:r>
    </w:p>
    <w:p w:rsidR="006974AE" w:rsidRDefault="006974AE" w:rsidP="006974AE">
      <w:r>
        <w:t>274.2296</w:t>
      </w:r>
      <w:r>
        <w:tab/>
        <w:t>2.025e0</w:t>
      </w:r>
    </w:p>
    <w:p w:rsidR="006974AE" w:rsidRDefault="006974AE" w:rsidP="006974AE">
      <w:r>
        <w:t>274.2328</w:t>
      </w:r>
      <w:r>
        <w:tab/>
        <w:t>1.013e0</w:t>
      </w:r>
    </w:p>
    <w:p w:rsidR="006974AE" w:rsidRDefault="006974AE" w:rsidP="006974AE">
      <w:r>
        <w:t>274.2452</w:t>
      </w:r>
      <w:r>
        <w:tab/>
        <w:t>1.013e0</w:t>
      </w:r>
    </w:p>
    <w:p w:rsidR="006974AE" w:rsidRDefault="006974AE" w:rsidP="006974AE">
      <w:r>
        <w:t>274.2581</w:t>
      </w:r>
      <w:r>
        <w:tab/>
        <w:t>1.013e0</w:t>
      </w:r>
    </w:p>
    <w:p w:rsidR="006974AE" w:rsidRDefault="006974AE" w:rsidP="006974AE">
      <w:r>
        <w:t>274.2632</w:t>
      </w:r>
      <w:r>
        <w:tab/>
        <w:t>2.025e0</w:t>
      </w:r>
    </w:p>
    <w:p w:rsidR="006974AE" w:rsidRDefault="006974AE" w:rsidP="006974AE">
      <w:r>
        <w:t>274.2681</w:t>
      </w:r>
      <w:r>
        <w:tab/>
        <w:t>1.013e0</w:t>
      </w:r>
    </w:p>
    <w:p w:rsidR="006974AE" w:rsidRDefault="006974AE" w:rsidP="006974AE">
      <w:r>
        <w:t>274.3060</w:t>
      </w:r>
      <w:r>
        <w:tab/>
        <w:t>2.025e0</w:t>
      </w:r>
    </w:p>
    <w:p w:rsidR="006974AE" w:rsidRDefault="006974AE" w:rsidP="006974AE">
      <w:r>
        <w:t>274.3158</w:t>
      </w:r>
      <w:r>
        <w:tab/>
        <w:t>1.013e0</w:t>
      </w:r>
    </w:p>
    <w:p w:rsidR="006974AE" w:rsidRDefault="006974AE" w:rsidP="006974AE">
      <w:r>
        <w:t>274.3233</w:t>
      </w:r>
      <w:r>
        <w:tab/>
        <w:t>2.025e0</w:t>
      </w:r>
    </w:p>
    <w:p w:rsidR="006974AE" w:rsidRDefault="006974AE" w:rsidP="006974AE">
      <w:r>
        <w:t>274.3426</w:t>
      </w:r>
      <w:r>
        <w:tab/>
        <w:t>1.013e0</w:t>
      </w:r>
    </w:p>
    <w:p w:rsidR="006974AE" w:rsidRDefault="006974AE" w:rsidP="006974AE">
      <w:r>
        <w:t>274.3506</w:t>
      </w:r>
      <w:r>
        <w:tab/>
        <w:t>1.013e0</w:t>
      </w:r>
    </w:p>
    <w:p w:rsidR="006974AE" w:rsidRDefault="006974AE" w:rsidP="006974AE">
      <w:r>
        <w:t>274.3589</w:t>
      </w:r>
      <w:r>
        <w:tab/>
        <w:t>1.013e0</w:t>
      </w:r>
    </w:p>
    <w:p w:rsidR="006974AE" w:rsidRDefault="006974AE" w:rsidP="006974AE">
      <w:r>
        <w:t>274.3738</w:t>
      </w:r>
      <w:r>
        <w:tab/>
        <w:t>1.013e0</w:t>
      </w:r>
    </w:p>
    <w:p w:rsidR="006974AE" w:rsidRDefault="006974AE" w:rsidP="006974AE">
      <w:r>
        <w:t>274.3817</w:t>
      </w:r>
      <w:r>
        <w:tab/>
        <w:t>1.013e0</w:t>
      </w:r>
    </w:p>
    <w:p w:rsidR="006974AE" w:rsidRDefault="006974AE" w:rsidP="006974AE">
      <w:r>
        <w:t>274.3946</w:t>
      </w:r>
      <w:r>
        <w:tab/>
        <w:t>1.013e0</w:t>
      </w:r>
    </w:p>
    <w:p w:rsidR="006974AE" w:rsidRDefault="006974AE" w:rsidP="006974AE">
      <w:r>
        <w:lastRenderedPageBreak/>
        <w:t>274.3997</w:t>
      </w:r>
      <w:r>
        <w:tab/>
        <w:t>1.013e0</w:t>
      </w:r>
    </w:p>
    <w:p w:rsidR="006974AE" w:rsidRDefault="006974AE" w:rsidP="006974AE">
      <w:r>
        <w:t>274.4047</w:t>
      </w:r>
      <w:r>
        <w:tab/>
        <w:t>1.013e0</w:t>
      </w:r>
    </w:p>
    <w:p w:rsidR="006974AE" w:rsidRDefault="006974AE" w:rsidP="006974AE">
      <w:r>
        <w:t>274.4256</w:t>
      </w:r>
      <w:r>
        <w:tab/>
        <w:t>2.025e0</w:t>
      </w:r>
    </w:p>
    <w:p w:rsidR="006974AE" w:rsidRDefault="006974AE" w:rsidP="006974AE">
      <w:r>
        <w:t>274.4300</w:t>
      </w:r>
      <w:r>
        <w:tab/>
        <w:t>1.013e0</w:t>
      </w:r>
    </w:p>
    <w:p w:rsidR="006974AE" w:rsidRDefault="006974AE" w:rsidP="006974AE">
      <w:r>
        <w:t>274.4480</w:t>
      </w:r>
      <w:r>
        <w:tab/>
        <w:t>1.013e0</w:t>
      </w:r>
    </w:p>
    <w:p w:rsidR="006974AE" w:rsidRDefault="006974AE" w:rsidP="006974AE">
      <w:r>
        <w:t>274.4521</w:t>
      </w:r>
      <w:r>
        <w:tab/>
        <w:t>1.013e0</w:t>
      </w:r>
    </w:p>
    <w:p w:rsidR="006974AE" w:rsidRDefault="006974AE" w:rsidP="006974AE">
      <w:r>
        <w:t>274.4750</w:t>
      </w:r>
      <w:r>
        <w:tab/>
        <w:t>1.013e0</w:t>
      </w:r>
    </w:p>
    <w:p w:rsidR="006974AE" w:rsidRDefault="006974AE" w:rsidP="006974AE">
      <w:r>
        <w:t>274.5264</w:t>
      </w:r>
      <w:r>
        <w:tab/>
        <w:t>1.013e0</w:t>
      </w:r>
    </w:p>
    <w:p w:rsidR="006974AE" w:rsidRDefault="006974AE" w:rsidP="006974AE">
      <w:r>
        <w:t>274.5360</w:t>
      </w:r>
      <w:r>
        <w:tab/>
        <w:t>1.013e0</w:t>
      </w:r>
    </w:p>
    <w:p w:rsidR="006974AE" w:rsidRDefault="006974AE" w:rsidP="006974AE">
      <w:r>
        <w:t>274.5615</w:t>
      </w:r>
      <w:r>
        <w:tab/>
        <w:t>1.013e0</w:t>
      </w:r>
    </w:p>
    <w:p w:rsidR="006974AE" w:rsidRDefault="006974AE" w:rsidP="006974AE">
      <w:r>
        <w:t>274.5663</w:t>
      </w:r>
      <w:r>
        <w:tab/>
        <w:t>2.025e0</w:t>
      </w:r>
    </w:p>
    <w:p w:rsidR="006974AE" w:rsidRDefault="006974AE" w:rsidP="006974AE">
      <w:r>
        <w:t>274.5811</w:t>
      </w:r>
      <w:r>
        <w:tab/>
        <w:t>1.013e0</w:t>
      </w:r>
    </w:p>
    <w:p w:rsidR="006974AE" w:rsidRDefault="006974AE" w:rsidP="006974AE">
      <w:r>
        <w:t>274.6063</w:t>
      </w:r>
      <w:r>
        <w:tab/>
        <w:t>1.013e0</w:t>
      </w:r>
    </w:p>
    <w:p w:rsidR="006974AE" w:rsidRDefault="006974AE" w:rsidP="006974AE">
      <w:r>
        <w:t>274.6172</w:t>
      </w:r>
      <w:r>
        <w:tab/>
        <w:t>2.025e0</w:t>
      </w:r>
    </w:p>
    <w:p w:rsidR="006974AE" w:rsidRDefault="006974AE" w:rsidP="006974AE">
      <w:r>
        <w:t>274.6242</w:t>
      </w:r>
      <w:r>
        <w:tab/>
        <w:t>1.013e0</w:t>
      </w:r>
    </w:p>
    <w:p w:rsidR="006974AE" w:rsidRDefault="006974AE" w:rsidP="006974AE">
      <w:r>
        <w:t>274.6590</w:t>
      </w:r>
      <w:r>
        <w:tab/>
        <w:t>1.013e0</w:t>
      </w:r>
    </w:p>
    <w:p w:rsidR="006974AE" w:rsidRDefault="006974AE" w:rsidP="006974AE">
      <w:r>
        <w:t>274.6720</w:t>
      </w:r>
      <w:r>
        <w:tab/>
        <w:t>2.025e0</w:t>
      </w:r>
    </w:p>
    <w:p w:rsidR="006974AE" w:rsidRDefault="006974AE" w:rsidP="006974AE">
      <w:r>
        <w:t>274.6774</w:t>
      </w:r>
      <w:r>
        <w:tab/>
        <w:t>2.025e0</w:t>
      </w:r>
    </w:p>
    <w:p w:rsidR="006974AE" w:rsidRDefault="006974AE" w:rsidP="006974AE">
      <w:r>
        <w:t>274.6861</w:t>
      </w:r>
      <w:r>
        <w:tab/>
        <w:t>1.013e0</w:t>
      </w:r>
    </w:p>
    <w:p w:rsidR="006974AE" w:rsidRDefault="006974AE" w:rsidP="006974AE">
      <w:r>
        <w:lastRenderedPageBreak/>
        <w:t>274.6982</w:t>
      </w:r>
      <w:r>
        <w:tab/>
        <w:t>1.013e0</w:t>
      </w:r>
    </w:p>
    <w:p w:rsidR="006974AE" w:rsidRDefault="006974AE" w:rsidP="006974AE">
      <w:r>
        <w:t>274.7178</w:t>
      </w:r>
      <w:r>
        <w:tab/>
        <w:t>2.025e0</w:t>
      </w:r>
    </w:p>
    <w:p w:rsidR="006974AE" w:rsidRDefault="006974AE" w:rsidP="006974AE">
      <w:r>
        <w:t>274.7294</w:t>
      </w:r>
      <w:r>
        <w:tab/>
        <w:t>1.013e0</w:t>
      </w:r>
    </w:p>
    <w:p w:rsidR="006974AE" w:rsidRDefault="006974AE" w:rsidP="006974AE">
      <w:r>
        <w:t>274.7568</w:t>
      </w:r>
      <w:r>
        <w:tab/>
        <w:t>1.013e0</w:t>
      </w:r>
    </w:p>
    <w:p w:rsidR="006974AE" w:rsidRDefault="006974AE" w:rsidP="006974AE">
      <w:r>
        <w:t>274.8351</w:t>
      </w:r>
      <w:r>
        <w:tab/>
        <w:t>2.025e0</w:t>
      </w:r>
    </w:p>
    <w:p w:rsidR="006974AE" w:rsidRDefault="006974AE" w:rsidP="006974AE">
      <w:r>
        <w:t>274.8583</w:t>
      </w:r>
      <w:r>
        <w:tab/>
        <w:t>1.013e0</w:t>
      </w:r>
    </w:p>
    <w:p w:rsidR="006974AE" w:rsidRDefault="006974AE" w:rsidP="006974AE">
      <w:r>
        <w:t>274.8623</w:t>
      </w:r>
      <w:r>
        <w:tab/>
        <w:t>1.013e0</w:t>
      </w:r>
    </w:p>
    <w:p w:rsidR="006974AE" w:rsidRDefault="006974AE" w:rsidP="006974AE">
      <w:r>
        <w:t>274.8846</w:t>
      </w:r>
      <w:r>
        <w:tab/>
        <w:t>1.013e0</w:t>
      </w:r>
    </w:p>
    <w:p w:rsidR="006974AE" w:rsidRDefault="006974AE" w:rsidP="006974AE">
      <w:r>
        <w:t>274.9051</w:t>
      </w:r>
      <w:r>
        <w:tab/>
        <w:t>1.013e0</w:t>
      </w:r>
    </w:p>
    <w:p w:rsidR="006974AE" w:rsidRDefault="006974AE" w:rsidP="006974AE">
      <w:r>
        <w:t>274.9367</w:t>
      </w:r>
      <w:r>
        <w:tab/>
        <w:t>1.013e0</w:t>
      </w:r>
    </w:p>
    <w:p w:rsidR="006974AE" w:rsidRDefault="006974AE" w:rsidP="006974AE">
      <w:r>
        <w:t>274.9440</w:t>
      </w:r>
      <w:r>
        <w:tab/>
        <w:t>2.025e0</w:t>
      </w:r>
    </w:p>
    <w:p w:rsidR="006974AE" w:rsidRDefault="006974AE" w:rsidP="006974AE">
      <w:r>
        <w:t>274.9634</w:t>
      </w:r>
      <w:r>
        <w:tab/>
        <w:t>1.013e0</w:t>
      </w:r>
    </w:p>
    <w:p w:rsidR="006974AE" w:rsidRDefault="006974AE" w:rsidP="006974AE">
      <w:r>
        <w:t>274.9806</w:t>
      </w:r>
      <w:r>
        <w:tab/>
        <w:t>1.013e0</w:t>
      </w:r>
    </w:p>
    <w:p w:rsidR="006974AE" w:rsidRDefault="006974AE" w:rsidP="006974AE">
      <w:r>
        <w:t>275.0027</w:t>
      </w:r>
      <w:r>
        <w:tab/>
        <w:t>1.013e0</w:t>
      </w:r>
    </w:p>
    <w:p w:rsidR="006974AE" w:rsidRDefault="006974AE" w:rsidP="006974AE">
      <w:r>
        <w:t>275.0260</w:t>
      </w:r>
      <w:r>
        <w:tab/>
        <w:t>2.025e0</w:t>
      </w:r>
    </w:p>
    <w:p w:rsidR="006974AE" w:rsidRDefault="006974AE" w:rsidP="006974AE">
      <w:r>
        <w:t>275.0277</w:t>
      </w:r>
      <w:r>
        <w:tab/>
        <w:t>5.063e0</w:t>
      </w:r>
    </w:p>
    <w:p w:rsidR="006974AE" w:rsidRDefault="006974AE" w:rsidP="006974AE">
      <w:r>
        <w:t>275.0341</w:t>
      </w:r>
      <w:r>
        <w:tab/>
        <w:t>1.013e0</w:t>
      </w:r>
    </w:p>
    <w:p w:rsidR="006974AE" w:rsidRDefault="006974AE" w:rsidP="006974AE">
      <w:r>
        <w:t>275.0381</w:t>
      </w:r>
      <w:r>
        <w:tab/>
        <w:t>4.051e0</w:t>
      </w:r>
    </w:p>
    <w:p w:rsidR="006974AE" w:rsidRDefault="006974AE" w:rsidP="006974AE">
      <w:r>
        <w:t>275.0473</w:t>
      </w:r>
      <w:r>
        <w:tab/>
        <w:t>2.025e0</w:t>
      </w:r>
    </w:p>
    <w:p w:rsidR="006974AE" w:rsidRDefault="006974AE" w:rsidP="006974AE">
      <w:r>
        <w:lastRenderedPageBreak/>
        <w:t>275.0693</w:t>
      </w:r>
      <w:r>
        <w:tab/>
        <w:t>2.025e0</w:t>
      </w:r>
    </w:p>
    <w:p w:rsidR="006974AE" w:rsidRDefault="006974AE" w:rsidP="006974AE">
      <w:r>
        <w:t>275.1001</w:t>
      </w:r>
      <w:r>
        <w:tab/>
        <w:t>1.013e0</w:t>
      </w:r>
    </w:p>
    <w:p w:rsidR="006974AE" w:rsidRDefault="006974AE" w:rsidP="006974AE">
      <w:r>
        <w:t>275.1042</w:t>
      </w:r>
      <w:r>
        <w:tab/>
        <w:t>1.013e0</w:t>
      </w:r>
    </w:p>
    <w:p w:rsidR="006974AE" w:rsidRDefault="006974AE" w:rsidP="006974AE">
      <w:r>
        <w:t>275.1124</w:t>
      </w:r>
      <w:r>
        <w:tab/>
        <w:t>1.013e0</w:t>
      </w:r>
    </w:p>
    <w:p w:rsidR="006974AE" w:rsidRDefault="006974AE" w:rsidP="006974AE">
      <w:r>
        <w:t>275.1172</w:t>
      </w:r>
      <w:r>
        <w:tab/>
        <w:t>2.025e0</w:t>
      </w:r>
    </w:p>
    <w:p w:rsidR="006974AE" w:rsidRDefault="006974AE" w:rsidP="006974AE">
      <w:r>
        <w:t>275.1223</w:t>
      </w:r>
      <w:r>
        <w:tab/>
        <w:t>1.013e0</w:t>
      </w:r>
    </w:p>
    <w:p w:rsidR="006974AE" w:rsidRDefault="006974AE" w:rsidP="006974AE">
      <w:r>
        <w:t>275.1434</w:t>
      </w:r>
      <w:r>
        <w:tab/>
        <w:t>1.013e0</w:t>
      </w:r>
    </w:p>
    <w:p w:rsidR="006974AE" w:rsidRDefault="006974AE" w:rsidP="006974AE">
      <w:r>
        <w:t>275.1486</w:t>
      </w:r>
      <w:r>
        <w:tab/>
        <w:t>2.025e0</w:t>
      </w:r>
    </w:p>
    <w:p w:rsidR="006974AE" w:rsidRDefault="006974AE" w:rsidP="006974AE">
      <w:r>
        <w:t>275.1665</w:t>
      </w:r>
      <w:r>
        <w:tab/>
        <w:t>1.013e0</w:t>
      </w:r>
    </w:p>
    <w:p w:rsidR="006974AE" w:rsidRDefault="006974AE" w:rsidP="006974AE">
      <w:r>
        <w:t>275.1830</w:t>
      </w:r>
      <w:r>
        <w:tab/>
        <w:t>1.013e0</w:t>
      </w:r>
    </w:p>
    <w:p w:rsidR="006974AE" w:rsidRDefault="006974AE" w:rsidP="006974AE">
      <w:r>
        <w:t>275.1884</w:t>
      </w:r>
      <w:r>
        <w:tab/>
        <w:t>2.025e0</w:t>
      </w:r>
    </w:p>
    <w:p w:rsidR="006974AE" w:rsidRDefault="006974AE" w:rsidP="006974AE">
      <w:r>
        <w:t>275.2057</w:t>
      </w:r>
      <w:r>
        <w:tab/>
        <w:t>1.013e0</w:t>
      </w:r>
    </w:p>
    <w:p w:rsidR="006974AE" w:rsidRDefault="006974AE" w:rsidP="006974AE">
      <w:r>
        <w:t>275.2184</w:t>
      </w:r>
      <w:r>
        <w:tab/>
        <w:t>1.013e0</w:t>
      </w:r>
    </w:p>
    <w:p w:rsidR="006974AE" w:rsidRDefault="006974AE" w:rsidP="006974AE">
      <w:r>
        <w:t>275.2333</w:t>
      </w:r>
      <w:r>
        <w:tab/>
        <w:t>1.013e0</w:t>
      </w:r>
    </w:p>
    <w:p w:rsidR="006974AE" w:rsidRDefault="006974AE" w:rsidP="006974AE">
      <w:r>
        <w:t>275.2585</w:t>
      </w:r>
      <w:r>
        <w:tab/>
        <w:t>1.013e0</w:t>
      </w:r>
    </w:p>
    <w:p w:rsidR="006974AE" w:rsidRDefault="006974AE" w:rsidP="006974AE">
      <w:r>
        <w:t>275.2636</w:t>
      </w:r>
      <w:r>
        <w:tab/>
        <w:t>1.013e0</w:t>
      </w:r>
    </w:p>
    <w:p w:rsidR="006974AE" w:rsidRDefault="006974AE" w:rsidP="006974AE">
      <w:r>
        <w:t>275.2804</w:t>
      </w:r>
      <w:r>
        <w:tab/>
        <w:t>1.013e0</w:t>
      </w:r>
    </w:p>
    <w:p w:rsidR="006974AE" w:rsidRDefault="006974AE" w:rsidP="006974AE">
      <w:r>
        <w:t>275.2990</w:t>
      </w:r>
      <w:r>
        <w:tab/>
        <w:t>1.013e0</w:t>
      </w:r>
    </w:p>
    <w:p w:rsidR="006974AE" w:rsidRDefault="006974AE" w:rsidP="006974AE">
      <w:r>
        <w:t>275.3152</w:t>
      </w:r>
      <w:r>
        <w:tab/>
        <w:t>1.013e0</w:t>
      </w:r>
    </w:p>
    <w:p w:rsidR="006974AE" w:rsidRDefault="006974AE" w:rsidP="006974AE">
      <w:r>
        <w:lastRenderedPageBreak/>
        <w:t>275.3196</w:t>
      </w:r>
      <w:r>
        <w:tab/>
        <w:t>1.013e0</w:t>
      </w:r>
    </w:p>
    <w:p w:rsidR="006974AE" w:rsidRDefault="006974AE" w:rsidP="006974AE">
      <w:r>
        <w:t>275.3314</w:t>
      </w:r>
      <w:r>
        <w:tab/>
        <w:t>2.025e0</w:t>
      </w:r>
    </w:p>
    <w:p w:rsidR="006974AE" w:rsidRDefault="006974AE" w:rsidP="006974AE">
      <w:r>
        <w:t>275.3598</w:t>
      </w:r>
      <w:r>
        <w:tab/>
        <w:t>1.013e0</w:t>
      </w:r>
    </w:p>
    <w:p w:rsidR="006974AE" w:rsidRDefault="006974AE" w:rsidP="006974AE">
      <w:r>
        <w:t>275.3859</w:t>
      </w:r>
      <w:r>
        <w:tab/>
        <w:t>1.013e0</w:t>
      </w:r>
    </w:p>
    <w:p w:rsidR="006974AE" w:rsidRDefault="006974AE" w:rsidP="006974AE">
      <w:r>
        <w:t>275.4087</w:t>
      </w:r>
      <w:r>
        <w:tab/>
        <w:t>1.013e0</w:t>
      </w:r>
    </w:p>
    <w:p w:rsidR="006974AE" w:rsidRDefault="006974AE" w:rsidP="006974AE">
      <w:r>
        <w:t>275.4131</w:t>
      </w:r>
      <w:r>
        <w:tab/>
        <w:t>1.013e0</w:t>
      </w:r>
    </w:p>
    <w:p w:rsidR="006974AE" w:rsidRDefault="006974AE" w:rsidP="006974AE">
      <w:r>
        <w:t>275.4259</w:t>
      </w:r>
      <w:r>
        <w:tab/>
        <w:t>1.013e0</w:t>
      </w:r>
    </w:p>
    <w:p w:rsidR="006974AE" w:rsidRDefault="006974AE" w:rsidP="006974AE">
      <w:r>
        <w:t>275.4482</w:t>
      </w:r>
      <w:r>
        <w:tab/>
        <w:t>2.025e0</w:t>
      </w:r>
    </w:p>
    <w:p w:rsidR="006974AE" w:rsidRDefault="006974AE" w:rsidP="006974AE">
      <w:r>
        <w:t>275.4538</w:t>
      </w:r>
      <w:r>
        <w:tab/>
        <w:t>2.025e0</w:t>
      </w:r>
    </w:p>
    <w:p w:rsidR="006974AE" w:rsidRDefault="006974AE" w:rsidP="006974AE">
      <w:r>
        <w:t>275.4715</w:t>
      </w:r>
      <w:r>
        <w:tab/>
        <w:t>1.013e0</w:t>
      </w:r>
    </w:p>
    <w:p w:rsidR="006974AE" w:rsidRDefault="006974AE" w:rsidP="006974AE">
      <w:r>
        <w:t>275.4871</w:t>
      </w:r>
      <w:r>
        <w:tab/>
        <w:t>1.013e0</w:t>
      </w:r>
    </w:p>
    <w:p w:rsidR="006974AE" w:rsidRDefault="006974AE" w:rsidP="006974AE">
      <w:r>
        <w:t>275.4966</w:t>
      </w:r>
      <w:r>
        <w:tab/>
        <w:t>2.025e0</w:t>
      </w:r>
    </w:p>
    <w:p w:rsidR="006974AE" w:rsidRDefault="006974AE" w:rsidP="006974AE">
      <w:r>
        <w:t>275.5064</w:t>
      </w:r>
      <w:r>
        <w:tab/>
        <w:t>1.013e0</w:t>
      </w:r>
    </w:p>
    <w:p w:rsidR="006974AE" w:rsidRDefault="006974AE" w:rsidP="006974AE">
      <w:r>
        <w:t>275.5319</w:t>
      </w:r>
      <w:r>
        <w:tab/>
        <w:t>1.013e0</w:t>
      </w:r>
    </w:p>
    <w:p w:rsidR="006974AE" w:rsidRDefault="006974AE" w:rsidP="006974AE">
      <w:r>
        <w:t>275.5415</w:t>
      </w:r>
      <w:r>
        <w:tab/>
        <w:t>2.025e0</w:t>
      </w:r>
    </w:p>
    <w:p w:rsidR="006974AE" w:rsidRDefault="006974AE" w:rsidP="006974AE">
      <w:r>
        <w:t>275.5931</w:t>
      </w:r>
      <w:r>
        <w:tab/>
        <w:t>1.013e0</w:t>
      </w:r>
    </w:p>
    <w:p w:rsidR="006974AE" w:rsidRDefault="006974AE" w:rsidP="006974AE">
      <w:r>
        <w:t>275.6461</w:t>
      </w:r>
      <w:r>
        <w:tab/>
        <w:t>2.025e0</w:t>
      </w:r>
    </w:p>
    <w:p w:rsidR="006974AE" w:rsidRDefault="006974AE" w:rsidP="006974AE">
      <w:r>
        <w:t>275.6637</w:t>
      </w:r>
      <w:r>
        <w:tab/>
        <w:t>1.013e0</w:t>
      </w:r>
    </w:p>
    <w:p w:rsidR="006974AE" w:rsidRDefault="006974AE" w:rsidP="006974AE">
      <w:r>
        <w:t>275.6783</w:t>
      </w:r>
      <w:r>
        <w:tab/>
        <w:t>1.013e0</w:t>
      </w:r>
    </w:p>
    <w:p w:rsidR="006974AE" w:rsidRDefault="006974AE" w:rsidP="006974AE">
      <w:r>
        <w:lastRenderedPageBreak/>
        <w:t>275.7451</w:t>
      </w:r>
      <w:r>
        <w:tab/>
        <w:t>1.013e0</w:t>
      </w:r>
    </w:p>
    <w:p w:rsidR="006974AE" w:rsidRDefault="006974AE" w:rsidP="006974AE">
      <w:r>
        <w:t>275.7613</w:t>
      </w:r>
      <w:r>
        <w:tab/>
        <w:t>3.038e0</w:t>
      </w:r>
    </w:p>
    <w:p w:rsidR="006974AE" w:rsidRDefault="006974AE" w:rsidP="006974AE">
      <w:r>
        <w:t>275.7838</w:t>
      </w:r>
      <w:r>
        <w:tab/>
        <w:t>1.013e0</w:t>
      </w:r>
    </w:p>
    <w:p w:rsidR="006974AE" w:rsidRDefault="006974AE" w:rsidP="006974AE">
      <w:r>
        <w:t>275.8056</w:t>
      </w:r>
      <w:r>
        <w:tab/>
        <w:t>2.025e0</w:t>
      </w:r>
    </w:p>
    <w:p w:rsidR="006974AE" w:rsidRDefault="006974AE" w:rsidP="006974AE">
      <w:r>
        <w:t>275.8626</w:t>
      </w:r>
      <w:r>
        <w:tab/>
        <w:t>1.013e0</w:t>
      </w:r>
    </w:p>
    <w:p w:rsidR="006974AE" w:rsidRDefault="006974AE" w:rsidP="006974AE">
      <w:r>
        <w:t>275.8664</w:t>
      </w:r>
      <w:r>
        <w:tab/>
        <w:t>1.013e0</w:t>
      </w:r>
    </w:p>
    <w:p w:rsidR="006974AE" w:rsidRDefault="006974AE" w:rsidP="006974AE">
      <w:r>
        <w:t>275.9206</w:t>
      </w:r>
      <w:r>
        <w:tab/>
        <w:t>1.013e0</w:t>
      </w:r>
    </w:p>
    <w:p w:rsidR="006974AE" w:rsidRDefault="006974AE" w:rsidP="006974AE">
      <w:r>
        <w:t>275.9250</w:t>
      </w:r>
      <w:r>
        <w:tab/>
        <w:t>1.013e0</w:t>
      </w:r>
    </w:p>
    <w:p w:rsidR="006974AE" w:rsidRDefault="006974AE" w:rsidP="006974AE">
      <w:r>
        <w:t>275.9287</w:t>
      </w:r>
      <w:r>
        <w:tab/>
        <w:t>1.013e0</w:t>
      </w:r>
    </w:p>
    <w:p w:rsidR="006974AE" w:rsidRDefault="006974AE" w:rsidP="006974AE">
      <w:r>
        <w:t>275.9374</w:t>
      </w:r>
      <w:r>
        <w:tab/>
        <w:t>1.013e0</w:t>
      </w:r>
    </w:p>
    <w:p w:rsidR="006974AE" w:rsidRDefault="006974AE" w:rsidP="006974AE">
      <w:r>
        <w:t>275.9428</w:t>
      </w:r>
      <w:r>
        <w:tab/>
        <w:t>2.025e0</w:t>
      </w:r>
    </w:p>
    <w:p w:rsidR="006974AE" w:rsidRDefault="006974AE" w:rsidP="006974AE">
      <w:r>
        <w:t>275.9479</w:t>
      </w:r>
      <w:r>
        <w:tab/>
        <w:t>1.013e0</w:t>
      </w:r>
    </w:p>
    <w:p w:rsidR="006974AE" w:rsidRDefault="006974AE" w:rsidP="006974AE">
      <w:r>
        <w:t>275.9537</w:t>
      </w:r>
      <w:r>
        <w:tab/>
        <w:t>2.025e0</w:t>
      </w:r>
    </w:p>
    <w:p w:rsidR="006974AE" w:rsidRDefault="006974AE" w:rsidP="006974AE">
      <w:r>
        <w:t>275.9598</w:t>
      </w:r>
      <w:r>
        <w:tab/>
        <w:t>3.038e0</w:t>
      </w:r>
    </w:p>
    <w:p w:rsidR="006974AE" w:rsidRDefault="006974AE" w:rsidP="006974AE">
      <w:r>
        <w:t>275.9776</w:t>
      </w:r>
      <w:r>
        <w:tab/>
        <w:t>7.696e0</w:t>
      </w:r>
    </w:p>
    <w:p w:rsidR="006974AE" w:rsidRDefault="006974AE" w:rsidP="006974AE">
      <w:r>
        <w:t>275.9868</w:t>
      </w:r>
      <w:r>
        <w:tab/>
        <w:t>7.136e0</w:t>
      </w:r>
    </w:p>
    <w:p w:rsidR="006974AE" w:rsidRDefault="006974AE" w:rsidP="006974AE">
      <w:r>
        <w:t>275.9891</w:t>
      </w:r>
      <w:r>
        <w:tab/>
        <w:t>2.025e0</w:t>
      </w:r>
    </w:p>
    <w:p w:rsidR="006974AE" w:rsidRDefault="006974AE" w:rsidP="006974AE">
      <w:r>
        <w:t>276.0037</w:t>
      </w:r>
      <w:r>
        <w:tab/>
        <w:t>1.013e0</w:t>
      </w:r>
    </w:p>
    <w:p w:rsidR="006974AE" w:rsidRDefault="006974AE" w:rsidP="006974AE">
      <w:r>
        <w:t>276.0085</w:t>
      </w:r>
      <w:r>
        <w:tab/>
        <w:t>1.013e0</w:t>
      </w:r>
    </w:p>
    <w:p w:rsidR="006974AE" w:rsidRDefault="006974AE" w:rsidP="006974AE">
      <w:r>
        <w:lastRenderedPageBreak/>
        <w:t>276.0300</w:t>
      </w:r>
      <w:r>
        <w:tab/>
        <w:t>6.890e0</w:t>
      </w:r>
    </w:p>
    <w:p w:rsidR="006974AE" w:rsidRDefault="006974AE" w:rsidP="006974AE">
      <w:r>
        <w:t>276.0344</w:t>
      </w:r>
      <w:r>
        <w:tab/>
        <w:t>6.076e0</w:t>
      </w:r>
    </w:p>
    <w:p w:rsidR="006974AE" w:rsidRDefault="006974AE" w:rsidP="006974AE">
      <w:r>
        <w:t>276.0364</w:t>
      </w:r>
      <w:r>
        <w:tab/>
        <w:t>2.025e0</w:t>
      </w:r>
    </w:p>
    <w:p w:rsidR="006974AE" w:rsidRDefault="006974AE" w:rsidP="006974AE">
      <w:r>
        <w:t>276.0389</w:t>
      </w:r>
      <w:r>
        <w:tab/>
        <w:t>1.013e0</w:t>
      </w:r>
    </w:p>
    <w:p w:rsidR="006974AE" w:rsidRDefault="006974AE" w:rsidP="006974AE">
      <w:r>
        <w:t>276.0618</w:t>
      </w:r>
      <w:r>
        <w:tab/>
        <w:t>1.013e0</w:t>
      </w:r>
    </w:p>
    <w:p w:rsidR="006974AE" w:rsidRDefault="006974AE" w:rsidP="006974AE">
      <w:r>
        <w:t>276.0886</w:t>
      </w:r>
      <w:r>
        <w:tab/>
        <w:t>1.013e0</w:t>
      </w:r>
    </w:p>
    <w:p w:rsidR="006974AE" w:rsidRDefault="006974AE" w:rsidP="006974AE">
      <w:r>
        <w:t>276.0970</w:t>
      </w:r>
      <w:r>
        <w:tab/>
        <w:t>1.013e0</w:t>
      </w:r>
    </w:p>
    <w:p w:rsidR="006974AE" w:rsidRDefault="006974AE" w:rsidP="006974AE">
      <w:r>
        <w:t>276.1049</w:t>
      </w:r>
      <w:r>
        <w:tab/>
        <w:t>1.013e0</w:t>
      </w:r>
    </w:p>
    <w:p w:rsidR="006974AE" w:rsidRDefault="006974AE" w:rsidP="006974AE">
      <w:r>
        <w:t>276.1203</w:t>
      </w:r>
      <w:r>
        <w:tab/>
        <w:t>1.013e0</w:t>
      </w:r>
    </w:p>
    <w:p w:rsidR="006974AE" w:rsidRDefault="006974AE" w:rsidP="006974AE">
      <w:r>
        <w:t>276.1238</w:t>
      </w:r>
      <w:r>
        <w:tab/>
        <w:t>1.013e0</w:t>
      </w:r>
    </w:p>
    <w:p w:rsidR="006974AE" w:rsidRDefault="006974AE" w:rsidP="006974AE">
      <w:r>
        <w:t>276.1594</w:t>
      </w:r>
      <w:r>
        <w:tab/>
        <w:t>1.013e0</w:t>
      </w:r>
    </w:p>
    <w:p w:rsidR="006974AE" w:rsidRDefault="006974AE" w:rsidP="006974AE">
      <w:r>
        <w:t>276.1631</w:t>
      </w:r>
      <w:r>
        <w:tab/>
        <w:t>1.013e0</w:t>
      </w:r>
    </w:p>
    <w:p w:rsidR="006974AE" w:rsidRDefault="006974AE" w:rsidP="006974AE">
      <w:r>
        <w:t>276.1673</w:t>
      </w:r>
      <w:r>
        <w:tab/>
        <w:t>2.025e0</w:t>
      </w:r>
    </w:p>
    <w:p w:rsidR="006974AE" w:rsidRDefault="006974AE" w:rsidP="006974AE">
      <w:r>
        <w:t>276.1864</w:t>
      </w:r>
      <w:r>
        <w:tab/>
        <w:t>1.013e0</w:t>
      </w:r>
    </w:p>
    <w:p w:rsidR="006974AE" w:rsidRDefault="006974AE" w:rsidP="006974AE">
      <w:r>
        <w:t>276.1924</w:t>
      </w:r>
      <w:r>
        <w:tab/>
        <w:t>2.025e0</w:t>
      </w:r>
    </w:p>
    <w:p w:rsidR="006974AE" w:rsidRDefault="006974AE" w:rsidP="006974AE">
      <w:r>
        <w:t>276.1987</w:t>
      </w:r>
      <w:r>
        <w:tab/>
        <w:t>1.013e0</w:t>
      </w:r>
    </w:p>
    <w:p w:rsidR="006974AE" w:rsidRDefault="006974AE" w:rsidP="006974AE">
      <w:r>
        <w:t>276.2107</w:t>
      </w:r>
      <w:r>
        <w:tab/>
        <w:t>3.038e0</w:t>
      </w:r>
    </w:p>
    <w:p w:rsidR="006974AE" w:rsidRDefault="006974AE" w:rsidP="006974AE">
      <w:r>
        <w:t>276.2118</w:t>
      </w:r>
      <w:r>
        <w:tab/>
        <w:t>1.013e0</w:t>
      </w:r>
    </w:p>
    <w:p w:rsidR="006974AE" w:rsidRDefault="006974AE" w:rsidP="006974AE">
      <w:r>
        <w:t>276.2298</w:t>
      </w:r>
      <w:r>
        <w:tab/>
        <w:t>1.013e0</w:t>
      </w:r>
    </w:p>
    <w:p w:rsidR="006974AE" w:rsidRDefault="006974AE" w:rsidP="006974AE">
      <w:r>
        <w:lastRenderedPageBreak/>
        <w:t>276.2520</w:t>
      </w:r>
      <w:r>
        <w:tab/>
        <w:t>1.013e0</w:t>
      </w:r>
    </w:p>
    <w:p w:rsidR="006974AE" w:rsidRDefault="006974AE" w:rsidP="006974AE">
      <w:r>
        <w:t>276.2571</w:t>
      </w:r>
      <w:r>
        <w:tab/>
        <w:t>1.013e0</w:t>
      </w:r>
    </w:p>
    <w:p w:rsidR="006974AE" w:rsidRDefault="006974AE" w:rsidP="006974AE">
      <w:r>
        <w:t>276.2825</w:t>
      </w:r>
      <w:r>
        <w:tab/>
        <w:t>1.013e0</w:t>
      </w:r>
    </w:p>
    <w:p w:rsidR="006974AE" w:rsidRDefault="006974AE" w:rsidP="006974AE">
      <w:r>
        <w:t>276.3003</w:t>
      </w:r>
      <w:r>
        <w:tab/>
        <w:t>1.013e0</w:t>
      </w:r>
    </w:p>
    <w:p w:rsidR="006974AE" w:rsidRDefault="006974AE" w:rsidP="006974AE">
      <w:r>
        <w:t>276.3844</w:t>
      </w:r>
      <w:r>
        <w:tab/>
        <w:t>1.013e0</w:t>
      </w:r>
    </w:p>
    <w:p w:rsidR="006974AE" w:rsidRDefault="006974AE" w:rsidP="006974AE">
      <w:r>
        <w:t>276.4016</w:t>
      </w:r>
      <w:r>
        <w:tab/>
        <w:t>1.013e0</w:t>
      </w:r>
    </w:p>
    <w:p w:rsidR="006974AE" w:rsidRDefault="006974AE" w:rsidP="006974AE">
      <w:r>
        <w:t>276.4291</w:t>
      </w:r>
      <w:r>
        <w:tab/>
        <w:t>1.013e0</w:t>
      </w:r>
    </w:p>
    <w:p w:rsidR="006974AE" w:rsidRDefault="006974AE" w:rsidP="006974AE">
      <w:r>
        <w:t>276.4411</w:t>
      </w:r>
      <w:r>
        <w:tab/>
        <w:t>1.013e0</w:t>
      </w:r>
    </w:p>
    <w:p w:rsidR="006974AE" w:rsidRDefault="006974AE" w:rsidP="006974AE">
      <w:r>
        <w:t>276.4810</w:t>
      </w:r>
      <w:r>
        <w:tab/>
        <w:t>1.013e0</w:t>
      </w:r>
    </w:p>
    <w:p w:rsidR="006974AE" w:rsidRDefault="006974AE" w:rsidP="006974AE">
      <w:r>
        <w:t>276.5388</w:t>
      </w:r>
      <w:r>
        <w:tab/>
        <w:t>1.013e0</w:t>
      </w:r>
    </w:p>
    <w:p w:rsidR="006974AE" w:rsidRDefault="006974AE" w:rsidP="006974AE">
      <w:r>
        <w:t>276.5470</w:t>
      </w:r>
      <w:r>
        <w:tab/>
        <w:t>1.013e0</w:t>
      </w:r>
    </w:p>
    <w:p w:rsidR="006974AE" w:rsidRDefault="006974AE" w:rsidP="006974AE">
      <w:r>
        <w:t>276.5873</w:t>
      </w:r>
      <w:r>
        <w:tab/>
        <w:t>1.013e0</w:t>
      </w:r>
    </w:p>
    <w:p w:rsidR="006974AE" w:rsidRDefault="006974AE" w:rsidP="006974AE">
      <w:r>
        <w:t>276.6283</w:t>
      </w:r>
      <w:r>
        <w:tab/>
        <w:t>1.013e0</w:t>
      </w:r>
    </w:p>
    <w:p w:rsidR="006974AE" w:rsidRDefault="006974AE" w:rsidP="006974AE">
      <w:r>
        <w:t>276.6483</w:t>
      </w:r>
      <w:r>
        <w:tab/>
        <w:t>1.013e0</w:t>
      </w:r>
    </w:p>
    <w:p w:rsidR="006974AE" w:rsidRDefault="006974AE" w:rsidP="006974AE">
      <w:r>
        <w:t>276.6537</w:t>
      </w:r>
      <w:r>
        <w:tab/>
        <w:t>2.025e0</w:t>
      </w:r>
    </w:p>
    <w:p w:rsidR="006974AE" w:rsidRDefault="006974AE" w:rsidP="006974AE">
      <w:r>
        <w:t>276.6676</w:t>
      </w:r>
      <w:r>
        <w:tab/>
        <w:t>1.013e0</w:t>
      </w:r>
    </w:p>
    <w:p w:rsidR="006974AE" w:rsidRDefault="006974AE" w:rsidP="006974AE">
      <w:r>
        <w:t>276.6754</w:t>
      </w:r>
      <w:r>
        <w:tab/>
        <w:t>1.013e0</w:t>
      </w:r>
    </w:p>
    <w:p w:rsidR="006974AE" w:rsidRDefault="006974AE" w:rsidP="006974AE">
      <w:r>
        <w:t>276.6942</w:t>
      </w:r>
      <w:r>
        <w:tab/>
        <w:t>2.025e0</w:t>
      </w:r>
    </w:p>
    <w:p w:rsidR="006974AE" w:rsidRDefault="006974AE" w:rsidP="006974AE">
      <w:r>
        <w:t>276.7069</w:t>
      </w:r>
      <w:r>
        <w:tab/>
        <w:t>1.013e0</w:t>
      </w:r>
    </w:p>
    <w:p w:rsidR="006974AE" w:rsidRDefault="006974AE" w:rsidP="006974AE">
      <w:r>
        <w:lastRenderedPageBreak/>
        <w:t>276.7148</w:t>
      </w:r>
      <w:r>
        <w:tab/>
        <w:t>1.013e0</w:t>
      </w:r>
    </w:p>
    <w:p w:rsidR="006974AE" w:rsidRDefault="006974AE" w:rsidP="006974AE">
      <w:r>
        <w:t>276.7296</w:t>
      </w:r>
      <w:r>
        <w:tab/>
        <w:t>1.013e0</w:t>
      </w:r>
    </w:p>
    <w:p w:rsidR="006974AE" w:rsidRDefault="006974AE" w:rsidP="006974AE">
      <w:r>
        <w:t>276.7458</w:t>
      </w:r>
      <w:r>
        <w:tab/>
        <w:t>1.013e0</w:t>
      </w:r>
    </w:p>
    <w:p w:rsidR="006974AE" w:rsidRDefault="006974AE" w:rsidP="006974AE">
      <w:r>
        <w:t>276.7554</w:t>
      </w:r>
      <w:r>
        <w:tab/>
        <w:t>1.013e0</w:t>
      </w:r>
    </w:p>
    <w:p w:rsidR="006974AE" w:rsidRDefault="006974AE" w:rsidP="006974AE">
      <w:r>
        <w:t>276.7730</w:t>
      </w:r>
      <w:r>
        <w:tab/>
        <w:t>1.013e0</w:t>
      </w:r>
    </w:p>
    <w:p w:rsidR="006974AE" w:rsidRDefault="006974AE" w:rsidP="006974AE">
      <w:r>
        <w:t>276.7859</w:t>
      </w:r>
      <w:r>
        <w:tab/>
        <w:t>1.013e0</w:t>
      </w:r>
    </w:p>
    <w:p w:rsidR="006974AE" w:rsidRDefault="006974AE" w:rsidP="006974AE">
      <w:r>
        <w:t>276.7958</w:t>
      </w:r>
      <w:r>
        <w:tab/>
        <w:t>1.013e0</w:t>
      </w:r>
    </w:p>
    <w:p w:rsidR="006974AE" w:rsidRDefault="006974AE" w:rsidP="006974AE">
      <w:r>
        <w:t>276.8212</w:t>
      </w:r>
      <w:r>
        <w:tab/>
        <w:t>1.013e0</w:t>
      </w:r>
    </w:p>
    <w:p w:rsidR="006974AE" w:rsidRDefault="006974AE" w:rsidP="006974AE">
      <w:r>
        <w:t>276.8615</w:t>
      </w:r>
      <w:r>
        <w:tab/>
        <w:t>2.025e0</w:t>
      </w:r>
    </w:p>
    <w:p w:rsidR="006974AE" w:rsidRDefault="006974AE" w:rsidP="006974AE">
      <w:r>
        <w:t>276.8928</w:t>
      </w:r>
      <w:r>
        <w:tab/>
        <w:t>1.013e0</w:t>
      </w:r>
    </w:p>
    <w:p w:rsidR="006974AE" w:rsidRDefault="006974AE" w:rsidP="006974AE">
      <w:r>
        <w:t>276.9178</w:t>
      </w:r>
      <w:r>
        <w:tab/>
        <w:t>1.013e0</w:t>
      </w:r>
    </w:p>
    <w:p w:rsidR="006974AE" w:rsidRDefault="006974AE" w:rsidP="006974AE">
      <w:r>
        <w:t>276.9229</w:t>
      </w:r>
      <w:r>
        <w:tab/>
        <w:t>1.013e0</w:t>
      </w:r>
    </w:p>
    <w:p w:rsidR="006974AE" w:rsidRDefault="006974AE" w:rsidP="006974AE">
      <w:r>
        <w:t>276.9276</w:t>
      </w:r>
      <w:r>
        <w:tab/>
        <w:t>2.025e0</w:t>
      </w:r>
    </w:p>
    <w:p w:rsidR="006974AE" w:rsidRDefault="006974AE" w:rsidP="006974AE">
      <w:r>
        <w:t>276.9334</w:t>
      </w:r>
      <w:r>
        <w:tab/>
        <w:t>1.013e0</w:t>
      </w:r>
    </w:p>
    <w:p w:rsidR="006974AE" w:rsidRDefault="006974AE" w:rsidP="006974AE">
      <w:r>
        <w:t>276.9393</w:t>
      </w:r>
      <w:r>
        <w:tab/>
        <w:t>2.025e0</w:t>
      </w:r>
    </w:p>
    <w:p w:rsidR="006974AE" w:rsidRDefault="006974AE" w:rsidP="006974AE">
      <w:r>
        <w:t>276.9640</w:t>
      </w:r>
      <w:r>
        <w:tab/>
        <w:t>1.013e0</w:t>
      </w:r>
    </w:p>
    <w:p w:rsidR="006974AE" w:rsidRDefault="006974AE" w:rsidP="006974AE">
      <w:r>
        <w:t>276.9783</w:t>
      </w:r>
      <w:r>
        <w:tab/>
        <w:t>3.038e0</w:t>
      </w:r>
    </w:p>
    <w:p w:rsidR="006974AE" w:rsidRDefault="006974AE" w:rsidP="006974AE">
      <w:r>
        <w:t>276.9808</w:t>
      </w:r>
      <w:r>
        <w:tab/>
        <w:t>2.025e0</w:t>
      </w:r>
    </w:p>
    <w:p w:rsidR="006974AE" w:rsidRDefault="006974AE" w:rsidP="006974AE">
      <w:r>
        <w:t>276.9835</w:t>
      </w:r>
      <w:r>
        <w:tab/>
        <w:t>3.038e0</w:t>
      </w:r>
    </w:p>
    <w:p w:rsidR="006974AE" w:rsidRDefault="006974AE" w:rsidP="006974AE">
      <w:r>
        <w:lastRenderedPageBreak/>
        <w:t>276.9894</w:t>
      </w:r>
      <w:r>
        <w:tab/>
        <w:t>1.013e0</w:t>
      </w:r>
    </w:p>
    <w:p w:rsidR="006974AE" w:rsidRDefault="006974AE" w:rsidP="006974AE">
      <w:r>
        <w:t>277.0157</w:t>
      </w:r>
      <w:r>
        <w:tab/>
        <w:t>1.013e0</w:t>
      </w:r>
    </w:p>
    <w:p w:rsidR="006974AE" w:rsidRDefault="006974AE" w:rsidP="006974AE">
      <w:r>
        <w:t>277.0196</w:t>
      </w:r>
      <w:r>
        <w:tab/>
        <w:t>1.013e0</w:t>
      </w:r>
    </w:p>
    <w:p w:rsidR="006974AE" w:rsidRDefault="006974AE" w:rsidP="006974AE">
      <w:r>
        <w:t>277.0411</w:t>
      </w:r>
      <w:r>
        <w:tab/>
        <w:t>2.025e0</w:t>
      </w:r>
    </w:p>
    <w:p w:rsidR="006974AE" w:rsidRDefault="006974AE" w:rsidP="006974AE">
      <w:r>
        <w:t>277.0428</w:t>
      </w:r>
      <w:r>
        <w:tab/>
        <w:t>1.013e0</w:t>
      </w:r>
    </w:p>
    <w:p w:rsidR="006974AE" w:rsidRDefault="006974AE" w:rsidP="006974AE">
      <w:r>
        <w:t>277.0498</w:t>
      </w:r>
      <w:r>
        <w:tab/>
        <w:t>2.025e0</w:t>
      </w:r>
    </w:p>
    <w:p w:rsidR="006974AE" w:rsidRDefault="006974AE" w:rsidP="006974AE">
      <w:r>
        <w:t>277.0552</w:t>
      </w:r>
      <w:r>
        <w:tab/>
        <w:t>1.013e0</w:t>
      </w:r>
    </w:p>
    <w:p w:rsidR="006974AE" w:rsidRDefault="006974AE" w:rsidP="006974AE">
      <w:r>
        <w:t>277.0647</w:t>
      </w:r>
      <w:r>
        <w:tab/>
        <w:t>2.025e0</w:t>
      </w:r>
    </w:p>
    <w:p w:rsidR="006974AE" w:rsidRDefault="006974AE" w:rsidP="006974AE">
      <w:r>
        <w:t>277.0658</w:t>
      </w:r>
      <w:r>
        <w:tab/>
        <w:t>1.013e0</w:t>
      </w:r>
    </w:p>
    <w:p w:rsidR="006974AE" w:rsidRDefault="006974AE" w:rsidP="006974AE">
      <w:r>
        <w:t>277.1055</w:t>
      </w:r>
      <w:r>
        <w:tab/>
        <w:t>2.025e0</w:t>
      </w:r>
    </w:p>
    <w:p w:rsidR="006974AE" w:rsidRDefault="006974AE" w:rsidP="006974AE">
      <w:r>
        <w:t>277.1100</w:t>
      </w:r>
      <w:r>
        <w:tab/>
        <w:t>3.038e0</w:t>
      </w:r>
    </w:p>
    <w:p w:rsidR="006974AE" w:rsidRDefault="006974AE" w:rsidP="006974AE">
      <w:r>
        <w:t>277.1113</w:t>
      </w:r>
      <w:r>
        <w:tab/>
        <w:t>2.025e0</w:t>
      </w:r>
    </w:p>
    <w:p w:rsidR="006974AE" w:rsidRDefault="006974AE" w:rsidP="006974AE">
      <w:r>
        <w:t>277.1236</w:t>
      </w:r>
      <w:r>
        <w:tab/>
        <w:t>2.025e0</w:t>
      </w:r>
    </w:p>
    <w:p w:rsidR="006974AE" w:rsidRDefault="006974AE" w:rsidP="006974AE">
      <w:r>
        <w:t>277.1370</w:t>
      </w:r>
      <w:r>
        <w:tab/>
        <w:t>2.025e0</w:t>
      </w:r>
    </w:p>
    <w:p w:rsidR="006974AE" w:rsidRDefault="006974AE" w:rsidP="006974AE">
      <w:r>
        <w:t>277.1622</w:t>
      </w:r>
      <w:r>
        <w:tab/>
        <w:t>1.013e0</w:t>
      </w:r>
    </w:p>
    <w:p w:rsidR="006974AE" w:rsidRDefault="006974AE" w:rsidP="006974AE">
      <w:r>
        <w:t>277.1676</w:t>
      </w:r>
      <w:r>
        <w:tab/>
        <w:t>1.013e0</w:t>
      </w:r>
    </w:p>
    <w:p w:rsidR="006974AE" w:rsidRDefault="006974AE" w:rsidP="006974AE">
      <w:r>
        <w:t>277.1696</w:t>
      </w:r>
      <w:r>
        <w:tab/>
        <w:t>4.051e0</w:t>
      </w:r>
    </w:p>
    <w:p w:rsidR="006974AE" w:rsidRDefault="006974AE" w:rsidP="006974AE">
      <w:r>
        <w:t>277.1731</w:t>
      </w:r>
      <w:r>
        <w:tab/>
        <w:t>3.038e0</w:t>
      </w:r>
    </w:p>
    <w:p w:rsidR="006974AE" w:rsidRDefault="006974AE" w:rsidP="006974AE">
      <w:r>
        <w:t>277.1760</w:t>
      </w:r>
      <w:r>
        <w:tab/>
        <w:t>4.051e0</w:t>
      </w:r>
    </w:p>
    <w:p w:rsidR="006974AE" w:rsidRDefault="006974AE" w:rsidP="006974AE">
      <w:r>
        <w:lastRenderedPageBreak/>
        <w:t>277.2029</w:t>
      </w:r>
      <w:r>
        <w:tab/>
        <w:t>1.013e0</w:t>
      </w:r>
    </w:p>
    <w:p w:rsidR="006974AE" w:rsidRDefault="006974AE" w:rsidP="006974AE">
      <w:r>
        <w:t>277.2072</w:t>
      </w:r>
      <w:r>
        <w:tab/>
        <w:t>2.025e0</w:t>
      </w:r>
    </w:p>
    <w:p w:rsidR="006974AE" w:rsidRDefault="006974AE" w:rsidP="006974AE">
      <w:r>
        <w:t>277.2287</w:t>
      </w:r>
      <w:r>
        <w:tab/>
        <w:t>1.013e0</w:t>
      </w:r>
    </w:p>
    <w:p w:rsidR="006974AE" w:rsidRDefault="006974AE" w:rsidP="006974AE">
      <w:r>
        <w:t>277.2328</w:t>
      </w:r>
      <w:r>
        <w:tab/>
        <w:t>2.025e0</w:t>
      </w:r>
    </w:p>
    <w:p w:rsidR="006974AE" w:rsidRDefault="006974AE" w:rsidP="006974AE">
      <w:r>
        <w:t>277.2387</w:t>
      </w:r>
      <w:r>
        <w:tab/>
        <w:t>1.013e0</w:t>
      </w:r>
    </w:p>
    <w:p w:rsidR="006974AE" w:rsidRDefault="006974AE" w:rsidP="006974AE">
      <w:r>
        <w:t>277.2463</w:t>
      </w:r>
      <w:r>
        <w:tab/>
        <w:t>1.013e0</w:t>
      </w:r>
    </w:p>
    <w:p w:rsidR="006974AE" w:rsidRDefault="006974AE" w:rsidP="006974AE">
      <w:r>
        <w:t>277.2699</w:t>
      </w:r>
      <w:r>
        <w:tab/>
        <w:t>2.025e0</w:t>
      </w:r>
    </w:p>
    <w:p w:rsidR="006974AE" w:rsidRDefault="006974AE" w:rsidP="006974AE">
      <w:r>
        <w:t>277.3091</w:t>
      </w:r>
      <w:r>
        <w:tab/>
        <w:t>1.013e0</w:t>
      </w:r>
    </w:p>
    <w:p w:rsidR="006974AE" w:rsidRDefault="006974AE" w:rsidP="006974AE">
      <w:r>
        <w:t>277.3208</w:t>
      </w:r>
      <w:r>
        <w:tab/>
        <w:t>1.013e0</w:t>
      </w:r>
    </w:p>
    <w:p w:rsidR="006974AE" w:rsidRDefault="006974AE" w:rsidP="006974AE">
      <w:r>
        <w:t>277.3524</w:t>
      </w:r>
      <w:r>
        <w:tab/>
        <w:t>1.013e0</w:t>
      </w:r>
    </w:p>
    <w:p w:rsidR="006974AE" w:rsidRDefault="006974AE" w:rsidP="006974AE">
      <w:r>
        <w:t>277.3700</w:t>
      </w:r>
      <w:r>
        <w:tab/>
        <w:t>2.025e0</w:t>
      </w:r>
    </w:p>
    <w:p w:rsidR="006974AE" w:rsidRDefault="006974AE" w:rsidP="006974AE">
      <w:r>
        <w:t>277.3752</w:t>
      </w:r>
      <w:r>
        <w:tab/>
        <w:t>1.013e0</w:t>
      </w:r>
    </w:p>
    <w:p w:rsidR="006974AE" w:rsidRDefault="006974AE" w:rsidP="006974AE">
      <w:r>
        <w:t>277.3982</w:t>
      </w:r>
      <w:r>
        <w:tab/>
        <w:t>3.038e0</w:t>
      </w:r>
    </w:p>
    <w:p w:rsidR="006974AE" w:rsidRDefault="006974AE" w:rsidP="006974AE">
      <w:r>
        <w:t>277.4290</w:t>
      </w:r>
      <w:r>
        <w:tab/>
        <w:t>3.038e0</w:t>
      </w:r>
    </w:p>
    <w:p w:rsidR="006974AE" w:rsidRDefault="006974AE" w:rsidP="006974AE">
      <w:r>
        <w:t>277.4325</w:t>
      </w:r>
      <w:r>
        <w:tab/>
        <w:t>1.013e0</w:t>
      </w:r>
    </w:p>
    <w:p w:rsidR="006974AE" w:rsidRDefault="006974AE" w:rsidP="006974AE">
      <w:r>
        <w:t>277.5035</w:t>
      </w:r>
      <w:r>
        <w:tab/>
        <w:t>1.013e0</w:t>
      </w:r>
    </w:p>
    <w:p w:rsidR="006974AE" w:rsidRDefault="006974AE" w:rsidP="006974AE">
      <w:r>
        <w:t>277.5087</w:t>
      </w:r>
      <w:r>
        <w:tab/>
        <w:t>1.013e0</w:t>
      </w:r>
    </w:p>
    <w:p w:rsidR="006974AE" w:rsidRDefault="006974AE" w:rsidP="006974AE">
      <w:r>
        <w:t>277.5341</w:t>
      </w:r>
      <w:r>
        <w:tab/>
        <w:t>1.013e0</w:t>
      </w:r>
    </w:p>
    <w:p w:rsidR="006974AE" w:rsidRDefault="006974AE" w:rsidP="006974AE">
      <w:r>
        <w:t>277.5515</w:t>
      </w:r>
      <w:r>
        <w:tab/>
        <w:t>1.013e0</w:t>
      </w:r>
    </w:p>
    <w:p w:rsidR="006974AE" w:rsidRDefault="006974AE" w:rsidP="006974AE">
      <w:r>
        <w:lastRenderedPageBreak/>
        <w:t>277.5555</w:t>
      </w:r>
      <w:r>
        <w:tab/>
        <w:t>1.013e0</w:t>
      </w:r>
    </w:p>
    <w:p w:rsidR="006974AE" w:rsidRDefault="006974AE" w:rsidP="006974AE">
      <w:r>
        <w:t>277.5907</w:t>
      </w:r>
      <w:r>
        <w:tab/>
        <w:t>1.013e0</w:t>
      </w:r>
    </w:p>
    <w:p w:rsidR="006974AE" w:rsidRDefault="006974AE" w:rsidP="006974AE">
      <w:r>
        <w:t>277.6259</w:t>
      </w:r>
      <w:r>
        <w:tab/>
        <w:t>1.013e0</w:t>
      </w:r>
    </w:p>
    <w:p w:rsidR="006974AE" w:rsidRDefault="006974AE" w:rsidP="006974AE">
      <w:r>
        <w:t>277.6552</w:t>
      </w:r>
      <w:r>
        <w:tab/>
        <w:t>2.025e0</w:t>
      </w:r>
    </w:p>
    <w:p w:rsidR="006974AE" w:rsidRDefault="006974AE" w:rsidP="006974AE">
      <w:r>
        <w:t>277.6714</w:t>
      </w:r>
      <w:r>
        <w:tab/>
        <w:t>2.025e0</w:t>
      </w:r>
    </w:p>
    <w:p w:rsidR="006974AE" w:rsidRDefault="006974AE" w:rsidP="006974AE">
      <w:r>
        <w:t>277.7027</w:t>
      </w:r>
      <w:r>
        <w:tab/>
        <w:t>1.013e0</w:t>
      </w:r>
    </w:p>
    <w:p w:rsidR="006974AE" w:rsidRDefault="006974AE" w:rsidP="006974AE">
      <w:r>
        <w:t>277.7078</w:t>
      </w:r>
      <w:r>
        <w:tab/>
        <w:t>1.013e0</w:t>
      </w:r>
    </w:p>
    <w:p w:rsidR="006974AE" w:rsidRDefault="006974AE" w:rsidP="006974AE">
      <w:r>
        <w:t>277.7121</w:t>
      </w:r>
      <w:r>
        <w:tab/>
        <w:t>1.013e0</w:t>
      </w:r>
    </w:p>
    <w:p w:rsidR="006974AE" w:rsidRDefault="006974AE" w:rsidP="006974AE">
      <w:r>
        <w:t>277.7157</w:t>
      </w:r>
      <w:r>
        <w:tab/>
        <w:t>2.025e0</w:t>
      </w:r>
    </w:p>
    <w:p w:rsidR="006974AE" w:rsidRDefault="006974AE" w:rsidP="006974AE">
      <w:r>
        <w:t>277.7510</w:t>
      </w:r>
      <w:r>
        <w:tab/>
        <w:t>1.013e0</w:t>
      </w:r>
    </w:p>
    <w:p w:rsidR="006974AE" w:rsidRDefault="006974AE" w:rsidP="006974AE">
      <w:r>
        <w:t>277.7936</w:t>
      </w:r>
      <w:r>
        <w:tab/>
        <w:t>2.025e0</w:t>
      </w:r>
    </w:p>
    <w:p w:rsidR="006974AE" w:rsidRDefault="006974AE" w:rsidP="006974AE">
      <w:r>
        <w:t>277.8101</w:t>
      </w:r>
      <w:r>
        <w:tab/>
        <w:t>2.025e0</w:t>
      </w:r>
    </w:p>
    <w:p w:rsidR="006974AE" w:rsidRDefault="006974AE" w:rsidP="006974AE">
      <w:r>
        <w:t>277.8204</w:t>
      </w:r>
      <w:r>
        <w:tab/>
        <w:t>3.038e0</w:t>
      </w:r>
    </w:p>
    <w:p w:rsidR="006974AE" w:rsidRDefault="006974AE" w:rsidP="006974AE">
      <w:r>
        <w:t>277.8569</w:t>
      </w:r>
      <w:r>
        <w:tab/>
        <w:t>1.013e0</w:t>
      </w:r>
    </w:p>
    <w:p w:rsidR="006974AE" w:rsidRDefault="006974AE" w:rsidP="006974AE">
      <w:r>
        <w:t>277.8611</w:t>
      </w:r>
      <w:r>
        <w:tab/>
        <w:t>1.013e0</w:t>
      </w:r>
    </w:p>
    <w:p w:rsidR="006974AE" w:rsidRDefault="006974AE" w:rsidP="006974AE">
      <w:r>
        <w:t>277.8925</w:t>
      </w:r>
      <w:r>
        <w:tab/>
        <w:t>1.013e0</w:t>
      </w:r>
    </w:p>
    <w:p w:rsidR="006974AE" w:rsidRDefault="006974AE" w:rsidP="006974AE">
      <w:r>
        <w:t>277.9237</w:t>
      </w:r>
      <w:r>
        <w:tab/>
        <w:t>1.013e0</w:t>
      </w:r>
    </w:p>
    <w:p w:rsidR="006974AE" w:rsidRDefault="006974AE" w:rsidP="006974AE">
      <w:r>
        <w:t>277.9466</w:t>
      </w:r>
      <w:r>
        <w:tab/>
        <w:t>1.013e0</w:t>
      </w:r>
    </w:p>
    <w:p w:rsidR="006974AE" w:rsidRDefault="006974AE" w:rsidP="006974AE">
      <w:r>
        <w:t>277.9600</w:t>
      </w:r>
      <w:r>
        <w:tab/>
        <w:t>6.076e0</w:t>
      </w:r>
    </w:p>
    <w:p w:rsidR="006974AE" w:rsidRDefault="006974AE" w:rsidP="006974AE">
      <w:r>
        <w:lastRenderedPageBreak/>
        <w:t>277.9667</w:t>
      </w:r>
      <w:r>
        <w:tab/>
        <w:t>7.089e0</w:t>
      </w:r>
    </w:p>
    <w:p w:rsidR="006974AE" w:rsidRDefault="006974AE" w:rsidP="006974AE">
      <w:r>
        <w:t>277.9702</w:t>
      </w:r>
      <w:r>
        <w:tab/>
        <w:t>2.025e0</w:t>
      </w:r>
    </w:p>
    <w:p w:rsidR="006974AE" w:rsidRDefault="006974AE" w:rsidP="006974AE">
      <w:r>
        <w:t>277.9722</w:t>
      </w:r>
      <w:r>
        <w:tab/>
        <w:t>4.667e0</w:t>
      </w:r>
    </w:p>
    <w:p w:rsidR="006974AE" w:rsidRDefault="006974AE" w:rsidP="006974AE">
      <w:r>
        <w:t>277.9744</w:t>
      </w:r>
      <w:r>
        <w:tab/>
        <w:t>5.063e0</w:t>
      </w:r>
    </w:p>
    <w:p w:rsidR="006974AE" w:rsidRDefault="006974AE" w:rsidP="006974AE">
      <w:r>
        <w:t>277.9782</w:t>
      </w:r>
      <w:r>
        <w:tab/>
        <w:t>1.013e0</w:t>
      </w:r>
    </w:p>
    <w:p w:rsidR="006974AE" w:rsidRDefault="006974AE" w:rsidP="006974AE">
      <w:r>
        <w:t>277.9839</w:t>
      </w:r>
      <w:r>
        <w:tab/>
        <w:t>2.025e0</w:t>
      </w:r>
    </w:p>
    <w:p w:rsidR="006974AE" w:rsidRDefault="006974AE" w:rsidP="006974AE">
      <w:r>
        <w:t>277.9862</w:t>
      </w:r>
      <w:r>
        <w:tab/>
        <w:t>2.025e0</w:t>
      </w:r>
    </w:p>
    <w:p w:rsidR="006974AE" w:rsidRDefault="006974AE" w:rsidP="006974AE">
      <w:r>
        <w:t>277.9983</w:t>
      </w:r>
      <w:r>
        <w:tab/>
        <w:t>3.038e0</w:t>
      </w:r>
    </w:p>
    <w:p w:rsidR="006974AE" w:rsidRDefault="006974AE" w:rsidP="006974AE">
      <w:r>
        <w:t>278.0089</w:t>
      </w:r>
      <w:r>
        <w:tab/>
        <w:t>1.013e0</w:t>
      </w:r>
    </w:p>
    <w:p w:rsidR="006974AE" w:rsidRDefault="006974AE" w:rsidP="006974AE">
      <w:r>
        <w:t>278.0344</w:t>
      </w:r>
      <w:r>
        <w:tab/>
        <w:t>2.025e0</w:t>
      </w:r>
    </w:p>
    <w:p w:rsidR="006974AE" w:rsidRDefault="006974AE" w:rsidP="006974AE">
      <w:r>
        <w:t>278.0372</w:t>
      </w:r>
      <w:r>
        <w:tab/>
        <w:t>2.025e0</w:t>
      </w:r>
    </w:p>
    <w:p w:rsidR="006974AE" w:rsidRDefault="006974AE" w:rsidP="006974AE">
      <w:r>
        <w:t>278.0392</w:t>
      </w:r>
      <w:r>
        <w:tab/>
        <w:t>1.013e0</w:t>
      </w:r>
    </w:p>
    <w:p w:rsidR="006974AE" w:rsidRDefault="006974AE" w:rsidP="006974AE">
      <w:r>
        <w:t>278.0486</w:t>
      </w:r>
      <w:r>
        <w:tab/>
        <w:t>2.025e0</w:t>
      </w:r>
    </w:p>
    <w:p w:rsidR="006974AE" w:rsidRDefault="006974AE" w:rsidP="006974AE">
      <w:r>
        <w:t>278.0568</w:t>
      </w:r>
      <w:r>
        <w:tab/>
        <w:t>1.013e0</w:t>
      </w:r>
    </w:p>
    <w:p w:rsidR="006974AE" w:rsidRDefault="006974AE" w:rsidP="006974AE">
      <w:r>
        <w:t>278.0701</w:t>
      </w:r>
      <w:r>
        <w:tab/>
        <w:t>3.038e0</w:t>
      </w:r>
    </w:p>
    <w:p w:rsidR="006974AE" w:rsidRDefault="006974AE" w:rsidP="006974AE">
      <w:r>
        <w:t>278.0803</w:t>
      </w:r>
      <w:r>
        <w:tab/>
        <w:t>3.038e0</w:t>
      </w:r>
    </w:p>
    <w:p w:rsidR="006974AE" w:rsidRDefault="006974AE" w:rsidP="006974AE">
      <w:r>
        <w:t>278.0839</w:t>
      </w:r>
      <w:r>
        <w:tab/>
        <w:t>3.038e0</w:t>
      </w:r>
    </w:p>
    <w:p w:rsidR="006974AE" w:rsidRDefault="006974AE" w:rsidP="006974AE">
      <w:r>
        <w:t>278.0880</w:t>
      </w:r>
      <w:r>
        <w:tab/>
        <w:t>1.013e0</w:t>
      </w:r>
    </w:p>
    <w:p w:rsidR="006974AE" w:rsidRDefault="006974AE" w:rsidP="006974AE">
      <w:r>
        <w:t>278.1107</w:t>
      </w:r>
      <w:r>
        <w:tab/>
        <w:t>1.013e0</w:t>
      </w:r>
    </w:p>
    <w:p w:rsidR="006974AE" w:rsidRDefault="006974AE" w:rsidP="006974AE">
      <w:r>
        <w:lastRenderedPageBreak/>
        <w:t>278.1233</w:t>
      </w:r>
      <w:r>
        <w:tab/>
        <w:t>2.025e0</w:t>
      </w:r>
    </w:p>
    <w:p w:rsidR="006974AE" w:rsidRDefault="006974AE" w:rsidP="006974AE">
      <w:r>
        <w:t>278.1273</w:t>
      </w:r>
      <w:r>
        <w:tab/>
        <w:t>1.013e0</w:t>
      </w:r>
    </w:p>
    <w:p w:rsidR="006974AE" w:rsidRDefault="006974AE" w:rsidP="006974AE">
      <w:r>
        <w:t>278.1545</w:t>
      </w:r>
      <w:r>
        <w:tab/>
        <w:t>1.013e0</w:t>
      </w:r>
    </w:p>
    <w:p w:rsidR="006974AE" w:rsidRDefault="006974AE" w:rsidP="006974AE">
      <w:r>
        <w:t>278.1622</w:t>
      </w:r>
      <w:r>
        <w:tab/>
        <w:t>1.013e0</w:t>
      </w:r>
    </w:p>
    <w:p w:rsidR="006974AE" w:rsidRDefault="006974AE" w:rsidP="006974AE">
      <w:r>
        <w:t>278.1676</w:t>
      </w:r>
      <w:r>
        <w:tab/>
        <w:t>2.025e0</w:t>
      </w:r>
    </w:p>
    <w:p w:rsidR="006974AE" w:rsidRDefault="006974AE" w:rsidP="006974AE">
      <w:r>
        <w:t>278.1736</w:t>
      </w:r>
      <w:r>
        <w:tab/>
        <w:t>4.051e0</w:t>
      </w:r>
    </w:p>
    <w:p w:rsidR="006974AE" w:rsidRDefault="006974AE" w:rsidP="006974AE">
      <w:r>
        <w:t>278.1765</w:t>
      </w:r>
      <w:r>
        <w:tab/>
        <w:t>2.025e0</w:t>
      </w:r>
    </w:p>
    <w:p w:rsidR="006974AE" w:rsidRDefault="006974AE" w:rsidP="006974AE">
      <w:r>
        <w:t>278.1855</w:t>
      </w:r>
      <w:r>
        <w:tab/>
        <w:t>2.025e0</w:t>
      </w:r>
    </w:p>
    <w:p w:rsidR="006974AE" w:rsidRDefault="006974AE" w:rsidP="006974AE">
      <w:r>
        <w:t>278.1982</w:t>
      </w:r>
      <w:r>
        <w:tab/>
        <w:t>3.038e0</w:t>
      </w:r>
    </w:p>
    <w:p w:rsidR="006974AE" w:rsidRDefault="006974AE" w:rsidP="006974AE">
      <w:r>
        <w:t>278.2080</w:t>
      </w:r>
      <w:r>
        <w:tab/>
        <w:t>1.013e0</w:t>
      </w:r>
    </w:p>
    <w:p w:rsidR="006974AE" w:rsidRDefault="006974AE" w:rsidP="006974AE">
      <w:r>
        <w:t>278.2151</w:t>
      </w:r>
      <w:r>
        <w:tab/>
        <w:t>3.038e0</w:t>
      </w:r>
    </w:p>
    <w:p w:rsidR="006974AE" w:rsidRDefault="006974AE" w:rsidP="006974AE">
      <w:r>
        <w:t>278.2211</w:t>
      </w:r>
      <w:r>
        <w:tab/>
        <w:t>1.013e0</w:t>
      </w:r>
    </w:p>
    <w:p w:rsidR="006974AE" w:rsidRDefault="006974AE" w:rsidP="006974AE">
      <w:r>
        <w:t>278.2248</w:t>
      </w:r>
      <w:r>
        <w:tab/>
        <w:t>1.013e0</w:t>
      </w:r>
    </w:p>
    <w:p w:rsidR="006974AE" w:rsidRDefault="006974AE" w:rsidP="006974AE">
      <w:r>
        <w:t>278.2643</w:t>
      </w:r>
      <w:r>
        <w:tab/>
        <w:t>1.013e0</w:t>
      </w:r>
    </w:p>
    <w:p w:rsidR="006974AE" w:rsidRDefault="006974AE" w:rsidP="006974AE">
      <w:r>
        <w:t>278.2690</w:t>
      </w:r>
      <w:r>
        <w:tab/>
        <w:t>1.013e0</w:t>
      </w:r>
    </w:p>
    <w:p w:rsidR="006974AE" w:rsidRDefault="006974AE" w:rsidP="006974AE">
      <w:r>
        <w:t>278.2957</w:t>
      </w:r>
      <w:r>
        <w:tab/>
        <w:t>1.013e0</w:t>
      </w:r>
    </w:p>
    <w:p w:rsidR="006974AE" w:rsidRDefault="006974AE" w:rsidP="006974AE">
      <w:r>
        <w:t>278.3000</w:t>
      </w:r>
      <w:r>
        <w:tab/>
        <w:t>2.025e0</w:t>
      </w:r>
    </w:p>
    <w:p w:rsidR="006974AE" w:rsidRDefault="006974AE" w:rsidP="006974AE">
      <w:r>
        <w:t>278.3407</w:t>
      </w:r>
      <w:r>
        <w:tab/>
        <w:t>4.051e0</w:t>
      </w:r>
    </w:p>
    <w:p w:rsidR="006974AE" w:rsidRDefault="006974AE" w:rsidP="006974AE">
      <w:r>
        <w:t>278.3502</w:t>
      </w:r>
      <w:r>
        <w:tab/>
        <w:t>1.013e0</w:t>
      </w:r>
    </w:p>
    <w:p w:rsidR="006974AE" w:rsidRDefault="006974AE" w:rsidP="006974AE">
      <w:r>
        <w:lastRenderedPageBreak/>
        <w:t>278.3542</w:t>
      </w:r>
      <w:r>
        <w:tab/>
        <w:t>1.013e0</w:t>
      </w:r>
    </w:p>
    <w:p w:rsidR="006974AE" w:rsidRDefault="006974AE" w:rsidP="006974AE">
      <w:r>
        <w:t>278.4073</w:t>
      </w:r>
      <w:r>
        <w:tab/>
        <w:t>1.013e0</w:t>
      </w:r>
    </w:p>
    <w:p w:rsidR="006974AE" w:rsidRDefault="006974AE" w:rsidP="006974AE">
      <w:r>
        <w:t>278.4329</w:t>
      </w:r>
      <w:r>
        <w:tab/>
        <w:t>1.013e0</w:t>
      </w:r>
    </w:p>
    <w:p w:rsidR="006974AE" w:rsidRDefault="006974AE" w:rsidP="006974AE">
      <w:r>
        <w:t>278.4438</w:t>
      </w:r>
      <w:r>
        <w:tab/>
        <w:t>2.025e0</w:t>
      </w:r>
    </w:p>
    <w:p w:rsidR="006974AE" w:rsidRDefault="006974AE" w:rsidP="006974AE">
      <w:r>
        <w:t>278.4560</w:t>
      </w:r>
      <w:r>
        <w:tab/>
        <w:t>1.013e0</w:t>
      </w:r>
    </w:p>
    <w:p w:rsidR="006974AE" w:rsidRDefault="006974AE" w:rsidP="006974AE">
      <w:r>
        <w:t>278.4910</w:t>
      </w:r>
      <w:r>
        <w:tab/>
        <w:t>1.013e0</w:t>
      </w:r>
    </w:p>
    <w:p w:rsidR="006974AE" w:rsidRDefault="006974AE" w:rsidP="006974AE">
      <w:r>
        <w:t>278.4994</w:t>
      </w:r>
      <w:r>
        <w:tab/>
        <w:t>1.013e0</w:t>
      </w:r>
    </w:p>
    <w:p w:rsidR="006974AE" w:rsidRDefault="006974AE" w:rsidP="006974AE">
      <w:r>
        <w:t>278.5096</w:t>
      </w:r>
      <w:r>
        <w:tab/>
        <w:t>1.013e0</w:t>
      </w:r>
    </w:p>
    <w:p w:rsidR="006974AE" w:rsidRDefault="006974AE" w:rsidP="006974AE">
      <w:r>
        <w:t>278.5454</w:t>
      </w:r>
      <w:r>
        <w:tab/>
        <w:t>1.013e0</w:t>
      </w:r>
    </w:p>
    <w:p w:rsidR="006974AE" w:rsidRDefault="006974AE" w:rsidP="006974AE">
      <w:r>
        <w:t>278.5538</w:t>
      </w:r>
      <w:r>
        <w:tab/>
        <w:t>1.013e0</w:t>
      </w:r>
    </w:p>
    <w:p w:rsidR="006974AE" w:rsidRDefault="006974AE" w:rsidP="006974AE">
      <w:r>
        <w:t>278.5743</w:t>
      </w:r>
      <w:r>
        <w:tab/>
        <w:t>3.038e0</w:t>
      </w:r>
    </w:p>
    <w:p w:rsidR="006974AE" w:rsidRDefault="006974AE" w:rsidP="006974AE">
      <w:r>
        <w:t>278.6115</w:t>
      </w:r>
      <w:r>
        <w:tab/>
        <w:t>1.013e0</w:t>
      </w:r>
    </w:p>
    <w:p w:rsidR="006974AE" w:rsidRDefault="006974AE" w:rsidP="006974AE">
      <w:r>
        <w:t>278.6264</w:t>
      </w:r>
      <w:r>
        <w:tab/>
        <w:t>2.025e0</w:t>
      </w:r>
    </w:p>
    <w:p w:rsidR="006974AE" w:rsidRDefault="006974AE" w:rsidP="006974AE">
      <w:r>
        <w:t>278.6324</w:t>
      </w:r>
      <w:r>
        <w:tab/>
        <w:t>1.013e0</w:t>
      </w:r>
    </w:p>
    <w:p w:rsidR="006974AE" w:rsidRDefault="006974AE" w:rsidP="006974AE">
      <w:r>
        <w:t>278.6729</w:t>
      </w:r>
      <w:r>
        <w:tab/>
        <w:t>1.013e0</w:t>
      </w:r>
    </w:p>
    <w:p w:rsidR="006974AE" w:rsidRDefault="006974AE" w:rsidP="006974AE">
      <w:r>
        <w:t>278.6838</w:t>
      </w:r>
      <w:r>
        <w:tab/>
        <w:t>2.025e0</w:t>
      </w:r>
    </w:p>
    <w:p w:rsidR="006974AE" w:rsidRDefault="006974AE" w:rsidP="006974AE">
      <w:r>
        <w:t>278.6951</w:t>
      </w:r>
      <w:r>
        <w:tab/>
        <w:t>1.013e0</w:t>
      </w:r>
    </w:p>
    <w:p w:rsidR="006974AE" w:rsidRDefault="006974AE" w:rsidP="006974AE">
      <w:r>
        <w:t>278.7139</w:t>
      </w:r>
      <w:r>
        <w:tab/>
        <w:t>1.013e0</w:t>
      </w:r>
    </w:p>
    <w:p w:rsidR="006974AE" w:rsidRDefault="006974AE" w:rsidP="006974AE">
      <w:r>
        <w:t>278.7197</w:t>
      </w:r>
      <w:r>
        <w:tab/>
        <w:t>2.025e0</w:t>
      </w:r>
    </w:p>
    <w:p w:rsidR="006974AE" w:rsidRDefault="006974AE" w:rsidP="006974AE">
      <w:r>
        <w:lastRenderedPageBreak/>
        <w:t>278.7449</w:t>
      </w:r>
      <w:r>
        <w:tab/>
        <w:t>1.013e0</w:t>
      </w:r>
    </w:p>
    <w:p w:rsidR="006974AE" w:rsidRDefault="006974AE" w:rsidP="006974AE">
      <w:r>
        <w:t>278.7888</w:t>
      </w:r>
      <w:r>
        <w:tab/>
        <w:t>1.013e0</w:t>
      </w:r>
    </w:p>
    <w:p w:rsidR="006974AE" w:rsidRDefault="006974AE" w:rsidP="006974AE">
      <w:r>
        <w:t>278.8063</w:t>
      </w:r>
      <w:r>
        <w:tab/>
        <w:t>1.013e0</w:t>
      </w:r>
    </w:p>
    <w:p w:rsidR="006974AE" w:rsidRDefault="006974AE" w:rsidP="006974AE">
      <w:r>
        <w:t>278.8111</w:t>
      </w:r>
      <w:r>
        <w:tab/>
        <w:t>1.013e0</w:t>
      </w:r>
    </w:p>
    <w:p w:rsidR="006974AE" w:rsidRDefault="006974AE" w:rsidP="006974AE">
      <w:r>
        <w:t>278.8330</w:t>
      </w:r>
      <w:r>
        <w:tab/>
        <w:t>2.025e0</w:t>
      </w:r>
    </w:p>
    <w:p w:rsidR="006974AE" w:rsidRDefault="006974AE" w:rsidP="006974AE">
      <w:r>
        <w:t>278.8369</w:t>
      </w:r>
      <w:r>
        <w:tab/>
        <w:t>2.025e0</w:t>
      </w:r>
    </w:p>
    <w:p w:rsidR="006974AE" w:rsidRDefault="006974AE" w:rsidP="006974AE">
      <w:r>
        <w:t>278.8595</w:t>
      </w:r>
      <w:r>
        <w:tab/>
        <w:t>1.013e0</w:t>
      </w:r>
    </w:p>
    <w:p w:rsidR="006974AE" w:rsidRDefault="006974AE" w:rsidP="006974AE">
      <w:r>
        <w:t>278.8729</w:t>
      </w:r>
      <w:r>
        <w:tab/>
        <w:t>2.025e0</w:t>
      </w:r>
    </w:p>
    <w:p w:rsidR="006974AE" w:rsidRDefault="006974AE" w:rsidP="006974AE">
      <w:r>
        <w:t>278.8865</w:t>
      </w:r>
      <w:r>
        <w:tab/>
        <w:t>2.025e0</w:t>
      </w:r>
    </w:p>
    <w:p w:rsidR="006974AE" w:rsidRDefault="006974AE" w:rsidP="006974AE">
      <w:r>
        <w:t>278.8908</w:t>
      </w:r>
      <w:r>
        <w:tab/>
        <w:t>1.013e0</w:t>
      </w:r>
    </w:p>
    <w:p w:rsidR="006974AE" w:rsidRDefault="006974AE" w:rsidP="006974AE">
      <w:r>
        <w:t>278.9135</w:t>
      </w:r>
      <w:r>
        <w:tab/>
        <w:t>1.013e0</w:t>
      </w:r>
    </w:p>
    <w:p w:rsidR="006974AE" w:rsidRDefault="006974AE" w:rsidP="006974AE">
      <w:r>
        <w:t>278.9178</w:t>
      </w:r>
      <w:r>
        <w:tab/>
        <w:t>2.025e0</w:t>
      </w:r>
    </w:p>
    <w:p w:rsidR="006974AE" w:rsidRDefault="006974AE" w:rsidP="006974AE">
      <w:r>
        <w:t>278.9391</w:t>
      </w:r>
      <w:r>
        <w:tab/>
        <w:t>1.013e0</w:t>
      </w:r>
    </w:p>
    <w:p w:rsidR="006974AE" w:rsidRDefault="006974AE" w:rsidP="006974AE">
      <w:r>
        <w:t>278.9531</w:t>
      </w:r>
      <w:r>
        <w:tab/>
        <w:t>2.025e0</w:t>
      </w:r>
    </w:p>
    <w:p w:rsidR="006974AE" w:rsidRDefault="006974AE" w:rsidP="006974AE">
      <w:r>
        <w:t>278.9611</w:t>
      </w:r>
      <w:r>
        <w:tab/>
        <w:t>1.013e0</w:t>
      </w:r>
    </w:p>
    <w:p w:rsidR="006974AE" w:rsidRDefault="006974AE" w:rsidP="006974AE">
      <w:r>
        <w:t>278.9634</w:t>
      </w:r>
      <w:r>
        <w:tab/>
        <w:t>2.025e0</w:t>
      </w:r>
    </w:p>
    <w:p w:rsidR="006974AE" w:rsidRDefault="006974AE" w:rsidP="006974AE">
      <w:r>
        <w:t>278.9709</w:t>
      </w:r>
      <w:r>
        <w:tab/>
        <w:t>2.025e0</w:t>
      </w:r>
    </w:p>
    <w:p w:rsidR="006974AE" w:rsidRDefault="006974AE" w:rsidP="006974AE">
      <w:r>
        <w:t>279.0014</w:t>
      </w:r>
      <w:r>
        <w:tab/>
        <w:t>3.038e0</w:t>
      </w:r>
    </w:p>
    <w:p w:rsidR="006974AE" w:rsidRDefault="006974AE" w:rsidP="006974AE">
      <w:r>
        <w:t>279.0060</w:t>
      </w:r>
      <w:r>
        <w:tab/>
        <w:t>1.013e0</w:t>
      </w:r>
    </w:p>
    <w:p w:rsidR="006974AE" w:rsidRDefault="006974AE" w:rsidP="006974AE">
      <w:r>
        <w:lastRenderedPageBreak/>
        <w:t>279.0280</w:t>
      </w:r>
      <w:r>
        <w:tab/>
        <w:t>1.013e0</w:t>
      </w:r>
    </w:p>
    <w:p w:rsidR="006974AE" w:rsidRDefault="006974AE" w:rsidP="006974AE">
      <w:r>
        <w:t>279.0315</w:t>
      </w:r>
      <w:r>
        <w:tab/>
        <w:t>1.013e0</w:t>
      </w:r>
    </w:p>
    <w:p w:rsidR="006974AE" w:rsidRDefault="006974AE" w:rsidP="006974AE">
      <w:r>
        <w:t>279.0437</w:t>
      </w:r>
      <w:r>
        <w:tab/>
        <w:t>2.025e0</w:t>
      </w:r>
    </w:p>
    <w:p w:rsidR="006974AE" w:rsidRDefault="006974AE" w:rsidP="006974AE">
      <w:r>
        <w:t>279.0671</w:t>
      </w:r>
      <w:r>
        <w:tab/>
        <w:t>1.013e0</w:t>
      </w:r>
    </w:p>
    <w:p w:rsidR="006974AE" w:rsidRDefault="006974AE" w:rsidP="006974AE">
      <w:r>
        <w:t>279.0841</w:t>
      </w:r>
      <w:r>
        <w:tab/>
        <w:t>2.025e0</w:t>
      </w:r>
    </w:p>
    <w:p w:rsidR="006974AE" w:rsidRDefault="006974AE" w:rsidP="006974AE">
      <w:r>
        <w:t>279.0865</w:t>
      </w:r>
      <w:r>
        <w:tab/>
        <w:t>5.063e0</w:t>
      </w:r>
    </w:p>
    <w:p w:rsidR="006974AE" w:rsidRDefault="006974AE" w:rsidP="006974AE">
      <w:r>
        <w:t>279.0886</w:t>
      </w:r>
      <w:r>
        <w:tab/>
        <w:t>2.025e0</w:t>
      </w:r>
    </w:p>
    <w:p w:rsidR="006974AE" w:rsidRDefault="006974AE" w:rsidP="006974AE">
      <w:r>
        <w:t>279.0902</w:t>
      </w:r>
      <w:r>
        <w:tab/>
        <w:t>2.025e0</w:t>
      </w:r>
    </w:p>
    <w:p w:rsidR="006974AE" w:rsidRDefault="006974AE" w:rsidP="006974AE">
      <w:r>
        <w:t>279.0954</w:t>
      </w:r>
      <w:r>
        <w:tab/>
        <w:t>4.051e0</w:t>
      </w:r>
    </w:p>
    <w:p w:rsidR="006974AE" w:rsidRDefault="006974AE" w:rsidP="006974AE">
      <w:r>
        <w:t>279.0989</w:t>
      </w:r>
      <w:r>
        <w:tab/>
        <w:t>4.051e0</w:t>
      </w:r>
    </w:p>
    <w:p w:rsidR="006974AE" w:rsidRDefault="006974AE" w:rsidP="006974AE">
      <w:r>
        <w:t>279.1029</w:t>
      </w:r>
      <w:r>
        <w:tab/>
        <w:t>5.730e0</w:t>
      </w:r>
    </w:p>
    <w:p w:rsidR="006974AE" w:rsidRDefault="006974AE" w:rsidP="006974AE">
      <w:r>
        <w:t>279.1090</w:t>
      </w:r>
      <w:r>
        <w:tab/>
        <w:t>2.605e0</w:t>
      </w:r>
    </w:p>
    <w:p w:rsidR="006974AE" w:rsidRDefault="006974AE" w:rsidP="006974AE">
      <w:r>
        <w:t>279.1133</w:t>
      </w:r>
      <w:r>
        <w:tab/>
        <w:t>5.063e0</w:t>
      </w:r>
    </w:p>
    <w:p w:rsidR="006974AE" w:rsidRDefault="006974AE" w:rsidP="006974AE">
      <w:r>
        <w:t>279.1255</w:t>
      </w:r>
      <w:r>
        <w:tab/>
        <w:t>2.025e0</w:t>
      </w:r>
    </w:p>
    <w:p w:rsidR="006974AE" w:rsidRDefault="006974AE" w:rsidP="006974AE">
      <w:r>
        <w:t>279.1581</w:t>
      </w:r>
      <w:r>
        <w:tab/>
        <w:t>1.850e1</w:t>
      </w:r>
    </w:p>
    <w:p w:rsidR="006974AE" w:rsidRDefault="006974AE" w:rsidP="006974AE">
      <w:r>
        <w:t>279.1604</w:t>
      </w:r>
      <w:r>
        <w:tab/>
        <w:t>1.025e1</w:t>
      </w:r>
    </w:p>
    <w:p w:rsidR="006974AE" w:rsidRDefault="006974AE" w:rsidP="006974AE">
      <w:r>
        <w:t>279.1628</w:t>
      </w:r>
      <w:r>
        <w:tab/>
        <w:t>1.519e1</w:t>
      </w:r>
    </w:p>
    <w:p w:rsidR="006974AE" w:rsidRDefault="006974AE" w:rsidP="006974AE">
      <w:r>
        <w:t>279.1639</w:t>
      </w:r>
      <w:r>
        <w:tab/>
        <w:t>4.051e0</w:t>
      </w:r>
    </w:p>
    <w:p w:rsidR="006974AE" w:rsidRDefault="006974AE" w:rsidP="006974AE">
      <w:r>
        <w:t>279.1859</w:t>
      </w:r>
      <w:r>
        <w:tab/>
        <w:t>3.038e0</w:t>
      </w:r>
    </w:p>
    <w:p w:rsidR="006974AE" w:rsidRDefault="006974AE" w:rsidP="006974AE">
      <w:r>
        <w:lastRenderedPageBreak/>
        <w:t>279.1998</w:t>
      </w:r>
      <w:r>
        <w:tab/>
        <w:t>5.063e0</w:t>
      </w:r>
    </w:p>
    <w:p w:rsidR="006974AE" w:rsidRDefault="006974AE" w:rsidP="006974AE">
      <w:r>
        <w:t>279.2102</w:t>
      </w:r>
      <w:r>
        <w:tab/>
        <w:t>2.025e0</w:t>
      </w:r>
    </w:p>
    <w:p w:rsidR="006974AE" w:rsidRDefault="006974AE" w:rsidP="006974AE">
      <w:r>
        <w:t>279.2115</w:t>
      </w:r>
      <w:r>
        <w:tab/>
        <w:t>3.314e0</w:t>
      </w:r>
    </w:p>
    <w:p w:rsidR="006974AE" w:rsidRDefault="006974AE" w:rsidP="006974AE">
      <w:r>
        <w:t>279.2274</w:t>
      </w:r>
      <w:r>
        <w:tab/>
        <w:t>1.013e0</w:t>
      </w:r>
    </w:p>
    <w:p w:rsidR="006974AE" w:rsidRDefault="006974AE" w:rsidP="006974AE">
      <w:r>
        <w:t>279.2362</w:t>
      </w:r>
      <w:r>
        <w:tab/>
        <w:t>2.025e0</w:t>
      </w:r>
    </w:p>
    <w:p w:rsidR="006974AE" w:rsidRDefault="006974AE" w:rsidP="006974AE">
      <w:r>
        <w:t>279.2510</w:t>
      </w:r>
      <w:r>
        <w:tab/>
        <w:t>1.013e0</w:t>
      </w:r>
    </w:p>
    <w:p w:rsidR="006974AE" w:rsidRDefault="006974AE" w:rsidP="006974AE">
      <w:r>
        <w:t>279.2588</w:t>
      </w:r>
      <w:r>
        <w:tab/>
        <w:t>2.025e0</w:t>
      </w:r>
    </w:p>
    <w:p w:rsidR="006974AE" w:rsidRDefault="006974AE" w:rsidP="006974AE">
      <w:r>
        <w:t>279.2724</w:t>
      </w:r>
      <w:r>
        <w:tab/>
        <w:t>1.013e0</w:t>
      </w:r>
    </w:p>
    <w:p w:rsidR="006974AE" w:rsidRDefault="006974AE" w:rsidP="006974AE">
      <w:r>
        <w:t>279.2821</w:t>
      </w:r>
      <w:r>
        <w:tab/>
        <w:t>1.013e0</w:t>
      </w:r>
    </w:p>
    <w:p w:rsidR="006974AE" w:rsidRDefault="006974AE" w:rsidP="006974AE">
      <w:r>
        <w:t>279.2863</w:t>
      </w:r>
      <w:r>
        <w:tab/>
        <w:t>1.013e0</w:t>
      </w:r>
    </w:p>
    <w:p w:rsidR="006974AE" w:rsidRDefault="006974AE" w:rsidP="006974AE">
      <w:r>
        <w:t>279.2983</w:t>
      </w:r>
      <w:r>
        <w:tab/>
        <w:t>1.013e0</w:t>
      </w:r>
    </w:p>
    <w:p w:rsidR="006974AE" w:rsidRDefault="006974AE" w:rsidP="006974AE">
      <w:r>
        <w:t>279.3131</w:t>
      </w:r>
      <w:r>
        <w:tab/>
        <w:t>1.013e0</w:t>
      </w:r>
    </w:p>
    <w:p w:rsidR="006974AE" w:rsidRDefault="006974AE" w:rsidP="006974AE">
      <w:r>
        <w:t>279.3173</w:t>
      </w:r>
      <w:r>
        <w:tab/>
        <w:t>1.013e0</w:t>
      </w:r>
    </w:p>
    <w:p w:rsidR="006974AE" w:rsidRDefault="006974AE" w:rsidP="006974AE">
      <w:r>
        <w:t>279.3340</w:t>
      </w:r>
      <w:r>
        <w:tab/>
        <w:t>2.025e0</w:t>
      </w:r>
    </w:p>
    <w:p w:rsidR="006974AE" w:rsidRDefault="006974AE" w:rsidP="006974AE">
      <w:r>
        <w:t>279.3797</w:t>
      </w:r>
      <w:r>
        <w:tab/>
        <w:t>1.013e0</w:t>
      </w:r>
    </w:p>
    <w:p w:rsidR="006974AE" w:rsidRDefault="006974AE" w:rsidP="006974AE">
      <w:r>
        <w:t>279.3963</w:t>
      </w:r>
      <w:r>
        <w:tab/>
        <w:t>2.025e0</w:t>
      </w:r>
    </w:p>
    <w:p w:rsidR="006974AE" w:rsidRDefault="006974AE" w:rsidP="006974AE">
      <w:r>
        <w:t>279.4156</w:t>
      </w:r>
      <w:r>
        <w:tab/>
        <w:t>1.013e0</w:t>
      </w:r>
    </w:p>
    <w:p w:rsidR="006974AE" w:rsidRDefault="006974AE" w:rsidP="006974AE">
      <w:r>
        <w:t>279.4312</w:t>
      </w:r>
      <w:r>
        <w:tab/>
        <w:t>1.013e0</w:t>
      </w:r>
    </w:p>
    <w:p w:rsidR="006974AE" w:rsidRDefault="006974AE" w:rsidP="006974AE">
      <w:r>
        <w:t>279.4633</w:t>
      </w:r>
      <w:r>
        <w:tab/>
        <w:t>2.025e0</w:t>
      </w:r>
    </w:p>
    <w:p w:rsidR="006974AE" w:rsidRDefault="006974AE" w:rsidP="006974AE">
      <w:r>
        <w:lastRenderedPageBreak/>
        <w:t>279.4724</w:t>
      </w:r>
      <w:r>
        <w:tab/>
        <w:t>1.013e0</w:t>
      </w:r>
    </w:p>
    <w:p w:rsidR="006974AE" w:rsidRDefault="006974AE" w:rsidP="006974AE">
      <w:r>
        <w:t>279.4882</w:t>
      </w:r>
      <w:r>
        <w:tab/>
        <w:t>2.025e0</w:t>
      </w:r>
    </w:p>
    <w:p w:rsidR="006974AE" w:rsidRDefault="006974AE" w:rsidP="006974AE">
      <w:r>
        <w:t>279.4899</w:t>
      </w:r>
      <w:r>
        <w:tab/>
        <w:t>2.025e0</w:t>
      </w:r>
    </w:p>
    <w:p w:rsidR="006974AE" w:rsidRDefault="006974AE" w:rsidP="006974AE">
      <w:r>
        <w:t>279.5295</w:t>
      </w:r>
      <w:r>
        <w:tab/>
        <w:t>1.013e0</w:t>
      </w:r>
    </w:p>
    <w:p w:rsidR="006974AE" w:rsidRDefault="006974AE" w:rsidP="006974AE">
      <w:r>
        <w:t>279.5340</w:t>
      </w:r>
      <w:r>
        <w:tab/>
        <w:t>1.013e0</w:t>
      </w:r>
    </w:p>
    <w:p w:rsidR="006974AE" w:rsidRDefault="006974AE" w:rsidP="006974AE">
      <w:r>
        <w:t>279.5489</w:t>
      </w:r>
      <w:r>
        <w:tab/>
        <w:t>1.013e0</w:t>
      </w:r>
    </w:p>
    <w:p w:rsidR="006974AE" w:rsidRDefault="006974AE" w:rsidP="006974AE">
      <w:r>
        <w:t>279.6190</w:t>
      </w:r>
      <w:r>
        <w:tab/>
        <w:t>1.013e0</w:t>
      </w:r>
    </w:p>
    <w:p w:rsidR="006974AE" w:rsidRDefault="006974AE" w:rsidP="006974AE">
      <w:r>
        <w:t>279.6233</w:t>
      </w:r>
      <w:r>
        <w:tab/>
        <w:t>2.025e0</w:t>
      </w:r>
    </w:p>
    <w:p w:rsidR="006974AE" w:rsidRDefault="006974AE" w:rsidP="006974AE">
      <w:r>
        <w:t>279.6414</w:t>
      </w:r>
      <w:r>
        <w:tab/>
        <w:t>1.013e0</w:t>
      </w:r>
    </w:p>
    <w:p w:rsidR="006974AE" w:rsidRDefault="006974AE" w:rsidP="006974AE">
      <w:r>
        <w:t>279.6548</w:t>
      </w:r>
      <w:r>
        <w:tab/>
        <w:t>2.025e0</w:t>
      </w:r>
    </w:p>
    <w:p w:rsidR="006974AE" w:rsidRDefault="006974AE" w:rsidP="006974AE">
      <w:r>
        <w:t>279.6848</w:t>
      </w:r>
      <w:r>
        <w:tab/>
        <w:t>2.025e0</w:t>
      </w:r>
    </w:p>
    <w:p w:rsidR="006974AE" w:rsidRDefault="006974AE" w:rsidP="006974AE">
      <w:r>
        <w:t>279.7174</w:t>
      </w:r>
      <w:r>
        <w:tab/>
        <w:t>1.013e0</w:t>
      </w:r>
    </w:p>
    <w:p w:rsidR="006974AE" w:rsidRDefault="006974AE" w:rsidP="006974AE">
      <w:r>
        <w:t>279.7251</w:t>
      </w:r>
      <w:r>
        <w:tab/>
        <w:t>1.013e0</w:t>
      </w:r>
    </w:p>
    <w:p w:rsidR="006974AE" w:rsidRDefault="006974AE" w:rsidP="006974AE">
      <w:r>
        <w:t>279.7341</w:t>
      </w:r>
      <w:r>
        <w:tab/>
        <w:t>1.013e0</w:t>
      </w:r>
    </w:p>
    <w:p w:rsidR="006974AE" w:rsidRDefault="006974AE" w:rsidP="006974AE">
      <w:r>
        <w:t>279.7444</w:t>
      </w:r>
      <w:r>
        <w:tab/>
        <w:t>1.013e0</w:t>
      </w:r>
    </w:p>
    <w:p w:rsidR="006974AE" w:rsidRDefault="006974AE" w:rsidP="006974AE">
      <w:r>
        <w:t>279.7611</w:t>
      </w:r>
      <w:r>
        <w:tab/>
        <w:t>1.196e0</w:t>
      </w:r>
    </w:p>
    <w:p w:rsidR="006974AE" w:rsidRDefault="006974AE" w:rsidP="006974AE">
      <w:r>
        <w:t>279.7700</w:t>
      </w:r>
      <w:r>
        <w:tab/>
        <w:t>1.013e0</w:t>
      </w:r>
    </w:p>
    <w:p w:rsidR="006974AE" w:rsidRDefault="006974AE" w:rsidP="006974AE">
      <w:r>
        <w:t>279.7877</w:t>
      </w:r>
      <w:r>
        <w:tab/>
        <w:t>2.025e0</w:t>
      </w:r>
    </w:p>
    <w:p w:rsidR="006974AE" w:rsidRDefault="006974AE" w:rsidP="006974AE">
      <w:r>
        <w:t>279.8108</w:t>
      </w:r>
      <w:r>
        <w:tab/>
        <w:t>2.025e0</w:t>
      </w:r>
    </w:p>
    <w:p w:rsidR="006974AE" w:rsidRDefault="006974AE" w:rsidP="006974AE">
      <w:r>
        <w:lastRenderedPageBreak/>
        <w:t>279.8231</w:t>
      </w:r>
      <w:r>
        <w:tab/>
        <w:t>1.013e0</w:t>
      </w:r>
    </w:p>
    <w:p w:rsidR="006974AE" w:rsidRDefault="006974AE" w:rsidP="006974AE">
      <w:r>
        <w:t>279.8416</w:t>
      </w:r>
      <w:r>
        <w:tab/>
        <w:t>1.013e0</w:t>
      </w:r>
    </w:p>
    <w:p w:rsidR="006974AE" w:rsidRDefault="006974AE" w:rsidP="006974AE">
      <w:r>
        <w:t>279.8507</w:t>
      </w:r>
      <w:r>
        <w:tab/>
        <w:t>2.025e0</w:t>
      </w:r>
    </w:p>
    <w:p w:rsidR="006974AE" w:rsidRDefault="006974AE" w:rsidP="006974AE">
      <w:r>
        <w:t>279.8672</w:t>
      </w:r>
      <w:r>
        <w:tab/>
        <w:t>1.013e0</w:t>
      </w:r>
    </w:p>
    <w:p w:rsidR="006974AE" w:rsidRDefault="006974AE" w:rsidP="006974AE">
      <w:r>
        <w:t>279.9083</w:t>
      </w:r>
      <w:r>
        <w:tab/>
        <w:t>1.013e0</w:t>
      </w:r>
    </w:p>
    <w:p w:rsidR="006974AE" w:rsidRDefault="006974AE" w:rsidP="006974AE">
      <w:r>
        <w:t>279.9173</w:t>
      </w:r>
      <w:r>
        <w:tab/>
        <w:t>1.013e0</w:t>
      </w:r>
    </w:p>
    <w:p w:rsidR="006974AE" w:rsidRDefault="006974AE" w:rsidP="006974AE">
      <w:r>
        <w:t>279.9250</w:t>
      </w:r>
      <w:r>
        <w:tab/>
        <w:t>2.025e0</w:t>
      </w:r>
    </w:p>
    <w:p w:rsidR="006974AE" w:rsidRDefault="006974AE" w:rsidP="006974AE">
      <w:r>
        <w:t>279.9350</w:t>
      </w:r>
      <w:r>
        <w:tab/>
        <w:t>2.025e0</w:t>
      </w:r>
    </w:p>
    <w:p w:rsidR="006974AE" w:rsidRDefault="006974AE" w:rsidP="006974AE">
      <w:r>
        <w:t>279.9523</w:t>
      </w:r>
      <w:r>
        <w:tab/>
        <w:t>1.013e0</w:t>
      </w:r>
    </w:p>
    <w:p w:rsidR="006974AE" w:rsidRDefault="006974AE" w:rsidP="006974AE">
      <w:r>
        <w:t>279.9726</w:t>
      </w:r>
      <w:r>
        <w:tab/>
        <w:t>2.025e0</w:t>
      </w:r>
    </w:p>
    <w:p w:rsidR="006974AE" w:rsidRDefault="006974AE" w:rsidP="006974AE">
      <w:r>
        <w:t>279.9754</w:t>
      </w:r>
      <w:r>
        <w:tab/>
        <w:t>1.013e0</w:t>
      </w:r>
    </w:p>
    <w:p w:rsidR="006974AE" w:rsidRDefault="006974AE" w:rsidP="006974AE">
      <w:r>
        <w:t>279.9877</w:t>
      </w:r>
      <w:r>
        <w:tab/>
        <w:t>2.025e0</w:t>
      </w:r>
    </w:p>
    <w:p w:rsidR="006974AE" w:rsidRDefault="006974AE" w:rsidP="006974AE">
      <w:r>
        <w:t>279.9920</w:t>
      </w:r>
      <w:r>
        <w:tab/>
        <w:t>1.013e0</w:t>
      </w:r>
    </w:p>
    <w:p w:rsidR="006974AE" w:rsidRDefault="006974AE" w:rsidP="006974AE">
      <w:r>
        <w:t>280.0014</w:t>
      </w:r>
      <w:r>
        <w:tab/>
        <w:t>2.025e0</w:t>
      </w:r>
    </w:p>
    <w:p w:rsidR="006974AE" w:rsidRDefault="006974AE" w:rsidP="006974AE">
      <w:r>
        <w:t>280.0153</w:t>
      </w:r>
      <w:r>
        <w:tab/>
        <w:t>1.013e0</w:t>
      </w:r>
    </w:p>
    <w:p w:rsidR="006974AE" w:rsidRDefault="006974AE" w:rsidP="006974AE">
      <w:r>
        <w:t>280.0193</w:t>
      </w:r>
      <w:r>
        <w:tab/>
        <w:t>1.013e0</w:t>
      </w:r>
    </w:p>
    <w:p w:rsidR="006974AE" w:rsidRDefault="006974AE" w:rsidP="006974AE">
      <w:r>
        <w:t>280.0419</w:t>
      </w:r>
      <w:r>
        <w:tab/>
        <w:t>1.013e0</w:t>
      </w:r>
    </w:p>
    <w:p w:rsidR="006974AE" w:rsidRDefault="006974AE" w:rsidP="006974AE">
      <w:r>
        <w:t>280.0507</w:t>
      </w:r>
      <w:r>
        <w:tab/>
        <w:t>2.025e0</w:t>
      </w:r>
    </w:p>
    <w:p w:rsidR="006974AE" w:rsidRDefault="006974AE" w:rsidP="006974AE">
      <w:r>
        <w:t>280.0727</w:t>
      </w:r>
      <w:r>
        <w:tab/>
        <w:t>1.013e0</w:t>
      </w:r>
    </w:p>
    <w:p w:rsidR="006974AE" w:rsidRDefault="006974AE" w:rsidP="006974AE">
      <w:r>
        <w:lastRenderedPageBreak/>
        <w:t>280.0750</w:t>
      </w:r>
      <w:r>
        <w:tab/>
        <w:t>3.038e0</w:t>
      </w:r>
    </w:p>
    <w:p w:rsidR="006974AE" w:rsidRDefault="006974AE" w:rsidP="006974AE">
      <w:r>
        <w:t>280.0816</w:t>
      </w:r>
      <w:r>
        <w:tab/>
        <w:t>1.013e0</w:t>
      </w:r>
    </w:p>
    <w:p w:rsidR="006974AE" w:rsidRDefault="006974AE" w:rsidP="006974AE">
      <w:r>
        <w:t>280.0901</w:t>
      </w:r>
      <w:r>
        <w:tab/>
        <w:t>1.013e0</w:t>
      </w:r>
    </w:p>
    <w:p w:rsidR="006974AE" w:rsidRDefault="006974AE" w:rsidP="006974AE">
      <w:r>
        <w:t>280.1050</w:t>
      </w:r>
      <w:r>
        <w:tab/>
        <w:t>4.051e0</w:t>
      </w:r>
    </w:p>
    <w:p w:rsidR="006974AE" w:rsidRDefault="006974AE" w:rsidP="006974AE">
      <w:r>
        <w:t>280.1108</w:t>
      </w:r>
      <w:r>
        <w:tab/>
        <w:t>2.025e0</w:t>
      </w:r>
    </w:p>
    <w:p w:rsidR="006974AE" w:rsidRDefault="006974AE" w:rsidP="006974AE">
      <w:r>
        <w:t>280.1296</w:t>
      </w:r>
      <w:r>
        <w:tab/>
        <w:t>1.013e0</w:t>
      </w:r>
    </w:p>
    <w:p w:rsidR="006974AE" w:rsidRDefault="006974AE" w:rsidP="006974AE">
      <w:r>
        <w:t>280.1347</w:t>
      </w:r>
      <w:r>
        <w:tab/>
        <w:t>1.013e0</w:t>
      </w:r>
    </w:p>
    <w:p w:rsidR="006974AE" w:rsidRDefault="006974AE" w:rsidP="006974AE">
      <w:r>
        <w:t>280.1483</w:t>
      </w:r>
      <w:r>
        <w:tab/>
        <w:t>4.051e0</w:t>
      </w:r>
    </w:p>
    <w:p w:rsidR="006974AE" w:rsidRDefault="006974AE" w:rsidP="006974AE">
      <w:r>
        <w:t>280.1639</w:t>
      </w:r>
      <w:r>
        <w:tab/>
        <w:t>3.038e0</w:t>
      </w:r>
    </w:p>
    <w:p w:rsidR="006974AE" w:rsidRDefault="006974AE" w:rsidP="006974AE">
      <w:r>
        <w:t>280.1656</w:t>
      </w:r>
      <w:r>
        <w:tab/>
        <w:t>1.013e0</w:t>
      </w:r>
    </w:p>
    <w:p w:rsidR="006974AE" w:rsidRDefault="006974AE" w:rsidP="006974AE">
      <w:r>
        <w:t>280.1711</w:t>
      </w:r>
      <w:r>
        <w:tab/>
        <w:t>4.658e0</w:t>
      </w:r>
    </w:p>
    <w:p w:rsidR="006974AE" w:rsidRDefault="006974AE" w:rsidP="006974AE">
      <w:r>
        <w:t>280.1734</w:t>
      </w:r>
      <w:r>
        <w:tab/>
        <w:t>3.038e0</w:t>
      </w:r>
    </w:p>
    <w:p w:rsidR="006974AE" w:rsidRDefault="006974AE" w:rsidP="006974AE">
      <w:r>
        <w:t>280.1761</w:t>
      </w:r>
      <w:r>
        <w:tab/>
        <w:t>3.803e0</w:t>
      </w:r>
    </w:p>
    <w:p w:rsidR="006974AE" w:rsidRDefault="006974AE" w:rsidP="006974AE">
      <w:r>
        <w:t>280.1942</w:t>
      </w:r>
      <w:r>
        <w:tab/>
        <w:t>2.025e0</w:t>
      </w:r>
    </w:p>
    <w:p w:rsidR="006974AE" w:rsidRDefault="006974AE" w:rsidP="006974AE">
      <w:r>
        <w:t>280.2016</w:t>
      </w:r>
      <w:r>
        <w:tab/>
        <w:t>2.025e0</w:t>
      </w:r>
    </w:p>
    <w:p w:rsidR="006974AE" w:rsidRDefault="006974AE" w:rsidP="006974AE">
      <w:r>
        <w:t>280.2193</w:t>
      </w:r>
      <w:r>
        <w:tab/>
        <w:t>2.025e0</w:t>
      </w:r>
    </w:p>
    <w:p w:rsidR="006974AE" w:rsidRDefault="006974AE" w:rsidP="006974AE">
      <w:r>
        <w:t>280.2271</w:t>
      </w:r>
      <w:r>
        <w:tab/>
        <w:t>2.025e0</w:t>
      </w:r>
    </w:p>
    <w:p w:rsidR="006974AE" w:rsidRDefault="006974AE" w:rsidP="006974AE">
      <w:r>
        <w:t>280.2396</w:t>
      </w:r>
      <w:r>
        <w:tab/>
        <w:t>2.025e0</w:t>
      </w:r>
    </w:p>
    <w:p w:rsidR="006974AE" w:rsidRDefault="006974AE" w:rsidP="006974AE">
      <w:r>
        <w:t>280.2725</w:t>
      </w:r>
      <w:r>
        <w:tab/>
        <w:t>3.038e0</w:t>
      </w:r>
    </w:p>
    <w:p w:rsidR="006974AE" w:rsidRDefault="006974AE" w:rsidP="006974AE">
      <w:r>
        <w:lastRenderedPageBreak/>
        <w:t>280.2775</w:t>
      </w:r>
      <w:r>
        <w:tab/>
        <w:t>2.025e0</w:t>
      </w:r>
    </w:p>
    <w:p w:rsidR="006974AE" w:rsidRDefault="006974AE" w:rsidP="006974AE">
      <w:r>
        <w:t>280.2857</w:t>
      </w:r>
      <w:r>
        <w:tab/>
        <w:t>2.025e0</w:t>
      </w:r>
    </w:p>
    <w:p w:rsidR="006974AE" w:rsidRDefault="006974AE" w:rsidP="006974AE">
      <w:r>
        <w:t>280.3173</w:t>
      </w:r>
      <w:r>
        <w:tab/>
        <w:t>1.013e0</w:t>
      </w:r>
    </w:p>
    <w:p w:rsidR="006974AE" w:rsidRDefault="006974AE" w:rsidP="006974AE">
      <w:r>
        <w:t>280.3249</w:t>
      </w:r>
      <w:r>
        <w:tab/>
        <w:t>1.013e0</w:t>
      </w:r>
    </w:p>
    <w:p w:rsidR="006974AE" w:rsidRDefault="006974AE" w:rsidP="006974AE">
      <w:r>
        <w:t>280.3401</w:t>
      </w:r>
      <w:r>
        <w:tab/>
        <w:t>1.013e0</w:t>
      </w:r>
    </w:p>
    <w:p w:rsidR="006974AE" w:rsidRDefault="006974AE" w:rsidP="006974AE">
      <w:r>
        <w:t>280.3796</w:t>
      </w:r>
      <w:r>
        <w:tab/>
        <w:t>2.025e0</w:t>
      </w:r>
    </w:p>
    <w:p w:rsidR="006974AE" w:rsidRDefault="006974AE" w:rsidP="006974AE">
      <w:r>
        <w:t>280.3970</w:t>
      </w:r>
      <w:r>
        <w:tab/>
        <w:t>1.013e0</w:t>
      </w:r>
    </w:p>
    <w:p w:rsidR="006974AE" w:rsidRDefault="006974AE" w:rsidP="006974AE">
      <w:r>
        <w:t>280.4150</w:t>
      </w:r>
      <w:r>
        <w:tab/>
        <w:t>2.025e0</w:t>
      </w:r>
    </w:p>
    <w:p w:rsidR="006974AE" w:rsidRDefault="006974AE" w:rsidP="006974AE">
      <w:r>
        <w:t>280.4190</w:t>
      </w:r>
      <w:r>
        <w:tab/>
        <w:t>1.013e0</w:t>
      </w:r>
    </w:p>
    <w:p w:rsidR="006974AE" w:rsidRDefault="006974AE" w:rsidP="006974AE">
      <w:r>
        <w:t>280.4326</w:t>
      </w:r>
      <w:r>
        <w:tab/>
        <w:t>1.013e0</w:t>
      </w:r>
    </w:p>
    <w:p w:rsidR="006974AE" w:rsidRDefault="006974AE" w:rsidP="006974AE">
      <w:r>
        <w:t>280.4503</w:t>
      </w:r>
      <w:r>
        <w:tab/>
        <w:t>2.025e0</w:t>
      </w:r>
    </w:p>
    <w:p w:rsidR="006974AE" w:rsidRDefault="006974AE" w:rsidP="006974AE">
      <w:r>
        <w:t>280.4730</w:t>
      </w:r>
      <w:r>
        <w:tab/>
        <w:t>2.025e0</w:t>
      </w:r>
    </w:p>
    <w:p w:rsidR="006974AE" w:rsidRDefault="006974AE" w:rsidP="006974AE">
      <w:r>
        <w:t>280.4900</w:t>
      </w:r>
      <w:r>
        <w:tab/>
        <w:t>1.013e0</w:t>
      </w:r>
    </w:p>
    <w:p w:rsidR="006974AE" w:rsidRDefault="006974AE" w:rsidP="006974AE">
      <w:r>
        <w:t>280.4944</w:t>
      </w:r>
      <w:r>
        <w:tab/>
        <w:t>1.013e0</w:t>
      </w:r>
    </w:p>
    <w:p w:rsidR="006974AE" w:rsidRDefault="006974AE" w:rsidP="006974AE">
      <w:r>
        <w:t>280.5256</w:t>
      </w:r>
      <w:r>
        <w:tab/>
        <w:t>1.013e0</w:t>
      </w:r>
    </w:p>
    <w:p w:rsidR="006974AE" w:rsidRDefault="006974AE" w:rsidP="006974AE">
      <w:r>
        <w:t>280.5359</w:t>
      </w:r>
      <w:r>
        <w:tab/>
        <w:t>1.013e0</w:t>
      </w:r>
    </w:p>
    <w:p w:rsidR="006974AE" w:rsidRDefault="006974AE" w:rsidP="006974AE">
      <w:r>
        <w:t>280.6337</w:t>
      </w:r>
      <w:r>
        <w:tab/>
        <w:t>1.013e0</w:t>
      </w:r>
    </w:p>
    <w:p w:rsidR="006974AE" w:rsidRDefault="006974AE" w:rsidP="006974AE">
      <w:r>
        <w:t>280.6385</w:t>
      </w:r>
      <w:r>
        <w:tab/>
        <w:t>2.025e0</w:t>
      </w:r>
    </w:p>
    <w:p w:rsidR="006974AE" w:rsidRDefault="006974AE" w:rsidP="006974AE">
      <w:r>
        <w:t>280.6696</w:t>
      </w:r>
      <w:r>
        <w:tab/>
        <w:t>2.025e0</w:t>
      </w:r>
    </w:p>
    <w:p w:rsidR="006974AE" w:rsidRDefault="006974AE" w:rsidP="006974AE">
      <w:r>
        <w:lastRenderedPageBreak/>
        <w:t>280.6762</w:t>
      </w:r>
      <w:r>
        <w:tab/>
        <w:t>2.025e0</w:t>
      </w:r>
    </w:p>
    <w:p w:rsidR="006974AE" w:rsidRDefault="006974AE" w:rsidP="006974AE">
      <w:r>
        <w:t>280.6858</w:t>
      </w:r>
      <w:r>
        <w:tab/>
        <w:t>1.013e0</w:t>
      </w:r>
    </w:p>
    <w:p w:rsidR="006974AE" w:rsidRDefault="006974AE" w:rsidP="006974AE">
      <w:r>
        <w:t>280.7090</w:t>
      </w:r>
      <w:r>
        <w:tab/>
        <w:t>1.013e0</w:t>
      </w:r>
    </w:p>
    <w:p w:rsidR="006974AE" w:rsidRDefault="006974AE" w:rsidP="006974AE">
      <w:r>
        <w:t>280.7213</w:t>
      </w:r>
      <w:r>
        <w:tab/>
        <w:t>1.013e0</w:t>
      </w:r>
    </w:p>
    <w:p w:rsidR="006974AE" w:rsidRDefault="006974AE" w:rsidP="006974AE">
      <w:r>
        <w:t>280.7624</w:t>
      </w:r>
      <w:r>
        <w:tab/>
        <w:t>1.013e0</w:t>
      </w:r>
    </w:p>
    <w:p w:rsidR="006974AE" w:rsidRDefault="006974AE" w:rsidP="006974AE">
      <w:r>
        <w:t>280.7757</w:t>
      </w:r>
      <w:r>
        <w:tab/>
        <w:t>2.025e0</w:t>
      </w:r>
    </w:p>
    <w:p w:rsidR="006974AE" w:rsidRDefault="006974AE" w:rsidP="006974AE">
      <w:r>
        <w:t>280.8240</w:t>
      </w:r>
      <w:r>
        <w:tab/>
        <w:t>2.025e0</w:t>
      </w:r>
    </w:p>
    <w:p w:rsidR="006974AE" w:rsidRDefault="006974AE" w:rsidP="006974AE">
      <w:r>
        <w:t>280.8345</w:t>
      </w:r>
      <w:r>
        <w:tab/>
        <w:t>1.013e0</w:t>
      </w:r>
    </w:p>
    <w:p w:rsidR="006974AE" w:rsidRDefault="006974AE" w:rsidP="006974AE">
      <w:r>
        <w:t>280.8365</w:t>
      </w:r>
      <w:r>
        <w:tab/>
        <w:t>2.025e0</w:t>
      </w:r>
    </w:p>
    <w:p w:rsidR="006974AE" w:rsidRDefault="006974AE" w:rsidP="006974AE">
      <w:r>
        <w:t>280.8388</w:t>
      </w:r>
      <w:r>
        <w:tab/>
        <w:t>1.013e0</w:t>
      </w:r>
    </w:p>
    <w:p w:rsidR="006974AE" w:rsidRDefault="006974AE" w:rsidP="006974AE">
      <w:r>
        <w:t>280.8549</w:t>
      </w:r>
      <w:r>
        <w:tab/>
        <w:t>2.025e0</w:t>
      </w:r>
    </w:p>
    <w:p w:rsidR="006974AE" w:rsidRDefault="006974AE" w:rsidP="006974AE">
      <w:r>
        <w:t>280.9382</w:t>
      </w:r>
      <w:r>
        <w:tab/>
        <w:t>2.025e0</w:t>
      </w:r>
    </w:p>
    <w:p w:rsidR="006974AE" w:rsidRDefault="006974AE" w:rsidP="006974AE">
      <w:r>
        <w:t>280.9778</w:t>
      </w:r>
      <w:r>
        <w:tab/>
        <w:t>2.025e0</w:t>
      </w:r>
    </w:p>
    <w:p w:rsidR="006974AE" w:rsidRDefault="006974AE" w:rsidP="006974AE">
      <w:r>
        <w:t>280.9939</w:t>
      </w:r>
      <w:r>
        <w:tab/>
        <w:t>1.013e0</w:t>
      </w:r>
    </w:p>
    <w:p w:rsidR="006974AE" w:rsidRDefault="006974AE" w:rsidP="006974AE">
      <w:r>
        <w:t>281.0116</w:t>
      </w:r>
      <w:r>
        <w:tab/>
        <w:t>3.038e0</w:t>
      </w:r>
    </w:p>
    <w:p w:rsidR="006974AE" w:rsidRDefault="006974AE" w:rsidP="006974AE">
      <w:r>
        <w:t>281.0156</w:t>
      </w:r>
      <w:r>
        <w:tab/>
        <w:t>1.013e0</w:t>
      </w:r>
    </w:p>
    <w:p w:rsidR="006974AE" w:rsidRDefault="006974AE" w:rsidP="006974AE">
      <w:r>
        <w:t>281.0200</w:t>
      </w:r>
      <w:r>
        <w:tab/>
        <w:t>1.013e0</w:t>
      </w:r>
    </w:p>
    <w:p w:rsidR="006974AE" w:rsidRDefault="006974AE" w:rsidP="006974AE">
      <w:r>
        <w:t>281.0214</w:t>
      </w:r>
      <w:r>
        <w:tab/>
        <w:t>2.025e0</w:t>
      </w:r>
    </w:p>
    <w:p w:rsidR="006974AE" w:rsidRDefault="006974AE" w:rsidP="006974AE">
      <w:r>
        <w:t>281.0353</w:t>
      </w:r>
      <w:r>
        <w:tab/>
        <w:t>4.051e0</w:t>
      </w:r>
    </w:p>
    <w:p w:rsidR="006974AE" w:rsidRDefault="006974AE" w:rsidP="006974AE">
      <w:r>
        <w:lastRenderedPageBreak/>
        <w:t>281.0389</w:t>
      </w:r>
      <w:r>
        <w:tab/>
        <w:t>1.013e0</w:t>
      </w:r>
    </w:p>
    <w:p w:rsidR="006974AE" w:rsidRDefault="006974AE" w:rsidP="006974AE">
      <w:r>
        <w:t>281.0470</w:t>
      </w:r>
      <w:r>
        <w:tab/>
        <w:t>1.013e0</w:t>
      </w:r>
    </w:p>
    <w:p w:rsidR="006974AE" w:rsidRDefault="006974AE" w:rsidP="006974AE">
      <w:r>
        <w:t>281.0629</w:t>
      </w:r>
      <w:r>
        <w:tab/>
        <w:t>2.025e0</w:t>
      </w:r>
    </w:p>
    <w:p w:rsidR="006974AE" w:rsidRDefault="006974AE" w:rsidP="006974AE">
      <w:r>
        <w:t>281.0660</w:t>
      </w:r>
      <w:r>
        <w:tab/>
        <w:t>1.013e0</w:t>
      </w:r>
    </w:p>
    <w:p w:rsidR="006974AE" w:rsidRDefault="006974AE" w:rsidP="006974AE">
      <w:r>
        <w:t>281.0821</w:t>
      </w:r>
      <w:r>
        <w:tab/>
        <w:t>4.051e0</w:t>
      </w:r>
    </w:p>
    <w:p w:rsidR="006974AE" w:rsidRDefault="006974AE" w:rsidP="006974AE">
      <w:r>
        <w:t>281.1056</w:t>
      </w:r>
      <w:r>
        <w:tab/>
        <w:t>1.013e0</w:t>
      </w:r>
    </w:p>
    <w:p w:rsidR="006974AE" w:rsidRDefault="006974AE" w:rsidP="006974AE">
      <w:r>
        <w:t>281.1137</w:t>
      </w:r>
      <w:r>
        <w:tab/>
        <w:t>1.013e0</w:t>
      </w:r>
    </w:p>
    <w:p w:rsidR="006974AE" w:rsidRDefault="006974AE" w:rsidP="006974AE">
      <w:r>
        <w:t>281.1165</w:t>
      </w:r>
      <w:r>
        <w:tab/>
        <w:t>5.063e0</w:t>
      </w:r>
    </w:p>
    <w:p w:rsidR="006974AE" w:rsidRDefault="006974AE" w:rsidP="006974AE">
      <w:r>
        <w:t>281.1230</w:t>
      </w:r>
      <w:r>
        <w:tab/>
        <w:t>2.025e0</w:t>
      </w:r>
    </w:p>
    <w:p w:rsidR="006974AE" w:rsidRDefault="006974AE" w:rsidP="006974AE">
      <w:r>
        <w:t>281.1366</w:t>
      </w:r>
      <w:r>
        <w:tab/>
        <w:t>1.013e0</w:t>
      </w:r>
    </w:p>
    <w:p w:rsidR="006974AE" w:rsidRDefault="006974AE" w:rsidP="006974AE">
      <w:r>
        <w:t>281.1411</w:t>
      </w:r>
      <w:r>
        <w:tab/>
        <w:t>1.013e0</w:t>
      </w:r>
    </w:p>
    <w:p w:rsidR="006974AE" w:rsidRDefault="006974AE" w:rsidP="006974AE">
      <w:r>
        <w:t>281.1486</w:t>
      </w:r>
      <w:r>
        <w:tab/>
        <w:t>1.013e0</w:t>
      </w:r>
    </w:p>
    <w:p w:rsidR="006974AE" w:rsidRDefault="006974AE" w:rsidP="006974AE">
      <w:r>
        <w:t>281.1530</w:t>
      </w:r>
      <w:r>
        <w:tab/>
        <w:t>2.025e0</w:t>
      </w:r>
    </w:p>
    <w:p w:rsidR="006974AE" w:rsidRDefault="006974AE" w:rsidP="006974AE">
      <w:r>
        <w:t>281.1705</w:t>
      </w:r>
      <w:r>
        <w:tab/>
        <w:t>2.025e0</w:t>
      </w:r>
    </w:p>
    <w:p w:rsidR="006974AE" w:rsidRDefault="006974AE" w:rsidP="006974AE">
      <w:r>
        <w:t>281.1724</w:t>
      </w:r>
      <w:r>
        <w:tab/>
        <w:t>1.013e0</w:t>
      </w:r>
    </w:p>
    <w:p w:rsidR="006974AE" w:rsidRDefault="006974AE" w:rsidP="006974AE">
      <w:r>
        <w:t>281.1898</w:t>
      </w:r>
      <w:r>
        <w:tab/>
        <w:t>1.013e0</w:t>
      </w:r>
    </w:p>
    <w:p w:rsidR="006974AE" w:rsidRDefault="006974AE" w:rsidP="006974AE">
      <w:r>
        <w:t>281.2259</w:t>
      </w:r>
      <w:r>
        <w:tab/>
        <w:t>1.013e0</w:t>
      </w:r>
    </w:p>
    <w:p w:rsidR="006974AE" w:rsidRDefault="006974AE" w:rsidP="006974AE">
      <w:r>
        <w:t>281.2312</w:t>
      </w:r>
      <w:r>
        <w:tab/>
        <w:t>1.013e0</w:t>
      </w:r>
    </w:p>
    <w:p w:rsidR="006974AE" w:rsidRDefault="006974AE" w:rsidP="006974AE">
      <w:r>
        <w:t>281.2523</w:t>
      </w:r>
      <w:r>
        <w:tab/>
        <w:t>2.025e0</w:t>
      </w:r>
    </w:p>
    <w:p w:rsidR="006974AE" w:rsidRDefault="006974AE" w:rsidP="006974AE">
      <w:r>
        <w:lastRenderedPageBreak/>
        <w:t>281.2623</w:t>
      </w:r>
      <w:r>
        <w:tab/>
        <w:t>1.013e0</w:t>
      </w:r>
    </w:p>
    <w:p w:rsidR="006974AE" w:rsidRDefault="006974AE" w:rsidP="006974AE">
      <w:r>
        <w:t>281.2663</w:t>
      </w:r>
      <w:r>
        <w:tab/>
        <w:t>2.025e0</w:t>
      </w:r>
    </w:p>
    <w:p w:rsidR="006974AE" w:rsidRDefault="006974AE" w:rsidP="006974AE">
      <w:r>
        <w:t>281.3642</w:t>
      </w:r>
      <w:r>
        <w:tab/>
        <w:t>1.013e0</w:t>
      </w:r>
    </w:p>
    <w:p w:rsidR="006974AE" w:rsidRDefault="006974AE" w:rsidP="006974AE">
      <w:r>
        <w:t>281.3725</w:t>
      </w:r>
      <w:r>
        <w:tab/>
        <w:t>2.025e0</w:t>
      </w:r>
    </w:p>
    <w:p w:rsidR="006974AE" w:rsidRDefault="006974AE" w:rsidP="006974AE">
      <w:r>
        <w:t>281.4390</w:t>
      </w:r>
      <w:r>
        <w:tab/>
        <w:t>1.013e0</w:t>
      </w:r>
    </w:p>
    <w:p w:rsidR="006974AE" w:rsidRDefault="006974AE" w:rsidP="006974AE">
      <w:r>
        <w:t>281.4477</w:t>
      </w:r>
      <w:r>
        <w:tab/>
        <w:t>1.013e0</w:t>
      </w:r>
    </w:p>
    <w:p w:rsidR="006974AE" w:rsidRDefault="006974AE" w:rsidP="006974AE">
      <w:r>
        <w:t>281.4704</w:t>
      </w:r>
      <w:r>
        <w:tab/>
        <w:t>1.013e0</w:t>
      </w:r>
    </w:p>
    <w:p w:rsidR="006974AE" w:rsidRDefault="006974AE" w:rsidP="006974AE">
      <w:r>
        <w:t>281.4899</w:t>
      </w:r>
      <w:r>
        <w:tab/>
        <w:t>2.025e0</w:t>
      </w:r>
    </w:p>
    <w:p w:rsidR="006974AE" w:rsidRDefault="006974AE" w:rsidP="006974AE">
      <w:r>
        <w:t>281.5058</w:t>
      </w:r>
      <w:r>
        <w:tab/>
        <w:t>1.013e0</w:t>
      </w:r>
    </w:p>
    <w:p w:rsidR="006974AE" w:rsidRDefault="006974AE" w:rsidP="006974AE">
      <w:r>
        <w:t>281.5251</w:t>
      </w:r>
      <w:r>
        <w:tab/>
        <w:t>1.013e0</w:t>
      </w:r>
    </w:p>
    <w:p w:rsidR="006974AE" w:rsidRDefault="006974AE" w:rsidP="006974AE">
      <w:r>
        <w:t>281.5771</w:t>
      </w:r>
      <w:r>
        <w:tab/>
        <w:t>1.013e0</w:t>
      </w:r>
    </w:p>
    <w:p w:rsidR="006974AE" w:rsidRDefault="006974AE" w:rsidP="006974AE">
      <w:r>
        <w:t>281.6002</w:t>
      </w:r>
      <w:r>
        <w:tab/>
        <w:t>1.013e0</w:t>
      </w:r>
    </w:p>
    <w:p w:rsidR="006974AE" w:rsidRDefault="006974AE" w:rsidP="006974AE">
      <w:r>
        <w:t>281.6081</w:t>
      </w:r>
      <w:r>
        <w:tab/>
        <w:t>2.025e0</w:t>
      </w:r>
    </w:p>
    <w:p w:rsidR="006974AE" w:rsidRDefault="006974AE" w:rsidP="006974AE">
      <w:r>
        <w:t>281.6272</w:t>
      </w:r>
      <w:r>
        <w:tab/>
        <w:t>1.013e0</w:t>
      </w:r>
    </w:p>
    <w:p w:rsidR="006974AE" w:rsidRDefault="006974AE" w:rsidP="006974AE">
      <w:r>
        <w:t>281.6353</w:t>
      </w:r>
      <w:r>
        <w:tab/>
        <w:t>1.013e0</w:t>
      </w:r>
    </w:p>
    <w:p w:rsidR="006974AE" w:rsidRDefault="006974AE" w:rsidP="006974AE">
      <w:r>
        <w:t>281.6443</w:t>
      </w:r>
      <w:r>
        <w:tab/>
        <w:t>1.013e0</w:t>
      </w:r>
    </w:p>
    <w:p w:rsidR="006974AE" w:rsidRDefault="006974AE" w:rsidP="006974AE">
      <w:r>
        <w:t>281.6546</w:t>
      </w:r>
      <w:r>
        <w:tab/>
        <w:t>1.013e0</w:t>
      </w:r>
    </w:p>
    <w:p w:rsidR="006974AE" w:rsidRDefault="006974AE" w:rsidP="006974AE">
      <w:r>
        <w:t>281.6749</w:t>
      </w:r>
      <w:r>
        <w:tab/>
        <w:t>1.013e0</w:t>
      </w:r>
    </w:p>
    <w:p w:rsidR="006974AE" w:rsidRDefault="006974AE" w:rsidP="006974AE">
      <w:r>
        <w:t>281.7297</w:t>
      </w:r>
      <w:r>
        <w:tab/>
        <w:t>2.025e0</w:t>
      </w:r>
    </w:p>
    <w:p w:rsidR="006974AE" w:rsidRDefault="006974AE" w:rsidP="006974AE">
      <w:r>
        <w:lastRenderedPageBreak/>
        <w:t>281.7334</w:t>
      </w:r>
      <w:r>
        <w:tab/>
        <w:t>1.013e0</w:t>
      </w:r>
    </w:p>
    <w:p w:rsidR="006974AE" w:rsidRDefault="006974AE" w:rsidP="006974AE">
      <w:r>
        <w:t>281.7651</w:t>
      </w:r>
      <w:r>
        <w:tab/>
        <w:t>1.013e0</w:t>
      </w:r>
    </w:p>
    <w:p w:rsidR="006974AE" w:rsidRDefault="006974AE" w:rsidP="006974AE">
      <w:r>
        <w:t>281.7782</w:t>
      </w:r>
      <w:r>
        <w:tab/>
        <w:t>1.013e0</w:t>
      </w:r>
    </w:p>
    <w:p w:rsidR="006974AE" w:rsidRDefault="006974AE" w:rsidP="006974AE">
      <w:r>
        <w:t>281.7834</w:t>
      </w:r>
      <w:r>
        <w:tab/>
        <w:t>1.013e0</w:t>
      </w:r>
    </w:p>
    <w:p w:rsidR="006974AE" w:rsidRDefault="006974AE" w:rsidP="006974AE">
      <w:r>
        <w:t>281.7965</w:t>
      </w:r>
      <w:r>
        <w:tab/>
        <w:t>1.013e0</w:t>
      </w:r>
    </w:p>
    <w:p w:rsidR="006974AE" w:rsidRDefault="006974AE" w:rsidP="006974AE">
      <w:r>
        <w:t>281.8095</w:t>
      </w:r>
      <w:r>
        <w:tab/>
        <w:t>1.013e0</w:t>
      </w:r>
    </w:p>
    <w:p w:rsidR="006974AE" w:rsidRDefault="006974AE" w:rsidP="006974AE">
      <w:r>
        <w:t>281.8256</w:t>
      </w:r>
      <w:r>
        <w:tab/>
        <w:t>3.199e0</w:t>
      </w:r>
    </w:p>
    <w:p w:rsidR="006974AE" w:rsidRDefault="006974AE" w:rsidP="006974AE">
      <w:r>
        <w:t>281.8588</w:t>
      </w:r>
      <w:r>
        <w:tab/>
        <w:t>1.013e0</w:t>
      </w:r>
    </w:p>
    <w:p w:rsidR="006974AE" w:rsidRDefault="006974AE" w:rsidP="006974AE">
      <w:r>
        <w:t>281.8893</w:t>
      </w:r>
      <w:r>
        <w:tab/>
        <w:t>3.038e0</w:t>
      </w:r>
    </w:p>
    <w:p w:rsidR="006974AE" w:rsidRDefault="006974AE" w:rsidP="006974AE">
      <w:r>
        <w:t>281.8983</w:t>
      </w:r>
      <w:r>
        <w:tab/>
        <w:t>1.013e0</w:t>
      </w:r>
    </w:p>
    <w:p w:rsidR="006974AE" w:rsidRDefault="006974AE" w:rsidP="006974AE">
      <w:r>
        <w:t>281.9077</w:t>
      </w:r>
      <w:r>
        <w:tab/>
        <w:t>1.013e0</w:t>
      </w:r>
    </w:p>
    <w:p w:rsidR="006974AE" w:rsidRDefault="006974AE" w:rsidP="006974AE">
      <w:r>
        <w:t>281.9388</w:t>
      </w:r>
      <w:r>
        <w:tab/>
        <w:t>1.013e0</w:t>
      </w:r>
    </w:p>
    <w:p w:rsidR="006974AE" w:rsidRDefault="006974AE" w:rsidP="006974AE">
      <w:r>
        <w:t>281.9946</w:t>
      </w:r>
      <w:r>
        <w:tab/>
        <w:t>2.025e0</w:t>
      </w:r>
    </w:p>
    <w:p w:rsidR="006974AE" w:rsidRDefault="006974AE" w:rsidP="006974AE">
      <w:r>
        <w:t>282.0060</w:t>
      </w:r>
      <w:r>
        <w:tab/>
        <w:t>2.025e0</w:t>
      </w:r>
    </w:p>
    <w:p w:rsidR="006974AE" w:rsidRDefault="006974AE" w:rsidP="006974AE">
      <w:r>
        <w:t>282.0124</w:t>
      </w:r>
      <w:r>
        <w:tab/>
        <w:t>3.038e0</w:t>
      </w:r>
    </w:p>
    <w:p w:rsidR="006974AE" w:rsidRDefault="006974AE" w:rsidP="006974AE">
      <w:r>
        <w:t>282.0201</w:t>
      </w:r>
      <w:r>
        <w:tab/>
        <w:t>3.038e0</w:t>
      </w:r>
    </w:p>
    <w:p w:rsidR="006974AE" w:rsidRDefault="006974AE" w:rsidP="006974AE">
      <w:r>
        <w:t>282.0241</w:t>
      </w:r>
      <w:r>
        <w:tab/>
        <w:t>1.013e0</w:t>
      </w:r>
    </w:p>
    <w:p w:rsidR="006974AE" w:rsidRDefault="006974AE" w:rsidP="006974AE">
      <w:r>
        <w:t>282.0357</w:t>
      </w:r>
      <w:r>
        <w:tab/>
        <w:t>2.025e0</w:t>
      </w:r>
    </w:p>
    <w:p w:rsidR="006974AE" w:rsidRDefault="006974AE" w:rsidP="006974AE">
      <w:r>
        <w:t>282.0421</w:t>
      </w:r>
      <w:r>
        <w:tab/>
        <w:t>1.013e0</w:t>
      </w:r>
    </w:p>
    <w:p w:rsidR="006974AE" w:rsidRDefault="006974AE" w:rsidP="006974AE">
      <w:r>
        <w:lastRenderedPageBreak/>
        <w:t>282.0470</w:t>
      </w:r>
      <w:r>
        <w:tab/>
        <w:t>1.013e0</w:t>
      </w:r>
    </w:p>
    <w:p w:rsidR="006974AE" w:rsidRDefault="006974AE" w:rsidP="006974AE">
      <w:r>
        <w:t>282.0515</w:t>
      </w:r>
      <w:r>
        <w:tab/>
        <w:t>1.013e0</w:t>
      </w:r>
    </w:p>
    <w:p w:rsidR="006974AE" w:rsidRDefault="006974AE" w:rsidP="006974AE">
      <w:r>
        <w:t>282.0632</w:t>
      </w:r>
      <w:r>
        <w:tab/>
        <w:t>1.013e0</w:t>
      </w:r>
    </w:p>
    <w:p w:rsidR="006974AE" w:rsidRDefault="006974AE" w:rsidP="006974AE">
      <w:r>
        <w:t>282.0732</w:t>
      </w:r>
      <w:r>
        <w:tab/>
        <w:t>1.013e0</w:t>
      </w:r>
    </w:p>
    <w:p w:rsidR="006974AE" w:rsidRDefault="006974AE" w:rsidP="006974AE">
      <w:r>
        <w:t>282.0909</w:t>
      </w:r>
      <w:r>
        <w:tab/>
        <w:t>1.013e0</w:t>
      </w:r>
    </w:p>
    <w:p w:rsidR="006974AE" w:rsidRDefault="006974AE" w:rsidP="006974AE">
      <w:r>
        <w:t>282.0946</w:t>
      </w:r>
      <w:r>
        <w:tab/>
        <w:t>1.013e0</w:t>
      </w:r>
    </w:p>
    <w:p w:rsidR="006974AE" w:rsidRDefault="006974AE" w:rsidP="006974AE">
      <w:r>
        <w:t>282.1092</w:t>
      </w:r>
      <w:r>
        <w:tab/>
        <w:t>2.025e0</w:t>
      </w:r>
    </w:p>
    <w:p w:rsidR="006974AE" w:rsidRDefault="006974AE" w:rsidP="006974AE">
      <w:r>
        <w:t>282.1263</w:t>
      </w:r>
      <w:r>
        <w:tab/>
        <w:t>1.013e0</w:t>
      </w:r>
    </w:p>
    <w:p w:rsidR="006974AE" w:rsidRDefault="006974AE" w:rsidP="006974AE">
      <w:r>
        <w:t>282.1352</w:t>
      </w:r>
      <w:r>
        <w:tab/>
        <w:t>1.013e0</w:t>
      </w:r>
    </w:p>
    <w:p w:rsidR="006974AE" w:rsidRDefault="006974AE" w:rsidP="006974AE">
      <w:r>
        <w:t>282.1497</w:t>
      </w:r>
      <w:r>
        <w:tab/>
        <w:t>1.013e0</w:t>
      </w:r>
    </w:p>
    <w:p w:rsidR="006974AE" w:rsidRDefault="006974AE" w:rsidP="006974AE">
      <w:r>
        <w:t>282.1577</w:t>
      </w:r>
      <w:r>
        <w:tab/>
        <w:t>1.013e0</w:t>
      </w:r>
    </w:p>
    <w:p w:rsidR="006974AE" w:rsidRDefault="006974AE" w:rsidP="006974AE">
      <w:r>
        <w:t>282.1659</w:t>
      </w:r>
      <w:r>
        <w:tab/>
        <w:t>1.013e0</w:t>
      </w:r>
    </w:p>
    <w:p w:rsidR="006974AE" w:rsidRDefault="006974AE" w:rsidP="006974AE">
      <w:r>
        <w:t>282.1757</w:t>
      </w:r>
      <w:r>
        <w:tab/>
        <w:t>2.025e0</w:t>
      </w:r>
    </w:p>
    <w:p w:rsidR="006974AE" w:rsidRDefault="006974AE" w:rsidP="006974AE">
      <w:r>
        <w:t>282.1850</w:t>
      </w:r>
      <w:r>
        <w:tab/>
        <w:t>1.013e0</w:t>
      </w:r>
    </w:p>
    <w:p w:rsidR="006974AE" w:rsidRDefault="006974AE" w:rsidP="006974AE">
      <w:r>
        <w:t>282.1970</w:t>
      </w:r>
      <w:r>
        <w:tab/>
        <w:t>3.038e0</w:t>
      </w:r>
    </w:p>
    <w:p w:rsidR="006974AE" w:rsidRDefault="006974AE" w:rsidP="006974AE">
      <w:r>
        <w:t>282.2086</w:t>
      </w:r>
      <w:r>
        <w:tab/>
        <w:t>2.025e0</w:t>
      </w:r>
    </w:p>
    <w:p w:rsidR="006974AE" w:rsidRDefault="006974AE" w:rsidP="006974AE">
      <w:r>
        <w:t>282.2224</w:t>
      </w:r>
      <w:r>
        <w:tab/>
        <w:t>4.051e0</w:t>
      </w:r>
    </w:p>
    <w:p w:rsidR="006974AE" w:rsidRDefault="006974AE" w:rsidP="006974AE">
      <w:r>
        <w:t>282.2287</w:t>
      </w:r>
      <w:r>
        <w:tab/>
        <w:t>6.076e0</w:t>
      </w:r>
    </w:p>
    <w:p w:rsidR="006974AE" w:rsidRDefault="006974AE" w:rsidP="006974AE">
      <w:r>
        <w:t>282.2328</w:t>
      </w:r>
      <w:r>
        <w:tab/>
        <w:t>6.076e0</w:t>
      </w:r>
    </w:p>
    <w:p w:rsidR="006974AE" w:rsidRDefault="006974AE" w:rsidP="006974AE">
      <w:r>
        <w:lastRenderedPageBreak/>
        <w:t>282.2518</w:t>
      </w:r>
      <w:r>
        <w:tab/>
        <w:t>1.022e0</w:t>
      </w:r>
    </w:p>
    <w:p w:rsidR="006974AE" w:rsidRDefault="006974AE" w:rsidP="006974AE">
      <w:r>
        <w:t>282.2595</w:t>
      </w:r>
      <w:r>
        <w:tab/>
        <w:t>1.013e0</w:t>
      </w:r>
    </w:p>
    <w:p w:rsidR="006974AE" w:rsidRDefault="006974AE" w:rsidP="006974AE">
      <w:r>
        <w:t>282.2670</w:t>
      </w:r>
      <w:r>
        <w:tab/>
        <w:t>2.025e0</w:t>
      </w:r>
    </w:p>
    <w:p w:rsidR="006974AE" w:rsidRDefault="006974AE" w:rsidP="006974AE">
      <w:r>
        <w:t>282.2825</w:t>
      </w:r>
      <w:r>
        <w:tab/>
        <w:t>2.025e0</w:t>
      </w:r>
    </w:p>
    <w:p w:rsidR="006974AE" w:rsidRDefault="006974AE" w:rsidP="006974AE">
      <w:r>
        <w:t>282.2909</w:t>
      </w:r>
      <w:r>
        <w:tab/>
        <w:t>1.013e0</w:t>
      </w:r>
    </w:p>
    <w:p w:rsidR="006974AE" w:rsidRDefault="006974AE" w:rsidP="006974AE">
      <w:r>
        <w:t>282.2972</w:t>
      </w:r>
      <w:r>
        <w:tab/>
        <w:t>4.051e0</w:t>
      </w:r>
    </w:p>
    <w:p w:rsidR="006974AE" w:rsidRDefault="006974AE" w:rsidP="006974AE">
      <w:r>
        <w:t>282.3107</w:t>
      </w:r>
      <w:r>
        <w:tab/>
        <w:t>1.013e0</w:t>
      </w:r>
    </w:p>
    <w:p w:rsidR="006974AE" w:rsidRDefault="006974AE" w:rsidP="006974AE">
      <w:r>
        <w:t>282.3625</w:t>
      </w:r>
      <w:r>
        <w:tab/>
        <w:t>1.013e0</w:t>
      </w:r>
    </w:p>
    <w:p w:rsidR="006974AE" w:rsidRDefault="006974AE" w:rsidP="006974AE">
      <w:r>
        <w:t>282.3855</w:t>
      </w:r>
      <w:r>
        <w:tab/>
        <w:t>1.013e0</w:t>
      </w:r>
    </w:p>
    <w:p w:rsidR="006974AE" w:rsidRDefault="006974AE" w:rsidP="006974AE">
      <w:r>
        <w:t>282.4124</w:t>
      </w:r>
      <w:r>
        <w:tab/>
        <w:t>1.013e0</w:t>
      </w:r>
    </w:p>
    <w:p w:rsidR="006974AE" w:rsidRDefault="006974AE" w:rsidP="006974AE">
      <w:r>
        <w:t>282.4247</w:t>
      </w:r>
      <w:r>
        <w:tab/>
        <w:t>1.013e0</w:t>
      </w:r>
    </w:p>
    <w:p w:rsidR="006974AE" w:rsidRDefault="006974AE" w:rsidP="006974AE">
      <w:r>
        <w:t>282.4558</w:t>
      </w:r>
      <w:r>
        <w:tab/>
        <w:t>1.013e0</w:t>
      </w:r>
    </w:p>
    <w:p w:rsidR="006974AE" w:rsidRDefault="006974AE" w:rsidP="006974AE">
      <w:r>
        <w:t>282.4919</w:t>
      </w:r>
      <w:r>
        <w:tab/>
        <w:t>1.013e0</w:t>
      </w:r>
    </w:p>
    <w:p w:rsidR="006974AE" w:rsidRDefault="006974AE" w:rsidP="006974AE">
      <w:r>
        <w:t>282.5070</w:t>
      </w:r>
      <w:r>
        <w:tab/>
        <w:t>1.013e0</w:t>
      </w:r>
    </w:p>
    <w:p w:rsidR="006974AE" w:rsidRDefault="006974AE" w:rsidP="006974AE">
      <w:r>
        <w:t>282.5187</w:t>
      </w:r>
      <w:r>
        <w:tab/>
        <w:t>1.013e0</w:t>
      </w:r>
    </w:p>
    <w:p w:rsidR="006974AE" w:rsidRDefault="006974AE" w:rsidP="006974AE">
      <w:r>
        <w:t>282.5864</w:t>
      </w:r>
      <w:r>
        <w:tab/>
        <w:t>3.038e0</w:t>
      </w:r>
    </w:p>
    <w:p w:rsidR="006974AE" w:rsidRDefault="006974AE" w:rsidP="006974AE">
      <w:r>
        <w:t>282.6129</w:t>
      </w:r>
      <w:r>
        <w:tab/>
        <w:t>1.013e0</w:t>
      </w:r>
    </w:p>
    <w:p w:rsidR="006974AE" w:rsidRDefault="006974AE" w:rsidP="006974AE">
      <w:r>
        <w:t>282.6367</w:t>
      </w:r>
      <w:r>
        <w:tab/>
        <w:t>1.013e0</w:t>
      </w:r>
    </w:p>
    <w:p w:rsidR="006974AE" w:rsidRDefault="006974AE" w:rsidP="006974AE">
      <w:r>
        <w:t>282.6525</w:t>
      </w:r>
      <w:r>
        <w:tab/>
        <w:t>1.013e0</w:t>
      </w:r>
    </w:p>
    <w:p w:rsidR="006974AE" w:rsidRDefault="006974AE" w:rsidP="006974AE">
      <w:r>
        <w:lastRenderedPageBreak/>
        <w:t>282.6632</w:t>
      </w:r>
      <w:r>
        <w:tab/>
        <w:t>1.013e0</w:t>
      </w:r>
    </w:p>
    <w:p w:rsidR="006974AE" w:rsidRDefault="006974AE" w:rsidP="006974AE">
      <w:r>
        <w:t>282.6681</w:t>
      </w:r>
      <w:r>
        <w:tab/>
        <w:t>1.013e0</w:t>
      </w:r>
    </w:p>
    <w:p w:rsidR="006974AE" w:rsidRDefault="006974AE" w:rsidP="006974AE">
      <w:r>
        <w:t>282.6716</w:t>
      </w:r>
      <w:r>
        <w:tab/>
        <w:t>1.013e0</w:t>
      </w:r>
    </w:p>
    <w:p w:rsidR="006974AE" w:rsidRDefault="006974AE" w:rsidP="006974AE">
      <w:r>
        <w:t>282.6943</w:t>
      </w:r>
      <w:r>
        <w:tab/>
        <w:t>1.013e0</w:t>
      </w:r>
    </w:p>
    <w:p w:rsidR="006974AE" w:rsidRDefault="006974AE" w:rsidP="006974AE">
      <w:r>
        <w:t>282.7302</w:t>
      </w:r>
      <w:r>
        <w:tab/>
        <w:t>1.013e0</w:t>
      </w:r>
    </w:p>
    <w:p w:rsidR="006974AE" w:rsidRDefault="006974AE" w:rsidP="006974AE">
      <w:r>
        <w:t>282.7349</w:t>
      </w:r>
      <w:r>
        <w:tab/>
        <w:t>1.013e0</w:t>
      </w:r>
    </w:p>
    <w:p w:rsidR="006974AE" w:rsidRDefault="006974AE" w:rsidP="006974AE">
      <w:r>
        <w:t>282.7513</w:t>
      </w:r>
      <w:r>
        <w:tab/>
        <w:t>1.013e0</w:t>
      </w:r>
    </w:p>
    <w:p w:rsidR="006974AE" w:rsidRDefault="006974AE" w:rsidP="006974AE">
      <w:r>
        <w:t>282.7561</w:t>
      </w:r>
      <w:r>
        <w:tab/>
        <w:t>1.013e0</w:t>
      </w:r>
    </w:p>
    <w:p w:rsidR="006974AE" w:rsidRDefault="006974AE" w:rsidP="006974AE">
      <w:r>
        <w:t>282.7799</w:t>
      </w:r>
      <w:r>
        <w:tab/>
        <w:t>2.025e0</w:t>
      </w:r>
    </w:p>
    <w:p w:rsidR="006974AE" w:rsidRDefault="006974AE" w:rsidP="006974AE">
      <w:r>
        <w:t>282.7928</w:t>
      </w:r>
      <w:r>
        <w:tab/>
        <w:t>1.013e0</w:t>
      </w:r>
    </w:p>
    <w:p w:rsidR="006974AE" w:rsidRDefault="006974AE" w:rsidP="006974AE">
      <w:r>
        <w:t>282.8057</w:t>
      </w:r>
      <w:r>
        <w:tab/>
        <w:t>1.013e0</w:t>
      </w:r>
    </w:p>
    <w:p w:rsidR="006974AE" w:rsidRDefault="006974AE" w:rsidP="006974AE">
      <w:r>
        <w:t>282.8094</w:t>
      </w:r>
      <w:r>
        <w:tab/>
        <w:t>1.013e0</w:t>
      </w:r>
    </w:p>
    <w:p w:rsidR="006974AE" w:rsidRDefault="006974AE" w:rsidP="006974AE">
      <w:r>
        <w:t>282.8260</w:t>
      </w:r>
      <w:r>
        <w:tab/>
        <w:t>2.025e0</w:t>
      </w:r>
    </w:p>
    <w:p w:rsidR="006974AE" w:rsidRDefault="006974AE" w:rsidP="006974AE">
      <w:r>
        <w:t>282.8290</w:t>
      </w:r>
      <w:r>
        <w:tab/>
        <w:t>1.013e0</w:t>
      </w:r>
    </w:p>
    <w:p w:rsidR="006974AE" w:rsidRDefault="006974AE" w:rsidP="006974AE">
      <w:r>
        <w:t>282.8726</w:t>
      </w:r>
      <w:r>
        <w:tab/>
        <w:t>1.013e0</w:t>
      </w:r>
    </w:p>
    <w:p w:rsidR="006974AE" w:rsidRDefault="006974AE" w:rsidP="006974AE">
      <w:r>
        <w:t>282.8998</w:t>
      </w:r>
      <w:r>
        <w:tab/>
        <w:t>1.013e0</w:t>
      </w:r>
    </w:p>
    <w:p w:rsidR="006974AE" w:rsidRDefault="006974AE" w:rsidP="006974AE">
      <w:r>
        <w:t>282.9036</w:t>
      </w:r>
      <w:r>
        <w:tab/>
        <w:t>1.013e0</w:t>
      </w:r>
    </w:p>
    <w:p w:rsidR="006974AE" w:rsidRDefault="006974AE" w:rsidP="006974AE">
      <w:r>
        <w:t>282.9076</w:t>
      </w:r>
      <w:r>
        <w:tab/>
        <w:t>1.013e0</w:t>
      </w:r>
    </w:p>
    <w:p w:rsidR="006974AE" w:rsidRDefault="006974AE" w:rsidP="006974AE">
      <w:r>
        <w:t>282.9116</w:t>
      </w:r>
      <w:r>
        <w:tab/>
        <w:t>1.013e0</w:t>
      </w:r>
    </w:p>
    <w:p w:rsidR="006974AE" w:rsidRDefault="006974AE" w:rsidP="006974AE">
      <w:r>
        <w:lastRenderedPageBreak/>
        <w:t>282.9215</w:t>
      </w:r>
      <w:r>
        <w:tab/>
        <w:t>2.025e0</w:t>
      </w:r>
    </w:p>
    <w:p w:rsidR="006974AE" w:rsidRDefault="006974AE" w:rsidP="006974AE">
      <w:r>
        <w:t>282.9535</w:t>
      </w:r>
      <w:r>
        <w:tab/>
        <w:t>1.013e0</w:t>
      </w:r>
    </w:p>
    <w:p w:rsidR="006974AE" w:rsidRDefault="006974AE" w:rsidP="006974AE">
      <w:r>
        <w:t>282.9747</w:t>
      </w:r>
      <w:r>
        <w:tab/>
        <w:t>1.013e0</w:t>
      </w:r>
    </w:p>
    <w:p w:rsidR="006974AE" w:rsidRDefault="006974AE" w:rsidP="006974AE">
      <w:r>
        <w:t>282.9781</w:t>
      </w:r>
      <w:r>
        <w:tab/>
        <w:t>3.038e0</w:t>
      </w:r>
    </w:p>
    <w:p w:rsidR="006974AE" w:rsidRDefault="006974AE" w:rsidP="006974AE">
      <w:r>
        <w:t>282.9844</w:t>
      </w:r>
      <w:r>
        <w:tab/>
        <w:t>2.025e0</w:t>
      </w:r>
    </w:p>
    <w:p w:rsidR="006974AE" w:rsidRDefault="006974AE" w:rsidP="006974AE">
      <w:r>
        <w:t>282.9903</w:t>
      </w:r>
      <w:r>
        <w:tab/>
        <w:t>3.038e0</w:t>
      </w:r>
    </w:p>
    <w:p w:rsidR="006974AE" w:rsidRDefault="006974AE" w:rsidP="006974AE">
      <w:r>
        <w:t>283.0105</w:t>
      </w:r>
      <w:r>
        <w:tab/>
        <w:t>1.013e0</w:t>
      </w:r>
    </w:p>
    <w:p w:rsidR="006974AE" w:rsidRDefault="006974AE" w:rsidP="006974AE">
      <w:r>
        <w:t>283.0256</w:t>
      </w:r>
      <w:r>
        <w:tab/>
        <w:t>1.013e0</w:t>
      </w:r>
    </w:p>
    <w:p w:rsidR="006974AE" w:rsidRDefault="006974AE" w:rsidP="006974AE">
      <w:r>
        <w:t>283.0335</w:t>
      </w:r>
      <w:r>
        <w:tab/>
        <w:t>2.025e0</w:t>
      </w:r>
    </w:p>
    <w:p w:rsidR="006974AE" w:rsidRDefault="006974AE" w:rsidP="006974AE">
      <w:r>
        <w:t>283.0413</w:t>
      </w:r>
      <w:r>
        <w:tab/>
        <w:t>1.013e0</w:t>
      </w:r>
    </w:p>
    <w:p w:rsidR="006974AE" w:rsidRDefault="006974AE" w:rsidP="006974AE">
      <w:r>
        <w:t>283.0440</w:t>
      </w:r>
      <w:r>
        <w:tab/>
        <w:t>2.366e0</w:t>
      </w:r>
    </w:p>
    <w:p w:rsidR="006974AE" w:rsidRDefault="006974AE" w:rsidP="006974AE">
      <w:r>
        <w:t>283.0493</w:t>
      </w:r>
      <w:r>
        <w:tab/>
        <w:t>2.025e0</w:t>
      </w:r>
    </w:p>
    <w:p w:rsidR="006974AE" w:rsidRDefault="006974AE" w:rsidP="006974AE">
      <w:r>
        <w:t>283.0508</w:t>
      </w:r>
      <w:r>
        <w:tab/>
        <w:t>3.508e0</w:t>
      </w:r>
    </w:p>
    <w:p w:rsidR="006974AE" w:rsidRDefault="006974AE" w:rsidP="006974AE">
      <w:r>
        <w:t>283.0523</w:t>
      </w:r>
      <w:r>
        <w:tab/>
        <w:t>3.038e0</w:t>
      </w:r>
    </w:p>
    <w:p w:rsidR="006974AE" w:rsidRDefault="006974AE" w:rsidP="006974AE">
      <w:r>
        <w:t>283.0560</w:t>
      </w:r>
      <w:r>
        <w:tab/>
        <w:t>2.025e0</w:t>
      </w:r>
    </w:p>
    <w:p w:rsidR="006974AE" w:rsidRDefault="006974AE" w:rsidP="006974AE">
      <w:r>
        <w:t>283.0777</w:t>
      </w:r>
      <w:r>
        <w:tab/>
        <w:t>3.038e0</w:t>
      </w:r>
    </w:p>
    <w:p w:rsidR="006974AE" w:rsidRDefault="006974AE" w:rsidP="006974AE">
      <w:r>
        <w:t>283.0920</w:t>
      </w:r>
      <w:r>
        <w:tab/>
        <w:t>1.013e0</w:t>
      </w:r>
    </w:p>
    <w:p w:rsidR="006974AE" w:rsidRDefault="006974AE" w:rsidP="006974AE">
      <w:r>
        <w:t>283.1044</w:t>
      </w:r>
      <w:r>
        <w:tab/>
        <w:t>1.013e0</w:t>
      </w:r>
    </w:p>
    <w:p w:rsidR="006974AE" w:rsidRDefault="006974AE" w:rsidP="006974AE">
      <w:r>
        <w:t>283.1068</w:t>
      </w:r>
      <w:r>
        <w:tab/>
        <w:t>2.025e0</w:t>
      </w:r>
    </w:p>
    <w:p w:rsidR="006974AE" w:rsidRDefault="006974AE" w:rsidP="006974AE">
      <w:r>
        <w:lastRenderedPageBreak/>
        <w:t>283.1238</w:t>
      </w:r>
      <w:r>
        <w:tab/>
        <w:t>1.013e0</w:t>
      </w:r>
    </w:p>
    <w:p w:rsidR="006974AE" w:rsidRDefault="006974AE" w:rsidP="006974AE">
      <w:r>
        <w:t>283.1509</w:t>
      </w:r>
      <w:r>
        <w:tab/>
        <w:t>5.063e0</w:t>
      </w:r>
    </w:p>
    <w:p w:rsidR="006974AE" w:rsidRDefault="006974AE" w:rsidP="006974AE">
      <w:r>
        <w:t>283.1591</w:t>
      </w:r>
      <w:r>
        <w:tab/>
        <w:t>4.051e0</w:t>
      </w:r>
    </w:p>
    <w:p w:rsidR="006974AE" w:rsidRDefault="006974AE" w:rsidP="006974AE">
      <w:r>
        <w:t>283.1711</w:t>
      </w:r>
      <w:r>
        <w:tab/>
        <w:t>2.025e0</w:t>
      </w:r>
    </w:p>
    <w:p w:rsidR="006974AE" w:rsidRDefault="006974AE" w:rsidP="006974AE">
      <w:r>
        <w:t>283.1753</w:t>
      </w:r>
      <w:r>
        <w:tab/>
        <w:t>2.025e0</w:t>
      </w:r>
    </w:p>
    <w:p w:rsidR="006974AE" w:rsidRDefault="006974AE" w:rsidP="006974AE">
      <w:r>
        <w:t>283.1873</w:t>
      </w:r>
      <w:r>
        <w:tab/>
        <w:t>2.025e0</w:t>
      </w:r>
    </w:p>
    <w:p w:rsidR="006974AE" w:rsidRDefault="006974AE" w:rsidP="006974AE">
      <w:r>
        <w:t>283.2022</w:t>
      </w:r>
      <w:r>
        <w:tab/>
        <w:t>2.025e0</w:t>
      </w:r>
    </w:p>
    <w:p w:rsidR="006974AE" w:rsidRDefault="006974AE" w:rsidP="006974AE">
      <w:r>
        <w:t>283.2260</w:t>
      </w:r>
      <w:r>
        <w:tab/>
        <w:t>2.025e0</w:t>
      </w:r>
    </w:p>
    <w:p w:rsidR="006974AE" w:rsidRDefault="006974AE" w:rsidP="006974AE">
      <w:r>
        <w:t>283.2299</w:t>
      </w:r>
      <w:r>
        <w:tab/>
        <w:t>3.038e0</w:t>
      </w:r>
    </w:p>
    <w:p w:rsidR="006974AE" w:rsidRDefault="006974AE" w:rsidP="006974AE">
      <w:r>
        <w:t>283.2344</w:t>
      </w:r>
      <w:r>
        <w:tab/>
        <w:t>2.025e0</w:t>
      </w:r>
    </w:p>
    <w:p w:rsidR="006974AE" w:rsidRDefault="006974AE" w:rsidP="006974AE">
      <w:r>
        <w:t>283.2384</w:t>
      </w:r>
      <w:r>
        <w:tab/>
        <w:t>1.013e0</w:t>
      </w:r>
    </w:p>
    <w:p w:rsidR="006974AE" w:rsidRDefault="006974AE" w:rsidP="006974AE">
      <w:r>
        <w:t>283.2799</w:t>
      </w:r>
      <w:r>
        <w:tab/>
        <w:t>1.013e0</w:t>
      </w:r>
    </w:p>
    <w:p w:rsidR="006974AE" w:rsidRDefault="006974AE" w:rsidP="006974AE">
      <w:r>
        <w:t>283.2846</w:t>
      </w:r>
      <w:r>
        <w:tab/>
        <w:t>1.013e0</w:t>
      </w:r>
    </w:p>
    <w:p w:rsidR="006974AE" w:rsidRDefault="006974AE" w:rsidP="006974AE">
      <w:r>
        <w:t>283.2926</w:t>
      </w:r>
      <w:r>
        <w:tab/>
        <w:t>1.013e0</w:t>
      </w:r>
    </w:p>
    <w:p w:rsidR="006974AE" w:rsidRDefault="006974AE" w:rsidP="006974AE">
      <w:r>
        <w:t>283.2966</w:t>
      </w:r>
      <w:r>
        <w:tab/>
        <w:t>2.025e0</w:t>
      </w:r>
    </w:p>
    <w:p w:rsidR="006974AE" w:rsidRDefault="006974AE" w:rsidP="006974AE">
      <w:r>
        <w:t>283.3319</w:t>
      </w:r>
      <w:r>
        <w:tab/>
        <w:t>1.013e0</w:t>
      </w:r>
    </w:p>
    <w:p w:rsidR="006974AE" w:rsidRDefault="006974AE" w:rsidP="006974AE">
      <w:r>
        <w:t>283.3478</w:t>
      </w:r>
      <w:r>
        <w:tab/>
        <w:t>1.013e0</w:t>
      </w:r>
    </w:p>
    <w:p w:rsidR="006974AE" w:rsidRDefault="006974AE" w:rsidP="006974AE">
      <w:r>
        <w:t>283.3871</w:t>
      </w:r>
      <w:r>
        <w:tab/>
        <w:t>1.013e0</w:t>
      </w:r>
    </w:p>
    <w:p w:rsidR="006974AE" w:rsidRDefault="006974AE" w:rsidP="006974AE">
      <w:r>
        <w:t>283.3909</w:t>
      </w:r>
      <w:r>
        <w:tab/>
        <w:t>1.013e0</w:t>
      </w:r>
    </w:p>
    <w:p w:rsidR="006974AE" w:rsidRDefault="006974AE" w:rsidP="006974AE">
      <w:r>
        <w:lastRenderedPageBreak/>
        <w:t>283.4069</w:t>
      </w:r>
      <w:r>
        <w:tab/>
        <w:t>2.025e0</w:t>
      </w:r>
    </w:p>
    <w:p w:rsidR="006974AE" w:rsidRDefault="006974AE" w:rsidP="006974AE">
      <w:r>
        <w:t>283.4578</w:t>
      </w:r>
      <w:r>
        <w:tab/>
        <w:t>1.013e0</w:t>
      </w:r>
    </w:p>
    <w:p w:rsidR="006974AE" w:rsidRDefault="006974AE" w:rsidP="006974AE">
      <w:r>
        <w:t>283.4620</w:t>
      </w:r>
      <w:r>
        <w:tab/>
        <w:t>1.013e0</w:t>
      </w:r>
    </w:p>
    <w:p w:rsidR="006974AE" w:rsidRDefault="006974AE" w:rsidP="006974AE">
      <w:r>
        <w:t>283.4851</w:t>
      </w:r>
      <w:r>
        <w:tab/>
        <w:t>1.013e0</w:t>
      </w:r>
    </w:p>
    <w:p w:rsidR="006974AE" w:rsidRDefault="006974AE" w:rsidP="006974AE">
      <w:r>
        <w:t>283.4895</w:t>
      </w:r>
      <w:r>
        <w:tab/>
        <w:t>1.013e0</w:t>
      </w:r>
    </w:p>
    <w:p w:rsidR="006974AE" w:rsidRDefault="006974AE" w:rsidP="006974AE">
      <w:r>
        <w:t>283.5125</w:t>
      </w:r>
      <w:r>
        <w:tab/>
        <w:t>1.013e0</w:t>
      </w:r>
    </w:p>
    <w:p w:rsidR="006974AE" w:rsidRDefault="006974AE" w:rsidP="006974AE">
      <w:r>
        <w:t>283.5483</w:t>
      </w:r>
      <w:r>
        <w:tab/>
        <w:t>1.013e0</w:t>
      </w:r>
    </w:p>
    <w:p w:rsidR="006974AE" w:rsidRDefault="006974AE" w:rsidP="006974AE">
      <w:r>
        <w:t>283.5967</w:t>
      </w:r>
      <w:r>
        <w:tab/>
        <w:t>1.013e0</w:t>
      </w:r>
    </w:p>
    <w:p w:rsidR="006974AE" w:rsidRDefault="006974AE" w:rsidP="006974AE">
      <w:r>
        <w:t>283.6073</w:t>
      </w:r>
      <w:r>
        <w:tab/>
        <w:t>1.013e0</w:t>
      </w:r>
    </w:p>
    <w:p w:rsidR="006974AE" w:rsidRDefault="006974AE" w:rsidP="006974AE">
      <w:r>
        <w:t>283.6152</w:t>
      </w:r>
      <w:r>
        <w:tab/>
        <w:t>1.013e0</w:t>
      </w:r>
    </w:p>
    <w:p w:rsidR="006974AE" w:rsidRDefault="006974AE" w:rsidP="006974AE">
      <w:r>
        <w:t>283.6463</w:t>
      </w:r>
      <w:r>
        <w:tab/>
        <w:t>1.013e0</w:t>
      </w:r>
    </w:p>
    <w:p w:rsidR="006974AE" w:rsidRDefault="006974AE" w:rsidP="006974AE">
      <w:r>
        <w:t>283.6780</w:t>
      </w:r>
      <w:r>
        <w:tab/>
        <w:t>1.013e0</w:t>
      </w:r>
    </w:p>
    <w:p w:rsidR="006974AE" w:rsidRDefault="006974AE" w:rsidP="006974AE">
      <w:r>
        <w:t>283.6818</w:t>
      </w:r>
      <w:r>
        <w:tab/>
        <w:t>1.013e0</w:t>
      </w:r>
    </w:p>
    <w:p w:rsidR="006974AE" w:rsidRDefault="006974AE" w:rsidP="006974AE">
      <w:r>
        <w:t>283.7055</w:t>
      </w:r>
      <w:r>
        <w:tab/>
        <w:t>1.013e0</w:t>
      </w:r>
    </w:p>
    <w:p w:rsidR="006974AE" w:rsidRDefault="006974AE" w:rsidP="006974AE">
      <w:r>
        <w:t>283.7358</w:t>
      </w:r>
      <w:r>
        <w:tab/>
        <w:t>2.025e0</w:t>
      </w:r>
    </w:p>
    <w:p w:rsidR="006974AE" w:rsidRDefault="006974AE" w:rsidP="006974AE">
      <w:r>
        <w:t>283.7409</w:t>
      </w:r>
      <w:r>
        <w:tab/>
        <w:t>1.013e0</w:t>
      </w:r>
    </w:p>
    <w:p w:rsidR="006974AE" w:rsidRDefault="006974AE" w:rsidP="006974AE">
      <w:r>
        <w:t>283.7801</w:t>
      </w:r>
      <w:r>
        <w:tab/>
        <w:t>1.013e0</w:t>
      </w:r>
    </w:p>
    <w:p w:rsidR="006974AE" w:rsidRDefault="006974AE" w:rsidP="006974AE">
      <w:r>
        <w:t>283.7944</w:t>
      </w:r>
      <w:r>
        <w:tab/>
        <w:t>2.025e0</w:t>
      </w:r>
    </w:p>
    <w:p w:rsidR="006974AE" w:rsidRDefault="006974AE" w:rsidP="006974AE">
      <w:r>
        <w:t>283.8306</w:t>
      </w:r>
      <w:r>
        <w:tab/>
        <w:t>1.013e0</w:t>
      </w:r>
    </w:p>
    <w:p w:rsidR="006974AE" w:rsidRDefault="006974AE" w:rsidP="006974AE">
      <w:r>
        <w:lastRenderedPageBreak/>
        <w:t>283.8469</w:t>
      </w:r>
      <w:r>
        <w:tab/>
        <w:t>1.013e0</w:t>
      </w:r>
    </w:p>
    <w:p w:rsidR="006974AE" w:rsidRDefault="006974AE" w:rsidP="006974AE">
      <w:r>
        <w:t>283.8570</w:t>
      </w:r>
      <w:r>
        <w:tab/>
        <w:t>1.013e0</w:t>
      </w:r>
    </w:p>
    <w:p w:rsidR="006974AE" w:rsidRDefault="006974AE" w:rsidP="006974AE">
      <w:r>
        <w:t>283.8706</w:t>
      </w:r>
      <w:r>
        <w:tab/>
        <w:t>3.038e0</w:t>
      </w:r>
    </w:p>
    <w:p w:rsidR="006974AE" w:rsidRDefault="006974AE" w:rsidP="006974AE">
      <w:r>
        <w:t>283.9017</w:t>
      </w:r>
      <w:r>
        <w:tab/>
        <w:t>1.013e0</w:t>
      </w:r>
    </w:p>
    <w:p w:rsidR="006974AE" w:rsidRDefault="006974AE" w:rsidP="006974AE">
      <w:r>
        <w:t>283.9102</w:t>
      </w:r>
      <w:r>
        <w:tab/>
        <w:t>1.013e0</w:t>
      </w:r>
    </w:p>
    <w:p w:rsidR="006974AE" w:rsidRDefault="006974AE" w:rsidP="006974AE">
      <w:r>
        <w:t>283.9142</w:t>
      </w:r>
      <w:r>
        <w:tab/>
        <w:t>1.013e0</w:t>
      </w:r>
    </w:p>
    <w:p w:rsidR="006974AE" w:rsidRDefault="006974AE" w:rsidP="006974AE">
      <w:r>
        <w:t>283.9190</w:t>
      </w:r>
      <w:r>
        <w:tab/>
        <w:t>1.013e0</w:t>
      </w:r>
    </w:p>
    <w:p w:rsidR="006974AE" w:rsidRDefault="006974AE" w:rsidP="006974AE">
      <w:r>
        <w:t>283.9242</w:t>
      </w:r>
      <w:r>
        <w:tab/>
        <w:t>1.013e0</w:t>
      </w:r>
    </w:p>
    <w:p w:rsidR="006974AE" w:rsidRDefault="006974AE" w:rsidP="006974AE">
      <w:r>
        <w:t>283.9554</w:t>
      </w:r>
      <w:r>
        <w:tab/>
        <w:t>1.013e0</w:t>
      </w:r>
    </w:p>
    <w:p w:rsidR="006974AE" w:rsidRDefault="006974AE" w:rsidP="006974AE">
      <w:r>
        <w:t>283.9727</w:t>
      </w:r>
      <w:r>
        <w:tab/>
        <w:t>1.013e0</w:t>
      </w:r>
    </w:p>
    <w:p w:rsidR="006974AE" w:rsidRDefault="006974AE" w:rsidP="006974AE">
      <w:r>
        <w:t>283.9766</w:t>
      </w:r>
      <w:r>
        <w:tab/>
        <w:t>1.013e0</w:t>
      </w:r>
    </w:p>
    <w:p w:rsidR="006974AE" w:rsidRDefault="006974AE" w:rsidP="006974AE">
      <w:r>
        <w:t>283.9809</w:t>
      </w:r>
      <w:r>
        <w:tab/>
        <w:t>2.025e0</w:t>
      </w:r>
    </w:p>
    <w:p w:rsidR="006974AE" w:rsidRDefault="006974AE" w:rsidP="006974AE">
      <w:r>
        <w:t>284.0001</w:t>
      </w:r>
      <w:r>
        <w:tab/>
        <w:t>1.013e0</w:t>
      </w:r>
    </w:p>
    <w:p w:rsidR="006974AE" w:rsidRDefault="006974AE" w:rsidP="006974AE">
      <w:r>
        <w:t>284.0160</w:t>
      </w:r>
      <w:r>
        <w:tab/>
        <w:t>2.025e0</w:t>
      </w:r>
    </w:p>
    <w:p w:rsidR="006974AE" w:rsidRDefault="006974AE" w:rsidP="006974AE">
      <w:r>
        <w:t>284.0182</w:t>
      </w:r>
      <w:r>
        <w:tab/>
        <w:t>1.013e0</w:t>
      </w:r>
    </w:p>
    <w:p w:rsidR="006974AE" w:rsidRDefault="006974AE" w:rsidP="006974AE">
      <w:r>
        <w:t>284.0239</w:t>
      </w:r>
      <w:r>
        <w:tab/>
        <w:t>3.038e0</w:t>
      </w:r>
    </w:p>
    <w:p w:rsidR="006974AE" w:rsidRDefault="006974AE" w:rsidP="006974AE">
      <w:r>
        <w:t>284.0279</w:t>
      </w:r>
      <w:r>
        <w:tab/>
        <w:t>1.013e0</w:t>
      </w:r>
    </w:p>
    <w:p w:rsidR="006974AE" w:rsidRDefault="006974AE" w:rsidP="006974AE">
      <w:r>
        <w:t>284.0399</w:t>
      </w:r>
      <w:r>
        <w:tab/>
        <w:t>1.013e0</w:t>
      </w:r>
    </w:p>
    <w:p w:rsidR="006974AE" w:rsidRDefault="006974AE" w:rsidP="006974AE">
      <w:r>
        <w:t>284.0491</w:t>
      </w:r>
      <w:r>
        <w:tab/>
        <w:t>1.013e0</w:t>
      </w:r>
    </w:p>
    <w:p w:rsidR="006974AE" w:rsidRDefault="006974AE" w:rsidP="006974AE">
      <w:r>
        <w:lastRenderedPageBreak/>
        <w:t>284.0594</w:t>
      </w:r>
      <w:r>
        <w:tab/>
        <w:t>1.013e0</w:t>
      </w:r>
    </w:p>
    <w:p w:rsidR="006974AE" w:rsidRDefault="006974AE" w:rsidP="006974AE">
      <w:r>
        <w:t>284.0733</w:t>
      </w:r>
      <w:r>
        <w:tab/>
        <w:t>2.025e0</w:t>
      </w:r>
    </w:p>
    <w:p w:rsidR="006974AE" w:rsidRDefault="006974AE" w:rsidP="006974AE">
      <w:r>
        <w:t>284.0754</w:t>
      </w:r>
      <w:r>
        <w:tab/>
        <w:t>1.013e0</w:t>
      </w:r>
    </w:p>
    <w:p w:rsidR="006974AE" w:rsidRDefault="006974AE" w:rsidP="006974AE">
      <w:r>
        <w:t>284.0909</w:t>
      </w:r>
      <w:r>
        <w:tab/>
        <w:t>1.013e0</w:t>
      </w:r>
    </w:p>
    <w:p w:rsidR="006974AE" w:rsidRDefault="006974AE" w:rsidP="006974AE">
      <w:r>
        <w:t>284.1027</w:t>
      </w:r>
      <w:r>
        <w:tab/>
        <w:t>2.025e0</w:t>
      </w:r>
    </w:p>
    <w:p w:rsidR="006974AE" w:rsidRDefault="006974AE" w:rsidP="006974AE">
      <w:r>
        <w:t>284.1169</w:t>
      </w:r>
      <w:r>
        <w:tab/>
        <w:t>2.025e0</w:t>
      </w:r>
    </w:p>
    <w:p w:rsidR="006974AE" w:rsidRDefault="006974AE" w:rsidP="006974AE">
      <w:r>
        <w:t>284.1279</w:t>
      </w:r>
      <w:r>
        <w:tab/>
        <w:t>4.051e0</w:t>
      </w:r>
    </w:p>
    <w:p w:rsidR="006974AE" w:rsidRDefault="006974AE" w:rsidP="006974AE">
      <w:r>
        <w:t>284.1431</w:t>
      </w:r>
      <w:r>
        <w:tab/>
        <w:t>1.013e0</w:t>
      </w:r>
    </w:p>
    <w:p w:rsidR="006974AE" w:rsidRDefault="006974AE" w:rsidP="006974AE">
      <w:r>
        <w:t>284.1483</w:t>
      </w:r>
      <w:r>
        <w:tab/>
        <w:t>1.013e0</w:t>
      </w:r>
    </w:p>
    <w:p w:rsidR="006974AE" w:rsidRDefault="006974AE" w:rsidP="006974AE">
      <w:r>
        <w:t>284.1535</w:t>
      </w:r>
      <w:r>
        <w:tab/>
        <w:t>1.013e0</w:t>
      </w:r>
    </w:p>
    <w:p w:rsidR="006974AE" w:rsidRDefault="006974AE" w:rsidP="006974AE">
      <w:r>
        <w:t>284.1573</w:t>
      </w:r>
      <w:r>
        <w:tab/>
        <w:t>1.013e0</w:t>
      </w:r>
    </w:p>
    <w:p w:rsidR="006974AE" w:rsidRDefault="006974AE" w:rsidP="006974AE">
      <w:r>
        <w:t>284.1654</w:t>
      </w:r>
      <w:r>
        <w:tab/>
        <w:t>1.013e0</w:t>
      </w:r>
    </w:p>
    <w:p w:rsidR="006974AE" w:rsidRDefault="006974AE" w:rsidP="006974AE">
      <w:r>
        <w:t>284.1697</w:t>
      </w:r>
      <w:r>
        <w:tab/>
        <w:t>1.013e0</w:t>
      </w:r>
    </w:p>
    <w:p w:rsidR="006974AE" w:rsidRDefault="006974AE" w:rsidP="006974AE">
      <w:r>
        <w:t>284.1888</w:t>
      </w:r>
      <w:r>
        <w:tab/>
        <w:t>1.013e0</w:t>
      </w:r>
    </w:p>
    <w:p w:rsidR="006974AE" w:rsidRDefault="006974AE" w:rsidP="006974AE">
      <w:r>
        <w:t>284.2008</w:t>
      </w:r>
      <w:r>
        <w:tab/>
        <w:t>1.013e0</w:t>
      </w:r>
    </w:p>
    <w:p w:rsidR="006974AE" w:rsidRDefault="006974AE" w:rsidP="006974AE">
      <w:r>
        <w:t>284.2114</w:t>
      </w:r>
      <w:r>
        <w:tab/>
        <w:t>3.626e0</w:t>
      </w:r>
    </w:p>
    <w:p w:rsidR="006974AE" w:rsidRDefault="006974AE" w:rsidP="006974AE">
      <w:r>
        <w:t>284.2131</w:t>
      </w:r>
      <w:r>
        <w:tab/>
        <w:t>2.025e0</w:t>
      </w:r>
    </w:p>
    <w:p w:rsidR="006974AE" w:rsidRDefault="006974AE" w:rsidP="006974AE">
      <w:r>
        <w:t>284.2158</w:t>
      </w:r>
      <w:r>
        <w:tab/>
        <w:t>2.025e0</w:t>
      </w:r>
    </w:p>
    <w:p w:rsidR="006974AE" w:rsidRDefault="006974AE" w:rsidP="006974AE">
      <w:r>
        <w:t>284.2245</w:t>
      </w:r>
      <w:r>
        <w:tab/>
        <w:t>1.013e0</w:t>
      </w:r>
    </w:p>
    <w:p w:rsidR="006974AE" w:rsidRDefault="006974AE" w:rsidP="006974AE">
      <w:r>
        <w:lastRenderedPageBreak/>
        <w:t>284.2283</w:t>
      </w:r>
      <w:r>
        <w:tab/>
        <w:t>1.013e0</w:t>
      </w:r>
    </w:p>
    <w:p w:rsidR="006974AE" w:rsidRDefault="006974AE" w:rsidP="006974AE">
      <w:r>
        <w:t>284.2394</w:t>
      </w:r>
      <w:r>
        <w:tab/>
        <w:t>2.025e0</w:t>
      </w:r>
    </w:p>
    <w:p w:rsidR="006974AE" w:rsidRDefault="006974AE" w:rsidP="006974AE">
      <w:r>
        <w:t>284.2784</w:t>
      </w:r>
      <w:r>
        <w:tab/>
        <w:t>1.013e0</w:t>
      </w:r>
    </w:p>
    <w:p w:rsidR="006974AE" w:rsidRDefault="006974AE" w:rsidP="006974AE">
      <w:r>
        <w:t>284.2832</w:t>
      </w:r>
      <w:r>
        <w:tab/>
        <w:t>2.025e0</w:t>
      </w:r>
    </w:p>
    <w:p w:rsidR="006974AE" w:rsidRDefault="006974AE" w:rsidP="006974AE">
      <w:r>
        <w:t>284.2874</w:t>
      </w:r>
      <w:r>
        <w:tab/>
        <w:t>1.013e0</w:t>
      </w:r>
    </w:p>
    <w:p w:rsidR="006974AE" w:rsidRDefault="006974AE" w:rsidP="006974AE">
      <w:r>
        <w:t>284.2931</w:t>
      </w:r>
      <w:r>
        <w:tab/>
        <w:t>2.025e0</w:t>
      </w:r>
    </w:p>
    <w:p w:rsidR="006974AE" w:rsidRDefault="006974AE" w:rsidP="006974AE">
      <w:r>
        <w:t>284.3043</w:t>
      </w:r>
      <w:r>
        <w:tab/>
        <w:t>2.025e0</w:t>
      </w:r>
    </w:p>
    <w:p w:rsidR="006974AE" w:rsidRDefault="006974AE" w:rsidP="006974AE">
      <w:r>
        <w:t>284.3309</w:t>
      </w:r>
      <w:r>
        <w:tab/>
        <w:t>1.013e0</w:t>
      </w:r>
    </w:p>
    <w:p w:rsidR="006974AE" w:rsidRDefault="006974AE" w:rsidP="006974AE">
      <w:r>
        <w:t>284.3350</w:t>
      </w:r>
      <w:r>
        <w:tab/>
        <w:t>3.038e0</w:t>
      </w:r>
    </w:p>
    <w:p w:rsidR="006974AE" w:rsidRDefault="006974AE" w:rsidP="006974AE">
      <w:r>
        <w:t>284.3407</w:t>
      </w:r>
      <w:r>
        <w:tab/>
        <w:t>2.025e0</w:t>
      </w:r>
    </w:p>
    <w:p w:rsidR="006974AE" w:rsidRDefault="006974AE" w:rsidP="006974AE">
      <w:r>
        <w:t>284.3581</w:t>
      </w:r>
      <w:r>
        <w:tab/>
        <w:t>1.013e0</w:t>
      </w:r>
    </w:p>
    <w:p w:rsidR="006974AE" w:rsidRDefault="006974AE" w:rsidP="006974AE">
      <w:r>
        <w:t>284.3858</w:t>
      </w:r>
      <w:r>
        <w:tab/>
        <w:t>1.013e0</w:t>
      </w:r>
    </w:p>
    <w:p w:rsidR="006974AE" w:rsidRDefault="006974AE" w:rsidP="006974AE">
      <w:r>
        <w:t>284.4133</w:t>
      </w:r>
      <w:r>
        <w:tab/>
        <w:t>1.013e0</w:t>
      </w:r>
    </w:p>
    <w:p w:rsidR="006974AE" w:rsidRDefault="006974AE" w:rsidP="006974AE">
      <w:r>
        <w:t>284.4213</w:t>
      </w:r>
      <w:r>
        <w:tab/>
        <w:t>1.013e0</w:t>
      </w:r>
    </w:p>
    <w:p w:rsidR="006974AE" w:rsidRDefault="006974AE" w:rsidP="006974AE">
      <w:r>
        <w:t>284.4415</w:t>
      </w:r>
      <w:r>
        <w:tab/>
        <w:t>2.025e0</w:t>
      </w:r>
    </w:p>
    <w:p w:rsidR="006974AE" w:rsidRDefault="006974AE" w:rsidP="006974AE">
      <w:r>
        <w:t>284.4879</w:t>
      </w:r>
      <w:r>
        <w:tab/>
        <w:t>1.013e0</w:t>
      </w:r>
    </w:p>
    <w:p w:rsidR="006974AE" w:rsidRDefault="006974AE" w:rsidP="006974AE">
      <w:r>
        <w:t>284.5114</w:t>
      </w:r>
      <w:r>
        <w:tab/>
        <w:t>3.038e0</w:t>
      </w:r>
    </w:p>
    <w:p w:rsidR="006974AE" w:rsidRDefault="006974AE" w:rsidP="006974AE">
      <w:r>
        <w:t>284.5284</w:t>
      </w:r>
      <w:r>
        <w:tab/>
        <w:t>1.013e0</w:t>
      </w:r>
    </w:p>
    <w:p w:rsidR="006974AE" w:rsidRDefault="006974AE" w:rsidP="006974AE">
      <w:r>
        <w:t>284.5597</w:t>
      </w:r>
      <w:r>
        <w:tab/>
        <w:t>2.025e0</w:t>
      </w:r>
    </w:p>
    <w:p w:rsidR="006974AE" w:rsidRDefault="006974AE" w:rsidP="006974AE">
      <w:r>
        <w:lastRenderedPageBreak/>
        <w:t>284.5756</w:t>
      </w:r>
      <w:r>
        <w:tab/>
        <w:t>2.025e0</w:t>
      </w:r>
    </w:p>
    <w:p w:rsidR="006974AE" w:rsidRDefault="006974AE" w:rsidP="006974AE">
      <w:r>
        <w:t>284.5785</w:t>
      </w:r>
      <w:r>
        <w:tab/>
        <w:t>1.013e0</w:t>
      </w:r>
    </w:p>
    <w:p w:rsidR="006974AE" w:rsidRDefault="006974AE" w:rsidP="006974AE">
      <w:r>
        <w:t>284.6010</w:t>
      </w:r>
      <w:r>
        <w:tab/>
        <w:t>1.013e0</w:t>
      </w:r>
    </w:p>
    <w:p w:rsidR="006974AE" w:rsidRDefault="006974AE" w:rsidP="006974AE">
      <w:r>
        <w:t>284.6060</w:t>
      </w:r>
      <w:r>
        <w:tab/>
        <w:t>1.013e0</w:t>
      </w:r>
    </w:p>
    <w:p w:rsidR="006974AE" w:rsidRDefault="006974AE" w:rsidP="006974AE">
      <w:r>
        <w:t>284.6120</w:t>
      </w:r>
      <w:r>
        <w:tab/>
        <w:t>2.025e0</w:t>
      </w:r>
    </w:p>
    <w:p w:rsidR="006974AE" w:rsidRDefault="006974AE" w:rsidP="006974AE">
      <w:r>
        <w:t>284.6375</w:t>
      </w:r>
      <w:r>
        <w:tab/>
        <w:t>1.013e0</w:t>
      </w:r>
    </w:p>
    <w:p w:rsidR="006974AE" w:rsidRDefault="006974AE" w:rsidP="006974AE">
      <w:r>
        <w:t>284.6455</w:t>
      </w:r>
      <w:r>
        <w:tab/>
        <w:t>1.013e0</w:t>
      </w:r>
    </w:p>
    <w:p w:rsidR="006974AE" w:rsidRDefault="006974AE" w:rsidP="006974AE">
      <w:r>
        <w:t>284.6492</w:t>
      </w:r>
      <w:r>
        <w:tab/>
        <w:t>1.013e0</w:t>
      </w:r>
    </w:p>
    <w:p w:rsidR="006974AE" w:rsidRDefault="006974AE" w:rsidP="006974AE">
      <w:r>
        <w:t>284.6532</w:t>
      </w:r>
      <w:r>
        <w:tab/>
        <w:t>1.013e0</w:t>
      </w:r>
    </w:p>
    <w:p w:rsidR="006974AE" w:rsidRDefault="006974AE" w:rsidP="006974AE">
      <w:r>
        <w:t>284.7160</w:t>
      </w:r>
      <w:r>
        <w:tab/>
        <w:t>1.013e0</w:t>
      </w:r>
    </w:p>
    <w:p w:rsidR="006974AE" w:rsidRDefault="006974AE" w:rsidP="006974AE">
      <w:r>
        <w:t>284.7754</w:t>
      </w:r>
      <w:r>
        <w:tab/>
        <w:t>1.013e0</w:t>
      </w:r>
    </w:p>
    <w:p w:rsidR="006974AE" w:rsidRDefault="006974AE" w:rsidP="006974AE">
      <w:r>
        <w:t>284.8204</w:t>
      </w:r>
      <w:r>
        <w:tab/>
        <w:t>1.013e0</w:t>
      </w:r>
    </w:p>
    <w:p w:rsidR="006974AE" w:rsidRDefault="006974AE" w:rsidP="006974AE">
      <w:r>
        <w:t>284.8852</w:t>
      </w:r>
      <w:r>
        <w:tab/>
        <w:t>2.025e0</w:t>
      </w:r>
    </w:p>
    <w:p w:rsidR="006974AE" w:rsidRDefault="006974AE" w:rsidP="006974AE">
      <w:r>
        <w:t>284.9366</w:t>
      </w:r>
      <w:r>
        <w:tab/>
        <w:t>2.025e0</w:t>
      </w:r>
    </w:p>
    <w:p w:rsidR="006974AE" w:rsidRDefault="006974AE" w:rsidP="006974AE">
      <w:r>
        <w:t>284.9456</w:t>
      </w:r>
      <w:r>
        <w:tab/>
        <w:t>1.013e0</w:t>
      </w:r>
    </w:p>
    <w:p w:rsidR="006974AE" w:rsidRDefault="006974AE" w:rsidP="006974AE">
      <w:r>
        <w:t>284.9821</w:t>
      </w:r>
      <w:r>
        <w:tab/>
        <w:t>1.013e0</w:t>
      </w:r>
    </w:p>
    <w:p w:rsidR="006974AE" w:rsidRDefault="006974AE" w:rsidP="006974AE">
      <w:r>
        <w:t>285.0036</w:t>
      </w:r>
      <w:r>
        <w:tab/>
        <w:t>1.013e0</w:t>
      </w:r>
    </w:p>
    <w:p w:rsidR="006974AE" w:rsidRDefault="006974AE" w:rsidP="006974AE">
      <w:r>
        <w:t>285.0227</w:t>
      </w:r>
      <w:r>
        <w:tab/>
        <w:t>2.025e0</w:t>
      </w:r>
    </w:p>
    <w:p w:rsidR="006974AE" w:rsidRDefault="006974AE" w:rsidP="006974AE">
      <w:r>
        <w:t>285.0309</w:t>
      </w:r>
      <w:r>
        <w:tab/>
        <w:t>3.038e0</w:t>
      </w:r>
    </w:p>
    <w:p w:rsidR="006974AE" w:rsidRDefault="006974AE" w:rsidP="006974AE">
      <w:r>
        <w:lastRenderedPageBreak/>
        <w:t>285.0393</w:t>
      </w:r>
      <w:r>
        <w:tab/>
        <w:t>2.025e0</w:t>
      </w:r>
    </w:p>
    <w:p w:rsidR="006974AE" w:rsidRDefault="006974AE" w:rsidP="006974AE">
      <w:r>
        <w:t>285.0496</w:t>
      </w:r>
      <w:r>
        <w:tab/>
        <w:t>1.013e0</w:t>
      </w:r>
    </w:p>
    <w:p w:rsidR="006974AE" w:rsidRDefault="006974AE" w:rsidP="006974AE">
      <w:r>
        <w:t>285.0568</w:t>
      </w:r>
      <w:r>
        <w:tab/>
        <w:t>3.038e0</w:t>
      </w:r>
    </w:p>
    <w:p w:rsidR="006974AE" w:rsidRDefault="006974AE" w:rsidP="006974AE">
      <w:r>
        <w:t>285.0705</w:t>
      </w:r>
      <w:r>
        <w:tab/>
        <w:t>1.013e0</w:t>
      </w:r>
    </w:p>
    <w:p w:rsidR="006974AE" w:rsidRDefault="006974AE" w:rsidP="006974AE">
      <w:r>
        <w:t>285.0900</w:t>
      </w:r>
      <w:r>
        <w:tab/>
        <w:t>1.013e0</w:t>
      </w:r>
    </w:p>
    <w:p w:rsidR="006974AE" w:rsidRDefault="006974AE" w:rsidP="006974AE">
      <w:r>
        <w:t>285.1018</w:t>
      </w:r>
      <w:r>
        <w:tab/>
        <w:t>1.013e0</w:t>
      </w:r>
    </w:p>
    <w:p w:rsidR="006974AE" w:rsidRDefault="006974AE" w:rsidP="006974AE">
      <w:r>
        <w:t>285.1176</w:t>
      </w:r>
      <w:r>
        <w:tab/>
        <w:t>1.013e0</w:t>
      </w:r>
    </w:p>
    <w:p w:rsidR="006974AE" w:rsidRDefault="006974AE" w:rsidP="006974AE">
      <w:r>
        <w:t>285.1252</w:t>
      </w:r>
      <w:r>
        <w:tab/>
        <w:t>1.013e0</w:t>
      </w:r>
    </w:p>
    <w:p w:rsidR="006974AE" w:rsidRDefault="006974AE" w:rsidP="006974AE">
      <w:r>
        <w:t>285.1489</w:t>
      </w:r>
      <w:r>
        <w:tab/>
        <w:t>4.051e0</w:t>
      </w:r>
    </w:p>
    <w:p w:rsidR="006974AE" w:rsidRDefault="006974AE" w:rsidP="006974AE">
      <w:r>
        <w:t>285.1529</w:t>
      </w:r>
      <w:r>
        <w:tab/>
        <w:t>1.013e0</w:t>
      </w:r>
    </w:p>
    <w:p w:rsidR="006974AE" w:rsidRDefault="006974AE" w:rsidP="006974AE">
      <w:r>
        <w:t>285.1566</w:t>
      </w:r>
      <w:r>
        <w:tab/>
        <w:t>1.013e0</w:t>
      </w:r>
    </w:p>
    <w:p w:rsidR="006974AE" w:rsidRDefault="006974AE" w:rsidP="006974AE">
      <w:r>
        <w:t>285.1881</w:t>
      </w:r>
      <w:r>
        <w:tab/>
        <w:t>1.013e0</w:t>
      </w:r>
    </w:p>
    <w:p w:rsidR="006974AE" w:rsidRDefault="006974AE" w:rsidP="006974AE">
      <w:r>
        <w:t>285.1964</w:t>
      </w:r>
      <w:r>
        <w:tab/>
        <w:t>2.025e0</w:t>
      </w:r>
    </w:p>
    <w:p w:rsidR="006974AE" w:rsidRDefault="006974AE" w:rsidP="006974AE">
      <w:r>
        <w:t>285.2013</w:t>
      </w:r>
      <w:r>
        <w:tab/>
        <w:t>1.013e0</w:t>
      </w:r>
    </w:p>
    <w:p w:rsidR="006974AE" w:rsidRDefault="006974AE" w:rsidP="006974AE">
      <w:r>
        <w:t>285.2159</w:t>
      </w:r>
      <w:r>
        <w:tab/>
        <w:t>1.013e0</w:t>
      </w:r>
    </w:p>
    <w:p w:rsidR="006974AE" w:rsidRDefault="006974AE" w:rsidP="006974AE">
      <w:r>
        <w:t>285.2195</w:t>
      </w:r>
      <w:r>
        <w:tab/>
        <w:t>2.025e0</w:t>
      </w:r>
    </w:p>
    <w:p w:rsidR="006974AE" w:rsidRDefault="006974AE" w:rsidP="006974AE">
      <w:r>
        <w:t>285.2237</w:t>
      </w:r>
      <w:r>
        <w:tab/>
        <w:t>1.013e0</w:t>
      </w:r>
    </w:p>
    <w:p w:rsidR="006974AE" w:rsidRDefault="006974AE" w:rsidP="006974AE">
      <w:r>
        <w:t>285.2379</w:t>
      </w:r>
      <w:r>
        <w:tab/>
        <w:t>1.013e0</w:t>
      </w:r>
    </w:p>
    <w:p w:rsidR="006974AE" w:rsidRDefault="006974AE" w:rsidP="006974AE">
      <w:r>
        <w:t>285.2514</w:t>
      </w:r>
      <w:r>
        <w:tab/>
        <w:t>1.013e0</w:t>
      </w:r>
    </w:p>
    <w:p w:rsidR="006974AE" w:rsidRDefault="006974AE" w:rsidP="006974AE">
      <w:r>
        <w:lastRenderedPageBreak/>
        <w:t>285.2585</w:t>
      </w:r>
      <w:r>
        <w:tab/>
        <w:t>3.038e0</w:t>
      </w:r>
    </w:p>
    <w:p w:rsidR="006974AE" w:rsidRDefault="006974AE" w:rsidP="006974AE">
      <w:r>
        <w:t>285.2789</w:t>
      </w:r>
      <w:r>
        <w:tab/>
        <w:t>1.013e0</w:t>
      </w:r>
    </w:p>
    <w:p w:rsidR="006974AE" w:rsidRDefault="006974AE" w:rsidP="006974AE">
      <w:r>
        <w:t>285.2825</w:t>
      </w:r>
      <w:r>
        <w:tab/>
        <w:t>1.013e0</w:t>
      </w:r>
    </w:p>
    <w:p w:rsidR="006974AE" w:rsidRDefault="006974AE" w:rsidP="006974AE">
      <w:r>
        <w:t>285.3181</w:t>
      </w:r>
      <w:r>
        <w:tab/>
        <w:t>1.013e0</w:t>
      </w:r>
    </w:p>
    <w:p w:rsidR="006974AE" w:rsidRDefault="006974AE" w:rsidP="006974AE">
      <w:r>
        <w:t>285.3419</w:t>
      </w:r>
      <w:r>
        <w:tab/>
        <w:t>1.013e0</w:t>
      </w:r>
    </w:p>
    <w:p w:rsidR="006974AE" w:rsidRDefault="006974AE" w:rsidP="006974AE">
      <w:r>
        <w:t>285.3995</w:t>
      </w:r>
      <w:r>
        <w:tab/>
        <w:t>1.013e0</w:t>
      </w:r>
    </w:p>
    <w:p w:rsidR="006974AE" w:rsidRDefault="006974AE" w:rsidP="006974AE">
      <w:r>
        <w:t>285.4259</w:t>
      </w:r>
      <w:r>
        <w:tab/>
        <w:t>1.013e0</w:t>
      </w:r>
    </w:p>
    <w:p w:rsidR="006974AE" w:rsidRDefault="006974AE" w:rsidP="006974AE">
      <w:r>
        <w:t>285.4308</w:t>
      </w:r>
      <w:r>
        <w:tab/>
        <w:t>1.013e0</w:t>
      </w:r>
    </w:p>
    <w:p w:rsidR="006974AE" w:rsidRDefault="006974AE" w:rsidP="006974AE">
      <w:r>
        <w:t>285.4625</w:t>
      </w:r>
      <w:r>
        <w:tab/>
        <w:t>1.013e0</w:t>
      </w:r>
    </w:p>
    <w:p w:rsidR="006974AE" w:rsidRDefault="006974AE" w:rsidP="006974AE">
      <w:r>
        <w:t>285.4795</w:t>
      </w:r>
      <w:r>
        <w:tab/>
        <w:t>1.013e0</w:t>
      </w:r>
    </w:p>
    <w:p w:rsidR="006974AE" w:rsidRDefault="006974AE" w:rsidP="006974AE">
      <w:r>
        <w:t>285.4883</w:t>
      </w:r>
      <w:r>
        <w:tab/>
        <w:t>1.013e0</w:t>
      </w:r>
    </w:p>
    <w:p w:rsidR="006974AE" w:rsidRDefault="006974AE" w:rsidP="006974AE">
      <w:r>
        <w:t>285.4949</w:t>
      </w:r>
      <w:r>
        <w:tab/>
        <w:t>2.025e0</w:t>
      </w:r>
    </w:p>
    <w:p w:rsidR="006974AE" w:rsidRDefault="006974AE" w:rsidP="006974AE">
      <w:r>
        <w:t>285.5114</w:t>
      </w:r>
      <w:r>
        <w:tab/>
        <w:t>2.025e0</w:t>
      </w:r>
    </w:p>
    <w:p w:rsidR="006974AE" w:rsidRDefault="006974AE" w:rsidP="006974AE">
      <w:r>
        <w:t>285.5425</w:t>
      </w:r>
      <w:r>
        <w:tab/>
        <w:t>1.013e0</w:t>
      </w:r>
    </w:p>
    <w:p w:rsidR="006974AE" w:rsidRDefault="006974AE" w:rsidP="006974AE">
      <w:r>
        <w:t>285.5468</w:t>
      </w:r>
      <w:r>
        <w:tab/>
        <w:t>1.013e0</w:t>
      </w:r>
    </w:p>
    <w:p w:rsidR="006974AE" w:rsidRDefault="006974AE" w:rsidP="006974AE">
      <w:r>
        <w:t>285.5779</w:t>
      </w:r>
      <w:r>
        <w:tab/>
        <w:t>1.013e0</w:t>
      </w:r>
    </w:p>
    <w:p w:rsidR="006974AE" w:rsidRDefault="006974AE" w:rsidP="006974AE">
      <w:r>
        <w:t>285.6214</w:t>
      </w:r>
      <w:r>
        <w:tab/>
        <w:t>2.025e0</w:t>
      </w:r>
    </w:p>
    <w:p w:rsidR="006974AE" w:rsidRDefault="006974AE" w:rsidP="006974AE">
      <w:r>
        <w:t>285.6409</w:t>
      </w:r>
      <w:r>
        <w:tab/>
        <w:t>1.013e0</w:t>
      </w:r>
    </w:p>
    <w:p w:rsidR="006974AE" w:rsidRDefault="006974AE" w:rsidP="006974AE">
      <w:r>
        <w:t>285.6455</w:t>
      </w:r>
      <w:r>
        <w:tab/>
        <w:t>1.013e0</w:t>
      </w:r>
    </w:p>
    <w:p w:rsidR="006974AE" w:rsidRDefault="006974AE" w:rsidP="006974AE">
      <w:r>
        <w:lastRenderedPageBreak/>
        <w:t>285.6608</w:t>
      </w:r>
      <w:r>
        <w:tab/>
        <w:t>1.013e0</w:t>
      </w:r>
    </w:p>
    <w:p w:rsidR="006974AE" w:rsidRDefault="006974AE" w:rsidP="006974AE">
      <w:r>
        <w:t>285.6728</w:t>
      </w:r>
      <w:r>
        <w:tab/>
        <w:t>1.013e0</w:t>
      </w:r>
    </w:p>
    <w:p w:rsidR="006974AE" w:rsidRDefault="006974AE" w:rsidP="006974AE">
      <w:r>
        <w:t>285.6808</w:t>
      </w:r>
      <w:r>
        <w:tab/>
        <w:t>2.025e0</w:t>
      </w:r>
    </w:p>
    <w:p w:rsidR="006974AE" w:rsidRDefault="006974AE" w:rsidP="006974AE">
      <w:r>
        <w:t>285.6919</w:t>
      </w:r>
      <w:r>
        <w:tab/>
        <w:t>1.013e0</w:t>
      </w:r>
    </w:p>
    <w:p w:rsidR="006974AE" w:rsidRDefault="006974AE" w:rsidP="006974AE">
      <w:r>
        <w:t>285.7002</w:t>
      </w:r>
      <w:r>
        <w:tab/>
        <w:t>1.013e0</w:t>
      </w:r>
    </w:p>
    <w:p w:rsidR="006974AE" w:rsidRDefault="006974AE" w:rsidP="006974AE">
      <w:r>
        <w:t>285.7445</w:t>
      </w:r>
      <w:r>
        <w:tab/>
        <w:t>1.013e0</w:t>
      </w:r>
    </w:p>
    <w:p w:rsidR="006974AE" w:rsidRDefault="006974AE" w:rsidP="006974AE">
      <w:r>
        <w:t>285.7588</w:t>
      </w:r>
      <w:r>
        <w:tab/>
        <w:t>1.013e0</w:t>
      </w:r>
    </w:p>
    <w:p w:rsidR="006974AE" w:rsidRDefault="006974AE" w:rsidP="006974AE">
      <w:r>
        <w:t>285.7858</w:t>
      </w:r>
      <w:r>
        <w:tab/>
        <w:t>3.038e0</w:t>
      </w:r>
    </w:p>
    <w:p w:rsidR="006974AE" w:rsidRDefault="006974AE" w:rsidP="006974AE">
      <w:r>
        <w:t>285.7987</w:t>
      </w:r>
      <w:r>
        <w:tab/>
        <w:t>1.013e0</w:t>
      </w:r>
    </w:p>
    <w:p w:rsidR="006974AE" w:rsidRDefault="006974AE" w:rsidP="006974AE">
      <w:r>
        <w:t>285.8128</w:t>
      </w:r>
      <w:r>
        <w:tab/>
        <w:t>1.013e0</w:t>
      </w:r>
    </w:p>
    <w:p w:rsidR="006974AE" w:rsidRDefault="006974AE" w:rsidP="006974AE">
      <w:r>
        <w:t>285.8258</w:t>
      </w:r>
      <w:r>
        <w:tab/>
        <w:t>2.025e0</w:t>
      </w:r>
    </w:p>
    <w:p w:rsidR="006974AE" w:rsidRDefault="006974AE" w:rsidP="006974AE">
      <w:r>
        <w:t>285.8338</w:t>
      </w:r>
      <w:r>
        <w:tab/>
        <w:t>1.013e0</w:t>
      </w:r>
    </w:p>
    <w:p w:rsidR="006974AE" w:rsidRDefault="006974AE" w:rsidP="006974AE">
      <w:r>
        <w:t>285.8888</w:t>
      </w:r>
      <w:r>
        <w:tab/>
        <w:t>1.013e0</w:t>
      </w:r>
    </w:p>
    <w:p w:rsidR="006974AE" w:rsidRDefault="006974AE" w:rsidP="006974AE">
      <w:r>
        <w:t>285.9029</w:t>
      </w:r>
      <w:r>
        <w:tab/>
        <w:t>2.025e0</w:t>
      </w:r>
    </w:p>
    <w:p w:rsidR="006974AE" w:rsidRDefault="006974AE" w:rsidP="006974AE">
      <w:r>
        <w:t>285.9283</w:t>
      </w:r>
      <w:r>
        <w:tab/>
        <w:t>1.013e0</w:t>
      </w:r>
    </w:p>
    <w:p w:rsidR="006974AE" w:rsidRDefault="006974AE" w:rsidP="006974AE">
      <w:r>
        <w:t>285.9332</w:t>
      </w:r>
      <w:r>
        <w:tab/>
        <w:t>1.013e0</w:t>
      </w:r>
    </w:p>
    <w:p w:rsidR="006974AE" w:rsidRDefault="006974AE" w:rsidP="006974AE">
      <w:r>
        <w:t>285.9381</w:t>
      </w:r>
      <w:r>
        <w:tab/>
        <w:t>1.013e0</w:t>
      </w:r>
    </w:p>
    <w:p w:rsidR="006974AE" w:rsidRDefault="006974AE" w:rsidP="006974AE">
      <w:r>
        <w:t>285.9562</w:t>
      </w:r>
      <w:r>
        <w:tab/>
        <w:t>1.013e0</w:t>
      </w:r>
    </w:p>
    <w:p w:rsidR="006974AE" w:rsidRDefault="006974AE" w:rsidP="006974AE">
      <w:r>
        <w:t>285.9966</w:t>
      </w:r>
      <w:r>
        <w:tab/>
        <w:t>2.025e0</w:t>
      </w:r>
    </w:p>
    <w:p w:rsidR="006974AE" w:rsidRDefault="006974AE" w:rsidP="006974AE">
      <w:r>
        <w:lastRenderedPageBreak/>
        <w:t>286.0079</w:t>
      </w:r>
      <w:r>
        <w:tab/>
        <w:t>3.038e0</w:t>
      </w:r>
    </w:p>
    <w:p w:rsidR="006974AE" w:rsidRDefault="006974AE" w:rsidP="006974AE">
      <w:r>
        <w:t>286.0137</w:t>
      </w:r>
      <w:r>
        <w:tab/>
        <w:t>3.038e0</w:t>
      </w:r>
    </w:p>
    <w:p w:rsidR="006974AE" w:rsidRDefault="006974AE" w:rsidP="006974AE">
      <w:r>
        <w:t>286.0274</w:t>
      </w:r>
      <w:r>
        <w:tab/>
        <w:t>1.013e0</w:t>
      </w:r>
    </w:p>
    <w:p w:rsidR="006974AE" w:rsidRDefault="006974AE" w:rsidP="006974AE">
      <w:r>
        <w:t>286.0462</w:t>
      </w:r>
      <w:r>
        <w:tab/>
        <w:t>1.013e0</w:t>
      </w:r>
    </w:p>
    <w:p w:rsidR="006974AE" w:rsidRDefault="006974AE" w:rsidP="006974AE">
      <w:r>
        <w:t>286.0585</w:t>
      </w:r>
      <w:r>
        <w:tab/>
        <w:t>1.013e0</w:t>
      </w:r>
    </w:p>
    <w:p w:rsidR="006974AE" w:rsidRDefault="006974AE" w:rsidP="006974AE">
      <w:r>
        <w:t>286.0822</w:t>
      </w:r>
      <w:r>
        <w:tab/>
        <w:t>1.013e0</w:t>
      </w:r>
    </w:p>
    <w:p w:rsidR="006974AE" w:rsidRDefault="006974AE" w:rsidP="006974AE">
      <w:r>
        <w:t>286.0988</w:t>
      </w:r>
      <w:r>
        <w:tab/>
        <w:t>3.038e0</w:t>
      </w:r>
    </w:p>
    <w:p w:rsidR="006974AE" w:rsidRDefault="006974AE" w:rsidP="006974AE">
      <w:r>
        <w:t>286.1092</w:t>
      </w:r>
      <w:r>
        <w:tab/>
        <w:t>1.013e0</w:t>
      </w:r>
    </w:p>
    <w:p w:rsidR="006974AE" w:rsidRDefault="006974AE" w:rsidP="006974AE">
      <w:r>
        <w:t>286.1136</w:t>
      </w:r>
      <w:r>
        <w:tab/>
        <w:t>1.013e0</w:t>
      </w:r>
    </w:p>
    <w:p w:rsidR="006974AE" w:rsidRDefault="006974AE" w:rsidP="006974AE">
      <w:r>
        <w:t>286.1408</w:t>
      </w:r>
      <w:r>
        <w:tab/>
        <w:t>2.025e0</w:t>
      </w:r>
    </w:p>
    <w:p w:rsidR="006974AE" w:rsidRDefault="006974AE" w:rsidP="006974AE">
      <w:r>
        <w:t>286.1452</w:t>
      </w:r>
      <w:r>
        <w:tab/>
        <w:t>2.025e0</w:t>
      </w:r>
    </w:p>
    <w:p w:rsidR="006974AE" w:rsidRDefault="006974AE" w:rsidP="006974AE">
      <w:r>
        <w:t>286.1529</w:t>
      </w:r>
      <w:r>
        <w:tab/>
        <w:t>2.025e0</w:t>
      </w:r>
    </w:p>
    <w:p w:rsidR="006974AE" w:rsidRDefault="006974AE" w:rsidP="006974AE">
      <w:r>
        <w:t>286.1694</w:t>
      </w:r>
      <w:r>
        <w:tab/>
        <w:t>4.051e0</w:t>
      </w:r>
    </w:p>
    <w:p w:rsidR="006974AE" w:rsidRDefault="006974AE" w:rsidP="006974AE">
      <w:r>
        <w:t>286.1763</w:t>
      </w:r>
      <w:r>
        <w:tab/>
        <w:t>1.013e0</w:t>
      </w:r>
    </w:p>
    <w:p w:rsidR="006974AE" w:rsidRDefault="006974AE" w:rsidP="006974AE">
      <w:r>
        <w:t>286.1807</w:t>
      </w:r>
      <w:r>
        <w:tab/>
        <w:t>1.013e0</w:t>
      </w:r>
    </w:p>
    <w:p w:rsidR="006974AE" w:rsidRDefault="006974AE" w:rsidP="006974AE">
      <w:r>
        <w:t>286.1946</w:t>
      </w:r>
      <w:r>
        <w:tab/>
        <w:t>1.013e0</w:t>
      </w:r>
    </w:p>
    <w:p w:rsidR="006974AE" w:rsidRDefault="006974AE" w:rsidP="006974AE">
      <w:r>
        <w:t>286.2037</w:t>
      </w:r>
      <w:r>
        <w:tab/>
        <w:t>2.025e0</w:t>
      </w:r>
    </w:p>
    <w:p w:rsidR="006974AE" w:rsidRDefault="006974AE" w:rsidP="006974AE">
      <w:r>
        <w:t>286.2396</w:t>
      </w:r>
      <w:r>
        <w:tab/>
        <w:t>1.013e0</w:t>
      </w:r>
    </w:p>
    <w:p w:rsidR="006974AE" w:rsidRDefault="006974AE" w:rsidP="006974AE">
      <w:r>
        <w:t>286.2413</w:t>
      </w:r>
      <w:r>
        <w:tab/>
        <w:t>2.025e0</w:t>
      </w:r>
    </w:p>
    <w:p w:rsidR="006974AE" w:rsidRDefault="006974AE" w:rsidP="006974AE">
      <w:r>
        <w:lastRenderedPageBreak/>
        <w:t>286.2435</w:t>
      </w:r>
      <w:r>
        <w:tab/>
        <w:t>2.025e0</w:t>
      </w:r>
    </w:p>
    <w:p w:rsidR="006974AE" w:rsidRDefault="006974AE" w:rsidP="006974AE">
      <w:r>
        <w:t>286.2731</w:t>
      </w:r>
      <w:r>
        <w:tab/>
        <w:t>2.025e0</w:t>
      </w:r>
    </w:p>
    <w:p w:rsidR="006974AE" w:rsidRDefault="006974AE" w:rsidP="006974AE">
      <w:r>
        <w:t>286.2810</w:t>
      </w:r>
      <w:r>
        <w:tab/>
        <w:t>2.732e0</w:t>
      </w:r>
    </w:p>
    <w:p w:rsidR="006974AE" w:rsidRDefault="006974AE" w:rsidP="006974AE">
      <w:r>
        <w:t>286.2892</w:t>
      </w:r>
      <w:r>
        <w:tab/>
        <w:t>1.013e0</w:t>
      </w:r>
    </w:p>
    <w:p w:rsidR="006974AE" w:rsidRDefault="006974AE" w:rsidP="006974AE">
      <w:r>
        <w:t>286.2983</w:t>
      </w:r>
      <w:r>
        <w:tab/>
        <w:t>1.013e0</w:t>
      </w:r>
    </w:p>
    <w:p w:rsidR="006974AE" w:rsidRDefault="006974AE" w:rsidP="006974AE">
      <w:r>
        <w:t>286.3106</w:t>
      </w:r>
      <w:r>
        <w:tab/>
        <w:t>1.013e0</w:t>
      </w:r>
    </w:p>
    <w:p w:rsidR="006974AE" w:rsidRDefault="006974AE" w:rsidP="006974AE">
      <w:r>
        <w:t>286.3155</w:t>
      </w:r>
      <w:r>
        <w:tab/>
        <w:t>1.013e0</w:t>
      </w:r>
    </w:p>
    <w:p w:rsidR="006974AE" w:rsidRDefault="006974AE" w:rsidP="006974AE">
      <w:r>
        <w:t>286.3338</w:t>
      </w:r>
      <w:r>
        <w:tab/>
        <w:t>1.013e0</w:t>
      </w:r>
    </w:p>
    <w:p w:rsidR="006974AE" w:rsidRDefault="006974AE" w:rsidP="006974AE">
      <w:r>
        <w:t>286.3382</w:t>
      </w:r>
      <w:r>
        <w:tab/>
        <w:t>1.013e0</w:t>
      </w:r>
    </w:p>
    <w:p w:rsidR="006974AE" w:rsidRDefault="006974AE" w:rsidP="006974AE">
      <w:r>
        <w:t>286.3694</w:t>
      </w:r>
      <w:r>
        <w:tab/>
        <w:t>1.013e0</w:t>
      </w:r>
    </w:p>
    <w:p w:rsidR="006974AE" w:rsidRDefault="006974AE" w:rsidP="006974AE">
      <w:r>
        <w:t>286.4199</w:t>
      </w:r>
      <w:r>
        <w:tab/>
        <w:t>1.013e0</w:t>
      </w:r>
    </w:p>
    <w:p w:rsidR="006974AE" w:rsidRDefault="006974AE" w:rsidP="006974AE">
      <w:r>
        <w:t>286.4328</w:t>
      </w:r>
      <w:r>
        <w:tab/>
        <w:t>1.013e0</w:t>
      </w:r>
    </w:p>
    <w:p w:rsidR="006974AE" w:rsidRDefault="006974AE" w:rsidP="006974AE">
      <w:r>
        <w:t>286.4409</w:t>
      </w:r>
      <w:r>
        <w:tab/>
        <w:t>1.013e0</w:t>
      </w:r>
    </w:p>
    <w:p w:rsidR="006974AE" w:rsidRDefault="006974AE" w:rsidP="006974AE">
      <w:r>
        <w:t>286.4443</w:t>
      </w:r>
      <w:r>
        <w:tab/>
        <w:t>2.025e0</w:t>
      </w:r>
    </w:p>
    <w:p w:rsidR="006974AE" w:rsidRDefault="006974AE" w:rsidP="006974AE">
      <w:r>
        <w:t>286.5083</w:t>
      </w:r>
      <w:r>
        <w:tab/>
        <w:t>3.038e0</w:t>
      </w:r>
    </w:p>
    <w:p w:rsidR="006974AE" w:rsidRDefault="006974AE" w:rsidP="006974AE">
      <w:r>
        <w:t>286.5150</w:t>
      </w:r>
      <w:r>
        <w:tab/>
        <w:t>2.025e0</w:t>
      </w:r>
    </w:p>
    <w:p w:rsidR="006974AE" w:rsidRDefault="006974AE" w:rsidP="006974AE">
      <w:r>
        <w:t>286.5189</w:t>
      </w:r>
      <w:r>
        <w:tab/>
        <w:t>2.025e0</w:t>
      </w:r>
    </w:p>
    <w:p w:rsidR="006974AE" w:rsidRDefault="006974AE" w:rsidP="006974AE">
      <w:r>
        <w:t>286.6034</w:t>
      </w:r>
      <w:r>
        <w:tab/>
        <w:t>1.013e0</w:t>
      </w:r>
    </w:p>
    <w:p w:rsidR="006974AE" w:rsidRDefault="006974AE" w:rsidP="006974AE">
      <w:r>
        <w:t>286.6086</w:t>
      </w:r>
      <w:r>
        <w:tab/>
        <w:t>1.013e0</w:t>
      </w:r>
    </w:p>
    <w:p w:rsidR="006974AE" w:rsidRDefault="006974AE" w:rsidP="006974AE">
      <w:r>
        <w:lastRenderedPageBreak/>
        <w:t>286.6198</w:t>
      </w:r>
      <w:r>
        <w:tab/>
        <w:t>2.025e0</w:t>
      </w:r>
    </w:p>
    <w:p w:rsidR="006974AE" w:rsidRDefault="006974AE" w:rsidP="006974AE">
      <w:r>
        <w:t>286.6492</w:t>
      </w:r>
      <w:r>
        <w:tab/>
        <w:t>1.013e0</w:t>
      </w:r>
    </w:p>
    <w:p w:rsidR="006974AE" w:rsidRDefault="006974AE" w:rsidP="006974AE">
      <w:r>
        <w:t>286.6765</w:t>
      </w:r>
      <w:r>
        <w:tab/>
        <w:t>1.013e0</w:t>
      </w:r>
    </w:p>
    <w:p w:rsidR="006974AE" w:rsidRDefault="006974AE" w:rsidP="006974AE">
      <w:r>
        <w:t>286.6788</w:t>
      </w:r>
      <w:r>
        <w:tab/>
        <w:t>2.025e0</w:t>
      </w:r>
    </w:p>
    <w:p w:rsidR="006974AE" w:rsidRDefault="006974AE" w:rsidP="006974AE">
      <w:r>
        <w:t>286.6804</w:t>
      </w:r>
      <w:r>
        <w:tab/>
        <w:t>1.013e0</w:t>
      </w:r>
    </w:p>
    <w:p w:rsidR="006974AE" w:rsidRDefault="006974AE" w:rsidP="006974AE">
      <w:r>
        <w:t>286.6978</w:t>
      </w:r>
      <w:r>
        <w:tab/>
        <w:t>1.013e0</w:t>
      </w:r>
    </w:p>
    <w:p w:rsidR="006974AE" w:rsidRDefault="006974AE" w:rsidP="006974AE">
      <w:r>
        <w:t>286.7686</w:t>
      </w:r>
      <w:r>
        <w:tab/>
        <w:t>2.025e0</w:t>
      </w:r>
    </w:p>
    <w:p w:rsidR="006974AE" w:rsidRDefault="006974AE" w:rsidP="006974AE">
      <w:r>
        <w:t>286.7874</w:t>
      </w:r>
      <w:r>
        <w:tab/>
        <w:t>1.013e0</w:t>
      </w:r>
    </w:p>
    <w:p w:rsidR="006974AE" w:rsidRDefault="006974AE" w:rsidP="006974AE">
      <w:r>
        <w:t>286.7975</w:t>
      </w:r>
      <w:r>
        <w:tab/>
        <w:t>1.013e0</w:t>
      </w:r>
    </w:p>
    <w:p w:rsidR="006974AE" w:rsidRDefault="006974AE" w:rsidP="006974AE">
      <w:r>
        <w:t>286.8149</w:t>
      </w:r>
      <w:r>
        <w:tab/>
        <w:t>1.013e0</w:t>
      </w:r>
    </w:p>
    <w:p w:rsidR="006974AE" w:rsidRDefault="006974AE" w:rsidP="006974AE">
      <w:r>
        <w:t>286.8465</w:t>
      </w:r>
      <w:r>
        <w:tab/>
        <w:t>1.013e0</w:t>
      </w:r>
    </w:p>
    <w:p w:rsidR="006974AE" w:rsidRDefault="006974AE" w:rsidP="006974AE">
      <w:r>
        <w:t>286.8992</w:t>
      </w:r>
      <w:r>
        <w:tab/>
        <w:t>2.025e0</w:t>
      </w:r>
    </w:p>
    <w:p w:rsidR="006974AE" w:rsidRDefault="006974AE" w:rsidP="006974AE">
      <w:r>
        <w:t>286.9055</w:t>
      </w:r>
      <w:r>
        <w:tab/>
        <w:t>1.013e0</w:t>
      </w:r>
    </w:p>
    <w:p w:rsidR="006974AE" w:rsidRDefault="006974AE" w:rsidP="006974AE">
      <w:r>
        <w:t>286.9130</w:t>
      </w:r>
      <w:r>
        <w:tab/>
        <w:t>1.013e0</w:t>
      </w:r>
    </w:p>
    <w:p w:rsidR="006974AE" w:rsidRDefault="006974AE" w:rsidP="006974AE">
      <w:r>
        <w:t>286.9185</w:t>
      </w:r>
      <w:r>
        <w:tab/>
        <w:t>1.013e0</w:t>
      </w:r>
    </w:p>
    <w:p w:rsidR="006974AE" w:rsidRDefault="006974AE" w:rsidP="006974AE">
      <w:r>
        <w:t>286.9407</w:t>
      </w:r>
      <w:r>
        <w:tab/>
        <w:t>1.013e0</w:t>
      </w:r>
    </w:p>
    <w:p w:rsidR="006974AE" w:rsidRDefault="006974AE" w:rsidP="006974AE">
      <w:r>
        <w:t>286.9528</w:t>
      </w:r>
      <w:r>
        <w:tab/>
        <w:t>2.025e0</w:t>
      </w:r>
    </w:p>
    <w:p w:rsidR="006974AE" w:rsidRDefault="006974AE" w:rsidP="006974AE">
      <w:r>
        <w:t>286.9683</w:t>
      </w:r>
      <w:r>
        <w:tab/>
        <w:t>2.025e0</w:t>
      </w:r>
    </w:p>
    <w:p w:rsidR="006974AE" w:rsidRDefault="006974AE" w:rsidP="006974AE">
      <w:r>
        <w:t>286.9816</w:t>
      </w:r>
      <w:r>
        <w:tab/>
        <w:t>1.013e0</w:t>
      </w:r>
    </w:p>
    <w:p w:rsidR="006974AE" w:rsidRDefault="006974AE" w:rsidP="006974AE">
      <w:r>
        <w:lastRenderedPageBreak/>
        <w:t>286.9856</w:t>
      </w:r>
      <w:r>
        <w:tab/>
        <w:t>3.701e0</w:t>
      </w:r>
    </w:p>
    <w:p w:rsidR="006974AE" w:rsidRDefault="006974AE" w:rsidP="006974AE">
      <w:r>
        <w:t>286.9941</w:t>
      </w:r>
      <w:r>
        <w:tab/>
        <w:t>2.025e0</w:t>
      </w:r>
    </w:p>
    <w:p w:rsidR="006974AE" w:rsidRDefault="006974AE" w:rsidP="006974AE">
      <w:r>
        <w:t>286.9976</w:t>
      </w:r>
      <w:r>
        <w:tab/>
        <w:t>2.025e0</w:t>
      </w:r>
    </w:p>
    <w:p w:rsidR="006974AE" w:rsidRDefault="006974AE" w:rsidP="006974AE">
      <w:r>
        <w:t>287.0037</w:t>
      </w:r>
      <w:r>
        <w:tab/>
        <w:t>1.013e0</w:t>
      </w:r>
    </w:p>
    <w:p w:rsidR="006974AE" w:rsidRDefault="006974AE" w:rsidP="006974AE">
      <w:r>
        <w:t>287.0315</w:t>
      </w:r>
      <w:r>
        <w:tab/>
        <w:t>3.038e0</w:t>
      </w:r>
    </w:p>
    <w:p w:rsidR="006974AE" w:rsidRDefault="006974AE" w:rsidP="006974AE">
      <w:r>
        <w:t>287.0447</w:t>
      </w:r>
      <w:r>
        <w:tab/>
        <w:t>9.114e0</w:t>
      </w:r>
    </w:p>
    <w:p w:rsidR="006974AE" w:rsidRDefault="006974AE" w:rsidP="006974AE">
      <w:r>
        <w:t>287.0495</w:t>
      </w:r>
      <w:r>
        <w:tab/>
        <w:t>3.038e0</w:t>
      </w:r>
    </w:p>
    <w:p w:rsidR="006974AE" w:rsidRDefault="006974AE" w:rsidP="006974AE">
      <w:r>
        <w:t>287.0569</w:t>
      </w:r>
      <w:r>
        <w:tab/>
        <w:t>6.058e0</w:t>
      </w:r>
    </w:p>
    <w:p w:rsidR="006974AE" w:rsidRDefault="006974AE" w:rsidP="006974AE">
      <w:r>
        <w:t>287.0626</w:t>
      </w:r>
      <w:r>
        <w:tab/>
        <w:t>8.453e0</w:t>
      </w:r>
    </w:p>
    <w:p w:rsidR="006974AE" w:rsidRDefault="006974AE" w:rsidP="006974AE">
      <w:r>
        <w:t>287.0665</w:t>
      </w:r>
      <w:r>
        <w:tab/>
        <w:t>5.214e0</w:t>
      </w:r>
    </w:p>
    <w:p w:rsidR="006974AE" w:rsidRDefault="006974AE" w:rsidP="006974AE">
      <w:r>
        <w:t>287.0838</w:t>
      </w:r>
      <w:r>
        <w:tab/>
        <w:t>2.025e0</w:t>
      </w:r>
    </w:p>
    <w:p w:rsidR="006974AE" w:rsidRDefault="006974AE" w:rsidP="006974AE">
      <w:r>
        <w:t>287.0902</w:t>
      </w:r>
      <w:r>
        <w:tab/>
        <w:t>2.025e0</w:t>
      </w:r>
    </w:p>
    <w:p w:rsidR="006974AE" w:rsidRDefault="006974AE" w:rsidP="006974AE">
      <w:r>
        <w:t>287.1072</w:t>
      </w:r>
      <w:r>
        <w:tab/>
        <w:t>1.013e0</w:t>
      </w:r>
    </w:p>
    <w:p w:rsidR="006974AE" w:rsidRDefault="006974AE" w:rsidP="006974AE">
      <w:r>
        <w:t>287.1169</w:t>
      </w:r>
      <w:r>
        <w:tab/>
        <w:t>2.025e0</w:t>
      </w:r>
    </w:p>
    <w:p w:rsidR="006974AE" w:rsidRDefault="006974AE" w:rsidP="006974AE">
      <w:r>
        <w:t>287.1181</w:t>
      </w:r>
      <w:r>
        <w:tab/>
        <w:t>1.013e0</w:t>
      </w:r>
    </w:p>
    <w:p w:rsidR="006974AE" w:rsidRDefault="006974AE" w:rsidP="006974AE">
      <w:r>
        <w:t>287.1217</w:t>
      </w:r>
      <w:r>
        <w:tab/>
        <w:t>1.013e0</w:t>
      </w:r>
    </w:p>
    <w:p w:rsidR="006974AE" w:rsidRDefault="006974AE" w:rsidP="006974AE">
      <w:r>
        <w:t>287.1443</w:t>
      </w:r>
      <w:r>
        <w:tab/>
        <w:t>1.013e0</w:t>
      </w:r>
    </w:p>
    <w:p w:rsidR="006974AE" w:rsidRDefault="006974AE" w:rsidP="006974AE">
      <w:r>
        <w:t>287.1513</w:t>
      </w:r>
      <w:r>
        <w:tab/>
        <w:t>2.025e0</w:t>
      </w:r>
    </w:p>
    <w:p w:rsidR="006974AE" w:rsidRDefault="006974AE" w:rsidP="006974AE">
      <w:r>
        <w:t>287.1533</w:t>
      </w:r>
      <w:r>
        <w:tab/>
        <w:t>1.013e0</w:t>
      </w:r>
    </w:p>
    <w:p w:rsidR="006974AE" w:rsidRDefault="006974AE" w:rsidP="006974AE">
      <w:r>
        <w:lastRenderedPageBreak/>
        <w:t>287.1593</w:t>
      </w:r>
      <w:r>
        <w:tab/>
        <w:t>2.025e0</w:t>
      </w:r>
    </w:p>
    <w:p w:rsidR="006974AE" w:rsidRDefault="006974AE" w:rsidP="006974AE">
      <w:r>
        <w:t>287.1656</w:t>
      </w:r>
      <w:r>
        <w:tab/>
        <w:t>1.013e0</w:t>
      </w:r>
    </w:p>
    <w:p w:rsidR="006974AE" w:rsidRDefault="006974AE" w:rsidP="006974AE">
      <w:r>
        <w:t>287.1755</w:t>
      </w:r>
      <w:r>
        <w:tab/>
        <w:t>1.013e0</w:t>
      </w:r>
    </w:p>
    <w:p w:rsidR="006974AE" w:rsidRDefault="006974AE" w:rsidP="006974AE">
      <w:r>
        <w:t>287.1808</w:t>
      </w:r>
      <w:r>
        <w:tab/>
        <w:t>1.013e0</w:t>
      </w:r>
    </w:p>
    <w:p w:rsidR="006974AE" w:rsidRDefault="006974AE" w:rsidP="006974AE">
      <w:r>
        <w:t>287.1853</w:t>
      </w:r>
      <w:r>
        <w:tab/>
        <w:t>5.063e0</w:t>
      </w:r>
    </w:p>
    <w:p w:rsidR="006974AE" w:rsidRDefault="006974AE" w:rsidP="006974AE">
      <w:r>
        <w:t>287.2248</w:t>
      </w:r>
      <w:r>
        <w:tab/>
        <w:t>1.013e0</w:t>
      </w:r>
    </w:p>
    <w:p w:rsidR="006974AE" w:rsidRDefault="006974AE" w:rsidP="006974AE">
      <w:r>
        <w:t>287.2268</w:t>
      </w:r>
      <w:r>
        <w:tab/>
        <w:t>2.025e0</w:t>
      </w:r>
    </w:p>
    <w:p w:rsidR="006974AE" w:rsidRDefault="006974AE" w:rsidP="006974AE">
      <w:r>
        <w:t>287.2286</w:t>
      </w:r>
      <w:r>
        <w:tab/>
        <w:t>1.013e0</w:t>
      </w:r>
    </w:p>
    <w:p w:rsidR="006974AE" w:rsidRDefault="006974AE" w:rsidP="006974AE">
      <w:r>
        <w:t>287.2427</w:t>
      </w:r>
      <w:r>
        <w:tab/>
        <w:t>2.025e0</w:t>
      </w:r>
    </w:p>
    <w:p w:rsidR="006974AE" w:rsidRDefault="006974AE" w:rsidP="006974AE">
      <w:r>
        <w:t>287.2519</w:t>
      </w:r>
      <w:r>
        <w:tab/>
        <w:t>1.013e0</w:t>
      </w:r>
    </w:p>
    <w:p w:rsidR="006974AE" w:rsidRDefault="006974AE" w:rsidP="006974AE">
      <w:r>
        <w:t>287.2704</w:t>
      </w:r>
      <w:r>
        <w:tab/>
        <w:t>1.013e0</w:t>
      </w:r>
    </w:p>
    <w:p w:rsidR="006974AE" w:rsidRDefault="006974AE" w:rsidP="006974AE">
      <w:r>
        <w:t>287.3069</w:t>
      </w:r>
      <w:r>
        <w:tab/>
        <w:t>1.013e0</w:t>
      </w:r>
    </w:p>
    <w:p w:rsidR="006974AE" w:rsidRDefault="006974AE" w:rsidP="006974AE">
      <w:r>
        <w:t>287.3190</w:t>
      </w:r>
      <w:r>
        <w:tab/>
        <w:t>1.013e0</w:t>
      </w:r>
    </w:p>
    <w:p w:rsidR="006974AE" w:rsidRDefault="006974AE" w:rsidP="006974AE">
      <w:r>
        <w:t>287.3226</w:t>
      </w:r>
      <w:r>
        <w:tab/>
        <w:t>2.025e0</w:t>
      </w:r>
    </w:p>
    <w:p w:rsidR="006974AE" w:rsidRDefault="006974AE" w:rsidP="006974AE">
      <w:r>
        <w:t>287.3279</w:t>
      </w:r>
      <w:r>
        <w:tab/>
        <w:t>1.013e0</w:t>
      </w:r>
    </w:p>
    <w:p w:rsidR="006974AE" w:rsidRDefault="006974AE" w:rsidP="006974AE">
      <w:r>
        <w:t>287.3548</w:t>
      </w:r>
      <w:r>
        <w:tab/>
        <w:t>1.013e0</w:t>
      </w:r>
    </w:p>
    <w:p w:rsidR="006974AE" w:rsidRDefault="006974AE" w:rsidP="006974AE">
      <w:r>
        <w:t>287.4055</w:t>
      </w:r>
      <w:r>
        <w:tab/>
        <w:t>2.025e0</w:t>
      </w:r>
    </w:p>
    <w:p w:rsidR="006974AE" w:rsidRDefault="006974AE" w:rsidP="006974AE">
      <w:r>
        <w:t>287.4095</w:t>
      </w:r>
      <w:r>
        <w:tab/>
        <w:t>1.013e0</w:t>
      </w:r>
    </w:p>
    <w:p w:rsidR="006974AE" w:rsidRDefault="006974AE" w:rsidP="006974AE">
      <w:r>
        <w:t>287.4178</w:t>
      </w:r>
      <w:r>
        <w:tab/>
        <w:t>1.013e0</w:t>
      </w:r>
    </w:p>
    <w:p w:rsidR="006974AE" w:rsidRDefault="006974AE" w:rsidP="006974AE">
      <w:r>
        <w:lastRenderedPageBreak/>
        <w:t>287.4374</w:t>
      </w:r>
      <w:r>
        <w:tab/>
        <w:t>1.013e0</w:t>
      </w:r>
    </w:p>
    <w:p w:rsidR="006974AE" w:rsidRDefault="006974AE" w:rsidP="006974AE">
      <w:r>
        <w:t>287.4595</w:t>
      </w:r>
      <w:r>
        <w:tab/>
        <w:t>2.025e0</w:t>
      </w:r>
    </w:p>
    <w:p w:rsidR="006974AE" w:rsidRDefault="006974AE" w:rsidP="006974AE">
      <w:r>
        <w:t>287.5281</w:t>
      </w:r>
      <w:r>
        <w:tab/>
        <w:t>2.025e0</w:t>
      </w:r>
    </w:p>
    <w:p w:rsidR="006974AE" w:rsidRDefault="006974AE" w:rsidP="006974AE">
      <w:r>
        <w:t>287.5318</w:t>
      </w:r>
      <w:r>
        <w:tab/>
        <w:t>2.025e0</w:t>
      </w:r>
    </w:p>
    <w:p w:rsidR="006974AE" w:rsidRDefault="006974AE" w:rsidP="006974AE">
      <w:r>
        <w:t>287.5418</w:t>
      </w:r>
      <w:r>
        <w:tab/>
        <w:t>2.025e0</w:t>
      </w:r>
    </w:p>
    <w:p w:rsidR="006974AE" w:rsidRDefault="006974AE" w:rsidP="006974AE">
      <w:r>
        <w:t>287.5436</w:t>
      </w:r>
      <w:r>
        <w:tab/>
        <w:t>1.013e0</w:t>
      </w:r>
    </w:p>
    <w:p w:rsidR="006974AE" w:rsidRDefault="006974AE" w:rsidP="006974AE">
      <w:r>
        <w:t>287.5540</w:t>
      </w:r>
      <w:r>
        <w:tab/>
        <w:t>1.013e0</w:t>
      </w:r>
    </w:p>
    <w:p w:rsidR="006974AE" w:rsidRDefault="006974AE" w:rsidP="006974AE">
      <w:r>
        <w:t>287.5803</w:t>
      </w:r>
      <w:r>
        <w:tab/>
        <w:t>1.013e0</w:t>
      </w:r>
    </w:p>
    <w:p w:rsidR="006974AE" w:rsidRDefault="006974AE" w:rsidP="006974AE">
      <w:r>
        <w:t>287.5855</w:t>
      </w:r>
      <w:r>
        <w:tab/>
        <w:t>1.013e0</w:t>
      </w:r>
    </w:p>
    <w:p w:rsidR="006974AE" w:rsidRDefault="006974AE" w:rsidP="006974AE">
      <w:r>
        <w:t>287.6067</w:t>
      </w:r>
      <w:r>
        <w:tab/>
        <w:t>1.013e0</w:t>
      </w:r>
    </w:p>
    <w:p w:rsidR="006974AE" w:rsidRDefault="006974AE" w:rsidP="006974AE">
      <w:r>
        <w:t>287.6182</w:t>
      </w:r>
      <w:r>
        <w:tab/>
        <w:t>2.025e0</w:t>
      </w:r>
    </w:p>
    <w:p w:rsidR="006974AE" w:rsidRDefault="006974AE" w:rsidP="006974AE">
      <w:r>
        <w:t>287.6344</w:t>
      </w:r>
      <w:r>
        <w:tab/>
        <w:t>1.013e0</w:t>
      </w:r>
    </w:p>
    <w:p w:rsidR="006974AE" w:rsidRDefault="006974AE" w:rsidP="006974AE">
      <w:r>
        <w:t>287.6382</w:t>
      </w:r>
      <w:r>
        <w:tab/>
        <w:t>1.013e0</w:t>
      </w:r>
    </w:p>
    <w:p w:rsidR="006974AE" w:rsidRDefault="006974AE" w:rsidP="006974AE">
      <w:r>
        <w:t>287.6701</w:t>
      </w:r>
      <w:r>
        <w:tab/>
        <w:t>1.013e0</w:t>
      </w:r>
    </w:p>
    <w:p w:rsidR="006974AE" w:rsidRDefault="006974AE" w:rsidP="006974AE">
      <w:r>
        <w:t>287.6796</w:t>
      </w:r>
      <w:r>
        <w:tab/>
        <w:t>2.025e0</w:t>
      </w:r>
    </w:p>
    <w:p w:rsidR="006974AE" w:rsidRDefault="006974AE" w:rsidP="006974AE">
      <w:r>
        <w:t>287.7122</w:t>
      </w:r>
      <w:r>
        <w:tab/>
        <w:t>1.013e0</w:t>
      </w:r>
    </w:p>
    <w:p w:rsidR="006974AE" w:rsidRDefault="006974AE" w:rsidP="006974AE">
      <w:r>
        <w:t>287.7250</w:t>
      </w:r>
      <w:r>
        <w:tab/>
        <w:t>1.013e0</w:t>
      </w:r>
    </w:p>
    <w:p w:rsidR="006974AE" w:rsidRDefault="006974AE" w:rsidP="006974AE">
      <w:r>
        <w:t>287.7960</w:t>
      </w:r>
      <w:r>
        <w:tab/>
        <w:t>1.013e0</w:t>
      </w:r>
    </w:p>
    <w:p w:rsidR="006974AE" w:rsidRDefault="006974AE" w:rsidP="006974AE">
      <w:r>
        <w:t>287.8515</w:t>
      </w:r>
      <w:r>
        <w:tab/>
        <w:t>1.013e0</w:t>
      </w:r>
    </w:p>
    <w:p w:rsidR="006974AE" w:rsidRDefault="006974AE" w:rsidP="006974AE">
      <w:r>
        <w:lastRenderedPageBreak/>
        <w:t>287.8751</w:t>
      </w:r>
      <w:r>
        <w:tab/>
        <w:t>1.013e0</w:t>
      </w:r>
    </w:p>
    <w:p w:rsidR="006974AE" w:rsidRDefault="006974AE" w:rsidP="006974AE">
      <w:r>
        <w:t>287.8871</w:t>
      </w:r>
      <w:r>
        <w:tab/>
        <w:t>1.013e0</w:t>
      </w:r>
    </w:p>
    <w:p w:rsidR="006974AE" w:rsidRDefault="006974AE" w:rsidP="006974AE">
      <w:r>
        <w:t>287.9143</w:t>
      </w:r>
      <w:r>
        <w:tab/>
        <w:t>1.013e0</w:t>
      </w:r>
    </w:p>
    <w:p w:rsidR="006974AE" w:rsidRDefault="006974AE" w:rsidP="006974AE">
      <w:r>
        <w:t>287.9458</w:t>
      </w:r>
      <w:r>
        <w:tab/>
        <w:t>1.013e0</w:t>
      </w:r>
    </w:p>
    <w:p w:rsidR="006974AE" w:rsidRDefault="006974AE" w:rsidP="006974AE">
      <w:r>
        <w:t>287.9648</w:t>
      </w:r>
      <w:r>
        <w:tab/>
        <w:t>1.013e0</w:t>
      </w:r>
    </w:p>
    <w:p w:rsidR="006974AE" w:rsidRDefault="006974AE" w:rsidP="006974AE">
      <w:r>
        <w:t>287.9698</w:t>
      </w:r>
      <w:r>
        <w:tab/>
        <w:t>2.025e0</w:t>
      </w:r>
    </w:p>
    <w:p w:rsidR="006974AE" w:rsidRDefault="006974AE" w:rsidP="006974AE">
      <w:r>
        <w:t>288.0011</w:t>
      </w:r>
      <w:r>
        <w:tab/>
        <w:t>2.025e0</w:t>
      </w:r>
    </w:p>
    <w:p w:rsidR="006974AE" w:rsidRDefault="006974AE" w:rsidP="006974AE">
      <w:r>
        <w:t>288.0091</w:t>
      </w:r>
      <w:r>
        <w:tab/>
        <w:t>2.025e0</w:t>
      </w:r>
    </w:p>
    <w:p w:rsidR="006974AE" w:rsidRDefault="006974AE" w:rsidP="006974AE">
      <w:r>
        <w:t>288.0133</w:t>
      </w:r>
      <w:r>
        <w:tab/>
        <w:t>1.013e0</w:t>
      </w:r>
    </w:p>
    <w:p w:rsidR="006974AE" w:rsidRDefault="006974AE" w:rsidP="006974AE">
      <w:r>
        <w:t>288.0277</w:t>
      </w:r>
      <w:r>
        <w:tab/>
        <w:t>1.013e0</w:t>
      </w:r>
    </w:p>
    <w:p w:rsidR="006974AE" w:rsidRDefault="006974AE" w:rsidP="006974AE">
      <w:r>
        <w:t>288.0328</w:t>
      </w:r>
      <w:r>
        <w:tab/>
        <w:t>5.063e0</w:t>
      </w:r>
    </w:p>
    <w:p w:rsidR="006974AE" w:rsidRDefault="006974AE" w:rsidP="006974AE">
      <w:r>
        <w:t>288.0445</w:t>
      </w:r>
      <w:r>
        <w:tab/>
        <w:t>1.013e0</w:t>
      </w:r>
    </w:p>
    <w:p w:rsidR="006974AE" w:rsidRDefault="006974AE" w:rsidP="006974AE">
      <w:r>
        <w:t>288.0543</w:t>
      </w:r>
      <w:r>
        <w:tab/>
        <w:t>4.051e0</w:t>
      </w:r>
    </w:p>
    <w:p w:rsidR="006974AE" w:rsidRDefault="006974AE" w:rsidP="006974AE">
      <w:r>
        <w:t>288.0597</w:t>
      </w:r>
      <w:r>
        <w:tab/>
        <w:t>1.013e0</w:t>
      </w:r>
    </w:p>
    <w:p w:rsidR="006974AE" w:rsidRDefault="006974AE" w:rsidP="006974AE">
      <w:r>
        <w:t>288.0638</w:t>
      </w:r>
      <w:r>
        <w:tab/>
        <w:t>3.038e0</w:t>
      </w:r>
    </w:p>
    <w:p w:rsidR="006974AE" w:rsidRDefault="006974AE" w:rsidP="006974AE">
      <w:r>
        <w:t>288.0884</w:t>
      </w:r>
      <w:r>
        <w:tab/>
        <w:t>2.025e0</w:t>
      </w:r>
    </w:p>
    <w:p w:rsidR="006974AE" w:rsidRDefault="006974AE" w:rsidP="006974AE">
      <w:r>
        <w:t>288.1016</w:t>
      </w:r>
      <w:r>
        <w:tab/>
        <w:t>2.025e0</w:t>
      </w:r>
    </w:p>
    <w:p w:rsidR="006974AE" w:rsidRDefault="006974AE" w:rsidP="006974AE">
      <w:r>
        <w:t>288.1031</w:t>
      </w:r>
      <w:r>
        <w:tab/>
        <w:t>3.038e0</w:t>
      </w:r>
    </w:p>
    <w:p w:rsidR="006974AE" w:rsidRDefault="006974AE" w:rsidP="006974AE">
      <w:r>
        <w:t>288.1176</w:t>
      </w:r>
      <w:r>
        <w:tab/>
        <w:t>1.013e0</w:t>
      </w:r>
    </w:p>
    <w:p w:rsidR="006974AE" w:rsidRDefault="006974AE" w:rsidP="006974AE">
      <w:r>
        <w:lastRenderedPageBreak/>
        <w:t>288.1282</w:t>
      </w:r>
      <w:r>
        <w:tab/>
        <w:t>4.051e0</w:t>
      </w:r>
    </w:p>
    <w:p w:rsidR="006974AE" w:rsidRDefault="006974AE" w:rsidP="006974AE">
      <w:r>
        <w:t>288.1391</w:t>
      </w:r>
      <w:r>
        <w:tab/>
        <w:t>1.013e0</w:t>
      </w:r>
    </w:p>
    <w:p w:rsidR="006974AE" w:rsidRDefault="006974AE" w:rsidP="006974AE">
      <w:r>
        <w:t>288.1489</w:t>
      </w:r>
      <w:r>
        <w:tab/>
        <w:t>1.013e0</w:t>
      </w:r>
    </w:p>
    <w:p w:rsidR="006974AE" w:rsidRDefault="006974AE" w:rsidP="006974AE">
      <w:r>
        <w:t>288.1552</w:t>
      </w:r>
      <w:r>
        <w:tab/>
        <w:t>2.025e0</w:t>
      </w:r>
    </w:p>
    <w:p w:rsidR="006974AE" w:rsidRDefault="006974AE" w:rsidP="006974AE">
      <w:r>
        <w:t>288.1711</w:t>
      </w:r>
      <w:r>
        <w:tab/>
        <w:t>1.013e0</w:t>
      </w:r>
    </w:p>
    <w:p w:rsidR="006974AE" w:rsidRDefault="006974AE" w:rsidP="006974AE">
      <w:r>
        <w:t>288.1781</w:t>
      </w:r>
      <w:r>
        <w:tab/>
        <w:t>2.025e0</w:t>
      </w:r>
    </w:p>
    <w:p w:rsidR="006974AE" w:rsidRDefault="006974AE" w:rsidP="006974AE">
      <w:r>
        <w:t>288.1906</w:t>
      </w:r>
      <w:r>
        <w:tab/>
        <w:t>1.013e0</w:t>
      </w:r>
    </w:p>
    <w:p w:rsidR="006974AE" w:rsidRDefault="006974AE" w:rsidP="006974AE">
      <w:r>
        <w:t>288.1942</w:t>
      </w:r>
      <w:r>
        <w:tab/>
        <w:t>2.025e0</w:t>
      </w:r>
    </w:p>
    <w:p w:rsidR="006974AE" w:rsidRDefault="006974AE" w:rsidP="006974AE">
      <w:r>
        <w:t>288.1986</w:t>
      </w:r>
      <w:r>
        <w:tab/>
        <w:t>1.013e0</w:t>
      </w:r>
    </w:p>
    <w:p w:rsidR="006974AE" w:rsidRDefault="006974AE" w:rsidP="006974AE">
      <w:r>
        <w:t>288.2184</w:t>
      </w:r>
      <w:r>
        <w:tab/>
        <w:t>2.025e0</w:t>
      </w:r>
    </w:p>
    <w:p w:rsidR="006974AE" w:rsidRDefault="006974AE" w:rsidP="006974AE">
      <w:r>
        <w:t>288.2235</w:t>
      </w:r>
      <w:r>
        <w:tab/>
        <w:t>2.025e0</w:t>
      </w:r>
    </w:p>
    <w:p w:rsidR="006974AE" w:rsidRDefault="006974AE" w:rsidP="006974AE">
      <w:r>
        <w:t>288.2261</w:t>
      </w:r>
      <w:r>
        <w:tab/>
        <w:t>2.025e0</w:t>
      </w:r>
    </w:p>
    <w:p w:rsidR="006974AE" w:rsidRDefault="006974AE" w:rsidP="006974AE">
      <w:r>
        <w:t>288.2453</w:t>
      </w:r>
      <w:r>
        <w:tab/>
        <w:t>2.025e0</w:t>
      </w:r>
    </w:p>
    <w:p w:rsidR="006974AE" w:rsidRDefault="006974AE" w:rsidP="006974AE">
      <w:r>
        <w:t>288.2464</w:t>
      </w:r>
      <w:r>
        <w:tab/>
        <w:t>2.025e0</w:t>
      </w:r>
    </w:p>
    <w:p w:rsidR="006974AE" w:rsidRDefault="006974AE" w:rsidP="006974AE">
      <w:r>
        <w:t>288.2577</w:t>
      </w:r>
      <w:r>
        <w:tab/>
        <w:t>1.013e0</w:t>
      </w:r>
    </w:p>
    <w:p w:rsidR="006974AE" w:rsidRDefault="006974AE" w:rsidP="006974AE">
      <w:r>
        <w:t>288.2602</w:t>
      </w:r>
      <w:r>
        <w:tab/>
        <w:t>5.063e0</w:t>
      </w:r>
    </w:p>
    <w:p w:rsidR="006974AE" w:rsidRDefault="006974AE" w:rsidP="006974AE">
      <w:r>
        <w:t>288.2657</w:t>
      </w:r>
      <w:r>
        <w:tab/>
        <w:t>1.013e0</w:t>
      </w:r>
    </w:p>
    <w:p w:rsidR="006974AE" w:rsidRDefault="006974AE" w:rsidP="006974AE">
      <w:r>
        <w:t>288.2682</w:t>
      </w:r>
      <w:r>
        <w:tab/>
        <w:t>2.025e0</w:t>
      </w:r>
    </w:p>
    <w:p w:rsidR="006974AE" w:rsidRDefault="006974AE" w:rsidP="006974AE">
      <w:r>
        <w:t>288.2964</w:t>
      </w:r>
      <w:r>
        <w:tab/>
        <w:t>2.025e0</w:t>
      </w:r>
    </w:p>
    <w:p w:rsidR="006974AE" w:rsidRDefault="006974AE" w:rsidP="006974AE">
      <w:r>
        <w:lastRenderedPageBreak/>
        <w:t>288.3072</w:t>
      </w:r>
      <w:r>
        <w:tab/>
        <w:t>2.025e0</w:t>
      </w:r>
    </w:p>
    <w:p w:rsidR="006974AE" w:rsidRDefault="006974AE" w:rsidP="006974AE">
      <w:r>
        <w:t>288.3522</w:t>
      </w:r>
      <w:r>
        <w:tab/>
        <w:t>2.025e0</w:t>
      </w:r>
    </w:p>
    <w:p w:rsidR="006974AE" w:rsidRDefault="006974AE" w:rsidP="006974AE">
      <w:r>
        <w:t>288.3836</w:t>
      </w:r>
      <w:r>
        <w:tab/>
        <w:t>1.013e0</w:t>
      </w:r>
    </w:p>
    <w:p w:rsidR="006974AE" w:rsidRDefault="006974AE" w:rsidP="006974AE">
      <w:r>
        <w:t>288.4388</w:t>
      </w:r>
      <w:r>
        <w:tab/>
        <w:t>1.013e0</w:t>
      </w:r>
    </w:p>
    <w:p w:rsidR="006974AE" w:rsidRDefault="006974AE" w:rsidP="006974AE">
      <w:r>
        <w:t>288.4655</w:t>
      </w:r>
      <w:r>
        <w:tab/>
        <w:t>1.013e0</w:t>
      </w:r>
    </w:p>
    <w:p w:rsidR="006974AE" w:rsidRDefault="006974AE" w:rsidP="006974AE">
      <w:r>
        <w:t>288.5418</w:t>
      </w:r>
      <w:r>
        <w:tab/>
        <w:t>1.013e0</w:t>
      </w:r>
    </w:p>
    <w:p w:rsidR="006974AE" w:rsidRDefault="006974AE" w:rsidP="006974AE">
      <w:r>
        <w:t>288.5454</w:t>
      </w:r>
      <w:r>
        <w:tab/>
        <w:t>1.013e0</w:t>
      </w:r>
    </w:p>
    <w:p w:rsidR="006974AE" w:rsidRDefault="006974AE" w:rsidP="006974AE">
      <w:r>
        <w:t>288.5921</w:t>
      </w:r>
      <w:r>
        <w:tab/>
        <w:t>1.013e0</w:t>
      </w:r>
    </w:p>
    <w:p w:rsidR="006974AE" w:rsidRDefault="006974AE" w:rsidP="006974AE">
      <w:r>
        <w:t>288.5969</w:t>
      </w:r>
      <w:r>
        <w:tab/>
        <w:t>1.013e0</w:t>
      </w:r>
    </w:p>
    <w:p w:rsidR="006974AE" w:rsidRDefault="006974AE" w:rsidP="006974AE">
      <w:r>
        <w:t>288.6405</w:t>
      </w:r>
      <w:r>
        <w:tab/>
        <w:t>1.013e0</w:t>
      </w:r>
    </w:p>
    <w:p w:rsidR="006974AE" w:rsidRDefault="006974AE" w:rsidP="006974AE">
      <w:r>
        <w:t>288.6498</w:t>
      </w:r>
      <w:r>
        <w:tab/>
        <w:t>1.013e0</w:t>
      </w:r>
    </w:p>
    <w:p w:rsidR="006974AE" w:rsidRDefault="006974AE" w:rsidP="006974AE">
      <w:r>
        <w:t>288.6681</w:t>
      </w:r>
      <w:r>
        <w:tab/>
        <w:t>1.013e0</w:t>
      </w:r>
    </w:p>
    <w:p w:rsidR="006974AE" w:rsidRDefault="006974AE" w:rsidP="006974AE">
      <w:r>
        <w:t>288.7312</w:t>
      </w:r>
      <w:r>
        <w:tab/>
        <w:t>1.013e0</w:t>
      </w:r>
    </w:p>
    <w:p w:rsidR="006974AE" w:rsidRDefault="006974AE" w:rsidP="006974AE">
      <w:r>
        <w:t>288.7505</w:t>
      </w:r>
      <w:r>
        <w:tab/>
        <w:t>1.013e0</w:t>
      </w:r>
    </w:p>
    <w:p w:rsidR="006974AE" w:rsidRDefault="006974AE" w:rsidP="006974AE">
      <w:r>
        <w:t>288.7584</w:t>
      </w:r>
      <w:r>
        <w:tab/>
        <w:t>1.013e0</w:t>
      </w:r>
    </w:p>
    <w:p w:rsidR="006974AE" w:rsidRDefault="006974AE" w:rsidP="006974AE">
      <w:r>
        <w:t>288.7944</w:t>
      </w:r>
      <w:r>
        <w:tab/>
        <w:t>1.013e0</w:t>
      </w:r>
    </w:p>
    <w:p w:rsidR="006974AE" w:rsidRDefault="006974AE" w:rsidP="006974AE">
      <w:r>
        <w:t>288.8294</w:t>
      </w:r>
      <w:r>
        <w:tab/>
        <w:t>1.013e0</w:t>
      </w:r>
    </w:p>
    <w:p w:rsidR="006974AE" w:rsidRDefault="006974AE" w:rsidP="006974AE">
      <w:r>
        <w:t>288.8346</w:t>
      </w:r>
      <w:r>
        <w:tab/>
        <w:t>1.013e0</w:t>
      </w:r>
    </w:p>
    <w:p w:rsidR="006974AE" w:rsidRDefault="006974AE" w:rsidP="006974AE">
      <w:r>
        <w:t>288.8794</w:t>
      </w:r>
      <w:r>
        <w:tab/>
        <w:t>3.038e0</w:t>
      </w:r>
    </w:p>
    <w:p w:rsidR="006974AE" w:rsidRDefault="006974AE" w:rsidP="006974AE">
      <w:r>
        <w:lastRenderedPageBreak/>
        <w:t>288.9164</w:t>
      </w:r>
      <w:r>
        <w:tab/>
        <w:t>2.025e0</w:t>
      </w:r>
    </w:p>
    <w:p w:rsidR="006974AE" w:rsidRDefault="006974AE" w:rsidP="006974AE">
      <w:r>
        <w:t>288.9300</w:t>
      </w:r>
      <w:r>
        <w:tab/>
        <w:t>1.013e0</w:t>
      </w:r>
    </w:p>
    <w:p w:rsidR="006974AE" w:rsidRDefault="006974AE" w:rsidP="006974AE">
      <w:r>
        <w:t>288.9560</w:t>
      </w:r>
      <w:r>
        <w:tab/>
        <w:t>6.076e0</w:t>
      </w:r>
    </w:p>
    <w:p w:rsidR="006974AE" w:rsidRDefault="006974AE" w:rsidP="006974AE">
      <w:r>
        <w:t>288.9613</w:t>
      </w:r>
      <w:r>
        <w:tab/>
        <w:t>1.013e0</w:t>
      </w:r>
    </w:p>
    <w:p w:rsidR="006974AE" w:rsidRDefault="006974AE" w:rsidP="006974AE">
      <w:r>
        <w:t>288.9664</w:t>
      </w:r>
      <w:r>
        <w:tab/>
        <w:t>3.038e0</w:t>
      </w:r>
    </w:p>
    <w:p w:rsidR="006974AE" w:rsidRDefault="006974AE" w:rsidP="006974AE">
      <w:r>
        <w:t>288.9690</w:t>
      </w:r>
      <w:r>
        <w:tab/>
        <w:t>3.038e0</w:t>
      </w:r>
    </w:p>
    <w:p w:rsidR="006974AE" w:rsidRDefault="006974AE" w:rsidP="006974AE">
      <w:r>
        <w:t>288.9805</w:t>
      </w:r>
      <w:r>
        <w:tab/>
        <w:t>3.038e0</w:t>
      </w:r>
    </w:p>
    <w:p w:rsidR="006974AE" w:rsidRDefault="006974AE" w:rsidP="006974AE">
      <w:r>
        <w:t>288.9987</w:t>
      </w:r>
      <w:r>
        <w:tab/>
        <w:t>1.013e0</w:t>
      </w:r>
    </w:p>
    <w:p w:rsidR="006974AE" w:rsidRDefault="006974AE" w:rsidP="006974AE">
      <w:r>
        <w:t>289.0069</w:t>
      </w:r>
      <w:r>
        <w:tab/>
        <w:t>1.013e0</w:t>
      </w:r>
    </w:p>
    <w:p w:rsidR="006974AE" w:rsidRDefault="006974AE" w:rsidP="006974AE">
      <w:r>
        <w:t>289.0245</w:t>
      </w:r>
      <w:r>
        <w:tab/>
        <w:t>5.063e0</w:t>
      </w:r>
    </w:p>
    <w:p w:rsidR="006974AE" w:rsidRDefault="006974AE" w:rsidP="006974AE">
      <w:r>
        <w:t>289.0304</w:t>
      </w:r>
      <w:r>
        <w:tab/>
        <w:t>1.013e0</w:t>
      </w:r>
    </w:p>
    <w:p w:rsidR="006974AE" w:rsidRDefault="006974AE" w:rsidP="006974AE">
      <w:r>
        <w:t>289.0346</w:t>
      </w:r>
      <w:r>
        <w:tab/>
        <w:t>1.013e0</w:t>
      </w:r>
    </w:p>
    <w:p w:rsidR="006974AE" w:rsidRDefault="006974AE" w:rsidP="006974AE">
      <w:r>
        <w:t>289.0660</w:t>
      </w:r>
      <w:r>
        <w:tab/>
        <w:t>4.051e0</w:t>
      </w:r>
    </w:p>
    <w:p w:rsidR="006974AE" w:rsidRDefault="006974AE" w:rsidP="006974AE">
      <w:r>
        <w:t>289.0701</w:t>
      </w:r>
      <w:r>
        <w:tab/>
        <w:t>1.013e0</w:t>
      </w:r>
    </w:p>
    <w:p w:rsidR="006974AE" w:rsidRDefault="006974AE" w:rsidP="006974AE">
      <w:r>
        <w:t>289.0721</w:t>
      </w:r>
      <w:r>
        <w:tab/>
        <w:t>2.025e0</w:t>
      </w:r>
    </w:p>
    <w:p w:rsidR="006974AE" w:rsidRDefault="006974AE" w:rsidP="006974AE">
      <w:r>
        <w:t>289.0938</w:t>
      </w:r>
      <w:r>
        <w:tab/>
        <w:t>1.013e0</w:t>
      </w:r>
    </w:p>
    <w:p w:rsidR="006974AE" w:rsidRDefault="006974AE" w:rsidP="006974AE">
      <w:r>
        <w:t>289.1112</w:t>
      </w:r>
      <w:r>
        <w:tab/>
        <w:t>3.038e0</w:t>
      </w:r>
    </w:p>
    <w:p w:rsidR="006974AE" w:rsidRDefault="006974AE" w:rsidP="006974AE">
      <w:r>
        <w:t>289.1255</w:t>
      </w:r>
      <w:r>
        <w:tab/>
        <w:t>1.013e0</w:t>
      </w:r>
    </w:p>
    <w:p w:rsidR="006974AE" w:rsidRDefault="006974AE" w:rsidP="006974AE">
      <w:r>
        <w:t>289.1293</w:t>
      </w:r>
      <w:r>
        <w:tab/>
        <w:t>1.013e0</w:t>
      </w:r>
    </w:p>
    <w:p w:rsidR="006974AE" w:rsidRDefault="006974AE" w:rsidP="006974AE">
      <w:r>
        <w:lastRenderedPageBreak/>
        <w:t>289.1412</w:t>
      </w:r>
      <w:r>
        <w:tab/>
        <w:t>1.013e0</w:t>
      </w:r>
    </w:p>
    <w:p w:rsidR="006974AE" w:rsidRDefault="006974AE" w:rsidP="006974AE">
      <w:r>
        <w:t>289.1426</w:t>
      </w:r>
      <w:r>
        <w:tab/>
        <w:t>2.025e0</w:t>
      </w:r>
    </w:p>
    <w:p w:rsidR="006974AE" w:rsidRDefault="006974AE" w:rsidP="006974AE">
      <w:r>
        <w:t>289.1519</w:t>
      </w:r>
      <w:r>
        <w:tab/>
        <w:t>1.013e0</w:t>
      </w:r>
    </w:p>
    <w:p w:rsidR="006974AE" w:rsidRDefault="006974AE" w:rsidP="006974AE">
      <w:r>
        <w:t>289.1726</w:t>
      </w:r>
      <w:r>
        <w:tab/>
        <w:t>7.089e0</w:t>
      </w:r>
    </w:p>
    <w:p w:rsidR="006974AE" w:rsidRDefault="006974AE" w:rsidP="006974AE">
      <w:r>
        <w:t>289.2085</w:t>
      </w:r>
      <w:r>
        <w:tab/>
        <w:t>4.051e0</w:t>
      </w:r>
    </w:p>
    <w:p w:rsidR="006974AE" w:rsidRDefault="006974AE" w:rsidP="006974AE">
      <w:r>
        <w:t>289.2325</w:t>
      </w:r>
      <w:r>
        <w:tab/>
        <w:t>1.013e0</w:t>
      </w:r>
    </w:p>
    <w:p w:rsidR="006974AE" w:rsidRDefault="006974AE" w:rsidP="006974AE">
      <w:r>
        <w:t>289.2343</w:t>
      </w:r>
      <w:r>
        <w:tab/>
        <w:t>3.038e0</w:t>
      </w:r>
    </w:p>
    <w:p w:rsidR="006974AE" w:rsidRDefault="006974AE" w:rsidP="006974AE">
      <w:r>
        <w:t>289.2363</w:t>
      </w:r>
      <w:r>
        <w:tab/>
        <w:t>2.025e0</w:t>
      </w:r>
    </w:p>
    <w:p w:rsidR="006974AE" w:rsidRDefault="006974AE" w:rsidP="006974AE">
      <w:r>
        <w:t>289.2457</w:t>
      </w:r>
      <w:r>
        <w:tab/>
        <w:t>2.025e0</w:t>
      </w:r>
    </w:p>
    <w:p w:rsidR="006974AE" w:rsidRDefault="006974AE" w:rsidP="006974AE">
      <w:r>
        <w:t>289.2627</w:t>
      </w:r>
      <w:r>
        <w:tab/>
        <w:t>3.038e0</w:t>
      </w:r>
    </w:p>
    <w:p w:rsidR="006974AE" w:rsidRDefault="006974AE" w:rsidP="006974AE">
      <w:r>
        <w:t>289.3466</w:t>
      </w:r>
      <w:r>
        <w:tab/>
        <w:t>2.025e0</w:t>
      </w:r>
    </w:p>
    <w:p w:rsidR="006974AE" w:rsidRDefault="006974AE" w:rsidP="006974AE">
      <w:r>
        <w:t>289.3740</w:t>
      </w:r>
      <w:r>
        <w:tab/>
        <w:t>1.013e0</w:t>
      </w:r>
    </w:p>
    <w:p w:rsidR="006974AE" w:rsidRDefault="006974AE" w:rsidP="006974AE">
      <w:r>
        <w:t>289.3864</w:t>
      </w:r>
      <w:r>
        <w:tab/>
        <w:t>2.025e0</w:t>
      </w:r>
    </w:p>
    <w:p w:rsidR="006974AE" w:rsidRDefault="006974AE" w:rsidP="006974AE">
      <w:r>
        <w:t>289.3900</w:t>
      </w:r>
      <w:r>
        <w:tab/>
        <w:t>1.013e0</w:t>
      </w:r>
    </w:p>
    <w:p w:rsidR="006974AE" w:rsidRDefault="006974AE" w:rsidP="006974AE">
      <w:r>
        <w:t>289.4004</w:t>
      </w:r>
      <w:r>
        <w:tab/>
        <w:t>1.013e0</w:t>
      </w:r>
    </w:p>
    <w:p w:rsidR="006974AE" w:rsidRDefault="006974AE" w:rsidP="006974AE">
      <w:r>
        <w:t>289.4453</w:t>
      </w:r>
      <w:r>
        <w:tab/>
        <w:t>2.025e0</w:t>
      </w:r>
    </w:p>
    <w:p w:rsidR="006974AE" w:rsidRDefault="006974AE" w:rsidP="006974AE">
      <w:r>
        <w:t>289.4583</w:t>
      </w:r>
      <w:r>
        <w:tab/>
        <w:t>1.013e0</w:t>
      </w:r>
    </w:p>
    <w:p w:rsidR="006974AE" w:rsidRDefault="006974AE" w:rsidP="006974AE">
      <w:r>
        <w:t>289.4850</w:t>
      </w:r>
      <w:r>
        <w:tab/>
        <w:t>1.013e0</w:t>
      </w:r>
    </w:p>
    <w:p w:rsidR="006974AE" w:rsidRDefault="006974AE" w:rsidP="006974AE">
      <w:r>
        <w:t>289.5043</w:t>
      </w:r>
      <w:r>
        <w:tab/>
        <w:t>1.013e0</w:t>
      </w:r>
    </w:p>
    <w:p w:rsidR="006974AE" w:rsidRDefault="006974AE" w:rsidP="006974AE">
      <w:r>
        <w:lastRenderedPageBreak/>
        <w:t>289.5362</w:t>
      </w:r>
      <w:r>
        <w:tab/>
        <w:t>4.051e0</w:t>
      </w:r>
    </w:p>
    <w:p w:rsidR="006974AE" w:rsidRDefault="006974AE" w:rsidP="006974AE">
      <w:r>
        <w:t>289.5403</w:t>
      </w:r>
      <w:r>
        <w:tab/>
        <w:t>1.013e0</w:t>
      </w:r>
    </w:p>
    <w:p w:rsidR="006974AE" w:rsidRDefault="006974AE" w:rsidP="006974AE">
      <w:r>
        <w:t>289.5803</w:t>
      </w:r>
      <w:r>
        <w:tab/>
        <w:t>1.013e0</w:t>
      </w:r>
    </w:p>
    <w:p w:rsidR="006974AE" w:rsidRDefault="006974AE" w:rsidP="006974AE">
      <w:r>
        <w:t>289.5994</w:t>
      </w:r>
      <w:r>
        <w:tab/>
        <w:t>1.013e0</w:t>
      </w:r>
    </w:p>
    <w:p w:rsidR="006974AE" w:rsidRDefault="006974AE" w:rsidP="006974AE">
      <w:r>
        <w:t>289.6042</w:t>
      </w:r>
      <w:r>
        <w:tab/>
        <w:t>2.025e0</w:t>
      </w:r>
    </w:p>
    <w:p w:rsidR="006974AE" w:rsidRDefault="006974AE" w:rsidP="006974AE">
      <w:r>
        <w:t>289.6121</w:t>
      </w:r>
      <w:r>
        <w:tab/>
        <w:t>1.013e0</w:t>
      </w:r>
    </w:p>
    <w:p w:rsidR="006974AE" w:rsidRDefault="006974AE" w:rsidP="006974AE">
      <w:r>
        <w:t>289.6667</w:t>
      </w:r>
      <w:r>
        <w:tab/>
        <w:t>1.013e0</w:t>
      </w:r>
    </w:p>
    <w:p w:rsidR="006974AE" w:rsidRDefault="006974AE" w:rsidP="006974AE">
      <w:r>
        <w:t>289.6858</w:t>
      </w:r>
      <w:r>
        <w:tab/>
        <w:t>1.013e0</w:t>
      </w:r>
    </w:p>
    <w:p w:rsidR="006974AE" w:rsidRDefault="006974AE" w:rsidP="006974AE">
      <w:r>
        <w:t>289.6983</w:t>
      </w:r>
      <w:r>
        <w:tab/>
        <w:t>1.013e0</w:t>
      </w:r>
    </w:p>
    <w:p w:rsidR="006974AE" w:rsidRDefault="006974AE" w:rsidP="006974AE">
      <w:r>
        <w:t>289.7018</w:t>
      </w:r>
      <w:r>
        <w:tab/>
        <w:t>1.013e0</w:t>
      </w:r>
    </w:p>
    <w:p w:rsidR="006974AE" w:rsidRDefault="006974AE" w:rsidP="006974AE">
      <w:r>
        <w:t>289.7167</w:t>
      </w:r>
      <w:r>
        <w:tab/>
        <w:t>2.025e0</w:t>
      </w:r>
    </w:p>
    <w:p w:rsidR="006974AE" w:rsidRDefault="006974AE" w:rsidP="006974AE">
      <w:r>
        <w:t>289.7214</w:t>
      </w:r>
      <w:r>
        <w:tab/>
        <w:t>1.013e0</w:t>
      </w:r>
    </w:p>
    <w:p w:rsidR="006974AE" w:rsidRDefault="006974AE" w:rsidP="006974AE">
      <w:r>
        <w:t>289.7387</w:t>
      </w:r>
      <w:r>
        <w:tab/>
        <w:t>1.013e0</w:t>
      </w:r>
    </w:p>
    <w:p w:rsidR="006974AE" w:rsidRDefault="006974AE" w:rsidP="006974AE">
      <w:r>
        <w:t>289.7594</w:t>
      </w:r>
      <w:r>
        <w:tab/>
        <w:t>2.025e0</w:t>
      </w:r>
    </w:p>
    <w:p w:rsidR="006974AE" w:rsidRDefault="006974AE" w:rsidP="006974AE">
      <w:r>
        <w:t>289.7615</w:t>
      </w:r>
      <w:r>
        <w:tab/>
        <w:t>1.013e0</w:t>
      </w:r>
    </w:p>
    <w:p w:rsidR="006974AE" w:rsidRDefault="006974AE" w:rsidP="006974AE">
      <w:r>
        <w:t>289.7848</w:t>
      </w:r>
      <w:r>
        <w:tab/>
        <w:t>2.025e0</w:t>
      </w:r>
    </w:p>
    <w:p w:rsidR="006974AE" w:rsidRDefault="006974AE" w:rsidP="006974AE">
      <w:r>
        <w:t>289.7931</w:t>
      </w:r>
      <w:r>
        <w:tab/>
        <w:t>1.013e0</w:t>
      </w:r>
    </w:p>
    <w:p w:rsidR="006974AE" w:rsidRDefault="006974AE" w:rsidP="006974AE">
      <w:r>
        <w:t>289.8162</w:t>
      </w:r>
      <w:r>
        <w:tab/>
        <w:t>1.013e0</w:t>
      </w:r>
    </w:p>
    <w:p w:rsidR="006974AE" w:rsidRDefault="006974AE" w:rsidP="006974AE">
      <w:r>
        <w:t>289.8439</w:t>
      </w:r>
      <w:r>
        <w:tab/>
        <w:t>1.013e0</w:t>
      </w:r>
    </w:p>
    <w:p w:rsidR="006974AE" w:rsidRDefault="006974AE" w:rsidP="006974AE">
      <w:r>
        <w:lastRenderedPageBreak/>
        <w:t>289.8609</w:t>
      </w:r>
      <w:r>
        <w:tab/>
        <w:t>1.013e0</w:t>
      </w:r>
    </w:p>
    <w:p w:rsidR="006974AE" w:rsidRDefault="006974AE" w:rsidP="006974AE">
      <w:r>
        <w:t>289.8755</w:t>
      </w:r>
      <w:r>
        <w:tab/>
        <w:t>2.025e0</w:t>
      </w:r>
    </w:p>
    <w:p w:rsidR="006974AE" w:rsidRDefault="006974AE" w:rsidP="006974AE">
      <w:r>
        <w:t>289.8875</w:t>
      </w:r>
      <w:r>
        <w:tab/>
        <w:t>1.013e0</w:t>
      </w:r>
    </w:p>
    <w:p w:rsidR="006974AE" w:rsidRDefault="006974AE" w:rsidP="006974AE">
      <w:r>
        <w:t>289.9111</w:t>
      </w:r>
      <w:r>
        <w:tab/>
        <w:t>2.025e0</w:t>
      </w:r>
    </w:p>
    <w:p w:rsidR="006974AE" w:rsidRDefault="006974AE" w:rsidP="006974AE">
      <w:r>
        <w:t>289.9298</w:t>
      </w:r>
      <w:r>
        <w:tab/>
        <w:t>2.025e0</w:t>
      </w:r>
    </w:p>
    <w:p w:rsidR="006974AE" w:rsidRDefault="006974AE" w:rsidP="006974AE">
      <w:r>
        <w:t>289.9685</w:t>
      </w:r>
      <w:r>
        <w:tab/>
        <w:t>2.025e0</w:t>
      </w:r>
    </w:p>
    <w:p w:rsidR="006974AE" w:rsidRDefault="006974AE" w:rsidP="006974AE">
      <w:r>
        <w:t>289.9787</w:t>
      </w:r>
      <w:r>
        <w:tab/>
        <w:t>1.013e0</w:t>
      </w:r>
    </w:p>
    <w:p w:rsidR="006974AE" w:rsidRDefault="006974AE" w:rsidP="006974AE">
      <w:r>
        <w:t>289.9877</w:t>
      </w:r>
      <w:r>
        <w:tab/>
        <w:t>1.013e0</w:t>
      </w:r>
    </w:p>
    <w:p w:rsidR="006974AE" w:rsidRDefault="006974AE" w:rsidP="006974AE">
      <w:r>
        <w:t>289.9933</w:t>
      </w:r>
      <w:r>
        <w:tab/>
        <w:t>1.013e0</w:t>
      </w:r>
    </w:p>
    <w:p w:rsidR="006974AE" w:rsidRDefault="006974AE" w:rsidP="006974AE">
      <w:r>
        <w:t>289.9980</w:t>
      </w:r>
      <w:r>
        <w:tab/>
        <w:t>1.013e0</w:t>
      </w:r>
    </w:p>
    <w:p w:rsidR="006974AE" w:rsidRDefault="006974AE" w:rsidP="006974AE">
      <w:r>
        <w:t>290.0022</w:t>
      </w:r>
      <w:r>
        <w:tab/>
        <w:t>1.013e0</w:t>
      </w:r>
    </w:p>
    <w:p w:rsidR="006974AE" w:rsidRDefault="006974AE" w:rsidP="006974AE">
      <w:r>
        <w:t>290.0061</w:t>
      </w:r>
      <w:r>
        <w:tab/>
        <w:t>2.025e0</w:t>
      </w:r>
    </w:p>
    <w:p w:rsidR="006974AE" w:rsidRDefault="006974AE" w:rsidP="006974AE">
      <w:r>
        <w:t>290.0652</w:t>
      </w:r>
      <w:r>
        <w:tab/>
        <w:t>2.025e0</w:t>
      </w:r>
    </w:p>
    <w:p w:rsidR="006974AE" w:rsidRDefault="006974AE" w:rsidP="006974AE">
      <w:r>
        <w:t>290.1049</w:t>
      </w:r>
      <w:r>
        <w:tab/>
        <w:t>2.025e0</w:t>
      </w:r>
    </w:p>
    <w:p w:rsidR="006974AE" w:rsidRDefault="006974AE" w:rsidP="006974AE">
      <w:r>
        <w:t>290.1102</w:t>
      </w:r>
      <w:r>
        <w:tab/>
        <w:t>3.038e0</w:t>
      </w:r>
    </w:p>
    <w:p w:rsidR="006974AE" w:rsidRDefault="006974AE" w:rsidP="006974AE">
      <w:r>
        <w:t>290.1153</w:t>
      </w:r>
      <w:r>
        <w:tab/>
        <w:t>1.013e0</w:t>
      </w:r>
    </w:p>
    <w:p w:rsidR="006974AE" w:rsidRDefault="006974AE" w:rsidP="006974AE">
      <w:r>
        <w:t>290.1471</w:t>
      </w:r>
      <w:r>
        <w:tab/>
        <w:t>1.013e0</w:t>
      </w:r>
    </w:p>
    <w:p w:rsidR="006974AE" w:rsidRDefault="006974AE" w:rsidP="006974AE">
      <w:r>
        <w:t>290.1524</w:t>
      </w:r>
      <w:r>
        <w:tab/>
        <w:t>2.025e0</w:t>
      </w:r>
    </w:p>
    <w:p w:rsidR="006974AE" w:rsidRDefault="006974AE" w:rsidP="006974AE">
      <w:r>
        <w:t>290.1563</w:t>
      </w:r>
      <w:r>
        <w:tab/>
        <w:t>2.025e0</w:t>
      </w:r>
    </w:p>
    <w:p w:rsidR="006974AE" w:rsidRDefault="006974AE" w:rsidP="006974AE">
      <w:r>
        <w:lastRenderedPageBreak/>
        <w:t>290.1732</w:t>
      </w:r>
      <w:r>
        <w:tab/>
        <w:t>1.013e0</w:t>
      </w:r>
    </w:p>
    <w:p w:rsidR="006974AE" w:rsidRDefault="006974AE" w:rsidP="006974AE">
      <w:r>
        <w:t>290.1758</w:t>
      </w:r>
      <w:r>
        <w:tab/>
        <w:t>2.025e0</w:t>
      </w:r>
    </w:p>
    <w:p w:rsidR="006974AE" w:rsidRDefault="006974AE" w:rsidP="006974AE">
      <w:r>
        <w:t>290.1878</w:t>
      </w:r>
      <w:r>
        <w:tab/>
        <w:t>2.025e0</w:t>
      </w:r>
    </w:p>
    <w:p w:rsidR="006974AE" w:rsidRDefault="006974AE" w:rsidP="006974AE">
      <w:r>
        <w:t>290.2152</w:t>
      </w:r>
      <w:r>
        <w:tab/>
        <w:t>1.013e0</w:t>
      </w:r>
    </w:p>
    <w:p w:rsidR="006974AE" w:rsidRDefault="006974AE" w:rsidP="006974AE">
      <w:r>
        <w:t>290.2198</w:t>
      </w:r>
      <w:r>
        <w:tab/>
        <w:t>5.063e0</w:t>
      </w:r>
    </w:p>
    <w:p w:rsidR="006974AE" w:rsidRDefault="006974AE" w:rsidP="006974AE">
      <w:r>
        <w:t>290.2319</w:t>
      </w:r>
      <w:r>
        <w:tab/>
        <w:t>2.025e0</w:t>
      </w:r>
    </w:p>
    <w:p w:rsidR="006974AE" w:rsidRDefault="006974AE" w:rsidP="006974AE">
      <w:r>
        <w:t>290.2686</w:t>
      </w:r>
      <w:r>
        <w:tab/>
        <w:t>1.013e0</w:t>
      </w:r>
    </w:p>
    <w:p w:rsidR="006974AE" w:rsidRDefault="006974AE" w:rsidP="006974AE">
      <w:r>
        <w:t>290.2721</w:t>
      </w:r>
      <w:r>
        <w:tab/>
        <w:t>2.025e0</w:t>
      </w:r>
    </w:p>
    <w:p w:rsidR="006974AE" w:rsidRDefault="006974AE" w:rsidP="006974AE">
      <w:r>
        <w:t>290.3008</w:t>
      </w:r>
      <w:r>
        <w:tab/>
        <w:t>1.013e0</w:t>
      </w:r>
    </w:p>
    <w:p w:rsidR="006974AE" w:rsidRDefault="006974AE" w:rsidP="006974AE">
      <w:r>
        <w:t>290.3140</w:t>
      </w:r>
      <w:r>
        <w:tab/>
        <w:t>1.013e0</w:t>
      </w:r>
    </w:p>
    <w:p w:rsidR="006974AE" w:rsidRDefault="006974AE" w:rsidP="006974AE">
      <w:r>
        <w:t>290.3163</w:t>
      </w:r>
      <w:r>
        <w:tab/>
        <w:t>2.025e0</w:t>
      </w:r>
    </w:p>
    <w:p w:rsidR="006974AE" w:rsidRDefault="006974AE" w:rsidP="006974AE">
      <w:r>
        <w:t>290.3416</w:t>
      </w:r>
      <w:r>
        <w:tab/>
        <w:t>1.013e0</w:t>
      </w:r>
    </w:p>
    <w:p w:rsidR="006974AE" w:rsidRDefault="006974AE" w:rsidP="006974AE">
      <w:r>
        <w:t>290.3693</w:t>
      </w:r>
      <w:r>
        <w:tab/>
        <w:t>1.013e0</w:t>
      </w:r>
    </w:p>
    <w:p w:rsidR="006974AE" w:rsidRDefault="006974AE" w:rsidP="006974AE">
      <w:r>
        <w:t>290.3735</w:t>
      </w:r>
      <w:r>
        <w:tab/>
        <w:t>1.013e0</w:t>
      </w:r>
    </w:p>
    <w:p w:rsidR="006974AE" w:rsidRDefault="006974AE" w:rsidP="006974AE">
      <w:r>
        <w:t>290.4048</w:t>
      </w:r>
      <w:r>
        <w:tab/>
        <w:t>1.013e0</w:t>
      </w:r>
    </w:p>
    <w:p w:rsidR="006974AE" w:rsidRDefault="006974AE" w:rsidP="006974AE">
      <w:r>
        <w:t>290.4490</w:t>
      </w:r>
      <w:r>
        <w:tab/>
        <w:t>1.013e0</w:t>
      </w:r>
    </w:p>
    <w:p w:rsidR="006974AE" w:rsidRDefault="006974AE" w:rsidP="006974AE">
      <w:r>
        <w:t>290.4600</w:t>
      </w:r>
      <w:r>
        <w:tab/>
        <w:t>1.013e0</w:t>
      </w:r>
    </w:p>
    <w:p w:rsidR="006974AE" w:rsidRDefault="006974AE" w:rsidP="006974AE">
      <w:r>
        <w:t>290.4640</w:t>
      </w:r>
      <w:r>
        <w:tab/>
        <w:t>1.013e0</w:t>
      </w:r>
    </w:p>
    <w:p w:rsidR="006974AE" w:rsidRDefault="006974AE" w:rsidP="006974AE">
      <w:r>
        <w:t>290.4721</w:t>
      </w:r>
      <w:r>
        <w:tab/>
        <w:t>2.025e0</w:t>
      </w:r>
    </w:p>
    <w:p w:rsidR="006974AE" w:rsidRDefault="006974AE" w:rsidP="006974AE">
      <w:r>
        <w:lastRenderedPageBreak/>
        <w:t>290.4919</w:t>
      </w:r>
      <w:r>
        <w:tab/>
        <w:t>1.013e0</w:t>
      </w:r>
    </w:p>
    <w:p w:rsidR="006974AE" w:rsidRDefault="006974AE" w:rsidP="006974AE">
      <w:r>
        <w:t>290.5131</w:t>
      </w:r>
      <w:r>
        <w:tab/>
        <w:t>1.013e0</w:t>
      </w:r>
    </w:p>
    <w:p w:rsidR="006974AE" w:rsidRDefault="006974AE" w:rsidP="006974AE">
      <w:r>
        <w:t>290.5175</w:t>
      </w:r>
      <w:r>
        <w:tab/>
        <w:t>2.025e0</w:t>
      </w:r>
    </w:p>
    <w:p w:rsidR="006974AE" w:rsidRDefault="006974AE" w:rsidP="006974AE">
      <w:r>
        <w:t>290.5316</w:t>
      </w:r>
      <w:r>
        <w:tab/>
        <w:t>1.013e0</w:t>
      </w:r>
    </w:p>
    <w:p w:rsidR="006974AE" w:rsidRDefault="006974AE" w:rsidP="006974AE">
      <w:r>
        <w:t>290.5392</w:t>
      </w:r>
      <w:r>
        <w:tab/>
        <w:t>1.013e0</w:t>
      </w:r>
    </w:p>
    <w:p w:rsidR="006974AE" w:rsidRDefault="006974AE" w:rsidP="006974AE">
      <w:r>
        <w:t>290.5550</w:t>
      </w:r>
      <w:r>
        <w:tab/>
        <w:t>1.013e0</w:t>
      </w:r>
    </w:p>
    <w:p w:rsidR="006974AE" w:rsidRDefault="006974AE" w:rsidP="006974AE">
      <w:r>
        <w:t>290.5711</w:t>
      </w:r>
      <w:r>
        <w:tab/>
        <w:t>1.013e0</w:t>
      </w:r>
    </w:p>
    <w:p w:rsidR="006974AE" w:rsidRDefault="006974AE" w:rsidP="006974AE">
      <w:r>
        <w:t>290.5764</w:t>
      </w:r>
      <w:r>
        <w:tab/>
        <w:t>1.013e0</w:t>
      </w:r>
    </w:p>
    <w:p w:rsidR="006974AE" w:rsidRDefault="006974AE" w:rsidP="006974AE">
      <w:r>
        <w:t>290.6082</w:t>
      </w:r>
      <w:r>
        <w:tab/>
        <w:t>1.013e0</w:t>
      </w:r>
    </w:p>
    <w:p w:rsidR="006974AE" w:rsidRDefault="006974AE" w:rsidP="006974AE">
      <w:r>
        <w:t>290.6221</w:t>
      </w:r>
      <w:r>
        <w:tab/>
        <w:t>1.013e0</w:t>
      </w:r>
    </w:p>
    <w:p w:rsidR="006974AE" w:rsidRDefault="006974AE" w:rsidP="006974AE">
      <w:r>
        <w:t>290.6305</w:t>
      </w:r>
      <w:r>
        <w:tab/>
        <w:t>1.013e0</w:t>
      </w:r>
    </w:p>
    <w:p w:rsidR="006974AE" w:rsidRDefault="006974AE" w:rsidP="006974AE">
      <w:r>
        <w:t>290.6401</w:t>
      </w:r>
      <w:r>
        <w:tab/>
        <w:t>1.013e0</w:t>
      </w:r>
    </w:p>
    <w:p w:rsidR="006974AE" w:rsidRDefault="006974AE" w:rsidP="006974AE">
      <w:r>
        <w:t>290.6454</w:t>
      </w:r>
      <w:r>
        <w:tab/>
        <w:t>1.013e0</w:t>
      </w:r>
    </w:p>
    <w:p w:rsidR="006974AE" w:rsidRDefault="006974AE" w:rsidP="006974AE">
      <w:r>
        <w:t>290.6541</w:t>
      </w:r>
      <w:r>
        <w:tab/>
        <w:t>1.013e0</w:t>
      </w:r>
    </w:p>
    <w:p w:rsidR="006974AE" w:rsidRDefault="006974AE" w:rsidP="006974AE">
      <w:r>
        <w:t>290.6582</w:t>
      </w:r>
      <w:r>
        <w:tab/>
        <w:t>1.013e0</w:t>
      </w:r>
    </w:p>
    <w:p w:rsidR="006974AE" w:rsidRDefault="006974AE" w:rsidP="006974AE">
      <w:r>
        <w:t>290.6723</w:t>
      </w:r>
      <w:r>
        <w:tab/>
        <w:t>1.013e0</w:t>
      </w:r>
    </w:p>
    <w:p w:rsidR="006974AE" w:rsidRDefault="006974AE" w:rsidP="006974AE">
      <w:r>
        <w:t>290.6773</w:t>
      </w:r>
      <w:r>
        <w:tab/>
        <w:t>1.013e0</w:t>
      </w:r>
    </w:p>
    <w:p w:rsidR="006974AE" w:rsidRDefault="006974AE" w:rsidP="006974AE">
      <w:r>
        <w:t>290.6817</w:t>
      </w:r>
      <w:r>
        <w:tab/>
        <w:t>1.013e0</w:t>
      </w:r>
    </w:p>
    <w:p w:rsidR="006974AE" w:rsidRDefault="006974AE" w:rsidP="006974AE">
      <w:r>
        <w:t>290.7048</w:t>
      </w:r>
      <w:r>
        <w:tab/>
        <w:t>2.025e0</w:t>
      </w:r>
    </w:p>
    <w:p w:rsidR="006974AE" w:rsidRDefault="006974AE" w:rsidP="006974AE">
      <w:r>
        <w:lastRenderedPageBreak/>
        <w:t>290.7091</w:t>
      </w:r>
      <w:r>
        <w:tab/>
        <w:t>1.013e0</w:t>
      </w:r>
    </w:p>
    <w:p w:rsidR="006974AE" w:rsidRDefault="006974AE" w:rsidP="006974AE">
      <w:r>
        <w:t>290.7214</w:t>
      </w:r>
      <w:r>
        <w:tab/>
        <w:t>1.013e0</w:t>
      </w:r>
    </w:p>
    <w:p w:rsidR="006974AE" w:rsidRDefault="006974AE" w:rsidP="006974AE">
      <w:r>
        <w:t>290.7357</w:t>
      </w:r>
      <w:r>
        <w:tab/>
        <w:t>1.013e0</w:t>
      </w:r>
    </w:p>
    <w:p w:rsidR="006974AE" w:rsidRDefault="006974AE" w:rsidP="006974AE">
      <w:r>
        <w:t>290.7470</w:t>
      </w:r>
      <w:r>
        <w:tab/>
        <w:t>2.025e0</w:t>
      </w:r>
    </w:p>
    <w:p w:rsidR="006974AE" w:rsidRDefault="006974AE" w:rsidP="006974AE">
      <w:r>
        <w:t>290.7487</w:t>
      </w:r>
      <w:r>
        <w:tab/>
        <w:t>1.013e0</w:t>
      </w:r>
    </w:p>
    <w:p w:rsidR="006974AE" w:rsidRDefault="006974AE" w:rsidP="006974AE">
      <w:r>
        <w:t>290.7530</w:t>
      </w:r>
      <w:r>
        <w:tab/>
        <w:t>1.013e0</w:t>
      </w:r>
    </w:p>
    <w:p w:rsidR="006974AE" w:rsidRDefault="006974AE" w:rsidP="006974AE">
      <w:r>
        <w:t>290.7569</w:t>
      </w:r>
      <w:r>
        <w:tab/>
        <w:t>1.013e0</w:t>
      </w:r>
    </w:p>
    <w:p w:rsidR="006974AE" w:rsidRDefault="006974AE" w:rsidP="006974AE">
      <w:r>
        <w:t>290.7803</w:t>
      </w:r>
      <w:r>
        <w:tab/>
        <w:t>1.013e0</w:t>
      </w:r>
    </w:p>
    <w:p w:rsidR="006974AE" w:rsidRDefault="006974AE" w:rsidP="006974AE">
      <w:r>
        <w:t>290.8159</w:t>
      </w:r>
      <w:r>
        <w:tab/>
        <w:t>1.013e0</w:t>
      </w:r>
    </w:p>
    <w:p w:rsidR="006974AE" w:rsidRDefault="006974AE" w:rsidP="006974AE">
      <w:r>
        <w:t>290.8210</w:t>
      </w:r>
      <w:r>
        <w:tab/>
        <w:t>1.013e0</w:t>
      </w:r>
    </w:p>
    <w:p w:rsidR="006974AE" w:rsidRDefault="006974AE" w:rsidP="006974AE">
      <w:r>
        <w:t>290.8358</w:t>
      </w:r>
      <w:r>
        <w:tab/>
        <w:t>1.013e0</w:t>
      </w:r>
    </w:p>
    <w:p w:rsidR="006974AE" w:rsidRDefault="006974AE" w:rsidP="006974AE">
      <w:r>
        <w:t>290.8754</w:t>
      </w:r>
      <w:r>
        <w:tab/>
        <w:t>2.025e0</w:t>
      </w:r>
    </w:p>
    <w:p w:rsidR="006974AE" w:rsidRDefault="006974AE" w:rsidP="006974AE">
      <w:r>
        <w:t>290.8894</w:t>
      </w:r>
      <w:r>
        <w:tab/>
        <w:t>2.025e0</w:t>
      </w:r>
    </w:p>
    <w:p w:rsidR="006974AE" w:rsidRDefault="006974AE" w:rsidP="006974AE">
      <w:r>
        <w:t>290.8948</w:t>
      </w:r>
      <w:r>
        <w:tab/>
        <w:t>1.013e0</w:t>
      </w:r>
    </w:p>
    <w:p w:rsidR="006974AE" w:rsidRDefault="006974AE" w:rsidP="006974AE">
      <w:r>
        <w:t>290.9163</w:t>
      </w:r>
      <w:r>
        <w:tab/>
        <w:t>1.013e0</w:t>
      </w:r>
    </w:p>
    <w:p w:rsidR="006974AE" w:rsidRDefault="006974AE" w:rsidP="006974AE">
      <w:r>
        <w:t>290.9264</w:t>
      </w:r>
      <w:r>
        <w:tab/>
        <w:t>2.025e0</w:t>
      </w:r>
    </w:p>
    <w:p w:rsidR="006974AE" w:rsidRDefault="006974AE" w:rsidP="006974AE">
      <w:r>
        <w:t>290.9348</w:t>
      </w:r>
      <w:r>
        <w:tab/>
        <w:t>1.013e0</w:t>
      </w:r>
    </w:p>
    <w:p w:rsidR="006974AE" w:rsidRDefault="006974AE" w:rsidP="006974AE">
      <w:r>
        <w:t>290.9539</w:t>
      </w:r>
      <w:r>
        <w:tab/>
        <w:t>1.013e0</w:t>
      </w:r>
    </w:p>
    <w:p w:rsidR="006974AE" w:rsidRDefault="006974AE" w:rsidP="006974AE">
      <w:r>
        <w:t>290.9582</w:t>
      </w:r>
      <w:r>
        <w:tab/>
        <w:t>2.025e0</w:t>
      </w:r>
    </w:p>
    <w:p w:rsidR="006974AE" w:rsidRDefault="006974AE" w:rsidP="006974AE">
      <w:r>
        <w:lastRenderedPageBreak/>
        <w:t>290.9644</w:t>
      </w:r>
      <w:r>
        <w:tab/>
        <w:t>2.025e0</w:t>
      </w:r>
    </w:p>
    <w:p w:rsidR="006974AE" w:rsidRDefault="006974AE" w:rsidP="006974AE">
      <w:r>
        <w:t>290.9836</w:t>
      </w:r>
      <w:r>
        <w:tab/>
        <w:t>2.025e0</w:t>
      </w:r>
    </w:p>
    <w:p w:rsidR="006974AE" w:rsidRDefault="006974AE" w:rsidP="006974AE">
      <w:r>
        <w:t>290.9854</w:t>
      </w:r>
      <w:r>
        <w:tab/>
        <w:t>1.013e0</w:t>
      </w:r>
    </w:p>
    <w:p w:rsidR="006974AE" w:rsidRDefault="006974AE" w:rsidP="006974AE">
      <w:r>
        <w:t>290.9933</w:t>
      </w:r>
      <w:r>
        <w:tab/>
        <w:t>3.038e0</w:t>
      </w:r>
    </w:p>
    <w:p w:rsidR="006974AE" w:rsidRDefault="006974AE" w:rsidP="006974AE">
      <w:r>
        <w:t>290.9977</w:t>
      </w:r>
      <w:r>
        <w:tab/>
        <w:t>1.013e0</w:t>
      </w:r>
    </w:p>
    <w:p w:rsidR="006974AE" w:rsidRDefault="006974AE" w:rsidP="006974AE">
      <w:r>
        <w:t>291.0016</w:t>
      </w:r>
      <w:r>
        <w:tab/>
        <w:t>1.013e0</w:t>
      </w:r>
    </w:p>
    <w:p w:rsidR="006974AE" w:rsidRDefault="006974AE" w:rsidP="006974AE">
      <w:r>
        <w:t>291.0176</w:t>
      </w:r>
      <w:r>
        <w:tab/>
        <w:t>1.013e0</w:t>
      </w:r>
    </w:p>
    <w:p w:rsidR="006974AE" w:rsidRDefault="006974AE" w:rsidP="006974AE">
      <w:r>
        <w:t>291.0216</w:t>
      </w:r>
      <w:r>
        <w:tab/>
        <w:t>1.013e0</w:t>
      </w:r>
    </w:p>
    <w:p w:rsidR="006974AE" w:rsidRDefault="006974AE" w:rsidP="006974AE">
      <w:r>
        <w:t>291.0293</w:t>
      </w:r>
      <w:r>
        <w:tab/>
        <w:t>2.025e0</w:t>
      </w:r>
    </w:p>
    <w:p w:rsidR="006974AE" w:rsidRDefault="006974AE" w:rsidP="006974AE">
      <w:r>
        <w:t>291.0493</w:t>
      </w:r>
      <w:r>
        <w:tab/>
        <w:t>1.013e0</w:t>
      </w:r>
    </w:p>
    <w:p w:rsidR="006974AE" w:rsidRDefault="006974AE" w:rsidP="006974AE">
      <w:r>
        <w:t>291.0509</w:t>
      </w:r>
      <w:r>
        <w:tab/>
        <w:t>3.038e0</w:t>
      </w:r>
    </w:p>
    <w:p w:rsidR="006974AE" w:rsidRDefault="006974AE" w:rsidP="006974AE">
      <w:r>
        <w:t>291.0651</w:t>
      </w:r>
      <w:r>
        <w:tab/>
        <w:t>1.013e0</w:t>
      </w:r>
    </w:p>
    <w:p w:rsidR="006974AE" w:rsidRDefault="006974AE" w:rsidP="006974AE">
      <w:r>
        <w:t>291.0845</w:t>
      </w:r>
      <w:r>
        <w:tab/>
        <w:t>2.025e0</w:t>
      </w:r>
    </w:p>
    <w:p w:rsidR="006974AE" w:rsidRDefault="006974AE" w:rsidP="006974AE">
      <w:r>
        <w:t>291.1027</w:t>
      </w:r>
      <w:r>
        <w:tab/>
        <w:t>1.013e0</w:t>
      </w:r>
    </w:p>
    <w:p w:rsidR="006974AE" w:rsidRDefault="006974AE" w:rsidP="006974AE">
      <w:r>
        <w:t>291.1165</w:t>
      </w:r>
      <w:r>
        <w:tab/>
        <w:t>1.013e0</w:t>
      </w:r>
    </w:p>
    <w:p w:rsidR="006974AE" w:rsidRDefault="006974AE" w:rsidP="006974AE">
      <w:r>
        <w:t>291.1245</w:t>
      </w:r>
      <w:r>
        <w:tab/>
        <w:t>1.013e0</w:t>
      </w:r>
    </w:p>
    <w:p w:rsidR="006974AE" w:rsidRDefault="006974AE" w:rsidP="006974AE">
      <w:r>
        <w:t>291.1344</w:t>
      </w:r>
      <w:r>
        <w:tab/>
        <w:t>2.025e0</w:t>
      </w:r>
    </w:p>
    <w:p w:rsidR="006974AE" w:rsidRDefault="006974AE" w:rsidP="006974AE">
      <w:r>
        <w:t>291.1557</w:t>
      </w:r>
      <w:r>
        <w:tab/>
        <w:t>1.013e0</w:t>
      </w:r>
    </w:p>
    <w:p w:rsidR="006974AE" w:rsidRDefault="006974AE" w:rsidP="006974AE">
      <w:r>
        <w:t>291.1639</w:t>
      </w:r>
      <w:r>
        <w:tab/>
        <w:t>2.025e0</w:t>
      </w:r>
    </w:p>
    <w:p w:rsidR="006974AE" w:rsidRDefault="006974AE" w:rsidP="006974AE">
      <w:r>
        <w:lastRenderedPageBreak/>
        <w:t>291.1838</w:t>
      </w:r>
      <w:r>
        <w:tab/>
        <w:t>1.013e0</w:t>
      </w:r>
    </w:p>
    <w:p w:rsidR="006974AE" w:rsidRDefault="006974AE" w:rsidP="006974AE">
      <w:r>
        <w:t>291.1860</w:t>
      </w:r>
      <w:r>
        <w:tab/>
        <w:t>3.038e0</w:t>
      </w:r>
    </w:p>
    <w:p w:rsidR="006974AE" w:rsidRDefault="006974AE" w:rsidP="006974AE">
      <w:r>
        <w:t>291.1922</w:t>
      </w:r>
      <w:r>
        <w:tab/>
        <w:t>7.089e0</w:t>
      </w:r>
    </w:p>
    <w:p w:rsidR="006974AE" w:rsidRDefault="006974AE" w:rsidP="006974AE">
      <w:r>
        <w:t>291.1960</w:t>
      </w:r>
      <w:r>
        <w:tab/>
        <w:t>5.063e0</w:t>
      </w:r>
    </w:p>
    <w:p w:rsidR="006974AE" w:rsidRDefault="006974AE" w:rsidP="006974AE">
      <w:r>
        <w:t>291.2071</w:t>
      </w:r>
      <w:r>
        <w:tab/>
        <w:t>4.051e0</w:t>
      </w:r>
    </w:p>
    <w:p w:rsidR="006974AE" w:rsidRDefault="006974AE" w:rsidP="006974AE">
      <w:r>
        <w:t>291.2114</w:t>
      </w:r>
      <w:r>
        <w:tab/>
        <w:t>2.025e0</w:t>
      </w:r>
    </w:p>
    <w:p w:rsidR="006974AE" w:rsidRDefault="006974AE" w:rsidP="006974AE">
      <w:r>
        <w:t>291.2227</w:t>
      </w:r>
      <w:r>
        <w:tab/>
        <w:t>2.025e0</w:t>
      </w:r>
    </w:p>
    <w:p w:rsidR="006974AE" w:rsidRDefault="006974AE" w:rsidP="006974AE">
      <w:r>
        <w:t>291.2303</w:t>
      </w:r>
      <w:r>
        <w:tab/>
        <w:t>1.013e0</w:t>
      </w:r>
    </w:p>
    <w:p w:rsidR="006974AE" w:rsidRDefault="006974AE" w:rsidP="006974AE">
      <w:r>
        <w:t>291.2467</w:t>
      </w:r>
      <w:r>
        <w:tab/>
        <w:t>1.013e0</w:t>
      </w:r>
    </w:p>
    <w:p w:rsidR="006974AE" w:rsidRDefault="006974AE" w:rsidP="006974AE">
      <w:r>
        <w:t>291.2516</w:t>
      </w:r>
      <w:r>
        <w:tab/>
        <w:t>1.013e0</w:t>
      </w:r>
    </w:p>
    <w:p w:rsidR="006974AE" w:rsidRDefault="006974AE" w:rsidP="006974AE">
      <w:r>
        <w:t>291.2667</w:t>
      </w:r>
      <w:r>
        <w:tab/>
        <w:t>1.013e0</w:t>
      </w:r>
    </w:p>
    <w:p w:rsidR="006974AE" w:rsidRDefault="006974AE" w:rsidP="006974AE">
      <w:r>
        <w:t>291.3115</w:t>
      </w:r>
      <w:r>
        <w:tab/>
        <w:t>2.025e0</w:t>
      </w:r>
    </w:p>
    <w:p w:rsidR="006974AE" w:rsidRDefault="006974AE" w:rsidP="006974AE">
      <w:r>
        <w:t>291.3204</w:t>
      </w:r>
      <w:r>
        <w:tab/>
        <w:t>1.013e0</w:t>
      </w:r>
    </w:p>
    <w:p w:rsidR="006974AE" w:rsidRDefault="006974AE" w:rsidP="006974AE">
      <w:r>
        <w:t>291.3257</w:t>
      </w:r>
      <w:r>
        <w:tab/>
        <w:t>1.013e0</w:t>
      </w:r>
    </w:p>
    <w:p w:rsidR="006974AE" w:rsidRDefault="006974AE" w:rsidP="006974AE">
      <w:r>
        <w:t>291.4009</w:t>
      </w:r>
      <w:r>
        <w:tab/>
        <w:t>1.013e0</w:t>
      </w:r>
    </w:p>
    <w:p w:rsidR="006974AE" w:rsidRDefault="006974AE" w:rsidP="006974AE">
      <w:r>
        <w:t>291.4036</w:t>
      </w:r>
      <w:r>
        <w:tab/>
        <w:t>2.025e0</w:t>
      </w:r>
    </w:p>
    <w:p w:rsidR="006974AE" w:rsidRDefault="006974AE" w:rsidP="006974AE">
      <w:r>
        <w:t>291.4485</w:t>
      </w:r>
      <w:r>
        <w:tab/>
        <w:t>2.025e0</w:t>
      </w:r>
    </w:p>
    <w:p w:rsidR="006974AE" w:rsidRDefault="006974AE" w:rsidP="006974AE">
      <w:r>
        <w:t>291.4602</w:t>
      </w:r>
      <w:r>
        <w:tab/>
        <w:t>2.025e0</w:t>
      </w:r>
    </w:p>
    <w:p w:rsidR="006974AE" w:rsidRDefault="006974AE" w:rsidP="006974AE">
      <w:r>
        <w:t>291.5154</w:t>
      </w:r>
      <w:r>
        <w:tab/>
        <w:t>1.013e0</w:t>
      </w:r>
    </w:p>
    <w:p w:rsidR="006974AE" w:rsidRDefault="006974AE" w:rsidP="006974AE">
      <w:r>
        <w:lastRenderedPageBreak/>
        <w:t>291.5333</w:t>
      </w:r>
      <w:r>
        <w:tab/>
        <w:t>1.013e0</w:t>
      </w:r>
    </w:p>
    <w:p w:rsidR="006974AE" w:rsidRDefault="006974AE" w:rsidP="006974AE">
      <w:r>
        <w:t>291.5603</w:t>
      </w:r>
      <w:r>
        <w:tab/>
        <w:t>1.013e0</w:t>
      </w:r>
    </w:p>
    <w:p w:rsidR="006974AE" w:rsidRDefault="006974AE" w:rsidP="006974AE">
      <w:r>
        <w:t>291.5656</w:t>
      </w:r>
      <w:r>
        <w:tab/>
        <w:t>1.013e0</w:t>
      </w:r>
    </w:p>
    <w:p w:rsidR="006974AE" w:rsidRDefault="006974AE" w:rsidP="006974AE">
      <w:r>
        <w:t>291.5832</w:t>
      </w:r>
      <w:r>
        <w:tab/>
        <w:t>1.013e0</w:t>
      </w:r>
    </w:p>
    <w:p w:rsidR="006974AE" w:rsidRDefault="006974AE" w:rsidP="006974AE">
      <w:r>
        <w:t>291.5976</w:t>
      </w:r>
      <w:r>
        <w:tab/>
        <w:t>1.013e0</w:t>
      </w:r>
    </w:p>
    <w:p w:rsidR="006974AE" w:rsidRDefault="006974AE" w:rsidP="006974AE">
      <w:r>
        <w:t>291.6220</w:t>
      </w:r>
      <w:r>
        <w:tab/>
        <w:t>2.025e0</w:t>
      </w:r>
    </w:p>
    <w:p w:rsidR="006974AE" w:rsidRDefault="006974AE" w:rsidP="006974AE">
      <w:r>
        <w:t>291.6341</w:t>
      </w:r>
      <w:r>
        <w:tab/>
        <w:t>1.013e0</w:t>
      </w:r>
    </w:p>
    <w:p w:rsidR="006974AE" w:rsidRDefault="006974AE" w:rsidP="006974AE">
      <w:r>
        <w:t>291.6737</w:t>
      </w:r>
      <w:r>
        <w:tab/>
        <w:t>1.013e0</w:t>
      </w:r>
    </w:p>
    <w:p w:rsidR="006974AE" w:rsidRDefault="006974AE" w:rsidP="006974AE">
      <w:r>
        <w:t>291.6780</w:t>
      </w:r>
      <w:r>
        <w:tab/>
        <w:t>1.013e0</w:t>
      </w:r>
    </w:p>
    <w:p w:rsidR="006974AE" w:rsidRDefault="006974AE" w:rsidP="006974AE">
      <w:r>
        <w:t>291.7016</w:t>
      </w:r>
      <w:r>
        <w:tab/>
        <w:t>1.013e0</w:t>
      </w:r>
    </w:p>
    <w:p w:rsidR="006974AE" w:rsidRDefault="006974AE" w:rsidP="006974AE">
      <w:r>
        <w:t>291.7144</w:t>
      </w:r>
      <w:r>
        <w:tab/>
        <w:t>1.013e0</w:t>
      </w:r>
    </w:p>
    <w:p w:rsidR="006974AE" w:rsidRDefault="006974AE" w:rsidP="006974AE">
      <w:r>
        <w:t>291.7520</w:t>
      </w:r>
      <w:r>
        <w:tab/>
        <w:t>1.013e0</w:t>
      </w:r>
    </w:p>
    <w:p w:rsidR="006974AE" w:rsidRDefault="006974AE" w:rsidP="006974AE">
      <w:r>
        <w:t>291.7609</w:t>
      </w:r>
      <w:r>
        <w:tab/>
        <w:t>1.013e0</w:t>
      </w:r>
    </w:p>
    <w:p w:rsidR="006974AE" w:rsidRDefault="006974AE" w:rsidP="006974AE">
      <w:r>
        <w:t>291.8049</w:t>
      </w:r>
      <w:r>
        <w:tab/>
        <w:t>1.013e0</w:t>
      </w:r>
    </w:p>
    <w:p w:rsidR="006974AE" w:rsidRDefault="006974AE" w:rsidP="006974AE">
      <w:r>
        <w:t>291.8199</w:t>
      </w:r>
      <w:r>
        <w:tab/>
        <w:t>1.013e0</w:t>
      </w:r>
    </w:p>
    <w:p w:rsidR="006974AE" w:rsidRDefault="006974AE" w:rsidP="006974AE">
      <w:r>
        <w:t>291.8318</w:t>
      </w:r>
      <w:r>
        <w:tab/>
        <w:t>1.013e0</w:t>
      </w:r>
    </w:p>
    <w:p w:rsidR="006974AE" w:rsidRDefault="006974AE" w:rsidP="006974AE">
      <w:r>
        <w:t>291.8519</w:t>
      </w:r>
      <w:r>
        <w:tab/>
        <w:t>1.013e0</w:t>
      </w:r>
    </w:p>
    <w:p w:rsidR="006974AE" w:rsidRDefault="006974AE" w:rsidP="006974AE">
      <w:r>
        <w:t>291.8635</w:t>
      </w:r>
      <w:r>
        <w:tab/>
        <w:t>1.013e0</w:t>
      </w:r>
    </w:p>
    <w:p w:rsidR="006974AE" w:rsidRDefault="006974AE" w:rsidP="006974AE">
      <w:r>
        <w:t>291.8835</w:t>
      </w:r>
      <w:r>
        <w:tab/>
        <w:t>1.013e0</w:t>
      </w:r>
    </w:p>
    <w:p w:rsidR="006974AE" w:rsidRDefault="006974AE" w:rsidP="006974AE">
      <w:r>
        <w:lastRenderedPageBreak/>
        <w:t>291.9008</w:t>
      </w:r>
      <w:r>
        <w:tab/>
        <w:t>1.013e0</w:t>
      </w:r>
    </w:p>
    <w:p w:rsidR="006974AE" w:rsidRDefault="006974AE" w:rsidP="006974AE">
      <w:r>
        <w:t>291.9065</w:t>
      </w:r>
      <w:r>
        <w:tab/>
        <w:t>2.025e0</w:t>
      </w:r>
    </w:p>
    <w:p w:rsidR="006974AE" w:rsidRDefault="006974AE" w:rsidP="006974AE">
      <w:r>
        <w:t>291.9279</w:t>
      </w:r>
      <w:r>
        <w:tab/>
        <w:t>1.013e0</w:t>
      </w:r>
    </w:p>
    <w:p w:rsidR="006974AE" w:rsidRDefault="006974AE" w:rsidP="006974AE">
      <w:r>
        <w:t>291.9387</w:t>
      </w:r>
      <w:r>
        <w:tab/>
        <w:t>2.025e0</w:t>
      </w:r>
    </w:p>
    <w:p w:rsidR="006974AE" w:rsidRDefault="006974AE" w:rsidP="006974AE">
      <w:r>
        <w:t>291.9426</w:t>
      </w:r>
      <w:r>
        <w:tab/>
        <w:t>4.051e0</w:t>
      </w:r>
    </w:p>
    <w:p w:rsidR="006974AE" w:rsidRDefault="006974AE" w:rsidP="006974AE">
      <w:r>
        <w:t>291.9826</w:t>
      </w:r>
      <w:r>
        <w:tab/>
        <w:t>1.013e0</w:t>
      </w:r>
    </w:p>
    <w:p w:rsidR="006974AE" w:rsidRDefault="006974AE" w:rsidP="006974AE">
      <w:r>
        <w:t>291.9897</w:t>
      </w:r>
      <w:r>
        <w:tab/>
        <w:t>7.089e0</w:t>
      </w:r>
    </w:p>
    <w:p w:rsidR="006974AE" w:rsidRDefault="006974AE" w:rsidP="006974AE">
      <w:r>
        <w:t>292.0018</w:t>
      </w:r>
      <w:r>
        <w:tab/>
        <w:t>3.038e0</w:t>
      </w:r>
    </w:p>
    <w:p w:rsidR="006974AE" w:rsidRDefault="006974AE" w:rsidP="006974AE">
      <w:r>
        <w:t>292.0102</w:t>
      </w:r>
      <w:r>
        <w:tab/>
        <w:t>2.025e0</w:t>
      </w:r>
    </w:p>
    <w:p w:rsidR="006974AE" w:rsidRDefault="006974AE" w:rsidP="006974AE">
      <w:r>
        <w:t>292.0121</w:t>
      </w:r>
      <w:r>
        <w:tab/>
        <w:t>2.025e0</w:t>
      </w:r>
    </w:p>
    <w:p w:rsidR="006974AE" w:rsidRDefault="006974AE" w:rsidP="006974AE">
      <w:r>
        <w:t>292.0167</w:t>
      </w:r>
      <w:r>
        <w:tab/>
        <w:t>2.025e0</w:t>
      </w:r>
    </w:p>
    <w:p w:rsidR="006974AE" w:rsidRDefault="006974AE" w:rsidP="006974AE">
      <w:r>
        <w:t>292.0238</w:t>
      </w:r>
      <w:r>
        <w:tab/>
        <w:t>1.013e0</w:t>
      </w:r>
    </w:p>
    <w:p w:rsidR="006974AE" w:rsidRDefault="006974AE" w:rsidP="006974AE">
      <w:r>
        <w:t>292.0288</w:t>
      </w:r>
      <w:r>
        <w:tab/>
        <w:t>1.013e0</w:t>
      </w:r>
    </w:p>
    <w:p w:rsidR="006974AE" w:rsidRDefault="006974AE" w:rsidP="006974AE">
      <w:r>
        <w:t>292.0415</w:t>
      </w:r>
      <w:r>
        <w:tab/>
        <w:t>1.013e0</w:t>
      </w:r>
    </w:p>
    <w:p w:rsidR="006974AE" w:rsidRDefault="006974AE" w:rsidP="006974AE">
      <w:r>
        <w:t>292.0630</w:t>
      </w:r>
      <w:r>
        <w:tab/>
        <w:t>2.025e0</w:t>
      </w:r>
    </w:p>
    <w:p w:rsidR="006974AE" w:rsidRDefault="006974AE" w:rsidP="006974AE">
      <w:r>
        <w:t>292.0655</w:t>
      </w:r>
      <w:r>
        <w:tab/>
        <w:t>1.013e0</w:t>
      </w:r>
    </w:p>
    <w:p w:rsidR="006974AE" w:rsidRDefault="006974AE" w:rsidP="006974AE">
      <w:r>
        <w:t>292.0691</w:t>
      </w:r>
      <w:r>
        <w:tab/>
        <w:t>1.013e0</w:t>
      </w:r>
    </w:p>
    <w:p w:rsidR="006974AE" w:rsidRDefault="006974AE" w:rsidP="006974AE">
      <w:r>
        <w:t>292.0732</w:t>
      </w:r>
      <w:r>
        <w:tab/>
        <w:t>1.013e0</w:t>
      </w:r>
    </w:p>
    <w:p w:rsidR="006974AE" w:rsidRDefault="006974AE" w:rsidP="006974AE">
      <w:r>
        <w:t>292.1018</w:t>
      </w:r>
      <w:r>
        <w:tab/>
        <w:t>4.051e0</w:t>
      </w:r>
    </w:p>
    <w:p w:rsidR="006974AE" w:rsidRDefault="006974AE" w:rsidP="006974AE">
      <w:r>
        <w:lastRenderedPageBreak/>
        <w:t>292.1145</w:t>
      </w:r>
      <w:r>
        <w:tab/>
        <w:t>1.013e0</w:t>
      </w:r>
    </w:p>
    <w:p w:rsidR="006974AE" w:rsidRDefault="006974AE" w:rsidP="006974AE">
      <w:r>
        <w:t>292.1249</w:t>
      </w:r>
      <w:r>
        <w:tab/>
        <w:t>1.013e0</w:t>
      </w:r>
    </w:p>
    <w:p w:rsidR="006974AE" w:rsidRDefault="006974AE" w:rsidP="006974AE">
      <w:r>
        <w:t>292.1284</w:t>
      </w:r>
      <w:r>
        <w:tab/>
        <w:t>1.013e0</w:t>
      </w:r>
    </w:p>
    <w:p w:rsidR="006974AE" w:rsidRDefault="006974AE" w:rsidP="006974AE">
      <w:r>
        <w:t>292.1327</w:t>
      </w:r>
      <w:r>
        <w:tab/>
        <w:t>2.025e0</w:t>
      </w:r>
    </w:p>
    <w:p w:rsidR="006974AE" w:rsidRDefault="006974AE" w:rsidP="006974AE">
      <w:r>
        <w:t>292.1729</w:t>
      </w:r>
      <w:r>
        <w:tab/>
        <w:t>2.025e0</w:t>
      </w:r>
    </w:p>
    <w:p w:rsidR="006974AE" w:rsidRDefault="006974AE" w:rsidP="006974AE">
      <w:r>
        <w:t>292.1862</w:t>
      </w:r>
      <w:r>
        <w:tab/>
        <w:t>3.038e0</w:t>
      </w:r>
    </w:p>
    <w:p w:rsidR="006974AE" w:rsidRDefault="006974AE" w:rsidP="006974AE">
      <w:r>
        <w:t>292.1916</w:t>
      </w:r>
      <w:r>
        <w:tab/>
        <w:t>4.051e0</w:t>
      </w:r>
    </w:p>
    <w:p w:rsidR="006974AE" w:rsidRDefault="006974AE" w:rsidP="006974AE">
      <w:r>
        <w:t>292.2097</w:t>
      </w:r>
      <w:r>
        <w:tab/>
        <w:t>4.051e0</w:t>
      </w:r>
    </w:p>
    <w:p w:rsidR="006974AE" w:rsidRDefault="006974AE" w:rsidP="006974AE">
      <w:r>
        <w:t>292.2194</w:t>
      </w:r>
      <w:r>
        <w:tab/>
        <w:t>2.025e0</w:t>
      </w:r>
    </w:p>
    <w:p w:rsidR="006974AE" w:rsidRDefault="006974AE" w:rsidP="006974AE">
      <w:r>
        <w:t>292.2277</w:t>
      </w:r>
      <w:r>
        <w:tab/>
        <w:t>2.025e0</w:t>
      </w:r>
    </w:p>
    <w:p w:rsidR="006974AE" w:rsidRDefault="006974AE" w:rsidP="006974AE">
      <w:r>
        <w:t>292.2297</w:t>
      </w:r>
      <w:r>
        <w:tab/>
        <w:t>2.025e0</w:t>
      </w:r>
    </w:p>
    <w:p w:rsidR="006974AE" w:rsidRDefault="006974AE" w:rsidP="006974AE">
      <w:r>
        <w:t>292.2318</w:t>
      </w:r>
      <w:r>
        <w:tab/>
        <w:t>1.013e0</w:t>
      </w:r>
    </w:p>
    <w:p w:rsidR="006974AE" w:rsidRDefault="006974AE" w:rsidP="006974AE">
      <w:r>
        <w:t>292.3107</w:t>
      </w:r>
      <w:r>
        <w:tab/>
        <w:t>1.013e0</w:t>
      </w:r>
    </w:p>
    <w:p w:rsidR="006974AE" w:rsidRDefault="006974AE" w:rsidP="006974AE">
      <w:r>
        <w:t>292.3223</w:t>
      </w:r>
      <w:r>
        <w:tab/>
        <w:t>1.013e0</w:t>
      </w:r>
    </w:p>
    <w:p w:rsidR="006974AE" w:rsidRDefault="006974AE" w:rsidP="006974AE">
      <w:r>
        <w:t>292.3306</w:t>
      </w:r>
      <w:r>
        <w:tab/>
        <w:t>2.025e0</w:t>
      </w:r>
    </w:p>
    <w:p w:rsidR="006974AE" w:rsidRDefault="006974AE" w:rsidP="006974AE">
      <w:r>
        <w:t>292.3332</w:t>
      </w:r>
      <w:r>
        <w:tab/>
        <w:t>1.013e0</w:t>
      </w:r>
    </w:p>
    <w:p w:rsidR="006974AE" w:rsidRDefault="006974AE" w:rsidP="006974AE">
      <w:r>
        <w:t>292.3501</w:t>
      </w:r>
      <w:r>
        <w:tab/>
        <w:t>1.013e0</w:t>
      </w:r>
    </w:p>
    <w:p w:rsidR="006974AE" w:rsidRDefault="006974AE" w:rsidP="006974AE">
      <w:r>
        <w:t>292.3542</w:t>
      </w:r>
      <w:r>
        <w:tab/>
        <w:t>1.013e0</w:t>
      </w:r>
    </w:p>
    <w:p w:rsidR="006974AE" w:rsidRDefault="006974AE" w:rsidP="006974AE">
      <w:r>
        <w:t>292.3896</w:t>
      </w:r>
      <w:r>
        <w:tab/>
        <w:t>2.025e0</w:t>
      </w:r>
    </w:p>
    <w:p w:rsidR="006974AE" w:rsidRDefault="006974AE" w:rsidP="006974AE">
      <w:r>
        <w:lastRenderedPageBreak/>
        <w:t>292.3955</w:t>
      </w:r>
      <w:r>
        <w:tab/>
        <w:t>2.025e0</w:t>
      </w:r>
    </w:p>
    <w:p w:rsidR="006974AE" w:rsidRDefault="006974AE" w:rsidP="006974AE">
      <w:r>
        <w:t>292.4026</w:t>
      </w:r>
      <w:r>
        <w:tab/>
        <w:t>2.025e0</w:t>
      </w:r>
    </w:p>
    <w:p w:rsidR="006974AE" w:rsidRDefault="006974AE" w:rsidP="006974AE">
      <w:r>
        <w:t>292.4182</w:t>
      </w:r>
      <w:r>
        <w:tab/>
        <w:t>1.013e0</w:t>
      </w:r>
    </w:p>
    <w:p w:rsidR="006974AE" w:rsidRDefault="006974AE" w:rsidP="006974AE">
      <w:r>
        <w:t>292.4415</w:t>
      </w:r>
      <w:r>
        <w:tab/>
        <w:t>1.013e0</w:t>
      </w:r>
    </w:p>
    <w:p w:rsidR="006974AE" w:rsidRDefault="006974AE" w:rsidP="006974AE">
      <w:r>
        <w:t>292.4449</w:t>
      </w:r>
      <w:r>
        <w:tab/>
        <w:t>1.013e0</w:t>
      </w:r>
    </w:p>
    <w:p w:rsidR="006974AE" w:rsidRDefault="006974AE" w:rsidP="006974AE">
      <w:r>
        <w:t>292.4560</w:t>
      </w:r>
      <w:r>
        <w:tab/>
        <w:t>1.013e0</w:t>
      </w:r>
    </w:p>
    <w:p w:rsidR="006974AE" w:rsidRDefault="006974AE" w:rsidP="006974AE">
      <w:r>
        <w:t>292.4647</w:t>
      </w:r>
      <w:r>
        <w:tab/>
        <w:t>1.013e0</w:t>
      </w:r>
    </w:p>
    <w:p w:rsidR="006974AE" w:rsidRDefault="006974AE" w:rsidP="006974AE">
      <w:r>
        <w:t>292.4823</w:t>
      </w:r>
      <w:r>
        <w:tab/>
        <w:t>1.013e0</w:t>
      </w:r>
    </w:p>
    <w:p w:rsidR="006974AE" w:rsidRDefault="006974AE" w:rsidP="006974AE">
      <w:r>
        <w:t>292.5143</w:t>
      </w:r>
      <w:r>
        <w:tab/>
        <w:t>1.013e0</w:t>
      </w:r>
    </w:p>
    <w:p w:rsidR="006974AE" w:rsidRDefault="006974AE" w:rsidP="006974AE">
      <w:r>
        <w:t>292.5240</w:t>
      </w:r>
      <w:r>
        <w:tab/>
        <w:t>1.013e0</w:t>
      </w:r>
    </w:p>
    <w:p w:rsidR="006974AE" w:rsidRDefault="006974AE" w:rsidP="006974AE">
      <w:r>
        <w:t>292.5508</w:t>
      </w:r>
      <w:r>
        <w:tab/>
        <w:t>2.025e0</w:t>
      </w:r>
    </w:p>
    <w:p w:rsidR="006974AE" w:rsidRDefault="006974AE" w:rsidP="006974AE">
      <w:r>
        <w:t>292.5641</w:t>
      </w:r>
      <w:r>
        <w:tab/>
        <w:t>1.013e0</w:t>
      </w:r>
    </w:p>
    <w:p w:rsidR="006974AE" w:rsidRDefault="006974AE" w:rsidP="006974AE">
      <w:r>
        <w:t>292.5918</w:t>
      </w:r>
      <w:r>
        <w:tab/>
        <w:t>1.013e0</w:t>
      </w:r>
    </w:p>
    <w:p w:rsidR="006974AE" w:rsidRDefault="006974AE" w:rsidP="006974AE">
      <w:r>
        <w:t>292.6154</w:t>
      </w:r>
      <w:r>
        <w:tab/>
        <w:t>2.025e0</w:t>
      </w:r>
    </w:p>
    <w:p w:rsidR="006974AE" w:rsidRDefault="006974AE" w:rsidP="006974AE">
      <w:r>
        <w:t>292.6270</w:t>
      </w:r>
      <w:r>
        <w:tab/>
        <w:t>1.013e0</w:t>
      </w:r>
    </w:p>
    <w:p w:rsidR="006974AE" w:rsidRDefault="006974AE" w:rsidP="006974AE">
      <w:r>
        <w:t>292.6467</w:t>
      </w:r>
      <w:r>
        <w:tab/>
        <w:t>1.013e0</w:t>
      </w:r>
    </w:p>
    <w:p w:rsidR="006974AE" w:rsidRDefault="006974AE" w:rsidP="006974AE">
      <w:r>
        <w:t>292.6639</w:t>
      </w:r>
      <w:r>
        <w:tab/>
        <w:t>1.013e0</w:t>
      </w:r>
    </w:p>
    <w:p w:rsidR="006974AE" w:rsidRDefault="006974AE" w:rsidP="006974AE">
      <w:r>
        <w:t>292.6722</w:t>
      </w:r>
      <w:r>
        <w:tab/>
        <w:t>2.025e0</w:t>
      </w:r>
    </w:p>
    <w:p w:rsidR="006974AE" w:rsidRDefault="006974AE" w:rsidP="006974AE">
      <w:r>
        <w:t>292.6824</w:t>
      </w:r>
      <w:r>
        <w:tab/>
        <w:t>1.013e0</w:t>
      </w:r>
    </w:p>
    <w:p w:rsidR="006974AE" w:rsidRDefault="006974AE" w:rsidP="006974AE">
      <w:r>
        <w:lastRenderedPageBreak/>
        <w:t>292.7061</w:t>
      </w:r>
      <w:r>
        <w:tab/>
        <w:t>1.013e0</w:t>
      </w:r>
    </w:p>
    <w:p w:rsidR="006974AE" w:rsidRDefault="006974AE" w:rsidP="006974AE">
      <w:r>
        <w:t>292.7145</w:t>
      </w:r>
      <w:r>
        <w:tab/>
        <w:t>1.013e0</w:t>
      </w:r>
    </w:p>
    <w:p w:rsidR="006974AE" w:rsidRDefault="006974AE" w:rsidP="006974AE">
      <w:r>
        <w:t>292.7600</w:t>
      </w:r>
      <w:r>
        <w:tab/>
        <w:t>1.013e0</w:t>
      </w:r>
    </w:p>
    <w:p w:rsidR="006974AE" w:rsidRDefault="006974AE" w:rsidP="006974AE">
      <w:r>
        <w:t>292.8486</w:t>
      </w:r>
      <w:r>
        <w:tab/>
        <w:t>2.025e0</w:t>
      </w:r>
    </w:p>
    <w:p w:rsidR="006974AE" w:rsidRDefault="006974AE" w:rsidP="006974AE">
      <w:r>
        <w:t>292.8830</w:t>
      </w:r>
      <w:r>
        <w:tab/>
        <w:t>1.013e0</w:t>
      </w:r>
    </w:p>
    <w:p w:rsidR="006974AE" w:rsidRDefault="006974AE" w:rsidP="006974AE">
      <w:r>
        <w:t>292.8886</w:t>
      </w:r>
      <w:r>
        <w:tab/>
        <w:t>1.013e0</w:t>
      </w:r>
    </w:p>
    <w:p w:rsidR="006974AE" w:rsidRDefault="006974AE" w:rsidP="006974AE">
      <w:r>
        <w:t>292.9002</w:t>
      </w:r>
      <w:r>
        <w:tab/>
        <w:t>1.013e0</w:t>
      </w:r>
    </w:p>
    <w:p w:rsidR="006974AE" w:rsidRDefault="006974AE" w:rsidP="006974AE">
      <w:r>
        <w:t>292.9282</w:t>
      </w:r>
      <w:r>
        <w:tab/>
        <w:t>1.013e0</w:t>
      </w:r>
    </w:p>
    <w:p w:rsidR="006974AE" w:rsidRDefault="006974AE" w:rsidP="006974AE">
      <w:r>
        <w:t>292.9421</w:t>
      </w:r>
      <w:r>
        <w:tab/>
        <w:t>1.013e0</w:t>
      </w:r>
    </w:p>
    <w:p w:rsidR="006974AE" w:rsidRDefault="006974AE" w:rsidP="006974AE">
      <w:r>
        <w:t>292.9558</w:t>
      </w:r>
      <w:r>
        <w:tab/>
        <w:t>1.013e0</w:t>
      </w:r>
    </w:p>
    <w:p w:rsidR="006974AE" w:rsidRDefault="006974AE" w:rsidP="006974AE">
      <w:r>
        <w:t>292.9595</w:t>
      </w:r>
      <w:r>
        <w:tab/>
        <w:t>1.013e0</w:t>
      </w:r>
    </w:p>
    <w:p w:rsidR="006974AE" w:rsidRDefault="006974AE" w:rsidP="006974AE">
      <w:r>
        <w:t>292.9689</w:t>
      </w:r>
      <w:r>
        <w:tab/>
        <w:t>1.013e0</w:t>
      </w:r>
    </w:p>
    <w:p w:rsidR="006974AE" w:rsidRDefault="006974AE" w:rsidP="006974AE">
      <w:r>
        <w:t>292.9724</w:t>
      </w:r>
      <w:r>
        <w:tab/>
        <w:t>3.038e0</w:t>
      </w:r>
    </w:p>
    <w:p w:rsidR="006974AE" w:rsidRDefault="006974AE" w:rsidP="006974AE">
      <w:r>
        <w:t>292.9739</w:t>
      </w:r>
      <w:r>
        <w:tab/>
        <w:t>1.013e0</w:t>
      </w:r>
    </w:p>
    <w:p w:rsidR="006974AE" w:rsidRDefault="006974AE" w:rsidP="006974AE">
      <w:r>
        <w:t>293.0006</w:t>
      </w:r>
      <w:r>
        <w:tab/>
        <w:t>1.013e0</w:t>
      </w:r>
    </w:p>
    <w:p w:rsidR="006974AE" w:rsidRDefault="006974AE" w:rsidP="006974AE">
      <w:r>
        <w:t>293.0115</w:t>
      </w:r>
      <w:r>
        <w:tab/>
        <w:t>3.038e0</w:t>
      </w:r>
    </w:p>
    <w:p w:rsidR="006974AE" w:rsidRDefault="006974AE" w:rsidP="006974AE">
      <w:r>
        <w:t>293.0192</w:t>
      </w:r>
      <w:r>
        <w:tab/>
        <w:t>1.013e0</w:t>
      </w:r>
    </w:p>
    <w:p w:rsidR="006974AE" w:rsidRDefault="006974AE" w:rsidP="006974AE">
      <w:r>
        <w:t>293.0466</w:t>
      </w:r>
      <w:r>
        <w:tab/>
        <w:t>2.025e0</w:t>
      </w:r>
    </w:p>
    <w:p w:rsidR="006974AE" w:rsidRDefault="006974AE" w:rsidP="006974AE">
      <w:r>
        <w:t>293.0543</w:t>
      </w:r>
      <w:r>
        <w:tab/>
        <w:t>7.590e0</w:t>
      </w:r>
    </w:p>
    <w:p w:rsidR="006974AE" w:rsidRDefault="006974AE" w:rsidP="006974AE">
      <w:r>
        <w:lastRenderedPageBreak/>
        <w:t>293.0782</w:t>
      </w:r>
      <w:r>
        <w:tab/>
        <w:t>1.013e0</w:t>
      </w:r>
    </w:p>
    <w:p w:rsidR="006974AE" w:rsidRDefault="006974AE" w:rsidP="006974AE">
      <w:r>
        <w:t>293.0921</w:t>
      </w:r>
      <w:r>
        <w:tab/>
        <w:t>3.038e0</w:t>
      </w:r>
    </w:p>
    <w:p w:rsidR="006974AE" w:rsidRDefault="006974AE" w:rsidP="006974AE">
      <w:r>
        <w:t>293.1067</w:t>
      </w:r>
      <w:r>
        <w:tab/>
        <w:t>3.038e0</w:t>
      </w:r>
    </w:p>
    <w:p w:rsidR="006974AE" w:rsidRDefault="006974AE" w:rsidP="006974AE">
      <w:r>
        <w:t>293.1183</w:t>
      </w:r>
      <w:r>
        <w:tab/>
        <w:t>1.013e0</w:t>
      </w:r>
    </w:p>
    <w:p w:rsidR="006974AE" w:rsidRDefault="006974AE" w:rsidP="006974AE">
      <w:r>
        <w:t>293.1507</w:t>
      </w:r>
      <w:r>
        <w:tab/>
        <w:t>1.013e0</w:t>
      </w:r>
    </w:p>
    <w:p w:rsidR="006974AE" w:rsidRDefault="006974AE" w:rsidP="006974AE">
      <w:r>
        <w:t>293.1714</w:t>
      </w:r>
      <w:r>
        <w:tab/>
        <w:t>3.038e0</w:t>
      </w:r>
    </w:p>
    <w:p w:rsidR="006974AE" w:rsidRDefault="006974AE" w:rsidP="006974AE">
      <w:r>
        <w:t>293.1737</w:t>
      </w:r>
      <w:r>
        <w:tab/>
        <w:t>2.025e0</w:t>
      </w:r>
    </w:p>
    <w:p w:rsidR="006974AE" w:rsidRDefault="006974AE" w:rsidP="006974AE">
      <w:r>
        <w:t>293.1851</w:t>
      </w:r>
      <w:r>
        <w:tab/>
        <w:t>2.025e0</w:t>
      </w:r>
    </w:p>
    <w:p w:rsidR="006974AE" w:rsidRDefault="006974AE" w:rsidP="006974AE">
      <w:r>
        <w:t>293.1871</w:t>
      </w:r>
      <w:r>
        <w:tab/>
        <w:t>2.025e0</w:t>
      </w:r>
    </w:p>
    <w:p w:rsidR="006974AE" w:rsidRDefault="006974AE" w:rsidP="006974AE">
      <w:r>
        <w:t>293.2019</w:t>
      </w:r>
      <w:r>
        <w:tab/>
        <w:t>2.025e0</w:t>
      </w:r>
    </w:p>
    <w:p w:rsidR="006974AE" w:rsidRDefault="006974AE" w:rsidP="006974AE">
      <w:r>
        <w:t>293.2199</w:t>
      </w:r>
      <w:r>
        <w:tab/>
        <w:t>1.013e0</w:t>
      </w:r>
    </w:p>
    <w:p w:rsidR="006974AE" w:rsidRDefault="006974AE" w:rsidP="006974AE">
      <w:r>
        <w:t>293.2603</w:t>
      </w:r>
      <w:r>
        <w:tab/>
        <w:t>1.013e0</w:t>
      </w:r>
    </w:p>
    <w:p w:rsidR="006974AE" w:rsidRDefault="006974AE" w:rsidP="006974AE">
      <w:r>
        <w:t>293.2686</w:t>
      </w:r>
      <w:r>
        <w:tab/>
        <w:t>1.013e0</w:t>
      </w:r>
    </w:p>
    <w:p w:rsidR="006974AE" w:rsidRDefault="006974AE" w:rsidP="006974AE">
      <w:r>
        <w:t>293.2964</w:t>
      </w:r>
      <w:r>
        <w:tab/>
        <w:t>1.013e0</w:t>
      </w:r>
    </w:p>
    <w:p w:rsidR="006974AE" w:rsidRDefault="006974AE" w:rsidP="006974AE">
      <w:r>
        <w:t>293.3059</w:t>
      </w:r>
      <w:r>
        <w:tab/>
        <w:t>1.013e0</w:t>
      </w:r>
    </w:p>
    <w:p w:rsidR="006974AE" w:rsidRDefault="006974AE" w:rsidP="006974AE">
      <w:r>
        <w:t>293.3277</w:t>
      </w:r>
      <w:r>
        <w:tab/>
        <w:t>1.013e0</w:t>
      </w:r>
    </w:p>
    <w:p w:rsidR="006974AE" w:rsidRDefault="006974AE" w:rsidP="006974AE">
      <w:r>
        <w:t>293.3430</w:t>
      </w:r>
      <w:r>
        <w:tab/>
        <w:t>1.013e0</w:t>
      </w:r>
    </w:p>
    <w:p w:rsidR="006974AE" w:rsidRDefault="006974AE" w:rsidP="006974AE">
      <w:r>
        <w:t>293.3473</w:t>
      </w:r>
      <w:r>
        <w:tab/>
        <w:t>1.013e0</w:t>
      </w:r>
    </w:p>
    <w:p w:rsidR="006974AE" w:rsidRDefault="006974AE" w:rsidP="006974AE">
      <w:r>
        <w:t>293.3558</w:t>
      </w:r>
      <w:r>
        <w:tab/>
        <w:t>1.013e0</w:t>
      </w:r>
    </w:p>
    <w:p w:rsidR="006974AE" w:rsidRDefault="006974AE" w:rsidP="006974AE">
      <w:r>
        <w:lastRenderedPageBreak/>
        <w:t>293.3701</w:t>
      </w:r>
      <w:r>
        <w:tab/>
        <w:t>1.013e0</w:t>
      </w:r>
    </w:p>
    <w:p w:rsidR="006974AE" w:rsidRDefault="006974AE" w:rsidP="006974AE">
      <w:r>
        <w:t>293.3871</w:t>
      </w:r>
      <w:r>
        <w:tab/>
        <w:t>1.013e0</w:t>
      </w:r>
    </w:p>
    <w:p w:rsidR="006974AE" w:rsidRDefault="006974AE" w:rsidP="006974AE">
      <w:r>
        <w:t>293.4106</w:t>
      </w:r>
      <w:r>
        <w:tab/>
        <w:t>1.013e0</w:t>
      </w:r>
    </w:p>
    <w:p w:rsidR="006974AE" w:rsidRDefault="006974AE" w:rsidP="006974AE">
      <w:r>
        <w:t>293.4151</w:t>
      </w:r>
      <w:r>
        <w:tab/>
        <w:t>1.013e0</w:t>
      </w:r>
    </w:p>
    <w:p w:rsidR="006974AE" w:rsidRDefault="006974AE" w:rsidP="006974AE">
      <w:r>
        <w:t>293.4233</w:t>
      </w:r>
      <w:r>
        <w:tab/>
        <w:t>1.013e0</w:t>
      </w:r>
    </w:p>
    <w:p w:rsidR="006974AE" w:rsidRDefault="006974AE" w:rsidP="006974AE">
      <w:r>
        <w:t>293.5010</w:t>
      </w:r>
      <w:r>
        <w:tab/>
        <w:t>3.038e0</w:t>
      </w:r>
    </w:p>
    <w:p w:rsidR="006974AE" w:rsidRDefault="006974AE" w:rsidP="006974AE">
      <w:r>
        <w:t>293.5334</w:t>
      </w:r>
      <w:r>
        <w:tab/>
        <w:t>1.013e0</w:t>
      </w:r>
    </w:p>
    <w:p w:rsidR="006974AE" w:rsidRDefault="006974AE" w:rsidP="006974AE">
      <w:r>
        <w:t>293.5358</w:t>
      </w:r>
      <w:r>
        <w:tab/>
        <w:t>2.025e0</w:t>
      </w:r>
    </w:p>
    <w:p w:rsidR="006974AE" w:rsidRDefault="006974AE" w:rsidP="006974AE">
      <w:r>
        <w:t>293.5615</w:t>
      </w:r>
      <w:r>
        <w:tab/>
        <w:t>1.013e0</w:t>
      </w:r>
    </w:p>
    <w:p w:rsidR="006974AE" w:rsidRDefault="006974AE" w:rsidP="006974AE">
      <w:r>
        <w:t>293.5696</w:t>
      </w:r>
      <w:r>
        <w:tab/>
        <w:t>1.013e0</w:t>
      </w:r>
    </w:p>
    <w:p w:rsidR="006974AE" w:rsidRDefault="006974AE" w:rsidP="006974AE">
      <w:r>
        <w:t>293.5969</w:t>
      </w:r>
      <w:r>
        <w:tab/>
        <w:t>1.013e0</w:t>
      </w:r>
    </w:p>
    <w:p w:rsidR="006974AE" w:rsidRDefault="006974AE" w:rsidP="006974AE">
      <w:r>
        <w:t>293.6290</w:t>
      </w:r>
      <w:r>
        <w:tab/>
        <w:t>1.013e0</w:t>
      </w:r>
    </w:p>
    <w:p w:rsidR="006974AE" w:rsidRDefault="006974AE" w:rsidP="006974AE">
      <w:r>
        <w:t>293.6329</w:t>
      </w:r>
      <w:r>
        <w:tab/>
        <w:t>1.013e0</w:t>
      </w:r>
    </w:p>
    <w:p w:rsidR="006974AE" w:rsidRDefault="006974AE" w:rsidP="006974AE">
      <w:r>
        <w:t>293.6487</w:t>
      </w:r>
      <w:r>
        <w:tab/>
        <w:t>1.013e0</w:t>
      </w:r>
    </w:p>
    <w:p w:rsidR="006974AE" w:rsidRDefault="006974AE" w:rsidP="006974AE">
      <w:r>
        <w:t>293.6646</w:t>
      </w:r>
      <w:r>
        <w:tab/>
        <w:t>2.025e0</w:t>
      </w:r>
    </w:p>
    <w:p w:rsidR="006974AE" w:rsidRDefault="006974AE" w:rsidP="006974AE">
      <w:r>
        <w:t>293.6697</w:t>
      </w:r>
      <w:r>
        <w:tab/>
        <w:t>1.013e0</w:t>
      </w:r>
    </w:p>
    <w:p w:rsidR="006974AE" w:rsidRDefault="006974AE" w:rsidP="006974AE">
      <w:r>
        <w:t>293.6967</w:t>
      </w:r>
      <w:r>
        <w:tab/>
        <w:t>2.025e0</w:t>
      </w:r>
    </w:p>
    <w:p w:rsidR="006974AE" w:rsidRDefault="006974AE" w:rsidP="006974AE">
      <w:r>
        <w:t>293.7197</w:t>
      </w:r>
      <w:r>
        <w:tab/>
        <w:t>1.013e0</w:t>
      </w:r>
    </w:p>
    <w:p w:rsidR="006974AE" w:rsidRDefault="006974AE" w:rsidP="006974AE">
      <w:r>
        <w:t>293.7290</w:t>
      </w:r>
      <w:r>
        <w:tab/>
        <w:t>1.013e0</w:t>
      </w:r>
    </w:p>
    <w:p w:rsidR="006974AE" w:rsidRDefault="006974AE" w:rsidP="006974AE">
      <w:r>
        <w:lastRenderedPageBreak/>
        <w:t>293.7397</w:t>
      </w:r>
      <w:r>
        <w:tab/>
        <w:t>1.013e0</w:t>
      </w:r>
    </w:p>
    <w:p w:rsidR="006974AE" w:rsidRDefault="006974AE" w:rsidP="006974AE">
      <w:r>
        <w:t>293.7933</w:t>
      </w:r>
      <w:r>
        <w:tab/>
        <w:t>1.013e0</w:t>
      </w:r>
    </w:p>
    <w:p w:rsidR="006974AE" w:rsidRDefault="006974AE" w:rsidP="006974AE">
      <w:r>
        <w:t>293.8027</w:t>
      </w:r>
      <w:r>
        <w:tab/>
        <w:t>1.013e0</w:t>
      </w:r>
    </w:p>
    <w:p w:rsidR="006974AE" w:rsidRDefault="006974AE" w:rsidP="006974AE">
      <w:r>
        <w:t>293.8108</w:t>
      </w:r>
      <w:r>
        <w:tab/>
        <w:t>1.013e0</w:t>
      </w:r>
    </w:p>
    <w:p w:rsidR="006974AE" w:rsidRDefault="006974AE" w:rsidP="006974AE">
      <w:r>
        <w:t>293.8147</w:t>
      </w:r>
      <w:r>
        <w:tab/>
        <w:t>1.013e0</w:t>
      </w:r>
    </w:p>
    <w:p w:rsidR="006974AE" w:rsidRDefault="006974AE" w:rsidP="006974AE">
      <w:r>
        <w:t>293.8309</w:t>
      </w:r>
      <w:r>
        <w:tab/>
        <w:t>1.013e0</w:t>
      </w:r>
    </w:p>
    <w:p w:rsidR="006974AE" w:rsidRDefault="006974AE" w:rsidP="006974AE">
      <w:r>
        <w:t>293.8520</w:t>
      </w:r>
      <w:r>
        <w:tab/>
        <w:t>1.013e0</w:t>
      </w:r>
    </w:p>
    <w:p w:rsidR="006974AE" w:rsidRDefault="006974AE" w:rsidP="006974AE">
      <w:r>
        <w:t>293.8625</w:t>
      </w:r>
      <w:r>
        <w:tab/>
        <w:t>1.013e0</w:t>
      </w:r>
    </w:p>
    <w:p w:rsidR="006974AE" w:rsidRDefault="006974AE" w:rsidP="006974AE">
      <w:r>
        <w:t>293.8938</w:t>
      </w:r>
      <w:r>
        <w:tab/>
        <w:t>1.013e0</w:t>
      </w:r>
    </w:p>
    <w:p w:rsidR="006974AE" w:rsidRDefault="006974AE" w:rsidP="006974AE">
      <w:r>
        <w:t>293.8978</w:t>
      </w:r>
      <w:r>
        <w:tab/>
        <w:t>1.013e0</w:t>
      </w:r>
    </w:p>
    <w:p w:rsidR="006974AE" w:rsidRDefault="006974AE" w:rsidP="006974AE">
      <w:r>
        <w:t>293.9058</w:t>
      </w:r>
      <w:r>
        <w:tab/>
        <w:t>1.013e0</w:t>
      </w:r>
    </w:p>
    <w:p w:rsidR="006974AE" w:rsidRDefault="006974AE" w:rsidP="006974AE">
      <w:r>
        <w:t>293.9220</w:t>
      </w:r>
      <w:r>
        <w:tab/>
        <w:t>1.013e0</w:t>
      </w:r>
    </w:p>
    <w:p w:rsidR="006974AE" w:rsidRDefault="006974AE" w:rsidP="006974AE">
      <w:r>
        <w:t>293.9340</w:t>
      </w:r>
      <w:r>
        <w:tab/>
        <w:t>2.025e0</w:t>
      </w:r>
    </w:p>
    <w:p w:rsidR="006974AE" w:rsidRDefault="006974AE" w:rsidP="006974AE">
      <w:r>
        <w:t>293.9572</w:t>
      </w:r>
      <w:r>
        <w:tab/>
        <w:t>2.025e0</w:t>
      </w:r>
    </w:p>
    <w:p w:rsidR="006974AE" w:rsidRDefault="006974AE" w:rsidP="006974AE">
      <w:r>
        <w:t>293.9808</w:t>
      </w:r>
      <w:r>
        <w:tab/>
        <w:t>2.025e0</w:t>
      </w:r>
    </w:p>
    <w:p w:rsidR="006974AE" w:rsidRDefault="006974AE" w:rsidP="006974AE">
      <w:r>
        <w:t>294.0025</w:t>
      </w:r>
      <w:r>
        <w:tab/>
        <w:t>3.038e0</w:t>
      </w:r>
    </w:p>
    <w:p w:rsidR="006974AE" w:rsidRDefault="006974AE" w:rsidP="006974AE">
      <w:r>
        <w:t>294.0131</w:t>
      </w:r>
      <w:r>
        <w:tab/>
        <w:t>1.013e0</w:t>
      </w:r>
    </w:p>
    <w:p w:rsidR="006974AE" w:rsidRDefault="006974AE" w:rsidP="006974AE">
      <w:r>
        <w:t>294.0166</w:t>
      </w:r>
      <w:r>
        <w:tab/>
        <w:t>1.013e0</w:t>
      </w:r>
    </w:p>
    <w:p w:rsidR="006974AE" w:rsidRDefault="006974AE" w:rsidP="006974AE">
      <w:r>
        <w:t>294.0210</w:t>
      </w:r>
      <w:r>
        <w:tab/>
        <w:t>1.013e0</w:t>
      </w:r>
    </w:p>
    <w:p w:rsidR="006974AE" w:rsidRDefault="006974AE" w:rsidP="006974AE">
      <w:r>
        <w:lastRenderedPageBreak/>
        <w:t>294.0251</w:t>
      </w:r>
      <w:r>
        <w:tab/>
        <w:t>1.013e0</w:t>
      </w:r>
    </w:p>
    <w:p w:rsidR="006974AE" w:rsidRDefault="006974AE" w:rsidP="006974AE">
      <w:r>
        <w:t>294.0424</w:t>
      </w:r>
      <w:r>
        <w:tab/>
        <w:t>3.038e0</w:t>
      </w:r>
    </w:p>
    <w:p w:rsidR="006974AE" w:rsidRDefault="006974AE" w:rsidP="006974AE">
      <w:r>
        <w:t>294.0447</w:t>
      </w:r>
      <w:r>
        <w:tab/>
        <w:t>1.013e0</w:t>
      </w:r>
    </w:p>
    <w:p w:rsidR="006974AE" w:rsidRDefault="006974AE" w:rsidP="006974AE">
      <w:r>
        <w:t>294.0683</w:t>
      </w:r>
      <w:r>
        <w:tab/>
        <w:t>2.025e0</w:t>
      </w:r>
    </w:p>
    <w:p w:rsidR="006974AE" w:rsidRDefault="006974AE" w:rsidP="006974AE">
      <w:r>
        <w:t>294.0760</w:t>
      </w:r>
      <w:r>
        <w:tab/>
        <w:t>1.013e0</w:t>
      </w:r>
    </w:p>
    <w:p w:rsidR="006974AE" w:rsidRDefault="006974AE" w:rsidP="006974AE">
      <w:r>
        <w:t>294.0843</w:t>
      </w:r>
      <w:r>
        <w:tab/>
        <w:t>2.025e0</w:t>
      </w:r>
    </w:p>
    <w:p w:rsidR="006974AE" w:rsidRDefault="006974AE" w:rsidP="006974AE">
      <w:r>
        <w:t>294.0881</w:t>
      </w:r>
      <w:r>
        <w:tab/>
        <w:t>2.025e0</w:t>
      </w:r>
    </w:p>
    <w:p w:rsidR="006974AE" w:rsidRDefault="006974AE" w:rsidP="006974AE">
      <w:r>
        <w:t>294.0959</w:t>
      </w:r>
      <w:r>
        <w:tab/>
        <w:t>2.025e0</w:t>
      </w:r>
    </w:p>
    <w:p w:rsidR="006974AE" w:rsidRDefault="006974AE" w:rsidP="006974AE">
      <w:r>
        <w:t>294.1120</w:t>
      </w:r>
      <w:r>
        <w:tab/>
        <w:t>2.025e0</w:t>
      </w:r>
    </w:p>
    <w:p w:rsidR="006974AE" w:rsidRDefault="006974AE" w:rsidP="006974AE">
      <w:r>
        <w:t>294.1312</w:t>
      </w:r>
      <w:r>
        <w:tab/>
        <w:t>1.013e0</w:t>
      </w:r>
    </w:p>
    <w:p w:rsidR="006974AE" w:rsidRDefault="006974AE" w:rsidP="006974AE">
      <w:r>
        <w:t>294.1466</w:t>
      </w:r>
      <w:r>
        <w:tab/>
        <w:t>2.025e0</w:t>
      </w:r>
    </w:p>
    <w:p w:rsidR="006974AE" w:rsidRDefault="006974AE" w:rsidP="006974AE">
      <w:r>
        <w:t>294.1483</w:t>
      </w:r>
      <w:r>
        <w:tab/>
        <w:t>4.051e0</w:t>
      </w:r>
    </w:p>
    <w:p w:rsidR="006974AE" w:rsidRDefault="006974AE" w:rsidP="006974AE">
      <w:r>
        <w:t>294.1693</w:t>
      </w:r>
      <w:r>
        <w:tab/>
        <w:t>2.025e0</w:t>
      </w:r>
    </w:p>
    <w:p w:rsidR="006974AE" w:rsidRDefault="006974AE" w:rsidP="006974AE">
      <w:r>
        <w:t>294.1754</w:t>
      </w:r>
      <w:r>
        <w:tab/>
        <w:t>2.025e0</w:t>
      </w:r>
    </w:p>
    <w:p w:rsidR="006974AE" w:rsidRDefault="006974AE" w:rsidP="006974AE">
      <w:r>
        <w:t>294.1845</w:t>
      </w:r>
      <w:r>
        <w:tab/>
        <w:t>1.013e0</w:t>
      </w:r>
    </w:p>
    <w:p w:rsidR="006974AE" w:rsidRDefault="006974AE" w:rsidP="006974AE">
      <w:r>
        <w:t>294.1899</w:t>
      </w:r>
      <w:r>
        <w:tab/>
        <w:t>1.013e0</w:t>
      </w:r>
    </w:p>
    <w:p w:rsidR="006974AE" w:rsidRDefault="006974AE" w:rsidP="006974AE">
      <w:r>
        <w:t>294.1917</w:t>
      </w:r>
      <w:r>
        <w:tab/>
        <w:t>3.038e0</w:t>
      </w:r>
    </w:p>
    <w:p w:rsidR="006974AE" w:rsidRDefault="006974AE" w:rsidP="006974AE">
      <w:r>
        <w:t>294.2073</w:t>
      </w:r>
      <w:r>
        <w:tab/>
        <w:t>1.013e0</w:t>
      </w:r>
    </w:p>
    <w:p w:rsidR="006974AE" w:rsidRDefault="006974AE" w:rsidP="006974AE">
      <w:r>
        <w:t>294.2127</w:t>
      </w:r>
      <w:r>
        <w:tab/>
        <w:t>2.025e0</w:t>
      </w:r>
    </w:p>
    <w:p w:rsidR="006974AE" w:rsidRDefault="006974AE" w:rsidP="006974AE">
      <w:r>
        <w:lastRenderedPageBreak/>
        <w:t>294.2387</w:t>
      </w:r>
      <w:r>
        <w:tab/>
        <w:t>2.025e0</w:t>
      </w:r>
    </w:p>
    <w:p w:rsidR="006974AE" w:rsidRDefault="006974AE" w:rsidP="006974AE">
      <w:r>
        <w:t>294.2446</w:t>
      </w:r>
      <w:r>
        <w:tab/>
        <w:t>2.025e0</w:t>
      </w:r>
    </w:p>
    <w:p w:rsidR="006974AE" w:rsidRDefault="006974AE" w:rsidP="006974AE">
      <w:r>
        <w:t>294.2582</w:t>
      </w:r>
      <w:r>
        <w:tab/>
        <w:t>1.013e0</w:t>
      </w:r>
    </w:p>
    <w:p w:rsidR="006974AE" w:rsidRDefault="006974AE" w:rsidP="006974AE">
      <w:r>
        <w:t>294.2667</w:t>
      </w:r>
      <w:r>
        <w:tab/>
        <w:t>1.013e0</w:t>
      </w:r>
    </w:p>
    <w:p w:rsidR="006974AE" w:rsidRDefault="006974AE" w:rsidP="006974AE">
      <w:r>
        <w:t>294.2864</w:t>
      </w:r>
      <w:r>
        <w:tab/>
        <w:t>1.013e0</w:t>
      </w:r>
    </w:p>
    <w:p w:rsidR="006974AE" w:rsidRDefault="006974AE" w:rsidP="006974AE">
      <w:r>
        <w:t>294.2943</w:t>
      </w:r>
      <w:r>
        <w:tab/>
        <w:t>2.025e0</w:t>
      </w:r>
    </w:p>
    <w:p w:rsidR="006974AE" w:rsidRDefault="006974AE" w:rsidP="006974AE">
      <w:r>
        <w:t>294.3023</w:t>
      </w:r>
      <w:r>
        <w:tab/>
        <w:t>2.025e0</w:t>
      </w:r>
    </w:p>
    <w:p w:rsidR="006974AE" w:rsidRDefault="006974AE" w:rsidP="006974AE">
      <w:r>
        <w:t>294.3081</w:t>
      </w:r>
      <w:r>
        <w:tab/>
        <w:t>2.025e0</w:t>
      </w:r>
    </w:p>
    <w:p w:rsidR="006974AE" w:rsidRDefault="006974AE" w:rsidP="006974AE">
      <w:r>
        <w:t>294.3402</w:t>
      </w:r>
      <w:r>
        <w:tab/>
        <w:t>1.013e0</w:t>
      </w:r>
    </w:p>
    <w:p w:rsidR="006974AE" w:rsidRDefault="006974AE" w:rsidP="006974AE">
      <w:r>
        <w:t>294.3772</w:t>
      </w:r>
      <w:r>
        <w:tab/>
        <w:t>1.013e0</w:t>
      </w:r>
    </w:p>
    <w:p w:rsidR="006974AE" w:rsidRDefault="006974AE" w:rsidP="006974AE">
      <w:r>
        <w:t>294.3856</w:t>
      </w:r>
      <w:r>
        <w:tab/>
        <w:t>1.013e0</w:t>
      </w:r>
    </w:p>
    <w:p w:rsidR="006974AE" w:rsidRDefault="006974AE" w:rsidP="006974AE">
      <w:r>
        <w:t>294.4211</w:t>
      </w:r>
      <w:r>
        <w:tab/>
        <w:t>1.013e0</w:t>
      </w:r>
    </w:p>
    <w:p w:rsidR="006974AE" w:rsidRDefault="006974AE" w:rsidP="006974AE">
      <w:r>
        <w:t>294.4366</w:t>
      </w:r>
      <w:r>
        <w:tab/>
        <w:t>1.013e0</w:t>
      </w:r>
    </w:p>
    <w:p w:rsidR="006974AE" w:rsidRDefault="006974AE" w:rsidP="006974AE">
      <w:r>
        <w:t>294.4722</w:t>
      </w:r>
      <w:r>
        <w:tab/>
        <w:t>1.013e0</w:t>
      </w:r>
    </w:p>
    <w:p w:rsidR="006974AE" w:rsidRDefault="006974AE" w:rsidP="006974AE">
      <w:r>
        <w:t>294.5040</w:t>
      </w:r>
      <w:r>
        <w:tab/>
        <w:t>1.013e0</w:t>
      </w:r>
    </w:p>
    <w:p w:rsidR="006974AE" w:rsidRDefault="006974AE" w:rsidP="006974AE">
      <w:r>
        <w:t>294.5468</w:t>
      </w:r>
      <w:r>
        <w:tab/>
        <w:t>3.038e0</w:t>
      </w:r>
    </w:p>
    <w:p w:rsidR="006974AE" w:rsidRDefault="006974AE" w:rsidP="006974AE">
      <w:r>
        <w:t>294.5634</w:t>
      </w:r>
      <w:r>
        <w:tab/>
        <w:t>1.013e0</w:t>
      </w:r>
    </w:p>
    <w:p w:rsidR="006974AE" w:rsidRDefault="006974AE" w:rsidP="006974AE">
      <w:r>
        <w:t>294.5679</w:t>
      </w:r>
      <w:r>
        <w:tab/>
        <w:t>1.013e0</w:t>
      </w:r>
    </w:p>
    <w:p w:rsidR="006974AE" w:rsidRDefault="006974AE" w:rsidP="006974AE">
      <w:r>
        <w:t>294.5819</w:t>
      </w:r>
      <w:r>
        <w:tab/>
        <w:t>1.013e0</w:t>
      </w:r>
    </w:p>
    <w:p w:rsidR="006974AE" w:rsidRDefault="006974AE" w:rsidP="006974AE">
      <w:r>
        <w:lastRenderedPageBreak/>
        <w:t>294.6035</w:t>
      </w:r>
      <w:r>
        <w:tab/>
        <w:t>2.025e0</w:t>
      </w:r>
    </w:p>
    <w:p w:rsidR="006974AE" w:rsidRDefault="006974AE" w:rsidP="006974AE">
      <w:r>
        <w:t>294.6410</w:t>
      </w:r>
      <w:r>
        <w:tab/>
        <w:t>1.013e0</w:t>
      </w:r>
    </w:p>
    <w:p w:rsidR="006974AE" w:rsidRDefault="006974AE" w:rsidP="006974AE">
      <w:r>
        <w:t>294.6526</w:t>
      </w:r>
      <w:r>
        <w:tab/>
        <w:t>2.025e0</w:t>
      </w:r>
    </w:p>
    <w:p w:rsidR="006974AE" w:rsidRDefault="006974AE" w:rsidP="006974AE">
      <w:r>
        <w:t>294.6682</w:t>
      </w:r>
      <w:r>
        <w:tab/>
        <w:t>1.013e0</w:t>
      </w:r>
    </w:p>
    <w:p w:rsidR="006974AE" w:rsidRDefault="006974AE" w:rsidP="006974AE">
      <w:r>
        <w:t>294.6947</w:t>
      </w:r>
      <w:r>
        <w:tab/>
        <w:t>1.013e0</w:t>
      </w:r>
    </w:p>
    <w:p w:rsidR="006974AE" w:rsidRDefault="006974AE" w:rsidP="006974AE">
      <w:r>
        <w:t>294.7185</w:t>
      </w:r>
      <w:r>
        <w:tab/>
        <w:t>1.013e0</w:t>
      </w:r>
    </w:p>
    <w:p w:rsidR="006974AE" w:rsidRDefault="006974AE" w:rsidP="006974AE">
      <w:r>
        <w:t>294.7224</w:t>
      </w:r>
      <w:r>
        <w:tab/>
        <w:t>1.013e0</w:t>
      </w:r>
    </w:p>
    <w:p w:rsidR="006974AE" w:rsidRDefault="006974AE" w:rsidP="006974AE">
      <w:r>
        <w:t>294.7270</w:t>
      </w:r>
      <w:r>
        <w:tab/>
        <w:t>1.013e0</w:t>
      </w:r>
    </w:p>
    <w:p w:rsidR="006974AE" w:rsidRDefault="006974AE" w:rsidP="006974AE">
      <w:r>
        <w:t>294.7498</w:t>
      </w:r>
      <w:r>
        <w:tab/>
        <w:t>2.025e0</w:t>
      </w:r>
    </w:p>
    <w:p w:rsidR="006974AE" w:rsidRDefault="006974AE" w:rsidP="006974AE">
      <w:r>
        <w:t>294.7538</w:t>
      </w:r>
      <w:r>
        <w:tab/>
        <w:t>1.013e0</w:t>
      </w:r>
    </w:p>
    <w:p w:rsidR="006974AE" w:rsidRDefault="006974AE" w:rsidP="006974AE">
      <w:r>
        <w:t>294.7574</w:t>
      </w:r>
      <w:r>
        <w:tab/>
        <w:t>2.025e0</w:t>
      </w:r>
    </w:p>
    <w:p w:rsidR="006974AE" w:rsidRDefault="006974AE" w:rsidP="006974AE">
      <w:r>
        <w:t>294.7600</w:t>
      </w:r>
      <w:r>
        <w:tab/>
        <w:t>2.025e0</w:t>
      </w:r>
    </w:p>
    <w:p w:rsidR="006974AE" w:rsidRDefault="006974AE" w:rsidP="006974AE">
      <w:r>
        <w:t>294.7699</w:t>
      </w:r>
      <w:r>
        <w:tab/>
        <w:t>1.013e0</w:t>
      </w:r>
    </w:p>
    <w:p w:rsidR="006974AE" w:rsidRDefault="006974AE" w:rsidP="006974AE">
      <w:r>
        <w:t>294.8162</w:t>
      </w:r>
      <w:r>
        <w:tab/>
        <w:t>2.025e0</w:t>
      </w:r>
    </w:p>
    <w:p w:rsidR="006974AE" w:rsidRDefault="006974AE" w:rsidP="006974AE">
      <w:r>
        <w:t>294.8187</w:t>
      </w:r>
      <w:r>
        <w:tab/>
        <w:t>1.013e0</w:t>
      </w:r>
    </w:p>
    <w:p w:rsidR="006974AE" w:rsidRDefault="006974AE" w:rsidP="006974AE">
      <w:r>
        <w:t>294.8329</w:t>
      </w:r>
      <w:r>
        <w:tab/>
        <w:t>1.013e0</w:t>
      </w:r>
    </w:p>
    <w:p w:rsidR="006974AE" w:rsidRDefault="006974AE" w:rsidP="006974AE">
      <w:r>
        <w:t>294.8689</w:t>
      </w:r>
      <w:r>
        <w:tab/>
        <w:t>2.025e0</w:t>
      </w:r>
    </w:p>
    <w:p w:rsidR="006974AE" w:rsidRDefault="006974AE" w:rsidP="006974AE">
      <w:r>
        <w:t>294.9155</w:t>
      </w:r>
      <w:r>
        <w:tab/>
        <w:t>1.013e0</w:t>
      </w:r>
    </w:p>
    <w:p w:rsidR="006974AE" w:rsidRDefault="006974AE" w:rsidP="006974AE">
      <w:r>
        <w:t>294.9240</w:t>
      </w:r>
      <w:r>
        <w:tab/>
        <w:t>1.013e0</w:t>
      </w:r>
    </w:p>
    <w:p w:rsidR="006974AE" w:rsidRDefault="006974AE" w:rsidP="006974AE">
      <w:r>
        <w:lastRenderedPageBreak/>
        <w:t>294.9370</w:t>
      </w:r>
      <w:r>
        <w:tab/>
        <w:t>1.013e0</w:t>
      </w:r>
    </w:p>
    <w:p w:rsidR="006974AE" w:rsidRDefault="006974AE" w:rsidP="006974AE">
      <w:r>
        <w:t>294.9518</w:t>
      </w:r>
      <w:r>
        <w:tab/>
        <w:t>1.013e0</w:t>
      </w:r>
    </w:p>
    <w:p w:rsidR="006974AE" w:rsidRDefault="006974AE" w:rsidP="006974AE">
      <w:r>
        <w:t>294.9693</w:t>
      </w:r>
      <w:r>
        <w:tab/>
        <w:t>2.025e0</w:t>
      </w:r>
    </w:p>
    <w:p w:rsidR="006974AE" w:rsidRDefault="006974AE" w:rsidP="006974AE">
      <w:r>
        <w:t>294.9876</w:t>
      </w:r>
      <w:r>
        <w:tab/>
        <w:t>1.013e0</w:t>
      </w:r>
    </w:p>
    <w:p w:rsidR="006974AE" w:rsidRDefault="006974AE" w:rsidP="006974AE">
      <w:r>
        <w:t>294.9958</w:t>
      </w:r>
      <w:r>
        <w:tab/>
        <w:t>1.013e0</w:t>
      </w:r>
    </w:p>
    <w:p w:rsidR="006974AE" w:rsidRDefault="006974AE" w:rsidP="006974AE">
      <w:r>
        <w:t>295.0193</w:t>
      </w:r>
      <w:r>
        <w:tab/>
        <w:t>2.025e0</w:t>
      </w:r>
    </w:p>
    <w:p w:rsidR="006974AE" w:rsidRDefault="006974AE" w:rsidP="006974AE">
      <w:r>
        <w:t>295.0236</w:t>
      </w:r>
      <w:r>
        <w:tab/>
        <w:t>1.013e0</w:t>
      </w:r>
    </w:p>
    <w:p w:rsidR="006974AE" w:rsidRDefault="006974AE" w:rsidP="006974AE">
      <w:r>
        <w:t>295.0316</w:t>
      </w:r>
      <w:r>
        <w:tab/>
        <w:t>2.025e0</w:t>
      </w:r>
    </w:p>
    <w:p w:rsidR="006974AE" w:rsidRDefault="006974AE" w:rsidP="006974AE">
      <w:r>
        <w:t>295.0335</w:t>
      </w:r>
      <w:r>
        <w:tab/>
        <w:t>1.013e0</w:t>
      </w:r>
    </w:p>
    <w:p w:rsidR="006974AE" w:rsidRDefault="006974AE" w:rsidP="006974AE">
      <w:r>
        <w:t>295.0595</w:t>
      </w:r>
      <w:r>
        <w:tab/>
        <w:t>2.025e0</w:t>
      </w:r>
    </w:p>
    <w:p w:rsidR="006974AE" w:rsidRDefault="006974AE" w:rsidP="006974AE">
      <w:r>
        <w:t>295.0662</w:t>
      </w:r>
      <w:r>
        <w:tab/>
        <w:t>1.013e0</w:t>
      </w:r>
    </w:p>
    <w:p w:rsidR="006974AE" w:rsidRDefault="006974AE" w:rsidP="006974AE">
      <w:r>
        <w:t>295.0708</w:t>
      </w:r>
      <w:r>
        <w:tab/>
        <w:t>2.025e0</w:t>
      </w:r>
    </w:p>
    <w:p w:rsidR="006974AE" w:rsidRDefault="006974AE" w:rsidP="006974AE">
      <w:r>
        <w:t>295.1024</w:t>
      </w:r>
      <w:r>
        <w:tab/>
        <w:t>1.013e0</w:t>
      </w:r>
    </w:p>
    <w:p w:rsidR="006974AE" w:rsidRDefault="006974AE" w:rsidP="006974AE">
      <w:r>
        <w:t>295.1039</w:t>
      </w:r>
      <w:r>
        <w:tab/>
        <w:t>2.025e0</w:t>
      </w:r>
    </w:p>
    <w:p w:rsidR="006974AE" w:rsidRDefault="006974AE" w:rsidP="006974AE">
      <w:r>
        <w:t>295.1105</w:t>
      </w:r>
      <w:r>
        <w:tab/>
        <w:t>1.013e0</w:t>
      </w:r>
    </w:p>
    <w:p w:rsidR="006974AE" w:rsidRDefault="006974AE" w:rsidP="006974AE">
      <w:r>
        <w:t>295.1235</w:t>
      </w:r>
      <w:r>
        <w:tab/>
        <w:t>3.038e0</w:t>
      </w:r>
    </w:p>
    <w:p w:rsidR="006974AE" w:rsidRDefault="006974AE" w:rsidP="006974AE">
      <w:r>
        <w:t>295.1250</w:t>
      </w:r>
      <w:r>
        <w:tab/>
        <w:t>1.013e0</w:t>
      </w:r>
    </w:p>
    <w:p w:rsidR="006974AE" w:rsidRDefault="006974AE" w:rsidP="006974AE">
      <w:r>
        <w:t>295.1306</w:t>
      </w:r>
      <w:r>
        <w:tab/>
        <w:t>1.013e0</w:t>
      </w:r>
    </w:p>
    <w:p w:rsidR="006974AE" w:rsidRDefault="006974AE" w:rsidP="006974AE">
      <w:r>
        <w:t>295.1345</w:t>
      </w:r>
      <w:r>
        <w:tab/>
        <w:t>2.025e0</w:t>
      </w:r>
    </w:p>
    <w:p w:rsidR="006974AE" w:rsidRDefault="006974AE" w:rsidP="006974AE">
      <w:r>
        <w:lastRenderedPageBreak/>
        <w:t>295.1424</w:t>
      </w:r>
      <w:r>
        <w:tab/>
        <w:t>3.038e0</w:t>
      </w:r>
    </w:p>
    <w:p w:rsidR="006974AE" w:rsidRDefault="006974AE" w:rsidP="006974AE">
      <w:r>
        <w:t>295.1523</w:t>
      </w:r>
      <w:r>
        <w:tab/>
        <w:t>1.013e0</w:t>
      </w:r>
    </w:p>
    <w:p w:rsidR="006974AE" w:rsidRDefault="006974AE" w:rsidP="006974AE">
      <w:r>
        <w:t>295.1652</w:t>
      </w:r>
      <w:r>
        <w:tab/>
        <w:t>2.025e0</w:t>
      </w:r>
    </w:p>
    <w:p w:rsidR="006974AE" w:rsidRDefault="006974AE" w:rsidP="006974AE">
      <w:r>
        <w:t>295.1788</w:t>
      </w:r>
      <w:r>
        <w:tab/>
        <w:t>1.013e0</w:t>
      </w:r>
    </w:p>
    <w:p w:rsidR="006974AE" w:rsidRDefault="006974AE" w:rsidP="006974AE">
      <w:r>
        <w:t>295.1896</w:t>
      </w:r>
      <w:r>
        <w:tab/>
        <w:t>1.013e0</w:t>
      </w:r>
    </w:p>
    <w:p w:rsidR="006974AE" w:rsidRDefault="006974AE" w:rsidP="006974AE">
      <w:r>
        <w:t>295.2216</w:t>
      </w:r>
      <w:r>
        <w:tab/>
        <w:t>3.038e0</w:t>
      </w:r>
    </w:p>
    <w:p w:rsidR="006974AE" w:rsidRDefault="006974AE" w:rsidP="006974AE">
      <w:r>
        <w:t>295.2234</w:t>
      </w:r>
      <w:r>
        <w:tab/>
        <w:t>2.025e0</w:t>
      </w:r>
    </w:p>
    <w:p w:rsidR="006974AE" w:rsidRDefault="006974AE" w:rsidP="006974AE">
      <w:r>
        <w:t>295.2253</w:t>
      </w:r>
      <w:r>
        <w:tab/>
        <w:t>1.013e0</w:t>
      </w:r>
    </w:p>
    <w:p w:rsidR="006974AE" w:rsidRDefault="006974AE" w:rsidP="006974AE">
      <w:r>
        <w:t>295.2384</w:t>
      </w:r>
      <w:r>
        <w:tab/>
        <w:t>1.013e0</w:t>
      </w:r>
    </w:p>
    <w:p w:rsidR="006974AE" w:rsidRDefault="006974AE" w:rsidP="006974AE">
      <w:r>
        <w:t>295.2531</w:t>
      </w:r>
      <w:r>
        <w:tab/>
        <w:t>1.013e0</w:t>
      </w:r>
    </w:p>
    <w:p w:rsidR="006974AE" w:rsidRDefault="006974AE" w:rsidP="006974AE">
      <w:r>
        <w:t>295.2813</w:t>
      </w:r>
      <w:r>
        <w:tab/>
        <w:t>1.013e0</w:t>
      </w:r>
    </w:p>
    <w:p w:rsidR="006974AE" w:rsidRDefault="006974AE" w:rsidP="006974AE">
      <w:r>
        <w:t>295.2848</w:t>
      </w:r>
      <w:r>
        <w:tab/>
        <w:t>2.025e0</w:t>
      </w:r>
    </w:p>
    <w:p w:rsidR="006974AE" w:rsidRDefault="006974AE" w:rsidP="006974AE">
      <w:r>
        <w:t>295.2932</w:t>
      </w:r>
      <w:r>
        <w:tab/>
        <w:t>1.013e0</w:t>
      </w:r>
    </w:p>
    <w:p w:rsidR="006974AE" w:rsidRDefault="006974AE" w:rsidP="006974AE">
      <w:r>
        <w:t>295.3487</w:t>
      </w:r>
      <w:r>
        <w:tab/>
        <w:t>1.013e0</w:t>
      </w:r>
    </w:p>
    <w:p w:rsidR="006974AE" w:rsidRDefault="006974AE" w:rsidP="006974AE">
      <w:r>
        <w:t>295.3844</w:t>
      </w:r>
      <w:r>
        <w:tab/>
        <w:t>1.013e0</w:t>
      </w:r>
    </w:p>
    <w:p w:rsidR="006974AE" w:rsidRDefault="006974AE" w:rsidP="006974AE">
      <w:r>
        <w:t>295.4265</w:t>
      </w:r>
      <w:r>
        <w:tab/>
        <w:t>1.013e0</w:t>
      </w:r>
    </w:p>
    <w:p w:rsidR="006974AE" w:rsidRDefault="006974AE" w:rsidP="006974AE">
      <w:r>
        <w:t>295.4399</w:t>
      </w:r>
      <w:r>
        <w:tab/>
        <w:t>1.013e0</w:t>
      </w:r>
    </w:p>
    <w:p w:rsidR="006974AE" w:rsidRDefault="006974AE" w:rsidP="006974AE">
      <w:r>
        <w:t>295.4498</w:t>
      </w:r>
      <w:r>
        <w:tab/>
        <w:t>2.025e0</w:t>
      </w:r>
    </w:p>
    <w:p w:rsidR="006974AE" w:rsidRDefault="006974AE" w:rsidP="006974AE">
      <w:r>
        <w:t>295.4534</w:t>
      </w:r>
      <w:r>
        <w:tab/>
        <w:t>1.013e0</w:t>
      </w:r>
    </w:p>
    <w:p w:rsidR="006974AE" w:rsidRDefault="006974AE" w:rsidP="006974AE">
      <w:r>
        <w:lastRenderedPageBreak/>
        <w:t>295.5508</w:t>
      </w:r>
      <w:r>
        <w:tab/>
        <w:t>2.025e0</w:t>
      </w:r>
    </w:p>
    <w:p w:rsidR="006974AE" w:rsidRDefault="006974AE" w:rsidP="006974AE">
      <w:r>
        <w:t>295.5625</w:t>
      </w:r>
      <w:r>
        <w:tab/>
        <w:t>1.013e0</w:t>
      </w:r>
    </w:p>
    <w:p w:rsidR="006974AE" w:rsidRDefault="006974AE" w:rsidP="006974AE">
      <w:r>
        <w:t>295.5863</w:t>
      </w:r>
      <w:r>
        <w:tab/>
        <w:t>2.025e0</w:t>
      </w:r>
    </w:p>
    <w:p w:rsidR="006974AE" w:rsidRDefault="006974AE" w:rsidP="006974AE">
      <w:r>
        <w:t>295.6263</w:t>
      </w:r>
      <w:r>
        <w:tab/>
        <w:t>1.013e0</w:t>
      </w:r>
    </w:p>
    <w:p w:rsidR="006974AE" w:rsidRDefault="006974AE" w:rsidP="006974AE">
      <w:r>
        <w:t>295.6774</w:t>
      </w:r>
      <w:r>
        <w:tab/>
        <w:t>1.013e0</w:t>
      </w:r>
    </w:p>
    <w:p w:rsidR="006974AE" w:rsidRDefault="006974AE" w:rsidP="006974AE">
      <w:r>
        <w:t>295.7017</w:t>
      </w:r>
      <w:r>
        <w:tab/>
        <w:t>1.013e0</w:t>
      </w:r>
    </w:p>
    <w:p w:rsidR="006974AE" w:rsidRDefault="006974AE" w:rsidP="006974AE">
      <w:r>
        <w:t>295.7254</w:t>
      </w:r>
      <w:r>
        <w:tab/>
        <w:t>2.025e0</w:t>
      </w:r>
    </w:p>
    <w:p w:rsidR="006974AE" w:rsidRDefault="006974AE" w:rsidP="006974AE">
      <w:r>
        <w:t>295.7283</w:t>
      </w:r>
      <w:r>
        <w:tab/>
        <w:t>1.013e0</w:t>
      </w:r>
    </w:p>
    <w:p w:rsidR="006974AE" w:rsidRDefault="006974AE" w:rsidP="006974AE">
      <w:r>
        <w:t>295.7414</w:t>
      </w:r>
      <w:r>
        <w:tab/>
        <w:t>1.013e0</w:t>
      </w:r>
    </w:p>
    <w:p w:rsidR="006974AE" w:rsidRDefault="006974AE" w:rsidP="006974AE">
      <w:r>
        <w:t>295.7614</w:t>
      </w:r>
      <w:r>
        <w:tab/>
        <w:t>2.025e0</w:t>
      </w:r>
    </w:p>
    <w:p w:rsidR="006974AE" w:rsidRDefault="006974AE" w:rsidP="006974AE">
      <w:r>
        <w:t>295.7770</w:t>
      </w:r>
      <w:r>
        <w:tab/>
        <w:t>2.025e0</w:t>
      </w:r>
    </w:p>
    <w:p w:rsidR="006974AE" w:rsidRDefault="006974AE" w:rsidP="006974AE">
      <w:r>
        <w:t>295.8092</w:t>
      </w:r>
      <w:r>
        <w:tab/>
        <w:t>1.013e0</w:t>
      </w:r>
    </w:p>
    <w:p w:rsidR="006974AE" w:rsidRDefault="006974AE" w:rsidP="006974AE">
      <w:r>
        <w:t>295.8322</w:t>
      </w:r>
      <w:r>
        <w:tab/>
        <w:t>1.013e0</w:t>
      </w:r>
    </w:p>
    <w:p w:rsidR="006974AE" w:rsidRDefault="006974AE" w:rsidP="006974AE">
      <w:r>
        <w:t>295.8542</w:t>
      </w:r>
      <w:r>
        <w:tab/>
        <w:t>2.025e0</w:t>
      </w:r>
    </w:p>
    <w:p w:rsidR="006974AE" w:rsidRDefault="006974AE" w:rsidP="006974AE">
      <w:r>
        <w:t>295.8600</w:t>
      </w:r>
      <w:r>
        <w:tab/>
        <w:t>1.013e0</w:t>
      </w:r>
    </w:p>
    <w:p w:rsidR="006974AE" w:rsidRDefault="006974AE" w:rsidP="006974AE">
      <w:r>
        <w:t>295.8670</w:t>
      </w:r>
      <w:r>
        <w:tab/>
        <w:t>2.025e0</w:t>
      </w:r>
    </w:p>
    <w:p w:rsidR="006974AE" w:rsidRDefault="006974AE" w:rsidP="006974AE">
      <w:r>
        <w:t>295.8880</w:t>
      </w:r>
      <w:r>
        <w:tab/>
        <w:t>1.013e0</w:t>
      </w:r>
    </w:p>
    <w:p w:rsidR="006974AE" w:rsidRDefault="006974AE" w:rsidP="006974AE">
      <w:r>
        <w:t>295.9031</w:t>
      </w:r>
      <w:r>
        <w:tab/>
        <w:t>3.038e0</w:t>
      </w:r>
    </w:p>
    <w:p w:rsidR="006974AE" w:rsidRDefault="006974AE" w:rsidP="006974AE">
      <w:r>
        <w:t>295.9198</w:t>
      </w:r>
      <w:r>
        <w:tab/>
        <w:t>2.025e0</w:t>
      </w:r>
    </w:p>
    <w:p w:rsidR="006974AE" w:rsidRDefault="006974AE" w:rsidP="006974AE">
      <w:r>
        <w:lastRenderedPageBreak/>
        <w:t>295.9282</w:t>
      </w:r>
      <w:r>
        <w:tab/>
        <w:t>1.013e0</w:t>
      </w:r>
    </w:p>
    <w:p w:rsidR="006974AE" w:rsidRDefault="006974AE" w:rsidP="006974AE">
      <w:r>
        <w:t>295.9390</w:t>
      </w:r>
      <w:r>
        <w:tab/>
        <w:t>1.013e0</w:t>
      </w:r>
    </w:p>
    <w:p w:rsidR="006974AE" w:rsidRDefault="006974AE" w:rsidP="006974AE">
      <w:r>
        <w:t>295.9602</w:t>
      </w:r>
      <w:r>
        <w:tab/>
        <w:t>1.013e0</w:t>
      </w:r>
    </w:p>
    <w:p w:rsidR="006974AE" w:rsidRDefault="006974AE" w:rsidP="006974AE">
      <w:r>
        <w:t>295.9712</w:t>
      </w:r>
      <w:r>
        <w:tab/>
        <w:t>2.025e0</w:t>
      </w:r>
    </w:p>
    <w:p w:rsidR="006974AE" w:rsidRDefault="006974AE" w:rsidP="006974AE">
      <w:r>
        <w:t>295.9875</w:t>
      </w:r>
      <w:r>
        <w:tab/>
        <w:t>1.013e0</w:t>
      </w:r>
    </w:p>
    <w:p w:rsidR="006974AE" w:rsidRDefault="006974AE" w:rsidP="006974AE">
      <w:r>
        <w:t>295.9931</w:t>
      </w:r>
      <w:r>
        <w:tab/>
        <w:t>3.038e0</w:t>
      </w:r>
    </w:p>
    <w:p w:rsidR="006974AE" w:rsidRDefault="006974AE" w:rsidP="006974AE">
      <w:r>
        <w:t>295.9980</w:t>
      </w:r>
      <w:r>
        <w:tab/>
        <w:t>1.013e0</w:t>
      </w:r>
    </w:p>
    <w:p w:rsidR="006974AE" w:rsidRDefault="006974AE" w:rsidP="006974AE">
      <w:r>
        <w:t>296.0028</w:t>
      </w:r>
      <w:r>
        <w:tab/>
        <w:t>2.025e0</w:t>
      </w:r>
    </w:p>
    <w:p w:rsidR="006974AE" w:rsidRDefault="006974AE" w:rsidP="006974AE">
      <w:r>
        <w:t>296.0307</w:t>
      </w:r>
      <w:r>
        <w:tab/>
        <w:t>1.013e0</w:t>
      </w:r>
    </w:p>
    <w:p w:rsidR="006974AE" w:rsidRDefault="006974AE" w:rsidP="006974AE">
      <w:r>
        <w:t>296.0344</w:t>
      </w:r>
      <w:r>
        <w:tab/>
        <w:t>1.013e0</w:t>
      </w:r>
    </w:p>
    <w:p w:rsidR="006974AE" w:rsidRDefault="006974AE" w:rsidP="006974AE">
      <w:r>
        <w:t>296.0425</w:t>
      </w:r>
      <w:r>
        <w:tab/>
        <w:t>1.013e0</w:t>
      </w:r>
    </w:p>
    <w:p w:rsidR="006974AE" w:rsidRDefault="006974AE" w:rsidP="006974AE">
      <w:r>
        <w:t>296.0573</w:t>
      </w:r>
      <w:r>
        <w:tab/>
        <w:t>1.013e0</w:t>
      </w:r>
    </w:p>
    <w:p w:rsidR="006974AE" w:rsidRDefault="006974AE" w:rsidP="006974AE">
      <w:r>
        <w:t>296.0621</w:t>
      </w:r>
      <w:r>
        <w:tab/>
        <w:t>3.038e0</w:t>
      </w:r>
    </w:p>
    <w:p w:rsidR="006974AE" w:rsidRDefault="006974AE" w:rsidP="006974AE">
      <w:r>
        <w:t>296.0634</w:t>
      </w:r>
      <w:r>
        <w:tab/>
        <w:t>2.025e0</w:t>
      </w:r>
    </w:p>
    <w:p w:rsidR="006974AE" w:rsidRDefault="006974AE" w:rsidP="006974AE">
      <w:r>
        <w:t>296.0715</w:t>
      </w:r>
      <w:r>
        <w:tab/>
        <w:t>2.025e0</w:t>
      </w:r>
    </w:p>
    <w:p w:rsidR="006974AE" w:rsidRDefault="006974AE" w:rsidP="006974AE">
      <w:r>
        <w:t>296.0979</w:t>
      </w:r>
      <w:r>
        <w:tab/>
        <w:t>1.013e0</w:t>
      </w:r>
    </w:p>
    <w:p w:rsidR="006974AE" w:rsidRDefault="006974AE" w:rsidP="006974AE">
      <w:r>
        <w:t>296.1221</w:t>
      </w:r>
      <w:r>
        <w:tab/>
        <w:t>1.013e0</w:t>
      </w:r>
    </w:p>
    <w:p w:rsidR="006974AE" w:rsidRDefault="006974AE" w:rsidP="006974AE">
      <w:r>
        <w:t>296.1256</w:t>
      </w:r>
      <w:r>
        <w:tab/>
        <w:t>1.013e0</w:t>
      </w:r>
    </w:p>
    <w:p w:rsidR="006974AE" w:rsidRDefault="006974AE" w:rsidP="006974AE">
      <w:r>
        <w:t>296.1277</w:t>
      </w:r>
      <w:r>
        <w:tab/>
        <w:t>2.025e0</w:t>
      </w:r>
    </w:p>
    <w:p w:rsidR="006974AE" w:rsidRDefault="006974AE" w:rsidP="006974AE">
      <w:r>
        <w:lastRenderedPageBreak/>
        <w:t>296.1486</w:t>
      </w:r>
      <w:r>
        <w:tab/>
        <w:t>3.038e0</w:t>
      </w:r>
    </w:p>
    <w:p w:rsidR="006974AE" w:rsidRDefault="006974AE" w:rsidP="006974AE">
      <w:r>
        <w:t>296.1638</w:t>
      </w:r>
      <w:r>
        <w:tab/>
        <w:t>2.025e0</w:t>
      </w:r>
    </w:p>
    <w:p w:rsidR="006974AE" w:rsidRDefault="006974AE" w:rsidP="006974AE">
      <w:r>
        <w:t>296.1733</w:t>
      </w:r>
      <w:r>
        <w:tab/>
        <w:t>2.025e0</w:t>
      </w:r>
    </w:p>
    <w:p w:rsidR="006974AE" w:rsidRDefault="006974AE" w:rsidP="006974AE">
      <w:r>
        <w:t>296.1812</w:t>
      </w:r>
      <w:r>
        <w:tab/>
        <w:t>1.013e0</w:t>
      </w:r>
    </w:p>
    <w:p w:rsidR="006974AE" w:rsidRDefault="006974AE" w:rsidP="006974AE">
      <w:r>
        <w:t>296.1855</w:t>
      </w:r>
      <w:r>
        <w:tab/>
        <w:t>1.013e0</w:t>
      </w:r>
    </w:p>
    <w:p w:rsidR="006974AE" w:rsidRDefault="006974AE" w:rsidP="006974AE">
      <w:r>
        <w:t>296.1974</w:t>
      </w:r>
      <w:r>
        <w:tab/>
        <w:t>3.038e0</w:t>
      </w:r>
    </w:p>
    <w:p w:rsidR="006974AE" w:rsidRDefault="006974AE" w:rsidP="006974AE">
      <w:r>
        <w:t>296.2007</w:t>
      </w:r>
      <w:r>
        <w:tab/>
        <w:t>2.025e0</w:t>
      </w:r>
    </w:p>
    <w:p w:rsidR="006974AE" w:rsidRDefault="006974AE" w:rsidP="006974AE">
      <w:r>
        <w:t>296.2080</w:t>
      </w:r>
      <w:r>
        <w:tab/>
        <w:t>3.038e0</w:t>
      </w:r>
    </w:p>
    <w:p w:rsidR="006974AE" w:rsidRDefault="006974AE" w:rsidP="006974AE">
      <w:r>
        <w:t>296.2171</w:t>
      </w:r>
      <w:r>
        <w:tab/>
        <w:t>2.025e0</w:t>
      </w:r>
    </w:p>
    <w:p w:rsidR="006974AE" w:rsidRDefault="006974AE" w:rsidP="006974AE">
      <w:r>
        <w:t>296.2587</w:t>
      </w:r>
      <w:r>
        <w:tab/>
        <w:t>3.038e0</w:t>
      </w:r>
    </w:p>
    <w:p w:rsidR="006974AE" w:rsidRDefault="006974AE" w:rsidP="006974AE">
      <w:r>
        <w:t>296.2628</w:t>
      </w:r>
      <w:r>
        <w:tab/>
        <w:t>1.013e0</w:t>
      </w:r>
    </w:p>
    <w:p w:rsidR="006974AE" w:rsidRDefault="006974AE" w:rsidP="006974AE">
      <w:r>
        <w:t>296.3443</w:t>
      </w:r>
      <w:r>
        <w:tab/>
        <w:t>1.013e0</w:t>
      </w:r>
    </w:p>
    <w:p w:rsidR="006974AE" w:rsidRDefault="006974AE" w:rsidP="006974AE">
      <w:r>
        <w:t>296.3489</w:t>
      </w:r>
      <w:r>
        <w:tab/>
        <w:t>2.025e0</w:t>
      </w:r>
    </w:p>
    <w:p w:rsidR="006974AE" w:rsidRDefault="006974AE" w:rsidP="006974AE">
      <w:r>
        <w:t>296.3867</w:t>
      </w:r>
      <w:r>
        <w:tab/>
        <w:t>1.013e0</w:t>
      </w:r>
    </w:p>
    <w:p w:rsidR="006974AE" w:rsidRDefault="006974AE" w:rsidP="006974AE">
      <w:r>
        <w:t>296.3917</w:t>
      </w:r>
      <w:r>
        <w:tab/>
        <w:t>2.025e0</w:t>
      </w:r>
    </w:p>
    <w:p w:rsidR="006974AE" w:rsidRDefault="006974AE" w:rsidP="006974AE">
      <w:r>
        <w:t>296.4083</w:t>
      </w:r>
      <w:r>
        <w:tab/>
        <w:t>1.013e0</w:t>
      </w:r>
    </w:p>
    <w:p w:rsidR="006974AE" w:rsidRDefault="006974AE" w:rsidP="006974AE">
      <w:r>
        <w:t>296.4195</w:t>
      </w:r>
      <w:r>
        <w:tab/>
        <w:t>1.013e0</w:t>
      </w:r>
    </w:p>
    <w:p w:rsidR="006974AE" w:rsidRDefault="006974AE" w:rsidP="006974AE">
      <w:r>
        <w:t>296.4236</w:t>
      </w:r>
      <w:r>
        <w:tab/>
        <w:t>1.013e0</w:t>
      </w:r>
    </w:p>
    <w:p w:rsidR="006974AE" w:rsidRDefault="006974AE" w:rsidP="006974AE">
      <w:r>
        <w:t>296.4463</w:t>
      </w:r>
      <w:r>
        <w:tab/>
        <w:t>2.025e0</w:t>
      </w:r>
    </w:p>
    <w:p w:rsidR="006974AE" w:rsidRDefault="006974AE" w:rsidP="006974AE">
      <w:r>
        <w:lastRenderedPageBreak/>
        <w:t>296.5232</w:t>
      </w:r>
      <w:r>
        <w:tab/>
        <w:t>2.025e0</w:t>
      </w:r>
    </w:p>
    <w:p w:rsidR="006974AE" w:rsidRDefault="006974AE" w:rsidP="006974AE">
      <w:r>
        <w:t>296.5276</w:t>
      </w:r>
      <w:r>
        <w:tab/>
        <w:t>1.013e0</w:t>
      </w:r>
    </w:p>
    <w:p w:rsidR="006974AE" w:rsidRDefault="006974AE" w:rsidP="006974AE">
      <w:r>
        <w:t>296.5764</w:t>
      </w:r>
      <w:r>
        <w:tab/>
        <w:t>2.025e0</w:t>
      </w:r>
    </w:p>
    <w:p w:rsidR="006974AE" w:rsidRDefault="006974AE" w:rsidP="006974AE">
      <w:r>
        <w:t>296.5870</w:t>
      </w:r>
      <w:r>
        <w:tab/>
        <w:t>1.013e0</w:t>
      </w:r>
    </w:p>
    <w:p w:rsidR="006974AE" w:rsidRDefault="006974AE" w:rsidP="006974AE">
      <w:r>
        <w:t>296.6099</w:t>
      </w:r>
      <w:r>
        <w:tab/>
        <w:t>1.013e0</w:t>
      </w:r>
    </w:p>
    <w:p w:rsidR="006974AE" w:rsidRDefault="006974AE" w:rsidP="006974AE">
      <w:r>
        <w:t>296.6137</w:t>
      </w:r>
      <w:r>
        <w:tab/>
        <w:t>1.013e0</w:t>
      </w:r>
    </w:p>
    <w:p w:rsidR="006974AE" w:rsidRDefault="006974AE" w:rsidP="006974AE">
      <w:r>
        <w:t>296.6380</w:t>
      </w:r>
      <w:r>
        <w:tab/>
        <w:t>1.013e0</w:t>
      </w:r>
    </w:p>
    <w:p w:rsidR="006974AE" w:rsidRDefault="006974AE" w:rsidP="006974AE">
      <w:r>
        <w:t>296.6416</w:t>
      </w:r>
      <w:r>
        <w:tab/>
        <w:t>1.013e0</w:t>
      </w:r>
    </w:p>
    <w:p w:rsidR="006974AE" w:rsidRDefault="006974AE" w:rsidP="006974AE">
      <w:r>
        <w:t>296.6519</w:t>
      </w:r>
      <w:r>
        <w:tab/>
        <w:t>1.013e0</w:t>
      </w:r>
    </w:p>
    <w:p w:rsidR="006974AE" w:rsidRDefault="006974AE" w:rsidP="006974AE">
      <w:r>
        <w:t>296.6934</w:t>
      </w:r>
      <w:r>
        <w:tab/>
        <w:t>1.013e0</w:t>
      </w:r>
    </w:p>
    <w:p w:rsidR="006974AE" w:rsidRDefault="006974AE" w:rsidP="006974AE">
      <w:r>
        <w:t>296.7252</w:t>
      </w:r>
      <w:r>
        <w:tab/>
        <w:t>1.013e0</w:t>
      </w:r>
    </w:p>
    <w:p w:rsidR="006974AE" w:rsidRDefault="006974AE" w:rsidP="006974AE">
      <w:r>
        <w:t>296.7436</w:t>
      </w:r>
      <w:r>
        <w:tab/>
        <w:t>2.025e0</w:t>
      </w:r>
    </w:p>
    <w:p w:rsidR="006974AE" w:rsidRDefault="006974AE" w:rsidP="006974AE">
      <w:r>
        <w:t>296.7654</w:t>
      </w:r>
      <w:r>
        <w:tab/>
        <w:t>2.025e0</w:t>
      </w:r>
    </w:p>
    <w:p w:rsidR="006974AE" w:rsidRDefault="006974AE" w:rsidP="006974AE">
      <w:r>
        <w:t>296.7708</w:t>
      </w:r>
      <w:r>
        <w:tab/>
        <w:t>1.013e0</w:t>
      </w:r>
    </w:p>
    <w:p w:rsidR="006974AE" w:rsidRDefault="006974AE" w:rsidP="006974AE">
      <w:r>
        <w:t>296.7759</w:t>
      </w:r>
      <w:r>
        <w:tab/>
        <w:t>1.013e0</w:t>
      </w:r>
    </w:p>
    <w:p w:rsidR="006974AE" w:rsidRDefault="006974AE" w:rsidP="006974AE">
      <w:r>
        <w:t>296.7808</w:t>
      </w:r>
      <w:r>
        <w:tab/>
        <w:t>1.013e0</w:t>
      </w:r>
    </w:p>
    <w:p w:rsidR="006974AE" w:rsidRDefault="006974AE" w:rsidP="006974AE">
      <w:r>
        <w:t>296.7979</w:t>
      </w:r>
      <w:r>
        <w:tab/>
        <w:t>1.013e0</w:t>
      </w:r>
    </w:p>
    <w:p w:rsidR="006974AE" w:rsidRDefault="006974AE" w:rsidP="006974AE">
      <w:r>
        <w:t>296.8162</w:t>
      </w:r>
      <w:r>
        <w:tab/>
        <w:t>1.013e0</w:t>
      </w:r>
    </w:p>
    <w:p w:rsidR="006974AE" w:rsidRDefault="006974AE" w:rsidP="006974AE">
      <w:r>
        <w:t>296.8484</w:t>
      </w:r>
      <w:r>
        <w:tab/>
        <w:t>1.013e0</w:t>
      </w:r>
    </w:p>
    <w:p w:rsidR="006974AE" w:rsidRDefault="006974AE" w:rsidP="006974AE">
      <w:r>
        <w:lastRenderedPageBreak/>
        <w:t>296.8679</w:t>
      </w:r>
      <w:r>
        <w:tab/>
        <w:t>1.013e0</w:t>
      </w:r>
    </w:p>
    <w:p w:rsidR="006974AE" w:rsidRDefault="006974AE" w:rsidP="006974AE">
      <w:r>
        <w:t>296.8720</w:t>
      </w:r>
      <w:r>
        <w:tab/>
        <w:t>1.013e0</w:t>
      </w:r>
    </w:p>
    <w:p w:rsidR="006974AE" w:rsidRDefault="006974AE" w:rsidP="006974AE">
      <w:r>
        <w:t>296.8895</w:t>
      </w:r>
      <w:r>
        <w:tab/>
        <w:t>1.013e0</w:t>
      </w:r>
    </w:p>
    <w:p w:rsidR="006974AE" w:rsidRDefault="006974AE" w:rsidP="006974AE">
      <w:r>
        <w:t>296.9035</w:t>
      </w:r>
      <w:r>
        <w:tab/>
        <w:t>3.038e0</w:t>
      </w:r>
    </w:p>
    <w:p w:rsidR="006974AE" w:rsidRDefault="006974AE" w:rsidP="006974AE">
      <w:r>
        <w:t>296.9169</w:t>
      </w:r>
      <w:r>
        <w:tab/>
        <w:t>1.013e0</w:t>
      </w:r>
    </w:p>
    <w:p w:rsidR="006974AE" w:rsidRDefault="006974AE" w:rsidP="006974AE">
      <w:r>
        <w:t>296.9312</w:t>
      </w:r>
      <w:r>
        <w:tab/>
        <w:t>1.013e0</w:t>
      </w:r>
    </w:p>
    <w:p w:rsidR="006974AE" w:rsidRDefault="006974AE" w:rsidP="006974AE">
      <w:r>
        <w:t>296.9357</w:t>
      </w:r>
      <w:r>
        <w:tab/>
        <w:t>1.013e0</w:t>
      </w:r>
    </w:p>
    <w:p w:rsidR="006974AE" w:rsidRDefault="006974AE" w:rsidP="006974AE">
      <w:r>
        <w:t>296.9378</w:t>
      </w:r>
      <w:r>
        <w:tab/>
        <w:t>2.025e0</w:t>
      </w:r>
    </w:p>
    <w:p w:rsidR="006974AE" w:rsidRDefault="006974AE" w:rsidP="006974AE">
      <w:r>
        <w:t>296.9490</w:t>
      </w:r>
      <w:r>
        <w:tab/>
        <w:t>1.013e0</w:t>
      </w:r>
    </w:p>
    <w:p w:rsidR="006974AE" w:rsidRDefault="006974AE" w:rsidP="006974AE">
      <w:r>
        <w:t>296.9594</w:t>
      </w:r>
      <w:r>
        <w:tab/>
        <w:t>1.013e0</w:t>
      </w:r>
    </w:p>
    <w:p w:rsidR="006974AE" w:rsidRDefault="006974AE" w:rsidP="006974AE">
      <w:r>
        <w:t>296.9634</w:t>
      </w:r>
      <w:r>
        <w:tab/>
        <w:t>1.013e0</w:t>
      </w:r>
    </w:p>
    <w:p w:rsidR="006974AE" w:rsidRDefault="006974AE" w:rsidP="006974AE">
      <w:r>
        <w:t>296.9714</w:t>
      </w:r>
      <w:r>
        <w:tab/>
        <w:t>2.025e0</w:t>
      </w:r>
    </w:p>
    <w:p w:rsidR="006974AE" w:rsidRDefault="006974AE" w:rsidP="006974AE">
      <w:r>
        <w:t>296.9736</w:t>
      </w:r>
      <w:r>
        <w:tab/>
        <w:t>2.025e0</w:t>
      </w:r>
    </w:p>
    <w:p w:rsidR="006974AE" w:rsidRDefault="006974AE" w:rsidP="006974AE">
      <w:r>
        <w:t>296.9788</w:t>
      </w:r>
      <w:r>
        <w:tab/>
        <w:t>6.076e0</w:t>
      </w:r>
    </w:p>
    <w:p w:rsidR="006974AE" w:rsidRDefault="006974AE" w:rsidP="006974AE">
      <w:r>
        <w:t>296.9840</w:t>
      </w:r>
      <w:r>
        <w:tab/>
        <w:t>2.025e0</w:t>
      </w:r>
    </w:p>
    <w:p w:rsidR="006974AE" w:rsidRDefault="006974AE" w:rsidP="006974AE">
      <w:r>
        <w:t>296.9867</w:t>
      </w:r>
      <w:r>
        <w:tab/>
        <w:t>4.051e0</w:t>
      </w:r>
    </w:p>
    <w:p w:rsidR="006974AE" w:rsidRDefault="006974AE" w:rsidP="006974AE">
      <w:r>
        <w:t>297.0091</w:t>
      </w:r>
      <w:r>
        <w:tab/>
        <w:t>2.025e0</w:t>
      </w:r>
    </w:p>
    <w:p w:rsidR="006974AE" w:rsidRDefault="006974AE" w:rsidP="006974AE">
      <w:r>
        <w:t>297.0464</w:t>
      </w:r>
      <w:r>
        <w:tab/>
        <w:t>1.013e0</w:t>
      </w:r>
    </w:p>
    <w:p w:rsidR="006974AE" w:rsidRDefault="006974AE" w:rsidP="006974AE">
      <w:r>
        <w:t>297.0562</w:t>
      </w:r>
      <w:r>
        <w:tab/>
        <w:t>3.038e0</w:t>
      </w:r>
    </w:p>
    <w:p w:rsidR="006974AE" w:rsidRDefault="006974AE" w:rsidP="006974AE">
      <w:r>
        <w:lastRenderedPageBreak/>
        <w:t>297.0640</w:t>
      </w:r>
      <w:r>
        <w:tab/>
        <w:t>3.038e0</w:t>
      </w:r>
    </w:p>
    <w:p w:rsidR="006974AE" w:rsidRDefault="006974AE" w:rsidP="006974AE">
      <w:r>
        <w:t>297.0661</w:t>
      </w:r>
      <w:r>
        <w:tab/>
        <w:t>4.051e0</w:t>
      </w:r>
    </w:p>
    <w:p w:rsidR="006974AE" w:rsidRDefault="006974AE" w:rsidP="006974AE">
      <w:r>
        <w:t>297.0739</w:t>
      </w:r>
      <w:r>
        <w:tab/>
        <w:t>1.013e0</w:t>
      </w:r>
    </w:p>
    <w:p w:rsidR="006974AE" w:rsidRDefault="006974AE" w:rsidP="006974AE">
      <w:r>
        <w:t>297.1009</w:t>
      </w:r>
      <w:r>
        <w:tab/>
        <w:t>1.013e0</w:t>
      </w:r>
    </w:p>
    <w:p w:rsidR="006974AE" w:rsidRDefault="006974AE" w:rsidP="006974AE">
      <w:r>
        <w:t>297.1060</w:t>
      </w:r>
      <w:r>
        <w:tab/>
        <w:t>1.013e0</w:t>
      </w:r>
    </w:p>
    <w:p w:rsidR="006974AE" w:rsidRDefault="006974AE" w:rsidP="006974AE">
      <w:r>
        <w:t>297.1370</w:t>
      </w:r>
      <w:r>
        <w:tab/>
        <w:t>2.025e0</w:t>
      </w:r>
    </w:p>
    <w:p w:rsidR="006974AE" w:rsidRDefault="006974AE" w:rsidP="006974AE">
      <w:r>
        <w:t>297.1498</w:t>
      </w:r>
      <w:r>
        <w:tab/>
        <w:t>2.025e0</w:t>
      </w:r>
    </w:p>
    <w:p w:rsidR="006974AE" w:rsidRDefault="006974AE" w:rsidP="006974AE">
      <w:r>
        <w:t>297.1526</w:t>
      </w:r>
      <w:r>
        <w:tab/>
        <w:t>2.025e0</w:t>
      </w:r>
    </w:p>
    <w:p w:rsidR="006974AE" w:rsidRDefault="006974AE" w:rsidP="006974AE">
      <w:r>
        <w:t>297.1577</w:t>
      </w:r>
      <w:r>
        <w:tab/>
        <w:t>2.025e0</w:t>
      </w:r>
    </w:p>
    <w:p w:rsidR="006974AE" w:rsidRDefault="006974AE" w:rsidP="006974AE">
      <w:r>
        <w:t>297.1659</w:t>
      </w:r>
      <w:r>
        <w:tab/>
        <w:t>1.013e0</w:t>
      </w:r>
    </w:p>
    <w:p w:rsidR="006974AE" w:rsidRDefault="006974AE" w:rsidP="006974AE">
      <w:r>
        <w:t>297.1735</w:t>
      </w:r>
      <w:r>
        <w:tab/>
        <w:t>1.013e0</w:t>
      </w:r>
    </w:p>
    <w:p w:rsidR="006974AE" w:rsidRDefault="006974AE" w:rsidP="006974AE">
      <w:r>
        <w:t>297.1777</w:t>
      </w:r>
      <w:r>
        <w:tab/>
        <w:t>2.025e0</w:t>
      </w:r>
    </w:p>
    <w:p w:rsidR="006974AE" w:rsidRDefault="006974AE" w:rsidP="006974AE">
      <w:r>
        <w:t>297.1930</w:t>
      </w:r>
      <w:r>
        <w:tab/>
        <w:t>1.013e0</w:t>
      </w:r>
    </w:p>
    <w:p w:rsidR="006974AE" w:rsidRDefault="006974AE" w:rsidP="006974AE">
      <w:r>
        <w:t>297.2054</w:t>
      </w:r>
      <w:r>
        <w:tab/>
        <w:t>1.013e0</w:t>
      </w:r>
    </w:p>
    <w:p w:rsidR="006974AE" w:rsidRDefault="006974AE" w:rsidP="006974AE">
      <w:r>
        <w:t>297.2096</w:t>
      </w:r>
      <w:r>
        <w:tab/>
        <w:t>1.013e0</w:t>
      </w:r>
    </w:p>
    <w:p w:rsidR="006974AE" w:rsidRDefault="006974AE" w:rsidP="006974AE">
      <w:r>
        <w:t>297.2195</w:t>
      </w:r>
      <w:r>
        <w:tab/>
        <w:t>2.025e0</w:t>
      </w:r>
    </w:p>
    <w:p w:rsidR="006974AE" w:rsidRDefault="006974AE" w:rsidP="006974AE">
      <w:r>
        <w:t>297.2292</w:t>
      </w:r>
      <w:r>
        <w:tab/>
        <w:t>3.038e0</w:t>
      </w:r>
    </w:p>
    <w:p w:rsidR="006974AE" w:rsidRDefault="006974AE" w:rsidP="006974AE">
      <w:r>
        <w:t>297.2471</w:t>
      </w:r>
      <w:r>
        <w:tab/>
        <w:t>4.051e0</w:t>
      </w:r>
    </w:p>
    <w:p w:rsidR="006974AE" w:rsidRDefault="006974AE" w:rsidP="006974AE">
      <w:r>
        <w:t>297.2649</w:t>
      </w:r>
      <w:r>
        <w:tab/>
        <w:t>1.013e0</w:t>
      </w:r>
    </w:p>
    <w:p w:rsidR="006974AE" w:rsidRDefault="006974AE" w:rsidP="006974AE">
      <w:r>
        <w:lastRenderedPageBreak/>
        <w:t>297.2688</w:t>
      </w:r>
      <w:r>
        <w:tab/>
        <w:t>3.038e0</w:t>
      </w:r>
    </w:p>
    <w:p w:rsidR="006974AE" w:rsidRDefault="006974AE" w:rsidP="006974AE">
      <w:r>
        <w:t>297.2817</w:t>
      </w:r>
      <w:r>
        <w:tab/>
        <w:t>8.101e0</w:t>
      </w:r>
    </w:p>
    <w:p w:rsidR="006974AE" w:rsidRDefault="006974AE" w:rsidP="006974AE">
      <w:r>
        <w:t>297.2930</w:t>
      </w:r>
      <w:r>
        <w:tab/>
        <w:t>3.038e0</w:t>
      </w:r>
    </w:p>
    <w:p w:rsidR="006974AE" w:rsidRDefault="006974AE" w:rsidP="006974AE">
      <w:r>
        <w:t>297.2967</w:t>
      </w:r>
      <w:r>
        <w:tab/>
        <w:t>1.013e0</w:t>
      </w:r>
    </w:p>
    <w:p w:rsidR="006974AE" w:rsidRDefault="006974AE" w:rsidP="006974AE">
      <w:r>
        <w:t>297.3124</w:t>
      </w:r>
      <w:r>
        <w:tab/>
        <w:t>2.025e0</w:t>
      </w:r>
    </w:p>
    <w:p w:rsidR="006974AE" w:rsidRDefault="006974AE" w:rsidP="006974AE">
      <w:r>
        <w:t>297.3166</w:t>
      </w:r>
      <w:r>
        <w:tab/>
        <w:t>2.025e0</w:t>
      </w:r>
    </w:p>
    <w:p w:rsidR="006974AE" w:rsidRDefault="006974AE" w:rsidP="006974AE">
      <w:r>
        <w:t>297.3338</w:t>
      </w:r>
      <w:r>
        <w:tab/>
        <w:t>1.013e0</w:t>
      </w:r>
    </w:p>
    <w:p w:rsidR="006974AE" w:rsidRDefault="006974AE" w:rsidP="006974AE">
      <w:r>
        <w:t>297.3502</w:t>
      </w:r>
      <w:r>
        <w:tab/>
        <w:t>2.025e0</w:t>
      </w:r>
    </w:p>
    <w:p w:rsidR="006974AE" w:rsidRDefault="006974AE" w:rsidP="006974AE">
      <w:r>
        <w:t>297.3562</w:t>
      </w:r>
      <w:r>
        <w:tab/>
        <w:t>1.013e0</w:t>
      </w:r>
    </w:p>
    <w:p w:rsidR="006974AE" w:rsidRDefault="006974AE" w:rsidP="006974AE">
      <w:r>
        <w:t>297.3717</w:t>
      </w:r>
      <w:r>
        <w:tab/>
        <w:t>1.013e0</w:t>
      </w:r>
    </w:p>
    <w:p w:rsidR="006974AE" w:rsidRDefault="006974AE" w:rsidP="006974AE">
      <w:r>
        <w:t>297.3759</w:t>
      </w:r>
      <w:r>
        <w:tab/>
        <w:t>1.013e0</w:t>
      </w:r>
    </w:p>
    <w:p w:rsidR="006974AE" w:rsidRDefault="006974AE" w:rsidP="006974AE">
      <w:r>
        <w:t>297.4160</w:t>
      </w:r>
      <w:r>
        <w:tab/>
        <w:t>2.025e0</w:t>
      </w:r>
    </w:p>
    <w:p w:rsidR="006974AE" w:rsidRDefault="006974AE" w:rsidP="006974AE">
      <w:r>
        <w:t>297.4313</w:t>
      </w:r>
      <w:r>
        <w:tab/>
        <w:t>1.013e0</w:t>
      </w:r>
    </w:p>
    <w:p w:rsidR="006974AE" w:rsidRDefault="006974AE" w:rsidP="006974AE">
      <w:r>
        <w:t>297.4955</w:t>
      </w:r>
      <w:r>
        <w:tab/>
        <w:t>1.013e0</w:t>
      </w:r>
    </w:p>
    <w:p w:rsidR="006974AE" w:rsidRDefault="006974AE" w:rsidP="006974AE">
      <w:r>
        <w:t>297.5122</w:t>
      </w:r>
      <w:r>
        <w:tab/>
        <w:t>1.013e0</w:t>
      </w:r>
    </w:p>
    <w:p w:rsidR="006974AE" w:rsidRDefault="006974AE" w:rsidP="006974AE">
      <w:r>
        <w:t>297.5268</w:t>
      </w:r>
      <w:r>
        <w:tab/>
        <w:t>1.013e0</w:t>
      </w:r>
    </w:p>
    <w:p w:rsidR="006974AE" w:rsidRDefault="006974AE" w:rsidP="006974AE">
      <w:r>
        <w:t>297.5309</w:t>
      </w:r>
      <w:r>
        <w:tab/>
        <w:t>1.013e0</w:t>
      </w:r>
    </w:p>
    <w:p w:rsidR="006974AE" w:rsidRDefault="006974AE" w:rsidP="006974AE">
      <w:r>
        <w:t>297.5397</w:t>
      </w:r>
      <w:r>
        <w:tab/>
        <w:t>1.013e0</w:t>
      </w:r>
    </w:p>
    <w:p w:rsidR="006974AE" w:rsidRDefault="006974AE" w:rsidP="006974AE">
      <w:r>
        <w:t>297.5666</w:t>
      </w:r>
      <w:r>
        <w:tab/>
        <w:t>1.013e0</w:t>
      </w:r>
    </w:p>
    <w:p w:rsidR="006974AE" w:rsidRDefault="006974AE" w:rsidP="006974AE">
      <w:r>
        <w:lastRenderedPageBreak/>
        <w:t>297.5826</w:t>
      </w:r>
      <w:r>
        <w:tab/>
        <w:t>1.013e0</w:t>
      </w:r>
    </w:p>
    <w:p w:rsidR="006974AE" w:rsidRDefault="006974AE" w:rsidP="006974AE">
      <w:r>
        <w:t>297.5868</w:t>
      </w:r>
      <w:r>
        <w:tab/>
        <w:t>1.013e0</w:t>
      </w:r>
    </w:p>
    <w:p w:rsidR="006974AE" w:rsidRDefault="006974AE" w:rsidP="006974AE">
      <w:r>
        <w:t>297.5918</w:t>
      </w:r>
      <w:r>
        <w:tab/>
        <w:t>2.025e0</w:t>
      </w:r>
    </w:p>
    <w:p w:rsidR="006974AE" w:rsidRDefault="006974AE" w:rsidP="006974AE">
      <w:r>
        <w:t>297.5990</w:t>
      </w:r>
      <w:r>
        <w:tab/>
        <w:t>1.013e0</w:t>
      </w:r>
    </w:p>
    <w:p w:rsidR="006974AE" w:rsidRDefault="006974AE" w:rsidP="006974AE">
      <w:r>
        <w:t>297.6223</w:t>
      </w:r>
      <w:r>
        <w:tab/>
        <w:t>1.013e0</w:t>
      </w:r>
    </w:p>
    <w:p w:rsidR="006974AE" w:rsidRDefault="006974AE" w:rsidP="006974AE">
      <w:r>
        <w:t>297.6361</w:t>
      </w:r>
      <w:r>
        <w:tab/>
        <w:t>2.025e0</w:t>
      </w:r>
    </w:p>
    <w:p w:rsidR="006974AE" w:rsidRDefault="006974AE" w:rsidP="006974AE">
      <w:r>
        <w:t>297.6463</w:t>
      </w:r>
      <w:r>
        <w:tab/>
        <w:t>1.013e0</w:t>
      </w:r>
    </w:p>
    <w:p w:rsidR="006974AE" w:rsidRDefault="006974AE" w:rsidP="006974AE">
      <w:r>
        <w:t>297.6541</w:t>
      </w:r>
      <w:r>
        <w:tab/>
        <w:t>1.013e0</w:t>
      </w:r>
    </w:p>
    <w:p w:rsidR="006974AE" w:rsidRDefault="006974AE" w:rsidP="006974AE">
      <w:r>
        <w:t>297.6586</w:t>
      </w:r>
      <w:r>
        <w:tab/>
        <w:t>1.013e0</w:t>
      </w:r>
    </w:p>
    <w:p w:rsidR="006974AE" w:rsidRDefault="006974AE" w:rsidP="006974AE">
      <w:r>
        <w:t>297.6778</w:t>
      </w:r>
      <w:r>
        <w:tab/>
        <w:t>1.013e0</w:t>
      </w:r>
    </w:p>
    <w:p w:rsidR="006974AE" w:rsidRDefault="006974AE" w:rsidP="006974AE">
      <w:r>
        <w:t>297.7307</w:t>
      </w:r>
      <w:r>
        <w:tab/>
        <w:t>5.063e0</w:t>
      </w:r>
    </w:p>
    <w:p w:rsidR="006974AE" w:rsidRDefault="006974AE" w:rsidP="006974AE">
      <w:r>
        <w:t>297.7651</w:t>
      </w:r>
      <w:r>
        <w:tab/>
        <w:t>1.013e0</w:t>
      </w:r>
    </w:p>
    <w:p w:rsidR="006974AE" w:rsidRDefault="006974AE" w:rsidP="006974AE">
      <w:r>
        <w:t>297.7732</w:t>
      </w:r>
      <w:r>
        <w:tab/>
        <w:t>1.013e0</w:t>
      </w:r>
    </w:p>
    <w:p w:rsidR="006974AE" w:rsidRDefault="006974AE" w:rsidP="006974AE">
      <w:r>
        <w:t>297.8014</w:t>
      </w:r>
      <w:r>
        <w:tab/>
        <w:t>1.013e0</w:t>
      </w:r>
    </w:p>
    <w:p w:rsidR="006974AE" w:rsidRDefault="006974AE" w:rsidP="006974AE">
      <w:r>
        <w:t>297.8109</w:t>
      </w:r>
      <w:r>
        <w:tab/>
        <w:t>1.013e0</w:t>
      </w:r>
    </w:p>
    <w:p w:rsidR="006974AE" w:rsidRDefault="006974AE" w:rsidP="006974AE">
      <w:r>
        <w:t>297.8251</w:t>
      </w:r>
      <w:r>
        <w:tab/>
        <w:t>1.013e0</w:t>
      </w:r>
    </w:p>
    <w:p w:rsidR="006974AE" w:rsidRDefault="006974AE" w:rsidP="006974AE">
      <w:r>
        <w:t>297.8434</w:t>
      </w:r>
      <w:r>
        <w:tab/>
        <w:t>1.013e0</w:t>
      </w:r>
    </w:p>
    <w:p w:rsidR="006974AE" w:rsidRDefault="006974AE" w:rsidP="006974AE">
      <w:r>
        <w:t>297.8651</w:t>
      </w:r>
      <w:r>
        <w:tab/>
        <w:t>1.013e0</w:t>
      </w:r>
    </w:p>
    <w:p w:rsidR="006974AE" w:rsidRDefault="006974AE" w:rsidP="006974AE">
      <w:r>
        <w:t>297.8843</w:t>
      </w:r>
      <w:r>
        <w:tab/>
        <w:t>1.013e0</w:t>
      </w:r>
    </w:p>
    <w:p w:rsidR="006974AE" w:rsidRDefault="006974AE" w:rsidP="006974AE">
      <w:r>
        <w:lastRenderedPageBreak/>
        <w:t>297.9121</w:t>
      </w:r>
      <w:r>
        <w:tab/>
        <w:t>1.013e0</w:t>
      </w:r>
    </w:p>
    <w:p w:rsidR="006974AE" w:rsidRDefault="006974AE" w:rsidP="006974AE">
      <w:r>
        <w:t>297.9206</w:t>
      </w:r>
      <w:r>
        <w:tab/>
        <w:t>1.013e0</w:t>
      </w:r>
    </w:p>
    <w:p w:rsidR="006974AE" w:rsidRDefault="006974AE" w:rsidP="006974AE">
      <w:r>
        <w:t>297.9353</w:t>
      </w:r>
      <w:r>
        <w:tab/>
        <w:t>1.013e0</w:t>
      </w:r>
    </w:p>
    <w:p w:rsidR="006974AE" w:rsidRDefault="006974AE" w:rsidP="006974AE">
      <w:r>
        <w:t>297.9376</w:t>
      </w:r>
      <w:r>
        <w:tab/>
        <w:t>2.025e0</w:t>
      </w:r>
    </w:p>
    <w:p w:rsidR="006974AE" w:rsidRDefault="006974AE" w:rsidP="006974AE">
      <w:r>
        <w:t>297.9403</w:t>
      </w:r>
      <w:r>
        <w:tab/>
        <w:t>1.013e0</w:t>
      </w:r>
    </w:p>
    <w:p w:rsidR="006974AE" w:rsidRDefault="006974AE" w:rsidP="006974AE">
      <w:r>
        <w:t>297.9497</w:t>
      </w:r>
      <w:r>
        <w:tab/>
        <w:t>2.025e0</w:t>
      </w:r>
    </w:p>
    <w:p w:rsidR="006974AE" w:rsidRDefault="006974AE" w:rsidP="006974AE">
      <w:r>
        <w:t>297.9681</w:t>
      </w:r>
      <w:r>
        <w:tab/>
        <w:t>2.025e0</w:t>
      </w:r>
    </w:p>
    <w:p w:rsidR="006974AE" w:rsidRDefault="006974AE" w:rsidP="006974AE">
      <w:r>
        <w:t>297.9720</w:t>
      </w:r>
      <w:r>
        <w:tab/>
        <w:t>1.013e0</w:t>
      </w:r>
    </w:p>
    <w:p w:rsidR="006974AE" w:rsidRDefault="006974AE" w:rsidP="006974AE">
      <w:r>
        <w:t>297.9783</w:t>
      </w:r>
      <w:r>
        <w:tab/>
        <w:t>5.063e0</w:t>
      </w:r>
    </w:p>
    <w:p w:rsidR="006974AE" w:rsidRDefault="006974AE" w:rsidP="006974AE">
      <w:r>
        <w:t>297.9845</w:t>
      </w:r>
      <w:r>
        <w:tab/>
        <w:t>1.013e0</w:t>
      </w:r>
    </w:p>
    <w:p w:rsidR="006974AE" w:rsidRDefault="006974AE" w:rsidP="006974AE">
      <w:r>
        <w:t>297.9896</w:t>
      </w:r>
      <w:r>
        <w:tab/>
        <w:t>1.013e0</w:t>
      </w:r>
    </w:p>
    <w:p w:rsidR="006974AE" w:rsidRDefault="006974AE" w:rsidP="006974AE">
      <w:r>
        <w:t>297.9950</w:t>
      </w:r>
      <w:r>
        <w:tab/>
        <w:t>1.013e0</w:t>
      </w:r>
    </w:p>
    <w:p w:rsidR="006974AE" w:rsidRDefault="006974AE" w:rsidP="006974AE">
      <w:r>
        <w:t>298.0056</w:t>
      </w:r>
      <w:r>
        <w:tab/>
        <w:t>2.025e0</w:t>
      </w:r>
    </w:p>
    <w:p w:rsidR="006974AE" w:rsidRDefault="006974AE" w:rsidP="006974AE">
      <w:r>
        <w:t>298.0080</w:t>
      </w:r>
      <w:r>
        <w:tab/>
        <w:t>2.025e0</w:t>
      </w:r>
    </w:p>
    <w:p w:rsidR="006974AE" w:rsidRDefault="006974AE" w:rsidP="006974AE">
      <w:r>
        <w:t>298.0547</w:t>
      </w:r>
      <w:r>
        <w:tab/>
        <w:t>1.013e0</w:t>
      </w:r>
    </w:p>
    <w:p w:rsidR="006974AE" w:rsidRDefault="006974AE" w:rsidP="006974AE">
      <w:r>
        <w:t>298.0655</w:t>
      </w:r>
      <w:r>
        <w:tab/>
        <w:t>2.025e0</w:t>
      </w:r>
    </w:p>
    <w:p w:rsidR="006974AE" w:rsidRDefault="006974AE" w:rsidP="006974AE">
      <w:r>
        <w:t>298.0710</w:t>
      </w:r>
      <w:r>
        <w:tab/>
        <w:t>1.013e0</w:t>
      </w:r>
    </w:p>
    <w:p w:rsidR="006974AE" w:rsidRDefault="006974AE" w:rsidP="006974AE">
      <w:r>
        <w:t>298.0741</w:t>
      </w:r>
      <w:r>
        <w:tab/>
        <w:t>2.025e0</w:t>
      </w:r>
    </w:p>
    <w:p w:rsidR="006974AE" w:rsidRDefault="006974AE" w:rsidP="006974AE">
      <w:r>
        <w:t>298.1090</w:t>
      </w:r>
      <w:r>
        <w:tab/>
        <w:t>1.013e0</w:t>
      </w:r>
    </w:p>
    <w:p w:rsidR="006974AE" w:rsidRDefault="006974AE" w:rsidP="006974AE">
      <w:r>
        <w:lastRenderedPageBreak/>
        <w:t>298.1144</w:t>
      </w:r>
      <w:r>
        <w:tab/>
        <w:t>1.013e0</w:t>
      </w:r>
    </w:p>
    <w:p w:rsidR="006974AE" w:rsidRDefault="006974AE" w:rsidP="006974AE">
      <w:r>
        <w:t>298.1268</w:t>
      </w:r>
      <w:r>
        <w:tab/>
        <w:t>1.013e0</w:t>
      </w:r>
    </w:p>
    <w:p w:rsidR="006974AE" w:rsidRDefault="006974AE" w:rsidP="006974AE">
      <w:r>
        <w:t>298.1307</w:t>
      </w:r>
      <w:r>
        <w:tab/>
        <w:t>1.013e0</w:t>
      </w:r>
    </w:p>
    <w:p w:rsidR="006974AE" w:rsidRDefault="006974AE" w:rsidP="006974AE">
      <w:r>
        <w:t>298.1469</w:t>
      </w:r>
      <w:r>
        <w:tab/>
        <w:t>1.013e0</w:t>
      </w:r>
    </w:p>
    <w:p w:rsidR="006974AE" w:rsidRDefault="006974AE" w:rsidP="006974AE">
      <w:r>
        <w:t>298.1485</w:t>
      </w:r>
      <w:r>
        <w:tab/>
        <w:t>2.025e0</w:t>
      </w:r>
    </w:p>
    <w:p w:rsidR="006974AE" w:rsidRDefault="006974AE" w:rsidP="006974AE">
      <w:r>
        <w:t>298.1546</w:t>
      </w:r>
      <w:r>
        <w:tab/>
        <w:t>1.013e0</w:t>
      </w:r>
    </w:p>
    <w:p w:rsidR="006974AE" w:rsidRDefault="006974AE" w:rsidP="006974AE">
      <w:r>
        <w:t>298.1589</w:t>
      </w:r>
      <w:r>
        <w:tab/>
        <w:t>1.013e0</w:t>
      </w:r>
    </w:p>
    <w:p w:rsidR="006974AE" w:rsidRDefault="006974AE" w:rsidP="006974AE">
      <w:r>
        <w:t>298.1637</w:t>
      </w:r>
      <w:r>
        <w:tab/>
        <w:t>1.013e0</w:t>
      </w:r>
    </w:p>
    <w:p w:rsidR="006974AE" w:rsidRDefault="006974AE" w:rsidP="006974AE">
      <w:r>
        <w:t>298.1786</w:t>
      </w:r>
      <w:r>
        <w:tab/>
        <w:t>1.013e0</w:t>
      </w:r>
    </w:p>
    <w:p w:rsidR="006974AE" w:rsidRDefault="006974AE" w:rsidP="006974AE">
      <w:r>
        <w:t>298.1827</w:t>
      </w:r>
      <w:r>
        <w:tab/>
        <w:t>1.013e0</w:t>
      </w:r>
    </w:p>
    <w:p w:rsidR="006974AE" w:rsidRDefault="006974AE" w:rsidP="006974AE">
      <w:r>
        <w:t>298.1960</w:t>
      </w:r>
      <w:r>
        <w:tab/>
        <w:t>3.038e0</w:t>
      </w:r>
    </w:p>
    <w:p w:rsidR="006974AE" w:rsidRDefault="006974AE" w:rsidP="006974AE">
      <w:r>
        <w:t>298.2013</w:t>
      </w:r>
      <w:r>
        <w:tab/>
        <w:t>1.013e0</w:t>
      </w:r>
    </w:p>
    <w:p w:rsidR="006974AE" w:rsidRDefault="006974AE" w:rsidP="006974AE">
      <w:r>
        <w:t>298.2104</w:t>
      </w:r>
      <w:r>
        <w:tab/>
        <w:t>3.038e0</w:t>
      </w:r>
    </w:p>
    <w:p w:rsidR="006974AE" w:rsidRDefault="006974AE" w:rsidP="006974AE">
      <w:r>
        <w:t>298.2339</w:t>
      </w:r>
      <w:r>
        <w:tab/>
        <w:t>1.013e0</w:t>
      </w:r>
    </w:p>
    <w:p w:rsidR="006974AE" w:rsidRDefault="006974AE" w:rsidP="006974AE">
      <w:r>
        <w:t>298.2460</w:t>
      </w:r>
      <w:r>
        <w:tab/>
        <w:t>1.013e0</w:t>
      </w:r>
    </w:p>
    <w:p w:rsidR="006974AE" w:rsidRDefault="006974AE" w:rsidP="006974AE">
      <w:r>
        <w:t>298.2611</w:t>
      </w:r>
      <w:r>
        <w:tab/>
        <w:t>1.013e0</w:t>
      </w:r>
    </w:p>
    <w:p w:rsidR="006974AE" w:rsidRDefault="006974AE" w:rsidP="006974AE">
      <w:r>
        <w:t>298.2701</w:t>
      </w:r>
      <w:r>
        <w:tab/>
        <w:t>1.013e0</w:t>
      </w:r>
    </w:p>
    <w:p w:rsidR="006974AE" w:rsidRDefault="006974AE" w:rsidP="006974AE">
      <w:r>
        <w:t>298.2798</w:t>
      </w:r>
      <w:r>
        <w:tab/>
        <w:t>3.038e0</w:t>
      </w:r>
    </w:p>
    <w:p w:rsidR="006974AE" w:rsidRDefault="006974AE" w:rsidP="006974AE">
      <w:r>
        <w:t>298.3016</w:t>
      </w:r>
      <w:r>
        <w:tab/>
        <w:t>1.013e0</w:t>
      </w:r>
    </w:p>
    <w:p w:rsidR="006974AE" w:rsidRDefault="006974AE" w:rsidP="006974AE">
      <w:r>
        <w:lastRenderedPageBreak/>
        <w:t>298.3061</w:t>
      </w:r>
      <w:r>
        <w:tab/>
        <w:t>5.063e0</w:t>
      </w:r>
    </w:p>
    <w:p w:rsidR="006974AE" w:rsidRDefault="006974AE" w:rsidP="006974AE">
      <w:r>
        <w:t>298.3158</w:t>
      </w:r>
      <w:r>
        <w:tab/>
        <w:t>1.013e0</w:t>
      </w:r>
    </w:p>
    <w:p w:rsidR="006974AE" w:rsidRDefault="006974AE" w:rsidP="006974AE">
      <w:r>
        <w:t>298.3334</w:t>
      </w:r>
      <w:r>
        <w:tab/>
        <w:t>1.013e0</w:t>
      </w:r>
    </w:p>
    <w:p w:rsidR="006974AE" w:rsidRDefault="006974AE" w:rsidP="006974AE">
      <w:r>
        <w:t>298.3532</w:t>
      </w:r>
      <w:r>
        <w:tab/>
        <w:t>1.013e0</w:t>
      </w:r>
    </w:p>
    <w:p w:rsidR="006974AE" w:rsidRDefault="006974AE" w:rsidP="006974AE">
      <w:r>
        <w:t>298.3891</w:t>
      </w:r>
      <w:r>
        <w:tab/>
        <w:t>2.025e0</w:t>
      </w:r>
    </w:p>
    <w:p w:rsidR="006974AE" w:rsidRDefault="006974AE" w:rsidP="006974AE">
      <w:r>
        <w:t>298.4210</w:t>
      </w:r>
      <w:r>
        <w:tab/>
        <w:t>2.025e0</w:t>
      </w:r>
    </w:p>
    <w:p w:rsidR="006974AE" w:rsidRDefault="006974AE" w:rsidP="006974AE">
      <w:r>
        <w:t>298.4353</w:t>
      </w:r>
      <w:r>
        <w:tab/>
        <w:t>1.013e0</w:t>
      </w:r>
    </w:p>
    <w:p w:rsidR="006974AE" w:rsidRDefault="006974AE" w:rsidP="006974AE">
      <w:r>
        <w:t>298.4404</w:t>
      </w:r>
      <w:r>
        <w:tab/>
        <w:t>1.013e0</w:t>
      </w:r>
    </w:p>
    <w:p w:rsidR="006974AE" w:rsidRDefault="006974AE" w:rsidP="006974AE">
      <w:r>
        <w:t>298.4571</w:t>
      </w:r>
      <w:r>
        <w:tab/>
        <w:t>1.013e0</w:t>
      </w:r>
    </w:p>
    <w:p w:rsidR="006974AE" w:rsidRDefault="006974AE" w:rsidP="006974AE">
      <w:r>
        <w:t>298.4647</w:t>
      </w:r>
      <w:r>
        <w:tab/>
        <w:t>2.025e0</w:t>
      </w:r>
    </w:p>
    <w:p w:rsidR="006974AE" w:rsidRDefault="006974AE" w:rsidP="006974AE">
      <w:r>
        <w:t>298.5045</w:t>
      </w:r>
      <w:r>
        <w:tab/>
        <w:t>1.013e0</w:t>
      </w:r>
    </w:p>
    <w:p w:rsidR="006974AE" w:rsidRDefault="006974AE" w:rsidP="006974AE">
      <w:r>
        <w:t>298.5320</w:t>
      </w:r>
      <w:r>
        <w:tab/>
        <w:t>1.013e0</w:t>
      </w:r>
    </w:p>
    <w:p w:rsidR="006974AE" w:rsidRDefault="006974AE" w:rsidP="006974AE">
      <w:r>
        <w:t>298.5360</w:t>
      </w:r>
      <w:r>
        <w:tab/>
        <w:t>1.013e0</w:t>
      </w:r>
    </w:p>
    <w:p w:rsidR="006974AE" w:rsidRDefault="006974AE" w:rsidP="006974AE">
      <w:r>
        <w:t>298.5401</w:t>
      </w:r>
      <w:r>
        <w:tab/>
        <w:t>1.013e0</w:t>
      </w:r>
    </w:p>
    <w:p w:rsidR="006974AE" w:rsidRDefault="006974AE" w:rsidP="006974AE">
      <w:r>
        <w:t>298.6099</w:t>
      </w:r>
      <w:r>
        <w:tab/>
        <w:t>2.025e0</w:t>
      </w:r>
    </w:p>
    <w:p w:rsidR="006974AE" w:rsidRDefault="006974AE" w:rsidP="006974AE">
      <w:r>
        <w:t>298.6147</w:t>
      </w:r>
      <w:r>
        <w:tab/>
        <w:t>1.013e0</w:t>
      </w:r>
    </w:p>
    <w:p w:rsidR="006974AE" w:rsidRDefault="006974AE" w:rsidP="006974AE">
      <w:r>
        <w:t>298.6195</w:t>
      </w:r>
      <w:r>
        <w:tab/>
        <w:t>1.013e0</w:t>
      </w:r>
    </w:p>
    <w:p w:rsidR="006974AE" w:rsidRDefault="006974AE" w:rsidP="006974AE">
      <w:r>
        <w:t>298.6597</w:t>
      </w:r>
      <w:r>
        <w:tab/>
        <w:t>1.013e0</w:t>
      </w:r>
    </w:p>
    <w:p w:rsidR="006974AE" w:rsidRDefault="006974AE" w:rsidP="006974AE">
      <w:r>
        <w:t>298.6742</w:t>
      </w:r>
      <w:r>
        <w:tab/>
        <w:t>1.013e0</w:t>
      </w:r>
    </w:p>
    <w:p w:rsidR="006974AE" w:rsidRDefault="006974AE" w:rsidP="006974AE">
      <w:r>
        <w:lastRenderedPageBreak/>
        <w:t>298.6960</w:t>
      </w:r>
      <w:r>
        <w:tab/>
        <w:t>1.013e0</w:t>
      </w:r>
    </w:p>
    <w:p w:rsidR="006974AE" w:rsidRDefault="006974AE" w:rsidP="006974AE">
      <w:r>
        <w:t>298.7068</w:t>
      </w:r>
      <w:r>
        <w:tab/>
        <w:t>1.013e0</w:t>
      </w:r>
    </w:p>
    <w:p w:rsidR="006974AE" w:rsidRDefault="006974AE" w:rsidP="006974AE">
      <w:r>
        <w:t>298.7558</w:t>
      </w:r>
      <w:r>
        <w:tab/>
        <w:t>1.013e0</w:t>
      </w:r>
    </w:p>
    <w:p w:rsidR="006974AE" w:rsidRDefault="006974AE" w:rsidP="006974AE">
      <w:r>
        <w:t>298.7610</w:t>
      </w:r>
      <w:r>
        <w:tab/>
        <w:t>2.025e0</w:t>
      </w:r>
    </w:p>
    <w:p w:rsidR="006974AE" w:rsidRDefault="006974AE" w:rsidP="006974AE">
      <w:r>
        <w:t>298.7849</w:t>
      </w:r>
      <w:r>
        <w:tab/>
        <w:t>3.038e0</w:t>
      </w:r>
    </w:p>
    <w:p w:rsidR="006974AE" w:rsidRDefault="006974AE" w:rsidP="006974AE">
      <w:r>
        <w:t>298.7939</w:t>
      </w:r>
      <w:r>
        <w:tab/>
        <w:t>1.013e0</w:t>
      </w:r>
    </w:p>
    <w:p w:rsidR="006974AE" w:rsidRDefault="006974AE" w:rsidP="006974AE">
      <w:r>
        <w:t>298.8156</w:t>
      </w:r>
      <w:r>
        <w:tab/>
        <w:t>1.013e0</w:t>
      </w:r>
    </w:p>
    <w:p w:rsidR="006974AE" w:rsidRDefault="006974AE" w:rsidP="006974AE">
      <w:r>
        <w:t>298.8664</w:t>
      </w:r>
      <w:r>
        <w:tab/>
        <w:t>1.013e0</w:t>
      </w:r>
    </w:p>
    <w:p w:rsidR="006974AE" w:rsidRDefault="006974AE" w:rsidP="006974AE">
      <w:r>
        <w:t>298.8897</w:t>
      </w:r>
      <w:r>
        <w:tab/>
        <w:t>1.013e0</w:t>
      </w:r>
    </w:p>
    <w:p w:rsidR="006974AE" w:rsidRDefault="006974AE" w:rsidP="006974AE">
      <w:r>
        <w:t>298.9029</w:t>
      </w:r>
      <w:r>
        <w:tab/>
        <w:t>2.025e0</w:t>
      </w:r>
    </w:p>
    <w:p w:rsidR="006974AE" w:rsidRDefault="006974AE" w:rsidP="006974AE">
      <w:r>
        <w:t>298.9175</w:t>
      </w:r>
      <w:r>
        <w:tab/>
        <w:t>1.013e0</w:t>
      </w:r>
    </w:p>
    <w:p w:rsidR="006974AE" w:rsidRDefault="006974AE" w:rsidP="006974AE">
      <w:r>
        <w:t>298.9260</w:t>
      </w:r>
      <w:r>
        <w:tab/>
        <w:t>1.013e0</w:t>
      </w:r>
    </w:p>
    <w:p w:rsidR="006974AE" w:rsidRDefault="006974AE" w:rsidP="006974AE">
      <w:r>
        <w:t>298.9354</w:t>
      </w:r>
      <w:r>
        <w:tab/>
        <w:t>1.013e0</w:t>
      </w:r>
    </w:p>
    <w:p w:rsidR="006974AE" w:rsidRDefault="006974AE" w:rsidP="006974AE">
      <w:r>
        <w:t>298.9737</w:t>
      </w:r>
      <w:r>
        <w:tab/>
        <w:t>1.013e0</w:t>
      </w:r>
    </w:p>
    <w:p w:rsidR="006974AE" w:rsidRDefault="006974AE" w:rsidP="006974AE">
      <w:r>
        <w:t>298.9813</w:t>
      </w:r>
      <w:r>
        <w:tab/>
        <w:t>1.013e0</w:t>
      </w:r>
    </w:p>
    <w:p w:rsidR="006974AE" w:rsidRDefault="006974AE" w:rsidP="006974AE">
      <w:r>
        <w:t>298.9841</w:t>
      </w:r>
      <w:r>
        <w:tab/>
        <w:t>2.025e0</w:t>
      </w:r>
    </w:p>
    <w:p w:rsidR="006974AE" w:rsidRDefault="006974AE" w:rsidP="006974AE">
      <w:r>
        <w:t>298.9896</w:t>
      </w:r>
      <w:r>
        <w:tab/>
        <w:t>2.025e0</w:t>
      </w:r>
    </w:p>
    <w:p w:rsidR="006974AE" w:rsidRDefault="006974AE" w:rsidP="006974AE">
      <w:r>
        <w:t>298.9956</w:t>
      </w:r>
      <w:r>
        <w:tab/>
        <w:t>1.013e0</w:t>
      </w:r>
    </w:p>
    <w:p w:rsidR="006974AE" w:rsidRDefault="006974AE" w:rsidP="006974AE">
      <w:r>
        <w:t>299.0007</w:t>
      </w:r>
      <w:r>
        <w:tab/>
        <w:t>1.013e0</w:t>
      </w:r>
    </w:p>
    <w:p w:rsidR="006974AE" w:rsidRDefault="006974AE" w:rsidP="006974AE">
      <w:r>
        <w:lastRenderedPageBreak/>
        <w:t>299.0336</w:t>
      </w:r>
      <w:r>
        <w:tab/>
        <w:t>2.025e0</w:t>
      </w:r>
    </w:p>
    <w:p w:rsidR="006974AE" w:rsidRDefault="006974AE" w:rsidP="006974AE">
      <w:r>
        <w:t>299.0495</w:t>
      </w:r>
      <w:r>
        <w:tab/>
        <w:t>3.038e0</w:t>
      </w:r>
    </w:p>
    <w:p w:rsidR="006974AE" w:rsidRDefault="006974AE" w:rsidP="006974AE">
      <w:r>
        <w:t>299.0608</w:t>
      </w:r>
      <w:r>
        <w:tab/>
        <w:t>3.038e0</w:t>
      </w:r>
    </w:p>
    <w:p w:rsidR="006974AE" w:rsidRDefault="006974AE" w:rsidP="006974AE">
      <w:r>
        <w:t>299.0650</w:t>
      </w:r>
      <w:r>
        <w:tab/>
        <w:t>1.013e0</w:t>
      </w:r>
    </w:p>
    <w:p w:rsidR="006974AE" w:rsidRDefault="006974AE" w:rsidP="006974AE">
      <w:r>
        <w:t>299.0691</w:t>
      </w:r>
      <w:r>
        <w:tab/>
        <w:t>1.013e0</w:t>
      </w:r>
    </w:p>
    <w:p w:rsidR="006974AE" w:rsidRDefault="006974AE" w:rsidP="006974AE">
      <w:r>
        <w:t>299.0726</w:t>
      </w:r>
      <w:r>
        <w:tab/>
        <w:t>3.038e0</w:t>
      </w:r>
    </w:p>
    <w:p w:rsidR="006974AE" w:rsidRDefault="006974AE" w:rsidP="006974AE">
      <w:r>
        <w:t>299.0878</w:t>
      </w:r>
      <w:r>
        <w:tab/>
        <w:t>1.013e0</w:t>
      </w:r>
    </w:p>
    <w:p w:rsidR="006974AE" w:rsidRDefault="006974AE" w:rsidP="006974AE">
      <w:r>
        <w:t>299.0968</w:t>
      </w:r>
      <w:r>
        <w:tab/>
        <w:t>1.013e0</w:t>
      </w:r>
    </w:p>
    <w:p w:rsidR="006974AE" w:rsidRDefault="006974AE" w:rsidP="006974AE">
      <w:r>
        <w:t>299.1010</w:t>
      </w:r>
      <w:r>
        <w:tab/>
        <w:t>1.013e0</w:t>
      </w:r>
    </w:p>
    <w:p w:rsidR="006974AE" w:rsidRDefault="006974AE" w:rsidP="006974AE">
      <w:r>
        <w:t>299.1151</w:t>
      </w:r>
      <w:r>
        <w:tab/>
        <w:t>1.013e0</w:t>
      </w:r>
    </w:p>
    <w:p w:rsidR="006974AE" w:rsidRDefault="006974AE" w:rsidP="006974AE">
      <w:r>
        <w:t>299.1246</w:t>
      </w:r>
      <w:r>
        <w:tab/>
        <w:t>1.013e0</w:t>
      </w:r>
    </w:p>
    <w:p w:rsidR="006974AE" w:rsidRDefault="006974AE" w:rsidP="006974AE">
      <w:r>
        <w:t>299.1324</w:t>
      </w:r>
      <w:r>
        <w:tab/>
        <w:t>2.025e0</w:t>
      </w:r>
    </w:p>
    <w:p w:rsidR="006974AE" w:rsidRDefault="006974AE" w:rsidP="006974AE">
      <w:r>
        <w:t>299.1525</w:t>
      </w:r>
      <w:r>
        <w:tab/>
        <w:t>1.013e0</w:t>
      </w:r>
    </w:p>
    <w:p w:rsidR="006974AE" w:rsidRDefault="006974AE" w:rsidP="006974AE">
      <w:r>
        <w:t>299.1562</w:t>
      </w:r>
      <w:r>
        <w:tab/>
        <w:t>2.025e0</w:t>
      </w:r>
    </w:p>
    <w:p w:rsidR="006974AE" w:rsidRDefault="006974AE" w:rsidP="006974AE">
      <w:r>
        <w:t>299.1725</w:t>
      </w:r>
      <w:r>
        <w:tab/>
        <w:t>2.025e0</w:t>
      </w:r>
    </w:p>
    <w:p w:rsidR="006974AE" w:rsidRDefault="006974AE" w:rsidP="006974AE">
      <w:r>
        <w:t>299.1800</w:t>
      </w:r>
      <w:r>
        <w:tab/>
        <w:t>1.013e0</w:t>
      </w:r>
    </w:p>
    <w:p w:rsidR="006974AE" w:rsidRDefault="006974AE" w:rsidP="006974AE">
      <w:r>
        <w:t>299.1839</w:t>
      </w:r>
      <w:r>
        <w:tab/>
        <w:t>1.013e0</w:t>
      </w:r>
    </w:p>
    <w:p w:rsidR="006974AE" w:rsidRDefault="006974AE" w:rsidP="006974AE">
      <w:r>
        <w:t>299.2078</w:t>
      </w:r>
      <w:r>
        <w:tab/>
        <w:t>2.025e0</w:t>
      </w:r>
    </w:p>
    <w:p w:rsidR="006974AE" w:rsidRDefault="006974AE" w:rsidP="006974AE">
      <w:r>
        <w:t>299.2162</w:t>
      </w:r>
      <w:r>
        <w:tab/>
        <w:t>2.025e0</w:t>
      </w:r>
    </w:p>
    <w:p w:rsidR="006974AE" w:rsidRDefault="006974AE" w:rsidP="006974AE">
      <w:r>
        <w:lastRenderedPageBreak/>
        <w:t>299.2181</w:t>
      </w:r>
      <w:r>
        <w:tab/>
        <w:t>2.025e0</w:t>
      </w:r>
    </w:p>
    <w:p w:rsidR="006974AE" w:rsidRDefault="006974AE" w:rsidP="006974AE">
      <w:r>
        <w:t>299.2400</w:t>
      </w:r>
      <w:r>
        <w:tab/>
        <w:t>1.013e0</w:t>
      </w:r>
    </w:p>
    <w:p w:rsidR="006974AE" w:rsidRDefault="006974AE" w:rsidP="006974AE">
      <w:r>
        <w:t>299.2477</w:t>
      </w:r>
      <w:r>
        <w:tab/>
        <w:t>1.013e0</w:t>
      </w:r>
    </w:p>
    <w:p w:rsidR="006974AE" w:rsidRDefault="006974AE" w:rsidP="006974AE">
      <w:r>
        <w:t>299.2547</w:t>
      </w:r>
      <w:r>
        <w:tab/>
        <w:t>2.025e0</w:t>
      </w:r>
    </w:p>
    <w:p w:rsidR="006974AE" w:rsidRDefault="006974AE" w:rsidP="006974AE">
      <w:r>
        <w:t>299.2815</w:t>
      </w:r>
      <w:r>
        <w:tab/>
        <w:t>3.038e0</w:t>
      </w:r>
    </w:p>
    <w:p w:rsidR="006974AE" w:rsidRDefault="006974AE" w:rsidP="006974AE">
      <w:r>
        <w:t>299.2839</w:t>
      </w:r>
      <w:r>
        <w:tab/>
        <w:t>1.013e0</w:t>
      </w:r>
    </w:p>
    <w:p w:rsidR="006974AE" w:rsidRDefault="006974AE" w:rsidP="006974AE">
      <w:r>
        <w:t>299.3077</w:t>
      </w:r>
      <w:r>
        <w:tab/>
        <w:t>2.025e0</w:t>
      </w:r>
    </w:p>
    <w:p w:rsidR="006974AE" w:rsidRDefault="006974AE" w:rsidP="006974AE">
      <w:r>
        <w:t>299.3314</w:t>
      </w:r>
      <w:r>
        <w:tab/>
        <w:t>1.013e0</w:t>
      </w:r>
    </w:p>
    <w:p w:rsidR="006974AE" w:rsidRDefault="006974AE" w:rsidP="006974AE">
      <w:r>
        <w:t>299.3633</w:t>
      </w:r>
      <w:r>
        <w:tab/>
        <w:t>1.013e0</w:t>
      </w:r>
    </w:p>
    <w:p w:rsidR="006974AE" w:rsidRDefault="006974AE" w:rsidP="006974AE">
      <w:r>
        <w:t>299.3674</w:t>
      </w:r>
      <w:r>
        <w:tab/>
        <w:t>1.013e0</w:t>
      </w:r>
    </w:p>
    <w:p w:rsidR="006974AE" w:rsidRDefault="006974AE" w:rsidP="006974AE">
      <w:r>
        <w:t>299.4093</w:t>
      </w:r>
      <w:r>
        <w:tab/>
        <w:t>1.013e0</w:t>
      </w:r>
    </w:p>
    <w:p w:rsidR="006974AE" w:rsidRDefault="006974AE" w:rsidP="006974AE">
      <w:r>
        <w:t>299.4189</w:t>
      </w:r>
      <w:r>
        <w:tab/>
        <w:t>1.013e0</w:t>
      </w:r>
    </w:p>
    <w:p w:rsidR="006974AE" w:rsidRDefault="006974AE" w:rsidP="006974AE">
      <w:r>
        <w:t>299.4508</w:t>
      </w:r>
      <w:r>
        <w:tab/>
        <w:t>1.013e0</w:t>
      </w:r>
    </w:p>
    <w:p w:rsidR="006974AE" w:rsidRDefault="006974AE" w:rsidP="006974AE">
      <w:r>
        <w:t>299.4747</w:t>
      </w:r>
      <w:r>
        <w:tab/>
        <w:t>1.013e0</w:t>
      </w:r>
    </w:p>
    <w:p w:rsidR="006974AE" w:rsidRDefault="006974AE" w:rsidP="006974AE">
      <w:r>
        <w:t>299.5459</w:t>
      </w:r>
      <w:r>
        <w:tab/>
        <w:t>1.013e0</w:t>
      </w:r>
    </w:p>
    <w:p w:rsidR="006974AE" w:rsidRDefault="006974AE" w:rsidP="006974AE">
      <w:r>
        <w:t>299.5657</w:t>
      </w:r>
      <w:r>
        <w:tab/>
        <w:t>1.013e0</w:t>
      </w:r>
    </w:p>
    <w:p w:rsidR="006974AE" w:rsidRDefault="006974AE" w:rsidP="006974AE">
      <w:r>
        <w:t>299.5742</w:t>
      </w:r>
      <w:r>
        <w:tab/>
        <w:t>1.013e0</w:t>
      </w:r>
    </w:p>
    <w:p w:rsidR="006974AE" w:rsidRDefault="006974AE" w:rsidP="006974AE">
      <w:r>
        <w:t>299.5839</w:t>
      </w:r>
      <w:r>
        <w:tab/>
        <w:t>4.051e0</w:t>
      </w:r>
    </w:p>
    <w:p w:rsidR="006974AE" w:rsidRDefault="006974AE" w:rsidP="006974AE">
      <w:r>
        <w:t>299.5857</w:t>
      </w:r>
      <w:r>
        <w:tab/>
        <w:t>2.025e0</w:t>
      </w:r>
    </w:p>
    <w:p w:rsidR="006974AE" w:rsidRDefault="006974AE" w:rsidP="006974AE">
      <w:r>
        <w:lastRenderedPageBreak/>
        <w:t>299.5935</w:t>
      </w:r>
      <w:r>
        <w:tab/>
        <w:t>1.013e0</w:t>
      </w:r>
    </w:p>
    <w:p w:rsidR="006974AE" w:rsidRDefault="006974AE" w:rsidP="006974AE">
      <w:r>
        <w:t>299.6297</w:t>
      </w:r>
      <w:r>
        <w:tab/>
        <w:t>2.025e0</w:t>
      </w:r>
    </w:p>
    <w:p w:rsidR="006974AE" w:rsidRDefault="006974AE" w:rsidP="006974AE">
      <w:r>
        <w:t>299.6338</w:t>
      </w:r>
      <w:r>
        <w:tab/>
        <w:t>1.013e0</w:t>
      </w:r>
    </w:p>
    <w:p w:rsidR="006974AE" w:rsidRDefault="006974AE" w:rsidP="006974AE">
      <w:r>
        <w:t>299.6532</w:t>
      </w:r>
      <w:r>
        <w:tab/>
        <w:t>1.013e0</w:t>
      </w:r>
    </w:p>
    <w:p w:rsidR="006974AE" w:rsidRDefault="006974AE" w:rsidP="006974AE">
      <w:r>
        <w:t>299.6573</w:t>
      </w:r>
      <w:r>
        <w:tab/>
        <w:t>1.013e0</w:t>
      </w:r>
    </w:p>
    <w:p w:rsidR="006974AE" w:rsidRDefault="006974AE" w:rsidP="006974AE">
      <w:r>
        <w:t>299.6739</w:t>
      </w:r>
      <w:r>
        <w:tab/>
        <w:t>2.025e0</w:t>
      </w:r>
    </w:p>
    <w:p w:rsidR="006974AE" w:rsidRDefault="006974AE" w:rsidP="006974AE">
      <w:r>
        <w:t>299.7122</w:t>
      </w:r>
      <w:r>
        <w:tab/>
        <w:t>3.038e0</w:t>
      </w:r>
    </w:p>
    <w:p w:rsidR="006974AE" w:rsidRDefault="006974AE" w:rsidP="006974AE">
      <w:r>
        <w:t>299.7365</w:t>
      </w:r>
      <w:r>
        <w:tab/>
        <w:t>1.013e0</w:t>
      </w:r>
    </w:p>
    <w:p w:rsidR="006974AE" w:rsidRDefault="006974AE" w:rsidP="006974AE">
      <w:r>
        <w:t>299.7411</w:t>
      </w:r>
      <w:r>
        <w:tab/>
        <w:t>1.013e0</w:t>
      </w:r>
    </w:p>
    <w:p w:rsidR="006974AE" w:rsidRDefault="006974AE" w:rsidP="006974AE">
      <w:r>
        <w:t>299.7859</w:t>
      </w:r>
      <w:r>
        <w:tab/>
        <w:t>2.025e0</w:t>
      </w:r>
    </w:p>
    <w:p w:rsidR="006974AE" w:rsidRDefault="006974AE" w:rsidP="006974AE">
      <w:r>
        <w:t>299.8129</w:t>
      </w:r>
      <w:r>
        <w:tab/>
        <w:t>1.013e0</w:t>
      </w:r>
    </w:p>
    <w:p w:rsidR="006974AE" w:rsidRDefault="006974AE" w:rsidP="006974AE">
      <w:r>
        <w:t>299.8565</w:t>
      </w:r>
      <w:r>
        <w:tab/>
        <w:t>1.013e0</w:t>
      </w:r>
    </w:p>
    <w:p w:rsidR="006974AE" w:rsidRDefault="006974AE" w:rsidP="006974AE">
      <w:r>
        <w:t>299.8604</w:t>
      </w:r>
      <w:r>
        <w:tab/>
        <w:t>1.013e0</w:t>
      </w:r>
    </w:p>
    <w:p w:rsidR="006974AE" w:rsidRDefault="006974AE" w:rsidP="006974AE">
      <w:r>
        <w:t>299.8642</w:t>
      </w:r>
      <w:r>
        <w:tab/>
        <w:t>1.013e0</w:t>
      </w:r>
    </w:p>
    <w:p w:rsidR="006974AE" w:rsidRDefault="006974AE" w:rsidP="006974AE">
      <w:r>
        <w:t>299.8883</w:t>
      </w:r>
      <w:r>
        <w:tab/>
        <w:t>1.013e0</w:t>
      </w:r>
    </w:p>
    <w:p w:rsidR="006974AE" w:rsidRDefault="006974AE" w:rsidP="006974AE">
      <w:r>
        <w:t>299.9059</w:t>
      </w:r>
      <w:r>
        <w:tab/>
        <w:t>2.025e0</w:t>
      </w:r>
    </w:p>
    <w:p w:rsidR="006974AE" w:rsidRDefault="006974AE" w:rsidP="006974AE">
      <w:r>
        <w:t>299.9197</w:t>
      </w:r>
      <w:r>
        <w:tab/>
        <w:t>2.025e0</w:t>
      </w:r>
    </w:p>
    <w:p w:rsidR="006974AE" w:rsidRDefault="006974AE" w:rsidP="006974AE">
      <w:r>
        <w:t>299.9232</w:t>
      </w:r>
      <w:r>
        <w:tab/>
        <w:t>2.972e0</w:t>
      </w:r>
    </w:p>
    <w:p w:rsidR="006974AE" w:rsidRDefault="006974AE" w:rsidP="006974AE">
      <w:r>
        <w:t>299.9243</w:t>
      </w:r>
      <w:r>
        <w:tab/>
        <w:t>1.013e0</w:t>
      </w:r>
    </w:p>
    <w:p w:rsidR="006974AE" w:rsidRDefault="006974AE" w:rsidP="006974AE">
      <w:r>
        <w:lastRenderedPageBreak/>
        <w:t>299.9558</w:t>
      </w:r>
      <w:r>
        <w:tab/>
        <w:t>2.025e0</w:t>
      </w:r>
    </w:p>
    <w:p w:rsidR="006974AE" w:rsidRDefault="006974AE" w:rsidP="006974AE">
      <w:r>
        <w:t>299.9795</w:t>
      </w:r>
      <w:r>
        <w:tab/>
        <w:t>1.013e0</w:t>
      </w:r>
    </w:p>
    <w:p w:rsidR="006974AE" w:rsidRDefault="006974AE" w:rsidP="006974AE">
      <w:r>
        <w:t>299.9980</w:t>
      </w:r>
      <w:r>
        <w:tab/>
        <w:t>2.025e0</w:t>
      </w:r>
    </w:p>
    <w:p w:rsidR="006974AE" w:rsidRDefault="006974AE" w:rsidP="006974AE">
      <w:r>
        <w:t>300.0117</w:t>
      </w:r>
      <w:r>
        <w:tab/>
        <w:t>1.013e0</w:t>
      </w:r>
    </w:p>
    <w:p w:rsidR="006974AE" w:rsidRDefault="006974AE" w:rsidP="006974AE">
      <w:r>
        <w:t>300.0134</w:t>
      </w:r>
      <w:r>
        <w:tab/>
        <w:t>2.025e0</w:t>
      </w:r>
    </w:p>
    <w:p w:rsidR="006974AE" w:rsidRDefault="006974AE" w:rsidP="006974AE">
      <w:r>
        <w:t>300.0211</w:t>
      </w:r>
      <w:r>
        <w:tab/>
        <w:t>3.038e0</w:t>
      </w:r>
    </w:p>
    <w:p w:rsidR="006974AE" w:rsidRDefault="006974AE" w:rsidP="006974AE">
      <w:r>
        <w:t>300.0313</w:t>
      </w:r>
      <w:r>
        <w:tab/>
        <w:t>1.013e0</w:t>
      </w:r>
    </w:p>
    <w:p w:rsidR="006974AE" w:rsidRDefault="006974AE" w:rsidP="006974AE">
      <w:r>
        <w:t>300.0436</w:t>
      </w:r>
      <w:r>
        <w:tab/>
        <w:t>2.025e0</w:t>
      </w:r>
    </w:p>
    <w:p w:rsidR="006974AE" w:rsidRDefault="006974AE" w:rsidP="006974AE">
      <w:r>
        <w:t>300.0533</w:t>
      </w:r>
      <w:r>
        <w:tab/>
        <w:t>3.038e0</w:t>
      </w:r>
    </w:p>
    <w:p w:rsidR="006974AE" w:rsidRDefault="006974AE" w:rsidP="006974AE">
      <w:r>
        <w:t>300.0603</w:t>
      </w:r>
      <w:r>
        <w:tab/>
        <w:t>4.051e0</w:t>
      </w:r>
    </w:p>
    <w:p w:rsidR="006974AE" w:rsidRDefault="006974AE" w:rsidP="006974AE">
      <w:r>
        <w:t>300.0670</w:t>
      </w:r>
      <w:r>
        <w:tab/>
        <w:t>2.025e0</w:t>
      </w:r>
    </w:p>
    <w:p w:rsidR="006974AE" w:rsidRDefault="006974AE" w:rsidP="006974AE">
      <w:r>
        <w:t>300.0913</w:t>
      </w:r>
      <w:r>
        <w:tab/>
        <w:t>1.013e0</w:t>
      </w:r>
    </w:p>
    <w:p w:rsidR="006974AE" w:rsidRDefault="006974AE" w:rsidP="006974AE">
      <w:r>
        <w:t>300.0989</w:t>
      </w:r>
      <w:r>
        <w:tab/>
        <w:t>4.051e0</w:t>
      </w:r>
    </w:p>
    <w:p w:rsidR="006974AE" w:rsidRDefault="006974AE" w:rsidP="006974AE">
      <w:r>
        <w:t>300.1020</w:t>
      </w:r>
      <w:r>
        <w:tab/>
        <w:t>2.025e0</w:t>
      </w:r>
    </w:p>
    <w:p w:rsidR="006974AE" w:rsidRDefault="006974AE" w:rsidP="006974AE">
      <w:r>
        <w:t>300.1081</w:t>
      </w:r>
      <w:r>
        <w:tab/>
        <w:t>1.013e0</w:t>
      </w:r>
    </w:p>
    <w:p w:rsidR="006974AE" w:rsidRDefault="006974AE" w:rsidP="006974AE">
      <w:r>
        <w:t>300.1190</w:t>
      </w:r>
      <w:r>
        <w:tab/>
        <w:t>1.013e0</w:t>
      </w:r>
    </w:p>
    <w:p w:rsidR="006974AE" w:rsidRDefault="006974AE" w:rsidP="006974AE">
      <w:r>
        <w:t>300.1226</w:t>
      </w:r>
      <w:r>
        <w:tab/>
        <w:t>1.013e0</w:t>
      </w:r>
    </w:p>
    <w:p w:rsidR="006974AE" w:rsidRDefault="006974AE" w:rsidP="006974AE">
      <w:r>
        <w:t>300.1352</w:t>
      </w:r>
      <w:r>
        <w:tab/>
        <w:t>2.025e0</w:t>
      </w:r>
    </w:p>
    <w:p w:rsidR="006974AE" w:rsidRDefault="006974AE" w:rsidP="006974AE">
      <w:r>
        <w:t>300.1463</w:t>
      </w:r>
      <w:r>
        <w:tab/>
        <w:t>3.038e0</w:t>
      </w:r>
    </w:p>
    <w:p w:rsidR="006974AE" w:rsidRDefault="006974AE" w:rsidP="006974AE">
      <w:r>
        <w:lastRenderedPageBreak/>
        <w:t>300.1548</w:t>
      </w:r>
      <w:r>
        <w:tab/>
        <w:t>4.058e0</w:t>
      </w:r>
    </w:p>
    <w:p w:rsidR="006974AE" w:rsidRDefault="006974AE" w:rsidP="006974AE">
      <w:r>
        <w:t>300.1803</w:t>
      </w:r>
      <w:r>
        <w:tab/>
        <w:t>3.038e0</w:t>
      </w:r>
    </w:p>
    <w:p w:rsidR="006974AE" w:rsidRDefault="006974AE" w:rsidP="006974AE">
      <w:r>
        <w:t>300.1827</w:t>
      </w:r>
      <w:r>
        <w:tab/>
        <w:t>1.013e0</w:t>
      </w:r>
    </w:p>
    <w:p w:rsidR="006974AE" w:rsidRDefault="006974AE" w:rsidP="006974AE">
      <w:r>
        <w:t>300.1951</w:t>
      </w:r>
      <w:r>
        <w:tab/>
        <w:t>1.013e0</w:t>
      </w:r>
    </w:p>
    <w:p w:rsidR="006974AE" w:rsidRDefault="006974AE" w:rsidP="006974AE">
      <w:r>
        <w:t>300.1994</w:t>
      </w:r>
      <w:r>
        <w:tab/>
        <w:t>4.051e0</w:t>
      </w:r>
    </w:p>
    <w:p w:rsidR="006974AE" w:rsidRDefault="006974AE" w:rsidP="006974AE">
      <w:r>
        <w:t>300.2075</w:t>
      </w:r>
      <w:r>
        <w:tab/>
        <w:t>1.057e1</w:t>
      </w:r>
    </w:p>
    <w:p w:rsidR="006974AE" w:rsidRDefault="006974AE" w:rsidP="006974AE">
      <w:r>
        <w:t>300.2162</w:t>
      </w:r>
      <w:r>
        <w:tab/>
        <w:t>2.025e0</w:t>
      </w:r>
    </w:p>
    <w:p w:rsidR="006974AE" w:rsidRDefault="006974AE" w:rsidP="006974AE">
      <w:r>
        <w:t>300.2304</w:t>
      </w:r>
      <w:r>
        <w:tab/>
        <w:t>2.025e0</w:t>
      </w:r>
    </w:p>
    <w:p w:rsidR="006974AE" w:rsidRDefault="006974AE" w:rsidP="006974AE">
      <w:r>
        <w:t>300.2336</w:t>
      </w:r>
      <w:r>
        <w:tab/>
        <w:t>3.038e0</w:t>
      </w:r>
    </w:p>
    <w:p w:rsidR="006974AE" w:rsidRDefault="006974AE" w:rsidP="006974AE">
      <w:r>
        <w:t>300.2408</w:t>
      </w:r>
      <w:r>
        <w:tab/>
        <w:t>2.025e0</w:t>
      </w:r>
    </w:p>
    <w:p w:rsidR="006974AE" w:rsidRDefault="006974AE" w:rsidP="006974AE">
      <w:r>
        <w:t>300.2502</w:t>
      </w:r>
      <w:r>
        <w:tab/>
        <w:t>2.025e0</w:t>
      </w:r>
    </w:p>
    <w:p w:rsidR="006974AE" w:rsidRDefault="006974AE" w:rsidP="006974AE">
      <w:r>
        <w:t>300.2740</w:t>
      </w:r>
      <w:r>
        <w:tab/>
        <w:t>1.013e0</w:t>
      </w:r>
    </w:p>
    <w:p w:rsidR="006974AE" w:rsidRDefault="006974AE" w:rsidP="006974AE">
      <w:r>
        <w:t>300.2758</w:t>
      </w:r>
      <w:r>
        <w:tab/>
        <w:t>2.025e0</w:t>
      </w:r>
    </w:p>
    <w:p w:rsidR="006974AE" w:rsidRDefault="006974AE" w:rsidP="006974AE">
      <w:r>
        <w:t>300.2880</w:t>
      </w:r>
      <w:r>
        <w:tab/>
        <w:t>1.013e0</w:t>
      </w:r>
    </w:p>
    <w:p w:rsidR="006974AE" w:rsidRDefault="006974AE" w:rsidP="006974AE">
      <w:r>
        <w:t>300.2981</w:t>
      </w:r>
      <w:r>
        <w:tab/>
        <w:t>1.013e0</w:t>
      </w:r>
    </w:p>
    <w:p w:rsidR="006974AE" w:rsidRDefault="006974AE" w:rsidP="006974AE">
      <w:r>
        <w:t>300.3062</w:t>
      </w:r>
      <w:r>
        <w:tab/>
        <w:t>1.013e0</w:t>
      </w:r>
    </w:p>
    <w:p w:rsidR="006974AE" w:rsidRDefault="006974AE" w:rsidP="006974AE">
      <w:r>
        <w:t>300.3101</w:t>
      </w:r>
      <w:r>
        <w:tab/>
        <w:t>2.025e0</w:t>
      </w:r>
    </w:p>
    <w:p w:rsidR="006974AE" w:rsidRDefault="006974AE" w:rsidP="006974AE">
      <w:r>
        <w:t>300.3123</w:t>
      </w:r>
      <w:r>
        <w:tab/>
        <w:t>2.025e0</w:t>
      </w:r>
    </w:p>
    <w:p w:rsidR="006974AE" w:rsidRDefault="006974AE" w:rsidP="006974AE">
      <w:r>
        <w:t>300.3330</w:t>
      </w:r>
      <w:r>
        <w:tab/>
        <w:t>4.005e0</w:t>
      </w:r>
    </w:p>
    <w:p w:rsidR="006974AE" w:rsidRDefault="006974AE" w:rsidP="006974AE">
      <w:r>
        <w:lastRenderedPageBreak/>
        <w:t>300.3634</w:t>
      </w:r>
      <w:r>
        <w:tab/>
        <w:t>2.025e0</w:t>
      </w:r>
    </w:p>
    <w:p w:rsidR="006974AE" w:rsidRDefault="006974AE" w:rsidP="006974AE">
      <w:r>
        <w:t>300.3778</w:t>
      </w:r>
      <w:r>
        <w:tab/>
        <w:t>2.025e0</w:t>
      </w:r>
    </w:p>
    <w:p w:rsidR="006974AE" w:rsidRDefault="006974AE" w:rsidP="006974AE">
      <w:r>
        <w:t>300.3813</w:t>
      </w:r>
      <w:r>
        <w:tab/>
        <w:t>1.013e0</w:t>
      </w:r>
    </w:p>
    <w:p w:rsidR="006974AE" w:rsidRDefault="006974AE" w:rsidP="006974AE">
      <w:r>
        <w:t>300.3857</w:t>
      </w:r>
      <w:r>
        <w:tab/>
        <w:t>1.013e0</w:t>
      </w:r>
    </w:p>
    <w:p w:rsidR="006974AE" w:rsidRDefault="006974AE" w:rsidP="006974AE">
      <w:r>
        <w:t>300.4212</w:t>
      </w:r>
      <w:r>
        <w:tab/>
        <w:t>1.013e0</w:t>
      </w:r>
    </w:p>
    <w:p w:rsidR="006974AE" w:rsidRDefault="006974AE" w:rsidP="006974AE">
      <w:r>
        <w:t>300.4305</w:t>
      </w:r>
      <w:r>
        <w:tab/>
        <w:t>1.013e0</w:t>
      </w:r>
    </w:p>
    <w:p w:rsidR="006974AE" w:rsidRDefault="006974AE" w:rsidP="006974AE">
      <w:r>
        <w:t>300.4358</w:t>
      </w:r>
      <w:r>
        <w:tab/>
        <w:t>2.025e0</w:t>
      </w:r>
    </w:p>
    <w:p w:rsidR="006974AE" w:rsidRDefault="006974AE" w:rsidP="006974AE">
      <w:r>
        <w:t>300.4450</w:t>
      </w:r>
      <w:r>
        <w:tab/>
        <w:t>1.013e0</w:t>
      </w:r>
    </w:p>
    <w:p w:rsidR="006974AE" w:rsidRDefault="006974AE" w:rsidP="006974AE">
      <w:r>
        <w:t>300.5010</w:t>
      </w:r>
      <w:r>
        <w:tab/>
        <w:t>2.025e0</w:t>
      </w:r>
    </w:p>
    <w:p w:rsidR="006974AE" w:rsidRDefault="006974AE" w:rsidP="006974AE">
      <w:r>
        <w:t>300.5231</w:t>
      </w:r>
      <w:r>
        <w:tab/>
        <w:t>1.013e0</w:t>
      </w:r>
    </w:p>
    <w:p w:rsidR="006974AE" w:rsidRDefault="006974AE" w:rsidP="006974AE">
      <w:r>
        <w:t>300.5508</w:t>
      </w:r>
      <w:r>
        <w:tab/>
        <w:t>1.013e0</w:t>
      </w:r>
    </w:p>
    <w:p w:rsidR="006974AE" w:rsidRDefault="006974AE" w:rsidP="006974AE">
      <w:r>
        <w:t>300.5602</w:t>
      </w:r>
      <w:r>
        <w:tab/>
        <w:t>2.043e0</w:t>
      </w:r>
    </w:p>
    <w:p w:rsidR="006974AE" w:rsidRDefault="006974AE" w:rsidP="006974AE">
      <w:r>
        <w:t>300.5644</w:t>
      </w:r>
      <w:r>
        <w:tab/>
        <w:t>1.013e0</w:t>
      </w:r>
    </w:p>
    <w:p w:rsidR="006974AE" w:rsidRDefault="006974AE" w:rsidP="006974AE">
      <w:r>
        <w:t>300.5724</w:t>
      </w:r>
      <w:r>
        <w:tab/>
        <w:t>1.013e0</w:t>
      </w:r>
    </w:p>
    <w:p w:rsidR="006974AE" w:rsidRDefault="006974AE" w:rsidP="006974AE">
      <w:r>
        <w:t>300.5836</w:t>
      </w:r>
      <w:r>
        <w:tab/>
        <w:t>1.013e0</w:t>
      </w:r>
    </w:p>
    <w:p w:rsidR="006974AE" w:rsidRDefault="006974AE" w:rsidP="006974AE">
      <w:r>
        <w:t>300.6383</w:t>
      </w:r>
      <w:r>
        <w:tab/>
        <w:t>1.013e0</w:t>
      </w:r>
    </w:p>
    <w:p w:rsidR="006974AE" w:rsidRDefault="006974AE" w:rsidP="006974AE">
      <w:r>
        <w:t>300.6520</w:t>
      </w:r>
      <w:r>
        <w:tab/>
        <w:t>1.013e0</w:t>
      </w:r>
    </w:p>
    <w:p w:rsidR="006974AE" w:rsidRDefault="006974AE" w:rsidP="006974AE">
      <w:r>
        <w:t>300.6599</w:t>
      </w:r>
      <w:r>
        <w:tab/>
        <w:t>1.013e0</w:t>
      </w:r>
    </w:p>
    <w:p w:rsidR="006974AE" w:rsidRDefault="006974AE" w:rsidP="006974AE">
      <w:r>
        <w:t>300.7040</w:t>
      </w:r>
      <w:r>
        <w:tab/>
        <w:t>1.013e0</w:t>
      </w:r>
    </w:p>
    <w:p w:rsidR="006974AE" w:rsidRDefault="006974AE" w:rsidP="006974AE">
      <w:r>
        <w:lastRenderedPageBreak/>
        <w:t>300.7117</w:t>
      </w:r>
      <w:r>
        <w:tab/>
        <w:t>1.013e0</w:t>
      </w:r>
    </w:p>
    <w:p w:rsidR="006974AE" w:rsidRDefault="006974AE" w:rsidP="006974AE">
      <w:r>
        <w:t>300.7284</w:t>
      </w:r>
      <w:r>
        <w:tab/>
        <w:t>2.025e0</w:t>
      </w:r>
    </w:p>
    <w:p w:rsidR="006974AE" w:rsidRDefault="006974AE" w:rsidP="006974AE">
      <w:r>
        <w:t>300.7529</w:t>
      </w:r>
      <w:r>
        <w:tab/>
        <w:t>1.013e0</w:t>
      </w:r>
    </w:p>
    <w:p w:rsidR="006974AE" w:rsidRDefault="006974AE" w:rsidP="006974AE">
      <w:r>
        <w:t>300.7583</w:t>
      </w:r>
      <w:r>
        <w:tab/>
        <w:t>1.013e0</w:t>
      </w:r>
    </w:p>
    <w:p w:rsidR="006974AE" w:rsidRDefault="006974AE" w:rsidP="006974AE">
      <w:r>
        <w:t>300.7715</w:t>
      </w:r>
      <w:r>
        <w:tab/>
        <w:t>1.013e0</w:t>
      </w:r>
    </w:p>
    <w:p w:rsidR="006974AE" w:rsidRDefault="006974AE" w:rsidP="006974AE">
      <w:r>
        <w:t>300.7857</w:t>
      </w:r>
      <w:r>
        <w:tab/>
        <w:t>1.013e0</w:t>
      </w:r>
    </w:p>
    <w:p w:rsidR="006974AE" w:rsidRDefault="006974AE" w:rsidP="006974AE">
      <w:r>
        <w:t>300.8037</w:t>
      </w:r>
      <w:r>
        <w:tab/>
        <w:t>2.025e0</w:t>
      </w:r>
    </w:p>
    <w:p w:rsidR="006974AE" w:rsidRDefault="006974AE" w:rsidP="006974AE">
      <w:r>
        <w:t>300.8185</w:t>
      </w:r>
      <w:r>
        <w:tab/>
        <w:t>1.013e0</w:t>
      </w:r>
    </w:p>
    <w:p w:rsidR="006974AE" w:rsidRDefault="006974AE" w:rsidP="006974AE">
      <w:r>
        <w:t>300.8463</w:t>
      </w:r>
      <w:r>
        <w:tab/>
        <w:t>1.013e0</w:t>
      </w:r>
    </w:p>
    <w:p w:rsidR="006974AE" w:rsidRDefault="006974AE" w:rsidP="006974AE">
      <w:r>
        <w:t>300.8595</w:t>
      </w:r>
      <w:r>
        <w:tab/>
        <w:t>1.013e0</w:t>
      </w:r>
    </w:p>
    <w:p w:rsidR="006974AE" w:rsidRDefault="006974AE" w:rsidP="006974AE">
      <w:r>
        <w:t>300.8788</w:t>
      </w:r>
      <w:r>
        <w:tab/>
        <w:t>1.013e0</w:t>
      </w:r>
    </w:p>
    <w:p w:rsidR="006974AE" w:rsidRDefault="006974AE" w:rsidP="006974AE">
      <w:r>
        <w:t>300.8873</w:t>
      </w:r>
      <w:r>
        <w:tab/>
        <w:t>1.013e0</w:t>
      </w:r>
    </w:p>
    <w:p w:rsidR="006974AE" w:rsidRDefault="006974AE" w:rsidP="006974AE">
      <w:r>
        <w:t>300.9010</w:t>
      </w:r>
      <w:r>
        <w:tab/>
        <w:t>1.013e0</w:t>
      </w:r>
    </w:p>
    <w:p w:rsidR="006974AE" w:rsidRDefault="006974AE" w:rsidP="006974AE">
      <w:r>
        <w:t>300.9061</w:t>
      </w:r>
      <w:r>
        <w:tab/>
        <w:t>1.013e0</w:t>
      </w:r>
    </w:p>
    <w:p w:rsidR="006974AE" w:rsidRDefault="006974AE" w:rsidP="006974AE">
      <w:r>
        <w:t>300.9082</w:t>
      </w:r>
      <w:r>
        <w:tab/>
        <w:t>4.051e0</w:t>
      </w:r>
    </w:p>
    <w:p w:rsidR="006974AE" w:rsidRDefault="006974AE" w:rsidP="006974AE">
      <w:r>
        <w:t>300.9188</w:t>
      </w:r>
      <w:r>
        <w:tab/>
        <w:t>1.013e0</w:t>
      </w:r>
    </w:p>
    <w:p w:rsidR="006974AE" w:rsidRDefault="006974AE" w:rsidP="006974AE">
      <w:r>
        <w:t>300.9230</w:t>
      </w:r>
      <w:r>
        <w:tab/>
        <w:t>1.013e0</w:t>
      </w:r>
    </w:p>
    <w:p w:rsidR="006974AE" w:rsidRDefault="006974AE" w:rsidP="006974AE">
      <w:r>
        <w:t>300.9335</w:t>
      </w:r>
      <w:r>
        <w:tab/>
        <w:t>1.013e0</w:t>
      </w:r>
    </w:p>
    <w:p w:rsidR="006974AE" w:rsidRDefault="006974AE" w:rsidP="006974AE">
      <w:r>
        <w:t>300.9510</w:t>
      </w:r>
      <w:r>
        <w:tab/>
        <w:t>1.013e0</w:t>
      </w:r>
    </w:p>
    <w:p w:rsidR="006974AE" w:rsidRDefault="006974AE" w:rsidP="006974AE">
      <w:r>
        <w:lastRenderedPageBreak/>
        <w:t>300.9745</w:t>
      </w:r>
      <w:r>
        <w:tab/>
        <w:t>2.025e0</w:t>
      </w:r>
    </w:p>
    <w:p w:rsidR="006974AE" w:rsidRDefault="006974AE" w:rsidP="006974AE">
      <w:r>
        <w:t>300.9785</w:t>
      </w:r>
      <w:r>
        <w:tab/>
        <w:t>1.013e0</w:t>
      </w:r>
    </w:p>
    <w:p w:rsidR="006974AE" w:rsidRDefault="006974AE" w:rsidP="006974AE">
      <w:r>
        <w:t>300.9814</w:t>
      </w:r>
      <w:r>
        <w:tab/>
        <w:t>2.025e0</w:t>
      </w:r>
    </w:p>
    <w:p w:rsidR="006974AE" w:rsidRDefault="006974AE" w:rsidP="006974AE">
      <w:r>
        <w:t>300.9937</w:t>
      </w:r>
      <w:r>
        <w:tab/>
        <w:t>2.025e0</w:t>
      </w:r>
    </w:p>
    <w:p w:rsidR="006974AE" w:rsidRDefault="006974AE" w:rsidP="006974AE">
      <w:r>
        <w:t>301.0139</w:t>
      </w:r>
      <w:r>
        <w:tab/>
        <w:t>2.025e0</w:t>
      </w:r>
    </w:p>
    <w:p w:rsidR="006974AE" w:rsidRDefault="006974AE" w:rsidP="006974AE">
      <w:r>
        <w:t>301.0160</w:t>
      </w:r>
      <w:r>
        <w:tab/>
        <w:t>1.013e0</w:t>
      </w:r>
    </w:p>
    <w:p w:rsidR="006974AE" w:rsidRDefault="006974AE" w:rsidP="006974AE">
      <w:r>
        <w:t>301.0211</w:t>
      </w:r>
      <w:r>
        <w:tab/>
        <w:t>1.013e0</w:t>
      </w:r>
    </w:p>
    <w:p w:rsidR="006974AE" w:rsidRDefault="006974AE" w:rsidP="006974AE">
      <w:r>
        <w:t>301.0235</w:t>
      </w:r>
      <w:r>
        <w:tab/>
        <w:t>2.025e0</w:t>
      </w:r>
    </w:p>
    <w:p w:rsidR="006974AE" w:rsidRDefault="006974AE" w:rsidP="006974AE">
      <w:r>
        <w:t>301.0250</w:t>
      </w:r>
      <w:r>
        <w:tab/>
        <w:t>3.038e0</w:t>
      </w:r>
    </w:p>
    <w:p w:rsidR="006974AE" w:rsidRDefault="006974AE" w:rsidP="006974AE">
      <w:r>
        <w:t>301.0456</w:t>
      </w:r>
      <w:r>
        <w:tab/>
        <w:t>4.051e0</w:t>
      </w:r>
    </w:p>
    <w:p w:rsidR="006974AE" w:rsidRDefault="006974AE" w:rsidP="006974AE">
      <w:r>
        <w:t>301.0485</w:t>
      </w:r>
      <w:r>
        <w:tab/>
        <w:t>1.013e0</w:t>
      </w:r>
    </w:p>
    <w:p w:rsidR="006974AE" w:rsidRDefault="006974AE" w:rsidP="006974AE">
      <w:r>
        <w:t>301.0839</w:t>
      </w:r>
      <w:r>
        <w:tab/>
        <w:t>2.025e0</w:t>
      </w:r>
    </w:p>
    <w:p w:rsidR="006974AE" w:rsidRDefault="006974AE" w:rsidP="006974AE">
      <w:r>
        <w:t>301.0978</w:t>
      </w:r>
      <w:r>
        <w:tab/>
        <w:t>1.013e0</w:t>
      </w:r>
    </w:p>
    <w:p w:rsidR="006974AE" w:rsidRDefault="006974AE" w:rsidP="006974AE">
      <w:r>
        <w:t>301.1091</w:t>
      </w:r>
      <w:r>
        <w:tab/>
        <w:t>1.013e0</w:t>
      </w:r>
    </w:p>
    <w:p w:rsidR="006974AE" w:rsidRDefault="006974AE" w:rsidP="006974AE">
      <w:r>
        <w:t>301.1250</w:t>
      </w:r>
      <w:r>
        <w:tab/>
        <w:t>2.025e0</w:t>
      </w:r>
    </w:p>
    <w:p w:rsidR="006974AE" w:rsidRDefault="006974AE" w:rsidP="006974AE">
      <w:r>
        <w:t>301.1307</w:t>
      </w:r>
      <w:r>
        <w:tab/>
        <w:t>1.013e0</w:t>
      </w:r>
    </w:p>
    <w:p w:rsidR="006974AE" w:rsidRDefault="006974AE" w:rsidP="006974AE">
      <w:r>
        <w:t>301.1501</w:t>
      </w:r>
      <w:r>
        <w:tab/>
        <w:t>1.013e0</w:t>
      </w:r>
    </w:p>
    <w:p w:rsidR="006974AE" w:rsidRDefault="006974AE" w:rsidP="006974AE">
      <w:r>
        <w:t>301.1583</w:t>
      </w:r>
      <w:r>
        <w:tab/>
        <w:t>4.051e0</w:t>
      </w:r>
    </w:p>
    <w:p w:rsidR="006974AE" w:rsidRDefault="006974AE" w:rsidP="006974AE">
      <w:r>
        <w:t>301.1624</w:t>
      </w:r>
      <w:r>
        <w:tab/>
        <w:t>3.038e0</w:t>
      </w:r>
    </w:p>
    <w:p w:rsidR="006974AE" w:rsidRDefault="006974AE" w:rsidP="006974AE">
      <w:r>
        <w:lastRenderedPageBreak/>
        <w:t>301.1639</w:t>
      </w:r>
      <w:r>
        <w:tab/>
        <w:t>1.013e0</w:t>
      </w:r>
    </w:p>
    <w:p w:rsidR="006974AE" w:rsidRDefault="006974AE" w:rsidP="006974AE">
      <w:r>
        <w:t>301.1834</w:t>
      </w:r>
      <w:r>
        <w:tab/>
        <w:t>3.038e0</w:t>
      </w:r>
    </w:p>
    <w:p w:rsidR="006974AE" w:rsidRDefault="006974AE" w:rsidP="006974AE">
      <w:r>
        <w:t>301.2018</w:t>
      </w:r>
      <w:r>
        <w:tab/>
        <w:t>1.013e0</w:t>
      </w:r>
    </w:p>
    <w:p w:rsidR="006974AE" w:rsidRDefault="006974AE" w:rsidP="006974AE">
      <w:r>
        <w:t>301.2090</w:t>
      </w:r>
      <w:r>
        <w:tab/>
        <w:t>3.038e0</w:t>
      </w:r>
    </w:p>
    <w:p w:rsidR="006974AE" w:rsidRDefault="006974AE" w:rsidP="006974AE">
      <w:r>
        <w:t>301.2124</w:t>
      </w:r>
      <w:r>
        <w:tab/>
        <w:t>4.051e0</w:t>
      </w:r>
    </w:p>
    <w:p w:rsidR="006974AE" w:rsidRDefault="006974AE" w:rsidP="006974AE">
      <w:r>
        <w:t>301.2184</w:t>
      </w:r>
      <w:r>
        <w:tab/>
        <w:t>1.013e0</w:t>
      </w:r>
    </w:p>
    <w:p w:rsidR="006974AE" w:rsidRDefault="006974AE" w:rsidP="006974AE">
      <w:r>
        <w:t>301.2293</w:t>
      </w:r>
      <w:r>
        <w:tab/>
        <w:t>1.013e0</w:t>
      </w:r>
    </w:p>
    <w:p w:rsidR="006974AE" w:rsidRDefault="006974AE" w:rsidP="006974AE">
      <w:r>
        <w:t>301.2655</w:t>
      </w:r>
      <w:r>
        <w:tab/>
        <w:t>2.025e0</w:t>
      </w:r>
    </w:p>
    <w:p w:rsidR="006974AE" w:rsidRDefault="006974AE" w:rsidP="006974AE">
      <w:r>
        <w:t>301.2676</w:t>
      </w:r>
      <w:r>
        <w:tab/>
        <w:t>2.025e0</w:t>
      </w:r>
    </w:p>
    <w:p w:rsidR="006974AE" w:rsidRDefault="006974AE" w:rsidP="006974AE">
      <w:r>
        <w:t>301.2881</w:t>
      </w:r>
      <w:r>
        <w:tab/>
        <w:t>2.025e0</w:t>
      </w:r>
    </w:p>
    <w:p w:rsidR="006974AE" w:rsidRDefault="006974AE" w:rsidP="006974AE">
      <w:r>
        <w:t>301.3014</w:t>
      </w:r>
      <w:r>
        <w:tab/>
        <w:t>1.013e0</w:t>
      </w:r>
    </w:p>
    <w:p w:rsidR="006974AE" w:rsidRDefault="006974AE" w:rsidP="006974AE">
      <w:r>
        <w:t>301.3115</w:t>
      </w:r>
      <w:r>
        <w:tab/>
        <w:t>1.013e0</w:t>
      </w:r>
    </w:p>
    <w:p w:rsidR="006974AE" w:rsidRDefault="006974AE" w:rsidP="006974AE">
      <w:r>
        <w:t>301.3174</w:t>
      </w:r>
      <w:r>
        <w:tab/>
        <w:t>1.013e0</w:t>
      </w:r>
    </w:p>
    <w:p w:rsidR="006974AE" w:rsidRDefault="006974AE" w:rsidP="006974AE">
      <w:r>
        <w:t>301.3208</w:t>
      </w:r>
      <w:r>
        <w:tab/>
        <w:t>1.013e0</w:t>
      </w:r>
    </w:p>
    <w:p w:rsidR="006974AE" w:rsidRDefault="006974AE" w:rsidP="006974AE">
      <w:r>
        <w:t>301.3319</w:t>
      </w:r>
      <w:r>
        <w:tab/>
        <w:t>2.025e0</w:t>
      </w:r>
    </w:p>
    <w:p w:rsidR="006974AE" w:rsidRDefault="006974AE" w:rsidP="006974AE">
      <w:r>
        <w:t>301.3487</w:t>
      </w:r>
      <w:r>
        <w:tab/>
        <w:t>1.013e0</w:t>
      </w:r>
    </w:p>
    <w:p w:rsidR="006974AE" w:rsidRDefault="006974AE" w:rsidP="006974AE">
      <w:r>
        <w:t>301.3568</w:t>
      </w:r>
      <w:r>
        <w:tab/>
        <w:t>1.013e0</w:t>
      </w:r>
    </w:p>
    <w:p w:rsidR="006974AE" w:rsidRDefault="006974AE" w:rsidP="006974AE">
      <w:r>
        <w:t>301.3888</w:t>
      </w:r>
      <w:r>
        <w:tab/>
        <w:t>2.025e0</w:t>
      </w:r>
    </w:p>
    <w:p w:rsidR="006974AE" w:rsidRDefault="006974AE" w:rsidP="006974AE">
      <w:r>
        <w:t>301.4267</w:t>
      </w:r>
      <w:r>
        <w:tab/>
        <w:t>1.013e0</w:t>
      </w:r>
    </w:p>
    <w:p w:rsidR="006974AE" w:rsidRDefault="006974AE" w:rsidP="006974AE">
      <w:r>
        <w:lastRenderedPageBreak/>
        <w:t>301.4448</w:t>
      </w:r>
      <w:r>
        <w:tab/>
        <w:t>1.013e0</w:t>
      </w:r>
    </w:p>
    <w:p w:rsidR="006974AE" w:rsidRDefault="006974AE" w:rsidP="006974AE">
      <w:r>
        <w:t>301.4570</w:t>
      </w:r>
      <w:r>
        <w:tab/>
        <w:t>2.025e0</w:t>
      </w:r>
    </w:p>
    <w:p w:rsidR="006974AE" w:rsidRDefault="006974AE" w:rsidP="006974AE">
      <w:r>
        <w:t>301.4643</w:t>
      </w:r>
      <w:r>
        <w:tab/>
        <w:t>1.013e0</w:t>
      </w:r>
    </w:p>
    <w:p w:rsidR="006974AE" w:rsidRDefault="006974AE" w:rsidP="006974AE">
      <w:r>
        <w:t>301.4684</w:t>
      </w:r>
      <w:r>
        <w:tab/>
        <w:t>2.025e0</w:t>
      </w:r>
    </w:p>
    <w:p w:rsidR="006974AE" w:rsidRDefault="006974AE" w:rsidP="006974AE">
      <w:r>
        <w:t>301.4961</w:t>
      </w:r>
      <w:r>
        <w:tab/>
        <w:t>1.013e0</w:t>
      </w:r>
    </w:p>
    <w:p w:rsidR="006974AE" w:rsidRDefault="006974AE" w:rsidP="006974AE">
      <w:r>
        <w:t>301.5082</w:t>
      </w:r>
      <w:r>
        <w:tab/>
        <w:t>2.025e0</w:t>
      </w:r>
    </w:p>
    <w:p w:rsidR="006974AE" w:rsidRDefault="006974AE" w:rsidP="006974AE">
      <w:r>
        <w:t>301.5148</w:t>
      </w:r>
      <w:r>
        <w:tab/>
        <w:t>1.013e0</w:t>
      </w:r>
    </w:p>
    <w:p w:rsidR="006974AE" w:rsidRDefault="006974AE" w:rsidP="006974AE">
      <w:r>
        <w:t>301.5280</w:t>
      </w:r>
      <w:r>
        <w:tab/>
        <w:t>2.025e0</w:t>
      </w:r>
    </w:p>
    <w:p w:rsidR="006974AE" w:rsidRDefault="006974AE" w:rsidP="006974AE">
      <w:r>
        <w:t>301.5422</w:t>
      </w:r>
      <w:r>
        <w:tab/>
        <w:t>1.013e0</w:t>
      </w:r>
    </w:p>
    <w:p w:rsidR="006974AE" w:rsidRDefault="006974AE" w:rsidP="006974AE">
      <w:r>
        <w:t>301.5473</w:t>
      </w:r>
      <w:r>
        <w:tab/>
        <w:t>1.013e0</w:t>
      </w:r>
    </w:p>
    <w:p w:rsidR="006974AE" w:rsidRDefault="006974AE" w:rsidP="006974AE">
      <w:r>
        <w:t>301.5979</w:t>
      </w:r>
      <w:r>
        <w:tab/>
        <w:t>2.025e0</w:t>
      </w:r>
    </w:p>
    <w:p w:rsidR="006974AE" w:rsidRDefault="006974AE" w:rsidP="006974AE">
      <w:r>
        <w:t>301.6025</w:t>
      </w:r>
      <w:r>
        <w:tab/>
        <w:t>1.013e0</w:t>
      </w:r>
    </w:p>
    <w:p w:rsidR="006974AE" w:rsidRDefault="006974AE" w:rsidP="006974AE">
      <w:r>
        <w:t>301.6157</w:t>
      </w:r>
      <w:r>
        <w:tab/>
        <w:t>1.013e0</w:t>
      </w:r>
    </w:p>
    <w:p w:rsidR="006974AE" w:rsidRDefault="006974AE" w:rsidP="006974AE">
      <w:r>
        <w:t>301.6674</w:t>
      </w:r>
      <w:r>
        <w:tab/>
        <w:t>1.013e0</w:t>
      </w:r>
    </w:p>
    <w:p w:rsidR="006974AE" w:rsidRDefault="006974AE" w:rsidP="006974AE">
      <w:r>
        <w:t>301.6714</w:t>
      </w:r>
      <w:r>
        <w:tab/>
        <w:t>1.013e0</w:t>
      </w:r>
    </w:p>
    <w:p w:rsidR="006974AE" w:rsidRDefault="006974AE" w:rsidP="006974AE">
      <w:r>
        <w:t>301.6797</w:t>
      </w:r>
      <w:r>
        <w:tab/>
        <w:t>1.013e0</w:t>
      </w:r>
    </w:p>
    <w:p w:rsidR="006974AE" w:rsidRDefault="006974AE" w:rsidP="006974AE">
      <w:r>
        <w:t>301.6957</w:t>
      </w:r>
      <w:r>
        <w:tab/>
        <w:t>3.038e0</w:t>
      </w:r>
    </w:p>
    <w:p w:rsidR="006974AE" w:rsidRDefault="006974AE" w:rsidP="006974AE">
      <w:r>
        <w:t>301.6996</w:t>
      </w:r>
      <w:r>
        <w:tab/>
        <w:t>1.013e0</w:t>
      </w:r>
    </w:p>
    <w:p w:rsidR="006974AE" w:rsidRDefault="006974AE" w:rsidP="006974AE">
      <w:r>
        <w:t>301.7507</w:t>
      </w:r>
      <w:r>
        <w:tab/>
        <w:t>1.013e0</w:t>
      </w:r>
    </w:p>
    <w:p w:rsidR="006974AE" w:rsidRDefault="006974AE" w:rsidP="006974AE">
      <w:r>
        <w:lastRenderedPageBreak/>
        <w:t>301.7635</w:t>
      </w:r>
      <w:r>
        <w:tab/>
        <w:t>1.013e0</w:t>
      </w:r>
    </w:p>
    <w:p w:rsidR="006974AE" w:rsidRDefault="006974AE" w:rsidP="006974AE">
      <w:r>
        <w:t>301.7778</w:t>
      </w:r>
      <w:r>
        <w:tab/>
        <w:t>1.013e0</w:t>
      </w:r>
    </w:p>
    <w:p w:rsidR="006974AE" w:rsidRDefault="006974AE" w:rsidP="006974AE">
      <w:r>
        <w:t>301.7904</w:t>
      </w:r>
      <w:r>
        <w:tab/>
        <w:t>3.038e0</w:t>
      </w:r>
    </w:p>
    <w:p w:rsidR="006974AE" w:rsidRDefault="006974AE" w:rsidP="006974AE">
      <w:r>
        <w:t>301.7957</w:t>
      </w:r>
      <w:r>
        <w:tab/>
        <w:t>2.025e0</w:t>
      </w:r>
    </w:p>
    <w:p w:rsidR="006974AE" w:rsidRDefault="006974AE" w:rsidP="006974AE">
      <w:r>
        <w:t>301.8032</w:t>
      </w:r>
      <w:r>
        <w:tab/>
        <w:t>2.025e0</w:t>
      </w:r>
    </w:p>
    <w:p w:rsidR="006974AE" w:rsidRDefault="006974AE" w:rsidP="006974AE">
      <w:r>
        <w:t>301.8511</w:t>
      </w:r>
      <w:r>
        <w:tab/>
        <w:t>1.013e0</w:t>
      </w:r>
    </w:p>
    <w:p w:rsidR="006974AE" w:rsidRDefault="006974AE" w:rsidP="006974AE">
      <w:r>
        <w:t>301.8790</w:t>
      </w:r>
      <w:r>
        <w:tab/>
        <w:t>1.013e0</w:t>
      </w:r>
    </w:p>
    <w:p w:rsidR="006974AE" w:rsidRDefault="006974AE" w:rsidP="006974AE">
      <w:r>
        <w:t>301.9150</w:t>
      </w:r>
      <w:r>
        <w:tab/>
        <w:t>1.013e0</w:t>
      </w:r>
    </w:p>
    <w:p w:rsidR="006974AE" w:rsidRDefault="006974AE" w:rsidP="006974AE">
      <w:r>
        <w:t>301.9426</w:t>
      </w:r>
      <w:r>
        <w:tab/>
        <w:t>4.051e0</w:t>
      </w:r>
    </w:p>
    <w:p w:rsidR="006974AE" w:rsidRDefault="006974AE" w:rsidP="006974AE">
      <w:r>
        <w:t>301.9484</w:t>
      </w:r>
      <w:r>
        <w:tab/>
        <w:t>1.013e0</w:t>
      </w:r>
    </w:p>
    <w:p w:rsidR="006974AE" w:rsidRDefault="006974AE" w:rsidP="006974AE">
      <w:r>
        <w:t>301.9535</w:t>
      </w:r>
      <w:r>
        <w:tab/>
        <w:t>2.025e0</w:t>
      </w:r>
    </w:p>
    <w:p w:rsidR="006974AE" w:rsidRDefault="006974AE" w:rsidP="006974AE">
      <w:r>
        <w:t>301.9569</w:t>
      </w:r>
      <w:r>
        <w:tab/>
        <w:t>6.076e0</w:t>
      </w:r>
    </w:p>
    <w:p w:rsidR="006974AE" w:rsidRDefault="006974AE" w:rsidP="006974AE">
      <w:r>
        <w:t>301.9582</w:t>
      </w:r>
      <w:r>
        <w:tab/>
        <w:t>1.013e0</w:t>
      </w:r>
    </w:p>
    <w:p w:rsidR="006974AE" w:rsidRDefault="006974AE" w:rsidP="006974AE">
      <w:r>
        <w:t>301.9622</w:t>
      </w:r>
      <w:r>
        <w:tab/>
        <w:t>3.038e0</w:t>
      </w:r>
    </w:p>
    <w:p w:rsidR="006974AE" w:rsidRDefault="006974AE" w:rsidP="006974AE">
      <w:r>
        <w:t>301.9834</w:t>
      </w:r>
      <w:r>
        <w:tab/>
        <w:t>2.025e0</w:t>
      </w:r>
    </w:p>
    <w:p w:rsidR="006974AE" w:rsidRDefault="006974AE" w:rsidP="006974AE">
      <w:r>
        <w:t>302.0084</w:t>
      </w:r>
      <w:r>
        <w:tab/>
        <w:t>1.013e0</w:t>
      </w:r>
    </w:p>
    <w:p w:rsidR="006974AE" w:rsidRDefault="006974AE" w:rsidP="006974AE">
      <w:r>
        <w:t>302.0139</w:t>
      </w:r>
      <w:r>
        <w:tab/>
        <w:t>1.013e0</w:t>
      </w:r>
    </w:p>
    <w:p w:rsidR="006974AE" w:rsidRDefault="006974AE" w:rsidP="006974AE">
      <w:r>
        <w:t>302.0153</w:t>
      </w:r>
      <w:r>
        <w:tab/>
        <w:t>4.051e0</w:t>
      </w:r>
    </w:p>
    <w:p w:rsidR="006974AE" w:rsidRDefault="006974AE" w:rsidP="006974AE">
      <w:r>
        <w:t>302.0193</w:t>
      </w:r>
      <w:r>
        <w:tab/>
        <w:t>3.123e0</w:t>
      </w:r>
    </w:p>
    <w:p w:rsidR="006974AE" w:rsidRDefault="006974AE" w:rsidP="006974AE">
      <w:r>
        <w:lastRenderedPageBreak/>
        <w:t>302.0222</w:t>
      </w:r>
      <w:r>
        <w:tab/>
        <w:t>3.038e0</w:t>
      </w:r>
    </w:p>
    <w:p w:rsidR="006974AE" w:rsidRDefault="006974AE" w:rsidP="006974AE">
      <w:r>
        <w:t>302.0359</w:t>
      </w:r>
      <w:r>
        <w:tab/>
        <w:t>1.013e0</w:t>
      </w:r>
    </w:p>
    <w:p w:rsidR="006974AE" w:rsidRDefault="006974AE" w:rsidP="006974AE">
      <w:r>
        <w:t>302.0435</w:t>
      </w:r>
      <w:r>
        <w:tab/>
        <w:t>2.025e0</w:t>
      </w:r>
    </w:p>
    <w:p w:rsidR="006974AE" w:rsidRDefault="006974AE" w:rsidP="006974AE">
      <w:r>
        <w:t>302.0502</w:t>
      </w:r>
      <w:r>
        <w:tab/>
        <w:t>2.025e0</w:t>
      </w:r>
    </w:p>
    <w:p w:rsidR="006974AE" w:rsidRDefault="006974AE" w:rsidP="006974AE">
      <w:r>
        <w:t>302.0688</w:t>
      </w:r>
      <w:r>
        <w:tab/>
        <w:t>1.013e0</w:t>
      </w:r>
    </w:p>
    <w:p w:rsidR="006974AE" w:rsidRDefault="006974AE" w:rsidP="006974AE">
      <w:r>
        <w:t>302.0861</w:t>
      </w:r>
      <w:r>
        <w:tab/>
        <w:t>2.025e0</w:t>
      </w:r>
    </w:p>
    <w:p w:rsidR="006974AE" w:rsidRDefault="006974AE" w:rsidP="006974AE">
      <w:r>
        <w:t>302.1056</w:t>
      </w:r>
      <w:r>
        <w:tab/>
        <w:t>3.038e0</w:t>
      </w:r>
    </w:p>
    <w:p w:rsidR="006974AE" w:rsidRDefault="006974AE" w:rsidP="006974AE">
      <w:r>
        <w:t>302.1168</w:t>
      </w:r>
      <w:r>
        <w:tab/>
        <w:t>2.025e0</w:t>
      </w:r>
    </w:p>
    <w:p w:rsidR="006974AE" w:rsidRDefault="006974AE" w:rsidP="006974AE">
      <w:r>
        <w:t>302.1185</w:t>
      </w:r>
      <w:r>
        <w:tab/>
        <w:t>2.025e0</w:t>
      </w:r>
    </w:p>
    <w:p w:rsidR="006974AE" w:rsidRDefault="006974AE" w:rsidP="006974AE">
      <w:r>
        <w:t>302.1416</w:t>
      </w:r>
      <w:r>
        <w:tab/>
        <w:t>1.013e0</w:t>
      </w:r>
    </w:p>
    <w:p w:rsidR="006974AE" w:rsidRDefault="006974AE" w:rsidP="006974AE">
      <w:r>
        <w:t>302.1781</w:t>
      </w:r>
      <w:r>
        <w:tab/>
        <w:t>2.025e0</w:t>
      </w:r>
    </w:p>
    <w:p w:rsidR="006974AE" w:rsidRDefault="006974AE" w:rsidP="006974AE">
      <w:r>
        <w:t>302.1870</w:t>
      </w:r>
      <w:r>
        <w:tab/>
        <w:t>2.025e0</w:t>
      </w:r>
    </w:p>
    <w:p w:rsidR="006974AE" w:rsidRDefault="006974AE" w:rsidP="006974AE">
      <w:r>
        <w:t>302.1973</w:t>
      </w:r>
      <w:r>
        <w:tab/>
        <w:t>2.025e0</w:t>
      </w:r>
    </w:p>
    <w:p w:rsidR="006974AE" w:rsidRDefault="006974AE" w:rsidP="006974AE">
      <w:r>
        <w:t>302.2256</w:t>
      </w:r>
      <w:r>
        <w:tab/>
        <w:t>1.013e0</w:t>
      </w:r>
    </w:p>
    <w:p w:rsidR="006974AE" w:rsidRDefault="006974AE" w:rsidP="006974AE">
      <w:r>
        <w:t>302.2337</w:t>
      </w:r>
      <w:r>
        <w:tab/>
        <w:t>1.013e0</w:t>
      </w:r>
    </w:p>
    <w:p w:rsidR="006974AE" w:rsidRDefault="006974AE" w:rsidP="006974AE">
      <w:r>
        <w:t>302.2535</w:t>
      </w:r>
      <w:r>
        <w:tab/>
        <w:t>1.013e0</w:t>
      </w:r>
    </w:p>
    <w:p w:rsidR="006974AE" w:rsidRDefault="006974AE" w:rsidP="006974AE">
      <w:r>
        <w:t>302.2648</w:t>
      </w:r>
      <w:r>
        <w:tab/>
        <w:t>2.025e0</w:t>
      </w:r>
    </w:p>
    <w:p w:rsidR="006974AE" w:rsidRDefault="006974AE" w:rsidP="006974AE">
      <w:r>
        <w:t>302.2765</w:t>
      </w:r>
      <w:r>
        <w:tab/>
        <w:t>3.038e0</w:t>
      </w:r>
    </w:p>
    <w:p w:rsidR="006974AE" w:rsidRDefault="006974AE" w:rsidP="006974AE">
      <w:r>
        <w:t>302.2813</w:t>
      </w:r>
      <w:r>
        <w:tab/>
        <w:t>1.013e0</w:t>
      </w:r>
    </w:p>
    <w:p w:rsidR="006974AE" w:rsidRDefault="006974AE" w:rsidP="006974AE">
      <w:r>
        <w:lastRenderedPageBreak/>
        <w:t>302.2942</w:t>
      </w:r>
      <w:r>
        <w:tab/>
        <w:t>1.013e0</w:t>
      </w:r>
    </w:p>
    <w:p w:rsidR="006974AE" w:rsidRDefault="006974AE" w:rsidP="006974AE">
      <w:r>
        <w:t>302.3173</w:t>
      </w:r>
      <w:r>
        <w:tab/>
        <w:t>1.013e0</w:t>
      </w:r>
    </w:p>
    <w:p w:rsidR="006974AE" w:rsidRDefault="006974AE" w:rsidP="006974AE">
      <w:r>
        <w:t>302.3985</w:t>
      </w:r>
      <w:r>
        <w:tab/>
        <w:t>3.038e0</w:t>
      </w:r>
    </w:p>
    <w:p w:rsidR="006974AE" w:rsidRDefault="006974AE" w:rsidP="006974AE">
      <w:r>
        <w:t>302.4088</w:t>
      </w:r>
      <w:r>
        <w:tab/>
        <w:t>2.025e0</w:t>
      </w:r>
    </w:p>
    <w:p w:rsidR="006974AE" w:rsidRDefault="006974AE" w:rsidP="006974AE">
      <w:r>
        <w:t>302.4173</w:t>
      </w:r>
      <w:r>
        <w:tab/>
        <w:t>2.025e0</w:t>
      </w:r>
    </w:p>
    <w:p w:rsidR="006974AE" w:rsidRDefault="006974AE" w:rsidP="006974AE">
      <w:r>
        <w:t>302.4375</w:t>
      </w:r>
      <w:r>
        <w:tab/>
        <w:t>1.013e0</w:t>
      </w:r>
    </w:p>
    <w:p w:rsidR="006974AE" w:rsidRDefault="006974AE" w:rsidP="006974AE">
      <w:r>
        <w:t>302.4426</w:t>
      </w:r>
      <w:r>
        <w:tab/>
        <w:t>1.013e0</w:t>
      </w:r>
    </w:p>
    <w:p w:rsidR="006974AE" w:rsidRDefault="006974AE" w:rsidP="006974AE">
      <w:r>
        <w:t>302.4442</w:t>
      </w:r>
      <w:r>
        <w:tab/>
        <w:t>2.025e0</w:t>
      </w:r>
    </w:p>
    <w:p w:rsidR="006974AE" w:rsidRDefault="006974AE" w:rsidP="006974AE">
      <w:r>
        <w:t>302.4527</w:t>
      </w:r>
      <w:r>
        <w:tab/>
        <w:t>1.013e0</w:t>
      </w:r>
    </w:p>
    <w:p w:rsidR="006974AE" w:rsidRDefault="006974AE" w:rsidP="006974AE">
      <w:r>
        <w:t>302.4803</w:t>
      </w:r>
      <w:r>
        <w:tab/>
        <w:t>1.013e0</w:t>
      </w:r>
    </w:p>
    <w:p w:rsidR="006974AE" w:rsidRDefault="006974AE" w:rsidP="006974AE">
      <w:r>
        <w:t>302.4922</w:t>
      </w:r>
      <w:r>
        <w:tab/>
        <w:t>1.013e0</w:t>
      </w:r>
    </w:p>
    <w:p w:rsidR="006974AE" w:rsidRDefault="006974AE" w:rsidP="006974AE">
      <w:r>
        <w:t>302.4980</w:t>
      </w:r>
      <w:r>
        <w:tab/>
        <w:t>1.013e0</w:t>
      </w:r>
    </w:p>
    <w:p w:rsidR="006974AE" w:rsidRDefault="006974AE" w:rsidP="006974AE">
      <w:r>
        <w:t>302.5031</w:t>
      </w:r>
      <w:r>
        <w:tab/>
        <w:t>1.013e0</w:t>
      </w:r>
    </w:p>
    <w:p w:rsidR="006974AE" w:rsidRDefault="006974AE" w:rsidP="006974AE">
      <w:r>
        <w:t>302.5166</w:t>
      </w:r>
      <w:r>
        <w:tab/>
        <w:t>1.013e0</w:t>
      </w:r>
    </w:p>
    <w:p w:rsidR="006974AE" w:rsidRDefault="006974AE" w:rsidP="006974AE">
      <w:r>
        <w:t>302.5310</w:t>
      </w:r>
      <w:r>
        <w:tab/>
        <w:t>1.013e0</w:t>
      </w:r>
    </w:p>
    <w:p w:rsidR="006974AE" w:rsidRDefault="006974AE" w:rsidP="006974AE">
      <w:r>
        <w:t>302.5351</w:t>
      </w:r>
      <w:r>
        <w:tab/>
        <w:t>2.025e0</w:t>
      </w:r>
    </w:p>
    <w:p w:rsidR="006974AE" w:rsidRDefault="006974AE" w:rsidP="006974AE">
      <w:r>
        <w:t>302.5683</w:t>
      </w:r>
      <w:r>
        <w:tab/>
        <w:t>1.013e0</w:t>
      </w:r>
    </w:p>
    <w:p w:rsidR="006974AE" w:rsidRDefault="006974AE" w:rsidP="006974AE">
      <w:r>
        <w:t>302.5722</w:t>
      </w:r>
      <w:r>
        <w:tab/>
        <w:t>3.038e0</w:t>
      </w:r>
    </w:p>
    <w:p w:rsidR="006974AE" w:rsidRDefault="006974AE" w:rsidP="006974AE">
      <w:r>
        <w:t>302.5962</w:t>
      </w:r>
      <w:r>
        <w:tab/>
        <w:t>1.013e0</w:t>
      </w:r>
    </w:p>
    <w:p w:rsidR="006974AE" w:rsidRDefault="006974AE" w:rsidP="006974AE">
      <w:r>
        <w:lastRenderedPageBreak/>
        <w:t>302.5998</w:t>
      </w:r>
      <w:r>
        <w:tab/>
        <w:t>1.013e0</w:t>
      </w:r>
    </w:p>
    <w:p w:rsidR="006974AE" w:rsidRDefault="006974AE" w:rsidP="006974AE">
      <w:r>
        <w:t>302.6132</w:t>
      </w:r>
      <w:r>
        <w:tab/>
        <w:t>1.013e0</w:t>
      </w:r>
    </w:p>
    <w:p w:rsidR="006974AE" w:rsidRDefault="006974AE" w:rsidP="006974AE">
      <w:r>
        <w:t>302.6281</w:t>
      </w:r>
      <w:r>
        <w:tab/>
        <w:t>1.013e0</w:t>
      </w:r>
    </w:p>
    <w:p w:rsidR="006974AE" w:rsidRDefault="006974AE" w:rsidP="006974AE">
      <w:r>
        <w:t>302.6361</w:t>
      </w:r>
      <w:r>
        <w:tab/>
        <w:t>1.013e0</w:t>
      </w:r>
    </w:p>
    <w:p w:rsidR="006974AE" w:rsidRDefault="006974AE" w:rsidP="006974AE">
      <w:r>
        <w:t>302.6407</w:t>
      </w:r>
      <w:r>
        <w:tab/>
        <w:t>1.013e0</w:t>
      </w:r>
    </w:p>
    <w:p w:rsidR="006974AE" w:rsidRDefault="006974AE" w:rsidP="006974AE">
      <w:r>
        <w:t>302.6637</w:t>
      </w:r>
      <w:r>
        <w:tab/>
        <w:t>1.013e0</w:t>
      </w:r>
    </w:p>
    <w:p w:rsidR="006974AE" w:rsidRDefault="006974AE" w:rsidP="006974AE">
      <w:r>
        <w:t>302.6916</w:t>
      </w:r>
      <w:r>
        <w:tab/>
        <w:t>1.013e0</w:t>
      </w:r>
    </w:p>
    <w:p w:rsidR="006974AE" w:rsidRDefault="006974AE" w:rsidP="006974AE">
      <w:r>
        <w:t>302.6993</w:t>
      </w:r>
      <w:r>
        <w:tab/>
        <w:t>2.025e0</w:t>
      </w:r>
    </w:p>
    <w:p w:rsidR="006974AE" w:rsidRDefault="006974AE" w:rsidP="006974AE">
      <w:r>
        <w:t>302.7238</w:t>
      </w:r>
      <w:r>
        <w:tab/>
        <w:t>1.013e0</w:t>
      </w:r>
    </w:p>
    <w:p w:rsidR="006974AE" w:rsidRDefault="006974AE" w:rsidP="006974AE">
      <w:r>
        <w:t>302.7346</w:t>
      </w:r>
      <w:r>
        <w:tab/>
        <w:t>1.013e0</w:t>
      </w:r>
    </w:p>
    <w:p w:rsidR="006974AE" w:rsidRDefault="006974AE" w:rsidP="006974AE">
      <w:r>
        <w:t>302.7514</w:t>
      </w:r>
      <w:r>
        <w:tab/>
        <w:t>1.013e0</w:t>
      </w:r>
    </w:p>
    <w:p w:rsidR="006974AE" w:rsidRDefault="006974AE" w:rsidP="006974AE">
      <w:r>
        <w:t>302.7753</w:t>
      </w:r>
      <w:r>
        <w:tab/>
        <w:t>2.025e0</w:t>
      </w:r>
    </w:p>
    <w:p w:rsidR="006974AE" w:rsidRDefault="006974AE" w:rsidP="006974AE">
      <w:r>
        <w:t>302.8073</w:t>
      </w:r>
      <w:r>
        <w:tab/>
        <w:t>1.013e0</w:t>
      </w:r>
    </w:p>
    <w:p w:rsidR="006974AE" w:rsidRDefault="006974AE" w:rsidP="006974AE">
      <w:r>
        <w:t>302.8227</w:t>
      </w:r>
      <w:r>
        <w:tab/>
        <w:t>1.013e0</w:t>
      </w:r>
    </w:p>
    <w:p w:rsidR="006974AE" w:rsidRDefault="006974AE" w:rsidP="006974AE">
      <w:r>
        <w:t>302.8275</w:t>
      </w:r>
      <w:r>
        <w:tab/>
        <w:t>1.013e0</w:t>
      </w:r>
    </w:p>
    <w:p w:rsidR="006974AE" w:rsidRDefault="006974AE" w:rsidP="006974AE">
      <w:r>
        <w:t>302.8502</w:t>
      </w:r>
      <w:r>
        <w:tab/>
        <w:t>1.013e0</w:t>
      </w:r>
    </w:p>
    <w:p w:rsidR="006974AE" w:rsidRDefault="006974AE" w:rsidP="006974AE">
      <w:r>
        <w:t>302.8554</w:t>
      </w:r>
      <w:r>
        <w:tab/>
        <w:t>1.013e0</w:t>
      </w:r>
    </w:p>
    <w:p w:rsidR="006974AE" w:rsidRDefault="006974AE" w:rsidP="006974AE">
      <w:r>
        <w:t>302.8989</w:t>
      </w:r>
      <w:r>
        <w:tab/>
        <w:t>2.025e0</w:t>
      </w:r>
    </w:p>
    <w:p w:rsidR="006974AE" w:rsidRDefault="006974AE" w:rsidP="006974AE">
      <w:r>
        <w:t>302.9108</w:t>
      </w:r>
      <w:r>
        <w:tab/>
        <w:t>1.013e0</w:t>
      </w:r>
    </w:p>
    <w:p w:rsidR="006974AE" w:rsidRDefault="006974AE" w:rsidP="006974AE">
      <w:r>
        <w:lastRenderedPageBreak/>
        <w:t>302.9122</w:t>
      </w:r>
      <w:r>
        <w:tab/>
        <w:t>3.038e0</w:t>
      </w:r>
    </w:p>
    <w:p w:rsidR="006974AE" w:rsidRDefault="006974AE" w:rsidP="006974AE">
      <w:r>
        <w:t>302.9269</w:t>
      </w:r>
      <w:r>
        <w:tab/>
        <w:t>1.013e0</w:t>
      </w:r>
    </w:p>
    <w:p w:rsidR="006974AE" w:rsidRDefault="006974AE" w:rsidP="006974AE">
      <w:r>
        <w:t>302.9328</w:t>
      </w:r>
      <w:r>
        <w:tab/>
        <w:t>1.013e0</w:t>
      </w:r>
    </w:p>
    <w:p w:rsidR="006974AE" w:rsidRDefault="006974AE" w:rsidP="006974AE">
      <w:r>
        <w:t>302.9383</w:t>
      </w:r>
      <w:r>
        <w:tab/>
        <w:t>1.013e0</w:t>
      </w:r>
    </w:p>
    <w:p w:rsidR="006974AE" w:rsidRDefault="006974AE" w:rsidP="006974AE">
      <w:r>
        <w:t>302.9546</w:t>
      </w:r>
      <w:r>
        <w:tab/>
        <w:t>1.013e0</w:t>
      </w:r>
    </w:p>
    <w:p w:rsidR="006974AE" w:rsidRDefault="006974AE" w:rsidP="006974AE">
      <w:r>
        <w:t>302.9700</w:t>
      </w:r>
      <w:r>
        <w:tab/>
        <w:t>3.038e0</w:t>
      </w:r>
    </w:p>
    <w:p w:rsidR="006974AE" w:rsidRDefault="006974AE" w:rsidP="006974AE">
      <w:r>
        <w:t>302.9791</w:t>
      </w:r>
      <w:r>
        <w:tab/>
        <w:t>1.013e0</w:t>
      </w:r>
    </w:p>
    <w:p w:rsidR="006974AE" w:rsidRDefault="006974AE" w:rsidP="006974AE">
      <w:r>
        <w:t>302.9826</w:t>
      </w:r>
      <w:r>
        <w:tab/>
        <w:t>1.013e0</w:t>
      </w:r>
    </w:p>
    <w:p w:rsidR="006974AE" w:rsidRDefault="006974AE" w:rsidP="006974AE">
      <w:r>
        <w:t>303.0178</w:t>
      </w:r>
      <w:r>
        <w:tab/>
        <w:t>4.051e0</w:t>
      </w:r>
    </w:p>
    <w:p w:rsidR="006974AE" w:rsidRDefault="006974AE" w:rsidP="006974AE">
      <w:r>
        <w:t>303.0190</w:t>
      </w:r>
      <w:r>
        <w:tab/>
        <w:t>4.051e0</w:t>
      </w:r>
    </w:p>
    <w:p w:rsidR="006974AE" w:rsidRDefault="006974AE" w:rsidP="006974AE">
      <w:r>
        <w:t>303.0209</w:t>
      </w:r>
      <w:r>
        <w:tab/>
        <w:t>4.051e0</w:t>
      </w:r>
    </w:p>
    <w:p w:rsidR="006974AE" w:rsidRDefault="006974AE" w:rsidP="006974AE">
      <w:r>
        <w:t>303.0228</w:t>
      </w:r>
      <w:r>
        <w:tab/>
        <w:t>6.140e0</w:t>
      </w:r>
    </w:p>
    <w:p w:rsidR="006974AE" w:rsidRDefault="006974AE" w:rsidP="006974AE">
      <w:r>
        <w:t>303.0243</w:t>
      </w:r>
      <w:r>
        <w:tab/>
        <w:t>4.051e0</w:t>
      </w:r>
    </w:p>
    <w:p w:rsidR="006974AE" w:rsidRDefault="006974AE" w:rsidP="006974AE">
      <w:r>
        <w:t>303.0258</w:t>
      </w:r>
      <w:r>
        <w:tab/>
        <w:t>7.153e0</w:t>
      </w:r>
    </w:p>
    <w:p w:rsidR="006974AE" w:rsidRDefault="006974AE" w:rsidP="006974AE">
      <w:r>
        <w:t>303.0307</w:t>
      </w:r>
      <w:r>
        <w:tab/>
        <w:t>6.076e0</w:t>
      </w:r>
    </w:p>
    <w:p w:rsidR="006974AE" w:rsidRDefault="006974AE" w:rsidP="006974AE">
      <w:r>
        <w:t>303.0334</w:t>
      </w:r>
      <w:r>
        <w:tab/>
        <w:t>5.339e0</w:t>
      </w:r>
    </w:p>
    <w:p w:rsidR="006974AE" w:rsidRDefault="006974AE" w:rsidP="006974AE">
      <w:r>
        <w:t>303.0688</w:t>
      </w:r>
      <w:r>
        <w:tab/>
        <w:t>2.025e0</w:t>
      </w:r>
    </w:p>
    <w:p w:rsidR="006974AE" w:rsidRDefault="006974AE" w:rsidP="006974AE">
      <w:r>
        <w:t>303.0816</w:t>
      </w:r>
      <w:r>
        <w:tab/>
        <w:t>1.013e0</w:t>
      </w:r>
    </w:p>
    <w:p w:rsidR="006974AE" w:rsidRDefault="006974AE" w:rsidP="006974AE">
      <w:r>
        <w:t>303.0902</w:t>
      </w:r>
      <w:r>
        <w:tab/>
        <w:t>1.013e0</w:t>
      </w:r>
    </w:p>
    <w:p w:rsidR="006974AE" w:rsidRDefault="006974AE" w:rsidP="006974AE">
      <w:r>
        <w:lastRenderedPageBreak/>
        <w:t>303.0982</w:t>
      </w:r>
      <w:r>
        <w:tab/>
        <w:t>1.013e0</w:t>
      </w:r>
    </w:p>
    <w:p w:rsidR="006974AE" w:rsidRDefault="006974AE" w:rsidP="006974AE">
      <w:r>
        <w:t>303.1143</w:t>
      </w:r>
      <w:r>
        <w:tab/>
        <w:t>1.013e0</w:t>
      </w:r>
    </w:p>
    <w:p w:rsidR="006974AE" w:rsidRDefault="006974AE" w:rsidP="006974AE">
      <w:r>
        <w:t>303.1185</w:t>
      </w:r>
      <w:r>
        <w:tab/>
        <w:t>1.013e0</w:t>
      </w:r>
    </w:p>
    <w:p w:rsidR="006974AE" w:rsidRDefault="006974AE" w:rsidP="006974AE">
      <w:r>
        <w:t>303.1312</w:t>
      </w:r>
      <w:r>
        <w:tab/>
        <w:t>1.013e0</w:t>
      </w:r>
    </w:p>
    <w:p w:rsidR="006974AE" w:rsidRDefault="006974AE" w:rsidP="006974AE">
      <w:r>
        <w:t>303.1464</w:t>
      </w:r>
      <w:r>
        <w:tab/>
        <w:t>1.013e0</w:t>
      </w:r>
    </w:p>
    <w:p w:rsidR="006974AE" w:rsidRDefault="006974AE" w:rsidP="006974AE">
      <w:r>
        <w:t>303.1584</w:t>
      </w:r>
      <w:r>
        <w:tab/>
        <w:t>1.013e0</w:t>
      </w:r>
    </w:p>
    <w:p w:rsidR="006974AE" w:rsidRDefault="006974AE" w:rsidP="006974AE">
      <w:r>
        <w:t>303.1743</w:t>
      </w:r>
      <w:r>
        <w:tab/>
        <w:t>2.025e0</w:t>
      </w:r>
    </w:p>
    <w:p w:rsidR="006974AE" w:rsidRDefault="006974AE" w:rsidP="006974AE">
      <w:r>
        <w:t>303.1886</w:t>
      </w:r>
      <w:r>
        <w:tab/>
        <w:t>2.025e0</w:t>
      </w:r>
    </w:p>
    <w:p w:rsidR="006974AE" w:rsidRDefault="006974AE" w:rsidP="006974AE">
      <w:r>
        <w:t>303.2083</w:t>
      </w:r>
      <w:r>
        <w:tab/>
        <w:t>2.025e0</w:t>
      </w:r>
    </w:p>
    <w:p w:rsidR="006974AE" w:rsidRDefault="006974AE" w:rsidP="006974AE">
      <w:r>
        <w:t>303.2100</w:t>
      </w:r>
      <w:r>
        <w:tab/>
        <w:t>2.025e0</w:t>
      </w:r>
    </w:p>
    <w:p w:rsidR="006974AE" w:rsidRDefault="006974AE" w:rsidP="006974AE">
      <w:r>
        <w:t>303.2341</w:t>
      </w:r>
      <w:r>
        <w:tab/>
        <w:t>1.013e0</w:t>
      </w:r>
    </w:p>
    <w:p w:rsidR="006974AE" w:rsidRDefault="006974AE" w:rsidP="006974AE">
      <w:r>
        <w:t>303.2741</w:t>
      </w:r>
      <w:r>
        <w:tab/>
        <w:t>1.013e0</w:t>
      </w:r>
    </w:p>
    <w:p w:rsidR="006974AE" w:rsidRDefault="006974AE" w:rsidP="006974AE">
      <w:r>
        <w:t>303.2891</w:t>
      </w:r>
      <w:r>
        <w:tab/>
        <w:t>2.025e0</w:t>
      </w:r>
    </w:p>
    <w:p w:rsidR="006974AE" w:rsidRDefault="006974AE" w:rsidP="006974AE">
      <w:r>
        <w:t>303.2936</w:t>
      </w:r>
      <w:r>
        <w:tab/>
        <w:t>1.013e0</w:t>
      </w:r>
    </w:p>
    <w:p w:rsidR="006974AE" w:rsidRDefault="006974AE" w:rsidP="006974AE">
      <w:r>
        <w:t>303.3017</w:t>
      </w:r>
      <w:r>
        <w:tab/>
        <w:t>1.013e0</w:t>
      </w:r>
    </w:p>
    <w:p w:rsidR="006974AE" w:rsidRDefault="006974AE" w:rsidP="006974AE">
      <w:r>
        <w:t>303.3351</w:t>
      </w:r>
      <w:r>
        <w:tab/>
        <w:t>1.013e0</w:t>
      </w:r>
    </w:p>
    <w:p w:rsidR="006974AE" w:rsidRDefault="006974AE" w:rsidP="006974AE">
      <w:r>
        <w:t>303.3494</w:t>
      </w:r>
      <w:r>
        <w:tab/>
        <w:t>1.013e0</w:t>
      </w:r>
    </w:p>
    <w:p w:rsidR="006974AE" w:rsidRDefault="006974AE" w:rsidP="006974AE">
      <w:r>
        <w:t>303.3854</w:t>
      </w:r>
      <w:r>
        <w:tab/>
        <w:t>1.013e0</w:t>
      </w:r>
    </w:p>
    <w:p w:rsidR="006974AE" w:rsidRDefault="006974AE" w:rsidP="006974AE">
      <w:r>
        <w:t>303.3958</w:t>
      </w:r>
      <w:r>
        <w:tab/>
        <w:t>2.025e0</w:t>
      </w:r>
    </w:p>
    <w:p w:rsidR="006974AE" w:rsidRDefault="006974AE" w:rsidP="006974AE">
      <w:r>
        <w:lastRenderedPageBreak/>
        <w:t>303.4052</w:t>
      </w:r>
      <w:r>
        <w:tab/>
        <w:t>1.013e0</w:t>
      </w:r>
    </w:p>
    <w:p w:rsidR="006974AE" w:rsidRDefault="006974AE" w:rsidP="006974AE">
      <w:r>
        <w:t>303.4465</w:t>
      </w:r>
      <w:r>
        <w:tab/>
        <w:t>2.025e0</w:t>
      </w:r>
    </w:p>
    <w:p w:rsidR="006974AE" w:rsidRDefault="006974AE" w:rsidP="006974AE">
      <w:r>
        <w:t>303.4837</w:t>
      </w:r>
      <w:r>
        <w:tab/>
        <w:t>1.013e0</w:t>
      </w:r>
    </w:p>
    <w:p w:rsidR="006974AE" w:rsidRDefault="006974AE" w:rsidP="006974AE">
      <w:r>
        <w:t>303.4933</w:t>
      </w:r>
      <w:r>
        <w:tab/>
        <w:t>1.013e0</w:t>
      </w:r>
    </w:p>
    <w:p w:rsidR="006974AE" w:rsidRDefault="006974AE" w:rsidP="006974AE">
      <w:r>
        <w:t>303.4975</w:t>
      </w:r>
      <w:r>
        <w:tab/>
        <w:t>1.013e0</w:t>
      </w:r>
    </w:p>
    <w:p w:rsidR="006974AE" w:rsidRDefault="006974AE" w:rsidP="006974AE">
      <w:r>
        <w:t>303.5529</w:t>
      </w:r>
      <w:r>
        <w:tab/>
        <w:t>1.013e0</w:t>
      </w:r>
    </w:p>
    <w:p w:rsidR="006974AE" w:rsidRDefault="006974AE" w:rsidP="006974AE">
      <w:r>
        <w:t>303.5611</w:t>
      </w:r>
      <w:r>
        <w:tab/>
        <w:t>2.025e0</w:t>
      </w:r>
    </w:p>
    <w:p w:rsidR="006974AE" w:rsidRDefault="006974AE" w:rsidP="006974AE">
      <w:r>
        <w:t>303.5849</w:t>
      </w:r>
      <w:r>
        <w:tab/>
        <w:t>1.013e0</w:t>
      </w:r>
    </w:p>
    <w:p w:rsidR="006974AE" w:rsidRDefault="006974AE" w:rsidP="006974AE">
      <w:r>
        <w:t>303.5999</w:t>
      </w:r>
      <w:r>
        <w:tab/>
        <w:t>1.013e0</w:t>
      </w:r>
    </w:p>
    <w:p w:rsidR="006974AE" w:rsidRDefault="006974AE" w:rsidP="006974AE">
      <w:r>
        <w:t>303.6167</w:t>
      </w:r>
      <w:r>
        <w:tab/>
        <w:t>1.013e0</w:t>
      </w:r>
    </w:p>
    <w:p w:rsidR="006974AE" w:rsidRDefault="006974AE" w:rsidP="006974AE">
      <w:r>
        <w:t>303.6330</w:t>
      </w:r>
      <w:r>
        <w:tab/>
        <w:t>1.013e0</w:t>
      </w:r>
    </w:p>
    <w:p w:rsidR="006974AE" w:rsidRDefault="006974AE" w:rsidP="006974AE">
      <w:r>
        <w:t>303.6370</w:t>
      </w:r>
      <w:r>
        <w:tab/>
        <w:t>1.013e0</w:t>
      </w:r>
    </w:p>
    <w:p w:rsidR="006974AE" w:rsidRDefault="006974AE" w:rsidP="006974AE">
      <w:r>
        <w:t>303.6407</w:t>
      </w:r>
      <w:r>
        <w:tab/>
        <w:t>1.013e0</w:t>
      </w:r>
    </w:p>
    <w:p w:rsidR="006974AE" w:rsidRDefault="006974AE" w:rsidP="006974AE">
      <w:r>
        <w:t>303.6904</w:t>
      </w:r>
      <w:r>
        <w:tab/>
        <w:t>2.025e0</w:t>
      </w:r>
    </w:p>
    <w:p w:rsidR="006974AE" w:rsidRDefault="006974AE" w:rsidP="006974AE">
      <w:r>
        <w:t>303.7006</w:t>
      </w:r>
      <w:r>
        <w:tab/>
        <w:t>1.013e0</w:t>
      </w:r>
    </w:p>
    <w:p w:rsidR="006974AE" w:rsidRDefault="006974AE" w:rsidP="006974AE">
      <w:r>
        <w:t>303.7247</w:t>
      </w:r>
      <w:r>
        <w:tab/>
        <w:t>1.013e0</w:t>
      </w:r>
    </w:p>
    <w:p w:rsidR="006974AE" w:rsidRDefault="006974AE" w:rsidP="006974AE">
      <w:r>
        <w:t>303.7285</w:t>
      </w:r>
      <w:r>
        <w:tab/>
        <w:t>1.013e0</w:t>
      </w:r>
    </w:p>
    <w:p w:rsidR="006974AE" w:rsidRDefault="006974AE" w:rsidP="006974AE">
      <w:r>
        <w:t>303.7488</w:t>
      </w:r>
      <w:r>
        <w:tab/>
        <w:t>1.013e0</w:t>
      </w:r>
    </w:p>
    <w:p w:rsidR="006974AE" w:rsidRDefault="006974AE" w:rsidP="006974AE">
      <w:r>
        <w:t>303.7847</w:t>
      </w:r>
      <w:r>
        <w:tab/>
        <w:t>1.013e0</w:t>
      </w:r>
    </w:p>
    <w:p w:rsidR="006974AE" w:rsidRDefault="006974AE" w:rsidP="006974AE">
      <w:r>
        <w:lastRenderedPageBreak/>
        <w:t>303.7962</w:t>
      </w:r>
      <w:r>
        <w:tab/>
        <w:t>2.025e0</w:t>
      </w:r>
    </w:p>
    <w:p w:rsidR="006974AE" w:rsidRDefault="006974AE" w:rsidP="006974AE">
      <w:r>
        <w:t>303.8004</w:t>
      </w:r>
      <w:r>
        <w:tab/>
        <w:t>2.025e0</w:t>
      </w:r>
    </w:p>
    <w:p w:rsidR="006974AE" w:rsidRDefault="006974AE" w:rsidP="006974AE">
      <w:r>
        <w:t>303.8126</w:t>
      </w:r>
      <w:r>
        <w:tab/>
        <w:t>2.025e0</w:t>
      </w:r>
    </w:p>
    <w:p w:rsidR="006974AE" w:rsidRDefault="006974AE" w:rsidP="006974AE">
      <w:r>
        <w:t>303.8207</w:t>
      </w:r>
      <w:r>
        <w:tab/>
        <w:t>1.013e0</w:t>
      </w:r>
    </w:p>
    <w:p w:rsidR="006974AE" w:rsidRDefault="006974AE" w:rsidP="006974AE">
      <w:r>
        <w:t>303.8484</w:t>
      </w:r>
      <w:r>
        <w:tab/>
        <w:t>1.013e0</w:t>
      </w:r>
    </w:p>
    <w:p w:rsidR="006974AE" w:rsidRDefault="006974AE" w:rsidP="006974AE">
      <w:r>
        <w:t>303.8764</w:t>
      </w:r>
      <w:r>
        <w:tab/>
        <w:t>1.013e0</w:t>
      </w:r>
    </w:p>
    <w:p w:rsidR="006974AE" w:rsidRDefault="006974AE" w:rsidP="006974AE">
      <w:r>
        <w:t>303.8815</w:t>
      </w:r>
      <w:r>
        <w:tab/>
        <w:t>2.025e0</w:t>
      </w:r>
    </w:p>
    <w:p w:rsidR="006974AE" w:rsidRDefault="006974AE" w:rsidP="006974AE">
      <w:r>
        <w:t>303.8870</w:t>
      </w:r>
      <w:r>
        <w:tab/>
        <w:t>1.013e0</w:t>
      </w:r>
    </w:p>
    <w:p w:rsidR="006974AE" w:rsidRDefault="006974AE" w:rsidP="006974AE">
      <w:r>
        <w:t>303.9091</w:t>
      </w:r>
      <w:r>
        <w:tab/>
        <w:t>1.013e0</w:t>
      </w:r>
    </w:p>
    <w:p w:rsidR="006974AE" w:rsidRDefault="006974AE" w:rsidP="006974AE">
      <w:r>
        <w:t>303.9172</w:t>
      </w:r>
      <w:r>
        <w:tab/>
        <w:t>3.038e0</w:t>
      </w:r>
    </w:p>
    <w:p w:rsidR="006974AE" w:rsidRDefault="006974AE" w:rsidP="006974AE">
      <w:r>
        <w:t>303.9366</w:t>
      </w:r>
      <w:r>
        <w:tab/>
        <w:t>3.038e0</w:t>
      </w:r>
    </w:p>
    <w:p w:rsidR="006974AE" w:rsidRDefault="006974AE" w:rsidP="006974AE">
      <w:r>
        <w:t>303.9422</w:t>
      </w:r>
      <w:r>
        <w:tab/>
        <w:t>1.013e0</w:t>
      </w:r>
    </w:p>
    <w:p w:rsidR="006974AE" w:rsidRDefault="006974AE" w:rsidP="006974AE">
      <w:r>
        <w:t>303.9521</w:t>
      </w:r>
      <w:r>
        <w:tab/>
        <w:t>1.013e0</w:t>
      </w:r>
    </w:p>
    <w:p w:rsidR="006974AE" w:rsidRDefault="006974AE" w:rsidP="006974AE">
      <w:r>
        <w:t>303.9603</w:t>
      </w:r>
      <w:r>
        <w:tab/>
        <w:t>1.013e0</w:t>
      </w:r>
    </w:p>
    <w:p w:rsidR="006974AE" w:rsidRDefault="006974AE" w:rsidP="006974AE">
      <w:r>
        <w:t>303.9695</w:t>
      </w:r>
      <w:r>
        <w:tab/>
        <w:t>1.013e0</w:t>
      </w:r>
    </w:p>
    <w:p w:rsidR="006974AE" w:rsidRDefault="006974AE" w:rsidP="006974AE">
      <w:r>
        <w:t>303.9754</w:t>
      </w:r>
      <w:r>
        <w:tab/>
        <w:t>3.038e0</w:t>
      </w:r>
    </w:p>
    <w:p w:rsidR="006974AE" w:rsidRDefault="006974AE" w:rsidP="006974AE">
      <w:r>
        <w:t>303.9801</w:t>
      </w:r>
      <w:r>
        <w:tab/>
        <w:t>1.013e0</w:t>
      </w:r>
    </w:p>
    <w:p w:rsidR="006974AE" w:rsidRDefault="006974AE" w:rsidP="006974AE">
      <w:r>
        <w:t>303.9841</w:t>
      </w:r>
      <w:r>
        <w:tab/>
        <w:t>1.013e0</w:t>
      </w:r>
    </w:p>
    <w:p w:rsidR="006974AE" w:rsidRDefault="006974AE" w:rsidP="006974AE">
      <w:r>
        <w:t>304.0081</w:t>
      </w:r>
      <w:r>
        <w:tab/>
        <w:t>1.013e0</w:t>
      </w:r>
    </w:p>
    <w:p w:rsidR="006974AE" w:rsidRDefault="006974AE" w:rsidP="006974AE">
      <w:r>
        <w:lastRenderedPageBreak/>
        <w:t>304.0116</w:t>
      </w:r>
      <w:r>
        <w:tab/>
        <w:t>1.013e0</w:t>
      </w:r>
    </w:p>
    <w:p w:rsidR="006974AE" w:rsidRDefault="006974AE" w:rsidP="006974AE">
      <w:r>
        <w:t>304.0177</w:t>
      </w:r>
      <w:r>
        <w:tab/>
        <w:t>2.025e0</w:t>
      </w:r>
    </w:p>
    <w:p w:rsidR="006974AE" w:rsidRDefault="006974AE" w:rsidP="006974AE">
      <w:r>
        <w:t>304.0207</w:t>
      </w:r>
      <w:r>
        <w:tab/>
        <w:t>2.025e0</w:t>
      </w:r>
    </w:p>
    <w:p w:rsidR="006974AE" w:rsidRDefault="006974AE" w:rsidP="006974AE">
      <w:r>
        <w:t>304.0251</w:t>
      </w:r>
      <w:r>
        <w:tab/>
        <w:t>1.013e0</w:t>
      </w:r>
    </w:p>
    <w:p w:rsidR="006974AE" w:rsidRDefault="006974AE" w:rsidP="006974AE">
      <w:r>
        <w:t>304.0284</w:t>
      </w:r>
      <w:r>
        <w:tab/>
        <w:t>3.038e0</w:t>
      </w:r>
    </w:p>
    <w:p w:rsidR="006974AE" w:rsidRDefault="006974AE" w:rsidP="006974AE">
      <w:r>
        <w:t>304.0527</w:t>
      </w:r>
      <w:r>
        <w:tab/>
        <w:t>1.013e0</w:t>
      </w:r>
    </w:p>
    <w:p w:rsidR="006974AE" w:rsidRDefault="006974AE" w:rsidP="006974AE">
      <w:r>
        <w:t>304.0719</w:t>
      </w:r>
      <w:r>
        <w:tab/>
        <w:t>1.013e0</w:t>
      </w:r>
    </w:p>
    <w:p w:rsidR="006974AE" w:rsidRDefault="006974AE" w:rsidP="006974AE">
      <w:r>
        <w:t>304.0995</w:t>
      </w:r>
      <w:r>
        <w:tab/>
        <w:t>1.013e0</w:t>
      </w:r>
    </w:p>
    <w:p w:rsidR="006974AE" w:rsidRDefault="006974AE" w:rsidP="006974AE">
      <w:r>
        <w:t>304.1039</w:t>
      </w:r>
      <w:r>
        <w:tab/>
        <w:t>1.013e0</w:t>
      </w:r>
    </w:p>
    <w:p w:rsidR="006974AE" w:rsidRDefault="006974AE" w:rsidP="006974AE">
      <w:r>
        <w:t>304.1353</w:t>
      </w:r>
      <w:r>
        <w:tab/>
        <w:t>1.013e0</w:t>
      </w:r>
    </w:p>
    <w:p w:rsidR="006974AE" w:rsidRDefault="006974AE" w:rsidP="006974AE">
      <w:r>
        <w:t>304.1418</w:t>
      </w:r>
      <w:r>
        <w:tab/>
        <w:t>2.025e0</w:t>
      </w:r>
    </w:p>
    <w:p w:rsidR="006974AE" w:rsidRDefault="006974AE" w:rsidP="006974AE">
      <w:r>
        <w:t>304.1437</w:t>
      </w:r>
      <w:r>
        <w:tab/>
        <w:t>2.025e0</w:t>
      </w:r>
    </w:p>
    <w:p w:rsidR="006974AE" w:rsidRDefault="006974AE" w:rsidP="006974AE">
      <w:r>
        <w:t>304.1633</w:t>
      </w:r>
      <w:r>
        <w:tab/>
        <w:t>1.013e0</w:t>
      </w:r>
    </w:p>
    <w:p w:rsidR="006974AE" w:rsidRDefault="006974AE" w:rsidP="006974AE">
      <w:r>
        <w:t>304.1696</w:t>
      </w:r>
      <w:r>
        <w:tab/>
        <w:t>2.025e0</w:t>
      </w:r>
    </w:p>
    <w:p w:rsidR="006974AE" w:rsidRDefault="006974AE" w:rsidP="006974AE">
      <w:r>
        <w:t>304.1787</w:t>
      </w:r>
      <w:r>
        <w:tab/>
        <w:t>3.038e0</w:t>
      </w:r>
    </w:p>
    <w:p w:rsidR="006974AE" w:rsidRDefault="006974AE" w:rsidP="006974AE">
      <w:r>
        <w:t>304.1873</w:t>
      </w:r>
      <w:r>
        <w:tab/>
        <w:t>1.013e0</w:t>
      </w:r>
    </w:p>
    <w:p w:rsidR="006974AE" w:rsidRDefault="006974AE" w:rsidP="006974AE">
      <w:r>
        <w:t>304.1964</w:t>
      </w:r>
      <w:r>
        <w:tab/>
        <w:t>1.013e0</w:t>
      </w:r>
    </w:p>
    <w:p w:rsidR="006974AE" w:rsidRDefault="006974AE" w:rsidP="006974AE">
      <w:r>
        <w:t>304.2016</w:t>
      </w:r>
      <w:r>
        <w:tab/>
        <w:t>2.025e0</w:t>
      </w:r>
    </w:p>
    <w:p w:rsidR="006974AE" w:rsidRDefault="006974AE" w:rsidP="006974AE">
      <w:r>
        <w:t>304.2090</w:t>
      </w:r>
      <w:r>
        <w:tab/>
        <w:t>2.025e0</w:t>
      </w:r>
    </w:p>
    <w:p w:rsidR="006974AE" w:rsidRDefault="006974AE" w:rsidP="006974AE">
      <w:r>
        <w:lastRenderedPageBreak/>
        <w:t>304.2271</w:t>
      </w:r>
      <w:r>
        <w:tab/>
        <w:t>2.025e0</w:t>
      </w:r>
    </w:p>
    <w:p w:rsidR="006974AE" w:rsidRDefault="006974AE" w:rsidP="006974AE">
      <w:r>
        <w:t>304.2292</w:t>
      </w:r>
      <w:r>
        <w:tab/>
        <w:t>1.013e0</w:t>
      </w:r>
    </w:p>
    <w:p w:rsidR="006974AE" w:rsidRDefault="006974AE" w:rsidP="006974AE">
      <w:r>
        <w:t>304.2435</w:t>
      </w:r>
      <w:r>
        <w:tab/>
        <w:t>1.013e0</w:t>
      </w:r>
    </w:p>
    <w:p w:rsidR="006974AE" w:rsidRDefault="006974AE" w:rsidP="006974AE">
      <w:r>
        <w:t>304.2513</w:t>
      </w:r>
      <w:r>
        <w:tab/>
        <w:t>1.013e0</w:t>
      </w:r>
    </w:p>
    <w:p w:rsidR="006974AE" w:rsidRDefault="006974AE" w:rsidP="006974AE">
      <w:r>
        <w:t>304.2578</w:t>
      </w:r>
      <w:r>
        <w:tab/>
        <w:t>4.051e0</w:t>
      </w:r>
    </w:p>
    <w:p w:rsidR="006974AE" w:rsidRDefault="006974AE" w:rsidP="006974AE">
      <w:r>
        <w:t>304.2904</w:t>
      </w:r>
      <w:r>
        <w:tab/>
        <w:t>2.025e0</w:t>
      </w:r>
    </w:p>
    <w:p w:rsidR="006974AE" w:rsidRDefault="006974AE" w:rsidP="006974AE">
      <w:r>
        <w:t>304.2919</w:t>
      </w:r>
      <w:r>
        <w:tab/>
        <w:t>4.051e0</w:t>
      </w:r>
    </w:p>
    <w:p w:rsidR="006974AE" w:rsidRDefault="006974AE" w:rsidP="006974AE">
      <w:r>
        <w:t>304.2970</w:t>
      </w:r>
      <w:r>
        <w:tab/>
        <w:t>5.063e0</w:t>
      </w:r>
    </w:p>
    <w:p w:rsidR="006974AE" w:rsidRDefault="006974AE" w:rsidP="006974AE">
      <w:r>
        <w:t>304.3044</w:t>
      </w:r>
      <w:r>
        <w:tab/>
        <w:t>3.443e1</w:t>
      </w:r>
    </w:p>
    <w:p w:rsidR="006974AE" w:rsidRDefault="006974AE" w:rsidP="006974AE">
      <w:r>
        <w:t>304.3198</w:t>
      </w:r>
      <w:r>
        <w:tab/>
        <w:t>2.025e0</w:t>
      </w:r>
    </w:p>
    <w:p w:rsidR="006974AE" w:rsidRDefault="006974AE" w:rsidP="006974AE">
      <w:r>
        <w:t>304.3241</w:t>
      </w:r>
      <w:r>
        <w:tab/>
        <w:t>7.089e0</w:t>
      </w:r>
    </w:p>
    <w:p w:rsidR="006974AE" w:rsidRDefault="006974AE" w:rsidP="006974AE">
      <w:r>
        <w:t>304.3290</w:t>
      </w:r>
      <w:r>
        <w:tab/>
        <w:t>2.032e0</w:t>
      </w:r>
    </w:p>
    <w:p w:rsidR="006974AE" w:rsidRDefault="006974AE" w:rsidP="006974AE">
      <w:r>
        <w:t>304.3909</w:t>
      </w:r>
      <w:r>
        <w:tab/>
        <w:t>2.025e0</w:t>
      </w:r>
    </w:p>
    <w:p w:rsidR="006974AE" w:rsidRDefault="006974AE" w:rsidP="006974AE">
      <w:r>
        <w:t>304.4188</w:t>
      </w:r>
      <w:r>
        <w:tab/>
        <w:t>1.013e0</w:t>
      </w:r>
    </w:p>
    <w:p w:rsidR="006974AE" w:rsidRDefault="006974AE" w:rsidP="006974AE">
      <w:r>
        <w:t>304.4391</w:t>
      </w:r>
      <w:r>
        <w:tab/>
        <w:t>1.013e0</w:t>
      </w:r>
    </w:p>
    <w:p w:rsidR="006974AE" w:rsidRDefault="006974AE" w:rsidP="006974AE">
      <w:r>
        <w:t>304.4667</w:t>
      </w:r>
      <w:r>
        <w:tab/>
        <w:t>1.013e0</w:t>
      </w:r>
    </w:p>
    <w:p w:rsidR="006974AE" w:rsidRDefault="006974AE" w:rsidP="006974AE">
      <w:r>
        <w:t>304.4709</w:t>
      </w:r>
      <w:r>
        <w:tab/>
        <w:t>1.013e0</w:t>
      </w:r>
    </w:p>
    <w:p w:rsidR="006974AE" w:rsidRDefault="006974AE" w:rsidP="006974AE">
      <w:r>
        <w:t>304.4951</w:t>
      </w:r>
      <w:r>
        <w:tab/>
        <w:t>1.013e0</w:t>
      </w:r>
    </w:p>
    <w:p w:rsidR="006974AE" w:rsidRDefault="006974AE" w:rsidP="006974AE">
      <w:r>
        <w:t>304.5026</w:t>
      </w:r>
      <w:r>
        <w:tab/>
        <w:t>1.013e0</w:t>
      </w:r>
    </w:p>
    <w:p w:rsidR="006974AE" w:rsidRDefault="006974AE" w:rsidP="006974AE">
      <w:r>
        <w:lastRenderedPageBreak/>
        <w:t>304.5172</w:t>
      </w:r>
      <w:r>
        <w:tab/>
        <w:t>1.013e0</w:t>
      </w:r>
    </w:p>
    <w:p w:rsidR="006974AE" w:rsidRDefault="006974AE" w:rsidP="006974AE">
      <w:r>
        <w:t>304.5265</w:t>
      </w:r>
      <w:r>
        <w:tab/>
        <w:t>1.013e0</w:t>
      </w:r>
    </w:p>
    <w:p w:rsidR="006974AE" w:rsidRDefault="006974AE" w:rsidP="006974AE">
      <w:r>
        <w:t>304.5346</w:t>
      </w:r>
      <w:r>
        <w:tab/>
        <w:t>1.013e0</w:t>
      </w:r>
    </w:p>
    <w:p w:rsidR="006974AE" w:rsidRDefault="006974AE" w:rsidP="006974AE">
      <w:r>
        <w:t>304.5445</w:t>
      </w:r>
      <w:r>
        <w:tab/>
        <w:t>1.013e0</w:t>
      </w:r>
    </w:p>
    <w:p w:rsidR="006974AE" w:rsidRDefault="006974AE" w:rsidP="006974AE">
      <w:r>
        <w:t>304.5565</w:t>
      </w:r>
      <w:r>
        <w:tab/>
        <w:t>2.025e0</w:t>
      </w:r>
    </w:p>
    <w:p w:rsidR="006974AE" w:rsidRDefault="006974AE" w:rsidP="006974AE">
      <w:r>
        <w:t>304.5726</w:t>
      </w:r>
      <w:r>
        <w:tab/>
        <w:t>1.013e0</w:t>
      </w:r>
    </w:p>
    <w:p w:rsidR="006974AE" w:rsidRDefault="006974AE" w:rsidP="006974AE">
      <w:r>
        <w:t>304.5747</w:t>
      </w:r>
      <w:r>
        <w:tab/>
        <w:t>2.025e0</w:t>
      </w:r>
    </w:p>
    <w:p w:rsidR="006974AE" w:rsidRDefault="006974AE" w:rsidP="006974AE">
      <w:r>
        <w:t>304.6426</w:t>
      </w:r>
      <w:r>
        <w:tab/>
        <w:t>1.013e0</w:t>
      </w:r>
    </w:p>
    <w:p w:rsidR="006974AE" w:rsidRDefault="006974AE" w:rsidP="006974AE">
      <w:r>
        <w:t>304.6443</w:t>
      </w:r>
      <w:r>
        <w:tab/>
        <w:t>2.025e0</w:t>
      </w:r>
    </w:p>
    <w:p w:rsidR="006974AE" w:rsidRDefault="006974AE" w:rsidP="006974AE">
      <w:r>
        <w:t>304.6702</w:t>
      </w:r>
      <w:r>
        <w:tab/>
        <w:t>1.013e0</w:t>
      </w:r>
    </w:p>
    <w:p w:rsidR="006974AE" w:rsidRDefault="006974AE" w:rsidP="006974AE">
      <w:r>
        <w:t>304.7022</w:t>
      </w:r>
      <w:r>
        <w:tab/>
        <w:t>1.013e0</w:t>
      </w:r>
    </w:p>
    <w:p w:rsidR="006974AE" w:rsidRDefault="006974AE" w:rsidP="006974AE">
      <w:r>
        <w:t>304.7066</w:t>
      </w:r>
      <w:r>
        <w:tab/>
        <w:t>4.051e0</w:t>
      </w:r>
    </w:p>
    <w:p w:rsidR="006974AE" w:rsidRDefault="006974AE" w:rsidP="006974AE">
      <w:r>
        <w:t>304.7109</w:t>
      </w:r>
      <w:r>
        <w:tab/>
        <w:t>1.013e0</w:t>
      </w:r>
    </w:p>
    <w:p w:rsidR="006974AE" w:rsidRDefault="006974AE" w:rsidP="006974AE">
      <w:r>
        <w:t>304.7442</w:t>
      </w:r>
      <w:r>
        <w:tab/>
        <w:t>1.013e0</w:t>
      </w:r>
    </w:p>
    <w:p w:rsidR="006974AE" w:rsidRDefault="006974AE" w:rsidP="006974AE">
      <w:r>
        <w:t>304.7715</w:t>
      </w:r>
      <w:r>
        <w:tab/>
        <w:t>1.013e0</w:t>
      </w:r>
    </w:p>
    <w:p w:rsidR="006974AE" w:rsidRDefault="006974AE" w:rsidP="006974AE">
      <w:r>
        <w:t>304.8100</w:t>
      </w:r>
      <w:r>
        <w:tab/>
        <w:t>1.013e0</w:t>
      </w:r>
    </w:p>
    <w:p w:rsidR="006974AE" w:rsidRDefault="006974AE" w:rsidP="006974AE">
      <w:r>
        <w:t>304.8383</w:t>
      </w:r>
      <w:r>
        <w:tab/>
        <w:t>1.013e0</w:t>
      </w:r>
    </w:p>
    <w:p w:rsidR="006974AE" w:rsidRDefault="006974AE" w:rsidP="006974AE">
      <w:r>
        <w:t>304.8601</w:t>
      </w:r>
      <w:r>
        <w:tab/>
        <w:t>2.025e0</w:t>
      </w:r>
    </w:p>
    <w:p w:rsidR="006974AE" w:rsidRDefault="006974AE" w:rsidP="006974AE">
      <w:r>
        <w:t>304.8854</w:t>
      </w:r>
      <w:r>
        <w:tab/>
        <w:t>2.025e0</w:t>
      </w:r>
    </w:p>
    <w:p w:rsidR="006974AE" w:rsidRDefault="006974AE" w:rsidP="006974AE">
      <w:r>
        <w:lastRenderedPageBreak/>
        <w:t>304.8981</w:t>
      </w:r>
      <w:r>
        <w:tab/>
        <w:t>1.013e0</w:t>
      </w:r>
    </w:p>
    <w:p w:rsidR="006974AE" w:rsidRDefault="006974AE" w:rsidP="006974AE">
      <w:r>
        <w:t>304.8995</w:t>
      </w:r>
      <w:r>
        <w:tab/>
        <w:t>4.051e0</w:t>
      </w:r>
    </w:p>
    <w:p w:rsidR="006974AE" w:rsidRDefault="006974AE" w:rsidP="006974AE">
      <w:r>
        <w:t>304.9022</w:t>
      </w:r>
      <w:r>
        <w:tab/>
        <w:t>1.013e0</w:t>
      </w:r>
    </w:p>
    <w:p w:rsidR="006974AE" w:rsidRDefault="006974AE" w:rsidP="006974AE">
      <w:r>
        <w:t>304.9101</w:t>
      </w:r>
      <w:r>
        <w:tab/>
        <w:t>2.025e0</w:t>
      </w:r>
    </w:p>
    <w:p w:rsidR="006974AE" w:rsidRDefault="006974AE" w:rsidP="006974AE">
      <w:r>
        <w:t>304.9435</w:t>
      </w:r>
      <w:r>
        <w:tab/>
        <w:t>1.013e0</w:t>
      </w:r>
    </w:p>
    <w:p w:rsidR="006974AE" w:rsidRDefault="006974AE" w:rsidP="006974AE">
      <w:r>
        <w:t>304.9531</w:t>
      </w:r>
      <w:r>
        <w:tab/>
        <w:t>2.025e0</w:t>
      </w:r>
    </w:p>
    <w:p w:rsidR="006974AE" w:rsidRDefault="006974AE" w:rsidP="006974AE">
      <w:r>
        <w:t>304.9576</w:t>
      </w:r>
      <w:r>
        <w:tab/>
        <w:t>1.013e0</w:t>
      </w:r>
    </w:p>
    <w:p w:rsidR="006974AE" w:rsidRDefault="006974AE" w:rsidP="006974AE">
      <w:r>
        <w:t>304.9660</w:t>
      </w:r>
      <w:r>
        <w:tab/>
        <w:t>2.025e0</w:t>
      </w:r>
    </w:p>
    <w:p w:rsidR="006974AE" w:rsidRDefault="006974AE" w:rsidP="006974AE">
      <w:r>
        <w:t>304.9713</w:t>
      </w:r>
      <w:r>
        <w:tab/>
        <w:t>1.013e0</w:t>
      </w:r>
    </w:p>
    <w:p w:rsidR="006974AE" w:rsidRDefault="006974AE" w:rsidP="006974AE">
      <w:r>
        <w:t>304.9940</w:t>
      </w:r>
      <w:r>
        <w:tab/>
        <w:t>1.013e0</w:t>
      </w:r>
    </w:p>
    <w:p w:rsidR="006974AE" w:rsidRDefault="006974AE" w:rsidP="006974AE">
      <w:r>
        <w:t>305.0016</w:t>
      </w:r>
      <w:r>
        <w:tab/>
        <w:t>2.025e0</w:t>
      </w:r>
    </w:p>
    <w:p w:rsidR="006974AE" w:rsidRDefault="006974AE" w:rsidP="006974AE">
      <w:r>
        <w:t>305.0180</w:t>
      </w:r>
      <w:r>
        <w:tab/>
        <w:t>2.025e0</w:t>
      </w:r>
    </w:p>
    <w:p w:rsidR="006974AE" w:rsidRDefault="006974AE" w:rsidP="006974AE">
      <w:r>
        <w:t>305.0320</w:t>
      </w:r>
      <w:r>
        <w:tab/>
        <w:t>3.038e0</w:t>
      </w:r>
    </w:p>
    <w:p w:rsidR="006974AE" w:rsidRDefault="006974AE" w:rsidP="006974AE">
      <w:r>
        <w:t>305.0333</w:t>
      </w:r>
      <w:r>
        <w:tab/>
        <w:t>3.038e0</w:t>
      </w:r>
    </w:p>
    <w:p w:rsidR="006974AE" w:rsidRDefault="006974AE" w:rsidP="006974AE">
      <w:r>
        <w:t>305.0377</w:t>
      </w:r>
      <w:r>
        <w:tab/>
        <w:t>2.025e0</w:t>
      </w:r>
    </w:p>
    <w:p w:rsidR="006974AE" w:rsidRDefault="006974AE" w:rsidP="006974AE">
      <w:r>
        <w:t>305.0500</w:t>
      </w:r>
      <w:r>
        <w:tab/>
        <w:t>1.013e0</w:t>
      </w:r>
    </w:p>
    <w:p w:rsidR="006974AE" w:rsidRDefault="006974AE" w:rsidP="006974AE">
      <w:r>
        <w:t>305.0698</w:t>
      </w:r>
      <w:r>
        <w:tab/>
        <w:t>1.013e0</w:t>
      </w:r>
    </w:p>
    <w:p w:rsidR="006974AE" w:rsidRDefault="006974AE" w:rsidP="006974AE">
      <w:r>
        <w:t>305.0898</w:t>
      </w:r>
      <w:r>
        <w:tab/>
        <w:t>2.025e0</w:t>
      </w:r>
    </w:p>
    <w:p w:rsidR="006974AE" w:rsidRDefault="006974AE" w:rsidP="006974AE">
      <w:r>
        <w:t>305.0978</w:t>
      </w:r>
      <w:r>
        <w:tab/>
        <w:t>1.013e0</w:t>
      </w:r>
    </w:p>
    <w:p w:rsidR="006974AE" w:rsidRDefault="006974AE" w:rsidP="006974AE">
      <w:r>
        <w:lastRenderedPageBreak/>
        <w:t>305.1014</w:t>
      </w:r>
      <w:r>
        <w:tab/>
        <w:t>1.013e0</w:t>
      </w:r>
    </w:p>
    <w:p w:rsidR="006974AE" w:rsidRDefault="006974AE" w:rsidP="006974AE">
      <w:r>
        <w:t>305.1055</w:t>
      </w:r>
      <w:r>
        <w:tab/>
        <w:t>1.013e0</w:t>
      </w:r>
    </w:p>
    <w:p w:rsidR="006974AE" w:rsidRDefault="006974AE" w:rsidP="006974AE">
      <w:r>
        <w:t>305.1258</w:t>
      </w:r>
      <w:r>
        <w:tab/>
        <w:t>2.025e0</w:t>
      </w:r>
    </w:p>
    <w:p w:rsidR="006974AE" w:rsidRDefault="006974AE" w:rsidP="006974AE">
      <w:r>
        <w:t>305.1530</w:t>
      </w:r>
      <w:r>
        <w:tab/>
        <w:t>6.076e0</w:t>
      </w:r>
    </w:p>
    <w:p w:rsidR="006974AE" w:rsidRDefault="006974AE" w:rsidP="006974AE">
      <w:r>
        <w:t>305.1559</w:t>
      </w:r>
      <w:r>
        <w:tab/>
        <w:t>1.151e1</w:t>
      </w:r>
    </w:p>
    <w:p w:rsidR="006974AE" w:rsidRDefault="006974AE" w:rsidP="006974AE">
      <w:r>
        <w:t>305.1570</w:t>
      </w:r>
      <w:r>
        <w:tab/>
        <w:t>3.038e0</w:t>
      </w:r>
    </w:p>
    <w:p w:rsidR="006974AE" w:rsidRDefault="006974AE" w:rsidP="006974AE">
      <w:r>
        <w:t>305.1691</w:t>
      </w:r>
      <w:r>
        <w:tab/>
        <w:t>7.089e0</w:t>
      </w:r>
    </w:p>
    <w:p w:rsidR="006974AE" w:rsidRDefault="006974AE" w:rsidP="006974AE">
      <w:r>
        <w:t>305.1724</w:t>
      </w:r>
      <w:r>
        <w:tab/>
        <w:t>6.076e0</w:t>
      </w:r>
    </w:p>
    <w:p w:rsidR="006974AE" w:rsidRDefault="006974AE" w:rsidP="006974AE">
      <w:r>
        <w:t>305.1981</w:t>
      </w:r>
      <w:r>
        <w:tab/>
        <w:t>2.667e0</w:t>
      </w:r>
    </w:p>
    <w:p w:rsidR="006974AE" w:rsidRDefault="006974AE" w:rsidP="006974AE">
      <w:r>
        <w:t>305.2092</w:t>
      </w:r>
      <w:r>
        <w:tab/>
        <w:t>1.013e0</w:t>
      </w:r>
    </w:p>
    <w:p w:rsidR="006974AE" w:rsidRDefault="006974AE" w:rsidP="006974AE">
      <w:r>
        <w:t>305.2493</w:t>
      </w:r>
      <w:r>
        <w:tab/>
        <w:t>1.013e0</w:t>
      </w:r>
    </w:p>
    <w:p w:rsidR="006974AE" w:rsidRDefault="006974AE" w:rsidP="006974AE">
      <w:r>
        <w:t>305.2571</w:t>
      </w:r>
      <w:r>
        <w:tab/>
        <w:t>2.025e0</w:t>
      </w:r>
    </w:p>
    <w:p w:rsidR="006974AE" w:rsidRDefault="006974AE" w:rsidP="006974AE">
      <w:r>
        <w:t>305.2813</w:t>
      </w:r>
      <w:r>
        <w:tab/>
        <w:t>1.013e0</w:t>
      </w:r>
    </w:p>
    <w:p w:rsidR="006974AE" w:rsidRDefault="006974AE" w:rsidP="006974AE">
      <w:r>
        <w:t>305.2943</w:t>
      </w:r>
      <w:r>
        <w:tab/>
        <w:t>2.025e0</w:t>
      </w:r>
    </w:p>
    <w:p w:rsidR="006974AE" w:rsidRDefault="006974AE" w:rsidP="006974AE">
      <w:r>
        <w:t>305.3090</w:t>
      </w:r>
      <w:r>
        <w:tab/>
        <w:t>1.013e0</w:t>
      </w:r>
    </w:p>
    <w:p w:rsidR="006974AE" w:rsidRDefault="006974AE" w:rsidP="006974AE">
      <w:r>
        <w:t>305.3108</w:t>
      </w:r>
      <w:r>
        <w:tab/>
        <w:t>2.025e0</w:t>
      </w:r>
    </w:p>
    <w:p w:rsidR="006974AE" w:rsidRDefault="006974AE" w:rsidP="006974AE">
      <w:r>
        <w:t>305.3128</w:t>
      </w:r>
      <w:r>
        <w:tab/>
        <w:t>2.025e0</w:t>
      </w:r>
    </w:p>
    <w:p w:rsidR="006974AE" w:rsidRDefault="006974AE" w:rsidP="006974AE">
      <w:r>
        <w:t>305.3374</w:t>
      </w:r>
      <w:r>
        <w:tab/>
        <w:t>1.013e0</w:t>
      </w:r>
    </w:p>
    <w:p w:rsidR="006974AE" w:rsidRDefault="006974AE" w:rsidP="006974AE">
      <w:r>
        <w:t>305.3535</w:t>
      </w:r>
      <w:r>
        <w:tab/>
        <w:t>1.013e0</w:t>
      </w:r>
    </w:p>
    <w:p w:rsidR="006974AE" w:rsidRDefault="006974AE" w:rsidP="006974AE">
      <w:r>
        <w:lastRenderedPageBreak/>
        <w:t>305.3704</w:t>
      </w:r>
      <w:r>
        <w:tab/>
        <w:t>1.013e0</w:t>
      </w:r>
    </w:p>
    <w:p w:rsidR="006974AE" w:rsidRDefault="006974AE" w:rsidP="006974AE">
      <w:r>
        <w:t>305.4490</w:t>
      </w:r>
      <w:r>
        <w:tab/>
        <w:t>1.013e0</w:t>
      </w:r>
    </w:p>
    <w:p w:rsidR="006974AE" w:rsidRDefault="006974AE" w:rsidP="006974AE">
      <w:r>
        <w:t>305.4698</w:t>
      </w:r>
      <w:r>
        <w:tab/>
        <w:t>3.038e0</w:t>
      </w:r>
    </w:p>
    <w:p w:rsidR="006974AE" w:rsidRDefault="006974AE" w:rsidP="006974AE">
      <w:r>
        <w:t>305.4729</w:t>
      </w:r>
      <w:r>
        <w:tab/>
        <w:t>1.013e0</w:t>
      </w:r>
    </w:p>
    <w:p w:rsidR="006974AE" w:rsidRDefault="006974AE" w:rsidP="006974AE">
      <w:r>
        <w:t>305.4810</w:t>
      </w:r>
      <w:r>
        <w:tab/>
        <w:t>1.013e0</w:t>
      </w:r>
    </w:p>
    <w:p w:rsidR="006974AE" w:rsidRDefault="006974AE" w:rsidP="006974AE">
      <w:r>
        <w:t>305.5049</w:t>
      </w:r>
      <w:r>
        <w:tab/>
        <w:t>1.013e0</w:t>
      </w:r>
    </w:p>
    <w:p w:rsidR="006974AE" w:rsidRDefault="006974AE" w:rsidP="006974AE">
      <w:r>
        <w:t>305.5333</w:t>
      </w:r>
      <w:r>
        <w:tab/>
        <w:t>1.013e0</w:t>
      </w:r>
    </w:p>
    <w:p w:rsidR="006974AE" w:rsidRDefault="006974AE" w:rsidP="006974AE">
      <w:r>
        <w:t>305.5847</w:t>
      </w:r>
      <w:r>
        <w:tab/>
        <w:t>1.013e0</w:t>
      </w:r>
    </w:p>
    <w:p w:rsidR="006974AE" w:rsidRDefault="006974AE" w:rsidP="006974AE">
      <w:r>
        <w:t>305.6171</w:t>
      </w:r>
      <w:r>
        <w:tab/>
        <w:t>1.013e0</w:t>
      </w:r>
    </w:p>
    <w:p w:rsidR="006974AE" w:rsidRDefault="006974AE" w:rsidP="006974AE">
      <w:r>
        <w:t>305.6368</w:t>
      </w:r>
      <w:r>
        <w:tab/>
        <w:t>1.013e0</w:t>
      </w:r>
    </w:p>
    <w:p w:rsidR="006974AE" w:rsidRDefault="006974AE" w:rsidP="006974AE">
      <w:r>
        <w:t>305.6726</w:t>
      </w:r>
      <w:r>
        <w:tab/>
        <w:t>1.013e0</w:t>
      </w:r>
    </w:p>
    <w:p w:rsidR="006974AE" w:rsidRDefault="006974AE" w:rsidP="006974AE">
      <w:r>
        <w:t>305.6864</w:t>
      </w:r>
      <w:r>
        <w:tab/>
        <w:t>2.025e0</w:t>
      </w:r>
    </w:p>
    <w:p w:rsidR="006974AE" w:rsidRDefault="006974AE" w:rsidP="006974AE">
      <w:r>
        <w:t>305.7147</w:t>
      </w:r>
      <w:r>
        <w:tab/>
        <w:t>3.038e0</w:t>
      </w:r>
    </w:p>
    <w:p w:rsidR="006974AE" w:rsidRDefault="006974AE" w:rsidP="006974AE">
      <w:r>
        <w:t>305.7375</w:t>
      </w:r>
      <w:r>
        <w:tab/>
        <w:t>3.038e0</w:t>
      </w:r>
    </w:p>
    <w:p w:rsidR="006974AE" w:rsidRDefault="006974AE" w:rsidP="006974AE">
      <w:r>
        <w:t>305.7474</w:t>
      </w:r>
      <w:r>
        <w:tab/>
        <w:t>1.013e0</w:t>
      </w:r>
    </w:p>
    <w:p w:rsidR="006974AE" w:rsidRDefault="006974AE" w:rsidP="006974AE">
      <w:r>
        <w:t>305.7700</w:t>
      </w:r>
      <w:r>
        <w:tab/>
        <w:t>1.013e0</w:t>
      </w:r>
    </w:p>
    <w:p w:rsidR="006974AE" w:rsidRDefault="006974AE" w:rsidP="006974AE">
      <w:r>
        <w:t>305.7925</w:t>
      </w:r>
      <w:r>
        <w:tab/>
        <w:t>1.013e0</w:t>
      </w:r>
    </w:p>
    <w:p w:rsidR="006974AE" w:rsidRDefault="006974AE" w:rsidP="006974AE">
      <w:r>
        <w:t>305.8124</w:t>
      </w:r>
      <w:r>
        <w:tab/>
        <w:t>1.013e0</w:t>
      </w:r>
    </w:p>
    <w:p w:rsidR="006974AE" w:rsidRDefault="006974AE" w:rsidP="006974AE">
      <w:r>
        <w:t>305.8448</w:t>
      </w:r>
      <w:r>
        <w:tab/>
        <w:t>2.025e0</w:t>
      </w:r>
    </w:p>
    <w:p w:rsidR="006974AE" w:rsidRDefault="006974AE" w:rsidP="006974AE">
      <w:r>
        <w:lastRenderedPageBreak/>
        <w:t>305.8768</w:t>
      </w:r>
      <w:r>
        <w:tab/>
        <w:t>2.025e0</w:t>
      </w:r>
    </w:p>
    <w:p w:rsidR="006974AE" w:rsidRDefault="006974AE" w:rsidP="006974AE">
      <w:r>
        <w:t>305.8922</w:t>
      </w:r>
      <w:r>
        <w:tab/>
        <w:t>1.013e0</w:t>
      </w:r>
    </w:p>
    <w:p w:rsidR="006974AE" w:rsidRDefault="006974AE" w:rsidP="006974AE">
      <w:r>
        <w:t>305.9003</w:t>
      </w:r>
      <w:r>
        <w:tab/>
        <w:t>1.013e0</w:t>
      </w:r>
    </w:p>
    <w:p w:rsidR="006974AE" w:rsidRDefault="006974AE" w:rsidP="006974AE">
      <w:r>
        <w:t>305.9121</w:t>
      </w:r>
      <w:r>
        <w:tab/>
        <w:t>2.025e0</w:t>
      </w:r>
    </w:p>
    <w:p w:rsidR="006974AE" w:rsidRDefault="006974AE" w:rsidP="006974AE">
      <w:r>
        <w:t>305.9287</w:t>
      </w:r>
      <w:r>
        <w:tab/>
        <w:t>1.013e0</w:t>
      </w:r>
    </w:p>
    <w:p w:rsidR="006974AE" w:rsidRDefault="006974AE" w:rsidP="006974AE">
      <w:r>
        <w:t>305.9328</w:t>
      </w:r>
      <w:r>
        <w:tab/>
        <w:t>1.013e0</w:t>
      </w:r>
    </w:p>
    <w:p w:rsidR="006974AE" w:rsidRDefault="006974AE" w:rsidP="006974AE">
      <w:r>
        <w:t>305.9700</w:t>
      </w:r>
      <w:r>
        <w:tab/>
        <w:t>2.025e0</w:t>
      </w:r>
    </w:p>
    <w:p w:rsidR="006974AE" w:rsidRDefault="006974AE" w:rsidP="006974AE">
      <w:r>
        <w:t>305.9779</w:t>
      </w:r>
      <w:r>
        <w:tab/>
        <w:t>2.025e0</w:t>
      </w:r>
    </w:p>
    <w:p w:rsidR="006974AE" w:rsidRDefault="006974AE" w:rsidP="006974AE">
      <w:r>
        <w:t>305.9883</w:t>
      </w:r>
      <w:r>
        <w:tab/>
        <w:t>1.013e0</w:t>
      </w:r>
    </w:p>
    <w:p w:rsidR="006974AE" w:rsidRDefault="006974AE" w:rsidP="006974AE">
      <w:r>
        <w:t>305.9926</w:t>
      </w:r>
      <w:r>
        <w:tab/>
        <w:t>1.013e0</w:t>
      </w:r>
    </w:p>
    <w:p w:rsidR="006974AE" w:rsidRDefault="006974AE" w:rsidP="006974AE">
      <w:r>
        <w:t>306.0254</w:t>
      </w:r>
      <w:r>
        <w:tab/>
        <w:t>2.025e0</w:t>
      </w:r>
    </w:p>
    <w:p w:rsidR="006974AE" w:rsidRDefault="006974AE" w:rsidP="006974AE">
      <w:r>
        <w:t>306.0363</w:t>
      </w:r>
      <w:r>
        <w:tab/>
        <w:t>1.013e0</w:t>
      </w:r>
    </w:p>
    <w:p w:rsidR="006974AE" w:rsidRDefault="006974AE" w:rsidP="006974AE">
      <w:r>
        <w:t>306.0487</w:t>
      </w:r>
      <w:r>
        <w:tab/>
        <w:t>3.038e0</w:t>
      </w:r>
    </w:p>
    <w:p w:rsidR="006974AE" w:rsidRDefault="006974AE" w:rsidP="006974AE">
      <w:r>
        <w:t>306.0722</w:t>
      </w:r>
      <w:r>
        <w:tab/>
        <w:t>1.013e0</w:t>
      </w:r>
    </w:p>
    <w:p w:rsidR="006974AE" w:rsidRDefault="006974AE" w:rsidP="006974AE">
      <w:r>
        <w:t>306.1002</w:t>
      </w:r>
      <w:r>
        <w:tab/>
        <w:t>2.025e0</w:t>
      </w:r>
    </w:p>
    <w:p w:rsidR="006974AE" w:rsidRDefault="006974AE" w:rsidP="006974AE">
      <w:r>
        <w:t>306.1042</w:t>
      </w:r>
      <w:r>
        <w:tab/>
        <w:t>1.013e0</w:t>
      </w:r>
    </w:p>
    <w:p w:rsidR="006974AE" w:rsidRDefault="006974AE" w:rsidP="006974AE">
      <w:r>
        <w:t>306.1095</w:t>
      </w:r>
      <w:r>
        <w:tab/>
        <w:t>3.533e0</w:t>
      </w:r>
    </w:p>
    <w:p w:rsidR="006974AE" w:rsidRDefault="006974AE" w:rsidP="006974AE">
      <w:r>
        <w:t>306.1241</w:t>
      </w:r>
      <w:r>
        <w:tab/>
        <w:t>1.013e0</w:t>
      </w:r>
    </w:p>
    <w:p w:rsidR="006974AE" w:rsidRDefault="006974AE" w:rsidP="006974AE">
      <w:r>
        <w:t>306.1281</w:t>
      </w:r>
      <w:r>
        <w:tab/>
        <w:t>2.025e0</w:t>
      </w:r>
    </w:p>
    <w:p w:rsidR="006974AE" w:rsidRDefault="006974AE" w:rsidP="006974AE">
      <w:r>
        <w:lastRenderedPageBreak/>
        <w:t>306.1525</w:t>
      </w:r>
      <w:r>
        <w:tab/>
        <w:t>1.013e0</w:t>
      </w:r>
    </w:p>
    <w:p w:rsidR="006974AE" w:rsidRDefault="006974AE" w:rsidP="006974AE">
      <w:r>
        <w:t>306.1697</w:t>
      </w:r>
      <w:r>
        <w:tab/>
        <w:t>1.013e0</w:t>
      </w:r>
    </w:p>
    <w:p w:rsidR="006974AE" w:rsidRDefault="006974AE" w:rsidP="006974AE">
      <w:r>
        <w:t>306.1844</w:t>
      </w:r>
      <w:r>
        <w:tab/>
        <w:t>3.038e0</w:t>
      </w:r>
    </w:p>
    <w:p w:rsidR="006974AE" w:rsidRDefault="006974AE" w:rsidP="006974AE">
      <w:r>
        <w:t>306.1953</w:t>
      </w:r>
      <w:r>
        <w:tab/>
        <w:t>3.038e0</w:t>
      </w:r>
    </w:p>
    <w:p w:rsidR="006974AE" w:rsidRDefault="006974AE" w:rsidP="006974AE">
      <w:r>
        <w:t>306.2031</w:t>
      </w:r>
      <w:r>
        <w:tab/>
        <w:t>1.013e0</w:t>
      </w:r>
    </w:p>
    <w:p w:rsidR="006974AE" w:rsidRDefault="006974AE" w:rsidP="006974AE">
      <w:r>
        <w:t>306.2353</w:t>
      </w:r>
      <w:r>
        <w:tab/>
        <w:t>2.025e0</w:t>
      </w:r>
    </w:p>
    <w:p w:rsidR="006974AE" w:rsidRDefault="006974AE" w:rsidP="006974AE">
      <w:r>
        <w:t>306.2404</w:t>
      </w:r>
      <w:r>
        <w:tab/>
        <w:t>1.013e0</w:t>
      </w:r>
    </w:p>
    <w:p w:rsidR="006974AE" w:rsidRDefault="006974AE" w:rsidP="006974AE">
      <w:r>
        <w:t>306.2480</w:t>
      </w:r>
      <w:r>
        <w:tab/>
        <w:t>1.013e0</w:t>
      </w:r>
    </w:p>
    <w:p w:rsidR="006974AE" w:rsidRDefault="006974AE" w:rsidP="006974AE">
      <w:r>
        <w:t>306.2531</w:t>
      </w:r>
      <w:r>
        <w:tab/>
        <w:t>1.013e0</w:t>
      </w:r>
    </w:p>
    <w:p w:rsidR="006974AE" w:rsidRDefault="006974AE" w:rsidP="006974AE">
      <w:r>
        <w:t>306.2573</w:t>
      </w:r>
      <w:r>
        <w:tab/>
        <w:t>3.038e0</w:t>
      </w:r>
    </w:p>
    <w:p w:rsidR="006974AE" w:rsidRDefault="006974AE" w:rsidP="006974AE">
      <w:r>
        <w:t>306.2725</w:t>
      </w:r>
      <w:r>
        <w:tab/>
        <w:t>1.013e0</w:t>
      </w:r>
    </w:p>
    <w:p w:rsidR="006974AE" w:rsidRDefault="006974AE" w:rsidP="006974AE">
      <w:r>
        <w:t>306.2764</w:t>
      </w:r>
      <w:r>
        <w:tab/>
        <w:t>1.013e0</w:t>
      </w:r>
    </w:p>
    <w:p w:rsidR="006974AE" w:rsidRDefault="006974AE" w:rsidP="006974AE">
      <w:r>
        <w:t>306.2869</w:t>
      </w:r>
      <w:r>
        <w:tab/>
        <w:t>1.013e0</w:t>
      </w:r>
    </w:p>
    <w:p w:rsidR="006974AE" w:rsidRDefault="006974AE" w:rsidP="006974AE">
      <w:r>
        <w:t>306.3185</w:t>
      </w:r>
      <w:r>
        <w:tab/>
        <w:t>2.025e0</w:t>
      </w:r>
    </w:p>
    <w:p w:rsidR="006974AE" w:rsidRDefault="006974AE" w:rsidP="006974AE">
      <w:r>
        <w:t>306.3260</w:t>
      </w:r>
      <w:r>
        <w:tab/>
        <w:t>2.025e0</w:t>
      </w:r>
    </w:p>
    <w:p w:rsidR="006974AE" w:rsidRDefault="006974AE" w:rsidP="006974AE">
      <w:r>
        <w:t>306.3369</w:t>
      </w:r>
      <w:r>
        <w:tab/>
        <w:t>1.013e0</w:t>
      </w:r>
    </w:p>
    <w:p w:rsidR="006974AE" w:rsidRDefault="006974AE" w:rsidP="006974AE">
      <w:r>
        <w:t>306.3644</w:t>
      </w:r>
      <w:r>
        <w:tab/>
        <w:t>1.013e0</w:t>
      </w:r>
    </w:p>
    <w:p w:rsidR="006974AE" w:rsidRDefault="006974AE" w:rsidP="006974AE">
      <w:r>
        <w:t>306.3703</w:t>
      </w:r>
      <w:r>
        <w:tab/>
        <w:t>1.013e0</w:t>
      </w:r>
    </w:p>
    <w:p w:rsidR="006974AE" w:rsidRDefault="006974AE" w:rsidP="006974AE">
      <w:r>
        <w:t>306.4034</w:t>
      </w:r>
      <w:r>
        <w:tab/>
        <w:t>1.013e0</w:t>
      </w:r>
    </w:p>
    <w:p w:rsidR="006974AE" w:rsidRDefault="006974AE" w:rsidP="006974AE">
      <w:r>
        <w:lastRenderedPageBreak/>
        <w:t>306.4119</w:t>
      </w:r>
      <w:r>
        <w:tab/>
        <w:t>2.025e0</w:t>
      </w:r>
    </w:p>
    <w:p w:rsidR="006974AE" w:rsidRDefault="006974AE" w:rsidP="006974AE">
      <w:r>
        <w:t>306.4204</w:t>
      </w:r>
      <w:r>
        <w:tab/>
        <w:t>1.013e0</w:t>
      </w:r>
    </w:p>
    <w:p w:rsidR="006974AE" w:rsidRDefault="006974AE" w:rsidP="006974AE">
      <w:r>
        <w:t>306.4283</w:t>
      </w:r>
      <w:r>
        <w:tab/>
        <w:t>2.025e0</w:t>
      </w:r>
    </w:p>
    <w:p w:rsidR="006974AE" w:rsidRDefault="006974AE" w:rsidP="006974AE">
      <w:r>
        <w:t>306.4443</w:t>
      </w:r>
      <w:r>
        <w:tab/>
        <w:t>1.013e0</w:t>
      </w:r>
    </w:p>
    <w:p w:rsidR="006974AE" w:rsidRDefault="006974AE" w:rsidP="006974AE">
      <w:r>
        <w:t>306.4464</w:t>
      </w:r>
      <w:r>
        <w:tab/>
        <w:t>2.025e0</w:t>
      </w:r>
    </w:p>
    <w:p w:rsidR="006974AE" w:rsidRDefault="006974AE" w:rsidP="006974AE">
      <w:r>
        <w:t>306.4698</w:t>
      </w:r>
      <w:r>
        <w:tab/>
        <w:t>2.025e0</w:t>
      </w:r>
    </w:p>
    <w:p w:rsidR="006974AE" w:rsidRDefault="006974AE" w:rsidP="006974AE">
      <w:r>
        <w:t>306.4761</w:t>
      </w:r>
      <w:r>
        <w:tab/>
        <w:t>1.013e0</w:t>
      </w:r>
    </w:p>
    <w:p w:rsidR="006974AE" w:rsidRDefault="006974AE" w:rsidP="006974AE">
      <w:r>
        <w:t>306.4999</w:t>
      </w:r>
      <w:r>
        <w:tab/>
        <w:t>1.013e0</w:t>
      </w:r>
    </w:p>
    <w:p w:rsidR="006974AE" w:rsidRDefault="006974AE" w:rsidP="006974AE">
      <w:r>
        <w:t>306.5091</w:t>
      </w:r>
      <w:r>
        <w:tab/>
        <w:t>1.013e0</w:t>
      </w:r>
    </w:p>
    <w:p w:rsidR="006974AE" w:rsidRDefault="006974AE" w:rsidP="006974AE">
      <w:r>
        <w:t>306.5373</w:t>
      </w:r>
      <w:r>
        <w:tab/>
        <w:t>1.013e0</w:t>
      </w:r>
    </w:p>
    <w:p w:rsidR="006974AE" w:rsidRDefault="006974AE" w:rsidP="006974AE">
      <w:r>
        <w:t>306.5451</w:t>
      </w:r>
      <w:r>
        <w:tab/>
        <w:t>2.025e0</w:t>
      </w:r>
    </w:p>
    <w:p w:rsidR="006974AE" w:rsidRDefault="006974AE" w:rsidP="006974AE">
      <w:r>
        <w:t>306.5682</w:t>
      </w:r>
      <w:r>
        <w:tab/>
        <w:t>2.025e0</w:t>
      </w:r>
    </w:p>
    <w:p w:rsidR="006974AE" w:rsidRDefault="006974AE" w:rsidP="006974AE">
      <w:r>
        <w:t>306.6037</w:t>
      </w:r>
      <w:r>
        <w:tab/>
        <w:t>1.013e0</w:t>
      </w:r>
    </w:p>
    <w:p w:rsidR="006974AE" w:rsidRDefault="006974AE" w:rsidP="006974AE">
      <w:r>
        <w:t>306.6158</w:t>
      </w:r>
      <w:r>
        <w:tab/>
        <w:t>1.013e0</w:t>
      </w:r>
    </w:p>
    <w:p w:rsidR="006974AE" w:rsidRDefault="006974AE" w:rsidP="006974AE">
      <w:r>
        <w:t>306.6361</w:t>
      </w:r>
      <w:r>
        <w:tab/>
        <w:t>1.013e0</w:t>
      </w:r>
    </w:p>
    <w:p w:rsidR="006974AE" w:rsidRDefault="006974AE" w:rsidP="006974AE">
      <w:r>
        <w:t>306.6438</w:t>
      </w:r>
      <w:r>
        <w:tab/>
        <w:t>1.013e0</w:t>
      </w:r>
    </w:p>
    <w:p w:rsidR="006974AE" w:rsidRDefault="006974AE" w:rsidP="006974AE">
      <w:r>
        <w:t>306.6541</w:t>
      </w:r>
      <w:r>
        <w:tab/>
        <w:t>2.025e0</w:t>
      </w:r>
    </w:p>
    <w:p w:rsidR="006974AE" w:rsidRDefault="006974AE" w:rsidP="006974AE">
      <w:r>
        <w:t>306.6633</w:t>
      </w:r>
      <w:r>
        <w:tab/>
        <w:t>2.025e0</w:t>
      </w:r>
    </w:p>
    <w:p w:rsidR="006974AE" w:rsidRDefault="006974AE" w:rsidP="006974AE">
      <w:r>
        <w:t>306.6765</w:t>
      </w:r>
      <w:r>
        <w:tab/>
        <w:t>1.013e0</w:t>
      </w:r>
    </w:p>
    <w:p w:rsidR="006974AE" w:rsidRDefault="006974AE" w:rsidP="006974AE">
      <w:r>
        <w:lastRenderedPageBreak/>
        <w:t>306.6917</w:t>
      </w:r>
      <w:r>
        <w:tab/>
        <w:t>1.013e0</w:t>
      </w:r>
    </w:p>
    <w:p w:rsidR="006974AE" w:rsidRDefault="006974AE" w:rsidP="006974AE">
      <w:r>
        <w:t>306.6957</w:t>
      </w:r>
      <w:r>
        <w:tab/>
        <w:t>1.013e0</w:t>
      </w:r>
    </w:p>
    <w:p w:rsidR="006974AE" w:rsidRDefault="006974AE" w:rsidP="006974AE">
      <w:r>
        <w:t>306.7197</w:t>
      </w:r>
      <w:r>
        <w:tab/>
        <w:t>1.013e0</w:t>
      </w:r>
    </w:p>
    <w:p w:rsidR="006974AE" w:rsidRDefault="006974AE" w:rsidP="006974AE">
      <w:r>
        <w:t>306.7596</w:t>
      </w:r>
      <w:r>
        <w:tab/>
        <w:t>1.013e0</w:t>
      </w:r>
    </w:p>
    <w:p w:rsidR="006974AE" w:rsidRDefault="006974AE" w:rsidP="006974AE">
      <w:r>
        <w:t>306.7652</w:t>
      </w:r>
      <w:r>
        <w:tab/>
        <w:t>1.013e0</w:t>
      </w:r>
    </w:p>
    <w:p w:rsidR="006974AE" w:rsidRDefault="006974AE" w:rsidP="006974AE">
      <w:r>
        <w:t>306.7711</w:t>
      </w:r>
      <w:r>
        <w:tab/>
        <w:t>1.013e0</w:t>
      </w:r>
    </w:p>
    <w:p w:rsidR="006974AE" w:rsidRDefault="006974AE" w:rsidP="006974AE">
      <w:r>
        <w:t>306.8117</w:t>
      </w:r>
      <w:r>
        <w:tab/>
        <w:t>1.013e0</w:t>
      </w:r>
    </w:p>
    <w:p w:rsidR="006974AE" w:rsidRDefault="006974AE" w:rsidP="006974AE">
      <w:r>
        <w:t>306.8321</w:t>
      </w:r>
      <w:r>
        <w:tab/>
        <w:t>1.013e0</w:t>
      </w:r>
    </w:p>
    <w:p w:rsidR="006974AE" w:rsidRDefault="006974AE" w:rsidP="006974AE">
      <w:r>
        <w:t>306.8601</w:t>
      </w:r>
      <w:r>
        <w:tab/>
        <w:t>1.013e0</w:t>
      </w:r>
    </w:p>
    <w:p w:rsidR="006974AE" w:rsidRDefault="006974AE" w:rsidP="006974AE">
      <w:r>
        <w:t>306.8766</w:t>
      </w:r>
      <w:r>
        <w:tab/>
        <w:t>2.025e0</w:t>
      </w:r>
    </w:p>
    <w:p w:rsidR="006974AE" w:rsidRDefault="006974AE" w:rsidP="006974AE">
      <w:r>
        <w:t>306.9196</w:t>
      </w:r>
      <w:r>
        <w:tab/>
        <w:t>1.013e0</w:t>
      </w:r>
    </w:p>
    <w:p w:rsidR="006974AE" w:rsidRDefault="006974AE" w:rsidP="006974AE">
      <w:r>
        <w:t>306.9476</w:t>
      </w:r>
      <w:r>
        <w:tab/>
        <w:t>1.013e0</w:t>
      </w:r>
    </w:p>
    <w:p w:rsidR="006974AE" w:rsidRDefault="006974AE" w:rsidP="006974AE">
      <w:r>
        <w:t>306.9516</w:t>
      </w:r>
      <w:r>
        <w:tab/>
        <w:t>1.013e0</w:t>
      </w:r>
    </w:p>
    <w:p w:rsidR="006974AE" w:rsidRDefault="006974AE" w:rsidP="006974AE">
      <w:r>
        <w:t>306.9798</w:t>
      </w:r>
      <w:r>
        <w:tab/>
        <w:t>5.063e0</w:t>
      </w:r>
    </w:p>
    <w:p w:rsidR="006974AE" w:rsidRDefault="006974AE" w:rsidP="006974AE">
      <w:r>
        <w:t>307.0053</w:t>
      </w:r>
      <w:r>
        <w:tab/>
        <w:t>2.025e0</w:t>
      </w:r>
    </w:p>
    <w:p w:rsidR="006974AE" w:rsidRDefault="006974AE" w:rsidP="006974AE">
      <w:r>
        <w:t>307.0076</w:t>
      </w:r>
      <w:r>
        <w:tab/>
        <w:t>1.013e0</w:t>
      </w:r>
    </w:p>
    <w:p w:rsidR="006974AE" w:rsidRDefault="006974AE" w:rsidP="006974AE">
      <w:r>
        <w:t>307.0159</w:t>
      </w:r>
      <w:r>
        <w:tab/>
        <w:t>2.025e0</w:t>
      </w:r>
    </w:p>
    <w:p w:rsidR="006974AE" w:rsidRDefault="006974AE" w:rsidP="006974AE">
      <w:r>
        <w:t>307.0599</w:t>
      </w:r>
      <w:r>
        <w:tab/>
        <w:t>1.013e0</w:t>
      </w:r>
    </w:p>
    <w:p w:rsidR="006974AE" w:rsidRDefault="006974AE" w:rsidP="006974AE">
      <w:r>
        <w:t>307.0815</w:t>
      </w:r>
      <w:r>
        <w:tab/>
        <w:t>2.025e0</w:t>
      </w:r>
    </w:p>
    <w:p w:rsidR="006974AE" w:rsidRDefault="006974AE" w:rsidP="006974AE">
      <w:r>
        <w:lastRenderedPageBreak/>
        <w:t>307.0828</w:t>
      </w:r>
      <w:r>
        <w:tab/>
        <w:t>1.013e0</w:t>
      </w:r>
    </w:p>
    <w:p w:rsidR="006974AE" w:rsidRDefault="006974AE" w:rsidP="006974AE">
      <w:r>
        <w:t>307.0912</w:t>
      </w:r>
      <w:r>
        <w:tab/>
        <w:t>3.038e0</w:t>
      </w:r>
    </w:p>
    <w:p w:rsidR="006974AE" w:rsidRDefault="006974AE" w:rsidP="006974AE">
      <w:r>
        <w:t>307.0960</w:t>
      </w:r>
      <w:r>
        <w:tab/>
        <w:t>2.025e0</w:t>
      </w:r>
    </w:p>
    <w:p w:rsidR="006974AE" w:rsidRDefault="006974AE" w:rsidP="006974AE">
      <w:r>
        <w:t>307.1224</w:t>
      </w:r>
      <w:r>
        <w:tab/>
        <w:t>3.038e0</w:t>
      </w:r>
    </w:p>
    <w:p w:rsidR="006974AE" w:rsidRDefault="006974AE" w:rsidP="006974AE">
      <w:r>
        <w:t>307.1438</w:t>
      </w:r>
      <w:r>
        <w:tab/>
        <w:t>4.051e0</w:t>
      </w:r>
    </w:p>
    <w:p w:rsidR="006974AE" w:rsidRDefault="006974AE" w:rsidP="006974AE">
      <w:r>
        <w:t>307.1800</w:t>
      </w:r>
      <w:r>
        <w:tab/>
        <w:t>1.013e0</w:t>
      </w:r>
    </w:p>
    <w:p w:rsidR="006974AE" w:rsidRDefault="006974AE" w:rsidP="006974AE">
      <w:r>
        <w:t>307.1839</w:t>
      </w:r>
      <w:r>
        <w:tab/>
        <w:t>3.038e0</w:t>
      </w:r>
    </w:p>
    <w:p w:rsidR="006974AE" w:rsidRDefault="006974AE" w:rsidP="006974AE">
      <w:r>
        <w:t>307.1887</w:t>
      </w:r>
      <w:r>
        <w:tab/>
        <w:t>1.013e0</w:t>
      </w:r>
    </w:p>
    <w:p w:rsidR="006974AE" w:rsidRDefault="006974AE" w:rsidP="006974AE">
      <w:r>
        <w:t>307.1932</w:t>
      </w:r>
      <w:r>
        <w:tab/>
        <w:t>3.038e0</w:t>
      </w:r>
    </w:p>
    <w:p w:rsidR="006974AE" w:rsidRDefault="006974AE" w:rsidP="006974AE">
      <w:r>
        <w:t>307.2166</w:t>
      </w:r>
      <w:r>
        <w:tab/>
        <w:t>1.013e0</w:t>
      </w:r>
    </w:p>
    <w:p w:rsidR="006974AE" w:rsidRDefault="006974AE" w:rsidP="006974AE">
      <w:r>
        <w:t>307.2370</w:t>
      </w:r>
      <w:r>
        <w:tab/>
        <w:t>2.025e0</w:t>
      </w:r>
    </w:p>
    <w:p w:rsidR="006974AE" w:rsidRDefault="006974AE" w:rsidP="006974AE">
      <w:r>
        <w:t>307.2399</w:t>
      </w:r>
      <w:r>
        <w:tab/>
        <w:t>2.025e0</w:t>
      </w:r>
    </w:p>
    <w:p w:rsidR="006974AE" w:rsidRDefault="006974AE" w:rsidP="006974AE">
      <w:r>
        <w:t>307.2560</w:t>
      </w:r>
      <w:r>
        <w:tab/>
        <w:t>1.013e0</w:t>
      </w:r>
    </w:p>
    <w:p w:rsidR="006974AE" w:rsidRDefault="006974AE" w:rsidP="006974AE">
      <w:r>
        <w:t>307.2595</w:t>
      </w:r>
      <w:r>
        <w:tab/>
        <w:t>1.013e0</w:t>
      </w:r>
    </w:p>
    <w:p w:rsidR="006974AE" w:rsidRDefault="006974AE" w:rsidP="006974AE">
      <w:r>
        <w:t>307.2679</w:t>
      </w:r>
      <w:r>
        <w:tab/>
        <w:t>1.013e0</w:t>
      </w:r>
    </w:p>
    <w:p w:rsidR="006974AE" w:rsidRDefault="006974AE" w:rsidP="006974AE">
      <w:r>
        <w:t>307.2875</w:t>
      </w:r>
      <w:r>
        <w:tab/>
        <w:t>1.013e0</w:t>
      </w:r>
    </w:p>
    <w:p w:rsidR="006974AE" w:rsidRDefault="006974AE" w:rsidP="006974AE">
      <w:r>
        <w:t>307.3003</w:t>
      </w:r>
      <w:r>
        <w:tab/>
        <w:t>1.013e0</w:t>
      </w:r>
    </w:p>
    <w:p w:rsidR="006974AE" w:rsidRDefault="006974AE" w:rsidP="006974AE">
      <w:r>
        <w:t>307.3480</w:t>
      </w:r>
      <w:r>
        <w:tab/>
        <w:t>1.013e0</w:t>
      </w:r>
    </w:p>
    <w:p w:rsidR="006974AE" w:rsidRDefault="006974AE" w:rsidP="006974AE">
      <w:r>
        <w:t>307.4122</w:t>
      </w:r>
      <w:r>
        <w:tab/>
        <w:t>1.013e0</w:t>
      </w:r>
    </w:p>
    <w:p w:rsidR="006974AE" w:rsidRDefault="006974AE" w:rsidP="006974AE">
      <w:r>
        <w:lastRenderedPageBreak/>
        <w:t>307.4178</w:t>
      </w:r>
      <w:r>
        <w:tab/>
        <w:t>1.013e0</w:t>
      </w:r>
    </w:p>
    <w:p w:rsidR="006974AE" w:rsidRDefault="006974AE" w:rsidP="006974AE">
      <w:r>
        <w:t>307.4424</w:t>
      </w:r>
      <w:r>
        <w:tab/>
        <w:t>2.025e0</w:t>
      </w:r>
    </w:p>
    <w:p w:rsidR="006974AE" w:rsidRDefault="006974AE" w:rsidP="006974AE">
      <w:r>
        <w:t>307.4480</w:t>
      </w:r>
      <w:r>
        <w:tab/>
        <w:t>2.025e0</w:t>
      </w:r>
    </w:p>
    <w:p w:rsidR="006974AE" w:rsidRDefault="006974AE" w:rsidP="006974AE">
      <w:r>
        <w:t>307.4599</w:t>
      </w:r>
      <w:r>
        <w:tab/>
        <w:t>1.013e0</w:t>
      </w:r>
    </w:p>
    <w:p w:rsidR="006974AE" w:rsidRDefault="006974AE" w:rsidP="006974AE">
      <w:r>
        <w:t>307.4895</w:t>
      </w:r>
      <w:r>
        <w:tab/>
        <w:t>2.025e0</w:t>
      </w:r>
    </w:p>
    <w:p w:rsidR="006974AE" w:rsidRDefault="006974AE" w:rsidP="006974AE">
      <w:r>
        <w:t>307.5196</w:t>
      </w:r>
      <w:r>
        <w:tab/>
        <w:t>1.013e0</w:t>
      </w:r>
    </w:p>
    <w:p w:rsidR="006974AE" w:rsidRDefault="006974AE" w:rsidP="006974AE">
      <w:r>
        <w:t>307.5439</w:t>
      </w:r>
      <w:r>
        <w:tab/>
        <w:t>1.013e0</w:t>
      </w:r>
    </w:p>
    <w:p w:rsidR="006974AE" w:rsidRDefault="006974AE" w:rsidP="006974AE">
      <w:r>
        <w:t>307.6320</w:t>
      </w:r>
      <w:r>
        <w:tab/>
        <w:t>1.013e0</w:t>
      </w:r>
    </w:p>
    <w:p w:rsidR="006974AE" w:rsidRDefault="006974AE" w:rsidP="006974AE">
      <w:r>
        <w:t>307.6801</w:t>
      </w:r>
      <w:r>
        <w:tab/>
        <w:t>1.013e0</w:t>
      </w:r>
    </w:p>
    <w:p w:rsidR="006974AE" w:rsidRDefault="006974AE" w:rsidP="006974AE">
      <w:r>
        <w:t>307.6815</w:t>
      </w:r>
      <w:r>
        <w:tab/>
        <w:t>2.025e0</w:t>
      </w:r>
    </w:p>
    <w:p w:rsidR="006974AE" w:rsidRDefault="006974AE" w:rsidP="006974AE">
      <w:r>
        <w:t>307.6876</w:t>
      </w:r>
      <w:r>
        <w:tab/>
        <w:t>1.013e0</w:t>
      </w:r>
    </w:p>
    <w:p w:rsidR="006974AE" w:rsidRDefault="006974AE" w:rsidP="006974AE">
      <w:r>
        <w:t>307.7036</w:t>
      </w:r>
      <w:r>
        <w:tab/>
        <w:t>2.025e0</w:t>
      </w:r>
    </w:p>
    <w:p w:rsidR="006974AE" w:rsidRDefault="006974AE" w:rsidP="006974AE">
      <w:r>
        <w:t>307.7249</w:t>
      </w:r>
      <w:r>
        <w:tab/>
        <w:t>1.013e0</w:t>
      </w:r>
    </w:p>
    <w:p w:rsidR="006974AE" w:rsidRDefault="006974AE" w:rsidP="006974AE">
      <w:r>
        <w:t>307.7524</w:t>
      </w:r>
      <w:r>
        <w:tab/>
        <w:t>1.013e0</w:t>
      </w:r>
    </w:p>
    <w:p w:rsidR="006974AE" w:rsidRDefault="006974AE" w:rsidP="006974AE">
      <w:r>
        <w:t>307.7859</w:t>
      </w:r>
      <w:r>
        <w:tab/>
        <w:t>1.013e0</w:t>
      </w:r>
    </w:p>
    <w:p w:rsidR="006974AE" w:rsidRDefault="006974AE" w:rsidP="006974AE">
      <w:r>
        <w:t>307.8663</w:t>
      </w:r>
      <w:r>
        <w:tab/>
        <w:t>2.025e0</w:t>
      </w:r>
    </w:p>
    <w:p w:rsidR="006974AE" w:rsidRDefault="006974AE" w:rsidP="006974AE">
      <w:r>
        <w:t>307.8741</w:t>
      </w:r>
      <w:r>
        <w:tab/>
        <w:t>2.025e0</w:t>
      </w:r>
    </w:p>
    <w:p w:rsidR="006974AE" w:rsidRDefault="006974AE" w:rsidP="006974AE">
      <w:r>
        <w:t>307.8796</w:t>
      </w:r>
      <w:r>
        <w:tab/>
        <w:t>1.013e0</w:t>
      </w:r>
    </w:p>
    <w:p w:rsidR="006974AE" w:rsidRDefault="006974AE" w:rsidP="006974AE">
      <w:r>
        <w:t>307.8923</w:t>
      </w:r>
      <w:r>
        <w:tab/>
        <w:t>2.025e0</w:t>
      </w:r>
    </w:p>
    <w:p w:rsidR="006974AE" w:rsidRDefault="006974AE" w:rsidP="006974AE">
      <w:r>
        <w:lastRenderedPageBreak/>
        <w:t>307.8980</w:t>
      </w:r>
      <w:r>
        <w:tab/>
        <w:t>1.013e0</w:t>
      </w:r>
    </w:p>
    <w:p w:rsidR="006974AE" w:rsidRDefault="006974AE" w:rsidP="006974AE">
      <w:r>
        <w:t>307.9356</w:t>
      </w:r>
      <w:r>
        <w:tab/>
        <w:t>1.013e0</w:t>
      </w:r>
    </w:p>
    <w:p w:rsidR="006974AE" w:rsidRDefault="006974AE" w:rsidP="006974AE">
      <w:r>
        <w:t>307.9398</w:t>
      </w:r>
      <w:r>
        <w:tab/>
        <w:t>2.025e0</w:t>
      </w:r>
    </w:p>
    <w:p w:rsidR="006974AE" w:rsidRDefault="006974AE" w:rsidP="006974AE">
      <w:r>
        <w:t>307.9680</w:t>
      </w:r>
      <w:r>
        <w:tab/>
        <w:t>1.013e0</w:t>
      </w:r>
    </w:p>
    <w:p w:rsidR="006974AE" w:rsidRDefault="006974AE" w:rsidP="006974AE">
      <w:r>
        <w:t>307.9719</w:t>
      </w:r>
      <w:r>
        <w:tab/>
        <w:t>2.025e0</w:t>
      </w:r>
    </w:p>
    <w:p w:rsidR="006974AE" w:rsidRDefault="006974AE" w:rsidP="006974AE">
      <w:r>
        <w:t>307.9794</w:t>
      </w:r>
      <w:r>
        <w:tab/>
        <w:t>4.051e0</w:t>
      </w:r>
    </w:p>
    <w:p w:rsidR="006974AE" w:rsidRDefault="006974AE" w:rsidP="006974AE">
      <w:r>
        <w:t>307.9916</w:t>
      </w:r>
      <w:r>
        <w:tab/>
        <w:t>1.013e0</w:t>
      </w:r>
    </w:p>
    <w:p w:rsidR="006974AE" w:rsidRDefault="006974AE" w:rsidP="006974AE">
      <w:r>
        <w:t>308.0197</w:t>
      </w:r>
      <w:r>
        <w:tab/>
        <w:t>2.025e0</w:t>
      </w:r>
    </w:p>
    <w:p w:rsidR="006974AE" w:rsidRDefault="006974AE" w:rsidP="006974AE">
      <w:r>
        <w:t>308.0281</w:t>
      </w:r>
      <w:r>
        <w:tab/>
        <w:t>1.013e0</w:t>
      </w:r>
    </w:p>
    <w:p w:rsidR="006974AE" w:rsidRDefault="006974AE" w:rsidP="006974AE">
      <w:r>
        <w:t>308.0374</w:t>
      </w:r>
      <w:r>
        <w:tab/>
        <w:t>1.013e0</w:t>
      </w:r>
    </w:p>
    <w:p w:rsidR="006974AE" w:rsidRDefault="006974AE" w:rsidP="006974AE">
      <w:r>
        <w:t>308.0477</w:t>
      </w:r>
      <w:r>
        <w:tab/>
        <w:t>1.013e0</w:t>
      </w:r>
    </w:p>
    <w:p w:rsidR="006974AE" w:rsidRDefault="006974AE" w:rsidP="006974AE">
      <w:r>
        <w:t>308.0709</w:t>
      </w:r>
      <w:r>
        <w:tab/>
        <w:t>1.013e0</w:t>
      </w:r>
    </w:p>
    <w:p w:rsidR="006974AE" w:rsidRDefault="006974AE" w:rsidP="006974AE">
      <w:r>
        <w:t>308.0800</w:t>
      </w:r>
      <w:r>
        <w:tab/>
        <w:t>1.013e0</w:t>
      </w:r>
    </w:p>
    <w:p w:rsidR="006974AE" w:rsidRDefault="006974AE" w:rsidP="006974AE">
      <w:r>
        <w:t>308.0838</w:t>
      </w:r>
      <w:r>
        <w:tab/>
        <w:t>1.013e0</w:t>
      </w:r>
    </w:p>
    <w:p w:rsidR="006974AE" w:rsidRDefault="006974AE" w:rsidP="006974AE">
      <w:r>
        <w:t>308.1081</w:t>
      </w:r>
      <w:r>
        <w:tab/>
        <w:t>1.013e0</w:t>
      </w:r>
    </w:p>
    <w:p w:rsidR="006974AE" w:rsidRDefault="006974AE" w:rsidP="006974AE">
      <w:r>
        <w:t>308.1268</w:t>
      </w:r>
      <w:r>
        <w:tab/>
        <w:t>1.013e0</w:t>
      </w:r>
    </w:p>
    <w:p w:rsidR="006974AE" w:rsidRDefault="006974AE" w:rsidP="006974AE">
      <w:r>
        <w:t>308.1377</w:t>
      </w:r>
      <w:r>
        <w:tab/>
        <w:t>2.025e0</w:t>
      </w:r>
    </w:p>
    <w:p w:rsidR="006974AE" w:rsidRDefault="006974AE" w:rsidP="006974AE">
      <w:r>
        <w:t>308.1402</w:t>
      </w:r>
      <w:r>
        <w:tab/>
        <w:t>1.013e0</w:t>
      </w:r>
    </w:p>
    <w:p w:rsidR="006974AE" w:rsidRDefault="006974AE" w:rsidP="006974AE">
      <w:r>
        <w:t>308.1879</w:t>
      </w:r>
      <w:r>
        <w:tab/>
        <w:t>3.038e0</w:t>
      </w:r>
    </w:p>
    <w:p w:rsidR="006974AE" w:rsidRDefault="006974AE" w:rsidP="006974AE">
      <w:r>
        <w:lastRenderedPageBreak/>
        <w:t>308.1962</w:t>
      </w:r>
      <w:r>
        <w:tab/>
        <w:t>1.013e0</w:t>
      </w:r>
    </w:p>
    <w:p w:rsidR="006974AE" w:rsidRDefault="006974AE" w:rsidP="006974AE">
      <w:r>
        <w:t>308.2051</w:t>
      </w:r>
      <w:r>
        <w:tab/>
        <w:t>1.013e0</w:t>
      </w:r>
    </w:p>
    <w:p w:rsidR="006974AE" w:rsidRDefault="006974AE" w:rsidP="006974AE">
      <w:r>
        <w:t>308.2318</w:t>
      </w:r>
      <w:r>
        <w:tab/>
        <w:t>3.038e0</w:t>
      </w:r>
    </w:p>
    <w:p w:rsidR="006974AE" w:rsidRDefault="006974AE" w:rsidP="006974AE">
      <w:r>
        <w:t>308.2442</w:t>
      </w:r>
      <w:r>
        <w:tab/>
        <w:t>1.013e0</w:t>
      </w:r>
    </w:p>
    <w:p w:rsidR="006974AE" w:rsidRDefault="006974AE" w:rsidP="006974AE">
      <w:r>
        <w:t>308.2481</w:t>
      </w:r>
      <w:r>
        <w:tab/>
        <w:t>1.013e0</w:t>
      </w:r>
    </w:p>
    <w:p w:rsidR="006974AE" w:rsidRDefault="006974AE" w:rsidP="006974AE">
      <w:r>
        <w:t>308.2519</w:t>
      </w:r>
      <w:r>
        <w:tab/>
        <w:t>1.013e0</w:t>
      </w:r>
    </w:p>
    <w:p w:rsidR="006974AE" w:rsidRDefault="006974AE" w:rsidP="006974AE">
      <w:r>
        <w:t>308.2557</w:t>
      </w:r>
      <w:r>
        <w:tab/>
        <w:t>1.013e0</w:t>
      </w:r>
    </w:p>
    <w:p w:rsidR="006974AE" w:rsidRDefault="006974AE" w:rsidP="006974AE">
      <w:r>
        <w:t>308.2762</w:t>
      </w:r>
      <w:r>
        <w:tab/>
        <w:t>1.013e0</w:t>
      </w:r>
    </w:p>
    <w:p w:rsidR="006974AE" w:rsidRDefault="006974AE" w:rsidP="006974AE">
      <w:r>
        <w:t>308.2799</w:t>
      </w:r>
      <w:r>
        <w:tab/>
        <w:t>1.013e0</w:t>
      </w:r>
    </w:p>
    <w:p w:rsidR="006974AE" w:rsidRDefault="006974AE" w:rsidP="006974AE">
      <w:r>
        <w:t>308.3101</w:t>
      </w:r>
      <w:r>
        <w:tab/>
        <w:t>2.025e0</w:t>
      </w:r>
    </w:p>
    <w:p w:rsidR="006974AE" w:rsidRDefault="006974AE" w:rsidP="006974AE">
      <w:r>
        <w:t>308.3499</w:t>
      </w:r>
      <w:r>
        <w:tab/>
        <w:t>2.025e0</w:t>
      </w:r>
    </w:p>
    <w:p w:rsidR="006974AE" w:rsidRDefault="006974AE" w:rsidP="006974AE">
      <w:r>
        <w:t>308.3731</w:t>
      </w:r>
      <w:r>
        <w:tab/>
        <w:t>2.025e0</w:t>
      </w:r>
    </w:p>
    <w:p w:rsidR="006974AE" w:rsidRDefault="006974AE" w:rsidP="006974AE">
      <w:r>
        <w:t>308.3878</w:t>
      </w:r>
      <w:r>
        <w:tab/>
        <w:t>1.013e0</w:t>
      </w:r>
    </w:p>
    <w:p w:rsidR="006974AE" w:rsidRDefault="006974AE" w:rsidP="006974AE">
      <w:r>
        <w:t>308.4159</w:t>
      </w:r>
      <w:r>
        <w:tab/>
        <w:t>1.013e0</w:t>
      </w:r>
    </w:p>
    <w:p w:rsidR="006974AE" w:rsidRDefault="006974AE" w:rsidP="006974AE">
      <w:r>
        <w:t>308.4401</w:t>
      </w:r>
      <w:r>
        <w:tab/>
        <w:t>1.013e0</w:t>
      </w:r>
    </w:p>
    <w:p w:rsidR="006974AE" w:rsidRDefault="006974AE" w:rsidP="006974AE">
      <w:r>
        <w:t>308.4573</w:t>
      </w:r>
      <w:r>
        <w:tab/>
        <w:t>1.013e0</w:t>
      </w:r>
    </w:p>
    <w:p w:rsidR="006974AE" w:rsidRDefault="006974AE" w:rsidP="006974AE">
      <w:r>
        <w:t>308.4683</w:t>
      </w:r>
      <w:r>
        <w:tab/>
        <w:t>2.025e0</w:t>
      </w:r>
    </w:p>
    <w:p w:rsidR="006974AE" w:rsidRDefault="006974AE" w:rsidP="006974AE">
      <w:r>
        <w:t>308.4908</w:t>
      </w:r>
      <w:r>
        <w:tab/>
        <w:t>1.013e0</w:t>
      </w:r>
    </w:p>
    <w:p w:rsidR="006974AE" w:rsidRDefault="006974AE" w:rsidP="006974AE">
      <w:r>
        <w:t>308.5128</w:t>
      </w:r>
      <w:r>
        <w:tab/>
        <w:t>1.013e0</w:t>
      </w:r>
    </w:p>
    <w:p w:rsidR="006974AE" w:rsidRDefault="006974AE" w:rsidP="006974AE">
      <w:r>
        <w:lastRenderedPageBreak/>
        <w:t>308.5744</w:t>
      </w:r>
      <w:r>
        <w:tab/>
        <w:t>1.013e0</w:t>
      </w:r>
    </w:p>
    <w:p w:rsidR="006974AE" w:rsidRDefault="006974AE" w:rsidP="006974AE">
      <w:r>
        <w:t>308.5804</w:t>
      </w:r>
      <w:r>
        <w:tab/>
        <w:t>1.013e0</w:t>
      </w:r>
    </w:p>
    <w:p w:rsidR="006974AE" w:rsidRDefault="006974AE" w:rsidP="006974AE">
      <w:r>
        <w:t>308.5885</w:t>
      </w:r>
      <w:r>
        <w:tab/>
        <w:t>1.013e0</w:t>
      </w:r>
    </w:p>
    <w:p w:rsidR="006974AE" w:rsidRDefault="006974AE" w:rsidP="006974AE">
      <w:r>
        <w:t>308.5921</w:t>
      </w:r>
      <w:r>
        <w:tab/>
        <w:t>1.013e0</w:t>
      </w:r>
    </w:p>
    <w:p w:rsidR="006974AE" w:rsidRDefault="006974AE" w:rsidP="006974AE">
      <w:r>
        <w:t>308.5946</w:t>
      </w:r>
      <w:r>
        <w:tab/>
        <w:t>2.025e0</w:t>
      </w:r>
    </w:p>
    <w:p w:rsidR="006974AE" w:rsidRDefault="006974AE" w:rsidP="006974AE">
      <w:r>
        <w:t>308.6005</w:t>
      </w:r>
      <w:r>
        <w:tab/>
        <w:t>2.025e0</w:t>
      </w:r>
    </w:p>
    <w:p w:rsidR="006974AE" w:rsidRDefault="006974AE" w:rsidP="006974AE">
      <w:r>
        <w:t>308.6441</w:t>
      </w:r>
      <w:r>
        <w:tab/>
        <w:t>1.013e0</w:t>
      </w:r>
    </w:p>
    <w:p w:rsidR="006974AE" w:rsidRDefault="006974AE" w:rsidP="006974AE">
      <w:r>
        <w:t>308.6644</w:t>
      </w:r>
      <w:r>
        <w:tab/>
        <w:t>1.013e0</w:t>
      </w:r>
    </w:p>
    <w:p w:rsidR="006974AE" w:rsidRDefault="006974AE" w:rsidP="006974AE">
      <w:r>
        <w:t>308.6864</w:t>
      </w:r>
      <w:r>
        <w:tab/>
        <w:t>1.013e0</w:t>
      </w:r>
    </w:p>
    <w:p w:rsidR="006974AE" w:rsidRDefault="006974AE" w:rsidP="006974AE">
      <w:r>
        <w:t>308.7372</w:t>
      </w:r>
      <w:r>
        <w:tab/>
        <w:t>1.013e0</w:t>
      </w:r>
    </w:p>
    <w:p w:rsidR="006974AE" w:rsidRDefault="006974AE" w:rsidP="006974AE">
      <w:r>
        <w:t>308.7428</w:t>
      </w:r>
      <w:r>
        <w:tab/>
        <w:t>1.013e0</w:t>
      </w:r>
    </w:p>
    <w:p w:rsidR="006974AE" w:rsidRDefault="006974AE" w:rsidP="006974AE">
      <w:r>
        <w:t>308.7764</w:t>
      </w:r>
      <w:r>
        <w:tab/>
        <w:t>1.013e0</w:t>
      </w:r>
    </w:p>
    <w:p w:rsidR="006974AE" w:rsidRDefault="006974AE" w:rsidP="006974AE">
      <w:r>
        <w:t>308.8163</w:t>
      </w:r>
      <w:r>
        <w:tab/>
        <w:t>1.013e0</w:t>
      </w:r>
    </w:p>
    <w:p w:rsidR="006974AE" w:rsidRDefault="006974AE" w:rsidP="006974AE">
      <w:r>
        <w:t>308.8213</w:t>
      </w:r>
      <w:r>
        <w:tab/>
        <w:t>2.025e0</w:t>
      </w:r>
    </w:p>
    <w:p w:rsidR="006974AE" w:rsidRDefault="006974AE" w:rsidP="006974AE">
      <w:r>
        <w:t>308.8302</w:t>
      </w:r>
      <w:r>
        <w:tab/>
        <w:t>2.025e0</w:t>
      </w:r>
    </w:p>
    <w:p w:rsidR="006974AE" w:rsidRDefault="006974AE" w:rsidP="006974AE">
      <w:r>
        <w:t>308.8407</w:t>
      </w:r>
      <w:r>
        <w:tab/>
        <w:t>1.013e0</w:t>
      </w:r>
    </w:p>
    <w:p w:rsidR="006974AE" w:rsidRDefault="006974AE" w:rsidP="006974AE">
      <w:r>
        <w:t>308.8769</w:t>
      </w:r>
      <w:r>
        <w:tab/>
        <w:t>1.013e0</w:t>
      </w:r>
    </w:p>
    <w:p w:rsidR="006974AE" w:rsidRDefault="006974AE" w:rsidP="006974AE">
      <w:r>
        <w:t>308.8925</w:t>
      </w:r>
      <w:r>
        <w:tab/>
        <w:t>3.038e0</w:t>
      </w:r>
    </w:p>
    <w:p w:rsidR="006974AE" w:rsidRDefault="006974AE" w:rsidP="006974AE">
      <w:r>
        <w:t>308.9008</w:t>
      </w:r>
      <w:r>
        <w:tab/>
        <w:t>1.013e0</w:t>
      </w:r>
    </w:p>
    <w:p w:rsidR="006974AE" w:rsidRDefault="006974AE" w:rsidP="006974AE">
      <w:r>
        <w:lastRenderedPageBreak/>
        <w:t>308.9105</w:t>
      </w:r>
      <w:r>
        <w:tab/>
        <w:t>1.013e0</w:t>
      </w:r>
    </w:p>
    <w:p w:rsidR="006974AE" w:rsidRDefault="006974AE" w:rsidP="006974AE">
      <w:r>
        <w:t>308.9207</w:t>
      </w:r>
      <w:r>
        <w:tab/>
        <w:t>1.013e0</w:t>
      </w:r>
    </w:p>
    <w:p w:rsidR="006974AE" w:rsidRDefault="006974AE" w:rsidP="006974AE">
      <w:r>
        <w:t>308.9244</w:t>
      </w:r>
      <w:r>
        <w:tab/>
        <w:t>1.013e0</w:t>
      </w:r>
    </w:p>
    <w:p w:rsidR="006974AE" w:rsidRDefault="006974AE" w:rsidP="006974AE">
      <w:r>
        <w:t>308.9669</w:t>
      </w:r>
      <w:r>
        <w:tab/>
        <w:t>1.013e0</w:t>
      </w:r>
    </w:p>
    <w:p w:rsidR="006974AE" w:rsidRDefault="006974AE" w:rsidP="006974AE">
      <w:r>
        <w:t>309.0085</w:t>
      </w:r>
      <w:r>
        <w:tab/>
        <w:t>1.013e0</w:t>
      </w:r>
    </w:p>
    <w:p w:rsidR="006974AE" w:rsidRDefault="006974AE" w:rsidP="006974AE">
      <w:r>
        <w:t>309.0129</w:t>
      </w:r>
      <w:r>
        <w:tab/>
        <w:t>1.013e0</w:t>
      </w:r>
    </w:p>
    <w:p w:rsidR="006974AE" w:rsidRDefault="006974AE" w:rsidP="006974AE">
      <w:r>
        <w:t>309.0182</w:t>
      </w:r>
      <w:r>
        <w:tab/>
        <w:t>2.025e0</w:t>
      </w:r>
    </w:p>
    <w:p w:rsidR="006974AE" w:rsidRDefault="006974AE" w:rsidP="006974AE">
      <w:r>
        <w:t>309.0406</w:t>
      </w:r>
      <w:r>
        <w:tab/>
        <w:t>1.013e0</w:t>
      </w:r>
    </w:p>
    <w:p w:rsidR="006974AE" w:rsidRDefault="006974AE" w:rsidP="006974AE">
      <w:r>
        <w:t>309.0566</w:t>
      </w:r>
      <w:r>
        <w:tab/>
        <w:t>1.013e0</w:t>
      </w:r>
    </w:p>
    <w:p w:rsidR="006974AE" w:rsidRDefault="006974AE" w:rsidP="006974AE">
      <w:r>
        <w:t>309.0822</w:t>
      </w:r>
      <w:r>
        <w:tab/>
        <w:t>3.038e0</w:t>
      </w:r>
    </w:p>
    <w:p w:rsidR="006974AE" w:rsidRDefault="006974AE" w:rsidP="006974AE">
      <w:r>
        <w:t>309.0889</w:t>
      </w:r>
      <w:r>
        <w:tab/>
        <w:t>1.013e0</w:t>
      </w:r>
    </w:p>
    <w:p w:rsidR="006974AE" w:rsidRDefault="006974AE" w:rsidP="006974AE">
      <w:r>
        <w:t>309.0930</w:t>
      </w:r>
      <w:r>
        <w:tab/>
        <w:t>1.013e0</w:t>
      </w:r>
    </w:p>
    <w:p w:rsidR="006974AE" w:rsidRDefault="006974AE" w:rsidP="006974AE">
      <w:r>
        <w:t>309.1029</w:t>
      </w:r>
      <w:r>
        <w:tab/>
        <w:t>2.025e0</w:t>
      </w:r>
    </w:p>
    <w:p w:rsidR="006974AE" w:rsidRDefault="006974AE" w:rsidP="006974AE">
      <w:r>
        <w:t>309.1291</w:t>
      </w:r>
      <w:r>
        <w:tab/>
        <w:t>2.025e0</w:t>
      </w:r>
    </w:p>
    <w:p w:rsidR="006974AE" w:rsidRDefault="006974AE" w:rsidP="006974AE">
      <w:r>
        <w:t>309.1404</w:t>
      </w:r>
      <w:r>
        <w:tab/>
        <w:t>1.013e0</w:t>
      </w:r>
    </w:p>
    <w:p w:rsidR="006974AE" w:rsidRDefault="006974AE" w:rsidP="006974AE">
      <w:r>
        <w:t>309.1632</w:t>
      </w:r>
      <w:r>
        <w:tab/>
        <w:t>1.013e0</w:t>
      </w:r>
    </w:p>
    <w:p w:rsidR="006974AE" w:rsidRDefault="006974AE" w:rsidP="006974AE">
      <w:r>
        <w:t>309.1769</w:t>
      </w:r>
      <w:r>
        <w:tab/>
        <w:t>3.038e0</w:t>
      </w:r>
    </w:p>
    <w:p w:rsidR="006974AE" w:rsidRDefault="006974AE" w:rsidP="006974AE">
      <w:r>
        <w:t>309.1807</w:t>
      </w:r>
      <w:r>
        <w:tab/>
        <w:t>1.013e0</w:t>
      </w:r>
    </w:p>
    <w:p w:rsidR="006974AE" w:rsidRDefault="006974AE" w:rsidP="006974AE">
      <w:r>
        <w:t>309.1852</w:t>
      </w:r>
      <w:r>
        <w:tab/>
        <w:t>1.013e0</w:t>
      </w:r>
    </w:p>
    <w:p w:rsidR="006974AE" w:rsidRDefault="006974AE" w:rsidP="006974AE">
      <w:r>
        <w:lastRenderedPageBreak/>
        <w:t>309.1911</w:t>
      </w:r>
      <w:r>
        <w:tab/>
        <w:t>2.025e0</w:t>
      </w:r>
    </w:p>
    <w:p w:rsidR="006974AE" w:rsidRDefault="006974AE" w:rsidP="006974AE">
      <w:r>
        <w:t>309.2050</w:t>
      </w:r>
      <w:r>
        <w:tab/>
        <w:t>4.051e0</w:t>
      </w:r>
    </w:p>
    <w:p w:rsidR="006974AE" w:rsidRDefault="006974AE" w:rsidP="006974AE">
      <w:r>
        <w:t>309.2116</w:t>
      </w:r>
      <w:r>
        <w:tab/>
        <w:t>2.025e0</w:t>
      </w:r>
    </w:p>
    <w:p w:rsidR="006974AE" w:rsidRDefault="006974AE" w:rsidP="006974AE">
      <w:r>
        <w:t>309.2347</w:t>
      </w:r>
      <w:r>
        <w:tab/>
        <w:t>2.025e0</w:t>
      </w:r>
    </w:p>
    <w:p w:rsidR="006974AE" w:rsidRDefault="006974AE" w:rsidP="006974AE">
      <w:r>
        <w:t>309.2428</w:t>
      </w:r>
      <w:r>
        <w:tab/>
        <w:t>2.025e0</w:t>
      </w:r>
    </w:p>
    <w:p w:rsidR="006974AE" w:rsidRDefault="006974AE" w:rsidP="006974AE">
      <w:r>
        <w:t>309.2485</w:t>
      </w:r>
      <w:r>
        <w:tab/>
        <w:t>2.025e0</w:t>
      </w:r>
    </w:p>
    <w:p w:rsidR="006974AE" w:rsidRDefault="006974AE" w:rsidP="006974AE">
      <w:r>
        <w:t>309.2750</w:t>
      </w:r>
      <w:r>
        <w:tab/>
        <w:t>1.013e0</w:t>
      </w:r>
    </w:p>
    <w:p w:rsidR="006974AE" w:rsidRDefault="006974AE" w:rsidP="006974AE">
      <w:r>
        <w:t>309.2891</w:t>
      </w:r>
      <w:r>
        <w:tab/>
        <w:t>3.038e0</w:t>
      </w:r>
    </w:p>
    <w:p w:rsidR="006974AE" w:rsidRDefault="006974AE" w:rsidP="006974AE">
      <w:r>
        <w:t>309.3132</w:t>
      </w:r>
      <w:r>
        <w:tab/>
        <w:t>1.013e0</w:t>
      </w:r>
    </w:p>
    <w:p w:rsidR="006974AE" w:rsidRDefault="006974AE" w:rsidP="006974AE">
      <w:r>
        <w:t>309.3169</w:t>
      </w:r>
      <w:r>
        <w:tab/>
        <w:t>2.025e0</w:t>
      </w:r>
    </w:p>
    <w:p w:rsidR="006974AE" w:rsidRDefault="006974AE" w:rsidP="006974AE">
      <w:r>
        <w:t>309.3209</w:t>
      </w:r>
      <w:r>
        <w:tab/>
        <w:t>1.013e0</w:t>
      </w:r>
    </w:p>
    <w:p w:rsidR="006974AE" w:rsidRDefault="006974AE" w:rsidP="006974AE">
      <w:r>
        <w:t>309.3255</w:t>
      </w:r>
      <w:r>
        <w:tab/>
        <w:t>1.013e0</w:t>
      </w:r>
    </w:p>
    <w:p w:rsidR="006974AE" w:rsidRDefault="006974AE" w:rsidP="006974AE">
      <w:r>
        <w:t>309.3315</w:t>
      </w:r>
      <w:r>
        <w:tab/>
        <w:t>1.013e0</w:t>
      </w:r>
    </w:p>
    <w:p w:rsidR="006974AE" w:rsidRDefault="006974AE" w:rsidP="006974AE">
      <w:r>
        <w:t>309.3371</w:t>
      </w:r>
      <w:r>
        <w:tab/>
        <w:t>1.013e0</w:t>
      </w:r>
    </w:p>
    <w:p w:rsidR="006974AE" w:rsidRDefault="006974AE" w:rsidP="006974AE">
      <w:r>
        <w:t>309.3412</w:t>
      </w:r>
      <w:r>
        <w:tab/>
        <w:t>1.013e0</w:t>
      </w:r>
    </w:p>
    <w:p w:rsidR="006974AE" w:rsidRDefault="006974AE" w:rsidP="006974AE">
      <w:r>
        <w:t>309.3647</w:t>
      </w:r>
      <w:r>
        <w:tab/>
        <w:t>1.013e0</w:t>
      </w:r>
    </w:p>
    <w:p w:rsidR="006974AE" w:rsidRDefault="006974AE" w:rsidP="006974AE">
      <w:r>
        <w:t>309.3872</w:t>
      </w:r>
      <w:r>
        <w:tab/>
        <w:t>1.013e0</w:t>
      </w:r>
    </w:p>
    <w:p w:rsidR="006974AE" w:rsidRDefault="006974AE" w:rsidP="006974AE">
      <w:r>
        <w:t>309.4097</w:t>
      </w:r>
      <w:r>
        <w:tab/>
        <w:t>1.013e0</w:t>
      </w:r>
    </w:p>
    <w:p w:rsidR="006974AE" w:rsidRDefault="006974AE" w:rsidP="006974AE">
      <w:r>
        <w:t>309.4404</w:t>
      </w:r>
      <w:r>
        <w:tab/>
        <w:t>3.038e0</w:t>
      </w:r>
    </w:p>
    <w:p w:rsidR="006974AE" w:rsidRDefault="006974AE" w:rsidP="006974AE">
      <w:r>
        <w:lastRenderedPageBreak/>
        <w:t>309.4575</w:t>
      </w:r>
      <w:r>
        <w:tab/>
        <w:t>1.013e0</w:t>
      </w:r>
    </w:p>
    <w:p w:rsidR="006974AE" w:rsidRDefault="006974AE" w:rsidP="006974AE">
      <w:r>
        <w:t>309.4855</w:t>
      </w:r>
      <w:r>
        <w:tab/>
        <w:t>1.013e0</w:t>
      </w:r>
    </w:p>
    <w:p w:rsidR="006974AE" w:rsidRDefault="006974AE" w:rsidP="006974AE">
      <w:r>
        <w:t>309.5091</w:t>
      </w:r>
      <w:r>
        <w:tab/>
        <w:t>1.013e0</w:t>
      </w:r>
    </w:p>
    <w:p w:rsidR="006974AE" w:rsidRDefault="006974AE" w:rsidP="006974AE">
      <w:r>
        <w:t>309.5174</w:t>
      </w:r>
      <w:r>
        <w:tab/>
        <w:t>2.025e0</w:t>
      </w:r>
    </w:p>
    <w:p w:rsidR="006974AE" w:rsidRDefault="006974AE" w:rsidP="006974AE">
      <w:r>
        <w:t>309.5219</w:t>
      </w:r>
      <w:r>
        <w:tab/>
        <w:t>1.013e0</w:t>
      </w:r>
    </w:p>
    <w:p w:rsidR="006974AE" w:rsidRDefault="006974AE" w:rsidP="006974AE">
      <w:r>
        <w:t>309.5375</w:t>
      </w:r>
      <w:r>
        <w:tab/>
        <w:t>1.013e0</w:t>
      </w:r>
    </w:p>
    <w:p w:rsidR="006974AE" w:rsidRDefault="006974AE" w:rsidP="006974AE">
      <w:r>
        <w:t>309.5782</w:t>
      </w:r>
      <w:r>
        <w:tab/>
        <w:t>2.025e0</w:t>
      </w:r>
    </w:p>
    <w:p w:rsidR="006974AE" w:rsidRDefault="006974AE" w:rsidP="006974AE">
      <w:r>
        <w:t>309.6341</w:t>
      </w:r>
      <w:r>
        <w:tab/>
        <w:t>3.038e0</w:t>
      </w:r>
    </w:p>
    <w:p w:rsidR="006974AE" w:rsidRDefault="006974AE" w:rsidP="006974AE">
      <w:r>
        <w:t>309.6627</w:t>
      </w:r>
      <w:r>
        <w:tab/>
        <w:t>1.013e0</w:t>
      </w:r>
    </w:p>
    <w:p w:rsidR="006974AE" w:rsidRDefault="006974AE" w:rsidP="006974AE">
      <w:r>
        <w:t>309.7138</w:t>
      </w:r>
      <w:r>
        <w:tab/>
        <w:t>1.013e0</w:t>
      </w:r>
    </w:p>
    <w:p w:rsidR="006974AE" w:rsidRDefault="006974AE" w:rsidP="006974AE">
      <w:r>
        <w:t>309.7185</w:t>
      </w:r>
      <w:r>
        <w:tab/>
        <w:t>1.013e0</w:t>
      </w:r>
    </w:p>
    <w:p w:rsidR="006974AE" w:rsidRDefault="006974AE" w:rsidP="006974AE">
      <w:r>
        <w:t>309.7245</w:t>
      </w:r>
      <w:r>
        <w:tab/>
        <w:t>1.013e0</w:t>
      </w:r>
    </w:p>
    <w:p w:rsidR="006974AE" w:rsidRDefault="006974AE" w:rsidP="006974AE">
      <w:r>
        <w:t>309.7526</w:t>
      </w:r>
      <w:r>
        <w:tab/>
        <w:t>1.013e0</w:t>
      </w:r>
    </w:p>
    <w:p w:rsidR="006974AE" w:rsidRDefault="006974AE" w:rsidP="006974AE">
      <w:r>
        <w:t>309.7577</w:t>
      </w:r>
      <w:r>
        <w:tab/>
        <w:t>1.013e0</w:t>
      </w:r>
    </w:p>
    <w:p w:rsidR="006974AE" w:rsidRDefault="006974AE" w:rsidP="006974AE">
      <w:r>
        <w:t>309.7656</w:t>
      </w:r>
      <w:r>
        <w:tab/>
        <w:t>1.013e0</w:t>
      </w:r>
    </w:p>
    <w:p w:rsidR="006974AE" w:rsidRDefault="006974AE" w:rsidP="006974AE">
      <w:r>
        <w:t>309.7896</w:t>
      </w:r>
      <w:r>
        <w:tab/>
        <w:t>1.013e0</w:t>
      </w:r>
    </w:p>
    <w:p w:rsidR="006974AE" w:rsidRDefault="006974AE" w:rsidP="006974AE">
      <w:r>
        <w:t>309.8031</w:t>
      </w:r>
      <w:r>
        <w:tab/>
        <w:t>1.013e0</w:t>
      </w:r>
    </w:p>
    <w:p w:rsidR="006974AE" w:rsidRDefault="006974AE" w:rsidP="006974AE">
      <w:r>
        <w:t>309.8087</w:t>
      </w:r>
      <w:r>
        <w:tab/>
        <w:t>1.013e0</w:t>
      </w:r>
    </w:p>
    <w:p w:rsidR="006974AE" w:rsidRDefault="006974AE" w:rsidP="006974AE">
      <w:r>
        <w:t>309.8308</w:t>
      </w:r>
      <w:r>
        <w:tab/>
        <w:t>1.013e0</w:t>
      </w:r>
    </w:p>
    <w:p w:rsidR="006974AE" w:rsidRDefault="006974AE" w:rsidP="006974AE">
      <w:r>
        <w:lastRenderedPageBreak/>
        <w:t>309.8460</w:t>
      </w:r>
      <w:r>
        <w:tab/>
        <w:t>2.025e0</w:t>
      </w:r>
    </w:p>
    <w:p w:rsidR="006974AE" w:rsidRDefault="006974AE" w:rsidP="006974AE">
      <w:r>
        <w:t>309.8657</w:t>
      </w:r>
      <w:r>
        <w:tab/>
        <w:t>2.025e0</w:t>
      </w:r>
    </w:p>
    <w:p w:rsidR="006974AE" w:rsidRDefault="006974AE" w:rsidP="006974AE">
      <w:r>
        <w:t>309.8782</w:t>
      </w:r>
      <w:r>
        <w:tab/>
        <w:t>2.025e0</w:t>
      </w:r>
    </w:p>
    <w:p w:rsidR="006974AE" w:rsidRDefault="006974AE" w:rsidP="006974AE">
      <w:r>
        <w:t>309.8930</w:t>
      </w:r>
      <w:r>
        <w:tab/>
        <w:t>1.013e0</w:t>
      </w:r>
    </w:p>
    <w:p w:rsidR="006974AE" w:rsidRDefault="006974AE" w:rsidP="006974AE">
      <w:r>
        <w:t>309.9543</w:t>
      </w:r>
      <w:r>
        <w:tab/>
        <w:t>1.013e0</w:t>
      </w:r>
    </w:p>
    <w:p w:rsidR="006974AE" w:rsidRDefault="006974AE" w:rsidP="006974AE">
      <w:r>
        <w:t>309.9859</w:t>
      </w:r>
      <w:r>
        <w:tab/>
        <w:t>1.013e0</w:t>
      </w:r>
    </w:p>
    <w:p w:rsidR="006974AE" w:rsidRDefault="006974AE" w:rsidP="006974AE">
      <w:r>
        <w:t>309.9903</w:t>
      </w:r>
      <w:r>
        <w:tab/>
        <w:t>2.025e0</w:t>
      </w:r>
    </w:p>
    <w:p w:rsidR="006974AE" w:rsidRDefault="006974AE" w:rsidP="006974AE">
      <w:r>
        <w:t>309.9926</w:t>
      </w:r>
      <w:r>
        <w:tab/>
        <w:t>2.025e0</w:t>
      </w:r>
    </w:p>
    <w:p w:rsidR="006974AE" w:rsidRDefault="006974AE" w:rsidP="006974AE">
      <w:r>
        <w:t>309.9998</w:t>
      </w:r>
      <w:r>
        <w:tab/>
        <w:t>1.013e0</w:t>
      </w:r>
    </w:p>
    <w:p w:rsidR="006974AE" w:rsidRDefault="006974AE" w:rsidP="006974AE">
      <w:r>
        <w:t>310.0100</w:t>
      </w:r>
      <w:r>
        <w:tab/>
        <w:t>1.013e0</w:t>
      </w:r>
    </w:p>
    <w:p w:rsidR="006974AE" w:rsidRDefault="006974AE" w:rsidP="006974AE">
      <w:r>
        <w:t>310.0276</w:t>
      </w:r>
      <w:r>
        <w:tab/>
        <w:t>1.013e0</w:t>
      </w:r>
    </w:p>
    <w:p w:rsidR="006974AE" w:rsidRDefault="006974AE" w:rsidP="006974AE">
      <w:r>
        <w:t>310.0371</w:t>
      </w:r>
      <w:r>
        <w:tab/>
        <w:t>3.038e0</w:t>
      </w:r>
    </w:p>
    <w:p w:rsidR="006974AE" w:rsidRDefault="006974AE" w:rsidP="006974AE">
      <w:r>
        <w:t>310.0444</w:t>
      </w:r>
      <w:r>
        <w:tab/>
        <w:t>2.025e0</w:t>
      </w:r>
    </w:p>
    <w:p w:rsidR="006974AE" w:rsidRDefault="006974AE" w:rsidP="006974AE">
      <w:r>
        <w:t>310.0500</w:t>
      </w:r>
      <w:r>
        <w:tab/>
        <w:t>1.013e0</w:t>
      </w:r>
    </w:p>
    <w:p w:rsidR="006974AE" w:rsidRDefault="006974AE" w:rsidP="006974AE">
      <w:r>
        <w:t>310.0561</w:t>
      </w:r>
      <w:r>
        <w:tab/>
        <w:t>1.013e0</w:t>
      </w:r>
    </w:p>
    <w:p w:rsidR="006974AE" w:rsidRDefault="006974AE" w:rsidP="006974AE">
      <w:r>
        <w:t>310.0665</w:t>
      </w:r>
      <w:r>
        <w:tab/>
        <w:t>1.013e0</w:t>
      </w:r>
    </w:p>
    <w:p w:rsidR="006974AE" w:rsidRDefault="006974AE" w:rsidP="006974AE">
      <w:r>
        <w:t>310.0799</w:t>
      </w:r>
      <w:r>
        <w:tab/>
        <w:t>2.025e0</w:t>
      </w:r>
    </w:p>
    <w:p w:rsidR="006974AE" w:rsidRDefault="006974AE" w:rsidP="006974AE">
      <w:r>
        <w:t>310.0941</w:t>
      </w:r>
      <w:r>
        <w:tab/>
        <w:t>1.013e0</w:t>
      </w:r>
    </w:p>
    <w:p w:rsidR="006974AE" w:rsidRDefault="006974AE" w:rsidP="006974AE">
      <w:r>
        <w:t>310.1024</w:t>
      </w:r>
      <w:r>
        <w:tab/>
        <w:t>2.025e0</w:t>
      </w:r>
    </w:p>
    <w:p w:rsidR="006974AE" w:rsidRDefault="006974AE" w:rsidP="006974AE">
      <w:r>
        <w:lastRenderedPageBreak/>
        <w:t>310.1067</w:t>
      </w:r>
      <w:r>
        <w:tab/>
        <w:t>1.013e0</w:t>
      </w:r>
    </w:p>
    <w:p w:rsidR="006974AE" w:rsidRDefault="006974AE" w:rsidP="006974AE">
      <w:r>
        <w:t>310.1181</w:t>
      </w:r>
      <w:r>
        <w:tab/>
        <w:t>3.038e0</w:t>
      </w:r>
    </w:p>
    <w:p w:rsidR="006974AE" w:rsidRDefault="006974AE" w:rsidP="006974AE">
      <w:r>
        <w:t>310.1400</w:t>
      </w:r>
      <w:r>
        <w:tab/>
        <w:t>1.013e0</w:t>
      </w:r>
    </w:p>
    <w:p w:rsidR="006974AE" w:rsidRDefault="006974AE" w:rsidP="006974AE">
      <w:r>
        <w:t>310.1610</w:t>
      </w:r>
      <w:r>
        <w:tab/>
        <w:t>3.038e0</w:t>
      </w:r>
    </w:p>
    <w:p w:rsidR="006974AE" w:rsidRDefault="006974AE" w:rsidP="006974AE">
      <w:r>
        <w:t>310.1685</w:t>
      </w:r>
      <w:r>
        <w:tab/>
        <w:t>1.013e0</w:t>
      </w:r>
    </w:p>
    <w:p w:rsidR="006974AE" w:rsidRDefault="006974AE" w:rsidP="006974AE">
      <w:r>
        <w:t>310.1864</w:t>
      </w:r>
      <w:r>
        <w:tab/>
        <w:t>1.013e0</w:t>
      </w:r>
    </w:p>
    <w:p w:rsidR="006974AE" w:rsidRDefault="006974AE" w:rsidP="006974AE">
      <w:r>
        <w:t>310.1940</w:t>
      </w:r>
      <w:r>
        <w:tab/>
        <w:t>5.063e0</w:t>
      </w:r>
    </w:p>
    <w:p w:rsidR="006974AE" w:rsidRDefault="006974AE" w:rsidP="006974AE">
      <w:r>
        <w:t>310.2181</w:t>
      </w:r>
      <w:r>
        <w:tab/>
        <w:t>3.038e0</w:t>
      </w:r>
    </w:p>
    <w:p w:rsidR="006974AE" w:rsidRDefault="006974AE" w:rsidP="006974AE">
      <w:r>
        <w:t>310.2321</w:t>
      </w:r>
      <w:r>
        <w:tab/>
        <w:t>3.038e0</w:t>
      </w:r>
    </w:p>
    <w:p w:rsidR="006974AE" w:rsidRDefault="006974AE" w:rsidP="006974AE">
      <w:r>
        <w:t>310.2585</w:t>
      </w:r>
      <w:r>
        <w:tab/>
        <w:t>1.013e0</w:t>
      </w:r>
    </w:p>
    <w:p w:rsidR="006974AE" w:rsidRDefault="006974AE" w:rsidP="006974AE">
      <w:r>
        <w:t>310.2732</w:t>
      </w:r>
      <w:r>
        <w:tab/>
        <w:t>2.025e0</w:t>
      </w:r>
    </w:p>
    <w:p w:rsidR="006974AE" w:rsidRDefault="006974AE" w:rsidP="006974AE">
      <w:r>
        <w:t>310.2864</w:t>
      </w:r>
      <w:r>
        <w:tab/>
        <w:t>3.536e0</w:t>
      </w:r>
    </w:p>
    <w:p w:rsidR="006974AE" w:rsidRDefault="006974AE" w:rsidP="006974AE">
      <w:r>
        <w:t>310.2905</w:t>
      </w:r>
      <w:r>
        <w:tab/>
        <w:t>1.013e0</w:t>
      </w:r>
    </w:p>
    <w:p w:rsidR="006974AE" w:rsidRDefault="006974AE" w:rsidP="006974AE">
      <w:r>
        <w:t>310.3131</w:t>
      </w:r>
      <w:r>
        <w:tab/>
        <w:t>2.025e0</w:t>
      </w:r>
    </w:p>
    <w:p w:rsidR="006974AE" w:rsidRDefault="006974AE" w:rsidP="006974AE">
      <w:r>
        <w:t>310.3488</w:t>
      </w:r>
      <w:r>
        <w:tab/>
        <w:t>2.025e0</w:t>
      </w:r>
    </w:p>
    <w:p w:rsidR="006974AE" w:rsidRDefault="006974AE" w:rsidP="006974AE">
      <w:r>
        <w:t>310.3654</w:t>
      </w:r>
      <w:r>
        <w:tab/>
        <w:t>1.013e0</w:t>
      </w:r>
    </w:p>
    <w:p w:rsidR="006974AE" w:rsidRDefault="006974AE" w:rsidP="006974AE">
      <w:r>
        <w:t>310.4072</w:t>
      </w:r>
      <w:r>
        <w:tab/>
        <w:t>1.013e0</w:t>
      </w:r>
    </w:p>
    <w:p w:rsidR="006974AE" w:rsidRDefault="006974AE" w:rsidP="006974AE">
      <w:r>
        <w:t>310.4388</w:t>
      </w:r>
      <w:r>
        <w:tab/>
        <w:t>1.013e0</w:t>
      </w:r>
    </w:p>
    <w:p w:rsidR="006974AE" w:rsidRDefault="006974AE" w:rsidP="006974AE">
      <w:r>
        <w:t>310.4440</w:t>
      </w:r>
      <w:r>
        <w:tab/>
        <w:t>2.025e0</w:t>
      </w:r>
    </w:p>
    <w:p w:rsidR="006974AE" w:rsidRDefault="006974AE" w:rsidP="006974AE">
      <w:r>
        <w:lastRenderedPageBreak/>
        <w:t>310.4495</w:t>
      </w:r>
      <w:r>
        <w:tab/>
        <w:t>1.013e0</w:t>
      </w:r>
    </w:p>
    <w:p w:rsidR="006974AE" w:rsidRDefault="006974AE" w:rsidP="006974AE">
      <w:r>
        <w:t>310.4669</w:t>
      </w:r>
      <w:r>
        <w:tab/>
        <w:t>1.013e0</w:t>
      </w:r>
    </w:p>
    <w:p w:rsidR="006974AE" w:rsidRDefault="006974AE" w:rsidP="006974AE">
      <w:r>
        <w:t>310.4753</w:t>
      </w:r>
      <w:r>
        <w:tab/>
        <w:t>2.025e0</w:t>
      </w:r>
    </w:p>
    <w:p w:rsidR="006974AE" w:rsidRDefault="006974AE" w:rsidP="006974AE">
      <w:r>
        <w:t>310.4949</w:t>
      </w:r>
      <w:r>
        <w:tab/>
        <w:t>1.013e0</w:t>
      </w:r>
    </w:p>
    <w:p w:rsidR="006974AE" w:rsidRDefault="006974AE" w:rsidP="006974AE">
      <w:r>
        <w:t>310.5001</w:t>
      </w:r>
      <w:r>
        <w:tab/>
        <w:t>1.013e0</w:t>
      </w:r>
    </w:p>
    <w:p w:rsidR="006974AE" w:rsidRDefault="006974AE" w:rsidP="006974AE">
      <w:r>
        <w:t>310.5115</w:t>
      </w:r>
      <w:r>
        <w:tab/>
        <w:t>1.013e0</w:t>
      </w:r>
    </w:p>
    <w:p w:rsidR="006974AE" w:rsidRDefault="006974AE" w:rsidP="006974AE">
      <w:r>
        <w:t>310.5211</w:t>
      </w:r>
      <w:r>
        <w:tab/>
        <w:t>2.025e0</w:t>
      </w:r>
    </w:p>
    <w:p w:rsidR="006974AE" w:rsidRDefault="006974AE" w:rsidP="006974AE">
      <w:r>
        <w:t>310.5234</w:t>
      </w:r>
      <w:r>
        <w:tab/>
        <w:t>1.013e0</w:t>
      </w:r>
    </w:p>
    <w:p w:rsidR="006974AE" w:rsidRDefault="006974AE" w:rsidP="006974AE">
      <w:r>
        <w:t>310.5756</w:t>
      </w:r>
      <w:r>
        <w:tab/>
        <w:t>1.013e0</w:t>
      </w:r>
    </w:p>
    <w:p w:rsidR="006974AE" w:rsidRDefault="006974AE" w:rsidP="006974AE">
      <w:r>
        <w:t>310.6128</w:t>
      </w:r>
      <w:r>
        <w:tab/>
        <w:t>1.013e0</w:t>
      </w:r>
    </w:p>
    <w:p w:rsidR="006974AE" w:rsidRDefault="006974AE" w:rsidP="006974AE">
      <w:r>
        <w:t>310.6188</w:t>
      </w:r>
      <w:r>
        <w:tab/>
        <w:t>1.013e0</w:t>
      </w:r>
    </w:p>
    <w:p w:rsidR="006974AE" w:rsidRDefault="006974AE" w:rsidP="006974AE">
      <w:r>
        <w:t>310.6314</w:t>
      </w:r>
      <w:r>
        <w:tab/>
        <w:t>1.013e0</w:t>
      </w:r>
    </w:p>
    <w:p w:rsidR="006974AE" w:rsidRDefault="006974AE" w:rsidP="006974AE">
      <w:r>
        <w:t>310.6409</w:t>
      </w:r>
      <w:r>
        <w:tab/>
        <w:t>1.013e0</w:t>
      </w:r>
    </w:p>
    <w:p w:rsidR="006974AE" w:rsidRDefault="006974AE" w:rsidP="006974AE">
      <w:r>
        <w:t>310.6517</w:t>
      </w:r>
      <w:r>
        <w:tab/>
        <w:t>1.013e0</w:t>
      </w:r>
    </w:p>
    <w:p w:rsidR="006974AE" w:rsidRDefault="006974AE" w:rsidP="006974AE">
      <w:r>
        <w:t>310.7016</w:t>
      </w:r>
      <w:r>
        <w:tab/>
        <w:t>2.025e0</w:t>
      </w:r>
    </w:p>
    <w:p w:rsidR="006974AE" w:rsidRDefault="006974AE" w:rsidP="006974AE">
      <w:r>
        <w:t>310.7033</w:t>
      </w:r>
      <w:r>
        <w:tab/>
        <w:t>4.051e0</w:t>
      </w:r>
    </w:p>
    <w:p w:rsidR="006974AE" w:rsidRDefault="006974AE" w:rsidP="006974AE">
      <w:r>
        <w:t>310.7155</w:t>
      </w:r>
      <w:r>
        <w:tab/>
        <w:t>1.013e0</w:t>
      </w:r>
    </w:p>
    <w:p w:rsidR="006974AE" w:rsidRDefault="006974AE" w:rsidP="006974AE">
      <w:r>
        <w:t>310.7202</w:t>
      </w:r>
      <w:r>
        <w:tab/>
        <w:t>1.013e0</w:t>
      </w:r>
    </w:p>
    <w:p w:rsidR="006974AE" w:rsidRDefault="006974AE" w:rsidP="006974AE">
      <w:r>
        <w:t>310.7481</w:t>
      </w:r>
      <w:r>
        <w:tab/>
        <w:t>2.025e0</w:t>
      </w:r>
    </w:p>
    <w:p w:rsidR="006974AE" w:rsidRDefault="006974AE" w:rsidP="006974AE">
      <w:r>
        <w:lastRenderedPageBreak/>
        <w:t>310.7540</w:t>
      </w:r>
      <w:r>
        <w:tab/>
        <w:t>1.013e0</w:t>
      </w:r>
    </w:p>
    <w:p w:rsidR="006974AE" w:rsidRDefault="006974AE" w:rsidP="006974AE">
      <w:r>
        <w:t>310.7680</w:t>
      </w:r>
      <w:r>
        <w:tab/>
        <w:t>1.013e0</w:t>
      </w:r>
    </w:p>
    <w:p w:rsidR="006974AE" w:rsidRDefault="006974AE" w:rsidP="006974AE">
      <w:r>
        <w:t>310.7761</w:t>
      </w:r>
      <w:r>
        <w:tab/>
        <w:t>1.013e0</w:t>
      </w:r>
    </w:p>
    <w:p w:rsidR="006974AE" w:rsidRDefault="006974AE" w:rsidP="006974AE">
      <w:r>
        <w:t>310.8047</w:t>
      </w:r>
      <w:r>
        <w:tab/>
        <w:t>1.013e0</w:t>
      </w:r>
    </w:p>
    <w:p w:rsidR="006974AE" w:rsidRDefault="006974AE" w:rsidP="006974AE">
      <w:r>
        <w:t>310.8174</w:t>
      </w:r>
      <w:r>
        <w:tab/>
        <w:t>2.025e0</w:t>
      </w:r>
    </w:p>
    <w:p w:rsidR="006974AE" w:rsidRDefault="006974AE" w:rsidP="006974AE">
      <w:r>
        <w:t>310.8606</w:t>
      </w:r>
      <w:r>
        <w:tab/>
        <w:t>1.013e0</w:t>
      </w:r>
    </w:p>
    <w:p w:rsidR="006974AE" w:rsidRDefault="006974AE" w:rsidP="006974AE">
      <w:r>
        <w:t>310.8843</w:t>
      </w:r>
      <w:r>
        <w:tab/>
        <w:t>1.013e0</w:t>
      </w:r>
    </w:p>
    <w:p w:rsidR="006974AE" w:rsidRDefault="006974AE" w:rsidP="006974AE">
      <w:r>
        <w:t>310.9039</w:t>
      </w:r>
      <w:r>
        <w:tab/>
        <w:t>1.013e0</w:t>
      </w:r>
    </w:p>
    <w:p w:rsidR="006974AE" w:rsidRDefault="006974AE" w:rsidP="006974AE">
      <w:r>
        <w:t>310.9060</w:t>
      </w:r>
      <w:r>
        <w:tab/>
        <w:t>2.025e0</w:t>
      </w:r>
    </w:p>
    <w:p w:rsidR="006974AE" w:rsidRDefault="006974AE" w:rsidP="006974AE">
      <w:r>
        <w:t>310.9230</w:t>
      </w:r>
      <w:r>
        <w:tab/>
        <w:t>1.013e0</w:t>
      </w:r>
    </w:p>
    <w:p w:rsidR="006974AE" w:rsidRDefault="006974AE" w:rsidP="006974AE">
      <w:r>
        <w:t>310.9404</w:t>
      </w:r>
      <w:r>
        <w:tab/>
        <w:t>1.013e0</w:t>
      </w:r>
    </w:p>
    <w:p w:rsidR="006974AE" w:rsidRDefault="006974AE" w:rsidP="006974AE">
      <w:r>
        <w:t>310.9454</w:t>
      </w:r>
      <w:r>
        <w:tab/>
        <w:t>2.025e0</w:t>
      </w:r>
    </w:p>
    <w:p w:rsidR="006974AE" w:rsidRDefault="006974AE" w:rsidP="006974AE">
      <w:r>
        <w:t>310.9844</w:t>
      </w:r>
      <w:r>
        <w:tab/>
        <w:t>2.025e0</w:t>
      </w:r>
    </w:p>
    <w:p w:rsidR="006974AE" w:rsidRDefault="006974AE" w:rsidP="006974AE">
      <w:r>
        <w:t>311.0019</w:t>
      </w:r>
      <w:r>
        <w:tab/>
        <w:t>2.025e0</w:t>
      </w:r>
    </w:p>
    <w:p w:rsidR="006974AE" w:rsidRDefault="006974AE" w:rsidP="006974AE">
      <w:r>
        <w:t>311.0162</w:t>
      </w:r>
      <w:r>
        <w:tab/>
        <w:t>2.025e0</w:t>
      </w:r>
    </w:p>
    <w:p w:rsidR="006974AE" w:rsidRDefault="006974AE" w:rsidP="006974AE">
      <w:r>
        <w:t>311.0443</w:t>
      </w:r>
      <w:r>
        <w:tab/>
        <w:t>1.013e0</w:t>
      </w:r>
    </w:p>
    <w:p w:rsidR="006974AE" w:rsidRDefault="006974AE" w:rsidP="006974AE">
      <w:r>
        <w:t>311.0567</w:t>
      </w:r>
      <w:r>
        <w:tab/>
        <w:t>2.025e0</w:t>
      </w:r>
    </w:p>
    <w:p w:rsidR="006974AE" w:rsidRDefault="006974AE" w:rsidP="006974AE">
      <w:r>
        <w:t>311.0728</w:t>
      </w:r>
      <w:r>
        <w:tab/>
        <w:t>2.025e0</w:t>
      </w:r>
    </w:p>
    <w:p w:rsidR="006974AE" w:rsidRDefault="006974AE" w:rsidP="006974AE">
      <w:r>
        <w:t>311.0740</w:t>
      </w:r>
      <w:r>
        <w:tab/>
        <w:t>3.038e0</w:t>
      </w:r>
    </w:p>
    <w:p w:rsidR="006974AE" w:rsidRDefault="006974AE" w:rsidP="006974AE">
      <w:r>
        <w:lastRenderedPageBreak/>
        <w:t>311.0765</w:t>
      </w:r>
      <w:r>
        <w:tab/>
        <w:t>1.013e0</w:t>
      </w:r>
    </w:p>
    <w:p w:rsidR="006974AE" w:rsidRDefault="006974AE" w:rsidP="006974AE">
      <w:r>
        <w:t>311.0817</w:t>
      </w:r>
      <w:r>
        <w:tab/>
        <w:t>3.038e0</w:t>
      </w:r>
    </w:p>
    <w:p w:rsidR="006974AE" w:rsidRDefault="006974AE" w:rsidP="006974AE">
      <w:r>
        <w:t>311.0965</w:t>
      </w:r>
      <w:r>
        <w:tab/>
        <w:t>1.013e0</w:t>
      </w:r>
    </w:p>
    <w:p w:rsidR="006974AE" w:rsidRDefault="006974AE" w:rsidP="006974AE">
      <w:r>
        <w:t>311.1047</w:t>
      </w:r>
      <w:r>
        <w:tab/>
        <w:t>2.025e0</w:t>
      </w:r>
    </w:p>
    <w:p w:rsidR="006974AE" w:rsidRDefault="006974AE" w:rsidP="006974AE">
      <w:r>
        <w:t>311.1128</w:t>
      </w:r>
      <w:r>
        <w:tab/>
        <w:t>2.025e0</w:t>
      </w:r>
    </w:p>
    <w:p w:rsidR="006974AE" w:rsidRDefault="006974AE" w:rsidP="006974AE">
      <w:r>
        <w:t>311.1490</w:t>
      </w:r>
      <w:r>
        <w:tab/>
        <w:t>2.025e0</w:t>
      </w:r>
    </w:p>
    <w:p w:rsidR="006974AE" w:rsidRDefault="006974AE" w:rsidP="006974AE">
      <w:r>
        <w:t>311.1606</w:t>
      </w:r>
      <w:r>
        <w:tab/>
        <w:t>3.038e0</w:t>
      </w:r>
    </w:p>
    <w:p w:rsidR="006974AE" w:rsidRDefault="006974AE" w:rsidP="006974AE">
      <w:r>
        <w:t>311.1667</w:t>
      </w:r>
      <w:r>
        <w:tab/>
        <w:t>2.025e0</w:t>
      </w:r>
    </w:p>
    <w:p w:rsidR="006974AE" w:rsidRDefault="006974AE" w:rsidP="006974AE">
      <w:r>
        <w:t>311.1681</w:t>
      </w:r>
      <w:r>
        <w:tab/>
        <w:t>4.051e0</w:t>
      </w:r>
    </w:p>
    <w:p w:rsidR="006974AE" w:rsidRDefault="006974AE" w:rsidP="006974AE">
      <w:r>
        <w:t>311.1692</w:t>
      </w:r>
      <w:r>
        <w:tab/>
        <w:t>2.025e0</w:t>
      </w:r>
    </w:p>
    <w:p w:rsidR="006974AE" w:rsidRDefault="006974AE" w:rsidP="006974AE">
      <w:r>
        <w:t>311.1806</w:t>
      </w:r>
      <w:r>
        <w:tab/>
        <w:t>1.013e0</w:t>
      </w:r>
    </w:p>
    <w:p w:rsidR="006974AE" w:rsidRDefault="006974AE" w:rsidP="006974AE">
      <w:r>
        <w:t>311.2023</w:t>
      </w:r>
      <w:r>
        <w:tab/>
        <w:t>2.025e0</w:t>
      </w:r>
    </w:p>
    <w:p w:rsidR="006974AE" w:rsidRDefault="006974AE" w:rsidP="006974AE">
      <w:r>
        <w:t>311.2091</w:t>
      </w:r>
      <w:r>
        <w:tab/>
        <w:t>1.013e0</w:t>
      </w:r>
    </w:p>
    <w:p w:rsidR="006974AE" w:rsidRDefault="006974AE" w:rsidP="006974AE">
      <w:r>
        <w:t>311.2128</w:t>
      </w:r>
      <w:r>
        <w:tab/>
        <w:t>1.013e0</w:t>
      </w:r>
    </w:p>
    <w:p w:rsidR="006974AE" w:rsidRDefault="006974AE" w:rsidP="006974AE">
      <w:r>
        <w:t>311.2271</w:t>
      </w:r>
      <w:r>
        <w:tab/>
        <w:t>1.013e0</w:t>
      </w:r>
    </w:p>
    <w:p w:rsidR="006974AE" w:rsidRDefault="006974AE" w:rsidP="006974AE">
      <w:r>
        <w:t>311.2413</w:t>
      </w:r>
      <w:r>
        <w:tab/>
        <w:t>1.013e0</w:t>
      </w:r>
    </w:p>
    <w:p w:rsidR="006974AE" w:rsidRDefault="006974AE" w:rsidP="006974AE">
      <w:r>
        <w:t>311.2448</w:t>
      </w:r>
      <w:r>
        <w:tab/>
        <w:t>1.013e0</w:t>
      </w:r>
    </w:p>
    <w:p w:rsidR="006974AE" w:rsidRDefault="006974AE" w:rsidP="006974AE">
      <w:r>
        <w:t>311.2501</w:t>
      </w:r>
      <w:r>
        <w:tab/>
        <w:t>1.013e0</w:t>
      </w:r>
    </w:p>
    <w:p w:rsidR="006974AE" w:rsidRDefault="006974AE" w:rsidP="006974AE">
      <w:r>
        <w:t>311.2694</w:t>
      </w:r>
      <w:r>
        <w:tab/>
        <w:t>1.013e0</w:t>
      </w:r>
    </w:p>
    <w:p w:rsidR="006974AE" w:rsidRDefault="006974AE" w:rsidP="006974AE">
      <w:r>
        <w:lastRenderedPageBreak/>
        <w:t>311.2836</w:t>
      </w:r>
      <w:r>
        <w:tab/>
        <w:t>1.013e0</w:t>
      </w:r>
    </w:p>
    <w:p w:rsidR="006974AE" w:rsidRDefault="006974AE" w:rsidP="006974AE">
      <w:r>
        <w:t>311.2975</w:t>
      </w:r>
      <w:r>
        <w:tab/>
        <w:t>1.013e0</w:t>
      </w:r>
    </w:p>
    <w:p w:rsidR="006974AE" w:rsidRDefault="006974AE" w:rsidP="006974AE">
      <w:r>
        <w:t>311.3050</w:t>
      </w:r>
      <w:r>
        <w:tab/>
        <w:t>3.038e0</w:t>
      </w:r>
    </w:p>
    <w:p w:rsidR="006974AE" w:rsidRDefault="006974AE" w:rsidP="006974AE">
      <w:r>
        <w:t>311.3061</w:t>
      </w:r>
      <w:r>
        <w:tab/>
        <w:t>2.025e0</w:t>
      </w:r>
    </w:p>
    <w:p w:rsidR="006974AE" w:rsidRDefault="006974AE" w:rsidP="006974AE">
      <w:r>
        <w:t>311.3172</w:t>
      </w:r>
      <w:r>
        <w:tab/>
        <w:t>1.013e0</w:t>
      </w:r>
    </w:p>
    <w:p w:rsidR="006974AE" w:rsidRDefault="006974AE" w:rsidP="006974AE">
      <w:r>
        <w:t>311.3212</w:t>
      </w:r>
      <w:r>
        <w:tab/>
        <w:t>2.025e0</w:t>
      </w:r>
    </w:p>
    <w:p w:rsidR="006974AE" w:rsidRDefault="006974AE" w:rsidP="006974AE">
      <w:r>
        <w:t>311.3557</w:t>
      </w:r>
      <w:r>
        <w:tab/>
        <w:t>2.025e0</w:t>
      </w:r>
    </w:p>
    <w:p w:rsidR="006974AE" w:rsidRDefault="006974AE" w:rsidP="006974AE">
      <w:r>
        <w:t>311.3571</w:t>
      </w:r>
      <w:r>
        <w:tab/>
        <w:t>1.013e0</w:t>
      </w:r>
    </w:p>
    <w:p w:rsidR="006974AE" w:rsidRDefault="006974AE" w:rsidP="006974AE">
      <w:r>
        <w:t>311.3776</w:t>
      </w:r>
      <w:r>
        <w:tab/>
        <w:t>1.013e0</w:t>
      </w:r>
    </w:p>
    <w:p w:rsidR="006974AE" w:rsidRDefault="006974AE" w:rsidP="006974AE">
      <w:r>
        <w:t>311.4250</w:t>
      </w:r>
      <w:r>
        <w:tab/>
        <w:t>1.013e0</w:t>
      </w:r>
    </w:p>
    <w:p w:rsidR="006974AE" w:rsidRDefault="006974AE" w:rsidP="006974AE">
      <w:r>
        <w:t>311.4294</w:t>
      </w:r>
      <w:r>
        <w:tab/>
        <w:t>1.013e0</w:t>
      </w:r>
    </w:p>
    <w:p w:rsidR="006974AE" w:rsidRDefault="006974AE" w:rsidP="006974AE">
      <w:r>
        <w:t>311.4337</w:t>
      </w:r>
      <w:r>
        <w:tab/>
        <w:t>1.013e0</w:t>
      </w:r>
    </w:p>
    <w:p w:rsidR="006974AE" w:rsidRDefault="006974AE" w:rsidP="006974AE">
      <w:r>
        <w:t>311.4758</w:t>
      </w:r>
      <w:r>
        <w:tab/>
        <w:t>1.013e0</w:t>
      </w:r>
    </w:p>
    <w:p w:rsidR="006974AE" w:rsidRDefault="006974AE" w:rsidP="006974AE">
      <w:r>
        <w:t>311.4792</w:t>
      </w:r>
      <w:r>
        <w:tab/>
        <w:t>2.025e0</w:t>
      </w:r>
    </w:p>
    <w:p w:rsidR="006974AE" w:rsidRDefault="006974AE" w:rsidP="006974AE">
      <w:r>
        <w:t>311.4855</w:t>
      </w:r>
      <w:r>
        <w:tab/>
        <w:t>1.013e0</w:t>
      </w:r>
    </w:p>
    <w:p w:rsidR="006974AE" w:rsidRDefault="006974AE" w:rsidP="006974AE">
      <w:r>
        <w:t>311.4938</w:t>
      </w:r>
      <w:r>
        <w:tab/>
        <w:t>2.025e0</w:t>
      </w:r>
    </w:p>
    <w:p w:rsidR="006974AE" w:rsidRDefault="006974AE" w:rsidP="006974AE">
      <w:r>
        <w:t>311.5177</w:t>
      </w:r>
      <w:r>
        <w:tab/>
        <w:t>1.013e0</w:t>
      </w:r>
    </w:p>
    <w:p w:rsidR="006974AE" w:rsidRDefault="006974AE" w:rsidP="006974AE">
      <w:r>
        <w:t>311.5266</w:t>
      </w:r>
      <w:r>
        <w:tab/>
        <w:t>1.013e0</w:t>
      </w:r>
    </w:p>
    <w:p w:rsidR="006974AE" w:rsidRDefault="006974AE" w:rsidP="006974AE">
      <w:r>
        <w:t>311.5317</w:t>
      </w:r>
      <w:r>
        <w:tab/>
        <w:t>2.025e0</w:t>
      </w:r>
    </w:p>
    <w:p w:rsidR="006974AE" w:rsidRDefault="006974AE" w:rsidP="006974AE">
      <w:r>
        <w:lastRenderedPageBreak/>
        <w:t>311.5421</w:t>
      </w:r>
      <w:r>
        <w:tab/>
        <w:t>1.013e0</w:t>
      </w:r>
    </w:p>
    <w:p w:rsidR="006974AE" w:rsidRDefault="006974AE" w:rsidP="006974AE">
      <w:r>
        <w:t>311.5644</w:t>
      </w:r>
      <w:r>
        <w:tab/>
        <w:t>2.025e0</w:t>
      </w:r>
    </w:p>
    <w:p w:rsidR="006974AE" w:rsidRDefault="006974AE" w:rsidP="006974AE">
      <w:r>
        <w:t>311.5858</w:t>
      </w:r>
      <w:r>
        <w:tab/>
        <w:t>2.025e0</w:t>
      </w:r>
    </w:p>
    <w:p w:rsidR="006974AE" w:rsidRDefault="006974AE" w:rsidP="006974AE">
      <w:r>
        <w:t>311.6107</w:t>
      </w:r>
      <w:r>
        <w:tab/>
        <w:t>3.038e0</w:t>
      </w:r>
    </w:p>
    <w:p w:rsidR="006974AE" w:rsidRDefault="006974AE" w:rsidP="006974AE">
      <w:r>
        <w:t>311.6392</w:t>
      </w:r>
      <w:r>
        <w:tab/>
        <w:t>1.013e0</w:t>
      </w:r>
    </w:p>
    <w:p w:rsidR="006974AE" w:rsidRDefault="006974AE" w:rsidP="006974AE">
      <w:r>
        <w:t>311.6674</w:t>
      </w:r>
      <w:r>
        <w:tab/>
        <w:t>1.013e0</w:t>
      </w:r>
    </w:p>
    <w:p w:rsidR="006974AE" w:rsidRDefault="006974AE" w:rsidP="006974AE">
      <w:r>
        <w:t>311.6864</w:t>
      </w:r>
      <w:r>
        <w:tab/>
        <w:t>2.025e0</w:t>
      </w:r>
    </w:p>
    <w:p w:rsidR="006974AE" w:rsidRDefault="006974AE" w:rsidP="006974AE">
      <w:r>
        <w:t>311.6887</w:t>
      </w:r>
      <w:r>
        <w:tab/>
        <w:t>2.025e0</w:t>
      </w:r>
    </w:p>
    <w:p w:rsidR="006974AE" w:rsidRDefault="006974AE" w:rsidP="006974AE">
      <w:r>
        <w:t>311.7526</w:t>
      </w:r>
      <w:r>
        <w:tab/>
        <w:t>1.013e0</w:t>
      </w:r>
    </w:p>
    <w:p w:rsidR="006974AE" w:rsidRDefault="006974AE" w:rsidP="006974AE">
      <w:r>
        <w:t>311.7561</w:t>
      </w:r>
      <w:r>
        <w:tab/>
        <w:t>2.025e0</w:t>
      </w:r>
    </w:p>
    <w:p w:rsidR="006974AE" w:rsidRDefault="006974AE" w:rsidP="006974AE">
      <w:r>
        <w:t>311.7582</w:t>
      </w:r>
      <w:r>
        <w:tab/>
        <w:t>1.013e0</w:t>
      </w:r>
    </w:p>
    <w:p w:rsidR="006974AE" w:rsidRDefault="006974AE" w:rsidP="006974AE">
      <w:r>
        <w:t>311.7668</w:t>
      </w:r>
      <w:r>
        <w:tab/>
        <w:t>1.013e0</w:t>
      </w:r>
    </w:p>
    <w:p w:rsidR="006974AE" w:rsidRDefault="006974AE" w:rsidP="006974AE">
      <w:r>
        <w:t>311.7708</w:t>
      </w:r>
      <w:r>
        <w:tab/>
        <w:t>3.038e0</w:t>
      </w:r>
    </w:p>
    <w:p w:rsidR="006974AE" w:rsidRDefault="006974AE" w:rsidP="006974AE">
      <w:r>
        <w:t>311.8030</w:t>
      </w:r>
      <w:r>
        <w:tab/>
        <w:t>1.013e0</w:t>
      </w:r>
    </w:p>
    <w:p w:rsidR="006974AE" w:rsidRDefault="006974AE" w:rsidP="006974AE">
      <w:r>
        <w:t>311.8317</w:t>
      </w:r>
      <w:r>
        <w:tab/>
        <w:t>1.013e0</w:t>
      </w:r>
    </w:p>
    <w:p w:rsidR="006974AE" w:rsidRDefault="006974AE" w:rsidP="006974AE">
      <w:r>
        <w:t>311.8708</w:t>
      </w:r>
      <w:r>
        <w:tab/>
        <w:t>1.013e0</w:t>
      </w:r>
    </w:p>
    <w:p w:rsidR="006974AE" w:rsidRDefault="006974AE" w:rsidP="006974AE">
      <w:r>
        <w:t>311.8935</w:t>
      </w:r>
      <w:r>
        <w:tab/>
        <w:t>1.013e0</w:t>
      </w:r>
    </w:p>
    <w:p w:rsidR="006974AE" w:rsidRDefault="006974AE" w:rsidP="006974AE">
      <w:r>
        <w:t>311.9069</w:t>
      </w:r>
      <w:r>
        <w:tab/>
        <w:t>1.013e0</w:t>
      </w:r>
    </w:p>
    <w:p w:rsidR="006974AE" w:rsidRDefault="006974AE" w:rsidP="006974AE">
      <w:r>
        <w:t>311.9161</w:t>
      </w:r>
      <w:r>
        <w:tab/>
        <w:t>1.013e0</w:t>
      </w:r>
    </w:p>
    <w:p w:rsidR="006974AE" w:rsidRDefault="006974AE" w:rsidP="006974AE">
      <w:r>
        <w:lastRenderedPageBreak/>
        <w:t>311.9229</w:t>
      </w:r>
      <w:r>
        <w:tab/>
        <w:t>2.025e0</w:t>
      </w:r>
    </w:p>
    <w:p w:rsidR="006974AE" w:rsidRDefault="006974AE" w:rsidP="006974AE">
      <w:r>
        <w:t>311.9443</w:t>
      </w:r>
      <w:r>
        <w:tab/>
        <w:t>1.013e0</w:t>
      </w:r>
    </w:p>
    <w:p w:rsidR="006974AE" w:rsidRDefault="006974AE" w:rsidP="006974AE">
      <w:r>
        <w:t>311.9550</w:t>
      </w:r>
      <w:r>
        <w:tab/>
        <w:t>1.013e0</w:t>
      </w:r>
    </w:p>
    <w:p w:rsidR="006974AE" w:rsidRDefault="006974AE" w:rsidP="006974AE">
      <w:r>
        <w:t>311.9678</w:t>
      </w:r>
      <w:r>
        <w:tab/>
        <w:t>2.486e0</w:t>
      </w:r>
    </w:p>
    <w:p w:rsidR="006974AE" w:rsidRDefault="006974AE" w:rsidP="006974AE">
      <w:r>
        <w:t>311.9754</w:t>
      </w:r>
      <w:r>
        <w:tab/>
        <w:t>2.025e0</w:t>
      </w:r>
    </w:p>
    <w:p w:rsidR="006974AE" w:rsidRDefault="006974AE" w:rsidP="006974AE">
      <w:r>
        <w:t>311.9856</w:t>
      </w:r>
      <w:r>
        <w:tab/>
        <w:t>2.025e0</w:t>
      </w:r>
    </w:p>
    <w:p w:rsidR="006974AE" w:rsidRDefault="006974AE" w:rsidP="006974AE">
      <w:r>
        <w:t>311.9952</w:t>
      </w:r>
      <w:r>
        <w:tab/>
        <w:t>1.013e0</w:t>
      </w:r>
    </w:p>
    <w:p w:rsidR="006974AE" w:rsidRDefault="006974AE" w:rsidP="006974AE">
      <w:r>
        <w:t>312.0069</w:t>
      </w:r>
      <w:r>
        <w:tab/>
        <w:t>1.013e0</w:t>
      </w:r>
    </w:p>
    <w:p w:rsidR="006974AE" w:rsidRDefault="006974AE" w:rsidP="006974AE">
      <w:r>
        <w:t>312.0193</w:t>
      </w:r>
      <w:r>
        <w:tab/>
        <w:t>2.025e0</w:t>
      </w:r>
    </w:p>
    <w:p w:rsidR="006974AE" w:rsidRDefault="006974AE" w:rsidP="006974AE">
      <w:r>
        <w:t>312.0372</w:t>
      </w:r>
      <w:r>
        <w:tab/>
        <w:t>2.025e0</w:t>
      </w:r>
    </w:p>
    <w:p w:rsidR="006974AE" w:rsidRDefault="006974AE" w:rsidP="006974AE">
      <w:r>
        <w:t>312.0396</w:t>
      </w:r>
      <w:r>
        <w:tab/>
        <w:t>1.013e0</w:t>
      </w:r>
    </w:p>
    <w:p w:rsidR="006974AE" w:rsidRDefault="006974AE" w:rsidP="006974AE">
      <w:r>
        <w:t>312.0518</w:t>
      </w:r>
      <w:r>
        <w:tab/>
        <w:t>1.013e0</w:t>
      </w:r>
    </w:p>
    <w:p w:rsidR="006974AE" w:rsidRDefault="006974AE" w:rsidP="006974AE">
      <w:r>
        <w:t>312.0677</w:t>
      </w:r>
      <w:r>
        <w:tab/>
        <w:t>1.013e0</w:t>
      </w:r>
    </w:p>
    <w:p w:rsidR="006974AE" w:rsidRDefault="006974AE" w:rsidP="006974AE">
      <w:r>
        <w:t>312.0714</w:t>
      </w:r>
      <w:r>
        <w:tab/>
        <w:t>1.105e0</w:t>
      </w:r>
    </w:p>
    <w:p w:rsidR="006974AE" w:rsidRDefault="006974AE" w:rsidP="006974AE">
      <w:r>
        <w:t>312.0872</w:t>
      </w:r>
      <w:r>
        <w:tab/>
        <w:t>2.025e0</w:t>
      </w:r>
    </w:p>
    <w:p w:rsidR="006974AE" w:rsidRDefault="006974AE" w:rsidP="006974AE">
      <w:r>
        <w:t>312.1144</w:t>
      </w:r>
      <w:r>
        <w:tab/>
        <w:t>1.013e0</w:t>
      </w:r>
    </w:p>
    <w:p w:rsidR="006974AE" w:rsidRDefault="006974AE" w:rsidP="006974AE">
      <w:r>
        <w:t>312.1155</w:t>
      </w:r>
      <w:r>
        <w:tab/>
        <w:t>2.025e0</w:t>
      </w:r>
    </w:p>
    <w:p w:rsidR="006974AE" w:rsidRDefault="006974AE" w:rsidP="006974AE">
      <w:r>
        <w:t>312.1276</w:t>
      </w:r>
      <w:r>
        <w:tab/>
        <w:t>1.013e0</w:t>
      </w:r>
    </w:p>
    <w:p w:rsidR="006974AE" w:rsidRDefault="006974AE" w:rsidP="006974AE">
      <w:r>
        <w:t>312.1519</w:t>
      </w:r>
      <w:r>
        <w:tab/>
        <w:t>3.038e0</w:t>
      </w:r>
    </w:p>
    <w:p w:rsidR="006974AE" w:rsidRDefault="006974AE" w:rsidP="006974AE">
      <w:r>
        <w:lastRenderedPageBreak/>
        <w:t>312.1557</w:t>
      </w:r>
      <w:r>
        <w:tab/>
        <w:t>2.025e0</w:t>
      </w:r>
    </w:p>
    <w:p w:rsidR="006974AE" w:rsidRDefault="006974AE" w:rsidP="006974AE">
      <w:r>
        <w:t>312.1596</w:t>
      </w:r>
      <w:r>
        <w:tab/>
        <w:t>1.013e0</w:t>
      </w:r>
    </w:p>
    <w:p w:rsidR="006974AE" w:rsidRDefault="006974AE" w:rsidP="006974AE">
      <w:r>
        <w:t>312.1801</w:t>
      </w:r>
      <w:r>
        <w:tab/>
        <w:t>1.013e0</w:t>
      </w:r>
    </w:p>
    <w:p w:rsidR="006974AE" w:rsidRDefault="006974AE" w:rsidP="006974AE">
      <w:r>
        <w:t>312.1837</w:t>
      </w:r>
      <w:r>
        <w:tab/>
        <w:t>3.038e0</w:t>
      </w:r>
    </w:p>
    <w:p w:rsidR="006974AE" w:rsidRDefault="006974AE" w:rsidP="006974AE">
      <w:r>
        <w:t>312.1988</w:t>
      </w:r>
      <w:r>
        <w:tab/>
        <w:t>1.013e0</w:t>
      </w:r>
    </w:p>
    <w:p w:rsidR="006974AE" w:rsidRDefault="006974AE" w:rsidP="006974AE">
      <w:r>
        <w:t>312.2158</w:t>
      </w:r>
      <w:r>
        <w:tab/>
        <w:t>1.013e0</w:t>
      </w:r>
    </w:p>
    <w:p w:rsidR="006974AE" w:rsidRDefault="006974AE" w:rsidP="006974AE">
      <w:r>
        <w:t>312.2223</w:t>
      </w:r>
      <w:r>
        <w:tab/>
        <w:t>2.025e0</w:t>
      </w:r>
    </w:p>
    <w:p w:rsidR="006974AE" w:rsidRDefault="006974AE" w:rsidP="006974AE">
      <w:r>
        <w:t>312.2426</w:t>
      </w:r>
      <w:r>
        <w:tab/>
        <w:t>2.025e0</w:t>
      </w:r>
    </w:p>
    <w:p w:rsidR="006974AE" w:rsidRDefault="006974AE" w:rsidP="006974AE">
      <w:r>
        <w:t>312.2441</w:t>
      </w:r>
      <w:r>
        <w:tab/>
        <w:t>1.013e0</w:t>
      </w:r>
    </w:p>
    <w:p w:rsidR="006974AE" w:rsidRDefault="006974AE" w:rsidP="006974AE">
      <w:r>
        <w:t>312.2487</w:t>
      </w:r>
      <w:r>
        <w:tab/>
        <w:t>3.038e0</w:t>
      </w:r>
    </w:p>
    <w:p w:rsidR="006974AE" w:rsidRDefault="006974AE" w:rsidP="006974AE">
      <w:r>
        <w:t>312.2721</w:t>
      </w:r>
      <w:r>
        <w:tab/>
        <w:t>2.025e0</w:t>
      </w:r>
    </w:p>
    <w:p w:rsidR="006974AE" w:rsidRDefault="006974AE" w:rsidP="006974AE">
      <w:r>
        <w:t>312.2837</w:t>
      </w:r>
      <w:r>
        <w:tab/>
        <w:t>1.013e0</w:t>
      </w:r>
    </w:p>
    <w:p w:rsidR="006974AE" w:rsidRDefault="006974AE" w:rsidP="006974AE">
      <w:r>
        <w:t>312.2925</w:t>
      </w:r>
      <w:r>
        <w:tab/>
        <w:t>1.013e0</w:t>
      </w:r>
    </w:p>
    <w:p w:rsidR="006974AE" w:rsidRDefault="006974AE" w:rsidP="006974AE">
      <w:r>
        <w:t>312.3124</w:t>
      </w:r>
      <w:r>
        <w:tab/>
        <w:t>1.013e0</w:t>
      </w:r>
    </w:p>
    <w:p w:rsidR="006974AE" w:rsidRDefault="006974AE" w:rsidP="006974AE">
      <w:r>
        <w:t>312.3162</w:t>
      </w:r>
      <w:r>
        <w:tab/>
        <w:t>1.013e0</w:t>
      </w:r>
    </w:p>
    <w:p w:rsidR="006974AE" w:rsidRDefault="006974AE" w:rsidP="006974AE">
      <w:r>
        <w:t>312.3237</w:t>
      </w:r>
      <w:r>
        <w:tab/>
        <w:t>2.025e0</w:t>
      </w:r>
    </w:p>
    <w:p w:rsidR="006974AE" w:rsidRDefault="006974AE" w:rsidP="006974AE">
      <w:r>
        <w:t>312.3523</w:t>
      </w:r>
      <w:r>
        <w:tab/>
        <w:t>1.013e0</w:t>
      </w:r>
    </w:p>
    <w:p w:rsidR="006974AE" w:rsidRDefault="006974AE" w:rsidP="006974AE">
      <w:r>
        <w:t>312.3633</w:t>
      </w:r>
      <w:r>
        <w:tab/>
        <w:t>2.025e0</w:t>
      </w:r>
    </w:p>
    <w:p w:rsidR="006974AE" w:rsidRDefault="006974AE" w:rsidP="006974AE">
      <w:r>
        <w:t>312.3688</w:t>
      </w:r>
      <w:r>
        <w:tab/>
        <w:t>2.025e0</w:t>
      </w:r>
    </w:p>
    <w:p w:rsidR="006974AE" w:rsidRDefault="006974AE" w:rsidP="006974AE">
      <w:r>
        <w:lastRenderedPageBreak/>
        <w:t>312.3804</w:t>
      </w:r>
      <w:r>
        <w:tab/>
        <w:t>1.013e0</w:t>
      </w:r>
    </w:p>
    <w:p w:rsidR="006974AE" w:rsidRDefault="006974AE" w:rsidP="006974AE">
      <w:r>
        <w:t>312.4050</w:t>
      </w:r>
      <w:r>
        <w:tab/>
        <w:t>1.013e0</w:t>
      </w:r>
    </w:p>
    <w:p w:rsidR="006974AE" w:rsidRDefault="006974AE" w:rsidP="006974AE">
      <w:r>
        <w:t>312.4088</w:t>
      </w:r>
      <w:r>
        <w:tab/>
        <w:t>1.013e0</w:t>
      </w:r>
    </w:p>
    <w:p w:rsidR="006974AE" w:rsidRDefault="006974AE" w:rsidP="006974AE">
      <w:r>
        <w:t>312.4483</w:t>
      </w:r>
      <w:r>
        <w:tab/>
        <w:t>4.051e0</w:t>
      </w:r>
    </w:p>
    <w:p w:rsidR="006974AE" w:rsidRDefault="006974AE" w:rsidP="006974AE">
      <w:r>
        <w:t>312.4648</w:t>
      </w:r>
      <w:r>
        <w:tab/>
        <w:t>1.013e0</w:t>
      </w:r>
    </w:p>
    <w:p w:rsidR="006974AE" w:rsidRDefault="006974AE" w:rsidP="006974AE">
      <w:r>
        <w:t>312.4705</w:t>
      </w:r>
      <w:r>
        <w:tab/>
        <w:t>1.013e0</w:t>
      </w:r>
    </w:p>
    <w:p w:rsidR="006974AE" w:rsidRDefault="006974AE" w:rsidP="006974AE">
      <w:r>
        <w:t>312.4731</w:t>
      </w:r>
      <w:r>
        <w:tab/>
        <w:t>2.025e0</w:t>
      </w:r>
    </w:p>
    <w:p w:rsidR="006974AE" w:rsidRDefault="006974AE" w:rsidP="006974AE">
      <w:r>
        <w:t>312.4935</w:t>
      </w:r>
      <w:r>
        <w:tab/>
        <w:t>1.013e0</w:t>
      </w:r>
    </w:p>
    <w:p w:rsidR="006974AE" w:rsidRDefault="006974AE" w:rsidP="006974AE">
      <w:r>
        <w:t>312.5315</w:t>
      </w:r>
      <w:r>
        <w:tab/>
        <w:t>2.025e0</w:t>
      </w:r>
    </w:p>
    <w:p w:rsidR="006974AE" w:rsidRDefault="006974AE" w:rsidP="006974AE">
      <w:r>
        <w:t>312.5696</w:t>
      </w:r>
      <w:r>
        <w:tab/>
        <w:t>1.013e0</w:t>
      </w:r>
    </w:p>
    <w:p w:rsidR="006974AE" w:rsidRDefault="006974AE" w:rsidP="006974AE">
      <w:r>
        <w:t>312.5898</w:t>
      </w:r>
      <w:r>
        <w:tab/>
        <w:t>1.013e0</w:t>
      </w:r>
    </w:p>
    <w:p w:rsidR="006974AE" w:rsidRDefault="006974AE" w:rsidP="006974AE">
      <w:r>
        <w:t>312.6068</w:t>
      </w:r>
      <w:r>
        <w:tab/>
        <w:t>1.013e0</w:t>
      </w:r>
    </w:p>
    <w:p w:rsidR="006974AE" w:rsidRDefault="006974AE" w:rsidP="006974AE">
      <w:r>
        <w:t>312.6258</w:t>
      </w:r>
      <w:r>
        <w:tab/>
        <w:t>1.013e0</w:t>
      </w:r>
    </w:p>
    <w:p w:rsidR="006974AE" w:rsidRDefault="006974AE" w:rsidP="006974AE">
      <w:r>
        <w:t>312.6404</w:t>
      </w:r>
      <w:r>
        <w:tab/>
        <w:t>1.013e0</w:t>
      </w:r>
    </w:p>
    <w:p w:rsidR="006974AE" w:rsidRDefault="006974AE" w:rsidP="006974AE">
      <w:r>
        <w:t>312.6535</w:t>
      </w:r>
      <w:r>
        <w:tab/>
        <w:t>1.013e0</w:t>
      </w:r>
    </w:p>
    <w:p w:rsidR="006974AE" w:rsidRDefault="006974AE" w:rsidP="006974AE">
      <w:r>
        <w:t>312.6577</w:t>
      </w:r>
      <w:r>
        <w:tab/>
        <w:t>2.025e0</w:t>
      </w:r>
    </w:p>
    <w:p w:rsidR="006974AE" w:rsidRDefault="006974AE" w:rsidP="006974AE">
      <w:r>
        <w:t>312.6820</w:t>
      </w:r>
      <w:r>
        <w:tab/>
        <w:t>1.013e0</w:t>
      </w:r>
    </w:p>
    <w:p w:rsidR="006974AE" w:rsidRDefault="006974AE" w:rsidP="006974AE">
      <w:r>
        <w:t>312.6859</w:t>
      </w:r>
      <w:r>
        <w:tab/>
        <w:t>2.025e0</w:t>
      </w:r>
    </w:p>
    <w:p w:rsidR="006974AE" w:rsidRDefault="006974AE" w:rsidP="006974AE">
      <w:r>
        <w:t>312.6974</w:t>
      </w:r>
      <w:r>
        <w:tab/>
        <w:t>1.013e0</w:t>
      </w:r>
    </w:p>
    <w:p w:rsidR="006974AE" w:rsidRDefault="006974AE" w:rsidP="006974AE">
      <w:r>
        <w:lastRenderedPageBreak/>
        <w:t>312.7140</w:t>
      </w:r>
      <w:r>
        <w:tab/>
        <w:t>1.013e0</w:t>
      </w:r>
    </w:p>
    <w:p w:rsidR="006974AE" w:rsidRDefault="006974AE" w:rsidP="006974AE">
      <w:r>
        <w:t>312.7427</w:t>
      </w:r>
      <w:r>
        <w:tab/>
        <w:t>1.013e0</w:t>
      </w:r>
    </w:p>
    <w:p w:rsidR="006974AE" w:rsidRDefault="006974AE" w:rsidP="006974AE">
      <w:r>
        <w:t>312.8051</w:t>
      </w:r>
      <w:r>
        <w:tab/>
        <w:t>1.013e0</w:t>
      </w:r>
    </w:p>
    <w:p w:rsidR="006974AE" w:rsidRDefault="006974AE" w:rsidP="006974AE">
      <w:r>
        <w:t>312.8106</w:t>
      </w:r>
      <w:r>
        <w:tab/>
        <w:t>1.013e0</w:t>
      </w:r>
    </w:p>
    <w:p w:rsidR="006974AE" w:rsidRDefault="006974AE" w:rsidP="006974AE">
      <w:r>
        <w:t>312.8273</w:t>
      </w:r>
      <w:r>
        <w:tab/>
        <w:t>1.013e0</w:t>
      </w:r>
    </w:p>
    <w:p w:rsidR="006974AE" w:rsidRDefault="006974AE" w:rsidP="006974AE">
      <w:r>
        <w:t>312.8330</w:t>
      </w:r>
      <w:r>
        <w:tab/>
        <w:t>1.013e0</w:t>
      </w:r>
    </w:p>
    <w:p w:rsidR="006974AE" w:rsidRDefault="006974AE" w:rsidP="006974AE">
      <w:r>
        <w:t>312.8386</w:t>
      </w:r>
      <w:r>
        <w:tab/>
        <w:t>2.025e0</w:t>
      </w:r>
    </w:p>
    <w:p w:rsidR="006974AE" w:rsidRDefault="006974AE" w:rsidP="006974AE">
      <w:r>
        <w:t>312.8617</w:t>
      </w:r>
      <w:r>
        <w:tab/>
        <w:t>1.013e0</w:t>
      </w:r>
    </w:p>
    <w:p w:rsidR="006974AE" w:rsidRDefault="006974AE" w:rsidP="006974AE">
      <w:r>
        <w:t>312.8840</w:t>
      </w:r>
      <w:r>
        <w:tab/>
        <w:t>1.013e0</w:t>
      </w:r>
    </w:p>
    <w:p w:rsidR="006974AE" w:rsidRDefault="006974AE" w:rsidP="006974AE">
      <w:r>
        <w:t>312.8984</w:t>
      </w:r>
      <w:r>
        <w:tab/>
        <w:t>1.013e0</w:t>
      </w:r>
    </w:p>
    <w:p w:rsidR="006974AE" w:rsidRDefault="006974AE" w:rsidP="006974AE">
      <w:r>
        <w:t>312.9128</w:t>
      </w:r>
      <w:r>
        <w:tab/>
        <w:t>1.013e0</w:t>
      </w:r>
    </w:p>
    <w:p w:rsidR="006974AE" w:rsidRDefault="006974AE" w:rsidP="006974AE">
      <w:r>
        <w:t>312.9225</w:t>
      </w:r>
      <w:r>
        <w:tab/>
        <w:t>1.013e0</w:t>
      </w:r>
    </w:p>
    <w:p w:rsidR="006974AE" w:rsidRDefault="006974AE" w:rsidP="006974AE">
      <w:r>
        <w:t>312.9265</w:t>
      </w:r>
      <w:r>
        <w:tab/>
        <w:t>3.038e0</w:t>
      </w:r>
    </w:p>
    <w:p w:rsidR="006974AE" w:rsidRDefault="006974AE" w:rsidP="006974AE">
      <w:r>
        <w:t>312.9350</w:t>
      </w:r>
      <w:r>
        <w:tab/>
        <w:t>6.076e0</w:t>
      </w:r>
    </w:p>
    <w:p w:rsidR="006974AE" w:rsidRDefault="006974AE" w:rsidP="006974AE">
      <w:r>
        <w:t>312.9424</w:t>
      </w:r>
      <w:r>
        <w:tab/>
        <w:t>4.051e0</w:t>
      </w:r>
    </w:p>
    <w:p w:rsidR="006974AE" w:rsidRDefault="006974AE" w:rsidP="006974AE">
      <w:r>
        <w:t>312.9451</w:t>
      </w:r>
      <w:r>
        <w:tab/>
        <w:t>4.051e0</w:t>
      </w:r>
    </w:p>
    <w:p w:rsidR="006974AE" w:rsidRDefault="006974AE" w:rsidP="006974AE">
      <w:r>
        <w:t>312.9468</w:t>
      </w:r>
      <w:r>
        <w:tab/>
        <w:t>4.051e0</w:t>
      </w:r>
    </w:p>
    <w:p w:rsidR="006974AE" w:rsidRDefault="006974AE" w:rsidP="006974AE">
      <w:r>
        <w:t>312.9527</w:t>
      </w:r>
      <w:r>
        <w:tab/>
        <w:t>2.025e0</w:t>
      </w:r>
    </w:p>
    <w:p w:rsidR="006974AE" w:rsidRDefault="006974AE" w:rsidP="006974AE">
      <w:r>
        <w:t>312.9553</w:t>
      </w:r>
      <w:r>
        <w:tab/>
        <w:t>2.025e0</w:t>
      </w:r>
    </w:p>
    <w:p w:rsidR="006974AE" w:rsidRDefault="006974AE" w:rsidP="006974AE">
      <w:r>
        <w:lastRenderedPageBreak/>
        <w:t>312.9769</w:t>
      </w:r>
      <w:r>
        <w:tab/>
        <w:t>2.025e0</w:t>
      </w:r>
    </w:p>
    <w:p w:rsidR="006974AE" w:rsidRDefault="006974AE" w:rsidP="006974AE">
      <w:r>
        <w:t>312.9799</w:t>
      </w:r>
      <w:r>
        <w:tab/>
        <w:t>2.291e0</w:t>
      </w:r>
    </w:p>
    <w:p w:rsidR="006974AE" w:rsidRDefault="006974AE" w:rsidP="006974AE">
      <w:r>
        <w:t>312.9828</w:t>
      </w:r>
      <w:r>
        <w:tab/>
        <w:t>1.013e0</w:t>
      </w:r>
    </w:p>
    <w:p w:rsidR="006974AE" w:rsidRDefault="006974AE" w:rsidP="006974AE">
      <w:r>
        <w:t>312.9919</w:t>
      </w:r>
      <w:r>
        <w:tab/>
        <w:t>2.025e0</w:t>
      </w:r>
    </w:p>
    <w:p w:rsidR="006974AE" w:rsidRDefault="006974AE" w:rsidP="006974AE">
      <w:r>
        <w:t>313.0314</w:t>
      </w:r>
      <w:r>
        <w:tab/>
        <w:t>2.025e0</w:t>
      </w:r>
    </w:p>
    <w:p w:rsidR="006974AE" w:rsidRDefault="006974AE" w:rsidP="006974AE">
      <w:r>
        <w:t>313.0595</w:t>
      </w:r>
      <w:r>
        <w:tab/>
        <w:t>1.013e0</w:t>
      </w:r>
    </w:p>
    <w:p w:rsidR="006974AE" w:rsidRDefault="006974AE" w:rsidP="006974AE">
      <w:r>
        <w:t>313.0630</w:t>
      </w:r>
      <w:r>
        <w:tab/>
        <w:t>1.013e0</w:t>
      </w:r>
    </w:p>
    <w:p w:rsidR="006974AE" w:rsidRDefault="006974AE" w:rsidP="006974AE">
      <w:r>
        <w:t>313.0671</w:t>
      </w:r>
      <w:r>
        <w:tab/>
        <w:t>2.025e0</w:t>
      </w:r>
    </w:p>
    <w:p w:rsidR="006974AE" w:rsidRDefault="006974AE" w:rsidP="006974AE">
      <w:r>
        <w:t>313.0825</w:t>
      </w:r>
      <w:r>
        <w:tab/>
        <w:t>1.013e0</w:t>
      </w:r>
    </w:p>
    <w:p w:rsidR="006974AE" w:rsidRDefault="006974AE" w:rsidP="006974AE">
      <w:r>
        <w:t>313.0876</w:t>
      </w:r>
      <w:r>
        <w:tab/>
        <w:t>1.013e0</w:t>
      </w:r>
    </w:p>
    <w:p w:rsidR="006974AE" w:rsidRDefault="006974AE" w:rsidP="006974AE">
      <w:r>
        <w:t>313.0935</w:t>
      </w:r>
      <w:r>
        <w:tab/>
        <w:t>2.025e0</w:t>
      </w:r>
    </w:p>
    <w:p w:rsidR="006974AE" w:rsidRDefault="006974AE" w:rsidP="006974AE">
      <w:r>
        <w:t>313.1008</w:t>
      </w:r>
      <w:r>
        <w:tab/>
        <w:t>2.025e0</w:t>
      </w:r>
    </w:p>
    <w:p w:rsidR="006974AE" w:rsidRDefault="006974AE" w:rsidP="006974AE">
      <w:r>
        <w:t>313.1055</w:t>
      </w:r>
      <w:r>
        <w:tab/>
        <w:t>1.013e0</w:t>
      </w:r>
    </w:p>
    <w:p w:rsidR="006974AE" w:rsidRDefault="006974AE" w:rsidP="006974AE">
      <w:r>
        <w:t>313.1197</w:t>
      </w:r>
      <w:r>
        <w:tab/>
        <w:t>1.013e0</w:t>
      </w:r>
    </w:p>
    <w:p w:rsidR="006974AE" w:rsidRDefault="006974AE" w:rsidP="006974AE">
      <w:r>
        <w:t>313.1233</w:t>
      </w:r>
      <w:r>
        <w:tab/>
        <w:t>1.013e0</w:t>
      </w:r>
    </w:p>
    <w:p w:rsidR="006974AE" w:rsidRDefault="006974AE" w:rsidP="006974AE">
      <w:r>
        <w:t>313.1339</w:t>
      </w:r>
      <w:r>
        <w:tab/>
        <w:t>1.013e0</w:t>
      </w:r>
    </w:p>
    <w:p w:rsidR="006974AE" w:rsidRDefault="006974AE" w:rsidP="006974AE">
      <w:r>
        <w:t>313.1431</w:t>
      </w:r>
      <w:r>
        <w:tab/>
        <w:t>2.025e0</w:t>
      </w:r>
    </w:p>
    <w:p w:rsidR="006974AE" w:rsidRDefault="006974AE" w:rsidP="006974AE">
      <w:r>
        <w:t>313.1573</w:t>
      </w:r>
      <w:r>
        <w:tab/>
        <w:t>2.025e0</w:t>
      </w:r>
    </w:p>
    <w:p w:rsidR="006974AE" w:rsidRDefault="006974AE" w:rsidP="006974AE">
      <w:r>
        <w:t>313.1760</w:t>
      </w:r>
      <w:r>
        <w:tab/>
        <w:t>2.025e0</w:t>
      </w:r>
    </w:p>
    <w:p w:rsidR="006974AE" w:rsidRDefault="006974AE" w:rsidP="006974AE">
      <w:r>
        <w:lastRenderedPageBreak/>
        <w:t>313.1795</w:t>
      </w:r>
      <w:r>
        <w:tab/>
        <w:t>1.013e0</w:t>
      </w:r>
    </w:p>
    <w:p w:rsidR="006974AE" w:rsidRDefault="006974AE" w:rsidP="006974AE">
      <w:r>
        <w:t>313.1906</w:t>
      </w:r>
      <w:r>
        <w:tab/>
        <w:t>1.013e0</w:t>
      </w:r>
    </w:p>
    <w:p w:rsidR="006974AE" w:rsidRDefault="006974AE" w:rsidP="006974AE">
      <w:r>
        <w:t>313.1924</w:t>
      </w:r>
      <w:r>
        <w:tab/>
        <w:t>2.025e0</w:t>
      </w:r>
    </w:p>
    <w:p w:rsidR="006974AE" w:rsidRDefault="006974AE" w:rsidP="006974AE">
      <w:r>
        <w:t>313.1957</w:t>
      </w:r>
      <w:r>
        <w:tab/>
        <w:t>2.025e0</w:t>
      </w:r>
    </w:p>
    <w:p w:rsidR="006974AE" w:rsidRDefault="006974AE" w:rsidP="006974AE">
      <w:r>
        <w:t>313.2318</w:t>
      </w:r>
      <w:r>
        <w:tab/>
        <w:t>1.013e0</w:t>
      </w:r>
    </w:p>
    <w:p w:rsidR="006974AE" w:rsidRDefault="006974AE" w:rsidP="006974AE">
      <w:r>
        <w:t>313.2397</w:t>
      </w:r>
      <w:r>
        <w:tab/>
        <w:t>5.063e0</w:t>
      </w:r>
    </w:p>
    <w:p w:rsidR="006974AE" w:rsidRDefault="006974AE" w:rsidP="006974AE">
      <w:r>
        <w:t>313.2699</w:t>
      </w:r>
      <w:r>
        <w:tab/>
        <w:t>2.025e0</w:t>
      </w:r>
    </w:p>
    <w:p w:rsidR="006974AE" w:rsidRDefault="006974AE" w:rsidP="006974AE">
      <w:r>
        <w:t>313.2906</w:t>
      </w:r>
      <w:r>
        <w:tab/>
        <w:t>2.025e0</w:t>
      </w:r>
    </w:p>
    <w:p w:rsidR="006974AE" w:rsidRDefault="006974AE" w:rsidP="006974AE">
      <w:r>
        <w:t>313.3121</w:t>
      </w:r>
      <w:r>
        <w:tab/>
        <w:t>1.013e0</w:t>
      </w:r>
    </w:p>
    <w:p w:rsidR="006974AE" w:rsidRDefault="006974AE" w:rsidP="006974AE">
      <w:r>
        <w:t>313.3364</w:t>
      </w:r>
      <w:r>
        <w:tab/>
        <w:t>2.025e0</w:t>
      </w:r>
    </w:p>
    <w:p w:rsidR="006974AE" w:rsidRDefault="006974AE" w:rsidP="006974AE">
      <w:r>
        <w:t>313.3446</w:t>
      </w:r>
      <w:r>
        <w:tab/>
        <w:t>1.013e0</w:t>
      </w:r>
    </w:p>
    <w:p w:rsidR="006974AE" w:rsidRDefault="006974AE" w:rsidP="006974AE">
      <w:r>
        <w:t>313.3580</w:t>
      </w:r>
      <w:r>
        <w:tab/>
        <w:t>2.025e0</w:t>
      </w:r>
    </w:p>
    <w:p w:rsidR="006974AE" w:rsidRDefault="006974AE" w:rsidP="006974AE">
      <w:r>
        <w:t>313.3604</w:t>
      </w:r>
      <w:r>
        <w:tab/>
        <w:t>1.013e0</w:t>
      </w:r>
    </w:p>
    <w:p w:rsidR="006974AE" w:rsidRDefault="006974AE" w:rsidP="006974AE">
      <w:r>
        <w:t>313.3842</w:t>
      </w:r>
      <w:r>
        <w:tab/>
        <w:t>3.038e0</w:t>
      </w:r>
    </w:p>
    <w:p w:rsidR="006974AE" w:rsidRDefault="006974AE" w:rsidP="006974AE">
      <w:r>
        <w:t>313.3969</w:t>
      </w:r>
      <w:r>
        <w:tab/>
        <w:t>1.013e0</w:t>
      </w:r>
    </w:p>
    <w:p w:rsidR="006974AE" w:rsidRDefault="006974AE" w:rsidP="006974AE">
      <w:r>
        <w:t>313.4401</w:t>
      </w:r>
      <w:r>
        <w:tab/>
        <w:t>2.025e0</w:t>
      </w:r>
    </w:p>
    <w:p w:rsidR="006974AE" w:rsidRDefault="006974AE" w:rsidP="006974AE">
      <w:r>
        <w:t>313.4570</w:t>
      </w:r>
      <w:r>
        <w:tab/>
        <w:t>1.013e0</w:t>
      </w:r>
    </w:p>
    <w:p w:rsidR="006974AE" w:rsidRDefault="006974AE" w:rsidP="006974AE">
      <w:r>
        <w:t>313.4833</w:t>
      </w:r>
      <w:r>
        <w:tab/>
        <w:t>2.025e0</w:t>
      </w:r>
    </w:p>
    <w:p w:rsidR="006974AE" w:rsidRDefault="006974AE" w:rsidP="006974AE">
      <w:r>
        <w:t>313.5049</w:t>
      </w:r>
      <w:r>
        <w:tab/>
        <w:t>1.013e0</w:t>
      </w:r>
    </w:p>
    <w:p w:rsidR="006974AE" w:rsidRDefault="006974AE" w:rsidP="006974AE">
      <w:r>
        <w:lastRenderedPageBreak/>
        <w:t>313.5255</w:t>
      </w:r>
      <w:r>
        <w:tab/>
        <w:t>1.013e0</w:t>
      </w:r>
    </w:p>
    <w:p w:rsidR="006974AE" w:rsidRDefault="006974AE" w:rsidP="006974AE">
      <w:r>
        <w:t>313.5476</w:t>
      </w:r>
      <w:r>
        <w:tab/>
        <w:t>3.038e0</w:t>
      </w:r>
    </w:p>
    <w:p w:rsidR="006974AE" w:rsidRDefault="006974AE" w:rsidP="006974AE">
      <w:r>
        <w:t>313.5571</w:t>
      </w:r>
      <w:r>
        <w:tab/>
        <w:t>1.013e0</w:t>
      </w:r>
    </w:p>
    <w:p w:rsidR="006974AE" w:rsidRDefault="006974AE" w:rsidP="006974AE">
      <w:r>
        <w:t>313.6046</w:t>
      </w:r>
      <w:r>
        <w:tab/>
        <w:t>1.013e0</w:t>
      </w:r>
    </w:p>
    <w:p w:rsidR="006974AE" w:rsidRDefault="006974AE" w:rsidP="006974AE">
      <w:r>
        <w:t>313.6273</w:t>
      </w:r>
      <w:r>
        <w:tab/>
        <w:t>1.013e0</w:t>
      </w:r>
    </w:p>
    <w:p w:rsidR="006974AE" w:rsidRDefault="006974AE" w:rsidP="006974AE">
      <w:r>
        <w:t>313.6375</w:t>
      </w:r>
      <w:r>
        <w:tab/>
        <w:t>1.013e0</w:t>
      </w:r>
    </w:p>
    <w:p w:rsidR="006974AE" w:rsidRDefault="006974AE" w:rsidP="006974AE">
      <w:r>
        <w:t>313.6672</w:t>
      </w:r>
      <w:r>
        <w:tab/>
        <w:t>2.025e0</w:t>
      </w:r>
    </w:p>
    <w:p w:rsidR="006974AE" w:rsidRDefault="006974AE" w:rsidP="006974AE">
      <w:r>
        <w:t>313.6903</w:t>
      </w:r>
      <w:r>
        <w:tab/>
        <w:t>2.025e0</w:t>
      </w:r>
    </w:p>
    <w:p w:rsidR="006974AE" w:rsidRDefault="006974AE" w:rsidP="006974AE">
      <w:r>
        <w:t>313.7073</w:t>
      </w:r>
      <w:r>
        <w:tab/>
        <w:t>1.013e0</w:t>
      </w:r>
    </w:p>
    <w:p w:rsidR="006974AE" w:rsidRDefault="006974AE" w:rsidP="006974AE">
      <w:r>
        <w:t>313.7126</w:t>
      </w:r>
      <w:r>
        <w:tab/>
        <w:t>1.013e0</w:t>
      </w:r>
    </w:p>
    <w:p w:rsidR="006974AE" w:rsidRDefault="006974AE" w:rsidP="006974AE">
      <w:r>
        <w:t>313.7403</w:t>
      </w:r>
      <w:r>
        <w:tab/>
        <w:t>2.025e0</w:t>
      </w:r>
    </w:p>
    <w:p w:rsidR="006974AE" w:rsidRDefault="006974AE" w:rsidP="006974AE">
      <w:r>
        <w:t>313.7460</w:t>
      </w:r>
      <w:r>
        <w:tab/>
        <w:t>1.013e0</w:t>
      </w:r>
    </w:p>
    <w:p w:rsidR="006974AE" w:rsidRDefault="006974AE" w:rsidP="006974AE">
      <w:r>
        <w:t>313.7826</w:t>
      </w:r>
      <w:r>
        <w:tab/>
        <w:t>1.013e0</w:t>
      </w:r>
    </w:p>
    <w:p w:rsidR="006974AE" w:rsidRDefault="006974AE" w:rsidP="006974AE">
      <w:r>
        <w:t>313.7978</w:t>
      </w:r>
      <w:r>
        <w:tab/>
        <w:t>2.025e0</w:t>
      </w:r>
    </w:p>
    <w:p w:rsidR="006974AE" w:rsidRDefault="006974AE" w:rsidP="006974AE">
      <w:r>
        <w:t>313.8152</w:t>
      </w:r>
      <w:r>
        <w:tab/>
        <w:t>1.013e0</w:t>
      </w:r>
    </w:p>
    <w:p w:rsidR="006974AE" w:rsidRDefault="006974AE" w:rsidP="006974AE">
      <w:r>
        <w:t>313.8388</w:t>
      </w:r>
      <w:r>
        <w:tab/>
        <w:t>1.013e0</w:t>
      </w:r>
    </w:p>
    <w:p w:rsidR="006974AE" w:rsidRDefault="006974AE" w:rsidP="006974AE">
      <w:r>
        <w:t>313.8669</w:t>
      </w:r>
      <w:r>
        <w:tab/>
        <w:t>1.013e0</w:t>
      </w:r>
    </w:p>
    <w:p w:rsidR="006974AE" w:rsidRDefault="006974AE" w:rsidP="006974AE">
      <w:r>
        <w:t>313.8721</w:t>
      </w:r>
      <w:r>
        <w:tab/>
        <w:t>1.013e0</w:t>
      </w:r>
    </w:p>
    <w:p w:rsidR="006974AE" w:rsidRDefault="006974AE" w:rsidP="006974AE">
      <w:r>
        <w:t>313.8827</w:t>
      </w:r>
      <w:r>
        <w:tab/>
        <w:t>1.013e0</w:t>
      </w:r>
    </w:p>
    <w:p w:rsidR="006974AE" w:rsidRDefault="006974AE" w:rsidP="006974AE">
      <w:r>
        <w:lastRenderedPageBreak/>
        <w:t>313.8932</w:t>
      </w:r>
      <w:r>
        <w:tab/>
        <w:t>2.025e0</w:t>
      </w:r>
    </w:p>
    <w:p w:rsidR="006974AE" w:rsidRDefault="006974AE" w:rsidP="006974AE">
      <w:r>
        <w:t>313.9108</w:t>
      </w:r>
      <w:r>
        <w:tab/>
        <w:t>1.013e0</w:t>
      </w:r>
    </w:p>
    <w:p w:rsidR="006974AE" w:rsidRDefault="006974AE" w:rsidP="006974AE">
      <w:r>
        <w:t>313.9267</w:t>
      </w:r>
      <w:r>
        <w:tab/>
        <w:t>4.051e0</w:t>
      </w:r>
    </w:p>
    <w:p w:rsidR="006974AE" w:rsidRDefault="006974AE" w:rsidP="006974AE">
      <w:r>
        <w:t>313.9343</w:t>
      </w:r>
      <w:r>
        <w:tab/>
        <w:t>3.038e0</w:t>
      </w:r>
    </w:p>
    <w:p w:rsidR="006974AE" w:rsidRDefault="006974AE" w:rsidP="006974AE">
      <w:r>
        <w:t>313.9470</w:t>
      </w:r>
      <w:r>
        <w:tab/>
        <w:t>1.013e0</w:t>
      </w:r>
    </w:p>
    <w:p w:rsidR="006974AE" w:rsidRDefault="006974AE" w:rsidP="006974AE">
      <w:r>
        <w:t>313.9513</w:t>
      </w:r>
      <w:r>
        <w:tab/>
        <w:t>2.025e0</w:t>
      </w:r>
    </w:p>
    <w:p w:rsidR="006974AE" w:rsidRDefault="006974AE" w:rsidP="006974AE">
      <w:r>
        <w:t>313.9644</w:t>
      </w:r>
      <w:r>
        <w:tab/>
        <w:t>2.025e0</w:t>
      </w:r>
    </w:p>
    <w:p w:rsidR="006974AE" w:rsidRDefault="006974AE" w:rsidP="006974AE">
      <w:r>
        <w:t>313.9836</w:t>
      </w:r>
      <w:r>
        <w:tab/>
        <w:t>2.025e0</w:t>
      </w:r>
    </w:p>
    <w:p w:rsidR="006974AE" w:rsidRDefault="006974AE" w:rsidP="006974AE">
      <w:r>
        <w:t>314.0196</w:t>
      </w:r>
      <w:r>
        <w:tab/>
        <w:t>5.063e0</w:t>
      </w:r>
    </w:p>
    <w:p w:rsidR="006974AE" w:rsidRDefault="006974AE" w:rsidP="006974AE">
      <w:r>
        <w:t>314.0234</w:t>
      </w:r>
      <w:r>
        <w:tab/>
        <w:t>2.025e0</w:t>
      </w:r>
    </w:p>
    <w:p w:rsidR="006974AE" w:rsidRDefault="006974AE" w:rsidP="006974AE">
      <w:r>
        <w:t>314.0322</w:t>
      </w:r>
      <w:r>
        <w:tab/>
        <w:t>3.038e0</w:t>
      </w:r>
    </w:p>
    <w:p w:rsidR="006974AE" w:rsidRDefault="006974AE" w:rsidP="006974AE">
      <w:r>
        <w:t>314.0756</w:t>
      </w:r>
      <w:r>
        <w:tab/>
        <w:t>2.025e0</w:t>
      </w:r>
    </w:p>
    <w:p w:rsidR="006974AE" w:rsidRDefault="006974AE" w:rsidP="006974AE">
      <w:r>
        <w:t>314.0881</w:t>
      </w:r>
      <w:r>
        <w:tab/>
        <w:t>2.025e0</w:t>
      </w:r>
    </w:p>
    <w:p w:rsidR="006974AE" w:rsidRDefault="006974AE" w:rsidP="006974AE">
      <w:r>
        <w:t>314.1402</w:t>
      </w:r>
      <w:r>
        <w:tab/>
        <w:t>1.013e0</w:t>
      </w:r>
    </w:p>
    <w:p w:rsidR="006974AE" w:rsidRDefault="006974AE" w:rsidP="006974AE">
      <w:r>
        <w:t>314.1480</w:t>
      </w:r>
      <w:r>
        <w:tab/>
        <w:t>2.025e0</w:t>
      </w:r>
    </w:p>
    <w:p w:rsidR="006974AE" w:rsidRDefault="006974AE" w:rsidP="006974AE">
      <w:r>
        <w:t>314.1505</w:t>
      </w:r>
      <w:r>
        <w:tab/>
        <w:t>2.025e0</w:t>
      </w:r>
    </w:p>
    <w:p w:rsidR="006974AE" w:rsidRDefault="006974AE" w:rsidP="006974AE">
      <w:r>
        <w:t>314.1577</w:t>
      </w:r>
      <w:r>
        <w:tab/>
        <w:t>2.025e0</w:t>
      </w:r>
    </w:p>
    <w:p w:rsidR="006974AE" w:rsidRDefault="006974AE" w:rsidP="006974AE">
      <w:r>
        <w:t>314.1735</w:t>
      </w:r>
      <w:r>
        <w:tab/>
        <w:t>1.013e0</w:t>
      </w:r>
    </w:p>
    <w:p w:rsidR="006974AE" w:rsidRDefault="006974AE" w:rsidP="006974AE">
      <w:r>
        <w:t>314.1800</w:t>
      </w:r>
      <w:r>
        <w:tab/>
        <w:t>2.025e0</w:t>
      </w:r>
    </w:p>
    <w:p w:rsidR="006974AE" w:rsidRDefault="006974AE" w:rsidP="006974AE">
      <w:r>
        <w:lastRenderedPageBreak/>
        <w:t>314.1880</w:t>
      </w:r>
      <w:r>
        <w:tab/>
        <w:t>1.013e0</w:t>
      </w:r>
    </w:p>
    <w:p w:rsidR="006974AE" w:rsidRDefault="006974AE" w:rsidP="006974AE">
      <w:r>
        <w:t>314.2143</w:t>
      </w:r>
      <w:r>
        <w:tab/>
        <w:t>2.025e0</w:t>
      </w:r>
    </w:p>
    <w:p w:rsidR="006974AE" w:rsidRDefault="006974AE" w:rsidP="006974AE">
      <w:r>
        <w:t>314.2207</w:t>
      </w:r>
      <w:r>
        <w:tab/>
        <w:t>3.038e0</w:t>
      </w:r>
    </w:p>
    <w:p w:rsidR="006974AE" w:rsidRDefault="006974AE" w:rsidP="006974AE">
      <w:r>
        <w:t>314.2303</w:t>
      </w:r>
      <w:r>
        <w:tab/>
        <w:t>1.013e0</w:t>
      </w:r>
    </w:p>
    <w:p w:rsidR="006974AE" w:rsidRDefault="006974AE" w:rsidP="006974AE">
      <w:r>
        <w:t>314.2357</w:t>
      </w:r>
      <w:r>
        <w:tab/>
        <w:t>1.013e0</w:t>
      </w:r>
    </w:p>
    <w:p w:rsidR="006974AE" w:rsidRDefault="006974AE" w:rsidP="006974AE">
      <w:r>
        <w:t>314.2447</w:t>
      </w:r>
      <w:r>
        <w:tab/>
        <w:t>4.051e0</w:t>
      </w:r>
    </w:p>
    <w:p w:rsidR="006974AE" w:rsidRDefault="006974AE" w:rsidP="006974AE">
      <w:r>
        <w:t>314.2531</w:t>
      </w:r>
      <w:r>
        <w:tab/>
        <w:t>1.013e0</w:t>
      </w:r>
    </w:p>
    <w:p w:rsidR="006974AE" w:rsidRDefault="006974AE" w:rsidP="006974AE">
      <w:r>
        <w:t>314.2641</w:t>
      </w:r>
      <w:r>
        <w:tab/>
        <w:t>1.013e0</w:t>
      </w:r>
    </w:p>
    <w:p w:rsidR="006974AE" w:rsidRDefault="006974AE" w:rsidP="006974AE">
      <w:r>
        <w:t>314.2873</w:t>
      </w:r>
      <w:r>
        <w:tab/>
        <w:t>1.013e0</w:t>
      </w:r>
    </w:p>
    <w:p w:rsidR="006974AE" w:rsidRDefault="006974AE" w:rsidP="006974AE">
      <w:r>
        <w:t>314.2931</w:t>
      </w:r>
      <w:r>
        <w:tab/>
        <w:t>2.025e0</w:t>
      </w:r>
    </w:p>
    <w:p w:rsidR="006974AE" w:rsidRDefault="006974AE" w:rsidP="006974AE">
      <w:r>
        <w:t>314.3046</w:t>
      </w:r>
      <w:r>
        <w:tab/>
        <w:t>1.013e0</w:t>
      </w:r>
    </w:p>
    <w:p w:rsidR="006974AE" w:rsidRDefault="006974AE" w:rsidP="006974AE">
      <w:r>
        <w:t>314.3074</w:t>
      </w:r>
      <w:r>
        <w:tab/>
        <w:t>2.025e0</w:t>
      </w:r>
    </w:p>
    <w:p w:rsidR="006974AE" w:rsidRDefault="006974AE" w:rsidP="006974AE">
      <w:r>
        <w:t>314.3251</w:t>
      </w:r>
      <w:r>
        <w:tab/>
        <w:t>1.013e0</w:t>
      </w:r>
    </w:p>
    <w:p w:rsidR="006974AE" w:rsidRDefault="006974AE" w:rsidP="006974AE">
      <w:r>
        <w:t>314.3442</w:t>
      </w:r>
      <w:r>
        <w:tab/>
        <w:t>1.013e0</w:t>
      </w:r>
    </w:p>
    <w:p w:rsidR="006974AE" w:rsidRDefault="006974AE" w:rsidP="006974AE">
      <w:r>
        <w:t>314.3609</w:t>
      </w:r>
      <w:r>
        <w:tab/>
        <w:t>1.013e0</w:t>
      </w:r>
    </w:p>
    <w:p w:rsidR="006974AE" w:rsidRDefault="006974AE" w:rsidP="006974AE">
      <w:r>
        <w:t>314.3855</w:t>
      </w:r>
      <w:r>
        <w:tab/>
        <w:t>1.013e0</w:t>
      </w:r>
    </w:p>
    <w:p w:rsidR="006974AE" w:rsidRDefault="006974AE" w:rsidP="006974AE">
      <w:r>
        <w:t>314.4937</w:t>
      </w:r>
      <w:r>
        <w:tab/>
        <w:t>1.013e0</w:t>
      </w:r>
    </w:p>
    <w:p w:rsidR="006974AE" w:rsidRDefault="006974AE" w:rsidP="006974AE">
      <w:r>
        <w:t>314.5082</w:t>
      </w:r>
      <w:r>
        <w:tab/>
        <w:t>2.025e0</w:t>
      </w:r>
    </w:p>
    <w:p w:rsidR="006974AE" w:rsidRDefault="006974AE" w:rsidP="006974AE">
      <w:r>
        <w:t>314.5181</w:t>
      </w:r>
      <w:r>
        <w:tab/>
        <w:t>1.013e0</w:t>
      </w:r>
    </w:p>
    <w:p w:rsidR="006974AE" w:rsidRDefault="006974AE" w:rsidP="006974AE">
      <w:r>
        <w:lastRenderedPageBreak/>
        <w:t>314.5260</w:t>
      </w:r>
      <w:r>
        <w:tab/>
        <w:t>1.013e0</w:t>
      </w:r>
    </w:p>
    <w:p w:rsidR="006974AE" w:rsidRDefault="006974AE" w:rsidP="006974AE">
      <w:r>
        <w:t>314.5658</w:t>
      </w:r>
      <w:r>
        <w:tab/>
        <w:t>1.013e0</w:t>
      </w:r>
    </w:p>
    <w:p w:rsidR="006974AE" w:rsidRDefault="006974AE" w:rsidP="006974AE">
      <w:r>
        <w:t>314.5744</w:t>
      </w:r>
      <w:r>
        <w:tab/>
        <w:t>1.013e0</w:t>
      </w:r>
    </w:p>
    <w:p w:rsidR="006974AE" w:rsidRDefault="006974AE" w:rsidP="006974AE">
      <w:r>
        <w:t>314.5886</w:t>
      </w:r>
      <w:r>
        <w:tab/>
        <w:t>4.051e0</w:t>
      </w:r>
    </w:p>
    <w:p w:rsidR="006974AE" w:rsidRDefault="006974AE" w:rsidP="006974AE">
      <w:r>
        <w:t>314.6266</w:t>
      </w:r>
      <w:r>
        <w:tab/>
        <w:t>1.013e0</w:t>
      </w:r>
    </w:p>
    <w:p w:rsidR="006974AE" w:rsidRDefault="006974AE" w:rsidP="006974AE">
      <w:r>
        <w:t>314.6319</w:t>
      </w:r>
      <w:r>
        <w:tab/>
        <w:t>4.051e0</w:t>
      </w:r>
    </w:p>
    <w:p w:rsidR="006974AE" w:rsidRDefault="006974AE" w:rsidP="006974AE">
      <w:r>
        <w:t>314.6387</w:t>
      </w:r>
      <w:r>
        <w:tab/>
        <w:t>2.025e0</w:t>
      </w:r>
    </w:p>
    <w:p w:rsidR="006974AE" w:rsidRDefault="006974AE" w:rsidP="006974AE">
      <w:r>
        <w:t>314.6585</w:t>
      </w:r>
      <w:r>
        <w:tab/>
        <w:t>1.013e0</w:t>
      </w:r>
    </w:p>
    <w:p w:rsidR="006974AE" w:rsidRDefault="006974AE" w:rsidP="006974AE">
      <w:r>
        <w:t>314.6826</w:t>
      </w:r>
      <w:r>
        <w:tab/>
        <w:t>2.025e0</w:t>
      </w:r>
    </w:p>
    <w:p w:rsidR="006974AE" w:rsidRDefault="006974AE" w:rsidP="006974AE">
      <w:r>
        <w:t>314.7428</w:t>
      </w:r>
      <w:r>
        <w:tab/>
        <w:t>1.013e0</w:t>
      </w:r>
    </w:p>
    <w:p w:rsidR="006974AE" w:rsidRDefault="006974AE" w:rsidP="006974AE">
      <w:r>
        <w:t>314.7540</w:t>
      </w:r>
      <w:r>
        <w:tab/>
        <w:t>2.025e0</w:t>
      </w:r>
    </w:p>
    <w:p w:rsidR="006974AE" w:rsidRDefault="006974AE" w:rsidP="006974AE">
      <w:r>
        <w:t>314.7633</w:t>
      </w:r>
      <w:r>
        <w:tab/>
        <w:t>1.013e0</w:t>
      </w:r>
    </w:p>
    <w:p w:rsidR="006974AE" w:rsidRDefault="006974AE" w:rsidP="006974AE">
      <w:r>
        <w:t>314.7671</w:t>
      </w:r>
      <w:r>
        <w:tab/>
        <w:t>1.013e0</w:t>
      </w:r>
    </w:p>
    <w:p w:rsidR="006974AE" w:rsidRDefault="006974AE" w:rsidP="006974AE">
      <w:r>
        <w:t>314.7912</w:t>
      </w:r>
      <w:r>
        <w:tab/>
        <w:t>3.038e0</w:t>
      </w:r>
    </w:p>
    <w:p w:rsidR="006974AE" w:rsidRDefault="006974AE" w:rsidP="006974AE">
      <w:r>
        <w:t>314.8093</w:t>
      </w:r>
      <w:r>
        <w:tab/>
        <w:t>2.025e0</w:t>
      </w:r>
    </w:p>
    <w:p w:rsidR="006974AE" w:rsidRDefault="006974AE" w:rsidP="006974AE">
      <w:r>
        <w:t>314.8197</w:t>
      </w:r>
      <w:r>
        <w:tab/>
        <w:t>1.013e0</w:t>
      </w:r>
    </w:p>
    <w:p w:rsidR="006974AE" w:rsidRDefault="006974AE" w:rsidP="006974AE">
      <w:r>
        <w:t>314.8283</w:t>
      </w:r>
      <w:r>
        <w:tab/>
        <w:t>1.013e0</w:t>
      </w:r>
    </w:p>
    <w:p w:rsidR="006974AE" w:rsidRDefault="006974AE" w:rsidP="006974AE">
      <w:r>
        <w:t>314.8434</w:t>
      </w:r>
      <w:r>
        <w:tab/>
        <w:t>1.013e0</w:t>
      </w:r>
    </w:p>
    <w:p w:rsidR="006974AE" w:rsidRDefault="006974AE" w:rsidP="006974AE">
      <w:r>
        <w:t>314.8475</w:t>
      </w:r>
      <w:r>
        <w:tab/>
        <w:t>1.013e0</w:t>
      </w:r>
    </w:p>
    <w:p w:rsidR="006974AE" w:rsidRDefault="006974AE" w:rsidP="006974AE">
      <w:r>
        <w:lastRenderedPageBreak/>
        <w:t>314.8797</w:t>
      </w:r>
      <w:r>
        <w:tab/>
        <w:t>2.025e0</w:t>
      </w:r>
    </w:p>
    <w:p w:rsidR="006974AE" w:rsidRDefault="006974AE" w:rsidP="006974AE">
      <w:r>
        <w:t>314.9038</w:t>
      </w:r>
      <w:r>
        <w:tab/>
        <w:t>1.013e0</w:t>
      </w:r>
    </w:p>
    <w:p w:rsidR="006974AE" w:rsidRDefault="006974AE" w:rsidP="006974AE">
      <w:r>
        <w:t>314.9077</w:t>
      </w:r>
      <w:r>
        <w:tab/>
        <w:t>1.013e0</w:t>
      </w:r>
    </w:p>
    <w:p w:rsidR="006974AE" w:rsidRDefault="006974AE" w:rsidP="006974AE">
      <w:r>
        <w:t>314.9164</w:t>
      </w:r>
      <w:r>
        <w:tab/>
        <w:t>2.025e0</w:t>
      </w:r>
    </w:p>
    <w:p w:rsidR="006974AE" w:rsidRDefault="006974AE" w:rsidP="006974AE">
      <w:r>
        <w:t>314.9462</w:t>
      </w:r>
      <w:r>
        <w:tab/>
        <w:t>3.038e0</w:t>
      </w:r>
    </w:p>
    <w:p w:rsidR="006974AE" w:rsidRDefault="006974AE" w:rsidP="006974AE">
      <w:r>
        <w:t>314.9479</w:t>
      </w:r>
      <w:r>
        <w:tab/>
        <w:t>4.051e0</w:t>
      </w:r>
    </w:p>
    <w:p w:rsidR="006974AE" w:rsidRDefault="006974AE" w:rsidP="006974AE">
      <w:r>
        <w:t>314.9704</w:t>
      </w:r>
      <w:r>
        <w:tab/>
        <w:t>1.013e0</w:t>
      </w:r>
    </w:p>
    <w:p w:rsidR="006974AE" w:rsidRDefault="006974AE" w:rsidP="006974AE">
      <w:r>
        <w:t>314.9763</w:t>
      </w:r>
      <w:r>
        <w:tab/>
        <w:t>2.025e0</w:t>
      </w:r>
    </w:p>
    <w:p w:rsidR="006974AE" w:rsidRDefault="006974AE" w:rsidP="006974AE">
      <w:r>
        <w:t>314.9801</w:t>
      </w:r>
      <w:r>
        <w:tab/>
        <w:t>1.013e0</w:t>
      </w:r>
    </w:p>
    <w:p w:rsidR="006974AE" w:rsidRDefault="006974AE" w:rsidP="006974AE">
      <w:r>
        <w:t>314.9842</w:t>
      </w:r>
      <w:r>
        <w:tab/>
        <w:t>2.220e0</w:t>
      </w:r>
    </w:p>
    <w:p w:rsidR="006974AE" w:rsidRDefault="006974AE" w:rsidP="006974AE">
      <w:r>
        <w:t>314.9993</w:t>
      </w:r>
      <w:r>
        <w:tab/>
        <w:t>1.013e0</w:t>
      </w:r>
    </w:p>
    <w:p w:rsidR="006974AE" w:rsidRDefault="006974AE" w:rsidP="006974AE">
      <w:r>
        <w:t>315.0056</w:t>
      </w:r>
      <w:r>
        <w:tab/>
        <w:t>3.038e0</w:t>
      </w:r>
    </w:p>
    <w:p w:rsidR="006974AE" w:rsidRDefault="006974AE" w:rsidP="006974AE">
      <w:r>
        <w:t>315.0218</w:t>
      </w:r>
      <w:r>
        <w:tab/>
        <w:t>1.013e0</w:t>
      </w:r>
    </w:p>
    <w:p w:rsidR="006974AE" w:rsidRDefault="006974AE" w:rsidP="006974AE">
      <w:r>
        <w:t>315.0228</w:t>
      </w:r>
      <w:r>
        <w:tab/>
        <w:t>2.025e0</w:t>
      </w:r>
    </w:p>
    <w:p w:rsidR="006974AE" w:rsidRDefault="006974AE" w:rsidP="006974AE">
      <w:r>
        <w:t>315.0364</w:t>
      </w:r>
      <w:r>
        <w:tab/>
        <w:t>1.013e0</w:t>
      </w:r>
    </w:p>
    <w:p w:rsidR="006974AE" w:rsidRDefault="006974AE" w:rsidP="006974AE">
      <w:r>
        <w:t>315.0560</w:t>
      </w:r>
      <w:r>
        <w:tab/>
        <w:t>1.013e0</w:t>
      </w:r>
    </w:p>
    <w:p w:rsidR="006974AE" w:rsidRDefault="006974AE" w:rsidP="006974AE">
      <w:r>
        <w:t>315.0606</w:t>
      </w:r>
      <w:r>
        <w:tab/>
        <w:t>2.025e0</w:t>
      </w:r>
    </w:p>
    <w:p w:rsidR="006974AE" w:rsidRDefault="006974AE" w:rsidP="006974AE">
      <w:r>
        <w:t>315.0808</w:t>
      </w:r>
      <w:r>
        <w:tab/>
        <w:t>2.025e0</w:t>
      </w:r>
    </w:p>
    <w:p w:rsidR="006974AE" w:rsidRDefault="006974AE" w:rsidP="006974AE">
      <w:r>
        <w:t>315.0826</w:t>
      </w:r>
      <w:r>
        <w:tab/>
        <w:t>2.025e0</w:t>
      </w:r>
    </w:p>
    <w:p w:rsidR="006974AE" w:rsidRDefault="006974AE" w:rsidP="006974AE">
      <w:r>
        <w:lastRenderedPageBreak/>
        <w:t>315.0849</w:t>
      </w:r>
      <w:r>
        <w:tab/>
        <w:t>1.013e0</w:t>
      </w:r>
    </w:p>
    <w:p w:rsidR="006974AE" w:rsidRDefault="006974AE" w:rsidP="006974AE">
      <w:r>
        <w:t>315.0968</w:t>
      </w:r>
      <w:r>
        <w:tab/>
        <w:t>1.013e0</w:t>
      </w:r>
    </w:p>
    <w:p w:rsidR="006974AE" w:rsidRDefault="006974AE" w:rsidP="006974AE">
      <w:r>
        <w:t>315.1095</w:t>
      </w:r>
      <w:r>
        <w:tab/>
        <w:t>3.038e0</w:t>
      </w:r>
    </w:p>
    <w:p w:rsidR="006974AE" w:rsidRDefault="006974AE" w:rsidP="006974AE">
      <w:r>
        <w:t>315.1173</w:t>
      </w:r>
      <w:r>
        <w:tab/>
        <w:t>2.025e0</w:t>
      </w:r>
    </w:p>
    <w:p w:rsidR="006974AE" w:rsidRDefault="006974AE" w:rsidP="006974AE">
      <w:r>
        <w:t>315.1613</w:t>
      </w:r>
      <w:r>
        <w:tab/>
        <w:t>4.051e0</w:t>
      </w:r>
    </w:p>
    <w:p w:rsidR="006974AE" w:rsidRDefault="006974AE" w:rsidP="006974AE">
      <w:r>
        <w:t>315.1732</w:t>
      </w:r>
      <w:r>
        <w:tab/>
        <w:t>3.038e1</w:t>
      </w:r>
    </w:p>
    <w:p w:rsidR="006974AE" w:rsidRDefault="006974AE" w:rsidP="006974AE">
      <w:r>
        <w:t>315.1751</w:t>
      </w:r>
      <w:r>
        <w:tab/>
        <w:t>4.331e2</w:t>
      </w:r>
    </w:p>
    <w:p w:rsidR="006974AE" w:rsidRDefault="006974AE" w:rsidP="006974AE">
      <w:r>
        <w:t>315.1793</w:t>
      </w:r>
      <w:r>
        <w:tab/>
        <w:t>1.823e1</w:t>
      </w:r>
    </w:p>
    <w:p w:rsidR="006974AE" w:rsidRDefault="006974AE" w:rsidP="006974AE">
      <w:r>
        <w:t>315.2127</w:t>
      </w:r>
      <w:r>
        <w:tab/>
        <w:t>3.038e0</w:t>
      </w:r>
    </w:p>
    <w:p w:rsidR="006974AE" w:rsidRDefault="006974AE" w:rsidP="006974AE">
      <w:r>
        <w:t>315.2502</w:t>
      </w:r>
      <w:r>
        <w:tab/>
        <w:t>1.013e0</w:t>
      </w:r>
    </w:p>
    <w:p w:rsidR="006974AE" w:rsidRDefault="006974AE" w:rsidP="006974AE">
      <w:r>
        <w:t>315.2515</w:t>
      </w:r>
      <w:r>
        <w:tab/>
        <w:t>2.025e0</w:t>
      </w:r>
    </w:p>
    <w:p w:rsidR="006974AE" w:rsidRDefault="006974AE" w:rsidP="006974AE">
      <w:r>
        <w:t>315.2586</w:t>
      </w:r>
      <w:r>
        <w:tab/>
        <w:t>5.063e0</w:t>
      </w:r>
    </w:p>
    <w:p w:rsidR="006974AE" w:rsidRDefault="006974AE" w:rsidP="006974AE">
      <w:r>
        <w:t>315.2649</w:t>
      </w:r>
      <w:r>
        <w:tab/>
        <w:t>2.025e0</w:t>
      </w:r>
    </w:p>
    <w:p w:rsidR="006974AE" w:rsidRDefault="006974AE" w:rsidP="006974AE">
      <w:r>
        <w:t>315.2675</w:t>
      </w:r>
      <w:r>
        <w:tab/>
        <w:t>1.013e0</w:t>
      </w:r>
    </w:p>
    <w:p w:rsidR="006974AE" w:rsidRDefault="006974AE" w:rsidP="006974AE">
      <w:r>
        <w:t>315.2768</w:t>
      </w:r>
      <w:r>
        <w:tab/>
        <w:t>2.025e0</w:t>
      </w:r>
    </w:p>
    <w:p w:rsidR="006974AE" w:rsidRDefault="006974AE" w:rsidP="006974AE">
      <w:r>
        <w:t>315.3245</w:t>
      </w:r>
      <w:r>
        <w:tab/>
        <w:t>1.013e0</w:t>
      </w:r>
    </w:p>
    <w:p w:rsidR="006974AE" w:rsidRDefault="006974AE" w:rsidP="006974AE">
      <w:r>
        <w:t>315.3285</w:t>
      </w:r>
      <w:r>
        <w:tab/>
        <w:t>2.025e0</w:t>
      </w:r>
    </w:p>
    <w:p w:rsidR="006974AE" w:rsidRDefault="006974AE" w:rsidP="006974AE">
      <w:r>
        <w:t>315.3468</w:t>
      </w:r>
      <w:r>
        <w:tab/>
        <w:t>5.063e0</w:t>
      </w:r>
    </w:p>
    <w:p w:rsidR="006974AE" w:rsidRDefault="006974AE" w:rsidP="006974AE">
      <w:r>
        <w:t>315.3484</w:t>
      </w:r>
      <w:r>
        <w:tab/>
        <w:t>2.025e0</w:t>
      </w:r>
    </w:p>
    <w:p w:rsidR="006974AE" w:rsidRDefault="006974AE" w:rsidP="006974AE">
      <w:r>
        <w:lastRenderedPageBreak/>
        <w:t>315.3549</w:t>
      </w:r>
      <w:r>
        <w:tab/>
        <w:t>2.025e0</w:t>
      </w:r>
    </w:p>
    <w:p w:rsidR="006974AE" w:rsidRDefault="006974AE" w:rsidP="006974AE">
      <w:r>
        <w:t>315.3820</w:t>
      </w:r>
      <w:r>
        <w:tab/>
        <w:t>2.025e0</w:t>
      </w:r>
    </w:p>
    <w:p w:rsidR="006974AE" w:rsidRDefault="006974AE" w:rsidP="006974AE">
      <w:r>
        <w:t>315.4102</w:t>
      </w:r>
      <w:r>
        <w:tab/>
        <w:t>1.013e0</w:t>
      </w:r>
    </w:p>
    <w:p w:rsidR="006974AE" w:rsidRDefault="006974AE" w:rsidP="006974AE">
      <w:r>
        <w:t>315.4185</w:t>
      </w:r>
      <w:r>
        <w:tab/>
        <w:t>1.013e0</w:t>
      </w:r>
    </w:p>
    <w:p w:rsidR="006974AE" w:rsidRDefault="006974AE" w:rsidP="006974AE">
      <w:r>
        <w:t>315.4282</w:t>
      </w:r>
      <w:r>
        <w:tab/>
        <w:t>2.025e0</w:t>
      </w:r>
    </w:p>
    <w:p w:rsidR="006974AE" w:rsidRDefault="006974AE" w:rsidP="006974AE">
      <w:r>
        <w:t>315.4490</w:t>
      </w:r>
      <w:r>
        <w:tab/>
        <w:t>2.025e0</w:t>
      </w:r>
    </w:p>
    <w:p w:rsidR="006974AE" w:rsidRDefault="006974AE" w:rsidP="006974AE">
      <w:r>
        <w:t>315.4631</w:t>
      </w:r>
      <w:r>
        <w:tab/>
        <w:t>3.038e0</w:t>
      </w:r>
    </w:p>
    <w:p w:rsidR="006974AE" w:rsidRDefault="006974AE" w:rsidP="006974AE">
      <w:r>
        <w:t>315.4669</w:t>
      </w:r>
      <w:r>
        <w:tab/>
        <w:t>1.013e0</w:t>
      </w:r>
    </w:p>
    <w:p w:rsidR="006974AE" w:rsidRDefault="006974AE" w:rsidP="006974AE">
      <w:r>
        <w:t>315.4901</w:t>
      </w:r>
      <w:r>
        <w:tab/>
        <w:t>1.013e0</w:t>
      </w:r>
    </w:p>
    <w:p w:rsidR="006974AE" w:rsidRDefault="006974AE" w:rsidP="006974AE">
      <w:r>
        <w:t>315.4992</w:t>
      </w:r>
      <w:r>
        <w:tab/>
        <w:t>3.038e0</w:t>
      </w:r>
    </w:p>
    <w:p w:rsidR="006974AE" w:rsidRDefault="006974AE" w:rsidP="006974AE">
      <w:r>
        <w:t>315.5129</w:t>
      </w:r>
      <w:r>
        <w:tab/>
        <w:t>1.013e0</w:t>
      </w:r>
    </w:p>
    <w:p w:rsidR="006974AE" w:rsidRDefault="006974AE" w:rsidP="006974AE">
      <w:r>
        <w:t>315.5415</w:t>
      </w:r>
      <w:r>
        <w:tab/>
        <w:t>1.013e0</w:t>
      </w:r>
    </w:p>
    <w:p w:rsidR="006974AE" w:rsidRDefault="006974AE" w:rsidP="006974AE">
      <w:r>
        <w:t>315.5594</w:t>
      </w:r>
      <w:r>
        <w:tab/>
        <w:t>1.013e0</w:t>
      </w:r>
    </w:p>
    <w:p w:rsidR="006974AE" w:rsidRDefault="006974AE" w:rsidP="006974AE">
      <w:r>
        <w:t>315.5696</w:t>
      </w:r>
      <w:r>
        <w:tab/>
        <w:t>1.013e0</w:t>
      </w:r>
    </w:p>
    <w:p w:rsidR="006974AE" w:rsidRDefault="006974AE" w:rsidP="006974AE">
      <w:r>
        <w:t>315.5838</w:t>
      </w:r>
      <w:r>
        <w:tab/>
        <w:t>2.025e0</w:t>
      </w:r>
    </w:p>
    <w:p w:rsidR="006974AE" w:rsidRDefault="006974AE" w:rsidP="006974AE">
      <w:r>
        <w:t>315.5879</w:t>
      </w:r>
      <w:r>
        <w:tab/>
        <w:t>1.013e0</w:t>
      </w:r>
    </w:p>
    <w:p w:rsidR="006974AE" w:rsidRDefault="006974AE" w:rsidP="006974AE">
      <w:r>
        <w:t>315.6211</w:t>
      </w:r>
      <w:r>
        <w:tab/>
        <w:t>1.013e0</w:t>
      </w:r>
    </w:p>
    <w:p w:rsidR="006974AE" w:rsidRDefault="006974AE" w:rsidP="006974AE">
      <w:r>
        <w:t>315.6270</w:t>
      </w:r>
      <w:r>
        <w:tab/>
        <w:t>2.025e0</w:t>
      </w:r>
    </w:p>
    <w:p w:rsidR="006974AE" w:rsidRDefault="006974AE" w:rsidP="006974AE">
      <w:r>
        <w:t>315.6399</w:t>
      </w:r>
      <w:r>
        <w:tab/>
        <w:t>1.013e0</w:t>
      </w:r>
    </w:p>
    <w:p w:rsidR="006974AE" w:rsidRDefault="006974AE" w:rsidP="006974AE">
      <w:r>
        <w:lastRenderedPageBreak/>
        <w:t>315.6434</w:t>
      </w:r>
      <w:r>
        <w:tab/>
        <w:t>4.051e0</w:t>
      </w:r>
    </w:p>
    <w:p w:rsidR="006974AE" w:rsidRDefault="006974AE" w:rsidP="006974AE">
      <w:r>
        <w:t>315.6465</w:t>
      </w:r>
      <w:r>
        <w:tab/>
        <w:t>2.025e0</w:t>
      </w:r>
    </w:p>
    <w:p w:rsidR="006974AE" w:rsidRDefault="006974AE" w:rsidP="006974AE">
      <w:r>
        <w:t>315.7010</w:t>
      </w:r>
      <w:r>
        <w:tab/>
        <w:t>1.013e0</w:t>
      </w:r>
    </w:p>
    <w:p w:rsidR="006974AE" w:rsidRDefault="006974AE" w:rsidP="006974AE">
      <w:r>
        <w:t>315.7068</w:t>
      </w:r>
      <w:r>
        <w:tab/>
        <w:t>1.013e0</w:t>
      </w:r>
    </w:p>
    <w:p w:rsidR="006974AE" w:rsidRDefault="006974AE" w:rsidP="006974AE">
      <w:r>
        <w:t>315.7260</w:t>
      </w:r>
      <w:r>
        <w:tab/>
        <w:t>2.025e0</w:t>
      </w:r>
    </w:p>
    <w:p w:rsidR="006974AE" w:rsidRDefault="006974AE" w:rsidP="006974AE">
      <w:r>
        <w:t>315.7405</w:t>
      </w:r>
      <w:r>
        <w:tab/>
        <w:t>2.025e0</w:t>
      </w:r>
    </w:p>
    <w:p w:rsidR="006974AE" w:rsidRDefault="006974AE" w:rsidP="006974AE">
      <w:r>
        <w:t>315.7643</w:t>
      </w:r>
      <w:r>
        <w:tab/>
        <w:t>2.025e0</w:t>
      </w:r>
    </w:p>
    <w:p w:rsidR="006974AE" w:rsidRDefault="006974AE" w:rsidP="006974AE">
      <w:r>
        <w:t>315.7814</w:t>
      </w:r>
      <w:r>
        <w:tab/>
        <w:t>1.013e0</w:t>
      </w:r>
    </w:p>
    <w:p w:rsidR="006974AE" w:rsidRDefault="006974AE" w:rsidP="006974AE">
      <w:r>
        <w:t>315.7871</w:t>
      </w:r>
      <w:r>
        <w:tab/>
        <w:t>1.013e0</w:t>
      </w:r>
    </w:p>
    <w:p w:rsidR="006974AE" w:rsidRDefault="006974AE" w:rsidP="006974AE">
      <w:r>
        <w:t>315.7943</w:t>
      </w:r>
      <w:r>
        <w:tab/>
        <w:t>2.025e0</w:t>
      </w:r>
    </w:p>
    <w:p w:rsidR="006974AE" w:rsidRDefault="006974AE" w:rsidP="006974AE">
      <w:r>
        <w:t>315.7968</w:t>
      </w:r>
      <w:r>
        <w:tab/>
        <w:t>1.013e0</w:t>
      </w:r>
    </w:p>
    <w:p w:rsidR="006974AE" w:rsidRDefault="006974AE" w:rsidP="006974AE">
      <w:r>
        <w:t>315.8048</w:t>
      </w:r>
      <w:r>
        <w:tab/>
        <w:t>1.013e0</w:t>
      </w:r>
    </w:p>
    <w:p w:rsidR="006974AE" w:rsidRDefault="006974AE" w:rsidP="006974AE">
      <w:r>
        <w:t>315.8215</w:t>
      </w:r>
      <w:r>
        <w:tab/>
        <w:t>2.025e0</w:t>
      </w:r>
    </w:p>
    <w:p w:rsidR="006974AE" w:rsidRDefault="006974AE" w:rsidP="006974AE">
      <w:r>
        <w:t>315.8249</w:t>
      </w:r>
      <w:r>
        <w:tab/>
        <w:t>1.013e0</w:t>
      </w:r>
    </w:p>
    <w:p w:rsidR="006974AE" w:rsidRDefault="006974AE" w:rsidP="006974AE">
      <w:r>
        <w:t>315.8572</w:t>
      </w:r>
      <w:r>
        <w:tab/>
        <w:t>1.013e0</w:t>
      </w:r>
    </w:p>
    <w:p w:rsidR="006974AE" w:rsidRDefault="006974AE" w:rsidP="006974AE">
      <w:r>
        <w:t>315.8817</w:t>
      </w:r>
      <w:r>
        <w:tab/>
        <w:t>2.025e0</w:t>
      </w:r>
    </w:p>
    <w:p w:rsidR="006974AE" w:rsidRDefault="006974AE" w:rsidP="006974AE">
      <w:r>
        <w:t>315.8954</w:t>
      </w:r>
      <w:r>
        <w:tab/>
        <w:t>1.013e0</w:t>
      </w:r>
    </w:p>
    <w:p w:rsidR="006974AE" w:rsidRDefault="006974AE" w:rsidP="006974AE">
      <w:r>
        <w:t>315.9058</w:t>
      </w:r>
      <w:r>
        <w:tab/>
        <w:t>1.013e0</w:t>
      </w:r>
    </w:p>
    <w:p w:rsidR="006974AE" w:rsidRDefault="006974AE" w:rsidP="006974AE">
      <w:r>
        <w:t>315.9095</w:t>
      </w:r>
      <w:r>
        <w:tab/>
        <w:t>2.025e0</w:t>
      </w:r>
    </w:p>
    <w:p w:rsidR="006974AE" w:rsidRDefault="006974AE" w:rsidP="006974AE">
      <w:r>
        <w:lastRenderedPageBreak/>
        <w:t>315.9336</w:t>
      </w:r>
      <w:r>
        <w:tab/>
        <w:t>1.013e0</w:t>
      </w:r>
    </w:p>
    <w:p w:rsidR="006974AE" w:rsidRDefault="006974AE" w:rsidP="006974AE">
      <w:r>
        <w:t>315.9496</w:t>
      </w:r>
      <w:r>
        <w:tab/>
        <w:t>3.038e0</w:t>
      </w:r>
    </w:p>
    <w:p w:rsidR="006974AE" w:rsidRDefault="006974AE" w:rsidP="006974AE">
      <w:r>
        <w:t>315.9642</w:t>
      </w:r>
      <w:r>
        <w:tab/>
        <w:t>2.025e0</w:t>
      </w:r>
    </w:p>
    <w:p w:rsidR="006974AE" w:rsidRDefault="006974AE" w:rsidP="006974AE">
      <w:r>
        <w:t>315.9673</w:t>
      </w:r>
      <w:r>
        <w:tab/>
        <w:t>3.038e0</w:t>
      </w:r>
    </w:p>
    <w:p w:rsidR="006974AE" w:rsidRDefault="006974AE" w:rsidP="006974AE">
      <w:r>
        <w:t>315.9900</w:t>
      </w:r>
      <w:r>
        <w:tab/>
        <w:t>1.013e0</w:t>
      </w:r>
    </w:p>
    <w:p w:rsidR="006974AE" w:rsidRDefault="006974AE" w:rsidP="006974AE">
      <w:r>
        <w:t>316.0091</w:t>
      </w:r>
      <w:r>
        <w:tab/>
        <w:t>3.038e0</w:t>
      </w:r>
    </w:p>
    <w:p w:rsidR="006974AE" w:rsidRDefault="006974AE" w:rsidP="006974AE">
      <w:r>
        <w:t>316.0143</w:t>
      </w:r>
      <w:r>
        <w:tab/>
        <w:t>2.025e0</w:t>
      </w:r>
    </w:p>
    <w:p w:rsidR="006974AE" w:rsidRDefault="006974AE" w:rsidP="006974AE">
      <w:r>
        <w:t>316.0186</w:t>
      </w:r>
      <w:r>
        <w:tab/>
        <w:t>1.013e0</w:t>
      </w:r>
    </w:p>
    <w:p w:rsidR="006974AE" w:rsidRDefault="006974AE" w:rsidP="006974AE">
      <w:r>
        <w:t>316.0222</w:t>
      </w:r>
      <w:r>
        <w:tab/>
        <w:t>1.013e0</w:t>
      </w:r>
    </w:p>
    <w:p w:rsidR="006974AE" w:rsidRDefault="006974AE" w:rsidP="006974AE">
      <w:r>
        <w:t>316.0468</w:t>
      </w:r>
      <w:r>
        <w:tab/>
        <w:t>1.013e0</w:t>
      </w:r>
    </w:p>
    <w:p w:rsidR="006974AE" w:rsidRDefault="006974AE" w:rsidP="006974AE">
      <w:r>
        <w:t>316.0666</w:t>
      </w:r>
      <w:r>
        <w:tab/>
        <w:t>1.013e0</w:t>
      </w:r>
    </w:p>
    <w:p w:rsidR="006974AE" w:rsidRDefault="006974AE" w:rsidP="006974AE">
      <w:r>
        <w:t>316.0744</w:t>
      </w:r>
      <w:r>
        <w:tab/>
        <w:t>2.025e0</w:t>
      </w:r>
    </w:p>
    <w:p w:rsidR="006974AE" w:rsidRDefault="006974AE" w:rsidP="006974AE">
      <w:r>
        <w:t>316.0829</w:t>
      </w:r>
      <w:r>
        <w:tab/>
        <w:t>2.025e0</w:t>
      </w:r>
    </w:p>
    <w:p w:rsidR="006974AE" w:rsidRDefault="006974AE" w:rsidP="006974AE">
      <w:r>
        <w:t>316.0841</w:t>
      </w:r>
      <w:r>
        <w:tab/>
        <w:t>1.013e0</w:t>
      </w:r>
    </w:p>
    <w:p w:rsidR="006974AE" w:rsidRDefault="006974AE" w:rsidP="006974AE">
      <w:r>
        <w:t>316.0900</w:t>
      </w:r>
      <w:r>
        <w:tab/>
        <w:t>2.025e0</w:t>
      </w:r>
    </w:p>
    <w:p w:rsidR="006974AE" w:rsidRDefault="006974AE" w:rsidP="006974AE">
      <w:r>
        <w:t>316.1027</w:t>
      </w:r>
      <w:r>
        <w:tab/>
        <w:t>1.013e0</w:t>
      </w:r>
    </w:p>
    <w:p w:rsidR="006974AE" w:rsidRDefault="006974AE" w:rsidP="006974AE">
      <w:r>
        <w:t>316.1184</w:t>
      </w:r>
      <w:r>
        <w:tab/>
        <w:t>1.013e0</w:t>
      </w:r>
    </w:p>
    <w:p w:rsidR="006974AE" w:rsidRDefault="006974AE" w:rsidP="006974AE">
      <w:r>
        <w:t>316.1230</w:t>
      </w:r>
      <w:r>
        <w:tab/>
        <w:t>2.025e0</w:t>
      </w:r>
    </w:p>
    <w:p w:rsidR="006974AE" w:rsidRDefault="006974AE" w:rsidP="006974AE">
      <w:r>
        <w:t>316.1249</w:t>
      </w:r>
      <w:r>
        <w:tab/>
        <w:t>2.025e0</w:t>
      </w:r>
    </w:p>
    <w:p w:rsidR="006974AE" w:rsidRDefault="006974AE" w:rsidP="006974AE">
      <w:r>
        <w:lastRenderedPageBreak/>
        <w:t>316.1761</w:t>
      </w:r>
      <w:r>
        <w:tab/>
        <w:t>7.931e1</w:t>
      </w:r>
    </w:p>
    <w:p w:rsidR="006974AE" w:rsidRDefault="006974AE" w:rsidP="006974AE">
      <w:r>
        <w:t>316.1807</w:t>
      </w:r>
      <w:r>
        <w:tab/>
        <w:t>4.658e1</w:t>
      </w:r>
    </w:p>
    <w:p w:rsidR="006974AE" w:rsidRDefault="006974AE" w:rsidP="006974AE">
      <w:r>
        <w:t>316.1841</w:t>
      </w:r>
      <w:r>
        <w:tab/>
        <w:t>6.076e0</w:t>
      </w:r>
    </w:p>
    <w:p w:rsidR="006974AE" w:rsidRDefault="006974AE" w:rsidP="006974AE">
      <w:r>
        <w:t>316.2037</w:t>
      </w:r>
      <w:r>
        <w:tab/>
        <w:t>1.013e0</w:t>
      </w:r>
    </w:p>
    <w:p w:rsidR="006974AE" w:rsidRDefault="006974AE" w:rsidP="006974AE">
      <w:r>
        <w:t>316.2275</w:t>
      </w:r>
      <w:r>
        <w:tab/>
        <w:t>2.025e0</w:t>
      </w:r>
    </w:p>
    <w:p w:rsidR="006974AE" w:rsidRDefault="006974AE" w:rsidP="006974AE">
      <w:r>
        <w:t>316.2310</w:t>
      </w:r>
      <w:r>
        <w:tab/>
        <w:t>2.025e0</w:t>
      </w:r>
    </w:p>
    <w:p w:rsidR="006974AE" w:rsidRDefault="006974AE" w:rsidP="006974AE">
      <w:r>
        <w:t>316.2561</w:t>
      </w:r>
      <w:r>
        <w:tab/>
        <w:t>1.013e0</w:t>
      </w:r>
    </w:p>
    <w:p w:rsidR="006974AE" w:rsidRDefault="006974AE" w:rsidP="006974AE">
      <w:r>
        <w:t>316.2676</w:t>
      </w:r>
      <w:r>
        <w:tab/>
        <w:t>2.025e0</w:t>
      </w:r>
    </w:p>
    <w:p w:rsidR="006974AE" w:rsidRDefault="006974AE" w:rsidP="006974AE">
      <w:r>
        <w:t>316.2782</w:t>
      </w:r>
      <w:r>
        <w:tab/>
        <w:t>4.051e0</w:t>
      </w:r>
    </w:p>
    <w:p w:rsidR="006974AE" w:rsidRDefault="006974AE" w:rsidP="006974AE">
      <w:r>
        <w:t>316.2882</w:t>
      </w:r>
      <w:r>
        <w:tab/>
        <w:t>1.013e0</w:t>
      </w:r>
    </w:p>
    <w:p w:rsidR="006974AE" w:rsidRDefault="006974AE" w:rsidP="006974AE">
      <w:r>
        <w:t>316.2903</w:t>
      </w:r>
      <w:r>
        <w:tab/>
        <w:t>2.025e0</w:t>
      </w:r>
    </w:p>
    <w:p w:rsidR="006974AE" w:rsidRDefault="006974AE" w:rsidP="006974AE">
      <w:r>
        <w:t>316.3160</w:t>
      </w:r>
      <w:r>
        <w:tab/>
        <w:t>1.013e0</w:t>
      </w:r>
    </w:p>
    <w:p w:rsidR="006974AE" w:rsidRDefault="006974AE" w:rsidP="006974AE">
      <w:r>
        <w:t>316.3358</w:t>
      </w:r>
      <w:r>
        <w:tab/>
        <w:t>1.013e0</w:t>
      </w:r>
    </w:p>
    <w:p w:rsidR="006974AE" w:rsidRDefault="006974AE" w:rsidP="006974AE">
      <w:r>
        <w:t>316.3587</w:t>
      </w:r>
      <w:r>
        <w:tab/>
        <w:t>2.025e0</w:t>
      </w:r>
    </w:p>
    <w:p w:rsidR="006974AE" w:rsidRDefault="006974AE" w:rsidP="006974AE">
      <w:r>
        <w:t>316.3865</w:t>
      </w:r>
      <w:r>
        <w:tab/>
        <w:t>2.025e0</w:t>
      </w:r>
    </w:p>
    <w:p w:rsidR="006974AE" w:rsidRDefault="006974AE" w:rsidP="006974AE">
      <w:r>
        <w:t>316.4045</w:t>
      </w:r>
      <w:r>
        <w:tab/>
        <w:t>1.013e0</w:t>
      </w:r>
    </w:p>
    <w:p w:rsidR="006974AE" w:rsidRDefault="006974AE" w:rsidP="006974AE">
      <w:r>
        <w:t>316.4618</w:t>
      </w:r>
      <w:r>
        <w:tab/>
        <w:t>1.013e0</w:t>
      </w:r>
    </w:p>
    <w:p w:rsidR="006974AE" w:rsidRDefault="006974AE" w:rsidP="006974AE">
      <w:r>
        <w:t>316.4749</w:t>
      </w:r>
      <w:r>
        <w:tab/>
        <w:t>2.025e0</w:t>
      </w:r>
    </w:p>
    <w:p w:rsidR="006974AE" w:rsidRDefault="006974AE" w:rsidP="006974AE">
      <w:r>
        <w:t>316.5013</w:t>
      </w:r>
      <w:r>
        <w:tab/>
        <w:t>1.013e0</w:t>
      </w:r>
    </w:p>
    <w:p w:rsidR="006974AE" w:rsidRDefault="006974AE" w:rsidP="006974AE">
      <w:r>
        <w:lastRenderedPageBreak/>
        <w:t>316.5135</w:t>
      </w:r>
      <w:r>
        <w:tab/>
        <w:t>2.025e0</w:t>
      </w:r>
    </w:p>
    <w:p w:rsidR="006974AE" w:rsidRDefault="006974AE" w:rsidP="006974AE">
      <w:r>
        <w:t>316.5214</w:t>
      </w:r>
      <w:r>
        <w:tab/>
        <w:t>2.025e0</w:t>
      </w:r>
    </w:p>
    <w:p w:rsidR="006974AE" w:rsidRDefault="006974AE" w:rsidP="006974AE">
      <w:r>
        <w:t>316.5423</w:t>
      </w:r>
      <w:r>
        <w:tab/>
        <w:t>1.013e0</w:t>
      </w:r>
    </w:p>
    <w:p w:rsidR="006974AE" w:rsidRDefault="006974AE" w:rsidP="006974AE">
      <w:r>
        <w:t>316.5435</w:t>
      </w:r>
      <w:r>
        <w:tab/>
        <w:t>2.025e0</w:t>
      </w:r>
    </w:p>
    <w:p w:rsidR="006974AE" w:rsidRDefault="006974AE" w:rsidP="006974AE">
      <w:r>
        <w:t>316.5538</w:t>
      </w:r>
      <w:r>
        <w:tab/>
        <w:t>1.013e0</w:t>
      </w:r>
    </w:p>
    <w:p w:rsidR="006974AE" w:rsidRDefault="006974AE" w:rsidP="006974AE">
      <w:r>
        <w:t>316.5979</w:t>
      </w:r>
      <w:r>
        <w:tab/>
        <w:t>2.025e0</w:t>
      </w:r>
    </w:p>
    <w:p w:rsidR="006974AE" w:rsidRDefault="006974AE" w:rsidP="006974AE">
      <w:r>
        <w:t>316.6100</w:t>
      </w:r>
      <w:r>
        <w:tab/>
        <w:t>1.013e0</w:t>
      </w:r>
    </w:p>
    <w:p w:rsidR="006974AE" w:rsidRDefault="006974AE" w:rsidP="006974AE">
      <w:r>
        <w:t>316.6143</w:t>
      </w:r>
      <w:r>
        <w:tab/>
        <w:t>1.013e0</w:t>
      </w:r>
    </w:p>
    <w:p w:rsidR="006974AE" w:rsidRDefault="006974AE" w:rsidP="006974AE">
      <w:r>
        <w:t>316.6180</w:t>
      </w:r>
      <w:r>
        <w:tab/>
        <w:t>1.013e0</w:t>
      </w:r>
    </w:p>
    <w:p w:rsidR="006974AE" w:rsidRDefault="006974AE" w:rsidP="006974AE">
      <w:r>
        <w:t>316.6626</w:t>
      </w:r>
      <w:r>
        <w:tab/>
        <w:t>1.013e0</w:t>
      </w:r>
    </w:p>
    <w:p w:rsidR="006974AE" w:rsidRDefault="006974AE" w:rsidP="006974AE">
      <w:r>
        <w:t>316.6747</w:t>
      </w:r>
      <w:r>
        <w:tab/>
        <w:t>1.013e0</w:t>
      </w:r>
    </w:p>
    <w:p w:rsidR="006974AE" w:rsidRDefault="006974AE" w:rsidP="006974AE">
      <w:r>
        <w:t>316.7173</w:t>
      </w:r>
      <w:r>
        <w:tab/>
        <w:t>3.038e0</w:t>
      </w:r>
    </w:p>
    <w:p w:rsidR="006974AE" w:rsidRDefault="006974AE" w:rsidP="006974AE">
      <w:r>
        <w:t>316.7226</w:t>
      </w:r>
      <w:r>
        <w:tab/>
        <w:t>1.013e0</w:t>
      </w:r>
    </w:p>
    <w:p w:rsidR="006974AE" w:rsidRDefault="006974AE" w:rsidP="006974AE">
      <w:r>
        <w:t>316.7267</w:t>
      </w:r>
      <w:r>
        <w:tab/>
        <w:t>2.025e0</w:t>
      </w:r>
    </w:p>
    <w:p w:rsidR="006974AE" w:rsidRDefault="006974AE" w:rsidP="006974AE">
      <w:r>
        <w:t>316.7314</w:t>
      </w:r>
      <w:r>
        <w:tab/>
        <w:t>1.013e0</w:t>
      </w:r>
    </w:p>
    <w:p w:rsidR="006974AE" w:rsidRDefault="006974AE" w:rsidP="006974AE">
      <w:r>
        <w:t>316.7367</w:t>
      </w:r>
      <w:r>
        <w:tab/>
        <w:t>1.013e0</w:t>
      </w:r>
    </w:p>
    <w:p w:rsidR="006974AE" w:rsidRDefault="006974AE" w:rsidP="006974AE">
      <w:r>
        <w:t>316.7793</w:t>
      </w:r>
      <w:r>
        <w:tab/>
        <w:t>2.025e0</w:t>
      </w:r>
    </w:p>
    <w:p w:rsidR="006974AE" w:rsidRDefault="006974AE" w:rsidP="006974AE">
      <w:r>
        <w:t>316.7952</w:t>
      </w:r>
      <w:r>
        <w:tab/>
        <w:t>3.038e0</w:t>
      </w:r>
    </w:p>
    <w:p w:rsidR="006974AE" w:rsidRDefault="006974AE" w:rsidP="006974AE">
      <w:r>
        <w:t>316.8032</w:t>
      </w:r>
      <w:r>
        <w:tab/>
        <w:t>1.013e0</w:t>
      </w:r>
    </w:p>
    <w:p w:rsidR="006974AE" w:rsidRDefault="006974AE" w:rsidP="006974AE">
      <w:r>
        <w:lastRenderedPageBreak/>
        <w:t>316.8690</w:t>
      </w:r>
      <w:r>
        <w:tab/>
        <w:t>2.025e0</w:t>
      </w:r>
    </w:p>
    <w:p w:rsidR="006974AE" w:rsidRDefault="006974AE" w:rsidP="006974AE">
      <w:r>
        <w:t>316.8765</w:t>
      </w:r>
      <w:r>
        <w:tab/>
        <w:t>2.025e0</w:t>
      </w:r>
    </w:p>
    <w:p w:rsidR="006974AE" w:rsidRDefault="006974AE" w:rsidP="006974AE">
      <w:r>
        <w:t>316.9084</w:t>
      </w:r>
      <w:r>
        <w:tab/>
        <w:t>1.013e0</w:t>
      </w:r>
    </w:p>
    <w:p w:rsidR="006974AE" w:rsidRDefault="006974AE" w:rsidP="006974AE">
      <w:r>
        <w:t>316.9149</w:t>
      </w:r>
      <w:r>
        <w:tab/>
        <w:t>3.038e0</w:t>
      </w:r>
    </w:p>
    <w:p w:rsidR="006974AE" w:rsidRDefault="006974AE" w:rsidP="006974AE">
      <w:r>
        <w:t>316.9316</w:t>
      </w:r>
      <w:r>
        <w:tab/>
        <w:t>1.013e0</w:t>
      </w:r>
    </w:p>
    <w:p w:rsidR="006974AE" w:rsidRDefault="006974AE" w:rsidP="006974AE">
      <w:r>
        <w:t>316.9405</w:t>
      </w:r>
      <w:r>
        <w:tab/>
        <w:t>1.013e0</w:t>
      </w:r>
    </w:p>
    <w:p w:rsidR="006974AE" w:rsidRDefault="006974AE" w:rsidP="006974AE">
      <w:r>
        <w:t>316.9445</w:t>
      </w:r>
      <w:r>
        <w:tab/>
        <w:t>1.013e0</w:t>
      </w:r>
    </w:p>
    <w:p w:rsidR="006974AE" w:rsidRDefault="006974AE" w:rsidP="006974AE">
      <w:r>
        <w:t>316.9543</w:t>
      </w:r>
      <w:r>
        <w:tab/>
        <w:t>3.038e0</w:t>
      </w:r>
    </w:p>
    <w:p w:rsidR="006974AE" w:rsidRDefault="006974AE" w:rsidP="006974AE">
      <w:r>
        <w:t>316.9642</w:t>
      </w:r>
      <w:r>
        <w:tab/>
        <w:t>1.013e0</w:t>
      </w:r>
    </w:p>
    <w:p w:rsidR="006974AE" w:rsidRDefault="006974AE" w:rsidP="006974AE">
      <w:r>
        <w:t>316.9688</w:t>
      </w:r>
      <w:r>
        <w:tab/>
        <w:t>1.013e0</w:t>
      </w:r>
    </w:p>
    <w:p w:rsidR="006974AE" w:rsidRDefault="006974AE" w:rsidP="006974AE">
      <w:r>
        <w:t>317.0108</w:t>
      </w:r>
      <w:r>
        <w:tab/>
        <w:t>2.025e0</w:t>
      </w:r>
    </w:p>
    <w:p w:rsidR="006974AE" w:rsidRDefault="006974AE" w:rsidP="006974AE">
      <w:r>
        <w:t>317.0261</w:t>
      </w:r>
      <w:r>
        <w:tab/>
        <w:t>6.076e0</w:t>
      </w:r>
    </w:p>
    <w:p w:rsidR="006974AE" w:rsidRDefault="006974AE" w:rsidP="006974AE">
      <w:r>
        <w:t>317.0531</w:t>
      </w:r>
      <w:r>
        <w:tab/>
        <w:t>4.051e0</w:t>
      </w:r>
    </w:p>
    <w:p w:rsidR="006974AE" w:rsidRDefault="006974AE" w:rsidP="006974AE">
      <w:r>
        <w:t>317.0750</w:t>
      </w:r>
      <w:r>
        <w:tab/>
        <w:t>2.025e0</w:t>
      </w:r>
    </w:p>
    <w:p w:rsidR="006974AE" w:rsidRDefault="006974AE" w:rsidP="006974AE">
      <w:r>
        <w:t>317.0771</w:t>
      </w:r>
      <w:r>
        <w:tab/>
        <w:t>1.013e0</w:t>
      </w:r>
    </w:p>
    <w:p w:rsidR="006974AE" w:rsidRDefault="006974AE" w:rsidP="006974AE">
      <w:r>
        <w:t>317.0810</w:t>
      </w:r>
      <w:r>
        <w:tab/>
        <w:t>1.013e0</w:t>
      </w:r>
    </w:p>
    <w:p w:rsidR="006974AE" w:rsidRDefault="006974AE" w:rsidP="006974AE">
      <w:r>
        <w:t>317.0869</w:t>
      </w:r>
      <w:r>
        <w:tab/>
        <w:t>1.013e0</w:t>
      </w:r>
    </w:p>
    <w:p w:rsidR="006974AE" w:rsidRDefault="006974AE" w:rsidP="006974AE">
      <w:r>
        <w:t>317.1209</w:t>
      </w:r>
      <w:r>
        <w:tab/>
        <w:t>1.013e0</w:t>
      </w:r>
    </w:p>
    <w:p w:rsidR="006974AE" w:rsidRDefault="006974AE" w:rsidP="006974AE">
      <w:r>
        <w:t>317.1337</w:t>
      </w:r>
      <w:r>
        <w:tab/>
        <w:t>2.025e0</w:t>
      </w:r>
    </w:p>
    <w:p w:rsidR="006974AE" w:rsidRDefault="006974AE" w:rsidP="006974AE">
      <w:r>
        <w:lastRenderedPageBreak/>
        <w:t>317.1396</w:t>
      </w:r>
      <w:r>
        <w:tab/>
        <w:t>2.025e0</w:t>
      </w:r>
    </w:p>
    <w:p w:rsidR="006974AE" w:rsidRDefault="006974AE" w:rsidP="006974AE">
      <w:r>
        <w:t>317.1768</w:t>
      </w:r>
      <w:r>
        <w:tab/>
        <w:t>3.889e0</w:t>
      </w:r>
    </w:p>
    <w:p w:rsidR="006974AE" w:rsidRDefault="006974AE" w:rsidP="006974AE">
      <w:r>
        <w:t>317.1827</w:t>
      </w:r>
      <w:r>
        <w:tab/>
        <w:t>9.114e0</w:t>
      </w:r>
    </w:p>
    <w:p w:rsidR="006974AE" w:rsidRDefault="006974AE" w:rsidP="006974AE">
      <w:r>
        <w:t>317.1842</w:t>
      </w:r>
      <w:r>
        <w:tab/>
        <w:t>5.063e0</w:t>
      </w:r>
    </w:p>
    <w:p w:rsidR="006974AE" w:rsidRDefault="006974AE" w:rsidP="006974AE">
      <w:r>
        <w:t>317.1885</w:t>
      </w:r>
      <w:r>
        <w:tab/>
        <w:t>5.063e0</w:t>
      </w:r>
    </w:p>
    <w:p w:rsidR="006974AE" w:rsidRDefault="006974AE" w:rsidP="006974AE">
      <w:r>
        <w:t>317.1903</w:t>
      </w:r>
      <w:r>
        <w:tab/>
        <w:t>4.051e0</w:t>
      </w:r>
    </w:p>
    <w:p w:rsidR="006974AE" w:rsidRDefault="006974AE" w:rsidP="006974AE">
      <w:r>
        <w:t>317.2035</w:t>
      </w:r>
      <w:r>
        <w:tab/>
        <w:t>2.025e0</w:t>
      </w:r>
    </w:p>
    <w:p w:rsidR="006974AE" w:rsidRDefault="006974AE" w:rsidP="006974AE">
      <w:r>
        <w:t>317.2141</w:t>
      </w:r>
      <w:r>
        <w:tab/>
        <w:t>3.038e0</w:t>
      </w:r>
    </w:p>
    <w:p w:rsidR="006974AE" w:rsidRDefault="006974AE" w:rsidP="006974AE">
      <w:r>
        <w:t>317.2426</w:t>
      </w:r>
      <w:r>
        <w:tab/>
        <w:t>2.025e0</w:t>
      </w:r>
    </w:p>
    <w:p w:rsidR="006974AE" w:rsidRDefault="006974AE" w:rsidP="006974AE">
      <w:r>
        <w:t>317.2475</w:t>
      </w:r>
      <w:r>
        <w:tab/>
        <w:t>1.013e0</w:t>
      </w:r>
    </w:p>
    <w:p w:rsidR="006974AE" w:rsidRDefault="006974AE" w:rsidP="006974AE">
      <w:r>
        <w:t>317.2528</w:t>
      </w:r>
      <w:r>
        <w:tab/>
        <w:t>1.013e0</w:t>
      </w:r>
    </w:p>
    <w:p w:rsidR="006974AE" w:rsidRDefault="006974AE" w:rsidP="006974AE">
      <w:r>
        <w:t>317.2686</w:t>
      </w:r>
      <w:r>
        <w:tab/>
        <w:t>2.025e0</w:t>
      </w:r>
    </w:p>
    <w:p w:rsidR="006974AE" w:rsidRDefault="006974AE" w:rsidP="006974AE">
      <w:r>
        <w:t>317.2815</w:t>
      </w:r>
      <w:r>
        <w:tab/>
        <w:t>1.013e0</w:t>
      </w:r>
    </w:p>
    <w:p w:rsidR="006974AE" w:rsidRDefault="006974AE" w:rsidP="006974AE">
      <w:r>
        <w:t>317.2832</w:t>
      </w:r>
      <w:r>
        <w:tab/>
        <w:t>3.038e0</w:t>
      </w:r>
    </w:p>
    <w:p w:rsidR="006974AE" w:rsidRDefault="006974AE" w:rsidP="006974AE">
      <w:r>
        <w:t>317.2909</w:t>
      </w:r>
      <w:r>
        <w:tab/>
        <w:t>3.038e0</w:t>
      </w:r>
    </w:p>
    <w:p w:rsidR="006974AE" w:rsidRDefault="006974AE" w:rsidP="006974AE">
      <w:r>
        <w:t>317.3147</w:t>
      </w:r>
      <w:r>
        <w:tab/>
        <w:t>1.013e0</w:t>
      </w:r>
    </w:p>
    <w:p w:rsidR="006974AE" w:rsidRDefault="006974AE" w:rsidP="006974AE">
      <w:r>
        <w:t>317.3235</w:t>
      </w:r>
      <w:r>
        <w:tab/>
        <w:t>2.025e0</w:t>
      </w:r>
    </w:p>
    <w:p w:rsidR="006974AE" w:rsidRDefault="006974AE" w:rsidP="006974AE">
      <w:r>
        <w:t>317.3279</w:t>
      </w:r>
      <w:r>
        <w:tab/>
        <w:t>1.013e0</w:t>
      </w:r>
    </w:p>
    <w:p w:rsidR="006974AE" w:rsidRDefault="006974AE" w:rsidP="006974AE">
      <w:r>
        <w:t>317.3343</w:t>
      </w:r>
      <w:r>
        <w:tab/>
        <w:t>3.038e0</w:t>
      </w:r>
    </w:p>
    <w:p w:rsidR="006974AE" w:rsidRDefault="006974AE" w:rsidP="006974AE">
      <w:r>
        <w:lastRenderedPageBreak/>
        <w:t>317.3619</w:t>
      </w:r>
      <w:r>
        <w:tab/>
        <w:t>1.013e0</w:t>
      </w:r>
    </w:p>
    <w:p w:rsidR="006974AE" w:rsidRDefault="006974AE" w:rsidP="006974AE">
      <w:r>
        <w:t>317.3791</w:t>
      </w:r>
      <w:r>
        <w:tab/>
        <w:t>1.013e0</w:t>
      </w:r>
    </w:p>
    <w:p w:rsidR="006974AE" w:rsidRDefault="006974AE" w:rsidP="006974AE">
      <w:r>
        <w:t>317.4276</w:t>
      </w:r>
      <w:r>
        <w:tab/>
        <w:t>1.013e0</w:t>
      </w:r>
    </w:p>
    <w:p w:rsidR="006974AE" w:rsidRDefault="006974AE" w:rsidP="006974AE">
      <w:r>
        <w:t>317.4416</w:t>
      </w:r>
      <w:r>
        <w:tab/>
        <w:t>2.025e0</w:t>
      </w:r>
    </w:p>
    <w:p w:rsidR="006974AE" w:rsidRDefault="006974AE" w:rsidP="006974AE">
      <w:r>
        <w:t>317.4427</w:t>
      </w:r>
      <w:r>
        <w:tab/>
        <w:t>1.013e0</w:t>
      </w:r>
    </w:p>
    <w:p w:rsidR="006974AE" w:rsidRDefault="006974AE" w:rsidP="006974AE">
      <w:r>
        <w:t>317.4562</w:t>
      </w:r>
      <w:r>
        <w:tab/>
        <w:t>1.013e0</w:t>
      </w:r>
    </w:p>
    <w:p w:rsidR="006974AE" w:rsidRDefault="006974AE" w:rsidP="006974AE">
      <w:r>
        <w:t>317.4839</w:t>
      </w:r>
      <w:r>
        <w:tab/>
        <w:t>1.013e0</w:t>
      </w:r>
    </w:p>
    <w:p w:rsidR="006974AE" w:rsidRDefault="006974AE" w:rsidP="006974AE">
      <w:r>
        <w:t>317.5284</w:t>
      </w:r>
      <w:r>
        <w:tab/>
        <w:t>1.013e0</w:t>
      </w:r>
    </w:p>
    <w:p w:rsidR="006974AE" w:rsidRDefault="006974AE" w:rsidP="006974AE">
      <w:r>
        <w:t>317.5356</w:t>
      </w:r>
      <w:r>
        <w:tab/>
        <w:t>3.038e0</w:t>
      </w:r>
    </w:p>
    <w:p w:rsidR="006974AE" w:rsidRDefault="006974AE" w:rsidP="006974AE">
      <w:r>
        <w:t>317.5514</w:t>
      </w:r>
      <w:r>
        <w:tab/>
        <w:t>1.013e0</w:t>
      </w:r>
    </w:p>
    <w:p w:rsidR="006974AE" w:rsidRDefault="006974AE" w:rsidP="006974AE">
      <w:r>
        <w:t>317.5540</w:t>
      </w:r>
      <w:r>
        <w:tab/>
        <w:t>2.025e0</w:t>
      </w:r>
    </w:p>
    <w:p w:rsidR="006974AE" w:rsidRDefault="006974AE" w:rsidP="006974AE">
      <w:r>
        <w:t>317.5888</w:t>
      </w:r>
      <w:r>
        <w:tab/>
        <w:t>3.038e0</w:t>
      </w:r>
    </w:p>
    <w:p w:rsidR="006974AE" w:rsidRDefault="006974AE" w:rsidP="006974AE">
      <w:r>
        <w:t>317.6088</w:t>
      </w:r>
      <w:r>
        <w:tab/>
        <w:t>1.013e0</w:t>
      </w:r>
    </w:p>
    <w:p w:rsidR="006974AE" w:rsidRDefault="006974AE" w:rsidP="006974AE">
      <w:r>
        <w:t>317.6128</w:t>
      </w:r>
      <w:r>
        <w:tab/>
        <w:t>1.013e0</w:t>
      </w:r>
    </w:p>
    <w:p w:rsidR="006974AE" w:rsidRDefault="006974AE" w:rsidP="006974AE">
      <w:r>
        <w:t>317.6410</w:t>
      </w:r>
      <w:r>
        <w:tab/>
        <w:t>1.013e0</w:t>
      </w:r>
    </w:p>
    <w:p w:rsidR="006974AE" w:rsidRDefault="006974AE" w:rsidP="006974AE">
      <w:r>
        <w:t>317.6696</w:t>
      </w:r>
      <w:r>
        <w:tab/>
        <w:t>2.025e0</w:t>
      </w:r>
    </w:p>
    <w:p w:rsidR="006974AE" w:rsidRDefault="006974AE" w:rsidP="006974AE">
      <w:r>
        <w:t>317.6733</w:t>
      </w:r>
      <w:r>
        <w:tab/>
        <w:t>1.013e0</w:t>
      </w:r>
    </w:p>
    <w:p w:rsidR="006974AE" w:rsidRDefault="006974AE" w:rsidP="006974AE">
      <w:r>
        <w:t>317.6979</w:t>
      </w:r>
      <w:r>
        <w:tab/>
        <w:t>1.013e0</w:t>
      </w:r>
    </w:p>
    <w:p w:rsidR="006974AE" w:rsidRDefault="006974AE" w:rsidP="006974AE">
      <w:r>
        <w:t>317.7014</w:t>
      </w:r>
      <w:r>
        <w:tab/>
        <w:t>1.013e0</w:t>
      </w:r>
    </w:p>
    <w:p w:rsidR="006974AE" w:rsidRDefault="006974AE" w:rsidP="006974AE">
      <w:r>
        <w:lastRenderedPageBreak/>
        <w:t>317.7582</w:t>
      </w:r>
      <w:r>
        <w:tab/>
        <w:t>1.013e0</w:t>
      </w:r>
    </w:p>
    <w:p w:rsidR="006974AE" w:rsidRDefault="006974AE" w:rsidP="006974AE">
      <w:r>
        <w:t>317.7785</w:t>
      </w:r>
      <w:r>
        <w:tab/>
        <w:t>1.013e0</w:t>
      </w:r>
    </w:p>
    <w:p w:rsidR="006974AE" w:rsidRDefault="006974AE" w:rsidP="006974AE">
      <w:r>
        <w:t>317.8267</w:t>
      </w:r>
      <w:r>
        <w:tab/>
        <w:t>2.025e0</w:t>
      </w:r>
    </w:p>
    <w:p w:rsidR="006974AE" w:rsidRDefault="006974AE" w:rsidP="006974AE">
      <w:r>
        <w:t>317.8448</w:t>
      </w:r>
      <w:r>
        <w:tab/>
        <w:t>1.013e0</w:t>
      </w:r>
    </w:p>
    <w:p w:rsidR="006974AE" w:rsidRDefault="006974AE" w:rsidP="006974AE">
      <w:r>
        <w:t>317.8627</w:t>
      </w:r>
      <w:r>
        <w:tab/>
        <w:t>1.013e0</w:t>
      </w:r>
    </w:p>
    <w:p w:rsidR="006974AE" w:rsidRDefault="006974AE" w:rsidP="006974AE">
      <w:r>
        <w:t>317.8728</w:t>
      </w:r>
      <w:r>
        <w:tab/>
        <w:t>2.025e0</w:t>
      </w:r>
    </w:p>
    <w:p w:rsidR="006974AE" w:rsidRDefault="006974AE" w:rsidP="006974AE">
      <w:r>
        <w:t>317.8869</w:t>
      </w:r>
      <w:r>
        <w:tab/>
        <w:t>1.013e0</w:t>
      </w:r>
    </w:p>
    <w:p w:rsidR="006974AE" w:rsidRDefault="006974AE" w:rsidP="006974AE">
      <w:r>
        <w:t>317.9013</w:t>
      </w:r>
      <w:r>
        <w:tab/>
        <w:t>2.025e0</w:t>
      </w:r>
    </w:p>
    <w:p w:rsidR="006974AE" w:rsidRDefault="006974AE" w:rsidP="006974AE">
      <w:r>
        <w:t>317.9075</w:t>
      </w:r>
      <w:r>
        <w:tab/>
        <w:t>1.013e0</w:t>
      </w:r>
    </w:p>
    <w:p w:rsidR="006974AE" w:rsidRDefault="006974AE" w:rsidP="006974AE">
      <w:r>
        <w:t>317.9299</w:t>
      </w:r>
      <w:r>
        <w:tab/>
        <w:t>2.025e0</w:t>
      </w:r>
    </w:p>
    <w:p w:rsidR="006974AE" w:rsidRDefault="006974AE" w:rsidP="006974AE">
      <w:r>
        <w:t>317.9397</w:t>
      </w:r>
      <w:r>
        <w:tab/>
        <w:t>1.013e0</w:t>
      </w:r>
    </w:p>
    <w:p w:rsidR="006974AE" w:rsidRDefault="006974AE" w:rsidP="006974AE">
      <w:r>
        <w:t>317.9483</w:t>
      </w:r>
      <w:r>
        <w:tab/>
        <w:t>1.013e0</w:t>
      </w:r>
    </w:p>
    <w:p w:rsidR="006974AE" w:rsidRDefault="006974AE" w:rsidP="006974AE">
      <w:r>
        <w:t>317.9634</w:t>
      </w:r>
      <w:r>
        <w:tab/>
        <w:t>2.025e0</w:t>
      </w:r>
    </w:p>
    <w:p w:rsidR="006974AE" w:rsidRDefault="006974AE" w:rsidP="006974AE">
      <w:r>
        <w:t>317.9760</w:t>
      </w:r>
      <w:r>
        <w:tab/>
        <w:t>2.025e0</w:t>
      </w:r>
    </w:p>
    <w:p w:rsidR="006974AE" w:rsidRDefault="006974AE" w:rsidP="006974AE">
      <w:r>
        <w:t>317.9828</w:t>
      </w:r>
      <w:r>
        <w:tab/>
        <w:t>2.025e0</w:t>
      </w:r>
    </w:p>
    <w:p w:rsidR="006974AE" w:rsidRDefault="006974AE" w:rsidP="006974AE">
      <w:r>
        <w:t>317.9853</w:t>
      </w:r>
      <w:r>
        <w:tab/>
        <w:t>3.038e0</w:t>
      </w:r>
    </w:p>
    <w:p w:rsidR="006974AE" w:rsidRDefault="006974AE" w:rsidP="006974AE">
      <w:r>
        <w:t>317.9884</w:t>
      </w:r>
      <w:r>
        <w:tab/>
        <w:t>2.025e0</w:t>
      </w:r>
    </w:p>
    <w:p w:rsidR="006974AE" w:rsidRDefault="006974AE" w:rsidP="006974AE">
      <w:r>
        <w:t>317.9962</w:t>
      </w:r>
      <w:r>
        <w:tab/>
        <w:t>1.013e0</w:t>
      </w:r>
    </w:p>
    <w:p w:rsidR="006974AE" w:rsidRDefault="006974AE" w:rsidP="006974AE">
      <w:r>
        <w:t>317.9996</w:t>
      </w:r>
      <w:r>
        <w:tab/>
        <w:t>1.013e0</w:t>
      </w:r>
    </w:p>
    <w:p w:rsidR="006974AE" w:rsidRDefault="006974AE" w:rsidP="006974AE">
      <w:r>
        <w:lastRenderedPageBreak/>
        <w:t>318.0440</w:t>
      </w:r>
      <w:r>
        <w:tab/>
        <w:t>1.013e0</w:t>
      </w:r>
    </w:p>
    <w:p w:rsidR="006974AE" w:rsidRDefault="006974AE" w:rsidP="006974AE">
      <w:r>
        <w:t>318.0566</w:t>
      </w:r>
      <w:r>
        <w:tab/>
        <w:t>4.051e0</w:t>
      </w:r>
    </w:p>
    <w:p w:rsidR="006974AE" w:rsidRDefault="006974AE" w:rsidP="006974AE">
      <w:r>
        <w:t>318.0633</w:t>
      </w:r>
      <w:r>
        <w:tab/>
        <w:t>1.013e0</w:t>
      </w:r>
    </w:p>
    <w:p w:rsidR="006974AE" w:rsidRDefault="006974AE" w:rsidP="006974AE">
      <w:r>
        <w:t>318.0684</w:t>
      </w:r>
      <w:r>
        <w:tab/>
        <w:t>1.013e0</w:t>
      </w:r>
    </w:p>
    <w:p w:rsidR="006974AE" w:rsidRDefault="006974AE" w:rsidP="006974AE">
      <w:r>
        <w:t>318.0806</w:t>
      </w:r>
      <w:r>
        <w:tab/>
        <w:t>2.025e0</w:t>
      </w:r>
    </w:p>
    <w:p w:rsidR="006974AE" w:rsidRDefault="006974AE" w:rsidP="006974AE">
      <w:r>
        <w:t>318.1046</w:t>
      </w:r>
      <w:r>
        <w:tab/>
        <w:t>1.013e0</w:t>
      </w:r>
    </w:p>
    <w:p w:rsidR="006974AE" w:rsidRDefault="006974AE" w:rsidP="006974AE">
      <w:r>
        <w:t>318.1089</w:t>
      </w:r>
      <w:r>
        <w:tab/>
        <w:t>1.013e0</w:t>
      </w:r>
    </w:p>
    <w:p w:rsidR="006974AE" w:rsidRDefault="006974AE" w:rsidP="006974AE">
      <w:r>
        <w:t>318.1436</w:t>
      </w:r>
      <w:r>
        <w:tab/>
        <w:t>3.038e0</w:t>
      </w:r>
    </w:p>
    <w:p w:rsidR="006974AE" w:rsidRDefault="006974AE" w:rsidP="006974AE">
      <w:r>
        <w:t>318.1612</w:t>
      </w:r>
      <w:r>
        <w:tab/>
        <w:t>1.013e0</w:t>
      </w:r>
    </w:p>
    <w:p w:rsidR="006974AE" w:rsidRDefault="006974AE" w:rsidP="006974AE">
      <w:r>
        <w:t>318.1702</w:t>
      </w:r>
      <w:r>
        <w:tab/>
        <w:t>3.038e0</w:t>
      </w:r>
    </w:p>
    <w:p w:rsidR="006974AE" w:rsidRDefault="006974AE" w:rsidP="006974AE">
      <w:r>
        <w:t>318.1979</w:t>
      </w:r>
      <w:r>
        <w:tab/>
        <w:t>3.038e0</w:t>
      </w:r>
    </w:p>
    <w:p w:rsidR="006974AE" w:rsidRDefault="006974AE" w:rsidP="006974AE">
      <w:r>
        <w:t>318.2026</w:t>
      </w:r>
      <w:r>
        <w:tab/>
        <w:t>1.771e0</w:t>
      </w:r>
    </w:p>
    <w:p w:rsidR="006974AE" w:rsidRDefault="006974AE" w:rsidP="006974AE">
      <w:r>
        <w:t>318.2057</w:t>
      </w:r>
      <w:r>
        <w:tab/>
        <w:t>1.013e0</w:t>
      </w:r>
    </w:p>
    <w:p w:rsidR="006974AE" w:rsidRDefault="006974AE" w:rsidP="006974AE">
      <w:r>
        <w:t>318.2126</w:t>
      </w:r>
      <w:r>
        <w:tab/>
        <w:t>2.025e0</w:t>
      </w:r>
    </w:p>
    <w:p w:rsidR="006974AE" w:rsidRDefault="006974AE" w:rsidP="006974AE">
      <w:r>
        <w:t>318.2182</w:t>
      </w:r>
      <w:r>
        <w:tab/>
        <w:t>2.025e0</w:t>
      </w:r>
    </w:p>
    <w:p w:rsidR="006974AE" w:rsidRDefault="006974AE" w:rsidP="006974AE">
      <w:r>
        <w:t>318.2234</w:t>
      </w:r>
      <w:r>
        <w:tab/>
        <w:t>2.025e0</w:t>
      </w:r>
    </w:p>
    <w:p w:rsidR="006974AE" w:rsidRDefault="006974AE" w:rsidP="006974AE">
      <w:r>
        <w:t>318.2255</w:t>
      </w:r>
      <w:r>
        <w:tab/>
        <w:t>2.025e0</w:t>
      </w:r>
    </w:p>
    <w:p w:rsidR="006974AE" w:rsidRDefault="006974AE" w:rsidP="006974AE">
      <w:r>
        <w:t>318.2283</w:t>
      </w:r>
      <w:r>
        <w:tab/>
        <w:t>3.038e0</w:t>
      </w:r>
    </w:p>
    <w:p w:rsidR="006974AE" w:rsidRDefault="006974AE" w:rsidP="006974AE">
      <w:r>
        <w:t>318.2380</w:t>
      </w:r>
      <w:r>
        <w:tab/>
        <w:t>2.025e0</w:t>
      </w:r>
    </w:p>
    <w:p w:rsidR="006974AE" w:rsidRDefault="006974AE" w:rsidP="006974AE">
      <w:r>
        <w:lastRenderedPageBreak/>
        <w:t>318.2516</w:t>
      </w:r>
      <w:r>
        <w:tab/>
        <w:t>2.025e0</w:t>
      </w:r>
    </w:p>
    <w:p w:rsidR="006974AE" w:rsidRDefault="006974AE" w:rsidP="006974AE">
      <w:r>
        <w:t>318.2704</w:t>
      </w:r>
      <w:r>
        <w:tab/>
        <w:t>1.013e0</w:t>
      </w:r>
    </w:p>
    <w:p w:rsidR="006974AE" w:rsidRDefault="006974AE" w:rsidP="006974AE">
      <w:r>
        <w:t>318.2900</w:t>
      </w:r>
      <w:r>
        <w:tab/>
        <w:t>1.013e0</w:t>
      </w:r>
    </w:p>
    <w:p w:rsidR="006974AE" w:rsidRDefault="006974AE" w:rsidP="006974AE">
      <w:r>
        <w:t>318.2942</w:t>
      </w:r>
      <w:r>
        <w:tab/>
        <w:t>3.038e0</w:t>
      </w:r>
    </w:p>
    <w:p w:rsidR="006974AE" w:rsidRDefault="006974AE" w:rsidP="006974AE">
      <w:r>
        <w:t>318.2971</w:t>
      </w:r>
      <w:r>
        <w:tab/>
        <w:t>2.025e0</w:t>
      </w:r>
    </w:p>
    <w:p w:rsidR="006974AE" w:rsidRDefault="006974AE" w:rsidP="006974AE">
      <w:r>
        <w:t>318.3030</w:t>
      </w:r>
      <w:r>
        <w:tab/>
        <w:t>4.051e0</w:t>
      </w:r>
    </w:p>
    <w:p w:rsidR="006974AE" w:rsidRDefault="006974AE" w:rsidP="006974AE">
      <w:r>
        <w:t>318.3107</w:t>
      </w:r>
      <w:r>
        <w:tab/>
        <w:t>1.013e0</w:t>
      </w:r>
    </w:p>
    <w:p w:rsidR="006974AE" w:rsidRDefault="006974AE" w:rsidP="006974AE">
      <w:r>
        <w:t>318.3388</w:t>
      </w:r>
      <w:r>
        <w:tab/>
        <w:t>2.025e0</w:t>
      </w:r>
    </w:p>
    <w:p w:rsidR="006974AE" w:rsidRDefault="006974AE" w:rsidP="006974AE">
      <w:r>
        <w:t>318.3427</w:t>
      </w:r>
      <w:r>
        <w:tab/>
        <w:t>1.013e0</w:t>
      </w:r>
    </w:p>
    <w:p w:rsidR="006974AE" w:rsidRDefault="006974AE" w:rsidP="006974AE">
      <w:r>
        <w:t>318.3468</w:t>
      </w:r>
      <w:r>
        <w:tab/>
        <w:t>1.013e0</w:t>
      </w:r>
    </w:p>
    <w:p w:rsidR="006974AE" w:rsidRDefault="006974AE" w:rsidP="006974AE">
      <w:r>
        <w:t>318.3510</w:t>
      </w:r>
      <w:r>
        <w:tab/>
        <w:t>1.013e0</w:t>
      </w:r>
    </w:p>
    <w:p w:rsidR="006974AE" w:rsidRDefault="006974AE" w:rsidP="006974AE">
      <w:r>
        <w:t>318.3794</w:t>
      </w:r>
      <w:r>
        <w:tab/>
        <w:t>1.013e0</w:t>
      </w:r>
    </w:p>
    <w:p w:rsidR="006974AE" w:rsidRDefault="006974AE" w:rsidP="006974AE">
      <w:r>
        <w:t>318.3909</w:t>
      </w:r>
      <w:r>
        <w:tab/>
        <w:t>1.013e0</w:t>
      </w:r>
    </w:p>
    <w:p w:rsidR="006974AE" w:rsidRDefault="006974AE" w:rsidP="006974AE">
      <w:r>
        <w:t>318.3988</w:t>
      </w:r>
      <w:r>
        <w:tab/>
        <w:t>1.013e0</w:t>
      </w:r>
    </w:p>
    <w:p w:rsidR="006974AE" w:rsidRDefault="006974AE" w:rsidP="006974AE">
      <w:r>
        <w:t>318.5081</w:t>
      </w:r>
      <w:r>
        <w:tab/>
        <w:t>1.013e0</w:t>
      </w:r>
    </w:p>
    <w:p w:rsidR="006974AE" w:rsidRDefault="006974AE" w:rsidP="006974AE">
      <w:r>
        <w:t>318.5180</w:t>
      </w:r>
      <w:r>
        <w:tab/>
        <w:t>1.013e0</w:t>
      </w:r>
    </w:p>
    <w:p w:rsidR="006974AE" w:rsidRDefault="006974AE" w:rsidP="006974AE">
      <w:r>
        <w:t>318.5237</w:t>
      </w:r>
      <w:r>
        <w:tab/>
        <w:t>1.013e0</w:t>
      </w:r>
    </w:p>
    <w:p w:rsidR="006974AE" w:rsidRDefault="006974AE" w:rsidP="006974AE">
      <w:r>
        <w:t>318.5278</w:t>
      </w:r>
      <w:r>
        <w:tab/>
        <w:t>1.013e0</w:t>
      </w:r>
    </w:p>
    <w:p w:rsidR="006974AE" w:rsidRDefault="006974AE" w:rsidP="006974AE">
      <w:r>
        <w:t>318.5603</w:t>
      </w:r>
      <w:r>
        <w:tab/>
        <w:t>2.025e0</w:t>
      </w:r>
    </w:p>
    <w:p w:rsidR="006974AE" w:rsidRDefault="006974AE" w:rsidP="006974AE">
      <w:r>
        <w:lastRenderedPageBreak/>
        <w:t>318.5776</w:t>
      </w:r>
      <w:r>
        <w:tab/>
        <w:t>2.025e0</w:t>
      </w:r>
    </w:p>
    <w:p w:rsidR="006974AE" w:rsidRDefault="006974AE" w:rsidP="006974AE">
      <w:r>
        <w:t>318.5982</w:t>
      </w:r>
      <w:r>
        <w:tab/>
        <w:t>1.013e0</w:t>
      </w:r>
    </w:p>
    <w:p w:rsidR="006974AE" w:rsidRDefault="006974AE" w:rsidP="006974AE">
      <w:r>
        <w:t>318.6274</w:t>
      </w:r>
      <w:r>
        <w:tab/>
        <w:t>1.013e0</w:t>
      </w:r>
    </w:p>
    <w:p w:rsidR="006974AE" w:rsidRDefault="006974AE" w:rsidP="006974AE">
      <w:r>
        <w:t>318.6370</w:t>
      </w:r>
      <w:r>
        <w:tab/>
        <w:t>1.013e0</w:t>
      </w:r>
    </w:p>
    <w:p w:rsidR="006974AE" w:rsidRDefault="006974AE" w:rsidP="006974AE">
      <w:r>
        <w:t>318.6407</w:t>
      </w:r>
      <w:r>
        <w:tab/>
        <w:t>1.013e0</w:t>
      </w:r>
    </w:p>
    <w:p w:rsidR="006974AE" w:rsidRDefault="006974AE" w:rsidP="006974AE">
      <w:r>
        <w:t>318.6768</w:t>
      </w:r>
      <w:r>
        <w:tab/>
        <w:t>2.025e0</w:t>
      </w:r>
    </w:p>
    <w:p w:rsidR="006974AE" w:rsidRDefault="006974AE" w:rsidP="006974AE">
      <w:r>
        <w:t>318.6895</w:t>
      </w:r>
      <w:r>
        <w:tab/>
        <w:t>1.013e0</w:t>
      </w:r>
    </w:p>
    <w:p w:rsidR="006974AE" w:rsidRDefault="006974AE" w:rsidP="006974AE">
      <w:r>
        <w:t>318.7039</w:t>
      </w:r>
      <w:r>
        <w:tab/>
        <w:t>3.038e0</w:t>
      </w:r>
    </w:p>
    <w:p w:rsidR="006974AE" w:rsidRDefault="006974AE" w:rsidP="006974AE">
      <w:r>
        <w:t>318.7177</w:t>
      </w:r>
      <w:r>
        <w:tab/>
        <w:t>1.013e0</w:t>
      </w:r>
    </w:p>
    <w:p w:rsidR="006974AE" w:rsidRDefault="006974AE" w:rsidP="006974AE">
      <w:r>
        <w:t>318.7311</w:t>
      </w:r>
      <w:r>
        <w:tab/>
        <w:t>1.013e0</w:t>
      </w:r>
    </w:p>
    <w:p w:rsidR="006974AE" w:rsidRDefault="006974AE" w:rsidP="006974AE">
      <w:r>
        <w:t>318.7496</w:t>
      </w:r>
      <w:r>
        <w:tab/>
        <w:t>1.013e0</w:t>
      </w:r>
    </w:p>
    <w:p w:rsidR="006974AE" w:rsidRDefault="006974AE" w:rsidP="006974AE">
      <w:r>
        <w:t>318.7657</w:t>
      </w:r>
      <w:r>
        <w:tab/>
        <w:t>1.013e0</w:t>
      </w:r>
    </w:p>
    <w:p w:rsidR="006974AE" w:rsidRDefault="006974AE" w:rsidP="006974AE">
      <w:r>
        <w:t>318.7701</w:t>
      </w:r>
      <w:r>
        <w:tab/>
        <w:t>1.013e0</w:t>
      </w:r>
    </w:p>
    <w:p w:rsidR="006974AE" w:rsidRDefault="006974AE" w:rsidP="006974AE">
      <w:r>
        <w:t>318.7884</w:t>
      </w:r>
      <w:r>
        <w:tab/>
        <w:t>1.013e0</w:t>
      </w:r>
    </w:p>
    <w:p w:rsidR="006974AE" w:rsidRDefault="006974AE" w:rsidP="006974AE">
      <w:r>
        <w:t>318.8262</w:t>
      </w:r>
      <w:r>
        <w:tab/>
        <w:t>1.013e0</w:t>
      </w:r>
    </w:p>
    <w:p w:rsidR="006974AE" w:rsidRDefault="006974AE" w:rsidP="006974AE">
      <w:r>
        <w:t>318.8508</w:t>
      </w:r>
      <w:r>
        <w:tab/>
        <w:t>1.013e0</w:t>
      </w:r>
    </w:p>
    <w:p w:rsidR="006974AE" w:rsidRDefault="006974AE" w:rsidP="006974AE">
      <w:r>
        <w:t>318.8584</w:t>
      </w:r>
      <w:r>
        <w:tab/>
        <w:t>1.013e0</w:t>
      </w:r>
    </w:p>
    <w:p w:rsidR="006974AE" w:rsidRDefault="006974AE" w:rsidP="006974AE">
      <w:r>
        <w:t>318.8748</w:t>
      </w:r>
      <w:r>
        <w:tab/>
        <w:t>1.013e0</w:t>
      </w:r>
    </w:p>
    <w:p w:rsidR="006974AE" w:rsidRDefault="006974AE" w:rsidP="006974AE">
      <w:r>
        <w:t>318.8831</w:t>
      </w:r>
      <w:r>
        <w:tab/>
        <w:t>1.013e0</w:t>
      </w:r>
    </w:p>
    <w:p w:rsidR="006974AE" w:rsidRDefault="006974AE" w:rsidP="006974AE">
      <w:r>
        <w:lastRenderedPageBreak/>
        <w:t>318.8981</w:t>
      </w:r>
      <w:r>
        <w:tab/>
        <w:t>2.025e0</w:t>
      </w:r>
    </w:p>
    <w:p w:rsidR="006974AE" w:rsidRDefault="006974AE" w:rsidP="006974AE">
      <w:r>
        <w:t>318.9033</w:t>
      </w:r>
      <w:r>
        <w:tab/>
        <w:t>1.013e0</w:t>
      </w:r>
    </w:p>
    <w:p w:rsidR="006974AE" w:rsidRDefault="006974AE" w:rsidP="006974AE">
      <w:r>
        <w:t>318.9059</w:t>
      </w:r>
      <w:r>
        <w:tab/>
        <w:t>4.051e0</w:t>
      </w:r>
    </w:p>
    <w:p w:rsidR="006974AE" w:rsidRDefault="006974AE" w:rsidP="006974AE">
      <w:r>
        <w:t>318.9083</w:t>
      </w:r>
      <w:r>
        <w:tab/>
        <w:t>6.076e0</w:t>
      </w:r>
    </w:p>
    <w:p w:rsidR="006974AE" w:rsidRDefault="006974AE" w:rsidP="006974AE">
      <w:r>
        <w:t>318.9210</w:t>
      </w:r>
      <w:r>
        <w:tab/>
        <w:t>2.025e0</w:t>
      </w:r>
    </w:p>
    <w:p w:rsidR="006974AE" w:rsidRDefault="006974AE" w:rsidP="006974AE">
      <w:r>
        <w:t>318.9271</w:t>
      </w:r>
      <w:r>
        <w:tab/>
        <w:t>1.013e0</w:t>
      </w:r>
    </w:p>
    <w:p w:rsidR="006974AE" w:rsidRDefault="006974AE" w:rsidP="006974AE">
      <w:r>
        <w:t>318.9442</w:t>
      </w:r>
      <w:r>
        <w:tab/>
        <w:t>2.025e0</w:t>
      </w:r>
    </w:p>
    <w:p w:rsidR="006974AE" w:rsidRDefault="006974AE" w:rsidP="006974AE">
      <w:r>
        <w:t>318.9558</w:t>
      </w:r>
      <w:r>
        <w:tab/>
        <w:t>2.025e0</w:t>
      </w:r>
    </w:p>
    <w:p w:rsidR="006974AE" w:rsidRDefault="006974AE" w:rsidP="006974AE">
      <w:r>
        <w:t>318.9728</w:t>
      </w:r>
      <w:r>
        <w:tab/>
        <w:t>1.013e0</w:t>
      </w:r>
    </w:p>
    <w:p w:rsidR="006974AE" w:rsidRDefault="006974AE" w:rsidP="006974AE">
      <w:r>
        <w:t>318.9758</w:t>
      </w:r>
      <w:r>
        <w:tab/>
        <w:t>2.025e0</w:t>
      </w:r>
    </w:p>
    <w:p w:rsidR="006974AE" w:rsidRDefault="006974AE" w:rsidP="006974AE">
      <w:r>
        <w:t>318.9998</w:t>
      </w:r>
      <w:r>
        <w:tab/>
        <w:t>2.025e0</w:t>
      </w:r>
    </w:p>
    <w:p w:rsidR="006974AE" w:rsidRDefault="006974AE" w:rsidP="006974AE">
      <w:r>
        <w:t>319.0361</w:t>
      </w:r>
      <w:r>
        <w:tab/>
        <w:t>1.013e0</w:t>
      </w:r>
    </w:p>
    <w:p w:rsidR="006974AE" w:rsidRDefault="006974AE" w:rsidP="006974AE">
      <w:r>
        <w:t>319.0482</w:t>
      </w:r>
      <w:r>
        <w:tab/>
        <w:t>1.013e0</w:t>
      </w:r>
    </w:p>
    <w:p w:rsidR="006974AE" w:rsidRDefault="006974AE" w:rsidP="006974AE">
      <w:r>
        <w:t>319.0527</w:t>
      </w:r>
      <w:r>
        <w:tab/>
        <w:t>3.038e0</w:t>
      </w:r>
    </w:p>
    <w:p w:rsidR="006974AE" w:rsidRDefault="006974AE" w:rsidP="006974AE">
      <w:r>
        <w:t>319.0823</w:t>
      </w:r>
      <w:r>
        <w:tab/>
        <w:t>2.025e0</w:t>
      </w:r>
    </w:p>
    <w:p w:rsidR="006974AE" w:rsidRDefault="006974AE" w:rsidP="006974AE">
      <w:r>
        <w:t>319.0886</w:t>
      </w:r>
      <w:r>
        <w:tab/>
        <w:t>1.013e0</w:t>
      </w:r>
    </w:p>
    <w:p w:rsidR="006974AE" w:rsidRDefault="006974AE" w:rsidP="006974AE">
      <w:r>
        <w:t>319.1008</w:t>
      </w:r>
      <w:r>
        <w:tab/>
        <w:t>1.013e0</w:t>
      </w:r>
    </w:p>
    <w:p w:rsidR="006974AE" w:rsidRDefault="006974AE" w:rsidP="006974AE">
      <w:r>
        <w:t>319.1247</w:t>
      </w:r>
      <w:r>
        <w:tab/>
        <w:t>1.013e0</w:t>
      </w:r>
    </w:p>
    <w:p w:rsidR="006974AE" w:rsidRDefault="006974AE" w:rsidP="006974AE">
      <w:r>
        <w:t>319.1377</w:t>
      </w:r>
      <w:r>
        <w:tab/>
        <w:t>3.038e0</w:t>
      </w:r>
    </w:p>
    <w:p w:rsidR="006974AE" w:rsidRDefault="006974AE" w:rsidP="006974AE">
      <w:r>
        <w:lastRenderedPageBreak/>
        <w:t>319.1529</w:t>
      </w:r>
      <w:r>
        <w:tab/>
        <w:t>1.013e0</w:t>
      </w:r>
    </w:p>
    <w:p w:rsidR="006974AE" w:rsidRDefault="006974AE" w:rsidP="006974AE">
      <w:r>
        <w:t>319.1632</w:t>
      </w:r>
      <w:r>
        <w:tab/>
        <w:t>1.013e0</w:t>
      </w:r>
    </w:p>
    <w:p w:rsidR="006974AE" w:rsidRDefault="006974AE" w:rsidP="006974AE">
      <w:r>
        <w:t>319.1669</w:t>
      </w:r>
      <w:r>
        <w:tab/>
        <w:t>2.025e0</w:t>
      </w:r>
    </w:p>
    <w:p w:rsidR="006974AE" w:rsidRDefault="006974AE" w:rsidP="006974AE">
      <w:r>
        <w:t>319.1689</w:t>
      </w:r>
      <w:r>
        <w:tab/>
        <w:t>1.013e0</w:t>
      </w:r>
    </w:p>
    <w:p w:rsidR="006974AE" w:rsidRDefault="006974AE" w:rsidP="006974AE">
      <w:r>
        <w:t>319.1730</w:t>
      </w:r>
      <w:r>
        <w:tab/>
        <w:t>1.013e0</w:t>
      </w:r>
    </w:p>
    <w:p w:rsidR="006974AE" w:rsidRDefault="006974AE" w:rsidP="006974AE">
      <w:r>
        <w:t>319.1863</w:t>
      </w:r>
      <w:r>
        <w:tab/>
        <w:t>1.013e0</w:t>
      </w:r>
    </w:p>
    <w:p w:rsidR="006974AE" w:rsidRDefault="006974AE" w:rsidP="006974AE">
      <w:r>
        <w:t>319.1920</w:t>
      </w:r>
      <w:r>
        <w:tab/>
        <w:t>1.013e0</w:t>
      </w:r>
    </w:p>
    <w:p w:rsidR="006974AE" w:rsidRDefault="006974AE" w:rsidP="006974AE">
      <w:r>
        <w:t>319.1978</w:t>
      </w:r>
      <w:r>
        <w:tab/>
        <w:t>1.013e0</w:t>
      </w:r>
    </w:p>
    <w:p w:rsidR="006974AE" w:rsidRDefault="006974AE" w:rsidP="006974AE">
      <w:r>
        <w:t>319.2017</w:t>
      </w:r>
      <w:r>
        <w:tab/>
        <w:t>1.013e0</w:t>
      </w:r>
    </w:p>
    <w:p w:rsidR="006974AE" w:rsidRDefault="006974AE" w:rsidP="006974AE">
      <w:r>
        <w:t>319.2386</w:t>
      </w:r>
      <w:r>
        <w:tab/>
        <w:t>1.013e0</w:t>
      </w:r>
    </w:p>
    <w:p w:rsidR="006974AE" w:rsidRDefault="006974AE" w:rsidP="006974AE">
      <w:r>
        <w:t>319.2437</w:t>
      </w:r>
      <w:r>
        <w:tab/>
        <w:t>2.025e0</w:t>
      </w:r>
    </w:p>
    <w:p w:rsidR="006974AE" w:rsidRDefault="006974AE" w:rsidP="006974AE">
      <w:r>
        <w:t>319.2679</w:t>
      </w:r>
      <w:r>
        <w:tab/>
        <w:t>2.025e0</w:t>
      </w:r>
    </w:p>
    <w:p w:rsidR="006974AE" w:rsidRDefault="006974AE" w:rsidP="006974AE">
      <w:r>
        <w:t>319.2823</w:t>
      </w:r>
      <w:r>
        <w:tab/>
        <w:t>1.013e0</w:t>
      </w:r>
    </w:p>
    <w:p w:rsidR="006974AE" w:rsidRDefault="006974AE" w:rsidP="006974AE">
      <w:r>
        <w:t>319.2861</w:t>
      </w:r>
      <w:r>
        <w:tab/>
        <w:t>1.013e0</w:t>
      </w:r>
    </w:p>
    <w:p w:rsidR="006974AE" w:rsidRDefault="006974AE" w:rsidP="006974AE">
      <w:r>
        <w:t>319.3062</w:t>
      </w:r>
      <w:r>
        <w:tab/>
        <w:t>1.013e0</w:t>
      </w:r>
    </w:p>
    <w:p w:rsidR="006974AE" w:rsidRDefault="006974AE" w:rsidP="006974AE">
      <w:r>
        <w:t>319.3540</w:t>
      </w:r>
      <w:r>
        <w:tab/>
        <w:t>1.013e0</w:t>
      </w:r>
    </w:p>
    <w:p w:rsidR="006974AE" w:rsidRDefault="006974AE" w:rsidP="006974AE">
      <w:r>
        <w:t>319.3709</w:t>
      </w:r>
      <w:r>
        <w:tab/>
        <w:t>1.013e0</w:t>
      </w:r>
    </w:p>
    <w:p w:rsidR="006974AE" w:rsidRDefault="006974AE" w:rsidP="006974AE">
      <w:r>
        <w:t>319.4060</w:t>
      </w:r>
      <w:r>
        <w:tab/>
        <w:t>1.013e0</w:t>
      </w:r>
    </w:p>
    <w:p w:rsidR="006974AE" w:rsidRDefault="006974AE" w:rsidP="006974AE">
      <w:r>
        <w:t>319.4398</w:t>
      </w:r>
      <w:r>
        <w:tab/>
        <w:t>1.013e0</w:t>
      </w:r>
    </w:p>
    <w:p w:rsidR="006974AE" w:rsidRDefault="006974AE" w:rsidP="006974AE">
      <w:r>
        <w:lastRenderedPageBreak/>
        <w:t>319.4633</w:t>
      </w:r>
      <w:r>
        <w:tab/>
        <w:t>1.013e0</w:t>
      </w:r>
    </w:p>
    <w:p w:rsidR="006974AE" w:rsidRDefault="006974AE" w:rsidP="006974AE">
      <w:r>
        <w:t>319.4868</w:t>
      </w:r>
      <w:r>
        <w:tab/>
        <w:t>1.013e0</w:t>
      </w:r>
    </w:p>
    <w:p w:rsidR="006974AE" w:rsidRDefault="006974AE" w:rsidP="006974AE">
      <w:r>
        <w:t>319.4923</w:t>
      </w:r>
      <w:r>
        <w:tab/>
        <w:t>1.013e0</w:t>
      </w:r>
    </w:p>
    <w:p w:rsidR="006974AE" w:rsidRDefault="006974AE" w:rsidP="006974AE">
      <w:r>
        <w:t>319.5003</w:t>
      </w:r>
      <w:r>
        <w:tab/>
        <w:t>3.038e0</w:t>
      </w:r>
    </w:p>
    <w:p w:rsidR="006974AE" w:rsidRDefault="006974AE" w:rsidP="006974AE">
      <w:r>
        <w:t>319.5157</w:t>
      </w:r>
      <w:r>
        <w:tab/>
        <w:t>1.013e0</w:t>
      </w:r>
    </w:p>
    <w:p w:rsidR="006974AE" w:rsidRDefault="006974AE" w:rsidP="006974AE">
      <w:r>
        <w:t>319.5486</w:t>
      </w:r>
      <w:r>
        <w:tab/>
        <w:t>1.013e0</w:t>
      </w:r>
    </w:p>
    <w:p w:rsidR="006974AE" w:rsidRDefault="006974AE" w:rsidP="006974AE">
      <w:r>
        <w:t>319.5907</w:t>
      </w:r>
      <w:r>
        <w:tab/>
        <w:t>3.038e0</w:t>
      </w:r>
    </w:p>
    <w:p w:rsidR="006974AE" w:rsidRDefault="006974AE" w:rsidP="006974AE">
      <w:r>
        <w:t>319.6255</w:t>
      </w:r>
      <w:r>
        <w:tab/>
        <w:t>1.013e0</w:t>
      </w:r>
    </w:p>
    <w:p w:rsidR="006974AE" w:rsidRDefault="006974AE" w:rsidP="006974AE">
      <w:r>
        <w:t>319.6378</w:t>
      </w:r>
      <w:r>
        <w:tab/>
        <w:t>3.038e0</w:t>
      </w:r>
    </w:p>
    <w:p w:rsidR="006974AE" w:rsidRDefault="006974AE" w:rsidP="006974AE">
      <w:r>
        <w:t>319.6572</w:t>
      </w:r>
      <w:r>
        <w:tab/>
        <w:t>1.013e0</w:t>
      </w:r>
    </w:p>
    <w:p w:rsidR="006974AE" w:rsidRDefault="006974AE" w:rsidP="006974AE">
      <w:r>
        <w:t>319.7058</w:t>
      </w:r>
      <w:r>
        <w:tab/>
        <w:t>1.013e0</w:t>
      </w:r>
    </w:p>
    <w:p w:rsidR="006974AE" w:rsidRDefault="006974AE" w:rsidP="006974AE">
      <w:r>
        <w:t>319.7290</w:t>
      </w:r>
      <w:r>
        <w:tab/>
        <w:t>1.013e0</w:t>
      </w:r>
    </w:p>
    <w:p w:rsidR="006974AE" w:rsidRDefault="006974AE" w:rsidP="006974AE">
      <w:r>
        <w:t>319.7865</w:t>
      </w:r>
      <w:r>
        <w:tab/>
        <w:t>1.013e0</w:t>
      </w:r>
    </w:p>
    <w:p w:rsidR="006974AE" w:rsidRDefault="006974AE" w:rsidP="006974AE">
      <w:r>
        <w:t>319.8042</w:t>
      </w:r>
      <w:r>
        <w:tab/>
        <w:t>1.013e0</w:t>
      </w:r>
    </w:p>
    <w:p w:rsidR="006974AE" w:rsidRDefault="006974AE" w:rsidP="006974AE">
      <w:r>
        <w:t>319.8508</w:t>
      </w:r>
      <w:r>
        <w:tab/>
        <w:t>1.013e0</w:t>
      </w:r>
    </w:p>
    <w:p w:rsidR="006974AE" w:rsidRDefault="006974AE" w:rsidP="006974AE">
      <w:r>
        <w:t>319.8711</w:t>
      </w:r>
      <w:r>
        <w:tab/>
        <w:t>1.013e0</w:t>
      </w:r>
    </w:p>
    <w:p w:rsidR="006974AE" w:rsidRDefault="006974AE" w:rsidP="006974AE">
      <w:r>
        <w:t>319.8855</w:t>
      </w:r>
      <w:r>
        <w:tab/>
        <w:t>1.013e0</w:t>
      </w:r>
    </w:p>
    <w:p w:rsidR="006974AE" w:rsidRDefault="006974AE" w:rsidP="006974AE">
      <w:r>
        <w:t>319.8909</w:t>
      </w:r>
      <w:r>
        <w:tab/>
        <w:t>1.013e0</w:t>
      </w:r>
    </w:p>
    <w:p w:rsidR="006974AE" w:rsidRDefault="006974AE" w:rsidP="006974AE">
      <w:r>
        <w:t>319.8994</w:t>
      </w:r>
      <w:r>
        <w:tab/>
        <w:t>1.013e0</w:t>
      </w:r>
    </w:p>
    <w:p w:rsidR="006974AE" w:rsidRDefault="006974AE" w:rsidP="006974AE">
      <w:r>
        <w:lastRenderedPageBreak/>
        <w:t>319.9144</w:t>
      </w:r>
      <w:r>
        <w:tab/>
        <w:t>1.013e0</w:t>
      </w:r>
    </w:p>
    <w:p w:rsidR="006974AE" w:rsidRDefault="006974AE" w:rsidP="006974AE">
      <w:r>
        <w:t>319.9260</w:t>
      </w:r>
      <w:r>
        <w:tab/>
        <w:t>2.025e0</w:t>
      </w:r>
    </w:p>
    <w:p w:rsidR="006974AE" w:rsidRDefault="006974AE" w:rsidP="006974AE">
      <w:r>
        <w:t>319.9319</w:t>
      </w:r>
      <w:r>
        <w:tab/>
        <w:t>1.013e0</w:t>
      </w:r>
    </w:p>
    <w:p w:rsidR="006974AE" w:rsidRDefault="006974AE" w:rsidP="006974AE">
      <w:r>
        <w:t>319.9375</w:t>
      </w:r>
      <w:r>
        <w:tab/>
        <w:t>1.013e0</w:t>
      </w:r>
    </w:p>
    <w:p w:rsidR="006974AE" w:rsidRDefault="006974AE" w:rsidP="006974AE">
      <w:r>
        <w:t>319.9618</w:t>
      </w:r>
      <w:r>
        <w:tab/>
        <w:t>3.038e0</w:t>
      </w:r>
    </w:p>
    <w:p w:rsidR="006974AE" w:rsidRDefault="006974AE" w:rsidP="006974AE">
      <w:r>
        <w:t>319.9661</w:t>
      </w:r>
      <w:r>
        <w:tab/>
        <w:t>2.025e0</w:t>
      </w:r>
    </w:p>
    <w:p w:rsidR="006974AE" w:rsidRDefault="006974AE" w:rsidP="006974AE">
      <w:r>
        <w:t>320.0138</w:t>
      </w:r>
      <w:r>
        <w:tab/>
        <w:t>2.025e0</w:t>
      </w:r>
    </w:p>
    <w:p w:rsidR="006974AE" w:rsidRDefault="006974AE" w:rsidP="006974AE">
      <w:r>
        <w:t>320.0329</w:t>
      </w:r>
      <w:r>
        <w:tab/>
        <w:t>2.025e0</w:t>
      </w:r>
    </w:p>
    <w:p w:rsidR="006974AE" w:rsidRDefault="006974AE" w:rsidP="006974AE">
      <w:r>
        <w:t>320.0409</w:t>
      </w:r>
      <w:r>
        <w:tab/>
        <w:t>2.025e0</w:t>
      </w:r>
    </w:p>
    <w:p w:rsidR="006974AE" w:rsidRDefault="006974AE" w:rsidP="006974AE">
      <w:r>
        <w:t>320.0571</w:t>
      </w:r>
      <w:r>
        <w:tab/>
        <w:t>1.013e0</w:t>
      </w:r>
    </w:p>
    <w:p w:rsidR="006974AE" w:rsidRDefault="006974AE" w:rsidP="006974AE">
      <w:r>
        <w:t>320.0608</w:t>
      </w:r>
      <w:r>
        <w:tab/>
        <w:t>1.013e0</w:t>
      </w:r>
    </w:p>
    <w:p w:rsidR="006974AE" w:rsidRDefault="006974AE" w:rsidP="006974AE">
      <w:r>
        <w:t>320.0937</w:t>
      </w:r>
      <w:r>
        <w:tab/>
        <w:t>1.013e0</w:t>
      </w:r>
    </w:p>
    <w:p w:rsidR="006974AE" w:rsidRDefault="006974AE" w:rsidP="006974AE">
      <w:r>
        <w:t>320.1092</w:t>
      </w:r>
      <w:r>
        <w:tab/>
        <w:t>1.013e0</w:t>
      </w:r>
    </w:p>
    <w:p w:rsidR="006974AE" w:rsidRDefault="006974AE" w:rsidP="006974AE">
      <w:r>
        <w:t>320.1183</w:t>
      </w:r>
      <w:r>
        <w:tab/>
        <w:t>3.038e0</w:t>
      </w:r>
    </w:p>
    <w:p w:rsidR="006974AE" w:rsidRDefault="006974AE" w:rsidP="006974AE">
      <w:r>
        <w:t>320.1280</w:t>
      </w:r>
      <w:r>
        <w:tab/>
        <w:t>1.013e0</w:t>
      </w:r>
    </w:p>
    <w:p w:rsidR="006974AE" w:rsidRDefault="006974AE" w:rsidP="006974AE">
      <w:r>
        <w:t>320.1321</w:t>
      </w:r>
      <w:r>
        <w:tab/>
        <w:t>2.025e0</w:t>
      </w:r>
    </w:p>
    <w:p w:rsidR="006974AE" w:rsidRDefault="006974AE" w:rsidP="006974AE">
      <w:r>
        <w:t>320.1340</w:t>
      </w:r>
      <w:r>
        <w:tab/>
        <w:t>1.013e0</w:t>
      </w:r>
    </w:p>
    <w:p w:rsidR="006974AE" w:rsidRDefault="006974AE" w:rsidP="006974AE">
      <w:r>
        <w:t>320.1571</w:t>
      </w:r>
      <w:r>
        <w:tab/>
        <w:t>2.025e0</w:t>
      </w:r>
    </w:p>
    <w:p w:rsidR="006974AE" w:rsidRDefault="006974AE" w:rsidP="006974AE">
      <w:r>
        <w:t>320.1780</w:t>
      </w:r>
      <w:r>
        <w:tab/>
        <w:t>2.025e0</w:t>
      </w:r>
    </w:p>
    <w:p w:rsidR="006974AE" w:rsidRDefault="006974AE" w:rsidP="006974AE">
      <w:r>
        <w:lastRenderedPageBreak/>
        <w:t>320.1801</w:t>
      </w:r>
      <w:r>
        <w:tab/>
        <w:t>1.013e0</w:t>
      </w:r>
    </w:p>
    <w:p w:rsidR="006974AE" w:rsidRDefault="006974AE" w:rsidP="006974AE">
      <w:r>
        <w:t>320.1903</w:t>
      </w:r>
      <w:r>
        <w:tab/>
        <w:t>1.013e0</w:t>
      </w:r>
    </w:p>
    <w:p w:rsidR="006974AE" w:rsidRDefault="006974AE" w:rsidP="006974AE">
      <w:r>
        <w:t>320.1940</w:t>
      </w:r>
      <w:r>
        <w:tab/>
        <w:t>1.013e0</w:t>
      </w:r>
    </w:p>
    <w:p w:rsidR="006974AE" w:rsidRDefault="006974AE" w:rsidP="006974AE">
      <w:r>
        <w:t>320.1983</w:t>
      </w:r>
      <w:r>
        <w:tab/>
        <w:t>1.013e0</w:t>
      </w:r>
    </w:p>
    <w:p w:rsidR="006974AE" w:rsidRDefault="006974AE" w:rsidP="006974AE">
      <w:r>
        <w:t>320.2011</w:t>
      </w:r>
      <w:r>
        <w:tab/>
        <w:t>3.038e0</w:t>
      </w:r>
    </w:p>
    <w:p w:rsidR="006974AE" w:rsidRDefault="006974AE" w:rsidP="006974AE">
      <w:r>
        <w:t>320.2568</w:t>
      </w:r>
      <w:r>
        <w:tab/>
        <w:t>2.025e0</w:t>
      </w:r>
    </w:p>
    <w:p w:rsidR="006974AE" w:rsidRDefault="006974AE" w:rsidP="006974AE">
      <w:r>
        <w:t>320.2668</w:t>
      </w:r>
      <w:r>
        <w:tab/>
        <w:t>1.013e0</w:t>
      </w:r>
    </w:p>
    <w:p w:rsidR="006974AE" w:rsidRDefault="006974AE" w:rsidP="006974AE">
      <w:r>
        <w:t>320.2748</w:t>
      </w:r>
      <w:r>
        <w:tab/>
        <w:t>2.025e0</w:t>
      </w:r>
    </w:p>
    <w:p w:rsidR="006974AE" w:rsidRDefault="006974AE" w:rsidP="006974AE">
      <w:r>
        <w:t>320.3132</w:t>
      </w:r>
      <w:r>
        <w:tab/>
        <w:t>1.013e0</w:t>
      </w:r>
    </w:p>
    <w:p w:rsidR="006974AE" w:rsidRDefault="006974AE" w:rsidP="006974AE">
      <w:r>
        <w:t>320.3189</w:t>
      </w:r>
      <w:r>
        <w:tab/>
        <w:t>1.013e0</w:t>
      </w:r>
    </w:p>
    <w:p w:rsidR="006974AE" w:rsidRDefault="006974AE" w:rsidP="006974AE">
      <w:r>
        <w:t>320.3235</w:t>
      </w:r>
      <w:r>
        <w:tab/>
        <w:t>1.013e0</w:t>
      </w:r>
    </w:p>
    <w:p w:rsidR="006974AE" w:rsidRDefault="006974AE" w:rsidP="006974AE">
      <w:r>
        <w:t>320.3363</w:t>
      </w:r>
      <w:r>
        <w:tab/>
        <w:t>1.013e0</w:t>
      </w:r>
    </w:p>
    <w:p w:rsidR="006974AE" w:rsidRDefault="006974AE" w:rsidP="006974AE">
      <w:r>
        <w:t>320.3518</w:t>
      </w:r>
      <w:r>
        <w:tab/>
        <w:t>1.013e0</w:t>
      </w:r>
    </w:p>
    <w:p w:rsidR="006974AE" w:rsidRDefault="006974AE" w:rsidP="006974AE">
      <w:r>
        <w:t>320.3759</w:t>
      </w:r>
      <w:r>
        <w:tab/>
        <w:t>2.025e0</w:t>
      </w:r>
    </w:p>
    <w:p w:rsidR="006974AE" w:rsidRDefault="006974AE" w:rsidP="006974AE">
      <w:r>
        <w:t>320.4130</w:t>
      </w:r>
      <w:r>
        <w:tab/>
        <w:t>3.038e0</w:t>
      </w:r>
    </w:p>
    <w:p w:rsidR="006974AE" w:rsidRDefault="006974AE" w:rsidP="006974AE">
      <w:r>
        <w:t>320.4521</w:t>
      </w:r>
      <w:r>
        <w:tab/>
        <w:t>1.013e0</w:t>
      </w:r>
    </w:p>
    <w:p w:rsidR="006974AE" w:rsidRDefault="006974AE" w:rsidP="006974AE">
      <w:r>
        <w:t>320.4609</w:t>
      </w:r>
      <w:r>
        <w:tab/>
        <w:t>1.013e0</w:t>
      </w:r>
    </w:p>
    <w:p w:rsidR="006974AE" w:rsidRDefault="006974AE" w:rsidP="006974AE">
      <w:r>
        <w:t>320.4648</w:t>
      </w:r>
      <w:r>
        <w:tab/>
        <w:t>2.025e0</w:t>
      </w:r>
    </w:p>
    <w:p w:rsidR="006974AE" w:rsidRDefault="006974AE" w:rsidP="006974AE">
      <w:r>
        <w:t>320.4826</w:t>
      </w:r>
      <w:r>
        <w:tab/>
        <w:t>2.025e0</w:t>
      </w:r>
    </w:p>
    <w:p w:rsidR="006974AE" w:rsidRDefault="006974AE" w:rsidP="006974AE">
      <w:r>
        <w:lastRenderedPageBreak/>
        <w:t>320.4930</w:t>
      </w:r>
      <w:r>
        <w:tab/>
        <w:t>1.013e0</w:t>
      </w:r>
    </w:p>
    <w:p w:rsidR="006974AE" w:rsidRDefault="006974AE" w:rsidP="006974AE">
      <w:r>
        <w:t>320.5042</w:t>
      </w:r>
      <w:r>
        <w:tab/>
        <w:t>1.013e0</w:t>
      </w:r>
    </w:p>
    <w:p w:rsidR="006974AE" w:rsidRDefault="006974AE" w:rsidP="006974AE">
      <w:r>
        <w:t>320.5412</w:t>
      </w:r>
      <w:r>
        <w:tab/>
        <w:t>1.013e0</w:t>
      </w:r>
    </w:p>
    <w:p w:rsidR="006974AE" w:rsidRDefault="006974AE" w:rsidP="006974AE">
      <w:r>
        <w:t>320.5455</w:t>
      </w:r>
      <w:r>
        <w:tab/>
        <w:t>1.013e0</w:t>
      </w:r>
    </w:p>
    <w:p w:rsidR="006974AE" w:rsidRDefault="006974AE" w:rsidP="006974AE">
      <w:r>
        <w:t>320.5695</w:t>
      </w:r>
      <w:r>
        <w:tab/>
        <w:t>1.013e0</w:t>
      </w:r>
    </w:p>
    <w:p w:rsidR="006974AE" w:rsidRDefault="006974AE" w:rsidP="006974AE">
      <w:r>
        <w:t>320.6089</w:t>
      </w:r>
      <w:r>
        <w:tab/>
        <w:t>1.013e0</w:t>
      </w:r>
    </w:p>
    <w:p w:rsidR="006974AE" w:rsidRDefault="006974AE" w:rsidP="006974AE">
      <w:r>
        <w:t>320.6111</w:t>
      </w:r>
      <w:r>
        <w:tab/>
        <w:t>2.025e0</w:t>
      </w:r>
    </w:p>
    <w:p w:rsidR="006974AE" w:rsidRDefault="006974AE" w:rsidP="006974AE">
      <w:r>
        <w:t>320.6462</w:t>
      </w:r>
      <w:r>
        <w:tab/>
        <w:t>1.013e0</w:t>
      </w:r>
    </w:p>
    <w:p w:rsidR="006974AE" w:rsidRDefault="006974AE" w:rsidP="006974AE">
      <w:r>
        <w:t>320.6506</w:t>
      </w:r>
      <w:r>
        <w:tab/>
        <w:t>1.013e0</w:t>
      </w:r>
    </w:p>
    <w:p w:rsidR="006974AE" w:rsidRDefault="006974AE" w:rsidP="006974AE">
      <w:r>
        <w:t>320.6610</w:t>
      </w:r>
      <w:r>
        <w:tab/>
        <w:t>1.013e0</w:t>
      </w:r>
    </w:p>
    <w:p w:rsidR="006974AE" w:rsidRDefault="006974AE" w:rsidP="006974AE">
      <w:r>
        <w:t>320.6729</w:t>
      </w:r>
      <w:r>
        <w:tab/>
        <w:t>2.025e0</w:t>
      </w:r>
    </w:p>
    <w:p w:rsidR="006974AE" w:rsidRDefault="006974AE" w:rsidP="006974AE">
      <w:r>
        <w:t>320.7027</w:t>
      </w:r>
      <w:r>
        <w:tab/>
        <w:t>1.013e0</w:t>
      </w:r>
    </w:p>
    <w:p w:rsidR="006974AE" w:rsidRDefault="006974AE" w:rsidP="006974AE">
      <w:r>
        <w:t>320.7074</w:t>
      </w:r>
      <w:r>
        <w:tab/>
        <w:t>1.013e0</w:t>
      </w:r>
    </w:p>
    <w:p w:rsidR="006974AE" w:rsidRDefault="006974AE" w:rsidP="006974AE">
      <w:r>
        <w:t>320.7148</w:t>
      </w:r>
      <w:r>
        <w:tab/>
        <w:t>2.025e0</w:t>
      </w:r>
    </w:p>
    <w:p w:rsidR="006974AE" w:rsidRDefault="006974AE" w:rsidP="006974AE">
      <w:r>
        <w:t>320.7233</w:t>
      </w:r>
      <w:r>
        <w:tab/>
        <w:t>1.013e0</w:t>
      </w:r>
    </w:p>
    <w:p w:rsidR="006974AE" w:rsidRDefault="006974AE" w:rsidP="006974AE">
      <w:r>
        <w:t>320.7595</w:t>
      </w:r>
      <w:r>
        <w:tab/>
        <w:t>1.013e0</w:t>
      </w:r>
    </w:p>
    <w:p w:rsidR="006974AE" w:rsidRDefault="006974AE" w:rsidP="006974AE">
      <w:r>
        <w:t>320.7939</w:t>
      </w:r>
      <w:r>
        <w:tab/>
        <w:t>1.013e0</w:t>
      </w:r>
    </w:p>
    <w:p w:rsidR="006974AE" w:rsidRDefault="006974AE" w:rsidP="006974AE">
      <w:r>
        <w:t>320.7982</w:t>
      </w:r>
      <w:r>
        <w:tab/>
        <w:t>2.025e0</w:t>
      </w:r>
    </w:p>
    <w:p w:rsidR="006974AE" w:rsidRDefault="006974AE" w:rsidP="006974AE">
      <w:r>
        <w:t>320.8036</w:t>
      </w:r>
      <w:r>
        <w:tab/>
        <w:t>1.013e0</w:t>
      </w:r>
    </w:p>
    <w:p w:rsidR="006974AE" w:rsidRDefault="006974AE" w:rsidP="006974AE">
      <w:r>
        <w:lastRenderedPageBreak/>
        <w:t>320.8233</w:t>
      </w:r>
      <w:r>
        <w:tab/>
        <w:t>1.013e0</w:t>
      </w:r>
    </w:p>
    <w:p w:rsidR="006974AE" w:rsidRDefault="006974AE" w:rsidP="006974AE">
      <w:r>
        <w:t>320.8403</w:t>
      </w:r>
      <w:r>
        <w:tab/>
        <w:t>1.013e0</w:t>
      </w:r>
    </w:p>
    <w:p w:rsidR="006974AE" w:rsidRDefault="006974AE" w:rsidP="006974AE">
      <w:r>
        <w:t>320.8606</w:t>
      </w:r>
      <w:r>
        <w:tab/>
        <w:t>1.013e0</w:t>
      </w:r>
    </w:p>
    <w:p w:rsidR="006974AE" w:rsidRDefault="006974AE" w:rsidP="006974AE">
      <w:r>
        <w:t>320.8692</w:t>
      </w:r>
      <w:r>
        <w:tab/>
        <w:t>1.013e0</w:t>
      </w:r>
    </w:p>
    <w:p w:rsidR="006974AE" w:rsidRDefault="006974AE" w:rsidP="006974AE">
      <w:r>
        <w:t>320.8754</w:t>
      </w:r>
      <w:r>
        <w:tab/>
        <w:t>1.013e0</w:t>
      </w:r>
    </w:p>
    <w:p w:rsidR="006974AE" w:rsidRDefault="006974AE" w:rsidP="006974AE">
      <w:r>
        <w:t>320.8805</w:t>
      </w:r>
      <w:r>
        <w:tab/>
        <w:t>1.013e0</w:t>
      </w:r>
    </w:p>
    <w:p w:rsidR="006974AE" w:rsidRDefault="006974AE" w:rsidP="006974AE">
      <w:r>
        <w:t>320.8889</w:t>
      </w:r>
      <w:r>
        <w:tab/>
        <w:t>2.025e0</w:t>
      </w:r>
    </w:p>
    <w:p w:rsidR="006974AE" w:rsidRDefault="006974AE" w:rsidP="006974AE">
      <w:r>
        <w:t>320.8982</w:t>
      </w:r>
      <w:r>
        <w:tab/>
        <w:t>1.013e0</w:t>
      </w:r>
    </w:p>
    <w:p w:rsidR="006974AE" w:rsidRDefault="006974AE" w:rsidP="006974AE">
      <w:r>
        <w:t>320.9319</w:t>
      </w:r>
      <w:r>
        <w:tab/>
        <w:t>3.038e0</w:t>
      </w:r>
    </w:p>
    <w:p w:rsidR="006974AE" w:rsidRDefault="006974AE" w:rsidP="006974AE">
      <w:r>
        <w:t>320.9390</w:t>
      </w:r>
      <w:r>
        <w:tab/>
        <w:t>2.025e0</w:t>
      </w:r>
    </w:p>
    <w:p w:rsidR="006974AE" w:rsidRDefault="006974AE" w:rsidP="006974AE">
      <w:r>
        <w:t>320.9562</w:t>
      </w:r>
      <w:r>
        <w:tab/>
        <w:t>1.013e0</w:t>
      </w:r>
    </w:p>
    <w:p w:rsidR="006974AE" w:rsidRDefault="006974AE" w:rsidP="006974AE">
      <w:r>
        <w:t>320.9823</w:t>
      </w:r>
      <w:r>
        <w:tab/>
        <w:t>2.025e0</w:t>
      </w:r>
    </w:p>
    <w:p w:rsidR="006974AE" w:rsidRDefault="006974AE" w:rsidP="006974AE">
      <w:r>
        <w:t>320.9898</w:t>
      </w:r>
      <w:r>
        <w:tab/>
        <w:t>1.013e0</w:t>
      </w:r>
    </w:p>
    <w:p w:rsidR="006974AE" w:rsidRDefault="006974AE" w:rsidP="006974AE">
      <w:r>
        <w:t>320.9935</w:t>
      </w:r>
      <w:r>
        <w:tab/>
        <w:t>1.013e0</w:t>
      </w:r>
    </w:p>
    <w:p w:rsidR="006974AE" w:rsidRDefault="006974AE" w:rsidP="006974AE">
      <w:r>
        <w:t>321.0026</w:t>
      </w:r>
      <w:r>
        <w:tab/>
        <w:t>1.013e0</w:t>
      </w:r>
    </w:p>
    <w:p w:rsidR="006974AE" w:rsidRDefault="006974AE" w:rsidP="006974AE">
      <w:r>
        <w:t>321.0222</w:t>
      </w:r>
      <w:r>
        <w:tab/>
        <w:t>3.038e0</w:t>
      </w:r>
    </w:p>
    <w:p w:rsidR="006974AE" w:rsidRDefault="006974AE" w:rsidP="006974AE">
      <w:r>
        <w:t>321.0412</w:t>
      </w:r>
      <w:r>
        <w:tab/>
        <w:t>3.038e0</w:t>
      </w:r>
    </w:p>
    <w:p w:rsidR="006974AE" w:rsidRDefault="006974AE" w:rsidP="006974AE">
      <w:r>
        <w:t>321.0668</w:t>
      </w:r>
      <w:r>
        <w:tab/>
        <w:t>1.013e0</w:t>
      </w:r>
    </w:p>
    <w:p w:rsidR="006974AE" w:rsidRDefault="006974AE" w:rsidP="006974AE">
      <w:r>
        <w:t>321.0702</w:t>
      </w:r>
      <w:r>
        <w:tab/>
        <w:t>1.013e0</w:t>
      </w:r>
    </w:p>
    <w:p w:rsidR="006974AE" w:rsidRDefault="006974AE" w:rsidP="006974AE">
      <w:r>
        <w:lastRenderedPageBreak/>
        <w:t>321.0747</w:t>
      </w:r>
      <w:r>
        <w:tab/>
        <w:t>1.013e0</w:t>
      </w:r>
    </w:p>
    <w:p w:rsidR="006974AE" w:rsidRDefault="006974AE" w:rsidP="006974AE">
      <w:r>
        <w:t>321.0896</w:t>
      </w:r>
      <w:r>
        <w:tab/>
        <w:t>1.013e0</w:t>
      </w:r>
    </w:p>
    <w:p w:rsidR="006974AE" w:rsidRDefault="006974AE" w:rsidP="006974AE">
      <w:r>
        <w:t>321.1143</w:t>
      </w:r>
      <w:r>
        <w:tab/>
        <w:t>5.063e0</w:t>
      </w:r>
    </w:p>
    <w:p w:rsidR="006974AE" w:rsidRDefault="006974AE" w:rsidP="006974AE">
      <w:r>
        <w:t>321.1231</w:t>
      </w:r>
      <w:r>
        <w:tab/>
        <w:t>1.013e0</w:t>
      </w:r>
    </w:p>
    <w:p w:rsidR="006974AE" w:rsidRDefault="006974AE" w:rsidP="006974AE">
      <w:r>
        <w:t>321.1281</w:t>
      </w:r>
      <w:r>
        <w:tab/>
        <w:t>6.076e0</w:t>
      </w:r>
    </w:p>
    <w:p w:rsidR="006974AE" w:rsidRDefault="006974AE" w:rsidP="006974AE">
      <w:r>
        <w:t>321.1311</w:t>
      </w:r>
      <w:r>
        <w:tab/>
        <w:t>1.013e0</w:t>
      </w:r>
    </w:p>
    <w:p w:rsidR="006974AE" w:rsidRDefault="006974AE" w:rsidP="006974AE">
      <w:r>
        <w:t>321.1364</w:t>
      </w:r>
      <w:r>
        <w:tab/>
        <w:t>1.013e0</w:t>
      </w:r>
    </w:p>
    <w:p w:rsidR="006974AE" w:rsidRDefault="006974AE" w:rsidP="006974AE">
      <w:r>
        <w:t>321.1474</w:t>
      </w:r>
      <w:r>
        <w:tab/>
        <w:t>2.025e0</w:t>
      </w:r>
    </w:p>
    <w:p w:rsidR="006974AE" w:rsidRDefault="006974AE" w:rsidP="006974AE">
      <w:r>
        <w:t>321.1510</w:t>
      </w:r>
      <w:r>
        <w:tab/>
        <w:t>1.013e0</w:t>
      </w:r>
    </w:p>
    <w:p w:rsidR="006974AE" w:rsidRDefault="006974AE" w:rsidP="006974AE">
      <w:r>
        <w:t>321.1596</w:t>
      </w:r>
      <w:r>
        <w:tab/>
        <w:t>1.013e0</w:t>
      </w:r>
    </w:p>
    <w:p w:rsidR="006974AE" w:rsidRDefault="006974AE" w:rsidP="006974AE">
      <w:r>
        <w:t>321.1971</w:t>
      </w:r>
      <w:r>
        <w:tab/>
        <w:t>2.025e0</w:t>
      </w:r>
    </w:p>
    <w:p w:rsidR="006974AE" w:rsidRDefault="006974AE" w:rsidP="006974AE">
      <w:r>
        <w:t>321.2000</w:t>
      </w:r>
      <w:r>
        <w:tab/>
        <w:t>4.051e0</w:t>
      </w:r>
    </w:p>
    <w:p w:rsidR="006974AE" w:rsidRDefault="006974AE" w:rsidP="006974AE">
      <w:r>
        <w:t>321.2318</w:t>
      </w:r>
      <w:r>
        <w:tab/>
        <w:t>3.038e0</w:t>
      </w:r>
    </w:p>
    <w:p w:rsidR="006974AE" w:rsidRDefault="006974AE" w:rsidP="006974AE">
      <w:r>
        <w:t>321.2605</w:t>
      </w:r>
      <w:r>
        <w:tab/>
        <w:t>2.025e0</w:t>
      </w:r>
    </w:p>
    <w:p w:rsidR="006974AE" w:rsidRDefault="006974AE" w:rsidP="006974AE">
      <w:r>
        <w:t>321.2726</w:t>
      </w:r>
      <w:r>
        <w:tab/>
        <w:t>4.051e0</w:t>
      </w:r>
    </w:p>
    <w:p w:rsidR="006974AE" w:rsidRDefault="006974AE" w:rsidP="006974AE">
      <w:r>
        <w:t>321.3047</w:t>
      </w:r>
      <w:r>
        <w:tab/>
        <w:t>5.063e0</w:t>
      </w:r>
    </w:p>
    <w:p w:rsidR="006974AE" w:rsidRDefault="006974AE" w:rsidP="006974AE">
      <w:r>
        <w:t>321.3130</w:t>
      </w:r>
      <w:r>
        <w:tab/>
        <w:t>1.013e0</w:t>
      </w:r>
    </w:p>
    <w:p w:rsidR="006974AE" w:rsidRDefault="006974AE" w:rsidP="006974AE">
      <w:r>
        <w:t>321.3368</w:t>
      </w:r>
      <w:r>
        <w:tab/>
        <w:t>1.013e0</w:t>
      </w:r>
    </w:p>
    <w:p w:rsidR="006974AE" w:rsidRDefault="006974AE" w:rsidP="006974AE">
      <w:r>
        <w:t>321.3464</w:t>
      </w:r>
      <w:r>
        <w:tab/>
        <w:t>2.025e0</w:t>
      </w:r>
    </w:p>
    <w:p w:rsidR="006974AE" w:rsidRDefault="006974AE" w:rsidP="006974AE">
      <w:r>
        <w:lastRenderedPageBreak/>
        <w:t>321.3588</w:t>
      </w:r>
      <w:r>
        <w:tab/>
        <w:t>2.025e0</w:t>
      </w:r>
    </w:p>
    <w:p w:rsidR="006974AE" w:rsidRDefault="006974AE" w:rsidP="006974AE">
      <w:r>
        <w:t>321.3897</w:t>
      </w:r>
      <w:r>
        <w:tab/>
        <w:t>1.013e0</w:t>
      </w:r>
    </w:p>
    <w:p w:rsidR="006974AE" w:rsidRDefault="006974AE" w:rsidP="006974AE">
      <w:r>
        <w:t>321.3934</w:t>
      </w:r>
      <w:r>
        <w:tab/>
        <w:t>1.013e0</w:t>
      </w:r>
    </w:p>
    <w:p w:rsidR="006974AE" w:rsidRDefault="006974AE" w:rsidP="006974AE">
      <w:r>
        <w:t>321.4180</w:t>
      </w:r>
      <w:r>
        <w:tab/>
        <w:t>1.013e0</w:t>
      </w:r>
    </w:p>
    <w:p w:rsidR="006974AE" w:rsidRDefault="006974AE" w:rsidP="006974AE">
      <w:r>
        <w:t>321.4460</w:t>
      </w:r>
      <w:r>
        <w:tab/>
        <w:t>1.013e0</w:t>
      </w:r>
    </w:p>
    <w:p w:rsidR="006974AE" w:rsidRDefault="006974AE" w:rsidP="006974AE">
      <w:r>
        <w:t>321.4565</w:t>
      </w:r>
      <w:r>
        <w:tab/>
        <w:t>2.025e0</w:t>
      </w:r>
    </w:p>
    <w:p w:rsidR="006974AE" w:rsidRDefault="006974AE" w:rsidP="006974AE">
      <w:r>
        <w:t>321.4705</w:t>
      </w:r>
      <w:r>
        <w:tab/>
        <w:t>1.013e0</w:t>
      </w:r>
    </w:p>
    <w:p w:rsidR="006974AE" w:rsidRDefault="006974AE" w:rsidP="006974AE">
      <w:r>
        <w:t>321.4901</w:t>
      </w:r>
      <w:r>
        <w:tab/>
        <w:t>1.013e0</w:t>
      </w:r>
    </w:p>
    <w:p w:rsidR="006974AE" w:rsidRDefault="006974AE" w:rsidP="006974AE">
      <w:r>
        <w:t>321.5423</w:t>
      </w:r>
      <w:r>
        <w:tab/>
        <w:t>1.013e0</w:t>
      </w:r>
    </w:p>
    <w:p w:rsidR="006974AE" w:rsidRDefault="006974AE" w:rsidP="006974AE">
      <w:r>
        <w:t>321.5469</w:t>
      </w:r>
      <w:r>
        <w:tab/>
        <w:t>1.013e0</w:t>
      </w:r>
    </w:p>
    <w:p w:rsidR="006974AE" w:rsidRDefault="006974AE" w:rsidP="006974AE">
      <w:r>
        <w:t>321.5659</w:t>
      </w:r>
      <w:r>
        <w:tab/>
        <w:t>1.013e0</w:t>
      </w:r>
    </w:p>
    <w:p w:rsidR="006974AE" w:rsidRDefault="006974AE" w:rsidP="006974AE">
      <w:r>
        <w:t>321.5689</w:t>
      </w:r>
      <w:r>
        <w:tab/>
        <w:t>2.025e0</w:t>
      </w:r>
    </w:p>
    <w:p w:rsidR="006974AE" w:rsidRDefault="006974AE" w:rsidP="006974AE">
      <w:r>
        <w:t>321.5793</w:t>
      </w:r>
      <w:r>
        <w:tab/>
        <w:t>2.025e0</w:t>
      </w:r>
    </w:p>
    <w:p w:rsidR="006974AE" w:rsidRDefault="006974AE" w:rsidP="006974AE">
      <w:r>
        <w:t>321.5940</w:t>
      </w:r>
      <w:r>
        <w:tab/>
        <w:t>3.038e0</w:t>
      </w:r>
    </w:p>
    <w:p w:rsidR="006974AE" w:rsidRDefault="006974AE" w:rsidP="006974AE">
      <w:r>
        <w:t>321.6241</w:t>
      </w:r>
      <w:r>
        <w:tab/>
        <w:t>1.013e0</w:t>
      </w:r>
    </w:p>
    <w:p w:rsidR="006974AE" w:rsidRDefault="006974AE" w:rsidP="006974AE">
      <w:r>
        <w:t>321.6281</w:t>
      </w:r>
      <w:r>
        <w:tab/>
        <w:t>1.013e0</w:t>
      </w:r>
    </w:p>
    <w:p w:rsidR="006974AE" w:rsidRDefault="006974AE" w:rsidP="006974AE">
      <w:r>
        <w:t>321.6318</w:t>
      </w:r>
      <w:r>
        <w:tab/>
        <w:t>1.013e0</w:t>
      </w:r>
    </w:p>
    <w:p w:rsidR="006974AE" w:rsidRDefault="006974AE" w:rsidP="006974AE">
      <w:r>
        <w:t>321.6394</w:t>
      </w:r>
      <w:r>
        <w:tab/>
        <w:t>2.025e0</w:t>
      </w:r>
    </w:p>
    <w:p w:rsidR="006974AE" w:rsidRDefault="006974AE" w:rsidP="006974AE">
      <w:r>
        <w:t>321.6521</w:t>
      </w:r>
      <w:r>
        <w:tab/>
        <w:t>1.013e0</w:t>
      </w:r>
    </w:p>
    <w:p w:rsidR="006974AE" w:rsidRDefault="006974AE" w:rsidP="006974AE">
      <w:r>
        <w:lastRenderedPageBreak/>
        <w:t>321.6885</w:t>
      </w:r>
      <w:r>
        <w:tab/>
        <w:t>2.025e0</w:t>
      </w:r>
    </w:p>
    <w:p w:rsidR="006974AE" w:rsidRDefault="006974AE" w:rsidP="006974AE">
      <w:r>
        <w:t>321.7631</w:t>
      </w:r>
      <w:r>
        <w:tab/>
        <w:t>2.025e0</w:t>
      </w:r>
    </w:p>
    <w:p w:rsidR="006974AE" w:rsidRDefault="006974AE" w:rsidP="006974AE">
      <w:r>
        <w:t>321.7898</w:t>
      </w:r>
      <w:r>
        <w:tab/>
        <w:t>1.013e0</w:t>
      </w:r>
    </w:p>
    <w:p w:rsidR="006974AE" w:rsidRDefault="006974AE" w:rsidP="006974AE">
      <w:r>
        <w:t>321.8380</w:t>
      </w:r>
      <w:r>
        <w:tab/>
        <w:t>2.025e0</w:t>
      </w:r>
    </w:p>
    <w:p w:rsidR="006974AE" w:rsidRDefault="006974AE" w:rsidP="006974AE">
      <w:r>
        <w:t>321.8503</w:t>
      </w:r>
      <w:r>
        <w:tab/>
        <w:t>1.013e0</w:t>
      </w:r>
    </w:p>
    <w:p w:rsidR="006974AE" w:rsidRDefault="006974AE" w:rsidP="006974AE">
      <w:r>
        <w:t>321.8619</w:t>
      </w:r>
      <w:r>
        <w:tab/>
        <w:t>1.013e0</w:t>
      </w:r>
    </w:p>
    <w:p w:rsidR="006974AE" w:rsidRDefault="006974AE" w:rsidP="006974AE">
      <w:r>
        <w:t>321.8665</w:t>
      </w:r>
      <w:r>
        <w:tab/>
        <w:t>1.013e0</w:t>
      </w:r>
    </w:p>
    <w:p w:rsidR="006974AE" w:rsidRDefault="006974AE" w:rsidP="006974AE">
      <w:r>
        <w:t>321.8931</w:t>
      </w:r>
      <w:r>
        <w:tab/>
        <w:t>2.025e0</w:t>
      </w:r>
    </w:p>
    <w:p w:rsidR="006974AE" w:rsidRDefault="006974AE" w:rsidP="006974AE">
      <w:r>
        <w:t>321.8949</w:t>
      </w:r>
      <w:r>
        <w:tab/>
        <w:t>2.025e0</w:t>
      </w:r>
    </w:p>
    <w:p w:rsidR="006974AE" w:rsidRDefault="006974AE" w:rsidP="006974AE">
      <w:r>
        <w:t>321.8989</w:t>
      </w:r>
      <w:r>
        <w:tab/>
        <w:t>1.013e0</w:t>
      </w:r>
    </w:p>
    <w:p w:rsidR="006974AE" w:rsidRDefault="006974AE" w:rsidP="006974AE">
      <w:r>
        <w:t>321.9026</w:t>
      </w:r>
      <w:r>
        <w:tab/>
        <w:t>1.013e0</w:t>
      </w:r>
    </w:p>
    <w:p w:rsidR="006974AE" w:rsidRDefault="006974AE" w:rsidP="006974AE">
      <w:r>
        <w:t>321.9142</w:t>
      </w:r>
      <w:r>
        <w:tab/>
        <w:t>1.013e0</w:t>
      </w:r>
    </w:p>
    <w:p w:rsidR="006974AE" w:rsidRDefault="006974AE" w:rsidP="006974AE">
      <w:r>
        <w:t>321.9435</w:t>
      </w:r>
      <w:r>
        <w:tab/>
        <w:t>1.013e0</w:t>
      </w:r>
    </w:p>
    <w:p w:rsidR="006974AE" w:rsidRDefault="006974AE" w:rsidP="006974AE">
      <w:r>
        <w:t>321.9470</w:t>
      </w:r>
      <w:r>
        <w:tab/>
        <w:t>1.013e0</w:t>
      </w:r>
    </w:p>
    <w:p w:rsidR="006974AE" w:rsidRDefault="006974AE" w:rsidP="006974AE">
      <w:r>
        <w:t>321.9670</w:t>
      </w:r>
      <w:r>
        <w:tab/>
        <w:t>2.025e0</w:t>
      </w:r>
    </w:p>
    <w:p w:rsidR="006974AE" w:rsidRDefault="006974AE" w:rsidP="006974AE">
      <w:r>
        <w:t>322.0075</w:t>
      </w:r>
      <w:r>
        <w:tab/>
        <w:t>1.013e0</w:t>
      </w:r>
    </w:p>
    <w:p w:rsidR="006974AE" w:rsidRDefault="006974AE" w:rsidP="006974AE">
      <w:r>
        <w:t>322.0132</w:t>
      </w:r>
      <w:r>
        <w:tab/>
        <w:t>2.025e0</w:t>
      </w:r>
    </w:p>
    <w:p w:rsidR="006974AE" w:rsidRDefault="006974AE" w:rsidP="006974AE">
      <w:r>
        <w:t>322.0209</w:t>
      </w:r>
      <w:r>
        <w:tab/>
        <w:t>2.025e0</w:t>
      </w:r>
    </w:p>
    <w:p w:rsidR="006974AE" w:rsidRDefault="006974AE" w:rsidP="006974AE">
      <w:r>
        <w:t>322.0243</w:t>
      </w:r>
      <w:r>
        <w:tab/>
        <w:t>1.013e0</w:t>
      </w:r>
    </w:p>
    <w:p w:rsidR="006974AE" w:rsidRDefault="006974AE" w:rsidP="006974AE">
      <w:r>
        <w:lastRenderedPageBreak/>
        <w:t>322.0794</w:t>
      </w:r>
      <w:r>
        <w:tab/>
        <w:t>3.038e0</w:t>
      </w:r>
    </w:p>
    <w:p w:rsidR="006974AE" w:rsidRDefault="006974AE" w:rsidP="006974AE">
      <w:r>
        <w:t>322.0869</w:t>
      </w:r>
      <w:r>
        <w:tab/>
        <w:t>2.025e0</w:t>
      </w:r>
    </w:p>
    <w:p w:rsidR="006974AE" w:rsidRDefault="006974AE" w:rsidP="006974AE">
      <w:r>
        <w:t>322.1006</w:t>
      </w:r>
      <w:r>
        <w:tab/>
        <w:t>2.025e0</w:t>
      </w:r>
    </w:p>
    <w:p w:rsidR="006974AE" w:rsidRDefault="006974AE" w:rsidP="006974AE">
      <w:r>
        <w:t>322.1066</w:t>
      </w:r>
      <w:r>
        <w:tab/>
        <w:t>3.038e0</w:t>
      </w:r>
    </w:p>
    <w:p w:rsidR="006974AE" w:rsidRDefault="006974AE" w:rsidP="006974AE">
      <w:r>
        <w:t>322.1130</w:t>
      </w:r>
      <w:r>
        <w:tab/>
        <w:t>1.013e0</w:t>
      </w:r>
    </w:p>
    <w:p w:rsidR="006974AE" w:rsidRDefault="006974AE" w:rsidP="006974AE">
      <w:r>
        <w:t>322.1290</w:t>
      </w:r>
      <w:r>
        <w:tab/>
        <w:t>1.013e0</w:t>
      </w:r>
    </w:p>
    <w:p w:rsidR="006974AE" w:rsidRDefault="006974AE" w:rsidP="006974AE">
      <w:r>
        <w:t>322.1315</w:t>
      </w:r>
      <w:r>
        <w:tab/>
        <w:t>2.025e0</w:t>
      </w:r>
    </w:p>
    <w:p w:rsidR="006974AE" w:rsidRDefault="006974AE" w:rsidP="006974AE">
      <w:r>
        <w:t>322.1370</w:t>
      </w:r>
      <w:r>
        <w:tab/>
        <w:t>1.013e0</w:t>
      </w:r>
    </w:p>
    <w:p w:rsidR="006974AE" w:rsidRDefault="006974AE" w:rsidP="006974AE">
      <w:r>
        <w:t>322.1414</w:t>
      </w:r>
      <w:r>
        <w:tab/>
        <w:t>1.013e0</w:t>
      </w:r>
    </w:p>
    <w:p w:rsidR="006974AE" w:rsidRDefault="006974AE" w:rsidP="006974AE">
      <w:r>
        <w:t>322.1531</w:t>
      </w:r>
      <w:r>
        <w:tab/>
        <w:t>1.013e0</w:t>
      </w:r>
    </w:p>
    <w:p w:rsidR="006974AE" w:rsidRDefault="006974AE" w:rsidP="006974AE">
      <w:r>
        <w:t>322.1656</w:t>
      </w:r>
      <w:r>
        <w:tab/>
        <w:t>1.013e0</w:t>
      </w:r>
    </w:p>
    <w:p w:rsidR="006974AE" w:rsidRDefault="006974AE" w:rsidP="006974AE">
      <w:r>
        <w:t>322.1696</w:t>
      </w:r>
      <w:r>
        <w:tab/>
        <w:t>2.025e0</w:t>
      </w:r>
    </w:p>
    <w:p w:rsidR="006974AE" w:rsidRDefault="006974AE" w:rsidP="006974AE">
      <w:r>
        <w:t>322.1763</w:t>
      </w:r>
      <w:r>
        <w:tab/>
        <w:t>1.013e0</w:t>
      </w:r>
    </w:p>
    <w:p w:rsidR="006974AE" w:rsidRDefault="006974AE" w:rsidP="006974AE">
      <w:r>
        <w:t>322.1816</w:t>
      </w:r>
      <w:r>
        <w:tab/>
        <w:t>1.013e0</w:t>
      </w:r>
    </w:p>
    <w:p w:rsidR="006974AE" w:rsidRDefault="006974AE" w:rsidP="006974AE">
      <w:r>
        <w:t>322.1899</w:t>
      </w:r>
      <w:r>
        <w:tab/>
        <w:t>2.025e0</w:t>
      </w:r>
    </w:p>
    <w:p w:rsidR="006974AE" w:rsidRDefault="006974AE" w:rsidP="006974AE">
      <w:r>
        <w:t>322.1938</w:t>
      </w:r>
      <w:r>
        <w:tab/>
        <w:t>1.013e0</w:t>
      </w:r>
    </w:p>
    <w:p w:rsidR="006974AE" w:rsidRDefault="006974AE" w:rsidP="006974AE">
      <w:r>
        <w:t>322.2050</w:t>
      </w:r>
      <w:r>
        <w:tab/>
        <w:t>1.013e0</w:t>
      </w:r>
    </w:p>
    <w:p w:rsidR="006974AE" w:rsidRDefault="006974AE" w:rsidP="006974AE">
      <w:r>
        <w:t>322.2061</w:t>
      </w:r>
      <w:r>
        <w:tab/>
        <w:t>3.038e0</w:t>
      </w:r>
    </w:p>
    <w:p w:rsidR="006974AE" w:rsidRDefault="006974AE" w:rsidP="006974AE">
      <w:r>
        <w:t>322.2520</w:t>
      </w:r>
      <w:r>
        <w:tab/>
        <w:t>1.013e0</w:t>
      </w:r>
    </w:p>
    <w:p w:rsidR="006974AE" w:rsidRDefault="006974AE" w:rsidP="006974AE">
      <w:r>
        <w:lastRenderedPageBreak/>
        <w:t>322.2704</w:t>
      </w:r>
      <w:r>
        <w:tab/>
        <w:t>1.013e0</w:t>
      </w:r>
    </w:p>
    <w:p w:rsidR="006974AE" w:rsidRDefault="006974AE" w:rsidP="006974AE">
      <w:r>
        <w:t>322.2784</w:t>
      </w:r>
      <w:r>
        <w:tab/>
        <w:t>2.025e0</w:t>
      </w:r>
    </w:p>
    <w:p w:rsidR="006974AE" w:rsidRDefault="006974AE" w:rsidP="006974AE">
      <w:r>
        <w:t>322.2986</w:t>
      </w:r>
      <w:r>
        <w:tab/>
        <w:t>1.013e0</w:t>
      </w:r>
    </w:p>
    <w:p w:rsidR="006974AE" w:rsidRDefault="006974AE" w:rsidP="006974AE">
      <w:r>
        <w:t>322.3040</w:t>
      </w:r>
      <w:r>
        <w:tab/>
        <w:t>1.013e0</w:t>
      </w:r>
    </w:p>
    <w:p w:rsidR="006974AE" w:rsidRDefault="006974AE" w:rsidP="006974AE">
      <w:r>
        <w:t>322.3230</w:t>
      </w:r>
      <w:r>
        <w:tab/>
        <w:t>1.013e0</w:t>
      </w:r>
    </w:p>
    <w:p w:rsidR="006974AE" w:rsidRDefault="006974AE" w:rsidP="006974AE">
      <w:r>
        <w:t>322.3335</w:t>
      </w:r>
      <w:r>
        <w:tab/>
        <w:t>1.013e0</w:t>
      </w:r>
    </w:p>
    <w:p w:rsidR="006974AE" w:rsidRDefault="006974AE" w:rsidP="006974AE">
      <w:r>
        <w:t>322.3714</w:t>
      </w:r>
      <w:r>
        <w:tab/>
        <w:t>1.013e0</w:t>
      </w:r>
    </w:p>
    <w:p w:rsidR="006974AE" w:rsidRDefault="006974AE" w:rsidP="006974AE">
      <w:r>
        <w:t>322.3815</w:t>
      </w:r>
      <w:r>
        <w:tab/>
        <w:t>2.033e0</w:t>
      </w:r>
    </w:p>
    <w:p w:rsidR="006974AE" w:rsidRDefault="006974AE" w:rsidP="006974AE">
      <w:r>
        <w:t>322.4441</w:t>
      </w:r>
      <w:r>
        <w:tab/>
        <w:t>1.013e0</w:t>
      </w:r>
    </w:p>
    <w:p w:rsidR="006974AE" w:rsidRDefault="006974AE" w:rsidP="006974AE">
      <w:r>
        <w:t>322.4563</w:t>
      </w:r>
      <w:r>
        <w:tab/>
        <w:t>2.025e0</w:t>
      </w:r>
    </w:p>
    <w:p w:rsidR="006974AE" w:rsidRDefault="006974AE" w:rsidP="006974AE">
      <w:r>
        <w:t>322.4615</w:t>
      </w:r>
      <w:r>
        <w:tab/>
        <w:t>1.013e0</w:t>
      </w:r>
    </w:p>
    <w:p w:rsidR="006974AE" w:rsidRDefault="006974AE" w:rsidP="006974AE">
      <w:r>
        <w:t>322.4907</w:t>
      </w:r>
      <w:r>
        <w:tab/>
        <w:t>1.013e0</w:t>
      </w:r>
    </w:p>
    <w:p w:rsidR="006974AE" w:rsidRDefault="006974AE" w:rsidP="006974AE">
      <w:r>
        <w:t>322.4961</w:t>
      </w:r>
      <w:r>
        <w:tab/>
        <w:t>1.013e0</w:t>
      </w:r>
    </w:p>
    <w:p w:rsidR="006974AE" w:rsidRDefault="006974AE" w:rsidP="006974AE">
      <w:r>
        <w:t>322.5291</w:t>
      </w:r>
      <w:r>
        <w:tab/>
        <w:t>1.013e0</w:t>
      </w:r>
    </w:p>
    <w:p w:rsidR="006974AE" w:rsidRDefault="006974AE" w:rsidP="006974AE">
      <w:r>
        <w:t>322.5427</w:t>
      </w:r>
      <w:r>
        <w:tab/>
        <w:t>1.013e0</w:t>
      </w:r>
    </w:p>
    <w:p w:rsidR="006974AE" w:rsidRDefault="006974AE" w:rsidP="006974AE">
      <w:r>
        <w:t>322.5619</w:t>
      </w:r>
      <w:r>
        <w:tab/>
        <w:t>1.013e0</w:t>
      </w:r>
    </w:p>
    <w:p w:rsidR="006974AE" w:rsidRDefault="006974AE" w:rsidP="006974AE">
      <w:r>
        <w:t>322.5659</w:t>
      </w:r>
      <w:r>
        <w:tab/>
        <w:t>1.013e0</w:t>
      </w:r>
    </w:p>
    <w:p w:rsidR="006974AE" w:rsidRDefault="006974AE" w:rsidP="006974AE">
      <w:r>
        <w:t>322.6586</w:t>
      </w:r>
      <w:r>
        <w:tab/>
        <w:t>1.013e0</w:t>
      </w:r>
    </w:p>
    <w:p w:rsidR="006974AE" w:rsidRDefault="006974AE" w:rsidP="006974AE">
      <w:r>
        <w:t>322.6666</w:t>
      </w:r>
      <w:r>
        <w:tab/>
        <w:t>1.013e0</w:t>
      </w:r>
    </w:p>
    <w:p w:rsidR="006974AE" w:rsidRDefault="006974AE" w:rsidP="006974AE">
      <w:r>
        <w:lastRenderedPageBreak/>
        <w:t>322.6766</w:t>
      </w:r>
      <w:r>
        <w:tab/>
        <w:t>1.013e0</w:t>
      </w:r>
    </w:p>
    <w:p w:rsidR="006974AE" w:rsidRDefault="006974AE" w:rsidP="006974AE">
      <w:r>
        <w:t>322.6829</w:t>
      </w:r>
      <w:r>
        <w:tab/>
        <w:t>1.013e0</w:t>
      </w:r>
    </w:p>
    <w:p w:rsidR="006974AE" w:rsidRDefault="006974AE" w:rsidP="006974AE">
      <w:r>
        <w:t>322.7114</w:t>
      </w:r>
      <w:r>
        <w:tab/>
        <w:t>2.025e0</w:t>
      </w:r>
    </w:p>
    <w:p w:rsidR="006974AE" w:rsidRDefault="006974AE" w:rsidP="006974AE">
      <w:r>
        <w:t>322.8168</w:t>
      </w:r>
      <w:r>
        <w:tab/>
        <w:t>1.013e0</w:t>
      </w:r>
    </w:p>
    <w:p w:rsidR="006974AE" w:rsidRDefault="006974AE" w:rsidP="006974AE">
      <w:r>
        <w:t>322.8486</w:t>
      </w:r>
      <w:r>
        <w:tab/>
        <w:t>1.013e0</w:t>
      </w:r>
    </w:p>
    <w:p w:rsidR="006974AE" w:rsidRDefault="006974AE" w:rsidP="006974AE">
      <w:r>
        <w:t>322.8690</w:t>
      </w:r>
      <w:r>
        <w:tab/>
        <w:t>1.013e0</w:t>
      </w:r>
    </w:p>
    <w:p w:rsidR="006974AE" w:rsidRDefault="006974AE" w:rsidP="006974AE">
      <w:r>
        <w:t>322.8773</w:t>
      </w:r>
      <w:r>
        <w:tab/>
        <w:t>1.013e0</w:t>
      </w:r>
    </w:p>
    <w:p w:rsidR="006974AE" w:rsidRDefault="006974AE" w:rsidP="006974AE">
      <w:r>
        <w:t>322.8976</w:t>
      </w:r>
      <w:r>
        <w:tab/>
        <w:t>1.013e0</w:t>
      </w:r>
    </w:p>
    <w:p w:rsidR="006974AE" w:rsidRDefault="006974AE" w:rsidP="006974AE">
      <w:r>
        <w:t>322.9258</w:t>
      </w:r>
      <w:r>
        <w:tab/>
        <w:t>1.013e0</w:t>
      </w:r>
    </w:p>
    <w:p w:rsidR="006974AE" w:rsidRDefault="006974AE" w:rsidP="006974AE">
      <w:r>
        <w:t>322.9459</w:t>
      </w:r>
      <w:r>
        <w:tab/>
        <w:t>2.025e0</w:t>
      </w:r>
    </w:p>
    <w:p w:rsidR="006974AE" w:rsidRDefault="006974AE" w:rsidP="006974AE">
      <w:r>
        <w:t>322.9537</w:t>
      </w:r>
      <w:r>
        <w:tab/>
        <w:t>1.013e0</w:t>
      </w:r>
    </w:p>
    <w:p w:rsidR="006974AE" w:rsidRDefault="006974AE" w:rsidP="006974AE">
      <w:r>
        <w:t>322.9578</w:t>
      </w:r>
      <w:r>
        <w:tab/>
        <w:t>1.013e0</w:t>
      </w:r>
    </w:p>
    <w:p w:rsidR="006974AE" w:rsidRDefault="006974AE" w:rsidP="006974AE">
      <w:r>
        <w:t>322.9784</w:t>
      </w:r>
      <w:r>
        <w:tab/>
        <w:t>1.013e0</w:t>
      </w:r>
    </w:p>
    <w:p w:rsidR="006974AE" w:rsidRDefault="006974AE" w:rsidP="006974AE">
      <w:r>
        <w:t>322.9862</w:t>
      </w:r>
      <w:r>
        <w:tab/>
        <w:t>3.038e0</w:t>
      </w:r>
    </w:p>
    <w:p w:rsidR="006974AE" w:rsidRDefault="006974AE" w:rsidP="006974AE">
      <w:r>
        <w:t>322.9889</w:t>
      </w:r>
      <w:r>
        <w:tab/>
        <w:t>5.063e0</w:t>
      </w:r>
    </w:p>
    <w:p w:rsidR="006974AE" w:rsidRDefault="006974AE" w:rsidP="006974AE">
      <w:r>
        <w:t>323.0180</w:t>
      </w:r>
      <w:r>
        <w:tab/>
        <w:t>2.025e0</w:t>
      </w:r>
    </w:p>
    <w:p w:rsidR="006974AE" w:rsidRDefault="006974AE" w:rsidP="006974AE">
      <w:r>
        <w:t>323.0268</w:t>
      </w:r>
      <w:r>
        <w:tab/>
        <w:t>1.013e0</w:t>
      </w:r>
    </w:p>
    <w:p w:rsidR="006974AE" w:rsidRDefault="006974AE" w:rsidP="006974AE">
      <w:r>
        <w:t>323.0303</w:t>
      </w:r>
      <w:r>
        <w:tab/>
        <w:t>2.025e0</w:t>
      </w:r>
    </w:p>
    <w:p w:rsidR="006974AE" w:rsidRDefault="006974AE" w:rsidP="006974AE">
      <w:r>
        <w:t>323.0554</w:t>
      </w:r>
      <w:r>
        <w:tab/>
        <w:t>2.025e0</w:t>
      </w:r>
    </w:p>
    <w:p w:rsidR="006974AE" w:rsidRDefault="006974AE" w:rsidP="006974AE">
      <w:r>
        <w:lastRenderedPageBreak/>
        <w:t>323.0630</w:t>
      </w:r>
      <w:r>
        <w:tab/>
        <w:t>1.013e0</w:t>
      </w:r>
    </w:p>
    <w:p w:rsidR="006974AE" w:rsidRDefault="006974AE" w:rsidP="006974AE">
      <w:r>
        <w:t>323.0789</w:t>
      </w:r>
      <w:r>
        <w:tab/>
        <w:t>1.013e0</w:t>
      </w:r>
    </w:p>
    <w:p w:rsidR="006974AE" w:rsidRDefault="006974AE" w:rsidP="006974AE">
      <w:r>
        <w:t>323.0966</w:t>
      </w:r>
      <w:r>
        <w:tab/>
        <w:t>2.025e0</w:t>
      </w:r>
    </w:p>
    <w:p w:rsidR="006974AE" w:rsidRDefault="006974AE" w:rsidP="006974AE">
      <w:r>
        <w:t>323.1043</w:t>
      </w:r>
      <w:r>
        <w:tab/>
        <w:t>2.025e0</w:t>
      </w:r>
    </w:p>
    <w:p w:rsidR="006974AE" w:rsidRDefault="006974AE" w:rsidP="006974AE">
      <w:r>
        <w:t>323.1115</w:t>
      </w:r>
      <w:r>
        <w:tab/>
        <w:t>1.013e0</w:t>
      </w:r>
    </w:p>
    <w:p w:rsidR="006974AE" w:rsidRDefault="006974AE" w:rsidP="006974AE">
      <w:r>
        <w:t>323.1402</w:t>
      </w:r>
      <w:r>
        <w:tab/>
        <w:t>1.013e0</w:t>
      </w:r>
    </w:p>
    <w:p w:rsidR="006974AE" w:rsidRDefault="006974AE" w:rsidP="006974AE">
      <w:r>
        <w:t>323.1483</w:t>
      </w:r>
      <w:r>
        <w:tab/>
        <w:t>2.025e0</w:t>
      </w:r>
    </w:p>
    <w:p w:rsidR="006974AE" w:rsidRDefault="006974AE" w:rsidP="006974AE">
      <w:r>
        <w:t>323.1589</w:t>
      </w:r>
      <w:r>
        <w:tab/>
        <w:t>3.038e0</w:t>
      </w:r>
    </w:p>
    <w:p w:rsidR="006974AE" w:rsidRDefault="006974AE" w:rsidP="006974AE">
      <w:r>
        <w:t>323.1685</w:t>
      </w:r>
      <w:r>
        <w:tab/>
        <w:t>1.013e0</w:t>
      </w:r>
    </w:p>
    <w:p w:rsidR="006974AE" w:rsidRDefault="006974AE" w:rsidP="006974AE">
      <w:r>
        <w:t>323.2014</w:t>
      </w:r>
      <w:r>
        <w:tab/>
        <w:t>1.013e0</w:t>
      </w:r>
    </w:p>
    <w:p w:rsidR="006974AE" w:rsidRDefault="006974AE" w:rsidP="006974AE">
      <w:r>
        <w:t>323.2262</w:t>
      </w:r>
      <w:r>
        <w:tab/>
        <w:t>2.025e0</w:t>
      </w:r>
    </w:p>
    <w:p w:rsidR="006974AE" w:rsidRDefault="006974AE" w:rsidP="006974AE">
      <w:r>
        <w:t>323.2336</w:t>
      </w:r>
      <w:r>
        <w:tab/>
        <w:t>2.025e0</w:t>
      </w:r>
    </w:p>
    <w:p w:rsidR="006974AE" w:rsidRDefault="006974AE" w:rsidP="006974AE">
      <w:r>
        <w:t>323.2364</w:t>
      </w:r>
      <w:r>
        <w:tab/>
        <w:t>1.013e0</w:t>
      </w:r>
    </w:p>
    <w:p w:rsidR="006974AE" w:rsidRDefault="006974AE" w:rsidP="006974AE">
      <w:r>
        <w:t>323.2413</w:t>
      </w:r>
      <w:r>
        <w:tab/>
        <w:t>1.013e0</w:t>
      </w:r>
    </w:p>
    <w:p w:rsidR="006974AE" w:rsidRDefault="006974AE" w:rsidP="006974AE">
      <w:r>
        <w:t>323.2450</w:t>
      </w:r>
      <w:r>
        <w:tab/>
        <w:t>1.013e0</w:t>
      </w:r>
    </w:p>
    <w:p w:rsidR="006974AE" w:rsidRDefault="006974AE" w:rsidP="006974AE">
      <w:r>
        <w:t>323.2487</w:t>
      </w:r>
      <w:r>
        <w:tab/>
        <w:t>2.025e0</w:t>
      </w:r>
    </w:p>
    <w:p w:rsidR="006974AE" w:rsidRDefault="006974AE" w:rsidP="006974AE">
      <w:r>
        <w:t>323.2574</w:t>
      </w:r>
      <w:r>
        <w:tab/>
        <w:t>2.025e0</w:t>
      </w:r>
    </w:p>
    <w:p w:rsidR="006974AE" w:rsidRDefault="006974AE" w:rsidP="006974AE">
      <w:r>
        <w:t>323.2673</w:t>
      </w:r>
      <w:r>
        <w:tab/>
        <w:t>4.051e0</w:t>
      </w:r>
    </w:p>
    <w:p w:rsidR="006974AE" w:rsidRDefault="006974AE" w:rsidP="006974AE">
      <w:r>
        <w:t>323.2692</w:t>
      </w:r>
      <w:r>
        <w:tab/>
        <w:t>1.013e0</w:t>
      </w:r>
    </w:p>
    <w:p w:rsidR="006974AE" w:rsidRDefault="006974AE" w:rsidP="006974AE">
      <w:r>
        <w:lastRenderedPageBreak/>
        <w:t>323.2978</w:t>
      </w:r>
      <w:r>
        <w:tab/>
        <w:t>2.025e0</w:t>
      </w:r>
    </w:p>
    <w:p w:rsidR="006974AE" w:rsidRDefault="006974AE" w:rsidP="006974AE">
      <w:r>
        <w:t>323.2999</w:t>
      </w:r>
      <w:r>
        <w:tab/>
        <w:t>2.025e0</w:t>
      </w:r>
    </w:p>
    <w:p w:rsidR="006974AE" w:rsidRDefault="006974AE" w:rsidP="006974AE">
      <w:r>
        <w:t>323.3065</w:t>
      </w:r>
      <w:r>
        <w:tab/>
        <w:t>5.063e0</w:t>
      </w:r>
    </w:p>
    <w:p w:rsidR="006974AE" w:rsidRDefault="006974AE" w:rsidP="006974AE">
      <w:r>
        <w:t>323.3121</w:t>
      </w:r>
      <w:r>
        <w:tab/>
        <w:t>2.025e0</w:t>
      </w:r>
    </w:p>
    <w:p w:rsidR="006974AE" w:rsidRDefault="006974AE" w:rsidP="006974AE">
      <w:r>
        <w:t>323.3180</w:t>
      </w:r>
      <w:r>
        <w:tab/>
        <w:t>1.013e0</w:t>
      </w:r>
    </w:p>
    <w:p w:rsidR="006974AE" w:rsidRDefault="006974AE" w:rsidP="006974AE">
      <w:r>
        <w:t>323.3502</w:t>
      </w:r>
      <w:r>
        <w:tab/>
        <w:t>1.013e0</w:t>
      </w:r>
    </w:p>
    <w:p w:rsidR="006974AE" w:rsidRDefault="006974AE" w:rsidP="006974AE">
      <w:r>
        <w:t>323.3585</w:t>
      </w:r>
      <w:r>
        <w:tab/>
        <w:t>2.025e0</w:t>
      </w:r>
    </w:p>
    <w:p w:rsidR="006974AE" w:rsidRDefault="006974AE" w:rsidP="006974AE">
      <w:r>
        <w:t>323.3748</w:t>
      </w:r>
      <w:r>
        <w:tab/>
        <w:t>1.013e0</w:t>
      </w:r>
    </w:p>
    <w:p w:rsidR="006974AE" w:rsidRDefault="006974AE" w:rsidP="006974AE">
      <w:r>
        <w:t>323.3823</w:t>
      </w:r>
      <w:r>
        <w:tab/>
        <w:t>2.025e0</w:t>
      </w:r>
    </w:p>
    <w:p w:rsidR="006974AE" w:rsidRDefault="006974AE" w:rsidP="006974AE">
      <w:r>
        <w:t>323.3885</w:t>
      </w:r>
      <w:r>
        <w:tab/>
        <w:t>1.013e0</w:t>
      </w:r>
    </w:p>
    <w:p w:rsidR="006974AE" w:rsidRDefault="006974AE" w:rsidP="006974AE">
      <w:r>
        <w:t>323.4469</w:t>
      </w:r>
      <w:r>
        <w:tab/>
        <w:t>1.013e0</w:t>
      </w:r>
    </w:p>
    <w:p w:rsidR="006974AE" w:rsidRDefault="006974AE" w:rsidP="006974AE">
      <w:r>
        <w:t>323.4598</w:t>
      </w:r>
      <w:r>
        <w:tab/>
        <w:t>2.025e0</w:t>
      </w:r>
    </w:p>
    <w:p w:rsidR="006974AE" w:rsidRDefault="006974AE" w:rsidP="006974AE">
      <w:r>
        <w:t>323.4895</w:t>
      </w:r>
      <w:r>
        <w:tab/>
        <w:t>2.025e0</w:t>
      </w:r>
    </w:p>
    <w:p w:rsidR="006974AE" w:rsidRDefault="006974AE" w:rsidP="006974AE">
      <w:r>
        <w:t>323.5170</w:t>
      </w:r>
      <w:r>
        <w:tab/>
        <w:t>1.013e0</w:t>
      </w:r>
    </w:p>
    <w:p w:rsidR="006974AE" w:rsidRDefault="006974AE" w:rsidP="006974AE">
      <w:r>
        <w:t>323.5695</w:t>
      </w:r>
      <w:r>
        <w:tab/>
        <w:t>1.013e0</w:t>
      </w:r>
    </w:p>
    <w:p w:rsidR="006974AE" w:rsidRDefault="006974AE" w:rsidP="006974AE">
      <w:r>
        <w:t>323.5754</w:t>
      </w:r>
      <w:r>
        <w:tab/>
        <w:t>1.013e0</w:t>
      </w:r>
    </w:p>
    <w:p w:rsidR="006974AE" w:rsidRDefault="006974AE" w:rsidP="006974AE">
      <w:r>
        <w:t>323.5988</w:t>
      </w:r>
      <w:r>
        <w:tab/>
        <w:t>1.013e0</w:t>
      </w:r>
    </w:p>
    <w:p w:rsidR="006974AE" w:rsidRDefault="006974AE" w:rsidP="006974AE">
      <w:r>
        <w:t>323.6096</w:t>
      </w:r>
      <w:r>
        <w:tab/>
        <w:t>2.025e0</w:t>
      </w:r>
    </w:p>
    <w:p w:rsidR="006974AE" w:rsidRDefault="006974AE" w:rsidP="006974AE">
      <w:r>
        <w:t>323.6217</w:t>
      </w:r>
      <w:r>
        <w:tab/>
        <w:t>1.013e0</w:t>
      </w:r>
    </w:p>
    <w:p w:rsidR="006974AE" w:rsidRDefault="006974AE" w:rsidP="006974AE">
      <w:r>
        <w:lastRenderedPageBreak/>
        <w:t>323.6415</w:t>
      </w:r>
      <w:r>
        <w:tab/>
        <w:t>1.013e0</w:t>
      </w:r>
    </w:p>
    <w:p w:rsidR="006974AE" w:rsidRDefault="006974AE" w:rsidP="006974AE">
      <w:r>
        <w:t>323.6622</w:t>
      </w:r>
      <w:r>
        <w:tab/>
        <w:t>1.013e0</w:t>
      </w:r>
    </w:p>
    <w:p w:rsidR="006974AE" w:rsidRDefault="006974AE" w:rsidP="006974AE">
      <w:r>
        <w:t>323.6805</w:t>
      </w:r>
      <w:r>
        <w:tab/>
        <w:t>1.013e0</w:t>
      </w:r>
    </w:p>
    <w:p w:rsidR="006974AE" w:rsidRDefault="006974AE" w:rsidP="006974AE">
      <w:r>
        <w:t>323.7094</w:t>
      </w:r>
      <w:r>
        <w:tab/>
        <w:t>1.013e0</w:t>
      </w:r>
    </w:p>
    <w:p w:rsidR="006974AE" w:rsidRDefault="006974AE" w:rsidP="006974AE">
      <w:r>
        <w:t>323.7853</w:t>
      </w:r>
      <w:r>
        <w:tab/>
        <w:t>1.013e0</w:t>
      </w:r>
    </w:p>
    <w:p w:rsidR="006974AE" w:rsidRDefault="006974AE" w:rsidP="006974AE">
      <w:r>
        <w:t>323.8196</w:t>
      </w:r>
      <w:r>
        <w:tab/>
        <w:t>1.013e0</w:t>
      </w:r>
    </w:p>
    <w:p w:rsidR="006974AE" w:rsidRDefault="006974AE" w:rsidP="006974AE">
      <w:r>
        <w:t>323.8667</w:t>
      </w:r>
      <w:r>
        <w:tab/>
        <w:t>3.038e0</w:t>
      </w:r>
    </w:p>
    <w:p w:rsidR="006974AE" w:rsidRDefault="006974AE" w:rsidP="006974AE">
      <w:r>
        <w:t>323.8847</w:t>
      </w:r>
      <w:r>
        <w:tab/>
        <w:t>1.013e0</w:t>
      </w:r>
    </w:p>
    <w:p w:rsidR="006974AE" w:rsidRDefault="006974AE" w:rsidP="006974AE">
      <w:r>
        <w:t>323.9005</w:t>
      </w:r>
      <w:r>
        <w:tab/>
        <w:t>1.013e0</w:t>
      </w:r>
    </w:p>
    <w:p w:rsidR="006974AE" w:rsidRDefault="006974AE" w:rsidP="006974AE">
      <w:r>
        <w:t>323.9312</w:t>
      </w:r>
      <w:r>
        <w:tab/>
        <w:t>2.025e0</w:t>
      </w:r>
    </w:p>
    <w:p w:rsidR="006974AE" w:rsidRDefault="006974AE" w:rsidP="006974AE">
      <w:r>
        <w:t>323.9329</w:t>
      </w:r>
      <w:r>
        <w:tab/>
        <w:t>1.013e0</w:t>
      </w:r>
    </w:p>
    <w:p w:rsidR="006974AE" w:rsidRDefault="006974AE" w:rsidP="006974AE">
      <w:r>
        <w:t>323.9434</w:t>
      </w:r>
      <w:r>
        <w:tab/>
        <w:t>2.025e0</w:t>
      </w:r>
    </w:p>
    <w:p w:rsidR="006974AE" w:rsidRDefault="006974AE" w:rsidP="006974AE">
      <w:r>
        <w:t>323.9490</w:t>
      </w:r>
      <w:r>
        <w:tab/>
        <w:t>1.013e0</w:t>
      </w:r>
    </w:p>
    <w:p w:rsidR="006974AE" w:rsidRDefault="006974AE" w:rsidP="006974AE">
      <w:r>
        <w:t>323.9531</w:t>
      </w:r>
      <w:r>
        <w:tab/>
        <w:t>1.013e0</w:t>
      </w:r>
    </w:p>
    <w:p w:rsidR="006974AE" w:rsidRDefault="006974AE" w:rsidP="006974AE">
      <w:r>
        <w:t>323.9571</w:t>
      </w:r>
      <w:r>
        <w:tab/>
        <w:t>2.025e0</w:t>
      </w:r>
    </w:p>
    <w:p w:rsidR="006974AE" w:rsidRDefault="006974AE" w:rsidP="006974AE">
      <w:r>
        <w:t>323.9842</w:t>
      </w:r>
      <w:r>
        <w:tab/>
        <w:t>2.025e0</w:t>
      </w:r>
    </w:p>
    <w:p w:rsidR="006974AE" w:rsidRDefault="006974AE" w:rsidP="006974AE">
      <w:r>
        <w:t>323.9958</w:t>
      </w:r>
      <w:r>
        <w:tab/>
        <w:t>1.013e0</w:t>
      </w:r>
    </w:p>
    <w:p w:rsidR="006974AE" w:rsidRDefault="006974AE" w:rsidP="006974AE">
      <w:r>
        <w:t>324.0254</w:t>
      </w:r>
      <w:r>
        <w:tab/>
        <w:t>1.013e0</w:t>
      </w:r>
    </w:p>
    <w:p w:rsidR="006974AE" w:rsidRDefault="006974AE" w:rsidP="006974AE">
      <w:r>
        <w:t>324.0383</w:t>
      </w:r>
      <w:r>
        <w:tab/>
        <w:t>2.025e0</w:t>
      </w:r>
    </w:p>
    <w:p w:rsidR="006974AE" w:rsidRDefault="006974AE" w:rsidP="006974AE">
      <w:r>
        <w:lastRenderedPageBreak/>
        <w:t>324.0466</w:t>
      </w:r>
      <w:r>
        <w:tab/>
        <w:t>2.025e0</w:t>
      </w:r>
    </w:p>
    <w:p w:rsidR="006974AE" w:rsidRDefault="006974AE" w:rsidP="006974AE">
      <w:r>
        <w:t>324.0532</w:t>
      </w:r>
      <w:r>
        <w:tab/>
        <w:t>3.038e0</w:t>
      </w:r>
    </w:p>
    <w:p w:rsidR="006974AE" w:rsidRDefault="006974AE" w:rsidP="006974AE">
      <w:r>
        <w:t>324.0869</w:t>
      </w:r>
      <w:r>
        <w:tab/>
        <w:t>2.025e0</w:t>
      </w:r>
    </w:p>
    <w:p w:rsidR="006974AE" w:rsidRDefault="006974AE" w:rsidP="006974AE">
      <w:r>
        <w:t>324.0911</w:t>
      </w:r>
      <w:r>
        <w:tab/>
        <w:t>1.013e0</w:t>
      </w:r>
    </w:p>
    <w:p w:rsidR="006974AE" w:rsidRDefault="006974AE" w:rsidP="006974AE">
      <w:r>
        <w:t>324.0994</w:t>
      </w:r>
      <w:r>
        <w:tab/>
        <w:t>2.025e0</w:t>
      </w:r>
    </w:p>
    <w:p w:rsidR="006974AE" w:rsidRDefault="006974AE" w:rsidP="006974AE">
      <w:r>
        <w:t>324.1109</w:t>
      </w:r>
      <w:r>
        <w:tab/>
        <w:t>2.025e0</w:t>
      </w:r>
    </w:p>
    <w:p w:rsidR="006974AE" w:rsidRDefault="006974AE" w:rsidP="006974AE">
      <w:r>
        <w:t>324.1537</w:t>
      </w:r>
      <w:r>
        <w:tab/>
        <w:t>1.013e0</w:t>
      </w:r>
    </w:p>
    <w:p w:rsidR="006974AE" w:rsidRDefault="006974AE" w:rsidP="006974AE">
      <w:r>
        <w:t>324.1719</w:t>
      </w:r>
      <w:r>
        <w:tab/>
        <w:t>1.013e0</w:t>
      </w:r>
    </w:p>
    <w:p w:rsidR="006974AE" w:rsidRDefault="006974AE" w:rsidP="006974AE">
      <w:r>
        <w:t>324.1816</w:t>
      </w:r>
      <w:r>
        <w:tab/>
        <w:t>3.038e0</w:t>
      </w:r>
    </w:p>
    <w:p w:rsidR="006974AE" w:rsidRDefault="006974AE" w:rsidP="006974AE">
      <w:r>
        <w:t>324.1833</w:t>
      </w:r>
      <w:r>
        <w:tab/>
        <w:t>1.013e0</w:t>
      </w:r>
    </w:p>
    <w:p w:rsidR="006974AE" w:rsidRDefault="006974AE" w:rsidP="006974AE">
      <w:r>
        <w:t>324.2001</w:t>
      </w:r>
      <w:r>
        <w:tab/>
        <w:t>3.038e0</w:t>
      </w:r>
    </w:p>
    <w:p w:rsidR="006974AE" w:rsidRDefault="006974AE" w:rsidP="006974AE">
      <w:r>
        <w:t>324.2065</w:t>
      </w:r>
      <w:r>
        <w:tab/>
        <w:t>2.025e0</w:t>
      </w:r>
    </w:p>
    <w:p w:rsidR="006974AE" w:rsidRDefault="006974AE" w:rsidP="006974AE">
      <w:r>
        <w:t>324.2162</w:t>
      </w:r>
      <w:r>
        <w:tab/>
        <w:t>1.013e0</w:t>
      </w:r>
    </w:p>
    <w:p w:rsidR="006974AE" w:rsidRDefault="006974AE" w:rsidP="006974AE">
      <w:r>
        <w:t>324.2187</w:t>
      </w:r>
      <w:r>
        <w:tab/>
        <w:t>2.025e0</w:t>
      </w:r>
    </w:p>
    <w:p w:rsidR="006974AE" w:rsidRDefault="006974AE" w:rsidP="006974AE">
      <w:r>
        <w:t>324.2410</w:t>
      </w:r>
      <w:r>
        <w:tab/>
        <w:t>1.013e0</w:t>
      </w:r>
    </w:p>
    <w:p w:rsidR="006974AE" w:rsidRDefault="006974AE" w:rsidP="006974AE">
      <w:r>
        <w:t>324.2425</w:t>
      </w:r>
      <w:r>
        <w:tab/>
        <w:t>3.038e0</w:t>
      </w:r>
    </w:p>
    <w:p w:rsidR="006974AE" w:rsidRDefault="006974AE" w:rsidP="006974AE">
      <w:r>
        <w:t>324.2492</w:t>
      </w:r>
      <w:r>
        <w:tab/>
        <w:t>2.025e0</w:t>
      </w:r>
    </w:p>
    <w:p w:rsidR="006974AE" w:rsidRDefault="006974AE" w:rsidP="006974AE">
      <w:r>
        <w:t>324.2531</w:t>
      </w:r>
      <w:r>
        <w:tab/>
        <w:t>1.013e0</w:t>
      </w:r>
    </w:p>
    <w:p w:rsidR="006974AE" w:rsidRDefault="006974AE" w:rsidP="006974AE">
      <w:r>
        <w:t>324.2652</w:t>
      </w:r>
      <w:r>
        <w:tab/>
        <w:t>1.013e0</w:t>
      </w:r>
    </w:p>
    <w:p w:rsidR="006974AE" w:rsidRDefault="006974AE" w:rsidP="006974AE">
      <w:r>
        <w:lastRenderedPageBreak/>
        <w:t>324.2828</w:t>
      </w:r>
      <w:r>
        <w:tab/>
        <w:t>1.013e0</w:t>
      </w:r>
    </w:p>
    <w:p w:rsidR="006974AE" w:rsidRDefault="006974AE" w:rsidP="006974AE">
      <w:r>
        <w:t>324.2856</w:t>
      </w:r>
      <w:r>
        <w:tab/>
        <w:t>2.025e0</w:t>
      </w:r>
    </w:p>
    <w:p w:rsidR="006974AE" w:rsidRDefault="006974AE" w:rsidP="006974AE">
      <w:r>
        <w:t>324.2972</w:t>
      </w:r>
      <w:r>
        <w:tab/>
        <w:t>1.013e0</w:t>
      </w:r>
    </w:p>
    <w:p w:rsidR="006974AE" w:rsidRDefault="006974AE" w:rsidP="006974AE">
      <w:r>
        <w:t>324.3118</w:t>
      </w:r>
      <w:r>
        <w:tab/>
        <w:t>2.025e0</w:t>
      </w:r>
    </w:p>
    <w:p w:rsidR="006974AE" w:rsidRDefault="006974AE" w:rsidP="006974AE">
      <w:r>
        <w:t>324.3354</w:t>
      </w:r>
      <w:r>
        <w:tab/>
        <w:t>1.013e0</w:t>
      </w:r>
    </w:p>
    <w:p w:rsidR="006974AE" w:rsidRDefault="006974AE" w:rsidP="006974AE">
      <w:r>
        <w:t>324.4116</w:t>
      </w:r>
      <w:r>
        <w:tab/>
        <w:t>1.013e0</w:t>
      </w:r>
    </w:p>
    <w:p w:rsidR="006974AE" w:rsidRDefault="006974AE" w:rsidP="006974AE">
      <w:r>
        <w:t>324.4271</w:t>
      </w:r>
      <w:r>
        <w:tab/>
        <w:t>1.013e0</w:t>
      </w:r>
    </w:p>
    <w:p w:rsidR="006974AE" w:rsidRDefault="006974AE" w:rsidP="006974AE">
      <w:r>
        <w:t>324.4515</w:t>
      </w:r>
      <w:r>
        <w:tab/>
        <w:t>1.013e0</w:t>
      </w:r>
    </w:p>
    <w:p w:rsidR="006974AE" w:rsidRDefault="006974AE" w:rsidP="006974AE">
      <w:r>
        <w:t>324.4551</w:t>
      </w:r>
      <w:r>
        <w:tab/>
        <w:t>1.013e0</w:t>
      </w:r>
    </w:p>
    <w:p w:rsidR="006974AE" w:rsidRDefault="006974AE" w:rsidP="006974AE">
      <w:r>
        <w:t>324.4797</w:t>
      </w:r>
      <w:r>
        <w:tab/>
        <w:t>1.013e0</w:t>
      </w:r>
    </w:p>
    <w:p w:rsidR="006974AE" w:rsidRDefault="006974AE" w:rsidP="006974AE">
      <w:r>
        <w:t>324.5169</w:t>
      </w:r>
      <w:r>
        <w:tab/>
        <w:t>1.013e0</w:t>
      </w:r>
    </w:p>
    <w:p w:rsidR="006974AE" w:rsidRDefault="006974AE" w:rsidP="006974AE">
      <w:r>
        <w:t>324.5324</w:t>
      </w:r>
      <w:r>
        <w:tab/>
        <w:t>1.013e0</w:t>
      </w:r>
    </w:p>
    <w:p w:rsidR="006974AE" w:rsidRDefault="006974AE" w:rsidP="006974AE">
      <w:r>
        <w:t>324.5962</w:t>
      </w:r>
      <w:r>
        <w:tab/>
        <w:t>2.025e0</w:t>
      </w:r>
    </w:p>
    <w:p w:rsidR="006974AE" w:rsidRDefault="006974AE" w:rsidP="006974AE">
      <w:r>
        <w:t>324.6035</w:t>
      </w:r>
      <w:r>
        <w:tab/>
        <w:t>2.025e0</w:t>
      </w:r>
    </w:p>
    <w:p w:rsidR="006974AE" w:rsidRDefault="006974AE" w:rsidP="006974AE">
      <w:r>
        <w:t>324.6498</w:t>
      </w:r>
      <w:r>
        <w:tab/>
        <w:t>2.025e0</w:t>
      </w:r>
    </w:p>
    <w:p w:rsidR="006974AE" w:rsidRDefault="006974AE" w:rsidP="006974AE">
      <w:r>
        <w:t>324.6516</w:t>
      </w:r>
      <w:r>
        <w:tab/>
        <w:t>1.013e0</w:t>
      </w:r>
    </w:p>
    <w:p w:rsidR="006974AE" w:rsidRDefault="006974AE" w:rsidP="006974AE">
      <w:r>
        <w:t>324.6616</w:t>
      </w:r>
      <w:r>
        <w:tab/>
        <w:t>2.025e0</w:t>
      </w:r>
    </w:p>
    <w:p w:rsidR="006974AE" w:rsidRDefault="006974AE" w:rsidP="006974AE">
      <w:r>
        <w:t>324.6985</w:t>
      </w:r>
      <w:r>
        <w:tab/>
        <w:t>1.013e0</w:t>
      </w:r>
    </w:p>
    <w:p w:rsidR="006974AE" w:rsidRDefault="006974AE" w:rsidP="006974AE">
      <w:r>
        <w:t>324.7040</w:t>
      </w:r>
      <w:r>
        <w:tab/>
        <w:t>1.013e0</w:t>
      </w:r>
    </w:p>
    <w:p w:rsidR="006974AE" w:rsidRDefault="006974AE" w:rsidP="006974AE">
      <w:r>
        <w:lastRenderedPageBreak/>
        <w:t>324.7274</w:t>
      </w:r>
      <w:r>
        <w:tab/>
        <w:t>1.013e0</w:t>
      </w:r>
    </w:p>
    <w:p w:rsidR="006974AE" w:rsidRDefault="006974AE" w:rsidP="006974AE">
      <w:r>
        <w:t>324.7673</w:t>
      </w:r>
      <w:r>
        <w:tab/>
        <w:t>1.013e0</w:t>
      </w:r>
    </w:p>
    <w:p w:rsidR="006974AE" w:rsidRDefault="006974AE" w:rsidP="006974AE">
      <w:r>
        <w:t>324.7805</w:t>
      </w:r>
      <w:r>
        <w:tab/>
        <w:t>1.013e0</w:t>
      </w:r>
    </w:p>
    <w:p w:rsidR="006974AE" w:rsidRDefault="006974AE" w:rsidP="006974AE">
      <w:r>
        <w:t>324.7916</w:t>
      </w:r>
      <w:r>
        <w:tab/>
        <w:t>2.025e0</w:t>
      </w:r>
    </w:p>
    <w:p w:rsidR="006974AE" w:rsidRDefault="006974AE" w:rsidP="006974AE">
      <w:r>
        <w:t>324.7997</w:t>
      </w:r>
      <w:r>
        <w:tab/>
        <w:t>2.025e0</w:t>
      </w:r>
    </w:p>
    <w:p w:rsidR="006974AE" w:rsidRDefault="006974AE" w:rsidP="006974AE">
      <w:r>
        <w:t>324.8387</w:t>
      </w:r>
      <w:r>
        <w:tab/>
        <w:t>1.013e0</w:t>
      </w:r>
    </w:p>
    <w:p w:rsidR="006974AE" w:rsidRDefault="006974AE" w:rsidP="006974AE">
      <w:r>
        <w:t>324.8439</w:t>
      </w:r>
      <w:r>
        <w:tab/>
        <w:t>1.013e0</w:t>
      </w:r>
    </w:p>
    <w:p w:rsidR="006974AE" w:rsidRDefault="006974AE" w:rsidP="006974AE">
      <w:r>
        <w:t>324.8478</w:t>
      </w:r>
      <w:r>
        <w:tab/>
        <w:t>1.013e0</w:t>
      </w:r>
    </w:p>
    <w:p w:rsidR="006974AE" w:rsidRDefault="006974AE" w:rsidP="006974AE">
      <w:r>
        <w:t>324.8523</w:t>
      </w:r>
      <w:r>
        <w:tab/>
        <w:t>1.013e0</w:t>
      </w:r>
    </w:p>
    <w:p w:rsidR="006974AE" w:rsidRDefault="006974AE" w:rsidP="006974AE">
      <w:r>
        <w:t>324.8563</w:t>
      </w:r>
      <w:r>
        <w:tab/>
        <w:t>1.013e0</w:t>
      </w:r>
    </w:p>
    <w:p w:rsidR="006974AE" w:rsidRDefault="006974AE" w:rsidP="006974AE">
      <w:r>
        <w:t>324.8805</w:t>
      </w:r>
      <w:r>
        <w:tab/>
        <w:t>1.013e0</w:t>
      </w:r>
    </w:p>
    <w:p w:rsidR="006974AE" w:rsidRDefault="006974AE" w:rsidP="006974AE">
      <w:r>
        <w:t>324.9090</w:t>
      </w:r>
      <w:r>
        <w:tab/>
        <w:t>2.025e0</w:t>
      </w:r>
    </w:p>
    <w:p w:rsidR="006974AE" w:rsidRDefault="006974AE" w:rsidP="006974AE">
      <w:r>
        <w:t>324.9327</w:t>
      </w:r>
      <w:r>
        <w:tab/>
        <w:t>1.013e0</w:t>
      </w:r>
    </w:p>
    <w:p w:rsidR="006974AE" w:rsidRDefault="006974AE" w:rsidP="006974AE">
      <w:r>
        <w:t>324.9447</w:t>
      </w:r>
      <w:r>
        <w:tab/>
        <w:t>1.013e0</w:t>
      </w:r>
    </w:p>
    <w:p w:rsidR="006974AE" w:rsidRDefault="006974AE" w:rsidP="006974AE">
      <w:r>
        <w:t>324.9536</w:t>
      </w:r>
      <w:r>
        <w:tab/>
        <w:t>1.013e0</w:t>
      </w:r>
    </w:p>
    <w:p w:rsidR="006974AE" w:rsidRDefault="006974AE" w:rsidP="006974AE">
      <w:r>
        <w:t>324.9736</w:t>
      </w:r>
      <w:r>
        <w:tab/>
        <w:t>1.013e0</w:t>
      </w:r>
    </w:p>
    <w:p w:rsidR="006974AE" w:rsidRDefault="006974AE" w:rsidP="006974AE">
      <w:r>
        <w:t>324.9912</w:t>
      </w:r>
      <w:r>
        <w:tab/>
        <w:t>1.013e0</w:t>
      </w:r>
    </w:p>
    <w:p w:rsidR="006974AE" w:rsidRDefault="006974AE" w:rsidP="006974AE">
      <w:r>
        <w:t>324.9959</w:t>
      </w:r>
      <w:r>
        <w:tab/>
        <w:t>2.025e0</w:t>
      </w:r>
    </w:p>
    <w:p w:rsidR="006974AE" w:rsidRDefault="006974AE" w:rsidP="006974AE">
      <w:r>
        <w:t>325.0182</w:t>
      </w:r>
      <w:r>
        <w:tab/>
        <w:t>2.025e0</w:t>
      </w:r>
    </w:p>
    <w:p w:rsidR="006974AE" w:rsidRDefault="006974AE" w:rsidP="006974AE">
      <w:r>
        <w:lastRenderedPageBreak/>
        <w:t>325.0263</w:t>
      </w:r>
      <w:r>
        <w:tab/>
        <w:t>1.013e0</w:t>
      </w:r>
    </w:p>
    <w:p w:rsidR="006974AE" w:rsidRDefault="006974AE" w:rsidP="006974AE">
      <w:r>
        <w:t>325.0344</w:t>
      </w:r>
      <w:r>
        <w:tab/>
        <w:t>2.025e0</w:t>
      </w:r>
    </w:p>
    <w:p w:rsidR="006974AE" w:rsidRDefault="006974AE" w:rsidP="006974AE">
      <w:r>
        <w:t>325.0426</w:t>
      </w:r>
      <w:r>
        <w:tab/>
        <w:t>2.025e0</w:t>
      </w:r>
    </w:p>
    <w:p w:rsidR="006974AE" w:rsidRDefault="006974AE" w:rsidP="006974AE">
      <w:r>
        <w:t>325.0608</w:t>
      </w:r>
      <w:r>
        <w:tab/>
        <w:t>2.025e0</w:t>
      </w:r>
    </w:p>
    <w:p w:rsidR="006974AE" w:rsidRDefault="006974AE" w:rsidP="006974AE">
      <w:r>
        <w:t>325.0696</w:t>
      </w:r>
      <w:r>
        <w:tab/>
        <w:t>3.038e0</w:t>
      </w:r>
    </w:p>
    <w:p w:rsidR="006974AE" w:rsidRDefault="006974AE" w:rsidP="006974AE">
      <w:r>
        <w:t>325.0828</w:t>
      </w:r>
      <w:r>
        <w:tab/>
        <w:t>1.013e0</w:t>
      </w:r>
    </w:p>
    <w:p w:rsidR="006974AE" w:rsidRDefault="006974AE" w:rsidP="006974AE">
      <w:r>
        <w:t>325.0912</w:t>
      </w:r>
      <w:r>
        <w:tab/>
        <w:t>2.025e0</w:t>
      </w:r>
    </w:p>
    <w:p w:rsidR="006974AE" w:rsidRDefault="006974AE" w:rsidP="006974AE">
      <w:r>
        <w:t>325.0971</w:t>
      </w:r>
      <w:r>
        <w:tab/>
        <w:t>1.013e0</w:t>
      </w:r>
    </w:p>
    <w:p w:rsidR="006974AE" w:rsidRDefault="006974AE" w:rsidP="006974AE">
      <w:r>
        <w:t>325.1030</w:t>
      </w:r>
      <w:r>
        <w:tab/>
        <w:t>1.013e0</w:t>
      </w:r>
    </w:p>
    <w:p w:rsidR="006974AE" w:rsidRDefault="006974AE" w:rsidP="006974AE">
      <w:r>
        <w:t>325.1075</w:t>
      </w:r>
      <w:r>
        <w:tab/>
        <w:t>1.013e0</w:t>
      </w:r>
    </w:p>
    <w:p w:rsidR="006974AE" w:rsidRDefault="006974AE" w:rsidP="006974AE">
      <w:r>
        <w:t>325.1112</w:t>
      </w:r>
      <w:r>
        <w:tab/>
        <w:t>1.013e0</w:t>
      </w:r>
    </w:p>
    <w:p w:rsidR="006974AE" w:rsidRDefault="006974AE" w:rsidP="006974AE">
      <w:r>
        <w:t>325.1316</w:t>
      </w:r>
      <w:r>
        <w:tab/>
        <w:t>1.013e0</w:t>
      </w:r>
    </w:p>
    <w:p w:rsidR="006974AE" w:rsidRDefault="006974AE" w:rsidP="006974AE">
      <w:r>
        <w:t>325.1395</w:t>
      </w:r>
      <w:r>
        <w:tab/>
        <w:t>2.025e0</w:t>
      </w:r>
    </w:p>
    <w:p w:rsidR="006974AE" w:rsidRDefault="006974AE" w:rsidP="006974AE">
      <w:r>
        <w:t>325.1525</w:t>
      </w:r>
      <w:r>
        <w:tab/>
        <w:t>2.025e0</w:t>
      </w:r>
    </w:p>
    <w:p w:rsidR="006974AE" w:rsidRDefault="006974AE" w:rsidP="006974AE">
      <w:r>
        <w:t>325.1554</w:t>
      </w:r>
      <w:r>
        <w:tab/>
        <w:t>1.013e0</w:t>
      </w:r>
    </w:p>
    <w:p w:rsidR="006974AE" w:rsidRDefault="006974AE" w:rsidP="006974AE">
      <w:r>
        <w:t>325.1846</w:t>
      </w:r>
      <w:r>
        <w:tab/>
        <w:t>1.013e0</w:t>
      </w:r>
    </w:p>
    <w:p w:rsidR="006974AE" w:rsidRDefault="006974AE" w:rsidP="006974AE">
      <w:r>
        <w:t>325.2027</w:t>
      </w:r>
      <w:r>
        <w:tab/>
        <w:t>2.025e0</w:t>
      </w:r>
    </w:p>
    <w:p w:rsidR="006974AE" w:rsidRDefault="006974AE" w:rsidP="006974AE">
      <w:r>
        <w:t>325.2082</w:t>
      </w:r>
      <w:r>
        <w:tab/>
        <w:t>1.013e0</w:t>
      </w:r>
    </w:p>
    <w:p w:rsidR="006974AE" w:rsidRDefault="006974AE" w:rsidP="006974AE">
      <w:r>
        <w:t>325.2165</w:t>
      </w:r>
      <w:r>
        <w:tab/>
        <w:t>2.025e0</w:t>
      </w:r>
    </w:p>
    <w:p w:rsidR="006974AE" w:rsidRDefault="006974AE" w:rsidP="006974AE">
      <w:r>
        <w:lastRenderedPageBreak/>
        <w:t>325.2290</w:t>
      </w:r>
      <w:r>
        <w:tab/>
        <w:t>2.025e0</w:t>
      </w:r>
    </w:p>
    <w:p w:rsidR="006974AE" w:rsidRDefault="006974AE" w:rsidP="006974AE">
      <w:r>
        <w:t>325.2668</w:t>
      </w:r>
      <w:r>
        <w:tab/>
        <w:t>2.025e0</w:t>
      </w:r>
    </w:p>
    <w:p w:rsidR="006974AE" w:rsidRDefault="006974AE" w:rsidP="006974AE">
      <w:r>
        <w:t>325.2692</w:t>
      </w:r>
      <w:r>
        <w:tab/>
        <w:t>1.013e0</w:t>
      </w:r>
    </w:p>
    <w:p w:rsidR="006974AE" w:rsidRDefault="006974AE" w:rsidP="006974AE">
      <w:r>
        <w:t>325.2730</w:t>
      </w:r>
      <w:r>
        <w:tab/>
        <w:t>1.013e0</w:t>
      </w:r>
    </w:p>
    <w:p w:rsidR="006974AE" w:rsidRDefault="006974AE" w:rsidP="006974AE">
      <w:r>
        <w:t>325.2817</w:t>
      </w:r>
      <w:r>
        <w:tab/>
        <w:t>2.025e0</w:t>
      </w:r>
    </w:p>
    <w:p w:rsidR="006974AE" w:rsidRDefault="006974AE" w:rsidP="006974AE">
      <w:r>
        <w:t>325.3189</w:t>
      </w:r>
      <w:r>
        <w:tab/>
        <w:t>3.038e0</w:t>
      </w:r>
    </w:p>
    <w:p w:rsidR="006974AE" w:rsidRDefault="006974AE" w:rsidP="006974AE">
      <w:r>
        <w:t>325.3256</w:t>
      </w:r>
      <w:r>
        <w:tab/>
        <w:t>1.013e0</w:t>
      </w:r>
    </w:p>
    <w:p w:rsidR="006974AE" w:rsidRDefault="006974AE" w:rsidP="006974AE">
      <w:r>
        <w:t>325.3276</w:t>
      </w:r>
      <w:r>
        <w:tab/>
        <w:t>2.025e0</w:t>
      </w:r>
    </w:p>
    <w:p w:rsidR="006974AE" w:rsidRDefault="006974AE" w:rsidP="006974AE">
      <w:r>
        <w:t>325.3377</w:t>
      </w:r>
      <w:r>
        <w:tab/>
        <w:t>1.013e0</w:t>
      </w:r>
    </w:p>
    <w:p w:rsidR="006974AE" w:rsidRDefault="006974AE" w:rsidP="006974AE">
      <w:r>
        <w:t>325.3421</w:t>
      </w:r>
      <w:r>
        <w:tab/>
        <w:t>1.013e0</w:t>
      </w:r>
    </w:p>
    <w:p w:rsidR="006974AE" w:rsidRDefault="006974AE" w:rsidP="006974AE">
      <w:r>
        <w:t>325.3505</w:t>
      </w:r>
      <w:r>
        <w:tab/>
        <w:t>1.013e0</w:t>
      </w:r>
    </w:p>
    <w:p w:rsidR="006974AE" w:rsidRDefault="006974AE" w:rsidP="006974AE">
      <w:r>
        <w:t>325.3670</w:t>
      </w:r>
      <w:r>
        <w:tab/>
        <w:t>1.013e0</w:t>
      </w:r>
    </w:p>
    <w:p w:rsidR="006974AE" w:rsidRDefault="006974AE" w:rsidP="006974AE">
      <w:r>
        <w:t>325.4478</w:t>
      </w:r>
      <w:r>
        <w:tab/>
        <w:t>1.013e0</w:t>
      </w:r>
    </w:p>
    <w:p w:rsidR="006974AE" w:rsidRDefault="006974AE" w:rsidP="006974AE">
      <w:r>
        <w:t>325.4962</w:t>
      </w:r>
      <w:r>
        <w:tab/>
        <w:t>1.013e0</w:t>
      </w:r>
    </w:p>
    <w:p w:rsidR="006974AE" w:rsidRDefault="006974AE" w:rsidP="006974AE">
      <w:r>
        <w:t>325.5134</w:t>
      </w:r>
      <w:r>
        <w:tab/>
        <w:t>1.013e0</w:t>
      </w:r>
    </w:p>
    <w:p w:rsidR="006974AE" w:rsidRDefault="006974AE" w:rsidP="006974AE">
      <w:r>
        <w:t>325.5193</w:t>
      </w:r>
      <w:r>
        <w:tab/>
        <w:t>1.013e0</w:t>
      </w:r>
    </w:p>
    <w:p w:rsidR="006974AE" w:rsidRDefault="006974AE" w:rsidP="006974AE">
      <w:r>
        <w:t>325.5432</w:t>
      </w:r>
      <w:r>
        <w:tab/>
        <w:t>1.013e0</w:t>
      </w:r>
    </w:p>
    <w:p w:rsidR="006974AE" w:rsidRDefault="006974AE" w:rsidP="006974AE">
      <w:r>
        <w:t>325.5775</w:t>
      </w:r>
      <w:r>
        <w:tab/>
        <w:t>1.013e0</w:t>
      </w:r>
    </w:p>
    <w:p w:rsidR="006974AE" w:rsidRDefault="006974AE" w:rsidP="006974AE">
      <w:r>
        <w:t>325.5956</w:t>
      </w:r>
      <w:r>
        <w:tab/>
        <w:t>2.025e0</w:t>
      </w:r>
    </w:p>
    <w:p w:rsidR="006974AE" w:rsidRDefault="006974AE" w:rsidP="006974AE">
      <w:r>
        <w:lastRenderedPageBreak/>
        <w:t>325.6137</w:t>
      </w:r>
      <w:r>
        <w:tab/>
        <w:t>1.013e0</w:t>
      </w:r>
    </w:p>
    <w:p w:rsidR="006974AE" w:rsidRDefault="006974AE" w:rsidP="006974AE">
      <w:r>
        <w:t>325.6319</w:t>
      </w:r>
      <w:r>
        <w:tab/>
        <w:t>2.025e0</w:t>
      </w:r>
    </w:p>
    <w:p w:rsidR="006974AE" w:rsidRDefault="006974AE" w:rsidP="006974AE">
      <w:r>
        <w:t>325.6489</w:t>
      </w:r>
      <w:r>
        <w:tab/>
        <w:t>1.013e0</w:t>
      </w:r>
    </w:p>
    <w:p w:rsidR="006974AE" w:rsidRDefault="006974AE" w:rsidP="006974AE">
      <w:r>
        <w:t>325.6547</w:t>
      </w:r>
      <w:r>
        <w:tab/>
        <w:t>1.013e0</w:t>
      </w:r>
    </w:p>
    <w:p w:rsidR="006974AE" w:rsidRDefault="006974AE" w:rsidP="006974AE">
      <w:r>
        <w:t>325.7054</w:t>
      </w:r>
      <w:r>
        <w:tab/>
        <w:t>2.025e0</w:t>
      </w:r>
    </w:p>
    <w:p w:rsidR="006974AE" w:rsidRDefault="006974AE" w:rsidP="006974AE">
      <w:r>
        <w:t>325.7112</w:t>
      </w:r>
      <w:r>
        <w:tab/>
        <w:t>1.013e0</w:t>
      </w:r>
    </w:p>
    <w:p w:rsidR="006974AE" w:rsidRDefault="006974AE" w:rsidP="006974AE">
      <w:r>
        <w:t>325.7355</w:t>
      </w:r>
      <w:r>
        <w:tab/>
        <w:t>1.013e0</w:t>
      </w:r>
    </w:p>
    <w:p w:rsidR="006974AE" w:rsidRDefault="006974AE" w:rsidP="006974AE">
      <w:r>
        <w:t>325.7634</w:t>
      </w:r>
      <w:r>
        <w:tab/>
        <w:t>1.013e0</w:t>
      </w:r>
    </w:p>
    <w:p w:rsidR="006974AE" w:rsidRDefault="006974AE" w:rsidP="006974AE">
      <w:r>
        <w:t>325.7781</w:t>
      </w:r>
      <w:r>
        <w:tab/>
        <w:t>1.013e0</w:t>
      </w:r>
    </w:p>
    <w:p w:rsidR="006974AE" w:rsidRDefault="006974AE" w:rsidP="006974AE">
      <w:r>
        <w:t>325.8122</w:t>
      </w:r>
      <w:r>
        <w:tab/>
        <w:t>1.013e0</w:t>
      </w:r>
    </w:p>
    <w:p w:rsidR="006974AE" w:rsidRDefault="006974AE" w:rsidP="006974AE">
      <w:r>
        <w:t>325.8404</w:t>
      </w:r>
      <w:r>
        <w:tab/>
        <w:t>1.013e0</w:t>
      </w:r>
    </w:p>
    <w:p w:rsidR="006974AE" w:rsidRDefault="006974AE" w:rsidP="006974AE">
      <w:r>
        <w:t>325.8449</w:t>
      </w:r>
      <w:r>
        <w:tab/>
        <w:t>1.013e0</w:t>
      </w:r>
    </w:p>
    <w:p w:rsidR="006974AE" w:rsidRDefault="006974AE" w:rsidP="006974AE">
      <w:r>
        <w:t>325.8652</w:t>
      </w:r>
      <w:r>
        <w:tab/>
        <w:t>1.013e0</w:t>
      </w:r>
    </w:p>
    <w:p w:rsidR="006974AE" w:rsidRDefault="006974AE" w:rsidP="006974AE">
      <w:r>
        <w:t>325.9129</w:t>
      </w:r>
      <w:r>
        <w:tab/>
        <w:t>1.013e0</w:t>
      </w:r>
    </w:p>
    <w:p w:rsidR="006974AE" w:rsidRDefault="006974AE" w:rsidP="006974AE">
      <w:r>
        <w:t>325.9309</w:t>
      </w:r>
      <w:r>
        <w:tab/>
        <w:t>1.013e0</w:t>
      </w:r>
    </w:p>
    <w:p w:rsidR="006974AE" w:rsidRDefault="006974AE" w:rsidP="006974AE">
      <w:r>
        <w:t>325.9362</w:t>
      </w:r>
      <w:r>
        <w:tab/>
        <w:t>4.051e0</w:t>
      </w:r>
    </w:p>
    <w:p w:rsidR="006974AE" w:rsidRDefault="006974AE" w:rsidP="006974AE">
      <w:r>
        <w:t>325.9544</w:t>
      </w:r>
      <w:r>
        <w:tab/>
        <w:t>2.025e0</w:t>
      </w:r>
    </w:p>
    <w:p w:rsidR="006974AE" w:rsidRDefault="006974AE" w:rsidP="006974AE">
      <w:r>
        <w:t>325.9702</w:t>
      </w:r>
      <w:r>
        <w:tab/>
        <w:t>1.013e0</w:t>
      </w:r>
    </w:p>
    <w:p w:rsidR="006974AE" w:rsidRDefault="006974AE" w:rsidP="006974AE">
      <w:r>
        <w:t>326.0074</w:t>
      </w:r>
      <w:r>
        <w:tab/>
        <w:t>1.013e0</w:t>
      </w:r>
    </w:p>
    <w:p w:rsidR="006974AE" w:rsidRDefault="006974AE" w:rsidP="006974AE">
      <w:r>
        <w:lastRenderedPageBreak/>
        <w:t>326.0127</w:t>
      </w:r>
      <w:r>
        <w:tab/>
        <w:t>2.025e0</w:t>
      </w:r>
    </w:p>
    <w:p w:rsidR="006974AE" w:rsidRDefault="006974AE" w:rsidP="006974AE">
      <w:r>
        <w:t>326.0143</w:t>
      </w:r>
      <w:r>
        <w:tab/>
        <w:t>5.063e0</w:t>
      </w:r>
    </w:p>
    <w:p w:rsidR="006974AE" w:rsidRDefault="006974AE" w:rsidP="006974AE">
      <w:r>
        <w:t>326.0294</w:t>
      </w:r>
      <w:r>
        <w:tab/>
        <w:t>2.025e0</w:t>
      </w:r>
    </w:p>
    <w:p w:rsidR="006974AE" w:rsidRDefault="006974AE" w:rsidP="006974AE">
      <w:r>
        <w:t>326.0497</w:t>
      </w:r>
      <w:r>
        <w:tab/>
        <w:t>2.025e0</w:t>
      </w:r>
    </w:p>
    <w:p w:rsidR="006974AE" w:rsidRDefault="006974AE" w:rsidP="006974AE">
      <w:r>
        <w:t>326.0658</w:t>
      </w:r>
      <w:r>
        <w:tab/>
        <w:t>1.013e0</w:t>
      </w:r>
    </w:p>
    <w:p w:rsidR="006974AE" w:rsidRDefault="006974AE" w:rsidP="006974AE">
      <w:r>
        <w:t>326.0759</w:t>
      </w:r>
      <w:r>
        <w:tab/>
        <w:t>1.013e0</w:t>
      </w:r>
    </w:p>
    <w:p w:rsidR="006974AE" w:rsidRDefault="006974AE" w:rsidP="006974AE">
      <w:r>
        <w:t>326.0779</w:t>
      </w:r>
      <w:r>
        <w:tab/>
        <w:t>2.025e0</w:t>
      </w:r>
    </w:p>
    <w:p w:rsidR="006974AE" w:rsidRDefault="006974AE" w:rsidP="006974AE">
      <w:r>
        <w:t>326.0838</w:t>
      </w:r>
      <w:r>
        <w:tab/>
        <w:t>1.013e0</w:t>
      </w:r>
    </w:p>
    <w:p w:rsidR="006974AE" w:rsidRDefault="006974AE" w:rsidP="006974AE">
      <w:r>
        <w:t>326.0952</w:t>
      </w:r>
      <w:r>
        <w:tab/>
        <w:t>1.013e0</w:t>
      </w:r>
    </w:p>
    <w:p w:rsidR="006974AE" w:rsidRDefault="006974AE" w:rsidP="006974AE">
      <w:r>
        <w:t>326.1128</w:t>
      </w:r>
      <w:r>
        <w:tab/>
        <w:t>2.025e0</w:t>
      </w:r>
    </w:p>
    <w:p w:rsidR="006974AE" w:rsidRDefault="006974AE" w:rsidP="006974AE">
      <w:r>
        <w:t>326.1462</w:t>
      </w:r>
      <w:r>
        <w:tab/>
        <w:t>2.025e0</w:t>
      </w:r>
    </w:p>
    <w:p w:rsidR="006974AE" w:rsidRDefault="006974AE" w:rsidP="006974AE">
      <w:r>
        <w:t>326.1530</w:t>
      </w:r>
      <w:r>
        <w:tab/>
        <w:t>2.025e0</w:t>
      </w:r>
    </w:p>
    <w:p w:rsidR="006974AE" w:rsidRDefault="006974AE" w:rsidP="006974AE">
      <w:r>
        <w:t>326.1660</w:t>
      </w:r>
      <w:r>
        <w:tab/>
        <w:t>2.025e0</w:t>
      </w:r>
    </w:p>
    <w:p w:rsidR="006974AE" w:rsidRDefault="006974AE" w:rsidP="006974AE">
      <w:r>
        <w:t>326.1893</w:t>
      </w:r>
      <w:r>
        <w:tab/>
        <w:t>1.013e0</w:t>
      </w:r>
    </w:p>
    <w:p w:rsidR="006974AE" w:rsidRDefault="006974AE" w:rsidP="006974AE">
      <w:r>
        <w:t>326.2150</w:t>
      </w:r>
      <w:r>
        <w:tab/>
        <w:t>2.025e0</w:t>
      </w:r>
    </w:p>
    <w:p w:rsidR="006974AE" w:rsidRDefault="006974AE" w:rsidP="006974AE">
      <w:r>
        <w:t>326.2247</w:t>
      </w:r>
      <w:r>
        <w:tab/>
        <w:t>3.038e0</w:t>
      </w:r>
    </w:p>
    <w:p w:rsidR="006974AE" w:rsidRDefault="006974AE" w:rsidP="006974AE">
      <w:r>
        <w:t>326.2426</w:t>
      </w:r>
      <w:r>
        <w:tab/>
        <w:t>1.013e0</w:t>
      </w:r>
    </w:p>
    <w:p w:rsidR="006974AE" w:rsidRDefault="006974AE" w:rsidP="006974AE">
      <w:r>
        <w:t>326.2481</w:t>
      </w:r>
      <w:r>
        <w:tab/>
        <w:t>1.013e0</w:t>
      </w:r>
    </w:p>
    <w:p w:rsidR="006974AE" w:rsidRDefault="006974AE" w:rsidP="006974AE">
      <w:r>
        <w:t>326.2716</w:t>
      </w:r>
      <w:r>
        <w:tab/>
        <w:t>1.013e0</w:t>
      </w:r>
    </w:p>
    <w:p w:rsidR="006974AE" w:rsidRDefault="006974AE" w:rsidP="006974AE">
      <w:r>
        <w:lastRenderedPageBreak/>
        <w:t>326.2779</w:t>
      </w:r>
      <w:r>
        <w:tab/>
        <w:t>1.013e0</w:t>
      </w:r>
    </w:p>
    <w:p w:rsidR="006974AE" w:rsidRDefault="006974AE" w:rsidP="006974AE">
      <w:r>
        <w:t>326.2823</w:t>
      </w:r>
      <w:r>
        <w:tab/>
        <w:t>1.013e0</w:t>
      </w:r>
    </w:p>
    <w:p w:rsidR="006974AE" w:rsidRDefault="006974AE" w:rsidP="006974AE">
      <w:r>
        <w:t>326.3015</w:t>
      </w:r>
      <w:r>
        <w:tab/>
        <w:t>1.013e0</w:t>
      </w:r>
    </w:p>
    <w:p w:rsidR="006974AE" w:rsidRDefault="006974AE" w:rsidP="006974AE">
      <w:r>
        <w:t>326.3246</w:t>
      </w:r>
      <w:r>
        <w:tab/>
        <w:t>1.013e0</w:t>
      </w:r>
    </w:p>
    <w:p w:rsidR="006974AE" w:rsidRDefault="006974AE" w:rsidP="006974AE">
      <w:r>
        <w:t>326.3710</w:t>
      </w:r>
      <w:r>
        <w:tab/>
        <w:t>4.051e0</w:t>
      </w:r>
    </w:p>
    <w:p w:rsidR="006974AE" w:rsidRDefault="006974AE" w:rsidP="006974AE">
      <w:r>
        <w:t>326.3740</w:t>
      </w:r>
      <w:r>
        <w:tab/>
        <w:t>6.076e0</w:t>
      </w:r>
    </w:p>
    <w:p w:rsidR="006974AE" w:rsidRDefault="006974AE" w:rsidP="006974AE">
      <w:r>
        <w:t>326.3801</w:t>
      </w:r>
      <w:r>
        <w:tab/>
        <w:t>1.519e1</w:t>
      </w:r>
    </w:p>
    <w:p w:rsidR="006974AE" w:rsidRDefault="006974AE" w:rsidP="006974AE">
      <w:r>
        <w:t>326.3838</w:t>
      </w:r>
      <w:r>
        <w:tab/>
        <w:t>1.722e1</w:t>
      </w:r>
    </w:p>
    <w:p w:rsidR="006974AE" w:rsidRDefault="006974AE" w:rsidP="006974AE">
      <w:r>
        <w:t>326.3864</w:t>
      </w:r>
      <w:r>
        <w:tab/>
        <w:t>4.051e0</w:t>
      </w:r>
    </w:p>
    <w:p w:rsidR="006974AE" w:rsidRDefault="006974AE" w:rsidP="006974AE">
      <w:r>
        <w:t>326.3892</w:t>
      </w:r>
      <w:r>
        <w:tab/>
        <w:t>5.404e0</w:t>
      </w:r>
    </w:p>
    <w:p w:rsidR="006974AE" w:rsidRDefault="006974AE" w:rsidP="006974AE">
      <w:r>
        <w:t>326.4445</w:t>
      </w:r>
      <w:r>
        <w:tab/>
        <w:t>1.013e0</w:t>
      </w:r>
    </w:p>
    <w:p w:rsidR="006974AE" w:rsidRDefault="006974AE" w:rsidP="006974AE">
      <w:r>
        <w:t>326.4731</w:t>
      </w:r>
      <w:r>
        <w:tab/>
        <w:t>3.038e0</w:t>
      </w:r>
    </w:p>
    <w:p w:rsidR="006974AE" w:rsidRDefault="006974AE" w:rsidP="006974AE">
      <w:r>
        <w:t>326.4893</w:t>
      </w:r>
      <w:r>
        <w:tab/>
        <w:t>1.013e0</w:t>
      </w:r>
    </w:p>
    <w:p w:rsidR="006974AE" w:rsidRDefault="006974AE" w:rsidP="006974AE">
      <w:r>
        <w:t>326.5179</w:t>
      </w:r>
      <w:r>
        <w:tab/>
        <w:t>2.025e0</w:t>
      </w:r>
    </w:p>
    <w:p w:rsidR="006974AE" w:rsidRDefault="006974AE" w:rsidP="006974AE">
      <w:r>
        <w:t>326.5255</w:t>
      </w:r>
      <w:r>
        <w:tab/>
        <w:t>1.013e0</w:t>
      </w:r>
    </w:p>
    <w:p w:rsidR="006974AE" w:rsidRDefault="006974AE" w:rsidP="006974AE">
      <w:r>
        <w:t>326.5308</w:t>
      </w:r>
      <w:r>
        <w:tab/>
        <w:t>2.025e0</w:t>
      </w:r>
    </w:p>
    <w:p w:rsidR="006974AE" w:rsidRDefault="006974AE" w:rsidP="006974AE">
      <w:r>
        <w:t>326.5485</w:t>
      </w:r>
      <w:r>
        <w:tab/>
        <w:t>2.025e0</w:t>
      </w:r>
    </w:p>
    <w:p w:rsidR="006974AE" w:rsidRDefault="006974AE" w:rsidP="006974AE">
      <w:r>
        <w:t>326.6355</w:t>
      </w:r>
      <w:r>
        <w:tab/>
        <w:t>2.025e0</w:t>
      </w:r>
    </w:p>
    <w:p w:rsidR="006974AE" w:rsidRDefault="006974AE" w:rsidP="006974AE">
      <w:r>
        <w:t>326.6366</w:t>
      </w:r>
      <w:r>
        <w:tab/>
        <w:t>1.013e0</w:t>
      </w:r>
    </w:p>
    <w:p w:rsidR="006974AE" w:rsidRDefault="006974AE" w:rsidP="006974AE">
      <w:r>
        <w:lastRenderedPageBreak/>
        <w:t>326.6429</w:t>
      </w:r>
      <w:r>
        <w:tab/>
        <w:t>2.025e0</w:t>
      </w:r>
    </w:p>
    <w:p w:rsidR="006974AE" w:rsidRDefault="006974AE" w:rsidP="006974AE">
      <w:r>
        <w:t>326.6661</w:t>
      </w:r>
      <w:r>
        <w:tab/>
        <w:t>1.013e0</w:t>
      </w:r>
    </w:p>
    <w:p w:rsidR="006974AE" w:rsidRDefault="006974AE" w:rsidP="006974AE">
      <w:r>
        <w:t>326.6755</w:t>
      </w:r>
      <w:r>
        <w:tab/>
        <w:t>1.013e0</w:t>
      </w:r>
    </w:p>
    <w:p w:rsidR="006974AE" w:rsidRDefault="006974AE" w:rsidP="006974AE">
      <w:r>
        <w:t>326.6838</w:t>
      </w:r>
      <w:r>
        <w:tab/>
        <w:t>1.013e0</w:t>
      </w:r>
    </w:p>
    <w:p w:rsidR="006974AE" w:rsidRDefault="006974AE" w:rsidP="006974AE">
      <w:r>
        <w:t>326.6999</w:t>
      </w:r>
      <w:r>
        <w:tab/>
        <w:t>1.013e0</w:t>
      </w:r>
    </w:p>
    <w:p w:rsidR="006974AE" w:rsidRDefault="006974AE" w:rsidP="006974AE">
      <w:r>
        <w:t>326.7083</w:t>
      </w:r>
      <w:r>
        <w:tab/>
        <w:t>1.013e0</w:t>
      </w:r>
    </w:p>
    <w:p w:rsidR="006974AE" w:rsidRDefault="006974AE" w:rsidP="006974AE">
      <w:r>
        <w:t>326.7567</w:t>
      </w:r>
      <w:r>
        <w:tab/>
        <w:t>1.013e0</w:t>
      </w:r>
    </w:p>
    <w:p w:rsidR="006974AE" w:rsidRDefault="006974AE" w:rsidP="006974AE">
      <w:r>
        <w:t>326.7764</w:t>
      </w:r>
      <w:r>
        <w:tab/>
        <w:t>3.038e0</w:t>
      </w:r>
    </w:p>
    <w:p w:rsidR="006974AE" w:rsidRDefault="006974AE" w:rsidP="006974AE">
      <w:r>
        <w:t>326.8015</w:t>
      </w:r>
      <w:r>
        <w:tab/>
        <w:t>1.013e0</w:t>
      </w:r>
    </w:p>
    <w:p w:rsidR="006974AE" w:rsidRDefault="006974AE" w:rsidP="006974AE">
      <w:r>
        <w:t>326.8098</w:t>
      </w:r>
      <w:r>
        <w:tab/>
        <w:t>1.013e0</w:t>
      </w:r>
    </w:p>
    <w:p w:rsidR="006974AE" w:rsidRDefault="006974AE" w:rsidP="006974AE">
      <w:r>
        <w:t>326.8428</w:t>
      </w:r>
      <w:r>
        <w:tab/>
        <w:t>1.013e0</w:t>
      </w:r>
    </w:p>
    <w:p w:rsidR="006974AE" w:rsidRDefault="006974AE" w:rsidP="006974AE">
      <w:r>
        <w:t>326.8668</w:t>
      </w:r>
      <w:r>
        <w:tab/>
        <w:t>1.013e0</w:t>
      </w:r>
    </w:p>
    <w:p w:rsidR="006974AE" w:rsidRDefault="006974AE" w:rsidP="006974AE">
      <w:r>
        <w:t>326.8828</w:t>
      </w:r>
      <w:r>
        <w:tab/>
        <w:t>1.013e0</w:t>
      </w:r>
    </w:p>
    <w:p w:rsidR="006974AE" w:rsidRDefault="006974AE" w:rsidP="006974AE">
      <w:r>
        <w:t>326.8885</w:t>
      </w:r>
      <w:r>
        <w:tab/>
        <w:t>2.025e0</w:t>
      </w:r>
    </w:p>
    <w:p w:rsidR="006974AE" w:rsidRDefault="006974AE" w:rsidP="006974AE">
      <w:r>
        <w:t>326.8963</w:t>
      </w:r>
      <w:r>
        <w:tab/>
        <w:t>1.013e0</w:t>
      </w:r>
    </w:p>
    <w:p w:rsidR="006974AE" w:rsidRDefault="006974AE" w:rsidP="006974AE">
      <w:r>
        <w:t>326.9199</w:t>
      </w:r>
      <w:r>
        <w:tab/>
        <w:t>2.025e0</w:t>
      </w:r>
    </w:p>
    <w:p w:rsidR="006974AE" w:rsidRDefault="006974AE" w:rsidP="006974AE">
      <w:r>
        <w:t>326.9229</w:t>
      </w:r>
      <w:r>
        <w:tab/>
        <w:t>4.051e0</w:t>
      </w:r>
    </w:p>
    <w:p w:rsidR="006974AE" w:rsidRDefault="006974AE" w:rsidP="006974AE">
      <w:r>
        <w:t>326.9355</w:t>
      </w:r>
      <w:r>
        <w:tab/>
        <w:t>1.013e0</w:t>
      </w:r>
    </w:p>
    <w:p w:rsidR="006974AE" w:rsidRDefault="006974AE" w:rsidP="006974AE">
      <w:r>
        <w:t>326.9431</w:t>
      </w:r>
      <w:r>
        <w:tab/>
        <w:t>2.025e0</w:t>
      </w:r>
    </w:p>
    <w:p w:rsidR="006974AE" w:rsidRDefault="006974AE" w:rsidP="006974AE">
      <w:r>
        <w:lastRenderedPageBreak/>
        <w:t>326.9599</w:t>
      </w:r>
      <w:r>
        <w:tab/>
        <w:t>1.013e0</w:t>
      </w:r>
    </w:p>
    <w:p w:rsidR="006974AE" w:rsidRDefault="006974AE" w:rsidP="006974AE">
      <w:r>
        <w:t>326.9729</w:t>
      </w:r>
      <w:r>
        <w:tab/>
        <w:t>2.025e0</w:t>
      </w:r>
    </w:p>
    <w:p w:rsidR="006974AE" w:rsidRDefault="006974AE" w:rsidP="006974AE">
      <w:r>
        <w:t>326.9840</w:t>
      </w:r>
      <w:r>
        <w:tab/>
        <w:t>1.013e0</w:t>
      </w:r>
    </w:p>
    <w:p w:rsidR="006974AE" w:rsidRDefault="006974AE" w:rsidP="006974AE">
      <w:r>
        <w:t>326.9923</w:t>
      </w:r>
      <w:r>
        <w:tab/>
        <w:t>1.013e0</w:t>
      </w:r>
    </w:p>
    <w:p w:rsidR="006974AE" w:rsidRDefault="006974AE" w:rsidP="006974AE">
      <w:r>
        <w:t>327.0079</w:t>
      </w:r>
      <w:r>
        <w:tab/>
        <w:t>1.013e0</w:t>
      </w:r>
    </w:p>
    <w:p w:rsidR="006974AE" w:rsidRDefault="006974AE" w:rsidP="006974AE">
      <w:r>
        <w:t>327.0163</w:t>
      </w:r>
      <w:r>
        <w:tab/>
        <w:t>1.013e0</w:t>
      </w:r>
    </w:p>
    <w:p w:rsidR="006974AE" w:rsidRDefault="006974AE" w:rsidP="006974AE">
      <w:r>
        <w:t>327.0295</w:t>
      </w:r>
      <w:r>
        <w:tab/>
        <w:t>3.038e0</w:t>
      </w:r>
    </w:p>
    <w:p w:rsidR="006974AE" w:rsidRDefault="006974AE" w:rsidP="006974AE">
      <w:r>
        <w:t>327.0366</w:t>
      </w:r>
      <w:r>
        <w:tab/>
        <w:t>1.013e0</w:t>
      </w:r>
    </w:p>
    <w:p w:rsidR="006974AE" w:rsidRDefault="006974AE" w:rsidP="006974AE">
      <w:r>
        <w:t>327.0587</w:t>
      </w:r>
      <w:r>
        <w:tab/>
        <w:t>2.025e0</w:t>
      </w:r>
    </w:p>
    <w:p w:rsidR="006974AE" w:rsidRDefault="006974AE" w:rsidP="006974AE">
      <w:r>
        <w:t>327.0689</w:t>
      </w:r>
      <w:r>
        <w:tab/>
        <w:t>2.025e0</w:t>
      </w:r>
    </w:p>
    <w:p w:rsidR="006974AE" w:rsidRDefault="006974AE" w:rsidP="006974AE">
      <w:r>
        <w:t>327.0786</w:t>
      </w:r>
      <w:r>
        <w:tab/>
        <w:t>1.013e0</w:t>
      </w:r>
    </w:p>
    <w:p w:rsidR="006974AE" w:rsidRDefault="006974AE" w:rsidP="006974AE">
      <w:r>
        <w:t>327.1099</w:t>
      </w:r>
      <w:r>
        <w:tab/>
        <w:t>2.025e0</w:t>
      </w:r>
    </w:p>
    <w:p w:rsidR="006974AE" w:rsidRDefault="006974AE" w:rsidP="006974AE">
      <w:r>
        <w:t>327.1246</w:t>
      </w:r>
      <w:r>
        <w:tab/>
        <w:t>3.038e0</w:t>
      </w:r>
    </w:p>
    <w:p w:rsidR="006974AE" w:rsidRDefault="006974AE" w:rsidP="006974AE">
      <w:r>
        <w:t>327.1356</w:t>
      </w:r>
      <w:r>
        <w:tab/>
        <w:t>2.025e0</w:t>
      </w:r>
    </w:p>
    <w:p w:rsidR="006974AE" w:rsidRDefault="006974AE" w:rsidP="006974AE">
      <w:r>
        <w:t>327.1461</w:t>
      </w:r>
      <w:r>
        <w:tab/>
        <w:t>2.025e0</w:t>
      </w:r>
    </w:p>
    <w:p w:rsidR="006974AE" w:rsidRDefault="006974AE" w:rsidP="006974AE">
      <w:r>
        <w:t>327.1614</w:t>
      </w:r>
      <w:r>
        <w:tab/>
        <w:t>2.025e0</w:t>
      </w:r>
    </w:p>
    <w:p w:rsidR="006974AE" w:rsidRDefault="006974AE" w:rsidP="006974AE">
      <w:r>
        <w:t>327.1852</w:t>
      </w:r>
      <w:r>
        <w:tab/>
        <w:t>2.025e0</w:t>
      </w:r>
    </w:p>
    <w:p w:rsidR="006974AE" w:rsidRDefault="006974AE" w:rsidP="006974AE">
      <w:r>
        <w:t>327.1907</w:t>
      </w:r>
      <w:r>
        <w:tab/>
        <w:t>1.013e0</w:t>
      </w:r>
    </w:p>
    <w:p w:rsidR="006974AE" w:rsidRDefault="006974AE" w:rsidP="006974AE">
      <w:r>
        <w:t>327.2032</w:t>
      </w:r>
      <w:r>
        <w:tab/>
        <w:t>4.051e0</w:t>
      </w:r>
    </w:p>
    <w:p w:rsidR="006974AE" w:rsidRDefault="006974AE" w:rsidP="006974AE">
      <w:r>
        <w:lastRenderedPageBreak/>
        <w:t>327.2084</w:t>
      </w:r>
      <w:r>
        <w:tab/>
        <w:t>1.013e0</w:t>
      </w:r>
    </w:p>
    <w:p w:rsidR="006974AE" w:rsidRDefault="006974AE" w:rsidP="006974AE">
      <w:r>
        <w:t>327.2440</w:t>
      </w:r>
      <w:r>
        <w:tab/>
        <w:t>1.013e0</w:t>
      </w:r>
    </w:p>
    <w:p w:rsidR="006974AE" w:rsidRDefault="006974AE" w:rsidP="006974AE">
      <w:r>
        <w:t>327.2581</w:t>
      </w:r>
      <w:r>
        <w:tab/>
        <w:t>2.025e0</w:t>
      </w:r>
    </w:p>
    <w:p w:rsidR="006974AE" w:rsidRDefault="006974AE" w:rsidP="006974AE">
      <w:r>
        <w:t>327.2615</w:t>
      </w:r>
      <w:r>
        <w:tab/>
        <w:t>1.013e0</w:t>
      </w:r>
    </w:p>
    <w:p w:rsidR="006974AE" w:rsidRDefault="006974AE" w:rsidP="006974AE">
      <w:r>
        <w:t>327.2772</w:t>
      </w:r>
      <w:r>
        <w:tab/>
        <w:t>2.025e0</w:t>
      </w:r>
    </w:p>
    <w:p w:rsidR="006974AE" w:rsidRDefault="006974AE" w:rsidP="006974AE">
      <w:r>
        <w:t>327.2798</w:t>
      </w:r>
      <w:r>
        <w:tab/>
        <w:t>1.013e0</w:t>
      </w:r>
    </w:p>
    <w:p w:rsidR="006974AE" w:rsidRDefault="006974AE" w:rsidP="006974AE">
      <w:r>
        <w:t>327.3043</w:t>
      </w:r>
      <w:r>
        <w:tab/>
        <w:t>1.013e0</w:t>
      </w:r>
    </w:p>
    <w:p w:rsidR="006974AE" w:rsidRDefault="006974AE" w:rsidP="006974AE">
      <w:r>
        <w:t>327.3325</w:t>
      </w:r>
      <w:r>
        <w:tab/>
        <w:t>1.013e0</w:t>
      </w:r>
    </w:p>
    <w:p w:rsidR="006974AE" w:rsidRDefault="006974AE" w:rsidP="006974AE">
      <w:r>
        <w:t>327.3386</w:t>
      </w:r>
      <w:r>
        <w:tab/>
        <w:t>1.013e0</w:t>
      </w:r>
    </w:p>
    <w:p w:rsidR="006974AE" w:rsidRDefault="006974AE" w:rsidP="006974AE">
      <w:r>
        <w:t>327.3445</w:t>
      </w:r>
      <w:r>
        <w:tab/>
        <w:t>1.013e0</w:t>
      </w:r>
    </w:p>
    <w:p w:rsidR="006974AE" w:rsidRDefault="006974AE" w:rsidP="006974AE">
      <w:r>
        <w:t>327.3562</w:t>
      </w:r>
      <w:r>
        <w:tab/>
        <w:t>2.025e0</w:t>
      </w:r>
    </w:p>
    <w:p w:rsidR="006974AE" w:rsidRDefault="006974AE" w:rsidP="006974AE">
      <w:r>
        <w:t>327.3814</w:t>
      </w:r>
      <w:r>
        <w:tab/>
        <w:t>1.013e0</w:t>
      </w:r>
    </w:p>
    <w:p w:rsidR="006974AE" w:rsidRDefault="006974AE" w:rsidP="006974AE">
      <w:r>
        <w:t>327.3842</w:t>
      </w:r>
      <w:r>
        <w:tab/>
        <w:t>2.025e0</w:t>
      </w:r>
    </w:p>
    <w:p w:rsidR="006974AE" w:rsidRDefault="006974AE" w:rsidP="006974AE">
      <w:r>
        <w:t>327.3975</w:t>
      </w:r>
      <w:r>
        <w:tab/>
        <w:t>2.025e0</w:t>
      </w:r>
    </w:p>
    <w:p w:rsidR="006974AE" w:rsidRDefault="006974AE" w:rsidP="006974AE">
      <w:r>
        <w:t>327.4096</w:t>
      </w:r>
      <w:r>
        <w:tab/>
        <w:t>1.013e0</w:t>
      </w:r>
    </w:p>
    <w:p w:rsidR="006974AE" w:rsidRDefault="006974AE" w:rsidP="006974AE">
      <w:r>
        <w:t>327.4213</w:t>
      </w:r>
      <w:r>
        <w:tab/>
        <w:t>2.025e0</w:t>
      </w:r>
    </w:p>
    <w:p w:rsidR="006974AE" w:rsidRDefault="006974AE" w:rsidP="006974AE">
      <w:r>
        <w:t>327.4301</w:t>
      </w:r>
      <w:r>
        <w:tab/>
        <w:t>2.025e0</w:t>
      </w:r>
    </w:p>
    <w:p w:rsidR="006974AE" w:rsidRDefault="006974AE" w:rsidP="006974AE">
      <w:r>
        <w:t>327.4681</w:t>
      </w:r>
      <w:r>
        <w:tab/>
        <w:t>1.013e0</w:t>
      </w:r>
    </w:p>
    <w:p w:rsidR="006974AE" w:rsidRDefault="006974AE" w:rsidP="006974AE">
      <w:r>
        <w:t>327.4828</w:t>
      </w:r>
      <w:r>
        <w:tab/>
        <w:t>1.013e0</w:t>
      </w:r>
    </w:p>
    <w:p w:rsidR="006974AE" w:rsidRDefault="006974AE" w:rsidP="006974AE">
      <w:r>
        <w:lastRenderedPageBreak/>
        <w:t>327.5153</w:t>
      </w:r>
      <w:r>
        <w:tab/>
        <w:t>1.013e0</w:t>
      </w:r>
    </w:p>
    <w:p w:rsidR="006974AE" w:rsidRDefault="006974AE" w:rsidP="006974AE">
      <w:r>
        <w:t>327.5395</w:t>
      </w:r>
      <w:r>
        <w:tab/>
        <w:t>1.013e0</w:t>
      </w:r>
    </w:p>
    <w:p w:rsidR="006974AE" w:rsidRDefault="006974AE" w:rsidP="006974AE">
      <w:r>
        <w:t>327.5452</w:t>
      </w:r>
      <w:r>
        <w:tab/>
        <w:t>1.013e0</w:t>
      </w:r>
    </w:p>
    <w:p w:rsidR="006974AE" w:rsidRDefault="006974AE" w:rsidP="006974AE">
      <w:r>
        <w:t>327.5600</w:t>
      </w:r>
      <w:r>
        <w:tab/>
        <w:t>3.038e0</w:t>
      </w:r>
    </w:p>
    <w:p w:rsidR="006974AE" w:rsidRDefault="006974AE" w:rsidP="006974AE">
      <w:r>
        <w:t>327.5807</w:t>
      </w:r>
      <w:r>
        <w:tab/>
        <w:t>2.025e0</w:t>
      </w:r>
    </w:p>
    <w:p w:rsidR="006974AE" w:rsidRDefault="006974AE" w:rsidP="006974AE">
      <w:r>
        <w:t>327.5842</w:t>
      </w:r>
      <w:r>
        <w:tab/>
        <w:t>2.025e0</w:t>
      </w:r>
    </w:p>
    <w:p w:rsidR="006974AE" w:rsidRDefault="006974AE" w:rsidP="006974AE">
      <w:r>
        <w:t>327.6128</w:t>
      </w:r>
      <w:r>
        <w:tab/>
        <w:t>3.038e0</w:t>
      </w:r>
    </w:p>
    <w:p w:rsidR="006974AE" w:rsidRDefault="006974AE" w:rsidP="006974AE">
      <w:r>
        <w:t>327.6807</w:t>
      </w:r>
      <w:r>
        <w:tab/>
        <w:t>1.013e0</w:t>
      </w:r>
    </w:p>
    <w:p w:rsidR="006974AE" w:rsidRDefault="006974AE" w:rsidP="006974AE">
      <w:r>
        <w:t>327.6883</w:t>
      </w:r>
      <w:r>
        <w:tab/>
        <w:t>2.025e0</w:t>
      </w:r>
    </w:p>
    <w:p w:rsidR="006974AE" w:rsidRDefault="006974AE" w:rsidP="006974AE">
      <w:r>
        <w:t>327.7306</w:t>
      </w:r>
      <w:r>
        <w:tab/>
        <w:t>2.025e0</w:t>
      </w:r>
    </w:p>
    <w:p w:rsidR="006974AE" w:rsidRDefault="006974AE" w:rsidP="006974AE">
      <w:r>
        <w:t>327.7469</w:t>
      </w:r>
      <w:r>
        <w:tab/>
        <w:t>1.013e0</w:t>
      </w:r>
    </w:p>
    <w:p w:rsidR="006974AE" w:rsidRDefault="006974AE" w:rsidP="006974AE">
      <w:r>
        <w:t>327.7713</w:t>
      </w:r>
      <w:r>
        <w:tab/>
        <w:t>1.013e0</w:t>
      </w:r>
    </w:p>
    <w:p w:rsidR="006974AE" w:rsidRDefault="006974AE" w:rsidP="006974AE">
      <w:r>
        <w:t>327.7953</w:t>
      </w:r>
      <w:r>
        <w:tab/>
        <w:t>1.013e0</w:t>
      </w:r>
    </w:p>
    <w:p w:rsidR="006974AE" w:rsidRDefault="006974AE" w:rsidP="006974AE">
      <w:r>
        <w:t>327.7990</w:t>
      </w:r>
      <w:r>
        <w:tab/>
        <w:t>2.025e0</w:t>
      </w:r>
    </w:p>
    <w:p w:rsidR="006974AE" w:rsidRDefault="006974AE" w:rsidP="006974AE">
      <w:r>
        <w:t>327.8347</w:t>
      </w:r>
      <w:r>
        <w:tab/>
        <w:t>1.013e0</w:t>
      </w:r>
    </w:p>
    <w:p w:rsidR="006974AE" w:rsidRDefault="006974AE" w:rsidP="006974AE">
      <w:r>
        <w:t>327.8401</w:t>
      </w:r>
      <w:r>
        <w:tab/>
        <w:t>1.013e0</w:t>
      </w:r>
    </w:p>
    <w:p w:rsidR="006974AE" w:rsidRDefault="006974AE" w:rsidP="006974AE">
      <w:r>
        <w:t>327.8480</w:t>
      </w:r>
      <w:r>
        <w:tab/>
        <w:t>1.013e0</w:t>
      </w:r>
    </w:p>
    <w:p w:rsidR="006974AE" w:rsidRDefault="006974AE" w:rsidP="006974AE">
      <w:r>
        <w:t>327.8583</w:t>
      </w:r>
      <w:r>
        <w:tab/>
        <w:t>1.013e0</w:t>
      </w:r>
    </w:p>
    <w:p w:rsidR="006974AE" w:rsidRDefault="006974AE" w:rsidP="006974AE">
      <w:r>
        <w:t>327.8967</w:t>
      </w:r>
      <w:r>
        <w:tab/>
        <w:t>1.013e0</w:t>
      </w:r>
    </w:p>
    <w:p w:rsidR="006974AE" w:rsidRDefault="006974AE" w:rsidP="006974AE">
      <w:r>
        <w:lastRenderedPageBreak/>
        <w:t>327.9170</w:t>
      </w:r>
      <w:r>
        <w:tab/>
        <w:t>2.025e0</w:t>
      </w:r>
    </w:p>
    <w:p w:rsidR="006974AE" w:rsidRDefault="006974AE" w:rsidP="006974AE">
      <w:r>
        <w:t>327.9495</w:t>
      </w:r>
      <w:r>
        <w:tab/>
        <w:t>1.013e0</w:t>
      </w:r>
    </w:p>
    <w:p w:rsidR="006974AE" w:rsidRDefault="006974AE" w:rsidP="006974AE">
      <w:r>
        <w:t>327.9535</w:t>
      </w:r>
      <w:r>
        <w:tab/>
        <w:t>1.013e0</w:t>
      </w:r>
    </w:p>
    <w:p w:rsidR="006974AE" w:rsidRDefault="006974AE" w:rsidP="006974AE">
      <w:r>
        <w:t>327.9647</w:t>
      </w:r>
      <w:r>
        <w:tab/>
        <w:t>1.013e0</w:t>
      </w:r>
    </w:p>
    <w:p w:rsidR="006974AE" w:rsidRDefault="006974AE" w:rsidP="006974AE">
      <w:r>
        <w:t>327.9700</w:t>
      </w:r>
      <w:r>
        <w:tab/>
        <w:t>1.013e0</w:t>
      </w:r>
    </w:p>
    <w:p w:rsidR="006974AE" w:rsidRDefault="006974AE" w:rsidP="006974AE">
      <w:r>
        <w:t>327.9879</w:t>
      </w:r>
      <w:r>
        <w:tab/>
        <w:t>1.013e0</w:t>
      </w:r>
    </w:p>
    <w:p w:rsidR="006974AE" w:rsidRDefault="006974AE" w:rsidP="006974AE">
      <w:r>
        <w:t>327.9917</w:t>
      </w:r>
      <w:r>
        <w:tab/>
        <w:t>2.025e0</w:t>
      </w:r>
    </w:p>
    <w:p w:rsidR="006974AE" w:rsidRDefault="006974AE" w:rsidP="006974AE">
      <w:r>
        <w:t>327.9943</w:t>
      </w:r>
      <w:r>
        <w:tab/>
        <w:t>1.013e0</w:t>
      </w:r>
    </w:p>
    <w:p w:rsidR="006974AE" w:rsidRDefault="006974AE" w:rsidP="006974AE">
      <w:r>
        <w:t>328.0061</w:t>
      </w:r>
      <w:r>
        <w:tab/>
        <w:t>1.013e0</w:t>
      </w:r>
    </w:p>
    <w:p w:rsidR="006974AE" w:rsidRDefault="006974AE" w:rsidP="006974AE">
      <w:r>
        <w:t>328.0179</w:t>
      </w:r>
      <w:r>
        <w:tab/>
        <w:t>1.013e0</w:t>
      </w:r>
    </w:p>
    <w:p w:rsidR="006974AE" w:rsidRDefault="006974AE" w:rsidP="006974AE">
      <w:r>
        <w:t>328.0410</w:t>
      </w:r>
      <w:r>
        <w:tab/>
        <w:t>3.038e0</w:t>
      </w:r>
    </w:p>
    <w:p w:rsidR="006974AE" w:rsidRDefault="006974AE" w:rsidP="006974AE">
      <w:r>
        <w:t>328.0491</w:t>
      </w:r>
      <w:r>
        <w:tab/>
        <w:t>2.025e0</w:t>
      </w:r>
    </w:p>
    <w:p w:rsidR="006974AE" w:rsidRDefault="006974AE" w:rsidP="006974AE">
      <w:r>
        <w:t>328.0795</w:t>
      </w:r>
      <w:r>
        <w:tab/>
        <w:t>3.038e0</w:t>
      </w:r>
    </w:p>
    <w:p w:rsidR="006974AE" w:rsidRDefault="006974AE" w:rsidP="006974AE">
      <w:r>
        <w:t>328.0836</w:t>
      </w:r>
      <w:r>
        <w:tab/>
        <w:t>3.038e0</w:t>
      </w:r>
    </w:p>
    <w:p w:rsidR="006974AE" w:rsidRDefault="006974AE" w:rsidP="006974AE">
      <w:r>
        <w:t>328.0944</w:t>
      </w:r>
      <w:r>
        <w:tab/>
        <w:t>1.013e0</w:t>
      </w:r>
    </w:p>
    <w:p w:rsidR="006974AE" w:rsidRDefault="006974AE" w:rsidP="006974AE">
      <w:r>
        <w:t>328.0960</w:t>
      </w:r>
      <w:r>
        <w:tab/>
        <w:t>6.076e0</w:t>
      </w:r>
    </w:p>
    <w:p w:rsidR="006974AE" w:rsidRDefault="006974AE" w:rsidP="006974AE">
      <w:r>
        <w:t>328.1121</w:t>
      </w:r>
      <w:r>
        <w:tab/>
        <w:t>1.013e0</w:t>
      </w:r>
    </w:p>
    <w:p w:rsidR="006974AE" w:rsidRDefault="006974AE" w:rsidP="006974AE">
      <w:r>
        <w:t>328.1180</w:t>
      </w:r>
      <w:r>
        <w:tab/>
        <w:t>1.013e0</w:t>
      </w:r>
    </w:p>
    <w:p w:rsidR="006974AE" w:rsidRDefault="006974AE" w:rsidP="006974AE">
      <w:r>
        <w:t>328.1281</w:t>
      </w:r>
      <w:r>
        <w:tab/>
        <w:t>1.013e0</w:t>
      </w:r>
    </w:p>
    <w:p w:rsidR="006974AE" w:rsidRDefault="006974AE" w:rsidP="006974AE">
      <w:r>
        <w:lastRenderedPageBreak/>
        <w:t>328.1328</w:t>
      </w:r>
      <w:r>
        <w:tab/>
        <w:t>5.063e0</w:t>
      </w:r>
    </w:p>
    <w:p w:rsidR="006974AE" w:rsidRDefault="006974AE" w:rsidP="006974AE">
      <w:r>
        <w:t>328.1465</w:t>
      </w:r>
      <w:r>
        <w:tab/>
        <w:t>2.025e0</w:t>
      </w:r>
    </w:p>
    <w:p w:rsidR="006974AE" w:rsidRDefault="006974AE" w:rsidP="006974AE">
      <w:r>
        <w:t>328.1550</w:t>
      </w:r>
      <w:r>
        <w:tab/>
        <w:t>2.025e0</w:t>
      </w:r>
    </w:p>
    <w:p w:rsidR="006974AE" w:rsidRDefault="006974AE" w:rsidP="006974AE">
      <w:r>
        <w:t>328.1579</w:t>
      </w:r>
      <w:r>
        <w:tab/>
        <w:t>3.229e0</w:t>
      </w:r>
    </w:p>
    <w:p w:rsidR="006974AE" w:rsidRDefault="006974AE" w:rsidP="006974AE">
      <w:r>
        <w:t>328.1711</w:t>
      </w:r>
      <w:r>
        <w:tab/>
        <w:t>2.025e0</w:t>
      </w:r>
    </w:p>
    <w:p w:rsidR="006974AE" w:rsidRDefault="006974AE" w:rsidP="006974AE">
      <w:r>
        <w:t>328.1893</w:t>
      </w:r>
      <w:r>
        <w:tab/>
        <w:t>3.038e0</w:t>
      </w:r>
    </w:p>
    <w:p w:rsidR="006974AE" w:rsidRDefault="006974AE" w:rsidP="006974AE">
      <w:r>
        <w:t>328.2010</w:t>
      </w:r>
      <w:r>
        <w:tab/>
        <w:t>2.025e0</w:t>
      </w:r>
    </w:p>
    <w:p w:rsidR="006974AE" w:rsidRDefault="006974AE" w:rsidP="006974AE">
      <w:r>
        <w:t>328.2054</w:t>
      </w:r>
      <w:r>
        <w:tab/>
        <w:t>2.025e0</w:t>
      </w:r>
    </w:p>
    <w:p w:rsidR="006974AE" w:rsidRDefault="006974AE" w:rsidP="006974AE">
      <w:r>
        <w:t>328.2221</w:t>
      </w:r>
      <w:r>
        <w:tab/>
        <w:t>3.038e0</w:t>
      </w:r>
    </w:p>
    <w:p w:rsidR="006974AE" w:rsidRDefault="006974AE" w:rsidP="006974AE">
      <w:r>
        <w:t>328.2336</w:t>
      </w:r>
      <w:r>
        <w:tab/>
        <w:t>1.013e0</w:t>
      </w:r>
    </w:p>
    <w:p w:rsidR="006974AE" w:rsidRDefault="006974AE" w:rsidP="006974AE">
      <w:r>
        <w:t>328.2495</w:t>
      </w:r>
      <w:r>
        <w:tab/>
        <w:t>2.025e0</w:t>
      </w:r>
    </w:p>
    <w:p w:rsidR="006974AE" w:rsidRDefault="006974AE" w:rsidP="006974AE">
      <w:r>
        <w:t>328.2625</w:t>
      </w:r>
      <w:r>
        <w:tab/>
        <w:t>1.013e0</w:t>
      </w:r>
    </w:p>
    <w:p w:rsidR="006974AE" w:rsidRDefault="006974AE" w:rsidP="006974AE">
      <w:r>
        <w:t>328.2904</w:t>
      </w:r>
      <w:r>
        <w:tab/>
        <w:t>1.013e0</w:t>
      </w:r>
    </w:p>
    <w:p w:rsidR="006974AE" w:rsidRDefault="006974AE" w:rsidP="006974AE">
      <w:r>
        <w:t>328.3018</w:t>
      </w:r>
      <w:r>
        <w:tab/>
        <w:t>1.013e0</w:t>
      </w:r>
    </w:p>
    <w:p w:rsidR="006974AE" w:rsidRDefault="006974AE" w:rsidP="006974AE">
      <w:r>
        <w:t>328.3069</w:t>
      </w:r>
      <w:r>
        <w:tab/>
        <w:t>1.013e0</w:t>
      </w:r>
    </w:p>
    <w:p w:rsidR="006974AE" w:rsidRDefault="006974AE" w:rsidP="006974AE">
      <w:r>
        <w:t>328.3194</w:t>
      </w:r>
      <w:r>
        <w:tab/>
        <w:t>3.038e0</w:t>
      </w:r>
    </w:p>
    <w:p w:rsidR="006974AE" w:rsidRDefault="006974AE" w:rsidP="006974AE">
      <w:r>
        <w:t>328.3965</w:t>
      </w:r>
      <w:r>
        <w:tab/>
        <w:t>2.025e0</w:t>
      </w:r>
    </w:p>
    <w:p w:rsidR="006974AE" w:rsidRDefault="006974AE" w:rsidP="006974AE">
      <w:r>
        <w:t>328.4079</w:t>
      </w:r>
      <w:r>
        <w:tab/>
        <w:t>1.013e0</w:t>
      </w:r>
    </w:p>
    <w:p w:rsidR="006974AE" w:rsidRDefault="006974AE" w:rsidP="006974AE">
      <w:r>
        <w:t>328.4164</w:t>
      </w:r>
      <w:r>
        <w:tab/>
        <w:t>1.013e0</w:t>
      </w:r>
    </w:p>
    <w:p w:rsidR="006974AE" w:rsidRDefault="006974AE" w:rsidP="006974AE">
      <w:r>
        <w:lastRenderedPageBreak/>
        <w:t>328.4233</w:t>
      </w:r>
      <w:r>
        <w:tab/>
        <w:t>2.025e0</w:t>
      </w:r>
    </w:p>
    <w:p w:rsidR="006974AE" w:rsidRDefault="006974AE" w:rsidP="006974AE">
      <w:r>
        <w:t>328.4261</w:t>
      </w:r>
      <w:r>
        <w:tab/>
        <w:t>1.013e0</w:t>
      </w:r>
    </w:p>
    <w:p w:rsidR="006974AE" w:rsidRDefault="006974AE" w:rsidP="006974AE">
      <w:r>
        <w:t>328.4557</w:t>
      </w:r>
      <w:r>
        <w:tab/>
        <w:t>1.013e0</w:t>
      </w:r>
    </w:p>
    <w:p w:rsidR="006974AE" w:rsidRDefault="006974AE" w:rsidP="006974AE">
      <w:r>
        <w:t>328.4836</w:t>
      </w:r>
      <w:r>
        <w:tab/>
        <w:t>2.025e0</w:t>
      </w:r>
    </w:p>
    <w:p w:rsidR="006974AE" w:rsidRDefault="006974AE" w:rsidP="006974AE">
      <w:r>
        <w:t>328.4849</w:t>
      </w:r>
      <w:r>
        <w:tab/>
        <w:t>1.013e0</w:t>
      </w:r>
    </w:p>
    <w:p w:rsidR="006974AE" w:rsidRDefault="006974AE" w:rsidP="006974AE">
      <w:r>
        <w:t>328.4939</w:t>
      </w:r>
      <w:r>
        <w:tab/>
        <w:t>1.013e0</w:t>
      </w:r>
    </w:p>
    <w:p w:rsidR="006974AE" w:rsidRDefault="006974AE" w:rsidP="006974AE">
      <w:r>
        <w:t>328.5426</w:t>
      </w:r>
      <w:r>
        <w:tab/>
        <w:t>1.013e0</w:t>
      </w:r>
    </w:p>
    <w:p w:rsidR="006974AE" w:rsidRDefault="006974AE" w:rsidP="006974AE">
      <w:r>
        <w:t>328.5588</w:t>
      </w:r>
      <w:r>
        <w:tab/>
        <w:t>2.025e0</w:t>
      </w:r>
    </w:p>
    <w:p w:rsidR="006974AE" w:rsidRDefault="006974AE" w:rsidP="006974AE">
      <w:r>
        <w:t>328.5750</w:t>
      </w:r>
      <w:r>
        <w:tab/>
        <w:t>1.013e0</w:t>
      </w:r>
    </w:p>
    <w:p w:rsidR="006974AE" w:rsidRDefault="006974AE" w:rsidP="006974AE">
      <w:r>
        <w:t>328.6110</w:t>
      </w:r>
      <w:r>
        <w:tab/>
        <w:t>3.038e0</w:t>
      </w:r>
    </w:p>
    <w:p w:rsidR="006974AE" w:rsidRDefault="006974AE" w:rsidP="006974AE">
      <w:r>
        <w:t>328.6832</w:t>
      </w:r>
      <w:r>
        <w:tab/>
        <w:t>2.025e0</w:t>
      </w:r>
    </w:p>
    <w:p w:rsidR="006974AE" w:rsidRDefault="006974AE" w:rsidP="006974AE">
      <w:r>
        <w:t>328.6965</w:t>
      </w:r>
      <w:r>
        <w:tab/>
        <w:t>1.013e0</w:t>
      </w:r>
    </w:p>
    <w:p w:rsidR="006974AE" w:rsidRDefault="006974AE" w:rsidP="006974AE">
      <w:r>
        <w:t>328.7006</w:t>
      </w:r>
      <w:r>
        <w:tab/>
        <w:t>1.013e0</w:t>
      </w:r>
    </w:p>
    <w:p w:rsidR="006974AE" w:rsidRDefault="006974AE" w:rsidP="006974AE">
      <w:r>
        <w:t>328.7049</w:t>
      </w:r>
      <w:r>
        <w:tab/>
        <w:t>1.013e0</w:t>
      </w:r>
    </w:p>
    <w:p w:rsidR="006974AE" w:rsidRDefault="006974AE" w:rsidP="006974AE">
      <w:r>
        <w:t>328.7131</w:t>
      </w:r>
      <w:r>
        <w:tab/>
        <w:t>2.025e0</w:t>
      </w:r>
    </w:p>
    <w:p w:rsidR="006974AE" w:rsidRDefault="006974AE" w:rsidP="006974AE">
      <w:r>
        <w:t>328.7538</w:t>
      </w:r>
      <w:r>
        <w:tab/>
        <w:t>1.013e0</w:t>
      </w:r>
    </w:p>
    <w:p w:rsidR="006974AE" w:rsidRDefault="006974AE" w:rsidP="006974AE">
      <w:r>
        <w:t>328.7692</w:t>
      </w:r>
      <w:r>
        <w:tab/>
        <w:t>2.025e0</w:t>
      </w:r>
    </w:p>
    <w:p w:rsidR="006974AE" w:rsidRDefault="006974AE" w:rsidP="006974AE">
      <w:r>
        <w:t>328.7981</w:t>
      </w:r>
      <w:r>
        <w:tab/>
        <w:t>1.013e0</w:t>
      </w:r>
    </w:p>
    <w:p w:rsidR="006974AE" w:rsidRDefault="006974AE" w:rsidP="006974AE">
      <w:r>
        <w:t>328.8110</w:t>
      </w:r>
      <w:r>
        <w:tab/>
        <w:t>2.025e0</w:t>
      </w:r>
    </w:p>
    <w:p w:rsidR="006974AE" w:rsidRDefault="006974AE" w:rsidP="006974AE">
      <w:r>
        <w:lastRenderedPageBreak/>
        <w:t>328.8169</w:t>
      </w:r>
      <w:r>
        <w:tab/>
        <w:t>1.013e0</w:t>
      </w:r>
    </w:p>
    <w:p w:rsidR="006974AE" w:rsidRDefault="006974AE" w:rsidP="006974AE">
      <w:r>
        <w:t>328.8305</w:t>
      </w:r>
      <w:r>
        <w:tab/>
        <w:t>1.013e0</w:t>
      </w:r>
    </w:p>
    <w:p w:rsidR="006974AE" w:rsidRDefault="006974AE" w:rsidP="006974AE">
      <w:r>
        <w:t>328.8696</w:t>
      </w:r>
      <w:r>
        <w:tab/>
        <w:t>3.038e0</w:t>
      </w:r>
    </w:p>
    <w:p w:rsidR="006974AE" w:rsidRDefault="006974AE" w:rsidP="006974AE">
      <w:r>
        <w:t>328.8880</w:t>
      </w:r>
      <w:r>
        <w:tab/>
        <w:t>1.013e0</w:t>
      </w:r>
    </w:p>
    <w:p w:rsidR="006974AE" w:rsidRDefault="006974AE" w:rsidP="006974AE">
      <w:r>
        <w:t>328.9083</w:t>
      </w:r>
      <w:r>
        <w:tab/>
        <w:t>3.038e0</w:t>
      </w:r>
    </w:p>
    <w:p w:rsidR="006974AE" w:rsidRDefault="006974AE" w:rsidP="006974AE">
      <w:r>
        <w:t>328.9124</w:t>
      </w:r>
      <w:r>
        <w:tab/>
        <w:t>1.013e1</w:t>
      </w:r>
    </w:p>
    <w:p w:rsidR="006974AE" w:rsidRDefault="006974AE" w:rsidP="006974AE">
      <w:r>
        <w:t>328.9140</w:t>
      </w:r>
      <w:r>
        <w:tab/>
        <w:t>1.215e1</w:t>
      </w:r>
    </w:p>
    <w:p w:rsidR="006974AE" w:rsidRDefault="006974AE" w:rsidP="006974AE">
      <w:r>
        <w:t>328.9158</w:t>
      </w:r>
      <w:r>
        <w:tab/>
        <w:t>1.350e1</w:t>
      </w:r>
    </w:p>
    <w:p w:rsidR="006974AE" w:rsidRDefault="006974AE" w:rsidP="006974AE">
      <w:r>
        <w:t>328.9178</w:t>
      </w:r>
      <w:r>
        <w:tab/>
        <w:t>8.206e0</w:t>
      </w:r>
    </w:p>
    <w:p w:rsidR="006974AE" w:rsidRDefault="006974AE" w:rsidP="006974AE">
      <w:r>
        <w:t>328.9228</w:t>
      </w:r>
      <w:r>
        <w:tab/>
        <w:t>7.052e0</w:t>
      </w:r>
    </w:p>
    <w:p w:rsidR="006974AE" w:rsidRDefault="006974AE" w:rsidP="006974AE">
      <w:r>
        <w:t>328.9324</w:t>
      </w:r>
      <w:r>
        <w:tab/>
        <w:t>2.025e0</w:t>
      </w:r>
    </w:p>
    <w:p w:rsidR="006974AE" w:rsidRDefault="006974AE" w:rsidP="006974AE">
      <w:r>
        <w:t>328.9543</w:t>
      </w:r>
      <w:r>
        <w:tab/>
        <w:t>2.025e0</w:t>
      </w:r>
    </w:p>
    <w:p w:rsidR="006974AE" w:rsidRDefault="006974AE" w:rsidP="006974AE">
      <w:r>
        <w:t>328.9609</w:t>
      </w:r>
      <w:r>
        <w:tab/>
        <w:t>1.013e0</w:t>
      </w:r>
    </w:p>
    <w:p w:rsidR="006974AE" w:rsidRDefault="006974AE" w:rsidP="006974AE">
      <w:r>
        <w:t>328.9647</w:t>
      </w:r>
      <w:r>
        <w:tab/>
        <w:t>2.025e0</w:t>
      </w:r>
    </w:p>
    <w:p w:rsidR="006974AE" w:rsidRDefault="006974AE" w:rsidP="006974AE">
      <w:r>
        <w:t>328.9974</w:t>
      </w:r>
      <w:r>
        <w:tab/>
        <w:t>2.025e0</w:t>
      </w:r>
    </w:p>
    <w:p w:rsidR="006974AE" w:rsidRDefault="006974AE" w:rsidP="006974AE">
      <w:r>
        <w:t>329.0056</w:t>
      </w:r>
      <w:r>
        <w:tab/>
        <w:t>1.013e0</w:t>
      </w:r>
    </w:p>
    <w:p w:rsidR="006974AE" w:rsidRDefault="006974AE" w:rsidP="006974AE">
      <w:r>
        <w:t>329.0132</w:t>
      </w:r>
      <w:r>
        <w:tab/>
        <w:t>1.013e0</w:t>
      </w:r>
    </w:p>
    <w:p w:rsidR="006974AE" w:rsidRDefault="006974AE" w:rsidP="006974AE">
      <w:r>
        <w:t>329.0182</w:t>
      </w:r>
      <w:r>
        <w:tab/>
        <w:t>2.025e0</w:t>
      </w:r>
    </w:p>
    <w:p w:rsidR="006974AE" w:rsidRDefault="006974AE" w:rsidP="006974AE">
      <w:r>
        <w:t>329.0325</w:t>
      </w:r>
      <w:r>
        <w:tab/>
        <w:t>2.025e0</w:t>
      </w:r>
    </w:p>
    <w:p w:rsidR="006974AE" w:rsidRDefault="006974AE" w:rsidP="006974AE">
      <w:r>
        <w:lastRenderedPageBreak/>
        <w:t>329.0381</w:t>
      </w:r>
      <w:r>
        <w:tab/>
        <w:t>1.013e0</w:t>
      </w:r>
    </w:p>
    <w:p w:rsidR="006974AE" w:rsidRDefault="006974AE" w:rsidP="006974AE">
      <w:r>
        <w:t>329.0399</w:t>
      </w:r>
      <w:r>
        <w:tab/>
        <w:t>2.025e0</w:t>
      </w:r>
    </w:p>
    <w:p w:rsidR="006974AE" w:rsidRDefault="006974AE" w:rsidP="006974AE">
      <w:r>
        <w:t>329.0497</w:t>
      </w:r>
      <w:r>
        <w:tab/>
        <w:t>2.025e0</w:t>
      </w:r>
    </w:p>
    <w:p w:rsidR="006974AE" w:rsidRDefault="006974AE" w:rsidP="006974AE">
      <w:r>
        <w:t>329.0824</w:t>
      </w:r>
      <w:r>
        <w:tab/>
        <w:t>1.013e0</w:t>
      </w:r>
    </w:p>
    <w:p w:rsidR="006974AE" w:rsidRDefault="006974AE" w:rsidP="006974AE">
      <w:r>
        <w:t>329.0864</w:t>
      </w:r>
      <w:r>
        <w:tab/>
        <w:t>3.038e0</w:t>
      </w:r>
    </w:p>
    <w:p w:rsidR="006974AE" w:rsidRDefault="006974AE" w:rsidP="006974AE">
      <w:r>
        <w:t>329.1387</w:t>
      </w:r>
      <w:r>
        <w:tab/>
        <w:t>5.063e0</w:t>
      </w:r>
    </w:p>
    <w:p w:rsidR="006974AE" w:rsidRDefault="006974AE" w:rsidP="006974AE">
      <w:r>
        <w:t>329.1431</w:t>
      </w:r>
      <w:r>
        <w:tab/>
        <w:t>2.025e0</w:t>
      </w:r>
    </w:p>
    <w:p w:rsidR="006974AE" w:rsidRDefault="006974AE" w:rsidP="006974AE">
      <w:r>
        <w:t>329.1463</w:t>
      </w:r>
      <w:r>
        <w:tab/>
        <w:t>4.051e0</w:t>
      </w:r>
    </w:p>
    <w:p w:rsidR="006974AE" w:rsidRDefault="006974AE" w:rsidP="006974AE">
      <w:r>
        <w:t>329.1524</w:t>
      </w:r>
      <w:r>
        <w:tab/>
        <w:t>3.038e0</w:t>
      </w:r>
    </w:p>
    <w:p w:rsidR="006974AE" w:rsidRDefault="006974AE" w:rsidP="006974AE">
      <w:r>
        <w:t>329.1789</w:t>
      </w:r>
      <w:r>
        <w:tab/>
        <w:t>6.076e0</w:t>
      </w:r>
    </w:p>
    <w:p w:rsidR="006974AE" w:rsidRDefault="006974AE" w:rsidP="006974AE">
      <w:r>
        <w:t>329.1828</w:t>
      </w:r>
      <w:r>
        <w:tab/>
        <w:t>5.063e0</w:t>
      </w:r>
    </w:p>
    <w:p w:rsidR="006974AE" w:rsidRDefault="006974AE" w:rsidP="006974AE">
      <w:r>
        <w:t>329.1851</w:t>
      </w:r>
      <w:r>
        <w:tab/>
        <w:t>3.053e1</w:t>
      </w:r>
    </w:p>
    <w:p w:rsidR="006974AE" w:rsidRDefault="006974AE" w:rsidP="006974AE">
      <w:r>
        <w:t>329.1913</w:t>
      </w:r>
      <w:r>
        <w:tab/>
        <w:t>2.633e1</w:t>
      </w:r>
    </w:p>
    <w:p w:rsidR="006974AE" w:rsidRDefault="006974AE" w:rsidP="006974AE">
      <w:r>
        <w:t>329.2256</w:t>
      </w:r>
      <w:r>
        <w:tab/>
        <w:t>1.013e0</w:t>
      </w:r>
    </w:p>
    <w:p w:rsidR="006974AE" w:rsidRDefault="006974AE" w:rsidP="006974AE">
      <w:r>
        <w:t>329.2306</w:t>
      </w:r>
      <w:r>
        <w:tab/>
        <w:t>2.025e0</w:t>
      </w:r>
    </w:p>
    <w:p w:rsidR="006974AE" w:rsidRDefault="006974AE" w:rsidP="006974AE">
      <w:r>
        <w:t>329.2355</w:t>
      </w:r>
      <w:r>
        <w:tab/>
        <w:t>2.025e0</w:t>
      </w:r>
    </w:p>
    <w:p w:rsidR="006974AE" w:rsidRDefault="006974AE" w:rsidP="006974AE">
      <w:r>
        <w:t>329.2554</w:t>
      </w:r>
      <w:r>
        <w:tab/>
        <w:t>2.025e0</w:t>
      </w:r>
    </w:p>
    <w:p w:rsidR="006974AE" w:rsidRDefault="006974AE" w:rsidP="006974AE">
      <w:r>
        <w:t>329.2651</w:t>
      </w:r>
      <w:r>
        <w:tab/>
        <w:t>1.013e0</w:t>
      </w:r>
    </w:p>
    <w:p w:rsidR="006974AE" w:rsidRDefault="006974AE" w:rsidP="006974AE">
      <w:r>
        <w:t>329.2853</w:t>
      </w:r>
      <w:r>
        <w:tab/>
        <w:t>1.013e0</w:t>
      </w:r>
    </w:p>
    <w:p w:rsidR="006974AE" w:rsidRDefault="006974AE" w:rsidP="006974AE">
      <w:r>
        <w:lastRenderedPageBreak/>
        <w:t>329.2910</w:t>
      </w:r>
      <w:r>
        <w:tab/>
        <w:t>2.025e0</w:t>
      </w:r>
    </w:p>
    <w:p w:rsidR="006974AE" w:rsidRDefault="006974AE" w:rsidP="006974AE">
      <w:r>
        <w:t>329.3022</w:t>
      </w:r>
      <w:r>
        <w:tab/>
        <w:t>2.025e0</w:t>
      </w:r>
    </w:p>
    <w:p w:rsidR="006974AE" w:rsidRDefault="006974AE" w:rsidP="006974AE">
      <w:r>
        <w:t>329.3110</w:t>
      </w:r>
      <w:r>
        <w:tab/>
        <w:t>7.089e0</w:t>
      </w:r>
    </w:p>
    <w:p w:rsidR="006974AE" w:rsidRDefault="006974AE" w:rsidP="006974AE">
      <w:r>
        <w:t>329.3127</w:t>
      </w:r>
      <w:r>
        <w:tab/>
        <w:t>2.025e0</w:t>
      </w:r>
    </w:p>
    <w:p w:rsidR="006974AE" w:rsidRDefault="006974AE" w:rsidP="006974AE">
      <w:r>
        <w:t>329.3140</w:t>
      </w:r>
      <w:r>
        <w:tab/>
        <w:t>1.013e0</w:t>
      </w:r>
    </w:p>
    <w:p w:rsidR="006974AE" w:rsidRDefault="006974AE" w:rsidP="006974AE">
      <w:r>
        <w:t>329.3423</w:t>
      </w:r>
      <w:r>
        <w:tab/>
        <w:t>1.013e0</w:t>
      </w:r>
    </w:p>
    <w:p w:rsidR="006974AE" w:rsidRDefault="006974AE" w:rsidP="006974AE">
      <w:r>
        <w:t>329.3502</w:t>
      </w:r>
      <w:r>
        <w:tab/>
        <w:t>1.013e0</w:t>
      </w:r>
    </w:p>
    <w:p w:rsidR="006974AE" w:rsidRDefault="006974AE" w:rsidP="006974AE">
      <w:r>
        <w:t>329.3523</w:t>
      </w:r>
      <w:r>
        <w:tab/>
        <w:t>2.025e0</w:t>
      </w:r>
    </w:p>
    <w:p w:rsidR="006974AE" w:rsidRDefault="006974AE" w:rsidP="006974AE">
      <w:r>
        <w:t>329.3671</w:t>
      </w:r>
      <w:r>
        <w:tab/>
        <w:t>1.013e0</w:t>
      </w:r>
    </w:p>
    <w:p w:rsidR="006974AE" w:rsidRDefault="006974AE" w:rsidP="006974AE">
      <w:r>
        <w:t>329.4038</w:t>
      </w:r>
      <w:r>
        <w:tab/>
        <w:t>3.038e0</w:t>
      </w:r>
    </w:p>
    <w:p w:rsidR="006974AE" w:rsidRDefault="006974AE" w:rsidP="006974AE">
      <w:r>
        <w:t>329.4158</w:t>
      </w:r>
      <w:r>
        <w:tab/>
        <w:t>1.013e0</w:t>
      </w:r>
    </w:p>
    <w:p w:rsidR="006974AE" w:rsidRDefault="006974AE" w:rsidP="006974AE">
      <w:r>
        <w:t>329.4448</w:t>
      </w:r>
      <w:r>
        <w:tab/>
        <w:t>2.025e0</w:t>
      </w:r>
    </w:p>
    <w:p w:rsidR="006974AE" w:rsidRDefault="006974AE" w:rsidP="006974AE">
      <w:r>
        <w:t>329.4930</w:t>
      </w:r>
      <w:r>
        <w:tab/>
        <w:t>1.013e0</w:t>
      </w:r>
    </w:p>
    <w:p w:rsidR="006974AE" w:rsidRDefault="006974AE" w:rsidP="006974AE">
      <w:r>
        <w:t>329.4971</w:t>
      </w:r>
      <w:r>
        <w:tab/>
        <w:t>1.013e0</w:t>
      </w:r>
    </w:p>
    <w:p w:rsidR="006974AE" w:rsidRDefault="006974AE" w:rsidP="006974AE">
      <w:r>
        <w:t>329.5256</w:t>
      </w:r>
      <w:r>
        <w:tab/>
        <w:t>2.025e0</w:t>
      </w:r>
    </w:p>
    <w:p w:rsidR="006974AE" w:rsidRDefault="006974AE" w:rsidP="006974AE">
      <w:r>
        <w:t>329.5295</w:t>
      </w:r>
      <w:r>
        <w:tab/>
        <w:t>1.013e0</w:t>
      </w:r>
    </w:p>
    <w:p w:rsidR="006974AE" w:rsidRDefault="006974AE" w:rsidP="006974AE">
      <w:r>
        <w:t>329.5784</w:t>
      </w:r>
      <w:r>
        <w:tab/>
        <w:t>1.013e0</w:t>
      </w:r>
    </w:p>
    <w:p w:rsidR="006974AE" w:rsidRDefault="006974AE" w:rsidP="006974AE">
      <w:r>
        <w:t>329.5818</w:t>
      </w:r>
      <w:r>
        <w:tab/>
        <w:t>1.013e0</w:t>
      </w:r>
    </w:p>
    <w:p w:rsidR="006974AE" w:rsidRDefault="006974AE" w:rsidP="006974AE">
      <w:r>
        <w:t>329.6024</w:t>
      </w:r>
      <w:r>
        <w:tab/>
        <w:t>1.013e0</w:t>
      </w:r>
    </w:p>
    <w:p w:rsidR="006974AE" w:rsidRDefault="006974AE" w:rsidP="006974AE">
      <w:r>
        <w:lastRenderedPageBreak/>
        <w:t>329.6229</w:t>
      </w:r>
      <w:r>
        <w:tab/>
        <w:t>1.013e0</w:t>
      </w:r>
    </w:p>
    <w:p w:rsidR="006974AE" w:rsidRDefault="006974AE" w:rsidP="006974AE">
      <w:r>
        <w:t>329.6316</w:t>
      </w:r>
      <w:r>
        <w:tab/>
        <w:t>2.025e0</w:t>
      </w:r>
    </w:p>
    <w:p w:rsidR="006974AE" w:rsidRDefault="006974AE" w:rsidP="006974AE">
      <w:r>
        <w:t>329.6648</w:t>
      </w:r>
      <w:r>
        <w:tab/>
        <w:t>1.013e0</w:t>
      </w:r>
    </w:p>
    <w:p w:rsidR="006974AE" w:rsidRDefault="006974AE" w:rsidP="006974AE">
      <w:r>
        <w:t>329.6707</w:t>
      </w:r>
      <w:r>
        <w:tab/>
        <w:t>1.013e0</w:t>
      </w:r>
    </w:p>
    <w:p w:rsidR="006974AE" w:rsidRDefault="006974AE" w:rsidP="006974AE">
      <w:r>
        <w:t>329.6796</w:t>
      </w:r>
      <w:r>
        <w:tab/>
        <w:t>1.013e0</w:t>
      </w:r>
    </w:p>
    <w:p w:rsidR="006974AE" w:rsidRDefault="006974AE" w:rsidP="006974AE">
      <w:r>
        <w:t>329.7246</w:t>
      </w:r>
      <w:r>
        <w:tab/>
        <w:t>1.013e0</w:t>
      </w:r>
    </w:p>
    <w:p w:rsidR="006974AE" w:rsidRDefault="006974AE" w:rsidP="006974AE">
      <w:r>
        <w:t>329.7328</w:t>
      </w:r>
      <w:r>
        <w:tab/>
        <w:t>1.013e0</w:t>
      </w:r>
    </w:p>
    <w:p w:rsidR="006974AE" w:rsidRDefault="006974AE" w:rsidP="006974AE">
      <w:r>
        <w:t>329.7366</w:t>
      </w:r>
      <w:r>
        <w:tab/>
        <w:t>1.013e0</w:t>
      </w:r>
    </w:p>
    <w:p w:rsidR="006974AE" w:rsidRDefault="006974AE" w:rsidP="006974AE">
      <w:r>
        <w:t>329.7572</w:t>
      </w:r>
      <w:r>
        <w:tab/>
        <w:t>1.013e0</w:t>
      </w:r>
    </w:p>
    <w:p w:rsidR="006974AE" w:rsidRDefault="006974AE" w:rsidP="006974AE">
      <w:r>
        <w:t>329.7608</w:t>
      </w:r>
      <w:r>
        <w:tab/>
        <w:t>1.013e0</w:t>
      </w:r>
    </w:p>
    <w:p w:rsidR="006974AE" w:rsidRDefault="006974AE" w:rsidP="006974AE">
      <w:r>
        <w:t>329.7815</w:t>
      </w:r>
      <w:r>
        <w:tab/>
        <w:t>1.013e0</w:t>
      </w:r>
    </w:p>
    <w:p w:rsidR="006974AE" w:rsidRDefault="006974AE" w:rsidP="006974AE">
      <w:r>
        <w:t>329.8252</w:t>
      </w:r>
      <w:r>
        <w:tab/>
        <w:t>1.013e0</w:t>
      </w:r>
    </w:p>
    <w:p w:rsidR="006974AE" w:rsidRDefault="006974AE" w:rsidP="006974AE">
      <w:r>
        <w:t>329.8302</w:t>
      </w:r>
      <w:r>
        <w:tab/>
        <w:t>2.025e0</w:t>
      </w:r>
    </w:p>
    <w:p w:rsidR="006974AE" w:rsidRDefault="006974AE" w:rsidP="006974AE">
      <w:r>
        <w:t>329.8429</w:t>
      </w:r>
      <w:r>
        <w:tab/>
        <w:t>2.025e0</w:t>
      </w:r>
    </w:p>
    <w:p w:rsidR="006974AE" w:rsidRDefault="006974AE" w:rsidP="006974AE">
      <w:r>
        <w:t>329.9024</w:t>
      </w:r>
      <w:r>
        <w:tab/>
        <w:t>1.013e0</w:t>
      </w:r>
    </w:p>
    <w:p w:rsidR="006974AE" w:rsidRDefault="006974AE" w:rsidP="006974AE">
      <w:r>
        <w:t>329.9076</w:t>
      </w:r>
      <w:r>
        <w:tab/>
        <w:t>1.013e0</w:t>
      </w:r>
    </w:p>
    <w:p w:rsidR="006974AE" w:rsidRDefault="006974AE" w:rsidP="006974AE">
      <w:r>
        <w:t>329.9202</w:t>
      </w:r>
      <w:r>
        <w:tab/>
        <w:t>1.013e0</w:t>
      </w:r>
    </w:p>
    <w:p w:rsidR="006974AE" w:rsidRDefault="006974AE" w:rsidP="006974AE">
      <w:r>
        <w:t>329.9295</w:t>
      </w:r>
      <w:r>
        <w:tab/>
        <w:t>4.051e0</w:t>
      </w:r>
    </w:p>
    <w:p w:rsidR="006974AE" w:rsidRDefault="006974AE" w:rsidP="006974AE">
      <w:r>
        <w:t>329.9356</w:t>
      </w:r>
      <w:r>
        <w:tab/>
        <w:t>1.013e0</w:t>
      </w:r>
    </w:p>
    <w:p w:rsidR="006974AE" w:rsidRDefault="006974AE" w:rsidP="006974AE">
      <w:r>
        <w:lastRenderedPageBreak/>
        <w:t>329.9461</w:t>
      </w:r>
      <w:r>
        <w:tab/>
        <w:t>2.025e0</w:t>
      </w:r>
    </w:p>
    <w:p w:rsidR="006974AE" w:rsidRDefault="006974AE" w:rsidP="006974AE">
      <w:r>
        <w:t>329.9517</w:t>
      </w:r>
      <w:r>
        <w:tab/>
        <w:t>5.063e0</w:t>
      </w:r>
    </w:p>
    <w:p w:rsidR="006974AE" w:rsidRDefault="006974AE" w:rsidP="006974AE">
      <w:r>
        <w:t>329.9582</w:t>
      </w:r>
      <w:r>
        <w:tab/>
        <w:t>4.051e0</w:t>
      </w:r>
    </w:p>
    <w:p w:rsidR="006974AE" w:rsidRDefault="006974AE" w:rsidP="006974AE">
      <w:r>
        <w:t>329.9844</w:t>
      </w:r>
      <w:r>
        <w:tab/>
        <w:t>2.025e0</w:t>
      </w:r>
    </w:p>
    <w:p w:rsidR="006974AE" w:rsidRDefault="006974AE" w:rsidP="006974AE">
      <w:r>
        <w:t>329.9884</w:t>
      </w:r>
      <w:r>
        <w:tab/>
        <w:t>1.013e0</w:t>
      </w:r>
    </w:p>
    <w:p w:rsidR="006974AE" w:rsidRDefault="006974AE" w:rsidP="006974AE">
      <w:r>
        <w:t>330.0132</w:t>
      </w:r>
      <w:r>
        <w:tab/>
        <w:t>1.013e0</w:t>
      </w:r>
    </w:p>
    <w:p w:rsidR="006974AE" w:rsidRDefault="006974AE" w:rsidP="006974AE">
      <w:r>
        <w:t>330.0213</w:t>
      </w:r>
      <w:r>
        <w:tab/>
        <w:t>1.013e0</w:t>
      </w:r>
    </w:p>
    <w:p w:rsidR="006974AE" w:rsidRDefault="006974AE" w:rsidP="006974AE">
      <w:r>
        <w:t>330.0235</w:t>
      </w:r>
      <w:r>
        <w:tab/>
        <w:t>4.051e0</w:t>
      </w:r>
    </w:p>
    <w:p w:rsidR="006974AE" w:rsidRDefault="006974AE" w:rsidP="006974AE">
      <w:r>
        <w:t>330.0334</w:t>
      </w:r>
      <w:r>
        <w:tab/>
        <w:t>2.025e0</w:t>
      </w:r>
    </w:p>
    <w:p w:rsidR="006974AE" w:rsidRDefault="006974AE" w:rsidP="006974AE">
      <w:r>
        <w:t>330.0616</w:t>
      </w:r>
      <w:r>
        <w:tab/>
        <w:t>2.025e0</w:t>
      </w:r>
    </w:p>
    <w:p w:rsidR="006974AE" w:rsidRDefault="006974AE" w:rsidP="006974AE">
      <w:r>
        <w:t>330.0807</w:t>
      </w:r>
      <w:r>
        <w:tab/>
        <w:t>1.013e0</w:t>
      </w:r>
    </w:p>
    <w:p w:rsidR="006974AE" w:rsidRDefault="006974AE" w:rsidP="006974AE">
      <w:r>
        <w:t>330.0865</w:t>
      </w:r>
      <w:r>
        <w:tab/>
        <w:t>1.013e0</w:t>
      </w:r>
    </w:p>
    <w:p w:rsidR="006974AE" w:rsidRDefault="006974AE" w:rsidP="006974AE">
      <w:r>
        <w:t>330.1167</w:t>
      </w:r>
      <w:r>
        <w:tab/>
        <w:t>2.025e0</w:t>
      </w:r>
    </w:p>
    <w:p w:rsidR="006974AE" w:rsidRDefault="006974AE" w:rsidP="006974AE">
      <w:r>
        <w:t>330.1310</w:t>
      </w:r>
      <w:r>
        <w:tab/>
        <w:t>2.025e0</w:t>
      </w:r>
    </w:p>
    <w:p w:rsidR="006974AE" w:rsidRDefault="006974AE" w:rsidP="006974AE">
      <w:r>
        <w:t>330.1342</w:t>
      </w:r>
      <w:r>
        <w:tab/>
        <w:t>1.013e0</w:t>
      </w:r>
    </w:p>
    <w:p w:rsidR="006974AE" w:rsidRDefault="006974AE" w:rsidP="006974AE">
      <w:r>
        <w:t>330.1469</w:t>
      </w:r>
      <w:r>
        <w:tab/>
        <w:t>2.025e0</w:t>
      </w:r>
    </w:p>
    <w:p w:rsidR="006974AE" w:rsidRDefault="006974AE" w:rsidP="006974AE">
      <w:r>
        <w:t>330.1519</w:t>
      </w:r>
      <w:r>
        <w:tab/>
        <w:t>2.025e0</w:t>
      </w:r>
    </w:p>
    <w:p w:rsidR="006974AE" w:rsidRDefault="006974AE" w:rsidP="006974AE">
      <w:r>
        <w:t>330.1638</w:t>
      </w:r>
      <w:r>
        <w:tab/>
        <w:t>1.013e0</w:t>
      </w:r>
    </w:p>
    <w:p w:rsidR="006974AE" w:rsidRDefault="006974AE" w:rsidP="006974AE">
      <w:r>
        <w:t>330.1759</w:t>
      </w:r>
      <w:r>
        <w:tab/>
        <w:t>1.013e0</w:t>
      </w:r>
    </w:p>
    <w:p w:rsidR="006974AE" w:rsidRDefault="006974AE" w:rsidP="006974AE">
      <w:r>
        <w:lastRenderedPageBreak/>
        <w:t>330.1815</w:t>
      </w:r>
      <w:r>
        <w:tab/>
        <w:t>2.025e0</w:t>
      </w:r>
    </w:p>
    <w:p w:rsidR="006974AE" w:rsidRDefault="006974AE" w:rsidP="006974AE">
      <w:r>
        <w:t>330.1839</w:t>
      </w:r>
      <w:r>
        <w:tab/>
        <w:t>3.038e0</w:t>
      </w:r>
    </w:p>
    <w:p w:rsidR="006974AE" w:rsidRDefault="006974AE" w:rsidP="006974AE">
      <w:r>
        <w:t>330.1948</w:t>
      </w:r>
      <w:r>
        <w:tab/>
        <w:t>5.378e0</w:t>
      </w:r>
    </w:p>
    <w:p w:rsidR="006974AE" w:rsidRDefault="006974AE" w:rsidP="006974AE">
      <w:r>
        <w:t>330.2022</w:t>
      </w:r>
      <w:r>
        <w:tab/>
        <w:t>6.858e0</w:t>
      </w:r>
    </w:p>
    <w:p w:rsidR="006974AE" w:rsidRDefault="006974AE" w:rsidP="006974AE">
      <w:r>
        <w:t>330.2154</w:t>
      </w:r>
      <w:r>
        <w:tab/>
        <w:t>3.038e0</w:t>
      </w:r>
    </w:p>
    <w:p w:rsidR="006974AE" w:rsidRDefault="006974AE" w:rsidP="006974AE">
      <w:r>
        <w:t>330.2357</w:t>
      </w:r>
      <w:r>
        <w:tab/>
        <w:t>2.025e0</w:t>
      </w:r>
    </w:p>
    <w:p w:rsidR="006974AE" w:rsidRDefault="006974AE" w:rsidP="006974AE">
      <w:r>
        <w:t>330.2401</w:t>
      </w:r>
      <w:r>
        <w:tab/>
        <w:t>3.038e0</w:t>
      </w:r>
    </w:p>
    <w:p w:rsidR="006974AE" w:rsidRDefault="006974AE" w:rsidP="006974AE">
      <w:r>
        <w:t>330.2488</w:t>
      </w:r>
      <w:r>
        <w:tab/>
        <w:t>3.038e0</w:t>
      </w:r>
    </w:p>
    <w:p w:rsidR="006974AE" w:rsidRDefault="006974AE" w:rsidP="006974AE">
      <w:r>
        <w:t>330.2590</w:t>
      </w:r>
      <w:r>
        <w:tab/>
        <w:t>3.038e0</w:t>
      </w:r>
    </w:p>
    <w:p w:rsidR="006974AE" w:rsidRDefault="006974AE" w:rsidP="006974AE">
      <w:r>
        <w:t>330.2634</w:t>
      </w:r>
      <w:r>
        <w:tab/>
        <w:t>2.115e0</w:t>
      </w:r>
    </w:p>
    <w:p w:rsidR="006974AE" w:rsidRDefault="006974AE" w:rsidP="006974AE">
      <w:r>
        <w:t>330.2774</w:t>
      </w:r>
      <w:r>
        <w:tab/>
        <w:t>2.025e0</w:t>
      </w:r>
    </w:p>
    <w:p w:rsidR="006974AE" w:rsidRDefault="006974AE" w:rsidP="006974AE">
      <w:r>
        <w:t>330.2889</w:t>
      </w:r>
      <w:r>
        <w:tab/>
        <w:t>1.013e0</w:t>
      </w:r>
    </w:p>
    <w:p w:rsidR="006974AE" w:rsidRDefault="006974AE" w:rsidP="006974AE">
      <w:r>
        <w:t>330.2937</w:t>
      </w:r>
      <w:r>
        <w:tab/>
        <w:t>1.013e0</w:t>
      </w:r>
    </w:p>
    <w:p w:rsidR="006974AE" w:rsidRDefault="006974AE" w:rsidP="006974AE">
      <w:r>
        <w:t>330.3127</w:t>
      </w:r>
      <w:r>
        <w:tab/>
        <w:t>1.013e0</w:t>
      </w:r>
    </w:p>
    <w:p w:rsidR="006974AE" w:rsidRDefault="006974AE" w:rsidP="006974AE">
      <w:r>
        <w:t>330.3178</w:t>
      </w:r>
      <w:r>
        <w:tab/>
        <w:t>2.025e0</w:t>
      </w:r>
    </w:p>
    <w:p w:rsidR="006974AE" w:rsidRDefault="006974AE" w:rsidP="006974AE">
      <w:r>
        <w:t>330.3266</w:t>
      </w:r>
      <w:r>
        <w:tab/>
        <w:t>2.025e0</w:t>
      </w:r>
    </w:p>
    <w:p w:rsidR="006974AE" w:rsidRDefault="006974AE" w:rsidP="006974AE">
      <w:r>
        <w:t>330.3506</w:t>
      </w:r>
      <w:r>
        <w:tab/>
        <w:t>1.013e0</w:t>
      </w:r>
    </w:p>
    <w:p w:rsidR="006974AE" w:rsidRDefault="006974AE" w:rsidP="006974AE">
      <w:r>
        <w:t>330.3543</w:t>
      </w:r>
      <w:r>
        <w:tab/>
        <w:t>1.013e0</w:t>
      </w:r>
    </w:p>
    <w:p w:rsidR="006974AE" w:rsidRDefault="006974AE" w:rsidP="006974AE">
      <w:r>
        <w:t>330.3710</w:t>
      </w:r>
      <w:r>
        <w:tab/>
        <w:t>1.013e0</w:t>
      </w:r>
    </w:p>
    <w:p w:rsidR="006974AE" w:rsidRDefault="006974AE" w:rsidP="006974AE">
      <w:r>
        <w:lastRenderedPageBreak/>
        <w:t>330.4110</w:t>
      </w:r>
      <w:r>
        <w:tab/>
        <w:t>2.025e0</w:t>
      </w:r>
    </w:p>
    <w:p w:rsidR="006974AE" w:rsidRDefault="006974AE" w:rsidP="006974AE">
      <w:r>
        <w:t>330.4557</w:t>
      </w:r>
      <w:r>
        <w:tab/>
        <w:t>1.013e0</w:t>
      </w:r>
    </w:p>
    <w:p w:rsidR="006974AE" w:rsidRDefault="006974AE" w:rsidP="006974AE">
      <w:r>
        <w:t>330.4619</w:t>
      </w:r>
      <w:r>
        <w:tab/>
        <w:t>1.013e0</w:t>
      </w:r>
    </w:p>
    <w:p w:rsidR="006974AE" w:rsidRDefault="006974AE" w:rsidP="006974AE">
      <w:r>
        <w:t>330.4807</w:t>
      </w:r>
      <w:r>
        <w:tab/>
        <w:t>1.013e0</w:t>
      </w:r>
    </w:p>
    <w:p w:rsidR="006974AE" w:rsidRDefault="006974AE" w:rsidP="006974AE">
      <w:r>
        <w:t>330.5006</w:t>
      </w:r>
      <w:r>
        <w:tab/>
        <w:t>1.013e0</w:t>
      </w:r>
    </w:p>
    <w:p w:rsidR="006974AE" w:rsidRDefault="006974AE" w:rsidP="006974AE">
      <w:r>
        <w:t>330.5055</w:t>
      </w:r>
      <w:r>
        <w:tab/>
        <w:t>2.025e0</w:t>
      </w:r>
    </w:p>
    <w:p w:rsidR="006974AE" w:rsidRDefault="006974AE" w:rsidP="006974AE">
      <w:r>
        <w:t>330.5090</w:t>
      </w:r>
      <w:r>
        <w:tab/>
        <w:t>1.013e0</w:t>
      </w:r>
    </w:p>
    <w:p w:rsidR="006974AE" w:rsidRDefault="006974AE" w:rsidP="006974AE">
      <w:r>
        <w:t>330.5392</w:t>
      </w:r>
      <w:r>
        <w:tab/>
        <w:t>1.013e0</w:t>
      </w:r>
    </w:p>
    <w:p w:rsidR="006974AE" w:rsidRDefault="006974AE" w:rsidP="006974AE">
      <w:r>
        <w:t>330.5448</w:t>
      </w:r>
      <w:r>
        <w:tab/>
        <w:t>1.013e0</w:t>
      </w:r>
    </w:p>
    <w:p w:rsidR="006974AE" w:rsidRDefault="006974AE" w:rsidP="006974AE">
      <w:r>
        <w:t>330.5579</w:t>
      </w:r>
      <w:r>
        <w:tab/>
        <w:t>1.013e0</w:t>
      </w:r>
    </w:p>
    <w:p w:rsidR="006974AE" w:rsidRDefault="006974AE" w:rsidP="006974AE">
      <w:r>
        <w:t>330.6064</w:t>
      </w:r>
      <w:r>
        <w:tab/>
        <w:t>2.025e0</w:t>
      </w:r>
    </w:p>
    <w:p w:rsidR="006974AE" w:rsidRDefault="006974AE" w:rsidP="006974AE">
      <w:r>
        <w:t>330.6103</w:t>
      </w:r>
      <w:r>
        <w:tab/>
        <w:t>1.013e0</w:t>
      </w:r>
    </w:p>
    <w:p w:rsidR="006974AE" w:rsidRDefault="006974AE" w:rsidP="006974AE">
      <w:r>
        <w:t>330.6312</w:t>
      </w:r>
      <w:r>
        <w:tab/>
        <w:t>1.013e0</w:t>
      </w:r>
    </w:p>
    <w:p w:rsidR="006974AE" w:rsidRDefault="006974AE" w:rsidP="006974AE">
      <w:r>
        <w:t>330.6638</w:t>
      </w:r>
      <w:r>
        <w:tab/>
        <w:t>1.013e0</w:t>
      </w:r>
    </w:p>
    <w:p w:rsidR="006974AE" w:rsidRDefault="006974AE" w:rsidP="006974AE">
      <w:r>
        <w:t>330.6761</w:t>
      </w:r>
      <w:r>
        <w:tab/>
        <w:t>1.013e0</w:t>
      </w:r>
    </w:p>
    <w:p w:rsidR="006974AE" w:rsidRDefault="006974AE" w:rsidP="006974AE">
      <w:r>
        <w:t>330.6883</w:t>
      </w:r>
      <w:r>
        <w:tab/>
        <w:t>2.025e0</w:t>
      </w:r>
    </w:p>
    <w:p w:rsidR="006974AE" w:rsidRDefault="006974AE" w:rsidP="006974AE">
      <w:r>
        <w:t>330.7081</w:t>
      </w:r>
      <w:r>
        <w:tab/>
        <w:t>1.013e0</w:t>
      </w:r>
    </w:p>
    <w:p w:rsidR="006974AE" w:rsidRDefault="006974AE" w:rsidP="006974AE">
      <w:r>
        <w:t>330.7202</w:t>
      </w:r>
      <w:r>
        <w:tab/>
        <w:t>2.025e0</w:t>
      </w:r>
    </w:p>
    <w:p w:rsidR="006974AE" w:rsidRDefault="006974AE" w:rsidP="006974AE">
      <w:r>
        <w:t>330.7238</w:t>
      </w:r>
      <w:r>
        <w:tab/>
        <w:t>1.013e0</w:t>
      </w:r>
    </w:p>
    <w:p w:rsidR="006974AE" w:rsidRDefault="006974AE" w:rsidP="006974AE">
      <w:r>
        <w:lastRenderedPageBreak/>
        <w:t>330.7415</w:t>
      </w:r>
      <w:r>
        <w:tab/>
        <w:t>5.063e0</w:t>
      </w:r>
    </w:p>
    <w:p w:rsidR="006974AE" w:rsidRDefault="006974AE" w:rsidP="006974AE">
      <w:r>
        <w:t>330.7736</w:t>
      </w:r>
      <w:r>
        <w:tab/>
        <w:t>2.025e0</w:t>
      </w:r>
    </w:p>
    <w:p w:rsidR="006974AE" w:rsidRDefault="006974AE" w:rsidP="006974AE">
      <w:r>
        <w:t>330.7816</w:t>
      </w:r>
      <w:r>
        <w:tab/>
        <w:t>1.013e0</w:t>
      </w:r>
    </w:p>
    <w:p w:rsidR="006974AE" w:rsidRDefault="006974AE" w:rsidP="006974AE">
      <w:r>
        <w:t>330.7853</w:t>
      </w:r>
      <w:r>
        <w:tab/>
        <w:t>1.013e0</w:t>
      </w:r>
    </w:p>
    <w:p w:rsidR="006974AE" w:rsidRDefault="006974AE" w:rsidP="006974AE">
      <w:r>
        <w:t>330.8272</w:t>
      </w:r>
      <w:r>
        <w:tab/>
        <w:t>2.025e0</w:t>
      </w:r>
    </w:p>
    <w:p w:rsidR="006974AE" w:rsidRDefault="006974AE" w:rsidP="006974AE">
      <w:r>
        <w:t>330.8321</w:t>
      </w:r>
      <w:r>
        <w:tab/>
        <w:t>2.025e0</w:t>
      </w:r>
    </w:p>
    <w:p w:rsidR="006974AE" w:rsidRDefault="006974AE" w:rsidP="006974AE">
      <w:r>
        <w:t>330.8386</w:t>
      </w:r>
      <w:r>
        <w:tab/>
        <w:t>1.013e0</w:t>
      </w:r>
    </w:p>
    <w:p w:rsidR="006974AE" w:rsidRDefault="006974AE" w:rsidP="006974AE">
      <w:r>
        <w:t>330.8668</w:t>
      </w:r>
      <w:r>
        <w:tab/>
        <w:t>1.013e0</w:t>
      </w:r>
    </w:p>
    <w:p w:rsidR="006974AE" w:rsidRDefault="006974AE" w:rsidP="006974AE">
      <w:r>
        <w:t>330.8783</w:t>
      </w:r>
      <w:r>
        <w:tab/>
        <w:t>1.013e0</w:t>
      </w:r>
    </w:p>
    <w:p w:rsidR="006974AE" w:rsidRDefault="006974AE" w:rsidP="006974AE">
      <w:r>
        <w:t>330.8966</w:t>
      </w:r>
      <w:r>
        <w:tab/>
        <w:t>5.063e0</w:t>
      </w:r>
    </w:p>
    <w:p w:rsidR="006974AE" w:rsidRDefault="006974AE" w:rsidP="006974AE">
      <w:r>
        <w:t>330.9079</w:t>
      </w:r>
      <w:r>
        <w:tab/>
        <w:t>1.013e0</w:t>
      </w:r>
    </w:p>
    <w:p w:rsidR="006974AE" w:rsidRDefault="006974AE" w:rsidP="006974AE">
      <w:r>
        <w:t>330.9133</w:t>
      </w:r>
      <w:r>
        <w:tab/>
        <w:t>2.025e0</w:t>
      </w:r>
    </w:p>
    <w:p w:rsidR="006974AE" w:rsidRDefault="006974AE" w:rsidP="006974AE">
      <w:r>
        <w:t>330.9154</w:t>
      </w:r>
      <w:r>
        <w:tab/>
        <w:t>1.013e0</w:t>
      </w:r>
    </w:p>
    <w:p w:rsidR="006974AE" w:rsidRDefault="006974AE" w:rsidP="006974AE">
      <w:r>
        <w:t>330.9204</w:t>
      </w:r>
      <w:r>
        <w:tab/>
        <w:t>1.013e0</w:t>
      </w:r>
    </w:p>
    <w:p w:rsidR="006974AE" w:rsidRDefault="006974AE" w:rsidP="006974AE">
      <w:r>
        <w:t>330.9323</w:t>
      </w:r>
      <w:r>
        <w:tab/>
        <w:t>1.013e0</w:t>
      </w:r>
    </w:p>
    <w:p w:rsidR="006974AE" w:rsidRDefault="006974AE" w:rsidP="006974AE">
      <w:r>
        <w:t>330.9344</w:t>
      </w:r>
      <w:r>
        <w:tab/>
        <w:t>3.361e0</w:t>
      </w:r>
    </w:p>
    <w:p w:rsidR="006974AE" w:rsidRDefault="006974AE" w:rsidP="006974AE">
      <w:r>
        <w:t>330.9399</w:t>
      </w:r>
      <w:r>
        <w:tab/>
        <w:t>1.013e0</w:t>
      </w:r>
    </w:p>
    <w:p w:rsidR="006974AE" w:rsidRDefault="006974AE" w:rsidP="006974AE">
      <w:r>
        <w:t>330.9498</w:t>
      </w:r>
      <w:r>
        <w:tab/>
        <w:t>1.013e0</w:t>
      </w:r>
    </w:p>
    <w:p w:rsidR="006974AE" w:rsidRDefault="006974AE" w:rsidP="006974AE">
      <w:r>
        <w:t>330.9557</w:t>
      </w:r>
      <w:r>
        <w:tab/>
        <w:t>1.013e0</w:t>
      </w:r>
    </w:p>
    <w:p w:rsidR="006974AE" w:rsidRDefault="006974AE" w:rsidP="006974AE">
      <w:r>
        <w:lastRenderedPageBreak/>
        <w:t>330.9598</w:t>
      </w:r>
      <w:r>
        <w:tab/>
        <w:t>5.063e0</w:t>
      </w:r>
    </w:p>
    <w:p w:rsidR="006974AE" w:rsidRDefault="006974AE" w:rsidP="006974AE">
      <w:r>
        <w:t>330.9796</w:t>
      </w:r>
      <w:r>
        <w:tab/>
        <w:t>1.013e0</w:t>
      </w:r>
    </w:p>
    <w:p w:rsidR="006974AE" w:rsidRDefault="006974AE" w:rsidP="006974AE">
      <w:r>
        <w:t>331.0092</w:t>
      </w:r>
      <w:r>
        <w:tab/>
        <w:t>2.025e0</w:t>
      </w:r>
    </w:p>
    <w:p w:rsidR="006974AE" w:rsidRDefault="006974AE" w:rsidP="006974AE">
      <w:r>
        <w:t>331.0135</w:t>
      </w:r>
      <w:r>
        <w:tab/>
        <w:t>1.013e0</w:t>
      </w:r>
    </w:p>
    <w:p w:rsidR="006974AE" w:rsidRDefault="006974AE" w:rsidP="006974AE">
      <w:r>
        <w:t>331.0247</w:t>
      </w:r>
      <w:r>
        <w:tab/>
        <w:t>2.025e0</w:t>
      </w:r>
    </w:p>
    <w:p w:rsidR="006974AE" w:rsidRDefault="006974AE" w:rsidP="006974AE">
      <w:r>
        <w:t>331.0277</w:t>
      </w:r>
      <w:r>
        <w:tab/>
        <w:t>1.013e0</w:t>
      </w:r>
    </w:p>
    <w:p w:rsidR="006974AE" w:rsidRDefault="006974AE" w:rsidP="006974AE">
      <w:r>
        <w:t>331.0375</w:t>
      </w:r>
      <w:r>
        <w:tab/>
        <w:t>1.013e0</w:t>
      </w:r>
    </w:p>
    <w:p w:rsidR="006974AE" w:rsidRDefault="006974AE" w:rsidP="006974AE">
      <w:r>
        <w:t>331.0623</w:t>
      </w:r>
      <w:r>
        <w:tab/>
        <w:t>1.013e0</w:t>
      </w:r>
    </w:p>
    <w:p w:rsidR="006974AE" w:rsidRDefault="006974AE" w:rsidP="006974AE">
      <w:r>
        <w:t>331.0665</w:t>
      </w:r>
      <w:r>
        <w:tab/>
        <w:t>3.038e0</w:t>
      </w:r>
    </w:p>
    <w:p w:rsidR="006974AE" w:rsidRDefault="006974AE" w:rsidP="006974AE">
      <w:r>
        <w:t>331.0907</w:t>
      </w:r>
      <w:r>
        <w:tab/>
        <w:t>1.013e0</w:t>
      </w:r>
    </w:p>
    <w:p w:rsidR="006974AE" w:rsidRDefault="006974AE" w:rsidP="006974AE">
      <w:r>
        <w:t>331.0947</w:t>
      </w:r>
      <w:r>
        <w:tab/>
        <w:t>3.038e0</w:t>
      </w:r>
    </w:p>
    <w:p w:rsidR="006974AE" w:rsidRDefault="006974AE" w:rsidP="006974AE">
      <w:r>
        <w:t>331.1107</w:t>
      </w:r>
      <w:r>
        <w:tab/>
        <w:t>1.013e0</w:t>
      </w:r>
    </w:p>
    <w:p w:rsidR="006974AE" w:rsidRDefault="006974AE" w:rsidP="006974AE">
      <w:r>
        <w:t>331.1189</w:t>
      </w:r>
      <w:r>
        <w:tab/>
        <w:t>1.013e0</w:t>
      </w:r>
    </w:p>
    <w:p w:rsidR="006974AE" w:rsidRDefault="006974AE" w:rsidP="006974AE">
      <w:r>
        <w:t>331.1628</w:t>
      </w:r>
      <w:r>
        <w:tab/>
        <w:t>3.038e0</w:t>
      </w:r>
    </w:p>
    <w:p w:rsidR="006974AE" w:rsidRDefault="006974AE" w:rsidP="006974AE">
      <w:r>
        <w:t>331.1686</w:t>
      </w:r>
      <w:r>
        <w:tab/>
        <w:t>4.051e0</w:t>
      </w:r>
    </w:p>
    <w:p w:rsidR="006974AE" w:rsidRDefault="006974AE" w:rsidP="006974AE">
      <w:r>
        <w:t>331.1714</w:t>
      </w:r>
      <w:r>
        <w:tab/>
        <w:t>5.954e1</w:t>
      </w:r>
    </w:p>
    <w:p w:rsidR="006974AE" w:rsidRDefault="006974AE" w:rsidP="006974AE">
      <w:r>
        <w:t>331.1736</w:t>
      </w:r>
      <w:r>
        <w:tab/>
        <w:t>5.134e1</w:t>
      </w:r>
    </w:p>
    <w:p w:rsidR="006974AE" w:rsidRDefault="006974AE" w:rsidP="006974AE">
      <w:r>
        <w:t>331.2121</w:t>
      </w:r>
      <w:r>
        <w:tab/>
        <w:t>1.013e0</w:t>
      </w:r>
    </w:p>
    <w:p w:rsidR="006974AE" w:rsidRDefault="006974AE" w:rsidP="006974AE">
      <w:r>
        <w:t>331.2147</w:t>
      </w:r>
      <w:r>
        <w:tab/>
        <w:t>3.038e0</w:t>
      </w:r>
    </w:p>
    <w:p w:rsidR="006974AE" w:rsidRDefault="006974AE" w:rsidP="006974AE">
      <w:r>
        <w:lastRenderedPageBreak/>
        <w:t>331.2612</w:t>
      </w:r>
      <w:r>
        <w:tab/>
        <w:t>2.025e0</w:t>
      </w:r>
    </w:p>
    <w:p w:rsidR="006974AE" w:rsidRDefault="006974AE" w:rsidP="006974AE">
      <w:r>
        <w:t>331.2655</w:t>
      </w:r>
      <w:r>
        <w:tab/>
        <w:t>1.013e0</w:t>
      </w:r>
    </w:p>
    <w:p w:rsidR="006974AE" w:rsidRDefault="006974AE" w:rsidP="006974AE">
      <w:r>
        <w:t>331.2781</w:t>
      </w:r>
      <w:r>
        <w:tab/>
        <w:t>1.013e0</w:t>
      </w:r>
    </w:p>
    <w:p w:rsidR="006974AE" w:rsidRDefault="006974AE" w:rsidP="006974AE">
      <w:r>
        <w:t>331.2856</w:t>
      </w:r>
      <w:r>
        <w:tab/>
        <w:t>2.025e0</w:t>
      </w:r>
    </w:p>
    <w:p w:rsidR="006974AE" w:rsidRDefault="006974AE" w:rsidP="006974AE">
      <w:r>
        <w:t>331.2900</w:t>
      </w:r>
      <w:r>
        <w:tab/>
        <w:t>1.013e0</w:t>
      </w:r>
    </w:p>
    <w:p w:rsidR="006974AE" w:rsidRDefault="006974AE" w:rsidP="006974AE">
      <w:r>
        <w:t>331.2983</w:t>
      </w:r>
      <w:r>
        <w:tab/>
        <w:t>1.013e0</w:t>
      </w:r>
    </w:p>
    <w:p w:rsidR="006974AE" w:rsidRDefault="006974AE" w:rsidP="006974AE">
      <w:r>
        <w:t>331.3227</w:t>
      </w:r>
      <w:r>
        <w:tab/>
        <w:t>1.013e0</w:t>
      </w:r>
    </w:p>
    <w:p w:rsidR="006974AE" w:rsidRDefault="006974AE" w:rsidP="006974AE">
      <w:r>
        <w:t>331.3373</w:t>
      </w:r>
      <w:r>
        <w:tab/>
        <w:t>1.013e0</w:t>
      </w:r>
    </w:p>
    <w:p w:rsidR="006974AE" w:rsidRDefault="006974AE" w:rsidP="006974AE">
      <w:r>
        <w:t>331.3400</w:t>
      </w:r>
      <w:r>
        <w:tab/>
        <w:t>2.025e0</w:t>
      </w:r>
    </w:p>
    <w:p w:rsidR="006974AE" w:rsidRDefault="006974AE" w:rsidP="006974AE">
      <w:r>
        <w:t>331.3551</w:t>
      </w:r>
      <w:r>
        <w:tab/>
        <w:t>2.025e0</w:t>
      </w:r>
    </w:p>
    <w:p w:rsidR="006974AE" w:rsidRDefault="006974AE" w:rsidP="006974AE">
      <w:r>
        <w:t>331.3616</w:t>
      </w:r>
      <w:r>
        <w:tab/>
        <w:t>2.025e0</w:t>
      </w:r>
    </w:p>
    <w:p w:rsidR="006974AE" w:rsidRDefault="006974AE" w:rsidP="006974AE">
      <w:r>
        <w:t>331.3714</w:t>
      </w:r>
      <w:r>
        <w:tab/>
        <w:t>1.013e0</w:t>
      </w:r>
    </w:p>
    <w:p w:rsidR="006974AE" w:rsidRDefault="006974AE" w:rsidP="006974AE">
      <w:r>
        <w:t>331.4089</w:t>
      </w:r>
      <w:r>
        <w:tab/>
        <w:t>1.013e0</w:t>
      </w:r>
    </w:p>
    <w:p w:rsidR="006974AE" w:rsidRDefault="006974AE" w:rsidP="006974AE">
      <w:r>
        <w:t>331.4153</w:t>
      </w:r>
      <w:r>
        <w:tab/>
        <w:t>1.013e0</w:t>
      </w:r>
    </w:p>
    <w:p w:rsidR="006974AE" w:rsidRDefault="006974AE" w:rsidP="006974AE">
      <w:r>
        <w:t>331.4449</w:t>
      </w:r>
      <w:r>
        <w:tab/>
        <w:t>1.013e0</w:t>
      </w:r>
    </w:p>
    <w:p w:rsidR="006974AE" w:rsidRDefault="006974AE" w:rsidP="006974AE">
      <w:r>
        <w:t>331.4483</w:t>
      </w:r>
      <w:r>
        <w:tab/>
        <w:t>1.013e0</w:t>
      </w:r>
    </w:p>
    <w:p w:rsidR="006974AE" w:rsidRDefault="006974AE" w:rsidP="006974AE">
      <w:r>
        <w:t>331.4553</w:t>
      </w:r>
      <w:r>
        <w:tab/>
        <w:t>2.025e0</w:t>
      </w:r>
    </w:p>
    <w:p w:rsidR="006974AE" w:rsidRDefault="006974AE" w:rsidP="006974AE">
      <w:r>
        <w:t>331.4626</w:t>
      </w:r>
      <w:r>
        <w:tab/>
        <w:t>1.013e0</w:t>
      </w:r>
    </w:p>
    <w:p w:rsidR="006974AE" w:rsidRDefault="006974AE" w:rsidP="006974AE">
      <w:r>
        <w:t>331.4727</w:t>
      </w:r>
      <w:r>
        <w:tab/>
        <w:t>1.013e0</w:t>
      </w:r>
    </w:p>
    <w:p w:rsidR="006974AE" w:rsidRDefault="006974AE" w:rsidP="006974AE">
      <w:r>
        <w:lastRenderedPageBreak/>
        <w:t>331.4769</w:t>
      </w:r>
      <w:r>
        <w:tab/>
        <w:t>1.013e0</w:t>
      </w:r>
    </w:p>
    <w:p w:rsidR="006974AE" w:rsidRDefault="006974AE" w:rsidP="006974AE">
      <w:r>
        <w:t>331.5256</w:t>
      </w:r>
      <w:r>
        <w:tab/>
        <w:t>1.013e0</w:t>
      </w:r>
    </w:p>
    <w:p w:rsidR="006974AE" w:rsidRDefault="006974AE" w:rsidP="006974AE">
      <w:r>
        <w:t>331.5301</w:t>
      </w:r>
      <w:r>
        <w:tab/>
        <w:t>1.013e0</w:t>
      </w:r>
    </w:p>
    <w:p w:rsidR="006974AE" w:rsidRDefault="006974AE" w:rsidP="006974AE">
      <w:r>
        <w:t>331.5343</w:t>
      </w:r>
      <w:r>
        <w:tab/>
        <w:t>1.013e0</w:t>
      </w:r>
    </w:p>
    <w:p w:rsidR="006974AE" w:rsidRDefault="006974AE" w:rsidP="006974AE">
      <w:r>
        <w:t>331.5427</w:t>
      </w:r>
      <w:r>
        <w:tab/>
        <w:t>3.038e0</w:t>
      </w:r>
    </w:p>
    <w:p w:rsidR="006974AE" w:rsidRDefault="006974AE" w:rsidP="006974AE">
      <w:r>
        <w:t>331.5723</w:t>
      </w:r>
      <w:r>
        <w:tab/>
        <w:t>2.025e0</w:t>
      </w:r>
    </w:p>
    <w:p w:rsidR="006974AE" w:rsidRDefault="006974AE" w:rsidP="006974AE">
      <w:r>
        <w:t>331.5883</w:t>
      </w:r>
      <w:r>
        <w:tab/>
        <w:t>3.038e0</w:t>
      </w:r>
    </w:p>
    <w:p w:rsidR="006974AE" w:rsidRDefault="006974AE" w:rsidP="006974AE">
      <w:r>
        <w:t>331.6319</w:t>
      </w:r>
      <w:r>
        <w:tab/>
        <w:t>1.013e0</w:t>
      </w:r>
    </w:p>
    <w:p w:rsidR="006974AE" w:rsidRDefault="006974AE" w:rsidP="006974AE">
      <w:r>
        <w:t>331.6481</w:t>
      </w:r>
      <w:r>
        <w:tab/>
        <w:t>1.013e0</w:t>
      </w:r>
    </w:p>
    <w:p w:rsidR="006974AE" w:rsidRDefault="006974AE" w:rsidP="006974AE">
      <w:r>
        <w:t>331.6763</w:t>
      </w:r>
      <w:r>
        <w:tab/>
        <w:t>1.013e0</w:t>
      </w:r>
    </w:p>
    <w:p w:rsidR="006974AE" w:rsidRDefault="006974AE" w:rsidP="006974AE">
      <w:r>
        <w:t>331.6959</w:t>
      </w:r>
      <w:r>
        <w:tab/>
        <w:t>1.013e0</w:t>
      </w:r>
    </w:p>
    <w:p w:rsidR="006974AE" w:rsidRDefault="006974AE" w:rsidP="006974AE">
      <w:r>
        <w:t>331.7134</w:t>
      </w:r>
      <w:r>
        <w:tab/>
        <w:t>1.013e0</w:t>
      </w:r>
    </w:p>
    <w:p w:rsidR="006974AE" w:rsidRDefault="006974AE" w:rsidP="006974AE">
      <w:r>
        <w:t>331.7540</w:t>
      </w:r>
      <w:r>
        <w:tab/>
        <w:t>1.013e0</w:t>
      </w:r>
    </w:p>
    <w:p w:rsidR="006974AE" w:rsidRDefault="006974AE" w:rsidP="006974AE">
      <w:r>
        <w:t>331.7634</w:t>
      </w:r>
      <w:r>
        <w:tab/>
        <w:t>2.025e0</w:t>
      </w:r>
    </w:p>
    <w:p w:rsidR="006974AE" w:rsidRDefault="006974AE" w:rsidP="006974AE">
      <w:r>
        <w:t>331.7731</w:t>
      </w:r>
      <w:r>
        <w:tab/>
        <w:t>1.013e0</w:t>
      </w:r>
    </w:p>
    <w:p w:rsidR="006974AE" w:rsidRDefault="006974AE" w:rsidP="006974AE">
      <w:r>
        <w:t>331.7914</w:t>
      </w:r>
      <w:r>
        <w:tab/>
        <w:t>1.013e0</w:t>
      </w:r>
    </w:p>
    <w:p w:rsidR="006974AE" w:rsidRDefault="006974AE" w:rsidP="006974AE">
      <w:r>
        <w:t>331.7970</w:t>
      </w:r>
      <w:r>
        <w:tab/>
        <w:t>1.013e0</w:t>
      </w:r>
    </w:p>
    <w:p w:rsidR="006974AE" w:rsidRDefault="006974AE" w:rsidP="006974AE">
      <w:r>
        <w:t>331.8068</w:t>
      </w:r>
      <w:r>
        <w:tab/>
        <w:t>1.013e0</w:t>
      </w:r>
    </w:p>
    <w:p w:rsidR="006974AE" w:rsidRDefault="006974AE" w:rsidP="006974AE">
      <w:r>
        <w:t>331.8149</w:t>
      </w:r>
      <w:r>
        <w:tab/>
        <w:t>1.013e0</w:t>
      </w:r>
    </w:p>
    <w:p w:rsidR="006974AE" w:rsidRDefault="006974AE" w:rsidP="006974AE">
      <w:r>
        <w:lastRenderedPageBreak/>
        <w:t>331.8289</w:t>
      </w:r>
      <w:r>
        <w:tab/>
        <w:t>2.025e0</w:t>
      </w:r>
    </w:p>
    <w:p w:rsidR="006974AE" w:rsidRDefault="006974AE" w:rsidP="006974AE">
      <w:r>
        <w:t>331.8308</w:t>
      </w:r>
      <w:r>
        <w:tab/>
        <w:t>1.013e0</w:t>
      </w:r>
    </w:p>
    <w:p w:rsidR="006974AE" w:rsidRDefault="006974AE" w:rsidP="006974AE">
      <w:r>
        <w:t>331.8448</w:t>
      </w:r>
      <w:r>
        <w:tab/>
        <w:t>1.013e0</w:t>
      </w:r>
    </w:p>
    <w:p w:rsidR="006974AE" w:rsidRDefault="006974AE" w:rsidP="006974AE">
      <w:r>
        <w:t>331.8635</w:t>
      </w:r>
      <w:r>
        <w:tab/>
        <w:t>2.025e0</w:t>
      </w:r>
    </w:p>
    <w:p w:rsidR="006974AE" w:rsidRDefault="006974AE" w:rsidP="006974AE">
      <w:r>
        <w:t>331.8938</w:t>
      </w:r>
      <w:r>
        <w:tab/>
        <w:t>2.025e0</w:t>
      </w:r>
    </w:p>
    <w:p w:rsidR="006974AE" w:rsidRDefault="006974AE" w:rsidP="006974AE">
      <w:r>
        <w:t>331.9044</w:t>
      </w:r>
      <w:r>
        <w:tab/>
        <w:t>1.013e0</w:t>
      </w:r>
    </w:p>
    <w:p w:rsidR="006974AE" w:rsidRDefault="006974AE" w:rsidP="006974AE">
      <w:r>
        <w:t>331.9126</w:t>
      </w:r>
      <w:r>
        <w:tab/>
        <w:t>2.025e0</w:t>
      </w:r>
    </w:p>
    <w:p w:rsidR="006974AE" w:rsidRDefault="006974AE" w:rsidP="006974AE">
      <w:r>
        <w:t>331.9327</w:t>
      </w:r>
      <w:r>
        <w:tab/>
        <w:t>3.038e0</w:t>
      </w:r>
    </w:p>
    <w:p w:rsidR="006974AE" w:rsidRDefault="006974AE" w:rsidP="006974AE">
      <w:r>
        <w:t>331.9523</w:t>
      </w:r>
      <w:r>
        <w:tab/>
        <w:t>1.013e0</w:t>
      </w:r>
    </w:p>
    <w:p w:rsidR="006974AE" w:rsidRDefault="006974AE" w:rsidP="006974AE">
      <w:r>
        <w:t>331.9707</w:t>
      </w:r>
      <w:r>
        <w:tab/>
        <w:t>1.013e0</w:t>
      </w:r>
    </w:p>
    <w:p w:rsidR="006974AE" w:rsidRDefault="006974AE" w:rsidP="006974AE">
      <w:r>
        <w:t>331.9946</w:t>
      </w:r>
      <w:r>
        <w:tab/>
        <w:t>1.013e0</w:t>
      </w:r>
    </w:p>
    <w:p w:rsidR="006974AE" w:rsidRDefault="006974AE" w:rsidP="006974AE">
      <w:r>
        <w:t>332.0145</w:t>
      </w:r>
      <w:r>
        <w:tab/>
        <w:t>1.013e0</w:t>
      </w:r>
    </w:p>
    <w:p w:rsidR="006974AE" w:rsidRDefault="006974AE" w:rsidP="006974AE">
      <w:r>
        <w:t>332.0593</w:t>
      </w:r>
      <w:r>
        <w:tab/>
        <w:t>1.013e0</w:t>
      </w:r>
    </w:p>
    <w:p w:rsidR="006974AE" w:rsidRDefault="006974AE" w:rsidP="006974AE">
      <w:r>
        <w:t>332.0647</w:t>
      </w:r>
      <w:r>
        <w:tab/>
        <w:t>2.025e0</w:t>
      </w:r>
    </w:p>
    <w:p w:rsidR="006974AE" w:rsidRDefault="006974AE" w:rsidP="006974AE">
      <w:r>
        <w:t>332.0673</w:t>
      </w:r>
      <w:r>
        <w:tab/>
        <w:t>1.013e0</w:t>
      </w:r>
    </w:p>
    <w:p w:rsidR="006974AE" w:rsidRDefault="006974AE" w:rsidP="006974AE">
      <w:r>
        <w:t>332.0696</w:t>
      </w:r>
      <w:r>
        <w:tab/>
        <w:t>3.038e0</w:t>
      </w:r>
    </w:p>
    <w:p w:rsidR="006974AE" w:rsidRDefault="006974AE" w:rsidP="006974AE">
      <w:r>
        <w:t>332.1044</w:t>
      </w:r>
      <w:r>
        <w:tab/>
        <w:t>4.051e0</w:t>
      </w:r>
    </w:p>
    <w:p w:rsidR="006974AE" w:rsidRDefault="006974AE" w:rsidP="006974AE">
      <w:r>
        <w:t>332.1257</w:t>
      </w:r>
      <w:r>
        <w:tab/>
        <w:t>1.013e0</w:t>
      </w:r>
    </w:p>
    <w:p w:rsidR="006974AE" w:rsidRDefault="006974AE" w:rsidP="006974AE">
      <w:r>
        <w:t>332.1695</w:t>
      </w:r>
      <w:r>
        <w:tab/>
        <w:t>1.823e1</w:t>
      </w:r>
    </w:p>
    <w:p w:rsidR="006974AE" w:rsidRDefault="006974AE" w:rsidP="006974AE">
      <w:r>
        <w:lastRenderedPageBreak/>
        <w:t>332.1707</w:t>
      </w:r>
      <w:r>
        <w:tab/>
        <w:t>4.051e0</w:t>
      </w:r>
    </w:p>
    <w:p w:rsidR="006974AE" w:rsidRDefault="006974AE" w:rsidP="006974AE">
      <w:r>
        <w:t>332.1836</w:t>
      </w:r>
      <w:r>
        <w:tab/>
        <w:t>5.063e0</w:t>
      </w:r>
    </w:p>
    <w:p w:rsidR="006974AE" w:rsidRDefault="006974AE" w:rsidP="006974AE">
      <w:r>
        <w:t>332.1849</w:t>
      </w:r>
      <w:r>
        <w:tab/>
        <w:t>3.038e0</w:t>
      </w:r>
    </w:p>
    <w:p w:rsidR="006974AE" w:rsidRDefault="006974AE" w:rsidP="006974AE">
      <w:r>
        <w:t>332.1870</w:t>
      </w:r>
      <w:r>
        <w:tab/>
        <w:t>2.025e0</w:t>
      </w:r>
    </w:p>
    <w:p w:rsidR="006974AE" w:rsidRDefault="006974AE" w:rsidP="006974AE">
      <w:r>
        <w:t>332.2006</w:t>
      </w:r>
      <w:r>
        <w:tab/>
        <w:t>3.038e0</w:t>
      </w:r>
    </w:p>
    <w:p w:rsidR="006974AE" w:rsidRDefault="006974AE" w:rsidP="006974AE">
      <w:r>
        <w:t>332.2135</w:t>
      </w:r>
      <w:r>
        <w:tab/>
        <w:t>2.025e0</w:t>
      </w:r>
    </w:p>
    <w:p w:rsidR="006974AE" w:rsidRDefault="006974AE" w:rsidP="006974AE">
      <w:r>
        <w:t>332.2145</w:t>
      </w:r>
      <w:r>
        <w:tab/>
        <w:t>3.038e0</w:t>
      </w:r>
    </w:p>
    <w:p w:rsidR="006974AE" w:rsidRDefault="006974AE" w:rsidP="006974AE">
      <w:r>
        <w:t>332.2321</w:t>
      </w:r>
      <w:r>
        <w:tab/>
        <w:t>5.063e0</w:t>
      </w:r>
    </w:p>
    <w:p w:rsidR="006974AE" w:rsidRDefault="006974AE" w:rsidP="006974AE">
      <w:r>
        <w:t>332.2383</w:t>
      </w:r>
      <w:r>
        <w:tab/>
        <w:t>1.013e0</w:t>
      </w:r>
    </w:p>
    <w:p w:rsidR="006974AE" w:rsidRDefault="006974AE" w:rsidP="006974AE">
      <w:r>
        <w:t>332.2420</w:t>
      </w:r>
      <w:r>
        <w:tab/>
        <w:t>2.025e0</w:t>
      </w:r>
    </w:p>
    <w:p w:rsidR="006974AE" w:rsidRDefault="006974AE" w:rsidP="006974AE">
      <w:r>
        <w:t>332.2625</w:t>
      </w:r>
      <w:r>
        <w:tab/>
        <w:t>1.013e0</w:t>
      </w:r>
    </w:p>
    <w:p w:rsidR="006974AE" w:rsidRDefault="006974AE" w:rsidP="006974AE">
      <w:r>
        <w:t>332.2704</w:t>
      </w:r>
      <w:r>
        <w:tab/>
        <w:t>1.013e0</w:t>
      </w:r>
    </w:p>
    <w:p w:rsidR="006974AE" w:rsidRDefault="006974AE" w:rsidP="006974AE">
      <w:r>
        <w:t>332.2816</w:t>
      </w:r>
      <w:r>
        <w:tab/>
        <w:t>1.013e0</w:t>
      </w:r>
    </w:p>
    <w:p w:rsidR="006974AE" w:rsidRDefault="006974AE" w:rsidP="006974AE">
      <w:r>
        <w:t>332.2840</w:t>
      </w:r>
      <w:r>
        <w:tab/>
        <w:t>2.025e0</w:t>
      </w:r>
    </w:p>
    <w:p w:rsidR="006974AE" w:rsidRDefault="006974AE" w:rsidP="006974AE">
      <w:r>
        <w:t>332.2953</w:t>
      </w:r>
      <w:r>
        <w:tab/>
        <w:t>1.013e0</w:t>
      </w:r>
    </w:p>
    <w:p w:rsidR="006974AE" w:rsidRDefault="006974AE" w:rsidP="006974AE">
      <w:r>
        <w:t>332.3157</w:t>
      </w:r>
      <w:r>
        <w:tab/>
        <w:t>1.013e0</w:t>
      </w:r>
    </w:p>
    <w:p w:rsidR="006974AE" w:rsidRDefault="006974AE" w:rsidP="006974AE">
      <w:r>
        <w:t>332.3328</w:t>
      </w:r>
      <w:r>
        <w:tab/>
        <w:t>6.076e0</w:t>
      </w:r>
    </w:p>
    <w:p w:rsidR="006974AE" w:rsidRDefault="006974AE" w:rsidP="006974AE">
      <w:r>
        <w:t>332.3366</w:t>
      </w:r>
      <w:r>
        <w:tab/>
        <w:t>3.038e0</w:t>
      </w:r>
    </w:p>
    <w:p w:rsidR="006974AE" w:rsidRDefault="006974AE" w:rsidP="006974AE">
      <w:r>
        <w:t>332.3401</w:t>
      </w:r>
      <w:r>
        <w:tab/>
        <w:t>3.038e0</w:t>
      </w:r>
    </w:p>
    <w:p w:rsidR="006974AE" w:rsidRDefault="006974AE" w:rsidP="006974AE">
      <w:r>
        <w:lastRenderedPageBreak/>
        <w:t>332.3442</w:t>
      </w:r>
      <w:r>
        <w:tab/>
        <w:t>1.013e0</w:t>
      </w:r>
    </w:p>
    <w:p w:rsidR="006974AE" w:rsidRDefault="006974AE" w:rsidP="006974AE">
      <w:r>
        <w:t>332.3582</w:t>
      </w:r>
      <w:r>
        <w:tab/>
        <w:t>3.038e0</w:t>
      </w:r>
    </w:p>
    <w:p w:rsidR="006974AE" w:rsidRDefault="006974AE" w:rsidP="006974AE">
      <w:r>
        <w:t>332.3727</w:t>
      </w:r>
      <w:r>
        <w:tab/>
        <w:t>1.013e0</w:t>
      </w:r>
    </w:p>
    <w:p w:rsidR="006974AE" w:rsidRDefault="006974AE" w:rsidP="006974AE">
      <w:r>
        <w:t>332.3892</w:t>
      </w:r>
      <w:r>
        <w:tab/>
        <w:t>1.013e0</w:t>
      </w:r>
    </w:p>
    <w:p w:rsidR="006974AE" w:rsidRDefault="006974AE" w:rsidP="006974AE">
      <w:r>
        <w:t>332.4091</w:t>
      </w:r>
      <w:r>
        <w:tab/>
        <w:t>2.025e0</w:t>
      </w:r>
    </w:p>
    <w:p w:rsidR="006974AE" w:rsidRDefault="006974AE" w:rsidP="006974AE">
      <w:r>
        <w:t>332.4415</w:t>
      </w:r>
      <w:r>
        <w:tab/>
        <w:t>1.013e0</w:t>
      </w:r>
    </w:p>
    <w:p w:rsidR="006974AE" w:rsidRDefault="006974AE" w:rsidP="006974AE">
      <w:r>
        <w:t>332.4665</w:t>
      </w:r>
      <w:r>
        <w:tab/>
        <w:t>2.025e0</w:t>
      </w:r>
    </w:p>
    <w:p w:rsidR="006974AE" w:rsidRDefault="006974AE" w:rsidP="006974AE">
      <w:r>
        <w:t>332.4740</w:t>
      </w:r>
      <w:r>
        <w:tab/>
        <w:t>2.025e0</w:t>
      </w:r>
    </w:p>
    <w:p w:rsidR="006974AE" w:rsidRDefault="006974AE" w:rsidP="006974AE">
      <w:r>
        <w:t>332.4863</w:t>
      </w:r>
      <w:r>
        <w:tab/>
        <w:t>2.025e0</w:t>
      </w:r>
    </w:p>
    <w:p w:rsidR="006974AE" w:rsidRDefault="006974AE" w:rsidP="006974AE">
      <w:r>
        <w:t>332.5149</w:t>
      </w:r>
      <w:r>
        <w:tab/>
        <w:t>1.013e0</w:t>
      </w:r>
    </w:p>
    <w:p w:rsidR="006974AE" w:rsidRDefault="006974AE" w:rsidP="006974AE">
      <w:r>
        <w:t>332.5268</w:t>
      </w:r>
      <w:r>
        <w:tab/>
        <w:t>1.013e0</w:t>
      </w:r>
    </w:p>
    <w:p w:rsidR="006974AE" w:rsidRDefault="006974AE" w:rsidP="006974AE">
      <w:r>
        <w:t>332.5437</w:t>
      </w:r>
      <w:r>
        <w:tab/>
        <w:t>1.013e0</w:t>
      </w:r>
    </w:p>
    <w:p w:rsidR="006974AE" w:rsidRDefault="006974AE" w:rsidP="006974AE">
      <w:r>
        <w:t>332.5556</w:t>
      </w:r>
      <w:r>
        <w:tab/>
        <w:t>3.038e0</w:t>
      </w:r>
    </w:p>
    <w:p w:rsidR="006974AE" w:rsidRDefault="006974AE" w:rsidP="006974AE">
      <w:r>
        <w:t>332.5679</w:t>
      </w:r>
      <w:r>
        <w:tab/>
        <w:t>1.013e0</w:t>
      </w:r>
    </w:p>
    <w:p w:rsidR="006974AE" w:rsidRDefault="006974AE" w:rsidP="006974AE">
      <w:r>
        <w:t>332.5807</w:t>
      </w:r>
      <w:r>
        <w:tab/>
        <w:t>1.013e0</w:t>
      </w:r>
    </w:p>
    <w:p w:rsidR="006974AE" w:rsidRDefault="006974AE" w:rsidP="006974AE">
      <w:r>
        <w:t>332.5962</w:t>
      </w:r>
      <w:r>
        <w:tab/>
        <w:t>1.013e0</w:t>
      </w:r>
    </w:p>
    <w:p w:rsidR="006974AE" w:rsidRDefault="006974AE" w:rsidP="006974AE">
      <w:r>
        <w:t>332.6069</w:t>
      </w:r>
      <w:r>
        <w:tab/>
        <w:t>2.025e0</w:t>
      </w:r>
    </w:p>
    <w:p w:rsidR="006974AE" w:rsidRDefault="006974AE" w:rsidP="006974AE">
      <w:r>
        <w:t>332.6102</w:t>
      </w:r>
      <w:r>
        <w:tab/>
        <w:t>1.013e0</w:t>
      </w:r>
    </w:p>
    <w:p w:rsidR="006974AE" w:rsidRDefault="006974AE" w:rsidP="006974AE">
      <w:r>
        <w:t>332.6247</w:t>
      </w:r>
      <w:r>
        <w:tab/>
        <w:t>1.013e0</w:t>
      </w:r>
    </w:p>
    <w:p w:rsidR="006974AE" w:rsidRDefault="006974AE" w:rsidP="006974AE">
      <w:r>
        <w:lastRenderedPageBreak/>
        <w:t>332.6441</w:t>
      </w:r>
      <w:r>
        <w:tab/>
        <w:t>2.025e0</w:t>
      </w:r>
    </w:p>
    <w:p w:rsidR="006974AE" w:rsidRDefault="006974AE" w:rsidP="006974AE">
      <w:r>
        <w:t>332.6455</w:t>
      </w:r>
      <w:r>
        <w:tab/>
        <w:t>1.013e0</w:t>
      </w:r>
    </w:p>
    <w:p w:rsidR="006974AE" w:rsidRDefault="006974AE" w:rsidP="006974AE">
      <w:r>
        <w:t>332.6945</w:t>
      </w:r>
      <w:r>
        <w:tab/>
        <w:t>1.013e0</w:t>
      </w:r>
    </w:p>
    <w:p w:rsidR="006974AE" w:rsidRDefault="006974AE" w:rsidP="006974AE">
      <w:r>
        <w:t>332.6984</w:t>
      </w:r>
      <w:r>
        <w:tab/>
        <w:t>1.013e0</w:t>
      </w:r>
    </w:p>
    <w:p w:rsidR="006974AE" w:rsidRDefault="006974AE" w:rsidP="006974AE">
      <w:r>
        <w:t>332.7798</w:t>
      </w:r>
      <w:r>
        <w:tab/>
        <w:t>1.013e0</w:t>
      </w:r>
    </w:p>
    <w:p w:rsidR="006974AE" w:rsidRDefault="006974AE" w:rsidP="006974AE">
      <w:r>
        <w:t>332.7843</w:t>
      </w:r>
      <w:r>
        <w:tab/>
        <w:t>1.013e0</w:t>
      </w:r>
    </w:p>
    <w:p w:rsidR="006974AE" w:rsidRDefault="006974AE" w:rsidP="006974AE">
      <w:r>
        <w:t>332.7998</w:t>
      </w:r>
      <w:r>
        <w:tab/>
        <w:t>1.013e0</w:t>
      </w:r>
    </w:p>
    <w:p w:rsidR="006974AE" w:rsidRDefault="006974AE" w:rsidP="006974AE">
      <w:r>
        <w:t>332.8140</w:t>
      </w:r>
      <w:r>
        <w:tab/>
        <w:t>2.025e0</w:t>
      </w:r>
    </w:p>
    <w:p w:rsidR="006974AE" w:rsidRDefault="006974AE" w:rsidP="006974AE">
      <w:r>
        <w:t>332.8242</w:t>
      </w:r>
      <w:r>
        <w:tab/>
        <w:t>1.013e0</w:t>
      </w:r>
    </w:p>
    <w:p w:rsidR="006974AE" w:rsidRDefault="006974AE" w:rsidP="006974AE">
      <w:r>
        <w:t>332.8490</w:t>
      </w:r>
      <w:r>
        <w:tab/>
        <w:t>3.038e0</w:t>
      </w:r>
    </w:p>
    <w:p w:rsidR="006974AE" w:rsidRDefault="006974AE" w:rsidP="006974AE">
      <w:r>
        <w:t>332.8568</w:t>
      </w:r>
      <w:r>
        <w:tab/>
        <w:t>1.013e0</w:t>
      </w:r>
    </w:p>
    <w:p w:rsidR="006974AE" w:rsidRDefault="006974AE" w:rsidP="006974AE">
      <w:r>
        <w:t>332.8677</w:t>
      </w:r>
      <w:r>
        <w:tab/>
        <w:t>1.013e0</w:t>
      </w:r>
    </w:p>
    <w:p w:rsidR="006974AE" w:rsidRDefault="006974AE" w:rsidP="006974AE">
      <w:r>
        <w:t>332.8813</w:t>
      </w:r>
      <w:r>
        <w:tab/>
        <w:t>1.013e0</w:t>
      </w:r>
    </w:p>
    <w:p w:rsidR="006974AE" w:rsidRDefault="006974AE" w:rsidP="006974AE">
      <w:r>
        <w:t>332.9020</w:t>
      </w:r>
      <w:r>
        <w:tab/>
        <w:t>1.013e0</w:t>
      </w:r>
    </w:p>
    <w:p w:rsidR="006974AE" w:rsidRDefault="006974AE" w:rsidP="006974AE">
      <w:r>
        <w:t>332.9057</w:t>
      </w:r>
      <w:r>
        <w:tab/>
        <w:t>1.013e0</w:t>
      </w:r>
    </w:p>
    <w:p w:rsidR="006974AE" w:rsidRDefault="006974AE" w:rsidP="006974AE">
      <w:r>
        <w:t>332.9120</w:t>
      </w:r>
      <w:r>
        <w:tab/>
        <w:t>5.063e0</w:t>
      </w:r>
    </w:p>
    <w:p w:rsidR="006974AE" w:rsidRDefault="006974AE" w:rsidP="006974AE">
      <w:r>
        <w:t>332.9790</w:t>
      </w:r>
      <w:r>
        <w:tab/>
        <w:t>1.013e0</w:t>
      </w:r>
    </w:p>
    <w:p w:rsidR="006974AE" w:rsidRDefault="006974AE" w:rsidP="006974AE">
      <w:r>
        <w:t>332.9880</w:t>
      </w:r>
      <w:r>
        <w:tab/>
        <w:t>2.025e0</w:t>
      </w:r>
    </w:p>
    <w:p w:rsidR="006974AE" w:rsidRDefault="006974AE" w:rsidP="006974AE">
      <w:r>
        <w:t>333.0075</w:t>
      </w:r>
      <w:r>
        <w:tab/>
        <w:t>1.013e0</w:t>
      </w:r>
    </w:p>
    <w:p w:rsidR="006974AE" w:rsidRDefault="006974AE" w:rsidP="006974AE">
      <w:r>
        <w:lastRenderedPageBreak/>
        <w:t>333.0115</w:t>
      </w:r>
      <w:r>
        <w:tab/>
        <w:t>1.013e0</w:t>
      </w:r>
    </w:p>
    <w:p w:rsidR="006974AE" w:rsidRDefault="006974AE" w:rsidP="006974AE">
      <w:r>
        <w:t>333.0215</w:t>
      </w:r>
      <w:r>
        <w:tab/>
        <w:t>2.025e0</w:t>
      </w:r>
    </w:p>
    <w:p w:rsidR="006974AE" w:rsidRDefault="006974AE" w:rsidP="006974AE">
      <w:r>
        <w:t>333.0415</w:t>
      </w:r>
      <w:r>
        <w:tab/>
        <w:t>1.013e0</w:t>
      </w:r>
    </w:p>
    <w:p w:rsidR="006974AE" w:rsidRDefault="006974AE" w:rsidP="006974AE">
      <w:r>
        <w:t>333.0479</w:t>
      </w:r>
      <w:r>
        <w:tab/>
        <w:t>1.013e0</w:t>
      </w:r>
    </w:p>
    <w:p w:rsidR="006974AE" w:rsidRDefault="006974AE" w:rsidP="006974AE">
      <w:r>
        <w:t>333.0585</w:t>
      </w:r>
      <w:r>
        <w:tab/>
        <w:t>3.038e0</w:t>
      </w:r>
    </w:p>
    <w:p w:rsidR="006974AE" w:rsidRDefault="006974AE" w:rsidP="006974AE">
      <w:r>
        <w:t>333.0719</w:t>
      </w:r>
      <w:r>
        <w:tab/>
        <w:t>1.013e0</w:t>
      </w:r>
    </w:p>
    <w:p w:rsidR="006974AE" w:rsidRDefault="006974AE" w:rsidP="006974AE">
      <w:r>
        <w:t>333.0738</w:t>
      </w:r>
      <w:r>
        <w:tab/>
        <w:t>3.038e0</w:t>
      </w:r>
    </w:p>
    <w:p w:rsidR="006974AE" w:rsidRDefault="006974AE" w:rsidP="006974AE">
      <w:r>
        <w:t>333.0805</w:t>
      </w:r>
      <w:r>
        <w:tab/>
        <w:t>4.051e0</w:t>
      </w:r>
    </w:p>
    <w:p w:rsidR="006974AE" w:rsidRDefault="006974AE" w:rsidP="006974AE">
      <w:r>
        <w:t>333.1053</w:t>
      </w:r>
      <w:r>
        <w:tab/>
        <w:t>1.013e0</w:t>
      </w:r>
    </w:p>
    <w:p w:rsidR="006974AE" w:rsidRDefault="006974AE" w:rsidP="006974AE">
      <w:r>
        <w:t>333.1094</w:t>
      </w:r>
      <w:r>
        <w:tab/>
        <w:t>1.013e0</w:t>
      </w:r>
    </w:p>
    <w:p w:rsidR="006974AE" w:rsidRDefault="006974AE" w:rsidP="006974AE">
      <w:r>
        <w:t>333.1233</w:t>
      </w:r>
      <w:r>
        <w:tab/>
        <w:t>2.025e0</w:t>
      </w:r>
    </w:p>
    <w:p w:rsidR="006974AE" w:rsidRDefault="006974AE" w:rsidP="006974AE">
      <w:r>
        <w:t>333.1296</w:t>
      </w:r>
      <w:r>
        <w:tab/>
        <w:t>3.038e0</w:t>
      </w:r>
    </w:p>
    <w:p w:rsidR="006974AE" w:rsidRDefault="006974AE" w:rsidP="006974AE">
      <w:r>
        <w:t>333.1587</w:t>
      </w:r>
      <w:r>
        <w:tab/>
        <w:t>1.013e0</w:t>
      </w:r>
    </w:p>
    <w:p w:rsidR="006974AE" w:rsidRDefault="006974AE" w:rsidP="006974AE">
      <w:r>
        <w:t>333.1738</w:t>
      </w:r>
      <w:r>
        <w:tab/>
        <w:t>1.013e0</w:t>
      </w:r>
    </w:p>
    <w:p w:rsidR="006974AE" w:rsidRDefault="006974AE" w:rsidP="006974AE">
      <w:r>
        <w:t>333.1800</w:t>
      </w:r>
      <w:r>
        <w:tab/>
        <w:t>3.038e0</w:t>
      </w:r>
    </w:p>
    <w:p w:rsidR="006974AE" w:rsidRDefault="006974AE" w:rsidP="006974AE">
      <w:r>
        <w:t>333.1826</w:t>
      </w:r>
      <w:r>
        <w:tab/>
        <w:t>1.013e0</w:t>
      </w:r>
    </w:p>
    <w:p w:rsidR="006974AE" w:rsidRDefault="006974AE" w:rsidP="006974AE">
      <w:r>
        <w:t>333.1867</w:t>
      </w:r>
      <w:r>
        <w:tab/>
        <w:t>1.013e0</w:t>
      </w:r>
    </w:p>
    <w:p w:rsidR="006974AE" w:rsidRDefault="006974AE" w:rsidP="006974AE">
      <w:r>
        <w:t>333.1878</w:t>
      </w:r>
      <w:r>
        <w:tab/>
        <w:t>2.025e0</w:t>
      </w:r>
    </w:p>
    <w:p w:rsidR="006974AE" w:rsidRDefault="006974AE" w:rsidP="006974AE">
      <w:r>
        <w:t>333.1913</w:t>
      </w:r>
      <w:r>
        <w:tab/>
        <w:t>1.013e0</w:t>
      </w:r>
    </w:p>
    <w:p w:rsidR="006974AE" w:rsidRDefault="006974AE" w:rsidP="006974AE">
      <w:r>
        <w:lastRenderedPageBreak/>
        <w:t>333.2153</w:t>
      </w:r>
      <w:r>
        <w:tab/>
        <w:t>1.013e0</w:t>
      </w:r>
    </w:p>
    <w:p w:rsidR="006974AE" w:rsidRDefault="006974AE" w:rsidP="006974AE">
      <w:r>
        <w:t>333.2272</w:t>
      </w:r>
      <w:r>
        <w:tab/>
        <w:t>3.038e0</w:t>
      </w:r>
    </w:p>
    <w:p w:rsidR="006974AE" w:rsidRDefault="006974AE" w:rsidP="006974AE">
      <w:r>
        <w:t>333.2520</w:t>
      </w:r>
      <w:r>
        <w:tab/>
        <w:t>2.025e0</w:t>
      </w:r>
    </w:p>
    <w:p w:rsidR="006974AE" w:rsidRDefault="006974AE" w:rsidP="006974AE">
      <w:r>
        <w:t>333.2603</w:t>
      </w:r>
      <w:r>
        <w:tab/>
        <w:t>2.025e0</w:t>
      </w:r>
    </w:p>
    <w:p w:rsidR="006974AE" w:rsidRDefault="006974AE" w:rsidP="006974AE">
      <w:r>
        <w:t>333.2784</w:t>
      </w:r>
      <w:r>
        <w:tab/>
        <w:t>3.038e0</w:t>
      </w:r>
    </w:p>
    <w:p w:rsidR="006974AE" w:rsidRDefault="006974AE" w:rsidP="006974AE">
      <w:r>
        <w:t>333.3035</w:t>
      </w:r>
      <w:r>
        <w:tab/>
        <w:t>2.025e0</w:t>
      </w:r>
    </w:p>
    <w:p w:rsidR="006974AE" w:rsidRDefault="006974AE" w:rsidP="006974AE">
      <w:r>
        <w:t>333.3250</w:t>
      </w:r>
      <w:r>
        <w:tab/>
        <w:t>2.025e0</w:t>
      </w:r>
    </w:p>
    <w:p w:rsidR="006974AE" w:rsidRDefault="006974AE" w:rsidP="006974AE">
      <w:r>
        <w:t>333.3375</w:t>
      </w:r>
      <w:r>
        <w:tab/>
        <w:t>1.013e0</w:t>
      </w:r>
    </w:p>
    <w:p w:rsidR="006974AE" w:rsidRDefault="006974AE" w:rsidP="006974AE">
      <w:r>
        <w:t>333.3413</w:t>
      </w:r>
      <w:r>
        <w:tab/>
        <w:t>2.025e0</w:t>
      </w:r>
    </w:p>
    <w:p w:rsidR="006974AE" w:rsidRDefault="006974AE" w:rsidP="006974AE">
      <w:r>
        <w:t>333.3583</w:t>
      </w:r>
      <w:r>
        <w:tab/>
        <w:t>1.013e0</w:t>
      </w:r>
    </w:p>
    <w:p w:rsidR="006974AE" w:rsidRDefault="006974AE" w:rsidP="006974AE">
      <w:r>
        <w:t>333.3658</w:t>
      </w:r>
      <w:r>
        <w:tab/>
        <w:t>1.013e0</w:t>
      </w:r>
    </w:p>
    <w:p w:rsidR="006974AE" w:rsidRDefault="006974AE" w:rsidP="006974AE">
      <w:r>
        <w:t>333.3908</w:t>
      </w:r>
      <w:r>
        <w:tab/>
        <w:t>1.013e0</w:t>
      </w:r>
    </w:p>
    <w:p w:rsidR="006974AE" w:rsidRDefault="006974AE" w:rsidP="006974AE">
      <w:r>
        <w:t>333.4012</w:t>
      </w:r>
      <w:r>
        <w:tab/>
        <w:t>1.013e0</w:t>
      </w:r>
    </w:p>
    <w:p w:rsidR="006974AE" w:rsidRDefault="006974AE" w:rsidP="006974AE">
      <w:r>
        <w:t>333.4070</w:t>
      </w:r>
      <w:r>
        <w:tab/>
        <w:t>1.013e0</w:t>
      </w:r>
    </w:p>
    <w:p w:rsidR="006974AE" w:rsidRDefault="006974AE" w:rsidP="006974AE">
      <w:r>
        <w:t>333.4196</w:t>
      </w:r>
      <w:r>
        <w:tab/>
        <w:t>1.013e0</w:t>
      </w:r>
    </w:p>
    <w:p w:rsidR="006974AE" w:rsidRDefault="006974AE" w:rsidP="006974AE">
      <w:r>
        <w:t>333.4552</w:t>
      </w:r>
      <w:r>
        <w:tab/>
        <w:t>1.013e0</w:t>
      </w:r>
    </w:p>
    <w:p w:rsidR="006974AE" w:rsidRDefault="006974AE" w:rsidP="006974AE">
      <w:r>
        <w:t>333.4681</w:t>
      </w:r>
      <w:r>
        <w:tab/>
        <w:t>1.013e0</w:t>
      </w:r>
    </w:p>
    <w:p w:rsidR="006974AE" w:rsidRDefault="006974AE" w:rsidP="006974AE">
      <w:r>
        <w:t>333.4842</w:t>
      </w:r>
      <w:r>
        <w:tab/>
        <w:t>1.013e0</w:t>
      </w:r>
    </w:p>
    <w:p w:rsidR="006974AE" w:rsidRDefault="006974AE" w:rsidP="006974AE">
      <w:r>
        <w:t>333.4886</w:t>
      </w:r>
      <w:r>
        <w:tab/>
        <w:t>1.013e0</w:t>
      </w:r>
    </w:p>
    <w:p w:rsidR="006974AE" w:rsidRDefault="006974AE" w:rsidP="006974AE">
      <w:r>
        <w:lastRenderedPageBreak/>
        <w:t>333.5217</w:t>
      </w:r>
      <w:r>
        <w:tab/>
        <w:t>1.013e0</w:t>
      </w:r>
    </w:p>
    <w:p w:rsidR="006974AE" w:rsidRDefault="006974AE" w:rsidP="006974AE">
      <w:r>
        <w:t>333.5416</w:t>
      </w:r>
      <w:r>
        <w:tab/>
        <w:t>1.013e0</w:t>
      </w:r>
    </w:p>
    <w:p w:rsidR="006974AE" w:rsidRDefault="006974AE" w:rsidP="006974AE">
      <w:r>
        <w:t>333.6149</w:t>
      </w:r>
      <w:r>
        <w:tab/>
        <w:t>1.013e0</w:t>
      </w:r>
    </w:p>
    <w:p w:rsidR="006974AE" w:rsidRDefault="006974AE" w:rsidP="006974AE">
      <w:r>
        <w:t>333.6237</w:t>
      </w:r>
      <w:r>
        <w:tab/>
        <w:t>1.013e0</w:t>
      </w:r>
    </w:p>
    <w:p w:rsidR="006974AE" w:rsidRDefault="006974AE" w:rsidP="006974AE">
      <w:r>
        <w:t>333.6719</w:t>
      </w:r>
      <w:r>
        <w:tab/>
        <w:t>2.025e0</w:t>
      </w:r>
    </w:p>
    <w:p w:rsidR="006974AE" w:rsidRDefault="006974AE" w:rsidP="006974AE">
      <w:r>
        <w:t>333.7017</w:t>
      </w:r>
      <w:r>
        <w:tab/>
        <w:t>1.013e0</w:t>
      </w:r>
    </w:p>
    <w:p w:rsidR="006974AE" w:rsidRDefault="006974AE" w:rsidP="006974AE">
      <w:r>
        <w:t>333.7285</w:t>
      </w:r>
      <w:r>
        <w:tab/>
        <w:t>2.025e0</w:t>
      </w:r>
    </w:p>
    <w:p w:rsidR="006974AE" w:rsidRDefault="006974AE" w:rsidP="006974AE">
      <w:r>
        <w:t>333.7408</w:t>
      </w:r>
      <w:r>
        <w:tab/>
        <w:t>1.013e0</w:t>
      </w:r>
    </w:p>
    <w:p w:rsidR="006974AE" w:rsidRDefault="006974AE" w:rsidP="006974AE">
      <w:r>
        <w:t>333.8094</w:t>
      </w:r>
      <w:r>
        <w:tab/>
        <w:t>1.013e0</w:t>
      </w:r>
    </w:p>
    <w:p w:rsidR="006974AE" w:rsidRDefault="006974AE" w:rsidP="006974AE">
      <w:r>
        <w:t>333.8388</w:t>
      </w:r>
      <w:r>
        <w:tab/>
        <w:t>1.013e0</w:t>
      </w:r>
    </w:p>
    <w:p w:rsidR="006974AE" w:rsidRDefault="006974AE" w:rsidP="006974AE">
      <w:r>
        <w:t>333.8794</w:t>
      </w:r>
      <w:r>
        <w:tab/>
        <w:t>2.025e0</w:t>
      </w:r>
    </w:p>
    <w:p w:rsidR="006974AE" w:rsidRDefault="006974AE" w:rsidP="006974AE">
      <w:r>
        <w:t>333.8962</w:t>
      </w:r>
      <w:r>
        <w:tab/>
        <w:t>1.013e0</w:t>
      </w:r>
    </w:p>
    <w:p w:rsidR="006974AE" w:rsidRDefault="006974AE" w:rsidP="006974AE">
      <w:r>
        <w:t>333.9241</w:t>
      </w:r>
      <w:r>
        <w:tab/>
        <w:t>1.013e0</w:t>
      </w:r>
    </w:p>
    <w:p w:rsidR="006974AE" w:rsidRDefault="006974AE" w:rsidP="006974AE">
      <w:r>
        <w:t>333.9358</w:t>
      </w:r>
      <w:r>
        <w:tab/>
        <w:t>3.038e0</w:t>
      </w:r>
    </w:p>
    <w:p w:rsidR="006974AE" w:rsidRDefault="006974AE" w:rsidP="006974AE">
      <w:r>
        <w:t>333.9411</w:t>
      </w:r>
      <w:r>
        <w:tab/>
        <w:t>1.013e0</w:t>
      </w:r>
    </w:p>
    <w:p w:rsidR="006974AE" w:rsidRDefault="006974AE" w:rsidP="006974AE">
      <w:r>
        <w:t>333.9450</w:t>
      </w:r>
      <w:r>
        <w:tab/>
        <w:t>1.013e0</w:t>
      </w:r>
    </w:p>
    <w:p w:rsidR="006974AE" w:rsidRDefault="006974AE" w:rsidP="006974AE">
      <w:r>
        <w:t>333.9486</w:t>
      </w:r>
      <w:r>
        <w:tab/>
        <w:t>1.013e0</w:t>
      </w:r>
    </w:p>
    <w:p w:rsidR="006974AE" w:rsidRDefault="006974AE" w:rsidP="006974AE">
      <w:r>
        <w:t>333.9596</w:t>
      </w:r>
      <w:r>
        <w:tab/>
        <w:t>1.013e0</w:t>
      </w:r>
    </w:p>
    <w:p w:rsidR="006974AE" w:rsidRDefault="006974AE" w:rsidP="006974AE">
      <w:r>
        <w:t>333.9836</w:t>
      </w:r>
      <w:r>
        <w:tab/>
        <w:t>3.038e0</w:t>
      </w:r>
    </w:p>
    <w:p w:rsidR="006974AE" w:rsidRDefault="006974AE" w:rsidP="006974AE">
      <w:r>
        <w:lastRenderedPageBreak/>
        <w:t>333.9940</w:t>
      </w:r>
      <w:r>
        <w:tab/>
        <w:t>1.013e0</w:t>
      </w:r>
    </w:p>
    <w:p w:rsidR="006974AE" w:rsidRDefault="006974AE" w:rsidP="006974AE">
      <w:r>
        <w:t>333.9981</w:t>
      </w:r>
      <w:r>
        <w:tab/>
        <w:t>1.013e0</w:t>
      </w:r>
    </w:p>
    <w:p w:rsidR="006974AE" w:rsidRDefault="006974AE" w:rsidP="006974AE">
      <w:r>
        <w:t>334.0205</w:t>
      </w:r>
      <w:r>
        <w:tab/>
        <w:t>2.025e0</w:t>
      </w:r>
    </w:p>
    <w:p w:rsidR="006974AE" w:rsidRDefault="006974AE" w:rsidP="006974AE">
      <w:r>
        <w:t>334.0259</w:t>
      </w:r>
      <w:r>
        <w:tab/>
        <w:t>1.013e0</w:t>
      </w:r>
    </w:p>
    <w:p w:rsidR="006974AE" w:rsidRDefault="006974AE" w:rsidP="006974AE">
      <w:r>
        <w:t>334.0323</w:t>
      </w:r>
      <w:r>
        <w:tab/>
        <w:t>2.025e0</w:t>
      </w:r>
    </w:p>
    <w:p w:rsidR="006974AE" w:rsidRDefault="006974AE" w:rsidP="006974AE">
      <w:r>
        <w:t>334.0465</w:t>
      </w:r>
      <w:r>
        <w:tab/>
        <w:t>1.013e0</w:t>
      </w:r>
    </w:p>
    <w:p w:rsidR="006974AE" w:rsidRDefault="006974AE" w:rsidP="006974AE">
      <w:r>
        <w:t>334.0557</w:t>
      </w:r>
      <w:r>
        <w:tab/>
        <w:t>1.013e0</w:t>
      </w:r>
    </w:p>
    <w:p w:rsidR="006974AE" w:rsidRDefault="006974AE" w:rsidP="006974AE">
      <w:r>
        <w:t>334.0657</w:t>
      </w:r>
      <w:r>
        <w:tab/>
        <w:t>2.025e0</w:t>
      </w:r>
    </w:p>
    <w:p w:rsidR="006974AE" w:rsidRDefault="006974AE" w:rsidP="006974AE">
      <w:r>
        <w:t>334.0862</w:t>
      </w:r>
      <w:r>
        <w:tab/>
        <w:t>1.013e0</w:t>
      </w:r>
    </w:p>
    <w:p w:rsidR="006974AE" w:rsidRDefault="006974AE" w:rsidP="006974AE">
      <w:r>
        <w:t>334.0916</w:t>
      </w:r>
      <w:r>
        <w:tab/>
        <w:t>1.013e0</w:t>
      </w:r>
    </w:p>
    <w:p w:rsidR="006974AE" w:rsidRDefault="006974AE" w:rsidP="006974AE">
      <w:r>
        <w:t>334.0959</w:t>
      </w:r>
      <w:r>
        <w:tab/>
        <w:t>1.013e0</w:t>
      </w:r>
    </w:p>
    <w:p w:rsidR="006974AE" w:rsidRDefault="006974AE" w:rsidP="006974AE">
      <w:r>
        <w:t>334.0997</w:t>
      </w:r>
      <w:r>
        <w:tab/>
        <w:t>2.025e0</w:t>
      </w:r>
    </w:p>
    <w:p w:rsidR="006974AE" w:rsidRDefault="006974AE" w:rsidP="006974AE">
      <w:r>
        <w:t>334.1041</w:t>
      </w:r>
      <w:r>
        <w:tab/>
        <w:t>2.025e0</w:t>
      </w:r>
    </w:p>
    <w:p w:rsidR="006974AE" w:rsidRDefault="006974AE" w:rsidP="006974AE">
      <w:r>
        <w:t>334.1282</w:t>
      </w:r>
      <w:r>
        <w:tab/>
        <w:t>1.013e0</w:t>
      </w:r>
    </w:p>
    <w:p w:rsidR="006974AE" w:rsidRDefault="006974AE" w:rsidP="006974AE">
      <w:r>
        <w:t>334.1381</w:t>
      </w:r>
      <w:r>
        <w:tab/>
        <w:t>3.038e0</w:t>
      </w:r>
    </w:p>
    <w:p w:rsidR="006974AE" w:rsidRDefault="006974AE" w:rsidP="006974AE">
      <w:r>
        <w:t>334.1438</w:t>
      </w:r>
      <w:r>
        <w:tab/>
        <w:t>2.025e0</w:t>
      </w:r>
    </w:p>
    <w:p w:rsidR="006974AE" w:rsidRDefault="006974AE" w:rsidP="006974AE">
      <w:r>
        <w:t>334.1469</w:t>
      </w:r>
      <w:r>
        <w:tab/>
        <w:t>2.025e0</w:t>
      </w:r>
    </w:p>
    <w:p w:rsidR="006974AE" w:rsidRDefault="006974AE" w:rsidP="006974AE">
      <w:r>
        <w:t>334.1578</w:t>
      </w:r>
      <w:r>
        <w:tab/>
        <w:t>3.038e0</w:t>
      </w:r>
    </w:p>
    <w:p w:rsidR="006974AE" w:rsidRDefault="006974AE" w:rsidP="006974AE">
      <w:r>
        <w:t>334.1624</w:t>
      </w:r>
      <w:r>
        <w:tab/>
        <w:t>4.051e0</w:t>
      </w:r>
    </w:p>
    <w:p w:rsidR="006974AE" w:rsidRDefault="006974AE" w:rsidP="006974AE">
      <w:r>
        <w:lastRenderedPageBreak/>
        <w:t>334.1729</w:t>
      </w:r>
      <w:r>
        <w:tab/>
        <w:t>1.013e0</w:t>
      </w:r>
    </w:p>
    <w:p w:rsidR="006974AE" w:rsidRDefault="006974AE" w:rsidP="006974AE">
      <w:r>
        <w:t>334.1773</w:t>
      </w:r>
      <w:r>
        <w:tab/>
        <w:t>2.025e0</w:t>
      </w:r>
    </w:p>
    <w:p w:rsidR="006974AE" w:rsidRDefault="006974AE" w:rsidP="006974AE">
      <w:r>
        <w:t>334.1855</w:t>
      </w:r>
      <w:r>
        <w:tab/>
        <w:t>2.025e0</w:t>
      </w:r>
    </w:p>
    <w:p w:rsidR="006974AE" w:rsidRDefault="006974AE" w:rsidP="006974AE">
      <w:r>
        <w:t>334.2144</w:t>
      </w:r>
      <w:r>
        <w:tab/>
        <w:t>2.025e0</w:t>
      </w:r>
    </w:p>
    <w:p w:rsidR="006974AE" w:rsidRDefault="006974AE" w:rsidP="006974AE">
      <w:r>
        <w:t>334.2339</w:t>
      </w:r>
      <w:r>
        <w:tab/>
        <w:t>4.898e0</w:t>
      </w:r>
    </w:p>
    <w:p w:rsidR="006974AE" w:rsidRDefault="006974AE" w:rsidP="006974AE">
      <w:r>
        <w:t>334.2504</w:t>
      </w:r>
      <w:r>
        <w:tab/>
        <w:t>1.013e0</w:t>
      </w:r>
    </w:p>
    <w:p w:rsidR="006974AE" w:rsidRDefault="006974AE" w:rsidP="006974AE">
      <w:r>
        <w:t>334.2545</w:t>
      </w:r>
      <w:r>
        <w:tab/>
        <w:t>3.038e0</w:t>
      </w:r>
    </w:p>
    <w:p w:rsidR="006974AE" w:rsidRDefault="006974AE" w:rsidP="006974AE">
      <w:r>
        <w:t>334.2559</w:t>
      </w:r>
      <w:r>
        <w:tab/>
        <w:t>2.025e0</w:t>
      </w:r>
    </w:p>
    <w:p w:rsidR="006974AE" w:rsidRDefault="006974AE" w:rsidP="006974AE">
      <w:r>
        <w:t>334.2787</w:t>
      </w:r>
      <w:r>
        <w:tab/>
        <w:t>1.013e0</w:t>
      </w:r>
    </w:p>
    <w:p w:rsidR="006974AE" w:rsidRDefault="006974AE" w:rsidP="006974AE">
      <w:r>
        <w:t>334.2831</w:t>
      </w:r>
      <w:r>
        <w:tab/>
        <w:t>2.025e0</w:t>
      </w:r>
    </w:p>
    <w:p w:rsidR="006974AE" w:rsidRDefault="006974AE" w:rsidP="006974AE">
      <w:r>
        <w:t>334.2906</w:t>
      </w:r>
      <w:r>
        <w:tab/>
        <w:t>1.013e0</w:t>
      </w:r>
    </w:p>
    <w:p w:rsidR="006974AE" w:rsidRDefault="006974AE" w:rsidP="006974AE">
      <w:r>
        <w:t>334.3037</w:t>
      </w:r>
      <w:r>
        <w:tab/>
        <w:t>1.013e0</w:t>
      </w:r>
    </w:p>
    <w:p w:rsidR="006974AE" w:rsidRDefault="006974AE" w:rsidP="006974AE">
      <w:r>
        <w:t>334.3142</w:t>
      </w:r>
      <w:r>
        <w:tab/>
        <w:t>1.013e0</w:t>
      </w:r>
    </w:p>
    <w:p w:rsidR="006974AE" w:rsidRDefault="006974AE" w:rsidP="006974AE">
      <w:r>
        <w:t>334.3239</w:t>
      </w:r>
      <w:r>
        <w:tab/>
        <w:t>2.025e0</w:t>
      </w:r>
    </w:p>
    <w:p w:rsidR="006974AE" w:rsidRDefault="006974AE" w:rsidP="006974AE">
      <w:r>
        <w:t>334.3486</w:t>
      </w:r>
      <w:r>
        <w:tab/>
        <w:t>1.013e0</w:t>
      </w:r>
    </w:p>
    <w:p w:rsidR="006974AE" w:rsidRDefault="006974AE" w:rsidP="006974AE">
      <w:r>
        <w:t>334.3568</w:t>
      </w:r>
      <w:r>
        <w:tab/>
        <w:t>2.025e0</w:t>
      </w:r>
    </w:p>
    <w:p w:rsidR="006974AE" w:rsidRDefault="006974AE" w:rsidP="006974AE">
      <w:r>
        <w:t>334.3683</w:t>
      </w:r>
      <w:r>
        <w:tab/>
        <w:t>1.013e0</w:t>
      </w:r>
    </w:p>
    <w:p w:rsidR="006974AE" w:rsidRDefault="006974AE" w:rsidP="006974AE">
      <w:r>
        <w:t>334.3731</w:t>
      </w:r>
      <w:r>
        <w:tab/>
        <w:t>1.013e0</w:t>
      </w:r>
    </w:p>
    <w:p w:rsidR="006974AE" w:rsidRDefault="006974AE" w:rsidP="006974AE">
      <w:r>
        <w:t>334.3868</w:t>
      </w:r>
      <w:r>
        <w:tab/>
        <w:t>1.013e0</w:t>
      </w:r>
    </w:p>
    <w:p w:rsidR="006974AE" w:rsidRDefault="006974AE" w:rsidP="006974AE">
      <w:r>
        <w:lastRenderedPageBreak/>
        <w:t>334.4153</w:t>
      </w:r>
      <w:r>
        <w:tab/>
        <w:t>3.038e0</w:t>
      </w:r>
    </w:p>
    <w:p w:rsidR="006974AE" w:rsidRDefault="006974AE" w:rsidP="006974AE">
      <w:r>
        <w:t>334.4297</w:t>
      </w:r>
      <w:r>
        <w:tab/>
        <w:t>1.013e0</w:t>
      </w:r>
    </w:p>
    <w:p w:rsidR="006974AE" w:rsidRDefault="006974AE" w:rsidP="006974AE">
      <w:r>
        <w:t>334.4409</w:t>
      </w:r>
      <w:r>
        <w:tab/>
        <w:t>2.025e0</w:t>
      </w:r>
    </w:p>
    <w:p w:rsidR="006974AE" w:rsidRDefault="006974AE" w:rsidP="006974AE">
      <w:r>
        <w:t>334.4546</w:t>
      </w:r>
      <w:r>
        <w:tab/>
        <w:t>1.013e0</w:t>
      </w:r>
    </w:p>
    <w:p w:rsidR="006974AE" w:rsidRDefault="006974AE" w:rsidP="006974AE">
      <w:r>
        <w:t>334.4586</w:t>
      </w:r>
      <w:r>
        <w:tab/>
        <w:t>1.013e0</w:t>
      </w:r>
    </w:p>
    <w:p w:rsidR="006974AE" w:rsidRDefault="006974AE" w:rsidP="006974AE">
      <w:r>
        <w:t>334.4646</w:t>
      </w:r>
      <w:r>
        <w:tab/>
        <w:t>1.013e0</w:t>
      </w:r>
    </w:p>
    <w:p w:rsidR="006974AE" w:rsidRDefault="006974AE" w:rsidP="006974AE">
      <w:r>
        <w:t>334.4710</w:t>
      </w:r>
      <w:r>
        <w:tab/>
        <w:t>1.013e0</w:t>
      </w:r>
    </w:p>
    <w:p w:rsidR="006974AE" w:rsidRDefault="006974AE" w:rsidP="006974AE">
      <w:r>
        <w:t>334.4791</w:t>
      </w:r>
      <w:r>
        <w:tab/>
        <w:t>1.013e0</w:t>
      </w:r>
    </w:p>
    <w:p w:rsidR="006974AE" w:rsidRDefault="006974AE" w:rsidP="006974AE">
      <w:r>
        <w:t>334.4889</w:t>
      </w:r>
      <w:r>
        <w:tab/>
        <w:t>2.025e0</w:t>
      </w:r>
    </w:p>
    <w:p w:rsidR="006974AE" w:rsidRDefault="006974AE" w:rsidP="006974AE">
      <w:r>
        <w:t>334.5085</w:t>
      </w:r>
      <w:r>
        <w:tab/>
        <w:t>2.025e0</w:t>
      </w:r>
    </w:p>
    <w:p w:rsidR="006974AE" w:rsidRDefault="006974AE" w:rsidP="006974AE">
      <w:r>
        <w:t>334.5486</w:t>
      </w:r>
      <w:r>
        <w:tab/>
        <w:t>1.013e0</w:t>
      </w:r>
    </w:p>
    <w:p w:rsidR="006974AE" w:rsidRDefault="006974AE" w:rsidP="006974AE">
      <w:r>
        <w:t>334.5663</w:t>
      </w:r>
      <w:r>
        <w:tab/>
        <w:t>2.025e0</w:t>
      </w:r>
    </w:p>
    <w:p w:rsidR="006974AE" w:rsidRDefault="006974AE" w:rsidP="006974AE">
      <w:r>
        <w:t>334.6090</w:t>
      </w:r>
      <w:r>
        <w:tab/>
        <w:t>1.013e0</w:t>
      </w:r>
    </w:p>
    <w:p w:rsidR="006974AE" w:rsidRDefault="006974AE" w:rsidP="006974AE">
      <w:r>
        <w:t>334.6212</w:t>
      </w:r>
      <w:r>
        <w:tab/>
        <w:t>2.025e0</w:t>
      </w:r>
    </w:p>
    <w:p w:rsidR="006974AE" w:rsidRDefault="006974AE" w:rsidP="006974AE">
      <w:r>
        <w:t>334.6682</w:t>
      </w:r>
      <w:r>
        <w:tab/>
        <w:t>2.025e0</w:t>
      </w:r>
    </w:p>
    <w:p w:rsidR="006974AE" w:rsidRDefault="006974AE" w:rsidP="006974AE">
      <w:r>
        <w:t>334.6789</w:t>
      </w:r>
      <w:r>
        <w:tab/>
        <w:t>2.025e0</w:t>
      </w:r>
    </w:p>
    <w:p w:rsidR="006974AE" w:rsidRDefault="006974AE" w:rsidP="006974AE">
      <w:r>
        <w:t>334.6877</w:t>
      </w:r>
      <w:r>
        <w:tab/>
        <w:t>1.013e0</w:t>
      </w:r>
    </w:p>
    <w:p w:rsidR="006974AE" w:rsidRDefault="006974AE" w:rsidP="006974AE">
      <w:r>
        <w:t>334.7238</w:t>
      </w:r>
      <w:r>
        <w:tab/>
        <w:t>1.013e0</w:t>
      </w:r>
    </w:p>
    <w:p w:rsidR="006974AE" w:rsidRDefault="006974AE" w:rsidP="006974AE">
      <w:r>
        <w:t>334.7358</w:t>
      </w:r>
      <w:r>
        <w:tab/>
        <w:t>1.013e0</w:t>
      </w:r>
    </w:p>
    <w:p w:rsidR="006974AE" w:rsidRDefault="006974AE" w:rsidP="006974AE">
      <w:r>
        <w:lastRenderedPageBreak/>
        <w:t>334.7474</w:t>
      </w:r>
      <w:r>
        <w:tab/>
        <w:t>1.013e0</w:t>
      </w:r>
    </w:p>
    <w:p w:rsidR="006974AE" w:rsidRDefault="006974AE" w:rsidP="006974AE">
      <w:r>
        <w:t>334.7659</w:t>
      </w:r>
      <w:r>
        <w:tab/>
        <w:t>1.013e0</w:t>
      </w:r>
    </w:p>
    <w:p w:rsidR="006974AE" w:rsidRDefault="006974AE" w:rsidP="006974AE">
      <w:r>
        <w:t>334.7950</w:t>
      </w:r>
      <w:r>
        <w:tab/>
        <w:t>2.025e0</w:t>
      </w:r>
    </w:p>
    <w:p w:rsidR="006974AE" w:rsidRDefault="006974AE" w:rsidP="006974AE">
      <w:r>
        <w:t>334.8053</w:t>
      </w:r>
      <w:r>
        <w:tab/>
        <w:t>1.013e0</w:t>
      </w:r>
    </w:p>
    <w:p w:rsidR="006974AE" w:rsidRDefault="006974AE" w:rsidP="006974AE">
      <w:r>
        <w:t>334.8212</w:t>
      </w:r>
      <w:r>
        <w:tab/>
        <w:t>2.025e0</w:t>
      </w:r>
    </w:p>
    <w:p w:rsidR="006974AE" w:rsidRDefault="006974AE" w:rsidP="006974AE">
      <w:r>
        <w:t>334.8334</w:t>
      </w:r>
      <w:r>
        <w:tab/>
        <w:t>1.013e0</w:t>
      </w:r>
    </w:p>
    <w:p w:rsidR="006974AE" w:rsidRDefault="006974AE" w:rsidP="006974AE">
      <w:r>
        <w:t>334.8378</w:t>
      </w:r>
      <w:r>
        <w:tab/>
        <w:t>1.013e0</w:t>
      </w:r>
    </w:p>
    <w:p w:rsidR="006974AE" w:rsidRDefault="006974AE" w:rsidP="006974AE">
      <w:r>
        <w:t>334.8542</w:t>
      </w:r>
      <w:r>
        <w:tab/>
        <w:t>2.025e0</w:t>
      </w:r>
    </w:p>
    <w:p w:rsidR="006974AE" w:rsidRDefault="006974AE" w:rsidP="006974AE">
      <w:r>
        <w:t>334.8583</w:t>
      </w:r>
      <w:r>
        <w:tab/>
        <w:t>1.013e0</w:t>
      </w:r>
    </w:p>
    <w:p w:rsidR="006974AE" w:rsidRDefault="006974AE" w:rsidP="006974AE">
      <w:r>
        <w:t>334.8679</w:t>
      </w:r>
      <w:r>
        <w:tab/>
        <w:t>1.013e0</w:t>
      </w:r>
    </w:p>
    <w:p w:rsidR="006974AE" w:rsidRDefault="006974AE" w:rsidP="006974AE">
      <w:r>
        <w:t>334.8870</w:t>
      </w:r>
      <w:r>
        <w:tab/>
        <w:t>3.038e0</w:t>
      </w:r>
    </w:p>
    <w:p w:rsidR="006974AE" w:rsidRDefault="006974AE" w:rsidP="006974AE">
      <w:r>
        <w:t>334.9028</w:t>
      </w:r>
      <w:r>
        <w:tab/>
        <w:t>1.013e0</w:t>
      </w:r>
    </w:p>
    <w:p w:rsidR="006974AE" w:rsidRDefault="006974AE" w:rsidP="006974AE">
      <w:r>
        <w:t>334.9225</w:t>
      </w:r>
      <w:r>
        <w:tab/>
        <w:t>1.013e0</w:t>
      </w:r>
    </w:p>
    <w:p w:rsidR="006974AE" w:rsidRDefault="006974AE" w:rsidP="006974AE">
      <w:r>
        <w:t>334.9294</w:t>
      </w:r>
      <w:r>
        <w:tab/>
        <w:t>2.025e0</w:t>
      </w:r>
    </w:p>
    <w:p w:rsidR="006974AE" w:rsidRDefault="006974AE" w:rsidP="006974AE">
      <w:r>
        <w:t>334.9358</w:t>
      </w:r>
      <w:r>
        <w:tab/>
        <w:t>1.013e0</w:t>
      </w:r>
    </w:p>
    <w:p w:rsidR="006974AE" w:rsidRDefault="006974AE" w:rsidP="006974AE">
      <w:r>
        <w:t>334.9682</w:t>
      </w:r>
      <w:r>
        <w:tab/>
        <w:t>2.025e0</w:t>
      </w:r>
    </w:p>
    <w:p w:rsidR="006974AE" w:rsidRDefault="006974AE" w:rsidP="006974AE">
      <w:r>
        <w:t>334.9763</w:t>
      </w:r>
      <w:r>
        <w:tab/>
        <w:t>2.025e0</w:t>
      </w:r>
    </w:p>
    <w:p w:rsidR="006974AE" w:rsidRDefault="006974AE" w:rsidP="006974AE">
      <w:r>
        <w:t>335.0008</w:t>
      </w:r>
      <w:r>
        <w:tab/>
        <w:t>1.013e0</w:t>
      </w:r>
    </w:p>
    <w:p w:rsidR="006974AE" w:rsidRDefault="006974AE" w:rsidP="006974AE">
      <w:r>
        <w:t>335.0247</w:t>
      </w:r>
      <w:r>
        <w:tab/>
        <w:t>2.025e0</w:t>
      </w:r>
    </w:p>
    <w:p w:rsidR="006974AE" w:rsidRDefault="006974AE" w:rsidP="006974AE">
      <w:r>
        <w:lastRenderedPageBreak/>
        <w:t>335.0490</w:t>
      </w:r>
      <w:r>
        <w:tab/>
        <w:t>1.013e0</w:t>
      </w:r>
    </w:p>
    <w:p w:rsidR="006974AE" w:rsidRDefault="006974AE" w:rsidP="006974AE">
      <w:r>
        <w:t>335.0582</w:t>
      </w:r>
      <w:r>
        <w:tab/>
        <w:t>1.013e0</w:t>
      </w:r>
    </w:p>
    <w:p w:rsidR="006974AE" w:rsidRDefault="006974AE" w:rsidP="006974AE">
      <w:r>
        <w:t>335.0863</w:t>
      </w:r>
      <w:r>
        <w:tab/>
        <w:t>1.013e0</w:t>
      </w:r>
    </w:p>
    <w:p w:rsidR="006974AE" w:rsidRDefault="006974AE" w:rsidP="006974AE">
      <w:r>
        <w:t>335.1032</w:t>
      </w:r>
      <w:r>
        <w:tab/>
        <w:t>1.013e0</w:t>
      </w:r>
    </w:p>
    <w:p w:rsidR="006974AE" w:rsidRDefault="006974AE" w:rsidP="006974AE">
      <w:r>
        <w:t>335.1071</w:t>
      </w:r>
      <w:r>
        <w:tab/>
        <w:t>1.013e0</w:t>
      </w:r>
    </w:p>
    <w:p w:rsidR="006974AE" w:rsidRDefault="006974AE" w:rsidP="006974AE">
      <w:r>
        <w:t>335.1108</w:t>
      </w:r>
      <w:r>
        <w:tab/>
        <w:t>1.013e0</w:t>
      </w:r>
    </w:p>
    <w:p w:rsidR="006974AE" w:rsidRDefault="006974AE" w:rsidP="006974AE">
      <w:r>
        <w:t>335.1353</w:t>
      </w:r>
      <w:r>
        <w:tab/>
        <w:t>1.013e0</w:t>
      </w:r>
    </w:p>
    <w:p w:rsidR="006974AE" w:rsidRDefault="006974AE" w:rsidP="006974AE">
      <w:r>
        <w:t>335.1395</w:t>
      </w:r>
      <w:r>
        <w:tab/>
        <w:t>1.013e0</w:t>
      </w:r>
    </w:p>
    <w:p w:rsidR="006974AE" w:rsidRDefault="006974AE" w:rsidP="006974AE">
      <w:r>
        <w:t>335.1609</w:t>
      </w:r>
      <w:r>
        <w:tab/>
        <w:t>4.051e0</w:t>
      </w:r>
    </w:p>
    <w:p w:rsidR="006974AE" w:rsidRDefault="006974AE" w:rsidP="006974AE">
      <w:r>
        <w:t>335.1756</w:t>
      </w:r>
      <w:r>
        <w:tab/>
        <w:t>1.013e0</w:t>
      </w:r>
    </w:p>
    <w:p w:rsidR="006974AE" w:rsidRDefault="006974AE" w:rsidP="006974AE">
      <w:r>
        <w:t>335.1886</w:t>
      </w:r>
      <w:r>
        <w:tab/>
        <w:t>1.013e0</w:t>
      </w:r>
    </w:p>
    <w:p w:rsidR="006974AE" w:rsidRDefault="006974AE" w:rsidP="006974AE">
      <w:r>
        <w:t>335.1932</w:t>
      </w:r>
      <w:r>
        <w:tab/>
        <w:t>1.013e0</w:t>
      </w:r>
    </w:p>
    <w:p w:rsidR="006974AE" w:rsidRDefault="006974AE" w:rsidP="006974AE">
      <w:r>
        <w:t>335.2048</w:t>
      </w:r>
      <w:r>
        <w:tab/>
        <w:t>1.013e0</w:t>
      </w:r>
    </w:p>
    <w:p w:rsidR="006974AE" w:rsidRDefault="006974AE" w:rsidP="006974AE">
      <w:r>
        <w:t>335.2091</w:t>
      </w:r>
      <w:r>
        <w:tab/>
        <w:t>1.013e0</w:t>
      </w:r>
    </w:p>
    <w:p w:rsidR="006974AE" w:rsidRDefault="006974AE" w:rsidP="006974AE">
      <w:r>
        <w:t>335.2134</w:t>
      </w:r>
      <w:r>
        <w:tab/>
        <w:t>2.025e0</w:t>
      </w:r>
    </w:p>
    <w:p w:rsidR="006974AE" w:rsidRDefault="006974AE" w:rsidP="006974AE">
      <w:r>
        <w:t>335.2479</w:t>
      </w:r>
      <w:r>
        <w:tab/>
        <w:t>1.013e0</w:t>
      </w:r>
    </w:p>
    <w:p w:rsidR="006974AE" w:rsidRDefault="006974AE" w:rsidP="006974AE">
      <w:r>
        <w:t>335.2524</w:t>
      </w:r>
      <w:r>
        <w:tab/>
        <w:t>2.025e0</w:t>
      </w:r>
    </w:p>
    <w:p w:rsidR="006974AE" w:rsidRDefault="006974AE" w:rsidP="006974AE">
      <w:r>
        <w:t>335.2908</w:t>
      </w:r>
      <w:r>
        <w:tab/>
        <w:t>3.038e0</w:t>
      </w:r>
    </w:p>
    <w:p w:rsidR="006974AE" w:rsidRDefault="006974AE" w:rsidP="006974AE">
      <w:r>
        <w:t>335.3455</w:t>
      </w:r>
      <w:r>
        <w:tab/>
        <w:t>2.025e0</w:t>
      </w:r>
    </w:p>
    <w:p w:rsidR="006974AE" w:rsidRDefault="006974AE" w:rsidP="006974AE">
      <w:r>
        <w:lastRenderedPageBreak/>
        <w:t>335.3641</w:t>
      </w:r>
      <w:r>
        <w:tab/>
        <w:t>1.013e0</w:t>
      </w:r>
    </w:p>
    <w:p w:rsidR="006974AE" w:rsidRDefault="006974AE" w:rsidP="006974AE">
      <w:r>
        <w:t>335.3683</w:t>
      </w:r>
      <w:r>
        <w:tab/>
        <w:t>2.025e0</w:t>
      </w:r>
    </w:p>
    <w:p w:rsidR="006974AE" w:rsidRDefault="006974AE" w:rsidP="006974AE">
      <w:r>
        <w:t>335.4086</w:t>
      </w:r>
      <w:r>
        <w:tab/>
        <w:t>1.013e0</w:t>
      </w:r>
    </w:p>
    <w:p w:rsidR="006974AE" w:rsidRDefault="006974AE" w:rsidP="006974AE">
      <w:r>
        <w:t>335.4331</w:t>
      </w:r>
      <w:r>
        <w:tab/>
        <w:t>1.013e0</w:t>
      </w:r>
    </w:p>
    <w:p w:rsidR="006974AE" w:rsidRDefault="006974AE" w:rsidP="006974AE">
      <w:r>
        <w:t>335.4620</w:t>
      </w:r>
      <w:r>
        <w:tab/>
        <w:t>1.013e0</w:t>
      </w:r>
    </w:p>
    <w:p w:rsidR="006974AE" w:rsidRDefault="006974AE" w:rsidP="006974AE">
      <w:r>
        <w:t>335.5151</w:t>
      </w:r>
      <w:r>
        <w:tab/>
        <w:t>1.013e0</w:t>
      </w:r>
    </w:p>
    <w:p w:rsidR="006974AE" w:rsidRDefault="006974AE" w:rsidP="006974AE">
      <w:r>
        <w:t>335.5973</w:t>
      </w:r>
      <w:r>
        <w:tab/>
        <w:t>1.013e0</w:t>
      </w:r>
    </w:p>
    <w:p w:rsidR="006974AE" w:rsidRDefault="006974AE" w:rsidP="006974AE">
      <w:r>
        <w:t>335.6128</w:t>
      </w:r>
      <w:r>
        <w:tab/>
        <w:t>2.025e0</w:t>
      </w:r>
    </w:p>
    <w:p w:rsidR="006974AE" w:rsidRDefault="006974AE" w:rsidP="006974AE">
      <w:r>
        <w:t>335.6170</w:t>
      </w:r>
      <w:r>
        <w:tab/>
        <w:t>1.013e0</w:t>
      </w:r>
    </w:p>
    <w:p w:rsidR="006974AE" w:rsidRDefault="006974AE" w:rsidP="006974AE">
      <w:r>
        <w:t>335.6661</w:t>
      </w:r>
      <w:r>
        <w:tab/>
        <w:t>1.013e0</w:t>
      </w:r>
    </w:p>
    <w:p w:rsidR="006974AE" w:rsidRDefault="006974AE" w:rsidP="006974AE">
      <w:r>
        <w:t>335.7166</w:t>
      </w:r>
      <w:r>
        <w:tab/>
        <w:t>2.025e0</w:t>
      </w:r>
    </w:p>
    <w:p w:rsidR="006974AE" w:rsidRDefault="006974AE" w:rsidP="006974AE">
      <w:r>
        <w:t>335.7486</w:t>
      </w:r>
      <w:r>
        <w:tab/>
        <w:t>1.013e0</w:t>
      </w:r>
    </w:p>
    <w:p w:rsidR="006974AE" w:rsidRDefault="006974AE" w:rsidP="006974AE">
      <w:r>
        <w:t>335.7547</w:t>
      </w:r>
      <w:r>
        <w:tab/>
        <w:t>1.013e0</w:t>
      </w:r>
    </w:p>
    <w:p w:rsidR="006974AE" w:rsidRDefault="006974AE" w:rsidP="006974AE">
      <w:r>
        <w:t>335.7676</w:t>
      </w:r>
      <w:r>
        <w:tab/>
        <w:t>1.013e0</w:t>
      </w:r>
    </w:p>
    <w:p w:rsidR="006974AE" w:rsidRDefault="006974AE" w:rsidP="006974AE">
      <w:r>
        <w:t>335.8106</w:t>
      </w:r>
      <w:r>
        <w:tab/>
        <w:t>2.025e0</w:t>
      </w:r>
    </w:p>
    <w:p w:rsidR="006974AE" w:rsidRDefault="006974AE" w:rsidP="006974AE">
      <w:r>
        <w:t>335.8125</w:t>
      </w:r>
      <w:r>
        <w:tab/>
        <w:t>1.013e0</w:t>
      </w:r>
    </w:p>
    <w:p w:rsidR="006974AE" w:rsidRDefault="006974AE" w:rsidP="006974AE">
      <w:r>
        <w:t>335.8328</w:t>
      </w:r>
      <w:r>
        <w:tab/>
        <w:t>2.025e0</w:t>
      </w:r>
    </w:p>
    <w:p w:rsidR="006974AE" w:rsidRDefault="006974AE" w:rsidP="006974AE">
      <w:r>
        <w:t>335.8375</w:t>
      </w:r>
      <w:r>
        <w:tab/>
        <w:t>1.013e0</w:t>
      </w:r>
    </w:p>
    <w:p w:rsidR="006974AE" w:rsidRDefault="006974AE" w:rsidP="006974AE">
      <w:r>
        <w:t>335.8449</w:t>
      </w:r>
      <w:r>
        <w:tab/>
        <w:t>1.013e0</w:t>
      </w:r>
    </w:p>
    <w:p w:rsidR="006974AE" w:rsidRDefault="006974AE" w:rsidP="006974AE">
      <w:r>
        <w:lastRenderedPageBreak/>
        <w:t>335.8864</w:t>
      </w:r>
      <w:r>
        <w:tab/>
        <w:t>5.063e0</w:t>
      </w:r>
    </w:p>
    <w:p w:rsidR="006974AE" w:rsidRDefault="006974AE" w:rsidP="006974AE">
      <w:r>
        <w:t>335.8905</w:t>
      </w:r>
      <w:r>
        <w:tab/>
        <w:t>2.025e0</w:t>
      </w:r>
    </w:p>
    <w:p w:rsidR="006974AE" w:rsidRDefault="006974AE" w:rsidP="006974AE">
      <w:r>
        <w:t>335.8945</w:t>
      </w:r>
      <w:r>
        <w:tab/>
        <w:t>1.013e0</w:t>
      </w:r>
    </w:p>
    <w:p w:rsidR="006974AE" w:rsidRDefault="006974AE" w:rsidP="006974AE">
      <w:r>
        <w:t>335.8992</w:t>
      </w:r>
      <w:r>
        <w:tab/>
        <w:t>1.013e0</w:t>
      </w:r>
    </w:p>
    <w:p w:rsidR="006974AE" w:rsidRDefault="006974AE" w:rsidP="006974AE">
      <w:r>
        <w:t>335.9296</w:t>
      </w:r>
      <w:r>
        <w:tab/>
        <w:t>2.025e0</w:t>
      </w:r>
    </w:p>
    <w:p w:rsidR="006974AE" w:rsidRDefault="006974AE" w:rsidP="006974AE">
      <w:r>
        <w:t>335.9436</w:t>
      </w:r>
      <w:r>
        <w:tab/>
        <w:t>1.013e0</w:t>
      </w:r>
    </w:p>
    <w:p w:rsidR="006974AE" w:rsidRDefault="006974AE" w:rsidP="006974AE">
      <w:r>
        <w:t>335.9636</w:t>
      </w:r>
      <w:r>
        <w:tab/>
        <w:t>1.013e0</w:t>
      </w:r>
    </w:p>
    <w:p w:rsidR="006974AE" w:rsidRDefault="006974AE" w:rsidP="006974AE">
      <w:r>
        <w:t>335.9964</w:t>
      </w:r>
      <w:r>
        <w:tab/>
        <w:t>1.013e0</w:t>
      </w:r>
    </w:p>
    <w:p w:rsidR="006974AE" w:rsidRDefault="006974AE" w:rsidP="006974AE">
      <w:r>
        <w:t>336.0210</w:t>
      </w:r>
      <w:r>
        <w:tab/>
        <w:t>1.013e0</w:t>
      </w:r>
    </w:p>
    <w:p w:rsidR="006974AE" w:rsidRDefault="006974AE" w:rsidP="006974AE">
      <w:r>
        <w:t>336.0328</w:t>
      </w:r>
      <w:r>
        <w:tab/>
        <w:t>2.025e0</w:t>
      </w:r>
    </w:p>
    <w:p w:rsidR="006974AE" w:rsidRDefault="006974AE" w:rsidP="006974AE">
      <w:r>
        <w:t>336.0375</w:t>
      </w:r>
      <w:r>
        <w:tab/>
        <w:t>1.013e0</w:t>
      </w:r>
    </w:p>
    <w:p w:rsidR="006974AE" w:rsidRDefault="006974AE" w:rsidP="006974AE">
      <w:r>
        <w:t>336.0451</w:t>
      </w:r>
      <w:r>
        <w:tab/>
        <w:t>1.013e0</w:t>
      </w:r>
    </w:p>
    <w:p w:rsidR="006974AE" w:rsidRDefault="006974AE" w:rsidP="006974AE">
      <w:r>
        <w:t>336.0617</w:t>
      </w:r>
      <w:r>
        <w:tab/>
        <w:t>1.013e0</w:t>
      </w:r>
    </w:p>
    <w:p w:rsidR="006974AE" w:rsidRDefault="006974AE" w:rsidP="006974AE">
      <w:r>
        <w:t>336.0867</w:t>
      </w:r>
      <w:r>
        <w:tab/>
        <w:t>1.013e0</w:t>
      </w:r>
    </w:p>
    <w:p w:rsidR="006974AE" w:rsidRDefault="006974AE" w:rsidP="006974AE">
      <w:r>
        <w:t>336.0921</w:t>
      </w:r>
      <w:r>
        <w:tab/>
        <w:t>5.063e0</w:t>
      </w:r>
    </w:p>
    <w:p w:rsidR="006974AE" w:rsidRDefault="006974AE" w:rsidP="006974AE">
      <w:r>
        <w:t>336.0942</w:t>
      </w:r>
      <w:r>
        <w:tab/>
        <w:t>1.013e0</w:t>
      </w:r>
    </w:p>
    <w:p w:rsidR="006974AE" w:rsidRDefault="006974AE" w:rsidP="006974AE">
      <w:r>
        <w:t>336.1293</w:t>
      </w:r>
      <w:r>
        <w:tab/>
        <w:t>2.025e0</w:t>
      </w:r>
    </w:p>
    <w:p w:rsidR="006974AE" w:rsidRDefault="006974AE" w:rsidP="006974AE">
      <w:r>
        <w:t>336.1370</w:t>
      </w:r>
      <w:r>
        <w:tab/>
        <w:t>2.025e0</w:t>
      </w:r>
    </w:p>
    <w:p w:rsidR="006974AE" w:rsidRDefault="006974AE" w:rsidP="006974AE">
      <w:r>
        <w:t>336.1391</w:t>
      </w:r>
      <w:r>
        <w:tab/>
        <w:t>1.013e0</w:t>
      </w:r>
    </w:p>
    <w:p w:rsidR="006974AE" w:rsidRDefault="006974AE" w:rsidP="006974AE">
      <w:r>
        <w:lastRenderedPageBreak/>
        <w:t>336.1519</w:t>
      </w:r>
      <w:r>
        <w:tab/>
        <w:t>3.038e0</w:t>
      </w:r>
    </w:p>
    <w:p w:rsidR="006974AE" w:rsidRDefault="006974AE" w:rsidP="006974AE">
      <w:r>
        <w:t>336.1677</w:t>
      </w:r>
      <w:r>
        <w:tab/>
        <w:t>1.013e0</w:t>
      </w:r>
    </w:p>
    <w:p w:rsidR="006974AE" w:rsidRDefault="006974AE" w:rsidP="006974AE">
      <w:r>
        <w:t>336.1835</w:t>
      </w:r>
      <w:r>
        <w:tab/>
        <w:t>2.025e0</w:t>
      </w:r>
    </w:p>
    <w:p w:rsidR="006974AE" w:rsidRDefault="006974AE" w:rsidP="006974AE">
      <w:r>
        <w:t>336.1926</w:t>
      </w:r>
      <w:r>
        <w:tab/>
        <w:t>1.013e0</w:t>
      </w:r>
    </w:p>
    <w:p w:rsidR="006974AE" w:rsidRDefault="006974AE" w:rsidP="006974AE">
      <w:r>
        <w:t>336.2014</w:t>
      </w:r>
      <w:r>
        <w:tab/>
        <w:t>2.025e0</w:t>
      </w:r>
    </w:p>
    <w:p w:rsidR="006974AE" w:rsidRDefault="006974AE" w:rsidP="006974AE">
      <w:r>
        <w:t>336.2128</w:t>
      </w:r>
      <w:r>
        <w:tab/>
        <w:t>3.038e0</w:t>
      </w:r>
    </w:p>
    <w:p w:rsidR="006974AE" w:rsidRDefault="006974AE" w:rsidP="006974AE">
      <w:r>
        <w:t>336.2457</w:t>
      </w:r>
      <w:r>
        <w:tab/>
        <w:t>3.038e0</w:t>
      </w:r>
    </w:p>
    <w:p w:rsidR="006974AE" w:rsidRDefault="006974AE" w:rsidP="006974AE">
      <w:r>
        <w:t>336.2561</w:t>
      </w:r>
      <w:r>
        <w:tab/>
        <w:t>1.013e0</w:t>
      </w:r>
    </w:p>
    <w:p w:rsidR="006974AE" w:rsidRDefault="006974AE" w:rsidP="006974AE">
      <w:r>
        <w:t>336.2699</w:t>
      </w:r>
      <w:r>
        <w:tab/>
        <w:t>2.025e0</w:t>
      </w:r>
    </w:p>
    <w:p w:rsidR="006974AE" w:rsidRDefault="006974AE" w:rsidP="006974AE">
      <w:r>
        <w:t>336.3101</w:t>
      </w:r>
      <w:r>
        <w:tab/>
        <w:t>1.013e0</w:t>
      </w:r>
    </w:p>
    <w:p w:rsidR="006974AE" w:rsidRDefault="006974AE" w:rsidP="006974AE">
      <w:r>
        <w:t>336.3123</w:t>
      </w:r>
      <w:r>
        <w:tab/>
        <w:t>2.025e0</w:t>
      </w:r>
    </w:p>
    <w:p w:rsidR="006974AE" w:rsidRDefault="006974AE" w:rsidP="006974AE">
      <w:r>
        <w:t>336.3151</w:t>
      </w:r>
      <w:r>
        <w:tab/>
        <w:t>1.013e0</w:t>
      </w:r>
    </w:p>
    <w:p w:rsidR="006974AE" w:rsidRDefault="006974AE" w:rsidP="006974AE">
      <w:r>
        <w:t>336.3347</w:t>
      </w:r>
      <w:r>
        <w:tab/>
        <w:t>1.013e0</w:t>
      </w:r>
    </w:p>
    <w:p w:rsidR="006974AE" w:rsidRDefault="006974AE" w:rsidP="006974AE">
      <w:r>
        <w:t>336.3392</w:t>
      </w:r>
      <w:r>
        <w:tab/>
        <w:t>1.013e0</w:t>
      </w:r>
    </w:p>
    <w:p w:rsidR="006974AE" w:rsidRDefault="006974AE" w:rsidP="006974AE">
      <w:r>
        <w:t>336.3436</w:t>
      </w:r>
      <w:r>
        <w:tab/>
        <w:t>2.025e0</w:t>
      </w:r>
    </w:p>
    <w:p w:rsidR="006974AE" w:rsidRDefault="006974AE" w:rsidP="006974AE">
      <w:r>
        <w:t>336.3471</w:t>
      </w:r>
      <w:r>
        <w:tab/>
        <w:t>1.013e0</w:t>
      </w:r>
    </w:p>
    <w:p w:rsidR="006974AE" w:rsidRDefault="006974AE" w:rsidP="006974AE">
      <w:r>
        <w:t>336.3681</w:t>
      </w:r>
      <w:r>
        <w:tab/>
        <w:t>1.013e0</w:t>
      </w:r>
    </w:p>
    <w:p w:rsidR="006974AE" w:rsidRDefault="006974AE" w:rsidP="006974AE">
      <w:r>
        <w:t>336.3721</w:t>
      </w:r>
      <w:r>
        <w:tab/>
        <w:t>3.038e0</w:t>
      </w:r>
    </w:p>
    <w:p w:rsidR="006974AE" w:rsidRDefault="006974AE" w:rsidP="006974AE">
      <w:r>
        <w:t>336.3962</w:t>
      </w:r>
      <w:r>
        <w:tab/>
        <w:t>1.013e0</w:t>
      </w:r>
    </w:p>
    <w:p w:rsidR="006974AE" w:rsidRDefault="006974AE" w:rsidP="006974AE">
      <w:r>
        <w:lastRenderedPageBreak/>
        <w:t>336.4167</w:t>
      </w:r>
      <w:r>
        <w:tab/>
        <w:t>1.013e0</w:t>
      </w:r>
    </w:p>
    <w:p w:rsidR="006974AE" w:rsidRDefault="006974AE" w:rsidP="006974AE">
      <w:r>
        <w:t>336.4212</w:t>
      </w:r>
      <w:r>
        <w:tab/>
        <w:t>2.025e0</w:t>
      </w:r>
    </w:p>
    <w:p w:rsidR="006974AE" w:rsidRDefault="006974AE" w:rsidP="006974AE">
      <w:r>
        <w:t>336.5109</w:t>
      </w:r>
      <w:r>
        <w:tab/>
        <w:t>2.025e0</w:t>
      </w:r>
    </w:p>
    <w:p w:rsidR="006974AE" w:rsidRDefault="006974AE" w:rsidP="006974AE">
      <w:r>
        <w:t>336.5723</w:t>
      </w:r>
      <w:r>
        <w:tab/>
        <w:t>2.025e0</w:t>
      </w:r>
    </w:p>
    <w:p w:rsidR="006974AE" w:rsidRDefault="006974AE" w:rsidP="006974AE">
      <w:r>
        <w:t>336.6168</w:t>
      </w:r>
      <w:r>
        <w:tab/>
        <w:t>1.013e0</w:t>
      </w:r>
    </w:p>
    <w:p w:rsidR="006974AE" w:rsidRDefault="006974AE" w:rsidP="006974AE">
      <w:r>
        <w:t>336.6213</w:t>
      </w:r>
      <w:r>
        <w:tab/>
        <w:t>1.013e0</w:t>
      </w:r>
    </w:p>
    <w:p w:rsidR="006974AE" w:rsidRDefault="006974AE" w:rsidP="006974AE">
      <w:r>
        <w:t>336.6306</w:t>
      </w:r>
      <w:r>
        <w:tab/>
        <w:t>1.013e0</w:t>
      </w:r>
    </w:p>
    <w:p w:rsidR="006974AE" w:rsidRDefault="006974AE" w:rsidP="006974AE">
      <w:r>
        <w:t>336.6458</w:t>
      </w:r>
      <w:r>
        <w:tab/>
        <w:t>1.013e0</w:t>
      </w:r>
    </w:p>
    <w:p w:rsidR="006974AE" w:rsidRDefault="006974AE" w:rsidP="006974AE">
      <w:r>
        <w:t>336.6790</w:t>
      </w:r>
      <w:r>
        <w:tab/>
        <w:t>1.013e0</w:t>
      </w:r>
    </w:p>
    <w:p w:rsidR="006974AE" w:rsidRDefault="006974AE" w:rsidP="006974AE">
      <w:r>
        <w:t>336.6943</w:t>
      </w:r>
      <w:r>
        <w:tab/>
        <w:t>1.013e0</w:t>
      </w:r>
    </w:p>
    <w:p w:rsidR="006974AE" w:rsidRDefault="006974AE" w:rsidP="006974AE">
      <w:r>
        <w:t>336.7478</w:t>
      </w:r>
      <w:r>
        <w:tab/>
        <w:t>1.013e0</w:t>
      </w:r>
    </w:p>
    <w:p w:rsidR="006974AE" w:rsidRDefault="006974AE" w:rsidP="006974AE">
      <w:r>
        <w:t>336.7819</w:t>
      </w:r>
      <w:r>
        <w:tab/>
        <w:t>1.013e0</w:t>
      </w:r>
    </w:p>
    <w:p w:rsidR="006974AE" w:rsidRDefault="006974AE" w:rsidP="006974AE">
      <w:r>
        <w:t>336.7884</w:t>
      </w:r>
      <w:r>
        <w:tab/>
        <w:t>1.013e0</w:t>
      </w:r>
    </w:p>
    <w:p w:rsidR="006974AE" w:rsidRDefault="006974AE" w:rsidP="006974AE">
      <w:r>
        <w:t>336.8253</w:t>
      </w:r>
      <w:r>
        <w:tab/>
        <w:t>1.013e0</w:t>
      </w:r>
    </w:p>
    <w:p w:rsidR="006974AE" w:rsidRDefault="006974AE" w:rsidP="006974AE">
      <w:r>
        <w:t>336.8494</w:t>
      </w:r>
      <w:r>
        <w:tab/>
        <w:t>1.013e0</w:t>
      </w:r>
    </w:p>
    <w:p w:rsidR="006974AE" w:rsidRDefault="006974AE" w:rsidP="006974AE">
      <w:r>
        <w:t>336.8842</w:t>
      </w:r>
      <w:r>
        <w:tab/>
        <w:t>2.025e0</w:t>
      </w:r>
    </w:p>
    <w:p w:rsidR="006974AE" w:rsidRDefault="006974AE" w:rsidP="006974AE">
      <w:r>
        <w:t>336.8989</w:t>
      </w:r>
      <w:r>
        <w:tab/>
        <w:t>1.013e0</w:t>
      </w:r>
    </w:p>
    <w:p w:rsidR="006974AE" w:rsidRDefault="006974AE" w:rsidP="006974AE">
      <w:r>
        <w:t>336.9072</w:t>
      </w:r>
      <w:r>
        <w:tab/>
        <w:t>2.025e0</w:t>
      </w:r>
    </w:p>
    <w:p w:rsidR="006974AE" w:rsidRDefault="006974AE" w:rsidP="006974AE">
      <w:r>
        <w:t>336.9194</w:t>
      </w:r>
      <w:r>
        <w:tab/>
        <w:t>4.051e0</w:t>
      </w:r>
    </w:p>
    <w:p w:rsidR="006974AE" w:rsidRDefault="006974AE" w:rsidP="006974AE">
      <w:r>
        <w:lastRenderedPageBreak/>
        <w:t>336.9435</w:t>
      </w:r>
      <w:r>
        <w:tab/>
        <w:t>1.013e0</w:t>
      </w:r>
    </w:p>
    <w:p w:rsidR="006974AE" w:rsidRDefault="006974AE" w:rsidP="006974AE">
      <w:r>
        <w:t>336.9480</w:t>
      </w:r>
      <w:r>
        <w:tab/>
        <w:t>1.013e0</w:t>
      </w:r>
    </w:p>
    <w:p w:rsidR="006974AE" w:rsidRDefault="006974AE" w:rsidP="006974AE">
      <w:r>
        <w:t>336.9575</w:t>
      </w:r>
      <w:r>
        <w:tab/>
        <w:t>1.013e0</w:t>
      </w:r>
    </w:p>
    <w:p w:rsidR="006974AE" w:rsidRDefault="006974AE" w:rsidP="006974AE">
      <w:r>
        <w:t>336.9721</w:t>
      </w:r>
      <w:r>
        <w:tab/>
        <w:t>1.013e0</w:t>
      </w:r>
    </w:p>
    <w:p w:rsidR="006974AE" w:rsidRDefault="006974AE" w:rsidP="006974AE">
      <w:r>
        <w:t>336.9929</w:t>
      </w:r>
      <w:r>
        <w:tab/>
        <w:t>1.013e0</w:t>
      </w:r>
    </w:p>
    <w:p w:rsidR="006974AE" w:rsidRDefault="006974AE" w:rsidP="006974AE">
      <w:r>
        <w:t>337.0088</w:t>
      </w:r>
      <w:r>
        <w:tab/>
        <w:t>2.025e0</w:t>
      </w:r>
    </w:p>
    <w:p w:rsidR="006974AE" w:rsidRDefault="006974AE" w:rsidP="006974AE">
      <w:r>
        <w:t>337.0470</w:t>
      </w:r>
      <w:r>
        <w:tab/>
        <w:t>3.038e0</w:t>
      </w:r>
    </w:p>
    <w:p w:rsidR="006974AE" w:rsidRDefault="006974AE" w:rsidP="006974AE">
      <w:r>
        <w:t>337.0500</w:t>
      </w:r>
      <w:r>
        <w:tab/>
        <w:t>2.025e0</w:t>
      </w:r>
    </w:p>
    <w:p w:rsidR="006974AE" w:rsidRDefault="006974AE" w:rsidP="006974AE">
      <w:r>
        <w:t>337.0605</w:t>
      </w:r>
      <w:r>
        <w:tab/>
        <w:t>2.025e0</w:t>
      </w:r>
    </w:p>
    <w:p w:rsidR="006974AE" w:rsidRDefault="006974AE" w:rsidP="006974AE">
      <w:r>
        <w:t>337.0680</w:t>
      </w:r>
      <w:r>
        <w:tab/>
        <w:t>2.025e0</w:t>
      </w:r>
    </w:p>
    <w:p w:rsidR="006974AE" w:rsidRDefault="006974AE" w:rsidP="006974AE">
      <w:r>
        <w:t>337.0851</w:t>
      </w:r>
      <w:r>
        <w:tab/>
        <w:t>1.013e0</w:t>
      </w:r>
    </w:p>
    <w:p w:rsidR="006974AE" w:rsidRDefault="006974AE" w:rsidP="006974AE">
      <w:r>
        <w:t>337.1029</w:t>
      </w:r>
      <w:r>
        <w:tab/>
        <w:t>1.013e0</w:t>
      </w:r>
    </w:p>
    <w:p w:rsidR="006974AE" w:rsidRDefault="006974AE" w:rsidP="006974AE">
      <w:r>
        <w:t>337.1332</w:t>
      </w:r>
      <w:r>
        <w:tab/>
        <w:t>1.013e0</w:t>
      </w:r>
    </w:p>
    <w:p w:rsidR="006974AE" w:rsidRDefault="006974AE" w:rsidP="006974AE">
      <w:r>
        <w:t>337.1390</w:t>
      </w:r>
      <w:r>
        <w:tab/>
        <w:t>2.025e0</w:t>
      </w:r>
    </w:p>
    <w:p w:rsidR="006974AE" w:rsidRDefault="006974AE" w:rsidP="006974AE">
      <w:r>
        <w:t>337.1515</w:t>
      </w:r>
      <w:r>
        <w:tab/>
        <w:t>1.013e0</w:t>
      </w:r>
    </w:p>
    <w:p w:rsidR="006974AE" w:rsidRDefault="006974AE" w:rsidP="006974AE">
      <w:r>
        <w:t>337.1639</w:t>
      </w:r>
      <w:r>
        <w:tab/>
        <w:t>3.038e0</w:t>
      </w:r>
    </w:p>
    <w:p w:rsidR="006974AE" w:rsidRDefault="006974AE" w:rsidP="006974AE">
      <w:r>
        <w:t>337.1848</w:t>
      </w:r>
      <w:r>
        <w:tab/>
        <w:t>2.025e0</w:t>
      </w:r>
    </w:p>
    <w:p w:rsidR="006974AE" w:rsidRDefault="006974AE" w:rsidP="006974AE">
      <w:r>
        <w:t>337.1877</w:t>
      </w:r>
      <w:r>
        <w:tab/>
        <w:t>1.013e0</w:t>
      </w:r>
    </w:p>
    <w:p w:rsidR="006974AE" w:rsidRDefault="006974AE" w:rsidP="006974AE">
      <w:r>
        <w:t>337.2256</w:t>
      </w:r>
      <w:r>
        <w:tab/>
        <w:t>1.013e0</w:t>
      </w:r>
    </w:p>
    <w:p w:rsidR="006974AE" w:rsidRDefault="006974AE" w:rsidP="006974AE">
      <w:r>
        <w:lastRenderedPageBreak/>
        <w:t>337.2391</w:t>
      </w:r>
      <w:r>
        <w:tab/>
        <w:t>2.025e0</w:t>
      </w:r>
    </w:p>
    <w:p w:rsidR="006974AE" w:rsidRDefault="006974AE" w:rsidP="006974AE">
      <w:r>
        <w:t>337.2461</w:t>
      </w:r>
      <w:r>
        <w:tab/>
        <w:t>1.013e0</w:t>
      </w:r>
    </w:p>
    <w:p w:rsidR="006974AE" w:rsidRDefault="006974AE" w:rsidP="006974AE">
      <w:r>
        <w:t>337.2604</w:t>
      </w:r>
      <w:r>
        <w:tab/>
        <w:t>1.013e0</w:t>
      </w:r>
    </w:p>
    <w:p w:rsidR="006974AE" w:rsidRDefault="006974AE" w:rsidP="006974AE">
      <w:r>
        <w:t>337.2849</w:t>
      </w:r>
      <w:r>
        <w:tab/>
        <w:t>2.025e0</w:t>
      </w:r>
    </w:p>
    <w:p w:rsidR="006974AE" w:rsidRDefault="006974AE" w:rsidP="006974AE">
      <w:r>
        <w:t>337.2988</w:t>
      </w:r>
      <w:r>
        <w:tab/>
        <w:t>1.013e0</w:t>
      </w:r>
    </w:p>
    <w:p w:rsidR="006974AE" w:rsidRDefault="006974AE" w:rsidP="006974AE">
      <w:r>
        <w:t>337.3090</w:t>
      </w:r>
      <w:r>
        <w:tab/>
        <w:t>3.038e0</w:t>
      </w:r>
    </w:p>
    <w:p w:rsidR="006974AE" w:rsidRDefault="006974AE" w:rsidP="006974AE">
      <w:r>
        <w:t>337.3154</w:t>
      </w:r>
      <w:r>
        <w:tab/>
        <w:t>1.013e0</w:t>
      </w:r>
    </w:p>
    <w:p w:rsidR="006974AE" w:rsidRDefault="006974AE" w:rsidP="006974AE">
      <w:r>
        <w:t>337.3192</w:t>
      </w:r>
      <w:r>
        <w:tab/>
        <w:t>1.013e0</w:t>
      </w:r>
    </w:p>
    <w:p w:rsidR="006974AE" w:rsidRDefault="006974AE" w:rsidP="006974AE">
      <w:r>
        <w:t>337.3238</w:t>
      </w:r>
      <w:r>
        <w:tab/>
        <w:t>1.013e0</w:t>
      </w:r>
    </w:p>
    <w:p w:rsidR="006974AE" w:rsidRDefault="006974AE" w:rsidP="006974AE">
      <w:r>
        <w:t>337.3383</w:t>
      </w:r>
      <w:r>
        <w:tab/>
        <w:t>2.025e0</w:t>
      </w:r>
    </w:p>
    <w:p w:rsidR="006974AE" w:rsidRDefault="006974AE" w:rsidP="006974AE">
      <w:r>
        <w:t>337.3436</w:t>
      </w:r>
      <w:r>
        <w:tab/>
        <w:t>2.025e0</w:t>
      </w:r>
    </w:p>
    <w:p w:rsidR="006974AE" w:rsidRDefault="006974AE" w:rsidP="006974AE">
      <w:r>
        <w:t>337.3519</w:t>
      </w:r>
      <w:r>
        <w:tab/>
        <w:t>2.025e0</w:t>
      </w:r>
    </w:p>
    <w:p w:rsidR="006974AE" w:rsidRDefault="006974AE" w:rsidP="006974AE">
      <w:r>
        <w:t>337.3728</w:t>
      </w:r>
      <w:r>
        <w:tab/>
        <w:t>1.013e0</w:t>
      </w:r>
    </w:p>
    <w:p w:rsidR="006974AE" w:rsidRDefault="006974AE" w:rsidP="006974AE">
      <w:r>
        <w:t>337.3933</w:t>
      </w:r>
      <w:r>
        <w:tab/>
        <w:t>1.013e0</w:t>
      </w:r>
    </w:p>
    <w:p w:rsidR="006974AE" w:rsidRDefault="006974AE" w:rsidP="006974AE">
      <w:r>
        <w:t>337.3987</w:t>
      </w:r>
      <w:r>
        <w:tab/>
        <w:t>2.025e0</w:t>
      </w:r>
    </w:p>
    <w:p w:rsidR="006974AE" w:rsidRDefault="006974AE" w:rsidP="006974AE">
      <w:r>
        <w:t>337.4362</w:t>
      </w:r>
      <w:r>
        <w:tab/>
        <w:t>1.013e0</w:t>
      </w:r>
    </w:p>
    <w:p w:rsidR="006974AE" w:rsidRDefault="006974AE" w:rsidP="006974AE">
      <w:r>
        <w:t>337.4504</w:t>
      </w:r>
      <w:r>
        <w:tab/>
        <w:t>1.013e0</w:t>
      </w:r>
    </w:p>
    <w:p w:rsidR="006974AE" w:rsidRDefault="006974AE" w:rsidP="006974AE">
      <w:r>
        <w:t>337.4745</w:t>
      </w:r>
      <w:r>
        <w:tab/>
        <w:t>1.013e0</w:t>
      </w:r>
    </w:p>
    <w:p w:rsidR="006974AE" w:rsidRDefault="006974AE" w:rsidP="006974AE">
      <w:r>
        <w:t>337.4995</w:t>
      </w:r>
      <w:r>
        <w:tab/>
        <w:t>1.013e0</w:t>
      </w:r>
    </w:p>
    <w:p w:rsidR="006974AE" w:rsidRDefault="006974AE" w:rsidP="006974AE">
      <w:r>
        <w:lastRenderedPageBreak/>
        <w:t>337.5030</w:t>
      </w:r>
      <w:r>
        <w:tab/>
        <w:t>1.013e0</w:t>
      </w:r>
    </w:p>
    <w:p w:rsidR="006974AE" w:rsidRDefault="006974AE" w:rsidP="006974AE">
      <w:r>
        <w:t>337.5236</w:t>
      </w:r>
      <w:r>
        <w:tab/>
        <w:t>1.013e0</w:t>
      </w:r>
    </w:p>
    <w:p w:rsidR="006974AE" w:rsidRDefault="006974AE" w:rsidP="006974AE">
      <w:r>
        <w:t>337.5883</w:t>
      </w:r>
      <w:r>
        <w:tab/>
        <w:t>1.013e0</w:t>
      </w:r>
    </w:p>
    <w:p w:rsidR="006974AE" w:rsidRDefault="006974AE" w:rsidP="006974AE">
      <w:r>
        <w:t>337.6122</w:t>
      </w:r>
      <w:r>
        <w:tab/>
        <w:t>1.013e0</w:t>
      </w:r>
    </w:p>
    <w:p w:rsidR="006974AE" w:rsidRDefault="006974AE" w:rsidP="006974AE">
      <w:r>
        <w:t>337.6546</w:t>
      </w:r>
      <w:r>
        <w:tab/>
        <w:t>1.013e0</w:t>
      </w:r>
    </w:p>
    <w:p w:rsidR="006974AE" w:rsidRDefault="006974AE" w:rsidP="006974AE">
      <w:r>
        <w:t>337.6607</w:t>
      </w:r>
      <w:r>
        <w:tab/>
        <w:t>1.013e0</w:t>
      </w:r>
    </w:p>
    <w:p w:rsidR="006974AE" w:rsidRDefault="006974AE" w:rsidP="006974AE">
      <w:r>
        <w:t>337.6710</w:t>
      </w:r>
      <w:r>
        <w:tab/>
        <w:t>1.013e0</w:t>
      </w:r>
    </w:p>
    <w:p w:rsidR="006974AE" w:rsidRDefault="006974AE" w:rsidP="006974AE">
      <w:r>
        <w:t>337.6751</w:t>
      </w:r>
      <w:r>
        <w:tab/>
        <w:t>1.013e0</w:t>
      </w:r>
    </w:p>
    <w:p w:rsidR="006974AE" w:rsidRDefault="006974AE" w:rsidP="006974AE">
      <w:r>
        <w:t>337.6920</w:t>
      </w:r>
      <w:r>
        <w:tab/>
        <w:t>3.038e0</w:t>
      </w:r>
    </w:p>
    <w:p w:rsidR="006974AE" w:rsidRDefault="006974AE" w:rsidP="006974AE">
      <w:r>
        <w:t>337.7097</w:t>
      </w:r>
      <w:r>
        <w:tab/>
        <w:t>1.013e0</w:t>
      </w:r>
    </w:p>
    <w:p w:rsidR="006974AE" w:rsidRDefault="006974AE" w:rsidP="006974AE">
      <w:r>
        <w:t>337.7280</w:t>
      </w:r>
      <w:r>
        <w:tab/>
        <w:t>1.013e0</w:t>
      </w:r>
    </w:p>
    <w:p w:rsidR="006974AE" w:rsidRDefault="006974AE" w:rsidP="006974AE">
      <w:r>
        <w:t>337.7442</w:t>
      </w:r>
      <w:r>
        <w:tab/>
        <w:t>1.013e0</w:t>
      </w:r>
    </w:p>
    <w:p w:rsidR="006974AE" w:rsidRDefault="006974AE" w:rsidP="006974AE">
      <w:r>
        <w:t>337.7728</w:t>
      </w:r>
      <w:r>
        <w:tab/>
        <w:t>1.013e0</w:t>
      </w:r>
    </w:p>
    <w:p w:rsidR="006974AE" w:rsidRDefault="006974AE" w:rsidP="006974AE">
      <w:r>
        <w:t>337.8367</w:t>
      </w:r>
      <w:r>
        <w:tab/>
        <w:t>1.013e0</w:t>
      </w:r>
    </w:p>
    <w:p w:rsidR="006974AE" w:rsidRDefault="006974AE" w:rsidP="006974AE">
      <w:r>
        <w:t>337.8463</w:t>
      </w:r>
      <w:r>
        <w:tab/>
        <w:t>1.013e0</w:t>
      </w:r>
    </w:p>
    <w:p w:rsidR="006974AE" w:rsidRDefault="006974AE" w:rsidP="006974AE">
      <w:r>
        <w:t>337.8553</w:t>
      </w:r>
      <w:r>
        <w:tab/>
        <w:t>1.013e0</w:t>
      </w:r>
    </w:p>
    <w:p w:rsidR="006974AE" w:rsidRDefault="006974AE" w:rsidP="006974AE">
      <w:r>
        <w:t>337.8958</w:t>
      </w:r>
      <w:r>
        <w:tab/>
        <w:t>1.013e0</w:t>
      </w:r>
    </w:p>
    <w:p w:rsidR="006974AE" w:rsidRDefault="006974AE" w:rsidP="006974AE">
      <w:r>
        <w:t>337.9244</w:t>
      </w:r>
      <w:r>
        <w:tab/>
        <w:t>1.013e0</w:t>
      </w:r>
    </w:p>
    <w:p w:rsidR="006974AE" w:rsidRDefault="006974AE" w:rsidP="006974AE">
      <w:r>
        <w:t>337.9485</w:t>
      </w:r>
      <w:r>
        <w:tab/>
        <w:t>2.025e0</w:t>
      </w:r>
    </w:p>
    <w:p w:rsidR="006974AE" w:rsidRDefault="006974AE" w:rsidP="006974AE">
      <w:r>
        <w:lastRenderedPageBreak/>
        <w:t>337.9824</w:t>
      </w:r>
      <w:r>
        <w:tab/>
        <w:t>1.013e0</w:t>
      </w:r>
    </w:p>
    <w:p w:rsidR="006974AE" w:rsidRDefault="006974AE" w:rsidP="006974AE">
      <w:r>
        <w:t>337.9878</w:t>
      </w:r>
      <w:r>
        <w:tab/>
        <w:t>2.025e0</w:t>
      </w:r>
    </w:p>
    <w:p w:rsidR="006974AE" w:rsidRDefault="006974AE" w:rsidP="006974AE">
      <w:r>
        <w:t>337.9904</w:t>
      </w:r>
      <w:r>
        <w:tab/>
        <w:t>3.038e0</w:t>
      </w:r>
    </w:p>
    <w:p w:rsidR="006974AE" w:rsidRDefault="006974AE" w:rsidP="006974AE">
      <w:r>
        <w:t>337.9936</w:t>
      </w:r>
      <w:r>
        <w:tab/>
        <w:t>1.013e0</w:t>
      </w:r>
    </w:p>
    <w:p w:rsidR="006974AE" w:rsidRDefault="006974AE" w:rsidP="006974AE">
      <w:r>
        <w:t>337.9948</w:t>
      </w:r>
      <w:r>
        <w:tab/>
        <w:t>4.051e0</w:t>
      </w:r>
    </w:p>
    <w:p w:rsidR="006974AE" w:rsidRDefault="006974AE" w:rsidP="006974AE">
      <w:r>
        <w:t>337.9969</w:t>
      </w:r>
      <w:r>
        <w:tab/>
        <w:t>3.038e0</w:t>
      </w:r>
    </w:p>
    <w:p w:rsidR="006974AE" w:rsidRDefault="006974AE" w:rsidP="006974AE">
      <w:r>
        <w:t>337.9998</w:t>
      </w:r>
      <w:r>
        <w:tab/>
        <w:t>3.038e0</w:t>
      </w:r>
    </w:p>
    <w:p w:rsidR="006974AE" w:rsidRDefault="006974AE" w:rsidP="006974AE">
      <w:r>
        <w:t>338.0186</w:t>
      </w:r>
      <w:r>
        <w:tab/>
        <w:t>2.025e0</w:t>
      </w:r>
    </w:p>
    <w:p w:rsidR="006974AE" w:rsidRDefault="006974AE" w:rsidP="006974AE">
      <w:r>
        <w:t>338.0507</w:t>
      </w:r>
      <w:r>
        <w:tab/>
        <w:t>1.013e0</w:t>
      </w:r>
    </w:p>
    <w:p w:rsidR="006974AE" w:rsidRDefault="006974AE" w:rsidP="006974AE">
      <w:r>
        <w:t>338.0618</w:t>
      </w:r>
      <w:r>
        <w:tab/>
        <w:t>1.013e0</w:t>
      </w:r>
    </w:p>
    <w:p w:rsidR="006974AE" w:rsidRDefault="006974AE" w:rsidP="006974AE">
      <w:r>
        <w:t>338.0674</w:t>
      </w:r>
      <w:r>
        <w:tab/>
        <w:t>1.013e0</w:t>
      </w:r>
    </w:p>
    <w:p w:rsidR="006974AE" w:rsidRDefault="006974AE" w:rsidP="006974AE">
      <w:r>
        <w:t>338.0711</w:t>
      </w:r>
      <w:r>
        <w:tab/>
        <w:t>1.013e0</w:t>
      </w:r>
    </w:p>
    <w:p w:rsidR="006974AE" w:rsidRDefault="006974AE" w:rsidP="006974AE">
      <w:r>
        <w:t>338.1041</w:t>
      </w:r>
      <w:r>
        <w:tab/>
        <w:t>2.025e0</w:t>
      </w:r>
    </w:p>
    <w:p w:rsidR="006974AE" w:rsidRDefault="006974AE" w:rsidP="006974AE">
      <w:r>
        <w:t>338.1100</w:t>
      </w:r>
      <w:r>
        <w:tab/>
        <w:t>1.013e0</w:t>
      </w:r>
    </w:p>
    <w:p w:rsidR="006974AE" w:rsidRDefault="006974AE" w:rsidP="006974AE">
      <w:r>
        <w:t>338.1247</w:t>
      </w:r>
      <w:r>
        <w:tab/>
        <w:t>1.013e0</w:t>
      </w:r>
    </w:p>
    <w:p w:rsidR="006974AE" w:rsidRDefault="006974AE" w:rsidP="006974AE">
      <w:r>
        <w:t>338.1443</w:t>
      </w:r>
      <w:r>
        <w:tab/>
        <w:t>2.025e0</w:t>
      </w:r>
    </w:p>
    <w:p w:rsidR="006974AE" w:rsidRDefault="006974AE" w:rsidP="006974AE">
      <w:r>
        <w:t>338.1488</w:t>
      </w:r>
      <w:r>
        <w:tab/>
        <w:t>1.013e0</w:t>
      </w:r>
    </w:p>
    <w:p w:rsidR="006974AE" w:rsidRDefault="006974AE" w:rsidP="006974AE">
      <w:r>
        <w:t>338.1593</w:t>
      </w:r>
      <w:r>
        <w:tab/>
        <w:t>3.038e0</w:t>
      </w:r>
    </w:p>
    <w:p w:rsidR="006974AE" w:rsidRDefault="006974AE" w:rsidP="006974AE">
      <w:r>
        <w:t>338.1940</w:t>
      </w:r>
      <w:r>
        <w:tab/>
        <w:t>3.038e0</w:t>
      </w:r>
    </w:p>
    <w:p w:rsidR="006974AE" w:rsidRDefault="006974AE" w:rsidP="006974AE">
      <w:r>
        <w:lastRenderedPageBreak/>
        <w:t>338.2018</w:t>
      </w:r>
      <w:r>
        <w:tab/>
        <w:t>1.013e0</w:t>
      </w:r>
    </w:p>
    <w:p w:rsidR="006974AE" w:rsidRDefault="006974AE" w:rsidP="006974AE">
      <w:r>
        <w:t>338.2469</w:t>
      </w:r>
      <w:r>
        <w:tab/>
        <w:t>1.013e0</w:t>
      </w:r>
    </w:p>
    <w:p w:rsidR="006974AE" w:rsidRDefault="006974AE" w:rsidP="006974AE">
      <w:r>
        <w:t>338.2509</w:t>
      </w:r>
      <w:r>
        <w:tab/>
        <w:t>1.013e0</w:t>
      </w:r>
    </w:p>
    <w:p w:rsidR="006974AE" w:rsidRDefault="006974AE" w:rsidP="006974AE">
      <w:r>
        <w:t>338.2574</w:t>
      </w:r>
      <w:r>
        <w:tab/>
        <w:t>2.025e0</w:t>
      </w:r>
    </w:p>
    <w:p w:rsidR="006974AE" w:rsidRDefault="006974AE" w:rsidP="006974AE">
      <w:r>
        <w:t>338.2680</w:t>
      </w:r>
      <w:r>
        <w:tab/>
        <w:t>1.013e0</w:t>
      </w:r>
    </w:p>
    <w:p w:rsidR="006974AE" w:rsidRDefault="006974AE" w:rsidP="006974AE">
      <w:r>
        <w:t>338.2694</w:t>
      </w:r>
      <w:r>
        <w:tab/>
        <w:t>2.025e0</w:t>
      </w:r>
    </w:p>
    <w:p w:rsidR="006974AE" w:rsidRDefault="006974AE" w:rsidP="006974AE">
      <w:r>
        <w:t>338.2922</w:t>
      </w:r>
      <w:r>
        <w:tab/>
        <w:t>1.013e0</w:t>
      </w:r>
    </w:p>
    <w:p w:rsidR="006974AE" w:rsidRDefault="006974AE" w:rsidP="006974AE">
      <w:r>
        <w:t>338.3048</w:t>
      </w:r>
      <w:r>
        <w:tab/>
        <w:t>1.013e0</w:t>
      </w:r>
    </w:p>
    <w:p w:rsidR="006974AE" w:rsidRDefault="006974AE" w:rsidP="006974AE">
      <w:r>
        <w:t>338.3091</w:t>
      </w:r>
      <w:r>
        <w:tab/>
        <w:t>3.038e0</w:t>
      </w:r>
    </w:p>
    <w:p w:rsidR="006974AE" w:rsidRDefault="006974AE" w:rsidP="006974AE">
      <w:r>
        <w:t>338.3170</w:t>
      </w:r>
      <w:r>
        <w:tab/>
        <w:t>1.013e0</w:t>
      </w:r>
    </w:p>
    <w:p w:rsidR="006974AE" w:rsidRDefault="006974AE" w:rsidP="006974AE">
      <w:r>
        <w:t>338.3374</w:t>
      </w:r>
      <w:r>
        <w:tab/>
        <w:t>2.025e0</w:t>
      </w:r>
    </w:p>
    <w:p w:rsidR="006974AE" w:rsidRDefault="006974AE" w:rsidP="006974AE">
      <w:r>
        <w:t>338.3414</w:t>
      </w:r>
      <w:r>
        <w:tab/>
        <w:t>7.089e0</w:t>
      </w:r>
    </w:p>
    <w:p w:rsidR="006974AE" w:rsidRDefault="006974AE" w:rsidP="006974AE">
      <w:r>
        <w:t>338.3495</w:t>
      </w:r>
      <w:r>
        <w:tab/>
        <w:t>1.013e0</w:t>
      </w:r>
    </w:p>
    <w:p w:rsidR="006974AE" w:rsidRDefault="006974AE" w:rsidP="006974AE">
      <w:r>
        <w:t>338.3652</w:t>
      </w:r>
      <w:r>
        <w:tab/>
        <w:t>1.013e0</w:t>
      </w:r>
    </w:p>
    <w:p w:rsidR="006974AE" w:rsidRDefault="006974AE" w:rsidP="006974AE">
      <w:r>
        <w:t>338.4138</w:t>
      </w:r>
      <w:r>
        <w:tab/>
        <w:t>1.013e0</w:t>
      </w:r>
    </w:p>
    <w:p w:rsidR="006974AE" w:rsidRDefault="006974AE" w:rsidP="006974AE">
      <w:r>
        <w:t>338.4579</w:t>
      </w:r>
      <w:r>
        <w:tab/>
        <w:t>2.025e0</w:t>
      </w:r>
    </w:p>
    <w:p w:rsidR="006974AE" w:rsidRDefault="006974AE" w:rsidP="006974AE">
      <w:r>
        <w:t>338.4683</w:t>
      </w:r>
      <w:r>
        <w:tab/>
        <w:t>1.013e0</w:t>
      </w:r>
    </w:p>
    <w:p w:rsidR="006974AE" w:rsidRDefault="006974AE" w:rsidP="006974AE">
      <w:r>
        <w:t>338.4717</w:t>
      </w:r>
      <w:r>
        <w:tab/>
        <w:t>1.013e0</w:t>
      </w:r>
    </w:p>
    <w:p w:rsidR="006974AE" w:rsidRDefault="006974AE" w:rsidP="006974AE">
      <w:r>
        <w:t>338.4811</w:t>
      </w:r>
      <w:r>
        <w:tab/>
        <w:t>1.013e0</w:t>
      </w:r>
    </w:p>
    <w:p w:rsidR="006974AE" w:rsidRDefault="006974AE" w:rsidP="006974AE">
      <w:r>
        <w:lastRenderedPageBreak/>
        <w:t>338.4872</w:t>
      </w:r>
      <w:r>
        <w:tab/>
        <w:t>1.013e0</w:t>
      </w:r>
    </w:p>
    <w:p w:rsidR="006974AE" w:rsidRDefault="006974AE" w:rsidP="006974AE">
      <w:r>
        <w:t>338.5208</w:t>
      </w:r>
      <w:r>
        <w:tab/>
        <w:t>1.013e0</w:t>
      </w:r>
    </w:p>
    <w:p w:rsidR="006974AE" w:rsidRDefault="006974AE" w:rsidP="006974AE">
      <w:r>
        <w:t>338.5298</w:t>
      </w:r>
      <w:r>
        <w:tab/>
        <w:t>1.013e0</w:t>
      </w:r>
    </w:p>
    <w:p w:rsidR="006974AE" w:rsidRDefault="006974AE" w:rsidP="006974AE">
      <w:r>
        <w:t>338.5841</w:t>
      </w:r>
      <w:r>
        <w:tab/>
        <w:t>1.013e0</w:t>
      </w:r>
    </w:p>
    <w:p w:rsidR="006974AE" w:rsidRDefault="006974AE" w:rsidP="006974AE">
      <w:r>
        <w:t>338.6328</w:t>
      </w:r>
      <w:r>
        <w:tab/>
        <w:t>1.013e0</w:t>
      </w:r>
    </w:p>
    <w:p w:rsidR="006974AE" w:rsidRDefault="006974AE" w:rsidP="006974AE">
      <w:r>
        <w:t>338.6725</w:t>
      </w:r>
      <w:r>
        <w:tab/>
        <w:t>1.013e0</w:t>
      </w:r>
    </w:p>
    <w:p w:rsidR="006974AE" w:rsidRDefault="006974AE" w:rsidP="006974AE">
      <w:r>
        <w:t>338.6765</w:t>
      </w:r>
      <w:r>
        <w:tab/>
        <w:t>1.013e0</w:t>
      </w:r>
    </w:p>
    <w:p w:rsidR="006974AE" w:rsidRDefault="006974AE" w:rsidP="006974AE">
      <w:r>
        <w:t>338.7212</w:t>
      </w:r>
      <w:r>
        <w:tab/>
        <w:t>1.013e0</w:t>
      </w:r>
    </w:p>
    <w:p w:rsidR="006974AE" w:rsidRDefault="006974AE" w:rsidP="006974AE">
      <w:r>
        <w:t>338.7707</w:t>
      </w:r>
      <w:r>
        <w:tab/>
        <w:t>1.013e0</w:t>
      </w:r>
    </w:p>
    <w:p w:rsidR="006974AE" w:rsidRDefault="006974AE" w:rsidP="006974AE">
      <w:r>
        <w:t>338.7792</w:t>
      </w:r>
      <w:r>
        <w:tab/>
        <w:t>1.013e0</w:t>
      </w:r>
    </w:p>
    <w:p w:rsidR="006974AE" w:rsidRDefault="006974AE" w:rsidP="006974AE">
      <w:r>
        <w:t>338.8092</w:t>
      </w:r>
      <w:r>
        <w:tab/>
        <w:t>1.013e0</w:t>
      </w:r>
    </w:p>
    <w:p w:rsidR="006974AE" w:rsidRDefault="006974AE" w:rsidP="006974AE">
      <w:r>
        <w:t>338.8218</w:t>
      </w:r>
      <w:r>
        <w:tab/>
        <w:t>2.025e0</w:t>
      </w:r>
    </w:p>
    <w:p w:rsidR="006974AE" w:rsidRDefault="006974AE" w:rsidP="006974AE">
      <w:r>
        <w:t>338.8401</w:t>
      </w:r>
      <w:r>
        <w:tab/>
        <w:t>1.013e0</w:t>
      </w:r>
    </w:p>
    <w:p w:rsidR="006974AE" w:rsidRDefault="006974AE" w:rsidP="006974AE">
      <w:r>
        <w:t>338.8518</w:t>
      </w:r>
      <w:r>
        <w:tab/>
        <w:t>1.013e0</w:t>
      </w:r>
    </w:p>
    <w:p w:rsidR="006974AE" w:rsidRDefault="006974AE" w:rsidP="006974AE">
      <w:r>
        <w:t>338.8579</w:t>
      </w:r>
      <w:r>
        <w:tab/>
        <w:t>1.013e0</w:t>
      </w:r>
    </w:p>
    <w:p w:rsidR="006974AE" w:rsidRDefault="006974AE" w:rsidP="006974AE">
      <w:r>
        <w:t>338.8823</w:t>
      </w:r>
      <w:r>
        <w:tab/>
        <w:t>1.013e0</w:t>
      </w:r>
    </w:p>
    <w:p w:rsidR="006974AE" w:rsidRDefault="006974AE" w:rsidP="006974AE">
      <w:r>
        <w:t>338.8883</w:t>
      </w:r>
      <w:r>
        <w:tab/>
        <w:t>1.013e0</w:t>
      </w:r>
    </w:p>
    <w:p w:rsidR="006974AE" w:rsidRDefault="006974AE" w:rsidP="006974AE">
      <w:r>
        <w:t>338.8930</w:t>
      </w:r>
      <w:r>
        <w:tab/>
        <w:t>1.013e0</w:t>
      </w:r>
    </w:p>
    <w:p w:rsidR="006974AE" w:rsidRDefault="006974AE" w:rsidP="006974AE">
      <w:r>
        <w:t>338.8975</w:t>
      </w:r>
      <w:r>
        <w:tab/>
        <w:t>1.013e0</w:t>
      </w:r>
    </w:p>
    <w:p w:rsidR="006974AE" w:rsidRDefault="006974AE" w:rsidP="006974AE">
      <w:r>
        <w:lastRenderedPageBreak/>
        <w:t>338.9066</w:t>
      </w:r>
      <w:r>
        <w:tab/>
        <w:t>1.013e0</w:t>
      </w:r>
    </w:p>
    <w:p w:rsidR="006974AE" w:rsidRDefault="006974AE" w:rsidP="006974AE">
      <w:r>
        <w:t>338.9297</w:t>
      </w:r>
      <w:r>
        <w:tab/>
        <w:t>3.038e0</w:t>
      </w:r>
    </w:p>
    <w:p w:rsidR="006974AE" w:rsidRDefault="006974AE" w:rsidP="006974AE">
      <w:r>
        <w:t>338.9310</w:t>
      </w:r>
      <w:r>
        <w:tab/>
        <w:t>2.025e0</w:t>
      </w:r>
    </w:p>
    <w:p w:rsidR="006974AE" w:rsidRDefault="006974AE" w:rsidP="006974AE">
      <w:r>
        <w:t>338.9421</w:t>
      </w:r>
      <w:r>
        <w:tab/>
        <w:t>1.013e0</w:t>
      </w:r>
    </w:p>
    <w:p w:rsidR="006974AE" w:rsidRDefault="006974AE" w:rsidP="006974AE">
      <w:r>
        <w:t>338.9588</w:t>
      </w:r>
      <w:r>
        <w:tab/>
        <w:t>2.025e0</w:t>
      </w:r>
    </w:p>
    <w:p w:rsidR="006974AE" w:rsidRDefault="006974AE" w:rsidP="006974AE">
      <w:r>
        <w:t>338.9797</w:t>
      </w:r>
      <w:r>
        <w:tab/>
        <w:t>1.013e0</w:t>
      </w:r>
    </w:p>
    <w:p w:rsidR="006974AE" w:rsidRDefault="006974AE" w:rsidP="006974AE">
      <w:r>
        <w:t>338.9917</w:t>
      </w:r>
      <w:r>
        <w:tab/>
        <w:t>1.013e0</w:t>
      </w:r>
    </w:p>
    <w:p w:rsidR="006974AE" w:rsidRDefault="006974AE" w:rsidP="006974AE">
      <w:r>
        <w:t>338.9955</w:t>
      </w:r>
      <w:r>
        <w:tab/>
        <w:t>3.038e0</w:t>
      </w:r>
    </w:p>
    <w:p w:rsidR="006974AE" w:rsidRDefault="006974AE" w:rsidP="006974AE">
      <w:r>
        <w:t>338.9997</w:t>
      </w:r>
      <w:r>
        <w:tab/>
        <w:t>5.063e0</w:t>
      </w:r>
    </w:p>
    <w:p w:rsidR="006974AE" w:rsidRDefault="006974AE" w:rsidP="006974AE">
      <w:r>
        <w:t>339.0040</w:t>
      </w:r>
      <w:r>
        <w:tab/>
        <w:t>3.038e0</w:t>
      </w:r>
    </w:p>
    <w:p w:rsidR="006974AE" w:rsidRDefault="006974AE" w:rsidP="006974AE">
      <w:r>
        <w:t>339.0176</w:t>
      </w:r>
      <w:r>
        <w:tab/>
        <w:t>2.025e0</w:t>
      </w:r>
    </w:p>
    <w:p w:rsidR="006974AE" w:rsidRDefault="006974AE" w:rsidP="006974AE">
      <w:r>
        <w:t>339.0248</w:t>
      </w:r>
      <w:r>
        <w:tab/>
        <w:t>4.051e0</w:t>
      </w:r>
    </w:p>
    <w:p w:rsidR="006974AE" w:rsidRDefault="006974AE" w:rsidP="006974AE">
      <w:r>
        <w:t>339.0443</w:t>
      </w:r>
      <w:r>
        <w:tab/>
        <w:t>1.013e0</w:t>
      </w:r>
    </w:p>
    <w:p w:rsidR="006974AE" w:rsidRDefault="006974AE" w:rsidP="006974AE">
      <w:r>
        <w:t>339.0516</w:t>
      </w:r>
      <w:r>
        <w:tab/>
        <w:t>3.038e0</w:t>
      </w:r>
    </w:p>
    <w:p w:rsidR="006974AE" w:rsidRDefault="006974AE" w:rsidP="006974AE">
      <w:r>
        <w:t>339.0532</w:t>
      </w:r>
      <w:r>
        <w:tab/>
        <w:t>1.013e0</w:t>
      </w:r>
    </w:p>
    <w:p w:rsidR="006974AE" w:rsidRDefault="006974AE" w:rsidP="006974AE">
      <w:r>
        <w:t>339.0567</w:t>
      </w:r>
      <w:r>
        <w:tab/>
        <w:t>2.025e0</w:t>
      </w:r>
    </w:p>
    <w:p w:rsidR="006974AE" w:rsidRDefault="006974AE" w:rsidP="006974AE">
      <w:r>
        <w:t>339.0799</w:t>
      </w:r>
      <w:r>
        <w:tab/>
        <w:t>2.025e0</w:t>
      </w:r>
    </w:p>
    <w:p w:rsidR="006974AE" w:rsidRDefault="006974AE" w:rsidP="006974AE">
      <w:r>
        <w:t>339.0897</w:t>
      </w:r>
      <w:r>
        <w:tab/>
        <w:t>1.013e0</w:t>
      </w:r>
    </w:p>
    <w:p w:rsidR="006974AE" w:rsidRDefault="006974AE" w:rsidP="006974AE">
      <w:r>
        <w:t>339.0909</w:t>
      </w:r>
      <w:r>
        <w:tab/>
        <w:t>2.025e0</w:t>
      </w:r>
    </w:p>
    <w:p w:rsidR="006974AE" w:rsidRDefault="006974AE" w:rsidP="006974AE">
      <w:r>
        <w:lastRenderedPageBreak/>
        <w:t>339.0975</w:t>
      </w:r>
      <w:r>
        <w:tab/>
        <w:t>3.038e0</w:t>
      </w:r>
    </w:p>
    <w:p w:rsidR="006974AE" w:rsidRDefault="006974AE" w:rsidP="006974AE">
      <w:r>
        <w:t>339.1224</w:t>
      </w:r>
      <w:r>
        <w:tab/>
        <w:t>1.013e0</w:t>
      </w:r>
    </w:p>
    <w:p w:rsidR="006974AE" w:rsidRDefault="006974AE" w:rsidP="006974AE">
      <w:r>
        <w:t>339.1365</w:t>
      </w:r>
      <w:r>
        <w:tab/>
        <w:t>2.025e0</w:t>
      </w:r>
    </w:p>
    <w:p w:rsidR="006974AE" w:rsidRDefault="006974AE" w:rsidP="006974AE">
      <w:r>
        <w:t>339.1398</w:t>
      </w:r>
      <w:r>
        <w:tab/>
        <w:t>2.025e0</w:t>
      </w:r>
    </w:p>
    <w:p w:rsidR="006974AE" w:rsidRDefault="006974AE" w:rsidP="006974AE">
      <w:r>
        <w:t>339.1563</w:t>
      </w:r>
      <w:r>
        <w:tab/>
        <w:t>1.013e0</w:t>
      </w:r>
    </w:p>
    <w:p w:rsidR="006974AE" w:rsidRDefault="006974AE" w:rsidP="006974AE">
      <w:r>
        <w:t>339.1595</w:t>
      </w:r>
      <w:r>
        <w:tab/>
        <w:t>2.025e0</w:t>
      </w:r>
    </w:p>
    <w:p w:rsidR="006974AE" w:rsidRDefault="006974AE" w:rsidP="006974AE">
      <w:r>
        <w:t>339.1628</w:t>
      </w:r>
      <w:r>
        <w:tab/>
        <w:t>1.013e0</w:t>
      </w:r>
    </w:p>
    <w:p w:rsidR="006974AE" w:rsidRDefault="006974AE" w:rsidP="006974AE">
      <w:r>
        <w:t>339.1674</w:t>
      </w:r>
      <w:r>
        <w:tab/>
        <w:t>1.013e0</w:t>
      </w:r>
    </w:p>
    <w:p w:rsidR="006974AE" w:rsidRDefault="006974AE" w:rsidP="006974AE">
      <w:r>
        <w:t>339.1711</w:t>
      </w:r>
      <w:r>
        <w:tab/>
        <w:t>1.013e0</w:t>
      </w:r>
    </w:p>
    <w:p w:rsidR="006974AE" w:rsidRDefault="006974AE" w:rsidP="006974AE">
      <w:r>
        <w:t>339.2054</w:t>
      </w:r>
      <w:r>
        <w:tab/>
        <w:t>1.013e0</w:t>
      </w:r>
    </w:p>
    <w:p w:rsidR="006974AE" w:rsidRDefault="006974AE" w:rsidP="006974AE">
      <w:r>
        <w:t>339.2072</w:t>
      </w:r>
      <w:r>
        <w:tab/>
        <w:t>3.038e0</w:t>
      </w:r>
    </w:p>
    <w:p w:rsidR="006974AE" w:rsidRDefault="006974AE" w:rsidP="006974AE">
      <w:r>
        <w:t>339.2104</w:t>
      </w:r>
      <w:r>
        <w:tab/>
        <w:t>5.063e0</w:t>
      </w:r>
    </w:p>
    <w:p w:rsidR="006974AE" w:rsidRDefault="006974AE" w:rsidP="006974AE">
      <w:r>
        <w:t>339.2289</w:t>
      </w:r>
      <w:r>
        <w:tab/>
        <w:t>2.025e0</w:t>
      </w:r>
    </w:p>
    <w:p w:rsidR="006974AE" w:rsidRDefault="006974AE" w:rsidP="006974AE">
      <w:r>
        <w:t>339.2309</w:t>
      </w:r>
      <w:r>
        <w:tab/>
        <w:t>2.025e0</w:t>
      </w:r>
    </w:p>
    <w:p w:rsidR="006974AE" w:rsidRDefault="006974AE" w:rsidP="006974AE">
      <w:r>
        <w:t>339.2599</w:t>
      </w:r>
      <w:r>
        <w:tab/>
        <w:t>1.013e0</w:t>
      </w:r>
    </w:p>
    <w:p w:rsidR="006974AE" w:rsidRDefault="006974AE" w:rsidP="006974AE">
      <w:r>
        <w:t>339.2692</w:t>
      </w:r>
      <w:r>
        <w:tab/>
        <w:t>1.013e0</w:t>
      </w:r>
    </w:p>
    <w:p w:rsidR="006974AE" w:rsidRDefault="006974AE" w:rsidP="006974AE">
      <w:r>
        <w:t>339.2737</w:t>
      </w:r>
      <w:r>
        <w:tab/>
        <w:t>1.013e0</w:t>
      </w:r>
    </w:p>
    <w:p w:rsidR="006974AE" w:rsidRDefault="006974AE" w:rsidP="006974AE">
      <w:r>
        <w:t>339.2899</w:t>
      </w:r>
      <w:r>
        <w:tab/>
        <w:t>2.025e0</w:t>
      </w:r>
    </w:p>
    <w:p w:rsidR="006974AE" w:rsidRDefault="006974AE" w:rsidP="006974AE">
      <w:r>
        <w:t>339.2979</w:t>
      </w:r>
      <w:r>
        <w:tab/>
        <w:t>1.013e0</w:t>
      </w:r>
    </w:p>
    <w:p w:rsidR="006974AE" w:rsidRDefault="006974AE" w:rsidP="006974AE">
      <w:r>
        <w:lastRenderedPageBreak/>
        <w:t>339.3029</w:t>
      </w:r>
      <w:r>
        <w:tab/>
        <w:t>1.013e0</w:t>
      </w:r>
    </w:p>
    <w:p w:rsidR="006974AE" w:rsidRDefault="006974AE" w:rsidP="006974AE">
      <w:r>
        <w:t>339.3105</w:t>
      </w:r>
      <w:r>
        <w:tab/>
        <w:t>2.025e0</w:t>
      </w:r>
    </w:p>
    <w:p w:rsidR="006974AE" w:rsidRDefault="006974AE" w:rsidP="006974AE">
      <w:r>
        <w:t>339.3183</w:t>
      </w:r>
      <w:r>
        <w:tab/>
        <w:t>1.013e0</w:t>
      </w:r>
    </w:p>
    <w:p w:rsidR="006974AE" w:rsidRDefault="006974AE" w:rsidP="006974AE">
      <w:r>
        <w:t>339.3273</w:t>
      </w:r>
      <w:r>
        <w:tab/>
        <w:t>1.013e0</w:t>
      </w:r>
    </w:p>
    <w:p w:rsidR="006974AE" w:rsidRDefault="006974AE" w:rsidP="006974AE">
      <w:r>
        <w:t>339.3395</w:t>
      </w:r>
      <w:r>
        <w:tab/>
        <w:t>1.013e0</w:t>
      </w:r>
    </w:p>
    <w:p w:rsidR="006974AE" w:rsidRDefault="006974AE" w:rsidP="006974AE">
      <w:r>
        <w:t>339.3470</w:t>
      </w:r>
      <w:r>
        <w:tab/>
        <w:t>1.013e0</w:t>
      </w:r>
    </w:p>
    <w:p w:rsidR="006974AE" w:rsidRDefault="006974AE" w:rsidP="006974AE">
      <w:r>
        <w:t>339.3761</w:t>
      </w:r>
      <w:r>
        <w:tab/>
        <w:t>1.013e0</w:t>
      </w:r>
    </w:p>
    <w:p w:rsidR="006974AE" w:rsidRDefault="006974AE" w:rsidP="006974AE">
      <w:r>
        <w:t>339.3965</w:t>
      </w:r>
      <w:r>
        <w:tab/>
        <w:t>1.013e0</w:t>
      </w:r>
    </w:p>
    <w:p w:rsidR="006974AE" w:rsidRDefault="006974AE" w:rsidP="006974AE">
      <w:r>
        <w:t>339.4061</w:t>
      </w:r>
      <w:r>
        <w:tab/>
        <w:t>1.013e0</w:t>
      </w:r>
    </w:p>
    <w:p w:rsidR="006974AE" w:rsidRDefault="006974AE" w:rsidP="006974AE">
      <w:r>
        <w:t>339.4366</w:t>
      </w:r>
      <w:r>
        <w:tab/>
        <w:t>1.013e0</w:t>
      </w:r>
    </w:p>
    <w:p w:rsidR="006974AE" w:rsidRDefault="006974AE" w:rsidP="006974AE">
      <w:r>
        <w:t>339.4411</w:t>
      </w:r>
      <w:r>
        <w:tab/>
        <w:t>1.013e0</w:t>
      </w:r>
    </w:p>
    <w:p w:rsidR="006974AE" w:rsidRDefault="006974AE" w:rsidP="006974AE">
      <w:r>
        <w:t>339.4734</w:t>
      </w:r>
      <w:r>
        <w:tab/>
        <w:t>2.025e0</w:t>
      </w:r>
    </w:p>
    <w:p w:rsidR="006974AE" w:rsidRDefault="006974AE" w:rsidP="006974AE">
      <w:r>
        <w:t>339.4793</w:t>
      </w:r>
      <w:r>
        <w:tab/>
        <w:t>1.013e0</w:t>
      </w:r>
    </w:p>
    <w:p w:rsidR="006974AE" w:rsidRDefault="006974AE" w:rsidP="006974AE">
      <w:r>
        <w:t>339.4904</w:t>
      </w:r>
      <w:r>
        <w:tab/>
        <w:t>2.025e0</w:t>
      </w:r>
    </w:p>
    <w:p w:rsidR="006974AE" w:rsidRDefault="006974AE" w:rsidP="006974AE">
      <w:r>
        <w:t>339.5228</w:t>
      </w:r>
      <w:r>
        <w:tab/>
        <w:t>1.013e0</w:t>
      </w:r>
    </w:p>
    <w:p w:rsidR="006974AE" w:rsidRDefault="006974AE" w:rsidP="006974AE">
      <w:r>
        <w:t>339.5438</w:t>
      </w:r>
      <w:r>
        <w:tab/>
        <w:t>2.025e0</w:t>
      </w:r>
    </w:p>
    <w:p w:rsidR="006974AE" w:rsidRDefault="006974AE" w:rsidP="006974AE">
      <w:r>
        <w:t>339.5924</w:t>
      </w:r>
      <w:r>
        <w:tab/>
        <w:t>1.013e0</w:t>
      </w:r>
    </w:p>
    <w:p w:rsidR="006974AE" w:rsidRDefault="006974AE" w:rsidP="006974AE">
      <w:r>
        <w:t>339.6136</w:t>
      </w:r>
      <w:r>
        <w:tab/>
        <w:t>1.013e0</w:t>
      </w:r>
    </w:p>
    <w:p w:rsidR="006974AE" w:rsidRDefault="006974AE" w:rsidP="006974AE">
      <w:r>
        <w:t>339.6211</w:t>
      </w:r>
      <w:r>
        <w:tab/>
        <w:t>1.013e0</w:t>
      </w:r>
    </w:p>
    <w:p w:rsidR="006974AE" w:rsidRDefault="006974AE" w:rsidP="006974AE">
      <w:r>
        <w:lastRenderedPageBreak/>
        <w:t>339.6805</w:t>
      </w:r>
      <w:r>
        <w:tab/>
        <w:t>1.013e0</w:t>
      </w:r>
    </w:p>
    <w:p w:rsidR="006974AE" w:rsidRDefault="006974AE" w:rsidP="006974AE">
      <w:r>
        <w:t>339.6870</w:t>
      </w:r>
      <w:r>
        <w:tab/>
        <w:t>2.025e0</w:t>
      </w:r>
    </w:p>
    <w:p w:rsidR="006974AE" w:rsidRDefault="006974AE" w:rsidP="006974AE">
      <w:r>
        <w:t>339.7113</w:t>
      </w:r>
      <w:r>
        <w:tab/>
        <w:t>2.025e0</w:t>
      </w:r>
    </w:p>
    <w:p w:rsidR="006974AE" w:rsidRDefault="006974AE" w:rsidP="006974AE">
      <w:r>
        <w:t>339.7643</w:t>
      </w:r>
      <w:r>
        <w:tab/>
        <w:t>1.013e0</w:t>
      </w:r>
    </w:p>
    <w:p w:rsidR="006974AE" w:rsidRDefault="006974AE" w:rsidP="006974AE">
      <w:r>
        <w:t>339.8216</w:t>
      </w:r>
      <w:r>
        <w:tab/>
        <w:t>2.025e0</w:t>
      </w:r>
    </w:p>
    <w:p w:rsidR="006974AE" w:rsidRDefault="006974AE" w:rsidP="006974AE">
      <w:r>
        <w:t>339.8335</w:t>
      </w:r>
      <w:r>
        <w:tab/>
        <w:t>1.013e0</w:t>
      </w:r>
    </w:p>
    <w:p w:rsidR="006974AE" w:rsidRDefault="006974AE" w:rsidP="006974AE">
      <w:r>
        <w:t>339.8423</w:t>
      </w:r>
      <w:r>
        <w:tab/>
        <w:t>2.025e0</w:t>
      </w:r>
    </w:p>
    <w:p w:rsidR="006974AE" w:rsidRDefault="006974AE" w:rsidP="006974AE">
      <w:r>
        <w:t>339.8762</w:t>
      </w:r>
      <w:r>
        <w:tab/>
        <w:t>1.013e0</w:t>
      </w:r>
    </w:p>
    <w:p w:rsidR="006974AE" w:rsidRDefault="006974AE" w:rsidP="006974AE">
      <w:r>
        <w:t>339.8912</w:t>
      </w:r>
      <w:r>
        <w:tab/>
        <w:t>2.025e0</w:t>
      </w:r>
    </w:p>
    <w:p w:rsidR="006974AE" w:rsidRDefault="006974AE" w:rsidP="006974AE">
      <w:r>
        <w:t>339.9038</w:t>
      </w:r>
      <w:r>
        <w:tab/>
        <w:t>2.025e0</w:t>
      </w:r>
    </w:p>
    <w:p w:rsidR="006974AE" w:rsidRDefault="006974AE" w:rsidP="006974AE">
      <w:r>
        <w:t>339.9063</w:t>
      </w:r>
      <w:r>
        <w:tab/>
        <w:t>1.013e0</w:t>
      </w:r>
    </w:p>
    <w:p w:rsidR="006974AE" w:rsidRDefault="006974AE" w:rsidP="006974AE">
      <w:r>
        <w:t>339.9202</w:t>
      </w:r>
      <w:r>
        <w:tab/>
        <w:t>2.025e0</w:t>
      </w:r>
    </w:p>
    <w:p w:rsidR="006974AE" w:rsidRDefault="006974AE" w:rsidP="006974AE">
      <w:r>
        <w:t>339.9716</w:t>
      </w:r>
      <w:r>
        <w:tab/>
        <w:t>2.025e0</w:t>
      </w:r>
    </w:p>
    <w:p w:rsidR="006974AE" w:rsidRDefault="006974AE" w:rsidP="006974AE">
      <w:r>
        <w:t>339.9798</w:t>
      </w:r>
      <w:r>
        <w:tab/>
        <w:t>2.025e0</w:t>
      </w:r>
    </w:p>
    <w:p w:rsidR="006974AE" w:rsidRDefault="006974AE" w:rsidP="006974AE">
      <w:r>
        <w:t>339.9830</w:t>
      </w:r>
      <w:r>
        <w:tab/>
        <w:t>3.038e0</w:t>
      </w:r>
    </w:p>
    <w:p w:rsidR="006974AE" w:rsidRDefault="006974AE" w:rsidP="006974AE">
      <w:r>
        <w:t>339.9856</w:t>
      </w:r>
      <w:r>
        <w:tab/>
        <w:t>1.013e0</w:t>
      </w:r>
    </w:p>
    <w:p w:rsidR="006974AE" w:rsidRDefault="006974AE" w:rsidP="006974AE">
      <w:r>
        <w:t>339.9898</w:t>
      </w:r>
      <w:r>
        <w:tab/>
        <w:t>2.025e0</w:t>
      </w:r>
    </w:p>
    <w:p w:rsidR="006974AE" w:rsidRDefault="006974AE" w:rsidP="006974AE">
      <w:r>
        <w:t>339.9935</w:t>
      </w:r>
      <w:r>
        <w:tab/>
        <w:t>1.013e0</w:t>
      </w:r>
    </w:p>
    <w:p w:rsidR="006974AE" w:rsidRDefault="006974AE" w:rsidP="006974AE">
      <w:r>
        <w:t>340.0225</w:t>
      </w:r>
      <w:r>
        <w:tab/>
        <w:t>2.025e0</w:t>
      </w:r>
    </w:p>
    <w:p w:rsidR="006974AE" w:rsidRDefault="006974AE" w:rsidP="006974AE">
      <w:r>
        <w:lastRenderedPageBreak/>
        <w:t>340.0262</w:t>
      </w:r>
      <w:r>
        <w:tab/>
        <w:t>2.025e0</w:t>
      </w:r>
    </w:p>
    <w:p w:rsidR="006974AE" w:rsidRDefault="006974AE" w:rsidP="006974AE">
      <w:r>
        <w:t>340.0284</w:t>
      </w:r>
      <w:r>
        <w:tab/>
        <w:t>1.013e0</w:t>
      </w:r>
    </w:p>
    <w:p w:rsidR="006974AE" w:rsidRDefault="006974AE" w:rsidP="006974AE">
      <w:r>
        <w:t>340.0385</w:t>
      </w:r>
      <w:r>
        <w:tab/>
        <w:t>1.013e0</w:t>
      </w:r>
    </w:p>
    <w:p w:rsidR="006974AE" w:rsidRDefault="006974AE" w:rsidP="006974AE">
      <w:r>
        <w:t>340.0635</w:t>
      </w:r>
      <w:r>
        <w:tab/>
        <w:t>1.013e0</w:t>
      </w:r>
    </w:p>
    <w:p w:rsidR="006974AE" w:rsidRDefault="006974AE" w:rsidP="006974AE">
      <w:r>
        <w:t>340.0676</w:t>
      </w:r>
      <w:r>
        <w:tab/>
        <w:t>1.013e0</w:t>
      </w:r>
    </w:p>
    <w:p w:rsidR="006974AE" w:rsidRDefault="006974AE" w:rsidP="006974AE">
      <w:r>
        <w:t>340.0922</w:t>
      </w:r>
      <w:r>
        <w:tab/>
        <w:t>1.013e0</w:t>
      </w:r>
    </w:p>
    <w:p w:rsidR="006974AE" w:rsidRDefault="006974AE" w:rsidP="006974AE">
      <w:r>
        <w:t>340.0958</w:t>
      </w:r>
      <w:r>
        <w:tab/>
        <w:t>2.025e0</w:t>
      </w:r>
    </w:p>
    <w:p w:rsidR="006974AE" w:rsidRDefault="006974AE" w:rsidP="006974AE">
      <w:r>
        <w:t>340.1007</w:t>
      </w:r>
      <w:r>
        <w:tab/>
        <w:t>2.025e0</w:t>
      </w:r>
    </w:p>
    <w:p w:rsidR="006974AE" w:rsidRDefault="006974AE" w:rsidP="006974AE">
      <w:r>
        <w:t>340.1017</w:t>
      </w:r>
      <w:r>
        <w:tab/>
        <w:t>2.025e0</w:t>
      </w:r>
    </w:p>
    <w:p w:rsidR="006974AE" w:rsidRDefault="006974AE" w:rsidP="006974AE">
      <w:r>
        <w:t>340.1056</w:t>
      </w:r>
      <w:r>
        <w:tab/>
        <w:t>3.038e0</w:t>
      </w:r>
    </w:p>
    <w:p w:rsidR="006974AE" w:rsidRDefault="006974AE" w:rsidP="006974AE">
      <w:r>
        <w:t>340.1265</w:t>
      </w:r>
      <w:r>
        <w:tab/>
        <w:t>1.013e0</w:t>
      </w:r>
    </w:p>
    <w:p w:rsidR="006974AE" w:rsidRDefault="006974AE" w:rsidP="006974AE">
      <w:r>
        <w:t>340.1505</w:t>
      </w:r>
      <w:r>
        <w:tab/>
        <w:t>1.013e0</w:t>
      </w:r>
    </w:p>
    <w:p w:rsidR="006974AE" w:rsidRDefault="006974AE" w:rsidP="006974AE">
      <w:r>
        <w:t>340.1796</w:t>
      </w:r>
      <w:r>
        <w:tab/>
        <w:t>2.025e0</w:t>
      </w:r>
    </w:p>
    <w:p w:rsidR="006974AE" w:rsidRDefault="006974AE" w:rsidP="006974AE">
      <w:r>
        <w:t>340.1872</w:t>
      </w:r>
      <w:r>
        <w:tab/>
        <w:t>7.089e0</w:t>
      </w:r>
    </w:p>
    <w:p w:rsidR="006974AE" w:rsidRDefault="006974AE" w:rsidP="006974AE">
      <w:r>
        <w:t>340.1939</w:t>
      </w:r>
      <w:r>
        <w:tab/>
        <w:t>1.013e0</w:t>
      </w:r>
    </w:p>
    <w:p w:rsidR="006974AE" w:rsidRDefault="006974AE" w:rsidP="006974AE">
      <w:r>
        <w:t>340.1994</w:t>
      </w:r>
      <w:r>
        <w:tab/>
        <w:t>2.025e0</w:t>
      </w:r>
    </w:p>
    <w:p w:rsidR="006974AE" w:rsidRDefault="006974AE" w:rsidP="006974AE">
      <w:r>
        <w:t>340.2365</w:t>
      </w:r>
      <w:r>
        <w:tab/>
        <w:t>3.038e0</w:t>
      </w:r>
    </w:p>
    <w:p w:rsidR="006974AE" w:rsidRDefault="006974AE" w:rsidP="006974AE">
      <w:r>
        <w:t>340.2395</w:t>
      </w:r>
      <w:r>
        <w:tab/>
        <w:t>2.025e0</w:t>
      </w:r>
    </w:p>
    <w:p w:rsidR="006974AE" w:rsidRDefault="006974AE" w:rsidP="006974AE">
      <w:r>
        <w:t>340.2430</w:t>
      </w:r>
      <w:r>
        <w:tab/>
        <w:t>1.013e0</w:t>
      </w:r>
    </w:p>
    <w:p w:rsidR="006974AE" w:rsidRDefault="006974AE" w:rsidP="006974AE">
      <w:r>
        <w:lastRenderedPageBreak/>
        <w:t>340.2597</w:t>
      </w:r>
      <w:r>
        <w:tab/>
        <w:t>1.013e0</w:t>
      </w:r>
    </w:p>
    <w:p w:rsidR="006974AE" w:rsidRDefault="006974AE" w:rsidP="006974AE">
      <w:r>
        <w:t>340.3093</w:t>
      </w:r>
      <w:r>
        <w:tab/>
        <w:t>1.013e0</w:t>
      </w:r>
    </w:p>
    <w:p w:rsidR="006974AE" w:rsidRDefault="006974AE" w:rsidP="006974AE">
      <w:r>
        <w:t>340.3108</w:t>
      </w:r>
      <w:r>
        <w:tab/>
        <w:t>2.025e0</w:t>
      </w:r>
    </w:p>
    <w:p w:rsidR="006974AE" w:rsidRDefault="006974AE" w:rsidP="006974AE">
      <w:r>
        <w:t>340.3220</w:t>
      </w:r>
      <w:r>
        <w:tab/>
        <w:t>2.025e0</w:t>
      </w:r>
    </w:p>
    <w:p w:rsidR="006974AE" w:rsidRDefault="006974AE" w:rsidP="006974AE">
      <w:r>
        <w:t>340.3414</w:t>
      </w:r>
      <w:r>
        <w:tab/>
        <w:t>1.013e0</w:t>
      </w:r>
    </w:p>
    <w:p w:rsidR="006974AE" w:rsidRDefault="006974AE" w:rsidP="006974AE">
      <w:r>
        <w:t>340.3770</w:t>
      </w:r>
      <w:r>
        <w:tab/>
        <w:t>2.025e0</w:t>
      </w:r>
    </w:p>
    <w:p w:rsidR="006974AE" w:rsidRDefault="006974AE" w:rsidP="006974AE">
      <w:r>
        <w:t>340.3864</w:t>
      </w:r>
      <w:r>
        <w:tab/>
        <w:t>1.013e0</w:t>
      </w:r>
    </w:p>
    <w:p w:rsidR="006974AE" w:rsidRDefault="006974AE" w:rsidP="006974AE">
      <w:r>
        <w:t>340.3910</w:t>
      </w:r>
      <w:r>
        <w:tab/>
        <w:t>2.025e0</w:t>
      </w:r>
    </w:p>
    <w:p w:rsidR="006974AE" w:rsidRDefault="006974AE" w:rsidP="006974AE">
      <w:r>
        <w:t>340.4010</w:t>
      </w:r>
      <w:r>
        <w:tab/>
        <w:t>1.013e0</w:t>
      </w:r>
    </w:p>
    <w:p w:rsidR="006974AE" w:rsidRDefault="006974AE" w:rsidP="006974AE">
      <w:r>
        <w:t>340.4194</w:t>
      </w:r>
      <w:r>
        <w:tab/>
        <w:t>1.013e0</w:t>
      </w:r>
    </w:p>
    <w:p w:rsidR="006974AE" w:rsidRDefault="006974AE" w:rsidP="006974AE">
      <w:r>
        <w:t>340.4316</w:t>
      </w:r>
      <w:r>
        <w:tab/>
        <w:t>1.013e0</w:t>
      </w:r>
    </w:p>
    <w:p w:rsidR="006974AE" w:rsidRDefault="006974AE" w:rsidP="006974AE">
      <w:r>
        <w:t>340.4401</w:t>
      </w:r>
      <w:r>
        <w:tab/>
        <w:t>1.013e0</w:t>
      </w:r>
    </w:p>
    <w:p w:rsidR="006974AE" w:rsidRDefault="006974AE" w:rsidP="006974AE">
      <w:r>
        <w:t>340.4560</w:t>
      </w:r>
      <w:r>
        <w:tab/>
        <w:t>1.013e0</w:t>
      </w:r>
    </w:p>
    <w:p w:rsidR="006974AE" w:rsidRDefault="006974AE" w:rsidP="006974AE">
      <w:r>
        <w:t>340.4606</w:t>
      </w:r>
      <w:r>
        <w:tab/>
        <w:t>1.013e0</w:t>
      </w:r>
    </w:p>
    <w:p w:rsidR="006974AE" w:rsidRDefault="006974AE" w:rsidP="006974AE">
      <w:r>
        <w:t>340.4852</w:t>
      </w:r>
      <w:r>
        <w:tab/>
        <w:t>1.013e0</w:t>
      </w:r>
    </w:p>
    <w:p w:rsidR="006974AE" w:rsidRDefault="006974AE" w:rsidP="006974AE">
      <w:r>
        <w:t>340.4893</w:t>
      </w:r>
      <w:r>
        <w:tab/>
        <w:t>1.013e0</w:t>
      </w:r>
    </w:p>
    <w:p w:rsidR="006974AE" w:rsidRDefault="006974AE" w:rsidP="006974AE">
      <w:r>
        <w:t>340.5097</w:t>
      </w:r>
      <w:r>
        <w:tab/>
        <w:t>1.013e0</w:t>
      </w:r>
    </w:p>
    <w:p w:rsidR="006974AE" w:rsidRDefault="006974AE" w:rsidP="006974AE">
      <w:r>
        <w:t>340.5172</w:t>
      </w:r>
      <w:r>
        <w:tab/>
        <w:t>1.013e0</w:t>
      </w:r>
    </w:p>
    <w:p w:rsidR="006974AE" w:rsidRDefault="006974AE" w:rsidP="006974AE">
      <w:r>
        <w:t>340.5417</w:t>
      </w:r>
      <w:r>
        <w:tab/>
        <w:t>1.013e0</w:t>
      </w:r>
    </w:p>
    <w:p w:rsidR="006974AE" w:rsidRDefault="006974AE" w:rsidP="006974AE">
      <w:r>
        <w:lastRenderedPageBreak/>
        <w:t>340.5639</w:t>
      </w:r>
      <w:r>
        <w:tab/>
        <w:t>2.025e0</w:t>
      </w:r>
    </w:p>
    <w:p w:rsidR="006974AE" w:rsidRDefault="006974AE" w:rsidP="006974AE">
      <w:r>
        <w:t>340.5663</w:t>
      </w:r>
      <w:r>
        <w:tab/>
        <w:t>1.013e0</w:t>
      </w:r>
    </w:p>
    <w:p w:rsidR="006974AE" w:rsidRDefault="006974AE" w:rsidP="006974AE">
      <w:r>
        <w:t>340.5875</w:t>
      </w:r>
      <w:r>
        <w:tab/>
        <w:t>1.013e0</w:t>
      </w:r>
    </w:p>
    <w:p w:rsidR="006974AE" w:rsidRDefault="006974AE" w:rsidP="006974AE">
      <w:r>
        <w:t>340.5966</w:t>
      </w:r>
      <w:r>
        <w:tab/>
        <w:t>2.025e0</w:t>
      </w:r>
    </w:p>
    <w:p w:rsidR="006974AE" w:rsidRDefault="006974AE" w:rsidP="006974AE">
      <w:r>
        <w:t>340.6221</w:t>
      </w:r>
      <w:r>
        <w:tab/>
        <w:t>3.038e0</w:t>
      </w:r>
    </w:p>
    <w:p w:rsidR="006974AE" w:rsidRDefault="006974AE" w:rsidP="006974AE">
      <w:r>
        <w:t>340.6456</w:t>
      </w:r>
      <w:r>
        <w:tab/>
        <w:t>1.013e0</w:t>
      </w:r>
    </w:p>
    <w:p w:rsidR="006974AE" w:rsidRDefault="006974AE" w:rsidP="006974AE">
      <w:r>
        <w:t>340.6608</w:t>
      </w:r>
      <w:r>
        <w:tab/>
        <w:t>1.013e0</w:t>
      </w:r>
    </w:p>
    <w:p w:rsidR="006974AE" w:rsidRDefault="006974AE" w:rsidP="006974AE">
      <w:r>
        <w:t>340.6652</w:t>
      </w:r>
      <w:r>
        <w:tab/>
        <w:t>1.013e0</w:t>
      </w:r>
    </w:p>
    <w:p w:rsidR="006974AE" w:rsidRDefault="006974AE" w:rsidP="006974AE">
      <w:r>
        <w:t>340.6898</w:t>
      </w:r>
      <w:r>
        <w:tab/>
        <w:t>1.013e0</w:t>
      </w:r>
    </w:p>
    <w:p w:rsidR="006974AE" w:rsidRDefault="006974AE" w:rsidP="006974AE">
      <w:r>
        <w:t>340.7060</w:t>
      </w:r>
      <w:r>
        <w:tab/>
        <w:t>2.025e0</w:t>
      </w:r>
    </w:p>
    <w:p w:rsidR="006974AE" w:rsidRDefault="006974AE" w:rsidP="006974AE">
      <w:r>
        <w:t>340.7434</w:t>
      </w:r>
      <w:r>
        <w:tab/>
        <w:t>1.013e0</w:t>
      </w:r>
    </w:p>
    <w:p w:rsidR="006974AE" w:rsidRDefault="006974AE" w:rsidP="006974AE">
      <w:r>
        <w:t>340.7744</w:t>
      </w:r>
      <w:r>
        <w:tab/>
        <w:t>1.013e0</w:t>
      </w:r>
    </w:p>
    <w:p w:rsidR="006974AE" w:rsidRDefault="006974AE" w:rsidP="006974AE">
      <w:r>
        <w:t>340.7798</w:t>
      </w:r>
      <w:r>
        <w:tab/>
        <w:t>1.013e0</w:t>
      </w:r>
    </w:p>
    <w:p w:rsidR="006974AE" w:rsidRDefault="006974AE" w:rsidP="006974AE">
      <w:r>
        <w:t>340.8332</w:t>
      </w:r>
      <w:r>
        <w:tab/>
        <w:t>1.013e0</w:t>
      </w:r>
    </w:p>
    <w:p w:rsidR="006974AE" w:rsidRDefault="006974AE" w:rsidP="006974AE">
      <w:r>
        <w:t>340.8369</w:t>
      </w:r>
      <w:r>
        <w:tab/>
        <w:t>1.013e0</w:t>
      </w:r>
    </w:p>
    <w:p w:rsidR="006974AE" w:rsidRDefault="006974AE" w:rsidP="006974AE">
      <w:r>
        <w:t>340.8399</w:t>
      </w:r>
      <w:r>
        <w:tab/>
        <w:t>2.025e0</w:t>
      </w:r>
    </w:p>
    <w:p w:rsidR="006974AE" w:rsidRDefault="006974AE" w:rsidP="006974AE">
      <w:r>
        <w:t>340.8413</w:t>
      </w:r>
      <w:r>
        <w:tab/>
        <w:t>1.013e0</w:t>
      </w:r>
    </w:p>
    <w:p w:rsidR="006974AE" w:rsidRDefault="006974AE" w:rsidP="006974AE">
      <w:r>
        <w:t>340.8660</w:t>
      </w:r>
      <w:r>
        <w:tab/>
        <w:t>2.025e0</w:t>
      </w:r>
    </w:p>
    <w:p w:rsidR="006974AE" w:rsidRDefault="006974AE" w:rsidP="006974AE">
      <w:r>
        <w:t>340.8723</w:t>
      </w:r>
      <w:r>
        <w:tab/>
        <w:t>1.013e0</w:t>
      </w:r>
    </w:p>
    <w:p w:rsidR="006974AE" w:rsidRDefault="006974AE" w:rsidP="006974AE">
      <w:r>
        <w:lastRenderedPageBreak/>
        <w:t>340.9025</w:t>
      </w:r>
      <w:r>
        <w:tab/>
        <w:t>1.013e0</w:t>
      </w:r>
    </w:p>
    <w:p w:rsidR="006974AE" w:rsidRDefault="006974AE" w:rsidP="006974AE">
      <w:r>
        <w:t>340.9397</w:t>
      </w:r>
      <w:r>
        <w:tab/>
        <w:t>1.013e0</w:t>
      </w:r>
    </w:p>
    <w:p w:rsidR="006974AE" w:rsidRDefault="006974AE" w:rsidP="006974AE">
      <w:r>
        <w:t>340.9409</w:t>
      </w:r>
      <w:r>
        <w:tab/>
        <w:t>2.025e0</w:t>
      </w:r>
    </w:p>
    <w:p w:rsidR="006974AE" w:rsidRDefault="006974AE" w:rsidP="006974AE">
      <w:r>
        <w:t>340.9541</w:t>
      </w:r>
      <w:r>
        <w:tab/>
        <w:t>2.025e0</w:t>
      </w:r>
    </w:p>
    <w:p w:rsidR="006974AE" w:rsidRDefault="006974AE" w:rsidP="006974AE">
      <w:r>
        <w:t>340.9556</w:t>
      </w:r>
      <w:r>
        <w:tab/>
        <w:t>1.013e0</w:t>
      </w:r>
    </w:p>
    <w:p w:rsidR="006974AE" w:rsidRDefault="006974AE" w:rsidP="006974AE">
      <w:r>
        <w:t>340.9597</w:t>
      </w:r>
      <w:r>
        <w:tab/>
        <w:t>1.013e0</w:t>
      </w:r>
    </w:p>
    <w:p w:rsidR="006974AE" w:rsidRDefault="006974AE" w:rsidP="006974AE">
      <w:r>
        <w:t>340.9847</w:t>
      </w:r>
      <w:r>
        <w:tab/>
        <w:t>1.013e0</w:t>
      </w:r>
    </w:p>
    <w:p w:rsidR="006974AE" w:rsidRDefault="006974AE" w:rsidP="006974AE">
      <w:r>
        <w:t>340.9923</w:t>
      </w:r>
      <w:r>
        <w:tab/>
        <w:t>2.025e0</w:t>
      </w:r>
    </w:p>
    <w:p w:rsidR="006974AE" w:rsidRDefault="006974AE" w:rsidP="006974AE">
      <w:r>
        <w:t>341.0009</w:t>
      </w:r>
      <w:r>
        <w:tab/>
        <w:t>1.013e0</w:t>
      </w:r>
    </w:p>
    <w:p w:rsidR="006974AE" w:rsidRDefault="006974AE" w:rsidP="006974AE">
      <w:r>
        <w:t>341.0048</w:t>
      </w:r>
      <w:r>
        <w:tab/>
        <w:t>1.013e0</w:t>
      </w:r>
    </w:p>
    <w:p w:rsidR="006974AE" w:rsidRDefault="006974AE" w:rsidP="006974AE">
      <w:r>
        <w:t>341.0377</w:t>
      </w:r>
      <w:r>
        <w:tab/>
        <w:t>1.013e0</w:t>
      </w:r>
    </w:p>
    <w:p w:rsidR="006974AE" w:rsidRDefault="006974AE" w:rsidP="006974AE">
      <w:r>
        <w:t>341.0678</w:t>
      </w:r>
      <w:r>
        <w:tab/>
        <w:t>1.013e0</w:t>
      </w:r>
    </w:p>
    <w:p w:rsidR="006974AE" w:rsidRDefault="006974AE" w:rsidP="006974AE">
      <w:r>
        <w:t>341.0693</w:t>
      </w:r>
      <w:r>
        <w:tab/>
        <w:t>3.038e0</w:t>
      </w:r>
    </w:p>
    <w:p w:rsidR="006974AE" w:rsidRDefault="006974AE" w:rsidP="006974AE">
      <w:r>
        <w:t>341.0795</w:t>
      </w:r>
      <w:r>
        <w:tab/>
        <w:t>2.025e0</w:t>
      </w:r>
    </w:p>
    <w:p w:rsidR="006974AE" w:rsidRDefault="006974AE" w:rsidP="006974AE">
      <w:r>
        <w:t>341.1036</w:t>
      </w:r>
      <w:r>
        <w:tab/>
        <w:t>1.013e0</w:t>
      </w:r>
    </w:p>
    <w:p w:rsidR="006974AE" w:rsidRDefault="006974AE" w:rsidP="006974AE">
      <w:r>
        <w:t>341.1072</w:t>
      </w:r>
      <w:r>
        <w:tab/>
        <w:t>1.013e0</w:t>
      </w:r>
    </w:p>
    <w:p w:rsidR="006974AE" w:rsidRDefault="006974AE" w:rsidP="006974AE">
      <w:r>
        <w:t>341.1317</w:t>
      </w:r>
      <w:r>
        <w:tab/>
        <w:t>3.038e0</w:t>
      </w:r>
    </w:p>
    <w:p w:rsidR="006974AE" w:rsidRDefault="006974AE" w:rsidP="006974AE">
      <w:r>
        <w:t>341.1445</w:t>
      </w:r>
      <w:r>
        <w:tab/>
        <w:t>2.025e0</w:t>
      </w:r>
    </w:p>
    <w:p w:rsidR="006974AE" w:rsidRDefault="006974AE" w:rsidP="006974AE">
      <w:r>
        <w:t>341.1523</w:t>
      </w:r>
      <w:r>
        <w:tab/>
        <w:t>1.013e0</w:t>
      </w:r>
    </w:p>
    <w:p w:rsidR="006974AE" w:rsidRDefault="006974AE" w:rsidP="006974AE">
      <w:r>
        <w:lastRenderedPageBreak/>
        <w:t>341.1692</w:t>
      </w:r>
      <w:r>
        <w:tab/>
        <w:t>2.025e0</w:t>
      </w:r>
    </w:p>
    <w:p w:rsidR="006974AE" w:rsidRDefault="006974AE" w:rsidP="006974AE">
      <w:r>
        <w:t>341.1738</w:t>
      </w:r>
      <w:r>
        <w:tab/>
        <w:t>2.025e0</w:t>
      </w:r>
    </w:p>
    <w:p w:rsidR="006974AE" w:rsidRDefault="006974AE" w:rsidP="006974AE">
      <w:r>
        <w:t>341.2209</w:t>
      </w:r>
      <w:r>
        <w:tab/>
        <w:t>1.013e0</w:t>
      </w:r>
    </w:p>
    <w:p w:rsidR="006974AE" w:rsidRDefault="006974AE" w:rsidP="006974AE">
      <w:r>
        <w:t>341.2261</w:t>
      </w:r>
      <w:r>
        <w:tab/>
        <w:t>1.013e0</w:t>
      </w:r>
    </w:p>
    <w:p w:rsidR="006974AE" w:rsidRDefault="006974AE" w:rsidP="006974AE">
      <w:r>
        <w:t>341.2597</w:t>
      </w:r>
      <w:r>
        <w:tab/>
        <w:t>3.038e0</w:t>
      </w:r>
    </w:p>
    <w:p w:rsidR="006974AE" w:rsidRDefault="006974AE" w:rsidP="006974AE">
      <w:r>
        <w:t>341.2669</w:t>
      </w:r>
      <w:r>
        <w:tab/>
        <w:t>2.025e0</w:t>
      </w:r>
    </w:p>
    <w:p w:rsidR="006974AE" w:rsidRDefault="006974AE" w:rsidP="006974AE">
      <w:r>
        <w:t>341.2703</w:t>
      </w:r>
      <w:r>
        <w:tab/>
        <w:t>1.013e0</w:t>
      </w:r>
    </w:p>
    <w:p w:rsidR="006974AE" w:rsidRDefault="006974AE" w:rsidP="006974AE">
      <w:r>
        <w:t>341.2724</w:t>
      </w:r>
      <w:r>
        <w:tab/>
        <w:t>2.025e0</w:t>
      </w:r>
    </w:p>
    <w:p w:rsidR="006974AE" w:rsidRDefault="006974AE" w:rsidP="006974AE">
      <w:r>
        <w:t>341.2757</w:t>
      </w:r>
      <w:r>
        <w:tab/>
        <w:t>1.013e0</w:t>
      </w:r>
    </w:p>
    <w:p w:rsidR="006974AE" w:rsidRDefault="006974AE" w:rsidP="006974AE">
      <w:r>
        <w:t>341.2814</w:t>
      </w:r>
      <w:r>
        <w:tab/>
        <w:t>3.038e0</w:t>
      </w:r>
    </w:p>
    <w:p w:rsidR="006974AE" w:rsidRDefault="006974AE" w:rsidP="006974AE">
      <w:r>
        <w:t>341.3019</w:t>
      </w:r>
      <w:r>
        <w:tab/>
        <w:t>3.038e0</w:t>
      </w:r>
    </w:p>
    <w:p w:rsidR="006974AE" w:rsidRDefault="006974AE" w:rsidP="006974AE">
      <w:r>
        <w:t>341.3132</w:t>
      </w:r>
      <w:r>
        <w:tab/>
        <w:t>1.013e0</w:t>
      </w:r>
    </w:p>
    <w:p w:rsidR="006974AE" w:rsidRDefault="006974AE" w:rsidP="006974AE">
      <w:r>
        <w:t>341.3215</w:t>
      </w:r>
      <w:r>
        <w:tab/>
        <w:t>2.025e0</w:t>
      </w:r>
    </w:p>
    <w:p w:rsidR="006974AE" w:rsidRDefault="006974AE" w:rsidP="006974AE">
      <w:r>
        <w:t>341.3534</w:t>
      </w:r>
      <w:r>
        <w:tab/>
        <w:t>2.025e0</w:t>
      </w:r>
    </w:p>
    <w:p w:rsidR="006974AE" w:rsidRDefault="006974AE" w:rsidP="006974AE">
      <w:r>
        <w:t>341.3607</w:t>
      </w:r>
      <w:r>
        <w:tab/>
        <w:t>3.038e0</w:t>
      </w:r>
    </w:p>
    <w:p w:rsidR="006974AE" w:rsidRDefault="006974AE" w:rsidP="006974AE">
      <w:r>
        <w:t>341.3737</w:t>
      </w:r>
      <w:r>
        <w:tab/>
        <w:t>1.013e0</w:t>
      </w:r>
    </w:p>
    <w:p w:rsidR="006974AE" w:rsidRDefault="006974AE" w:rsidP="006974AE">
      <w:r>
        <w:t>341.3924</w:t>
      </w:r>
      <w:r>
        <w:tab/>
        <w:t>1.013e0</w:t>
      </w:r>
    </w:p>
    <w:p w:rsidR="006974AE" w:rsidRDefault="006974AE" w:rsidP="006974AE">
      <w:r>
        <w:t>341.3983</w:t>
      </w:r>
      <w:r>
        <w:tab/>
        <w:t>1.013e0</w:t>
      </w:r>
    </w:p>
    <w:p w:rsidR="006974AE" w:rsidRDefault="006974AE" w:rsidP="006974AE">
      <w:r>
        <w:t>341.4229</w:t>
      </w:r>
      <w:r>
        <w:tab/>
        <w:t>1.013e0</w:t>
      </w:r>
    </w:p>
    <w:p w:rsidR="006974AE" w:rsidRDefault="006974AE" w:rsidP="006974AE">
      <w:r>
        <w:lastRenderedPageBreak/>
        <w:t>341.5172</w:t>
      </w:r>
      <w:r>
        <w:tab/>
        <w:t>2.025e0</w:t>
      </w:r>
    </w:p>
    <w:p w:rsidR="006974AE" w:rsidRDefault="006974AE" w:rsidP="006974AE">
      <w:r>
        <w:t>341.5317</w:t>
      </w:r>
      <w:r>
        <w:tab/>
        <w:t>2.025e0</w:t>
      </w:r>
    </w:p>
    <w:p w:rsidR="006974AE" w:rsidRDefault="006974AE" w:rsidP="006974AE">
      <w:r>
        <w:t>341.5500</w:t>
      </w:r>
      <w:r>
        <w:tab/>
        <w:t>1.013e0</w:t>
      </w:r>
    </w:p>
    <w:p w:rsidR="006974AE" w:rsidRDefault="006974AE" w:rsidP="006974AE">
      <w:r>
        <w:t>341.5583</w:t>
      </w:r>
      <w:r>
        <w:tab/>
        <w:t>1.013e0</w:t>
      </w:r>
    </w:p>
    <w:p w:rsidR="006974AE" w:rsidRDefault="006974AE" w:rsidP="006974AE">
      <w:r>
        <w:t>341.5706</w:t>
      </w:r>
      <w:r>
        <w:tab/>
        <w:t>1.013e0</w:t>
      </w:r>
    </w:p>
    <w:p w:rsidR="006974AE" w:rsidRDefault="006974AE" w:rsidP="006974AE">
      <w:r>
        <w:t>341.5783</w:t>
      </w:r>
      <w:r>
        <w:tab/>
        <w:t>1.013e0</w:t>
      </w:r>
    </w:p>
    <w:p w:rsidR="006974AE" w:rsidRDefault="006974AE" w:rsidP="006974AE">
      <w:r>
        <w:t>341.5829</w:t>
      </w:r>
      <w:r>
        <w:tab/>
        <w:t>2.025e0</w:t>
      </w:r>
    </w:p>
    <w:p w:rsidR="006974AE" w:rsidRDefault="006974AE" w:rsidP="006974AE">
      <w:r>
        <w:t>341.6033</w:t>
      </w:r>
      <w:r>
        <w:tab/>
        <w:t>2.025e0</w:t>
      </w:r>
    </w:p>
    <w:p w:rsidR="006974AE" w:rsidRDefault="006974AE" w:rsidP="006974AE">
      <w:r>
        <w:t>341.6192</w:t>
      </w:r>
      <w:r>
        <w:tab/>
        <w:t>1.013e0</w:t>
      </w:r>
    </w:p>
    <w:p w:rsidR="006974AE" w:rsidRDefault="006974AE" w:rsidP="006974AE">
      <w:r>
        <w:t>341.6683</w:t>
      </w:r>
      <w:r>
        <w:tab/>
        <w:t>1.013e0</w:t>
      </w:r>
    </w:p>
    <w:p w:rsidR="006974AE" w:rsidRDefault="006974AE" w:rsidP="006974AE">
      <w:r>
        <w:t>341.6932</w:t>
      </w:r>
      <w:r>
        <w:tab/>
        <w:t>1.013e0</w:t>
      </w:r>
    </w:p>
    <w:p w:rsidR="006974AE" w:rsidRDefault="006974AE" w:rsidP="006974AE">
      <w:r>
        <w:t>341.7053</w:t>
      </w:r>
      <w:r>
        <w:tab/>
        <w:t>2.025e0</w:t>
      </w:r>
    </w:p>
    <w:p w:rsidR="006974AE" w:rsidRDefault="006974AE" w:rsidP="006974AE">
      <w:r>
        <w:t>341.7238</w:t>
      </w:r>
      <w:r>
        <w:tab/>
        <w:t>2.025e0</w:t>
      </w:r>
    </w:p>
    <w:p w:rsidR="006974AE" w:rsidRDefault="006974AE" w:rsidP="006974AE">
      <w:r>
        <w:t>341.7750</w:t>
      </w:r>
      <w:r>
        <w:tab/>
        <w:t>1.013e0</w:t>
      </w:r>
    </w:p>
    <w:p w:rsidR="006974AE" w:rsidRDefault="006974AE" w:rsidP="006974AE">
      <w:r>
        <w:t>341.7914</w:t>
      </w:r>
      <w:r>
        <w:tab/>
        <w:t>1.013e0</w:t>
      </w:r>
    </w:p>
    <w:p w:rsidR="006974AE" w:rsidRDefault="006974AE" w:rsidP="006974AE">
      <w:r>
        <w:t>341.8339</w:t>
      </w:r>
      <w:r>
        <w:tab/>
        <w:t>1.013e0</w:t>
      </w:r>
    </w:p>
    <w:p w:rsidR="006974AE" w:rsidRDefault="006974AE" w:rsidP="006974AE">
      <w:r>
        <w:t>341.8492</w:t>
      </w:r>
      <w:r>
        <w:tab/>
        <w:t>1.013e0</w:t>
      </w:r>
    </w:p>
    <w:p w:rsidR="006974AE" w:rsidRDefault="006974AE" w:rsidP="006974AE">
      <w:r>
        <w:t>341.8588</w:t>
      </w:r>
      <w:r>
        <w:tab/>
        <w:t>1.013e0</w:t>
      </w:r>
    </w:p>
    <w:p w:rsidR="006974AE" w:rsidRDefault="006974AE" w:rsidP="006974AE">
      <w:r>
        <w:t>341.8645</w:t>
      </w:r>
      <w:r>
        <w:tab/>
        <w:t>1.013e0</w:t>
      </w:r>
    </w:p>
    <w:p w:rsidR="006974AE" w:rsidRDefault="006974AE" w:rsidP="006974AE">
      <w:r>
        <w:lastRenderedPageBreak/>
        <w:t>341.8776</w:t>
      </w:r>
      <w:r>
        <w:tab/>
        <w:t>1.013e0</w:t>
      </w:r>
    </w:p>
    <w:p w:rsidR="006974AE" w:rsidRDefault="006974AE" w:rsidP="006974AE">
      <w:r>
        <w:t>341.8891</w:t>
      </w:r>
      <w:r>
        <w:tab/>
        <w:t>2.025e0</w:t>
      </w:r>
    </w:p>
    <w:p w:rsidR="006974AE" w:rsidRDefault="006974AE" w:rsidP="006974AE">
      <w:r>
        <w:t>341.9054</w:t>
      </w:r>
      <w:r>
        <w:tab/>
        <w:t>2.025e0</w:t>
      </w:r>
    </w:p>
    <w:p w:rsidR="006974AE" w:rsidRDefault="006974AE" w:rsidP="006974AE">
      <w:r>
        <w:t>341.9189</w:t>
      </w:r>
      <w:r>
        <w:tab/>
        <w:t>1.013e0</w:t>
      </w:r>
    </w:p>
    <w:p w:rsidR="006974AE" w:rsidRDefault="006974AE" w:rsidP="006974AE">
      <w:r>
        <w:t>341.9225</w:t>
      </w:r>
      <w:r>
        <w:tab/>
        <w:t>1.013e0</w:t>
      </w:r>
    </w:p>
    <w:p w:rsidR="006974AE" w:rsidRDefault="006974AE" w:rsidP="006974AE">
      <w:r>
        <w:t>341.9264</w:t>
      </w:r>
      <w:r>
        <w:tab/>
        <w:t>1.013e0</w:t>
      </w:r>
    </w:p>
    <w:p w:rsidR="006974AE" w:rsidRDefault="006974AE" w:rsidP="006974AE">
      <w:r>
        <w:t>341.9325</w:t>
      </w:r>
      <w:r>
        <w:tab/>
        <w:t>1.013e0</w:t>
      </w:r>
    </w:p>
    <w:p w:rsidR="006974AE" w:rsidRDefault="006974AE" w:rsidP="006974AE">
      <w:r>
        <w:t>341.9386</w:t>
      </w:r>
      <w:r>
        <w:tab/>
        <w:t>1.013e0</w:t>
      </w:r>
    </w:p>
    <w:p w:rsidR="006974AE" w:rsidRDefault="006974AE" w:rsidP="006974AE">
      <w:r>
        <w:t>341.9471</w:t>
      </w:r>
      <w:r>
        <w:tab/>
        <w:t>1.013e0</w:t>
      </w:r>
    </w:p>
    <w:p w:rsidR="006974AE" w:rsidRDefault="006974AE" w:rsidP="006974AE">
      <w:r>
        <w:t>341.9717</w:t>
      </w:r>
      <w:r>
        <w:tab/>
        <w:t>1.013e0</w:t>
      </w:r>
    </w:p>
    <w:p w:rsidR="006974AE" w:rsidRDefault="006974AE" w:rsidP="006974AE">
      <w:r>
        <w:t>341.9760</w:t>
      </w:r>
      <w:r>
        <w:tab/>
        <w:t>2.025e0</w:t>
      </w:r>
    </w:p>
    <w:p w:rsidR="006974AE" w:rsidRDefault="006974AE" w:rsidP="006974AE">
      <w:r>
        <w:t>342.0006</w:t>
      </w:r>
      <w:r>
        <w:tab/>
        <w:t>1.013e0</w:t>
      </w:r>
    </w:p>
    <w:p w:rsidR="006974AE" w:rsidRDefault="006974AE" w:rsidP="006974AE">
      <w:r>
        <w:t>342.0057</w:t>
      </w:r>
      <w:r>
        <w:tab/>
        <w:t>1.013e0</w:t>
      </w:r>
    </w:p>
    <w:p w:rsidR="006974AE" w:rsidRDefault="006974AE" w:rsidP="006974AE">
      <w:r>
        <w:t>342.0070</w:t>
      </w:r>
      <w:r>
        <w:tab/>
        <w:t>2.025e0</w:t>
      </w:r>
    </w:p>
    <w:p w:rsidR="006974AE" w:rsidRDefault="006974AE" w:rsidP="006974AE">
      <w:r>
        <w:t>342.0209</w:t>
      </w:r>
      <w:r>
        <w:tab/>
        <w:t>1.013e0</w:t>
      </w:r>
    </w:p>
    <w:p w:rsidR="006974AE" w:rsidRDefault="006974AE" w:rsidP="006974AE">
      <w:r>
        <w:t>342.0494</w:t>
      </w:r>
      <w:r>
        <w:tab/>
        <w:t>1.013e0</w:t>
      </w:r>
    </w:p>
    <w:p w:rsidR="006974AE" w:rsidRDefault="006974AE" w:rsidP="006974AE">
      <w:r>
        <w:t>342.0548</w:t>
      </w:r>
      <w:r>
        <w:tab/>
        <w:t>1.013e0</w:t>
      </w:r>
    </w:p>
    <w:p w:rsidR="006974AE" w:rsidRDefault="006974AE" w:rsidP="006974AE">
      <w:r>
        <w:t>342.0705</w:t>
      </w:r>
      <w:r>
        <w:tab/>
        <w:t>1.013e0</w:t>
      </w:r>
    </w:p>
    <w:p w:rsidR="006974AE" w:rsidRDefault="006974AE" w:rsidP="006974AE">
      <w:r>
        <w:t>342.0824</w:t>
      </w:r>
      <w:r>
        <w:tab/>
        <w:t>2.025e0</w:t>
      </w:r>
    </w:p>
    <w:p w:rsidR="006974AE" w:rsidRDefault="006974AE" w:rsidP="006974AE">
      <w:r>
        <w:lastRenderedPageBreak/>
        <w:t>342.0841</w:t>
      </w:r>
      <w:r>
        <w:tab/>
        <w:t>3.038e0</w:t>
      </w:r>
    </w:p>
    <w:p w:rsidR="006974AE" w:rsidRDefault="006974AE" w:rsidP="006974AE">
      <w:r>
        <w:t>342.0859</w:t>
      </w:r>
      <w:r>
        <w:tab/>
        <w:t>1.013e0</w:t>
      </w:r>
    </w:p>
    <w:p w:rsidR="006974AE" w:rsidRDefault="006974AE" w:rsidP="006974AE">
      <w:r>
        <w:t>342.1153</w:t>
      </w:r>
      <w:r>
        <w:tab/>
        <w:t>2.025e0</w:t>
      </w:r>
    </w:p>
    <w:p w:rsidR="006974AE" w:rsidRDefault="006974AE" w:rsidP="006974AE">
      <w:r>
        <w:t>342.1424</w:t>
      </w:r>
      <w:r>
        <w:tab/>
        <w:t>2.272e0</w:t>
      </w:r>
    </w:p>
    <w:p w:rsidR="006974AE" w:rsidRDefault="006974AE" w:rsidP="006974AE">
      <w:r>
        <w:t>342.1480</w:t>
      </w:r>
      <w:r>
        <w:tab/>
        <w:t>2.025e0</w:t>
      </w:r>
    </w:p>
    <w:p w:rsidR="006974AE" w:rsidRDefault="006974AE" w:rsidP="006974AE">
      <w:r>
        <w:t>342.1684</w:t>
      </w:r>
      <w:r>
        <w:tab/>
        <w:t>1.013e0</w:t>
      </w:r>
    </w:p>
    <w:p w:rsidR="006974AE" w:rsidRDefault="006974AE" w:rsidP="006974AE">
      <w:r>
        <w:t>342.1835</w:t>
      </w:r>
      <w:r>
        <w:tab/>
        <w:t>2.773e0</w:t>
      </w:r>
    </w:p>
    <w:p w:rsidR="006974AE" w:rsidRDefault="006974AE" w:rsidP="006974AE">
      <w:r>
        <w:t>342.1862</w:t>
      </w:r>
      <w:r>
        <w:tab/>
        <w:t>2.025e0</w:t>
      </w:r>
    </w:p>
    <w:p w:rsidR="006974AE" w:rsidRDefault="006974AE" w:rsidP="006974AE">
      <w:r>
        <w:t>342.1895</w:t>
      </w:r>
      <w:r>
        <w:tab/>
        <w:t>1.013e0</w:t>
      </w:r>
    </w:p>
    <w:p w:rsidR="006974AE" w:rsidRDefault="006974AE" w:rsidP="006974AE">
      <w:r>
        <w:t>342.1930</w:t>
      </w:r>
      <w:r>
        <w:tab/>
        <w:t>1.013e0</w:t>
      </w:r>
    </w:p>
    <w:p w:rsidR="006974AE" w:rsidRDefault="006974AE" w:rsidP="006974AE">
      <w:r>
        <w:t>342.2180</w:t>
      </w:r>
      <w:r>
        <w:tab/>
        <w:t>2.025e0</w:t>
      </w:r>
    </w:p>
    <w:p w:rsidR="006974AE" w:rsidRDefault="006974AE" w:rsidP="006974AE">
      <w:r>
        <w:t>342.2252</w:t>
      </w:r>
      <w:r>
        <w:tab/>
        <w:t>2.025e0</w:t>
      </w:r>
    </w:p>
    <w:p w:rsidR="006974AE" w:rsidRDefault="006974AE" w:rsidP="006974AE">
      <w:r>
        <w:t>342.2267</w:t>
      </w:r>
      <w:r>
        <w:tab/>
        <w:t>2.025e0</w:t>
      </w:r>
    </w:p>
    <w:p w:rsidR="006974AE" w:rsidRDefault="006974AE" w:rsidP="006974AE">
      <w:r>
        <w:t>342.2394</w:t>
      </w:r>
      <w:r>
        <w:tab/>
        <w:t>3.038e0</w:t>
      </w:r>
    </w:p>
    <w:p w:rsidR="006974AE" w:rsidRDefault="006974AE" w:rsidP="006974AE">
      <w:r>
        <w:t>342.2614</w:t>
      </w:r>
      <w:r>
        <w:tab/>
        <w:t>2.025e0</w:t>
      </w:r>
    </w:p>
    <w:p w:rsidR="006974AE" w:rsidRDefault="006974AE" w:rsidP="006974AE">
      <w:r>
        <w:t>342.2634</w:t>
      </w:r>
      <w:r>
        <w:tab/>
        <w:t>3.038e0</w:t>
      </w:r>
    </w:p>
    <w:p w:rsidR="006974AE" w:rsidRDefault="006974AE" w:rsidP="006974AE">
      <w:r>
        <w:t>342.2668</w:t>
      </w:r>
      <w:r>
        <w:tab/>
        <w:t>1.013e0</w:t>
      </w:r>
    </w:p>
    <w:p w:rsidR="006974AE" w:rsidRDefault="006974AE" w:rsidP="006974AE">
      <w:r>
        <w:t>342.3008</w:t>
      </w:r>
      <w:r>
        <w:tab/>
        <w:t>1.013e0</w:t>
      </w:r>
    </w:p>
    <w:p w:rsidR="006974AE" w:rsidRDefault="006974AE" w:rsidP="006974AE">
      <w:r>
        <w:t>342.3204</w:t>
      </w:r>
      <w:r>
        <w:tab/>
        <w:t>1.013e0</w:t>
      </w:r>
    </w:p>
    <w:p w:rsidR="006974AE" w:rsidRDefault="006974AE" w:rsidP="006974AE">
      <w:r>
        <w:lastRenderedPageBreak/>
        <w:t>342.3254</w:t>
      </w:r>
      <w:r>
        <w:tab/>
        <w:t>1.013e0</w:t>
      </w:r>
    </w:p>
    <w:p w:rsidR="006974AE" w:rsidRDefault="006974AE" w:rsidP="006974AE">
      <w:r>
        <w:t>342.3561</w:t>
      </w:r>
      <w:r>
        <w:tab/>
        <w:t>1.013e0</w:t>
      </w:r>
    </w:p>
    <w:p w:rsidR="006974AE" w:rsidRDefault="006974AE" w:rsidP="006974AE">
      <w:r>
        <w:t>342.3613</w:t>
      </w:r>
      <w:r>
        <w:tab/>
        <w:t>1.013e0</w:t>
      </w:r>
    </w:p>
    <w:p w:rsidR="006974AE" w:rsidRDefault="006974AE" w:rsidP="006974AE">
      <w:r>
        <w:t>342.3652</w:t>
      </w:r>
      <w:r>
        <w:tab/>
        <w:t>1.013e0</w:t>
      </w:r>
    </w:p>
    <w:p w:rsidR="006974AE" w:rsidRDefault="006974AE" w:rsidP="006974AE">
      <w:r>
        <w:t>342.3741</w:t>
      </w:r>
      <w:r>
        <w:tab/>
        <w:t>1.013e0</w:t>
      </w:r>
    </w:p>
    <w:p w:rsidR="006974AE" w:rsidRDefault="006974AE" w:rsidP="006974AE">
      <w:r>
        <w:t>342.3859</w:t>
      </w:r>
      <w:r>
        <w:tab/>
        <w:t>1.013e0</w:t>
      </w:r>
    </w:p>
    <w:p w:rsidR="006974AE" w:rsidRDefault="006974AE" w:rsidP="006974AE">
      <w:r>
        <w:t>342.3942</w:t>
      </w:r>
      <w:r>
        <w:tab/>
        <w:t>1.013e0</w:t>
      </w:r>
    </w:p>
    <w:p w:rsidR="006974AE" w:rsidRDefault="006974AE" w:rsidP="006974AE">
      <w:r>
        <w:t>342.4053</w:t>
      </w:r>
      <w:r>
        <w:tab/>
        <w:t>1.013e0</w:t>
      </w:r>
    </w:p>
    <w:p w:rsidR="006974AE" w:rsidRDefault="006974AE" w:rsidP="006974AE">
      <w:r>
        <w:t>342.4355</w:t>
      </w:r>
      <w:r>
        <w:tab/>
        <w:t>1.013e0</w:t>
      </w:r>
    </w:p>
    <w:p w:rsidR="006974AE" w:rsidRDefault="006974AE" w:rsidP="006974AE">
      <w:r>
        <w:t>342.4388</w:t>
      </w:r>
      <w:r>
        <w:tab/>
        <w:t>2.025e0</w:t>
      </w:r>
    </w:p>
    <w:p w:rsidR="006974AE" w:rsidRDefault="006974AE" w:rsidP="006974AE">
      <w:r>
        <w:t>342.4540</w:t>
      </w:r>
      <w:r>
        <w:tab/>
        <w:t>1.013e0</w:t>
      </w:r>
    </w:p>
    <w:p w:rsidR="006974AE" w:rsidRDefault="006974AE" w:rsidP="006974AE">
      <w:r>
        <w:t>342.4597</w:t>
      </w:r>
      <w:r>
        <w:tab/>
        <w:t>2.025e0</w:t>
      </w:r>
    </w:p>
    <w:p w:rsidR="006974AE" w:rsidRDefault="006974AE" w:rsidP="006974AE">
      <w:r>
        <w:t>342.4640</w:t>
      </w:r>
      <w:r>
        <w:tab/>
        <w:t>1.013e0</w:t>
      </w:r>
    </w:p>
    <w:p w:rsidR="006974AE" w:rsidRDefault="006974AE" w:rsidP="006974AE">
      <w:r>
        <w:t>342.5132</w:t>
      </w:r>
      <w:r>
        <w:tab/>
        <w:t>1.013e0</w:t>
      </w:r>
    </w:p>
    <w:p w:rsidR="006974AE" w:rsidRDefault="006974AE" w:rsidP="006974AE">
      <w:r>
        <w:t>342.5216</w:t>
      </w:r>
      <w:r>
        <w:tab/>
        <w:t>1.013e0</w:t>
      </w:r>
    </w:p>
    <w:p w:rsidR="006974AE" w:rsidRDefault="006974AE" w:rsidP="006974AE">
      <w:r>
        <w:t>342.5282</w:t>
      </w:r>
      <w:r>
        <w:tab/>
        <w:t>1.013e0</w:t>
      </w:r>
    </w:p>
    <w:p w:rsidR="006974AE" w:rsidRDefault="006974AE" w:rsidP="006974AE">
      <w:r>
        <w:t>342.5620</w:t>
      </w:r>
      <w:r>
        <w:tab/>
        <w:t>1.013e0</w:t>
      </w:r>
    </w:p>
    <w:p w:rsidR="006974AE" w:rsidRDefault="006974AE" w:rsidP="006974AE">
      <w:r>
        <w:t>342.5826</w:t>
      </w:r>
      <w:r>
        <w:tab/>
        <w:t>2.025e0</w:t>
      </w:r>
    </w:p>
    <w:p w:rsidR="006974AE" w:rsidRDefault="006974AE" w:rsidP="006974AE">
      <w:r>
        <w:t>342.6076</w:t>
      </w:r>
      <w:r>
        <w:tab/>
        <w:t>3.038e0</w:t>
      </w:r>
    </w:p>
    <w:p w:rsidR="006974AE" w:rsidRDefault="006974AE" w:rsidP="006974AE">
      <w:r>
        <w:lastRenderedPageBreak/>
        <w:t>342.6117</w:t>
      </w:r>
      <w:r>
        <w:tab/>
        <w:t>2.025e0</w:t>
      </w:r>
    </w:p>
    <w:p w:rsidR="006974AE" w:rsidRDefault="006974AE" w:rsidP="006974AE">
      <w:r>
        <w:t>342.6398</w:t>
      </w:r>
      <w:r>
        <w:tab/>
        <w:t>1.013e0</w:t>
      </w:r>
    </w:p>
    <w:p w:rsidR="006974AE" w:rsidRDefault="006974AE" w:rsidP="006974AE">
      <w:r>
        <w:t>342.6604</w:t>
      </w:r>
      <w:r>
        <w:tab/>
        <w:t>1.013e0</w:t>
      </w:r>
    </w:p>
    <w:p w:rsidR="006974AE" w:rsidRDefault="006974AE" w:rsidP="006974AE">
      <w:r>
        <w:t>342.6757</w:t>
      </w:r>
      <w:r>
        <w:tab/>
        <w:t>1.013e0</w:t>
      </w:r>
    </w:p>
    <w:p w:rsidR="006974AE" w:rsidRDefault="006974AE" w:rsidP="006974AE">
      <w:r>
        <w:t>342.7062</w:t>
      </w:r>
      <w:r>
        <w:tab/>
        <w:t>1.013e0</w:t>
      </w:r>
    </w:p>
    <w:p w:rsidR="006974AE" w:rsidRDefault="006974AE" w:rsidP="006974AE">
      <w:r>
        <w:t>342.7091</w:t>
      </w:r>
      <w:r>
        <w:tab/>
        <w:t>2.025e0</w:t>
      </w:r>
    </w:p>
    <w:p w:rsidR="006974AE" w:rsidRDefault="006974AE" w:rsidP="006974AE">
      <w:r>
        <w:t>342.7136</w:t>
      </w:r>
      <w:r>
        <w:tab/>
        <w:t>1.013e0</w:t>
      </w:r>
    </w:p>
    <w:p w:rsidR="006974AE" w:rsidRDefault="006974AE" w:rsidP="006974AE">
      <w:r>
        <w:t>342.7495</w:t>
      </w:r>
      <w:r>
        <w:tab/>
        <w:t>1.013e0</w:t>
      </w:r>
    </w:p>
    <w:p w:rsidR="006974AE" w:rsidRDefault="006974AE" w:rsidP="006974AE">
      <w:r>
        <w:t>342.7877</w:t>
      </w:r>
      <w:r>
        <w:tab/>
        <w:t>2.025e0</w:t>
      </w:r>
    </w:p>
    <w:p w:rsidR="006974AE" w:rsidRDefault="006974AE" w:rsidP="006974AE">
      <w:r>
        <w:t>342.7998</w:t>
      </w:r>
      <w:r>
        <w:tab/>
        <w:t>2.025e0</w:t>
      </w:r>
    </w:p>
    <w:p w:rsidR="006974AE" w:rsidRDefault="006974AE" w:rsidP="006974AE">
      <w:r>
        <w:t>342.8167</w:t>
      </w:r>
      <w:r>
        <w:tab/>
        <w:t>2.025e0</w:t>
      </w:r>
    </w:p>
    <w:p w:rsidR="006974AE" w:rsidRDefault="006974AE" w:rsidP="006974AE">
      <w:r>
        <w:t>342.8371</w:t>
      </w:r>
      <w:r>
        <w:tab/>
        <w:t>1.013e0</w:t>
      </w:r>
    </w:p>
    <w:p w:rsidR="006974AE" w:rsidRDefault="006974AE" w:rsidP="006974AE">
      <w:r>
        <w:t>342.8663</w:t>
      </w:r>
      <w:r>
        <w:tab/>
        <w:t>1.013e0</w:t>
      </w:r>
    </w:p>
    <w:p w:rsidR="006974AE" w:rsidRDefault="006974AE" w:rsidP="006974AE">
      <w:r>
        <w:t>342.9107</w:t>
      </w:r>
      <w:r>
        <w:tab/>
        <w:t>3.038e0</w:t>
      </w:r>
    </w:p>
    <w:p w:rsidR="006974AE" w:rsidRDefault="006974AE" w:rsidP="006974AE">
      <w:r>
        <w:t>342.9217</w:t>
      </w:r>
      <w:r>
        <w:tab/>
        <w:t>1.013e0</w:t>
      </w:r>
    </w:p>
    <w:p w:rsidR="006974AE" w:rsidRDefault="006974AE" w:rsidP="006974AE">
      <w:r>
        <w:t>342.9768</w:t>
      </w:r>
      <w:r>
        <w:tab/>
        <w:t>1.013e0</w:t>
      </w:r>
    </w:p>
    <w:p w:rsidR="006974AE" w:rsidRDefault="006974AE" w:rsidP="006974AE">
      <w:r>
        <w:t>342.9873</w:t>
      </w:r>
      <w:r>
        <w:tab/>
        <w:t>4.051e0</w:t>
      </w:r>
    </w:p>
    <w:p w:rsidR="006974AE" w:rsidRDefault="006974AE" w:rsidP="006974AE">
      <w:r>
        <w:t>342.9903</w:t>
      </w:r>
      <w:r>
        <w:tab/>
        <w:t>2.025e0</w:t>
      </w:r>
    </w:p>
    <w:p w:rsidR="006974AE" w:rsidRDefault="006974AE" w:rsidP="006974AE">
      <w:r>
        <w:t>342.9955</w:t>
      </w:r>
      <w:r>
        <w:tab/>
        <w:t>1.013e0</w:t>
      </w:r>
    </w:p>
    <w:p w:rsidR="006974AE" w:rsidRDefault="006974AE" w:rsidP="006974AE">
      <w:r>
        <w:lastRenderedPageBreak/>
        <w:t>343.0136</w:t>
      </w:r>
      <w:r>
        <w:tab/>
        <w:t>1.013e0</w:t>
      </w:r>
    </w:p>
    <w:p w:rsidR="006974AE" w:rsidRDefault="006974AE" w:rsidP="006974AE">
      <w:r>
        <w:t>343.0202</w:t>
      </w:r>
      <w:r>
        <w:tab/>
        <w:t>1.013e0</w:t>
      </w:r>
    </w:p>
    <w:p w:rsidR="006974AE" w:rsidRDefault="006974AE" w:rsidP="006974AE">
      <w:r>
        <w:t>343.0339</w:t>
      </w:r>
      <w:r>
        <w:tab/>
        <w:t>1.013e0</w:t>
      </w:r>
    </w:p>
    <w:p w:rsidR="006974AE" w:rsidRDefault="006974AE" w:rsidP="006974AE">
      <w:r>
        <w:t>343.0454</w:t>
      </w:r>
      <w:r>
        <w:tab/>
        <w:t>2.025e0</w:t>
      </w:r>
    </w:p>
    <w:p w:rsidR="006974AE" w:rsidRDefault="006974AE" w:rsidP="006974AE">
      <w:r>
        <w:t>343.0674</w:t>
      </w:r>
      <w:r>
        <w:tab/>
        <w:t>3.038e0</w:t>
      </w:r>
    </w:p>
    <w:p w:rsidR="006974AE" w:rsidRDefault="006974AE" w:rsidP="006974AE">
      <w:r>
        <w:t>343.0750</w:t>
      </w:r>
      <w:r>
        <w:tab/>
        <w:t>3.038e0</w:t>
      </w:r>
    </w:p>
    <w:p w:rsidR="006974AE" w:rsidRDefault="006974AE" w:rsidP="006974AE">
      <w:r>
        <w:t>343.0791</w:t>
      </w:r>
      <w:r>
        <w:tab/>
        <w:t>1.013e0</w:t>
      </w:r>
    </w:p>
    <w:p w:rsidR="006974AE" w:rsidRDefault="006974AE" w:rsidP="006974AE">
      <w:r>
        <w:t>343.0999</w:t>
      </w:r>
      <w:r>
        <w:tab/>
        <w:t>1.013e0</w:t>
      </w:r>
    </w:p>
    <w:p w:rsidR="006974AE" w:rsidRDefault="006974AE" w:rsidP="006974AE">
      <w:r>
        <w:t>343.1102</w:t>
      </w:r>
      <w:r>
        <w:tab/>
        <w:t>2.025e0</w:t>
      </w:r>
    </w:p>
    <w:p w:rsidR="006974AE" w:rsidRDefault="006974AE" w:rsidP="006974AE">
      <w:r>
        <w:t>343.1283</w:t>
      </w:r>
      <w:r>
        <w:tab/>
        <w:t>1.013e0</w:t>
      </w:r>
    </w:p>
    <w:p w:rsidR="006974AE" w:rsidRDefault="006974AE" w:rsidP="006974AE">
      <w:r>
        <w:t>343.1371</w:t>
      </w:r>
      <w:r>
        <w:tab/>
        <w:t>1.013e0</w:t>
      </w:r>
    </w:p>
    <w:p w:rsidR="006974AE" w:rsidRDefault="006974AE" w:rsidP="006974AE">
      <w:r>
        <w:t>343.1525</w:t>
      </w:r>
      <w:r>
        <w:tab/>
        <w:t>1.013e0</w:t>
      </w:r>
    </w:p>
    <w:p w:rsidR="006974AE" w:rsidRDefault="006974AE" w:rsidP="006974AE">
      <w:r>
        <w:t>343.1549</w:t>
      </w:r>
      <w:r>
        <w:tab/>
        <w:t>2.225e0</w:t>
      </w:r>
    </w:p>
    <w:p w:rsidR="006974AE" w:rsidRDefault="006974AE" w:rsidP="006974AE">
      <w:r>
        <w:t>343.1613</w:t>
      </w:r>
      <w:r>
        <w:tab/>
        <w:t>1.013e0</w:t>
      </w:r>
    </w:p>
    <w:p w:rsidR="006974AE" w:rsidRDefault="006974AE" w:rsidP="006974AE">
      <w:r>
        <w:t>343.1674</w:t>
      </w:r>
      <w:r>
        <w:tab/>
        <w:t>2.025e0</w:t>
      </w:r>
    </w:p>
    <w:p w:rsidR="006974AE" w:rsidRDefault="006974AE" w:rsidP="006974AE">
      <w:r>
        <w:t>343.1737</w:t>
      </w:r>
      <w:r>
        <w:tab/>
        <w:t>1.013e0</w:t>
      </w:r>
    </w:p>
    <w:p w:rsidR="006974AE" w:rsidRDefault="006974AE" w:rsidP="006974AE">
      <w:r>
        <w:t>343.1921</w:t>
      </w:r>
      <w:r>
        <w:tab/>
        <w:t>1.013e0</w:t>
      </w:r>
    </w:p>
    <w:p w:rsidR="006974AE" w:rsidRDefault="006974AE" w:rsidP="006974AE">
      <w:r>
        <w:t>343.1969</w:t>
      </w:r>
      <w:r>
        <w:tab/>
        <w:t>6.280e0</w:t>
      </w:r>
    </w:p>
    <w:p w:rsidR="006974AE" w:rsidRDefault="006974AE" w:rsidP="006974AE">
      <w:r>
        <w:t>343.1983</w:t>
      </w:r>
      <w:r>
        <w:tab/>
        <w:t>1.013e0</w:t>
      </w:r>
    </w:p>
    <w:p w:rsidR="006974AE" w:rsidRDefault="006974AE" w:rsidP="006974AE">
      <w:r>
        <w:lastRenderedPageBreak/>
        <w:t>343.2031</w:t>
      </w:r>
      <w:r>
        <w:tab/>
        <w:t>1.682e1</w:t>
      </w:r>
    </w:p>
    <w:p w:rsidR="006974AE" w:rsidRDefault="006974AE" w:rsidP="006974AE">
      <w:r>
        <w:t>343.2140</w:t>
      </w:r>
      <w:r>
        <w:tab/>
        <w:t>4.051e0</w:t>
      </w:r>
    </w:p>
    <w:p w:rsidR="006974AE" w:rsidRDefault="006974AE" w:rsidP="006974AE">
      <w:r>
        <w:t>343.2225</w:t>
      </w:r>
      <w:r>
        <w:tab/>
        <w:t>2.025e0</w:t>
      </w:r>
    </w:p>
    <w:p w:rsidR="006974AE" w:rsidRDefault="006974AE" w:rsidP="006974AE">
      <w:r>
        <w:t>343.2296</w:t>
      </w:r>
      <w:r>
        <w:tab/>
        <w:t>3.038e0</w:t>
      </w:r>
    </w:p>
    <w:p w:rsidR="006974AE" w:rsidRDefault="006974AE" w:rsidP="006974AE">
      <w:r>
        <w:t>343.2348</w:t>
      </w:r>
      <w:r>
        <w:tab/>
        <w:t>2.025e0</w:t>
      </w:r>
    </w:p>
    <w:p w:rsidR="006974AE" w:rsidRDefault="006974AE" w:rsidP="006974AE">
      <w:r>
        <w:t>343.2379</w:t>
      </w:r>
      <w:r>
        <w:tab/>
        <w:t>3.038e0</w:t>
      </w:r>
    </w:p>
    <w:p w:rsidR="006974AE" w:rsidRDefault="006974AE" w:rsidP="006974AE">
      <w:r>
        <w:t>343.2418</w:t>
      </w:r>
      <w:r>
        <w:tab/>
        <w:t>1.013e0</w:t>
      </w:r>
    </w:p>
    <w:p w:rsidR="006974AE" w:rsidRDefault="006974AE" w:rsidP="006974AE">
      <w:r>
        <w:t>343.2773</w:t>
      </w:r>
      <w:r>
        <w:tab/>
        <w:t>1.224e0</w:t>
      </w:r>
    </w:p>
    <w:p w:rsidR="006974AE" w:rsidRDefault="006974AE" w:rsidP="006974AE">
      <w:r>
        <w:t>343.2902</w:t>
      </w:r>
      <w:r>
        <w:tab/>
        <w:t>7.089e0</w:t>
      </w:r>
    </w:p>
    <w:p w:rsidR="006974AE" w:rsidRDefault="006974AE" w:rsidP="006974AE">
      <w:r>
        <w:t>343.3001</w:t>
      </w:r>
      <w:r>
        <w:tab/>
        <w:t>4.051e0</w:t>
      </w:r>
    </w:p>
    <w:p w:rsidR="006974AE" w:rsidRDefault="006974AE" w:rsidP="006974AE">
      <w:r>
        <w:t>343.3023</w:t>
      </w:r>
      <w:r>
        <w:tab/>
        <w:t>7.089e0</w:t>
      </w:r>
    </w:p>
    <w:p w:rsidR="006974AE" w:rsidRDefault="006974AE" w:rsidP="006974AE">
      <w:r>
        <w:t>343.3036</w:t>
      </w:r>
      <w:r>
        <w:tab/>
        <w:t>5.063e0</w:t>
      </w:r>
    </w:p>
    <w:p w:rsidR="006974AE" w:rsidRDefault="006974AE" w:rsidP="006974AE">
      <w:r>
        <w:t>343.3149</w:t>
      </w:r>
      <w:r>
        <w:tab/>
        <w:t>2.025e0</w:t>
      </w:r>
    </w:p>
    <w:p w:rsidR="006974AE" w:rsidRDefault="006974AE" w:rsidP="006974AE">
      <w:r>
        <w:t>343.3242</w:t>
      </w:r>
      <w:r>
        <w:tab/>
        <w:t>2.025e0</w:t>
      </w:r>
    </w:p>
    <w:p w:rsidR="006974AE" w:rsidRDefault="006974AE" w:rsidP="006974AE">
      <w:r>
        <w:t>343.3272</w:t>
      </w:r>
      <w:r>
        <w:tab/>
        <w:t>3.038e0</w:t>
      </w:r>
    </w:p>
    <w:p w:rsidR="006974AE" w:rsidRDefault="006974AE" w:rsidP="006974AE">
      <w:r>
        <w:t>343.3288</w:t>
      </w:r>
      <w:r>
        <w:tab/>
        <w:t>1.013e0</w:t>
      </w:r>
    </w:p>
    <w:p w:rsidR="006974AE" w:rsidRDefault="006974AE" w:rsidP="006974AE">
      <w:r>
        <w:t>343.3337</w:t>
      </w:r>
      <w:r>
        <w:tab/>
        <w:t>1.013e0</w:t>
      </w:r>
    </w:p>
    <w:p w:rsidR="006974AE" w:rsidRDefault="006974AE" w:rsidP="006974AE">
      <w:r>
        <w:t>343.3740</w:t>
      </w:r>
      <w:r>
        <w:tab/>
        <w:t>1.013e0</w:t>
      </w:r>
    </w:p>
    <w:p w:rsidR="006974AE" w:rsidRDefault="006974AE" w:rsidP="006974AE">
      <w:r>
        <w:t>343.3780</w:t>
      </w:r>
      <w:r>
        <w:tab/>
        <w:t>1.013e0</w:t>
      </w:r>
    </w:p>
    <w:p w:rsidR="006974AE" w:rsidRDefault="006974AE" w:rsidP="006974AE">
      <w:r>
        <w:lastRenderedPageBreak/>
        <w:t>343.3947</w:t>
      </w:r>
      <w:r>
        <w:tab/>
        <w:t>1.013e0</w:t>
      </w:r>
    </w:p>
    <w:p w:rsidR="006974AE" w:rsidRDefault="006974AE" w:rsidP="006974AE">
      <w:r>
        <w:t>343.3986</w:t>
      </w:r>
      <w:r>
        <w:tab/>
        <w:t>1.013e0</w:t>
      </w:r>
    </w:p>
    <w:p w:rsidR="006974AE" w:rsidRDefault="006974AE" w:rsidP="006974AE">
      <w:r>
        <w:t>343.4030</w:t>
      </w:r>
      <w:r>
        <w:tab/>
        <w:t>1.013e0</w:t>
      </w:r>
    </w:p>
    <w:p w:rsidR="006974AE" w:rsidRDefault="006974AE" w:rsidP="006974AE">
      <w:r>
        <w:t>343.4478</w:t>
      </w:r>
      <w:r>
        <w:tab/>
        <w:t>2.025e0</w:t>
      </w:r>
    </w:p>
    <w:p w:rsidR="006974AE" w:rsidRDefault="006974AE" w:rsidP="006974AE">
      <w:r>
        <w:t>343.4879</w:t>
      </w:r>
      <w:r>
        <w:tab/>
        <w:t>3.038e0</w:t>
      </w:r>
    </w:p>
    <w:p w:rsidR="006974AE" w:rsidRDefault="006974AE" w:rsidP="006974AE">
      <w:r>
        <w:t>343.4932</w:t>
      </w:r>
      <w:r>
        <w:tab/>
        <w:t>1.013e0</w:t>
      </w:r>
    </w:p>
    <w:p w:rsidR="006974AE" w:rsidRDefault="006974AE" w:rsidP="006974AE">
      <w:r>
        <w:t>343.5370</w:t>
      </w:r>
      <w:r>
        <w:tab/>
        <w:t>1.013e0</w:t>
      </w:r>
    </w:p>
    <w:p w:rsidR="006974AE" w:rsidRDefault="006974AE" w:rsidP="006974AE">
      <w:r>
        <w:t>343.5995</w:t>
      </w:r>
      <w:r>
        <w:tab/>
        <w:t>1.013e0</w:t>
      </w:r>
    </w:p>
    <w:p w:rsidR="006974AE" w:rsidRDefault="006974AE" w:rsidP="006974AE">
      <w:r>
        <w:t>343.6043</w:t>
      </w:r>
      <w:r>
        <w:tab/>
        <w:t>2.025e0</w:t>
      </w:r>
    </w:p>
    <w:p w:rsidR="006974AE" w:rsidRDefault="006974AE" w:rsidP="006974AE">
      <w:r>
        <w:t>343.6408</w:t>
      </w:r>
      <w:r>
        <w:tab/>
        <w:t>1.013e0</w:t>
      </w:r>
    </w:p>
    <w:p w:rsidR="006974AE" w:rsidRDefault="006974AE" w:rsidP="006974AE">
      <w:r>
        <w:t>343.6607</w:t>
      </w:r>
      <w:r>
        <w:tab/>
        <w:t>1.013e0</w:t>
      </w:r>
    </w:p>
    <w:p w:rsidR="006974AE" w:rsidRDefault="006974AE" w:rsidP="006974AE">
      <w:r>
        <w:t>343.6873</w:t>
      </w:r>
      <w:r>
        <w:tab/>
        <w:t>2.025e0</w:t>
      </w:r>
    </w:p>
    <w:p w:rsidR="006974AE" w:rsidRDefault="006974AE" w:rsidP="006974AE">
      <w:r>
        <w:t>343.7034</w:t>
      </w:r>
      <w:r>
        <w:tab/>
        <w:t>1.013e0</w:t>
      </w:r>
    </w:p>
    <w:p w:rsidR="006974AE" w:rsidRDefault="006974AE" w:rsidP="006974AE">
      <w:r>
        <w:t>343.7245</w:t>
      </w:r>
      <w:r>
        <w:tab/>
        <w:t>2.025e0</w:t>
      </w:r>
    </w:p>
    <w:p w:rsidR="006974AE" w:rsidRDefault="006974AE" w:rsidP="006974AE">
      <w:r>
        <w:t>343.7333</w:t>
      </w:r>
      <w:r>
        <w:tab/>
        <w:t>2.025e0</w:t>
      </w:r>
    </w:p>
    <w:p w:rsidR="006974AE" w:rsidRDefault="006974AE" w:rsidP="006974AE">
      <w:r>
        <w:t>343.7527</w:t>
      </w:r>
      <w:r>
        <w:tab/>
        <w:t>1.013e0</w:t>
      </w:r>
    </w:p>
    <w:p w:rsidR="006974AE" w:rsidRDefault="006974AE" w:rsidP="006974AE">
      <w:r>
        <w:t>343.7722</w:t>
      </w:r>
      <w:r>
        <w:tab/>
        <w:t>1.013e0</w:t>
      </w:r>
    </w:p>
    <w:p w:rsidR="006974AE" w:rsidRDefault="006974AE" w:rsidP="006974AE">
      <w:r>
        <w:t>343.7888</w:t>
      </w:r>
      <w:r>
        <w:tab/>
        <w:t>3.038e0</w:t>
      </w:r>
    </w:p>
    <w:p w:rsidR="006974AE" w:rsidRDefault="006974AE" w:rsidP="006974AE">
      <w:r>
        <w:t>343.8175</w:t>
      </w:r>
      <w:r>
        <w:tab/>
        <w:t>2.025e0</w:t>
      </w:r>
    </w:p>
    <w:p w:rsidR="006974AE" w:rsidRDefault="006974AE" w:rsidP="006974AE">
      <w:r>
        <w:lastRenderedPageBreak/>
        <w:t>343.8268</w:t>
      </w:r>
      <w:r>
        <w:tab/>
        <w:t>1.013e0</w:t>
      </w:r>
    </w:p>
    <w:p w:rsidR="006974AE" w:rsidRDefault="006974AE" w:rsidP="006974AE">
      <w:r>
        <w:t>343.8422</w:t>
      </w:r>
      <w:r>
        <w:tab/>
        <w:t>1.013e0</w:t>
      </w:r>
    </w:p>
    <w:p w:rsidR="006974AE" w:rsidRDefault="006974AE" w:rsidP="006974AE">
      <w:r>
        <w:t>343.8914</w:t>
      </w:r>
      <w:r>
        <w:tab/>
        <w:t>1.013e0</w:t>
      </w:r>
    </w:p>
    <w:p w:rsidR="006974AE" w:rsidRDefault="006974AE" w:rsidP="006974AE">
      <w:r>
        <w:t>343.8952</w:t>
      </w:r>
      <w:r>
        <w:tab/>
        <w:t>1.013e0</w:t>
      </w:r>
    </w:p>
    <w:p w:rsidR="006974AE" w:rsidRDefault="006974AE" w:rsidP="006974AE">
      <w:r>
        <w:t>343.9141</w:t>
      </w:r>
      <w:r>
        <w:tab/>
        <w:t>2.025e0</w:t>
      </w:r>
    </w:p>
    <w:p w:rsidR="006974AE" w:rsidRDefault="006974AE" w:rsidP="006974AE">
      <w:r>
        <w:t>343.9362</w:t>
      </w:r>
      <w:r>
        <w:tab/>
        <w:t>1.013e0</w:t>
      </w:r>
    </w:p>
    <w:p w:rsidR="006974AE" w:rsidRDefault="006974AE" w:rsidP="006974AE">
      <w:r>
        <w:t>343.9459</w:t>
      </w:r>
      <w:r>
        <w:tab/>
        <w:t>3.038e0</w:t>
      </w:r>
    </w:p>
    <w:p w:rsidR="006974AE" w:rsidRDefault="006974AE" w:rsidP="006974AE">
      <w:r>
        <w:t>343.9529</w:t>
      </w:r>
      <w:r>
        <w:tab/>
        <w:t>2.025e0</w:t>
      </w:r>
    </w:p>
    <w:p w:rsidR="006974AE" w:rsidRDefault="006974AE" w:rsidP="006974AE">
      <w:r>
        <w:t>343.9553</w:t>
      </w:r>
      <w:r>
        <w:tab/>
        <w:t>3.038e0</w:t>
      </w:r>
    </w:p>
    <w:p w:rsidR="006974AE" w:rsidRDefault="006974AE" w:rsidP="006974AE">
      <w:r>
        <w:t>343.9563</w:t>
      </w:r>
      <w:r>
        <w:tab/>
        <w:t>1.013e0</w:t>
      </w:r>
    </w:p>
    <w:p w:rsidR="006974AE" w:rsidRDefault="006974AE" w:rsidP="006974AE">
      <w:r>
        <w:t>343.9649</w:t>
      </w:r>
      <w:r>
        <w:tab/>
        <w:t>1.013e0</w:t>
      </w:r>
    </w:p>
    <w:p w:rsidR="006974AE" w:rsidRDefault="006974AE" w:rsidP="006974AE">
      <w:r>
        <w:t>343.9917</w:t>
      </w:r>
      <w:r>
        <w:tab/>
        <w:t>2.025e0</w:t>
      </w:r>
    </w:p>
    <w:p w:rsidR="006974AE" w:rsidRDefault="006974AE" w:rsidP="006974AE">
      <w:r>
        <w:t>344.0180</w:t>
      </w:r>
      <w:r>
        <w:tab/>
        <w:t>4.051e0</w:t>
      </w:r>
    </w:p>
    <w:p w:rsidR="006974AE" w:rsidRDefault="006974AE" w:rsidP="006974AE">
      <w:r>
        <w:t>344.0246</w:t>
      </w:r>
      <w:r>
        <w:tab/>
        <w:t>1.013e0</w:t>
      </w:r>
    </w:p>
    <w:p w:rsidR="006974AE" w:rsidRDefault="006974AE" w:rsidP="006974AE">
      <w:r>
        <w:t>344.0307</w:t>
      </w:r>
      <w:r>
        <w:tab/>
        <w:t>1.013e0</w:t>
      </w:r>
    </w:p>
    <w:p w:rsidR="006974AE" w:rsidRDefault="006974AE" w:rsidP="006974AE">
      <w:r>
        <w:t>344.0346</w:t>
      </w:r>
      <w:r>
        <w:tab/>
        <w:t>2.025e0</w:t>
      </w:r>
    </w:p>
    <w:p w:rsidR="006974AE" w:rsidRDefault="006974AE" w:rsidP="006974AE">
      <w:r>
        <w:t>344.0372</w:t>
      </w:r>
      <w:r>
        <w:tab/>
        <w:t>2.025e0</w:t>
      </w:r>
    </w:p>
    <w:p w:rsidR="006974AE" w:rsidRDefault="006974AE" w:rsidP="006974AE">
      <w:r>
        <w:t>344.0463</w:t>
      </w:r>
      <w:r>
        <w:tab/>
        <w:t>3.038e0</w:t>
      </w:r>
    </w:p>
    <w:p w:rsidR="006974AE" w:rsidRDefault="006974AE" w:rsidP="006974AE">
      <w:r>
        <w:t>344.0737</w:t>
      </w:r>
      <w:r>
        <w:tab/>
        <w:t>2.025e0</w:t>
      </w:r>
    </w:p>
    <w:p w:rsidR="006974AE" w:rsidRDefault="006974AE" w:rsidP="006974AE">
      <w:r>
        <w:lastRenderedPageBreak/>
        <w:t>344.0880</w:t>
      </w:r>
      <w:r>
        <w:tab/>
        <w:t>1.013e0</w:t>
      </w:r>
    </w:p>
    <w:p w:rsidR="006974AE" w:rsidRDefault="006974AE" w:rsidP="006974AE">
      <w:r>
        <w:t>344.1087</w:t>
      </w:r>
      <w:r>
        <w:tab/>
        <w:t>2.025e0</w:t>
      </w:r>
    </w:p>
    <w:p w:rsidR="006974AE" w:rsidRDefault="006974AE" w:rsidP="006974AE">
      <w:r>
        <w:t>344.1130</w:t>
      </w:r>
      <w:r>
        <w:tab/>
        <w:t>2.025e0</w:t>
      </w:r>
    </w:p>
    <w:p w:rsidR="006974AE" w:rsidRDefault="006974AE" w:rsidP="006974AE">
      <w:r>
        <w:t>344.1171</w:t>
      </w:r>
      <w:r>
        <w:tab/>
        <w:t>3.038e0</w:t>
      </w:r>
    </w:p>
    <w:p w:rsidR="006974AE" w:rsidRDefault="006974AE" w:rsidP="006974AE">
      <w:r>
        <w:t>344.1203</w:t>
      </w:r>
      <w:r>
        <w:tab/>
        <w:t>3.038e0</w:t>
      </w:r>
    </w:p>
    <w:p w:rsidR="006974AE" w:rsidRDefault="006974AE" w:rsidP="006974AE">
      <w:r>
        <w:t>344.1229</w:t>
      </w:r>
      <w:r>
        <w:tab/>
        <w:t>3.038e0</w:t>
      </w:r>
    </w:p>
    <w:p w:rsidR="006974AE" w:rsidRDefault="006974AE" w:rsidP="006974AE">
      <w:r>
        <w:t>344.1582</w:t>
      </w:r>
      <w:r>
        <w:tab/>
        <w:t>1.013e0</w:t>
      </w:r>
    </w:p>
    <w:p w:rsidR="006974AE" w:rsidRDefault="006974AE" w:rsidP="006974AE">
      <w:r>
        <w:t>344.1619</w:t>
      </w:r>
      <w:r>
        <w:tab/>
        <w:t>1.013e0</w:t>
      </w:r>
    </w:p>
    <w:p w:rsidR="006974AE" w:rsidRDefault="006974AE" w:rsidP="006974AE">
      <w:r>
        <w:t>344.1661</w:t>
      </w:r>
      <w:r>
        <w:tab/>
        <w:t>1.013e0</w:t>
      </w:r>
    </w:p>
    <w:p w:rsidR="006974AE" w:rsidRDefault="006974AE" w:rsidP="006974AE">
      <w:r>
        <w:t>344.1855</w:t>
      </w:r>
      <w:r>
        <w:tab/>
        <w:t>4.051e0</w:t>
      </w:r>
    </w:p>
    <w:p w:rsidR="006974AE" w:rsidRDefault="006974AE" w:rsidP="006974AE">
      <w:r>
        <w:t>344.2029</w:t>
      </w:r>
      <w:r>
        <w:tab/>
        <w:t>5.063e0</w:t>
      </w:r>
    </w:p>
    <w:p w:rsidR="006974AE" w:rsidRDefault="006974AE" w:rsidP="006974AE">
      <w:r>
        <w:t>344.2054</w:t>
      </w:r>
      <w:r>
        <w:tab/>
        <w:t>3.038e0</w:t>
      </w:r>
    </w:p>
    <w:p w:rsidR="006974AE" w:rsidRDefault="006974AE" w:rsidP="006974AE">
      <w:r>
        <w:t>344.2140</w:t>
      </w:r>
      <w:r>
        <w:tab/>
        <w:t>8.101e0</w:t>
      </w:r>
    </w:p>
    <w:p w:rsidR="006974AE" w:rsidRDefault="006974AE" w:rsidP="006974AE">
      <w:r>
        <w:t>344.2171</w:t>
      </w:r>
      <w:r>
        <w:tab/>
        <w:t>3.038e0</w:t>
      </w:r>
    </w:p>
    <w:p w:rsidR="006974AE" w:rsidRDefault="006974AE" w:rsidP="006974AE">
      <w:r>
        <w:t>344.2281</w:t>
      </w:r>
      <w:r>
        <w:tab/>
        <w:t>5.063e0</w:t>
      </w:r>
    </w:p>
    <w:p w:rsidR="006974AE" w:rsidRDefault="006974AE" w:rsidP="006974AE">
      <w:r>
        <w:t>344.2317</w:t>
      </w:r>
      <w:r>
        <w:tab/>
        <w:t>1.013e1</w:t>
      </w:r>
    </w:p>
    <w:p w:rsidR="006974AE" w:rsidRDefault="006974AE" w:rsidP="006974AE">
      <w:r>
        <w:t>344.2341</w:t>
      </w:r>
      <w:r>
        <w:tab/>
        <w:t>2.025e0</w:t>
      </w:r>
    </w:p>
    <w:p w:rsidR="006974AE" w:rsidRDefault="006974AE" w:rsidP="006974AE">
      <w:r>
        <w:t>344.2406</w:t>
      </w:r>
      <w:r>
        <w:tab/>
        <w:t>1.013e0</w:t>
      </w:r>
    </w:p>
    <w:p w:rsidR="006974AE" w:rsidRDefault="006974AE" w:rsidP="006974AE">
      <w:r>
        <w:t>344.2441</w:t>
      </w:r>
      <w:r>
        <w:tab/>
        <w:t>4.051e0</w:t>
      </w:r>
    </w:p>
    <w:p w:rsidR="006974AE" w:rsidRDefault="006974AE" w:rsidP="006974AE">
      <w:r>
        <w:lastRenderedPageBreak/>
        <w:t>344.2526</w:t>
      </w:r>
      <w:r>
        <w:tab/>
        <w:t>2.025e0</w:t>
      </w:r>
    </w:p>
    <w:p w:rsidR="006974AE" w:rsidRDefault="006974AE" w:rsidP="006974AE">
      <w:r>
        <w:t>344.2954</w:t>
      </w:r>
      <w:r>
        <w:tab/>
        <w:t>3.038e0</w:t>
      </w:r>
    </w:p>
    <w:p w:rsidR="006974AE" w:rsidRDefault="006974AE" w:rsidP="006974AE">
      <w:r>
        <w:t>344.3141</w:t>
      </w:r>
      <w:r>
        <w:tab/>
        <w:t>4.051e0</w:t>
      </w:r>
    </w:p>
    <w:p w:rsidR="006974AE" w:rsidRDefault="006974AE" w:rsidP="006974AE">
      <w:r>
        <w:t>344.3193</w:t>
      </w:r>
      <w:r>
        <w:tab/>
        <w:t>4.051e0</w:t>
      </w:r>
    </w:p>
    <w:p w:rsidR="006974AE" w:rsidRDefault="006974AE" w:rsidP="006974AE">
      <w:r>
        <w:t>344.3306</w:t>
      </w:r>
      <w:r>
        <w:tab/>
        <w:t>1.013e0</w:t>
      </w:r>
    </w:p>
    <w:p w:rsidR="006974AE" w:rsidRDefault="006974AE" w:rsidP="006974AE">
      <w:r>
        <w:t>344.3342</w:t>
      </w:r>
      <w:r>
        <w:tab/>
        <w:t>1.013e0</w:t>
      </w:r>
    </w:p>
    <w:p w:rsidR="006974AE" w:rsidRDefault="006974AE" w:rsidP="006974AE">
      <w:r>
        <w:t>344.3760</w:t>
      </w:r>
      <w:r>
        <w:tab/>
        <w:t>1.013e0</w:t>
      </w:r>
    </w:p>
    <w:p w:rsidR="006974AE" w:rsidRDefault="006974AE" w:rsidP="006974AE">
      <w:r>
        <w:t>344.4192</w:t>
      </w:r>
      <w:r>
        <w:tab/>
        <w:t>1.013e0</w:t>
      </w:r>
    </w:p>
    <w:p w:rsidR="006974AE" w:rsidRDefault="006974AE" w:rsidP="006974AE">
      <w:r>
        <w:t>344.4382</w:t>
      </w:r>
      <w:r>
        <w:tab/>
        <w:t>1.013e0</w:t>
      </w:r>
    </w:p>
    <w:p w:rsidR="006974AE" w:rsidRDefault="006974AE" w:rsidP="006974AE">
      <w:r>
        <w:t>344.4575</w:t>
      </w:r>
      <w:r>
        <w:tab/>
        <w:t>2.025e0</w:t>
      </w:r>
    </w:p>
    <w:p w:rsidR="006974AE" w:rsidRDefault="006974AE" w:rsidP="006974AE">
      <w:r>
        <w:t>344.4625</w:t>
      </w:r>
      <w:r>
        <w:tab/>
        <w:t>1.013e0</w:t>
      </w:r>
    </w:p>
    <w:p w:rsidR="006974AE" w:rsidRDefault="006974AE" w:rsidP="006974AE">
      <w:r>
        <w:t>344.4691</w:t>
      </w:r>
      <w:r>
        <w:tab/>
        <w:t>1.013e0</w:t>
      </w:r>
    </w:p>
    <w:p w:rsidR="006974AE" w:rsidRDefault="006974AE" w:rsidP="006974AE">
      <w:r>
        <w:t>344.4938</w:t>
      </w:r>
      <w:r>
        <w:tab/>
        <w:t>1.013e0</w:t>
      </w:r>
    </w:p>
    <w:p w:rsidR="006974AE" w:rsidRDefault="006974AE" w:rsidP="006974AE">
      <w:r>
        <w:t>344.5233</w:t>
      </w:r>
      <w:r>
        <w:tab/>
        <w:t>1.013e0</w:t>
      </w:r>
    </w:p>
    <w:p w:rsidR="006974AE" w:rsidRDefault="006974AE" w:rsidP="006974AE">
      <w:r>
        <w:t>344.5344</w:t>
      </w:r>
      <w:r>
        <w:tab/>
        <w:t>2.025e0</w:t>
      </w:r>
    </w:p>
    <w:p w:rsidR="006974AE" w:rsidRDefault="006974AE" w:rsidP="006974AE">
      <w:r>
        <w:t>344.5479</w:t>
      </w:r>
      <w:r>
        <w:tab/>
        <w:t>1.013e0</w:t>
      </w:r>
    </w:p>
    <w:p w:rsidR="006974AE" w:rsidRDefault="006974AE" w:rsidP="006974AE">
      <w:r>
        <w:t>344.5523</w:t>
      </w:r>
      <w:r>
        <w:tab/>
        <w:t>1.013e0</w:t>
      </w:r>
    </w:p>
    <w:p w:rsidR="006974AE" w:rsidRDefault="006974AE" w:rsidP="006974AE">
      <w:r>
        <w:t>344.5594</w:t>
      </w:r>
      <w:r>
        <w:tab/>
        <w:t>2.025e0</w:t>
      </w:r>
    </w:p>
    <w:p w:rsidR="006974AE" w:rsidRDefault="006974AE" w:rsidP="006974AE">
      <w:r>
        <w:t>344.5729</w:t>
      </w:r>
      <w:r>
        <w:tab/>
        <w:t>1.013e0</w:t>
      </w:r>
    </w:p>
    <w:p w:rsidR="006974AE" w:rsidRDefault="006974AE" w:rsidP="006974AE">
      <w:r>
        <w:lastRenderedPageBreak/>
        <w:t>344.5769</w:t>
      </w:r>
      <w:r>
        <w:tab/>
        <w:t>2.025e0</w:t>
      </w:r>
    </w:p>
    <w:p w:rsidR="006974AE" w:rsidRDefault="006974AE" w:rsidP="006974AE">
      <w:r>
        <w:t>344.5922</w:t>
      </w:r>
      <w:r>
        <w:tab/>
        <w:t>1.013e0</w:t>
      </w:r>
    </w:p>
    <w:p w:rsidR="006974AE" w:rsidRDefault="006974AE" w:rsidP="006974AE">
      <w:r>
        <w:t>344.6086</w:t>
      </w:r>
      <w:r>
        <w:tab/>
        <w:t>2.025e0</w:t>
      </w:r>
    </w:p>
    <w:p w:rsidR="006974AE" w:rsidRDefault="006974AE" w:rsidP="006974AE">
      <w:r>
        <w:t>344.6169</w:t>
      </w:r>
      <w:r>
        <w:tab/>
        <w:t>1.013e0</w:t>
      </w:r>
    </w:p>
    <w:p w:rsidR="006974AE" w:rsidRDefault="006974AE" w:rsidP="006974AE">
      <w:r>
        <w:t>344.6217</w:t>
      </w:r>
      <w:r>
        <w:tab/>
        <w:t>1.013e0</w:t>
      </w:r>
    </w:p>
    <w:p w:rsidR="006974AE" w:rsidRDefault="006974AE" w:rsidP="006974AE">
      <w:r>
        <w:t>344.6258</w:t>
      </w:r>
      <w:r>
        <w:tab/>
        <w:t>1.013e0</w:t>
      </w:r>
    </w:p>
    <w:p w:rsidR="006974AE" w:rsidRDefault="006974AE" w:rsidP="006974AE">
      <w:r>
        <w:t>344.6300</w:t>
      </w:r>
      <w:r>
        <w:tab/>
        <w:t>1.013e0</w:t>
      </w:r>
    </w:p>
    <w:p w:rsidR="006974AE" w:rsidRDefault="006974AE" w:rsidP="006974AE">
      <w:r>
        <w:t>344.6464</w:t>
      </w:r>
      <w:r>
        <w:tab/>
        <w:t>2.025e0</w:t>
      </w:r>
    </w:p>
    <w:p w:rsidR="006974AE" w:rsidRDefault="006974AE" w:rsidP="006974AE">
      <w:r>
        <w:t>344.6668</w:t>
      </w:r>
      <w:r>
        <w:tab/>
        <w:t>1.013e0</w:t>
      </w:r>
    </w:p>
    <w:p w:rsidR="006974AE" w:rsidRDefault="006974AE" w:rsidP="006974AE">
      <w:r>
        <w:t>344.6960</w:t>
      </w:r>
      <w:r>
        <w:tab/>
        <w:t>1.013e0</w:t>
      </w:r>
    </w:p>
    <w:p w:rsidR="006974AE" w:rsidRDefault="006974AE" w:rsidP="006974AE">
      <w:r>
        <w:t>344.7158</w:t>
      </w:r>
      <w:r>
        <w:tab/>
        <w:t>1.013e0</w:t>
      </w:r>
    </w:p>
    <w:p w:rsidR="006974AE" w:rsidRDefault="006974AE" w:rsidP="006974AE">
      <w:r>
        <w:t>344.7350</w:t>
      </w:r>
      <w:r>
        <w:tab/>
        <w:t>2.025e0</w:t>
      </w:r>
    </w:p>
    <w:p w:rsidR="006974AE" w:rsidRDefault="006974AE" w:rsidP="006974AE">
      <w:r>
        <w:t>344.7657</w:t>
      </w:r>
      <w:r>
        <w:tab/>
        <w:t>1.013e0</w:t>
      </w:r>
    </w:p>
    <w:p w:rsidR="006974AE" w:rsidRDefault="006974AE" w:rsidP="006974AE">
      <w:r>
        <w:t>344.7900</w:t>
      </w:r>
      <w:r>
        <w:tab/>
        <w:t>1.013e0</w:t>
      </w:r>
    </w:p>
    <w:p w:rsidR="006974AE" w:rsidRDefault="006974AE" w:rsidP="006974AE">
      <w:r>
        <w:t>344.8109</w:t>
      </w:r>
      <w:r>
        <w:tab/>
        <w:t>2.025e0</w:t>
      </w:r>
    </w:p>
    <w:p w:rsidR="006974AE" w:rsidRDefault="006974AE" w:rsidP="006974AE">
      <w:r>
        <w:t>344.8399</w:t>
      </w:r>
      <w:r>
        <w:tab/>
        <w:t>1.013e0</w:t>
      </w:r>
    </w:p>
    <w:p w:rsidR="006974AE" w:rsidRDefault="006974AE" w:rsidP="006974AE">
      <w:r>
        <w:t>344.8544</w:t>
      </w:r>
      <w:r>
        <w:tab/>
        <w:t>2.025e0</w:t>
      </w:r>
    </w:p>
    <w:p w:rsidR="006974AE" w:rsidRDefault="006974AE" w:rsidP="006974AE">
      <w:r>
        <w:t>344.8889</w:t>
      </w:r>
      <w:r>
        <w:tab/>
        <w:t>1.013e0</w:t>
      </w:r>
    </w:p>
    <w:p w:rsidR="006974AE" w:rsidRDefault="006974AE" w:rsidP="006974AE">
      <w:r>
        <w:t>344.8931</w:t>
      </w:r>
      <w:r>
        <w:tab/>
        <w:t>1.013e0</w:t>
      </w:r>
    </w:p>
    <w:p w:rsidR="006974AE" w:rsidRDefault="006974AE" w:rsidP="006974AE">
      <w:r>
        <w:lastRenderedPageBreak/>
        <w:t>344.9068</w:t>
      </w:r>
      <w:r>
        <w:tab/>
        <w:t>3.038e0</w:t>
      </w:r>
    </w:p>
    <w:p w:rsidR="006974AE" w:rsidRDefault="006974AE" w:rsidP="006974AE">
      <w:r>
        <w:t>344.9134</w:t>
      </w:r>
      <w:r>
        <w:tab/>
        <w:t>3.038e0</w:t>
      </w:r>
    </w:p>
    <w:p w:rsidR="006974AE" w:rsidRDefault="006974AE" w:rsidP="006974AE">
      <w:r>
        <w:t>344.9167</w:t>
      </w:r>
      <w:r>
        <w:tab/>
        <w:t>7.538e0</w:t>
      </w:r>
    </w:p>
    <w:p w:rsidR="006974AE" w:rsidRDefault="006974AE" w:rsidP="006974AE">
      <w:r>
        <w:t>344.9241</w:t>
      </w:r>
      <w:r>
        <w:tab/>
        <w:t>2.025e0</w:t>
      </w:r>
    </w:p>
    <w:p w:rsidR="006974AE" w:rsidRDefault="006974AE" w:rsidP="006974AE">
      <w:r>
        <w:t>344.9364</w:t>
      </w:r>
      <w:r>
        <w:tab/>
        <w:t>2.025e0</w:t>
      </w:r>
    </w:p>
    <w:p w:rsidR="006974AE" w:rsidRDefault="006974AE" w:rsidP="006974AE">
      <w:r>
        <w:t>344.9406</w:t>
      </w:r>
      <w:r>
        <w:tab/>
        <w:t>6.076e0</w:t>
      </w:r>
    </w:p>
    <w:p w:rsidR="006974AE" w:rsidRDefault="006974AE" w:rsidP="006974AE">
      <w:r>
        <w:t>344.9508</w:t>
      </w:r>
      <w:r>
        <w:tab/>
        <w:t>1.013e0</w:t>
      </w:r>
    </w:p>
    <w:p w:rsidR="006974AE" w:rsidRDefault="006974AE" w:rsidP="006974AE">
      <w:r>
        <w:t>344.9567</w:t>
      </w:r>
      <w:r>
        <w:tab/>
        <w:t>2.025e0</w:t>
      </w:r>
    </w:p>
    <w:p w:rsidR="006974AE" w:rsidRDefault="006974AE" w:rsidP="006974AE">
      <w:r>
        <w:t>344.9755</w:t>
      </w:r>
      <w:r>
        <w:tab/>
        <w:t>1.013e0</w:t>
      </w:r>
    </w:p>
    <w:p w:rsidR="006974AE" w:rsidRDefault="006974AE" w:rsidP="006974AE">
      <w:r>
        <w:t>344.9793</w:t>
      </w:r>
      <w:r>
        <w:tab/>
        <w:t>2.025e0</w:t>
      </w:r>
    </w:p>
    <w:p w:rsidR="006974AE" w:rsidRDefault="006974AE" w:rsidP="006974AE">
      <w:r>
        <w:t>344.9947</w:t>
      </w:r>
      <w:r>
        <w:tab/>
        <w:t>2.025e0</w:t>
      </w:r>
    </w:p>
    <w:p w:rsidR="006974AE" w:rsidRDefault="006974AE" w:rsidP="006974AE">
      <w:r>
        <w:t>345.0199</w:t>
      </w:r>
      <w:r>
        <w:tab/>
        <w:t>1.013e0</w:t>
      </w:r>
    </w:p>
    <w:p w:rsidR="006974AE" w:rsidRDefault="006974AE" w:rsidP="006974AE">
      <w:r>
        <w:t>345.0493</w:t>
      </w:r>
      <w:r>
        <w:tab/>
        <w:t>2.025e0</w:t>
      </w:r>
    </w:p>
    <w:p w:rsidR="006974AE" w:rsidRDefault="006974AE" w:rsidP="006974AE">
      <w:r>
        <w:t>345.0652</w:t>
      </w:r>
      <w:r>
        <w:tab/>
        <w:t>1.013e0</w:t>
      </w:r>
    </w:p>
    <w:p w:rsidR="006974AE" w:rsidRDefault="006974AE" w:rsidP="006974AE">
      <w:r>
        <w:t>345.0811</w:t>
      </w:r>
      <w:r>
        <w:tab/>
        <w:t>1.013e0</w:t>
      </w:r>
    </w:p>
    <w:p w:rsidR="006974AE" w:rsidRDefault="006974AE" w:rsidP="006974AE">
      <w:r>
        <w:t>345.1022</w:t>
      </w:r>
      <w:r>
        <w:tab/>
        <w:t>2.025e0</w:t>
      </w:r>
    </w:p>
    <w:p w:rsidR="006974AE" w:rsidRDefault="006974AE" w:rsidP="006974AE">
      <w:r>
        <w:t>345.1124</w:t>
      </w:r>
      <w:r>
        <w:tab/>
        <w:t>4.051e0</w:t>
      </w:r>
    </w:p>
    <w:p w:rsidR="006974AE" w:rsidRDefault="006974AE" w:rsidP="006974AE">
      <w:r>
        <w:t>345.1223</w:t>
      </w:r>
      <w:r>
        <w:tab/>
        <w:t>3.038e0</w:t>
      </w:r>
    </w:p>
    <w:p w:rsidR="006974AE" w:rsidRDefault="006974AE" w:rsidP="006974AE">
      <w:r>
        <w:t>345.1355</w:t>
      </w:r>
      <w:r>
        <w:tab/>
        <w:t>1.013e0</w:t>
      </w:r>
    </w:p>
    <w:p w:rsidR="006974AE" w:rsidRDefault="006974AE" w:rsidP="006974AE">
      <w:r>
        <w:lastRenderedPageBreak/>
        <w:t>345.1367</w:t>
      </w:r>
      <w:r>
        <w:tab/>
        <w:t>3.038e0</w:t>
      </w:r>
    </w:p>
    <w:p w:rsidR="006974AE" w:rsidRDefault="006974AE" w:rsidP="006974AE">
      <w:r>
        <w:t>345.1597</w:t>
      </w:r>
      <w:r>
        <w:tab/>
        <w:t>1.013e0</w:t>
      </w:r>
    </w:p>
    <w:p w:rsidR="006974AE" w:rsidRDefault="006974AE" w:rsidP="006974AE">
      <w:r>
        <w:t>345.1640</w:t>
      </w:r>
      <w:r>
        <w:tab/>
        <w:t>2.025e0</w:t>
      </w:r>
    </w:p>
    <w:p w:rsidR="006974AE" w:rsidRDefault="006974AE" w:rsidP="006974AE">
      <w:r>
        <w:t>345.1663</w:t>
      </w:r>
      <w:r>
        <w:tab/>
        <w:t>2.229e0</w:t>
      </w:r>
    </w:p>
    <w:p w:rsidR="006974AE" w:rsidRDefault="006974AE" w:rsidP="006974AE">
      <w:r>
        <w:t>345.1735</w:t>
      </w:r>
      <w:r>
        <w:tab/>
        <w:t>1.013e0</w:t>
      </w:r>
    </w:p>
    <w:p w:rsidR="006974AE" w:rsidRDefault="006974AE" w:rsidP="006974AE">
      <w:r>
        <w:t>345.1926</w:t>
      </w:r>
      <w:r>
        <w:tab/>
        <w:t>1.013e0</w:t>
      </w:r>
    </w:p>
    <w:p w:rsidR="006974AE" w:rsidRDefault="006974AE" w:rsidP="006974AE">
      <w:r>
        <w:t>345.1982</w:t>
      </w:r>
      <w:r>
        <w:tab/>
        <w:t>1.013e0</w:t>
      </w:r>
    </w:p>
    <w:p w:rsidR="006974AE" w:rsidRDefault="006974AE" w:rsidP="006974AE">
      <w:r>
        <w:t>345.2006</w:t>
      </w:r>
      <w:r>
        <w:tab/>
        <w:t>2.025e0</w:t>
      </w:r>
    </w:p>
    <w:p w:rsidR="006974AE" w:rsidRDefault="006974AE" w:rsidP="006974AE">
      <w:r>
        <w:t>345.2173</w:t>
      </w:r>
      <w:r>
        <w:tab/>
        <w:t>1.013e0</w:t>
      </w:r>
    </w:p>
    <w:p w:rsidR="006974AE" w:rsidRDefault="006974AE" w:rsidP="006974AE">
      <w:r>
        <w:t>345.2218</w:t>
      </w:r>
      <w:r>
        <w:tab/>
        <w:t>3.038e0</w:t>
      </w:r>
    </w:p>
    <w:p w:rsidR="006974AE" w:rsidRDefault="006974AE" w:rsidP="006974AE">
      <w:r>
        <w:t>345.2416</w:t>
      </w:r>
      <w:r>
        <w:tab/>
        <w:t>1.013e0</w:t>
      </w:r>
    </w:p>
    <w:p w:rsidR="006974AE" w:rsidRDefault="006974AE" w:rsidP="006974AE">
      <w:r>
        <w:t>345.2484</w:t>
      </w:r>
      <w:r>
        <w:tab/>
        <w:t>5.063e0</w:t>
      </w:r>
    </w:p>
    <w:p w:rsidR="006974AE" w:rsidRDefault="006974AE" w:rsidP="006974AE">
      <w:r>
        <w:t>345.2582</w:t>
      </w:r>
      <w:r>
        <w:tab/>
        <w:t>1.013e0</w:t>
      </w:r>
    </w:p>
    <w:p w:rsidR="006974AE" w:rsidRDefault="006974AE" w:rsidP="006974AE">
      <w:r>
        <w:t>345.2694</w:t>
      </w:r>
      <w:r>
        <w:tab/>
        <w:t>2.025e0</w:t>
      </w:r>
    </w:p>
    <w:p w:rsidR="006974AE" w:rsidRDefault="006974AE" w:rsidP="006974AE">
      <w:r>
        <w:t>345.2831</w:t>
      </w:r>
      <w:r>
        <w:tab/>
        <w:t>2.025e0</w:t>
      </w:r>
    </w:p>
    <w:p w:rsidR="006974AE" w:rsidRDefault="006974AE" w:rsidP="006974AE">
      <w:r>
        <w:t>345.3116</w:t>
      </w:r>
      <w:r>
        <w:tab/>
        <w:t>1.013e0</w:t>
      </w:r>
    </w:p>
    <w:p w:rsidR="006974AE" w:rsidRDefault="006974AE" w:rsidP="006974AE">
      <w:r>
        <w:t>345.3159</w:t>
      </w:r>
      <w:r>
        <w:tab/>
        <w:t>1.013e0</w:t>
      </w:r>
    </w:p>
    <w:p w:rsidR="006974AE" w:rsidRDefault="006974AE" w:rsidP="006974AE">
      <w:r>
        <w:t>345.3366</w:t>
      </w:r>
      <w:r>
        <w:tab/>
        <w:t>1.013e0</w:t>
      </w:r>
    </w:p>
    <w:p w:rsidR="006974AE" w:rsidRDefault="006974AE" w:rsidP="006974AE">
      <w:r>
        <w:t>345.3819</w:t>
      </w:r>
      <w:r>
        <w:tab/>
        <w:t>1.013e0</w:t>
      </w:r>
    </w:p>
    <w:p w:rsidR="006974AE" w:rsidRDefault="006974AE" w:rsidP="006974AE">
      <w:r>
        <w:lastRenderedPageBreak/>
        <w:t>345.4215</w:t>
      </w:r>
      <w:r>
        <w:tab/>
        <w:t>1.013e0</w:t>
      </w:r>
    </w:p>
    <w:p w:rsidR="006974AE" w:rsidRDefault="006974AE" w:rsidP="006974AE">
      <w:r>
        <w:t>345.4515</w:t>
      </w:r>
      <w:r>
        <w:tab/>
        <w:t>1.013e0</w:t>
      </w:r>
    </w:p>
    <w:p w:rsidR="006974AE" w:rsidRDefault="006974AE" w:rsidP="006974AE">
      <w:r>
        <w:t>345.5051</w:t>
      </w:r>
      <w:r>
        <w:tab/>
        <w:t>1.013e0</w:t>
      </w:r>
    </w:p>
    <w:p w:rsidR="006974AE" w:rsidRDefault="006974AE" w:rsidP="006974AE">
      <w:r>
        <w:t>345.5450</w:t>
      </w:r>
      <w:r>
        <w:tab/>
        <w:t>1.013e0</w:t>
      </w:r>
    </w:p>
    <w:p w:rsidR="006974AE" w:rsidRDefault="006974AE" w:rsidP="006974AE">
      <w:r>
        <w:t>345.5790</w:t>
      </w:r>
      <w:r>
        <w:tab/>
        <w:t>2.025e0</w:t>
      </w:r>
    </w:p>
    <w:p w:rsidR="006974AE" w:rsidRDefault="006974AE" w:rsidP="006974AE">
      <w:r>
        <w:t>345.5950</w:t>
      </w:r>
      <w:r>
        <w:tab/>
        <w:t>1.013e0</w:t>
      </w:r>
    </w:p>
    <w:p w:rsidR="006974AE" w:rsidRDefault="006974AE" w:rsidP="006974AE">
      <w:r>
        <w:t>345.6002</w:t>
      </w:r>
      <w:r>
        <w:tab/>
        <w:t>2.025e0</w:t>
      </w:r>
    </w:p>
    <w:p w:rsidR="006974AE" w:rsidRDefault="006974AE" w:rsidP="006974AE">
      <w:r>
        <w:t>345.6033</w:t>
      </w:r>
      <w:r>
        <w:tab/>
        <w:t>1.013e0</w:t>
      </w:r>
    </w:p>
    <w:p w:rsidR="006974AE" w:rsidRDefault="006974AE" w:rsidP="006974AE">
      <w:r>
        <w:t>345.6249</w:t>
      </w:r>
      <w:r>
        <w:tab/>
        <w:t>3.038e0</w:t>
      </w:r>
    </w:p>
    <w:p w:rsidR="006974AE" w:rsidRDefault="006974AE" w:rsidP="006974AE">
      <w:r>
        <w:t>345.6875</w:t>
      </w:r>
      <w:r>
        <w:tab/>
        <w:t>1.013e0</w:t>
      </w:r>
    </w:p>
    <w:p w:rsidR="006974AE" w:rsidRDefault="006974AE" w:rsidP="006974AE">
      <w:r>
        <w:t>345.7189</w:t>
      </w:r>
      <w:r>
        <w:tab/>
        <w:t>1.013e0</w:t>
      </w:r>
    </w:p>
    <w:p w:rsidR="006974AE" w:rsidRDefault="006974AE" w:rsidP="006974AE">
      <w:r>
        <w:t>345.7311</w:t>
      </w:r>
      <w:r>
        <w:tab/>
        <w:t>2.025e0</w:t>
      </w:r>
    </w:p>
    <w:p w:rsidR="006974AE" w:rsidRDefault="006974AE" w:rsidP="006974AE">
      <w:r>
        <w:t>345.7595</w:t>
      </w:r>
      <w:r>
        <w:tab/>
        <w:t>2.025e0</w:t>
      </w:r>
    </w:p>
    <w:p w:rsidR="006974AE" w:rsidRDefault="006974AE" w:rsidP="006974AE">
      <w:r>
        <w:t>345.8009</w:t>
      </w:r>
      <w:r>
        <w:tab/>
        <w:t>1.013e0</w:t>
      </w:r>
    </w:p>
    <w:p w:rsidR="006974AE" w:rsidRDefault="006974AE" w:rsidP="006974AE">
      <w:r>
        <w:t>345.8042</w:t>
      </w:r>
      <w:r>
        <w:tab/>
        <w:t>3.038e0</w:t>
      </w:r>
    </w:p>
    <w:p w:rsidR="006974AE" w:rsidRDefault="006974AE" w:rsidP="006974AE">
      <w:r>
        <w:t>345.8442</w:t>
      </w:r>
      <w:r>
        <w:tab/>
        <w:t>2.025e0</w:t>
      </w:r>
    </w:p>
    <w:p w:rsidR="006974AE" w:rsidRDefault="006974AE" w:rsidP="006974AE">
      <w:r>
        <w:t>345.8548</w:t>
      </w:r>
      <w:r>
        <w:tab/>
        <w:t>1.013e0</w:t>
      </w:r>
    </w:p>
    <w:p w:rsidR="006974AE" w:rsidRDefault="006974AE" w:rsidP="006974AE">
      <w:r>
        <w:t>345.8615</w:t>
      </w:r>
      <w:r>
        <w:tab/>
        <w:t>1.013e0</w:t>
      </w:r>
    </w:p>
    <w:p w:rsidR="006974AE" w:rsidRDefault="006974AE" w:rsidP="006974AE">
      <w:r>
        <w:t>345.8664</w:t>
      </w:r>
      <w:r>
        <w:tab/>
        <w:t>1.013e0</w:t>
      </w:r>
    </w:p>
    <w:p w:rsidR="006974AE" w:rsidRDefault="006974AE" w:rsidP="006974AE">
      <w:r>
        <w:lastRenderedPageBreak/>
        <w:t>345.9094</w:t>
      </w:r>
      <w:r>
        <w:tab/>
        <w:t>2.025e0</w:t>
      </w:r>
    </w:p>
    <w:p w:rsidR="006974AE" w:rsidRDefault="006974AE" w:rsidP="006974AE">
      <w:r>
        <w:t>345.9119</w:t>
      </w:r>
      <w:r>
        <w:tab/>
        <w:t>6.076e0</w:t>
      </w:r>
    </w:p>
    <w:p w:rsidR="006974AE" w:rsidRDefault="006974AE" w:rsidP="006974AE">
      <w:r>
        <w:t>345.9142</w:t>
      </w:r>
      <w:r>
        <w:tab/>
        <w:t>5.063e0</w:t>
      </w:r>
    </w:p>
    <w:p w:rsidR="006974AE" w:rsidRDefault="006974AE" w:rsidP="006974AE">
      <w:r>
        <w:t>345.9188</w:t>
      </w:r>
      <w:r>
        <w:tab/>
        <w:t>7.089e0</w:t>
      </w:r>
    </w:p>
    <w:p w:rsidR="006974AE" w:rsidRDefault="006974AE" w:rsidP="006974AE">
      <w:r>
        <w:t>345.9240</w:t>
      </w:r>
      <w:r>
        <w:tab/>
        <w:t>1.013e0</w:t>
      </w:r>
    </w:p>
    <w:p w:rsidR="006974AE" w:rsidRDefault="006974AE" w:rsidP="006974AE">
      <w:r>
        <w:t>345.9283</w:t>
      </w:r>
      <w:r>
        <w:tab/>
        <w:t>1.013e1</w:t>
      </w:r>
    </w:p>
    <w:p w:rsidR="006974AE" w:rsidRDefault="006974AE" w:rsidP="006974AE">
      <w:r>
        <w:t>345.9355</w:t>
      </w:r>
      <w:r>
        <w:tab/>
        <w:t>1.013e0</w:t>
      </w:r>
    </w:p>
    <w:p w:rsidR="006974AE" w:rsidRDefault="006974AE" w:rsidP="006974AE">
      <w:r>
        <w:t>345.9420</w:t>
      </w:r>
      <w:r>
        <w:tab/>
        <w:t>4.051e0</w:t>
      </w:r>
    </w:p>
    <w:p w:rsidR="006974AE" w:rsidRDefault="006974AE" w:rsidP="006974AE">
      <w:r>
        <w:t>345.9746</w:t>
      </w:r>
      <w:r>
        <w:tab/>
        <w:t>2.025e0</w:t>
      </w:r>
    </w:p>
    <w:p w:rsidR="006974AE" w:rsidRDefault="006974AE" w:rsidP="006974AE">
      <w:r>
        <w:t>345.9789</w:t>
      </w:r>
      <w:r>
        <w:tab/>
        <w:t>1.013e0</w:t>
      </w:r>
    </w:p>
    <w:p w:rsidR="006974AE" w:rsidRDefault="006974AE" w:rsidP="006974AE">
      <w:r>
        <w:t>346.0103</w:t>
      </w:r>
      <w:r>
        <w:tab/>
        <w:t>1.013e0</w:t>
      </w:r>
    </w:p>
    <w:p w:rsidR="006974AE" w:rsidRDefault="006974AE" w:rsidP="006974AE">
      <w:r>
        <w:t>346.0142</w:t>
      </w:r>
      <w:r>
        <w:tab/>
        <w:t>1.013e0</w:t>
      </w:r>
    </w:p>
    <w:p w:rsidR="006974AE" w:rsidRDefault="006974AE" w:rsidP="006974AE">
      <w:r>
        <w:t>346.0223</w:t>
      </w:r>
      <w:r>
        <w:tab/>
        <w:t>1.013e0</w:t>
      </w:r>
    </w:p>
    <w:p w:rsidR="006974AE" w:rsidRDefault="006974AE" w:rsidP="006974AE">
      <w:r>
        <w:t>346.0430</w:t>
      </w:r>
      <w:r>
        <w:tab/>
        <w:t>1.013e0</w:t>
      </w:r>
    </w:p>
    <w:p w:rsidR="006974AE" w:rsidRDefault="006974AE" w:rsidP="006974AE">
      <w:r>
        <w:t>346.0595</w:t>
      </w:r>
      <w:r>
        <w:tab/>
        <w:t>1.013e0</w:t>
      </w:r>
    </w:p>
    <w:p w:rsidR="006974AE" w:rsidRDefault="006974AE" w:rsidP="006974AE">
      <w:r>
        <w:t>346.0764</w:t>
      </w:r>
      <w:r>
        <w:tab/>
        <w:t>2.025e0</w:t>
      </w:r>
    </w:p>
    <w:p w:rsidR="006974AE" w:rsidRDefault="006974AE" w:rsidP="006974AE">
      <w:r>
        <w:t>346.0781</w:t>
      </w:r>
      <w:r>
        <w:tab/>
        <w:t>1.013e0</w:t>
      </w:r>
    </w:p>
    <w:p w:rsidR="006974AE" w:rsidRDefault="006974AE" w:rsidP="006974AE">
      <w:r>
        <w:t>346.0927</w:t>
      </w:r>
      <w:r>
        <w:tab/>
        <w:t>1.013e0</w:t>
      </w:r>
    </w:p>
    <w:p w:rsidR="006974AE" w:rsidRDefault="006974AE" w:rsidP="006974AE">
      <w:r>
        <w:t>346.1091</w:t>
      </w:r>
      <w:r>
        <w:tab/>
        <w:t>1.013e0</w:t>
      </w:r>
    </w:p>
    <w:p w:rsidR="006974AE" w:rsidRDefault="006974AE" w:rsidP="006974AE">
      <w:r>
        <w:lastRenderedPageBreak/>
        <w:t>346.1128</w:t>
      </w:r>
      <w:r>
        <w:tab/>
        <w:t>3.038e0</w:t>
      </w:r>
    </w:p>
    <w:p w:rsidR="006974AE" w:rsidRDefault="006974AE" w:rsidP="006974AE">
      <w:r>
        <w:t>346.1162</w:t>
      </w:r>
      <w:r>
        <w:tab/>
        <w:t>2.025e0</w:t>
      </w:r>
    </w:p>
    <w:p w:rsidR="006974AE" w:rsidRDefault="006974AE" w:rsidP="006974AE">
      <w:r>
        <w:t>346.1215</w:t>
      </w:r>
      <w:r>
        <w:tab/>
        <w:t>1.013e0</w:t>
      </w:r>
    </w:p>
    <w:p w:rsidR="006974AE" w:rsidRDefault="006974AE" w:rsidP="006974AE">
      <w:r>
        <w:t>346.1379</w:t>
      </w:r>
      <w:r>
        <w:tab/>
        <w:t>1.013e0</w:t>
      </w:r>
    </w:p>
    <w:p w:rsidR="006974AE" w:rsidRDefault="006974AE" w:rsidP="006974AE">
      <w:r>
        <w:t>346.1527</w:t>
      </w:r>
      <w:r>
        <w:tab/>
        <w:t>2.025e0</w:t>
      </w:r>
    </w:p>
    <w:p w:rsidR="006974AE" w:rsidRDefault="006974AE" w:rsidP="006974AE">
      <w:r>
        <w:t>346.1709</w:t>
      </w:r>
      <w:r>
        <w:tab/>
        <w:t>5.063e0</w:t>
      </w:r>
    </w:p>
    <w:p w:rsidR="006974AE" w:rsidRDefault="006974AE" w:rsidP="006974AE">
      <w:r>
        <w:t>346.1769</w:t>
      </w:r>
      <w:r>
        <w:tab/>
        <w:t>2.025e0</w:t>
      </w:r>
    </w:p>
    <w:p w:rsidR="006974AE" w:rsidRDefault="006974AE" w:rsidP="006974AE">
      <w:r>
        <w:t>346.1912</w:t>
      </w:r>
      <w:r>
        <w:tab/>
        <w:t>2.025e0</w:t>
      </w:r>
    </w:p>
    <w:p w:rsidR="006974AE" w:rsidRDefault="006974AE" w:rsidP="006974AE">
      <w:r>
        <w:t>346.1992</w:t>
      </w:r>
      <w:r>
        <w:tab/>
        <w:t>2.025e0</w:t>
      </w:r>
    </w:p>
    <w:p w:rsidR="006974AE" w:rsidRDefault="006974AE" w:rsidP="006974AE">
      <w:r>
        <w:t>346.2080</w:t>
      </w:r>
      <w:r>
        <w:tab/>
        <w:t>1.013e0</w:t>
      </w:r>
    </w:p>
    <w:p w:rsidR="006974AE" w:rsidRDefault="006974AE" w:rsidP="006974AE">
      <w:r>
        <w:t>346.2366</w:t>
      </w:r>
      <w:r>
        <w:tab/>
        <w:t>1.013e0</w:t>
      </w:r>
    </w:p>
    <w:p w:rsidR="006974AE" w:rsidRDefault="006974AE" w:rsidP="006974AE">
      <w:r>
        <w:t>346.2573</w:t>
      </w:r>
      <w:r>
        <w:tab/>
        <w:t>3.038e0</w:t>
      </w:r>
    </w:p>
    <w:p w:rsidR="006974AE" w:rsidRDefault="006974AE" w:rsidP="006974AE">
      <w:r>
        <w:t>346.2653</w:t>
      </w:r>
      <w:r>
        <w:tab/>
        <w:t>3.038e0</w:t>
      </w:r>
    </w:p>
    <w:p w:rsidR="006974AE" w:rsidRDefault="006974AE" w:rsidP="006974AE">
      <w:r>
        <w:t>346.2960</w:t>
      </w:r>
      <w:r>
        <w:tab/>
        <w:t>4.051e0</w:t>
      </w:r>
    </w:p>
    <w:p w:rsidR="006974AE" w:rsidRDefault="006974AE" w:rsidP="006974AE">
      <w:r>
        <w:t>346.3015</w:t>
      </w:r>
      <w:r>
        <w:tab/>
        <w:t>1.013e0</w:t>
      </w:r>
    </w:p>
    <w:p w:rsidR="006974AE" w:rsidRDefault="006974AE" w:rsidP="006974AE">
      <w:r>
        <w:t>346.3306</w:t>
      </w:r>
      <w:r>
        <w:tab/>
        <w:t>2.025e0</w:t>
      </w:r>
    </w:p>
    <w:p w:rsidR="006974AE" w:rsidRDefault="006974AE" w:rsidP="006974AE">
      <w:r>
        <w:t>346.3387</w:t>
      </w:r>
      <w:r>
        <w:tab/>
        <w:t>1.013e0</w:t>
      </w:r>
    </w:p>
    <w:p w:rsidR="006974AE" w:rsidRDefault="006974AE" w:rsidP="006974AE">
      <w:r>
        <w:t>346.3554</w:t>
      </w:r>
      <w:r>
        <w:tab/>
        <w:t>1.013e0</w:t>
      </w:r>
    </w:p>
    <w:p w:rsidR="006974AE" w:rsidRDefault="006974AE" w:rsidP="006974AE">
      <w:r>
        <w:t>346.3595</w:t>
      </w:r>
      <w:r>
        <w:tab/>
        <w:t>1.013e0</w:t>
      </w:r>
    </w:p>
    <w:p w:rsidR="006974AE" w:rsidRDefault="006974AE" w:rsidP="006974AE">
      <w:r>
        <w:lastRenderedPageBreak/>
        <w:t>346.3846</w:t>
      </w:r>
      <w:r>
        <w:tab/>
        <w:t>1.013e0</w:t>
      </w:r>
    </w:p>
    <w:p w:rsidR="006974AE" w:rsidRDefault="006974AE" w:rsidP="006974AE">
      <w:r>
        <w:t>346.3884</w:t>
      </w:r>
      <w:r>
        <w:tab/>
        <w:t>1.013e0</w:t>
      </w:r>
    </w:p>
    <w:p w:rsidR="006974AE" w:rsidRDefault="006974AE" w:rsidP="006974AE">
      <w:r>
        <w:t>346.3950</w:t>
      </w:r>
      <w:r>
        <w:tab/>
        <w:t>1.013e0</w:t>
      </w:r>
    </w:p>
    <w:p w:rsidR="006974AE" w:rsidRDefault="006974AE" w:rsidP="006974AE">
      <w:r>
        <w:t>346.4132</w:t>
      </w:r>
      <w:r>
        <w:tab/>
        <w:t>1.013e0</w:t>
      </w:r>
    </w:p>
    <w:p w:rsidR="006974AE" w:rsidRDefault="006974AE" w:rsidP="006974AE">
      <w:r>
        <w:t>346.5352</w:t>
      </w:r>
      <w:r>
        <w:tab/>
        <w:t>4.051e0</w:t>
      </w:r>
    </w:p>
    <w:p w:rsidR="006974AE" w:rsidRDefault="006974AE" w:rsidP="006974AE">
      <w:r>
        <w:t>346.5440</w:t>
      </w:r>
      <w:r>
        <w:tab/>
        <w:t>1.013e0</w:t>
      </w:r>
    </w:p>
    <w:p w:rsidR="006974AE" w:rsidRDefault="006974AE" w:rsidP="006974AE">
      <w:r>
        <w:t>346.5627</w:t>
      </w:r>
      <w:r>
        <w:tab/>
        <w:t>1.013e0</w:t>
      </w:r>
    </w:p>
    <w:p w:rsidR="006974AE" w:rsidRDefault="006974AE" w:rsidP="006974AE">
      <w:r>
        <w:t>346.5980</w:t>
      </w:r>
      <w:r>
        <w:tab/>
        <w:t>1.013e0</w:t>
      </w:r>
    </w:p>
    <w:p w:rsidR="006974AE" w:rsidRDefault="006974AE" w:rsidP="006974AE">
      <w:r>
        <w:t>346.5990</w:t>
      </w:r>
      <w:r>
        <w:tab/>
        <w:t>2.025e0</w:t>
      </w:r>
    </w:p>
    <w:p w:rsidR="006974AE" w:rsidRDefault="006974AE" w:rsidP="006974AE">
      <w:r>
        <w:t>346.6513</w:t>
      </w:r>
      <w:r>
        <w:tab/>
        <w:t>1.013e0</w:t>
      </w:r>
    </w:p>
    <w:p w:rsidR="006974AE" w:rsidRDefault="006974AE" w:rsidP="006974AE">
      <w:r>
        <w:t>346.6559</w:t>
      </w:r>
      <w:r>
        <w:tab/>
        <w:t>1.013e0</w:t>
      </w:r>
    </w:p>
    <w:p w:rsidR="006974AE" w:rsidRDefault="006974AE" w:rsidP="006974AE">
      <w:r>
        <w:t>346.6801</w:t>
      </w:r>
      <w:r>
        <w:tab/>
        <w:t>2.025e0</w:t>
      </w:r>
    </w:p>
    <w:p w:rsidR="006974AE" w:rsidRDefault="006974AE" w:rsidP="006974AE">
      <w:r>
        <w:t>346.6869</w:t>
      </w:r>
      <w:r>
        <w:tab/>
        <w:t>2.025e0</w:t>
      </w:r>
    </w:p>
    <w:p w:rsidR="006974AE" w:rsidRDefault="006974AE" w:rsidP="006974AE">
      <w:r>
        <w:t>346.7156</w:t>
      </w:r>
      <w:r>
        <w:tab/>
        <w:t>2.025e0</w:t>
      </w:r>
    </w:p>
    <w:p w:rsidR="006974AE" w:rsidRDefault="006974AE" w:rsidP="006974AE">
      <w:r>
        <w:t>346.7179</w:t>
      </w:r>
      <w:r>
        <w:tab/>
        <w:t>1.013e0</w:t>
      </w:r>
    </w:p>
    <w:p w:rsidR="006974AE" w:rsidRDefault="006974AE" w:rsidP="006974AE">
      <w:r>
        <w:t>346.7281</w:t>
      </w:r>
      <w:r>
        <w:tab/>
        <w:t>2.025e0</w:t>
      </w:r>
    </w:p>
    <w:p w:rsidR="006974AE" w:rsidRDefault="006974AE" w:rsidP="006974AE">
      <w:r>
        <w:t>346.7366</w:t>
      </w:r>
      <w:r>
        <w:tab/>
        <w:t>1.013e0</w:t>
      </w:r>
    </w:p>
    <w:p w:rsidR="006974AE" w:rsidRDefault="006974AE" w:rsidP="006974AE">
      <w:r>
        <w:t>346.7957</w:t>
      </w:r>
      <w:r>
        <w:tab/>
        <w:t>2.025e0</w:t>
      </w:r>
    </w:p>
    <w:p w:rsidR="006974AE" w:rsidRDefault="006974AE" w:rsidP="006974AE">
      <w:r>
        <w:t>346.8045</w:t>
      </w:r>
      <w:r>
        <w:tab/>
        <w:t>1.013e0</w:t>
      </w:r>
    </w:p>
    <w:p w:rsidR="006974AE" w:rsidRDefault="006974AE" w:rsidP="006974AE">
      <w:r>
        <w:lastRenderedPageBreak/>
        <w:t>346.8056</w:t>
      </w:r>
      <w:r>
        <w:tab/>
        <w:t>2.025e0</w:t>
      </w:r>
    </w:p>
    <w:p w:rsidR="006974AE" w:rsidRDefault="006974AE" w:rsidP="006974AE">
      <w:r>
        <w:t>346.8108</w:t>
      </w:r>
      <w:r>
        <w:tab/>
        <w:t>1.013e0</w:t>
      </w:r>
    </w:p>
    <w:p w:rsidR="006974AE" w:rsidRDefault="006974AE" w:rsidP="006974AE">
      <w:r>
        <w:t>346.8242</w:t>
      </w:r>
      <w:r>
        <w:tab/>
        <w:t>1.013e0</w:t>
      </w:r>
    </w:p>
    <w:p w:rsidR="006974AE" w:rsidRDefault="006974AE" w:rsidP="006974AE">
      <w:r>
        <w:t>346.8446</w:t>
      </w:r>
      <w:r>
        <w:tab/>
        <w:t>1.013e0</w:t>
      </w:r>
    </w:p>
    <w:p w:rsidR="006974AE" w:rsidRDefault="006974AE" w:rsidP="006974AE">
      <w:r>
        <w:t>346.8791</w:t>
      </w:r>
      <w:r>
        <w:tab/>
        <w:t>1.013e0</w:t>
      </w:r>
    </w:p>
    <w:p w:rsidR="006974AE" w:rsidRDefault="006974AE" w:rsidP="006974AE">
      <w:r>
        <w:t>346.8903</w:t>
      </w:r>
      <w:r>
        <w:tab/>
        <w:t>2.025e0</w:t>
      </w:r>
    </w:p>
    <w:p w:rsidR="006974AE" w:rsidRDefault="006974AE" w:rsidP="006974AE">
      <w:r>
        <w:t>346.8940</w:t>
      </w:r>
      <w:r>
        <w:tab/>
        <w:t>1.013e0</w:t>
      </w:r>
    </w:p>
    <w:p w:rsidR="006974AE" w:rsidRDefault="006974AE" w:rsidP="006974AE">
      <w:r>
        <w:t>346.8978</w:t>
      </w:r>
      <w:r>
        <w:tab/>
        <w:t>1.013e0</w:t>
      </w:r>
    </w:p>
    <w:p w:rsidR="006974AE" w:rsidRDefault="006974AE" w:rsidP="006974AE">
      <w:r>
        <w:t>346.9047</w:t>
      </w:r>
      <w:r>
        <w:tab/>
        <w:t>2.025e0</w:t>
      </w:r>
    </w:p>
    <w:p w:rsidR="006974AE" w:rsidRDefault="006974AE" w:rsidP="006974AE">
      <w:r>
        <w:t>346.9433</w:t>
      </w:r>
      <w:r>
        <w:tab/>
        <w:t>1.013e0</w:t>
      </w:r>
    </w:p>
    <w:p w:rsidR="006974AE" w:rsidRDefault="006974AE" w:rsidP="006974AE">
      <w:r>
        <w:t>346.9472</w:t>
      </w:r>
      <w:r>
        <w:tab/>
        <w:t>3.038e0</w:t>
      </w:r>
    </w:p>
    <w:p w:rsidR="006974AE" w:rsidRDefault="006974AE" w:rsidP="006974AE">
      <w:r>
        <w:t>346.9643</w:t>
      </w:r>
      <w:r>
        <w:tab/>
        <w:t>1.013e0</w:t>
      </w:r>
    </w:p>
    <w:p w:rsidR="006974AE" w:rsidRDefault="006974AE" w:rsidP="006974AE">
      <w:r>
        <w:t>346.9680</w:t>
      </w:r>
      <w:r>
        <w:tab/>
        <w:t>2.025e0</w:t>
      </w:r>
    </w:p>
    <w:p w:rsidR="006974AE" w:rsidRDefault="006974AE" w:rsidP="006974AE">
      <w:r>
        <w:t>346.9786</w:t>
      </w:r>
      <w:r>
        <w:tab/>
        <w:t>1.013e0</w:t>
      </w:r>
    </w:p>
    <w:p w:rsidR="006974AE" w:rsidRDefault="006974AE" w:rsidP="006974AE">
      <w:r>
        <w:t>346.9834</w:t>
      </w:r>
      <w:r>
        <w:tab/>
        <w:t>2.025e0</w:t>
      </w:r>
    </w:p>
    <w:p w:rsidR="006974AE" w:rsidRDefault="006974AE" w:rsidP="006974AE">
      <w:r>
        <w:t>347.0226</w:t>
      </w:r>
      <w:r>
        <w:tab/>
        <w:t>1.013e0</w:t>
      </w:r>
    </w:p>
    <w:p w:rsidR="006974AE" w:rsidRDefault="006974AE" w:rsidP="006974AE">
      <w:r>
        <w:t>347.0284</w:t>
      </w:r>
      <w:r>
        <w:tab/>
        <w:t>1.013e0</w:t>
      </w:r>
    </w:p>
    <w:p w:rsidR="006974AE" w:rsidRDefault="006974AE" w:rsidP="006974AE">
      <w:r>
        <w:t>347.0591</w:t>
      </w:r>
      <w:r>
        <w:tab/>
        <w:t>1.013e0</w:t>
      </w:r>
    </w:p>
    <w:p w:rsidR="006974AE" w:rsidRDefault="006974AE" w:rsidP="006974AE">
      <w:r>
        <w:t>347.0721</w:t>
      </w:r>
      <w:r>
        <w:tab/>
        <w:t>3.038e0</w:t>
      </w:r>
    </w:p>
    <w:p w:rsidR="006974AE" w:rsidRDefault="006974AE" w:rsidP="006974AE">
      <w:r>
        <w:lastRenderedPageBreak/>
        <w:t>347.0837</w:t>
      </w:r>
      <w:r>
        <w:tab/>
        <w:t>1.013e0</w:t>
      </w:r>
    </w:p>
    <w:p w:rsidR="006974AE" w:rsidRDefault="006974AE" w:rsidP="006974AE">
      <w:r>
        <w:t>347.1079</w:t>
      </w:r>
      <w:r>
        <w:tab/>
        <w:t>2.025e0</w:t>
      </w:r>
    </w:p>
    <w:p w:rsidR="006974AE" w:rsidRDefault="006974AE" w:rsidP="006974AE">
      <w:r>
        <w:t>347.1119</w:t>
      </w:r>
      <w:r>
        <w:tab/>
        <w:t>1.013e0</w:t>
      </w:r>
    </w:p>
    <w:p w:rsidR="006974AE" w:rsidRDefault="006974AE" w:rsidP="006974AE">
      <w:r>
        <w:t>347.1162</w:t>
      </w:r>
      <w:r>
        <w:tab/>
        <w:t>1.013e0</w:t>
      </w:r>
    </w:p>
    <w:p w:rsidR="006974AE" w:rsidRDefault="006974AE" w:rsidP="006974AE">
      <w:r>
        <w:t>347.1204</w:t>
      </w:r>
      <w:r>
        <w:tab/>
        <w:t>3.038e0</w:t>
      </w:r>
    </w:p>
    <w:p w:rsidR="006974AE" w:rsidRDefault="006974AE" w:rsidP="006974AE">
      <w:r>
        <w:t>347.1283</w:t>
      </w:r>
      <w:r>
        <w:tab/>
        <w:t>1.013e0</w:t>
      </w:r>
    </w:p>
    <w:p w:rsidR="006974AE" w:rsidRDefault="006974AE" w:rsidP="006974AE">
      <w:r>
        <w:t>347.1485</w:t>
      </w:r>
      <w:r>
        <w:tab/>
        <w:t>3.038e0</w:t>
      </w:r>
    </w:p>
    <w:p w:rsidR="006974AE" w:rsidRDefault="006974AE" w:rsidP="006974AE">
      <w:r>
        <w:t>347.1561</w:t>
      </w:r>
      <w:r>
        <w:tab/>
        <w:t>3.038e0</w:t>
      </w:r>
    </w:p>
    <w:p w:rsidR="006974AE" w:rsidRDefault="006974AE" w:rsidP="006974AE">
      <w:r>
        <w:t>347.1572</w:t>
      </w:r>
      <w:r>
        <w:tab/>
        <w:t>1.013e0</w:t>
      </w:r>
    </w:p>
    <w:p w:rsidR="006974AE" w:rsidRDefault="006974AE" w:rsidP="006974AE">
      <w:r>
        <w:t>347.1659</w:t>
      </w:r>
      <w:r>
        <w:tab/>
        <w:t>2.025e0</w:t>
      </w:r>
    </w:p>
    <w:p w:rsidR="006974AE" w:rsidRDefault="006974AE" w:rsidP="006974AE">
      <w:r>
        <w:t>347.1695</w:t>
      </w:r>
      <w:r>
        <w:tab/>
        <w:t>2.025e0</w:t>
      </w:r>
    </w:p>
    <w:p w:rsidR="006974AE" w:rsidRDefault="006974AE" w:rsidP="006974AE">
      <w:r>
        <w:t>347.1736</w:t>
      </w:r>
      <w:r>
        <w:tab/>
        <w:t>6.424e0</w:t>
      </w:r>
    </w:p>
    <w:p w:rsidR="006974AE" w:rsidRDefault="006974AE" w:rsidP="006974AE">
      <w:r>
        <w:t>347.1757</w:t>
      </w:r>
      <w:r>
        <w:tab/>
        <w:t>6.076e0</w:t>
      </w:r>
    </w:p>
    <w:p w:rsidR="006974AE" w:rsidRDefault="006974AE" w:rsidP="006974AE">
      <w:r>
        <w:t>347.2025</w:t>
      </w:r>
      <w:r>
        <w:tab/>
        <w:t>1.013e0</w:t>
      </w:r>
    </w:p>
    <w:p w:rsidR="006974AE" w:rsidRDefault="006974AE" w:rsidP="006974AE">
      <w:r>
        <w:t>347.2110</w:t>
      </w:r>
      <w:r>
        <w:tab/>
        <w:t>2.025e0</w:t>
      </w:r>
    </w:p>
    <w:p w:rsidR="006974AE" w:rsidRDefault="006974AE" w:rsidP="006974AE">
      <w:r>
        <w:t>347.2242</w:t>
      </w:r>
      <w:r>
        <w:tab/>
        <w:t>3.038e0</w:t>
      </w:r>
    </w:p>
    <w:p w:rsidR="006974AE" w:rsidRDefault="006974AE" w:rsidP="006974AE">
      <w:r>
        <w:t>347.2398</w:t>
      </w:r>
      <w:r>
        <w:tab/>
        <w:t>1.013e0</w:t>
      </w:r>
    </w:p>
    <w:p w:rsidR="006974AE" w:rsidRDefault="006974AE" w:rsidP="006974AE">
      <w:r>
        <w:t>347.2480</w:t>
      </w:r>
      <w:r>
        <w:tab/>
        <w:t>2.025e0</w:t>
      </w:r>
    </w:p>
    <w:p w:rsidR="006974AE" w:rsidRDefault="006974AE" w:rsidP="006974AE">
      <w:r>
        <w:t>347.2668</w:t>
      </w:r>
      <w:r>
        <w:tab/>
        <w:t>2.025e0</w:t>
      </w:r>
    </w:p>
    <w:p w:rsidR="006974AE" w:rsidRDefault="006974AE" w:rsidP="006974AE">
      <w:r>
        <w:lastRenderedPageBreak/>
        <w:t>347.2711</w:t>
      </w:r>
      <w:r>
        <w:tab/>
        <w:t>2.025e0</w:t>
      </w:r>
    </w:p>
    <w:p w:rsidR="006974AE" w:rsidRDefault="006974AE" w:rsidP="006974AE">
      <w:r>
        <w:t>347.2732</w:t>
      </w:r>
      <w:r>
        <w:tab/>
        <w:t>2.025e0</w:t>
      </w:r>
    </w:p>
    <w:p w:rsidR="006974AE" w:rsidRDefault="006974AE" w:rsidP="006974AE">
      <w:r>
        <w:t>347.2771</w:t>
      </w:r>
      <w:r>
        <w:tab/>
        <w:t>1.013e0</w:t>
      </w:r>
    </w:p>
    <w:p w:rsidR="006974AE" w:rsidRDefault="006974AE" w:rsidP="006974AE">
      <w:r>
        <w:t>347.3052</w:t>
      </w:r>
      <w:r>
        <w:tab/>
        <w:t>1.013e0</w:t>
      </w:r>
    </w:p>
    <w:p w:rsidR="006974AE" w:rsidRDefault="006974AE" w:rsidP="006974AE">
      <w:r>
        <w:t>347.3096</w:t>
      </w:r>
      <w:r>
        <w:tab/>
        <w:t>2.025e0</w:t>
      </w:r>
    </w:p>
    <w:p w:rsidR="006974AE" w:rsidRDefault="006974AE" w:rsidP="006974AE">
      <w:r>
        <w:t>347.3160</w:t>
      </w:r>
      <w:r>
        <w:tab/>
        <w:t>3.038e0</w:t>
      </w:r>
    </w:p>
    <w:p w:rsidR="006974AE" w:rsidRDefault="006974AE" w:rsidP="006974AE">
      <w:r>
        <w:t>347.3647</w:t>
      </w:r>
      <w:r>
        <w:tab/>
        <w:t>1.013e0</w:t>
      </w:r>
    </w:p>
    <w:p w:rsidR="006974AE" w:rsidRDefault="006974AE" w:rsidP="006974AE">
      <w:r>
        <w:t>347.3800</w:t>
      </w:r>
      <w:r>
        <w:tab/>
        <w:t>5.063e0</w:t>
      </w:r>
    </w:p>
    <w:p w:rsidR="006974AE" w:rsidRDefault="006974AE" w:rsidP="006974AE">
      <w:r>
        <w:t>347.4245</w:t>
      </w:r>
      <w:r>
        <w:tab/>
        <w:t>1.013e0</w:t>
      </w:r>
    </w:p>
    <w:p w:rsidR="006974AE" w:rsidRDefault="006974AE" w:rsidP="006974AE">
      <w:r>
        <w:t>347.4337</w:t>
      </w:r>
      <w:r>
        <w:tab/>
        <w:t>3.038e0</w:t>
      </w:r>
    </w:p>
    <w:p w:rsidR="006974AE" w:rsidRDefault="006974AE" w:rsidP="006974AE">
      <w:r>
        <w:t>347.4779</w:t>
      </w:r>
      <w:r>
        <w:tab/>
        <w:t>1.013e0</w:t>
      </w:r>
    </w:p>
    <w:p w:rsidR="006974AE" w:rsidRDefault="006974AE" w:rsidP="006974AE">
      <w:r>
        <w:t>347.4826</w:t>
      </w:r>
      <w:r>
        <w:tab/>
        <w:t>1.013e0</w:t>
      </w:r>
    </w:p>
    <w:p w:rsidR="006974AE" w:rsidRDefault="006974AE" w:rsidP="006974AE">
      <w:r>
        <w:t>347.5030</w:t>
      </w:r>
      <w:r>
        <w:tab/>
        <w:t>1.013e0</w:t>
      </w:r>
    </w:p>
    <w:p w:rsidR="006974AE" w:rsidRDefault="006974AE" w:rsidP="006974AE">
      <w:r>
        <w:t>347.5198</w:t>
      </w:r>
      <w:r>
        <w:tab/>
        <w:t>1.013e0</w:t>
      </w:r>
    </w:p>
    <w:p w:rsidR="006974AE" w:rsidRDefault="006974AE" w:rsidP="006974AE">
      <w:r>
        <w:t>347.5386</w:t>
      </w:r>
      <w:r>
        <w:tab/>
        <w:t>1.013e0</w:t>
      </w:r>
    </w:p>
    <w:p w:rsidR="006974AE" w:rsidRDefault="006974AE" w:rsidP="006974AE">
      <w:r>
        <w:t>347.5440</w:t>
      </w:r>
      <w:r>
        <w:tab/>
        <w:t>2.025e0</w:t>
      </w:r>
    </w:p>
    <w:p w:rsidR="006974AE" w:rsidRDefault="006974AE" w:rsidP="006974AE">
      <w:r>
        <w:t>347.5523</w:t>
      </w:r>
      <w:r>
        <w:tab/>
        <w:t>1.013e0</w:t>
      </w:r>
    </w:p>
    <w:p w:rsidR="006974AE" w:rsidRDefault="006974AE" w:rsidP="006974AE">
      <w:r>
        <w:t>347.5646</w:t>
      </w:r>
      <w:r>
        <w:tab/>
        <w:t>2.025e0</w:t>
      </w:r>
    </w:p>
    <w:p w:rsidR="006974AE" w:rsidRDefault="006974AE" w:rsidP="006974AE">
      <w:r>
        <w:t>347.5933</w:t>
      </w:r>
      <w:r>
        <w:tab/>
        <w:t>1.013e0</w:t>
      </w:r>
    </w:p>
    <w:p w:rsidR="006974AE" w:rsidRDefault="006974AE" w:rsidP="006974AE">
      <w:r>
        <w:lastRenderedPageBreak/>
        <w:t>347.5973</w:t>
      </w:r>
      <w:r>
        <w:tab/>
        <w:t>1.013e0</w:t>
      </w:r>
    </w:p>
    <w:p w:rsidR="006974AE" w:rsidRDefault="006974AE" w:rsidP="006974AE">
      <w:r>
        <w:t>347.6258</w:t>
      </w:r>
      <w:r>
        <w:tab/>
        <w:t>1.013e0</w:t>
      </w:r>
    </w:p>
    <w:p w:rsidR="006974AE" w:rsidRDefault="006974AE" w:rsidP="006974AE">
      <w:r>
        <w:t>347.6293</w:t>
      </w:r>
      <w:r>
        <w:tab/>
        <w:t>2.025e0</w:t>
      </w:r>
    </w:p>
    <w:p w:rsidR="006974AE" w:rsidRDefault="006974AE" w:rsidP="006974AE">
      <w:r>
        <w:t>347.6387</w:t>
      </w:r>
      <w:r>
        <w:tab/>
        <w:t>1.013e0</w:t>
      </w:r>
    </w:p>
    <w:p w:rsidR="006974AE" w:rsidRDefault="006974AE" w:rsidP="006974AE">
      <w:r>
        <w:t>347.6673</w:t>
      </w:r>
      <w:r>
        <w:tab/>
        <w:t>1.013e0</w:t>
      </w:r>
    </w:p>
    <w:p w:rsidR="006974AE" w:rsidRDefault="006974AE" w:rsidP="006974AE">
      <w:r>
        <w:t>347.6758</w:t>
      </w:r>
      <w:r>
        <w:tab/>
        <w:t>2.025e0</w:t>
      </w:r>
    </w:p>
    <w:p w:rsidR="006974AE" w:rsidRDefault="006974AE" w:rsidP="006974AE">
      <w:r>
        <w:t>347.7131</w:t>
      </w:r>
      <w:r>
        <w:tab/>
        <w:t>2.025e0</w:t>
      </w:r>
    </w:p>
    <w:p w:rsidR="006974AE" w:rsidRDefault="006974AE" w:rsidP="006974AE">
      <w:r>
        <w:t>347.7415</w:t>
      </w:r>
      <w:r>
        <w:tab/>
        <w:t>3.038e0</w:t>
      </w:r>
    </w:p>
    <w:p w:rsidR="006974AE" w:rsidRDefault="006974AE" w:rsidP="006974AE">
      <w:r>
        <w:t>347.7453</w:t>
      </w:r>
      <w:r>
        <w:tab/>
        <w:t>1.013e0</w:t>
      </w:r>
    </w:p>
    <w:p w:rsidR="006974AE" w:rsidRDefault="006974AE" w:rsidP="006974AE">
      <w:r>
        <w:t>347.7566</w:t>
      </w:r>
      <w:r>
        <w:tab/>
        <w:t>1.013e0</w:t>
      </w:r>
    </w:p>
    <w:p w:rsidR="006974AE" w:rsidRDefault="006974AE" w:rsidP="006974AE">
      <w:r>
        <w:t>347.7621</w:t>
      </w:r>
      <w:r>
        <w:tab/>
        <w:t>1.013e0</w:t>
      </w:r>
    </w:p>
    <w:p w:rsidR="006974AE" w:rsidRDefault="006974AE" w:rsidP="006974AE">
      <w:r>
        <w:t>347.7704</w:t>
      </w:r>
      <w:r>
        <w:tab/>
        <w:t>1.013e0</w:t>
      </w:r>
    </w:p>
    <w:p w:rsidR="006974AE" w:rsidRDefault="006974AE" w:rsidP="006974AE">
      <w:r>
        <w:t>347.7788</w:t>
      </w:r>
      <w:r>
        <w:tab/>
        <w:t>2.025e0</w:t>
      </w:r>
    </w:p>
    <w:p w:rsidR="006974AE" w:rsidRDefault="006974AE" w:rsidP="006974AE">
      <w:r>
        <w:t>347.7946</w:t>
      </w:r>
      <w:r>
        <w:tab/>
        <w:t>1.013e0</w:t>
      </w:r>
    </w:p>
    <w:p w:rsidR="006974AE" w:rsidRDefault="006974AE" w:rsidP="006974AE">
      <w:r>
        <w:t>347.8196</w:t>
      </w:r>
      <w:r>
        <w:tab/>
        <w:t>2.025e0</w:t>
      </w:r>
    </w:p>
    <w:p w:rsidR="006974AE" w:rsidRDefault="006974AE" w:rsidP="006974AE">
      <w:r>
        <w:t>347.8251</w:t>
      </w:r>
      <w:r>
        <w:tab/>
        <w:t>1.013e0</w:t>
      </w:r>
    </w:p>
    <w:p w:rsidR="006974AE" w:rsidRDefault="006974AE" w:rsidP="006974AE">
      <w:r>
        <w:t>347.8563</w:t>
      </w:r>
      <w:r>
        <w:tab/>
        <w:t>1.013e0</w:t>
      </w:r>
    </w:p>
    <w:p w:rsidR="006974AE" w:rsidRDefault="006974AE" w:rsidP="006974AE">
      <w:r>
        <w:t>347.8652</w:t>
      </w:r>
      <w:r>
        <w:tab/>
        <w:t>1.013e0</w:t>
      </w:r>
    </w:p>
    <w:p w:rsidR="006974AE" w:rsidRDefault="006974AE" w:rsidP="006974AE">
      <w:r>
        <w:t>347.9062</w:t>
      </w:r>
      <w:r>
        <w:tab/>
        <w:t>1.013e0</w:t>
      </w:r>
    </w:p>
    <w:p w:rsidR="006974AE" w:rsidRDefault="006974AE" w:rsidP="006974AE">
      <w:r>
        <w:lastRenderedPageBreak/>
        <w:t>347.9105</w:t>
      </w:r>
      <w:r>
        <w:tab/>
        <w:t>1.013e0</w:t>
      </w:r>
    </w:p>
    <w:p w:rsidR="006974AE" w:rsidRDefault="006974AE" w:rsidP="006974AE">
      <w:r>
        <w:t>347.9186</w:t>
      </w:r>
      <w:r>
        <w:tab/>
        <w:t>2.025e0</w:t>
      </w:r>
    </w:p>
    <w:p w:rsidR="006974AE" w:rsidRDefault="006974AE" w:rsidP="006974AE">
      <w:r>
        <w:t>347.9253</w:t>
      </w:r>
      <w:r>
        <w:tab/>
        <w:t>1.013e0</w:t>
      </w:r>
    </w:p>
    <w:p w:rsidR="006974AE" w:rsidRDefault="006974AE" w:rsidP="006974AE">
      <w:r>
        <w:t>347.9396</w:t>
      </w:r>
      <w:r>
        <w:tab/>
        <w:t>2.025e0</w:t>
      </w:r>
    </w:p>
    <w:p w:rsidR="006974AE" w:rsidRDefault="006974AE" w:rsidP="006974AE">
      <w:r>
        <w:t>347.9560</w:t>
      </w:r>
      <w:r>
        <w:tab/>
        <w:t>3.038e0</w:t>
      </w:r>
    </w:p>
    <w:p w:rsidR="006974AE" w:rsidRDefault="006974AE" w:rsidP="006974AE">
      <w:r>
        <w:t>347.9769</w:t>
      </w:r>
      <w:r>
        <w:tab/>
        <w:t>2.025e0</w:t>
      </w:r>
    </w:p>
    <w:p w:rsidR="006974AE" w:rsidRDefault="006974AE" w:rsidP="006974AE">
      <w:r>
        <w:t>348.0092</w:t>
      </w:r>
      <w:r>
        <w:tab/>
        <w:t>1.013e0</w:t>
      </w:r>
    </w:p>
    <w:p w:rsidR="006974AE" w:rsidRDefault="006974AE" w:rsidP="006974AE">
      <w:r>
        <w:t>348.0188</w:t>
      </w:r>
      <w:r>
        <w:tab/>
        <w:t>1.013e0</w:t>
      </w:r>
    </w:p>
    <w:p w:rsidR="006974AE" w:rsidRDefault="006974AE" w:rsidP="006974AE">
      <w:r>
        <w:t>348.0306</w:t>
      </w:r>
      <w:r>
        <w:tab/>
        <w:t>2.025e0</w:t>
      </w:r>
    </w:p>
    <w:p w:rsidR="006974AE" w:rsidRDefault="006974AE" w:rsidP="006974AE">
      <w:r>
        <w:t>348.0458</w:t>
      </w:r>
      <w:r>
        <w:tab/>
        <w:t>2.025e0</w:t>
      </w:r>
    </w:p>
    <w:p w:rsidR="006974AE" w:rsidRDefault="006974AE" w:rsidP="006974AE">
      <w:r>
        <w:t>348.0541</w:t>
      </w:r>
      <w:r>
        <w:tab/>
        <w:t>1.013e0</w:t>
      </w:r>
    </w:p>
    <w:p w:rsidR="006974AE" w:rsidRDefault="006974AE" w:rsidP="006974AE">
      <w:r>
        <w:t>348.0627</w:t>
      </w:r>
      <w:r>
        <w:tab/>
        <w:t>2.025e0</w:t>
      </w:r>
    </w:p>
    <w:p w:rsidR="006974AE" w:rsidRDefault="006974AE" w:rsidP="006974AE">
      <w:r>
        <w:t>348.0655</w:t>
      </w:r>
      <w:r>
        <w:tab/>
        <w:t>3.038e0</w:t>
      </w:r>
    </w:p>
    <w:p w:rsidR="006974AE" w:rsidRDefault="006974AE" w:rsidP="006974AE">
      <w:r>
        <w:t>348.0749</w:t>
      </w:r>
      <w:r>
        <w:tab/>
        <w:t>1.013e0</w:t>
      </w:r>
    </w:p>
    <w:p w:rsidR="006974AE" w:rsidRDefault="006974AE" w:rsidP="006974AE">
      <w:r>
        <w:t>348.1248</w:t>
      </w:r>
      <w:r>
        <w:tab/>
        <w:t>1.013e0</w:t>
      </w:r>
    </w:p>
    <w:p w:rsidR="006974AE" w:rsidRDefault="006974AE" w:rsidP="006974AE">
      <w:r>
        <w:t>348.1339</w:t>
      </w:r>
      <w:r>
        <w:tab/>
        <w:t>2.480e0</w:t>
      </w:r>
    </w:p>
    <w:p w:rsidR="006974AE" w:rsidRDefault="006974AE" w:rsidP="006974AE">
      <w:r>
        <w:t>348.1573</w:t>
      </w:r>
      <w:r>
        <w:tab/>
        <w:t>1.013e0</w:t>
      </w:r>
    </w:p>
    <w:p w:rsidR="006974AE" w:rsidRDefault="006974AE" w:rsidP="006974AE">
      <w:r>
        <w:t>348.1910</w:t>
      </w:r>
      <w:r>
        <w:tab/>
        <w:t>2.945e1</w:t>
      </w:r>
    </w:p>
    <w:p w:rsidR="006974AE" w:rsidRDefault="006974AE" w:rsidP="006974AE">
      <w:r>
        <w:t>348.1926</w:t>
      </w:r>
      <w:r>
        <w:tab/>
        <w:t>1.421e1</w:t>
      </w:r>
    </w:p>
    <w:p w:rsidR="006974AE" w:rsidRDefault="006974AE" w:rsidP="006974AE">
      <w:r>
        <w:lastRenderedPageBreak/>
        <w:t>348.1951</w:t>
      </w:r>
      <w:r>
        <w:tab/>
        <w:t>3.803e1</w:t>
      </w:r>
    </w:p>
    <w:p w:rsidR="006974AE" w:rsidRDefault="006974AE" w:rsidP="006974AE">
      <w:r>
        <w:t>348.1996</w:t>
      </w:r>
      <w:r>
        <w:tab/>
        <w:t>8.101e0</w:t>
      </w:r>
    </w:p>
    <w:p w:rsidR="006974AE" w:rsidRDefault="006974AE" w:rsidP="006974AE">
      <w:r>
        <w:t>348.2009</w:t>
      </w:r>
      <w:r>
        <w:tab/>
        <w:t>5.063e0</w:t>
      </w:r>
    </w:p>
    <w:p w:rsidR="006974AE" w:rsidRDefault="006974AE" w:rsidP="006974AE">
      <w:r>
        <w:t>348.2038</w:t>
      </w:r>
      <w:r>
        <w:tab/>
        <w:t>6.885e0</w:t>
      </w:r>
    </w:p>
    <w:p w:rsidR="006974AE" w:rsidRDefault="006974AE" w:rsidP="006974AE">
      <w:r>
        <w:t>348.2447</w:t>
      </w:r>
      <w:r>
        <w:tab/>
        <w:t>2.025e0</w:t>
      </w:r>
    </w:p>
    <w:p w:rsidR="006974AE" w:rsidRDefault="006974AE" w:rsidP="006974AE">
      <w:r>
        <w:t>348.2520</w:t>
      </w:r>
      <w:r>
        <w:tab/>
        <w:t>2.025e0</w:t>
      </w:r>
    </w:p>
    <w:p w:rsidR="006974AE" w:rsidRDefault="006974AE" w:rsidP="006974AE">
      <w:r>
        <w:t>348.2671</w:t>
      </w:r>
      <w:r>
        <w:tab/>
        <w:t>3.038e0</w:t>
      </w:r>
    </w:p>
    <w:p w:rsidR="006974AE" w:rsidRDefault="006974AE" w:rsidP="006974AE">
      <w:r>
        <w:t>348.2711</w:t>
      </w:r>
      <w:r>
        <w:tab/>
        <w:t>5.063e0</w:t>
      </w:r>
    </w:p>
    <w:p w:rsidR="006974AE" w:rsidRDefault="006974AE" w:rsidP="006974AE">
      <w:r>
        <w:t>348.3302</w:t>
      </w:r>
      <w:r>
        <w:tab/>
        <w:t>1.013e0</w:t>
      </w:r>
    </w:p>
    <w:p w:rsidR="006974AE" w:rsidRDefault="006974AE" w:rsidP="006974AE">
      <w:r>
        <w:t>348.3361</w:t>
      </w:r>
      <w:r>
        <w:tab/>
        <w:t>3.038e0</w:t>
      </w:r>
    </w:p>
    <w:p w:rsidR="006974AE" w:rsidRDefault="006974AE" w:rsidP="006974AE">
      <w:r>
        <w:t>348.3507</w:t>
      </w:r>
      <w:r>
        <w:tab/>
        <w:t>1.013e0</w:t>
      </w:r>
    </w:p>
    <w:p w:rsidR="006974AE" w:rsidRDefault="006974AE" w:rsidP="006974AE">
      <w:r>
        <w:t>348.3957</w:t>
      </w:r>
      <w:r>
        <w:tab/>
        <w:t>2.025e0</w:t>
      </w:r>
    </w:p>
    <w:p w:rsidR="006974AE" w:rsidRDefault="006974AE" w:rsidP="006974AE">
      <w:r>
        <w:t>348.4000</w:t>
      </w:r>
      <w:r>
        <w:tab/>
        <w:t>1.013e0</w:t>
      </w:r>
    </w:p>
    <w:p w:rsidR="006974AE" w:rsidRDefault="006974AE" w:rsidP="006974AE">
      <w:r>
        <w:t>348.4065</w:t>
      </w:r>
      <w:r>
        <w:tab/>
        <w:t>2.025e0</w:t>
      </w:r>
    </w:p>
    <w:p w:rsidR="006974AE" w:rsidRDefault="006974AE" w:rsidP="006974AE">
      <w:r>
        <w:t>348.4117</w:t>
      </w:r>
      <w:r>
        <w:tab/>
        <w:t>1.013e0</w:t>
      </w:r>
    </w:p>
    <w:p w:rsidR="006974AE" w:rsidRDefault="006974AE" w:rsidP="006974AE">
      <w:r>
        <w:t>348.4493</w:t>
      </w:r>
      <w:r>
        <w:tab/>
        <w:t>1.013e0</w:t>
      </w:r>
    </w:p>
    <w:p w:rsidR="006974AE" w:rsidRDefault="006974AE" w:rsidP="006974AE">
      <w:r>
        <w:t>348.5215</w:t>
      </w:r>
      <w:r>
        <w:tab/>
        <w:t>2.025e0</w:t>
      </w:r>
    </w:p>
    <w:p w:rsidR="006974AE" w:rsidRDefault="006974AE" w:rsidP="006974AE">
      <w:r>
        <w:t>348.5299</w:t>
      </w:r>
      <w:r>
        <w:tab/>
        <w:t>1.013e0</w:t>
      </w:r>
    </w:p>
    <w:p w:rsidR="006974AE" w:rsidRDefault="006974AE" w:rsidP="006974AE">
      <w:r>
        <w:t>348.5553</w:t>
      </w:r>
      <w:r>
        <w:tab/>
        <w:t>2.025e0</w:t>
      </w:r>
    </w:p>
    <w:p w:rsidR="006974AE" w:rsidRDefault="006974AE" w:rsidP="006974AE">
      <w:r>
        <w:lastRenderedPageBreak/>
        <w:t>348.5768</w:t>
      </w:r>
      <w:r>
        <w:tab/>
        <w:t>2.025e0</w:t>
      </w:r>
    </w:p>
    <w:p w:rsidR="006974AE" w:rsidRDefault="006974AE" w:rsidP="006974AE">
      <w:r>
        <w:t>348.5857</w:t>
      </w:r>
      <w:r>
        <w:tab/>
        <w:t>1.013e0</w:t>
      </w:r>
    </w:p>
    <w:p w:rsidR="006974AE" w:rsidRDefault="006974AE" w:rsidP="006974AE">
      <w:r>
        <w:t>348.6423</w:t>
      </w:r>
      <w:r>
        <w:tab/>
        <w:t>1.013e0</w:t>
      </w:r>
    </w:p>
    <w:p w:rsidR="006974AE" w:rsidRDefault="006974AE" w:rsidP="006974AE">
      <w:r>
        <w:t>348.6552</w:t>
      </w:r>
      <w:r>
        <w:tab/>
        <w:t>1.013e0</w:t>
      </w:r>
    </w:p>
    <w:p w:rsidR="006974AE" w:rsidRDefault="006974AE" w:rsidP="006974AE">
      <w:r>
        <w:t>348.6797</w:t>
      </w:r>
      <w:r>
        <w:tab/>
        <w:t>1.013e0</w:t>
      </w:r>
    </w:p>
    <w:p w:rsidR="006974AE" w:rsidRDefault="006974AE" w:rsidP="006974AE">
      <w:r>
        <w:t>348.6882</w:t>
      </w:r>
      <w:r>
        <w:tab/>
        <w:t>2.025e0</w:t>
      </w:r>
    </w:p>
    <w:p w:rsidR="006974AE" w:rsidRDefault="006974AE" w:rsidP="006974AE">
      <w:r>
        <w:t>348.7052</w:t>
      </w:r>
      <w:r>
        <w:tab/>
        <w:t>1.013e0</w:t>
      </w:r>
    </w:p>
    <w:p w:rsidR="006974AE" w:rsidRDefault="006974AE" w:rsidP="006974AE">
      <w:r>
        <w:t>348.7130</w:t>
      </w:r>
      <w:r>
        <w:tab/>
        <w:t>1.013e0</w:t>
      </w:r>
    </w:p>
    <w:p w:rsidR="006974AE" w:rsidRDefault="006974AE" w:rsidP="006974AE">
      <w:r>
        <w:t>348.7172</w:t>
      </w:r>
      <w:r>
        <w:tab/>
        <w:t>1.013e0</w:t>
      </w:r>
    </w:p>
    <w:p w:rsidR="006974AE" w:rsidRDefault="006974AE" w:rsidP="006974AE">
      <w:r>
        <w:t>348.7299</w:t>
      </w:r>
      <w:r>
        <w:tab/>
        <w:t>1.013e0</w:t>
      </w:r>
    </w:p>
    <w:p w:rsidR="006974AE" w:rsidRDefault="006974AE" w:rsidP="006974AE">
      <w:r>
        <w:t>348.7641</w:t>
      </w:r>
      <w:r>
        <w:tab/>
        <w:t>3.038e0</w:t>
      </w:r>
    </w:p>
    <w:p w:rsidR="006974AE" w:rsidRDefault="006974AE" w:rsidP="006974AE">
      <w:r>
        <w:t>348.7672</w:t>
      </w:r>
      <w:r>
        <w:tab/>
        <w:t>1.013e0</w:t>
      </w:r>
    </w:p>
    <w:p w:rsidR="006974AE" w:rsidRDefault="006974AE" w:rsidP="006974AE">
      <w:r>
        <w:t>348.7926</w:t>
      </w:r>
      <w:r>
        <w:tab/>
        <w:t>1.013e0</w:t>
      </w:r>
    </w:p>
    <w:p w:rsidR="006974AE" w:rsidRDefault="006974AE" w:rsidP="006974AE">
      <w:r>
        <w:t>348.8172</w:t>
      </w:r>
      <w:r>
        <w:tab/>
        <w:t>1.013e0</w:t>
      </w:r>
    </w:p>
    <w:p w:rsidR="006974AE" w:rsidRDefault="006974AE" w:rsidP="006974AE">
      <w:r>
        <w:t>348.8676</w:t>
      </w:r>
      <w:r>
        <w:tab/>
        <w:t>1.013e0</w:t>
      </w:r>
    </w:p>
    <w:p w:rsidR="006974AE" w:rsidRDefault="006974AE" w:rsidP="006974AE">
      <w:r>
        <w:t>348.8922</w:t>
      </w:r>
      <w:r>
        <w:tab/>
        <w:t>1.013e0</w:t>
      </w:r>
    </w:p>
    <w:p w:rsidR="006974AE" w:rsidRDefault="006974AE" w:rsidP="006974AE">
      <w:r>
        <w:t>348.9343</w:t>
      </w:r>
      <w:r>
        <w:tab/>
        <w:t>2.025e0</w:t>
      </w:r>
    </w:p>
    <w:p w:rsidR="006974AE" w:rsidRDefault="006974AE" w:rsidP="006974AE">
      <w:r>
        <w:t>348.9363</w:t>
      </w:r>
      <w:r>
        <w:tab/>
        <w:t>1.013e0</w:t>
      </w:r>
    </w:p>
    <w:p w:rsidR="006974AE" w:rsidRDefault="006974AE" w:rsidP="006974AE">
      <w:r>
        <w:t>348.9461</w:t>
      </w:r>
      <w:r>
        <w:tab/>
        <w:t>2.025e0</w:t>
      </w:r>
    </w:p>
    <w:p w:rsidR="006974AE" w:rsidRDefault="006974AE" w:rsidP="006974AE">
      <w:r>
        <w:lastRenderedPageBreak/>
        <w:t>348.9515</w:t>
      </w:r>
      <w:r>
        <w:tab/>
        <w:t>1.013e0</w:t>
      </w:r>
    </w:p>
    <w:p w:rsidR="006974AE" w:rsidRDefault="006974AE" w:rsidP="006974AE">
      <w:r>
        <w:t>348.9800</w:t>
      </w:r>
      <w:r>
        <w:tab/>
        <w:t>1.013e0</w:t>
      </w:r>
    </w:p>
    <w:p w:rsidR="006974AE" w:rsidRDefault="006974AE" w:rsidP="006974AE">
      <w:r>
        <w:t>348.9960</w:t>
      </w:r>
      <w:r>
        <w:tab/>
        <w:t>2.025e0</w:t>
      </w:r>
    </w:p>
    <w:p w:rsidR="006974AE" w:rsidRDefault="006974AE" w:rsidP="006974AE">
      <w:r>
        <w:t>349.0014</w:t>
      </w:r>
      <w:r>
        <w:tab/>
        <w:t>1.013e0</w:t>
      </w:r>
    </w:p>
    <w:p w:rsidR="006974AE" w:rsidRDefault="006974AE" w:rsidP="006974AE">
      <w:r>
        <w:t>349.0036</w:t>
      </w:r>
      <w:r>
        <w:tab/>
        <w:t>2.025e0</w:t>
      </w:r>
    </w:p>
    <w:p w:rsidR="006974AE" w:rsidRDefault="006974AE" w:rsidP="006974AE">
      <w:r>
        <w:t>349.0109</w:t>
      </w:r>
      <w:r>
        <w:tab/>
        <w:t>1.013e0</w:t>
      </w:r>
    </w:p>
    <w:p w:rsidR="006974AE" w:rsidRDefault="006974AE" w:rsidP="006974AE">
      <w:r>
        <w:t>349.0467</w:t>
      </w:r>
      <w:r>
        <w:tab/>
        <w:t>2.025e0</w:t>
      </w:r>
    </w:p>
    <w:p w:rsidR="006974AE" w:rsidRDefault="006974AE" w:rsidP="006974AE">
      <w:r>
        <w:t>349.0503</w:t>
      </w:r>
      <w:r>
        <w:tab/>
        <w:t>1.013e0</w:t>
      </w:r>
    </w:p>
    <w:p w:rsidR="006974AE" w:rsidRDefault="006974AE" w:rsidP="006974AE">
      <w:r>
        <w:t>349.0918</w:t>
      </w:r>
      <w:r>
        <w:tab/>
        <w:t>1.013e0</w:t>
      </w:r>
    </w:p>
    <w:p w:rsidR="006974AE" w:rsidRDefault="006974AE" w:rsidP="006974AE">
      <w:r>
        <w:t>349.0940</w:t>
      </w:r>
      <w:r>
        <w:tab/>
        <w:t>2.025e0</w:t>
      </w:r>
    </w:p>
    <w:p w:rsidR="006974AE" w:rsidRDefault="006974AE" w:rsidP="006974AE">
      <w:r>
        <w:t>349.1001</w:t>
      </w:r>
      <w:r>
        <w:tab/>
        <w:t>2.025e0</w:t>
      </w:r>
    </w:p>
    <w:p w:rsidR="006974AE" w:rsidRDefault="006974AE" w:rsidP="006974AE">
      <w:r>
        <w:t>349.1203</w:t>
      </w:r>
      <w:r>
        <w:tab/>
        <w:t>1.013e0</w:t>
      </w:r>
    </w:p>
    <w:p w:rsidR="006974AE" w:rsidRDefault="006974AE" w:rsidP="006974AE">
      <w:r>
        <w:t>349.1299</w:t>
      </w:r>
      <w:r>
        <w:tab/>
        <w:t>2.025e0</w:t>
      </w:r>
    </w:p>
    <w:p w:rsidR="006974AE" w:rsidRDefault="006974AE" w:rsidP="006974AE">
      <w:r>
        <w:t>349.1494</w:t>
      </w:r>
      <w:r>
        <w:tab/>
        <w:t>1.013e0</w:t>
      </w:r>
    </w:p>
    <w:p w:rsidR="006974AE" w:rsidRDefault="006974AE" w:rsidP="006974AE">
      <w:r>
        <w:t>349.1657</w:t>
      </w:r>
      <w:r>
        <w:tab/>
        <w:t>3.123e0</w:t>
      </w:r>
    </w:p>
    <w:p w:rsidR="006974AE" w:rsidRDefault="006974AE" w:rsidP="006974AE">
      <w:r>
        <w:t>349.1868</w:t>
      </w:r>
      <w:r>
        <w:tab/>
        <w:t>6.076e0</w:t>
      </w:r>
    </w:p>
    <w:p w:rsidR="006974AE" w:rsidRDefault="006974AE" w:rsidP="006974AE">
      <w:r>
        <w:t>349.1902</w:t>
      </w:r>
      <w:r>
        <w:tab/>
        <w:t>4.172e0</w:t>
      </w:r>
    </w:p>
    <w:p w:rsidR="006974AE" w:rsidRDefault="006974AE" w:rsidP="006974AE">
      <w:r>
        <w:t>349.1964</w:t>
      </w:r>
      <w:r>
        <w:tab/>
        <w:t>9.114e0</w:t>
      </w:r>
    </w:p>
    <w:p w:rsidR="006974AE" w:rsidRDefault="006974AE" w:rsidP="006974AE">
      <w:r>
        <w:t>349.2008</w:t>
      </w:r>
      <w:r>
        <w:tab/>
        <w:t>2.096e1</w:t>
      </w:r>
    </w:p>
    <w:p w:rsidR="006974AE" w:rsidRDefault="006974AE" w:rsidP="006974AE">
      <w:r>
        <w:lastRenderedPageBreak/>
        <w:t>349.2056</w:t>
      </w:r>
      <w:r>
        <w:tab/>
        <w:t>3.038e0</w:t>
      </w:r>
    </w:p>
    <w:p w:rsidR="006974AE" w:rsidRDefault="006974AE" w:rsidP="006974AE">
      <w:r>
        <w:t>349.2236</w:t>
      </w:r>
      <w:r>
        <w:tab/>
        <w:t>2.025e0</w:t>
      </w:r>
    </w:p>
    <w:p w:rsidR="006974AE" w:rsidRDefault="006974AE" w:rsidP="006974AE">
      <w:r>
        <w:t>349.2297</w:t>
      </w:r>
      <w:r>
        <w:tab/>
        <w:t>2.025e0</w:t>
      </w:r>
    </w:p>
    <w:p w:rsidR="006974AE" w:rsidRDefault="006974AE" w:rsidP="006974AE">
      <w:r>
        <w:t>349.2607</w:t>
      </w:r>
      <w:r>
        <w:tab/>
        <w:t>1.013e0</w:t>
      </w:r>
    </w:p>
    <w:p w:rsidR="006974AE" w:rsidRDefault="006974AE" w:rsidP="006974AE">
      <w:r>
        <w:t>349.2645</w:t>
      </w:r>
      <w:r>
        <w:tab/>
        <w:t>1.013e0</w:t>
      </w:r>
    </w:p>
    <w:p w:rsidR="006974AE" w:rsidRDefault="006974AE" w:rsidP="006974AE">
      <w:r>
        <w:t>349.2720</w:t>
      </w:r>
      <w:r>
        <w:tab/>
        <w:t>2.025e0</w:t>
      </w:r>
    </w:p>
    <w:p w:rsidR="006974AE" w:rsidRDefault="006974AE" w:rsidP="006974AE">
      <w:r>
        <w:t>349.2990</w:t>
      </w:r>
      <w:r>
        <w:tab/>
        <w:t>2.025e0</w:t>
      </w:r>
    </w:p>
    <w:p w:rsidR="006974AE" w:rsidRDefault="006974AE" w:rsidP="006974AE">
      <w:r>
        <w:t>349.3170</w:t>
      </w:r>
      <w:r>
        <w:tab/>
        <w:t>3.038e0</w:t>
      </w:r>
    </w:p>
    <w:p w:rsidR="006974AE" w:rsidRDefault="006974AE" w:rsidP="006974AE">
      <w:r>
        <w:t>349.3302</w:t>
      </w:r>
      <w:r>
        <w:tab/>
        <w:t>1.013e0</w:t>
      </w:r>
    </w:p>
    <w:p w:rsidR="006974AE" w:rsidRDefault="006974AE" w:rsidP="006974AE">
      <w:r>
        <w:t>349.3355</w:t>
      </w:r>
      <w:r>
        <w:tab/>
        <w:t>2.025e0</w:t>
      </w:r>
    </w:p>
    <w:p w:rsidR="006974AE" w:rsidRDefault="006974AE" w:rsidP="006974AE">
      <w:r>
        <w:t>349.3638</w:t>
      </w:r>
      <w:r>
        <w:tab/>
        <w:t>1.013e0</w:t>
      </w:r>
    </w:p>
    <w:p w:rsidR="006974AE" w:rsidRDefault="006974AE" w:rsidP="006974AE">
      <w:r>
        <w:t>349.3990</w:t>
      </w:r>
      <w:r>
        <w:tab/>
        <w:t>1.013e0</w:t>
      </w:r>
    </w:p>
    <w:p w:rsidR="006974AE" w:rsidRDefault="006974AE" w:rsidP="006974AE">
      <w:r>
        <w:t>349.4053</w:t>
      </w:r>
      <w:r>
        <w:tab/>
        <w:t>1.013e0</w:t>
      </w:r>
    </w:p>
    <w:p w:rsidR="006974AE" w:rsidRDefault="006974AE" w:rsidP="006974AE">
      <w:r>
        <w:t>349.4334</w:t>
      </w:r>
      <w:r>
        <w:tab/>
        <w:t>1.013e0</w:t>
      </w:r>
    </w:p>
    <w:p w:rsidR="006974AE" w:rsidRDefault="006974AE" w:rsidP="006974AE">
      <w:r>
        <w:t>349.4378</w:t>
      </w:r>
      <w:r>
        <w:tab/>
        <w:t>1.013e0</w:t>
      </w:r>
    </w:p>
    <w:p w:rsidR="006974AE" w:rsidRDefault="006974AE" w:rsidP="006974AE">
      <w:r>
        <w:t>349.4585</w:t>
      </w:r>
      <w:r>
        <w:tab/>
        <w:t>1.013e0</w:t>
      </w:r>
    </w:p>
    <w:p w:rsidR="006974AE" w:rsidRDefault="006974AE" w:rsidP="006974AE">
      <w:r>
        <w:t>349.4620</w:t>
      </w:r>
      <w:r>
        <w:tab/>
        <w:t>1.013e0</w:t>
      </w:r>
    </w:p>
    <w:p w:rsidR="006974AE" w:rsidRDefault="006974AE" w:rsidP="006974AE">
      <w:r>
        <w:t>349.4867</w:t>
      </w:r>
      <w:r>
        <w:tab/>
        <w:t>1.013e0</w:t>
      </w:r>
    </w:p>
    <w:p w:rsidR="006974AE" w:rsidRDefault="006974AE" w:rsidP="006974AE">
      <w:r>
        <w:t>349.4991</w:t>
      </w:r>
      <w:r>
        <w:tab/>
        <w:t>1.013e0</w:t>
      </w:r>
    </w:p>
    <w:p w:rsidR="006974AE" w:rsidRDefault="006974AE" w:rsidP="006974AE">
      <w:r>
        <w:lastRenderedPageBreak/>
        <w:t>349.5039</w:t>
      </w:r>
      <w:r>
        <w:tab/>
        <w:t>1.013e0</w:t>
      </w:r>
    </w:p>
    <w:p w:rsidR="006974AE" w:rsidRDefault="006974AE" w:rsidP="006974AE">
      <w:r>
        <w:t>349.5613</w:t>
      </w:r>
      <w:r>
        <w:tab/>
        <w:t>1.013e0</w:t>
      </w:r>
    </w:p>
    <w:p w:rsidR="006974AE" w:rsidRDefault="006974AE" w:rsidP="006974AE">
      <w:r>
        <w:t>349.6063</w:t>
      </w:r>
      <w:r>
        <w:tab/>
        <w:t>1.013e0</w:t>
      </w:r>
    </w:p>
    <w:p w:rsidR="006974AE" w:rsidRDefault="006974AE" w:rsidP="006974AE">
      <w:r>
        <w:t>349.6166</w:t>
      </w:r>
      <w:r>
        <w:tab/>
        <w:t>2.025e0</w:t>
      </w:r>
    </w:p>
    <w:p w:rsidR="006974AE" w:rsidRDefault="006974AE" w:rsidP="006974AE">
      <w:r>
        <w:t>349.6176</w:t>
      </w:r>
      <w:r>
        <w:tab/>
        <w:t>1.013e0</w:t>
      </w:r>
    </w:p>
    <w:p w:rsidR="006974AE" w:rsidRDefault="006974AE" w:rsidP="006974AE">
      <w:r>
        <w:t>349.6482</w:t>
      </w:r>
      <w:r>
        <w:tab/>
        <w:t>2.025e0</w:t>
      </w:r>
    </w:p>
    <w:p w:rsidR="006974AE" w:rsidRDefault="006974AE" w:rsidP="006974AE">
      <w:r>
        <w:t>349.6619</w:t>
      </w:r>
      <w:r>
        <w:tab/>
        <w:t>1.013e0</w:t>
      </w:r>
    </w:p>
    <w:p w:rsidR="006974AE" w:rsidRDefault="006974AE" w:rsidP="006974AE">
      <w:r>
        <w:t>349.6807</w:t>
      </w:r>
      <w:r>
        <w:tab/>
        <w:t>1.013e0</w:t>
      </w:r>
    </w:p>
    <w:p w:rsidR="006974AE" w:rsidRDefault="006974AE" w:rsidP="006974AE">
      <w:r>
        <w:t>349.6975</w:t>
      </w:r>
      <w:r>
        <w:tab/>
        <w:t>1.013e0</w:t>
      </w:r>
    </w:p>
    <w:p w:rsidR="006974AE" w:rsidRDefault="006974AE" w:rsidP="006974AE">
      <w:r>
        <w:t>349.7218</w:t>
      </w:r>
      <w:r>
        <w:tab/>
        <w:t>1.013e0</w:t>
      </w:r>
    </w:p>
    <w:p w:rsidR="006974AE" w:rsidRDefault="006974AE" w:rsidP="006974AE">
      <w:r>
        <w:t>349.7258</w:t>
      </w:r>
      <w:r>
        <w:tab/>
        <w:t>1.013e0</w:t>
      </w:r>
    </w:p>
    <w:p w:rsidR="006974AE" w:rsidRDefault="006974AE" w:rsidP="006974AE">
      <w:r>
        <w:t>349.7308</w:t>
      </w:r>
      <w:r>
        <w:tab/>
        <w:t>1.013e0</w:t>
      </w:r>
    </w:p>
    <w:p w:rsidR="006974AE" w:rsidRDefault="006974AE" w:rsidP="006974AE">
      <w:r>
        <w:t>349.7505</w:t>
      </w:r>
      <w:r>
        <w:tab/>
        <w:t>1.013e0</w:t>
      </w:r>
    </w:p>
    <w:p w:rsidR="006974AE" w:rsidRDefault="006974AE" w:rsidP="006974AE">
      <w:r>
        <w:t>349.7673</w:t>
      </w:r>
      <w:r>
        <w:tab/>
        <w:t>1.013e0</w:t>
      </w:r>
    </w:p>
    <w:p w:rsidR="006974AE" w:rsidRDefault="006974AE" w:rsidP="006974AE">
      <w:r>
        <w:t>349.7809</w:t>
      </w:r>
      <w:r>
        <w:tab/>
        <w:t>1.013e0</w:t>
      </w:r>
    </w:p>
    <w:p w:rsidR="006974AE" w:rsidRDefault="006974AE" w:rsidP="006974AE">
      <w:r>
        <w:t>349.7920</w:t>
      </w:r>
      <w:r>
        <w:tab/>
        <w:t>1.013e0</w:t>
      </w:r>
    </w:p>
    <w:p w:rsidR="006974AE" w:rsidRDefault="006974AE" w:rsidP="006974AE">
      <w:r>
        <w:t>349.7964</w:t>
      </w:r>
      <w:r>
        <w:tab/>
        <w:t>1.013e0</w:t>
      </w:r>
    </w:p>
    <w:p w:rsidR="006974AE" w:rsidRDefault="006974AE" w:rsidP="006974AE">
      <w:r>
        <w:t>349.8211</w:t>
      </w:r>
      <w:r>
        <w:tab/>
        <w:t>1.013e0</w:t>
      </w:r>
    </w:p>
    <w:p w:rsidR="006974AE" w:rsidRDefault="006974AE" w:rsidP="006974AE">
      <w:r>
        <w:t>349.8280</w:t>
      </w:r>
      <w:r>
        <w:tab/>
        <w:t>2.025e0</w:t>
      </w:r>
    </w:p>
    <w:p w:rsidR="006974AE" w:rsidRDefault="006974AE" w:rsidP="006974AE">
      <w:r>
        <w:lastRenderedPageBreak/>
        <w:t>349.8454</w:t>
      </w:r>
      <w:r>
        <w:tab/>
        <w:t>1.013e0</w:t>
      </w:r>
    </w:p>
    <w:p w:rsidR="006974AE" w:rsidRDefault="006974AE" w:rsidP="006974AE">
      <w:r>
        <w:t>349.8660</w:t>
      </w:r>
      <w:r>
        <w:tab/>
        <w:t>1.013e0</w:t>
      </w:r>
    </w:p>
    <w:p w:rsidR="006974AE" w:rsidRDefault="006974AE" w:rsidP="006974AE">
      <w:r>
        <w:t>349.8952</w:t>
      </w:r>
      <w:r>
        <w:tab/>
        <w:t>1.013e0</w:t>
      </w:r>
    </w:p>
    <w:p w:rsidR="006974AE" w:rsidRDefault="006974AE" w:rsidP="006974AE">
      <w:r>
        <w:t>349.9225</w:t>
      </w:r>
      <w:r>
        <w:tab/>
        <w:t>2.025e0</w:t>
      </w:r>
    </w:p>
    <w:p w:rsidR="006974AE" w:rsidRDefault="006974AE" w:rsidP="006974AE">
      <w:r>
        <w:t>349.9291</w:t>
      </w:r>
      <w:r>
        <w:tab/>
        <w:t>4.051e0</w:t>
      </w:r>
    </w:p>
    <w:p w:rsidR="006974AE" w:rsidRDefault="006974AE" w:rsidP="006974AE">
      <w:r>
        <w:t>349.9406</w:t>
      </w:r>
      <w:r>
        <w:tab/>
        <w:t>1.013e0</w:t>
      </w:r>
    </w:p>
    <w:p w:rsidR="006974AE" w:rsidRDefault="006974AE" w:rsidP="006974AE">
      <w:r>
        <w:t>349.9427</w:t>
      </w:r>
      <w:r>
        <w:tab/>
        <w:t>6.076e0</w:t>
      </w:r>
    </w:p>
    <w:p w:rsidR="006974AE" w:rsidRDefault="006974AE" w:rsidP="006974AE">
      <w:r>
        <w:t>349.9440</w:t>
      </w:r>
      <w:r>
        <w:tab/>
        <w:t>2.025e0</w:t>
      </w:r>
    </w:p>
    <w:p w:rsidR="006974AE" w:rsidRDefault="006974AE" w:rsidP="006974AE">
      <w:r>
        <w:t>349.9485</w:t>
      </w:r>
      <w:r>
        <w:tab/>
        <w:t>2.025e0</w:t>
      </w:r>
    </w:p>
    <w:p w:rsidR="006974AE" w:rsidRDefault="006974AE" w:rsidP="006974AE">
      <w:r>
        <w:t>349.9609</w:t>
      </w:r>
      <w:r>
        <w:tab/>
        <w:t>1.013e0</w:t>
      </w:r>
    </w:p>
    <w:p w:rsidR="006974AE" w:rsidRDefault="006974AE" w:rsidP="006974AE">
      <w:r>
        <w:t>350.0020</w:t>
      </w:r>
      <w:r>
        <w:tab/>
        <w:t>2.025e0</w:t>
      </w:r>
    </w:p>
    <w:p w:rsidR="006974AE" w:rsidRDefault="006974AE" w:rsidP="006974AE">
      <w:r>
        <w:t>350.0143</w:t>
      </w:r>
      <w:r>
        <w:tab/>
        <w:t>2.025e0</w:t>
      </w:r>
    </w:p>
    <w:p w:rsidR="006974AE" w:rsidRDefault="006974AE" w:rsidP="006974AE">
      <w:r>
        <w:t>350.0190</w:t>
      </w:r>
      <w:r>
        <w:tab/>
        <w:t>1.013e0</w:t>
      </w:r>
    </w:p>
    <w:p w:rsidR="006974AE" w:rsidRDefault="006974AE" w:rsidP="006974AE">
      <w:r>
        <w:t>350.0292</w:t>
      </w:r>
      <w:r>
        <w:tab/>
        <w:t>4.051e0</w:t>
      </w:r>
    </w:p>
    <w:p w:rsidR="006974AE" w:rsidRDefault="006974AE" w:rsidP="006974AE">
      <w:r>
        <w:t>350.0315</w:t>
      </w:r>
      <w:r>
        <w:tab/>
        <w:t>1.013e0</w:t>
      </w:r>
    </w:p>
    <w:p w:rsidR="006974AE" w:rsidRDefault="006974AE" w:rsidP="006974AE">
      <w:r>
        <w:t>350.0558</w:t>
      </w:r>
      <w:r>
        <w:tab/>
        <w:t>1.013e0</w:t>
      </w:r>
    </w:p>
    <w:p w:rsidR="006974AE" w:rsidRDefault="006974AE" w:rsidP="006974AE">
      <w:r>
        <w:t>350.0596</w:t>
      </w:r>
      <w:r>
        <w:tab/>
        <w:t>1.013e0</w:t>
      </w:r>
    </w:p>
    <w:p w:rsidR="006974AE" w:rsidRDefault="006974AE" w:rsidP="006974AE">
      <w:r>
        <w:t>350.0883</w:t>
      </w:r>
      <w:r>
        <w:tab/>
        <w:t>1.013e0</w:t>
      </w:r>
    </w:p>
    <w:p w:rsidR="006974AE" w:rsidRDefault="006974AE" w:rsidP="006974AE">
      <w:r>
        <w:t>350.1056</w:t>
      </w:r>
      <w:r>
        <w:tab/>
        <w:t>1.013e0</w:t>
      </w:r>
    </w:p>
    <w:p w:rsidR="006974AE" w:rsidRDefault="006974AE" w:rsidP="006974AE">
      <w:r>
        <w:lastRenderedPageBreak/>
        <w:t>350.1091</w:t>
      </w:r>
      <w:r>
        <w:tab/>
        <w:t>1.013e0</w:t>
      </w:r>
    </w:p>
    <w:p w:rsidR="006974AE" w:rsidRDefault="006974AE" w:rsidP="006974AE">
      <w:r>
        <w:t>350.1251</w:t>
      </w:r>
      <w:r>
        <w:tab/>
        <w:t>1.013e0</w:t>
      </w:r>
    </w:p>
    <w:p w:rsidR="006974AE" w:rsidRDefault="006974AE" w:rsidP="006974AE">
      <w:r>
        <w:t>350.1549</w:t>
      </w:r>
      <w:r>
        <w:tab/>
        <w:t>1.013e0</w:t>
      </w:r>
    </w:p>
    <w:p w:rsidR="006974AE" w:rsidRDefault="006974AE" w:rsidP="006974AE">
      <w:r>
        <w:t>350.1752</w:t>
      </w:r>
      <w:r>
        <w:tab/>
        <w:t>1.013e0</w:t>
      </w:r>
    </w:p>
    <w:p w:rsidR="006974AE" w:rsidRDefault="006974AE" w:rsidP="006974AE">
      <w:r>
        <w:t>350.1817</w:t>
      </w:r>
      <w:r>
        <w:tab/>
        <w:t>2.025e0</w:t>
      </w:r>
    </w:p>
    <w:p w:rsidR="006974AE" w:rsidRDefault="006974AE" w:rsidP="006974AE">
      <w:r>
        <w:t>350.1888</w:t>
      </w:r>
      <w:r>
        <w:tab/>
        <w:t>4.051e0</w:t>
      </w:r>
    </w:p>
    <w:p w:rsidR="006974AE" w:rsidRDefault="006974AE" w:rsidP="006974AE">
      <w:r>
        <w:t>350.1964</w:t>
      </w:r>
      <w:r>
        <w:tab/>
        <w:t>3.038e0</w:t>
      </w:r>
    </w:p>
    <w:p w:rsidR="006974AE" w:rsidRDefault="006974AE" w:rsidP="006974AE">
      <w:r>
        <w:t>350.2128</w:t>
      </w:r>
      <w:r>
        <w:tab/>
        <w:t>1.013e0</w:t>
      </w:r>
    </w:p>
    <w:p w:rsidR="006974AE" w:rsidRDefault="006974AE" w:rsidP="006974AE">
      <w:r>
        <w:t>350.2291</w:t>
      </w:r>
      <w:r>
        <w:tab/>
        <w:t>1.013e0</w:t>
      </w:r>
    </w:p>
    <w:p w:rsidR="006974AE" w:rsidRDefault="006974AE" w:rsidP="006974AE">
      <w:r>
        <w:t>350.2330</w:t>
      </w:r>
      <w:r>
        <w:tab/>
        <w:t>1.013e0</w:t>
      </w:r>
    </w:p>
    <w:p w:rsidR="006974AE" w:rsidRDefault="006974AE" w:rsidP="006974AE">
      <w:r>
        <w:t>350.2568</w:t>
      </w:r>
      <w:r>
        <w:tab/>
        <w:t>3.296e0</w:t>
      </w:r>
    </w:p>
    <w:p w:rsidR="006974AE" w:rsidRDefault="006974AE" w:rsidP="006974AE">
      <w:r>
        <w:t>350.2603</w:t>
      </w:r>
      <w:r>
        <w:tab/>
        <w:t>3.038e0</w:t>
      </w:r>
    </w:p>
    <w:p w:rsidR="006974AE" w:rsidRDefault="006974AE" w:rsidP="006974AE">
      <w:r>
        <w:t>350.2630</w:t>
      </w:r>
      <w:r>
        <w:tab/>
        <w:t>1.013e0</w:t>
      </w:r>
    </w:p>
    <w:p w:rsidR="006974AE" w:rsidRDefault="006974AE" w:rsidP="006974AE">
      <w:r>
        <w:t>350.2697</w:t>
      </w:r>
      <w:r>
        <w:tab/>
        <w:t>1.013e0</w:t>
      </w:r>
    </w:p>
    <w:p w:rsidR="006974AE" w:rsidRDefault="006974AE" w:rsidP="006974AE">
      <w:r>
        <w:t>350.2785</w:t>
      </w:r>
      <w:r>
        <w:tab/>
        <w:t>1.013e0</w:t>
      </w:r>
    </w:p>
    <w:p w:rsidR="006974AE" w:rsidRDefault="006974AE" w:rsidP="006974AE">
      <w:r>
        <w:t>350.3069</w:t>
      </w:r>
      <w:r>
        <w:tab/>
        <w:t>2.025e0</w:t>
      </w:r>
    </w:p>
    <w:p w:rsidR="006974AE" w:rsidRDefault="006974AE" w:rsidP="006974AE">
      <w:r>
        <w:t>350.3119</w:t>
      </w:r>
      <w:r>
        <w:tab/>
        <w:t>3.038e0</w:t>
      </w:r>
    </w:p>
    <w:p w:rsidR="006974AE" w:rsidRDefault="006974AE" w:rsidP="006974AE">
      <w:r>
        <w:t>350.3194</w:t>
      </w:r>
      <w:r>
        <w:tab/>
        <w:t>1.013e0</w:t>
      </w:r>
    </w:p>
    <w:p w:rsidR="006974AE" w:rsidRDefault="006974AE" w:rsidP="006974AE">
      <w:r>
        <w:t>350.3275</w:t>
      </w:r>
      <w:r>
        <w:tab/>
        <w:t>4.051e0</w:t>
      </w:r>
    </w:p>
    <w:p w:rsidR="006974AE" w:rsidRDefault="006974AE" w:rsidP="006974AE">
      <w:r>
        <w:lastRenderedPageBreak/>
        <w:t>350.3481</w:t>
      </w:r>
      <w:r>
        <w:tab/>
        <w:t>2.025e0</w:t>
      </w:r>
    </w:p>
    <w:p w:rsidR="006974AE" w:rsidRDefault="006974AE" w:rsidP="006974AE">
      <w:r>
        <w:t>350.3522</w:t>
      </w:r>
      <w:r>
        <w:tab/>
        <w:t>1.013e0</w:t>
      </w:r>
    </w:p>
    <w:p w:rsidR="006974AE" w:rsidRDefault="006974AE" w:rsidP="006974AE">
      <w:r>
        <w:t>350.3694</w:t>
      </w:r>
      <w:r>
        <w:tab/>
        <w:t>1.013e0</w:t>
      </w:r>
    </w:p>
    <w:p w:rsidR="006974AE" w:rsidRDefault="006974AE" w:rsidP="006974AE">
      <w:r>
        <w:t>350.4077</w:t>
      </w:r>
      <w:r>
        <w:tab/>
        <w:t>1.013e0</w:t>
      </w:r>
    </w:p>
    <w:p w:rsidR="006974AE" w:rsidRDefault="006974AE" w:rsidP="006974AE">
      <w:r>
        <w:t>350.4434</w:t>
      </w:r>
      <w:r>
        <w:tab/>
        <w:t>1.013e0</w:t>
      </w:r>
    </w:p>
    <w:p w:rsidR="006974AE" w:rsidRDefault="006974AE" w:rsidP="006974AE">
      <w:r>
        <w:t>350.4574</w:t>
      </w:r>
      <w:r>
        <w:tab/>
        <w:t>1.013e0</w:t>
      </w:r>
    </w:p>
    <w:p w:rsidR="006974AE" w:rsidRDefault="006974AE" w:rsidP="006974AE">
      <w:r>
        <w:t>350.4718</w:t>
      </w:r>
      <w:r>
        <w:tab/>
        <w:t>1.013e0</w:t>
      </w:r>
    </w:p>
    <w:p w:rsidR="006974AE" w:rsidRDefault="006974AE" w:rsidP="006974AE">
      <w:r>
        <w:t>350.4825</w:t>
      </w:r>
      <w:r>
        <w:tab/>
        <w:t>2.025e0</w:t>
      </w:r>
    </w:p>
    <w:p w:rsidR="006974AE" w:rsidRDefault="006974AE" w:rsidP="006974AE">
      <w:r>
        <w:t>350.4891</w:t>
      </w:r>
      <w:r>
        <w:tab/>
        <w:t>1.013e0</w:t>
      </w:r>
    </w:p>
    <w:p w:rsidR="006974AE" w:rsidRDefault="006974AE" w:rsidP="006974AE">
      <w:r>
        <w:t>350.4948</w:t>
      </w:r>
      <w:r>
        <w:tab/>
        <w:t>2.025e0</w:t>
      </w:r>
    </w:p>
    <w:p w:rsidR="006974AE" w:rsidRDefault="006974AE" w:rsidP="006974AE">
      <w:r>
        <w:t>350.5379</w:t>
      </w:r>
      <w:r>
        <w:tab/>
        <w:t>1.013e0</w:t>
      </w:r>
    </w:p>
    <w:p w:rsidR="006974AE" w:rsidRDefault="006974AE" w:rsidP="006974AE">
      <w:r>
        <w:t>350.5457</w:t>
      </w:r>
      <w:r>
        <w:tab/>
        <w:t>1.013e0</w:t>
      </w:r>
    </w:p>
    <w:p w:rsidR="006974AE" w:rsidRDefault="006974AE" w:rsidP="006974AE">
      <w:r>
        <w:t>350.6367</w:t>
      </w:r>
      <w:r>
        <w:tab/>
        <w:t>1.013e0</w:t>
      </w:r>
    </w:p>
    <w:p w:rsidR="006974AE" w:rsidRDefault="006974AE" w:rsidP="006974AE">
      <w:r>
        <w:t>350.6461</w:t>
      </w:r>
      <w:r>
        <w:tab/>
        <w:t>1.013e0</w:t>
      </w:r>
    </w:p>
    <w:p w:rsidR="006974AE" w:rsidRDefault="006974AE" w:rsidP="006974AE">
      <w:r>
        <w:t>350.6866</w:t>
      </w:r>
      <w:r>
        <w:tab/>
        <w:t>1.013e0</w:t>
      </w:r>
    </w:p>
    <w:p w:rsidR="006974AE" w:rsidRDefault="006974AE" w:rsidP="006974AE">
      <w:r>
        <w:t>350.7109</w:t>
      </w:r>
      <w:r>
        <w:tab/>
        <w:t>1.013e0</w:t>
      </w:r>
    </w:p>
    <w:p w:rsidR="006974AE" w:rsidRDefault="006974AE" w:rsidP="006974AE">
      <w:r>
        <w:t>350.7277</w:t>
      </w:r>
      <w:r>
        <w:tab/>
        <w:t>1.013e0</w:t>
      </w:r>
    </w:p>
    <w:p w:rsidR="006974AE" w:rsidRDefault="006974AE" w:rsidP="006974AE">
      <w:r>
        <w:t>350.7563</w:t>
      </w:r>
      <w:r>
        <w:tab/>
        <w:t>1.013e0</w:t>
      </w:r>
    </w:p>
    <w:p w:rsidR="006974AE" w:rsidRDefault="006974AE" w:rsidP="006974AE">
      <w:r>
        <w:t>350.7654</w:t>
      </w:r>
      <w:r>
        <w:tab/>
        <w:t>1.013e0</w:t>
      </w:r>
    </w:p>
    <w:p w:rsidR="006974AE" w:rsidRDefault="006974AE" w:rsidP="006974AE">
      <w:r>
        <w:lastRenderedPageBreak/>
        <w:t>350.7846</w:t>
      </w:r>
      <w:r>
        <w:tab/>
        <w:t>2.025e0</w:t>
      </w:r>
    </w:p>
    <w:p w:rsidR="006974AE" w:rsidRDefault="006974AE" w:rsidP="006974AE">
      <w:r>
        <w:t>350.8023</w:t>
      </w:r>
      <w:r>
        <w:tab/>
        <w:t>1.013e0</w:t>
      </w:r>
    </w:p>
    <w:p w:rsidR="006974AE" w:rsidRDefault="006974AE" w:rsidP="006974AE">
      <w:r>
        <w:t>350.8058</w:t>
      </w:r>
      <w:r>
        <w:tab/>
        <w:t>1.013e0</w:t>
      </w:r>
    </w:p>
    <w:p w:rsidR="006974AE" w:rsidRDefault="006974AE" w:rsidP="006974AE">
      <w:r>
        <w:t>350.8309</w:t>
      </w:r>
      <w:r>
        <w:tab/>
        <w:t>1.013e0</w:t>
      </w:r>
    </w:p>
    <w:p w:rsidR="006974AE" w:rsidRDefault="006974AE" w:rsidP="006974AE">
      <w:r>
        <w:t>350.8403</w:t>
      </w:r>
      <w:r>
        <w:tab/>
        <w:t>1.013e0</w:t>
      </w:r>
    </w:p>
    <w:p w:rsidR="006974AE" w:rsidRDefault="006974AE" w:rsidP="006974AE">
      <w:r>
        <w:t>350.8557</w:t>
      </w:r>
      <w:r>
        <w:tab/>
        <w:t>1.013e0</w:t>
      </w:r>
    </w:p>
    <w:p w:rsidR="006974AE" w:rsidRDefault="006974AE" w:rsidP="006974AE">
      <w:r>
        <w:t>350.8596</w:t>
      </w:r>
      <w:r>
        <w:tab/>
        <w:t>1.013e0</w:t>
      </w:r>
    </w:p>
    <w:p w:rsidR="006974AE" w:rsidRDefault="006974AE" w:rsidP="006974AE">
      <w:r>
        <w:t>350.8721</w:t>
      </w:r>
      <w:r>
        <w:tab/>
        <w:t>1.013e0</w:t>
      </w:r>
    </w:p>
    <w:p w:rsidR="006974AE" w:rsidRDefault="006974AE" w:rsidP="006974AE">
      <w:r>
        <w:t>350.9253</w:t>
      </w:r>
      <w:r>
        <w:tab/>
        <w:t>1.013e0</w:t>
      </w:r>
    </w:p>
    <w:p w:rsidR="006974AE" w:rsidRDefault="006974AE" w:rsidP="006974AE">
      <w:r>
        <w:t>350.9295</w:t>
      </w:r>
      <w:r>
        <w:tab/>
        <w:t>2.025e0</w:t>
      </w:r>
    </w:p>
    <w:p w:rsidR="006974AE" w:rsidRDefault="006974AE" w:rsidP="006974AE">
      <w:r>
        <w:t>350.9408</w:t>
      </w:r>
      <w:r>
        <w:tab/>
        <w:t>1.013e0</w:t>
      </w:r>
    </w:p>
    <w:p w:rsidR="006974AE" w:rsidRDefault="006974AE" w:rsidP="006974AE">
      <w:r>
        <w:t>350.9466</w:t>
      </w:r>
      <w:r>
        <w:tab/>
        <w:t>1.013e0</w:t>
      </w:r>
    </w:p>
    <w:p w:rsidR="006974AE" w:rsidRDefault="006974AE" w:rsidP="006974AE">
      <w:r>
        <w:t>350.9539</w:t>
      </w:r>
      <w:r>
        <w:tab/>
        <w:t>1.013e0</w:t>
      </w:r>
    </w:p>
    <w:p w:rsidR="006974AE" w:rsidRDefault="006974AE" w:rsidP="006974AE">
      <w:r>
        <w:t>350.9596</w:t>
      </w:r>
      <w:r>
        <w:tab/>
        <w:t>1.013e0</w:t>
      </w:r>
    </w:p>
    <w:p w:rsidR="006974AE" w:rsidRDefault="006974AE" w:rsidP="006974AE">
      <w:r>
        <w:t>350.9630</w:t>
      </w:r>
      <w:r>
        <w:tab/>
        <w:t>2.025e0</w:t>
      </w:r>
    </w:p>
    <w:p w:rsidR="006974AE" w:rsidRDefault="006974AE" w:rsidP="006974AE">
      <w:r>
        <w:t>351.0038</w:t>
      </w:r>
      <w:r>
        <w:tab/>
        <w:t>2.025e0</w:t>
      </w:r>
    </w:p>
    <w:p w:rsidR="006974AE" w:rsidRDefault="006974AE" w:rsidP="006974AE">
      <w:r>
        <w:t>351.0202</w:t>
      </w:r>
      <w:r>
        <w:tab/>
        <w:t>1.013e0</w:t>
      </w:r>
    </w:p>
    <w:p w:rsidR="006974AE" w:rsidRDefault="006974AE" w:rsidP="006974AE">
      <w:r>
        <w:t>351.0267</w:t>
      </w:r>
      <w:r>
        <w:tab/>
        <w:t>3.038e0</w:t>
      </w:r>
    </w:p>
    <w:p w:rsidR="006974AE" w:rsidRDefault="006974AE" w:rsidP="006974AE">
      <w:r>
        <w:t>351.0416</w:t>
      </w:r>
      <w:r>
        <w:tab/>
        <w:t>1.013e0</w:t>
      </w:r>
    </w:p>
    <w:p w:rsidR="006974AE" w:rsidRDefault="006974AE" w:rsidP="006974AE">
      <w:r>
        <w:lastRenderedPageBreak/>
        <w:t>351.0490</w:t>
      </w:r>
      <w:r>
        <w:tab/>
        <w:t>2.025e0</w:t>
      </w:r>
    </w:p>
    <w:p w:rsidR="006974AE" w:rsidRDefault="006974AE" w:rsidP="006974AE">
      <w:r>
        <w:t>351.0925</w:t>
      </w:r>
      <w:r>
        <w:tab/>
        <w:t>2.025e0</w:t>
      </w:r>
    </w:p>
    <w:p w:rsidR="006974AE" w:rsidRDefault="006974AE" w:rsidP="006974AE">
      <w:r>
        <w:t>351.1109</w:t>
      </w:r>
      <w:r>
        <w:tab/>
        <w:t>2.025e0</w:t>
      </w:r>
    </w:p>
    <w:p w:rsidR="006974AE" w:rsidRDefault="006974AE" w:rsidP="006974AE">
      <w:r>
        <w:t>351.1127</w:t>
      </w:r>
      <w:r>
        <w:tab/>
        <w:t>3.038e0</w:t>
      </w:r>
    </w:p>
    <w:p w:rsidR="006974AE" w:rsidRDefault="006974AE" w:rsidP="006974AE">
      <w:r>
        <w:t>351.1155</w:t>
      </w:r>
      <w:r>
        <w:tab/>
        <w:t>2.025e0</w:t>
      </w:r>
    </w:p>
    <w:p w:rsidR="006974AE" w:rsidRDefault="006974AE" w:rsidP="006974AE">
      <w:r>
        <w:t>351.1323</w:t>
      </w:r>
      <w:r>
        <w:tab/>
        <w:t>3.038e0</w:t>
      </w:r>
    </w:p>
    <w:p w:rsidR="006974AE" w:rsidRDefault="006974AE" w:rsidP="006974AE">
      <w:r>
        <w:t>351.1402</w:t>
      </w:r>
      <w:r>
        <w:tab/>
        <w:t>2.025e0</w:t>
      </w:r>
    </w:p>
    <w:p w:rsidR="006974AE" w:rsidRDefault="006974AE" w:rsidP="006974AE">
      <w:r>
        <w:t>351.1439</w:t>
      </w:r>
      <w:r>
        <w:tab/>
        <w:t>1.013e0</w:t>
      </w:r>
    </w:p>
    <w:p w:rsidR="006974AE" w:rsidRDefault="006974AE" w:rsidP="006974AE">
      <w:r>
        <w:t>351.1573</w:t>
      </w:r>
      <w:r>
        <w:tab/>
        <w:t>2.025e0</w:t>
      </w:r>
    </w:p>
    <w:p w:rsidR="006974AE" w:rsidRDefault="006974AE" w:rsidP="006974AE">
      <w:r>
        <w:t>351.1623</w:t>
      </w:r>
      <w:r>
        <w:tab/>
        <w:t>2.025e0</w:t>
      </w:r>
    </w:p>
    <w:p w:rsidR="006974AE" w:rsidRDefault="006974AE" w:rsidP="006974AE">
      <w:r>
        <w:t>351.1737</w:t>
      </w:r>
      <w:r>
        <w:tab/>
        <w:t>1.013e0</w:t>
      </w:r>
    </w:p>
    <w:p w:rsidR="006974AE" w:rsidRDefault="006974AE" w:rsidP="006974AE">
      <w:r>
        <w:t>351.1785</w:t>
      </w:r>
      <w:r>
        <w:tab/>
        <w:t>3.038e0</w:t>
      </w:r>
    </w:p>
    <w:p w:rsidR="006974AE" w:rsidRDefault="006974AE" w:rsidP="006974AE">
      <w:r>
        <w:t>351.1796</w:t>
      </w:r>
      <w:r>
        <w:tab/>
        <w:t>1.013e0</w:t>
      </w:r>
    </w:p>
    <w:p w:rsidR="006974AE" w:rsidRDefault="006974AE" w:rsidP="006974AE">
      <w:r>
        <w:t>351.1937</w:t>
      </w:r>
      <w:r>
        <w:tab/>
        <w:t>4.051e0</w:t>
      </w:r>
    </w:p>
    <w:p w:rsidR="006974AE" w:rsidRDefault="006974AE" w:rsidP="006974AE">
      <w:r>
        <w:t>351.1984</w:t>
      </w:r>
      <w:r>
        <w:tab/>
        <w:t>2.025e0</w:t>
      </w:r>
    </w:p>
    <w:p w:rsidR="006974AE" w:rsidRDefault="006974AE" w:rsidP="006974AE">
      <w:r>
        <w:t>351.2144</w:t>
      </w:r>
      <w:r>
        <w:tab/>
        <w:t>1.013e0</w:t>
      </w:r>
    </w:p>
    <w:p w:rsidR="006974AE" w:rsidRDefault="006974AE" w:rsidP="006974AE">
      <w:r>
        <w:t>351.2323</w:t>
      </w:r>
      <w:r>
        <w:tab/>
        <w:t>2.025e0</w:t>
      </w:r>
    </w:p>
    <w:p w:rsidR="006974AE" w:rsidRDefault="006974AE" w:rsidP="006974AE">
      <w:r>
        <w:t>351.2387</w:t>
      </w:r>
      <w:r>
        <w:tab/>
        <w:t>2.025e0</w:t>
      </w:r>
    </w:p>
    <w:p w:rsidR="006974AE" w:rsidRDefault="006974AE" w:rsidP="006974AE">
      <w:r>
        <w:t>351.2635</w:t>
      </w:r>
      <w:r>
        <w:tab/>
        <w:t>1.013e0</w:t>
      </w:r>
    </w:p>
    <w:p w:rsidR="006974AE" w:rsidRDefault="006974AE" w:rsidP="006974AE">
      <w:r>
        <w:lastRenderedPageBreak/>
        <w:t>351.2810</w:t>
      </w:r>
      <w:r>
        <w:tab/>
        <w:t>2.025e0</w:t>
      </w:r>
    </w:p>
    <w:p w:rsidR="006974AE" w:rsidRDefault="006974AE" w:rsidP="006974AE">
      <w:r>
        <w:t>351.2969</w:t>
      </w:r>
      <w:r>
        <w:tab/>
        <w:t>2.025e0</w:t>
      </w:r>
    </w:p>
    <w:p w:rsidR="006974AE" w:rsidRDefault="006974AE" w:rsidP="006974AE">
      <w:r>
        <w:t>351.3005</w:t>
      </w:r>
      <w:r>
        <w:tab/>
        <w:t>2.025e0</w:t>
      </w:r>
    </w:p>
    <w:p w:rsidR="006974AE" w:rsidRDefault="006974AE" w:rsidP="006974AE">
      <w:r>
        <w:t>351.3055</w:t>
      </w:r>
      <w:r>
        <w:tab/>
        <w:t>1.013e0</w:t>
      </w:r>
    </w:p>
    <w:p w:rsidR="006974AE" w:rsidRDefault="006974AE" w:rsidP="006974AE">
      <w:r>
        <w:t>351.3297</w:t>
      </w:r>
      <w:r>
        <w:tab/>
        <w:t>2.025e0</w:t>
      </w:r>
    </w:p>
    <w:p w:rsidR="006974AE" w:rsidRDefault="006974AE" w:rsidP="006974AE">
      <w:r>
        <w:t>351.3548</w:t>
      </w:r>
      <w:r>
        <w:tab/>
        <w:t>2.025e0</w:t>
      </w:r>
    </w:p>
    <w:p w:rsidR="006974AE" w:rsidRDefault="006974AE" w:rsidP="006974AE">
      <w:r>
        <w:t>351.3588</w:t>
      </w:r>
      <w:r>
        <w:tab/>
        <w:t>1.013e0</w:t>
      </w:r>
    </w:p>
    <w:p w:rsidR="006974AE" w:rsidRDefault="006974AE" w:rsidP="006974AE">
      <w:r>
        <w:t>351.3626</w:t>
      </w:r>
      <w:r>
        <w:tab/>
        <w:t>1.013e0</w:t>
      </w:r>
    </w:p>
    <w:p w:rsidR="006974AE" w:rsidRDefault="006974AE" w:rsidP="006974AE">
      <w:r>
        <w:t>351.3831</w:t>
      </w:r>
      <w:r>
        <w:tab/>
        <w:t>1.013e0</w:t>
      </w:r>
    </w:p>
    <w:p w:rsidR="006974AE" w:rsidRDefault="006974AE" w:rsidP="006974AE">
      <w:r>
        <w:t>351.3875</w:t>
      </w:r>
      <w:r>
        <w:tab/>
        <w:t>1.013e0</w:t>
      </w:r>
    </w:p>
    <w:p w:rsidR="006974AE" w:rsidRDefault="006974AE" w:rsidP="006974AE">
      <w:r>
        <w:t>351.3960</w:t>
      </w:r>
      <w:r>
        <w:tab/>
        <w:t>2.025e0</w:t>
      </w:r>
    </w:p>
    <w:p w:rsidR="006974AE" w:rsidRDefault="006974AE" w:rsidP="006974AE">
      <w:r>
        <w:t>351.4042</w:t>
      </w:r>
      <w:r>
        <w:tab/>
        <w:t>2.025e0</w:t>
      </w:r>
    </w:p>
    <w:p w:rsidR="006974AE" w:rsidRDefault="006974AE" w:rsidP="006974AE">
      <w:r>
        <w:t>351.4325</w:t>
      </w:r>
      <w:r>
        <w:tab/>
        <w:t>1.013e0</w:t>
      </w:r>
    </w:p>
    <w:p w:rsidR="006974AE" w:rsidRDefault="006974AE" w:rsidP="006974AE">
      <w:r>
        <w:t>351.4378</w:t>
      </w:r>
      <w:r>
        <w:tab/>
        <w:t>1.013e0</w:t>
      </w:r>
    </w:p>
    <w:p w:rsidR="006974AE" w:rsidRDefault="006974AE" w:rsidP="006974AE">
      <w:r>
        <w:t>351.4494</w:t>
      </w:r>
      <w:r>
        <w:tab/>
        <w:t>1.013e0</w:t>
      </w:r>
    </w:p>
    <w:p w:rsidR="006974AE" w:rsidRDefault="006974AE" w:rsidP="006974AE">
      <w:r>
        <w:t>351.4572</w:t>
      </w:r>
      <w:r>
        <w:tab/>
        <w:t>1.013e0</w:t>
      </w:r>
    </w:p>
    <w:p w:rsidR="006974AE" w:rsidRDefault="006974AE" w:rsidP="006974AE">
      <w:r>
        <w:t>351.4786</w:t>
      </w:r>
      <w:r>
        <w:tab/>
        <w:t>3.038e0</w:t>
      </w:r>
    </w:p>
    <w:p w:rsidR="006974AE" w:rsidRDefault="006974AE" w:rsidP="006974AE">
      <w:r>
        <w:t>351.4987</w:t>
      </w:r>
      <w:r>
        <w:tab/>
        <w:t>1.013e0</w:t>
      </w:r>
    </w:p>
    <w:p w:rsidR="006974AE" w:rsidRDefault="006974AE" w:rsidP="006974AE">
      <w:r>
        <w:t>351.5279</w:t>
      </w:r>
      <w:r>
        <w:tab/>
        <w:t>1.013e0</w:t>
      </w:r>
    </w:p>
    <w:p w:rsidR="006974AE" w:rsidRDefault="006974AE" w:rsidP="006974AE">
      <w:r>
        <w:lastRenderedPageBreak/>
        <w:t>351.5768</w:t>
      </w:r>
      <w:r>
        <w:tab/>
        <w:t>1.013e0</w:t>
      </w:r>
    </w:p>
    <w:p w:rsidR="006974AE" w:rsidRDefault="006974AE" w:rsidP="006974AE">
      <w:r>
        <w:t>351.5802</w:t>
      </w:r>
      <w:r>
        <w:tab/>
        <w:t>2.025e0</w:t>
      </w:r>
    </w:p>
    <w:p w:rsidR="006974AE" w:rsidRDefault="006974AE" w:rsidP="006974AE">
      <w:r>
        <w:t>351.6135</w:t>
      </w:r>
      <w:r>
        <w:tab/>
        <w:t>1.013e0</w:t>
      </w:r>
    </w:p>
    <w:p w:rsidR="006974AE" w:rsidRDefault="006974AE" w:rsidP="006974AE">
      <w:r>
        <w:t>351.6188</w:t>
      </w:r>
      <w:r>
        <w:tab/>
        <w:t>1.013e0</w:t>
      </w:r>
    </w:p>
    <w:p w:rsidR="006974AE" w:rsidRDefault="006974AE" w:rsidP="006974AE">
      <w:r>
        <w:t>351.6263</w:t>
      </w:r>
      <w:r>
        <w:tab/>
        <w:t>2.025e0</w:t>
      </w:r>
    </w:p>
    <w:p w:rsidR="006974AE" w:rsidRDefault="006974AE" w:rsidP="006974AE">
      <w:r>
        <w:t>351.6575</w:t>
      </w:r>
      <w:r>
        <w:tab/>
        <w:t>1.013e0</w:t>
      </w:r>
    </w:p>
    <w:p w:rsidR="006974AE" w:rsidRDefault="006974AE" w:rsidP="006974AE">
      <w:r>
        <w:t>351.6682</w:t>
      </w:r>
      <w:r>
        <w:tab/>
        <w:t>1.013e0</w:t>
      </w:r>
    </w:p>
    <w:p w:rsidR="006974AE" w:rsidRDefault="006974AE" w:rsidP="006974AE">
      <w:r>
        <w:t>351.6831</w:t>
      </w:r>
      <w:r>
        <w:tab/>
        <w:t>1.013e0</w:t>
      </w:r>
    </w:p>
    <w:p w:rsidR="006974AE" w:rsidRDefault="006974AE" w:rsidP="006974AE">
      <w:r>
        <w:t>351.6920</w:t>
      </w:r>
      <w:r>
        <w:tab/>
        <w:t>2.025e0</w:t>
      </w:r>
    </w:p>
    <w:p w:rsidR="006974AE" w:rsidRDefault="006974AE" w:rsidP="006974AE">
      <w:r>
        <w:t>351.7212</w:t>
      </w:r>
      <w:r>
        <w:tab/>
        <w:t>2.025e0</w:t>
      </w:r>
    </w:p>
    <w:p w:rsidR="006974AE" w:rsidRDefault="006974AE" w:rsidP="006974AE">
      <w:r>
        <w:t>351.7458</w:t>
      </w:r>
      <w:r>
        <w:tab/>
        <w:t>2.025e0</w:t>
      </w:r>
    </w:p>
    <w:p w:rsidR="006974AE" w:rsidRDefault="006974AE" w:rsidP="006974AE">
      <w:r>
        <w:t>351.7964</w:t>
      </w:r>
      <w:r>
        <w:tab/>
        <w:t>1.013e0</w:t>
      </w:r>
    </w:p>
    <w:p w:rsidR="006974AE" w:rsidRDefault="006974AE" w:rsidP="006974AE">
      <w:r>
        <w:t>351.8369</w:t>
      </w:r>
      <w:r>
        <w:tab/>
        <w:t>1.013e0</w:t>
      </w:r>
    </w:p>
    <w:p w:rsidR="006974AE" w:rsidRDefault="006974AE" w:rsidP="006974AE">
      <w:r>
        <w:t>351.8464</w:t>
      </w:r>
      <w:r>
        <w:tab/>
        <w:t>1.013e0</w:t>
      </w:r>
    </w:p>
    <w:p w:rsidR="006974AE" w:rsidRDefault="006974AE" w:rsidP="006974AE">
      <w:r>
        <w:t>351.8529</w:t>
      </w:r>
      <w:r>
        <w:tab/>
        <w:t>2.025e0</w:t>
      </w:r>
    </w:p>
    <w:p w:rsidR="006974AE" w:rsidRDefault="006974AE" w:rsidP="006974AE">
      <w:r>
        <w:t>351.8720</w:t>
      </w:r>
      <w:r>
        <w:tab/>
        <w:t>2.025e0</w:t>
      </w:r>
    </w:p>
    <w:p w:rsidR="006974AE" w:rsidRDefault="006974AE" w:rsidP="006974AE">
      <w:r>
        <w:t>351.9030</w:t>
      </w:r>
      <w:r>
        <w:tab/>
        <w:t>1.013e0</w:t>
      </w:r>
    </w:p>
    <w:p w:rsidR="006974AE" w:rsidRDefault="006974AE" w:rsidP="006974AE">
      <w:r>
        <w:t>351.9070</w:t>
      </w:r>
      <w:r>
        <w:tab/>
        <w:t>1.013e0</w:t>
      </w:r>
    </w:p>
    <w:p w:rsidR="006974AE" w:rsidRDefault="006974AE" w:rsidP="006974AE">
      <w:r>
        <w:t>351.9362</w:t>
      </w:r>
      <w:r>
        <w:tab/>
        <w:t>1.013e0</w:t>
      </w:r>
    </w:p>
    <w:p w:rsidR="006974AE" w:rsidRDefault="006974AE" w:rsidP="006974AE">
      <w:r>
        <w:lastRenderedPageBreak/>
        <w:t>351.9778</w:t>
      </w:r>
      <w:r>
        <w:tab/>
        <w:t>1.013e0</w:t>
      </w:r>
    </w:p>
    <w:p w:rsidR="006974AE" w:rsidRDefault="006974AE" w:rsidP="006974AE">
      <w:r>
        <w:t>351.9855</w:t>
      </w:r>
      <w:r>
        <w:tab/>
        <w:t>1.013e0</w:t>
      </w:r>
    </w:p>
    <w:p w:rsidR="006974AE" w:rsidRDefault="006974AE" w:rsidP="006974AE">
      <w:r>
        <w:t>352.0105</w:t>
      </w:r>
      <w:r>
        <w:tab/>
        <w:t>1.013e0</w:t>
      </w:r>
    </w:p>
    <w:p w:rsidR="006974AE" w:rsidRDefault="006974AE" w:rsidP="006974AE">
      <w:r>
        <w:t>352.0166</w:t>
      </w:r>
      <w:r>
        <w:tab/>
        <w:t>2.025e0</w:t>
      </w:r>
    </w:p>
    <w:p w:rsidR="006974AE" w:rsidRDefault="006974AE" w:rsidP="006974AE">
      <w:r>
        <w:t>352.0287</w:t>
      </w:r>
      <w:r>
        <w:tab/>
        <w:t>2.025e0</w:t>
      </w:r>
    </w:p>
    <w:p w:rsidR="006974AE" w:rsidRDefault="006974AE" w:rsidP="006974AE">
      <w:r>
        <w:t>352.0420</w:t>
      </w:r>
      <w:r>
        <w:tab/>
        <w:t>1.013e0</w:t>
      </w:r>
    </w:p>
    <w:p w:rsidR="006974AE" w:rsidRDefault="006974AE" w:rsidP="006974AE">
      <w:r>
        <w:t>352.0559</w:t>
      </w:r>
      <w:r>
        <w:tab/>
        <w:t>1.013e0</w:t>
      </w:r>
    </w:p>
    <w:p w:rsidR="006974AE" w:rsidRDefault="006974AE" w:rsidP="006974AE">
      <w:r>
        <w:t>352.0605</w:t>
      </w:r>
      <w:r>
        <w:tab/>
        <w:t>1.013e0</w:t>
      </w:r>
    </w:p>
    <w:p w:rsidR="006974AE" w:rsidRDefault="006974AE" w:rsidP="006974AE">
      <w:r>
        <w:t>352.0622</w:t>
      </w:r>
      <w:r>
        <w:tab/>
        <w:t>2.025e0</w:t>
      </w:r>
    </w:p>
    <w:p w:rsidR="006974AE" w:rsidRDefault="006974AE" w:rsidP="006974AE">
      <w:r>
        <w:t>352.0762</w:t>
      </w:r>
      <w:r>
        <w:tab/>
        <w:t>1.013e0</w:t>
      </w:r>
    </w:p>
    <w:p w:rsidR="006974AE" w:rsidRDefault="006974AE" w:rsidP="006974AE">
      <w:r>
        <w:t>352.0866</w:t>
      </w:r>
      <w:r>
        <w:tab/>
        <w:t>2.025e0</w:t>
      </w:r>
    </w:p>
    <w:p w:rsidR="006974AE" w:rsidRDefault="006974AE" w:rsidP="006974AE">
      <w:r>
        <w:t>352.1221</w:t>
      </w:r>
      <w:r>
        <w:tab/>
        <w:t>1.013e0</w:t>
      </w:r>
    </w:p>
    <w:p w:rsidR="006974AE" w:rsidRDefault="006974AE" w:rsidP="006974AE">
      <w:r>
        <w:t>352.1276</w:t>
      </w:r>
      <w:r>
        <w:tab/>
        <w:t>2.025e0</w:t>
      </w:r>
    </w:p>
    <w:p w:rsidR="006974AE" w:rsidRDefault="006974AE" w:rsidP="006974AE">
      <w:r>
        <w:t>352.1365</w:t>
      </w:r>
      <w:r>
        <w:tab/>
        <w:t>1.013e0</w:t>
      </w:r>
    </w:p>
    <w:p w:rsidR="006974AE" w:rsidRDefault="006974AE" w:rsidP="006974AE">
      <w:r>
        <w:t>352.1424</w:t>
      </w:r>
      <w:r>
        <w:tab/>
        <w:t>1.013e0</w:t>
      </w:r>
    </w:p>
    <w:p w:rsidR="006974AE" w:rsidRDefault="006974AE" w:rsidP="006974AE">
      <w:r>
        <w:t>352.1509</w:t>
      </w:r>
      <w:r>
        <w:tab/>
        <w:t>1.013e0</w:t>
      </w:r>
    </w:p>
    <w:p w:rsidR="006974AE" w:rsidRDefault="006974AE" w:rsidP="006974AE">
      <w:r>
        <w:t>352.1678</w:t>
      </w:r>
      <w:r>
        <w:tab/>
        <w:t>5.063e0</w:t>
      </w:r>
    </w:p>
    <w:p w:rsidR="006974AE" w:rsidRDefault="006974AE" w:rsidP="006974AE">
      <w:r>
        <w:t>352.1870</w:t>
      </w:r>
      <w:r>
        <w:tab/>
        <w:t>1.013e0</w:t>
      </w:r>
    </w:p>
    <w:p w:rsidR="006974AE" w:rsidRDefault="006974AE" w:rsidP="006974AE">
      <w:r>
        <w:t>352.2178</w:t>
      </w:r>
      <w:r>
        <w:tab/>
        <w:t>2.025e0</w:t>
      </w:r>
    </w:p>
    <w:p w:rsidR="006974AE" w:rsidRDefault="006974AE" w:rsidP="006974AE">
      <w:r>
        <w:lastRenderedPageBreak/>
        <w:t>352.2244</w:t>
      </w:r>
      <w:r>
        <w:tab/>
        <w:t>1.013e0</w:t>
      </w:r>
    </w:p>
    <w:p w:rsidR="006974AE" w:rsidRDefault="006974AE" w:rsidP="006974AE">
      <w:r>
        <w:t>352.2257</w:t>
      </w:r>
      <w:r>
        <w:tab/>
        <w:t>3.038e0</w:t>
      </w:r>
    </w:p>
    <w:p w:rsidR="006974AE" w:rsidRDefault="006974AE" w:rsidP="006974AE">
      <w:r>
        <w:t>352.2454</w:t>
      </w:r>
      <w:r>
        <w:tab/>
        <w:t>1.013e0</w:t>
      </w:r>
    </w:p>
    <w:p w:rsidR="006974AE" w:rsidRDefault="006974AE" w:rsidP="006974AE">
      <w:r>
        <w:t>352.2495</w:t>
      </w:r>
      <w:r>
        <w:tab/>
        <w:t>1.013e0</w:t>
      </w:r>
    </w:p>
    <w:p w:rsidR="006974AE" w:rsidRDefault="006974AE" w:rsidP="006974AE">
      <w:r>
        <w:t>352.2563</w:t>
      </w:r>
      <w:r>
        <w:tab/>
        <w:t>1.013e0</w:t>
      </w:r>
    </w:p>
    <w:p w:rsidR="006974AE" w:rsidRDefault="006974AE" w:rsidP="006974AE">
      <w:r>
        <w:t>352.2637</w:t>
      </w:r>
      <w:r>
        <w:tab/>
        <w:t>2.025e0</w:t>
      </w:r>
    </w:p>
    <w:p w:rsidR="006974AE" w:rsidRDefault="006974AE" w:rsidP="006974AE">
      <w:r>
        <w:t>352.2704</w:t>
      </w:r>
      <w:r>
        <w:tab/>
        <w:t>2.025e0</w:t>
      </w:r>
    </w:p>
    <w:p w:rsidR="006974AE" w:rsidRDefault="006974AE" w:rsidP="006974AE">
      <w:r>
        <w:t>352.2752</w:t>
      </w:r>
      <w:r>
        <w:tab/>
        <w:t>1.013e0</w:t>
      </w:r>
    </w:p>
    <w:p w:rsidR="006974AE" w:rsidRDefault="006974AE" w:rsidP="006974AE">
      <w:r>
        <w:t>352.3014</w:t>
      </w:r>
      <w:r>
        <w:tab/>
        <w:t>3.107e0</w:t>
      </w:r>
    </w:p>
    <w:p w:rsidR="006974AE" w:rsidRDefault="006974AE" w:rsidP="006974AE">
      <w:r>
        <w:t>352.3195</w:t>
      </w:r>
      <w:r>
        <w:tab/>
        <w:t>1.013e0</w:t>
      </w:r>
    </w:p>
    <w:p w:rsidR="006974AE" w:rsidRDefault="006974AE" w:rsidP="006974AE">
      <w:r>
        <w:t>352.3408</w:t>
      </w:r>
      <w:r>
        <w:tab/>
        <w:t>1.013e0</w:t>
      </w:r>
    </w:p>
    <w:p w:rsidR="006974AE" w:rsidRDefault="006974AE" w:rsidP="006974AE">
      <w:r>
        <w:t>352.3594</w:t>
      </w:r>
      <w:r>
        <w:tab/>
        <w:t>3.038e0</w:t>
      </w:r>
    </w:p>
    <w:p w:rsidR="006974AE" w:rsidRDefault="006974AE" w:rsidP="006974AE">
      <w:r>
        <w:t>352.3610</w:t>
      </w:r>
      <w:r>
        <w:tab/>
        <w:t>1.013e0</w:t>
      </w:r>
    </w:p>
    <w:p w:rsidR="006974AE" w:rsidRDefault="006974AE" w:rsidP="006974AE">
      <w:r>
        <w:t>352.3803</w:t>
      </w:r>
      <w:r>
        <w:tab/>
        <w:t>3.038e0</w:t>
      </w:r>
    </w:p>
    <w:p w:rsidR="006974AE" w:rsidRDefault="006974AE" w:rsidP="006974AE">
      <w:r>
        <w:t>352.3862</w:t>
      </w:r>
      <w:r>
        <w:tab/>
        <w:t>1.013e0</w:t>
      </w:r>
    </w:p>
    <w:p w:rsidR="006974AE" w:rsidRDefault="006974AE" w:rsidP="006974AE">
      <w:r>
        <w:t>352.4191</w:t>
      </w:r>
      <w:r>
        <w:tab/>
        <w:t>2.025e0</w:t>
      </w:r>
    </w:p>
    <w:p w:rsidR="006974AE" w:rsidRDefault="006974AE" w:rsidP="006974AE">
      <w:r>
        <w:t>352.4318</w:t>
      </w:r>
      <w:r>
        <w:tab/>
        <w:t>1.013e0</w:t>
      </w:r>
    </w:p>
    <w:p w:rsidR="006974AE" w:rsidRDefault="006974AE" w:rsidP="006974AE">
      <w:r>
        <w:t>352.4449</w:t>
      </w:r>
      <w:r>
        <w:tab/>
        <w:t>1.013e0</w:t>
      </w:r>
    </w:p>
    <w:p w:rsidR="006974AE" w:rsidRDefault="006974AE" w:rsidP="006974AE">
      <w:r>
        <w:t>352.4769</w:t>
      </w:r>
      <w:r>
        <w:tab/>
        <w:t>1.013e0</w:t>
      </w:r>
    </w:p>
    <w:p w:rsidR="006974AE" w:rsidRDefault="006974AE" w:rsidP="006974AE">
      <w:r>
        <w:lastRenderedPageBreak/>
        <w:t>352.5017</w:t>
      </w:r>
      <w:r>
        <w:tab/>
        <w:t>1.013e0</w:t>
      </w:r>
    </w:p>
    <w:p w:rsidR="006974AE" w:rsidRDefault="006974AE" w:rsidP="006974AE">
      <w:r>
        <w:t>352.5342</w:t>
      </w:r>
      <w:r>
        <w:tab/>
        <w:t>1.013e0</w:t>
      </w:r>
    </w:p>
    <w:p w:rsidR="006974AE" w:rsidRDefault="006974AE" w:rsidP="006974AE">
      <w:r>
        <w:t>352.5400</w:t>
      </w:r>
      <w:r>
        <w:tab/>
        <w:t>1.013e0</w:t>
      </w:r>
    </w:p>
    <w:p w:rsidR="006974AE" w:rsidRDefault="006974AE" w:rsidP="006974AE">
      <w:r>
        <w:t>352.5431</w:t>
      </w:r>
      <w:r>
        <w:tab/>
        <w:t>2.025e0</w:t>
      </w:r>
    </w:p>
    <w:p w:rsidR="006974AE" w:rsidRDefault="006974AE" w:rsidP="006974AE">
      <w:r>
        <w:t>352.5463</w:t>
      </w:r>
      <w:r>
        <w:tab/>
        <w:t>1.013e0</w:t>
      </w:r>
    </w:p>
    <w:p w:rsidR="006974AE" w:rsidRDefault="006974AE" w:rsidP="006974AE">
      <w:r>
        <w:t>352.5869</w:t>
      </w:r>
      <w:r>
        <w:tab/>
        <w:t>2.025e0</w:t>
      </w:r>
    </w:p>
    <w:p w:rsidR="006974AE" w:rsidRDefault="006974AE" w:rsidP="006974AE">
      <w:r>
        <w:t>352.6049</w:t>
      </w:r>
      <w:r>
        <w:tab/>
        <w:t>1.013e0</w:t>
      </w:r>
    </w:p>
    <w:p w:rsidR="006974AE" w:rsidRDefault="006974AE" w:rsidP="006974AE">
      <w:r>
        <w:t>352.6340</w:t>
      </w:r>
      <w:r>
        <w:tab/>
        <w:t>2.025e0</w:t>
      </w:r>
    </w:p>
    <w:p w:rsidR="006974AE" w:rsidRDefault="006974AE" w:rsidP="006974AE">
      <w:r>
        <w:t>352.6405</w:t>
      </w:r>
      <w:r>
        <w:tab/>
        <w:t>2.025e0</w:t>
      </w:r>
    </w:p>
    <w:p w:rsidR="006974AE" w:rsidRDefault="006974AE" w:rsidP="006974AE">
      <w:r>
        <w:t>352.6785</w:t>
      </w:r>
      <w:r>
        <w:tab/>
        <w:t>1.013e0</w:t>
      </w:r>
    </w:p>
    <w:p w:rsidR="006974AE" w:rsidRDefault="006974AE" w:rsidP="006974AE">
      <w:r>
        <w:t>352.7036</w:t>
      </w:r>
      <w:r>
        <w:tab/>
        <w:t>1.013e0</w:t>
      </w:r>
    </w:p>
    <w:p w:rsidR="006974AE" w:rsidRDefault="006974AE" w:rsidP="006974AE">
      <w:r>
        <w:t>352.7453</w:t>
      </w:r>
      <w:r>
        <w:tab/>
        <w:t>1.013e0</w:t>
      </w:r>
    </w:p>
    <w:p w:rsidR="006974AE" w:rsidRDefault="006974AE" w:rsidP="006974AE">
      <w:r>
        <w:t>352.7604</w:t>
      </w:r>
      <w:r>
        <w:tab/>
        <w:t>1.013e0</w:t>
      </w:r>
    </w:p>
    <w:p w:rsidR="006974AE" w:rsidRDefault="006974AE" w:rsidP="006974AE">
      <w:r>
        <w:t>352.7736</w:t>
      </w:r>
      <w:r>
        <w:tab/>
        <w:t>1.013e0</w:t>
      </w:r>
    </w:p>
    <w:p w:rsidR="006974AE" w:rsidRDefault="006974AE" w:rsidP="006974AE">
      <w:r>
        <w:t>352.7856</w:t>
      </w:r>
      <w:r>
        <w:tab/>
        <w:t>1.013e0</w:t>
      </w:r>
    </w:p>
    <w:p w:rsidR="006974AE" w:rsidRDefault="006974AE" w:rsidP="006974AE">
      <w:r>
        <w:t>352.8543</w:t>
      </w:r>
      <w:r>
        <w:tab/>
        <w:t>2.025e0</w:t>
      </w:r>
    </w:p>
    <w:p w:rsidR="006974AE" w:rsidRDefault="006974AE" w:rsidP="006974AE">
      <w:r>
        <w:t>352.8651</w:t>
      </w:r>
      <w:r>
        <w:tab/>
        <w:t>1.013e0</w:t>
      </w:r>
    </w:p>
    <w:p w:rsidR="006974AE" w:rsidRDefault="006974AE" w:rsidP="006974AE">
      <w:r>
        <w:t>352.8992</w:t>
      </w:r>
      <w:r>
        <w:tab/>
        <w:t>1.013e0</w:t>
      </w:r>
    </w:p>
    <w:p w:rsidR="006974AE" w:rsidRDefault="006974AE" w:rsidP="006974AE">
      <w:r>
        <w:t>352.9249</w:t>
      </w:r>
      <w:r>
        <w:tab/>
        <w:t>1.013e0</w:t>
      </w:r>
    </w:p>
    <w:p w:rsidR="006974AE" w:rsidRDefault="006974AE" w:rsidP="006974AE">
      <w:r>
        <w:lastRenderedPageBreak/>
        <w:t>352.9348</w:t>
      </w:r>
      <w:r>
        <w:tab/>
        <w:t>1.013e0</w:t>
      </w:r>
    </w:p>
    <w:p w:rsidR="006974AE" w:rsidRDefault="006974AE" w:rsidP="006974AE">
      <w:r>
        <w:t>352.9434</w:t>
      </w:r>
      <w:r>
        <w:tab/>
        <w:t>1.013e0</w:t>
      </w:r>
    </w:p>
    <w:p w:rsidR="006974AE" w:rsidRDefault="006974AE" w:rsidP="006974AE">
      <w:r>
        <w:t>352.9502</w:t>
      </w:r>
      <w:r>
        <w:tab/>
        <w:t>1.013e0</w:t>
      </w:r>
    </w:p>
    <w:p w:rsidR="006974AE" w:rsidRDefault="006974AE" w:rsidP="006974AE">
      <w:r>
        <w:t>352.9705</w:t>
      </w:r>
      <w:r>
        <w:tab/>
        <w:t>2.025e0</w:t>
      </w:r>
    </w:p>
    <w:p w:rsidR="006974AE" w:rsidRDefault="006974AE" w:rsidP="006974AE">
      <w:r>
        <w:t>352.9724</w:t>
      </w:r>
      <w:r>
        <w:tab/>
        <w:t>2.025e0</w:t>
      </w:r>
    </w:p>
    <w:p w:rsidR="006974AE" w:rsidRDefault="006974AE" w:rsidP="006974AE">
      <w:r>
        <w:t>352.9750</w:t>
      </w:r>
      <w:r>
        <w:tab/>
        <w:t>2.025e0</w:t>
      </w:r>
    </w:p>
    <w:p w:rsidR="006974AE" w:rsidRDefault="006974AE" w:rsidP="006974AE">
      <w:r>
        <w:t>353.0138</w:t>
      </w:r>
      <w:r>
        <w:tab/>
        <w:t>4.051e0</w:t>
      </w:r>
    </w:p>
    <w:p w:rsidR="006974AE" w:rsidRDefault="006974AE" w:rsidP="006974AE">
      <w:r>
        <w:t>353.0259</w:t>
      </w:r>
      <w:r>
        <w:tab/>
        <w:t>1.013e0</w:t>
      </w:r>
    </w:p>
    <w:p w:rsidR="006974AE" w:rsidRDefault="006974AE" w:rsidP="006974AE">
      <w:r>
        <w:t>353.0428</w:t>
      </w:r>
      <w:r>
        <w:tab/>
        <w:t>2.025e0</w:t>
      </w:r>
    </w:p>
    <w:p w:rsidR="006974AE" w:rsidRDefault="006974AE" w:rsidP="006974AE">
      <w:r>
        <w:t>353.0633</w:t>
      </w:r>
      <w:r>
        <w:tab/>
        <w:t>2.025e0</w:t>
      </w:r>
    </w:p>
    <w:p w:rsidR="006974AE" w:rsidRDefault="006974AE" w:rsidP="006974AE">
      <w:r>
        <w:t>353.0702</w:t>
      </w:r>
      <w:r>
        <w:tab/>
        <w:t>1.013e0</w:t>
      </w:r>
    </w:p>
    <w:p w:rsidR="006974AE" w:rsidRDefault="006974AE" w:rsidP="006974AE">
      <w:r>
        <w:t>353.0833</w:t>
      </w:r>
      <w:r>
        <w:tab/>
        <w:t>1.013e0</w:t>
      </w:r>
    </w:p>
    <w:p w:rsidR="006974AE" w:rsidRDefault="006974AE" w:rsidP="006974AE">
      <w:r>
        <w:t>353.0891</w:t>
      </w:r>
      <w:r>
        <w:tab/>
        <w:t>1.013e0</w:t>
      </w:r>
    </w:p>
    <w:p w:rsidR="006974AE" w:rsidRDefault="006974AE" w:rsidP="006974AE">
      <w:r>
        <w:t>353.1079</w:t>
      </w:r>
      <w:r>
        <w:tab/>
        <w:t>1.013e0</w:t>
      </w:r>
    </w:p>
    <w:p w:rsidR="006974AE" w:rsidRDefault="006974AE" w:rsidP="006974AE">
      <w:r>
        <w:t>353.1144</w:t>
      </w:r>
      <w:r>
        <w:tab/>
        <w:t>1.013e0</w:t>
      </w:r>
    </w:p>
    <w:p w:rsidR="006974AE" w:rsidRDefault="006974AE" w:rsidP="006974AE">
      <w:r>
        <w:t>353.1204</w:t>
      </w:r>
      <w:r>
        <w:tab/>
        <w:t>3.038e0</w:t>
      </w:r>
    </w:p>
    <w:p w:rsidR="006974AE" w:rsidRDefault="006974AE" w:rsidP="006974AE">
      <w:r>
        <w:t>353.1332</w:t>
      </w:r>
      <w:r>
        <w:tab/>
        <w:t>2.025e0</w:t>
      </w:r>
    </w:p>
    <w:p w:rsidR="006974AE" w:rsidRDefault="006974AE" w:rsidP="006974AE">
      <w:r>
        <w:t>353.1415</w:t>
      </w:r>
      <w:r>
        <w:tab/>
        <w:t>2.025e0</w:t>
      </w:r>
    </w:p>
    <w:p w:rsidR="006974AE" w:rsidRDefault="006974AE" w:rsidP="006974AE">
      <w:r>
        <w:t>353.1645</w:t>
      </w:r>
      <w:r>
        <w:tab/>
        <w:t>1.013e0</w:t>
      </w:r>
    </w:p>
    <w:p w:rsidR="006974AE" w:rsidRDefault="006974AE" w:rsidP="006974AE">
      <w:r>
        <w:lastRenderedPageBreak/>
        <w:t>353.1706</w:t>
      </w:r>
      <w:r>
        <w:tab/>
        <w:t>1.013e0</w:t>
      </w:r>
    </w:p>
    <w:p w:rsidR="006974AE" w:rsidRDefault="006974AE" w:rsidP="006974AE">
      <w:r>
        <w:t>353.1721</w:t>
      </w:r>
      <w:r>
        <w:tab/>
        <w:t>4.051e0</w:t>
      </w:r>
    </w:p>
    <w:p w:rsidR="006974AE" w:rsidRDefault="006974AE" w:rsidP="006974AE">
      <w:r>
        <w:t>353.1832</w:t>
      </w:r>
      <w:r>
        <w:tab/>
        <w:t>3.038e0</w:t>
      </w:r>
    </w:p>
    <w:p w:rsidR="006974AE" w:rsidRDefault="006974AE" w:rsidP="006974AE">
      <w:r>
        <w:t>353.1991</w:t>
      </w:r>
      <w:r>
        <w:tab/>
        <w:t>1.013e0</w:t>
      </w:r>
    </w:p>
    <w:p w:rsidR="006974AE" w:rsidRDefault="006974AE" w:rsidP="006974AE">
      <w:r>
        <w:t>353.2171</w:t>
      </w:r>
      <w:r>
        <w:tab/>
        <w:t>2.025e0</w:t>
      </w:r>
    </w:p>
    <w:p w:rsidR="006974AE" w:rsidRDefault="006974AE" w:rsidP="006974AE">
      <w:r>
        <w:t>353.2347</w:t>
      </w:r>
      <w:r>
        <w:tab/>
        <w:t>2.025e0</w:t>
      </w:r>
    </w:p>
    <w:p w:rsidR="006974AE" w:rsidRDefault="006974AE" w:rsidP="006974AE">
      <w:r>
        <w:t>353.2450</w:t>
      </w:r>
      <w:r>
        <w:tab/>
        <w:t>1.013e0</w:t>
      </w:r>
    </w:p>
    <w:p w:rsidR="006974AE" w:rsidRDefault="006974AE" w:rsidP="006974AE">
      <w:r>
        <w:t>353.2529</w:t>
      </w:r>
      <w:r>
        <w:tab/>
        <w:t>1.013e0</w:t>
      </w:r>
    </w:p>
    <w:p w:rsidR="006974AE" w:rsidRDefault="006974AE" w:rsidP="006974AE">
      <w:r>
        <w:t>353.2782</w:t>
      </w:r>
      <w:r>
        <w:tab/>
        <w:t>1.013e0</w:t>
      </w:r>
    </w:p>
    <w:p w:rsidR="006974AE" w:rsidRDefault="006974AE" w:rsidP="006974AE">
      <w:r>
        <w:t>353.3149</w:t>
      </w:r>
      <w:r>
        <w:tab/>
        <w:t>1.013e0</w:t>
      </w:r>
    </w:p>
    <w:p w:rsidR="006974AE" w:rsidRDefault="006974AE" w:rsidP="006974AE">
      <w:r>
        <w:t>353.3287</w:t>
      </w:r>
      <w:r>
        <w:tab/>
        <w:t>1.013e0</w:t>
      </w:r>
    </w:p>
    <w:p w:rsidR="006974AE" w:rsidRDefault="006974AE" w:rsidP="006974AE">
      <w:r>
        <w:t>353.3478</w:t>
      </w:r>
      <w:r>
        <w:tab/>
        <w:t>3.038e0</w:t>
      </w:r>
    </w:p>
    <w:p w:rsidR="006974AE" w:rsidRDefault="006974AE" w:rsidP="006974AE">
      <w:r>
        <w:t>353.3540</w:t>
      </w:r>
      <w:r>
        <w:tab/>
        <w:t>1.013e0</w:t>
      </w:r>
    </w:p>
    <w:p w:rsidR="006974AE" w:rsidRDefault="006974AE" w:rsidP="006974AE">
      <w:r>
        <w:t>353.3793</w:t>
      </w:r>
      <w:r>
        <w:tab/>
        <w:t>1.013e0</w:t>
      </w:r>
    </w:p>
    <w:p w:rsidR="006974AE" w:rsidRDefault="006974AE" w:rsidP="006974AE">
      <w:r>
        <w:t>353.3931</w:t>
      </w:r>
      <w:r>
        <w:tab/>
        <w:t>1.013e0</w:t>
      </w:r>
    </w:p>
    <w:p w:rsidR="006974AE" w:rsidRDefault="006974AE" w:rsidP="006974AE">
      <w:r>
        <w:t>353.4489</w:t>
      </w:r>
      <w:r>
        <w:tab/>
        <w:t>1.013e0</w:t>
      </w:r>
    </w:p>
    <w:p w:rsidR="006974AE" w:rsidRDefault="006974AE" w:rsidP="006974AE">
      <w:r>
        <w:t>353.4556</w:t>
      </w:r>
      <w:r>
        <w:tab/>
        <w:t>1.013e0</w:t>
      </w:r>
    </w:p>
    <w:p w:rsidR="006974AE" w:rsidRDefault="006974AE" w:rsidP="006974AE">
      <w:r>
        <w:t>353.4746</w:t>
      </w:r>
      <w:r>
        <w:tab/>
        <w:t>1.013e0</w:t>
      </w:r>
    </w:p>
    <w:p w:rsidR="006974AE" w:rsidRDefault="006974AE" w:rsidP="006974AE">
      <w:r>
        <w:t>353.5128</w:t>
      </w:r>
      <w:r>
        <w:tab/>
        <w:t>1.013e0</w:t>
      </w:r>
    </w:p>
    <w:p w:rsidR="006974AE" w:rsidRDefault="006974AE" w:rsidP="006974AE">
      <w:r>
        <w:lastRenderedPageBreak/>
        <w:t>353.5174</w:t>
      </w:r>
      <w:r>
        <w:tab/>
        <w:t>2.025e0</w:t>
      </w:r>
    </w:p>
    <w:p w:rsidR="006974AE" w:rsidRDefault="006974AE" w:rsidP="006974AE">
      <w:r>
        <w:t>353.5184</w:t>
      </w:r>
      <w:r>
        <w:tab/>
        <w:t>1.013e0</w:t>
      </w:r>
    </w:p>
    <w:p w:rsidR="006974AE" w:rsidRDefault="006974AE" w:rsidP="006974AE">
      <w:r>
        <w:t>353.5441</w:t>
      </w:r>
      <w:r>
        <w:tab/>
        <w:t>1.013e0</w:t>
      </w:r>
    </w:p>
    <w:p w:rsidR="006974AE" w:rsidRDefault="006974AE" w:rsidP="006974AE">
      <w:r>
        <w:t>353.5880</w:t>
      </w:r>
      <w:r>
        <w:tab/>
        <w:t>1.013e0</w:t>
      </w:r>
    </w:p>
    <w:p w:rsidR="006974AE" w:rsidRDefault="006974AE" w:rsidP="006974AE">
      <w:r>
        <w:t>353.5947</w:t>
      </w:r>
      <w:r>
        <w:tab/>
        <w:t>1.013e0</w:t>
      </w:r>
    </w:p>
    <w:p w:rsidR="006974AE" w:rsidRDefault="006974AE" w:rsidP="006974AE">
      <w:r>
        <w:t>353.6043</w:t>
      </w:r>
      <w:r>
        <w:tab/>
        <w:t>1.013e0</w:t>
      </w:r>
    </w:p>
    <w:p w:rsidR="006974AE" w:rsidRDefault="006974AE" w:rsidP="006974AE">
      <w:r>
        <w:t>353.6325</w:t>
      </w:r>
      <w:r>
        <w:tab/>
        <w:t>2.025e0</w:t>
      </w:r>
    </w:p>
    <w:p w:rsidR="006974AE" w:rsidRDefault="006974AE" w:rsidP="006974AE">
      <w:r>
        <w:t>353.6385</w:t>
      </w:r>
      <w:r>
        <w:tab/>
        <w:t>1.013e0</w:t>
      </w:r>
    </w:p>
    <w:p w:rsidR="006974AE" w:rsidRDefault="006974AE" w:rsidP="006974AE">
      <w:r>
        <w:t>353.6433</w:t>
      </w:r>
      <w:r>
        <w:tab/>
        <w:t>2.025e0</w:t>
      </w:r>
    </w:p>
    <w:p w:rsidR="006974AE" w:rsidRDefault="006974AE" w:rsidP="006974AE">
      <w:r>
        <w:t>353.6449</w:t>
      </w:r>
      <w:r>
        <w:tab/>
        <w:t>3.038e0</w:t>
      </w:r>
    </w:p>
    <w:p w:rsidR="006974AE" w:rsidRDefault="006974AE" w:rsidP="006974AE">
      <w:r>
        <w:t>353.6706</w:t>
      </w:r>
      <w:r>
        <w:tab/>
        <w:t>1.013e0</w:t>
      </w:r>
    </w:p>
    <w:p w:rsidR="006974AE" w:rsidRDefault="006974AE" w:rsidP="006974AE">
      <w:r>
        <w:t>353.7083</w:t>
      </w:r>
      <w:r>
        <w:tab/>
        <w:t>2.025e0</w:t>
      </w:r>
    </w:p>
    <w:p w:rsidR="006974AE" w:rsidRDefault="006974AE" w:rsidP="006974AE">
      <w:r>
        <w:t>353.7237</w:t>
      </w:r>
      <w:r>
        <w:tab/>
        <w:t>1.013e0</w:t>
      </w:r>
    </w:p>
    <w:p w:rsidR="006974AE" w:rsidRDefault="006974AE" w:rsidP="006974AE">
      <w:r>
        <w:t>353.7280</w:t>
      </w:r>
      <w:r>
        <w:tab/>
        <w:t>1.013e0</w:t>
      </w:r>
    </w:p>
    <w:p w:rsidR="006974AE" w:rsidRDefault="006974AE" w:rsidP="006974AE">
      <w:r>
        <w:t>353.7526</w:t>
      </w:r>
      <w:r>
        <w:tab/>
        <w:t>2.025e0</w:t>
      </w:r>
    </w:p>
    <w:p w:rsidR="006974AE" w:rsidRDefault="006974AE" w:rsidP="006974AE">
      <w:r>
        <w:t>353.7906</w:t>
      </w:r>
      <w:r>
        <w:tab/>
        <w:t>1.013e0</w:t>
      </w:r>
    </w:p>
    <w:p w:rsidR="006974AE" w:rsidRDefault="006974AE" w:rsidP="006974AE">
      <w:r>
        <w:t>353.8230</w:t>
      </w:r>
      <w:r>
        <w:tab/>
        <w:t>1.013e0</w:t>
      </w:r>
    </w:p>
    <w:p w:rsidR="006974AE" w:rsidRDefault="006974AE" w:rsidP="006974AE">
      <w:r>
        <w:t>353.8564</w:t>
      </w:r>
      <w:r>
        <w:tab/>
        <w:t>2.025e0</w:t>
      </w:r>
    </w:p>
    <w:p w:rsidR="006974AE" w:rsidRDefault="006974AE" w:rsidP="006974AE">
      <w:r>
        <w:t>353.8833</w:t>
      </w:r>
      <w:r>
        <w:tab/>
        <w:t>2.025e0</w:t>
      </w:r>
    </w:p>
    <w:p w:rsidR="006974AE" w:rsidRDefault="006974AE" w:rsidP="006974AE">
      <w:r>
        <w:lastRenderedPageBreak/>
        <w:t>353.8984</w:t>
      </w:r>
      <w:r>
        <w:tab/>
        <w:t>1.013e0</w:t>
      </w:r>
    </w:p>
    <w:p w:rsidR="006974AE" w:rsidRDefault="006974AE" w:rsidP="006974AE">
      <w:r>
        <w:t>353.9222</w:t>
      </w:r>
      <w:r>
        <w:tab/>
        <w:t>2.025e0</w:t>
      </w:r>
    </w:p>
    <w:p w:rsidR="006974AE" w:rsidRDefault="006974AE" w:rsidP="006974AE">
      <w:r>
        <w:t>353.9430</w:t>
      </w:r>
      <w:r>
        <w:tab/>
        <w:t>2.394e0</w:t>
      </w:r>
    </w:p>
    <w:p w:rsidR="006974AE" w:rsidRDefault="006974AE" w:rsidP="006974AE">
      <w:r>
        <w:t>353.9663</w:t>
      </w:r>
      <w:r>
        <w:tab/>
        <w:t>2.025e0</w:t>
      </w:r>
    </w:p>
    <w:p w:rsidR="006974AE" w:rsidRDefault="006974AE" w:rsidP="006974AE">
      <w:r>
        <w:t>353.9685</w:t>
      </w:r>
      <w:r>
        <w:tab/>
        <w:t>5.063e0</w:t>
      </w:r>
    </w:p>
    <w:p w:rsidR="006974AE" w:rsidRDefault="006974AE" w:rsidP="006974AE">
      <w:r>
        <w:t>353.9754</w:t>
      </w:r>
      <w:r>
        <w:tab/>
        <w:t>1.211e1</w:t>
      </w:r>
    </w:p>
    <w:p w:rsidR="006974AE" w:rsidRDefault="006974AE" w:rsidP="006974AE">
      <w:r>
        <w:t>353.9770</w:t>
      </w:r>
      <w:r>
        <w:tab/>
        <w:t>6.076e0</w:t>
      </w:r>
    </w:p>
    <w:p w:rsidR="006974AE" w:rsidRDefault="006974AE" w:rsidP="006974AE">
      <w:r>
        <w:t>353.9790</w:t>
      </w:r>
      <w:r>
        <w:tab/>
        <w:t>3.038e0</w:t>
      </w:r>
    </w:p>
    <w:p w:rsidR="006974AE" w:rsidRDefault="006974AE" w:rsidP="006974AE">
      <w:r>
        <w:t>353.9821</w:t>
      </w:r>
      <w:r>
        <w:tab/>
        <w:t>1.131e1</w:t>
      </w:r>
    </w:p>
    <w:p w:rsidR="006974AE" w:rsidRDefault="006974AE" w:rsidP="006974AE">
      <w:r>
        <w:t>353.9848</w:t>
      </w:r>
      <w:r>
        <w:tab/>
        <w:t>8.101e0</w:t>
      </w:r>
    </w:p>
    <w:p w:rsidR="006974AE" w:rsidRDefault="006974AE" w:rsidP="006974AE">
      <w:r>
        <w:t>353.9971</w:t>
      </w:r>
      <w:r>
        <w:tab/>
        <w:t>3.038e0</w:t>
      </w:r>
    </w:p>
    <w:p w:rsidR="006974AE" w:rsidRDefault="006974AE" w:rsidP="006974AE">
      <w:r>
        <w:t>354.0300</w:t>
      </w:r>
      <w:r>
        <w:tab/>
        <w:t>1.013e0</w:t>
      </w:r>
    </w:p>
    <w:p w:rsidR="006974AE" w:rsidRDefault="006974AE" w:rsidP="006974AE">
      <w:r>
        <w:t>354.0552</w:t>
      </w:r>
      <w:r>
        <w:tab/>
        <w:t>3.038e0</w:t>
      </w:r>
    </w:p>
    <w:p w:rsidR="006974AE" w:rsidRDefault="006974AE" w:rsidP="006974AE">
      <w:r>
        <w:t>354.0883</w:t>
      </w:r>
      <w:r>
        <w:tab/>
        <w:t>1.013e0</w:t>
      </w:r>
    </w:p>
    <w:p w:rsidR="006974AE" w:rsidRDefault="006974AE" w:rsidP="006974AE">
      <w:r>
        <w:t>354.0912</w:t>
      </w:r>
      <w:r>
        <w:tab/>
        <w:t>2.025e0</w:t>
      </w:r>
    </w:p>
    <w:p w:rsidR="006974AE" w:rsidRDefault="006974AE" w:rsidP="006974AE">
      <w:r>
        <w:t>354.1038</w:t>
      </w:r>
      <w:r>
        <w:tab/>
        <w:t>1.013e0</w:t>
      </w:r>
    </w:p>
    <w:p w:rsidR="006974AE" w:rsidRDefault="006974AE" w:rsidP="006974AE">
      <w:r>
        <w:t>354.1136</w:t>
      </w:r>
      <w:r>
        <w:tab/>
        <w:t>1.013e0</w:t>
      </w:r>
    </w:p>
    <w:p w:rsidR="006974AE" w:rsidRDefault="006974AE" w:rsidP="006974AE">
      <w:r>
        <w:t>354.1219</w:t>
      </w:r>
      <w:r>
        <w:tab/>
        <w:t>2.025e0</w:t>
      </w:r>
    </w:p>
    <w:p w:rsidR="006974AE" w:rsidRDefault="006974AE" w:rsidP="006974AE">
      <w:r>
        <w:t>354.1241</w:t>
      </w:r>
      <w:r>
        <w:tab/>
        <w:t>4.051e0</w:t>
      </w:r>
    </w:p>
    <w:p w:rsidR="006974AE" w:rsidRDefault="006974AE" w:rsidP="006974AE">
      <w:r>
        <w:lastRenderedPageBreak/>
        <w:t>354.1580</w:t>
      </w:r>
      <w:r>
        <w:tab/>
        <w:t>1.013e0</w:t>
      </w:r>
    </w:p>
    <w:p w:rsidR="006974AE" w:rsidRDefault="006974AE" w:rsidP="006974AE">
      <w:r>
        <w:t>354.1638</w:t>
      </w:r>
      <w:r>
        <w:tab/>
        <w:t>1.013e0</w:t>
      </w:r>
    </w:p>
    <w:p w:rsidR="006974AE" w:rsidRDefault="006974AE" w:rsidP="006974AE">
      <w:r>
        <w:t>354.1661</w:t>
      </w:r>
      <w:r>
        <w:tab/>
        <w:t>4.051e0</w:t>
      </w:r>
    </w:p>
    <w:p w:rsidR="006974AE" w:rsidRDefault="006974AE" w:rsidP="006974AE">
      <w:r>
        <w:t>354.1702</w:t>
      </w:r>
      <w:r>
        <w:tab/>
        <w:t>1.013e0</w:t>
      </w:r>
    </w:p>
    <w:p w:rsidR="006974AE" w:rsidRDefault="006974AE" w:rsidP="006974AE">
      <w:r>
        <w:t>354.1745</w:t>
      </w:r>
      <w:r>
        <w:tab/>
        <w:t>2.025e0</w:t>
      </w:r>
    </w:p>
    <w:p w:rsidR="006974AE" w:rsidRDefault="006974AE" w:rsidP="006974AE">
      <w:r>
        <w:t>354.1950</w:t>
      </w:r>
      <w:r>
        <w:tab/>
        <w:t>1.013e0</w:t>
      </w:r>
    </w:p>
    <w:p w:rsidR="006974AE" w:rsidRDefault="006974AE" w:rsidP="006974AE">
      <w:r>
        <w:t>354.2145</w:t>
      </w:r>
      <w:r>
        <w:tab/>
        <w:t>1.013e0</w:t>
      </w:r>
    </w:p>
    <w:p w:rsidR="006974AE" w:rsidRDefault="006974AE" w:rsidP="006974AE">
      <w:r>
        <w:t>354.2311</w:t>
      </w:r>
      <w:r>
        <w:tab/>
        <w:t>2.025e0</w:t>
      </w:r>
    </w:p>
    <w:p w:rsidR="006974AE" w:rsidRDefault="006974AE" w:rsidP="006974AE">
      <w:r>
        <w:t>354.2591</w:t>
      </w:r>
      <w:r>
        <w:tab/>
        <w:t>2.025e0</w:t>
      </w:r>
    </w:p>
    <w:p w:rsidR="006974AE" w:rsidRDefault="006974AE" w:rsidP="006974AE">
      <w:r>
        <w:t>354.2657</w:t>
      </w:r>
      <w:r>
        <w:tab/>
        <w:t>1.013e0</w:t>
      </w:r>
    </w:p>
    <w:p w:rsidR="006974AE" w:rsidRDefault="006974AE" w:rsidP="006974AE">
      <w:r>
        <w:t>354.2668</w:t>
      </w:r>
      <w:r>
        <w:tab/>
        <w:t>2.025e0</w:t>
      </w:r>
    </w:p>
    <w:p w:rsidR="006974AE" w:rsidRDefault="006974AE" w:rsidP="006974AE">
      <w:r>
        <w:t>354.2736</w:t>
      </w:r>
      <w:r>
        <w:tab/>
        <w:t>2.025e0</w:t>
      </w:r>
    </w:p>
    <w:p w:rsidR="006974AE" w:rsidRDefault="006974AE" w:rsidP="006974AE">
      <w:r>
        <w:t>354.2842</w:t>
      </w:r>
      <w:r>
        <w:tab/>
        <w:t>1.013e0</w:t>
      </w:r>
    </w:p>
    <w:p w:rsidR="006974AE" w:rsidRDefault="006974AE" w:rsidP="006974AE">
      <w:r>
        <w:t>354.3192</w:t>
      </w:r>
      <w:r>
        <w:tab/>
        <w:t>1.013e0</w:t>
      </w:r>
    </w:p>
    <w:p w:rsidR="006974AE" w:rsidRDefault="006974AE" w:rsidP="006974AE">
      <w:r>
        <w:t>354.3353</w:t>
      </w:r>
      <w:r>
        <w:tab/>
        <w:t>1.013e0</w:t>
      </w:r>
    </w:p>
    <w:p w:rsidR="006974AE" w:rsidRDefault="006974AE" w:rsidP="006974AE">
      <w:r>
        <w:t>354.3399</w:t>
      </w:r>
      <w:r>
        <w:tab/>
        <w:t>1.013e0</w:t>
      </w:r>
    </w:p>
    <w:p w:rsidR="006974AE" w:rsidRDefault="006974AE" w:rsidP="006974AE">
      <w:r>
        <w:t>354.3539</w:t>
      </w:r>
      <w:r>
        <w:tab/>
        <w:t>1.013e0</w:t>
      </w:r>
    </w:p>
    <w:p w:rsidR="006974AE" w:rsidRDefault="006974AE" w:rsidP="006974AE">
      <w:r>
        <w:t>354.3604</w:t>
      </w:r>
      <w:r>
        <w:tab/>
        <w:t>2.025e0</w:t>
      </w:r>
    </w:p>
    <w:p w:rsidR="006974AE" w:rsidRDefault="006974AE" w:rsidP="006974AE">
      <w:r>
        <w:t>354.3729</w:t>
      </w:r>
      <w:r>
        <w:tab/>
        <w:t>2.025e0</w:t>
      </w:r>
    </w:p>
    <w:p w:rsidR="006974AE" w:rsidRDefault="006974AE" w:rsidP="006974AE">
      <w:r>
        <w:lastRenderedPageBreak/>
        <w:t>354.3968</w:t>
      </w:r>
      <w:r>
        <w:tab/>
        <w:t>2.025e0</w:t>
      </w:r>
    </w:p>
    <w:p w:rsidR="006974AE" w:rsidRDefault="006974AE" w:rsidP="006974AE">
      <w:r>
        <w:t>354.4236</w:t>
      </w:r>
      <w:r>
        <w:tab/>
        <w:t>1.013e0</w:t>
      </w:r>
    </w:p>
    <w:p w:rsidR="006974AE" w:rsidRDefault="006974AE" w:rsidP="006974AE">
      <w:r>
        <w:t>354.4284</w:t>
      </w:r>
      <w:r>
        <w:tab/>
        <w:t>2.025e0</w:t>
      </w:r>
    </w:p>
    <w:p w:rsidR="006974AE" w:rsidRDefault="006974AE" w:rsidP="006974AE">
      <w:r>
        <w:t>354.4300</w:t>
      </w:r>
      <w:r>
        <w:tab/>
        <w:t>1.013e0</w:t>
      </w:r>
    </w:p>
    <w:p w:rsidR="006974AE" w:rsidRDefault="006974AE" w:rsidP="006974AE">
      <w:r>
        <w:t>354.4431</w:t>
      </w:r>
      <w:r>
        <w:tab/>
        <w:t>1.013e0</w:t>
      </w:r>
    </w:p>
    <w:p w:rsidR="006974AE" w:rsidRDefault="006974AE" w:rsidP="006974AE">
      <w:r>
        <w:t>354.4557</w:t>
      </w:r>
      <w:r>
        <w:tab/>
        <w:t>1.013e0</w:t>
      </w:r>
    </w:p>
    <w:p w:rsidR="006974AE" w:rsidRDefault="006974AE" w:rsidP="006974AE">
      <w:r>
        <w:t>354.4807</w:t>
      </w:r>
      <w:r>
        <w:tab/>
        <w:t>1.013e0</w:t>
      </w:r>
    </w:p>
    <w:p w:rsidR="006974AE" w:rsidRDefault="006974AE" w:rsidP="006974AE">
      <w:r>
        <w:t>354.4997</w:t>
      </w:r>
      <w:r>
        <w:tab/>
        <w:t>1.013e0</w:t>
      </w:r>
    </w:p>
    <w:p w:rsidR="006974AE" w:rsidRDefault="006974AE" w:rsidP="006974AE">
      <w:r>
        <w:t>354.5588</w:t>
      </w:r>
      <w:r>
        <w:tab/>
        <w:t>1.013e0</w:t>
      </w:r>
    </w:p>
    <w:p w:rsidR="006974AE" w:rsidRDefault="006974AE" w:rsidP="006974AE">
      <w:r>
        <w:t>354.5791</w:t>
      </w:r>
      <w:r>
        <w:tab/>
        <w:t>1.013e0</w:t>
      </w:r>
    </w:p>
    <w:p w:rsidR="006974AE" w:rsidRDefault="006974AE" w:rsidP="006974AE">
      <w:r>
        <w:t>354.5835</w:t>
      </w:r>
      <w:r>
        <w:tab/>
        <w:t>1.013e0</w:t>
      </w:r>
    </w:p>
    <w:p w:rsidR="006974AE" w:rsidRDefault="006974AE" w:rsidP="006974AE">
      <w:r>
        <w:t>354.6004</w:t>
      </w:r>
      <w:r>
        <w:tab/>
        <w:t>1.013e0</w:t>
      </w:r>
    </w:p>
    <w:p w:rsidR="006974AE" w:rsidRDefault="006974AE" w:rsidP="006974AE">
      <w:r>
        <w:t>354.6039</w:t>
      </w:r>
      <w:r>
        <w:tab/>
        <w:t>1.013e0</w:t>
      </w:r>
    </w:p>
    <w:p w:rsidR="006974AE" w:rsidRDefault="006974AE" w:rsidP="006974AE">
      <w:r>
        <w:t>354.6328</w:t>
      </w:r>
      <w:r>
        <w:tab/>
        <w:t>1.013e0</w:t>
      </w:r>
    </w:p>
    <w:p w:rsidR="006974AE" w:rsidRDefault="006974AE" w:rsidP="006974AE">
      <w:r>
        <w:t>354.6396</w:t>
      </w:r>
      <w:r>
        <w:tab/>
        <w:t>1.013e0</w:t>
      </w:r>
    </w:p>
    <w:p w:rsidR="006974AE" w:rsidRDefault="006974AE" w:rsidP="006974AE">
      <w:r>
        <w:t>354.6497</w:t>
      </w:r>
      <w:r>
        <w:tab/>
        <w:t>4.051e0</w:t>
      </w:r>
    </w:p>
    <w:p w:rsidR="006974AE" w:rsidRDefault="006974AE" w:rsidP="006974AE">
      <w:r>
        <w:t>354.6535</w:t>
      </w:r>
      <w:r>
        <w:tab/>
        <w:t>1.013e0</w:t>
      </w:r>
    </w:p>
    <w:p w:rsidR="006974AE" w:rsidRDefault="006974AE" w:rsidP="006974AE">
      <w:r>
        <w:t>354.6903</w:t>
      </w:r>
      <w:r>
        <w:tab/>
        <w:t>1.013e0</w:t>
      </w:r>
    </w:p>
    <w:p w:rsidR="006974AE" w:rsidRDefault="006974AE" w:rsidP="006974AE">
      <w:r>
        <w:t>354.6995</w:t>
      </w:r>
      <w:r>
        <w:tab/>
        <w:t>1.013e0</w:t>
      </w:r>
    </w:p>
    <w:p w:rsidR="006974AE" w:rsidRDefault="006974AE" w:rsidP="006974AE">
      <w:r>
        <w:lastRenderedPageBreak/>
        <w:t>354.7202</w:t>
      </w:r>
      <w:r>
        <w:tab/>
        <w:t>1.013e0</w:t>
      </w:r>
    </w:p>
    <w:p w:rsidR="006974AE" w:rsidRDefault="006974AE" w:rsidP="006974AE">
      <w:r>
        <w:t>354.7217</w:t>
      </w:r>
      <w:r>
        <w:tab/>
        <w:t>3.038e0</w:t>
      </w:r>
    </w:p>
    <w:p w:rsidR="006974AE" w:rsidRDefault="006974AE" w:rsidP="006974AE">
      <w:r>
        <w:t>354.7238</w:t>
      </w:r>
      <w:r>
        <w:tab/>
        <w:t>1.013e0</w:t>
      </w:r>
    </w:p>
    <w:p w:rsidR="006974AE" w:rsidRDefault="006974AE" w:rsidP="006974AE">
      <w:r>
        <w:t>354.7411</w:t>
      </w:r>
      <w:r>
        <w:tab/>
        <w:t>1.013e0</w:t>
      </w:r>
    </w:p>
    <w:p w:rsidR="006974AE" w:rsidRDefault="006974AE" w:rsidP="006974AE">
      <w:r>
        <w:t>354.7693</w:t>
      </w:r>
      <w:r>
        <w:tab/>
        <w:t>2.025e0</w:t>
      </w:r>
    </w:p>
    <w:p w:rsidR="006974AE" w:rsidRDefault="006974AE" w:rsidP="006974AE">
      <w:r>
        <w:t>354.7737</w:t>
      </w:r>
      <w:r>
        <w:tab/>
        <w:t>1.013e0</w:t>
      </w:r>
    </w:p>
    <w:p w:rsidR="006974AE" w:rsidRDefault="006974AE" w:rsidP="006974AE">
      <w:r>
        <w:t>354.7778</w:t>
      </w:r>
      <w:r>
        <w:tab/>
        <w:t>2.025e0</w:t>
      </w:r>
    </w:p>
    <w:p w:rsidR="006974AE" w:rsidRDefault="006974AE" w:rsidP="006974AE">
      <w:r>
        <w:t>354.7817</w:t>
      </w:r>
      <w:r>
        <w:tab/>
        <w:t>2.025e0</w:t>
      </w:r>
    </w:p>
    <w:p w:rsidR="006974AE" w:rsidRDefault="006974AE" w:rsidP="006974AE">
      <w:r>
        <w:t>354.8192</w:t>
      </w:r>
      <w:r>
        <w:tab/>
        <w:t>2.025e0</w:t>
      </w:r>
    </w:p>
    <w:p w:rsidR="006974AE" w:rsidRDefault="006974AE" w:rsidP="006974AE">
      <w:r>
        <w:t>354.8607</w:t>
      </w:r>
      <w:r>
        <w:tab/>
        <w:t>2.025e0</w:t>
      </w:r>
    </w:p>
    <w:p w:rsidR="006974AE" w:rsidRDefault="006974AE" w:rsidP="006974AE">
      <w:r>
        <w:t>354.8772</w:t>
      </w:r>
      <w:r>
        <w:tab/>
        <w:t>2.025e0</w:t>
      </w:r>
    </w:p>
    <w:p w:rsidR="006974AE" w:rsidRDefault="006974AE" w:rsidP="006974AE">
      <w:r>
        <w:t>354.8852</w:t>
      </w:r>
      <w:r>
        <w:tab/>
        <w:t>1.013e0</w:t>
      </w:r>
    </w:p>
    <w:p w:rsidR="006974AE" w:rsidRDefault="006974AE" w:rsidP="006974AE">
      <w:r>
        <w:t>354.8970</w:t>
      </w:r>
      <w:r>
        <w:tab/>
        <w:t>3.038e0</w:t>
      </w:r>
    </w:p>
    <w:p w:rsidR="006974AE" w:rsidRDefault="006974AE" w:rsidP="006974AE">
      <w:r>
        <w:t>354.9103</w:t>
      </w:r>
      <w:r>
        <w:tab/>
        <w:t>1.013e0</w:t>
      </w:r>
    </w:p>
    <w:p w:rsidR="006974AE" w:rsidRDefault="006974AE" w:rsidP="006974AE">
      <w:r>
        <w:t>354.9243</w:t>
      </w:r>
      <w:r>
        <w:tab/>
        <w:t>4.051e0</w:t>
      </w:r>
    </w:p>
    <w:p w:rsidR="006974AE" w:rsidRDefault="006974AE" w:rsidP="006974AE">
      <w:r>
        <w:t>354.9260</w:t>
      </w:r>
      <w:r>
        <w:tab/>
        <w:t>2.025e0</w:t>
      </w:r>
    </w:p>
    <w:p w:rsidR="006974AE" w:rsidRDefault="006974AE" w:rsidP="006974AE">
      <w:r>
        <w:t>354.9352</w:t>
      </w:r>
      <w:r>
        <w:tab/>
        <w:t>2.025e0</w:t>
      </w:r>
    </w:p>
    <w:p w:rsidR="006974AE" w:rsidRDefault="006974AE" w:rsidP="006974AE">
      <w:r>
        <w:t>354.9417</w:t>
      </w:r>
      <w:r>
        <w:tab/>
        <w:t>3.038e0</w:t>
      </w:r>
    </w:p>
    <w:p w:rsidR="006974AE" w:rsidRDefault="006974AE" w:rsidP="006974AE">
      <w:r>
        <w:t>354.9504</w:t>
      </w:r>
      <w:r>
        <w:tab/>
        <w:t>1.013e0</w:t>
      </w:r>
    </w:p>
    <w:p w:rsidR="006974AE" w:rsidRDefault="006974AE" w:rsidP="006974AE">
      <w:r>
        <w:lastRenderedPageBreak/>
        <w:t>354.9634</w:t>
      </w:r>
      <w:r>
        <w:tab/>
        <w:t>2.025e0</w:t>
      </w:r>
    </w:p>
    <w:p w:rsidR="006974AE" w:rsidRDefault="006974AE" w:rsidP="006974AE">
      <w:r>
        <w:t>354.9680</w:t>
      </w:r>
      <w:r>
        <w:tab/>
        <w:t>4.082e0</w:t>
      </w:r>
    </w:p>
    <w:p w:rsidR="006974AE" w:rsidRDefault="006974AE" w:rsidP="006974AE">
      <w:r>
        <w:t>354.9711</w:t>
      </w:r>
      <w:r>
        <w:tab/>
        <w:t>3.038e0</w:t>
      </w:r>
    </w:p>
    <w:p w:rsidR="006974AE" w:rsidRDefault="006974AE" w:rsidP="006974AE">
      <w:r>
        <w:t>354.9890</w:t>
      </w:r>
      <w:r>
        <w:tab/>
        <w:t>4.051e0</w:t>
      </w:r>
    </w:p>
    <w:p w:rsidR="006974AE" w:rsidRDefault="006974AE" w:rsidP="006974AE">
      <w:r>
        <w:t>354.9946</w:t>
      </w:r>
      <w:r>
        <w:tab/>
        <w:t>2.025e0</w:t>
      </w:r>
    </w:p>
    <w:p w:rsidR="006974AE" w:rsidRDefault="006974AE" w:rsidP="006974AE">
      <w:r>
        <w:t>355.0246</w:t>
      </w:r>
      <w:r>
        <w:tab/>
        <w:t>2.025e0</w:t>
      </w:r>
    </w:p>
    <w:p w:rsidR="006974AE" w:rsidRDefault="006974AE" w:rsidP="006974AE">
      <w:r>
        <w:t>355.0260</w:t>
      </w:r>
      <w:r>
        <w:tab/>
        <w:t>1.013e0</w:t>
      </w:r>
    </w:p>
    <w:p w:rsidR="006974AE" w:rsidRDefault="006974AE" w:rsidP="006974AE">
      <w:r>
        <w:t>355.0388</w:t>
      </w:r>
      <w:r>
        <w:tab/>
        <w:t>1.013e0</w:t>
      </w:r>
    </w:p>
    <w:p w:rsidR="006974AE" w:rsidRDefault="006974AE" w:rsidP="006974AE">
      <w:r>
        <w:t>355.0550</w:t>
      </w:r>
      <w:r>
        <w:tab/>
        <w:t>1.013e0</w:t>
      </w:r>
    </w:p>
    <w:p w:rsidR="006974AE" w:rsidRDefault="006974AE" w:rsidP="006974AE">
      <w:r>
        <w:t>355.0706</w:t>
      </w:r>
      <w:r>
        <w:tab/>
        <w:t>1.013e0</w:t>
      </w:r>
    </w:p>
    <w:p w:rsidR="006974AE" w:rsidRDefault="006974AE" w:rsidP="006974AE">
      <w:r>
        <w:t>355.0724</w:t>
      </w:r>
      <w:r>
        <w:tab/>
        <w:t>2.025e0</w:t>
      </w:r>
    </w:p>
    <w:p w:rsidR="006974AE" w:rsidRDefault="006974AE" w:rsidP="006974AE">
      <w:r>
        <w:t>355.0856</w:t>
      </w:r>
      <w:r>
        <w:tab/>
        <w:t>2.025e0</w:t>
      </w:r>
    </w:p>
    <w:p w:rsidR="006974AE" w:rsidRDefault="006974AE" w:rsidP="006974AE">
      <w:r>
        <w:t>355.1091</w:t>
      </w:r>
      <w:r>
        <w:tab/>
        <w:t>1.013e0</w:t>
      </w:r>
    </w:p>
    <w:p w:rsidR="006974AE" w:rsidRDefault="006974AE" w:rsidP="006974AE">
      <w:r>
        <w:t>355.1150</w:t>
      </w:r>
      <w:r>
        <w:tab/>
        <w:t>1.013e0</w:t>
      </w:r>
    </w:p>
    <w:p w:rsidR="006974AE" w:rsidRDefault="006974AE" w:rsidP="006974AE">
      <w:r>
        <w:t>355.1223</w:t>
      </w:r>
      <w:r>
        <w:tab/>
        <w:t>3.038e0</w:t>
      </w:r>
    </w:p>
    <w:p w:rsidR="006974AE" w:rsidRDefault="006974AE" w:rsidP="006974AE">
      <w:r>
        <w:t>355.1406</w:t>
      </w:r>
      <w:r>
        <w:tab/>
        <w:t>2.025e0</w:t>
      </w:r>
    </w:p>
    <w:p w:rsidR="006974AE" w:rsidRDefault="006974AE" w:rsidP="006974AE">
      <w:r>
        <w:t>355.1462</w:t>
      </w:r>
      <w:r>
        <w:tab/>
        <w:t>1.013e0</w:t>
      </w:r>
    </w:p>
    <w:p w:rsidR="006974AE" w:rsidRDefault="006974AE" w:rsidP="006974AE">
      <w:r>
        <w:t>355.1790</w:t>
      </w:r>
      <w:r>
        <w:tab/>
        <w:t>1.013e0</w:t>
      </w:r>
    </w:p>
    <w:p w:rsidR="006974AE" w:rsidRDefault="006974AE" w:rsidP="006974AE">
      <w:r>
        <w:t>355.1917</w:t>
      </w:r>
      <w:r>
        <w:tab/>
        <w:t>1.013e0</w:t>
      </w:r>
    </w:p>
    <w:p w:rsidR="006974AE" w:rsidRDefault="006974AE" w:rsidP="006974AE">
      <w:r>
        <w:lastRenderedPageBreak/>
        <w:t>355.2160</w:t>
      </w:r>
      <w:r>
        <w:tab/>
        <w:t>2.025e0</w:t>
      </w:r>
    </w:p>
    <w:p w:rsidR="006974AE" w:rsidRDefault="006974AE" w:rsidP="006974AE">
      <w:r>
        <w:t>355.2357</w:t>
      </w:r>
      <w:r>
        <w:tab/>
        <w:t>1.013e0</w:t>
      </w:r>
    </w:p>
    <w:p w:rsidR="006974AE" w:rsidRDefault="006974AE" w:rsidP="006974AE">
      <w:r>
        <w:t>355.2412</w:t>
      </w:r>
      <w:r>
        <w:tab/>
        <w:t>2.025e0</w:t>
      </w:r>
    </w:p>
    <w:p w:rsidR="006974AE" w:rsidRDefault="006974AE" w:rsidP="006974AE">
      <w:r>
        <w:t>355.2696</w:t>
      </w:r>
      <w:r>
        <w:tab/>
        <w:t>2.025e0</w:t>
      </w:r>
    </w:p>
    <w:p w:rsidR="006974AE" w:rsidRDefault="006974AE" w:rsidP="006974AE">
      <w:r>
        <w:t>355.2742</w:t>
      </w:r>
      <w:r>
        <w:tab/>
        <w:t>1.013e0</w:t>
      </w:r>
    </w:p>
    <w:p w:rsidR="006974AE" w:rsidRDefault="006974AE" w:rsidP="006974AE">
      <w:r>
        <w:t>355.2943</w:t>
      </w:r>
      <w:r>
        <w:tab/>
        <w:t>2.025e0</w:t>
      </w:r>
    </w:p>
    <w:p w:rsidR="006974AE" w:rsidRDefault="006974AE" w:rsidP="006974AE">
      <w:r>
        <w:t>355.3404</w:t>
      </w:r>
      <w:r>
        <w:tab/>
        <w:t>1.013e0</w:t>
      </w:r>
    </w:p>
    <w:p w:rsidR="006974AE" w:rsidRDefault="006974AE" w:rsidP="006974AE">
      <w:r>
        <w:t>355.3500</w:t>
      </w:r>
      <w:r>
        <w:tab/>
        <w:t>1.013e0</w:t>
      </w:r>
    </w:p>
    <w:p w:rsidR="006974AE" w:rsidRDefault="006974AE" w:rsidP="006974AE">
      <w:r>
        <w:t>355.3691</w:t>
      </w:r>
      <w:r>
        <w:tab/>
        <w:t>3.038e0</w:t>
      </w:r>
    </w:p>
    <w:p w:rsidR="006974AE" w:rsidRDefault="006974AE" w:rsidP="006974AE">
      <w:r>
        <w:t>355.3817</w:t>
      </w:r>
      <w:r>
        <w:tab/>
        <w:t>1.013e0</w:t>
      </w:r>
    </w:p>
    <w:p w:rsidR="006974AE" w:rsidRDefault="006974AE" w:rsidP="006974AE">
      <w:r>
        <w:t>355.3949</w:t>
      </w:r>
      <w:r>
        <w:tab/>
        <w:t>1.013e0</w:t>
      </w:r>
    </w:p>
    <w:p w:rsidR="006974AE" w:rsidRDefault="006974AE" w:rsidP="006974AE">
      <w:r>
        <w:t>355.4141</w:t>
      </w:r>
      <w:r>
        <w:tab/>
        <w:t>1.013e0</w:t>
      </w:r>
    </w:p>
    <w:p w:rsidR="006974AE" w:rsidRDefault="006974AE" w:rsidP="006974AE">
      <w:r>
        <w:t>355.4394</w:t>
      </w:r>
      <w:r>
        <w:tab/>
        <w:t>1.013e0</w:t>
      </w:r>
    </w:p>
    <w:p w:rsidR="006974AE" w:rsidRDefault="006974AE" w:rsidP="006974AE">
      <w:r>
        <w:t>355.4902</w:t>
      </w:r>
      <w:r>
        <w:tab/>
        <w:t>1.013e0</w:t>
      </w:r>
    </w:p>
    <w:p w:rsidR="006974AE" w:rsidRDefault="006974AE" w:rsidP="006974AE">
      <w:r>
        <w:t>355.5220</w:t>
      </w:r>
      <w:r>
        <w:tab/>
        <w:t>1.013e0</w:t>
      </w:r>
    </w:p>
    <w:p w:rsidR="006974AE" w:rsidRDefault="006974AE" w:rsidP="006974AE">
      <w:r>
        <w:t>355.5549</w:t>
      </w:r>
      <w:r>
        <w:tab/>
        <w:t>1.013e0</w:t>
      </w:r>
    </w:p>
    <w:p w:rsidR="006974AE" w:rsidRDefault="006974AE" w:rsidP="006974AE">
      <w:r>
        <w:t>355.5660</w:t>
      </w:r>
      <w:r>
        <w:tab/>
        <w:t>2.025e0</w:t>
      </w:r>
    </w:p>
    <w:p w:rsidR="006974AE" w:rsidRDefault="006974AE" w:rsidP="006974AE">
      <w:r>
        <w:t>355.6708</w:t>
      </w:r>
      <w:r>
        <w:tab/>
        <w:t>1.013e0</w:t>
      </w:r>
    </w:p>
    <w:p w:rsidR="006974AE" w:rsidRDefault="006974AE" w:rsidP="006974AE">
      <w:r>
        <w:t>355.6967</w:t>
      </w:r>
      <w:r>
        <w:tab/>
        <w:t>2.025e0</w:t>
      </w:r>
    </w:p>
    <w:p w:rsidR="006974AE" w:rsidRDefault="006974AE" w:rsidP="006974AE">
      <w:r>
        <w:lastRenderedPageBreak/>
        <w:t>355.7254</w:t>
      </w:r>
      <w:r>
        <w:tab/>
        <w:t>1.013e0</w:t>
      </w:r>
    </w:p>
    <w:p w:rsidR="006974AE" w:rsidRDefault="006974AE" w:rsidP="006974AE">
      <w:r>
        <w:t>355.7451</w:t>
      </w:r>
      <w:r>
        <w:tab/>
        <w:t>1.013e0</w:t>
      </w:r>
    </w:p>
    <w:p w:rsidR="006974AE" w:rsidRDefault="006974AE" w:rsidP="006974AE">
      <w:r>
        <w:t>355.7660</w:t>
      </w:r>
      <w:r>
        <w:tab/>
        <w:t>1.013e0</w:t>
      </w:r>
    </w:p>
    <w:p w:rsidR="006974AE" w:rsidRDefault="006974AE" w:rsidP="006974AE">
      <w:r>
        <w:t>355.7748</w:t>
      </w:r>
      <w:r>
        <w:tab/>
        <w:t>2.025e0</w:t>
      </w:r>
    </w:p>
    <w:p w:rsidR="006974AE" w:rsidRDefault="006974AE" w:rsidP="006974AE">
      <w:r>
        <w:t>355.7761</w:t>
      </w:r>
      <w:r>
        <w:tab/>
        <w:t>2.025e0</w:t>
      </w:r>
    </w:p>
    <w:p w:rsidR="006974AE" w:rsidRDefault="006974AE" w:rsidP="006974AE">
      <w:r>
        <w:t>355.7908</w:t>
      </w:r>
      <w:r>
        <w:tab/>
        <w:t>1.013e0</w:t>
      </w:r>
    </w:p>
    <w:p w:rsidR="006974AE" w:rsidRDefault="006974AE" w:rsidP="006974AE">
      <w:r>
        <w:t>355.8208</w:t>
      </w:r>
      <w:r>
        <w:tab/>
        <w:t>1.013e0</w:t>
      </w:r>
    </w:p>
    <w:p w:rsidR="006974AE" w:rsidRDefault="006974AE" w:rsidP="006974AE">
      <w:r>
        <w:t>355.8243</w:t>
      </w:r>
      <w:r>
        <w:tab/>
        <w:t>2.025e0</w:t>
      </w:r>
    </w:p>
    <w:p w:rsidR="006974AE" w:rsidRDefault="006974AE" w:rsidP="006974AE">
      <w:r>
        <w:t>355.8324</w:t>
      </w:r>
      <w:r>
        <w:tab/>
        <w:t>1.013e0</w:t>
      </w:r>
    </w:p>
    <w:p w:rsidR="006974AE" w:rsidRDefault="006974AE" w:rsidP="006974AE">
      <w:r>
        <w:t>355.8545</w:t>
      </w:r>
      <w:r>
        <w:tab/>
        <w:t>2.025e0</w:t>
      </w:r>
    </w:p>
    <w:p w:rsidR="006974AE" w:rsidRDefault="006974AE" w:rsidP="006974AE">
      <w:r>
        <w:t>355.8649</w:t>
      </w:r>
      <w:r>
        <w:tab/>
        <w:t>2.025e0</w:t>
      </w:r>
    </w:p>
    <w:p w:rsidR="006974AE" w:rsidRDefault="006974AE" w:rsidP="006974AE">
      <w:r>
        <w:t>355.8680</w:t>
      </w:r>
      <w:r>
        <w:tab/>
        <w:t>2.025e0</w:t>
      </w:r>
    </w:p>
    <w:p w:rsidR="006974AE" w:rsidRDefault="006974AE" w:rsidP="006974AE">
      <w:r>
        <w:t>355.8907</w:t>
      </w:r>
      <w:r>
        <w:tab/>
        <w:t>2.025e0</w:t>
      </w:r>
    </w:p>
    <w:p w:rsidR="006974AE" w:rsidRDefault="006974AE" w:rsidP="006974AE">
      <w:r>
        <w:t>355.9275</w:t>
      </w:r>
      <w:r>
        <w:tab/>
        <w:t>1.013e0</w:t>
      </w:r>
    </w:p>
    <w:p w:rsidR="006974AE" w:rsidRDefault="006974AE" w:rsidP="006974AE">
      <w:r>
        <w:t>355.9357</w:t>
      </w:r>
      <w:r>
        <w:tab/>
        <w:t>1.013e0</w:t>
      </w:r>
    </w:p>
    <w:p w:rsidR="006974AE" w:rsidRDefault="006974AE" w:rsidP="006974AE">
      <w:r>
        <w:t>355.9407</w:t>
      </w:r>
      <w:r>
        <w:tab/>
        <w:t>2.025e0</w:t>
      </w:r>
    </w:p>
    <w:p w:rsidR="006974AE" w:rsidRDefault="006974AE" w:rsidP="006974AE">
      <w:r>
        <w:t>355.9418</w:t>
      </w:r>
      <w:r>
        <w:tab/>
        <w:t>2.025e0</w:t>
      </w:r>
    </w:p>
    <w:p w:rsidR="006974AE" w:rsidRDefault="006974AE" w:rsidP="006974AE">
      <w:r>
        <w:t>355.9603</w:t>
      </w:r>
      <w:r>
        <w:tab/>
        <w:t>2.025e0</w:t>
      </w:r>
    </w:p>
    <w:p w:rsidR="006974AE" w:rsidRDefault="006974AE" w:rsidP="006974AE">
      <w:r>
        <w:t>355.9648</w:t>
      </w:r>
      <w:r>
        <w:tab/>
        <w:t>2.025e0</w:t>
      </w:r>
    </w:p>
    <w:p w:rsidR="006974AE" w:rsidRDefault="006974AE" w:rsidP="006974AE">
      <w:r>
        <w:lastRenderedPageBreak/>
        <w:t>355.9734</w:t>
      </w:r>
      <w:r>
        <w:tab/>
        <w:t>1.013e0</w:t>
      </w:r>
    </w:p>
    <w:p w:rsidR="006974AE" w:rsidRDefault="006974AE" w:rsidP="006974AE">
      <w:r>
        <w:t>355.9759</w:t>
      </w:r>
      <w:r>
        <w:tab/>
        <w:t>3.038e0</w:t>
      </w:r>
    </w:p>
    <w:p w:rsidR="006974AE" w:rsidRDefault="006974AE" w:rsidP="006974AE">
      <w:r>
        <w:t>355.9877</w:t>
      </w:r>
      <w:r>
        <w:tab/>
        <w:t>2.025e0</w:t>
      </w:r>
    </w:p>
    <w:p w:rsidR="006974AE" w:rsidRDefault="006974AE" w:rsidP="006974AE">
      <w:r>
        <w:t>356.0226</w:t>
      </w:r>
      <w:r>
        <w:tab/>
        <w:t>1.013e0</w:t>
      </w:r>
    </w:p>
    <w:p w:rsidR="006974AE" w:rsidRDefault="006974AE" w:rsidP="006974AE">
      <w:r>
        <w:t>356.0367</w:t>
      </w:r>
      <w:r>
        <w:tab/>
        <w:t>1.013e0</w:t>
      </w:r>
    </w:p>
    <w:p w:rsidR="006974AE" w:rsidRDefault="006974AE" w:rsidP="006974AE">
      <w:r>
        <w:t>356.0621</w:t>
      </w:r>
      <w:r>
        <w:tab/>
        <w:t>1.013e0</w:t>
      </w:r>
    </w:p>
    <w:p w:rsidR="006974AE" w:rsidRDefault="006974AE" w:rsidP="006974AE">
      <w:r>
        <w:t>356.0684</w:t>
      </w:r>
      <w:r>
        <w:tab/>
        <w:t>1.013e0</w:t>
      </w:r>
    </w:p>
    <w:p w:rsidR="006974AE" w:rsidRDefault="006974AE" w:rsidP="006974AE">
      <w:r>
        <w:t>356.0704</w:t>
      </w:r>
      <w:r>
        <w:tab/>
        <w:t>3.038e0</w:t>
      </w:r>
    </w:p>
    <w:p w:rsidR="006974AE" w:rsidRDefault="006974AE" w:rsidP="006974AE">
      <w:r>
        <w:t>356.0724</w:t>
      </w:r>
      <w:r>
        <w:tab/>
        <w:t>2.025e0</w:t>
      </w:r>
    </w:p>
    <w:p w:rsidR="006974AE" w:rsidRDefault="006974AE" w:rsidP="006974AE">
      <w:r>
        <w:t>356.1013</w:t>
      </w:r>
      <w:r>
        <w:tab/>
        <w:t>1.013e0</w:t>
      </w:r>
    </w:p>
    <w:p w:rsidR="006974AE" w:rsidRDefault="006974AE" w:rsidP="006974AE">
      <w:r>
        <w:t>356.1156</w:t>
      </w:r>
      <w:r>
        <w:tab/>
        <w:t>3.038e0</w:t>
      </w:r>
    </w:p>
    <w:p w:rsidR="006974AE" w:rsidRDefault="006974AE" w:rsidP="006974AE">
      <w:r>
        <w:t>356.1222</w:t>
      </w:r>
      <w:r>
        <w:tab/>
        <w:t>1.013e0</w:t>
      </w:r>
    </w:p>
    <w:p w:rsidR="006974AE" w:rsidRDefault="006974AE" w:rsidP="006974AE">
      <w:r>
        <w:t>356.1470</w:t>
      </w:r>
      <w:r>
        <w:tab/>
        <w:t>1.013e0</w:t>
      </w:r>
    </w:p>
    <w:p w:rsidR="006974AE" w:rsidRDefault="006974AE" w:rsidP="006974AE">
      <w:r>
        <w:t>356.1639</w:t>
      </w:r>
      <w:r>
        <w:tab/>
        <w:t>1.013e0</w:t>
      </w:r>
    </w:p>
    <w:p w:rsidR="006974AE" w:rsidRDefault="006974AE" w:rsidP="006974AE">
      <w:r>
        <w:t>356.1835</w:t>
      </w:r>
      <w:r>
        <w:tab/>
        <w:t>2.025e0</w:t>
      </w:r>
    </w:p>
    <w:p w:rsidR="006974AE" w:rsidRDefault="006974AE" w:rsidP="006974AE">
      <w:r>
        <w:t>356.1881</w:t>
      </w:r>
      <w:r>
        <w:tab/>
        <w:t>1.013e0</w:t>
      </w:r>
    </w:p>
    <w:p w:rsidR="006974AE" w:rsidRDefault="006974AE" w:rsidP="006974AE">
      <w:r>
        <w:t>356.2087</w:t>
      </w:r>
      <w:r>
        <w:tab/>
        <w:t>2.025e0</w:t>
      </w:r>
    </w:p>
    <w:p w:rsidR="006974AE" w:rsidRDefault="006974AE" w:rsidP="006974AE">
      <w:r>
        <w:t>356.2197</w:t>
      </w:r>
      <w:r>
        <w:tab/>
        <w:t>3.038e0</w:t>
      </w:r>
    </w:p>
    <w:p w:rsidR="006974AE" w:rsidRDefault="006974AE" w:rsidP="006974AE">
      <w:r>
        <w:t>356.2278</w:t>
      </w:r>
      <w:r>
        <w:tab/>
        <w:t>2.025e0</w:t>
      </w:r>
    </w:p>
    <w:p w:rsidR="006974AE" w:rsidRDefault="006974AE" w:rsidP="006974AE">
      <w:r>
        <w:lastRenderedPageBreak/>
        <w:t>356.2381</w:t>
      </w:r>
      <w:r>
        <w:tab/>
        <w:t>1.013e0</w:t>
      </w:r>
    </w:p>
    <w:p w:rsidR="006974AE" w:rsidRDefault="006974AE" w:rsidP="006974AE">
      <w:r>
        <w:t>356.2436</w:t>
      </w:r>
      <w:r>
        <w:tab/>
        <w:t>3.038e0</w:t>
      </w:r>
    </w:p>
    <w:p w:rsidR="006974AE" w:rsidRDefault="006974AE" w:rsidP="006974AE">
      <w:r>
        <w:t>356.2626</w:t>
      </w:r>
      <w:r>
        <w:tab/>
        <w:t>3.038e0</w:t>
      </w:r>
    </w:p>
    <w:p w:rsidR="006974AE" w:rsidRDefault="006974AE" w:rsidP="006974AE">
      <w:r>
        <w:t>356.2850</w:t>
      </w:r>
      <w:r>
        <w:tab/>
        <w:t>2.025e0</w:t>
      </w:r>
    </w:p>
    <w:p w:rsidR="006974AE" w:rsidRDefault="006974AE" w:rsidP="006974AE">
      <w:r>
        <w:t>356.2873</w:t>
      </w:r>
      <w:r>
        <w:tab/>
        <w:t>1.013e0</w:t>
      </w:r>
    </w:p>
    <w:p w:rsidR="006974AE" w:rsidRDefault="006974AE" w:rsidP="006974AE">
      <w:r>
        <w:t>356.2889</w:t>
      </w:r>
      <w:r>
        <w:tab/>
        <w:t>2.025e0</w:t>
      </w:r>
    </w:p>
    <w:p w:rsidR="006974AE" w:rsidRDefault="006974AE" w:rsidP="006974AE">
      <w:r>
        <w:t>356.3129</w:t>
      </w:r>
      <w:r>
        <w:tab/>
        <w:t>2.025e0</w:t>
      </w:r>
    </w:p>
    <w:p w:rsidR="006974AE" w:rsidRDefault="006974AE" w:rsidP="006974AE">
      <w:r>
        <w:t>356.3294</w:t>
      </w:r>
      <w:r>
        <w:tab/>
        <w:t>1.013e0</w:t>
      </w:r>
    </w:p>
    <w:p w:rsidR="006974AE" w:rsidRDefault="006974AE" w:rsidP="006974AE">
      <w:r>
        <w:t>356.3402</w:t>
      </w:r>
      <w:r>
        <w:tab/>
        <w:t>2.025e0</w:t>
      </w:r>
    </w:p>
    <w:p w:rsidR="006974AE" w:rsidRDefault="006974AE" w:rsidP="006974AE">
      <w:r>
        <w:t>356.3581</w:t>
      </w:r>
      <w:r>
        <w:tab/>
        <w:t>1.013e0</w:t>
      </w:r>
    </w:p>
    <w:p w:rsidR="006974AE" w:rsidRDefault="006974AE" w:rsidP="006974AE">
      <w:r>
        <w:t>356.3677</w:t>
      </w:r>
      <w:r>
        <w:tab/>
        <w:t>1.013e0</w:t>
      </w:r>
    </w:p>
    <w:p w:rsidR="006974AE" w:rsidRDefault="006974AE" w:rsidP="006974AE">
      <w:r>
        <w:t>356.3741</w:t>
      </w:r>
      <w:r>
        <w:tab/>
        <w:t>1.013e0</w:t>
      </w:r>
    </w:p>
    <w:p w:rsidR="006974AE" w:rsidRDefault="006974AE" w:rsidP="006974AE">
      <w:r>
        <w:t>356.3872</w:t>
      </w:r>
      <w:r>
        <w:tab/>
        <w:t>1.013e0</w:t>
      </w:r>
    </w:p>
    <w:p w:rsidR="006974AE" w:rsidRDefault="006974AE" w:rsidP="006974AE">
      <w:r>
        <w:t>356.4072</w:t>
      </w:r>
      <w:r>
        <w:tab/>
        <w:t>1.013e0</w:t>
      </w:r>
    </w:p>
    <w:p w:rsidR="006974AE" w:rsidRDefault="006974AE" w:rsidP="006974AE">
      <w:r>
        <w:t>356.4103</w:t>
      </w:r>
      <w:r>
        <w:tab/>
        <w:t>2.025e0</w:t>
      </w:r>
    </w:p>
    <w:p w:rsidR="006974AE" w:rsidRDefault="006974AE" w:rsidP="006974AE">
      <w:r>
        <w:t>356.4137</w:t>
      </w:r>
      <w:r>
        <w:tab/>
        <w:t>2.025e0</w:t>
      </w:r>
    </w:p>
    <w:p w:rsidR="006974AE" w:rsidRDefault="006974AE" w:rsidP="006974AE">
      <w:r>
        <w:t>356.4245</w:t>
      </w:r>
      <w:r>
        <w:tab/>
        <w:t>1.013e0</w:t>
      </w:r>
    </w:p>
    <w:p w:rsidR="006974AE" w:rsidRDefault="006974AE" w:rsidP="006974AE">
      <w:r>
        <w:t>356.4529</w:t>
      </w:r>
      <w:r>
        <w:tab/>
        <w:t>1.013e0</w:t>
      </w:r>
    </w:p>
    <w:p w:rsidR="006974AE" w:rsidRDefault="006974AE" w:rsidP="006974AE">
      <w:r>
        <w:t>356.4828</w:t>
      </w:r>
      <w:r>
        <w:tab/>
        <w:t>2.025e0</w:t>
      </w:r>
    </w:p>
    <w:p w:rsidR="006974AE" w:rsidRDefault="006974AE" w:rsidP="006974AE">
      <w:r>
        <w:lastRenderedPageBreak/>
        <w:t>356.4945</w:t>
      </w:r>
      <w:r>
        <w:tab/>
        <w:t>1.013e0</w:t>
      </w:r>
    </w:p>
    <w:p w:rsidR="006974AE" w:rsidRDefault="006974AE" w:rsidP="006974AE">
      <w:r>
        <w:t>356.4987</w:t>
      </w:r>
      <w:r>
        <w:tab/>
        <w:t>2.025e0</w:t>
      </w:r>
    </w:p>
    <w:p w:rsidR="006974AE" w:rsidRDefault="006974AE" w:rsidP="006974AE">
      <w:r>
        <w:t>356.5255</w:t>
      </w:r>
      <w:r>
        <w:tab/>
        <w:t>2.025e0</w:t>
      </w:r>
    </w:p>
    <w:p w:rsidR="006974AE" w:rsidRDefault="006974AE" w:rsidP="006974AE">
      <w:r>
        <w:t>356.5338</w:t>
      </w:r>
      <w:r>
        <w:tab/>
        <w:t>1.013e0</w:t>
      </w:r>
    </w:p>
    <w:p w:rsidR="006974AE" w:rsidRDefault="006974AE" w:rsidP="006974AE">
      <w:r>
        <w:t>356.5588</w:t>
      </w:r>
      <w:r>
        <w:tab/>
        <w:t>1.013e0</w:t>
      </w:r>
    </w:p>
    <w:p w:rsidR="006974AE" w:rsidRDefault="006974AE" w:rsidP="006974AE">
      <w:r>
        <w:t>356.5784</w:t>
      </w:r>
      <w:r>
        <w:tab/>
        <w:t>2.025e0</w:t>
      </w:r>
    </w:p>
    <w:p w:rsidR="006974AE" w:rsidRDefault="006974AE" w:rsidP="006974AE">
      <w:r>
        <w:t>356.5936</w:t>
      </w:r>
      <w:r>
        <w:tab/>
        <w:t>1.013e0</w:t>
      </w:r>
    </w:p>
    <w:p w:rsidR="006974AE" w:rsidRDefault="006974AE" w:rsidP="006974AE">
      <w:r>
        <w:t>356.6353</w:t>
      </w:r>
      <w:r>
        <w:tab/>
        <w:t>1.013e0</w:t>
      </w:r>
    </w:p>
    <w:p w:rsidR="006974AE" w:rsidRDefault="006974AE" w:rsidP="006974AE">
      <w:r>
        <w:t>356.6546</w:t>
      </w:r>
      <w:r>
        <w:tab/>
        <w:t>2.025e0</w:t>
      </w:r>
    </w:p>
    <w:p w:rsidR="006974AE" w:rsidRDefault="006974AE" w:rsidP="006974AE">
      <w:r>
        <w:t>356.6683</w:t>
      </w:r>
      <w:r>
        <w:tab/>
        <w:t>1.013e0</w:t>
      </w:r>
    </w:p>
    <w:p w:rsidR="006974AE" w:rsidRDefault="006974AE" w:rsidP="006974AE">
      <w:r>
        <w:t>356.6821</w:t>
      </w:r>
      <w:r>
        <w:tab/>
        <w:t>2.025e0</w:t>
      </w:r>
    </w:p>
    <w:p w:rsidR="006974AE" w:rsidRDefault="006974AE" w:rsidP="006974AE">
      <w:r>
        <w:t>356.7150</w:t>
      </w:r>
      <w:r>
        <w:tab/>
        <w:t>3.038e0</w:t>
      </w:r>
    </w:p>
    <w:p w:rsidR="006974AE" w:rsidRDefault="006974AE" w:rsidP="006974AE">
      <w:r>
        <w:t>356.7696</w:t>
      </w:r>
      <w:r>
        <w:tab/>
        <w:t>1.013e0</w:t>
      </w:r>
    </w:p>
    <w:p w:rsidR="006974AE" w:rsidRDefault="006974AE" w:rsidP="006974AE">
      <w:r>
        <w:t>356.8156</w:t>
      </w:r>
      <w:r>
        <w:tab/>
        <w:t>3.038e0</w:t>
      </w:r>
    </w:p>
    <w:p w:rsidR="006974AE" w:rsidRDefault="006974AE" w:rsidP="006974AE">
      <w:r>
        <w:t>356.8256</w:t>
      </w:r>
      <w:r>
        <w:tab/>
        <w:t>1.013e0</w:t>
      </w:r>
    </w:p>
    <w:p w:rsidR="006974AE" w:rsidRDefault="006974AE" w:rsidP="006974AE">
      <w:r>
        <w:t>356.8665</w:t>
      </w:r>
      <w:r>
        <w:tab/>
        <w:t>2.025e0</w:t>
      </w:r>
    </w:p>
    <w:p w:rsidR="006974AE" w:rsidRDefault="006974AE" w:rsidP="006974AE">
      <w:r>
        <w:t>356.8963</w:t>
      </w:r>
      <w:r>
        <w:tab/>
        <w:t>2.025e0</w:t>
      </w:r>
    </w:p>
    <w:p w:rsidR="006974AE" w:rsidRDefault="006974AE" w:rsidP="006974AE">
      <w:r>
        <w:t>356.9038</w:t>
      </w:r>
      <w:r>
        <w:tab/>
        <w:t>1.013e0</w:t>
      </w:r>
    </w:p>
    <w:p w:rsidR="006974AE" w:rsidRDefault="006974AE" w:rsidP="006974AE">
      <w:r>
        <w:t>356.9252</w:t>
      </w:r>
      <w:r>
        <w:tab/>
        <w:t>1.013e0</w:t>
      </w:r>
    </w:p>
    <w:p w:rsidR="006974AE" w:rsidRDefault="006974AE" w:rsidP="006974AE">
      <w:r>
        <w:lastRenderedPageBreak/>
        <w:t>356.9336</w:t>
      </w:r>
      <w:r>
        <w:tab/>
        <w:t>2.025e0</w:t>
      </w:r>
    </w:p>
    <w:p w:rsidR="006974AE" w:rsidRDefault="006974AE" w:rsidP="006974AE">
      <w:r>
        <w:t>356.9496</w:t>
      </w:r>
      <w:r>
        <w:tab/>
        <w:t>2.025e0</w:t>
      </w:r>
    </w:p>
    <w:p w:rsidR="006974AE" w:rsidRDefault="006974AE" w:rsidP="006974AE">
      <w:r>
        <w:t>356.9604</w:t>
      </w:r>
      <w:r>
        <w:tab/>
        <w:t>1.013e0</w:t>
      </w:r>
    </w:p>
    <w:p w:rsidR="006974AE" w:rsidRDefault="006974AE" w:rsidP="006974AE">
      <w:r>
        <w:t>356.9670</w:t>
      </w:r>
      <w:r>
        <w:tab/>
        <w:t>1.013e0</w:t>
      </w:r>
    </w:p>
    <w:p w:rsidR="006974AE" w:rsidRDefault="006974AE" w:rsidP="006974AE">
      <w:r>
        <w:t>356.9797</w:t>
      </w:r>
      <w:r>
        <w:tab/>
        <w:t>3.038e0</w:t>
      </w:r>
    </w:p>
    <w:p w:rsidR="006974AE" w:rsidRDefault="006974AE" w:rsidP="006974AE">
      <w:r>
        <w:t>356.9916</w:t>
      </w:r>
      <w:r>
        <w:tab/>
        <w:t>1.013e0</w:t>
      </w:r>
    </w:p>
    <w:p w:rsidR="006974AE" w:rsidRDefault="006974AE" w:rsidP="006974AE">
      <w:r>
        <w:t>356.9952</w:t>
      </w:r>
      <w:r>
        <w:tab/>
        <w:t>1.013e0</w:t>
      </w:r>
    </w:p>
    <w:p w:rsidR="006974AE" w:rsidRDefault="006974AE" w:rsidP="006974AE">
      <w:r>
        <w:t>357.0200</w:t>
      </w:r>
      <w:r>
        <w:tab/>
        <w:t>1.013e0</w:t>
      </w:r>
    </w:p>
    <w:p w:rsidR="006974AE" w:rsidRDefault="006974AE" w:rsidP="006974AE">
      <w:r>
        <w:t>357.0265</w:t>
      </w:r>
      <w:r>
        <w:tab/>
        <w:t>2.025e0</w:t>
      </w:r>
    </w:p>
    <w:p w:rsidR="006974AE" w:rsidRDefault="006974AE" w:rsidP="006974AE">
      <w:r>
        <w:t>357.0698</w:t>
      </w:r>
      <w:r>
        <w:tab/>
        <w:t>3.038e0</w:t>
      </w:r>
    </w:p>
    <w:p w:rsidR="006974AE" w:rsidRDefault="006974AE" w:rsidP="006974AE">
      <w:r>
        <w:t>357.0782</w:t>
      </w:r>
      <w:r>
        <w:tab/>
        <w:t>2.025e0</w:t>
      </w:r>
    </w:p>
    <w:p w:rsidR="006974AE" w:rsidRDefault="006974AE" w:rsidP="006974AE">
      <w:r>
        <w:t>357.1140</w:t>
      </w:r>
      <w:r>
        <w:tab/>
        <w:t>2.025e0</w:t>
      </w:r>
    </w:p>
    <w:p w:rsidR="006974AE" w:rsidRDefault="006974AE" w:rsidP="006974AE">
      <w:r>
        <w:t>357.1156</w:t>
      </w:r>
      <w:r>
        <w:tab/>
        <w:t>1.013e0</w:t>
      </w:r>
    </w:p>
    <w:p w:rsidR="006974AE" w:rsidRDefault="006974AE" w:rsidP="006974AE">
      <w:r>
        <w:t>357.1381</w:t>
      </w:r>
      <w:r>
        <w:tab/>
        <w:t>3.038e0</w:t>
      </w:r>
    </w:p>
    <w:p w:rsidR="006974AE" w:rsidRDefault="006974AE" w:rsidP="006974AE">
      <w:r>
        <w:t>357.1398</w:t>
      </w:r>
      <w:r>
        <w:tab/>
        <w:t>1.013e0</w:t>
      </w:r>
    </w:p>
    <w:p w:rsidR="006974AE" w:rsidRDefault="006974AE" w:rsidP="006974AE">
      <w:r>
        <w:t>357.1459</w:t>
      </w:r>
      <w:r>
        <w:tab/>
        <w:t>1.013e0</w:t>
      </w:r>
    </w:p>
    <w:p w:rsidR="006974AE" w:rsidRDefault="006974AE" w:rsidP="006974AE">
      <w:r>
        <w:t>357.1518</w:t>
      </w:r>
      <w:r>
        <w:tab/>
        <w:t>1.013e0</w:t>
      </w:r>
    </w:p>
    <w:p w:rsidR="006974AE" w:rsidRDefault="006974AE" w:rsidP="006974AE">
      <w:r>
        <w:t>357.1776</w:t>
      </w:r>
      <w:r>
        <w:tab/>
        <w:t>2.025e0</w:t>
      </w:r>
    </w:p>
    <w:p w:rsidR="006974AE" w:rsidRDefault="006974AE" w:rsidP="006974AE">
      <w:r>
        <w:t>357.1844</w:t>
      </w:r>
      <w:r>
        <w:tab/>
        <w:t>2.025e0</w:t>
      </w:r>
    </w:p>
    <w:p w:rsidR="006974AE" w:rsidRDefault="006974AE" w:rsidP="006974AE">
      <w:r>
        <w:lastRenderedPageBreak/>
        <w:t>357.1856</w:t>
      </w:r>
      <w:r>
        <w:tab/>
        <w:t>1.013e0</w:t>
      </w:r>
    </w:p>
    <w:p w:rsidR="006974AE" w:rsidRDefault="006974AE" w:rsidP="006974AE">
      <w:r>
        <w:t>357.1901</w:t>
      </w:r>
      <w:r>
        <w:tab/>
        <w:t>1.013e0</w:t>
      </w:r>
    </w:p>
    <w:p w:rsidR="006974AE" w:rsidRDefault="006974AE" w:rsidP="006974AE">
      <w:r>
        <w:t>357.2031</w:t>
      </w:r>
      <w:r>
        <w:tab/>
        <w:t>4.051e0</w:t>
      </w:r>
    </w:p>
    <w:p w:rsidR="006974AE" w:rsidRDefault="006974AE" w:rsidP="006974AE">
      <w:r>
        <w:t>357.2153</w:t>
      </w:r>
      <w:r>
        <w:tab/>
        <w:t>4.051e0</w:t>
      </w:r>
    </w:p>
    <w:p w:rsidR="006974AE" w:rsidRDefault="006974AE" w:rsidP="006974AE">
      <w:r>
        <w:t>357.2315</w:t>
      </w:r>
      <w:r>
        <w:tab/>
        <w:t>3.038e0</w:t>
      </w:r>
    </w:p>
    <w:p w:rsidR="006974AE" w:rsidRDefault="006974AE" w:rsidP="006974AE">
      <w:r>
        <w:t>357.2439</w:t>
      </w:r>
      <w:r>
        <w:tab/>
        <w:t>2.025e0</w:t>
      </w:r>
    </w:p>
    <w:p w:rsidR="006974AE" w:rsidRDefault="006974AE" w:rsidP="006974AE">
      <w:r>
        <w:t>357.2514</w:t>
      </w:r>
      <w:r>
        <w:tab/>
        <w:t>2.025e0</w:t>
      </w:r>
    </w:p>
    <w:p w:rsidR="006974AE" w:rsidRDefault="006974AE" w:rsidP="006974AE">
      <w:r>
        <w:t>357.2672</w:t>
      </w:r>
      <w:r>
        <w:tab/>
        <w:t>1.013e0</w:t>
      </w:r>
    </w:p>
    <w:p w:rsidR="006974AE" w:rsidRDefault="006974AE" w:rsidP="006974AE">
      <w:r>
        <w:t>357.2807</w:t>
      </w:r>
      <w:r>
        <w:tab/>
        <w:t>1.013e0</w:t>
      </w:r>
    </w:p>
    <w:p w:rsidR="006974AE" w:rsidRDefault="006974AE" w:rsidP="006974AE">
      <w:r>
        <w:t>357.3139</w:t>
      </w:r>
      <w:r>
        <w:tab/>
        <w:t>2.025e0</w:t>
      </w:r>
    </w:p>
    <w:p w:rsidR="006974AE" w:rsidRDefault="006974AE" w:rsidP="006974AE">
      <w:r>
        <w:t>357.3310</w:t>
      </w:r>
      <w:r>
        <w:tab/>
        <w:t>2.025e0</w:t>
      </w:r>
    </w:p>
    <w:p w:rsidR="006974AE" w:rsidRDefault="006974AE" w:rsidP="006974AE">
      <w:r>
        <w:t>357.3368</w:t>
      </w:r>
      <w:r>
        <w:tab/>
        <w:t>2.025e0</w:t>
      </w:r>
    </w:p>
    <w:p w:rsidR="006974AE" w:rsidRDefault="006974AE" w:rsidP="006974AE">
      <w:r>
        <w:t>357.3438</w:t>
      </w:r>
      <w:r>
        <w:tab/>
        <w:t>2.025e0</w:t>
      </w:r>
    </w:p>
    <w:p w:rsidR="006974AE" w:rsidRDefault="006974AE" w:rsidP="006974AE">
      <w:r>
        <w:t>357.3616</w:t>
      </w:r>
      <w:r>
        <w:tab/>
        <w:t>2.025e0</w:t>
      </w:r>
    </w:p>
    <w:p w:rsidR="006974AE" w:rsidRDefault="006974AE" w:rsidP="006974AE">
      <w:r>
        <w:t>357.3724</w:t>
      </w:r>
      <w:r>
        <w:tab/>
        <w:t>1.013e0</w:t>
      </w:r>
    </w:p>
    <w:p w:rsidR="006974AE" w:rsidRDefault="006974AE" w:rsidP="006974AE">
      <w:r>
        <w:t>357.3932</w:t>
      </w:r>
      <w:r>
        <w:tab/>
        <w:t>2.025e0</w:t>
      </w:r>
    </w:p>
    <w:p w:rsidR="006974AE" w:rsidRDefault="006974AE" w:rsidP="006974AE">
      <w:r>
        <w:t>357.4175</w:t>
      </w:r>
      <w:r>
        <w:tab/>
        <w:t>1.013e0</w:t>
      </w:r>
    </w:p>
    <w:p w:rsidR="006974AE" w:rsidRDefault="006974AE" w:rsidP="006974AE">
      <w:r>
        <w:t>357.4352</w:t>
      </w:r>
      <w:r>
        <w:tab/>
        <w:t>2.025e0</w:t>
      </w:r>
    </w:p>
    <w:p w:rsidR="006974AE" w:rsidRDefault="006974AE" w:rsidP="006974AE">
      <w:r>
        <w:t>357.4390</w:t>
      </w:r>
      <w:r>
        <w:tab/>
        <w:t>1.013e0</w:t>
      </w:r>
    </w:p>
    <w:p w:rsidR="006974AE" w:rsidRDefault="006974AE" w:rsidP="006974AE">
      <w:r>
        <w:lastRenderedPageBreak/>
        <w:t>357.4673</w:t>
      </w:r>
      <w:r>
        <w:tab/>
        <w:t>1.013e0</w:t>
      </w:r>
    </w:p>
    <w:p w:rsidR="006974AE" w:rsidRDefault="006974AE" w:rsidP="006974AE">
      <w:r>
        <w:t>357.4777</w:t>
      </w:r>
      <w:r>
        <w:tab/>
        <w:t>2.025e0</w:t>
      </w:r>
    </w:p>
    <w:p w:rsidR="006974AE" w:rsidRDefault="006974AE" w:rsidP="006974AE">
      <w:r>
        <w:t>357.5226</w:t>
      </w:r>
      <w:r>
        <w:tab/>
        <w:t>1.013e0</w:t>
      </w:r>
    </w:p>
    <w:p w:rsidR="006974AE" w:rsidRDefault="006974AE" w:rsidP="006974AE">
      <w:r>
        <w:t>357.5477</w:t>
      </w:r>
      <w:r>
        <w:tab/>
        <w:t>1.013e0</w:t>
      </w:r>
    </w:p>
    <w:p w:rsidR="006974AE" w:rsidRDefault="006974AE" w:rsidP="006974AE">
      <w:r>
        <w:t>357.5924</w:t>
      </w:r>
      <w:r>
        <w:tab/>
        <w:t>1.013e0</w:t>
      </w:r>
    </w:p>
    <w:p w:rsidR="006974AE" w:rsidRDefault="006974AE" w:rsidP="006974AE">
      <w:r>
        <w:t>357.5961</w:t>
      </w:r>
      <w:r>
        <w:tab/>
        <w:t>2.025e0</w:t>
      </w:r>
    </w:p>
    <w:p w:rsidR="006974AE" w:rsidRDefault="006974AE" w:rsidP="006974AE">
      <w:r>
        <w:t>357.6081</w:t>
      </w:r>
      <w:r>
        <w:tab/>
        <w:t>1.013e0</w:t>
      </w:r>
    </w:p>
    <w:p w:rsidR="006974AE" w:rsidRDefault="006974AE" w:rsidP="006974AE">
      <w:r>
        <w:t>357.6329</w:t>
      </w:r>
      <w:r>
        <w:tab/>
        <w:t>1.013e0</w:t>
      </w:r>
    </w:p>
    <w:p w:rsidR="006974AE" w:rsidRDefault="006974AE" w:rsidP="006974AE">
      <w:r>
        <w:t>357.6376</w:t>
      </w:r>
      <w:r>
        <w:tab/>
        <w:t>1.013e0</w:t>
      </w:r>
    </w:p>
    <w:p w:rsidR="006974AE" w:rsidRDefault="006974AE" w:rsidP="006974AE">
      <w:r>
        <w:t>357.6417</w:t>
      </w:r>
      <w:r>
        <w:tab/>
        <w:t>2.025e0</w:t>
      </w:r>
    </w:p>
    <w:p w:rsidR="006974AE" w:rsidRDefault="006974AE" w:rsidP="006974AE">
      <w:r>
        <w:t>357.6435</w:t>
      </w:r>
      <w:r>
        <w:tab/>
        <w:t>1.013e0</w:t>
      </w:r>
    </w:p>
    <w:p w:rsidR="006974AE" w:rsidRDefault="006974AE" w:rsidP="006974AE">
      <w:r>
        <w:t>357.6577</w:t>
      </w:r>
      <w:r>
        <w:tab/>
        <w:t>1.013e0</w:t>
      </w:r>
    </w:p>
    <w:p w:rsidR="006974AE" w:rsidRDefault="006974AE" w:rsidP="006974AE">
      <w:r>
        <w:t>357.6951</w:t>
      </w:r>
      <w:r>
        <w:tab/>
        <w:t>2.025e0</w:t>
      </w:r>
    </w:p>
    <w:p w:rsidR="006974AE" w:rsidRDefault="006974AE" w:rsidP="006974AE">
      <w:r>
        <w:t>357.7074</w:t>
      </w:r>
      <w:r>
        <w:tab/>
        <w:t>1.013e0</w:t>
      </w:r>
    </w:p>
    <w:p w:rsidR="006974AE" w:rsidRDefault="006974AE" w:rsidP="006974AE">
      <w:r>
        <w:t>357.7095</w:t>
      </w:r>
      <w:r>
        <w:tab/>
        <w:t>3.038e0</w:t>
      </w:r>
    </w:p>
    <w:p w:rsidR="006974AE" w:rsidRDefault="006974AE" w:rsidP="006974AE">
      <w:r>
        <w:t>357.7245</w:t>
      </w:r>
      <w:r>
        <w:tab/>
        <w:t>1.013e0</w:t>
      </w:r>
    </w:p>
    <w:p w:rsidR="006974AE" w:rsidRDefault="006974AE" w:rsidP="006974AE">
      <w:r>
        <w:t>357.7455</w:t>
      </w:r>
      <w:r>
        <w:tab/>
        <w:t>2.025e0</w:t>
      </w:r>
    </w:p>
    <w:p w:rsidR="006974AE" w:rsidRDefault="006974AE" w:rsidP="006974AE">
      <w:r>
        <w:t>357.7528</w:t>
      </w:r>
      <w:r>
        <w:tab/>
        <w:t>1.013e0</w:t>
      </w:r>
    </w:p>
    <w:p w:rsidR="006974AE" w:rsidRDefault="006974AE" w:rsidP="006974AE">
      <w:r>
        <w:t>357.7945</w:t>
      </w:r>
      <w:r>
        <w:tab/>
        <w:t>1.013e0</w:t>
      </w:r>
    </w:p>
    <w:p w:rsidR="006974AE" w:rsidRDefault="006974AE" w:rsidP="006974AE">
      <w:r>
        <w:lastRenderedPageBreak/>
        <w:t>357.8217</w:t>
      </w:r>
      <w:r>
        <w:tab/>
        <w:t>2.025e0</w:t>
      </w:r>
    </w:p>
    <w:p w:rsidR="006974AE" w:rsidRDefault="006974AE" w:rsidP="006974AE">
      <w:r>
        <w:t>357.8480</w:t>
      </w:r>
      <w:r>
        <w:tab/>
        <w:t>1.013e0</w:t>
      </w:r>
    </w:p>
    <w:p w:rsidR="006974AE" w:rsidRDefault="006974AE" w:rsidP="006974AE">
      <w:r>
        <w:t>357.8697</w:t>
      </w:r>
      <w:r>
        <w:tab/>
        <w:t>2.025e0</w:t>
      </w:r>
    </w:p>
    <w:p w:rsidR="006974AE" w:rsidRDefault="006974AE" w:rsidP="006974AE">
      <w:r>
        <w:t>357.8831</w:t>
      </w:r>
      <w:r>
        <w:tab/>
        <w:t>2.025e0</w:t>
      </w:r>
    </w:p>
    <w:p w:rsidR="006974AE" w:rsidRDefault="006974AE" w:rsidP="006974AE">
      <w:r>
        <w:t>357.9153</w:t>
      </w:r>
      <w:r>
        <w:tab/>
        <w:t>2.025e0</w:t>
      </w:r>
    </w:p>
    <w:p w:rsidR="006974AE" w:rsidRDefault="006974AE" w:rsidP="006974AE">
      <w:r>
        <w:t>357.9305</w:t>
      </w:r>
      <w:r>
        <w:tab/>
        <w:t>3.236e0</w:t>
      </w:r>
    </w:p>
    <w:p w:rsidR="006974AE" w:rsidRDefault="006974AE" w:rsidP="006974AE">
      <w:r>
        <w:t>357.9427</w:t>
      </w:r>
      <w:r>
        <w:tab/>
        <w:t>3.038e0</w:t>
      </w:r>
    </w:p>
    <w:p w:rsidR="006974AE" w:rsidRDefault="006974AE" w:rsidP="006974AE">
      <w:r>
        <w:t>357.9441</w:t>
      </w:r>
      <w:r>
        <w:tab/>
        <w:t>6.076e0</w:t>
      </w:r>
    </w:p>
    <w:p w:rsidR="006974AE" w:rsidRDefault="006974AE" w:rsidP="006974AE">
      <w:r>
        <w:t>357.9463</w:t>
      </w:r>
      <w:r>
        <w:tab/>
        <w:t>5.063e0</w:t>
      </w:r>
    </w:p>
    <w:p w:rsidR="006974AE" w:rsidRDefault="006974AE" w:rsidP="006974AE">
      <w:r>
        <w:t>357.9759</w:t>
      </w:r>
      <w:r>
        <w:tab/>
        <w:t>1.013e0</w:t>
      </w:r>
    </w:p>
    <w:p w:rsidR="006974AE" w:rsidRDefault="006974AE" w:rsidP="006974AE">
      <w:r>
        <w:t>357.9803</w:t>
      </w:r>
      <w:r>
        <w:tab/>
        <w:t>2.025e0</w:t>
      </w:r>
    </w:p>
    <w:p w:rsidR="006974AE" w:rsidRDefault="006974AE" w:rsidP="006974AE">
      <w:r>
        <w:t>358.0207</w:t>
      </w:r>
      <w:r>
        <w:tab/>
        <w:t>1.013e0</w:t>
      </w:r>
    </w:p>
    <w:p w:rsidR="006974AE" w:rsidRDefault="006974AE" w:rsidP="006974AE">
      <w:r>
        <w:t>358.0403</w:t>
      </w:r>
      <w:r>
        <w:tab/>
        <w:t>1.013e0</w:t>
      </w:r>
    </w:p>
    <w:p w:rsidR="006974AE" w:rsidRDefault="006974AE" w:rsidP="006974AE">
      <w:r>
        <w:t>358.0559</w:t>
      </w:r>
      <w:r>
        <w:tab/>
        <w:t>1.013e0</w:t>
      </w:r>
    </w:p>
    <w:p w:rsidR="006974AE" w:rsidRDefault="006974AE" w:rsidP="006974AE">
      <w:r>
        <w:t>358.0597</w:t>
      </w:r>
      <w:r>
        <w:tab/>
        <w:t>1.013e0</w:t>
      </w:r>
    </w:p>
    <w:p w:rsidR="006974AE" w:rsidRDefault="006974AE" w:rsidP="006974AE">
      <w:r>
        <w:t>358.0717</w:t>
      </w:r>
      <w:r>
        <w:tab/>
        <w:t>2.025e0</w:t>
      </w:r>
    </w:p>
    <w:p w:rsidR="006974AE" w:rsidRDefault="006974AE" w:rsidP="006974AE">
      <w:r>
        <w:t>358.0765</w:t>
      </w:r>
      <w:r>
        <w:tab/>
        <w:t>2.025e0</w:t>
      </w:r>
    </w:p>
    <w:p w:rsidR="006974AE" w:rsidRDefault="006974AE" w:rsidP="006974AE">
      <w:r>
        <w:t>358.1259</w:t>
      </w:r>
      <w:r>
        <w:tab/>
        <w:t>4.051e0</w:t>
      </w:r>
    </w:p>
    <w:p w:rsidR="006974AE" w:rsidRDefault="006974AE" w:rsidP="006974AE">
      <w:r>
        <w:t>358.1426</w:t>
      </w:r>
      <w:r>
        <w:tab/>
        <w:t>1.013e0</w:t>
      </w:r>
    </w:p>
    <w:p w:rsidR="006974AE" w:rsidRDefault="006974AE" w:rsidP="006974AE">
      <w:r>
        <w:lastRenderedPageBreak/>
        <w:t>358.1533</w:t>
      </w:r>
      <w:r>
        <w:tab/>
        <w:t>2.025e0</w:t>
      </w:r>
    </w:p>
    <w:p w:rsidR="006974AE" w:rsidRDefault="006974AE" w:rsidP="006974AE">
      <w:r>
        <w:t>358.1618</w:t>
      </w:r>
      <w:r>
        <w:tab/>
        <w:t>1.013e0</w:t>
      </w:r>
    </w:p>
    <w:p w:rsidR="006974AE" w:rsidRDefault="006974AE" w:rsidP="006974AE">
      <w:r>
        <w:t>358.1929</w:t>
      </w:r>
      <w:r>
        <w:tab/>
        <w:t>1.013e0</w:t>
      </w:r>
    </w:p>
    <w:p w:rsidR="006974AE" w:rsidRDefault="006974AE" w:rsidP="006974AE">
      <w:r>
        <w:t>358.1966</w:t>
      </w:r>
      <w:r>
        <w:tab/>
        <w:t>4.051e0</w:t>
      </w:r>
    </w:p>
    <w:p w:rsidR="006974AE" w:rsidRDefault="006974AE" w:rsidP="006974AE">
      <w:r>
        <w:t>358.2062</w:t>
      </w:r>
      <w:r>
        <w:tab/>
        <w:t>1.013e0</w:t>
      </w:r>
    </w:p>
    <w:p w:rsidR="006974AE" w:rsidRDefault="006974AE" w:rsidP="006974AE">
      <w:r>
        <w:t>358.2092</w:t>
      </w:r>
      <w:r>
        <w:tab/>
        <w:t>4.051e0</w:t>
      </w:r>
    </w:p>
    <w:p w:rsidR="006974AE" w:rsidRDefault="006974AE" w:rsidP="006974AE">
      <w:r>
        <w:t>358.2216</w:t>
      </w:r>
      <w:r>
        <w:tab/>
        <w:t>1.013e0</w:t>
      </w:r>
    </w:p>
    <w:p w:rsidR="006974AE" w:rsidRDefault="006974AE" w:rsidP="006974AE">
      <w:r>
        <w:t>358.2419</w:t>
      </w:r>
      <w:r>
        <w:tab/>
        <w:t>1.013e0</w:t>
      </w:r>
    </w:p>
    <w:p w:rsidR="006974AE" w:rsidRDefault="006974AE" w:rsidP="006974AE">
      <w:r>
        <w:t>358.2510</w:t>
      </w:r>
      <w:r>
        <w:tab/>
        <w:t>3.038e0</w:t>
      </w:r>
    </w:p>
    <w:p w:rsidR="006974AE" w:rsidRDefault="006974AE" w:rsidP="006974AE">
      <w:r>
        <w:t>358.2637</w:t>
      </w:r>
      <w:r>
        <w:tab/>
        <w:t>1.313e0</w:t>
      </w:r>
    </w:p>
    <w:p w:rsidR="006974AE" w:rsidRDefault="006974AE" w:rsidP="006974AE">
      <w:r>
        <w:t>358.2673</w:t>
      </w:r>
      <w:r>
        <w:tab/>
        <w:t>3.038e0</w:t>
      </w:r>
    </w:p>
    <w:p w:rsidR="006974AE" w:rsidRDefault="006974AE" w:rsidP="006974AE">
      <w:r>
        <w:t>358.2821</w:t>
      </w:r>
      <w:r>
        <w:tab/>
        <w:t>3.038e0</w:t>
      </w:r>
    </w:p>
    <w:p w:rsidR="006974AE" w:rsidRDefault="006974AE" w:rsidP="006974AE">
      <w:r>
        <w:t>358.2958</w:t>
      </w:r>
      <w:r>
        <w:tab/>
        <w:t>1.013e0</w:t>
      </w:r>
    </w:p>
    <w:p w:rsidR="006974AE" w:rsidRDefault="006974AE" w:rsidP="006974AE">
      <w:r>
        <w:t>358.3199</w:t>
      </w:r>
      <w:r>
        <w:tab/>
        <w:t>2.025e0</w:t>
      </w:r>
    </w:p>
    <w:p w:rsidR="006974AE" w:rsidRDefault="006974AE" w:rsidP="006974AE">
      <w:r>
        <w:t>358.3282</w:t>
      </w:r>
      <w:r>
        <w:tab/>
        <w:t>1.013e0</w:t>
      </w:r>
    </w:p>
    <w:p w:rsidR="006974AE" w:rsidRDefault="006974AE" w:rsidP="006974AE">
      <w:r>
        <w:t>358.3338</w:t>
      </w:r>
      <w:r>
        <w:tab/>
        <w:t>1.013e0</w:t>
      </w:r>
    </w:p>
    <w:p w:rsidR="006974AE" w:rsidRDefault="006974AE" w:rsidP="006974AE">
      <w:r>
        <w:t>358.3496</w:t>
      </w:r>
      <w:r>
        <w:tab/>
        <w:t>2.025e0</w:t>
      </w:r>
    </w:p>
    <w:p w:rsidR="006974AE" w:rsidRDefault="006974AE" w:rsidP="006974AE">
      <w:r>
        <w:t>358.3922</w:t>
      </w:r>
      <w:r>
        <w:tab/>
        <w:t>1.013e0</w:t>
      </w:r>
    </w:p>
    <w:p w:rsidR="006974AE" w:rsidRDefault="006974AE" w:rsidP="006974AE">
      <w:r>
        <w:t>358.4578</w:t>
      </w:r>
      <w:r>
        <w:tab/>
        <w:t>1.013e0</w:t>
      </w:r>
    </w:p>
    <w:p w:rsidR="006974AE" w:rsidRDefault="006974AE" w:rsidP="006974AE">
      <w:r>
        <w:lastRenderedPageBreak/>
        <w:t>358.4880</w:t>
      </w:r>
      <w:r>
        <w:tab/>
        <w:t>2.025e0</w:t>
      </w:r>
    </w:p>
    <w:p w:rsidR="006974AE" w:rsidRDefault="006974AE" w:rsidP="006974AE">
      <w:r>
        <w:t>358.4947</w:t>
      </w:r>
      <w:r>
        <w:tab/>
        <w:t>1.013e0</w:t>
      </w:r>
    </w:p>
    <w:p w:rsidR="006974AE" w:rsidRDefault="006974AE" w:rsidP="006974AE">
      <w:r>
        <w:t>358.5242</w:t>
      </w:r>
      <w:r>
        <w:tab/>
        <w:t>1.013e0</w:t>
      </w:r>
    </w:p>
    <w:p w:rsidR="006974AE" w:rsidRDefault="006974AE" w:rsidP="006974AE">
      <w:r>
        <w:t>358.5382</w:t>
      </w:r>
      <w:r>
        <w:tab/>
        <w:t>2.025e0</w:t>
      </w:r>
    </w:p>
    <w:p w:rsidR="006974AE" w:rsidRDefault="006974AE" w:rsidP="006974AE">
      <w:r>
        <w:t>358.5694</w:t>
      </w:r>
      <w:r>
        <w:tab/>
        <w:t>1.013e0</w:t>
      </w:r>
    </w:p>
    <w:p w:rsidR="006974AE" w:rsidRDefault="006974AE" w:rsidP="006974AE">
      <w:r>
        <w:t>358.5775</w:t>
      </w:r>
      <w:r>
        <w:tab/>
        <w:t>1.013e0</w:t>
      </w:r>
    </w:p>
    <w:p w:rsidR="006974AE" w:rsidRDefault="006974AE" w:rsidP="006974AE">
      <w:r>
        <w:t>358.5869</w:t>
      </w:r>
      <w:r>
        <w:tab/>
        <w:t>2.025e0</w:t>
      </w:r>
    </w:p>
    <w:p w:rsidR="006974AE" w:rsidRDefault="006974AE" w:rsidP="006974AE">
      <w:r>
        <w:t>358.5942</w:t>
      </w:r>
      <w:r>
        <w:tab/>
        <w:t>1.013e0</w:t>
      </w:r>
    </w:p>
    <w:p w:rsidR="006974AE" w:rsidRDefault="006974AE" w:rsidP="006974AE">
      <w:r>
        <w:t>358.6099</w:t>
      </w:r>
      <w:r>
        <w:tab/>
        <w:t>1.013e0</w:t>
      </w:r>
    </w:p>
    <w:p w:rsidR="006974AE" w:rsidRDefault="006974AE" w:rsidP="006974AE">
      <w:r>
        <w:t>358.6356</w:t>
      </w:r>
      <w:r>
        <w:tab/>
        <w:t>2.025e0</w:t>
      </w:r>
    </w:p>
    <w:p w:rsidR="006974AE" w:rsidRDefault="006974AE" w:rsidP="006974AE">
      <w:r>
        <w:t>358.6399</w:t>
      </w:r>
      <w:r>
        <w:tab/>
        <w:t>1.013e0</w:t>
      </w:r>
    </w:p>
    <w:p w:rsidR="006974AE" w:rsidRDefault="006974AE" w:rsidP="006974AE">
      <w:r>
        <w:t>358.6692</w:t>
      </w:r>
      <w:r>
        <w:tab/>
        <w:t>1.013e0</w:t>
      </w:r>
    </w:p>
    <w:p w:rsidR="006974AE" w:rsidRDefault="006974AE" w:rsidP="006974AE">
      <w:r>
        <w:t>358.6900</w:t>
      </w:r>
      <w:r>
        <w:tab/>
        <w:t>1.013e0</w:t>
      </w:r>
    </w:p>
    <w:p w:rsidR="006974AE" w:rsidRDefault="006974AE" w:rsidP="006974AE">
      <w:r>
        <w:t>358.7444</w:t>
      </w:r>
      <w:r>
        <w:tab/>
        <w:t>1.013e0</w:t>
      </w:r>
    </w:p>
    <w:p w:rsidR="006974AE" w:rsidRDefault="006974AE" w:rsidP="006974AE">
      <w:r>
        <w:t>358.7605</w:t>
      </w:r>
      <w:r>
        <w:tab/>
        <w:t>1.013e0</w:t>
      </w:r>
    </w:p>
    <w:p w:rsidR="006974AE" w:rsidRDefault="006974AE" w:rsidP="006974AE">
      <w:r>
        <w:t>358.7697</w:t>
      </w:r>
      <w:r>
        <w:tab/>
        <w:t>1.013e0</w:t>
      </w:r>
    </w:p>
    <w:p w:rsidR="006974AE" w:rsidRDefault="006974AE" w:rsidP="006974AE">
      <w:r>
        <w:t>358.7849</w:t>
      </w:r>
      <w:r>
        <w:tab/>
        <w:t>1.013e0</w:t>
      </w:r>
    </w:p>
    <w:p w:rsidR="006974AE" w:rsidRDefault="006974AE" w:rsidP="006974AE">
      <w:r>
        <w:t>358.7893</w:t>
      </w:r>
      <w:r>
        <w:tab/>
        <w:t>1.013e0</w:t>
      </w:r>
    </w:p>
    <w:p w:rsidR="006974AE" w:rsidRDefault="006974AE" w:rsidP="006974AE">
      <w:r>
        <w:t>358.8056</w:t>
      </w:r>
      <w:r>
        <w:tab/>
        <w:t>1.013e0</w:t>
      </w:r>
    </w:p>
    <w:p w:rsidR="006974AE" w:rsidRDefault="006974AE" w:rsidP="006974AE">
      <w:r>
        <w:lastRenderedPageBreak/>
        <w:t>358.8305</w:t>
      </w:r>
      <w:r>
        <w:tab/>
        <w:t>1.013e0</w:t>
      </w:r>
    </w:p>
    <w:p w:rsidR="006974AE" w:rsidRDefault="006974AE" w:rsidP="006974AE">
      <w:r>
        <w:t>358.8513</w:t>
      </w:r>
      <w:r>
        <w:tab/>
        <w:t>1.013e0</w:t>
      </w:r>
    </w:p>
    <w:p w:rsidR="006974AE" w:rsidRDefault="006974AE" w:rsidP="006974AE">
      <w:r>
        <w:t>358.8981</w:t>
      </w:r>
      <w:r>
        <w:tab/>
        <w:t>2.025e0</w:t>
      </w:r>
    </w:p>
    <w:p w:rsidR="006974AE" w:rsidRDefault="006974AE" w:rsidP="006974AE">
      <w:r>
        <w:t>358.9014</w:t>
      </w:r>
      <w:r>
        <w:tab/>
        <w:t>1.013e0</w:t>
      </w:r>
    </w:p>
    <w:p w:rsidR="006974AE" w:rsidRDefault="006974AE" w:rsidP="006974AE">
      <w:r>
        <w:t>358.9258</w:t>
      </w:r>
      <w:r>
        <w:tab/>
        <w:t>1.013e0</w:t>
      </w:r>
    </w:p>
    <w:p w:rsidR="006974AE" w:rsidRDefault="006974AE" w:rsidP="006974AE">
      <w:r>
        <w:t>358.9303</w:t>
      </w:r>
      <w:r>
        <w:tab/>
        <w:t>2.025e0</w:t>
      </w:r>
    </w:p>
    <w:p w:rsidR="006974AE" w:rsidRDefault="006974AE" w:rsidP="006974AE">
      <w:r>
        <w:t>358.9367</w:t>
      </w:r>
      <w:r>
        <w:tab/>
        <w:t>1.013e0</w:t>
      </w:r>
    </w:p>
    <w:p w:rsidR="006974AE" w:rsidRDefault="006974AE" w:rsidP="006974AE">
      <w:r>
        <w:t>358.9427</w:t>
      </w:r>
      <w:r>
        <w:tab/>
        <w:t>1.013e0</w:t>
      </w:r>
    </w:p>
    <w:p w:rsidR="006974AE" w:rsidRDefault="006974AE" w:rsidP="006974AE">
      <w:r>
        <w:t>358.9466</w:t>
      </w:r>
      <w:r>
        <w:tab/>
        <w:t>1.013e0</w:t>
      </w:r>
    </w:p>
    <w:p w:rsidR="006974AE" w:rsidRDefault="006974AE" w:rsidP="006974AE">
      <w:r>
        <w:t>358.9594</w:t>
      </w:r>
      <w:r>
        <w:tab/>
        <w:t>2.025e0</w:t>
      </w:r>
    </w:p>
    <w:p w:rsidR="006974AE" w:rsidRDefault="006974AE" w:rsidP="006974AE">
      <w:r>
        <w:t>358.9714</w:t>
      </w:r>
      <w:r>
        <w:tab/>
        <w:t>1.013e0</w:t>
      </w:r>
    </w:p>
    <w:p w:rsidR="006974AE" w:rsidRDefault="006974AE" w:rsidP="006974AE">
      <w:r>
        <w:t>358.9757</w:t>
      </w:r>
      <w:r>
        <w:tab/>
        <w:t>1.013e0</w:t>
      </w:r>
    </w:p>
    <w:p w:rsidR="006974AE" w:rsidRDefault="006974AE" w:rsidP="006974AE">
      <w:r>
        <w:t>358.9927</w:t>
      </w:r>
      <w:r>
        <w:tab/>
        <w:t>1.013e0</w:t>
      </w:r>
    </w:p>
    <w:p w:rsidR="006974AE" w:rsidRDefault="006974AE" w:rsidP="006974AE">
      <w:r>
        <w:t>359.0068</w:t>
      </w:r>
      <w:r>
        <w:tab/>
        <w:t>1.013e0</w:t>
      </w:r>
    </w:p>
    <w:p w:rsidR="006974AE" w:rsidRDefault="006974AE" w:rsidP="006974AE">
      <w:r>
        <w:t>359.0260</w:t>
      </w:r>
      <w:r>
        <w:tab/>
        <w:t>1.013e0</w:t>
      </w:r>
    </w:p>
    <w:p w:rsidR="006974AE" w:rsidRDefault="006974AE" w:rsidP="006974AE">
      <w:r>
        <w:t>359.0324</w:t>
      </w:r>
      <w:r>
        <w:tab/>
        <w:t>1.013e0</w:t>
      </w:r>
    </w:p>
    <w:p w:rsidR="006974AE" w:rsidRDefault="006974AE" w:rsidP="006974AE">
      <w:r>
        <w:t>359.0462</w:t>
      </w:r>
      <w:r>
        <w:tab/>
        <w:t>1.013e0</w:t>
      </w:r>
    </w:p>
    <w:p w:rsidR="006974AE" w:rsidRDefault="006974AE" w:rsidP="006974AE">
      <w:r>
        <w:t>359.0709</w:t>
      </w:r>
      <w:r>
        <w:tab/>
        <w:t>1.013e0</w:t>
      </w:r>
    </w:p>
    <w:p w:rsidR="006974AE" w:rsidRDefault="006974AE" w:rsidP="006974AE">
      <w:r>
        <w:t>359.0968</w:t>
      </w:r>
      <w:r>
        <w:tab/>
        <w:t>2.025e0</w:t>
      </w:r>
    </w:p>
    <w:p w:rsidR="006974AE" w:rsidRDefault="006974AE" w:rsidP="006974AE">
      <w:r>
        <w:lastRenderedPageBreak/>
        <w:t>359.1089</w:t>
      </w:r>
      <w:r>
        <w:tab/>
        <w:t>1.013e0</w:t>
      </w:r>
    </w:p>
    <w:p w:rsidR="006974AE" w:rsidRDefault="006974AE" w:rsidP="006974AE">
      <w:r>
        <w:t>359.1217</w:t>
      </w:r>
      <w:r>
        <w:tab/>
        <w:t>3.038e0</w:t>
      </w:r>
    </w:p>
    <w:p w:rsidR="006974AE" w:rsidRDefault="006974AE" w:rsidP="006974AE">
      <w:r>
        <w:t>359.1479</w:t>
      </w:r>
      <w:r>
        <w:tab/>
        <w:t>1.013e0</w:t>
      </w:r>
    </w:p>
    <w:p w:rsidR="006974AE" w:rsidRDefault="006974AE" w:rsidP="006974AE">
      <w:r>
        <w:t>359.1490</w:t>
      </w:r>
      <w:r>
        <w:tab/>
        <w:t>4.051e0</w:t>
      </w:r>
    </w:p>
    <w:p w:rsidR="006974AE" w:rsidRDefault="006974AE" w:rsidP="006974AE">
      <w:r>
        <w:t>359.1675</w:t>
      </w:r>
      <w:r>
        <w:tab/>
        <w:t>1.013e0</w:t>
      </w:r>
    </w:p>
    <w:p w:rsidR="006974AE" w:rsidRDefault="006974AE" w:rsidP="006974AE">
      <w:r>
        <w:t>359.1695</w:t>
      </w:r>
      <w:r>
        <w:tab/>
        <w:t>3.038e0</w:t>
      </w:r>
    </w:p>
    <w:p w:rsidR="006974AE" w:rsidRDefault="006974AE" w:rsidP="006974AE">
      <w:r>
        <w:t>359.1794</w:t>
      </w:r>
      <w:r>
        <w:tab/>
        <w:t>1.013e0</w:t>
      </w:r>
    </w:p>
    <w:p w:rsidR="006974AE" w:rsidRDefault="006974AE" w:rsidP="006974AE">
      <w:r>
        <w:t>359.1850</w:t>
      </w:r>
      <w:r>
        <w:tab/>
        <w:t>2.025e0</w:t>
      </w:r>
    </w:p>
    <w:p w:rsidR="006974AE" w:rsidRDefault="006974AE" w:rsidP="006974AE">
      <w:r>
        <w:t>359.2055</w:t>
      </w:r>
      <w:r>
        <w:tab/>
        <w:t>2.025e0</w:t>
      </w:r>
    </w:p>
    <w:p w:rsidR="006974AE" w:rsidRDefault="006974AE" w:rsidP="006974AE">
      <w:r>
        <w:t>359.2201</w:t>
      </w:r>
      <w:r>
        <w:tab/>
        <w:t>2.025e0</w:t>
      </w:r>
    </w:p>
    <w:p w:rsidR="006974AE" w:rsidRDefault="006974AE" w:rsidP="006974AE">
      <w:r>
        <w:t>359.2226</w:t>
      </w:r>
      <w:r>
        <w:tab/>
        <w:t>5.063e0</w:t>
      </w:r>
    </w:p>
    <w:p w:rsidR="006974AE" w:rsidRDefault="006974AE" w:rsidP="006974AE">
      <w:r>
        <w:t>359.2253</w:t>
      </w:r>
      <w:r>
        <w:tab/>
        <w:t>1.013e0</w:t>
      </w:r>
    </w:p>
    <w:p w:rsidR="006974AE" w:rsidRDefault="006974AE" w:rsidP="006974AE">
      <w:r>
        <w:t>359.2309</w:t>
      </w:r>
      <w:r>
        <w:tab/>
        <w:t>2.025e0</w:t>
      </w:r>
    </w:p>
    <w:p w:rsidR="006974AE" w:rsidRDefault="006974AE" w:rsidP="006974AE">
      <w:r>
        <w:t>359.2329</w:t>
      </w:r>
      <w:r>
        <w:tab/>
        <w:t>1.013e0</w:t>
      </w:r>
    </w:p>
    <w:p w:rsidR="006974AE" w:rsidRDefault="006974AE" w:rsidP="006974AE">
      <w:r>
        <w:t>359.2397</w:t>
      </w:r>
      <w:r>
        <w:tab/>
        <w:t>3.143e0</w:t>
      </w:r>
    </w:p>
    <w:p w:rsidR="006974AE" w:rsidRDefault="006974AE" w:rsidP="006974AE">
      <w:r>
        <w:t>359.2633</w:t>
      </w:r>
      <w:r>
        <w:tab/>
        <w:t>1.013e0</w:t>
      </w:r>
    </w:p>
    <w:p w:rsidR="006974AE" w:rsidRDefault="006974AE" w:rsidP="006974AE">
      <w:r>
        <w:t>359.2702</w:t>
      </w:r>
      <w:r>
        <w:tab/>
        <w:t>1.013e0</w:t>
      </w:r>
    </w:p>
    <w:p w:rsidR="006974AE" w:rsidRDefault="006974AE" w:rsidP="006974AE">
      <w:r>
        <w:t>359.2827</w:t>
      </w:r>
      <w:r>
        <w:tab/>
        <w:t>3.038e0</w:t>
      </w:r>
    </w:p>
    <w:p w:rsidR="006974AE" w:rsidRDefault="006974AE" w:rsidP="006974AE">
      <w:r>
        <w:t>359.2894</w:t>
      </w:r>
      <w:r>
        <w:tab/>
        <w:t>1.013e0</w:t>
      </w:r>
    </w:p>
    <w:p w:rsidR="006974AE" w:rsidRDefault="006974AE" w:rsidP="006974AE">
      <w:r>
        <w:lastRenderedPageBreak/>
        <w:t>359.2957</w:t>
      </w:r>
      <w:r>
        <w:tab/>
        <w:t>1.013e0</w:t>
      </w:r>
    </w:p>
    <w:p w:rsidR="006974AE" w:rsidRDefault="006974AE" w:rsidP="006974AE">
      <w:r>
        <w:t>359.3339</w:t>
      </w:r>
      <w:r>
        <w:tab/>
        <w:t>1.013e0</w:t>
      </w:r>
    </w:p>
    <w:p w:rsidR="006974AE" w:rsidRDefault="006974AE" w:rsidP="006974AE">
      <w:r>
        <w:t>359.3401</w:t>
      </w:r>
      <w:r>
        <w:tab/>
        <w:t>3.038e0</w:t>
      </w:r>
    </w:p>
    <w:p w:rsidR="006974AE" w:rsidRDefault="006974AE" w:rsidP="006974AE">
      <w:r>
        <w:t>359.3531</w:t>
      </w:r>
      <w:r>
        <w:tab/>
        <w:t>1.013e0</w:t>
      </w:r>
    </w:p>
    <w:p w:rsidR="006974AE" w:rsidRDefault="006974AE" w:rsidP="006974AE">
      <w:r>
        <w:t>359.3793</w:t>
      </w:r>
      <w:r>
        <w:tab/>
        <w:t>1.013e0</w:t>
      </w:r>
    </w:p>
    <w:p w:rsidR="006974AE" w:rsidRDefault="006974AE" w:rsidP="006974AE">
      <w:r>
        <w:t>359.3857</w:t>
      </w:r>
      <w:r>
        <w:tab/>
        <w:t>1.013e0</w:t>
      </w:r>
    </w:p>
    <w:p w:rsidR="006974AE" w:rsidRDefault="006974AE" w:rsidP="006974AE">
      <w:r>
        <w:t>359.3948</w:t>
      </w:r>
      <w:r>
        <w:tab/>
        <w:t>1.013e0</w:t>
      </w:r>
    </w:p>
    <w:p w:rsidR="006974AE" w:rsidRDefault="006974AE" w:rsidP="006974AE">
      <w:r>
        <w:t>359.4045</w:t>
      </w:r>
      <w:r>
        <w:tab/>
        <w:t>1.013e0</w:t>
      </w:r>
    </w:p>
    <w:p w:rsidR="006974AE" w:rsidRDefault="006974AE" w:rsidP="006974AE">
      <w:r>
        <w:t>359.4156</w:t>
      </w:r>
      <w:r>
        <w:tab/>
        <w:t>1.013e0</w:t>
      </w:r>
    </w:p>
    <w:p w:rsidR="006974AE" w:rsidRDefault="006974AE" w:rsidP="006974AE">
      <w:r>
        <w:t>359.4238</w:t>
      </w:r>
      <w:r>
        <w:tab/>
        <w:t>2.025e0</w:t>
      </w:r>
    </w:p>
    <w:p w:rsidR="006974AE" w:rsidRDefault="006974AE" w:rsidP="006974AE">
      <w:r>
        <w:t>359.4691</w:t>
      </w:r>
      <w:r>
        <w:tab/>
        <w:t>1.013e0</w:t>
      </w:r>
    </w:p>
    <w:p w:rsidR="006974AE" w:rsidRDefault="006974AE" w:rsidP="006974AE">
      <w:r>
        <w:t>359.4717</w:t>
      </w:r>
      <w:r>
        <w:tab/>
        <w:t>2.025e0</w:t>
      </w:r>
    </w:p>
    <w:p w:rsidR="006974AE" w:rsidRDefault="006974AE" w:rsidP="006974AE">
      <w:r>
        <w:t>359.4753</w:t>
      </w:r>
      <w:r>
        <w:tab/>
        <w:t>2.025e0</w:t>
      </w:r>
    </w:p>
    <w:p w:rsidR="006974AE" w:rsidRDefault="006974AE" w:rsidP="006974AE">
      <w:r>
        <w:t>359.5067</w:t>
      </w:r>
      <w:r>
        <w:tab/>
        <w:t>1.013e0</w:t>
      </w:r>
    </w:p>
    <w:p w:rsidR="006974AE" w:rsidRDefault="006974AE" w:rsidP="006974AE">
      <w:r>
        <w:t>359.5205</w:t>
      </w:r>
      <w:r>
        <w:tab/>
        <w:t>1.013e0</w:t>
      </w:r>
    </w:p>
    <w:p w:rsidR="006974AE" w:rsidRDefault="006974AE" w:rsidP="006974AE">
      <w:r>
        <w:t>359.5265</w:t>
      </w:r>
      <w:r>
        <w:tab/>
        <w:t>1.013e0</w:t>
      </w:r>
    </w:p>
    <w:p w:rsidR="006974AE" w:rsidRDefault="006974AE" w:rsidP="006974AE">
      <w:r>
        <w:t>359.5461</w:t>
      </w:r>
      <w:r>
        <w:tab/>
        <w:t>1.013e0</w:t>
      </w:r>
    </w:p>
    <w:p w:rsidR="006974AE" w:rsidRDefault="006974AE" w:rsidP="006974AE">
      <w:r>
        <w:t>359.5602</w:t>
      </w:r>
      <w:r>
        <w:tab/>
        <w:t>1.013e0</w:t>
      </w:r>
    </w:p>
    <w:p w:rsidR="006974AE" w:rsidRDefault="006974AE" w:rsidP="006974AE">
      <w:r>
        <w:t>359.5688</w:t>
      </w:r>
      <w:r>
        <w:tab/>
        <w:t>2.025e0</w:t>
      </w:r>
    </w:p>
    <w:p w:rsidR="006974AE" w:rsidRDefault="006974AE" w:rsidP="006974AE">
      <w:r>
        <w:lastRenderedPageBreak/>
        <w:t>359.5760</w:t>
      </w:r>
      <w:r>
        <w:tab/>
        <w:t>2.025e0</w:t>
      </w:r>
    </w:p>
    <w:p w:rsidR="006974AE" w:rsidRDefault="006974AE" w:rsidP="006974AE">
      <w:r>
        <w:t>359.5977</w:t>
      </w:r>
      <w:r>
        <w:tab/>
        <w:t>2.025e0</w:t>
      </w:r>
    </w:p>
    <w:p w:rsidR="006974AE" w:rsidRDefault="006974AE" w:rsidP="006974AE">
      <w:r>
        <w:t>359.6018</w:t>
      </w:r>
      <w:r>
        <w:tab/>
        <w:t>1.013e0</w:t>
      </w:r>
    </w:p>
    <w:p w:rsidR="006974AE" w:rsidRDefault="006974AE" w:rsidP="006974AE">
      <w:r>
        <w:t>359.6149</w:t>
      </w:r>
      <w:r>
        <w:tab/>
        <w:t>2.025e0</w:t>
      </w:r>
    </w:p>
    <w:p w:rsidR="006974AE" w:rsidRDefault="006974AE" w:rsidP="006974AE">
      <w:r>
        <w:t>359.6227</w:t>
      </w:r>
      <w:r>
        <w:tab/>
        <w:t>1.013e0</w:t>
      </w:r>
    </w:p>
    <w:p w:rsidR="006974AE" w:rsidRDefault="006974AE" w:rsidP="006974AE">
      <w:r>
        <w:t>359.6476</w:t>
      </w:r>
      <w:r>
        <w:tab/>
        <w:t>3.038e0</w:t>
      </w:r>
    </w:p>
    <w:p w:rsidR="006974AE" w:rsidRDefault="006974AE" w:rsidP="006974AE">
      <w:r>
        <w:t>359.6520</w:t>
      </w:r>
      <w:r>
        <w:tab/>
        <w:t>1.013e0</w:t>
      </w:r>
    </w:p>
    <w:p w:rsidR="006974AE" w:rsidRDefault="006974AE" w:rsidP="006974AE">
      <w:r>
        <w:t>359.6558</w:t>
      </w:r>
      <w:r>
        <w:tab/>
        <w:t>1.013e0</w:t>
      </w:r>
    </w:p>
    <w:p w:rsidR="006974AE" w:rsidRDefault="006974AE" w:rsidP="006974AE">
      <w:r>
        <w:t>359.6594</w:t>
      </w:r>
      <w:r>
        <w:tab/>
        <w:t>2.025e0</w:t>
      </w:r>
    </w:p>
    <w:p w:rsidR="006974AE" w:rsidRDefault="006974AE" w:rsidP="006974AE">
      <w:r>
        <w:t>359.6613</w:t>
      </w:r>
      <w:r>
        <w:tab/>
        <w:t>1.013e0</w:t>
      </w:r>
    </w:p>
    <w:p w:rsidR="006974AE" w:rsidRDefault="006974AE" w:rsidP="006974AE">
      <w:r>
        <w:t>359.7131</w:t>
      </w:r>
      <w:r>
        <w:tab/>
        <w:t>1.013e0</w:t>
      </w:r>
    </w:p>
    <w:p w:rsidR="006974AE" w:rsidRDefault="006974AE" w:rsidP="006974AE">
      <w:r>
        <w:t>359.7225</w:t>
      </w:r>
      <w:r>
        <w:tab/>
        <w:t>1.013e0</w:t>
      </w:r>
    </w:p>
    <w:p w:rsidR="006974AE" w:rsidRDefault="006974AE" w:rsidP="006974AE">
      <w:r>
        <w:t>359.7319</w:t>
      </w:r>
      <w:r>
        <w:tab/>
        <w:t>1.013e0</w:t>
      </w:r>
    </w:p>
    <w:p w:rsidR="006974AE" w:rsidRDefault="006974AE" w:rsidP="006974AE">
      <w:r>
        <w:t>359.7558</w:t>
      </w:r>
      <w:r>
        <w:tab/>
        <w:t>2.025e0</w:t>
      </w:r>
    </w:p>
    <w:p w:rsidR="006974AE" w:rsidRDefault="006974AE" w:rsidP="006974AE">
      <w:r>
        <w:t>359.7721</w:t>
      </w:r>
      <w:r>
        <w:tab/>
        <w:t>1.013e0</w:t>
      </w:r>
    </w:p>
    <w:p w:rsidR="006974AE" w:rsidRDefault="006974AE" w:rsidP="006974AE">
      <w:r>
        <w:t>359.7886</w:t>
      </w:r>
      <w:r>
        <w:tab/>
        <w:t>1.013e0</w:t>
      </w:r>
    </w:p>
    <w:p w:rsidR="006974AE" w:rsidRDefault="006974AE" w:rsidP="006974AE">
      <w:r>
        <w:t>359.8174</w:t>
      </w:r>
      <w:r>
        <w:tab/>
        <w:t>1.013e0</w:t>
      </w:r>
    </w:p>
    <w:p w:rsidR="006974AE" w:rsidRDefault="006974AE" w:rsidP="006974AE">
      <w:r>
        <w:t>359.8480</w:t>
      </w:r>
      <w:r>
        <w:tab/>
        <w:t>1.013e0</w:t>
      </w:r>
    </w:p>
    <w:p w:rsidR="006974AE" w:rsidRDefault="006974AE" w:rsidP="006974AE">
      <w:r>
        <w:t>359.8591</w:t>
      </w:r>
      <w:r>
        <w:tab/>
        <w:t>1.013e0</w:t>
      </w:r>
    </w:p>
    <w:p w:rsidR="006974AE" w:rsidRDefault="006974AE" w:rsidP="006974AE">
      <w:r>
        <w:lastRenderedPageBreak/>
        <w:t>359.8733</w:t>
      </w:r>
      <w:r>
        <w:tab/>
        <w:t>1.013e0</w:t>
      </w:r>
    </w:p>
    <w:p w:rsidR="006974AE" w:rsidRDefault="006974AE" w:rsidP="006974AE">
      <w:r>
        <w:t>359.8883</w:t>
      </w:r>
      <w:r>
        <w:tab/>
        <w:t>1.013e0</w:t>
      </w:r>
    </w:p>
    <w:p w:rsidR="006974AE" w:rsidRDefault="006974AE" w:rsidP="006974AE">
      <w:r>
        <w:t>359.8918</w:t>
      </w:r>
      <w:r>
        <w:tab/>
        <w:t>2.025e0</w:t>
      </w:r>
    </w:p>
    <w:p w:rsidR="006974AE" w:rsidRDefault="006974AE" w:rsidP="006974AE">
      <w:r>
        <w:t>359.9182</w:t>
      </w:r>
      <w:r>
        <w:tab/>
        <w:t>1.013e0</w:t>
      </w:r>
    </w:p>
    <w:p w:rsidR="006974AE" w:rsidRDefault="006974AE" w:rsidP="006974AE">
      <w:r>
        <w:t>359.9254</w:t>
      </w:r>
      <w:r>
        <w:tab/>
        <w:t>4.051e0</w:t>
      </w:r>
    </w:p>
    <w:p w:rsidR="006974AE" w:rsidRDefault="006974AE" w:rsidP="006974AE">
      <w:r>
        <w:t>359.9439</w:t>
      </w:r>
      <w:r>
        <w:tab/>
        <w:t>1.013e0</w:t>
      </w:r>
    </w:p>
    <w:p w:rsidR="006974AE" w:rsidRDefault="006974AE" w:rsidP="006974AE">
      <w:r>
        <w:t>359.9563</w:t>
      </w:r>
      <w:r>
        <w:tab/>
        <w:t>2.025e0</w:t>
      </w:r>
    </w:p>
    <w:p w:rsidR="006974AE" w:rsidRDefault="006974AE" w:rsidP="006974AE">
      <w:r>
        <w:t>359.9584</w:t>
      </w:r>
      <w:r>
        <w:tab/>
        <w:t>2.168e0</w:t>
      </w:r>
    </w:p>
    <w:p w:rsidR="006974AE" w:rsidRDefault="006974AE" w:rsidP="006974AE">
      <w:r>
        <w:t>359.9758</w:t>
      </w:r>
      <w:r>
        <w:tab/>
        <w:t>1.013e0</w:t>
      </w:r>
    </w:p>
    <w:p w:rsidR="006974AE" w:rsidRDefault="006974AE" w:rsidP="006974AE">
      <w:r>
        <w:t>359.9831</w:t>
      </w:r>
      <w:r>
        <w:tab/>
        <w:t>1.013e0</w:t>
      </w:r>
    </w:p>
    <w:p w:rsidR="006974AE" w:rsidRDefault="006974AE" w:rsidP="006974AE">
      <w:r>
        <w:t>359.9943</w:t>
      </w:r>
      <w:r>
        <w:tab/>
        <w:t>2.025e0</w:t>
      </w:r>
    </w:p>
    <w:p w:rsidR="006974AE" w:rsidRDefault="006974AE" w:rsidP="006974AE">
      <w:r>
        <w:t>360.0151</w:t>
      </w:r>
      <w:r>
        <w:tab/>
        <w:t>1.013e0</w:t>
      </w:r>
    </w:p>
    <w:p w:rsidR="006974AE" w:rsidRDefault="006974AE" w:rsidP="006974AE">
      <w:r>
        <w:t>360.0177</w:t>
      </w:r>
      <w:r>
        <w:tab/>
        <w:t>2.025e0</w:t>
      </w:r>
    </w:p>
    <w:p w:rsidR="006974AE" w:rsidRDefault="006974AE" w:rsidP="006974AE">
      <w:r>
        <w:t>360.0500</w:t>
      </w:r>
      <w:r>
        <w:tab/>
        <w:t>2.025e0</w:t>
      </w:r>
    </w:p>
    <w:p w:rsidR="006974AE" w:rsidRDefault="006974AE" w:rsidP="006974AE">
      <w:r>
        <w:t>360.0582</w:t>
      </w:r>
      <w:r>
        <w:tab/>
        <w:t>4.051e0</w:t>
      </w:r>
    </w:p>
    <w:p w:rsidR="006974AE" w:rsidRDefault="006974AE" w:rsidP="006974AE">
      <w:r>
        <w:t>360.0710</w:t>
      </w:r>
      <w:r>
        <w:tab/>
        <w:t>1.013e0</w:t>
      </w:r>
    </w:p>
    <w:p w:rsidR="006974AE" w:rsidRDefault="006974AE" w:rsidP="006974AE">
      <w:r>
        <w:t>360.1203</w:t>
      </w:r>
      <w:r>
        <w:tab/>
        <w:t>1.013e0</w:t>
      </w:r>
    </w:p>
    <w:p w:rsidR="006974AE" w:rsidRDefault="006974AE" w:rsidP="006974AE">
      <w:r>
        <w:t>360.1308</w:t>
      </w:r>
      <w:r>
        <w:tab/>
        <w:t>1.013e0</w:t>
      </w:r>
    </w:p>
    <w:p w:rsidR="006974AE" w:rsidRDefault="006974AE" w:rsidP="006974AE">
      <w:r>
        <w:t>360.1412</w:t>
      </w:r>
      <w:r>
        <w:tab/>
        <w:t>3.038e0</w:t>
      </w:r>
    </w:p>
    <w:p w:rsidR="006974AE" w:rsidRDefault="006974AE" w:rsidP="006974AE">
      <w:r>
        <w:lastRenderedPageBreak/>
        <w:t>360.1561</w:t>
      </w:r>
      <w:r>
        <w:tab/>
        <w:t>1.013e0</w:t>
      </w:r>
    </w:p>
    <w:p w:rsidR="006974AE" w:rsidRDefault="006974AE" w:rsidP="006974AE">
      <w:r>
        <w:t>360.1623</w:t>
      </w:r>
      <w:r>
        <w:tab/>
        <w:t>2.025e0</w:t>
      </w:r>
    </w:p>
    <w:p w:rsidR="006974AE" w:rsidRDefault="006974AE" w:rsidP="006974AE">
      <w:r>
        <w:t>360.1785</w:t>
      </w:r>
      <w:r>
        <w:tab/>
        <w:t>2.025e0</w:t>
      </w:r>
    </w:p>
    <w:p w:rsidR="006974AE" w:rsidRDefault="006974AE" w:rsidP="006974AE">
      <w:r>
        <w:t>360.1823</w:t>
      </w:r>
      <w:r>
        <w:tab/>
        <w:t>1.013e0</w:t>
      </w:r>
    </w:p>
    <w:p w:rsidR="006974AE" w:rsidRDefault="006974AE" w:rsidP="006974AE">
      <w:r>
        <w:t>360.1837</w:t>
      </w:r>
      <w:r>
        <w:tab/>
        <w:t>3.038e0</w:t>
      </w:r>
    </w:p>
    <w:p w:rsidR="006974AE" w:rsidRDefault="006974AE" w:rsidP="006974AE">
      <w:r>
        <w:t>360.1908</w:t>
      </w:r>
      <w:r>
        <w:tab/>
        <w:t>1.013e0</w:t>
      </w:r>
    </w:p>
    <w:p w:rsidR="006974AE" w:rsidRDefault="006974AE" w:rsidP="006974AE">
      <w:r>
        <w:t>360.1965</w:t>
      </w:r>
      <w:r>
        <w:tab/>
        <w:t>5.063e0</w:t>
      </w:r>
    </w:p>
    <w:p w:rsidR="006974AE" w:rsidRDefault="006974AE" w:rsidP="006974AE">
      <w:r>
        <w:t>360.1996</w:t>
      </w:r>
      <w:r>
        <w:tab/>
        <w:t>5.063e0</w:t>
      </w:r>
    </w:p>
    <w:p w:rsidR="006974AE" w:rsidRDefault="006974AE" w:rsidP="006974AE">
      <w:r>
        <w:t>360.2016</w:t>
      </w:r>
      <w:r>
        <w:tab/>
        <w:t>3.038e0</w:t>
      </w:r>
    </w:p>
    <w:p w:rsidR="006974AE" w:rsidRDefault="006974AE" w:rsidP="006974AE">
      <w:r>
        <w:t>360.2140</w:t>
      </w:r>
      <w:r>
        <w:tab/>
        <w:t>2.025e0</w:t>
      </w:r>
    </w:p>
    <w:p w:rsidR="006974AE" w:rsidRDefault="006974AE" w:rsidP="006974AE">
      <w:r>
        <w:t>360.2473</w:t>
      </w:r>
      <w:r>
        <w:tab/>
        <w:t>2.025e0</w:t>
      </w:r>
    </w:p>
    <w:p w:rsidR="006974AE" w:rsidRDefault="006974AE" w:rsidP="006974AE">
      <w:r>
        <w:t>360.2573</w:t>
      </w:r>
      <w:r>
        <w:tab/>
        <w:t>1.013e0</w:t>
      </w:r>
    </w:p>
    <w:p w:rsidR="006974AE" w:rsidRDefault="006974AE" w:rsidP="006974AE">
      <w:r>
        <w:t>360.2654</w:t>
      </w:r>
      <w:r>
        <w:tab/>
        <w:t>1.013e0</w:t>
      </w:r>
    </w:p>
    <w:p w:rsidR="006974AE" w:rsidRDefault="006974AE" w:rsidP="006974AE">
      <w:r>
        <w:t>360.2744</w:t>
      </w:r>
      <w:r>
        <w:tab/>
        <w:t>2.025e0</w:t>
      </w:r>
    </w:p>
    <w:p w:rsidR="006974AE" w:rsidRDefault="006974AE" w:rsidP="006974AE">
      <w:r>
        <w:t>360.2911</w:t>
      </w:r>
      <w:r>
        <w:tab/>
        <w:t>1.013e0</w:t>
      </w:r>
    </w:p>
    <w:p w:rsidR="006974AE" w:rsidRDefault="006974AE" w:rsidP="006974AE">
      <w:r>
        <w:t>360.2950</w:t>
      </w:r>
      <w:r>
        <w:tab/>
        <w:t>2.025e0</w:t>
      </w:r>
    </w:p>
    <w:p w:rsidR="006974AE" w:rsidRDefault="006974AE" w:rsidP="006974AE">
      <w:r>
        <w:t>360.3070</w:t>
      </w:r>
      <w:r>
        <w:tab/>
        <w:t>2.025e0</w:t>
      </w:r>
    </w:p>
    <w:p w:rsidR="006974AE" w:rsidRDefault="006974AE" w:rsidP="006974AE">
      <w:r>
        <w:t>360.3251</w:t>
      </w:r>
      <w:r>
        <w:tab/>
        <w:t>2.025e0</w:t>
      </w:r>
    </w:p>
    <w:p w:rsidR="006974AE" w:rsidRDefault="006974AE" w:rsidP="006974AE">
      <w:r>
        <w:t>360.3278</w:t>
      </w:r>
      <w:r>
        <w:tab/>
        <w:t>1.013e0</w:t>
      </w:r>
    </w:p>
    <w:p w:rsidR="006974AE" w:rsidRDefault="006974AE" w:rsidP="006974AE">
      <w:r>
        <w:lastRenderedPageBreak/>
        <w:t>360.3366</w:t>
      </w:r>
      <w:r>
        <w:tab/>
        <w:t>1.013e0</w:t>
      </w:r>
    </w:p>
    <w:p w:rsidR="006974AE" w:rsidRDefault="006974AE" w:rsidP="006974AE">
      <w:r>
        <w:t>360.3430</w:t>
      </w:r>
      <w:r>
        <w:tab/>
        <w:t>1.013e0</w:t>
      </w:r>
    </w:p>
    <w:p w:rsidR="006974AE" w:rsidRDefault="006974AE" w:rsidP="006974AE">
      <w:r>
        <w:t>360.3489</w:t>
      </w:r>
      <w:r>
        <w:tab/>
        <w:t>1.013e0</w:t>
      </w:r>
    </w:p>
    <w:p w:rsidR="006974AE" w:rsidRDefault="006974AE" w:rsidP="006974AE">
      <w:r>
        <w:t>360.3736</w:t>
      </w:r>
      <w:r>
        <w:tab/>
        <w:t>1.013e0</w:t>
      </w:r>
    </w:p>
    <w:p w:rsidR="006974AE" w:rsidRDefault="006974AE" w:rsidP="006974AE">
      <w:r>
        <w:t>360.3803</w:t>
      </w:r>
      <w:r>
        <w:tab/>
        <w:t>2.025e0</w:t>
      </w:r>
    </w:p>
    <w:p w:rsidR="006974AE" w:rsidRDefault="006974AE" w:rsidP="006974AE">
      <w:r>
        <w:t>360.3817</w:t>
      </w:r>
      <w:r>
        <w:tab/>
        <w:t>1.013e0</w:t>
      </w:r>
    </w:p>
    <w:p w:rsidR="006974AE" w:rsidRDefault="006974AE" w:rsidP="006974AE">
      <w:r>
        <w:t>360.4236</w:t>
      </w:r>
      <w:r>
        <w:tab/>
        <w:t>1.013e0</w:t>
      </w:r>
    </w:p>
    <w:p w:rsidR="006974AE" w:rsidRDefault="006974AE" w:rsidP="006974AE">
      <w:r>
        <w:t>360.4276</w:t>
      </w:r>
      <w:r>
        <w:tab/>
        <w:t>1.013e0</w:t>
      </w:r>
    </w:p>
    <w:p w:rsidR="006974AE" w:rsidRDefault="006974AE" w:rsidP="006974AE">
      <w:r>
        <w:t>360.4584</w:t>
      </w:r>
      <w:r>
        <w:tab/>
        <w:t>1.013e0</w:t>
      </w:r>
    </w:p>
    <w:p w:rsidR="006974AE" w:rsidRDefault="006974AE" w:rsidP="006974AE">
      <w:r>
        <w:t>360.4648</w:t>
      </w:r>
      <w:r>
        <w:tab/>
        <w:t>1.013e0</w:t>
      </w:r>
    </w:p>
    <w:p w:rsidR="006974AE" w:rsidRDefault="006974AE" w:rsidP="006974AE">
      <w:r>
        <w:t>360.4938</w:t>
      </w:r>
      <w:r>
        <w:tab/>
        <w:t>1.013e0</w:t>
      </w:r>
    </w:p>
    <w:p w:rsidR="006974AE" w:rsidRDefault="006974AE" w:rsidP="006974AE">
      <w:r>
        <w:t>360.5103</w:t>
      </w:r>
      <w:r>
        <w:tab/>
        <w:t>2.025e0</w:t>
      </w:r>
    </w:p>
    <w:p w:rsidR="006974AE" w:rsidRDefault="006974AE" w:rsidP="006974AE">
      <w:r>
        <w:t>360.5485</w:t>
      </w:r>
      <w:r>
        <w:tab/>
        <w:t>1.013e0</w:t>
      </w:r>
    </w:p>
    <w:p w:rsidR="006974AE" w:rsidRDefault="006974AE" w:rsidP="006974AE">
      <w:r>
        <w:t>360.5681</w:t>
      </w:r>
      <w:r>
        <w:tab/>
        <w:t>1.013e0</w:t>
      </w:r>
    </w:p>
    <w:p w:rsidR="006974AE" w:rsidRDefault="006974AE" w:rsidP="006974AE">
      <w:r>
        <w:t>360.5837</w:t>
      </w:r>
      <w:r>
        <w:tab/>
        <w:t>2.025e0</w:t>
      </w:r>
    </w:p>
    <w:p w:rsidR="006974AE" w:rsidRDefault="006974AE" w:rsidP="006974AE">
      <w:r>
        <w:t>360.5935</w:t>
      </w:r>
      <w:r>
        <w:tab/>
        <w:t>1.013e0</w:t>
      </w:r>
    </w:p>
    <w:p w:rsidR="006974AE" w:rsidRDefault="006974AE" w:rsidP="006974AE">
      <w:r>
        <w:t>360.6257</w:t>
      </w:r>
      <w:r>
        <w:tab/>
        <w:t>1.013e0</w:t>
      </w:r>
    </w:p>
    <w:p w:rsidR="006974AE" w:rsidRDefault="006974AE" w:rsidP="006974AE">
      <w:r>
        <w:t>360.6396</w:t>
      </w:r>
      <w:r>
        <w:tab/>
        <w:t>2.025e0</w:t>
      </w:r>
    </w:p>
    <w:p w:rsidR="006974AE" w:rsidRDefault="006974AE" w:rsidP="006974AE">
      <w:r>
        <w:t>360.6710</w:t>
      </w:r>
      <w:r>
        <w:tab/>
        <w:t>2.025e0</w:t>
      </w:r>
    </w:p>
    <w:p w:rsidR="006974AE" w:rsidRDefault="006974AE" w:rsidP="006974AE">
      <w:r>
        <w:lastRenderedPageBreak/>
        <w:t>360.6771</w:t>
      </w:r>
      <w:r>
        <w:tab/>
        <w:t>1.013e0</w:t>
      </w:r>
    </w:p>
    <w:p w:rsidR="006974AE" w:rsidRDefault="006974AE" w:rsidP="006974AE">
      <w:r>
        <w:t>360.7724</w:t>
      </w:r>
      <w:r>
        <w:tab/>
        <w:t>1.013e0</w:t>
      </w:r>
    </w:p>
    <w:p w:rsidR="006974AE" w:rsidRDefault="006974AE" w:rsidP="006974AE">
      <w:r>
        <w:t>360.7764</w:t>
      </w:r>
      <w:r>
        <w:tab/>
        <w:t>1.013e0</w:t>
      </w:r>
    </w:p>
    <w:p w:rsidR="006974AE" w:rsidRDefault="006974AE" w:rsidP="006974AE">
      <w:r>
        <w:t>360.8382</w:t>
      </w:r>
      <w:r>
        <w:tab/>
        <w:t>1.013e0</w:t>
      </w:r>
    </w:p>
    <w:p w:rsidR="006974AE" w:rsidRDefault="006974AE" w:rsidP="006974AE">
      <w:r>
        <w:t>360.8773</w:t>
      </w:r>
      <w:r>
        <w:tab/>
        <w:t>1.013e0</w:t>
      </w:r>
    </w:p>
    <w:p w:rsidR="006974AE" w:rsidRDefault="006974AE" w:rsidP="006974AE">
      <w:r>
        <w:t>360.9000</w:t>
      </w:r>
      <w:r>
        <w:tab/>
        <w:t>2.025e0</w:t>
      </w:r>
    </w:p>
    <w:p w:rsidR="006974AE" w:rsidRDefault="006974AE" w:rsidP="006974AE">
      <w:r>
        <w:t>360.9379</w:t>
      </w:r>
      <w:r>
        <w:tab/>
        <w:t>1.013e0</w:t>
      </w:r>
    </w:p>
    <w:p w:rsidR="006974AE" w:rsidRDefault="006974AE" w:rsidP="006974AE">
      <w:r>
        <w:t>361.0045</w:t>
      </w:r>
      <w:r>
        <w:tab/>
        <w:t>1.013e0</w:t>
      </w:r>
    </w:p>
    <w:p w:rsidR="006974AE" w:rsidRDefault="006974AE" w:rsidP="006974AE">
      <w:r>
        <w:t>361.0208</w:t>
      </w:r>
      <w:r>
        <w:tab/>
        <w:t>2.025e0</w:t>
      </w:r>
    </w:p>
    <w:p w:rsidR="006974AE" w:rsidRDefault="006974AE" w:rsidP="006974AE">
      <w:r>
        <w:t>361.0379</w:t>
      </w:r>
      <w:r>
        <w:tab/>
        <w:t>1.013e0</w:t>
      </w:r>
    </w:p>
    <w:p w:rsidR="006974AE" w:rsidRDefault="006974AE" w:rsidP="006974AE">
      <w:r>
        <w:t>361.0752</w:t>
      </w:r>
      <w:r>
        <w:tab/>
        <w:t>2.025e0</w:t>
      </w:r>
    </w:p>
    <w:p w:rsidR="006974AE" w:rsidRDefault="006974AE" w:rsidP="006974AE">
      <w:r>
        <w:t>361.0862</w:t>
      </w:r>
      <w:r>
        <w:tab/>
        <w:t>2.025e0</w:t>
      </w:r>
    </w:p>
    <w:p w:rsidR="006974AE" w:rsidRDefault="006974AE" w:rsidP="006974AE">
      <w:r>
        <w:t>361.1082</w:t>
      </w:r>
      <w:r>
        <w:tab/>
        <w:t>3.038e0</w:t>
      </w:r>
    </w:p>
    <w:p w:rsidR="006974AE" w:rsidRDefault="006974AE" w:rsidP="006974AE">
      <w:r>
        <w:t>361.1208</w:t>
      </w:r>
      <w:r>
        <w:tab/>
        <w:t>1.013e0</w:t>
      </w:r>
    </w:p>
    <w:p w:rsidR="006974AE" w:rsidRDefault="006974AE" w:rsidP="006974AE">
      <w:r>
        <w:t>361.1284</w:t>
      </w:r>
      <w:r>
        <w:tab/>
        <w:t>4.051e0</w:t>
      </w:r>
    </w:p>
    <w:p w:rsidR="006974AE" w:rsidRDefault="006974AE" w:rsidP="006974AE">
      <w:r>
        <w:t>361.1299</w:t>
      </w:r>
      <w:r>
        <w:tab/>
        <w:t>3.038e0</w:t>
      </w:r>
    </w:p>
    <w:p w:rsidR="006974AE" w:rsidRDefault="006974AE" w:rsidP="006974AE">
      <w:r>
        <w:t>361.1339</w:t>
      </w:r>
      <w:r>
        <w:tab/>
        <w:t>3.038e0</w:t>
      </w:r>
    </w:p>
    <w:p w:rsidR="006974AE" w:rsidRDefault="006974AE" w:rsidP="006974AE">
      <w:r>
        <w:t>361.1433</w:t>
      </w:r>
      <w:r>
        <w:tab/>
        <w:t>5.063e0</w:t>
      </w:r>
    </w:p>
    <w:p w:rsidR="006974AE" w:rsidRDefault="006974AE" w:rsidP="006974AE">
      <w:r>
        <w:t>361.1708</w:t>
      </w:r>
      <w:r>
        <w:tab/>
        <w:t>1.013e0</w:t>
      </w:r>
    </w:p>
    <w:p w:rsidR="006974AE" w:rsidRDefault="006974AE" w:rsidP="006974AE">
      <w:r>
        <w:lastRenderedPageBreak/>
        <w:t>361.1862</w:t>
      </w:r>
      <w:r>
        <w:tab/>
        <w:t>1.013e0</w:t>
      </w:r>
    </w:p>
    <w:p w:rsidR="006974AE" w:rsidRDefault="006974AE" w:rsidP="006974AE">
      <w:r>
        <w:t>361.1928</w:t>
      </w:r>
      <w:r>
        <w:tab/>
        <w:t>3.038e0</w:t>
      </w:r>
    </w:p>
    <w:p w:rsidR="006974AE" w:rsidRDefault="006974AE" w:rsidP="006974AE">
      <w:r>
        <w:t>361.1955</w:t>
      </w:r>
      <w:r>
        <w:tab/>
        <w:t>2.025e0</w:t>
      </w:r>
    </w:p>
    <w:p w:rsidR="006974AE" w:rsidRDefault="006974AE" w:rsidP="006974AE">
      <w:r>
        <w:t>361.1995</w:t>
      </w:r>
      <w:r>
        <w:tab/>
        <w:t>1.013e0</w:t>
      </w:r>
    </w:p>
    <w:p w:rsidR="006974AE" w:rsidRDefault="006974AE" w:rsidP="006974AE">
      <w:r>
        <w:t>361.2253</w:t>
      </w:r>
      <w:r>
        <w:tab/>
        <w:t>1.013e0</w:t>
      </w:r>
    </w:p>
    <w:p w:rsidR="006974AE" w:rsidRDefault="006974AE" w:rsidP="006974AE">
      <w:r>
        <w:t>361.2313</w:t>
      </w:r>
      <w:r>
        <w:tab/>
        <w:t>1.013e0</w:t>
      </w:r>
    </w:p>
    <w:p w:rsidR="006974AE" w:rsidRDefault="006974AE" w:rsidP="006974AE">
      <w:r>
        <w:t>361.2414</w:t>
      </w:r>
      <w:r>
        <w:tab/>
        <w:t>3.038e0</w:t>
      </w:r>
    </w:p>
    <w:p w:rsidR="006974AE" w:rsidRDefault="006974AE" w:rsidP="006974AE">
      <w:r>
        <w:t>361.2663</w:t>
      </w:r>
      <w:r>
        <w:tab/>
        <w:t>1.013e0</w:t>
      </w:r>
    </w:p>
    <w:p w:rsidR="006974AE" w:rsidRDefault="006974AE" w:rsidP="006974AE">
      <w:r>
        <w:t>361.2700</w:t>
      </w:r>
      <w:r>
        <w:tab/>
        <w:t>2.025e0</w:t>
      </w:r>
    </w:p>
    <w:p w:rsidR="006974AE" w:rsidRDefault="006974AE" w:rsidP="006974AE">
      <w:r>
        <w:t>361.2764</w:t>
      </w:r>
      <w:r>
        <w:tab/>
        <w:t>1.013e0</w:t>
      </w:r>
    </w:p>
    <w:p w:rsidR="006974AE" w:rsidRDefault="006974AE" w:rsidP="006974AE">
      <w:r>
        <w:t>361.2865</w:t>
      </w:r>
      <w:r>
        <w:tab/>
        <w:t>2.025e0</w:t>
      </w:r>
    </w:p>
    <w:p w:rsidR="006974AE" w:rsidRDefault="006974AE" w:rsidP="006974AE">
      <w:r>
        <w:t>361.3076</w:t>
      </w:r>
      <w:r>
        <w:tab/>
        <w:t>1.013e0</w:t>
      </w:r>
    </w:p>
    <w:p w:rsidR="006974AE" w:rsidRDefault="006974AE" w:rsidP="006974AE">
      <w:r>
        <w:t>361.3220</w:t>
      </w:r>
      <w:r>
        <w:tab/>
        <w:t>2.025e0</w:t>
      </w:r>
    </w:p>
    <w:p w:rsidR="006974AE" w:rsidRDefault="006974AE" w:rsidP="006974AE">
      <w:r>
        <w:t>361.3364</w:t>
      </w:r>
      <w:r>
        <w:tab/>
        <w:t>1.013e0</w:t>
      </w:r>
    </w:p>
    <w:p w:rsidR="006974AE" w:rsidRDefault="006974AE" w:rsidP="006974AE">
      <w:r>
        <w:t>361.3732</w:t>
      </w:r>
      <w:r>
        <w:tab/>
        <w:t>1.013e0</w:t>
      </w:r>
    </w:p>
    <w:p w:rsidR="006974AE" w:rsidRDefault="006974AE" w:rsidP="006974AE">
      <w:r>
        <w:t>361.3865</w:t>
      </w:r>
      <w:r>
        <w:tab/>
        <w:t>1.013e0</w:t>
      </w:r>
    </w:p>
    <w:p w:rsidR="006974AE" w:rsidRDefault="006974AE" w:rsidP="006974AE">
      <w:r>
        <w:t>361.3990</w:t>
      </w:r>
      <w:r>
        <w:tab/>
        <w:t>1.013e0</w:t>
      </w:r>
    </w:p>
    <w:p w:rsidR="006974AE" w:rsidRDefault="006974AE" w:rsidP="006974AE">
      <w:r>
        <w:t>361.4381</w:t>
      </w:r>
      <w:r>
        <w:tab/>
        <w:t>1.013e0</w:t>
      </w:r>
    </w:p>
    <w:p w:rsidR="006974AE" w:rsidRDefault="006974AE" w:rsidP="006974AE">
      <w:r>
        <w:t>361.4426</w:t>
      </w:r>
      <w:r>
        <w:tab/>
        <w:t>2.025e0</w:t>
      </w:r>
    </w:p>
    <w:p w:rsidR="006974AE" w:rsidRDefault="006974AE" w:rsidP="006974AE">
      <w:r>
        <w:lastRenderedPageBreak/>
        <w:t>361.4833</w:t>
      </w:r>
      <w:r>
        <w:tab/>
        <w:t>2.025e0</w:t>
      </w:r>
    </w:p>
    <w:p w:rsidR="006974AE" w:rsidRDefault="006974AE" w:rsidP="006974AE">
      <w:r>
        <w:t>361.4949</w:t>
      </w:r>
      <w:r>
        <w:tab/>
        <w:t>1.013e0</w:t>
      </w:r>
    </w:p>
    <w:p w:rsidR="006974AE" w:rsidRDefault="006974AE" w:rsidP="006974AE">
      <w:r>
        <w:t>361.4984</w:t>
      </w:r>
      <w:r>
        <w:tab/>
        <w:t>1.013e0</w:t>
      </w:r>
    </w:p>
    <w:p w:rsidR="006974AE" w:rsidRDefault="006974AE" w:rsidP="006974AE">
      <w:r>
        <w:t>361.5233</w:t>
      </w:r>
      <w:r>
        <w:tab/>
        <w:t>1.013e0</w:t>
      </w:r>
    </w:p>
    <w:p w:rsidR="006974AE" w:rsidRDefault="006974AE" w:rsidP="006974AE">
      <w:r>
        <w:t>361.5446</w:t>
      </w:r>
      <w:r>
        <w:tab/>
        <w:t>2.025e0</w:t>
      </w:r>
    </w:p>
    <w:p w:rsidR="006974AE" w:rsidRDefault="006974AE" w:rsidP="006974AE">
      <w:r>
        <w:t>361.5542</w:t>
      </w:r>
      <w:r>
        <w:tab/>
        <w:t>1.013e0</w:t>
      </w:r>
    </w:p>
    <w:p w:rsidR="006974AE" w:rsidRDefault="006974AE" w:rsidP="006974AE">
      <w:r>
        <w:t>361.5734</w:t>
      </w:r>
      <w:r>
        <w:tab/>
        <w:t>2.025e0</w:t>
      </w:r>
    </w:p>
    <w:p w:rsidR="006974AE" w:rsidRDefault="006974AE" w:rsidP="006974AE">
      <w:r>
        <w:t>361.5902</w:t>
      </w:r>
      <w:r>
        <w:tab/>
        <w:t>2.025e0</w:t>
      </w:r>
    </w:p>
    <w:p w:rsidR="006974AE" w:rsidRDefault="006974AE" w:rsidP="006974AE">
      <w:r>
        <w:t>361.5938</w:t>
      </w:r>
      <w:r>
        <w:tab/>
        <w:t>1.013e0</w:t>
      </w:r>
    </w:p>
    <w:p w:rsidR="006974AE" w:rsidRDefault="006974AE" w:rsidP="006974AE">
      <w:r>
        <w:t>361.6147</w:t>
      </w:r>
      <w:r>
        <w:tab/>
        <w:t>1.013e0</w:t>
      </w:r>
    </w:p>
    <w:p w:rsidR="006974AE" w:rsidRDefault="006974AE" w:rsidP="006974AE">
      <w:r>
        <w:t>361.6317</w:t>
      </w:r>
      <w:r>
        <w:tab/>
        <w:t>1.013e0</w:t>
      </w:r>
    </w:p>
    <w:p w:rsidR="006974AE" w:rsidRDefault="006974AE" w:rsidP="006974AE">
      <w:r>
        <w:t>361.6570</w:t>
      </w:r>
      <w:r>
        <w:tab/>
        <w:t>1.013e0</w:t>
      </w:r>
    </w:p>
    <w:p w:rsidR="006974AE" w:rsidRDefault="006974AE" w:rsidP="006974AE">
      <w:r>
        <w:t>361.6764</w:t>
      </w:r>
      <w:r>
        <w:tab/>
        <w:t>1.013e0</w:t>
      </w:r>
    </w:p>
    <w:p w:rsidR="006974AE" w:rsidRDefault="006974AE" w:rsidP="006974AE">
      <w:r>
        <w:t>361.7027</w:t>
      </w:r>
      <w:r>
        <w:tab/>
        <w:t>1.013e0</w:t>
      </w:r>
    </w:p>
    <w:p w:rsidR="006974AE" w:rsidRDefault="006974AE" w:rsidP="006974AE">
      <w:r>
        <w:t>361.7479</w:t>
      </w:r>
      <w:r>
        <w:tab/>
        <w:t>1.013e0</w:t>
      </w:r>
    </w:p>
    <w:p w:rsidR="006974AE" w:rsidRDefault="006974AE" w:rsidP="006974AE">
      <w:r>
        <w:t>361.7517</w:t>
      </w:r>
      <w:r>
        <w:tab/>
        <w:t>2.025e0</w:t>
      </w:r>
    </w:p>
    <w:p w:rsidR="006974AE" w:rsidRDefault="006974AE" w:rsidP="006974AE">
      <w:r>
        <w:t>361.7767</w:t>
      </w:r>
      <w:r>
        <w:tab/>
        <w:t>1.013e0</w:t>
      </w:r>
    </w:p>
    <w:p w:rsidR="006974AE" w:rsidRDefault="006974AE" w:rsidP="006974AE">
      <w:r>
        <w:t>361.8548</w:t>
      </w:r>
      <w:r>
        <w:tab/>
        <w:t>2.025e0</w:t>
      </w:r>
    </w:p>
    <w:p w:rsidR="006974AE" w:rsidRDefault="006974AE" w:rsidP="006974AE">
      <w:r>
        <w:t>361.8727</w:t>
      </w:r>
      <w:r>
        <w:tab/>
        <w:t>1.013e0</w:t>
      </w:r>
    </w:p>
    <w:p w:rsidR="006974AE" w:rsidRDefault="006974AE" w:rsidP="006974AE">
      <w:r>
        <w:lastRenderedPageBreak/>
        <w:t>361.8770</w:t>
      </w:r>
      <w:r>
        <w:tab/>
        <w:t>1.013e0</w:t>
      </w:r>
    </w:p>
    <w:p w:rsidR="006974AE" w:rsidRDefault="006974AE" w:rsidP="006974AE">
      <w:r>
        <w:t>361.8830</w:t>
      </w:r>
      <w:r>
        <w:tab/>
        <w:t>1.013e0</w:t>
      </w:r>
    </w:p>
    <w:p w:rsidR="006974AE" w:rsidRDefault="006974AE" w:rsidP="006974AE">
      <w:r>
        <w:t>361.8909</w:t>
      </w:r>
      <w:r>
        <w:tab/>
        <w:t>2.025e0</w:t>
      </w:r>
    </w:p>
    <w:p w:rsidR="006974AE" w:rsidRDefault="006974AE" w:rsidP="006974AE">
      <w:r>
        <w:t>361.9265</w:t>
      </w:r>
      <w:r>
        <w:tab/>
        <w:t>2.025e0</w:t>
      </w:r>
    </w:p>
    <w:p w:rsidR="006974AE" w:rsidRDefault="006974AE" w:rsidP="006974AE">
      <w:r>
        <w:t>361.9347</w:t>
      </w:r>
      <w:r>
        <w:tab/>
        <w:t>1.013e0</w:t>
      </w:r>
    </w:p>
    <w:p w:rsidR="006974AE" w:rsidRDefault="006974AE" w:rsidP="006974AE">
      <w:r>
        <w:t>361.9366</w:t>
      </w:r>
      <w:r>
        <w:tab/>
        <w:t>5.063e0</w:t>
      </w:r>
    </w:p>
    <w:p w:rsidR="006974AE" w:rsidRDefault="006974AE" w:rsidP="006974AE">
      <w:r>
        <w:t>361.9602</w:t>
      </w:r>
      <w:r>
        <w:tab/>
        <w:t>1.013e0</w:t>
      </w:r>
    </w:p>
    <w:p w:rsidR="006974AE" w:rsidRDefault="006974AE" w:rsidP="006974AE">
      <w:r>
        <w:t>361.9675</w:t>
      </w:r>
      <w:r>
        <w:tab/>
        <w:t>2.025e0</w:t>
      </w:r>
    </w:p>
    <w:p w:rsidR="006974AE" w:rsidRDefault="006974AE" w:rsidP="006974AE">
      <w:r>
        <w:t>362.0010</w:t>
      </w:r>
      <w:r>
        <w:tab/>
        <w:t>4.051e0</w:t>
      </w:r>
    </w:p>
    <w:p w:rsidR="006974AE" w:rsidRDefault="006974AE" w:rsidP="006974AE">
      <w:r>
        <w:t>362.0342</w:t>
      </w:r>
      <w:r>
        <w:tab/>
        <w:t>1.013e0</w:t>
      </w:r>
    </w:p>
    <w:p w:rsidR="006974AE" w:rsidRDefault="006974AE" w:rsidP="006974AE">
      <w:r>
        <w:t>362.0514</w:t>
      </w:r>
      <w:r>
        <w:tab/>
        <w:t>1.013e0</w:t>
      </w:r>
    </w:p>
    <w:p w:rsidR="006974AE" w:rsidRDefault="006974AE" w:rsidP="006974AE">
      <w:r>
        <w:t>362.0638</w:t>
      </w:r>
      <w:r>
        <w:tab/>
        <w:t>1.013e0</w:t>
      </w:r>
    </w:p>
    <w:p w:rsidR="006974AE" w:rsidRDefault="006974AE" w:rsidP="006974AE">
      <w:r>
        <w:t>362.0703</w:t>
      </w:r>
      <w:r>
        <w:tab/>
        <w:t>1.013e0</w:t>
      </w:r>
    </w:p>
    <w:p w:rsidR="006974AE" w:rsidRDefault="006974AE" w:rsidP="006974AE">
      <w:r>
        <w:t>362.0832</w:t>
      </w:r>
      <w:r>
        <w:tab/>
        <w:t>2.025e0</w:t>
      </w:r>
    </w:p>
    <w:p w:rsidR="006974AE" w:rsidRDefault="006974AE" w:rsidP="006974AE">
      <w:r>
        <w:t>362.0842</w:t>
      </w:r>
      <w:r>
        <w:tab/>
        <w:t>1.013e0</w:t>
      </w:r>
    </w:p>
    <w:p w:rsidR="006974AE" w:rsidRDefault="006974AE" w:rsidP="006974AE">
      <w:r>
        <w:t>362.0961</w:t>
      </w:r>
      <w:r>
        <w:tab/>
        <w:t>2.025e0</w:t>
      </w:r>
    </w:p>
    <w:p w:rsidR="006974AE" w:rsidRDefault="006974AE" w:rsidP="006974AE">
      <w:r>
        <w:t>362.1160</w:t>
      </w:r>
      <w:r>
        <w:tab/>
        <w:t>2.025e0</w:t>
      </w:r>
    </w:p>
    <w:p w:rsidR="006974AE" w:rsidRDefault="006974AE" w:rsidP="006974AE">
      <w:r>
        <w:t>362.1224</w:t>
      </w:r>
      <w:r>
        <w:tab/>
        <w:t>2.025e0</w:t>
      </w:r>
    </w:p>
    <w:p w:rsidR="006974AE" w:rsidRDefault="006974AE" w:rsidP="006974AE">
      <w:r>
        <w:t>362.1343</w:t>
      </w:r>
      <w:r>
        <w:tab/>
        <w:t>2.025e0</w:t>
      </w:r>
    </w:p>
    <w:p w:rsidR="006974AE" w:rsidRDefault="006974AE" w:rsidP="006974AE">
      <w:r>
        <w:lastRenderedPageBreak/>
        <w:t>362.1700</w:t>
      </w:r>
      <w:r>
        <w:tab/>
        <w:t>7.089e0</w:t>
      </w:r>
    </w:p>
    <w:p w:rsidR="006974AE" w:rsidRDefault="006974AE" w:rsidP="006974AE">
      <w:r>
        <w:t>362.1718</w:t>
      </w:r>
      <w:r>
        <w:tab/>
        <w:t>1.013e0</w:t>
      </w:r>
    </w:p>
    <w:p w:rsidR="006974AE" w:rsidRDefault="006974AE" w:rsidP="006974AE">
      <w:r>
        <w:t>362.1737</w:t>
      </w:r>
      <w:r>
        <w:tab/>
        <w:t>4.051e0</w:t>
      </w:r>
    </w:p>
    <w:p w:rsidR="006974AE" w:rsidRDefault="006974AE" w:rsidP="006974AE">
      <w:r>
        <w:t>362.1774</w:t>
      </w:r>
      <w:r>
        <w:tab/>
        <w:t>8.892e0</w:t>
      </w:r>
    </w:p>
    <w:p w:rsidR="006974AE" w:rsidRDefault="006974AE" w:rsidP="006974AE">
      <w:r>
        <w:t>362.1806</w:t>
      </w:r>
      <w:r>
        <w:tab/>
        <w:t>2.025e0</w:t>
      </w:r>
    </w:p>
    <w:p w:rsidR="006974AE" w:rsidRDefault="006974AE" w:rsidP="006974AE">
      <w:r>
        <w:t>362.1871</w:t>
      </w:r>
      <w:r>
        <w:tab/>
        <w:t>1.013e0</w:t>
      </w:r>
    </w:p>
    <w:p w:rsidR="006974AE" w:rsidRDefault="006974AE" w:rsidP="006974AE">
      <w:r>
        <w:t>362.1926</w:t>
      </w:r>
      <w:r>
        <w:tab/>
        <w:t>4.051e0</w:t>
      </w:r>
    </w:p>
    <w:p w:rsidR="006974AE" w:rsidRDefault="006974AE" w:rsidP="006974AE">
      <w:r>
        <w:t>362.1948</w:t>
      </w:r>
      <w:r>
        <w:tab/>
        <w:t>5.063e0</w:t>
      </w:r>
    </w:p>
    <w:p w:rsidR="006974AE" w:rsidRDefault="006974AE" w:rsidP="006974AE">
      <w:r>
        <w:t>362.2176</w:t>
      </w:r>
      <w:r>
        <w:tab/>
        <w:t>1.013e0</w:t>
      </w:r>
    </w:p>
    <w:p w:rsidR="006974AE" w:rsidRDefault="006974AE" w:rsidP="006974AE">
      <w:r>
        <w:t>362.2254</w:t>
      </w:r>
      <w:r>
        <w:tab/>
        <w:t>1.013e0</w:t>
      </w:r>
    </w:p>
    <w:p w:rsidR="006974AE" w:rsidRDefault="006974AE" w:rsidP="006974AE">
      <w:r>
        <w:t>362.2318</w:t>
      </w:r>
      <w:r>
        <w:tab/>
        <w:t>1.013e0</w:t>
      </w:r>
    </w:p>
    <w:p w:rsidR="006974AE" w:rsidRDefault="006974AE" w:rsidP="006974AE">
      <w:r>
        <w:t>362.2462</w:t>
      </w:r>
      <w:r>
        <w:tab/>
        <w:t>3.038e0</w:t>
      </w:r>
    </w:p>
    <w:p w:rsidR="006974AE" w:rsidRDefault="006974AE" w:rsidP="006974AE">
      <w:r>
        <w:t>362.2917</w:t>
      </w:r>
      <w:r>
        <w:tab/>
        <w:t>4.051e0</w:t>
      </w:r>
    </w:p>
    <w:p w:rsidR="006974AE" w:rsidRDefault="006974AE" w:rsidP="006974AE">
      <w:r>
        <w:t>362.2969</w:t>
      </w:r>
      <w:r>
        <w:tab/>
        <w:t>1.013e0</w:t>
      </w:r>
    </w:p>
    <w:p w:rsidR="006974AE" w:rsidRDefault="006974AE" w:rsidP="006974AE">
      <w:r>
        <w:t>362.3092</w:t>
      </w:r>
      <w:r>
        <w:tab/>
        <w:t>1.013e0</w:t>
      </w:r>
    </w:p>
    <w:p w:rsidR="006974AE" w:rsidRDefault="006974AE" w:rsidP="006974AE">
      <w:r>
        <w:t>362.3131</w:t>
      </w:r>
      <w:r>
        <w:tab/>
        <w:t>1.013e0</w:t>
      </w:r>
    </w:p>
    <w:p w:rsidR="006974AE" w:rsidRDefault="006974AE" w:rsidP="006974AE">
      <w:r>
        <w:t>362.3182</w:t>
      </w:r>
      <w:r>
        <w:tab/>
        <w:t>2.025e0</w:t>
      </w:r>
    </w:p>
    <w:p w:rsidR="006974AE" w:rsidRDefault="006974AE" w:rsidP="006974AE">
      <w:r>
        <w:t>362.3224</w:t>
      </w:r>
      <w:r>
        <w:tab/>
        <w:t>1.013e0</w:t>
      </w:r>
    </w:p>
    <w:p w:rsidR="006974AE" w:rsidRDefault="006974AE" w:rsidP="006974AE">
      <w:r>
        <w:t>362.3293</w:t>
      </w:r>
      <w:r>
        <w:tab/>
        <w:t>1.013e0</w:t>
      </w:r>
    </w:p>
    <w:p w:rsidR="006974AE" w:rsidRDefault="006974AE" w:rsidP="006974AE">
      <w:r>
        <w:lastRenderedPageBreak/>
        <w:t>362.3625</w:t>
      </w:r>
      <w:r>
        <w:tab/>
        <w:t>2.025e0</w:t>
      </w:r>
    </w:p>
    <w:p w:rsidR="006974AE" w:rsidRDefault="006974AE" w:rsidP="006974AE">
      <w:r>
        <w:t>362.3935</w:t>
      </w:r>
      <w:r>
        <w:tab/>
        <w:t>1.013e0</w:t>
      </w:r>
    </w:p>
    <w:p w:rsidR="006974AE" w:rsidRDefault="006974AE" w:rsidP="006974AE">
      <w:r>
        <w:t>362.4109</w:t>
      </w:r>
      <w:r>
        <w:tab/>
        <w:t>2.025e0</w:t>
      </w:r>
    </w:p>
    <w:p w:rsidR="006974AE" w:rsidRDefault="006974AE" w:rsidP="006974AE">
      <w:r>
        <w:t>362.4251</w:t>
      </w:r>
      <w:r>
        <w:tab/>
        <w:t>1.013e0</w:t>
      </w:r>
    </w:p>
    <w:p w:rsidR="006974AE" w:rsidRDefault="006974AE" w:rsidP="006974AE">
      <w:r>
        <w:t>362.4452</w:t>
      </w:r>
      <w:r>
        <w:tab/>
        <w:t>1.013e0</w:t>
      </w:r>
    </w:p>
    <w:p w:rsidR="006974AE" w:rsidRDefault="006974AE" w:rsidP="006974AE">
      <w:r>
        <w:t>362.4564</w:t>
      </w:r>
      <w:r>
        <w:tab/>
        <w:t>2.025e0</w:t>
      </w:r>
    </w:p>
    <w:p w:rsidR="006974AE" w:rsidRDefault="006974AE" w:rsidP="006974AE">
      <w:r>
        <w:t>362.4651</w:t>
      </w:r>
      <w:r>
        <w:tab/>
        <w:t>1.013e0</w:t>
      </w:r>
    </w:p>
    <w:p w:rsidR="006974AE" w:rsidRDefault="006974AE" w:rsidP="006974AE">
      <w:r>
        <w:t>362.4905</w:t>
      </w:r>
      <w:r>
        <w:tab/>
        <w:t>1.013e0</w:t>
      </w:r>
    </w:p>
    <w:p w:rsidR="006974AE" w:rsidRDefault="006974AE" w:rsidP="006974AE">
      <w:r>
        <w:t>362.5001</w:t>
      </w:r>
      <w:r>
        <w:tab/>
        <w:t>2.025e0</w:t>
      </w:r>
    </w:p>
    <w:p w:rsidR="006974AE" w:rsidRDefault="006974AE" w:rsidP="006974AE">
      <w:r>
        <w:t>362.5103</w:t>
      </w:r>
      <w:r>
        <w:tab/>
        <w:t>1.013e0</w:t>
      </w:r>
    </w:p>
    <w:p w:rsidR="006974AE" w:rsidRDefault="006974AE" w:rsidP="006974AE">
      <w:r>
        <w:t>362.5458</w:t>
      </w:r>
      <w:r>
        <w:tab/>
        <w:t>1.013e0</w:t>
      </w:r>
    </w:p>
    <w:p w:rsidR="006974AE" w:rsidRDefault="006974AE" w:rsidP="006974AE">
      <w:r>
        <w:t>362.5750</w:t>
      </w:r>
      <w:r>
        <w:tab/>
        <w:t>1.013e0</w:t>
      </w:r>
    </w:p>
    <w:p w:rsidR="006974AE" w:rsidRDefault="006974AE" w:rsidP="006974AE">
      <w:r>
        <w:t>362.6069</w:t>
      </w:r>
      <w:r>
        <w:tab/>
        <w:t>2.025e0</w:t>
      </w:r>
    </w:p>
    <w:p w:rsidR="006974AE" w:rsidRDefault="006974AE" w:rsidP="006974AE">
      <w:r>
        <w:t>362.6228</w:t>
      </w:r>
      <w:r>
        <w:tab/>
        <w:t>2.025e0</w:t>
      </w:r>
    </w:p>
    <w:p w:rsidR="006974AE" w:rsidRDefault="006974AE" w:rsidP="006974AE">
      <w:r>
        <w:t>362.6366</w:t>
      </w:r>
      <w:r>
        <w:tab/>
        <w:t>2.025e0</w:t>
      </w:r>
    </w:p>
    <w:p w:rsidR="006974AE" w:rsidRDefault="006974AE" w:rsidP="006974AE">
      <w:r>
        <w:t>362.6582</w:t>
      </w:r>
      <w:r>
        <w:tab/>
        <w:t>1.013e0</w:t>
      </w:r>
    </w:p>
    <w:p w:rsidR="006974AE" w:rsidRDefault="006974AE" w:rsidP="006974AE">
      <w:r>
        <w:t>362.6825</w:t>
      </w:r>
      <w:r>
        <w:tab/>
        <w:t>1.013e0</w:t>
      </w:r>
    </w:p>
    <w:p w:rsidR="006974AE" w:rsidRDefault="006974AE" w:rsidP="006974AE">
      <w:r>
        <w:t>362.7173</w:t>
      </w:r>
      <w:r>
        <w:tab/>
        <w:t>1.013e0</w:t>
      </w:r>
    </w:p>
    <w:p w:rsidR="006974AE" w:rsidRDefault="006974AE" w:rsidP="006974AE">
      <w:r>
        <w:t>362.7818</w:t>
      </w:r>
      <w:r>
        <w:tab/>
        <w:t>1.013e0</w:t>
      </w:r>
    </w:p>
    <w:p w:rsidR="006974AE" w:rsidRDefault="006974AE" w:rsidP="006974AE">
      <w:r>
        <w:lastRenderedPageBreak/>
        <w:t>362.7885</w:t>
      </w:r>
      <w:r>
        <w:tab/>
        <w:t>1.013e0</w:t>
      </w:r>
    </w:p>
    <w:p w:rsidR="006974AE" w:rsidRDefault="006974AE" w:rsidP="006974AE">
      <w:r>
        <w:t>362.9113</w:t>
      </w:r>
      <w:r>
        <w:tab/>
        <w:t>2.025e0</w:t>
      </w:r>
    </w:p>
    <w:p w:rsidR="006974AE" w:rsidRDefault="006974AE" w:rsidP="006974AE">
      <w:r>
        <w:t>362.9305</w:t>
      </w:r>
      <w:r>
        <w:tab/>
        <w:t>1.013e0</w:t>
      </w:r>
    </w:p>
    <w:p w:rsidR="006974AE" w:rsidRDefault="006974AE" w:rsidP="006974AE">
      <w:r>
        <w:t>362.9363</w:t>
      </w:r>
      <w:r>
        <w:tab/>
        <w:t>1.013e0</w:t>
      </w:r>
    </w:p>
    <w:p w:rsidR="006974AE" w:rsidRDefault="006974AE" w:rsidP="006974AE">
      <w:r>
        <w:t>362.9383</w:t>
      </w:r>
      <w:r>
        <w:tab/>
        <w:t>3.038e0</w:t>
      </w:r>
    </w:p>
    <w:p w:rsidR="006974AE" w:rsidRDefault="006974AE" w:rsidP="006974AE">
      <w:r>
        <w:t>362.9504</w:t>
      </w:r>
      <w:r>
        <w:tab/>
        <w:t>1.013e0</w:t>
      </w:r>
    </w:p>
    <w:p w:rsidR="006974AE" w:rsidRDefault="006974AE" w:rsidP="006974AE">
      <w:r>
        <w:t>362.9651</w:t>
      </w:r>
      <w:r>
        <w:tab/>
        <w:t>1.013e0</w:t>
      </w:r>
    </w:p>
    <w:p w:rsidR="006974AE" w:rsidRDefault="006974AE" w:rsidP="006974AE">
      <w:r>
        <w:t>363.0073</w:t>
      </w:r>
      <w:r>
        <w:tab/>
        <w:t>1.013e0</w:t>
      </w:r>
    </w:p>
    <w:p w:rsidR="006974AE" w:rsidRDefault="006974AE" w:rsidP="006974AE">
      <w:r>
        <w:t>363.0096</w:t>
      </w:r>
      <w:r>
        <w:tab/>
        <w:t>3.038e0</w:t>
      </w:r>
    </w:p>
    <w:p w:rsidR="006974AE" w:rsidRDefault="006974AE" w:rsidP="006974AE">
      <w:r>
        <w:t>363.0108</w:t>
      </w:r>
      <w:r>
        <w:tab/>
        <w:t>2.025e0</w:t>
      </w:r>
    </w:p>
    <w:p w:rsidR="006974AE" w:rsidRDefault="006974AE" w:rsidP="006974AE">
      <w:r>
        <w:t>363.0147</w:t>
      </w:r>
      <w:r>
        <w:tab/>
        <w:t>1.013e0</w:t>
      </w:r>
    </w:p>
    <w:p w:rsidR="006974AE" w:rsidRDefault="006974AE" w:rsidP="006974AE">
      <w:r>
        <w:t>363.0527</w:t>
      </w:r>
      <w:r>
        <w:tab/>
        <w:t>1.013e0</w:t>
      </w:r>
    </w:p>
    <w:p w:rsidR="006974AE" w:rsidRDefault="006974AE" w:rsidP="006974AE">
      <w:r>
        <w:t>363.0570</w:t>
      </w:r>
      <w:r>
        <w:tab/>
        <w:t>1.013e0</w:t>
      </w:r>
    </w:p>
    <w:p w:rsidR="006974AE" w:rsidRDefault="006974AE" w:rsidP="006974AE">
      <w:r>
        <w:t>363.0641</w:t>
      </w:r>
      <w:r>
        <w:tab/>
        <w:t>2.025e0</w:t>
      </w:r>
    </w:p>
    <w:p w:rsidR="006974AE" w:rsidRDefault="006974AE" w:rsidP="006974AE">
      <w:r>
        <w:t>363.0819</w:t>
      </w:r>
      <w:r>
        <w:tab/>
        <w:t>2.025e0</w:t>
      </w:r>
    </w:p>
    <w:p w:rsidR="006974AE" w:rsidRDefault="006974AE" w:rsidP="006974AE">
      <w:r>
        <w:t>363.1067</w:t>
      </w:r>
      <w:r>
        <w:tab/>
        <w:t>2.025e0</w:t>
      </w:r>
    </w:p>
    <w:p w:rsidR="006974AE" w:rsidRDefault="006974AE" w:rsidP="006974AE">
      <w:r>
        <w:t>363.1188</w:t>
      </w:r>
      <w:r>
        <w:tab/>
        <w:t>2.025e0</w:t>
      </w:r>
    </w:p>
    <w:p w:rsidR="006974AE" w:rsidRDefault="006974AE" w:rsidP="006974AE">
      <w:r>
        <w:t>363.1313</w:t>
      </w:r>
      <w:r>
        <w:tab/>
        <w:t>1.013e0</w:t>
      </w:r>
    </w:p>
    <w:p w:rsidR="006974AE" w:rsidRDefault="006974AE" w:rsidP="006974AE">
      <w:r>
        <w:t>363.1389</w:t>
      </w:r>
      <w:r>
        <w:tab/>
        <w:t>3.754e0</w:t>
      </w:r>
    </w:p>
    <w:p w:rsidR="006974AE" w:rsidRDefault="006974AE" w:rsidP="006974AE">
      <w:r>
        <w:lastRenderedPageBreak/>
        <w:t>363.1595</w:t>
      </w:r>
      <w:r>
        <w:tab/>
        <w:t>3.038e0</w:t>
      </w:r>
    </w:p>
    <w:p w:rsidR="006974AE" w:rsidRDefault="006974AE" w:rsidP="006974AE">
      <w:r>
        <w:t>363.1636</w:t>
      </w:r>
      <w:r>
        <w:tab/>
        <w:t>1.013e0</w:t>
      </w:r>
    </w:p>
    <w:p w:rsidR="006974AE" w:rsidRDefault="006974AE" w:rsidP="006974AE">
      <w:r>
        <w:t>363.1680</w:t>
      </w:r>
      <w:r>
        <w:tab/>
        <w:t>3.038e0</w:t>
      </w:r>
    </w:p>
    <w:p w:rsidR="006974AE" w:rsidRDefault="006974AE" w:rsidP="006974AE">
      <w:r>
        <w:t>363.1831</w:t>
      </w:r>
      <w:r>
        <w:tab/>
        <w:t>1.013e0</w:t>
      </w:r>
    </w:p>
    <w:p w:rsidR="006974AE" w:rsidRDefault="006974AE" w:rsidP="006974AE">
      <w:r>
        <w:t>363.1872</w:t>
      </w:r>
      <w:r>
        <w:tab/>
        <w:t>2.025e0</w:t>
      </w:r>
    </w:p>
    <w:p w:rsidR="006974AE" w:rsidRDefault="006974AE" w:rsidP="006974AE">
      <w:r>
        <w:t>363.1917</w:t>
      </w:r>
      <w:r>
        <w:tab/>
        <w:t>2.025e0</w:t>
      </w:r>
    </w:p>
    <w:p w:rsidR="006974AE" w:rsidRDefault="006974AE" w:rsidP="006974AE">
      <w:r>
        <w:t>363.1960</w:t>
      </w:r>
      <w:r>
        <w:tab/>
        <w:t>3.038e0</w:t>
      </w:r>
    </w:p>
    <w:p w:rsidR="006974AE" w:rsidRDefault="006974AE" w:rsidP="006974AE">
      <w:r>
        <w:t>363.2264</w:t>
      </w:r>
      <w:r>
        <w:tab/>
        <w:t>2.025e0</w:t>
      </w:r>
    </w:p>
    <w:p w:rsidR="006974AE" w:rsidRDefault="006974AE" w:rsidP="006974AE">
      <w:r>
        <w:t>363.2419</w:t>
      </w:r>
      <w:r>
        <w:tab/>
        <w:t>3.038e0</w:t>
      </w:r>
    </w:p>
    <w:p w:rsidR="006974AE" w:rsidRDefault="006974AE" w:rsidP="006974AE">
      <w:r>
        <w:t>363.2479</w:t>
      </w:r>
      <w:r>
        <w:tab/>
        <w:t>1.013e0</w:t>
      </w:r>
    </w:p>
    <w:p w:rsidR="006974AE" w:rsidRDefault="006974AE" w:rsidP="006974AE">
      <w:r>
        <w:t>363.2731</w:t>
      </w:r>
      <w:r>
        <w:tab/>
        <w:t>2.025e0</w:t>
      </w:r>
    </w:p>
    <w:p w:rsidR="006974AE" w:rsidRDefault="006974AE" w:rsidP="006974AE">
      <w:r>
        <w:t>363.3065</w:t>
      </w:r>
      <w:r>
        <w:tab/>
        <w:t>3.038e0</w:t>
      </w:r>
    </w:p>
    <w:p w:rsidR="006974AE" w:rsidRDefault="006974AE" w:rsidP="006974AE">
      <w:r>
        <w:t>363.3106</w:t>
      </w:r>
      <w:r>
        <w:tab/>
        <w:t>3.038e0</w:t>
      </w:r>
    </w:p>
    <w:p w:rsidR="006974AE" w:rsidRDefault="006974AE" w:rsidP="006974AE">
      <w:r>
        <w:t>363.3140</w:t>
      </w:r>
      <w:r>
        <w:tab/>
        <w:t>4.051e0</w:t>
      </w:r>
    </w:p>
    <w:p w:rsidR="006974AE" w:rsidRDefault="006974AE" w:rsidP="006974AE">
      <w:r>
        <w:t>363.3520</w:t>
      </w:r>
      <w:r>
        <w:tab/>
        <w:t>1.013e0</w:t>
      </w:r>
    </w:p>
    <w:p w:rsidR="006974AE" w:rsidRDefault="006974AE" w:rsidP="006974AE">
      <w:r>
        <w:t>363.3562</w:t>
      </w:r>
      <w:r>
        <w:tab/>
        <w:t>2.025e0</w:t>
      </w:r>
    </w:p>
    <w:p w:rsidR="006974AE" w:rsidRDefault="006974AE" w:rsidP="006974AE">
      <w:r>
        <w:t>363.3645</w:t>
      </w:r>
      <w:r>
        <w:tab/>
        <w:t>1.013e0</w:t>
      </w:r>
    </w:p>
    <w:p w:rsidR="006974AE" w:rsidRDefault="006974AE" w:rsidP="006974AE">
      <w:r>
        <w:t>363.3909</w:t>
      </w:r>
      <w:r>
        <w:tab/>
        <w:t>1.013e0</w:t>
      </w:r>
    </w:p>
    <w:p w:rsidR="006974AE" w:rsidRDefault="006974AE" w:rsidP="006974AE">
      <w:r>
        <w:t>363.4684</w:t>
      </w:r>
      <w:r>
        <w:tab/>
        <w:t>4.051e0</w:t>
      </w:r>
    </w:p>
    <w:p w:rsidR="006974AE" w:rsidRDefault="006974AE" w:rsidP="006974AE">
      <w:r>
        <w:lastRenderedPageBreak/>
        <w:t>363.4881</w:t>
      </w:r>
      <w:r>
        <w:tab/>
        <w:t>1.013e0</w:t>
      </w:r>
    </w:p>
    <w:p w:rsidR="006974AE" w:rsidRDefault="006974AE" w:rsidP="006974AE">
      <w:r>
        <w:t>363.5011</w:t>
      </w:r>
      <w:r>
        <w:tab/>
        <w:t>1.013e0</w:t>
      </w:r>
    </w:p>
    <w:p w:rsidR="006974AE" w:rsidRDefault="006974AE" w:rsidP="006974AE">
      <w:r>
        <w:t>363.5785</w:t>
      </w:r>
      <w:r>
        <w:tab/>
        <w:t>2.025e0</w:t>
      </w:r>
    </w:p>
    <w:p w:rsidR="006974AE" w:rsidRDefault="006974AE" w:rsidP="006974AE">
      <w:r>
        <w:t>363.5925</w:t>
      </w:r>
      <w:r>
        <w:tab/>
        <w:t>2.025e0</w:t>
      </w:r>
    </w:p>
    <w:p w:rsidR="006974AE" w:rsidRDefault="006974AE" w:rsidP="006974AE">
      <w:r>
        <w:t>363.6044</w:t>
      </w:r>
      <w:r>
        <w:tab/>
        <w:t>1.013e0</w:t>
      </w:r>
    </w:p>
    <w:p w:rsidR="006974AE" w:rsidRDefault="006974AE" w:rsidP="006974AE">
      <w:r>
        <w:t>363.6123</w:t>
      </w:r>
      <w:r>
        <w:tab/>
        <w:t>2.025e0</w:t>
      </w:r>
    </w:p>
    <w:p w:rsidR="006974AE" w:rsidRDefault="006974AE" w:rsidP="006974AE">
      <w:r>
        <w:t>363.6697</w:t>
      </w:r>
      <w:r>
        <w:tab/>
        <w:t>1.013e0</w:t>
      </w:r>
    </w:p>
    <w:p w:rsidR="006974AE" w:rsidRDefault="006974AE" w:rsidP="006974AE">
      <w:r>
        <w:t>363.6762</w:t>
      </w:r>
      <w:r>
        <w:tab/>
        <w:t>1.013e0</w:t>
      </w:r>
    </w:p>
    <w:p w:rsidR="006974AE" w:rsidRDefault="006974AE" w:rsidP="006974AE">
      <w:r>
        <w:t>363.6804</w:t>
      </w:r>
      <w:r>
        <w:tab/>
        <w:t>1.013e0</w:t>
      </w:r>
    </w:p>
    <w:p w:rsidR="006974AE" w:rsidRDefault="006974AE" w:rsidP="006974AE">
      <w:r>
        <w:t>363.7515</w:t>
      </w:r>
      <w:r>
        <w:tab/>
        <w:t>1.013e0</w:t>
      </w:r>
    </w:p>
    <w:p w:rsidR="006974AE" w:rsidRDefault="006974AE" w:rsidP="006974AE">
      <w:r>
        <w:t>363.7634</w:t>
      </w:r>
      <w:r>
        <w:tab/>
        <w:t>2.025e0</w:t>
      </w:r>
    </w:p>
    <w:p w:rsidR="006974AE" w:rsidRDefault="006974AE" w:rsidP="006974AE">
      <w:r>
        <w:t>363.7666</w:t>
      </w:r>
      <w:r>
        <w:tab/>
        <w:t>1.013e0</w:t>
      </w:r>
    </w:p>
    <w:p w:rsidR="006974AE" w:rsidRDefault="006974AE" w:rsidP="006974AE">
      <w:r>
        <w:t>363.7925</w:t>
      </w:r>
      <w:r>
        <w:tab/>
        <w:t>1.013e0</w:t>
      </w:r>
    </w:p>
    <w:p w:rsidR="006974AE" w:rsidRDefault="006974AE" w:rsidP="006974AE">
      <w:r>
        <w:t>363.8124</w:t>
      </w:r>
      <w:r>
        <w:tab/>
        <w:t>1.013e0</w:t>
      </w:r>
    </w:p>
    <w:p w:rsidR="006974AE" w:rsidRDefault="006974AE" w:rsidP="006974AE">
      <w:r>
        <w:t>363.8183</w:t>
      </w:r>
      <w:r>
        <w:tab/>
        <w:t>1.013e0</w:t>
      </w:r>
    </w:p>
    <w:p w:rsidR="006974AE" w:rsidRDefault="006974AE" w:rsidP="006974AE">
      <w:r>
        <w:t>363.8221</w:t>
      </w:r>
      <w:r>
        <w:tab/>
        <w:t>1.013e0</w:t>
      </w:r>
    </w:p>
    <w:p w:rsidR="006974AE" w:rsidRDefault="006974AE" w:rsidP="006974AE">
      <w:r>
        <w:t>363.8983</w:t>
      </w:r>
      <w:r>
        <w:tab/>
        <w:t>2.025e0</w:t>
      </w:r>
    </w:p>
    <w:p w:rsidR="006974AE" w:rsidRDefault="006974AE" w:rsidP="006974AE">
      <w:r>
        <w:t>363.9098</w:t>
      </w:r>
      <w:r>
        <w:tab/>
        <w:t>1.013e0</w:t>
      </w:r>
    </w:p>
    <w:p w:rsidR="006974AE" w:rsidRDefault="006974AE" w:rsidP="006974AE">
      <w:r>
        <w:t>363.9237</w:t>
      </w:r>
      <w:r>
        <w:tab/>
        <w:t>2.025e0</w:t>
      </w:r>
    </w:p>
    <w:p w:rsidR="006974AE" w:rsidRDefault="006974AE" w:rsidP="006974AE">
      <w:r>
        <w:lastRenderedPageBreak/>
        <w:t>363.9293</w:t>
      </w:r>
      <w:r>
        <w:tab/>
        <w:t>2.025e0</w:t>
      </w:r>
    </w:p>
    <w:p w:rsidR="006974AE" w:rsidRDefault="006974AE" w:rsidP="006974AE">
      <w:r>
        <w:t>363.9347</w:t>
      </w:r>
      <w:r>
        <w:tab/>
        <w:t>1.013e0</w:t>
      </w:r>
    </w:p>
    <w:p w:rsidR="006974AE" w:rsidRDefault="006974AE" w:rsidP="006974AE">
      <w:r>
        <w:t>363.9419</w:t>
      </w:r>
      <w:r>
        <w:tab/>
        <w:t>1.013e0</w:t>
      </w:r>
    </w:p>
    <w:p w:rsidR="006974AE" w:rsidRDefault="006974AE" w:rsidP="006974AE">
      <w:r>
        <w:t>363.9592</w:t>
      </w:r>
      <w:r>
        <w:tab/>
        <w:t>2.025e0</w:t>
      </w:r>
    </w:p>
    <w:p w:rsidR="006974AE" w:rsidRDefault="006974AE" w:rsidP="006974AE">
      <w:r>
        <w:t>363.9603</w:t>
      </w:r>
      <w:r>
        <w:tab/>
        <w:t>3.038e0</w:t>
      </w:r>
    </w:p>
    <w:p w:rsidR="006974AE" w:rsidRDefault="006974AE" w:rsidP="006974AE">
      <w:r>
        <w:t>364.0004</w:t>
      </w:r>
      <w:r>
        <w:tab/>
        <w:t>2.025e0</w:t>
      </w:r>
    </w:p>
    <w:p w:rsidR="006974AE" w:rsidRDefault="006974AE" w:rsidP="006974AE">
      <w:r>
        <w:t>364.0115</w:t>
      </w:r>
      <w:r>
        <w:tab/>
        <w:t>2.025e0</w:t>
      </w:r>
    </w:p>
    <w:p w:rsidR="006974AE" w:rsidRDefault="006974AE" w:rsidP="006974AE">
      <w:r>
        <w:t>364.0139</w:t>
      </w:r>
      <w:r>
        <w:tab/>
        <w:t>2.025e0</w:t>
      </w:r>
    </w:p>
    <w:p w:rsidR="006974AE" w:rsidRDefault="006974AE" w:rsidP="006974AE">
      <w:r>
        <w:t>364.0301</w:t>
      </w:r>
      <w:r>
        <w:tab/>
        <w:t>2.025e0</w:t>
      </w:r>
    </w:p>
    <w:p w:rsidR="006974AE" w:rsidRDefault="006974AE" w:rsidP="006974AE">
      <w:r>
        <w:t>364.0392</w:t>
      </w:r>
      <w:r>
        <w:tab/>
        <w:t>1.013e0</w:t>
      </w:r>
    </w:p>
    <w:p w:rsidR="006974AE" w:rsidRDefault="006974AE" w:rsidP="006974AE">
      <w:r>
        <w:t>364.0794</w:t>
      </w:r>
      <w:r>
        <w:tab/>
        <w:t>1.013e0</w:t>
      </w:r>
    </w:p>
    <w:p w:rsidR="006974AE" w:rsidRDefault="006974AE" w:rsidP="006974AE">
      <w:r>
        <w:t>364.1031</w:t>
      </w:r>
      <w:r>
        <w:tab/>
        <w:t>2.025e0</w:t>
      </w:r>
    </w:p>
    <w:p w:rsidR="006974AE" w:rsidRDefault="006974AE" w:rsidP="006974AE">
      <w:r>
        <w:t>364.1051</w:t>
      </w:r>
      <w:r>
        <w:tab/>
        <w:t>2.025e0</w:t>
      </w:r>
    </w:p>
    <w:p w:rsidR="006974AE" w:rsidRDefault="006974AE" w:rsidP="006974AE">
      <w:r>
        <w:t>364.1286</w:t>
      </w:r>
      <w:r>
        <w:tab/>
        <w:t>2.025e0</w:t>
      </w:r>
    </w:p>
    <w:p w:rsidR="006974AE" w:rsidRDefault="006974AE" w:rsidP="006974AE">
      <w:r>
        <w:t>364.1423</w:t>
      </w:r>
      <w:r>
        <w:tab/>
        <w:t>1.013e0</w:t>
      </w:r>
    </w:p>
    <w:p w:rsidR="006974AE" w:rsidRDefault="006974AE" w:rsidP="006974AE">
      <w:r>
        <w:t>364.1500</w:t>
      </w:r>
      <w:r>
        <w:tab/>
        <w:t>1.013e0</w:t>
      </w:r>
    </w:p>
    <w:p w:rsidR="006974AE" w:rsidRDefault="006974AE" w:rsidP="006974AE">
      <w:r>
        <w:t>364.1820</w:t>
      </w:r>
      <w:r>
        <w:tab/>
        <w:t>1.013e0</w:t>
      </w:r>
    </w:p>
    <w:p w:rsidR="006974AE" w:rsidRDefault="006974AE" w:rsidP="006974AE">
      <w:r>
        <w:t>364.1848</w:t>
      </w:r>
      <w:r>
        <w:tab/>
        <w:t>1.418e1</w:t>
      </w:r>
    </w:p>
    <w:p w:rsidR="006974AE" w:rsidRDefault="006974AE" w:rsidP="006974AE">
      <w:r>
        <w:t>364.1890</w:t>
      </w:r>
      <w:r>
        <w:tab/>
        <w:t>9.114e0</w:t>
      </w:r>
    </w:p>
    <w:p w:rsidR="006974AE" w:rsidRDefault="006974AE" w:rsidP="006974AE">
      <w:r>
        <w:lastRenderedPageBreak/>
        <w:t>364.1909</w:t>
      </w:r>
      <w:r>
        <w:tab/>
        <w:t>1.013e1</w:t>
      </w:r>
    </w:p>
    <w:p w:rsidR="006974AE" w:rsidRDefault="006974AE" w:rsidP="006974AE">
      <w:r>
        <w:t>364.1958</w:t>
      </w:r>
      <w:r>
        <w:tab/>
        <w:t>1.316e1</w:t>
      </w:r>
    </w:p>
    <w:p w:rsidR="006974AE" w:rsidRDefault="006974AE" w:rsidP="006974AE">
      <w:r>
        <w:t>364.1998</w:t>
      </w:r>
      <w:r>
        <w:tab/>
        <w:t>4.051e0</w:t>
      </w:r>
    </w:p>
    <w:p w:rsidR="006974AE" w:rsidRDefault="006974AE" w:rsidP="006974AE">
      <w:r>
        <w:t>364.2377</w:t>
      </w:r>
      <w:r>
        <w:tab/>
        <w:t>1.013e0</w:t>
      </w:r>
    </w:p>
    <w:p w:rsidR="006974AE" w:rsidRDefault="006974AE" w:rsidP="006974AE">
      <w:r>
        <w:t>364.2421</w:t>
      </w:r>
      <w:r>
        <w:tab/>
        <w:t>1.013e0</w:t>
      </w:r>
    </w:p>
    <w:p w:rsidR="006974AE" w:rsidRDefault="006974AE" w:rsidP="006974AE">
      <w:r>
        <w:t>364.2506</w:t>
      </w:r>
      <w:r>
        <w:tab/>
        <w:t>2.025e0</w:t>
      </w:r>
    </w:p>
    <w:p w:rsidR="006974AE" w:rsidRDefault="006974AE" w:rsidP="006974AE">
      <w:r>
        <w:t>364.2537</w:t>
      </w:r>
      <w:r>
        <w:tab/>
        <w:t>2.025e0</w:t>
      </w:r>
    </w:p>
    <w:p w:rsidR="006974AE" w:rsidRDefault="006974AE" w:rsidP="006974AE">
      <w:r>
        <w:t>364.2799</w:t>
      </w:r>
      <w:r>
        <w:tab/>
        <w:t>1.013e0</w:t>
      </w:r>
    </w:p>
    <w:p w:rsidR="006974AE" w:rsidRDefault="006974AE" w:rsidP="006974AE">
      <w:r>
        <w:t>364.3313</w:t>
      </w:r>
      <w:r>
        <w:tab/>
        <w:t>2.025e0</w:t>
      </w:r>
    </w:p>
    <w:p w:rsidR="006974AE" w:rsidRDefault="006974AE" w:rsidP="006974AE">
      <w:r>
        <w:t>364.3338</w:t>
      </w:r>
      <w:r>
        <w:tab/>
        <w:t>1.013e0</w:t>
      </w:r>
    </w:p>
    <w:p w:rsidR="006974AE" w:rsidRDefault="006974AE" w:rsidP="006974AE">
      <w:r>
        <w:t>364.3397</w:t>
      </w:r>
      <w:r>
        <w:tab/>
        <w:t>4.051e0</w:t>
      </w:r>
    </w:p>
    <w:p w:rsidR="006974AE" w:rsidRDefault="006974AE" w:rsidP="006974AE">
      <w:r>
        <w:t>364.3583</w:t>
      </w:r>
      <w:r>
        <w:tab/>
        <w:t>2.025e0</w:t>
      </w:r>
    </w:p>
    <w:p w:rsidR="006974AE" w:rsidRDefault="006974AE" w:rsidP="006974AE">
      <w:r>
        <w:t>364.3647</w:t>
      </w:r>
      <w:r>
        <w:tab/>
        <w:t>2.025e0</w:t>
      </w:r>
    </w:p>
    <w:p w:rsidR="006974AE" w:rsidRDefault="006974AE" w:rsidP="006974AE">
      <w:r>
        <w:t>364.4000</w:t>
      </w:r>
      <w:r>
        <w:tab/>
        <w:t>1.013e0</w:t>
      </w:r>
    </w:p>
    <w:p w:rsidR="006974AE" w:rsidRDefault="006974AE" w:rsidP="006974AE">
      <w:r>
        <w:t>364.4238</w:t>
      </w:r>
      <w:r>
        <w:tab/>
        <w:t>3.038e0</w:t>
      </w:r>
    </w:p>
    <w:p w:rsidR="006974AE" w:rsidRDefault="006974AE" w:rsidP="006974AE">
      <w:r>
        <w:t>364.4358</w:t>
      </w:r>
      <w:r>
        <w:tab/>
        <w:t>2.025e0</w:t>
      </w:r>
    </w:p>
    <w:p w:rsidR="006974AE" w:rsidRDefault="006974AE" w:rsidP="006974AE">
      <w:r>
        <w:t>364.4553</w:t>
      </w:r>
      <w:r>
        <w:tab/>
        <w:t>1.013e0</w:t>
      </w:r>
    </w:p>
    <w:p w:rsidR="006974AE" w:rsidRDefault="006974AE" w:rsidP="006974AE">
      <w:r>
        <w:t>364.4769</w:t>
      </w:r>
      <w:r>
        <w:tab/>
        <w:t>2.025e0</w:t>
      </w:r>
    </w:p>
    <w:p w:rsidR="006974AE" w:rsidRDefault="006974AE" w:rsidP="006974AE">
      <w:r>
        <w:t>364.4956</w:t>
      </w:r>
      <w:r>
        <w:tab/>
        <w:t>1.013e0</w:t>
      </w:r>
    </w:p>
    <w:p w:rsidR="006974AE" w:rsidRDefault="006974AE" w:rsidP="006974AE">
      <w:r>
        <w:lastRenderedPageBreak/>
        <w:t>364.5416</w:t>
      </w:r>
      <w:r>
        <w:tab/>
        <w:t>2.025e0</w:t>
      </w:r>
    </w:p>
    <w:p w:rsidR="006974AE" w:rsidRDefault="006974AE" w:rsidP="006974AE">
      <w:r>
        <w:t>364.5459</w:t>
      </w:r>
      <w:r>
        <w:tab/>
        <w:t>1.013e0</w:t>
      </w:r>
    </w:p>
    <w:p w:rsidR="006974AE" w:rsidRDefault="006974AE" w:rsidP="006974AE">
      <w:r>
        <w:t>364.5534</w:t>
      </w:r>
      <w:r>
        <w:tab/>
        <w:t>2.025e0</w:t>
      </w:r>
    </w:p>
    <w:p w:rsidR="006974AE" w:rsidRDefault="006974AE" w:rsidP="006974AE">
      <w:r>
        <w:t>364.5719</w:t>
      </w:r>
      <w:r>
        <w:tab/>
        <w:t>1.013e0</w:t>
      </w:r>
    </w:p>
    <w:p w:rsidR="006974AE" w:rsidRDefault="006974AE" w:rsidP="006974AE">
      <w:r>
        <w:t>364.5889</w:t>
      </w:r>
      <w:r>
        <w:tab/>
        <w:t>2.025e0</w:t>
      </w:r>
    </w:p>
    <w:p w:rsidR="006974AE" w:rsidRDefault="006974AE" w:rsidP="006974AE">
      <w:r>
        <w:t>364.5918</w:t>
      </w:r>
      <w:r>
        <w:tab/>
        <w:t>1.013e0</w:t>
      </w:r>
    </w:p>
    <w:p w:rsidR="006974AE" w:rsidRDefault="006974AE" w:rsidP="006974AE">
      <w:r>
        <w:t>364.6048</w:t>
      </w:r>
      <w:r>
        <w:tab/>
        <w:t>1.013e0</w:t>
      </w:r>
    </w:p>
    <w:p w:rsidR="006974AE" w:rsidRDefault="006974AE" w:rsidP="006974AE">
      <w:r>
        <w:t>364.6243</w:t>
      </w:r>
      <w:r>
        <w:tab/>
        <w:t>1.013e0</w:t>
      </w:r>
    </w:p>
    <w:p w:rsidR="006974AE" w:rsidRDefault="006974AE" w:rsidP="006974AE">
      <w:r>
        <w:t>364.6694</w:t>
      </w:r>
      <w:r>
        <w:tab/>
        <w:t>1.013e0</w:t>
      </w:r>
    </w:p>
    <w:p w:rsidR="006974AE" w:rsidRDefault="006974AE" w:rsidP="006974AE">
      <w:r>
        <w:t>364.6792</w:t>
      </w:r>
      <w:r>
        <w:tab/>
        <w:t>1.013e0</w:t>
      </w:r>
    </w:p>
    <w:p w:rsidR="006974AE" w:rsidRDefault="006974AE" w:rsidP="006974AE">
      <w:r>
        <w:t>364.7084</w:t>
      </w:r>
      <w:r>
        <w:tab/>
        <w:t>1.013e0</w:t>
      </w:r>
    </w:p>
    <w:p w:rsidR="006974AE" w:rsidRDefault="006974AE" w:rsidP="006974AE">
      <w:r>
        <w:t>364.7245</w:t>
      </w:r>
      <w:r>
        <w:tab/>
        <w:t>1.013e0</w:t>
      </w:r>
    </w:p>
    <w:p w:rsidR="006974AE" w:rsidRDefault="006974AE" w:rsidP="006974AE">
      <w:r>
        <w:t>364.7284</w:t>
      </w:r>
      <w:r>
        <w:tab/>
        <w:t>1.013e0</w:t>
      </w:r>
    </w:p>
    <w:p w:rsidR="006974AE" w:rsidRDefault="006974AE" w:rsidP="006974AE">
      <w:r>
        <w:t>364.7618</w:t>
      </w:r>
      <w:r>
        <w:tab/>
        <w:t>2.025e0</w:t>
      </w:r>
    </w:p>
    <w:p w:rsidR="006974AE" w:rsidRDefault="006974AE" w:rsidP="006974AE">
      <w:r>
        <w:t>364.7668</w:t>
      </w:r>
      <w:r>
        <w:tab/>
        <w:t>2.025e0</w:t>
      </w:r>
    </w:p>
    <w:p w:rsidR="006974AE" w:rsidRDefault="006974AE" w:rsidP="006974AE">
      <w:r>
        <w:t>364.7953</w:t>
      </w:r>
      <w:r>
        <w:tab/>
        <w:t>1.013e0</w:t>
      </w:r>
    </w:p>
    <w:p w:rsidR="006974AE" w:rsidRDefault="006974AE" w:rsidP="006974AE">
      <w:r>
        <w:t>364.8161</w:t>
      </w:r>
      <w:r>
        <w:tab/>
        <w:t>1.013e0</w:t>
      </w:r>
    </w:p>
    <w:p w:rsidR="006974AE" w:rsidRDefault="006974AE" w:rsidP="006974AE">
      <w:r>
        <w:t>364.8180</w:t>
      </w:r>
      <w:r>
        <w:tab/>
        <w:t>2.025e0</w:t>
      </w:r>
    </w:p>
    <w:p w:rsidR="006974AE" w:rsidRDefault="006974AE" w:rsidP="006974AE">
      <w:r>
        <w:t>364.8411</w:t>
      </w:r>
      <w:r>
        <w:tab/>
        <w:t>2.025e0</w:t>
      </w:r>
    </w:p>
    <w:p w:rsidR="006974AE" w:rsidRDefault="006974AE" w:rsidP="006974AE">
      <w:r>
        <w:lastRenderedPageBreak/>
        <w:t>364.8619</w:t>
      </w:r>
      <w:r>
        <w:tab/>
        <w:t>1.013e0</w:t>
      </w:r>
    </w:p>
    <w:p w:rsidR="006974AE" w:rsidRDefault="006974AE" w:rsidP="006974AE">
      <w:r>
        <w:t>364.8656</w:t>
      </w:r>
      <w:r>
        <w:tab/>
        <w:t>2.025e0</w:t>
      </w:r>
    </w:p>
    <w:p w:rsidR="006974AE" w:rsidRDefault="006974AE" w:rsidP="006974AE">
      <w:r>
        <w:t>364.9040</w:t>
      </w:r>
      <w:r>
        <w:tab/>
        <w:t>1.013e0</w:t>
      </w:r>
    </w:p>
    <w:p w:rsidR="006974AE" w:rsidRDefault="006974AE" w:rsidP="006974AE">
      <w:r>
        <w:t>364.9288</w:t>
      </w:r>
      <w:r>
        <w:tab/>
        <w:t>1.013e0</w:t>
      </w:r>
    </w:p>
    <w:p w:rsidR="006974AE" w:rsidRDefault="006974AE" w:rsidP="006974AE">
      <w:r>
        <w:t>364.9489</w:t>
      </w:r>
      <w:r>
        <w:tab/>
        <w:t>2.025e0</w:t>
      </w:r>
    </w:p>
    <w:p w:rsidR="006974AE" w:rsidRDefault="006974AE" w:rsidP="006974AE">
      <w:r>
        <w:t>364.9540</w:t>
      </w:r>
      <w:r>
        <w:tab/>
        <w:t>1.013e0</w:t>
      </w:r>
    </w:p>
    <w:p w:rsidR="006974AE" w:rsidRDefault="006974AE" w:rsidP="006974AE">
      <w:r>
        <w:t>364.9680</w:t>
      </w:r>
      <w:r>
        <w:tab/>
        <w:t>2.025e0</w:t>
      </w:r>
    </w:p>
    <w:p w:rsidR="006974AE" w:rsidRDefault="006974AE" w:rsidP="006974AE">
      <w:r>
        <w:t>364.9691</w:t>
      </w:r>
      <w:r>
        <w:tab/>
        <w:t>1.013e0</w:t>
      </w:r>
    </w:p>
    <w:p w:rsidR="006974AE" w:rsidRDefault="006974AE" w:rsidP="006974AE">
      <w:r>
        <w:t>364.9886</w:t>
      </w:r>
      <w:r>
        <w:tab/>
        <w:t>1.013e0</w:t>
      </w:r>
    </w:p>
    <w:p w:rsidR="006974AE" w:rsidRDefault="006974AE" w:rsidP="006974AE">
      <w:r>
        <w:t>364.9909</w:t>
      </w:r>
      <w:r>
        <w:tab/>
        <w:t>2.025e0</w:t>
      </w:r>
    </w:p>
    <w:p w:rsidR="006974AE" w:rsidRDefault="006974AE" w:rsidP="006974AE">
      <w:r>
        <w:t>364.9935</w:t>
      </w:r>
      <w:r>
        <w:tab/>
        <w:t>2.025e0</w:t>
      </w:r>
    </w:p>
    <w:p w:rsidR="006974AE" w:rsidRDefault="006974AE" w:rsidP="006974AE">
      <w:r>
        <w:t>365.0205</w:t>
      </w:r>
      <w:r>
        <w:tab/>
        <w:t>1.013e0</w:t>
      </w:r>
    </w:p>
    <w:p w:rsidR="006974AE" w:rsidRDefault="006974AE" w:rsidP="006974AE">
      <w:r>
        <w:t>365.0244</w:t>
      </w:r>
      <w:r>
        <w:tab/>
        <w:t>2.025e0</w:t>
      </w:r>
    </w:p>
    <w:p w:rsidR="006974AE" w:rsidRDefault="006974AE" w:rsidP="006974AE">
      <w:r>
        <w:t>365.0337</w:t>
      </w:r>
      <w:r>
        <w:tab/>
        <w:t>1.013e0</w:t>
      </w:r>
    </w:p>
    <w:p w:rsidR="006974AE" w:rsidRDefault="006974AE" w:rsidP="006974AE">
      <w:r>
        <w:t>365.0532</w:t>
      </w:r>
      <w:r>
        <w:tab/>
        <w:t>1.013e0</w:t>
      </w:r>
    </w:p>
    <w:p w:rsidR="006974AE" w:rsidRDefault="006974AE" w:rsidP="006974AE">
      <w:r>
        <w:t>365.0640</w:t>
      </w:r>
      <w:r>
        <w:tab/>
        <w:t>3.038e0</w:t>
      </w:r>
    </w:p>
    <w:p w:rsidR="006974AE" w:rsidRDefault="006974AE" w:rsidP="006974AE">
      <w:r>
        <w:t>365.0910</w:t>
      </w:r>
      <w:r>
        <w:tab/>
        <w:t>1.013e0</w:t>
      </w:r>
    </w:p>
    <w:p w:rsidR="006974AE" w:rsidRDefault="006974AE" w:rsidP="006974AE">
      <w:r>
        <w:t>365.0977</w:t>
      </w:r>
      <w:r>
        <w:tab/>
        <w:t>2.025e0</w:t>
      </w:r>
    </w:p>
    <w:p w:rsidR="006974AE" w:rsidRDefault="006974AE" w:rsidP="006974AE">
      <w:r>
        <w:t>365.1206</w:t>
      </w:r>
      <w:r>
        <w:tab/>
        <w:t>3.038e0</w:t>
      </w:r>
    </w:p>
    <w:p w:rsidR="006974AE" w:rsidRDefault="006974AE" w:rsidP="006974AE">
      <w:r>
        <w:lastRenderedPageBreak/>
        <w:t>365.1234</w:t>
      </w:r>
      <w:r>
        <w:tab/>
        <w:t>2.025e0</w:t>
      </w:r>
    </w:p>
    <w:p w:rsidR="006974AE" w:rsidRDefault="006974AE" w:rsidP="006974AE">
      <w:r>
        <w:t>365.1283</w:t>
      </w:r>
      <w:r>
        <w:tab/>
        <w:t>2.025e0</w:t>
      </w:r>
    </w:p>
    <w:p w:rsidR="006974AE" w:rsidRDefault="006974AE" w:rsidP="006974AE">
      <w:r>
        <w:t>365.1313</w:t>
      </w:r>
      <w:r>
        <w:tab/>
        <w:t>1.013e0</w:t>
      </w:r>
    </w:p>
    <w:p w:rsidR="006974AE" w:rsidRDefault="006974AE" w:rsidP="006974AE">
      <w:r>
        <w:t>365.1375</w:t>
      </w:r>
      <w:r>
        <w:tab/>
        <w:t>2.025e0</w:t>
      </w:r>
    </w:p>
    <w:p w:rsidR="006974AE" w:rsidRDefault="006974AE" w:rsidP="006974AE">
      <w:r>
        <w:t>365.1517</w:t>
      </w:r>
      <w:r>
        <w:tab/>
        <w:t>5.063e0</w:t>
      </w:r>
    </w:p>
    <w:p w:rsidR="006974AE" w:rsidRDefault="006974AE" w:rsidP="006974AE">
      <w:r>
        <w:t>365.1574</w:t>
      </w:r>
      <w:r>
        <w:tab/>
        <w:t>1.013e0</w:t>
      </w:r>
    </w:p>
    <w:p w:rsidR="006974AE" w:rsidRDefault="006974AE" w:rsidP="006974AE">
      <w:r>
        <w:t>365.1588</w:t>
      </w:r>
      <w:r>
        <w:tab/>
        <w:t>6.076e0</w:t>
      </w:r>
    </w:p>
    <w:p w:rsidR="006974AE" w:rsidRDefault="006974AE" w:rsidP="006974AE">
      <w:r>
        <w:t>365.1866</w:t>
      </w:r>
      <w:r>
        <w:tab/>
        <w:t>1.013e0</w:t>
      </w:r>
    </w:p>
    <w:p w:rsidR="006974AE" w:rsidRDefault="006974AE" w:rsidP="006974AE">
      <w:r>
        <w:t>365.1893</w:t>
      </w:r>
      <w:r>
        <w:tab/>
        <w:t>2.025e0</w:t>
      </w:r>
    </w:p>
    <w:p w:rsidR="006974AE" w:rsidRDefault="006974AE" w:rsidP="006974AE">
      <w:r>
        <w:t>365.2018</w:t>
      </w:r>
      <w:r>
        <w:tab/>
        <w:t>9.114e0</w:t>
      </w:r>
    </w:p>
    <w:p w:rsidR="006974AE" w:rsidRDefault="006974AE" w:rsidP="006974AE">
      <w:r>
        <w:t>365.2034</w:t>
      </w:r>
      <w:r>
        <w:tab/>
        <w:t>1.013e0</w:t>
      </w:r>
    </w:p>
    <w:p w:rsidR="006974AE" w:rsidRDefault="006974AE" w:rsidP="006974AE">
      <w:r>
        <w:t>365.2301</w:t>
      </w:r>
      <w:r>
        <w:tab/>
        <w:t>2.025e0</w:t>
      </w:r>
    </w:p>
    <w:p w:rsidR="006974AE" w:rsidRDefault="006974AE" w:rsidP="006974AE">
      <w:r>
        <w:t>365.2324</w:t>
      </w:r>
      <w:r>
        <w:tab/>
        <w:t>1.013e0</w:t>
      </w:r>
    </w:p>
    <w:p w:rsidR="006974AE" w:rsidRDefault="006974AE" w:rsidP="006974AE">
      <w:r>
        <w:t>365.2420</w:t>
      </w:r>
      <w:r>
        <w:tab/>
        <w:t>1.013e0</w:t>
      </w:r>
    </w:p>
    <w:p w:rsidR="006974AE" w:rsidRDefault="006974AE" w:rsidP="006974AE">
      <w:r>
        <w:t>365.2490</w:t>
      </w:r>
      <w:r>
        <w:tab/>
        <w:t>1.013e0</w:t>
      </w:r>
    </w:p>
    <w:p w:rsidR="006974AE" w:rsidRDefault="006974AE" w:rsidP="006974AE">
      <w:r>
        <w:t>365.2538</w:t>
      </w:r>
      <w:r>
        <w:tab/>
        <w:t>1.013e0</w:t>
      </w:r>
    </w:p>
    <w:p w:rsidR="006974AE" w:rsidRDefault="006974AE" w:rsidP="006974AE">
      <w:r>
        <w:t>365.2573</w:t>
      </w:r>
      <w:r>
        <w:tab/>
        <w:t>1.013e0</w:t>
      </w:r>
    </w:p>
    <w:p w:rsidR="006974AE" w:rsidRDefault="006974AE" w:rsidP="006974AE">
      <w:r>
        <w:t>365.2620</w:t>
      </w:r>
      <w:r>
        <w:tab/>
        <w:t>1.013e0</w:t>
      </w:r>
    </w:p>
    <w:p w:rsidR="006974AE" w:rsidRDefault="006974AE" w:rsidP="006974AE">
      <w:r>
        <w:t>365.2991</w:t>
      </w:r>
      <w:r>
        <w:tab/>
        <w:t>1.013e0</w:t>
      </w:r>
    </w:p>
    <w:p w:rsidR="006974AE" w:rsidRDefault="006974AE" w:rsidP="006974AE">
      <w:r>
        <w:lastRenderedPageBreak/>
        <w:t>365.3031</w:t>
      </w:r>
      <w:r>
        <w:tab/>
        <w:t>1.013e0</w:t>
      </w:r>
    </w:p>
    <w:p w:rsidR="006974AE" w:rsidRDefault="006974AE" w:rsidP="006974AE">
      <w:r>
        <w:t>365.3076</w:t>
      </w:r>
      <w:r>
        <w:tab/>
        <w:t>1.013e0</w:t>
      </w:r>
    </w:p>
    <w:p w:rsidR="006974AE" w:rsidRDefault="006974AE" w:rsidP="006974AE">
      <w:r>
        <w:t>365.3206</w:t>
      </w:r>
      <w:r>
        <w:tab/>
        <w:t>1.013e0</w:t>
      </w:r>
    </w:p>
    <w:p w:rsidR="006974AE" w:rsidRDefault="006974AE" w:rsidP="006974AE">
      <w:r>
        <w:t>365.3221</w:t>
      </w:r>
      <w:r>
        <w:tab/>
        <w:t>2.025e0</w:t>
      </w:r>
    </w:p>
    <w:p w:rsidR="006974AE" w:rsidRDefault="006974AE" w:rsidP="006974AE">
      <w:r>
        <w:t>365.3336</w:t>
      </w:r>
      <w:r>
        <w:tab/>
        <w:t>2.025e0</w:t>
      </w:r>
    </w:p>
    <w:p w:rsidR="006974AE" w:rsidRDefault="006974AE" w:rsidP="006974AE">
      <w:r>
        <w:t>365.3853</w:t>
      </w:r>
      <w:r>
        <w:tab/>
        <w:t>1.013e0</w:t>
      </w:r>
    </w:p>
    <w:p w:rsidR="006974AE" w:rsidRDefault="006974AE" w:rsidP="006974AE">
      <w:r>
        <w:t>365.3908</w:t>
      </w:r>
      <w:r>
        <w:tab/>
        <w:t>1.013e0</w:t>
      </w:r>
    </w:p>
    <w:p w:rsidR="006974AE" w:rsidRDefault="006974AE" w:rsidP="006974AE">
      <w:r>
        <w:t>365.4048</w:t>
      </w:r>
      <w:r>
        <w:tab/>
        <w:t>1.013e0</w:t>
      </w:r>
    </w:p>
    <w:p w:rsidR="006974AE" w:rsidRDefault="006974AE" w:rsidP="006974AE">
      <w:r>
        <w:t>365.4407</w:t>
      </w:r>
      <w:r>
        <w:tab/>
        <w:t>2.025e0</w:t>
      </w:r>
    </w:p>
    <w:p w:rsidR="006974AE" w:rsidRDefault="006974AE" w:rsidP="006974AE">
      <w:r>
        <w:t>365.4825</w:t>
      </w:r>
      <w:r>
        <w:tab/>
        <w:t>1.013e0</w:t>
      </w:r>
    </w:p>
    <w:p w:rsidR="006974AE" w:rsidRDefault="006974AE" w:rsidP="006974AE">
      <w:r>
        <w:t>365.5117</w:t>
      </w:r>
      <w:r>
        <w:tab/>
        <w:t>2.025e0</w:t>
      </w:r>
    </w:p>
    <w:p w:rsidR="006974AE" w:rsidRDefault="006974AE" w:rsidP="006974AE">
      <w:r>
        <w:t>365.5156</w:t>
      </w:r>
      <w:r>
        <w:tab/>
        <w:t>1.013e0</w:t>
      </w:r>
    </w:p>
    <w:p w:rsidR="006974AE" w:rsidRDefault="006974AE" w:rsidP="006974AE">
      <w:r>
        <w:t>365.5361</w:t>
      </w:r>
      <w:r>
        <w:tab/>
        <w:t>1.013e0</w:t>
      </w:r>
    </w:p>
    <w:p w:rsidR="006974AE" w:rsidRDefault="006974AE" w:rsidP="006974AE">
      <w:r>
        <w:t>365.5819</w:t>
      </w:r>
      <w:r>
        <w:tab/>
        <w:t>1.013e0</w:t>
      </w:r>
    </w:p>
    <w:p w:rsidR="006974AE" w:rsidRDefault="006974AE" w:rsidP="006974AE">
      <w:r>
        <w:t>365.5890</w:t>
      </w:r>
      <w:r>
        <w:tab/>
        <w:t>2.025e0</w:t>
      </w:r>
    </w:p>
    <w:p w:rsidR="006974AE" w:rsidRDefault="006974AE" w:rsidP="006974AE">
      <w:r>
        <w:t>365.5989</w:t>
      </w:r>
      <w:r>
        <w:tab/>
        <w:t>1.013e0</w:t>
      </w:r>
    </w:p>
    <w:p w:rsidR="006974AE" w:rsidRDefault="006974AE" w:rsidP="006974AE">
      <w:r>
        <w:t>365.6068</w:t>
      </w:r>
      <w:r>
        <w:tab/>
        <w:t>1.013e0</w:t>
      </w:r>
    </w:p>
    <w:p w:rsidR="006974AE" w:rsidRDefault="006974AE" w:rsidP="006974AE">
      <w:r>
        <w:t>365.6525</w:t>
      </w:r>
      <w:r>
        <w:tab/>
        <w:t>1.013e0</w:t>
      </w:r>
    </w:p>
    <w:p w:rsidR="006974AE" w:rsidRDefault="006974AE" w:rsidP="006974AE">
      <w:r>
        <w:t>365.6590</w:t>
      </w:r>
      <w:r>
        <w:tab/>
        <w:t>1.013e0</w:t>
      </w:r>
    </w:p>
    <w:p w:rsidR="006974AE" w:rsidRDefault="006974AE" w:rsidP="006974AE">
      <w:r>
        <w:lastRenderedPageBreak/>
        <w:t>365.6676</w:t>
      </w:r>
      <w:r>
        <w:tab/>
        <w:t>2.025e0</w:t>
      </w:r>
    </w:p>
    <w:p w:rsidR="006974AE" w:rsidRDefault="006974AE" w:rsidP="006974AE">
      <w:r>
        <w:t>365.6988</w:t>
      </w:r>
      <w:r>
        <w:tab/>
        <w:t>1.013e0</w:t>
      </w:r>
    </w:p>
    <w:p w:rsidR="006974AE" w:rsidRDefault="006974AE" w:rsidP="006974AE">
      <w:r>
        <w:t>365.7088</w:t>
      </w:r>
      <w:r>
        <w:tab/>
        <w:t>2.025e0</w:t>
      </w:r>
    </w:p>
    <w:p w:rsidR="006974AE" w:rsidRDefault="006974AE" w:rsidP="006974AE">
      <w:r>
        <w:t>365.7334</w:t>
      </w:r>
      <w:r>
        <w:tab/>
        <w:t>2.025e0</w:t>
      </w:r>
    </w:p>
    <w:p w:rsidR="006974AE" w:rsidRDefault="006974AE" w:rsidP="006974AE">
      <w:r>
        <w:t>365.7502</w:t>
      </w:r>
      <w:r>
        <w:tab/>
        <w:t>1.013e0</w:t>
      </w:r>
    </w:p>
    <w:p w:rsidR="006974AE" w:rsidRDefault="006974AE" w:rsidP="006974AE">
      <w:r>
        <w:t>365.7763</w:t>
      </w:r>
      <w:r>
        <w:tab/>
        <w:t>1.013e0</w:t>
      </w:r>
    </w:p>
    <w:p w:rsidR="006974AE" w:rsidRDefault="006974AE" w:rsidP="006974AE">
      <w:r>
        <w:t>365.8883</w:t>
      </w:r>
      <w:r>
        <w:tab/>
        <w:t>2.025e0</w:t>
      </w:r>
    </w:p>
    <w:p w:rsidR="006974AE" w:rsidRDefault="006974AE" w:rsidP="006974AE">
      <w:r>
        <w:t>365.9031</w:t>
      </w:r>
      <w:r>
        <w:tab/>
        <w:t>3.038e0</w:t>
      </w:r>
    </w:p>
    <w:p w:rsidR="006974AE" w:rsidRDefault="006974AE" w:rsidP="006974AE">
      <w:r>
        <w:t>365.9590</w:t>
      </w:r>
      <w:r>
        <w:tab/>
        <w:t>1.013e0</w:t>
      </w:r>
    </w:p>
    <w:p w:rsidR="006974AE" w:rsidRDefault="006974AE" w:rsidP="006974AE">
      <w:r>
        <w:t>365.9739</w:t>
      </w:r>
      <w:r>
        <w:tab/>
        <w:t>1.013e0</w:t>
      </w:r>
    </w:p>
    <w:p w:rsidR="006974AE" w:rsidRDefault="006974AE" w:rsidP="006974AE">
      <w:r>
        <w:t>365.9856</w:t>
      </w:r>
      <w:r>
        <w:tab/>
        <w:t>4.051e0</w:t>
      </w:r>
    </w:p>
    <w:p w:rsidR="006974AE" w:rsidRDefault="006974AE" w:rsidP="006974AE">
      <w:r>
        <w:t>365.9949</w:t>
      </w:r>
      <w:r>
        <w:tab/>
        <w:t>1.013e0</w:t>
      </w:r>
    </w:p>
    <w:p w:rsidR="006974AE" w:rsidRDefault="006974AE" w:rsidP="006974AE">
      <w:r>
        <w:t>366.0307</w:t>
      </w:r>
      <w:r>
        <w:tab/>
        <w:t>1.013e0</w:t>
      </w:r>
    </w:p>
    <w:p w:rsidR="006974AE" w:rsidRDefault="006974AE" w:rsidP="006974AE">
      <w:r>
        <w:t>366.0440</w:t>
      </w:r>
      <w:r>
        <w:tab/>
        <w:t>1.013e0</w:t>
      </w:r>
    </w:p>
    <w:p w:rsidR="006974AE" w:rsidRDefault="006974AE" w:rsidP="006974AE">
      <w:r>
        <w:t>366.0652</w:t>
      </w:r>
      <w:r>
        <w:tab/>
        <w:t>1.013e0</w:t>
      </w:r>
    </w:p>
    <w:p w:rsidR="006974AE" w:rsidRDefault="006974AE" w:rsidP="006974AE">
      <w:r>
        <w:t>366.1148</w:t>
      </w:r>
      <w:r>
        <w:tab/>
        <w:t>2.025e0</w:t>
      </w:r>
    </w:p>
    <w:p w:rsidR="006974AE" w:rsidRDefault="006974AE" w:rsidP="006974AE">
      <w:r>
        <w:t>366.1221</w:t>
      </w:r>
      <w:r>
        <w:tab/>
        <w:t>1.013e0</w:t>
      </w:r>
    </w:p>
    <w:p w:rsidR="006974AE" w:rsidRDefault="006974AE" w:rsidP="006974AE">
      <w:r>
        <w:t>366.1281</w:t>
      </w:r>
      <w:r>
        <w:tab/>
        <w:t>1.013e0</w:t>
      </w:r>
    </w:p>
    <w:p w:rsidR="006974AE" w:rsidRDefault="006974AE" w:rsidP="006974AE">
      <w:r>
        <w:t>366.1358</w:t>
      </w:r>
      <w:r>
        <w:tab/>
        <w:t>1.013e0</w:t>
      </w:r>
    </w:p>
    <w:p w:rsidR="006974AE" w:rsidRDefault="006974AE" w:rsidP="006974AE">
      <w:r>
        <w:lastRenderedPageBreak/>
        <w:t>366.1416</w:t>
      </w:r>
      <w:r>
        <w:tab/>
        <w:t>2.025e0</w:t>
      </w:r>
    </w:p>
    <w:p w:rsidR="006974AE" w:rsidRDefault="006974AE" w:rsidP="006974AE">
      <w:r>
        <w:t>366.1528</w:t>
      </w:r>
      <w:r>
        <w:tab/>
        <w:t>1.013e0</w:t>
      </w:r>
    </w:p>
    <w:p w:rsidR="006974AE" w:rsidRDefault="006974AE" w:rsidP="006974AE">
      <w:r>
        <w:t>366.1706</w:t>
      </w:r>
      <w:r>
        <w:tab/>
        <w:t>2.025e0</w:t>
      </w:r>
    </w:p>
    <w:p w:rsidR="006974AE" w:rsidRDefault="006974AE" w:rsidP="006974AE">
      <w:r>
        <w:t>366.1949</w:t>
      </w:r>
      <w:r>
        <w:tab/>
        <w:t>2.025e0</w:t>
      </w:r>
    </w:p>
    <w:p w:rsidR="006974AE" w:rsidRDefault="006974AE" w:rsidP="006974AE">
      <w:r>
        <w:t>366.2198</w:t>
      </w:r>
      <w:r>
        <w:tab/>
        <w:t>1.013e0</w:t>
      </w:r>
    </w:p>
    <w:p w:rsidR="006974AE" w:rsidRDefault="006974AE" w:rsidP="006974AE">
      <w:r>
        <w:t>366.2411</w:t>
      </w:r>
      <w:r>
        <w:tab/>
        <w:t>3.038e0</w:t>
      </w:r>
    </w:p>
    <w:p w:rsidR="006974AE" w:rsidRDefault="006974AE" w:rsidP="006974AE">
      <w:r>
        <w:t>366.2450</w:t>
      </w:r>
      <w:r>
        <w:tab/>
        <w:t>1.013e0</w:t>
      </w:r>
    </w:p>
    <w:p w:rsidR="006974AE" w:rsidRDefault="006974AE" w:rsidP="006974AE">
      <w:r>
        <w:t>366.2733</w:t>
      </w:r>
      <w:r>
        <w:tab/>
        <w:t>1.013e0</w:t>
      </w:r>
    </w:p>
    <w:p w:rsidR="006974AE" w:rsidRDefault="006974AE" w:rsidP="006974AE">
      <w:r>
        <w:t>366.2853</w:t>
      </w:r>
      <w:r>
        <w:tab/>
        <w:t>2.025e0</w:t>
      </w:r>
    </w:p>
    <w:p w:rsidR="006974AE" w:rsidRDefault="006974AE" w:rsidP="006974AE">
      <w:r>
        <w:t>366.2876</w:t>
      </w:r>
      <w:r>
        <w:tab/>
        <w:t>2.025e0</w:t>
      </w:r>
    </w:p>
    <w:p w:rsidR="006974AE" w:rsidRDefault="006974AE" w:rsidP="006974AE">
      <w:r>
        <w:t>366.2917</w:t>
      </w:r>
      <w:r>
        <w:tab/>
        <w:t>2.025e0</w:t>
      </w:r>
    </w:p>
    <w:p w:rsidR="006974AE" w:rsidRDefault="006974AE" w:rsidP="006974AE">
      <w:r>
        <w:t>366.2948</w:t>
      </w:r>
      <w:r>
        <w:tab/>
        <w:t>1.013e0</w:t>
      </w:r>
    </w:p>
    <w:p w:rsidR="006974AE" w:rsidRDefault="006974AE" w:rsidP="006974AE">
      <w:r>
        <w:t>366.3229</w:t>
      </w:r>
      <w:r>
        <w:tab/>
        <w:t>2.025e0</w:t>
      </w:r>
    </w:p>
    <w:p w:rsidR="006974AE" w:rsidRDefault="006974AE" w:rsidP="006974AE">
      <w:r>
        <w:t>366.3362</w:t>
      </w:r>
      <w:r>
        <w:tab/>
        <w:t>1.013e0</w:t>
      </w:r>
    </w:p>
    <w:p w:rsidR="006974AE" w:rsidRDefault="006974AE" w:rsidP="006974AE">
      <w:r>
        <w:t>366.3407</w:t>
      </w:r>
      <w:r>
        <w:tab/>
        <w:t>1.013e0</w:t>
      </w:r>
    </w:p>
    <w:p w:rsidR="006974AE" w:rsidRDefault="006974AE" w:rsidP="006974AE">
      <w:r>
        <w:t>366.3428</w:t>
      </w:r>
      <w:r>
        <w:tab/>
        <w:t>2.025e0</w:t>
      </w:r>
    </w:p>
    <w:p w:rsidR="006974AE" w:rsidRDefault="006974AE" w:rsidP="006974AE">
      <w:r>
        <w:t>366.4032</w:t>
      </w:r>
      <w:r>
        <w:tab/>
        <w:t>1.013e0</w:t>
      </w:r>
    </w:p>
    <w:p w:rsidR="006974AE" w:rsidRDefault="006974AE" w:rsidP="006974AE">
      <w:r>
        <w:t>366.4424</w:t>
      </w:r>
      <w:r>
        <w:tab/>
        <w:t>1.013e0</w:t>
      </w:r>
    </w:p>
    <w:p w:rsidR="006974AE" w:rsidRDefault="006974AE" w:rsidP="006974AE">
      <w:r>
        <w:t>366.4567</w:t>
      </w:r>
      <w:r>
        <w:tab/>
        <w:t>4.051e0</w:t>
      </w:r>
    </w:p>
    <w:p w:rsidR="006974AE" w:rsidRDefault="006974AE" w:rsidP="006974AE">
      <w:r>
        <w:lastRenderedPageBreak/>
        <w:t>366.4681</w:t>
      </w:r>
      <w:r>
        <w:tab/>
        <w:t>1.013e0</w:t>
      </w:r>
    </w:p>
    <w:p w:rsidR="006974AE" w:rsidRDefault="006974AE" w:rsidP="006974AE">
      <w:r>
        <w:t>366.4819</w:t>
      </w:r>
      <w:r>
        <w:tab/>
        <w:t>2.025e0</w:t>
      </w:r>
    </w:p>
    <w:p w:rsidR="006974AE" w:rsidRDefault="006974AE" w:rsidP="006974AE">
      <w:r>
        <w:t>366.4853</w:t>
      </w:r>
      <w:r>
        <w:tab/>
        <w:t>2.025e0</w:t>
      </w:r>
    </w:p>
    <w:p w:rsidR="006974AE" w:rsidRDefault="006974AE" w:rsidP="006974AE">
      <w:r>
        <w:t>366.4929</w:t>
      </w:r>
      <w:r>
        <w:tab/>
        <w:t>2.025e0</w:t>
      </w:r>
    </w:p>
    <w:p w:rsidR="006974AE" w:rsidRDefault="006974AE" w:rsidP="006974AE">
      <w:r>
        <w:t>366.4947</w:t>
      </w:r>
      <w:r>
        <w:tab/>
        <w:t>1.013e0</w:t>
      </w:r>
    </w:p>
    <w:p w:rsidR="006974AE" w:rsidRDefault="006974AE" w:rsidP="006974AE">
      <w:r>
        <w:t>366.5240</w:t>
      </w:r>
      <w:r>
        <w:tab/>
        <w:t>1.013e0</w:t>
      </w:r>
    </w:p>
    <w:p w:rsidR="006974AE" w:rsidRDefault="006974AE" w:rsidP="006974AE">
      <w:r>
        <w:t>366.5399</w:t>
      </w:r>
      <w:r>
        <w:tab/>
        <w:t>1.013e0</w:t>
      </w:r>
    </w:p>
    <w:p w:rsidR="006974AE" w:rsidRDefault="006974AE" w:rsidP="006974AE">
      <w:r>
        <w:t>366.5449</w:t>
      </w:r>
      <w:r>
        <w:tab/>
        <w:t>1.013e0</w:t>
      </w:r>
    </w:p>
    <w:p w:rsidR="006974AE" w:rsidRDefault="006974AE" w:rsidP="006974AE">
      <w:r>
        <w:t>366.5535</w:t>
      </w:r>
      <w:r>
        <w:tab/>
        <w:t>1.013e0</w:t>
      </w:r>
    </w:p>
    <w:p w:rsidR="006974AE" w:rsidRDefault="006974AE" w:rsidP="006974AE">
      <w:r>
        <w:t>366.5694</w:t>
      </w:r>
      <w:r>
        <w:tab/>
        <w:t>1.013e0</w:t>
      </w:r>
    </w:p>
    <w:p w:rsidR="006974AE" w:rsidRDefault="006974AE" w:rsidP="006974AE">
      <w:r>
        <w:t>366.6114</w:t>
      </w:r>
      <w:r>
        <w:tab/>
        <w:t>1.013e0</w:t>
      </w:r>
    </w:p>
    <w:p w:rsidR="006974AE" w:rsidRDefault="006974AE" w:rsidP="006974AE">
      <w:r>
        <w:t>366.6157</w:t>
      </w:r>
      <w:r>
        <w:tab/>
        <w:t>1.013e0</w:t>
      </w:r>
    </w:p>
    <w:p w:rsidR="006974AE" w:rsidRDefault="006974AE" w:rsidP="006974AE">
      <w:r>
        <w:t>366.6292</w:t>
      </w:r>
      <w:r>
        <w:tab/>
        <w:t>3.038e0</w:t>
      </w:r>
    </w:p>
    <w:p w:rsidR="006974AE" w:rsidRDefault="006974AE" w:rsidP="006974AE">
      <w:r>
        <w:t>366.6357</w:t>
      </w:r>
      <w:r>
        <w:tab/>
        <w:t>2.025e0</w:t>
      </w:r>
    </w:p>
    <w:p w:rsidR="006974AE" w:rsidRDefault="006974AE" w:rsidP="006974AE">
      <w:r>
        <w:t>366.6515</w:t>
      </w:r>
      <w:r>
        <w:tab/>
        <w:t>1.013e0</w:t>
      </w:r>
    </w:p>
    <w:p w:rsidR="006974AE" w:rsidRDefault="006974AE" w:rsidP="006974AE">
      <w:r>
        <w:t>366.6610</w:t>
      </w:r>
      <w:r>
        <w:tab/>
        <w:t>1.013e0</w:t>
      </w:r>
    </w:p>
    <w:p w:rsidR="006974AE" w:rsidRDefault="006974AE" w:rsidP="006974AE">
      <w:r>
        <w:t>366.6654</w:t>
      </w:r>
      <w:r>
        <w:tab/>
        <w:t>1.013e0</w:t>
      </w:r>
    </w:p>
    <w:p w:rsidR="006974AE" w:rsidRDefault="006974AE" w:rsidP="006974AE">
      <w:r>
        <w:t>366.7073</w:t>
      </w:r>
      <w:r>
        <w:tab/>
        <w:t>1.013e0</w:t>
      </w:r>
    </w:p>
    <w:p w:rsidR="006974AE" w:rsidRDefault="006974AE" w:rsidP="006974AE">
      <w:r>
        <w:t>366.7233</w:t>
      </w:r>
      <w:r>
        <w:tab/>
        <w:t>1.013e0</w:t>
      </w:r>
    </w:p>
    <w:p w:rsidR="006974AE" w:rsidRDefault="006974AE" w:rsidP="006974AE">
      <w:r>
        <w:lastRenderedPageBreak/>
        <w:t>366.7625</w:t>
      </w:r>
      <w:r>
        <w:tab/>
        <w:t>1.013e0</w:t>
      </w:r>
    </w:p>
    <w:p w:rsidR="006974AE" w:rsidRDefault="006974AE" w:rsidP="006974AE">
      <w:r>
        <w:t>366.7686</w:t>
      </w:r>
      <w:r>
        <w:tab/>
        <w:t>1.013e0</w:t>
      </w:r>
    </w:p>
    <w:p w:rsidR="006974AE" w:rsidRDefault="006974AE" w:rsidP="006974AE">
      <w:r>
        <w:t>366.7737</w:t>
      </w:r>
      <w:r>
        <w:tab/>
        <w:t>1.013e0</w:t>
      </w:r>
    </w:p>
    <w:p w:rsidR="006974AE" w:rsidRDefault="006974AE" w:rsidP="006974AE">
      <w:r>
        <w:t>366.7990</w:t>
      </w:r>
      <w:r>
        <w:tab/>
        <w:t>1.013e0</w:t>
      </w:r>
    </w:p>
    <w:p w:rsidR="006974AE" w:rsidRDefault="006974AE" w:rsidP="006974AE">
      <w:r>
        <w:t>366.8079</w:t>
      </w:r>
      <w:r>
        <w:tab/>
        <w:t>1.013e0</w:t>
      </w:r>
    </w:p>
    <w:p w:rsidR="006974AE" w:rsidRDefault="006974AE" w:rsidP="006974AE">
      <w:r>
        <w:t>366.8262</w:t>
      </w:r>
      <w:r>
        <w:tab/>
        <w:t>2.025e0</w:t>
      </w:r>
    </w:p>
    <w:p w:rsidR="006974AE" w:rsidRDefault="006974AE" w:rsidP="006974AE">
      <w:r>
        <w:t>366.8279</w:t>
      </w:r>
      <w:r>
        <w:tab/>
        <w:t>1.013e0</w:t>
      </w:r>
    </w:p>
    <w:p w:rsidR="006974AE" w:rsidRDefault="006974AE" w:rsidP="006974AE">
      <w:r>
        <w:t>366.8907</w:t>
      </w:r>
      <w:r>
        <w:tab/>
        <w:t>1.013e0</w:t>
      </w:r>
    </w:p>
    <w:p w:rsidR="006974AE" w:rsidRDefault="006974AE" w:rsidP="006974AE">
      <w:r>
        <w:t>366.9234</w:t>
      </w:r>
      <w:r>
        <w:tab/>
        <w:t>2.025e0</w:t>
      </w:r>
    </w:p>
    <w:p w:rsidR="006974AE" w:rsidRDefault="006974AE" w:rsidP="006974AE">
      <w:r>
        <w:t>366.9361</w:t>
      </w:r>
      <w:r>
        <w:tab/>
        <w:t>2.025e0</w:t>
      </w:r>
    </w:p>
    <w:p w:rsidR="006974AE" w:rsidRDefault="006974AE" w:rsidP="006974AE">
      <w:r>
        <w:t>366.9406</w:t>
      </w:r>
      <w:r>
        <w:tab/>
        <w:t>1.013e0</w:t>
      </w:r>
    </w:p>
    <w:p w:rsidR="006974AE" w:rsidRDefault="006974AE" w:rsidP="006974AE">
      <w:r>
        <w:t>366.9451</w:t>
      </w:r>
      <w:r>
        <w:tab/>
        <w:t>2.025e0</w:t>
      </w:r>
    </w:p>
    <w:p w:rsidR="006974AE" w:rsidRDefault="006974AE" w:rsidP="006974AE">
      <w:r>
        <w:t>366.9648</w:t>
      </w:r>
      <w:r>
        <w:tab/>
        <w:t>1.013e0</w:t>
      </w:r>
    </w:p>
    <w:p w:rsidR="006974AE" w:rsidRDefault="006974AE" w:rsidP="006974AE">
      <w:r>
        <w:t>366.9789</w:t>
      </w:r>
      <w:r>
        <w:tab/>
        <w:t>3.038e0</w:t>
      </w:r>
    </w:p>
    <w:p w:rsidR="006974AE" w:rsidRDefault="006974AE" w:rsidP="006974AE">
      <w:r>
        <w:t>366.9860</w:t>
      </w:r>
      <w:r>
        <w:tab/>
        <w:t>1.013e0</w:t>
      </w:r>
    </w:p>
    <w:p w:rsidR="006974AE" w:rsidRDefault="006974AE" w:rsidP="006974AE">
      <w:r>
        <w:t>367.0194</w:t>
      </w:r>
      <w:r>
        <w:tab/>
        <w:t>2.025e0</w:t>
      </w:r>
    </w:p>
    <w:p w:rsidR="006974AE" w:rsidRDefault="006974AE" w:rsidP="006974AE">
      <w:r>
        <w:t>367.0309</w:t>
      </w:r>
      <w:r>
        <w:tab/>
        <w:t>2.025e0</w:t>
      </w:r>
    </w:p>
    <w:p w:rsidR="006974AE" w:rsidRDefault="006974AE" w:rsidP="006974AE">
      <w:r>
        <w:t>367.0323</w:t>
      </w:r>
      <w:r>
        <w:tab/>
        <w:t>1.013e0</w:t>
      </w:r>
    </w:p>
    <w:p w:rsidR="006974AE" w:rsidRDefault="006974AE" w:rsidP="006974AE">
      <w:r>
        <w:t>367.0402</w:t>
      </w:r>
      <w:r>
        <w:tab/>
        <w:t>2.025e0</w:t>
      </w:r>
    </w:p>
    <w:p w:rsidR="006974AE" w:rsidRDefault="006974AE" w:rsidP="006974AE">
      <w:r>
        <w:lastRenderedPageBreak/>
        <w:t>367.0470</w:t>
      </w:r>
      <w:r>
        <w:tab/>
        <w:t>3.038e0</w:t>
      </w:r>
    </w:p>
    <w:p w:rsidR="006974AE" w:rsidRDefault="006974AE" w:rsidP="006974AE">
      <w:r>
        <w:t>367.0575</w:t>
      </w:r>
      <w:r>
        <w:tab/>
        <w:t>2.025e0</w:t>
      </w:r>
    </w:p>
    <w:p w:rsidR="006974AE" w:rsidRDefault="006974AE" w:rsidP="006974AE">
      <w:r>
        <w:t>367.0894</w:t>
      </w:r>
      <w:r>
        <w:tab/>
        <w:t>3.038e0</w:t>
      </w:r>
    </w:p>
    <w:p w:rsidR="006974AE" w:rsidRDefault="006974AE" w:rsidP="006974AE">
      <w:r>
        <w:t>367.0991</w:t>
      </w:r>
      <w:r>
        <w:tab/>
        <w:t>1.013e0</w:t>
      </w:r>
    </w:p>
    <w:p w:rsidR="006974AE" w:rsidRDefault="006974AE" w:rsidP="006974AE">
      <w:r>
        <w:t>367.1237</w:t>
      </w:r>
      <w:r>
        <w:tab/>
        <w:t>3.038e0</w:t>
      </w:r>
    </w:p>
    <w:p w:rsidR="006974AE" w:rsidRDefault="006974AE" w:rsidP="006974AE">
      <w:r>
        <w:t>367.1264</w:t>
      </w:r>
      <w:r>
        <w:tab/>
        <w:t>2.025e0</w:t>
      </w:r>
    </w:p>
    <w:p w:rsidR="006974AE" w:rsidRDefault="006974AE" w:rsidP="006974AE">
      <w:r>
        <w:t>367.1283</w:t>
      </w:r>
      <w:r>
        <w:tab/>
        <w:t>1.013e0</w:t>
      </w:r>
    </w:p>
    <w:p w:rsidR="006974AE" w:rsidRDefault="006974AE" w:rsidP="006974AE">
      <w:r>
        <w:t>367.1366</w:t>
      </w:r>
      <w:r>
        <w:tab/>
        <w:t>3.038e0</w:t>
      </w:r>
    </w:p>
    <w:p w:rsidR="006974AE" w:rsidRDefault="006974AE" w:rsidP="006974AE">
      <w:r>
        <w:t>367.1743</w:t>
      </w:r>
      <w:r>
        <w:tab/>
        <w:t>2.025e0</w:t>
      </w:r>
    </w:p>
    <w:p w:rsidR="006974AE" w:rsidRDefault="006974AE" w:rsidP="006974AE">
      <w:r>
        <w:t>367.1799</w:t>
      </w:r>
      <w:r>
        <w:tab/>
        <w:t>2.025e0</w:t>
      </w:r>
    </w:p>
    <w:p w:rsidR="006974AE" w:rsidRDefault="006974AE" w:rsidP="006974AE">
      <w:r>
        <w:t>367.1884</w:t>
      </w:r>
      <w:r>
        <w:tab/>
        <w:t>3.038e0</w:t>
      </w:r>
    </w:p>
    <w:p w:rsidR="006974AE" w:rsidRDefault="006974AE" w:rsidP="006974AE">
      <w:r>
        <w:t>367.1944</w:t>
      </w:r>
      <w:r>
        <w:tab/>
        <w:t>4.051e0</w:t>
      </w:r>
    </w:p>
    <w:p w:rsidR="006974AE" w:rsidRDefault="006974AE" w:rsidP="006974AE">
      <w:r>
        <w:t>367.2153</w:t>
      </w:r>
      <w:r>
        <w:tab/>
        <w:t>1.013e0</w:t>
      </w:r>
    </w:p>
    <w:p w:rsidR="006974AE" w:rsidRDefault="006974AE" w:rsidP="006974AE">
      <w:r>
        <w:t>367.2362</w:t>
      </w:r>
      <w:r>
        <w:tab/>
        <w:t>1.013e0</w:t>
      </w:r>
    </w:p>
    <w:p w:rsidR="006974AE" w:rsidRDefault="006974AE" w:rsidP="006974AE">
      <w:r>
        <w:t>367.2461</w:t>
      </w:r>
      <w:r>
        <w:tab/>
        <w:t>1.013e0</w:t>
      </w:r>
    </w:p>
    <w:p w:rsidR="006974AE" w:rsidRDefault="006974AE" w:rsidP="006974AE">
      <w:r>
        <w:t>367.2559</w:t>
      </w:r>
      <w:r>
        <w:tab/>
        <w:t>2.025e0</w:t>
      </w:r>
    </w:p>
    <w:p w:rsidR="006974AE" w:rsidRDefault="006974AE" w:rsidP="006974AE">
      <w:r>
        <w:t>367.2780</w:t>
      </w:r>
      <w:r>
        <w:tab/>
        <w:t>2.025e0</w:t>
      </w:r>
    </w:p>
    <w:p w:rsidR="006974AE" w:rsidRDefault="006974AE" w:rsidP="006974AE">
      <w:r>
        <w:t>367.2821</w:t>
      </w:r>
      <w:r>
        <w:tab/>
        <w:t>1.013e0</w:t>
      </w:r>
    </w:p>
    <w:p w:rsidR="006974AE" w:rsidRDefault="006974AE" w:rsidP="006974AE">
      <w:r>
        <w:t>367.2950</w:t>
      </w:r>
      <w:r>
        <w:tab/>
        <w:t>2.025e0</w:t>
      </w:r>
    </w:p>
    <w:p w:rsidR="006974AE" w:rsidRDefault="006974AE" w:rsidP="006974AE">
      <w:r>
        <w:lastRenderedPageBreak/>
        <w:t>367.3246</w:t>
      </w:r>
      <w:r>
        <w:tab/>
        <w:t>1.013e0</w:t>
      </w:r>
    </w:p>
    <w:p w:rsidR="006974AE" w:rsidRDefault="006974AE" w:rsidP="006974AE">
      <w:r>
        <w:t>367.3259</w:t>
      </w:r>
      <w:r>
        <w:tab/>
        <w:t>2.025e0</w:t>
      </w:r>
    </w:p>
    <w:p w:rsidR="006974AE" w:rsidRDefault="006974AE" w:rsidP="006974AE">
      <w:r>
        <w:t>367.3700</w:t>
      </w:r>
      <w:r>
        <w:tab/>
        <w:t>2.025e0</w:t>
      </w:r>
    </w:p>
    <w:p w:rsidR="006974AE" w:rsidRDefault="006974AE" w:rsidP="006974AE">
      <w:r>
        <w:t>367.4221</w:t>
      </w:r>
      <w:r>
        <w:tab/>
        <w:t>2.025e0</w:t>
      </w:r>
    </w:p>
    <w:p w:rsidR="006974AE" w:rsidRDefault="006974AE" w:rsidP="006974AE">
      <w:r>
        <w:t>367.4687</w:t>
      </w:r>
      <w:r>
        <w:tab/>
        <w:t>2.025e0</w:t>
      </w:r>
    </w:p>
    <w:p w:rsidR="006974AE" w:rsidRDefault="006974AE" w:rsidP="006974AE">
      <w:r>
        <w:t>367.4756</w:t>
      </w:r>
      <w:r>
        <w:tab/>
        <w:t>1.013e0</w:t>
      </w:r>
    </w:p>
    <w:p w:rsidR="006974AE" w:rsidRDefault="006974AE" w:rsidP="006974AE">
      <w:r>
        <w:t>367.4869</w:t>
      </w:r>
      <w:r>
        <w:tab/>
        <w:t>1.013e0</w:t>
      </w:r>
    </w:p>
    <w:p w:rsidR="006974AE" w:rsidRDefault="006974AE" w:rsidP="006974AE">
      <w:r>
        <w:t>367.5014</w:t>
      </w:r>
      <w:r>
        <w:tab/>
        <w:t>1.013e0</w:t>
      </w:r>
    </w:p>
    <w:p w:rsidR="006974AE" w:rsidRDefault="006974AE" w:rsidP="006974AE">
      <w:r>
        <w:t>367.5406</w:t>
      </w:r>
      <w:r>
        <w:tab/>
        <w:t>1.013e0</w:t>
      </w:r>
    </w:p>
    <w:p w:rsidR="006974AE" w:rsidRDefault="006974AE" w:rsidP="006974AE">
      <w:r>
        <w:t>367.5472</w:t>
      </w:r>
      <w:r>
        <w:tab/>
        <w:t>1.013e0</w:t>
      </w:r>
    </w:p>
    <w:p w:rsidR="006974AE" w:rsidRDefault="006974AE" w:rsidP="006974AE">
      <w:r>
        <w:t>367.5573</w:t>
      </w:r>
      <w:r>
        <w:tab/>
        <w:t>1.013e0</w:t>
      </w:r>
    </w:p>
    <w:p w:rsidR="006974AE" w:rsidRDefault="006974AE" w:rsidP="006974AE">
      <w:r>
        <w:t>367.5616</w:t>
      </w:r>
      <w:r>
        <w:tab/>
        <w:t>1.013e0</w:t>
      </w:r>
    </w:p>
    <w:p w:rsidR="006974AE" w:rsidRDefault="006974AE" w:rsidP="006974AE">
      <w:r>
        <w:t>367.5749</w:t>
      </w:r>
      <w:r>
        <w:tab/>
        <w:t>2.025e0</w:t>
      </w:r>
    </w:p>
    <w:p w:rsidR="006974AE" w:rsidRDefault="006974AE" w:rsidP="006974AE">
      <w:r>
        <w:t>367.5787</w:t>
      </w:r>
      <w:r>
        <w:tab/>
        <w:t>2.025e0</w:t>
      </w:r>
    </w:p>
    <w:p w:rsidR="006974AE" w:rsidRDefault="006974AE" w:rsidP="006974AE">
      <w:r>
        <w:t>367.5996</w:t>
      </w:r>
      <w:r>
        <w:tab/>
        <w:t>2.025e0</w:t>
      </w:r>
    </w:p>
    <w:p w:rsidR="006974AE" w:rsidRDefault="006974AE" w:rsidP="006974AE">
      <w:r>
        <w:t>367.6104</w:t>
      </w:r>
      <w:r>
        <w:tab/>
        <w:t>2.025e0</w:t>
      </w:r>
    </w:p>
    <w:p w:rsidR="006974AE" w:rsidRDefault="006974AE" w:rsidP="006974AE">
      <w:r>
        <w:t>367.6132</w:t>
      </w:r>
      <w:r>
        <w:tab/>
        <w:t>1.013e0</w:t>
      </w:r>
    </w:p>
    <w:p w:rsidR="006974AE" w:rsidRDefault="006974AE" w:rsidP="006974AE">
      <w:r>
        <w:t>367.6391</w:t>
      </w:r>
      <w:r>
        <w:tab/>
        <w:t>2.025e0</w:t>
      </w:r>
    </w:p>
    <w:p w:rsidR="006974AE" w:rsidRDefault="006974AE" w:rsidP="006974AE">
      <w:r>
        <w:t>367.6498</w:t>
      </w:r>
      <w:r>
        <w:tab/>
        <w:t>3.038e0</w:t>
      </w:r>
    </w:p>
    <w:p w:rsidR="006974AE" w:rsidRDefault="006974AE" w:rsidP="006974AE">
      <w:r>
        <w:lastRenderedPageBreak/>
        <w:t>367.6534</w:t>
      </w:r>
      <w:r>
        <w:tab/>
        <w:t>1.013e0</w:t>
      </w:r>
    </w:p>
    <w:p w:rsidR="006974AE" w:rsidRDefault="006974AE" w:rsidP="006974AE">
      <w:r>
        <w:t>367.6740</w:t>
      </w:r>
      <w:r>
        <w:tab/>
        <w:t>1.013e0</w:t>
      </w:r>
    </w:p>
    <w:p w:rsidR="006974AE" w:rsidRDefault="006974AE" w:rsidP="006974AE">
      <w:r>
        <w:t>367.6848</w:t>
      </w:r>
      <w:r>
        <w:tab/>
        <w:t>1.013e0</w:t>
      </w:r>
    </w:p>
    <w:p w:rsidR="006974AE" w:rsidRDefault="006974AE" w:rsidP="006974AE">
      <w:r>
        <w:t>367.7049</w:t>
      </w:r>
      <w:r>
        <w:tab/>
        <w:t>1.013e0</w:t>
      </w:r>
    </w:p>
    <w:p w:rsidR="006974AE" w:rsidRDefault="006974AE" w:rsidP="006974AE">
      <w:r>
        <w:t>367.7203</w:t>
      </w:r>
      <w:r>
        <w:tab/>
        <w:t>1.013e0</w:t>
      </w:r>
    </w:p>
    <w:p w:rsidR="006974AE" w:rsidRDefault="006974AE" w:rsidP="006974AE">
      <w:r>
        <w:t>367.7370</w:t>
      </w:r>
      <w:r>
        <w:tab/>
        <w:t>1.013e0</w:t>
      </w:r>
    </w:p>
    <w:p w:rsidR="006974AE" w:rsidRDefault="006974AE" w:rsidP="006974AE">
      <w:r>
        <w:t>367.7769</w:t>
      </w:r>
      <w:r>
        <w:tab/>
        <w:t>1.013e0</w:t>
      </w:r>
    </w:p>
    <w:p w:rsidR="006974AE" w:rsidRDefault="006974AE" w:rsidP="006974AE">
      <w:r>
        <w:t>367.7834</w:t>
      </w:r>
      <w:r>
        <w:tab/>
        <w:t>1.013e0</w:t>
      </w:r>
    </w:p>
    <w:p w:rsidR="006974AE" w:rsidRDefault="006974AE" w:rsidP="006974AE">
      <w:r>
        <w:t>367.7869</w:t>
      </w:r>
      <w:r>
        <w:tab/>
        <w:t>2.025e0</w:t>
      </w:r>
    </w:p>
    <w:p w:rsidR="006974AE" w:rsidRDefault="006974AE" w:rsidP="006974AE">
      <w:r>
        <w:t>367.8158</w:t>
      </w:r>
      <w:r>
        <w:tab/>
        <w:t>1.013e0</w:t>
      </w:r>
    </w:p>
    <w:p w:rsidR="006974AE" w:rsidRDefault="006974AE" w:rsidP="006974AE">
      <w:r>
        <w:t>367.8488</w:t>
      </w:r>
      <w:r>
        <w:tab/>
        <w:t>2.025e0</w:t>
      </w:r>
    </w:p>
    <w:p w:rsidR="006974AE" w:rsidRDefault="006974AE" w:rsidP="006974AE">
      <w:r>
        <w:t>367.8687</w:t>
      </w:r>
      <w:r>
        <w:tab/>
        <w:t>1.013e0</w:t>
      </w:r>
    </w:p>
    <w:p w:rsidR="006974AE" w:rsidRDefault="006974AE" w:rsidP="006974AE">
      <w:r>
        <w:t>367.8741</w:t>
      </w:r>
      <w:r>
        <w:tab/>
        <w:t>2.025e0</w:t>
      </w:r>
    </w:p>
    <w:p w:rsidR="006974AE" w:rsidRDefault="006974AE" w:rsidP="006974AE">
      <w:r>
        <w:t>367.8995</w:t>
      </w:r>
      <w:r>
        <w:tab/>
        <w:t>2.025e0</w:t>
      </w:r>
    </w:p>
    <w:p w:rsidR="006974AE" w:rsidRDefault="006974AE" w:rsidP="006974AE">
      <w:r>
        <w:t>367.9034</w:t>
      </w:r>
      <w:r>
        <w:tab/>
        <w:t>1.013e0</w:t>
      </w:r>
    </w:p>
    <w:p w:rsidR="006974AE" w:rsidRDefault="006974AE" w:rsidP="006974AE">
      <w:r>
        <w:t>367.9075</w:t>
      </w:r>
      <w:r>
        <w:tab/>
        <w:t>1.013e0</w:t>
      </w:r>
    </w:p>
    <w:p w:rsidR="006974AE" w:rsidRDefault="006974AE" w:rsidP="006974AE">
      <w:r>
        <w:t>367.9199</w:t>
      </w:r>
      <w:r>
        <w:tab/>
        <w:t>3.038e0</w:t>
      </w:r>
    </w:p>
    <w:p w:rsidR="006974AE" w:rsidRDefault="006974AE" w:rsidP="006974AE">
      <w:r>
        <w:t>367.9221</w:t>
      </w:r>
      <w:r>
        <w:tab/>
        <w:t>2.025e0</w:t>
      </w:r>
    </w:p>
    <w:p w:rsidR="006974AE" w:rsidRDefault="006974AE" w:rsidP="006974AE">
      <w:r>
        <w:t>367.9534</w:t>
      </w:r>
      <w:r>
        <w:tab/>
        <w:t>1.013e0</w:t>
      </w:r>
    </w:p>
    <w:p w:rsidR="006974AE" w:rsidRDefault="006974AE" w:rsidP="006974AE">
      <w:r>
        <w:lastRenderedPageBreak/>
        <w:t>367.9562</w:t>
      </w:r>
      <w:r>
        <w:tab/>
        <w:t>3.038e0</w:t>
      </w:r>
    </w:p>
    <w:p w:rsidR="006974AE" w:rsidRDefault="006974AE" w:rsidP="006974AE">
      <w:r>
        <w:t>367.9740</w:t>
      </w:r>
      <w:r>
        <w:tab/>
        <w:t>2.025e0</w:t>
      </w:r>
    </w:p>
    <w:p w:rsidR="006974AE" w:rsidRDefault="006974AE" w:rsidP="006974AE">
      <w:r>
        <w:t>367.9845</w:t>
      </w:r>
      <w:r>
        <w:tab/>
        <w:t>2.025e0</w:t>
      </w:r>
    </w:p>
    <w:p w:rsidR="006974AE" w:rsidRDefault="006974AE" w:rsidP="006974AE">
      <w:r>
        <w:t>367.9951</w:t>
      </w:r>
      <w:r>
        <w:tab/>
        <w:t>1.013e0</w:t>
      </w:r>
    </w:p>
    <w:p w:rsidR="006974AE" w:rsidRDefault="006974AE" w:rsidP="006974AE">
      <w:r>
        <w:t>368.0127</w:t>
      </w:r>
      <w:r>
        <w:tab/>
        <w:t>1.013e0</w:t>
      </w:r>
    </w:p>
    <w:p w:rsidR="006974AE" w:rsidRDefault="006974AE" w:rsidP="006974AE">
      <w:r>
        <w:t>368.0204</w:t>
      </w:r>
      <w:r>
        <w:tab/>
        <w:t>1.013e0</w:t>
      </w:r>
    </w:p>
    <w:p w:rsidR="006974AE" w:rsidRDefault="006974AE" w:rsidP="006974AE">
      <w:r>
        <w:t>368.0255</w:t>
      </w:r>
      <w:r>
        <w:tab/>
        <w:t>1.013e0</w:t>
      </w:r>
    </w:p>
    <w:p w:rsidR="006974AE" w:rsidRDefault="006974AE" w:rsidP="006974AE">
      <w:r>
        <w:t>368.0291</w:t>
      </w:r>
      <w:r>
        <w:tab/>
        <w:t>2.025e0</w:t>
      </w:r>
    </w:p>
    <w:p w:rsidR="006974AE" w:rsidRDefault="006974AE" w:rsidP="006974AE">
      <w:r>
        <w:t>368.0443</w:t>
      </w:r>
      <w:r>
        <w:tab/>
        <w:t>2.025e0</w:t>
      </w:r>
    </w:p>
    <w:p w:rsidR="006974AE" w:rsidRDefault="006974AE" w:rsidP="006974AE">
      <w:r>
        <w:t>368.0717</w:t>
      </w:r>
      <w:r>
        <w:tab/>
        <w:t>2.025e0</w:t>
      </w:r>
    </w:p>
    <w:p w:rsidR="006974AE" w:rsidRDefault="006974AE" w:rsidP="006974AE">
      <w:r>
        <w:t>368.0804</w:t>
      </w:r>
      <w:r>
        <w:tab/>
        <w:t>2.025e0</w:t>
      </w:r>
    </w:p>
    <w:p w:rsidR="006974AE" w:rsidRDefault="006974AE" w:rsidP="006974AE">
      <w:r>
        <w:t>368.0911</w:t>
      </w:r>
      <w:r>
        <w:tab/>
        <w:t>1.013e0</w:t>
      </w:r>
    </w:p>
    <w:p w:rsidR="006974AE" w:rsidRDefault="006974AE" w:rsidP="006974AE">
      <w:r>
        <w:t>368.1045</w:t>
      </w:r>
      <w:r>
        <w:tab/>
        <w:t>1.013e0</w:t>
      </w:r>
    </w:p>
    <w:p w:rsidR="006974AE" w:rsidRDefault="006974AE" w:rsidP="006974AE">
      <w:r>
        <w:t>368.1078</w:t>
      </w:r>
      <w:r>
        <w:tab/>
        <w:t>2.025e0</w:t>
      </w:r>
    </w:p>
    <w:p w:rsidR="006974AE" w:rsidRDefault="006974AE" w:rsidP="006974AE">
      <w:r>
        <w:t>368.1178</w:t>
      </w:r>
      <w:r>
        <w:tab/>
        <w:t>1.013e0</w:t>
      </w:r>
    </w:p>
    <w:p w:rsidR="006974AE" w:rsidRDefault="006974AE" w:rsidP="006974AE">
      <w:r>
        <w:t>368.1332</w:t>
      </w:r>
      <w:r>
        <w:tab/>
        <w:t>1.013e0</w:t>
      </w:r>
    </w:p>
    <w:p w:rsidR="006974AE" w:rsidRDefault="006974AE" w:rsidP="006974AE">
      <w:r>
        <w:t>368.1370</w:t>
      </w:r>
      <w:r>
        <w:tab/>
        <w:t>1.013e0</w:t>
      </w:r>
    </w:p>
    <w:p w:rsidR="006974AE" w:rsidRDefault="006974AE" w:rsidP="006974AE">
      <w:r>
        <w:t>368.1388</w:t>
      </w:r>
      <w:r>
        <w:tab/>
        <w:t>2.025e0</w:t>
      </w:r>
    </w:p>
    <w:p w:rsidR="006974AE" w:rsidRDefault="006974AE" w:rsidP="006974AE">
      <w:r>
        <w:t>368.1484</w:t>
      </w:r>
      <w:r>
        <w:tab/>
        <w:t>2.025e0</w:t>
      </w:r>
    </w:p>
    <w:p w:rsidR="006974AE" w:rsidRDefault="006974AE" w:rsidP="006974AE">
      <w:r>
        <w:lastRenderedPageBreak/>
        <w:t>368.1636</w:t>
      </w:r>
      <w:r>
        <w:tab/>
        <w:t>5.063e0</w:t>
      </w:r>
    </w:p>
    <w:p w:rsidR="006974AE" w:rsidRDefault="006974AE" w:rsidP="006974AE">
      <w:r>
        <w:t>368.1834</w:t>
      </w:r>
      <w:r>
        <w:tab/>
        <w:t>1.013e0</w:t>
      </w:r>
    </w:p>
    <w:p w:rsidR="006974AE" w:rsidRDefault="006974AE" w:rsidP="006974AE">
      <w:r>
        <w:t>368.2000</w:t>
      </w:r>
      <w:r>
        <w:tab/>
        <w:t>1.013e0</w:t>
      </w:r>
    </w:p>
    <w:p w:rsidR="006974AE" w:rsidRDefault="006974AE" w:rsidP="006974AE">
      <w:r>
        <w:t>368.2204</w:t>
      </w:r>
      <w:r>
        <w:tab/>
        <w:t>3.038e0</w:t>
      </w:r>
    </w:p>
    <w:p w:rsidR="006974AE" w:rsidRDefault="006974AE" w:rsidP="006974AE">
      <w:r>
        <w:t>368.2293</w:t>
      </w:r>
      <w:r>
        <w:tab/>
        <w:t>1.013e0</w:t>
      </w:r>
    </w:p>
    <w:p w:rsidR="006974AE" w:rsidRDefault="006974AE" w:rsidP="006974AE">
      <w:r>
        <w:t>368.2668</w:t>
      </w:r>
      <w:r>
        <w:tab/>
        <w:t>1.013e0</w:t>
      </w:r>
    </w:p>
    <w:p w:rsidR="006974AE" w:rsidRDefault="006974AE" w:rsidP="006974AE">
      <w:r>
        <w:t>368.2875</w:t>
      </w:r>
      <w:r>
        <w:tab/>
        <w:t>1.013e0</w:t>
      </w:r>
    </w:p>
    <w:p w:rsidR="006974AE" w:rsidRDefault="006974AE" w:rsidP="006974AE">
      <w:r>
        <w:t>368.3015</w:t>
      </w:r>
      <w:r>
        <w:tab/>
        <w:t>1.013e0</w:t>
      </w:r>
    </w:p>
    <w:p w:rsidR="006974AE" w:rsidRDefault="006974AE" w:rsidP="006974AE">
      <w:r>
        <w:t>368.3207</w:t>
      </w:r>
      <w:r>
        <w:tab/>
        <w:t>2.025e0</w:t>
      </w:r>
    </w:p>
    <w:p w:rsidR="006974AE" w:rsidRDefault="006974AE" w:rsidP="006974AE">
      <w:r>
        <w:t>368.3410</w:t>
      </w:r>
      <w:r>
        <w:tab/>
        <w:t>1.013e0</w:t>
      </w:r>
    </w:p>
    <w:p w:rsidR="006974AE" w:rsidRDefault="006974AE" w:rsidP="006974AE">
      <w:r>
        <w:t>368.3468</w:t>
      </w:r>
      <w:r>
        <w:tab/>
        <w:t>4.051e0</w:t>
      </w:r>
    </w:p>
    <w:p w:rsidR="006974AE" w:rsidRDefault="006974AE" w:rsidP="006974AE">
      <w:r>
        <w:t>368.3732</w:t>
      </w:r>
      <w:r>
        <w:tab/>
        <w:t>1.013e0</w:t>
      </w:r>
    </w:p>
    <w:p w:rsidR="006974AE" w:rsidRDefault="006974AE" w:rsidP="006974AE">
      <w:r>
        <w:t>368.4045</w:t>
      </w:r>
      <w:r>
        <w:tab/>
        <w:t>1.013e0</w:t>
      </w:r>
    </w:p>
    <w:p w:rsidR="006974AE" w:rsidRDefault="006974AE" w:rsidP="006974AE">
      <w:r>
        <w:t>368.4221</w:t>
      </w:r>
      <w:r>
        <w:tab/>
        <w:t>3.402e0</w:t>
      </w:r>
    </w:p>
    <w:p w:rsidR="006974AE" w:rsidRDefault="006974AE" w:rsidP="006974AE">
      <w:r>
        <w:t>368.4310</w:t>
      </w:r>
      <w:r>
        <w:tab/>
        <w:t>2.025e0</w:t>
      </w:r>
    </w:p>
    <w:p w:rsidR="006974AE" w:rsidRDefault="006974AE" w:rsidP="006974AE">
      <w:r>
        <w:t>368.4364</w:t>
      </w:r>
      <w:r>
        <w:tab/>
        <w:t>3.038e0</w:t>
      </w:r>
    </w:p>
    <w:p w:rsidR="006974AE" w:rsidRDefault="006974AE" w:rsidP="006974AE">
      <w:r>
        <w:t>368.4411</w:t>
      </w:r>
      <w:r>
        <w:tab/>
        <w:t>3.038e0</w:t>
      </w:r>
    </w:p>
    <w:p w:rsidR="006974AE" w:rsidRDefault="006974AE" w:rsidP="006974AE">
      <w:r>
        <w:t>368.4454</w:t>
      </w:r>
      <w:r>
        <w:tab/>
        <w:t>1.013e0</w:t>
      </w:r>
    </w:p>
    <w:p w:rsidR="006974AE" w:rsidRDefault="006974AE" w:rsidP="006974AE">
      <w:r>
        <w:t>368.4471</w:t>
      </w:r>
      <w:r>
        <w:tab/>
        <w:t>2.025e0</w:t>
      </w:r>
    </w:p>
    <w:p w:rsidR="006974AE" w:rsidRDefault="006974AE" w:rsidP="006974AE">
      <w:r>
        <w:lastRenderedPageBreak/>
        <w:t>368.4896</w:t>
      </w:r>
      <w:r>
        <w:tab/>
        <w:t>2.025e0</w:t>
      </w:r>
    </w:p>
    <w:p w:rsidR="006974AE" w:rsidRDefault="006974AE" w:rsidP="006974AE">
      <w:r>
        <w:t>368.5021</w:t>
      </w:r>
      <w:r>
        <w:tab/>
        <w:t>2.025e0</w:t>
      </w:r>
    </w:p>
    <w:p w:rsidR="006974AE" w:rsidRDefault="006974AE" w:rsidP="006974AE">
      <w:r>
        <w:t>368.5250</w:t>
      </w:r>
      <w:r>
        <w:tab/>
        <w:t>1.013e0</w:t>
      </w:r>
    </w:p>
    <w:p w:rsidR="006974AE" w:rsidRDefault="006974AE" w:rsidP="006974AE">
      <w:r>
        <w:t>368.5861</w:t>
      </w:r>
      <w:r>
        <w:tab/>
        <w:t>3.038e0</w:t>
      </w:r>
    </w:p>
    <w:p w:rsidR="006974AE" w:rsidRDefault="006974AE" w:rsidP="006974AE">
      <w:r>
        <w:t>368.5878</w:t>
      </w:r>
      <w:r>
        <w:tab/>
        <w:t>2.025e0</w:t>
      </w:r>
    </w:p>
    <w:p w:rsidR="006974AE" w:rsidRDefault="006974AE" w:rsidP="006974AE">
      <w:r>
        <w:t>368.5920</w:t>
      </w:r>
      <w:r>
        <w:tab/>
        <w:t>1.013e0</w:t>
      </w:r>
    </w:p>
    <w:p w:rsidR="006974AE" w:rsidRDefault="006974AE" w:rsidP="006974AE">
      <w:r>
        <w:t>368.6091</w:t>
      </w:r>
      <w:r>
        <w:tab/>
        <w:t>1.013e0</w:t>
      </w:r>
    </w:p>
    <w:p w:rsidR="006974AE" w:rsidRDefault="006974AE" w:rsidP="006974AE">
      <w:r>
        <w:t>368.6288</w:t>
      </w:r>
      <w:r>
        <w:tab/>
        <w:t>2.025e0</w:t>
      </w:r>
    </w:p>
    <w:p w:rsidR="006974AE" w:rsidRDefault="006974AE" w:rsidP="006974AE">
      <w:r>
        <w:t>368.6392</w:t>
      </w:r>
      <w:r>
        <w:tab/>
        <w:t>3.038e0</w:t>
      </w:r>
    </w:p>
    <w:p w:rsidR="006974AE" w:rsidRDefault="006974AE" w:rsidP="006974AE">
      <w:r>
        <w:t>368.6584</w:t>
      </w:r>
      <w:r>
        <w:tab/>
        <w:t>1.013e0</w:t>
      </w:r>
    </w:p>
    <w:p w:rsidR="006974AE" w:rsidRDefault="006974AE" w:rsidP="006974AE">
      <w:r>
        <w:t>368.6756</w:t>
      </w:r>
      <w:r>
        <w:tab/>
        <w:t>2.025e0</w:t>
      </w:r>
    </w:p>
    <w:p w:rsidR="006974AE" w:rsidRDefault="006974AE" w:rsidP="006974AE">
      <w:r>
        <w:t>368.7216</w:t>
      </w:r>
      <w:r>
        <w:tab/>
        <w:t>1.013e0</w:t>
      </w:r>
    </w:p>
    <w:p w:rsidR="006974AE" w:rsidRDefault="006974AE" w:rsidP="006974AE">
      <w:r>
        <w:t>368.7297</w:t>
      </w:r>
      <w:r>
        <w:tab/>
        <w:t>1.013e0</w:t>
      </w:r>
    </w:p>
    <w:p w:rsidR="006974AE" w:rsidRDefault="006974AE" w:rsidP="006974AE">
      <w:r>
        <w:t>368.7873</w:t>
      </w:r>
      <w:r>
        <w:tab/>
        <w:t>1.013e0</w:t>
      </w:r>
    </w:p>
    <w:p w:rsidR="006974AE" w:rsidRDefault="006974AE" w:rsidP="006974AE">
      <w:r>
        <w:t>368.7907</w:t>
      </w:r>
      <w:r>
        <w:tab/>
        <w:t>2.025e0</w:t>
      </w:r>
    </w:p>
    <w:p w:rsidR="006974AE" w:rsidRDefault="006974AE" w:rsidP="006974AE">
      <w:r>
        <w:t>368.8530</w:t>
      </w:r>
      <w:r>
        <w:tab/>
        <w:t>1.013e0</w:t>
      </w:r>
    </w:p>
    <w:p w:rsidR="006974AE" w:rsidRDefault="006974AE" w:rsidP="006974AE">
      <w:r>
        <w:t>368.8591</w:t>
      </w:r>
      <w:r>
        <w:tab/>
        <w:t>1.018e0</w:t>
      </w:r>
    </w:p>
    <w:p w:rsidR="006974AE" w:rsidRDefault="006974AE" w:rsidP="006974AE">
      <w:r>
        <w:t>368.8722</w:t>
      </w:r>
      <w:r>
        <w:tab/>
        <w:t>1.013e0</w:t>
      </w:r>
    </w:p>
    <w:p w:rsidR="006974AE" w:rsidRDefault="006974AE" w:rsidP="006974AE">
      <w:r>
        <w:t>368.8879</w:t>
      </w:r>
      <w:r>
        <w:tab/>
        <w:t>1.013e0</w:t>
      </w:r>
    </w:p>
    <w:p w:rsidR="006974AE" w:rsidRDefault="006974AE" w:rsidP="006974AE">
      <w:r>
        <w:lastRenderedPageBreak/>
        <w:t>368.8990</w:t>
      </w:r>
      <w:r>
        <w:tab/>
        <w:t>1.013e0</w:t>
      </w:r>
    </w:p>
    <w:p w:rsidR="006974AE" w:rsidRDefault="006974AE" w:rsidP="006974AE">
      <w:r>
        <w:t>368.9030</w:t>
      </w:r>
      <w:r>
        <w:tab/>
        <w:t>2.025e0</w:t>
      </w:r>
    </w:p>
    <w:p w:rsidR="006974AE" w:rsidRDefault="006974AE" w:rsidP="006974AE">
      <w:r>
        <w:t>368.9341</w:t>
      </w:r>
      <w:r>
        <w:tab/>
        <w:t>2.025e0</w:t>
      </w:r>
    </w:p>
    <w:p w:rsidR="006974AE" w:rsidRDefault="006974AE" w:rsidP="006974AE">
      <w:r>
        <w:t>368.9384</w:t>
      </w:r>
      <w:r>
        <w:tab/>
        <w:t>2.025e0</w:t>
      </w:r>
    </w:p>
    <w:p w:rsidR="006974AE" w:rsidRDefault="006974AE" w:rsidP="006974AE">
      <w:r>
        <w:t>368.9465</w:t>
      </w:r>
      <w:r>
        <w:tab/>
        <w:t>2.025e0</w:t>
      </w:r>
    </w:p>
    <w:p w:rsidR="006974AE" w:rsidRDefault="006974AE" w:rsidP="006974AE">
      <w:r>
        <w:t>368.9521</w:t>
      </w:r>
      <w:r>
        <w:tab/>
        <w:t>2.025e0</w:t>
      </w:r>
    </w:p>
    <w:p w:rsidR="006974AE" w:rsidRDefault="006974AE" w:rsidP="006974AE">
      <w:r>
        <w:t>368.9552</w:t>
      </w:r>
      <w:r>
        <w:tab/>
        <w:t>1.013e0</w:t>
      </w:r>
    </w:p>
    <w:p w:rsidR="006974AE" w:rsidRDefault="006974AE" w:rsidP="006974AE">
      <w:r>
        <w:t>368.9703</w:t>
      </w:r>
      <w:r>
        <w:tab/>
        <w:t>4.051e0</w:t>
      </w:r>
    </w:p>
    <w:p w:rsidR="006974AE" w:rsidRDefault="006974AE" w:rsidP="006974AE">
      <w:r>
        <w:t>368.9969</w:t>
      </w:r>
      <w:r>
        <w:tab/>
        <w:t>1.013e0</w:t>
      </w:r>
    </w:p>
    <w:p w:rsidR="006974AE" w:rsidRDefault="006974AE" w:rsidP="006974AE">
      <w:r>
        <w:t>369.0046</w:t>
      </w:r>
      <w:r>
        <w:tab/>
        <w:t>1.013e0</w:t>
      </w:r>
    </w:p>
    <w:p w:rsidR="006974AE" w:rsidRDefault="006974AE" w:rsidP="006974AE">
      <w:r>
        <w:t>369.0107</w:t>
      </w:r>
      <w:r>
        <w:tab/>
        <w:t>1.013e0</w:t>
      </w:r>
    </w:p>
    <w:p w:rsidR="006974AE" w:rsidRDefault="006974AE" w:rsidP="006974AE">
      <w:r>
        <w:t>369.0221</w:t>
      </w:r>
      <w:r>
        <w:tab/>
        <w:t>1.013e0</w:t>
      </w:r>
    </w:p>
    <w:p w:rsidR="006974AE" w:rsidRDefault="006974AE" w:rsidP="006974AE">
      <w:r>
        <w:t>369.0299</w:t>
      </w:r>
      <w:r>
        <w:tab/>
        <w:t>1.013e0</w:t>
      </w:r>
    </w:p>
    <w:p w:rsidR="006974AE" w:rsidRDefault="006974AE" w:rsidP="006974AE">
      <w:r>
        <w:t>369.0341</w:t>
      </w:r>
      <w:r>
        <w:tab/>
        <w:t>2.025e0</w:t>
      </w:r>
    </w:p>
    <w:p w:rsidR="006974AE" w:rsidRDefault="006974AE" w:rsidP="006974AE">
      <w:r>
        <w:t>369.0759</w:t>
      </w:r>
      <w:r>
        <w:tab/>
        <w:t>1.013e0</w:t>
      </w:r>
    </w:p>
    <w:p w:rsidR="006974AE" w:rsidRDefault="006974AE" w:rsidP="006974AE">
      <w:r>
        <w:t>369.0830</w:t>
      </w:r>
      <w:r>
        <w:tab/>
        <w:t>1.013e0</w:t>
      </w:r>
    </w:p>
    <w:p w:rsidR="006974AE" w:rsidRDefault="006974AE" w:rsidP="006974AE">
      <w:r>
        <w:t>369.0909</w:t>
      </w:r>
      <w:r>
        <w:tab/>
        <w:t>2.025e0</w:t>
      </w:r>
    </w:p>
    <w:p w:rsidR="006974AE" w:rsidRDefault="006974AE" w:rsidP="006974AE">
      <w:r>
        <w:t>369.0927</w:t>
      </w:r>
      <w:r>
        <w:tab/>
        <w:t>2.025e0</w:t>
      </w:r>
    </w:p>
    <w:p w:rsidR="006974AE" w:rsidRDefault="006974AE" w:rsidP="006974AE">
      <w:r>
        <w:t>369.0968</w:t>
      </w:r>
      <w:r>
        <w:tab/>
        <w:t>1.013e0</w:t>
      </w:r>
    </w:p>
    <w:p w:rsidR="006974AE" w:rsidRDefault="006974AE" w:rsidP="006974AE">
      <w:r>
        <w:lastRenderedPageBreak/>
        <w:t>369.1068</w:t>
      </w:r>
      <w:r>
        <w:tab/>
        <w:t>2.025e0</w:t>
      </w:r>
    </w:p>
    <w:p w:rsidR="006974AE" w:rsidRDefault="006974AE" w:rsidP="006974AE">
      <w:r>
        <w:t>369.1285</w:t>
      </w:r>
      <w:r>
        <w:tab/>
        <w:t>1.013e0</w:t>
      </w:r>
    </w:p>
    <w:p w:rsidR="006974AE" w:rsidRDefault="006974AE" w:rsidP="006974AE">
      <w:r>
        <w:t>369.1350</w:t>
      </w:r>
      <w:r>
        <w:tab/>
        <w:t>1.013e0</w:t>
      </w:r>
    </w:p>
    <w:p w:rsidR="006974AE" w:rsidRDefault="006974AE" w:rsidP="006974AE">
      <w:r>
        <w:t>369.1634</w:t>
      </w:r>
      <w:r>
        <w:tab/>
        <w:t>1.013e0</w:t>
      </w:r>
    </w:p>
    <w:p w:rsidR="006974AE" w:rsidRDefault="006974AE" w:rsidP="006974AE">
      <w:r>
        <w:t>369.1644</w:t>
      </w:r>
      <w:r>
        <w:tab/>
        <w:t>5.063e0</w:t>
      </w:r>
    </w:p>
    <w:p w:rsidR="006974AE" w:rsidRDefault="006974AE" w:rsidP="006974AE">
      <w:r>
        <w:t>369.1743</w:t>
      </w:r>
      <w:r>
        <w:tab/>
        <w:t>2.025e0</w:t>
      </w:r>
    </w:p>
    <w:p w:rsidR="006974AE" w:rsidRDefault="006974AE" w:rsidP="006974AE">
      <w:r>
        <w:t>369.1931</w:t>
      </w:r>
      <w:r>
        <w:tab/>
        <w:t>2.025e0</w:t>
      </w:r>
    </w:p>
    <w:p w:rsidR="006974AE" w:rsidRDefault="006974AE" w:rsidP="006974AE">
      <w:r>
        <w:t>369.2233</w:t>
      </w:r>
      <w:r>
        <w:tab/>
        <w:t>4.051e0</w:t>
      </w:r>
    </w:p>
    <w:p w:rsidR="006974AE" w:rsidRDefault="006974AE" w:rsidP="006974AE">
      <w:r>
        <w:t>369.2249</w:t>
      </w:r>
      <w:r>
        <w:tab/>
        <w:t>3.038e0</w:t>
      </w:r>
    </w:p>
    <w:p w:rsidR="006974AE" w:rsidRDefault="006974AE" w:rsidP="006974AE">
      <w:r>
        <w:t>369.2268</w:t>
      </w:r>
      <w:r>
        <w:tab/>
        <w:t>1.013e0</w:t>
      </w:r>
    </w:p>
    <w:p w:rsidR="006974AE" w:rsidRDefault="006974AE" w:rsidP="006974AE">
      <w:r>
        <w:t>369.2283</w:t>
      </w:r>
      <w:r>
        <w:tab/>
        <w:t>4.051e0</w:t>
      </w:r>
    </w:p>
    <w:p w:rsidR="006974AE" w:rsidRDefault="006974AE" w:rsidP="006974AE">
      <w:r>
        <w:t>369.2408</w:t>
      </w:r>
      <w:r>
        <w:tab/>
        <w:t>1.013e0</w:t>
      </w:r>
    </w:p>
    <w:p w:rsidR="006974AE" w:rsidRDefault="006974AE" w:rsidP="006974AE">
      <w:r>
        <w:t>369.2636</w:t>
      </w:r>
      <w:r>
        <w:tab/>
        <w:t>2.025e0</w:t>
      </w:r>
    </w:p>
    <w:p w:rsidR="006974AE" w:rsidRDefault="006974AE" w:rsidP="006974AE">
      <w:r>
        <w:t>369.2868</w:t>
      </w:r>
      <w:r>
        <w:tab/>
        <w:t>3.038e0</w:t>
      </w:r>
    </w:p>
    <w:p w:rsidR="006974AE" w:rsidRDefault="006974AE" w:rsidP="006974AE">
      <w:r>
        <w:t>369.3015</w:t>
      </w:r>
      <w:r>
        <w:tab/>
        <w:t>1.013e0</w:t>
      </w:r>
    </w:p>
    <w:p w:rsidR="006974AE" w:rsidRDefault="006974AE" w:rsidP="006974AE">
      <w:r>
        <w:t>369.3181</w:t>
      </w:r>
      <w:r>
        <w:tab/>
        <w:t>1.013e0</w:t>
      </w:r>
    </w:p>
    <w:p w:rsidR="006974AE" w:rsidRDefault="006974AE" w:rsidP="006974AE">
      <w:r>
        <w:t>369.3325</w:t>
      </w:r>
      <w:r>
        <w:tab/>
        <w:t>3.038e0</w:t>
      </w:r>
    </w:p>
    <w:p w:rsidR="006974AE" w:rsidRDefault="006974AE" w:rsidP="006974AE">
      <w:r>
        <w:t>369.3434</w:t>
      </w:r>
      <w:r>
        <w:tab/>
        <w:t>1.013e0</w:t>
      </w:r>
    </w:p>
    <w:p w:rsidR="006974AE" w:rsidRDefault="006974AE" w:rsidP="006974AE">
      <w:r>
        <w:t>369.3474</w:t>
      </w:r>
      <w:r>
        <w:tab/>
        <w:t>1.013e0</w:t>
      </w:r>
    </w:p>
    <w:p w:rsidR="006974AE" w:rsidRDefault="006974AE" w:rsidP="006974AE">
      <w:r>
        <w:lastRenderedPageBreak/>
        <w:t>369.3618</w:t>
      </w:r>
      <w:r>
        <w:tab/>
        <w:t>3.038e0</w:t>
      </w:r>
    </w:p>
    <w:p w:rsidR="006974AE" w:rsidRDefault="006974AE" w:rsidP="006974AE">
      <w:r>
        <w:t>369.3719</w:t>
      </w:r>
      <w:r>
        <w:tab/>
        <w:t>2.025e0</w:t>
      </w:r>
    </w:p>
    <w:p w:rsidR="006974AE" w:rsidRDefault="006974AE" w:rsidP="006974AE">
      <w:r>
        <w:t>369.3789</w:t>
      </w:r>
      <w:r>
        <w:tab/>
        <w:t>1.013e0</w:t>
      </w:r>
    </w:p>
    <w:p w:rsidR="006974AE" w:rsidRDefault="006974AE" w:rsidP="006974AE">
      <w:r>
        <w:t>369.3893</w:t>
      </w:r>
      <w:r>
        <w:tab/>
        <w:t>1.013e0</w:t>
      </w:r>
    </w:p>
    <w:p w:rsidR="006974AE" w:rsidRDefault="006974AE" w:rsidP="006974AE">
      <w:r>
        <w:t>369.4055</w:t>
      </w:r>
      <w:r>
        <w:tab/>
        <w:t>3.038e0</w:t>
      </w:r>
    </w:p>
    <w:p w:rsidR="006974AE" w:rsidRDefault="006974AE" w:rsidP="006974AE">
      <w:r>
        <w:t>369.4138</w:t>
      </w:r>
      <w:r>
        <w:tab/>
        <w:t>3.492e0</w:t>
      </w:r>
    </w:p>
    <w:p w:rsidR="006974AE" w:rsidRDefault="006974AE" w:rsidP="006974AE">
      <w:r>
        <w:t>369.4222</w:t>
      </w:r>
      <w:r>
        <w:tab/>
        <w:t>2.025e0</w:t>
      </w:r>
    </w:p>
    <w:p w:rsidR="006974AE" w:rsidRDefault="006974AE" w:rsidP="006974AE">
      <w:r>
        <w:t>369.4318</w:t>
      </w:r>
      <w:r>
        <w:tab/>
        <w:t>5.063e0</w:t>
      </w:r>
    </w:p>
    <w:p w:rsidR="006974AE" w:rsidRDefault="006974AE" w:rsidP="006974AE">
      <w:r>
        <w:t>369.4352</w:t>
      </w:r>
      <w:r>
        <w:tab/>
        <w:t>2.025e0</w:t>
      </w:r>
    </w:p>
    <w:p w:rsidR="006974AE" w:rsidRDefault="006974AE" w:rsidP="006974AE">
      <w:r>
        <w:t>369.4598</w:t>
      </w:r>
      <w:r>
        <w:tab/>
        <w:t>1.013e0</w:t>
      </w:r>
    </w:p>
    <w:p w:rsidR="006974AE" w:rsidRDefault="006974AE" w:rsidP="006974AE">
      <w:r>
        <w:t>369.4705</w:t>
      </w:r>
      <w:r>
        <w:tab/>
        <w:t>1.013e0</w:t>
      </w:r>
    </w:p>
    <w:p w:rsidR="006974AE" w:rsidRDefault="006974AE" w:rsidP="006974AE">
      <w:r>
        <w:t>369.4812</w:t>
      </w:r>
      <w:r>
        <w:tab/>
        <w:t>2.025e0</w:t>
      </w:r>
    </w:p>
    <w:p w:rsidR="006974AE" w:rsidRDefault="006974AE" w:rsidP="006974AE">
      <w:r>
        <w:t>369.4903</w:t>
      </w:r>
      <w:r>
        <w:tab/>
        <w:t>1.013e0</w:t>
      </w:r>
    </w:p>
    <w:p w:rsidR="006974AE" w:rsidRDefault="006974AE" w:rsidP="006974AE">
      <w:r>
        <w:t>369.5229</w:t>
      </w:r>
      <w:r>
        <w:tab/>
        <w:t>1.013e0</w:t>
      </w:r>
    </w:p>
    <w:p w:rsidR="006974AE" w:rsidRDefault="006974AE" w:rsidP="006974AE">
      <w:r>
        <w:t>369.5516</w:t>
      </w:r>
      <w:r>
        <w:tab/>
        <w:t>2.025e0</w:t>
      </w:r>
    </w:p>
    <w:p w:rsidR="006974AE" w:rsidRDefault="006974AE" w:rsidP="006974AE">
      <w:r>
        <w:t>369.5768</w:t>
      </w:r>
      <w:r>
        <w:tab/>
        <w:t>1.013e0</w:t>
      </w:r>
    </w:p>
    <w:p w:rsidR="006974AE" w:rsidRDefault="006974AE" w:rsidP="006974AE">
      <w:r>
        <w:t>369.6189</w:t>
      </w:r>
      <w:r>
        <w:tab/>
        <w:t>1.013e0</w:t>
      </w:r>
    </w:p>
    <w:p w:rsidR="006974AE" w:rsidRDefault="006974AE" w:rsidP="006974AE">
      <w:r>
        <w:t>369.6285</w:t>
      </w:r>
      <w:r>
        <w:tab/>
        <w:t>1.013e0</w:t>
      </w:r>
    </w:p>
    <w:p w:rsidR="006974AE" w:rsidRDefault="006974AE" w:rsidP="006974AE">
      <w:r>
        <w:t>369.6355</w:t>
      </w:r>
      <w:r>
        <w:tab/>
        <w:t>1.013e0</w:t>
      </w:r>
    </w:p>
    <w:p w:rsidR="006974AE" w:rsidRDefault="006974AE" w:rsidP="006974AE">
      <w:r>
        <w:lastRenderedPageBreak/>
        <w:t>369.6644</w:t>
      </w:r>
      <w:r>
        <w:tab/>
        <w:t>2.025e0</w:t>
      </w:r>
    </w:p>
    <w:p w:rsidR="006974AE" w:rsidRDefault="006974AE" w:rsidP="006974AE">
      <w:r>
        <w:t>369.6746</w:t>
      </w:r>
      <w:r>
        <w:tab/>
        <w:t>2.025e0</w:t>
      </w:r>
    </w:p>
    <w:p w:rsidR="006974AE" w:rsidRDefault="006974AE" w:rsidP="006974AE">
      <w:r>
        <w:t>369.6948</w:t>
      </w:r>
      <w:r>
        <w:tab/>
        <w:t>2.025e0</w:t>
      </w:r>
    </w:p>
    <w:p w:rsidR="006974AE" w:rsidRDefault="006974AE" w:rsidP="006974AE">
      <w:r>
        <w:t>369.7108</w:t>
      </w:r>
      <w:r>
        <w:tab/>
        <w:t>2.025e0</w:t>
      </w:r>
    </w:p>
    <w:p w:rsidR="006974AE" w:rsidRDefault="006974AE" w:rsidP="006974AE">
      <w:r>
        <w:t>369.7277</w:t>
      </w:r>
      <w:r>
        <w:tab/>
        <w:t>1.013e0</w:t>
      </w:r>
    </w:p>
    <w:p w:rsidR="006974AE" w:rsidRDefault="006974AE" w:rsidP="006974AE">
      <w:r>
        <w:t>369.7352</w:t>
      </w:r>
      <w:r>
        <w:tab/>
        <w:t>1.013e0</w:t>
      </w:r>
    </w:p>
    <w:p w:rsidR="006974AE" w:rsidRDefault="006974AE" w:rsidP="006974AE">
      <w:r>
        <w:t>369.7694</w:t>
      </w:r>
      <w:r>
        <w:tab/>
        <w:t>2.025e0</w:t>
      </w:r>
    </w:p>
    <w:p w:rsidR="006974AE" w:rsidRDefault="006974AE" w:rsidP="006974AE">
      <w:r>
        <w:t>369.7738</w:t>
      </w:r>
      <w:r>
        <w:tab/>
        <w:t>1.013e0</w:t>
      </w:r>
    </w:p>
    <w:p w:rsidR="006974AE" w:rsidRDefault="006974AE" w:rsidP="006974AE">
      <w:r>
        <w:t>369.8022</w:t>
      </w:r>
      <w:r>
        <w:tab/>
        <w:t>1.013e0</w:t>
      </w:r>
    </w:p>
    <w:p w:rsidR="006974AE" w:rsidRDefault="006974AE" w:rsidP="006974AE">
      <w:r>
        <w:t>369.8330</w:t>
      </w:r>
      <w:r>
        <w:tab/>
        <w:t>1.013e0</w:t>
      </w:r>
    </w:p>
    <w:p w:rsidR="006974AE" w:rsidRDefault="006974AE" w:rsidP="006974AE">
      <w:r>
        <w:t>369.8396</w:t>
      </w:r>
      <w:r>
        <w:tab/>
        <w:t>2.025e0</w:t>
      </w:r>
    </w:p>
    <w:p w:rsidR="006974AE" w:rsidRDefault="006974AE" w:rsidP="006974AE">
      <w:r>
        <w:t>369.8690</w:t>
      </w:r>
      <w:r>
        <w:tab/>
        <w:t>1.013e0</w:t>
      </w:r>
    </w:p>
    <w:p w:rsidR="006974AE" w:rsidRDefault="006974AE" w:rsidP="006974AE">
      <w:r>
        <w:t>369.8857</w:t>
      </w:r>
      <w:r>
        <w:tab/>
        <w:t>1.013e0</w:t>
      </w:r>
    </w:p>
    <w:p w:rsidR="006974AE" w:rsidRDefault="006974AE" w:rsidP="006974AE">
      <w:r>
        <w:t>369.9154</w:t>
      </w:r>
      <w:r>
        <w:tab/>
        <w:t>1.013e0</w:t>
      </w:r>
    </w:p>
    <w:p w:rsidR="006974AE" w:rsidRDefault="006974AE" w:rsidP="006974AE">
      <w:r>
        <w:t>369.9228</w:t>
      </w:r>
      <w:r>
        <w:tab/>
        <w:t>3.038e0</w:t>
      </w:r>
    </w:p>
    <w:p w:rsidR="006974AE" w:rsidRDefault="006974AE" w:rsidP="006974AE">
      <w:r>
        <w:t>369.9511</w:t>
      </w:r>
      <w:r>
        <w:tab/>
        <w:t>1.013e0</w:t>
      </w:r>
    </w:p>
    <w:p w:rsidR="006974AE" w:rsidRDefault="006974AE" w:rsidP="006974AE">
      <w:r>
        <w:t>369.9818</w:t>
      </w:r>
      <w:r>
        <w:tab/>
        <w:t>1.013e0</w:t>
      </w:r>
    </w:p>
    <w:p w:rsidR="006974AE" w:rsidRDefault="006974AE" w:rsidP="006974AE">
      <w:r>
        <w:t>369.9838</w:t>
      </w:r>
      <w:r>
        <w:tab/>
        <w:t>2.025e0</w:t>
      </w:r>
    </w:p>
    <w:p w:rsidR="006974AE" w:rsidRDefault="006974AE" w:rsidP="006974AE">
      <w:r>
        <w:t>369.9977</w:t>
      </w:r>
      <w:r>
        <w:tab/>
        <w:t>2.025e0</w:t>
      </w:r>
    </w:p>
    <w:p w:rsidR="006974AE" w:rsidRDefault="006974AE" w:rsidP="006974AE">
      <w:r>
        <w:lastRenderedPageBreak/>
        <w:t>370.0018</w:t>
      </w:r>
      <w:r>
        <w:tab/>
        <w:t>2.025e0</w:t>
      </w:r>
    </w:p>
    <w:p w:rsidR="006974AE" w:rsidRDefault="006974AE" w:rsidP="006974AE">
      <w:r>
        <w:t>370.0032</w:t>
      </w:r>
      <w:r>
        <w:tab/>
        <w:t>2.025e0</w:t>
      </w:r>
    </w:p>
    <w:p w:rsidR="006974AE" w:rsidRDefault="006974AE" w:rsidP="006974AE">
      <w:r>
        <w:t>370.0317</w:t>
      </w:r>
      <w:r>
        <w:tab/>
        <w:t>1.013e0</w:t>
      </w:r>
    </w:p>
    <w:p w:rsidR="006974AE" w:rsidRDefault="006974AE" w:rsidP="006974AE">
      <w:r>
        <w:t>370.0631</w:t>
      </w:r>
      <w:r>
        <w:tab/>
        <w:t>1.013e0</w:t>
      </w:r>
    </w:p>
    <w:p w:rsidR="006974AE" w:rsidRDefault="006974AE" w:rsidP="006974AE">
      <w:r>
        <w:t>370.0741</w:t>
      </w:r>
      <w:r>
        <w:tab/>
        <w:t>1.013e0</w:t>
      </w:r>
    </w:p>
    <w:p w:rsidR="006974AE" w:rsidRDefault="006974AE" w:rsidP="006974AE">
      <w:r>
        <w:t>370.0900</w:t>
      </w:r>
      <w:r>
        <w:tab/>
        <w:t>2.025e0</w:t>
      </w:r>
    </w:p>
    <w:p w:rsidR="006974AE" w:rsidRDefault="006974AE" w:rsidP="006974AE">
      <w:r>
        <w:t>370.1017</w:t>
      </w:r>
      <w:r>
        <w:tab/>
        <w:t>2.025e0</w:t>
      </w:r>
    </w:p>
    <w:p w:rsidR="006974AE" w:rsidRDefault="006974AE" w:rsidP="006974AE">
      <w:r>
        <w:t>370.1361</w:t>
      </w:r>
      <w:r>
        <w:tab/>
        <w:t>1.013e0</w:t>
      </w:r>
    </w:p>
    <w:p w:rsidR="006974AE" w:rsidRDefault="006974AE" w:rsidP="006974AE">
      <w:r>
        <w:t>370.1446</w:t>
      </w:r>
      <w:r>
        <w:tab/>
        <w:t>1.013e0</w:t>
      </w:r>
    </w:p>
    <w:p w:rsidR="006974AE" w:rsidRDefault="006974AE" w:rsidP="006974AE">
      <w:r>
        <w:t>370.1865</w:t>
      </w:r>
      <w:r>
        <w:tab/>
        <w:t>1.013e0</w:t>
      </w:r>
    </w:p>
    <w:p w:rsidR="006974AE" w:rsidRDefault="006974AE" w:rsidP="006974AE">
      <w:r>
        <w:t>370.1949</w:t>
      </w:r>
      <w:r>
        <w:tab/>
        <w:t>1.013e0</w:t>
      </w:r>
    </w:p>
    <w:p w:rsidR="006974AE" w:rsidRDefault="006974AE" w:rsidP="006974AE">
      <w:r>
        <w:t>370.2015</w:t>
      </w:r>
      <w:r>
        <w:tab/>
        <w:t>2.025e0</w:t>
      </w:r>
    </w:p>
    <w:p w:rsidR="006974AE" w:rsidRDefault="006974AE" w:rsidP="006974AE">
      <w:r>
        <w:t>370.2213</w:t>
      </w:r>
      <w:r>
        <w:tab/>
        <w:t>1.013e0</w:t>
      </w:r>
    </w:p>
    <w:p w:rsidR="006974AE" w:rsidRDefault="006974AE" w:rsidP="006974AE">
      <w:r>
        <w:t>370.2230</w:t>
      </w:r>
      <w:r>
        <w:tab/>
        <w:t>3.038e0</w:t>
      </w:r>
    </w:p>
    <w:p w:rsidR="006974AE" w:rsidRDefault="006974AE" w:rsidP="006974AE">
      <w:r>
        <w:t>370.2279</w:t>
      </w:r>
      <w:r>
        <w:tab/>
        <w:t>1.013e0</w:t>
      </w:r>
    </w:p>
    <w:p w:rsidR="006974AE" w:rsidRDefault="006974AE" w:rsidP="006974AE">
      <w:r>
        <w:t>370.2481</w:t>
      </w:r>
      <w:r>
        <w:tab/>
        <w:t>2.025e0</w:t>
      </w:r>
    </w:p>
    <w:p w:rsidR="006974AE" w:rsidRDefault="006974AE" w:rsidP="006974AE">
      <w:r>
        <w:t>370.2541</w:t>
      </w:r>
      <w:r>
        <w:tab/>
        <w:t>1.013e0</w:t>
      </w:r>
    </w:p>
    <w:p w:rsidR="006974AE" w:rsidRDefault="006974AE" w:rsidP="006974AE">
      <w:r>
        <w:t>370.2596</w:t>
      </w:r>
      <w:r>
        <w:tab/>
        <w:t>2.025e0</w:t>
      </w:r>
    </w:p>
    <w:p w:rsidR="006974AE" w:rsidRDefault="006974AE" w:rsidP="006974AE">
      <w:r>
        <w:t>370.2699</w:t>
      </w:r>
      <w:r>
        <w:tab/>
        <w:t>2.025e0</w:t>
      </w:r>
    </w:p>
    <w:p w:rsidR="006974AE" w:rsidRDefault="006974AE" w:rsidP="006974AE">
      <w:r>
        <w:lastRenderedPageBreak/>
        <w:t>370.2796</w:t>
      </w:r>
      <w:r>
        <w:tab/>
        <w:t>4.051e0</w:t>
      </w:r>
    </w:p>
    <w:p w:rsidR="006974AE" w:rsidRDefault="006974AE" w:rsidP="006974AE">
      <w:r>
        <w:t>370.3071</w:t>
      </w:r>
      <w:r>
        <w:tab/>
        <w:t>1.013e0</w:t>
      </w:r>
    </w:p>
    <w:p w:rsidR="006974AE" w:rsidRDefault="006974AE" w:rsidP="006974AE">
      <w:r>
        <w:t>370.3404</w:t>
      </w:r>
      <w:r>
        <w:tab/>
        <w:t>1.013e0</w:t>
      </w:r>
    </w:p>
    <w:p w:rsidR="006974AE" w:rsidRDefault="006974AE" w:rsidP="006974AE">
      <w:r>
        <w:t>370.3493</w:t>
      </w:r>
      <w:r>
        <w:tab/>
        <w:t>1.013e0</w:t>
      </w:r>
    </w:p>
    <w:p w:rsidR="006974AE" w:rsidRDefault="006974AE" w:rsidP="006974AE">
      <w:r>
        <w:t>370.3787</w:t>
      </w:r>
      <w:r>
        <w:tab/>
        <w:t>3.038e0</w:t>
      </w:r>
    </w:p>
    <w:p w:rsidR="006974AE" w:rsidRDefault="006974AE" w:rsidP="006974AE">
      <w:r>
        <w:t>370.3813</w:t>
      </w:r>
      <w:r>
        <w:tab/>
        <w:t>2.025e0</w:t>
      </w:r>
    </w:p>
    <w:p w:rsidR="006974AE" w:rsidRDefault="006974AE" w:rsidP="006974AE">
      <w:r>
        <w:t>370.3998</w:t>
      </w:r>
      <w:r>
        <w:tab/>
        <w:t>1.013e0</w:t>
      </w:r>
    </w:p>
    <w:p w:rsidR="006974AE" w:rsidRDefault="006974AE" w:rsidP="006974AE">
      <w:r>
        <w:t>370.4057</w:t>
      </w:r>
      <w:r>
        <w:tab/>
        <w:t>2.025e0</w:t>
      </w:r>
    </w:p>
    <w:p w:rsidR="006974AE" w:rsidRDefault="006974AE" w:rsidP="006974AE">
      <w:r>
        <w:t>370.4125</w:t>
      </w:r>
      <w:r>
        <w:tab/>
        <w:t>1.013e0</w:t>
      </w:r>
    </w:p>
    <w:p w:rsidR="006974AE" w:rsidRDefault="006974AE" w:rsidP="006974AE">
      <w:r>
        <w:t>370.4455</w:t>
      </w:r>
      <w:r>
        <w:tab/>
        <w:t>1.013e0</w:t>
      </w:r>
    </w:p>
    <w:p w:rsidR="006974AE" w:rsidRDefault="006974AE" w:rsidP="006974AE">
      <w:r>
        <w:t>370.4621</w:t>
      </w:r>
      <w:r>
        <w:tab/>
        <w:t>1.013e0</w:t>
      </w:r>
    </w:p>
    <w:p w:rsidR="006974AE" w:rsidRDefault="006974AE" w:rsidP="006974AE">
      <w:r>
        <w:t>370.6005</w:t>
      </w:r>
      <w:r>
        <w:tab/>
        <w:t>1.013e0</w:t>
      </w:r>
    </w:p>
    <w:p w:rsidR="006974AE" w:rsidRDefault="006974AE" w:rsidP="006974AE">
      <w:r>
        <w:t>370.6175</w:t>
      </w:r>
      <w:r>
        <w:tab/>
        <w:t>1.013e0</w:t>
      </w:r>
    </w:p>
    <w:p w:rsidR="006974AE" w:rsidRDefault="006974AE" w:rsidP="006974AE">
      <w:r>
        <w:t>370.6764</w:t>
      </w:r>
      <w:r>
        <w:tab/>
        <w:t>1.013e0</w:t>
      </w:r>
    </w:p>
    <w:p w:rsidR="006974AE" w:rsidRDefault="006974AE" w:rsidP="006974AE">
      <w:r>
        <w:t>370.6923</w:t>
      </w:r>
      <w:r>
        <w:tab/>
        <w:t>1.013e0</w:t>
      </w:r>
    </w:p>
    <w:p w:rsidR="006974AE" w:rsidRDefault="006974AE" w:rsidP="006974AE">
      <w:r>
        <w:t>370.7090</w:t>
      </w:r>
      <w:r>
        <w:tab/>
        <w:t>1.013e0</w:t>
      </w:r>
    </w:p>
    <w:p w:rsidR="006974AE" w:rsidRDefault="006974AE" w:rsidP="006974AE">
      <w:r>
        <w:t>370.7310</w:t>
      </w:r>
      <w:r>
        <w:tab/>
        <w:t>3.038e0</w:t>
      </w:r>
    </w:p>
    <w:p w:rsidR="006974AE" w:rsidRDefault="006974AE" w:rsidP="006974AE">
      <w:r>
        <w:t>370.7363</w:t>
      </w:r>
      <w:r>
        <w:tab/>
        <w:t>2.025e0</w:t>
      </w:r>
    </w:p>
    <w:p w:rsidR="006974AE" w:rsidRDefault="006974AE" w:rsidP="006974AE">
      <w:r>
        <w:t>370.7490</w:t>
      </w:r>
      <w:r>
        <w:tab/>
        <w:t>1.013e0</w:t>
      </w:r>
    </w:p>
    <w:p w:rsidR="006974AE" w:rsidRDefault="006974AE" w:rsidP="006974AE">
      <w:r>
        <w:lastRenderedPageBreak/>
        <w:t>370.7842</w:t>
      </w:r>
      <w:r>
        <w:tab/>
        <w:t>1.013e0</w:t>
      </w:r>
    </w:p>
    <w:p w:rsidR="006974AE" w:rsidRDefault="006974AE" w:rsidP="006974AE">
      <w:r>
        <w:t>370.8073</w:t>
      </w:r>
      <w:r>
        <w:tab/>
        <w:t>2.025e0</w:t>
      </w:r>
    </w:p>
    <w:p w:rsidR="006974AE" w:rsidRDefault="006974AE" w:rsidP="006974AE">
      <w:r>
        <w:t>370.8353</w:t>
      </w:r>
      <w:r>
        <w:tab/>
        <w:t>1.013e0</w:t>
      </w:r>
    </w:p>
    <w:p w:rsidR="006974AE" w:rsidRDefault="006974AE" w:rsidP="006974AE">
      <w:r>
        <w:t>370.8596</w:t>
      </w:r>
      <w:r>
        <w:tab/>
        <w:t>2.025e0</w:t>
      </w:r>
    </w:p>
    <w:p w:rsidR="006974AE" w:rsidRDefault="006974AE" w:rsidP="006974AE">
      <w:r>
        <w:t>370.8931</w:t>
      </w:r>
      <w:r>
        <w:tab/>
        <w:t>1.013e0</w:t>
      </w:r>
    </w:p>
    <w:p w:rsidR="006974AE" w:rsidRDefault="006974AE" w:rsidP="006974AE">
      <w:r>
        <w:t>370.8971</w:t>
      </w:r>
      <w:r>
        <w:tab/>
        <w:t>1.013e0</w:t>
      </w:r>
    </w:p>
    <w:p w:rsidR="006974AE" w:rsidRDefault="006974AE" w:rsidP="006974AE">
      <w:r>
        <w:t>370.9143</w:t>
      </w:r>
      <w:r>
        <w:tab/>
        <w:t>1.013e0</w:t>
      </w:r>
    </w:p>
    <w:p w:rsidR="006974AE" w:rsidRDefault="006974AE" w:rsidP="006974AE">
      <w:r>
        <w:t>370.9219</w:t>
      </w:r>
      <w:r>
        <w:tab/>
        <w:t>1.013e0</w:t>
      </w:r>
    </w:p>
    <w:p w:rsidR="006974AE" w:rsidRDefault="006974AE" w:rsidP="006974AE">
      <w:r>
        <w:t>370.9272</w:t>
      </w:r>
      <w:r>
        <w:tab/>
        <w:t>1.013e0</w:t>
      </w:r>
    </w:p>
    <w:p w:rsidR="006974AE" w:rsidRDefault="006974AE" w:rsidP="006974AE">
      <w:r>
        <w:t>370.9324</w:t>
      </w:r>
      <w:r>
        <w:tab/>
        <w:t>6.076e0</w:t>
      </w:r>
    </w:p>
    <w:p w:rsidR="006974AE" w:rsidRDefault="006974AE" w:rsidP="006974AE">
      <w:r>
        <w:t>370.9343</w:t>
      </w:r>
      <w:r>
        <w:tab/>
        <w:t>1.013e0</w:t>
      </w:r>
    </w:p>
    <w:p w:rsidR="006974AE" w:rsidRDefault="006974AE" w:rsidP="006974AE">
      <w:r>
        <w:t>370.9357</w:t>
      </w:r>
      <w:r>
        <w:tab/>
        <w:t>2.025e0</w:t>
      </w:r>
    </w:p>
    <w:p w:rsidR="006974AE" w:rsidRDefault="006974AE" w:rsidP="006974AE">
      <w:r>
        <w:t>370.9386</w:t>
      </w:r>
      <w:r>
        <w:tab/>
        <w:t>1.013e0</w:t>
      </w:r>
    </w:p>
    <w:p w:rsidR="006974AE" w:rsidRDefault="006974AE" w:rsidP="006974AE">
      <w:r>
        <w:t>370.9597</w:t>
      </w:r>
      <w:r>
        <w:tab/>
        <w:t>1.013e0</w:t>
      </w:r>
    </w:p>
    <w:p w:rsidR="006974AE" w:rsidRDefault="006974AE" w:rsidP="006974AE">
      <w:r>
        <w:t>370.9678</w:t>
      </w:r>
      <w:r>
        <w:tab/>
        <w:t>2.025e0</w:t>
      </w:r>
    </w:p>
    <w:p w:rsidR="006974AE" w:rsidRDefault="006974AE" w:rsidP="006974AE">
      <w:r>
        <w:t>370.9745</w:t>
      </w:r>
      <w:r>
        <w:tab/>
        <w:t>2.025e0</w:t>
      </w:r>
    </w:p>
    <w:p w:rsidR="006974AE" w:rsidRDefault="006974AE" w:rsidP="006974AE">
      <w:r>
        <w:t>370.9953</w:t>
      </w:r>
      <w:r>
        <w:tab/>
        <w:t>2.025e0</w:t>
      </w:r>
    </w:p>
    <w:p w:rsidR="006974AE" w:rsidRDefault="006974AE" w:rsidP="006974AE">
      <w:r>
        <w:t>370.9975</w:t>
      </w:r>
      <w:r>
        <w:tab/>
        <w:t>2.025e0</w:t>
      </w:r>
    </w:p>
    <w:p w:rsidR="006974AE" w:rsidRDefault="006974AE" w:rsidP="006974AE">
      <w:r>
        <w:t>371.0056</w:t>
      </w:r>
      <w:r>
        <w:tab/>
        <w:t>1.013e0</w:t>
      </w:r>
    </w:p>
    <w:p w:rsidR="006974AE" w:rsidRDefault="006974AE" w:rsidP="006974AE">
      <w:r>
        <w:lastRenderedPageBreak/>
        <w:t>371.0095</w:t>
      </w:r>
      <w:r>
        <w:tab/>
        <w:t>1.013e0</w:t>
      </w:r>
    </w:p>
    <w:p w:rsidR="006974AE" w:rsidRDefault="006974AE" w:rsidP="006974AE">
      <w:r>
        <w:t>371.0137</w:t>
      </w:r>
      <w:r>
        <w:tab/>
        <w:t>1.013e0</w:t>
      </w:r>
    </w:p>
    <w:p w:rsidR="006974AE" w:rsidRDefault="006974AE" w:rsidP="006974AE">
      <w:r>
        <w:t>371.0344</w:t>
      </w:r>
      <w:r>
        <w:tab/>
        <w:t>1.013e0</w:t>
      </w:r>
    </w:p>
    <w:p w:rsidR="006974AE" w:rsidRDefault="006974AE" w:rsidP="006974AE">
      <w:r>
        <w:t>371.0461</w:t>
      </w:r>
      <w:r>
        <w:tab/>
        <w:t>1.013e0</w:t>
      </w:r>
    </w:p>
    <w:p w:rsidR="006974AE" w:rsidRDefault="006974AE" w:rsidP="006974AE">
      <w:r>
        <w:t>371.0659</w:t>
      </w:r>
      <w:r>
        <w:tab/>
        <w:t>3.038e0</w:t>
      </w:r>
    </w:p>
    <w:p w:rsidR="006974AE" w:rsidRDefault="006974AE" w:rsidP="006974AE">
      <w:r>
        <w:t>371.0826</w:t>
      </w:r>
      <w:r>
        <w:tab/>
        <w:t>4.051e0</w:t>
      </w:r>
    </w:p>
    <w:p w:rsidR="006974AE" w:rsidRDefault="006974AE" w:rsidP="006974AE">
      <w:r>
        <w:t>371.0858</w:t>
      </w:r>
      <w:r>
        <w:tab/>
        <w:t>1.013e0</w:t>
      </w:r>
    </w:p>
    <w:p w:rsidR="006974AE" w:rsidRDefault="006974AE" w:rsidP="006974AE">
      <w:r>
        <w:t>371.0967</w:t>
      </w:r>
      <w:r>
        <w:tab/>
        <w:t>2.025e0</w:t>
      </w:r>
    </w:p>
    <w:p w:rsidR="006974AE" w:rsidRDefault="006974AE" w:rsidP="006974AE">
      <w:r>
        <w:t>371.1298</w:t>
      </w:r>
      <w:r>
        <w:tab/>
        <w:t>2.025e0</w:t>
      </w:r>
    </w:p>
    <w:p w:rsidR="006974AE" w:rsidRDefault="006974AE" w:rsidP="006974AE">
      <w:r>
        <w:t>371.1474</w:t>
      </w:r>
      <w:r>
        <w:tab/>
        <w:t>1.013e0</w:t>
      </w:r>
    </w:p>
    <w:p w:rsidR="006974AE" w:rsidRDefault="006974AE" w:rsidP="006974AE">
      <w:r>
        <w:t>371.1882</w:t>
      </w:r>
      <w:r>
        <w:tab/>
        <w:t>3.038e0</w:t>
      </w:r>
    </w:p>
    <w:p w:rsidR="006974AE" w:rsidRDefault="006974AE" w:rsidP="006974AE">
      <w:r>
        <w:t>371.2245</w:t>
      </w:r>
      <w:r>
        <w:tab/>
        <w:t>1.013e0</w:t>
      </w:r>
    </w:p>
    <w:p w:rsidR="006974AE" w:rsidRDefault="006974AE" w:rsidP="006974AE">
      <w:r>
        <w:t>371.2448</w:t>
      </w:r>
      <w:r>
        <w:tab/>
        <w:t>1.013e0</w:t>
      </w:r>
    </w:p>
    <w:p w:rsidR="006974AE" w:rsidRDefault="006974AE" w:rsidP="006974AE">
      <w:r>
        <w:t>371.2653</w:t>
      </w:r>
      <w:r>
        <w:tab/>
        <w:t>1.457e0</w:t>
      </w:r>
    </w:p>
    <w:p w:rsidR="006974AE" w:rsidRDefault="006974AE" w:rsidP="006974AE">
      <w:r>
        <w:t>371.2734</w:t>
      </w:r>
      <w:r>
        <w:tab/>
        <w:t>2.025e0</w:t>
      </w:r>
    </w:p>
    <w:p w:rsidR="006974AE" w:rsidRDefault="006974AE" w:rsidP="006974AE">
      <w:r>
        <w:t>371.2957</w:t>
      </w:r>
      <w:r>
        <w:tab/>
        <w:t>5.242e0</w:t>
      </w:r>
    </w:p>
    <w:p w:rsidR="006974AE" w:rsidRDefault="006974AE" w:rsidP="006974AE">
      <w:r>
        <w:t>371.3062</w:t>
      </w:r>
      <w:r>
        <w:tab/>
        <w:t>1.013e0</w:t>
      </w:r>
    </w:p>
    <w:p w:rsidR="006974AE" w:rsidRDefault="006974AE" w:rsidP="006974AE">
      <w:r>
        <w:t>371.3111</w:t>
      </w:r>
      <w:r>
        <w:tab/>
        <w:t>7.089e0</w:t>
      </w:r>
    </w:p>
    <w:p w:rsidR="006974AE" w:rsidRDefault="006974AE" w:rsidP="006974AE">
      <w:r>
        <w:t>371.3167</w:t>
      </w:r>
      <w:r>
        <w:tab/>
        <w:t>1.119e1</w:t>
      </w:r>
    </w:p>
    <w:p w:rsidR="006974AE" w:rsidRDefault="006974AE" w:rsidP="006974AE">
      <w:r>
        <w:lastRenderedPageBreak/>
        <w:t>371.3196</w:t>
      </w:r>
      <w:r>
        <w:tab/>
        <w:t>6.076e0</w:t>
      </w:r>
    </w:p>
    <w:p w:rsidR="006974AE" w:rsidRDefault="006974AE" w:rsidP="006974AE">
      <w:r>
        <w:t>371.3241</w:t>
      </w:r>
      <w:r>
        <w:tab/>
        <w:t>1.215e1</w:t>
      </w:r>
    </w:p>
    <w:p w:rsidR="006974AE" w:rsidRDefault="006974AE" w:rsidP="006974AE">
      <w:r>
        <w:t>371.3287</w:t>
      </w:r>
      <w:r>
        <w:tab/>
        <w:t>3.038e0</w:t>
      </w:r>
    </w:p>
    <w:p w:rsidR="006974AE" w:rsidRDefault="006974AE" w:rsidP="006974AE">
      <w:r>
        <w:t>371.3490</w:t>
      </w:r>
      <w:r>
        <w:tab/>
        <w:t>6.076e0</w:t>
      </w:r>
    </w:p>
    <w:p w:rsidR="006974AE" w:rsidRDefault="006974AE" w:rsidP="006974AE">
      <w:r>
        <w:t>371.3522</w:t>
      </w:r>
      <w:r>
        <w:tab/>
        <w:t>1.013e0</w:t>
      </w:r>
    </w:p>
    <w:p w:rsidR="006974AE" w:rsidRDefault="006974AE" w:rsidP="006974AE">
      <w:r>
        <w:t>371.3680</w:t>
      </w:r>
      <w:r>
        <w:tab/>
        <w:t>3.038e0</w:t>
      </w:r>
    </w:p>
    <w:p w:rsidR="006974AE" w:rsidRDefault="006974AE" w:rsidP="006974AE">
      <w:r>
        <w:t>371.3831</w:t>
      </w:r>
      <w:r>
        <w:tab/>
        <w:t>1.013e0</w:t>
      </w:r>
    </w:p>
    <w:p w:rsidR="006974AE" w:rsidRDefault="006974AE" w:rsidP="006974AE">
      <w:r>
        <w:t>371.3875</w:t>
      </w:r>
      <w:r>
        <w:tab/>
        <w:t>2.025e0</w:t>
      </w:r>
    </w:p>
    <w:p w:rsidR="006974AE" w:rsidRDefault="006974AE" w:rsidP="006974AE">
      <w:r>
        <w:t>371.3941</w:t>
      </w:r>
      <w:r>
        <w:tab/>
        <w:t>1.013e0</w:t>
      </w:r>
    </w:p>
    <w:p w:rsidR="006974AE" w:rsidRDefault="006974AE" w:rsidP="006974AE">
      <w:r>
        <w:t>371.4492</w:t>
      </w:r>
      <w:r>
        <w:tab/>
        <w:t>1.013e0</w:t>
      </w:r>
    </w:p>
    <w:p w:rsidR="006974AE" w:rsidRDefault="006974AE" w:rsidP="006974AE">
      <w:r>
        <w:t>371.4519</w:t>
      </w:r>
      <w:r>
        <w:tab/>
        <w:t>6.076e0</w:t>
      </w:r>
    </w:p>
    <w:p w:rsidR="006974AE" w:rsidRDefault="006974AE" w:rsidP="006974AE">
      <w:r>
        <w:t>371.4844</w:t>
      </w:r>
      <w:r>
        <w:tab/>
        <w:t>3.038e0</w:t>
      </w:r>
    </w:p>
    <w:p w:rsidR="006974AE" w:rsidRDefault="006974AE" w:rsidP="006974AE">
      <w:r>
        <w:t>371.5489</w:t>
      </w:r>
      <w:r>
        <w:tab/>
        <w:t>1.013e0</w:t>
      </w:r>
    </w:p>
    <w:p w:rsidR="006974AE" w:rsidRDefault="006974AE" w:rsidP="006974AE">
      <w:r>
        <w:t>371.5621</w:t>
      </w:r>
      <w:r>
        <w:tab/>
        <w:t>1.013e0</w:t>
      </w:r>
    </w:p>
    <w:p w:rsidR="006974AE" w:rsidRDefault="006974AE" w:rsidP="006974AE">
      <w:r>
        <w:t>371.5682</w:t>
      </w:r>
      <w:r>
        <w:tab/>
        <w:t>1.013e0</w:t>
      </w:r>
    </w:p>
    <w:p w:rsidR="006974AE" w:rsidRDefault="006974AE" w:rsidP="006974AE">
      <w:r>
        <w:t>371.5886</w:t>
      </w:r>
      <w:r>
        <w:tab/>
        <w:t>1.013e0</w:t>
      </w:r>
    </w:p>
    <w:p w:rsidR="006974AE" w:rsidRDefault="006974AE" w:rsidP="006974AE">
      <w:r>
        <w:t>371.5952</w:t>
      </w:r>
      <w:r>
        <w:tab/>
        <w:t>1.013e0</w:t>
      </w:r>
    </w:p>
    <w:p w:rsidR="006974AE" w:rsidRDefault="006974AE" w:rsidP="006974AE">
      <w:r>
        <w:t>371.5994</w:t>
      </w:r>
      <w:r>
        <w:tab/>
        <w:t>1.013e0</w:t>
      </w:r>
    </w:p>
    <w:p w:rsidR="006974AE" w:rsidRDefault="006974AE" w:rsidP="006974AE">
      <w:r>
        <w:t>371.6493</w:t>
      </w:r>
      <w:r>
        <w:tab/>
        <w:t>1.013e0</w:t>
      </w:r>
    </w:p>
    <w:p w:rsidR="006974AE" w:rsidRDefault="006974AE" w:rsidP="006974AE">
      <w:r>
        <w:lastRenderedPageBreak/>
        <w:t>371.6609</w:t>
      </w:r>
      <w:r>
        <w:tab/>
        <w:t>1.013e0</w:t>
      </w:r>
    </w:p>
    <w:p w:rsidR="006974AE" w:rsidRDefault="006974AE" w:rsidP="006974AE">
      <w:r>
        <w:t>371.6659</w:t>
      </w:r>
      <w:r>
        <w:tab/>
        <w:t>1.013e0</w:t>
      </w:r>
    </w:p>
    <w:p w:rsidR="006974AE" w:rsidRDefault="006974AE" w:rsidP="006974AE">
      <w:r>
        <w:t>371.6812</w:t>
      </w:r>
      <w:r>
        <w:tab/>
        <w:t>2.025e0</w:t>
      </w:r>
    </w:p>
    <w:p w:rsidR="006974AE" w:rsidRDefault="006974AE" w:rsidP="006974AE">
      <w:r>
        <w:t>371.7005</w:t>
      </w:r>
      <w:r>
        <w:tab/>
        <w:t>1.013e0</w:t>
      </w:r>
    </w:p>
    <w:p w:rsidR="006974AE" w:rsidRDefault="006974AE" w:rsidP="006974AE">
      <w:r>
        <w:t>371.7230</w:t>
      </w:r>
      <w:r>
        <w:tab/>
        <w:t>2.025e0</w:t>
      </w:r>
    </w:p>
    <w:p w:rsidR="006974AE" w:rsidRDefault="006974AE" w:rsidP="006974AE">
      <w:r>
        <w:t>371.7275</w:t>
      </w:r>
      <w:r>
        <w:tab/>
        <w:t>1.013e0</w:t>
      </w:r>
    </w:p>
    <w:p w:rsidR="006974AE" w:rsidRDefault="006974AE" w:rsidP="006974AE">
      <w:r>
        <w:t>371.7478</w:t>
      </w:r>
      <w:r>
        <w:tab/>
        <w:t>2.025e0</w:t>
      </w:r>
    </w:p>
    <w:p w:rsidR="006974AE" w:rsidRDefault="006974AE" w:rsidP="006974AE">
      <w:r>
        <w:t>371.7936</w:t>
      </w:r>
      <w:r>
        <w:tab/>
        <w:t>1.013e0</w:t>
      </w:r>
    </w:p>
    <w:p w:rsidR="006974AE" w:rsidRDefault="006974AE" w:rsidP="006974AE">
      <w:r>
        <w:t>371.8201</w:t>
      </w:r>
      <w:r>
        <w:tab/>
        <w:t>1.013e0</w:t>
      </w:r>
    </w:p>
    <w:p w:rsidR="006974AE" w:rsidRDefault="006974AE" w:rsidP="006974AE">
      <w:r>
        <w:t>371.8251</w:t>
      </w:r>
      <w:r>
        <w:tab/>
        <w:t>2.025e0</w:t>
      </w:r>
    </w:p>
    <w:p w:rsidR="006974AE" w:rsidRDefault="006974AE" w:rsidP="006974AE">
      <w:r>
        <w:t>371.8329</w:t>
      </w:r>
      <w:r>
        <w:tab/>
        <w:t>1.013e0</w:t>
      </w:r>
    </w:p>
    <w:p w:rsidR="006974AE" w:rsidRDefault="006974AE" w:rsidP="006974AE">
      <w:r>
        <w:t>371.8752</w:t>
      </w:r>
      <w:r>
        <w:tab/>
        <w:t>1.013e0</w:t>
      </w:r>
    </w:p>
    <w:p w:rsidR="006974AE" w:rsidRDefault="006974AE" w:rsidP="006974AE">
      <w:r>
        <w:t>371.8792</w:t>
      </w:r>
      <w:r>
        <w:tab/>
        <w:t>1.013e0</w:t>
      </w:r>
    </w:p>
    <w:p w:rsidR="006974AE" w:rsidRDefault="006974AE" w:rsidP="006974AE">
      <w:r>
        <w:t>371.8871</w:t>
      </w:r>
      <w:r>
        <w:tab/>
        <w:t>2.025e0</w:t>
      </w:r>
    </w:p>
    <w:p w:rsidR="006974AE" w:rsidRDefault="006974AE" w:rsidP="006974AE">
      <w:r>
        <w:t>371.8905</w:t>
      </w:r>
      <w:r>
        <w:tab/>
        <w:t>2.025e0</w:t>
      </w:r>
    </w:p>
    <w:p w:rsidR="006974AE" w:rsidRDefault="006974AE" w:rsidP="006974AE">
      <w:r>
        <w:t>371.8962</w:t>
      </w:r>
      <w:r>
        <w:tab/>
        <w:t>1.013e0</w:t>
      </w:r>
    </w:p>
    <w:p w:rsidR="006974AE" w:rsidRDefault="006974AE" w:rsidP="006974AE">
      <w:r>
        <w:t>371.9378</w:t>
      </w:r>
      <w:r>
        <w:tab/>
        <w:t>2.025e0</w:t>
      </w:r>
    </w:p>
    <w:p w:rsidR="006974AE" w:rsidRDefault="006974AE" w:rsidP="006974AE">
      <w:r>
        <w:t>371.9417</w:t>
      </w:r>
      <w:r>
        <w:tab/>
        <w:t>1.013e0</w:t>
      </w:r>
    </w:p>
    <w:p w:rsidR="006974AE" w:rsidRDefault="006974AE" w:rsidP="006974AE">
      <w:r>
        <w:t>371.9586</w:t>
      </w:r>
      <w:r>
        <w:tab/>
        <w:t>1.013e0</w:t>
      </w:r>
    </w:p>
    <w:p w:rsidR="006974AE" w:rsidRDefault="006974AE" w:rsidP="006974AE">
      <w:r>
        <w:lastRenderedPageBreak/>
        <w:t>372.0050</w:t>
      </w:r>
      <w:r>
        <w:tab/>
        <w:t>2.025e0</w:t>
      </w:r>
    </w:p>
    <w:p w:rsidR="006974AE" w:rsidRDefault="006974AE" w:rsidP="006974AE">
      <w:r>
        <w:t>372.0067</w:t>
      </w:r>
      <w:r>
        <w:tab/>
        <w:t>4.051e0</w:t>
      </w:r>
    </w:p>
    <w:p w:rsidR="006974AE" w:rsidRDefault="006974AE" w:rsidP="006974AE">
      <w:r>
        <w:t>372.0187</w:t>
      </w:r>
      <w:r>
        <w:tab/>
        <w:t>1.013e0</w:t>
      </w:r>
    </w:p>
    <w:p w:rsidR="006974AE" w:rsidRDefault="006974AE" w:rsidP="006974AE">
      <w:r>
        <w:t>372.0573</w:t>
      </w:r>
      <w:r>
        <w:tab/>
        <w:t>2.025e0</w:t>
      </w:r>
    </w:p>
    <w:p w:rsidR="006974AE" w:rsidRDefault="006974AE" w:rsidP="006974AE">
      <w:r>
        <w:t>372.0589</w:t>
      </w:r>
      <w:r>
        <w:tab/>
        <w:t>1.013e0</w:t>
      </w:r>
    </w:p>
    <w:p w:rsidR="006974AE" w:rsidRDefault="006974AE" w:rsidP="006974AE">
      <w:r>
        <w:t>372.0974</w:t>
      </w:r>
      <w:r>
        <w:tab/>
        <w:t>2.025e0</w:t>
      </w:r>
    </w:p>
    <w:p w:rsidR="006974AE" w:rsidRDefault="006974AE" w:rsidP="006974AE">
      <w:r>
        <w:t>372.1006</w:t>
      </w:r>
      <w:r>
        <w:tab/>
        <w:t>1.013e0</w:t>
      </w:r>
    </w:p>
    <w:p w:rsidR="006974AE" w:rsidRDefault="006974AE" w:rsidP="006974AE">
      <w:r>
        <w:t>372.1048</w:t>
      </w:r>
      <w:r>
        <w:tab/>
        <w:t>1.013e0</w:t>
      </w:r>
    </w:p>
    <w:p w:rsidR="006974AE" w:rsidRDefault="006974AE" w:rsidP="006974AE">
      <w:r>
        <w:t>372.1216</w:t>
      </w:r>
      <w:r>
        <w:tab/>
        <w:t>1.013e0</w:t>
      </w:r>
    </w:p>
    <w:p w:rsidR="006974AE" w:rsidRDefault="006974AE" w:rsidP="006974AE">
      <w:r>
        <w:t>372.1260</w:t>
      </w:r>
      <w:r>
        <w:tab/>
        <w:t>1.013e0</w:t>
      </w:r>
    </w:p>
    <w:p w:rsidR="006974AE" w:rsidRDefault="006974AE" w:rsidP="006974AE">
      <w:r>
        <w:t>372.1491</w:t>
      </w:r>
      <w:r>
        <w:tab/>
        <w:t>2.025e0</w:t>
      </w:r>
    </w:p>
    <w:p w:rsidR="006974AE" w:rsidRDefault="006974AE" w:rsidP="006974AE">
      <w:r>
        <w:t>372.1653</w:t>
      </w:r>
      <w:r>
        <w:tab/>
        <w:t>2.025e0</w:t>
      </w:r>
    </w:p>
    <w:p w:rsidR="006974AE" w:rsidRDefault="006974AE" w:rsidP="006974AE">
      <w:r>
        <w:t>372.1718</w:t>
      </w:r>
      <w:r>
        <w:tab/>
        <w:t>2.025e0</w:t>
      </w:r>
    </w:p>
    <w:p w:rsidR="006974AE" w:rsidRDefault="006974AE" w:rsidP="006974AE">
      <w:r>
        <w:t>372.1817</w:t>
      </w:r>
      <w:r>
        <w:tab/>
        <w:t>1.644e0</w:t>
      </w:r>
    </w:p>
    <w:p w:rsidR="006974AE" w:rsidRDefault="006974AE" w:rsidP="006974AE">
      <w:r>
        <w:t>372.1875</w:t>
      </w:r>
      <w:r>
        <w:tab/>
        <w:t>8.101e0</w:t>
      </w:r>
    </w:p>
    <w:p w:rsidR="006974AE" w:rsidRDefault="006974AE" w:rsidP="006974AE">
      <w:r>
        <w:t>372.1891</w:t>
      </w:r>
      <w:r>
        <w:tab/>
        <w:t>1.013e0</w:t>
      </w:r>
    </w:p>
    <w:p w:rsidR="006974AE" w:rsidRDefault="006974AE" w:rsidP="006974AE">
      <w:r>
        <w:t>372.1960</w:t>
      </w:r>
      <w:r>
        <w:tab/>
        <w:t>9.114e0</w:t>
      </w:r>
    </w:p>
    <w:p w:rsidR="006974AE" w:rsidRDefault="006974AE" w:rsidP="006974AE">
      <w:r>
        <w:t>372.1991</w:t>
      </w:r>
      <w:r>
        <w:tab/>
        <w:t>7.089e0</w:t>
      </w:r>
    </w:p>
    <w:p w:rsidR="006974AE" w:rsidRDefault="006974AE" w:rsidP="006974AE">
      <w:r>
        <w:t>372.2031</w:t>
      </w:r>
      <w:r>
        <w:tab/>
        <w:t>2.025e0</w:t>
      </w:r>
    </w:p>
    <w:p w:rsidR="006974AE" w:rsidRDefault="006974AE" w:rsidP="006974AE">
      <w:r>
        <w:lastRenderedPageBreak/>
        <w:t>372.2093</w:t>
      </w:r>
      <w:r>
        <w:tab/>
        <w:t>1.394e0</w:t>
      </w:r>
    </w:p>
    <w:p w:rsidR="006974AE" w:rsidRDefault="006974AE" w:rsidP="006974AE">
      <w:r>
        <w:t>372.2190</w:t>
      </w:r>
      <w:r>
        <w:tab/>
        <w:t>3.038e0</w:t>
      </w:r>
    </w:p>
    <w:p w:rsidR="006974AE" w:rsidRDefault="006974AE" w:rsidP="006974AE">
      <w:r>
        <w:t>372.2350</w:t>
      </w:r>
      <w:r>
        <w:tab/>
        <w:t>3.038e0</w:t>
      </w:r>
    </w:p>
    <w:p w:rsidR="006974AE" w:rsidRDefault="006974AE" w:rsidP="006974AE">
      <w:r>
        <w:t>372.2510</w:t>
      </w:r>
      <w:r>
        <w:tab/>
        <w:t>2.025e0</w:t>
      </w:r>
    </w:p>
    <w:p w:rsidR="006974AE" w:rsidRDefault="006974AE" w:rsidP="006974AE">
      <w:r>
        <w:t>372.2595</w:t>
      </w:r>
      <w:r>
        <w:tab/>
        <w:t>2.025e0</w:t>
      </w:r>
    </w:p>
    <w:p w:rsidR="006974AE" w:rsidRDefault="006974AE" w:rsidP="006974AE">
      <w:r>
        <w:t>372.2722</w:t>
      </w:r>
      <w:r>
        <w:tab/>
        <w:t>4.051e0</w:t>
      </w:r>
    </w:p>
    <w:p w:rsidR="006974AE" w:rsidRDefault="006974AE" w:rsidP="006974AE">
      <w:r>
        <w:t>372.3163</w:t>
      </w:r>
      <w:r>
        <w:tab/>
        <w:t>1.013e0</w:t>
      </w:r>
    </w:p>
    <w:p w:rsidR="006974AE" w:rsidRDefault="006974AE" w:rsidP="006974AE">
      <w:r>
        <w:t>372.3366</w:t>
      </w:r>
      <w:r>
        <w:tab/>
        <w:t>8.101e0</w:t>
      </w:r>
    </w:p>
    <w:p w:rsidR="006974AE" w:rsidRDefault="006974AE" w:rsidP="006974AE">
      <w:r>
        <w:t>372.3388</w:t>
      </w:r>
      <w:r>
        <w:tab/>
        <w:t>9.114e0</w:t>
      </w:r>
    </w:p>
    <w:p w:rsidR="006974AE" w:rsidRDefault="006974AE" w:rsidP="006974AE">
      <w:r>
        <w:t>372.3428</w:t>
      </w:r>
      <w:r>
        <w:tab/>
        <w:t>1.620e1</w:t>
      </w:r>
    </w:p>
    <w:p w:rsidR="006974AE" w:rsidRDefault="006974AE" w:rsidP="006974AE">
      <w:r>
        <w:t>372.3452</w:t>
      </w:r>
      <w:r>
        <w:tab/>
        <w:t>8.225e0</w:t>
      </w:r>
    </w:p>
    <w:p w:rsidR="006974AE" w:rsidRDefault="006974AE" w:rsidP="006974AE">
      <w:r>
        <w:t>372.3478</w:t>
      </w:r>
      <w:r>
        <w:tab/>
        <w:t>9.114e0</w:t>
      </w:r>
    </w:p>
    <w:p w:rsidR="006974AE" w:rsidRDefault="006974AE" w:rsidP="006974AE">
      <w:r>
        <w:t>372.3500</w:t>
      </w:r>
      <w:r>
        <w:tab/>
        <w:t>1.013e1</w:t>
      </w:r>
    </w:p>
    <w:p w:rsidR="006974AE" w:rsidRDefault="006974AE" w:rsidP="006974AE">
      <w:r>
        <w:t>372.3671</w:t>
      </w:r>
      <w:r>
        <w:tab/>
        <w:t>7.089e0</w:t>
      </w:r>
    </w:p>
    <w:p w:rsidR="006974AE" w:rsidRDefault="006974AE" w:rsidP="006974AE">
      <w:r>
        <w:t>372.3849</w:t>
      </w:r>
      <w:r>
        <w:tab/>
        <w:t>2.025e0</w:t>
      </w:r>
    </w:p>
    <w:p w:rsidR="006974AE" w:rsidRDefault="006974AE" w:rsidP="006974AE">
      <w:r>
        <w:t>372.4114</w:t>
      </w:r>
      <w:r>
        <w:tab/>
        <w:t>3.038e0</w:t>
      </w:r>
    </w:p>
    <w:p w:rsidR="006974AE" w:rsidRDefault="006974AE" w:rsidP="006974AE">
      <w:r>
        <w:t>372.4355</w:t>
      </w:r>
      <w:r>
        <w:tab/>
        <w:t>1.013e0</w:t>
      </w:r>
    </w:p>
    <w:p w:rsidR="006974AE" w:rsidRDefault="006974AE" w:rsidP="006974AE">
      <w:r>
        <w:t>372.4554</w:t>
      </w:r>
      <w:r>
        <w:tab/>
        <w:t>1.013e0</w:t>
      </w:r>
    </w:p>
    <w:p w:rsidR="006974AE" w:rsidRDefault="006974AE" w:rsidP="006974AE">
      <w:r>
        <w:t>372.4818</w:t>
      </w:r>
      <w:r>
        <w:tab/>
        <w:t>1.013e0</w:t>
      </w:r>
    </w:p>
    <w:p w:rsidR="006974AE" w:rsidRDefault="006974AE" w:rsidP="006974AE">
      <w:r>
        <w:lastRenderedPageBreak/>
        <w:t>372.4857</w:t>
      </w:r>
      <w:r>
        <w:tab/>
        <w:t>3.038e0</w:t>
      </w:r>
    </w:p>
    <w:p w:rsidR="006974AE" w:rsidRDefault="006974AE" w:rsidP="006974AE">
      <w:r>
        <w:t>372.5222</w:t>
      </w:r>
      <w:r>
        <w:tab/>
        <w:t>1.013e0</w:t>
      </w:r>
    </w:p>
    <w:p w:rsidR="006974AE" w:rsidRDefault="006974AE" w:rsidP="006974AE">
      <w:r>
        <w:t>372.5315</w:t>
      </w:r>
      <w:r>
        <w:tab/>
        <w:t>1.013e0</w:t>
      </w:r>
    </w:p>
    <w:p w:rsidR="006974AE" w:rsidRDefault="006974AE" w:rsidP="006974AE">
      <w:r>
        <w:t>372.5345</w:t>
      </w:r>
      <w:r>
        <w:tab/>
        <w:t>2.025e0</w:t>
      </w:r>
    </w:p>
    <w:p w:rsidR="006974AE" w:rsidRDefault="006974AE" w:rsidP="006974AE">
      <w:r>
        <w:t>372.5416</w:t>
      </w:r>
      <w:r>
        <w:tab/>
        <w:t>1.013e0</w:t>
      </w:r>
    </w:p>
    <w:p w:rsidR="006974AE" w:rsidRDefault="006974AE" w:rsidP="006974AE">
      <w:r>
        <w:t>372.6028</w:t>
      </w:r>
      <w:r>
        <w:tab/>
        <w:t>1.013e0</w:t>
      </w:r>
    </w:p>
    <w:p w:rsidR="006974AE" w:rsidRDefault="006974AE" w:rsidP="006974AE">
      <w:r>
        <w:t>372.6195</w:t>
      </w:r>
      <w:r>
        <w:tab/>
        <w:t>1.013e0</w:t>
      </w:r>
    </w:p>
    <w:p w:rsidR="006974AE" w:rsidRDefault="006974AE" w:rsidP="006974AE">
      <w:r>
        <w:t>372.6808</w:t>
      </w:r>
      <w:r>
        <w:tab/>
        <w:t>2.025e0</w:t>
      </w:r>
    </w:p>
    <w:p w:rsidR="006974AE" w:rsidRDefault="006974AE" w:rsidP="006974AE">
      <w:r>
        <w:t>372.6948</w:t>
      </w:r>
      <w:r>
        <w:tab/>
        <w:t>2.025e0</w:t>
      </w:r>
    </w:p>
    <w:p w:rsidR="006974AE" w:rsidRDefault="006974AE" w:rsidP="006974AE">
      <w:r>
        <w:t>372.7353</w:t>
      </w:r>
      <w:r>
        <w:tab/>
        <w:t>3.038e0</w:t>
      </w:r>
    </w:p>
    <w:p w:rsidR="006974AE" w:rsidRDefault="006974AE" w:rsidP="006974AE">
      <w:r>
        <w:t>372.7471</w:t>
      </w:r>
      <w:r>
        <w:tab/>
        <w:t>2.025e0</w:t>
      </w:r>
    </w:p>
    <w:p w:rsidR="006974AE" w:rsidRDefault="006974AE" w:rsidP="006974AE">
      <w:r>
        <w:t>372.7542</w:t>
      </w:r>
      <w:r>
        <w:tab/>
        <w:t>2.025e0</w:t>
      </w:r>
    </w:p>
    <w:p w:rsidR="006974AE" w:rsidRDefault="006974AE" w:rsidP="006974AE">
      <w:r>
        <w:t>372.7789</w:t>
      </w:r>
      <w:r>
        <w:tab/>
        <w:t>1.013e0</w:t>
      </w:r>
    </w:p>
    <w:p w:rsidR="006974AE" w:rsidRDefault="006974AE" w:rsidP="006974AE">
      <w:r>
        <w:t>372.8284</w:t>
      </w:r>
      <w:r>
        <w:tab/>
        <w:t>2.025e0</w:t>
      </w:r>
    </w:p>
    <w:p w:rsidR="006974AE" w:rsidRDefault="006974AE" w:rsidP="006974AE">
      <w:r>
        <w:t>372.8334</w:t>
      </w:r>
      <w:r>
        <w:tab/>
        <w:t>1.013e0</w:t>
      </w:r>
    </w:p>
    <w:p w:rsidR="006974AE" w:rsidRDefault="006974AE" w:rsidP="006974AE">
      <w:r>
        <w:t>372.8864</w:t>
      </w:r>
      <w:r>
        <w:tab/>
        <w:t>1.013e0</w:t>
      </w:r>
    </w:p>
    <w:p w:rsidR="006974AE" w:rsidRDefault="006974AE" w:rsidP="006974AE">
      <w:r>
        <w:t>372.8954</w:t>
      </w:r>
      <w:r>
        <w:tab/>
        <w:t>1.013e0</w:t>
      </w:r>
    </w:p>
    <w:p w:rsidR="006974AE" w:rsidRDefault="006974AE" w:rsidP="006974AE">
      <w:r>
        <w:t>372.9066</w:t>
      </w:r>
      <w:r>
        <w:tab/>
        <w:t>3.038e0</w:t>
      </w:r>
    </w:p>
    <w:p w:rsidR="006974AE" w:rsidRDefault="006974AE" w:rsidP="006974AE">
      <w:r>
        <w:t>372.9425</w:t>
      </w:r>
      <w:r>
        <w:tab/>
        <w:t>3.038e0</w:t>
      </w:r>
    </w:p>
    <w:p w:rsidR="006974AE" w:rsidRDefault="006974AE" w:rsidP="006974AE">
      <w:r>
        <w:lastRenderedPageBreak/>
        <w:t>372.9528</w:t>
      </w:r>
      <w:r>
        <w:tab/>
        <w:t>1.013e0</w:t>
      </w:r>
    </w:p>
    <w:p w:rsidR="006974AE" w:rsidRDefault="006974AE" w:rsidP="006974AE">
      <w:r>
        <w:t>372.9598</w:t>
      </w:r>
      <w:r>
        <w:tab/>
        <w:t>2.025e0</w:t>
      </w:r>
    </w:p>
    <w:p w:rsidR="006974AE" w:rsidRDefault="006974AE" w:rsidP="006974AE">
      <w:r>
        <w:t>372.9624</w:t>
      </w:r>
      <w:r>
        <w:tab/>
        <w:t>1.013e0</w:t>
      </w:r>
    </w:p>
    <w:p w:rsidR="006974AE" w:rsidRDefault="006974AE" w:rsidP="006974AE">
      <w:r>
        <w:t>372.9661</w:t>
      </w:r>
      <w:r>
        <w:tab/>
        <w:t>1.013e0</w:t>
      </w:r>
    </w:p>
    <w:p w:rsidR="006974AE" w:rsidRDefault="006974AE" w:rsidP="006974AE">
      <w:r>
        <w:t>372.9734</w:t>
      </w:r>
      <w:r>
        <w:tab/>
        <w:t>4.051e0</w:t>
      </w:r>
    </w:p>
    <w:p w:rsidR="006974AE" w:rsidRDefault="006974AE" w:rsidP="006974AE">
      <w:r>
        <w:t>372.9864</w:t>
      </w:r>
      <w:r>
        <w:tab/>
        <w:t>2.025e0</w:t>
      </w:r>
    </w:p>
    <w:p w:rsidR="006974AE" w:rsidRDefault="006974AE" w:rsidP="006974AE">
      <w:r>
        <w:t>373.0125</w:t>
      </w:r>
      <w:r>
        <w:tab/>
        <w:t>1.013e0</w:t>
      </w:r>
    </w:p>
    <w:p w:rsidR="006974AE" w:rsidRDefault="006974AE" w:rsidP="006974AE">
      <w:r>
        <w:t>373.0196</w:t>
      </w:r>
      <w:r>
        <w:tab/>
        <w:t>1.013e0</w:t>
      </w:r>
    </w:p>
    <w:p w:rsidR="006974AE" w:rsidRDefault="006974AE" w:rsidP="006974AE">
      <w:r>
        <w:t>373.0391</w:t>
      </w:r>
      <w:r>
        <w:tab/>
        <w:t>2.025e0</w:t>
      </w:r>
    </w:p>
    <w:p w:rsidR="006974AE" w:rsidRDefault="006974AE" w:rsidP="006974AE">
      <w:r>
        <w:t>373.0460</w:t>
      </w:r>
      <w:r>
        <w:tab/>
        <w:t>2.025e0</w:t>
      </w:r>
    </w:p>
    <w:p w:rsidR="006974AE" w:rsidRDefault="006974AE" w:rsidP="006974AE">
      <w:r>
        <w:t>373.0656</w:t>
      </w:r>
      <w:r>
        <w:tab/>
        <w:t>1.013e0</w:t>
      </w:r>
    </w:p>
    <w:p w:rsidR="006974AE" w:rsidRDefault="006974AE" w:rsidP="006974AE">
      <w:r>
        <w:t>373.0964</w:t>
      </w:r>
      <w:r>
        <w:tab/>
        <w:t>1.013e0</w:t>
      </w:r>
    </w:p>
    <w:p w:rsidR="006974AE" w:rsidRDefault="006974AE" w:rsidP="006974AE">
      <w:r>
        <w:t>373.1125</w:t>
      </w:r>
      <w:r>
        <w:tab/>
        <w:t>1.013e0</w:t>
      </w:r>
    </w:p>
    <w:p w:rsidR="006974AE" w:rsidRDefault="006974AE" w:rsidP="006974AE">
      <w:r>
        <w:t>373.1214</w:t>
      </w:r>
      <w:r>
        <w:tab/>
        <w:t>1.013e0</w:t>
      </w:r>
    </w:p>
    <w:p w:rsidR="006974AE" w:rsidRDefault="006974AE" w:rsidP="006974AE">
      <w:r>
        <w:t>373.1401</w:t>
      </w:r>
      <w:r>
        <w:tab/>
        <w:t>2.025e0</w:t>
      </w:r>
    </w:p>
    <w:p w:rsidR="006974AE" w:rsidRDefault="006974AE" w:rsidP="006974AE">
      <w:r>
        <w:t>373.1590</w:t>
      </w:r>
      <w:r>
        <w:tab/>
        <w:t>1.013e0</w:t>
      </w:r>
    </w:p>
    <w:p w:rsidR="006974AE" w:rsidRDefault="006974AE" w:rsidP="006974AE">
      <w:r>
        <w:t>373.1698</w:t>
      </w:r>
      <w:r>
        <w:tab/>
        <w:t>3.038e0</w:t>
      </w:r>
    </w:p>
    <w:p w:rsidR="006974AE" w:rsidRDefault="006974AE" w:rsidP="006974AE">
      <w:r>
        <w:t>373.1846</w:t>
      </w:r>
      <w:r>
        <w:tab/>
        <w:t>1.013e0</w:t>
      </w:r>
    </w:p>
    <w:p w:rsidR="006974AE" w:rsidRDefault="006974AE" w:rsidP="006974AE">
      <w:r>
        <w:t>373.1889</w:t>
      </w:r>
      <w:r>
        <w:tab/>
        <w:t>2.025e0</w:t>
      </w:r>
    </w:p>
    <w:p w:rsidR="006974AE" w:rsidRDefault="006974AE" w:rsidP="006974AE">
      <w:r>
        <w:lastRenderedPageBreak/>
        <w:t>373.1922</w:t>
      </w:r>
      <w:r>
        <w:tab/>
        <w:t>3.038e0</w:t>
      </w:r>
    </w:p>
    <w:p w:rsidR="006974AE" w:rsidRDefault="006974AE" w:rsidP="006974AE">
      <w:r>
        <w:t>373.2139</w:t>
      </w:r>
      <w:r>
        <w:tab/>
        <w:t>1.013e0</w:t>
      </w:r>
    </w:p>
    <w:p w:rsidR="006974AE" w:rsidRDefault="006974AE" w:rsidP="006974AE">
      <w:r>
        <w:t>373.2170</w:t>
      </w:r>
      <w:r>
        <w:tab/>
        <w:t>2.025e0</w:t>
      </w:r>
    </w:p>
    <w:p w:rsidR="006974AE" w:rsidRDefault="006974AE" w:rsidP="006974AE">
      <w:r>
        <w:t>373.2190</w:t>
      </w:r>
      <w:r>
        <w:tab/>
        <w:t>3.038e0</w:t>
      </w:r>
    </w:p>
    <w:p w:rsidR="006974AE" w:rsidRDefault="006974AE" w:rsidP="006974AE">
      <w:r>
        <w:t>373.2274</w:t>
      </w:r>
      <w:r>
        <w:tab/>
        <w:t>2.025e0</w:t>
      </w:r>
    </w:p>
    <w:p w:rsidR="006974AE" w:rsidRDefault="006974AE" w:rsidP="006974AE">
      <w:r>
        <w:t>373.2305</w:t>
      </w:r>
      <w:r>
        <w:tab/>
        <w:t>1.013e0</w:t>
      </w:r>
    </w:p>
    <w:p w:rsidR="006974AE" w:rsidRDefault="006974AE" w:rsidP="006974AE">
      <w:r>
        <w:t>373.2349</w:t>
      </w:r>
      <w:r>
        <w:tab/>
        <w:t>3.038e0</w:t>
      </w:r>
    </w:p>
    <w:p w:rsidR="006974AE" w:rsidRDefault="006974AE" w:rsidP="006974AE">
      <w:r>
        <w:t>373.2425</w:t>
      </w:r>
      <w:r>
        <w:tab/>
        <w:t>3.038e0</w:t>
      </w:r>
    </w:p>
    <w:p w:rsidR="006974AE" w:rsidRDefault="006974AE" w:rsidP="006974AE">
      <w:r>
        <w:t>373.2765</w:t>
      </w:r>
      <w:r>
        <w:tab/>
        <w:t>1.013e0</w:t>
      </w:r>
    </w:p>
    <w:p w:rsidR="006974AE" w:rsidRDefault="006974AE" w:rsidP="006974AE">
      <w:r>
        <w:t>373.2831</w:t>
      </w:r>
      <w:r>
        <w:tab/>
        <w:t>2.025e0</w:t>
      </w:r>
    </w:p>
    <w:p w:rsidR="006974AE" w:rsidRDefault="006974AE" w:rsidP="006974AE">
      <w:r>
        <w:t>373.2914</w:t>
      </w:r>
      <w:r>
        <w:tab/>
        <w:t>1.013e0</w:t>
      </w:r>
    </w:p>
    <w:p w:rsidR="006974AE" w:rsidRDefault="006974AE" w:rsidP="006974AE">
      <w:r>
        <w:t>373.2998</w:t>
      </w:r>
      <w:r>
        <w:tab/>
        <w:t>2.025e0</w:t>
      </w:r>
    </w:p>
    <w:p w:rsidR="006974AE" w:rsidRDefault="006974AE" w:rsidP="006974AE">
      <w:r>
        <w:t>373.3014</w:t>
      </w:r>
      <w:r>
        <w:tab/>
        <w:t>1.013e0</w:t>
      </w:r>
    </w:p>
    <w:p w:rsidR="006974AE" w:rsidRDefault="006974AE" w:rsidP="006974AE">
      <w:r>
        <w:t>373.3057</w:t>
      </w:r>
      <w:r>
        <w:tab/>
        <w:t>1.013e0</w:t>
      </w:r>
    </w:p>
    <w:p w:rsidR="006974AE" w:rsidRDefault="006974AE" w:rsidP="006974AE">
      <w:r>
        <w:t>373.3167</w:t>
      </w:r>
      <w:r>
        <w:tab/>
        <w:t>2.025e0</w:t>
      </w:r>
    </w:p>
    <w:p w:rsidR="006974AE" w:rsidRDefault="006974AE" w:rsidP="006974AE">
      <w:r>
        <w:t>373.3369</w:t>
      </w:r>
      <w:r>
        <w:tab/>
        <w:t>2.025e0</w:t>
      </w:r>
    </w:p>
    <w:p w:rsidR="006974AE" w:rsidRDefault="006974AE" w:rsidP="006974AE">
      <w:r>
        <w:t>373.3538</w:t>
      </w:r>
      <w:r>
        <w:tab/>
        <w:t>2.025e0</w:t>
      </w:r>
    </w:p>
    <w:p w:rsidR="006974AE" w:rsidRDefault="006974AE" w:rsidP="006974AE">
      <w:r>
        <w:t>373.3630</w:t>
      </w:r>
      <w:r>
        <w:tab/>
        <w:t>4.051e0</w:t>
      </w:r>
    </w:p>
    <w:p w:rsidR="006974AE" w:rsidRDefault="006974AE" w:rsidP="006974AE">
      <w:r>
        <w:t>373.3664</w:t>
      </w:r>
      <w:r>
        <w:tab/>
        <w:t>2.025e0</w:t>
      </w:r>
    </w:p>
    <w:p w:rsidR="006974AE" w:rsidRDefault="006974AE" w:rsidP="006974AE">
      <w:r>
        <w:lastRenderedPageBreak/>
        <w:t>373.3684</w:t>
      </w:r>
      <w:r>
        <w:tab/>
        <w:t>1.013e0</w:t>
      </w:r>
    </w:p>
    <w:p w:rsidR="006974AE" w:rsidRDefault="006974AE" w:rsidP="006974AE">
      <w:r>
        <w:t>373.3726</w:t>
      </w:r>
      <w:r>
        <w:tab/>
        <w:t>2.025e0</w:t>
      </w:r>
    </w:p>
    <w:p w:rsidR="006974AE" w:rsidRDefault="006974AE" w:rsidP="006974AE">
      <w:r>
        <w:t>373.3777</w:t>
      </w:r>
      <w:r>
        <w:tab/>
        <w:t>2.025e0</w:t>
      </w:r>
    </w:p>
    <w:p w:rsidR="006974AE" w:rsidRDefault="006974AE" w:rsidP="006974AE">
      <w:r>
        <w:t>373.3976</w:t>
      </w:r>
      <w:r>
        <w:tab/>
        <w:t>1.013e0</w:t>
      </w:r>
    </w:p>
    <w:p w:rsidR="006974AE" w:rsidRDefault="006974AE" w:rsidP="006974AE">
      <w:r>
        <w:t>373.4242</w:t>
      </w:r>
      <w:r>
        <w:tab/>
        <w:t>1.013e0</w:t>
      </w:r>
    </w:p>
    <w:p w:rsidR="006974AE" w:rsidRDefault="006974AE" w:rsidP="006974AE">
      <w:r>
        <w:t>373.4308</w:t>
      </w:r>
      <w:r>
        <w:tab/>
        <w:t>1.013e0</w:t>
      </w:r>
    </w:p>
    <w:p w:rsidR="006974AE" w:rsidRDefault="006974AE" w:rsidP="006974AE">
      <w:r>
        <w:t>373.4508</w:t>
      </w:r>
      <w:r>
        <w:tab/>
        <w:t>1.013e0</w:t>
      </w:r>
    </w:p>
    <w:p w:rsidR="006974AE" w:rsidRDefault="006974AE" w:rsidP="006974AE">
      <w:r>
        <w:t>373.4627</w:t>
      </w:r>
      <w:r>
        <w:tab/>
        <w:t>2.025e0</w:t>
      </w:r>
    </w:p>
    <w:p w:rsidR="006974AE" w:rsidRDefault="006974AE" w:rsidP="006974AE">
      <w:r>
        <w:t>373.4854</w:t>
      </w:r>
      <w:r>
        <w:tab/>
        <w:t>1.013e0</w:t>
      </w:r>
    </w:p>
    <w:p w:rsidR="006974AE" w:rsidRDefault="006974AE" w:rsidP="006974AE">
      <w:r>
        <w:t>373.5443</w:t>
      </w:r>
      <w:r>
        <w:tab/>
        <w:t>1.013e0</w:t>
      </w:r>
    </w:p>
    <w:p w:rsidR="006974AE" w:rsidRDefault="006974AE" w:rsidP="006974AE">
      <w:r>
        <w:t>373.5504</w:t>
      </w:r>
      <w:r>
        <w:tab/>
        <w:t>2.025e0</w:t>
      </w:r>
    </w:p>
    <w:p w:rsidR="006974AE" w:rsidRDefault="006974AE" w:rsidP="006974AE">
      <w:r>
        <w:t>373.5949</w:t>
      </w:r>
      <w:r>
        <w:tab/>
        <w:t>1.013e0</w:t>
      </w:r>
    </w:p>
    <w:p w:rsidR="006974AE" w:rsidRDefault="006974AE" w:rsidP="006974AE">
      <w:r>
        <w:t>373.6107</w:t>
      </w:r>
      <w:r>
        <w:tab/>
        <w:t>1.013e0</w:t>
      </w:r>
    </w:p>
    <w:p w:rsidR="006974AE" w:rsidRDefault="006974AE" w:rsidP="006974AE">
      <w:r>
        <w:t>373.6302</w:t>
      </w:r>
      <w:r>
        <w:tab/>
        <w:t>1.013e0</w:t>
      </w:r>
    </w:p>
    <w:p w:rsidR="006974AE" w:rsidRDefault="006974AE" w:rsidP="006974AE">
      <w:r>
        <w:t>373.6410</w:t>
      </w:r>
      <w:r>
        <w:tab/>
        <w:t>1.013e0</w:t>
      </w:r>
    </w:p>
    <w:p w:rsidR="006974AE" w:rsidRDefault="006974AE" w:rsidP="006974AE">
      <w:r>
        <w:t>373.6742</w:t>
      </w:r>
      <w:r>
        <w:tab/>
        <w:t>2.025e0</w:t>
      </w:r>
    </w:p>
    <w:p w:rsidR="006974AE" w:rsidRDefault="006974AE" w:rsidP="006974AE">
      <w:r>
        <w:t>373.6832</w:t>
      </w:r>
      <w:r>
        <w:tab/>
        <w:t>1.013e0</w:t>
      </w:r>
    </w:p>
    <w:p w:rsidR="006974AE" w:rsidRDefault="006974AE" w:rsidP="006974AE">
      <w:r>
        <w:t>373.7166</w:t>
      </w:r>
      <w:r>
        <w:tab/>
        <w:t>2.025e0</w:t>
      </w:r>
    </w:p>
    <w:p w:rsidR="006974AE" w:rsidRDefault="006974AE" w:rsidP="006974AE">
      <w:r>
        <w:t>373.7370</w:t>
      </w:r>
      <w:r>
        <w:tab/>
        <w:t>1.013e0</w:t>
      </w:r>
    </w:p>
    <w:p w:rsidR="006974AE" w:rsidRDefault="006974AE" w:rsidP="006974AE">
      <w:r>
        <w:lastRenderedPageBreak/>
        <w:t>373.7437</w:t>
      </w:r>
      <w:r>
        <w:tab/>
        <w:t>1.013e0</w:t>
      </w:r>
    </w:p>
    <w:p w:rsidR="006974AE" w:rsidRDefault="006974AE" w:rsidP="006974AE">
      <w:r>
        <w:t>373.7579</w:t>
      </w:r>
      <w:r>
        <w:tab/>
        <w:t>1.013e0</w:t>
      </w:r>
    </w:p>
    <w:p w:rsidR="006974AE" w:rsidRDefault="006974AE" w:rsidP="006974AE">
      <w:r>
        <w:t>373.7750</w:t>
      </w:r>
      <w:r>
        <w:tab/>
        <w:t>1.013e0</w:t>
      </w:r>
    </w:p>
    <w:p w:rsidR="006974AE" w:rsidRDefault="006974AE" w:rsidP="006974AE">
      <w:r>
        <w:t>373.8416</w:t>
      </w:r>
      <w:r>
        <w:tab/>
        <w:t>1.013e0</w:t>
      </w:r>
    </w:p>
    <w:p w:rsidR="006974AE" w:rsidRDefault="006974AE" w:rsidP="006974AE">
      <w:r>
        <w:t>373.8461</w:t>
      </w:r>
      <w:r>
        <w:tab/>
        <w:t>1.013e0</w:t>
      </w:r>
    </w:p>
    <w:p w:rsidR="006974AE" w:rsidRDefault="006974AE" w:rsidP="006974AE">
      <w:r>
        <w:t>373.8666</w:t>
      </w:r>
      <w:r>
        <w:tab/>
        <w:t>1.013e0</w:t>
      </w:r>
    </w:p>
    <w:p w:rsidR="006974AE" w:rsidRDefault="006974AE" w:rsidP="006974AE">
      <w:r>
        <w:t>373.8767</w:t>
      </w:r>
      <w:r>
        <w:tab/>
        <w:t>1.013e0</w:t>
      </w:r>
    </w:p>
    <w:p w:rsidR="006974AE" w:rsidRDefault="006974AE" w:rsidP="006974AE">
      <w:r>
        <w:t>373.9037</w:t>
      </w:r>
      <w:r>
        <w:tab/>
        <w:t>2.025e0</w:t>
      </w:r>
    </w:p>
    <w:p w:rsidR="006974AE" w:rsidRDefault="006974AE" w:rsidP="006974AE">
      <w:r>
        <w:t>373.9088</w:t>
      </w:r>
      <w:r>
        <w:tab/>
        <w:t>1.013e0</w:t>
      </w:r>
    </w:p>
    <w:p w:rsidR="006974AE" w:rsidRDefault="006974AE" w:rsidP="006974AE">
      <w:r>
        <w:t>373.9184</w:t>
      </w:r>
      <w:r>
        <w:tab/>
        <w:t>2.025e0</w:t>
      </w:r>
    </w:p>
    <w:p w:rsidR="006974AE" w:rsidRDefault="006974AE" w:rsidP="006974AE">
      <w:r>
        <w:t>373.9494</w:t>
      </w:r>
      <w:r>
        <w:tab/>
        <w:t>1.013e0</w:t>
      </w:r>
    </w:p>
    <w:p w:rsidR="006974AE" w:rsidRDefault="006974AE" w:rsidP="006974AE">
      <w:r>
        <w:t>373.9551</w:t>
      </w:r>
      <w:r>
        <w:tab/>
        <w:t>3.038e0</w:t>
      </w:r>
    </w:p>
    <w:p w:rsidR="006974AE" w:rsidRDefault="006974AE" w:rsidP="006974AE">
      <w:r>
        <w:t>373.9777</w:t>
      </w:r>
      <w:r>
        <w:tab/>
        <w:t>3.038e0</w:t>
      </w:r>
    </w:p>
    <w:p w:rsidR="006974AE" w:rsidRDefault="006974AE" w:rsidP="006974AE">
      <w:r>
        <w:t>373.9801</w:t>
      </w:r>
      <w:r>
        <w:tab/>
        <w:t>1.013e0</w:t>
      </w:r>
    </w:p>
    <w:p w:rsidR="006974AE" w:rsidRDefault="006974AE" w:rsidP="006974AE">
      <w:r>
        <w:t>373.9897</w:t>
      </w:r>
      <w:r>
        <w:tab/>
        <w:t>1.013e0</w:t>
      </w:r>
    </w:p>
    <w:p w:rsidR="006974AE" w:rsidRDefault="006974AE" w:rsidP="006974AE">
      <w:r>
        <w:t>374.0006</w:t>
      </w:r>
      <w:r>
        <w:tab/>
        <w:t>1.013e0</w:t>
      </w:r>
    </w:p>
    <w:p w:rsidR="006974AE" w:rsidRDefault="006974AE" w:rsidP="006974AE">
      <w:r>
        <w:t>374.0095</w:t>
      </w:r>
      <w:r>
        <w:tab/>
        <w:t>2.025e0</w:t>
      </w:r>
    </w:p>
    <w:p w:rsidR="006974AE" w:rsidRDefault="006974AE" w:rsidP="006974AE">
      <w:r>
        <w:t>374.0156</w:t>
      </w:r>
      <w:r>
        <w:tab/>
        <w:t>2.025e0</w:t>
      </w:r>
    </w:p>
    <w:p w:rsidR="006974AE" w:rsidRDefault="006974AE" w:rsidP="006974AE">
      <w:r>
        <w:t>374.0625</w:t>
      </w:r>
      <w:r>
        <w:tab/>
        <w:t>1.013e0</w:t>
      </w:r>
    </w:p>
    <w:p w:rsidR="006974AE" w:rsidRDefault="006974AE" w:rsidP="006974AE">
      <w:r>
        <w:lastRenderedPageBreak/>
        <w:t>374.0824</w:t>
      </w:r>
      <w:r>
        <w:tab/>
        <w:t>2.025e0</w:t>
      </w:r>
    </w:p>
    <w:p w:rsidR="006974AE" w:rsidRDefault="006974AE" w:rsidP="006974AE">
      <w:r>
        <w:t>374.0931</w:t>
      </w:r>
      <w:r>
        <w:tab/>
        <w:t>1.013e0</w:t>
      </w:r>
    </w:p>
    <w:p w:rsidR="006974AE" w:rsidRDefault="006974AE" w:rsidP="006974AE">
      <w:r>
        <w:t>374.1028</w:t>
      </w:r>
      <w:r>
        <w:tab/>
        <w:t>1.013e0</w:t>
      </w:r>
    </w:p>
    <w:p w:rsidR="006974AE" w:rsidRDefault="006974AE" w:rsidP="006974AE">
      <w:r>
        <w:t>374.1095</w:t>
      </w:r>
      <w:r>
        <w:tab/>
        <w:t>1.013e0</w:t>
      </w:r>
    </w:p>
    <w:p w:rsidR="006974AE" w:rsidRDefault="006974AE" w:rsidP="006974AE">
      <w:r>
        <w:t>374.1223</w:t>
      </w:r>
      <w:r>
        <w:tab/>
        <w:t>1.013e0</w:t>
      </w:r>
    </w:p>
    <w:p w:rsidR="006974AE" w:rsidRDefault="006974AE" w:rsidP="006974AE">
      <w:r>
        <w:t>374.1490</w:t>
      </w:r>
      <w:r>
        <w:tab/>
        <w:t>1.013e0</w:t>
      </w:r>
    </w:p>
    <w:p w:rsidR="006974AE" w:rsidRDefault="006974AE" w:rsidP="006974AE">
      <w:r>
        <w:t>374.1556</w:t>
      </w:r>
      <w:r>
        <w:tab/>
        <w:t>1.013e0</w:t>
      </w:r>
    </w:p>
    <w:p w:rsidR="006974AE" w:rsidRDefault="006974AE" w:rsidP="006974AE">
      <w:r>
        <w:t>374.1870</w:t>
      </w:r>
      <w:r>
        <w:tab/>
        <w:t>3.038e0</w:t>
      </w:r>
    </w:p>
    <w:p w:rsidR="006974AE" w:rsidRDefault="006974AE" w:rsidP="006974AE">
      <w:r>
        <w:t>374.1956</w:t>
      </w:r>
      <w:r>
        <w:tab/>
        <w:t>1.013e0</w:t>
      </w:r>
    </w:p>
    <w:p w:rsidR="006974AE" w:rsidRDefault="006974AE" w:rsidP="006974AE">
      <w:r>
        <w:t>374.2191</w:t>
      </w:r>
      <w:r>
        <w:tab/>
        <w:t>2.025e0</w:t>
      </w:r>
    </w:p>
    <w:p w:rsidR="006974AE" w:rsidRDefault="006974AE" w:rsidP="006974AE">
      <w:r>
        <w:t>374.2253</w:t>
      </w:r>
      <w:r>
        <w:tab/>
        <w:t>2.557e0</w:t>
      </w:r>
    </w:p>
    <w:p w:rsidR="006974AE" w:rsidRDefault="006974AE" w:rsidP="006974AE">
      <w:r>
        <w:t>374.2285</w:t>
      </w:r>
      <w:r>
        <w:tab/>
        <w:t>5.063e0</w:t>
      </w:r>
    </w:p>
    <w:p w:rsidR="006974AE" w:rsidRDefault="006974AE" w:rsidP="006974AE">
      <w:r>
        <w:t>374.2304</w:t>
      </w:r>
      <w:r>
        <w:tab/>
        <w:t>3.038e0</w:t>
      </w:r>
    </w:p>
    <w:p w:rsidR="006974AE" w:rsidRDefault="006974AE" w:rsidP="006974AE">
      <w:r>
        <w:t>374.2353</w:t>
      </w:r>
      <w:r>
        <w:tab/>
        <w:t>4.051e0</w:t>
      </w:r>
    </w:p>
    <w:p w:rsidR="006974AE" w:rsidRDefault="006974AE" w:rsidP="006974AE">
      <w:r>
        <w:t>374.2479</w:t>
      </w:r>
      <w:r>
        <w:tab/>
        <w:t>2.025e0</w:t>
      </w:r>
    </w:p>
    <w:p w:rsidR="006974AE" w:rsidRDefault="006974AE" w:rsidP="006974AE">
      <w:r>
        <w:t>374.2730</w:t>
      </w:r>
      <w:r>
        <w:tab/>
        <w:t>2.025e0</w:t>
      </w:r>
    </w:p>
    <w:p w:rsidR="006974AE" w:rsidRDefault="006974AE" w:rsidP="006974AE">
      <w:r>
        <w:t>374.2757</w:t>
      </w:r>
      <w:r>
        <w:tab/>
        <w:t>4.051e0</w:t>
      </w:r>
    </w:p>
    <w:p w:rsidR="006974AE" w:rsidRDefault="006974AE" w:rsidP="006974AE">
      <w:r>
        <w:t>374.2873</w:t>
      </w:r>
      <w:r>
        <w:tab/>
        <w:t>2.025e0</w:t>
      </w:r>
    </w:p>
    <w:p w:rsidR="006974AE" w:rsidRDefault="006974AE" w:rsidP="006974AE">
      <w:r>
        <w:t>374.2888</w:t>
      </w:r>
      <w:r>
        <w:tab/>
        <w:t>1.013e0</w:t>
      </w:r>
    </w:p>
    <w:p w:rsidR="006974AE" w:rsidRDefault="006974AE" w:rsidP="006974AE">
      <w:r>
        <w:lastRenderedPageBreak/>
        <w:t>374.2979</w:t>
      </w:r>
      <w:r>
        <w:tab/>
        <w:t>1.013e0</w:t>
      </w:r>
    </w:p>
    <w:p w:rsidR="006974AE" w:rsidRDefault="006974AE" w:rsidP="006974AE">
      <w:r>
        <w:t>374.3025</w:t>
      </w:r>
      <w:r>
        <w:tab/>
        <w:t>1.013e0</w:t>
      </w:r>
    </w:p>
    <w:p w:rsidR="006974AE" w:rsidRDefault="006974AE" w:rsidP="006974AE">
      <w:r>
        <w:t>374.3487</w:t>
      </w:r>
      <w:r>
        <w:tab/>
        <w:t>3.038e0</w:t>
      </w:r>
    </w:p>
    <w:p w:rsidR="006974AE" w:rsidRDefault="006974AE" w:rsidP="006974AE">
      <w:r>
        <w:t>374.3558</w:t>
      </w:r>
      <w:r>
        <w:tab/>
        <w:t>2.025e0</w:t>
      </w:r>
    </w:p>
    <w:p w:rsidR="006974AE" w:rsidRDefault="006974AE" w:rsidP="006974AE">
      <w:r>
        <w:t>374.3610</w:t>
      </w:r>
      <w:r>
        <w:tab/>
        <w:t>1.013e0</w:t>
      </w:r>
    </w:p>
    <w:p w:rsidR="006974AE" w:rsidRDefault="006974AE" w:rsidP="006974AE">
      <w:r>
        <w:t>374.3698</w:t>
      </w:r>
      <w:r>
        <w:tab/>
        <w:t>2.025e0</w:t>
      </w:r>
    </w:p>
    <w:p w:rsidR="006974AE" w:rsidRDefault="006974AE" w:rsidP="006974AE">
      <w:r>
        <w:t>374.3898</w:t>
      </w:r>
      <w:r>
        <w:tab/>
        <w:t>1.013e0</w:t>
      </w:r>
    </w:p>
    <w:p w:rsidR="006974AE" w:rsidRDefault="006974AE" w:rsidP="006974AE">
      <w:r>
        <w:t>374.4024</w:t>
      </w:r>
      <w:r>
        <w:tab/>
        <w:t>1.013e0</w:t>
      </w:r>
    </w:p>
    <w:p w:rsidR="006974AE" w:rsidRDefault="006974AE" w:rsidP="006974AE">
      <w:r>
        <w:t>374.4157</w:t>
      </w:r>
      <w:r>
        <w:tab/>
        <w:t>1.013e0</w:t>
      </w:r>
    </w:p>
    <w:p w:rsidR="006974AE" w:rsidRDefault="006974AE" w:rsidP="006974AE">
      <w:r>
        <w:t>374.4485</w:t>
      </w:r>
      <w:r>
        <w:tab/>
        <w:t>1.013e0</w:t>
      </w:r>
    </w:p>
    <w:p w:rsidR="006974AE" w:rsidRDefault="006974AE" w:rsidP="006974AE">
      <w:r>
        <w:t>374.4529</w:t>
      </w:r>
      <w:r>
        <w:tab/>
        <w:t>1.013e0</w:t>
      </w:r>
    </w:p>
    <w:p w:rsidR="006974AE" w:rsidRDefault="006974AE" w:rsidP="006974AE">
      <w:r>
        <w:t>374.5205</w:t>
      </w:r>
      <w:r>
        <w:tab/>
        <w:t>1.013e0</w:t>
      </w:r>
    </w:p>
    <w:p w:rsidR="006974AE" w:rsidRDefault="006974AE" w:rsidP="006974AE">
      <w:r>
        <w:t>374.5242</w:t>
      </w:r>
      <w:r>
        <w:tab/>
        <w:t>2.025e0</w:t>
      </w:r>
    </w:p>
    <w:p w:rsidR="006974AE" w:rsidRDefault="006974AE" w:rsidP="006974AE">
      <w:r>
        <w:t>374.5556</w:t>
      </w:r>
      <w:r>
        <w:tab/>
        <w:t>1.013e0</w:t>
      </w:r>
    </w:p>
    <w:p w:rsidR="006974AE" w:rsidRDefault="006974AE" w:rsidP="006974AE">
      <w:r>
        <w:t>374.5700</w:t>
      </w:r>
      <w:r>
        <w:tab/>
        <w:t>1.013e0</w:t>
      </w:r>
    </w:p>
    <w:p w:rsidR="006974AE" w:rsidRDefault="006974AE" w:rsidP="006974AE">
      <w:r>
        <w:t>374.6022</w:t>
      </w:r>
      <w:r>
        <w:tab/>
        <w:t>1.013e0</w:t>
      </w:r>
    </w:p>
    <w:p w:rsidR="006974AE" w:rsidRDefault="006974AE" w:rsidP="006974AE">
      <w:r>
        <w:t>374.6084</w:t>
      </w:r>
      <w:r>
        <w:tab/>
        <w:t>1.013e0</w:t>
      </w:r>
    </w:p>
    <w:p w:rsidR="006974AE" w:rsidRDefault="006974AE" w:rsidP="006974AE">
      <w:r>
        <w:t>374.6476</w:t>
      </w:r>
      <w:r>
        <w:tab/>
        <w:t>2.025e0</w:t>
      </w:r>
    </w:p>
    <w:p w:rsidR="006974AE" w:rsidRDefault="006974AE" w:rsidP="006974AE">
      <w:r>
        <w:t>374.6689</w:t>
      </w:r>
      <w:r>
        <w:tab/>
        <w:t>1.013e0</w:t>
      </w:r>
    </w:p>
    <w:p w:rsidR="006974AE" w:rsidRDefault="006974AE" w:rsidP="006974AE">
      <w:r>
        <w:lastRenderedPageBreak/>
        <w:t>374.6888</w:t>
      </w:r>
      <w:r>
        <w:tab/>
        <w:t>1.013e0</w:t>
      </w:r>
    </w:p>
    <w:p w:rsidR="006974AE" w:rsidRDefault="006974AE" w:rsidP="006974AE">
      <w:r>
        <w:t>374.7088</w:t>
      </w:r>
      <w:r>
        <w:tab/>
        <w:t>1.013e0</w:t>
      </w:r>
    </w:p>
    <w:p w:rsidR="006974AE" w:rsidRDefault="006974AE" w:rsidP="006974AE">
      <w:r>
        <w:t>374.7252</w:t>
      </w:r>
      <w:r>
        <w:tab/>
        <w:t>1.013e0</w:t>
      </w:r>
    </w:p>
    <w:p w:rsidR="006974AE" w:rsidRDefault="006974AE" w:rsidP="006974AE">
      <w:r>
        <w:t>374.7350</w:t>
      </w:r>
      <w:r>
        <w:tab/>
        <w:t>1.013e0</w:t>
      </w:r>
    </w:p>
    <w:p w:rsidR="006974AE" w:rsidRDefault="006974AE" w:rsidP="006974AE">
      <w:r>
        <w:t>374.7417</w:t>
      </w:r>
      <w:r>
        <w:tab/>
        <w:t>1.013e0</w:t>
      </w:r>
    </w:p>
    <w:p w:rsidR="006974AE" w:rsidRDefault="006974AE" w:rsidP="006974AE">
      <w:r>
        <w:t>374.7673</w:t>
      </w:r>
      <w:r>
        <w:tab/>
        <w:t>1.013e0</w:t>
      </w:r>
    </w:p>
    <w:p w:rsidR="006974AE" w:rsidRDefault="006974AE" w:rsidP="006974AE">
      <w:r>
        <w:t>374.7966</w:t>
      </w:r>
      <w:r>
        <w:tab/>
        <w:t>1.013e0</w:t>
      </w:r>
    </w:p>
    <w:p w:rsidR="006974AE" w:rsidRDefault="006974AE" w:rsidP="006974AE">
      <w:r>
        <w:t>374.8137</w:t>
      </w:r>
      <w:r>
        <w:tab/>
        <w:t>1.013e0</w:t>
      </w:r>
    </w:p>
    <w:p w:rsidR="006974AE" w:rsidRDefault="006974AE" w:rsidP="006974AE">
      <w:r>
        <w:t>374.8922</w:t>
      </w:r>
      <w:r>
        <w:tab/>
        <w:t>2.025e0</w:t>
      </w:r>
    </w:p>
    <w:p w:rsidR="006974AE" w:rsidRDefault="006974AE" w:rsidP="006974AE">
      <w:r>
        <w:t>374.8955</w:t>
      </w:r>
      <w:r>
        <w:tab/>
        <w:t>1.013e0</w:t>
      </w:r>
    </w:p>
    <w:p w:rsidR="006974AE" w:rsidRDefault="006974AE" w:rsidP="006974AE">
      <w:r>
        <w:t>374.9294</w:t>
      </w:r>
      <w:r>
        <w:tab/>
        <w:t>3.038e0</w:t>
      </w:r>
    </w:p>
    <w:p w:rsidR="006974AE" w:rsidRDefault="006974AE" w:rsidP="006974AE">
      <w:r>
        <w:t>374.9352</w:t>
      </w:r>
      <w:r>
        <w:tab/>
        <w:t>2.025e0</w:t>
      </w:r>
    </w:p>
    <w:p w:rsidR="006974AE" w:rsidRDefault="006974AE" w:rsidP="006974AE">
      <w:r>
        <w:t>374.9437</w:t>
      </w:r>
      <w:r>
        <w:tab/>
        <w:t>3.038e0</w:t>
      </w:r>
    </w:p>
    <w:p w:rsidR="006974AE" w:rsidRDefault="006974AE" w:rsidP="006974AE">
      <w:r>
        <w:t>374.9550</w:t>
      </w:r>
      <w:r>
        <w:tab/>
        <w:t>1.013e0</w:t>
      </w:r>
    </w:p>
    <w:p w:rsidR="006974AE" w:rsidRDefault="006974AE" w:rsidP="006974AE">
      <w:r>
        <w:t>374.9617</w:t>
      </w:r>
      <w:r>
        <w:tab/>
        <w:t>1.013e0</w:t>
      </w:r>
    </w:p>
    <w:p w:rsidR="006974AE" w:rsidRDefault="006974AE" w:rsidP="006974AE">
      <w:r>
        <w:t>374.9937</w:t>
      </w:r>
      <w:r>
        <w:tab/>
        <w:t>2.025e0</w:t>
      </w:r>
    </w:p>
    <w:p w:rsidR="006974AE" w:rsidRDefault="006974AE" w:rsidP="006974AE">
      <w:r>
        <w:t>375.0022</w:t>
      </w:r>
      <w:r>
        <w:tab/>
        <w:t>1.013e0</w:t>
      </w:r>
    </w:p>
    <w:p w:rsidR="006974AE" w:rsidRDefault="006974AE" w:rsidP="006974AE">
      <w:r>
        <w:t>375.0075</w:t>
      </w:r>
      <w:r>
        <w:tab/>
        <w:t>3.038e0</w:t>
      </w:r>
    </w:p>
    <w:p w:rsidR="006974AE" w:rsidRDefault="006974AE" w:rsidP="006974AE">
      <w:r>
        <w:t>375.0086</w:t>
      </w:r>
      <w:r>
        <w:tab/>
        <w:t>2.025e0</w:t>
      </w:r>
    </w:p>
    <w:p w:rsidR="006974AE" w:rsidRDefault="006974AE" w:rsidP="006974AE">
      <w:r>
        <w:lastRenderedPageBreak/>
        <w:t>375.0424</w:t>
      </w:r>
      <w:r>
        <w:tab/>
        <w:t>2.025e0</w:t>
      </w:r>
    </w:p>
    <w:p w:rsidR="006974AE" w:rsidRDefault="006974AE" w:rsidP="006974AE">
      <w:r>
        <w:t>375.0684</w:t>
      </w:r>
      <w:r>
        <w:tab/>
        <w:t>1.013e0</w:t>
      </w:r>
    </w:p>
    <w:p w:rsidR="006974AE" w:rsidRDefault="006974AE" w:rsidP="006974AE">
      <w:r>
        <w:t>375.0832</w:t>
      </w:r>
      <w:r>
        <w:tab/>
        <w:t>2.025e0</w:t>
      </w:r>
    </w:p>
    <w:p w:rsidR="006974AE" w:rsidRDefault="006974AE" w:rsidP="006974AE">
      <w:r>
        <w:t>375.0951</w:t>
      </w:r>
      <w:r>
        <w:tab/>
        <w:t>1.013e0</w:t>
      </w:r>
    </w:p>
    <w:p w:rsidR="006974AE" w:rsidRDefault="006974AE" w:rsidP="006974AE">
      <w:r>
        <w:t>375.1017</w:t>
      </w:r>
      <w:r>
        <w:tab/>
        <w:t>1.013e0</w:t>
      </w:r>
    </w:p>
    <w:p w:rsidR="006974AE" w:rsidRDefault="006974AE" w:rsidP="006974AE">
      <w:r>
        <w:t>375.1147</w:t>
      </w:r>
      <w:r>
        <w:tab/>
        <w:t>4.051e0</w:t>
      </w:r>
    </w:p>
    <w:p w:rsidR="006974AE" w:rsidRDefault="006974AE" w:rsidP="006974AE">
      <w:r>
        <w:t>375.1215</w:t>
      </w:r>
      <w:r>
        <w:tab/>
        <w:t>6.076e0</w:t>
      </w:r>
    </w:p>
    <w:p w:rsidR="006974AE" w:rsidRDefault="006974AE" w:rsidP="006974AE">
      <w:r>
        <w:t>375.1229</w:t>
      </w:r>
      <w:r>
        <w:tab/>
        <w:t>3.038e0</w:t>
      </w:r>
    </w:p>
    <w:p w:rsidR="006974AE" w:rsidRDefault="006974AE" w:rsidP="006974AE">
      <w:r>
        <w:t>375.1556</w:t>
      </w:r>
      <w:r>
        <w:tab/>
        <w:t>2.025e0</w:t>
      </w:r>
    </w:p>
    <w:p w:rsidR="006974AE" w:rsidRDefault="006974AE" w:rsidP="006974AE">
      <w:r>
        <w:t>375.1644</w:t>
      </w:r>
      <w:r>
        <w:tab/>
        <w:t>3.038e0</w:t>
      </w:r>
    </w:p>
    <w:p w:rsidR="006974AE" w:rsidRDefault="006974AE" w:rsidP="006974AE">
      <w:r>
        <w:t>375.1762</w:t>
      </w:r>
      <w:r>
        <w:tab/>
        <w:t>2.025e0</w:t>
      </w:r>
    </w:p>
    <w:p w:rsidR="006974AE" w:rsidRDefault="006974AE" w:rsidP="006974AE">
      <w:r>
        <w:t>375.1776</w:t>
      </w:r>
      <w:r>
        <w:tab/>
        <w:t>1.013e0</w:t>
      </w:r>
    </w:p>
    <w:p w:rsidR="006974AE" w:rsidRDefault="006974AE" w:rsidP="006974AE">
      <w:r>
        <w:t>375.1837</w:t>
      </w:r>
      <w:r>
        <w:tab/>
        <w:t>2.025e0</w:t>
      </w:r>
    </w:p>
    <w:p w:rsidR="006974AE" w:rsidRDefault="006974AE" w:rsidP="006974AE">
      <w:r>
        <w:t>375.1886</w:t>
      </w:r>
      <w:r>
        <w:tab/>
        <w:t>3.038e0</w:t>
      </w:r>
    </w:p>
    <w:p w:rsidR="006974AE" w:rsidRDefault="006974AE" w:rsidP="006974AE">
      <w:r>
        <w:t>375.2029</w:t>
      </w:r>
      <w:r>
        <w:tab/>
        <w:t>1.013e0</w:t>
      </w:r>
    </w:p>
    <w:p w:rsidR="006974AE" w:rsidRDefault="006974AE" w:rsidP="006974AE">
      <w:r>
        <w:t>375.2151</w:t>
      </w:r>
      <w:r>
        <w:tab/>
        <w:t>1.013e0</w:t>
      </w:r>
    </w:p>
    <w:p w:rsidR="006974AE" w:rsidRDefault="006974AE" w:rsidP="006974AE">
      <w:r>
        <w:t>375.2237</w:t>
      </w:r>
      <w:r>
        <w:tab/>
        <w:t>1.013e0</w:t>
      </w:r>
    </w:p>
    <w:p w:rsidR="006974AE" w:rsidRDefault="006974AE" w:rsidP="006974AE">
      <w:r>
        <w:t>375.2413</w:t>
      </w:r>
      <w:r>
        <w:tab/>
        <w:t>1.013e0</w:t>
      </w:r>
    </w:p>
    <w:p w:rsidR="006974AE" w:rsidRDefault="006974AE" w:rsidP="006974AE">
      <w:r>
        <w:t>375.2552</w:t>
      </w:r>
      <w:r>
        <w:tab/>
        <w:t>1.013e0</w:t>
      </w:r>
    </w:p>
    <w:p w:rsidR="006974AE" w:rsidRDefault="006974AE" w:rsidP="006974AE">
      <w:r>
        <w:lastRenderedPageBreak/>
        <w:t>375.2823</w:t>
      </w:r>
      <w:r>
        <w:tab/>
        <w:t>1.013e0</w:t>
      </w:r>
    </w:p>
    <w:p w:rsidR="006974AE" w:rsidRDefault="006974AE" w:rsidP="006974AE">
      <w:r>
        <w:t>375.2867</w:t>
      </w:r>
      <w:r>
        <w:tab/>
        <w:t>1.013e0</w:t>
      </w:r>
    </w:p>
    <w:p w:rsidR="006974AE" w:rsidRDefault="006974AE" w:rsidP="006974AE">
      <w:r>
        <w:t>375.3155</w:t>
      </w:r>
      <w:r>
        <w:tab/>
        <w:t>1.013e0</w:t>
      </w:r>
    </w:p>
    <w:p w:rsidR="006974AE" w:rsidRDefault="006974AE" w:rsidP="006974AE">
      <w:r>
        <w:t>375.3291</w:t>
      </w:r>
      <w:r>
        <w:tab/>
        <w:t>1.013e0</w:t>
      </w:r>
    </w:p>
    <w:p w:rsidR="006974AE" w:rsidRDefault="006974AE" w:rsidP="006974AE">
      <w:r>
        <w:t>375.3491</w:t>
      </w:r>
      <w:r>
        <w:tab/>
        <w:t>1.013e0</w:t>
      </w:r>
    </w:p>
    <w:p w:rsidR="006974AE" w:rsidRDefault="006974AE" w:rsidP="006974AE">
      <w:r>
        <w:t>375.3827</w:t>
      </w:r>
      <w:r>
        <w:tab/>
        <w:t>1.013e0</w:t>
      </w:r>
    </w:p>
    <w:p w:rsidR="006974AE" w:rsidRDefault="006974AE" w:rsidP="006974AE">
      <w:r>
        <w:t>375.4459</w:t>
      </w:r>
      <w:r>
        <w:tab/>
        <w:t>1.013e0</w:t>
      </w:r>
    </w:p>
    <w:p w:rsidR="006974AE" w:rsidRDefault="006974AE" w:rsidP="006974AE">
      <w:r>
        <w:t>375.4559</w:t>
      </w:r>
      <w:r>
        <w:tab/>
        <w:t>2.025e0</w:t>
      </w:r>
    </w:p>
    <w:p w:rsidR="006974AE" w:rsidRDefault="006974AE" w:rsidP="006974AE">
      <w:r>
        <w:t>375.4670</w:t>
      </w:r>
      <w:r>
        <w:tab/>
        <w:t>1.013e0</w:t>
      </w:r>
    </w:p>
    <w:p w:rsidR="006974AE" w:rsidRDefault="006974AE" w:rsidP="006974AE">
      <w:r>
        <w:t>375.4957</w:t>
      </w:r>
      <w:r>
        <w:tab/>
        <w:t>1.013e0</w:t>
      </w:r>
    </w:p>
    <w:p w:rsidR="006974AE" w:rsidRDefault="006974AE" w:rsidP="006974AE">
      <w:r>
        <w:t>375.5093</w:t>
      </w:r>
      <w:r>
        <w:tab/>
        <w:t>1.013e0</w:t>
      </w:r>
    </w:p>
    <w:p w:rsidR="006974AE" w:rsidRDefault="006974AE" w:rsidP="006974AE">
      <w:r>
        <w:t>375.5427</w:t>
      </w:r>
      <w:r>
        <w:tab/>
        <w:t>1.013e0</w:t>
      </w:r>
    </w:p>
    <w:p w:rsidR="006974AE" w:rsidRDefault="006974AE" w:rsidP="006974AE">
      <w:r>
        <w:t>375.5694</w:t>
      </w:r>
      <w:r>
        <w:tab/>
        <w:t>1.013e0</w:t>
      </w:r>
    </w:p>
    <w:p w:rsidR="006974AE" w:rsidRDefault="006974AE" w:rsidP="006974AE">
      <w:r>
        <w:t>375.6013</w:t>
      </w:r>
      <w:r>
        <w:tab/>
        <w:t>1.013e0</w:t>
      </w:r>
    </w:p>
    <w:p w:rsidR="006974AE" w:rsidRDefault="006974AE" w:rsidP="006974AE">
      <w:r>
        <w:t>375.6056</w:t>
      </w:r>
      <w:r>
        <w:tab/>
        <w:t>1.013e0</w:t>
      </w:r>
    </w:p>
    <w:p w:rsidR="006974AE" w:rsidRDefault="006974AE" w:rsidP="006974AE">
      <w:r>
        <w:t>375.6262</w:t>
      </w:r>
      <w:r>
        <w:tab/>
        <w:t>1.013e0</w:t>
      </w:r>
    </w:p>
    <w:p w:rsidR="006974AE" w:rsidRDefault="006974AE" w:rsidP="006974AE">
      <w:r>
        <w:t>375.6512</w:t>
      </w:r>
      <w:r>
        <w:tab/>
        <w:t>1.013e0</w:t>
      </w:r>
    </w:p>
    <w:p w:rsidR="006974AE" w:rsidRDefault="006974AE" w:rsidP="006974AE">
      <w:r>
        <w:t>375.6764</w:t>
      </w:r>
      <w:r>
        <w:tab/>
        <w:t>1.013e0</w:t>
      </w:r>
    </w:p>
    <w:p w:rsidR="006974AE" w:rsidRDefault="006974AE" w:rsidP="006974AE">
      <w:r>
        <w:t>375.6972</w:t>
      </w:r>
      <w:r>
        <w:tab/>
        <w:t>1.013e0</w:t>
      </w:r>
    </w:p>
    <w:p w:rsidR="006974AE" w:rsidRDefault="006974AE" w:rsidP="006974AE">
      <w:r>
        <w:lastRenderedPageBreak/>
        <w:t>375.7226</w:t>
      </w:r>
      <w:r>
        <w:tab/>
        <w:t>2.025e0</w:t>
      </w:r>
    </w:p>
    <w:p w:rsidR="006974AE" w:rsidRDefault="006974AE" w:rsidP="006974AE">
      <w:r>
        <w:t>375.7560</w:t>
      </w:r>
      <w:r>
        <w:tab/>
        <w:t>1.013e0</w:t>
      </w:r>
    </w:p>
    <w:p w:rsidR="006974AE" w:rsidRDefault="006974AE" w:rsidP="006974AE">
      <w:r>
        <w:t>375.8279</w:t>
      </w:r>
      <w:r>
        <w:tab/>
        <w:t>1.013e0</w:t>
      </w:r>
    </w:p>
    <w:p w:rsidR="006974AE" w:rsidRDefault="006974AE" w:rsidP="006974AE">
      <w:r>
        <w:t>375.8737</w:t>
      </w:r>
      <w:r>
        <w:tab/>
        <w:t>2.025e0</w:t>
      </w:r>
    </w:p>
    <w:p w:rsidR="006974AE" w:rsidRDefault="006974AE" w:rsidP="006974AE">
      <w:r>
        <w:t>375.8779</w:t>
      </w:r>
      <w:r>
        <w:tab/>
        <w:t>1.013e0</w:t>
      </w:r>
    </w:p>
    <w:p w:rsidR="006974AE" w:rsidRDefault="006974AE" w:rsidP="006974AE">
      <w:r>
        <w:t>375.9052</w:t>
      </w:r>
      <w:r>
        <w:tab/>
        <w:t>2.025e0</w:t>
      </w:r>
    </w:p>
    <w:p w:rsidR="006974AE" w:rsidRDefault="006974AE" w:rsidP="006974AE">
      <w:r>
        <w:t>375.9101</w:t>
      </w:r>
      <w:r>
        <w:tab/>
        <w:t>1.013e0</w:t>
      </w:r>
    </w:p>
    <w:p w:rsidR="006974AE" w:rsidRDefault="006974AE" w:rsidP="006974AE">
      <w:r>
        <w:t>375.9233</w:t>
      </w:r>
      <w:r>
        <w:tab/>
        <w:t>1.013e0</w:t>
      </w:r>
    </w:p>
    <w:p w:rsidR="006974AE" w:rsidRDefault="006974AE" w:rsidP="006974AE">
      <w:r>
        <w:t>375.9306</w:t>
      </w:r>
      <w:r>
        <w:tab/>
        <w:t>2.112e0</w:t>
      </w:r>
    </w:p>
    <w:p w:rsidR="006974AE" w:rsidRDefault="006974AE" w:rsidP="006974AE">
      <w:r>
        <w:t>375.9345</w:t>
      </w:r>
      <w:r>
        <w:tab/>
        <w:t>2.025e0</w:t>
      </w:r>
    </w:p>
    <w:p w:rsidR="006974AE" w:rsidRDefault="006974AE" w:rsidP="006974AE">
      <w:r>
        <w:t>375.9620</w:t>
      </w:r>
      <w:r>
        <w:tab/>
        <w:t>2.025e0</w:t>
      </w:r>
    </w:p>
    <w:p w:rsidR="006974AE" w:rsidRDefault="006974AE" w:rsidP="006974AE">
      <w:r>
        <w:t>375.9779</w:t>
      </w:r>
      <w:r>
        <w:tab/>
        <w:t>2.025e0</w:t>
      </w:r>
    </w:p>
    <w:p w:rsidR="006974AE" w:rsidRDefault="006974AE" w:rsidP="006974AE">
      <w:r>
        <w:t>375.9830</w:t>
      </w:r>
      <w:r>
        <w:tab/>
        <w:t>1.013e0</w:t>
      </w:r>
    </w:p>
    <w:p w:rsidR="006974AE" w:rsidRDefault="006974AE" w:rsidP="006974AE">
      <w:r>
        <w:t>375.9970</w:t>
      </w:r>
      <w:r>
        <w:tab/>
        <w:t>1.013e0</w:t>
      </w:r>
    </w:p>
    <w:p w:rsidR="006974AE" w:rsidRDefault="006974AE" w:rsidP="006974AE">
      <w:r>
        <w:t>376.0120</w:t>
      </w:r>
      <w:r>
        <w:tab/>
        <w:t>2.025e0</w:t>
      </w:r>
    </w:p>
    <w:p w:rsidR="006974AE" w:rsidRDefault="006974AE" w:rsidP="006974AE">
      <w:r>
        <w:t>376.0309</w:t>
      </w:r>
      <w:r>
        <w:tab/>
        <w:t>2.025e0</w:t>
      </w:r>
    </w:p>
    <w:p w:rsidR="006974AE" w:rsidRDefault="006974AE" w:rsidP="006974AE">
      <w:r>
        <w:t>376.0634</w:t>
      </w:r>
      <w:r>
        <w:tab/>
        <w:t>1.013e0</w:t>
      </w:r>
    </w:p>
    <w:p w:rsidR="006974AE" w:rsidRDefault="006974AE" w:rsidP="006974AE">
      <w:r>
        <w:t>376.0701</w:t>
      </w:r>
      <w:r>
        <w:tab/>
        <w:t>3.038e0</w:t>
      </w:r>
    </w:p>
    <w:p w:rsidR="006974AE" w:rsidRDefault="006974AE" w:rsidP="006974AE">
      <w:r>
        <w:t>376.0751</w:t>
      </w:r>
      <w:r>
        <w:tab/>
        <w:t>2.025e0</w:t>
      </w:r>
    </w:p>
    <w:p w:rsidR="006974AE" w:rsidRDefault="006974AE" w:rsidP="006974AE">
      <w:r>
        <w:lastRenderedPageBreak/>
        <w:t>376.1076</w:t>
      </w:r>
      <w:r>
        <w:tab/>
        <w:t>2.025e0</w:t>
      </w:r>
    </w:p>
    <w:p w:rsidR="006974AE" w:rsidRDefault="006974AE" w:rsidP="006974AE">
      <w:r>
        <w:t>376.1227</w:t>
      </w:r>
      <w:r>
        <w:tab/>
        <w:t>3.038e0</w:t>
      </w:r>
    </w:p>
    <w:p w:rsidR="006974AE" w:rsidRDefault="006974AE" w:rsidP="006974AE">
      <w:r>
        <w:t>376.1366</w:t>
      </w:r>
      <w:r>
        <w:tab/>
        <w:t>6.960e0</w:t>
      </w:r>
    </w:p>
    <w:p w:rsidR="006974AE" w:rsidRDefault="006974AE" w:rsidP="006974AE">
      <w:r>
        <w:t>376.1466</w:t>
      </w:r>
      <w:r>
        <w:tab/>
        <w:t>4.051e0</w:t>
      </w:r>
    </w:p>
    <w:p w:rsidR="006974AE" w:rsidRDefault="006974AE" w:rsidP="006974AE">
      <w:r>
        <w:t>376.1649</w:t>
      </w:r>
      <w:r>
        <w:tab/>
        <w:t>4.051e0</w:t>
      </w:r>
    </w:p>
    <w:p w:rsidR="006974AE" w:rsidRDefault="006974AE" w:rsidP="006974AE">
      <w:r>
        <w:t>376.1670</w:t>
      </w:r>
      <w:r>
        <w:tab/>
        <w:t>2.025e0</w:t>
      </w:r>
    </w:p>
    <w:p w:rsidR="006974AE" w:rsidRDefault="006974AE" w:rsidP="006974AE">
      <w:r>
        <w:t>376.1707</w:t>
      </w:r>
      <w:r>
        <w:tab/>
        <w:t>1.013e0</w:t>
      </w:r>
    </w:p>
    <w:p w:rsidR="006974AE" w:rsidRDefault="006974AE" w:rsidP="006974AE">
      <w:r>
        <w:t>376.1884</w:t>
      </w:r>
      <w:r>
        <w:tab/>
        <w:t>1.013e0</w:t>
      </w:r>
    </w:p>
    <w:p w:rsidR="006974AE" w:rsidRDefault="006974AE" w:rsidP="006974AE">
      <w:r>
        <w:t>376.2078</w:t>
      </w:r>
      <w:r>
        <w:tab/>
        <w:t>3.038e0</w:t>
      </w:r>
    </w:p>
    <w:p w:rsidR="006974AE" w:rsidRDefault="006974AE" w:rsidP="006974AE">
      <w:r>
        <w:t>376.2091</w:t>
      </w:r>
      <w:r>
        <w:tab/>
        <w:t>1.013e0</w:t>
      </w:r>
    </w:p>
    <w:p w:rsidR="006974AE" w:rsidRDefault="006974AE" w:rsidP="006974AE">
      <w:r>
        <w:t>376.2177</w:t>
      </w:r>
      <w:r>
        <w:tab/>
        <w:t>1.013e0</w:t>
      </w:r>
    </w:p>
    <w:p w:rsidR="006974AE" w:rsidRDefault="006974AE" w:rsidP="006974AE">
      <w:r>
        <w:t>376.2202</w:t>
      </w:r>
      <w:r>
        <w:tab/>
        <w:t>3.038e0</w:t>
      </w:r>
    </w:p>
    <w:p w:rsidR="006974AE" w:rsidRDefault="006974AE" w:rsidP="006974AE">
      <w:r>
        <w:t>376.2384</w:t>
      </w:r>
      <w:r>
        <w:tab/>
        <w:t>1.013e0</w:t>
      </w:r>
    </w:p>
    <w:p w:rsidR="006974AE" w:rsidRDefault="006974AE" w:rsidP="006974AE">
      <w:r>
        <w:t>376.2420</w:t>
      </w:r>
      <w:r>
        <w:tab/>
        <w:t>3.038e0</w:t>
      </w:r>
    </w:p>
    <w:p w:rsidR="006974AE" w:rsidRDefault="006974AE" w:rsidP="006974AE">
      <w:r>
        <w:t>376.2707</w:t>
      </w:r>
      <w:r>
        <w:tab/>
        <w:t>1.013e0</w:t>
      </w:r>
    </w:p>
    <w:p w:rsidR="006974AE" w:rsidRDefault="006974AE" w:rsidP="006974AE">
      <w:r>
        <w:t>376.2847</w:t>
      </w:r>
      <w:r>
        <w:tab/>
        <w:t>2.025e0</w:t>
      </w:r>
    </w:p>
    <w:p w:rsidR="006974AE" w:rsidRDefault="006974AE" w:rsidP="006974AE">
      <w:r>
        <w:t>376.2912</w:t>
      </w:r>
      <w:r>
        <w:tab/>
        <w:t>1.013e0</w:t>
      </w:r>
    </w:p>
    <w:p w:rsidR="006974AE" w:rsidRDefault="006974AE" w:rsidP="006974AE">
      <w:r>
        <w:t>376.2979</w:t>
      </w:r>
      <w:r>
        <w:tab/>
        <w:t>1.013e0</w:t>
      </w:r>
    </w:p>
    <w:p w:rsidR="006974AE" w:rsidRDefault="006974AE" w:rsidP="006974AE">
      <w:r>
        <w:t>376.3051</w:t>
      </w:r>
      <w:r>
        <w:tab/>
        <w:t>1.013e0</w:t>
      </w:r>
    </w:p>
    <w:p w:rsidR="006974AE" w:rsidRDefault="006974AE" w:rsidP="006974AE">
      <w:r>
        <w:lastRenderedPageBreak/>
        <w:t>376.3113</w:t>
      </w:r>
      <w:r>
        <w:tab/>
        <w:t>2.166e0</w:t>
      </w:r>
    </w:p>
    <w:p w:rsidR="006974AE" w:rsidRDefault="006974AE" w:rsidP="006974AE">
      <w:r>
        <w:t>376.3175</w:t>
      </w:r>
      <w:r>
        <w:tab/>
        <w:t>1.013e0</w:t>
      </w:r>
    </w:p>
    <w:p w:rsidR="006974AE" w:rsidRDefault="006974AE" w:rsidP="006974AE">
      <w:r>
        <w:t>376.3309</w:t>
      </w:r>
      <w:r>
        <w:tab/>
        <w:t>1.013e0</w:t>
      </w:r>
    </w:p>
    <w:p w:rsidR="006974AE" w:rsidRDefault="006974AE" w:rsidP="006974AE">
      <w:r>
        <w:t>376.3738</w:t>
      </w:r>
      <w:r>
        <w:tab/>
        <w:t>2.025e0</w:t>
      </w:r>
    </w:p>
    <w:p w:rsidR="006974AE" w:rsidRDefault="006974AE" w:rsidP="006974AE">
      <w:r>
        <w:t>376.3934</w:t>
      </w:r>
      <w:r>
        <w:tab/>
        <w:t>1.013e0</w:t>
      </w:r>
    </w:p>
    <w:p w:rsidR="006974AE" w:rsidRDefault="006974AE" w:rsidP="006974AE">
      <w:r>
        <w:t>376.4570</w:t>
      </w:r>
      <w:r>
        <w:tab/>
        <w:t>1.013e0</w:t>
      </w:r>
    </w:p>
    <w:p w:rsidR="006974AE" w:rsidRDefault="006974AE" w:rsidP="006974AE">
      <w:r>
        <w:t>376.4605</w:t>
      </w:r>
      <w:r>
        <w:tab/>
        <w:t>1.013e0</w:t>
      </w:r>
    </w:p>
    <w:p w:rsidR="006974AE" w:rsidRDefault="006974AE" w:rsidP="006974AE">
      <w:r>
        <w:t>376.4650</w:t>
      </w:r>
      <w:r>
        <w:tab/>
        <w:t>2.025e0</w:t>
      </w:r>
    </w:p>
    <w:p w:rsidR="006974AE" w:rsidRDefault="006974AE" w:rsidP="006974AE">
      <w:r>
        <w:t>376.5070</w:t>
      </w:r>
      <w:r>
        <w:tab/>
        <w:t>1.013e0</w:t>
      </w:r>
    </w:p>
    <w:p w:rsidR="006974AE" w:rsidRDefault="006974AE" w:rsidP="006974AE">
      <w:r>
        <w:t>376.5149</w:t>
      </w:r>
      <w:r>
        <w:tab/>
        <w:t>3.926e0</w:t>
      </w:r>
    </w:p>
    <w:p w:rsidR="006974AE" w:rsidRDefault="006974AE" w:rsidP="006974AE">
      <w:r>
        <w:t>376.5183</w:t>
      </w:r>
      <w:r>
        <w:tab/>
        <w:t>1.013e0</w:t>
      </w:r>
    </w:p>
    <w:p w:rsidR="006974AE" w:rsidRDefault="006974AE" w:rsidP="006974AE">
      <w:r>
        <w:t>376.5237</w:t>
      </w:r>
      <w:r>
        <w:tab/>
        <w:t>1.013e0</w:t>
      </w:r>
    </w:p>
    <w:p w:rsidR="006974AE" w:rsidRDefault="006974AE" w:rsidP="006974AE">
      <w:r>
        <w:t>376.5362</w:t>
      </w:r>
      <w:r>
        <w:tab/>
        <w:t>2.025e0</w:t>
      </w:r>
    </w:p>
    <w:p w:rsidR="006974AE" w:rsidRDefault="006974AE" w:rsidP="006974AE">
      <w:r>
        <w:t>376.5701</w:t>
      </w:r>
      <w:r>
        <w:tab/>
        <w:t>1.013e0</w:t>
      </w:r>
    </w:p>
    <w:p w:rsidR="006974AE" w:rsidRDefault="006974AE" w:rsidP="006974AE">
      <w:r>
        <w:t>376.5948</w:t>
      </w:r>
      <w:r>
        <w:tab/>
        <w:t>3.038e0</w:t>
      </w:r>
    </w:p>
    <w:p w:rsidR="006974AE" w:rsidRDefault="006974AE" w:rsidP="006974AE">
      <w:r>
        <w:t>376.6325</w:t>
      </w:r>
      <w:r>
        <w:tab/>
        <w:t>1.013e0</w:t>
      </w:r>
    </w:p>
    <w:p w:rsidR="006974AE" w:rsidRDefault="006974AE" w:rsidP="006974AE">
      <w:r>
        <w:t>376.6459</w:t>
      </w:r>
      <w:r>
        <w:tab/>
        <w:t>1.013e0</w:t>
      </w:r>
    </w:p>
    <w:p w:rsidR="006974AE" w:rsidRDefault="006974AE" w:rsidP="006974AE">
      <w:r>
        <w:t>376.6518</w:t>
      </w:r>
      <w:r>
        <w:tab/>
        <w:t>2.025e0</w:t>
      </w:r>
    </w:p>
    <w:p w:rsidR="006974AE" w:rsidRDefault="006974AE" w:rsidP="006974AE">
      <w:r>
        <w:t>376.6580</w:t>
      </w:r>
      <w:r>
        <w:tab/>
        <w:t>1.013e0</w:t>
      </w:r>
    </w:p>
    <w:p w:rsidR="006974AE" w:rsidRDefault="006974AE" w:rsidP="006974AE">
      <w:r>
        <w:lastRenderedPageBreak/>
        <w:t>376.6790</w:t>
      </w:r>
      <w:r>
        <w:tab/>
        <w:t>1.013e0</w:t>
      </w:r>
    </w:p>
    <w:p w:rsidR="006974AE" w:rsidRDefault="006974AE" w:rsidP="006974AE">
      <w:r>
        <w:t>376.7079</w:t>
      </w:r>
      <w:r>
        <w:tab/>
        <w:t>1.013e0</w:t>
      </w:r>
    </w:p>
    <w:p w:rsidR="006974AE" w:rsidRDefault="006974AE" w:rsidP="006974AE">
      <w:r>
        <w:t>376.7151</w:t>
      </w:r>
      <w:r>
        <w:tab/>
        <w:t>2.025e0</w:t>
      </w:r>
    </w:p>
    <w:p w:rsidR="006974AE" w:rsidRDefault="006974AE" w:rsidP="006974AE">
      <w:r>
        <w:t>376.7660</w:t>
      </w:r>
      <w:r>
        <w:tab/>
        <w:t>1.013e0</w:t>
      </w:r>
    </w:p>
    <w:p w:rsidR="006974AE" w:rsidRDefault="006974AE" w:rsidP="006974AE">
      <w:r>
        <w:t>376.7716</w:t>
      </w:r>
      <w:r>
        <w:tab/>
        <w:t>1.013e0</w:t>
      </w:r>
    </w:p>
    <w:p w:rsidR="006974AE" w:rsidRDefault="006974AE" w:rsidP="006974AE">
      <w:r>
        <w:t>376.7796</w:t>
      </w:r>
      <w:r>
        <w:tab/>
        <w:t>2.025e0</w:t>
      </w:r>
    </w:p>
    <w:p w:rsidR="006974AE" w:rsidRDefault="006974AE" w:rsidP="006974AE">
      <w:r>
        <w:t>376.7991</w:t>
      </w:r>
      <w:r>
        <w:tab/>
        <w:t>2.025e0</w:t>
      </w:r>
    </w:p>
    <w:p w:rsidR="006974AE" w:rsidRDefault="006974AE" w:rsidP="006974AE">
      <w:r>
        <w:t>376.8263</w:t>
      </w:r>
      <w:r>
        <w:tab/>
        <w:t>1.013e0</w:t>
      </w:r>
    </w:p>
    <w:p w:rsidR="006974AE" w:rsidRDefault="006974AE" w:rsidP="006974AE">
      <w:r>
        <w:t>376.8675</w:t>
      </w:r>
      <w:r>
        <w:tab/>
        <w:t>1.013e0</w:t>
      </w:r>
    </w:p>
    <w:p w:rsidR="006974AE" w:rsidRDefault="006974AE" w:rsidP="006974AE">
      <w:r>
        <w:t>376.8847</w:t>
      </w:r>
      <w:r>
        <w:tab/>
        <w:t>1.013e0</w:t>
      </w:r>
    </w:p>
    <w:p w:rsidR="006974AE" w:rsidRDefault="006974AE" w:rsidP="006974AE">
      <w:r>
        <w:t>376.8937</w:t>
      </w:r>
      <w:r>
        <w:tab/>
        <w:t>1.013e0</w:t>
      </w:r>
    </w:p>
    <w:p w:rsidR="006974AE" w:rsidRDefault="006974AE" w:rsidP="006974AE">
      <w:r>
        <w:t>376.9004</w:t>
      </w:r>
      <w:r>
        <w:tab/>
        <w:t>1.013e0</w:t>
      </w:r>
    </w:p>
    <w:p w:rsidR="006974AE" w:rsidRDefault="006974AE" w:rsidP="006974AE">
      <w:r>
        <w:t>376.9281</w:t>
      </w:r>
      <w:r>
        <w:tab/>
        <w:t>2.025e0</w:t>
      </w:r>
    </w:p>
    <w:p w:rsidR="006974AE" w:rsidRDefault="006974AE" w:rsidP="006974AE">
      <w:r>
        <w:t>376.9344</w:t>
      </w:r>
      <w:r>
        <w:tab/>
        <w:t>2.025e0</w:t>
      </w:r>
    </w:p>
    <w:p w:rsidR="006974AE" w:rsidRDefault="006974AE" w:rsidP="006974AE">
      <w:r>
        <w:t>376.9669</w:t>
      </w:r>
      <w:r>
        <w:tab/>
        <w:t>1.013e0</w:t>
      </w:r>
    </w:p>
    <w:p w:rsidR="006974AE" w:rsidRDefault="006974AE" w:rsidP="006974AE">
      <w:r>
        <w:t>376.9726</w:t>
      </w:r>
      <w:r>
        <w:tab/>
        <w:t>1.013e0</w:t>
      </w:r>
    </w:p>
    <w:p w:rsidR="006974AE" w:rsidRDefault="006974AE" w:rsidP="006974AE">
      <w:r>
        <w:t>376.9751</w:t>
      </w:r>
      <w:r>
        <w:tab/>
        <w:t>2.025e0</w:t>
      </w:r>
    </w:p>
    <w:p w:rsidR="006974AE" w:rsidRDefault="006974AE" w:rsidP="006974AE">
      <w:r>
        <w:t>376.9808</w:t>
      </w:r>
      <w:r>
        <w:tab/>
        <w:t>1.013e0</w:t>
      </w:r>
    </w:p>
    <w:p w:rsidR="006974AE" w:rsidRDefault="006974AE" w:rsidP="006974AE">
      <w:r>
        <w:t>377.0000</w:t>
      </w:r>
      <w:r>
        <w:tab/>
        <w:t>2.025e0</w:t>
      </w:r>
    </w:p>
    <w:p w:rsidR="006974AE" w:rsidRDefault="006974AE" w:rsidP="006974AE">
      <w:r>
        <w:lastRenderedPageBreak/>
        <w:t>377.0072</w:t>
      </w:r>
      <w:r>
        <w:tab/>
        <w:t>1.013e0</w:t>
      </w:r>
    </w:p>
    <w:p w:rsidR="006974AE" w:rsidRDefault="006974AE" w:rsidP="006974AE">
      <w:r>
        <w:t>377.0206</w:t>
      </w:r>
      <w:r>
        <w:tab/>
        <w:t>2.025e0</w:t>
      </w:r>
    </w:p>
    <w:p w:rsidR="006974AE" w:rsidRDefault="006974AE" w:rsidP="006974AE">
      <w:r>
        <w:t>377.0402</w:t>
      </w:r>
      <w:r>
        <w:tab/>
        <w:t>1.013e0</w:t>
      </w:r>
    </w:p>
    <w:p w:rsidR="006974AE" w:rsidRDefault="006974AE" w:rsidP="006974AE">
      <w:r>
        <w:t>377.0474</w:t>
      </w:r>
      <w:r>
        <w:tab/>
        <w:t>1.013e0</w:t>
      </w:r>
    </w:p>
    <w:p w:rsidR="006974AE" w:rsidRDefault="006974AE" w:rsidP="006974AE">
      <w:r>
        <w:t>377.0875</w:t>
      </w:r>
      <w:r>
        <w:tab/>
        <w:t>2.025e0</w:t>
      </w:r>
    </w:p>
    <w:p w:rsidR="006974AE" w:rsidRDefault="006974AE" w:rsidP="006974AE">
      <w:r>
        <w:t>377.0902</w:t>
      </w:r>
      <w:r>
        <w:tab/>
        <w:t>1.013e0</w:t>
      </w:r>
    </w:p>
    <w:p w:rsidR="006974AE" w:rsidRDefault="006974AE" w:rsidP="006974AE">
      <w:r>
        <w:t>377.1046</w:t>
      </w:r>
      <w:r>
        <w:tab/>
        <w:t>3.038e0</w:t>
      </w:r>
    </w:p>
    <w:p w:rsidR="006974AE" w:rsidRDefault="006974AE" w:rsidP="006974AE">
      <w:r>
        <w:t>377.1108</w:t>
      </w:r>
      <w:r>
        <w:tab/>
        <w:t>1.013e0</w:t>
      </w:r>
    </w:p>
    <w:p w:rsidR="006974AE" w:rsidRDefault="006974AE" w:rsidP="006974AE">
      <w:r>
        <w:t>377.1216</w:t>
      </w:r>
      <w:r>
        <w:tab/>
        <w:t>1.013e0</w:t>
      </w:r>
    </w:p>
    <w:p w:rsidR="006974AE" w:rsidRDefault="006974AE" w:rsidP="006974AE">
      <w:r>
        <w:t>377.1232</w:t>
      </w:r>
      <w:r>
        <w:tab/>
        <w:t>1.076e1</w:t>
      </w:r>
    </w:p>
    <w:p w:rsidR="006974AE" w:rsidRDefault="006974AE" w:rsidP="006974AE">
      <w:r>
        <w:t>377.1268</w:t>
      </w:r>
      <w:r>
        <w:tab/>
        <w:t>3.038e0</w:t>
      </w:r>
    </w:p>
    <w:p w:rsidR="006974AE" w:rsidRDefault="006974AE" w:rsidP="006974AE">
      <w:r>
        <w:t>377.1328</w:t>
      </w:r>
      <w:r>
        <w:tab/>
        <w:t>7.865e0</w:t>
      </w:r>
    </w:p>
    <w:p w:rsidR="006974AE" w:rsidRDefault="006974AE" w:rsidP="006974AE">
      <w:r>
        <w:t>377.1569</w:t>
      </w:r>
      <w:r>
        <w:tab/>
        <w:t>1.013e0</w:t>
      </w:r>
    </w:p>
    <w:p w:rsidR="006974AE" w:rsidRDefault="006974AE" w:rsidP="006974AE">
      <w:r>
        <w:t>377.1779</w:t>
      </w:r>
      <w:r>
        <w:tab/>
        <w:t>1.013e0</w:t>
      </w:r>
    </w:p>
    <w:p w:rsidR="006974AE" w:rsidRDefault="006974AE" w:rsidP="006974AE">
      <w:r>
        <w:t>377.1881</w:t>
      </w:r>
      <w:r>
        <w:tab/>
        <w:t>1.013e0</w:t>
      </w:r>
    </w:p>
    <w:p w:rsidR="006974AE" w:rsidRDefault="006974AE" w:rsidP="006974AE">
      <w:r>
        <w:t>377.2056</w:t>
      </w:r>
      <w:r>
        <w:tab/>
        <w:t>3.038e0</w:t>
      </w:r>
    </w:p>
    <w:p w:rsidR="006974AE" w:rsidRDefault="006974AE" w:rsidP="006974AE">
      <w:r>
        <w:t>377.2154</w:t>
      </w:r>
      <w:r>
        <w:tab/>
        <w:t>1.013e0</w:t>
      </w:r>
    </w:p>
    <w:p w:rsidR="006974AE" w:rsidRDefault="006974AE" w:rsidP="006974AE">
      <w:r>
        <w:t>377.2200</w:t>
      </w:r>
      <w:r>
        <w:tab/>
        <w:t>1.013e0</w:t>
      </w:r>
    </w:p>
    <w:p w:rsidR="006974AE" w:rsidRDefault="006974AE" w:rsidP="006974AE">
      <w:r>
        <w:t>377.2526</w:t>
      </w:r>
      <w:r>
        <w:tab/>
        <w:t>3.038e0</w:t>
      </w:r>
    </w:p>
    <w:p w:rsidR="006974AE" w:rsidRDefault="006974AE" w:rsidP="006974AE">
      <w:r>
        <w:lastRenderedPageBreak/>
        <w:t>377.2552</w:t>
      </w:r>
      <w:r>
        <w:tab/>
        <w:t>1.013e0</w:t>
      </w:r>
    </w:p>
    <w:p w:rsidR="006974AE" w:rsidRDefault="006974AE" w:rsidP="006974AE">
      <w:r>
        <w:t>377.2758</w:t>
      </w:r>
      <w:r>
        <w:tab/>
        <w:t>1.013e0</w:t>
      </w:r>
    </w:p>
    <w:p w:rsidR="006974AE" w:rsidRDefault="006974AE" w:rsidP="006974AE">
      <w:r>
        <w:t>377.2806</w:t>
      </w:r>
      <w:r>
        <w:tab/>
        <w:t>2.025e0</w:t>
      </w:r>
    </w:p>
    <w:p w:rsidR="006974AE" w:rsidRDefault="006974AE" w:rsidP="006974AE">
      <w:r>
        <w:t>377.2863</w:t>
      </w:r>
      <w:r>
        <w:tab/>
        <w:t>2.226e0</w:t>
      </w:r>
    </w:p>
    <w:p w:rsidR="006974AE" w:rsidRDefault="006974AE" w:rsidP="006974AE">
      <w:r>
        <w:t>377.3026</w:t>
      </w:r>
      <w:r>
        <w:tab/>
        <w:t>1.013e0</w:t>
      </w:r>
    </w:p>
    <w:p w:rsidR="006974AE" w:rsidRDefault="006974AE" w:rsidP="006974AE">
      <w:r>
        <w:t>377.3089</w:t>
      </w:r>
      <w:r>
        <w:tab/>
        <w:t>1.013e0</w:t>
      </w:r>
    </w:p>
    <w:p w:rsidR="006974AE" w:rsidRDefault="006974AE" w:rsidP="006974AE">
      <w:r>
        <w:t>377.3127</w:t>
      </w:r>
      <w:r>
        <w:tab/>
        <w:t>1.013e0</w:t>
      </w:r>
    </w:p>
    <w:p w:rsidR="006974AE" w:rsidRDefault="006974AE" w:rsidP="006974AE">
      <w:r>
        <w:t>377.3165</w:t>
      </w:r>
      <w:r>
        <w:tab/>
        <w:t>2.025e0</w:t>
      </w:r>
    </w:p>
    <w:p w:rsidR="006974AE" w:rsidRDefault="006974AE" w:rsidP="006974AE">
      <w:r>
        <w:t>377.3212</w:t>
      </w:r>
      <w:r>
        <w:tab/>
        <w:t>3.038e0</w:t>
      </w:r>
    </w:p>
    <w:p w:rsidR="006974AE" w:rsidRDefault="006974AE" w:rsidP="006974AE">
      <w:r>
        <w:t>377.3222</w:t>
      </w:r>
      <w:r>
        <w:tab/>
        <w:t>1.013e0</w:t>
      </w:r>
    </w:p>
    <w:p w:rsidR="006974AE" w:rsidRDefault="006974AE" w:rsidP="006974AE">
      <w:r>
        <w:t>377.3960</w:t>
      </w:r>
      <w:r>
        <w:tab/>
        <w:t>1.013e0</w:t>
      </w:r>
    </w:p>
    <w:p w:rsidR="006974AE" w:rsidRDefault="006974AE" w:rsidP="006974AE">
      <w:r>
        <w:t>377.4360</w:t>
      </w:r>
      <w:r>
        <w:tab/>
        <w:t>2.025e0</w:t>
      </w:r>
    </w:p>
    <w:p w:rsidR="006974AE" w:rsidRDefault="006974AE" w:rsidP="006974AE">
      <w:r>
        <w:t>377.4465</w:t>
      </w:r>
      <w:r>
        <w:tab/>
        <w:t>1.013e0</w:t>
      </w:r>
    </w:p>
    <w:p w:rsidR="006974AE" w:rsidRDefault="006974AE" w:rsidP="006974AE">
      <w:r>
        <w:t>377.4568</w:t>
      </w:r>
      <w:r>
        <w:tab/>
        <w:t>1.013e0</w:t>
      </w:r>
    </w:p>
    <w:p w:rsidR="006974AE" w:rsidRDefault="006974AE" w:rsidP="006974AE">
      <w:r>
        <w:t>377.4837</w:t>
      </w:r>
      <w:r>
        <w:tab/>
        <w:t>1.013e0</w:t>
      </w:r>
    </w:p>
    <w:p w:rsidR="006974AE" w:rsidRDefault="006974AE" w:rsidP="006974AE">
      <w:r>
        <w:t>377.5038</w:t>
      </w:r>
      <w:r>
        <w:tab/>
        <w:t>1.013e0</w:t>
      </w:r>
    </w:p>
    <w:p w:rsidR="006974AE" w:rsidRDefault="006974AE" w:rsidP="006974AE">
      <w:r>
        <w:t>377.5137</w:t>
      </w:r>
      <w:r>
        <w:tab/>
        <w:t>2.025e0</w:t>
      </w:r>
    </w:p>
    <w:p w:rsidR="006974AE" w:rsidRDefault="006974AE" w:rsidP="006974AE">
      <w:r>
        <w:t>377.5499</w:t>
      </w:r>
      <w:r>
        <w:tab/>
        <w:t>3.038e0</w:t>
      </w:r>
    </w:p>
    <w:p w:rsidR="006974AE" w:rsidRDefault="006974AE" w:rsidP="006974AE">
      <w:r>
        <w:t>377.5725</w:t>
      </w:r>
      <w:r>
        <w:tab/>
        <w:t>2.025e0</w:t>
      </w:r>
    </w:p>
    <w:p w:rsidR="006974AE" w:rsidRDefault="006974AE" w:rsidP="006974AE">
      <w:r>
        <w:lastRenderedPageBreak/>
        <w:t>377.5905</w:t>
      </w:r>
      <w:r>
        <w:tab/>
        <w:t>1.013e0</w:t>
      </w:r>
    </w:p>
    <w:p w:rsidR="006974AE" w:rsidRDefault="006974AE" w:rsidP="006974AE">
      <w:r>
        <w:t>377.6235</w:t>
      </w:r>
      <w:r>
        <w:tab/>
        <w:t>1.013e0</w:t>
      </w:r>
    </w:p>
    <w:p w:rsidR="006974AE" w:rsidRDefault="006974AE" w:rsidP="006974AE">
      <w:r>
        <w:t>377.6274</w:t>
      </w:r>
      <w:r>
        <w:tab/>
        <w:t>1.013e0</w:t>
      </w:r>
    </w:p>
    <w:p w:rsidR="006974AE" w:rsidRDefault="006974AE" w:rsidP="006974AE">
      <w:r>
        <w:t>377.6375</w:t>
      </w:r>
      <w:r>
        <w:tab/>
        <w:t>1.013e0</w:t>
      </w:r>
    </w:p>
    <w:p w:rsidR="006974AE" w:rsidRDefault="006974AE" w:rsidP="006974AE">
      <w:r>
        <w:t>377.6667</w:t>
      </w:r>
      <w:r>
        <w:tab/>
        <w:t>2.025e0</w:t>
      </w:r>
    </w:p>
    <w:p w:rsidR="006974AE" w:rsidRDefault="006974AE" w:rsidP="006974AE">
      <w:r>
        <w:t>377.6690</w:t>
      </w:r>
      <w:r>
        <w:tab/>
        <w:t>1.013e0</w:t>
      </w:r>
    </w:p>
    <w:p w:rsidR="006974AE" w:rsidRDefault="006974AE" w:rsidP="006974AE">
      <w:r>
        <w:t>377.7019</w:t>
      </w:r>
      <w:r>
        <w:tab/>
        <w:t>2.025e0</w:t>
      </w:r>
    </w:p>
    <w:p w:rsidR="006974AE" w:rsidRDefault="006974AE" w:rsidP="006974AE">
      <w:r>
        <w:t>377.7181</w:t>
      </w:r>
      <w:r>
        <w:tab/>
        <w:t>2.025e0</w:t>
      </w:r>
    </w:p>
    <w:p w:rsidR="006974AE" w:rsidRDefault="006974AE" w:rsidP="006974AE">
      <w:r>
        <w:t>377.7402</w:t>
      </w:r>
      <w:r>
        <w:tab/>
        <w:t>1.013e0</w:t>
      </w:r>
    </w:p>
    <w:p w:rsidR="006974AE" w:rsidRDefault="006974AE" w:rsidP="006974AE">
      <w:r>
        <w:t>377.7965</w:t>
      </w:r>
      <w:r>
        <w:tab/>
        <w:t>3.038e0</w:t>
      </w:r>
    </w:p>
    <w:p w:rsidR="006974AE" w:rsidRDefault="006974AE" w:rsidP="006974AE">
      <w:r>
        <w:t>377.8459</w:t>
      </w:r>
      <w:r>
        <w:tab/>
        <w:t>2.025e0</w:t>
      </w:r>
    </w:p>
    <w:p w:rsidR="006974AE" w:rsidRDefault="006974AE" w:rsidP="006974AE">
      <w:r>
        <w:t>377.8499</w:t>
      </w:r>
      <w:r>
        <w:tab/>
        <w:t>1.013e0</w:t>
      </w:r>
    </w:p>
    <w:p w:rsidR="006974AE" w:rsidRDefault="006974AE" w:rsidP="006974AE">
      <w:r>
        <w:t>377.8917</w:t>
      </w:r>
      <w:r>
        <w:tab/>
        <w:t>1.013e0</w:t>
      </w:r>
    </w:p>
    <w:p w:rsidR="006974AE" w:rsidRDefault="006974AE" w:rsidP="006974AE">
      <w:r>
        <w:t>377.9065</w:t>
      </w:r>
      <w:r>
        <w:tab/>
        <w:t>1.013e0</w:t>
      </w:r>
    </w:p>
    <w:p w:rsidR="006974AE" w:rsidRDefault="006974AE" w:rsidP="006974AE">
      <w:r>
        <w:t>377.9102</w:t>
      </w:r>
      <w:r>
        <w:tab/>
        <w:t>2.025e0</w:t>
      </w:r>
    </w:p>
    <w:p w:rsidR="006974AE" w:rsidRDefault="006974AE" w:rsidP="006974AE">
      <w:r>
        <w:t>377.9329</w:t>
      </w:r>
      <w:r>
        <w:tab/>
        <w:t>1.013e0</w:t>
      </w:r>
    </w:p>
    <w:p w:rsidR="006974AE" w:rsidRDefault="006974AE" w:rsidP="006974AE">
      <w:r>
        <w:t>377.9377</w:t>
      </w:r>
      <w:r>
        <w:tab/>
        <w:t>1.013e0</w:t>
      </w:r>
    </w:p>
    <w:p w:rsidR="006974AE" w:rsidRDefault="006974AE" w:rsidP="006974AE">
      <w:r>
        <w:t>377.9464</w:t>
      </w:r>
      <w:r>
        <w:tab/>
        <w:t>1.013e0</w:t>
      </w:r>
    </w:p>
    <w:p w:rsidR="006974AE" w:rsidRDefault="006974AE" w:rsidP="006974AE">
      <w:r>
        <w:t>377.9594</w:t>
      </w:r>
      <w:r>
        <w:tab/>
        <w:t>2.025e0</w:t>
      </w:r>
    </w:p>
    <w:p w:rsidR="006974AE" w:rsidRDefault="006974AE" w:rsidP="006974AE">
      <w:r>
        <w:lastRenderedPageBreak/>
        <w:t>377.9670</w:t>
      </w:r>
      <w:r>
        <w:tab/>
        <w:t>1.013e0</w:t>
      </w:r>
    </w:p>
    <w:p w:rsidR="006974AE" w:rsidRDefault="006974AE" w:rsidP="006974AE">
      <w:r>
        <w:t>377.9737</w:t>
      </w:r>
      <w:r>
        <w:tab/>
        <w:t>1.013e0</w:t>
      </w:r>
    </w:p>
    <w:p w:rsidR="006974AE" w:rsidRDefault="006974AE" w:rsidP="006974AE">
      <w:r>
        <w:t>378.0001</w:t>
      </w:r>
      <w:r>
        <w:tab/>
        <w:t>1.013e0</w:t>
      </w:r>
    </w:p>
    <w:p w:rsidR="006974AE" w:rsidRDefault="006974AE" w:rsidP="006974AE">
      <w:r>
        <w:t>378.0089</w:t>
      </w:r>
      <w:r>
        <w:tab/>
        <w:t>1.013e0</w:t>
      </w:r>
    </w:p>
    <w:p w:rsidR="006974AE" w:rsidRDefault="006974AE" w:rsidP="006974AE">
      <w:r>
        <w:t>378.0553</w:t>
      </w:r>
      <w:r>
        <w:tab/>
        <w:t>1.013e0</w:t>
      </w:r>
    </w:p>
    <w:p w:rsidR="006974AE" w:rsidRDefault="006974AE" w:rsidP="006974AE">
      <w:r>
        <w:t>378.0725</w:t>
      </w:r>
      <w:r>
        <w:tab/>
        <w:t>2.025e0</w:t>
      </w:r>
    </w:p>
    <w:p w:rsidR="006974AE" w:rsidRDefault="006974AE" w:rsidP="006974AE">
      <w:r>
        <w:t>378.0971</w:t>
      </w:r>
      <w:r>
        <w:tab/>
        <w:t>1.013e0</w:t>
      </w:r>
    </w:p>
    <w:p w:rsidR="006974AE" w:rsidRDefault="006974AE" w:rsidP="006974AE">
      <w:r>
        <w:t>378.1143</w:t>
      </w:r>
      <w:r>
        <w:tab/>
        <w:t>1.013e0</w:t>
      </w:r>
    </w:p>
    <w:p w:rsidR="006974AE" w:rsidRDefault="006974AE" w:rsidP="006974AE">
      <w:r>
        <w:t>378.1541</w:t>
      </w:r>
      <w:r>
        <w:tab/>
        <w:t>1.114e1</w:t>
      </w:r>
    </w:p>
    <w:p w:rsidR="006974AE" w:rsidRDefault="006974AE" w:rsidP="006974AE">
      <w:r>
        <w:t>378.1665</w:t>
      </w:r>
      <w:r>
        <w:tab/>
        <w:t>6.076e0</w:t>
      </w:r>
    </w:p>
    <w:p w:rsidR="006974AE" w:rsidRDefault="006974AE" w:rsidP="006974AE">
      <w:r>
        <w:t>378.1685</w:t>
      </w:r>
      <w:r>
        <w:tab/>
        <w:t>1.013e0</w:t>
      </w:r>
    </w:p>
    <w:p w:rsidR="006974AE" w:rsidRDefault="006974AE" w:rsidP="006974AE">
      <w:r>
        <w:t>378.1703</w:t>
      </w:r>
      <w:r>
        <w:tab/>
        <w:t>1.519e1</w:t>
      </w:r>
    </w:p>
    <w:p w:rsidR="006974AE" w:rsidRDefault="006974AE" w:rsidP="006974AE">
      <w:r>
        <w:t>378.1753</w:t>
      </w:r>
      <w:r>
        <w:tab/>
        <w:t>5.063e0</w:t>
      </w:r>
    </w:p>
    <w:p w:rsidR="006974AE" w:rsidRDefault="006974AE" w:rsidP="006974AE">
      <w:r>
        <w:t>378.1867</w:t>
      </w:r>
      <w:r>
        <w:tab/>
        <w:t>8.101e0</w:t>
      </w:r>
    </w:p>
    <w:p w:rsidR="006974AE" w:rsidRDefault="006974AE" w:rsidP="006974AE">
      <w:r>
        <w:t>378.2072</w:t>
      </w:r>
      <w:r>
        <w:tab/>
        <w:t>3.038e0</w:t>
      </w:r>
    </w:p>
    <w:p w:rsidR="006974AE" w:rsidRDefault="006974AE" w:rsidP="006974AE">
      <w:r>
        <w:t>378.2106</w:t>
      </w:r>
      <w:r>
        <w:tab/>
        <w:t>2.025e0</w:t>
      </w:r>
    </w:p>
    <w:p w:rsidR="006974AE" w:rsidRDefault="006974AE" w:rsidP="006974AE">
      <w:r>
        <w:t>378.2317</w:t>
      </w:r>
      <w:r>
        <w:tab/>
        <w:t>2.025e0</w:t>
      </w:r>
    </w:p>
    <w:p w:rsidR="006974AE" w:rsidRDefault="006974AE" w:rsidP="006974AE">
      <w:r>
        <w:t>378.2447</w:t>
      </w:r>
      <w:r>
        <w:tab/>
        <w:t>2.025e0</w:t>
      </w:r>
    </w:p>
    <w:p w:rsidR="006974AE" w:rsidRDefault="006974AE" w:rsidP="006974AE">
      <w:r>
        <w:t>378.2525</w:t>
      </w:r>
      <w:r>
        <w:tab/>
        <w:t>1.013e0</w:t>
      </w:r>
    </w:p>
    <w:p w:rsidR="006974AE" w:rsidRDefault="006974AE" w:rsidP="006974AE">
      <w:r>
        <w:lastRenderedPageBreak/>
        <w:t>378.2741</w:t>
      </w:r>
      <w:r>
        <w:tab/>
        <w:t>1.013e0</w:t>
      </w:r>
    </w:p>
    <w:p w:rsidR="006974AE" w:rsidRDefault="006974AE" w:rsidP="006974AE">
      <w:r>
        <w:t>378.2828</w:t>
      </w:r>
      <w:r>
        <w:tab/>
        <w:t>1.013e0</w:t>
      </w:r>
    </w:p>
    <w:p w:rsidR="006974AE" w:rsidRDefault="006974AE" w:rsidP="006974AE">
      <w:r>
        <w:t>378.3025</w:t>
      </w:r>
      <w:r>
        <w:tab/>
        <w:t>1.013e0</w:t>
      </w:r>
    </w:p>
    <w:p w:rsidR="006974AE" w:rsidRDefault="006974AE" w:rsidP="006974AE">
      <w:r>
        <w:t>378.3128</w:t>
      </w:r>
      <w:r>
        <w:tab/>
        <w:t>2.025e0</w:t>
      </w:r>
    </w:p>
    <w:p w:rsidR="006974AE" w:rsidRDefault="006974AE" w:rsidP="006974AE">
      <w:r>
        <w:t>378.3164</w:t>
      </w:r>
      <w:r>
        <w:tab/>
        <w:t>1.013e0</w:t>
      </w:r>
    </w:p>
    <w:p w:rsidR="006974AE" w:rsidRDefault="006974AE" w:rsidP="006974AE">
      <w:r>
        <w:t>378.3287</w:t>
      </w:r>
      <w:r>
        <w:tab/>
        <w:t>2.025e0</w:t>
      </w:r>
    </w:p>
    <w:p w:rsidR="006974AE" w:rsidRDefault="006974AE" w:rsidP="006974AE">
      <w:r>
        <w:t>378.3464</w:t>
      </w:r>
      <w:r>
        <w:tab/>
        <w:t>3.038e0</w:t>
      </w:r>
    </w:p>
    <w:p w:rsidR="006974AE" w:rsidRDefault="006974AE" w:rsidP="006974AE">
      <w:r>
        <w:t>378.3495</w:t>
      </w:r>
      <w:r>
        <w:tab/>
        <w:t>2.025e0</w:t>
      </w:r>
    </w:p>
    <w:p w:rsidR="006974AE" w:rsidRDefault="006974AE" w:rsidP="006974AE">
      <w:r>
        <w:t>378.3702</w:t>
      </w:r>
      <w:r>
        <w:tab/>
        <w:t>1.013e0</w:t>
      </w:r>
    </w:p>
    <w:p w:rsidR="006974AE" w:rsidRDefault="006974AE" w:rsidP="006974AE">
      <w:r>
        <w:t>378.3831</w:t>
      </w:r>
      <w:r>
        <w:tab/>
        <w:t>1.013e0</w:t>
      </w:r>
    </w:p>
    <w:p w:rsidR="006974AE" w:rsidRDefault="006974AE" w:rsidP="006974AE">
      <w:r>
        <w:t>378.3971</w:t>
      </w:r>
      <w:r>
        <w:tab/>
        <w:t>1.013e0</w:t>
      </w:r>
    </w:p>
    <w:p w:rsidR="006974AE" w:rsidRDefault="006974AE" w:rsidP="006974AE">
      <w:r>
        <w:t>378.4685</w:t>
      </w:r>
      <w:r>
        <w:tab/>
        <w:t>2.025e0</w:t>
      </w:r>
    </w:p>
    <w:p w:rsidR="006974AE" w:rsidRDefault="006974AE" w:rsidP="006974AE">
      <w:r>
        <w:t>378.4912</w:t>
      </w:r>
      <w:r>
        <w:tab/>
        <w:t>1.013e0</w:t>
      </w:r>
    </w:p>
    <w:p w:rsidR="006974AE" w:rsidRDefault="006974AE" w:rsidP="006974AE">
      <w:r>
        <w:t>378.5311</w:t>
      </w:r>
      <w:r>
        <w:tab/>
        <w:t>1.013e0</w:t>
      </w:r>
    </w:p>
    <w:p w:rsidR="006974AE" w:rsidRDefault="006974AE" w:rsidP="006974AE">
      <w:r>
        <w:t>378.5677</w:t>
      </w:r>
      <w:r>
        <w:tab/>
        <w:t>2.025e0</w:t>
      </w:r>
    </w:p>
    <w:p w:rsidR="006974AE" w:rsidRDefault="006974AE" w:rsidP="006974AE">
      <w:r>
        <w:t>378.5927</w:t>
      </w:r>
      <w:r>
        <w:tab/>
        <w:t>1.013e0</w:t>
      </w:r>
    </w:p>
    <w:p w:rsidR="006974AE" w:rsidRDefault="006974AE" w:rsidP="006974AE">
      <w:r>
        <w:t>378.5946</w:t>
      </w:r>
      <w:r>
        <w:tab/>
        <w:t>2.025e0</w:t>
      </w:r>
    </w:p>
    <w:p w:rsidR="006974AE" w:rsidRDefault="006974AE" w:rsidP="006974AE">
      <w:r>
        <w:t>378.6053</w:t>
      </w:r>
      <w:r>
        <w:tab/>
        <w:t>2.025e0</w:t>
      </w:r>
    </w:p>
    <w:p w:rsidR="006974AE" w:rsidRDefault="006974AE" w:rsidP="006974AE">
      <w:r>
        <w:t>378.6535</w:t>
      </w:r>
      <w:r>
        <w:tab/>
        <w:t>2.025e0</w:t>
      </w:r>
    </w:p>
    <w:p w:rsidR="006974AE" w:rsidRDefault="006974AE" w:rsidP="006974AE">
      <w:r>
        <w:lastRenderedPageBreak/>
        <w:t>378.6646</w:t>
      </w:r>
      <w:r>
        <w:tab/>
        <w:t>2.025e0</w:t>
      </w:r>
    </w:p>
    <w:p w:rsidR="006974AE" w:rsidRDefault="006974AE" w:rsidP="006974AE">
      <w:r>
        <w:t>378.6723</w:t>
      </w:r>
      <w:r>
        <w:tab/>
        <w:t>1.013e0</w:t>
      </w:r>
    </w:p>
    <w:p w:rsidR="006974AE" w:rsidRDefault="006974AE" w:rsidP="006974AE">
      <w:r>
        <w:t>378.6983</w:t>
      </w:r>
      <w:r>
        <w:tab/>
        <w:t>1.013e0</w:t>
      </w:r>
    </w:p>
    <w:p w:rsidR="006974AE" w:rsidRDefault="006974AE" w:rsidP="006974AE">
      <w:r>
        <w:t>378.7132</w:t>
      </w:r>
      <w:r>
        <w:tab/>
        <w:t>1.013e0</w:t>
      </w:r>
    </w:p>
    <w:p w:rsidR="006974AE" w:rsidRDefault="006974AE" w:rsidP="006974AE">
      <w:r>
        <w:t>378.7196</w:t>
      </w:r>
      <w:r>
        <w:tab/>
        <w:t>1.013e0</w:t>
      </w:r>
    </w:p>
    <w:p w:rsidR="006974AE" w:rsidRDefault="006974AE" w:rsidP="006974AE">
      <w:r>
        <w:t>378.7358</w:t>
      </w:r>
      <w:r>
        <w:tab/>
        <w:t>2.025e0</w:t>
      </w:r>
    </w:p>
    <w:p w:rsidR="006974AE" w:rsidRDefault="006974AE" w:rsidP="006974AE">
      <w:r>
        <w:t>378.7401</w:t>
      </w:r>
      <w:r>
        <w:tab/>
        <w:t>1.013e0</w:t>
      </w:r>
    </w:p>
    <w:p w:rsidR="006974AE" w:rsidRDefault="006974AE" w:rsidP="006974AE">
      <w:r>
        <w:t>378.7565</w:t>
      </w:r>
      <w:r>
        <w:tab/>
        <w:t>2.025e0</w:t>
      </w:r>
    </w:p>
    <w:p w:rsidR="006974AE" w:rsidRDefault="006974AE" w:rsidP="006974AE">
      <w:r>
        <w:t>378.7603</w:t>
      </w:r>
      <w:r>
        <w:tab/>
        <w:t>2.025e0</w:t>
      </w:r>
    </w:p>
    <w:p w:rsidR="006974AE" w:rsidRDefault="006974AE" w:rsidP="006974AE">
      <w:r>
        <w:t>378.8111</w:t>
      </w:r>
      <w:r>
        <w:tab/>
        <w:t>1.013e0</w:t>
      </w:r>
    </w:p>
    <w:p w:rsidR="006974AE" w:rsidRDefault="006974AE" w:rsidP="006974AE">
      <w:r>
        <w:t>378.8151</w:t>
      </w:r>
      <w:r>
        <w:tab/>
        <w:t>1.013e0</w:t>
      </w:r>
    </w:p>
    <w:p w:rsidR="006974AE" w:rsidRDefault="006974AE" w:rsidP="006974AE">
      <w:r>
        <w:t>378.8263</w:t>
      </w:r>
      <w:r>
        <w:tab/>
        <w:t>4.051e0</w:t>
      </w:r>
    </w:p>
    <w:p w:rsidR="006974AE" w:rsidRDefault="006974AE" w:rsidP="006974AE">
      <w:r>
        <w:t>378.8327</w:t>
      </w:r>
      <w:r>
        <w:tab/>
        <w:t>1.013e0</w:t>
      </w:r>
    </w:p>
    <w:p w:rsidR="006974AE" w:rsidRDefault="006974AE" w:rsidP="006974AE">
      <w:r>
        <w:t>378.8367</w:t>
      </w:r>
      <w:r>
        <w:tab/>
        <w:t>1.013e0</w:t>
      </w:r>
    </w:p>
    <w:p w:rsidR="006974AE" w:rsidRDefault="006974AE" w:rsidP="006974AE">
      <w:r>
        <w:t>378.8615</w:t>
      </w:r>
      <w:r>
        <w:tab/>
        <w:t>1.013e0</w:t>
      </w:r>
    </w:p>
    <w:p w:rsidR="006974AE" w:rsidRDefault="006974AE" w:rsidP="006974AE">
      <w:r>
        <w:t>378.9009</w:t>
      </w:r>
      <w:r>
        <w:tab/>
        <w:t>2.025e0</w:t>
      </w:r>
    </w:p>
    <w:p w:rsidR="006974AE" w:rsidRDefault="006974AE" w:rsidP="006974AE">
      <w:r>
        <w:t>378.9151</w:t>
      </w:r>
      <w:r>
        <w:tab/>
        <w:t>2.025e0</w:t>
      </w:r>
    </w:p>
    <w:p w:rsidR="006974AE" w:rsidRDefault="006974AE" w:rsidP="006974AE">
      <w:r>
        <w:t>378.9333</w:t>
      </w:r>
      <w:r>
        <w:tab/>
        <w:t>2.025e0</w:t>
      </w:r>
    </w:p>
    <w:p w:rsidR="006974AE" w:rsidRDefault="006974AE" w:rsidP="006974AE">
      <w:r>
        <w:t>378.9349</w:t>
      </w:r>
      <w:r>
        <w:tab/>
        <w:t>5.063e0</w:t>
      </w:r>
    </w:p>
    <w:p w:rsidR="006974AE" w:rsidRDefault="006974AE" w:rsidP="006974AE">
      <w:r>
        <w:lastRenderedPageBreak/>
        <w:t>378.9587</w:t>
      </w:r>
      <w:r>
        <w:tab/>
        <w:t>2.025e0</w:t>
      </w:r>
    </w:p>
    <w:p w:rsidR="006974AE" w:rsidRDefault="006974AE" w:rsidP="006974AE">
      <w:r>
        <w:t>379.0093</w:t>
      </w:r>
      <w:r>
        <w:tab/>
        <w:t>1.013e0</w:t>
      </w:r>
    </w:p>
    <w:p w:rsidR="006974AE" w:rsidRDefault="006974AE" w:rsidP="006974AE">
      <w:r>
        <w:t>379.0430</w:t>
      </w:r>
      <w:r>
        <w:tab/>
        <w:t>1.013e0</w:t>
      </w:r>
    </w:p>
    <w:p w:rsidR="006974AE" w:rsidRDefault="006974AE" w:rsidP="006974AE">
      <w:r>
        <w:t>379.0555</w:t>
      </w:r>
      <w:r>
        <w:tab/>
        <w:t>1.013e0</w:t>
      </w:r>
    </w:p>
    <w:p w:rsidR="006974AE" w:rsidRDefault="006974AE" w:rsidP="006974AE">
      <w:r>
        <w:t>379.0726</w:t>
      </w:r>
      <w:r>
        <w:tab/>
        <w:t>3.089e0</w:t>
      </w:r>
    </w:p>
    <w:p w:rsidR="006974AE" w:rsidRDefault="006974AE" w:rsidP="006974AE">
      <w:r>
        <w:t>379.0740</w:t>
      </w:r>
      <w:r>
        <w:tab/>
        <w:t>2.025e0</w:t>
      </w:r>
    </w:p>
    <w:p w:rsidR="006974AE" w:rsidRDefault="006974AE" w:rsidP="006974AE">
      <w:r>
        <w:t>379.0762</w:t>
      </w:r>
      <w:r>
        <w:tab/>
        <w:t>1.013e0</w:t>
      </w:r>
    </w:p>
    <w:p w:rsidR="006974AE" w:rsidRDefault="006974AE" w:rsidP="006974AE">
      <w:r>
        <w:t>379.0969</w:t>
      </w:r>
      <w:r>
        <w:tab/>
        <w:t>1.013e0</w:t>
      </w:r>
    </w:p>
    <w:p w:rsidR="006974AE" w:rsidRDefault="006974AE" w:rsidP="006974AE">
      <w:r>
        <w:t>379.1104</w:t>
      </w:r>
      <w:r>
        <w:tab/>
        <w:t>1.013e0</w:t>
      </w:r>
    </w:p>
    <w:p w:rsidR="006974AE" w:rsidRDefault="006974AE" w:rsidP="006974AE">
      <w:r>
        <w:t>379.1139</w:t>
      </w:r>
      <w:r>
        <w:tab/>
        <w:t>4.051e0</w:t>
      </w:r>
    </w:p>
    <w:p w:rsidR="006974AE" w:rsidRDefault="006974AE" w:rsidP="006974AE">
      <w:r>
        <w:t>379.1346</w:t>
      </w:r>
      <w:r>
        <w:tab/>
        <w:t>2.808e0</w:t>
      </w:r>
    </w:p>
    <w:p w:rsidR="006974AE" w:rsidRDefault="006974AE" w:rsidP="006974AE">
      <w:r>
        <w:t>379.1390</w:t>
      </w:r>
      <w:r>
        <w:tab/>
        <w:t>4.051e0</w:t>
      </w:r>
    </w:p>
    <w:p w:rsidR="006974AE" w:rsidRDefault="006974AE" w:rsidP="006974AE">
      <w:r>
        <w:t>379.1474</w:t>
      </w:r>
      <w:r>
        <w:tab/>
        <w:t>2.025e0</w:t>
      </w:r>
    </w:p>
    <w:p w:rsidR="006974AE" w:rsidRDefault="006974AE" w:rsidP="006974AE">
      <w:r>
        <w:t>379.1650</w:t>
      </w:r>
      <w:r>
        <w:tab/>
        <w:t>5.348e0</w:t>
      </w:r>
    </w:p>
    <w:p w:rsidR="006974AE" w:rsidRDefault="006974AE" w:rsidP="006974AE">
      <w:r>
        <w:t>379.1738</w:t>
      </w:r>
      <w:r>
        <w:tab/>
        <w:t>5.063e0</w:t>
      </w:r>
    </w:p>
    <w:p w:rsidR="006974AE" w:rsidRDefault="006974AE" w:rsidP="006974AE">
      <w:r>
        <w:t>379.1776</w:t>
      </w:r>
      <w:r>
        <w:tab/>
        <w:t>5.063e0</w:t>
      </w:r>
    </w:p>
    <w:p w:rsidR="006974AE" w:rsidRDefault="006974AE" w:rsidP="006974AE">
      <w:r>
        <w:t>379.1858</w:t>
      </w:r>
      <w:r>
        <w:tab/>
        <w:t>5.063e0</w:t>
      </w:r>
    </w:p>
    <w:p w:rsidR="006974AE" w:rsidRDefault="006974AE" w:rsidP="006974AE">
      <w:r>
        <w:t>379.1899</w:t>
      </w:r>
      <w:r>
        <w:tab/>
        <w:t>3.038e0</w:t>
      </w:r>
    </w:p>
    <w:p w:rsidR="006974AE" w:rsidRDefault="006974AE" w:rsidP="006974AE">
      <w:r>
        <w:t>379.1913</w:t>
      </w:r>
      <w:r>
        <w:tab/>
        <w:t>3.038e0</w:t>
      </w:r>
    </w:p>
    <w:p w:rsidR="006974AE" w:rsidRDefault="006974AE" w:rsidP="006974AE">
      <w:r>
        <w:lastRenderedPageBreak/>
        <w:t>379.2244</w:t>
      </w:r>
      <w:r>
        <w:tab/>
        <w:t>1.013e0</w:t>
      </w:r>
    </w:p>
    <w:p w:rsidR="006974AE" w:rsidRDefault="006974AE" w:rsidP="006974AE">
      <w:r>
        <w:t>379.2354</w:t>
      </w:r>
      <w:r>
        <w:tab/>
        <w:t>1.013e0</w:t>
      </w:r>
    </w:p>
    <w:p w:rsidR="006974AE" w:rsidRDefault="006974AE" w:rsidP="006974AE">
      <w:r>
        <w:t>379.2379</w:t>
      </w:r>
      <w:r>
        <w:tab/>
        <w:t>2.025e0</w:t>
      </w:r>
    </w:p>
    <w:p w:rsidR="006974AE" w:rsidRDefault="006974AE" w:rsidP="006974AE">
      <w:r>
        <w:t>379.2610</w:t>
      </w:r>
      <w:r>
        <w:tab/>
        <w:t>1.013e0</w:t>
      </w:r>
    </w:p>
    <w:p w:rsidR="006974AE" w:rsidRDefault="006974AE" w:rsidP="006974AE">
      <w:r>
        <w:t>379.2648</w:t>
      </w:r>
      <w:r>
        <w:tab/>
        <w:t>1.013e0</w:t>
      </w:r>
    </w:p>
    <w:p w:rsidR="006974AE" w:rsidRDefault="006974AE" w:rsidP="006974AE">
      <w:r>
        <w:t>379.2661</w:t>
      </w:r>
      <w:r>
        <w:tab/>
        <w:t>3.038e0</w:t>
      </w:r>
    </w:p>
    <w:p w:rsidR="006974AE" w:rsidRDefault="006974AE" w:rsidP="006974AE">
      <w:r>
        <w:t>379.2715</w:t>
      </w:r>
      <w:r>
        <w:tab/>
        <w:t>1.013e0</w:t>
      </w:r>
    </w:p>
    <w:p w:rsidR="006974AE" w:rsidRDefault="006974AE" w:rsidP="006974AE">
      <w:r>
        <w:t>379.2779</w:t>
      </w:r>
      <w:r>
        <w:tab/>
        <w:t>1.013e0</w:t>
      </w:r>
    </w:p>
    <w:p w:rsidR="006974AE" w:rsidRDefault="006974AE" w:rsidP="006974AE">
      <w:r>
        <w:t>379.2985</w:t>
      </w:r>
      <w:r>
        <w:tab/>
        <w:t>1.013e0</w:t>
      </w:r>
    </w:p>
    <w:p w:rsidR="006974AE" w:rsidRDefault="006974AE" w:rsidP="006974AE">
      <w:r>
        <w:t>379.3066</w:t>
      </w:r>
      <w:r>
        <w:tab/>
        <w:t>1.013e0</w:t>
      </w:r>
    </w:p>
    <w:p w:rsidR="006974AE" w:rsidRDefault="006974AE" w:rsidP="006974AE">
      <w:r>
        <w:t>379.3191</w:t>
      </w:r>
      <w:r>
        <w:tab/>
        <w:t>2.025e0</w:t>
      </w:r>
    </w:p>
    <w:p w:rsidR="006974AE" w:rsidRDefault="006974AE" w:rsidP="006974AE">
      <w:r>
        <w:t>379.3664</w:t>
      </w:r>
      <w:r>
        <w:tab/>
        <w:t>1.013e0</w:t>
      </w:r>
    </w:p>
    <w:p w:rsidR="006974AE" w:rsidRDefault="006974AE" w:rsidP="006974AE">
      <w:r>
        <w:t>379.3899</w:t>
      </w:r>
      <w:r>
        <w:tab/>
        <w:t>2.025e0</w:t>
      </w:r>
    </w:p>
    <w:p w:rsidR="006974AE" w:rsidRDefault="006974AE" w:rsidP="006974AE">
      <w:r>
        <w:t>379.4016</w:t>
      </w:r>
      <w:r>
        <w:tab/>
        <w:t>2.025e0</w:t>
      </w:r>
    </w:p>
    <w:p w:rsidR="006974AE" w:rsidRDefault="006974AE" w:rsidP="006974AE">
      <w:r>
        <w:t>379.4337</w:t>
      </w:r>
      <w:r>
        <w:tab/>
        <w:t>1.013e0</w:t>
      </w:r>
    </w:p>
    <w:p w:rsidR="006974AE" w:rsidRDefault="006974AE" w:rsidP="006974AE">
      <w:r>
        <w:t>379.4632</w:t>
      </w:r>
      <w:r>
        <w:tab/>
        <w:t>2.025e0</w:t>
      </w:r>
    </w:p>
    <w:p w:rsidR="006974AE" w:rsidRDefault="006974AE" w:rsidP="006974AE">
      <w:r>
        <w:t>379.4737</w:t>
      </w:r>
      <w:r>
        <w:tab/>
        <w:t>1.013e0</w:t>
      </w:r>
    </w:p>
    <w:p w:rsidR="006974AE" w:rsidRDefault="006974AE" w:rsidP="006974AE">
      <w:r>
        <w:t>379.4843</w:t>
      </w:r>
      <w:r>
        <w:tab/>
        <w:t>2.025e0</w:t>
      </w:r>
    </w:p>
    <w:p w:rsidR="006974AE" w:rsidRDefault="006974AE" w:rsidP="006974AE">
      <w:r>
        <w:t>379.4872</w:t>
      </w:r>
      <w:r>
        <w:tab/>
        <w:t>1.013e0</w:t>
      </w:r>
    </w:p>
    <w:p w:rsidR="006974AE" w:rsidRDefault="006974AE" w:rsidP="006974AE">
      <w:r>
        <w:lastRenderedPageBreak/>
        <w:t>379.4944</w:t>
      </w:r>
      <w:r>
        <w:tab/>
        <w:t>1.013e0</w:t>
      </w:r>
    </w:p>
    <w:p w:rsidR="006974AE" w:rsidRDefault="006974AE" w:rsidP="006974AE">
      <w:r>
        <w:t>379.5082</w:t>
      </w:r>
      <w:r>
        <w:tab/>
        <w:t>1.013e0</w:t>
      </w:r>
    </w:p>
    <w:p w:rsidR="006974AE" w:rsidRDefault="006974AE" w:rsidP="006974AE">
      <w:r>
        <w:t>379.5294</w:t>
      </w:r>
      <w:r>
        <w:tab/>
        <w:t>1.013e0</w:t>
      </w:r>
    </w:p>
    <w:p w:rsidR="006974AE" w:rsidRDefault="006974AE" w:rsidP="006974AE">
      <w:r>
        <w:t>379.5505</w:t>
      </w:r>
      <w:r>
        <w:tab/>
        <w:t>2.025e0</w:t>
      </w:r>
    </w:p>
    <w:p w:rsidR="006974AE" w:rsidRDefault="006974AE" w:rsidP="006974AE">
      <w:r>
        <w:t>379.5753</w:t>
      </w:r>
      <w:r>
        <w:tab/>
        <w:t>1.013e0</w:t>
      </w:r>
    </w:p>
    <w:p w:rsidR="006974AE" w:rsidRDefault="006974AE" w:rsidP="006974AE">
      <w:r>
        <w:t>379.5888</w:t>
      </w:r>
      <w:r>
        <w:tab/>
        <w:t>1.013e0</w:t>
      </w:r>
    </w:p>
    <w:p w:rsidR="006974AE" w:rsidRDefault="006974AE" w:rsidP="006974AE">
      <w:r>
        <w:t>379.6936</w:t>
      </w:r>
      <w:r>
        <w:tab/>
        <w:t>2.025e0</w:t>
      </w:r>
    </w:p>
    <w:p w:rsidR="006974AE" w:rsidRDefault="006974AE" w:rsidP="006974AE">
      <w:r>
        <w:t>379.7574</w:t>
      </w:r>
      <w:r>
        <w:tab/>
        <w:t>1.013e0</w:t>
      </w:r>
    </w:p>
    <w:p w:rsidR="006974AE" w:rsidRDefault="006974AE" w:rsidP="006974AE">
      <w:r>
        <w:t>379.8244</w:t>
      </w:r>
      <w:r>
        <w:tab/>
        <w:t>1.013e0</w:t>
      </w:r>
    </w:p>
    <w:p w:rsidR="006974AE" w:rsidRDefault="006974AE" w:rsidP="006974AE">
      <w:r>
        <w:t>379.8579</w:t>
      </w:r>
      <w:r>
        <w:tab/>
        <w:t>2.025e0</w:t>
      </w:r>
    </w:p>
    <w:p w:rsidR="006974AE" w:rsidRDefault="006974AE" w:rsidP="006974AE">
      <w:r>
        <w:t>379.8923</w:t>
      </w:r>
      <w:r>
        <w:tab/>
        <w:t>1.013e0</w:t>
      </w:r>
    </w:p>
    <w:p w:rsidR="006974AE" w:rsidRDefault="006974AE" w:rsidP="006974AE">
      <w:r>
        <w:t>379.9038</w:t>
      </w:r>
      <w:r>
        <w:tab/>
        <w:t>1.013e0</w:t>
      </w:r>
    </w:p>
    <w:p w:rsidR="006974AE" w:rsidRDefault="006974AE" w:rsidP="006974AE">
      <w:r>
        <w:t>379.9193</w:t>
      </w:r>
      <w:r>
        <w:tab/>
        <w:t>1.013e0</w:t>
      </w:r>
    </w:p>
    <w:p w:rsidR="006974AE" w:rsidRDefault="006974AE" w:rsidP="006974AE">
      <w:r>
        <w:t>379.9288</w:t>
      </w:r>
      <w:r>
        <w:tab/>
        <w:t>2.025e0</w:t>
      </w:r>
    </w:p>
    <w:p w:rsidR="006974AE" w:rsidRDefault="006974AE" w:rsidP="006974AE">
      <w:r>
        <w:t>379.9596</w:t>
      </w:r>
      <w:r>
        <w:tab/>
        <w:t>2.025e0</w:t>
      </w:r>
    </w:p>
    <w:p w:rsidR="006974AE" w:rsidRDefault="006974AE" w:rsidP="006974AE">
      <w:r>
        <w:t>379.9630</w:t>
      </w:r>
      <w:r>
        <w:tab/>
        <w:t>2.025e0</w:t>
      </w:r>
    </w:p>
    <w:p w:rsidR="006974AE" w:rsidRDefault="006974AE" w:rsidP="006974AE">
      <w:r>
        <w:t>379.9755</w:t>
      </w:r>
      <w:r>
        <w:tab/>
        <w:t>1.013e0</w:t>
      </w:r>
    </w:p>
    <w:p w:rsidR="006974AE" w:rsidRDefault="006974AE" w:rsidP="006974AE">
      <w:r>
        <w:t>379.9961</w:t>
      </w:r>
      <w:r>
        <w:tab/>
        <w:t>1.013e0</w:t>
      </w:r>
    </w:p>
    <w:p w:rsidR="006974AE" w:rsidRDefault="006974AE" w:rsidP="006974AE">
      <w:r>
        <w:t>379.9998</w:t>
      </w:r>
      <w:r>
        <w:tab/>
        <w:t>1.013e0</w:t>
      </w:r>
    </w:p>
    <w:p w:rsidR="006974AE" w:rsidRDefault="006974AE" w:rsidP="006974AE">
      <w:r>
        <w:lastRenderedPageBreak/>
        <w:t>380.0070</w:t>
      </w:r>
      <w:r>
        <w:tab/>
        <w:t>1.013e0</w:t>
      </w:r>
    </w:p>
    <w:p w:rsidR="006974AE" w:rsidRDefault="006974AE" w:rsidP="006974AE">
      <w:r>
        <w:t>380.0215</w:t>
      </w:r>
      <w:r>
        <w:tab/>
        <w:t>1.013e0</w:t>
      </w:r>
    </w:p>
    <w:p w:rsidR="006974AE" w:rsidRDefault="006974AE" w:rsidP="006974AE">
      <w:r>
        <w:t>380.0340</w:t>
      </w:r>
      <w:r>
        <w:tab/>
        <w:t>1.013e0</w:t>
      </w:r>
    </w:p>
    <w:p w:rsidR="006974AE" w:rsidRDefault="006974AE" w:rsidP="006974AE">
      <w:r>
        <w:t>380.0538</w:t>
      </w:r>
      <w:r>
        <w:tab/>
        <w:t>1.013e0</w:t>
      </w:r>
    </w:p>
    <w:p w:rsidR="006974AE" w:rsidRDefault="006974AE" w:rsidP="006974AE">
      <w:r>
        <w:t>380.0703</w:t>
      </w:r>
      <w:r>
        <w:tab/>
        <w:t>6.076e0</w:t>
      </w:r>
    </w:p>
    <w:p w:rsidR="006974AE" w:rsidRDefault="006974AE" w:rsidP="006974AE">
      <w:r>
        <w:t>380.0891</w:t>
      </w:r>
      <w:r>
        <w:tab/>
        <w:t>3.038e0</w:t>
      </w:r>
    </w:p>
    <w:p w:rsidR="006974AE" w:rsidRDefault="006974AE" w:rsidP="006974AE">
      <w:r>
        <w:t>380.0934</w:t>
      </w:r>
      <w:r>
        <w:tab/>
        <w:t>2.025e0</w:t>
      </w:r>
    </w:p>
    <w:p w:rsidR="006974AE" w:rsidRDefault="006974AE" w:rsidP="006974AE">
      <w:r>
        <w:t>380.1218</w:t>
      </w:r>
      <w:r>
        <w:tab/>
        <w:t>1.013e0</w:t>
      </w:r>
    </w:p>
    <w:p w:rsidR="006974AE" w:rsidRDefault="006974AE" w:rsidP="006974AE">
      <w:r>
        <w:t>380.1628</w:t>
      </w:r>
      <w:r>
        <w:tab/>
        <w:t>3.038e0</w:t>
      </w:r>
    </w:p>
    <w:p w:rsidR="006974AE" w:rsidRDefault="006974AE" w:rsidP="006974AE">
      <w:r>
        <w:t>380.1648</w:t>
      </w:r>
      <w:r>
        <w:tab/>
        <w:t>2.808e1</w:t>
      </w:r>
    </w:p>
    <w:p w:rsidR="006974AE" w:rsidRDefault="006974AE" w:rsidP="006974AE">
      <w:r>
        <w:t>380.1735</w:t>
      </w:r>
      <w:r>
        <w:tab/>
        <w:t>7.895e0</w:t>
      </w:r>
    </w:p>
    <w:p w:rsidR="006974AE" w:rsidRDefault="006974AE" w:rsidP="006974AE">
      <w:r>
        <w:t>380.1756</w:t>
      </w:r>
      <w:r>
        <w:tab/>
        <w:t>2.025e0</w:t>
      </w:r>
    </w:p>
    <w:p w:rsidR="006974AE" w:rsidRDefault="006974AE" w:rsidP="006974AE">
      <w:r>
        <w:t>380.1768</w:t>
      </w:r>
      <w:r>
        <w:tab/>
        <w:t>7.089e0</w:t>
      </w:r>
    </w:p>
    <w:p w:rsidR="006974AE" w:rsidRDefault="006974AE" w:rsidP="006974AE">
      <w:r>
        <w:t>380.1816</w:t>
      </w:r>
      <w:r>
        <w:tab/>
        <w:t>3.038e0</w:t>
      </w:r>
    </w:p>
    <w:p w:rsidR="006974AE" w:rsidRDefault="006974AE" w:rsidP="006974AE">
      <w:r>
        <w:t>380.2022</w:t>
      </w:r>
      <w:r>
        <w:tab/>
        <w:t>3.038e0</w:t>
      </w:r>
    </w:p>
    <w:p w:rsidR="006974AE" w:rsidRDefault="006974AE" w:rsidP="006974AE">
      <w:r>
        <w:t>380.2137</w:t>
      </w:r>
      <w:r>
        <w:tab/>
        <w:t>2.025e0</w:t>
      </w:r>
    </w:p>
    <w:p w:rsidR="006974AE" w:rsidRDefault="006974AE" w:rsidP="006974AE">
      <w:r>
        <w:t>380.2294</w:t>
      </w:r>
      <w:r>
        <w:tab/>
        <w:t>1.013e0</w:t>
      </w:r>
    </w:p>
    <w:p w:rsidR="006974AE" w:rsidRDefault="006974AE" w:rsidP="006974AE">
      <w:r>
        <w:t>380.2419</w:t>
      </w:r>
      <w:r>
        <w:tab/>
        <w:t>2.025e0</w:t>
      </w:r>
    </w:p>
    <w:p w:rsidR="006974AE" w:rsidRDefault="006974AE" w:rsidP="006974AE">
      <w:r>
        <w:t>380.2528</w:t>
      </w:r>
      <w:r>
        <w:tab/>
        <w:t>3.038e0</w:t>
      </w:r>
    </w:p>
    <w:p w:rsidR="006974AE" w:rsidRDefault="006974AE" w:rsidP="006974AE">
      <w:r>
        <w:lastRenderedPageBreak/>
        <w:t>380.2568</w:t>
      </w:r>
      <w:r>
        <w:tab/>
        <w:t>1.013e0</w:t>
      </w:r>
    </w:p>
    <w:p w:rsidR="006974AE" w:rsidRDefault="006974AE" w:rsidP="006974AE">
      <w:r>
        <w:t>380.2610</w:t>
      </w:r>
      <w:r>
        <w:tab/>
        <w:t>1.013e0</w:t>
      </w:r>
    </w:p>
    <w:p w:rsidR="006974AE" w:rsidRDefault="006974AE" w:rsidP="006974AE">
      <w:r>
        <w:t>380.2653</w:t>
      </w:r>
      <w:r>
        <w:tab/>
        <w:t>2.025e0</w:t>
      </w:r>
    </w:p>
    <w:p w:rsidR="006974AE" w:rsidRDefault="006974AE" w:rsidP="006974AE">
      <w:r>
        <w:t>380.2827</w:t>
      </w:r>
      <w:r>
        <w:tab/>
        <w:t>1.013e0</w:t>
      </w:r>
    </w:p>
    <w:p w:rsidR="006974AE" w:rsidRDefault="006974AE" w:rsidP="006974AE">
      <w:r>
        <w:t>380.2891</w:t>
      </w:r>
      <w:r>
        <w:tab/>
        <w:t>2.025e0</w:t>
      </w:r>
    </w:p>
    <w:p w:rsidR="006974AE" w:rsidRDefault="006974AE" w:rsidP="006974AE">
      <w:r>
        <w:t>380.2957</w:t>
      </w:r>
      <w:r>
        <w:tab/>
        <w:t>3.038e0</w:t>
      </w:r>
    </w:p>
    <w:p w:rsidR="006974AE" w:rsidRDefault="006974AE" w:rsidP="006974AE">
      <w:r>
        <w:t>380.3103</w:t>
      </w:r>
      <w:r>
        <w:tab/>
        <w:t>4.051e0</w:t>
      </w:r>
    </w:p>
    <w:p w:rsidR="006974AE" w:rsidRDefault="006974AE" w:rsidP="006974AE">
      <w:r>
        <w:t>380.3216</w:t>
      </w:r>
      <w:r>
        <w:tab/>
        <w:t>2.025e0</w:t>
      </w:r>
    </w:p>
    <w:p w:rsidR="006974AE" w:rsidRDefault="006974AE" w:rsidP="006974AE">
      <w:r>
        <w:t>380.3283</w:t>
      </w:r>
      <w:r>
        <w:tab/>
        <w:t>1.013e0</w:t>
      </w:r>
    </w:p>
    <w:p w:rsidR="006974AE" w:rsidRDefault="006974AE" w:rsidP="006974AE">
      <w:r>
        <w:t>380.3338</w:t>
      </w:r>
      <w:r>
        <w:tab/>
        <w:t>3.038e0</w:t>
      </w:r>
    </w:p>
    <w:p w:rsidR="006974AE" w:rsidRDefault="006974AE" w:rsidP="006974AE">
      <w:r>
        <w:t>380.3361</w:t>
      </w:r>
      <w:r>
        <w:tab/>
        <w:t>4.051e0</w:t>
      </w:r>
    </w:p>
    <w:p w:rsidR="006974AE" w:rsidRDefault="006974AE" w:rsidP="006974AE">
      <w:r>
        <w:t>380.3379</w:t>
      </w:r>
      <w:r>
        <w:tab/>
        <w:t>2.025e0</w:t>
      </w:r>
    </w:p>
    <w:p w:rsidR="006974AE" w:rsidRDefault="006974AE" w:rsidP="006974AE">
      <w:r>
        <w:t>380.3433</w:t>
      </w:r>
      <w:r>
        <w:tab/>
        <w:t>2.025e0</w:t>
      </w:r>
    </w:p>
    <w:p w:rsidR="006974AE" w:rsidRDefault="006974AE" w:rsidP="006974AE">
      <w:r>
        <w:t>380.3658</w:t>
      </w:r>
      <w:r>
        <w:tab/>
        <w:t>2.025e0</w:t>
      </w:r>
    </w:p>
    <w:p w:rsidR="006974AE" w:rsidRDefault="006974AE" w:rsidP="006974AE">
      <w:r>
        <w:t>380.3669</w:t>
      </w:r>
      <w:r>
        <w:tab/>
        <w:t>2.025e0</w:t>
      </w:r>
    </w:p>
    <w:p w:rsidR="006974AE" w:rsidRDefault="006974AE" w:rsidP="006974AE">
      <w:r>
        <w:t>380.3745</w:t>
      </w:r>
      <w:r>
        <w:tab/>
        <w:t>1.013e0</w:t>
      </w:r>
    </w:p>
    <w:p w:rsidR="006974AE" w:rsidRDefault="006974AE" w:rsidP="006974AE">
      <w:r>
        <w:t>380.3847</w:t>
      </w:r>
      <w:r>
        <w:tab/>
        <w:t>1.013e0</w:t>
      </w:r>
    </w:p>
    <w:p w:rsidR="006974AE" w:rsidRDefault="006974AE" w:rsidP="006974AE">
      <w:r>
        <w:t>380.4052</w:t>
      </w:r>
      <w:r>
        <w:tab/>
        <w:t>2.025e0</w:t>
      </w:r>
    </w:p>
    <w:p w:rsidR="006974AE" w:rsidRDefault="006974AE" w:rsidP="006974AE">
      <w:r>
        <w:t>380.4086</w:t>
      </w:r>
      <w:r>
        <w:tab/>
        <w:t>2.025e0</w:t>
      </w:r>
    </w:p>
    <w:p w:rsidR="006974AE" w:rsidRDefault="006974AE" w:rsidP="006974AE">
      <w:r>
        <w:lastRenderedPageBreak/>
        <w:t>380.4798</w:t>
      </w:r>
      <w:r>
        <w:tab/>
        <w:t>2.025e0</w:t>
      </w:r>
    </w:p>
    <w:p w:rsidR="006974AE" w:rsidRDefault="006974AE" w:rsidP="006974AE">
      <w:r>
        <w:t>380.5056</w:t>
      </w:r>
      <w:r>
        <w:tab/>
        <w:t>2.025e0</w:t>
      </w:r>
    </w:p>
    <w:p w:rsidR="006974AE" w:rsidRDefault="006974AE" w:rsidP="006974AE">
      <w:r>
        <w:t>380.5401</w:t>
      </w:r>
      <w:r>
        <w:tab/>
        <w:t>1.013e0</w:t>
      </w:r>
    </w:p>
    <w:p w:rsidR="006974AE" w:rsidRDefault="006974AE" w:rsidP="006974AE">
      <w:r>
        <w:t>380.5594</w:t>
      </w:r>
      <w:r>
        <w:tab/>
        <w:t>2.025e0</w:t>
      </w:r>
    </w:p>
    <w:p w:rsidR="006974AE" w:rsidRDefault="006974AE" w:rsidP="006974AE">
      <w:r>
        <w:t>380.5879</w:t>
      </w:r>
      <w:r>
        <w:tab/>
        <w:t>1.013e0</w:t>
      </w:r>
    </w:p>
    <w:p w:rsidR="006974AE" w:rsidRDefault="006974AE" w:rsidP="006974AE">
      <w:r>
        <w:t>380.6314</w:t>
      </w:r>
      <w:r>
        <w:tab/>
        <w:t>2.025e0</w:t>
      </w:r>
    </w:p>
    <w:p w:rsidR="006974AE" w:rsidRDefault="006974AE" w:rsidP="006974AE">
      <w:r>
        <w:t>380.6487</w:t>
      </w:r>
      <w:r>
        <w:tab/>
        <w:t>1.013e0</w:t>
      </w:r>
    </w:p>
    <w:p w:rsidR="006974AE" w:rsidRDefault="006974AE" w:rsidP="006974AE">
      <w:r>
        <w:t>380.6550</w:t>
      </w:r>
      <w:r>
        <w:tab/>
        <w:t>1.013e0</w:t>
      </w:r>
    </w:p>
    <w:p w:rsidR="006974AE" w:rsidRDefault="006974AE" w:rsidP="006974AE">
      <w:r>
        <w:t>380.7265</w:t>
      </w:r>
      <w:r>
        <w:tab/>
        <w:t>2.025e0</w:t>
      </w:r>
    </w:p>
    <w:p w:rsidR="006974AE" w:rsidRDefault="006974AE" w:rsidP="006974AE">
      <w:r>
        <w:t>380.7433</w:t>
      </w:r>
      <w:r>
        <w:tab/>
        <w:t>1.013e0</w:t>
      </w:r>
    </w:p>
    <w:p w:rsidR="006974AE" w:rsidRDefault="006974AE" w:rsidP="006974AE">
      <w:r>
        <w:t>380.7513</w:t>
      </w:r>
      <w:r>
        <w:tab/>
        <w:t>2.025e0</w:t>
      </w:r>
    </w:p>
    <w:p w:rsidR="006974AE" w:rsidRDefault="006974AE" w:rsidP="006974AE">
      <w:r>
        <w:t>380.7952</w:t>
      </w:r>
      <w:r>
        <w:tab/>
        <w:t>1.013e0</w:t>
      </w:r>
    </w:p>
    <w:p w:rsidR="006974AE" w:rsidRDefault="006974AE" w:rsidP="006974AE">
      <w:r>
        <w:t>380.8401</w:t>
      </w:r>
      <w:r>
        <w:tab/>
        <w:t>3.038e0</w:t>
      </w:r>
    </w:p>
    <w:p w:rsidR="006974AE" w:rsidRDefault="006974AE" w:rsidP="006974AE">
      <w:r>
        <w:t>380.8416</w:t>
      </w:r>
      <w:r>
        <w:tab/>
        <w:t>2.025e0</w:t>
      </w:r>
    </w:p>
    <w:p w:rsidR="006974AE" w:rsidRDefault="006974AE" w:rsidP="006974AE">
      <w:r>
        <w:t>380.8452</w:t>
      </w:r>
      <w:r>
        <w:tab/>
        <w:t>1.013e0</w:t>
      </w:r>
    </w:p>
    <w:p w:rsidR="006974AE" w:rsidRDefault="006974AE" w:rsidP="006974AE">
      <w:r>
        <w:t>380.8627</w:t>
      </w:r>
      <w:r>
        <w:tab/>
        <w:t>2.025e0</w:t>
      </w:r>
    </w:p>
    <w:p w:rsidR="006974AE" w:rsidRDefault="006974AE" w:rsidP="006974AE">
      <w:r>
        <w:t>380.9091</w:t>
      </w:r>
      <w:r>
        <w:tab/>
        <w:t>2.025e0</w:t>
      </w:r>
    </w:p>
    <w:p w:rsidR="006974AE" w:rsidRDefault="006974AE" w:rsidP="006974AE">
      <w:r>
        <w:t>380.9158</w:t>
      </w:r>
      <w:r>
        <w:tab/>
        <w:t>2.025e0</w:t>
      </w:r>
    </w:p>
    <w:p w:rsidR="006974AE" w:rsidRDefault="006974AE" w:rsidP="006974AE">
      <w:r>
        <w:t>380.9196</w:t>
      </w:r>
      <w:r>
        <w:tab/>
        <w:t>2.025e0</w:t>
      </w:r>
    </w:p>
    <w:p w:rsidR="006974AE" w:rsidRDefault="006974AE" w:rsidP="006974AE">
      <w:r>
        <w:lastRenderedPageBreak/>
        <w:t>380.9301</w:t>
      </w:r>
      <w:r>
        <w:tab/>
        <w:t>1.013e0</w:t>
      </w:r>
    </w:p>
    <w:p w:rsidR="006974AE" w:rsidRDefault="006974AE" w:rsidP="006974AE">
      <w:r>
        <w:t>380.9335</w:t>
      </w:r>
      <w:r>
        <w:tab/>
        <w:t>4.051e0</w:t>
      </w:r>
    </w:p>
    <w:p w:rsidR="006974AE" w:rsidRDefault="006974AE" w:rsidP="006974AE">
      <w:r>
        <w:t>380.9405</w:t>
      </w:r>
      <w:r>
        <w:tab/>
        <w:t>4.051e0</w:t>
      </w:r>
    </w:p>
    <w:p w:rsidR="006974AE" w:rsidRDefault="006974AE" w:rsidP="006974AE">
      <w:r>
        <w:t>380.9456</w:t>
      </w:r>
      <w:r>
        <w:tab/>
        <w:t>2.025e0</w:t>
      </w:r>
    </w:p>
    <w:p w:rsidR="006974AE" w:rsidRDefault="006974AE" w:rsidP="006974AE">
      <w:r>
        <w:t>380.9513</w:t>
      </w:r>
      <w:r>
        <w:tab/>
        <w:t>1.013e0</w:t>
      </w:r>
    </w:p>
    <w:p w:rsidR="006974AE" w:rsidRDefault="006974AE" w:rsidP="006974AE">
      <w:r>
        <w:t>380.9864</w:t>
      </w:r>
      <w:r>
        <w:tab/>
        <w:t>1.013e0</w:t>
      </w:r>
    </w:p>
    <w:p w:rsidR="006974AE" w:rsidRDefault="006974AE" w:rsidP="006974AE">
      <w:r>
        <w:t>381.0225</w:t>
      </w:r>
      <w:r>
        <w:tab/>
        <w:t>2.025e0</w:t>
      </w:r>
    </w:p>
    <w:p w:rsidR="006974AE" w:rsidRDefault="006974AE" w:rsidP="006974AE">
      <w:r>
        <w:t>381.0252</w:t>
      </w:r>
      <w:r>
        <w:tab/>
        <w:t>2.025e0</w:t>
      </w:r>
    </w:p>
    <w:p w:rsidR="006974AE" w:rsidRDefault="006974AE" w:rsidP="006974AE">
      <w:r>
        <w:t>381.0811</w:t>
      </w:r>
      <w:r>
        <w:tab/>
        <w:t>1.013e0</w:t>
      </w:r>
    </w:p>
    <w:p w:rsidR="006974AE" w:rsidRDefault="006974AE" w:rsidP="006974AE">
      <w:r>
        <w:t>381.0849</w:t>
      </w:r>
      <w:r>
        <w:tab/>
        <w:t>2.025e0</w:t>
      </w:r>
    </w:p>
    <w:p w:rsidR="006974AE" w:rsidRDefault="006974AE" w:rsidP="006974AE">
      <w:r>
        <w:t>381.1014</w:t>
      </w:r>
      <w:r>
        <w:tab/>
        <w:t>1.013e0</w:t>
      </w:r>
    </w:p>
    <w:p w:rsidR="006974AE" w:rsidRDefault="006974AE" w:rsidP="006974AE">
      <w:r>
        <w:t>381.1089</w:t>
      </w:r>
      <w:r>
        <w:tab/>
        <w:t>3.038e0</w:t>
      </w:r>
    </w:p>
    <w:p w:rsidR="006974AE" w:rsidRDefault="006974AE" w:rsidP="006974AE">
      <w:r>
        <w:t>381.1134</w:t>
      </w:r>
      <w:r>
        <w:tab/>
        <w:t>3.038e0</w:t>
      </w:r>
    </w:p>
    <w:p w:rsidR="006974AE" w:rsidRDefault="006974AE" w:rsidP="006974AE">
      <w:r>
        <w:t>381.1277</w:t>
      </w:r>
      <w:r>
        <w:tab/>
        <w:t>1.013e0</w:t>
      </w:r>
    </w:p>
    <w:p w:rsidR="006974AE" w:rsidRDefault="006974AE" w:rsidP="006974AE">
      <w:r>
        <w:t>381.1437</w:t>
      </w:r>
      <w:r>
        <w:tab/>
        <w:t>4.051e0</w:t>
      </w:r>
    </w:p>
    <w:p w:rsidR="006974AE" w:rsidRDefault="006974AE" w:rsidP="006974AE">
      <w:r>
        <w:t>381.1452</w:t>
      </w:r>
      <w:r>
        <w:tab/>
        <w:t>2.025e0</w:t>
      </w:r>
    </w:p>
    <w:p w:rsidR="006974AE" w:rsidRDefault="006974AE" w:rsidP="006974AE">
      <w:r>
        <w:t>381.1467</w:t>
      </w:r>
      <w:r>
        <w:tab/>
        <w:t>6.076e0</w:t>
      </w:r>
    </w:p>
    <w:p w:rsidR="006974AE" w:rsidRDefault="006974AE" w:rsidP="006974AE">
      <w:r>
        <w:t>381.1752</w:t>
      </w:r>
      <w:r>
        <w:tab/>
        <w:t>7.089e0</w:t>
      </w:r>
    </w:p>
    <w:p w:rsidR="006974AE" w:rsidRDefault="006974AE" w:rsidP="006974AE">
      <w:r>
        <w:t>381.1826</w:t>
      </w:r>
      <w:r>
        <w:tab/>
        <w:t>2.025e0</w:t>
      </w:r>
    </w:p>
    <w:p w:rsidR="006974AE" w:rsidRDefault="006974AE" w:rsidP="006974AE">
      <w:r>
        <w:lastRenderedPageBreak/>
        <w:t>381.1910</w:t>
      </w:r>
      <w:r>
        <w:tab/>
        <w:t>3.038e0</w:t>
      </w:r>
    </w:p>
    <w:p w:rsidR="006974AE" w:rsidRDefault="006974AE" w:rsidP="006974AE">
      <w:r>
        <w:t>381.1993</w:t>
      </w:r>
      <w:r>
        <w:tab/>
        <w:t>1.013e0</w:t>
      </w:r>
    </w:p>
    <w:p w:rsidR="006974AE" w:rsidRDefault="006974AE" w:rsidP="006974AE">
      <w:r>
        <w:t>381.2029</w:t>
      </w:r>
      <w:r>
        <w:tab/>
        <w:t>1.013e0</w:t>
      </w:r>
    </w:p>
    <w:p w:rsidR="006974AE" w:rsidRDefault="006974AE" w:rsidP="006974AE">
      <w:r>
        <w:t>381.2204</w:t>
      </w:r>
      <w:r>
        <w:tab/>
        <w:t>1.013e0</w:t>
      </w:r>
    </w:p>
    <w:p w:rsidR="006974AE" w:rsidRDefault="006974AE" w:rsidP="006974AE">
      <w:r>
        <w:t>381.2300</w:t>
      </w:r>
      <w:r>
        <w:tab/>
        <w:t>1.013e0</w:t>
      </w:r>
    </w:p>
    <w:p w:rsidR="006974AE" w:rsidRDefault="006974AE" w:rsidP="006974AE">
      <w:r>
        <w:t>381.2387</w:t>
      </w:r>
      <w:r>
        <w:tab/>
        <w:t>2.025e0</w:t>
      </w:r>
    </w:p>
    <w:p w:rsidR="006974AE" w:rsidRDefault="006974AE" w:rsidP="006974AE">
      <w:r>
        <w:t>381.2508</w:t>
      </w:r>
      <w:r>
        <w:tab/>
        <w:t>1.013e0</w:t>
      </w:r>
    </w:p>
    <w:p w:rsidR="006974AE" w:rsidRDefault="006974AE" w:rsidP="006974AE">
      <w:r>
        <w:t>381.2626</w:t>
      </w:r>
      <w:r>
        <w:tab/>
        <w:t>1.013e0</w:t>
      </w:r>
    </w:p>
    <w:p w:rsidR="006974AE" w:rsidRDefault="006974AE" w:rsidP="006974AE">
      <w:r>
        <w:t>381.2666</w:t>
      </w:r>
      <w:r>
        <w:tab/>
        <w:t>1.013e0</w:t>
      </w:r>
    </w:p>
    <w:p w:rsidR="006974AE" w:rsidRDefault="006974AE" w:rsidP="006974AE">
      <w:r>
        <w:t>381.2834</w:t>
      </w:r>
      <w:r>
        <w:tab/>
        <w:t>2.025e0</w:t>
      </w:r>
    </w:p>
    <w:p w:rsidR="006974AE" w:rsidRDefault="006974AE" w:rsidP="006974AE">
      <w:r>
        <w:t>381.2909</w:t>
      </w:r>
      <w:r>
        <w:tab/>
        <w:t>1.013e0</w:t>
      </w:r>
    </w:p>
    <w:p w:rsidR="006974AE" w:rsidRDefault="006974AE" w:rsidP="006974AE">
      <w:r>
        <w:t>381.3086</w:t>
      </w:r>
      <w:r>
        <w:tab/>
        <w:t>2.025e0</w:t>
      </w:r>
    </w:p>
    <w:p w:rsidR="006974AE" w:rsidRDefault="006974AE" w:rsidP="006974AE">
      <w:r>
        <w:t>381.3250</w:t>
      </w:r>
      <w:r>
        <w:tab/>
        <w:t>2.025e0</w:t>
      </w:r>
    </w:p>
    <w:p w:rsidR="006974AE" w:rsidRDefault="006974AE" w:rsidP="006974AE">
      <w:r>
        <w:t>381.3338</w:t>
      </w:r>
      <w:r>
        <w:tab/>
        <w:t>1.013e0</w:t>
      </w:r>
    </w:p>
    <w:p w:rsidR="006974AE" w:rsidRDefault="006974AE" w:rsidP="006974AE">
      <w:r>
        <w:t>381.3364</w:t>
      </w:r>
      <w:r>
        <w:tab/>
        <w:t>2.025e0</w:t>
      </w:r>
    </w:p>
    <w:p w:rsidR="006974AE" w:rsidRDefault="006974AE" w:rsidP="006974AE">
      <w:r>
        <w:t>381.3591</w:t>
      </w:r>
      <w:r>
        <w:tab/>
        <w:t>1.013e0</w:t>
      </w:r>
    </w:p>
    <w:p w:rsidR="006974AE" w:rsidRDefault="006974AE" w:rsidP="006974AE">
      <w:r>
        <w:t>381.3732</w:t>
      </w:r>
      <w:r>
        <w:tab/>
        <w:t>2.025e0</w:t>
      </w:r>
    </w:p>
    <w:p w:rsidR="006974AE" w:rsidRDefault="006974AE" w:rsidP="006974AE">
      <w:r>
        <w:t>381.3929</w:t>
      </w:r>
      <w:r>
        <w:tab/>
        <w:t>1.013e0</w:t>
      </w:r>
    </w:p>
    <w:p w:rsidR="006974AE" w:rsidRDefault="006974AE" w:rsidP="006974AE">
      <w:r>
        <w:t>381.4009</w:t>
      </w:r>
      <w:r>
        <w:tab/>
        <w:t>3.038e0</w:t>
      </w:r>
    </w:p>
    <w:p w:rsidR="006974AE" w:rsidRDefault="006974AE" w:rsidP="006974AE">
      <w:r>
        <w:lastRenderedPageBreak/>
        <w:t>381.4162</w:t>
      </w:r>
      <w:r>
        <w:tab/>
        <w:t>2.025e0</w:t>
      </w:r>
    </w:p>
    <w:p w:rsidR="006974AE" w:rsidRDefault="006974AE" w:rsidP="006974AE">
      <w:r>
        <w:t>381.4503</w:t>
      </w:r>
      <w:r>
        <w:tab/>
        <w:t>2.025e0</w:t>
      </w:r>
    </w:p>
    <w:p w:rsidR="006974AE" w:rsidRDefault="006974AE" w:rsidP="006974AE">
      <w:r>
        <w:t>381.4539</w:t>
      </w:r>
      <w:r>
        <w:tab/>
        <w:t>1.013e0</w:t>
      </w:r>
    </w:p>
    <w:p w:rsidR="006974AE" w:rsidRDefault="006974AE" w:rsidP="006974AE">
      <w:r>
        <w:t>381.4683</w:t>
      </w:r>
      <w:r>
        <w:tab/>
        <w:t>1.013e0</w:t>
      </w:r>
    </w:p>
    <w:p w:rsidR="006974AE" w:rsidRDefault="006974AE" w:rsidP="006974AE">
      <w:r>
        <w:t>381.4893</w:t>
      </w:r>
      <w:r>
        <w:tab/>
        <w:t>2.025e0</w:t>
      </w:r>
    </w:p>
    <w:p w:rsidR="006974AE" w:rsidRDefault="006974AE" w:rsidP="006974AE">
      <w:r>
        <w:t>381.5280</w:t>
      </w:r>
      <w:r>
        <w:tab/>
        <w:t>1.013e0</w:t>
      </w:r>
    </w:p>
    <w:p w:rsidR="006974AE" w:rsidRDefault="006974AE" w:rsidP="006974AE">
      <w:r>
        <w:t>381.5618</w:t>
      </w:r>
      <w:r>
        <w:tab/>
        <w:t>1.013e0</w:t>
      </w:r>
    </w:p>
    <w:p w:rsidR="006974AE" w:rsidRDefault="006974AE" w:rsidP="006974AE">
      <w:r>
        <w:t>381.5690</w:t>
      </w:r>
      <w:r>
        <w:tab/>
        <w:t>1.013e0</w:t>
      </w:r>
    </w:p>
    <w:p w:rsidR="006974AE" w:rsidRDefault="006974AE" w:rsidP="006974AE">
      <w:r>
        <w:t>381.5775</w:t>
      </w:r>
      <w:r>
        <w:tab/>
        <w:t>1.013e0</w:t>
      </w:r>
    </w:p>
    <w:p w:rsidR="006974AE" w:rsidRDefault="006974AE" w:rsidP="006974AE">
      <w:r>
        <w:t>381.5826</w:t>
      </w:r>
      <w:r>
        <w:tab/>
        <w:t>1.013e0</w:t>
      </w:r>
    </w:p>
    <w:p w:rsidR="006974AE" w:rsidRDefault="006974AE" w:rsidP="006974AE">
      <w:r>
        <w:t>381.5947</w:t>
      </w:r>
      <w:r>
        <w:tab/>
        <w:t>1.013e0</w:t>
      </w:r>
    </w:p>
    <w:p w:rsidR="006974AE" w:rsidRDefault="006974AE" w:rsidP="006974AE">
      <w:r>
        <w:t>381.6092</w:t>
      </w:r>
      <w:r>
        <w:tab/>
        <w:t>1.013e0</w:t>
      </w:r>
    </w:p>
    <w:p w:rsidR="006974AE" w:rsidRDefault="006974AE" w:rsidP="006974AE">
      <w:r>
        <w:t>381.6165</w:t>
      </w:r>
      <w:r>
        <w:tab/>
        <w:t>1.013e0</w:t>
      </w:r>
    </w:p>
    <w:p w:rsidR="006974AE" w:rsidRDefault="006974AE" w:rsidP="006974AE">
      <w:r>
        <w:t>381.6365</w:t>
      </w:r>
      <w:r>
        <w:tab/>
        <w:t>2.025e0</w:t>
      </w:r>
    </w:p>
    <w:p w:rsidR="006974AE" w:rsidRDefault="006974AE" w:rsidP="006974AE">
      <w:r>
        <w:t>381.6499</w:t>
      </w:r>
      <w:r>
        <w:tab/>
        <w:t>1.013e0</w:t>
      </w:r>
    </w:p>
    <w:p w:rsidR="006974AE" w:rsidRDefault="006974AE" w:rsidP="006974AE">
      <w:r>
        <w:t>381.6679</w:t>
      </w:r>
      <w:r>
        <w:tab/>
        <w:t>3.038e0</w:t>
      </w:r>
    </w:p>
    <w:p w:rsidR="006974AE" w:rsidRDefault="006974AE" w:rsidP="006974AE">
      <w:r>
        <w:t>381.6908</w:t>
      </w:r>
      <w:r>
        <w:tab/>
        <w:t>4.051e0</w:t>
      </w:r>
    </w:p>
    <w:p w:rsidR="006974AE" w:rsidRDefault="006974AE" w:rsidP="006974AE">
      <w:r>
        <w:t>381.7080</w:t>
      </w:r>
      <w:r>
        <w:tab/>
        <w:t>1.013e0</w:t>
      </w:r>
    </w:p>
    <w:p w:rsidR="006974AE" w:rsidRDefault="006974AE" w:rsidP="006974AE">
      <w:r>
        <w:t>381.7119</w:t>
      </w:r>
      <w:r>
        <w:tab/>
        <w:t>1.013e0</w:t>
      </w:r>
    </w:p>
    <w:p w:rsidR="006974AE" w:rsidRDefault="006974AE" w:rsidP="006974AE">
      <w:r>
        <w:lastRenderedPageBreak/>
        <w:t>381.7188</w:t>
      </w:r>
      <w:r>
        <w:tab/>
        <w:t>3.038e0</w:t>
      </w:r>
    </w:p>
    <w:p w:rsidR="006974AE" w:rsidRDefault="006974AE" w:rsidP="006974AE">
      <w:r>
        <w:t>381.8221</w:t>
      </w:r>
      <w:r>
        <w:tab/>
        <w:t>2.025e0</w:t>
      </w:r>
    </w:p>
    <w:p w:rsidR="006974AE" w:rsidRDefault="006974AE" w:rsidP="006974AE">
      <w:r>
        <w:t>381.8464</w:t>
      </w:r>
      <w:r>
        <w:tab/>
        <w:t>1.013e0</w:t>
      </w:r>
    </w:p>
    <w:p w:rsidR="006974AE" w:rsidRDefault="006974AE" w:rsidP="006974AE">
      <w:r>
        <w:t>381.8600</w:t>
      </w:r>
      <w:r>
        <w:tab/>
        <w:t>1.013e0</w:t>
      </w:r>
    </w:p>
    <w:p w:rsidR="006974AE" w:rsidRDefault="006974AE" w:rsidP="006974AE">
      <w:r>
        <w:t>381.8740</w:t>
      </w:r>
      <w:r>
        <w:tab/>
        <w:t>1.013e0</w:t>
      </w:r>
    </w:p>
    <w:p w:rsidR="006974AE" w:rsidRDefault="006974AE" w:rsidP="006974AE">
      <w:r>
        <w:t>381.8841</w:t>
      </w:r>
      <w:r>
        <w:tab/>
        <w:t>2.025e0</w:t>
      </w:r>
    </w:p>
    <w:p w:rsidR="006974AE" w:rsidRDefault="006974AE" w:rsidP="006974AE">
      <w:r>
        <w:t>381.8939</w:t>
      </w:r>
      <w:r>
        <w:tab/>
        <w:t>1.013e0</w:t>
      </w:r>
    </w:p>
    <w:p w:rsidR="006974AE" w:rsidRDefault="006974AE" w:rsidP="006974AE">
      <w:r>
        <w:t>381.9142</w:t>
      </w:r>
      <w:r>
        <w:tab/>
        <w:t>1.013e0</w:t>
      </w:r>
    </w:p>
    <w:p w:rsidR="006974AE" w:rsidRDefault="006974AE" w:rsidP="006974AE">
      <w:r>
        <w:t>381.9311</w:t>
      </w:r>
      <w:r>
        <w:tab/>
        <w:t>1.013e0</w:t>
      </w:r>
    </w:p>
    <w:p w:rsidR="006974AE" w:rsidRDefault="006974AE" w:rsidP="006974AE">
      <w:r>
        <w:t>381.9339</w:t>
      </w:r>
      <w:r>
        <w:tab/>
        <w:t>2.025e0</w:t>
      </w:r>
    </w:p>
    <w:p w:rsidR="006974AE" w:rsidRDefault="006974AE" w:rsidP="006974AE">
      <w:r>
        <w:t>381.9654</w:t>
      </w:r>
      <w:r>
        <w:tab/>
        <w:t>2.025e0</w:t>
      </w:r>
    </w:p>
    <w:p w:rsidR="006974AE" w:rsidRDefault="006974AE" w:rsidP="006974AE">
      <w:r>
        <w:t>381.9773</w:t>
      </w:r>
      <w:r>
        <w:tab/>
        <w:t>1.013e0</w:t>
      </w:r>
    </w:p>
    <w:p w:rsidR="006974AE" w:rsidRDefault="006974AE" w:rsidP="006974AE">
      <w:r>
        <w:t>381.9888</w:t>
      </w:r>
      <w:r>
        <w:tab/>
        <w:t>1.013e0</w:t>
      </w:r>
    </w:p>
    <w:p w:rsidR="006974AE" w:rsidRDefault="006974AE" w:rsidP="006974AE">
      <w:r>
        <w:t>382.0219</w:t>
      </w:r>
      <w:r>
        <w:tab/>
        <w:t>2.025e0</w:t>
      </w:r>
    </w:p>
    <w:p w:rsidR="006974AE" w:rsidRDefault="006974AE" w:rsidP="006974AE">
      <w:r>
        <w:t>382.0410</w:t>
      </w:r>
      <w:r>
        <w:tab/>
        <w:t>1.013e0</w:t>
      </w:r>
    </w:p>
    <w:p w:rsidR="006974AE" w:rsidRDefault="006974AE" w:rsidP="006974AE">
      <w:r>
        <w:t>382.0450</w:t>
      </w:r>
      <w:r>
        <w:tab/>
        <w:t>1.013e0</w:t>
      </w:r>
    </w:p>
    <w:p w:rsidR="006974AE" w:rsidRDefault="006974AE" w:rsidP="006974AE">
      <w:r>
        <w:t>382.0662</w:t>
      </w:r>
      <w:r>
        <w:tab/>
        <w:t>2.025e0</w:t>
      </w:r>
    </w:p>
    <w:p w:rsidR="006974AE" w:rsidRDefault="006974AE" w:rsidP="006974AE">
      <w:r>
        <w:t>382.0702</w:t>
      </w:r>
      <w:r>
        <w:tab/>
        <w:t>1.013e0</w:t>
      </w:r>
    </w:p>
    <w:p w:rsidR="006974AE" w:rsidRDefault="006974AE" w:rsidP="006974AE">
      <w:r>
        <w:t>382.0993</w:t>
      </w:r>
      <w:r>
        <w:tab/>
        <w:t>2.025e0</w:t>
      </w:r>
    </w:p>
    <w:p w:rsidR="006974AE" w:rsidRDefault="006974AE" w:rsidP="006974AE">
      <w:r>
        <w:lastRenderedPageBreak/>
        <w:t>382.1160</w:t>
      </w:r>
      <w:r>
        <w:tab/>
        <w:t>4.051e0</w:t>
      </w:r>
    </w:p>
    <w:p w:rsidR="006974AE" w:rsidRDefault="006974AE" w:rsidP="006974AE">
      <w:r>
        <w:t>382.1249</w:t>
      </w:r>
      <w:r>
        <w:tab/>
        <w:t>1.013e0</w:t>
      </w:r>
    </w:p>
    <w:p w:rsidR="006974AE" w:rsidRDefault="006974AE" w:rsidP="006974AE">
      <w:r>
        <w:t>382.1442</w:t>
      </w:r>
      <w:r>
        <w:tab/>
        <w:t>4.051e0</w:t>
      </w:r>
    </w:p>
    <w:p w:rsidR="006974AE" w:rsidRDefault="006974AE" w:rsidP="006974AE">
      <w:r>
        <w:t>382.1546</w:t>
      </w:r>
      <w:r>
        <w:tab/>
        <w:t>1.013e0</w:t>
      </w:r>
    </w:p>
    <w:p w:rsidR="006974AE" w:rsidRDefault="006974AE" w:rsidP="006974AE">
      <w:r>
        <w:t>382.1587</w:t>
      </w:r>
      <w:r>
        <w:tab/>
        <w:t>3.038e0</w:t>
      </w:r>
    </w:p>
    <w:p w:rsidR="006974AE" w:rsidRDefault="006974AE" w:rsidP="006974AE">
      <w:r>
        <w:t>382.1731</w:t>
      </w:r>
      <w:r>
        <w:tab/>
        <w:t>2.025e0</w:t>
      </w:r>
    </w:p>
    <w:p w:rsidR="006974AE" w:rsidRDefault="006974AE" w:rsidP="006974AE">
      <w:r>
        <w:t>382.1757</w:t>
      </w:r>
      <w:r>
        <w:tab/>
        <w:t>1.013e0</w:t>
      </w:r>
    </w:p>
    <w:p w:rsidR="006974AE" w:rsidRDefault="006974AE" w:rsidP="006974AE">
      <w:r>
        <w:t>382.1779</w:t>
      </w:r>
      <w:r>
        <w:tab/>
        <w:t>2.025e0</w:t>
      </w:r>
    </w:p>
    <w:p w:rsidR="006974AE" w:rsidRDefault="006974AE" w:rsidP="006974AE">
      <w:r>
        <w:t>382.2126</w:t>
      </w:r>
      <w:r>
        <w:tab/>
        <w:t>1.013e0</w:t>
      </w:r>
    </w:p>
    <w:p w:rsidR="006974AE" w:rsidRDefault="006974AE" w:rsidP="006974AE">
      <w:r>
        <w:t>382.2335</w:t>
      </w:r>
      <w:r>
        <w:tab/>
        <w:t>2.025e0</w:t>
      </w:r>
    </w:p>
    <w:p w:rsidR="006974AE" w:rsidRDefault="006974AE" w:rsidP="006974AE">
      <w:r>
        <w:t>382.2641</w:t>
      </w:r>
      <w:r>
        <w:tab/>
        <w:t>1.013e0</w:t>
      </w:r>
    </w:p>
    <w:p w:rsidR="006974AE" w:rsidRDefault="006974AE" w:rsidP="006974AE">
      <w:r>
        <w:t>382.2932</w:t>
      </w:r>
      <w:r>
        <w:tab/>
        <w:t>3.038e0</w:t>
      </w:r>
    </w:p>
    <w:p w:rsidR="006974AE" w:rsidRDefault="006974AE" w:rsidP="006974AE">
      <w:r>
        <w:t>382.2945</w:t>
      </w:r>
      <w:r>
        <w:tab/>
        <w:t>1.013e0</w:t>
      </w:r>
    </w:p>
    <w:p w:rsidR="006974AE" w:rsidRDefault="006974AE" w:rsidP="006974AE">
      <w:r>
        <w:t>382.2993</w:t>
      </w:r>
      <w:r>
        <w:tab/>
        <w:t>2.025e0</w:t>
      </w:r>
    </w:p>
    <w:p w:rsidR="006974AE" w:rsidRDefault="006974AE" w:rsidP="006974AE">
      <w:r>
        <w:t>382.3416</w:t>
      </w:r>
      <w:r>
        <w:tab/>
        <w:t>1.013e0</w:t>
      </w:r>
    </w:p>
    <w:p w:rsidR="006974AE" w:rsidRDefault="006974AE" w:rsidP="006974AE">
      <w:r>
        <w:t>382.3521</w:t>
      </w:r>
      <w:r>
        <w:tab/>
        <w:t>1.013e0</w:t>
      </w:r>
    </w:p>
    <w:p w:rsidR="006974AE" w:rsidRDefault="006974AE" w:rsidP="006974AE">
      <w:r>
        <w:t>382.3564</w:t>
      </w:r>
      <w:r>
        <w:tab/>
        <w:t>1.013e0</w:t>
      </w:r>
    </w:p>
    <w:p w:rsidR="006974AE" w:rsidRDefault="006974AE" w:rsidP="006974AE">
      <w:r>
        <w:t>382.3619</w:t>
      </w:r>
      <w:r>
        <w:tab/>
        <w:t>2.025e0</w:t>
      </w:r>
    </w:p>
    <w:p w:rsidR="006974AE" w:rsidRDefault="006974AE" w:rsidP="006974AE">
      <w:r>
        <w:t>382.3891</w:t>
      </w:r>
      <w:r>
        <w:tab/>
        <w:t>1.013e0</w:t>
      </w:r>
    </w:p>
    <w:p w:rsidR="006974AE" w:rsidRDefault="006974AE" w:rsidP="006974AE">
      <w:r>
        <w:lastRenderedPageBreak/>
        <w:t>382.3988</w:t>
      </w:r>
      <w:r>
        <w:tab/>
        <w:t>1.013e0</w:t>
      </w:r>
    </w:p>
    <w:p w:rsidR="006974AE" w:rsidRDefault="006974AE" w:rsidP="006974AE">
      <w:r>
        <w:t>382.4109</w:t>
      </w:r>
      <w:r>
        <w:tab/>
        <w:t>2.025e0</w:t>
      </w:r>
    </w:p>
    <w:p w:rsidR="006974AE" w:rsidRDefault="006974AE" w:rsidP="006974AE">
      <w:r>
        <w:t>382.4142</w:t>
      </w:r>
      <w:r>
        <w:tab/>
        <w:t>2.025e0</w:t>
      </w:r>
    </w:p>
    <w:p w:rsidR="006974AE" w:rsidRDefault="006974AE" w:rsidP="006974AE">
      <w:r>
        <w:t>382.4156</w:t>
      </w:r>
      <w:r>
        <w:tab/>
        <w:t>1.013e0</w:t>
      </w:r>
    </w:p>
    <w:p w:rsidR="006974AE" w:rsidRDefault="006974AE" w:rsidP="006974AE">
      <w:r>
        <w:t>382.4231</w:t>
      </w:r>
      <w:r>
        <w:tab/>
        <w:t>1.013e0</w:t>
      </w:r>
    </w:p>
    <w:p w:rsidR="006974AE" w:rsidRDefault="006974AE" w:rsidP="006974AE">
      <w:r>
        <w:t>382.4298</w:t>
      </w:r>
      <w:r>
        <w:tab/>
        <w:t>1.013e0</w:t>
      </w:r>
    </w:p>
    <w:p w:rsidR="006974AE" w:rsidRDefault="006974AE" w:rsidP="006974AE">
      <w:r>
        <w:t>382.4799</w:t>
      </w:r>
      <w:r>
        <w:tab/>
        <w:t>2.025e0</w:t>
      </w:r>
    </w:p>
    <w:p w:rsidR="006974AE" w:rsidRDefault="006974AE" w:rsidP="006974AE">
      <w:r>
        <w:t>382.4833</w:t>
      </w:r>
      <w:r>
        <w:tab/>
        <w:t>1.013e0</w:t>
      </w:r>
    </w:p>
    <w:p w:rsidR="006974AE" w:rsidRDefault="006974AE" w:rsidP="006974AE">
      <w:r>
        <w:t>382.4981</w:t>
      </w:r>
      <w:r>
        <w:tab/>
        <w:t>1.013e0</w:t>
      </w:r>
    </w:p>
    <w:p w:rsidR="006974AE" w:rsidRDefault="006974AE" w:rsidP="006974AE">
      <w:r>
        <w:t>382.5180</w:t>
      </w:r>
      <w:r>
        <w:tab/>
        <w:t>1.013e0</w:t>
      </w:r>
    </w:p>
    <w:p w:rsidR="006974AE" w:rsidRDefault="006974AE" w:rsidP="006974AE">
      <w:r>
        <w:t>382.5363</w:t>
      </w:r>
      <w:r>
        <w:tab/>
        <w:t>2.025e0</w:t>
      </w:r>
    </w:p>
    <w:p w:rsidR="006974AE" w:rsidRDefault="006974AE" w:rsidP="006974AE">
      <w:r>
        <w:t>382.5713</w:t>
      </w:r>
      <w:r>
        <w:tab/>
        <w:t>1.013e0</w:t>
      </w:r>
    </w:p>
    <w:p w:rsidR="006974AE" w:rsidRDefault="006974AE" w:rsidP="006974AE">
      <w:r>
        <w:t>382.5757</w:t>
      </w:r>
      <w:r>
        <w:tab/>
        <w:t>1.013e0</w:t>
      </w:r>
    </w:p>
    <w:p w:rsidR="006974AE" w:rsidRDefault="006974AE" w:rsidP="006974AE">
      <w:r>
        <w:t>382.5859</w:t>
      </w:r>
      <w:r>
        <w:tab/>
        <w:t>2.025e0</w:t>
      </w:r>
    </w:p>
    <w:p w:rsidR="006974AE" w:rsidRDefault="006974AE" w:rsidP="006974AE">
      <w:r>
        <w:t>382.6136</w:t>
      </w:r>
      <w:r>
        <w:tab/>
        <w:t>1.013e0</w:t>
      </w:r>
    </w:p>
    <w:p w:rsidR="006974AE" w:rsidRDefault="006974AE" w:rsidP="006974AE">
      <w:r>
        <w:t>382.6335</w:t>
      </w:r>
      <w:r>
        <w:tab/>
        <w:t>1.013e0</w:t>
      </w:r>
    </w:p>
    <w:p w:rsidR="006974AE" w:rsidRDefault="006974AE" w:rsidP="006974AE">
      <w:r>
        <w:t>382.6471</w:t>
      </w:r>
      <w:r>
        <w:tab/>
        <w:t>1.013e0</w:t>
      </w:r>
    </w:p>
    <w:p w:rsidR="006974AE" w:rsidRDefault="006974AE" w:rsidP="006974AE">
      <w:r>
        <w:t>382.6674</w:t>
      </w:r>
      <w:r>
        <w:tab/>
        <w:t>1.013e0</w:t>
      </w:r>
    </w:p>
    <w:p w:rsidR="006974AE" w:rsidRDefault="006974AE" w:rsidP="006974AE">
      <w:r>
        <w:t>382.7058</w:t>
      </w:r>
      <w:r>
        <w:tab/>
        <w:t>1.013e0</w:t>
      </w:r>
    </w:p>
    <w:p w:rsidR="006974AE" w:rsidRDefault="006974AE" w:rsidP="006974AE">
      <w:r>
        <w:lastRenderedPageBreak/>
        <w:t>382.7150</w:t>
      </w:r>
      <w:r>
        <w:tab/>
        <w:t>1.013e0</w:t>
      </w:r>
    </w:p>
    <w:p w:rsidR="006974AE" w:rsidRDefault="006974AE" w:rsidP="006974AE">
      <w:r>
        <w:t>382.7314</w:t>
      </w:r>
      <w:r>
        <w:tab/>
        <w:t>1.013e0</w:t>
      </w:r>
    </w:p>
    <w:p w:rsidR="006974AE" w:rsidRDefault="006974AE" w:rsidP="006974AE">
      <w:r>
        <w:t>382.7422</w:t>
      </w:r>
      <w:r>
        <w:tab/>
        <w:t>1.013e0</w:t>
      </w:r>
    </w:p>
    <w:p w:rsidR="006974AE" w:rsidRDefault="006974AE" w:rsidP="006974AE">
      <w:r>
        <w:t>382.7770</w:t>
      </w:r>
      <w:r>
        <w:tab/>
        <w:t>1.013e0</w:t>
      </w:r>
    </w:p>
    <w:p w:rsidR="006974AE" w:rsidRDefault="006974AE" w:rsidP="006974AE">
      <w:r>
        <w:t>382.7834</w:t>
      </w:r>
      <w:r>
        <w:tab/>
        <w:t>1.013e0</w:t>
      </w:r>
    </w:p>
    <w:p w:rsidR="006974AE" w:rsidRDefault="006974AE" w:rsidP="006974AE">
      <w:r>
        <w:t>382.7987</w:t>
      </w:r>
      <w:r>
        <w:tab/>
        <w:t>1.013e0</w:t>
      </w:r>
    </w:p>
    <w:p w:rsidR="006974AE" w:rsidRDefault="006974AE" w:rsidP="006974AE">
      <w:r>
        <w:t>382.8106</w:t>
      </w:r>
      <w:r>
        <w:tab/>
        <w:t>1.013e0</w:t>
      </w:r>
    </w:p>
    <w:p w:rsidR="006974AE" w:rsidRDefault="006974AE" w:rsidP="006974AE">
      <w:r>
        <w:t>382.8155</w:t>
      </w:r>
      <w:r>
        <w:tab/>
        <w:t>1.013e0</w:t>
      </w:r>
    </w:p>
    <w:p w:rsidR="006974AE" w:rsidRDefault="006974AE" w:rsidP="006974AE">
      <w:r>
        <w:t>382.8372</w:t>
      </w:r>
      <w:r>
        <w:tab/>
        <w:t>1.013e0</w:t>
      </w:r>
    </w:p>
    <w:p w:rsidR="006974AE" w:rsidRDefault="006974AE" w:rsidP="006974AE">
      <w:r>
        <w:t>382.8410</w:t>
      </w:r>
      <w:r>
        <w:tab/>
        <w:t>1.013e0</w:t>
      </w:r>
    </w:p>
    <w:p w:rsidR="006974AE" w:rsidRDefault="006974AE" w:rsidP="006974AE">
      <w:r>
        <w:t>382.8921</w:t>
      </w:r>
      <w:r>
        <w:tab/>
        <w:t>1.013e0</w:t>
      </w:r>
    </w:p>
    <w:p w:rsidR="006974AE" w:rsidRDefault="006974AE" w:rsidP="006974AE">
      <w:r>
        <w:t>382.8952</w:t>
      </w:r>
      <w:r>
        <w:tab/>
        <w:t>2.025e0</w:t>
      </w:r>
    </w:p>
    <w:p w:rsidR="006974AE" w:rsidRDefault="006974AE" w:rsidP="006974AE">
      <w:r>
        <w:t>382.9170</w:t>
      </w:r>
      <w:r>
        <w:tab/>
        <w:t>2.025e0</w:t>
      </w:r>
    </w:p>
    <w:p w:rsidR="006974AE" w:rsidRDefault="006974AE" w:rsidP="006974AE">
      <w:r>
        <w:t>382.9247</w:t>
      </w:r>
      <w:r>
        <w:tab/>
        <w:t>2.025e0</w:t>
      </w:r>
    </w:p>
    <w:p w:rsidR="006974AE" w:rsidRDefault="006974AE" w:rsidP="006974AE">
      <w:r>
        <w:t>382.9318</w:t>
      </w:r>
      <w:r>
        <w:tab/>
        <w:t>2.025e0</w:t>
      </w:r>
    </w:p>
    <w:p w:rsidR="006974AE" w:rsidRDefault="006974AE" w:rsidP="006974AE">
      <w:r>
        <w:t>382.9331</w:t>
      </w:r>
      <w:r>
        <w:tab/>
        <w:t>1.013e0</w:t>
      </w:r>
    </w:p>
    <w:p w:rsidR="006974AE" w:rsidRDefault="006974AE" w:rsidP="006974AE">
      <w:r>
        <w:t>382.9495</w:t>
      </w:r>
      <w:r>
        <w:tab/>
        <w:t>3.038e0</w:t>
      </w:r>
    </w:p>
    <w:p w:rsidR="006974AE" w:rsidRDefault="006974AE" w:rsidP="006974AE">
      <w:r>
        <w:t>382.9539</w:t>
      </w:r>
      <w:r>
        <w:tab/>
        <w:t>1.013e0</w:t>
      </w:r>
    </w:p>
    <w:p w:rsidR="006974AE" w:rsidRDefault="006974AE" w:rsidP="006974AE">
      <w:r>
        <w:t>382.9842</w:t>
      </w:r>
      <w:r>
        <w:tab/>
        <w:t>2.025e0</w:t>
      </w:r>
    </w:p>
    <w:p w:rsidR="006974AE" w:rsidRDefault="006974AE" w:rsidP="006974AE">
      <w:r>
        <w:lastRenderedPageBreak/>
        <w:t>383.0004</w:t>
      </w:r>
      <w:r>
        <w:tab/>
        <w:t>1.013e0</w:t>
      </w:r>
    </w:p>
    <w:p w:rsidR="006974AE" w:rsidRDefault="006974AE" w:rsidP="006974AE">
      <w:r>
        <w:t>383.0024</w:t>
      </w:r>
      <w:r>
        <w:tab/>
        <w:t>2.025e0</w:t>
      </w:r>
    </w:p>
    <w:p w:rsidR="006974AE" w:rsidRDefault="006974AE" w:rsidP="006974AE">
      <w:r>
        <w:t>383.0214</w:t>
      </w:r>
      <w:r>
        <w:tab/>
        <w:t>2.025e0</w:t>
      </w:r>
    </w:p>
    <w:p w:rsidR="006974AE" w:rsidRDefault="006974AE" w:rsidP="006974AE">
      <w:r>
        <w:t>383.0280</w:t>
      </w:r>
      <w:r>
        <w:tab/>
        <w:t>2.025e0</w:t>
      </w:r>
    </w:p>
    <w:p w:rsidR="006974AE" w:rsidRDefault="006974AE" w:rsidP="006974AE">
      <w:r>
        <w:t>383.0374</w:t>
      </w:r>
      <w:r>
        <w:tab/>
        <w:t>2.367e0</w:t>
      </w:r>
    </w:p>
    <w:p w:rsidR="006974AE" w:rsidRDefault="006974AE" w:rsidP="006974AE">
      <w:r>
        <w:t>383.0684</w:t>
      </w:r>
      <w:r>
        <w:tab/>
        <w:t>1.013e0</w:t>
      </w:r>
    </w:p>
    <w:p w:rsidR="006974AE" w:rsidRDefault="006974AE" w:rsidP="006974AE">
      <w:r>
        <w:t>383.0850</w:t>
      </w:r>
      <w:r>
        <w:tab/>
        <w:t>2.025e0</w:t>
      </w:r>
    </w:p>
    <w:p w:rsidR="006974AE" w:rsidRDefault="006974AE" w:rsidP="006974AE">
      <w:r>
        <w:t>383.0937</w:t>
      </w:r>
      <w:r>
        <w:tab/>
        <w:t>4.051e0</w:t>
      </w:r>
    </w:p>
    <w:p w:rsidR="006974AE" w:rsidRDefault="006974AE" w:rsidP="006974AE">
      <w:r>
        <w:t>383.0973</w:t>
      </w:r>
      <w:r>
        <w:tab/>
        <w:t>3.038e0</w:t>
      </w:r>
    </w:p>
    <w:p w:rsidR="006974AE" w:rsidRDefault="006974AE" w:rsidP="006974AE">
      <w:r>
        <w:t>383.1022</w:t>
      </w:r>
      <w:r>
        <w:tab/>
        <w:t>1.013e0</w:t>
      </w:r>
    </w:p>
    <w:p w:rsidR="006974AE" w:rsidRDefault="006974AE" w:rsidP="006974AE">
      <w:r>
        <w:t>383.1164</w:t>
      </w:r>
      <w:r>
        <w:tab/>
        <w:t>1.013e0</w:t>
      </w:r>
    </w:p>
    <w:p w:rsidR="006974AE" w:rsidRDefault="006974AE" w:rsidP="006974AE">
      <w:r>
        <w:t>383.1309</w:t>
      </w:r>
      <w:r>
        <w:tab/>
        <w:t>1.013e0</w:t>
      </w:r>
    </w:p>
    <w:p w:rsidR="006974AE" w:rsidRDefault="006974AE" w:rsidP="006974AE">
      <w:r>
        <w:t>383.1362</w:t>
      </w:r>
      <w:r>
        <w:tab/>
        <w:t>2.025e0</w:t>
      </w:r>
    </w:p>
    <w:p w:rsidR="006974AE" w:rsidRDefault="006974AE" w:rsidP="006974AE">
      <w:r>
        <w:t>383.1718</w:t>
      </w:r>
      <w:r>
        <w:tab/>
        <w:t>2.025e0</w:t>
      </w:r>
    </w:p>
    <w:p w:rsidR="006974AE" w:rsidRDefault="006974AE" w:rsidP="006974AE">
      <w:r>
        <w:t>383.1732</w:t>
      </w:r>
      <w:r>
        <w:tab/>
        <w:t>1.013e0</w:t>
      </w:r>
    </w:p>
    <w:p w:rsidR="006974AE" w:rsidRDefault="006974AE" w:rsidP="006974AE">
      <w:r>
        <w:t>383.1843</w:t>
      </w:r>
      <w:r>
        <w:tab/>
        <w:t>2.025e0</w:t>
      </w:r>
    </w:p>
    <w:p w:rsidR="006974AE" w:rsidRDefault="006974AE" w:rsidP="006974AE">
      <w:r>
        <w:t>383.1907</w:t>
      </w:r>
      <w:r>
        <w:tab/>
        <w:t>1.013e0</w:t>
      </w:r>
    </w:p>
    <w:p w:rsidR="006974AE" w:rsidRDefault="006974AE" w:rsidP="006974AE">
      <w:r>
        <w:t>383.2093</w:t>
      </w:r>
      <w:r>
        <w:tab/>
        <w:t>3.038e0</w:t>
      </w:r>
    </w:p>
    <w:p w:rsidR="006974AE" w:rsidRDefault="006974AE" w:rsidP="006974AE">
      <w:r>
        <w:t>383.2112</w:t>
      </w:r>
      <w:r>
        <w:tab/>
        <w:t>1.013e0</w:t>
      </w:r>
    </w:p>
    <w:p w:rsidR="006974AE" w:rsidRDefault="006974AE" w:rsidP="006974AE">
      <w:r>
        <w:lastRenderedPageBreak/>
        <w:t>383.2316</w:t>
      </w:r>
      <w:r>
        <w:tab/>
        <w:t>1.013e0</w:t>
      </w:r>
    </w:p>
    <w:p w:rsidR="006974AE" w:rsidRDefault="006974AE" w:rsidP="006974AE">
      <w:r>
        <w:t>383.2371</w:t>
      </w:r>
      <w:r>
        <w:tab/>
        <w:t>2.025e0</w:t>
      </w:r>
    </w:p>
    <w:p w:rsidR="006974AE" w:rsidRDefault="006974AE" w:rsidP="006974AE">
      <w:r>
        <w:t>383.2656</w:t>
      </w:r>
      <w:r>
        <w:tab/>
        <w:t>1.013e0</w:t>
      </w:r>
    </w:p>
    <w:p w:rsidR="006974AE" w:rsidRDefault="006974AE" w:rsidP="006974AE">
      <w:r>
        <w:t>383.2704</w:t>
      </w:r>
      <w:r>
        <w:tab/>
        <w:t>2.025e0</w:t>
      </w:r>
    </w:p>
    <w:p w:rsidR="006974AE" w:rsidRDefault="006974AE" w:rsidP="006974AE">
      <w:r>
        <w:t>383.2723</w:t>
      </w:r>
      <w:r>
        <w:tab/>
        <w:t>3.038e0</w:t>
      </w:r>
    </w:p>
    <w:p w:rsidR="006974AE" w:rsidRDefault="006974AE" w:rsidP="006974AE">
      <w:r>
        <w:t>383.2755</w:t>
      </w:r>
      <w:r>
        <w:tab/>
        <w:t>2.025e0</w:t>
      </w:r>
    </w:p>
    <w:p w:rsidR="006974AE" w:rsidRDefault="006974AE" w:rsidP="006974AE">
      <w:r>
        <w:t>383.3083</w:t>
      </w:r>
      <w:r>
        <w:tab/>
        <w:t>1.013e0</w:t>
      </w:r>
    </w:p>
    <w:p w:rsidR="006974AE" w:rsidRDefault="006974AE" w:rsidP="006974AE">
      <w:r>
        <w:t>383.3205</w:t>
      </w:r>
      <w:r>
        <w:tab/>
        <w:t>1.013e0</w:t>
      </w:r>
    </w:p>
    <w:p w:rsidR="006974AE" w:rsidRDefault="006974AE" w:rsidP="006974AE">
      <w:r>
        <w:t>383.3336</w:t>
      </w:r>
      <w:r>
        <w:tab/>
        <w:t>1.013e0</w:t>
      </w:r>
    </w:p>
    <w:p w:rsidR="006974AE" w:rsidRDefault="006974AE" w:rsidP="006974AE">
      <w:r>
        <w:t>383.3478</w:t>
      </w:r>
      <w:r>
        <w:tab/>
        <w:t>2.025e0</w:t>
      </w:r>
    </w:p>
    <w:p w:rsidR="006974AE" w:rsidRDefault="006974AE" w:rsidP="006974AE">
      <w:r>
        <w:t>383.3658</w:t>
      </w:r>
      <w:r>
        <w:tab/>
        <w:t>2.025e0</w:t>
      </w:r>
    </w:p>
    <w:p w:rsidR="006974AE" w:rsidRDefault="006974AE" w:rsidP="006974AE">
      <w:r>
        <w:t>383.3897</w:t>
      </w:r>
      <w:r>
        <w:tab/>
        <w:t>2.025e0</w:t>
      </w:r>
    </w:p>
    <w:p w:rsidR="006974AE" w:rsidRDefault="006974AE" w:rsidP="006974AE">
      <w:r>
        <w:t>383.3924</w:t>
      </w:r>
      <w:r>
        <w:tab/>
        <w:t>1.013e0</w:t>
      </w:r>
    </w:p>
    <w:p w:rsidR="006974AE" w:rsidRDefault="006974AE" w:rsidP="006974AE">
      <w:r>
        <w:t>383.3963</w:t>
      </w:r>
      <w:r>
        <w:tab/>
        <w:t>1.013e0</w:t>
      </w:r>
    </w:p>
    <w:p w:rsidR="006974AE" w:rsidRDefault="006974AE" w:rsidP="006974AE">
      <w:r>
        <w:t>383.4225</w:t>
      </w:r>
      <w:r>
        <w:tab/>
        <w:t>1.013e0</w:t>
      </w:r>
    </w:p>
    <w:p w:rsidR="006974AE" w:rsidRDefault="006974AE" w:rsidP="006974AE">
      <w:r>
        <w:t>383.4427</w:t>
      </w:r>
      <w:r>
        <w:tab/>
        <w:t>2.025e0</w:t>
      </w:r>
    </w:p>
    <w:p w:rsidR="006974AE" w:rsidRDefault="006974AE" w:rsidP="006974AE">
      <w:r>
        <w:t>383.4692</w:t>
      </w:r>
      <w:r>
        <w:tab/>
        <w:t>2.025e0</w:t>
      </w:r>
    </w:p>
    <w:p w:rsidR="006974AE" w:rsidRDefault="006974AE" w:rsidP="006974AE">
      <w:r>
        <w:t>383.4903</w:t>
      </w:r>
      <w:r>
        <w:tab/>
        <w:t>2.025e0</w:t>
      </w:r>
    </w:p>
    <w:p w:rsidR="006974AE" w:rsidRDefault="006974AE" w:rsidP="006974AE">
      <w:r>
        <w:t>383.4958</w:t>
      </w:r>
      <w:r>
        <w:tab/>
        <w:t>2.025e0</w:t>
      </w:r>
    </w:p>
    <w:p w:rsidR="006974AE" w:rsidRDefault="006974AE" w:rsidP="006974AE">
      <w:r>
        <w:lastRenderedPageBreak/>
        <w:t>383.5060</w:t>
      </w:r>
      <w:r>
        <w:tab/>
        <w:t>1.013e0</w:t>
      </w:r>
    </w:p>
    <w:p w:rsidR="006974AE" w:rsidRDefault="006974AE" w:rsidP="006974AE">
      <w:r>
        <w:t>383.5233</w:t>
      </w:r>
      <w:r>
        <w:tab/>
        <w:t>1.013e0</w:t>
      </w:r>
    </w:p>
    <w:p w:rsidR="006974AE" w:rsidRDefault="006974AE" w:rsidP="006974AE">
      <w:r>
        <w:t>383.5382</w:t>
      </w:r>
      <w:r>
        <w:tab/>
        <w:t>1.013e0</w:t>
      </w:r>
    </w:p>
    <w:p w:rsidR="006974AE" w:rsidRDefault="006974AE" w:rsidP="006974AE">
      <w:r>
        <w:t>383.5584</w:t>
      </w:r>
      <w:r>
        <w:tab/>
        <w:t>2.025e0</w:t>
      </w:r>
    </w:p>
    <w:p w:rsidR="006974AE" w:rsidRDefault="006974AE" w:rsidP="006974AE">
      <w:r>
        <w:t>383.6443</w:t>
      </w:r>
      <w:r>
        <w:tab/>
        <w:t>2.025e0</w:t>
      </w:r>
    </w:p>
    <w:p w:rsidR="006974AE" w:rsidRDefault="006974AE" w:rsidP="006974AE">
      <w:r>
        <w:t>383.6671</w:t>
      </w:r>
      <w:r>
        <w:tab/>
        <w:t>1.013e0</w:t>
      </w:r>
    </w:p>
    <w:p w:rsidR="006974AE" w:rsidRDefault="006974AE" w:rsidP="006974AE">
      <w:r>
        <w:t>383.6795</w:t>
      </w:r>
      <w:r>
        <w:tab/>
        <w:t>1.013e0</w:t>
      </w:r>
    </w:p>
    <w:p w:rsidR="006974AE" w:rsidRDefault="006974AE" w:rsidP="006974AE">
      <w:r>
        <w:t>383.6830</w:t>
      </w:r>
      <w:r>
        <w:tab/>
        <w:t>1.013e0</w:t>
      </w:r>
    </w:p>
    <w:p w:rsidR="006974AE" w:rsidRDefault="006974AE" w:rsidP="006974AE">
      <w:r>
        <w:t>383.6880</w:t>
      </w:r>
      <w:r>
        <w:tab/>
        <w:t>1.013e0</w:t>
      </w:r>
    </w:p>
    <w:p w:rsidR="006974AE" w:rsidRDefault="006974AE" w:rsidP="006974AE">
      <w:r>
        <w:t>383.7675</w:t>
      </w:r>
      <w:r>
        <w:tab/>
        <w:t>1.013e0</w:t>
      </w:r>
    </w:p>
    <w:p w:rsidR="006974AE" w:rsidRDefault="006974AE" w:rsidP="006974AE">
      <w:r>
        <w:t>383.8175</w:t>
      </w:r>
      <w:r>
        <w:tab/>
        <w:t>1.013e0</w:t>
      </w:r>
    </w:p>
    <w:p w:rsidR="006974AE" w:rsidRDefault="006974AE" w:rsidP="006974AE">
      <w:r>
        <w:t>383.8351</w:t>
      </w:r>
      <w:r>
        <w:tab/>
        <w:t>2.025e0</w:t>
      </w:r>
    </w:p>
    <w:p w:rsidR="006974AE" w:rsidRDefault="006974AE" w:rsidP="006974AE">
      <w:r>
        <w:t>383.8788</w:t>
      </w:r>
      <w:r>
        <w:tab/>
        <w:t>2.025e0</w:t>
      </w:r>
    </w:p>
    <w:p w:rsidR="006974AE" w:rsidRDefault="006974AE" w:rsidP="006974AE">
      <w:r>
        <w:t>383.9065</w:t>
      </w:r>
      <w:r>
        <w:tab/>
        <w:t>1.013e0</w:t>
      </w:r>
    </w:p>
    <w:p w:rsidR="006974AE" w:rsidRDefault="006974AE" w:rsidP="006974AE">
      <w:r>
        <w:t>383.9171</w:t>
      </w:r>
      <w:r>
        <w:tab/>
        <w:t>2.025e0</w:t>
      </w:r>
    </w:p>
    <w:p w:rsidR="006974AE" w:rsidRDefault="006974AE" w:rsidP="006974AE">
      <w:r>
        <w:t>383.9190</w:t>
      </w:r>
      <w:r>
        <w:tab/>
        <w:t>1.013e0</w:t>
      </w:r>
    </w:p>
    <w:p w:rsidR="006974AE" w:rsidRDefault="006974AE" w:rsidP="006974AE">
      <w:r>
        <w:t>383.9331</w:t>
      </w:r>
      <w:r>
        <w:tab/>
        <w:t>1.013e0</w:t>
      </w:r>
    </w:p>
    <w:p w:rsidR="006974AE" w:rsidRDefault="006974AE" w:rsidP="006974AE">
      <w:r>
        <w:t>383.9662</w:t>
      </w:r>
      <w:r>
        <w:tab/>
        <w:t>1.013e0</w:t>
      </w:r>
    </w:p>
    <w:p w:rsidR="006974AE" w:rsidRDefault="006974AE" w:rsidP="006974AE">
      <w:r>
        <w:t>383.9873</w:t>
      </w:r>
      <w:r>
        <w:tab/>
        <w:t>2.025e0</w:t>
      </w:r>
    </w:p>
    <w:p w:rsidR="006974AE" w:rsidRDefault="006974AE" w:rsidP="006974AE">
      <w:r>
        <w:lastRenderedPageBreak/>
        <w:t>384.0008</w:t>
      </w:r>
      <w:r>
        <w:tab/>
        <w:t>1.013e0</w:t>
      </w:r>
    </w:p>
    <w:p w:rsidR="006974AE" w:rsidRDefault="006974AE" w:rsidP="006974AE">
      <w:r>
        <w:t>384.0335</w:t>
      </w:r>
      <w:r>
        <w:tab/>
        <w:t>1.013e0</w:t>
      </w:r>
    </w:p>
    <w:p w:rsidR="006974AE" w:rsidRDefault="006974AE" w:rsidP="006974AE">
      <w:r>
        <w:t>384.0421</w:t>
      </w:r>
      <w:r>
        <w:tab/>
        <w:t>1.013e0</w:t>
      </w:r>
    </w:p>
    <w:p w:rsidR="006974AE" w:rsidRDefault="006974AE" w:rsidP="006974AE">
      <w:r>
        <w:t>384.0453</w:t>
      </w:r>
      <w:r>
        <w:tab/>
        <w:t>2.025e0</w:t>
      </w:r>
    </w:p>
    <w:p w:rsidR="006974AE" w:rsidRDefault="006974AE" w:rsidP="006974AE">
      <w:r>
        <w:t>384.0720</w:t>
      </w:r>
      <w:r>
        <w:tab/>
        <w:t>2.025e0</w:t>
      </w:r>
    </w:p>
    <w:p w:rsidR="006974AE" w:rsidRDefault="006974AE" w:rsidP="006974AE">
      <w:r>
        <w:t>384.0817</w:t>
      </w:r>
      <w:r>
        <w:tab/>
        <w:t>4.051e0</w:t>
      </w:r>
    </w:p>
    <w:p w:rsidR="006974AE" w:rsidRDefault="006974AE" w:rsidP="006974AE">
      <w:r>
        <w:t>384.1131</w:t>
      </w:r>
      <w:r>
        <w:tab/>
        <w:t>2.025e0</w:t>
      </w:r>
    </w:p>
    <w:p w:rsidR="006974AE" w:rsidRDefault="006974AE" w:rsidP="006974AE">
      <w:r>
        <w:t>384.1215</w:t>
      </w:r>
      <w:r>
        <w:tab/>
        <w:t>1.013e0</w:t>
      </w:r>
    </w:p>
    <w:p w:rsidR="006974AE" w:rsidRDefault="006974AE" w:rsidP="006974AE">
      <w:r>
        <w:t>384.1255</w:t>
      </w:r>
      <w:r>
        <w:tab/>
        <w:t>1.013e0</w:t>
      </w:r>
    </w:p>
    <w:p w:rsidR="006974AE" w:rsidRDefault="006974AE" w:rsidP="006974AE">
      <w:r>
        <w:t>384.1376</w:t>
      </w:r>
      <w:r>
        <w:tab/>
        <w:t>1.013e0</w:t>
      </w:r>
    </w:p>
    <w:p w:rsidR="006974AE" w:rsidRDefault="006974AE" w:rsidP="006974AE">
      <w:r>
        <w:t>384.1507</w:t>
      </w:r>
      <w:r>
        <w:tab/>
        <w:t>1.013e0</w:t>
      </w:r>
    </w:p>
    <w:p w:rsidR="006974AE" w:rsidRDefault="006974AE" w:rsidP="006974AE">
      <w:r>
        <w:t>384.1572</w:t>
      </w:r>
      <w:r>
        <w:tab/>
        <w:t>2.025e0</w:t>
      </w:r>
    </w:p>
    <w:p w:rsidR="006974AE" w:rsidRDefault="006974AE" w:rsidP="006974AE">
      <w:r>
        <w:t>384.1615</w:t>
      </w:r>
      <w:r>
        <w:tab/>
        <w:t>3.038e0</w:t>
      </w:r>
    </w:p>
    <w:p w:rsidR="006974AE" w:rsidRDefault="006974AE" w:rsidP="006974AE">
      <w:r>
        <w:t>384.1682</w:t>
      </w:r>
      <w:r>
        <w:tab/>
        <w:t>1.013e0</w:t>
      </w:r>
    </w:p>
    <w:p w:rsidR="006974AE" w:rsidRDefault="006974AE" w:rsidP="006974AE">
      <w:r>
        <w:t>384.1729</w:t>
      </w:r>
      <w:r>
        <w:tab/>
        <w:t>3.038e0</w:t>
      </w:r>
    </w:p>
    <w:p w:rsidR="006974AE" w:rsidRDefault="006974AE" w:rsidP="006974AE">
      <w:r>
        <w:t>384.1785</w:t>
      </w:r>
      <w:r>
        <w:tab/>
        <w:t>2.025e0</w:t>
      </w:r>
    </w:p>
    <w:p w:rsidR="006974AE" w:rsidRDefault="006974AE" w:rsidP="006974AE">
      <w:r>
        <w:t>384.2053</w:t>
      </w:r>
      <w:r>
        <w:tab/>
        <w:t>1.013e0</w:t>
      </w:r>
    </w:p>
    <w:p w:rsidR="006974AE" w:rsidRDefault="006974AE" w:rsidP="006974AE">
      <w:r>
        <w:t>384.2140</w:t>
      </w:r>
      <w:r>
        <w:tab/>
        <w:t>1.013e0</w:t>
      </w:r>
    </w:p>
    <w:p w:rsidR="006974AE" w:rsidRDefault="006974AE" w:rsidP="006974AE">
      <w:r>
        <w:t>384.2296</w:t>
      </w:r>
      <w:r>
        <w:tab/>
        <w:t>2.025e0</w:t>
      </w:r>
    </w:p>
    <w:p w:rsidR="006974AE" w:rsidRDefault="006974AE" w:rsidP="006974AE">
      <w:r>
        <w:lastRenderedPageBreak/>
        <w:t>384.2361</w:t>
      </w:r>
      <w:r>
        <w:tab/>
        <w:t>2.025e0</w:t>
      </w:r>
    </w:p>
    <w:p w:rsidR="006974AE" w:rsidRDefault="006974AE" w:rsidP="006974AE">
      <w:r>
        <w:t>384.2379</w:t>
      </w:r>
      <w:r>
        <w:tab/>
        <w:t>3.038e0</w:t>
      </w:r>
    </w:p>
    <w:p w:rsidR="006974AE" w:rsidRDefault="006974AE" w:rsidP="006974AE">
      <w:r>
        <w:t>384.2398</w:t>
      </w:r>
      <w:r>
        <w:tab/>
        <w:t>1.013e0</w:t>
      </w:r>
    </w:p>
    <w:p w:rsidR="006974AE" w:rsidRDefault="006974AE" w:rsidP="006974AE">
      <w:r>
        <w:t>384.2563</w:t>
      </w:r>
      <w:r>
        <w:tab/>
        <w:t>1.013e0</w:t>
      </w:r>
    </w:p>
    <w:p w:rsidR="006974AE" w:rsidRDefault="006974AE" w:rsidP="006974AE">
      <w:r>
        <w:t>384.2604</w:t>
      </w:r>
      <w:r>
        <w:tab/>
        <w:t>1.013e0</w:t>
      </w:r>
    </w:p>
    <w:p w:rsidR="006974AE" w:rsidRDefault="006974AE" w:rsidP="006974AE">
      <w:r>
        <w:t>384.2895</w:t>
      </w:r>
      <w:r>
        <w:tab/>
        <w:t>2.905e0</w:t>
      </w:r>
    </w:p>
    <w:p w:rsidR="006974AE" w:rsidRDefault="006974AE" w:rsidP="006974AE">
      <w:r>
        <w:t>384.2943</w:t>
      </w:r>
      <w:r>
        <w:tab/>
        <w:t>1.013e0</w:t>
      </w:r>
    </w:p>
    <w:p w:rsidR="006974AE" w:rsidRDefault="006974AE" w:rsidP="006974AE">
      <w:r>
        <w:t>384.2987</w:t>
      </w:r>
      <w:r>
        <w:tab/>
        <w:t>3.038e0</w:t>
      </w:r>
    </w:p>
    <w:p w:rsidR="006974AE" w:rsidRDefault="006974AE" w:rsidP="006974AE">
      <w:r>
        <w:t>384.3075</w:t>
      </w:r>
      <w:r>
        <w:tab/>
        <w:t>1.013e0</w:t>
      </w:r>
    </w:p>
    <w:p w:rsidR="006974AE" w:rsidRDefault="006974AE" w:rsidP="006974AE">
      <w:r>
        <w:t>384.3448</w:t>
      </w:r>
      <w:r>
        <w:tab/>
        <w:t>2.025e0</w:t>
      </w:r>
    </w:p>
    <w:p w:rsidR="006974AE" w:rsidRDefault="006974AE" w:rsidP="006974AE">
      <w:r>
        <w:t>384.3507</w:t>
      </w:r>
      <w:r>
        <w:tab/>
        <w:t>2.025e0</w:t>
      </w:r>
    </w:p>
    <w:p w:rsidR="006974AE" w:rsidRDefault="006974AE" w:rsidP="006974AE">
      <w:r>
        <w:t>384.3557</w:t>
      </w:r>
      <w:r>
        <w:tab/>
        <w:t>2.025e0</w:t>
      </w:r>
    </w:p>
    <w:p w:rsidR="006974AE" w:rsidRDefault="006974AE" w:rsidP="006974AE">
      <w:r>
        <w:t>384.3593</w:t>
      </w:r>
      <w:r>
        <w:tab/>
        <w:t>3.038e0</w:t>
      </w:r>
    </w:p>
    <w:p w:rsidR="006974AE" w:rsidRDefault="006974AE" w:rsidP="006974AE">
      <w:r>
        <w:t>384.3664</w:t>
      </w:r>
      <w:r>
        <w:tab/>
        <w:t>1.013e0</w:t>
      </w:r>
    </w:p>
    <w:p w:rsidR="006974AE" w:rsidRDefault="006974AE" w:rsidP="006974AE">
      <w:r>
        <w:t>384.3762</w:t>
      </w:r>
      <w:r>
        <w:tab/>
        <w:t>1.013e0</w:t>
      </w:r>
    </w:p>
    <w:p w:rsidR="006974AE" w:rsidRDefault="006974AE" w:rsidP="006974AE">
      <w:r>
        <w:t>384.3966</w:t>
      </w:r>
      <w:r>
        <w:tab/>
        <w:t>1.013e0</w:t>
      </w:r>
    </w:p>
    <w:p w:rsidR="006974AE" w:rsidRDefault="006974AE" w:rsidP="006974AE">
      <w:r>
        <w:t>384.4234</w:t>
      </w:r>
      <w:r>
        <w:tab/>
        <w:t>1.013e0</w:t>
      </w:r>
    </w:p>
    <w:p w:rsidR="006974AE" w:rsidRDefault="006974AE" w:rsidP="006974AE">
      <w:r>
        <w:t>384.4582</w:t>
      </w:r>
      <w:r>
        <w:tab/>
        <w:t>1.013e0</w:t>
      </w:r>
    </w:p>
    <w:p w:rsidR="006974AE" w:rsidRDefault="006974AE" w:rsidP="006974AE">
      <w:r>
        <w:t>384.4799</w:t>
      </w:r>
      <w:r>
        <w:tab/>
        <w:t>1.013e0</w:t>
      </w:r>
    </w:p>
    <w:p w:rsidR="006974AE" w:rsidRDefault="006974AE" w:rsidP="006974AE">
      <w:r>
        <w:lastRenderedPageBreak/>
        <w:t>384.5058</w:t>
      </w:r>
      <w:r>
        <w:tab/>
        <w:t>1.013e0</w:t>
      </w:r>
    </w:p>
    <w:p w:rsidR="006974AE" w:rsidRDefault="006974AE" w:rsidP="006974AE">
      <w:r>
        <w:t>384.5126</w:t>
      </w:r>
      <w:r>
        <w:tab/>
        <w:t>2.025e0</w:t>
      </w:r>
    </w:p>
    <w:p w:rsidR="006974AE" w:rsidRDefault="006974AE" w:rsidP="006974AE">
      <w:r>
        <w:t>384.5219</w:t>
      </w:r>
      <w:r>
        <w:tab/>
        <w:t>1.013e0</w:t>
      </w:r>
    </w:p>
    <w:p w:rsidR="006974AE" w:rsidRDefault="006974AE" w:rsidP="006974AE">
      <w:r>
        <w:t>384.5241</w:t>
      </w:r>
      <w:r>
        <w:tab/>
        <w:t>2.025e0</w:t>
      </w:r>
    </w:p>
    <w:p w:rsidR="006974AE" w:rsidRDefault="006974AE" w:rsidP="006974AE">
      <w:r>
        <w:t>384.5645</w:t>
      </w:r>
      <w:r>
        <w:tab/>
        <w:t>1.013e0</w:t>
      </w:r>
    </w:p>
    <w:p w:rsidR="006974AE" w:rsidRDefault="006974AE" w:rsidP="006974AE">
      <w:r>
        <w:t>384.5804</w:t>
      </w:r>
      <w:r>
        <w:tab/>
        <w:t>1.013e0</w:t>
      </w:r>
    </w:p>
    <w:p w:rsidR="006974AE" w:rsidRDefault="006974AE" w:rsidP="006974AE">
      <w:r>
        <w:t>384.5852</w:t>
      </w:r>
      <w:r>
        <w:tab/>
        <w:t>1.013e0</w:t>
      </w:r>
    </w:p>
    <w:p w:rsidR="006974AE" w:rsidRDefault="006974AE" w:rsidP="006974AE">
      <w:r>
        <w:t>384.5897</w:t>
      </w:r>
      <w:r>
        <w:tab/>
        <w:t>2.025e0</w:t>
      </w:r>
    </w:p>
    <w:p w:rsidR="006974AE" w:rsidRDefault="006974AE" w:rsidP="006974AE">
      <w:r>
        <w:t>384.6071</w:t>
      </w:r>
      <w:r>
        <w:tab/>
        <w:t>2.025e0</w:t>
      </w:r>
    </w:p>
    <w:p w:rsidR="006974AE" w:rsidRDefault="006974AE" w:rsidP="006974AE">
      <w:r>
        <w:t>384.6104</w:t>
      </w:r>
      <w:r>
        <w:tab/>
        <w:t>1.013e0</w:t>
      </w:r>
    </w:p>
    <w:p w:rsidR="006974AE" w:rsidRDefault="006974AE" w:rsidP="006974AE">
      <w:r>
        <w:t>384.6218</w:t>
      </w:r>
      <w:r>
        <w:tab/>
        <w:t>1.013e0</w:t>
      </w:r>
    </w:p>
    <w:p w:rsidR="006974AE" w:rsidRDefault="006974AE" w:rsidP="006974AE">
      <w:r>
        <w:t>384.6292</w:t>
      </w:r>
      <w:r>
        <w:tab/>
        <w:t>3.038e0</w:t>
      </w:r>
    </w:p>
    <w:p w:rsidR="006974AE" w:rsidRDefault="006974AE" w:rsidP="006974AE">
      <w:r>
        <w:t>384.6622</w:t>
      </w:r>
      <w:r>
        <w:tab/>
        <w:t>1.013e0</w:t>
      </w:r>
    </w:p>
    <w:p w:rsidR="006974AE" w:rsidRDefault="006974AE" w:rsidP="006974AE">
      <w:r>
        <w:t>384.6827</w:t>
      </w:r>
      <w:r>
        <w:tab/>
        <w:t>1.013e0</w:t>
      </w:r>
    </w:p>
    <w:p w:rsidR="006974AE" w:rsidRDefault="006974AE" w:rsidP="006974AE">
      <w:r>
        <w:t>384.7514</w:t>
      </w:r>
      <w:r>
        <w:tab/>
        <w:t>1.013e0</w:t>
      </w:r>
    </w:p>
    <w:p w:rsidR="006974AE" w:rsidRDefault="006974AE" w:rsidP="006974AE">
      <w:r>
        <w:t>384.7694</w:t>
      </w:r>
      <w:r>
        <w:tab/>
        <w:t>2.025e0</w:t>
      </w:r>
    </w:p>
    <w:p w:rsidR="006974AE" w:rsidRDefault="006974AE" w:rsidP="006974AE">
      <w:r>
        <w:t>384.7992</w:t>
      </w:r>
      <w:r>
        <w:tab/>
        <w:t>1.013e0</w:t>
      </w:r>
    </w:p>
    <w:p w:rsidR="006974AE" w:rsidRDefault="006974AE" w:rsidP="006974AE">
      <w:r>
        <w:t>384.8263</w:t>
      </w:r>
      <w:r>
        <w:tab/>
        <w:t>2.025e0</w:t>
      </w:r>
    </w:p>
    <w:p w:rsidR="006974AE" w:rsidRDefault="006974AE" w:rsidP="006974AE">
      <w:r>
        <w:t>384.8513</w:t>
      </w:r>
      <w:r>
        <w:tab/>
        <w:t>1.013e0</w:t>
      </w:r>
    </w:p>
    <w:p w:rsidR="006974AE" w:rsidRDefault="006974AE" w:rsidP="006974AE">
      <w:r>
        <w:lastRenderedPageBreak/>
        <w:t>384.9012</w:t>
      </w:r>
      <w:r>
        <w:tab/>
        <w:t>2.025e0</w:t>
      </w:r>
    </w:p>
    <w:p w:rsidR="006974AE" w:rsidRDefault="006974AE" w:rsidP="006974AE">
      <w:r>
        <w:t>384.9080</w:t>
      </w:r>
      <w:r>
        <w:tab/>
        <w:t>1.013e0</w:t>
      </w:r>
    </w:p>
    <w:p w:rsidR="006974AE" w:rsidRDefault="006974AE" w:rsidP="006974AE">
      <w:r>
        <w:t>384.9187</w:t>
      </w:r>
      <w:r>
        <w:tab/>
        <w:t>2.025e0</w:t>
      </w:r>
    </w:p>
    <w:p w:rsidR="006974AE" w:rsidRDefault="006974AE" w:rsidP="006974AE">
      <w:r>
        <w:t>384.9224</w:t>
      </w:r>
      <w:r>
        <w:tab/>
        <w:t>1.013e0</w:t>
      </w:r>
    </w:p>
    <w:p w:rsidR="006974AE" w:rsidRDefault="006974AE" w:rsidP="006974AE">
      <w:r>
        <w:t>384.9656</w:t>
      </w:r>
      <w:r>
        <w:tab/>
        <w:t>2.025e0</w:t>
      </w:r>
    </w:p>
    <w:p w:rsidR="006974AE" w:rsidRDefault="006974AE" w:rsidP="006974AE">
      <w:r>
        <w:t>384.9768</w:t>
      </w:r>
      <w:r>
        <w:tab/>
        <w:t>4.051e0</w:t>
      </w:r>
    </w:p>
    <w:p w:rsidR="006974AE" w:rsidRDefault="006974AE" w:rsidP="006974AE">
      <w:r>
        <w:t>384.9980</w:t>
      </w:r>
      <w:r>
        <w:tab/>
        <w:t>2.025e0</w:t>
      </w:r>
    </w:p>
    <w:p w:rsidR="006974AE" w:rsidRDefault="006974AE" w:rsidP="006974AE">
      <w:r>
        <w:t>385.0377</w:t>
      </w:r>
      <w:r>
        <w:tab/>
        <w:t>1.013e0</w:t>
      </w:r>
    </w:p>
    <w:p w:rsidR="006974AE" w:rsidRDefault="006974AE" w:rsidP="006974AE">
      <w:r>
        <w:t>385.0446</w:t>
      </w:r>
      <w:r>
        <w:tab/>
        <w:t>1.013e0</w:t>
      </w:r>
    </w:p>
    <w:p w:rsidR="006974AE" w:rsidRDefault="006974AE" w:rsidP="006974AE">
      <w:r>
        <w:t>385.0860</w:t>
      </w:r>
      <w:r>
        <w:tab/>
        <w:t>1.013e0</w:t>
      </w:r>
    </w:p>
    <w:p w:rsidR="006974AE" w:rsidRDefault="006974AE" w:rsidP="006974AE">
      <w:r>
        <w:t>385.0958</w:t>
      </w:r>
      <w:r>
        <w:tab/>
        <w:t>1.013e0</w:t>
      </w:r>
    </w:p>
    <w:p w:rsidR="006974AE" w:rsidRDefault="006974AE" w:rsidP="006974AE">
      <w:r>
        <w:t>385.0992</w:t>
      </w:r>
      <w:r>
        <w:tab/>
        <w:t>1.013e0</w:t>
      </w:r>
    </w:p>
    <w:p w:rsidR="006974AE" w:rsidRDefault="006974AE" w:rsidP="006974AE">
      <w:r>
        <w:t>385.1133</w:t>
      </w:r>
      <w:r>
        <w:tab/>
        <w:t>1.013e0</w:t>
      </w:r>
    </w:p>
    <w:p w:rsidR="006974AE" w:rsidRDefault="006974AE" w:rsidP="006974AE">
      <w:r>
        <w:t>385.1169</w:t>
      </w:r>
      <w:r>
        <w:tab/>
        <w:t>1.013e0</w:t>
      </w:r>
    </w:p>
    <w:p w:rsidR="006974AE" w:rsidRDefault="006974AE" w:rsidP="006974AE">
      <w:r>
        <w:t>385.1202</w:t>
      </w:r>
      <w:r>
        <w:tab/>
        <w:t>1.013e0</w:t>
      </w:r>
    </w:p>
    <w:p w:rsidR="006974AE" w:rsidRDefault="006974AE" w:rsidP="006974AE">
      <w:r>
        <w:t>385.1415</w:t>
      </w:r>
      <w:r>
        <w:tab/>
        <w:t>1.013e0</w:t>
      </w:r>
    </w:p>
    <w:p w:rsidR="006974AE" w:rsidRDefault="006974AE" w:rsidP="006974AE">
      <w:r>
        <w:t>385.1538</w:t>
      </w:r>
      <w:r>
        <w:tab/>
        <w:t>1.013e0</w:t>
      </w:r>
    </w:p>
    <w:p w:rsidR="006974AE" w:rsidRDefault="006974AE" w:rsidP="006974AE">
      <w:r>
        <w:t>385.1675</w:t>
      </w:r>
      <w:r>
        <w:tab/>
        <w:t>1.013e0</w:t>
      </w:r>
    </w:p>
    <w:p w:rsidR="006974AE" w:rsidRDefault="006974AE" w:rsidP="006974AE">
      <w:r>
        <w:t>385.1718</w:t>
      </w:r>
      <w:r>
        <w:tab/>
        <w:t>2.025e0</w:t>
      </w:r>
    </w:p>
    <w:p w:rsidR="006974AE" w:rsidRDefault="006974AE" w:rsidP="006974AE">
      <w:r>
        <w:lastRenderedPageBreak/>
        <w:t>385.1738</w:t>
      </w:r>
      <w:r>
        <w:tab/>
        <w:t>2.025e0</w:t>
      </w:r>
    </w:p>
    <w:p w:rsidR="006974AE" w:rsidRDefault="006974AE" w:rsidP="006974AE">
      <w:r>
        <w:t>385.1885</w:t>
      </w:r>
      <w:r>
        <w:tab/>
        <w:t>1.013e0</w:t>
      </w:r>
    </w:p>
    <w:p w:rsidR="006974AE" w:rsidRDefault="006974AE" w:rsidP="006974AE">
      <w:r>
        <w:t>385.2215</w:t>
      </w:r>
      <w:r>
        <w:tab/>
        <w:t>2.025e0</w:t>
      </w:r>
    </w:p>
    <w:p w:rsidR="006974AE" w:rsidRDefault="006974AE" w:rsidP="006974AE">
      <w:r>
        <w:t>385.2227</w:t>
      </w:r>
      <w:r>
        <w:tab/>
        <w:t>2.025e0</w:t>
      </w:r>
    </w:p>
    <w:p w:rsidR="006974AE" w:rsidRDefault="006974AE" w:rsidP="006974AE">
      <w:r>
        <w:t>385.2256</w:t>
      </w:r>
      <w:r>
        <w:tab/>
        <w:t>2.025e0</w:t>
      </w:r>
    </w:p>
    <w:p w:rsidR="006974AE" w:rsidRDefault="006974AE" w:rsidP="006974AE">
      <w:r>
        <w:t>385.2309</w:t>
      </w:r>
      <w:r>
        <w:tab/>
        <w:t>3.723e0</w:t>
      </w:r>
    </w:p>
    <w:p w:rsidR="006974AE" w:rsidRDefault="006974AE" w:rsidP="006974AE">
      <w:r>
        <w:t>385.2353</w:t>
      </w:r>
      <w:r>
        <w:tab/>
        <w:t>2.025e0</w:t>
      </w:r>
    </w:p>
    <w:p w:rsidR="006974AE" w:rsidRDefault="006974AE" w:rsidP="006974AE">
      <w:r>
        <w:t>385.2478</w:t>
      </w:r>
      <w:r>
        <w:tab/>
        <w:t>1.013e0</w:t>
      </w:r>
    </w:p>
    <w:p w:rsidR="006974AE" w:rsidRDefault="006974AE" w:rsidP="006974AE">
      <w:r>
        <w:t>385.2838</w:t>
      </w:r>
      <w:r>
        <w:tab/>
        <w:t>6.076e0</w:t>
      </w:r>
    </w:p>
    <w:p w:rsidR="006974AE" w:rsidRDefault="006974AE" w:rsidP="006974AE">
      <w:r>
        <w:t>385.2917</w:t>
      </w:r>
      <w:r>
        <w:tab/>
        <w:t>2.025e0</w:t>
      </w:r>
    </w:p>
    <w:p w:rsidR="006974AE" w:rsidRDefault="006974AE" w:rsidP="006974AE">
      <w:r>
        <w:t>385.2939</w:t>
      </w:r>
      <w:r>
        <w:tab/>
        <w:t>9.114e0</w:t>
      </w:r>
    </w:p>
    <w:p w:rsidR="006974AE" w:rsidRDefault="006974AE" w:rsidP="006974AE">
      <w:r>
        <w:t>385.3149</w:t>
      </w:r>
      <w:r>
        <w:tab/>
        <w:t>2.025e0</w:t>
      </w:r>
    </w:p>
    <w:p w:rsidR="006974AE" w:rsidRDefault="006974AE" w:rsidP="006974AE">
      <w:r>
        <w:t>385.3438</w:t>
      </w:r>
      <w:r>
        <w:tab/>
        <w:t>3.038e0</w:t>
      </w:r>
    </w:p>
    <w:p w:rsidR="006974AE" w:rsidRDefault="006974AE" w:rsidP="006974AE">
      <w:r>
        <w:t>385.3457</w:t>
      </w:r>
      <w:r>
        <w:tab/>
        <w:t>1.013e0</w:t>
      </w:r>
    </w:p>
    <w:p w:rsidR="006974AE" w:rsidRDefault="006974AE" w:rsidP="006974AE">
      <w:r>
        <w:t>385.3615</w:t>
      </w:r>
      <w:r>
        <w:tab/>
        <w:t>1.013e0</w:t>
      </w:r>
    </w:p>
    <w:p w:rsidR="006974AE" w:rsidRDefault="006974AE" w:rsidP="006974AE">
      <w:r>
        <w:t>385.3701</w:t>
      </w:r>
      <w:r>
        <w:tab/>
        <w:t>2.025e0</w:t>
      </w:r>
    </w:p>
    <w:p w:rsidR="006974AE" w:rsidRDefault="006974AE" w:rsidP="006974AE">
      <w:r>
        <w:t>385.3725</w:t>
      </w:r>
      <w:r>
        <w:tab/>
        <w:t>1.013e0</w:t>
      </w:r>
    </w:p>
    <w:p w:rsidR="006974AE" w:rsidRDefault="006974AE" w:rsidP="006974AE">
      <w:r>
        <w:t>385.3827</w:t>
      </w:r>
      <w:r>
        <w:tab/>
        <w:t>1.013e0</w:t>
      </w:r>
    </w:p>
    <w:p w:rsidR="006974AE" w:rsidRDefault="006974AE" w:rsidP="006974AE">
      <w:r>
        <w:t>385.3862</w:t>
      </w:r>
      <w:r>
        <w:tab/>
        <w:t>1.013e0</w:t>
      </w:r>
    </w:p>
    <w:p w:rsidR="006974AE" w:rsidRDefault="006974AE" w:rsidP="006974AE">
      <w:r>
        <w:lastRenderedPageBreak/>
        <w:t>385.4204</w:t>
      </w:r>
      <w:r>
        <w:tab/>
        <w:t>2.025e0</w:t>
      </w:r>
    </w:p>
    <w:p w:rsidR="006974AE" w:rsidRDefault="006974AE" w:rsidP="006974AE">
      <w:r>
        <w:t>385.4414</w:t>
      </w:r>
      <w:r>
        <w:tab/>
        <w:t>1.013e0</w:t>
      </w:r>
    </w:p>
    <w:p w:rsidR="006974AE" w:rsidRDefault="006974AE" w:rsidP="006974AE">
      <w:r>
        <w:t>385.4546</w:t>
      </w:r>
      <w:r>
        <w:tab/>
        <w:t>1.013e0</w:t>
      </w:r>
    </w:p>
    <w:p w:rsidR="006974AE" w:rsidRDefault="006974AE" w:rsidP="006974AE">
      <w:r>
        <w:t>385.4756</w:t>
      </w:r>
      <w:r>
        <w:tab/>
        <w:t>1.013e0</w:t>
      </w:r>
    </w:p>
    <w:p w:rsidR="006974AE" w:rsidRDefault="006974AE" w:rsidP="006974AE">
      <w:r>
        <w:t>385.4919</w:t>
      </w:r>
      <w:r>
        <w:tab/>
        <w:t>1.013e0</w:t>
      </w:r>
    </w:p>
    <w:p w:rsidR="006974AE" w:rsidRDefault="006974AE" w:rsidP="006974AE">
      <w:r>
        <w:t>385.5168</w:t>
      </w:r>
      <w:r>
        <w:tab/>
        <w:t>1.013e0</w:t>
      </w:r>
    </w:p>
    <w:p w:rsidR="006974AE" w:rsidRDefault="006974AE" w:rsidP="006974AE">
      <w:r>
        <w:t>385.5320</w:t>
      </w:r>
      <w:r>
        <w:tab/>
        <w:t>2.025e0</w:t>
      </w:r>
    </w:p>
    <w:p w:rsidR="006974AE" w:rsidRDefault="006974AE" w:rsidP="006974AE">
      <w:r>
        <w:t>385.5508</w:t>
      </w:r>
      <w:r>
        <w:tab/>
        <w:t>1.013e0</w:t>
      </w:r>
    </w:p>
    <w:p w:rsidR="006974AE" w:rsidRDefault="006974AE" w:rsidP="006974AE">
      <w:r>
        <w:t>385.5718</w:t>
      </w:r>
      <w:r>
        <w:tab/>
        <w:t>2.025e0</w:t>
      </w:r>
    </w:p>
    <w:p w:rsidR="006974AE" w:rsidRDefault="006974AE" w:rsidP="006974AE">
      <w:r>
        <w:t>385.6058</w:t>
      </w:r>
      <w:r>
        <w:tab/>
        <w:t>1.013e0</w:t>
      </w:r>
    </w:p>
    <w:p w:rsidR="006974AE" w:rsidRDefault="006974AE" w:rsidP="006974AE">
      <w:r>
        <w:t>385.6187</w:t>
      </w:r>
      <w:r>
        <w:tab/>
        <w:t>1.013e0</w:t>
      </w:r>
    </w:p>
    <w:p w:rsidR="006974AE" w:rsidRDefault="006974AE" w:rsidP="006974AE">
      <w:r>
        <w:t>385.6439</w:t>
      </w:r>
      <w:r>
        <w:tab/>
        <w:t>1.013e0</w:t>
      </w:r>
    </w:p>
    <w:p w:rsidR="006974AE" w:rsidRDefault="006974AE" w:rsidP="006974AE">
      <w:r>
        <w:t>385.7008</w:t>
      </w:r>
      <w:r>
        <w:tab/>
        <w:t>1.013e0</w:t>
      </w:r>
    </w:p>
    <w:p w:rsidR="006974AE" w:rsidRDefault="006974AE" w:rsidP="006974AE">
      <w:r>
        <w:t>385.7081</w:t>
      </w:r>
      <w:r>
        <w:tab/>
        <w:t>1.013e0</w:t>
      </w:r>
    </w:p>
    <w:p w:rsidR="006974AE" w:rsidRDefault="006974AE" w:rsidP="006974AE">
      <w:r>
        <w:t>385.7213</w:t>
      </w:r>
      <w:r>
        <w:tab/>
        <w:t>1.013e0</w:t>
      </w:r>
    </w:p>
    <w:p w:rsidR="006974AE" w:rsidRDefault="006974AE" w:rsidP="006974AE">
      <w:r>
        <w:t>385.7694</w:t>
      </w:r>
      <w:r>
        <w:tab/>
        <w:t>2.025e0</w:t>
      </w:r>
    </w:p>
    <w:p w:rsidR="006974AE" w:rsidRDefault="006974AE" w:rsidP="006974AE">
      <w:r>
        <w:t>385.7754</w:t>
      </w:r>
      <w:r>
        <w:tab/>
        <w:t>1.013e0</w:t>
      </w:r>
    </w:p>
    <w:p w:rsidR="006974AE" w:rsidRDefault="006974AE" w:rsidP="006974AE">
      <w:r>
        <w:t>385.8107</w:t>
      </w:r>
      <w:r>
        <w:tab/>
        <w:t>1.013e0</w:t>
      </w:r>
    </w:p>
    <w:p w:rsidR="006974AE" w:rsidRDefault="006974AE" w:rsidP="006974AE">
      <w:r>
        <w:t>385.8312</w:t>
      </w:r>
      <w:r>
        <w:tab/>
        <w:t>1.013e0</w:t>
      </w:r>
    </w:p>
    <w:p w:rsidR="006974AE" w:rsidRDefault="006974AE" w:rsidP="006974AE">
      <w:r>
        <w:lastRenderedPageBreak/>
        <w:t>385.8723</w:t>
      </w:r>
      <w:r>
        <w:tab/>
        <w:t>2.025e0</w:t>
      </w:r>
    </w:p>
    <w:p w:rsidR="006974AE" w:rsidRDefault="006974AE" w:rsidP="006974AE">
      <w:r>
        <w:t>385.8851</w:t>
      </w:r>
      <w:r>
        <w:tab/>
        <w:t>2.025e0</w:t>
      </w:r>
    </w:p>
    <w:p w:rsidR="006974AE" w:rsidRDefault="006974AE" w:rsidP="006974AE">
      <w:r>
        <w:t>385.9138</w:t>
      </w:r>
      <w:r>
        <w:tab/>
        <w:t>1.013e0</w:t>
      </w:r>
    </w:p>
    <w:p w:rsidR="006974AE" w:rsidRDefault="006974AE" w:rsidP="006974AE">
      <w:r>
        <w:t>385.9308</w:t>
      </w:r>
      <w:r>
        <w:tab/>
        <w:t>1.013e0</w:t>
      </w:r>
    </w:p>
    <w:p w:rsidR="006974AE" w:rsidRDefault="006974AE" w:rsidP="006974AE">
      <w:r>
        <w:t>385.9471</w:t>
      </w:r>
      <w:r>
        <w:tab/>
        <w:t>1.013e0</w:t>
      </w:r>
    </w:p>
    <w:p w:rsidR="006974AE" w:rsidRDefault="006974AE" w:rsidP="006974AE">
      <w:r>
        <w:t>385.9608</w:t>
      </w:r>
      <w:r>
        <w:tab/>
        <w:t>1.013e0</w:t>
      </w:r>
    </w:p>
    <w:p w:rsidR="006974AE" w:rsidRDefault="006974AE" w:rsidP="006974AE">
      <w:r>
        <w:t>385.9732</w:t>
      </w:r>
      <w:r>
        <w:tab/>
        <w:t>1.013e0</w:t>
      </w:r>
    </w:p>
    <w:p w:rsidR="006974AE" w:rsidRDefault="006974AE" w:rsidP="006974AE">
      <w:r>
        <w:t>385.9771</w:t>
      </w:r>
      <w:r>
        <w:tab/>
        <w:t>1.013e0</w:t>
      </w:r>
    </w:p>
    <w:p w:rsidR="006974AE" w:rsidRDefault="006974AE" w:rsidP="006974AE">
      <w:r>
        <w:t>385.9818</w:t>
      </w:r>
      <w:r>
        <w:tab/>
        <w:t>1.013e0</w:t>
      </w:r>
    </w:p>
    <w:p w:rsidR="006974AE" w:rsidRDefault="006974AE" w:rsidP="006974AE">
      <w:r>
        <w:t>385.9911</w:t>
      </w:r>
      <w:r>
        <w:tab/>
        <w:t>2.025e0</w:t>
      </w:r>
    </w:p>
    <w:p w:rsidR="006974AE" w:rsidRDefault="006974AE" w:rsidP="006974AE">
      <w:r>
        <w:t>386.0193</w:t>
      </w:r>
      <w:r>
        <w:tab/>
        <w:t>1.013e0</w:t>
      </w:r>
    </w:p>
    <w:p w:rsidR="006974AE" w:rsidRDefault="006974AE" w:rsidP="006974AE">
      <w:r>
        <w:t>386.0295</w:t>
      </w:r>
      <w:r>
        <w:tab/>
        <w:t>2.025e0</w:t>
      </w:r>
    </w:p>
    <w:p w:rsidR="006974AE" w:rsidRDefault="006974AE" w:rsidP="006974AE">
      <w:r>
        <w:t>386.0366</w:t>
      </w:r>
      <w:r>
        <w:tab/>
        <w:t>1.013e0</w:t>
      </w:r>
    </w:p>
    <w:p w:rsidR="006974AE" w:rsidRDefault="006974AE" w:rsidP="006974AE">
      <w:r>
        <w:t>386.0656</w:t>
      </w:r>
      <w:r>
        <w:tab/>
        <w:t>1.013e0</w:t>
      </w:r>
    </w:p>
    <w:p w:rsidR="006974AE" w:rsidRDefault="006974AE" w:rsidP="006974AE">
      <w:r>
        <w:t>386.0708</w:t>
      </w:r>
      <w:r>
        <w:tab/>
        <w:t>1.013e0</w:t>
      </w:r>
    </w:p>
    <w:p w:rsidR="006974AE" w:rsidRDefault="006974AE" w:rsidP="006974AE">
      <w:r>
        <w:t>386.0980</w:t>
      </w:r>
      <w:r>
        <w:tab/>
        <w:t>2.025e0</w:t>
      </w:r>
    </w:p>
    <w:p w:rsidR="006974AE" w:rsidRDefault="006974AE" w:rsidP="006974AE">
      <w:r>
        <w:t>386.1042</w:t>
      </w:r>
      <w:r>
        <w:tab/>
        <w:t>1.013e0</w:t>
      </w:r>
    </w:p>
    <w:p w:rsidR="006974AE" w:rsidRDefault="006974AE" w:rsidP="006974AE">
      <w:r>
        <w:t>386.1327</w:t>
      </w:r>
      <w:r>
        <w:tab/>
        <w:t>3.038e0</w:t>
      </w:r>
    </w:p>
    <w:p w:rsidR="006974AE" w:rsidRDefault="006974AE" w:rsidP="006974AE">
      <w:r>
        <w:t>386.1461</w:t>
      </w:r>
      <w:r>
        <w:tab/>
        <w:t>1.013e0</w:t>
      </w:r>
    </w:p>
    <w:p w:rsidR="006974AE" w:rsidRDefault="006974AE" w:rsidP="006974AE">
      <w:r>
        <w:lastRenderedPageBreak/>
        <w:t>386.1547</w:t>
      </w:r>
      <w:r>
        <w:tab/>
        <w:t>1.013e0</w:t>
      </w:r>
    </w:p>
    <w:p w:rsidR="006974AE" w:rsidRDefault="006974AE" w:rsidP="006974AE">
      <w:r>
        <w:t>386.1662</w:t>
      </w:r>
      <w:r>
        <w:tab/>
        <w:t>1.013e0</w:t>
      </w:r>
    </w:p>
    <w:p w:rsidR="006974AE" w:rsidRDefault="006974AE" w:rsidP="006974AE">
      <w:r>
        <w:t>386.1675</w:t>
      </w:r>
      <w:r>
        <w:tab/>
        <w:t>4.051e0</w:t>
      </w:r>
    </w:p>
    <w:p w:rsidR="006974AE" w:rsidRDefault="006974AE" w:rsidP="006974AE">
      <w:r>
        <w:t>386.1827</w:t>
      </w:r>
      <w:r>
        <w:tab/>
        <w:t>3.038e0</w:t>
      </w:r>
    </w:p>
    <w:p w:rsidR="006974AE" w:rsidRDefault="006974AE" w:rsidP="006974AE">
      <w:r>
        <w:t>386.1894</w:t>
      </w:r>
      <w:r>
        <w:tab/>
        <w:t>3.038e0</w:t>
      </w:r>
    </w:p>
    <w:p w:rsidR="006974AE" w:rsidRDefault="006974AE" w:rsidP="006974AE">
      <w:r>
        <w:t>386.1971</w:t>
      </w:r>
      <w:r>
        <w:tab/>
        <w:t>1.013e0</w:t>
      </w:r>
    </w:p>
    <w:p w:rsidR="006974AE" w:rsidRDefault="006974AE" w:rsidP="006974AE">
      <w:r>
        <w:t>386.1994</w:t>
      </w:r>
      <w:r>
        <w:tab/>
        <w:t>3.038e0</w:t>
      </w:r>
    </w:p>
    <w:p w:rsidR="006974AE" w:rsidRDefault="006974AE" w:rsidP="006974AE">
      <w:r>
        <w:t>386.2009</w:t>
      </w:r>
      <w:r>
        <w:tab/>
        <w:t>1.013e0</w:t>
      </w:r>
    </w:p>
    <w:p w:rsidR="006974AE" w:rsidRDefault="006974AE" w:rsidP="006974AE">
      <w:r>
        <w:t>386.2141</w:t>
      </w:r>
      <w:r>
        <w:tab/>
        <w:t>1.013e0</w:t>
      </w:r>
    </w:p>
    <w:p w:rsidR="006974AE" w:rsidRDefault="006974AE" w:rsidP="006974AE">
      <w:r>
        <w:t>386.2155</w:t>
      </w:r>
      <w:r>
        <w:tab/>
        <w:t>2.025e0</w:t>
      </w:r>
    </w:p>
    <w:p w:rsidR="006974AE" w:rsidRDefault="006974AE" w:rsidP="006974AE">
      <w:r>
        <w:t>386.2248</w:t>
      </w:r>
      <w:r>
        <w:tab/>
        <w:t>3.038e0</w:t>
      </w:r>
    </w:p>
    <w:p w:rsidR="006974AE" w:rsidRDefault="006974AE" w:rsidP="006974AE">
      <w:r>
        <w:t>386.2495</w:t>
      </w:r>
      <w:r>
        <w:tab/>
        <w:t>2.025e0</w:t>
      </w:r>
    </w:p>
    <w:p w:rsidR="006974AE" w:rsidRDefault="006974AE" w:rsidP="006974AE">
      <w:r>
        <w:t>386.2694</w:t>
      </w:r>
      <w:r>
        <w:tab/>
        <w:t>4.051e0</w:t>
      </w:r>
    </w:p>
    <w:p w:rsidR="006974AE" w:rsidRDefault="006974AE" w:rsidP="006974AE">
      <w:r>
        <w:t>386.2761</w:t>
      </w:r>
      <w:r>
        <w:tab/>
        <w:t>3.038e0</w:t>
      </w:r>
    </w:p>
    <w:p w:rsidR="006974AE" w:rsidRDefault="006974AE" w:rsidP="006974AE">
      <w:r>
        <w:t>386.2900</w:t>
      </w:r>
      <w:r>
        <w:tab/>
        <w:t>1.013e0</w:t>
      </w:r>
    </w:p>
    <w:p w:rsidR="006974AE" w:rsidRDefault="006974AE" w:rsidP="006974AE">
      <w:r>
        <w:t>386.3275</w:t>
      </w:r>
      <w:r>
        <w:tab/>
        <w:t>5.063e0</w:t>
      </w:r>
    </w:p>
    <w:p w:rsidR="006974AE" w:rsidRDefault="006974AE" w:rsidP="006974AE">
      <w:r>
        <w:t>386.3312</w:t>
      </w:r>
      <w:r>
        <w:tab/>
        <w:t>1.013e0</w:t>
      </w:r>
    </w:p>
    <w:p w:rsidR="006974AE" w:rsidRDefault="006974AE" w:rsidP="006974AE">
      <w:r>
        <w:t>386.3428</w:t>
      </w:r>
      <w:r>
        <w:tab/>
        <w:t>2.025e0</w:t>
      </w:r>
    </w:p>
    <w:p w:rsidR="006974AE" w:rsidRDefault="006974AE" w:rsidP="006974AE">
      <w:r>
        <w:t>386.3653</w:t>
      </w:r>
      <w:r>
        <w:tab/>
        <w:t>1.013e0</w:t>
      </w:r>
    </w:p>
    <w:p w:rsidR="006974AE" w:rsidRDefault="006974AE" w:rsidP="006974AE">
      <w:r>
        <w:lastRenderedPageBreak/>
        <w:t>386.3691</w:t>
      </w:r>
      <w:r>
        <w:tab/>
        <w:t>2.025e0</w:t>
      </w:r>
    </w:p>
    <w:p w:rsidR="006974AE" w:rsidRDefault="006974AE" w:rsidP="006974AE">
      <w:r>
        <w:t>386.3786</w:t>
      </w:r>
      <w:r>
        <w:tab/>
        <w:t>1.013e0</w:t>
      </w:r>
    </w:p>
    <w:p w:rsidR="006974AE" w:rsidRDefault="006974AE" w:rsidP="006974AE">
      <w:r>
        <w:t>386.3950</w:t>
      </w:r>
      <w:r>
        <w:tab/>
        <w:t>1.013e0</w:t>
      </w:r>
    </w:p>
    <w:p w:rsidR="006974AE" w:rsidRDefault="006974AE" w:rsidP="006974AE">
      <w:r>
        <w:t>386.4334</w:t>
      </w:r>
      <w:r>
        <w:tab/>
        <w:t>1.013e0</w:t>
      </w:r>
    </w:p>
    <w:p w:rsidR="006974AE" w:rsidRDefault="006974AE" w:rsidP="006974AE">
      <w:r>
        <w:t>386.4679</w:t>
      </w:r>
      <w:r>
        <w:tab/>
        <w:t>2.025e0</w:t>
      </w:r>
    </w:p>
    <w:p w:rsidR="006974AE" w:rsidRDefault="006974AE" w:rsidP="006974AE">
      <w:r>
        <w:t>386.4801</w:t>
      </w:r>
      <w:r>
        <w:tab/>
        <w:t>1.013e0</w:t>
      </w:r>
    </w:p>
    <w:p w:rsidR="006974AE" w:rsidRDefault="006974AE" w:rsidP="006974AE">
      <w:r>
        <w:t>386.5186</w:t>
      </w:r>
      <w:r>
        <w:tab/>
        <w:t>2.025e0</w:t>
      </w:r>
    </w:p>
    <w:p w:rsidR="006974AE" w:rsidRDefault="006974AE" w:rsidP="006974AE">
      <w:r>
        <w:t>386.5300</w:t>
      </w:r>
      <w:r>
        <w:tab/>
        <w:t>1.013e0</w:t>
      </w:r>
    </w:p>
    <w:p w:rsidR="006974AE" w:rsidRDefault="006974AE" w:rsidP="006974AE">
      <w:r>
        <w:t>386.5430</w:t>
      </w:r>
      <w:r>
        <w:tab/>
        <w:t>1.013e0</w:t>
      </w:r>
    </w:p>
    <w:p w:rsidR="006974AE" w:rsidRDefault="006974AE" w:rsidP="006974AE">
      <w:r>
        <w:t>386.6184</w:t>
      </w:r>
      <w:r>
        <w:tab/>
        <w:t>1.013e0</w:t>
      </w:r>
    </w:p>
    <w:p w:rsidR="006974AE" w:rsidRDefault="006974AE" w:rsidP="006974AE">
      <w:r>
        <w:t>386.6393</w:t>
      </w:r>
      <w:r>
        <w:tab/>
        <w:t>1.013e0</w:t>
      </w:r>
    </w:p>
    <w:p w:rsidR="006974AE" w:rsidRDefault="006974AE" w:rsidP="006974AE">
      <w:r>
        <w:t>386.6606</w:t>
      </w:r>
      <w:r>
        <w:tab/>
        <w:t>2.025e0</w:t>
      </w:r>
    </w:p>
    <w:p w:rsidR="006974AE" w:rsidRDefault="006974AE" w:rsidP="006974AE">
      <w:r>
        <w:t>386.6875</w:t>
      </w:r>
      <w:r>
        <w:tab/>
        <w:t>1.013e0</w:t>
      </w:r>
    </w:p>
    <w:p w:rsidR="006974AE" w:rsidRDefault="006974AE" w:rsidP="006974AE">
      <w:r>
        <w:t>386.6938</w:t>
      </w:r>
      <w:r>
        <w:tab/>
        <w:t>1.013e0</w:t>
      </w:r>
    </w:p>
    <w:p w:rsidR="006974AE" w:rsidRDefault="006974AE" w:rsidP="006974AE">
      <w:r>
        <w:t>386.7036</w:t>
      </w:r>
      <w:r>
        <w:tab/>
        <w:t>1.013e0</w:t>
      </w:r>
    </w:p>
    <w:p w:rsidR="006974AE" w:rsidRDefault="006974AE" w:rsidP="006974AE">
      <w:r>
        <w:t>386.7355</w:t>
      </w:r>
      <w:r>
        <w:tab/>
        <w:t>1.013e0</w:t>
      </w:r>
    </w:p>
    <w:p w:rsidR="006974AE" w:rsidRDefault="006974AE" w:rsidP="006974AE">
      <w:r>
        <w:t>386.7670</w:t>
      </w:r>
      <w:r>
        <w:tab/>
        <w:t>1.013e0</w:t>
      </w:r>
    </w:p>
    <w:p w:rsidR="006974AE" w:rsidRDefault="006974AE" w:rsidP="006974AE">
      <w:r>
        <w:t>386.8173</w:t>
      </w:r>
      <w:r>
        <w:tab/>
        <w:t>1.013e0</w:t>
      </w:r>
    </w:p>
    <w:p w:rsidR="006974AE" w:rsidRDefault="006974AE" w:rsidP="006974AE">
      <w:r>
        <w:t>386.8379</w:t>
      </w:r>
      <w:r>
        <w:tab/>
        <w:t>2.025e0</w:t>
      </w:r>
    </w:p>
    <w:p w:rsidR="006974AE" w:rsidRDefault="006974AE" w:rsidP="006974AE">
      <w:r>
        <w:lastRenderedPageBreak/>
        <w:t>386.8557</w:t>
      </w:r>
      <w:r>
        <w:tab/>
        <w:t>1.013e0</w:t>
      </w:r>
    </w:p>
    <w:p w:rsidR="006974AE" w:rsidRDefault="006974AE" w:rsidP="006974AE">
      <w:r>
        <w:t>386.8658</w:t>
      </w:r>
      <w:r>
        <w:tab/>
        <w:t>1.013e0</w:t>
      </w:r>
    </w:p>
    <w:p w:rsidR="006974AE" w:rsidRDefault="006974AE" w:rsidP="006974AE">
      <w:r>
        <w:t>386.8722</w:t>
      </w:r>
      <w:r>
        <w:tab/>
        <w:t>1.013e0</w:t>
      </w:r>
    </w:p>
    <w:p w:rsidR="006974AE" w:rsidRDefault="006974AE" w:rsidP="006974AE">
      <w:r>
        <w:t>386.8840</w:t>
      </w:r>
      <w:r>
        <w:tab/>
        <w:t>3.038e0</w:t>
      </w:r>
    </w:p>
    <w:p w:rsidR="006974AE" w:rsidRDefault="006974AE" w:rsidP="006974AE">
      <w:r>
        <w:t>386.9271</w:t>
      </w:r>
      <w:r>
        <w:tab/>
        <w:t>1.013e0</w:t>
      </w:r>
    </w:p>
    <w:p w:rsidR="006974AE" w:rsidRDefault="006974AE" w:rsidP="006974AE">
      <w:r>
        <w:t>386.9339</w:t>
      </w:r>
      <w:r>
        <w:tab/>
        <w:t>1.013e0</w:t>
      </w:r>
    </w:p>
    <w:p w:rsidR="006974AE" w:rsidRDefault="006974AE" w:rsidP="006974AE">
      <w:r>
        <w:t>386.9443</w:t>
      </w:r>
      <w:r>
        <w:tab/>
        <w:t>4.051e0</w:t>
      </w:r>
    </w:p>
    <w:p w:rsidR="006974AE" w:rsidRDefault="006974AE" w:rsidP="006974AE">
      <w:r>
        <w:t>386.9462</w:t>
      </w:r>
      <w:r>
        <w:tab/>
        <w:t>2.025e0</w:t>
      </w:r>
    </w:p>
    <w:p w:rsidR="006974AE" w:rsidRDefault="006974AE" w:rsidP="006974AE">
      <w:r>
        <w:t>386.9550</w:t>
      </w:r>
      <w:r>
        <w:tab/>
        <w:t>1.013e0</w:t>
      </w:r>
    </w:p>
    <w:p w:rsidR="006974AE" w:rsidRDefault="006974AE" w:rsidP="006974AE">
      <w:r>
        <w:t>386.9632</w:t>
      </w:r>
      <w:r>
        <w:tab/>
        <w:t>4.051e0</w:t>
      </w:r>
    </w:p>
    <w:p w:rsidR="006974AE" w:rsidRDefault="006974AE" w:rsidP="006974AE">
      <w:r>
        <w:t>386.9687</w:t>
      </w:r>
      <w:r>
        <w:tab/>
        <w:t>1.013e0</w:t>
      </w:r>
    </w:p>
    <w:p w:rsidR="006974AE" w:rsidRDefault="006974AE" w:rsidP="006974AE">
      <w:r>
        <w:t>387.0117</w:t>
      </w:r>
      <w:r>
        <w:tab/>
        <w:t>1.013e0</w:t>
      </w:r>
    </w:p>
    <w:p w:rsidR="006974AE" w:rsidRDefault="006974AE" w:rsidP="006974AE">
      <w:r>
        <w:t>387.0184</w:t>
      </w:r>
      <w:r>
        <w:tab/>
        <w:t>2.025e0</w:t>
      </w:r>
    </w:p>
    <w:p w:rsidR="006974AE" w:rsidRDefault="006974AE" w:rsidP="006974AE">
      <w:r>
        <w:t>387.0437</w:t>
      </w:r>
      <w:r>
        <w:tab/>
        <w:t>1.013e0</w:t>
      </w:r>
    </w:p>
    <w:p w:rsidR="006974AE" w:rsidRDefault="006974AE" w:rsidP="006974AE">
      <w:r>
        <w:t>387.0849</w:t>
      </w:r>
      <w:r>
        <w:tab/>
        <w:t>1.013e0</w:t>
      </w:r>
    </w:p>
    <w:p w:rsidR="006974AE" w:rsidRDefault="006974AE" w:rsidP="006974AE">
      <w:r>
        <w:t>387.0877</w:t>
      </w:r>
      <w:r>
        <w:tab/>
        <w:t>2.025e0</w:t>
      </w:r>
    </w:p>
    <w:p w:rsidR="006974AE" w:rsidRDefault="006974AE" w:rsidP="006974AE">
      <w:r>
        <w:t>387.0917</w:t>
      </w:r>
      <w:r>
        <w:tab/>
        <w:t>1.013e0</w:t>
      </w:r>
    </w:p>
    <w:p w:rsidR="006974AE" w:rsidRDefault="006974AE" w:rsidP="006974AE">
      <w:r>
        <w:t>387.1128</w:t>
      </w:r>
      <w:r>
        <w:tab/>
        <w:t>1.013e0</w:t>
      </w:r>
    </w:p>
    <w:p w:rsidR="006974AE" w:rsidRDefault="006974AE" w:rsidP="006974AE">
      <w:r>
        <w:t>387.1187</w:t>
      </w:r>
      <w:r>
        <w:tab/>
        <w:t>3.038e0</w:t>
      </w:r>
    </w:p>
    <w:p w:rsidR="006974AE" w:rsidRDefault="006974AE" w:rsidP="006974AE">
      <w:r>
        <w:lastRenderedPageBreak/>
        <w:t>387.1329</w:t>
      </w:r>
      <w:r>
        <w:tab/>
        <w:t>1.013e0</w:t>
      </w:r>
    </w:p>
    <w:p w:rsidR="006974AE" w:rsidRDefault="006974AE" w:rsidP="006974AE">
      <w:r>
        <w:t>387.1596</w:t>
      </w:r>
      <w:r>
        <w:tab/>
        <w:t>2.025e0</w:t>
      </w:r>
    </w:p>
    <w:p w:rsidR="006974AE" w:rsidRDefault="006974AE" w:rsidP="006974AE">
      <w:r>
        <w:t>387.2021</w:t>
      </w:r>
      <w:r>
        <w:tab/>
        <w:t>4.051e0</w:t>
      </w:r>
    </w:p>
    <w:p w:rsidR="006974AE" w:rsidRDefault="006974AE" w:rsidP="006974AE">
      <w:r>
        <w:t>387.2057</w:t>
      </w:r>
      <w:r>
        <w:tab/>
        <w:t>2.025e0</w:t>
      </w:r>
    </w:p>
    <w:p w:rsidR="006974AE" w:rsidRDefault="006974AE" w:rsidP="006974AE">
      <w:r>
        <w:t>387.2188</w:t>
      </w:r>
      <w:r>
        <w:tab/>
        <w:t>4.051e0</w:t>
      </w:r>
    </w:p>
    <w:p w:rsidR="006974AE" w:rsidRDefault="006974AE" w:rsidP="006974AE">
      <w:r>
        <w:t>387.2260</w:t>
      </w:r>
      <w:r>
        <w:tab/>
        <w:t>3.038e0</w:t>
      </w:r>
    </w:p>
    <w:p w:rsidR="006974AE" w:rsidRDefault="006974AE" w:rsidP="006974AE">
      <w:r>
        <w:t>387.2361</w:t>
      </w:r>
      <w:r>
        <w:tab/>
        <w:t>3.038e0</w:t>
      </w:r>
    </w:p>
    <w:p w:rsidR="006974AE" w:rsidRDefault="006974AE" w:rsidP="006974AE">
      <w:r>
        <w:t>387.2419</w:t>
      </w:r>
      <w:r>
        <w:tab/>
        <w:t>2.025e0</w:t>
      </w:r>
    </w:p>
    <w:p w:rsidR="006974AE" w:rsidRDefault="006974AE" w:rsidP="006974AE">
      <w:r>
        <w:t>387.2532</w:t>
      </w:r>
      <w:r>
        <w:tab/>
        <w:t>2.025e0</w:t>
      </w:r>
    </w:p>
    <w:p w:rsidR="006974AE" w:rsidRDefault="006974AE" w:rsidP="006974AE">
      <w:r>
        <w:t>387.2664</w:t>
      </w:r>
      <w:r>
        <w:tab/>
        <w:t>2.025e0</w:t>
      </w:r>
    </w:p>
    <w:p w:rsidR="006974AE" w:rsidRDefault="006974AE" w:rsidP="006974AE">
      <w:r>
        <w:t>387.2733</w:t>
      </w:r>
      <w:r>
        <w:tab/>
        <w:t>1.013e0</w:t>
      </w:r>
    </w:p>
    <w:p w:rsidR="006974AE" w:rsidRDefault="006974AE" w:rsidP="006974AE">
      <w:r>
        <w:t>387.2878</w:t>
      </w:r>
      <w:r>
        <w:tab/>
        <w:t>2.025e0</w:t>
      </w:r>
    </w:p>
    <w:p w:rsidR="006974AE" w:rsidRDefault="006974AE" w:rsidP="006974AE">
      <w:r>
        <w:t>387.3046</w:t>
      </w:r>
      <w:r>
        <w:tab/>
        <w:t>2.025e0</w:t>
      </w:r>
    </w:p>
    <w:p w:rsidR="006974AE" w:rsidRDefault="006974AE" w:rsidP="006974AE">
      <w:r>
        <w:t>387.3199</w:t>
      </w:r>
      <w:r>
        <w:tab/>
        <w:t>1.013e0</w:t>
      </w:r>
    </w:p>
    <w:p w:rsidR="006974AE" w:rsidRDefault="006974AE" w:rsidP="006974AE">
      <w:r>
        <w:t>387.3325</w:t>
      </w:r>
      <w:r>
        <w:tab/>
        <w:t>1.013e0</w:t>
      </w:r>
    </w:p>
    <w:p w:rsidR="006974AE" w:rsidRDefault="006974AE" w:rsidP="006974AE">
      <w:r>
        <w:t>387.3669</w:t>
      </w:r>
      <w:r>
        <w:tab/>
        <w:t>1.013e0</w:t>
      </w:r>
    </w:p>
    <w:p w:rsidR="006974AE" w:rsidRDefault="006974AE" w:rsidP="006974AE">
      <w:r>
        <w:t>387.3792</w:t>
      </w:r>
      <w:r>
        <w:tab/>
        <w:t>2.025e0</w:t>
      </w:r>
    </w:p>
    <w:p w:rsidR="006974AE" w:rsidRDefault="006974AE" w:rsidP="006974AE">
      <w:r>
        <w:t>387.4010</w:t>
      </w:r>
      <w:r>
        <w:tab/>
        <w:t>1.013e0</w:t>
      </w:r>
    </w:p>
    <w:p w:rsidR="006974AE" w:rsidRDefault="006974AE" w:rsidP="006974AE">
      <w:r>
        <w:t>387.4079</w:t>
      </w:r>
      <w:r>
        <w:tab/>
        <w:t>1.013e0</w:t>
      </w:r>
    </w:p>
    <w:p w:rsidR="006974AE" w:rsidRDefault="006974AE" w:rsidP="006974AE">
      <w:r>
        <w:lastRenderedPageBreak/>
        <w:t>387.4213</w:t>
      </w:r>
      <w:r>
        <w:tab/>
        <w:t>1.013e0</w:t>
      </w:r>
    </w:p>
    <w:p w:rsidR="006974AE" w:rsidRDefault="006974AE" w:rsidP="006974AE">
      <w:r>
        <w:t>387.4678</w:t>
      </w:r>
      <w:r>
        <w:tab/>
        <w:t>1.013e0</w:t>
      </w:r>
    </w:p>
    <w:p w:rsidR="006974AE" w:rsidRDefault="006974AE" w:rsidP="006974AE">
      <w:r>
        <w:t>387.5656</w:t>
      </w:r>
      <w:r>
        <w:tab/>
        <w:t>1.013e0</w:t>
      </w:r>
    </w:p>
    <w:p w:rsidR="006974AE" w:rsidRDefault="006974AE" w:rsidP="006974AE">
      <w:r>
        <w:t>387.5724</w:t>
      </w:r>
      <w:r>
        <w:tab/>
        <w:t>1.013e0</w:t>
      </w:r>
    </w:p>
    <w:p w:rsidR="006974AE" w:rsidRDefault="006974AE" w:rsidP="006974AE">
      <w:r>
        <w:t>387.5988</w:t>
      </w:r>
      <w:r>
        <w:tab/>
        <w:t>1.013e0</w:t>
      </w:r>
    </w:p>
    <w:p w:rsidR="006974AE" w:rsidRDefault="006974AE" w:rsidP="006974AE">
      <w:r>
        <w:t>387.6068</w:t>
      </w:r>
      <w:r>
        <w:tab/>
        <w:t>1.013e0</w:t>
      </w:r>
    </w:p>
    <w:p w:rsidR="006974AE" w:rsidRDefault="006974AE" w:rsidP="006974AE">
      <w:r>
        <w:t>387.6206</w:t>
      </w:r>
      <w:r>
        <w:tab/>
        <w:t>1.013e0</w:t>
      </w:r>
    </w:p>
    <w:p w:rsidR="006974AE" w:rsidRDefault="006974AE" w:rsidP="006974AE">
      <w:r>
        <w:t>387.6416</w:t>
      </w:r>
      <w:r>
        <w:tab/>
        <w:t>1.013e0</w:t>
      </w:r>
    </w:p>
    <w:p w:rsidR="006974AE" w:rsidRDefault="006974AE" w:rsidP="006974AE">
      <w:r>
        <w:t>387.6603</w:t>
      </w:r>
      <w:r>
        <w:tab/>
        <w:t>2.025e0</w:t>
      </w:r>
    </w:p>
    <w:p w:rsidR="006974AE" w:rsidRDefault="006974AE" w:rsidP="006974AE">
      <w:r>
        <w:t>387.7374</w:t>
      </w:r>
      <w:r>
        <w:tab/>
        <w:t>1.013e0</w:t>
      </w:r>
    </w:p>
    <w:p w:rsidR="006974AE" w:rsidRDefault="006974AE" w:rsidP="006974AE">
      <w:r>
        <w:t>387.7722</w:t>
      </w:r>
      <w:r>
        <w:tab/>
        <w:t>1.013e0</w:t>
      </w:r>
    </w:p>
    <w:p w:rsidR="006974AE" w:rsidRDefault="006974AE" w:rsidP="006974AE">
      <w:r>
        <w:t>387.8017</w:t>
      </w:r>
      <w:r>
        <w:tab/>
        <w:t>1.013e0</w:t>
      </w:r>
    </w:p>
    <w:p w:rsidR="006974AE" w:rsidRDefault="006974AE" w:rsidP="006974AE">
      <w:r>
        <w:t>387.8185</w:t>
      </w:r>
      <w:r>
        <w:tab/>
        <w:t>1.013e0</w:t>
      </w:r>
    </w:p>
    <w:p w:rsidR="006974AE" w:rsidRDefault="006974AE" w:rsidP="006974AE">
      <w:r>
        <w:t>387.8336</w:t>
      </w:r>
      <w:r>
        <w:tab/>
        <w:t>1.013e0</w:t>
      </w:r>
    </w:p>
    <w:p w:rsidR="006974AE" w:rsidRDefault="006974AE" w:rsidP="006974AE">
      <w:r>
        <w:t>387.8478</w:t>
      </w:r>
      <w:r>
        <w:tab/>
        <w:t>1.013e0</w:t>
      </w:r>
    </w:p>
    <w:p w:rsidR="006974AE" w:rsidRDefault="006974AE" w:rsidP="006974AE">
      <w:r>
        <w:t>387.8749</w:t>
      </w:r>
      <w:r>
        <w:tab/>
        <w:t>1.013e0</w:t>
      </w:r>
    </w:p>
    <w:p w:rsidR="006974AE" w:rsidRDefault="006974AE" w:rsidP="006974AE">
      <w:r>
        <w:t>387.9061</w:t>
      </w:r>
      <w:r>
        <w:tab/>
        <w:t>2.025e0</w:t>
      </w:r>
    </w:p>
    <w:p w:rsidR="006974AE" w:rsidRDefault="006974AE" w:rsidP="006974AE">
      <w:r>
        <w:t>387.9201</w:t>
      </w:r>
      <w:r>
        <w:tab/>
        <w:t>2.025e0</w:t>
      </w:r>
    </w:p>
    <w:p w:rsidR="006974AE" w:rsidRDefault="006974AE" w:rsidP="006974AE">
      <w:r>
        <w:t>387.9235</w:t>
      </w:r>
      <w:r>
        <w:tab/>
        <w:t>2.025e0</w:t>
      </w:r>
    </w:p>
    <w:p w:rsidR="006974AE" w:rsidRDefault="006974AE" w:rsidP="006974AE">
      <w:r>
        <w:lastRenderedPageBreak/>
        <w:t>387.9368</w:t>
      </w:r>
      <w:r>
        <w:tab/>
        <w:t>1.013e0</w:t>
      </w:r>
    </w:p>
    <w:p w:rsidR="006974AE" w:rsidRDefault="006974AE" w:rsidP="006974AE">
      <w:r>
        <w:t>387.9428</w:t>
      </w:r>
      <w:r>
        <w:tab/>
        <w:t>2.025e0</w:t>
      </w:r>
    </w:p>
    <w:p w:rsidR="006974AE" w:rsidRDefault="006974AE" w:rsidP="006974AE">
      <w:r>
        <w:t>387.9750</w:t>
      </w:r>
      <w:r>
        <w:tab/>
        <w:t>1.013e0</w:t>
      </w:r>
    </w:p>
    <w:p w:rsidR="006974AE" w:rsidRDefault="006974AE" w:rsidP="006974AE">
      <w:r>
        <w:t>387.9995</w:t>
      </w:r>
      <w:r>
        <w:tab/>
        <w:t>1.013e0</w:t>
      </w:r>
    </w:p>
    <w:p w:rsidR="006974AE" w:rsidRDefault="006974AE" w:rsidP="006974AE">
      <w:r>
        <w:t>388.0127</w:t>
      </w:r>
      <w:r>
        <w:tab/>
        <w:t>3.038e0</w:t>
      </w:r>
    </w:p>
    <w:p w:rsidR="006974AE" w:rsidRDefault="006974AE" w:rsidP="006974AE">
      <w:r>
        <w:t>388.0331</w:t>
      </w:r>
      <w:r>
        <w:tab/>
        <w:t>1.013e0</w:t>
      </w:r>
    </w:p>
    <w:p w:rsidR="006974AE" w:rsidRDefault="006974AE" w:rsidP="006974AE">
      <w:r>
        <w:t>388.0679</w:t>
      </w:r>
      <w:r>
        <w:tab/>
        <w:t>1.013e0</w:t>
      </w:r>
    </w:p>
    <w:p w:rsidR="006974AE" w:rsidRDefault="006974AE" w:rsidP="006974AE">
      <w:r>
        <w:t>388.0738</w:t>
      </w:r>
      <w:r>
        <w:tab/>
        <w:t>2.025e0</w:t>
      </w:r>
    </w:p>
    <w:p w:rsidR="006974AE" w:rsidRDefault="006974AE" w:rsidP="006974AE">
      <w:r>
        <w:t>388.0936</w:t>
      </w:r>
      <w:r>
        <w:tab/>
        <w:t>2.025e0</w:t>
      </w:r>
    </w:p>
    <w:p w:rsidR="006974AE" w:rsidRDefault="006974AE" w:rsidP="006974AE">
      <w:r>
        <w:t>388.0974</w:t>
      </w:r>
      <w:r>
        <w:tab/>
        <w:t>2.025e0</w:t>
      </w:r>
    </w:p>
    <w:p w:rsidR="006974AE" w:rsidRDefault="006974AE" w:rsidP="006974AE">
      <w:r>
        <w:t>388.1139</w:t>
      </w:r>
      <w:r>
        <w:tab/>
        <w:t>3.038e0</w:t>
      </w:r>
    </w:p>
    <w:p w:rsidR="006974AE" w:rsidRDefault="006974AE" w:rsidP="006974AE">
      <w:r>
        <w:t>388.1225</w:t>
      </w:r>
      <w:r>
        <w:tab/>
        <w:t>1.013e0</w:t>
      </w:r>
    </w:p>
    <w:p w:rsidR="006974AE" w:rsidRDefault="006974AE" w:rsidP="006974AE">
      <w:r>
        <w:t>388.1298</w:t>
      </w:r>
      <w:r>
        <w:tab/>
        <w:t>2.025e0</w:t>
      </w:r>
    </w:p>
    <w:p w:rsidR="006974AE" w:rsidRDefault="006974AE" w:rsidP="006974AE">
      <w:r>
        <w:t>388.1573</w:t>
      </w:r>
      <w:r>
        <w:tab/>
        <w:t>1.013e0</w:t>
      </w:r>
    </w:p>
    <w:p w:rsidR="006974AE" w:rsidRDefault="006974AE" w:rsidP="006974AE">
      <w:r>
        <w:t>388.2010</w:t>
      </w:r>
      <w:r>
        <w:tab/>
        <w:t>4.051e0</w:t>
      </w:r>
    </w:p>
    <w:p w:rsidR="006974AE" w:rsidRDefault="006974AE" w:rsidP="006974AE">
      <w:r>
        <w:t>388.2236</w:t>
      </w:r>
      <w:r>
        <w:tab/>
        <w:t>2.025e0</w:t>
      </w:r>
    </w:p>
    <w:p w:rsidR="006974AE" w:rsidRDefault="006974AE" w:rsidP="006974AE">
      <w:r>
        <w:t>388.2445</w:t>
      </w:r>
      <w:r>
        <w:tab/>
        <w:t>2.025e0</w:t>
      </w:r>
    </w:p>
    <w:p w:rsidR="006974AE" w:rsidRDefault="006974AE" w:rsidP="006974AE">
      <w:r>
        <w:t>388.2456</w:t>
      </w:r>
      <w:r>
        <w:tab/>
        <w:t>1.184e1</w:t>
      </w:r>
    </w:p>
    <w:p w:rsidR="006974AE" w:rsidRDefault="006974AE" w:rsidP="006974AE">
      <w:r>
        <w:t>388.2537</w:t>
      </w:r>
      <w:r>
        <w:tab/>
        <w:t>4.942e0</w:t>
      </w:r>
    </w:p>
    <w:p w:rsidR="006974AE" w:rsidRDefault="006974AE" w:rsidP="006974AE">
      <w:r>
        <w:lastRenderedPageBreak/>
        <w:t>388.2549</w:t>
      </w:r>
      <w:r>
        <w:tab/>
        <w:t>7.980e0</w:t>
      </w:r>
    </w:p>
    <w:p w:rsidR="006974AE" w:rsidRDefault="006974AE" w:rsidP="006974AE">
      <w:r>
        <w:t>388.2587</w:t>
      </w:r>
      <w:r>
        <w:tab/>
        <w:t>4.051e0</w:t>
      </w:r>
    </w:p>
    <w:p w:rsidR="006974AE" w:rsidRDefault="006974AE" w:rsidP="006974AE">
      <w:r>
        <w:t>388.2744</w:t>
      </w:r>
      <w:r>
        <w:tab/>
        <w:t>2.025e0</w:t>
      </w:r>
    </w:p>
    <w:p w:rsidR="006974AE" w:rsidRDefault="006974AE" w:rsidP="006974AE">
      <w:r>
        <w:t>388.2787</w:t>
      </w:r>
      <w:r>
        <w:tab/>
        <w:t>4.364e0</w:t>
      </w:r>
    </w:p>
    <w:p w:rsidR="006974AE" w:rsidRDefault="006974AE" w:rsidP="006974AE">
      <w:r>
        <w:t>388.2972</w:t>
      </w:r>
      <w:r>
        <w:tab/>
        <w:t>2.025e0</w:t>
      </w:r>
    </w:p>
    <w:p w:rsidR="006974AE" w:rsidRDefault="006974AE" w:rsidP="006974AE">
      <w:r>
        <w:t>388.3071</w:t>
      </w:r>
      <w:r>
        <w:tab/>
        <w:t>3.038e0</w:t>
      </w:r>
    </w:p>
    <w:p w:rsidR="006974AE" w:rsidRDefault="006974AE" w:rsidP="006974AE">
      <w:r>
        <w:t>388.3253</w:t>
      </w:r>
      <w:r>
        <w:tab/>
        <w:t>1.013e0</w:t>
      </w:r>
    </w:p>
    <w:p w:rsidR="006974AE" w:rsidRDefault="006974AE" w:rsidP="006974AE">
      <w:r>
        <w:t>388.3459</w:t>
      </w:r>
      <w:r>
        <w:tab/>
        <w:t>5.063e0</w:t>
      </w:r>
    </w:p>
    <w:p w:rsidR="006974AE" w:rsidRDefault="006974AE" w:rsidP="006974AE">
      <w:r>
        <w:t>388.3503</w:t>
      </w:r>
      <w:r>
        <w:tab/>
        <w:t>1.013e0</w:t>
      </w:r>
    </w:p>
    <w:p w:rsidR="006974AE" w:rsidRDefault="006974AE" w:rsidP="006974AE">
      <w:r>
        <w:t>388.3522</w:t>
      </w:r>
      <w:r>
        <w:tab/>
        <w:t>2.025e0</w:t>
      </w:r>
    </w:p>
    <w:p w:rsidR="006974AE" w:rsidRDefault="006974AE" w:rsidP="006974AE">
      <w:r>
        <w:t>388.3928</w:t>
      </w:r>
      <w:r>
        <w:tab/>
        <w:t>1.013e0</w:t>
      </w:r>
    </w:p>
    <w:p w:rsidR="006974AE" w:rsidRDefault="006974AE" w:rsidP="006974AE">
      <w:r>
        <w:t>388.3983</w:t>
      </w:r>
      <w:r>
        <w:tab/>
        <w:t>1.013e0</w:t>
      </w:r>
    </w:p>
    <w:p w:rsidR="006974AE" w:rsidRDefault="006974AE" w:rsidP="006974AE">
      <w:r>
        <w:t>388.4258</w:t>
      </w:r>
      <w:r>
        <w:tab/>
        <w:t>1.013e0</w:t>
      </w:r>
    </w:p>
    <w:p w:rsidR="006974AE" w:rsidRDefault="006974AE" w:rsidP="006974AE">
      <w:r>
        <w:t>388.4337</w:t>
      </w:r>
      <w:r>
        <w:tab/>
        <w:t>2.025e0</w:t>
      </w:r>
    </w:p>
    <w:p w:rsidR="006974AE" w:rsidRDefault="006974AE" w:rsidP="006974AE">
      <w:r>
        <w:t>388.4460</w:t>
      </w:r>
      <w:r>
        <w:tab/>
        <w:t>1.013e0</w:t>
      </w:r>
    </w:p>
    <w:p w:rsidR="006974AE" w:rsidRDefault="006974AE" w:rsidP="006974AE">
      <w:r>
        <w:t>388.4740</w:t>
      </w:r>
      <w:r>
        <w:tab/>
        <w:t>1.013e0</w:t>
      </w:r>
    </w:p>
    <w:p w:rsidR="006974AE" w:rsidRDefault="006974AE" w:rsidP="006974AE">
      <w:r>
        <w:t>388.4818</w:t>
      </w:r>
      <w:r>
        <w:tab/>
        <w:t>1.013e0</w:t>
      </w:r>
    </w:p>
    <w:p w:rsidR="006974AE" w:rsidRDefault="006974AE" w:rsidP="006974AE">
      <w:r>
        <w:t>388.5026</w:t>
      </w:r>
      <w:r>
        <w:tab/>
        <w:t>1.013e0</w:t>
      </w:r>
    </w:p>
    <w:p w:rsidR="006974AE" w:rsidRDefault="006974AE" w:rsidP="006974AE">
      <w:r>
        <w:t>388.5412</w:t>
      </w:r>
      <w:r>
        <w:tab/>
        <w:t>1.013e0</w:t>
      </w:r>
    </w:p>
    <w:p w:rsidR="006974AE" w:rsidRDefault="006974AE" w:rsidP="006974AE">
      <w:r>
        <w:lastRenderedPageBreak/>
        <w:t>388.5916</w:t>
      </w:r>
      <w:r>
        <w:tab/>
        <w:t>1.013e0</w:t>
      </w:r>
    </w:p>
    <w:p w:rsidR="006974AE" w:rsidRDefault="006974AE" w:rsidP="006974AE">
      <w:r>
        <w:t>388.5979</w:t>
      </w:r>
      <w:r>
        <w:tab/>
        <w:t>1.013e0</w:t>
      </w:r>
    </w:p>
    <w:p w:rsidR="006974AE" w:rsidRDefault="006974AE" w:rsidP="006974AE">
      <w:r>
        <w:t>388.6043</w:t>
      </w:r>
      <w:r>
        <w:tab/>
        <w:t>2.025e0</w:t>
      </w:r>
    </w:p>
    <w:p w:rsidR="006974AE" w:rsidRDefault="006974AE" w:rsidP="006974AE">
      <w:r>
        <w:t>388.6409</w:t>
      </w:r>
      <w:r>
        <w:tab/>
        <w:t>2.025e0</w:t>
      </w:r>
    </w:p>
    <w:p w:rsidR="006974AE" w:rsidRDefault="006974AE" w:rsidP="006974AE">
      <w:r>
        <w:t>388.6458</w:t>
      </w:r>
      <w:r>
        <w:tab/>
        <w:t>3.038e0</w:t>
      </w:r>
    </w:p>
    <w:p w:rsidR="006974AE" w:rsidRDefault="006974AE" w:rsidP="006974AE">
      <w:r>
        <w:t>388.6761</w:t>
      </w:r>
      <w:r>
        <w:tab/>
        <w:t>1.013e0</w:t>
      </w:r>
    </w:p>
    <w:p w:rsidR="006974AE" w:rsidRDefault="006974AE" w:rsidP="006974AE">
      <w:r>
        <w:t>388.6848</w:t>
      </w:r>
      <w:r>
        <w:tab/>
        <w:t>2.025e0</w:t>
      </w:r>
    </w:p>
    <w:p w:rsidR="006974AE" w:rsidRDefault="006974AE" w:rsidP="006974AE">
      <w:r>
        <w:t>388.6936</w:t>
      </w:r>
      <w:r>
        <w:tab/>
        <w:t>1.013e0</w:t>
      </w:r>
    </w:p>
    <w:p w:rsidR="006974AE" w:rsidRDefault="006974AE" w:rsidP="006974AE">
      <w:r>
        <w:t>388.7187</w:t>
      </w:r>
      <w:r>
        <w:tab/>
        <w:t>2.025e0</w:t>
      </w:r>
    </w:p>
    <w:p w:rsidR="006974AE" w:rsidRDefault="006974AE" w:rsidP="006974AE">
      <w:r>
        <w:t>388.7508</w:t>
      </w:r>
      <w:r>
        <w:tab/>
        <w:t>2.025e0</w:t>
      </w:r>
    </w:p>
    <w:p w:rsidR="006974AE" w:rsidRDefault="006974AE" w:rsidP="006974AE">
      <w:r>
        <w:t>388.7614</w:t>
      </w:r>
      <w:r>
        <w:tab/>
        <w:t>1.013e0</w:t>
      </w:r>
    </w:p>
    <w:p w:rsidR="006974AE" w:rsidRDefault="006974AE" w:rsidP="006974AE">
      <w:r>
        <w:t>388.7697</w:t>
      </w:r>
      <w:r>
        <w:tab/>
        <w:t>1.013e0</w:t>
      </w:r>
    </w:p>
    <w:p w:rsidR="006974AE" w:rsidRDefault="006974AE" w:rsidP="006974AE">
      <w:r>
        <w:t>388.7821</w:t>
      </w:r>
      <w:r>
        <w:tab/>
        <w:t>1.013e0</w:t>
      </w:r>
    </w:p>
    <w:p w:rsidR="006974AE" w:rsidRDefault="006974AE" w:rsidP="006974AE">
      <w:r>
        <w:t>388.8077</w:t>
      </w:r>
      <w:r>
        <w:tab/>
        <w:t>1.013e0</w:t>
      </w:r>
    </w:p>
    <w:p w:rsidR="006974AE" w:rsidRDefault="006974AE" w:rsidP="006974AE">
      <w:r>
        <w:t>388.8597</w:t>
      </w:r>
      <w:r>
        <w:tab/>
        <w:t>1.013e0</w:t>
      </w:r>
    </w:p>
    <w:p w:rsidR="006974AE" w:rsidRDefault="006974AE" w:rsidP="006974AE">
      <w:r>
        <w:t>388.8707</w:t>
      </w:r>
      <w:r>
        <w:tab/>
        <w:t>1.013e0</w:t>
      </w:r>
    </w:p>
    <w:p w:rsidR="006974AE" w:rsidRDefault="006974AE" w:rsidP="006974AE">
      <w:r>
        <w:t>388.8868</w:t>
      </w:r>
      <w:r>
        <w:tab/>
        <w:t>2.025e0</w:t>
      </w:r>
    </w:p>
    <w:p w:rsidR="006974AE" w:rsidRDefault="006974AE" w:rsidP="006974AE">
      <w:r>
        <w:t>388.9011</w:t>
      </w:r>
      <w:r>
        <w:tab/>
        <w:t>1.013e0</w:t>
      </w:r>
    </w:p>
    <w:p w:rsidR="006974AE" w:rsidRDefault="006974AE" w:rsidP="006974AE">
      <w:r>
        <w:t>388.9031</w:t>
      </w:r>
      <w:r>
        <w:tab/>
        <w:t>2.025e0</w:t>
      </w:r>
    </w:p>
    <w:p w:rsidR="006974AE" w:rsidRDefault="006974AE" w:rsidP="006974AE">
      <w:r>
        <w:lastRenderedPageBreak/>
        <w:t>388.9045</w:t>
      </w:r>
      <w:r>
        <w:tab/>
        <w:t>2.025e0</w:t>
      </w:r>
    </w:p>
    <w:p w:rsidR="006974AE" w:rsidRDefault="006974AE" w:rsidP="006974AE">
      <w:r>
        <w:t>388.9388</w:t>
      </w:r>
      <w:r>
        <w:tab/>
        <w:t>1.013e0</w:t>
      </w:r>
    </w:p>
    <w:p w:rsidR="006974AE" w:rsidRDefault="006974AE" w:rsidP="006974AE">
      <w:r>
        <w:t>388.9489</w:t>
      </w:r>
      <w:r>
        <w:tab/>
        <w:t>1.013e0</w:t>
      </w:r>
    </w:p>
    <w:p w:rsidR="006974AE" w:rsidRDefault="006974AE" w:rsidP="006974AE">
      <w:r>
        <w:t>388.9560</w:t>
      </w:r>
      <w:r>
        <w:tab/>
        <w:t>2.025e0</w:t>
      </w:r>
    </w:p>
    <w:p w:rsidR="006974AE" w:rsidRDefault="006974AE" w:rsidP="006974AE">
      <w:r>
        <w:t>388.9632</w:t>
      </w:r>
      <w:r>
        <w:tab/>
        <w:t>1.013e0</w:t>
      </w:r>
    </w:p>
    <w:p w:rsidR="006974AE" w:rsidRDefault="006974AE" w:rsidP="006974AE">
      <w:r>
        <w:t>388.9907</w:t>
      </w:r>
      <w:r>
        <w:tab/>
        <w:t>1.013e0</w:t>
      </w:r>
    </w:p>
    <w:p w:rsidR="006974AE" w:rsidRDefault="006974AE" w:rsidP="006974AE">
      <w:r>
        <w:t>388.9971</w:t>
      </w:r>
      <w:r>
        <w:tab/>
        <w:t>1.013e0</w:t>
      </w:r>
    </w:p>
    <w:p w:rsidR="006974AE" w:rsidRDefault="006974AE" w:rsidP="006974AE">
      <w:r>
        <w:t>389.0018</w:t>
      </w:r>
      <w:r>
        <w:tab/>
        <w:t>1.013e0</w:t>
      </w:r>
    </w:p>
    <w:p w:rsidR="006974AE" w:rsidRDefault="006974AE" w:rsidP="006974AE">
      <w:r>
        <w:t>389.0178</w:t>
      </w:r>
      <w:r>
        <w:tab/>
        <w:t>1.013e0</w:t>
      </w:r>
    </w:p>
    <w:p w:rsidR="006974AE" w:rsidRDefault="006974AE" w:rsidP="006974AE">
      <w:r>
        <w:t>389.0337</w:t>
      </w:r>
      <w:r>
        <w:tab/>
        <w:t>2.025e0</w:t>
      </w:r>
    </w:p>
    <w:p w:rsidR="006974AE" w:rsidRDefault="006974AE" w:rsidP="006974AE">
      <w:r>
        <w:t>389.0380</w:t>
      </w:r>
      <w:r>
        <w:tab/>
        <w:t>2.025e0</w:t>
      </w:r>
    </w:p>
    <w:p w:rsidR="006974AE" w:rsidRDefault="006974AE" w:rsidP="006974AE">
      <w:r>
        <w:t>389.0448</w:t>
      </w:r>
      <w:r>
        <w:tab/>
        <w:t>1.013e0</w:t>
      </w:r>
    </w:p>
    <w:p w:rsidR="006974AE" w:rsidRDefault="006974AE" w:rsidP="006974AE">
      <w:r>
        <w:t>389.0592</w:t>
      </w:r>
      <w:r>
        <w:tab/>
        <w:t>2.025e0</w:t>
      </w:r>
    </w:p>
    <w:p w:rsidR="006974AE" w:rsidRDefault="006974AE" w:rsidP="006974AE">
      <w:r>
        <w:t>389.0610</w:t>
      </w:r>
      <w:r>
        <w:tab/>
        <w:t>2.025e0</w:t>
      </w:r>
    </w:p>
    <w:p w:rsidR="006974AE" w:rsidRDefault="006974AE" w:rsidP="006974AE">
      <w:r>
        <w:t>389.0812</w:t>
      </w:r>
      <w:r>
        <w:tab/>
        <w:t>3.038e0</w:t>
      </w:r>
    </w:p>
    <w:p w:rsidR="006974AE" w:rsidRDefault="006974AE" w:rsidP="006974AE">
      <w:r>
        <w:t>389.0862</w:t>
      </w:r>
      <w:r>
        <w:tab/>
        <w:t>7.089e0</w:t>
      </w:r>
    </w:p>
    <w:p w:rsidR="006974AE" w:rsidRDefault="006974AE" w:rsidP="006974AE">
      <w:r>
        <w:t>389.0905</w:t>
      </w:r>
      <w:r>
        <w:tab/>
        <w:t>2.025e0</w:t>
      </w:r>
    </w:p>
    <w:p w:rsidR="006974AE" w:rsidRDefault="006974AE" w:rsidP="006974AE">
      <w:r>
        <w:t>389.0970</w:t>
      </w:r>
      <w:r>
        <w:tab/>
        <w:t>4.051e0</w:t>
      </w:r>
    </w:p>
    <w:p w:rsidR="006974AE" w:rsidRDefault="006974AE" w:rsidP="006974AE">
      <w:r>
        <w:t>389.1049</w:t>
      </w:r>
      <w:r>
        <w:tab/>
        <w:t>3.038e0</w:t>
      </w:r>
    </w:p>
    <w:p w:rsidR="006974AE" w:rsidRDefault="006974AE" w:rsidP="006974AE">
      <w:r>
        <w:lastRenderedPageBreak/>
        <w:t>389.1074</w:t>
      </w:r>
      <w:r>
        <w:tab/>
        <w:t>1.013e0</w:t>
      </w:r>
    </w:p>
    <w:p w:rsidR="006974AE" w:rsidRDefault="006974AE" w:rsidP="006974AE">
      <w:r>
        <w:t>389.1334</w:t>
      </w:r>
      <w:r>
        <w:tab/>
        <w:t>1.013e0</w:t>
      </w:r>
    </w:p>
    <w:p w:rsidR="006974AE" w:rsidRDefault="006974AE" w:rsidP="006974AE">
      <w:r>
        <w:t>389.1475</w:t>
      </w:r>
      <w:r>
        <w:tab/>
        <w:t>2.025e0</w:t>
      </w:r>
    </w:p>
    <w:p w:rsidR="006974AE" w:rsidRDefault="006974AE" w:rsidP="006974AE">
      <w:r>
        <w:t>389.1700</w:t>
      </w:r>
      <w:r>
        <w:tab/>
        <w:t>1.013e0</w:t>
      </w:r>
    </w:p>
    <w:p w:rsidR="006974AE" w:rsidRDefault="006974AE" w:rsidP="006974AE">
      <w:r>
        <w:t>389.1818</w:t>
      </w:r>
      <w:r>
        <w:tab/>
        <w:t>3.038e0</w:t>
      </w:r>
    </w:p>
    <w:p w:rsidR="006974AE" w:rsidRDefault="006974AE" w:rsidP="006974AE">
      <w:r>
        <w:t>389.1833</w:t>
      </w:r>
      <w:r>
        <w:tab/>
        <w:t>1.013e0</w:t>
      </w:r>
    </w:p>
    <w:p w:rsidR="006974AE" w:rsidRDefault="006974AE" w:rsidP="006974AE">
      <w:r>
        <w:t>389.2105</w:t>
      </w:r>
      <w:r>
        <w:tab/>
        <w:t>5.063e0</w:t>
      </w:r>
    </w:p>
    <w:p w:rsidR="006974AE" w:rsidRDefault="006974AE" w:rsidP="006974AE">
      <w:r>
        <w:t>389.2183</w:t>
      </w:r>
      <w:r>
        <w:tab/>
        <w:t>1.013e0</w:t>
      </w:r>
    </w:p>
    <w:p w:rsidR="006974AE" w:rsidRDefault="006974AE" w:rsidP="006974AE">
      <w:r>
        <w:t>389.2216</w:t>
      </w:r>
      <w:r>
        <w:tab/>
        <w:t>1.013e0</w:t>
      </w:r>
    </w:p>
    <w:p w:rsidR="006974AE" w:rsidRDefault="006974AE" w:rsidP="006974AE">
      <w:r>
        <w:t>389.2316</w:t>
      </w:r>
      <w:r>
        <w:tab/>
        <w:t>1.013e0</w:t>
      </w:r>
    </w:p>
    <w:p w:rsidR="006974AE" w:rsidRDefault="006974AE" w:rsidP="006974AE">
      <w:r>
        <w:t>389.2375</w:t>
      </w:r>
      <w:r>
        <w:tab/>
        <w:t>7.089e0</w:t>
      </w:r>
    </w:p>
    <w:p w:rsidR="006974AE" w:rsidRDefault="006974AE" w:rsidP="006974AE">
      <w:r>
        <w:t>389.2429</w:t>
      </w:r>
      <w:r>
        <w:tab/>
        <w:t>4.051e0</w:t>
      </w:r>
    </w:p>
    <w:p w:rsidR="006974AE" w:rsidRDefault="006974AE" w:rsidP="006974AE">
      <w:r>
        <w:t>389.2518</w:t>
      </w:r>
      <w:r>
        <w:tab/>
        <w:t>3.038e0</w:t>
      </w:r>
    </w:p>
    <w:p w:rsidR="006974AE" w:rsidRDefault="006974AE" w:rsidP="006974AE">
      <w:r>
        <w:t>389.2803</w:t>
      </w:r>
      <w:r>
        <w:tab/>
        <w:t>1.013e0</w:t>
      </w:r>
    </w:p>
    <w:p w:rsidR="006974AE" w:rsidRDefault="006974AE" w:rsidP="006974AE">
      <w:r>
        <w:t>389.3109</w:t>
      </w:r>
      <w:r>
        <w:tab/>
        <w:t>2.025e0</w:t>
      </w:r>
    </w:p>
    <w:p w:rsidR="006974AE" w:rsidRDefault="006974AE" w:rsidP="006974AE">
      <w:r>
        <w:t>389.3320</w:t>
      </w:r>
      <w:r>
        <w:tab/>
        <w:t>1.013e0</w:t>
      </w:r>
    </w:p>
    <w:p w:rsidR="006974AE" w:rsidRDefault="006974AE" w:rsidP="006974AE">
      <w:r>
        <w:t>389.3357</w:t>
      </w:r>
      <w:r>
        <w:tab/>
        <w:t>1.013e0</w:t>
      </w:r>
    </w:p>
    <w:p w:rsidR="006974AE" w:rsidRDefault="006974AE" w:rsidP="006974AE">
      <w:r>
        <w:t>389.3398</w:t>
      </w:r>
      <w:r>
        <w:tab/>
        <w:t>2.025e0</w:t>
      </w:r>
    </w:p>
    <w:p w:rsidR="006974AE" w:rsidRDefault="006974AE" w:rsidP="006974AE">
      <w:r>
        <w:t>389.3508</w:t>
      </w:r>
      <w:r>
        <w:tab/>
        <w:t>2.025e0</w:t>
      </w:r>
    </w:p>
    <w:p w:rsidR="006974AE" w:rsidRDefault="006974AE" w:rsidP="006974AE">
      <w:r>
        <w:lastRenderedPageBreak/>
        <w:t>389.3527</w:t>
      </w:r>
      <w:r>
        <w:tab/>
        <w:t>1.013e0</w:t>
      </w:r>
    </w:p>
    <w:p w:rsidR="006974AE" w:rsidRDefault="006974AE" w:rsidP="006974AE">
      <w:r>
        <w:t>389.3585</w:t>
      </w:r>
      <w:r>
        <w:tab/>
        <w:t>2.025e0</w:t>
      </w:r>
    </w:p>
    <w:p w:rsidR="006974AE" w:rsidRDefault="006974AE" w:rsidP="006974AE">
      <w:r>
        <w:t>389.3951</w:t>
      </w:r>
      <w:r>
        <w:tab/>
        <w:t>2.025e0</w:t>
      </w:r>
    </w:p>
    <w:p w:rsidR="006974AE" w:rsidRDefault="006974AE" w:rsidP="006974AE">
      <w:r>
        <w:t>389.4454</w:t>
      </w:r>
      <w:r>
        <w:tab/>
        <w:t>1.013e0</w:t>
      </w:r>
    </w:p>
    <w:p w:rsidR="006974AE" w:rsidRDefault="006974AE" w:rsidP="006974AE">
      <w:r>
        <w:t>389.4632</w:t>
      </w:r>
      <w:r>
        <w:tab/>
        <w:t>1.013e0</w:t>
      </w:r>
    </w:p>
    <w:p w:rsidR="006974AE" w:rsidRDefault="006974AE" w:rsidP="006974AE">
      <w:r>
        <w:t>389.4735</w:t>
      </w:r>
      <w:r>
        <w:tab/>
        <w:t>1.013e0</w:t>
      </w:r>
    </w:p>
    <w:p w:rsidR="006974AE" w:rsidRDefault="006974AE" w:rsidP="006974AE">
      <w:r>
        <w:t>389.4896</w:t>
      </w:r>
      <w:r>
        <w:tab/>
        <w:t>2.025e0</w:t>
      </w:r>
    </w:p>
    <w:p w:rsidR="006974AE" w:rsidRDefault="006974AE" w:rsidP="006974AE">
      <w:r>
        <w:t>389.5150</w:t>
      </w:r>
      <w:r>
        <w:tab/>
        <w:t>1.013e0</w:t>
      </w:r>
    </w:p>
    <w:p w:rsidR="006974AE" w:rsidRDefault="006974AE" w:rsidP="006974AE">
      <w:r>
        <w:t>389.5307</w:t>
      </w:r>
      <w:r>
        <w:tab/>
        <w:t>1.013e0</w:t>
      </w:r>
    </w:p>
    <w:p w:rsidR="006974AE" w:rsidRDefault="006974AE" w:rsidP="006974AE">
      <w:r>
        <w:t>389.5690</w:t>
      </w:r>
      <w:r>
        <w:tab/>
        <w:t>2.025e0</w:t>
      </w:r>
    </w:p>
    <w:p w:rsidR="006974AE" w:rsidRDefault="006974AE" w:rsidP="006974AE">
      <w:r>
        <w:t>389.5906</w:t>
      </w:r>
      <w:r>
        <w:tab/>
        <w:t>1.013e0</w:t>
      </w:r>
    </w:p>
    <w:p w:rsidR="006974AE" w:rsidRDefault="006974AE" w:rsidP="006974AE">
      <w:r>
        <w:t>389.6280</w:t>
      </w:r>
      <w:r>
        <w:tab/>
        <w:t>2.025e0</w:t>
      </w:r>
    </w:p>
    <w:p w:rsidR="006974AE" w:rsidRDefault="006974AE" w:rsidP="006974AE">
      <w:r>
        <w:t>389.6940</w:t>
      </w:r>
      <w:r>
        <w:tab/>
        <w:t>1.013e0</w:t>
      </w:r>
    </w:p>
    <w:p w:rsidR="006974AE" w:rsidRDefault="006974AE" w:rsidP="006974AE">
      <w:r>
        <w:t>389.6999</w:t>
      </w:r>
      <w:r>
        <w:tab/>
        <w:t>1.013e0</w:t>
      </w:r>
    </w:p>
    <w:p w:rsidR="006974AE" w:rsidRDefault="006974AE" w:rsidP="006974AE">
      <w:r>
        <w:t>389.7147</w:t>
      </w:r>
      <w:r>
        <w:tab/>
        <w:t>1.013e0</w:t>
      </w:r>
    </w:p>
    <w:p w:rsidR="006974AE" w:rsidRDefault="006974AE" w:rsidP="006974AE">
      <w:r>
        <w:t>389.7673</w:t>
      </w:r>
      <w:r>
        <w:tab/>
        <w:t>1.013e0</w:t>
      </w:r>
    </w:p>
    <w:p w:rsidR="006974AE" w:rsidRDefault="006974AE" w:rsidP="006974AE">
      <w:r>
        <w:t>389.7929</w:t>
      </w:r>
      <w:r>
        <w:tab/>
        <w:t>1.013e0</w:t>
      </w:r>
    </w:p>
    <w:p w:rsidR="006974AE" w:rsidRDefault="006974AE" w:rsidP="006974AE">
      <w:r>
        <w:t>389.7980</w:t>
      </w:r>
      <w:r>
        <w:tab/>
        <w:t>1.013e0</w:t>
      </w:r>
    </w:p>
    <w:p w:rsidR="006974AE" w:rsidRDefault="006974AE" w:rsidP="006974AE">
      <w:r>
        <w:t>389.8098</w:t>
      </w:r>
      <w:r>
        <w:tab/>
        <w:t>1.013e0</w:t>
      </w:r>
    </w:p>
    <w:p w:rsidR="006974AE" w:rsidRDefault="006974AE" w:rsidP="006974AE">
      <w:r>
        <w:lastRenderedPageBreak/>
        <w:t>389.8137</w:t>
      </w:r>
      <w:r>
        <w:tab/>
        <w:t>1.013e0</w:t>
      </w:r>
    </w:p>
    <w:p w:rsidR="006974AE" w:rsidRDefault="006974AE" w:rsidP="006974AE">
      <w:r>
        <w:t>389.8183</w:t>
      </w:r>
      <w:r>
        <w:tab/>
        <w:t>1.013e0</w:t>
      </w:r>
    </w:p>
    <w:p w:rsidR="006974AE" w:rsidRDefault="006974AE" w:rsidP="006974AE">
      <w:r>
        <w:t>389.8395</w:t>
      </w:r>
      <w:r>
        <w:tab/>
        <w:t>1.013e0</w:t>
      </w:r>
    </w:p>
    <w:p w:rsidR="006974AE" w:rsidRDefault="006974AE" w:rsidP="006974AE">
      <w:r>
        <w:t>389.8464</w:t>
      </w:r>
      <w:r>
        <w:tab/>
        <w:t>1.013e0</w:t>
      </w:r>
    </w:p>
    <w:p w:rsidR="006974AE" w:rsidRDefault="006974AE" w:rsidP="006974AE">
      <w:r>
        <w:t>389.8740</w:t>
      </w:r>
      <w:r>
        <w:tab/>
        <w:t>1.013e0</w:t>
      </w:r>
    </w:p>
    <w:p w:rsidR="006974AE" w:rsidRDefault="006974AE" w:rsidP="006974AE">
      <w:r>
        <w:t>389.8773</w:t>
      </w:r>
      <w:r>
        <w:tab/>
        <w:t>1.013e0</w:t>
      </w:r>
    </w:p>
    <w:p w:rsidR="006974AE" w:rsidRDefault="006974AE" w:rsidP="006974AE">
      <w:r>
        <w:t>389.8987</w:t>
      </w:r>
      <w:r>
        <w:tab/>
        <w:t>2.025e0</w:t>
      </w:r>
    </w:p>
    <w:p w:rsidR="006974AE" w:rsidRDefault="006974AE" w:rsidP="006974AE">
      <w:r>
        <w:t>389.9028</w:t>
      </w:r>
      <w:r>
        <w:tab/>
        <w:t>1.013e0</w:t>
      </w:r>
    </w:p>
    <w:p w:rsidR="006974AE" w:rsidRDefault="006974AE" w:rsidP="006974AE">
      <w:r>
        <w:t>389.9293</w:t>
      </w:r>
      <w:r>
        <w:tab/>
        <w:t>1.013e0</w:t>
      </w:r>
    </w:p>
    <w:p w:rsidR="006974AE" w:rsidRDefault="006974AE" w:rsidP="006974AE">
      <w:r>
        <w:t>389.9362</w:t>
      </w:r>
      <w:r>
        <w:tab/>
        <w:t>1.013e0</w:t>
      </w:r>
    </w:p>
    <w:p w:rsidR="006974AE" w:rsidRDefault="006974AE" w:rsidP="006974AE">
      <w:r>
        <w:t>389.9495</w:t>
      </w:r>
      <w:r>
        <w:tab/>
        <w:t>1.013e0</w:t>
      </w:r>
    </w:p>
    <w:p w:rsidR="006974AE" w:rsidRDefault="006974AE" w:rsidP="006974AE">
      <w:r>
        <w:t>389.9673</w:t>
      </w:r>
      <w:r>
        <w:tab/>
        <w:t>2.025e0</w:t>
      </w:r>
    </w:p>
    <w:p w:rsidR="006974AE" w:rsidRDefault="006974AE" w:rsidP="006974AE">
      <w:r>
        <w:t>389.9772</w:t>
      </w:r>
      <w:r>
        <w:tab/>
        <w:t>1.013e0</w:t>
      </w:r>
    </w:p>
    <w:p w:rsidR="006974AE" w:rsidRDefault="006974AE" w:rsidP="006974AE">
      <w:r>
        <w:t>389.9984</w:t>
      </w:r>
      <w:r>
        <w:tab/>
        <w:t>1.013e0</w:t>
      </w:r>
    </w:p>
    <w:p w:rsidR="006974AE" w:rsidRDefault="006974AE" w:rsidP="006974AE">
      <w:r>
        <w:t>390.0048</w:t>
      </w:r>
      <w:r>
        <w:tab/>
        <w:t>1.013e0</w:t>
      </w:r>
    </w:p>
    <w:p w:rsidR="006974AE" w:rsidRDefault="006974AE" w:rsidP="006974AE">
      <w:r>
        <w:t>390.0334</w:t>
      </w:r>
      <w:r>
        <w:tab/>
        <w:t>1.013e0</w:t>
      </w:r>
    </w:p>
    <w:p w:rsidR="006974AE" w:rsidRDefault="006974AE" w:rsidP="006974AE">
      <w:r>
        <w:t>390.0468</w:t>
      </w:r>
      <w:r>
        <w:tab/>
        <w:t>1.013e0</w:t>
      </w:r>
    </w:p>
    <w:p w:rsidR="006974AE" w:rsidRDefault="006974AE" w:rsidP="006974AE">
      <w:r>
        <w:t>390.0552</w:t>
      </w:r>
      <w:r>
        <w:tab/>
        <w:t>1.013e0</w:t>
      </w:r>
    </w:p>
    <w:p w:rsidR="006974AE" w:rsidRDefault="006974AE" w:rsidP="006974AE">
      <w:r>
        <w:t>390.0650</w:t>
      </w:r>
      <w:r>
        <w:tab/>
        <w:t>3.038e0</w:t>
      </w:r>
    </w:p>
    <w:p w:rsidR="006974AE" w:rsidRDefault="006974AE" w:rsidP="006974AE">
      <w:r>
        <w:lastRenderedPageBreak/>
        <w:t>390.0760</w:t>
      </w:r>
      <w:r>
        <w:tab/>
        <w:t>4.051e0</w:t>
      </w:r>
    </w:p>
    <w:p w:rsidR="006974AE" w:rsidRDefault="006974AE" w:rsidP="006974AE">
      <w:r>
        <w:t>390.0827</w:t>
      </w:r>
      <w:r>
        <w:tab/>
        <w:t>2.025e0</w:t>
      </w:r>
    </w:p>
    <w:p w:rsidR="006974AE" w:rsidRDefault="006974AE" w:rsidP="006974AE">
      <w:r>
        <w:t>390.0882</w:t>
      </w:r>
      <w:r>
        <w:tab/>
        <w:t>1.013e0</w:t>
      </w:r>
    </w:p>
    <w:p w:rsidR="006974AE" w:rsidRDefault="006974AE" w:rsidP="006974AE">
      <w:r>
        <w:t>390.1151</w:t>
      </w:r>
      <w:r>
        <w:tab/>
        <w:t>1.013e0</w:t>
      </w:r>
    </w:p>
    <w:p w:rsidR="006974AE" w:rsidRDefault="006974AE" w:rsidP="006974AE">
      <w:r>
        <w:t>390.1210</w:t>
      </w:r>
      <w:r>
        <w:tab/>
        <w:t>2.025e0</w:t>
      </w:r>
    </w:p>
    <w:p w:rsidR="006974AE" w:rsidRDefault="006974AE" w:rsidP="006974AE">
      <w:r>
        <w:t>390.1292</w:t>
      </w:r>
      <w:r>
        <w:tab/>
        <w:t>1.013e0</w:t>
      </w:r>
    </w:p>
    <w:p w:rsidR="006974AE" w:rsidRDefault="006974AE" w:rsidP="006974AE">
      <w:r>
        <w:t>390.1543</w:t>
      </w:r>
      <w:r>
        <w:tab/>
        <w:t>2.025e0</w:t>
      </w:r>
    </w:p>
    <w:p w:rsidR="006974AE" w:rsidRDefault="006974AE" w:rsidP="006974AE">
      <w:r>
        <w:t>390.1712</w:t>
      </w:r>
      <w:r>
        <w:tab/>
        <w:t>1.013e0</w:t>
      </w:r>
    </w:p>
    <w:p w:rsidR="006974AE" w:rsidRDefault="006974AE" w:rsidP="006974AE">
      <w:r>
        <w:t>390.1914</w:t>
      </w:r>
      <w:r>
        <w:tab/>
        <w:t>1.013e0</w:t>
      </w:r>
    </w:p>
    <w:p w:rsidR="006974AE" w:rsidRDefault="006974AE" w:rsidP="006974AE">
      <w:r>
        <w:t>390.1968</w:t>
      </w:r>
      <w:r>
        <w:tab/>
        <w:t>3.038e0</w:t>
      </w:r>
    </w:p>
    <w:p w:rsidR="006974AE" w:rsidRDefault="006974AE" w:rsidP="006974AE">
      <w:r>
        <w:t>390.1983</w:t>
      </w:r>
      <w:r>
        <w:tab/>
        <w:t>5.063e0</w:t>
      </w:r>
    </w:p>
    <w:p w:rsidR="006974AE" w:rsidRDefault="006974AE" w:rsidP="006974AE">
      <w:r>
        <w:t>390.2054</w:t>
      </w:r>
      <w:r>
        <w:tab/>
        <w:t>2.025e0</w:t>
      </w:r>
    </w:p>
    <w:p w:rsidR="006974AE" w:rsidRDefault="006974AE" w:rsidP="006974AE">
      <w:r>
        <w:t>390.2089</w:t>
      </w:r>
      <w:r>
        <w:tab/>
        <w:t>2.025e0</w:t>
      </w:r>
    </w:p>
    <w:p w:rsidR="006974AE" w:rsidRDefault="006974AE" w:rsidP="006974AE">
      <w:r>
        <w:t>390.2257</w:t>
      </w:r>
      <w:r>
        <w:tab/>
        <w:t>2.025e0</w:t>
      </w:r>
    </w:p>
    <w:p w:rsidR="006974AE" w:rsidRDefault="006974AE" w:rsidP="006974AE">
      <w:r>
        <w:t>390.2330</w:t>
      </w:r>
      <w:r>
        <w:tab/>
        <w:t>8.101e0</w:t>
      </w:r>
    </w:p>
    <w:p w:rsidR="006974AE" w:rsidRDefault="006974AE" w:rsidP="006974AE">
      <w:r>
        <w:t>390.2389</w:t>
      </w:r>
      <w:r>
        <w:tab/>
        <w:t>2.025e0</w:t>
      </w:r>
    </w:p>
    <w:p w:rsidR="006974AE" w:rsidRDefault="006974AE" w:rsidP="006974AE">
      <w:r>
        <w:t>390.2421</w:t>
      </w:r>
      <w:r>
        <w:tab/>
        <w:t>3.038e0</w:t>
      </w:r>
    </w:p>
    <w:p w:rsidR="006974AE" w:rsidRDefault="006974AE" w:rsidP="006974AE">
      <w:r>
        <w:t>390.2758</w:t>
      </w:r>
      <w:r>
        <w:tab/>
        <w:t>2.025e0</w:t>
      </w:r>
    </w:p>
    <w:p w:rsidR="006974AE" w:rsidRDefault="006974AE" w:rsidP="006974AE">
      <w:r>
        <w:t>390.2863</w:t>
      </w:r>
      <w:r>
        <w:tab/>
        <w:t>3.038e0</w:t>
      </w:r>
    </w:p>
    <w:p w:rsidR="006974AE" w:rsidRDefault="006974AE" w:rsidP="006974AE">
      <w:r>
        <w:lastRenderedPageBreak/>
        <w:t>390.3020</w:t>
      </w:r>
      <w:r>
        <w:tab/>
        <w:t>1.013e0</w:t>
      </w:r>
    </w:p>
    <w:p w:rsidR="006974AE" w:rsidRDefault="006974AE" w:rsidP="006974AE">
      <w:r>
        <w:t>390.3087</w:t>
      </w:r>
      <w:r>
        <w:tab/>
        <w:t>2.025e0</w:t>
      </w:r>
    </w:p>
    <w:p w:rsidR="006974AE" w:rsidRDefault="006974AE" w:rsidP="006974AE">
      <w:r>
        <w:t>390.3131</w:t>
      </w:r>
      <w:r>
        <w:tab/>
        <w:t>1.013e0</w:t>
      </w:r>
    </w:p>
    <w:p w:rsidR="006974AE" w:rsidRDefault="006974AE" w:rsidP="006974AE">
      <w:r>
        <w:t>390.3202</w:t>
      </w:r>
      <w:r>
        <w:tab/>
        <w:t>2.025e0</w:t>
      </w:r>
    </w:p>
    <w:p w:rsidR="006974AE" w:rsidRDefault="006974AE" w:rsidP="006974AE">
      <w:r>
        <w:t>390.3233</w:t>
      </w:r>
      <w:r>
        <w:tab/>
        <w:t>1.013e0</w:t>
      </w:r>
    </w:p>
    <w:p w:rsidR="006974AE" w:rsidRDefault="006974AE" w:rsidP="006974AE">
      <w:r>
        <w:t>390.3719</w:t>
      </w:r>
      <w:r>
        <w:tab/>
        <w:t>3.038e0</w:t>
      </w:r>
    </w:p>
    <w:p w:rsidR="006974AE" w:rsidRDefault="006974AE" w:rsidP="006974AE">
      <w:r>
        <w:t>390.3807</w:t>
      </w:r>
      <w:r>
        <w:tab/>
        <w:t>1.013e0</w:t>
      </w:r>
    </w:p>
    <w:p w:rsidR="006974AE" w:rsidRDefault="006974AE" w:rsidP="006974AE">
      <w:r>
        <w:t>390.4481</w:t>
      </w:r>
      <w:r>
        <w:tab/>
        <w:t>1.013e0</w:t>
      </w:r>
    </w:p>
    <w:p w:rsidR="006974AE" w:rsidRDefault="006974AE" w:rsidP="006974AE">
      <w:r>
        <w:t>390.4611</w:t>
      </w:r>
      <w:r>
        <w:tab/>
        <w:t>1.013e0</w:t>
      </w:r>
    </w:p>
    <w:p w:rsidR="006974AE" w:rsidRDefault="006974AE" w:rsidP="006974AE">
      <w:r>
        <w:t>390.4699</w:t>
      </w:r>
      <w:r>
        <w:tab/>
        <w:t>1.013e0</w:t>
      </w:r>
    </w:p>
    <w:p w:rsidR="006974AE" w:rsidRDefault="006974AE" w:rsidP="006974AE">
      <w:r>
        <w:t>390.4819</w:t>
      </w:r>
      <w:r>
        <w:tab/>
        <w:t>1.013e0</w:t>
      </w:r>
    </w:p>
    <w:p w:rsidR="006974AE" w:rsidRDefault="006974AE" w:rsidP="006974AE">
      <w:r>
        <w:t>390.4962</w:t>
      </w:r>
      <w:r>
        <w:tab/>
        <w:t>1.013e0</w:t>
      </w:r>
    </w:p>
    <w:p w:rsidR="006974AE" w:rsidRDefault="006974AE" w:rsidP="006974AE">
      <w:r>
        <w:t>390.5119</w:t>
      </w:r>
      <w:r>
        <w:tab/>
        <w:t>1.013e0</w:t>
      </w:r>
    </w:p>
    <w:p w:rsidR="006974AE" w:rsidRDefault="006974AE" w:rsidP="006974AE">
      <w:r>
        <w:t>390.6069</w:t>
      </w:r>
      <w:r>
        <w:tab/>
        <w:t>1.013e0</w:t>
      </w:r>
    </w:p>
    <w:p w:rsidR="006974AE" w:rsidRDefault="006974AE" w:rsidP="006974AE">
      <w:r>
        <w:t>390.6266</w:t>
      </w:r>
      <w:r>
        <w:tab/>
        <w:t>3.038e0</w:t>
      </w:r>
    </w:p>
    <w:p w:rsidR="006974AE" w:rsidRDefault="006974AE" w:rsidP="006974AE">
      <w:r>
        <w:t>390.6431</w:t>
      </w:r>
      <w:r>
        <w:tab/>
        <w:t>1.013e0</w:t>
      </w:r>
    </w:p>
    <w:p w:rsidR="006974AE" w:rsidRDefault="006974AE" w:rsidP="006974AE">
      <w:r>
        <w:t>390.6609</w:t>
      </w:r>
      <w:r>
        <w:tab/>
        <w:t>1.013e0</w:t>
      </w:r>
    </w:p>
    <w:p w:rsidR="006974AE" w:rsidRDefault="006974AE" w:rsidP="006974AE">
      <w:r>
        <w:t>390.6692</w:t>
      </w:r>
      <w:r>
        <w:tab/>
        <w:t>1.013e0</w:t>
      </w:r>
    </w:p>
    <w:p w:rsidR="006974AE" w:rsidRDefault="006974AE" w:rsidP="006974AE">
      <w:r>
        <w:t>390.6895</w:t>
      </w:r>
      <w:r>
        <w:tab/>
        <w:t>1.013e0</w:t>
      </w:r>
    </w:p>
    <w:p w:rsidR="006974AE" w:rsidRDefault="006974AE" w:rsidP="006974AE">
      <w:r>
        <w:lastRenderedPageBreak/>
        <w:t>390.7495</w:t>
      </w:r>
      <w:r>
        <w:tab/>
        <w:t>1.013e0</w:t>
      </w:r>
    </w:p>
    <w:p w:rsidR="006974AE" w:rsidRDefault="006974AE" w:rsidP="006974AE">
      <w:r>
        <w:t>390.7583</w:t>
      </w:r>
      <w:r>
        <w:tab/>
        <w:t>2.025e0</w:t>
      </w:r>
    </w:p>
    <w:p w:rsidR="006974AE" w:rsidRDefault="006974AE" w:rsidP="006974AE">
      <w:r>
        <w:t>390.7955</w:t>
      </w:r>
      <w:r>
        <w:tab/>
        <w:t>1.013e0</w:t>
      </w:r>
    </w:p>
    <w:p w:rsidR="006974AE" w:rsidRDefault="006974AE" w:rsidP="006974AE">
      <w:r>
        <w:t>390.8133</w:t>
      </w:r>
      <w:r>
        <w:tab/>
        <w:t>1.013e0</w:t>
      </w:r>
    </w:p>
    <w:p w:rsidR="006974AE" w:rsidRDefault="006974AE" w:rsidP="006974AE">
      <w:r>
        <w:t>390.8212</w:t>
      </w:r>
      <w:r>
        <w:tab/>
        <w:t>2.025e0</w:t>
      </w:r>
    </w:p>
    <w:p w:rsidR="006974AE" w:rsidRDefault="006974AE" w:rsidP="006974AE">
      <w:r>
        <w:t>390.8253</w:t>
      </w:r>
      <w:r>
        <w:tab/>
        <w:t>2.025e0</w:t>
      </w:r>
    </w:p>
    <w:p w:rsidR="006974AE" w:rsidRDefault="006974AE" w:rsidP="006974AE">
      <w:r>
        <w:t>390.8596</w:t>
      </w:r>
      <w:r>
        <w:tab/>
        <w:t>1.013e0</w:t>
      </w:r>
    </w:p>
    <w:p w:rsidR="006974AE" w:rsidRDefault="006974AE" w:rsidP="006974AE">
      <w:r>
        <w:t>390.8628</w:t>
      </w:r>
      <w:r>
        <w:tab/>
        <w:t>2.025e0</w:t>
      </w:r>
    </w:p>
    <w:p w:rsidR="006974AE" w:rsidRDefault="006974AE" w:rsidP="006974AE">
      <w:r>
        <w:t>390.8694</w:t>
      </w:r>
      <w:r>
        <w:tab/>
        <w:t>1.013e0</w:t>
      </w:r>
    </w:p>
    <w:p w:rsidR="006974AE" w:rsidRDefault="006974AE" w:rsidP="006974AE">
      <w:r>
        <w:t>390.8846</w:t>
      </w:r>
      <w:r>
        <w:tab/>
        <w:t>1.013e0</w:t>
      </w:r>
    </w:p>
    <w:p w:rsidR="006974AE" w:rsidRDefault="006974AE" w:rsidP="006974AE">
      <w:r>
        <w:t>390.9059</w:t>
      </w:r>
      <w:r>
        <w:tab/>
        <w:t>1.013e0</w:t>
      </w:r>
    </w:p>
    <w:p w:rsidR="006974AE" w:rsidRDefault="006974AE" w:rsidP="006974AE">
      <w:r>
        <w:t>390.9232</w:t>
      </w:r>
      <w:r>
        <w:tab/>
        <w:t>1.013e0</w:t>
      </w:r>
    </w:p>
    <w:p w:rsidR="006974AE" w:rsidRDefault="006974AE" w:rsidP="006974AE">
      <w:r>
        <w:t>390.9395</w:t>
      </w:r>
      <w:r>
        <w:tab/>
        <w:t>3.038e0</w:t>
      </w:r>
    </w:p>
    <w:p w:rsidR="006974AE" w:rsidRDefault="006974AE" w:rsidP="006974AE">
      <w:r>
        <w:t>390.9445</w:t>
      </w:r>
      <w:r>
        <w:tab/>
        <w:t>1.013e0</w:t>
      </w:r>
    </w:p>
    <w:p w:rsidR="006974AE" w:rsidRDefault="006974AE" w:rsidP="006974AE">
      <w:r>
        <w:t>390.9595</w:t>
      </w:r>
      <w:r>
        <w:tab/>
        <w:t>1.013e0</w:t>
      </w:r>
    </w:p>
    <w:p w:rsidR="006974AE" w:rsidRDefault="006974AE" w:rsidP="006974AE">
      <w:r>
        <w:t>390.9696</w:t>
      </w:r>
      <w:r>
        <w:tab/>
        <w:t>1.013e0</w:t>
      </w:r>
    </w:p>
    <w:p w:rsidR="006974AE" w:rsidRDefault="006974AE" w:rsidP="006974AE">
      <w:r>
        <w:t>390.9802</w:t>
      </w:r>
      <w:r>
        <w:tab/>
        <w:t>1.013e0</w:t>
      </w:r>
    </w:p>
    <w:p w:rsidR="006974AE" w:rsidRDefault="006974AE" w:rsidP="006974AE">
      <w:r>
        <w:t>390.9946</w:t>
      </w:r>
      <w:r>
        <w:tab/>
        <w:t>1.013e0</w:t>
      </w:r>
    </w:p>
    <w:p w:rsidR="006974AE" w:rsidRDefault="006974AE" w:rsidP="006974AE">
      <w:r>
        <w:t>391.0218</w:t>
      </w:r>
      <w:r>
        <w:tab/>
        <w:t>2.025e0</w:t>
      </w:r>
    </w:p>
    <w:p w:rsidR="006974AE" w:rsidRDefault="006974AE" w:rsidP="006974AE">
      <w:r>
        <w:lastRenderedPageBreak/>
        <w:t>391.0327</w:t>
      </w:r>
      <w:r>
        <w:tab/>
        <w:t>1.013e0</w:t>
      </w:r>
    </w:p>
    <w:p w:rsidR="006974AE" w:rsidRDefault="006974AE" w:rsidP="006974AE">
      <w:r>
        <w:t>391.0583</w:t>
      </w:r>
      <w:r>
        <w:tab/>
        <w:t>1.013e0</w:t>
      </w:r>
    </w:p>
    <w:p w:rsidR="006974AE" w:rsidRDefault="006974AE" w:rsidP="006974AE">
      <w:r>
        <w:t>391.0741</w:t>
      </w:r>
      <w:r>
        <w:tab/>
        <w:t>4.051e0</w:t>
      </w:r>
    </w:p>
    <w:p w:rsidR="006974AE" w:rsidRDefault="006974AE" w:rsidP="006974AE">
      <w:r>
        <w:t>391.0841</w:t>
      </w:r>
      <w:r>
        <w:tab/>
        <w:t>1.013e0</w:t>
      </w:r>
    </w:p>
    <w:p w:rsidR="006974AE" w:rsidRDefault="006974AE" w:rsidP="006974AE">
      <w:r>
        <w:t>391.0911</w:t>
      </w:r>
      <w:r>
        <w:tab/>
        <w:t>1.013e0</w:t>
      </w:r>
    </w:p>
    <w:p w:rsidR="006974AE" w:rsidRDefault="006974AE" w:rsidP="006974AE">
      <w:r>
        <w:t>391.0964</w:t>
      </w:r>
      <w:r>
        <w:tab/>
        <w:t>1.013e0</w:t>
      </w:r>
    </w:p>
    <w:p w:rsidR="006974AE" w:rsidRDefault="006974AE" w:rsidP="006974AE">
      <w:r>
        <w:t>391.1069</w:t>
      </w:r>
      <w:r>
        <w:tab/>
        <w:t>1.215e1</w:t>
      </w:r>
    </w:p>
    <w:p w:rsidR="006974AE" w:rsidRDefault="006974AE" w:rsidP="006974AE">
      <w:r>
        <w:t>391.1118</w:t>
      </w:r>
      <w:r>
        <w:tab/>
        <w:t>1.013e0</w:t>
      </w:r>
    </w:p>
    <w:p w:rsidR="006974AE" w:rsidRDefault="006974AE" w:rsidP="006974AE">
      <w:r>
        <w:t>391.1252</w:t>
      </w:r>
      <w:r>
        <w:tab/>
        <w:t>3.038e0</w:t>
      </w:r>
    </w:p>
    <w:p w:rsidR="006974AE" w:rsidRDefault="006974AE" w:rsidP="006974AE">
      <w:r>
        <w:t>391.1390</w:t>
      </w:r>
      <w:r>
        <w:tab/>
        <w:t>1.013e0</w:t>
      </w:r>
    </w:p>
    <w:p w:rsidR="006974AE" w:rsidRDefault="006974AE" w:rsidP="006974AE">
      <w:r>
        <w:t>391.1716</w:t>
      </w:r>
      <w:r>
        <w:tab/>
        <w:t>2.025e0</w:t>
      </w:r>
    </w:p>
    <w:p w:rsidR="006974AE" w:rsidRDefault="006974AE" w:rsidP="006974AE">
      <w:r>
        <w:t>391.1856</w:t>
      </w:r>
      <w:r>
        <w:tab/>
        <w:t>1.013e0</w:t>
      </w:r>
    </w:p>
    <w:p w:rsidR="006974AE" w:rsidRDefault="006974AE" w:rsidP="006974AE">
      <w:r>
        <w:t>391.1889</w:t>
      </w:r>
      <w:r>
        <w:tab/>
        <w:t>1.013e0</w:t>
      </w:r>
    </w:p>
    <w:p w:rsidR="006974AE" w:rsidRDefault="006974AE" w:rsidP="006974AE">
      <w:r>
        <w:t>391.1913</w:t>
      </w:r>
      <w:r>
        <w:tab/>
        <w:t>2.025e0</w:t>
      </w:r>
    </w:p>
    <w:p w:rsidR="006974AE" w:rsidRDefault="006974AE" w:rsidP="006974AE">
      <w:r>
        <w:t>391.1977</w:t>
      </w:r>
      <w:r>
        <w:tab/>
        <w:t>2.025e0</w:t>
      </w:r>
    </w:p>
    <w:p w:rsidR="006974AE" w:rsidRDefault="006974AE" w:rsidP="006974AE">
      <w:r>
        <w:t>391.2068</w:t>
      </w:r>
      <w:r>
        <w:tab/>
        <w:t>1.013e0</w:t>
      </w:r>
    </w:p>
    <w:p w:rsidR="006974AE" w:rsidRDefault="006974AE" w:rsidP="006974AE">
      <w:r>
        <w:t>391.2102</w:t>
      </w:r>
      <w:r>
        <w:tab/>
        <w:t>1.013e0</w:t>
      </w:r>
    </w:p>
    <w:p w:rsidR="006974AE" w:rsidRDefault="006974AE" w:rsidP="006974AE">
      <w:r>
        <w:t>391.2271</w:t>
      </w:r>
      <w:r>
        <w:tab/>
        <w:t>3.025e0</w:t>
      </w:r>
    </w:p>
    <w:p w:rsidR="006974AE" w:rsidRDefault="006974AE" w:rsidP="006974AE">
      <w:r>
        <w:t>391.2790</w:t>
      </w:r>
      <w:r>
        <w:tab/>
        <w:t>2.532e1</w:t>
      </w:r>
    </w:p>
    <w:p w:rsidR="006974AE" w:rsidRDefault="006974AE" w:rsidP="006974AE">
      <w:r>
        <w:lastRenderedPageBreak/>
        <w:t>391.2826</w:t>
      </w:r>
      <w:r>
        <w:tab/>
        <w:t>2.228e1</w:t>
      </w:r>
    </w:p>
    <w:p w:rsidR="006974AE" w:rsidRDefault="006974AE" w:rsidP="006974AE">
      <w:r>
        <w:t>391.2874</w:t>
      </w:r>
      <w:r>
        <w:tab/>
        <w:t>4.121e1</w:t>
      </w:r>
    </w:p>
    <w:p w:rsidR="006974AE" w:rsidRDefault="006974AE" w:rsidP="006974AE">
      <w:r>
        <w:t>391.2889</w:t>
      </w:r>
      <w:r>
        <w:tab/>
        <w:t>6.058e1</w:t>
      </w:r>
    </w:p>
    <w:p w:rsidR="006974AE" w:rsidRDefault="006974AE" w:rsidP="006974AE">
      <w:r>
        <w:t>391.2900</w:t>
      </w:r>
      <w:r>
        <w:tab/>
        <w:t>2.470e1</w:t>
      </w:r>
    </w:p>
    <w:p w:rsidR="006974AE" w:rsidRDefault="006974AE" w:rsidP="006974AE">
      <w:r>
        <w:t>391.3627</w:t>
      </w:r>
      <w:r>
        <w:tab/>
        <w:t>2.025e0</w:t>
      </w:r>
    </w:p>
    <w:p w:rsidR="006974AE" w:rsidRDefault="006974AE" w:rsidP="006974AE">
      <w:r>
        <w:t>391.3739</w:t>
      </w:r>
      <w:r>
        <w:tab/>
        <w:t>2.025e0</w:t>
      </w:r>
    </w:p>
    <w:p w:rsidR="006974AE" w:rsidRDefault="006974AE" w:rsidP="006974AE">
      <w:r>
        <w:t>391.4101</w:t>
      </w:r>
      <w:r>
        <w:tab/>
        <w:t>2.025e0</w:t>
      </w:r>
    </w:p>
    <w:p w:rsidR="006974AE" w:rsidRDefault="006974AE" w:rsidP="006974AE">
      <w:r>
        <w:t>391.4443</w:t>
      </w:r>
      <w:r>
        <w:tab/>
        <w:t>1.013e0</w:t>
      </w:r>
    </w:p>
    <w:p w:rsidR="006974AE" w:rsidRDefault="006974AE" w:rsidP="006974AE">
      <w:r>
        <w:t>391.4476</w:t>
      </w:r>
      <w:r>
        <w:tab/>
        <w:t>1.013e0</w:t>
      </w:r>
    </w:p>
    <w:p w:rsidR="006974AE" w:rsidRDefault="006974AE" w:rsidP="006974AE">
      <w:r>
        <w:t>391.4900</w:t>
      </w:r>
      <w:r>
        <w:tab/>
        <w:t>1.013e0</w:t>
      </w:r>
    </w:p>
    <w:p w:rsidR="006974AE" w:rsidRDefault="006974AE" w:rsidP="006974AE">
      <w:r>
        <w:t>391.5000</w:t>
      </w:r>
      <w:r>
        <w:tab/>
        <w:t>1.013e0</w:t>
      </w:r>
    </w:p>
    <w:p w:rsidR="006974AE" w:rsidRDefault="006974AE" w:rsidP="006974AE">
      <w:r>
        <w:t>391.5074</w:t>
      </w:r>
      <w:r>
        <w:tab/>
        <w:t>2.025e0</w:t>
      </w:r>
    </w:p>
    <w:p w:rsidR="006974AE" w:rsidRDefault="006974AE" w:rsidP="006974AE">
      <w:r>
        <w:t>391.5213</w:t>
      </w:r>
      <w:r>
        <w:tab/>
        <w:t>1.013e0</w:t>
      </w:r>
    </w:p>
    <w:p w:rsidR="006974AE" w:rsidRDefault="006974AE" w:rsidP="006974AE">
      <w:r>
        <w:t>391.5416</w:t>
      </w:r>
      <w:r>
        <w:tab/>
        <w:t>1.013e0</w:t>
      </w:r>
    </w:p>
    <w:p w:rsidR="006974AE" w:rsidRDefault="006974AE" w:rsidP="006974AE">
      <w:r>
        <w:t>391.5517</w:t>
      </w:r>
      <w:r>
        <w:tab/>
        <w:t>2.025e0</w:t>
      </w:r>
    </w:p>
    <w:p w:rsidR="006974AE" w:rsidRDefault="006974AE" w:rsidP="006974AE">
      <w:r>
        <w:t>391.5968</w:t>
      </w:r>
      <w:r>
        <w:tab/>
        <w:t>1.013e0</w:t>
      </w:r>
    </w:p>
    <w:p w:rsidR="006974AE" w:rsidRDefault="006974AE" w:rsidP="006974AE">
      <w:r>
        <w:t>391.6425</w:t>
      </w:r>
      <w:r>
        <w:tab/>
        <w:t>1.013e0</w:t>
      </w:r>
    </w:p>
    <w:p w:rsidR="006974AE" w:rsidRDefault="006974AE" w:rsidP="006974AE">
      <w:r>
        <w:t>391.6642</w:t>
      </w:r>
      <w:r>
        <w:tab/>
        <w:t>1.013e0</w:t>
      </w:r>
    </w:p>
    <w:p w:rsidR="006974AE" w:rsidRDefault="006974AE" w:rsidP="006974AE">
      <w:r>
        <w:t>391.6808</w:t>
      </w:r>
      <w:r>
        <w:tab/>
        <w:t>1.013e0</w:t>
      </w:r>
    </w:p>
    <w:p w:rsidR="006974AE" w:rsidRDefault="006974AE" w:rsidP="006974AE">
      <w:r>
        <w:lastRenderedPageBreak/>
        <w:t>391.7000</w:t>
      </w:r>
      <w:r>
        <w:tab/>
        <w:t>2.025e0</w:t>
      </w:r>
    </w:p>
    <w:p w:rsidR="006974AE" w:rsidRDefault="006974AE" w:rsidP="006974AE">
      <w:r>
        <w:t>391.7016</w:t>
      </w:r>
      <w:r>
        <w:tab/>
        <w:t>1.013e0</w:t>
      </w:r>
    </w:p>
    <w:p w:rsidR="006974AE" w:rsidRDefault="006974AE" w:rsidP="006974AE">
      <w:r>
        <w:t>391.7062</w:t>
      </w:r>
      <w:r>
        <w:tab/>
        <w:t>1.013e0</w:t>
      </w:r>
    </w:p>
    <w:p w:rsidR="006974AE" w:rsidRDefault="006974AE" w:rsidP="006974AE">
      <w:r>
        <w:t>391.7106</w:t>
      </w:r>
      <w:r>
        <w:tab/>
        <w:t>1.013e0</w:t>
      </w:r>
    </w:p>
    <w:p w:rsidR="006974AE" w:rsidRDefault="006974AE" w:rsidP="006974AE">
      <w:r>
        <w:t>391.7432</w:t>
      </w:r>
      <w:r>
        <w:tab/>
        <w:t>1.013e0</w:t>
      </w:r>
    </w:p>
    <w:p w:rsidR="006974AE" w:rsidRDefault="006974AE" w:rsidP="006974AE">
      <w:r>
        <w:t>391.7526</w:t>
      </w:r>
      <w:r>
        <w:tab/>
        <w:t>1.013e0</w:t>
      </w:r>
    </w:p>
    <w:p w:rsidR="006974AE" w:rsidRDefault="006974AE" w:rsidP="006974AE">
      <w:r>
        <w:t>391.7705</w:t>
      </w:r>
      <w:r>
        <w:tab/>
        <w:t>1.013e0</w:t>
      </w:r>
    </w:p>
    <w:p w:rsidR="006974AE" w:rsidRDefault="006974AE" w:rsidP="006974AE">
      <w:r>
        <w:t>391.8126</w:t>
      </w:r>
      <w:r>
        <w:tab/>
        <w:t>1.013e0</w:t>
      </w:r>
    </w:p>
    <w:p w:rsidR="006974AE" w:rsidRDefault="006974AE" w:rsidP="006974AE">
      <w:r>
        <w:t>391.8253</w:t>
      </w:r>
      <w:r>
        <w:tab/>
        <w:t>2.025e0</w:t>
      </w:r>
    </w:p>
    <w:p w:rsidR="006974AE" w:rsidRDefault="006974AE" w:rsidP="006974AE">
      <w:r>
        <w:t>391.8334</w:t>
      </w:r>
      <w:r>
        <w:tab/>
        <w:t>1.013e0</w:t>
      </w:r>
    </w:p>
    <w:p w:rsidR="006974AE" w:rsidRDefault="006974AE" w:rsidP="006974AE">
      <w:r>
        <w:t>391.8418</w:t>
      </w:r>
      <w:r>
        <w:tab/>
        <w:t>1.013e0</w:t>
      </w:r>
    </w:p>
    <w:p w:rsidR="006974AE" w:rsidRDefault="006974AE" w:rsidP="006974AE">
      <w:r>
        <w:t>391.8538</w:t>
      </w:r>
      <w:r>
        <w:tab/>
        <w:t>1.013e0</w:t>
      </w:r>
    </w:p>
    <w:p w:rsidR="006974AE" w:rsidRDefault="006974AE" w:rsidP="006974AE">
      <w:r>
        <w:t>391.8705</w:t>
      </w:r>
      <w:r>
        <w:tab/>
        <w:t>3.038e0</w:t>
      </w:r>
    </w:p>
    <w:p w:rsidR="006974AE" w:rsidRDefault="006974AE" w:rsidP="006974AE">
      <w:r>
        <w:t>391.8843</w:t>
      </w:r>
      <w:r>
        <w:tab/>
        <w:t>1.013e0</w:t>
      </w:r>
    </w:p>
    <w:p w:rsidR="006974AE" w:rsidRDefault="006974AE" w:rsidP="006974AE">
      <w:r>
        <w:t>391.9055</w:t>
      </w:r>
      <w:r>
        <w:tab/>
        <w:t>1.013e0</w:t>
      </w:r>
    </w:p>
    <w:p w:rsidR="006974AE" w:rsidRDefault="006974AE" w:rsidP="006974AE">
      <w:r>
        <w:t>391.9172</w:t>
      </w:r>
      <w:r>
        <w:tab/>
        <w:t>4.051e0</w:t>
      </w:r>
    </w:p>
    <w:p w:rsidR="006974AE" w:rsidRDefault="006974AE" w:rsidP="006974AE">
      <w:r>
        <w:t>391.9187</w:t>
      </w:r>
      <w:r>
        <w:tab/>
        <w:t>2.025e0</w:t>
      </w:r>
    </w:p>
    <w:p w:rsidR="006974AE" w:rsidRDefault="006974AE" w:rsidP="006974AE">
      <w:r>
        <w:t>391.9373</w:t>
      </w:r>
      <w:r>
        <w:tab/>
        <w:t>2.025e0</w:t>
      </w:r>
    </w:p>
    <w:p w:rsidR="006974AE" w:rsidRDefault="006974AE" w:rsidP="006974AE">
      <w:r>
        <w:t>391.9475</w:t>
      </w:r>
      <w:r>
        <w:tab/>
        <w:t>2.025e0</w:t>
      </w:r>
    </w:p>
    <w:p w:rsidR="006974AE" w:rsidRDefault="006974AE" w:rsidP="006974AE">
      <w:r>
        <w:lastRenderedPageBreak/>
        <w:t>391.9497</w:t>
      </w:r>
      <w:r>
        <w:tab/>
        <w:t>2.025e0</w:t>
      </w:r>
    </w:p>
    <w:p w:rsidR="006974AE" w:rsidRDefault="006974AE" w:rsidP="006974AE">
      <w:r>
        <w:t>391.9648</w:t>
      </w:r>
      <w:r>
        <w:tab/>
        <w:t>1.013e0</w:t>
      </w:r>
    </w:p>
    <w:p w:rsidR="006974AE" w:rsidRDefault="006974AE" w:rsidP="006974AE">
      <w:r>
        <w:t>391.9691</w:t>
      </w:r>
      <w:r>
        <w:tab/>
        <w:t>1.013e0</w:t>
      </w:r>
    </w:p>
    <w:p w:rsidR="006974AE" w:rsidRDefault="006974AE" w:rsidP="006974AE">
      <w:r>
        <w:t>391.9792</w:t>
      </w:r>
      <w:r>
        <w:tab/>
        <w:t>1.013e0</w:t>
      </w:r>
    </w:p>
    <w:p w:rsidR="006974AE" w:rsidRDefault="006974AE" w:rsidP="006974AE">
      <w:r>
        <w:t>391.9901</w:t>
      </w:r>
      <w:r>
        <w:tab/>
        <w:t>2.025e0</w:t>
      </w:r>
    </w:p>
    <w:p w:rsidR="006974AE" w:rsidRDefault="006974AE" w:rsidP="006974AE">
      <w:r>
        <w:t>392.0000</w:t>
      </w:r>
      <w:r>
        <w:tab/>
        <w:t>2.025e0</w:t>
      </w:r>
    </w:p>
    <w:p w:rsidR="006974AE" w:rsidRDefault="006974AE" w:rsidP="006974AE">
      <w:r>
        <w:t>392.0111</w:t>
      </w:r>
      <w:r>
        <w:tab/>
        <w:t>1.013e0</w:t>
      </w:r>
    </w:p>
    <w:p w:rsidR="006974AE" w:rsidRDefault="006974AE" w:rsidP="006974AE">
      <w:r>
        <w:t>392.0218</w:t>
      </w:r>
      <w:r>
        <w:tab/>
        <w:t>2.025e0</w:t>
      </w:r>
    </w:p>
    <w:p w:rsidR="006974AE" w:rsidRDefault="006974AE" w:rsidP="006974AE">
      <w:r>
        <w:t>392.0363</w:t>
      </w:r>
      <w:r>
        <w:tab/>
        <w:t>1.013e0</w:t>
      </w:r>
    </w:p>
    <w:p w:rsidR="006974AE" w:rsidRDefault="006974AE" w:rsidP="006974AE">
      <w:r>
        <w:t>392.0793</w:t>
      </w:r>
      <w:r>
        <w:tab/>
        <w:t>1.013e0</w:t>
      </w:r>
    </w:p>
    <w:p w:rsidR="006974AE" w:rsidRDefault="006974AE" w:rsidP="006974AE">
      <w:r>
        <w:t>392.0866</w:t>
      </w:r>
      <w:r>
        <w:tab/>
        <w:t>4.979e0</w:t>
      </w:r>
    </w:p>
    <w:p w:rsidR="006974AE" w:rsidRDefault="006974AE" w:rsidP="006974AE">
      <w:r>
        <w:t>392.0962</w:t>
      </w:r>
      <w:r>
        <w:tab/>
        <w:t>1.013e0</w:t>
      </w:r>
    </w:p>
    <w:p w:rsidR="006974AE" w:rsidRDefault="006974AE" w:rsidP="006974AE">
      <w:r>
        <w:t>392.1000</w:t>
      </w:r>
      <w:r>
        <w:tab/>
        <w:t>1.013e0</w:t>
      </w:r>
    </w:p>
    <w:p w:rsidR="006974AE" w:rsidRDefault="006974AE" w:rsidP="006974AE">
      <w:r>
        <w:t>392.1111</w:t>
      </w:r>
      <w:r>
        <w:tab/>
        <w:t>1.013e0</w:t>
      </w:r>
    </w:p>
    <w:p w:rsidR="006974AE" w:rsidRDefault="006974AE" w:rsidP="006974AE">
      <w:r>
        <w:t>392.1301</w:t>
      </w:r>
      <w:r>
        <w:tab/>
        <w:t>2.025e0</w:t>
      </w:r>
    </w:p>
    <w:p w:rsidR="006974AE" w:rsidRDefault="006974AE" w:rsidP="006974AE">
      <w:r>
        <w:t>392.1320</w:t>
      </w:r>
      <w:r>
        <w:tab/>
        <w:t>2.025e0</w:t>
      </w:r>
    </w:p>
    <w:p w:rsidR="006974AE" w:rsidRDefault="006974AE" w:rsidP="006974AE">
      <w:r>
        <w:t>392.1420</w:t>
      </w:r>
      <w:r>
        <w:tab/>
        <w:t>3.038e0</w:t>
      </w:r>
    </w:p>
    <w:p w:rsidR="006974AE" w:rsidRDefault="006974AE" w:rsidP="006974AE">
      <w:r>
        <w:t>392.1443</w:t>
      </w:r>
      <w:r>
        <w:tab/>
        <w:t>4.051e0</w:t>
      </w:r>
    </w:p>
    <w:p w:rsidR="006974AE" w:rsidRDefault="006974AE" w:rsidP="006974AE">
      <w:r>
        <w:t>392.1675</w:t>
      </w:r>
      <w:r>
        <w:tab/>
        <w:t>1.013e0</w:t>
      </w:r>
    </w:p>
    <w:p w:rsidR="006974AE" w:rsidRDefault="006974AE" w:rsidP="006974AE">
      <w:r>
        <w:lastRenderedPageBreak/>
        <w:t>392.1888</w:t>
      </w:r>
      <w:r>
        <w:tab/>
        <w:t>1.013e0</w:t>
      </w:r>
    </w:p>
    <w:p w:rsidR="006974AE" w:rsidRDefault="006974AE" w:rsidP="006974AE">
      <w:r>
        <w:t>392.1998</w:t>
      </w:r>
      <w:r>
        <w:tab/>
        <w:t>2.025e0</w:t>
      </w:r>
    </w:p>
    <w:p w:rsidR="006974AE" w:rsidRDefault="006974AE" w:rsidP="006974AE">
      <w:r>
        <w:t>392.2014</w:t>
      </w:r>
      <w:r>
        <w:tab/>
        <w:t>1.013e0</w:t>
      </w:r>
    </w:p>
    <w:p w:rsidR="006974AE" w:rsidRDefault="006974AE" w:rsidP="006974AE">
      <w:r>
        <w:t>392.2274</w:t>
      </w:r>
      <w:r>
        <w:tab/>
        <w:t>2.025e0</w:t>
      </w:r>
    </w:p>
    <w:p w:rsidR="006974AE" w:rsidRDefault="006974AE" w:rsidP="006974AE">
      <w:r>
        <w:t>392.2367</w:t>
      </w:r>
      <w:r>
        <w:tab/>
        <w:t>2.025e0</w:t>
      </w:r>
    </w:p>
    <w:p w:rsidR="006974AE" w:rsidRDefault="006974AE" w:rsidP="006974AE">
      <w:r>
        <w:t>392.2431</w:t>
      </w:r>
      <w:r>
        <w:tab/>
        <w:t>1.013e0</w:t>
      </w:r>
    </w:p>
    <w:p w:rsidR="006974AE" w:rsidRDefault="006974AE" w:rsidP="006974AE">
      <w:r>
        <w:t>392.2760</w:t>
      </w:r>
      <w:r>
        <w:tab/>
        <w:t>2.025e0</w:t>
      </w:r>
    </w:p>
    <w:p w:rsidR="006974AE" w:rsidRDefault="006974AE" w:rsidP="006974AE">
      <w:r>
        <w:t>392.2797</w:t>
      </w:r>
      <w:r>
        <w:tab/>
        <w:t>7.089e0</w:t>
      </w:r>
    </w:p>
    <w:p w:rsidR="006974AE" w:rsidRDefault="006974AE" w:rsidP="006974AE">
      <w:r>
        <w:t>392.2845</w:t>
      </w:r>
      <w:r>
        <w:tab/>
        <w:t>7.089e0</w:t>
      </w:r>
    </w:p>
    <w:p w:rsidR="006974AE" w:rsidRDefault="006974AE" w:rsidP="006974AE">
      <w:r>
        <w:t>392.2908</w:t>
      </w:r>
      <w:r>
        <w:tab/>
        <w:t>9.997e0</w:t>
      </w:r>
    </w:p>
    <w:p w:rsidR="006974AE" w:rsidRDefault="006974AE" w:rsidP="006974AE">
      <w:r>
        <w:t>392.2927</w:t>
      </w:r>
      <w:r>
        <w:tab/>
        <w:t>4.051e0</w:t>
      </w:r>
    </w:p>
    <w:p w:rsidR="006974AE" w:rsidRDefault="006974AE" w:rsidP="006974AE">
      <w:r>
        <w:t>392.2993</w:t>
      </w:r>
      <w:r>
        <w:tab/>
        <w:t>7.089e0</w:t>
      </w:r>
    </w:p>
    <w:p w:rsidR="006974AE" w:rsidRDefault="006974AE" w:rsidP="006974AE">
      <w:r>
        <w:t>392.3053</w:t>
      </w:r>
      <w:r>
        <w:tab/>
        <w:t>7.089e0</w:t>
      </w:r>
    </w:p>
    <w:p w:rsidR="006974AE" w:rsidRDefault="006974AE" w:rsidP="006974AE">
      <w:r>
        <w:t>392.3238</w:t>
      </w:r>
      <w:r>
        <w:tab/>
        <w:t>3.038e0</w:t>
      </w:r>
    </w:p>
    <w:p w:rsidR="006974AE" w:rsidRDefault="006974AE" w:rsidP="006974AE">
      <w:r>
        <w:t>392.3605</w:t>
      </w:r>
      <w:r>
        <w:tab/>
        <w:t>2.025e0</w:t>
      </w:r>
    </w:p>
    <w:p w:rsidR="006974AE" w:rsidRDefault="006974AE" w:rsidP="006974AE">
      <w:r>
        <w:t>392.3890</w:t>
      </w:r>
      <w:r>
        <w:tab/>
        <w:t>1.013e0</w:t>
      </w:r>
    </w:p>
    <w:p w:rsidR="006974AE" w:rsidRDefault="006974AE" w:rsidP="006974AE">
      <w:r>
        <w:t>392.4050</w:t>
      </w:r>
      <w:r>
        <w:tab/>
        <w:t>1.013e0</w:t>
      </w:r>
    </w:p>
    <w:p w:rsidR="006974AE" w:rsidRDefault="006974AE" w:rsidP="006974AE">
      <w:r>
        <w:t>392.4229</w:t>
      </w:r>
      <w:r>
        <w:tab/>
        <w:t>1.013e0</w:t>
      </w:r>
    </w:p>
    <w:p w:rsidR="006974AE" w:rsidRDefault="006974AE" w:rsidP="006974AE">
      <w:r>
        <w:t>392.4510</w:t>
      </w:r>
      <w:r>
        <w:tab/>
        <w:t>1.013e0</w:t>
      </w:r>
    </w:p>
    <w:p w:rsidR="006974AE" w:rsidRDefault="006974AE" w:rsidP="006974AE">
      <w:r>
        <w:lastRenderedPageBreak/>
        <w:t>392.4557</w:t>
      </w:r>
      <w:r>
        <w:tab/>
        <w:t>2.025e0</w:t>
      </w:r>
    </w:p>
    <w:p w:rsidR="006974AE" w:rsidRDefault="006974AE" w:rsidP="006974AE">
      <w:r>
        <w:t>392.5066</w:t>
      </w:r>
      <w:r>
        <w:tab/>
        <w:t>1.013e0</w:t>
      </w:r>
    </w:p>
    <w:p w:rsidR="006974AE" w:rsidRDefault="006974AE" w:rsidP="006974AE">
      <w:r>
        <w:t>392.5363</w:t>
      </w:r>
      <w:r>
        <w:tab/>
        <w:t>1.013e0</w:t>
      </w:r>
    </w:p>
    <w:p w:rsidR="006974AE" w:rsidRDefault="006974AE" w:rsidP="006974AE">
      <w:r>
        <w:t>392.5414</w:t>
      </w:r>
      <w:r>
        <w:tab/>
        <w:t>1.013e0</w:t>
      </w:r>
    </w:p>
    <w:p w:rsidR="006974AE" w:rsidRDefault="006974AE" w:rsidP="006974AE">
      <w:r>
        <w:t>392.5454</w:t>
      </w:r>
      <w:r>
        <w:tab/>
        <w:t>2.025e0</w:t>
      </w:r>
    </w:p>
    <w:p w:rsidR="006974AE" w:rsidRDefault="006974AE" w:rsidP="006974AE">
      <w:r>
        <w:t>392.5483</w:t>
      </w:r>
      <w:r>
        <w:tab/>
        <w:t>1.013e0</w:t>
      </w:r>
    </w:p>
    <w:p w:rsidR="006974AE" w:rsidRDefault="006974AE" w:rsidP="006974AE">
      <w:r>
        <w:t>392.5700</w:t>
      </w:r>
      <w:r>
        <w:tab/>
        <w:t>2.025e0</w:t>
      </w:r>
    </w:p>
    <w:p w:rsidR="006974AE" w:rsidRDefault="006974AE" w:rsidP="006974AE">
      <w:r>
        <w:t>392.5962</w:t>
      </w:r>
      <w:r>
        <w:tab/>
        <w:t>1.013e0</w:t>
      </w:r>
    </w:p>
    <w:p w:rsidR="006974AE" w:rsidRDefault="006974AE" w:rsidP="006974AE">
      <w:r>
        <w:t>392.6572</w:t>
      </w:r>
      <w:r>
        <w:tab/>
        <w:t>2.025e0</w:t>
      </w:r>
    </w:p>
    <w:p w:rsidR="006974AE" w:rsidRDefault="006974AE" w:rsidP="006974AE">
      <w:r>
        <w:t>392.6595</w:t>
      </w:r>
      <w:r>
        <w:tab/>
        <w:t>1.013e0</w:t>
      </w:r>
    </w:p>
    <w:p w:rsidR="006974AE" w:rsidRDefault="006974AE" w:rsidP="006974AE">
      <w:r>
        <w:t>392.6740</w:t>
      </w:r>
      <w:r>
        <w:tab/>
        <w:t>1.013e0</w:t>
      </w:r>
    </w:p>
    <w:p w:rsidR="006974AE" w:rsidRDefault="006974AE" w:rsidP="006974AE">
      <w:r>
        <w:t>392.6887</w:t>
      </w:r>
      <w:r>
        <w:tab/>
        <w:t>1.013e0</w:t>
      </w:r>
    </w:p>
    <w:p w:rsidR="006974AE" w:rsidRDefault="006974AE" w:rsidP="006974AE">
      <w:r>
        <w:t>392.6948</w:t>
      </w:r>
      <w:r>
        <w:tab/>
        <w:t>1.013e0</w:t>
      </w:r>
    </w:p>
    <w:p w:rsidR="006974AE" w:rsidRDefault="006974AE" w:rsidP="006974AE">
      <w:r>
        <w:t>392.7152</w:t>
      </w:r>
      <w:r>
        <w:tab/>
        <w:t>1.013e0</w:t>
      </w:r>
    </w:p>
    <w:p w:rsidR="006974AE" w:rsidRDefault="006974AE" w:rsidP="006974AE">
      <w:r>
        <w:t>392.7221</w:t>
      </w:r>
      <w:r>
        <w:tab/>
        <w:t>1.013e0</w:t>
      </w:r>
    </w:p>
    <w:p w:rsidR="006974AE" w:rsidRDefault="006974AE" w:rsidP="006974AE">
      <w:r>
        <w:t>392.7704</w:t>
      </w:r>
      <w:r>
        <w:tab/>
        <w:t>1.013e0</w:t>
      </w:r>
    </w:p>
    <w:p w:rsidR="006974AE" w:rsidRDefault="006974AE" w:rsidP="006974AE">
      <w:r>
        <w:t>392.7742</w:t>
      </w:r>
      <w:r>
        <w:tab/>
        <w:t>1.013e0</w:t>
      </w:r>
    </w:p>
    <w:p w:rsidR="006974AE" w:rsidRDefault="006974AE" w:rsidP="006974AE">
      <w:r>
        <w:t>392.7778</w:t>
      </w:r>
      <w:r>
        <w:tab/>
        <w:t>1.013e0</w:t>
      </w:r>
    </w:p>
    <w:p w:rsidR="006974AE" w:rsidRDefault="006974AE" w:rsidP="006974AE">
      <w:r>
        <w:t>392.8106</w:t>
      </w:r>
      <w:r>
        <w:tab/>
        <w:t>2.025e0</w:t>
      </w:r>
    </w:p>
    <w:p w:rsidR="006974AE" w:rsidRDefault="006974AE" w:rsidP="006974AE">
      <w:r>
        <w:lastRenderedPageBreak/>
        <w:t>392.8203</w:t>
      </w:r>
      <w:r>
        <w:tab/>
        <w:t>2.025e0</w:t>
      </w:r>
    </w:p>
    <w:p w:rsidR="006974AE" w:rsidRDefault="006974AE" w:rsidP="006974AE">
      <w:r>
        <w:t>392.8312</w:t>
      </w:r>
      <w:r>
        <w:tab/>
        <w:t>2.025e0</w:t>
      </w:r>
    </w:p>
    <w:p w:rsidR="006974AE" w:rsidRDefault="006974AE" w:rsidP="006974AE">
      <w:r>
        <w:t>392.8718</w:t>
      </w:r>
      <w:r>
        <w:tab/>
        <w:t>3.038e0</w:t>
      </w:r>
    </w:p>
    <w:p w:rsidR="006974AE" w:rsidRDefault="006974AE" w:rsidP="006974AE">
      <w:r>
        <w:t>392.8799</w:t>
      </w:r>
      <w:r>
        <w:tab/>
        <w:t>1.013e0</w:t>
      </w:r>
    </w:p>
    <w:p w:rsidR="006974AE" w:rsidRDefault="006974AE" w:rsidP="006974AE">
      <w:r>
        <w:t>392.8944</w:t>
      </w:r>
      <w:r>
        <w:tab/>
        <w:t>2.025e0</w:t>
      </w:r>
    </w:p>
    <w:p w:rsidR="006974AE" w:rsidRDefault="006974AE" w:rsidP="006974AE">
      <w:r>
        <w:t>392.9268</w:t>
      </w:r>
      <w:r>
        <w:tab/>
        <w:t>2.025e0</w:t>
      </w:r>
    </w:p>
    <w:p w:rsidR="006974AE" w:rsidRDefault="006974AE" w:rsidP="006974AE">
      <w:r>
        <w:t>392.9377</w:t>
      </w:r>
      <w:r>
        <w:tab/>
        <w:t>1.013e0</w:t>
      </w:r>
    </w:p>
    <w:p w:rsidR="006974AE" w:rsidRDefault="006974AE" w:rsidP="006974AE">
      <w:r>
        <w:t>392.9424</w:t>
      </w:r>
      <w:r>
        <w:tab/>
        <w:t>2.025e0</w:t>
      </w:r>
    </w:p>
    <w:p w:rsidR="006974AE" w:rsidRDefault="006974AE" w:rsidP="006974AE">
      <w:r>
        <w:t>392.9941</w:t>
      </w:r>
      <w:r>
        <w:tab/>
        <w:t>1.013e0</w:t>
      </w:r>
    </w:p>
    <w:p w:rsidR="006974AE" w:rsidRDefault="006974AE" w:rsidP="006974AE">
      <w:r>
        <w:t>393.0150</w:t>
      </w:r>
      <w:r>
        <w:tab/>
        <w:t>2.025e0</w:t>
      </w:r>
    </w:p>
    <w:p w:rsidR="006974AE" w:rsidRDefault="006974AE" w:rsidP="006974AE">
      <w:r>
        <w:t>393.0303</w:t>
      </w:r>
      <w:r>
        <w:tab/>
        <w:t>2.025e0</w:t>
      </w:r>
    </w:p>
    <w:p w:rsidR="006974AE" w:rsidRDefault="006974AE" w:rsidP="006974AE">
      <w:r>
        <w:t>393.0421</w:t>
      </w:r>
      <w:r>
        <w:tab/>
        <w:t>1.013e0</w:t>
      </w:r>
    </w:p>
    <w:p w:rsidR="006974AE" w:rsidRDefault="006974AE" w:rsidP="006974AE">
      <w:r>
        <w:t>393.0536</w:t>
      </w:r>
      <w:r>
        <w:tab/>
        <w:t>1.013e0</w:t>
      </w:r>
    </w:p>
    <w:p w:rsidR="006974AE" w:rsidRDefault="006974AE" w:rsidP="006974AE">
      <w:r>
        <w:t>393.0992</w:t>
      </w:r>
      <w:r>
        <w:tab/>
        <w:t>6.676e0</w:t>
      </w:r>
    </w:p>
    <w:p w:rsidR="006974AE" w:rsidRDefault="006974AE" w:rsidP="006974AE">
      <w:r>
        <w:t>393.1048</w:t>
      </w:r>
      <w:r>
        <w:tab/>
        <w:t>1.013e0</w:t>
      </w:r>
    </w:p>
    <w:p w:rsidR="006974AE" w:rsidRDefault="006974AE" w:rsidP="006974AE">
      <w:r>
        <w:t>393.1188</w:t>
      </w:r>
      <w:r>
        <w:tab/>
        <w:t>9.114e0</w:t>
      </w:r>
    </w:p>
    <w:p w:rsidR="006974AE" w:rsidRDefault="006974AE" w:rsidP="006974AE">
      <w:r>
        <w:t>393.1290</w:t>
      </w:r>
      <w:r>
        <w:tab/>
        <w:t>5.063e0</w:t>
      </w:r>
    </w:p>
    <w:p w:rsidR="006974AE" w:rsidRDefault="006974AE" w:rsidP="006974AE">
      <w:r>
        <w:t>393.1405</w:t>
      </w:r>
      <w:r>
        <w:tab/>
        <w:t>1.013e1</w:t>
      </w:r>
    </w:p>
    <w:p w:rsidR="006974AE" w:rsidRDefault="006974AE" w:rsidP="006974AE">
      <w:r>
        <w:t>393.1620</w:t>
      </w:r>
      <w:r>
        <w:tab/>
        <w:t>3.038e0</w:t>
      </w:r>
    </w:p>
    <w:p w:rsidR="006974AE" w:rsidRDefault="006974AE" w:rsidP="006974AE">
      <w:r>
        <w:lastRenderedPageBreak/>
        <w:t>393.1887</w:t>
      </w:r>
      <w:r>
        <w:tab/>
        <w:t>1.013e0</w:t>
      </w:r>
    </w:p>
    <w:p w:rsidR="006974AE" w:rsidRDefault="006974AE" w:rsidP="006974AE">
      <w:r>
        <w:t>393.1946</w:t>
      </w:r>
      <w:r>
        <w:tab/>
        <w:t>3.038e0</w:t>
      </w:r>
    </w:p>
    <w:p w:rsidR="006974AE" w:rsidRDefault="006974AE" w:rsidP="006974AE">
      <w:r>
        <w:t>393.2059</w:t>
      </w:r>
      <w:r>
        <w:tab/>
        <w:t>2.025e0</w:t>
      </w:r>
    </w:p>
    <w:p w:rsidR="006974AE" w:rsidRDefault="006974AE" w:rsidP="006974AE">
      <w:r>
        <w:t>393.2236</w:t>
      </w:r>
      <w:r>
        <w:tab/>
        <w:t>1.013e0</w:t>
      </w:r>
    </w:p>
    <w:p w:rsidR="006974AE" w:rsidRDefault="006974AE" w:rsidP="006974AE">
      <w:r>
        <w:t>393.2353</w:t>
      </w:r>
      <w:r>
        <w:tab/>
        <w:t>2.025e0</w:t>
      </w:r>
    </w:p>
    <w:p w:rsidR="006974AE" w:rsidRDefault="006974AE" w:rsidP="006974AE">
      <w:r>
        <w:t>393.2370</w:t>
      </w:r>
      <w:r>
        <w:tab/>
        <w:t>1.013e0</w:t>
      </w:r>
    </w:p>
    <w:p w:rsidR="006974AE" w:rsidRDefault="006974AE" w:rsidP="006974AE">
      <w:r>
        <w:t>393.2460</w:t>
      </w:r>
      <w:r>
        <w:tab/>
        <w:t>4.051e0</w:t>
      </w:r>
    </w:p>
    <w:p w:rsidR="006974AE" w:rsidRDefault="006974AE" w:rsidP="006974AE">
      <w:r>
        <w:t>393.2475</w:t>
      </w:r>
      <w:r>
        <w:tab/>
        <w:t>2.025e0</w:t>
      </w:r>
    </w:p>
    <w:p w:rsidR="006974AE" w:rsidRDefault="006974AE" w:rsidP="006974AE">
      <w:r>
        <w:t>393.2531</w:t>
      </w:r>
      <w:r>
        <w:tab/>
        <w:t>1.013e0</w:t>
      </w:r>
    </w:p>
    <w:p w:rsidR="006974AE" w:rsidRDefault="006974AE" w:rsidP="006974AE">
      <w:r>
        <w:t>393.2649</w:t>
      </w:r>
      <w:r>
        <w:tab/>
        <w:t>1.013e0</w:t>
      </w:r>
    </w:p>
    <w:p w:rsidR="006974AE" w:rsidRDefault="006974AE" w:rsidP="006974AE">
      <w:r>
        <w:t>393.2700</w:t>
      </w:r>
      <w:r>
        <w:tab/>
        <w:t>3.038e0</w:t>
      </w:r>
    </w:p>
    <w:p w:rsidR="006974AE" w:rsidRDefault="006974AE" w:rsidP="006974AE">
      <w:r>
        <w:t>393.2964</w:t>
      </w:r>
      <w:r>
        <w:tab/>
        <w:t>2.025e0</w:t>
      </w:r>
    </w:p>
    <w:p w:rsidR="006974AE" w:rsidRDefault="006974AE" w:rsidP="006974AE">
      <w:r>
        <w:t>393.2979</w:t>
      </w:r>
      <w:r>
        <w:tab/>
        <w:t>2.025e0</w:t>
      </w:r>
    </w:p>
    <w:p w:rsidR="006974AE" w:rsidRDefault="006974AE" w:rsidP="006974AE">
      <w:r>
        <w:t>393.2998</w:t>
      </w:r>
      <w:r>
        <w:tab/>
        <w:t>3.038e0</w:t>
      </w:r>
    </w:p>
    <w:p w:rsidR="006974AE" w:rsidRDefault="006974AE" w:rsidP="006974AE">
      <w:r>
        <w:t>393.3300</w:t>
      </w:r>
      <w:r>
        <w:tab/>
        <w:t>2.025e0</w:t>
      </w:r>
    </w:p>
    <w:p w:rsidR="006974AE" w:rsidRDefault="006974AE" w:rsidP="006974AE">
      <w:r>
        <w:t>393.3554</w:t>
      </w:r>
      <w:r>
        <w:tab/>
        <w:t>2.025e0</w:t>
      </w:r>
    </w:p>
    <w:p w:rsidR="006974AE" w:rsidRDefault="006974AE" w:rsidP="006974AE">
      <w:r>
        <w:t>393.3896</w:t>
      </w:r>
      <w:r>
        <w:tab/>
        <w:t>3.038e0</w:t>
      </w:r>
    </w:p>
    <w:p w:rsidR="006974AE" w:rsidRDefault="006974AE" w:rsidP="006974AE">
      <w:r>
        <w:t>393.4053</w:t>
      </w:r>
      <w:r>
        <w:tab/>
        <w:t>3.038e0</w:t>
      </w:r>
    </w:p>
    <w:p w:rsidR="006974AE" w:rsidRDefault="006974AE" w:rsidP="006974AE">
      <w:r>
        <w:t>393.4111</w:t>
      </w:r>
      <w:r>
        <w:tab/>
        <w:t>1.013e0</w:t>
      </w:r>
    </w:p>
    <w:p w:rsidR="006974AE" w:rsidRDefault="006974AE" w:rsidP="006974AE">
      <w:r>
        <w:lastRenderedPageBreak/>
        <w:t>393.4332</w:t>
      </w:r>
      <w:r>
        <w:tab/>
        <w:t>2.025e0</w:t>
      </w:r>
    </w:p>
    <w:p w:rsidR="006974AE" w:rsidRDefault="006974AE" w:rsidP="006974AE">
      <w:r>
        <w:t>393.4356</w:t>
      </w:r>
      <w:r>
        <w:tab/>
        <w:t>2.025e0</w:t>
      </w:r>
    </w:p>
    <w:p w:rsidR="006974AE" w:rsidRDefault="006974AE" w:rsidP="006974AE">
      <w:r>
        <w:t>393.4599</w:t>
      </w:r>
      <w:r>
        <w:tab/>
        <w:t>1.013e0</w:t>
      </w:r>
    </w:p>
    <w:p w:rsidR="006974AE" w:rsidRDefault="006974AE" w:rsidP="006974AE">
      <w:r>
        <w:t>393.4694</w:t>
      </w:r>
      <w:r>
        <w:tab/>
        <w:t>1.013e0</w:t>
      </w:r>
    </w:p>
    <w:p w:rsidR="006974AE" w:rsidRDefault="006974AE" w:rsidP="006974AE">
      <w:r>
        <w:t>393.5580</w:t>
      </w:r>
      <w:r>
        <w:tab/>
        <w:t>1.013e0</w:t>
      </w:r>
    </w:p>
    <w:p w:rsidR="006974AE" w:rsidRDefault="006974AE" w:rsidP="006974AE">
      <w:r>
        <w:t>393.6131</w:t>
      </w:r>
      <w:r>
        <w:tab/>
        <w:t>1.013e0</w:t>
      </w:r>
    </w:p>
    <w:p w:rsidR="006974AE" w:rsidRDefault="006974AE" w:rsidP="006974AE">
      <w:r>
        <w:t>393.6176</w:t>
      </w:r>
      <w:r>
        <w:tab/>
        <w:t>1.013e0</w:t>
      </w:r>
    </w:p>
    <w:p w:rsidR="006974AE" w:rsidRDefault="006974AE" w:rsidP="006974AE">
      <w:r>
        <w:t>393.6345</w:t>
      </w:r>
      <w:r>
        <w:tab/>
        <w:t>1.013e0</w:t>
      </w:r>
    </w:p>
    <w:p w:rsidR="006974AE" w:rsidRDefault="006974AE" w:rsidP="006974AE">
      <w:r>
        <w:t>393.6763</w:t>
      </w:r>
      <w:r>
        <w:tab/>
        <w:t>1.013e0</w:t>
      </w:r>
    </w:p>
    <w:p w:rsidR="006974AE" w:rsidRDefault="006974AE" w:rsidP="006974AE">
      <w:r>
        <w:t>393.6819</w:t>
      </w:r>
      <w:r>
        <w:tab/>
        <w:t>1.013e0</w:t>
      </w:r>
    </w:p>
    <w:p w:rsidR="006974AE" w:rsidRDefault="006974AE" w:rsidP="006974AE">
      <w:r>
        <w:t>393.6852</w:t>
      </w:r>
      <w:r>
        <w:tab/>
        <w:t>1.013e0</w:t>
      </w:r>
    </w:p>
    <w:p w:rsidR="006974AE" w:rsidRDefault="006974AE" w:rsidP="006974AE">
      <w:r>
        <w:t>393.7182</w:t>
      </w:r>
      <w:r>
        <w:tab/>
        <w:t>1.013e0</w:t>
      </w:r>
    </w:p>
    <w:p w:rsidR="006974AE" w:rsidRDefault="006974AE" w:rsidP="006974AE">
      <w:r>
        <w:t>393.8088</w:t>
      </w:r>
      <w:r>
        <w:tab/>
        <w:t>1.013e0</w:t>
      </w:r>
    </w:p>
    <w:p w:rsidR="006974AE" w:rsidRDefault="006974AE" w:rsidP="006974AE">
      <w:r>
        <w:t>393.8129</w:t>
      </w:r>
      <w:r>
        <w:tab/>
        <w:t>2.025e0</w:t>
      </w:r>
    </w:p>
    <w:p w:rsidR="006974AE" w:rsidRDefault="006974AE" w:rsidP="006974AE">
      <w:r>
        <w:t>393.8165</w:t>
      </w:r>
      <w:r>
        <w:tab/>
        <w:t>1.013e0</w:t>
      </w:r>
    </w:p>
    <w:p w:rsidR="006974AE" w:rsidRDefault="006974AE" w:rsidP="006974AE">
      <w:r>
        <w:t>393.8182</w:t>
      </w:r>
      <w:r>
        <w:tab/>
        <w:t>2.025e0</w:t>
      </w:r>
    </w:p>
    <w:p w:rsidR="006974AE" w:rsidRDefault="006974AE" w:rsidP="006974AE">
      <w:r>
        <w:t>393.8517</w:t>
      </w:r>
      <w:r>
        <w:tab/>
        <w:t>3.038e0</w:t>
      </w:r>
    </w:p>
    <w:p w:rsidR="006974AE" w:rsidRDefault="006974AE" w:rsidP="006974AE">
      <w:r>
        <w:t>393.8612</w:t>
      </w:r>
      <w:r>
        <w:tab/>
        <w:t>2.025e0</w:t>
      </w:r>
    </w:p>
    <w:p w:rsidR="006974AE" w:rsidRDefault="006974AE" w:rsidP="006974AE">
      <w:r>
        <w:t>393.9129</w:t>
      </w:r>
      <w:r>
        <w:tab/>
        <w:t>1.013e0</w:t>
      </w:r>
    </w:p>
    <w:p w:rsidR="006974AE" w:rsidRDefault="006974AE" w:rsidP="006974AE">
      <w:r>
        <w:lastRenderedPageBreak/>
        <w:t>393.9228</w:t>
      </w:r>
      <w:r>
        <w:tab/>
        <w:t>2.025e0</w:t>
      </w:r>
    </w:p>
    <w:p w:rsidR="006974AE" w:rsidRDefault="006974AE" w:rsidP="006974AE">
      <w:r>
        <w:t>393.9273</w:t>
      </w:r>
      <w:r>
        <w:tab/>
        <w:t>1.013e0</w:t>
      </w:r>
    </w:p>
    <w:p w:rsidR="006974AE" w:rsidRDefault="006974AE" w:rsidP="006974AE">
      <w:r>
        <w:t>393.9477</w:t>
      </w:r>
      <w:r>
        <w:tab/>
        <w:t>1.013e0</w:t>
      </w:r>
    </w:p>
    <w:p w:rsidR="006974AE" w:rsidRDefault="006974AE" w:rsidP="006974AE">
      <w:r>
        <w:t>393.9831</w:t>
      </w:r>
      <w:r>
        <w:tab/>
        <w:t>1.013e0</w:t>
      </w:r>
    </w:p>
    <w:p w:rsidR="006974AE" w:rsidRDefault="006974AE" w:rsidP="006974AE">
      <w:r>
        <w:t>393.9908</w:t>
      </w:r>
      <w:r>
        <w:tab/>
        <w:t>1.013e0</w:t>
      </w:r>
    </w:p>
    <w:p w:rsidR="006974AE" w:rsidRDefault="006974AE" w:rsidP="006974AE">
      <w:r>
        <w:t>394.0078</w:t>
      </w:r>
      <w:r>
        <w:tab/>
        <w:t>1.013e0</w:t>
      </w:r>
    </w:p>
    <w:p w:rsidR="006974AE" w:rsidRDefault="006974AE" w:rsidP="006974AE">
      <w:r>
        <w:t>394.0295</w:t>
      </w:r>
      <w:r>
        <w:tab/>
        <w:t>1.013e0</w:t>
      </w:r>
    </w:p>
    <w:p w:rsidR="006974AE" w:rsidRDefault="006974AE" w:rsidP="006974AE">
      <w:r>
        <w:t>394.0334</w:t>
      </w:r>
      <w:r>
        <w:tab/>
        <w:t>1.013e0</w:t>
      </w:r>
    </w:p>
    <w:p w:rsidR="006974AE" w:rsidRDefault="006974AE" w:rsidP="006974AE">
      <w:r>
        <w:t>394.0628</w:t>
      </w:r>
      <w:r>
        <w:tab/>
        <w:t>2.025e0</w:t>
      </w:r>
    </w:p>
    <w:p w:rsidR="006974AE" w:rsidRDefault="006974AE" w:rsidP="006974AE">
      <w:r>
        <w:t>394.0683</w:t>
      </w:r>
      <w:r>
        <w:tab/>
        <w:t>1.302e0</w:t>
      </w:r>
    </w:p>
    <w:p w:rsidR="006974AE" w:rsidRDefault="006974AE" w:rsidP="006974AE">
      <w:r>
        <w:t>394.0759</w:t>
      </w:r>
      <w:r>
        <w:tab/>
        <w:t>1.013e0</w:t>
      </w:r>
    </w:p>
    <w:p w:rsidR="006974AE" w:rsidRDefault="006974AE" w:rsidP="006974AE">
      <w:r>
        <w:t>394.0869</w:t>
      </w:r>
      <w:r>
        <w:tab/>
        <w:t>3.038e0</w:t>
      </w:r>
    </w:p>
    <w:p w:rsidR="006974AE" w:rsidRDefault="006974AE" w:rsidP="006974AE">
      <w:r>
        <w:t>394.1462</w:t>
      </w:r>
      <w:r>
        <w:tab/>
        <w:t>4.944e1</w:t>
      </w:r>
    </w:p>
    <w:p w:rsidR="006974AE" w:rsidRDefault="006974AE" w:rsidP="006974AE">
      <w:r>
        <w:t>394.1482</w:t>
      </w:r>
      <w:r>
        <w:tab/>
        <w:t>3.061e2</w:t>
      </w:r>
    </w:p>
    <w:p w:rsidR="006974AE" w:rsidRDefault="006974AE" w:rsidP="006974AE">
      <w:r>
        <w:t>394.1502</w:t>
      </w:r>
      <w:r>
        <w:tab/>
        <w:t>1.109e2</w:t>
      </w:r>
    </w:p>
    <w:p w:rsidR="006974AE" w:rsidRDefault="006974AE" w:rsidP="006974AE">
      <w:r>
        <w:t>394.2034</w:t>
      </w:r>
      <w:r>
        <w:tab/>
        <w:t>1.013e0</w:t>
      </w:r>
    </w:p>
    <w:p w:rsidR="006974AE" w:rsidRDefault="006974AE" w:rsidP="006974AE">
      <w:r>
        <w:t>394.2257</w:t>
      </w:r>
      <w:r>
        <w:tab/>
        <w:t>3.038e0</w:t>
      </w:r>
    </w:p>
    <w:p w:rsidR="006974AE" w:rsidRDefault="006974AE" w:rsidP="006974AE">
      <w:r>
        <w:t>394.2305</w:t>
      </w:r>
      <w:r>
        <w:tab/>
        <w:t>4.051e0</w:t>
      </w:r>
    </w:p>
    <w:p w:rsidR="006974AE" w:rsidRDefault="006974AE" w:rsidP="006974AE">
      <w:r>
        <w:t>394.2342</w:t>
      </w:r>
      <w:r>
        <w:tab/>
        <w:t>1.013e0</w:t>
      </w:r>
    </w:p>
    <w:p w:rsidR="006974AE" w:rsidRDefault="006974AE" w:rsidP="006974AE">
      <w:r>
        <w:lastRenderedPageBreak/>
        <w:t>394.2549</w:t>
      </w:r>
      <w:r>
        <w:tab/>
        <w:t>4.322e0</w:t>
      </w:r>
    </w:p>
    <w:p w:rsidR="006974AE" w:rsidRDefault="006974AE" w:rsidP="006974AE">
      <w:r>
        <w:t>394.2737</w:t>
      </w:r>
      <w:r>
        <w:tab/>
        <w:t>2.025e0</w:t>
      </w:r>
    </w:p>
    <w:p w:rsidR="006974AE" w:rsidRDefault="006974AE" w:rsidP="006974AE">
      <w:r>
        <w:t>394.2759</w:t>
      </w:r>
      <w:r>
        <w:tab/>
        <w:t>2.025e0</w:t>
      </w:r>
    </w:p>
    <w:p w:rsidR="006974AE" w:rsidRDefault="006974AE" w:rsidP="006974AE">
      <w:r>
        <w:t>394.2778</w:t>
      </w:r>
      <w:r>
        <w:tab/>
        <w:t>2.025e0</w:t>
      </w:r>
    </w:p>
    <w:p w:rsidR="006974AE" w:rsidRDefault="006974AE" w:rsidP="006974AE">
      <w:r>
        <w:t>394.3242</w:t>
      </w:r>
      <w:r>
        <w:tab/>
        <w:t>2.025e0</w:t>
      </w:r>
    </w:p>
    <w:p w:rsidR="006974AE" w:rsidRDefault="006974AE" w:rsidP="006974AE">
      <w:r>
        <w:t>394.3350</w:t>
      </w:r>
      <w:r>
        <w:tab/>
        <w:t>3.038e0</w:t>
      </w:r>
    </w:p>
    <w:p w:rsidR="006974AE" w:rsidRDefault="006974AE" w:rsidP="006974AE">
      <w:r>
        <w:t>394.3385</w:t>
      </w:r>
      <w:r>
        <w:tab/>
        <w:t>3.038e0</w:t>
      </w:r>
    </w:p>
    <w:p w:rsidR="006974AE" w:rsidRDefault="006974AE" w:rsidP="006974AE">
      <w:r>
        <w:t>394.3405</w:t>
      </w:r>
      <w:r>
        <w:tab/>
        <w:t>3.038e0</w:t>
      </w:r>
    </w:p>
    <w:p w:rsidR="006974AE" w:rsidRDefault="006974AE" w:rsidP="006974AE">
      <w:r>
        <w:t>394.3430</w:t>
      </w:r>
      <w:r>
        <w:tab/>
        <w:t>5.063e0</w:t>
      </w:r>
    </w:p>
    <w:p w:rsidR="006974AE" w:rsidRDefault="006974AE" w:rsidP="006974AE">
      <w:r>
        <w:t>394.3446</w:t>
      </w:r>
      <w:r>
        <w:tab/>
        <w:t>4.051e0</w:t>
      </w:r>
    </w:p>
    <w:p w:rsidR="006974AE" w:rsidRDefault="006974AE" w:rsidP="006974AE">
      <w:r>
        <w:t>394.3591</w:t>
      </w:r>
      <w:r>
        <w:tab/>
        <w:t>4.487e0</w:t>
      </w:r>
    </w:p>
    <w:p w:rsidR="006974AE" w:rsidRDefault="006974AE" w:rsidP="006974AE">
      <w:r>
        <w:t>394.3976</w:t>
      </w:r>
      <w:r>
        <w:tab/>
        <w:t>6.076e0</w:t>
      </w:r>
    </w:p>
    <w:p w:rsidR="006974AE" w:rsidRDefault="006974AE" w:rsidP="006974AE">
      <w:r>
        <w:t>394.4398</w:t>
      </w:r>
      <w:r>
        <w:tab/>
        <w:t>2.025e0</w:t>
      </w:r>
    </w:p>
    <w:p w:rsidR="006974AE" w:rsidRDefault="006974AE" w:rsidP="006974AE">
      <w:r>
        <w:t>394.4410</w:t>
      </w:r>
      <w:r>
        <w:tab/>
        <w:t>1.013e0</w:t>
      </w:r>
    </w:p>
    <w:p w:rsidR="006974AE" w:rsidRDefault="006974AE" w:rsidP="006974AE">
      <w:r>
        <w:t>394.4449</w:t>
      </w:r>
      <w:r>
        <w:tab/>
        <w:t>1.013e0</w:t>
      </w:r>
    </w:p>
    <w:p w:rsidR="006974AE" w:rsidRDefault="006974AE" w:rsidP="006974AE">
      <w:r>
        <w:t>394.4618</w:t>
      </w:r>
      <w:r>
        <w:tab/>
        <w:t>1.013e0</w:t>
      </w:r>
    </w:p>
    <w:p w:rsidR="006974AE" w:rsidRDefault="006974AE" w:rsidP="006974AE">
      <w:r>
        <w:t>394.4874</w:t>
      </w:r>
      <w:r>
        <w:tab/>
        <w:t>1.013e0</w:t>
      </w:r>
    </w:p>
    <w:p w:rsidR="006974AE" w:rsidRDefault="006974AE" w:rsidP="006974AE">
      <w:r>
        <w:t>394.4902</w:t>
      </w:r>
      <w:r>
        <w:tab/>
        <w:t>2.025e0</w:t>
      </w:r>
    </w:p>
    <w:p w:rsidR="006974AE" w:rsidRDefault="006974AE" w:rsidP="006974AE">
      <w:r>
        <w:t>394.5166</w:t>
      </w:r>
      <w:r>
        <w:tab/>
        <w:t>2.025e0</w:t>
      </w:r>
    </w:p>
    <w:p w:rsidR="006974AE" w:rsidRDefault="006974AE" w:rsidP="006974AE">
      <w:r>
        <w:lastRenderedPageBreak/>
        <w:t>394.5295</w:t>
      </w:r>
      <w:r>
        <w:tab/>
        <w:t>1.013e0</w:t>
      </w:r>
    </w:p>
    <w:p w:rsidR="006974AE" w:rsidRDefault="006974AE" w:rsidP="006974AE">
      <w:r>
        <w:t>394.5344</w:t>
      </w:r>
      <w:r>
        <w:tab/>
        <w:t>1.013e0</w:t>
      </w:r>
    </w:p>
    <w:p w:rsidR="006974AE" w:rsidRDefault="006974AE" w:rsidP="006974AE">
      <w:r>
        <w:t>394.5409</w:t>
      </w:r>
      <w:r>
        <w:tab/>
        <w:t>1.013e0</w:t>
      </w:r>
    </w:p>
    <w:p w:rsidR="006974AE" w:rsidRDefault="006974AE" w:rsidP="006974AE">
      <w:r>
        <w:t>394.5828</w:t>
      </w:r>
      <w:r>
        <w:tab/>
        <w:t>1.013e0</w:t>
      </w:r>
    </w:p>
    <w:p w:rsidR="006974AE" w:rsidRDefault="006974AE" w:rsidP="006974AE">
      <w:r>
        <w:t>394.5900</w:t>
      </w:r>
      <w:r>
        <w:tab/>
        <w:t>1.013e0</w:t>
      </w:r>
    </w:p>
    <w:p w:rsidR="006974AE" w:rsidRDefault="006974AE" w:rsidP="006974AE">
      <w:r>
        <w:t>394.6144</w:t>
      </w:r>
      <w:r>
        <w:tab/>
        <w:t>1.013e0</w:t>
      </w:r>
    </w:p>
    <w:p w:rsidR="006974AE" w:rsidRDefault="006974AE" w:rsidP="006974AE">
      <w:r>
        <w:t>394.6181</w:t>
      </w:r>
      <w:r>
        <w:tab/>
        <w:t>1.013e0</w:t>
      </w:r>
    </w:p>
    <w:p w:rsidR="006974AE" w:rsidRDefault="006974AE" w:rsidP="006974AE">
      <w:r>
        <w:t>394.6252</w:t>
      </w:r>
      <w:r>
        <w:tab/>
        <w:t>2.025e0</w:t>
      </w:r>
    </w:p>
    <w:p w:rsidR="006974AE" w:rsidRDefault="006974AE" w:rsidP="006974AE">
      <w:r>
        <w:t>394.6457</w:t>
      </w:r>
      <w:r>
        <w:tab/>
        <w:t>1.013e0</w:t>
      </w:r>
    </w:p>
    <w:p w:rsidR="006974AE" w:rsidRDefault="006974AE" w:rsidP="006974AE">
      <w:r>
        <w:t>394.6487</w:t>
      </w:r>
      <w:r>
        <w:tab/>
        <w:t>2.025e0</w:t>
      </w:r>
    </w:p>
    <w:p w:rsidR="006974AE" w:rsidRDefault="006974AE" w:rsidP="006974AE">
      <w:r>
        <w:t>394.6741</w:t>
      </w:r>
      <w:r>
        <w:tab/>
        <w:t>1.013e0</w:t>
      </w:r>
    </w:p>
    <w:p w:rsidR="006974AE" w:rsidRDefault="006974AE" w:rsidP="006974AE">
      <w:r>
        <w:t>394.6950</w:t>
      </w:r>
      <w:r>
        <w:tab/>
        <w:t>1.013e0</w:t>
      </w:r>
    </w:p>
    <w:p w:rsidR="006974AE" w:rsidRDefault="006974AE" w:rsidP="006974AE">
      <w:r>
        <w:t>394.7225</w:t>
      </w:r>
      <w:r>
        <w:tab/>
        <w:t>2.025e0</w:t>
      </w:r>
    </w:p>
    <w:p w:rsidR="006974AE" w:rsidRDefault="006974AE" w:rsidP="006974AE">
      <w:r>
        <w:t>394.7249</w:t>
      </w:r>
      <w:r>
        <w:tab/>
        <w:t>2.025e0</w:t>
      </w:r>
    </w:p>
    <w:p w:rsidR="006974AE" w:rsidRDefault="006974AE" w:rsidP="006974AE">
      <w:r>
        <w:t>394.7295</w:t>
      </w:r>
      <w:r>
        <w:tab/>
        <w:t>1.013e0</w:t>
      </w:r>
    </w:p>
    <w:p w:rsidR="006974AE" w:rsidRDefault="006974AE" w:rsidP="006974AE">
      <w:r>
        <w:t>394.7509</w:t>
      </w:r>
      <w:r>
        <w:tab/>
        <w:t>1.013e0</w:t>
      </w:r>
    </w:p>
    <w:p w:rsidR="006974AE" w:rsidRDefault="006974AE" w:rsidP="006974AE">
      <w:r>
        <w:t>394.7714</w:t>
      </w:r>
      <w:r>
        <w:tab/>
        <w:t>1.013e0</w:t>
      </w:r>
    </w:p>
    <w:p w:rsidR="006974AE" w:rsidRDefault="006974AE" w:rsidP="006974AE">
      <w:r>
        <w:t>394.8064</w:t>
      </w:r>
      <w:r>
        <w:tab/>
        <w:t>1.013e0</w:t>
      </w:r>
    </w:p>
    <w:p w:rsidR="006974AE" w:rsidRDefault="006974AE" w:rsidP="006974AE">
      <w:r>
        <w:t>394.8148</w:t>
      </w:r>
      <w:r>
        <w:tab/>
        <w:t>2.025e0</w:t>
      </w:r>
    </w:p>
    <w:p w:rsidR="006974AE" w:rsidRDefault="006974AE" w:rsidP="006974AE">
      <w:r>
        <w:lastRenderedPageBreak/>
        <w:t>394.8273</w:t>
      </w:r>
      <w:r>
        <w:tab/>
        <w:t>1.013e0</w:t>
      </w:r>
    </w:p>
    <w:p w:rsidR="006974AE" w:rsidRDefault="006974AE" w:rsidP="006974AE">
      <w:r>
        <w:t>394.8517</w:t>
      </w:r>
      <w:r>
        <w:tab/>
        <w:t>2.025e0</w:t>
      </w:r>
    </w:p>
    <w:p w:rsidR="006974AE" w:rsidRDefault="006974AE" w:rsidP="006974AE">
      <w:r>
        <w:t>394.8733</w:t>
      </w:r>
      <w:r>
        <w:tab/>
        <w:t>1.013e0</w:t>
      </w:r>
    </w:p>
    <w:p w:rsidR="006974AE" w:rsidRDefault="006974AE" w:rsidP="006974AE">
      <w:r>
        <w:t>394.8907</w:t>
      </w:r>
      <w:r>
        <w:tab/>
        <w:t>1.013e0</w:t>
      </w:r>
    </w:p>
    <w:p w:rsidR="006974AE" w:rsidRDefault="006974AE" w:rsidP="006974AE">
      <w:r>
        <w:t>394.8919</w:t>
      </w:r>
      <w:r>
        <w:tab/>
        <w:t>3.038e0</w:t>
      </w:r>
    </w:p>
    <w:p w:rsidR="006974AE" w:rsidRDefault="006974AE" w:rsidP="006974AE">
      <w:r>
        <w:t>394.9042</w:t>
      </w:r>
      <w:r>
        <w:tab/>
        <w:t>1.013e0</w:t>
      </w:r>
    </w:p>
    <w:p w:rsidR="006974AE" w:rsidRDefault="006974AE" w:rsidP="006974AE">
      <w:r>
        <w:t>394.9091</w:t>
      </w:r>
      <w:r>
        <w:tab/>
        <w:t>2.025e0</w:t>
      </w:r>
    </w:p>
    <w:p w:rsidR="006974AE" w:rsidRDefault="006974AE" w:rsidP="006974AE">
      <w:r>
        <w:t>394.9178</w:t>
      </w:r>
      <w:r>
        <w:tab/>
        <w:t>2.025e0</w:t>
      </w:r>
    </w:p>
    <w:p w:rsidR="006974AE" w:rsidRDefault="006974AE" w:rsidP="006974AE">
      <w:r>
        <w:t>394.9326</w:t>
      </w:r>
      <w:r>
        <w:tab/>
        <w:t>1.013e0</w:t>
      </w:r>
    </w:p>
    <w:p w:rsidR="006974AE" w:rsidRDefault="006974AE" w:rsidP="006974AE">
      <w:r>
        <w:t>394.9360</w:t>
      </w:r>
      <w:r>
        <w:tab/>
        <w:t>2.025e0</w:t>
      </w:r>
    </w:p>
    <w:p w:rsidR="006974AE" w:rsidRDefault="006974AE" w:rsidP="006974AE">
      <w:r>
        <w:t>394.9396</w:t>
      </w:r>
      <w:r>
        <w:tab/>
        <w:t>2.025e0</w:t>
      </w:r>
    </w:p>
    <w:p w:rsidR="006974AE" w:rsidRDefault="006974AE" w:rsidP="006974AE">
      <w:r>
        <w:t>394.9544</w:t>
      </w:r>
      <w:r>
        <w:tab/>
        <w:t>4.051e0</w:t>
      </w:r>
    </w:p>
    <w:p w:rsidR="006974AE" w:rsidRDefault="006974AE" w:rsidP="006974AE">
      <w:r>
        <w:t>394.9626</w:t>
      </w:r>
      <w:r>
        <w:tab/>
        <w:t>2.025e0</w:t>
      </w:r>
    </w:p>
    <w:p w:rsidR="006974AE" w:rsidRDefault="006974AE" w:rsidP="006974AE">
      <w:r>
        <w:t>394.9745</w:t>
      </w:r>
      <w:r>
        <w:tab/>
        <w:t>1.013e0</w:t>
      </w:r>
    </w:p>
    <w:p w:rsidR="006974AE" w:rsidRDefault="006974AE" w:rsidP="006974AE">
      <w:r>
        <w:t>394.9904</w:t>
      </w:r>
      <w:r>
        <w:tab/>
        <w:t>2.025e0</w:t>
      </w:r>
    </w:p>
    <w:p w:rsidR="006974AE" w:rsidRDefault="006974AE" w:rsidP="006974AE">
      <w:r>
        <w:t>395.0016</w:t>
      </w:r>
      <w:r>
        <w:tab/>
        <w:t>3.038e0</w:t>
      </w:r>
    </w:p>
    <w:p w:rsidR="006974AE" w:rsidRDefault="006974AE" w:rsidP="006974AE">
      <w:r>
        <w:t>395.0031</w:t>
      </w:r>
      <w:r>
        <w:tab/>
        <w:t>3.038e0</w:t>
      </w:r>
    </w:p>
    <w:p w:rsidR="006974AE" w:rsidRDefault="006974AE" w:rsidP="006974AE">
      <w:r>
        <w:t>395.0159</w:t>
      </w:r>
      <w:r>
        <w:tab/>
        <w:t>2.025e0</w:t>
      </w:r>
    </w:p>
    <w:p w:rsidR="006974AE" w:rsidRDefault="006974AE" w:rsidP="006974AE">
      <w:r>
        <w:t>395.0228</w:t>
      </w:r>
      <w:r>
        <w:tab/>
        <w:t>1.013e0</w:t>
      </w:r>
    </w:p>
    <w:p w:rsidR="006974AE" w:rsidRDefault="006974AE" w:rsidP="006974AE">
      <w:r>
        <w:lastRenderedPageBreak/>
        <w:t>395.0305</w:t>
      </w:r>
      <w:r>
        <w:tab/>
        <w:t>1.013e0</w:t>
      </w:r>
    </w:p>
    <w:p w:rsidR="006974AE" w:rsidRDefault="006974AE" w:rsidP="006974AE">
      <w:r>
        <w:t>395.0478</w:t>
      </w:r>
      <w:r>
        <w:tab/>
        <w:t>1.013e0</w:t>
      </w:r>
    </w:p>
    <w:p w:rsidR="006974AE" w:rsidRDefault="006974AE" w:rsidP="006974AE">
      <w:r>
        <w:t>395.0649</w:t>
      </w:r>
      <w:r>
        <w:tab/>
        <w:t>1.013e0</w:t>
      </w:r>
    </w:p>
    <w:p w:rsidR="006974AE" w:rsidRDefault="006974AE" w:rsidP="006974AE">
      <w:r>
        <w:t>395.0685</w:t>
      </w:r>
      <w:r>
        <w:tab/>
        <w:t>2.025e0</w:t>
      </w:r>
    </w:p>
    <w:p w:rsidR="006974AE" w:rsidRDefault="006974AE" w:rsidP="006974AE">
      <w:r>
        <w:t>395.0796</w:t>
      </w:r>
      <w:r>
        <w:tab/>
        <w:t>3.038e0</w:t>
      </w:r>
    </w:p>
    <w:p w:rsidR="006974AE" w:rsidRDefault="006974AE" w:rsidP="006974AE">
      <w:r>
        <w:t>395.0821</w:t>
      </w:r>
      <w:r>
        <w:tab/>
        <w:t>1.804e0</w:t>
      </w:r>
    </w:p>
    <w:p w:rsidR="006974AE" w:rsidRDefault="006974AE" w:rsidP="006974AE">
      <w:r>
        <w:t>395.0864</w:t>
      </w:r>
      <w:r>
        <w:tab/>
        <w:t>1.013e0</w:t>
      </w:r>
    </w:p>
    <w:p w:rsidR="006974AE" w:rsidRDefault="006974AE" w:rsidP="006974AE">
      <w:r>
        <w:t>395.0928</w:t>
      </w:r>
      <w:r>
        <w:tab/>
        <w:t>3.038e0</w:t>
      </w:r>
    </w:p>
    <w:p w:rsidR="006974AE" w:rsidRDefault="006974AE" w:rsidP="006974AE">
      <w:r>
        <w:t>395.1414</w:t>
      </w:r>
      <w:r>
        <w:tab/>
        <w:t>5.063e0</w:t>
      </w:r>
    </w:p>
    <w:p w:rsidR="006974AE" w:rsidRDefault="006974AE" w:rsidP="006974AE">
      <w:r>
        <w:t>395.1464</w:t>
      </w:r>
      <w:r>
        <w:tab/>
        <w:t>2.127e1</w:t>
      </w:r>
    </w:p>
    <w:p w:rsidR="006974AE" w:rsidRDefault="006974AE" w:rsidP="006974AE">
      <w:r>
        <w:t>395.1488</w:t>
      </w:r>
      <w:r>
        <w:tab/>
        <w:t>4.075e1</w:t>
      </w:r>
    </w:p>
    <w:p w:rsidR="006974AE" w:rsidRDefault="006974AE" w:rsidP="006974AE">
      <w:r>
        <w:t>395.1514</w:t>
      </w:r>
      <w:r>
        <w:tab/>
        <w:t>1.823e1</w:t>
      </w:r>
    </w:p>
    <w:p w:rsidR="006974AE" w:rsidRDefault="006974AE" w:rsidP="006974AE">
      <w:r>
        <w:t>395.1584</w:t>
      </w:r>
      <w:r>
        <w:tab/>
        <w:t>2.658e1</w:t>
      </w:r>
    </w:p>
    <w:p w:rsidR="006974AE" w:rsidRDefault="006974AE" w:rsidP="006974AE">
      <w:r>
        <w:t>395.1604</w:t>
      </w:r>
      <w:r>
        <w:tab/>
        <w:t>1.013e1</w:t>
      </w:r>
    </w:p>
    <w:p w:rsidR="006974AE" w:rsidRDefault="006974AE" w:rsidP="006974AE">
      <w:r>
        <w:t>395.1709</w:t>
      </w:r>
      <w:r>
        <w:tab/>
        <w:t>4.051e0</w:t>
      </w:r>
    </w:p>
    <w:p w:rsidR="006974AE" w:rsidRDefault="006974AE" w:rsidP="006974AE">
      <w:r>
        <w:t>395.1966</w:t>
      </w:r>
      <w:r>
        <w:tab/>
        <w:t>1.013e0</w:t>
      </w:r>
    </w:p>
    <w:p w:rsidR="006974AE" w:rsidRDefault="006974AE" w:rsidP="006974AE">
      <w:r>
        <w:t>395.2072</w:t>
      </w:r>
      <w:r>
        <w:tab/>
        <w:t>4.062e0</w:t>
      </w:r>
    </w:p>
    <w:p w:rsidR="006974AE" w:rsidRDefault="006974AE" w:rsidP="006974AE">
      <w:r>
        <w:t>395.2120</w:t>
      </w:r>
      <w:r>
        <w:tab/>
        <w:t>2.025e0</w:t>
      </w:r>
    </w:p>
    <w:p w:rsidR="006974AE" w:rsidRDefault="006974AE" w:rsidP="006974AE">
      <w:r>
        <w:t>395.2260</w:t>
      </w:r>
      <w:r>
        <w:tab/>
        <w:t>2.025e0</w:t>
      </w:r>
    </w:p>
    <w:p w:rsidR="006974AE" w:rsidRDefault="006974AE" w:rsidP="006974AE">
      <w:r>
        <w:lastRenderedPageBreak/>
        <w:t>395.2457</w:t>
      </w:r>
      <w:r>
        <w:tab/>
        <w:t>2.025e0</w:t>
      </w:r>
    </w:p>
    <w:p w:rsidR="006974AE" w:rsidRDefault="006974AE" w:rsidP="006974AE">
      <w:r>
        <w:t>395.2468</w:t>
      </w:r>
      <w:r>
        <w:tab/>
        <w:t>3.038e0</w:t>
      </w:r>
    </w:p>
    <w:p w:rsidR="006974AE" w:rsidRDefault="006974AE" w:rsidP="006974AE">
      <w:r>
        <w:t>395.2569</w:t>
      </w:r>
      <w:r>
        <w:tab/>
        <w:t>3.038e0</w:t>
      </w:r>
    </w:p>
    <w:p w:rsidR="006974AE" w:rsidRDefault="006974AE" w:rsidP="006974AE">
      <w:r>
        <w:t>395.2938</w:t>
      </w:r>
      <w:r>
        <w:tab/>
        <w:t>2.025e0</w:t>
      </w:r>
    </w:p>
    <w:p w:rsidR="006974AE" w:rsidRDefault="006974AE" w:rsidP="006974AE">
      <w:r>
        <w:t>395.3141</w:t>
      </w:r>
      <w:r>
        <w:tab/>
        <w:t>2.025e0</w:t>
      </w:r>
    </w:p>
    <w:p w:rsidR="006974AE" w:rsidRDefault="006974AE" w:rsidP="006974AE">
      <w:r>
        <w:t>395.3401</w:t>
      </w:r>
      <w:r>
        <w:tab/>
        <w:t>2.025e0</w:t>
      </w:r>
    </w:p>
    <w:p w:rsidR="006974AE" w:rsidRDefault="006974AE" w:rsidP="006974AE">
      <w:r>
        <w:t>395.3587</w:t>
      </w:r>
      <w:r>
        <w:tab/>
        <w:t>1.013e0</w:t>
      </w:r>
    </w:p>
    <w:p w:rsidR="006974AE" w:rsidRDefault="006974AE" w:rsidP="006974AE">
      <w:r>
        <w:t>395.3618</w:t>
      </w:r>
      <w:r>
        <w:tab/>
        <w:t>2.025e0</w:t>
      </w:r>
    </w:p>
    <w:p w:rsidR="006974AE" w:rsidRDefault="006974AE" w:rsidP="006974AE">
      <w:r>
        <w:t>395.3736</w:t>
      </w:r>
      <w:r>
        <w:tab/>
        <w:t>2.025e0</w:t>
      </w:r>
    </w:p>
    <w:p w:rsidR="006974AE" w:rsidRDefault="006974AE" w:rsidP="006974AE">
      <w:r>
        <w:t>395.3853</w:t>
      </w:r>
      <w:r>
        <w:tab/>
        <w:t>3.038e0</w:t>
      </w:r>
    </w:p>
    <w:p w:rsidR="006974AE" w:rsidRDefault="006974AE" w:rsidP="006974AE">
      <w:r>
        <w:t>395.4165</w:t>
      </w:r>
      <w:r>
        <w:tab/>
        <w:t>1.013e0</w:t>
      </w:r>
    </w:p>
    <w:p w:rsidR="006974AE" w:rsidRDefault="006974AE" w:rsidP="006974AE">
      <w:r>
        <w:t>395.4343</w:t>
      </w:r>
      <w:r>
        <w:tab/>
        <w:t>1.013e0</w:t>
      </w:r>
    </w:p>
    <w:p w:rsidR="006974AE" w:rsidRDefault="006974AE" w:rsidP="006974AE">
      <w:r>
        <w:t>395.4382</w:t>
      </w:r>
      <w:r>
        <w:tab/>
        <w:t>1.013e0</w:t>
      </w:r>
    </w:p>
    <w:p w:rsidR="006974AE" w:rsidRDefault="006974AE" w:rsidP="006974AE">
      <w:r>
        <w:t>395.4637</w:t>
      </w:r>
      <w:r>
        <w:tab/>
        <w:t>1.013e0</w:t>
      </w:r>
    </w:p>
    <w:p w:rsidR="006974AE" w:rsidRDefault="006974AE" w:rsidP="006974AE">
      <w:r>
        <w:t>395.4824</w:t>
      </w:r>
      <w:r>
        <w:tab/>
        <w:t>2.025e0</w:t>
      </w:r>
    </w:p>
    <w:p w:rsidR="006974AE" w:rsidRDefault="006974AE" w:rsidP="006974AE">
      <w:r>
        <w:t>395.4940</w:t>
      </w:r>
      <w:r>
        <w:tab/>
        <w:t>2.025e0</w:t>
      </w:r>
    </w:p>
    <w:p w:rsidR="006974AE" w:rsidRDefault="006974AE" w:rsidP="006974AE">
      <w:r>
        <w:t>395.5016</w:t>
      </w:r>
      <w:r>
        <w:tab/>
        <w:t>1.013e0</w:t>
      </w:r>
    </w:p>
    <w:p w:rsidR="006974AE" w:rsidRDefault="006974AE" w:rsidP="006974AE">
      <w:r>
        <w:t>395.5061</w:t>
      </w:r>
      <w:r>
        <w:tab/>
        <w:t>1.013e0</w:t>
      </w:r>
    </w:p>
    <w:p w:rsidR="006974AE" w:rsidRDefault="006974AE" w:rsidP="006974AE">
      <w:r>
        <w:t>395.5341</w:t>
      </w:r>
      <w:r>
        <w:tab/>
        <w:t>1.013e0</w:t>
      </w:r>
    </w:p>
    <w:p w:rsidR="006974AE" w:rsidRDefault="006974AE" w:rsidP="006974AE">
      <w:r>
        <w:lastRenderedPageBreak/>
        <w:t>395.5956</w:t>
      </w:r>
      <w:r>
        <w:tab/>
        <w:t>2.025e0</w:t>
      </w:r>
    </w:p>
    <w:p w:rsidR="006974AE" w:rsidRDefault="006974AE" w:rsidP="006974AE">
      <w:r>
        <w:t>395.6078</w:t>
      </w:r>
      <w:r>
        <w:tab/>
        <w:t>1.013e0</w:t>
      </w:r>
    </w:p>
    <w:p w:rsidR="006974AE" w:rsidRDefault="006974AE" w:rsidP="006974AE">
      <w:r>
        <w:t>395.6251</w:t>
      </w:r>
      <w:r>
        <w:tab/>
        <w:t>1.013e0</w:t>
      </w:r>
    </w:p>
    <w:p w:rsidR="006974AE" w:rsidRDefault="006974AE" w:rsidP="006974AE">
      <w:r>
        <w:t>395.6269</w:t>
      </w:r>
      <w:r>
        <w:tab/>
        <w:t>2.025e0</w:t>
      </w:r>
    </w:p>
    <w:p w:rsidR="006974AE" w:rsidRDefault="006974AE" w:rsidP="006974AE">
      <w:r>
        <w:t>395.6295</w:t>
      </w:r>
      <w:r>
        <w:tab/>
        <w:t>1.013e0</w:t>
      </w:r>
    </w:p>
    <w:p w:rsidR="006974AE" w:rsidRDefault="006974AE" w:rsidP="006974AE">
      <w:r>
        <w:t>395.6391</w:t>
      </w:r>
      <w:r>
        <w:tab/>
        <w:t>1.013e0</w:t>
      </w:r>
    </w:p>
    <w:p w:rsidR="006974AE" w:rsidRDefault="006974AE" w:rsidP="006974AE">
      <w:r>
        <w:t>395.6721</w:t>
      </w:r>
      <w:r>
        <w:tab/>
        <w:t>1.013e0</w:t>
      </w:r>
    </w:p>
    <w:p w:rsidR="006974AE" w:rsidRDefault="006974AE" w:rsidP="006974AE">
      <w:r>
        <w:t>395.7086</w:t>
      </w:r>
      <w:r>
        <w:tab/>
        <w:t>1.013e0</w:t>
      </w:r>
    </w:p>
    <w:p w:rsidR="006974AE" w:rsidRDefault="006974AE" w:rsidP="006974AE">
      <w:r>
        <w:t>395.7360</w:t>
      </w:r>
      <w:r>
        <w:tab/>
        <w:t>1.013e0</w:t>
      </w:r>
    </w:p>
    <w:p w:rsidR="006974AE" w:rsidRDefault="006974AE" w:rsidP="006974AE">
      <w:r>
        <w:t>395.7373</w:t>
      </w:r>
      <w:r>
        <w:tab/>
        <w:t>3.038e0</w:t>
      </w:r>
    </w:p>
    <w:p w:rsidR="006974AE" w:rsidRDefault="006974AE" w:rsidP="006974AE">
      <w:r>
        <w:t>395.7568</w:t>
      </w:r>
      <w:r>
        <w:tab/>
        <w:t>1.013e0</w:t>
      </w:r>
    </w:p>
    <w:p w:rsidR="006974AE" w:rsidRDefault="006974AE" w:rsidP="006974AE">
      <w:r>
        <w:t>395.7606</w:t>
      </w:r>
      <w:r>
        <w:tab/>
        <w:t>1.013e0</w:t>
      </w:r>
    </w:p>
    <w:p w:rsidR="006974AE" w:rsidRDefault="006974AE" w:rsidP="006974AE">
      <w:r>
        <w:t>395.7698</w:t>
      </w:r>
      <w:r>
        <w:tab/>
        <w:t>2.025e0</w:t>
      </w:r>
    </w:p>
    <w:p w:rsidR="006974AE" w:rsidRDefault="006974AE" w:rsidP="006974AE">
      <w:r>
        <w:t>395.7784</w:t>
      </w:r>
      <w:r>
        <w:tab/>
        <w:t>4.051e0</w:t>
      </w:r>
    </w:p>
    <w:p w:rsidR="006974AE" w:rsidRDefault="006974AE" w:rsidP="006974AE">
      <w:r>
        <w:t>395.8243</w:t>
      </w:r>
      <w:r>
        <w:tab/>
        <w:t>1.013e0</w:t>
      </w:r>
    </w:p>
    <w:p w:rsidR="006974AE" w:rsidRDefault="006974AE" w:rsidP="006974AE">
      <w:r>
        <w:t>395.8460</w:t>
      </w:r>
      <w:r>
        <w:tab/>
        <w:t>1.013e0</w:t>
      </w:r>
    </w:p>
    <w:p w:rsidR="006974AE" w:rsidRDefault="006974AE" w:rsidP="006974AE">
      <w:r>
        <w:t>395.8493</w:t>
      </w:r>
      <w:r>
        <w:tab/>
        <w:t>1.013e0</w:t>
      </w:r>
    </w:p>
    <w:p w:rsidR="006974AE" w:rsidRDefault="006974AE" w:rsidP="006974AE">
      <w:r>
        <w:t>395.8629</w:t>
      </w:r>
      <w:r>
        <w:tab/>
        <w:t>2.025e0</w:t>
      </w:r>
    </w:p>
    <w:p w:rsidR="006974AE" w:rsidRDefault="006974AE" w:rsidP="006974AE">
      <w:r>
        <w:t>395.8881</w:t>
      </w:r>
      <w:r>
        <w:tab/>
        <w:t>1.013e0</w:t>
      </w:r>
    </w:p>
    <w:p w:rsidR="006974AE" w:rsidRDefault="006974AE" w:rsidP="006974AE">
      <w:r>
        <w:lastRenderedPageBreak/>
        <w:t>395.9052</w:t>
      </w:r>
      <w:r>
        <w:tab/>
        <w:t>2.025e0</w:t>
      </w:r>
    </w:p>
    <w:p w:rsidR="006974AE" w:rsidRDefault="006974AE" w:rsidP="006974AE">
      <w:r>
        <w:t>395.9257</w:t>
      </w:r>
      <w:r>
        <w:tab/>
        <w:t>3.038e0</w:t>
      </w:r>
    </w:p>
    <w:p w:rsidR="006974AE" w:rsidRDefault="006974AE" w:rsidP="006974AE">
      <w:r>
        <w:t>395.9468</w:t>
      </w:r>
      <w:r>
        <w:tab/>
        <w:t>1.013e0</w:t>
      </w:r>
    </w:p>
    <w:p w:rsidR="006974AE" w:rsidRDefault="006974AE" w:rsidP="006974AE">
      <w:r>
        <w:t>395.9492</w:t>
      </w:r>
      <w:r>
        <w:tab/>
        <w:t>2.025e0</w:t>
      </w:r>
    </w:p>
    <w:p w:rsidR="006974AE" w:rsidRDefault="006974AE" w:rsidP="006974AE">
      <w:r>
        <w:t>395.9737</w:t>
      </w:r>
      <w:r>
        <w:tab/>
        <w:t>1.013e0</w:t>
      </w:r>
    </w:p>
    <w:p w:rsidR="006974AE" w:rsidRDefault="006974AE" w:rsidP="006974AE">
      <w:r>
        <w:t>395.9821</w:t>
      </w:r>
      <w:r>
        <w:tab/>
        <w:t>2.025e0</w:t>
      </w:r>
    </w:p>
    <w:p w:rsidR="006974AE" w:rsidRDefault="006974AE" w:rsidP="006974AE">
      <w:r>
        <w:t>396.0101</w:t>
      </w:r>
      <w:r>
        <w:tab/>
        <w:t>2.025e0</w:t>
      </w:r>
    </w:p>
    <w:p w:rsidR="006974AE" w:rsidRDefault="006974AE" w:rsidP="006974AE">
      <w:r>
        <w:t>396.0121</w:t>
      </w:r>
      <w:r>
        <w:tab/>
        <w:t>2.025e0</w:t>
      </w:r>
    </w:p>
    <w:p w:rsidR="006974AE" w:rsidRDefault="006974AE" w:rsidP="006974AE">
      <w:r>
        <w:t>396.0201</w:t>
      </w:r>
      <w:r>
        <w:tab/>
        <w:t>1.013e0</w:t>
      </w:r>
    </w:p>
    <w:p w:rsidR="006974AE" w:rsidRDefault="006974AE" w:rsidP="006974AE">
      <w:r>
        <w:t>396.0798</w:t>
      </w:r>
      <w:r>
        <w:tab/>
        <w:t>1.013e0</w:t>
      </w:r>
    </w:p>
    <w:p w:rsidR="006974AE" w:rsidRDefault="006974AE" w:rsidP="006974AE">
      <w:r>
        <w:t>396.0865</w:t>
      </w:r>
      <w:r>
        <w:tab/>
        <w:t>4.051e0</w:t>
      </w:r>
    </w:p>
    <w:p w:rsidR="006974AE" w:rsidRDefault="006974AE" w:rsidP="006974AE">
      <w:r>
        <w:t>396.1051</w:t>
      </w:r>
      <w:r>
        <w:tab/>
        <w:t>1.013e0</w:t>
      </w:r>
    </w:p>
    <w:p w:rsidR="006974AE" w:rsidRDefault="006974AE" w:rsidP="006974AE">
      <w:r>
        <w:t>396.1388</w:t>
      </w:r>
      <w:r>
        <w:tab/>
        <w:t>4.127e0</w:t>
      </w:r>
    </w:p>
    <w:p w:rsidR="006974AE" w:rsidRDefault="006974AE" w:rsidP="006974AE">
      <w:r>
        <w:t>396.1531</w:t>
      </w:r>
      <w:r>
        <w:tab/>
        <w:t>1.722e1</w:t>
      </w:r>
    </w:p>
    <w:p w:rsidR="006974AE" w:rsidRDefault="006974AE" w:rsidP="006974AE">
      <w:r>
        <w:t>396.1549</w:t>
      </w:r>
      <w:r>
        <w:tab/>
        <w:t>3.251e1</w:t>
      </w:r>
    </w:p>
    <w:p w:rsidR="006974AE" w:rsidRDefault="006974AE" w:rsidP="006974AE">
      <w:r>
        <w:t>396.1605</w:t>
      </w:r>
      <w:r>
        <w:tab/>
        <w:t>4.747e1</w:t>
      </w:r>
    </w:p>
    <w:p w:rsidR="006974AE" w:rsidRDefault="006974AE" w:rsidP="006974AE">
      <w:r>
        <w:t>396.1636</w:t>
      </w:r>
      <w:r>
        <w:tab/>
        <w:t>4.456e1</w:t>
      </w:r>
    </w:p>
    <w:p w:rsidR="006974AE" w:rsidRDefault="006974AE" w:rsidP="006974AE">
      <w:r>
        <w:t>396.1649</w:t>
      </w:r>
      <w:r>
        <w:tab/>
        <w:t>5.091e1</w:t>
      </w:r>
    </w:p>
    <w:p w:rsidR="006974AE" w:rsidRDefault="006974AE" w:rsidP="006974AE">
      <w:r>
        <w:t>396.1782</w:t>
      </w:r>
      <w:r>
        <w:tab/>
        <w:t>8.101e0</w:t>
      </w:r>
    </w:p>
    <w:p w:rsidR="006974AE" w:rsidRDefault="006974AE" w:rsidP="006974AE">
      <w:r>
        <w:lastRenderedPageBreak/>
        <w:t>396.1912</w:t>
      </w:r>
      <w:r>
        <w:tab/>
        <w:t>7.366e0</w:t>
      </w:r>
    </w:p>
    <w:p w:rsidR="006974AE" w:rsidRDefault="006974AE" w:rsidP="006974AE">
      <w:r>
        <w:t>396.2362</w:t>
      </w:r>
      <w:r>
        <w:tab/>
        <w:t>1.013e0</w:t>
      </w:r>
    </w:p>
    <w:p w:rsidR="006974AE" w:rsidRDefault="006974AE" w:rsidP="006974AE">
      <w:r>
        <w:t>396.2458</w:t>
      </w:r>
      <w:r>
        <w:tab/>
        <w:t>1.695e0</w:t>
      </w:r>
    </w:p>
    <w:p w:rsidR="006974AE" w:rsidRDefault="006974AE" w:rsidP="006974AE">
      <w:r>
        <w:t>396.2700</w:t>
      </w:r>
      <w:r>
        <w:tab/>
        <w:t>2.025e0</w:t>
      </w:r>
    </w:p>
    <w:p w:rsidR="006974AE" w:rsidRDefault="006974AE" w:rsidP="006974AE">
      <w:r>
        <w:t>396.3175</w:t>
      </w:r>
      <w:r>
        <w:tab/>
        <w:t>3.038e0</w:t>
      </w:r>
    </w:p>
    <w:p w:rsidR="006974AE" w:rsidRDefault="006974AE" w:rsidP="006974AE">
      <w:r>
        <w:t>396.3252</w:t>
      </w:r>
      <w:r>
        <w:tab/>
        <w:t>1.013e0</w:t>
      </w:r>
    </w:p>
    <w:p w:rsidR="006974AE" w:rsidRDefault="006974AE" w:rsidP="006974AE">
      <w:r>
        <w:t>396.3305</w:t>
      </w:r>
      <w:r>
        <w:tab/>
        <w:t>2.025e0</w:t>
      </w:r>
    </w:p>
    <w:p w:rsidR="006974AE" w:rsidRDefault="006974AE" w:rsidP="006974AE">
      <w:r>
        <w:t>396.3327</w:t>
      </w:r>
      <w:r>
        <w:tab/>
        <w:t>1.013e0</w:t>
      </w:r>
    </w:p>
    <w:p w:rsidR="006974AE" w:rsidRDefault="006974AE" w:rsidP="006974AE">
      <w:r>
        <w:t>396.3500</w:t>
      </w:r>
      <w:r>
        <w:tab/>
        <w:t>2.025e0</w:t>
      </w:r>
    </w:p>
    <w:p w:rsidR="006974AE" w:rsidRDefault="006974AE" w:rsidP="006974AE">
      <w:r>
        <w:t>396.3549</w:t>
      </w:r>
      <w:r>
        <w:tab/>
        <w:t>2.025e0</w:t>
      </w:r>
    </w:p>
    <w:p w:rsidR="006974AE" w:rsidRDefault="006974AE" w:rsidP="006974AE">
      <w:r>
        <w:t>396.3731</w:t>
      </w:r>
      <w:r>
        <w:tab/>
        <w:t>2.025e0</w:t>
      </w:r>
    </w:p>
    <w:p w:rsidR="006974AE" w:rsidRDefault="006974AE" w:rsidP="006974AE">
      <w:r>
        <w:t>396.3743</w:t>
      </w:r>
      <w:r>
        <w:tab/>
        <w:t>1.013e0</w:t>
      </w:r>
    </w:p>
    <w:p w:rsidR="006974AE" w:rsidRDefault="006974AE" w:rsidP="006974AE">
      <w:r>
        <w:t>396.3849</w:t>
      </w:r>
      <w:r>
        <w:tab/>
        <w:t>2.025e0</w:t>
      </w:r>
    </w:p>
    <w:p w:rsidR="006974AE" w:rsidRDefault="006974AE" w:rsidP="006974AE">
      <w:r>
        <w:t>396.4275</w:t>
      </w:r>
      <w:r>
        <w:tab/>
        <w:t>1.013e0</w:t>
      </w:r>
    </w:p>
    <w:p w:rsidR="006974AE" w:rsidRDefault="006974AE" w:rsidP="006974AE">
      <w:r>
        <w:t>396.4318</w:t>
      </w:r>
      <w:r>
        <w:tab/>
        <w:t>1.013e0</w:t>
      </w:r>
    </w:p>
    <w:p w:rsidR="006974AE" w:rsidRDefault="006974AE" w:rsidP="006974AE">
      <w:r>
        <w:t>396.4445</w:t>
      </w:r>
      <w:r>
        <w:tab/>
        <w:t>1.013e0</w:t>
      </w:r>
    </w:p>
    <w:p w:rsidR="006974AE" w:rsidRDefault="006974AE" w:rsidP="006974AE">
      <w:r>
        <w:t>396.4585</w:t>
      </w:r>
      <w:r>
        <w:tab/>
        <w:t>1.013e0</w:t>
      </w:r>
    </w:p>
    <w:p w:rsidR="006974AE" w:rsidRDefault="006974AE" w:rsidP="006974AE">
      <w:r>
        <w:t>396.4643</w:t>
      </w:r>
      <w:r>
        <w:tab/>
        <w:t>3.038e0</w:t>
      </w:r>
    </w:p>
    <w:p w:rsidR="006974AE" w:rsidRDefault="006974AE" w:rsidP="006974AE">
      <w:r>
        <w:t>396.4655</w:t>
      </w:r>
      <w:r>
        <w:tab/>
        <w:t>1.013e0</w:t>
      </w:r>
    </w:p>
    <w:p w:rsidR="006974AE" w:rsidRDefault="006974AE" w:rsidP="006974AE">
      <w:r>
        <w:lastRenderedPageBreak/>
        <w:t>396.4795</w:t>
      </w:r>
      <w:r>
        <w:tab/>
        <w:t>1.013e0</w:t>
      </w:r>
    </w:p>
    <w:p w:rsidR="006974AE" w:rsidRDefault="006974AE" w:rsidP="006974AE">
      <w:r>
        <w:t>396.5044</w:t>
      </w:r>
      <w:r>
        <w:tab/>
        <w:t>2.025e0</w:t>
      </w:r>
    </w:p>
    <w:p w:rsidR="006974AE" w:rsidRDefault="006974AE" w:rsidP="006974AE">
      <w:r>
        <w:t>396.5552</w:t>
      </w:r>
      <w:r>
        <w:tab/>
        <w:t>1.013e0</w:t>
      </w:r>
    </w:p>
    <w:p w:rsidR="006974AE" w:rsidRDefault="006974AE" w:rsidP="006974AE">
      <w:r>
        <w:t>396.5593</w:t>
      </w:r>
      <w:r>
        <w:tab/>
        <w:t>2.025e0</w:t>
      </w:r>
    </w:p>
    <w:p w:rsidR="006974AE" w:rsidRDefault="006974AE" w:rsidP="006974AE">
      <w:r>
        <w:t>396.5793</w:t>
      </w:r>
      <w:r>
        <w:tab/>
        <w:t>4.051e0</w:t>
      </w:r>
    </w:p>
    <w:p w:rsidR="006974AE" w:rsidRDefault="006974AE" w:rsidP="006974AE">
      <w:r>
        <w:t>396.5983</w:t>
      </w:r>
      <w:r>
        <w:tab/>
        <w:t>1.013e0</w:t>
      </w:r>
    </w:p>
    <w:p w:rsidR="006974AE" w:rsidRDefault="006974AE" w:rsidP="006974AE">
      <w:r>
        <w:t>396.6021</w:t>
      </w:r>
      <w:r>
        <w:tab/>
        <w:t>1.013e0</w:t>
      </w:r>
    </w:p>
    <w:p w:rsidR="006974AE" w:rsidRDefault="006974AE" w:rsidP="006974AE">
      <w:r>
        <w:t>396.6129</w:t>
      </w:r>
      <w:r>
        <w:tab/>
        <w:t>3.038e0</w:t>
      </w:r>
    </w:p>
    <w:p w:rsidR="006974AE" w:rsidRDefault="006974AE" w:rsidP="006974AE">
      <w:r>
        <w:t>396.6410</w:t>
      </w:r>
      <w:r>
        <w:tab/>
        <w:t>1.013e0</w:t>
      </w:r>
    </w:p>
    <w:p w:rsidR="006974AE" w:rsidRDefault="006974AE" w:rsidP="006974AE">
      <w:r>
        <w:t>396.6554</w:t>
      </w:r>
      <w:r>
        <w:tab/>
        <w:t>1.013e0</w:t>
      </w:r>
    </w:p>
    <w:p w:rsidR="006974AE" w:rsidRDefault="006974AE" w:rsidP="006974AE">
      <w:r>
        <w:t>396.6833</w:t>
      </w:r>
      <w:r>
        <w:tab/>
        <w:t>3.038e0</w:t>
      </w:r>
    </w:p>
    <w:p w:rsidR="006974AE" w:rsidRDefault="006974AE" w:rsidP="006974AE">
      <w:r>
        <w:t>396.6872</w:t>
      </w:r>
      <w:r>
        <w:tab/>
        <w:t>1.013e0</w:t>
      </w:r>
    </w:p>
    <w:p w:rsidR="006974AE" w:rsidRDefault="006974AE" w:rsidP="006974AE">
      <w:r>
        <w:t>396.7079</w:t>
      </w:r>
      <w:r>
        <w:tab/>
        <w:t>1.013e0</w:t>
      </w:r>
    </w:p>
    <w:p w:rsidR="006974AE" w:rsidRDefault="006974AE" w:rsidP="006974AE">
      <w:r>
        <w:t>396.7117</w:t>
      </w:r>
      <w:r>
        <w:tab/>
        <w:t>1.013e0</w:t>
      </w:r>
    </w:p>
    <w:p w:rsidR="006974AE" w:rsidRDefault="006974AE" w:rsidP="006974AE">
      <w:r>
        <w:t>396.7756</w:t>
      </w:r>
      <w:r>
        <w:tab/>
        <w:t>1.013e0</w:t>
      </w:r>
    </w:p>
    <w:p w:rsidR="006974AE" w:rsidRDefault="006974AE" w:rsidP="006974AE">
      <w:r>
        <w:t>396.7779</w:t>
      </w:r>
      <w:r>
        <w:tab/>
        <w:t>2.025e0</w:t>
      </w:r>
    </w:p>
    <w:p w:rsidR="006974AE" w:rsidRDefault="006974AE" w:rsidP="006974AE">
      <w:r>
        <w:t>396.7817</w:t>
      </w:r>
      <w:r>
        <w:tab/>
        <w:t>1.013e0</w:t>
      </w:r>
    </w:p>
    <w:p w:rsidR="006974AE" w:rsidRDefault="006974AE" w:rsidP="006974AE">
      <w:r>
        <w:t>396.8361</w:t>
      </w:r>
      <w:r>
        <w:tab/>
        <w:t>1.013e0</w:t>
      </w:r>
    </w:p>
    <w:p w:rsidR="006974AE" w:rsidRDefault="006974AE" w:rsidP="006974AE">
      <w:r>
        <w:t>396.8395</w:t>
      </w:r>
      <w:r>
        <w:tab/>
        <w:t>1.013e0</w:t>
      </w:r>
    </w:p>
    <w:p w:rsidR="006974AE" w:rsidRDefault="006974AE" w:rsidP="006974AE">
      <w:r>
        <w:lastRenderedPageBreak/>
        <w:t>396.8613</w:t>
      </w:r>
      <w:r>
        <w:tab/>
        <w:t>1.013e0</w:t>
      </w:r>
    </w:p>
    <w:p w:rsidR="006974AE" w:rsidRDefault="006974AE" w:rsidP="006974AE">
      <w:r>
        <w:t>396.8733</w:t>
      </w:r>
      <w:r>
        <w:tab/>
        <w:t>2.025e0</w:t>
      </w:r>
    </w:p>
    <w:p w:rsidR="006974AE" w:rsidRDefault="006974AE" w:rsidP="006974AE">
      <w:r>
        <w:t>396.8782</w:t>
      </w:r>
      <w:r>
        <w:tab/>
        <w:t>1.013e0</w:t>
      </w:r>
    </w:p>
    <w:p w:rsidR="006974AE" w:rsidRDefault="006974AE" w:rsidP="006974AE">
      <w:r>
        <w:t>396.8940</w:t>
      </w:r>
      <w:r>
        <w:tab/>
        <w:t>2.025e0</w:t>
      </w:r>
    </w:p>
    <w:p w:rsidR="006974AE" w:rsidRDefault="006974AE" w:rsidP="006974AE">
      <w:r>
        <w:t>396.8995</w:t>
      </w:r>
      <w:r>
        <w:tab/>
        <w:t>1.013e0</w:t>
      </w:r>
    </w:p>
    <w:p w:rsidR="006974AE" w:rsidRDefault="006974AE" w:rsidP="006974AE">
      <w:r>
        <w:t>396.9041</w:t>
      </w:r>
      <w:r>
        <w:tab/>
        <w:t>2.025e0</w:t>
      </w:r>
    </w:p>
    <w:p w:rsidR="006974AE" w:rsidRDefault="006974AE" w:rsidP="006974AE">
      <w:r>
        <w:t>396.9193</w:t>
      </w:r>
      <w:r>
        <w:tab/>
        <w:t>2.025e0</w:t>
      </w:r>
    </w:p>
    <w:p w:rsidR="006974AE" w:rsidRDefault="006974AE" w:rsidP="006974AE">
      <w:r>
        <w:t>396.9497</w:t>
      </w:r>
      <w:r>
        <w:tab/>
        <w:t>2.025e0</w:t>
      </w:r>
    </w:p>
    <w:p w:rsidR="006974AE" w:rsidRDefault="006974AE" w:rsidP="006974AE">
      <w:r>
        <w:t>396.9640</w:t>
      </w:r>
      <w:r>
        <w:tab/>
        <w:t>1.013e0</w:t>
      </w:r>
    </w:p>
    <w:p w:rsidR="006974AE" w:rsidRDefault="006974AE" w:rsidP="006974AE">
      <w:r>
        <w:t>396.9778</w:t>
      </w:r>
      <w:r>
        <w:tab/>
        <w:t>3.038e0</w:t>
      </w:r>
    </w:p>
    <w:p w:rsidR="006974AE" w:rsidRDefault="006974AE" w:rsidP="006974AE">
      <w:r>
        <w:t>397.0022</w:t>
      </w:r>
      <w:r>
        <w:tab/>
        <w:t>2.025e0</w:t>
      </w:r>
    </w:p>
    <w:p w:rsidR="006974AE" w:rsidRDefault="006974AE" w:rsidP="006974AE">
      <w:r>
        <w:t>397.0480</w:t>
      </w:r>
      <w:r>
        <w:tab/>
        <w:t>2.025e0</w:t>
      </w:r>
    </w:p>
    <w:p w:rsidR="006974AE" w:rsidRDefault="006974AE" w:rsidP="006974AE">
      <w:r>
        <w:t>397.0535</w:t>
      </w:r>
      <w:r>
        <w:tab/>
        <w:t>3.038e0</w:t>
      </w:r>
    </w:p>
    <w:p w:rsidR="006974AE" w:rsidRDefault="006974AE" w:rsidP="006974AE">
      <w:r>
        <w:t>397.0739</w:t>
      </w:r>
      <w:r>
        <w:tab/>
        <w:t>1.013e0</w:t>
      </w:r>
    </w:p>
    <w:p w:rsidR="006974AE" w:rsidRDefault="006974AE" w:rsidP="006974AE">
      <w:r>
        <w:t>397.0968</w:t>
      </w:r>
      <w:r>
        <w:tab/>
        <w:t>2.025e0</w:t>
      </w:r>
    </w:p>
    <w:p w:rsidR="006974AE" w:rsidRDefault="006974AE" w:rsidP="006974AE">
      <w:r>
        <w:t>397.1113</w:t>
      </w:r>
      <w:r>
        <w:tab/>
        <w:t>2.025e0</w:t>
      </w:r>
    </w:p>
    <w:p w:rsidR="006974AE" w:rsidRDefault="006974AE" w:rsidP="006974AE">
      <w:r>
        <w:t>397.1237</w:t>
      </w:r>
      <w:r>
        <w:tab/>
        <w:t>2.025e0</w:t>
      </w:r>
    </w:p>
    <w:p w:rsidR="006974AE" w:rsidRDefault="006974AE" w:rsidP="006974AE">
      <w:r>
        <w:t>397.1373</w:t>
      </w:r>
      <w:r>
        <w:tab/>
        <w:t>1.013e0</w:t>
      </w:r>
    </w:p>
    <w:p w:rsidR="006974AE" w:rsidRDefault="006974AE" w:rsidP="006974AE">
      <w:r>
        <w:t>397.1484</w:t>
      </w:r>
      <w:r>
        <w:tab/>
        <w:t>3.038e0</w:t>
      </w:r>
    </w:p>
    <w:p w:rsidR="006974AE" w:rsidRDefault="006974AE" w:rsidP="006974AE">
      <w:r>
        <w:lastRenderedPageBreak/>
        <w:t>397.1697</w:t>
      </w:r>
      <w:r>
        <w:tab/>
        <w:t>1.075e1</w:t>
      </w:r>
    </w:p>
    <w:p w:rsidR="006974AE" w:rsidRDefault="006974AE" w:rsidP="006974AE">
      <w:r>
        <w:t>397.1746</w:t>
      </w:r>
      <w:r>
        <w:tab/>
        <w:t>1.957e1</w:t>
      </w:r>
    </w:p>
    <w:p w:rsidR="006974AE" w:rsidRDefault="006974AE" w:rsidP="006974AE">
      <w:r>
        <w:t>397.1783</w:t>
      </w:r>
      <w:r>
        <w:tab/>
        <w:t>1.620e1</w:t>
      </w:r>
    </w:p>
    <w:p w:rsidR="006974AE" w:rsidRDefault="006974AE" w:rsidP="006974AE">
      <w:r>
        <w:t>397.1818</w:t>
      </w:r>
      <w:r>
        <w:tab/>
        <w:t>2.025e0</w:t>
      </w:r>
    </w:p>
    <w:p w:rsidR="006974AE" w:rsidRDefault="006974AE" w:rsidP="006974AE">
      <w:r>
        <w:t>397.2050</w:t>
      </w:r>
      <w:r>
        <w:tab/>
        <w:t>1.013e0</w:t>
      </w:r>
    </w:p>
    <w:p w:rsidR="006974AE" w:rsidRDefault="006974AE" w:rsidP="006974AE">
      <w:r>
        <w:t>397.2443</w:t>
      </w:r>
      <w:r>
        <w:tab/>
        <w:t>1.013e0</w:t>
      </w:r>
    </w:p>
    <w:p w:rsidR="006974AE" w:rsidRDefault="006974AE" w:rsidP="006974AE">
      <w:r>
        <w:t>397.2476</w:t>
      </w:r>
      <w:r>
        <w:tab/>
        <w:t>2.583e0</w:t>
      </w:r>
    </w:p>
    <w:p w:rsidR="006974AE" w:rsidRDefault="006974AE" w:rsidP="006974AE">
      <w:r>
        <w:t>397.2729</w:t>
      </w:r>
      <w:r>
        <w:tab/>
        <w:t>1.013e0</w:t>
      </w:r>
    </w:p>
    <w:p w:rsidR="006974AE" w:rsidRDefault="006974AE" w:rsidP="006974AE">
      <w:r>
        <w:t>397.2902</w:t>
      </w:r>
      <w:r>
        <w:tab/>
        <w:t>1.013e0</w:t>
      </w:r>
    </w:p>
    <w:p w:rsidR="006974AE" w:rsidRDefault="006974AE" w:rsidP="006974AE">
      <w:r>
        <w:t>397.2924</w:t>
      </w:r>
      <w:r>
        <w:tab/>
        <w:t>4.051e0</w:t>
      </w:r>
    </w:p>
    <w:p w:rsidR="006974AE" w:rsidRDefault="006974AE" w:rsidP="006974AE">
      <w:r>
        <w:t>397.3015</w:t>
      </w:r>
      <w:r>
        <w:tab/>
        <w:t>1.013e0</w:t>
      </w:r>
    </w:p>
    <w:p w:rsidR="006974AE" w:rsidRDefault="006974AE" w:rsidP="006974AE">
      <w:r>
        <w:t>397.3041</w:t>
      </w:r>
      <w:r>
        <w:tab/>
        <w:t>2.025e0</w:t>
      </w:r>
    </w:p>
    <w:p w:rsidR="006974AE" w:rsidRDefault="006974AE" w:rsidP="006974AE">
      <w:r>
        <w:t>397.3119</w:t>
      </w:r>
      <w:r>
        <w:tab/>
        <w:t>1.013e0</w:t>
      </w:r>
    </w:p>
    <w:p w:rsidR="006974AE" w:rsidRDefault="006974AE" w:rsidP="006974AE">
      <w:r>
        <w:t>397.3291</w:t>
      </w:r>
      <w:r>
        <w:tab/>
        <w:t>1.013e0</w:t>
      </w:r>
    </w:p>
    <w:p w:rsidR="006974AE" w:rsidRDefault="006974AE" w:rsidP="006974AE">
      <w:r>
        <w:t>397.3363</w:t>
      </w:r>
      <w:r>
        <w:tab/>
        <w:t>1.013e0</w:t>
      </w:r>
    </w:p>
    <w:p w:rsidR="006974AE" w:rsidRDefault="006974AE" w:rsidP="006974AE">
      <w:r>
        <w:t>397.3431</w:t>
      </w:r>
      <w:r>
        <w:tab/>
        <w:t>1.013e0</w:t>
      </w:r>
    </w:p>
    <w:p w:rsidR="006974AE" w:rsidRDefault="006974AE" w:rsidP="006974AE">
      <w:r>
        <w:t>397.3755</w:t>
      </w:r>
      <w:r>
        <w:tab/>
        <w:t>2.025e0</w:t>
      </w:r>
    </w:p>
    <w:p w:rsidR="006974AE" w:rsidRDefault="006974AE" w:rsidP="006974AE">
      <w:r>
        <w:t>397.4134</w:t>
      </w:r>
      <w:r>
        <w:tab/>
        <w:t>3.038e0</w:t>
      </w:r>
    </w:p>
    <w:p w:rsidR="006974AE" w:rsidRDefault="006974AE" w:rsidP="006974AE">
      <w:r>
        <w:t>397.4216</w:t>
      </w:r>
      <w:r>
        <w:tab/>
        <w:t>1.013e0</w:t>
      </w:r>
    </w:p>
    <w:p w:rsidR="006974AE" w:rsidRDefault="006974AE" w:rsidP="006974AE">
      <w:r>
        <w:lastRenderedPageBreak/>
        <w:t>397.4678</w:t>
      </w:r>
      <w:r>
        <w:tab/>
        <w:t>2.025e0</w:t>
      </w:r>
    </w:p>
    <w:p w:rsidR="006974AE" w:rsidRDefault="006974AE" w:rsidP="006974AE">
      <w:r>
        <w:t>397.4842</w:t>
      </w:r>
      <w:r>
        <w:tab/>
        <w:t>2.025e0</w:t>
      </w:r>
    </w:p>
    <w:p w:rsidR="006974AE" w:rsidRDefault="006974AE" w:rsidP="006974AE">
      <w:r>
        <w:t>397.5068</w:t>
      </w:r>
      <w:r>
        <w:tab/>
        <w:t>1.013e0</w:t>
      </w:r>
    </w:p>
    <w:p w:rsidR="006974AE" w:rsidRDefault="006974AE" w:rsidP="006974AE">
      <w:r>
        <w:t>397.5329</w:t>
      </w:r>
      <w:r>
        <w:tab/>
        <w:t>1.013e0</w:t>
      </w:r>
    </w:p>
    <w:p w:rsidR="006974AE" w:rsidRDefault="006974AE" w:rsidP="006974AE">
      <w:r>
        <w:t>397.5499</w:t>
      </w:r>
      <w:r>
        <w:tab/>
        <w:t>1.013e0</w:t>
      </w:r>
    </w:p>
    <w:p w:rsidR="006974AE" w:rsidRDefault="006974AE" w:rsidP="006974AE">
      <w:r>
        <w:t>397.5668</w:t>
      </w:r>
      <w:r>
        <w:tab/>
        <w:t>2.025e0</w:t>
      </w:r>
    </w:p>
    <w:p w:rsidR="006974AE" w:rsidRDefault="006974AE" w:rsidP="006974AE">
      <w:r>
        <w:t>397.6178</w:t>
      </w:r>
      <w:r>
        <w:tab/>
        <w:t>1.013e0</w:t>
      </w:r>
    </w:p>
    <w:p w:rsidR="006974AE" w:rsidRDefault="006974AE" w:rsidP="006974AE">
      <w:r>
        <w:t>397.6472</w:t>
      </w:r>
      <w:r>
        <w:tab/>
        <w:t>2.025e0</w:t>
      </w:r>
    </w:p>
    <w:p w:rsidR="006974AE" w:rsidRDefault="006974AE" w:rsidP="006974AE">
      <w:r>
        <w:t>397.6526</w:t>
      </w:r>
      <w:r>
        <w:tab/>
        <w:t>1.013e0</w:t>
      </w:r>
    </w:p>
    <w:p w:rsidR="006974AE" w:rsidRDefault="006974AE" w:rsidP="006974AE">
      <w:r>
        <w:t>397.7025</w:t>
      </w:r>
      <w:r>
        <w:tab/>
        <w:t>1.013e0</w:t>
      </w:r>
    </w:p>
    <w:p w:rsidR="006974AE" w:rsidRDefault="006974AE" w:rsidP="006974AE">
      <w:r>
        <w:t>397.7692</w:t>
      </w:r>
      <w:r>
        <w:tab/>
        <w:t>2.025e0</w:t>
      </w:r>
    </w:p>
    <w:p w:rsidR="006974AE" w:rsidRDefault="006974AE" w:rsidP="006974AE">
      <w:r>
        <w:t>397.7733</w:t>
      </w:r>
      <w:r>
        <w:tab/>
        <w:t>2.025e0</w:t>
      </w:r>
    </w:p>
    <w:p w:rsidR="006974AE" w:rsidRDefault="006974AE" w:rsidP="006974AE">
      <w:r>
        <w:t>397.8091</w:t>
      </w:r>
      <w:r>
        <w:tab/>
        <w:t>1.013e0</w:t>
      </w:r>
    </w:p>
    <w:p w:rsidR="006974AE" w:rsidRDefault="006974AE" w:rsidP="006974AE">
      <w:r>
        <w:t>397.8304</w:t>
      </w:r>
      <w:r>
        <w:tab/>
        <w:t>1.013e0</w:t>
      </w:r>
    </w:p>
    <w:p w:rsidR="006974AE" w:rsidRDefault="006974AE" w:rsidP="006974AE">
      <w:r>
        <w:t>397.8473</w:t>
      </w:r>
      <w:r>
        <w:tab/>
        <w:t>1.013e0</w:t>
      </w:r>
    </w:p>
    <w:p w:rsidR="006974AE" w:rsidRDefault="006974AE" w:rsidP="006974AE">
      <w:r>
        <w:t>397.8846</w:t>
      </w:r>
      <w:r>
        <w:tab/>
        <w:t>1.013e0</w:t>
      </w:r>
    </w:p>
    <w:p w:rsidR="006974AE" w:rsidRDefault="006974AE" w:rsidP="006974AE">
      <w:r>
        <w:t>397.8884</w:t>
      </w:r>
      <w:r>
        <w:tab/>
        <w:t>2.025e0</w:t>
      </w:r>
    </w:p>
    <w:p w:rsidR="006974AE" w:rsidRDefault="006974AE" w:rsidP="006974AE">
      <w:r>
        <w:t>397.8923</w:t>
      </w:r>
      <w:r>
        <w:tab/>
        <w:t>2.025e0</w:t>
      </w:r>
    </w:p>
    <w:p w:rsidR="006974AE" w:rsidRDefault="006974AE" w:rsidP="006974AE">
      <w:r>
        <w:t>397.9063</w:t>
      </w:r>
      <w:r>
        <w:tab/>
        <w:t>1.013e0</w:t>
      </w:r>
    </w:p>
    <w:p w:rsidR="006974AE" w:rsidRDefault="006974AE" w:rsidP="006974AE">
      <w:r>
        <w:lastRenderedPageBreak/>
        <w:t>397.9117</w:t>
      </w:r>
      <w:r>
        <w:tab/>
        <w:t>1.013e0</w:t>
      </w:r>
    </w:p>
    <w:p w:rsidR="006974AE" w:rsidRDefault="006974AE" w:rsidP="006974AE">
      <w:r>
        <w:t>397.9198</w:t>
      </w:r>
      <w:r>
        <w:tab/>
        <w:t>1.013e0</w:t>
      </w:r>
    </w:p>
    <w:p w:rsidR="006974AE" w:rsidRDefault="006974AE" w:rsidP="006974AE">
      <w:r>
        <w:t>397.9330</w:t>
      </w:r>
      <w:r>
        <w:tab/>
        <w:t>1.013e0</w:t>
      </w:r>
    </w:p>
    <w:p w:rsidR="006974AE" w:rsidRDefault="006974AE" w:rsidP="006974AE">
      <w:r>
        <w:t>397.9363</w:t>
      </w:r>
      <w:r>
        <w:tab/>
        <w:t>2.025e0</w:t>
      </w:r>
    </w:p>
    <w:p w:rsidR="006974AE" w:rsidRDefault="006974AE" w:rsidP="006974AE">
      <w:r>
        <w:t>397.9774</w:t>
      </w:r>
      <w:r>
        <w:tab/>
        <w:t>3.038e0</w:t>
      </w:r>
    </w:p>
    <w:p w:rsidR="006974AE" w:rsidRDefault="006974AE" w:rsidP="006974AE">
      <w:r>
        <w:t>397.9800</w:t>
      </w:r>
      <w:r>
        <w:tab/>
        <w:t>2.025e0</w:t>
      </w:r>
    </w:p>
    <w:p w:rsidR="006974AE" w:rsidRDefault="006974AE" w:rsidP="006974AE">
      <w:r>
        <w:t>397.9832</w:t>
      </w:r>
      <w:r>
        <w:tab/>
        <w:t>1.013e0</w:t>
      </w:r>
    </w:p>
    <w:p w:rsidR="006974AE" w:rsidRDefault="006974AE" w:rsidP="006974AE">
      <w:r>
        <w:t>397.9876</w:t>
      </w:r>
      <w:r>
        <w:tab/>
        <w:t>2.025e0</w:t>
      </w:r>
    </w:p>
    <w:p w:rsidR="006974AE" w:rsidRDefault="006974AE" w:rsidP="006974AE">
      <w:r>
        <w:t>398.0113</w:t>
      </w:r>
      <w:r>
        <w:tab/>
        <w:t>1.013e0</w:t>
      </w:r>
    </w:p>
    <w:p w:rsidR="006974AE" w:rsidRDefault="006974AE" w:rsidP="006974AE">
      <w:r>
        <w:t>398.0470</w:t>
      </w:r>
      <w:r>
        <w:tab/>
        <w:t>2.025e0</w:t>
      </w:r>
    </w:p>
    <w:p w:rsidR="006974AE" w:rsidRDefault="006974AE" w:rsidP="006974AE">
      <w:r>
        <w:t>398.0536</w:t>
      </w:r>
      <w:r>
        <w:tab/>
        <w:t>1.013e0</w:t>
      </w:r>
    </w:p>
    <w:p w:rsidR="006974AE" w:rsidRDefault="006974AE" w:rsidP="006974AE">
      <w:r>
        <w:t>398.0663</w:t>
      </w:r>
      <w:r>
        <w:tab/>
        <w:t>2.025e0</w:t>
      </w:r>
    </w:p>
    <w:p w:rsidR="006974AE" w:rsidRDefault="006974AE" w:rsidP="006974AE">
      <w:r>
        <w:t>398.0681</w:t>
      </w:r>
      <w:r>
        <w:tab/>
        <w:t>2.025e0</w:t>
      </w:r>
    </w:p>
    <w:p w:rsidR="006974AE" w:rsidRDefault="006974AE" w:rsidP="006974AE">
      <w:r>
        <w:t>398.0797</w:t>
      </w:r>
      <w:r>
        <w:tab/>
        <w:t>2.025e0</w:t>
      </w:r>
    </w:p>
    <w:p w:rsidR="006974AE" w:rsidRDefault="006974AE" w:rsidP="006974AE">
      <w:r>
        <w:t>398.0958</w:t>
      </w:r>
      <w:r>
        <w:tab/>
        <w:t>1.013e0</w:t>
      </w:r>
    </w:p>
    <w:p w:rsidR="006974AE" w:rsidRDefault="006974AE" w:rsidP="006974AE">
      <w:r>
        <w:t>398.1157</w:t>
      </w:r>
      <w:r>
        <w:tab/>
        <w:t>2.025e0</w:t>
      </w:r>
    </w:p>
    <w:p w:rsidR="006974AE" w:rsidRDefault="006974AE" w:rsidP="006974AE">
      <w:r>
        <w:t>398.1174</w:t>
      </w:r>
      <w:r>
        <w:tab/>
        <w:t>1.013e0</w:t>
      </w:r>
    </w:p>
    <w:p w:rsidR="006974AE" w:rsidRDefault="006974AE" w:rsidP="006974AE">
      <w:r>
        <w:t>398.1451</w:t>
      </w:r>
      <w:r>
        <w:tab/>
        <w:t>1.013e0</w:t>
      </w:r>
    </w:p>
    <w:p w:rsidR="006974AE" w:rsidRDefault="006974AE" w:rsidP="006974AE">
      <w:r>
        <w:t>398.1539</w:t>
      </w:r>
      <w:r>
        <w:tab/>
        <w:t>3.038e0</w:t>
      </w:r>
    </w:p>
    <w:p w:rsidR="006974AE" w:rsidRDefault="006974AE" w:rsidP="006974AE">
      <w:r>
        <w:lastRenderedPageBreak/>
        <w:t>398.1580</w:t>
      </w:r>
      <w:r>
        <w:tab/>
        <w:t>7.089e0</w:t>
      </w:r>
    </w:p>
    <w:p w:rsidR="006974AE" w:rsidRDefault="006974AE" w:rsidP="006974AE">
      <w:r>
        <w:t>398.1598</w:t>
      </w:r>
      <w:r>
        <w:tab/>
        <w:t>2.025e0</w:t>
      </w:r>
    </w:p>
    <w:p w:rsidR="006974AE" w:rsidRDefault="006974AE" w:rsidP="006974AE">
      <w:r>
        <w:t>398.1667</w:t>
      </w:r>
      <w:r>
        <w:tab/>
        <w:t>1.013e0</w:t>
      </w:r>
    </w:p>
    <w:p w:rsidR="006974AE" w:rsidRDefault="006974AE" w:rsidP="006974AE">
      <w:r>
        <w:t>398.1689</w:t>
      </w:r>
      <w:r>
        <w:tab/>
        <w:t>4.051e0</w:t>
      </w:r>
    </w:p>
    <w:p w:rsidR="006974AE" w:rsidRDefault="006974AE" w:rsidP="006974AE">
      <w:r>
        <w:t>398.1818</w:t>
      </w:r>
      <w:r>
        <w:tab/>
        <w:t>3.038e0</w:t>
      </w:r>
    </w:p>
    <w:p w:rsidR="006974AE" w:rsidRDefault="006974AE" w:rsidP="006974AE">
      <w:r>
        <w:t>398.2280</w:t>
      </w:r>
      <w:r>
        <w:tab/>
        <w:t>2.025e0</w:t>
      </w:r>
    </w:p>
    <w:p w:rsidR="006974AE" w:rsidRDefault="006974AE" w:rsidP="006974AE">
      <w:r>
        <w:t>398.2298</w:t>
      </w:r>
      <w:r>
        <w:tab/>
        <w:t>2.025e0</w:t>
      </w:r>
    </w:p>
    <w:p w:rsidR="006974AE" w:rsidRDefault="006974AE" w:rsidP="006974AE">
      <w:r>
        <w:t>398.2345</w:t>
      </w:r>
      <w:r>
        <w:tab/>
        <w:t>2.025e0</w:t>
      </w:r>
    </w:p>
    <w:p w:rsidR="006974AE" w:rsidRDefault="006974AE" w:rsidP="006974AE">
      <w:r>
        <w:t>398.2437</w:t>
      </w:r>
      <w:r>
        <w:tab/>
        <w:t>1.013e0</w:t>
      </w:r>
    </w:p>
    <w:p w:rsidR="006974AE" w:rsidRDefault="006974AE" w:rsidP="006974AE">
      <w:r>
        <w:t>398.2723</w:t>
      </w:r>
      <w:r>
        <w:tab/>
        <w:t>1.013e0</w:t>
      </w:r>
    </w:p>
    <w:p w:rsidR="006974AE" w:rsidRDefault="006974AE" w:rsidP="006974AE">
      <w:r>
        <w:t>398.2930</w:t>
      </w:r>
      <w:r>
        <w:tab/>
        <w:t>1.013e0</w:t>
      </w:r>
    </w:p>
    <w:p w:rsidR="006974AE" w:rsidRDefault="006974AE" w:rsidP="006974AE">
      <w:r>
        <w:t>398.3076</w:t>
      </w:r>
      <w:r>
        <w:tab/>
        <w:t>1.013e0</w:t>
      </w:r>
    </w:p>
    <w:p w:rsidR="006974AE" w:rsidRDefault="006974AE" w:rsidP="006974AE">
      <w:r>
        <w:t>398.3306</w:t>
      </w:r>
      <w:r>
        <w:tab/>
        <w:t>2.025e0</w:t>
      </w:r>
    </w:p>
    <w:p w:rsidR="006974AE" w:rsidRDefault="006974AE" w:rsidP="006974AE">
      <w:r>
        <w:t>398.3352</w:t>
      </w:r>
      <w:r>
        <w:tab/>
        <w:t>1.013e0</w:t>
      </w:r>
    </w:p>
    <w:p w:rsidR="006974AE" w:rsidRDefault="006974AE" w:rsidP="006974AE">
      <w:r>
        <w:t>398.3426</w:t>
      </w:r>
      <w:r>
        <w:tab/>
        <w:t>2.025e0</w:t>
      </w:r>
    </w:p>
    <w:p w:rsidR="006974AE" w:rsidRDefault="006974AE" w:rsidP="006974AE">
      <w:r>
        <w:t>398.3638</w:t>
      </w:r>
      <w:r>
        <w:tab/>
        <w:t>2.025e0</w:t>
      </w:r>
    </w:p>
    <w:p w:rsidR="006974AE" w:rsidRDefault="006974AE" w:rsidP="006974AE">
      <w:r>
        <w:t>398.3664</w:t>
      </w:r>
      <w:r>
        <w:tab/>
        <w:t>1.013e0</w:t>
      </w:r>
    </w:p>
    <w:p w:rsidR="006974AE" w:rsidRDefault="006974AE" w:rsidP="006974AE">
      <w:r>
        <w:t>398.3766</w:t>
      </w:r>
      <w:r>
        <w:tab/>
        <w:t>2.025e0</w:t>
      </w:r>
    </w:p>
    <w:p w:rsidR="006974AE" w:rsidRDefault="006974AE" w:rsidP="006974AE">
      <w:r>
        <w:t>398.3814</w:t>
      </w:r>
      <w:r>
        <w:tab/>
        <w:t>2.025e0</w:t>
      </w:r>
    </w:p>
    <w:p w:rsidR="006974AE" w:rsidRDefault="006974AE" w:rsidP="006974AE">
      <w:r>
        <w:lastRenderedPageBreak/>
        <w:t>398.3834</w:t>
      </w:r>
      <w:r>
        <w:tab/>
        <w:t>5.063e0</w:t>
      </w:r>
    </w:p>
    <w:p w:rsidR="006974AE" w:rsidRDefault="006974AE" w:rsidP="006974AE">
      <w:r>
        <w:t>398.3991</w:t>
      </w:r>
      <w:r>
        <w:tab/>
        <w:t>1.013e0</w:t>
      </w:r>
    </w:p>
    <w:p w:rsidR="006974AE" w:rsidRDefault="006974AE" w:rsidP="006974AE">
      <w:r>
        <w:t>398.4127</w:t>
      </w:r>
      <w:r>
        <w:tab/>
        <w:t>1.013e0</w:t>
      </w:r>
    </w:p>
    <w:p w:rsidR="006974AE" w:rsidRDefault="006974AE" w:rsidP="006974AE">
      <w:r>
        <w:t>398.4265</w:t>
      </w:r>
      <w:r>
        <w:tab/>
        <w:t>1.013e0</w:t>
      </w:r>
    </w:p>
    <w:p w:rsidR="006974AE" w:rsidRDefault="006974AE" w:rsidP="006974AE">
      <w:r>
        <w:t>398.4691</w:t>
      </w:r>
      <w:r>
        <w:tab/>
        <w:t>1.013e0</w:t>
      </w:r>
    </w:p>
    <w:p w:rsidR="006974AE" w:rsidRDefault="006974AE" w:rsidP="006974AE">
      <w:r>
        <w:t>398.4895</w:t>
      </w:r>
      <w:r>
        <w:tab/>
        <w:t>2.025e0</w:t>
      </w:r>
    </w:p>
    <w:p w:rsidR="006974AE" w:rsidRDefault="006974AE" w:rsidP="006974AE">
      <w:r>
        <w:t>398.4941</w:t>
      </w:r>
      <w:r>
        <w:tab/>
        <w:t>1.013e0</w:t>
      </w:r>
    </w:p>
    <w:p w:rsidR="006974AE" w:rsidRDefault="006974AE" w:rsidP="006974AE">
      <w:r>
        <w:t>398.5825</w:t>
      </w:r>
      <w:r>
        <w:tab/>
        <w:t>1.013e0</w:t>
      </w:r>
    </w:p>
    <w:p w:rsidR="006974AE" w:rsidRDefault="006974AE" w:rsidP="006974AE">
      <w:r>
        <w:t>398.6149</w:t>
      </w:r>
      <w:r>
        <w:tab/>
        <w:t>2.025e0</w:t>
      </w:r>
    </w:p>
    <w:p w:rsidR="006974AE" w:rsidRDefault="006974AE" w:rsidP="006974AE">
      <w:r>
        <w:t>398.6348</w:t>
      </w:r>
      <w:r>
        <w:tab/>
        <w:t>2.025e0</w:t>
      </w:r>
    </w:p>
    <w:p w:rsidR="006974AE" w:rsidRDefault="006974AE" w:rsidP="006974AE">
      <w:r>
        <w:t>398.6946</w:t>
      </w:r>
      <w:r>
        <w:tab/>
        <w:t>1.013e0</w:t>
      </w:r>
    </w:p>
    <w:p w:rsidR="006974AE" w:rsidRDefault="006974AE" w:rsidP="006974AE">
      <w:r>
        <w:t>398.7163</w:t>
      </w:r>
      <w:r>
        <w:tab/>
        <w:t>1.013e0</w:t>
      </w:r>
    </w:p>
    <w:p w:rsidR="006974AE" w:rsidRDefault="006974AE" w:rsidP="006974AE">
      <w:r>
        <w:t>398.7321</w:t>
      </w:r>
      <w:r>
        <w:tab/>
        <w:t>1.013e0</w:t>
      </w:r>
    </w:p>
    <w:p w:rsidR="006974AE" w:rsidRDefault="006974AE" w:rsidP="006974AE">
      <w:r>
        <w:t>398.7375</w:t>
      </w:r>
      <w:r>
        <w:tab/>
        <w:t>3.038e0</w:t>
      </w:r>
    </w:p>
    <w:p w:rsidR="006974AE" w:rsidRDefault="006974AE" w:rsidP="006974AE">
      <w:r>
        <w:t>398.7581</w:t>
      </w:r>
      <w:r>
        <w:tab/>
        <w:t>2.025e0</w:t>
      </w:r>
    </w:p>
    <w:p w:rsidR="006974AE" w:rsidRDefault="006974AE" w:rsidP="006974AE">
      <w:r>
        <w:t>398.7956</w:t>
      </w:r>
      <w:r>
        <w:tab/>
        <w:t>1.013e0</w:t>
      </w:r>
    </w:p>
    <w:p w:rsidR="006974AE" w:rsidRDefault="006974AE" w:rsidP="006974AE">
      <w:r>
        <w:t>398.8215</w:t>
      </w:r>
      <w:r>
        <w:tab/>
        <w:t>1.013e0</w:t>
      </w:r>
    </w:p>
    <w:p w:rsidR="006974AE" w:rsidRDefault="006974AE" w:rsidP="006974AE">
      <w:r>
        <w:t>398.8343</w:t>
      </w:r>
      <w:r>
        <w:tab/>
        <w:t>1.013e0</w:t>
      </w:r>
    </w:p>
    <w:p w:rsidR="006974AE" w:rsidRDefault="006974AE" w:rsidP="006974AE">
      <w:r>
        <w:t>398.8639</w:t>
      </w:r>
      <w:r>
        <w:tab/>
        <w:t>1.013e0</w:t>
      </w:r>
    </w:p>
    <w:p w:rsidR="006974AE" w:rsidRDefault="006974AE" w:rsidP="006974AE">
      <w:r>
        <w:lastRenderedPageBreak/>
        <w:t>398.9238</w:t>
      </w:r>
      <w:r>
        <w:tab/>
        <w:t>1.013e0</w:t>
      </w:r>
    </w:p>
    <w:p w:rsidR="006974AE" w:rsidRDefault="006974AE" w:rsidP="006974AE">
      <w:r>
        <w:t>398.9346</w:t>
      </w:r>
      <w:r>
        <w:tab/>
        <w:t>2.025e0</w:t>
      </w:r>
    </w:p>
    <w:p w:rsidR="006974AE" w:rsidRDefault="006974AE" w:rsidP="006974AE">
      <w:r>
        <w:t>398.9446</w:t>
      </w:r>
      <w:r>
        <w:tab/>
        <w:t>1.013e0</w:t>
      </w:r>
    </w:p>
    <w:p w:rsidR="006974AE" w:rsidRDefault="006974AE" w:rsidP="006974AE">
      <w:r>
        <w:t>398.9501</w:t>
      </w:r>
      <w:r>
        <w:tab/>
        <w:t>4.051e0</w:t>
      </w:r>
    </w:p>
    <w:p w:rsidR="006974AE" w:rsidRDefault="006974AE" w:rsidP="006974AE">
      <w:r>
        <w:t>398.9561</w:t>
      </w:r>
      <w:r>
        <w:tab/>
        <w:t>1.013e0</w:t>
      </w:r>
    </w:p>
    <w:p w:rsidR="006974AE" w:rsidRDefault="006974AE" w:rsidP="006974AE">
      <w:r>
        <w:t>398.9772</w:t>
      </w:r>
      <w:r>
        <w:tab/>
        <w:t>1.013e0</w:t>
      </w:r>
    </w:p>
    <w:p w:rsidR="006974AE" w:rsidRDefault="006974AE" w:rsidP="006974AE">
      <w:r>
        <w:t>398.9872</w:t>
      </w:r>
      <w:r>
        <w:tab/>
        <w:t>1.013e0</w:t>
      </w:r>
    </w:p>
    <w:p w:rsidR="006974AE" w:rsidRDefault="006974AE" w:rsidP="006974AE">
      <w:r>
        <w:t>399.0064</w:t>
      </w:r>
      <w:r>
        <w:tab/>
        <w:t>4.051e0</w:t>
      </w:r>
    </w:p>
    <w:p w:rsidR="006974AE" w:rsidRDefault="006974AE" w:rsidP="006974AE">
      <w:r>
        <w:t>399.0125</w:t>
      </w:r>
      <w:r>
        <w:tab/>
        <w:t>1.013e0</w:t>
      </w:r>
    </w:p>
    <w:p w:rsidR="006974AE" w:rsidRDefault="006974AE" w:rsidP="006974AE">
      <w:r>
        <w:t>399.0552</w:t>
      </w:r>
      <w:r>
        <w:tab/>
        <w:t>1.013e0</w:t>
      </w:r>
    </w:p>
    <w:p w:rsidR="006974AE" w:rsidRDefault="006974AE" w:rsidP="006974AE">
      <w:r>
        <w:t>399.0570</w:t>
      </w:r>
      <w:r>
        <w:tab/>
        <w:t>2.025e0</w:t>
      </w:r>
    </w:p>
    <w:p w:rsidR="006974AE" w:rsidRDefault="006974AE" w:rsidP="006974AE">
      <w:r>
        <w:t>399.0765</w:t>
      </w:r>
      <w:r>
        <w:tab/>
        <w:t>1.013e0</w:t>
      </w:r>
    </w:p>
    <w:p w:rsidR="006974AE" w:rsidRDefault="006974AE" w:rsidP="006974AE">
      <w:r>
        <w:t>399.0826</w:t>
      </w:r>
      <w:r>
        <w:tab/>
        <w:t>1.013e0</w:t>
      </w:r>
    </w:p>
    <w:p w:rsidR="006974AE" w:rsidRDefault="006974AE" w:rsidP="006974AE">
      <w:r>
        <w:t>399.0949</w:t>
      </w:r>
      <w:r>
        <w:tab/>
        <w:t>3.038e0</w:t>
      </w:r>
    </w:p>
    <w:p w:rsidR="006974AE" w:rsidRDefault="006974AE" w:rsidP="006974AE">
      <w:r>
        <w:t>399.0994</w:t>
      </w:r>
      <w:r>
        <w:tab/>
        <w:t>2.025e0</w:t>
      </w:r>
    </w:p>
    <w:p w:rsidR="006974AE" w:rsidRDefault="006974AE" w:rsidP="006974AE">
      <w:r>
        <w:t>399.1154</w:t>
      </w:r>
      <w:r>
        <w:tab/>
        <w:t>1.013e0</w:t>
      </w:r>
    </w:p>
    <w:p w:rsidR="006974AE" w:rsidRDefault="006974AE" w:rsidP="006974AE">
      <w:r>
        <w:t>399.1280</w:t>
      </w:r>
      <w:r>
        <w:tab/>
        <w:t>2.025e0</w:t>
      </w:r>
    </w:p>
    <w:p w:rsidR="006974AE" w:rsidRDefault="006974AE" w:rsidP="006974AE">
      <w:r>
        <w:t>399.1367</w:t>
      </w:r>
      <w:r>
        <w:tab/>
        <w:t>1.013e0</w:t>
      </w:r>
    </w:p>
    <w:p w:rsidR="006974AE" w:rsidRDefault="006974AE" w:rsidP="006974AE">
      <w:r>
        <w:t>399.1474</w:t>
      </w:r>
      <w:r>
        <w:tab/>
        <w:t>2.025e0</w:t>
      </w:r>
    </w:p>
    <w:p w:rsidR="006974AE" w:rsidRDefault="006974AE" w:rsidP="006974AE">
      <w:r>
        <w:lastRenderedPageBreak/>
        <w:t>399.1613</w:t>
      </w:r>
      <w:r>
        <w:tab/>
        <w:t>1.013e0</w:t>
      </w:r>
    </w:p>
    <w:p w:rsidR="006974AE" w:rsidRDefault="006974AE" w:rsidP="006974AE">
      <w:r>
        <w:t>399.1677</w:t>
      </w:r>
      <w:r>
        <w:tab/>
        <w:t>1.013e0</w:t>
      </w:r>
    </w:p>
    <w:p w:rsidR="006974AE" w:rsidRDefault="006974AE" w:rsidP="006974AE">
      <w:r>
        <w:t>399.2101</w:t>
      </w:r>
      <w:r>
        <w:tab/>
        <w:t>2.025e0</w:t>
      </w:r>
    </w:p>
    <w:p w:rsidR="006974AE" w:rsidRDefault="006974AE" w:rsidP="006974AE">
      <w:r>
        <w:t>399.2257</w:t>
      </w:r>
      <w:r>
        <w:tab/>
        <w:t>2.025e0</w:t>
      </w:r>
    </w:p>
    <w:p w:rsidR="006974AE" w:rsidRDefault="006974AE" w:rsidP="006974AE">
      <w:r>
        <w:t>399.2307</w:t>
      </w:r>
      <w:r>
        <w:tab/>
        <w:t>1.013e0</w:t>
      </w:r>
    </w:p>
    <w:p w:rsidR="006974AE" w:rsidRDefault="006974AE" w:rsidP="006974AE">
      <w:r>
        <w:t>399.2465</w:t>
      </w:r>
      <w:r>
        <w:tab/>
        <w:t>1.013e0</w:t>
      </w:r>
    </w:p>
    <w:p w:rsidR="006974AE" w:rsidRDefault="006974AE" w:rsidP="006974AE">
      <w:r>
        <w:t>399.2534</w:t>
      </w:r>
      <w:r>
        <w:tab/>
        <w:t>2.025e0</w:t>
      </w:r>
    </w:p>
    <w:p w:rsidR="006974AE" w:rsidRDefault="006974AE" w:rsidP="006974AE">
      <w:r>
        <w:t>399.2590</w:t>
      </w:r>
      <w:r>
        <w:tab/>
        <w:t>1.013e0</w:t>
      </w:r>
    </w:p>
    <w:p w:rsidR="006974AE" w:rsidRDefault="006974AE" w:rsidP="006974AE">
      <w:r>
        <w:t>399.2644</w:t>
      </w:r>
      <w:r>
        <w:tab/>
        <w:t>1.013e0</w:t>
      </w:r>
    </w:p>
    <w:p w:rsidR="006974AE" w:rsidRDefault="006974AE" w:rsidP="006974AE">
      <w:r>
        <w:t>399.2945</w:t>
      </w:r>
      <w:r>
        <w:tab/>
        <w:t>2.025e0</w:t>
      </w:r>
    </w:p>
    <w:p w:rsidR="006974AE" w:rsidRDefault="006974AE" w:rsidP="006974AE">
      <w:r>
        <w:t>399.3003</w:t>
      </w:r>
      <w:r>
        <w:tab/>
        <w:t>2.025e0</w:t>
      </w:r>
    </w:p>
    <w:p w:rsidR="006974AE" w:rsidRDefault="006974AE" w:rsidP="006974AE">
      <w:r>
        <w:t>399.3109</w:t>
      </w:r>
      <w:r>
        <w:tab/>
        <w:t>1.013e0</w:t>
      </w:r>
    </w:p>
    <w:p w:rsidR="006974AE" w:rsidRDefault="006974AE" w:rsidP="006974AE">
      <w:r>
        <w:t>399.3149</w:t>
      </w:r>
      <w:r>
        <w:tab/>
        <w:t>3.038e0</w:t>
      </w:r>
    </w:p>
    <w:p w:rsidR="006974AE" w:rsidRDefault="006974AE" w:rsidP="006974AE">
      <w:r>
        <w:t>399.3211</w:t>
      </w:r>
      <w:r>
        <w:tab/>
        <w:t>3.038e0</w:t>
      </w:r>
    </w:p>
    <w:p w:rsidR="006974AE" w:rsidRDefault="006974AE" w:rsidP="006974AE">
      <w:r>
        <w:t>399.3318</w:t>
      </w:r>
      <w:r>
        <w:tab/>
        <w:t>1.013e0</w:t>
      </w:r>
    </w:p>
    <w:p w:rsidR="006974AE" w:rsidRDefault="006974AE" w:rsidP="006974AE">
      <w:r>
        <w:t>399.3405</w:t>
      </w:r>
      <w:r>
        <w:tab/>
        <w:t>4.051e0</w:t>
      </w:r>
    </w:p>
    <w:p w:rsidR="006974AE" w:rsidRDefault="006974AE" w:rsidP="006974AE">
      <w:r>
        <w:t>399.3428</w:t>
      </w:r>
      <w:r>
        <w:tab/>
        <w:t>2.025e0</w:t>
      </w:r>
    </w:p>
    <w:p w:rsidR="006974AE" w:rsidRDefault="006974AE" w:rsidP="006974AE">
      <w:r>
        <w:t>399.3476</w:t>
      </w:r>
      <w:r>
        <w:tab/>
        <w:t>2.025e0</w:t>
      </w:r>
    </w:p>
    <w:p w:rsidR="006974AE" w:rsidRDefault="006974AE" w:rsidP="006974AE">
      <w:r>
        <w:t>399.3748</w:t>
      </w:r>
      <w:r>
        <w:tab/>
        <w:t>2.025e0</w:t>
      </w:r>
    </w:p>
    <w:p w:rsidR="006974AE" w:rsidRDefault="006974AE" w:rsidP="006974AE">
      <w:r>
        <w:lastRenderedPageBreak/>
        <w:t>399.3790</w:t>
      </w:r>
      <w:r>
        <w:tab/>
        <w:t>1.013e0</w:t>
      </w:r>
    </w:p>
    <w:p w:rsidR="006974AE" w:rsidRDefault="006974AE" w:rsidP="006974AE">
      <w:r>
        <w:t>399.3801</w:t>
      </w:r>
      <w:r>
        <w:tab/>
        <w:t>2.025e0</w:t>
      </w:r>
    </w:p>
    <w:p w:rsidR="006974AE" w:rsidRDefault="006974AE" w:rsidP="006974AE">
      <w:r>
        <w:t>399.3865</w:t>
      </w:r>
      <w:r>
        <w:tab/>
        <w:t>1.013e0</w:t>
      </w:r>
    </w:p>
    <w:p w:rsidR="006974AE" w:rsidRDefault="006974AE" w:rsidP="006974AE">
      <w:r>
        <w:t>399.4131</w:t>
      </w:r>
      <w:r>
        <w:tab/>
        <w:t>1.013e0</w:t>
      </w:r>
    </w:p>
    <w:p w:rsidR="006974AE" w:rsidRDefault="006974AE" w:rsidP="006974AE">
      <w:r>
        <w:t>399.4344</w:t>
      </w:r>
      <w:r>
        <w:tab/>
        <w:t>1.013e0</w:t>
      </w:r>
    </w:p>
    <w:p w:rsidR="006974AE" w:rsidRDefault="006974AE" w:rsidP="006974AE">
      <w:r>
        <w:t>399.4595</w:t>
      </w:r>
      <w:r>
        <w:tab/>
        <w:t>1.013e0</w:t>
      </w:r>
    </w:p>
    <w:p w:rsidR="006974AE" w:rsidRDefault="006974AE" w:rsidP="006974AE">
      <w:r>
        <w:t>399.4642</w:t>
      </w:r>
      <w:r>
        <w:tab/>
        <w:t>1.013e0</w:t>
      </w:r>
    </w:p>
    <w:p w:rsidR="006974AE" w:rsidRDefault="006974AE" w:rsidP="006974AE">
      <w:r>
        <w:t>399.4708</w:t>
      </w:r>
      <w:r>
        <w:tab/>
        <w:t>1.013e0</w:t>
      </w:r>
    </w:p>
    <w:p w:rsidR="006974AE" w:rsidRDefault="006974AE" w:rsidP="006974AE">
      <w:r>
        <w:t>399.4813</w:t>
      </w:r>
      <w:r>
        <w:tab/>
        <w:t>1.013e0</w:t>
      </w:r>
    </w:p>
    <w:p w:rsidR="006974AE" w:rsidRDefault="006974AE" w:rsidP="006974AE">
      <w:r>
        <w:t>399.5021</w:t>
      </w:r>
      <w:r>
        <w:tab/>
        <w:t>1.013e0</w:t>
      </w:r>
    </w:p>
    <w:p w:rsidR="006974AE" w:rsidRDefault="006974AE" w:rsidP="006974AE">
      <w:r>
        <w:t>399.5234</w:t>
      </w:r>
      <w:r>
        <w:tab/>
        <w:t>1.013e0</w:t>
      </w:r>
    </w:p>
    <w:p w:rsidR="006974AE" w:rsidRDefault="006974AE" w:rsidP="006974AE">
      <w:r>
        <w:t>399.5555</w:t>
      </w:r>
      <w:r>
        <w:tab/>
        <w:t>1.013e0</w:t>
      </w:r>
    </w:p>
    <w:p w:rsidR="006974AE" w:rsidRDefault="006974AE" w:rsidP="006974AE">
      <w:r>
        <w:t>399.5629</w:t>
      </w:r>
      <w:r>
        <w:tab/>
        <w:t>2.025e0</w:t>
      </w:r>
    </w:p>
    <w:p w:rsidR="006974AE" w:rsidRDefault="006974AE" w:rsidP="006974AE">
      <w:r>
        <w:t>399.5842</w:t>
      </w:r>
      <w:r>
        <w:tab/>
        <w:t>1.013e0</w:t>
      </w:r>
    </w:p>
    <w:p w:rsidR="006974AE" w:rsidRDefault="006974AE" w:rsidP="006974AE">
      <w:r>
        <w:t>399.5878</w:t>
      </w:r>
      <w:r>
        <w:tab/>
        <w:t>1.013e0</w:t>
      </w:r>
    </w:p>
    <w:p w:rsidR="006974AE" w:rsidRDefault="006974AE" w:rsidP="006974AE">
      <w:r>
        <w:t>399.6091</w:t>
      </w:r>
      <w:r>
        <w:tab/>
        <w:t>1.013e0</w:t>
      </w:r>
    </w:p>
    <w:p w:rsidR="006974AE" w:rsidRDefault="006974AE" w:rsidP="006974AE">
      <w:r>
        <w:t>399.6191</w:t>
      </w:r>
      <w:r>
        <w:tab/>
        <w:t>1.013e0</w:t>
      </w:r>
    </w:p>
    <w:p w:rsidR="006974AE" w:rsidRDefault="006974AE" w:rsidP="006974AE">
      <w:r>
        <w:t>399.6304</w:t>
      </w:r>
      <w:r>
        <w:tab/>
        <w:t>1.013e0</w:t>
      </w:r>
    </w:p>
    <w:p w:rsidR="006974AE" w:rsidRDefault="006974AE" w:rsidP="006974AE">
      <w:r>
        <w:t>399.6469</w:t>
      </w:r>
      <w:r>
        <w:tab/>
        <w:t>2.025e0</w:t>
      </w:r>
    </w:p>
    <w:p w:rsidR="006974AE" w:rsidRDefault="006974AE" w:rsidP="006974AE">
      <w:r>
        <w:lastRenderedPageBreak/>
        <w:t>399.6725</w:t>
      </w:r>
      <w:r>
        <w:tab/>
        <w:t>1.013e0</w:t>
      </w:r>
    </w:p>
    <w:p w:rsidR="006974AE" w:rsidRDefault="006974AE" w:rsidP="006974AE">
      <w:r>
        <w:t>399.6903</w:t>
      </w:r>
      <w:r>
        <w:tab/>
        <w:t>1.013e0</w:t>
      </w:r>
    </w:p>
    <w:p w:rsidR="006974AE" w:rsidRDefault="006974AE" w:rsidP="006974AE">
      <w:r>
        <w:t>399.6938</w:t>
      </w:r>
      <w:r>
        <w:tab/>
        <w:t>1.013e0</w:t>
      </w:r>
    </w:p>
    <w:p w:rsidR="006974AE" w:rsidRDefault="006974AE" w:rsidP="006974AE">
      <w:r>
        <w:t>399.6980</w:t>
      </w:r>
      <w:r>
        <w:tab/>
        <w:t>1.013e0</w:t>
      </w:r>
    </w:p>
    <w:p w:rsidR="006974AE" w:rsidRDefault="006974AE" w:rsidP="006974AE">
      <w:r>
        <w:t>399.7155</w:t>
      </w:r>
      <w:r>
        <w:tab/>
        <w:t>1.013e0</w:t>
      </w:r>
    </w:p>
    <w:p w:rsidR="006974AE" w:rsidRDefault="006974AE" w:rsidP="006974AE">
      <w:r>
        <w:t>399.7384</w:t>
      </w:r>
      <w:r>
        <w:tab/>
        <w:t>2.025e0</w:t>
      </w:r>
    </w:p>
    <w:p w:rsidR="006974AE" w:rsidRDefault="006974AE" w:rsidP="006974AE">
      <w:r>
        <w:t>399.7614</w:t>
      </w:r>
      <w:r>
        <w:tab/>
        <w:t>1.013e0</w:t>
      </w:r>
    </w:p>
    <w:p w:rsidR="006974AE" w:rsidRDefault="006974AE" w:rsidP="006974AE">
      <w:r>
        <w:t>399.7646</w:t>
      </w:r>
      <w:r>
        <w:tab/>
        <w:t>2.025e0</w:t>
      </w:r>
    </w:p>
    <w:p w:rsidR="006974AE" w:rsidRDefault="006974AE" w:rsidP="006974AE">
      <w:r>
        <w:t>399.8099</w:t>
      </w:r>
      <w:r>
        <w:tab/>
        <w:t>1.013e0</w:t>
      </w:r>
    </w:p>
    <w:p w:rsidR="006974AE" w:rsidRDefault="006974AE" w:rsidP="006974AE">
      <w:r>
        <w:t>399.8192</w:t>
      </w:r>
      <w:r>
        <w:tab/>
        <w:t>2.025e0</w:t>
      </w:r>
    </w:p>
    <w:p w:rsidR="006974AE" w:rsidRDefault="006974AE" w:rsidP="006974AE">
      <w:r>
        <w:t>399.8523</w:t>
      </w:r>
      <w:r>
        <w:tab/>
        <w:t>1.013e0</w:t>
      </w:r>
    </w:p>
    <w:p w:rsidR="006974AE" w:rsidRDefault="006974AE" w:rsidP="006974AE">
      <w:r>
        <w:t>399.8685</w:t>
      </w:r>
      <w:r>
        <w:tab/>
        <w:t>1.013e0</w:t>
      </w:r>
    </w:p>
    <w:p w:rsidR="006974AE" w:rsidRDefault="006974AE" w:rsidP="006974AE">
      <w:r>
        <w:t>399.8808</w:t>
      </w:r>
      <w:r>
        <w:tab/>
        <w:t>3.038e0</w:t>
      </w:r>
    </w:p>
    <w:p w:rsidR="006974AE" w:rsidRDefault="006974AE" w:rsidP="006974AE">
      <w:r>
        <w:t>399.9005</w:t>
      </w:r>
      <w:r>
        <w:tab/>
        <w:t>2.025e0</w:t>
      </w:r>
    </w:p>
    <w:p w:rsidR="006974AE" w:rsidRDefault="006974AE" w:rsidP="006974AE">
      <w:r>
        <w:t>399.9073</w:t>
      </w:r>
      <w:r>
        <w:tab/>
        <w:t>1.013e0</w:t>
      </w:r>
    </w:p>
    <w:p w:rsidR="006974AE" w:rsidRDefault="006974AE" w:rsidP="006974AE">
      <w:r>
        <w:t>399.9106</w:t>
      </w:r>
      <w:r>
        <w:tab/>
        <w:t>4.051e0</w:t>
      </w:r>
    </w:p>
    <w:p w:rsidR="006974AE" w:rsidRDefault="006974AE" w:rsidP="006974AE">
      <w:r>
        <w:t>399.9162</w:t>
      </w:r>
      <w:r>
        <w:tab/>
        <w:t>2.025e0</w:t>
      </w:r>
    </w:p>
    <w:p w:rsidR="006974AE" w:rsidRDefault="006974AE" w:rsidP="006974AE">
      <w:r>
        <w:t>399.9281</w:t>
      </w:r>
      <w:r>
        <w:tab/>
        <w:t>1.013e0</w:t>
      </w:r>
    </w:p>
    <w:p w:rsidR="006974AE" w:rsidRDefault="006974AE" w:rsidP="006974AE">
      <w:r>
        <w:t>399.9933</w:t>
      </w:r>
      <w:r>
        <w:tab/>
        <w:t>3.038e0</w:t>
      </w:r>
    </w:p>
    <w:p w:rsidR="006974AE" w:rsidRDefault="006974AE" w:rsidP="006974AE">
      <w:r>
        <w:lastRenderedPageBreak/>
        <w:t>399.9964</w:t>
      </w:r>
      <w:r>
        <w:tab/>
        <w:t>1.013e0</w:t>
      </w:r>
    </w:p>
    <w:p w:rsidR="006974AE" w:rsidRDefault="006974AE" w:rsidP="006974AE">
      <w:r>
        <w:t>399.9987</w:t>
      </w:r>
      <w:r>
        <w:tab/>
        <w:t>2.025e0</w:t>
      </w:r>
    </w:p>
    <w:p w:rsidR="006974AE" w:rsidRDefault="006974AE" w:rsidP="006974AE">
      <w:r>
        <w:t>400.0133</w:t>
      </w:r>
      <w:r>
        <w:tab/>
        <w:t>1.013e0</w:t>
      </w:r>
    </w:p>
    <w:p w:rsidR="006974AE" w:rsidRDefault="006974AE" w:rsidP="006974AE">
      <w:r>
        <w:t>400.0349</w:t>
      </w:r>
      <w:r>
        <w:tab/>
        <w:t>3.038e0</w:t>
      </w:r>
    </w:p>
    <w:p w:rsidR="006974AE" w:rsidRDefault="006974AE" w:rsidP="006974AE">
      <w:r>
        <w:t>400.0811</w:t>
      </w:r>
      <w:r>
        <w:tab/>
        <w:t>1.013e0</w:t>
      </w:r>
    </w:p>
    <w:p w:rsidR="006974AE" w:rsidRDefault="006974AE" w:rsidP="006974AE">
      <w:r>
        <w:t>400.0993</w:t>
      </w:r>
      <w:r>
        <w:tab/>
        <w:t>3.038e0</w:t>
      </w:r>
    </w:p>
    <w:p w:rsidR="006974AE" w:rsidRDefault="006974AE" w:rsidP="006974AE">
      <w:r>
        <w:t>400.1162</w:t>
      </w:r>
      <w:r>
        <w:tab/>
        <w:t>2.025e0</w:t>
      </w:r>
    </w:p>
    <w:p w:rsidR="006974AE" w:rsidRDefault="006974AE" w:rsidP="006974AE">
      <w:r>
        <w:t>400.1242</w:t>
      </w:r>
      <w:r>
        <w:tab/>
        <w:t>1.013e0</w:t>
      </w:r>
    </w:p>
    <w:p w:rsidR="006974AE" w:rsidRDefault="006974AE" w:rsidP="006974AE">
      <w:r>
        <w:t>400.1352</w:t>
      </w:r>
      <w:r>
        <w:tab/>
        <w:t>1.013e0</w:t>
      </w:r>
    </w:p>
    <w:p w:rsidR="006974AE" w:rsidRDefault="006974AE" w:rsidP="006974AE">
      <w:r>
        <w:t>400.1417</w:t>
      </w:r>
      <w:r>
        <w:tab/>
        <w:t>1.013e0</w:t>
      </w:r>
    </w:p>
    <w:p w:rsidR="006974AE" w:rsidRDefault="006974AE" w:rsidP="006974AE">
      <w:r>
        <w:t>400.1498</w:t>
      </w:r>
      <w:r>
        <w:tab/>
        <w:t>2.025e0</w:t>
      </w:r>
    </w:p>
    <w:p w:rsidR="006974AE" w:rsidRDefault="006974AE" w:rsidP="006974AE">
      <w:r>
        <w:t>400.1713</w:t>
      </w:r>
      <w:r>
        <w:tab/>
        <w:t>2.025e0</w:t>
      </w:r>
    </w:p>
    <w:p w:rsidR="006974AE" w:rsidRDefault="006974AE" w:rsidP="006974AE">
      <w:r>
        <w:t>400.1993</w:t>
      </w:r>
      <w:r>
        <w:tab/>
        <w:t>1.013e0</w:t>
      </w:r>
    </w:p>
    <w:p w:rsidR="006974AE" w:rsidRDefault="006974AE" w:rsidP="006974AE">
      <w:r>
        <w:t>400.2130</w:t>
      </w:r>
      <w:r>
        <w:tab/>
        <w:t>1.013e0</w:t>
      </w:r>
    </w:p>
    <w:p w:rsidR="006974AE" w:rsidRDefault="006974AE" w:rsidP="006974AE">
      <w:r>
        <w:t>400.2206</w:t>
      </w:r>
      <w:r>
        <w:tab/>
        <w:t>1.013e0</w:t>
      </w:r>
    </w:p>
    <w:p w:rsidR="006974AE" w:rsidRDefault="006974AE" w:rsidP="006974AE">
      <w:r>
        <w:t>400.2342</w:t>
      </w:r>
      <w:r>
        <w:tab/>
        <w:t>1.013e0</w:t>
      </w:r>
    </w:p>
    <w:p w:rsidR="006974AE" w:rsidRDefault="006974AE" w:rsidP="006974AE">
      <w:r>
        <w:t>400.2413</w:t>
      </w:r>
      <w:r>
        <w:tab/>
        <w:t>2.025e0</w:t>
      </w:r>
    </w:p>
    <w:p w:rsidR="006974AE" w:rsidRDefault="006974AE" w:rsidP="006974AE">
      <w:r>
        <w:t>400.2500</w:t>
      </w:r>
      <w:r>
        <w:tab/>
        <w:t>2.025e0</w:t>
      </w:r>
    </w:p>
    <w:p w:rsidR="006974AE" w:rsidRDefault="006974AE" w:rsidP="006974AE">
      <w:r>
        <w:t>400.2515</w:t>
      </w:r>
      <w:r>
        <w:tab/>
        <w:t>1.013e0</w:t>
      </w:r>
    </w:p>
    <w:p w:rsidR="006974AE" w:rsidRDefault="006974AE" w:rsidP="006974AE">
      <w:r>
        <w:lastRenderedPageBreak/>
        <w:t>400.2559</w:t>
      </w:r>
      <w:r>
        <w:tab/>
        <w:t>1.013e0</w:t>
      </w:r>
    </w:p>
    <w:p w:rsidR="006974AE" w:rsidRDefault="006974AE" w:rsidP="006974AE">
      <w:r>
        <w:t>400.2608</w:t>
      </w:r>
      <w:r>
        <w:tab/>
        <w:t>2.025e0</w:t>
      </w:r>
    </w:p>
    <w:p w:rsidR="006974AE" w:rsidRDefault="006974AE" w:rsidP="006974AE">
      <w:r>
        <w:t>400.2927</w:t>
      </w:r>
      <w:r>
        <w:tab/>
        <w:t>4.573e0</w:t>
      </w:r>
    </w:p>
    <w:p w:rsidR="006974AE" w:rsidRDefault="006974AE" w:rsidP="006974AE">
      <w:r>
        <w:t>400.3191</w:t>
      </w:r>
      <w:r>
        <w:tab/>
        <w:t>1.013e0</w:t>
      </w:r>
    </w:p>
    <w:p w:rsidR="006974AE" w:rsidRDefault="006974AE" w:rsidP="006974AE">
      <w:r>
        <w:t>400.3230</w:t>
      </w:r>
      <w:r>
        <w:tab/>
        <w:t>3.038e0</w:t>
      </w:r>
    </w:p>
    <w:p w:rsidR="006974AE" w:rsidRDefault="006974AE" w:rsidP="006974AE">
      <w:r>
        <w:t>400.3315</w:t>
      </w:r>
      <w:r>
        <w:tab/>
        <w:t>3.038e0</w:t>
      </w:r>
    </w:p>
    <w:p w:rsidR="006974AE" w:rsidRDefault="006974AE" w:rsidP="006974AE">
      <w:r>
        <w:t>400.3462</w:t>
      </w:r>
      <w:r>
        <w:tab/>
        <w:t>4.051e0</w:t>
      </w:r>
    </w:p>
    <w:p w:rsidR="006974AE" w:rsidRDefault="006974AE" w:rsidP="006974AE">
      <w:r>
        <w:t>400.3692</w:t>
      </w:r>
      <w:r>
        <w:tab/>
        <w:t>2.025e0</w:t>
      </w:r>
    </w:p>
    <w:p w:rsidR="006974AE" w:rsidRDefault="006974AE" w:rsidP="006974AE">
      <w:r>
        <w:t>400.3705</w:t>
      </w:r>
      <w:r>
        <w:tab/>
        <w:t>9.114e0</w:t>
      </w:r>
    </w:p>
    <w:p w:rsidR="006974AE" w:rsidRDefault="006974AE" w:rsidP="006974AE">
      <w:r>
        <w:t>400.3774</w:t>
      </w:r>
      <w:r>
        <w:tab/>
        <w:t>5.904e0</w:t>
      </w:r>
    </w:p>
    <w:p w:rsidR="006974AE" w:rsidRDefault="006974AE" w:rsidP="006974AE">
      <w:r>
        <w:t>400.3798</w:t>
      </w:r>
      <w:r>
        <w:tab/>
        <w:t>5.063e0</w:t>
      </w:r>
    </w:p>
    <w:p w:rsidR="006974AE" w:rsidRDefault="006974AE" w:rsidP="006974AE">
      <w:r>
        <w:t>400.3878</w:t>
      </w:r>
      <w:r>
        <w:tab/>
        <w:t>4.051e0</w:t>
      </w:r>
    </w:p>
    <w:p w:rsidR="006974AE" w:rsidRDefault="006974AE" w:rsidP="006974AE">
      <w:r>
        <w:t>400.3898</w:t>
      </w:r>
      <w:r>
        <w:tab/>
        <w:t>4.051e0</w:t>
      </w:r>
    </w:p>
    <w:p w:rsidR="006974AE" w:rsidRDefault="006974AE" w:rsidP="006974AE">
      <w:r>
        <w:t>400.3908</w:t>
      </w:r>
      <w:r>
        <w:tab/>
        <w:t>5.063e0</w:t>
      </w:r>
    </w:p>
    <w:p w:rsidR="006974AE" w:rsidRDefault="006974AE" w:rsidP="006974AE">
      <w:r>
        <w:t>400.4028</w:t>
      </w:r>
      <w:r>
        <w:tab/>
        <w:t>5.063e0</w:t>
      </w:r>
    </w:p>
    <w:p w:rsidR="006974AE" w:rsidRDefault="006974AE" w:rsidP="006974AE">
      <w:r>
        <w:t>400.4154</w:t>
      </w:r>
      <w:r>
        <w:tab/>
        <w:t>2.025e0</w:t>
      </w:r>
    </w:p>
    <w:p w:rsidR="006974AE" w:rsidRDefault="006974AE" w:rsidP="006974AE">
      <w:r>
        <w:t>400.4328</w:t>
      </w:r>
      <w:r>
        <w:tab/>
        <w:t>1.013e0</w:t>
      </w:r>
    </w:p>
    <w:p w:rsidR="006974AE" w:rsidRDefault="006974AE" w:rsidP="006974AE">
      <w:r>
        <w:t>400.4752</w:t>
      </w:r>
      <w:r>
        <w:tab/>
        <w:t>3.038e0</w:t>
      </w:r>
    </w:p>
    <w:p w:rsidR="006974AE" w:rsidRDefault="006974AE" w:rsidP="006974AE">
      <w:r>
        <w:t>400.4824</w:t>
      </w:r>
      <w:r>
        <w:tab/>
        <w:t>1.013e0</w:t>
      </w:r>
    </w:p>
    <w:p w:rsidR="006974AE" w:rsidRDefault="006974AE" w:rsidP="006974AE">
      <w:r>
        <w:lastRenderedPageBreak/>
        <w:t>400.4895</w:t>
      </w:r>
      <w:r>
        <w:tab/>
        <w:t>1.013e0</w:t>
      </w:r>
    </w:p>
    <w:p w:rsidR="006974AE" w:rsidRDefault="006974AE" w:rsidP="006974AE">
      <w:r>
        <w:t>400.5390</w:t>
      </w:r>
      <w:r>
        <w:tab/>
        <w:t>1.013e0</w:t>
      </w:r>
    </w:p>
    <w:p w:rsidR="006974AE" w:rsidRDefault="006974AE" w:rsidP="006974AE">
      <w:r>
        <w:t>400.5602</w:t>
      </w:r>
      <w:r>
        <w:tab/>
        <w:t>1.013e0</w:t>
      </w:r>
    </w:p>
    <w:p w:rsidR="006974AE" w:rsidRDefault="006974AE" w:rsidP="006974AE">
      <w:r>
        <w:t>400.5810</w:t>
      </w:r>
      <w:r>
        <w:tab/>
        <w:t>1.013e0</w:t>
      </w:r>
    </w:p>
    <w:p w:rsidR="006974AE" w:rsidRDefault="006974AE" w:rsidP="006974AE">
      <w:r>
        <w:t>400.6349</w:t>
      </w:r>
      <w:r>
        <w:tab/>
        <w:t>1.013e0</w:t>
      </w:r>
    </w:p>
    <w:p w:rsidR="006974AE" w:rsidRDefault="006974AE" w:rsidP="006974AE">
      <w:r>
        <w:t>400.6452</w:t>
      </w:r>
      <w:r>
        <w:tab/>
        <w:t>1.013e0</w:t>
      </w:r>
    </w:p>
    <w:p w:rsidR="006974AE" w:rsidRDefault="006974AE" w:rsidP="006974AE">
      <w:r>
        <w:t>400.6662</w:t>
      </w:r>
      <w:r>
        <w:tab/>
        <w:t>2.025e0</w:t>
      </w:r>
    </w:p>
    <w:p w:rsidR="006974AE" w:rsidRDefault="006974AE" w:rsidP="006974AE">
      <w:r>
        <w:t>400.7514</w:t>
      </w:r>
      <w:r>
        <w:tab/>
        <w:t>2.025e0</w:t>
      </w:r>
    </w:p>
    <w:p w:rsidR="006974AE" w:rsidRDefault="006974AE" w:rsidP="006974AE">
      <w:r>
        <w:t>400.7628</w:t>
      </w:r>
      <w:r>
        <w:tab/>
        <w:t>1.013e0</w:t>
      </w:r>
    </w:p>
    <w:p w:rsidR="006974AE" w:rsidRDefault="006974AE" w:rsidP="006974AE">
      <w:r>
        <w:t>400.7648</w:t>
      </w:r>
      <w:r>
        <w:tab/>
        <w:t>2.025e0</w:t>
      </w:r>
    </w:p>
    <w:p w:rsidR="006974AE" w:rsidRDefault="006974AE" w:rsidP="006974AE">
      <w:r>
        <w:t>400.8098</w:t>
      </w:r>
      <w:r>
        <w:tab/>
        <w:t>1.013e0</w:t>
      </w:r>
    </w:p>
    <w:p w:rsidR="006974AE" w:rsidRDefault="006974AE" w:rsidP="006974AE">
      <w:r>
        <w:t>400.8435</w:t>
      </w:r>
      <w:r>
        <w:tab/>
        <w:t>1.013e0</w:t>
      </w:r>
    </w:p>
    <w:p w:rsidR="006974AE" w:rsidRDefault="006974AE" w:rsidP="006974AE">
      <w:r>
        <w:t>400.8572</w:t>
      </w:r>
      <w:r>
        <w:tab/>
        <w:t>1.013e0</w:t>
      </w:r>
    </w:p>
    <w:p w:rsidR="006974AE" w:rsidRDefault="006974AE" w:rsidP="006974AE">
      <w:r>
        <w:t>400.8694</w:t>
      </w:r>
      <w:r>
        <w:tab/>
        <w:t>1.013e0</w:t>
      </w:r>
    </w:p>
    <w:p w:rsidR="006974AE" w:rsidRDefault="006974AE" w:rsidP="006974AE">
      <w:r>
        <w:t>400.8765</w:t>
      </w:r>
      <w:r>
        <w:tab/>
        <w:t>2.025e0</w:t>
      </w:r>
    </w:p>
    <w:p w:rsidR="006974AE" w:rsidRDefault="006974AE" w:rsidP="006974AE">
      <w:r>
        <w:t>400.8790</w:t>
      </w:r>
      <w:r>
        <w:tab/>
        <w:t>1.013e0</w:t>
      </w:r>
    </w:p>
    <w:p w:rsidR="006974AE" w:rsidRDefault="006974AE" w:rsidP="006974AE">
      <w:r>
        <w:t>400.8951</w:t>
      </w:r>
      <w:r>
        <w:tab/>
        <w:t>1.013e0</w:t>
      </w:r>
    </w:p>
    <w:p w:rsidR="006974AE" w:rsidRDefault="006974AE" w:rsidP="006974AE">
      <w:r>
        <w:t>400.9120</w:t>
      </w:r>
      <w:r>
        <w:tab/>
        <w:t>1.013e0</w:t>
      </w:r>
    </w:p>
    <w:p w:rsidR="006974AE" w:rsidRDefault="006974AE" w:rsidP="006974AE">
      <w:r>
        <w:t>400.9159</w:t>
      </w:r>
      <w:r>
        <w:tab/>
        <w:t>1.013e0</w:t>
      </w:r>
    </w:p>
    <w:p w:rsidR="006974AE" w:rsidRDefault="006974AE" w:rsidP="006974AE">
      <w:r>
        <w:lastRenderedPageBreak/>
        <w:t>400.9210</w:t>
      </w:r>
      <w:r>
        <w:tab/>
        <w:t>1.013e0</w:t>
      </w:r>
    </w:p>
    <w:p w:rsidR="006974AE" w:rsidRDefault="006974AE" w:rsidP="006974AE">
      <w:r>
        <w:t>400.9338</w:t>
      </w:r>
      <w:r>
        <w:tab/>
        <w:t>1.013e0</w:t>
      </w:r>
    </w:p>
    <w:p w:rsidR="006974AE" w:rsidRDefault="006974AE" w:rsidP="006974AE">
      <w:r>
        <w:t>400.9422</w:t>
      </w:r>
      <w:r>
        <w:tab/>
        <w:t>1.013e0</w:t>
      </w:r>
    </w:p>
    <w:p w:rsidR="006974AE" w:rsidRDefault="006974AE" w:rsidP="006974AE">
      <w:r>
        <w:t>400.9551</w:t>
      </w:r>
      <w:r>
        <w:tab/>
        <w:t>1.013e0</w:t>
      </w:r>
    </w:p>
    <w:p w:rsidR="006974AE" w:rsidRDefault="006974AE" w:rsidP="006974AE">
      <w:r>
        <w:t>400.9585</w:t>
      </w:r>
      <w:r>
        <w:tab/>
        <w:t>1.013e0</w:t>
      </w:r>
    </w:p>
    <w:p w:rsidR="006974AE" w:rsidRDefault="006974AE" w:rsidP="006974AE">
      <w:r>
        <w:t>400.9847</w:t>
      </w:r>
      <w:r>
        <w:tab/>
        <w:t>1.013e0</w:t>
      </w:r>
    </w:p>
    <w:p w:rsidR="006974AE" w:rsidRDefault="006974AE" w:rsidP="006974AE">
      <w:r>
        <w:t>400.9913</w:t>
      </w:r>
      <w:r>
        <w:tab/>
        <w:t>3.038e0</w:t>
      </w:r>
    </w:p>
    <w:p w:rsidR="006974AE" w:rsidRDefault="006974AE" w:rsidP="006974AE">
      <w:r>
        <w:t>401.0065</w:t>
      </w:r>
      <w:r>
        <w:tab/>
        <w:t>1.013e0</w:t>
      </w:r>
    </w:p>
    <w:p w:rsidR="006974AE" w:rsidRDefault="006974AE" w:rsidP="006974AE">
      <w:r>
        <w:t>401.0131</w:t>
      </w:r>
      <w:r>
        <w:tab/>
        <w:t>1.013e0</w:t>
      </w:r>
    </w:p>
    <w:p w:rsidR="006974AE" w:rsidRDefault="006974AE" w:rsidP="006974AE">
      <w:r>
        <w:t>401.0525</w:t>
      </w:r>
      <w:r>
        <w:tab/>
        <w:t>2.025e0</w:t>
      </w:r>
    </w:p>
    <w:p w:rsidR="006974AE" w:rsidRDefault="006974AE" w:rsidP="006974AE">
      <w:r>
        <w:t>401.0561</w:t>
      </w:r>
      <w:r>
        <w:tab/>
        <w:t>1.013e0</w:t>
      </w:r>
    </w:p>
    <w:p w:rsidR="006974AE" w:rsidRDefault="006974AE" w:rsidP="006974AE">
      <w:r>
        <w:t>401.0869</w:t>
      </w:r>
      <w:r>
        <w:tab/>
        <w:t>1.013e0</w:t>
      </w:r>
    </w:p>
    <w:p w:rsidR="006974AE" w:rsidRDefault="006974AE" w:rsidP="006974AE">
      <w:r>
        <w:t>401.1077</w:t>
      </w:r>
      <w:r>
        <w:tab/>
        <w:t>1.013e0</w:t>
      </w:r>
    </w:p>
    <w:p w:rsidR="006974AE" w:rsidRDefault="006974AE" w:rsidP="006974AE">
      <w:r>
        <w:t>401.1194</w:t>
      </w:r>
      <w:r>
        <w:tab/>
        <w:t>1.013e0</w:t>
      </w:r>
    </w:p>
    <w:p w:rsidR="006974AE" w:rsidRDefault="006974AE" w:rsidP="006974AE">
      <w:r>
        <w:t>401.1324</w:t>
      </w:r>
      <w:r>
        <w:tab/>
        <w:t>2.025e0</w:t>
      </w:r>
    </w:p>
    <w:p w:rsidR="006974AE" w:rsidRDefault="006974AE" w:rsidP="006974AE">
      <w:r>
        <w:t>401.1470</w:t>
      </w:r>
      <w:r>
        <w:tab/>
        <w:t>1.013e0</w:t>
      </w:r>
    </w:p>
    <w:p w:rsidR="006974AE" w:rsidRDefault="006974AE" w:rsidP="006974AE">
      <w:r>
        <w:t>401.1786</w:t>
      </w:r>
      <w:r>
        <w:tab/>
        <w:t>2.025e0</w:t>
      </w:r>
    </w:p>
    <w:p w:rsidR="006974AE" w:rsidRDefault="006974AE" w:rsidP="006974AE">
      <w:r>
        <w:t>401.1942</w:t>
      </w:r>
      <w:r>
        <w:tab/>
        <w:t>2.025e0</w:t>
      </w:r>
    </w:p>
    <w:p w:rsidR="006974AE" w:rsidRDefault="006974AE" w:rsidP="006974AE">
      <w:r>
        <w:t>401.1994</w:t>
      </w:r>
      <w:r>
        <w:tab/>
        <w:t>3.038e0</w:t>
      </w:r>
    </w:p>
    <w:p w:rsidR="006974AE" w:rsidRDefault="006974AE" w:rsidP="006974AE">
      <w:r>
        <w:lastRenderedPageBreak/>
        <w:t>401.2045</w:t>
      </w:r>
      <w:r>
        <w:tab/>
        <w:t>1.013e0</w:t>
      </w:r>
    </w:p>
    <w:p w:rsidR="006974AE" w:rsidRDefault="006974AE" w:rsidP="006974AE">
      <w:r>
        <w:t>401.2132</w:t>
      </w:r>
      <w:r>
        <w:tab/>
        <w:t>2.935e0</w:t>
      </w:r>
    </w:p>
    <w:p w:rsidR="006974AE" w:rsidRDefault="006974AE" w:rsidP="006974AE">
      <w:r>
        <w:t>401.2235</w:t>
      </w:r>
      <w:r>
        <w:tab/>
        <w:t>2.025e0</w:t>
      </w:r>
    </w:p>
    <w:p w:rsidR="006974AE" w:rsidRDefault="006974AE" w:rsidP="006974AE">
      <w:r>
        <w:t>401.2285</w:t>
      </w:r>
      <w:r>
        <w:tab/>
        <w:t>3.038e0</w:t>
      </w:r>
    </w:p>
    <w:p w:rsidR="006974AE" w:rsidRDefault="006974AE" w:rsidP="006974AE">
      <w:r>
        <w:t>401.2361</w:t>
      </w:r>
      <w:r>
        <w:tab/>
        <w:t>3.038e0</w:t>
      </w:r>
    </w:p>
    <w:p w:rsidR="006974AE" w:rsidRDefault="006974AE" w:rsidP="006974AE">
      <w:r>
        <w:t>401.2536</w:t>
      </w:r>
      <w:r>
        <w:tab/>
        <w:t>1.013e0</w:t>
      </w:r>
    </w:p>
    <w:p w:rsidR="006974AE" w:rsidRDefault="006974AE" w:rsidP="006974AE">
      <w:r>
        <w:t>401.2574</w:t>
      </w:r>
      <w:r>
        <w:tab/>
        <w:t>1.013e0</w:t>
      </w:r>
    </w:p>
    <w:p w:rsidR="006974AE" w:rsidRDefault="006974AE" w:rsidP="006974AE">
      <w:r>
        <w:t>401.2688</w:t>
      </w:r>
      <w:r>
        <w:tab/>
        <w:t>1.013e0</w:t>
      </w:r>
    </w:p>
    <w:p w:rsidR="006974AE" w:rsidRDefault="006974AE" w:rsidP="006974AE">
      <w:r>
        <w:t>401.2729</w:t>
      </w:r>
      <w:r>
        <w:tab/>
        <w:t>5.063e0</w:t>
      </w:r>
    </w:p>
    <w:p w:rsidR="006974AE" w:rsidRDefault="006974AE" w:rsidP="006974AE">
      <w:r>
        <w:t>401.2901</w:t>
      </w:r>
      <w:r>
        <w:tab/>
        <w:t>2.025e0</w:t>
      </w:r>
    </w:p>
    <w:p w:rsidR="006974AE" w:rsidRDefault="006974AE" w:rsidP="006974AE">
      <w:r>
        <w:t>401.2931</w:t>
      </w:r>
      <w:r>
        <w:tab/>
        <w:t>2.025e0</w:t>
      </w:r>
    </w:p>
    <w:p w:rsidR="006974AE" w:rsidRDefault="006974AE" w:rsidP="006974AE">
      <w:r>
        <w:t>401.2995</w:t>
      </w:r>
      <w:r>
        <w:tab/>
        <w:t>2.025e0</w:t>
      </w:r>
    </w:p>
    <w:p w:rsidR="006974AE" w:rsidRDefault="006974AE" w:rsidP="006974AE">
      <w:r>
        <w:t>401.3081</w:t>
      </w:r>
      <w:r>
        <w:tab/>
        <w:t>4.051e0</w:t>
      </w:r>
    </w:p>
    <w:p w:rsidR="006974AE" w:rsidRDefault="006974AE" w:rsidP="006974AE">
      <w:r>
        <w:t>401.3255</w:t>
      </w:r>
      <w:r>
        <w:tab/>
        <w:t>1.013e0</w:t>
      </w:r>
    </w:p>
    <w:p w:rsidR="006974AE" w:rsidRDefault="006974AE" w:rsidP="006974AE">
      <w:r>
        <w:t>401.3362</w:t>
      </w:r>
      <w:r>
        <w:tab/>
        <w:t>2.025e0</w:t>
      </w:r>
    </w:p>
    <w:p w:rsidR="006974AE" w:rsidRDefault="006974AE" w:rsidP="006974AE">
      <w:r>
        <w:t>401.3421</w:t>
      </w:r>
      <w:r>
        <w:tab/>
        <w:t>1.013e0</w:t>
      </w:r>
    </w:p>
    <w:p w:rsidR="006974AE" w:rsidRDefault="006974AE" w:rsidP="006974AE">
      <w:r>
        <w:t>401.3433</w:t>
      </w:r>
      <w:r>
        <w:tab/>
        <w:t>2.025e0</w:t>
      </w:r>
    </w:p>
    <w:p w:rsidR="006974AE" w:rsidRDefault="006974AE" w:rsidP="006974AE">
      <w:r>
        <w:t>401.3640</w:t>
      </w:r>
      <w:r>
        <w:tab/>
        <w:t>3.038e0</w:t>
      </w:r>
    </w:p>
    <w:p w:rsidR="006974AE" w:rsidRDefault="006974AE" w:rsidP="006974AE">
      <w:r>
        <w:t>401.3752</w:t>
      </w:r>
      <w:r>
        <w:tab/>
        <w:t>1.013e0</w:t>
      </w:r>
    </w:p>
    <w:p w:rsidR="006974AE" w:rsidRDefault="006974AE" w:rsidP="006974AE">
      <w:r>
        <w:lastRenderedPageBreak/>
        <w:t>401.3814</w:t>
      </w:r>
      <w:r>
        <w:tab/>
        <w:t>4.051e0</w:t>
      </w:r>
    </w:p>
    <w:p w:rsidR="006974AE" w:rsidRDefault="006974AE" w:rsidP="006974AE">
      <w:r>
        <w:t>401.3890</w:t>
      </w:r>
      <w:r>
        <w:tab/>
        <w:t>3.038e0</w:t>
      </w:r>
    </w:p>
    <w:p w:rsidR="006974AE" w:rsidRDefault="006974AE" w:rsidP="006974AE">
      <w:r>
        <w:t>401.4023</w:t>
      </w:r>
      <w:r>
        <w:tab/>
        <w:t>1.013e0</w:t>
      </w:r>
    </w:p>
    <w:p w:rsidR="006974AE" w:rsidRDefault="006974AE" w:rsidP="006974AE">
      <w:r>
        <w:t>401.4106</w:t>
      </w:r>
      <w:r>
        <w:tab/>
        <w:t>1.013e0</w:t>
      </w:r>
    </w:p>
    <w:p w:rsidR="006974AE" w:rsidRDefault="006974AE" w:rsidP="006974AE">
      <w:r>
        <w:t>401.4243</w:t>
      </w:r>
      <w:r>
        <w:tab/>
        <w:t>2.025e0</w:t>
      </w:r>
    </w:p>
    <w:p w:rsidR="006974AE" w:rsidRDefault="006974AE" w:rsidP="006974AE">
      <w:r>
        <w:t>401.4279</w:t>
      </w:r>
      <w:r>
        <w:tab/>
        <w:t>1.013e0</w:t>
      </w:r>
    </w:p>
    <w:p w:rsidR="006974AE" w:rsidRDefault="006974AE" w:rsidP="006974AE">
      <w:r>
        <w:t>401.4816</w:t>
      </w:r>
      <w:r>
        <w:tab/>
        <w:t>1.013e0</w:t>
      </w:r>
    </w:p>
    <w:p w:rsidR="006974AE" w:rsidRDefault="006974AE" w:rsidP="006974AE">
      <w:r>
        <w:t>401.5026</w:t>
      </w:r>
      <w:r>
        <w:tab/>
        <w:t>2.025e0</w:t>
      </w:r>
    </w:p>
    <w:p w:rsidR="006974AE" w:rsidRDefault="006974AE" w:rsidP="006974AE">
      <w:r>
        <w:t>401.5242</w:t>
      </w:r>
      <w:r>
        <w:tab/>
        <w:t>1.013e0</w:t>
      </w:r>
    </w:p>
    <w:p w:rsidR="006974AE" w:rsidRDefault="006974AE" w:rsidP="006974AE">
      <w:r>
        <w:t>401.5591</w:t>
      </w:r>
      <w:r>
        <w:tab/>
        <w:t>1.013e0</w:t>
      </w:r>
    </w:p>
    <w:p w:rsidR="006974AE" w:rsidRDefault="006974AE" w:rsidP="006974AE">
      <w:r>
        <w:t>401.5809</w:t>
      </w:r>
      <w:r>
        <w:tab/>
        <w:t>2.025e0</w:t>
      </w:r>
    </w:p>
    <w:p w:rsidR="006974AE" w:rsidRDefault="006974AE" w:rsidP="006974AE">
      <w:r>
        <w:t>401.6017</w:t>
      </w:r>
      <w:r>
        <w:tab/>
        <w:t>1.013e0</w:t>
      </w:r>
    </w:p>
    <w:p w:rsidR="006974AE" w:rsidRDefault="006974AE" w:rsidP="006974AE">
      <w:r>
        <w:t>401.6160</w:t>
      </w:r>
      <w:r>
        <w:tab/>
        <w:t>1.013e0</w:t>
      </w:r>
    </w:p>
    <w:p w:rsidR="006974AE" w:rsidRDefault="006974AE" w:rsidP="006974AE">
      <w:r>
        <w:t>401.6374</w:t>
      </w:r>
      <w:r>
        <w:tab/>
        <w:t>1.013e0</w:t>
      </w:r>
    </w:p>
    <w:p w:rsidR="006974AE" w:rsidRDefault="006974AE" w:rsidP="006974AE">
      <w:r>
        <w:t>401.6443</w:t>
      </w:r>
      <w:r>
        <w:tab/>
        <w:t>1.013e0</w:t>
      </w:r>
    </w:p>
    <w:p w:rsidR="006974AE" w:rsidRDefault="006974AE" w:rsidP="006974AE">
      <w:r>
        <w:t>401.7008</w:t>
      </w:r>
      <w:r>
        <w:tab/>
        <w:t>1.013e0</w:t>
      </w:r>
    </w:p>
    <w:p w:rsidR="006974AE" w:rsidRDefault="006974AE" w:rsidP="006974AE">
      <w:r>
        <w:t>401.7366</w:t>
      </w:r>
      <w:r>
        <w:tab/>
        <w:t>1.013e0</w:t>
      </w:r>
    </w:p>
    <w:p w:rsidR="006974AE" w:rsidRDefault="006974AE" w:rsidP="006974AE">
      <w:r>
        <w:t>401.7435</w:t>
      </w:r>
      <w:r>
        <w:tab/>
        <w:t>1.013e0</w:t>
      </w:r>
    </w:p>
    <w:p w:rsidR="006974AE" w:rsidRDefault="006974AE" w:rsidP="006974AE">
      <w:r>
        <w:t>401.7721</w:t>
      </w:r>
      <w:r>
        <w:tab/>
        <w:t>1.013e0</w:t>
      </w:r>
    </w:p>
    <w:p w:rsidR="006974AE" w:rsidRDefault="006974AE" w:rsidP="006974AE">
      <w:r>
        <w:lastRenderedPageBreak/>
        <w:t>401.7797</w:t>
      </w:r>
      <w:r>
        <w:tab/>
        <w:t>1.013e0</w:t>
      </w:r>
    </w:p>
    <w:p w:rsidR="006974AE" w:rsidRDefault="006974AE" w:rsidP="006974AE">
      <w:r>
        <w:t>401.8147</w:t>
      </w:r>
      <w:r>
        <w:tab/>
        <w:t>1.013e0</w:t>
      </w:r>
    </w:p>
    <w:p w:rsidR="006974AE" w:rsidRDefault="006974AE" w:rsidP="006974AE">
      <w:r>
        <w:t>401.8506</w:t>
      </w:r>
      <w:r>
        <w:tab/>
        <w:t>1.013e0</w:t>
      </w:r>
    </w:p>
    <w:p w:rsidR="006974AE" w:rsidRDefault="006974AE" w:rsidP="006974AE">
      <w:r>
        <w:t>401.8791</w:t>
      </w:r>
      <w:r>
        <w:tab/>
        <w:t>1.013e0</w:t>
      </w:r>
    </w:p>
    <w:p w:rsidR="006974AE" w:rsidRDefault="006974AE" w:rsidP="006974AE">
      <w:r>
        <w:t>401.8862</w:t>
      </w:r>
      <w:r>
        <w:tab/>
        <w:t>1.013e0</w:t>
      </w:r>
    </w:p>
    <w:p w:rsidR="006974AE" w:rsidRDefault="006974AE" w:rsidP="006974AE">
      <w:r>
        <w:t>401.8982</w:t>
      </w:r>
      <w:r>
        <w:tab/>
        <w:t>2.025e0</w:t>
      </w:r>
    </w:p>
    <w:p w:rsidR="006974AE" w:rsidRDefault="006974AE" w:rsidP="006974AE">
      <w:r>
        <w:t>401.9430</w:t>
      </w:r>
      <w:r>
        <w:tab/>
        <w:t>1.013e0</w:t>
      </w:r>
    </w:p>
    <w:p w:rsidR="006974AE" w:rsidRDefault="006974AE" w:rsidP="006974AE">
      <w:r>
        <w:t>401.9465</w:t>
      </w:r>
      <w:r>
        <w:tab/>
        <w:t>2.025e0</w:t>
      </w:r>
    </w:p>
    <w:p w:rsidR="006974AE" w:rsidRDefault="006974AE" w:rsidP="006974AE">
      <w:r>
        <w:t>401.9519</w:t>
      </w:r>
      <w:r>
        <w:tab/>
        <w:t>2.025e0</w:t>
      </w:r>
    </w:p>
    <w:p w:rsidR="006974AE" w:rsidRDefault="006974AE" w:rsidP="006974AE">
      <w:r>
        <w:t>401.9816</w:t>
      </w:r>
      <w:r>
        <w:tab/>
        <w:t>1.013e0</w:t>
      </w:r>
    </w:p>
    <w:p w:rsidR="006974AE" w:rsidRDefault="006974AE" w:rsidP="006974AE">
      <w:r>
        <w:t>401.9998</w:t>
      </w:r>
      <w:r>
        <w:tab/>
        <w:t>1.013e0</w:t>
      </w:r>
    </w:p>
    <w:p w:rsidR="006974AE" w:rsidRDefault="006974AE" w:rsidP="006974AE">
      <w:r>
        <w:t>402.0070</w:t>
      </w:r>
      <w:r>
        <w:tab/>
        <w:t>1.013e0</w:t>
      </w:r>
    </w:p>
    <w:p w:rsidR="006974AE" w:rsidRDefault="006974AE" w:rsidP="006974AE">
      <w:r>
        <w:t>402.0278</w:t>
      </w:r>
      <w:r>
        <w:tab/>
        <w:t>1.013e0</w:t>
      </w:r>
    </w:p>
    <w:p w:rsidR="006974AE" w:rsidRDefault="006974AE" w:rsidP="006974AE">
      <w:r>
        <w:t>402.0326</w:t>
      </w:r>
      <w:r>
        <w:tab/>
        <w:t>2.025e0</w:t>
      </w:r>
    </w:p>
    <w:p w:rsidR="006974AE" w:rsidRDefault="006974AE" w:rsidP="006974AE">
      <w:r>
        <w:t>402.0923</w:t>
      </w:r>
      <w:r>
        <w:tab/>
        <w:t>1.013e0</w:t>
      </w:r>
    </w:p>
    <w:p w:rsidR="006974AE" w:rsidRDefault="006974AE" w:rsidP="006974AE">
      <w:r>
        <w:t>402.1201</w:t>
      </w:r>
      <w:r>
        <w:tab/>
        <w:t>1.013e0</w:t>
      </w:r>
    </w:p>
    <w:p w:rsidR="006974AE" w:rsidRDefault="006974AE" w:rsidP="006974AE">
      <w:r>
        <w:t>402.1415</w:t>
      </w:r>
      <w:r>
        <w:tab/>
        <w:t>2.025e0</w:t>
      </w:r>
    </w:p>
    <w:p w:rsidR="006974AE" w:rsidRDefault="006974AE" w:rsidP="006974AE">
      <w:r>
        <w:t>402.2208</w:t>
      </w:r>
      <w:r>
        <w:tab/>
        <w:t>1.898e0</w:t>
      </w:r>
    </w:p>
    <w:p w:rsidR="006974AE" w:rsidRDefault="006974AE" w:rsidP="006974AE">
      <w:r>
        <w:t>402.2255</w:t>
      </w:r>
      <w:r>
        <w:tab/>
        <w:t>2.025e0</w:t>
      </w:r>
    </w:p>
    <w:p w:rsidR="006974AE" w:rsidRDefault="006974AE" w:rsidP="006974AE">
      <w:r>
        <w:lastRenderedPageBreak/>
        <w:t>402.2308</w:t>
      </w:r>
      <w:r>
        <w:tab/>
        <w:t>2.025e0</w:t>
      </w:r>
    </w:p>
    <w:p w:rsidR="006974AE" w:rsidRDefault="006974AE" w:rsidP="006974AE">
      <w:r>
        <w:t>402.2353</w:t>
      </w:r>
      <w:r>
        <w:tab/>
        <w:t>3.038e0</w:t>
      </w:r>
    </w:p>
    <w:p w:rsidR="006974AE" w:rsidRDefault="006974AE" w:rsidP="006974AE">
      <w:r>
        <w:t>402.2400</w:t>
      </w:r>
      <w:r>
        <w:tab/>
        <w:t>3.885e0</w:t>
      </w:r>
    </w:p>
    <w:p w:rsidR="006974AE" w:rsidRDefault="006974AE" w:rsidP="006974AE">
      <w:r>
        <w:t>402.2415</w:t>
      </w:r>
      <w:r>
        <w:tab/>
        <w:t>1.013e0</w:t>
      </w:r>
    </w:p>
    <w:p w:rsidR="006974AE" w:rsidRDefault="006974AE" w:rsidP="006974AE">
      <w:r>
        <w:t>402.2551</w:t>
      </w:r>
      <w:r>
        <w:tab/>
        <w:t>3.038e0</w:t>
      </w:r>
    </w:p>
    <w:p w:rsidR="006974AE" w:rsidRDefault="006974AE" w:rsidP="006974AE">
      <w:r>
        <w:t>402.2609</w:t>
      </w:r>
      <w:r>
        <w:tab/>
        <w:t>3.038e0</w:t>
      </w:r>
    </w:p>
    <w:p w:rsidR="006974AE" w:rsidRDefault="006974AE" w:rsidP="006974AE">
      <w:r>
        <w:t>402.2738</w:t>
      </w:r>
      <w:r>
        <w:tab/>
        <w:t>6.076e0</w:t>
      </w:r>
    </w:p>
    <w:p w:rsidR="006974AE" w:rsidRDefault="006974AE" w:rsidP="006974AE">
      <w:r>
        <w:t>402.2769</w:t>
      </w:r>
      <w:r>
        <w:tab/>
        <w:t>1.013e0</w:t>
      </w:r>
    </w:p>
    <w:p w:rsidR="006974AE" w:rsidRDefault="006974AE" w:rsidP="006974AE">
      <w:r>
        <w:t>402.2982</w:t>
      </w:r>
      <w:r>
        <w:tab/>
        <w:t>1.013e0</w:t>
      </w:r>
    </w:p>
    <w:p w:rsidR="006974AE" w:rsidRDefault="006974AE" w:rsidP="006974AE">
      <w:r>
        <w:t>402.3050</w:t>
      </w:r>
      <w:r>
        <w:tab/>
        <w:t>1.013e0</w:t>
      </w:r>
    </w:p>
    <w:p w:rsidR="006974AE" w:rsidRDefault="006974AE" w:rsidP="006974AE">
      <w:r>
        <w:t>402.3195</w:t>
      </w:r>
      <w:r>
        <w:tab/>
        <w:t>1.013e0</w:t>
      </w:r>
    </w:p>
    <w:p w:rsidR="006974AE" w:rsidRDefault="006974AE" w:rsidP="006974AE">
      <w:r>
        <w:t>402.3265</w:t>
      </w:r>
      <w:r>
        <w:tab/>
        <w:t>2.025e0</w:t>
      </w:r>
    </w:p>
    <w:p w:rsidR="006974AE" w:rsidRDefault="006974AE" w:rsidP="006974AE">
      <w:r>
        <w:t>402.3384</w:t>
      </w:r>
      <w:r>
        <w:tab/>
        <w:t>2.025e0</w:t>
      </w:r>
    </w:p>
    <w:p w:rsidR="006974AE" w:rsidRDefault="006974AE" w:rsidP="006974AE">
      <w:r>
        <w:t>402.3551</w:t>
      </w:r>
      <w:r>
        <w:tab/>
        <w:t>1.013e0</w:t>
      </w:r>
    </w:p>
    <w:p w:rsidR="006974AE" w:rsidRDefault="006974AE" w:rsidP="006974AE">
      <w:r>
        <w:t>402.3653</w:t>
      </w:r>
      <w:r>
        <w:tab/>
        <w:t>1.013e0</w:t>
      </w:r>
    </w:p>
    <w:p w:rsidR="006974AE" w:rsidRDefault="006974AE" w:rsidP="006974AE">
      <w:r>
        <w:t>402.3835</w:t>
      </w:r>
      <w:r>
        <w:tab/>
        <w:t>2.025e0</w:t>
      </w:r>
    </w:p>
    <w:p w:rsidR="006974AE" w:rsidRDefault="006974AE" w:rsidP="006974AE">
      <w:r>
        <w:t>402.3867</w:t>
      </w:r>
      <w:r>
        <w:tab/>
        <w:t>1.013e0</w:t>
      </w:r>
    </w:p>
    <w:p w:rsidR="006974AE" w:rsidRDefault="006974AE" w:rsidP="006974AE">
      <w:r>
        <w:t>402.4336</w:t>
      </w:r>
      <w:r>
        <w:tab/>
        <w:t>2.025e0</w:t>
      </w:r>
    </w:p>
    <w:p w:rsidR="006974AE" w:rsidRDefault="006974AE" w:rsidP="006974AE">
      <w:r>
        <w:t>402.4386</w:t>
      </w:r>
      <w:r>
        <w:tab/>
        <w:t>2.025e0</w:t>
      </w:r>
    </w:p>
    <w:p w:rsidR="006974AE" w:rsidRDefault="006974AE" w:rsidP="006974AE">
      <w:r>
        <w:lastRenderedPageBreak/>
        <w:t>402.4399</w:t>
      </w:r>
      <w:r>
        <w:tab/>
        <w:t>1.013e0</w:t>
      </w:r>
    </w:p>
    <w:p w:rsidR="006974AE" w:rsidRDefault="006974AE" w:rsidP="006974AE">
      <w:r>
        <w:t>402.4838</w:t>
      </w:r>
      <w:r>
        <w:tab/>
        <w:t>3.038e0</w:t>
      </w:r>
    </w:p>
    <w:p w:rsidR="006974AE" w:rsidRDefault="006974AE" w:rsidP="006974AE">
      <w:r>
        <w:t>402.4897</w:t>
      </w:r>
      <w:r>
        <w:tab/>
        <w:t>1.013e0</w:t>
      </w:r>
    </w:p>
    <w:p w:rsidR="006974AE" w:rsidRDefault="006974AE" w:rsidP="006974AE">
      <w:r>
        <w:t>402.5182</w:t>
      </w:r>
      <w:r>
        <w:tab/>
        <w:t>1.013e0</w:t>
      </w:r>
    </w:p>
    <w:p w:rsidR="006974AE" w:rsidRDefault="006974AE" w:rsidP="006974AE">
      <w:r>
        <w:t>402.5296</w:t>
      </w:r>
      <w:r>
        <w:tab/>
        <w:t>3.038e0</w:t>
      </w:r>
    </w:p>
    <w:p w:rsidR="006974AE" w:rsidRDefault="006974AE" w:rsidP="006974AE">
      <w:r>
        <w:t>402.5750</w:t>
      </w:r>
      <w:r>
        <w:tab/>
        <w:t>1.013e0</w:t>
      </w:r>
    </w:p>
    <w:p w:rsidR="006974AE" w:rsidRDefault="006974AE" w:rsidP="006974AE">
      <w:r>
        <w:t>402.5791</w:t>
      </w:r>
      <w:r>
        <w:tab/>
        <w:t>2.025e0</w:t>
      </w:r>
    </w:p>
    <w:p w:rsidR="006974AE" w:rsidRDefault="006974AE" w:rsidP="006974AE">
      <w:r>
        <w:t>402.5826</w:t>
      </w:r>
      <w:r>
        <w:tab/>
        <w:t>1.013e0</w:t>
      </w:r>
    </w:p>
    <w:p w:rsidR="006974AE" w:rsidRDefault="006974AE" w:rsidP="006974AE">
      <w:r>
        <w:t>402.6253</w:t>
      </w:r>
      <w:r>
        <w:tab/>
        <w:t>1.013e0</w:t>
      </w:r>
    </w:p>
    <w:p w:rsidR="006974AE" w:rsidRDefault="006974AE" w:rsidP="006974AE">
      <w:r>
        <w:t>402.6370</w:t>
      </w:r>
      <w:r>
        <w:tab/>
        <w:t>2.025e0</w:t>
      </w:r>
    </w:p>
    <w:p w:rsidR="006974AE" w:rsidRDefault="006974AE" w:rsidP="006974AE">
      <w:r>
        <w:t>402.6395</w:t>
      </w:r>
      <w:r>
        <w:tab/>
        <w:t>1.013e0</w:t>
      </w:r>
    </w:p>
    <w:p w:rsidR="006974AE" w:rsidRDefault="006974AE" w:rsidP="006974AE">
      <w:r>
        <w:t>402.6891</w:t>
      </w:r>
      <w:r>
        <w:tab/>
        <w:t>2.025e0</w:t>
      </w:r>
    </w:p>
    <w:p w:rsidR="006974AE" w:rsidRDefault="006974AE" w:rsidP="006974AE">
      <w:r>
        <w:t>402.7102</w:t>
      </w:r>
      <w:r>
        <w:tab/>
        <w:t>2.025e0</w:t>
      </w:r>
    </w:p>
    <w:p w:rsidR="006974AE" w:rsidRDefault="006974AE" w:rsidP="006974AE">
      <w:r>
        <w:t>402.7450</w:t>
      </w:r>
      <w:r>
        <w:tab/>
        <w:t>2.025e0</w:t>
      </w:r>
    </w:p>
    <w:p w:rsidR="006974AE" w:rsidRDefault="006974AE" w:rsidP="006974AE">
      <w:r>
        <w:t>402.7529</w:t>
      </w:r>
      <w:r>
        <w:tab/>
        <w:t>1.013e0</w:t>
      </w:r>
    </w:p>
    <w:p w:rsidR="006974AE" w:rsidRDefault="006974AE" w:rsidP="006974AE">
      <w:r>
        <w:t>402.8032</w:t>
      </w:r>
      <w:r>
        <w:tab/>
        <w:t>1.013e0</w:t>
      </w:r>
    </w:p>
    <w:p w:rsidR="006974AE" w:rsidRDefault="006974AE" w:rsidP="006974AE">
      <w:r>
        <w:t>402.8388</w:t>
      </w:r>
      <w:r>
        <w:tab/>
        <w:t>1.013e0</w:t>
      </w:r>
    </w:p>
    <w:p w:rsidR="006974AE" w:rsidRDefault="006974AE" w:rsidP="006974AE">
      <w:r>
        <w:t>402.8522</w:t>
      </w:r>
      <w:r>
        <w:tab/>
        <w:t>1.013e0</w:t>
      </w:r>
    </w:p>
    <w:p w:rsidR="006974AE" w:rsidRDefault="006974AE" w:rsidP="006974AE">
      <w:r>
        <w:t>402.8601</w:t>
      </w:r>
      <w:r>
        <w:tab/>
        <w:t>1.013e0</w:t>
      </w:r>
    </w:p>
    <w:p w:rsidR="006974AE" w:rsidRDefault="006974AE" w:rsidP="006974AE">
      <w:r>
        <w:lastRenderedPageBreak/>
        <w:t>402.8881</w:t>
      </w:r>
      <w:r>
        <w:tab/>
        <w:t>1.013e0</w:t>
      </w:r>
    </w:p>
    <w:p w:rsidR="006974AE" w:rsidRDefault="006974AE" w:rsidP="006974AE">
      <w:r>
        <w:t>402.8948</w:t>
      </w:r>
      <w:r>
        <w:tab/>
        <w:t>1.013e0</w:t>
      </w:r>
    </w:p>
    <w:p w:rsidR="006974AE" w:rsidRDefault="006974AE" w:rsidP="006974AE">
      <w:r>
        <w:t>402.8992</w:t>
      </w:r>
      <w:r>
        <w:tab/>
        <w:t>2.025e0</w:t>
      </w:r>
    </w:p>
    <w:p w:rsidR="006974AE" w:rsidRDefault="006974AE" w:rsidP="006974AE">
      <w:r>
        <w:t>402.9026</w:t>
      </w:r>
      <w:r>
        <w:tab/>
        <w:t>3.038e0</w:t>
      </w:r>
    </w:p>
    <w:p w:rsidR="006974AE" w:rsidRDefault="006974AE" w:rsidP="006974AE">
      <w:r>
        <w:t>402.9308</w:t>
      </w:r>
      <w:r>
        <w:tab/>
        <w:t>1.013e0</w:t>
      </w:r>
    </w:p>
    <w:p w:rsidR="006974AE" w:rsidRDefault="006974AE" w:rsidP="006974AE">
      <w:r>
        <w:t>402.9416</w:t>
      </w:r>
      <w:r>
        <w:tab/>
        <w:t>1.013e0</w:t>
      </w:r>
    </w:p>
    <w:p w:rsidR="006974AE" w:rsidRDefault="006974AE" w:rsidP="006974AE">
      <w:r>
        <w:t>402.9800</w:t>
      </w:r>
      <w:r>
        <w:tab/>
        <w:t>2.025e0</w:t>
      </w:r>
    </w:p>
    <w:p w:rsidR="006974AE" w:rsidRDefault="006974AE" w:rsidP="006974AE">
      <w:r>
        <w:t>402.9948</w:t>
      </w:r>
      <w:r>
        <w:tab/>
        <w:t>1.013e0</w:t>
      </w:r>
    </w:p>
    <w:p w:rsidR="006974AE" w:rsidRDefault="006974AE" w:rsidP="006974AE">
      <w:r>
        <w:t>403.0019</w:t>
      </w:r>
      <w:r>
        <w:tab/>
        <w:t>1.013e0</w:t>
      </w:r>
    </w:p>
    <w:p w:rsidR="006974AE" w:rsidRDefault="006974AE" w:rsidP="006974AE">
      <w:r>
        <w:t>403.0162</w:t>
      </w:r>
      <w:r>
        <w:tab/>
        <w:t>1.013e0</w:t>
      </w:r>
    </w:p>
    <w:p w:rsidR="006974AE" w:rsidRDefault="006974AE" w:rsidP="006974AE">
      <w:r>
        <w:t>403.0419</w:t>
      </w:r>
      <w:r>
        <w:tab/>
        <w:t>2.025e0</w:t>
      </w:r>
    </w:p>
    <w:p w:rsidR="006974AE" w:rsidRDefault="006974AE" w:rsidP="006974AE">
      <w:r>
        <w:t>403.0483</w:t>
      </w:r>
      <w:r>
        <w:tab/>
        <w:t>1.013e0</w:t>
      </w:r>
    </w:p>
    <w:p w:rsidR="006974AE" w:rsidRDefault="006974AE" w:rsidP="006974AE">
      <w:r>
        <w:t>403.0693</w:t>
      </w:r>
      <w:r>
        <w:tab/>
        <w:t>2.025e0</w:t>
      </w:r>
    </w:p>
    <w:p w:rsidR="006974AE" w:rsidRDefault="006974AE" w:rsidP="006974AE">
      <w:r>
        <w:t>403.0935</w:t>
      </w:r>
      <w:r>
        <w:tab/>
        <w:t>2.025e0</w:t>
      </w:r>
    </w:p>
    <w:p w:rsidR="006974AE" w:rsidRDefault="006974AE" w:rsidP="006974AE">
      <w:r>
        <w:t>403.1080</w:t>
      </w:r>
      <w:r>
        <w:tab/>
        <w:t>1.013e0</w:t>
      </w:r>
    </w:p>
    <w:p w:rsidR="006974AE" w:rsidRDefault="006974AE" w:rsidP="006974AE">
      <w:r>
        <w:t>403.1378</w:t>
      </w:r>
      <w:r>
        <w:tab/>
        <w:t>1.013e0</w:t>
      </w:r>
    </w:p>
    <w:p w:rsidR="006974AE" w:rsidRDefault="006974AE" w:rsidP="006974AE">
      <w:r>
        <w:t>403.1400</w:t>
      </w:r>
      <w:r>
        <w:tab/>
        <w:t>2.025e0</w:t>
      </w:r>
    </w:p>
    <w:p w:rsidR="006974AE" w:rsidRDefault="006974AE" w:rsidP="006974AE">
      <w:r>
        <w:t>403.1514</w:t>
      </w:r>
      <w:r>
        <w:tab/>
        <w:t>1.950e0</w:t>
      </w:r>
    </w:p>
    <w:p w:rsidR="006974AE" w:rsidRDefault="006974AE" w:rsidP="006974AE">
      <w:r>
        <w:t>403.1728</w:t>
      </w:r>
      <w:r>
        <w:tab/>
        <w:t>1.625e0</w:t>
      </w:r>
    </w:p>
    <w:p w:rsidR="006974AE" w:rsidRDefault="006974AE" w:rsidP="006974AE">
      <w:r>
        <w:lastRenderedPageBreak/>
        <w:t>403.1758</w:t>
      </w:r>
      <w:r>
        <w:tab/>
        <w:t>1.013e0</w:t>
      </w:r>
    </w:p>
    <w:p w:rsidR="006974AE" w:rsidRDefault="006974AE" w:rsidP="006974AE">
      <w:r>
        <w:t>403.1971</w:t>
      </w:r>
      <w:r>
        <w:tab/>
        <w:t>1.013e0</w:t>
      </w:r>
    </w:p>
    <w:p w:rsidR="006974AE" w:rsidRDefault="006974AE" w:rsidP="006974AE">
      <w:r>
        <w:t>403.2136</w:t>
      </w:r>
      <w:r>
        <w:tab/>
        <w:t>3.388e0</w:t>
      </w:r>
    </w:p>
    <w:p w:rsidR="006974AE" w:rsidRDefault="006974AE" w:rsidP="006974AE">
      <w:r>
        <w:t>403.2216</w:t>
      </w:r>
      <w:r>
        <w:tab/>
        <w:t>1.975e0</w:t>
      </w:r>
    </w:p>
    <w:p w:rsidR="006974AE" w:rsidRDefault="006974AE" w:rsidP="006974AE">
      <w:r>
        <w:t>403.2290</w:t>
      </w:r>
      <w:r>
        <w:tab/>
        <w:t>3.038e0</w:t>
      </w:r>
    </w:p>
    <w:p w:rsidR="006974AE" w:rsidRDefault="006974AE" w:rsidP="006974AE">
      <w:r>
        <w:t>403.2310</w:t>
      </w:r>
      <w:r>
        <w:tab/>
        <w:t>1.945e0</w:t>
      </w:r>
    </w:p>
    <w:p w:rsidR="006974AE" w:rsidRDefault="006974AE" w:rsidP="006974AE">
      <w:r>
        <w:t>403.2509</w:t>
      </w:r>
      <w:r>
        <w:tab/>
        <w:t>2.025e0</w:t>
      </w:r>
    </w:p>
    <w:p w:rsidR="006974AE" w:rsidRDefault="006974AE" w:rsidP="006974AE">
      <w:r>
        <w:t>403.2573</w:t>
      </w:r>
      <w:r>
        <w:tab/>
        <w:t>1.013e0</w:t>
      </w:r>
    </w:p>
    <w:p w:rsidR="006974AE" w:rsidRDefault="006974AE" w:rsidP="006974AE">
      <w:r>
        <w:t>403.2873</w:t>
      </w:r>
      <w:r>
        <w:tab/>
        <w:t>1.013e0</w:t>
      </w:r>
    </w:p>
    <w:p w:rsidR="006974AE" w:rsidRDefault="006974AE" w:rsidP="006974AE">
      <w:r>
        <w:t>403.3040</w:t>
      </w:r>
      <w:r>
        <w:tab/>
        <w:t>2.025e0</w:t>
      </w:r>
    </w:p>
    <w:p w:rsidR="006974AE" w:rsidRDefault="006974AE" w:rsidP="006974AE">
      <w:r>
        <w:t>403.3153</w:t>
      </w:r>
      <w:r>
        <w:tab/>
        <w:t>2.025e0</w:t>
      </w:r>
    </w:p>
    <w:p w:rsidR="006974AE" w:rsidRDefault="006974AE" w:rsidP="006974AE">
      <w:r>
        <w:t>403.3426</w:t>
      </w:r>
      <w:r>
        <w:tab/>
        <w:t>1.013e0</w:t>
      </w:r>
    </w:p>
    <w:p w:rsidR="006974AE" w:rsidRDefault="006974AE" w:rsidP="006974AE">
      <w:r>
        <w:t>403.3479</w:t>
      </w:r>
      <w:r>
        <w:tab/>
        <w:t>2.025e0</w:t>
      </w:r>
    </w:p>
    <w:p w:rsidR="006974AE" w:rsidRDefault="006974AE" w:rsidP="006974AE">
      <w:r>
        <w:t>403.3581</w:t>
      </w:r>
      <w:r>
        <w:tab/>
        <w:t>1.013e0</w:t>
      </w:r>
    </w:p>
    <w:p w:rsidR="006974AE" w:rsidRDefault="006974AE" w:rsidP="006974AE">
      <w:r>
        <w:t>403.3644</w:t>
      </w:r>
      <w:r>
        <w:tab/>
        <w:t>1.013e0</w:t>
      </w:r>
    </w:p>
    <w:p w:rsidR="006974AE" w:rsidRDefault="006974AE" w:rsidP="006974AE">
      <w:r>
        <w:t>403.4070</w:t>
      </w:r>
      <w:r>
        <w:tab/>
        <w:t>1.013e0</w:t>
      </w:r>
    </w:p>
    <w:p w:rsidR="006974AE" w:rsidRDefault="006974AE" w:rsidP="006974AE">
      <w:r>
        <w:t>403.4261</w:t>
      </w:r>
      <w:r>
        <w:tab/>
        <w:t>2.025e0</w:t>
      </w:r>
    </w:p>
    <w:p w:rsidR="006974AE" w:rsidRDefault="006974AE" w:rsidP="006974AE">
      <w:r>
        <w:t>403.4530</w:t>
      </w:r>
      <w:r>
        <w:tab/>
        <w:t>1.013e0</w:t>
      </w:r>
    </w:p>
    <w:p w:rsidR="006974AE" w:rsidRDefault="006974AE" w:rsidP="006974AE">
      <w:r>
        <w:t>403.4710</w:t>
      </w:r>
      <w:r>
        <w:tab/>
        <w:t>1.013e0</w:t>
      </w:r>
    </w:p>
    <w:p w:rsidR="006974AE" w:rsidRDefault="006974AE" w:rsidP="006974AE">
      <w:r>
        <w:lastRenderedPageBreak/>
        <w:t>403.4792</w:t>
      </w:r>
      <w:r>
        <w:tab/>
        <w:t>1.013e0</w:t>
      </w:r>
    </w:p>
    <w:p w:rsidR="006974AE" w:rsidRDefault="006974AE" w:rsidP="006974AE">
      <w:r>
        <w:t>403.4890</w:t>
      </w:r>
      <w:r>
        <w:tab/>
        <w:t>2.025e0</w:t>
      </w:r>
    </w:p>
    <w:p w:rsidR="006974AE" w:rsidRDefault="006974AE" w:rsidP="006974AE">
      <w:r>
        <w:t>403.5082</w:t>
      </w:r>
      <w:r>
        <w:tab/>
        <w:t>1.013e0</w:t>
      </w:r>
    </w:p>
    <w:p w:rsidR="006974AE" w:rsidRDefault="006974AE" w:rsidP="006974AE">
      <w:r>
        <w:t>403.5224</w:t>
      </w:r>
      <w:r>
        <w:tab/>
        <w:t>3.038e0</w:t>
      </w:r>
    </w:p>
    <w:p w:rsidR="006974AE" w:rsidRDefault="006974AE" w:rsidP="006974AE">
      <w:r>
        <w:t>403.5439</w:t>
      </w:r>
      <w:r>
        <w:tab/>
        <w:t>1.013e0</w:t>
      </w:r>
    </w:p>
    <w:p w:rsidR="006974AE" w:rsidRDefault="006974AE" w:rsidP="006974AE">
      <w:r>
        <w:t>403.5602</w:t>
      </w:r>
      <w:r>
        <w:tab/>
        <w:t>3.038e0</w:t>
      </w:r>
    </w:p>
    <w:p w:rsidR="006974AE" w:rsidRDefault="006974AE" w:rsidP="006974AE">
      <w:r>
        <w:t>403.5647</w:t>
      </w:r>
      <w:r>
        <w:tab/>
        <w:t>1.013e0</w:t>
      </w:r>
    </w:p>
    <w:p w:rsidR="006974AE" w:rsidRDefault="006974AE" w:rsidP="006974AE">
      <w:r>
        <w:t>403.5810</w:t>
      </w:r>
      <w:r>
        <w:tab/>
        <w:t>1.013e0</w:t>
      </w:r>
    </w:p>
    <w:p w:rsidR="006974AE" w:rsidRDefault="006974AE" w:rsidP="006974AE">
      <w:r>
        <w:t>403.6257</w:t>
      </w:r>
      <w:r>
        <w:tab/>
        <w:t>3.038e0</w:t>
      </w:r>
    </w:p>
    <w:p w:rsidR="006974AE" w:rsidRDefault="006974AE" w:rsidP="006974AE">
      <w:r>
        <w:t>403.6294</w:t>
      </w:r>
      <w:r>
        <w:tab/>
        <w:t>1.013e0</w:t>
      </w:r>
    </w:p>
    <w:p w:rsidR="006974AE" w:rsidRDefault="006974AE" w:rsidP="006974AE">
      <w:r>
        <w:t>403.6624</w:t>
      </w:r>
      <w:r>
        <w:tab/>
        <w:t>1.013e0</w:t>
      </w:r>
    </w:p>
    <w:p w:rsidR="006974AE" w:rsidRDefault="006974AE" w:rsidP="006974AE">
      <w:r>
        <w:t>403.6663</w:t>
      </w:r>
      <w:r>
        <w:tab/>
        <w:t>1.013e0</w:t>
      </w:r>
    </w:p>
    <w:p w:rsidR="006974AE" w:rsidRDefault="006974AE" w:rsidP="006974AE">
      <w:r>
        <w:t>403.6840</w:t>
      </w:r>
      <w:r>
        <w:tab/>
        <w:t>2.025e0</w:t>
      </w:r>
    </w:p>
    <w:p w:rsidR="006974AE" w:rsidRDefault="006974AE" w:rsidP="006974AE">
      <w:r>
        <w:t>403.7129</w:t>
      </w:r>
      <w:r>
        <w:tab/>
        <w:t>2.025e0</w:t>
      </w:r>
    </w:p>
    <w:p w:rsidR="006974AE" w:rsidRDefault="006974AE" w:rsidP="006974AE">
      <w:r>
        <w:t>403.7516</w:t>
      </w:r>
      <w:r>
        <w:tab/>
        <w:t>1.013e0</w:t>
      </w:r>
    </w:p>
    <w:p w:rsidR="006974AE" w:rsidRDefault="006974AE" w:rsidP="006974AE">
      <w:r>
        <w:t>403.8433</w:t>
      </w:r>
      <w:r>
        <w:tab/>
        <w:t>2.025e0</w:t>
      </w:r>
    </w:p>
    <w:p w:rsidR="006974AE" w:rsidRDefault="006974AE" w:rsidP="006974AE">
      <w:r>
        <w:t>403.8445</w:t>
      </w:r>
      <w:r>
        <w:tab/>
        <w:t>3.038e0</w:t>
      </w:r>
    </w:p>
    <w:p w:rsidR="006974AE" w:rsidRDefault="006974AE" w:rsidP="006974AE">
      <w:r>
        <w:t>403.8500</w:t>
      </w:r>
      <w:r>
        <w:tab/>
        <w:t>1.013e0</w:t>
      </w:r>
    </w:p>
    <w:p w:rsidR="006974AE" w:rsidRDefault="006974AE" w:rsidP="006974AE">
      <w:r>
        <w:t>403.8714</w:t>
      </w:r>
      <w:r>
        <w:tab/>
        <w:t>1.013e0</w:t>
      </w:r>
    </w:p>
    <w:p w:rsidR="006974AE" w:rsidRDefault="006974AE" w:rsidP="006974AE">
      <w:r>
        <w:lastRenderedPageBreak/>
        <w:t>403.8801</w:t>
      </w:r>
      <w:r>
        <w:tab/>
        <w:t>2.025e0</w:t>
      </w:r>
    </w:p>
    <w:p w:rsidR="006974AE" w:rsidRDefault="006974AE" w:rsidP="006974AE">
      <w:r>
        <w:t>403.9142</w:t>
      </w:r>
      <w:r>
        <w:tab/>
        <w:t>1.013e0</w:t>
      </w:r>
    </w:p>
    <w:p w:rsidR="006974AE" w:rsidRDefault="006974AE" w:rsidP="006974AE">
      <w:r>
        <w:t>403.9189</w:t>
      </w:r>
      <w:r>
        <w:tab/>
        <w:t>1.013e0</w:t>
      </w:r>
    </w:p>
    <w:p w:rsidR="006974AE" w:rsidRDefault="006974AE" w:rsidP="006974AE">
      <w:r>
        <w:t>403.9361</w:t>
      </w:r>
      <w:r>
        <w:tab/>
        <w:t>1.013e0</w:t>
      </w:r>
    </w:p>
    <w:p w:rsidR="006974AE" w:rsidRDefault="006974AE" w:rsidP="006974AE">
      <w:r>
        <w:t>403.9403</w:t>
      </w:r>
      <w:r>
        <w:tab/>
        <w:t>1.013e0</w:t>
      </w:r>
    </w:p>
    <w:p w:rsidR="006974AE" w:rsidRDefault="006974AE" w:rsidP="006974AE">
      <w:r>
        <w:t>403.9435</w:t>
      </w:r>
      <w:r>
        <w:tab/>
        <w:t>1.013e0</w:t>
      </w:r>
    </w:p>
    <w:p w:rsidR="006974AE" w:rsidRDefault="006974AE" w:rsidP="006974AE">
      <w:r>
        <w:t>403.9651</w:t>
      </w:r>
      <w:r>
        <w:tab/>
        <w:t>2.025e0</w:t>
      </w:r>
    </w:p>
    <w:p w:rsidR="006974AE" w:rsidRDefault="006974AE" w:rsidP="006974AE">
      <w:r>
        <w:t>403.9713</w:t>
      </w:r>
      <w:r>
        <w:tab/>
        <w:t>2.025e0</w:t>
      </w:r>
    </w:p>
    <w:p w:rsidR="006974AE" w:rsidRDefault="006974AE" w:rsidP="006974AE">
      <w:r>
        <w:t>403.9741</w:t>
      </w:r>
      <w:r>
        <w:tab/>
        <w:t>5.300e0</w:t>
      </w:r>
    </w:p>
    <w:p w:rsidR="006974AE" w:rsidRDefault="006974AE" w:rsidP="006974AE">
      <w:r>
        <w:t>403.9810</w:t>
      </w:r>
      <w:r>
        <w:tab/>
        <w:t>2.025e0</w:t>
      </w:r>
    </w:p>
    <w:p w:rsidR="006974AE" w:rsidRDefault="006974AE" w:rsidP="006974AE">
      <w:r>
        <w:t>403.9825</w:t>
      </w:r>
      <w:r>
        <w:tab/>
        <w:t>2.025e0</w:t>
      </w:r>
    </w:p>
    <w:p w:rsidR="006974AE" w:rsidRDefault="006974AE" w:rsidP="006974AE">
      <w:r>
        <w:t>404.0043</w:t>
      </w:r>
      <w:r>
        <w:tab/>
        <w:t>1.013e0</w:t>
      </w:r>
    </w:p>
    <w:p w:rsidR="006974AE" w:rsidRDefault="006974AE" w:rsidP="006974AE">
      <w:r>
        <w:t>404.0377</w:t>
      </w:r>
      <w:r>
        <w:tab/>
        <w:t>2.025e0</w:t>
      </w:r>
    </w:p>
    <w:p w:rsidR="006974AE" w:rsidRDefault="006974AE" w:rsidP="006974AE">
      <w:r>
        <w:t>404.0574</w:t>
      </w:r>
      <w:r>
        <w:tab/>
        <w:t>1.013e0</w:t>
      </w:r>
    </w:p>
    <w:p w:rsidR="006974AE" w:rsidRDefault="006974AE" w:rsidP="006974AE">
      <w:r>
        <w:t>404.0894</w:t>
      </w:r>
      <w:r>
        <w:tab/>
        <w:t>2.025e0</w:t>
      </w:r>
    </w:p>
    <w:p w:rsidR="006974AE" w:rsidRDefault="006974AE" w:rsidP="006974AE">
      <w:r>
        <w:t>404.1199</w:t>
      </w:r>
      <w:r>
        <w:tab/>
        <w:t>2.025e0</w:t>
      </w:r>
    </w:p>
    <w:p w:rsidR="006974AE" w:rsidRDefault="006974AE" w:rsidP="006974AE">
      <w:r>
        <w:t>404.1471</w:t>
      </w:r>
      <w:r>
        <w:tab/>
        <w:t>2.968e0</w:t>
      </w:r>
    </w:p>
    <w:p w:rsidR="006974AE" w:rsidRDefault="006974AE" w:rsidP="006974AE">
      <w:r>
        <w:t>404.1728</w:t>
      </w:r>
      <w:r>
        <w:tab/>
        <w:t>2.025e0</w:t>
      </w:r>
    </w:p>
    <w:p w:rsidR="006974AE" w:rsidRDefault="006974AE" w:rsidP="006974AE">
      <w:r>
        <w:t>404.1997</w:t>
      </w:r>
      <w:r>
        <w:tab/>
        <w:t>3.038e0</w:t>
      </w:r>
    </w:p>
    <w:p w:rsidR="006974AE" w:rsidRDefault="006974AE" w:rsidP="006974AE">
      <w:r>
        <w:lastRenderedPageBreak/>
        <w:t>404.2161</w:t>
      </w:r>
      <w:r>
        <w:tab/>
        <w:t>4.909e0</w:t>
      </w:r>
    </w:p>
    <w:p w:rsidR="006974AE" w:rsidRDefault="006974AE" w:rsidP="006974AE">
      <w:r>
        <w:t>404.2375</w:t>
      </w:r>
      <w:r>
        <w:tab/>
        <w:t>3.038e0</w:t>
      </w:r>
    </w:p>
    <w:p w:rsidR="006974AE" w:rsidRDefault="006974AE" w:rsidP="006974AE">
      <w:r>
        <w:t>404.2567</w:t>
      </w:r>
      <w:r>
        <w:tab/>
        <w:t>2.025e0</w:t>
      </w:r>
    </w:p>
    <w:p w:rsidR="006974AE" w:rsidRDefault="006974AE" w:rsidP="006974AE">
      <w:r>
        <w:t>404.2639</w:t>
      </w:r>
      <w:r>
        <w:tab/>
        <w:t>1.013e0</w:t>
      </w:r>
    </w:p>
    <w:p w:rsidR="006974AE" w:rsidRDefault="006974AE" w:rsidP="006974AE">
      <w:r>
        <w:t>404.2753</w:t>
      </w:r>
      <w:r>
        <w:tab/>
        <w:t>2.025e0</w:t>
      </w:r>
    </w:p>
    <w:p w:rsidR="006974AE" w:rsidRDefault="006974AE" w:rsidP="006974AE">
      <w:r>
        <w:t>404.2924</w:t>
      </w:r>
      <w:r>
        <w:tab/>
        <w:t>2.025e0</w:t>
      </w:r>
    </w:p>
    <w:p w:rsidR="006974AE" w:rsidRDefault="006974AE" w:rsidP="006974AE">
      <w:r>
        <w:t>404.2967</w:t>
      </w:r>
      <w:r>
        <w:tab/>
        <w:t>2.025e0</w:t>
      </w:r>
    </w:p>
    <w:p w:rsidR="006974AE" w:rsidRDefault="006974AE" w:rsidP="006974AE">
      <w:r>
        <w:t>404.3072</w:t>
      </w:r>
      <w:r>
        <w:tab/>
        <w:t>2.025e0</w:t>
      </w:r>
    </w:p>
    <w:p w:rsidR="006974AE" w:rsidRDefault="006974AE" w:rsidP="006974AE">
      <w:r>
        <w:t>404.3188</w:t>
      </w:r>
      <w:r>
        <w:tab/>
        <w:t>1.458e0</w:t>
      </w:r>
    </w:p>
    <w:p w:rsidR="006974AE" w:rsidRDefault="006974AE" w:rsidP="006974AE">
      <w:r>
        <w:t>404.3250</w:t>
      </w:r>
      <w:r>
        <w:tab/>
        <w:t>2.025e0</w:t>
      </w:r>
    </w:p>
    <w:p w:rsidR="006974AE" w:rsidRDefault="006974AE" w:rsidP="006974AE">
      <w:r>
        <w:t>404.3284</w:t>
      </w:r>
      <w:r>
        <w:tab/>
        <w:t>2.025e0</w:t>
      </w:r>
    </w:p>
    <w:p w:rsidR="006974AE" w:rsidRDefault="006974AE" w:rsidP="006974AE">
      <w:r>
        <w:t>404.3425</w:t>
      </w:r>
      <w:r>
        <w:tab/>
        <w:t>2.025e0</w:t>
      </w:r>
    </w:p>
    <w:p w:rsidR="006974AE" w:rsidRDefault="006974AE" w:rsidP="006974AE">
      <w:r>
        <w:t>404.3671</w:t>
      </w:r>
      <w:r>
        <w:tab/>
        <w:t>1.013e0</w:t>
      </w:r>
    </w:p>
    <w:p w:rsidR="006974AE" w:rsidRDefault="006974AE" w:rsidP="006974AE">
      <w:r>
        <w:t>404.3879</w:t>
      </w:r>
      <w:r>
        <w:tab/>
        <w:t>1.013e0</w:t>
      </w:r>
    </w:p>
    <w:p w:rsidR="006974AE" w:rsidRDefault="006974AE" w:rsidP="006974AE">
      <w:r>
        <w:t>404.4018</w:t>
      </w:r>
      <w:r>
        <w:tab/>
        <w:t>2.025e0</w:t>
      </w:r>
    </w:p>
    <w:p w:rsidR="006974AE" w:rsidRDefault="006974AE" w:rsidP="006974AE">
      <w:r>
        <w:t>404.4143</w:t>
      </w:r>
      <w:r>
        <w:tab/>
        <w:t>1.013e0</w:t>
      </w:r>
    </w:p>
    <w:p w:rsidR="006974AE" w:rsidRDefault="006974AE" w:rsidP="006974AE">
      <w:r>
        <w:t>404.4371</w:t>
      </w:r>
      <w:r>
        <w:tab/>
        <w:t>3.038e0</w:t>
      </w:r>
    </w:p>
    <w:p w:rsidR="006974AE" w:rsidRDefault="006974AE" w:rsidP="006974AE">
      <w:r>
        <w:t>404.4491</w:t>
      </w:r>
      <w:r>
        <w:tab/>
        <w:t>3.038e0</w:t>
      </w:r>
    </w:p>
    <w:p w:rsidR="006974AE" w:rsidRDefault="006974AE" w:rsidP="006974AE">
      <w:r>
        <w:t>404.4786</w:t>
      </w:r>
      <w:r>
        <w:tab/>
        <w:t>2.025e0</w:t>
      </w:r>
    </w:p>
    <w:p w:rsidR="006974AE" w:rsidRDefault="006974AE" w:rsidP="006974AE">
      <w:r>
        <w:lastRenderedPageBreak/>
        <w:t>404.5126</w:t>
      </w:r>
      <w:r>
        <w:tab/>
        <w:t>1.013e0</w:t>
      </w:r>
    </w:p>
    <w:p w:rsidR="006974AE" w:rsidRDefault="006974AE" w:rsidP="006974AE">
      <w:r>
        <w:t>404.5174</w:t>
      </w:r>
      <w:r>
        <w:tab/>
        <w:t>2.025e0</w:t>
      </w:r>
    </w:p>
    <w:p w:rsidR="006974AE" w:rsidRDefault="006974AE" w:rsidP="006974AE">
      <w:r>
        <w:t>404.5429</w:t>
      </w:r>
      <w:r>
        <w:tab/>
        <w:t>1.013e0</w:t>
      </w:r>
    </w:p>
    <w:p w:rsidR="006974AE" w:rsidRDefault="006974AE" w:rsidP="006974AE">
      <w:r>
        <w:t>404.5547</w:t>
      </w:r>
      <w:r>
        <w:tab/>
        <w:t>1.013e0</w:t>
      </w:r>
    </w:p>
    <w:p w:rsidR="006974AE" w:rsidRDefault="006974AE" w:rsidP="006974AE">
      <w:r>
        <w:t>404.5606</w:t>
      </w:r>
      <w:r>
        <w:tab/>
        <w:t>2.025e0</w:t>
      </w:r>
    </w:p>
    <w:p w:rsidR="006974AE" w:rsidRDefault="006974AE" w:rsidP="006974AE">
      <w:r>
        <w:t>404.5710</w:t>
      </w:r>
      <w:r>
        <w:tab/>
        <w:t>1.013e0</w:t>
      </w:r>
    </w:p>
    <w:p w:rsidR="006974AE" w:rsidRDefault="006974AE" w:rsidP="006974AE">
      <w:r>
        <w:t>404.6072</w:t>
      </w:r>
      <w:r>
        <w:tab/>
        <w:t>1.013e0</w:t>
      </w:r>
    </w:p>
    <w:p w:rsidR="006974AE" w:rsidRDefault="006974AE" w:rsidP="006974AE">
      <w:r>
        <w:t>404.6833</w:t>
      </w:r>
      <w:r>
        <w:tab/>
        <w:t>1.013e0</w:t>
      </w:r>
    </w:p>
    <w:p w:rsidR="006974AE" w:rsidRDefault="006974AE" w:rsidP="006974AE">
      <w:r>
        <w:t>404.7172</w:t>
      </w:r>
      <w:r>
        <w:tab/>
        <w:t>2.025e0</w:t>
      </w:r>
    </w:p>
    <w:p w:rsidR="006974AE" w:rsidRDefault="006974AE" w:rsidP="006974AE">
      <w:r>
        <w:t>404.7617</w:t>
      </w:r>
      <w:r>
        <w:tab/>
        <w:t>2.025e0</w:t>
      </w:r>
    </w:p>
    <w:p w:rsidR="006974AE" w:rsidRDefault="006974AE" w:rsidP="006974AE">
      <w:r>
        <w:t>404.7686</w:t>
      </w:r>
      <w:r>
        <w:tab/>
        <w:t>1.013e0</w:t>
      </w:r>
    </w:p>
    <w:p w:rsidR="006974AE" w:rsidRDefault="006974AE" w:rsidP="006974AE">
      <w:r>
        <w:t>404.7853</w:t>
      </w:r>
      <w:r>
        <w:tab/>
        <w:t>1.013e0</w:t>
      </w:r>
    </w:p>
    <w:p w:rsidR="006974AE" w:rsidRDefault="006974AE" w:rsidP="006974AE">
      <w:r>
        <w:t>404.7997</w:t>
      </w:r>
      <w:r>
        <w:tab/>
        <w:t>1.013e0</w:t>
      </w:r>
    </w:p>
    <w:p w:rsidR="006974AE" w:rsidRDefault="006974AE" w:rsidP="006974AE">
      <w:r>
        <w:t>404.8363</w:t>
      </w:r>
      <w:r>
        <w:tab/>
        <w:t>1.013e0</w:t>
      </w:r>
    </w:p>
    <w:p w:rsidR="006974AE" w:rsidRDefault="006974AE" w:rsidP="006974AE">
      <w:r>
        <w:t>404.8389</w:t>
      </w:r>
      <w:r>
        <w:tab/>
        <w:t>2.025e0</w:t>
      </w:r>
    </w:p>
    <w:p w:rsidR="006974AE" w:rsidRDefault="006974AE" w:rsidP="006974AE">
      <w:r>
        <w:t>404.8425</w:t>
      </w:r>
      <w:r>
        <w:tab/>
        <w:t>1.013e0</w:t>
      </w:r>
    </w:p>
    <w:p w:rsidR="006974AE" w:rsidRDefault="006974AE" w:rsidP="006974AE">
      <w:r>
        <w:t>404.8790</w:t>
      </w:r>
      <w:r>
        <w:tab/>
        <w:t>1.013e0</w:t>
      </w:r>
    </w:p>
    <w:p w:rsidR="006974AE" w:rsidRDefault="006974AE" w:rsidP="006974AE">
      <w:r>
        <w:t>404.9144</w:t>
      </w:r>
      <w:r>
        <w:tab/>
        <w:t>4.051e0</w:t>
      </w:r>
    </w:p>
    <w:p w:rsidR="006974AE" w:rsidRDefault="006974AE" w:rsidP="006974AE">
      <w:r>
        <w:t>404.9320</w:t>
      </w:r>
      <w:r>
        <w:tab/>
        <w:t>2.025e0</w:t>
      </w:r>
    </w:p>
    <w:p w:rsidR="006974AE" w:rsidRDefault="006974AE" w:rsidP="006974AE">
      <w:r>
        <w:lastRenderedPageBreak/>
        <w:t>404.9359</w:t>
      </w:r>
      <w:r>
        <w:tab/>
        <w:t>2.025e0</w:t>
      </w:r>
    </w:p>
    <w:p w:rsidR="006974AE" w:rsidRDefault="006974AE" w:rsidP="006974AE">
      <w:r>
        <w:t>404.9605</w:t>
      </w:r>
      <w:r>
        <w:tab/>
        <w:t>2.025e0</w:t>
      </w:r>
    </w:p>
    <w:p w:rsidR="006974AE" w:rsidRDefault="006974AE" w:rsidP="006974AE">
      <w:r>
        <w:t>404.9821</w:t>
      </w:r>
      <w:r>
        <w:tab/>
        <w:t>4.051e0</w:t>
      </w:r>
    </w:p>
    <w:p w:rsidR="006974AE" w:rsidRDefault="006974AE" w:rsidP="006974AE">
      <w:r>
        <w:t>404.9927</w:t>
      </w:r>
      <w:r>
        <w:tab/>
        <w:t>1.013e0</w:t>
      </w:r>
    </w:p>
    <w:p w:rsidR="006974AE" w:rsidRDefault="006974AE" w:rsidP="006974AE">
      <w:r>
        <w:t>404.9998</w:t>
      </w:r>
      <w:r>
        <w:tab/>
        <w:t>1.013e0</w:t>
      </w:r>
    </w:p>
    <w:p w:rsidR="006974AE" w:rsidRDefault="006974AE" w:rsidP="006974AE">
      <w:r>
        <w:t>405.0014</w:t>
      </w:r>
      <w:r>
        <w:tab/>
        <w:t>2.025e0</w:t>
      </w:r>
    </w:p>
    <w:p w:rsidR="006974AE" w:rsidRDefault="006974AE" w:rsidP="006974AE">
      <w:r>
        <w:t>405.0243</w:t>
      </w:r>
      <w:r>
        <w:tab/>
        <w:t>1.013e0</w:t>
      </w:r>
    </w:p>
    <w:p w:rsidR="006974AE" w:rsidRDefault="006974AE" w:rsidP="006974AE">
      <w:r>
        <w:t>405.0419</w:t>
      </w:r>
      <w:r>
        <w:tab/>
        <w:t>1.013e0</w:t>
      </w:r>
    </w:p>
    <w:p w:rsidR="006974AE" w:rsidRDefault="006974AE" w:rsidP="006974AE">
      <w:r>
        <w:t>405.0499</w:t>
      </w:r>
      <w:r>
        <w:tab/>
        <w:t>2.025e0</w:t>
      </w:r>
    </w:p>
    <w:p w:rsidR="006974AE" w:rsidRDefault="006974AE" w:rsidP="006974AE">
      <w:r>
        <w:t>405.0782</w:t>
      </w:r>
      <w:r>
        <w:tab/>
        <w:t>2.025e0</w:t>
      </w:r>
    </w:p>
    <w:p w:rsidR="006974AE" w:rsidRDefault="006974AE" w:rsidP="006974AE">
      <w:r>
        <w:t>405.0847</w:t>
      </w:r>
      <w:r>
        <w:tab/>
        <w:t>8.101e0</w:t>
      </w:r>
    </w:p>
    <w:p w:rsidR="006974AE" w:rsidRDefault="006974AE" w:rsidP="006974AE">
      <w:r>
        <w:t>405.0869</w:t>
      </w:r>
      <w:r>
        <w:tab/>
        <w:t>2.025e0</w:t>
      </w:r>
    </w:p>
    <w:p w:rsidR="006974AE" w:rsidRDefault="006974AE" w:rsidP="006974AE">
      <w:r>
        <w:t>405.1007</w:t>
      </w:r>
      <w:r>
        <w:tab/>
        <w:t>5.063e0</w:t>
      </w:r>
    </w:p>
    <w:p w:rsidR="006974AE" w:rsidRDefault="006974AE" w:rsidP="006974AE">
      <w:r>
        <w:t>405.1112</w:t>
      </w:r>
      <w:r>
        <w:tab/>
        <w:t>3.038e0</w:t>
      </w:r>
    </w:p>
    <w:p w:rsidR="006974AE" w:rsidRDefault="006974AE" w:rsidP="006974AE">
      <w:r>
        <w:t>405.1429</w:t>
      </w:r>
      <w:r>
        <w:tab/>
        <w:t>1.013e0</w:t>
      </w:r>
    </w:p>
    <w:p w:rsidR="006974AE" w:rsidRDefault="006974AE" w:rsidP="006974AE">
      <w:r>
        <w:t>405.1456</w:t>
      </w:r>
      <w:r>
        <w:tab/>
        <w:t>2.025e0</w:t>
      </w:r>
    </w:p>
    <w:p w:rsidR="006974AE" w:rsidRDefault="006974AE" w:rsidP="006974AE">
      <w:r>
        <w:t>405.1572</w:t>
      </w:r>
      <w:r>
        <w:tab/>
        <w:t>1.013e0</w:t>
      </w:r>
    </w:p>
    <w:p w:rsidR="006974AE" w:rsidRDefault="006974AE" w:rsidP="006974AE">
      <w:r>
        <w:t>405.1649</w:t>
      </w:r>
      <w:r>
        <w:tab/>
        <w:t>1.013e0</w:t>
      </w:r>
    </w:p>
    <w:p w:rsidR="006974AE" w:rsidRDefault="006974AE" w:rsidP="006974AE">
      <w:r>
        <w:t>405.1807</w:t>
      </w:r>
      <w:r>
        <w:tab/>
        <w:t>1.768e0</w:t>
      </w:r>
    </w:p>
    <w:p w:rsidR="006974AE" w:rsidRDefault="006974AE" w:rsidP="006974AE">
      <w:r>
        <w:lastRenderedPageBreak/>
        <w:t>405.2013</w:t>
      </w:r>
      <w:r>
        <w:tab/>
        <w:t>3.038e0</w:t>
      </w:r>
    </w:p>
    <w:p w:rsidR="006974AE" w:rsidRDefault="006974AE" w:rsidP="006974AE">
      <w:r>
        <w:t>405.2082</w:t>
      </w:r>
      <w:r>
        <w:tab/>
        <w:t>4.051e0</w:t>
      </w:r>
    </w:p>
    <w:p w:rsidR="006974AE" w:rsidRDefault="006974AE" w:rsidP="006974AE">
      <w:r>
        <w:t>405.2169</w:t>
      </w:r>
      <w:r>
        <w:tab/>
        <w:t>1.013e0</w:t>
      </w:r>
    </w:p>
    <w:p w:rsidR="006974AE" w:rsidRDefault="006974AE" w:rsidP="006974AE">
      <w:r>
        <w:t>405.2256</w:t>
      </w:r>
      <w:r>
        <w:tab/>
        <w:t>2.025e0</w:t>
      </w:r>
    </w:p>
    <w:p w:rsidR="006974AE" w:rsidRDefault="006974AE" w:rsidP="006974AE">
      <w:r>
        <w:t>405.2283</w:t>
      </w:r>
      <w:r>
        <w:tab/>
        <w:t>2.025e0</w:t>
      </w:r>
    </w:p>
    <w:p w:rsidR="006974AE" w:rsidRDefault="006974AE" w:rsidP="006974AE">
      <w:r>
        <w:t>405.2339</w:t>
      </w:r>
      <w:r>
        <w:tab/>
        <w:t>1.013e0</w:t>
      </w:r>
    </w:p>
    <w:p w:rsidR="006974AE" w:rsidRDefault="006974AE" w:rsidP="006974AE">
      <w:r>
        <w:t>405.2356</w:t>
      </w:r>
      <w:r>
        <w:tab/>
        <w:t>5.063e0</w:t>
      </w:r>
    </w:p>
    <w:p w:rsidR="006974AE" w:rsidRDefault="006974AE" w:rsidP="006974AE">
      <w:r>
        <w:t>405.2717</w:t>
      </w:r>
      <w:r>
        <w:tab/>
        <w:t>1.013e0</w:t>
      </w:r>
    </w:p>
    <w:p w:rsidR="006974AE" w:rsidRDefault="006974AE" w:rsidP="006974AE">
      <w:r>
        <w:t>405.2837</w:t>
      </w:r>
      <w:r>
        <w:tab/>
        <w:t>2.342e0</w:t>
      </w:r>
    </w:p>
    <w:p w:rsidR="006974AE" w:rsidRDefault="006974AE" w:rsidP="006974AE">
      <w:r>
        <w:t>405.2872</w:t>
      </w:r>
      <w:r>
        <w:tab/>
        <w:t>2.025e0</w:t>
      </w:r>
    </w:p>
    <w:p w:rsidR="006974AE" w:rsidRDefault="006974AE" w:rsidP="006974AE">
      <w:r>
        <w:t>405.2967</w:t>
      </w:r>
      <w:r>
        <w:tab/>
        <w:t>2.025e0</w:t>
      </w:r>
    </w:p>
    <w:p w:rsidR="006974AE" w:rsidRDefault="006974AE" w:rsidP="006974AE">
      <w:r>
        <w:t>405.3017</w:t>
      </w:r>
      <w:r>
        <w:tab/>
        <w:t>1.013e0</w:t>
      </w:r>
    </w:p>
    <w:p w:rsidR="006974AE" w:rsidRDefault="006974AE" w:rsidP="006974AE">
      <w:r>
        <w:t>405.3194</w:t>
      </w:r>
      <w:r>
        <w:tab/>
        <w:t>3.038e0</w:t>
      </w:r>
    </w:p>
    <w:p w:rsidR="006974AE" w:rsidRDefault="006974AE" w:rsidP="006974AE">
      <w:r>
        <w:t>405.3271</w:t>
      </w:r>
      <w:r>
        <w:tab/>
        <w:t>2.025e0</w:t>
      </w:r>
    </w:p>
    <w:p w:rsidR="006974AE" w:rsidRDefault="006974AE" w:rsidP="006974AE">
      <w:r>
        <w:t>405.3406</w:t>
      </w:r>
      <w:r>
        <w:tab/>
        <w:t>1.013e0</w:t>
      </w:r>
    </w:p>
    <w:p w:rsidR="006974AE" w:rsidRDefault="006974AE" w:rsidP="006974AE">
      <w:r>
        <w:t>405.3449</w:t>
      </w:r>
      <w:r>
        <w:tab/>
        <w:t>1.013e0</w:t>
      </w:r>
    </w:p>
    <w:p w:rsidR="006974AE" w:rsidRDefault="006974AE" w:rsidP="006974AE">
      <w:r>
        <w:t>405.3662</w:t>
      </w:r>
      <w:r>
        <w:tab/>
        <w:t>1.013e0</w:t>
      </w:r>
    </w:p>
    <w:p w:rsidR="006974AE" w:rsidRDefault="006974AE" w:rsidP="006974AE">
      <w:r>
        <w:t>405.4005</w:t>
      </w:r>
      <w:r>
        <w:tab/>
        <w:t>1.013e0</w:t>
      </w:r>
    </w:p>
    <w:p w:rsidR="006974AE" w:rsidRDefault="006974AE" w:rsidP="006974AE">
      <w:r>
        <w:t>405.4051</w:t>
      </w:r>
      <w:r>
        <w:tab/>
        <w:t>1.013e0</w:t>
      </w:r>
    </w:p>
    <w:p w:rsidR="006974AE" w:rsidRDefault="006974AE" w:rsidP="006974AE">
      <w:r>
        <w:lastRenderedPageBreak/>
        <w:t>405.4148</w:t>
      </w:r>
      <w:r>
        <w:tab/>
        <w:t>1.013e0</w:t>
      </w:r>
    </w:p>
    <w:p w:rsidR="006974AE" w:rsidRDefault="006974AE" w:rsidP="006974AE">
      <w:r>
        <w:t>405.4302</w:t>
      </w:r>
      <w:r>
        <w:tab/>
        <w:t>1.013e0</w:t>
      </w:r>
    </w:p>
    <w:p w:rsidR="006974AE" w:rsidRDefault="006974AE" w:rsidP="006974AE">
      <w:r>
        <w:t>405.4476</w:t>
      </w:r>
      <w:r>
        <w:tab/>
        <w:t>2.025e0</w:t>
      </w:r>
    </w:p>
    <w:p w:rsidR="006974AE" w:rsidRDefault="006974AE" w:rsidP="006974AE">
      <w:r>
        <w:t>405.4940</w:t>
      </w:r>
      <w:r>
        <w:tab/>
        <w:t>3.038e0</w:t>
      </w:r>
    </w:p>
    <w:p w:rsidR="006974AE" w:rsidRDefault="006974AE" w:rsidP="006974AE">
      <w:r>
        <w:t>405.5012</w:t>
      </w:r>
      <w:r>
        <w:tab/>
        <w:t>1.013e0</w:t>
      </w:r>
    </w:p>
    <w:p w:rsidR="006974AE" w:rsidRDefault="006974AE" w:rsidP="006974AE">
      <w:r>
        <w:t>405.5155</w:t>
      </w:r>
      <w:r>
        <w:tab/>
        <w:t>1.013e0</w:t>
      </w:r>
    </w:p>
    <w:p w:rsidR="006974AE" w:rsidRDefault="006974AE" w:rsidP="006974AE">
      <w:r>
        <w:t>405.5292</w:t>
      </w:r>
      <w:r>
        <w:tab/>
        <w:t>1.013e0</w:t>
      </w:r>
    </w:p>
    <w:p w:rsidR="006974AE" w:rsidRDefault="006974AE" w:rsidP="006974AE">
      <w:r>
        <w:t>405.5442</w:t>
      </w:r>
      <w:r>
        <w:tab/>
        <w:t>1.013e0</w:t>
      </w:r>
    </w:p>
    <w:p w:rsidR="006974AE" w:rsidRDefault="006974AE" w:rsidP="006974AE">
      <w:r>
        <w:t>405.6014</w:t>
      </w:r>
      <w:r>
        <w:tab/>
        <w:t>1.013e0</w:t>
      </w:r>
    </w:p>
    <w:p w:rsidR="006974AE" w:rsidRDefault="006974AE" w:rsidP="006974AE">
      <w:r>
        <w:t>405.6081</w:t>
      </w:r>
      <w:r>
        <w:tab/>
        <w:t>2.025e0</w:t>
      </w:r>
    </w:p>
    <w:p w:rsidR="006974AE" w:rsidRDefault="006974AE" w:rsidP="006974AE">
      <w:r>
        <w:t>405.6301</w:t>
      </w:r>
      <w:r>
        <w:tab/>
        <w:t>1.013e0</w:t>
      </w:r>
    </w:p>
    <w:p w:rsidR="006974AE" w:rsidRDefault="006974AE" w:rsidP="006974AE">
      <w:r>
        <w:t>405.6571</w:t>
      </w:r>
      <w:r>
        <w:tab/>
        <w:t>1.013e0</w:t>
      </w:r>
    </w:p>
    <w:p w:rsidR="006974AE" w:rsidRDefault="006974AE" w:rsidP="006974AE">
      <w:r>
        <w:t>405.7681</w:t>
      </w:r>
      <w:r>
        <w:tab/>
        <w:t>1.013e0</w:t>
      </w:r>
    </w:p>
    <w:p w:rsidR="006974AE" w:rsidRDefault="006974AE" w:rsidP="006974AE">
      <w:r>
        <w:t>405.7731</w:t>
      </w:r>
      <w:r>
        <w:tab/>
        <w:t>2.025e0</w:t>
      </w:r>
    </w:p>
    <w:p w:rsidR="006974AE" w:rsidRDefault="006974AE" w:rsidP="006974AE">
      <w:r>
        <w:t>405.7800</w:t>
      </w:r>
      <w:r>
        <w:tab/>
        <w:t>1.013e0</w:t>
      </w:r>
    </w:p>
    <w:p w:rsidR="006974AE" w:rsidRDefault="006974AE" w:rsidP="006974AE">
      <w:r>
        <w:t>405.8376</w:t>
      </w:r>
      <w:r>
        <w:tab/>
        <w:t>2.025e0</w:t>
      </w:r>
    </w:p>
    <w:p w:rsidR="006974AE" w:rsidRDefault="006974AE" w:rsidP="006974AE">
      <w:r>
        <w:t>405.8447</w:t>
      </w:r>
      <w:r>
        <w:tab/>
        <w:t>2.025e0</w:t>
      </w:r>
    </w:p>
    <w:p w:rsidR="006974AE" w:rsidRDefault="006974AE" w:rsidP="006974AE">
      <w:r>
        <w:t>405.8589</w:t>
      </w:r>
      <w:r>
        <w:tab/>
        <w:t>2.025e0</w:t>
      </w:r>
    </w:p>
    <w:p w:rsidR="006974AE" w:rsidRDefault="006974AE" w:rsidP="006974AE">
      <w:r>
        <w:t>405.8955</w:t>
      </w:r>
      <w:r>
        <w:tab/>
        <w:t>2.025e0</w:t>
      </w:r>
    </w:p>
    <w:p w:rsidR="006974AE" w:rsidRDefault="006974AE" w:rsidP="006974AE">
      <w:r>
        <w:lastRenderedPageBreak/>
        <w:t>405.9310</w:t>
      </w:r>
      <w:r>
        <w:tab/>
        <w:t>1.013e0</w:t>
      </w:r>
    </w:p>
    <w:p w:rsidR="006974AE" w:rsidRDefault="006974AE" w:rsidP="006974AE">
      <w:r>
        <w:t>405.9350</w:t>
      </w:r>
      <w:r>
        <w:tab/>
        <w:t>1.013e0</w:t>
      </w:r>
    </w:p>
    <w:p w:rsidR="006974AE" w:rsidRDefault="006974AE" w:rsidP="006974AE">
      <w:r>
        <w:t>405.9520</w:t>
      </w:r>
      <w:r>
        <w:tab/>
        <w:t>1.013e0</w:t>
      </w:r>
    </w:p>
    <w:p w:rsidR="006974AE" w:rsidRDefault="006974AE" w:rsidP="006974AE">
      <w:r>
        <w:t>405.9601</w:t>
      </w:r>
      <w:r>
        <w:tab/>
        <w:t>1.013e0</w:t>
      </w:r>
    </w:p>
    <w:p w:rsidR="006974AE" w:rsidRDefault="006974AE" w:rsidP="006974AE">
      <w:r>
        <w:t>405.9814</w:t>
      </w:r>
      <w:r>
        <w:tab/>
        <w:t>1.013e0</w:t>
      </w:r>
    </w:p>
    <w:p w:rsidR="006974AE" w:rsidRDefault="006974AE" w:rsidP="006974AE">
      <w:r>
        <w:t>405.9878</w:t>
      </w:r>
      <w:r>
        <w:tab/>
        <w:t>1.013e0</w:t>
      </w:r>
    </w:p>
    <w:p w:rsidR="006974AE" w:rsidRDefault="006974AE" w:rsidP="006974AE">
      <w:r>
        <w:t>405.9950</w:t>
      </w:r>
      <w:r>
        <w:tab/>
        <w:t>1.013e0</w:t>
      </w:r>
    </w:p>
    <w:p w:rsidR="006974AE" w:rsidRDefault="006974AE" w:rsidP="006974AE">
      <w:r>
        <w:t>406.0237</w:t>
      </w:r>
      <w:r>
        <w:tab/>
        <w:t>1.013e0</w:t>
      </w:r>
    </w:p>
    <w:p w:rsidR="006974AE" w:rsidRDefault="006974AE" w:rsidP="006974AE">
      <w:r>
        <w:t>406.0294</w:t>
      </w:r>
      <w:r>
        <w:tab/>
        <w:t>2.025e0</w:t>
      </w:r>
    </w:p>
    <w:p w:rsidR="006974AE" w:rsidRDefault="006974AE" w:rsidP="006974AE">
      <w:r>
        <w:t>406.0451</w:t>
      </w:r>
      <w:r>
        <w:tab/>
        <w:t>1.013e0</w:t>
      </w:r>
    </w:p>
    <w:p w:rsidR="006974AE" w:rsidRDefault="006974AE" w:rsidP="006974AE">
      <w:r>
        <w:t>406.0591</w:t>
      </w:r>
      <w:r>
        <w:tab/>
        <w:t>1.013e0</w:t>
      </w:r>
    </w:p>
    <w:p w:rsidR="006974AE" w:rsidRDefault="006974AE" w:rsidP="006974AE">
      <w:r>
        <w:t>406.0809</w:t>
      </w:r>
      <w:r>
        <w:tab/>
        <w:t>1.013e0</w:t>
      </w:r>
    </w:p>
    <w:p w:rsidR="006974AE" w:rsidRDefault="006974AE" w:rsidP="006974AE">
      <w:r>
        <w:t>406.0953</w:t>
      </w:r>
      <w:r>
        <w:tab/>
        <w:t>1.013e0</w:t>
      </w:r>
    </w:p>
    <w:p w:rsidR="006974AE" w:rsidRDefault="006974AE" w:rsidP="006974AE">
      <w:r>
        <w:t>406.1007</w:t>
      </w:r>
      <w:r>
        <w:tab/>
        <w:t>5.063e0</w:t>
      </w:r>
    </w:p>
    <w:p w:rsidR="006974AE" w:rsidRDefault="006974AE" w:rsidP="006974AE">
      <w:r>
        <w:t>406.1173</w:t>
      </w:r>
      <w:r>
        <w:tab/>
        <w:t>1.215e1</w:t>
      </w:r>
    </w:p>
    <w:p w:rsidR="006974AE" w:rsidRDefault="006974AE" w:rsidP="006974AE">
      <w:r>
        <w:t>406.1196</w:t>
      </w:r>
      <w:r>
        <w:tab/>
        <w:t>3.038e0</w:t>
      </w:r>
    </w:p>
    <w:p w:rsidR="006974AE" w:rsidRDefault="006974AE" w:rsidP="006974AE">
      <w:r>
        <w:t>406.1363</w:t>
      </w:r>
      <w:r>
        <w:tab/>
        <w:t>1.013e1</w:t>
      </w:r>
    </w:p>
    <w:p w:rsidR="006974AE" w:rsidRDefault="006974AE" w:rsidP="006974AE">
      <w:r>
        <w:t>406.1407</w:t>
      </w:r>
      <w:r>
        <w:tab/>
        <w:t>2.025e0</w:t>
      </w:r>
    </w:p>
    <w:p w:rsidR="006974AE" w:rsidRDefault="006974AE" w:rsidP="006974AE">
      <w:r>
        <w:t>406.1913</w:t>
      </w:r>
      <w:r>
        <w:tab/>
        <w:t>2.025e0</w:t>
      </w:r>
    </w:p>
    <w:p w:rsidR="006974AE" w:rsidRDefault="006974AE" w:rsidP="006974AE">
      <w:r>
        <w:lastRenderedPageBreak/>
        <w:t>406.1962</w:t>
      </w:r>
      <w:r>
        <w:tab/>
        <w:t>1.013e0</w:t>
      </w:r>
    </w:p>
    <w:p w:rsidR="006974AE" w:rsidRDefault="006974AE" w:rsidP="006974AE">
      <w:r>
        <w:t>406.2083</w:t>
      </w:r>
      <w:r>
        <w:tab/>
        <w:t>5.063e0</w:t>
      </w:r>
    </w:p>
    <w:p w:rsidR="006974AE" w:rsidRDefault="006974AE" w:rsidP="006974AE">
      <w:r>
        <w:t>406.2249</w:t>
      </w:r>
      <w:r>
        <w:tab/>
        <w:t>1.013e0</w:t>
      </w:r>
    </w:p>
    <w:p w:rsidR="006974AE" w:rsidRDefault="006974AE" w:rsidP="006974AE">
      <w:r>
        <w:t>406.2374</w:t>
      </w:r>
      <w:r>
        <w:tab/>
        <w:t>4.051e0</w:t>
      </w:r>
    </w:p>
    <w:p w:rsidR="006974AE" w:rsidRDefault="006974AE" w:rsidP="006974AE">
      <w:r>
        <w:t>406.2464</w:t>
      </w:r>
      <w:r>
        <w:tab/>
        <w:t>1.013e0</w:t>
      </w:r>
    </w:p>
    <w:p w:rsidR="006974AE" w:rsidRDefault="006974AE" w:rsidP="006974AE">
      <w:r>
        <w:t>406.2817</w:t>
      </w:r>
      <w:r>
        <w:tab/>
        <w:t>2.025e0</w:t>
      </w:r>
    </w:p>
    <w:p w:rsidR="006974AE" w:rsidRDefault="006974AE" w:rsidP="006974AE">
      <w:r>
        <w:t>406.2894</w:t>
      </w:r>
      <w:r>
        <w:tab/>
        <w:t>1.013e0</w:t>
      </w:r>
    </w:p>
    <w:p w:rsidR="006974AE" w:rsidRDefault="006974AE" w:rsidP="006974AE">
      <w:r>
        <w:t>406.2975</w:t>
      </w:r>
      <w:r>
        <w:tab/>
        <w:t>1.013e0</w:t>
      </w:r>
    </w:p>
    <w:p w:rsidR="006974AE" w:rsidRDefault="006974AE" w:rsidP="006974AE">
      <w:r>
        <w:t>406.3049</w:t>
      </w:r>
      <w:r>
        <w:tab/>
        <w:t>2.025e0</w:t>
      </w:r>
    </w:p>
    <w:p w:rsidR="006974AE" w:rsidRDefault="006974AE" w:rsidP="006974AE">
      <w:r>
        <w:t>406.3063</w:t>
      </w:r>
      <w:r>
        <w:tab/>
        <w:t>2.025e0</w:t>
      </w:r>
    </w:p>
    <w:p w:rsidR="006974AE" w:rsidRDefault="006974AE" w:rsidP="006974AE">
      <w:r>
        <w:t>406.3366</w:t>
      </w:r>
      <w:r>
        <w:tab/>
        <w:t>5.063e0</w:t>
      </w:r>
    </w:p>
    <w:p w:rsidR="006974AE" w:rsidRDefault="006974AE" w:rsidP="006974AE">
      <w:r>
        <w:t>406.3513</w:t>
      </w:r>
      <w:r>
        <w:tab/>
        <w:t>2.025e0</w:t>
      </w:r>
    </w:p>
    <w:p w:rsidR="006974AE" w:rsidRDefault="006974AE" w:rsidP="006974AE">
      <w:r>
        <w:t>406.3678</w:t>
      </w:r>
      <w:r>
        <w:tab/>
        <w:t>1.013e0</w:t>
      </w:r>
    </w:p>
    <w:p w:rsidR="006974AE" w:rsidRDefault="006974AE" w:rsidP="006974AE">
      <w:r>
        <w:t>406.3903</w:t>
      </w:r>
      <w:r>
        <w:tab/>
        <w:t>2.025e0</w:t>
      </w:r>
    </w:p>
    <w:p w:rsidR="006974AE" w:rsidRDefault="006974AE" w:rsidP="006974AE">
      <w:r>
        <w:t>406.3969</w:t>
      </w:r>
      <w:r>
        <w:tab/>
        <w:t>3.038e0</w:t>
      </w:r>
    </w:p>
    <w:p w:rsidR="006974AE" w:rsidRDefault="006974AE" w:rsidP="006974AE">
      <w:r>
        <w:t>406.4041</w:t>
      </w:r>
      <w:r>
        <w:tab/>
        <w:t>1.013e0</w:t>
      </w:r>
    </w:p>
    <w:p w:rsidR="006974AE" w:rsidRDefault="006974AE" w:rsidP="006974AE">
      <w:r>
        <w:t>406.4472</w:t>
      </w:r>
      <w:r>
        <w:tab/>
        <w:t>3.038e0</w:t>
      </w:r>
    </w:p>
    <w:p w:rsidR="006974AE" w:rsidRDefault="006974AE" w:rsidP="006974AE">
      <w:r>
        <w:t>406.4683</w:t>
      </w:r>
      <w:r>
        <w:tab/>
        <w:t>1.013e0</w:t>
      </w:r>
    </w:p>
    <w:p w:rsidR="006974AE" w:rsidRDefault="006974AE" w:rsidP="006974AE">
      <w:r>
        <w:t>406.4754</w:t>
      </w:r>
      <w:r>
        <w:tab/>
        <w:t>1.013e0</w:t>
      </w:r>
    </w:p>
    <w:p w:rsidR="006974AE" w:rsidRDefault="006974AE" w:rsidP="006974AE">
      <w:r>
        <w:lastRenderedPageBreak/>
        <w:t>406.5073</w:t>
      </w:r>
      <w:r>
        <w:tab/>
        <w:t>1.013e0</w:t>
      </w:r>
    </w:p>
    <w:p w:rsidR="006974AE" w:rsidRDefault="006974AE" w:rsidP="006974AE">
      <w:r>
        <w:t>406.5292</w:t>
      </w:r>
      <w:r>
        <w:tab/>
        <w:t>1.013e0</w:t>
      </w:r>
    </w:p>
    <w:p w:rsidR="006974AE" w:rsidRDefault="006974AE" w:rsidP="006974AE">
      <w:r>
        <w:t>406.5463</w:t>
      </w:r>
      <w:r>
        <w:tab/>
        <w:t>1.013e0</w:t>
      </w:r>
    </w:p>
    <w:p w:rsidR="006974AE" w:rsidRDefault="006974AE" w:rsidP="006974AE">
      <w:r>
        <w:t>406.5656</w:t>
      </w:r>
      <w:r>
        <w:tab/>
        <w:t>2.025e0</w:t>
      </w:r>
    </w:p>
    <w:p w:rsidR="006974AE" w:rsidRDefault="006974AE" w:rsidP="006974AE">
      <w:r>
        <w:t>406.6046</w:t>
      </w:r>
      <w:r>
        <w:tab/>
        <w:t>1.013e0</w:t>
      </w:r>
    </w:p>
    <w:p w:rsidR="006974AE" w:rsidRDefault="006974AE" w:rsidP="006974AE">
      <w:r>
        <w:t>406.6546</w:t>
      </w:r>
      <w:r>
        <w:tab/>
        <w:t>5.063e0</w:t>
      </w:r>
    </w:p>
    <w:p w:rsidR="006974AE" w:rsidRDefault="006974AE" w:rsidP="006974AE">
      <w:r>
        <w:t>406.6568</w:t>
      </w:r>
      <w:r>
        <w:tab/>
        <w:t>1.013e0</w:t>
      </w:r>
    </w:p>
    <w:p w:rsidR="006974AE" w:rsidRDefault="006974AE" w:rsidP="006974AE">
      <w:r>
        <w:t>406.6786</w:t>
      </w:r>
      <w:r>
        <w:tab/>
        <w:t>1.013e0</w:t>
      </w:r>
    </w:p>
    <w:p w:rsidR="006974AE" w:rsidRDefault="006974AE" w:rsidP="006974AE">
      <w:r>
        <w:t>406.6907</w:t>
      </w:r>
      <w:r>
        <w:tab/>
        <w:t>1.013e0</w:t>
      </w:r>
    </w:p>
    <w:p w:rsidR="006974AE" w:rsidRDefault="006974AE" w:rsidP="006974AE">
      <w:r>
        <w:t>406.7000</w:t>
      </w:r>
      <w:r>
        <w:tab/>
        <w:t>1.013e0</w:t>
      </w:r>
    </w:p>
    <w:p w:rsidR="006974AE" w:rsidRDefault="006974AE" w:rsidP="006974AE">
      <w:r>
        <w:t>406.7169</w:t>
      </w:r>
      <w:r>
        <w:tab/>
        <w:t>1.013e0</w:t>
      </w:r>
    </w:p>
    <w:p w:rsidR="006974AE" w:rsidRDefault="006974AE" w:rsidP="006974AE">
      <w:r>
        <w:t>406.7421</w:t>
      </w:r>
      <w:r>
        <w:tab/>
        <w:t>1.013e0</w:t>
      </w:r>
    </w:p>
    <w:p w:rsidR="006974AE" w:rsidRDefault="006974AE" w:rsidP="006974AE">
      <w:r>
        <w:t>406.7487</w:t>
      </w:r>
      <w:r>
        <w:tab/>
        <w:t>1.013e0</w:t>
      </w:r>
    </w:p>
    <w:p w:rsidR="006974AE" w:rsidRDefault="006974AE" w:rsidP="006974AE">
      <w:r>
        <w:t>406.7597</w:t>
      </w:r>
      <w:r>
        <w:tab/>
        <w:t>2.025e0</w:t>
      </w:r>
    </w:p>
    <w:p w:rsidR="006974AE" w:rsidRDefault="006974AE" w:rsidP="006974AE">
      <w:r>
        <w:t>406.7765</w:t>
      </w:r>
      <w:r>
        <w:tab/>
        <w:t>2.025e0</w:t>
      </w:r>
    </w:p>
    <w:p w:rsidR="006974AE" w:rsidRDefault="006974AE" w:rsidP="006974AE">
      <w:r>
        <w:t>406.7816</w:t>
      </w:r>
      <w:r>
        <w:tab/>
        <w:t>1.013e0</w:t>
      </w:r>
    </w:p>
    <w:p w:rsidR="006974AE" w:rsidRDefault="006974AE" w:rsidP="006974AE">
      <w:r>
        <w:t>406.8066</w:t>
      </w:r>
      <w:r>
        <w:tab/>
        <w:t>1.013e0</w:t>
      </w:r>
    </w:p>
    <w:p w:rsidR="006974AE" w:rsidRDefault="006974AE" w:rsidP="006974AE">
      <w:r>
        <w:t>406.8452</w:t>
      </w:r>
      <w:r>
        <w:tab/>
        <w:t>1.013e0</w:t>
      </w:r>
    </w:p>
    <w:p w:rsidR="006974AE" w:rsidRDefault="006974AE" w:rsidP="006974AE">
      <w:r>
        <w:t>406.8581</w:t>
      </w:r>
      <w:r>
        <w:tab/>
        <w:t>2.025e0</w:t>
      </w:r>
    </w:p>
    <w:p w:rsidR="006974AE" w:rsidRDefault="006974AE" w:rsidP="006974AE">
      <w:r>
        <w:lastRenderedPageBreak/>
        <w:t>406.8969</w:t>
      </w:r>
      <w:r>
        <w:tab/>
        <w:t>4.051e0</w:t>
      </w:r>
    </w:p>
    <w:p w:rsidR="006974AE" w:rsidRDefault="006974AE" w:rsidP="006974AE">
      <w:r>
        <w:t>406.8986</w:t>
      </w:r>
      <w:r>
        <w:tab/>
        <w:t>2.025e0</w:t>
      </w:r>
    </w:p>
    <w:p w:rsidR="006974AE" w:rsidRDefault="006974AE" w:rsidP="006974AE">
      <w:r>
        <w:t>406.9098</w:t>
      </w:r>
      <w:r>
        <w:tab/>
        <w:t>1.013e0</w:t>
      </w:r>
    </w:p>
    <w:p w:rsidR="006974AE" w:rsidRDefault="006974AE" w:rsidP="006974AE">
      <w:r>
        <w:t>406.9286</w:t>
      </w:r>
      <w:r>
        <w:tab/>
        <w:t>2.025e0</w:t>
      </w:r>
    </w:p>
    <w:p w:rsidR="006974AE" w:rsidRDefault="006974AE" w:rsidP="006974AE">
      <w:r>
        <w:t>406.9311</w:t>
      </w:r>
      <w:r>
        <w:tab/>
        <w:t>1.013e0</w:t>
      </w:r>
    </w:p>
    <w:p w:rsidR="006974AE" w:rsidRDefault="006974AE" w:rsidP="006974AE">
      <w:r>
        <w:t>406.9738</w:t>
      </w:r>
      <w:r>
        <w:tab/>
        <w:t>1.013e0</w:t>
      </w:r>
    </w:p>
    <w:p w:rsidR="006974AE" w:rsidRDefault="006974AE" w:rsidP="006974AE">
      <w:r>
        <w:t>406.9762</w:t>
      </w:r>
      <w:r>
        <w:tab/>
        <w:t>2.025e0</w:t>
      </w:r>
    </w:p>
    <w:p w:rsidR="006974AE" w:rsidRDefault="006974AE" w:rsidP="006974AE">
      <w:r>
        <w:t>407.0179</w:t>
      </w:r>
      <w:r>
        <w:tab/>
        <w:t>2.025e0</w:t>
      </w:r>
    </w:p>
    <w:p w:rsidR="006974AE" w:rsidRDefault="006974AE" w:rsidP="006974AE">
      <w:r>
        <w:t>407.0716</w:t>
      </w:r>
      <w:r>
        <w:tab/>
        <w:t>2.025e0</w:t>
      </w:r>
    </w:p>
    <w:p w:rsidR="006974AE" w:rsidRDefault="006974AE" w:rsidP="006974AE">
      <w:r>
        <w:t>407.0804</w:t>
      </w:r>
      <w:r>
        <w:tab/>
        <w:t>3.038e0</w:t>
      </w:r>
    </w:p>
    <w:p w:rsidR="006974AE" w:rsidRDefault="006974AE" w:rsidP="006974AE">
      <w:r>
        <w:t>407.1063</w:t>
      </w:r>
      <w:r>
        <w:tab/>
        <w:t>3.038e0</w:t>
      </w:r>
    </w:p>
    <w:p w:rsidR="006974AE" w:rsidRDefault="006974AE" w:rsidP="006974AE">
      <w:r>
        <w:t>407.1229</w:t>
      </w:r>
      <w:r>
        <w:tab/>
        <w:t>5.063e0</w:t>
      </w:r>
    </w:p>
    <w:p w:rsidR="006974AE" w:rsidRDefault="006974AE" w:rsidP="006974AE">
      <w:r>
        <w:t>407.1250</w:t>
      </w:r>
      <w:r>
        <w:tab/>
        <w:t>4.051e0</w:t>
      </w:r>
    </w:p>
    <w:p w:rsidR="006974AE" w:rsidRDefault="006974AE" w:rsidP="006974AE">
      <w:r>
        <w:t>407.1288</w:t>
      </w:r>
      <w:r>
        <w:tab/>
        <w:t>1.013e0</w:t>
      </w:r>
    </w:p>
    <w:p w:rsidR="006974AE" w:rsidRDefault="006974AE" w:rsidP="006974AE">
      <w:r>
        <w:t>407.1320</w:t>
      </w:r>
      <w:r>
        <w:tab/>
        <w:t>2.025e0</w:t>
      </w:r>
    </w:p>
    <w:p w:rsidR="006974AE" w:rsidRDefault="006974AE" w:rsidP="006974AE">
      <w:r>
        <w:t>407.1617</w:t>
      </w:r>
      <w:r>
        <w:tab/>
        <w:t>1.013e0</w:t>
      </w:r>
    </w:p>
    <w:p w:rsidR="006974AE" w:rsidRDefault="006974AE" w:rsidP="006974AE">
      <w:r>
        <w:t>407.1791</w:t>
      </w:r>
      <w:r>
        <w:tab/>
        <w:t>1.013e0</w:t>
      </w:r>
    </w:p>
    <w:p w:rsidR="006974AE" w:rsidRDefault="006974AE" w:rsidP="006974AE">
      <w:r>
        <w:t>407.1918</w:t>
      </w:r>
      <w:r>
        <w:tab/>
        <w:t>5.063e0</w:t>
      </w:r>
    </w:p>
    <w:p w:rsidR="006974AE" w:rsidRDefault="006974AE" w:rsidP="006974AE">
      <w:r>
        <w:t>407.2012</w:t>
      </w:r>
      <w:r>
        <w:tab/>
        <w:t>1.013e0</w:t>
      </w:r>
    </w:p>
    <w:p w:rsidR="006974AE" w:rsidRDefault="006974AE" w:rsidP="006974AE">
      <w:r>
        <w:lastRenderedPageBreak/>
        <w:t>407.2097</w:t>
      </w:r>
      <w:r>
        <w:tab/>
        <w:t>5.063e0</w:t>
      </w:r>
    </w:p>
    <w:p w:rsidR="006974AE" w:rsidRDefault="006974AE" w:rsidP="006974AE">
      <w:r>
        <w:t>407.2151</w:t>
      </w:r>
      <w:r>
        <w:tab/>
        <w:t>4.051e0</w:t>
      </w:r>
    </w:p>
    <w:p w:rsidR="006974AE" w:rsidRDefault="006974AE" w:rsidP="006974AE">
      <w:r>
        <w:t>407.2228</w:t>
      </w:r>
      <w:r>
        <w:tab/>
        <w:t>1.013e0</w:t>
      </w:r>
    </w:p>
    <w:p w:rsidR="006974AE" w:rsidRDefault="006974AE" w:rsidP="006974AE">
      <w:r>
        <w:t>407.2399</w:t>
      </w:r>
      <w:r>
        <w:tab/>
        <w:t>2.025e0</w:t>
      </w:r>
    </w:p>
    <w:p w:rsidR="006974AE" w:rsidRDefault="006974AE" w:rsidP="006974AE">
      <w:r>
        <w:t>407.2437</w:t>
      </w:r>
      <w:r>
        <w:tab/>
        <w:t>2.025e0</w:t>
      </w:r>
    </w:p>
    <w:p w:rsidR="006974AE" w:rsidRDefault="006974AE" w:rsidP="006974AE">
      <w:r>
        <w:t>407.2654</w:t>
      </w:r>
      <w:r>
        <w:tab/>
        <w:t>1.013e0</w:t>
      </w:r>
    </w:p>
    <w:p w:rsidR="006974AE" w:rsidRDefault="006974AE" w:rsidP="006974AE">
      <w:r>
        <w:t>407.2779</w:t>
      </w:r>
      <w:r>
        <w:tab/>
        <w:t>2.161e0</w:t>
      </w:r>
    </w:p>
    <w:p w:rsidR="006974AE" w:rsidRDefault="006974AE" w:rsidP="006974AE">
      <w:r>
        <w:t>407.2879</w:t>
      </w:r>
      <w:r>
        <w:tab/>
        <w:t>2.025e0</w:t>
      </w:r>
    </w:p>
    <w:p w:rsidR="006974AE" w:rsidRDefault="006974AE" w:rsidP="006974AE">
      <w:r>
        <w:t>407.3080</w:t>
      </w:r>
      <w:r>
        <w:tab/>
        <w:t>1.013e0</w:t>
      </w:r>
    </w:p>
    <w:p w:rsidR="006974AE" w:rsidRDefault="006974AE" w:rsidP="006974AE">
      <w:r>
        <w:t>407.3157</w:t>
      </w:r>
      <w:r>
        <w:tab/>
        <w:t>1.013e0</w:t>
      </w:r>
    </w:p>
    <w:p w:rsidR="006974AE" w:rsidRDefault="006974AE" w:rsidP="006974AE">
      <w:r>
        <w:t>407.3450</w:t>
      </w:r>
      <w:r>
        <w:tab/>
        <w:t>1.013e0</w:t>
      </w:r>
    </w:p>
    <w:p w:rsidR="006974AE" w:rsidRDefault="006974AE" w:rsidP="006974AE">
      <w:r>
        <w:t>407.3544</w:t>
      </w:r>
      <w:r>
        <w:tab/>
        <w:t>5.063e0</w:t>
      </w:r>
    </w:p>
    <w:p w:rsidR="006974AE" w:rsidRDefault="006974AE" w:rsidP="006974AE">
      <w:r>
        <w:t>407.3929</w:t>
      </w:r>
      <w:r>
        <w:tab/>
        <w:t>1.013e0</w:t>
      </w:r>
    </w:p>
    <w:p w:rsidR="006974AE" w:rsidRDefault="006974AE" w:rsidP="006974AE">
      <w:r>
        <w:t>407.3972</w:t>
      </w:r>
      <w:r>
        <w:tab/>
        <w:t>1.013e0</w:t>
      </w:r>
    </w:p>
    <w:p w:rsidR="006974AE" w:rsidRDefault="006974AE" w:rsidP="006974AE">
      <w:r>
        <w:t>407.4180</w:t>
      </w:r>
      <w:r>
        <w:tab/>
        <w:t>1.013e0</w:t>
      </w:r>
    </w:p>
    <w:p w:rsidR="006974AE" w:rsidRDefault="006974AE" w:rsidP="006974AE">
      <w:r>
        <w:t>407.4240</w:t>
      </w:r>
      <w:r>
        <w:tab/>
        <w:t>1.013e0</w:t>
      </w:r>
    </w:p>
    <w:p w:rsidR="006974AE" w:rsidRDefault="006974AE" w:rsidP="006974AE">
      <w:r>
        <w:t>407.4523</w:t>
      </w:r>
      <w:r>
        <w:tab/>
        <w:t>1.013e0</w:t>
      </w:r>
    </w:p>
    <w:p w:rsidR="006974AE" w:rsidRDefault="006974AE" w:rsidP="006974AE">
      <w:r>
        <w:t>407.4574</w:t>
      </w:r>
      <w:r>
        <w:tab/>
        <w:t>1.013e0</w:t>
      </w:r>
    </w:p>
    <w:p w:rsidR="006974AE" w:rsidRDefault="006974AE" w:rsidP="006974AE">
      <w:r>
        <w:t>407.4883</w:t>
      </w:r>
      <w:r>
        <w:tab/>
        <w:t>1.013e0</w:t>
      </w:r>
    </w:p>
    <w:p w:rsidR="006974AE" w:rsidRDefault="006974AE" w:rsidP="006974AE">
      <w:r>
        <w:lastRenderedPageBreak/>
        <w:t>407.5175</w:t>
      </w:r>
      <w:r>
        <w:tab/>
        <w:t>1.013e0</w:t>
      </w:r>
    </w:p>
    <w:p w:rsidR="006974AE" w:rsidRDefault="006974AE" w:rsidP="006974AE">
      <w:r>
        <w:t>407.5314</w:t>
      </w:r>
      <w:r>
        <w:tab/>
        <w:t>1.013e0</w:t>
      </w:r>
    </w:p>
    <w:p w:rsidR="006974AE" w:rsidRDefault="006974AE" w:rsidP="006974AE">
      <w:r>
        <w:t>407.5465</w:t>
      </w:r>
      <w:r>
        <w:tab/>
        <w:t>1.013e0</w:t>
      </w:r>
    </w:p>
    <w:p w:rsidR="006974AE" w:rsidRDefault="006974AE" w:rsidP="006974AE">
      <w:r>
        <w:t>407.5535</w:t>
      </w:r>
      <w:r>
        <w:tab/>
        <w:t>1.013e0</w:t>
      </w:r>
    </w:p>
    <w:p w:rsidR="006974AE" w:rsidRDefault="006974AE" w:rsidP="006974AE">
      <w:r>
        <w:t>407.5674</w:t>
      </w:r>
      <w:r>
        <w:tab/>
        <w:t>1.013e0</w:t>
      </w:r>
    </w:p>
    <w:p w:rsidR="006974AE" w:rsidRDefault="006974AE" w:rsidP="006974AE">
      <w:r>
        <w:t>407.5940</w:t>
      </w:r>
      <w:r>
        <w:tab/>
        <w:t>2.025e0</w:t>
      </w:r>
    </w:p>
    <w:p w:rsidR="006974AE" w:rsidRDefault="006974AE" w:rsidP="006974AE">
      <w:r>
        <w:t>407.6542</w:t>
      </w:r>
      <w:r>
        <w:tab/>
        <w:t>1.013e0</w:t>
      </w:r>
    </w:p>
    <w:p w:rsidR="006974AE" w:rsidRDefault="006974AE" w:rsidP="006974AE">
      <w:r>
        <w:t>407.6657</w:t>
      </w:r>
      <w:r>
        <w:tab/>
        <w:t>3.038e0</w:t>
      </w:r>
    </w:p>
    <w:p w:rsidR="006974AE" w:rsidRDefault="006974AE" w:rsidP="006974AE">
      <w:r>
        <w:t>407.6716</w:t>
      </w:r>
      <w:r>
        <w:tab/>
        <w:t>2.025e0</w:t>
      </w:r>
    </w:p>
    <w:p w:rsidR="006974AE" w:rsidRDefault="006974AE" w:rsidP="006974AE">
      <w:r>
        <w:t>407.6794</w:t>
      </w:r>
      <w:r>
        <w:tab/>
        <w:t>2.025e0</w:t>
      </w:r>
    </w:p>
    <w:p w:rsidR="006974AE" w:rsidRDefault="006974AE" w:rsidP="006974AE">
      <w:r>
        <w:t>407.6925</w:t>
      </w:r>
      <w:r>
        <w:tab/>
        <w:t>1.013e0</w:t>
      </w:r>
    </w:p>
    <w:p w:rsidR="006974AE" w:rsidRDefault="006974AE" w:rsidP="006974AE">
      <w:r>
        <w:t>407.7347</w:t>
      </w:r>
      <w:r>
        <w:tab/>
        <w:t>1.013e0</w:t>
      </w:r>
    </w:p>
    <w:p w:rsidR="006974AE" w:rsidRDefault="006974AE" w:rsidP="006974AE">
      <w:r>
        <w:t>407.7621</w:t>
      </w:r>
      <w:r>
        <w:tab/>
        <w:t>1.013e0</w:t>
      </w:r>
    </w:p>
    <w:p w:rsidR="006974AE" w:rsidRDefault="006974AE" w:rsidP="006974AE">
      <w:r>
        <w:t>407.8051</w:t>
      </w:r>
      <w:r>
        <w:tab/>
        <w:t>2.025e0</w:t>
      </w:r>
    </w:p>
    <w:p w:rsidR="006974AE" w:rsidRDefault="006974AE" w:rsidP="006974AE">
      <w:r>
        <w:t>407.8125</w:t>
      </w:r>
      <w:r>
        <w:tab/>
        <w:t>1.013e0</w:t>
      </w:r>
    </w:p>
    <w:p w:rsidR="006974AE" w:rsidRDefault="006974AE" w:rsidP="006974AE">
      <w:r>
        <w:t>407.8759</w:t>
      </w:r>
      <w:r>
        <w:tab/>
        <w:t>2.025e0</w:t>
      </w:r>
    </w:p>
    <w:p w:rsidR="006974AE" w:rsidRDefault="006974AE" w:rsidP="006974AE">
      <w:r>
        <w:t>407.8987</w:t>
      </w:r>
      <w:r>
        <w:tab/>
        <w:t>1.013e0</w:t>
      </w:r>
    </w:p>
    <w:p w:rsidR="006974AE" w:rsidRDefault="006974AE" w:rsidP="006974AE">
      <w:r>
        <w:t>407.9023</w:t>
      </w:r>
      <w:r>
        <w:tab/>
        <w:t>1.013e0</w:t>
      </w:r>
    </w:p>
    <w:p w:rsidR="006974AE" w:rsidRDefault="006974AE" w:rsidP="006974AE">
      <w:r>
        <w:t>407.9282</w:t>
      </w:r>
      <w:r>
        <w:tab/>
        <w:t>2.025e0</w:t>
      </w:r>
    </w:p>
    <w:p w:rsidR="006974AE" w:rsidRDefault="006974AE" w:rsidP="006974AE">
      <w:r>
        <w:lastRenderedPageBreak/>
        <w:t>407.9377</w:t>
      </w:r>
      <w:r>
        <w:tab/>
        <w:t>3.038e0</w:t>
      </w:r>
    </w:p>
    <w:p w:rsidR="006974AE" w:rsidRDefault="006974AE" w:rsidP="006974AE">
      <w:r>
        <w:t>407.9627</w:t>
      </w:r>
      <w:r>
        <w:tab/>
        <w:t>1.013e0</w:t>
      </w:r>
    </w:p>
    <w:p w:rsidR="006974AE" w:rsidRDefault="006974AE" w:rsidP="006974AE">
      <w:r>
        <w:t>407.9703</w:t>
      </w:r>
      <w:r>
        <w:tab/>
        <w:t>1.013e0</w:t>
      </w:r>
    </w:p>
    <w:p w:rsidR="006974AE" w:rsidRDefault="006974AE" w:rsidP="006974AE">
      <w:r>
        <w:t>407.9878</w:t>
      </w:r>
      <w:r>
        <w:tab/>
        <w:t>2.025e0</w:t>
      </w:r>
    </w:p>
    <w:p w:rsidR="006974AE" w:rsidRDefault="006974AE" w:rsidP="006974AE">
      <w:r>
        <w:t>407.9924</w:t>
      </w:r>
      <w:r>
        <w:tab/>
        <w:t>1.013e0</w:t>
      </w:r>
    </w:p>
    <w:p w:rsidR="006974AE" w:rsidRDefault="006974AE" w:rsidP="006974AE">
      <w:r>
        <w:t>408.0262</w:t>
      </w:r>
      <w:r>
        <w:tab/>
        <w:t>1.013e0</w:t>
      </w:r>
    </w:p>
    <w:p w:rsidR="006974AE" w:rsidRDefault="006974AE" w:rsidP="006974AE">
      <w:r>
        <w:t>408.0351</w:t>
      </w:r>
      <w:r>
        <w:tab/>
        <w:t>1.013e0</w:t>
      </w:r>
    </w:p>
    <w:p w:rsidR="006974AE" w:rsidRDefault="006974AE" w:rsidP="006974AE">
      <w:r>
        <w:t>408.0480</w:t>
      </w:r>
      <w:r>
        <w:tab/>
        <w:t>2.025e0</w:t>
      </w:r>
    </w:p>
    <w:p w:rsidR="006974AE" w:rsidRDefault="006974AE" w:rsidP="006974AE">
      <w:r>
        <w:t>408.0530</w:t>
      </w:r>
      <w:r>
        <w:tab/>
        <w:t>2.025e0</w:t>
      </w:r>
    </w:p>
    <w:p w:rsidR="006974AE" w:rsidRDefault="006974AE" w:rsidP="006974AE">
      <w:r>
        <w:t>408.0671</w:t>
      </w:r>
      <w:r>
        <w:tab/>
        <w:t>2.025e0</w:t>
      </w:r>
    </w:p>
    <w:p w:rsidR="006974AE" w:rsidRDefault="006974AE" w:rsidP="006974AE">
      <w:r>
        <w:t>408.1183</w:t>
      </w:r>
      <w:r>
        <w:tab/>
        <w:t>4.051e0</w:t>
      </w:r>
    </w:p>
    <w:p w:rsidR="006974AE" w:rsidRDefault="006974AE" w:rsidP="006974AE">
      <w:r>
        <w:t>408.1277</w:t>
      </w:r>
      <w:r>
        <w:tab/>
        <w:t>3.038e0</w:t>
      </w:r>
    </w:p>
    <w:p w:rsidR="006974AE" w:rsidRDefault="006974AE" w:rsidP="006974AE">
      <w:r>
        <w:t>408.1463</w:t>
      </w:r>
      <w:r>
        <w:tab/>
        <w:t>1.027e1</w:t>
      </w:r>
    </w:p>
    <w:p w:rsidR="006974AE" w:rsidRDefault="006974AE" w:rsidP="006974AE">
      <w:r>
        <w:t>408.1570</w:t>
      </w:r>
      <w:r>
        <w:tab/>
        <w:t>1.256e1</w:t>
      </w:r>
    </w:p>
    <w:p w:rsidR="006974AE" w:rsidRDefault="006974AE" w:rsidP="006974AE">
      <w:r>
        <w:t>408.1586</w:t>
      </w:r>
      <w:r>
        <w:tab/>
        <w:t>1.301e1</w:t>
      </w:r>
    </w:p>
    <w:p w:rsidR="006974AE" w:rsidRDefault="006974AE" w:rsidP="006974AE">
      <w:r>
        <w:t>408.1634</w:t>
      </w:r>
      <w:r>
        <w:tab/>
        <w:t>2.937e1</w:t>
      </w:r>
    </w:p>
    <w:p w:rsidR="006974AE" w:rsidRDefault="006974AE" w:rsidP="006974AE">
      <w:r>
        <w:t>408.1749</w:t>
      </w:r>
      <w:r>
        <w:tab/>
        <w:t>7.946e0</w:t>
      </w:r>
    </w:p>
    <w:p w:rsidR="006974AE" w:rsidRDefault="006974AE" w:rsidP="006974AE">
      <w:r>
        <w:t>408.1790</w:t>
      </w:r>
      <w:r>
        <w:tab/>
        <w:t>5.804e0</w:t>
      </w:r>
    </w:p>
    <w:p w:rsidR="006974AE" w:rsidRDefault="006974AE" w:rsidP="006974AE">
      <w:r>
        <w:t>408.1844</w:t>
      </w:r>
      <w:r>
        <w:tab/>
        <w:t>1.134e1</w:t>
      </w:r>
    </w:p>
    <w:p w:rsidR="006974AE" w:rsidRDefault="006974AE" w:rsidP="006974AE">
      <w:r>
        <w:lastRenderedPageBreak/>
        <w:t>408.1919</w:t>
      </w:r>
      <w:r>
        <w:tab/>
        <w:t>5.101e0</w:t>
      </w:r>
    </w:p>
    <w:p w:rsidR="006974AE" w:rsidRDefault="006974AE" w:rsidP="006974AE">
      <w:r>
        <w:t>408.1935</w:t>
      </w:r>
      <w:r>
        <w:tab/>
        <w:t>1.013e0</w:t>
      </w:r>
    </w:p>
    <w:p w:rsidR="006974AE" w:rsidRDefault="006974AE" w:rsidP="006974AE">
      <w:r>
        <w:t>408.2153</w:t>
      </w:r>
      <w:r>
        <w:tab/>
        <w:t>3.038e0</w:t>
      </w:r>
    </w:p>
    <w:p w:rsidR="006974AE" w:rsidRDefault="006974AE" w:rsidP="006974AE">
      <w:r>
        <w:t>408.2292</w:t>
      </w:r>
      <w:r>
        <w:tab/>
        <w:t>2.025e0</w:t>
      </w:r>
    </w:p>
    <w:p w:rsidR="006974AE" w:rsidRDefault="006974AE" w:rsidP="006974AE">
      <w:r>
        <w:t>408.2344</w:t>
      </w:r>
      <w:r>
        <w:tab/>
        <w:t>2.025e0</w:t>
      </w:r>
    </w:p>
    <w:p w:rsidR="006974AE" w:rsidRDefault="006974AE" w:rsidP="006974AE">
      <w:r>
        <w:t>408.2735</w:t>
      </w:r>
      <w:r>
        <w:tab/>
        <w:t>5.063e0</w:t>
      </w:r>
    </w:p>
    <w:p w:rsidR="006974AE" w:rsidRDefault="006974AE" w:rsidP="006974AE">
      <w:r>
        <w:t>408.2793</w:t>
      </w:r>
      <w:r>
        <w:tab/>
        <w:t>1.013e0</w:t>
      </w:r>
    </w:p>
    <w:p w:rsidR="006974AE" w:rsidRDefault="006974AE" w:rsidP="006974AE">
      <w:r>
        <w:t>408.3051</w:t>
      </w:r>
      <w:r>
        <w:tab/>
        <w:t>2.025e0</w:t>
      </w:r>
    </w:p>
    <w:p w:rsidR="006974AE" w:rsidRDefault="006974AE" w:rsidP="006974AE">
      <w:r>
        <w:t>408.3107</w:t>
      </w:r>
      <w:r>
        <w:tab/>
        <w:t>2.025e0</w:t>
      </w:r>
    </w:p>
    <w:p w:rsidR="006974AE" w:rsidRDefault="006974AE" w:rsidP="006974AE">
      <w:r>
        <w:t>408.3258</w:t>
      </w:r>
      <w:r>
        <w:tab/>
        <w:t>1.013e0</w:t>
      </w:r>
    </w:p>
    <w:p w:rsidR="006974AE" w:rsidRDefault="006974AE" w:rsidP="006974AE">
      <w:r>
        <w:t>408.3309</w:t>
      </w:r>
      <w:r>
        <w:tab/>
        <w:t>1.013e0</w:t>
      </w:r>
    </w:p>
    <w:p w:rsidR="006974AE" w:rsidRDefault="006974AE" w:rsidP="006974AE">
      <w:r>
        <w:t>408.3434</w:t>
      </w:r>
      <w:r>
        <w:tab/>
        <w:t>1.013e0</w:t>
      </w:r>
    </w:p>
    <w:p w:rsidR="006974AE" w:rsidRDefault="006974AE" w:rsidP="006974AE">
      <w:r>
        <w:t>408.3521</w:t>
      </w:r>
      <w:r>
        <w:tab/>
        <w:t>1.013e0</w:t>
      </w:r>
    </w:p>
    <w:p w:rsidR="006974AE" w:rsidRDefault="006974AE" w:rsidP="006974AE">
      <w:r>
        <w:t>408.3536</w:t>
      </w:r>
      <w:r>
        <w:tab/>
        <w:t>2.025e0</w:t>
      </w:r>
    </w:p>
    <w:p w:rsidR="006974AE" w:rsidRDefault="006974AE" w:rsidP="006974AE">
      <w:r>
        <w:t>408.3597</w:t>
      </w:r>
      <w:r>
        <w:tab/>
        <w:t>1.013e0</w:t>
      </w:r>
    </w:p>
    <w:p w:rsidR="006974AE" w:rsidRDefault="006974AE" w:rsidP="006974AE">
      <w:r>
        <w:t>408.3665</w:t>
      </w:r>
      <w:r>
        <w:tab/>
        <w:t>2.025e0</w:t>
      </w:r>
    </w:p>
    <w:p w:rsidR="006974AE" w:rsidRDefault="006974AE" w:rsidP="006974AE">
      <w:r>
        <w:t>408.3679</w:t>
      </w:r>
      <w:r>
        <w:tab/>
        <w:t>5.063e0</w:t>
      </w:r>
    </w:p>
    <w:p w:rsidR="006974AE" w:rsidRDefault="006974AE" w:rsidP="006974AE">
      <w:r>
        <w:t>408.3802</w:t>
      </w:r>
      <w:r>
        <w:tab/>
        <w:t>5.063e0</w:t>
      </w:r>
    </w:p>
    <w:p w:rsidR="006974AE" w:rsidRDefault="006974AE" w:rsidP="006974AE">
      <w:r>
        <w:t>408.4112</w:t>
      </w:r>
      <w:r>
        <w:tab/>
        <w:t>1.013e0</w:t>
      </w:r>
    </w:p>
    <w:p w:rsidR="006974AE" w:rsidRDefault="006974AE" w:rsidP="006974AE">
      <w:r>
        <w:lastRenderedPageBreak/>
        <w:t>408.4385</w:t>
      </w:r>
      <w:r>
        <w:tab/>
        <w:t>1.013e0</w:t>
      </w:r>
    </w:p>
    <w:p w:rsidR="006974AE" w:rsidRDefault="006974AE" w:rsidP="006974AE">
      <w:r>
        <w:t>408.4448</w:t>
      </w:r>
      <w:r>
        <w:tab/>
        <w:t>3.038e0</w:t>
      </w:r>
    </w:p>
    <w:p w:rsidR="006974AE" w:rsidRDefault="006974AE" w:rsidP="006974AE">
      <w:r>
        <w:t>408.4462</w:t>
      </w:r>
      <w:r>
        <w:tab/>
        <w:t>1.013e0</w:t>
      </w:r>
    </w:p>
    <w:p w:rsidR="006974AE" w:rsidRDefault="006974AE" w:rsidP="006974AE">
      <w:r>
        <w:t>408.4673</w:t>
      </w:r>
      <w:r>
        <w:tab/>
        <w:t>1.013e0</w:t>
      </w:r>
    </w:p>
    <w:p w:rsidR="006974AE" w:rsidRDefault="006974AE" w:rsidP="006974AE">
      <w:r>
        <w:t>408.4823</w:t>
      </w:r>
      <w:r>
        <w:tab/>
        <w:t>2.025e0</w:t>
      </w:r>
    </w:p>
    <w:p w:rsidR="006974AE" w:rsidRDefault="006974AE" w:rsidP="006974AE">
      <w:r>
        <w:t>408.5133</w:t>
      </w:r>
      <w:r>
        <w:tab/>
        <w:t>3.038e0</w:t>
      </w:r>
    </w:p>
    <w:p w:rsidR="006974AE" w:rsidRDefault="006974AE" w:rsidP="006974AE">
      <w:r>
        <w:t>408.5742</w:t>
      </w:r>
      <w:r>
        <w:tab/>
        <w:t>1.013e0</w:t>
      </w:r>
    </w:p>
    <w:p w:rsidR="006974AE" w:rsidRDefault="006974AE" w:rsidP="006974AE">
      <w:r>
        <w:t>408.6318</w:t>
      </w:r>
      <w:r>
        <w:tab/>
        <w:t>2.025e0</w:t>
      </w:r>
    </w:p>
    <w:p w:rsidR="006974AE" w:rsidRDefault="006974AE" w:rsidP="006974AE">
      <w:r>
        <w:t>408.6495</w:t>
      </w:r>
      <w:r>
        <w:tab/>
        <w:t>3.038e0</w:t>
      </w:r>
    </w:p>
    <w:p w:rsidR="006974AE" w:rsidRDefault="006974AE" w:rsidP="006974AE">
      <w:r>
        <w:t>408.7065</w:t>
      </w:r>
      <w:r>
        <w:tab/>
        <w:t>1.013e0</w:t>
      </w:r>
    </w:p>
    <w:p w:rsidR="006974AE" w:rsidRDefault="006974AE" w:rsidP="006974AE">
      <w:r>
        <w:t>408.7124</w:t>
      </w:r>
      <w:r>
        <w:tab/>
        <w:t>1.013e0</w:t>
      </w:r>
    </w:p>
    <w:p w:rsidR="006974AE" w:rsidRDefault="006974AE" w:rsidP="006974AE">
      <w:r>
        <w:t>408.7629</w:t>
      </w:r>
      <w:r>
        <w:tab/>
        <w:t>1.013e0</w:t>
      </w:r>
    </w:p>
    <w:p w:rsidR="006974AE" w:rsidRDefault="006974AE" w:rsidP="006974AE">
      <w:r>
        <w:t>408.7693</w:t>
      </w:r>
      <w:r>
        <w:tab/>
        <w:t>2.025e0</w:t>
      </w:r>
    </w:p>
    <w:p w:rsidR="006974AE" w:rsidRDefault="006974AE" w:rsidP="006974AE">
      <w:r>
        <w:t>408.8139</w:t>
      </w:r>
      <w:r>
        <w:tab/>
        <w:t>1.013e0</w:t>
      </w:r>
    </w:p>
    <w:p w:rsidR="006974AE" w:rsidRDefault="006974AE" w:rsidP="006974AE">
      <w:r>
        <w:t>408.8423</w:t>
      </w:r>
      <w:r>
        <w:tab/>
        <w:t>1.013e0</w:t>
      </w:r>
    </w:p>
    <w:p w:rsidR="006974AE" w:rsidRDefault="006974AE" w:rsidP="006974AE">
      <w:r>
        <w:t>408.8783</w:t>
      </w:r>
      <w:r>
        <w:tab/>
        <w:t>1.013e0</w:t>
      </w:r>
    </w:p>
    <w:p w:rsidR="006974AE" w:rsidRDefault="006974AE" w:rsidP="006974AE">
      <w:r>
        <w:t>408.9216</w:t>
      </w:r>
      <w:r>
        <w:tab/>
        <w:t>2.025e0</w:t>
      </w:r>
    </w:p>
    <w:p w:rsidR="006974AE" w:rsidRDefault="006974AE" w:rsidP="006974AE">
      <w:r>
        <w:t>408.9235</w:t>
      </w:r>
      <w:r>
        <w:tab/>
        <w:t>2.025e0</w:t>
      </w:r>
    </w:p>
    <w:p w:rsidR="006974AE" w:rsidRDefault="006974AE" w:rsidP="006974AE">
      <w:r>
        <w:t>408.9374</w:t>
      </w:r>
      <w:r>
        <w:tab/>
        <w:t>1.013e0</w:t>
      </w:r>
    </w:p>
    <w:p w:rsidR="006974AE" w:rsidRDefault="006974AE" w:rsidP="006974AE">
      <w:r>
        <w:lastRenderedPageBreak/>
        <w:t>408.9593</w:t>
      </w:r>
      <w:r>
        <w:tab/>
        <w:t>1.013e0</w:t>
      </w:r>
    </w:p>
    <w:p w:rsidR="006974AE" w:rsidRDefault="006974AE" w:rsidP="006974AE">
      <w:r>
        <w:t>408.9719</w:t>
      </w:r>
      <w:r>
        <w:tab/>
        <w:t>1.614e0</w:t>
      </w:r>
    </w:p>
    <w:p w:rsidR="006974AE" w:rsidRDefault="006974AE" w:rsidP="006974AE">
      <w:r>
        <w:t>408.9865</w:t>
      </w:r>
      <w:r>
        <w:tab/>
        <w:t>1.013e0</w:t>
      </w:r>
    </w:p>
    <w:p w:rsidR="006974AE" w:rsidRDefault="006974AE" w:rsidP="006974AE">
      <w:r>
        <w:t>408.9910</w:t>
      </w:r>
      <w:r>
        <w:tab/>
        <w:t>3.038e0</w:t>
      </w:r>
    </w:p>
    <w:p w:rsidR="006974AE" w:rsidRDefault="006974AE" w:rsidP="006974AE">
      <w:r>
        <w:t>408.9938</w:t>
      </w:r>
      <w:r>
        <w:tab/>
        <w:t>1.013e0</w:t>
      </w:r>
    </w:p>
    <w:p w:rsidR="006974AE" w:rsidRDefault="006974AE" w:rsidP="006974AE">
      <w:r>
        <w:t>408.9982</w:t>
      </w:r>
      <w:r>
        <w:tab/>
        <w:t>1.013e0</w:t>
      </w:r>
    </w:p>
    <w:p w:rsidR="006974AE" w:rsidRDefault="006974AE" w:rsidP="006974AE">
      <w:r>
        <w:t>409.0232</w:t>
      </w:r>
      <w:r>
        <w:tab/>
        <w:t>1.013e0</w:t>
      </w:r>
    </w:p>
    <w:p w:rsidR="006974AE" w:rsidRDefault="006974AE" w:rsidP="006974AE">
      <w:r>
        <w:t>409.0316</w:t>
      </w:r>
      <w:r>
        <w:tab/>
        <w:t>2.025e0</w:t>
      </w:r>
    </w:p>
    <w:p w:rsidR="006974AE" w:rsidRDefault="006974AE" w:rsidP="006974AE">
      <w:r>
        <w:t>409.0410</w:t>
      </w:r>
      <w:r>
        <w:tab/>
        <w:t>1.013e0</w:t>
      </w:r>
    </w:p>
    <w:p w:rsidR="006974AE" w:rsidRDefault="006974AE" w:rsidP="006974AE">
      <w:r>
        <w:t>409.0796</w:t>
      </w:r>
      <w:r>
        <w:tab/>
        <w:t>1.013e0</w:t>
      </w:r>
    </w:p>
    <w:p w:rsidR="006974AE" w:rsidRDefault="006974AE" w:rsidP="006974AE">
      <w:r>
        <w:t>409.1014</w:t>
      </w:r>
      <w:r>
        <w:tab/>
        <w:t>1.013e0</w:t>
      </w:r>
    </w:p>
    <w:p w:rsidR="006974AE" w:rsidRDefault="006974AE" w:rsidP="006974AE">
      <w:r>
        <w:t>409.1047</w:t>
      </w:r>
      <w:r>
        <w:tab/>
        <w:t>1.013e0</w:t>
      </w:r>
    </w:p>
    <w:p w:rsidR="006974AE" w:rsidRDefault="006974AE" w:rsidP="006974AE">
      <w:r>
        <w:t>409.1348</w:t>
      </w:r>
      <w:r>
        <w:tab/>
        <w:t>2.025e0</w:t>
      </w:r>
    </w:p>
    <w:p w:rsidR="006974AE" w:rsidRDefault="006974AE" w:rsidP="006974AE">
      <w:r>
        <w:t>409.1393</w:t>
      </w:r>
      <w:r>
        <w:tab/>
        <w:t>3.038e0</w:t>
      </w:r>
    </w:p>
    <w:p w:rsidR="006974AE" w:rsidRDefault="006974AE" w:rsidP="006974AE">
      <w:r>
        <w:t>409.1407</w:t>
      </w:r>
      <w:r>
        <w:tab/>
        <w:t>2.025e0</w:t>
      </w:r>
    </w:p>
    <w:p w:rsidR="006974AE" w:rsidRDefault="006974AE" w:rsidP="006974AE">
      <w:r>
        <w:t>409.1507</w:t>
      </w:r>
      <w:r>
        <w:tab/>
        <w:t>4.742e0</w:t>
      </w:r>
    </w:p>
    <w:p w:rsidR="006974AE" w:rsidRDefault="006974AE" w:rsidP="006974AE">
      <w:r>
        <w:t>409.1669</w:t>
      </w:r>
      <w:r>
        <w:tab/>
        <w:t>1.114e1</w:t>
      </w:r>
    </w:p>
    <w:p w:rsidR="006974AE" w:rsidRDefault="006974AE" w:rsidP="006974AE">
      <w:r>
        <w:t>409.1738</w:t>
      </w:r>
      <w:r>
        <w:tab/>
        <w:t>1.189e1</w:t>
      </w:r>
    </w:p>
    <w:p w:rsidR="006974AE" w:rsidRDefault="006974AE" w:rsidP="006974AE">
      <w:r>
        <w:t>409.1855</w:t>
      </w:r>
      <w:r>
        <w:tab/>
        <w:t>3.038e0</w:t>
      </w:r>
    </w:p>
    <w:p w:rsidR="006974AE" w:rsidRDefault="006974AE" w:rsidP="006974AE">
      <w:r>
        <w:lastRenderedPageBreak/>
        <w:t>409.2002</w:t>
      </w:r>
      <w:r>
        <w:tab/>
        <w:t>5.063e0</w:t>
      </w:r>
    </w:p>
    <w:p w:rsidR="006974AE" w:rsidRDefault="006974AE" w:rsidP="006974AE">
      <w:r>
        <w:t>409.2180</w:t>
      </w:r>
      <w:r>
        <w:tab/>
        <w:t>1.013e0</w:t>
      </w:r>
    </w:p>
    <w:p w:rsidR="006974AE" w:rsidRDefault="006974AE" w:rsidP="006974AE">
      <w:r>
        <w:t>409.2464</w:t>
      </w:r>
      <w:r>
        <w:tab/>
        <w:t>1.013e0</w:t>
      </w:r>
    </w:p>
    <w:p w:rsidR="006974AE" w:rsidRDefault="006974AE" w:rsidP="006974AE">
      <w:r>
        <w:t>409.2686</w:t>
      </w:r>
      <w:r>
        <w:tab/>
        <w:t>1.013e0</w:t>
      </w:r>
    </w:p>
    <w:p w:rsidR="006974AE" w:rsidRDefault="006974AE" w:rsidP="006974AE">
      <w:r>
        <w:t>409.2801</w:t>
      </w:r>
      <w:r>
        <w:tab/>
        <w:t>4.051e0</w:t>
      </w:r>
    </w:p>
    <w:p w:rsidR="006974AE" w:rsidRDefault="006974AE" w:rsidP="006974AE">
      <w:r>
        <w:t>409.3054</w:t>
      </w:r>
      <w:r>
        <w:tab/>
        <w:t>3.038e0</w:t>
      </w:r>
    </w:p>
    <w:p w:rsidR="006974AE" w:rsidRDefault="006974AE" w:rsidP="006974AE">
      <w:r>
        <w:t>409.3263</w:t>
      </w:r>
      <w:r>
        <w:tab/>
        <w:t>1.013e0</w:t>
      </w:r>
    </w:p>
    <w:p w:rsidR="006974AE" w:rsidRDefault="006974AE" w:rsidP="006974AE">
      <w:r>
        <w:t>409.3561</w:t>
      </w:r>
      <w:r>
        <w:tab/>
        <w:t>3.038e0</w:t>
      </w:r>
    </w:p>
    <w:p w:rsidR="006974AE" w:rsidRDefault="006974AE" w:rsidP="006974AE">
      <w:r>
        <w:t>409.3640</w:t>
      </w:r>
      <w:r>
        <w:tab/>
        <w:t>2.025e0</w:t>
      </w:r>
    </w:p>
    <w:p w:rsidR="006974AE" w:rsidRDefault="006974AE" w:rsidP="006974AE">
      <w:r>
        <w:t>409.3696</w:t>
      </w:r>
      <w:r>
        <w:tab/>
        <w:t>1.013e0</w:t>
      </w:r>
    </w:p>
    <w:p w:rsidR="006974AE" w:rsidRDefault="006974AE" w:rsidP="006974AE">
      <w:r>
        <w:t>409.3774</w:t>
      </w:r>
      <w:r>
        <w:tab/>
        <w:t>2.025e0</w:t>
      </w:r>
    </w:p>
    <w:p w:rsidR="006974AE" w:rsidRDefault="006974AE" w:rsidP="006974AE">
      <w:r>
        <w:t>409.3968</w:t>
      </w:r>
      <w:r>
        <w:tab/>
        <w:t>1.013e0</w:t>
      </w:r>
    </w:p>
    <w:p w:rsidR="006974AE" w:rsidRDefault="006974AE" w:rsidP="006974AE">
      <w:r>
        <w:t>409.4001</w:t>
      </w:r>
      <w:r>
        <w:tab/>
        <w:t>1.013e0</w:t>
      </w:r>
    </w:p>
    <w:p w:rsidR="006974AE" w:rsidRDefault="006974AE" w:rsidP="006974AE">
      <w:r>
        <w:t>409.4269</w:t>
      </w:r>
      <w:r>
        <w:tab/>
        <w:t>1.013e0</w:t>
      </w:r>
    </w:p>
    <w:p w:rsidR="006974AE" w:rsidRDefault="006974AE" w:rsidP="006974AE">
      <w:r>
        <w:t>409.4395</w:t>
      </w:r>
      <w:r>
        <w:tab/>
        <w:t>1.013e0</w:t>
      </w:r>
    </w:p>
    <w:p w:rsidR="006974AE" w:rsidRDefault="006974AE" w:rsidP="006974AE">
      <w:r>
        <w:t>409.4433</w:t>
      </w:r>
      <w:r>
        <w:tab/>
        <w:t>1.013e0</w:t>
      </w:r>
    </w:p>
    <w:p w:rsidR="006974AE" w:rsidRDefault="006974AE" w:rsidP="006974AE">
      <w:r>
        <w:t>409.4609</w:t>
      </w:r>
      <w:r>
        <w:tab/>
        <w:t>1.013e0</w:t>
      </w:r>
    </w:p>
    <w:p w:rsidR="006974AE" w:rsidRDefault="006974AE" w:rsidP="006974AE">
      <w:r>
        <w:t>409.4641</w:t>
      </w:r>
      <w:r>
        <w:tab/>
        <w:t>1.013e0</w:t>
      </w:r>
    </w:p>
    <w:p w:rsidR="006974AE" w:rsidRDefault="006974AE" w:rsidP="006974AE">
      <w:r>
        <w:t>409.5192</w:t>
      </w:r>
      <w:r>
        <w:tab/>
        <w:t>4.051e0</w:t>
      </w:r>
    </w:p>
    <w:p w:rsidR="006974AE" w:rsidRDefault="006974AE" w:rsidP="006974AE">
      <w:r>
        <w:lastRenderedPageBreak/>
        <w:t>409.5358</w:t>
      </w:r>
      <w:r>
        <w:tab/>
        <w:t>1.013e0</w:t>
      </w:r>
    </w:p>
    <w:p w:rsidR="006974AE" w:rsidRDefault="006974AE" w:rsidP="006974AE">
      <w:r>
        <w:t>409.5637</w:t>
      </w:r>
      <w:r>
        <w:tab/>
        <w:t>1.013e0</w:t>
      </w:r>
    </w:p>
    <w:p w:rsidR="006974AE" w:rsidRDefault="006974AE" w:rsidP="006974AE">
      <w:r>
        <w:t>409.5724</w:t>
      </w:r>
      <w:r>
        <w:tab/>
        <w:t>2.025e0</w:t>
      </w:r>
    </w:p>
    <w:p w:rsidR="006974AE" w:rsidRDefault="006974AE" w:rsidP="006974AE">
      <w:r>
        <w:t>409.5780</w:t>
      </w:r>
      <w:r>
        <w:tab/>
        <w:t>2.025e0</w:t>
      </w:r>
    </w:p>
    <w:p w:rsidR="006974AE" w:rsidRDefault="006974AE" w:rsidP="006974AE">
      <w:r>
        <w:t>409.6709</w:t>
      </w:r>
      <w:r>
        <w:tab/>
        <w:t>1.013e0</w:t>
      </w:r>
    </w:p>
    <w:p w:rsidR="006974AE" w:rsidRDefault="006974AE" w:rsidP="006974AE">
      <w:r>
        <w:t>409.7019</w:t>
      </w:r>
      <w:r>
        <w:tab/>
        <w:t>2.025e0</w:t>
      </w:r>
    </w:p>
    <w:p w:rsidR="006974AE" w:rsidRDefault="006974AE" w:rsidP="006974AE">
      <w:r>
        <w:t>409.7079</w:t>
      </w:r>
      <w:r>
        <w:tab/>
        <w:t>2.025e0</w:t>
      </w:r>
    </w:p>
    <w:p w:rsidR="006974AE" w:rsidRDefault="006974AE" w:rsidP="006974AE">
      <w:r>
        <w:t>409.7092</w:t>
      </w:r>
      <w:r>
        <w:tab/>
        <w:t>1.013e0</w:t>
      </w:r>
    </w:p>
    <w:p w:rsidR="006974AE" w:rsidRDefault="006974AE" w:rsidP="006974AE">
      <w:r>
        <w:t>409.7150</w:t>
      </w:r>
      <w:r>
        <w:tab/>
        <w:t>2.025e0</w:t>
      </w:r>
    </w:p>
    <w:p w:rsidR="006974AE" w:rsidRDefault="006974AE" w:rsidP="006974AE">
      <w:r>
        <w:t>409.7169</w:t>
      </w:r>
      <w:r>
        <w:tab/>
        <w:t>1.013e0</w:t>
      </w:r>
    </w:p>
    <w:p w:rsidR="006974AE" w:rsidRDefault="006974AE" w:rsidP="006974AE">
      <w:r>
        <w:t>409.7387</w:t>
      </w:r>
      <w:r>
        <w:tab/>
        <w:t>1.013e0</w:t>
      </w:r>
    </w:p>
    <w:p w:rsidR="006974AE" w:rsidRDefault="006974AE" w:rsidP="006974AE">
      <w:r>
        <w:t>409.7595</w:t>
      </w:r>
      <w:r>
        <w:tab/>
        <w:t>1.013e0</w:t>
      </w:r>
    </w:p>
    <w:p w:rsidR="006974AE" w:rsidRDefault="006974AE" w:rsidP="006974AE">
      <w:r>
        <w:t>409.7667</w:t>
      </w:r>
      <w:r>
        <w:tab/>
        <w:t>2.025e0</w:t>
      </w:r>
    </w:p>
    <w:p w:rsidR="006974AE" w:rsidRDefault="006974AE" w:rsidP="006974AE">
      <w:r>
        <w:t>409.7773</w:t>
      </w:r>
      <w:r>
        <w:tab/>
        <w:t>1.013e0</w:t>
      </w:r>
    </w:p>
    <w:p w:rsidR="006974AE" w:rsidRDefault="006974AE" w:rsidP="006974AE">
      <w:r>
        <w:t>409.7809</w:t>
      </w:r>
      <w:r>
        <w:tab/>
        <w:t>1.013e0</w:t>
      </w:r>
    </w:p>
    <w:p w:rsidR="006974AE" w:rsidRDefault="006974AE" w:rsidP="006974AE">
      <w:r>
        <w:t>409.8294</w:t>
      </w:r>
      <w:r>
        <w:tab/>
        <w:t>2.025e0</w:t>
      </w:r>
    </w:p>
    <w:p w:rsidR="006974AE" w:rsidRDefault="006974AE" w:rsidP="006974AE">
      <w:r>
        <w:t>409.8527</w:t>
      </w:r>
      <w:r>
        <w:tab/>
        <w:t>2.025e0</w:t>
      </w:r>
    </w:p>
    <w:p w:rsidR="006974AE" w:rsidRDefault="006974AE" w:rsidP="006974AE">
      <w:r>
        <w:t>409.8590</w:t>
      </w:r>
      <w:r>
        <w:tab/>
        <w:t>1.013e0</w:t>
      </w:r>
    </w:p>
    <w:p w:rsidR="006974AE" w:rsidRDefault="006974AE" w:rsidP="006974AE">
      <w:r>
        <w:t>409.8677</w:t>
      </w:r>
      <w:r>
        <w:tab/>
        <w:t>1.013e0</w:t>
      </w:r>
    </w:p>
    <w:p w:rsidR="006974AE" w:rsidRDefault="006974AE" w:rsidP="006974AE">
      <w:r>
        <w:lastRenderedPageBreak/>
        <w:t>409.8935</w:t>
      </w:r>
      <w:r>
        <w:tab/>
        <w:t>2.025e0</w:t>
      </w:r>
    </w:p>
    <w:p w:rsidR="006974AE" w:rsidRDefault="006974AE" w:rsidP="006974AE">
      <w:r>
        <w:t>409.8966</w:t>
      </w:r>
      <w:r>
        <w:tab/>
        <w:t>1.013e0</w:t>
      </w:r>
    </w:p>
    <w:p w:rsidR="006974AE" w:rsidRDefault="006974AE" w:rsidP="006974AE">
      <w:r>
        <w:t>409.9357</w:t>
      </w:r>
      <w:r>
        <w:tab/>
        <w:t>2.025e0</w:t>
      </w:r>
    </w:p>
    <w:p w:rsidR="006974AE" w:rsidRDefault="006974AE" w:rsidP="006974AE">
      <w:r>
        <w:t>409.9405</w:t>
      </w:r>
      <w:r>
        <w:tab/>
        <w:t>1.013e0</w:t>
      </w:r>
    </w:p>
    <w:p w:rsidR="006974AE" w:rsidRDefault="006974AE" w:rsidP="006974AE">
      <w:r>
        <w:t>409.9617</w:t>
      </w:r>
      <w:r>
        <w:tab/>
        <w:t>1.013e0</w:t>
      </w:r>
    </w:p>
    <w:p w:rsidR="006974AE" w:rsidRDefault="006974AE" w:rsidP="006974AE">
      <w:r>
        <w:t>409.9664</w:t>
      </w:r>
      <w:r>
        <w:tab/>
        <w:t>1.013e0</w:t>
      </w:r>
    </w:p>
    <w:p w:rsidR="006974AE" w:rsidRDefault="006974AE" w:rsidP="006974AE">
      <w:r>
        <w:t>409.9792</w:t>
      </w:r>
      <w:r>
        <w:tab/>
        <w:t>2.025e0</w:t>
      </w:r>
    </w:p>
    <w:p w:rsidR="006974AE" w:rsidRDefault="006974AE" w:rsidP="006974AE">
      <w:r>
        <w:t>410.0128</w:t>
      </w:r>
      <w:r>
        <w:tab/>
        <w:t>1.013e0</w:t>
      </w:r>
    </w:p>
    <w:p w:rsidR="006974AE" w:rsidRDefault="006974AE" w:rsidP="006974AE">
      <w:r>
        <w:t>410.0369</w:t>
      </w:r>
      <w:r>
        <w:tab/>
        <w:t>2.025e0</w:t>
      </w:r>
    </w:p>
    <w:p w:rsidR="006974AE" w:rsidRDefault="006974AE" w:rsidP="006974AE">
      <w:r>
        <w:t>410.0414</w:t>
      </w:r>
      <w:r>
        <w:tab/>
        <w:t>3.038e0</w:t>
      </w:r>
    </w:p>
    <w:p w:rsidR="006974AE" w:rsidRDefault="006974AE" w:rsidP="006974AE">
      <w:r>
        <w:t>410.0557</w:t>
      </w:r>
      <w:r>
        <w:tab/>
        <w:t>1.013e0</w:t>
      </w:r>
    </w:p>
    <w:p w:rsidR="006974AE" w:rsidRDefault="006974AE" w:rsidP="006974AE">
      <w:r>
        <w:t>410.1436</w:t>
      </w:r>
      <w:r>
        <w:tab/>
        <w:t>1.533e2</w:t>
      </w:r>
    </w:p>
    <w:p w:rsidR="006974AE" w:rsidRDefault="006974AE" w:rsidP="006974AE">
      <w:r>
        <w:t>410.1451</w:t>
      </w:r>
      <w:r>
        <w:tab/>
        <w:t>1.291e2</w:t>
      </w:r>
    </w:p>
    <w:p w:rsidR="006974AE" w:rsidRDefault="006974AE" w:rsidP="006974AE">
      <w:r>
        <w:t>410.1473</w:t>
      </w:r>
      <w:r>
        <w:tab/>
        <w:t>1.013e2</w:t>
      </w:r>
    </w:p>
    <w:p w:rsidR="006974AE" w:rsidRDefault="006974AE" w:rsidP="006974AE">
      <w:r>
        <w:t>410.1520</w:t>
      </w:r>
      <w:r>
        <w:tab/>
        <w:t>1.316e1</w:t>
      </w:r>
    </w:p>
    <w:p w:rsidR="006974AE" w:rsidRDefault="006974AE" w:rsidP="006974AE">
      <w:r>
        <w:t>410.1588</w:t>
      </w:r>
      <w:r>
        <w:tab/>
        <w:t>1.013e0</w:t>
      </w:r>
    </w:p>
    <w:p w:rsidR="006974AE" w:rsidRDefault="006974AE" w:rsidP="006974AE">
      <w:r>
        <w:t>410.2187</w:t>
      </w:r>
      <w:r>
        <w:tab/>
        <w:t>1.013e0</w:t>
      </w:r>
    </w:p>
    <w:p w:rsidR="006974AE" w:rsidRDefault="006974AE" w:rsidP="006974AE">
      <w:r>
        <w:t>410.2254</w:t>
      </w:r>
      <w:r>
        <w:tab/>
        <w:t>4.051e0</w:t>
      </w:r>
    </w:p>
    <w:p w:rsidR="006974AE" w:rsidRDefault="006974AE" w:rsidP="006974AE">
      <w:r>
        <w:t>410.2510</w:t>
      </w:r>
      <w:r>
        <w:tab/>
        <w:t>1.013e0</w:t>
      </w:r>
    </w:p>
    <w:p w:rsidR="006974AE" w:rsidRDefault="006974AE" w:rsidP="006974AE">
      <w:r>
        <w:lastRenderedPageBreak/>
        <w:t>410.2618</w:t>
      </w:r>
      <w:r>
        <w:tab/>
        <w:t>5.063e0</w:t>
      </w:r>
    </w:p>
    <w:p w:rsidR="006974AE" w:rsidRDefault="006974AE" w:rsidP="006974AE">
      <w:r>
        <w:t>410.2732</w:t>
      </w:r>
      <w:r>
        <w:tab/>
        <w:t>1.013e0</w:t>
      </w:r>
    </w:p>
    <w:p w:rsidR="006974AE" w:rsidRDefault="006974AE" w:rsidP="006974AE">
      <w:r>
        <w:t>410.3109</w:t>
      </w:r>
      <w:r>
        <w:tab/>
        <w:t>2.025e0</w:t>
      </w:r>
    </w:p>
    <w:p w:rsidR="006974AE" w:rsidRDefault="006974AE" w:rsidP="006974AE">
      <w:r>
        <w:t>410.3293</w:t>
      </w:r>
      <w:r>
        <w:tab/>
        <w:t>2.025e0</w:t>
      </w:r>
    </w:p>
    <w:p w:rsidR="006974AE" w:rsidRDefault="006974AE" w:rsidP="006974AE">
      <w:r>
        <w:t>410.3311</w:t>
      </w:r>
      <w:r>
        <w:tab/>
        <w:t>1.013e0</w:t>
      </w:r>
    </w:p>
    <w:p w:rsidR="006974AE" w:rsidRDefault="006974AE" w:rsidP="006974AE">
      <w:r>
        <w:t>410.3348</w:t>
      </w:r>
      <w:r>
        <w:tab/>
        <w:t>2.025e0</w:t>
      </w:r>
    </w:p>
    <w:p w:rsidR="006974AE" w:rsidRDefault="006974AE" w:rsidP="006974AE">
      <w:r>
        <w:t>410.3434</w:t>
      </w:r>
      <w:r>
        <w:tab/>
        <w:t>3.038e0</w:t>
      </w:r>
    </w:p>
    <w:p w:rsidR="006974AE" w:rsidRDefault="006974AE" w:rsidP="006974AE">
      <w:r>
        <w:t>410.3456</w:t>
      </w:r>
      <w:r>
        <w:tab/>
        <w:t>2.025e0</w:t>
      </w:r>
    </w:p>
    <w:p w:rsidR="006974AE" w:rsidRDefault="006974AE" w:rsidP="006974AE">
      <w:r>
        <w:t>410.3683</w:t>
      </w:r>
      <w:r>
        <w:tab/>
        <w:t>1.013e0</w:t>
      </w:r>
    </w:p>
    <w:p w:rsidR="006974AE" w:rsidRDefault="006974AE" w:rsidP="006974AE">
      <w:r>
        <w:t>410.3818</w:t>
      </w:r>
      <w:r>
        <w:tab/>
        <w:t>1.013e0</w:t>
      </w:r>
    </w:p>
    <w:p w:rsidR="006974AE" w:rsidRDefault="006974AE" w:rsidP="006974AE">
      <w:r>
        <w:t>410.3897</w:t>
      </w:r>
      <w:r>
        <w:tab/>
        <w:t>1.013e0</w:t>
      </w:r>
    </w:p>
    <w:p w:rsidR="006974AE" w:rsidRDefault="006974AE" w:rsidP="006974AE">
      <w:r>
        <w:t>410.3963</w:t>
      </w:r>
      <w:r>
        <w:tab/>
        <w:t>1.013e0</w:t>
      </w:r>
    </w:p>
    <w:p w:rsidR="006974AE" w:rsidRDefault="006974AE" w:rsidP="006974AE">
      <w:r>
        <w:t>410.4078</w:t>
      </w:r>
      <w:r>
        <w:tab/>
        <w:t>1.013e0</w:t>
      </w:r>
    </w:p>
    <w:p w:rsidR="006974AE" w:rsidRDefault="006974AE" w:rsidP="006974AE">
      <w:r>
        <w:t>410.4370</w:t>
      </w:r>
      <w:r>
        <w:tab/>
        <w:t>2.025e0</w:t>
      </w:r>
    </w:p>
    <w:p w:rsidR="006974AE" w:rsidRDefault="006974AE" w:rsidP="006974AE">
      <w:r>
        <w:t>410.4720</w:t>
      </w:r>
      <w:r>
        <w:tab/>
        <w:t>1.013e0</w:t>
      </w:r>
    </w:p>
    <w:p w:rsidR="006974AE" w:rsidRDefault="006974AE" w:rsidP="006974AE">
      <w:r>
        <w:t>410.4826</w:t>
      </w:r>
      <w:r>
        <w:tab/>
        <w:t>1.013e0</w:t>
      </w:r>
    </w:p>
    <w:p w:rsidR="006974AE" w:rsidRDefault="006974AE" w:rsidP="006974AE">
      <w:r>
        <w:t>410.4974</w:t>
      </w:r>
      <w:r>
        <w:tab/>
        <w:t>2.025e0</w:t>
      </w:r>
    </w:p>
    <w:p w:rsidR="006974AE" w:rsidRDefault="006974AE" w:rsidP="006974AE">
      <w:r>
        <w:t>410.5043</w:t>
      </w:r>
      <w:r>
        <w:tab/>
        <w:t>1.013e0</w:t>
      </w:r>
    </w:p>
    <w:p w:rsidR="006974AE" w:rsidRDefault="006974AE" w:rsidP="006974AE">
      <w:r>
        <w:t>410.5357</w:t>
      </w:r>
      <w:r>
        <w:tab/>
        <w:t>1.013e0</w:t>
      </w:r>
    </w:p>
    <w:p w:rsidR="006974AE" w:rsidRDefault="006974AE" w:rsidP="006974AE">
      <w:r>
        <w:lastRenderedPageBreak/>
        <w:t>410.5449</w:t>
      </w:r>
      <w:r>
        <w:tab/>
        <w:t>2.025e0</w:t>
      </w:r>
    </w:p>
    <w:p w:rsidR="006974AE" w:rsidRDefault="006974AE" w:rsidP="006974AE">
      <w:r>
        <w:t>410.5784</w:t>
      </w:r>
      <w:r>
        <w:tab/>
        <w:t>1.013e0</w:t>
      </w:r>
    </w:p>
    <w:p w:rsidR="006974AE" w:rsidRDefault="006974AE" w:rsidP="006974AE">
      <w:r>
        <w:t>410.5840</w:t>
      </w:r>
      <w:r>
        <w:tab/>
        <w:t>1.013e0</w:t>
      </w:r>
    </w:p>
    <w:p w:rsidR="006974AE" w:rsidRDefault="006974AE" w:rsidP="006974AE">
      <w:r>
        <w:t>410.6129</w:t>
      </w:r>
      <w:r>
        <w:tab/>
        <w:t>1.013e0</w:t>
      </w:r>
    </w:p>
    <w:p w:rsidR="006974AE" w:rsidRDefault="006974AE" w:rsidP="006974AE">
      <w:r>
        <w:t>410.6629</w:t>
      </w:r>
      <w:r>
        <w:tab/>
        <w:t>3.038e0</w:t>
      </w:r>
    </w:p>
    <w:p w:rsidR="006974AE" w:rsidRDefault="006974AE" w:rsidP="006974AE">
      <w:r>
        <w:t>410.6949</w:t>
      </w:r>
      <w:r>
        <w:tab/>
        <w:t>3.038e0</w:t>
      </w:r>
    </w:p>
    <w:p w:rsidR="006974AE" w:rsidRDefault="006974AE" w:rsidP="006974AE">
      <w:r>
        <w:t>410.7249</w:t>
      </w:r>
      <w:r>
        <w:tab/>
        <w:t>1.013e0</w:t>
      </w:r>
    </w:p>
    <w:p w:rsidR="006974AE" w:rsidRDefault="006974AE" w:rsidP="006974AE">
      <w:r>
        <w:t>410.7383</w:t>
      </w:r>
      <w:r>
        <w:tab/>
        <w:t>2.025e0</w:t>
      </w:r>
    </w:p>
    <w:p w:rsidR="006974AE" w:rsidRDefault="006974AE" w:rsidP="006974AE">
      <w:r>
        <w:t>410.7419</w:t>
      </w:r>
      <w:r>
        <w:tab/>
        <w:t>1.013e0</w:t>
      </w:r>
    </w:p>
    <w:p w:rsidR="006974AE" w:rsidRDefault="006974AE" w:rsidP="006974AE">
      <w:r>
        <w:t>410.7462</w:t>
      </w:r>
      <w:r>
        <w:tab/>
        <w:t>1.013e0</w:t>
      </w:r>
    </w:p>
    <w:p w:rsidR="006974AE" w:rsidRDefault="006974AE" w:rsidP="006974AE">
      <w:r>
        <w:t>410.7777</w:t>
      </w:r>
      <w:r>
        <w:tab/>
        <w:t>2.025e0</w:t>
      </w:r>
    </w:p>
    <w:p w:rsidR="006974AE" w:rsidRDefault="006974AE" w:rsidP="006974AE">
      <w:r>
        <w:t>410.7887</w:t>
      </w:r>
      <w:r>
        <w:tab/>
        <w:t>2.025e0</w:t>
      </w:r>
    </w:p>
    <w:p w:rsidR="006974AE" w:rsidRDefault="006974AE" w:rsidP="006974AE">
      <w:r>
        <w:t>410.8230</w:t>
      </w:r>
      <w:r>
        <w:tab/>
        <w:t>1.013e0</w:t>
      </w:r>
    </w:p>
    <w:p w:rsidR="006974AE" w:rsidRDefault="006974AE" w:rsidP="006974AE">
      <w:r>
        <w:t>410.8400</w:t>
      </w:r>
      <w:r>
        <w:tab/>
        <w:t>2.025e0</w:t>
      </w:r>
    </w:p>
    <w:p w:rsidR="006974AE" w:rsidRDefault="006974AE" w:rsidP="006974AE">
      <w:r>
        <w:t>410.8597</w:t>
      </w:r>
      <w:r>
        <w:tab/>
        <w:t>1.013e0</w:t>
      </w:r>
    </w:p>
    <w:p w:rsidR="006974AE" w:rsidRDefault="006974AE" w:rsidP="006974AE">
      <w:r>
        <w:t>410.8725</w:t>
      </w:r>
      <w:r>
        <w:tab/>
        <w:t>2.025e0</w:t>
      </w:r>
    </w:p>
    <w:p w:rsidR="006974AE" w:rsidRDefault="006974AE" w:rsidP="006974AE">
      <w:r>
        <w:t>410.8742</w:t>
      </w:r>
      <w:r>
        <w:tab/>
        <w:t>1.013e0</w:t>
      </w:r>
    </w:p>
    <w:p w:rsidR="006974AE" w:rsidRDefault="006974AE" w:rsidP="006974AE">
      <w:r>
        <w:t>410.8815</w:t>
      </w:r>
      <w:r>
        <w:tab/>
        <w:t>1.013e0</w:t>
      </w:r>
    </w:p>
    <w:p w:rsidR="006974AE" w:rsidRDefault="006974AE" w:rsidP="006974AE">
      <w:r>
        <w:t>410.8857</w:t>
      </w:r>
      <w:r>
        <w:tab/>
        <w:t>4.051e0</w:t>
      </w:r>
    </w:p>
    <w:p w:rsidR="006974AE" w:rsidRDefault="006974AE" w:rsidP="006974AE">
      <w:r>
        <w:lastRenderedPageBreak/>
        <w:t>410.9023</w:t>
      </w:r>
      <w:r>
        <w:tab/>
        <w:t>2.025e0</w:t>
      </w:r>
    </w:p>
    <w:p w:rsidR="006974AE" w:rsidRDefault="006974AE" w:rsidP="006974AE">
      <w:r>
        <w:t>410.9389</w:t>
      </w:r>
      <w:r>
        <w:tab/>
        <w:t>1.013e0</w:t>
      </w:r>
    </w:p>
    <w:p w:rsidR="006974AE" w:rsidRDefault="006974AE" w:rsidP="006974AE">
      <w:r>
        <w:t>410.9435</w:t>
      </w:r>
      <w:r>
        <w:tab/>
        <w:t>4.051e0</w:t>
      </w:r>
    </w:p>
    <w:p w:rsidR="006974AE" w:rsidRDefault="006974AE" w:rsidP="006974AE">
      <w:r>
        <w:t>410.9520</w:t>
      </w:r>
      <w:r>
        <w:tab/>
        <w:t>1.013e0</w:t>
      </w:r>
    </w:p>
    <w:p w:rsidR="006974AE" w:rsidRDefault="006974AE" w:rsidP="006974AE">
      <w:r>
        <w:t>410.9777</w:t>
      </w:r>
      <w:r>
        <w:tab/>
        <w:t>1.013e0</w:t>
      </w:r>
    </w:p>
    <w:p w:rsidR="006974AE" w:rsidRDefault="006974AE" w:rsidP="006974AE">
      <w:r>
        <w:t>410.9865</w:t>
      </w:r>
      <w:r>
        <w:tab/>
        <w:t>2.025e0</w:t>
      </w:r>
    </w:p>
    <w:p w:rsidR="006974AE" w:rsidRDefault="006974AE" w:rsidP="006974AE">
      <w:r>
        <w:t>410.9947</w:t>
      </w:r>
      <w:r>
        <w:tab/>
        <w:t>1.013e0</w:t>
      </w:r>
    </w:p>
    <w:p w:rsidR="006974AE" w:rsidRDefault="006974AE" w:rsidP="006974AE">
      <w:r>
        <w:t>411.0161</w:t>
      </w:r>
      <w:r>
        <w:tab/>
        <w:t>1.013e0</w:t>
      </w:r>
    </w:p>
    <w:p w:rsidR="006974AE" w:rsidRDefault="006974AE" w:rsidP="006974AE">
      <w:r>
        <w:t>411.0549</w:t>
      </w:r>
      <w:r>
        <w:tab/>
        <w:t>2.025e0</w:t>
      </w:r>
    </w:p>
    <w:p w:rsidR="006974AE" w:rsidRDefault="006974AE" w:rsidP="006974AE">
      <w:r>
        <w:t>411.0696</w:t>
      </w:r>
      <w:r>
        <w:tab/>
        <w:t>2.025e0</w:t>
      </w:r>
    </w:p>
    <w:p w:rsidR="006974AE" w:rsidRDefault="006974AE" w:rsidP="006974AE">
      <w:r>
        <w:t>411.0793</w:t>
      </w:r>
      <w:r>
        <w:tab/>
        <w:t>3.038e0</w:t>
      </w:r>
    </w:p>
    <w:p w:rsidR="006974AE" w:rsidRDefault="006974AE" w:rsidP="006974AE">
      <w:r>
        <w:t>411.0808</w:t>
      </w:r>
      <w:r>
        <w:tab/>
        <w:t>1.013e0</w:t>
      </w:r>
    </w:p>
    <w:p w:rsidR="006974AE" w:rsidRDefault="006974AE" w:rsidP="006974AE">
      <w:r>
        <w:t>411.1129</w:t>
      </w:r>
      <w:r>
        <w:tab/>
        <w:t>1.013e0</w:t>
      </w:r>
    </w:p>
    <w:p w:rsidR="006974AE" w:rsidRDefault="006974AE" w:rsidP="006974AE">
      <w:r>
        <w:t>411.1442</w:t>
      </w:r>
      <w:r>
        <w:tab/>
        <w:t>5.300e1</w:t>
      </w:r>
    </w:p>
    <w:p w:rsidR="006974AE" w:rsidRDefault="006974AE" w:rsidP="006974AE">
      <w:r>
        <w:t>411.1461</w:t>
      </w:r>
      <w:r>
        <w:tab/>
        <w:t>1.013e1</w:t>
      </w:r>
    </w:p>
    <w:p w:rsidR="006974AE" w:rsidRDefault="006974AE" w:rsidP="006974AE">
      <w:r>
        <w:t>411.1533</w:t>
      </w:r>
      <w:r>
        <w:tab/>
        <w:t>2.633e1</w:t>
      </w:r>
    </w:p>
    <w:p w:rsidR="006974AE" w:rsidRDefault="006974AE" w:rsidP="006974AE">
      <w:r>
        <w:t>411.1584</w:t>
      </w:r>
      <w:r>
        <w:tab/>
        <w:t>1.114e1</w:t>
      </w:r>
    </w:p>
    <w:p w:rsidR="006974AE" w:rsidRDefault="006974AE" w:rsidP="006974AE">
      <w:r>
        <w:t>411.1597</w:t>
      </w:r>
      <w:r>
        <w:tab/>
        <w:t>3.038e0</w:t>
      </w:r>
    </w:p>
    <w:p w:rsidR="006974AE" w:rsidRDefault="006974AE" w:rsidP="006974AE">
      <w:r>
        <w:t>411.1918</w:t>
      </w:r>
      <w:r>
        <w:tab/>
        <w:t>7.089e0</w:t>
      </w:r>
    </w:p>
    <w:p w:rsidR="006974AE" w:rsidRDefault="006974AE" w:rsidP="006974AE">
      <w:r>
        <w:lastRenderedPageBreak/>
        <w:t>411.2113</w:t>
      </w:r>
      <w:r>
        <w:tab/>
        <w:t>5.063e0</w:t>
      </w:r>
    </w:p>
    <w:p w:rsidR="006974AE" w:rsidRDefault="006974AE" w:rsidP="006974AE">
      <w:r>
        <w:t>411.2317</w:t>
      </w:r>
      <w:r>
        <w:tab/>
        <w:t>3.038e0</w:t>
      </w:r>
    </w:p>
    <w:p w:rsidR="006974AE" w:rsidRDefault="006974AE" w:rsidP="006974AE">
      <w:r>
        <w:t>411.2364</w:t>
      </w:r>
      <w:r>
        <w:tab/>
        <w:t>2.025e0</w:t>
      </w:r>
    </w:p>
    <w:p w:rsidR="006974AE" w:rsidRDefault="006974AE" w:rsidP="006974AE">
      <w:r>
        <w:t>411.2416</w:t>
      </w:r>
      <w:r>
        <w:tab/>
        <w:t>2.025e0</w:t>
      </w:r>
    </w:p>
    <w:p w:rsidR="006974AE" w:rsidRDefault="006974AE" w:rsidP="006974AE">
      <w:r>
        <w:t>411.2503</w:t>
      </w:r>
      <w:r>
        <w:tab/>
        <w:t>4.051e0</w:t>
      </w:r>
    </w:p>
    <w:p w:rsidR="006974AE" w:rsidRDefault="006974AE" w:rsidP="006974AE">
      <w:r>
        <w:t>411.2730</w:t>
      </w:r>
      <w:r>
        <w:tab/>
        <w:t>1.013e0</w:t>
      </w:r>
    </w:p>
    <w:p w:rsidR="006974AE" w:rsidRDefault="006974AE" w:rsidP="006974AE">
      <w:r>
        <w:t>411.2869</w:t>
      </w:r>
      <w:r>
        <w:tab/>
        <w:t>1.013e0</w:t>
      </w:r>
    </w:p>
    <w:p w:rsidR="006974AE" w:rsidRDefault="006974AE" w:rsidP="006974AE">
      <w:r>
        <w:t>411.3011</w:t>
      </w:r>
      <w:r>
        <w:tab/>
        <w:t>2.025e0</w:t>
      </w:r>
    </w:p>
    <w:p w:rsidR="006974AE" w:rsidRDefault="006974AE" w:rsidP="006974AE">
      <w:r>
        <w:t>411.3300</w:t>
      </w:r>
      <w:r>
        <w:tab/>
        <w:t>1.013e0</w:t>
      </w:r>
    </w:p>
    <w:p w:rsidR="006974AE" w:rsidRDefault="006974AE" w:rsidP="006974AE">
      <w:r>
        <w:t>411.3437</w:t>
      </w:r>
      <w:r>
        <w:tab/>
        <w:t>4.051e0</w:t>
      </w:r>
    </w:p>
    <w:p w:rsidR="006974AE" w:rsidRDefault="006974AE" w:rsidP="006974AE">
      <w:r>
        <w:t>411.3508</w:t>
      </w:r>
      <w:r>
        <w:tab/>
        <w:t>1.013e0</w:t>
      </w:r>
    </w:p>
    <w:p w:rsidR="006974AE" w:rsidRDefault="006974AE" w:rsidP="006974AE">
      <w:r>
        <w:t>411.3600</w:t>
      </w:r>
      <w:r>
        <w:tab/>
        <w:t>2.025e0</w:t>
      </w:r>
    </w:p>
    <w:p w:rsidR="006974AE" w:rsidRDefault="006974AE" w:rsidP="006974AE">
      <w:r>
        <w:t>411.3672</w:t>
      </w:r>
      <w:r>
        <w:tab/>
        <w:t>1.013e0</w:t>
      </w:r>
    </w:p>
    <w:p w:rsidR="006974AE" w:rsidRDefault="006974AE" w:rsidP="006974AE">
      <w:r>
        <w:t>411.3885</w:t>
      </w:r>
      <w:r>
        <w:tab/>
        <w:t>1.013e0</w:t>
      </w:r>
    </w:p>
    <w:p w:rsidR="006974AE" w:rsidRDefault="006974AE" w:rsidP="006974AE">
      <w:r>
        <w:t>411.3940</w:t>
      </w:r>
      <w:r>
        <w:tab/>
        <w:t>1.013e0</w:t>
      </w:r>
    </w:p>
    <w:p w:rsidR="006974AE" w:rsidRDefault="006974AE" w:rsidP="006974AE">
      <w:r>
        <w:t>411.4030</w:t>
      </w:r>
      <w:r>
        <w:tab/>
        <w:t>1.013e0</w:t>
      </w:r>
    </w:p>
    <w:p w:rsidR="006974AE" w:rsidRDefault="006974AE" w:rsidP="006974AE">
      <w:r>
        <w:t>411.4552</w:t>
      </w:r>
      <w:r>
        <w:tab/>
        <w:t>2.025e0</w:t>
      </w:r>
    </w:p>
    <w:p w:rsidR="006974AE" w:rsidRDefault="006974AE" w:rsidP="006974AE">
      <w:r>
        <w:t>411.4672</w:t>
      </w:r>
      <w:r>
        <w:tab/>
        <w:t>2.025e0</w:t>
      </w:r>
    </w:p>
    <w:p w:rsidR="006974AE" w:rsidRDefault="006974AE" w:rsidP="006974AE">
      <w:r>
        <w:t>411.4716</w:t>
      </w:r>
      <w:r>
        <w:tab/>
        <w:t>2.025e0</w:t>
      </w:r>
    </w:p>
    <w:p w:rsidR="006974AE" w:rsidRDefault="006974AE" w:rsidP="006974AE">
      <w:r>
        <w:lastRenderedPageBreak/>
        <w:t>411.4828</w:t>
      </w:r>
      <w:r>
        <w:tab/>
        <w:t>1.013e0</w:t>
      </w:r>
    </w:p>
    <w:p w:rsidR="006974AE" w:rsidRDefault="006974AE" w:rsidP="006974AE">
      <w:r>
        <w:t>411.4903</w:t>
      </w:r>
      <w:r>
        <w:tab/>
        <w:t>2.025e0</w:t>
      </w:r>
    </w:p>
    <w:p w:rsidR="006974AE" w:rsidRDefault="006974AE" w:rsidP="006974AE">
      <w:r>
        <w:t>411.5045</w:t>
      </w:r>
      <w:r>
        <w:tab/>
        <w:t>1.013e0</w:t>
      </w:r>
    </w:p>
    <w:p w:rsidR="006974AE" w:rsidRDefault="006974AE" w:rsidP="006974AE">
      <w:r>
        <w:t>411.5207</w:t>
      </w:r>
      <w:r>
        <w:tab/>
        <w:t>2.025e0</w:t>
      </w:r>
    </w:p>
    <w:p w:rsidR="006974AE" w:rsidRDefault="006974AE" w:rsidP="006974AE">
      <w:r>
        <w:t>411.5396</w:t>
      </w:r>
      <w:r>
        <w:tab/>
        <w:t>1.013e0</w:t>
      </w:r>
    </w:p>
    <w:p w:rsidR="006974AE" w:rsidRDefault="006974AE" w:rsidP="006974AE">
      <w:r>
        <w:t>411.5799</w:t>
      </w:r>
      <w:r>
        <w:tab/>
        <w:t>2.025e0</w:t>
      </w:r>
    </w:p>
    <w:p w:rsidR="006974AE" w:rsidRDefault="006974AE" w:rsidP="006974AE">
      <w:r>
        <w:t>411.5859</w:t>
      </w:r>
      <w:r>
        <w:tab/>
        <w:t>3.038e0</w:t>
      </w:r>
    </w:p>
    <w:p w:rsidR="006974AE" w:rsidRDefault="006974AE" w:rsidP="006974AE">
      <w:r>
        <w:t>411.6154</w:t>
      </w:r>
      <w:r>
        <w:tab/>
        <w:t>3.038e0</w:t>
      </w:r>
    </w:p>
    <w:p w:rsidR="006974AE" w:rsidRDefault="006974AE" w:rsidP="006974AE">
      <w:r>
        <w:t>411.6400</w:t>
      </w:r>
      <w:r>
        <w:tab/>
        <w:t>3.038e0</w:t>
      </w:r>
    </w:p>
    <w:p w:rsidR="006974AE" w:rsidRDefault="006974AE" w:rsidP="006974AE">
      <w:r>
        <w:t>411.6574</w:t>
      </w:r>
      <w:r>
        <w:tab/>
        <w:t>1.013e0</w:t>
      </w:r>
    </w:p>
    <w:p w:rsidR="006974AE" w:rsidRDefault="006974AE" w:rsidP="006974AE">
      <w:r>
        <w:t>411.6792</w:t>
      </w:r>
      <w:r>
        <w:tab/>
        <w:t>1.013e0</w:t>
      </w:r>
    </w:p>
    <w:p w:rsidR="006974AE" w:rsidRDefault="006974AE" w:rsidP="006974AE">
      <w:r>
        <w:t>411.6937</w:t>
      </w:r>
      <w:r>
        <w:tab/>
        <w:t>1.013e0</w:t>
      </w:r>
    </w:p>
    <w:p w:rsidR="006974AE" w:rsidRDefault="006974AE" w:rsidP="006974AE">
      <w:r>
        <w:t>411.7010</w:t>
      </w:r>
      <w:r>
        <w:tab/>
        <w:t>1.013e0</w:t>
      </w:r>
    </w:p>
    <w:p w:rsidR="006974AE" w:rsidRDefault="006974AE" w:rsidP="006974AE">
      <w:r>
        <w:t>411.7172</w:t>
      </w:r>
      <w:r>
        <w:tab/>
        <w:t>2.025e0</w:t>
      </w:r>
    </w:p>
    <w:p w:rsidR="006974AE" w:rsidRDefault="006974AE" w:rsidP="006974AE">
      <w:r>
        <w:t>411.7321</w:t>
      </w:r>
      <w:r>
        <w:tab/>
        <w:t>1.013e0</w:t>
      </w:r>
    </w:p>
    <w:p w:rsidR="006974AE" w:rsidRDefault="006974AE" w:rsidP="006974AE">
      <w:r>
        <w:t>411.7368</w:t>
      </w:r>
      <w:r>
        <w:tab/>
        <w:t>1.013e0</w:t>
      </w:r>
    </w:p>
    <w:p w:rsidR="006974AE" w:rsidRDefault="006974AE" w:rsidP="006974AE">
      <w:r>
        <w:t>411.7663</w:t>
      </w:r>
      <w:r>
        <w:tab/>
        <w:t>1.013e0</w:t>
      </w:r>
    </w:p>
    <w:p w:rsidR="006974AE" w:rsidRDefault="006974AE" w:rsidP="006974AE">
      <w:r>
        <w:t>411.7961</w:t>
      </w:r>
      <w:r>
        <w:tab/>
        <w:t>1.013e0</w:t>
      </w:r>
    </w:p>
    <w:p w:rsidR="006974AE" w:rsidRDefault="006974AE" w:rsidP="006974AE">
      <w:r>
        <w:t>411.8244</w:t>
      </w:r>
      <w:r>
        <w:tab/>
        <w:t>1.013e0</w:t>
      </w:r>
    </w:p>
    <w:p w:rsidR="006974AE" w:rsidRDefault="006974AE" w:rsidP="006974AE">
      <w:r>
        <w:lastRenderedPageBreak/>
        <w:t>411.8317</w:t>
      </w:r>
      <w:r>
        <w:tab/>
        <w:t>1.013e0</w:t>
      </w:r>
    </w:p>
    <w:p w:rsidR="006974AE" w:rsidRDefault="006974AE" w:rsidP="006974AE">
      <w:r>
        <w:t>411.8529</w:t>
      </w:r>
      <w:r>
        <w:tab/>
        <w:t>1.013e0</w:t>
      </w:r>
    </w:p>
    <w:p w:rsidR="006974AE" w:rsidRDefault="006974AE" w:rsidP="006974AE">
      <w:r>
        <w:t>411.8868</w:t>
      </w:r>
      <w:r>
        <w:tab/>
        <w:t>2.025e0</w:t>
      </w:r>
    </w:p>
    <w:p w:rsidR="006974AE" w:rsidRDefault="006974AE" w:rsidP="006974AE">
      <w:r>
        <w:t>411.8958</w:t>
      </w:r>
      <w:r>
        <w:tab/>
        <w:t>5.063e0</w:t>
      </w:r>
    </w:p>
    <w:p w:rsidR="006974AE" w:rsidRDefault="006974AE" w:rsidP="006974AE">
      <w:r>
        <w:t>411.8979</w:t>
      </w:r>
      <w:r>
        <w:tab/>
        <w:t>2.025e0</w:t>
      </w:r>
    </w:p>
    <w:p w:rsidR="006974AE" w:rsidRDefault="006974AE" w:rsidP="006974AE">
      <w:r>
        <w:t>411.9007</w:t>
      </w:r>
      <w:r>
        <w:tab/>
        <w:t>2.025e0</w:t>
      </w:r>
    </w:p>
    <w:p w:rsidR="006974AE" w:rsidRDefault="006974AE" w:rsidP="006974AE">
      <w:r>
        <w:t>411.9213</w:t>
      </w:r>
      <w:r>
        <w:tab/>
        <w:t>1.013e0</w:t>
      </w:r>
    </w:p>
    <w:p w:rsidR="006974AE" w:rsidRDefault="006974AE" w:rsidP="006974AE">
      <w:r>
        <w:t>411.9424</w:t>
      </w:r>
      <w:r>
        <w:tab/>
        <w:t>2.413e0</w:t>
      </w:r>
    </w:p>
    <w:p w:rsidR="006974AE" w:rsidRDefault="006974AE" w:rsidP="006974AE">
      <w:r>
        <w:t>411.9597</w:t>
      </w:r>
      <w:r>
        <w:tab/>
        <w:t>4.051e0</w:t>
      </w:r>
    </w:p>
    <w:p w:rsidR="006974AE" w:rsidRDefault="006974AE" w:rsidP="006974AE">
      <w:r>
        <w:t>411.9982</w:t>
      </w:r>
      <w:r>
        <w:tab/>
        <w:t>1.013e0</w:t>
      </w:r>
    </w:p>
    <w:p w:rsidR="006974AE" w:rsidRDefault="006974AE" w:rsidP="006974AE">
      <w:r>
        <w:t>412.0122</w:t>
      </w:r>
      <w:r>
        <w:tab/>
        <w:t>2.025e0</w:t>
      </w:r>
    </w:p>
    <w:p w:rsidR="006974AE" w:rsidRDefault="006974AE" w:rsidP="006974AE">
      <w:r>
        <w:t>412.0205</w:t>
      </w:r>
      <w:r>
        <w:tab/>
        <w:t>1.013e0</w:t>
      </w:r>
    </w:p>
    <w:p w:rsidR="006974AE" w:rsidRDefault="006974AE" w:rsidP="006974AE">
      <w:r>
        <w:t>412.0242</w:t>
      </w:r>
      <w:r>
        <w:tab/>
        <w:t>2.025e0</w:t>
      </w:r>
    </w:p>
    <w:p w:rsidR="006974AE" w:rsidRDefault="006974AE" w:rsidP="006974AE">
      <w:r>
        <w:t>412.0563</w:t>
      </w:r>
      <w:r>
        <w:tab/>
        <w:t>1.013e0</w:t>
      </w:r>
    </w:p>
    <w:p w:rsidR="006974AE" w:rsidRDefault="006974AE" w:rsidP="006974AE">
      <w:r>
        <w:t>412.0593</w:t>
      </w:r>
      <w:r>
        <w:tab/>
        <w:t>2.025e0</w:t>
      </w:r>
    </w:p>
    <w:p w:rsidR="006974AE" w:rsidRDefault="006974AE" w:rsidP="006974AE">
      <w:r>
        <w:t>412.0631</w:t>
      </w:r>
      <w:r>
        <w:tab/>
        <w:t>1.013e0</w:t>
      </w:r>
    </w:p>
    <w:p w:rsidR="006974AE" w:rsidRDefault="006974AE" w:rsidP="006974AE">
      <w:r>
        <w:t>412.0714</w:t>
      </w:r>
      <w:r>
        <w:tab/>
        <w:t>1.013e0</w:t>
      </w:r>
    </w:p>
    <w:p w:rsidR="006974AE" w:rsidRDefault="006974AE" w:rsidP="006974AE">
      <w:r>
        <w:t>412.0781</w:t>
      </w:r>
      <w:r>
        <w:tab/>
        <w:t>1.013e0</w:t>
      </w:r>
    </w:p>
    <w:p w:rsidR="006974AE" w:rsidRDefault="006974AE" w:rsidP="006974AE">
      <w:r>
        <w:t>412.1172</w:t>
      </w:r>
      <w:r>
        <w:tab/>
        <w:t>5.402e0</w:t>
      </w:r>
    </w:p>
    <w:p w:rsidR="006974AE" w:rsidRDefault="006974AE" w:rsidP="006974AE">
      <w:r>
        <w:lastRenderedPageBreak/>
        <w:t>412.1479</w:t>
      </w:r>
      <w:r>
        <w:tab/>
        <w:t>1.418e1</w:t>
      </w:r>
    </w:p>
    <w:p w:rsidR="006974AE" w:rsidRDefault="006974AE" w:rsidP="006974AE">
      <w:r>
        <w:t>412.1499</w:t>
      </w:r>
      <w:r>
        <w:tab/>
        <w:t>1.665e1</w:t>
      </w:r>
    </w:p>
    <w:p w:rsidR="006974AE" w:rsidRDefault="006974AE" w:rsidP="006974AE">
      <w:r>
        <w:t>412.1523</w:t>
      </w:r>
      <w:r>
        <w:tab/>
        <w:t>1.013e0</w:t>
      </w:r>
    </w:p>
    <w:p w:rsidR="006974AE" w:rsidRDefault="006974AE" w:rsidP="006974AE">
      <w:r>
        <w:t>412.1588</w:t>
      </w:r>
      <w:r>
        <w:tab/>
        <w:t>1.418e1</w:t>
      </w:r>
    </w:p>
    <w:p w:rsidR="006974AE" w:rsidRDefault="006974AE" w:rsidP="006974AE">
      <w:r>
        <w:t>412.1637</w:t>
      </w:r>
      <w:r>
        <w:tab/>
        <w:t>6.076e0</w:t>
      </w:r>
    </w:p>
    <w:p w:rsidR="006974AE" w:rsidRDefault="006974AE" w:rsidP="006974AE">
      <w:r>
        <w:t>412.1667</w:t>
      </w:r>
      <w:r>
        <w:tab/>
        <w:t>3.038e0</w:t>
      </w:r>
    </w:p>
    <w:p w:rsidR="006974AE" w:rsidRDefault="006974AE" w:rsidP="006974AE">
      <w:r>
        <w:t>412.2009</w:t>
      </w:r>
      <w:r>
        <w:tab/>
        <w:t>2.025e0</w:t>
      </w:r>
    </w:p>
    <w:p w:rsidR="006974AE" w:rsidRDefault="006974AE" w:rsidP="006974AE">
      <w:r>
        <w:t>412.2217</w:t>
      </w:r>
      <w:r>
        <w:tab/>
        <w:t>2.025e0</w:t>
      </w:r>
    </w:p>
    <w:p w:rsidR="006974AE" w:rsidRDefault="006974AE" w:rsidP="006974AE">
      <w:r>
        <w:t>412.2598</w:t>
      </w:r>
      <w:r>
        <w:tab/>
        <w:t>1.013e0</w:t>
      </w:r>
    </w:p>
    <w:p w:rsidR="006974AE" w:rsidRDefault="006974AE" w:rsidP="006974AE">
      <w:r>
        <w:t>412.2673</w:t>
      </w:r>
      <w:r>
        <w:tab/>
        <w:t>2.025e0</w:t>
      </w:r>
    </w:p>
    <w:p w:rsidR="006974AE" w:rsidRDefault="006974AE" w:rsidP="006974AE">
      <w:r>
        <w:t>412.2698</w:t>
      </w:r>
      <w:r>
        <w:tab/>
        <w:t>2.025e0</w:t>
      </w:r>
    </w:p>
    <w:p w:rsidR="006974AE" w:rsidRDefault="006974AE" w:rsidP="006974AE">
      <w:r>
        <w:t>412.2775</w:t>
      </w:r>
      <w:r>
        <w:tab/>
        <w:t>2.025e0</w:t>
      </w:r>
    </w:p>
    <w:p w:rsidR="006974AE" w:rsidRDefault="006974AE" w:rsidP="006974AE">
      <w:r>
        <w:t>412.2945</w:t>
      </w:r>
      <w:r>
        <w:tab/>
        <w:t>1.013e0</w:t>
      </w:r>
    </w:p>
    <w:p w:rsidR="006974AE" w:rsidRDefault="006974AE" w:rsidP="006974AE">
      <w:r>
        <w:t>412.3112</w:t>
      </w:r>
      <w:r>
        <w:tab/>
        <w:t>1.013e0</w:t>
      </w:r>
    </w:p>
    <w:p w:rsidR="006974AE" w:rsidRDefault="006974AE" w:rsidP="006974AE">
      <w:r>
        <w:t>412.3325</w:t>
      </w:r>
      <w:r>
        <w:tab/>
        <w:t>1.013e0</w:t>
      </w:r>
    </w:p>
    <w:p w:rsidR="006974AE" w:rsidRDefault="006974AE" w:rsidP="006974AE">
      <w:r>
        <w:t>412.3416</w:t>
      </w:r>
      <w:r>
        <w:tab/>
        <w:t>1.013e0</w:t>
      </w:r>
    </w:p>
    <w:p w:rsidR="006974AE" w:rsidRDefault="006974AE" w:rsidP="006974AE">
      <w:r>
        <w:t>412.3543</w:t>
      </w:r>
      <w:r>
        <w:tab/>
        <w:t>1.013e0</w:t>
      </w:r>
    </w:p>
    <w:p w:rsidR="006974AE" w:rsidRDefault="006974AE" w:rsidP="006974AE">
      <w:r>
        <w:t>412.3587</w:t>
      </w:r>
      <w:r>
        <w:tab/>
        <w:t>1.013e0</w:t>
      </w:r>
    </w:p>
    <w:p w:rsidR="006974AE" w:rsidRDefault="006974AE" w:rsidP="006974AE">
      <w:r>
        <w:t>412.3920</w:t>
      </w:r>
      <w:r>
        <w:tab/>
        <w:t>3.038e0</w:t>
      </w:r>
    </w:p>
    <w:p w:rsidR="006974AE" w:rsidRDefault="006974AE" w:rsidP="006974AE">
      <w:r>
        <w:lastRenderedPageBreak/>
        <w:t>412.4054</w:t>
      </w:r>
      <w:r>
        <w:tab/>
        <w:t>2.025e0</w:t>
      </w:r>
    </w:p>
    <w:p w:rsidR="006974AE" w:rsidRDefault="006974AE" w:rsidP="006974AE">
      <w:r>
        <w:t>412.4181</w:t>
      </w:r>
      <w:r>
        <w:tab/>
        <w:t>4.051e0</w:t>
      </w:r>
    </w:p>
    <w:p w:rsidR="006974AE" w:rsidRDefault="006974AE" w:rsidP="006974AE">
      <w:r>
        <w:t>412.4229</w:t>
      </w:r>
      <w:r>
        <w:tab/>
        <w:t>1.013e0</w:t>
      </w:r>
    </w:p>
    <w:p w:rsidR="006974AE" w:rsidRDefault="006974AE" w:rsidP="006974AE">
      <w:r>
        <w:t>412.4684</w:t>
      </w:r>
      <w:r>
        <w:tab/>
        <w:t>2.025e0</w:t>
      </w:r>
    </w:p>
    <w:p w:rsidR="006974AE" w:rsidRDefault="006974AE" w:rsidP="006974AE">
      <w:r>
        <w:t>412.4711</w:t>
      </w:r>
      <w:r>
        <w:tab/>
        <w:t>1.013e0</w:t>
      </w:r>
    </w:p>
    <w:p w:rsidR="006974AE" w:rsidRDefault="006974AE" w:rsidP="006974AE">
      <w:r>
        <w:t>412.4833</w:t>
      </w:r>
      <w:r>
        <w:tab/>
        <w:t>1.013e0</w:t>
      </w:r>
    </w:p>
    <w:p w:rsidR="006974AE" w:rsidRDefault="006974AE" w:rsidP="006974AE">
      <w:r>
        <w:t>412.4876</w:t>
      </w:r>
      <w:r>
        <w:tab/>
        <w:t>1.013e0</w:t>
      </w:r>
    </w:p>
    <w:p w:rsidR="006974AE" w:rsidRDefault="006974AE" w:rsidP="006974AE">
      <w:r>
        <w:t>412.5002</w:t>
      </w:r>
      <w:r>
        <w:tab/>
        <w:t>1.013e0</w:t>
      </w:r>
    </w:p>
    <w:p w:rsidR="006974AE" w:rsidRDefault="006974AE" w:rsidP="006974AE">
      <w:r>
        <w:t>412.5215</w:t>
      </w:r>
      <w:r>
        <w:tab/>
        <w:t>1.013e0</w:t>
      </w:r>
    </w:p>
    <w:p w:rsidR="006974AE" w:rsidRDefault="006974AE" w:rsidP="006974AE">
      <w:r>
        <w:t>412.5477</w:t>
      </w:r>
      <w:r>
        <w:tab/>
        <w:t>2.025e0</w:t>
      </w:r>
    </w:p>
    <w:p w:rsidR="006974AE" w:rsidRDefault="006974AE" w:rsidP="006974AE">
      <w:r>
        <w:t>412.5501</w:t>
      </w:r>
      <w:r>
        <w:tab/>
        <w:t>2.025e0</w:t>
      </w:r>
    </w:p>
    <w:p w:rsidR="006974AE" w:rsidRDefault="006974AE" w:rsidP="006974AE">
      <w:r>
        <w:t>412.5529</w:t>
      </w:r>
      <w:r>
        <w:tab/>
        <w:t>3.038e0</w:t>
      </w:r>
    </w:p>
    <w:p w:rsidR="006974AE" w:rsidRDefault="006974AE" w:rsidP="006974AE">
      <w:r>
        <w:t>412.6331</w:t>
      </w:r>
      <w:r>
        <w:tab/>
        <w:t>2.025e0</w:t>
      </w:r>
    </w:p>
    <w:p w:rsidR="006974AE" w:rsidRDefault="006974AE" w:rsidP="006974AE">
      <w:r>
        <w:t>412.6384</w:t>
      </w:r>
      <w:r>
        <w:tab/>
        <w:t>1.013e0</w:t>
      </w:r>
    </w:p>
    <w:p w:rsidR="006974AE" w:rsidRDefault="006974AE" w:rsidP="006974AE">
      <w:r>
        <w:t>412.6524</w:t>
      </w:r>
      <w:r>
        <w:tab/>
        <w:t>2.025e0</w:t>
      </w:r>
    </w:p>
    <w:p w:rsidR="006974AE" w:rsidRDefault="006974AE" w:rsidP="006974AE">
      <w:r>
        <w:t>412.6597</w:t>
      </w:r>
      <w:r>
        <w:tab/>
        <w:t>1.013e0</w:t>
      </w:r>
    </w:p>
    <w:p w:rsidR="006974AE" w:rsidRDefault="006974AE" w:rsidP="006974AE">
      <w:r>
        <w:t>412.6675</w:t>
      </w:r>
      <w:r>
        <w:tab/>
        <w:t>1.013e0</w:t>
      </w:r>
    </w:p>
    <w:p w:rsidR="006974AE" w:rsidRDefault="006974AE" w:rsidP="006974AE">
      <w:r>
        <w:t>412.6721</w:t>
      </w:r>
      <w:r>
        <w:tab/>
        <w:t>1.013e0</w:t>
      </w:r>
    </w:p>
    <w:p w:rsidR="006974AE" w:rsidRDefault="006974AE" w:rsidP="006974AE">
      <w:r>
        <w:t>412.6935</w:t>
      </w:r>
      <w:r>
        <w:tab/>
        <w:t>1.013e0</w:t>
      </w:r>
    </w:p>
    <w:p w:rsidR="006974AE" w:rsidRDefault="006974AE" w:rsidP="006974AE">
      <w:r>
        <w:lastRenderedPageBreak/>
        <w:t>412.7149</w:t>
      </w:r>
      <w:r>
        <w:tab/>
        <w:t>2.025e0</w:t>
      </w:r>
    </w:p>
    <w:p w:rsidR="006974AE" w:rsidRDefault="006974AE" w:rsidP="006974AE">
      <w:r>
        <w:t>412.7409</w:t>
      </w:r>
      <w:r>
        <w:tab/>
        <w:t>2.025e0</w:t>
      </w:r>
    </w:p>
    <w:p w:rsidR="006974AE" w:rsidRDefault="006974AE" w:rsidP="006974AE">
      <w:r>
        <w:t>412.7510</w:t>
      </w:r>
      <w:r>
        <w:tab/>
        <w:t>2.025e0</w:t>
      </w:r>
    </w:p>
    <w:p w:rsidR="006974AE" w:rsidRDefault="006974AE" w:rsidP="006974AE">
      <w:r>
        <w:t>412.7582</w:t>
      </w:r>
      <w:r>
        <w:tab/>
        <w:t>1.013e0</w:t>
      </w:r>
    </w:p>
    <w:p w:rsidR="006974AE" w:rsidRDefault="006974AE" w:rsidP="006974AE">
      <w:r>
        <w:t>412.7615</w:t>
      </w:r>
      <w:r>
        <w:tab/>
        <w:t>1.013e0</w:t>
      </w:r>
    </w:p>
    <w:p w:rsidR="006974AE" w:rsidRDefault="006974AE" w:rsidP="006974AE">
      <w:r>
        <w:t>412.7693</w:t>
      </w:r>
      <w:r>
        <w:tab/>
        <w:t>1.013e0</w:t>
      </w:r>
    </w:p>
    <w:p w:rsidR="006974AE" w:rsidRDefault="006974AE" w:rsidP="006974AE">
      <w:r>
        <w:t>412.7971</w:t>
      </w:r>
      <w:r>
        <w:tab/>
        <w:t>3.038e0</w:t>
      </w:r>
    </w:p>
    <w:p w:rsidR="006974AE" w:rsidRDefault="006974AE" w:rsidP="006974AE">
      <w:r>
        <w:t>412.8219</w:t>
      </w:r>
      <w:r>
        <w:tab/>
        <w:t>1.013e0</w:t>
      </w:r>
    </w:p>
    <w:p w:rsidR="006974AE" w:rsidRDefault="006974AE" w:rsidP="006974AE">
      <w:r>
        <w:t>412.8343</w:t>
      </w:r>
      <w:r>
        <w:tab/>
        <w:t>1.013e0</w:t>
      </w:r>
    </w:p>
    <w:p w:rsidR="006974AE" w:rsidRDefault="006974AE" w:rsidP="006974AE">
      <w:r>
        <w:t>412.8438</w:t>
      </w:r>
      <w:r>
        <w:tab/>
        <w:t>1.013e0</w:t>
      </w:r>
    </w:p>
    <w:p w:rsidR="006974AE" w:rsidRDefault="006974AE" w:rsidP="006974AE">
      <w:r>
        <w:t>412.8494</w:t>
      </w:r>
      <w:r>
        <w:tab/>
        <w:t>1.013e0</w:t>
      </w:r>
    </w:p>
    <w:p w:rsidR="006974AE" w:rsidRDefault="006974AE" w:rsidP="006974AE">
      <w:r>
        <w:t>412.8828</w:t>
      </w:r>
      <w:r>
        <w:tab/>
        <w:t>1.013e0</w:t>
      </w:r>
    </w:p>
    <w:p w:rsidR="006974AE" w:rsidRDefault="006974AE" w:rsidP="006974AE">
      <w:r>
        <w:t>412.8989</w:t>
      </w:r>
      <w:r>
        <w:tab/>
        <w:t>2.025e0</w:t>
      </w:r>
    </w:p>
    <w:p w:rsidR="006974AE" w:rsidRDefault="006974AE" w:rsidP="006974AE">
      <w:r>
        <w:t>412.9076</w:t>
      </w:r>
      <w:r>
        <w:tab/>
        <w:t>3.038e0</w:t>
      </w:r>
    </w:p>
    <w:p w:rsidR="006974AE" w:rsidRDefault="006974AE" w:rsidP="006974AE">
      <w:r>
        <w:t>412.9251</w:t>
      </w:r>
      <w:r>
        <w:tab/>
        <w:t>1.013e0</w:t>
      </w:r>
    </w:p>
    <w:p w:rsidR="006974AE" w:rsidRDefault="006974AE" w:rsidP="006974AE">
      <w:r>
        <w:t>412.9466</w:t>
      </w:r>
      <w:r>
        <w:tab/>
        <w:t>1.013e0</w:t>
      </w:r>
    </w:p>
    <w:p w:rsidR="006974AE" w:rsidRDefault="006974AE" w:rsidP="006974AE">
      <w:r>
        <w:t>412.9586</w:t>
      </w:r>
      <w:r>
        <w:tab/>
        <w:t>1.013e0</w:t>
      </w:r>
    </w:p>
    <w:p w:rsidR="006974AE" w:rsidRDefault="006974AE" w:rsidP="006974AE">
      <w:r>
        <w:t>412.9950</w:t>
      </w:r>
      <w:r>
        <w:tab/>
        <w:t>2.025e0</w:t>
      </w:r>
    </w:p>
    <w:p w:rsidR="006974AE" w:rsidRDefault="006974AE" w:rsidP="006974AE">
      <w:r>
        <w:t>413.0241</w:t>
      </w:r>
      <w:r>
        <w:tab/>
        <w:t>2.025e0</w:t>
      </w:r>
    </w:p>
    <w:p w:rsidR="006974AE" w:rsidRDefault="006974AE" w:rsidP="006974AE">
      <w:r>
        <w:lastRenderedPageBreak/>
        <w:t>413.0286</w:t>
      </w:r>
      <w:r>
        <w:tab/>
        <w:t>2.025e0</w:t>
      </w:r>
    </w:p>
    <w:p w:rsidR="006974AE" w:rsidRDefault="006974AE" w:rsidP="006974AE">
      <w:r>
        <w:t>413.0677</w:t>
      </w:r>
      <w:r>
        <w:tab/>
        <w:t>1.013e0</w:t>
      </w:r>
    </w:p>
    <w:p w:rsidR="006974AE" w:rsidRDefault="006974AE" w:rsidP="006974AE">
      <w:r>
        <w:t>413.0818</w:t>
      </w:r>
      <w:r>
        <w:tab/>
        <w:t>1.013e0</w:t>
      </w:r>
    </w:p>
    <w:p w:rsidR="006974AE" w:rsidRDefault="006974AE" w:rsidP="006974AE">
      <w:r>
        <w:t>413.0891</w:t>
      </w:r>
      <w:r>
        <w:tab/>
        <w:t>1.013e0</w:t>
      </w:r>
    </w:p>
    <w:p w:rsidR="006974AE" w:rsidRDefault="006974AE" w:rsidP="006974AE">
      <w:r>
        <w:t>413.1197</w:t>
      </w:r>
      <w:r>
        <w:tab/>
        <w:t>2.025e0</w:t>
      </w:r>
    </w:p>
    <w:p w:rsidR="006974AE" w:rsidRDefault="006974AE" w:rsidP="006974AE">
      <w:r>
        <w:t>413.1252</w:t>
      </w:r>
      <w:r>
        <w:tab/>
        <w:t>2.025e0</w:t>
      </w:r>
    </w:p>
    <w:p w:rsidR="006974AE" w:rsidRDefault="006974AE" w:rsidP="006974AE">
      <w:r>
        <w:t>413.1424</w:t>
      </w:r>
      <w:r>
        <w:tab/>
        <w:t>5.012e0</w:t>
      </w:r>
    </w:p>
    <w:p w:rsidR="006974AE" w:rsidRDefault="006974AE" w:rsidP="006974AE">
      <w:r>
        <w:t>413.1463</w:t>
      </w:r>
      <w:r>
        <w:tab/>
        <w:t>3.038e0</w:t>
      </w:r>
    </w:p>
    <w:p w:rsidR="006974AE" w:rsidRDefault="006974AE" w:rsidP="006974AE">
      <w:r>
        <w:t>413.1473</w:t>
      </w:r>
      <w:r>
        <w:tab/>
        <w:t>1.013e0</w:t>
      </w:r>
    </w:p>
    <w:p w:rsidR="006974AE" w:rsidRDefault="006974AE" w:rsidP="006974AE">
      <w:r>
        <w:t>413.1535</w:t>
      </w:r>
      <w:r>
        <w:tab/>
        <w:t>1.013e0</w:t>
      </w:r>
    </w:p>
    <w:p w:rsidR="006974AE" w:rsidRDefault="006974AE" w:rsidP="006974AE">
      <w:r>
        <w:t>413.1743</w:t>
      </w:r>
      <w:r>
        <w:tab/>
        <w:t>1.013e0</w:t>
      </w:r>
    </w:p>
    <w:p w:rsidR="006974AE" w:rsidRDefault="006974AE" w:rsidP="006974AE">
      <w:r>
        <w:t>413.1910</w:t>
      </w:r>
      <w:r>
        <w:tab/>
        <w:t>1.013e0</w:t>
      </w:r>
    </w:p>
    <w:p w:rsidR="006974AE" w:rsidRDefault="006974AE" w:rsidP="006974AE">
      <w:r>
        <w:t>413.2129</w:t>
      </w:r>
      <w:r>
        <w:tab/>
        <w:t>1.013e0</w:t>
      </w:r>
    </w:p>
    <w:p w:rsidR="006974AE" w:rsidRDefault="006974AE" w:rsidP="006974AE">
      <w:r>
        <w:t>413.2204</w:t>
      </w:r>
      <w:r>
        <w:tab/>
        <w:t>4.051e0</w:t>
      </w:r>
    </w:p>
    <w:p w:rsidR="006974AE" w:rsidRDefault="006974AE" w:rsidP="006974AE">
      <w:r>
        <w:t>413.2319</w:t>
      </w:r>
      <w:r>
        <w:tab/>
        <w:t>2.025e0</w:t>
      </w:r>
    </w:p>
    <w:p w:rsidR="006974AE" w:rsidRDefault="006974AE" w:rsidP="006974AE">
      <w:r>
        <w:t>413.2426</w:t>
      </w:r>
      <w:r>
        <w:tab/>
        <w:t>1.013e0</w:t>
      </w:r>
    </w:p>
    <w:p w:rsidR="006974AE" w:rsidRDefault="006974AE" w:rsidP="006974AE">
      <w:r>
        <w:t>413.2493</w:t>
      </w:r>
      <w:r>
        <w:tab/>
        <w:t>1.013e0</w:t>
      </w:r>
    </w:p>
    <w:p w:rsidR="006974AE" w:rsidRDefault="006974AE" w:rsidP="006974AE">
      <w:r>
        <w:t>413.2565</w:t>
      </w:r>
      <w:r>
        <w:tab/>
        <w:t>1.013e0</w:t>
      </w:r>
    </w:p>
    <w:p w:rsidR="006974AE" w:rsidRDefault="006974AE" w:rsidP="006974AE">
      <w:r>
        <w:t>413.2610</w:t>
      </w:r>
      <w:r>
        <w:tab/>
        <w:t>4.051e0</w:t>
      </w:r>
    </w:p>
    <w:p w:rsidR="006974AE" w:rsidRDefault="006974AE" w:rsidP="006974AE">
      <w:r>
        <w:lastRenderedPageBreak/>
        <w:t>413.2857</w:t>
      </w:r>
      <w:r>
        <w:tab/>
        <w:t>1.013e0</w:t>
      </w:r>
    </w:p>
    <w:p w:rsidR="006974AE" w:rsidRDefault="006974AE" w:rsidP="006974AE">
      <w:r>
        <w:t>413.2887</w:t>
      </w:r>
      <w:r>
        <w:tab/>
        <w:t>3.038e0</w:t>
      </w:r>
    </w:p>
    <w:p w:rsidR="006974AE" w:rsidRDefault="006974AE" w:rsidP="006974AE">
      <w:r>
        <w:t>413.2926</w:t>
      </w:r>
      <w:r>
        <w:tab/>
        <w:t>2.025e0</w:t>
      </w:r>
    </w:p>
    <w:p w:rsidR="006974AE" w:rsidRDefault="006974AE" w:rsidP="006974AE">
      <w:r>
        <w:t>413.3086</w:t>
      </w:r>
      <w:r>
        <w:tab/>
        <w:t>3.038e0</w:t>
      </w:r>
    </w:p>
    <w:p w:rsidR="006974AE" w:rsidRDefault="006974AE" w:rsidP="006974AE">
      <w:r>
        <w:t>413.3300</w:t>
      </w:r>
      <w:r>
        <w:tab/>
        <w:t>1.013e0</w:t>
      </w:r>
    </w:p>
    <w:p w:rsidR="006974AE" w:rsidRDefault="006974AE" w:rsidP="006974AE">
      <w:r>
        <w:t>413.3367</w:t>
      </w:r>
      <w:r>
        <w:tab/>
        <w:t>1.013e0</w:t>
      </w:r>
    </w:p>
    <w:p w:rsidR="006974AE" w:rsidRDefault="006974AE" w:rsidP="006974AE">
      <w:r>
        <w:t>413.3637</w:t>
      </w:r>
      <w:r>
        <w:tab/>
        <w:t>1.013e0</w:t>
      </w:r>
    </w:p>
    <w:p w:rsidR="006974AE" w:rsidRDefault="006974AE" w:rsidP="006974AE">
      <w:r>
        <w:t>413.3810</w:t>
      </w:r>
      <w:r>
        <w:tab/>
        <w:t>1.013e0</w:t>
      </w:r>
    </w:p>
    <w:p w:rsidR="006974AE" w:rsidRDefault="006974AE" w:rsidP="006974AE">
      <w:r>
        <w:t>413.3846</w:t>
      </w:r>
      <w:r>
        <w:tab/>
        <w:t>1.013e0</w:t>
      </w:r>
    </w:p>
    <w:p w:rsidR="006974AE" w:rsidRDefault="006974AE" w:rsidP="006974AE">
      <w:r>
        <w:t>413.4028</w:t>
      </w:r>
      <w:r>
        <w:tab/>
        <w:t>1.013e0</w:t>
      </w:r>
    </w:p>
    <w:p w:rsidR="006974AE" w:rsidRDefault="006974AE" w:rsidP="006974AE">
      <w:r>
        <w:t>413.4169</w:t>
      </w:r>
      <w:r>
        <w:tab/>
        <w:t>1.013e0</w:t>
      </w:r>
    </w:p>
    <w:p w:rsidR="006974AE" w:rsidRDefault="006974AE" w:rsidP="006974AE">
      <w:r>
        <w:t>413.4275</w:t>
      </w:r>
      <w:r>
        <w:tab/>
        <w:t>1.013e0</w:t>
      </w:r>
    </w:p>
    <w:p w:rsidR="006974AE" w:rsidRDefault="006974AE" w:rsidP="006974AE">
      <w:r>
        <w:t>413.4387</w:t>
      </w:r>
      <w:r>
        <w:tab/>
        <w:t>1.013e0</w:t>
      </w:r>
    </w:p>
    <w:p w:rsidR="006974AE" w:rsidRDefault="006974AE" w:rsidP="006974AE">
      <w:r>
        <w:t>413.4670</w:t>
      </w:r>
      <w:r>
        <w:tab/>
        <w:t>2.025e0</w:t>
      </w:r>
    </w:p>
    <w:p w:rsidR="006974AE" w:rsidRDefault="006974AE" w:rsidP="006974AE">
      <w:r>
        <w:t>413.5092</w:t>
      </w:r>
      <w:r>
        <w:tab/>
        <w:t>1.013e0</w:t>
      </w:r>
    </w:p>
    <w:p w:rsidR="006974AE" w:rsidRDefault="006974AE" w:rsidP="006974AE">
      <w:r>
        <w:t>413.5130</w:t>
      </w:r>
      <w:r>
        <w:tab/>
        <w:t>1.013e0</w:t>
      </w:r>
    </w:p>
    <w:p w:rsidR="006974AE" w:rsidRDefault="006974AE" w:rsidP="006974AE">
      <w:r>
        <w:t>413.5370</w:t>
      </w:r>
      <w:r>
        <w:tab/>
        <w:t>2.025e0</w:t>
      </w:r>
    </w:p>
    <w:p w:rsidR="006974AE" w:rsidRDefault="006974AE" w:rsidP="006974AE">
      <w:r>
        <w:t>413.5740</w:t>
      </w:r>
      <w:r>
        <w:tab/>
        <w:t>1.013e0</w:t>
      </w:r>
    </w:p>
    <w:p w:rsidR="006974AE" w:rsidRDefault="006974AE" w:rsidP="006974AE">
      <w:r>
        <w:t>413.6433</w:t>
      </w:r>
      <w:r>
        <w:tab/>
        <w:t>1.013e0</w:t>
      </w:r>
    </w:p>
    <w:p w:rsidR="006974AE" w:rsidRDefault="006974AE" w:rsidP="006974AE">
      <w:r>
        <w:lastRenderedPageBreak/>
        <w:t>413.6506</w:t>
      </w:r>
      <w:r>
        <w:tab/>
        <w:t>1.013e0</w:t>
      </w:r>
    </w:p>
    <w:p w:rsidR="006974AE" w:rsidRDefault="006974AE" w:rsidP="006974AE">
      <w:r>
        <w:t>413.6986</w:t>
      </w:r>
      <w:r>
        <w:tab/>
        <w:t>1.013e0</w:t>
      </w:r>
    </w:p>
    <w:p w:rsidR="006974AE" w:rsidRDefault="006974AE" w:rsidP="006974AE">
      <w:r>
        <w:t>413.7195</w:t>
      </w:r>
      <w:r>
        <w:tab/>
        <w:t>1.013e0</w:t>
      </w:r>
    </w:p>
    <w:p w:rsidR="006974AE" w:rsidRDefault="006974AE" w:rsidP="006974AE">
      <w:r>
        <w:t>413.7410</w:t>
      </w:r>
      <w:r>
        <w:tab/>
        <w:t>1.013e0</w:t>
      </w:r>
    </w:p>
    <w:p w:rsidR="006974AE" w:rsidRDefault="006974AE" w:rsidP="006974AE">
      <w:r>
        <w:t>413.7527</w:t>
      </w:r>
      <w:r>
        <w:tab/>
        <w:t>1.013e0</w:t>
      </w:r>
    </w:p>
    <w:p w:rsidR="006974AE" w:rsidRDefault="006974AE" w:rsidP="006974AE">
      <w:r>
        <w:t>413.7892</w:t>
      </w:r>
      <w:r>
        <w:tab/>
        <w:t>1.013e0</w:t>
      </w:r>
    </w:p>
    <w:p w:rsidR="006974AE" w:rsidRDefault="006974AE" w:rsidP="006974AE">
      <w:r>
        <w:t>413.8178</w:t>
      </w:r>
      <w:r>
        <w:tab/>
        <w:t>1.013e0</w:t>
      </w:r>
    </w:p>
    <w:p w:rsidR="006974AE" w:rsidRDefault="006974AE" w:rsidP="006974AE">
      <w:r>
        <w:t>413.8397</w:t>
      </w:r>
      <w:r>
        <w:tab/>
        <w:t>1.013e0</w:t>
      </w:r>
    </w:p>
    <w:p w:rsidR="006974AE" w:rsidRDefault="006974AE" w:rsidP="006974AE">
      <w:r>
        <w:t>413.8697</w:t>
      </w:r>
      <w:r>
        <w:tab/>
        <w:t>1.013e0</w:t>
      </w:r>
    </w:p>
    <w:p w:rsidR="006974AE" w:rsidRDefault="006974AE" w:rsidP="006974AE">
      <w:r>
        <w:t>413.8852</w:t>
      </w:r>
      <w:r>
        <w:tab/>
        <w:t>2.025e0</w:t>
      </w:r>
    </w:p>
    <w:p w:rsidR="006974AE" w:rsidRDefault="006974AE" w:rsidP="006974AE">
      <w:r>
        <w:t>413.9090</w:t>
      </w:r>
      <w:r>
        <w:tab/>
        <w:t>1.013e0</w:t>
      </w:r>
    </w:p>
    <w:p w:rsidR="006974AE" w:rsidRDefault="006974AE" w:rsidP="006974AE">
      <w:r>
        <w:t>413.9350</w:t>
      </w:r>
      <w:r>
        <w:tab/>
        <w:t>1.013e0</w:t>
      </w:r>
    </w:p>
    <w:p w:rsidR="006974AE" w:rsidRDefault="006974AE" w:rsidP="006974AE">
      <w:r>
        <w:t>413.9387</w:t>
      </w:r>
      <w:r>
        <w:tab/>
        <w:t>2.025e0</w:t>
      </w:r>
    </w:p>
    <w:p w:rsidR="006974AE" w:rsidRDefault="006974AE" w:rsidP="006974AE">
      <w:r>
        <w:t>413.9444</w:t>
      </w:r>
      <w:r>
        <w:tab/>
        <w:t>3.038e0</w:t>
      </w:r>
    </w:p>
    <w:p w:rsidR="006974AE" w:rsidRDefault="006974AE" w:rsidP="006974AE">
      <w:r>
        <w:t>413.9694</w:t>
      </w:r>
      <w:r>
        <w:tab/>
        <w:t>1.013e0</w:t>
      </w:r>
    </w:p>
    <w:p w:rsidR="006974AE" w:rsidRDefault="006974AE" w:rsidP="006974AE">
      <w:r>
        <w:t>413.9732</w:t>
      </w:r>
      <w:r>
        <w:tab/>
        <w:t>1.013e0</w:t>
      </w:r>
    </w:p>
    <w:p w:rsidR="006974AE" w:rsidRDefault="006974AE" w:rsidP="006974AE">
      <w:r>
        <w:t>413.9783</w:t>
      </w:r>
      <w:r>
        <w:tab/>
        <w:t>1.013e0</w:t>
      </w:r>
    </w:p>
    <w:p w:rsidR="006974AE" w:rsidRDefault="006974AE" w:rsidP="006974AE">
      <w:r>
        <w:t>414.0299</w:t>
      </w:r>
      <w:r>
        <w:tab/>
        <w:t>1.013e0</w:t>
      </w:r>
    </w:p>
    <w:p w:rsidR="006974AE" w:rsidRDefault="006974AE" w:rsidP="006974AE">
      <w:r>
        <w:t>414.0331</w:t>
      </w:r>
      <w:r>
        <w:tab/>
        <w:t>1.013e0</w:t>
      </w:r>
    </w:p>
    <w:p w:rsidR="006974AE" w:rsidRDefault="006974AE" w:rsidP="006974AE">
      <w:r>
        <w:lastRenderedPageBreak/>
        <w:t>414.0354</w:t>
      </w:r>
      <w:r>
        <w:tab/>
        <w:t>2.025e0</w:t>
      </w:r>
    </w:p>
    <w:p w:rsidR="006974AE" w:rsidRDefault="006974AE" w:rsidP="006974AE">
      <w:r>
        <w:t>414.1134</w:t>
      </w:r>
      <w:r>
        <w:tab/>
        <w:t>2.025e0</w:t>
      </w:r>
    </w:p>
    <w:p w:rsidR="006974AE" w:rsidRDefault="006974AE" w:rsidP="006974AE">
      <w:r>
        <w:t>414.1187</w:t>
      </w:r>
      <w:r>
        <w:tab/>
        <w:t>1.013e0</w:t>
      </w:r>
    </w:p>
    <w:p w:rsidR="006974AE" w:rsidRDefault="006974AE" w:rsidP="006974AE">
      <w:r>
        <w:t>414.1257</w:t>
      </w:r>
      <w:r>
        <w:tab/>
        <w:t>3.118e0</w:t>
      </w:r>
    </w:p>
    <w:p w:rsidR="006974AE" w:rsidRDefault="006974AE" w:rsidP="006974AE">
      <w:r>
        <w:t>414.1406</w:t>
      </w:r>
      <w:r>
        <w:tab/>
        <w:t>1.013e0</w:t>
      </w:r>
    </w:p>
    <w:p w:rsidR="006974AE" w:rsidRDefault="006974AE" w:rsidP="006974AE">
      <w:r>
        <w:t>414.1499</w:t>
      </w:r>
      <w:r>
        <w:tab/>
        <w:t>2.025e0</w:t>
      </w:r>
    </w:p>
    <w:p w:rsidR="006974AE" w:rsidRDefault="006974AE" w:rsidP="006974AE">
      <w:r>
        <w:t>414.1827</w:t>
      </w:r>
      <w:r>
        <w:tab/>
        <w:t>2.025e0</w:t>
      </w:r>
    </w:p>
    <w:p w:rsidR="006974AE" w:rsidRDefault="006974AE" w:rsidP="006974AE">
      <w:r>
        <w:t>414.1884</w:t>
      </w:r>
      <w:r>
        <w:tab/>
        <w:t>4.051e0</w:t>
      </w:r>
    </w:p>
    <w:p w:rsidR="006974AE" w:rsidRDefault="006974AE" w:rsidP="006974AE">
      <w:r>
        <w:t>414.2031</w:t>
      </w:r>
      <w:r>
        <w:tab/>
        <w:t>2.025e0</w:t>
      </w:r>
    </w:p>
    <w:p w:rsidR="006974AE" w:rsidRDefault="006974AE" w:rsidP="006974AE">
      <w:r>
        <w:t>414.2110</w:t>
      </w:r>
      <w:r>
        <w:tab/>
        <w:t>3.038e0</w:t>
      </w:r>
    </w:p>
    <w:p w:rsidR="006974AE" w:rsidRDefault="006974AE" w:rsidP="006974AE">
      <w:r>
        <w:t>414.2174</w:t>
      </w:r>
      <w:r>
        <w:tab/>
        <w:t>3.038e0</w:t>
      </w:r>
    </w:p>
    <w:p w:rsidR="006974AE" w:rsidRDefault="006974AE" w:rsidP="006974AE">
      <w:r>
        <w:t>414.2186</w:t>
      </w:r>
      <w:r>
        <w:tab/>
        <w:t>2.025e0</w:t>
      </w:r>
    </w:p>
    <w:p w:rsidR="006974AE" w:rsidRDefault="006974AE" w:rsidP="006974AE">
      <w:r>
        <w:t>414.2264</w:t>
      </w:r>
      <w:r>
        <w:tab/>
        <w:t>1.013e0</w:t>
      </w:r>
    </w:p>
    <w:p w:rsidR="006974AE" w:rsidRDefault="006974AE" w:rsidP="006974AE">
      <w:r>
        <w:t>414.2448</w:t>
      </w:r>
      <w:r>
        <w:tab/>
        <w:t>6.076e0</w:t>
      </w:r>
    </w:p>
    <w:p w:rsidR="006974AE" w:rsidRDefault="006974AE" w:rsidP="006974AE">
      <w:r>
        <w:t>414.2470</w:t>
      </w:r>
      <w:r>
        <w:tab/>
        <w:t>2.025e0</w:t>
      </w:r>
    </w:p>
    <w:p w:rsidR="006974AE" w:rsidRDefault="006974AE" w:rsidP="006974AE">
      <w:r>
        <w:t>414.2504</w:t>
      </w:r>
      <w:r>
        <w:tab/>
        <w:t>2.025e0</w:t>
      </w:r>
    </w:p>
    <w:p w:rsidR="006974AE" w:rsidRDefault="006974AE" w:rsidP="006974AE">
      <w:r>
        <w:t>414.2648</w:t>
      </w:r>
      <w:r>
        <w:tab/>
        <w:t>1.013e0</w:t>
      </w:r>
    </w:p>
    <w:p w:rsidR="006974AE" w:rsidRDefault="006974AE" w:rsidP="006974AE">
      <w:r>
        <w:t>414.2704</w:t>
      </w:r>
      <w:r>
        <w:tab/>
        <w:t>3.038e0</w:t>
      </w:r>
    </w:p>
    <w:p w:rsidR="006974AE" w:rsidRDefault="006974AE" w:rsidP="006974AE">
      <w:r>
        <w:t>414.2829</w:t>
      </w:r>
      <w:r>
        <w:tab/>
        <w:t>2.025e0</w:t>
      </w:r>
    </w:p>
    <w:p w:rsidR="006974AE" w:rsidRDefault="006974AE" w:rsidP="006974AE">
      <w:r>
        <w:lastRenderedPageBreak/>
        <w:t>414.2862</w:t>
      </w:r>
      <w:r>
        <w:tab/>
        <w:t>1.013e0</w:t>
      </w:r>
    </w:p>
    <w:p w:rsidR="006974AE" w:rsidRDefault="006974AE" w:rsidP="006974AE">
      <w:r>
        <w:t>414.3138</w:t>
      </w:r>
      <w:r>
        <w:tab/>
        <w:t>4.051e0</w:t>
      </w:r>
    </w:p>
    <w:p w:rsidR="006974AE" w:rsidRDefault="006974AE" w:rsidP="006974AE">
      <w:r>
        <w:t>414.3437</w:t>
      </w:r>
      <w:r>
        <w:tab/>
        <w:t>1.013e0</w:t>
      </w:r>
    </w:p>
    <w:p w:rsidR="006974AE" w:rsidRDefault="006974AE" w:rsidP="006974AE">
      <w:r>
        <w:t>414.3505</w:t>
      </w:r>
      <w:r>
        <w:tab/>
        <w:t>2.025e0</w:t>
      </w:r>
    </w:p>
    <w:p w:rsidR="006974AE" w:rsidRDefault="006974AE" w:rsidP="006974AE">
      <w:r>
        <w:t>414.3948</w:t>
      </w:r>
      <w:r>
        <w:tab/>
        <w:t>1.013e0</w:t>
      </w:r>
    </w:p>
    <w:p w:rsidR="006974AE" w:rsidRDefault="006974AE" w:rsidP="006974AE">
      <w:r>
        <w:t>414.4002</w:t>
      </w:r>
      <w:r>
        <w:tab/>
        <w:t>2.025e0</w:t>
      </w:r>
    </w:p>
    <w:p w:rsidR="006974AE" w:rsidRDefault="006974AE" w:rsidP="006974AE">
      <w:r>
        <w:t>414.4077</w:t>
      </w:r>
      <w:r>
        <w:tab/>
        <w:t>1.013e0</w:t>
      </w:r>
    </w:p>
    <w:p w:rsidR="006974AE" w:rsidRDefault="006974AE" w:rsidP="006974AE">
      <w:r>
        <w:t>414.4165</w:t>
      </w:r>
      <w:r>
        <w:tab/>
        <w:t>2.025e0</w:t>
      </w:r>
    </w:p>
    <w:p w:rsidR="006974AE" w:rsidRDefault="006974AE" w:rsidP="006974AE">
      <w:r>
        <w:t>414.4454</w:t>
      </w:r>
      <w:r>
        <w:tab/>
        <w:t>1.013e0</w:t>
      </w:r>
    </w:p>
    <w:p w:rsidR="006974AE" w:rsidRDefault="006974AE" w:rsidP="006974AE">
      <w:r>
        <w:t>414.4820</w:t>
      </w:r>
      <w:r>
        <w:tab/>
        <w:t>2.025e0</w:t>
      </w:r>
    </w:p>
    <w:p w:rsidR="006974AE" w:rsidRDefault="006974AE" w:rsidP="006974AE">
      <w:r>
        <w:t>414.4966</w:t>
      </w:r>
      <w:r>
        <w:tab/>
        <w:t>1.013e0</w:t>
      </w:r>
    </w:p>
    <w:p w:rsidR="006974AE" w:rsidRDefault="006974AE" w:rsidP="006974AE">
      <w:r>
        <w:t>414.5190</w:t>
      </w:r>
      <w:r>
        <w:tab/>
        <w:t>1.013e0</w:t>
      </w:r>
    </w:p>
    <w:p w:rsidR="006974AE" w:rsidRDefault="006974AE" w:rsidP="006974AE">
      <w:r>
        <w:t>414.5409</w:t>
      </w:r>
      <w:r>
        <w:tab/>
        <w:t>1.013e0</w:t>
      </w:r>
    </w:p>
    <w:p w:rsidR="006974AE" w:rsidRDefault="006974AE" w:rsidP="006974AE">
      <w:r>
        <w:t>414.5482</w:t>
      </w:r>
      <w:r>
        <w:tab/>
        <w:t>1.013e0</w:t>
      </w:r>
    </w:p>
    <w:p w:rsidR="006974AE" w:rsidRDefault="006974AE" w:rsidP="006974AE">
      <w:r>
        <w:t>414.5696</w:t>
      </w:r>
      <w:r>
        <w:tab/>
        <w:t>1.013e0</w:t>
      </w:r>
    </w:p>
    <w:p w:rsidR="006974AE" w:rsidRDefault="006974AE" w:rsidP="006974AE">
      <w:r>
        <w:t>414.5965</w:t>
      </w:r>
      <w:r>
        <w:tab/>
        <w:t>1.013e0</w:t>
      </w:r>
    </w:p>
    <w:p w:rsidR="006974AE" w:rsidRDefault="006974AE" w:rsidP="006974AE">
      <w:r>
        <w:t>414.6286</w:t>
      </w:r>
      <w:r>
        <w:tab/>
        <w:t>2.025e0</w:t>
      </w:r>
    </w:p>
    <w:p w:rsidR="006974AE" w:rsidRDefault="006974AE" w:rsidP="006974AE">
      <w:r>
        <w:t>414.6531</w:t>
      </w:r>
      <w:r>
        <w:tab/>
        <w:t>2.025e0</w:t>
      </w:r>
    </w:p>
    <w:p w:rsidR="006974AE" w:rsidRDefault="006974AE" w:rsidP="006974AE">
      <w:r>
        <w:t>414.6870</w:t>
      </w:r>
      <w:r>
        <w:tab/>
        <w:t>1.013e0</w:t>
      </w:r>
    </w:p>
    <w:p w:rsidR="006974AE" w:rsidRDefault="006974AE" w:rsidP="006974AE">
      <w:r>
        <w:lastRenderedPageBreak/>
        <w:t>414.6993</w:t>
      </w:r>
      <w:r>
        <w:tab/>
        <w:t>1.013e0</w:t>
      </w:r>
    </w:p>
    <w:p w:rsidR="006974AE" w:rsidRDefault="006974AE" w:rsidP="006974AE">
      <w:r>
        <w:t>414.7458</w:t>
      </w:r>
      <w:r>
        <w:tab/>
        <w:t>1.013e0</w:t>
      </w:r>
    </w:p>
    <w:p w:rsidR="006974AE" w:rsidRDefault="006974AE" w:rsidP="006974AE">
      <w:r>
        <w:t>414.7820</w:t>
      </w:r>
      <w:r>
        <w:tab/>
        <w:t>1.013e0</w:t>
      </w:r>
    </w:p>
    <w:p w:rsidR="006974AE" w:rsidRDefault="006974AE" w:rsidP="006974AE">
      <w:r>
        <w:t>414.7966</w:t>
      </w:r>
      <w:r>
        <w:tab/>
        <w:t>1.013e0</w:t>
      </w:r>
    </w:p>
    <w:p w:rsidR="006974AE" w:rsidRDefault="006974AE" w:rsidP="006974AE">
      <w:r>
        <w:t>414.8637</w:t>
      </w:r>
      <w:r>
        <w:tab/>
        <w:t>2.025e0</w:t>
      </w:r>
    </w:p>
    <w:p w:rsidR="006974AE" w:rsidRDefault="006974AE" w:rsidP="006974AE">
      <w:r>
        <w:t>414.8770</w:t>
      </w:r>
      <w:r>
        <w:tab/>
        <w:t>1.013e0</w:t>
      </w:r>
    </w:p>
    <w:p w:rsidR="006974AE" w:rsidRDefault="006974AE" w:rsidP="006974AE">
      <w:r>
        <w:t>414.9264</w:t>
      </w:r>
      <w:r>
        <w:tab/>
        <w:t>3.038e0</w:t>
      </w:r>
    </w:p>
    <w:p w:rsidR="006974AE" w:rsidRDefault="006974AE" w:rsidP="006974AE">
      <w:r>
        <w:t>414.9569</w:t>
      </w:r>
      <w:r>
        <w:tab/>
        <w:t>1.013e0</w:t>
      </w:r>
    </w:p>
    <w:p w:rsidR="006974AE" w:rsidRDefault="006974AE" w:rsidP="006974AE">
      <w:r>
        <w:t>414.9789</w:t>
      </w:r>
      <w:r>
        <w:tab/>
        <w:t>1.013e0</w:t>
      </w:r>
    </w:p>
    <w:p w:rsidR="006974AE" w:rsidRDefault="006974AE" w:rsidP="006974AE">
      <w:r>
        <w:t>415.0233</w:t>
      </w:r>
      <w:r>
        <w:tab/>
        <w:t>1.013e0</w:t>
      </w:r>
    </w:p>
    <w:p w:rsidR="006974AE" w:rsidRDefault="006974AE" w:rsidP="006974AE">
      <w:r>
        <w:t>415.0261</w:t>
      </w:r>
      <w:r>
        <w:tab/>
        <w:t>2.025e0</w:t>
      </w:r>
    </w:p>
    <w:p w:rsidR="006974AE" w:rsidRDefault="006974AE" w:rsidP="006974AE">
      <w:r>
        <w:t>415.0306</w:t>
      </w:r>
      <w:r>
        <w:tab/>
        <w:t>1.013e0</w:t>
      </w:r>
    </w:p>
    <w:p w:rsidR="006974AE" w:rsidRDefault="006974AE" w:rsidP="006974AE">
      <w:r>
        <w:t>415.0447</w:t>
      </w:r>
      <w:r>
        <w:tab/>
        <w:t>1.013e0</w:t>
      </w:r>
    </w:p>
    <w:p w:rsidR="006974AE" w:rsidRDefault="006974AE" w:rsidP="006974AE">
      <w:r>
        <w:t>415.0598</w:t>
      </w:r>
      <w:r>
        <w:tab/>
        <w:t>1.013e0</w:t>
      </w:r>
    </w:p>
    <w:p w:rsidR="006974AE" w:rsidRDefault="006974AE" w:rsidP="006974AE">
      <w:r>
        <w:t>415.0737</w:t>
      </w:r>
      <w:r>
        <w:tab/>
        <w:t>1.013e0</w:t>
      </w:r>
    </w:p>
    <w:p w:rsidR="006974AE" w:rsidRDefault="006974AE" w:rsidP="006974AE">
      <w:r>
        <w:t>415.0987</w:t>
      </w:r>
      <w:r>
        <w:tab/>
        <w:t>1.013e0</w:t>
      </w:r>
    </w:p>
    <w:p w:rsidR="006974AE" w:rsidRDefault="006974AE" w:rsidP="006974AE">
      <w:r>
        <w:t>415.1113</w:t>
      </w:r>
      <w:r>
        <w:tab/>
        <w:t>2.025e0</w:t>
      </w:r>
    </w:p>
    <w:p w:rsidR="006974AE" w:rsidRDefault="006974AE" w:rsidP="006974AE">
      <w:r>
        <w:t>415.1634</w:t>
      </w:r>
      <w:r>
        <w:tab/>
        <w:t>1.013e0</w:t>
      </w:r>
    </w:p>
    <w:p w:rsidR="006974AE" w:rsidRDefault="006974AE" w:rsidP="006974AE">
      <w:r>
        <w:t>415.1768</w:t>
      </w:r>
      <w:r>
        <w:tab/>
        <w:t>1.013e0</w:t>
      </w:r>
    </w:p>
    <w:p w:rsidR="006974AE" w:rsidRDefault="006974AE" w:rsidP="006974AE">
      <w:r>
        <w:lastRenderedPageBreak/>
        <w:t>415.1888</w:t>
      </w:r>
      <w:r>
        <w:tab/>
        <w:t>2.025e0</w:t>
      </w:r>
    </w:p>
    <w:p w:rsidR="006974AE" w:rsidRDefault="006974AE" w:rsidP="006974AE">
      <w:r>
        <w:t>415.2132</w:t>
      </w:r>
      <w:r>
        <w:tab/>
        <w:t>3.038e0</w:t>
      </w:r>
    </w:p>
    <w:p w:rsidR="006974AE" w:rsidRDefault="006974AE" w:rsidP="006974AE">
      <w:r>
        <w:t>415.2155</w:t>
      </w:r>
      <w:r>
        <w:tab/>
        <w:t>2.025e0</w:t>
      </w:r>
    </w:p>
    <w:p w:rsidR="006974AE" w:rsidRDefault="006974AE" w:rsidP="006974AE">
      <w:r>
        <w:t>415.2573</w:t>
      </w:r>
      <w:r>
        <w:tab/>
        <w:t>1.013e0</w:t>
      </w:r>
    </w:p>
    <w:p w:rsidR="006974AE" w:rsidRDefault="006974AE" w:rsidP="006974AE">
      <w:r>
        <w:t>415.2690</w:t>
      </w:r>
      <w:r>
        <w:tab/>
        <w:t>2.025e0</w:t>
      </w:r>
    </w:p>
    <w:p w:rsidR="006974AE" w:rsidRDefault="006974AE" w:rsidP="006974AE">
      <w:r>
        <w:t>415.2715</w:t>
      </w:r>
      <w:r>
        <w:tab/>
        <w:t>1.013e0</w:t>
      </w:r>
    </w:p>
    <w:p w:rsidR="006974AE" w:rsidRDefault="006974AE" w:rsidP="006974AE">
      <w:r>
        <w:t>415.2769</w:t>
      </w:r>
      <w:r>
        <w:tab/>
        <w:t>2.025e0</w:t>
      </w:r>
    </w:p>
    <w:p w:rsidR="006974AE" w:rsidRDefault="006974AE" w:rsidP="006974AE">
      <w:r>
        <w:t>415.2881</w:t>
      </w:r>
      <w:r>
        <w:tab/>
        <w:t>1.013e0</w:t>
      </w:r>
    </w:p>
    <w:p w:rsidR="006974AE" w:rsidRDefault="006974AE" w:rsidP="006974AE">
      <w:r>
        <w:t>415.2934</w:t>
      </w:r>
      <w:r>
        <w:tab/>
        <w:t>1.013e0</w:t>
      </w:r>
    </w:p>
    <w:p w:rsidR="006974AE" w:rsidRDefault="006974AE" w:rsidP="006974AE">
      <w:r>
        <w:t>415.3095</w:t>
      </w:r>
      <w:r>
        <w:tab/>
        <w:t>1.013e0</w:t>
      </w:r>
    </w:p>
    <w:p w:rsidR="006974AE" w:rsidRDefault="006974AE" w:rsidP="006974AE">
      <w:r>
        <w:t>415.3267</w:t>
      </w:r>
      <w:r>
        <w:tab/>
        <w:t>2.025e0</w:t>
      </w:r>
    </w:p>
    <w:p w:rsidR="006974AE" w:rsidRDefault="006974AE" w:rsidP="006974AE">
      <w:r>
        <w:t>415.3302</w:t>
      </w:r>
      <w:r>
        <w:tab/>
        <w:t>1.013e0</w:t>
      </w:r>
    </w:p>
    <w:p w:rsidR="006974AE" w:rsidRDefault="006974AE" w:rsidP="006974AE">
      <w:r>
        <w:t>415.3392</w:t>
      </w:r>
      <w:r>
        <w:tab/>
        <w:t>2.025e0</w:t>
      </w:r>
    </w:p>
    <w:p w:rsidR="006974AE" w:rsidRDefault="006974AE" w:rsidP="006974AE">
      <w:r>
        <w:t>415.3451</w:t>
      </w:r>
      <w:r>
        <w:tab/>
        <w:t>1.013e0</w:t>
      </w:r>
    </w:p>
    <w:p w:rsidR="006974AE" w:rsidRDefault="006974AE" w:rsidP="006974AE">
      <w:r>
        <w:t>415.3481</w:t>
      </w:r>
      <w:r>
        <w:tab/>
        <w:t>2.025e0</w:t>
      </w:r>
    </w:p>
    <w:p w:rsidR="006974AE" w:rsidRDefault="006974AE" w:rsidP="006974AE">
      <w:r>
        <w:t>415.3664</w:t>
      </w:r>
      <w:r>
        <w:tab/>
        <w:t>1.013e0</w:t>
      </w:r>
    </w:p>
    <w:p w:rsidR="006974AE" w:rsidRDefault="006974AE" w:rsidP="006974AE">
      <w:r>
        <w:t>415.4032</w:t>
      </w:r>
      <w:r>
        <w:tab/>
        <w:t>1.013e0</w:t>
      </w:r>
    </w:p>
    <w:p w:rsidR="006974AE" w:rsidRDefault="006974AE" w:rsidP="006974AE">
      <w:r>
        <w:t>415.4091</w:t>
      </w:r>
      <w:r>
        <w:tab/>
        <w:t>1.013e0</w:t>
      </w:r>
    </w:p>
    <w:p w:rsidR="006974AE" w:rsidRDefault="006974AE" w:rsidP="006974AE">
      <w:r>
        <w:t>415.4129</w:t>
      </w:r>
      <w:r>
        <w:tab/>
        <w:t>1.013e0</w:t>
      </w:r>
    </w:p>
    <w:p w:rsidR="006974AE" w:rsidRDefault="006974AE" w:rsidP="006974AE">
      <w:r>
        <w:lastRenderedPageBreak/>
        <w:t>415.4213</w:t>
      </w:r>
      <w:r>
        <w:tab/>
        <w:t>2.025e0</w:t>
      </w:r>
    </w:p>
    <w:p w:rsidR="006974AE" w:rsidRDefault="006974AE" w:rsidP="006974AE">
      <w:r>
        <w:t>415.4519</w:t>
      </w:r>
      <w:r>
        <w:tab/>
        <w:t>1.013e0</w:t>
      </w:r>
    </w:p>
    <w:p w:rsidR="006974AE" w:rsidRDefault="006974AE" w:rsidP="006974AE">
      <w:r>
        <w:t>415.4553</w:t>
      </w:r>
      <w:r>
        <w:tab/>
        <w:t>2.025e0</w:t>
      </w:r>
    </w:p>
    <w:p w:rsidR="006974AE" w:rsidRDefault="006974AE" w:rsidP="006974AE">
      <w:r>
        <w:t>415.4912</w:t>
      </w:r>
      <w:r>
        <w:tab/>
        <w:t>1.013e0</w:t>
      </w:r>
    </w:p>
    <w:p w:rsidR="006974AE" w:rsidRDefault="006974AE" w:rsidP="006974AE">
      <w:r>
        <w:t>415.4993</w:t>
      </w:r>
      <w:r>
        <w:tab/>
        <w:t>2.025e0</w:t>
      </w:r>
    </w:p>
    <w:p w:rsidR="006974AE" w:rsidRDefault="006974AE" w:rsidP="006974AE">
      <w:r>
        <w:t>415.5104</w:t>
      </w:r>
      <w:r>
        <w:tab/>
        <w:t>2.025e0</w:t>
      </w:r>
    </w:p>
    <w:p w:rsidR="006974AE" w:rsidRDefault="006974AE" w:rsidP="006974AE">
      <w:r>
        <w:t>415.5203</w:t>
      </w:r>
      <w:r>
        <w:tab/>
        <w:t>1.013e0</w:t>
      </w:r>
    </w:p>
    <w:p w:rsidR="006974AE" w:rsidRDefault="006974AE" w:rsidP="006974AE">
      <w:r>
        <w:t>415.5425</w:t>
      </w:r>
      <w:r>
        <w:tab/>
        <w:t>2.025e0</w:t>
      </w:r>
    </w:p>
    <w:p w:rsidR="006974AE" w:rsidRDefault="006974AE" w:rsidP="006974AE">
      <w:r>
        <w:t>415.5720</w:t>
      </w:r>
      <w:r>
        <w:tab/>
        <w:t>1.013e0</w:t>
      </w:r>
    </w:p>
    <w:p w:rsidR="006974AE" w:rsidRDefault="006974AE" w:rsidP="006974AE">
      <w:r>
        <w:t>415.5862</w:t>
      </w:r>
      <w:r>
        <w:tab/>
        <w:t>1.013e0</w:t>
      </w:r>
    </w:p>
    <w:p w:rsidR="006974AE" w:rsidRDefault="006974AE" w:rsidP="006974AE">
      <w:r>
        <w:t>415.5978</w:t>
      </w:r>
      <w:r>
        <w:tab/>
        <w:t>2.025e0</w:t>
      </w:r>
    </w:p>
    <w:p w:rsidR="006974AE" w:rsidRDefault="006974AE" w:rsidP="006974AE">
      <w:r>
        <w:t>415.6017</w:t>
      </w:r>
      <w:r>
        <w:tab/>
        <w:t>1.013e0</w:t>
      </w:r>
    </w:p>
    <w:p w:rsidR="006974AE" w:rsidRDefault="006974AE" w:rsidP="006974AE">
      <w:r>
        <w:t>415.6233</w:t>
      </w:r>
      <w:r>
        <w:tab/>
        <w:t>1.013e0</w:t>
      </w:r>
    </w:p>
    <w:p w:rsidR="006974AE" w:rsidRDefault="006974AE" w:rsidP="006974AE">
      <w:r>
        <w:t>415.6601</w:t>
      </w:r>
      <w:r>
        <w:tab/>
        <w:t>2.025e0</w:t>
      </w:r>
    </w:p>
    <w:p w:rsidR="006974AE" w:rsidRDefault="006974AE" w:rsidP="006974AE">
      <w:r>
        <w:t>415.7260</w:t>
      </w:r>
      <w:r>
        <w:tab/>
        <w:t>1.013e0</w:t>
      </w:r>
    </w:p>
    <w:p w:rsidR="006974AE" w:rsidRDefault="006974AE" w:rsidP="006974AE">
      <w:r>
        <w:t>415.7449</w:t>
      </w:r>
      <w:r>
        <w:tab/>
        <w:t>3.038e0</w:t>
      </w:r>
    </w:p>
    <w:p w:rsidR="006974AE" w:rsidRDefault="006974AE" w:rsidP="006974AE">
      <w:r>
        <w:t>415.7546</w:t>
      </w:r>
      <w:r>
        <w:tab/>
        <w:t>1.013e0</w:t>
      </w:r>
    </w:p>
    <w:p w:rsidR="006974AE" w:rsidRDefault="006974AE" w:rsidP="006974AE">
      <w:r>
        <w:t>415.7829</w:t>
      </w:r>
      <w:r>
        <w:tab/>
        <w:t>1.013e0</w:t>
      </w:r>
    </w:p>
    <w:p w:rsidR="006974AE" w:rsidRDefault="006974AE" w:rsidP="006974AE">
      <w:r>
        <w:t>415.8577</w:t>
      </w:r>
      <w:r>
        <w:tab/>
        <w:t>1.013e0</w:t>
      </w:r>
    </w:p>
    <w:p w:rsidR="006974AE" w:rsidRDefault="006974AE" w:rsidP="006974AE">
      <w:r>
        <w:lastRenderedPageBreak/>
        <w:t>415.8680</w:t>
      </w:r>
      <w:r>
        <w:tab/>
        <w:t>2.025e0</w:t>
      </w:r>
    </w:p>
    <w:p w:rsidR="006974AE" w:rsidRDefault="006974AE" w:rsidP="006974AE">
      <w:r>
        <w:t>415.8720</w:t>
      </w:r>
      <w:r>
        <w:tab/>
        <w:t>1.013e0</w:t>
      </w:r>
    </w:p>
    <w:p w:rsidR="006974AE" w:rsidRDefault="006974AE" w:rsidP="006974AE">
      <w:r>
        <w:t>415.9336</w:t>
      </w:r>
      <w:r>
        <w:tab/>
        <w:t>3.038e0</w:t>
      </w:r>
    </w:p>
    <w:p w:rsidR="006974AE" w:rsidRDefault="006974AE" w:rsidP="006974AE">
      <w:r>
        <w:t>415.9506</w:t>
      </w:r>
      <w:r>
        <w:tab/>
        <w:t>2.025e0</w:t>
      </w:r>
    </w:p>
    <w:p w:rsidR="006974AE" w:rsidRDefault="006974AE" w:rsidP="006974AE">
      <w:r>
        <w:t>415.9602</w:t>
      </w:r>
      <w:r>
        <w:tab/>
        <w:t>1.013e0</w:t>
      </w:r>
    </w:p>
    <w:p w:rsidR="006974AE" w:rsidRDefault="006974AE" w:rsidP="006974AE">
      <w:r>
        <w:t>415.9822</w:t>
      </w:r>
      <w:r>
        <w:tab/>
        <w:t>1.013e0</w:t>
      </w:r>
    </w:p>
    <w:p w:rsidR="006974AE" w:rsidRDefault="006974AE" w:rsidP="006974AE">
      <w:r>
        <w:t>415.9893</w:t>
      </w:r>
      <w:r>
        <w:tab/>
        <w:t>2.025e0</w:t>
      </w:r>
    </w:p>
    <w:p w:rsidR="006974AE" w:rsidRDefault="006974AE" w:rsidP="006974AE">
      <w:r>
        <w:t>415.9993</w:t>
      </w:r>
      <w:r>
        <w:tab/>
        <w:t>2.025e0</w:t>
      </w:r>
    </w:p>
    <w:p w:rsidR="006974AE" w:rsidRDefault="006974AE" w:rsidP="006974AE">
      <w:r>
        <w:t>416.0037</w:t>
      </w:r>
      <w:r>
        <w:tab/>
        <w:t>1.013e0</w:t>
      </w:r>
    </w:p>
    <w:p w:rsidR="006974AE" w:rsidRDefault="006974AE" w:rsidP="006974AE">
      <w:r>
        <w:t>416.0189</w:t>
      </w:r>
      <w:r>
        <w:tab/>
        <w:t>2.025e0</w:t>
      </w:r>
    </w:p>
    <w:p w:rsidR="006974AE" w:rsidRDefault="006974AE" w:rsidP="006974AE">
      <w:r>
        <w:t>416.0262</w:t>
      </w:r>
      <w:r>
        <w:tab/>
        <w:t>1.013e0</w:t>
      </w:r>
    </w:p>
    <w:p w:rsidR="006974AE" w:rsidRDefault="006974AE" w:rsidP="006974AE">
      <w:r>
        <w:t>416.0296</w:t>
      </w:r>
      <w:r>
        <w:tab/>
        <w:t>4.051e0</w:t>
      </w:r>
    </w:p>
    <w:p w:rsidR="006974AE" w:rsidRDefault="006974AE" w:rsidP="006974AE">
      <w:r>
        <w:t>416.0361</w:t>
      </w:r>
      <w:r>
        <w:tab/>
        <w:t>1.013e0</w:t>
      </w:r>
    </w:p>
    <w:p w:rsidR="006974AE" w:rsidRDefault="006974AE" w:rsidP="006974AE">
      <w:r>
        <w:t>416.0596</w:t>
      </w:r>
      <w:r>
        <w:tab/>
        <w:t>2.025e0</w:t>
      </w:r>
    </w:p>
    <w:p w:rsidR="006974AE" w:rsidRDefault="006974AE" w:rsidP="006974AE">
      <w:r>
        <w:t>416.0757</w:t>
      </w:r>
      <w:r>
        <w:tab/>
        <w:t>1.013e0</w:t>
      </w:r>
    </w:p>
    <w:p w:rsidR="006974AE" w:rsidRDefault="006974AE" w:rsidP="006974AE">
      <w:r>
        <w:t>416.0916</w:t>
      </w:r>
      <w:r>
        <w:tab/>
        <w:t>1.013e0</w:t>
      </w:r>
    </w:p>
    <w:p w:rsidR="006974AE" w:rsidRDefault="006974AE" w:rsidP="006974AE">
      <w:r>
        <w:t>416.1063</w:t>
      </w:r>
      <w:r>
        <w:tab/>
        <w:t>1.013e0</w:t>
      </w:r>
    </w:p>
    <w:p w:rsidR="006974AE" w:rsidRDefault="006974AE" w:rsidP="006974AE">
      <w:r>
        <w:t>416.1435</w:t>
      </w:r>
      <w:r>
        <w:tab/>
        <w:t>2.017e0</w:t>
      </w:r>
    </w:p>
    <w:p w:rsidR="006974AE" w:rsidRDefault="006974AE" w:rsidP="006974AE">
      <w:r>
        <w:t>416.1503</w:t>
      </w:r>
      <w:r>
        <w:tab/>
        <w:t>1.013e0</w:t>
      </w:r>
    </w:p>
    <w:p w:rsidR="006974AE" w:rsidRDefault="006974AE" w:rsidP="006974AE">
      <w:r>
        <w:lastRenderedPageBreak/>
        <w:t>416.1768</w:t>
      </w:r>
      <w:r>
        <w:tab/>
        <w:t>3.038e0</w:t>
      </w:r>
    </w:p>
    <w:p w:rsidR="006974AE" w:rsidRDefault="006974AE" w:rsidP="006974AE">
      <w:r>
        <w:t>416.2016</w:t>
      </w:r>
      <w:r>
        <w:tab/>
        <w:t>2.025e0</w:t>
      </w:r>
    </w:p>
    <w:p w:rsidR="006974AE" w:rsidRDefault="006974AE" w:rsidP="006974AE">
      <w:r>
        <w:t>416.2037</w:t>
      </w:r>
      <w:r>
        <w:tab/>
        <w:t>1.013e0</w:t>
      </w:r>
    </w:p>
    <w:p w:rsidR="006974AE" w:rsidRDefault="006974AE" w:rsidP="006974AE">
      <w:r>
        <w:t>416.2094</w:t>
      </w:r>
      <w:r>
        <w:tab/>
        <w:t>1.013e0</w:t>
      </w:r>
    </w:p>
    <w:p w:rsidR="006974AE" w:rsidRDefault="006974AE" w:rsidP="006974AE">
      <w:r>
        <w:t>416.2162</w:t>
      </w:r>
      <w:r>
        <w:tab/>
        <w:t>1.013e0</w:t>
      </w:r>
    </w:p>
    <w:p w:rsidR="006974AE" w:rsidRDefault="006974AE" w:rsidP="006974AE">
      <w:r>
        <w:t>416.2467</w:t>
      </w:r>
      <w:r>
        <w:tab/>
        <w:t>4.051e0</w:t>
      </w:r>
    </w:p>
    <w:p w:rsidR="006974AE" w:rsidRDefault="006974AE" w:rsidP="006974AE">
      <w:r>
        <w:t>416.2645</w:t>
      </w:r>
      <w:r>
        <w:tab/>
        <w:t>5.063e0</w:t>
      </w:r>
    </w:p>
    <w:p w:rsidR="006974AE" w:rsidRDefault="006974AE" w:rsidP="006974AE">
      <w:r>
        <w:t>416.2708</w:t>
      </w:r>
      <w:r>
        <w:tab/>
        <w:t>3.038e0</w:t>
      </w:r>
    </w:p>
    <w:p w:rsidR="006974AE" w:rsidRDefault="006974AE" w:rsidP="006974AE">
      <w:r>
        <w:t>416.2827</w:t>
      </w:r>
      <w:r>
        <w:tab/>
        <w:t>1.013e0</w:t>
      </w:r>
    </w:p>
    <w:p w:rsidR="006974AE" w:rsidRDefault="006974AE" w:rsidP="006974AE">
      <w:r>
        <w:t>416.2914</w:t>
      </w:r>
      <w:r>
        <w:tab/>
        <w:t>3.038e0</w:t>
      </w:r>
    </w:p>
    <w:p w:rsidR="006974AE" w:rsidRDefault="006974AE" w:rsidP="006974AE">
      <w:r>
        <w:t>416.2945</w:t>
      </w:r>
      <w:r>
        <w:tab/>
        <w:t>2.025e0</w:t>
      </w:r>
    </w:p>
    <w:p w:rsidR="006974AE" w:rsidRDefault="006974AE" w:rsidP="006974AE">
      <w:r>
        <w:t>416.3076</w:t>
      </w:r>
      <w:r>
        <w:tab/>
        <w:t>1.013e0</w:t>
      </w:r>
    </w:p>
    <w:p w:rsidR="006974AE" w:rsidRDefault="006974AE" w:rsidP="006974AE">
      <w:r>
        <w:t>416.3621</w:t>
      </w:r>
      <w:r>
        <w:tab/>
        <w:t>2.025e0</w:t>
      </w:r>
    </w:p>
    <w:p w:rsidR="006974AE" w:rsidRDefault="006974AE" w:rsidP="006974AE">
      <w:r>
        <w:t>416.3634</w:t>
      </w:r>
      <w:r>
        <w:tab/>
        <w:t>1.013e0</w:t>
      </w:r>
    </w:p>
    <w:p w:rsidR="006974AE" w:rsidRDefault="006974AE" w:rsidP="006974AE">
      <w:r>
        <w:t>416.3998</w:t>
      </w:r>
      <w:r>
        <w:tab/>
        <w:t>3.038e0</w:t>
      </w:r>
    </w:p>
    <w:p w:rsidR="006974AE" w:rsidRDefault="006974AE" w:rsidP="006974AE">
      <w:r>
        <w:t>416.4658</w:t>
      </w:r>
      <w:r>
        <w:tab/>
        <w:t>2.025e0</w:t>
      </w:r>
    </w:p>
    <w:p w:rsidR="006974AE" w:rsidRDefault="006974AE" w:rsidP="006974AE">
      <w:r>
        <w:t>416.5101</w:t>
      </w:r>
      <w:r>
        <w:tab/>
        <w:t>1.013e0</w:t>
      </w:r>
    </w:p>
    <w:p w:rsidR="006974AE" w:rsidRDefault="006974AE" w:rsidP="006974AE">
      <w:r>
        <w:t>416.5250</w:t>
      </w:r>
      <w:r>
        <w:tab/>
        <w:t>2.025e0</w:t>
      </w:r>
    </w:p>
    <w:p w:rsidR="006974AE" w:rsidRDefault="006974AE" w:rsidP="006974AE">
      <w:r>
        <w:t>416.5357</w:t>
      </w:r>
      <w:r>
        <w:tab/>
        <w:t>1.013e0</w:t>
      </w:r>
    </w:p>
    <w:p w:rsidR="006974AE" w:rsidRDefault="006974AE" w:rsidP="006974AE">
      <w:r>
        <w:lastRenderedPageBreak/>
        <w:t>416.5781</w:t>
      </w:r>
      <w:r>
        <w:tab/>
        <w:t>1.013e0</w:t>
      </w:r>
    </w:p>
    <w:p w:rsidR="006974AE" w:rsidRDefault="006974AE" w:rsidP="006974AE">
      <w:r>
        <w:t>416.5835</w:t>
      </w:r>
      <w:r>
        <w:tab/>
        <w:t>1.013e0</w:t>
      </w:r>
    </w:p>
    <w:p w:rsidR="006974AE" w:rsidRDefault="006974AE" w:rsidP="006974AE">
      <w:r>
        <w:t>416.6055</w:t>
      </w:r>
      <w:r>
        <w:tab/>
        <w:t>1.013e0</w:t>
      </w:r>
    </w:p>
    <w:p w:rsidR="006974AE" w:rsidRDefault="006974AE" w:rsidP="006974AE">
      <w:r>
        <w:t>416.6270</w:t>
      </w:r>
      <w:r>
        <w:tab/>
        <w:t>2.025e0</w:t>
      </w:r>
    </w:p>
    <w:p w:rsidR="006974AE" w:rsidRDefault="006974AE" w:rsidP="006974AE">
      <w:r>
        <w:t>416.6390</w:t>
      </w:r>
      <w:r>
        <w:tab/>
        <w:t>1.013e0</w:t>
      </w:r>
    </w:p>
    <w:p w:rsidR="006974AE" w:rsidRDefault="006974AE" w:rsidP="006974AE">
      <w:r>
        <w:t>416.6584</w:t>
      </w:r>
      <w:r>
        <w:tab/>
        <w:t>2.025e0</w:t>
      </w:r>
    </w:p>
    <w:p w:rsidR="006974AE" w:rsidRDefault="006974AE" w:rsidP="006974AE">
      <w:r>
        <w:t>416.7116</w:t>
      </w:r>
      <w:r>
        <w:tab/>
        <w:t>2.025e0</w:t>
      </w:r>
    </w:p>
    <w:p w:rsidR="006974AE" w:rsidRDefault="006974AE" w:rsidP="006974AE">
      <w:r>
        <w:t>416.7461</w:t>
      </w:r>
      <w:r>
        <w:tab/>
        <w:t>1.013e0</w:t>
      </w:r>
    </w:p>
    <w:p w:rsidR="006974AE" w:rsidRDefault="006974AE" w:rsidP="006974AE">
      <w:r>
        <w:t>416.7669</w:t>
      </w:r>
      <w:r>
        <w:tab/>
        <w:t>1.013e0</w:t>
      </w:r>
    </w:p>
    <w:p w:rsidR="006974AE" w:rsidRDefault="006974AE" w:rsidP="006974AE">
      <w:r>
        <w:t>416.7986</w:t>
      </w:r>
      <w:r>
        <w:tab/>
        <w:t>2.025e0</w:t>
      </w:r>
    </w:p>
    <w:p w:rsidR="006974AE" w:rsidRDefault="006974AE" w:rsidP="006974AE">
      <w:r>
        <w:t>416.8004</w:t>
      </w:r>
      <w:r>
        <w:tab/>
        <w:t>2.025e0</w:t>
      </w:r>
    </w:p>
    <w:p w:rsidR="006974AE" w:rsidRDefault="006974AE" w:rsidP="006974AE">
      <w:r>
        <w:t>416.8404</w:t>
      </w:r>
      <w:r>
        <w:tab/>
        <w:t>1.013e0</w:t>
      </w:r>
    </w:p>
    <w:p w:rsidR="006974AE" w:rsidRDefault="006974AE" w:rsidP="006974AE">
      <w:r>
        <w:t>416.8672</w:t>
      </w:r>
      <w:r>
        <w:tab/>
        <w:t>1.013e0</w:t>
      </w:r>
    </w:p>
    <w:p w:rsidR="006974AE" w:rsidRDefault="006974AE" w:rsidP="006974AE">
      <w:r>
        <w:t>416.8704</w:t>
      </w:r>
      <w:r>
        <w:tab/>
        <w:t>1.013e0</w:t>
      </w:r>
    </w:p>
    <w:p w:rsidR="006974AE" w:rsidRDefault="006974AE" w:rsidP="006974AE">
      <w:r>
        <w:t>416.8991</w:t>
      </w:r>
      <w:r>
        <w:tab/>
        <w:t>1.013e0</w:t>
      </w:r>
    </w:p>
    <w:p w:rsidR="006974AE" w:rsidRDefault="006974AE" w:rsidP="006974AE">
      <w:r>
        <w:t>416.9095</w:t>
      </w:r>
      <w:r>
        <w:tab/>
        <w:t>1.013e0</w:t>
      </w:r>
    </w:p>
    <w:p w:rsidR="006974AE" w:rsidRDefault="006974AE" w:rsidP="006974AE">
      <w:r>
        <w:t>416.9211</w:t>
      </w:r>
      <w:r>
        <w:tab/>
        <w:t>1.013e0</w:t>
      </w:r>
    </w:p>
    <w:p w:rsidR="006974AE" w:rsidRDefault="006974AE" w:rsidP="006974AE">
      <w:r>
        <w:t>416.9313</w:t>
      </w:r>
      <w:r>
        <w:tab/>
        <w:t>2.025e0</w:t>
      </w:r>
    </w:p>
    <w:p w:rsidR="006974AE" w:rsidRDefault="006974AE" w:rsidP="006974AE">
      <w:r>
        <w:t>416.9427</w:t>
      </w:r>
      <w:r>
        <w:tab/>
        <w:t>2.025e0</w:t>
      </w:r>
    </w:p>
    <w:p w:rsidR="006974AE" w:rsidRDefault="006974AE" w:rsidP="006974AE">
      <w:r>
        <w:lastRenderedPageBreak/>
        <w:t>416.9652</w:t>
      </w:r>
      <w:r>
        <w:tab/>
        <w:t>1.013e0</w:t>
      </w:r>
    </w:p>
    <w:p w:rsidR="006974AE" w:rsidRDefault="006974AE" w:rsidP="006974AE">
      <w:r>
        <w:t>416.9860</w:t>
      </w:r>
      <w:r>
        <w:tab/>
        <w:t>2.025e0</w:t>
      </w:r>
    </w:p>
    <w:p w:rsidR="006974AE" w:rsidRDefault="006974AE" w:rsidP="006974AE">
      <w:r>
        <w:t>416.9914</w:t>
      </w:r>
      <w:r>
        <w:tab/>
        <w:t>1.013e0</w:t>
      </w:r>
    </w:p>
    <w:p w:rsidR="006974AE" w:rsidRDefault="006974AE" w:rsidP="006974AE">
      <w:r>
        <w:t>417.0170</w:t>
      </w:r>
      <w:r>
        <w:tab/>
        <w:t>1.013e0</w:t>
      </w:r>
    </w:p>
    <w:p w:rsidR="006974AE" w:rsidRDefault="006974AE" w:rsidP="006974AE">
      <w:r>
        <w:t>417.0201</w:t>
      </w:r>
      <w:r>
        <w:tab/>
        <w:t>3.038e0</w:t>
      </w:r>
    </w:p>
    <w:p w:rsidR="006974AE" w:rsidRDefault="006974AE" w:rsidP="006974AE">
      <w:r>
        <w:t>417.0602</w:t>
      </w:r>
      <w:r>
        <w:tab/>
        <w:t>1.013e0</w:t>
      </w:r>
    </w:p>
    <w:p w:rsidR="006974AE" w:rsidRDefault="006974AE" w:rsidP="006974AE">
      <w:r>
        <w:t>417.0740</w:t>
      </w:r>
      <w:r>
        <w:tab/>
        <w:t>1.013e0</w:t>
      </w:r>
    </w:p>
    <w:p w:rsidR="006974AE" w:rsidRDefault="006974AE" w:rsidP="006974AE">
      <w:r>
        <w:t>417.0772</w:t>
      </w:r>
      <w:r>
        <w:tab/>
        <w:t>1.013e0</w:t>
      </w:r>
    </w:p>
    <w:p w:rsidR="006974AE" w:rsidRDefault="006974AE" w:rsidP="006974AE">
      <w:r>
        <w:t>417.1021</w:t>
      </w:r>
      <w:r>
        <w:tab/>
        <w:t>2.025e0</w:t>
      </w:r>
    </w:p>
    <w:p w:rsidR="006974AE" w:rsidRDefault="006974AE" w:rsidP="006974AE">
      <w:r>
        <w:t>417.1047</w:t>
      </w:r>
      <w:r>
        <w:tab/>
        <w:t>1.013e0</w:t>
      </w:r>
    </w:p>
    <w:p w:rsidR="006974AE" w:rsidRDefault="006974AE" w:rsidP="006974AE">
      <w:r>
        <w:t>417.1108</w:t>
      </w:r>
      <w:r>
        <w:tab/>
        <w:t>2.025e0</w:t>
      </w:r>
    </w:p>
    <w:p w:rsidR="006974AE" w:rsidRDefault="006974AE" w:rsidP="006974AE">
      <w:r>
        <w:t>417.1341</w:t>
      </w:r>
      <w:r>
        <w:tab/>
        <w:t>1.013e0</w:t>
      </w:r>
    </w:p>
    <w:p w:rsidR="006974AE" w:rsidRDefault="006974AE" w:rsidP="006974AE">
      <w:r>
        <w:t>417.1442</w:t>
      </w:r>
      <w:r>
        <w:tab/>
        <w:t>2.025e0</w:t>
      </w:r>
    </w:p>
    <w:p w:rsidR="006974AE" w:rsidRDefault="006974AE" w:rsidP="006974AE">
      <w:r>
        <w:t>417.1678</w:t>
      </w:r>
      <w:r>
        <w:tab/>
        <w:t>2.025e0</w:t>
      </w:r>
    </w:p>
    <w:p w:rsidR="006974AE" w:rsidRDefault="006974AE" w:rsidP="006974AE">
      <w:r>
        <w:t>417.1703</w:t>
      </w:r>
      <w:r>
        <w:tab/>
        <w:t>1.013e0</w:t>
      </w:r>
    </w:p>
    <w:p w:rsidR="006974AE" w:rsidRDefault="006974AE" w:rsidP="006974AE">
      <w:r>
        <w:t>417.1850</w:t>
      </w:r>
      <w:r>
        <w:tab/>
        <w:t>1.013e0</w:t>
      </w:r>
    </w:p>
    <w:p w:rsidR="006974AE" w:rsidRDefault="006974AE" w:rsidP="006974AE">
      <w:r>
        <w:t>417.1929</w:t>
      </w:r>
      <w:r>
        <w:tab/>
        <w:t>1.013e0</w:t>
      </w:r>
    </w:p>
    <w:p w:rsidR="006974AE" w:rsidRDefault="006974AE" w:rsidP="006974AE">
      <w:r>
        <w:t>417.2082</w:t>
      </w:r>
      <w:r>
        <w:tab/>
        <w:t>2.025e0</w:t>
      </w:r>
    </w:p>
    <w:p w:rsidR="006974AE" w:rsidRDefault="006974AE" w:rsidP="006974AE">
      <w:r>
        <w:t>417.2202</w:t>
      </w:r>
      <w:r>
        <w:tab/>
        <w:t>1.013e0</w:t>
      </w:r>
    </w:p>
    <w:p w:rsidR="006974AE" w:rsidRDefault="006974AE" w:rsidP="006974AE">
      <w:r>
        <w:lastRenderedPageBreak/>
        <w:t>417.2307</w:t>
      </w:r>
      <w:r>
        <w:tab/>
        <w:t>3.038e0</w:t>
      </w:r>
    </w:p>
    <w:p w:rsidR="006974AE" w:rsidRDefault="006974AE" w:rsidP="006974AE">
      <w:r>
        <w:t>417.2365</w:t>
      </w:r>
      <w:r>
        <w:tab/>
        <w:t>2.003e0</w:t>
      </w:r>
    </w:p>
    <w:p w:rsidR="006974AE" w:rsidRDefault="006974AE" w:rsidP="006974AE">
      <w:r>
        <w:t>417.2590</w:t>
      </w:r>
      <w:r>
        <w:tab/>
        <w:t>1.013e0</w:t>
      </w:r>
    </w:p>
    <w:p w:rsidR="006974AE" w:rsidRDefault="006974AE" w:rsidP="006974AE">
      <w:r>
        <w:t>417.2625</w:t>
      </w:r>
      <w:r>
        <w:tab/>
        <w:t>1.013e0</w:t>
      </w:r>
    </w:p>
    <w:p w:rsidR="006974AE" w:rsidRDefault="006974AE" w:rsidP="006974AE">
      <w:r>
        <w:t>417.2737</w:t>
      </w:r>
      <w:r>
        <w:tab/>
        <w:t>1.013e0</w:t>
      </w:r>
    </w:p>
    <w:p w:rsidR="006974AE" w:rsidRDefault="006974AE" w:rsidP="006974AE">
      <w:r>
        <w:t>417.2810</w:t>
      </w:r>
      <w:r>
        <w:tab/>
        <w:t>1.013e0</w:t>
      </w:r>
    </w:p>
    <w:p w:rsidR="006974AE" w:rsidRDefault="006974AE" w:rsidP="006974AE">
      <w:r>
        <w:t>417.3059</w:t>
      </w:r>
      <w:r>
        <w:tab/>
        <w:t>1.013e0</w:t>
      </w:r>
    </w:p>
    <w:p w:rsidR="006974AE" w:rsidRDefault="006974AE" w:rsidP="006974AE">
      <w:r>
        <w:t>417.3100</w:t>
      </w:r>
      <w:r>
        <w:tab/>
        <w:t>1.013e0</w:t>
      </w:r>
    </w:p>
    <w:p w:rsidR="006974AE" w:rsidRDefault="006974AE" w:rsidP="006974AE">
      <w:r>
        <w:t>417.3236</w:t>
      </w:r>
      <w:r>
        <w:tab/>
        <w:t>1.013e0</w:t>
      </w:r>
    </w:p>
    <w:p w:rsidR="006974AE" w:rsidRDefault="006974AE" w:rsidP="006974AE">
      <w:r>
        <w:t>417.3274</w:t>
      </w:r>
      <w:r>
        <w:tab/>
        <w:t>1.013e0</w:t>
      </w:r>
    </w:p>
    <w:p w:rsidR="006974AE" w:rsidRDefault="006974AE" w:rsidP="006974AE">
      <w:r>
        <w:t>417.3518</w:t>
      </w:r>
      <w:r>
        <w:tab/>
        <w:t>2.025e0</w:t>
      </w:r>
    </w:p>
    <w:p w:rsidR="006974AE" w:rsidRDefault="006974AE" w:rsidP="006974AE">
      <w:r>
        <w:t>417.3619</w:t>
      </w:r>
      <w:r>
        <w:tab/>
        <w:t>1.013e0</w:t>
      </w:r>
    </w:p>
    <w:p w:rsidR="006974AE" w:rsidRDefault="006974AE" w:rsidP="006974AE">
      <w:r>
        <w:t>417.3695</w:t>
      </w:r>
      <w:r>
        <w:tab/>
        <w:t>1.013e0</w:t>
      </w:r>
    </w:p>
    <w:p w:rsidR="006974AE" w:rsidRDefault="006974AE" w:rsidP="006974AE">
      <w:r>
        <w:t>417.4052</w:t>
      </w:r>
      <w:r>
        <w:tab/>
        <w:t>1.013e0</w:t>
      </w:r>
    </w:p>
    <w:p w:rsidR="006974AE" w:rsidRDefault="006974AE" w:rsidP="006974AE">
      <w:r>
        <w:t>417.4271</w:t>
      </w:r>
      <w:r>
        <w:tab/>
        <w:t>1.013e0</w:t>
      </w:r>
    </w:p>
    <w:p w:rsidR="006974AE" w:rsidRDefault="006974AE" w:rsidP="006974AE">
      <w:r>
        <w:t>417.4444</w:t>
      </w:r>
      <w:r>
        <w:tab/>
        <w:t>2.025e0</w:t>
      </w:r>
    </w:p>
    <w:p w:rsidR="006974AE" w:rsidRDefault="006974AE" w:rsidP="006974AE">
      <w:r>
        <w:t>417.4648</w:t>
      </w:r>
      <w:r>
        <w:tab/>
        <w:t>1.013e0</w:t>
      </w:r>
    </w:p>
    <w:p w:rsidR="006974AE" w:rsidRDefault="006974AE" w:rsidP="006974AE">
      <w:r>
        <w:t>417.5084</w:t>
      </w:r>
      <w:r>
        <w:tab/>
        <w:t>1.013e0</w:t>
      </w:r>
    </w:p>
    <w:p w:rsidR="006974AE" w:rsidRDefault="006974AE" w:rsidP="006974AE">
      <w:r>
        <w:t>417.5237</w:t>
      </w:r>
      <w:r>
        <w:tab/>
        <w:t>1.013e0</w:t>
      </w:r>
    </w:p>
    <w:p w:rsidR="006974AE" w:rsidRDefault="006974AE" w:rsidP="006974AE">
      <w:r>
        <w:lastRenderedPageBreak/>
        <w:t>417.5638</w:t>
      </w:r>
      <w:r>
        <w:tab/>
        <w:t>2.025e0</w:t>
      </w:r>
    </w:p>
    <w:p w:rsidR="006974AE" w:rsidRDefault="006974AE" w:rsidP="006974AE">
      <w:r>
        <w:t>417.6046</w:t>
      </w:r>
      <w:r>
        <w:tab/>
        <w:t>1.013e0</w:t>
      </w:r>
    </w:p>
    <w:p w:rsidR="006974AE" w:rsidRDefault="006974AE" w:rsidP="006974AE">
      <w:r>
        <w:t>417.6261</w:t>
      </w:r>
      <w:r>
        <w:tab/>
        <w:t>1.013e0</w:t>
      </w:r>
    </w:p>
    <w:p w:rsidR="006974AE" w:rsidRDefault="006974AE" w:rsidP="006974AE">
      <w:r>
        <w:t>417.6799</w:t>
      </w:r>
      <w:r>
        <w:tab/>
        <w:t>1.013e0</w:t>
      </w:r>
    </w:p>
    <w:p w:rsidR="006974AE" w:rsidRDefault="006974AE" w:rsidP="006974AE">
      <w:r>
        <w:t>417.7511</w:t>
      </w:r>
      <w:r>
        <w:tab/>
        <w:t>1.013e0</w:t>
      </w:r>
    </w:p>
    <w:p w:rsidR="006974AE" w:rsidRDefault="006974AE" w:rsidP="006974AE">
      <w:r>
        <w:t>417.7796</w:t>
      </w:r>
      <w:r>
        <w:tab/>
        <w:t>1.013e0</w:t>
      </w:r>
    </w:p>
    <w:p w:rsidR="006974AE" w:rsidRDefault="006974AE" w:rsidP="006974AE">
      <w:r>
        <w:t>417.7833</w:t>
      </w:r>
      <w:r>
        <w:tab/>
        <w:t>1.013e0</w:t>
      </w:r>
    </w:p>
    <w:p w:rsidR="006974AE" w:rsidRDefault="006974AE" w:rsidP="006974AE">
      <w:r>
        <w:t>417.8187</w:t>
      </w:r>
      <w:r>
        <w:tab/>
        <w:t>3.038e0</w:t>
      </w:r>
    </w:p>
    <w:p w:rsidR="006974AE" w:rsidRDefault="006974AE" w:rsidP="006974AE">
      <w:r>
        <w:t>417.8321</w:t>
      </w:r>
      <w:r>
        <w:tab/>
        <w:t>1.013e0</w:t>
      </w:r>
    </w:p>
    <w:p w:rsidR="006974AE" w:rsidRDefault="006974AE" w:rsidP="006974AE">
      <w:r>
        <w:t>417.8365</w:t>
      </w:r>
      <w:r>
        <w:tab/>
        <w:t>3.038e0</w:t>
      </w:r>
    </w:p>
    <w:p w:rsidR="006974AE" w:rsidRDefault="006974AE" w:rsidP="006974AE">
      <w:r>
        <w:t>417.8571</w:t>
      </w:r>
      <w:r>
        <w:tab/>
        <w:t>2.025e0</w:t>
      </w:r>
    </w:p>
    <w:p w:rsidR="006974AE" w:rsidRDefault="006974AE" w:rsidP="006974AE">
      <w:r>
        <w:t>417.8767</w:t>
      </w:r>
      <w:r>
        <w:tab/>
        <w:t>1.013e0</w:t>
      </w:r>
    </w:p>
    <w:p w:rsidR="006974AE" w:rsidRDefault="006974AE" w:rsidP="006974AE">
      <w:r>
        <w:t>417.8872</w:t>
      </w:r>
      <w:r>
        <w:tab/>
        <w:t>1.013e0</w:t>
      </w:r>
    </w:p>
    <w:p w:rsidR="006974AE" w:rsidRDefault="006974AE" w:rsidP="006974AE">
      <w:r>
        <w:t>417.9044</w:t>
      </w:r>
      <w:r>
        <w:tab/>
        <w:t>1.013e0</w:t>
      </w:r>
    </w:p>
    <w:p w:rsidR="006974AE" w:rsidRDefault="006974AE" w:rsidP="006974AE">
      <w:r>
        <w:t>417.9084</w:t>
      </w:r>
      <w:r>
        <w:tab/>
        <w:t>2.025e0</w:t>
      </w:r>
    </w:p>
    <w:p w:rsidR="006974AE" w:rsidRDefault="006974AE" w:rsidP="006974AE">
      <w:r>
        <w:t>417.9650</w:t>
      </w:r>
      <w:r>
        <w:tab/>
        <w:t>1.013e0</w:t>
      </w:r>
    </w:p>
    <w:p w:rsidR="006974AE" w:rsidRDefault="006974AE" w:rsidP="006974AE">
      <w:r>
        <w:t>417.9686</w:t>
      </w:r>
      <w:r>
        <w:tab/>
        <w:t>2.025e0</w:t>
      </w:r>
    </w:p>
    <w:p w:rsidR="006974AE" w:rsidRDefault="006974AE" w:rsidP="006974AE">
      <w:r>
        <w:t>417.9792</w:t>
      </w:r>
      <w:r>
        <w:tab/>
        <w:t>1.013e0</w:t>
      </w:r>
    </w:p>
    <w:p w:rsidR="006974AE" w:rsidRDefault="006974AE" w:rsidP="006974AE">
      <w:r>
        <w:t>417.9866</w:t>
      </w:r>
      <w:r>
        <w:tab/>
        <w:t>2.025e0</w:t>
      </w:r>
    </w:p>
    <w:p w:rsidR="006974AE" w:rsidRDefault="006974AE" w:rsidP="006974AE">
      <w:r>
        <w:lastRenderedPageBreak/>
        <w:t>417.9978</w:t>
      </w:r>
      <w:r>
        <w:tab/>
        <w:t>2.025e0</w:t>
      </w:r>
    </w:p>
    <w:p w:rsidR="006974AE" w:rsidRDefault="006974AE" w:rsidP="006974AE">
      <w:r>
        <w:t>418.0084</w:t>
      </w:r>
      <w:r>
        <w:tab/>
        <w:t>2.025e0</w:t>
      </w:r>
    </w:p>
    <w:p w:rsidR="006974AE" w:rsidRDefault="006974AE" w:rsidP="006974AE">
      <w:r>
        <w:t>418.0095</w:t>
      </w:r>
      <w:r>
        <w:tab/>
        <w:t>3.038e0</w:t>
      </w:r>
    </w:p>
    <w:p w:rsidR="006974AE" w:rsidRDefault="006974AE" w:rsidP="006974AE">
      <w:r>
        <w:t>418.0417</w:t>
      </w:r>
      <w:r>
        <w:tab/>
        <w:t>2.025e0</w:t>
      </w:r>
    </w:p>
    <w:p w:rsidR="006974AE" w:rsidRDefault="006974AE" w:rsidP="006974AE">
      <w:r>
        <w:t>418.0455</w:t>
      </w:r>
      <w:r>
        <w:tab/>
        <w:t>1.013e0</w:t>
      </w:r>
    </w:p>
    <w:p w:rsidR="006974AE" w:rsidRDefault="006974AE" w:rsidP="006974AE">
      <w:r>
        <w:t>418.0527</w:t>
      </w:r>
      <w:r>
        <w:tab/>
        <w:t>3.038e0</w:t>
      </w:r>
    </w:p>
    <w:p w:rsidR="006974AE" w:rsidRDefault="006974AE" w:rsidP="006974AE">
      <w:r>
        <w:t>418.0725</w:t>
      </w:r>
      <w:r>
        <w:tab/>
        <w:t>1.013e0</w:t>
      </w:r>
    </w:p>
    <w:p w:rsidR="006974AE" w:rsidRDefault="006974AE" w:rsidP="006974AE">
      <w:r>
        <w:t>418.0823</w:t>
      </w:r>
      <w:r>
        <w:tab/>
        <w:t>1.013e0</w:t>
      </w:r>
    </w:p>
    <w:p w:rsidR="006974AE" w:rsidRDefault="006974AE" w:rsidP="006974AE">
      <w:r>
        <w:t>418.1049</w:t>
      </w:r>
      <w:r>
        <w:tab/>
        <w:t>1.013e0</w:t>
      </w:r>
    </w:p>
    <w:p w:rsidR="006974AE" w:rsidRDefault="006974AE" w:rsidP="006974AE">
      <w:r>
        <w:t>418.1191</w:t>
      </w:r>
      <w:r>
        <w:tab/>
        <w:t>1.013e0</w:t>
      </w:r>
    </w:p>
    <w:p w:rsidR="006974AE" w:rsidRDefault="006974AE" w:rsidP="006974AE">
      <w:r>
        <w:t>418.1364</w:t>
      </w:r>
      <w:r>
        <w:tab/>
        <w:t>1.013e0</w:t>
      </w:r>
    </w:p>
    <w:p w:rsidR="006974AE" w:rsidRDefault="006974AE" w:rsidP="006974AE">
      <w:r>
        <w:t>418.1437</w:t>
      </w:r>
      <w:r>
        <w:tab/>
        <w:t>2.025e0</w:t>
      </w:r>
    </w:p>
    <w:p w:rsidR="006974AE" w:rsidRDefault="006974AE" w:rsidP="006974AE">
      <w:r>
        <w:t>418.1633</w:t>
      </w:r>
      <w:r>
        <w:tab/>
        <w:t>1.013e0</w:t>
      </w:r>
    </w:p>
    <w:p w:rsidR="006974AE" w:rsidRDefault="006974AE" w:rsidP="006974AE">
      <w:r>
        <w:t>418.1757</w:t>
      </w:r>
      <w:r>
        <w:tab/>
        <w:t>2.025e0</w:t>
      </w:r>
    </w:p>
    <w:p w:rsidR="006974AE" w:rsidRDefault="006974AE" w:rsidP="006974AE">
      <w:r>
        <w:t>418.1932</w:t>
      </w:r>
      <w:r>
        <w:tab/>
        <w:t>1.013e0</w:t>
      </w:r>
    </w:p>
    <w:p w:rsidR="006974AE" w:rsidRDefault="006974AE" w:rsidP="006974AE">
      <w:r>
        <w:t>418.2148</w:t>
      </w:r>
      <w:r>
        <w:tab/>
        <w:t>2.025e0</w:t>
      </w:r>
    </w:p>
    <w:p w:rsidR="006974AE" w:rsidRDefault="006974AE" w:rsidP="006974AE">
      <w:r>
        <w:t>418.2227</w:t>
      </w:r>
      <w:r>
        <w:tab/>
        <w:t>1.013e0</w:t>
      </w:r>
    </w:p>
    <w:p w:rsidR="006974AE" w:rsidRDefault="006974AE" w:rsidP="006974AE">
      <w:r>
        <w:t>418.2448</w:t>
      </w:r>
      <w:r>
        <w:tab/>
        <w:t>1.013e0</w:t>
      </w:r>
    </w:p>
    <w:p w:rsidR="006974AE" w:rsidRDefault="006974AE" w:rsidP="006974AE">
      <w:r>
        <w:t>418.2479</w:t>
      </w:r>
      <w:r>
        <w:tab/>
        <w:t>4.540e0</w:t>
      </w:r>
    </w:p>
    <w:p w:rsidR="006974AE" w:rsidRDefault="006974AE" w:rsidP="006974AE">
      <w:r>
        <w:lastRenderedPageBreak/>
        <w:t>418.2656</w:t>
      </w:r>
      <w:r>
        <w:tab/>
        <w:t>3.038e0</w:t>
      </w:r>
    </w:p>
    <w:p w:rsidR="006974AE" w:rsidRDefault="006974AE" w:rsidP="006974AE">
      <w:r>
        <w:t>418.2700</w:t>
      </w:r>
      <w:r>
        <w:tab/>
        <w:t>2.025e0</w:t>
      </w:r>
    </w:p>
    <w:p w:rsidR="006974AE" w:rsidRDefault="006974AE" w:rsidP="006974AE">
      <w:r>
        <w:t>418.2779</w:t>
      </w:r>
      <w:r>
        <w:tab/>
        <w:t>2.025e0</w:t>
      </w:r>
    </w:p>
    <w:p w:rsidR="006974AE" w:rsidRDefault="006974AE" w:rsidP="006974AE">
      <w:r>
        <w:t>418.3000</w:t>
      </w:r>
      <w:r>
        <w:tab/>
        <w:t>2.025e0</w:t>
      </w:r>
    </w:p>
    <w:p w:rsidR="006974AE" w:rsidRDefault="006974AE" w:rsidP="006974AE">
      <w:r>
        <w:t>418.3039</w:t>
      </w:r>
      <w:r>
        <w:tab/>
        <w:t>1.013e0</w:t>
      </w:r>
    </w:p>
    <w:p w:rsidR="006974AE" w:rsidRDefault="006974AE" w:rsidP="006974AE">
      <w:r>
        <w:t>418.3067</w:t>
      </w:r>
      <w:r>
        <w:tab/>
        <w:t>2.025e0</w:t>
      </w:r>
    </w:p>
    <w:p w:rsidR="006974AE" w:rsidRDefault="006974AE" w:rsidP="006974AE">
      <w:r>
        <w:t>418.3222</w:t>
      </w:r>
      <w:r>
        <w:tab/>
        <w:t>1.013e0</w:t>
      </w:r>
    </w:p>
    <w:p w:rsidR="006974AE" w:rsidRDefault="006974AE" w:rsidP="006974AE">
      <w:r>
        <w:t>418.3253</w:t>
      </w:r>
      <w:r>
        <w:tab/>
        <w:t>1.013e0</w:t>
      </w:r>
    </w:p>
    <w:p w:rsidR="006974AE" w:rsidRDefault="006974AE" w:rsidP="006974AE">
      <w:r>
        <w:t>418.3474</w:t>
      </w:r>
      <w:r>
        <w:tab/>
        <w:t>1.013e0</w:t>
      </w:r>
    </w:p>
    <w:p w:rsidR="006974AE" w:rsidRDefault="006974AE" w:rsidP="006974AE">
      <w:r>
        <w:t>418.3553</w:t>
      </w:r>
      <w:r>
        <w:tab/>
        <w:t>1.013e0</w:t>
      </w:r>
    </w:p>
    <w:p w:rsidR="006974AE" w:rsidRDefault="006974AE" w:rsidP="006974AE">
      <w:r>
        <w:t>418.3994</w:t>
      </w:r>
      <w:r>
        <w:tab/>
        <w:t>1.013e0</w:t>
      </w:r>
    </w:p>
    <w:p w:rsidR="006974AE" w:rsidRDefault="006974AE" w:rsidP="006974AE">
      <w:r>
        <w:t>418.4037</w:t>
      </w:r>
      <w:r>
        <w:tab/>
        <w:t>1.013e0</w:t>
      </w:r>
    </w:p>
    <w:p w:rsidR="006974AE" w:rsidRDefault="006974AE" w:rsidP="006974AE">
      <w:r>
        <w:t>418.4144</w:t>
      </w:r>
      <w:r>
        <w:tab/>
        <w:t>2.025e0</w:t>
      </w:r>
    </w:p>
    <w:p w:rsidR="006974AE" w:rsidRDefault="006974AE" w:rsidP="006974AE">
      <w:r>
        <w:t>418.4210</w:t>
      </w:r>
      <w:r>
        <w:tab/>
        <w:t>1.013e0</w:t>
      </w:r>
    </w:p>
    <w:p w:rsidR="006974AE" w:rsidRDefault="006974AE" w:rsidP="006974AE">
      <w:r>
        <w:t>418.4363</w:t>
      </w:r>
      <w:r>
        <w:tab/>
        <w:t>1.013e0</w:t>
      </w:r>
    </w:p>
    <w:p w:rsidR="006974AE" w:rsidRDefault="006974AE" w:rsidP="006974AE">
      <w:r>
        <w:t>418.5021</w:t>
      </w:r>
      <w:r>
        <w:tab/>
        <w:t>1.013e0</w:t>
      </w:r>
    </w:p>
    <w:p w:rsidR="006974AE" w:rsidRDefault="006974AE" w:rsidP="006974AE">
      <w:r>
        <w:t>418.5076</w:t>
      </w:r>
      <w:r>
        <w:tab/>
        <w:t>2.025e0</w:t>
      </w:r>
    </w:p>
    <w:p w:rsidR="006974AE" w:rsidRDefault="006974AE" w:rsidP="006974AE">
      <w:r>
        <w:t>418.5168</w:t>
      </w:r>
      <w:r>
        <w:tab/>
        <w:t>1.013e0</w:t>
      </w:r>
    </w:p>
    <w:p w:rsidR="006974AE" w:rsidRDefault="006974AE" w:rsidP="006974AE">
      <w:r>
        <w:t>418.5610</w:t>
      </w:r>
      <w:r>
        <w:tab/>
        <w:t>1.013e0</w:t>
      </w:r>
    </w:p>
    <w:p w:rsidR="006974AE" w:rsidRDefault="006974AE" w:rsidP="006974AE">
      <w:r>
        <w:lastRenderedPageBreak/>
        <w:t>418.5684</w:t>
      </w:r>
      <w:r>
        <w:tab/>
        <w:t>1.013e0</w:t>
      </w:r>
    </w:p>
    <w:p w:rsidR="006974AE" w:rsidRDefault="006974AE" w:rsidP="006974AE">
      <w:r>
        <w:t>418.5831</w:t>
      </w:r>
      <w:r>
        <w:tab/>
        <w:t>1.013e0</w:t>
      </w:r>
    </w:p>
    <w:p w:rsidR="006974AE" w:rsidRDefault="006974AE" w:rsidP="006974AE">
      <w:r>
        <w:t>418.5934</w:t>
      </w:r>
      <w:r>
        <w:tab/>
        <w:t>1.013e0</w:t>
      </w:r>
    </w:p>
    <w:p w:rsidR="006974AE" w:rsidRDefault="006974AE" w:rsidP="006974AE">
      <w:r>
        <w:t>418.6200</w:t>
      </w:r>
      <w:r>
        <w:tab/>
        <w:t>1.013e0</w:t>
      </w:r>
    </w:p>
    <w:p w:rsidR="006974AE" w:rsidRDefault="006974AE" w:rsidP="006974AE">
      <w:r>
        <w:t>418.6325</w:t>
      </w:r>
      <w:r>
        <w:tab/>
        <w:t>1.013e0</w:t>
      </w:r>
    </w:p>
    <w:p w:rsidR="006974AE" w:rsidRDefault="006974AE" w:rsidP="006974AE">
      <w:r>
        <w:t>418.6497</w:t>
      </w:r>
      <w:r>
        <w:tab/>
        <w:t>2.025e0</w:t>
      </w:r>
    </w:p>
    <w:p w:rsidR="006974AE" w:rsidRDefault="006974AE" w:rsidP="006974AE">
      <w:r>
        <w:t>418.6534</w:t>
      </w:r>
      <w:r>
        <w:tab/>
        <w:t>1.013e0</w:t>
      </w:r>
    </w:p>
    <w:p w:rsidR="006974AE" w:rsidRDefault="006974AE" w:rsidP="006974AE">
      <w:r>
        <w:t>418.6795</w:t>
      </w:r>
      <w:r>
        <w:tab/>
        <w:t>2.025e0</w:t>
      </w:r>
    </w:p>
    <w:p w:rsidR="006974AE" w:rsidRDefault="006974AE" w:rsidP="006974AE">
      <w:r>
        <w:t>418.6969</w:t>
      </w:r>
      <w:r>
        <w:tab/>
        <w:t>1.013e0</w:t>
      </w:r>
    </w:p>
    <w:p w:rsidR="006974AE" w:rsidRDefault="006974AE" w:rsidP="006974AE">
      <w:r>
        <w:t>418.7342</w:t>
      </w:r>
      <w:r>
        <w:tab/>
        <w:t>2.025e0</w:t>
      </w:r>
    </w:p>
    <w:p w:rsidR="006974AE" w:rsidRDefault="006974AE" w:rsidP="006974AE">
      <w:r>
        <w:t>418.7397</w:t>
      </w:r>
      <w:r>
        <w:tab/>
        <w:t>1.013e0</w:t>
      </w:r>
    </w:p>
    <w:p w:rsidR="006974AE" w:rsidRDefault="006974AE" w:rsidP="006974AE">
      <w:r>
        <w:t>418.7661</w:t>
      </w:r>
      <w:r>
        <w:tab/>
        <w:t>3.038e0</w:t>
      </w:r>
    </w:p>
    <w:p w:rsidR="006974AE" w:rsidRDefault="006974AE" w:rsidP="006974AE">
      <w:r>
        <w:t>418.8043</w:t>
      </w:r>
      <w:r>
        <w:tab/>
        <w:t>1.013e0</w:t>
      </w:r>
    </w:p>
    <w:p w:rsidR="006974AE" w:rsidRDefault="006974AE" w:rsidP="006974AE">
      <w:r>
        <w:t>418.8217</w:t>
      </w:r>
      <w:r>
        <w:tab/>
        <w:t>1.013e0</w:t>
      </w:r>
    </w:p>
    <w:p w:rsidR="006974AE" w:rsidRDefault="006974AE" w:rsidP="006974AE">
      <w:r>
        <w:t>418.8269</w:t>
      </w:r>
      <w:r>
        <w:tab/>
        <w:t>1.013e0</w:t>
      </w:r>
    </w:p>
    <w:p w:rsidR="006974AE" w:rsidRDefault="006974AE" w:rsidP="006974AE">
      <w:r>
        <w:t>418.8581</w:t>
      </w:r>
      <w:r>
        <w:tab/>
        <w:t>3.038e0</w:t>
      </w:r>
    </w:p>
    <w:p w:rsidR="006974AE" w:rsidRDefault="006974AE" w:rsidP="006974AE">
      <w:r>
        <w:t>418.8644</w:t>
      </w:r>
      <w:r>
        <w:tab/>
        <w:t>2.025e0</w:t>
      </w:r>
    </w:p>
    <w:p w:rsidR="006974AE" w:rsidRDefault="006974AE" w:rsidP="006974AE">
      <w:r>
        <w:t>418.8859</w:t>
      </w:r>
      <w:r>
        <w:tab/>
        <w:t>1.013e0</w:t>
      </w:r>
    </w:p>
    <w:p w:rsidR="006974AE" w:rsidRDefault="006974AE" w:rsidP="006974AE">
      <w:r>
        <w:t>418.8933</w:t>
      </w:r>
      <w:r>
        <w:tab/>
        <w:t>1.013e0</w:t>
      </w:r>
    </w:p>
    <w:p w:rsidR="006974AE" w:rsidRDefault="006974AE" w:rsidP="006974AE">
      <w:r>
        <w:lastRenderedPageBreak/>
        <w:t>418.9001</w:t>
      </w:r>
      <w:r>
        <w:tab/>
        <w:t>1.013e0</w:t>
      </w:r>
    </w:p>
    <w:p w:rsidR="006974AE" w:rsidRDefault="006974AE" w:rsidP="006974AE">
      <w:r>
        <w:t>418.9518</w:t>
      </w:r>
      <w:r>
        <w:tab/>
        <w:t>1.013e0</w:t>
      </w:r>
    </w:p>
    <w:p w:rsidR="006974AE" w:rsidRDefault="006974AE" w:rsidP="006974AE">
      <w:r>
        <w:t>418.9597</w:t>
      </w:r>
      <w:r>
        <w:tab/>
        <w:t>1.013e0</w:t>
      </w:r>
    </w:p>
    <w:p w:rsidR="006974AE" w:rsidRDefault="006974AE" w:rsidP="006974AE">
      <w:r>
        <w:t>418.9813</w:t>
      </w:r>
      <w:r>
        <w:tab/>
        <w:t>1.013e0</w:t>
      </w:r>
    </w:p>
    <w:p w:rsidR="006974AE" w:rsidRDefault="006974AE" w:rsidP="006974AE">
      <w:r>
        <w:t>418.9939</w:t>
      </w:r>
      <w:r>
        <w:tab/>
        <w:t>2.025e0</w:t>
      </w:r>
    </w:p>
    <w:p w:rsidR="006974AE" w:rsidRDefault="006974AE" w:rsidP="006974AE">
      <w:r>
        <w:t>418.9966</w:t>
      </w:r>
      <w:r>
        <w:tab/>
        <w:t>1.013e0</w:t>
      </w:r>
    </w:p>
    <w:p w:rsidR="006974AE" w:rsidRDefault="006974AE" w:rsidP="006974AE">
      <w:r>
        <w:t>419.0192</w:t>
      </w:r>
      <w:r>
        <w:tab/>
        <w:t>3.038e0</w:t>
      </w:r>
    </w:p>
    <w:p w:rsidR="006974AE" w:rsidRDefault="006974AE" w:rsidP="006974AE">
      <w:r>
        <w:t>419.0244</w:t>
      </w:r>
      <w:r>
        <w:tab/>
        <w:t>1.013e0</w:t>
      </w:r>
    </w:p>
    <w:p w:rsidR="006974AE" w:rsidRDefault="006974AE" w:rsidP="006974AE">
      <w:r>
        <w:t>419.0287</w:t>
      </w:r>
      <w:r>
        <w:tab/>
        <w:t>1.013e0</w:t>
      </w:r>
    </w:p>
    <w:p w:rsidR="006974AE" w:rsidRDefault="006974AE" w:rsidP="006974AE">
      <w:r>
        <w:t>419.0334</w:t>
      </w:r>
      <w:r>
        <w:tab/>
        <w:t>1.013e0</w:t>
      </w:r>
    </w:p>
    <w:p w:rsidR="006974AE" w:rsidRDefault="006974AE" w:rsidP="006974AE">
      <w:r>
        <w:t>419.0495</w:t>
      </w:r>
      <w:r>
        <w:tab/>
        <w:t>1.013e0</w:t>
      </w:r>
    </w:p>
    <w:p w:rsidR="006974AE" w:rsidRDefault="006974AE" w:rsidP="006974AE">
      <w:r>
        <w:t>419.1214</w:t>
      </w:r>
      <w:r>
        <w:tab/>
        <w:t>1.013e0</w:t>
      </w:r>
    </w:p>
    <w:p w:rsidR="006974AE" w:rsidRDefault="006974AE" w:rsidP="006974AE">
      <w:r>
        <w:t>419.1362</w:t>
      </w:r>
      <w:r>
        <w:tab/>
        <w:t>1.013e0</w:t>
      </w:r>
    </w:p>
    <w:p w:rsidR="006974AE" w:rsidRDefault="006974AE" w:rsidP="006974AE">
      <w:r>
        <w:t>419.1441</w:t>
      </w:r>
      <w:r>
        <w:tab/>
        <w:t>1.013e0</w:t>
      </w:r>
    </w:p>
    <w:p w:rsidR="006974AE" w:rsidRDefault="006974AE" w:rsidP="006974AE">
      <w:r>
        <w:t>419.1497</w:t>
      </w:r>
      <w:r>
        <w:tab/>
        <w:t>1.013e0</w:t>
      </w:r>
    </w:p>
    <w:p w:rsidR="006974AE" w:rsidRDefault="006974AE" w:rsidP="006974AE">
      <w:r>
        <w:t>419.1706</w:t>
      </w:r>
      <w:r>
        <w:tab/>
        <w:t>1.013e0</w:t>
      </w:r>
    </w:p>
    <w:p w:rsidR="006974AE" w:rsidRDefault="006974AE" w:rsidP="006974AE">
      <w:r>
        <w:t>419.1763</w:t>
      </w:r>
      <w:r>
        <w:tab/>
        <w:t>3.038e0</w:t>
      </w:r>
    </w:p>
    <w:p w:rsidR="006974AE" w:rsidRDefault="006974AE" w:rsidP="006974AE">
      <w:r>
        <w:t>419.1868</w:t>
      </w:r>
      <w:r>
        <w:tab/>
        <w:t>2.025e0</w:t>
      </w:r>
    </w:p>
    <w:p w:rsidR="006974AE" w:rsidRDefault="006974AE" w:rsidP="006974AE">
      <w:r>
        <w:t>419.1905</w:t>
      </w:r>
      <w:r>
        <w:tab/>
        <w:t>1.013e1</w:t>
      </w:r>
    </w:p>
    <w:p w:rsidR="006974AE" w:rsidRDefault="006974AE" w:rsidP="006974AE">
      <w:r>
        <w:lastRenderedPageBreak/>
        <w:t>419.1973</w:t>
      </w:r>
      <w:r>
        <w:tab/>
        <w:t>5.917e0</w:t>
      </w:r>
    </w:p>
    <w:p w:rsidR="006974AE" w:rsidRDefault="006974AE" w:rsidP="006974AE">
      <w:r>
        <w:t>419.2179</w:t>
      </w:r>
      <w:r>
        <w:tab/>
        <w:t>1.013e0</w:t>
      </w:r>
    </w:p>
    <w:p w:rsidR="006974AE" w:rsidRDefault="006974AE" w:rsidP="006974AE">
      <w:r>
        <w:t>419.2248</w:t>
      </w:r>
      <w:r>
        <w:tab/>
        <w:t>1.013e0</w:t>
      </w:r>
    </w:p>
    <w:p w:rsidR="006974AE" w:rsidRDefault="006974AE" w:rsidP="006974AE">
      <w:r>
        <w:t>419.2266</w:t>
      </w:r>
      <w:r>
        <w:tab/>
        <w:t>4.051e0</w:t>
      </w:r>
    </w:p>
    <w:p w:rsidR="006974AE" w:rsidRDefault="006974AE" w:rsidP="006974AE">
      <w:r>
        <w:t>419.2395</w:t>
      </w:r>
      <w:r>
        <w:tab/>
        <w:t>1.013e0</w:t>
      </w:r>
    </w:p>
    <w:p w:rsidR="006974AE" w:rsidRDefault="006974AE" w:rsidP="006974AE">
      <w:r>
        <w:t>419.2784</w:t>
      </w:r>
      <w:r>
        <w:tab/>
        <w:t>1.013e0</w:t>
      </w:r>
    </w:p>
    <w:p w:rsidR="006974AE" w:rsidRDefault="006974AE" w:rsidP="006974AE">
      <w:r>
        <w:t>419.3097</w:t>
      </w:r>
      <w:r>
        <w:tab/>
        <w:t>5.063e0</w:t>
      </w:r>
    </w:p>
    <w:p w:rsidR="006974AE" w:rsidRDefault="006974AE" w:rsidP="006974AE">
      <w:r>
        <w:t>419.3107</w:t>
      </w:r>
      <w:r>
        <w:tab/>
        <w:t>7.667e0</w:t>
      </w:r>
    </w:p>
    <w:p w:rsidR="006974AE" w:rsidRDefault="006974AE" w:rsidP="006974AE">
      <w:r>
        <w:t>419.3139</w:t>
      </w:r>
      <w:r>
        <w:tab/>
        <w:t>1.114e1</w:t>
      </w:r>
    </w:p>
    <w:p w:rsidR="006974AE" w:rsidRDefault="006974AE" w:rsidP="006974AE">
      <w:r>
        <w:t>419.3186</w:t>
      </w:r>
      <w:r>
        <w:tab/>
        <w:t>3.038e0</w:t>
      </w:r>
    </w:p>
    <w:p w:rsidR="006974AE" w:rsidRDefault="006974AE" w:rsidP="006974AE">
      <w:r>
        <w:t>419.3212</w:t>
      </w:r>
      <w:r>
        <w:tab/>
        <w:t>1.013e0</w:t>
      </w:r>
    </w:p>
    <w:p w:rsidR="006974AE" w:rsidRDefault="006974AE" w:rsidP="006974AE">
      <w:r>
        <w:t>419.3241</w:t>
      </w:r>
      <w:r>
        <w:tab/>
        <w:t>6.076e0</w:t>
      </w:r>
    </w:p>
    <w:p w:rsidR="006974AE" w:rsidRDefault="006974AE" w:rsidP="006974AE">
      <w:r>
        <w:t>419.3599</w:t>
      </w:r>
      <w:r>
        <w:tab/>
        <w:t>1.013e0</w:t>
      </w:r>
    </w:p>
    <w:p w:rsidR="006974AE" w:rsidRDefault="006974AE" w:rsidP="006974AE">
      <w:r>
        <w:t>419.3775</w:t>
      </w:r>
      <w:r>
        <w:tab/>
        <w:t>1.013e0</w:t>
      </w:r>
    </w:p>
    <w:p w:rsidR="006974AE" w:rsidRDefault="006974AE" w:rsidP="006974AE">
      <w:r>
        <w:t>419.4210</w:t>
      </w:r>
      <w:r>
        <w:tab/>
        <w:t>1.013e0</w:t>
      </w:r>
    </w:p>
    <w:p w:rsidR="006974AE" w:rsidRDefault="006974AE" w:rsidP="006974AE">
      <w:r>
        <w:t>419.4314</w:t>
      </w:r>
      <w:r>
        <w:tab/>
        <w:t>1.013e0</w:t>
      </w:r>
    </w:p>
    <w:p w:rsidR="006974AE" w:rsidRDefault="006974AE" w:rsidP="006974AE">
      <w:r>
        <w:t>419.4383</w:t>
      </w:r>
      <w:r>
        <w:tab/>
        <w:t>2.025e0</w:t>
      </w:r>
    </w:p>
    <w:p w:rsidR="006974AE" w:rsidRDefault="006974AE" w:rsidP="006974AE">
      <w:r>
        <w:t>419.4490</w:t>
      </w:r>
      <w:r>
        <w:tab/>
        <w:t>2.025e0</w:t>
      </w:r>
    </w:p>
    <w:p w:rsidR="006974AE" w:rsidRDefault="006974AE" w:rsidP="006974AE">
      <w:r>
        <w:t>419.4834</w:t>
      </w:r>
      <w:r>
        <w:tab/>
        <w:t>2.025e0</w:t>
      </w:r>
    </w:p>
    <w:p w:rsidR="006974AE" w:rsidRDefault="006974AE" w:rsidP="006974AE">
      <w:r>
        <w:lastRenderedPageBreak/>
        <w:t>419.4848</w:t>
      </w:r>
      <w:r>
        <w:tab/>
        <w:t>1.013e0</w:t>
      </w:r>
    </w:p>
    <w:p w:rsidR="006974AE" w:rsidRDefault="006974AE" w:rsidP="006974AE">
      <w:r>
        <w:t>419.5261</w:t>
      </w:r>
      <w:r>
        <w:tab/>
        <w:t>4.051e0</w:t>
      </w:r>
    </w:p>
    <w:p w:rsidR="006974AE" w:rsidRDefault="006974AE" w:rsidP="006974AE">
      <w:r>
        <w:t>419.5348</w:t>
      </w:r>
      <w:r>
        <w:tab/>
        <w:t>1.013e0</w:t>
      </w:r>
    </w:p>
    <w:p w:rsidR="006974AE" w:rsidRDefault="006974AE" w:rsidP="006974AE">
      <w:r>
        <w:t>419.5454</w:t>
      </w:r>
      <w:r>
        <w:tab/>
        <w:t>1.013e0</w:t>
      </w:r>
    </w:p>
    <w:p w:rsidR="006974AE" w:rsidRDefault="006974AE" w:rsidP="006974AE">
      <w:r>
        <w:t>419.5681</w:t>
      </w:r>
      <w:r>
        <w:tab/>
        <w:t>2.025e0</w:t>
      </w:r>
    </w:p>
    <w:p w:rsidR="006974AE" w:rsidRDefault="006974AE" w:rsidP="006974AE">
      <w:r>
        <w:t>419.6013</w:t>
      </w:r>
      <w:r>
        <w:tab/>
        <w:t>1.013e0</w:t>
      </w:r>
    </w:p>
    <w:p w:rsidR="006974AE" w:rsidRDefault="006974AE" w:rsidP="006974AE">
      <w:r>
        <w:t>419.6535</w:t>
      </w:r>
      <w:r>
        <w:tab/>
        <w:t>1.013e0</w:t>
      </w:r>
    </w:p>
    <w:p w:rsidR="006974AE" w:rsidRDefault="006974AE" w:rsidP="006974AE">
      <w:r>
        <w:t>419.6917</w:t>
      </w:r>
      <w:r>
        <w:tab/>
        <w:t>2.025e0</w:t>
      </w:r>
    </w:p>
    <w:p w:rsidR="006974AE" w:rsidRDefault="006974AE" w:rsidP="006974AE">
      <w:r>
        <w:t>419.7200</w:t>
      </w:r>
      <w:r>
        <w:tab/>
        <w:t>1.013e0</w:t>
      </w:r>
    </w:p>
    <w:p w:rsidR="006974AE" w:rsidRDefault="006974AE" w:rsidP="006974AE">
      <w:r>
        <w:t>419.7308</w:t>
      </w:r>
      <w:r>
        <w:tab/>
        <w:t>1.013e0</w:t>
      </w:r>
    </w:p>
    <w:p w:rsidR="006974AE" w:rsidRDefault="006974AE" w:rsidP="006974AE">
      <w:r>
        <w:t>419.7323</w:t>
      </w:r>
      <w:r>
        <w:tab/>
        <w:t>2.025e0</w:t>
      </w:r>
    </w:p>
    <w:p w:rsidR="006974AE" w:rsidRDefault="006974AE" w:rsidP="006974AE">
      <w:r>
        <w:t>419.7422</w:t>
      </w:r>
      <w:r>
        <w:tab/>
        <w:t>1.013e0</w:t>
      </w:r>
    </w:p>
    <w:p w:rsidR="006974AE" w:rsidRDefault="006974AE" w:rsidP="006974AE">
      <w:r>
        <w:t>419.7692</w:t>
      </w:r>
      <w:r>
        <w:tab/>
        <w:t>3.038e0</w:t>
      </w:r>
    </w:p>
    <w:p w:rsidR="006974AE" w:rsidRDefault="006974AE" w:rsidP="006974AE">
      <w:r>
        <w:t>419.7738</w:t>
      </w:r>
      <w:r>
        <w:tab/>
        <w:t>1.013e0</w:t>
      </w:r>
    </w:p>
    <w:p w:rsidR="006974AE" w:rsidRDefault="006974AE" w:rsidP="006974AE">
      <w:r>
        <w:t>419.7957</w:t>
      </w:r>
      <w:r>
        <w:tab/>
        <w:t>1.013e0</w:t>
      </w:r>
    </w:p>
    <w:p w:rsidR="006974AE" w:rsidRDefault="006974AE" w:rsidP="006974AE">
      <w:r>
        <w:t>419.8013</w:t>
      </w:r>
      <w:r>
        <w:tab/>
        <w:t>1.013e0</w:t>
      </w:r>
    </w:p>
    <w:p w:rsidR="006974AE" w:rsidRDefault="006974AE" w:rsidP="006974AE">
      <w:r>
        <w:t>419.8451</w:t>
      </w:r>
      <w:r>
        <w:tab/>
        <w:t>1.013e0</w:t>
      </w:r>
    </w:p>
    <w:p w:rsidR="006974AE" w:rsidRDefault="006974AE" w:rsidP="006974AE">
      <w:r>
        <w:t>419.8672</w:t>
      </w:r>
      <w:r>
        <w:tab/>
        <w:t>1.013e0</w:t>
      </w:r>
    </w:p>
    <w:p w:rsidR="006974AE" w:rsidRDefault="006974AE" w:rsidP="006974AE">
      <w:r>
        <w:t>419.8949</w:t>
      </w:r>
      <w:r>
        <w:tab/>
        <w:t>1.013e0</w:t>
      </w:r>
    </w:p>
    <w:p w:rsidR="006974AE" w:rsidRDefault="006974AE" w:rsidP="006974AE">
      <w:r>
        <w:lastRenderedPageBreak/>
        <w:t>419.9264</w:t>
      </w:r>
      <w:r>
        <w:tab/>
        <w:t>1.013e0</w:t>
      </w:r>
    </w:p>
    <w:p w:rsidR="006974AE" w:rsidRDefault="006974AE" w:rsidP="006974AE">
      <w:r>
        <w:t>419.9343</w:t>
      </w:r>
      <w:r>
        <w:tab/>
        <w:t>1.013e0</w:t>
      </w:r>
    </w:p>
    <w:p w:rsidR="006974AE" w:rsidRDefault="006974AE" w:rsidP="006974AE">
      <w:r>
        <w:t>419.9418</w:t>
      </w:r>
      <w:r>
        <w:tab/>
        <w:t>1.013e0</w:t>
      </w:r>
    </w:p>
    <w:p w:rsidR="006974AE" w:rsidRDefault="006974AE" w:rsidP="006974AE">
      <w:r>
        <w:t>419.9713</w:t>
      </w:r>
      <w:r>
        <w:tab/>
        <w:t>1.013e0</w:t>
      </w:r>
    </w:p>
    <w:p w:rsidR="006974AE" w:rsidRDefault="006974AE" w:rsidP="006974AE">
      <w:r>
        <w:t>419.9929</w:t>
      </w:r>
      <w:r>
        <w:tab/>
        <w:t>1.013e0</w:t>
      </w:r>
    </w:p>
    <w:p w:rsidR="006974AE" w:rsidRDefault="006974AE" w:rsidP="006974AE">
      <w:r>
        <w:t>420.0156</w:t>
      </w:r>
      <w:r>
        <w:tab/>
        <w:t>1.013e0</w:t>
      </w:r>
    </w:p>
    <w:p w:rsidR="006974AE" w:rsidRDefault="006974AE" w:rsidP="006974AE">
      <w:r>
        <w:t>420.0240</w:t>
      </w:r>
      <w:r>
        <w:tab/>
        <w:t>1.013e0</w:t>
      </w:r>
    </w:p>
    <w:p w:rsidR="006974AE" w:rsidRDefault="006974AE" w:rsidP="006974AE">
      <w:r>
        <w:t>420.0299</w:t>
      </w:r>
      <w:r>
        <w:tab/>
        <w:t>1.013e0</w:t>
      </w:r>
    </w:p>
    <w:p w:rsidR="006974AE" w:rsidRDefault="006974AE" w:rsidP="006974AE">
      <w:r>
        <w:t>420.0415</w:t>
      </w:r>
      <w:r>
        <w:tab/>
        <w:t>2.025e0</w:t>
      </w:r>
    </w:p>
    <w:p w:rsidR="006974AE" w:rsidRDefault="006974AE" w:rsidP="006974AE">
      <w:r>
        <w:t>420.0674</w:t>
      </w:r>
      <w:r>
        <w:tab/>
        <w:t>1.013e0</w:t>
      </w:r>
    </w:p>
    <w:p w:rsidR="006974AE" w:rsidRDefault="006974AE" w:rsidP="006974AE">
      <w:r>
        <w:t>420.0740</w:t>
      </w:r>
      <w:r>
        <w:tab/>
        <w:t>2.025e0</w:t>
      </w:r>
    </w:p>
    <w:p w:rsidR="006974AE" w:rsidRDefault="006974AE" w:rsidP="006974AE">
      <w:r>
        <w:t>420.0805</w:t>
      </w:r>
      <w:r>
        <w:tab/>
        <w:t>1.013e0</w:t>
      </w:r>
    </w:p>
    <w:p w:rsidR="006974AE" w:rsidRDefault="006974AE" w:rsidP="006974AE">
      <w:r>
        <w:t>420.1056</w:t>
      </w:r>
      <w:r>
        <w:tab/>
        <w:t>2.025e0</w:t>
      </w:r>
    </w:p>
    <w:p w:rsidR="006974AE" w:rsidRDefault="006974AE" w:rsidP="006974AE">
      <w:r>
        <w:t>420.1117</w:t>
      </w:r>
      <w:r>
        <w:tab/>
        <w:t>1.013e0</w:t>
      </w:r>
    </w:p>
    <w:p w:rsidR="006974AE" w:rsidRDefault="006974AE" w:rsidP="006974AE">
      <w:r>
        <w:t>420.1238</w:t>
      </w:r>
      <w:r>
        <w:tab/>
        <w:t>3.038e0</w:t>
      </w:r>
    </w:p>
    <w:p w:rsidR="006974AE" w:rsidRDefault="006974AE" w:rsidP="006974AE">
      <w:r>
        <w:t>420.1309</w:t>
      </w:r>
      <w:r>
        <w:tab/>
        <w:t>2.025e0</w:t>
      </w:r>
    </w:p>
    <w:p w:rsidR="006974AE" w:rsidRDefault="006974AE" w:rsidP="006974AE">
      <w:r>
        <w:t>420.1413</w:t>
      </w:r>
      <w:r>
        <w:tab/>
        <w:t>1.013e0</w:t>
      </w:r>
    </w:p>
    <w:p w:rsidR="006974AE" w:rsidRDefault="006974AE" w:rsidP="006974AE">
      <w:r>
        <w:t>420.1484</w:t>
      </w:r>
      <w:r>
        <w:tab/>
        <w:t>2.025e0</w:t>
      </w:r>
    </w:p>
    <w:p w:rsidR="006974AE" w:rsidRDefault="006974AE" w:rsidP="006974AE">
      <w:r>
        <w:t>420.1732</w:t>
      </w:r>
      <w:r>
        <w:tab/>
        <w:t>3.038e0</w:t>
      </w:r>
    </w:p>
    <w:p w:rsidR="006974AE" w:rsidRDefault="006974AE" w:rsidP="006974AE">
      <w:r>
        <w:lastRenderedPageBreak/>
        <w:t>420.1992</w:t>
      </w:r>
      <w:r>
        <w:tab/>
        <w:t>4.051e0</w:t>
      </w:r>
    </w:p>
    <w:p w:rsidR="006974AE" w:rsidRDefault="006974AE" w:rsidP="006974AE">
      <w:r>
        <w:t>420.2053</w:t>
      </w:r>
      <w:r>
        <w:tab/>
        <w:t>1.013e0</w:t>
      </w:r>
    </w:p>
    <w:p w:rsidR="006974AE" w:rsidRDefault="006974AE" w:rsidP="006974AE">
      <w:r>
        <w:t>420.2077</w:t>
      </w:r>
      <w:r>
        <w:tab/>
        <w:t>2.025e0</w:t>
      </w:r>
    </w:p>
    <w:p w:rsidR="006974AE" w:rsidRDefault="006974AE" w:rsidP="006974AE">
      <w:r>
        <w:t>420.2161</w:t>
      </w:r>
      <w:r>
        <w:tab/>
        <w:t>2.025e0</w:t>
      </w:r>
    </w:p>
    <w:p w:rsidR="006974AE" w:rsidRDefault="006974AE" w:rsidP="006974AE">
      <w:r>
        <w:t>420.2369</w:t>
      </w:r>
      <w:r>
        <w:tab/>
        <w:t>1.013e0</w:t>
      </w:r>
    </w:p>
    <w:p w:rsidR="006974AE" w:rsidRDefault="006974AE" w:rsidP="006974AE">
      <w:r>
        <w:t>420.2418</w:t>
      </w:r>
      <w:r>
        <w:tab/>
        <w:t>2.025e0</w:t>
      </w:r>
    </w:p>
    <w:p w:rsidR="006974AE" w:rsidRDefault="006974AE" w:rsidP="006974AE">
      <w:r>
        <w:t>420.2502</w:t>
      </w:r>
      <w:r>
        <w:tab/>
        <w:t>2.025e0</w:t>
      </w:r>
    </w:p>
    <w:p w:rsidR="006974AE" w:rsidRDefault="006974AE" w:rsidP="006974AE">
      <w:r>
        <w:t>420.2522</w:t>
      </w:r>
      <w:r>
        <w:tab/>
        <w:t>3.038e0</w:t>
      </w:r>
    </w:p>
    <w:p w:rsidR="006974AE" w:rsidRDefault="006974AE" w:rsidP="006974AE">
      <w:r>
        <w:t>420.2666</w:t>
      </w:r>
      <w:r>
        <w:tab/>
        <w:t>2.025e0</w:t>
      </w:r>
    </w:p>
    <w:p w:rsidR="006974AE" w:rsidRDefault="006974AE" w:rsidP="006974AE">
      <w:r>
        <w:t>420.2930</w:t>
      </w:r>
      <w:r>
        <w:tab/>
        <w:t>2.025e0</w:t>
      </w:r>
    </w:p>
    <w:p w:rsidR="006974AE" w:rsidRDefault="006974AE" w:rsidP="006974AE">
      <w:r>
        <w:t>420.3040</w:t>
      </w:r>
      <w:r>
        <w:tab/>
        <w:t>1.013e0</w:t>
      </w:r>
    </w:p>
    <w:p w:rsidR="006974AE" w:rsidRDefault="006974AE" w:rsidP="006974AE">
      <w:r>
        <w:t>420.3206</w:t>
      </w:r>
      <w:r>
        <w:tab/>
        <w:t>4.051e0</w:t>
      </w:r>
    </w:p>
    <w:p w:rsidR="006974AE" w:rsidRDefault="006974AE" w:rsidP="006974AE">
      <w:r>
        <w:t>420.3243</w:t>
      </w:r>
      <w:r>
        <w:tab/>
        <w:t>3.038e0</w:t>
      </w:r>
    </w:p>
    <w:p w:rsidR="006974AE" w:rsidRDefault="006974AE" w:rsidP="006974AE">
      <w:r>
        <w:t>420.3282</w:t>
      </w:r>
      <w:r>
        <w:tab/>
        <w:t>5.063e0</w:t>
      </w:r>
    </w:p>
    <w:p w:rsidR="006974AE" w:rsidRDefault="006974AE" w:rsidP="006974AE">
      <w:r>
        <w:t>420.3307</w:t>
      </w:r>
      <w:r>
        <w:tab/>
        <w:t>1.013e0</w:t>
      </w:r>
    </w:p>
    <w:p w:rsidR="006974AE" w:rsidRDefault="006974AE" w:rsidP="006974AE">
      <w:r>
        <w:t>420.3627</w:t>
      </w:r>
      <w:r>
        <w:tab/>
        <w:t>1.013e0</w:t>
      </w:r>
    </w:p>
    <w:p w:rsidR="006974AE" w:rsidRDefault="006974AE" w:rsidP="006974AE">
      <w:r>
        <w:t>420.3701</w:t>
      </w:r>
      <w:r>
        <w:tab/>
        <w:t>1.013e0</w:t>
      </w:r>
    </w:p>
    <w:p w:rsidR="006974AE" w:rsidRDefault="006974AE" w:rsidP="006974AE">
      <w:r>
        <w:t>420.3732</w:t>
      </w:r>
      <w:r>
        <w:tab/>
        <w:t>1.013e0</w:t>
      </w:r>
    </w:p>
    <w:p w:rsidR="006974AE" w:rsidRDefault="006974AE" w:rsidP="006974AE">
      <w:r>
        <w:t>420.3947</w:t>
      </w:r>
      <w:r>
        <w:tab/>
        <w:t>1.013e0</w:t>
      </w:r>
    </w:p>
    <w:p w:rsidR="006974AE" w:rsidRDefault="006974AE" w:rsidP="006974AE">
      <w:r>
        <w:lastRenderedPageBreak/>
        <w:t>420.4123</w:t>
      </w:r>
      <w:r>
        <w:tab/>
        <w:t>1.013e0</w:t>
      </w:r>
    </w:p>
    <w:p w:rsidR="006974AE" w:rsidRDefault="006974AE" w:rsidP="006974AE">
      <w:r>
        <w:t>420.4552</w:t>
      </w:r>
      <w:r>
        <w:tab/>
        <w:t>1.013e0</w:t>
      </w:r>
    </w:p>
    <w:p w:rsidR="006974AE" w:rsidRDefault="006974AE" w:rsidP="006974AE">
      <w:r>
        <w:t>420.4589</w:t>
      </w:r>
      <w:r>
        <w:tab/>
        <w:t>1.013e0</w:t>
      </w:r>
    </w:p>
    <w:p w:rsidR="006974AE" w:rsidRDefault="006974AE" w:rsidP="006974AE">
      <w:r>
        <w:t>420.4772</w:t>
      </w:r>
      <w:r>
        <w:tab/>
        <w:t>1.013e0</w:t>
      </w:r>
    </w:p>
    <w:p w:rsidR="006974AE" w:rsidRDefault="006974AE" w:rsidP="006974AE">
      <w:r>
        <w:t>420.4810</w:t>
      </w:r>
      <w:r>
        <w:tab/>
        <w:t>1.013e0</w:t>
      </w:r>
    </w:p>
    <w:p w:rsidR="006974AE" w:rsidRDefault="006974AE" w:rsidP="006974AE">
      <w:r>
        <w:t>420.4890</w:t>
      </w:r>
      <w:r>
        <w:tab/>
        <w:t>1.013e0</w:t>
      </w:r>
    </w:p>
    <w:p w:rsidR="006974AE" w:rsidRDefault="006974AE" w:rsidP="006974AE">
      <w:r>
        <w:t>420.5112</w:t>
      </w:r>
      <w:r>
        <w:tab/>
        <w:t>1.013e0</w:t>
      </w:r>
    </w:p>
    <w:p w:rsidR="006974AE" w:rsidRDefault="006974AE" w:rsidP="006974AE">
      <w:r>
        <w:t>420.5329</w:t>
      </w:r>
      <w:r>
        <w:tab/>
        <w:t>1.013e0</w:t>
      </w:r>
    </w:p>
    <w:p w:rsidR="006974AE" w:rsidRDefault="006974AE" w:rsidP="006974AE">
      <w:r>
        <w:t>420.5587</w:t>
      </w:r>
      <w:r>
        <w:tab/>
        <w:t>1.013e0</w:t>
      </w:r>
    </w:p>
    <w:p w:rsidR="006974AE" w:rsidRDefault="006974AE" w:rsidP="006974AE">
      <w:r>
        <w:t>420.5699</w:t>
      </w:r>
      <w:r>
        <w:tab/>
        <w:t>1.013e0</w:t>
      </w:r>
    </w:p>
    <w:p w:rsidR="006974AE" w:rsidRDefault="006974AE" w:rsidP="006974AE">
      <w:r>
        <w:t>420.5766</w:t>
      </w:r>
      <w:r>
        <w:tab/>
        <w:t>1.013e0</w:t>
      </w:r>
    </w:p>
    <w:p w:rsidR="006974AE" w:rsidRDefault="006974AE" w:rsidP="006974AE">
      <w:r>
        <w:t>420.6193</w:t>
      </w:r>
      <w:r>
        <w:tab/>
        <w:t>1.013e0</w:t>
      </w:r>
    </w:p>
    <w:p w:rsidR="006974AE" w:rsidRDefault="006974AE" w:rsidP="006974AE">
      <w:r>
        <w:t>420.6407</w:t>
      </w:r>
      <w:r>
        <w:tab/>
        <w:t>1.013e0</w:t>
      </w:r>
    </w:p>
    <w:p w:rsidR="006974AE" w:rsidRDefault="006974AE" w:rsidP="006974AE">
      <w:r>
        <w:t>420.6513</w:t>
      </w:r>
      <w:r>
        <w:tab/>
        <w:t>1.013e0</w:t>
      </w:r>
    </w:p>
    <w:p w:rsidR="006974AE" w:rsidRDefault="006974AE" w:rsidP="006974AE">
      <w:r>
        <w:t>420.6805</w:t>
      </w:r>
      <w:r>
        <w:tab/>
        <w:t>1.013e0</w:t>
      </w:r>
    </w:p>
    <w:p w:rsidR="006974AE" w:rsidRDefault="006974AE" w:rsidP="006974AE">
      <w:r>
        <w:t>420.7014</w:t>
      </w:r>
      <w:r>
        <w:tab/>
        <w:t>1.013e0</w:t>
      </w:r>
    </w:p>
    <w:p w:rsidR="006974AE" w:rsidRDefault="006974AE" w:rsidP="006974AE">
      <w:r>
        <w:t>420.7184</w:t>
      </w:r>
      <w:r>
        <w:tab/>
        <w:t>1.013e0</w:t>
      </w:r>
    </w:p>
    <w:p w:rsidR="006974AE" w:rsidRDefault="006974AE" w:rsidP="006974AE">
      <w:r>
        <w:t>420.7840</w:t>
      </w:r>
      <w:r>
        <w:tab/>
        <w:t>1.013e0</w:t>
      </w:r>
    </w:p>
    <w:p w:rsidR="006974AE" w:rsidRDefault="006974AE" w:rsidP="006974AE">
      <w:r>
        <w:t>420.7920</w:t>
      </w:r>
      <w:r>
        <w:tab/>
        <w:t>1.013e0</w:t>
      </w:r>
    </w:p>
    <w:p w:rsidR="006974AE" w:rsidRDefault="006974AE" w:rsidP="006974AE">
      <w:r>
        <w:lastRenderedPageBreak/>
        <w:t>420.8521</w:t>
      </w:r>
      <w:r>
        <w:tab/>
        <w:t>3.038e0</w:t>
      </w:r>
    </w:p>
    <w:p w:rsidR="006974AE" w:rsidRDefault="006974AE" w:rsidP="006974AE">
      <w:r>
        <w:t>420.8693</w:t>
      </w:r>
      <w:r>
        <w:tab/>
        <w:t>1.013e0</w:t>
      </w:r>
    </w:p>
    <w:p w:rsidR="006974AE" w:rsidRDefault="006974AE" w:rsidP="006974AE">
      <w:r>
        <w:t>420.8719</w:t>
      </w:r>
      <w:r>
        <w:tab/>
        <w:t>2.025e0</w:t>
      </w:r>
    </w:p>
    <w:p w:rsidR="006974AE" w:rsidRDefault="006974AE" w:rsidP="006974AE">
      <w:r>
        <w:t>420.8875</w:t>
      </w:r>
      <w:r>
        <w:tab/>
        <w:t>1.013e0</w:t>
      </w:r>
    </w:p>
    <w:p w:rsidR="006974AE" w:rsidRDefault="006974AE" w:rsidP="006974AE">
      <w:r>
        <w:t>420.8962</w:t>
      </w:r>
      <w:r>
        <w:tab/>
        <w:t>1.013e0</w:t>
      </w:r>
    </w:p>
    <w:p w:rsidR="006974AE" w:rsidRDefault="006974AE" w:rsidP="006974AE">
      <w:r>
        <w:t>420.8976</w:t>
      </w:r>
      <w:r>
        <w:tab/>
        <w:t>2.025e0</w:t>
      </w:r>
    </w:p>
    <w:p w:rsidR="006974AE" w:rsidRDefault="006974AE" w:rsidP="006974AE">
      <w:r>
        <w:t>420.9513</w:t>
      </w:r>
      <w:r>
        <w:tab/>
        <w:t>1.013e0</w:t>
      </w:r>
    </w:p>
    <w:p w:rsidR="006974AE" w:rsidRDefault="006974AE" w:rsidP="006974AE">
      <w:r>
        <w:t>420.9905</w:t>
      </w:r>
      <w:r>
        <w:tab/>
        <w:t>5.063e0</w:t>
      </w:r>
    </w:p>
    <w:p w:rsidR="006974AE" w:rsidRDefault="006974AE" w:rsidP="006974AE">
      <w:r>
        <w:t>421.0068</w:t>
      </w:r>
      <w:r>
        <w:tab/>
        <w:t>1.013e0</w:t>
      </w:r>
    </w:p>
    <w:p w:rsidR="006974AE" w:rsidRDefault="006974AE" w:rsidP="006974AE">
      <w:r>
        <w:t>421.0336</w:t>
      </w:r>
      <w:r>
        <w:tab/>
        <w:t>2.025e0</w:t>
      </w:r>
    </w:p>
    <w:p w:rsidR="006974AE" w:rsidRDefault="006974AE" w:rsidP="006974AE">
      <w:r>
        <w:t>421.0443</w:t>
      </w:r>
      <w:r>
        <w:tab/>
        <w:t>1.013e0</w:t>
      </w:r>
    </w:p>
    <w:p w:rsidR="006974AE" w:rsidRDefault="006974AE" w:rsidP="006974AE">
      <w:r>
        <w:t>421.0512</w:t>
      </w:r>
      <w:r>
        <w:tab/>
        <w:t>1.013e0</w:t>
      </w:r>
    </w:p>
    <w:p w:rsidR="006974AE" w:rsidRDefault="006974AE" w:rsidP="006974AE">
      <w:r>
        <w:t>421.0809</w:t>
      </w:r>
      <w:r>
        <w:tab/>
        <w:t>1.013e0</w:t>
      </w:r>
    </w:p>
    <w:p w:rsidR="006974AE" w:rsidRDefault="006974AE" w:rsidP="006974AE">
      <w:r>
        <w:t>421.0940</w:t>
      </w:r>
      <w:r>
        <w:tab/>
        <w:t>1.013e0</w:t>
      </w:r>
    </w:p>
    <w:p w:rsidR="006974AE" w:rsidRDefault="006974AE" w:rsidP="006974AE">
      <w:r>
        <w:t>421.0982</w:t>
      </w:r>
      <w:r>
        <w:tab/>
        <w:t>1.013e0</w:t>
      </w:r>
    </w:p>
    <w:p w:rsidR="006974AE" w:rsidRDefault="006974AE" w:rsidP="006974AE">
      <w:r>
        <w:t>421.1036</w:t>
      </w:r>
      <w:r>
        <w:tab/>
        <w:t>1.013e0</w:t>
      </w:r>
    </w:p>
    <w:p w:rsidR="006974AE" w:rsidRDefault="006974AE" w:rsidP="006974AE">
      <w:r>
        <w:t>421.1105</w:t>
      </w:r>
      <w:r>
        <w:tab/>
        <w:t>2.025e0</w:t>
      </w:r>
    </w:p>
    <w:p w:rsidR="006974AE" w:rsidRDefault="006974AE" w:rsidP="006974AE">
      <w:r>
        <w:t>421.1139</w:t>
      </w:r>
      <w:r>
        <w:tab/>
        <w:t>2.025e0</w:t>
      </w:r>
    </w:p>
    <w:p w:rsidR="006974AE" w:rsidRDefault="006974AE" w:rsidP="006974AE">
      <w:r>
        <w:t>421.1301</w:t>
      </w:r>
      <w:r>
        <w:tab/>
        <w:t>3.038e0</w:t>
      </w:r>
    </w:p>
    <w:p w:rsidR="006974AE" w:rsidRDefault="006974AE" w:rsidP="006974AE">
      <w:r>
        <w:lastRenderedPageBreak/>
        <w:t>421.1373</w:t>
      </w:r>
      <w:r>
        <w:tab/>
        <w:t>1.013e0</w:t>
      </w:r>
    </w:p>
    <w:p w:rsidR="006974AE" w:rsidRDefault="006974AE" w:rsidP="006974AE">
      <w:r>
        <w:t>421.1476</w:t>
      </w:r>
      <w:r>
        <w:tab/>
        <w:t>1.013e0</w:t>
      </w:r>
    </w:p>
    <w:p w:rsidR="006974AE" w:rsidRDefault="006974AE" w:rsidP="006974AE">
      <w:r>
        <w:t>421.1660</w:t>
      </w:r>
      <w:r>
        <w:tab/>
        <w:t>2.025e0</w:t>
      </w:r>
    </w:p>
    <w:p w:rsidR="006974AE" w:rsidRDefault="006974AE" w:rsidP="006974AE">
      <w:r>
        <w:t>421.1719</w:t>
      </w:r>
      <w:r>
        <w:tab/>
        <w:t>3.038e0</w:t>
      </w:r>
    </w:p>
    <w:p w:rsidR="006974AE" w:rsidRDefault="006974AE" w:rsidP="006974AE">
      <w:r>
        <w:t>421.1803</w:t>
      </w:r>
      <w:r>
        <w:tab/>
        <w:t>1.013e0</w:t>
      </w:r>
    </w:p>
    <w:p w:rsidR="006974AE" w:rsidRDefault="006974AE" w:rsidP="006974AE">
      <w:r>
        <w:t>421.2033</w:t>
      </w:r>
      <w:r>
        <w:tab/>
        <w:t>2.025e0</w:t>
      </w:r>
    </w:p>
    <w:p w:rsidR="006974AE" w:rsidRDefault="006974AE" w:rsidP="006974AE">
      <w:r>
        <w:t>421.2180</w:t>
      </w:r>
      <w:r>
        <w:tab/>
        <w:t>2.025e0</w:t>
      </w:r>
    </w:p>
    <w:p w:rsidR="006974AE" w:rsidRDefault="006974AE" w:rsidP="006974AE">
      <w:r>
        <w:t>421.2231</w:t>
      </w:r>
      <w:r>
        <w:tab/>
        <w:t>1.013e0</w:t>
      </w:r>
    </w:p>
    <w:p w:rsidR="006974AE" w:rsidRDefault="006974AE" w:rsidP="006974AE">
      <w:r>
        <w:t>421.2299</w:t>
      </w:r>
      <w:r>
        <w:tab/>
        <w:t>5.063e0</w:t>
      </w:r>
    </w:p>
    <w:p w:rsidR="006974AE" w:rsidRDefault="006974AE" w:rsidP="006974AE">
      <w:r>
        <w:t>421.2409</w:t>
      </w:r>
      <w:r>
        <w:tab/>
        <w:t>1.013e0</w:t>
      </w:r>
    </w:p>
    <w:p w:rsidR="006974AE" w:rsidRDefault="006974AE" w:rsidP="006974AE">
      <w:r>
        <w:t>421.2528</w:t>
      </w:r>
      <w:r>
        <w:tab/>
        <w:t>4.051e0</w:t>
      </w:r>
    </w:p>
    <w:p w:rsidR="006974AE" w:rsidRDefault="006974AE" w:rsidP="006974AE">
      <w:r>
        <w:t>421.2661</w:t>
      </w:r>
      <w:r>
        <w:tab/>
        <w:t>1.013e0</w:t>
      </w:r>
    </w:p>
    <w:p w:rsidR="006974AE" w:rsidRDefault="006974AE" w:rsidP="006974AE">
      <w:r>
        <w:t>421.2702</w:t>
      </w:r>
      <w:r>
        <w:tab/>
        <w:t>5.063e0</w:t>
      </w:r>
    </w:p>
    <w:p w:rsidR="006974AE" w:rsidRDefault="006974AE" w:rsidP="006974AE">
      <w:r>
        <w:t>421.2796</w:t>
      </w:r>
      <w:r>
        <w:tab/>
        <w:t>1.013e0</w:t>
      </w:r>
    </w:p>
    <w:p w:rsidR="006974AE" w:rsidRDefault="006974AE" w:rsidP="006974AE">
      <w:r>
        <w:t>421.2838</w:t>
      </w:r>
      <w:r>
        <w:tab/>
        <w:t>1.013e0</w:t>
      </w:r>
    </w:p>
    <w:p w:rsidR="006974AE" w:rsidRDefault="006974AE" w:rsidP="006974AE">
      <w:r>
        <w:t>421.3158</w:t>
      </w:r>
      <w:r>
        <w:tab/>
        <w:t>2.025e0</w:t>
      </w:r>
    </w:p>
    <w:p w:rsidR="006974AE" w:rsidRDefault="006974AE" w:rsidP="006974AE">
      <w:r>
        <w:t>421.3202</w:t>
      </w:r>
      <w:r>
        <w:tab/>
        <w:t>2.025e0</w:t>
      </w:r>
    </w:p>
    <w:p w:rsidR="006974AE" w:rsidRDefault="006974AE" w:rsidP="006974AE">
      <w:r>
        <w:t>421.3229</w:t>
      </w:r>
      <w:r>
        <w:tab/>
        <w:t>1.013e0</w:t>
      </w:r>
    </w:p>
    <w:p w:rsidR="006974AE" w:rsidRDefault="006974AE" w:rsidP="006974AE">
      <w:r>
        <w:t>421.3265</w:t>
      </w:r>
      <w:r>
        <w:tab/>
        <w:t>1.013e0</w:t>
      </w:r>
    </w:p>
    <w:p w:rsidR="006974AE" w:rsidRDefault="006974AE" w:rsidP="006974AE">
      <w:r>
        <w:lastRenderedPageBreak/>
        <w:t>421.3364</w:t>
      </w:r>
      <w:r>
        <w:tab/>
        <w:t>2.025e0</w:t>
      </w:r>
    </w:p>
    <w:p w:rsidR="006974AE" w:rsidRDefault="006974AE" w:rsidP="006974AE">
      <w:r>
        <w:t>421.3439</w:t>
      </w:r>
      <w:r>
        <w:tab/>
        <w:t>1.013e0</w:t>
      </w:r>
    </w:p>
    <w:p w:rsidR="006974AE" w:rsidRDefault="006974AE" w:rsidP="006974AE">
      <w:r>
        <w:t>421.3477</w:t>
      </w:r>
      <w:r>
        <w:tab/>
        <w:t>1.013e0</w:t>
      </w:r>
    </w:p>
    <w:p w:rsidR="006974AE" w:rsidRDefault="006974AE" w:rsidP="006974AE">
      <w:r>
        <w:t>421.3618</w:t>
      </w:r>
      <w:r>
        <w:tab/>
        <w:t>1.013e0</w:t>
      </w:r>
    </w:p>
    <w:p w:rsidR="006974AE" w:rsidRDefault="006974AE" w:rsidP="006974AE">
      <w:r>
        <w:t>421.3705</w:t>
      </w:r>
      <w:r>
        <w:tab/>
        <w:t>1.013e0</w:t>
      </w:r>
    </w:p>
    <w:p w:rsidR="006974AE" w:rsidRDefault="006974AE" w:rsidP="006974AE">
      <w:r>
        <w:t>421.3922</w:t>
      </w:r>
      <w:r>
        <w:tab/>
        <w:t>1.013e0</w:t>
      </w:r>
    </w:p>
    <w:p w:rsidR="006974AE" w:rsidRDefault="006974AE" w:rsidP="006974AE">
      <w:r>
        <w:t>421.4050</w:t>
      </w:r>
      <w:r>
        <w:tab/>
        <w:t>1.013e0</w:t>
      </w:r>
    </w:p>
    <w:p w:rsidR="006974AE" w:rsidRDefault="006974AE" w:rsidP="006974AE">
      <w:r>
        <w:t>421.4620</w:t>
      </w:r>
      <w:r>
        <w:tab/>
        <w:t>3.038e0</w:t>
      </w:r>
    </w:p>
    <w:p w:rsidR="006974AE" w:rsidRDefault="006974AE" w:rsidP="006974AE">
      <w:r>
        <w:t>421.4652</w:t>
      </w:r>
      <w:r>
        <w:tab/>
        <w:t>1.013e0</w:t>
      </w:r>
    </w:p>
    <w:p w:rsidR="006974AE" w:rsidRDefault="006974AE" w:rsidP="006974AE">
      <w:r>
        <w:t>421.4707</w:t>
      </w:r>
      <w:r>
        <w:tab/>
        <w:t>2.025e0</w:t>
      </w:r>
    </w:p>
    <w:p w:rsidR="006974AE" w:rsidRDefault="006974AE" w:rsidP="006974AE">
      <w:r>
        <w:t>421.4866</w:t>
      </w:r>
      <w:r>
        <w:tab/>
        <w:t>1.013e0</w:t>
      </w:r>
    </w:p>
    <w:p w:rsidR="006974AE" w:rsidRDefault="006974AE" w:rsidP="006974AE">
      <w:r>
        <w:t>421.5080</w:t>
      </w:r>
      <w:r>
        <w:tab/>
        <w:t>1.013e0</w:t>
      </w:r>
    </w:p>
    <w:p w:rsidR="006974AE" w:rsidRDefault="006974AE" w:rsidP="006974AE">
      <w:r>
        <w:t>421.5188</w:t>
      </w:r>
      <w:r>
        <w:tab/>
        <w:t>1.013e0</w:t>
      </w:r>
    </w:p>
    <w:p w:rsidR="006974AE" w:rsidRDefault="006974AE" w:rsidP="006974AE">
      <w:r>
        <w:t>421.5405</w:t>
      </w:r>
      <w:r>
        <w:tab/>
        <w:t>1.013e0</w:t>
      </w:r>
    </w:p>
    <w:p w:rsidR="006974AE" w:rsidRDefault="006974AE" w:rsidP="006974AE">
      <w:r>
        <w:t>421.5687</w:t>
      </w:r>
      <w:r>
        <w:tab/>
        <w:t>1.013e0</w:t>
      </w:r>
    </w:p>
    <w:p w:rsidR="006974AE" w:rsidRDefault="006974AE" w:rsidP="006974AE">
      <w:r>
        <w:t>421.5901</w:t>
      </w:r>
      <w:r>
        <w:tab/>
        <w:t>1.013e0</w:t>
      </w:r>
    </w:p>
    <w:p w:rsidR="006974AE" w:rsidRDefault="006974AE" w:rsidP="006974AE">
      <w:r>
        <w:t>421.5938</w:t>
      </w:r>
      <w:r>
        <w:tab/>
        <w:t>1.013e0</w:t>
      </w:r>
    </w:p>
    <w:p w:rsidR="006974AE" w:rsidRDefault="006974AE" w:rsidP="006974AE">
      <w:r>
        <w:t>421.6121</w:t>
      </w:r>
      <w:r>
        <w:tab/>
        <w:t>1.013e0</w:t>
      </w:r>
    </w:p>
    <w:p w:rsidR="006974AE" w:rsidRDefault="006974AE" w:rsidP="006974AE">
      <w:r>
        <w:t>421.6151</w:t>
      </w:r>
      <w:r>
        <w:tab/>
        <w:t>1.013e0</w:t>
      </w:r>
    </w:p>
    <w:p w:rsidR="006974AE" w:rsidRDefault="006974AE" w:rsidP="006974AE">
      <w:r>
        <w:lastRenderedPageBreak/>
        <w:t>421.6511</w:t>
      </w:r>
      <w:r>
        <w:tab/>
        <w:t>2.025e0</w:t>
      </w:r>
    </w:p>
    <w:p w:rsidR="006974AE" w:rsidRDefault="006974AE" w:rsidP="006974AE">
      <w:r>
        <w:t>421.6820</w:t>
      </w:r>
      <w:r>
        <w:tab/>
        <w:t>1.013e0</w:t>
      </w:r>
    </w:p>
    <w:p w:rsidR="006974AE" w:rsidRDefault="006974AE" w:rsidP="006974AE">
      <w:r>
        <w:t>421.6936</w:t>
      </w:r>
      <w:r>
        <w:tab/>
        <w:t>1.013e0</w:t>
      </w:r>
    </w:p>
    <w:p w:rsidR="006974AE" w:rsidRDefault="006974AE" w:rsidP="006974AE">
      <w:r>
        <w:t>421.6973</w:t>
      </w:r>
      <w:r>
        <w:tab/>
        <w:t>1.013e0</w:t>
      </w:r>
    </w:p>
    <w:p w:rsidR="006974AE" w:rsidRDefault="006974AE" w:rsidP="006974AE">
      <w:r>
        <w:t>421.7037</w:t>
      </w:r>
      <w:r>
        <w:tab/>
        <w:t>1.013e0</w:t>
      </w:r>
    </w:p>
    <w:p w:rsidR="006974AE" w:rsidRDefault="006974AE" w:rsidP="006974AE">
      <w:r>
        <w:t>421.7238</w:t>
      </w:r>
      <w:r>
        <w:tab/>
        <w:t>2.025e0</w:t>
      </w:r>
    </w:p>
    <w:p w:rsidR="006974AE" w:rsidRDefault="006974AE" w:rsidP="006974AE">
      <w:r>
        <w:t>421.7482</w:t>
      </w:r>
      <w:r>
        <w:tab/>
        <w:t>2.025e0</w:t>
      </w:r>
    </w:p>
    <w:p w:rsidR="006974AE" w:rsidRDefault="006974AE" w:rsidP="006974AE">
      <w:r>
        <w:t>421.7674</w:t>
      </w:r>
      <w:r>
        <w:tab/>
        <w:t>2.025e0</w:t>
      </w:r>
    </w:p>
    <w:p w:rsidR="006974AE" w:rsidRDefault="006974AE" w:rsidP="006974AE">
      <w:r>
        <w:t>421.8013</w:t>
      </w:r>
      <w:r>
        <w:tab/>
        <w:t>1.013e0</w:t>
      </w:r>
    </w:p>
    <w:p w:rsidR="006974AE" w:rsidRDefault="006974AE" w:rsidP="006974AE">
      <w:r>
        <w:t>421.8156</w:t>
      </w:r>
      <w:r>
        <w:tab/>
        <w:t>1.013e0</w:t>
      </w:r>
    </w:p>
    <w:p w:rsidR="006974AE" w:rsidRDefault="006974AE" w:rsidP="006974AE">
      <w:r>
        <w:t>421.8187</w:t>
      </w:r>
      <w:r>
        <w:tab/>
        <w:t>1.013e0</w:t>
      </w:r>
    </w:p>
    <w:p w:rsidR="006974AE" w:rsidRDefault="006974AE" w:rsidP="006974AE">
      <w:r>
        <w:t>421.8430</w:t>
      </w:r>
      <w:r>
        <w:tab/>
        <w:t>2.025e0</w:t>
      </w:r>
    </w:p>
    <w:p w:rsidR="006974AE" w:rsidRDefault="006974AE" w:rsidP="006974AE">
      <w:r>
        <w:t>421.8521</w:t>
      </w:r>
      <w:r>
        <w:tab/>
        <w:t>1.013e0</w:t>
      </w:r>
    </w:p>
    <w:p w:rsidR="006974AE" w:rsidRDefault="006974AE" w:rsidP="006974AE">
      <w:r>
        <w:t>421.8691</w:t>
      </w:r>
      <w:r>
        <w:tab/>
        <w:t>2.025e0</w:t>
      </w:r>
    </w:p>
    <w:p w:rsidR="006974AE" w:rsidRDefault="006974AE" w:rsidP="006974AE">
      <w:r>
        <w:t>421.8851</w:t>
      </w:r>
      <w:r>
        <w:tab/>
        <w:t>2.025e0</w:t>
      </w:r>
    </w:p>
    <w:p w:rsidR="006974AE" w:rsidRDefault="006974AE" w:rsidP="006974AE">
      <w:r>
        <w:t>421.9115</w:t>
      </w:r>
      <w:r>
        <w:tab/>
        <w:t>1.013e0</w:t>
      </w:r>
    </w:p>
    <w:p w:rsidR="006974AE" w:rsidRDefault="006974AE" w:rsidP="006974AE">
      <w:r>
        <w:t>421.9166</w:t>
      </w:r>
      <w:r>
        <w:tab/>
        <w:t>2.025e0</w:t>
      </w:r>
    </w:p>
    <w:p w:rsidR="006974AE" w:rsidRDefault="006974AE" w:rsidP="006974AE">
      <w:r>
        <w:t>421.9264</w:t>
      </w:r>
      <w:r>
        <w:tab/>
        <w:t>1.013e0</w:t>
      </w:r>
    </w:p>
    <w:p w:rsidR="006974AE" w:rsidRDefault="006974AE" w:rsidP="006974AE">
      <w:r>
        <w:t>421.9316</w:t>
      </w:r>
      <w:r>
        <w:tab/>
        <w:t>2.025e0</w:t>
      </w:r>
    </w:p>
    <w:p w:rsidR="006974AE" w:rsidRDefault="006974AE" w:rsidP="006974AE">
      <w:r>
        <w:lastRenderedPageBreak/>
        <w:t>421.9348</w:t>
      </w:r>
      <w:r>
        <w:tab/>
        <w:t>3.038e0</w:t>
      </w:r>
    </w:p>
    <w:p w:rsidR="006974AE" w:rsidRDefault="006974AE" w:rsidP="006974AE">
      <w:r>
        <w:t>421.9442</w:t>
      </w:r>
      <w:r>
        <w:tab/>
        <w:t>1.013e0</w:t>
      </w:r>
    </w:p>
    <w:p w:rsidR="006974AE" w:rsidRDefault="006974AE" w:rsidP="006974AE">
      <w:r>
        <w:t>421.9613</w:t>
      </w:r>
      <w:r>
        <w:tab/>
        <w:t>1.013e0</w:t>
      </w:r>
    </w:p>
    <w:p w:rsidR="006974AE" w:rsidRDefault="006974AE" w:rsidP="006974AE">
      <w:r>
        <w:t>421.9692</w:t>
      </w:r>
      <w:r>
        <w:tab/>
        <w:t>2.025e0</w:t>
      </w:r>
    </w:p>
    <w:p w:rsidR="006974AE" w:rsidRDefault="006974AE" w:rsidP="006974AE">
      <w:r>
        <w:t>421.9861</w:t>
      </w:r>
      <w:r>
        <w:tab/>
        <w:t>2.025e0</w:t>
      </w:r>
    </w:p>
    <w:p w:rsidR="006974AE" w:rsidRDefault="006974AE" w:rsidP="006974AE">
      <w:r>
        <w:t>422.0227</w:t>
      </w:r>
      <w:r>
        <w:tab/>
        <w:t>1.013e0</w:t>
      </w:r>
    </w:p>
    <w:p w:rsidR="006974AE" w:rsidRDefault="006974AE" w:rsidP="006974AE">
      <w:r>
        <w:t>422.0475</w:t>
      </w:r>
      <w:r>
        <w:tab/>
        <w:t>2.025e0</w:t>
      </w:r>
    </w:p>
    <w:p w:rsidR="006974AE" w:rsidRDefault="006974AE" w:rsidP="006974AE">
      <w:r>
        <w:t>422.0605</w:t>
      </w:r>
      <w:r>
        <w:tab/>
        <w:t>1.013e0</w:t>
      </w:r>
    </w:p>
    <w:p w:rsidR="006974AE" w:rsidRDefault="006974AE" w:rsidP="006974AE">
      <w:r>
        <w:t>422.0707</w:t>
      </w:r>
      <w:r>
        <w:tab/>
        <w:t>2.025e0</w:t>
      </w:r>
    </w:p>
    <w:p w:rsidR="006974AE" w:rsidRDefault="006974AE" w:rsidP="006974AE">
      <w:r>
        <w:t>422.0869</w:t>
      </w:r>
      <w:r>
        <w:tab/>
        <w:t>3.038e0</w:t>
      </w:r>
    </w:p>
    <w:p w:rsidR="006974AE" w:rsidRDefault="006974AE" w:rsidP="006974AE">
      <w:r>
        <w:t>422.0971</w:t>
      </w:r>
      <w:r>
        <w:tab/>
        <w:t>2.025e0</w:t>
      </w:r>
    </w:p>
    <w:p w:rsidR="006974AE" w:rsidRDefault="006974AE" w:rsidP="006974AE">
      <w:r>
        <w:t>422.1011</w:t>
      </w:r>
      <w:r>
        <w:tab/>
        <w:t>5.972e0</w:t>
      </w:r>
    </w:p>
    <w:p w:rsidR="006974AE" w:rsidRDefault="006974AE" w:rsidP="006974AE">
      <w:r>
        <w:t>422.1131</w:t>
      </w:r>
      <w:r>
        <w:tab/>
        <w:t>1.114e1</w:t>
      </w:r>
    </w:p>
    <w:p w:rsidR="006974AE" w:rsidRDefault="006974AE" w:rsidP="006974AE">
      <w:r>
        <w:t>422.1145</w:t>
      </w:r>
      <w:r>
        <w:tab/>
        <w:t>9.462e0</w:t>
      </w:r>
    </w:p>
    <w:p w:rsidR="006974AE" w:rsidRDefault="006974AE" w:rsidP="006974AE">
      <w:r>
        <w:t>422.1191</w:t>
      </w:r>
      <w:r>
        <w:tab/>
        <w:t>2.025e0</w:t>
      </w:r>
    </w:p>
    <w:p w:rsidR="006974AE" w:rsidRDefault="006974AE" w:rsidP="006974AE">
      <w:r>
        <w:t>422.1256</w:t>
      </w:r>
      <w:r>
        <w:tab/>
        <w:t>1.013e0</w:t>
      </w:r>
    </w:p>
    <w:p w:rsidR="006974AE" w:rsidRDefault="006974AE" w:rsidP="006974AE">
      <w:r>
        <w:t>422.1305</w:t>
      </w:r>
      <w:r>
        <w:tab/>
        <w:t>4.051e0</w:t>
      </w:r>
    </w:p>
    <w:p w:rsidR="006974AE" w:rsidRDefault="006974AE" w:rsidP="006974AE">
      <w:r>
        <w:t>422.1820</w:t>
      </w:r>
      <w:r>
        <w:tab/>
        <w:t>2.025e0</w:t>
      </w:r>
    </w:p>
    <w:p w:rsidR="006974AE" w:rsidRDefault="006974AE" w:rsidP="006974AE">
      <w:r>
        <w:t>422.2054</w:t>
      </w:r>
      <w:r>
        <w:tab/>
        <w:t>2.025e0</w:t>
      </w:r>
    </w:p>
    <w:p w:rsidR="006974AE" w:rsidRDefault="006974AE" w:rsidP="006974AE">
      <w:r>
        <w:lastRenderedPageBreak/>
        <w:t>422.2078</w:t>
      </w:r>
      <w:r>
        <w:tab/>
        <w:t>1.013e0</w:t>
      </w:r>
    </w:p>
    <w:p w:rsidR="006974AE" w:rsidRDefault="006974AE" w:rsidP="006974AE">
      <w:r>
        <w:t>422.2239</w:t>
      </w:r>
      <w:r>
        <w:tab/>
        <w:t>1.013e0</w:t>
      </w:r>
    </w:p>
    <w:p w:rsidR="006974AE" w:rsidRDefault="006974AE" w:rsidP="006974AE">
      <w:r>
        <w:t>422.2275</w:t>
      </w:r>
      <w:r>
        <w:tab/>
        <w:t>3.038e0</w:t>
      </w:r>
    </w:p>
    <w:p w:rsidR="006974AE" w:rsidRDefault="006974AE" w:rsidP="006974AE">
      <w:r>
        <w:t>422.2334</w:t>
      </w:r>
      <w:r>
        <w:tab/>
        <w:t>1.013e0</w:t>
      </w:r>
    </w:p>
    <w:p w:rsidR="006974AE" w:rsidRDefault="006974AE" w:rsidP="006974AE">
      <w:r>
        <w:t>422.2383</w:t>
      </w:r>
      <w:r>
        <w:tab/>
        <w:t>1.013e0</w:t>
      </w:r>
    </w:p>
    <w:p w:rsidR="006974AE" w:rsidRDefault="006974AE" w:rsidP="006974AE">
      <w:r>
        <w:t>422.2679</w:t>
      </w:r>
      <w:r>
        <w:tab/>
        <w:t>1.013e0</w:t>
      </w:r>
    </w:p>
    <w:p w:rsidR="006974AE" w:rsidRDefault="006974AE" w:rsidP="006974AE">
      <w:r>
        <w:t>422.2720</w:t>
      </w:r>
      <w:r>
        <w:tab/>
        <w:t>2.025e0</w:t>
      </w:r>
    </w:p>
    <w:p w:rsidR="006974AE" w:rsidRDefault="006974AE" w:rsidP="006974AE">
      <w:r>
        <w:t>422.2760</w:t>
      </w:r>
      <w:r>
        <w:tab/>
        <w:t>1.013e0</w:t>
      </w:r>
    </w:p>
    <w:p w:rsidR="006974AE" w:rsidRDefault="006974AE" w:rsidP="006974AE">
      <w:r>
        <w:t>422.2828</w:t>
      </w:r>
      <w:r>
        <w:tab/>
        <w:t>1.013e0</w:t>
      </w:r>
    </w:p>
    <w:p w:rsidR="006974AE" w:rsidRDefault="006974AE" w:rsidP="006974AE">
      <w:r>
        <w:t>422.2968</w:t>
      </w:r>
      <w:r>
        <w:tab/>
        <w:t>3.038e0</w:t>
      </w:r>
    </w:p>
    <w:p w:rsidR="006974AE" w:rsidRDefault="006974AE" w:rsidP="006974AE">
      <w:r>
        <w:t>422.3118</w:t>
      </w:r>
      <w:r>
        <w:tab/>
        <w:t>1.013e0</w:t>
      </w:r>
    </w:p>
    <w:p w:rsidR="006974AE" w:rsidRDefault="006974AE" w:rsidP="006974AE">
      <w:r>
        <w:t>422.3201</w:t>
      </w:r>
      <w:r>
        <w:tab/>
        <w:t>3.038e0</w:t>
      </w:r>
    </w:p>
    <w:p w:rsidR="006974AE" w:rsidRDefault="006974AE" w:rsidP="006974AE">
      <w:r>
        <w:t>422.3258</w:t>
      </w:r>
      <w:r>
        <w:tab/>
        <w:t>4.051e0</w:t>
      </w:r>
    </w:p>
    <w:p w:rsidR="006974AE" w:rsidRDefault="006974AE" w:rsidP="006974AE">
      <w:r>
        <w:t>422.3326</w:t>
      </w:r>
      <w:r>
        <w:tab/>
        <w:t>1.013e0</w:t>
      </w:r>
    </w:p>
    <w:p w:rsidR="006974AE" w:rsidRDefault="006974AE" w:rsidP="006974AE">
      <w:r>
        <w:t>422.3383</w:t>
      </w:r>
      <w:r>
        <w:tab/>
        <w:t>2.025e0</w:t>
      </w:r>
    </w:p>
    <w:p w:rsidR="006974AE" w:rsidRDefault="006974AE" w:rsidP="006974AE">
      <w:r>
        <w:t>422.3452</w:t>
      </w:r>
      <w:r>
        <w:tab/>
        <w:t>2.025e0</w:t>
      </w:r>
    </w:p>
    <w:p w:rsidR="006974AE" w:rsidRDefault="006974AE" w:rsidP="006974AE">
      <w:r>
        <w:t>422.3486</w:t>
      </w:r>
      <w:r>
        <w:tab/>
        <w:t>1.672e0</w:t>
      </w:r>
    </w:p>
    <w:p w:rsidR="006974AE" w:rsidRDefault="006974AE" w:rsidP="006974AE">
      <w:r>
        <w:t>422.3664</w:t>
      </w:r>
      <w:r>
        <w:tab/>
        <w:t>5.063e0</w:t>
      </w:r>
    </w:p>
    <w:p w:rsidR="006974AE" w:rsidRDefault="006974AE" w:rsidP="006974AE">
      <w:r>
        <w:t>422.3939</w:t>
      </w:r>
      <w:r>
        <w:tab/>
        <w:t>3.038e0</w:t>
      </w:r>
    </w:p>
    <w:p w:rsidR="006974AE" w:rsidRDefault="006974AE" w:rsidP="006974AE">
      <w:r>
        <w:lastRenderedPageBreak/>
        <w:t>422.4091</w:t>
      </w:r>
      <w:r>
        <w:tab/>
        <w:t>1.013e0</w:t>
      </w:r>
    </w:p>
    <w:p w:rsidR="006974AE" w:rsidRDefault="006974AE" w:rsidP="006974AE">
      <w:r>
        <w:t>422.4118</w:t>
      </w:r>
      <w:r>
        <w:tab/>
        <w:t>2.025e0</w:t>
      </w:r>
    </w:p>
    <w:p w:rsidR="006974AE" w:rsidRDefault="006974AE" w:rsidP="006974AE">
      <w:r>
        <w:t>422.4190</w:t>
      </w:r>
      <w:r>
        <w:tab/>
        <w:t>1.013e0</w:t>
      </w:r>
    </w:p>
    <w:p w:rsidR="006974AE" w:rsidRDefault="006974AE" w:rsidP="006974AE">
      <w:r>
        <w:t>422.4474</w:t>
      </w:r>
      <w:r>
        <w:tab/>
        <w:t>2.025e0</w:t>
      </w:r>
    </w:p>
    <w:p w:rsidR="006974AE" w:rsidRDefault="006974AE" w:rsidP="006974AE">
      <w:r>
        <w:t>422.4537</w:t>
      </w:r>
      <w:r>
        <w:tab/>
        <w:t>1.013e0</w:t>
      </w:r>
    </w:p>
    <w:p w:rsidR="006974AE" w:rsidRDefault="006974AE" w:rsidP="006974AE">
      <w:r>
        <w:t>422.4600</w:t>
      </w:r>
      <w:r>
        <w:tab/>
        <w:t>2.025e0</w:t>
      </w:r>
    </w:p>
    <w:p w:rsidR="006974AE" w:rsidRDefault="006974AE" w:rsidP="006974AE">
      <w:r>
        <w:t>422.4761</w:t>
      </w:r>
      <w:r>
        <w:tab/>
        <w:t>1.013e0</w:t>
      </w:r>
    </w:p>
    <w:p w:rsidR="006974AE" w:rsidRDefault="006974AE" w:rsidP="006974AE">
      <w:r>
        <w:t>422.4792</w:t>
      </w:r>
      <w:r>
        <w:tab/>
        <w:t>1.013e0</w:t>
      </w:r>
    </w:p>
    <w:p w:rsidR="006974AE" w:rsidRDefault="006974AE" w:rsidP="006974AE">
      <w:r>
        <w:t>422.5220</w:t>
      </w:r>
      <w:r>
        <w:tab/>
        <w:t>1.013e0</w:t>
      </w:r>
    </w:p>
    <w:p w:rsidR="006974AE" w:rsidRDefault="006974AE" w:rsidP="006974AE">
      <w:r>
        <w:t>422.5612</w:t>
      </w:r>
      <w:r>
        <w:tab/>
        <w:t>1.013e0</w:t>
      </w:r>
    </w:p>
    <w:p w:rsidR="006974AE" w:rsidRDefault="006974AE" w:rsidP="006974AE">
      <w:r>
        <w:t>422.5735</w:t>
      </w:r>
      <w:r>
        <w:tab/>
        <w:t>2.025e0</w:t>
      </w:r>
    </w:p>
    <w:p w:rsidR="006974AE" w:rsidRDefault="006974AE" w:rsidP="006974AE">
      <w:r>
        <w:t>422.5827</w:t>
      </w:r>
      <w:r>
        <w:tab/>
        <w:t>1.013e0</w:t>
      </w:r>
    </w:p>
    <w:p w:rsidR="006974AE" w:rsidRDefault="006974AE" w:rsidP="006974AE">
      <w:r>
        <w:t>422.6544</w:t>
      </w:r>
      <w:r>
        <w:tab/>
        <w:t>4.051e0</w:t>
      </w:r>
    </w:p>
    <w:p w:rsidR="006974AE" w:rsidRDefault="006974AE" w:rsidP="006974AE">
      <w:r>
        <w:t>422.6612</w:t>
      </w:r>
      <w:r>
        <w:tab/>
        <w:t>1.013e0</w:t>
      </w:r>
    </w:p>
    <w:p w:rsidR="006974AE" w:rsidRDefault="006974AE" w:rsidP="006974AE">
      <w:r>
        <w:t>422.6806</w:t>
      </w:r>
      <w:r>
        <w:tab/>
        <w:t>2.025e0</w:t>
      </w:r>
    </w:p>
    <w:p w:rsidR="006974AE" w:rsidRDefault="006974AE" w:rsidP="006974AE">
      <w:r>
        <w:t>422.7144</w:t>
      </w:r>
      <w:r>
        <w:tab/>
        <w:t>1.013e0</w:t>
      </w:r>
    </w:p>
    <w:p w:rsidR="006974AE" w:rsidRDefault="006974AE" w:rsidP="006974AE">
      <w:r>
        <w:t>422.7469</w:t>
      </w:r>
      <w:r>
        <w:tab/>
        <w:t>2.025e0</w:t>
      </w:r>
    </w:p>
    <w:p w:rsidR="006974AE" w:rsidRDefault="006974AE" w:rsidP="006974AE">
      <w:r>
        <w:t>422.7516</w:t>
      </w:r>
      <w:r>
        <w:tab/>
        <w:t>1.013e0</w:t>
      </w:r>
    </w:p>
    <w:p w:rsidR="006974AE" w:rsidRDefault="006974AE" w:rsidP="006974AE">
      <w:r>
        <w:t>422.7877</w:t>
      </w:r>
      <w:r>
        <w:tab/>
        <w:t>2.025e0</w:t>
      </w:r>
    </w:p>
    <w:p w:rsidR="006974AE" w:rsidRDefault="006974AE" w:rsidP="006974AE">
      <w:r>
        <w:lastRenderedPageBreak/>
        <w:t>422.8080</w:t>
      </w:r>
      <w:r>
        <w:tab/>
        <w:t>1.013e0</w:t>
      </w:r>
    </w:p>
    <w:p w:rsidR="006974AE" w:rsidRDefault="006974AE" w:rsidP="006974AE">
      <w:r>
        <w:t>422.8293</w:t>
      </w:r>
      <w:r>
        <w:tab/>
        <w:t>2.025e0</w:t>
      </w:r>
    </w:p>
    <w:p w:rsidR="006974AE" w:rsidRDefault="006974AE" w:rsidP="006974AE">
      <w:r>
        <w:t>422.8329</w:t>
      </w:r>
      <w:r>
        <w:tab/>
        <w:t>1.013e0</w:t>
      </w:r>
    </w:p>
    <w:p w:rsidR="006974AE" w:rsidRDefault="006974AE" w:rsidP="006974AE">
      <w:r>
        <w:t>422.8403</w:t>
      </w:r>
      <w:r>
        <w:tab/>
        <w:t>1.013e0</w:t>
      </w:r>
    </w:p>
    <w:p w:rsidR="006974AE" w:rsidRDefault="006974AE" w:rsidP="006974AE">
      <w:r>
        <w:t>422.8557</w:t>
      </w:r>
      <w:r>
        <w:tab/>
        <w:t>1.013e0</w:t>
      </w:r>
    </w:p>
    <w:p w:rsidR="006974AE" w:rsidRDefault="006974AE" w:rsidP="006974AE">
      <w:r>
        <w:t>422.8781</w:t>
      </w:r>
      <w:r>
        <w:tab/>
        <w:t>1.013e0</w:t>
      </w:r>
    </w:p>
    <w:p w:rsidR="006974AE" w:rsidRDefault="006974AE" w:rsidP="006974AE">
      <w:r>
        <w:t>422.8896</w:t>
      </w:r>
      <w:r>
        <w:tab/>
        <w:t>1.013e0</w:t>
      </w:r>
    </w:p>
    <w:p w:rsidR="006974AE" w:rsidRDefault="006974AE" w:rsidP="006974AE">
      <w:r>
        <w:t>422.9272</w:t>
      </w:r>
      <w:r>
        <w:tab/>
        <w:t>3.701e0</w:t>
      </w:r>
    </w:p>
    <w:p w:rsidR="006974AE" w:rsidRDefault="006974AE" w:rsidP="006974AE">
      <w:r>
        <w:t>422.9287</w:t>
      </w:r>
      <w:r>
        <w:tab/>
        <w:t>5.063e0</w:t>
      </w:r>
    </w:p>
    <w:p w:rsidR="006974AE" w:rsidRDefault="006974AE" w:rsidP="006974AE">
      <w:r>
        <w:t>422.9332</w:t>
      </w:r>
      <w:r>
        <w:tab/>
        <w:t>1.013e0</w:t>
      </w:r>
    </w:p>
    <w:p w:rsidR="006974AE" w:rsidRDefault="006974AE" w:rsidP="006974AE">
      <w:r>
        <w:t>423.0117</w:t>
      </w:r>
      <w:r>
        <w:tab/>
        <w:t>1.013e0</w:t>
      </w:r>
    </w:p>
    <w:p w:rsidR="006974AE" w:rsidRDefault="006974AE" w:rsidP="006974AE">
      <w:r>
        <w:t>423.0330</w:t>
      </w:r>
      <w:r>
        <w:tab/>
        <w:t>1.013e0</w:t>
      </w:r>
    </w:p>
    <w:p w:rsidR="006974AE" w:rsidRDefault="006974AE" w:rsidP="006974AE">
      <w:r>
        <w:t>423.0362</w:t>
      </w:r>
      <w:r>
        <w:tab/>
        <w:t>1.013e0</w:t>
      </w:r>
    </w:p>
    <w:p w:rsidR="006974AE" w:rsidRDefault="006974AE" w:rsidP="006974AE">
      <w:r>
        <w:t>423.0764</w:t>
      </w:r>
      <w:r>
        <w:tab/>
        <w:t>3.038e0</w:t>
      </w:r>
    </w:p>
    <w:p w:rsidR="006974AE" w:rsidRDefault="006974AE" w:rsidP="006974AE">
      <w:r>
        <w:t>423.0819</w:t>
      </w:r>
      <w:r>
        <w:tab/>
        <w:t>2.025e0</w:t>
      </w:r>
    </w:p>
    <w:p w:rsidR="006974AE" w:rsidRDefault="006974AE" w:rsidP="006974AE">
      <w:r>
        <w:t>423.0858</w:t>
      </w:r>
      <w:r>
        <w:tab/>
        <w:t>1.013e0</w:t>
      </w:r>
    </w:p>
    <w:p w:rsidR="006974AE" w:rsidRDefault="006974AE" w:rsidP="006974AE">
      <w:r>
        <w:t>423.1147</w:t>
      </w:r>
      <w:r>
        <w:tab/>
        <w:t>1.013e0</w:t>
      </w:r>
    </w:p>
    <w:p w:rsidR="006974AE" w:rsidRDefault="006974AE" w:rsidP="006974AE">
      <w:r>
        <w:t>423.1169</w:t>
      </w:r>
      <w:r>
        <w:tab/>
        <w:t>2.025e0</w:t>
      </w:r>
    </w:p>
    <w:p w:rsidR="006974AE" w:rsidRDefault="006974AE" w:rsidP="006974AE">
      <w:r>
        <w:t>423.1252</w:t>
      </w:r>
      <w:r>
        <w:tab/>
        <w:t>7.089e0</w:t>
      </w:r>
    </w:p>
    <w:p w:rsidR="006974AE" w:rsidRDefault="006974AE" w:rsidP="006974AE">
      <w:r>
        <w:lastRenderedPageBreak/>
        <w:t>423.1277</w:t>
      </w:r>
      <w:r>
        <w:tab/>
        <w:t>2.025e0</w:t>
      </w:r>
    </w:p>
    <w:p w:rsidR="006974AE" w:rsidRDefault="006974AE" w:rsidP="006974AE">
      <w:r>
        <w:t>423.1336</w:t>
      </w:r>
      <w:r>
        <w:tab/>
        <w:t>3.038e0</w:t>
      </w:r>
    </w:p>
    <w:p w:rsidR="006974AE" w:rsidRDefault="006974AE" w:rsidP="006974AE">
      <w:r>
        <w:t>423.1354</w:t>
      </w:r>
      <w:r>
        <w:tab/>
        <w:t>6.197e0</w:t>
      </w:r>
    </w:p>
    <w:p w:rsidR="006974AE" w:rsidRDefault="006974AE" w:rsidP="006974AE">
      <w:r>
        <w:t>423.1677</w:t>
      </w:r>
      <w:r>
        <w:tab/>
        <w:t>1.013e0</w:t>
      </w:r>
    </w:p>
    <w:p w:rsidR="006974AE" w:rsidRDefault="006974AE" w:rsidP="006974AE">
      <w:r>
        <w:t>423.1720</w:t>
      </w:r>
      <w:r>
        <w:tab/>
        <w:t>2.025e0</w:t>
      </w:r>
    </w:p>
    <w:p w:rsidR="006974AE" w:rsidRDefault="006974AE" w:rsidP="006974AE">
      <w:r>
        <w:t>423.1757</w:t>
      </w:r>
      <w:r>
        <w:tab/>
        <w:t>1.013e0</w:t>
      </w:r>
    </w:p>
    <w:p w:rsidR="006974AE" w:rsidRDefault="006974AE" w:rsidP="006974AE">
      <w:r>
        <w:t>423.1932</w:t>
      </w:r>
      <w:r>
        <w:tab/>
        <w:t>3.038e0</w:t>
      </w:r>
    </w:p>
    <w:p w:rsidR="006974AE" w:rsidRDefault="006974AE" w:rsidP="006974AE">
      <w:r>
        <w:t>423.1974</w:t>
      </w:r>
      <w:r>
        <w:tab/>
        <w:t>1.013e0</w:t>
      </w:r>
    </w:p>
    <w:p w:rsidR="006974AE" w:rsidRDefault="006974AE" w:rsidP="006974AE">
      <w:r>
        <w:t>423.2004</w:t>
      </w:r>
      <w:r>
        <w:tab/>
        <w:t>1.013e0</w:t>
      </w:r>
    </w:p>
    <w:p w:rsidR="006974AE" w:rsidRDefault="006974AE" w:rsidP="006974AE">
      <w:r>
        <w:t>423.2124</w:t>
      </w:r>
      <w:r>
        <w:tab/>
        <w:t>1.013e0</w:t>
      </w:r>
    </w:p>
    <w:p w:rsidR="006974AE" w:rsidRDefault="006974AE" w:rsidP="006974AE">
      <w:r>
        <w:t>423.2313</w:t>
      </w:r>
      <w:r>
        <w:tab/>
        <w:t>6.076e0</w:t>
      </w:r>
    </w:p>
    <w:p w:rsidR="006974AE" w:rsidRDefault="006974AE" w:rsidP="006974AE">
      <w:r>
        <w:t>423.2540</w:t>
      </w:r>
      <w:r>
        <w:tab/>
        <w:t>3.038e0</w:t>
      </w:r>
    </w:p>
    <w:p w:rsidR="006974AE" w:rsidRDefault="006974AE" w:rsidP="006974AE">
      <w:r>
        <w:t>423.2590</w:t>
      </w:r>
      <w:r>
        <w:tab/>
        <w:t>2.025e0</w:t>
      </w:r>
    </w:p>
    <w:p w:rsidR="006974AE" w:rsidRDefault="006974AE" w:rsidP="006974AE">
      <w:r>
        <w:t>423.2724</w:t>
      </w:r>
      <w:r>
        <w:tab/>
        <w:t>3.038e0</w:t>
      </w:r>
    </w:p>
    <w:p w:rsidR="006974AE" w:rsidRDefault="006974AE" w:rsidP="006974AE">
      <w:r>
        <w:t>423.2833</w:t>
      </w:r>
      <w:r>
        <w:tab/>
        <w:t>2.025e0</w:t>
      </w:r>
    </w:p>
    <w:p w:rsidR="006974AE" w:rsidRDefault="006974AE" w:rsidP="006974AE">
      <w:r>
        <w:t>423.2868</w:t>
      </w:r>
      <w:r>
        <w:tab/>
        <w:t>1.013e0</w:t>
      </w:r>
    </w:p>
    <w:p w:rsidR="006974AE" w:rsidRDefault="006974AE" w:rsidP="006974AE">
      <w:r>
        <w:t>423.3190</w:t>
      </w:r>
      <w:r>
        <w:tab/>
        <w:t>2.025e0</w:t>
      </w:r>
    </w:p>
    <w:p w:rsidR="006974AE" w:rsidRDefault="006974AE" w:rsidP="006974AE">
      <w:r>
        <w:t>423.3292</w:t>
      </w:r>
      <w:r>
        <w:tab/>
        <w:t>2.025e0</w:t>
      </w:r>
    </w:p>
    <w:p w:rsidR="006974AE" w:rsidRDefault="006974AE" w:rsidP="006974AE">
      <w:r>
        <w:t>423.3432</w:t>
      </w:r>
      <w:r>
        <w:tab/>
        <w:t>2.025e0</w:t>
      </w:r>
    </w:p>
    <w:p w:rsidR="006974AE" w:rsidRDefault="006974AE" w:rsidP="006974AE">
      <w:r>
        <w:lastRenderedPageBreak/>
        <w:t>423.3830</w:t>
      </w:r>
      <w:r>
        <w:tab/>
        <w:t>1.013e0</w:t>
      </w:r>
    </w:p>
    <w:p w:rsidR="006974AE" w:rsidRDefault="006974AE" w:rsidP="006974AE">
      <w:r>
        <w:t>423.3862</w:t>
      </w:r>
      <w:r>
        <w:tab/>
        <w:t>1.013e0</w:t>
      </w:r>
    </w:p>
    <w:p w:rsidR="006974AE" w:rsidRDefault="006974AE" w:rsidP="006974AE">
      <w:r>
        <w:t>423.3878</w:t>
      </w:r>
      <w:r>
        <w:tab/>
        <w:t>4.051e0</w:t>
      </w:r>
    </w:p>
    <w:p w:rsidR="006974AE" w:rsidRDefault="006974AE" w:rsidP="006974AE">
      <w:r>
        <w:t>423.3916</w:t>
      </w:r>
      <w:r>
        <w:tab/>
        <w:t>1.013e0</w:t>
      </w:r>
    </w:p>
    <w:p w:rsidR="006974AE" w:rsidRDefault="006974AE" w:rsidP="006974AE">
      <w:r>
        <w:t>423.4081</w:t>
      </w:r>
      <w:r>
        <w:tab/>
        <w:t>1.013e0</w:t>
      </w:r>
    </w:p>
    <w:p w:rsidR="006974AE" w:rsidRDefault="006974AE" w:rsidP="006974AE">
      <w:r>
        <w:t>423.4358</w:t>
      </w:r>
      <w:r>
        <w:tab/>
        <w:t>1.013e0</w:t>
      </w:r>
    </w:p>
    <w:p w:rsidR="006974AE" w:rsidRDefault="006974AE" w:rsidP="006974AE">
      <w:r>
        <w:t>423.4865</w:t>
      </w:r>
      <w:r>
        <w:tab/>
        <w:t>1.013e0</w:t>
      </w:r>
    </w:p>
    <w:p w:rsidR="006974AE" w:rsidRDefault="006974AE" w:rsidP="006974AE">
      <w:r>
        <w:t>423.5257</w:t>
      </w:r>
      <w:r>
        <w:tab/>
        <w:t>2.025e0</w:t>
      </w:r>
    </w:p>
    <w:p w:rsidR="006974AE" w:rsidRDefault="006974AE" w:rsidP="006974AE">
      <w:r>
        <w:t>423.5331</w:t>
      </w:r>
      <w:r>
        <w:tab/>
        <w:t>1.013e0</w:t>
      </w:r>
    </w:p>
    <w:p w:rsidR="006974AE" w:rsidRDefault="006974AE" w:rsidP="006974AE">
      <w:r>
        <w:t>423.5358</w:t>
      </w:r>
      <w:r>
        <w:tab/>
        <w:t>2.025e0</w:t>
      </w:r>
    </w:p>
    <w:p w:rsidR="006974AE" w:rsidRDefault="006974AE" w:rsidP="006974AE">
      <w:r>
        <w:t>423.5549</w:t>
      </w:r>
      <w:r>
        <w:tab/>
        <w:t>1.013e0</w:t>
      </w:r>
    </w:p>
    <w:p w:rsidR="006974AE" w:rsidRDefault="006974AE" w:rsidP="006974AE">
      <w:r>
        <w:t>423.5594</w:t>
      </w:r>
      <w:r>
        <w:tab/>
        <w:t>2.025e0</w:t>
      </w:r>
    </w:p>
    <w:p w:rsidR="006974AE" w:rsidRDefault="006974AE" w:rsidP="006974AE">
      <w:r>
        <w:t>423.5901</w:t>
      </w:r>
      <w:r>
        <w:tab/>
        <w:t>1.013e0</w:t>
      </w:r>
    </w:p>
    <w:p w:rsidR="006974AE" w:rsidRDefault="006974AE" w:rsidP="006974AE">
      <w:r>
        <w:t>423.6592</w:t>
      </w:r>
      <w:r>
        <w:tab/>
        <w:t>1.013e0</w:t>
      </w:r>
    </w:p>
    <w:p w:rsidR="006974AE" w:rsidRDefault="006974AE" w:rsidP="006974AE">
      <w:r>
        <w:t>423.6717</w:t>
      </w:r>
      <w:r>
        <w:tab/>
        <w:t>1.013e0</w:t>
      </w:r>
    </w:p>
    <w:p w:rsidR="006974AE" w:rsidRDefault="006974AE" w:rsidP="006974AE">
      <w:r>
        <w:t>423.6821</w:t>
      </w:r>
      <w:r>
        <w:tab/>
        <w:t>2.025e0</w:t>
      </w:r>
    </w:p>
    <w:p w:rsidR="006974AE" w:rsidRDefault="006974AE" w:rsidP="006974AE">
      <w:r>
        <w:t>423.7263</w:t>
      </w:r>
      <w:r>
        <w:tab/>
        <w:t>1.013e0</w:t>
      </w:r>
    </w:p>
    <w:p w:rsidR="006974AE" w:rsidRDefault="006974AE" w:rsidP="006974AE">
      <w:r>
        <w:t>423.7492</w:t>
      </w:r>
      <w:r>
        <w:tab/>
        <w:t>1.013e0</w:t>
      </w:r>
    </w:p>
    <w:p w:rsidR="006974AE" w:rsidRDefault="006974AE" w:rsidP="006974AE">
      <w:r>
        <w:t>423.7788</w:t>
      </w:r>
      <w:r>
        <w:tab/>
        <w:t>1.013e0</w:t>
      </w:r>
    </w:p>
    <w:p w:rsidR="006974AE" w:rsidRDefault="006974AE" w:rsidP="006974AE">
      <w:r>
        <w:lastRenderedPageBreak/>
        <w:t>423.7939</w:t>
      </w:r>
      <w:r>
        <w:tab/>
        <w:t>1.013e0</w:t>
      </w:r>
    </w:p>
    <w:p w:rsidR="006974AE" w:rsidRDefault="006974AE" w:rsidP="006974AE">
      <w:r>
        <w:t>423.8151</w:t>
      </w:r>
      <w:r>
        <w:tab/>
        <w:t>1.013e0</w:t>
      </w:r>
    </w:p>
    <w:p w:rsidR="006974AE" w:rsidRDefault="006974AE" w:rsidP="006974AE">
      <w:r>
        <w:t>423.8232</w:t>
      </w:r>
      <w:r>
        <w:tab/>
        <w:t>2.025e0</w:t>
      </w:r>
    </w:p>
    <w:p w:rsidR="006974AE" w:rsidRDefault="006974AE" w:rsidP="006974AE">
      <w:r>
        <w:t>423.8365</w:t>
      </w:r>
      <w:r>
        <w:tab/>
        <w:t>1.013e0</w:t>
      </w:r>
    </w:p>
    <w:p w:rsidR="006974AE" w:rsidRDefault="006974AE" w:rsidP="006974AE">
      <w:r>
        <w:t>423.8397</w:t>
      </w:r>
      <w:r>
        <w:tab/>
        <w:t>1.013e0</w:t>
      </w:r>
    </w:p>
    <w:p w:rsidR="006974AE" w:rsidRDefault="006974AE" w:rsidP="006974AE">
      <w:r>
        <w:t>423.8456</w:t>
      </w:r>
      <w:r>
        <w:tab/>
        <w:t>1.013e0</w:t>
      </w:r>
    </w:p>
    <w:p w:rsidR="006974AE" w:rsidRDefault="006974AE" w:rsidP="006974AE">
      <w:r>
        <w:t>423.8551</w:t>
      </w:r>
      <w:r>
        <w:tab/>
        <w:t>2.025e0</w:t>
      </w:r>
    </w:p>
    <w:p w:rsidR="006974AE" w:rsidRDefault="006974AE" w:rsidP="006974AE">
      <w:r>
        <w:t>423.8579</w:t>
      </w:r>
      <w:r>
        <w:tab/>
        <w:t>2.025e0</w:t>
      </w:r>
    </w:p>
    <w:p w:rsidR="006974AE" w:rsidRDefault="006974AE" w:rsidP="006974AE">
      <w:r>
        <w:t>423.8789</w:t>
      </w:r>
      <w:r>
        <w:tab/>
        <w:t>1.013e0</w:t>
      </w:r>
    </w:p>
    <w:p w:rsidR="006974AE" w:rsidRDefault="006974AE" w:rsidP="006974AE">
      <w:r>
        <w:t>423.9111</w:t>
      </w:r>
      <w:r>
        <w:tab/>
        <w:t>2.025e0</w:t>
      </w:r>
    </w:p>
    <w:p w:rsidR="006974AE" w:rsidRDefault="006974AE" w:rsidP="006974AE">
      <w:r>
        <w:t>423.9127</w:t>
      </w:r>
      <w:r>
        <w:tab/>
        <w:t>1.013e0</w:t>
      </w:r>
    </w:p>
    <w:p w:rsidR="006974AE" w:rsidRDefault="006974AE" w:rsidP="006974AE">
      <w:r>
        <w:t>423.9204</w:t>
      </w:r>
      <w:r>
        <w:tab/>
        <w:t>2.025e0</w:t>
      </w:r>
    </w:p>
    <w:p w:rsidR="006974AE" w:rsidRDefault="006974AE" w:rsidP="006974AE">
      <w:r>
        <w:t>423.9281</w:t>
      </w:r>
      <w:r>
        <w:tab/>
        <w:t>1.013e0</w:t>
      </w:r>
    </w:p>
    <w:p w:rsidR="006974AE" w:rsidRDefault="006974AE" w:rsidP="006974AE">
      <w:r>
        <w:t>423.9380</w:t>
      </w:r>
      <w:r>
        <w:tab/>
        <w:t>3.038e0</w:t>
      </w:r>
    </w:p>
    <w:p w:rsidR="006974AE" w:rsidRDefault="006974AE" w:rsidP="006974AE">
      <w:r>
        <w:t>423.9432</w:t>
      </w:r>
      <w:r>
        <w:tab/>
        <w:t>1.013e0</w:t>
      </w:r>
    </w:p>
    <w:p w:rsidR="006974AE" w:rsidRDefault="006974AE" w:rsidP="006974AE">
      <w:r>
        <w:t>423.9505</w:t>
      </w:r>
      <w:r>
        <w:tab/>
        <w:t>1.013e0</w:t>
      </w:r>
    </w:p>
    <w:p w:rsidR="006974AE" w:rsidRDefault="006974AE" w:rsidP="006974AE">
      <w:r>
        <w:t>423.9754</w:t>
      </w:r>
      <w:r>
        <w:tab/>
        <w:t>2.025e0</w:t>
      </w:r>
    </w:p>
    <w:p w:rsidR="006974AE" w:rsidRDefault="006974AE" w:rsidP="006974AE">
      <w:r>
        <w:t>424.0096</w:t>
      </w:r>
      <w:r>
        <w:tab/>
        <w:t>1.013e0</w:t>
      </w:r>
    </w:p>
    <w:p w:rsidR="006974AE" w:rsidRDefault="006974AE" w:rsidP="006974AE">
      <w:r>
        <w:t>424.0170</w:t>
      </w:r>
      <w:r>
        <w:tab/>
        <w:t>1.013e0</w:t>
      </w:r>
    </w:p>
    <w:p w:rsidR="006974AE" w:rsidRDefault="006974AE" w:rsidP="006974AE">
      <w:r>
        <w:lastRenderedPageBreak/>
        <w:t>424.0325</w:t>
      </w:r>
      <w:r>
        <w:tab/>
        <w:t>2.025e0</w:t>
      </w:r>
    </w:p>
    <w:p w:rsidR="006974AE" w:rsidRDefault="006974AE" w:rsidP="006974AE">
      <w:r>
        <w:t>424.0545</w:t>
      </w:r>
      <w:r>
        <w:tab/>
        <w:t>2.025e0</w:t>
      </w:r>
    </w:p>
    <w:p w:rsidR="006974AE" w:rsidRDefault="006974AE" w:rsidP="006974AE">
      <w:r>
        <w:t>424.0611</w:t>
      </w:r>
      <w:r>
        <w:tab/>
        <w:t>1.013e0</w:t>
      </w:r>
    </w:p>
    <w:p w:rsidR="006974AE" w:rsidRDefault="006974AE" w:rsidP="006974AE">
      <w:r>
        <w:t>424.0759</w:t>
      </w:r>
      <w:r>
        <w:tab/>
        <w:t>2.025e0</w:t>
      </w:r>
    </w:p>
    <w:p w:rsidR="006974AE" w:rsidRDefault="006974AE" w:rsidP="006974AE">
      <w:r>
        <w:t>424.0867</w:t>
      </w:r>
      <w:r>
        <w:tab/>
        <w:t>1.013e0</w:t>
      </w:r>
    </w:p>
    <w:p w:rsidR="006974AE" w:rsidRDefault="006974AE" w:rsidP="006974AE">
      <w:r>
        <w:t>424.1067</w:t>
      </w:r>
      <w:r>
        <w:tab/>
        <w:t>2.025e0</w:t>
      </w:r>
    </w:p>
    <w:p w:rsidR="006974AE" w:rsidRDefault="006974AE" w:rsidP="006974AE">
      <w:r>
        <w:t>424.1140</w:t>
      </w:r>
      <w:r>
        <w:tab/>
        <w:t>1.013e0</w:t>
      </w:r>
    </w:p>
    <w:p w:rsidR="006974AE" w:rsidRDefault="006974AE" w:rsidP="006974AE">
      <w:r>
        <w:t>424.1220</w:t>
      </w:r>
      <w:r>
        <w:tab/>
        <w:t>1.013e0</w:t>
      </w:r>
    </w:p>
    <w:p w:rsidR="006974AE" w:rsidRDefault="006974AE" w:rsidP="006974AE">
      <w:r>
        <w:t>424.1469</w:t>
      </w:r>
      <w:r>
        <w:tab/>
        <w:t>1.013e0</w:t>
      </w:r>
    </w:p>
    <w:p w:rsidR="006974AE" w:rsidRDefault="006974AE" w:rsidP="006974AE">
      <w:r>
        <w:t>424.1485</w:t>
      </w:r>
      <w:r>
        <w:tab/>
        <w:t>4.051e0</w:t>
      </w:r>
    </w:p>
    <w:p w:rsidR="006974AE" w:rsidRDefault="006974AE" w:rsidP="006974AE">
      <w:r>
        <w:t>424.1566</w:t>
      </w:r>
      <w:r>
        <w:tab/>
        <w:t>1.102e1</w:t>
      </w:r>
    </w:p>
    <w:p w:rsidR="006974AE" w:rsidRDefault="006974AE" w:rsidP="006974AE">
      <w:r>
        <w:t>424.1612</w:t>
      </w:r>
      <w:r>
        <w:tab/>
        <w:t>4.051e0</w:t>
      </w:r>
    </w:p>
    <w:p w:rsidR="006974AE" w:rsidRDefault="006974AE" w:rsidP="006974AE">
      <w:r>
        <w:t>424.1737</w:t>
      </w:r>
      <w:r>
        <w:tab/>
        <w:t>1.013e0</w:t>
      </w:r>
    </w:p>
    <w:p w:rsidR="006974AE" w:rsidRDefault="006974AE" w:rsidP="006974AE">
      <w:r>
        <w:t>424.2035</w:t>
      </w:r>
      <w:r>
        <w:tab/>
        <w:t>1.013e0</w:t>
      </w:r>
    </w:p>
    <w:p w:rsidR="006974AE" w:rsidRDefault="006974AE" w:rsidP="006974AE">
      <w:r>
        <w:t>424.2301</w:t>
      </w:r>
      <w:r>
        <w:tab/>
        <w:t>2.025e0</w:t>
      </w:r>
    </w:p>
    <w:p w:rsidR="006974AE" w:rsidRDefault="006974AE" w:rsidP="006974AE">
      <w:r>
        <w:t>424.2442</w:t>
      </w:r>
      <w:r>
        <w:tab/>
        <w:t>2.025e0</w:t>
      </w:r>
    </w:p>
    <w:p w:rsidR="006974AE" w:rsidRDefault="006974AE" w:rsidP="006974AE">
      <w:r>
        <w:t>424.2467</w:t>
      </w:r>
      <w:r>
        <w:tab/>
        <w:t>1.013e0</w:t>
      </w:r>
    </w:p>
    <w:p w:rsidR="006974AE" w:rsidRDefault="006974AE" w:rsidP="006974AE">
      <w:r>
        <w:t>424.2554</w:t>
      </w:r>
      <w:r>
        <w:tab/>
        <w:t>3.038e0</w:t>
      </w:r>
    </w:p>
    <w:p w:rsidR="006974AE" w:rsidRDefault="006974AE" w:rsidP="006974AE">
      <w:r>
        <w:t>424.2675</w:t>
      </w:r>
      <w:r>
        <w:tab/>
        <w:t>2.025e0</w:t>
      </w:r>
    </w:p>
    <w:p w:rsidR="006974AE" w:rsidRDefault="006974AE" w:rsidP="006974AE">
      <w:r>
        <w:lastRenderedPageBreak/>
        <w:t>424.3098</w:t>
      </w:r>
      <w:r>
        <w:tab/>
        <w:t>3.038e0</w:t>
      </w:r>
    </w:p>
    <w:p w:rsidR="006974AE" w:rsidRDefault="006974AE" w:rsidP="006974AE">
      <w:r>
        <w:t>424.3183</w:t>
      </w:r>
      <w:r>
        <w:tab/>
        <w:t>2.025e0</w:t>
      </w:r>
    </w:p>
    <w:p w:rsidR="006974AE" w:rsidRDefault="006974AE" w:rsidP="006974AE">
      <w:r>
        <w:t>424.3294</w:t>
      </w:r>
      <w:r>
        <w:tab/>
        <w:t>1.013e0</w:t>
      </w:r>
    </w:p>
    <w:p w:rsidR="006974AE" w:rsidRDefault="006974AE" w:rsidP="006974AE">
      <w:r>
        <w:t>424.3613</w:t>
      </w:r>
      <w:r>
        <w:tab/>
        <w:t>9.114e0</w:t>
      </w:r>
    </w:p>
    <w:p w:rsidR="006974AE" w:rsidRDefault="006974AE" w:rsidP="006974AE">
      <w:r>
        <w:t>424.3633</w:t>
      </w:r>
      <w:r>
        <w:tab/>
        <w:t>1.519e1</w:t>
      </w:r>
    </w:p>
    <w:p w:rsidR="006974AE" w:rsidRDefault="006974AE" w:rsidP="006974AE">
      <w:r>
        <w:t>424.3697</w:t>
      </w:r>
      <w:r>
        <w:tab/>
        <w:t>2.025e0</w:t>
      </w:r>
    </w:p>
    <w:p w:rsidR="006974AE" w:rsidRDefault="006974AE" w:rsidP="006974AE">
      <w:r>
        <w:t>424.3730</w:t>
      </w:r>
      <w:r>
        <w:tab/>
        <w:t>3.038e0</w:t>
      </w:r>
    </w:p>
    <w:p w:rsidR="006974AE" w:rsidRDefault="006974AE" w:rsidP="006974AE">
      <w:r>
        <w:t>424.3785</w:t>
      </w:r>
      <w:r>
        <w:tab/>
        <w:t>2.025e0</w:t>
      </w:r>
    </w:p>
    <w:p w:rsidR="006974AE" w:rsidRDefault="006974AE" w:rsidP="006974AE">
      <w:r>
        <w:t>424.4130</w:t>
      </w:r>
      <w:r>
        <w:tab/>
        <w:t>2.025e0</w:t>
      </w:r>
    </w:p>
    <w:p w:rsidR="006974AE" w:rsidRDefault="006974AE" w:rsidP="006974AE">
      <w:r>
        <w:t>424.4330</w:t>
      </w:r>
      <w:r>
        <w:tab/>
        <w:t>1.013e0</w:t>
      </w:r>
    </w:p>
    <w:p w:rsidR="006974AE" w:rsidRDefault="006974AE" w:rsidP="006974AE">
      <w:r>
        <w:t>424.4652</w:t>
      </w:r>
      <w:r>
        <w:tab/>
        <w:t>1.013e0</w:t>
      </w:r>
    </w:p>
    <w:p w:rsidR="006974AE" w:rsidRDefault="006974AE" w:rsidP="006974AE">
      <w:r>
        <w:t>424.4725</w:t>
      </w:r>
      <w:r>
        <w:tab/>
        <w:t>1.013e0</w:t>
      </w:r>
    </w:p>
    <w:p w:rsidR="006974AE" w:rsidRDefault="006974AE" w:rsidP="006974AE">
      <w:r>
        <w:t>424.4843</w:t>
      </w:r>
      <w:r>
        <w:tab/>
        <w:t>2.025e0</w:t>
      </w:r>
    </w:p>
    <w:p w:rsidR="006974AE" w:rsidRDefault="006974AE" w:rsidP="006974AE">
      <w:r>
        <w:t>424.5380</w:t>
      </w:r>
      <w:r>
        <w:tab/>
        <w:t>2.025e0</w:t>
      </w:r>
    </w:p>
    <w:p w:rsidR="006974AE" w:rsidRDefault="006974AE" w:rsidP="006974AE">
      <w:r>
        <w:t>424.6188</w:t>
      </w:r>
      <w:r>
        <w:tab/>
        <w:t>1.013e0</w:t>
      </w:r>
    </w:p>
    <w:p w:rsidR="006974AE" w:rsidRDefault="006974AE" w:rsidP="006974AE">
      <w:r>
        <w:t>424.6363</w:t>
      </w:r>
      <w:r>
        <w:tab/>
        <w:t>1.013e0</w:t>
      </w:r>
    </w:p>
    <w:p w:rsidR="006974AE" w:rsidRDefault="006974AE" w:rsidP="006974AE">
      <w:r>
        <w:t>424.6398</w:t>
      </w:r>
      <w:r>
        <w:tab/>
        <w:t>1.013e0</w:t>
      </w:r>
    </w:p>
    <w:p w:rsidR="006974AE" w:rsidRDefault="006974AE" w:rsidP="006974AE">
      <w:r>
        <w:t>424.6581</w:t>
      </w:r>
      <w:r>
        <w:tab/>
        <w:t>1.013e0</w:t>
      </w:r>
    </w:p>
    <w:p w:rsidR="006974AE" w:rsidRDefault="006974AE" w:rsidP="006974AE">
      <w:r>
        <w:t>424.7831</w:t>
      </w:r>
      <w:r>
        <w:tab/>
        <w:t>1.013e0</w:t>
      </w:r>
    </w:p>
    <w:p w:rsidR="006974AE" w:rsidRDefault="006974AE" w:rsidP="006974AE">
      <w:r>
        <w:lastRenderedPageBreak/>
        <w:t>424.7866</w:t>
      </w:r>
      <w:r>
        <w:tab/>
        <w:t>1.013e0</w:t>
      </w:r>
    </w:p>
    <w:p w:rsidR="006974AE" w:rsidRDefault="006974AE" w:rsidP="006974AE">
      <w:r>
        <w:t>424.8224</w:t>
      </w:r>
      <w:r>
        <w:tab/>
        <w:t>2.025e0</w:t>
      </w:r>
    </w:p>
    <w:p w:rsidR="006974AE" w:rsidRDefault="006974AE" w:rsidP="006974AE">
      <w:r>
        <w:t>424.8256</w:t>
      </w:r>
      <w:r>
        <w:tab/>
        <w:t>1.013e0</w:t>
      </w:r>
    </w:p>
    <w:p w:rsidR="006974AE" w:rsidRDefault="006974AE" w:rsidP="006974AE">
      <w:r>
        <w:t>424.8490</w:t>
      </w:r>
      <w:r>
        <w:tab/>
        <w:t>2.025e0</w:t>
      </w:r>
    </w:p>
    <w:p w:rsidR="006974AE" w:rsidRDefault="006974AE" w:rsidP="006974AE">
      <w:r>
        <w:t>424.8652</w:t>
      </w:r>
      <w:r>
        <w:tab/>
        <w:t>1.013e0</w:t>
      </w:r>
    </w:p>
    <w:p w:rsidR="006974AE" w:rsidRDefault="006974AE" w:rsidP="006974AE">
      <w:r>
        <w:t>424.8903</w:t>
      </w:r>
      <w:r>
        <w:tab/>
        <w:t>1.013e0</w:t>
      </w:r>
    </w:p>
    <w:p w:rsidR="006974AE" w:rsidRDefault="006974AE" w:rsidP="006974AE">
      <w:r>
        <w:t>424.9046</w:t>
      </w:r>
      <w:r>
        <w:tab/>
        <w:t>1.013e0</w:t>
      </w:r>
    </w:p>
    <w:p w:rsidR="006974AE" w:rsidRDefault="006974AE" w:rsidP="006974AE">
      <w:r>
        <w:t>424.9426</w:t>
      </w:r>
      <w:r>
        <w:tab/>
        <w:t>1.013e0</w:t>
      </w:r>
    </w:p>
    <w:p w:rsidR="006974AE" w:rsidRDefault="006974AE" w:rsidP="006974AE">
      <w:r>
        <w:t>424.9684</w:t>
      </w:r>
      <w:r>
        <w:tab/>
        <w:t>3.038e0</w:t>
      </w:r>
    </w:p>
    <w:p w:rsidR="006974AE" w:rsidRDefault="006974AE" w:rsidP="006974AE">
      <w:r>
        <w:t>424.9725</w:t>
      </w:r>
      <w:r>
        <w:tab/>
        <w:t>1.013e0</w:t>
      </w:r>
    </w:p>
    <w:p w:rsidR="006974AE" w:rsidRDefault="006974AE" w:rsidP="006974AE">
      <w:r>
        <w:t>424.9800</w:t>
      </w:r>
      <w:r>
        <w:tab/>
        <w:t>2.025e0</w:t>
      </w:r>
    </w:p>
    <w:p w:rsidR="006974AE" w:rsidRDefault="006974AE" w:rsidP="006974AE">
      <w:r>
        <w:t>424.9896</w:t>
      </w:r>
      <w:r>
        <w:tab/>
        <w:t>3.038e0</w:t>
      </w:r>
    </w:p>
    <w:p w:rsidR="006974AE" w:rsidRDefault="006974AE" w:rsidP="006974AE">
      <w:r>
        <w:t>425.0703</w:t>
      </w:r>
      <w:r>
        <w:tab/>
        <w:t>2.025e0</w:t>
      </w:r>
    </w:p>
    <w:p w:rsidR="006974AE" w:rsidRDefault="006974AE" w:rsidP="006974AE">
      <w:r>
        <w:t>425.0777</w:t>
      </w:r>
      <w:r>
        <w:tab/>
        <w:t>1.013e0</w:t>
      </w:r>
    </w:p>
    <w:p w:rsidR="006974AE" w:rsidRDefault="006974AE" w:rsidP="006974AE">
      <w:r>
        <w:t>425.0827</w:t>
      </w:r>
      <w:r>
        <w:tab/>
        <w:t>2.025e0</w:t>
      </w:r>
    </w:p>
    <w:p w:rsidR="006974AE" w:rsidRDefault="006974AE" w:rsidP="006974AE">
      <w:r>
        <w:t>425.1001</w:t>
      </w:r>
      <w:r>
        <w:tab/>
        <w:t>1.013e0</w:t>
      </w:r>
    </w:p>
    <w:p w:rsidR="006974AE" w:rsidRDefault="006974AE" w:rsidP="006974AE">
      <w:r>
        <w:t>425.1112</w:t>
      </w:r>
      <w:r>
        <w:tab/>
        <w:t>1.013e0</w:t>
      </w:r>
    </w:p>
    <w:p w:rsidR="006974AE" w:rsidRDefault="006974AE" w:rsidP="006974AE">
      <w:r>
        <w:t>425.1375</w:t>
      </w:r>
      <w:r>
        <w:tab/>
        <w:t>2.025e0</w:t>
      </w:r>
    </w:p>
    <w:p w:rsidR="006974AE" w:rsidRDefault="006974AE" w:rsidP="006974AE">
      <w:r>
        <w:t>425.1447</w:t>
      </w:r>
      <w:r>
        <w:tab/>
        <w:t>3.408e0</w:t>
      </w:r>
    </w:p>
    <w:p w:rsidR="006974AE" w:rsidRDefault="006974AE" w:rsidP="006974AE">
      <w:r>
        <w:lastRenderedPageBreak/>
        <w:t>425.1543</w:t>
      </w:r>
      <w:r>
        <w:tab/>
        <w:t>1.013e0</w:t>
      </w:r>
    </w:p>
    <w:p w:rsidR="006974AE" w:rsidRDefault="006974AE" w:rsidP="006974AE">
      <w:r>
        <w:t>425.1556</w:t>
      </w:r>
      <w:r>
        <w:tab/>
        <w:t>3.038e0</w:t>
      </w:r>
    </w:p>
    <w:p w:rsidR="006974AE" w:rsidRDefault="006974AE" w:rsidP="006974AE">
      <w:r>
        <w:t>425.1594</w:t>
      </w:r>
      <w:r>
        <w:tab/>
        <w:t>1.013e0</w:t>
      </w:r>
    </w:p>
    <w:p w:rsidR="006974AE" w:rsidRDefault="006974AE" w:rsidP="006974AE">
      <w:r>
        <w:t>425.1660</w:t>
      </w:r>
      <w:r>
        <w:tab/>
        <w:t>3.038e0</w:t>
      </w:r>
    </w:p>
    <w:p w:rsidR="006974AE" w:rsidRDefault="006974AE" w:rsidP="006974AE">
      <w:r>
        <w:t>425.1973</w:t>
      </w:r>
      <w:r>
        <w:tab/>
        <w:t>3.038e0</w:t>
      </w:r>
    </w:p>
    <w:p w:rsidR="006974AE" w:rsidRDefault="006974AE" w:rsidP="006974AE">
      <w:r>
        <w:t>425.2332</w:t>
      </w:r>
      <w:r>
        <w:tab/>
        <w:t>1.013e0</w:t>
      </w:r>
    </w:p>
    <w:p w:rsidR="006974AE" w:rsidRDefault="006974AE" w:rsidP="006974AE">
      <w:r>
        <w:t>425.2378</w:t>
      </w:r>
      <w:r>
        <w:tab/>
        <w:t>2.025e0</w:t>
      </w:r>
    </w:p>
    <w:p w:rsidR="006974AE" w:rsidRDefault="006974AE" w:rsidP="006974AE">
      <w:r>
        <w:t>425.2401</w:t>
      </w:r>
      <w:r>
        <w:tab/>
        <w:t>3.038e0</w:t>
      </w:r>
    </w:p>
    <w:p w:rsidR="006974AE" w:rsidRDefault="006974AE" w:rsidP="006974AE">
      <w:r>
        <w:t>425.2421</w:t>
      </w:r>
      <w:r>
        <w:tab/>
        <w:t>1.013e0</w:t>
      </w:r>
    </w:p>
    <w:p w:rsidR="006974AE" w:rsidRDefault="006974AE" w:rsidP="006974AE">
      <w:r>
        <w:t>425.2556</w:t>
      </w:r>
      <w:r>
        <w:tab/>
        <w:t>2.025e0</w:t>
      </w:r>
    </w:p>
    <w:p w:rsidR="006974AE" w:rsidRDefault="006974AE" w:rsidP="006974AE">
      <w:r>
        <w:t>425.2720</w:t>
      </w:r>
      <w:r>
        <w:tab/>
        <w:t>1.013e0</w:t>
      </w:r>
    </w:p>
    <w:p w:rsidR="006974AE" w:rsidRDefault="006974AE" w:rsidP="006974AE">
      <w:r>
        <w:t>425.2936</w:t>
      </w:r>
      <w:r>
        <w:tab/>
        <w:t>1.013e0</w:t>
      </w:r>
    </w:p>
    <w:p w:rsidR="006974AE" w:rsidRDefault="006974AE" w:rsidP="006974AE">
      <w:r>
        <w:t>425.2977</w:t>
      </w:r>
      <w:r>
        <w:tab/>
        <w:t>1.013e0</w:t>
      </w:r>
    </w:p>
    <w:p w:rsidR="006974AE" w:rsidRDefault="006974AE" w:rsidP="006974AE">
      <w:r>
        <w:t>425.3019</w:t>
      </w:r>
      <w:r>
        <w:tab/>
        <w:t>1.013e0</w:t>
      </w:r>
    </w:p>
    <w:p w:rsidR="006974AE" w:rsidRDefault="006974AE" w:rsidP="006974AE">
      <w:r>
        <w:t>425.3318</w:t>
      </w:r>
      <w:r>
        <w:tab/>
        <w:t>1.013e0</w:t>
      </w:r>
    </w:p>
    <w:p w:rsidR="006974AE" w:rsidRDefault="006974AE" w:rsidP="006974AE">
      <w:r>
        <w:t>425.3389</w:t>
      </w:r>
      <w:r>
        <w:tab/>
        <w:t>2.025e0</w:t>
      </w:r>
    </w:p>
    <w:p w:rsidR="006974AE" w:rsidRDefault="006974AE" w:rsidP="006974AE">
      <w:r>
        <w:t>425.3400</w:t>
      </w:r>
      <w:r>
        <w:tab/>
        <w:t>1.013e0</w:t>
      </w:r>
    </w:p>
    <w:p w:rsidR="006974AE" w:rsidRDefault="006974AE" w:rsidP="006974AE">
      <w:r>
        <w:t>425.3463</w:t>
      </w:r>
      <w:r>
        <w:tab/>
        <w:t>1.013e0</w:t>
      </w:r>
    </w:p>
    <w:p w:rsidR="006974AE" w:rsidRDefault="006974AE" w:rsidP="006974AE">
      <w:r>
        <w:t>425.3865</w:t>
      </w:r>
      <w:r>
        <w:tab/>
        <w:t>2.025e0</w:t>
      </w:r>
    </w:p>
    <w:p w:rsidR="006974AE" w:rsidRDefault="006974AE" w:rsidP="006974AE">
      <w:r>
        <w:lastRenderedPageBreak/>
        <w:t>425.3976</w:t>
      </w:r>
      <w:r>
        <w:tab/>
        <w:t>1.013e0</w:t>
      </w:r>
    </w:p>
    <w:p w:rsidR="006974AE" w:rsidRDefault="006974AE" w:rsidP="006974AE">
      <w:r>
        <w:t>425.4001</w:t>
      </w:r>
      <w:r>
        <w:tab/>
        <w:t>3.038e0</w:t>
      </w:r>
    </w:p>
    <w:p w:rsidR="006974AE" w:rsidRDefault="006974AE" w:rsidP="006974AE">
      <w:r>
        <w:t>425.4136</w:t>
      </w:r>
      <w:r>
        <w:tab/>
        <w:t>1.013e0</w:t>
      </w:r>
    </w:p>
    <w:p w:rsidR="006974AE" w:rsidRDefault="006974AE" w:rsidP="006974AE">
      <w:r>
        <w:t>425.4722</w:t>
      </w:r>
      <w:r>
        <w:tab/>
        <w:t>2.025e0</w:t>
      </w:r>
    </w:p>
    <w:p w:rsidR="006974AE" w:rsidRDefault="006974AE" w:rsidP="006974AE">
      <w:r>
        <w:t>425.4835</w:t>
      </w:r>
      <w:r>
        <w:tab/>
        <w:t>1.013e0</w:t>
      </w:r>
    </w:p>
    <w:p w:rsidR="006974AE" w:rsidRDefault="006974AE" w:rsidP="006974AE">
      <w:r>
        <w:t>425.5222</w:t>
      </w:r>
      <w:r>
        <w:tab/>
        <w:t>1.013e0</w:t>
      </w:r>
    </w:p>
    <w:p w:rsidR="006974AE" w:rsidRDefault="006974AE" w:rsidP="006974AE">
      <w:r>
        <w:t>425.5263</w:t>
      </w:r>
      <w:r>
        <w:tab/>
        <w:t>1.013e0</w:t>
      </w:r>
    </w:p>
    <w:p w:rsidR="006974AE" w:rsidRDefault="006974AE" w:rsidP="006974AE">
      <w:r>
        <w:t>425.5338</w:t>
      </w:r>
      <w:r>
        <w:tab/>
        <w:t>1.013e0</w:t>
      </w:r>
    </w:p>
    <w:p w:rsidR="006974AE" w:rsidRDefault="006974AE" w:rsidP="006974AE">
      <w:r>
        <w:t>425.5828</w:t>
      </w:r>
      <w:r>
        <w:tab/>
        <w:t>1.013e0</w:t>
      </w:r>
    </w:p>
    <w:p w:rsidR="006974AE" w:rsidRDefault="006974AE" w:rsidP="006974AE">
      <w:r>
        <w:t>425.6049</w:t>
      </w:r>
      <w:r>
        <w:tab/>
        <w:t>1.013e0</w:t>
      </w:r>
    </w:p>
    <w:p w:rsidR="006974AE" w:rsidRDefault="006974AE" w:rsidP="006974AE">
      <w:r>
        <w:t>425.6441</w:t>
      </w:r>
      <w:r>
        <w:tab/>
        <w:t>1.013e0</w:t>
      </w:r>
    </w:p>
    <w:p w:rsidR="006974AE" w:rsidRDefault="006974AE" w:rsidP="006974AE">
      <w:r>
        <w:t>425.6605</w:t>
      </w:r>
      <w:r>
        <w:tab/>
        <w:t>1.013e0</w:t>
      </w:r>
    </w:p>
    <w:p w:rsidR="006974AE" w:rsidRDefault="006974AE" w:rsidP="006974AE">
      <w:r>
        <w:t>425.6691</w:t>
      </w:r>
      <w:r>
        <w:tab/>
        <w:t>1.013e0</w:t>
      </w:r>
    </w:p>
    <w:p w:rsidR="006974AE" w:rsidRDefault="006974AE" w:rsidP="006974AE">
      <w:r>
        <w:t>425.7018</w:t>
      </w:r>
      <w:r>
        <w:tab/>
        <w:t>2.025e0</w:t>
      </w:r>
    </w:p>
    <w:p w:rsidR="006974AE" w:rsidRDefault="006974AE" w:rsidP="006974AE">
      <w:r>
        <w:t>425.7295</w:t>
      </w:r>
      <w:r>
        <w:tab/>
        <w:t>1.013e0</w:t>
      </w:r>
    </w:p>
    <w:p w:rsidR="006974AE" w:rsidRDefault="006974AE" w:rsidP="006974AE">
      <w:r>
        <w:t>425.7403</w:t>
      </w:r>
      <w:r>
        <w:tab/>
        <w:t>3.038e0</w:t>
      </w:r>
    </w:p>
    <w:p w:rsidR="006974AE" w:rsidRDefault="006974AE" w:rsidP="006974AE">
      <w:r>
        <w:t>425.7508</w:t>
      </w:r>
      <w:r>
        <w:tab/>
        <w:t>1.013e0</w:t>
      </w:r>
    </w:p>
    <w:p w:rsidR="006974AE" w:rsidRDefault="006974AE" w:rsidP="006974AE">
      <w:r>
        <w:t>425.7628</w:t>
      </w:r>
      <w:r>
        <w:tab/>
        <w:t>2.025e0</w:t>
      </w:r>
    </w:p>
    <w:p w:rsidR="006974AE" w:rsidRDefault="006974AE" w:rsidP="006974AE">
      <w:r>
        <w:t>425.7693</w:t>
      </w:r>
      <w:r>
        <w:tab/>
        <w:t>1.013e0</w:t>
      </w:r>
    </w:p>
    <w:p w:rsidR="006974AE" w:rsidRDefault="006974AE" w:rsidP="006974AE">
      <w:r>
        <w:lastRenderedPageBreak/>
        <w:t>425.8116</w:t>
      </w:r>
      <w:r>
        <w:tab/>
        <w:t>1.013e0</w:t>
      </w:r>
    </w:p>
    <w:p w:rsidR="006974AE" w:rsidRDefault="006974AE" w:rsidP="006974AE">
      <w:r>
        <w:t>425.8776</w:t>
      </w:r>
      <w:r>
        <w:tab/>
        <w:t>1.013e0</w:t>
      </w:r>
    </w:p>
    <w:p w:rsidR="006974AE" w:rsidRDefault="006974AE" w:rsidP="006974AE">
      <w:r>
        <w:t>425.9000</w:t>
      </w:r>
      <w:r>
        <w:tab/>
        <w:t>1.013e0</w:t>
      </w:r>
    </w:p>
    <w:p w:rsidR="006974AE" w:rsidRDefault="006974AE" w:rsidP="006974AE">
      <w:r>
        <w:t>425.9080</w:t>
      </w:r>
      <w:r>
        <w:tab/>
        <w:t>1.013e0</w:t>
      </w:r>
    </w:p>
    <w:p w:rsidR="006974AE" w:rsidRDefault="006974AE" w:rsidP="006974AE">
      <w:r>
        <w:t>425.9380</w:t>
      </w:r>
      <w:r>
        <w:tab/>
        <w:t>1.013e0</w:t>
      </w:r>
    </w:p>
    <w:p w:rsidR="006974AE" w:rsidRDefault="006974AE" w:rsidP="006974AE">
      <w:r>
        <w:t>425.9545</w:t>
      </w:r>
      <w:r>
        <w:tab/>
        <w:t>3.038e0</w:t>
      </w:r>
    </w:p>
    <w:p w:rsidR="006974AE" w:rsidRDefault="006974AE" w:rsidP="006974AE">
      <w:r>
        <w:t>426.0054</w:t>
      </w:r>
      <w:r>
        <w:tab/>
        <w:t>1.013e0</w:t>
      </w:r>
    </w:p>
    <w:p w:rsidR="006974AE" w:rsidRDefault="006974AE" w:rsidP="006974AE">
      <w:r>
        <w:t>426.0117</w:t>
      </w:r>
      <w:r>
        <w:tab/>
        <w:t>1.013e0</w:t>
      </w:r>
    </w:p>
    <w:p w:rsidR="006974AE" w:rsidRDefault="006974AE" w:rsidP="006974AE">
      <w:r>
        <w:t>426.0149</w:t>
      </w:r>
      <w:r>
        <w:tab/>
        <w:t>4.051e0</w:t>
      </w:r>
    </w:p>
    <w:p w:rsidR="006974AE" w:rsidRDefault="006974AE" w:rsidP="006974AE">
      <w:r>
        <w:t>426.0266</w:t>
      </w:r>
      <w:r>
        <w:tab/>
        <w:t>2.025e0</w:t>
      </w:r>
    </w:p>
    <w:p w:rsidR="006974AE" w:rsidRDefault="006974AE" w:rsidP="006974AE">
      <w:r>
        <w:t>426.0764</w:t>
      </w:r>
      <w:r>
        <w:tab/>
        <w:t>3.038e0</w:t>
      </w:r>
    </w:p>
    <w:p w:rsidR="006974AE" w:rsidRDefault="006974AE" w:rsidP="006974AE">
      <w:r>
        <w:t>426.1028</w:t>
      </w:r>
      <w:r>
        <w:tab/>
        <w:t>1.013e0</w:t>
      </w:r>
    </w:p>
    <w:p w:rsidR="006974AE" w:rsidRDefault="006974AE" w:rsidP="006974AE">
      <w:r>
        <w:t>426.1177</w:t>
      </w:r>
      <w:r>
        <w:tab/>
        <w:t>2.025e0</w:t>
      </w:r>
    </w:p>
    <w:p w:rsidR="006974AE" w:rsidRDefault="006974AE" w:rsidP="006974AE">
      <w:r>
        <w:t>426.1247</w:t>
      </w:r>
      <w:r>
        <w:tab/>
        <w:t>2.025e0</w:t>
      </w:r>
    </w:p>
    <w:p w:rsidR="006974AE" w:rsidRDefault="006974AE" w:rsidP="006974AE">
      <w:r>
        <w:t>426.1312</w:t>
      </w:r>
      <w:r>
        <w:tab/>
        <w:t>2.025e0</w:t>
      </w:r>
    </w:p>
    <w:p w:rsidR="006974AE" w:rsidRDefault="006974AE" w:rsidP="006974AE">
      <w:r>
        <w:t>426.1587</w:t>
      </w:r>
      <w:r>
        <w:tab/>
        <w:t>7.089e0</w:t>
      </w:r>
    </w:p>
    <w:p w:rsidR="006974AE" w:rsidRDefault="006974AE" w:rsidP="006974AE">
      <w:r>
        <w:t>426.1852</w:t>
      </w:r>
      <w:r>
        <w:tab/>
        <w:t>2.143e0</w:t>
      </w:r>
    </w:p>
    <w:p w:rsidR="006974AE" w:rsidRDefault="006974AE" w:rsidP="006974AE">
      <w:r>
        <w:t>426.1921</w:t>
      </w:r>
      <w:r>
        <w:tab/>
        <w:t>1.013e0</w:t>
      </w:r>
    </w:p>
    <w:p w:rsidR="006974AE" w:rsidRDefault="006974AE" w:rsidP="006974AE">
      <w:r>
        <w:t>426.1998</w:t>
      </w:r>
      <w:r>
        <w:tab/>
        <w:t>2.025e0</w:t>
      </w:r>
    </w:p>
    <w:p w:rsidR="006974AE" w:rsidRDefault="006974AE" w:rsidP="006974AE">
      <w:r>
        <w:lastRenderedPageBreak/>
        <w:t>426.2087</w:t>
      </w:r>
      <w:r>
        <w:tab/>
        <w:t>2.025e0</w:t>
      </w:r>
    </w:p>
    <w:p w:rsidR="006974AE" w:rsidRDefault="006974AE" w:rsidP="006974AE">
      <w:r>
        <w:t>426.2119</w:t>
      </w:r>
      <w:r>
        <w:tab/>
        <w:t>4.051e0</w:t>
      </w:r>
    </w:p>
    <w:p w:rsidR="006974AE" w:rsidRDefault="006974AE" w:rsidP="006974AE">
      <w:r>
        <w:t>426.2404</w:t>
      </w:r>
      <w:r>
        <w:tab/>
        <w:t>1.013e0</w:t>
      </w:r>
    </w:p>
    <w:p w:rsidR="006974AE" w:rsidRDefault="006974AE" w:rsidP="006974AE">
      <w:r>
        <w:t>426.2531</w:t>
      </w:r>
      <w:r>
        <w:tab/>
        <w:t>2.025e0</w:t>
      </w:r>
    </w:p>
    <w:p w:rsidR="006974AE" w:rsidRDefault="006974AE" w:rsidP="006974AE">
      <w:r>
        <w:t>426.2770</w:t>
      </w:r>
      <w:r>
        <w:tab/>
        <w:t>3.038e0</w:t>
      </w:r>
    </w:p>
    <w:p w:rsidR="006974AE" w:rsidRDefault="006974AE" w:rsidP="006974AE">
      <w:r>
        <w:t>426.2796</w:t>
      </w:r>
      <w:r>
        <w:tab/>
        <w:t>2.025e0</w:t>
      </w:r>
    </w:p>
    <w:p w:rsidR="006974AE" w:rsidRDefault="006974AE" w:rsidP="006974AE">
      <w:r>
        <w:t>426.2826</w:t>
      </w:r>
      <w:r>
        <w:tab/>
        <w:t>2.025e0</w:t>
      </w:r>
    </w:p>
    <w:p w:rsidR="006974AE" w:rsidRDefault="006974AE" w:rsidP="006974AE">
      <w:r>
        <w:t>426.3480</w:t>
      </w:r>
      <w:r>
        <w:tab/>
        <w:t>2.025e0</w:t>
      </w:r>
    </w:p>
    <w:p w:rsidR="006974AE" w:rsidRDefault="006974AE" w:rsidP="006974AE">
      <w:r>
        <w:t>426.3644</w:t>
      </w:r>
      <w:r>
        <w:tab/>
        <w:t>4.051e0</w:t>
      </w:r>
    </w:p>
    <w:p w:rsidR="006974AE" w:rsidRDefault="006974AE" w:rsidP="006974AE">
      <w:r>
        <w:t>426.3795</w:t>
      </w:r>
      <w:r>
        <w:tab/>
        <w:t>1.013e0</w:t>
      </w:r>
    </w:p>
    <w:p w:rsidR="006974AE" w:rsidRDefault="006974AE" w:rsidP="006974AE">
      <w:r>
        <w:t>426.4013</w:t>
      </w:r>
      <w:r>
        <w:tab/>
        <w:t>1.013e0</w:t>
      </w:r>
    </w:p>
    <w:p w:rsidR="006974AE" w:rsidRDefault="006974AE" w:rsidP="006974AE">
      <w:r>
        <w:t>426.4054</w:t>
      </w:r>
      <w:r>
        <w:tab/>
        <w:t>1.013e0</w:t>
      </w:r>
    </w:p>
    <w:p w:rsidR="006974AE" w:rsidRDefault="006974AE" w:rsidP="006974AE">
      <w:r>
        <w:t>426.4174</w:t>
      </w:r>
      <w:r>
        <w:tab/>
        <w:t>1.013e0</w:t>
      </w:r>
    </w:p>
    <w:p w:rsidR="006974AE" w:rsidRDefault="006974AE" w:rsidP="006974AE">
      <w:r>
        <w:t>426.4268</w:t>
      </w:r>
      <w:r>
        <w:tab/>
        <w:t>1.013e0</w:t>
      </w:r>
    </w:p>
    <w:p w:rsidR="006974AE" w:rsidRDefault="006974AE" w:rsidP="006974AE">
      <w:r>
        <w:t>426.4839</w:t>
      </w:r>
      <w:r>
        <w:tab/>
        <w:t>1.013e0</w:t>
      </w:r>
    </w:p>
    <w:p w:rsidR="006974AE" w:rsidRDefault="006974AE" w:rsidP="006974AE">
      <w:r>
        <w:t>426.5262</w:t>
      </w:r>
      <w:r>
        <w:tab/>
        <w:t>1.013e0</w:t>
      </w:r>
    </w:p>
    <w:p w:rsidR="006974AE" w:rsidRDefault="006974AE" w:rsidP="006974AE">
      <w:r>
        <w:t>426.5933</w:t>
      </w:r>
      <w:r>
        <w:tab/>
        <w:t>4.051e0</w:t>
      </w:r>
    </w:p>
    <w:p w:rsidR="006974AE" w:rsidRDefault="006974AE" w:rsidP="006974AE">
      <w:r>
        <w:t>426.6081</w:t>
      </w:r>
      <w:r>
        <w:tab/>
        <w:t>2.025e0</w:t>
      </w:r>
    </w:p>
    <w:p w:rsidR="006974AE" w:rsidRDefault="006974AE" w:rsidP="006974AE">
      <w:r>
        <w:t>426.6194</w:t>
      </w:r>
      <w:r>
        <w:tab/>
        <w:t>1.013e0</w:t>
      </w:r>
    </w:p>
    <w:p w:rsidR="006974AE" w:rsidRDefault="006974AE" w:rsidP="006974AE">
      <w:r>
        <w:lastRenderedPageBreak/>
        <w:t>426.6270</w:t>
      </w:r>
      <w:r>
        <w:tab/>
        <w:t>1.013e0</w:t>
      </w:r>
    </w:p>
    <w:p w:rsidR="006974AE" w:rsidRDefault="006974AE" w:rsidP="006974AE">
      <w:r>
        <w:t>426.6661</w:t>
      </w:r>
      <w:r>
        <w:tab/>
        <w:t>2.025e0</w:t>
      </w:r>
    </w:p>
    <w:p w:rsidR="006974AE" w:rsidRDefault="006974AE" w:rsidP="006974AE">
      <w:r>
        <w:t>426.7618</w:t>
      </w:r>
      <w:r>
        <w:tab/>
        <w:t>2.025e0</w:t>
      </w:r>
    </w:p>
    <w:p w:rsidR="006974AE" w:rsidRDefault="006974AE" w:rsidP="006974AE">
      <w:r>
        <w:t>426.7699</w:t>
      </w:r>
      <w:r>
        <w:tab/>
        <w:t>1.013e0</w:t>
      </w:r>
    </w:p>
    <w:p w:rsidR="006974AE" w:rsidRDefault="006974AE" w:rsidP="006974AE">
      <w:r>
        <w:t>426.7735</w:t>
      </w:r>
      <w:r>
        <w:tab/>
        <w:t>1.013e0</w:t>
      </w:r>
    </w:p>
    <w:p w:rsidR="006974AE" w:rsidRDefault="006974AE" w:rsidP="006974AE">
      <w:r>
        <w:t>426.7944</w:t>
      </w:r>
      <w:r>
        <w:tab/>
        <w:t>1.013e0</w:t>
      </w:r>
    </w:p>
    <w:p w:rsidR="006974AE" w:rsidRDefault="006974AE" w:rsidP="006974AE">
      <w:r>
        <w:t>426.8224</w:t>
      </w:r>
      <w:r>
        <w:tab/>
        <w:t>1.013e0</w:t>
      </w:r>
    </w:p>
    <w:p w:rsidR="006974AE" w:rsidRDefault="006974AE" w:rsidP="006974AE">
      <w:r>
        <w:t>426.8341</w:t>
      </w:r>
      <w:r>
        <w:tab/>
        <w:t>1.013e0</w:t>
      </w:r>
    </w:p>
    <w:p w:rsidR="006974AE" w:rsidRDefault="006974AE" w:rsidP="006974AE">
      <w:r>
        <w:t>426.8376</w:t>
      </w:r>
      <w:r>
        <w:tab/>
        <w:t>1.013e0</w:t>
      </w:r>
    </w:p>
    <w:p w:rsidR="006974AE" w:rsidRDefault="006974AE" w:rsidP="006974AE">
      <w:r>
        <w:t>426.8557</w:t>
      </w:r>
      <w:r>
        <w:tab/>
        <w:t>1.013e0</w:t>
      </w:r>
    </w:p>
    <w:p w:rsidR="006974AE" w:rsidRDefault="006974AE" w:rsidP="006974AE">
      <w:r>
        <w:t>426.8594</w:t>
      </w:r>
      <w:r>
        <w:tab/>
        <w:t>1.013e0</w:t>
      </w:r>
    </w:p>
    <w:p w:rsidR="006974AE" w:rsidRDefault="006974AE" w:rsidP="006974AE">
      <w:r>
        <w:t>426.9338</w:t>
      </w:r>
      <w:r>
        <w:tab/>
        <w:t>1.013e0</w:t>
      </w:r>
    </w:p>
    <w:p w:rsidR="006974AE" w:rsidRDefault="006974AE" w:rsidP="006974AE">
      <w:r>
        <w:t>426.9428</w:t>
      </w:r>
      <w:r>
        <w:tab/>
        <w:t>3.038e0</w:t>
      </w:r>
    </w:p>
    <w:p w:rsidR="006974AE" w:rsidRDefault="006974AE" w:rsidP="006974AE">
      <w:r>
        <w:t>426.9551</w:t>
      </w:r>
      <w:r>
        <w:tab/>
        <w:t>2.025e0</w:t>
      </w:r>
    </w:p>
    <w:p w:rsidR="006974AE" w:rsidRDefault="006974AE" w:rsidP="006974AE">
      <w:r>
        <w:t>426.9875</w:t>
      </w:r>
      <w:r>
        <w:tab/>
        <w:t>2.025e0</w:t>
      </w:r>
    </w:p>
    <w:p w:rsidR="006974AE" w:rsidRDefault="006974AE" w:rsidP="006974AE">
      <w:r>
        <w:t>426.9919</w:t>
      </w:r>
      <w:r>
        <w:tab/>
        <w:t>2.025e0</w:t>
      </w:r>
    </w:p>
    <w:p w:rsidR="006974AE" w:rsidRDefault="006974AE" w:rsidP="006974AE">
      <w:r>
        <w:t>426.9944</w:t>
      </w:r>
      <w:r>
        <w:tab/>
        <w:t>1.013e0</w:t>
      </w:r>
    </w:p>
    <w:p w:rsidR="006974AE" w:rsidRDefault="006974AE" w:rsidP="006974AE">
      <w:r>
        <w:t>427.0020</w:t>
      </w:r>
      <w:r>
        <w:tab/>
        <w:t>1.013e0</w:t>
      </w:r>
    </w:p>
    <w:p w:rsidR="006974AE" w:rsidRDefault="006974AE" w:rsidP="006974AE">
      <w:r>
        <w:t>427.0134</w:t>
      </w:r>
      <w:r>
        <w:tab/>
        <w:t>2.025e0</w:t>
      </w:r>
    </w:p>
    <w:p w:rsidR="006974AE" w:rsidRDefault="006974AE" w:rsidP="006974AE">
      <w:r>
        <w:lastRenderedPageBreak/>
        <w:t>427.0373</w:t>
      </w:r>
      <w:r>
        <w:tab/>
        <w:t>1.013e0</w:t>
      </w:r>
    </w:p>
    <w:p w:rsidR="006974AE" w:rsidRDefault="006974AE" w:rsidP="006974AE">
      <w:r>
        <w:t>427.0470</w:t>
      </w:r>
      <w:r>
        <w:tab/>
        <w:t>1.013e0</w:t>
      </w:r>
    </w:p>
    <w:p w:rsidR="006974AE" w:rsidRDefault="006974AE" w:rsidP="006974AE">
      <w:r>
        <w:t>427.0628</w:t>
      </w:r>
      <w:r>
        <w:tab/>
        <w:t>1.013e0</w:t>
      </w:r>
    </w:p>
    <w:p w:rsidR="006974AE" w:rsidRDefault="006974AE" w:rsidP="006974AE">
      <w:r>
        <w:t>427.0700</w:t>
      </w:r>
      <w:r>
        <w:tab/>
        <w:t>1.013e0</w:t>
      </w:r>
    </w:p>
    <w:p w:rsidR="006974AE" w:rsidRDefault="006974AE" w:rsidP="006974AE">
      <w:r>
        <w:t>427.0741</w:t>
      </w:r>
      <w:r>
        <w:tab/>
        <w:t>2.025e0</w:t>
      </w:r>
    </w:p>
    <w:p w:rsidR="006974AE" w:rsidRDefault="006974AE" w:rsidP="006974AE">
      <w:r>
        <w:t>427.0920</w:t>
      </w:r>
      <w:r>
        <w:tab/>
        <w:t>3.038e0</w:t>
      </w:r>
    </w:p>
    <w:p w:rsidR="006974AE" w:rsidRDefault="006974AE" w:rsidP="006974AE">
      <w:r>
        <w:t>427.1024</w:t>
      </w:r>
      <w:r>
        <w:tab/>
        <w:t>1.013e0</w:t>
      </w:r>
    </w:p>
    <w:p w:rsidR="006974AE" w:rsidRDefault="006974AE" w:rsidP="006974AE">
      <w:r>
        <w:t>427.1070</w:t>
      </w:r>
      <w:r>
        <w:tab/>
        <w:t>1.013e0</w:t>
      </w:r>
    </w:p>
    <w:p w:rsidR="006974AE" w:rsidRDefault="006974AE" w:rsidP="006974AE">
      <w:r>
        <w:t>427.1164</w:t>
      </w:r>
      <w:r>
        <w:tab/>
        <w:t>2.025e0</w:t>
      </w:r>
    </w:p>
    <w:p w:rsidR="006974AE" w:rsidRDefault="006974AE" w:rsidP="006974AE">
      <w:r>
        <w:t>427.1293</w:t>
      </w:r>
      <w:r>
        <w:tab/>
        <w:t>2.025e0</w:t>
      </w:r>
    </w:p>
    <w:p w:rsidR="006974AE" w:rsidRDefault="006974AE" w:rsidP="006974AE">
      <w:r>
        <w:t>427.1620</w:t>
      </w:r>
      <w:r>
        <w:tab/>
        <w:t>3.038e0</w:t>
      </w:r>
    </w:p>
    <w:p w:rsidR="006974AE" w:rsidRDefault="006974AE" w:rsidP="006974AE">
      <w:r>
        <w:t>427.1676</w:t>
      </w:r>
      <w:r>
        <w:tab/>
        <w:t>1.013e0</w:t>
      </w:r>
    </w:p>
    <w:p w:rsidR="006974AE" w:rsidRDefault="006974AE" w:rsidP="006974AE">
      <w:r>
        <w:t>427.1701</w:t>
      </w:r>
      <w:r>
        <w:tab/>
        <w:t>3.038e0</w:t>
      </w:r>
    </w:p>
    <w:p w:rsidR="006974AE" w:rsidRDefault="006974AE" w:rsidP="006974AE">
      <w:r>
        <w:t>427.1976</w:t>
      </w:r>
      <w:r>
        <w:tab/>
        <w:t>1.013e0</w:t>
      </w:r>
    </w:p>
    <w:p w:rsidR="006974AE" w:rsidRDefault="006974AE" w:rsidP="006974AE">
      <w:r>
        <w:t>427.2007</w:t>
      </w:r>
      <w:r>
        <w:tab/>
        <w:t>2.025e0</w:t>
      </w:r>
    </w:p>
    <w:p w:rsidR="006974AE" w:rsidRDefault="006974AE" w:rsidP="006974AE">
      <w:r>
        <w:t>427.2266</w:t>
      </w:r>
      <w:r>
        <w:tab/>
        <w:t>3.038e0</w:t>
      </w:r>
    </w:p>
    <w:p w:rsidR="006974AE" w:rsidRDefault="006974AE" w:rsidP="006974AE">
      <w:r>
        <w:t>427.2303</w:t>
      </w:r>
      <w:r>
        <w:tab/>
        <w:t>2.025e0</w:t>
      </w:r>
    </w:p>
    <w:p w:rsidR="006974AE" w:rsidRDefault="006974AE" w:rsidP="006974AE">
      <w:r>
        <w:t>427.2434</w:t>
      </w:r>
      <w:r>
        <w:tab/>
        <w:t>3.038e0</w:t>
      </w:r>
    </w:p>
    <w:p w:rsidR="006974AE" w:rsidRDefault="006974AE" w:rsidP="006974AE">
      <w:r>
        <w:t>427.2453</w:t>
      </w:r>
      <w:r>
        <w:tab/>
        <w:t>1.013e0</w:t>
      </w:r>
    </w:p>
    <w:p w:rsidR="006974AE" w:rsidRDefault="006974AE" w:rsidP="006974AE">
      <w:r>
        <w:lastRenderedPageBreak/>
        <w:t>427.2797</w:t>
      </w:r>
      <w:r>
        <w:tab/>
        <w:t>2.025e0</w:t>
      </w:r>
    </w:p>
    <w:p w:rsidR="006974AE" w:rsidRDefault="006974AE" w:rsidP="006974AE">
      <w:r>
        <w:t>427.3023</w:t>
      </w:r>
      <w:r>
        <w:tab/>
        <w:t>2.025e0</w:t>
      </w:r>
    </w:p>
    <w:p w:rsidR="006974AE" w:rsidRDefault="006974AE" w:rsidP="006974AE">
      <w:r>
        <w:t>427.3050</w:t>
      </w:r>
      <w:r>
        <w:tab/>
        <w:t>3.038e0</w:t>
      </w:r>
    </w:p>
    <w:p w:rsidR="006974AE" w:rsidRDefault="006974AE" w:rsidP="006974AE">
      <w:r>
        <w:t>427.3406</w:t>
      </w:r>
      <w:r>
        <w:tab/>
        <w:t>2.785e0</w:t>
      </w:r>
    </w:p>
    <w:p w:rsidR="006974AE" w:rsidRDefault="006974AE" w:rsidP="006974AE">
      <w:r>
        <w:t>427.3646</w:t>
      </w:r>
      <w:r>
        <w:tab/>
        <w:t>3.038e0</w:t>
      </w:r>
    </w:p>
    <w:p w:rsidR="006974AE" w:rsidRDefault="006974AE" w:rsidP="006974AE">
      <w:r>
        <w:t>427.3736</w:t>
      </w:r>
      <w:r>
        <w:tab/>
        <w:t>1.081e1</w:t>
      </w:r>
    </w:p>
    <w:p w:rsidR="006974AE" w:rsidRDefault="006974AE" w:rsidP="006974AE">
      <w:r>
        <w:t>427.3777</w:t>
      </w:r>
      <w:r>
        <w:tab/>
        <w:t>2.633e1</w:t>
      </w:r>
    </w:p>
    <w:p w:rsidR="006974AE" w:rsidRDefault="006974AE" w:rsidP="006974AE">
      <w:r>
        <w:t>427.3812</w:t>
      </w:r>
      <w:r>
        <w:tab/>
        <w:t>1.418e1</w:t>
      </w:r>
    </w:p>
    <w:p w:rsidR="006974AE" w:rsidRDefault="006974AE" w:rsidP="006974AE">
      <w:r>
        <w:t>427.3850</w:t>
      </w:r>
      <w:r>
        <w:tab/>
        <w:t>3.139e1</w:t>
      </w:r>
    </w:p>
    <w:p w:rsidR="006974AE" w:rsidRDefault="006974AE" w:rsidP="006974AE">
      <w:r>
        <w:t>427.3899</w:t>
      </w:r>
      <w:r>
        <w:tab/>
        <w:t>1.038e1</w:t>
      </w:r>
    </w:p>
    <w:p w:rsidR="006974AE" w:rsidRDefault="006974AE" w:rsidP="006974AE">
      <w:r>
        <w:t>427.4113</w:t>
      </w:r>
      <w:r>
        <w:tab/>
        <w:t>5.111e0</w:t>
      </w:r>
    </w:p>
    <w:p w:rsidR="006974AE" w:rsidRDefault="006974AE" w:rsidP="006974AE">
      <w:r>
        <w:t>427.4199</w:t>
      </w:r>
      <w:r>
        <w:tab/>
        <w:t>3.038e0</w:t>
      </w:r>
    </w:p>
    <w:p w:rsidR="006974AE" w:rsidRDefault="006974AE" w:rsidP="006974AE">
      <w:r>
        <w:t>427.4361</w:t>
      </w:r>
      <w:r>
        <w:tab/>
        <w:t>2.025e0</w:t>
      </w:r>
    </w:p>
    <w:p w:rsidR="006974AE" w:rsidRDefault="006974AE" w:rsidP="006974AE">
      <w:r>
        <w:t>427.4755</w:t>
      </w:r>
      <w:r>
        <w:tab/>
        <w:t>1.013e0</w:t>
      </w:r>
    </w:p>
    <w:p w:rsidR="006974AE" w:rsidRDefault="006974AE" w:rsidP="006974AE">
      <w:r>
        <w:t>427.4877</w:t>
      </w:r>
      <w:r>
        <w:tab/>
        <w:t>1.013e0</w:t>
      </w:r>
    </w:p>
    <w:p w:rsidR="006974AE" w:rsidRDefault="006974AE" w:rsidP="006974AE">
      <w:r>
        <w:t>427.5097</w:t>
      </w:r>
      <w:r>
        <w:tab/>
        <w:t>1.013e0</w:t>
      </w:r>
    </w:p>
    <w:p w:rsidR="006974AE" w:rsidRDefault="006974AE" w:rsidP="006974AE">
      <w:r>
        <w:t>427.5115</w:t>
      </w:r>
      <w:r>
        <w:tab/>
        <w:t>2.025e0</w:t>
      </w:r>
    </w:p>
    <w:p w:rsidR="006974AE" w:rsidRDefault="006974AE" w:rsidP="006974AE">
      <w:r>
        <w:t>427.5490</w:t>
      </w:r>
      <w:r>
        <w:tab/>
        <w:t>1.013e0</w:t>
      </w:r>
    </w:p>
    <w:p w:rsidR="006974AE" w:rsidRDefault="006974AE" w:rsidP="006974AE">
      <w:r>
        <w:t>427.5877</w:t>
      </w:r>
      <w:r>
        <w:tab/>
        <w:t>1.013e0</w:t>
      </w:r>
    </w:p>
    <w:p w:rsidR="006974AE" w:rsidRDefault="006974AE" w:rsidP="006974AE">
      <w:r>
        <w:lastRenderedPageBreak/>
        <w:t>427.5934</w:t>
      </w:r>
      <w:r>
        <w:tab/>
        <w:t>2.025e0</w:t>
      </w:r>
    </w:p>
    <w:p w:rsidR="006974AE" w:rsidRDefault="006974AE" w:rsidP="006974AE">
      <w:r>
        <w:t>427.6178</w:t>
      </w:r>
      <w:r>
        <w:tab/>
        <w:t>1.013e0</w:t>
      </w:r>
    </w:p>
    <w:p w:rsidR="006974AE" w:rsidRDefault="006974AE" w:rsidP="006974AE">
      <w:r>
        <w:t>427.6253</w:t>
      </w:r>
      <w:r>
        <w:tab/>
        <w:t>1.013e0</w:t>
      </w:r>
    </w:p>
    <w:p w:rsidR="006974AE" w:rsidRDefault="006974AE" w:rsidP="006974AE">
      <w:r>
        <w:t>427.6460</w:t>
      </w:r>
      <w:r>
        <w:tab/>
        <w:t>2.025e0</w:t>
      </w:r>
    </w:p>
    <w:p w:rsidR="006974AE" w:rsidRDefault="006974AE" w:rsidP="006974AE">
      <w:r>
        <w:t>427.6562</w:t>
      </w:r>
      <w:r>
        <w:tab/>
        <w:t>1.013e0</w:t>
      </w:r>
    </w:p>
    <w:p w:rsidR="006974AE" w:rsidRDefault="006974AE" w:rsidP="006974AE">
      <w:r>
        <w:t>427.6793</w:t>
      </w:r>
      <w:r>
        <w:tab/>
        <w:t>2.025e0</w:t>
      </w:r>
    </w:p>
    <w:p w:rsidR="006974AE" w:rsidRDefault="006974AE" w:rsidP="006974AE">
      <w:r>
        <w:t>427.7010</w:t>
      </w:r>
      <w:r>
        <w:tab/>
        <w:t>1.013e0</w:t>
      </w:r>
    </w:p>
    <w:p w:rsidR="006974AE" w:rsidRDefault="006974AE" w:rsidP="006974AE">
      <w:r>
        <w:t>427.7129</w:t>
      </w:r>
      <w:r>
        <w:tab/>
        <w:t>1.013e0</w:t>
      </w:r>
    </w:p>
    <w:p w:rsidR="006974AE" w:rsidRDefault="006974AE" w:rsidP="006974AE">
      <w:r>
        <w:t>427.7230</w:t>
      </w:r>
      <w:r>
        <w:tab/>
        <w:t>1.013e0</w:t>
      </w:r>
    </w:p>
    <w:p w:rsidR="006974AE" w:rsidRDefault="006974AE" w:rsidP="006974AE">
      <w:r>
        <w:t>427.7455</w:t>
      </w:r>
      <w:r>
        <w:tab/>
        <w:t>1.013e0</w:t>
      </w:r>
    </w:p>
    <w:p w:rsidR="006974AE" w:rsidRDefault="006974AE" w:rsidP="006974AE">
      <w:r>
        <w:t>427.7529</w:t>
      </w:r>
      <w:r>
        <w:tab/>
        <w:t>1.013e0</w:t>
      </w:r>
    </w:p>
    <w:p w:rsidR="006974AE" w:rsidRDefault="006974AE" w:rsidP="006974AE">
      <w:r>
        <w:t>427.7681</w:t>
      </w:r>
      <w:r>
        <w:tab/>
        <w:t>1.013e0</w:t>
      </w:r>
    </w:p>
    <w:p w:rsidR="006974AE" w:rsidRDefault="006974AE" w:rsidP="006974AE">
      <w:r>
        <w:t>427.7774</w:t>
      </w:r>
      <w:r>
        <w:tab/>
        <w:t>1.013e0</w:t>
      </w:r>
    </w:p>
    <w:p w:rsidR="006974AE" w:rsidRDefault="006974AE" w:rsidP="006974AE">
      <w:r>
        <w:t>427.7912</w:t>
      </w:r>
      <w:r>
        <w:tab/>
        <w:t>1.013e0</w:t>
      </w:r>
    </w:p>
    <w:p w:rsidR="006974AE" w:rsidRDefault="006974AE" w:rsidP="006974AE">
      <w:r>
        <w:t>427.8351</w:t>
      </w:r>
      <w:r>
        <w:tab/>
        <w:t>1.013e0</w:t>
      </w:r>
    </w:p>
    <w:p w:rsidR="006974AE" w:rsidRDefault="006974AE" w:rsidP="006974AE">
      <w:r>
        <w:t>427.8494</w:t>
      </w:r>
      <w:r>
        <w:tab/>
        <w:t>2.025e0</w:t>
      </w:r>
    </w:p>
    <w:p w:rsidR="006974AE" w:rsidRDefault="006974AE" w:rsidP="006974AE">
      <w:r>
        <w:t>427.8513</w:t>
      </w:r>
      <w:r>
        <w:tab/>
        <w:t>1.013e0</w:t>
      </w:r>
    </w:p>
    <w:p w:rsidR="006974AE" w:rsidRDefault="006974AE" w:rsidP="006974AE">
      <w:r>
        <w:t>427.8559</w:t>
      </w:r>
      <w:r>
        <w:tab/>
        <w:t>1.013e0</w:t>
      </w:r>
    </w:p>
    <w:p w:rsidR="006974AE" w:rsidRDefault="006974AE" w:rsidP="006974AE">
      <w:r>
        <w:t>427.8733</w:t>
      </w:r>
      <w:r>
        <w:tab/>
        <w:t>1.013e0</w:t>
      </w:r>
    </w:p>
    <w:p w:rsidR="006974AE" w:rsidRDefault="006974AE" w:rsidP="006974AE">
      <w:r>
        <w:lastRenderedPageBreak/>
        <w:t>427.8995</w:t>
      </w:r>
      <w:r>
        <w:tab/>
        <w:t>1.013e0</w:t>
      </w:r>
    </w:p>
    <w:p w:rsidR="006974AE" w:rsidRDefault="006974AE" w:rsidP="006974AE">
      <w:r>
        <w:t>427.9109</w:t>
      </w:r>
      <w:r>
        <w:tab/>
        <w:t>1.013e0</w:t>
      </w:r>
    </w:p>
    <w:p w:rsidR="006974AE" w:rsidRDefault="006974AE" w:rsidP="006974AE">
      <w:r>
        <w:t>427.9149</w:t>
      </w:r>
      <w:r>
        <w:tab/>
        <w:t>2.025e0</w:t>
      </w:r>
    </w:p>
    <w:p w:rsidR="006974AE" w:rsidRDefault="006974AE" w:rsidP="006974AE">
      <w:r>
        <w:t>427.9427</w:t>
      </w:r>
      <w:r>
        <w:tab/>
        <w:t>3.038e0</w:t>
      </w:r>
    </w:p>
    <w:p w:rsidR="006974AE" w:rsidRDefault="006974AE" w:rsidP="006974AE">
      <w:r>
        <w:t>427.9491</w:t>
      </w:r>
      <w:r>
        <w:tab/>
        <w:t>1.013e0</w:t>
      </w:r>
    </w:p>
    <w:p w:rsidR="006974AE" w:rsidRDefault="006974AE" w:rsidP="006974AE">
      <w:r>
        <w:t>427.9602</w:t>
      </w:r>
      <w:r>
        <w:tab/>
        <w:t>1.013e0</w:t>
      </w:r>
    </w:p>
    <w:p w:rsidR="006974AE" w:rsidRDefault="006974AE" w:rsidP="006974AE">
      <w:r>
        <w:t>427.9636</w:t>
      </w:r>
      <w:r>
        <w:tab/>
        <w:t>1.013e0</w:t>
      </w:r>
    </w:p>
    <w:p w:rsidR="006974AE" w:rsidRDefault="006974AE" w:rsidP="006974AE">
      <w:r>
        <w:t>427.9995</w:t>
      </w:r>
      <w:r>
        <w:tab/>
        <w:t>1.013e0</w:t>
      </w:r>
    </w:p>
    <w:p w:rsidR="006974AE" w:rsidRDefault="006974AE" w:rsidP="006974AE">
      <w:r>
        <w:t>428.0229</w:t>
      </w:r>
      <w:r>
        <w:tab/>
        <w:t>4.051e0</w:t>
      </w:r>
    </w:p>
    <w:p w:rsidR="006974AE" w:rsidRDefault="006974AE" w:rsidP="006974AE">
      <w:r>
        <w:t>428.0267</w:t>
      </w:r>
      <w:r>
        <w:tab/>
        <w:t>2.025e0</w:t>
      </w:r>
    </w:p>
    <w:p w:rsidR="006974AE" w:rsidRDefault="006974AE" w:rsidP="006974AE">
      <w:r>
        <w:t>428.0390</w:t>
      </w:r>
      <w:r>
        <w:tab/>
        <w:t>1.013e0</w:t>
      </w:r>
    </w:p>
    <w:p w:rsidR="006974AE" w:rsidRDefault="006974AE" w:rsidP="006974AE">
      <w:r>
        <w:t>428.0538</w:t>
      </w:r>
      <w:r>
        <w:tab/>
        <w:t>1.013e0</w:t>
      </w:r>
    </w:p>
    <w:p w:rsidR="006974AE" w:rsidRDefault="006974AE" w:rsidP="006974AE">
      <w:r>
        <w:t>428.0962</w:t>
      </w:r>
      <w:r>
        <w:tab/>
        <w:t>7.089e0</w:t>
      </w:r>
    </w:p>
    <w:p w:rsidR="006974AE" w:rsidRDefault="006974AE" w:rsidP="006974AE">
      <w:r>
        <w:t>428.1004</w:t>
      </w:r>
      <w:r>
        <w:tab/>
        <w:t>6.067e0</w:t>
      </w:r>
    </w:p>
    <w:p w:rsidR="006974AE" w:rsidRDefault="006974AE" w:rsidP="006974AE">
      <w:r>
        <w:t>428.1365</w:t>
      </w:r>
      <w:r>
        <w:tab/>
        <w:t>3.038e0</w:t>
      </w:r>
    </w:p>
    <w:p w:rsidR="006974AE" w:rsidRDefault="006974AE" w:rsidP="006974AE">
      <w:r>
        <w:t>428.1696</w:t>
      </w:r>
      <w:r>
        <w:tab/>
        <w:t>2.025e0</w:t>
      </w:r>
    </w:p>
    <w:p w:rsidR="006974AE" w:rsidRDefault="006974AE" w:rsidP="006974AE">
      <w:r>
        <w:t>428.1820</w:t>
      </w:r>
      <w:r>
        <w:tab/>
        <w:t>1.013e0</w:t>
      </w:r>
    </w:p>
    <w:p w:rsidR="006974AE" w:rsidRDefault="006974AE" w:rsidP="006974AE">
      <w:r>
        <w:t>428.1898</w:t>
      </w:r>
      <w:r>
        <w:tab/>
        <w:t>1.013e0</w:t>
      </w:r>
    </w:p>
    <w:p w:rsidR="006974AE" w:rsidRDefault="006974AE" w:rsidP="006974AE">
      <w:r>
        <w:t>428.2261</w:t>
      </w:r>
      <w:r>
        <w:tab/>
        <w:t>2.025e0</w:t>
      </w:r>
    </w:p>
    <w:p w:rsidR="006974AE" w:rsidRDefault="006974AE" w:rsidP="006974AE">
      <w:r>
        <w:lastRenderedPageBreak/>
        <w:t>428.2457</w:t>
      </w:r>
      <w:r>
        <w:tab/>
        <w:t>1.013e0</w:t>
      </w:r>
    </w:p>
    <w:p w:rsidR="006974AE" w:rsidRDefault="006974AE" w:rsidP="006974AE">
      <w:r>
        <w:t>428.2588</w:t>
      </w:r>
      <w:r>
        <w:tab/>
        <w:t>4.051e0</w:t>
      </w:r>
    </w:p>
    <w:p w:rsidR="006974AE" w:rsidRDefault="006974AE" w:rsidP="006974AE">
      <w:r>
        <w:t>428.2703</w:t>
      </w:r>
      <w:r>
        <w:tab/>
        <w:t>6.076e0</w:t>
      </w:r>
    </w:p>
    <w:p w:rsidR="006974AE" w:rsidRDefault="006974AE" w:rsidP="006974AE">
      <w:r>
        <w:t>428.2747</w:t>
      </w:r>
      <w:r>
        <w:tab/>
        <w:t>2.025e0</w:t>
      </w:r>
    </w:p>
    <w:p w:rsidR="006974AE" w:rsidRDefault="006974AE" w:rsidP="006974AE">
      <w:r>
        <w:t>428.3026</w:t>
      </w:r>
      <w:r>
        <w:tab/>
        <w:t>1.013e0</w:t>
      </w:r>
    </w:p>
    <w:p w:rsidR="006974AE" w:rsidRDefault="006974AE" w:rsidP="006974AE">
      <w:r>
        <w:t>428.3064</w:t>
      </w:r>
      <w:r>
        <w:tab/>
        <w:t>1.013e0</w:t>
      </w:r>
    </w:p>
    <w:p w:rsidR="006974AE" w:rsidRDefault="006974AE" w:rsidP="006974AE">
      <w:r>
        <w:t>428.3280</w:t>
      </w:r>
      <w:r>
        <w:tab/>
        <w:t>1.013e0</w:t>
      </w:r>
    </w:p>
    <w:p w:rsidR="006974AE" w:rsidRDefault="006974AE" w:rsidP="006974AE">
      <w:r>
        <w:t>428.3406</w:t>
      </w:r>
      <w:r>
        <w:tab/>
        <w:t>2.025e0</w:t>
      </w:r>
    </w:p>
    <w:p w:rsidR="006974AE" w:rsidRDefault="006974AE" w:rsidP="006974AE">
      <w:r>
        <w:t>428.3574</w:t>
      </w:r>
      <w:r>
        <w:tab/>
        <w:t>3.038e0</w:t>
      </w:r>
    </w:p>
    <w:p w:rsidR="006974AE" w:rsidRDefault="006974AE" w:rsidP="006974AE">
      <w:r>
        <w:t>428.3661</w:t>
      </w:r>
      <w:r>
        <w:tab/>
        <w:t>2.025e0</w:t>
      </w:r>
    </w:p>
    <w:p w:rsidR="006974AE" w:rsidRDefault="006974AE" w:rsidP="006974AE">
      <w:r>
        <w:t>428.3672</w:t>
      </w:r>
      <w:r>
        <w:tab/>
        <w:t>1.013e0</w:t>
      </w:r>
    </w:p>
    <w:p w:rsidR="006974AE" w:rsidRDefault="006974AE" w:rsidP="006974AE">
      <w:r>
        <w:t>428.3701</w:t>
      </w:r>
      <w:r>
        <w:tab/>
        <w:t>1.114e1</w:t>
      </w:r>
    </w:p>
    <w:p w:rsidR="006974AE" w:rsidRDefault="006974AE" w:rsidP="006974AE">
      <w:r>
        <w:t>428.3792</w:t>
      </w:r>
      <w:r>
        <w:tab/>
        <w:t>1.215e1</w:t>
      </w:r>
    </w:p>
    <w:p w:rsidR="006974AE" w:rsidRDefault="006974AE" w:rsidP="006974AE">
      <w:r>
        <w:t>428.3926</w:t>
      </w:r>
      <w:r>
        <w:tab/>
        <w:t>5.063e0</w:t>
      </w:r>
    </w:p>
    <w:p w:rsidR="006974AE" w:rsidRDefault="006974AE" w:rsidP="006974AE">
      <w:r>
        <w:t>428.4000</w:t>
      </w:r>
      <w:r>
        <w:tab/>
        <w:t>1.013e0</w:t>
      </w:r>
    </w:p>
    <w:p w:rsidR="006974AE" w:rsidRDefault="006974AE" w:rsidP="006974AE">
      <w:r>
        <w:t>428.4102</w:t>
      </w:r>
      <w:r>
        <w:tab/>
        <w:t>1.013e0</w:t>
      </w:r>
    </w:p>
    <w:p w:rsidR="006974AE" w:rsidRDefault="006974AE" w:rsidP="006974AE">
      <w:r>
        <w:t>428.4127</w:t>
      </w:r>
      <w:r>
        <w:tab/>
        <w:t>2.025e0</w:t>
      </w:r>
    </w:p>
    <w:p w:rsidR="006974AE" w:rsidRDefault="006974AE" w:rsidP="006974AE">
      <w:r>
        <w:t>428.4456</w:t>
      </w:r>
      <w:r>
        <w:tab/>
        <w:t>1.013e0</w:t>
      </w:r>
    </w:p>
    <w:p w:rsidR="006974AE" w:rsidRDefault="006974AE" w:rsidP="006974AE">
      <w:r>
        <w:t>428.4753</w:t>
      </w:r>
      <w:r>
        <w:tab/>
        <w:t>1.013e0</w:t>
      </w:r>
    </w:p>
    <w:p w:rsidR="006974AE" w:rsidRDefault="006974AE" w:rsidP="006974AE">
      <w:r>
        <w:lastRenderedPageBreak/>
        <w:t>428.4851</w:t>
      </w:r>
      <w:r>
        <w:tab/>
        <w:t>2.025e0</w:t>
      </w:r>
    </w:p>
    <w:p w:rsidR="006974AE" w:rsidRDefault="006974AE" w:rsidP="006974AE">
      <w:r>
        <w:t>428.4978</w:t>
      </w:r>
      <w:r>
        <w:tab/>
        <w:t>1.013e0</w:t>
      </w:r>
    </w:p>
    <w:p w:rsidR="006974AE" w:rsidRDefault="006974AE" w:rsidP="006974AE">
      <w:r>
        <w:t>428.5059</w:t>
      </w:r>
      <w:r>
        <w:tab/>
        <w:t>2.025e0</w:t>
      </w:r>
    </w:p>
    <w:p w:rsidR="006974AE" w:rsidRDefault="006974AE" w:rsidP="006974AE">
      <w:r>
        <w:t>428.5317</w:t>
      </w:r>
      <w:r>
        <w:tab/>
        <w:t>1.013e0</w:t>
      </w:r>
    </w:p>
    <w:p w:rsidR="006974AE" w:rsidRDefault="006974AE" w:rsidP="006974AE">
      <w:r>
        <w:t>428.5497</w:t>
      </w:r>
      <w:r>
        <w:tab/>
        <w:t>1.013e0</w:t>
      </w:r>
    </w:p>
    <w:p w:rsidR="006974AE" w:rsidRDefault="006974AE" w:rsidP="006974AE">
      <w:r>
        <w:t>428.5639</w:t>
      </w:r>
      <w:r>
        <w:tab/>
        <w:t>2.025e0</w:t>
      </w:r>
    </w:p>
    <w:p w:rsidR="006974AE" w:rsidRDefault="006974AE" w:rsidP="006974AE">
      <w:r>
        <w:t>428.5962</w:t>
      </w:r>
      <w:r>
        <w:tab/>
        <w:t>2.025e0</w:t>
      </w:r>
    </w:p>
    <w:p w:rsidR="006974AE" w:rsidRDefault="006974AE" w:rsidP="006974AE">
      <w:r>
        <w:t>428.6038</w:t>
      </w:r>
      <w:r>
        <w:tab/>
        <w:t>1.013e0</w:t>
      </w:r>
    </w:p>
    <w:p w:rsidR="006974AE" w:rsidRDefault="006974AE" w:rsidP="006974AE">
      <w:r>
        <w:t>428.6105</w:t>
      </w:r>
      <w:r>
        <w:tab/>
        <w:t>1.013e0</w:t>
      </w:r>
    </w:p>
    <w:p w:rsidR="006974AE" w:rsidRDefault="006974AE" w:rsidP="006974AE">
      <w:r>
        <w:t>428.6569</w:t>
      </w:r>
      <w:r>
        <w:tab/>
        <w:t>1.013e0</w:t>
      </w:r>
    </w:p>
    <w:p w:rsidR="006974AE" w:rsidRDefault="006974AE" w:rsidP="006974AE">
      <w:r>
        <w:t>428.6616</w:t>
      </w:r>
      <w:r>
        <w:tab/>
        <w:t>3.038e0</w:t>
      </w:r>
    </w:p>
    <w:p w:rsidR="006974AE" w:rsidRDefault="006974AE" w:rsidP="006974AE">
      <w:r>
        <w:t>428.7161</w:t>
      </w:r>
      <w:r>
        <w:tab/>
        <w:t>2.025e0</w:t>
      </w:r>
    </w:p>
    <w:p w:rsidR="006974AE" w:rsidRDefault="006974AE" w:rsidP="006974AE">
      <w:r>
        <w:t>428.7463</w:t>
      </w:r>
      <w:r>
        <w:tab/>
        <w:t>1.013e0</w:t>
      </w:r>
    </w:p>
    <w:p w:rsidR="006974AE" w:rsidRDefault="006974AE" w:rsidP="006974AE">
      <w:r>
        <w:t>428.7614</w:t>
      </w:r>
      <w:r>
        <w:tab/>
        <w:t>1.013e0</w:t>
      </w:r>
    </w:p>
    <w:p w:rsidR="006974AE" w:rsidRDefault="006974AE" w:rsidP="006974AE">
      <w:r>
        <w:t>428.8069</w:t>
      </w:r>
      <w:r>
        <w:tab/>
        <w:t>2.025e0</w:t>
      </w:r>
    </w:p>
    <w:p w:rsidR="006974AE" w:rsidRDefault="006974AE" w:rsidP="006974AE">
      <w:r>
        <w:t>428.8764</w:t>
      </w:r>
      <w:r>
        <w:tab/>
        <w:t>2.025e0</w:t>
      </w:r>
    </w:p>
    <w:p w:rsidR="006974AE" w:rsidRDefault="006974AE" w:rsidP="006974AE">
      <w:r>
        <w:t>428.9001</w:t>
      </w:r>
      <w:r>
        <w:tab/>
        <w:t>3.038e0</w:t>
      </w:r>
    </w:p>
    <w:p w:rsidR="006974AE" w:rsidRDefault="006974AE" w:rsidP="006974AE">
      <w:r>
        <w:t>428.9013</w:t>
      </w:r>
      <w:r>
        <w:tab/>
        <w:t>2.025e0</w:t>
      </w:r>
    </w:p>
    <w:p w:rsidR="006974AE" w:rsidRDefault="006974AE" w:rsidP="006974AE">
      <w:r>
        <w:t>428.9126</w:t>
      </w:r>
      <w:r>
        <w:tab/>
        <w:t>1.013e0</w:t>
      </w:r>
    </w:p>
    <w:p w:rsidR="006974AE" w:rsidRDefault="006974AE" w:rsidP="006974AE">
      <w:r>
        <w:lastRenderedPageBreak/>
        <w:t>428.9272</w:t>
      </w:r>
      <w:r>
        <w:tab/>
        <w:t>1.013e0</w:t>
      </w:r>
    </w:p>
    <w:p w:rsidR="006974AE" w:rsidRDefault="006974AE" w:rsidP="006974AE">
      <w:r>
        <w:t>428.9349</w:t>
      </w:r>
      <w:r>
        <w:tab/>
        <w:t>3.038e0</w:t>
      </w:r>
    </w:p>
    <w:p w:rsidR="006974AE" w:rsidRDefault="006974AE" w:rsidP="006974AE">
      <w:r>
        <w:t>428.9829</w:t>
      </w:r>
      <w:r>
        <w:tab/>
        <w:t>1.013e0</w:t>
      </w:r>
    </w:p>
    <w:p w:rsidR="006974AE" w:rsidRDefault="006974AE" w:rsidP="006974AE">
      <w:r>
        <w:t>428.9880</w:t>
      </w:r>
      <w:r>
        <w:tab/>
        <w:t>1.013e0</w:t>
      </w:r>
    </w:p>
    <w:p w:rsidR="006974AE" w:rsidRDefault="006974AE" w:rsidP="006974AE">
      <w:r>
        <w:t>429.0038</w:t>
      </w:r>
      <w:r>
        <w:tab/>
        <w:t>1.013e0</w:t>
      </w:r>
    </w:p>
    <w:p w:rsidR="006974AE" w:rsidRDefault="006974AE" w:rsidP="006974AE">
      <w:r>
        <w:t>429.0182</w:t>
      </w:r>
      <w:r>
        <w:tab/>
        <w:t>1.013e0</w:t>
      </w:r>
    </w:p>
    <w:p w:rsidR="006974AE" w:rsidRDefault="006974AE" w:rsidP="006974AE">
      <w:r>
        <w:t>429.0243</w:t>
      </w:r>
      <w:r>
        <w:tab/>
        <w:t>3.038e0</w:t>
      </w:r>
    </w:p>
    <w:p w:rsidR="006974AE" w:rsidRDefault="006974AE" w:rsidP="006974AE">
      <w:r>
        <w:t>429.0257</w:t>
      </w:r>
      <w:r>
        <w:tab/>
        <w:t>1.013e0</w:t>
      </w:r>
    </w:p>
    <w:p w:rsidR="006974AE" w:rsidRDefault="006974AE" w:rsidP="006974AE">
      <w:r>
        <w:t>429.0483</w:t>
      </w:r>
      <w:r>
        <w:tab/>
        <w:t>1.013e0</w:t>
      </w:r>
    </w:p>
    <w:p w:rsidR="006974AE" w:rsidRDefault="006974AE" w:rsidP="006974AE">
      <w:r>
        <w:t>429.0553</w:t>
      </w:r>
      <w:r>
        <w:tab/>
        <w:t>1.013e0</w:t>
      </w:r>
    </w:p>
    <w:p w:rsidR="006974AE" w:rsidRDefault="006974AE" w:rsidP="006974AE">
      <w:r>
        <w:t>429.0586</w:t>
      </w:r>
      <w:r>
        <w:tab/>
        <w:t>3.038e0</w:t>
      </w:r>
    </w:p>
    <w:p w:rsidR="006974AE" w:rsidRDefault="006974AE" w:rsidP="006974AE">
      <w:r>
        <w:t>429.0824</w:t>
      </w:r>
      <w:r>
        <w:tab/>
        <w:t>1.013e0</w:t>
      </w:r>
    </w:p>
    <w:p w:rsidR="006974AE" w:rsidRDefault="006974AE" w:rsidP="006974AE">
      <w:r>
        <w:t>429.0935</w:t>
      </w:r>
      <w:r>
        <w:tab/>
        <w:t>1.013e0</w:t>
      </w:r>
    </w:p>
    <w:p w:rsidR="006974AE" w:rsidRDefault="006974AE" w:rsidP="006974AE">
      <w:r>
        <w:t>429.1129</w:t>
      </w:r>
      <w:r>
        <w:tab/>
        <w:t>2.025e0</w:t>
      </w:r>
    </w:p>
    <w:p w:rsidR="006974AE" w:rsidRDefault="006974AE" w:rsidP="006974AE">
      <w:r>
        <w:t>429.1155</w:t>
      </w:r>
      <w:r>
        <w:tab/>
        <w:t>3.038e0</w:t>
      </w:r>
    </w:p>
    <w:p w:rsidR="006974AE" w:rsidRDefault="006974AE" w:rsidP="006974AE">
      <w:r>
        <w:t>429.1684</w:t>
      </w:r>
      <w:r>
        <w:tab/>
        <w:t>1.013e0</w:t>
      </w:r>
    </w:p>
    <w:p w:rsidR="006974AE" w:rsidRDefault="006974AE" w:rsidP="006974AE">
      <w:r>
        <w:t>429.1815</w:t>
      </w:r>
      <w:r>
        <w:tab/>
        <w:t>6.975e0</w:t>
      </w:r>
    </w:p>
    <w:p w:rsidR="006974AE" w:rsidRDefault="006974AE" w:rsidP="006974AE">
      <w:r>
        <w:t>429.1985</w:t>
      </w:r>
      <w:r>
        <w:tab/>
        <w:t>1.013e0</w:t>
      </w:r>
    </w:p>
    <w:p w:rsidR="006974AE" w:rsidRDefault="006974AE" w:rsidP="006974AE">
      <w:r>
        <w:t>429.2002</w:t>
      </w:r>
      <w:r>
        <w:tab/>
        <w:t>3.868e0</w:t>
      </w:r>
    </w:p>
    <w:p w:rsidR="006974AE" w:rsidRDefault="006974AE" w:rsidP="006974AE">
      <w:r>
        <w:lastRenderedPageBreak/>
        <w:t>429.2017</w:t>
      </w:r>
      <w:r>
        <w:tab/>
        <w:t>3.038e0</w:t>
      </w:r>
    </w:p>
    <w:p w:rsidR="006974AE" w:rsidRDefault="006974AE" w:rsidP="006974AE">
      <w:r>
        <w:t>429.2294</w:t>
      </w:r>
      <w:r>
        <w:tab/>
        <w:t>2.025e0</w:t>
      </w:r>
    </w:p>
    <w:p w:rsidR="006974AE" w:rsidRDefault="006974AE" w:rsidP="006974AE">
      <w:r>
        <w:t>429.2470</w:t>
      </w:r>
      <w:r>
        <w:tab/>
        <w:t>1.013e0</w:t>
      </w:r>
    </w:p>
    <w:p w:rsidR="006974AE" w:rsidRDefault="006974AE" w:rsidP="006974AE">
      <w:r>
        <w:t>429.2530</w:t>
      </w:r>
      <w:r>
        <w:tab/>
        <w:t>3.038e0</w:t>
      </w:r>
    </w:p>
    <w:p w:rsidR="006974AE" w:rsidRDefault="006974AE" w:rsidP="006974AE">
      <w:r>
        <w:t>429.2589</w:t>
      </w:r>
      <w:r>
        <w:tab/>
        <w:t>1.013e0</w:t>
      </w:r>
    </w:p>
    <w:p w:rsidR="006974AE" w:rsidRDefault="006974AE" w:rsidP="006974AE">
      <w:r>
        <w:t>429.2653</w:t>
      </w:r>
      <w:r>
        <w:tab/>
        <w:t>1.013e0</w:t>
      </w:r>
    </w:p>
    <w:p w:rsidR="006974AE" w:rsidRDefault="006974AE" w:rsidP="006974AE">
      <w:r>
        <w:t>429.2664</w:t>
      </w:r>
      <w:r>
        <w:tab/>
        <w:t>2.025e0</w:t>
      </w:r>
    </w:p>
    <w:p w:rsidR="006974AE" w:rsidRDefault="006974AE" w:rsidP="006974AE">
      <w:r>
        <w:t>429.2815</w:t>
      </w:r>
      <w:r>
        <w:tab/>
        <w:t>1.013e0</w:t>
      </w:r>
    </w:p>
    <w:p w:rsidR="006974AE" w:rsidRDefault="006974AE" w:rsidP="006974AE">
      <w:r>
        <w:t>429.2844</w:t>
      </w:r>
      <w:r>
        <w:tab/>
        <w:t>2.025e0</w:t>
      </w:r>
    </w:p>
    <w:p w:rsidR="006974AE" w:rsidRDefault="006974AE" w:rsidP="006974AE">
      <w:r>
        <w:t>429.3047</w:t>
      </w:r>
      <w:r>
        <w:tab/>
        <w:t>1.013e0</w:t>
      </w:r>
    </w:p>
    <w:p w:rsidR="006974AE" w:rsidRDefault="006974AE" w:rsidP="006974AE">
      <w:r>
        <w:t>429.3100</w:t>
      </w:r>
      <w:r>
        <w:tab/>
        <w:t>7.089e0</w:t>
      </w:r>
    </w:p>
    <w:p w:rsidR="006974AE" w:rsidRDefault="006974AE" w:rsidP="006974AE">
      <w:r>
        <w:t>429.3122</w:t>
      </w:r>
      <w:r>
        <w:tab/>
        <w:t>1.013e0</w:t>
      </w:r>
    </w:p>
    <w:p w:rsidR="006974AE" w:rsidRDefault="006974AE" w:rsidP="006974AE">
      <w:r>
        <w:t>429.3143</w:t>
      </w:r>
      <w:r>
        <w:tab/>
        <w:t>2.025e0</w:t>
      </w:r>
    </w:p>
    <w:p w:rsidR="006974AE" w:rsidRDefault="006974AE" w:rsidP="006974AE">
      <w:r>
        <w:t>429.3343</w:t>
      </w:r>
      <w:r>
        <w:tab/>
        <w:t>1.013e0</w:t>
      </w:r>
    </w:p>
    <w:p w:rsidR="006974AE" w:rsidRDefault="006974AE" w:rsidP="006974AE">
      <w:r>
        <w:t>429.3406</w:t>
      </w:r>
      <w:r>
        <w:tab/>
        <w:t>3.038e0</w:t>
      </w:r>
    </w:p>
    <w:p w:rsidR="006974AE" w:rsidRDefault="006974AE" w:rsidP="006974AE">
      <w:r>
        <w:t>429.3528</w:t>
      </w:r>
      <w:r>
        <w:tab/>
        <w:t>3.038e0</w:t>
      </w:r>
    </w:p>
    <w:p w:rsidR="006974AE" w:rsidRDefault="006974AE" w:rsidP="006974AE">
      <w:r>
        <w:t>429.3546</w:t>
      </w:r>
      <w:r>
        <w:tab/>
        <w:t>3.038e0</w:t>
      </w:r>
    </w:p>
    <w:p w:rsidR="006974AE" w:rsidRDefault="006974AE" w:rsidP="006974AE">
      <w:r>
        <w:t>429.3754</w:t>
      </w:r>
      <w:r>
        <w:tab/>
        <w:t>2.025e0</w:t>
      </w:r>
    </w:p>
    <w:p w:rsidR="006974AE" w:rsidRDefault="006974AE" w:rsidP="006974AE">
      <w:r>
        <w:t>429.3795</w:t>
      </w:r>
      <w:r>
        <w:tab/>
        <w:t>1.013e0</w:t>
      </w:r>
    </w:p>
    <w:p w:rsidR="006974AE" w:rsidRDefault="006974AE" w:rsidP="006974AE">
      <w:r>
        <w:lastRenderedPageBreak/>
        <w:t>429.3855</w:t>
      </w:r>
      <w:r>
        <w:tab/>
        <w:t>4.051e0</w:t>
      </w:r>
    </w:p>
    <w:p w:rsidR="006974AE" w:rsidRDefault="006974AE" w:rsidP="006974AE">
      <w:r>
        <w:t>429.4115</w:t>
      </w:r>
      <w:r>
        <w:tab/>
        <w:t>1.013e0</w:t>
      </w:r>
    </w:p>
    <w:p w:rsidR="006974AE" w:rsidRDefault="006974AE" w:rsidP="006974AE">
      <w:r>
        <w:t>429.4686</w:t>
      </w:r>
      <w:r>
        <w:tab/>
        <w:t>1.013e0</w:t>
      </w:r>
    </w:p>
    <w:p w:rsidR="006974AE" w:rsidRDefault="006974AE" w:rsidP="006974AE">
      <w:r>
        <w:t>429.5078</w:t>
      </w:r>
      <w:r>
        <w:tab/>
        <w:t>2.025e0</w:t>
      </w:r>
    </w:p>
    <w:p w:rsidR="006974AE" w:rsidRDefault="006974AE" w:rsidP="006974AE">
      <w:r>
        <w:t>429.5234</w:t>
      </w:r>
      <w:r>
        <w:tab/>
        <w:t>1.013e0</w:t>
      </w:r>
    </w:p>
    <w:p w:rsidR="006974AE" w:rsidRDefault="006974AE" w:rsidP="006974AE">
      <w:r>
        <w:t>429.5295</w:t>
      </w:r>
      <w:r>
        <w:tab/>
        <w:t>1.013e0</w:t>
      </w:r>
    </w:p>
    <w:p w:rsidR="006974AE" w:rsidRDefault="006974AE" w:rsidP="006974AE">
      <w:r>
        <w:t>429.5385</w:t>
      </w:r>
      <w:r>
        <w:tab/>
        <w:t>1.013e0</w:t>
      </w:r>
    </w:p>
    <w:p w:rsidR="006974AE" w:rsidRDefault="006974AE" w:rsidP="006974AE">
      <w:r>
        <w:t>429.5687</w:t>
      </w:r>
      <w:r>
        <w:tab/>
        <w:t>1.013e0</w:t>
      </w:r>
    </w:p>
    <w:p w:rsidR="006974AE" w:rsidRDefault="006974AE" w:rsidP="006974AE">
      <w:r>
        <w:t>429.5723</w:t>
      </w:r>
      <w:r>
        <w:tab/>
        <w:t>1.013e0</w:t>
      </w:r>
    </w:p>
    <w:p w:rsidR="006974AE" w:rsidRDefault="006974AE" w:rsidP="006974AE">
      <w:r>
        <w:t>429.5894</w:t>
      </w:r>
      <w:r>
        <w:tab/>
        <w:t>3.038e0</w:t>
      </w:r>
    </w:p>
    <w:p w:rsidR="006974AE" w:rsidRDefault="006974AE" w:rsidP="006974AE">
      <w:r>
        <w:t>429.6512</w:t>
      </w:r>
      <w:r>
        <w:tab/>
        <w:t>1.013e0</w:t>
      </w:r>
    </w:p>
    <w:p w:rsidR="006974AE" w:rsidRDefault="006974AE" w:rsidP="006974AE">
      <w:r>
        <w:t>429.6767</w:t>
      </w:r>
      <w:r>
        <w:tab/>
        <w:t>1.013e0</w:t>
      </w:r>
    </w:p>
    <w:p w:rsidR="006974AE" w:rsidRDefault="006974AE" w:rsidP="006974AE">
      <w:r>
        <w:t>429.7262</w:t>
      </w:r>
      <w:r>
        <w:tab/>
        <w:t>2.025e0</w:t>
      </w:r>
    </w:p>
    <w:p w:rsidR="006974AE" w:rsidRDefault="006974AE" w:rsidP="006974AE">
      <w:r>
        <w:t>429.7418</w:t>
      </w:r>
      <w:r>
        <w:tab/>
        <w:t>1.013e0</w:t>
      </w:r>
    </w:p>
    <w:p w:rsidR="006974AE" w:rsidRDefault="006974AE" w:rsidP="006974AE">
      <w:r>
        <w:t>429.7650</w:t>
      </w:r>
      <w:r>
        <w:tab/>
        <w:t>1.013e0</w:t>
      </w:r>
    </w:p>
    <w:p w:rsidR="006974AE" w:rsidRDefault="006974AE" w:rsidP="006974AE">
      <w:r>
        <w:t>429.7767</w:t>
      </w:r>
      <w:r>
        <w:tab/>
        <w:t>1.013e0</w:t>
      </w:r>
    </w:p>
    <w:p w:rsidR="006974AE" w:rsidRDefault="006974AE" w:rsidP="006974AE">
      <w:r>
        <w:t>429.7802</w:t>
      </w:r>
      <w:r>
        <w:tab/>
        <w:t>1.013e0</w:t>
      </w:r>
    </w:p>
    <w:p w:rsidR="006974AE" w:rsidRDefault="006974AE" w:rsidP="006974AE">
      <w:r>
        <w:t>429.8022</w:t>
      </w:r>
      <w:r>
        <w:tab/>
        <w:t>1.013e0</w:t>
      </w:r>
    </w:p>
    <w:p w:rsidR="006974AE" w:rsidRDefault="006974AE" w:rsidP="006974AE">
      <w:r>
        <w:t>429.8102</w:t>
      </w:r>
      <w:r>
        <w:tab/>
        <w:t>1.013e0</w:t>
      </w:r>
    </w:p>
    <w:p w:rsidR="006974AE" w:rsidRDefault="006974AE" w:rsidP="006974AE">
      <w:r>
        <w:lastRenderedPageBreak/>
        <w:t>429.8192</w:t>
      </w:r>
      <w:r>
        <w:tab/>
        <w:t>3.038e0</w:t>
      </w:r>
    </w:p>
    <w:p w:rsidR="006974AE" w:rsidRDefault="006974AE" w:rsidP="006974AE">
      <w:r>
        <w:t>429.8636</w:t>
      </w:r>
      <w:r>
        <w:tab/>
        <w:t>3.038e0</w:t>
      </w:r>
    </w:p>
    <w:p w:rsidR="006974AE" w:rsidRDefault="006974AE" w:rsidP="006974AE">
      <w:r>
        <w:t>429.8731</w:t>
      </w:r>
      <w:r>
        <w:tab/>
        <w:t>2.025e0</w:t>
      </w:r>
    </w:p>
    <w:p w:rsidR="006974AE" w:rsidRDefault="006974AE" w:rsidP="006974AE">
      <w:r>
        <w:t>429.8769</w:t>
      </w:r>
      <w:r>
        <w:tab/>
        <w:t>1.013e0</w:t>
      </w:r>
    </w:p>
    <w:p w:rsidR="006974AE" w:rsidRDefault="006974AE" w:rsidP="006974AE">
      <w:r>
        <w:t>429.9203</w:t>
      </w:r>
      <w:r>
        <w:tab/>
        <w:t>4.051e0</w:t>
      </w:r>
    </w:p>
    <w:p w:rsidR="006974AE" w:rsidRDefault="006974AE" w:rsidP="006974AE">
      <w:r>
        <w:t>429.9688</w:t>
      </w:r>
      <w:r>
        <w:tab/>
        <w:t>1.013e0</w:t>
      </w:r>
    </w:p>
    <w:p w:rsidR="006974AE" w:rsidRDefault="006974AE" w:rsidP="006974AE">
      <w:r>
        <w:t>429.9758</w:t>
      </w:r>
      <w:r>
        <w:tab/>
        <w:t>1.013e0</w:t>
      </w:r>
    </w:p>
    <w:p w:rsidR="006974AE" w:rsidRDefault="006974AE" w:rsidP="006974AE">
      <w:r>
        <w:t>429.9841</w:t>
      </w:r>
      <w:r>
        <w:tab/>
        <w:t>1.013e0</w:t>
      </w:r>
    </w:p>
    <w:p w:rsidR="006974AE" w:rsidRDefault="006974AE" w:rsidP="006974AE">
      <w:r>
        <w:t>430.0368</w:t>
      </w:r>
      <w:r>
        <w:tab/>
        <w:t>1.013e0</w:t>
      </w:r>
    </w:p>
    <w:p w:rsidR="006974AE" w:rsidRDefault="006974AE" w:rsidP="006974AE">
      <w:r>
        <w:t>430.0594</w:t>
      </w:r>
      <w:r>
        <w:tab/>
        <w:t>1.013e0</w:t>
      </w:r>
    </w:p>
    <w:p w:rsidR="006974AE" w:rsidRDefault="006974AE" w:rsidP="006974AE">
      <w:r>
        <w:t>430.0746</w:t>
      </w:r>
      <w:r>
        <w:tab/>
        <w:t>1.013e0</w:t>
      </w:r>
    </w:p>
    <w:p w:rsidR="006974AE" w:rsidRDefault="006974AE" w:rsidP="006974AE">
      <w:r>
        <w:t>430.0891</w:t>
      </w:r>
      <w:r>
        <w:tab/>
        <w:t>1.013e0</w:t>
      </w:r>
    </w:p>
    <w:p w:rsidR="006974AE" w:rsidRDefault="006974AE" w:rsidP="006974AE">
      <w:r>
        <w:t>430.1274</w:t>
      </w:r>
      <w:r>
        <w:tab/>
        <w:t>1.013e0</w:t>
      </w:r>
    </w:p>
    <w:p w:rsidR="006974AE" w:rsidRDefault="006974AE" w:rsidP="006974AE">
      <w:r>
        <w:t>430.1411</w:t>
      </w:r>
      <w:r>
        <w:tab/>
        <w:t>1.013e0</w:t>
      </w:r>
    </w:p>
    <w:p w:rsidR="006974AE" w:rsidRDefault="006974AE" w:rsidP="006974AE">
      <w:r>
        <w:t>430.1496</w:t>
      </w:r>
      <w:r>
        <w:tab/>
        <w:t>1.013e0</w:t>
      </w:r>
    </w:p>
    <w:p w:rsidR="006974AE" w:rsidRDefault="006974AE" w:rsidP="006974AE">
      <w:r>
        <w:t>430.1741</w:t>
      </w:r>
      <w:r>
        <w:tab/>
        <w:t>3.889e0</w:t>
      </w:r>
    </w:p>
    <w:p w:rsidR="006974AE" w:rsidRDefault="006974AE" w:rsidP="006974AE">
      <w:r>
        <w:t>430.1845</w:t>
      </w:r>
      <w:r>
        <w:tab/>
        <w:t>1.013e0</w:t>
      </w:r>
    </w:p>
    <w:p w:rsidR="006974AE" w:rsidRDefault="006974AE" w:rsidP="006974AE">
      <w:r>
        <w:t>430.1908</w:t>
      </w:r>
      <w:r>
        <w:tab/>
        <w:t>2.025e0</w:t>
      </w:r>
    </w:p>
    <w:p w:rsidR="006974AE" w:rsidRDefault="006974AE" w:rsidP="006974AE">
      <w:r>
        <w:t>430.2020</w:t>
      </w:r>
      <w:r>
        <w:tab/>
        <w:t>1.013e0</w:t>
      </w:r>
    </w:p>
    <w:p w:rsidR="006974AE" w:rsidRDefault="006974AE" w:rsidP="006974AE">
      <w:r>
        <w:lastRenderedPageBreak/>
        <w:t>430.2034</w:t>
      </w:r>
      <w:r>
        <w:tab/>
        <w:t>2.025e0</w:t>
      </w:r>
    </w:p>
    <w:p w:rsidR="006974AE" w:rsidRDefault="006974AE" w:rsidP="006974AE">
      <w:r>
        <w:t>430.2181</w:t>
      </w:r>
      <w:r>
        <w:tab/>
        <w:t>1.013e0</w:t>
      </w:r>
    </w:p>
    <w:p w:rsidR="006974AE" w:rsidRDefault="006974AE" w:rsidP="006974AE">
      <w:r>
        <w:t>430.2246</w:t>
      </w:r>
      <w:r>
        <w:tab/>
        <w:t>3.038e0</w:t>
      </w:r>
    </w:p>
    <w:p w:rsidR="006974AE" w:rsidRDefault="006974AE" w:rsidP="006974AE">
      <w:r>
        <w:t>430.2559</w:t>
      </w:r>
      <w:r>
        <w:tab/>
        <w:t>1.013e0</w:t>
      </w:r>
    </w:p>
    <w:p w:rsidR="006974AE" w:rsidRDefault="006974AE" w:rsidP="006974AE">
      <w:r>
        <w:t>430.2666</w:t>
      </w:r>
      <w:r>
        <w:tab/>
        <w:t>5.063e0</w:t>
      </w:r>
    </w:p>
    <w:p w:rsidR="006974AE" w:rsidRDefault="006974AE" w:rsidP="006974AE">
      <w:r>
        <w:t>430.2710</w:t>
      </w:r>
      <w:r>
        <w:tab/>
        <w:t>1.013e0</w:t>
      </w:r>
    </w:p>
    <w:p w:rsidR="006974AE" w:rsidRDefault="006974AE" w:rsidP="006974AE">
      <w:r>
        <w:t>430.2780</w:t>
      </w:r>
      <w:r>
        <w:tab/>
        <w:t>1.013e0</w:t>
      </w:r>
    </w:p>
    <w:p w:rsidR="006974AE" w:rsidRDefault="006974AE" w:rsidP="006974AE">
      <w:r>
        <w:t>430.2908</w:t>
      </w:r>
      <w:r>
        <w:tab/>
        <w:t>5.063e0</w:t>
      </w:r>
    </w:p>
    <w:p w:rsidR="006974AE" w:rsidRDefault="006974AE" w:rsidP="006974AE">
      <w:r>
        <w:t>430.2937</w:t>
      </w:r>
      <w:r>
        <w:tab/>
        <w:t>1.013e0</w:t>
      </w:r>
    </w:p>
    <w:p w:rsidR="006974AE" w:rsidRDefault="006974AE" w:rsidP="006974AE">
      <w:r>
        <w:t>430.2967</w:t>
      </w:r>
      <w:r>
        <w:tab/>
        <w:t>2.025e0</w:t>
      </w:r>
    </w:p>
    <w:p w:rsidR="006974AE" w:rsidRDefault="006974AE" w:rsidP="006974AE">
      <w:r>
        <w:t>430.3271</w:t>
      </w:r>
      <w:r>
        <w:tab/>
        <w:t>1.013e0</w:t>
      </w:r>
    </w:p>
    <w:p w:rsidR="006974AE" w:rsidRDefault="006974AE" w:rsidP="006974AE">
      <w:r>
        <w:t>430.3291</w:t>
      </w:r>
      <w:r>
        <w:tab/>
        <w:t>2.025e0</w:t>
      </w:r>
    </w:p>
    <w:p w:rsidR="006974AE" w:rsidRDefault="006974AE" w:rsidP="006974AE">
      <w:r>
        <w:t>430.3357</w:t>
      </w:r>
      <w:r>
        <w:tab/>
        <w:t>2.265e0</w:t>
      </w:r>
    </w:p>
    <w:p w:rsidR="006974AE" w:rsidRDefault="006974AE" w:rsidP="006974AE">
      <w:r>
        <w:t>430.3701</w:t>
      </w:r>
      <w:r>
        <w:tab/>
        <w:t>1.013e0</w:t>
      </w:r>
    </w:p>
    <w:p w:rsidR="006974AE" w:rsidRDefault="006974AE" w:rsidP="006974AE">
      <w:r>
        <w:t>430.3768</w:t>
      </w:r>
      <w:r>
        <w:tab/>
        <w:t>1.013e0</w:t>
      </w:r>
    </w:p>
    <w:p w:rsidR="006974AE" w:rsidRDefault="006974AE" w:rsidP="006974AE">
      <w:r>
        <w:t>430.3920</w:t>
      </w:r>
      <w:r>
        <w:tab/>
        <w:t>1.013e0</w:t>
      </w:r>
    </w:p>
    <w:p w:rsidR="006974AE" w:rsidRDefault="006974AE" w:rsidP="006974AE">
      <w:r>
        <w:t>430.4100</w:t>
      </w:r>
      <w:r>
        <w:tab/>
        <w:t>1.013e0</w:t>
      </w:r>
    </w:p>
    <w:p w:rsidR="006974AE" w:rsidRDefault="006974AE" w:rsidP="006974AE">
      <w:r>
        <w:t>430.4309</w:t>
      </w:r>
      <w:r>
        <w:tab/>
        <w:t>1.013e0</w:t>
      </w:r>
    </w:p>
    <w:p w:rsidR="006974AE" w:rsidRDefault="006974AE" w:rsidP="006974AE">
      <w:r>
        <w:t>430.4373</w:t>
      </w:r>
      <w:r>
        <w:tab/>
        <w:t>1.013e0</w:t>
      </w:r>
    </w:p>
    <w:p w:rsidR="006974AE" w:rsidRDefault="006974AE" w:rsidP="006974AE">
      <w:r>
        <w:lastRenderedPageBreak/>
        <w:t>430.4670</w:t>
      </w:r>
      <w:r>
        <w:tab/>
        <w:t>3.038e0</w:t>
      </w:r>
    </w:p>
    <w:p w:rsidR="006974AE" w:rsidRDefault="006974AE" w:rsidP="006974AE">
      <w:r>
        <w:t>430.4923</w:t>
      </w:r>
      <w:r>
        <w:tab/>
        <w:t>1.013e0</w:t>
      </w:r>
    </w:p>
    <w:p w:rsidR="006974AE" w:rsidRDefault="006974AE" w:rsidP="006974AE">
      <w:r>
        <w:t>430.5095</w:t>
      </w:r>
      <w:r>
        <w:tab/>
        <w:t>1.013e0</w:t>
      </w:r>
    </w:p>
    <w:p w:rsidR="006974AE" w:rsidRDefault="006974AE" w:rsidP="006974AE">
      <w:r>
        <w:t>430.5127</w:t>
      </w:r>
      <w:r>
        <w:tab/>
        <w:t>4.051e0</w:t>
      </w:r>
    </w:p>
    <w:p w:rsidR="006974AE" w:rsidRDefault="006974AE" w:rsidP="006974AE">
      <w:r>
        <w:t>430.5205</w:t>
      </w:r>
      <w:r>
        <w:tab/>
        <w:t>1.013e0</w:t>
      </w:r>
    </w:p>
    <w:p w:rsidR="006974AE" w:rsidRDefault="006974AE" w:rsidP="006974AE">
      <w:r>
        <w:t>430.5739</w:t>
      </w:r>
      <w:r>
        <w:tab/>
        <w:t>2.025e0</w:t>
      </w:r>
    </w:p>
    <w:p w:rsidR="006974AE" w:rsidRDefault="006974AE" w:rsidP="006974AE">
      <w:r>
        <w:t>430.5885</w:t>
      </w:r>
      <w:r>
        <w:tab/>
        <w:t>1.013e0</w:t>
      </w:r>
    </w:p>
    <w:p w:rsidR="006974AE" w:rsidRDefault="006974AE" w:rsidP="006974AE">
      <w:r>
        <w:t>430.6139</w:t>
      </w:r>
      <w:r>
        <w:tab/>
        <w:t>1.013e0</w:t>
      </w:r>
    </w:p>
    <w:p w:rsidR="006974AE" w:rsidRDefault="006974AE" w:rsidP="006974AE">
      <w:r>
        <w:t>430.6258</w:t>
      </w:r>
      <w:r>
        <w:tab/>
        <w:t>1.013e0</w:t>
      </w:r>
    </w:p>
    <w:p w:rsidR="006974AE" w:rsidRDefault="006974AE" w:rsidP="006974AE">
      <w:r>
        <w:t>430.6287</w:t>
      </w:r>
      <w:r>
        <w:tab/>
        <w:t>4.051e0</w:t>
      </w:r>
    </w:p>
    <w:p w:rsidR="006974AE" w:rsidRDefault="006974AE" w:rsidP="006974AE">
      <w:r>
        <w:t>430.6650</w:t>
      </w:r>
      <w:r>
        <w:tab/>
        <w:t>2.025e0</w:t>
      </w:r>
    </w:p>
    <w:p w:rsidR="006974AE" w:rsidRDefault="006974AE" w:rsidP="006974AE">
      <w:r>
        <w:t>430.7019</w:t>
      </w:r>
      <w:r>
        <w:tab/>
        <w:t>2.025e0</w:t>
      </w:r>
    </w:p>
    <w:p w:rsidR="006974AE" w:rsidRDefault="006974AE" w:rsidP="006974AE">
      <w:r>
        <w:t>430.7231</w:t>
      </w:r>
      <w:r>
        <w:tab/>
        <w:t>2.025e0</w:t>
      </w:r>
    </w:p>
    <w:p w:rsidR="006974AE" w:rsidRDefault="006974AE" w:rsidP="006974AE">
      <w:r>
        <w:t>430.7287</w:t>
      </w:r>
      <w:r>
        <w:tab/>
        <w:t>2.025e0</w:t>
      </w:r>
    </w:p>
    <w:p w:rsidR="006974AE" w:rsidRDefault="006974AE" w:rsidP="006974AE">
      <w:r>
        <w:t>430.7393</w:t>
      </w:r>
      <w:r>
        <w:tab/>
        <w:t>1.013e0</w:t>
      </w:r>
    </w:p>
    <w:p w:rsidR="006974AE" w:rsidRDefault="006974AE" w:rsidP="006974AE">
      <w:r>
        <w:t>430.7567</w:t>
      </w:r>
      <w:r>
        <w:tab/>
        <w:t>2.025e0</w:t>
      </w:r>
    </w:p>
    <w:p w:rsidR="006974AE" w:rsidRDefault="006974AE" w:rsidP="006974AE">
      <w:r>
        <w:t>430.8001</w:t>
      </w:r>
      <w:r>
        <w:tab/>
        <w:t>2.025e0</w:t>
      </w:r>
    </w:p>
    <w:p w:rsidR="006974AE" w:rsidRDefault="006974AE" w:rsidP="006974AE">
      <w:r>
        <w:t>430.8230</w:t>
      </w:r>
      <w:r>
        <w:tab/>
        <w:t>1.013e0</w:t>
      </w:r>
    </w:p>
    <w:p w:rsidR="006974AE" w:rsidRDefault="006974AE" w:rsidP="006974AE">
      <w:r>
        <w:t>430.8566</w:t>
      </w:r>
      <w:r>
        <w:tab/>
        <w:t>1.013e0</w:t>
      </w:r>
    </w:p>
    <w:p w:rsidR="006974AE" w:rsidRDefault="006974AE" w:rsidP="006974AE">
      <w:r>
        <w:lastRenderedPageBreak/>
        <w:t>430.8750</w:t>
      </w:r>
      <w:r>
        <w:tab/>
        <w:t>1.013e0</w:t>
      </w:r>
    </w:p>
    <w:p w:rsidR="006974AE" w:rsidRDefault="006974AE" w:rsidP="006974AE">
      <w:r>
        <w:t>430.8787</w:t>
      </w:r>
      <w:r>
        <w:tab/>
        <w:t>1.013e0</w:t>
      </w:r>
    </w:p>
    <w:p w:rsidR="006974AE" w:rsidRDefault="006974AE" w:rsidP="006974AE">
      <w:r>
        <w:t>430.9017</w:t>
      </w:r>
      <w:r>
        <w:tab/>
        <w:t>2.025e0</w:t>
      </w:r>
    </w:p>
    <w:p w:rsidR="006974AE" w:rsidRDefault="006974AE" w:rsidP="006974AE">
      <w:r>
        <w:t>430.9436</w:t>
      </w:r>
      <w:r>
        <w:tab/>
        <w:t>2.025e0</w:t>
      </w:r>
    </w:p>
    <w:p w:rsidR="006974AE" w:rsidRDefault="006974AE" w:rsidP="006974AE">
      <w:r>
        <w:t>430.9787</w:t>
      </w:r>
      <w:r>
        <w:tab/>
        <w:t>1.013e0</w:t>
      </w:r>
    </w:p>
    <w:p w:rsidR="006974AE" w:rsidRDefault="006974AE" w:rsidP="006974AE">
      <w:r>
        <w:t>430.9819</w:t>
      </w:r>
      <w:r>
        <w:tab/>
        <w:t>2.025e0</w:t>
      </w:r>
    </w:p>
    <w:p w:rsidR="006974AE" w:rsidRDefault="006974AE" w:rsidP="006974AE">
      <w:r>
        <w:t>430.9890</w:t>
      </w:r>
      <w:r>
        <w:tab/>
        <w:t>4.051e0</w:t>
      </w:r>
    </w:p>
    <w:p w:rsidR="006974AE" w:rsidRDefault="006974AE" w:rsidP="006974AE">
      <w:r>
        <w:t>430.9968</w:t>
      </w:r>
      <w:r>
        <w:tab/>
        <w:t>1.013e0</w:t>
      </w:r>
    </w:p>
    <w:p w:rsidR="006974AE" w:rsidRDefault="006974AE" w:rsidP="006974AE">
      <w:r>
        <w:t>431.0139</w:t>
      </w:r>
      <w:r>
        <w:tab/>
        <w:t>3.038e0</w:t>
      </w:r>
    </w:p>
    <w:p w:rsidR="006974AE" w:rsidRDefault="006974AE" w:rsidP="006974AE">
      <w:r>
        <w:t>431.0715</w:t>
      </w:r>
      <w:r>
        <w:tab/>
        <w:t>4.051e0</w:t>
      </w:r>
    </w:p>
    <w:p w:rsidR="006974AE" w:rsidRDefault="006974AE" w:rsidP="006974AE">
      <w:r>
        <w:t>431.0789</w:t>
      </w:r>
      <w:r>
        <w:tab/>
        <w:t>2.025e0</w:t>
      </w:r>
    </w:p>
    <w:p w:rsidR="006974AE" w:rsidRDefault="006974AE" w:rsidP="006974AE">
      <w:r>
        <w:t>431.0967</w:t>
      </w:r>
      <w:r>
        <w:tab/>
        <w:t>2.025e0</w:t>
      </w:r>
    </w:p>
    <w:p w:rsidR="006974AE" w:rsidRDefault="006974AE" w:rsidP="006974AE">
      <w:r>
        <w:t>431.1177</w:t>
      </w:r>
      <w:r>
        <w:tab/>
        <w:t>1.013e0</w:t>
      </w:r>
    </w:p>
    <w:p w:rsidR="006974AE" w:rsidRDefault="006974AE" w:rsidP="006974AE">
      <w:r>
        <w:t>431.1485</w:t>
      </w:r>
      <w:r>
        <w:tab/>
        <w:t>1.013e0</w:t>
      </w:r>
    </w:p>
    <w:p w:rsidR="006974AE" w:rsidRDefault="006974AE" w:rsidP="006974AE">
      <w:r>
        <w:t>431.1601</w:t>
      </w:r>
      <w:r>
        <w:tab/>
        <w:t>1.441e1</w:t>
      </w:r>
    </w:p>
    <w:p w:rsidR="006974AE" w:rsidRDefault="006974AE" w:rsidP="006974AE">
      <w:r>
        <w:t>431.1642</w:t>
      </w:r>
      <w:r>
        <w:tab/>
        <w:t>6.076e0</w:t>
      </w:r>
    </w:p>
    <w:p w:rsidR="006974AE" w:rsidRDefault="006974AE" w:rsidP="006974AE">
      <w:r>
        <w:t>431.1669</w:t>
      </w:r>
      <w:r>
        <w:tab/>
        <w:t>1.519e1</w:t>
      </w:r>
    </w:p>
    <w:p w:rsidR="006974AE" w:rsidRDefault="006974AE" w:rsidP="006974AE">
      <w:r>
        <w:t>431.1719</w:t>
      </w:r>
      <w:r>
        <w:tab/>
        <w:t>1.722e1</w:t>
      </w:r>
    </w:p>
    <w:p w:rsidR="006974AE" w:rsidRDefault="006974AE" w:rsidP="006974AE">
      <w:r>
        <w:t>431.1785</w:t>
      </w:r>
      <w:r>
        <w:tab/>
        <w:t>9.468e0</w:t>
      </w:r>
    </w:p>
    <w:p w:rsidR="006974AE" w:rsidRDefault="006974AE" w:rsidP="006974AE">
      <w:r>
        <w:lastRenderedPageBreak/>
        <w:t>431.1835</w:t>
      </w:r>
      <w:r>
        <w:tab/>
        <w:t>1.705e1</w:t>
      </w:r>
    </w:p>
    <w:p w:rsidR="006974AE" w:rsidRDefault="006974AE" w:rsidP="006974AE">
      <w:r>
        <w:t>431.2232</w:t>
      </w:r>
      <w:r>
        <w:tab/>
        <w:t>2.025e0</w:t>
      </w:r>
    </w:p>
    <w:p w:rsidR="006974AE" w:rsidRDefault="006974AE" w:rsidP="006974AE">
      <w:r>
        <w:t>431.2435</w:t>
      </w:r>
      <w:r>
        <w:tab/>
        <w:t>1.013e0</w:t>
      </w:r>
    </w:p>
    <w:p w:rsidR="006974AE" w:rsidRDefault="006974AE" w:rsidP="006974AE">
      <w:r>
        <w:t>431.2548</w:t>
      </w:r>
      <w:r>
        <w:tab/>
        <w:t>5.063e0</w:t>
      </w:r>
    </w:p>
    <w:p w:rsidR="006974AE" w:rsidRDefault="006974AE" w:rsidP="006974AE">
      <w:r>
        <w:t>431.2648</w:t>
      </w:r>
      <w:r>
        <w:tab/>
        <w:t>2.025e0</w:t>
      </w:r>
    </w:p>
    <w:p w:rsidR="006974AE" w:rsidRDefault="006974AE" w:rsidP="006974AE">
      <w:r>
        <w:t>431.2994</w:t>
      </w:r>
      <w:r>
        <w:tab/>
        <w:t>1.013e0</w:t>
      </w:r>
    </w:p>
    <w:p w:rsidR="006974AE" w:rsidRDefault="006974AE" w:rsidP="006974AE">
      <w:r>
        <w:t>431.3043</w:t>
      </w:r>
      <w:r>
        <w:tab/>
        <w:t>1.013e0</w:t>
      </w:r>
    </w:p>
    <w:p w:rsidR="006974AE" w:rsidRDefault="006974AE" w:rsidP="006974AE">
      <w:r>
        <w:t>431.3100</w:t>
      </w:r>
      <w:r>
        <w:tab/>
        <w:t>2.025e0</w:t>
      </w:r>
    </w:p>
    <w:p w:rsidR="006974AE" w:rsidRDefault="006974AE" w:rsidP="006974AE">
      <w:r>
        <w:t>431.3129</w:t>
      </w:r>
      <w:r>
        <w:tab/>
        <w:t>2.025e0</w:t>
      </w:r>
    </w:p>
    <w:p w:rsidR="006974AE" w:rsidRDefault="006974AE" w:rsidP="006974AE">
      <w:r>
        <w:t>431.3297</w:t>
      </w:r>
      <w:r>
        <w:tab/>
        <w:t>1.013e0</w:t>
      </w:r>
    </w:p>
    <w:p w:rsidR="006974AE" w:rsidRDefault="006974AE" w:rsidP="006974AE">
      <w:r>
        <w:t>431.3331</w:t>
      </w:r>
      <w:r>
        <w:tab/>
        <w:t>3.038e0</w:t>
      </w:r>
    </w:p>
    <w:p w:rsidR="006974AE" w:rsidRDefault="006974AE" w:rsidP="006974AE">
      <w:r>
        <w:t>431.3864</w:t>
      </w:r>
      <w:r>
        <w:tab/>
        <w:t>2.025e0</w:t>
      </w:r>
    </w:p>
    <w:p w:rsidR="006974AE" w:rsidRDefault="006974AE" w:rsidP="006974AE">
      <w:r>
        <w:t>431.3969</w:t>
      </w:r>
      <w:r>
        <w:tab/>
        <w:t>2.025e0</w:t>
      </w:r>
    </w:p>
    <w:p w:rsidR="006974AE" w:rsidRDefault="006974AE" w:rsidP="006974AE">
      <w:r>
        <w:t>431.4206</w:t>
      </w:r>
      <w:r>
        <w:tab/>
        <w:t>1.013e0</w:t>
      </w:r>
    </w:p>
    <w:p w:rsidR="006974AE" w:rsidRDefault="006974AE" w:rsidP="006974AE">
      <w:r>
        <w:t>431.4249</w:t>
      </w:r>
      <w:r>
        <w:tab/>
        <w:t>3.038e0</w:t>
      </w:r>
    </w:p>
    <w:p w:rsidR="006974AE" w:rsidRDefault="006974AE" w:rsidP="006974AE">
      <w:r>
        <w:t>431.4969</w:t>
      </w:r>
      <w:r>
        <w:tab/>
        <w:t>1.013e0</w:t>
      </w:r>
    </w:p>
    <w:p w:rsidR="006974AE" w:rsidRDefault="006974AE" w:rsidP="006974AE">
      <w:r>
        <w:t>431.5293</w:t>
      </w:r>
      <w:r>
        <w:tab/>
        <w:t>1.013e0</w:t>
      </w:r>
    </w:p>
    <w:p w:rsidR="006974AE" w:rsidRDefault="006974AE" w:rsidP="006974AE">
      <w:r>
        <w:t>431.5343</w:t>
      </w:r>
      <w:r>
        <w:tab/>
        <w:t>1.013e0</w:t>
      </w:r>
    </w:p>
    <w:p w:rsidR="006974AE" w:rsidRDefault="006974AE" w:rsidP="006974AE">
      <w:r>
        <w:t>431.5533</w:t>
      </w:r>
      <w:r>
        <w:tab/>
        <w:t>2.025e0</w:t>
      </w:r>
    </w:p>
    <w:p w:rsidR="006974AE" w:rsidRDefault="006974AE" w:rsidP="006974AE">
      <w:r>
        <w:lastRenderedPageBreak/>
        <w:t>431.5727</w:t>
      </w:r>
      <w:r>
        <w:tab/>
        <w:t>1.013e0</w:t>
      </w:r>
    </w:p>
    <w:p w:rsidR="006974AE" w:rsidRDefault="006974AE" w:rsidP="006974AE">
      <w:r>
        <w:t>431.6724</w:t>
      </w:r>
      <w:r>
        <w:tab/>
        <w:t>1.013e0</w:t>
      </w:r>
    </w:p>
    <w:p w:rsidR="006974AE" w:rsidRDefault="006974AE" w:rsidP="006974AE">
      <w:r>
        <w:t>431.6755</w:t>
      </w:r>
      <w:r>
        <w:tab/>
        <w:t>1.418e1</w:t>
      </w:r>
    </w:p>
    <w:p w:rsidR="006974AE" w:rsidRDefault="006974AE" w:rsidP="006974AE">
      <w:r>
        <w:t>431.6766</w:t>
      </w:r>
      <w:r>
        <w:tab/>
        <w:t>8.101e0</w:t>
      </w:r>
    </w:p>
    <w:p w:rsidR="006974AE" w:rsidRDefault="006974AE" w:rsidP="006974AE">
      <w:r>
        <w:t>431.6793</w:t>
      </w:r>
      <w:r>
        <w:tab/>
        <w:t>1.981e1</w:t>
      </w:r>
    </w:p>
    <w:p w:rsidR="006974AE" w:rsidRDefault="006974AE" w:rsidP="006974AE">
      <w:r>
        <w:t>431.6809</w:t>
      </w:r>
      <w:r>
        <w:tab/>
        <w:t>1.093e1</w:t>
      </w:r>
    </w:p>
    <w:p w:rsidR="006974AE" w:rsidRDefault="006974AE" w:rsidP="006974AE">
      <w:r>
        <w:t>431.7338</w:t>
      </w:r>
      <w:r>
        <w:tab/>
        <w:t>1.013e0</w:t>
      </w:r>
    </w:p>
    <w:p w:rsidR="006974AE" w:rsidRDefault="006974AE" w:rsidP="006974AE">
      <w:r>
        <w:t>431.7602</w:t>
      </w:r>
      <w:r>
        <w:tab/>
        <w:t>2.025e0</w:t>
      </w:r>
    </w:p>
    <w:p w:rsidR="006974AE" w:rsidRDefault="006974AE" w:rsidP="006974AE">
      <w:r>
        <w:t>431.7910</w:t>
      </w:r>
      <w:r>
        <w:tab/>
        <w:t>1.013e0</w:t>
      </w:r>
    </w:p>
    <w:p w:rsidR="006974AE" w:rsidRDefault="006974AE" w:rsidP="006974AE">
      <w:r>
        <w:t>431.8304</w:t>
      </w:r>
      <w:r>
        <w:tab/>
        <w:t>1.013e0</w:t>
      </w:r>
    </w:p>
    <w:p w:rsidR="006974AE" w:rsidRDefault="006974AE" w:rsidP="006974AE">
      <w:r>
        <w:t>431.8537</w:t>
      </w:r>
      <w:r>
        <w:tab/>
        <w:t>2.025e0</w:t>
      </w:r>
    </w:p>
    <w:p w:rsidR="006974AE" w:rsidRDefault="006974AE" w:rsidP="006974AE">
      <w:r>
        <w:t>431.9209</w:t>
      </w:r>
      <w:r>
        <w:tab/>
        <w:t>1.013e0</w:t>
      </w:r>
    </w:p>
    <w:p w:rsidR="006974AE" w:rsidRDefault="006974AE" w:rsidP="006974AE">
      <w:r>
        <w:t>431.9290</w:t>
      </w:r>
      <w:r>
        <w:tab/>
        <w:t>1.013e0</w:t>
      </w:r>
    </w:p>
    <w:p w:rsidR="006974AE" w:rsidRDefault="006974AE" w:rsidP="006974AE">
      <w:r>
        <w:t>431.9437</w:t>
      </w:r>
      <w:r>
        <w:tab/>
        <w:t>1.013e0</w:t>
      </w:r>
    </w:p>
    <w:p w:rsidR="006974AE" w:rsidRDefault="006974AE" w:rsidP="006974AE">
      <w:r>
        <w:t>431.9556</w:t>
      </w:r>
      <w:r>
        <w:tab/>
        <w:t>1.013e0</w:t>
      </w:r>
    </w:p>
    <w:p w:rsidR="006974AE" w:rsidRDefault="006974AE" w:rsidP="006974AE">
      <w:r>
        <w:t>431.9664</w:t>
      </w:r>
      <w:r>
        <w:tab/>
        <w:t>2.025e0</w:t>
      </w:r>
    </w:p>
    <w:p w:rsidR="006974AE" w:rsidRDefault="006974AE" w:rsidP="006974AE">
      <w:r>
        <w:t>431.9730</w:t>
      </w:r>
      <w:r>
        <w:tab/>
        <w:t>1.013e0</w:t>
      </w:r>
    </w:p>
    <w:p w:rsidR="006974AE" w:rsidRDefault="006974AE" w:rsidP="006974AE">
      <w:r>
        <w:t>431.9745</w:t>
      </w:r>
      <w:r>
        <w:tab/>
        <w:t>2.025e0</w:t>
      </w:r>
    </w:p>
    <w:p w:rsidR="006974AE" w:rsidRDefault="006974AE" w:rsidP="006974AE">
      <w:r>
        <w:t>431.9816</w:t>
      </w:r>
      <w:r>
        <w:tab/>
        <w:t>1.013e0</w:t>
      </w:r>
    </w:p>
    <w:p w:rsidR="006974AE" w:rsidRDefault="006974AE" w:rsidP="006974AE">
      <w:r>
        <w:lastRenderedPageBreak/>
        <w:t>431.9926</w:t>
      </w:r>
      <w:r>
        <w:tab/>
        <w:t>3.038e0</w:t>
      </w:r>
    </w:p>
    <w:p w:rsidR="006974AE" w:rsidRDefault="006974AE" w:rsidP="006974AE">
      <w:r>
        <w:t>431.9986</w:t>
      </w:r>
      <w:r>
        <w:tab/>
        <w:t>1.013e0</w:t>
      </w:r>
    </w:p>
    <w:p w:rsidR="006974AE" w:rsidRDefault="006974AE" w:rsidP="006974AE">
      <w:r>
        <w:t>432.0043</w:t>
      </w:r>
      <w:r>
        <w:tab/>
        <w:t>1.013e0</w:t>
      </w:r>
    </w:p>
    <w:p w:rsidR="006974AE" w:rsidRDefault="006974AE" w:rsidP="006974AE">
      <w:r>
        <w:t>432.0773</w:t>
      </w:r>
      <w:r>
        <w:tab/>
        <w:t>1.013e0</w:t>
      </w:r>
    </w:p>
    <w:p w:rsidR="006974AE" w:rsidRDefault="006974AE" w:rsidP="006974AE">
      <w:r>
        <w:t>432.0878</w:t>
      </w:r>
      <w:r>
        <w:tab/>
        <w:t>1.013e0</w:t>
      </w:r>
    </w:p>
    <w:p w:rsidR="006974AE" w:rsidRDefault="006974AE" w:rsidP="006974AE">
      <w:r>
        <w:t>432.0953</w:t>
      </w:r>
      <w:r>
        <w:tab/>
        <w:t>1.013e0</w:t>
      </w:r>
    </w:p>
    <w:p w:rsidR="006974AE" w:rsidRDefault="006974AE" w:rsidP="006974AE">
      <w:r>
        <w:t>432.1485</w:t>
      </w:r>
      <w:r>
        <w:tab/>
        <w:t>1.013e0</w:t>
      </w:r>
    </w:p>
    <w:p w:rsidR="006974AE" w:rsidRDefault="006974AE" w:rsidP="006974AE">
      <w:r>
        <w:t>432.1517</w:t>
      </w:r>
      <w:r>
        <w:tab/>
        <w:t>2.795e0</w:t>
      </w:r>
    </w:p>
    <w:p w:rsidR="006974AE" w:rsidRDefault="006974AE" w:rsidP="006974AE">
      <w:r>
        <w:t>432.1605</w:t>
      </w:r>
      <w:r>
        <w:tab/>
        <w:t>5.063e0</w:t>
      </w:r>
    </w:p>
    <w:p w:rsidR="006974AE" w:rsidRDefault="006974AE" w:rsidP="006974AE">
      <w:r>
        <w:t>432.1688</w:t>
      </w:r>
      <w:r>
        <w:tab/>
        <w:t>3.038e0</w:t>
      </w:r>
    </w:p>
    <w:p w:rsidR="006974AE" w:rsidRDefault="006974AE" w:rsidP="006974AE">
      <w:r>
        <w:t>432.1705</w:t>
      </w:r>
      <w:r>
        <w:tab/>
        <w:t>6.076e0</w:t>
      </w:r>
    </w:p>
    <w:p w:rsidR="006974AE" w:rsidRDefault="006974AE" w:rsidP="006974AE">
      <w:r>
        <w:t>432.1761</w:t>
      </w:r>
      <w:r>
        <w:tab/>
        <w:t>4.051e0</w:t>
      </w:r>
    </w:p>
    <w:p w:rsidR="006974AE" w:rsidRDefault="006974AE" w:rsidP="006974AE">
      <w:r>
        <w:t>432.1982</w:t>
      </w:r>
      <w:r>
        <w:tab/>
        <w:t>7.048e0</w:t>
      </w:r>
    </w:p>
    <w:p w:rsidR="006974AE" w:rsidRDefault="006974AE" w:rsidP="006974AE">
      <w:r>
        <w:t>432.2143</w:t>
      </w:r>
      <w:r>
        <w:tab/>
        <w:t>2.025e0</w:t>
      </w:r>
    </w:p>
    <w:p w:rsidR="006974AE" w:rsidRDefault="006974AE" w:rsidP="006974AE">
      <w:r>
        <w:t>432.2320</w:t>
      </w:r>
      <w:r>
        <w:tab/>
        <w:t>1.013e0</w:t>
      </w:r>
    </w:p>
    <w:p w:rsidR="006974AE" w:rsidRDefault="006974AE" w:rsidP="006974AE">
      <w:r>
        <w:t>432.2492</w:t>
      </w:r>
      <w:r>
        <w:tab/>
        <w:t>3.038e0</w:t>
      </w:r>
    </w:p>
    <w:p w:rsidR="006974AE" w:rsidRDefault="006974AE" w:rsidP="006974AE">
      <w:r>
        <w:t>432.2588</w:t>
      </w:r>
      <w:r>
        <w:tab/>
        <w:t>5.764e0</w:t>
      </w:r>
    </w:p>
    <w:p w:rsidR="006974AE" w:rsidRDefault="006974AE" w:rsidP="006974AE">
      <w:r>
        <w:t>432.2633</w:t>
      </w:r>
      <w:r>
        <w:tab/>
        <w:t>1.013e0</w:t>
      </w:r>
    </w:p>
    <w:p w:rsidR="006974AE" w:rsidRDefault="006974AE" w:rsidP="006974AE">
      <w:r>
        <w:t>432.2799</w:t>
      </w:r>
      <w:r>
        <w:tab/>
        <w:t>7.089e0</w:t>
      </w:r>
    </w:p>
    <w:p w:rsidR="006974AE" w:rsidRDefault="006974AE" w:rsidP="006974AE">
      <w:r>
        <w:lastRenderedPageBreak/>
        <w:t>432.2827</w:t>
      </w:r>
      <w:r>
        <w:tab/>
        <w:t>6.076e0</w:t>
      </w:r>
    </w:p>
    <w:p w:rsidR="006974AE" w:rsidRDefault="006974AE" w:rsidP="006974AE">
      <w:r>
        <w:t>432.2865</w:t>
      </w:r>
      <w:r>
        <w:tab/>
        <w:t>5.063e0</w:t>
      </w:r>
    </w:p>
    <w:p w:rsidR="006974AE" w:rsidRDefault="006974AE" w:rsidP="006974AE">
      <w:r>
        <w:t>432.2992</w:t>
      </w:r>
      <w:r>
        <w:tab/>
        <w:t>1.013e0</w:t>
      </w:r>
    </w:p>
    <w:p w:rsidR="006974AE" w:rsidRDefault="006974AE" w:rsidP="006974AE">
      <w:r>
        <w:t>432.3217</w:t>
      </w:r>
      <w:r>
        <w:tab/>
        <w:t>3.038e0</w:t>
      </w:r>
    </w:p>
    <w:p w:rsidR="006974AE" w:rsidRDefault="006974AE" w:rsidP="006974AE">
      <w:r>
        <w:t>432.3691</w:t>
      </w:r>
      <w:r>
        <w:tab/>
        <w:t>1.013e0</w:t>
      </w:r>
    </w:p>
    <w:p w:rsidR="006974AE" w:rsidRDefault="006974AE" w:rsidP="006974AE">
      <w:r>
        <w:t>432.3809</w:t>
      </w:r>
      <w:r>
        <w:tab/>
        <w:t>1.013e0</w:t>
      </w:r>
    </w:p>
    <w:p w:rsidR="006974AE" w:rsidRDefault="006974AE" w:rsidP="006974AE">
      <w:r>
        <w:t>432.3868</w:t>
      </w:r>
      <w:r>
        <w:tab/>
        <w:t>3.038e0</w:t>
      </w:r>
    </w:p>
    <w:p w:rsidR="006974AE" w:rsidRDefault="006974AE" w:rsidP="006974AE">
      <w:r>
        <w:t>432.4029</w:t>
      </w:r>
      <w:r>
        <w:tab/>
        <w:t>2.025e0</w:t>
      </w:r>
    </w:p>
    <w:p w:rsidR="006974AE" w:rsidRDefault="006974AE" w:rsidP="006974AE">
      <w:r>
        <w:t>432.4132</w:t>
      </w:r>
      <w:r>
        <w:tab/>
        <w:t>2.025e0</w:t>
      </w:r>
    </w:p>
    <w:p w:rsidR="006974AE" w:rsidRDefault="006974AE" w:rsidP="006974AE">
      <w:r>
        <w:t>432.4245</w:t>
      </w:r>
      <w:r>
        <w:tab/>
        <w:t>1.013e0</w:t>
      </w:r>
    </w:p>
    <w:p w:rsidR="006974AE" w:rsidRDefault="006974AE" w:rsidP="006974AE">
      <w:r>
        <w:t>432.4293</w:t>
      </w:r>
      <w:r>
        <w:tab/>
        <w:t>1.013e0</w:t>
      </w:r>
    </w:p>
    <w:p w:rsidR="006974AE" w:rsidRDefault="006974AE" w:rsidP="006974AE">
      <w:r>
        <w:t>432.4374</w:t>
      </w:r>
      <w:r>
        <w:tab/>
        <w:t>1.013e0</w:t>
      </w:r>
    </w:p>
    <w:p w:rsidR="006974AE" w:rsidRDefault="006974AE" w:rsidP="006974AE">
      <w:r>
        <w:t>432.4423</w:t>
      </w:r>
      <w:r>
        <w:tab/>
        <w:t>1.013e0</w:t>
      </w:r>
    </w:p>
    <w:p w:rsidR="006974AE" w:rsidRDefault="006974AE" w:rsidP="006974AE">
      <w:r>
        <w:t>432.4854</w:t>
      </w:r>
      <w:r>
        <w:tab/>
        <w:t>1.013e0</w:t>
      </w:r>
    </w:p>
    <w:p w:rsidR="006974AE" w:rsidRDefault="006974AE" w:rsidP="006974AE">
      <w:r>
        <w:t>432.4906</w:t>
      </w:r>
      <w:r>
        <w:tab/>
        <w:t>1.013e0</w:t>
      </w:r>
    </w:p>
    <w:p w:rsidR="006974AE" w:rsidRDefault="006974AE" w:rsidP="006974AE">
      <w:r>
        <w:t>432.4937</w:t>
      </w:r>
      <w:r>
        <w:tab/>
        <w:t>2.025e0</w:t>
      </w:r>
    </w:p>
    <w:p w:rsidR="006974AE" w:rsidRDefault="006974AE" w:rsidP="006974AE">
      <w:r>
        <w:t>432.5241</w:t>
      </w:r>
      <w:r>
        <w:tab/>
        <w:t>1.013e0</w:t>
      </w:r>
    </w:p>
    <w:p w:rsidR="006974AE" w:rsidRDefault="006974AE" w:rsidP="006974AE">
      <w:r>
        <w:t>432.5280</w:t>
      </w:r>
      <w:r>
        <w:tab/>
        <w:t>1.013e0</w:t>
      </w:r>
    </w:p>
    <w:p w:rsidR="006974AE" w:rsidRDefault="006974AE" w:rsidP="006974AE">
      <w:r>
        <w:t>432.5513</w:t>
      </w:r>
      <w:r>
        <w:tab/>
        <w:t>1.013e0</w:t>
      </w:r>
    </w:p>
    <w:p w:rsidR="006974AE" w:rsidRDefault="006974AE" w:rsidP="006974AE">
      <w:r>
        <w:lastRenderedPageBreak/>
        <w:t>432.5817</w:t>
      </w:r>
      <w:r>
        <w:tab/>
        <w:t>1.013e0</w:t>
      </w:r>
    </w:p>
    <w:p w:rsidR="006974AE" w:rsidRDefault="006974AE" w:rsidP="006974AE">
      <w:r>
        <w:t>432.5891</w:t>
      </w:r>
      <w:r>
        <w:tab/>
        <w:t>2.025e0</w:t>
      </w:r>
    </w:p>
    <w:p w:rsidR="006974AE" w:rsidRDefault="006974AE" w:rsidP="006974AE">
      <w:r>
        <w:t>432.6065</w:t>
      </w:r>
      <w:r>
        <w:tab/>
        <w:t>1.013e0</w:t>
      </w:r>
    </w:p>
    <w:p w:rsidR="006974AE" w:rsidRDefault="006974AE" w:rsidP="006974AE">
      <w:r>
        <w:t>432.6643</w:t>
      </w:r>
      <w:r>
        <w:tab/>
        <w:t>1.013e0</w:t>
      </w:r>
    </w:p>
    <w:p w:rsidR="006974AE" w:rsidRDefault="006974AE" w:rsidP="006974AE">
      <w:r>
        <w:t>432.6698</w:t>
      </w:r>
      <w:r>
        <w:tab/>
        <w:t>2.025e0</w:t>
      </w:r>
    </w:p>
    <w:p w:rsidR="006974AE" w:rsidRDefault="006974AE" w:rsidP="006974AE">
      <w:r>
        <w:t>432.6723</w:t>
      </w:r>
      <w:r>
        <w:tab/>
        <w:t>1.013e0</w:t>
      </w:r>
    </w:p>
    <w:p w:rsidR="006974AE" w:rsidRDefault="006974AE" w:rsidP="006974AE">
      <w:r>
        <w:t>432.6793</w:t>
      </w:r>
      <w:r>
        <w:tab/>
        <w:t>4.051e0</w:t>
      </w:r>
    </w:p>
    <w:p w:rsidR="006974AE" w:rsidRDefault="006974AE" w:rsidP="006974AE">
      <w:r>
        <w:t>432.6951</w:t>
      </w:r>
      <w:r>
        <w:tab/>
        <w:t>1.013e0</w:t>
      </w:r>
    </w:p>
    <w:p w:rsidR="006974AE" w:rsidRDefault="006974AE" w:rsidP="006974AE">
      <w:r>
        <w:t>432.7090</w:t>
      </w:r>
      <w:r>
        <w:tab/>
        <w:t>3.038e0</w:t>
      </w:r>
    </w:p>
    <w:p w:rsidR="006974AE" w:rsidRDefault="006974AE" w:rsidP="006974AE">
      <w:r>
        <w:t>432.7103</w:t>
      </w:r>
      <w:r>
        <w:tab/>
        <w:t>1.013e0</w:t>
      </w:r>
    </w:p>
    <w:p w:rsidR="006974AE" w:rsidRDefault="006974AE" w:rsidP="006974AE">
      <w:r>
        <w:t>432.7336</w:t>
      </w:r>
      <w:r>
        <w:tab/>
        <w:t>1.013e0</w:t>
      </w:r>
    </w:p>
    <w:p w:rsidR="006974AE" w:rsidRDefault="006974AE" w:rsidP="006974AE">
      <w:r>
        <w:t>432.7635</w:t>
      </w:r>
      <w:r>
        <w:tab/>
        <w:t>1.013e0</w:t>
      </w:r>
    </w:p>
    <w:p w:rsidR="006974AE" w:rsidRDefault="006974AE" w:rsidP="006974AE">
      <w:r>
        <w:t>432.7804</w:t>
      </w:r>
      <w:r>
        <w:tab/>
        <w:t>2.025e0</w:t>
      </w:r>
    </w:p>
    <w:p w:rsidR="006974AE" w:rsidRDefault="006974AE" w:rsidP="006974AE">
      <w:r>
        <w:t>432.8167</w:t>
      </w:r>
      <w:r>
        <w:tab/>
        <w:t>1.013e0</w:t>
      </w:r>
    </w:p>
    <w:p w:rsidR="006974AE" w:rsidRDefault="006974AE" w:rsidP="006974AE">
      <w:r>
        <w:t>432.8243</w:t>
      </w:r>
      <w:r>
        <w:tab/>
        <w:t>1.013e0</w:t>
      </w:r>
    </w:p>
    <w:p w:rsidR="006974AE" w:rsidRDefault="006974AE" w:rsidP="006974AE">
      <w:r>
        <w:t>432.8464</w:t>
      </w:r>
      <w:r>
        <w:tab/>
        <w:t>1.013e0</w:t>
      </w:r>
    </w:p>
    <w:p w:rsidR="006974AE" w:rsidRDefault="006974AE" w:rsidP="006974AE">
      <w:r>
        <w:t>432.8562</w:t>
      </w:r>
      <w:r>
        <w:tab/>
        <w:t>2.025e0</w:t>
      </w:r>
    </w:p>
    <w:p w:rsidR="006974AE" w:rsidRDefault="006974AE" w:rsidP="006974AE">
      <w:r>
        <w:t>432.8604</w:t>
      </w:r>
      <w:r>
        <w:tab/>
        <w:t>3.038e0</w:t>
      </w:r>
    </w:p>
    <w:p w:rsidR="006974AE" w:rsidRDefault="006974AE" w:rsidP="006974AE">
      <w:r>
        <w:t>432.8889</w:t>
      </w:r>
      <w:r>
        <w:tab/>
        <w:t>2.025e0</w:t>
      </w:r>
    </w:p>
    <w:p w:rsidR="006974AE" w:rsidRDefault="006974AE" w:rsidP="006974AE">
      <w:r>
        <w:lastRenderedPageBreak/>
        <w:t>432.9236</w:t>
      </w:r>
      <w:r>
        <w:tab/>
        <w:t>1.013e0</w:t>
      </w:r>
    </w:p>
    <w:p w:rsidR="006974AE" w:rsidRDefault="006974AE" w:rsidP="006974AE">
      <w:r>
        <w:t>432.9459</w:t>
      </w:r>
      <w:r>
        <w:tab/>
        <w:t>1.013e0</w:t>
      </w:r>
    </w:p>
    <w:p w:rsidR="006974AE" w:rsidRDefault="006974AE" w:rsidP="006974AE">
      <w:r>
        <w:t>432.9500</w:t>
      </w:r>
      <w:r>
        <w:tab/>
        <w:t>1.013e0</w:t>
      </w:r>
    </w:p>
    <w:p w:rsidR="006974AE" w:rsidRDefault="006974AE" w:rsidP="006974AE">
      <w:r>
        <w:t>432.9549</w:t>
      </w:r>
      <w:r>
        <w:tab/>
        <w:t>3.038e0</w:t>
      </w:r>
    </w:p>
    <w:p w:rsidR="006974AE" w:rsidRDefault="006974AE" w:rsidP="006974AE">
      <w:r>
        <w:t>432.9583</w:t>
      </w:r>
      <w:r>
        <w:tab/>
        <w:t>2.025e0</w:t>
      </w:r>
    </w:p>
    <w:p w:rsidR="006974AE" w:rsidRDefault="006974AE" w:rsidP="006974AE">
      <w:r>
        <w:t>432.9830</w:t>
      </w:r>
      <w:r>
        <w:tab/>
        <w:t>4.051e0</w:t>
      </w:r>
    </w:p>
    <w:p w:rsidR="006974AE" w:rsidRDefault="006974AE" w:rsidP="006974AE">
      <w:r>
        <w:t>432.9899</w:t>
      </w:r>
      <w:r>
        <w:tab/>
        <w:t>1.013e0</w:t>
      </w:r>
    </w:p>
    <w:p w:rsidR="006974AE" w:rsidRDefault="006974AE" w:rsidP="006974AE">
      <w:r>
        <w:t>432.9936</w:t>
      </w:r>
      <w:r>
        <w:tab/>
        <w:t>1.013e0</w:t>
      </w:r>
    </w:p>
    <w:p w:rsidR="006974AE" w:rsidRDefault="006974AE" w:rsidP="006974AE">
      <w:r>
        <w:t>433.0342</w:t>
      </w:r>
      <w:r>
        <w:tab/>
        <w:t>2.025e0</w:t>
      </w:r>
    </w:p>
    <w:p w:rsidR="006974AE" w:rsidRDefault="006974AE" w:rsidP="006974AE">
      <w:r>
        <w:t>433.0371</w:t>
      </w:r>
      <w:r>
        <w:tab/>
        <w:t>1.013e0</w:t>
      </w:r>
    </w:p>
    <w:p w:rsidR="006974AE" w:rsidRDefault="006974AE" w:rsidP="006974AE">
      <w:r>
        <w:t>433.0434</w:t>
      </w:r>
      <w:r>
        <w:tab/>
        <w:t>4.051e0</w:t>
      </w:r>
    </w:p>
    <w:p w:rsidR="006974AE" w:rsidRDefault="006974AE" w:rsidP="006974AE">
      <w:r>
        <w:t>433.0452</w:t>
      </w:r>
      <w:r>
        <w:tab/>
        <w:t>1.013e0</w:t>
      </w:r>
    </w:p>
    <w:p w:rsidR="006974AE" w:rsidRDefault="006974AE" w:rsidP="006974AE">
      <w:r>
        <w:t>433.0486</w:t>
      </w:r>
      <w:r>
        <w:tab/>
        <w:t>2.025e0</w:t>
      </w:r>
    </w:p>
    <w:p w:rsidR="006974AE" w:rsidRDefault="006974AE" w:rsidP="006974AE">
      <w:r>
        <w:t>433.0599</w:t>
      </w:r>
      <w:r>
        <w:tab/>
        <w:t>1.013e0</w:t>
      </w:r>
    </w:p>
    <w:p w:rsidR="006974AE" w:rsidRDefault="006974AE" w:rsidP="006974AE">
      <w:r>
        <w:t>433.0934</w:t>
      </w:r>
      <w:r>
        <w:tab/>
        <w:t>1.013e0</w:t>
      </w:r>
    </w:p>
    <w:p w:rsidR="006974AE" w:rsidRDefault="006974AE" w:rsidP="006974AE">
      <w:r>
        <w:t>433.1132</w:t>
      </w:r>
      <w:r>
        <w:tab/>
        <w:t>4.005e0</w:t>
      </w:r>
    </w:p>
    <w:p w:rsidR="006974AE" w:rsidRDefault="006974AE" w:rsidP="006974AE">
      <w:r>
        <w:t>433.1298</w:t>
      </w:r>
      <w:r>
        <w:tab/>
        <w:t>7.036e0</w:t>
      </w:r>
    </w:p>
    <w:p w:rsidR="006974AE" w:rsidRDefault="006974AE" w:rsidP="006974AE">
      <w:r>
        <w:t>433.1338</w:t>
      </w:r>
      <w:r>
        <w:tab/>
        <w:t>2.025e0</w:t>
      </w:r>
    </w:p>
    <w:p w:rsidR="006974AE" w:rsidRDefault="006974AE" w:rsidP="006974AE">
      <w:r>
        <w:t>433.1435</w:t>
      </w:r>
      <w:r>
        <w:tab/>
        <w:t>1.013e0</w:t>
      </w:r>
    </w:p>
    <w:p w:rsidR="006974AE" w:rsidRDefault="006974AE" w:rsidP="006974AE">
      <w:r>
        <w:lastRenderedPageBreak/>
        <w:t>433.1514</w:t>
      </w:r>
      <w:r>
        <w:tab/>
        <w:t>2.025e0</w:t>
      </w:r>
    </w:p>
    <w:p w:rsidR="006974AE" w:rsidRDefault="006974AE" w:rsidP="006974AE">
      <w:r>
        <w:t>433.1542</w:t>
      </w:r>
      <w:r>
        <w:tab/>
        <w:t>1.013e0</w:t>
      </w:r>
    </w:p>
    <w:p w:rsidR="006974AE" w:rsidRDefault="006974AE" w:rsidP="006974AE">
      <w:r>
        <w:t>433.1701</w:t>
      </w:r>
      <w:r>
        <w:tab/>
        <w:t>4.677e0</w:t>
      </w:r>
    </w:p>
    <w:p w:rsidR="006974AE" w:rsidRDefault="006974AE" w:rsidP="006974AE">
      <w:r>
        <w:t>433.1996</w:t>
      </w:r>
      <w:r>
        <w:tab/>
        <w:t>2.025e0</w:t>
      </w:r>
    </w:p>
    <w:p w:rsidR="006974AE" w:rsidRDefault="006974AE" w:rsidP="006974AE">
      <w:r>
        <w:t>433.2010</w:t>
      </w:r>
      <w:r>
        <w:tab/>
        <w:t>2.025e0</w:t>
      </w:r>
    </w:p>
    <w:p w:rsidR="006974AE" w:rsidRDefault="006974AE" w:rsidP="006974AE">
      <w:r>
        <w:t>433.2053</w:t>
      </w:r>
      <w:r>
        <w:tab/>
        <w:t>3.363e0</w:t>
      </w:r>
    </w:p>
    <w:p w:rsidR="006974AE" w:rsidRDefault="006974AE" w:rsidP="006974AE">
      <w:r>
        <w:t>433.2242</w:t>
      </w:r>
      <w:r>
        <w:tab/>
        <w:t>2.025e0</w:t>
      </w:r>
    </w:p>
    <w:p w:rsidR="006974AE" w:rsidRDefault="006974AE" w:rsidP="006974AE">
      <w:r>
        <w:t>433.2476</w:t>
      </w:r>
      <w:r>
        <w:tab/>
        <w:t>2.025e0</w:t>
      </w:r>
    </w:p>
    <w:p w:rsidR="006974AE" w:rsidRDefault="006974AE" w:rsidP="006974AE">
      <w:r>
        <w:t>433.2623</w:t>
      </w:r>
      <w:r>
        <w:tab/>
        <w:t>2.025e0</w:t>
      </w:r>
    </w:p>
    <w:p w:rsidR="006974AE" w:rsidRDefault="006974AE" w:rsidP="006974AE">
      <w:r>
        <w:t>433.2663</w:t>
      </w:r>
      <w:r>
        <w:tab/>
        <w:t>7.089e0</w:t>
      </w:r>
    </w:p>
    <w:p w:rsidR="006974AE" w:rsidRDefault="006974AE" w:rsidP="006974AE">
      <w:r>
        <w:t>433.2729</w:t>
      </w:r>
      <w:r>
        <w:tab/>
        <w:t>1.013e0</w:t>
      </w:r>
    </w:p>
    <w:p w:rsidR="006974AE" w:rsidRDefault="006974AE" w:rsidP="006974AE">
      <w:r>
        <w:t>433.2759</w:t>
      </w:r>
      <w:r>
        <w:tab/>
        <w:t>1.013e0</w:t>
      </w:r>
    </w:p>
    <w:p w:rsidR="006974AE" w:rsidRDefault="006974AE" w:rsidP="006974AE">
      <w:r>
        <w:t>433.3108</w:t>
      </w:r>
      <w:r>
        <w:tab/>
        <w:t>1.013e0</w:t>
      </w:r>
    </w:p>
    <w:p w:rsidR="006974AE" w:rsidRDefault="006974AE" w:rsidP="006974AE">
      <w:r>
        <w:t>433.3147</w:t>
      </w:r>
      <w:r>
        <w:tab/>
        <w:t>5.063e0</w:t>
      </w:r>
    </w:p>
    <w:p w:rsidR="006974AE" w:rsidRDefault="006974AE" w:rsidP="006974AE">
      <w:r>
        <w:t>433.3338</w:t>
      </w:r>
      <w:r>
        <w:tab/>
        <w:t>1.013e0</w:t>
      </w:r>
    </w:p>
    <w:p w:rsidR="006974AE" w:rsidRDefault="006974AE" w:rsidP="006974AE">
      <w:r>
        <w:t>433.3527</w:t>
      </w:r>
      <w:r>
        <w:tab/>
        <w:t>2.025e0</w:t>
      </w:r>
    </w:p>
    <w:p w:rsidR="006974AE" w:rsidRDefault="006974AE" w:rsidP="006974AE">
      <w:r>
        <w:t>433.3641</w:t>
      </w:r>
      <w:r>
        <w:tab/>
        <w:t>1.013e0</w:t>
      </w:r>
    </w:p>
    <w:p w:rsidR="006974AE" w:rsidRDefault="006974AE" w:rsidP="006974AE">
      <w:r>
        <w:t>433.3717</w:t>
      </w:r>
      <w:r>
        <w:tab/>
        <w:t>1.013e0</w:t>
      </w:r>
    </w:p>
    <w:p w:rsidR="006974AE" w:rsidRDefault="006974AE" w:rsidP="006974AE">
      <w:r>
        <w:t>433.3947</w:t>
      </w:r>
      <w:r>
        <w:tab/>
        <w:t>1.013e0</w:t>
      </w:r>
    </w:p>
    <w:p w:rsidR="006974AE" w:rsidRDefault="006974AE" w:rsidP="006974AE">
      <w:r>
        <w:lastRenderedPageBreak/>
        <w:t>433.4026</w:t>
      </w:r>
      <w:r>
        <w:tab/>
        <w:t>1.013e0</w:t>
      </w:r>
    </w:p>
    <w:p w:rsidR="006974AE" w:rsidRDefault="006974AE" w:rsidP="006974AE">
      <w:r>
        <w:t>433.4097</w:t>
      </w:r>
      <w:r>
        <w:tab/>
        <w:t>1.013e0</w:t>
      </w:r>
    </w:p>
    <w:p w:rsidR="006974AE" w:rsidRDefault="006974AE" w:rsidP="006974AE">
      <w:r>
        <w:t>433.4191</w:t>
      </w:r>
      <w:r>
        <w:tab/>
        <w:t>1.013e0</w:t>
      </w:r>
    </w:p>
    <w:p w:rsidR="006974AE" w:rsidRDefault="006974AE" w:rsidP="006974AE">
      <w:r>
        <w:t>433.4326</w:t>
      </w:r>
      <w:r>
        <w:tab/>
        <w:t>1.013e0</w:t>
      </w:r>
    </w:p>
    <w:p w:rsidR="006974AE" w:rsidRDefault="006974AE" w:rsidP="006974AE">
      <w:r>
        <w:t>433.4403</w:t>
      </w:r>
      <w:r>
        <w:tab/>
        <w:t>1.013e0</w:t>
      </w:r>
    </w:p>
    <w:p w:rsidR="006974AE" w:rsidRDefault="006974AE" w:rsidP="006974AE">
      <w:r>
        <w:t>433.4633</w:t>
      </w:r>
      <w:r>
        <w:tab/>
        <w:t>2.025e0</w:t>
      </w:r>
    </w:p>
    <w:p w:rsidR="006974AE" w:rsidRDefault="006974AE" w:rsidP="006974AE">
      <w:r>
        <w:t>433.5012</w:t>
      </w:r>
      <w:r>
        <w:tab/>
        <w:t>1.013e0</w:t>
      </w:r>
    </w:p>
    <w:p w:rsidR="006974AE" w:rsidRDefault="006974AE" w:rsidP="006974AE">
      <w:r>
        <w:t>433.5698</w:t>
      </w:r>
      <w:r>
        <w:tab/>
        <w:t>2.025e0</w:t>
      </w:r>
    </w:p>
    <w:p w:rsidR="006974AE" w:rsidRDefault="006974AE" w:rsidP="006974AE">
      <w:r>
        <w:t>433.5985</w:t>
      </w:r>
      <w:r>
        <w:tab/>
        <w:t>1.013e0</w:t>
      </w:r>
    </w:p>
    <w:p w:rsidR="006974AE" w:rsidRDefault="006974AE" w:rsidP="006974AE">
      <w:r>
        <w:t>433.6076</w:t>
      </w:r>
      <w:r>
        <w:tab/>
        <w:t>1.013e0</w:t>
      </w:r>
    </w:p>
    <w:p w:rsidR="006974AE" w:rsidRDefault="006974AE" w:rsidP="006974AE">
      <w:r>
        <w:t>433.6229</w:t>
      </w:r>
      <w:r>
        <w:tab/>
        <w:t>1.013e0</w:t>
      </w:r>
    </w:p>
    <w:p w:rsidR="006974AE" w:rsidRDefault="006974AE" w:rsidP="006974AE">
      <w:r>
        <w:t>433.6416</w:t>
      </w:r>
      <w:r>
        <w:tab/>
        <w:t>1.013e0</w:t>
      </w:r>
    </w:p>
    <w:p w:rsidR="006974AE" w:rsidRDefault="006974AE" w:rsidP="006974AE">
      <w:r>
        <w:t>433.7019</w:t>
      </w:r>
      <w:r>
        <w:tab/>
        <w:t>2.025e0</w:t>
      </w:r>
    </w:p>
    <w:p w:rsidR="006974AE" w:rsidRDefault="006974AE" w:rsidP="006974AE">
      <w:r>
        <w:t>433.7197</w:t>
      </w:r>
      <w:r>
        <w:tab/>
        <w:t>1.013e0</w:t>
      </w:r>
    </w:p>
    <w:p w:rsidR="006974AE" w:rsidRDefault="006974AE" w:rsidP="006974AE">
      <w:r>
        <w:t>433.7446</w:t>
      </w:r>
      <w:r>
        <w:tab/>
        <w:t>1.013e0</w:t>
      </w:r>
    </w:p>
    <w:p w:rsidR="006974AE" w:rsidRDefault="006974AE" w:rsidP="006974AE">
      <w:r>
        <w:t>433.7633</w:t>
      </w:r>
      <w:r>
        <w:tab/>
        <w:t>1.013e0</w:t>
      </w:r>
    </w:p>
    <w:p w:rsidR="006974AE" w:rsidRDefault="006974AE" w:rsidP="006974AE">
      <w:r>
        <w:t>433.7848</w:t>
      </w:r>
      <w:r>
        <w:tab/>
        <w:t>1.013e0</w:t>
      </w:r>
    </w:p>
    <w:p w:rsidR="006974AE" w:rsidRDefault="006974AE" w:rsidP="006974AE">
      <w:r>
        <w:t>433.8131</w:t>
      </w:r>
      <w:r>
        <w:tab/>
        <w:t>1.013e0</w:t>
      </w:r>
    </w:p>
    <w:p w:rsidR="006974AE" w:rsidRDefault="006974AE" w:rsidP="006974AE">
      <w:r>
        <w:t>433.8185</w:t>
      </w:r>
      <w:r>
        <w:tab/>
        <w:t>2.025e0</w:t>
      </w:r>
    </w:p>
    <w:p w:rsidR="006974AE" w:rsidRDefault="006974AE" w:rsidP="006974AE">
      <w:r>
        <w:lastRenderedPageBreak/>
        <w:t>433.8521</w:t>
      </w:r>
      <w:r>
        <w:tab/>
        <w:t>3.038e0</w:t>
      </w:r>
    </w:p>
    <w:p w:rsidR="006974AE" w:rsidRDefault="006974AE" w:rsidP="006974AE">
      <w:r>
        <w:t>433.8777</w:t>
      </w:r>
      <w:r>
        <w:tab/>
        <w:t>2.025e0</w:t>
      </w:r>
    </w:p>
    <w:p w:rsidR="006974AE" w:rsidRDefault="006974AE" w:rsidP="006974AE">
      <w:r>
        <w:t>433.8810</w:t>
      </w:r>
      <w:r>
        <w:tab/>
        <w:t>1.013e0</w:t>
      </w:r>
    </w:p>
    <w:p w:rsidR="006974AE" w:rsidRDefault="006974AE" w:rsidP="006974AE">
      <w:r>
        <w:t>433.8898</w:t>
      </w:r>
      <w:r>
        <w:tab/>
        <w:t>1.013e0</w:t>
      </w:r>
    </w:p>
    <w:p w:rsidR="006974AE" w:rsidRDefault="006974AE" w:rsidP="006974AE">
      <w:r>
        <w:t>433.9238</w:t>
      </w:r>
      <w:r>
        <w:tab/>
        <w:t>1.013e0</w:t>
      </w:r>
    </w:p>
    <w:p w:rsidR="006974AE" w:rsidRDefault="006974AE" w:rsidP="006974AE">
      <w:r>
        <w:t>433.9668</w:t>
      </w:r>
      <w:r>
        <w:tab/>
        <w:t>1.013e0</w:t>
      </w:r>
    </w:p>
    <w:p w:rsidR="006974AE" w:rsidRDefault="006974AE" w:rsidP="006974AE">
      <w:r>
        <w:t>433.9733</w:t>
      </w:r>
      <w:r>
        <w:tab/>
        <w:t>2.025e0</w:t>
      </w:r>
    </w:p>
    <w:p w:rsidR="006974AE" w:rsidRDefault="006974AE" w:rsidP="006974AE">
      <w:r>
        <w:t>434.0002</w:t>
      </w:r>
      <w:r>
        <w:tab/>
        <w:t>2.025e0</w:t>
      </w:r>
    </w:p>
    <w:p w:rsidR="006974AE" w:rsidRDefault="006974AE" w:rsidP="006974AE">
      <w:r>
        <w:t>434.0048</w:t>
      </w:r>
      <w:r>
        <w:tab/>
        <w:t>2.025e0</w:t>
      </w:r>
    </w:p>
    <w:p w:rsidR="006974AE" w:rsidRDefault="006974AE" w:rsidP="006974AE">
      <w:r>
        <w:t>434.0226</w:t>
      </w:r>
      <w:r>
        <w:tab/>
        <w:t>3.038e0</w:t>
      </w:r>
    </w:p>
    <w:p w:rsidR="006974AE" w:rsidRDefault="006974AE" w:rsidP="006974AE">
      <w:r>
        <w:t>434.0461</w:t>
      </w:r>
      <w:r>
        <w:tab/>
        <w:t>1.013e0</w:t>
      </w:r>
    </w:p>
    <w:p w:rsidR="006974AE" w:rsidRDefault="006974AE" w:rsidP="006974AE">
      <w:r>
        <w:t>434.0677</w:t>
      </w:r>
      <w:r>
        <w:tab/>
        <w:t>1.013e0</w:t>
      </w:r>
    </w:p>
    <w:p w:rsidR="006974AE" w:rsidRDefault="006974AE" w:rsidP="006974AE">
      <w:r>
        <w:t>434.0854</w:t>
      </w:r>
      <w:r>
        <w:tab/>
        <w:t>1.013e0</w:t>
      </w:r>
    </w:p>
    <w:p w:rsidR="006974AE" w:rsidRDefault="006974AE" w:rsidP="006974AE">
      <w:r>
        <w:t>434.1028</w:t>
      </w:r>
      <w:r>
        <w:tab/>
        <w:t>2.025e0</w:t>
      </w:r>
    </w:p>
    <w:p w:rsidR="006974AE" w:rsidRDefault="006974AE" w:rsidP="006974AE">
      <w:r>
        <w:t>434.1182</w:t>
      </w:r>
      <w:r>
        <w:tab/>
        <w:t>1.829e0</w:t>
      </w:r>
    </w:p>
    <w:p w:rsidR="006974AE" w:rsidRDefault="006974AE" w:rsidP="006974AE">
      <w:r>
        <w:t>434.1286</w:t>
      </w:r>
      <w:r>
        <w:tab/>
        <w:t>1.013e0</w:t>
      </w:r>
    </w:p>
    <w:p w:rsidR="006974AE" w:rsidRDefault="006974AE" w:rsidP="006974AE">
      <w:r>
        <w:t>434.1336</w:t>
      </w:r>
      <w:r>
        <w:tab/>
        <w:t>2.025e0</w:t>
      </w:r>
    </w:p>
    <w:p w:rsidR="006974AE" w:rsidRDefault="006974AE" w:rsidP="006974AE">
      <w:r>
        <w:t>434.1494</w:t>
      </w:r>
      <w:r>
        <w:tab/>
        <w:t>1.013e0</w:t>
      </w:r>
    </w:p>
    <w:p w:rsidR="006974AE" w:rsidRDefault="006974AE" w:rsidP="006974AE">
      <w:r>
        <w:t>434.1684</w:t>
      </w:r>
      <w:r>
        <w:tab/>
        <w:t>3.038e0</w:t>
      </w:r>
    </w:p>
    <w:p w:rsidR="006974AE" w:rsidRDefault="006974AE" w:rsidP="006974AE">
      <w:r>
        <w:lastRenderedPageBreak/>
        <w:t>434.1858</w:t>
      </w:r>
      <w:r>
        <w:tab/>
        <w:t>1.013e0</w:t>
      </w:r>
    </w:p>
    <w:p w:rsidR="006974AE" w:rsidRDefault="006974AE" w:rsidP="006974AE">
      <w:r>
        <w:t>434.1983</w:t>
      </w:r>
      <w:r>
        <w:tab/>
        <w:t>2.025e0</w:t>
      </w:r>
    </w:p>
    <w:p w:rsidR="006974AE" w:rsidRDefault="006974AE" w:rsidP="006974AE">
      <w:r>
        <w:t>434.2016</w:t>
      </w:r>
      <w:r>
        <w:tab/>
        <w:t>1.013e0</w:t>
      </w:r>
    </w:p>
    <w:p w:rsidR="006974AE" w:rsidRDefault="006974AE" w:rsidP="006974AE">
      <w:r>
        <w:t>434.2266</w:t>
      </w:r>
      <w:r>
        <w:tab/>
        <w:t>3.038e0</w:t>
      </w:r>
    </w:p>
    <w:p w:rsidR="006974AE" w:rsidRDefault="006974AE" w:rsidP="006974AE">
      <w:r>
        <w:t>434.2468</w:t>
      </w:r>
      <w:r>
        <w:tab/>
        <w:t>4.051e0</w:t>
      </w:r>
    </w:p>
    <w:p w:rsidR="006974AE" w:rsidRDefault="006974AE" w:rsidP="006974AE">
      <w:r>
        <w:t>434.2550</w:t>
      </w:r>
      <w:r>
        <w:tab/>
        <w:t>1.013e0</w:t>
      </w:r>
    </w:p>
    <w:p w:rsidR="006974AE" w:rsidRDefault="006974AE" w:rsidP="006974AE">
      <w:r>
        <w:t>434.2622</w:t>
      </w:r>
      <w:r>
        <w:tab/>
        <w:t>2.025e0</w:t>
      </w:r>
    </w:p>
    <w:p w:rsidR="006974AE" w:rsidRDefault="006974AE" w:rsidP="006974AE">
      <w:r>
        <w:t>434.2695</w:t>
      </w:r>
      <w:r>
        <w:tab/>
        <w:t>2.025e0</w:t>
      </w:r>
    </w:p>
    <w:p w:rsidR="006974AE" w:rsidRDefault="006974AE" w:rsidP="006974AE">
      <w:r>
        <w:t>434.2720</w:t>
      </w:r>
      <w:r>
        <w:tab/>
        <w:t>4.051e0</w:t>
      </w:r>
    </w:p>
    <w:p w:rsidR="006974AE" w:rsidRDefault="006974AE" w:rsidP="006974AE">
      <w:r>
        <w:t>434.2775</w:t>
      </w:r>
      <w:r>
        <w:tab/>
        <w:t>3.038e0</w:t>
      </w:r>
    </w:p>
    <w:p w:rsidR="006974AE" w:rsidRDefault="006974AE" w:rsidP="006974AE">
      <w:r>
        <w:t>434.2891</w:t>
      </w:r>
      <w:r>
        <w:tab/>
        <w:t>1.013e0</w:t>
      </w:r>
    </w:p>
    <w:p w:rsidR="006974AE" w:rsidRDefault="006974AE" w:rsidP="006974AE">
      <w:r>
        <w:t>434.3016</w:t>
      </w:r>
      <w:r>
        <w:tab/>
        <w:t>3.038e0</w:t>
      </w:r>
    </w:p>
    <w:p w:rsidR="006974AE" w:rsidRDefault="006974AE" w:rsidP="006974AE">
      <w:r>
        <w:t>434.3125</w:t>
      </w:r>
      <w:r>
        <w:tab/>
        <w:t>2.025e0</w:t>
      </w:r>
    </w:p>
    <w:p w:rsidR="006974AE" w:rsidRDefault="006974AE" w:rsidP="006974AE">
      <w:r>
        <w:t>434.3343</w:t>
      </w:r>
      <w:r>
        <w:tab/>
        <w:t>4.051e0</w:t>
      </w:r>
    </w:p>
    <w:p w:rsidR="006974AE" w:rsidRDefault="006974AE" w:rsidP="006974AE">
      <w:r>
        <w:t>434.3367</w:t>
      </w:r>
      <w:r>
        <w:tab/>
        <w:t>2.025e0</w:t>
      </w:r>
    </w:p>
    <w:p w:rsidR="006974AE" w:rsidRDefault="006974AE" w:rsidP="006974AE">
      <w:r>
        <w:t>434.3503</w:t>
      </w:r>
      <w:r>
        <w:tab/>
        <w:t>2.025e0</w:t>
      </w:r>
    </w:p>
    <w:p w:rsidR="006974AE" w:rsidRDefault="006974AE" w:rsidP="006974AE">
      <w:r>
        <w:t>434.3627</w:t>
      </w:r>
      <w:r>
        <w:tab/>
        <w:t>2.025e0</w:t>
      </w:r>
    </w:p>
    <w:p w:rsidR="006974AE" w:rsidRDefault="006974AE" w:rsidP="006974AE">
      <w:r>
        <w:t>434.3720</w:t>
      </w:r>
      <w:r>
        <w:tab/>
        <w:t>1.013e0</w:t>
      </w:r>
    </w:p>
    <w:p w:rsidR="006974AE" w:rsidRDefault="006974AE" w:rsidP="006974AE">
      <w:r>
        <w:t>434.4085</w:t>
      </w:r>
      <w:r>
        <w:tab/>
        <w:t>2.025e0</w:t>
      </w:r>
    </w:p>
    <w:p w:rsidR="006974AE" w:rsidRDefault="006974AE" w:rsidP="006974AE">
      <w:r>
        <w:lastRenderedPageBreak/>
        <w:t>434.4384</w:t>
      </w:r>
      <w:r>
        <w:tab/>
        <w:t>1.013e0</w:t>
      </w:r>
    </w:p>
    <w:p w:rsidR="006974AE" w:rsidRDefault="006974AE" w:rsidP="006974AE">
      <w:r>
        <w:t>434.4455</w:t>
      </w:r>
      <w:r>
        <w:tab/>
        <w:t>1.013e0</w:t>
      </w:r>
    </w:p>
    <w:p w:rsidR="006974AE" w:rsidRDefault="006974AE" w:rsidP="006974AE">
      <w:r>
        <w:t>434.4613</w:t>
      </w:r>
      <w:r>
        <w:tab/>
        <w:t>1.013e0</w:t>
      </w:r>
    </w:p>
    <w:p w:rsidR="006974AE" w:rsidRDefault="006974AE" w:rsidP="006974AE">
      <w:r>
        <w:t>434.4842</w:t>
      </w:r>
      <w:r>
        <w:tab/>
        <w:t>1.013e0</w:t>
      </w:r>
    </w:p>
    <w:p w:rsidR="006974AE" w:rsidRDefault="006974AE" w:rsidP="006974AE">
      <w:r>
        <w:t>434.4859</w:t>
      </w:r>
      <w:r>
        <w:tab/>
        <w:t>2.025e0</w:t>
      </w:r>
    </w:p>
    <w:p w:rsidR="006974AE" w:rsidRDefault="006974AE" w:rsidP="006974AE">
      <w:r>
        <w:t>434.5223</w:t>
      </w:r>
      <w:r>
        <w:tab/>
        <w:t>1.013e0</w:t>
      </w:r>
    </w:p>
    <w:p w:rsidR="006974AE" w:rsidRDefault="006974AE" w:rsidP="006974AE">
      <w:r>
        <w:t>434.5370</w:t>
      </w:r>
      <w:r>
        <w:tab/>
        <w:t>2.025e0</w:t>
      </w:r>
    </w:p>
    <w:p w:rsidR="006974AE" w:rsidRDefault="006974AE" w:rsidP="006974AE">
      <w:r>
        <w:t>434.5490</w:t>
      </w:r>
      <w:r>
        <w:tab/>
        <w:t>2.025e0</w:t>
      </w:r>
    </w:p>
    <w:p w:rsidR="006974AE" w:rsidRDefault="006974AE" w:rsidP="006974AE">
      <w:r>
        <w:t>434.5506</w:t>
      </w:r>
      <w:r>
        <w:tab/>
        <w:t>5.063e0</w:t>
      </w:r>
    </w:p>
    <w:p w:rsidR="006974AE" w:rsidRDefault="006974AE" w:rsidP="006974AE">
      <w:r>
        <w:t>434.5906</w:t>
      </w:r>
      <w:r>
        <w:tab/>
        <w:t>1.013e0</w:t>
      </w:r>
    </w:p>
    <w:p w:rsidR="006974AE" w:rsidRDefault="006974AE" w:rsidP="006974AE">
      <w:r>
        <w:t>434.6215</w:t>
      </w:r>
      <w:r>
        <w:tab/>
        <w:t>1.013e0</w:t>
      </w:r>
    </w:p>
    <w:p w:rsidR="006974AE" w:rsidRDefault="006974AE" w:rsidP="006974AE">
      <w:r>
        <w:t>434.6334</w:t>
      </w:r>
      <w:r>
        <w:tab/>
        <w:t>2.025e0</w:t>
      </w:r>
    </w:p>
    <w:p w:rsidR="006974AE" w:rsidRDefault="006974AE" w:rsidP="006974AE">
      <w:r>
        <w:t>434.6669</w:t>
      </w:r>
      <w:r>
        <w:tab/>
        <w:t>2.025e0</w:t>
      </w:r>
    </w:p>
    <w:p w:rsidR="006974AE" w:rsidRDefault="006974AE" w:rsidP="006974AE">
      <w:r>
        <w:t>434.6693</w:t>
      </w:r>
      <w:r>
        <w:tab/>
        <w:t>2.025e0</w:t>
      </w:r>
    </w:p>
    <w:p w:rsidR="006974AE" w:rsidRDefault="006974AE" w:rsidP="006974AE">
      <w:r>
        <w:t>434.6819</w:t>
      </w:r>
      <w:r>
        <w:tab/>
        <w:t>1.013e0</w:t>
      </w:r>
    </w:p>
    <w:p w:rsidR="006974AE" w:rsidRDefault="006974AE" w:rsidP="006974AE">
      <w:r>
        <w:t>434.7097</w:t>
      </w:r>
      <w:r>
        <w:tab/>
        <w:t>2.025e0</w:t>
      </w:r>
    </w:p>
    <w:p w:rsidR="006974AE" w:rsidRDefault="006974AE" w:rsidP="006974AE">
      <w:r>
        <w:t>434.7117</w:t>
      </w:r>
      <w:r>
        <w:tab/>
        <w:t>1.013e0</w:t>
      </w:r>
    </w:p>
    <w:p w:rsidR="006974AE" w:rsidRDefault="006974AE" w:rsidP="006974AE">
      <w:r>
        <w:t>434.7283</w:t>
      </w:r>
      <w:r>
        <w:tab/>
        <w:t>1.013e0</w:t>
      </w:r>
    </w:p>
    <w:p w:rsidR="006974AE" w:rsidRDefault="006974AE" w:rsidP="006974AE">
      <w:r>
        <w:t>434.7430</w:t>
      </w:r>
      <w:r>
        <w:tab/>
        <w:t>1.013e0</w:t>
      </w:r>
    </w:p>
    <w:p w:rsidR="006974AE" w:rsidRDefault="006974AE" w:rsidP="006974AE">
      <w:r>
        <w:lastRenderedPageBreak/>
        <w:t>434.8122</w:t>
      </w:r>
      <w:r>
        <w:tab/>
        <w:t>1.013e0</w:t>
      </w:r>
    </w:p>
    <w:p w:rsidR="006974AE" w:rsidRDefault="006974AE" w:rsidP="006974AE">
      <w:r>
        <w:t>434.8349</w:t>
      </w:r>
      <w:r>
        <w:tab/>
        <w:t>4.051e0</w:t>
      </w:r>
    </w:p>
    <w:p w:rsidR="006974AE" w:rsidRDefault="006974AE" w:rsidP="006974AE">
      <w:r>
        <w:t>434.8651</w:t>
      </w:r>
      <w:r>
        <w:tab/>
        <w:t>1.013e0</w:t>
      </w:r>
    </w:p>
    <w:p w:rsidR="006974AE" w:rsidRDefault="006974AE" w:rsidP="006974AE">
      <w:r>
        <w:t>434.8683</w:t>
      </w:r>
      <w:r>
        <w:tab/>
        <w:t>2.025e0</w:t>
      </w:r>
    </w:p>
    <w:p w:rsidR="006974AE" w:rsidRDefault="006974AE" w:rsidP="006974AE">
      <w:r>
        <w:t>434.8979</w:t>
      </w:r>
      <w:r>
        <w:tab/>
        <w:t>1.013e0</w:t>
      </w:r>
    </w:p>
    <w:p w:rsidR="006974AE" w:rsidRDefault="006974AE" w:rsidP="006974AE">
      <w:r>
        <w:t>434.9198</w:t>
      </w:r>
      <w:r>
        <w:tab/>
        <w:t>1.013e0</w:t>
      </w:r>
    </w:p>
    <w:p w:rsidR="006974AE" w:rsidRDefault="006974AE" w:rsidP="006974AE">
      <w:r>
        <w:t>434.9449</w:t>
      </w:r>
      <w:r>
        <w:tab/>
        <w:t>2.025e0</w:t>
      </w:r>
    </w:p>
    <w:p w:rsidR="006974AE" w:rsidRDefault="006974AE" w:rsidP="006974AE">
      <w:r>
        <w:t>434.9552</w:t>
      </w:r>
      <w:r>
        <w:tab/>
        <w:t>1.013e0</w:t>
      </w:r>
    </w:p>
    <w:p w:rsidR="006974AE" w:rsidRDefault="006974AE" w:rsidP="006974AE">
      <w:r>
        <w:t>434.9807</w:t>
      </w:r>
      <w:r>
        <w:tab/>
        <w:t>1.013e0</w:t>
      </w:r>
    </w:p>
    <w:p w:rsidR="006974AE" w:rsidRDefault="006974AE" w:rsidP="006974AE">
      <w:r>
        <w:t>434.9872</w:t>
      </w:r>
      <w:r>
        <w:tab/>
        <w:t>1.013e0</w:t>
      </w:r>
    </w:p>
    <w:p w:rsidR="006974AE" w:rsidRDefault="006974AE" w:rsidP="006974AE">
      <w:r>
        <w:t>434.9982</w:t>
      </w:r>
      <w:r>
        <w:tab/>
        <w:t>1.013e0</w:t>
      </w:r>
    </w:p>
    <w:p w:rsidR="006974AE" w:rsidRDefault="006974AE" w:rsidP="006974AE">
      <w:r>
        <w:t>435.0054</w:t>
      </w:r>
      <w:r>
        <w:tab/>
        <w:t>4.051e0</w:t>
      </w:r>
    </w:p>
    <w:p w:rsidR="006974AE" w:rsidRDefault="006974AE" w:rsidP="006974AE">
      <w:r>
        <w:t>435.0072</w:t>
      </w:r>
      <w:r>
        <w:tab/>
        <w:t>2.025e0</w:t>
      </w:r>
    </w:p>
    <w:p w:rsidR="006974AE" w:rsidRDefault="006974AE" w:rsidP="006974AE">
      <w:r>
        <w:t>435.0197</w:t>
      </w:r>
      <w:r>
        <w:tab/>
        <w:t>1.013e0</w:t>
      </w:r>
    </w:p>
    <w:p w:rsidR="006974AE" w:rsidRDefault="006974AE" w:rsidP="006974AE">
      <w:r>
        <w:t>435.0335</w:t>
      </w:r>
      <w:r>
        <w:tab/>
        <w:t>1.013e0</w:t>
      </w:r>
    </w:p>
    <w:p w:rsidR="006974AE" w:rsidRDefault="006974AE" w:rsidP="006974AE">
      <w:r>
        <w:t>435.0534</w:t>
      </w:r>
      <w:r>
        <w:tab/>
        <w:t>2.025e0</w:t>
      </w:r>
    </w:p>
    <w:p w:rsidR="006974AE" w:rsidRDefault="006974AE" w:rsidP="006974AE">
      <w:r>
        <w:t>435.0596</w:t>
      </w:r>
      <w:r>
        <w:tab/>
        <w:t>1.013e0</w:t>
      </w:r>
    </w:p>
    <w:p w:rsidR="006974AE" w:rsidRDefault="006974AE" w:rsidP="006974AE">
      <w:r>
        <w:t>435.0984</w:t>
      </w:r>
      <w:r>
        <w:tab/>
        <w:t>1.013e0</w:t>
      </w:r>
    </w:p>
    <w:p w:rsidR="006974AE" w:rsidRDefault="006974AE" w:rsidP="006974AE">
      <w:r>
        <w:t>435.1200</w:t>
      </w:r>
      <w:r>
        <w:tab/>
        <w:t>1.013e0</w:t>
      </w:r>
    </w:p>
    <w:p w:rsidR="006974AE" w:rsidRDefault="006974AE" w:rsidP="006974AE">
      <w:r>
        <w:lastRenderedPageBreak/>
        <w:t>435.1271</w:t>
      </w:r>
      <w:r>
        <w:tab/>
        <w:t>1.887e0</w:t>
      </w:r>
    </w:p>
    <w:p w:rsidR="006974AE" w:rsidRDefault="006974AE" w:rsidP="006974AE">
      <w:r>
        <w:t>435.1405</w:t>
      </w:r>
      <w:r>
        <w:tab/>
        <w:t>3.038e0</w:t>
      </w:r>
    </w:p>
    <w:p w:rsidR="006974AE" w:rsidRDefault="006974AE" w:rsidP="006974AE">
      <w:r>
        <w:t>435.1598</w:t>
      </w:r>
      <w:r>
        <w:tab/>
        <w:t>1.013e0</w:t>
      </w:r>
    </w:p>
    <w:p w:rsidR="006974AE" w:rsidRDefault="006974AE" w:rsidP="006974AE">
      <w:r>
        <w:t>435.1633</w:t>
      </w:r>
      <w:r>
        <w:tab/>
        <w:t>1.013e0</w:t>
      </w:r>
    </w:p>
    <w:p w:rsidR="006974AE" w:rsidRDefault="006974AE" w:rsidP="006974AE">
      <w:r>
        <w:t>435.1713</w:t>
      </w:r>
      <w:r>
        <w:tab/>
        <w:t>3.038e0</w:t>
      </w:r>
    </w:p>
    <w:p w:rsidR="006974AE" w:rsidRDefault="006974AE" w:rsidP="006974AE">
      <w:r>
        <w:t>435.1853</w:t>
      </w:r>
      <w:r>
        <w:tab/>
        <w:t>3.958e0</w:t>
      </w:r>
    </w:p>
    <w:p w:rsidR="006974AE" w:rsidRDefault="006974AE" w:rsidP="006974AE">
      <w:r>
        <w:t>435.1874</w:t>
      </w:r>
      <w:r>
        <w:tab/>
        <w:t>3.038e0</w:t>
      </w:r>
    </w:p>
    <w:p w:rsidR="006974AE" w:rsidRDefault="006974AE" w:rsidP="006974AE">
      <w:r>
        <w:t>435.1897</w:t>
      </w:r>
      <w:r>
        <w:tab/>
        <w:t>4.051e0</w:t>
      </w:r>
    </w:p>
    <w:p w:rsidR="006974AE" w:rsidRDefault="006974AE" w:rsidP="006974AE">
      <w:r>
        <w:t>435.1933</w:t>
      </w:r>
      <w:r>
        <w:tab/>
        <w:t>1.013e0</w:t>
      </w:r>
    </w:p>
    <w:p w:rsidR="006974AE" w:rsidRDefault="006974AE" w:rsidP="006974AE">
      <w:r>
        <w:t>435.2289</w:t>
      </w:r>
      <w:r>
        <w:tab/>
        <w:t>6.076e0</w:t>
      </w:r>
    </w:p>
    <w:p w:rsidR="006974AE" w:rsidRDefault="006974AE" w:rsidP="006974AE">
      <w:r>
        <w:t>435.2330</w:t>
      </w:r>
      <w:r>
        <w:tab/>
        <w:t>2.025e0</w:t>
      </w:r>
    </w:p>
    <w:p w:rsidR="006974AE" w:rsidRDefault="006974AE" w:rsidP="006974AE">
      <w:r>
        <w:t>435.2382</w:t>
      </w:r>
      <w:r>
        <w:tab/>
        <w:t>1.013e0</w:t>
      </w:r>
    </w:p>
    <w:p w:rsidR="006974AE" w:rsidRDefault="006974AE" w:rsidP="006974AE">
      <w:r>
        <w:t>435.2435</w:t>
      </w:r>
      <w:r>
        <w:tab/>
        <w:t>3.038e0</w:t>
      </w:r>
    </w:p>
    <w:p w:rsidR="006974AE" w:rsidRDefault="006974AE" w:rsidP="006974AE">
      <w:r>
        <w:t>435.2631</w:t>
      </w:r>
      <w:r>
        <w:tab/>
        <w:t>1.013e0</w:t>
      </w:r>
    </w:p>
    <w:p w:rsidR="006974AE" w:rsidRDefault="006974AE" w:rsidP="006974AE">
      <w:r>
        <w:t>435.2693</w:t>
      </w:r>
      <w:r>
        <w:tab/>
        <w:t>3.423e0</w:t>
      </w:r>
    </w:p>
    <w:p w:rsidR="006974AE" w:rsidRDefault="006974AE" w:rsidP="006974AE">
      <w:r>
        <w:t>435.2734</w:t>
      </w:r>
      <w:r>
        <w:tab/>
        <w:t>2.025e0</w:t>
      </w:r>
    </w:p>
    <w:p w:rsidR="006974AE" w:rsidRDefault="006974AE" w:rsidP="006974AE">
      <w:r>
        <w:t>435.2751</w:t>
      </w:r>
      <w:r>
        <w:tab/>
        <w:t>2.025e0</w:t>
      </w:r>
    </w:p>
    <w:p w:rsidR="006974AE" w:rsidRDefault="006974AE" w:rsidP="006974AE">
      <w:r>
        <w:t>435.2811</w:t>
      </w:r>
      <w:r>
        <w:tab/>
        <w:t>1.013e0</w:t>
      </w:r>
    </w:p>
    <w:p w:rsidR="006974AE" w:rsidRDefault="006974AE" w:rsidP="006974AE">
      <w:r>
        <w:t>435.2897</w:t>
      </w:r>
      <w:r>
        <w:tab/>
        <w:t>2.907e0</w:t>
      </w:r>
    </w:p>
    <w:p w:rsidR="006974AE" w:rsidRDefault="006974AE" w:rsidP="006974AE">
      <w:r>
        <w:lastRenderedPageBreak/>
        <w:t>435.3098</w:t>
      </w:r>
      <w:r>
        <w:tab/>
        <w:t>2.025e0</w:t>
      </w:r>
    </w:p>
    <w:p w:rsidR="006974AE" w:rsidRDefault="006974AE" w:rsidP="006974AE">
      <w:r>
        <w:t>435.3204</w:t>
      </w:r>
      <w:r>
        <w:tab/>
        <w:t>1.013e0</w:t>
      </w:r>
    </w:p>
    <w:p w:rsidR="006974AE" w:rsidRDefault="006974AE" w:rsidP="006974AE">
      <w:r>
        <w:t>435.3297</w:t>
      </w:r>
      <w:r>
        <w:tab/>
        <w:t>2.025e0</w:t>
      </w:r>
    </w:p>
    <w:p w:rsidR="006974AE" w:rsidRDefault="006974AE" w:rsidP="006974AE">
      <w:r>
        <w:t>435.3335</w:t>
      </w:r>
      <w:r>
        <w:tab/>
        <w:t>2.025e0</w:t>
      </w:r>
    </w:p>
    <w:p w:rsidR="006974AE" w:rsidRDefault="006974AE" w:rsidP="006974AE">
      <w:r>
        <w:t>435.3384</w:t>
      </w:r>
      <w:r>
        <w:tab/>
        <w:t>1.013e0</w:t>
      </w:r>
    </w:p>
    <w:p w:rsidR="006974AE" w:rsidRDefault="006974AE" w:rsidP="006974AE">
      <w:r>
        <w:t>435.3604</w:t>
      </w:r>
      <w:r>
        <w:tab/>
        <w:t>1.013e0</w:t>
      </w:r>
    </w:p>
    <w:p w:rsidR="006974AE" w:rsidRDefault="006974AE" w:rsidP="006974AE">
      <w:r>
        <w:t>435.3772</w:t>
      </w:r>
      <w:r>
        <w:tab/>
        <w:t>1.013e0</w:t>
      </w:r>
    </w:p>
    <w:p w:rsidR="006974AE" w:rsidRDefault="006974AE" w:rsidP="006974AE">
      <w:r>
        <w:t>435.3848</w:t>
      </w:r>
      <w:r>
        <w:tab/>
        <w:t>1.013e0</w:t>
      </w:r>
    </w:p>
    <w:p w:rsidR="006974AE" w:rsidRDefault="006974AE" w:rsidP="006974AE">
      <w:r>
        <w:t>435.4149</w:t>
      </w:r>
      <w:r>
        <w:tab/>
        <w:t>1.013e0</w:t>
      </w:r>
    </w:p>
    <w:p w:rsidR="006974AE" w:rsidRDefault="006974AE" w:rsidP="006974AE">
      <w:r>
        <w:t>435.4378</w:t>
      </w:r>
      <w:r>
        <w:tab/>
        <w:t>1.013e0</w:t>
      </w:r>
    </w:p>
    <w:p w:rsidR="006974AE" w:rsidRDefault="006974AE" w:rsidP="006974AE">
      <w:r>
        <w:t>435.4500</w:t>
      </w:r>
      <w:r>
        <w:tab/>
        <w:t>2.025e0</w:t>
      </w:r>
    </w:p>
    <w:p w:rsidR="006974AE" w:rsidRDefault="006974AE" w:rsidP="006974AE">
      <w:r>
        <w:t>435.4536</w:t>
      </w:r>
      <w:r>
        <w:tab/>
        <w:t>1.013e0</w:t>
      </w:r>
    </w:p>
    <w:p w:rsidR="006974AE" w:rsidRDefault="006974AE" w:rsidP="006974AE">
      <w:r>
        <w:t>435.4576</w:t>
      </w:r>
      <w:r>
        <w:tab/>
        <w:t>2.025e0</w:t>
      </w:r>
    </w:p>
    <w:p w:rsidR="006974AE" w:rsidRDefault="006974AE" w:rsidP="006974AE">
      <w:r>
        <w:t>435.4765</w:t>
      </w:r>
      <w:r>
        <w:tab/>
        <w:t>2.025e0</w:t>
      </w:r>
    </w:p>
    <w:p w:rsidR="006974AE" w:rsidRDefault="006974AE" w:rsidP="006974AE">
      <w:r>
        <w:t>435.4853</w:t>
      </w:r>
      <w:r>
        <w:tab/>
        <w:t>1.013e0</w:t>
      </w:r>
    </w:p>
    <w:p w:rsidR="006974AE" w:rsidRDefault="006974AE" w:rsidP="006974AE">
      <w:r>
        <w:t>435.5430</w:t>
      </w:r>
      <w:r>
        <w:tab/>
        <w:t>1.013e0</w:t>
      </w:r>
    </w:p>
    <w:p w:rsidR="006974AE" w:rsidRDefault="006974AE" w:rsidP="006974AE">
      <w:r>
        <w:t>435.5461</w:t>
      </w:r>
      <w:r>
        <w:tab/>
        <w:t>1.013e0</w:t>
      </w:r>
    </w:p>
    <w:p w:rsidR="006974AE" w:rsidRDefault="006974AE" w:rsidP="006974AE">
      <w:r>
        <w:t>435.5820</w:t>
      </w:r>
      <w:r>
        <w:tab/>
        <w:t>1.013e0</w:t>
      </w:r>
    </w:p>
    <w:p w:rsidR="006974AE" w:rsidRDefault="006974AE" w:rsidP="006974AE">
      <w:r>
        <w:t>435.6249</w:t>
      </w:r>
      <w:r>
        <w:tab/>
        <w:t>1.013e0</w:t>
      </w:r>
    </w:p>
    <w:p w:rsidR="006974AE" w:rsidRDefault="006974AE" w:rsidP="006974AE">
      <w:r>
        <w:lastRenderedPageBreak/>
        <w:t>435.6288</w:t>
      </w:r>
      <w:r>
        <w:tab/>
        <w:t>1.013e0</w:t>
      </w:r>
    </w:p>
    <w:p w:rsidR="006974AE" w:rsidRDefault="006974AE" w:rsidP="006974AE">
      <w:r>
        <w:t>435.6465</w:t>
      </w:r>
      <w:r>
        <w:tab/>
        <w:t>1.013e0</w:t>
      </w:r>
    </w:p>
    <w:p w:rsidR="006974AE" w:rsidRDefault="006974AE" w:rsidP="006974AE">
      <w:r>
        <w:t>435.6599</w:t>
      </w:r>
      <w:r>
        <w:tab/>
        <w:t>1.013e0</w:t>
      </w:r>
    </w:p>
    <w:p w:rsidR="006974AE" w:rsidRDefault="006974AE" w:rsidP="006974AE">
      <w:r>
        <w:t>435.6747</w:t>
      </w:r>
      <w:r>
        <w:tab/>
        <w:t>1.013e0</w:t>
      </w:r>
    </w:p>
    <w:p w:rsidR="006974AE" w:rsidRDefault="006974AE" w:rsidP="006974AE">
      <w:r>
        <w:t>435.6953</w:t>
      </w:r>
      <w:r>
        <w:tab/>
        <w:t>2.025e0</w:t>
      </w:r>
    </w:p>
    <w:p w:rsidR="006974AE" w:rsidRDefault="006974AE" w:rsidP="006974AE">
      <w:r>
        <w:t>435.7133</w:t>
      </w:r>
      <w:r>
        <w:tab/>
        <w:t>3.038e0</w:t>
      </w:r>
    </w:p>
    <w:p w:rsidR="006974AE" w:rsidRDefault="006974AE" w:rsidP="006974AE">
      <w:r>
        <w:t>435.7180</w:t>
      </w:r>
      <w:r>
        <w:tab/>
        <w:t>2.025e0</w:t>
      </w:r>
    </w:p>
    <w:p w:rsidR="006974AE" w:rsidRDefault="006974AE" w:rsidP="006974AE">
      <w:r>
        <w:t>435.7257</w:t>
      </w:r>
      <w:r>
        <w:tab/>
        <w:t>1.013e0</w:t>
      </w:r>
    </w:p>
    <w:p w:rsidR="006974AE" w:rsidRDefault="006974AE" w:rsidP="006974AE">
      <w:r>
        <w:t>435.7287</w:t>
      </w:r>
      <w:r>
        <w:tab/>
        <w:t>1.013e0</w:t>
      </w:r>
    </w:p>
    <w:p w:rsidR="006974AE" w:rsidRDefault="006974AE" w:rsidP="006974AE">
      <w:r>
        <w:t>435.7895</w:t>
      </w:r>
      <w:r>
        <w:tab/>
        <w:t>1.013e0</w:t>
      </w:r>
    </w:p>
    <w:p w:rsidR="006974AE" w:rsidRDefault="006974AE" w:rsidP="006974AE">
      <w:r>
        <w:t>435.8082</w:t>
      </w:r>
      <w:r>
        <w:tab/>
        <w:t>1.013e0</w:t>
      </w:r>
    </w:p>
    <w:p w:rsidR="006974AE" w:rsidRDefault="006974AE" w:rsidP="006974AE">
      <w:r>
        <w:t>435.8123</w:t>
      </w:r>
      <w:r>
        <w:tab/>
        <w:t>1.013e0</w:t>
      </w:r>
    </w:p>
    <w:p w:rsidR="006974AE" w:rsidRDefault="006974AE" w:rsidP="006974AE">
      <w:r>
        <w:t>435.8245</w:t>
      </w:r>
      <w:r>
        <w:tab/>
        <w:t>3.038e0</w:t>
      </w:r>
    </w:p>
    <w:p w:rsidR="006974AE" w:rsidRDefault="006974AE" w:rsidP="006974AE">
      <w:r>
        <w:t>435.8404</w:t>
      </w:r>
      <w:r>
        <w:tab/>
        <w:t>2.025e0</w:t>
      </w:r>
    </w:p>
    <w:p w:rsidR="006974AE" w:rsidRDefault="006974AE" w:rsidP="006974AE">
      <w:r>
        <w:t>435.8511</w:t>
      </w:r>
      <w:r>
        <w:tab/>
        <w:t>1.013e0</w:t>
      </w:r>
    </w:p>
    <w:p w:rsidR="006974AE" w:rsidRDefault="006974AE" w:rsidP="006974AE">
      <w:r>
        <w:t>435.8634</w:t>
      </w:r>
      <w:r>
        <w:tab/>
        <w:t>3.038e0</w:t>
      </w:r>
    </w:p>
    <w:p w:rsidR="006974AE" w:rsidRDefault="006974AE" w:rsidP="006974AE">
      <w:r>
        <w:t>435.8748</w:t>
      </w:r>
      <w:r>
        <w:tab/>
        <w:t>3.038e0</w:t>
      </w:r>
    </w:p>
    <w:p w:rsidR="006974AE" w:rsidRDefault="006974AE" w:rsidP="006974AE">
      <w:r>
        <w:t>435.8775</w:t>
      </w:r>
      <w:r>
        <w:tab/>
        <w:t>2.025e0</w:t>
      </w:r>
    </w:p>
    <w:p w:rsidR="006974AE" w:rsidRDefault="006974AE" w:rsidP="006974AE">
      <w:r>
        <w:t>435.8872</w:t>
      </w:r>
      <w:r>
        <w:tab/>
        <w:t>3.038e0</w:t>
      </w:r>
    </w:p>
    <w:p w:rsidR="006974AE" w:rsidRDefault="006974AE" w:rsidP="006974AE">
      <w:r>
        <w:lastRenderedPageBreak/>
        <w:t>435.8897</w:t>
      </w:r>
      <w:r>
        <w:tab/>
        <w:t>3.038e0</w:t>
      </w:r>
    </w:p>
    <w:p w:rsidR="006974AE" w:rsidRDefault="006974AE" w:rsidP="006974AE">
      <w:r>
        <w:t>435.9046</w:t>
      </w:r>
      <w:r>
        <w:tab/>
        <w:t>1.013e0</w:t>
      </w:r>
    </w:p>
    <w:p w:rsidR="006974AE" w:rsidRDefault="006974AE" w:rsidP="006974AE">
      <w:r>
        <w:t>435.9162</w:t>
      </w:r>
      <w:r>
        <w:tab/>
        <w:t>2.025e0</w:t>
      </w:r>
    </w:p>
    <w:p w:rsidR="006974AE" w:rsidRDefault="006974AE" w:rsidP="006974AE">
      <w:r>
        <w:t>435.9473</w:t>
      </w:r>
      <w:r>
        <w:tab/>
        <w:t>1.013e0</w:t>
      </w:r>
    </w:p>
    <w:p w:rsidR="006974AE" w:rsidRDefault="006974AE" w:rsidP="006974AE">
      <w:r>
        <w:t>435.9508</w:t>
      </w:r>
      <w:r>
        <w:tab/>
        <w:t>3.038e0</w:t>
      </w:r>
    </w:p>
    <w:p w:rsidR="006974AE" w:rsidRDefault="006974AE" w:rsidP="006974AE">
      <w:r>
        <w:t>435.9598</w:t>
      </w:r>
      <w:r>
        <w:tab/>
        <w:t>2.025e0</w:t>
      </w:r>
    </w:p>
    <w:p w:rsidR="006974AE" w:rsidRDefault="006974AE" w:rsidP="006974AE">
      <w:r>
        <w:t>435.9615</w:t>
      </w:r>
      <w:r>
        <w:tab/>
        <w:t>2.025e0</w:t>
      </w:r>
    </w:p>
    <w:p w:rsidR="006974AE" w:rsidRDefault="006974AE" w:rsidP="006974AE">
      <w:r>
        <w:t>435.9962</w:t>
      </w:r>
      <w:r>
        <w:tab/>
        <w:t>2.025e0</w:t>
      </w:r>
    </w:p>
    <w:p w:rsidR="006974AE" w:rsidRDefault="006974AE" w:rsidP="006974AE">
      <w:r>
        <w:t>436.0065</w:t>
      </w:r>
      <w:r>
        <w:tab/>
        <w:t>2.025e0</w:t>
      </w:r>
    </w:p>
    <w:p w:rsidR="006974AE" w:rsidRDefault="006974AE" w:rsidP="006974AE">
      <w:r>
        <w:t>436.0193</w:t>
      </w:r>
      <w:r>
        <w:tab/>
        <w:t>1.013e0</w:t>
      </w:r>
    </w:p>
    <w:p w:rsidR="006974AE" w:rsidRDefault="006974AE" w:rsidP="006974AE">
      <w:r>
        <w:t>436.0264</w:t>
      </w:r>
      <w:r>
        <w:tab/>
        <w:t>1.013e0</w:t>
      </w:r>
    </w:p>
    <w:p w:rsidR="006974AE" w:rsidRDefault="006974AE" w:rsidP="006974AE">
      <w:r>
        <w:t>436.0376</w:t>
      </w:r>
      <w:r>
        <w:tab/>
        <w:t>2.025e0</w:t>
      </w:r>
    </w:p>
    <w:p w:rsidR="006974AE" w:rsidRDefault="006974AE" w:rsidP="006974AE">
      <w:r>
        <w:t>436.0405</w:t>
      </w:r>
      <w:r>
        <w:tab/>
        <w:t>2.025e0</w:t>
      </w:r>
    </w:p>
    <w:p w:rsidR="006974AE" w:rsidRDefault="006974AE" w:rsidP="006974AE">
      <w:r>
        <w:t>436.0652</w:t>
      </w:r>
      <w:r>
        <w:tab/>
        <w:t>1.013e0</w:t>
      </w:r>
    </w:p>
    <w:p w:rsidR="006974AE" w:rsidRDefault="006974AE" w:rsidP="006974AE">
      <w:r>
        <w:t>436.0668</w:t>
      </w:r>
      <w:r>
        <w:tab/>
        <w:t>2.025e0</w:t>
      </w:r>
    </w:p>
    <w:p w:rsidR="006974AE" w:rsidRDefault="006974AE" w:rsidP="006974AE">
      <w:r>
        <w:t>436.0912</w:t>
      </w:r>
      <w:r>
        <w:tab/>
        <w:t>1.013e0</w:t>
      </w:r>
    </w:p>
    <w:p w:rsidR="006974AE" w:rsidRDefault="006974AE" w:rsidP="006974AE">
      <w:r>
        <w:t>436.1085</w:t>
      </w:r>
      <w:r>
        <w:tab/>
        <w:t>1.013e0</w:t>
      </w:r>
    </w:p>
    <w:p w:rsidR="006974AE" w:rsidRDefault="006974AE" w:rsidP="006974AE">
      <w:r>
        <w:t>436.1222</w:t>
      </w:r>
      <w:r>
        <w:tab/>
        <w:t>2.025e0</w:t>
      </w:r>
    </w:p>
    <w:p w:rsidR="006974AE" w:rsidRDefault="006974AE" w:rsidP="006974AE">
      <w:r>
        <w:t>436.1480</w:t>
      </w:r>
      <w:r>
        <w:tab/>
        <w:t>1.013e0</w:t>
      </w:r>
    </w:p>
    <w:p w:rsidR="006974AE" w:rsidRDefault="006974AE" w:rsidP="006974AE">
      <w:r>
        <w:lastRenderedPageBreak/>
        <w:t>436.1519</w:t>
      </w:r>
      <w:r>
        <w:tab/>
        <w:t>2.025e0</w:t>
      </w:r>
    </w:p>
    <w:p w:rsidR="006974AE" w:rsidRDefault="006974AE" w:rsidP="006974AE">
      <w:r>
        <w:t>436.1593</w:t>
      </w:r>
      <w:r>
        <w:tab/>
        <w:t>2.025e0</w:t>
      </w:r>
    </w:p>
    <w:p w:rsidR="006974AE" w:rsidRDefault="006974AE" w:rsidP="006974AE">
      <w:r>
        <w:t>436.1642</w:t>
      </w:r>
      <w:r>
        <w:tab/>
        <w:t>1.013e0</w:t>
      </w:r>
    </w:p>
    <w:p w:rsidR="006974AE" w:rsidRDefault="006974AE" w:rsidP="006974AE">
      <w:r>
        <w:t>436.1684</w:t>
      </w:r>
      <w:r>
        <w:tab/>
        <w:t>1.863e0</w:t>
      </w:r>
    </w:p>
    <w:p w:rsidR="006974AE" w:rsidRDefault="006974AE" w:rsidP="006974AE">
      <w:r>
        <w:t>436.1862</w:t>
      </w:r>
      <w:r>
        <w:tab/>
        <w:t>4.051e0</w:t>
      </w:r>
    </w:p>
    <w:p w:rsidR="006974AE" w:rsidRDefault="006974AE" w:rsidP="006974AE">
      <w:r>
        <w:t>436.2054</w:t>
      </w:r>
      <w:r>
        <w:tab/>
        <w:t>2.914e0</w:t>
      </w:r>
    </w:p>
    <w:p w:rsidR="006974AE" w:rsidRDefault="006974AE" w:rsidP="006974AE">
      <w:r>
        <w:t>436.2179</w:t>
      </w:r>
      <w:r>
        <w:tab/>
        <w:t>4.051e0</w:t>
      </w:r>
    </w:p>
    <w:p w:rsidR="006974AE" w:rsidRDefault="006974AE" w:rsidP="006974AE">
      <w:r>
        <w:t>436.2310</w:t>
      </w:r>
      <w:r>
        <w:tab/>
        <w:t>4.051e0</w:t>
      </w:r>
    </w:p>
    <w:p w:rsidR="006974AE" w:rsidRDefault="006974AE" w:rsidP="006974AE">
      <w:r>
        <w:t>436.2344</w:t>
      </w:r>
      <w:r>
        <w:tab/>
        <w:t>1.013e0</w:t>
      </w:r>
    </w:p>
    <w:p w:rsidR="006974AE" w:rsidRDefault="006974AE" w:rsidP="006974AE">
      <w:r>
        <w:t>436.2446</w:t>
      </w:r>
      <w:r>
        <w:tab/>
        <w:t>5.063e0</w:t>
      </w:r>
    </w:p>
    <w:p w:rsidR="006974AE" w:rsidRDefault="006974AE" w:rsidP="006974AE">
      <w:r>
        <w:t>436.2566</w:t>
      </w:r>
      <w:r>
        <w:tab/>
        <w:t>1.013e0</w:t>
      </w:r>
    </w:p>
    <w:p w:rsidR="006974AE" w:rsidRDefault="006974AE" w:rsidP="006974AE">
      <w:r>
        <w:t>436.2896</w:t>
      </w:r>
      <w:r>
        <w:tab/>
        <w:t>2.025e0</w:t>
      </w:r>
    </w:p>
    <w:p w:rsidR="006974AE" w:rsidRDefault="006974AE" w:rsidP="006974AE">
      <w:r>
        <w:t>436.2991</w:t>
      </w:r>
      <w:r>
        <w:tab/>
        <w:t>2.025e0</w:t>
      </w:r>
    </w:p>
    <w:p w:rsidR="006974AE" w:rsidRDefault="006974AE" w:rsidP="006974AE">
      <w:r>
        <w:t>436.3071</w:t>
      </w:r>
      <w:r>
        <w:tab/>
        <w:t>2.025e0</w:t>
      </w:r>
    </w:p>
    <w:p w:rsidR="006974AE" w:rsidRDefault="006974AE" w:rsidP="006974AE">
      <w:r>
        <w:t>436.3177</w:t>
      </w:r>
      <w:r>
        <w:tab/>
        <w:t>5.063e0</w:t>
      </w:r>
    </w:p>
    <w:p w:rsidR="006974AE" w:rsidRDefault="006974AE" w:rsidP="006974AE">
      <w:r>
        <w:t>436.3396</w:t>
      </w:r>
      <w:r>
        <w:tab/>
        <w:t>3.038e0</w:t>
      </w:r>
    </w:p>
    <w:p w:rsidR="006974AE" w:rsidRDefault="006974AE" w:rsidP="006974AE">
      <w:r>
        <w:t>436.3482</w:t>
      </w:r>
      <w:r>
        <w:tab/>
        <w:t>3.038e0</w:t>
      </w:r>
    </w:p>
    <w:p w:rsidR="006974AE" w:rsidRDefault="006974AE" w:rsidP="006974AE">
      <w:r>
        <w:t>436.3527</w:t>
      </w:r>
      <w:r>
        <w:tab/>
        <w:t>1.013e0</w:t>
      </w:r>
    </w:p>
    <w:p w:rsidR="006974AE" w:rsidRDefault="006974AE" w:rsidP="006974AE">
      <w:r>
        <w:t>436.4015</w:t>
      </w:r>
      <w:r>
        <w:tab/>
        <w:t>1.013e0</w:t>
      </w:r>
    </w:p>
    <w:p w:rsidR="006974AE" w:rsidRDefault="006974AE" w:rsidP="006974AE">
      <w:r>
        <w:lastRenderedPageBreak/>
        <w:t>436.4096</w:t>
      </w:r>
      <w:r>
        <w:tab/>
        <w:t>1.013e0</w:t>
      </w:r>
    </w:p>
    <w:p w:rsidR="006974AE" w:rsidRDefault="006974AE" w:rsidP="006974AE">
      <w:r>
        <w:t>436.4173</w:t>
      </w:r>
      <w:r>
        <w:tab/>
        <w:t>2.025e0</w:t>
      </w:r>
    </w:p>
    <w:p w:rsidR="006974AE" w:rsidRDefault="006974AE" w:rsidP="006974AE">
      <w:r>
        <w:t>436.4664</w:t>
      </w:r>
      <w:r>
        <w:tab/>
        <w:t>2.025e0</w:t>
      </w:r>
    </w:p>
    <w:p w:rsidR="006974AE" w:rsidRDefault="006974AE" w:rsidP="006974AE">
      <w:r>
        <w:t>436.4704</w:t>
      </w:r>
      <w:r>
        <w:tab/>
        <w:t>1.013e0</w:t>
      </w:r>
    </w:p>
    <w:p w:rsidR="006974AE" w:rsidRDefault="006974AE" w:rsidP="006974AE">
      <w:r>
        <w:t>436.4831</w:t>
      </w:r>
      <w:r>
        <w:tab/>
        <w:t>2.025e0</w:t>
      </w:r>
    </w:p>
    <w:p w:rsidR="006974AE" w:rsidRDefault="006974AE" w:rsidP="006974AE">
      <w:r>
        <w:t>436.5315</w:t>
      </w:r>
      <w:r>
        <w:tab/>
        <w:t>1.013e0</w:t>
      </w:r>
    </w:p>
    <w:p w:rsidR="006974AE" w:rsidRDefault="006974AE" w:rsidP="006974AE">
      <w:r>
        <w:t>436.5398</w:t>
      </w:r>
      <w:r>
        <w:tab/>
        <w:t>1.013e0</w:t>
      </w:r>
    </w:p>
    <w:p w:rsidR="006974AE" w:rsidRDefault="006974AE" w:rsidP="006974AE">
      <w:r>
        <w:t>436.5776</w:t>
      </w:r>
      <w:r>
        <w:tab/>
        <w:t>1.013e0</w:t>
      </w:r>
    </w:p>
    <w:p w:rsidR="006974AE" w:rsidRDefault="006974AE" w:rsidP="006974AE">
      <w:r>
        <w:t>436.6053</w:t>
      </w:r>
      <w:r>
        <w:tab/>
        <w:t>2.025e0</w:t>
      </w:r>
    </w:p>
    <w:p w:rsidR="006974AE" w:rsidRDefault="006974AE" w:rsidP="006974AE">
      <w:r>
        <w:t>436.6357</w:t>
      </w:r>
      <w:r>
        <w:tab/>
        <w:t>2.025e0</w:t>
      </w:r>
    </w:p>
    <w:p w:rsidR="006974AE" w:rsidRDefault="006974AE" w:rsidP="006974AE">
      <w:r>
        <w:t>436.6465</w:t>
      </w:r>
      <w:r>
        <w:tab/>
        <w:t>1.013e0</w:t>
      </w:r>
    </w:p>
    <w:p w:rsidR="006974AE" w:rsidRDefault="006974AE" w:rsidP="006974AE">
      <w:r>
        <w:t>436.6925</w:t>
      </w:r>
      <w:r>
        <w:tab/>
        <w:t>1.013e0</w:t>
      </w:r>
    </w:p>
    <w:p w:rsidR="006974AE" w:rsidRDefault="006974AE" w:rsidP="006974AE">
      <w:r>
        <w:t>436.6964</w:t>
      </w:r>
      <w:r>
        <w:tab/>
        <w:t>2.025e0</w:t>
      </w:r>
    </w:p>
    <w:p w:rsidR="006974AE" w:rsidRDefault="006974AE" w:rsidP="006974AE">
      <w:r>
        <w:t>436.7182</w:t>
      </w:r>
      <w:r>
        <w:tab/>
        <w:t>1.013e0</w:t>
      </w:r>
    </w:p>
    <w:p w:rsidR="006974AE" w:rsidRDefault="006974AE" w:rsidP="006974AE">
      <w:r>
        <w:t>436.7231</w:t>
      </w:r>
      <w:r>
        <w:tab/>
        <w:t>1.013e0</w:t>
      </w:r>
    </w:p>
    <w:p w:rsidR="006974AE" w:rsidRDefault="006974AE" w:rsidP="006974AE">
      <w:r>
        <w:t>436.8080</w:t>
      </w:r>
      <w:r>
        <w:tab/>
        <w:t>1.013e0</w:t>
      </w:r>
    </w:p>
    <w:p w:rsidR="006974AE" w:rsidRDefault="006974AE" w:rsidP="006974AE">
      <w:r>
        <w:t>436.8411</w:t>
      </w:r>
      <w:r>
        <w:tab/>
        <w:t>2.025e0</w:t>
      </w:r>
    </w:p>
    <w:p w:rsidR="006974AE" w:rsidRDefault="006974AE" w:rsidP="006974AE">
      <w:r>
        <w:t>436.8463</w:t>
      </w:r>
      <w:r>
        <w:tab/>
        <w:t>1.013e0</w:t>
      </w:r>
    </w:p>
    <w:p w:rsidR="006974AE" w:rsidRDefault="006974AE" w:rsidP="006974AE">
      <w:r>
        <w:t>436.8610</w:t>
      </w:r>
      <w:r>
        <w:tab/>
        <w:t>1.013e0</w:t>
      </w:r>
    </w:p>
    <w:p w:rsidR="006974AE" w:rsidRDefault="006974AE" w:rsidP="006974AE">
      <w:r>
        <w:lastRenderedPageBreak/>
        <w:t>436.8846</w:t>
      </w:r>
      <w:r>
        <w:tab/>
        <w:t>1.013e0</w:t>
      </w:r>
    </w:p>
    <w:p w:rsidR="006974AE" w:rsidRDefault="006974AE" w:rsidP="006974AE">
      <w:r>
        <w:t>436.8860</w:t>
      </w:r>
      <w:r>
        <w:tab/>
        <w:t>2.025e0</w:t>
      </w:r>
    </w:p>
    <w:p w:rsidR="006974AE" w:rsidRDefault="006974AE" w:rsidP="006974AE">
      <w:r>
        <w:t>436.9003</w:t>
      </w:r>
      <w:r>
        <w:tab/>
        <w:t>1.013e0</w:t>
      </w:r>
    </w:p>
    <w:p w:rsidR="006974AE" w:rsidRDefault="006974AE" w:rsidP="006974AE">
      <w:r>
        <w:t>436.9275</w:t>
      </w:r>
      <w:r>
        <w:tab/>
        <w:t>4.051e0</w:t>
      </w:r>
    </w:p>
    <w:p w:rsidR="006974AE" w:rsidRDefault="006974AE" w:rsidP="006974AE">
      <w:r>
        <w:t>436.9304</w:t>
      </w:r>
      <w:r>
        <w:tab/>
        <w:t>2.025e0</w:t>
      </w:r>
    </w:p>
    <w:p w:rsidR="006974AE" w:rsidRDefault="006974AE" w:rsidP="006974AE">
      <w:r>
        <w:t>436.9404</w:t>
      </w:r>
      <w:r>
        <w:tab/>
        <w:t>1.013e0</w:t>
      </w:r>
    </w:p>
    <w:p w:rsidR="006974AE" w:rsidRDefault="006974AE" w:rsidP="006974AE">
      <w:r>
        <w:t>436.9620</w:t>
      </w:r>
      <w:r>
        <w:tab/>
        <w:t>3.038e0</w:t>
      </w:r>
    </w:p>
    <w:p w:rsidR="006974AE" w:rsidRDefault="006974AE" w:rsidP="006974AE">
      <w:r>
        <w:t>436.9842</w:t>
      </w:r>
      <w:r>
        <w:tab/>
        <w:t>1.013e0</w:t>
      </w:r>
    </w:p>
    <w:p w:rsidR="006974AE" w:rsidRDefault="006974AE" w:rsidP="006974AE">
      <w:r>
        <w:t>437.0171</w:t>
      </w:r>
      <w:r>
        <w:tab/>
        <w:t>2.025e0</w:t>
      </w:r>
    </w:p>
    <w:p w:rsidR="006974AE" w:rsidRDefault="006974AE" w:rsidP="006974AE">
      <w:r>
        <w:t>437.0186</w:t>
      </w:r>
      <w:r>
        <w:tab/>
        <w:t>1.013e0</w:t>
      </w:r>
    </w:p>
    <w:p w:rsidR="006974AE" w:rsidRDefault="006974AE" w:rsidP="006974AE">
      <w:r>
        <w:t>437.0220</w:t>
      </w:r>
      <w:r>
        <w:tab/>
        <w:t>1.013e0</w:t>
      </w:r>
    </w:p>
    <w:p w:rsidR="006974AE" w:rsidRDefault="006974AE" w:rsidP="006974AE">
      <w:r>
        <w:t>437.0407</w:t>
      </w:r>
      <w:r>
        <w:tab/>
        <w:t>1.013e0</w:t>
      </w:r>
    </w:p>
    <w:p w:rsidR="006974AE" w:rsidRDefault="006974AE" w:rsidP="006974AE">
      <w:r>
        <w:t>437.0455</w:t>
      </w:r>
      <w:r>
        <w:tab/>
        <w:t>3.038e0</w:t>
      </w:r>
    </w:p>
    <w:p w:rsidR="006974AE" w:rsidRDefault="006974AE" w:rsidP="006974AE">
      <w:r>
        <w:t>437.0527</w:t>
      </w:r>
      <w:r>
        <w:tab/>
        <w:t>1.013e0</w:t>
      </w:r>
    </w:p>
    <w:p w:rsidR="006974AE" w:rsidRDefault="006974AE" w:rsidP="006974AE">
      <w:r>
        <w:t>437.0680</w:t>
      </w:r>
      <w:r>
        <w:tab/>
        <w:t>1.013e0</w:t>
      </w:r>
    </w:p>
    <w:p w:rsidR="006974AE" w:rsidRDefault="006974AE" w:rsidP="006974AE">
      <w:r>
        <w:t>437.0795</w:t>
      </w:r>
      <w:r>
        <w:tab/>
        <w:t>1.013e0</w:t>
      </w:r>
    </w:p>
    <w:p w:rsidR="006974AE" w:rsidRDefault="006974AE" w:rsidP="006974AE">
      <w:r>
        <w:t>437.1011</w:t>
      </w:r>
      <w:r>
        <w:tab/>
        <w:t>1.013e0</w:t>
      </w:r>
    </w:p>
    <w:p w:rsidR="006974AE" w:rsidRDefault="006974AE" w:rsidP="006974AE">
      <w:r>
        <w:t>437.1410</w:t>
      </w:r>
      <w:r>
        <w:tab/>
        <w:t>1.013e0</w:t>
      </w:r>
    </w:p>
    <w:p w:rsidR="006974AE" w:rsidRDefault="006974AE" w:rsidP="006974AE">
      <w:r>
        <w:t>437.1447</w:t>
      </w:r>
      <w:r>
        <w:tab/>
        <w:t>1.013e0</w:t>
      </w:r>
    </w:p>
    <w:p w:rsidR="006974AE" w:rsidRDefault="006974AE" w:rsidP="006974AE">
      <w:r>
        <w:lastRenderedPageBreak/>
        <w:t>437.1548</w:t>
      </w:r>
      <w:r>
        <w:tab/>
        <w:t>4.780e0</w:t>
      </w:r>
    </w:p>
    <w:p w:rsidR="006974AE" w:rsidRDefault="006974AE" w:rsidP="006974AE">
      <w:r>
        <w:t>437.1585</w:t>
      </w:r>
      <w:r>
        <w:tab/>
        <w:t>4.051e0</w:t>
      </w:r>
    </w:p>
    <w:p w:rsidR="006974AE" w:rsidRDefault="006974AE" w:rsidP="006974AE">
      <w:r>
        <w:t>437.1602</w:t>
      </w:r>
      <w:r>
        <w:tab/>
        <w:t>2.025e0</w:t>
      </w:r>
    </w:p>
    <w:p w:rsidR="006974AE" w:rsidRDefault="006974AE" w:rsidP="006974AE">
      <w:r>
        <w:t>437.1661</w:t>
      </w:r>
      <w:r>
        <w:tab/>
        <w:t>2.025e0</w:t>
      </w:r>
    </w:p>
    <w:p w:rsidR="006974AE" w:rsidRDefault="006974AE" w:rsidP="006974AE">
      <w:r>
        <w:t>437.1691</w:t>
      </w:r>
      <w:r>
        <w:tab/>
        <w:t>2.025e0</w:t>
      </w:r>
    </w:p>
    <w:p w:rsidR="006974AE" w:rsidRDefault="006974AE" w:rsidP="006974AE">
      <w:r>
        <w:t>437.2008</w:t>
      </w:r>
      <w:r>
        <w:tab/>
        <w:t>3.038e0</w:t>
      </w:r>
    </w:p>
    <w:p w:rsidR="006974AE" w:rsidRDefault="006974AE" w:rsidP="006974AE">
      <w:r>
        <w:t>437.2213</w:t>
      </w:r>
      <w:r>
        <w:tab/>
        <w:t>3.038e0</w:t>
      </w:r>
    </w:p>
    <w:p w:rsidR="006974AE" w:rsidRDefault="006974AE" w:rsidP="006974AE">
      <w:r>
        <w:t>437.2287</w:t>
      </w:r>
      <w:r>
        <w:tab/>
        <w:t>5.063e0</w:t>
      </w:r>
    </w:p>
    <w:p w:rsidR="006974AE" w:rsidRDefault="006974AE" w:rsidP="006974AE">
      <w:r>
        <w:t>437.2386</w:t>
      </w:r>
      <w:r>
        <w:tab/>
        <w:t>3.038e0</w:t>
      </w:r>
    </w:p>
    <w:p w:rsidR="006974AE" w:rsidRDefault="006974AE" w:rsidP="006974AE">
      <w:r>
        <w:t>437.2408</w:t>
      </w:r>
      <w:r>
        <w:tab/>
        <w:t>1.013e0</w:t>
      </w:r>
    </w:p>
    <w:p w:rsidR="006974AE" w:rsidRDefault="006974AE" w:rsidP="006974AE">
      <w:r>
        <w:t>437.2468</w:t>
      </w:r>
      <w:r>
        <w:tab/>
        <w:t>2.311e0</w:t>
      </w:r>
    </w:p>
    <w:p w:rsidR="006974AE" w:rsidRDefault="006974AE" w:rsidP="006974AE">
      <w:r>
        <w:t>437.2600</w:t>
      </w:r>
      <w:r>
        <w:tab/>
        <w:t>5.063e0</w:t>
      </w:r>
    </w:p>
    <w:p w:rsidR="006974AE" w:rsidRDefault="006974AE" w:rsidP="006974AE">
      <w:r>
        <w:t>437.2722</w:t>
      </w:r>
      <w:r>
        <w:tab/>
        <w:t>3.038e0</w:t>
      </w:r>
    </w:p>
    <w:p w:rsidR="006974AE" w:rsidRDefault="006974AE" w:rsidP="006974AE">
      <w:r>
        <w:t>437.2761</w:t>
      </w:r>
      <w:r>
        <w:tab/>
        <w:t>3.038e0</w:t>
      </w:r>
    </w:p>
    <w:p w:rsidR="006974AE" w:rsidRDefault="006974AE" w:rsidP="006974AE">
      <w:r>
        <w:t>437.2986</w:t>
      </w:r>
      <w:r>
        <w:tab/>
        <w:t>1.013e0</w:t>
      </w:r>
    </w:p>
    <w:p w:rsidR="006974AE" w:rsidRDefault="006974AE" w:rsidP="006974AE">
      <w:r>
        <w:t>437.3022</w:t>
      </w:r>
      <w:r>
        <w:tab/>
        <w:t>1.013e0</w:t>
      </w:r>
    </w:p>
    <w:p w:rsidR="006974AE" w:rsidRDefault="006974AE" w:rsidP="006974AE">
      <w:r>
        <w:t>437.3044</w:t>
      </w:r>
      <w:r>
        <w:tab/>
        <w:t>2.025e0</w:t>
      </w:r>
    </w:p>
    <w:p w:rsidR="006974AE" w:rsidRDefault="006974AE" w:rsidP="006974AE">
      <w:r>
        <w:t>437.3445</w:t>
      </w:r>
      <w:r>
        <w:tab/>
        <w:t>1.013e0</w:t>
      </w:r>
    </w:p>
    <w:p w:rsidR="006974AE" w:rsidRDefault="006974AE" w:rsidP="006974AE">
      <w:r>
        <w:t>437.3517</w:t>
      </w:r>
      <w:r>
        <w:tab/>
        <w:t>1.013e0</w:t>
      </w:r>
    </w:p>
    <w:p w:rsidR="006974AE" w:rsidRDefault="006974AE" w:rsidP="006974AE">
      <w:r>
        <w:lastRenderedPageBreak/>
        <w:t>437.3592</w:t>
      </w:r>
      <w:r>
        <w:tab/>
        <w:t>2.025e0</w:t>
      </w:r>
    </w:p>
    <w:p w:rsidR="006974AE" w:rsidRDefault="006974AE" w:rsidP="006974AE">
      <w:r>
        <w:t>437.3753</w:t>
      </w:r>
      <w:r>
        <w:tab/>
        <w:t>1.013e0</w:t>
      </w:r>
    </w:p>
    <w:p w:rsidR="006974AE" w:rsidRDefault="006974AE" w:rsidP="006974AE">
      <w:r>
        <w:t>437.3810</w:t>
      </w:r>
      <w:r>
        <w:tab/>
        <w:t>1.013e0</w:t>
      </w:r>
    </w:p>
    <w:p w:rsidR="006974AE" w:rsidRDefault="006974AE" w:rsidP="006974AE">
      <w:r>
        <w:t>437.3978</w:t>
      </w:r>
      <w:r>
        <w:tab/>
        <w:t>1.013e0</w:t>
      </w:r>
    </w:p>
    <w:p w:rsidR="006974AE" w:rsidRDefault="006974AE" w:rsidP="006974AE">
      <w:r>
        <w:t>437.4630</w:t>
      </w:r>
      <w:r>
        <w:tab/>
        <w:t>1.013e0</w:t>
      </w:r>
    </w:p>
    <w:p w:rsidR="006974AE" w:rsidRDefault="006974AE" w:rsidP="006974AE">
      <w:r>
        <w:t>437.4904</w:t>
      </w:r>
      <w:r>
        <w:tab/>
        <w:t>1.013e0</w:t>
      </w:r>
    </w:p>
    <w:p w:rsidR="006974AE" w:rsidRDefault="006974AE" w:rsidP="006974AE">
      <w:r>
        <w:t>437.5244</w:t>
      </w:r>
      <w:r>
        <w:tab/>
        <w:t>1.013e0</w:t>
      </w:r>
    </w:p>
    <w:p w:rsidR="006974AE" w:rsidRDefault="006974AE" w:rsidP="006974AE">
      <w:r>
        <w:t>437.5313</w:t>
      </w:r>
      <w:r>
        <w:tab/>
        <w:t>2.025e0</w:t>
      </w:r>
    </w:p>
    <w:p w:rsidR="006974AE" w:rsidRDefault="006974AE" w:rsidP="006974AE">
      <w:r>
        <w:t>437.5459</w:t>
      </w:r>
      <w:r>
        <w:tab/>
        <w:t>1.013e0</w:t>
      </w:r>
    </w:p>
    <w:p w:rsidR="006974AE" w:rsidRDefault="006974AE" w:rsidP="006974AE">
      <w:r>
        <w:t>437.5672</w:t>
      </w:r>
      <w:r>
        <w:tab/>
        <w:t>1.013e0</w:t>
      </w:r>
    </w:p>
    <w:p w:rsidR="006974AE" w:rsidRDefault="006974AE" w:rsidP="006974AE">
      <w:r>
        <w:t>437.5723</w:t>
      </w:r>
      <w:r>
        <w:tab/>
        <w:t>2.025e0</w:t>
      </w:r>
    </w:p>
    <w:p w:rsidR="006974AE" w:rsidRDefault="006974AE" w:rsidP="006974AE">
      <w:r>
        <w:t>437.6285</w:t>
      </w:r>
      <w:r>
        <w:tab/>
        <w:t>1.013e0</w:t>
      </w:r>
    </w:p>
    <w:p w:rsidR="006974AE" w:rsidRDefault="006974AE" w:rsidP="006974AE">
      <w:r>
        <w:t>437.6481</w:t>
      </w:r>
      <w:r>
        <w:tab/>
        <w:t>4.051e0</w:t>
      </w:r>
    </w:p>
    <w:p w:rsidR="006974AE" w:rsidRDefault="006974AE" w:rsidP="006974AE">
      <w:r>
        <w:t>437.6510</w:t>
      </w:r>
      <w:r>
        <w:tab/>
        <w:t>2.025e0</w:t>
      </w:r>
    </w:p>
    <w:p w:rsidR="006974AE" w:rsidRDefault="006974AE" w:rsidP="006974AE">
      <w:r>
        <w:t>437.7067</w:t>
      </w:r>
      <w:r>
        <w:tab/>
        <w:t>1.013e0</w:t>
      </w:r>
    </w:p>
    <w:p w:rsidR="006974AE" w:rsidRDefault="006974AE" w:rsidP="006974AE">
      <w:r>
        <w:t>437.7251</w:t>
      </w:r>
      <w:r>
        <w:tab/>
        <w:t>1.013e0</w:t>
      </w:r>
    </w:p>
    <w:p w:rsidR="006974AE" w:rsidRDefault="006974AE" w:rsidP="006974AE">
      <w:r>
        <w:t>437.7279</w:t>
      </w:r>
      <w:r>
        <w:tab/>
        <w:t>1.013e0</w:t>
      </w:r>
    </w:p>
    <w:p w:rsidR="006974AE" w:rsidRDefault="006974AE" w:rsidP="006974AE">
      <w:r>
        <w:t>437.7360</w:t>
      </w:r>
      <w:r>
        <w:tab/>
        <w:t>1.013e0</w:t>
      </w:r>
    </w:p>
    <w:p w:rsidR="006974AE" w:rsidRDefault="006974AE" w:rsidP="006974AE">
      <w:r>
        <w:t>437.7974</w:t>
      </w:r>
      <w:r>
        <w:tab/>
        <w:t>1.013e0</w:t>
      </w:r>
    </w:p>
    <w:p w:rsidR="006974AE" w:rsidRDefault="006974AE" w:rsidP="006974AE">
      <w:r>
        <w:lastRenderedPageBreak/>
        <w:t>437.8071</w:t>
      </w:r>
      <w:r>
        <w:tab/>
        <w:t>1.013e0</w:t>
      </w:r>
    </w:p>
    <w:p w:rsidR="006974AE" w:rsidRDefault="006974AE" w:rsidP="006974AE">
      <w:r>
        <w:t>437.8092</w:t>
      </w:r>
      <w:r>
        <w:tab/>
        <w:t>2.025e0</w:t>
      </w:r>
    </w:p>
    <w:p w:rsidR="006974AE" w:rsidRDefault="006974AE" w:rsidP="006974AE">
      <w:r>
        <w:t>437.8279</w:t>
      </w:r>
      <w:r>
        <w:tab/>
        <w:t>4.051e0</w:t>
      </w:r>
    </w:p>
    <w:p w:rsidR="006974AE" w:rsidRDefault="006974AE" w:rsidP="006974AE">
      <w:r>
        <w:t>437.8589</w:t>
      </w:r>
      <w:r>
        <w:tab/>
        <w:t>1.013e0</w:t>
      </w:r>
    </w:p>
    <w:p w:rsidR="006974AE" w:rsidRDefault="006974AE" w:rsidP="006974AE">
      <w:r>
        <w:t>437.8643</w:t>
      </w:r>
      <w:r>
        <w:tab/>
        <w:t>1.013e0</w:t>
      </w:r>
    </w:p>
    <w:p w:rsidR="006974AE" w:rsidRDefault="006974AE" w:rsidP="006974AE">
      <w:r>
        <w:t>437.8742</w:t>
      </w:r>
      <w:r>
        <w:tab/>
        <w:t>2.025e0</w:t>
      </w:r>
    </w:p>
    <w:p w:rsidR="006974AE" w:rsidRDefault="006974AE" w:rsidP="006974AE">
      <w:r>
        <w:t>437.8967</w:t>
      </w:r>
      <w:r>
        <w:tab/>
        <w:t>1.013e0</w:t>
      </w:r>
    </w:p>
    <w:p w:rsidR="006974AE" w:rsidRDefault="006974AE" w:rsidP="006974AE">
      <w:r>
        <w:t>437.8995</w:t>
      </w:r>
      <w:r>
        <w:tab/>
        <w:t>2.025e0</w:t>
      </w:r>
    </w:p>
    <w:p w:rsidR="006974AE" w:rsidRDefault="006974AE" w:rsidP="006974AE">
      <w:r>
        <w:t>437.9434</w:t>
      </w:r>
      <w:r>
        <w:tab/>
        <w:t>1.013e0</w:t>
      </w:r>
    </w:p>
    <w:p w:rsidR="006974AE" w:rsidRDefault="006974AE" w:rsidP="006974AE">
      <w:r>
        <w:t>437.9582</w:t>
      </w:r>
      <w:r>
        <w:tab/>
        <w:t>1.013e0</w:t>
      </w:r>
    </w:p>
    <w:p w:rsidR="006974AE" w:rsidRDefault="006974AE" w:rsidP="006974AE">
      <w:r>
        <w:t>438.0196</w:t>
      </w:r>
      <w:r>
        <w:tab/>
        <w:t>1.013e0</w:t>
      </w:r>
    </w:p>
    <w:p w:rsidR="006974AE" w:rsidRDefault="006974AE" w:rsidP="006974AE">
      <w:r>
        <w:t>438.0208</w:t>
      </w:r>
      <w:r>
        <w:tab/>
        <w:t>3.038e0</w:t>
      </w:r>
    </w:p>
    <w:p w:rsidR="006974AE" w:rsidRDefault="006974AE" w:rsidP="006974AE">
      <w:r>
        <w:t>438.0427</w:t>
      </w:r>
      <w:r>
        <w:tab/>
        <w:t>1.013e0</w:t>
      </w:r>
    </w:p>
    <w:p w:rsidR="006974AE" w:rsidRDefault="006974AE" w:rsidP="006974AE">
      <w:r>
        <w:t>438.0510</w:t>
      </w:r>
      <w:r>
        <w:tab/>
        <w:t>1.013e0</w:t>
      </w:r>
    </w:p>
    <w:p w:rsidR="006974AE" w:rsidRDefault="006974AE" w:rsidP="006974AE">
      <w:r>
        <w:t>438.1707</w:t>
      </w:r>
      <w:r>
        <w:tab/>
        <w:t>2.476e1</w:t>
      </w:r>
    </w:p>
    <w:p w:rsidR="006974AE" w:rsidRDefault="006974AE" w:rsidP="006974AE">
      <w:r>
        <w:t>438.1718</w:t>
      </w:r>
      <w:r>
        <w:tab/>
        <w:t>1.519e1</w:t>
      </w:r>
    </w:p>
    <w:p w:rsidR="006974AE" w:rsidRDefault="006974AE" w:rsidP="006974AE">
      <w:r>
        <w:t>438.1756</w:t>
      </w:r>
      <w:r>
        <w:tab/>
        <w:t>5.266e1</w:t>
      </w:r>
    </w:p>
    <w:p w:rsidR="006974AE" w:rsidRDefault="006974AE" w:rsidP="006974AE">
      <w:r>
        <w:t>438.1773</w:t>
      </w:r>
      <w:r>
        <w:tab/>
        <w:t>1.215e1</w:t>
      </w:r>
    </w:p>
    <w:p w:rsidR="006974AE" w:rsidRDefault="006974AE" w:rsidP="006974AE">
      <w:r>
        <w:t>438.1829</w:t>
      </w:r>
      <w:r>
        <w:tab/>
        <w:t>4.111e1</w:t>
      </w:r>
    </w:p>
    <w:p w:rsidR="006974AE" w:rsidRDefault="006974AE" w:rsidP="006974AE">
      <w:r>
        <w:lastRenderedPageBreak/>
        <w:t>438.2294</w:t>
      </w:r>
      <w:r>
        <w:tab/>
        <w:t>4.796e0</w:t>
      </w:r>
    </w:p>
    <w:p w:rsidR="006974AE" w:rsidRDefault="006974AE" w:rsidP="006974AE">
      <w:r>
        <w:t>438.2331</w:t>
      </w:r>
      <w:r>
        <w:tab/>
        <w:t>2.025e0</w:t>
      </w:r>
    </w:p>
    <w:p w:rsidR="006974AE" w:rsidRDefault="006974AE" w:rsidP="006974AE">
      <w:r>
        <w:t>438.2377</w:t>
      </w:r>
      <w:r>
        <w:tab/>
        <w:t>2.025e0</w:t>
      </w:r>
    </w:p>
    <w:p w:rsidR="006974AE" w:rsidRDefault="006974AE" w:rsidP="006974AE">
      <w:r>
        <w:t>438.2555</w:t>
      </w:r>
      <w:r>
        <w:tab/>
        <w:t>3.038e0</w:t>
      </w:r>
    </w:p>
    <w:p w:rsidR="006974AE" w:rsidRDefault="006974AE" w:rsidP="006974AE">
      <w:r>
        <w:t>438.2699</w:t>
      </w:r>
      <w:r>
        <w:tab/>
        <w:t>1.013e0</w:t>
      </w:r>
    </w:p>
    <w:p w:rsidR="006974AE" w:rsidRDefault="006974AE" w:rsidP="006974AE">
      <w:r>
        <w:t>438.2909</w:t>
      </w:r>
      <w:r>
        <w:tab/>
        <w:t>1.013e0</w:t>
      </w:r>
    </w:p>
    <w:p w:rsidR="006974AE" w:rsidRDefault="006974AE" w:rsidP="006974AE">
      <w:r>
        <w:t>438.3087</w:t>
      </w:r>
      <w:r>
        <w:tab/>
        <w:t>1.013e0</w:t>
      </w:r>
    </w:p>
    <w:p w:rsidR="006974AE" w:rsidRDefault="006974AE" w:rsidP="006974AE">
      <w:r>
        <w:t>438.3218</w:t>
      </w:r>
      <w:r>
        <w:tab/>
        <w:t>3.038e0</w:t>
      </w:r>
    </w:p>
    <w:p w:rsidR="006974AE" w:rsidRDefault="006974AE" w:rsidP="006974AE">
      <w:r>
        <w:t>438.3270</w:t>
      </w:r>
      <w:r>
        <w:tab/>
        <w:t>1.013e0</w:t>
      </w:r>
    </w:p>
    <w:p w:rsidR="006974AE" w:rsidRDefault="006974AE" w:rsidP="006974AE">
      <w:r>
        <w:t>438.3482</w:t>
      </w:r>
      <w:r>
        <w:tab/>
        <w:t>1.013e0</w:t>
      </w:r>
    </w:p>
    <w:p w:rsidR="006974AE" w:rsidRDefault="006974AE" w:rsidP="006974AE">
      <w:r>
        <w:t>438.3618</w:t>
      </w:r>
      <w:r>
        <w:tab/>
        <w:t>2.025e0</w:t>
      </w:r>
    </w:p>
    <w:p w:rsidR="006974AE" w:rsidRDefault="006974AE" w:rsidP="006974AE">
      <w:r>
        <w:t>438.3651</w:t>
      </w:r>
      <w:r>
        <w:tab/>
        <w:t>2.025e0</w:t>
      </w:r>
    </w:p>
    <w:p w:rsidR="006974AE" w:rsidRDefault="006974AE" w:rsidP="006974AE">
      <w:r>
        <w:t>438.3681</w:t>
      </w:r>
      <w:r>
        <w:tab/>
        <w:t>7.089e0</w:t>
      </w:r>
    </w:p>
    <w:p w:rsidR="006974AE" w:rsidRDefault="006974AE" w:rsidP="006974AE">
      <w:r>
        <w:t>438.3821</w:t>
      </w:r>
      <w:r>
        <w:tab/>
        <w:t>2.025e0</w:t>
      </w:r>
    </w:p>
    <w:p w:rsidR="006974AE" w:rsidRDefault="006974AE" w:rsidP="006974AE">
      <w:r>
        <w:t>438.3911</w:t>
      </w:r>
      <w:r>
        <w:tab/>
        <w:t>3.038e0</w:t>
      </w:r>
    </w:p>
    <w:p w:rsidR="006974AE" w:rsidRDefault="006974AE" w:rsidP="006974AE">
      <w:r>
        <w:t>438.3923</w:t>
      </w:r>
      <w:r>
        <w:tab/>
        <w:t>2.025e0</w:t>
      </w:r>
    </w:p>
    <w:p w:rsidR="006974AE" w:rsidRDefault="006974AE" w:rsidP="006974AE">
      <w:r>
        <w:t>438.4056</w:t>
      </w:r>
      <w:r>
        <w:tab/>
        <w:t>4.051e0</w:t>
      </w:r>
    </w:p>
    <w:p w:rsidR="006974AE" w:rsidRDefault="006974AE" w:rsidP="006974AE">
      <w:r>
        <w:t>438.4132</w:t>
      </w:r>
      <w:r>
        <w:tab/>
        <w:t>1.013e0</w:t>
      </w:r>
    </w:p>
    <w:p w:rsidR="006974AE" w:rsidRDefault="006974AE" w:rsidP="006974AE">
      <w:r>
        <w:t>438.4352</w:t>
      </w:r>
      <w:r>
        <w:tab/>
        <w:t>1.013e0</w:t>
      </w:r>
    </w:p>
    <w:p w:rsidR="006974AE" w:rsidRDefault="006974AE" w:rsidP="006974AE">
      <w:r>
        <w:lastRenderedPageBreak/>
        <w:t>438.4390</w:t>
      </w:r>
      <w:r>
        <w:tab/>
        <w:t>2.025e0</w:t>
      </w:r>
    </w:p>
    <w:p w:rsidR="006974AE" w:rsidRDefault="006974AE" w:rsidP="006974AE">
      <w:r>
        <w:t>438.4423</w:t>
      </w:r>
      <w:r>
        <w:tab/>
        <w:t>1.013e0</w:t>
      </w:r>
    </w:p>
    <w:p w:rsidR="006974AE" w:rsidRDefault="006974AE" w:rsidP="006974AE">
      <w:r>
        <w:t>438.4654</w:t>
      </w:r>
      <w:r>
        <w:tab/>
        <w:t>1.013e0</w:t>
      </w:r>
    </w:p>
    <w:p w:rsidR="006974AE" w:rsidRDefault="006974AE" w:rsidP="006974AE">
      <w:r>
        <w:t>438.4785</w:t>
      </w:r>
      <w:r>
        <w:tab/>
        <w:t>2.025e0</w:t>
      </w:r>
    </w:p>
    <w:p w:rsidR="006974AE" w:rsidRDefault="006974AE" w:rsidP="006974AE">
      <w:r>
        <w:t>438.4808</w:t>
      </w:r>
      <w:r>
        <w:tab/>
        <w:t>1.013e0</w:t>
      </w:r>
    </w:p>
    <w:p w:rsidR="006974AE" w:rsidRDefault="006974AE" w:rsidP="006974AE">
      <w:r>
        <w:t>438.4888</w:t>
      </w:r>
      <w:r>
        <w:tab/>
        <w:t>1.013e0</w:t>
      </w:r>
    </w:p>
    <w:p w:rsidR="006974AE" w:rsidRDefault="006974AE" w:rsidP="006974AE">
      <w:r>
        <w:t>438.5197</w:t>
      </w:r>
      <w:r>
        <w:tab/>
        <w:t>1.013e0</w:t>
      </w:r>
    </w:p>
    <w:p w:rsidR="006974AE" w:rsidRDefault="006974AE" w:rsidP="006974AE">
      <w:r>
        <w:t>438.5346</w:t>
      </w:r>
      <w:r>
        <w:tab/>
        <w:t>1.013e0</w:t>
      </w:r>
    </w:p>
    <w:p w:rsidR="006974AE" w:rsidRDefault="006974AE" w:rsidP="006974AE">
      <w:r>
        <w:t>438.5471</w:t>
      </w:r>
      <w:r>
        <w:tab/>
        <w:t>2.025e0</w:t>
      </w:r>
    </w:p>
    <w:p w:rsidR="006974AE" w:rsidRDefault="006974AE" w:rsidP="006974AE">
      <w:r>
        <w:t>438.5582</w:t>
      </w:r>
      <w:r>
        <w:tab/>
        <w:t>1.013e0</w:t>
      </w:r>
    </w:p>
    <w:p w:rsidR="006974AE" w:rsidRDefault="006974AE" w:rsidP="006974AE">
      <w:r>
        <w:t>438.5598</w:t>
      </w:r>
      <w:r>
        <w:tab/>
        <w:t>2.025e0</w:t>
      </w:r>
    </w:p>
    <w:p w:rsidR="006974AE" w:rsidRDefault="006974AE" w:rsidP="006974AE">
      <w:r>
        <w:t>438.5884</w:t>
      </w:r>
      <w:r>
        <w:tab/>
        <w:t>1.013e0</w:t>
      </w:r>
    </w:p>
    <w:p w:rsidR="006974AE" w:rsidRDefault="006974AE" w:rsidP="006974AE">
      <w:r>
        <w:t>438.6423</w:t>
      </w:r>
      <w:r>
        <w:tab/>
        <w:t>2.025e0</w:t>
      </w:r>
    </w:p>
    <w:p w:rsidR="006974AE" w:rsidRDefault="006974AE" w:rsidP="006974AE">
      <w:r>
        <w:t>438.6500</w:t>
      </w:r>
      <w:r>
        <w:tab/>
        <w:t>2.025e0</w:t>
      </w:r>
    </w:p>
    <w:p w:rsidR="006974AE" w:rsidRDefault="006974AE" w:rsidP="006974AE">
      <w:r>
        <w:t>438.6530</w:t>
      </w:r>
      <w:r>
        <w:tab/>
        <w:t>1.013e0</w:t>
      </w:r>
    </w:p>
    <w:p w:rsidR="006974AE" w:rsidRDefault="006974AE" w:rsidP="006974AE">
      <w:r>
        <w:t>438.6656</w:t>
      </w:r>
      <w:r>
        <w:tab/>
        <w:t>2.025e0</w:t>
      </w:r>
    </w:p>
    <w:p w:rsidR="006974AE" w:rsidRDefault="006974AE" w:rsidP="006974AE">
      <w:r>
        <w:t>438.6708</w:t>
      </w:r>
      <w:r>
        <w:tab/>
        <w:t>1.013e0</w:t>
      </w:r>
    </w:p>
    <w:p w:rsidR="006974AE" w:rsidRDefault="006974AE" w:rsidP="006974AE">
      <w:r>
        <w:t>438.6813</w:t>
      </w:r>
      <w:r>
        <w:tab/>
        <w:t>1.013e0</w:t>
      </w:r>
    </w:p>
    <w:p w:rsidR="006974AE" w:rsidRDefault="006974AE" w:rsidP="006974AE">
      <w:r>
        <w:t>438.7120</w:t>
      </w:r>
      <w:r>
        <w:tab/>
        <w:t>2.025e0</w:t>
      </w:r>
    </w:p>
    <w:p w:rsidR="006974AE" w:rsidRDefault="006974AE" w:rsidP="006974AE">
      <w:r>
        <w:lastRenderedPageBreak/>
        <w:t>438.7139</w:t>
      </w:r>
      <w:r>
        <w:tab/>
        <w:t>1.013e0</w:t>
      </w:r>
    </w:p>
    <w:p w:rsidR="006974AE" w:rsidRDefault="006974AE" w:rsidP="006974AE">
      <w:r>
        <w:t>438.7309</w:t>
      </w:r>
      <w:r>
        <w:tab/>
        <w:t>2.025e0</w:t>
      </w:r>
    </w:p>
    <w:p w:rsidR="006974AE" w:rsidRDefault="006974AE" w:rsidP="006974AE">
      <w:r>
        <w:t>438.7712</w:t>
      </w:r>
      <w:r>
        <w:tab/>
        <w:t>1.013e0</w:t>
      </w:r>
    </w:p>
    <w:p w:rsidR="006974AE" w:rsidRDefault="006974AE" w:rsidP="006974AE">
      <w:r>
        <w:t>438.7813</w:t>
      </w:r>
      <w:r>
        <w:tab/>
        <w:t>1.013e0</w:t>
      </w:r>
    </w:p>
    <w:p w:rsidR="006974AE" w:rsidRDefault="006974AE" w:rsidP="006974AE">
      <w:r>
        <w:t>438.7825</w:t>
      </w:r>
      <w:r>
        <w:tab/>
        <w:t>2.025e0</w:t>
      </w:r>
    </w:p>
    <w:p w:rsidR="006974AE" w:rsidRDefault="006974AE" w:rsidP="006974AE">
      <w:r>
        <w:t>438.7884</w:t>
      </w:r>
      <w:r>
        <w:tab/>
        <w:t>1.013e0</w:t>
      </w:r>
    </w:p>
    <w:p w:rsidR="006974AE" w:rsidRDefault="006974AE" w:rsidP="006974AE">
      <w:r>
        <w:t>438.7932</w:t>
      </w:r>
      <w:r>
        <w:tab/>
        <w:t>1.013e0</w:t>
      </w:r>
    </w:p>
    <w:p w:rsidR="006974AE" w:rsidRDefault="006974AE" w:rsidP="006974AE">
      <w:r>
        <w:t>438.8428</w:t>
      </w:r>
      <w:r>
        <w:tab/>
        <w:t>1.013e0</w:t>
      </w:r>
    </w:p>
    <w:p w:rsidR="006974AE" w:rsidRDefault="006974AE" w:rsidP="006974AE">
      <w:r>
        <w:t>438.8813</w:t>
      </w:r>
      <w:r>
        <w:tab/>
        <w:t>1.013e0</w:t>
      </w:r>
    </w:p>
    <w:p w:rsidR="006974AE" w:rsidRDefault="006974AE" w:rsidP="006974AE">
      <w:r>
        <w:t>438.9015</w:t>
      </w:r>
      <w:r>
        <w:tab/>
        <w:t>2.025e0</w:t>
      </w:r>
    </w:p>
    <w:p w:rsidR="006974AE" w:rsidRDefault="006974AE" w:rsidP="006974AE">
      <w:r>
        <w:t>438.9038</w:t>
      </w:r>
      <w:r>
        <w:tab/>
        <w:t>2.025e0</w:t>
      </w:r>
    </w:p>
    <w:p w:rsidR="006974AE" w:rsidRDefault="006974AE" w:rsidP="006974AE">
      <w:r>
        <w:t>438.9506</w:t>
      </w:r>
      <w:r>
        <w:tab/>
        <w:t>1.013e0</w:t>
      </w:r>
    </w:p>
    <w:p w:rsidR="006974AE" w:rsidRDefault="006974AE" w:rsidP="006974AE">
      <w:r>
        <w:t>438.9814</w:t>
      </w:r>
      <w:r>
        <w:tab/>
        <w:t>2.025e0</w:t>
      </w:r>
    </w:p>
    <w:p w:rsidR="006974AE" w:rsidRDefault="006974AE" w:rsidP="006974AE">
      <w:r>
        <w:t>438.9885</w:t>
      </w:r>
      <w:r>
        <w:tab/>
        <w:t>1.013e0</w:t>
      </w:r>
    </w:p>
    <w:p w:rsidR="006974AE" w:rsidRDefault="006974AE" w:rsidP="006974AE">
      <w:r>
        <w:t>438.9975</w:t>
      </w:r>
      <w:r>
        <w:tab/>
        <w:t>1.013e0</w:t>
      </w:r>
    </w:p>
    <w:p w:rsidR="006974AE" w:rsidRDefault="006974AE" w:rsidP="006974AE">
      <w:r>
        <w:t>439.0042</w:t>
      </w:r>
      <w:r>
        <w:tab/>
        <w:t>2.025e0</w:t>
      </w:r>
    </w:p>
    <w:p w:rsidR="006974AE" w:rsidRDefault="006974AE" w:rsidP="006974AE">
      <w:r>
        <w:t>439.0305</w:t>
      </w:r>
      <w:r>
        <w:tab/>
        <w:t>3.038e0</w:t>
      </w:r>
    </w:p>
    <w:p w:rsidR="006974AE" w:rsidRDefault="006974AE" w:rsidP="006974AE">
      <w:r>
        <w:t>439.0365</w:t>
      </w:r>
      <w:r>
        <w:tab/>
        <w:t>1.013e0</w:t>
      </w:r>
    </w:p>
    <w:p w:rsidR="006974AE" w:rsidRDefault="006974AE" w:rsidP="006974AE">
      <w:r>
        <w:t>439.0544</w:t>
      </w:r>
      <w:r>
        <w:tab/>
        <w:t>1.013e0</w:t>
      </w:r>
    </w:p>
    <w:p w:rsidR="006974AE" w:rsidRDefault="006974AE" w:rsidP="006974AE">
      <w:r>
        <w:lastRenderedPageBreak/>
        <w:t>439.0815</w:t>
      </w:r>
      <w:r>
        <w:tab/>
        <w:t>1.013e0</w:t>
      </w:r>
    </w:p>
    <w:p w:rsidR="006974AE" w:rsidRDefault="006974AE" w:rsidP="006974AE">
      <w:r>
        <w:t>439.0919</w:t>
      </w:r>
      <w:r>
        <w:tab/>
        <w:t>2.025e0</w:t>
      </w:r>
    </w:p>
    <w:p w:rsidR="006974AE" w:rsidRDefault="006974AE" w:rsidP="006974AE">
      <w:r>
        <w:t>439.0974</w:t>
      </w:r>
      <w:r>
        <w:tab/>
        <w:t>1.013e0</w:t>
      </w:r>
    </w:p>
    <w:p w:rsidR="006974AE" w:rsidRDefault="006974AE" w:rsidP="006974AE">
      <w:r>
        <w:t>439.1157</w:t>
      </w:r>
      <w:r>
        <w:tab/>
        <w:t>2.025e0</w:t>
      </w:r>
    </w:p>
    <w:p w:rsidR="006974AE" w:rsidRDefault="006974AE" w:rsidP="006974AE">
      <w:r>
        <w:t>439.1339</w:t>
      </w:r>
      <w:r>
        <w:tab/>
        <w:t>1.013e0</w:t>
      </w:r>
    </w:p>
    <w:p w:rsidR="006974AE" w:rsidRDefault="006974AE" w:rsidP="006974AE">
      <w:r>
        <w:t>439.1523</w:t>
      </w:r>
      <w:r>
        <w:tab/>
        <w:t>8.101e0</w:t>
      </w:r>
    </w:p>
    <w:p w:rsidR="006974AE" w:rsidRDefault="006974AE" w:rsidP="006974AE">
      <w:r>
        <w:t>439.1683</w:t>
      </w:r>
      <w:r>
        <w:tab/>
        <w:t>1.114e1</w:t>
      </w:r>
    </w:p>
    <w:p w:rsidR="006974AE" w:rsidRDefault="006974AE" w:rsidP="006974AE">
      <w:r>
        <w:t>439.1756</w:t>
      </w:r>
      <w:r>
        <w:tab/>
        <w:t>5.063e0</w:t>
      </w:r>
    </w:p>
    <w:p w:rsidR="006974AE" w:rsidRDefault="006974AE" w:rsidP="006974AE">
      <w:r>
        <w:t>439.1801</w:t>
      </w:r>
      <w:r>
        <w:tab/>
        <w:t>8.952e0</w:t>
      </w:r>
    </w:p>
    <w:p w:rsidR="006974AE" w:rsidRDefault="006974AE" w:rsidP="006974AE">
      <w:r>
        <w:t>439.2134</w:t>
      </w:r>
      <w:r>
        <w:tab/>
        <w:t>4.051e0</w:t>
      </w:r>
    </w:p>
    <w:p w:rsidR="006974AE" w:rsidRDefault="006974AE" w:rsidP="006974AE">
      <w:r>
        <w:t>439.2158</w:t>
      </w:r>
      <w:r>
        <w:tab/>
        <w:t>1.013e0</w:t>
      </w:r>
    </w:p>
    <w:p w:rsidR="006974AE" w:rsidRDefault="006974AE" w:rsidP="006974AE">
      <w:r>
        <w:t>439.2379</w:t>
      </w:r>
      <w:r>
        <w:tab/>
        <w:t>2.025e0</w:t>
      </w:r>
    </w:p>
    <w:p w:rsidR="006974AE" w:rsidRDefault="006974AE" w:rsidP="006974AE">
      <w:r>
        <w:t>439.2406</w:t>
      </w:r>
      <w:r>
        <w:tab/>
        <w:t>3.038e0</w:t>
      </w:r>
    </w:p>
    <w:p w:rsidR="006974AE" w:rsidRDefault="006974AE" w:rsidP="006974AE">
      <w:r>
        <w:t>439.2551</w:t>
      </w:r>
      <w:r>
        <w:tab/>
        <w:t>1.013e0</w:t>
      </w:r>
    </w:p>
    <w:p w:rsidR="006974AE" w:rsidRDefault="006974AE" w:rsidP="006974AE">
      <w:r>
        <w:t>439.2708</w:t>
      </w:r>
      <w:r>
        <w:tab/>
        <w:t>4.051e0</w:t>
      </w:r>
    </w:p>
    <w:p w:rsidR="006974AE" w:rsidRDefault="006974AE" w:rsidP="006974AE">
      <w:r>
        <w:t>439.2894</w:t>
      </w:r>
      <w:r>
        <w:tab/>
        <w:t>1.013e0</w:t>
      </w:r>
    </w:p>
    <w:p w:rsidR="006974AE" w:rsidRDefault="006974AE" w:rsidP="006974AE">
      <w:r>
        <w:t>439.2982</w:t>
      </w:r>
      <w:r>
        <w:tab/>
        <w:t>1.013e0</w:t>
      </w:r>
    </w:p>
    <w:p w:rsidR="006974AE" w:rsidRDefault="006974AE" w:rsidP="006974AE">
      <w:r>
        <w:t>439.3125</w:t>
      </w:r>
      <w:r>
        <w:tab/>
        <w:t>1.013e0</w:t>
      </w:r>
    </w:p>
    <w:p w:rsidR="006974AE" w:rsidRDefault="006974AE" w:rsidP="006974AE">
      <w:r>
        <w:t>439.3173</w:t>
      </w:r>
      <w:r>
        <w:tab/>
        <w:t>2.025e0</w:t>
      </w:r>
    </w:p>
    <w:p w:rsidR="006974AE" w:rsidRDefault="006974AE" w:rsidP="006974AE">
      <w:r>
        <w:lastRenderedPageBreak/>
        <w:t>439.3407</w:t>
      </w:r>
      <w:r>
        <w:tab/>
        <w:t>3.038e0</w:t>
      </w:r>
    </w:p>
    <w:p w:rsidR="006974AE" w:rsidRDefault="006974AE" w:rsidP="006974AE">
      <w:r>
        <w:t>439.3736</w:t>
      </w:r>
      <w:r>
        <w:tab/>
        <w:t>1.013e0</w:t>
      </w:r>
    </w:p>
    <w:p w:rsidR="006974AE" w:rsidRDefault="006974AE" w:rsidP="006974AE">
      <w:r>
        <w:t>439.3861</w:t>
      </w:r>
      <w:r>
        <w:tab/>
        <w:t>2.025e0</w:t>
      </w:r>
    </w:p>
    <w:p w:rsidR="006974AE" w:rsidRDefault="006974AE" w:rsidP="006974AE">
      <w:r>
        <w:t>439.3913</w:t>
      </w:r>
      <w:r>
        <w:tab/>
        <w:t>2.025e0</w:t>
      </w:r>
    </w:p>
    <w:p w:rsidR="006974AE" w:rsidRDefault="006974AE" w:rsidP="006974AE">
      <w:r>
        <w:t>439.3950</w:t>
      </w:r>
      <w:r>
        <w:tab/>
        <w:t>1.013e0</w:t>
      </w:r>
    </w:p>
    <w:p w:rsidR="006974AE" w:rsidRDefault="006974AE" w:rsidP="006974AE">
      <w:r>
        <w:t>439.4097</w:t>
      </w:r>
      <w:r>
        <w:tab/>
        <w:t>2.025e0</w:t>
      </w:r>
    </w:p>
    <w:p w:rsidR="006974AE" w:rsidRDefault="006974AE" w:rsidP="006974AE">
      <w:r>
        <w:t>439.4165</w:t>
      </w:r>
      <w:r>
        <w:tab/>
        <w:t>1.013e0</w:t>
      </w:r>
    </w:p>
    <w:p w:rsidR="006974AE" w:rsidRDefault="006974AE" w:rsidP="006974AE">
      <w:r>
        <w:t>439.4387</w:t>
      </w:r>
      <w:r>
        <w:tab/>
        <w:t>1.013e0</w:t>
      </w:r>
    </w:p>
    <w:p w:rsidR="006974AE" w:rsidRDefault="006974AE" w:rsidP="006974AE">
      <w:r>
        <w:t>439.4506</w:t>
      </w:r>
      <w:r>
        <w:tab/>
        <w:t>1.013e0</w:t>
      </w:r>
    </w:p>
    <w:p w:rsidR="006974AE" w:rsidRDefault="006974AE" w:rsidP="006974AE">
      <w:r>
        <w:t>439.4778</w:t>
      </w:r>
      <w:r>
        <w:tab/>
        <w:t>2.025e0</w:t>
      </w:r>
    </w:p>
    <w:p w:rsidR="006974AE" w:rsidRDefault="006974AE" w:rsidP="006974AE">
      <w:r>
        <w:t>439.4991</w:t>
      </w:r>
      <w:r>
        <w:tab/>
        <w:t>1.013e0</w:t>
      </w:r>
    </w:p>
    <w:p w:rsidR="006974AE" w:rsidRDefault="006974AE" w:rsidP="006974AE">
      <w:r>
        <w:t>439.5356</w:t>
      </w:r>
      <w:r>
        <w:tab/>
        <w:t>1.013e0</w:t>
      </w:r>
    </w:p>
    <w:p w:rsidR="006974AE" w:rsidRDefault="006974AE" w:rsidP="006974AE">
      <w:r>
        <w:t>439.5745</w:t>
      </w:r>
      <w:r>
        <w:tab/>
        <w:t>1.013e0</w:t>
      </w:r>
    </w:p>
    <w:p w:rsidR="006974AE" w:rsidRDefault="006974AE" w:rsidP="006974AE">
      <w:r>
        <w:t>439.5779</w:t>
      </w:r>
      <w:r>
        <w:tab/>
        <w:t>1.013e0</w:t>
      </w:r>
    </w:p>
    <w:p w:rsidR="006974AE" w:rsidRDefault="006974AE" w:rsidP="006974AE">
      <w:r>
        <w:t>439.5822</w:t>
      </w:r>
      <w:r>
        <w:tab/>
        <w:t>1.013e0</w:t>
      </w:r>
    </w:p>
    <w:p w:rsidR="006974AE" w:rsidRDefault="006974AE" w:rsidP="006974AE">
      <w:r>
        <w:t>439.6181</w:t>
      </w:r>
      <w:r>
        <w:tab/>
        <w:t>3.038e0</w:t>
      </w:r>
    </w:p>
    <w:p w:rsidR="006974AE" w:rsidRDefault="006974AE" w:rsidP="006974AE">
      <w:r>
        <w:t>439.6213</w:t>
      </w:r>
      <w:r>
        <w:tab/>
        <w:t>1.013e0</w:t>
      </w:r>
    </w:p>
    <w:p w:rsidR="006974AE" w:rsidRDefault="006974AE" w:rsidP="006974AE">
      <w:r>
        <w:t>439.6355</w:t>
      </w:r>
      <w:r>
        <w:tab/>
        <w:t>1.013e0</w:t>
      </w:r>
    </w:p>
    <w:p w:rsidR="006974AE" w:rsidRDefault="006974AE" w:rsidP="006974AE">
      <w:r>
        <w:t>439.6389</w:t>
      </w:r>
      <w:r>
        <w:tab/>
        <w:t>1.013e0</w:t>
      </w:r>
    </w:p>
    <w:p w:rsidR="006974AE" w:rsidRDefault="006974AE" w:rsidP="006974AE">
      <w:r>
        <w:lastRenderedPageBreak/>
        <w:t>439.6715</w:t>
      </w:r>
      <w:r>
        <w:tab/>
        <w:t>2.025e0</w:t>
      </w:r>
    </w:p>
    <w:p w:rsidR="006974AE" w:rsidRDefault="006974AE" w:rsidP="006974AE">
      <w:r>
        <w:t>439.6823</w:t>
      </w:r>
      <w:r>
        <w:tab/>
        <w:t>2.025e0</w:t>
      </w:r>
    </w:p>
    <w:p w:rsidR="006974AE" w:rsidRDefault="006974AE" w:rsidP="006974AE">
      <w:r>
        <w:t>439.6999</w:t>
      </w:r>
      <w:r>
        <w:tab/>
        <w:t>1.013e0</w:t>
      </w:r>
    </w:p>
    <w:p w:rsidR="006974AE" w:rsidRDefault="006974AE" w:rsidP="006974AE">
      <w:r>
        <w:t>439.7204</w:t>
      </w:r>
      <w:r>
        <w:tab/>
        <w:t>2.025e0</w:t>
      </w:r>
    </w:p>
    <w:p w:rsidR="006974AE" w:rsidRDefault="006974AE" w:rsidP="006974AE">
      <w:r>
        <w:t>439.7322</w:t>
      </w:r>
      <w:r>
        <w:tab/>
        <w:t>2.025e0</w:t>
      </w:r>
    </w:p>
    <w:p w:rsidR="006974AE" w:rsidRDefault="006974AE" w:rsidP="006974AE">
      <w:r>
        <w:t>439.7608</w:t>
      </w:r>
      <w:r>
        <w:tab/>
        <w:t>2.025e0</w:t>
      </w:r>
    </w:p>
    <w:p w:rsidR="006974AE" w:rsidRDefault="006974AE" w:rsidP="006974AE">
      <w:r>
        <w:t>439.8008</w:t>
      </w:r>
      <w:r>
        <w:tab/>
        <w:t>1.013e0</w:t>
      </w:r>
    </w:p>
    <w:p w:rsidR="006974AE" w:rsidRDefault="006974AE" w:rsidP="006974AE">
      <w:r>
        <w:t>439.8109</w:t>
      </w:r>
      <w:r>
        <w:tab/>
        <w:t>2.025e0</w:t>
      </w:r>
    </w:p>
    <w:p w:rsidR="006974AE" w:rsidRDefault="006974AE" w:rsidP="006974AE">
      <w:r>
        <w:t>439.8181</w:t>
      </w:r>
      <w:r>
        <w:tab/>
        <w:t>1.013e0</w:t>
      </w:r>
    </w:p>
    <w:p w:rsidR="006974AE" w:rsidRDefault="006974AE" w:rsidP="006974AE">
      <w:r>
        <w:t>439.8618</w:t>
      </w:r>
      <w:r>
        <w:tab/>
        <w:t>2.025e0</w:t>
      </w:r>
    </w:p>
    <w:p w:rsidR="006974AE" w:rsidRDefault="006974AE" w:rsidP="006974AE">
      <w:r>
        <w:t>439.8669</w:t>
      </w:r>
      <w:r>
        <w:tab/>
        <w:t>1.013e0</w:t>
      </w:r>
    </w:p>
    <w:p w:rsidR="006974AE" w:rsidRDefault="006974AE" w:rsidP="006974AE">
      <w:r>
        <w:t>439.8790</w:t>
      </w:r>
      <w:r>
        <w:tab/>
        <w:t>2.025e0</w:t>
      </w:r>
    </w:p>
    <w:p w:rsidR="006974AE" w:rsidRDefault="006974AE" w:rsidP="006974AE">
      <w:r>
        <w:t>439.9226</w:t>
      </w:r>
      <w:r>
        <w:tab/>
        <w:t>1.013e0</w:t>
      </w:r>
    </w:p>
    <w:p w:rsidR="006974AE" w:rsidRDefault="006974AE" w:rsidP="006974AE">
      <w:r>
        <w:t>439.9494</w:t>
      </w:r>
      <w:r>
        <w:tab/>
        <w:t>3.038e0</w:t>
      </w:r>
    </w:p>
    <w:p w:rsidR="006974AE" w:rsidRDefault="006974AE" w:rsidP="006974AE">
      <w:r>
        <w:t>439.9522</w:t>
      </w:r>
      <w:r>
        <w:tab/>
        <w:t>1.013e0</w:t>
      </w:r>
    </w:p>
    <w:p w:rsidR="006974AE" w:rsidRDefault="006974AE" w:rsidP="006974AE">
      <w:r>
        <w:t>439.9677</w:t>
      </w:r>
      <w:r>
        <w:tab/>
        <w:t>1.013e0</w:t>
      </w:r>
    </w:p>
    <w:p w:rsidR="006974AE" w:rsidRDefault="006974AE" w:rsidP="006974AE">
      <w:r>
        <w:t>440.0011</w:t>
      </w:r>
      <w:r>
        <w:tab/>
        <w:t>1.013e0</w:t>
      </w:r>
    </w:p>
    <w:p w:rsidR="006974AE" w:rsidRDefault="006974AE" w:rsidP="006974AE">
      <w:r>
        <w:t>440.0062</w:t>
      </w:r>
      <w:r>
        <w:tab/>
        <w:t>1.013e0</w:t>
      </w:r>
    </w:p>
    <w:p w:rsidR="006974AE" w:rsidRDefault="006974AE" w:rsidP="006974AE">
      <w:r>
        <w:t>440.0230</w:t>
      </w:r>
      <w:r>
        <w:tab/>
        <w:t>1.013e0</w:t>
      </w:r>
    </w:p>
    <w:p w:rsidR="006974AE" w:rsidRDefault="006974AE" w:rsidP="006974AE">
      <w:r>
        <w:lastRenderedPageBreak/>
        <w:t>440.0409</w:t>
      </w:r>
      <w:r>
        <w:tab/>
        <w:t>2.025e0</w:t>
      </w:r>
    </w:p>
    <w:p w:rsidR="006974AE" w:rsidRDefault="006974AE" w:rsidP="006974AE">
      <w:r>
        <w:t>440.0633</w:t>
      </w:r>
      <w:r>
        <w:tab/>
        <w:t>2.025e0</w:t>
      </w:r>
    </w:p>
    <w:p w:rsidR="006974AE" w:rsidRDefault="006974AE" w:rsidP="006974AE">
      <w:r>
        <w:t>440.0658</w:t>
      </w:r>
      <w:r>
        <w:tab/>
        <w:t>3.038e0</w:t>
      </w:r>
    </w:p>
    <w:p w:rsidR="006974AE" w:rsidRDefault="006974AE" w:rsidP="006974AE">
      <w:r>
        <w:t>440.1015</w:t>
      </w:r>
      <w:r>
        <w:tab/>
        <w:t>1.013e0</w:t>
      </w:r>
    </w:p>
    <w:p w:rsidR="006974AE" w:rsidRDefault="006974AE" w:rsidP="006974AE">
      <w:r>
        <w:t>440.1137</w:t>
      </w:r>
      <w:r>
        <w:tab/>
        <w:t>1.013e0</w:t>
      </w:r>
    </w:p>
    <w:p w:rsidR="006974AE" w:rsidRDefault="006974AE" w:rsidP="006974AE">
      <w:r>
        <w:t>440.1600</w:t>
      </w:r>
      <w:r>
        <w:tab/>
        <w:t>2.025e0</w:t>
      </w:r>
    </w:p>
    <w:p w:rsidR="006974AE" w:rsidRDefault="006974AE" w:rsidP="006974AE">
      <w:r>
        <w:t>440.1696</w:t>
      </w:r>
      <w:r>
        <w:tab/>
        <w:t>2.025e0</w:t>
      </w:r>
    </w:p>
    <w:p w:rsidR="006974AE" w:rsidRDefault="006974AE" w:rsidP="006974AE">
      <w:r>
        <w:t>440.1778</w:t>
      </w:r>
      <w:r>
        <w:tab/>
        <w:t>6.076e0</w:t>
      </w:r>
    </w:p>
    <w:p w:rsidR="006974AE" w:rsidRDefault="006974AE" w:rsidP="006974AE">
      <w:r>
        <w:t>440.1788</w:t>
      </w:r>
      <w:r>
        <w:tab/>
        <w:t>2.645e0</w:t>
      </w:r>
    </w:p>
    <w:p w:rsidR="006974AE" w:rsidRDefault="006974AE" w:rsidP="006974AE">
      <w:r>
        <w:t>440.1823</w:t>
      </w:r>
      <w:r>
        <w:tab/>
        <w:t>2.025e0</w:t>
      </w:r>
    </w:p>
    <w:p w:rsidR="006974AE" w:rsidRDefault="006974AE" w:rsidP="006974AE">
      <w:r>
        <w:t>440.1961</w:t>
      </w:r>
      <w:r>
        <w:tab/>
        <w:t>2.025e0</w:t>
      </w:r>
    </w:p>
    <w:p w:rsidR="006974AE" w:rsidRDefault="006974AE" w:rsidP="006974AE">
      <w:r>
        <w:t>440.2017</w:t>
      </w:r>
      <w:r>
        <w:tab/>
        <w:t>3.038e0</w:t>
      </w:r>
    </w:p>
    <w:p w:rsidR="006974AE" w:rsidRDefault="006974AE" w:rsidP="006974AE">
      <w:r>
        <w:t>440.2063</w:t>
      </w:r>
      <w:r>
        <w:tab/>
        <w:t>1.013e0</w:t>
      </w:r>
    </w:p>
    <w:p w:rsidR="006974AE" w:rsidRDefault="006974AE" w:rsidP="006974AE">
      <w:r>
        <w:t>440.2284</w:t>
      </w:r>
      <w:r>
        <w:tab/>
        <w:t>3.038e0</w:t>
      </w:r>
    </w:p>
    <w:p w:rsidR="006974AE" w:rsidRDefault="006974AE" w:rsidP="006974AE">
      <w:r>
        <w:t>440.2416</w:t>
      </w:r>
      <w:r>
        <w:tab/>
        <w:t>3.038e0</w:t>
      </w:r>
    </w:p>
    <w:p w:rsidR="006974AE" w:rsidRDefault="006974AE" w:rsidP="006974AE">
      <w:r>
        <w:t>440.2526</w:t>
      </w:r>
      <w:r>
        <w:tab/>
        <w:t>1.013e0</w:t>
      </w:r>
    </w:p>
    <w:p w:rsidR="006974AE" w:rsidRDefault="006974AE" w:rsidP="006974AE">
      <w:r>
        <w:t>440.2581</w:t>
      </w:r>
      <w:r>
        <w:tab/>
        <w:t>3.038e0</w:t>
      </w:r>
    </w:p>
    <w:p w:rsidR="006974AE" w:rsidRDefault="006974AE" w:rsidP="006974AE">
      <w:r>
        <w:t>440.2688</w:t>
      </w:r>
      <w:r>
        <w:tab/>
        <w:t>2.025e0</w:t>
      </w:r>
    </w:p>
    <w:p w:rsidR="006974AE" w:rsidRDefault="006974AE" w:rsidP="006974AE">
      <w:r>
        <w:t>440.2823</w:t>
      </w:r>
      <w:r>
        <w:tab/>
        <w:t>2.025e0</w:t>
      </w:r>
    </w:p>
    <w:p w:rsidR="006974AE" w:rsidRDefault="006974AE" w:rsidP="006974AE">
      <w:r>
        <w:lastRenderedPageBreak/>
        <w:t>440.2842</w:t>
      </w:r>
      <w:r>
        <w:tab/>
        <w:t>1.013e0</w:t>
      </w:r>
    </w:p>
    <w:p w:rsidR="006974AE" w:rsidRDefault="006974AE" w:rsidP="006974AE">
      <w:r>
        <w:t>440.3238</w:t>
      </w:r>
      <w:r>
        <w:tab/>
        <w:t>1.013e0</w:t>
      </w:r>
    </w:p>
    <w:p w:rsidR="006974AE" w:rsidRDefault="006974AE" w:rsidP="006974AE">
      <w:r>
        <w:t>440.3298</w:t>
      </w:r>
      <w:r>
        <w:tab/>
        <w:t>1.013e0</w:t>
      </w:r>
    </w:p>
    <w:p w:rsidR="006974AE" w:rsidRDefault="006974AE" w:rsidP="006974AE">
      <w:r>
        <w:t>440.3422</w:t>
      </w:r>
      <w:r>
        <w:tab/>
        <w:t>1.013e0</w:t>
      </w:r>
    </w:p>
    <w:p w:rsidR="006974AE" w:rsidRDefault="006974AE" w:rsidP="006974AE">
      <w:r>
        <w:t>440.3689</w:t>
      </w:r>
      <w:r>
        <w:tab/>
        <w:t>1.013e0</w:t>
      </w:r>
    </w:p>
    <w:p w:rsidR="006974AE" w:rsidRDefault="006974AE" w:rsidP="006974AE">
      <w:r>
        <w:t>440.3816</w:t>
      </w:r>
      <w:r>
        <w:tab/>
        <w:t>1.013e0</w:t>
      </w:r>
    </w:p>
    <w:p w:rsidR="006974AE" w:rsidRDefault="006974AE" w:rsidP="006974AE">
      <w:r>
        <w:t>440.4122</w:t>
      </w:r>
      <w:r>
        <w:tab/>
        <w:t>2.025e0</w:t>
      </w:r>
    </w:p>
    <w:p w:rsidR="006974AE" w:rsidRDefault="006974AE" w:rsidP="006974AE">
      <w:r>
        <w:t>440.4333</w:t>
      </w:r>
      <w:r>
        <w:tab/>
        <w:t>2.025e0</w:t>
      </w:r>
    </w:p>
    <w:p w:rsidR="006974AE" w:rsidRDefault="006974AE" w:rsidP="006974AE">
      <w:r>
        <w:t>440.4384</w:t>
      </w:r>
      <w:r>
        <w:tab/>
        <w:t>2.025e0</w:t>
      </w:r>
    </w:p>
    <w:p w:rsidR="006974AE" w:rsidRDefault="006974AE" w:rsidP="006974AE">
      <w:r>
        <w:t>440.4426</w:t>
      </w:r>
      <w:r>
        <w:tab/>
        <w:t>1.013e0</w:t>
      </w:r>
    </w:p>
    <w:p w:rsidR="006974AE" w:rsidRDefault="006974AE" w:rsidP="006974AE">
      <w:r>
        <w:t>440.4693</w:t>
      </w:r>
      <w:r>
        <w:tab/>
        <w:t>1.013e0</w:t>
      </w:r>
    </w:p>
    <w:p w:rsidR="006974AE" w:rsidRDefault="006974AE" w:rsidP="006974AE">
      <w:r>
        <w:t>440.4770</w:t>
      </w:r>
      <w:r>
        <w:tab/>
        <w:t>1.013e0</w:t>
      </w:r>
    </w:p>
    <w:p w:rsidR="006974AE" w:rsidRDefault="006974AE" w:rsidP="006974AE">
      <w:r>
        <w:t>440.4919</w:t>
      </w:r>
      <w:r>
        <w:tab/>
        <w:t>1.013e0</w:t>
      </w:r>
    </w:p>
    <w:p w:rsidR="006974AE" w:rsidRDefault="006974AE" w:rsidP="006974AE">
      <w:r>
        <w:t>440.5252</w:t>
      </w:r>
      <w:r>
        <w:tab/>
        <w:t>1.013e0</w:t>
      </w:r>
    </w:p>
    <w:p w:rsidR="006974AE" w:rsidRDefault="006974AE" w:rsidP="006974AE">
      <w:r>
        <w:t>440.5305</w:t>
      </w:r>
      <w:r>
        <w:tab/>
        <w:t>1.013e0</w:t>
      </w:r>
    </w:p>
    <w:p w:rsidR="006974AE" w:rsidRDefault="006974AE" w:rsidP="006974AE">
      <w:r>
        <w:t>440.5382</w:t>
      </w:r>
      <w:r>
        <w:tab/>
        <w:t>1.013e0</w:t>
      </w:r>
    </w:p>
    <w:p w:rsidR="006974AE" w:rsidRDefault="006974AE" w:rsidP="006974AE">
      <w:r>
        <w:t>440.5611</w:t>
      </w:r>
      <w:r>
        <w:tab/>
        <w:t>1.013e0</w:t>
      </w:r>
    </w:p>
    <w:p w:rsidR="006974AE" w:rsidRDefault="006974AE" w:rsidP="006974AE">
      <w:r>
        <w:t>440.5697</w:t>
      </w:r>
      <w:r>
        <w:tab/>
        <w:t>1.013e0</w:t>
      </w:r>
    </w:p>
    <w:p w:rsidR="006974AE" w:rsidRDefault="006974AE" w:rsidP="006974AE">
      <w:r>
        <w:t>440.5855</w:t>
      </w:r>
      <w:r>
        <w:tab/>
        <w:t>1.013e0</w:t>
      </w:r>
    </w:p>
    <w:p w:rsidR="006974AE" w:rsidRDefault="006974AE" w:rsidP="006974AE">
      <w:r>
        <w:lastRenderedPageBreak/>
        <w:t>440.5880</w:t>
      </w:r>
      <w:r>
        <w:tab/>
        <w:t>2.025e0</w:t>
      </w:r>
    </w:p>
    <w:p w:rsidR="006974AE" w:rsidRDefault="006974AE" w:rsidP="006974AE">
      <w:r>
        <w:t>440.6041</w:t>
      </w:r>
      <w:r>
        <w:tab/>
        <w:t>1.013e0</w:t>
      </w:r>
    </w:p>
    <w:p w:rsidR="006974AE" w:rsidRDefault="006974AE" w:rsidP="006974AE">
      <w:r>
        <w:t>440.6220</w:t>
      </w:r>
      <w:r>
        <w:tab/>
        <w:t>1.013e0</w:t>
      </w:r>
    </w:p>
    <w:p w:rsidR="006974AE" w:rsidRDefault="006974AE" w:rsidP="006974AE">
      <w:r>
        <w:t>440.6309</w:t>
      </w:r>
      <w:r>
        <w:tab/>
        <w:t>1.013e0</w:t>
      </w:r>
    </w:p>
    <w:p w:rsidR="006974AE" w:rsidRDefault="006974AE" w:rsidP="006974AE">
      <w:r>
        <w:t>440.6429</w:t>
      </w:r>
      <w:r>
        <w:tab/>
        <w:t>1.013e0</w:t>
      </w:r>
    </w:p>
    <w:p w:rsidR="006974AE" w:rsidRDefault="006974AE" w:rsidP="006974AE">
      <w:r>
        <w:t>440.6922</w:t>
      </w:r>
      <w:r>
        <w:tab/>
        <w:t>2.025e0</w:t>
      </w:r>
    </w:p>
    <w:p w:rsidR="006974AE" w:rsidRDefault="006974AE" w:rsidP="006974AE">
      <w:r>
        <w:t>440.7004</w:t>
      </w:r>
      <w:r>
        <w:tab/>
        <w:t>1.013e0</w:t>
      </w:r>
    </w:p>
    <w:p w:rsidR="006974AE" w:rsidRDefault="006974AE" w:rsidP="006974AE">
      <w:r>
        <w:t>440.7260</w:t>
      </w:r>
      <w:r>
        <w:tab/>
        <w:t>2.025e0</w:t>
      </w:r>
    </w:p>
    <w:p w:rsidR="006974AE" w:rsidRDefault="006974AE" w:rsidP="006974AE">
      <w:r>
        <w:t>440.7468</w:t>
      </w:r>
      <w:r>
        <w:tab/>
        <w:t>2.025e0</w:t>
      </w:r>
    </w:p>
    <w:p w:rsidR="006974AE" w:rsidRDefault="006974AE" w:rsidP="006974AE">
      <w:r>
        <w:t>440.7863</w:t>
      </w:r>
      <w:r>
        <w:tab/>
        <w:t>1.013e0</w:t>
      </w:r>
    </w:p>
    <w:p w:rsidR="006974AE" w:rsidRDefault="006974AE" w:rsidP="006974AE">
      <w:r>
        <w:t>440.8165</w:t>
      </w:r>
      <w:r>
        <w:tab/>
        <w:t>3.038e0</w:t>
      </w:r>
    </w:p>
    <w:p w:rsidR="006974AE" w:rsidRDefault="006974AE" w:rsidP="006974AE">
      <w:r>
        <w:t>440.8624</w:t>
      </w:r>
      <w:r>
        <w:tab/>
        <w:t>1.013e0</w:t>
      </w:r>
    </w:p>
    <w:p w:rsidR="006974AE" w:rsidRDefault="006974AE" w:rsidP="006974AE">
      <w:r>
        <w:t>440.8930</w:t>
      </w:r>
      <w:r>
        <w:tab/>
        <w:t>2.025e0</w:t>
      </w:r>
    </w:p>
    <w:p w:rsidR="006974AE" w:rsidRDefault="006974AE" w:rsidP="006974AE">
      <w:r>
        <w:t>440.9013</w:t>
      </w:r>
      <w:r>
        <w:tab/>
        <w:t>1.013e0</w:t>
      </w:r>
    </w:p>
    <w:p w:rsidR="006974AE" w:rsidRDefault="006974AE" w:rsidP="006974AE">
      <w:r>
        <w:t>440.9230</w:t>
      </w:r>
      <w:r>
        <w:tab/>
        <w:t>2.025e0</w:t>
      </w:r>
    </w:p>
    <w:p w:rsidR="006974AE" w:rsidRDefault="006974AE" w:rsidP="006974AE">
      <w:r>
        <w:t>440.9305</w:t>
      </w:r>
      <w:r>
        <w:tab/>
        <w:t>2.025e0</w:t>
      </w:r>
    </w:p>
    <w:p w:rsidR="006974AE" w:rsidRDefault="006974AE" w:rsidP="006974AE">
      <w:r>
        <w:t>440.9405</w:t>
      </w:r>
      <w:r>
        <w:tab/>
        <w:t>1.013e0</w:t>
      </w:r>
    </w:p>
    <w:p w:rsidR="006974AE" w:rsidRDefault="006974AE" w:rsidP="006974AE">
      <w:r>
        <w:t>440.9786</w:t>
      </w:r>
      <w:r>
        <w:tab/>
        <w:t>1.013e0</w:t>
      </w:r>
    </w:p>
    <w:p w:rsidR="006974AE" w:rsidRDefault="006974AE" w:rsidP="006974AE">
      <w:r>
        <w:t>440.9946</w:t>
      </w:r>
      <w:r>
        <w:tab/>
        <w:t>1.013e0</w:t>
      </w:r>
    </w:p>
    <w:p w:rsidR="006974AE" w:rsidRDefault="006974AE" w:rsidP="006974AE">
      <w:r>
        <w:lastRenderedPageBreak/>
        <w:t>441.0173</w:t>
      </w:r>
      <w:r>
        <w:tab/>
        <w:t>1.013e0</w:t>
      </w:r>
    </w:p>
    <w:p w:rsidR="006974AE" w:rsidRDefault="006974AE" w:rsidP="006974AE">
      <w:r>
        <w:t>441.0231</w:t>
      </w:r>
      <w:r>
        <w:tab/>
        <w:t>1.013e0</w:t>
      </w:r>
    </w:p>
    <w:p w:rsidR="006974AE" w:rsidRDefault="006974AE" w:rsidP="006974AE">
      <w:r>
        <w:t>441.0405</w:t>
      </w:r>
      <w:r>
        <w:tab/>
        <w:t>1.013e0</w:t>
      </w:r>
    </w:p>
    <w:p w:rsidR="006974AE" w:rsidRDefault="006974AE" w:rsidP="006974AE">
      <w:r>
        <w:t>441.0452</w:t>
      </w:r>
      <w:r>
        <w:tab/>
        <w:t>1.013e0</w:t>
      </w:r>
    </w:p>
    <w:p w:rsidR="006974AE" w:rsidRDefault="006974AE" w:rsidP="006974AE">
      <w:r>
        <w:t>441.0533</w:t>
      </w:r>
      <w:r>
        <w:tab/>
        <w:t>2.025e0</w:t>
      </w:r>
    </w:p>
    <w:p w:rsidR="006974AE" w:rsidRDefault="006974AE" w:rsidP="006974AE">
      <w:r>
        <w:t>441.0681</w:t>
      </w:r>
      <w:r>
        <w:tab/>
        <w:t>2.025e0</w:t>
      </w:r>
    </w:p>
    <w:p w:rsidR="006974AE" w:rsidRDefault="006974AE" w:rsidP="006974AE">
      <w:r>
        <w:t>441.0797</w:t>
      </w:r>
      <w:r>
        <w:tab/>
        <w:t>1.013e0</w:t>
      </w:r>
    </w:p>
    <w:p w:rsidR="006974AE" w:rsidRDefault="006974AE" w:rsidP="006974AE">
      <w:r>
        <w:t>441.0844</w:t>
      </w:r>
      <w:r>
        <w:tab/>
        <w:t>2.025e0</w:t>
      </w:r>
    </w:p>
    <w:p w:rsidR="006974AE" w:rsidRDefault="006974AE" w:rsidP="006974AE">
      <w:r>
        <w:t>441.0876</w:t>
      </w:r>
      <w:r>
        <w:tab/>
        <w:t>2.025e0</w:t>
      </w:r>
    </w:p>
    <w:p w:rsidR="006974AE" w:rsidRDefault="006974AE" w:rsidP="006974AE">
      <w:r>
        <w:t>441.1492</w:t>
      </w:r>
      <w:r>
        <w:tab/>
        <w:t>2.025e0</w:t>
      </w:r>
    </w:p>
    <w:p w:rsidR="006974AE" w:rsidRDefault="006974AE" w:rsidP="006974AE">
      <w:r>
        <w:t>441.1670</w:t>
      </w:r>
      <w:r>
        <w:tab/>
        <w:t>2.025e0</w:t>
      </w:r>
    </w:p>
    <w:p w:rsidR="006974AE" w:rsidRDefault="006974AE" w:rsidP="006974AE">
      <w:r>
        <w:t>441.1845</w:t>
      </w:r>
      <w:r>
        <w:tab/>
        <w:t>1.013e0</w:t>
      </w:r>
    </w:p>
    <w:p w:rsidR="006974AE" w:rsidRDefault="006974AE" w:rsidP="006974AE">
      <w:r>
        <w:t>441.1862</w:t>
      </w:r>
      <w:r>
        <w:tab/>
        <w:t>4.051e0</w:t>
      </w:r>
    </w:p>
    <w:p w:rsidR="006974AE" w:rsidRDefault="006974AE" w:rsidP="006974AE">
      <w:r>
        <w:t>441.2106</w:t>
      </w:r>
      <w:r>
        <w:tab/>
        <w:t>1.013e0</w:t>
      </w:r>
    </w:p>
    <w:p w:rsidR="006974AE" w:rsidRDefault="006974AE" w:rsidP="006974AE">
      <w:r>
        <w:t>441.2130</w:t>
      </w:r>
      <w:r>
        <w:tab/>
        <w:t>2.025e0</w:t>
      </w:r>
    </w:p>
    <w:p w:rsidR="006974AE" w:rsidRDefault="006974AE" w:rsidP="006974AE">
      <w:r>
        <w:t>441.2140</w:t>
      </w:r>
      <w:r>
        <w:tab/>
        <w:t>2.025e0</w:t>
      </w:r>
    </w:p>
    <w:p w:rsidR="006974AE" w:rsidRDefault="006974AE" w:rsidP="006974AE">
      <w:r>
        <w:t>441.2189</w:t>
      </w:r>
      <w:r>
        <w:tab/>
        <w:t>1.013e0</w:t>
      </w:r>
    </w:p>
    <w:p w:rsidR="006974AE" w:rsidRDefault="006974AE" w:rsidP="006974AE">
      <w:r>
        <w:t>441.2415</w:t>
      </w:r>
      <w:r>
        <w:tab/>
        <w:t>2.025e0</w:t>
      </w:r>
    </w:p>
    <w:p w:rsidR="006974AE" w:rsidRDefault="006974AE" w:rsidP="006974AE">
      <w:r>
        <w:t>441.2461</w:t>
      </w:r>
      <w:r>
        <w:tab/>
        <w:t>1.013e0</w:t>
      </w:r>
    </w:p>
    <w:p w:rsidR="006974AE" w:rsidRDefault="006974AE" w:rsidP="006974AE">
      <w:r>
        <w:lastRenderedPageBreak/>
        <w:t>441.2498</w:t>
      </w:r>
      <w:r>
        <w:tab/>
        <w:t>1.013e0</w:t>
      </w:r>
    </w:p>
    <w:p w:rsidR="006974AE" w:rsidRDefault="006974AE" w:rsidP="006974AE">
      <w:r>
        <w:t>441.2653</w:t>
      </w:r>
      <w:r>
        <w:tab/>
        <w:t>2.025e0</w:t>
      </w:r>
    </w:p>
    <w:p w:rsidR="006974AE" w:rsidRDefault="006974AE" w:rsidP="006974AE">
      <w:r>
        <w:t>441.2711</w:t>
      </w:r>
      <w:r>
        <w:tab/>
        <w:t>2.025e0</w:t>
      </w:r>
    </w:p>
    <w:p w:rsidR="006974AE" w:rsidRDefault="006974AE" w:rsidP="006974AE">
      <w:r>
        <w:t>441.3037</w:t>
      </w:r>
      <w:r>
        <w:tab/>
        <w:t>1.013e0</w:t>
      </w:r>
    </w:p>
    <w:p w:rsidR="006974AE" w:rsidRDefault="006974AE" w:rsidP="006974AE">
      <w:r>
        <w:t>441.3071</w:t>
      </w:r>
      <w:r>
        <w:tab/>
        <w:t>1.013e0</w:t>
      </w:r>
    </w:p>
    <w:p w:rsidR="006974AE" w:rsidRDefault="006974AE" w:rsidP="006974AE">
      <w:r>
        <w:t>441.3114</w:t>
      </w:r>
      <w:r>
        <w:tab/>
        <w:t>2.025e0</w:t>
      </w:r>
    </w:p>
    <w:p w:rsidR="006974AE" w:rsidRDefault="006974AE" w:rsidP="006974AE">
      <w:r>
        <w:t>441.3344</w:t>
      </w:r>
      <w:r>
        <w:tab/>
        <w:t>2.025e0</w:t>
      </w:r>
    </w:p>
    <w:p w:rsidR="006974AE" w:rsidRDefault="006974AE" w:rsidP="006974AE">
      <w:r>
        <w:t>441.3460</w:t>
      </w:r>
      <w:r>
        <w:tab/>
        <w:t>1.013e0</w:t>
      </w:r>
    </w:p>
    <w:p w:rsidR="006974AE" w:rsidRDefault="006974AE" w:rsidP="006974AE">
      <w:r>
        <w:t>441.3640</w:t>
      </w:r>
      <w:r>
        <w:tab/>
        <w:t>1.013e0</w:t>
      </w:r>
    </w:p>
    <w:p w:rsidR="006974AE" w:rsidRDefault="006974AE" w:rsidP="006974AE">
      <w:r>
        <w:t>441.3676</w:t>
      </w:r>
      <w:r>
        <w:tab/>
        <w:t>1.013e0</w:t>
      </w:r>
    </w:p>
    <w:p w:rsidR="006974AE" w:rsidRDefault="006974AE" w:rsidP="006974AE">
      <w:r>
        <w:t>441.3697</w:t>
      </w:r>
      <w:r>
        <w:tab/>
        <w:t>3.855e0</w:t>
      </w:r>
    </w:p>
    <w:p w:rsidR="006974AE" w:rsidRDefault="006974AE" w:rsidP="006974AE">
      <w:r>
        <w:t>441.3813</w:t>
      </w:r>
      <w:r>
        <w:tab/>
        <w:t>1.013e0</w:t>
      </w:r>
    </w:p>
    <w:p w:rsidR="006974AE" w:rsidRDefault="006974AE" w:rsidP="006974AE">
      <w:r>
        <w:t>441.3888</w:t>
      </w:r>
      <w:r>
        <w:tab/>
        <w:t>1.013e0</w:t>
      </w:r>
    </w:p>
    <w:p w:rsidR="006974AE" w:rsidRDefault="006974AE" w:rsidP="006974AE">
      <w:r>
        <w:t>441.4041</w:t>
      </w:r>
      <w:r>
        <w:tab/>
        <w:t>1.013e0</w:t>
      </w:r>
    </w:p>
    <w:p w:rsidR="006974AE" w:rsidRDefault="006974AE" w:rsidP="006974AE">
      <w:r>
        <w:t>441.4117</w:t>
      </w:r>
      <w:r>
        <w:tab/>
        <w:t>1.013e0</w:t>
      </w:r>
    </w:p>
    <w:p w:rsidR="006974AE" w:rsidRDefault="006974AE" w:rsidP="006974AE">
      <w:r>
        <w:t>441.4195</w:t>
      </w:r>
      <w:r>
        <w:tab/>
        <w:t>2.025e0</w:t>
      </w:r>
    </w:p>
    <w:p w:rsidR="006974AE" w:rsidRDefault="006974AE" w:rsidP="006974AE">
      <w:r>
        <w:t>441.4355</w:t>
      </w:r>
      <w:r>
        <w:tab/>
        <w:t>1.013e0</w:t>
      </w:r>
    </w:p>
    <w:p w:rsidR="006974AE" w:rsidRDefault="006974AE" w:rsidP="006974AE">
      <w:r>
        <w:t>441.4747</w:t>
      </w:r>
      <w:r>
        <w:tab/>
        <w:t>3.038e0</w:t>
      </w:r>
    </w:p>
    <w:p w:rsidR="006974AE" w:rsidRDefault="006974AE" w:rsidP="006974AE">
      <w:r>
        <w:t>441.5045</w:t>
      </w:r>
      <w:r>
        <w:tab/>
        <w:t>1.013e0</w:t>
      </w:r>
    </w:p>
    <w:p w:rsidR="006974AE" w:rsidRDefault="006974AE" w:rsidP="006974AE">
      <w:r>
        <w:lastRenderedPageBreak/>
        <w:t>441.5214</w:t>
      </w:r>
      <w:r>
        <w:tab/>
        <w:t>3.038e0</w:t>
      </w:r>
    </w:p>
    <w:p w:rsidR="006974AE" w:rsidRDefault="006974AE" w:rsidP="006974AE">
      <w:r>
        <w:t>441.5438</w:t>
      </w:r>
      <w:r>
        <w:tab/>
        <w:t>1.013e0</w:t>
      </w:r>
    </w:p>
    <w:p w:rsidR="006974AE" w:rsidRDefault="006974AE" w:rsidP="006974AE">
      <w:r>
        <w:t>441.5463</w:t>
      </w:r>
      <w:r>
        <w:tab/>
        <w:t>2.025e0</w:t>
      </w:r>
    </w:p>
    <w:p w:rsidR="006974AE" w:rsidRDefault="006974AE" w:rsidP="006974AE">
      <w:r>
        <w:t>441.6477</w:t>
      </w:r>
      <w:r>
        <w:tab/>
        <w:t>3.038e0</w:t>
      </w:r>
    </w:p>
    <w:p w:rsidR="006974AE" w:rsidRDefault="006974AE" w:rsidP="006974AE">
      <w:r>
        <w:t>441.6694</w:t>
      </w:r>
      <w:r>
        <w:tab/>
        <w:t>1.013e0</w:t>
      </w:r>
    </w:p>
    <w:p w:rsidR="006974AE" w:rsidRDefault="006974AE" w:rsidP="006974AE">
      <w:r>
        <w:t>441.7021</w:t>
      </w:r>
      <w:r>
        <w:tab/>
        <w:t>2.025e0</w:t>
      </w:r>
    </w:p>
    <w:p w:rsidR="006974AE" w:rsidRDefault="006974AE" w:rsidP="006974AE">
      <w:r>
        <w:t>441.7135</w:t>
      </w:r>
      <w:r>
        <w:tab/>
        <w:t>1.013e0</w:t>
      </w:r>
    </w:p>
    <w:p w:rsidR="006974AE" w:rsidRDefault="006974AE" w:rsidP="006974AE">
      <w:r>
        <w:t>441.7195</w:t>
      </w:r>
      <w:r>
        <w:tab/>
        <w:t>2.025e0</w:t>
      </w:r>
    </w:p>
    <w:p w:rsidR="006974AE" w:rsidRDefault="006974AE" w:rsidP="006974AE">
      <w:r>
        <w:t>441.7605</w:t>
      </w:r>
      <w:r>
        <w:tab/>
        <w:t>1.013e0</w:t>
      </w:r>
    </w:p>
    <w:p w:rsidR="006974AE" w:rsidRDefault="006974AE" w:rsidP="006974AE">
      <w:r>
        <w:t>441.7679</w:t>
      </w:r>
      <w:r>
        <w:tab/>
        <w:t>2.025e0</w:t>
      </w:r>
    </w:p>
    <w:p w:rsidR="006974AE" w:rsidRDefault="006974AE" w:rsidP="006974AE">
      <w:r>
        <w:t>441.7755</w:t>
      </w:r>
      <w:r>
        <w:tab/>
        <w:t>1.013e0</w:t>
      </w:r>
    </w:p>
    <w:p w:rsidR="006974AE" w:rsidRDefault="006974AE" w:rsidP="006974AE">
      <w:r>
        <w:t>441.8094</w:t>
      </w:r>
      <w:r>
        <w:tab/>
        <w:t>1.013e0</w:t>
      </w:r>
    </w:p>
    <w:p w:rsidR="006974AE" w:rsidRDefault="006974AE" w:rsidP="006974AE">
      <w:r>
        <w:t>441.8224</w:t>
      </w:r>
      <w:r>
        <w:tab/>
        <w:t>1.013e0</w:t>
      </w:r>
    </w:p>
    <w:p w:rsidR="006974AE" w:rsidRDefault="006974AE" w:rsidP="006974AE">
      <w:r>
        <w:t>441.8379</w:t>
      </w:r>
      <w:r>
        <w:tab/>
        <w:t>1.013e0</w:t>
      </w:r>
    </w:p>
    <w:p w:rsidR="006974AE" w:rsidRDefault="006974AE" w:rsidP="006974AE">
      <w:r>
        <w:t>441.8485</w:t>
      </w:r>
      <w:r>
        <w:tab/>
        <w:t>3.038e0</w:t>
      </w:r>
    </w:p>
    <w:p w:rsidR="006974AE" w:rsidRDefault="006974AE" w:rsidP="006974AE">
      <w:r>
        <w:t>441.8689</w:t>
      </w:r>
      <w:r>
        <w:tab/>
        <w:t>2.025e0</w:t>
      </w:r>
    </w:p>
    <w:p w:rsidR="006974AE" w:rsidRDefault="006974AE" w:rsidP="006974AE">
      <w:r>
        <w:t>441.8882</w:t>
      </w:r>
      <w:r>
        <w:tab/>
        <w:t>1.013e0</w:t>
      </w:r>
    </w:p>
    <w:p w:rsidR="006974AE" w:rsidRDefault="006974AE" w:rsidP="006974AE">
      <w:r>
        <w:t>441.9075</w:t>
      </w:r>
      <w:r>
        <w:tab/>
        <w:t>2.025e0</w:t>
      </w:r>
    </w:p>
    <w:p w:rsidR="006974AE" w:rsidRDefault="006974AE" w:rsidP="006974AE">
      <w:r>
        <w:t>441.9271</w:t>
      </w:r>
      <w:r>
        <w:tab/>
        <w:t>1.013e0</w:t>
      </w:r>
    </w:p>
    <w:p w:rsidR="006974AE" w:rsidRDefault="006974AE" w:rsidP="006974AE">
      <w:r>
        <w:lastRenderedPageBreak/>
        <w:t>441.9380</w:t>
      </w:r>
      <w:r>
        <w:tab/>
        <w:t>1.013e0</w:t>
      </w:r>
    </w:p>
    <w:p w:rsidR="006974AE" w:rsidRDefault="006974AE" w:rsidP="006974AE">
      <w:r>
        <w:t>441.9493</w:t>
      </w:r>
      <w:r>
        <w:tab/>
        <w:t>1.013e0</w:t>
      </w:r>
    </w:p>
    <w:p w:rsidR="006974AE" w:rsidRDefault="006974AE" w:rsidP="006974AE">
      <w:r>
        <w:t>441.9738</w:t>
      </w:r>
      <w:r>
        <w:tab/>
        <w:t>3.038e0</w:t>
      </w:r>
    </w:p>
    <w:p w:rsidR="006974AE" w:rsidRDefault="006974AE" w:rsidP="006974AE">
      <w:r>
        <w:t>441.9928</w:t>
      </w:r>
      <w:r>
        <w:tab/>
        <w:t>1.013e0</w:t>
      </w:r>
    </w:p>
    <w:p w:rsidR="006974AE" w:rsidRDefault="006974AE" w:rsidP="006974AE">
      <w:r>
        <w:t>442.0061</w:t>
      </w:r>
      <w:r>
        <w:tab/>
        <w:t>1.013e0</w:t>
      </w:r>
    </w:p>
    <w:p w:rsidR="006974AE" w:rsidRDefault="006974AE" w:rsidP="006974AE">
      <w:r>
        <w:t>442.0161</w:t>
      </w:r>
      <w:r>
        <w:tab/>
        <w:t>1.013e0</w:t>
      </w:r>
    </w:p>
    <w:p w:rsidR="006974AE" w:rsidRDefault="006974AE" w:rsidP="006974AE">
      <w:r>
        <w:t>442.0276</w:t>
      </w:r>
      <w:r>
        <w:tab/>
        <w:t>1.013e0</w:t>
      </w:r>
    </w:p>
    <w:p w:rsidR="006974AE" w:rsidRDefault="006974AE" w:rsidP="006974AE">
      <w:r>
        <w:t>442.0393</w:t>
      </w:r>
      <w:r>
        <w:tab/>
        <w:t>1.013e0</w:t>
      </w:r>
    </w:p>
    <w:p w:rsidR="006974AE" w:rsidRDefault="006974AE" w:rsidP="006974AE">
      <w:r>
        <w:t>442.0670</w:t>
      </w:r>
      <w:r>
        <w:tab/>
        <w:t>1.013e0</w:t>
      </w:r>
    </w:p>
    <w:p w:rsidR="006974AE" w:rsidRDefault="006974AE" w:rsidP="006974AE">
      <w:r>
        <w:t>442.0899</w:t>
      </w:r>
      <w:r>
        <w:tab/>
        <w:t>2.025e0</w:t>
      </w:r>
    </w:p>
    <w:p w:rsidR="006974AE" w:rsidRDefault="006974AE" w:rsidP="006974AE">
      <w:r>
        <w:t>442.1240</w:t>
      </w:r>
      <w:r>
        <w:tab/>
        <w:t>1.013e0</w:t>
      </w:r>
    </w:p>
    <w:p w:rsidR="006974AE" w:rsidRDefault="006974AE" w:rsidP="006974AE">
      <w:r>
        <w:t>442.1555</w:t>
      </w:r>
      <w:r>
        <w:tab/>
        <w:t>2.025e0</w:t>
      </w:r>
    </w:p>
    <w:p w:rsidR="006974AE" w:rsidRDefault="006974AE" w:rsidP="006974AE">
      <w:r>
        <w:t>442.1627</w:t>
      </w:r>
      <w:r>
        <w:tab/>
        <w:t>1.013e0</w:t>
      </w:r>
    </w:p>
    <w:p w:rsidR="006974AE" w:rsidRDefault="006974AE" w:rsidP="006974AE">
      <w:r>
        <w:t>442.1681</w:t>
      </w:r>
      <w:r>
        <w:tab/>
        <w:t>1.013e0</w:t>
      </w:r>
    </w:p>
    <w:p w:rsidR="006974AE" w:rsidRDefault="006974AE" w:rsidP="006974AE">
      <w:r>
        <w:t>442.1998</w:t>
      </w:r>
      <w:r>
        <w:tab/>
        <w:t>2.025e0</w:t>
      </w:r>
    </w:p>
    <w:p w:rsidR="006974AE" w:rsidRDefault="006974AE" w:rsidP="006974AE">
      <w:r>
        <w:t>442.2086</w:t>
      </w:r>
      <w:r>
        <w:tab/>
        <w:t>3.038e0</w:t>
      </w:r>
    </w:p>
    <w:p w:rsidR="006974AE" w:rsidRDefault="006974AE" w:rsidP="006974AE">
      <w:r>
        <w:t>442.2169</w:t>
      </w:r>
      <w:r>
        <w:tab/>
        <w:t>1.013e0</w:t>
      </w:r>
    </w:p>
    <w:p w:rsidR="006974AE" w:rsidRDefault="006974AE" w:rsidP="006974AE">
      <w:r>
        <w:t>442.2247</w:t>
      </w:r>
      <w:r>
        <w:tab/>
        <w:t>1.013e0</w:t>
      </w:r>
    </w:p>
    <w:p w:rsidR="006974AE" w:rsidRDefault="006974AE" w:rsidP="006974AE">
      <w:r>
        <w:t>442.2484</w:t>
      </w:r>
      <w:r>
        <w:tab/>
        <w:t>2.025e0</w:t>
      </w:r>
    </w:p>
    <w:p w:rsidR="006974AE" w:rsidRDefault="006974AE" w:rsidP="006974AE">
      <w:r>
        <w:lastRenderedPageBreak/>
        <w:t>442.2635</w:t>
      </w:r>
      <w:r>
        <w:tab/>
        <w:t>1.013e0</w:t>
      </w:r>
    </w:p>
    <w:p w:rsidR="006974AE" w:rsidRDefault="006974AE" w:rsidP="006974AE">
      <w:r>
        <w:t>442.2867</w:t>
      </w:r>
      <w:r>
        <w:tab/>
        <w:t>1.013e0</w:t>
      </w:r>
    </w:p>
    <w:p w:rsidR="006974AE" w:rsidRDefault="006974AE" w:rsidP="006974AE">
      <w:r>
        <w:t>442.3025</w:t>
      </w:r>
      <w:r>
        <w:tab/>
        <w:t>2.025e0</w:t>
      </w:r>
    </w:p>
    <w:p w:rsidR="006974AE" w:rsidRDefault="006974AE" w:rsidP="006974AE">
      <w:r>
        <w:t>442.3074</w:t>
      </w:r>
      <w:r>
        <w:tab/>
        <w:t>1.013e0</w:t>
      </w:r>
    </w:p>
    <w:p w:rsidR="006974AE" w:rsidRDefault="006974AE" w:rsidP="006974AE">
      <w:r>
        <w:t>442.3177</w:t>
      </w:r>
      <w:r>
        <w:tab/>
        <w:t>1.013e0</w:t>
      </w:r>
    </w:p>
    <w:p w:rsidR="006974AE" w:rsidRDefault="006974AE" w:rsidP="006974AE">
      <w:r>
        <w:t>442.3281</w:t>
      </w:r>
      <w:r>
        <w:tab/>
        <w:t>3.038e0</w:t>
      </w:r>
    </w:p>
    <w:p w:rsidR="006974AE" w:rsidRDefault="006974AE" w:rsidP="006974AE">
      <w:r>
        <w:t>442.3335</w:t>
      </w:r>
      <w:r>
        <w:tab/>
        <w:t>3.038e0</w:t>
      </w:r>
    </w:p>
    <w:p w:rsidR="006974AE" w:rsidRDefault="006974AE" w:rsidP="006974AE">
      <w:r>
        <w:t>442.3410</w:t>
      </w:r>
      <w:r>
        <w:tab/>
        <w:t>1.013e0</w:t>
      </w:r>
    </w:p>
    <w:p w:rsidR="006974AE" w:rsidRDefault="006974AE" w:rsidP="006974AE">
      <w:r>
        <w:t>442.3470</w:t>
      </w:r>
      <w:r>
        <w:tab/>
        <w:t>2.025e0</w:t>
      </w:r>
    </w:p>
    <w:p w:rsidR="006974AE" w:rsidRDefault="006974AE" w:rsidP="006974AE">
      <w:r>
        <w:t>442.3684</w:t>
      </w:r>
      <w:r>
        <w:tab/>
        <w:t>2.025e0</w:t>
      </w:r>
    </w:p>
    <w:p w:rsidR="006974AE" w:rsidRDefault="006974AE" w:rsidP="006974AE">
      <w:r>
        <w:t>442.3901</w:t>
      </w:r>
      <w:r>
        <w:tab/>
        <w:t>1.013e0</w:t>
      </w:r>
    </w:p>
    <w:p w:rsidR="006974AE" w:rsidRDefault="006974AE" w:rsidP="006974AE">
      <w:r>
        <w:t>442.3990</w:t>
      </w:r>
      <w:r>
        <w:tab/>
        <w:t>2.025e0</w:t>
      </w:r>
    </w:p>
    <w:p w:rsidR="006974AE" w:rsidRDefault="006974AE" w:rsidP="006974AE">
      <w:r>
        <w:t>442.4082</w:t>
      </w:r>
      <w:r>
        <w:tab/>
        <w:t>2.025e0</w:t>
      </w:r>
    </w:p>
    <w:p w:rsidR="006974AE" w:rsidRDefault="006974AE" w:rsidP="006974AE">
      <w:r>
        <w:t>442.4120</w:t>
      </w:r>
      <w:r>
        <w:tab/>
        <w:t>1.013e0</w:t>
      </w:r>
    </w:p>
    <w:p w:rsidR="006974AE" w:rsidRDefault="006974AE" w:rsidP="006974AE">
      <w:r>
        <w:t>442.4417</w:t>
      </w:r>
      <w:r>
        <w:tab/>
        <w:t>1.013e0</w:t>
      </w:r>
    </w:p>
    <w:p w:rsidR="006974AE" w:rsidRDefault="006974AE" w:rsidP="006974AE">
      <w:r>
        <w:t>442.4650</w:t>
      </w:r>
      <w:r>
        <w:tab/>
        <w:t>2.025e0</w:t>
      </w:r>
    </w:p>
    <w:p w:rsidR="006974AE" w:rsidRDefault="006974AE" w:rsidP="006974AE">
      <w:r>
        <w:t>442.4695</w:t>
      </w:r>
      <w:r>
        <w:tab/>
        <w:t>1.013e0</w:t>
      </w:r>
    </w:p>
    <w:p w:rsidR="006974AE" w:rsidRDefault="006974AE" w:rsidP="006974AE">
      <w:r>
        <w:t>442.4785</w:t>
      </w:r>
      <w:r>
        <w:tab/>
        <w:t>2.025e0</w:t>
      </w:r>
    </w:p>
    <w:p w:rsidR="006974AE" w:rsidRDefault="006974AE" w:rsidP="006974AE">
      <w:r>
        <w:t>442.5300</w:t>
      </w:r>
      <w:r>
        <w:tab/>
        <w:t>1.013e0</w:t>
      </w:r>
    </w:p>
    <w:p w:rsidR="006974AE" w:rsidRDefault="006974AE" w:rsidP="006974AE">
      <w:r>
        <w:lastRenderedPageBreak/>
        <w:t>442.5348</w:t>
      </w:r>
      <w:r>
        <w:tab/>
        <w:t>1.013e0</w:t>
      </w:r>
    </w:p>
    <w:p w:rsidR="006974AE" w:rsidRDefault="006974AE" w:rsidP="006974AE">
      <w:r>
        <w:t>442.5540</w:t>
      </w:r>
      <w:r>
        <w:tab/>
        <w:t>2.025e0</w:t>
      </w:r>
    </w:p>
    <w:p w:rsidR="006974AE" w:rsidRDefault="006974AE" w:rsidP="006974AE">
      <w:r>
        <w:t>442.5588</w:t>
      </w:r>
      <w:r>
        <w:tab/>
        <w:t>3.038e0</w:t>
      </w:r>
    </w:p>
    <w:p w:rsidR="006974AE" w:rsidRDefault="006974AE" w:rsidP="006974AE">
      <w:r>
        <w:t>442.5663</w:t>
      </w:r>
      <w:r>
        <w:tab/>
        <w:t>1.013e0</w:t>
      </w:r>
    </w:p>
    <w:p w:rsidR="006974AE" w:rsidRDefault="006974AE" w:rsidP="006974AE">
      <w:r>
        <w:t>442.5892</w:t>
      </w:r>
      <w:r>
        <w:tab/>
        <w:t>2.025e0</w:t>
      </w:r>
    </w:p>
    <w:p w:rsidR="006974AE" w:rsidRDefault="006974AE" w:rsidP="006974AE">
      <w:r>
        <w:t>442.6021</w:t>
      </w:r>
      <w:r>
        <w:tab/>
        <w:t>2.025e0</w:t>
      </w:r>
    </w:p>
    <w:p w:rsidR="006974AE" w:rsidRDefault="006974AE" w:rsidP="006974AE">
      <w:r>
        <w:t>442.6291</w:t>
      </w:r>
      <w:r>
        <w:tab/>
        <w:t>2.025e0</w:t>
      </w:r>
    </w:p>
    <w:p w:rsidR="006974AE" w:rsidRDefault="006974AE" w:rsidP="006974AE">
      <w:r>
        <w:t>442.6434</w:t>
      </w:r>
      <w:r>
        <w:tab/>
        <w:t>2.025e0</w:t>
      </w:r>
    </w:p>
    <w:p w:rsidR="006974AE" w:rsidRDefault="006974AE" w:rsidP="006974AE">
      <w:r>
        <w:t>442.6822</w:t>
      </w:r>
      <w:r>
        <w:tab/>
        <w:t>1.013e0</w:t>
      </w:r>
    </w:p>
    <w:p w:rsidR="006974AE" w:rsidRDefault="006974AE" w:rsidP="006974AE">
      <w:r>
        <w:t>442.6899</w:t>
      </w:r>
      <w:r>
        <w:tab/>
        <w:t>2.025e0</w:t>
      </w:r>
    </w:p>
    <w:p w:rsidR="006974AE" w:rsidRDefault="006974AE" w:rsidP="006974AE">
      <w:r>
        <w:t>442.7132</w:t>
      </w:r>
      <w:r>
        <w:tab/>
        <w:t>1.013e0</w:t>
      </w:r>
    </w:p>
    <w:p w:rsidR="006974AE" w:rsidRDefault="006974AE" w:rsidP="006974AE">
      <w:r>
        <w:t>442.7370</w:t>
      </w:r>
      <w:r>
        <w:tab/>
        <w:t>1.013e0</w:t>
      </w:r>
    </w:p>
    <w:p w:rsidR="006974AE" w:rsidRDefault="006974AE" w:rsidP="006974AE">
      <w:r>
        <w:t>442.7481</w:t>
      </w:r>
      <w:r>
        <w:tab/>
        <w:t>2.025e0</w:t>
      </w:r>
    </w:p>
    <w:p w:rsidR="006974AE" w:rsidRDefault="006974AE" w:rsidP="006974AE">
      <w:r>
        <w:t>442.7924</w:t>
      </w:r>
      <w:r>
        <w:tab/>
        <w:t>1.013e0</w:t>
      </w:r>
    </w:p>
    <w:p w:rsidR="006974AE" w:rsidRDefault="006974AE" w:rsidP="006974AE">
      <w:r>
        <w:t>442.8278</w:t>
      </w:r>
      <w:r>
        <w:tab/>
        <w:t>1.013e0</w:t>
      </w:r>
    </w:p>
    <w:p w:rsidR="006974AE" w:rsidRDefault="006974AE" w:rsidP="006974AE">
      <w:r>
        <w:t>442.8742</w:t>
      </w:r>
      <w:r>
        <w:tab/>
        <w:t>2.025e0</w:t>
      </w:r>
    </w:p>
    <w:p w:rsidR="006974AE" w:rsidRDefault="006974AE" w:rsidP="006974AE">
      <w:r>
        <w:t>442.8999</w:t>
      </w:r>
      <w:r>
        <w:tab/>
        <w:t>1.013e0</w:t>
      </w:r>
    </w:p>
    <w:p w:rsidR="006974AE" w:rsidRDefault="006974AE" w:rsidP="006974AE">
      <w:r>
        <w:t>442.9109</w:t>
      </w:r>
      <w:r>
        <w:tab/>
        <w:t>1.013e0</w:t>
      </w:r>
    </w:p>
    <w:p w:rsidR="006974AE" w:rsidRDefault="006974AE" w:rsidP="006974AE">
      <w:r>
        <w:t>442.9223</w:t>
      </w:r>
      <w:r>
        <w:tab/>
        <w:t>3.038e0</w:t>
      </w:r>
    </w:p>
    <w:p w:rsidR="006974AE" w:rsidRDefault="006974AE" w:rsidP="006974AE">
      <w:r>
        <w:lastRenderedPageBreak/>
        <w:t>442.9626</w:t>
      </w:r>
      <w:r>
        <w:tab/>
        <w:t>2.025e0</w:t>
      </w:r>
    </w:p>
    <w:p w:rsidR="006974AE" w:rsidRDefault="006974AE" w:rsidP="006974AE">
      <w:r>
        <w:t>442.9848</w:t>
      </w:r>
      <w:r>
        <w:tab/>
        <w:t>1.013e0</w:t>
      </w:r>
    </w:p>
    <w:p w:rsidR="006974AE" w:rsidRDefault="006974AE" w:rsidP="006974AE">
      <w:r>
        <w:t>442.9928</w:t>
      </w:r>
      <w:r>
        <w:tab/>
        <w:t>2.025e0</w:t>
      </w:r>
    </w:p>
    <w:p w:rsidR="006974AE" w:rsidRDefault="006974AE" w:rsidP="006974AE">
      <w:r>
        <w:t>443.0009</w:t>
      </w:r>
      <w:r>
        <w:tab/>
        <w:t>1.013e0</w:t>
      </w:r>
    </w:p>
    <w:p w:rsidR="006974AE" w:rsidRDefault="006974AE" w:rsidP="006974AE">
      <w:r>
        <w:t>443.0156</w:t>
      </w:r>
      <w:r>
        <w:tab/>
        <w:t>4.051e0</w:t>
      </w:r>
    </w:p>
    <w:p w:rsidR="006974AE" w:rsidRDefault="006974AE" w:rsidP="006974AE">
      <w:r>
        <w:t>443.0323</w:t>
      </w:r>
      <w:r>
        <w:tab/>
        <w:t>1.013e0</w:t>
      </w:r>
    </w:p>
    <w:p w:rsidR="006974AE" w:rsidRDefault="006974AE" w:rsidP="006974AE">
      <w:r>
        <w:t>443.0934</w:t>
      </w:r>
      <w:r>
        <w:tab/>
        <w:t>1.013e0</w:t>
      </w:r>
    </w:p>
    <w:p w:rsidR="006974AE" w:rsidRDefault="006974AE" w:rsidP="006974AE">
      <w:r>
        <w:t>443.1038</w:t>
      </w:r>
      <w:r>
        <w:tab/>
        <w:t>2.025e0</w:t>
      </w:r>
    </w:p>
    <w:p w:rsidR="006974AE" w:rsidRDefault="006974AE" w:rsidP="006974AE">
      <w:r>
        <w:t>443.1083</w:t>
      </w:r>
      <w:r>
        <w:tab/>
        <w:t>1.013e0</w:t>
      </w:r>
    </w:p>
    <w:p w:rsidR="006974AE" w:rsidRDefault="006974AE" w:rsidP="006974AE">
      <w:r>
        <w:t>443.1173</w:t>
      </w:r>
      <w:r>
        <w:tab/>
        <w:t>1.013e0</w:t>
      </w:r>
    </w:p>
    <w:p w:rsidR="006974AE" w:rsidRDefault="006974AE" w:rsidP="006974AE">
      <w:r>
        <w:t>443.1229</w:t>
      </w:r>
      <w:r>
        <w:tab/>
        <w:t>3.599e0</w:t>
      </w:r>
    </w:p>
    <w:p w:rsidR="006974AE" w:rsidRDefault="006974AE" w:rsidP="006974AE">
      <w:r>
        <w:t>443.1272</w:t>
      </w:r>
      <w:r>
        <w:tab/>
        <w:t>3.038e0</w:t>
      </w:r>
    </w:p>
    <w:p w:rsidR="006974AE" w:rsidRDefault="006974AE" w:rsidP="006974AE">
      <w:r>
        <w:t>443.1508</w:t>
      </w:r>
      <w:r>
        <w:tab/>
        <w:t>1.013e0</w:t>
      </w:r>
    </w:p>
    <w:p w:rsidR="006974AE" w:rsidRDefault="006974AE" w:rsidP="006974AE">
      <w:r>
        <w:t>443.1555</w:t>
      </w:r>
      <w:r>
        <w:tab/>
        <w:t>1.013e0</w:t>
      </w:r>
    </w:p>
    <w:p w:rsidR="006974AE" w:rsidRDefault="006974AE" w:rsidP="006974AE">
      <w:r>
        <w:t>443.1693</w:t>
      </w:r>
      <w:r>
        <w:tab/>
        <w:t>4.051e0</w:t>
      </w:r>
    </w:p>
    <w:p w:rsidR="006974AE" w:rsidRDefault="006974AE" w:rsidP="006974AE">
      <w:r>
        <w:t>443.1728</w:t>
      </w:r>
      <w:r>
        <w:tab/>
        <w:t>1.013e0</w:t>
      </w:r>
    </w:p>
    <w:p w:rsidR="006974AE" w:rsidRDefault="006974AE" w:rsidP="006974AE">
      <w:r>
        <w:t>443.1813</w:t>
      </w:r>
      <w:r>
        <w:tab/>
        <w:t>2.025e0</w:t>
      </w:r>
    </w:p>
    <w:p w:rsidR="006974AE" w:rsidRDefault="006974AE" w:rsidP="006974AE">
      <w:r>
        <w:t>443.1949</w:t>
      </w:r>
      <w:r>
        <w:tab/>
        <w:t>1.013e0</w:t>
      </w:r>
    </w:p>
    <w:p w:rsidR="006974AE" w:rsidRDefault="006974AE" w:rsidP="006974AE">
      <w:r>
        <w:t>443.2021</w:t>
      </w:r>
      <w:r>
        <w:tab/>
        <w:t>1.013e0</w:t>
      </w:r>
    </w:p>
    <w:p w:rsidR="006974AE" w:rsidRDefault="006974AE" w:rsidP="006974AE">
      <w:r>
        <w:lastRenderedPageBreak/>
        <w:t>443.2293</w:t>
      </w:r>
      <w:r>
        <w:tab/>
        <w:t>2.025e0</w:t>
      </w:r>
    </w:p>
    <w:p w:rsidR="006974AE" w:rsidRDefault="006974AE" w:rsidP="006974AE">
      <w:r>
        <w:t>443.2358</w:t>
      </w:r>
      <w:r>
        <w:tab/>
        <w:t>2.025e0</w:t>
      </w:r>
    </w:p>
    <w:p w:rsidR="006974AE" w:rsidRDefault="006974AE" w:rsidP="006974AE">
      <w:r>
        <w:t>443.2421</w:t>
      </w:r>
      <w:r>
        <w:tab/>
        <w:t>2.025e0</w:t>
      </w:r>
    </w:p>
    <w:p w:rsidR="006974AE" w:rsidRDefault="006974AE" w:rsidP="006974AE">
      <w:r>
        <w:t>443.2480</w:t>
      </w:r>
      <w:r>
        <w:tab/>
        <w:t>4.051e0</w:t>
      </w:r>
    </w:p>
    <w:p w:rsidR="006974AE" w:rsidRDefault="006974AE" w:rsidP="006974AE">
      <w:r>
        <w:t>443.2603</w:t>
      </w:r>
      <w:r>
        <w:tab/>
        <w:t>2.025e0</w:t>
      </w:r>
    </w:p>
    <w:p w:rsidR="006974AE" w:rsidRDefault="006974AE" w:rsidP="006974AE">
      <w:r>
        <w:t>443.2687</w:t>
      </w:r>
      <w:r>
        <w:tab/>
        <w:t>2.025e0</w:t>
      </w:r>
    </w:p>
    <w:p w:rsidR="006974AE" w:rsidRDefault="006974AE" w:rsidP="006974AE">
      <w:r>
        <w:t>443.2798</w:t>
      </w:r>
      <w:r>
        <w:tab/>
        <w:t>1.013e0</w:t>
      </w:r>
    </w:p>
    <w:p w:rsidR="006974AE" w:rsidRDefault="006974AE" w:rsidP="006974AE">
      <w:r>
        <w:t>443.2959</w:t>
      </w:r>
      <w:r>
        <w:tab/>
        <w:t>1.013e0</w:t>
      </w:r>
    </w:p>
    <w:p w:rsidR="006974AE" w:rsidRDefault="006974AE" w:rsidP="006974AE">
      <w:r>
        <w:t>443.3128</w:t>
      </w:r>
      <w:r>
        <w:tab/>
        <w:t>1.013e0</w:t>
      </w:r>
    </w:p>
    <w:p w:rsidR="006974AE" w:rsidRDefault="006974AE" w:rsidP="006974AE">
      <w:r>
        <w:t>443.3192</w:t>
      </w:r>
      <w:r>
        <w:tab/>
        <w:t>1.013e0</w:t>
      </w:r>
    </w:p>
    <w:p w:rsidR="006974AE" w:rsidRDefault="006974AE" w:rsidP="006974AE">
      <w:r>
        <w:t>443.3213</w:t>
      </w:r>
      <w:r>
        <w:tab/>
        <w:t>2.025e0</w:t>
      </w:r>
    </w:p>
    <w:p w:rsidR="006974AE" w:rsidRDefault="006974AE" w:rsidP="006974AE">
      <w:r>
        <w:t>443.3274</w:t>
      </w:r>
      <w:r>
        <w:tab/>
        <w:t>4.051e0</w:t>
      </w:r>
    </w:p>
    <w:p w:rsidR="006974AE" w:rsidRDefault="006974AE" w:rsidP="006974AE">
      <w:r>
        <w:t>443.3303</w:t>
      </w:r>
      <w:r>
        <w:tab/>
        <w:t>1.013e0</w:t>
      </w:r>
    </w:p>
    <w:p w:rsidR="006974AE" w:rsidRDefault="006974AE" w:rsidP="006974AE">
      <w:r>
        <w:t>443.3353</w:t>
      </w:r>
      <w:r>
        <w:tab/>
        <w:t>2.025e0</w:t>
      </w:r>
    </w:p>
    <w:p w:rsidR="006974AE" w:rsidRDefault="006974AE" w:rsidP="006974AE">
      <w:r>
        <w:t>443.3542</w:t>
      </w:r>
      <w:r>
        <w:tab/>
        <w:t>2.025e0</w:t>
      </w:r>
    </w:p>
    <w:p w:rsidR="006974AE" w:rsidRDefault="006974AE" w:rsidP="006974AE">
      <w:r>
        <w:t>443.3700</w:t>
      </w:r>
      <w:r>
        <w:tab/>
        <w:t>2.025e0</w:t>
      </w:r>
    </w:p>
    <w:p w:rsidR="006974AE" w:rsidRDefault="006974AE" w:rsidP="006974AE">
      <w:r>
        <w:t>443.4020</w:t>
      </w:r>
      <w:r>
        <w:tab/>
        <w:t>2.025e0</w:t>
      </w:r>
    </w:p>
    <w:p w:rsidR="006974AE" w:rsidRDefault="006974AE" w:rsidP="006974AE">
      <w:r>
        <w:t>443.4091</w:t>
      </w:r>
      <w:r>
        <w:tab/>
        <w:t>1.013e0</w:t>
      </w:r>
    </w:p>
    <w:p w:rsidR="006974AE" w:rsidRDefault="006974AE" w:rsidP="006974AE">
      <w:r>
        <w:t>443.4315</w:t>
      </w:r>
      <w:r>
        <w:tab/>
        <w:t>3.038e0</w:t>
      </w:r>
    </w:p>
    <w:p w:rsidR="006974AE" w:rsidRDefault="006974AE" w:rsidP="006974AE">
      <w:r>
        <w:lastRenderedPageBreak/>
        <w:t>443.4435</w:t>
      </w:r>
      <w:r>
        <w:tab/>
        <w:t>1.013e0</w:t>
      </w:r>
    </w:p>
    <w:p w:rsidR="006974AE" w:rsidRDefault="006974AE" w:rsidP="006974AE">
      <w:r>
        <w:t>443.4745</w:t>
      </w:r>
      <w:r>
        <w:tab/>
        <w:t>1.013e0</w:t>
      </w:r>
    </w:p>
    <w:p w:rsidR="006974AE" w:rsidRDefault="006974AE" w:rsidP="006974AE">
      <w:r>
        <w:t>443.4979</w:t>
      </w:r>
      <w:r>
        <w:tab/>
        <w:t>1.013e0</w:t>
      </w:r>
    </w:p>
    <w:p w:rsidR="006974AE" w:rsidRDefault="006974AE" w:rsidP="006974AE">
      <w:r>
        <w:t>443.5054</w:t>
      </w:r>
      <w:r>
        <w:tab/>
        <w:t>2.025e0</w:t>
      </w:r>
    </w:p>
    <w:p w:rsidR="006974AE" w:rsidRDefault="006974AE" w:rsidP="006974AE">
      <w:r>
        <w:t>443.5892</w:t>
      </w:r>
      <w:r>
        <w:tab/>
        <w:t>1.013e0</w:t>
      </w:r>
    </w:p>
    <w:p w:rsidR="006974AE" w:rsidRDefault="006974AE" w:rsidP="006974AE">
      <w:r>
        <w:t>443.5920</w:t>
      </w:r>
      <w:r>
        <w:tab/>
        <w:t>3.038e0</w:t>
      </w:r>
    </w:p>
    <w:p w:rsidR="006974AE" w:rsidRDefault="006974AE" w:rsidP="006974AE">
      <w:r>
        <w:t>443.6514</w:t>
      </w:r>
      <w:r>
        <w:tab/>
        <w:t>4.051e0</w:t>
      </w:r>
    </w:p>
    <w:p w:rsidR="006974AE" w:rsidRDefault="006974AE" w:rsidP="006974AE">
      <w:r>
        <w:t>443.6766</w:t>
      </w:r>
      <w:r>
        <w:tab/>
        <w:t>1.013e0</w:t>
      </w:r>
    </w:p>
    <w:p w:rsidR="006974AE" w:rsidRDefault="006974AE" w:rsidP="006974AE">
      <w:r>
        <w:t>443.6838</w:t>
      </w:r>
      <w:r>
        <w:tab/>
        <w:t>1.013e0</w:t>
      </w:r>
    </w:p>
    <w:p w:rsidR="006974AE" w:rsidRDefault="006974AE" w:rsidP="006974AE">
      <w:r>
        <w:t>443.7155</w:t>
      </w:r>
      <w:r>
        <w:tab/>
        <w:t>2.025e0</w:t>
      </w:r>
    </w:p>
    <w:p w:rsidR="006974AE" w:rsidRDefault="006974AE" w:rsidP="006974AE">
      <w:r>
        <w:t>443.7502</w:t>
      </w:r>
      <w:r>
        <w:tab/>
        <w:t>1.013e0</w:t>
      </w:r>
    </w:p>
    <w:p w:rsidR="006974AE" w:rsidRDefault="006974AE" w:rsidP="006974AE">
      <w:r>
        <w:t>443.7688</w:t>
      </w:r>
      <w:r>
        <w:tab/>
        <w:t>1.013e0</w:t>
      </w:r>
    </w:p>
    <w:p w:rsidR="006974AE" w:rsidRDefault="006974AE" w:rsidP="006974AE">
      <w:r>
        <w:t>443.7718</w:t>
      </w:r>
      <w:r>
        <w:tab/>
        <w:t>1.013e0</w:t>
      </w:r>
    </w:p>
    <w:p w:rsidR="006974AE" w:rsidRDefault="006974AE" w:rsidP="006974AE">
      <w:r>
        <w:t>443.7931</w:t>
      </w:r>
      <w:r>
        <w:tab/>
        <w:t>1.013e0</w:t>
      </w:r>
    </w:p>
    <w:p w:rsidR="006974AE" w:rsidRDefault="006974AE" w:rsidP="006974AE">
      <w:r>
        <w:t>443.8162</w:t>
      </w:r>
      <w:r>
        <w:tab/>
        <w:t>3.038e0</w:t>
      </w:r>
    </w:p>
    <w:p w:rsidR="006974AE" w:rsidRDefault="006974AE" w:rsidP="006974AE">
      <w:r>
        <w:t>443.8240</w:t>
      </w:r>
      <w:r>
        <w:tab/>
        <w:t>3.038e0</w:t>
      </w:r>
    </w:p>
    <w:p w:rsidR="006974AE" w:rsidRDefault="006974AE" w:rsidP="006974AE">
      <w:r>
        <w:t>443.8399</w:t>
      </w:r>
      <w:r>
        <w:tab/>
        <w:t>1.013e0</w:t>
      </w:r>
    </w:p>
    <w:p w:rsidR="006974AE" w:rsidRDefault="006974AE" w:rsidP="006974AE">
      <w:r>
        <w:t>443.8494</w:t>
      </w:r>
      <w:r>
        <w:tab/>
        <w:t>3.038e0</w:t>
      </w:r>
    </w:p>
    <w:p w:rsidR="006974AE" w:rsidRDefault="006974AE" w:rsidP="006974AE">
      <w:r>
        <w:t>443.8549</w:t>
      </w:r>
      <w:r>
        <w:tab/>
        <w:t>1.013e0</w:t>
      </w:r>
    </w:p>
    <w:p w:rsidR="006974AE" w:rsidRDefault="006974AE" w:rsidP="006974AE">
      <w:r>
        <w:lastRenderedPageBreak/>
        <w:t>443.9254</w:t>
      </w:r>
      <w:r>
        <w:tab/>
        <w:t>2.025e0</w:t>
      </w:r>
    </w:p>
    <w:p w:rsidR="006974AE" w:rsidRDefault="006974AE" w:rsidP="006974AE">
      <w:r>
        <w:t>443.9302</w:t>
      </w:r>
      <w:r>
        <w:tab/>
        <w:t>1.013e0</w:t>
      </w:r>
    </w:p>
    <w:p w:rsidR="006974AE" w:rsidRDefault="006974AE" w:rsidP="006974AE">
      <w:r>
        <w:t>443.9433</w:t>
      </w:r>
      <w:r>
        <w:tab/>
        <w:t>2.025e0</w:t>
      </w:r>
    </w:p>
    <w:p w:rsidR="006974AE" w:rsidRDefault="006974AE" w:rsidP="006974AE">
      <w:r>
        <w:t>443.9478</w:t>
      </w:r>
      <w:r>
        <w:tab/>
        <w:t>1.013e0</w:t>
      </w:r>
    </w:p>
    <w:p w:rsidR="006974AE" w:rsidRDefault="006974AE" w:rsidP="006974AE">
      <w:r>
        <w:t>443.9732</w:t>
      </w:r>
      <w:r>
        <w:tab/>
        <w:t>1.013e0</w:t>
      </w:r>
    </w:p>
    <w:p w:rsidR="006974AE" w:rsidRDefault="006974AE" w:rsidP="006974AE">
      <w:r>
        <w:t>443.9866</w:t>
      </w:r>
      <w:r>
        <w:tab/>
        <w:t>2.025e0</w:t>
      </w:r>
    </w:p>
    <w:p w:rsidR="006974AE" w:rsidRDefault="006974AE" w:rsidP="006974AE">
      <w:r>
        <w:t>443.9907</w:t>
      </w:r>
      <w:r>
        <w:tab/>
        <w:t>1.013e0</w:t>
      </w:r>
    </w:p>
    <w:p w:rsidR="006974AE" w:rsidRDefault="006974AE" w:rsidP="006974AE">
      <w:r>
        <w:t>443.9948</w:t>
      </w:r>
      <w:r>
        <w:tab/>
        <w:t>1.013e0</w:t>
      </w:r>
    </w:p>
    <w:p w:rsidR="006974AE" w:rsidRDefault="006974AE" w:rsidP="006974AE">
      <w:r>
        <w:t>444.0338</w:t>
      </w:r>
      <w:r>
        <w:tab/>
        <w:t>1.013e0</w:t>
      </w:r>
    </w:p>
    <w:p w:rsidR="006974AE" w:rsidRDefault="006974AE" w:rsidP="006974AE">
      <w:r>
        <w:t>444.0523</w:t>
      </w:r>
      <w:r>
        <w:tab/>
        <w:t>1.013e0</w:t>
      </w:r>
    </w:p>
    <w:p w:rsidR="006974AE" w:rsidRDefault="006974AE" w:rsidP="006974AE">
      <w:r>
        <w:t>444.0576</w:t>
      </w:r>
      <w:r>
        <w:tab/>
        <w:t>1.013e0</w:t>
      </w:r>
    </w:p>
    <w:p w:rsidR="006974AE" w:rsidRDefault="006974AE" w:rsidP="006974AE">
      <w:r>
        <w:t>444.0702</w:t>
      </w:r>
      <w:r>
        <w:tab/>
        <w:t>1.013e0</w:t>
      </w:r>
    </w:p>
    <w:p w:rsidR="006974AE" w:rsidRDefault="006974AE" w:rsidP="006974AE">
      <w:r>
        <w:t>444.0912</w:t>
      </w:r>
      <w:r>
        <w:tab/>
        <w:t>1.013e0</w:t>
      </w:r>
    </w:p>
    <w:p w:rsidR="006974AE" w:rsidRDefault="006974AE" w:rsidP="006974AE">
      <w:r>
        <w:t>444.1110</w:t>
      </w:r>
      <w:r>
        <w:tab/>
        <w:t>2.025e0</w:t>
      </w:r>
    </w:p>
    <w:p w:rsidR="006974AE" w:rsidRDefault="006974AE" w:rsidP="006974AE">
      <w:r>
        <w:t>444.1127</w:t>
      </w:r>
      <w:r>
        <w:tab/>
        <w:t>1.013e0</w:t>
      </w:r>
    </w:p>
    <w:p w:rsidR="006974AE" w:rsidRDefault="006974AE" w:rsidP="006974AE">
      <w:r>
        <w:t>444.1267</w:t>
      </w:r>
      <w:r>
        <w:tab/>
        <w:t>2.025e0</w:t>
      </w:r>
    </w:p>
    <w:p w:rsidR="006974AE" w:rsidRDefault="006974AE" w:rsidP="006974AE">
      <w:r>
        <w:t>444.1397</w:t>
      </w:r>
      <w:r>
        <w:tab/>
        <w:t>2.025e0</w:t>
      </w:r>
    </w:p>
    <w:p w:rsidR="006974AE" w:rsidRDefault="006974AE" w:rsidP="006974AE">
      <w:r>
        <w:t>444.1424</w:t>
      </w:r>
      <w:r>
        <w:tab/>
        <w:t>3.038e0</w:t>
      </w:r>
    </w:p>
    <w:p w:rsidR="006974AE" w:rsidRDefault="006974AE" w:rsidP="006974AE">
      <w:r>
        <w:t>444.1538</w:t>
      </w:r>
      <w:r>
        <w:tab/>
        <w:t>6.755e0</w:t>
      </w:r>
    </w:p>
    <w:p w:rsidR="006974AE" w:rsidRDefault="006974AE" w:rsidP="006974AE">
      <w:r>
        <w:lastRenderedPageBreak/>
        <w:t>444.1555</w:t>
      </w:r>
      <w:r>
        <w:tab/>
        <w:t>6.076e0</w:t>
      </w:r>
    </w:p>
    <w:p w:rsidR="006974AE" w:rsidRDefault="006974AE" w:rsidP="006974AE">
      <w:r>
        <w:t>444.1720</w:t>
      </w:r>
      <w:r>
        <w:tab/>
        <w:t>7.089e0</w:t>
      </w:r>
    </w:p>
    <w:p w:rsidR="006974AE" w:rsidRDefault="006974AE" w:rsidP="006974AE">
      <w:r>
        <w:t>444.1866</w:t>
      </w:r>
      <w:r>
        <w:tab/>
        <w:t>2.025e0</w:t>
      </w:r>
    </w:p>
    <w:p w:rsidR="006974AE" w:rsidRDefault="006974AE" w:rsidP="006974AE">
      <w:r>
        <w:t>444.2130</w:t>
      </w:r>
      <w:r>
        <w:tab/>
        <w:t>1.013e0</w:t>
      </w:r>
    </w:p>
    <w:p w:rsidR="006974AE" w:rsidRDefault="006974AE" w:rsidP="006974AE">
      <w:r>
        <w:t>444.2155</w:t>
      </w:r>
      <w:r>
        <w:tab/>
        <w:t>3.038e0</w:t>
      </w:r>
    </w:p>
    <w:p w:rsidR="006974AE" w:rsidRDefault="006974AE" w:rsidP="006974AE">
      <w:r>
        <w:t>444.2425</w:t>
      </w:r>
      <w:r>
        <w:tab/>
        <w:t>2.025e0</w:t>
      </w:r>
    </w:p>
    <w:p w:rsidR="006974AE" w:rsidRDefault="006974AE" w:rsidP="006974AE">
      <w:r>
        <w:t>444.2466</w:t>
      </w:r>
      <w:r>
        <w:tab/>
        <w:t>5.063e0</w:t>
      </w:r>
    </w:p>
    <w:p w:rsidR="006974AE" w:rsidRDefault="006974AE" w:rsidP="006974AE">
      <w:r>
        <w:t>444.2532</w:t>
      </w:r>
      <w:r>
        <w:tab/>
        <w:t>1.013e0</w:t>
      </w:r>
    </w:p>
    <w:p w:rsidR="006974AE" w:rsidRDefault="006974AE" w:rsidP="006974AE">
      <w:r>
        <w:t>444.2594</w:t>
      </w:r>
      <w:r>
        <w:tab/>
        <w:t>1.013e0</w:t>
      </w:r>
    </w:p>
    <w:p w:rsidR="006974AE" w:rsidRDefault="006974AE" w:rsidP="006974AE">
      <w:r>
        <w:t>444.2755</w:t>
      </w:r>
      <w:r>
        <w:tab/>
        <w:t>1.013e0</w:t>
      </w:r>
    </w:p>
    <w:p w:rsidR="006974AE" w:rsidRDefault="006974AE" w:rsidP="006974AE">
      <w:r>
        <w:t>444.2827</w:t>
      </w:r>
      <w:r>
        <w:tab/>
        <w:t>1.013e0</w:t>
      </w:r>
    </w:p>
    <w:p w:rsidR="006974AE" w:rsidRDefault="006974AE" w:rsidP="006974AE">
      <w:r>
        <w:t>444.3144</w:t>
      </w:r>
      <w:r>
        <w:tab/>
        <w:t>1.013e0</w:t>
      </w:r>
    </w:p>
    <w:p w:rsidR="006974AE" w:rsidRDefault="006974AE" w:rsidP="006974AE">
      <w:r>
        <w:t>444.3154</w:t>
      </w:r>
      <w:r>
        <w:tab/>
        <w:t>4.051e0</w:t>
      </w:r>
    </w:p>
    <w:p w:rsidR="006974AE" w:rsidRDefault="006974AE" w:rsidP="006974AE">
      <w:r>
        <w:t>444.3310</w:t>
      </w:r>
      <w:r>
        <w:tab/>
        <w:t>2.025e0</w:t>
      </w:r>
    </w:p>
    <w:p w:rsidR="006974AE" w:rsidRDefault="006974AE" w:rsidP="006974AE">
      <w:r>
        <w:t>444.3395</w:t>
      </w:r>
      <w:r>
        <w:tab/>
        <w:t>2.025e0</w:t>
      </w:r>
    </w:p>
    <w:p w:rsidR="006974AE" w:rsidRDefault="006974AE" w:rsidP="006974AE">
      <w:r>
        <w:t>444.3450</w:t>
      </w:r>
      <w:r>
        <w:tab/>
        <w:t>1.013e0</w:t>
      </w:r>
    </w:p>
    <w:p w:rsidR="006974AE" w:rsidRDefault="006974AE" w:rsidP="006974AE">
      <w:r>
        <w:t>444.3926</w:t>
      </w:r>
      <w:r>
        <w:tab/>
        <w:t>1.013e0</w:t>
      </w:r>
    </w:p>
    <w:p w:rsidR="006974AE" w:rsidRDefault="006974AE" w:rsidP="006974AE">
      <w:r>
        <w:t>444.3995</w:t>
      </w:r>
      <w:r>
        <w:tab/>
        <w:t>1.013e0</w:t>
      </w:r>
    </w:p>
    <w:p w:rsidR="006974AE" w:rsidRDefault="006974AE" w:rsidP="006974AE">
      <w:r>
        <w:t>444.4007</w:t>
      </w:r>
      <w:r>
        <w:tab/>
        <w:t>1.722e1</w:t>
      </w:r>
    </w:p>
    <w:p w:rsidR="006974AE" w:rsidRDefault="006974AE" w:rsidP="006974AE">
      <w:r>
        <w:lastRenderedPageBreak/>
        <w:t>444.4107</w:t>
      </w:r>
      <w:r>
        <w:tab/>
        <w:t>1.013e0</w:t>
      </w:r>
    </w:p>
    <w:p w:rsidR="006974AE" w:rsidRDefault="006974AE" w:rsidP="006974AE">
      <w:r>
        <w:t>444.4292</w:t>
      </w:r>
      <w:r>
        <w:tab/>
        <w:t>1.013e0</w:t>
      </w:r>
    </w:p>
    <w:p w:rsidR="006974AE" w:rsidRDefault="006974AE" w:rsidP="006974AE">
      <w:r>
        <w:t>444.4502</w:t>
      </w:r>
      <w:r>
        <w:tab/>
        <w:t>1.013e0</w:t>
      </w:r>
    </w:p>
    <w:p w:rsidR="006974AE" w:rsidRDefault="006974AE" w:rsidP="006974AE">
      <w:r>
        <w:t>444.4851</w:t>
      </w:r>
      <w:r>
        <w:tab/>
        <w:t>1.013e0</w:t>
      </w:r>
    </w:p>
    <w:p w:rsidR="006974AE" w:rsidRDefault="006974AE" w:rsidP="006974AE">
      <w:r>
        <w:t>444.4902</w:t>
      </w:r>
      <w:r>
        <w:tab/>
        <w:t>1.013e0</w:t>
      </w:r>
    </w:p>
    <w:p w:rsidR="006974AE" w:rsidRDefault="006974AE" w:rsidP="006974AE">
      <w:r>
        <w:t>444.5084</w:t>
      </w:r>
      <w:r>
        <w:tab/>
        <w:t>1.013e0</w:t>
      </w:r>
    </w:p>
    <w:p w:rsidR="006974AE" w:rsidRDefault="006974AE" w:rsidP="006974AE">
      <w:r>
        <w:t>444.5118</w:t>
      </w:r>
      <w:r>
        <w:tab/>
        <w:t>1.013e0</w:t>
      </w:r>
    </w:p>
    <w:p w:rsidR="006974AE" w:rsidRDefault="006974AE" w:rsidP="006974AE">
      <w:r>
        <w:t>444.5791</w:t>
      </w:r>
      <w:r>
        <w:tab/>
        <w:t>2.025e0</w:t>
      </w:r>
    </w:p>
    <w:p w:rsidR="006974AE" w:rsidRDefault="006974AE" w:rsidP="006974AE">
      <w:r>
        <w:t>444.5941</w:t>
      </w:r>
      <w:r>
        <w:tab/>
        <w:t>1.013e0</w:t>
      </w:r>
    </w:p>
    <w:p w:rsidR="006974AE" w:rsidRDefault="006974AE" w:rsidP="006974AE">
      <w:r>
        <w:t>444.6336</w:t>
      </w:r>
      <w:r>
        <w:tab/>
        <w:t>1.013e0</w:t>
      </w:r>
    </w:p>
    <w:p w:rsidR="006974AE" w:rsidRDefault="006974AE" w:rsidP="006974AE">
      <w:r>
        <w:t>444.6409</w:t>
      </w:r>
      <w:r>
        <w:tab/>
        <w:t>1.013e0</w:t>
      </w:r>
    </w:p>
    <w:p w:rsidR="006974AE" w:rsidRDefault="006974AE" w:rsidP="006974AE">
      <w:r>
        <w:t>444.6570</w:t>
      </w:r>
      <w:r>
        <w:tab/>
        <w:t>1.013e0</w:t>
      </w:r>
    </w:p>
    <w:p w:rsidR="006974AE" w:rsidRDefault="006974AE" w:rsidP="006974AE">
      <w:r>
        <w:t>444.6804</w:t>
      </w:r>
      <w:r>
        <w:tab/>
        <w:t>1.013e0</w:t>
      </w:r>
    </w:p>
    <w:p w:rsidR="006974AE" w:rsidRDefault="006974AE" w:rsidP="006974AE">
      <w:r>
        <w:t>444.6954</w:t>
      </w:r>
      <w:r>
        <w:tab/>
        <w:t>1.013e0</w:t>
      </w:r>
    </w:p>
    <w:p w:rsidR="006974AE" w:rsidRDefault="006974AE" w:rsidP="006974AE">
      <w:r>
        <w:t>444.7086</w:t>
      </w:r>
      <w:r>
        <w:tab/>
        <w:t>1.013e0</w:t>
      </w:r>
    </w:p>
    <w:p w:rsidR="006974AE" w:rsidRDefault="006974AE" w:rsidP="006974AE">
      <w:r>
        <w:t>444.7427</w:t>
      </w:r>
      <w:r>
        <w:tab/>
        <w:t>1.013e0</w:t>
      </w:r>
    </w:p>
    <w:p w:rsidR="006974AE" w:rsidRDefault="006974AE" w:rsidP="006974AE">
      <w:r>
        <w:t>444.7878</w:t>
      </w:r>
      <w:r>
        <w:tab/>
        <w:t>1.013e0</w:t>
      </w:r>
    </w:p>
    <w:p w:rsidR="006974AE" w:rsidRDefault="006974AE" w:rsidP="006974AE">
      <w:r>
        <w:t>444.7985</w:t>
      </w:r>
      <w:r>
        <w:tab/>
        <w:t>2.025e0</w:t>
      </w:r>
    </w:p>
    <w:p w:rsidR="006974AE" w:rsidRDefault="006974AE" w:rsidP="006974AE">
      <w:r>
        <w:t>444.8108</w:t>
      </w:r>
      <w:r>
        <w:tab/>
        <w:t>3.038e0</w:t>
      </w:r>
    </w:p>
    <w:p w:rsidR="006974AE" w:rsidRDefault="006974AE" w:rsidP="006974AE">
      <w:r>
        <w:lastRenderedPageBreak/>
        <w:t>444.8492</w:t>
      </w:r>
      <w:r>
        <w:tab/>
        <w:t>1.013e0</w:t>
      </w:r>
    </w:p>
    <w:p w:rsidR="006974AE" w:rsidRDefault="006974AE" w:rsidP="006974AE">
      <w:r>
        <w:t>444.8504</w:t>
      </w:r>
      <w:r>
        <w:tab/>
        <w:t>2.025e0</w:t>
      </w:r>
    </w:p>
    <w:p w:rsidR="006974AE" w:rsidRDefault="006974AE" w:rsidP="006974AE">
      <w:r>
        <w:t>444.8522</w:t>
      </w:r>
      <w:r>
        <w:tab/>
        <w:t>1.013e0</w:t>
      </w:r>
    </w:p>
    <w:p w:rsidR="006974AE" w:rsidRDefault="006974AE" w:rsidP="006974AE">
      <w:r>
        <w:t>444.8709</w:t>
      </w:r>
      <w:r>
        <w:tab/>
        <w:t>3.038e0</w:t>
      </w:r>
    </w:p>
    <w:p w:rsidR="006974AE" w:rsidRDefault="006974AE" w:rsidP="006974AE">
      <w:r>
        <w:t>444.8746</w:t>
      </w:r>
      <w:r>
        <w:tab/>
        <w:t>1.013e0</w:t>
      </w:r>
    </w:p>
    <w:p w:rsidR="006974AE" w:rsidRDefault="006974AE" w:rsidP="006974AE">
      <w:r>
        <w:t>444.9098</w:t>
      </w:r>
      <w:r>
        <w:tab/>
        <w:t>1.013e0</w:t>
      </w:r>
    </w:p>
    <w:p w:rsidR="006974AE" w:rsidRDefault="006974AE" w:rsidP="006974AE">
      <w:r>
        <w:t>444.9316</w:t>
      </w:r>
      <w:r>
        <w:tab/>
        <w:t>2.025e0</w:t>
      </w:r>
    </w:p>
    <w:p w:rsidR="006974AE" w:rsidRDefault="006974AE" w:rsidP="006974AE">
      <w:r>
        <w:t>444.9608</w:t>
      </w:r>
      <w:r>
        <w:tab/>
        <w:t>1.013e0</w:t>
      </w:r>
    </w:p>
    <w:p w:rsidR="006974AE" w:rsidRDefault="006974AE" w:rsidP="006974AE">
      <w:r>
        <w:t>444.9759</w:t>
      </w:r>
      <w:r>
        <w:tab/>
        <w:t>1.013e0</w:t>
      </w:r>
    </w:p>
    <w:p w:rsidR="006974AE" w:rsidRDefault="006974AE" w:rsidP="006974AE">
      <w:r>
        <w:t>444.9832</w:t>
      </w:r>
      <w:r>
        <w:tab/>
        <w:t>2.025e0</w:t>
      </w:r>
    </w:p>
    <w:p w:rsidR="006974AE" w:rsidRDefault="006974AE" w:rsidP="006974AE">
      <w:r>
        <w:t>444.9876</w:t>
      </w:r>
      <w:r>
        <w:tab/>
        <w:t>2.025e0</w:t>
      </w:r>
    </w:p>
    <w:p w:rsidR="006974AE" w:rsidRDefault="006974AE" w:rsidP="006974AE">
      <w:r>
        <w:t>445.0318</w:t>
      </w:r>
      <w:r>
        <w:tab/>
        <w:t>1.013e0</w:t>
      </w:r>
    </w:p>
    <w:p w:rsidR="006974AE" w:rsidRDefault="006974AE" w:rsidP="006974AE">
      <w:r>
        <w:t>445.0544</w:t>
      </w:r>
      <w:r>
        <w:tab/>
        <w:t>1.013e0</w:t>
      </w:r>
    </w:p>
    <w:p w:rsidR="006974AE" w:rsidRDefault="006974AE" w:rsidP="006974AE">
      <w:r>
        <w:t>445.0611</w:t>
      </w:r>
      <w:r>
        <w:tab/>
        <w:t>2.025e0</w:t>
      </w:r>
    </w:p>
    <w:p w:rsidR="006974AE" w:rsidRDefault="006974AE" w:rsidP="006974AE">
      <w:r>
        <w:t>445.0714</w:t>
      </w:r>
      <w:r>
        <w:tab/>
        <w:t>1.013e0</w:t>
      </w:r>
    </w:p>
    <w:p w:rsidR="006974AE" w:rsidRDefault="006974AE" w:rsidP="006974AE">
      <w:r>
        <w:t>445.0778</w:t>
      </w:r>
      <w:r>
        <w:tab/>
        <w:t>1.013e0</w:t>
      </w:r>
    </w:p>
    <w:p w:rsidR="006974AE" w:rsidRDefault="006974AE" w:rsidP="006974AE">
      <w:r>
        <w:t>445.0893</w:t>
      </w:r>
      <w:r>
        <w:tab/>
        <w:t>1.013e0</w:t>
      </w:r>
    </w:p>
    <w:p w:rsidR="006974AE" w:rsidRDefault="006974AE" w:rsidP="006974AE">
      <w:r>
        <w:t>445.0928</w:t>
      </w:r>
      <w:r>
        <w:tab/>
        <w:t>1.013e0</w:t>
      </w:r>
    </w:p>
    <w:p w:rsidR="006974AE" w:rsidRDefault="006974AE" w:rsidP="006974AE">
      <w:r>
        <w:t>445.1324</w:t>
      </w:r>
      <w:r>
        <w:tab/>
        <w:t>2.025e0</w:t>
      </w:r>
    </w:p>
    <w:p w:rsidR="006974AE" w:rsidRDefault="006974AE" w:rsidP="006974AE">
      <w:r>
        <w:lastRenderedPageBreak/>
        <w:t>445.1356</w:t>
      </w:r>
      <w:r>
        <w:tab/>
        <w:t>2.025e0</w:t>
      </w:r>
    </w:p>
    <w:p w:rsidR="006974AE" w:rsidRDefault="006974AE" w:rsidP="006974AE">
      <w:r>
        <w:t>445.1422</w:t>
      </w:r>
      <w:r>
        <w:tab/>
        <w:t>3.038e0</w:t>
      </w:r>
    </w:p>
    <w:p w:rsidR="006974AE" w:rsidRDefault="006974AE" w:rsidP="006974AE">
      <w:r>
        <w:t>445.1518</w:t>
      </w:r>
      <w:r>
        <w:tab/>
        <w:t>2.025e0</w:t>
      </w:r>
    </w:p>
    <w:p w:rsidR="006974AE" w:rsidRDefault="006974AE" w:rsidP="006974AE">
      <w:r>
        <w:t>445.1563</w:t>
      </w:r>
      <w:r>
        <w:tab/>
        <w:t>2.025e0</w:t>
      </w:r>
    </w:p>
    <w:p w:rsidR="006974AE" w:rsidRDefault="006974AE" w:rsidP="006974AE">
      <w:r>
        <w:t>445.1694</w:t>
      </w:r>
      <w:r>
        <w:tab/>
        <w:t>2.025e0</w:t>
      </w:r>
    </w:p>
    <w:p w:rsidR="006974AE" w:rsidRDefault="006974AE" w:rsidP="006974AE">
      <w:r>
        <w:t>445.1796</w:t>
      </w:r>
      <w:r>
        <w:tab/>
        <w:t>2.025e0</w:t>
      </w:r>
    </w:p>
    <w:p w:rsidR="006974AE" w:rsidRDefault="006974AE" w:rsidP="006974AE">
      <w:r>
        <w:t>445.2078</w:t>
      </w:r>
      <w:r>
        <w:tab/>
        <w:t>1.013e0</w:t>
      </w:r>
    </w:p>
    <w:p w:rsidR="006974AE" w:rsidRDefault="006974AE" w:rsidP="006974AE">
      <w:r>
        <w:t>445.2314</w:t>
      </w:r>
      <w:r>
        <w:tab/>
        <w:t>4.106e0</w:t>
      </w:r>
    </w:p>
    <w:p w:rsidR="006974AE" w:rsidRDefault="006974AE" w:rsidP="006974AE">
      <w:r>
        <w:t>445.2409</w:t>
      </w:r>
      <w:r>
        <w:tab/>
        <w:t>2.025e0</w:t>
      </w:r>
    </w:p>
    <w:p w:rsidR="006974AE" w:rsidRDefault="006974AE" w:rsidP="006974AE">
      <w:r>
        <w:t>445.2727</w:t>
      </w:r>
      <w:r>
        <w:tab/>
        <w:t>1.013e0</w:t>
      </w:r>
    </w:p>
    <w:p w:rsidR="006974AE" w:rsidRDefault="006974AE" w:rsidP="006974AE">
      <w:r>
        <w:t>445.2916</w:t>
      </w:r>
      <w:r>
        <w:tab/>
        <w:t>3.038e0</w:t>
      </w:r>
    </w:p>
    <w:p w:rsidR="006974AE" w:rsidRDefault="006974AE" w:rsidP="006974AE">
      <w:r>
        <w:t>445.3086</w:t>
      </w:r>
      <w:r>
        <w:tab/>
        <w:t>2.025e0</w:t>
      </w:r>
    </w:p>
    <w:p w:rsidR="006974AE" w:rsidRDefault="006974AE" w:rsidP="006974AE">
      <w:r>
        <w:t>445.3299</w:t>
      </w:r>
      <w:r>
        <w:tab/>
        <w:t>1.013e0</w:t>
      </w:r>
    </w:p>
    <w:p w:rsidR="006974AE" w:rsidRDefault="006974AE" w:rsidP="006974AE">
      <w:r>
        <w:t>445.3481</w:t>
      </w:r>
      <w:r>
        <w:tab/>
        <w:t>2.025e0</w:t>
      </w:r>
    </w:p>
    <w:p w:rsidR="006974AE" w:rsidRDefault="006974AE" w:rsidP="006974AE">
      <w:r>
        <w:t>445.3819</w:t>
      </w:r>
      <w:r>
        <w:tab/>
        <w:t>1.013e0</w:t>
      </w:r>
    </w:p>
    <w:p w:rsidR="006974AE" w:rsidRDefault="006974AE" w:rsidP="006974AE">
      <w:r>
        <w:t>445.3969</w:t>
      </w:r>
      <w:r>
        <w:tab/>
        <w:t>1.013e0</w:t>
      </w:r>
    </w:p>
    <w:p w:rsidR="006974AE" w:rsidRDefault="006974AE" w:rsidP="006974AE">
      <w:r>
        <w:t>445.3989</w:t>
      </w:r>
      <w:r>
        <w:tab/>
        <w:t>3.038e0</w:t>
      </w:r>
    </w:p>
    <w:p w:rsidR="006974AE" w:rsidRDefault="006974AE" w:rsidP="006974AE">
      <w:r>
        <w:t>445.4003</w:t>
      </w:r>
      <w:r>
        <w:tab/>
        <w:t>4.051e0</w:t>
      </w:r>
    </w:p>
    <w:p w:rsidR="006974AE" w:rsidRDefault="006974AE" w:rsidP="006974AE">
      <w:r>
        <w:t>445.4177</w:t>
      </w:r>
      <w:r>
        <w:tab/>
        <w:t>5.063e0</w:t>
      </w:r>
    </w:p>
    <w:p w:rsidR="006974AE" w:rsidRDefault="006974AE" w:rsidP="006974AE">
      <w:r>
        <w:lastRenderedPageBreak/>
        <w:t>445.4489</w:t>
      </w:r>
      <w:r>
        <w:tab/>
        <w:t>1.013e0</w:t>
      </w:r>
    </w:p>
    <w:p w:rsidR="006974AE" w:rsidRDefault="006974AE" w:rsidP="006974AE">
      <w:r>
        <w:t>445.4599</w:t>
      </w:r>
      <w:r>
        <w:tab/>
        <w:t>1.013e0</w:t>
      </w:r>
    </w:p>
    <w:p w:rsidR="006974AE" w:rsidRDefault="006974AE" w:rsidP="006974AE">
      <w:r>
        <w:t>445.4671</w:t>
      </w:r>
      <w:r>
        <w:tab/>
        <w:t>1.013e0</w:t>
      </w:r>
    </w:p>
    <w:p w:rsidR="006974AE" w:rsidRDefault="006974AE" w:rsidP="006974AE">
      <w:r>
        <w:t>445.4984</w:t>
      </w:r>
      <w:r>
        <w:tab/>
        <w:t>1.013e0</w:t>
      </w:r>
    </w:p>
    <w:p w:rsidR="006974AE" w:rsidRDefault="006974AE" w:rsidP="006974AE">
      <w:r>
        <w:t>445.5009</w:t>
      </w:r>
      <w:r>
        <w:tab/>
        <w:t>2.025e0</w:t>
      </w:r>
    </w:p>
    <w:p w:rsidR="006974AE" w:rsidRDefault="006974AE" w:rsidP="006974AE">
      <w:r>
        <w:t>445.5095</w:t>
      </w:r>
      <w:r>
        <w:tab/>
        <w:t>2.025e0</w:t>
      </w:r>
    </w:p>
    <w:p w:rsidR="006974AE" w:rsidRDefault="006974AE" w:rsidP="006974AE">
      <w:r>
        <w:t>445.5279</w:t>
      </w:r>
      <w:r>
        <w:tab/>
        <w:t>1.013e0</w:t>
      </w:r>
    </w:p>
    <w:p w:rsidR="006974AE" w:rsidRDefault="006974AE" w:rsidP="006974AE">
      <w:r>
        <w:t>445.5490</w:t>
      </w:r>
      <w:r>
        <w:tab/>
        <w:t>1.013e0</w:t>
      </w:r>
    </w:p>
    <w:p w:rsidR="006974AE" w:rsidRDefault="006974AE" w:rsidP="006974AE">
      <w:r>
        <w:t>445.5675</w:t>
      </w:r>
      <w:r>
        <w:tab/>
        <w:t>1.013e0</w:t>
      </w:r>
    </w:p>
    <w:p w:rsidR="006974AE" w:rsidRDefault="006974AE" w:rsidP="006974AE">
      <w:r>
        <w:t>445.6154</w:t>
      </w:r>
      <w:r>
        <w:tab/>
        <w:t>1.013e0</w:t>
      </w:r>
    </w:p>
    <w:p w:rsidR="006974AE" w:rsidRDefault="006974AE" w:rsidP="006974AE">
      <w:r>
        <w:t>445.6466</w:t>
      </w:r>
      <w:r>
        <w:tab/>
        <w:t>1.013e0</w:t>
      </w:r>
    </w:p>
    <w:p w:rsidR="006974AE" w:rsidRDefault="006974AE" w:rsidP="006974AE">
      <w:r>
        <w:t>445.6550</w:t>
      </w:r>
      <w:r>
        <w:tab/>
        <w:t>1.013e0</w:t>
      </w:r>
    </w:p>
    <w:p w:rsidR="006974AE" w:rsidRDefault="006974AE" w:rsidP="006974AE">
      <w:r>
        <w:t>445.6778</w:t>
      </w:r>
      <w:r>
        <w:tab/>
        <w:t>1.013e0</w:t>
      </w:r>
    </w:p>
    <w:p w:rsidR="006974AE" w:rsidRDefault="006974AE" w:rsidP="006974AE">
      <w:r>
        <w:t>445.7075</w:t>
      </w:r>
      <w:r>
        <w:tab/>
        <w:t>1.013e0</w:t>
      </w:r>
    </w:p>
    <w:p w:rsidR="006974AE" w:rsidRDefault="006974AE" w:rsidP="006974AE">
      <w:r>
        <w:t>445.7105</w:t>
      </w:r>
      <w:r>
        <w:tab/>
        <w:t>1.013e0</w:t>
      </w:r>
    </w:p>
    <w:p w:rsidR="006974AE" w:rsidRDefault="006974AE" w:rsidP="006974AE">
      <w:r>
        <w:t>445.7403</w:t>
      </w:r>
      <w:r>
        <w:tab/>
        <w:t>1.013e0</w:t>
      </w:r>
    </w:p>
    <w:p w:rsidR="006974AE" w:rsidRDefault="006974AE" w:rsidP="006974AE">
      <w:r>
        <w:t>445.7866</w:t>
      </w:r>
      <w:r>
        <w:tab/>
        <w:t>1.013e0</w:t>
      </w:r>
    </w:p>
    <w:p w:rsidR="006974AE" w:rsidRDefault="006974AE" w:rsidP="006974AE">
      <w:r>
        <w:t>445.8075</w:t>
      </w:r>
      <w:r>
        <w:tab/>
        <w:t>1.013e0</w:t>
      </w:r>
    </w:p>
    <w:p w:rsidR="006974AE" w:rsidRDefault="006974AE" w:rsidP="006974AE">
      <w:r>
        <w:t>445.8195</w:t>
      </w:r>
      <w:r>
        <w:tab/>
        <w:t>5.063e0</w:t>
      </w:r>
    </w:p>
    <w:p w:rsidR="006974AE" w:rsidRDefault="006974AE" w:rsidP="006974AE">
      <w:r>
        <w:lastRenderedPageBreak/>
        <w:t>445.8291</w:t>
      </w:r>
      <w:r>
        <w:tab/>
        <w:t>1.013e0</w:t>
      </w:r>
    </w:p>
    <w:p w:rsidR="006974AE" w:rsidRDefault="006974AE" w:rsidP="006974AE">
      <w:r>
        <w:t>445.8423</w:t>
      </w:r>
      <w:r>
        <w:tab/>
        <w:t>2.025e0</w:t>
      </w:r>
    </w:p>
    <w:p w:rsidR="006974AE" w:rsidRDefault="006974AE" w:rsidP="006974AE">
      <w:r>
        <w:t>445.8452</w:t>
      </w:r>
      <w:r>
        <w:tab/>
        <w:t>2.025e0</w:t>
      </w:r>
    </w:p>
    <w:p w:rsidR="006974AE" w:rsidRDefault="006974AE" w:rsidP="006974AE">
      <w:r>
        <w:t>445.8470</w:t>
      </w:r>
      <w:r>
        <w:tab/>
        <w:t>1.013e0</w:t>
      </w:r>
    </w:p>
    <w:p w:rsidR="006974AE" w:rsidRDefault="006974AE" w:rsidP="006974AE">
      <w:r>
        <w:t>445.8691</w:t>
      </w:r>
      <w:r>
        <w:tab/>
        <w:t>1.013e0</w:t>
      </w:r>
    </w:p>
    <w:p w:rsidR="006974AE" w:rsidRDefault="006974AE" w:rsidP="006974AE">
      <w:r>
        <w:t>445.9048</w:t>
      </w:r>
      <w:r>
        <w:tab/>
        <w:t>1.013e0</w:t>
      </w:r>
    </w:p>
    <w:p w:rsidR="006974AE" w:rsidRDefault="006974AE" w:rsidP="006974AE">
      <w:r>
        <w:t>445.9199</w:t>
      </w:r>
      <w:r>
        <w:tab/>
        <w:t>1.013e0</w:t>
      </w:r>
    </w:p>
    <w:p w:rsidR="006974AE" w:rsidRDefault="006974AE" w:rsidP="006974AE">
      <w:r>
        <w:t>445.9481</w:t>
      </w:r>
      <w:r>
        <w:tab/>
        <w:t>1.013e0</w:t>
      </w:r>
    </w:p>
    <w:p w:rsidR="006974AE" w:rsidRDefault="006974AE" w:rsidP="006974AE">
      <w:r>
        <w:t>445.9511</w:t>
      </w:r>
      <w:r>
        <w:tab/>
        <w:t>1.013e0</w:t>
      </w:r>
    </w:p>
    <w:p w:rsidR="006974AE" w:rsidRDefault="006974AE" w:rsidP="006974AE">
      <w:r>
        <w:t>445.9687</w:t>
      </w:r>
      <w:r>
        <w:tab/>
        <w:t>3.038e0</w:t>
      </w:r>
    </w:p>
    <w:p w:rsidR="006974AE" w:rsidRDefault="006974AE" w:rsidP="006974AE">
      <w:r>
        <w:t>446.0052</w:t>
      </w:r>
      <w:r>
        <w:tab/>
        <w:t>1.013e0</w:t>
      </w:r>
    </w:p>
    <w:p w:rsidR="006974AE" w:rsidRDefault="006974AE" w:rsidP="006974AE">
      <w:r>
        <w:t>446.0092</w:t>
      </w:r>
      <w:r>
        <w:tab/>
        <w:t>1.013e0</w:t>
      </w:r>
    </w:p>
    <w:p w:rsidR="006974AE" w:rsidRDefault="006974AE" w:rsidP="006974AE">
      <w:r>
        <w:t>446.0238</w:t>
      </w:r>
      <w:r>
        <w:tab/>
        <w:t>2.025e0</w:t>
      </w:r>
    </w:p>
    <w:p w:rsidR="006974AE" w:rsidRDefault="006974AE" w:rsidP="006974AE">
      <w:r>
        <w:t>446.0370</w:t>
      </w:r>
      <w:r>
        <w:tab/>
        <w:t>1.013e0</w:t>
      </w:r>
    </w:p>
    <w:p w:rsidR="006974AE" w:rsidRDefault="006974AE" w:rsidP="006974AE">
      <w:r>
        <w:t>446.0532</w:t>
      </w:r>
      <w:r>
        <w:tab/>
        <w:t>1.013e0</w:t>
      </w:r>
    </w:p>
    <w:p w:rsidR="006974AE" w:rsidRDefault="006974AE" w:rsidP="006974AE">
      <w:r>
        <w:t>446.1010</w:t>
      </w:r>
      <w:r>
        <w:tab/>
        <w:t>4.051e0</w:t>
      </w:r>
    </w:p>
    <w:p w:rsidR="006974AE" w:rsidRDefault="006974AE" w:rsidP="006974AE">
      <w:r>
        <w:t>446.1452</w:t>
      </w:r>
      <w:r>
        <w:tab/>
        <w:t>1.013e0</w:t>
      </w:r>
    </w:p>
    <w:p w:rsidR="006974AE" w:rsidRDefault="006974AE" w:rsidP="006974AE">
      <w:r>
        <w:t>446.1502</w:t>
      </w:r>
      <w:r>
        <w:tab/>
        <w:t>3.038e0</w:t>
      </w:r>
    </w:p>
    <w:p w:rsidR="006974AE" w:rsidRDefault="006974AE" w:rsidP="006974AE">
      <w:r>
        <w:t>446.1618</w:t>
      </w:r>
      <w:r>
        <w:tab/>
        <w:t>6.076e0</w:t>
      </w:r>
    </w:p>
    <w:p w:rsidR="006974AE" w:rsidRDefault="006974AE" w:rsidP="006974AE">
      <w:r>
        <w:lastRenderedPageBreak/>
        <w:t>446.1848</w:t>
      </w:r>
      <w:r>
        <w:tab/>
        <w:t>1.013e0</w:t>
      </w:r>
    </w:p>
    <w:p w:rsidR="006974AE" w:rsidRDefault="006974AE" w:rsidP="006974AE">
      <w:r>
        <w:t>446.2061</w:t>
      </w:r>
      <w:r>
        <w:tab/>
        <w:t>1.013e0</w:t>
      </w:r>
    </w:p>
    <w:p w:rsidR="006974AE" w:rsidRDefault="006974AE" w:rsidP="006974AE">
      <w:r>
        <w:t>446.2081</w:t>
      </w:r>
      <w:r>
        <w:tab/>
        <w:t>5.063e0</w:t>
      </w:r>
    </w:p>
    <w:p w:rsidR="006974AE" w:rsidRDefault="006974AE" w:rsidP="006974AE">
      <w:r>
        <w:t>446.2250</w:t>
      </w:r>
      <w:r>
        <w:tab/>
        <w:t>1.013e0</w:t>
      </w:r>
    </w:p>
    <w:p w:rsidR="006974AE" w:rsidRDefault="006974AE" w:rsidP="006974AE">
      <w:r>
        <w:t>446.2281</w:t>
      </w:r>
      <w:r>
        <w:tab/>
        <w:t>4.051e0</w:t>
      </w:r>
    </w:p>
    <w:p w:rsidR="006974AE" w:rsidRDefault="006974AE" w:rsidP="006974AE">
      <w:r>
        <w:t>446.2401</w:t>
      </w:r>
      <w:r>
        <w:tab/>
        <w:t>1.013e0</w:t>
      </w:r>
    </w:p>
    <w:p w:rsidR="006974AE" w:rsidRDefault="006974AE" w:rsidP="006974AE">
      <w:r>
        <w:t>446.2641</w:t>
      </w:r>
      <w:r>
        <w:tab/>
        <w:t>1.013e0</w:t>
      </w:r>
    </w:p>
    <w:p w:rsidR="006974AE" w:rsidRDefault="006974AE" w:rsidP="006974AE">
      <w:r>
        <w:t>446.2852</w:t>
      </w:r>
      <w:r>
        <w:tab/>
        <w:t>1.013e0</w:t>
      </w:r>
    </w:p>
    <w:p w:rsidR="006974AE" w:rsidRDefault="006974AE" w:rsidP="006974AE">
      <w:r>
        <w:t>446.2951</w:t>
      </w:r>
      <w:r>
        <w:tab/>
        <w:t>3.038e0</w:t>
      </w:r>
    </w:p>
    <w:p w:rsidR="006974AE" w:rsidRDefault="006974AE" w:rsidP="006974AE">
      <w:r>
        <w:t>446.3183</w:t>
      </w:r>
      <w:r>
        <w:tab/>
        <w:t>1.013e0</w:t>
      </w:r>
    </w:p>
    <w:p w:rsidR="006974AE" w:rsidRDefault="006974AE" w:rsidP="006974AE">
      <w:r>
        <w:t>446.3286</w:t>
      </w:r>
      <w:r>
        <w:tab/>
        <w:t>2.025e0</w:t>
      </w:r>
    </w:p>
    <w:p w:rsidR="006974AE" w:rsidRDefault="006974AE" w:rsidP="006974AE">
      <w:r>
        <w:t>446.3527</w:t>
      </w:r>
      <w:r>
        <w:tab/>
        <w:t>3.038e0</w:t>
      </w:r>
    </w:p>
    <w:p w:rsidR="006974AE" w:rsidRDefault="006974AE" w:rsidP="006974AE">
      <w:r>
        <w:t>446.3678</w:t>
      </w:r>
      <w:r>
        <w:tab/>
        <w:t>1.013e0</w:t>
      </w:r>
    </w:p>
    <w:p w:rsidR="006974AE" w:rsidRDefault="006974AE" w:rsidP="006974AE">
      <w:r>
        <w:t>446.3730</w:t>
      </w:r>
      <w:r>
        <w:tab/>
        <w:t>1.013e0</w:t>
      </w:r>
    </w:p>
    <w:p w:rsidR="006974AE" w:rsidRDefault="006974AE" w:rsidP="006974AE">
      <w:r>
        <w:t>446.3863</w:t>
      </w:r>
      <w:r>
        <w:tab/>
        <w:t>1.013e0</w:t>
      </w:r>
    </w:p>
    <w:p w:rsidR="006974AE" w:rsidRDefault="006974AE" w:rsidP="006974AE">
      <w:r>
        <w:t>446.4126</w:t>
      </w:r>
      <w:r>
        <w:tab/>
        <w:t>1.013e0</w:t>
      </w:r>
    </w:p>
    <w:p w:rsidR="006974AE" w:rsidRDefault="006974AE" w:rsidP="006974AE">
      <w:r>
        <w:t>446.4474</w:t>
      </w:r>
      <w:r>
        <w:tab/>
        <w:t>1.013e0</w:t>
      </w:r>
    </w:p>
    <w:p w:rsidR="006974AE" w:rsidRDefault="006974AE" w:rsidP="006974AE">
      <w:r>
        <w:t>446.4977</w:t>
      </w:r>
      <w:r>
        <w:tab/>
        <w:t>2.025e0</w:t>
      </w:r>
    </w:p>
    <w:p w:rsidR="006974AE" w:rsidRDefault="006974AE" w:rsidP="006974AE">
      <w:r>
        <w:t>446.5319</w:t>
      </w:r>
      <w:r>
        <w:tab/>
        <w:t>2.025e0</w:t>
      </w:r>
    </w:p>
    <w:p w:rsidR="006974AE" w:rsidRDefault="006974AE" w:rsidP="006974AE">
      <w:r>
        <w:lastRenderedPageBreak/>
        <w:t>446.5768</w:t>
      </w:r>
      <w:r>
        <w:tab/>
        <w:t>1.013e0</w:t>
      </w:r>
    </w:p>
    <w:p w:rsidR="006974AE" w:rsidRDefault="006974AE" w:rsidP="006974AE">
      <w:r>
        <w:t>446.6237</w:t>
      </w:r>
      <w:r>
        <w:tab/>
        <w:t>2.025e0</w:t>
      </w:r>
    </w:p>
    <w:p w:rsidR="006974AE" w:rsidRDefault="006974AE" w:rsidP="006974AE">
      <w:r>
        <w:t>446.6767</w:t>
      </w:r>
      <w:r>
        <w:tab/>
        <w:t>2.025e0</w:t>
      </w:r>
    </w:p>
    <w:p w:rsidR="006974AE" w:rsidRDefault="006974AE" w:rsidP="006974AE">
      <w:r>
        <w:t>446.7059</w:t>
      </w:r>
      <w:r>
        <w:tab/>
        <w:t>3.038e0</w:t>
      </w:r>
    </w:p>
    <w:p w:rsidR="006974AE" w:rsidRDefault="006974AE" w:rsidP="006974AE">
      <w:r>
        <w:t>446.7327</w:t>
      </w:r>
      <w:r>
        <w:tab/>
        <w:t>1.013e0</w:t>
      </w:r>
    </w:p>
    <w:p w:rsidR="006974AE" w:rsidRDefault="006974AE" w:rsidP="006974AE">
      <w:r>
        <w:t>446.7410</w:t>
      </w:r>
      <w:r>
        <w:tab/>
        <w:t>1.013e0</w:t>
      </w:r>
    </w:p>
    <w:p w:rsidR="006974AE" w:rsidRDefault="006974AE" w:rsidP="006974AE">
      <w:r>
        <w:t>446.7631</w:t>
      </w:r>
      <w:r>
        <w:tab/>
        <w:t>1.013e0</w:t>
      </w:r>
    </w:p>
    <w:p w:rsidR="006974AE" w:rsidRDefault="006974AE" w:rsidP="006974AE">
      <w:r>
        <w:t>446.7802</w:t>
      </w:r>
      <w:r>
        <w:tab/>
        <w:t>1.013e0</w:t>
      </w:r>
    </w:p>
    <w:p w:rsidR="006974AE" w:rsidRDefault="006974AE" w:rsidP="006974AE">
      <w:r>
        <w:t>446.7952</w:t>
      </w:r>
      <w:r>
        <w:tab/>
        <w:t>1.013e0</w:t>
      </w:r>
    </w:p>
    <w:p w:rsidR="006974AE" w:rsidRDefault="006974AE" w:rsidP="006974AE">
      <w:r>
        <w:t>446.8109</w:t>
      </w:r>
      <w:r>
        <w:tab/>
        <w:t>1.013e0</w:t>
      </w:r>
    </w:p>
    <w:p w:rsidR="006974AE" w:rsidRDefault="006974AE" w:rsidP="006974AE">
      <w:r>
        <w:t>446.8239</w:t>
      </w:r>
      <w:r>
        <w:tab/>
        <w:t>1.013e0</w:t>
      </w:r>
    </w:p>
    <w:p w:rsidR="006974AE" w:rsidRDefault="006974AE" w:rsidP="006974AE">
      <w:r>
        <w:t>446.8427</w:t>
      </w:r>
      <w:r>
        <w:tab/>
        <w:t>1.013e0</w:t>
      </w:r>
    </w:p>
    <w:p w:rsidR="006974AE" w:rsidRDefault="006974AE" w:rsidP="006974AE">
      <w:r>
        <w:t>446.8465</w:t>
      </w:r>
      <w:r>
        <w:tab/>
        <w:t>3.038e0</w:t>
      </w:r>
    </w:p>
    <w:p w:rsidR="006974AE" w:rsidRDefault="006974AE" w:rsidP="006974AE">
      <w:r>
        <w:t>446.8622</w:t>
      </w:r>
      <w:r>
        <w:tab/>
        <w:t>3.038e0</w:t>
      </w:r>
    </w:p>
    <w:p w:rsidR="006974AE" w:rsidRDefault="006974AE" w:rsidP="006974AE">
      <w:r>
        <w:t>446.8638</w:t>
      </w:r>
      <w:r>
        <w:tab/>
        <w:t>2.025e0</w:t>
      </w:r>
    </w:p>
    <w:p w:rsidR="006974AE" w:rsidRDefault="006974AE" w:rsidP="006974AE">
      <w:r>
        <w:t>446.8891</w:t>
      </w:r>
      <w:r>
        <w:tab/>
        <w:t>1.013e0</w:t>
      </w:r>
    </w:p>
    <w:p w:rsidR="006974AE" w:rsidRDefault="006974AE" w:rsidP="006974AE">
      <w:r>
        <w:t>446.8972</w:t>
      </w:r>
      <w:r>
        <w:tab/>
        <w:t>2.025e0</w:t>
      </w:r>
    </w:p>
    <w:p w:rsidR="006974AE" w:rsidRDefault="006974AE" w:rsidP="006974AE">
      <w:r>
        <w:t>446.9066</w:t>
      </w:r>
      <w:r>
        <w:tab/>
        <w:t>1.013e0</w:t>
      </w:r>
    </w:p>
    <w:p w:rsidR="006974AE" w:rsidRDefault="006974AE" w:rsidP="006974AE">
      <w:r>
        <w:t>446.9288</w:t>
      </w:r>
      <w:r>
        <w:tab/>
        <w:t>1.013e0</w:t>
      </w:r>
    </w:p>
    <w:p w:rsidR="006974AE" w:rsidRDefault="006974AE" w:rsidP="006974AE">
      <w:r>
        <w:lastRenderedPageBreak/>
        <w:t>446.9426</w:t>
      </w:r>
      <w:r>
        <w:tab/>
        <w:t>1.013e0</w:t>
      </w:r>
    </w:p>
    <w:p w:rsidR="006974AE" w:rsidRDefault="006974AE" w:rsidP="006974AE">
      <w:r>
        <w:t>446.9641</w:t>
      </w:r>
      <w:r>
        <w:tab/>
        <w:t>1.013e0</w:t>
      </w:r>
    </w:p>
    <w:p w:rsidR="006974AE" w:rsidRDefault="006974AE" w:rsidP="006974AE">
      <w:r>
        <w:t>446.9987</w:t>
      </w:r>
      <w:r>
        <w:tab/>
        <w:t>1.013e0</w:t>
      </w:r>
    </w:p>
    <w:p w:rsidR="006974AE" w:rsidRDefault="006974AE" w:rsidP="006974AE">
      <w:r>
        <w:t>447.0027</w:t>
      </w:r>
      <w:r>
        <w:tab/>
        <w:t>2.025e0</w:t>
      </w:r>
    </w:p>
    <w:p w:rsidR="006974AE" w:rsidRDefault="006974AE" w:rsidP="006974AE">
      <w:r>
        <w:t>447.0143</w:t>
      </w:r>
      <w:r>
        <w:tab/>
        <w:t>1.013e0</w:t>
      </w:r>
    </w:p>
    <w:p w:rsidR="006974AE" w:rsidRDefault="006974AE" w:rsidP="006974AE">
      <w:r>
        <w:t>447.0440</w:t>
      </w:r>
      <w:r>
        <w:tab/>
        <w:t>3.038e0</w:t>
      </w:r>
    </w:p>
    <w:p w:rsidR="006974AE" w:rsidRDefault="006974AE" w:rsidP="006974AE">
      <w:r>
        <w:t>447.0717</w:t>
      </w:r>
      <w:r>
        <w:tab/>
        <w:t>3.038e0</w:t>
      </w:r>
    </w:p>
    <w:p w:rsidR="006974AE" w:rsidRDefault="006974AE" w:rsidP="006974AE">
      <w:r>
        <w:t>447.0829</w:t>
      </w:r>
      <w:r>
        <w:tab/>
        <w:t>2.025e0</w:t>
      </w:r>
    </w:p>
    <w:p w:rsidR="006974AE" w:rsidRDefault="006974AE" w:rsidP="006974AE">
      <w:r>
        <w:t>447.1017</w:t>
      </w:r>
      <w:r>
        <w:tab/>
        <w:t>2.025e0</w:t>
      </w:r>
    </w:p>
    <w:p w:rsidR="006974AE" w:rsidRDefault="006974AE" w:rsidP="006974AE">
      <w:r>
        <w:t>447.1359</w:t>
      </w:r>
      <w:r>
        <w:tab/>
        <w:t>3.038e0</w:t>
      </w:r>
    </w:p>
    <w:p w:rsidR="006974AE" w:rsidRDefault="006974AE" w:rsidP="006974AE">
      <w:r>
        <w:t>447.1409</w:t>
      </w:r>
      <w:r>
        <w:tab/>
        <w:t>5.063e0</w:t>
      </w:r>
    </w:p>
    <w:p w:rsidR="006974AE" w:rsidRDefault="006974AE" w:rsidP="006974AE">
      <w:r>
        <w:t>447.1453</w:t>
      </w:r>
      <w:r>
        <w:tab/>
        <w:t>4.051e0</w:t>
      </w:r>
    </w:p>
    <w:p w:rsidR="006974AE" w:rsidRDefault="006974AE" w:rsidP="006974AE">
      <w:r>
        <w:t>447.1533</w:t>
      </w:r>
      <w:r>
        <w:tab/>
        <w:t>8.101e0</w:t>
      </w:r>
    </w:p>
    <w:p w:rsidR="006974AE" w:rsidRDefault="006974AE" w:rsidP="006974AE">
      <w:r>
        <w:t>447.1594</w:t>
      </w:r>
      <w:r>
        <w:tab/>
        <w:t>2.025e0</w:t>
      </w:r>
    </w:p>
    <w:p w:rsidR="006974AE" w:rsidRDefault="006974AE" w:rsidP="006974AE">
      <w:r>
        <w:t>447.1653</w:t>
      </w:r>
      <w:r>
        <w:tab/>
        <w:t>2.025e0</w:t>
      </w:r>
    </w:p>
    <w:p w:rsidR="006974AE" w:rsidRDefault="006974AE" w:rsidP="006974AE">
      <w:r>
        <w:t>447.1953</w:t>
      </w:r>
      <w:r>
        <w:tab/>
        <w:t>3.038e0</w:t>
      </w:r>
    </w:p>
    <w:p w:rsidR="006974AE" w:rsidRDefault="006974AE" w:rsidP="006974AE">
      <w:r>
        <w:t>447.2002</w:t>
      </w:r>
      <w:r>
        <w:tab/>
        <w:t>2.025e0</w:t>
      </w:r>
    </w:p>
    <w:p w:rsidR="006974AE" w:rsidRDefault="006974AE" w:rsidP="006974AE">
      <w:r>
        <w:t>447.2143</w:t>
      </w:r>
      <w:r>
        <w:tab/>
        <w:t>2.025e0</w:t>
      </w:r>
    </w:p>
    <w:p w:rsidR="006974AE" w:rsidRDefault="006974AE" w:rsidP="006974AE">
      <w:r>
        <w:t>447.2233</w:t>
      </w:r>
      <w:r>
        <w:tab/>
        <w:t>1.013e0</w:t>
      </w:r>
    </w:p>
    <w:p w:rsidR="006974AE" w:rsidRDefault="006974AE" w:rsidP="006974AE">
      <w:r>
        <w:lastRenderedPageBreak/>
        <w:t>447.2444</w:t>
      </w:r>
      <w:r>
        <w:tab/>
        <w:t>2.025e0</w:t>
      </w:r>
    </w:p>
    <w:p w:rsidR="006974AE" w:rsidRDefault="006974AE" w:rsidP="006974AE">
      <w:r>
        <w:t>447.2610</w:t>
      </w:r>
      <w:r>
        <w:tab/>
        <w:t>2.025e0</w:t>
      </w:r>
    </w:p>
    <w:p w:rsidR="006974AE" w:rsidRDefault="006974AE" w:rsidP="006974AE">
      <w:r>
        <w:t>447.2622</w:t>
      </w:r>
      <w:r>
        <w:tab/>
        <w:t>1.013e0</w:t>
      </w:r>
    </w:p>
    <w:p w:rsidR="006974AE" w:rsidRDefault="006974AE" w:rsidP="006974AE">
      <w:r>
        <w:t>447.2657</w:t>
      </w:r>
      <w:r>
        <w:tab/>
        <w:t>1.013e0</w:t>
      </w:r>
    </w:p>
    <w:p w:rsidR="006974AE" w:rsidRDefault="006974AE" w:rsidP="006974AE">
      <w:r>
        <w:t>447.3108</w:t>
      </w:r>
      <w:r>
        <w:tab/>
        <w:t>3.038e0</w:t>
      </w:r>
    </w:p>
    <w:p w:rsidR="006974AE" w:rsidRDefault="006974AE" w:rsidP="006974AE">
      <w:r>
        <w:t>447.3162</w:t>
      </w:r>
      <w:r>
        <w:tab/>
        <w:t>2.025e0</w:t>
      </w:r>
    </w:p>
    <w:p w:rsidR="006974AE" w:rsidRDefault="006974AE" w:rsidP="006974AE">
      <w:r>
        <w:t>447.3449</w:t>
      </w:r>
      <w:r>
        <w:tab/>
        <w:t>1.013e0</w:t>
      </w:r>
    </w:p>
    <w:p w:rsidR="006974AE" w:rsidRDefault="006974AE" w:rsidP="006974AE">
      <w:r>
        <w:t>447.3514</w:t>
      </w:r>
      <w:r>
        <w:tab/>
        <w:t>3.038e0</w:t>
      </w:r>
    </w:p>
    <w:p w:rsidR="006974AE" w:rsidRDefault="006974AE" w:rsidP="006974AE">
      <w:r>
        <w:t>447.3594</w:t>
      </w:r>
      <w:r>
        <w:tab/>
        <w:t>1.013e0</w:t>
      </w:r>
    </w:p>
    <w:p w:rsidR="006974AE" w:rsidRDefault="006974AE" w:rsidP="006974AE">
      <w:r>
        <w:t>447.3815</w:t>
      </w:r>
      <w:r>
        <w:tab/>
        <w:t>1.013e0</w:t>
      </w:r>
    </w:p>
    <w:p w:rsidR="006974AE" w:rsidRDefault="006974AE" w:rsidP="006974AE">
      <w:r>
        <w:t>447.3850</w:t>
      </w:r>
      <w:r>
        <w:tab/>
        <w:t>1.013e0</w:t>
      </w:r>
    </w:p>
    <w:p w:rsidR="006974AE" w:rsidRDefault="006974AE" w:rsidP="006974AE">
      <w:r>
        <w:t>447.3907</w:t>
      </w:r>
      <w:r>
        <w:tab/>
        <w:t>1.013e0</w:t>
      </w:r>
    </w:p>
    <w:p w:rsidR="006974AE" w:rsidRDefault="006974AE" w:rsidP="006974AE">
      <w:r>
        <w:t>447.4433</w:t>
      </w:r>
      <w:r>
        <w:tab/>
        <w:t>2.025e0</w:t>
      </w:r>
    </w:p>
    <w:p w:rsidR="006974AE" w:rsidRDefault="006974AE" w:rsidP="006974AE">
      <w:r>
        <w:t>447.4499</w:t>
      </w:r>
      <w:r>
        <w:tab/>
        <w:t>2.025e0</w:t>
      </w:r>
    </w:p>
    <w:p w:rsidR="006974AE" w:rsidRDefault="006974AE" w:rsidP="006974AE">
      <w:r>
        <w:t>447.4854</w:t>
      </w:r>
      <w:r>
        <w:tab/>
        <w:t>1.013e0</w:t>
      </w:r>
    </w:p>
    <w:p w:rsidR="006974AE" w:rsidRDefault="006974AE" w:rsidP="006974AE">
      <w:r>
        <w:t>447.5344</w:t>
      </w:r>
      <w:r>
        <w:tab/>
        <w:t>2.025e0</w:t>
      </w:r>
    </w:p>
    <w:p w:rsidR="006974AE" w:rsidRDefault="006974AE" w:rsidP="006974AE">
      <w:r>
        <w:t>447.5709</w:t>
      </w:r>
      <w:r>
        <w:tab/>
        <w:t>1.013e0</w:t>
      </w:r>
    </w:p>
    <w:p w:rsidR="006974AE" w:rsidRDefault="006974AE" w:rsidP="006974AE">
      <w:r>
        <w:t>447.5853</w:t>
      </w:r>
      <w:r>
        <w:tab/>
        <w:t>2.025e0</w:t>
      </w:r>
    </w:p>
    <w:p w:rsidR="006974AE" w:rsidRDefault="006974AE" w:rsidP="006974AE">
      <w:r>
        <w:t>447.5872</w:t>
      </w:r>
      <w:r>
        <w:tab/>
        <w:t>2.025e0</w:t>
      </w:r>
    </w:p>
    <w:p w:rsidR="006974AE" w:rsidRDefault="006974AE" w:rsidP="006974AE">
      <w:r>
        <w:lastRenderedPageBreak/>
        <w:t>447.5938</w:t>
      </w:r>
      <w:r>
        <w:tab/>
        <w:t>1.013e0</w:t>
      </w:r>
    </w:p>
    <w:p w:rsidR="006974AE" w:rsidRDefault="006974AE" w:rsidP="006974AE">
      <w:r>
        <w:t>447.5968</w:t>
      </w:r>
      <w:r>
        <w:tab/>
        <w:t>2.025e0</w:t>
      </w:r>
    </w:p>
    <w:p w:rsidR="006974AE" w:rsidRDefault="006974AE" w:rsidP="006974AE">
      <w:r>
        <w:t>447.6487</w:t>
      </w:r>
      <w:r>
        <w:tab/>
        <w:t>1.013e0</w:t>
      </w:r>
    </w:p>
    <w:p w:rsidR="006974AE" w:rsidRDefault="006974AE" w:rsidP="006974AE">
      <w:r>
        <w:t>447.6587</w:t>
      </w:r>
      <w:r>
        <w:tab/>
        <w:t>2.025e0</w:t>
      </w:r>
    </w:p>
    <w:p w:rsidR="006974AE" w:rsidRDefault="006974AE" w:rsidP="006974AE">
      <w:r>
        <w:t>447.6652</w:t>
      </w:r>
      <w:r>
        <w:tab/>
        <w:t>2.025e0</w:t>
      </w:r>
    </w:p>
    <w:p w:rsidR="006974AE" w:rsidRDefault="006974AE" w:rsidP="006974AE">
      <w:r>
        <w:t>447.6728</w:t>
      </w:r>
      <w:r>
        <w:tab/>
        <w:t>1.013e0</w:t>
      </w:r>
    </w:p>
    <w:p w:rsidR="006974AE" w:rsidRDefault="006974AE" w:rsidP="006974AE">
      <w:r>
        <w:t>447.6963</w:t>
      </w:r>
      <w:r>
        <w:tab/>
        <w:t>1.013e0</w:t>
      </w:r>
    </w:p>
    <w:p w:rsidR="006974AE" w:rsidRDefault="006974AE" w:rsidP="006974AE">
      <w:r>
        <w:t>447.7043</w:t>
      </w:r>
      <w:r>
        <w:tab/>
        <w:t>2.025e0</w:t>
      </w:r>
    </w:p>
    <w:p w:rsidR="006974AE" w:rsidRDefault="006974AE" w:rsidP="006974AE">
      <w:r>
        <w:t>447.7355</w:t>
      </w:r>
      <w:r>
        <w:tab/>
        <w:t>1.013e0</w:t>
      </w:r>
    </w:p>
    <w:p w:rsidR="006974AE" w:rsidRDefault="006974AE" w:rsidP="006974AE">
      <w:r>
        <w:t>447.7617</w:t>
      </w:r>
      <w:r>
        <w:tab/>
        <w:t>1.013e0</w:t>
      </w:r>
    </w:p>
    <w:p w:rsidR="006974AE" w:rsidRDefault="006974AE" w:rsidP="006974AE">
      <w:r>
        <w:t>447.8290</w:t>
      </w:r>
      <w:r>
        <w:tab/>
        <w:t>1.013e0</w:t>
      </w:r>
    </w:p>
    <w:p w:rsidR="006974AE" w:rsidRDefault="006974AE" w:rsidP="006974AE">
      <w:r>
        <w:t>447.8387</w:t>
      </w:r>
      <w:r>
        <w:tab/>
        <w:t>2.025e0</w:t>
      </w:r>
    </w:p>
    <w:p w:rsidR="006974AE" w:rsidRDefault="006974AE" w:rsidP="006974AE">
      <w:r>
        <w:t>447.8525</w:t>
      </w:r>
      <w:r>
        <w:tab/>
        <w:t>1.013e0</w:t>
      </w:r>
    </w:p>
    <w:p w:rsidR="006974AE" w:rsidRDefault="006974AE" w:rsidP="006974AE">
      <w:r>
        <w:t>447.8588</w:t>
      </w:r>
      <w:r>
        <w:tab/>
        <w:t>1.013e0</w:t>
      </w:r>
    </w:p>
    <w:p w:rsidR="006974AE" w:rsidRDefault="006974AE" w:rsidP="006974AE">
      <w:r>
        <w:t>447.8808</w:t>
      </w:r>
      <w:r>
        <w:tab/>
        <w:t>1.013e0</w:t>
      </w:r>
    </w:p>
    <w:p w:rsidR="006974AE" w:rsidRDefault="006974AE" w:rsidP="006974AE">
      <w:r>
        <w:t>447.8983</w:t>
      </w:r>
      <w:r>
        <w:tab/>
        <w:t>1.013e0</w:t>
      </w:r>
    </w:p>
    <w:p w:rsidR="006974AE" w:rsidRDefault="006974AE" w:rsidP="006974AE">
      <w:r>
        <w:t>447.9158</w:t>
      </w:r>
      <w:r>
        <w:tab/>
        <w:t>1.013e0</w:t>
      </w:r>
    </w:p>
    <w:p w:rsidR="006974AE" w:rsidRDefault="006974AE" w:rsidP="006974AE">
      <w:r>
        <w:t>447.9315</w:t>
      </w:r>
      <w:r>
        <w:tab/>
        <w:t>1.013e0</w:t>
      </w:r>
    </w:p>
    <w:p w:rsidR="006974AE" w:rsidRDefault="006974AE" w:rsidP="006974AE">
      <w:r>
        <w:t>447.9510</w:t>
      </w:r>
      <w:r>
        <w:tab/>
        <w:t>2.025e0</w:t>
      </w:r>
    </w:p>
    <w:p w:rsidR="006974AE" w:rsidRDefault="006974AE" w:rsidP="006974AE">
      <w:r>
        <w:lastRenderedPageBreak/>
        <w:t>447.9550</w:t>
      </w:r>
      <w:r>
        <w:tab/>
        <w:t>2.025e0</w:t>
      </w:r>
    </w:p>
    <w:p w:rsidR="006974AE" w:rsidRDefault="006974AE" w:rsidP="006974AE">
      <w:r>
        <w:t>447.9810</w:t>
      </w:r>
      <w:r>
        <w:tab/>
        <w:t>1.013e0</w:t>
      </w:r>
    </w:p>
    <w:p w:rsidR="006974AE" w:rsidRDefault="006974AE" w:rsidP="006974AE">
      <w:r>
        <w:t>447.9988</w:t>
      </w:r>
      <w:r>
        <w:tab/>
        <w:t>1.013e0</w:t>
      </w:r>
    </w:p>
    <w:p w:rsidR="006974AE" w:rsidRDefault="006974AE" w:rsidP="006974AE">
      <w:r>
        <w:t>448.0177</w:t>
      </w:r>
      <w:r>
        <w:tab/>
        <w:t>1.013e0</w:t>
      </w:r>
    </w:p>
    <w:p w:rsidR="006974AE" w:rsidRDefault="006974AE" w:rsidP="006974AE">
      <w:r>
        <w:t>448.0328</w:t>
      </w:r>
      <w:r>
        <w:tab/>
        <w:t>1.013e0</w:t>
      </w:r>
    </w:p>
    <w:p w:rsidR="006974AE" w:rsidRDefault="006974AE" w:rsidP="006974AE">
      <w:r>
        <w:t>448.0384</w:t>
      </w:r>
      <w:r>
        <w:tab/>
        <w:t>1.013e0</w:t>
      </w:r>
    </w:p>
    <w:p w:rsidR="006974AE" w:rsidRDefault="006974AE" w:rsidP="006974AE">
      <w:r>
        <w:t>448.0956</w:t>
      </w:r>
      <w:r>
        <w:tab/>
        <w:t>1.013e0</w:t>
      </w:r>
    </w:p>
    <w:p w:rsidR="006974AE" w:rsidRDefault="006974AE" w:rsidP="006974AE">
      <w:r>
        <w:t>448.1061</w:t>
      </w:r>
      <w:r>
        <w:tab/>
        <w:t>2.025e0</w:t>
      </w:r>
    </w:p>
    <w:p w:rsidR="006974AE" w:rsidRDefault="006974AE" w:rsidP="006974AE">
      <w:r>
        <w:t>448.1327</w:t>
      </w:r>
      <w:r>
        <w:tab/>
        <w:t>2.025e0</w:t>
      </w:r>
    </w:p>
    <w:p w:rsidR="006974AE" w:rsidRDefault="006974AE" w:rsidP="006974AE">
      <w:r>
        <w:t>448.1421</w:t>
      </w:r>
      <w:r>
        <w:tab/>
        <w:t>2.025e0</w:t>
      </w:r>
    </w:p>
    <w:p w:rsidR="006974AE" w:rsidRDefault="006974AE" w:rsidP="006974AE">
      <w:r>
        <w:t>448.1571</w:t>
      </w:r>
      <w:r>
        <w:tab/>
        <w:t>1.013e0</w:t>
      </w:r>
    </w:p>
    <w:p w:rsidR="006974AE" w:rsidRDefault="006974AE" w:rsidP="006974AE">
      <w:r>
        <w:t>448.1595</w:t>
      </w:r>
      <w:r>
        <w:tab/>
        <w:t>3.038e0</w:t>
      </w:r>
    </w:p>
    <w:p w:rsidR="006974AE" w:rsidRDefault="006974AE" w:rsidP="006974AE">
      <w:r>
        <w:t>448.1606</w:t>
      </w:r>
      <w:r>
        <w:tab/>
        <w:t>1.013e0</w:t>
      </w:r>
    </w:p>
    <w:p w:rsidR="006974AE" w:rsidRDefault="006974AE" w:rsidP="006974AE">
      <w:r>
        <w:t>448.1678</w:t>
      </w:r>
      <w:r>
        <w:tab/>
        <w:t>2.025e0</w:t>
      </w:r>
    </w:p>
    <w:p w:rsidR="006974AE" w:rsidRDefault="006974AE" w:rsidP="006974AE">
      <w:r>
        <w:t>448.2138</w:t>
      </w:r>
      <w:r>
        <w:tab/>
        <w:t>1.013e0</w:t>
      </w:r>
    </w:p>
    <w:p w:rsidR="006974AE" w:rsidRDefault="006974AE" w:rsidP="006974AE">
      <w:r>
        <w:t>448.2180</w:t>
      </w:r>
      <w:r>
        <w:tab/>
        <w:t>1.013e0</w:t>
      </w:r>
    </w:p>
    <w:p w:rsidR="006974AE" w:rsidRDefault="006974AE" w:rsidP="006974AE">
      <w:r>
        <w:t>448.2220</w:t>
      </w:r>
      <w:r>
        <w:tab/>
        <w:t>1.013e0</w:t>
      </w:r>
    </w:p>
    <w:p w:rsidR="006974AE" w:rsidRDefault="006974AE" w:rsidP="006974AE">
      <w:r>
        <w:t>448.2610</w:t>
      </w:r>
      <w:r>
        <w:tab/>
        <w:t>1.013e0</w:t>
      </w:r>
    </w:p>
    <w:p w:rsidR="006974AE" w:rsidRDefault="006974AE" w:rsidP="006974AE">
      <w:r>
        <w:t>448.2718</w:t>
      </w:r>
      <w:r>
        <w:tab/>
        <w:t>2.025e0</w:t>
      </w:r>
    </w:p>
    <w:p w:rsidR="006974AE" w:rsidRDefault="006974AE" w:rsidP="006974AE">
      <w:r>
        <w:lastRenderedPageBreak/>
        <w:t>448.2923</w:t>
      </w:r>
      <w:r>
        <w:tab/>
        <w:t>1.013e0</w:t>
      </w:r>
    </w:p>
    <w:p w:rsidR="006974AE" w:rsidRDefault="006974AE" w:rsidP="006974AE">
      <w:r>
        <w:t>448.2943</w:t>
      </w:r>
      <w:r>
        <w:tab/>
        <w:t>2.025e0</w:t>
      </w:r>
    </w:p>
    <w:p w:rsidR="006974AE" w:rsidRDefault="006974AE" w:rsidP="006974AE">
      <w:r>
        <w:t>448.2971</w:t>
      </w:r>
      <w:r>
        <w:tab/>
        <w:t>1.013e0</w:t>
      </w:r>
    </w:p>
    <w:p w:rsidR="006974AE" w:rsidRDefault="006974AE" w:rsidP="006974AE">
      <w:r>
        <w:t>448.3033</w:t>
      </w:r>
      <w:r>
        <w:tab/>
        <w:t>2.025e0</w:t>
      </w:r>
    </w:p>
    <w:p w:rsidR="006974AE" w:rsidRDefault="006974AE" w:rsidP="006974AE">
      <w:r>
        <w:t>448.3187</w:t>
      </w:r>
      <w:r>
        <w:tab/>
        <w:t>1.013e0</w:t>
      </w:r>
    </w:p>
    <w:p w:rsidR="006974AE" w:rsidRDefault="006974AE" w:rsidP="006974AE">
      <w:r>
        <w:t>448.3231</w:t>
      </w:r>
      <w:r>
        <w:tab/>
        <w:t>1.013e0</w:t>
      </w:r>
    </w:p>
    <w:p w:rsidR="006974AE" w:rsidRDefault="006974AE" w:rsidP="006974AE">
      <w:r>
        <w:t>448.3315</w:t>
      </w:r>
      <w:r>
        <w:tab/>
        <w:t>1.013e0</w:t>
      </w:r>
    </w:p>
    <w:p w:rsidR="006974AE" w:rsidRDefault="006974AE" w:rsidP="006974AE">
      <w:r>
        <w:t>448.3405</w:t>
      </w:r>
      <w:r>
        <w:tab/>
        <w:t>2.025e0</w:t>
      </w:r>
    </w:p>
    <w:p w:rsidR="006974AE" w:rsidRDefault="006974AE" w:rsidP="006974AE">
      <w:r>
        <w:t>448.3588</w:t>
      </w:r>
      <w:r>
        <w:tab/>
        <w:t>1.013e0</w:t>
      </w:r>
    </w:p>
    <w:p w:rsidR="006974AE" w:rsidRDefault="006974AE" w:rsidP="006974AE">
      <w:r>
        <w:t>448.3626</w:t>
      </w:r>
      <w:r>
        <w:tab/>
        <w:t>2.025e0</w:t>
      </w:r>
    </w:p>
    <w:p w:rsidR="006974AE" w:rsidRDefault="006974AE" w:rsidP="006974AE">
      <w:r>
        <w:t>448.3902</w:t>
      </w:r>
      <w:r>
        <w:tab/>
        <w:t>2.025e0</w:t>
      </w:r>
    </w:p>
    <w:p w:rsidR="006974AE" w:rsidRDefault="006974AE" w:rsidP="006974AE">
      <w:r>
        <w:t>448.3938</w:t>
      </w:r>
      <w:r>
        <w:tab/>
        <w:t>1.013e0</w:t>
      </w:r>
    </w:p>
    <w:p w:rsidR="006974AE" w:rsidRDefault="006974AE" w:rsidP="006974AE">
      <w:r>
        <w:t>448.4100</w:t>
      </w:r>
      <w:r>
        <w:tab/>
        <w:t>1.013e0</w:t>
      </w:r>
    </w:p>
    <w:p w:rsidR="006974AE" w:rsidRDefault="006974AE" w:rsidP="006974AE">
      <w:r>
        <w:t>448.4373</w:t>
      </w:r>
      <w:r>
        <w:tab/>
        <w:t>1.013e0</w:t>
      </w:r>
    </w:p>
    <w:p w:rsidR="006974AE" w:rsidRDefault="006974AE" w:rsidP="006974AE">
      <w:r>
        <w:t>448.4559</w:t>
      </w:r>
      <w:r>
        <w:tab/>
        <w:t>1.013e0</w:t>
      </w:r>
    </w:p>
    <w:p w:rsidR="006974AE" w:rsidRDefault="006974AE" w:rsidP="006974AE">
      <w:r>
        <w:t>448.4589</w:t>
      </w:r>
      <w:r>
        <w:tab/>
        <w:t>1.013e0</w:t>
      </w:r>
    </w:p>
    <w:p w:rsidR="006974AE" w:rsidRDefault="006974AE" w:rsidP="006974AE">
      <w:r>
        <w:t>448.4807</w:t>
      </w:r>
      <w:r>
        <w:tab/>
        <w:t>1.013e0</w:t>
      </w:r>
    </w:p>
    <w:p w:rsidR="006974AE" w:rsidRDefault="006974AE" w:rsidP="006974AE">
      <w:r>
        <w:t>448.5169</w:t>
      </w:r>
      <w:r>
        <w:tab/>
        <w:t>1.013e0</w:t>
      </w:r>
    </w:p>
    <w:p w:rsidR="006974AE" w:rsidRDefault="006974AE" w:rsidP="006974AE">
      <w:r>
        <w:t>448.5197</w:t>
      </w:r>
      <w:r>
        <w:tab/>
        <w:t>1.013e0</w:t>
      </w:r>
    </w:p>
    <w:p w:rsidR="006974AE" w:rsidRDefault="006974AE" w:rsidP="006974AE">
      <w:r>
        <w:lastRenderedPageBreak/>
        <w:t>448.5345</w:t>
      </w:r>
      <w:r>
        <w:tab/>
        <w:t>1.013e0</w:t>
      </w:r>
    </w:p>
    <w:p w:rsidR="006974AE" w:rsidRDefault="006974AE" w:rsidP="006974AE">
      <w:r>
        <w:t>448.5564</w:t>
      </w:r>
      <w:r>
        <w:tab/>
        <w:t>1.013e0</w:t>
      </w:r>
    </w:p>
    <w:p w:rsidR="006974AE" w:rsidRDefault="006974AE" w:rsidP="006974AE">
      <w:r>
        <w:t>448.5670</w:t>
      </w:r>
      <w:r>
        <w:tab/>
        <w:t>1.013e0</w:t>
      </w:r>
    </w:p>
    <w:p w:rsidR="006974AE" w:rsidRDefault="006974AE" w:rsidP="006974AE">
      <w:r>
        <w:t>448.5959</w:t>
      </w:r>
      <w:r>
        <w:tab/>
        <w:t>1.013e0</w:t>
      </w:r>
    </w:p>
    <w:p w:rsidR="006974AE" w:rsidRDefault="006974AE" w:rsidP="006974AE">
      <w:r>
        <w:t>448.6057</w:t>
      </w:r>
      <w:r>
        <w:tab/>
        <w:t>1.013e0</w:t>
      </w:r>
    </w:p>
    <w:p w:rsidR="006974AE" w:rsidRDefault="006974AE" w:rsidP="006974AE">
      <w:r>
        <w:t>448.6750</w:t>
      </w:r>
      <w:r>
        <w:tab/>
        <w:t>1.013e0</w:t>
      </w:r>
    </w:p>
    <w:p w:rsidR="006974AE" w:rsidRDefault="006974AE" w:rsidP="006974AE">
      <w:r>
        <w:t>448.6848</w:t>
      </w:r>
      <w:r>
        <w:tab/>
        <w:t>1.013e0</w:t>
      </w:r>
    </w:p>
    <w:p w:rsidR="006974AE" w:rsidRDefault="006974AE" w:rsidP="006974AE">
      <w:r>
        <w:t>448.7005</w:t>
      </w:r>
      <w:r>
        <w:tab/>
        <w:t>1.013e0</w:t>
      </w:r>
    </w:p>
    <w:p w:rsidR="006974AE" w:rsidRDefault="006974AE" w:rsidP="006974AE">
      <w:r>
        <w:t>448.7241</w:t>
      </w:r>
      <w:r>
        <w:tab/>
        <w:t>1.013e0</w:t>
      </w:r>
    </w:p>
    <w:p w:rsidR="006974AE" w:rsidRDefault="006974AE" w:rsidP="006974AE">
      <w:r>
        <w:t>448.7572</w:t>
      </w:r>
      <w:r>
        <w:tab/>
        <w:t>1.013e0</w:t>
      </w:r>
    </w:p>
    <w:p w:rsidR="006974AE" w:rsidRDefault="006974AE" w:rsidP="006974AE">
      <w:r>
        <w:t>448.7679</w:t>
      </w:r>
      <w:r>
        <w:tab/>
        <w:t>2.025e0</w:t>
      </w:r>
    </w:p>
    <w:p w:rsidR="006974AE" w:rsidRDefault="006974AE" w:rsidP="006974AE">
      <w:r>
        <w:t>448.7970</w:t>
      </w:r>
      <w:r>
        <w:tab/>
        <w:t>2.025e0</w:t>
      </w:r>
    </w:p>
    <w:p w:rsidR="006974AE" w:rsidRDefault="006974AE" w:rsidP="006974AE">
      <w:r>
        <w:t>448.8095</w:t>
      </w:r>
      <w:r>
        <w:tab/>
        <w:t>2.025e0</w:t>
      </w:r>
    </w:p>
    <w:p w:rsidR="006974AE" w:rsidRDefault="006974AE" w:rsidP="006974AE">
      <w:r>
        <w:t>448.8180</w:t>
      </w:r>
      <w:r>
        <w:tab/>
        <w:t>2.025e0</w:t>
      </w:r>
    </w:p>
    <w:p w:rsidR="006974AE" w:rsidRDefault="006974AE" w:rsidP="006974AE">
      <w:r>
        <w:t>448.8551</w:t>
      </w:r>
      <w:r>
        <w:tab/>
        <w:t>2.821e0</w:t>
      </w:r>
    </w:p>
    <w:p w:rsidR="006974AE" w:rsidRDefault="006974AE" w:rsidP="006974AE">
      <w:r>
        <w:t>448.8666</w:t>
      </w:r>
      <w:r>
        <w:tab/>
        <w:t>2.025e0</w:t>
      </w:r>
    </w:p>
    <w:p w:rsidR="006974AE" w:rsidRDefault="006974AE" w:rsidP="006974AE">
      <w:r>
        <w:t>448.9120</w:t>
      </w:r>
      <w:r>
        <w:tab/>
        <w:t>1.013e0</w:t>
      </w:r>
    </w:p>
    <w:p w:rsidR="006974AE" w:rsidRDefault="006974AE" w:rsidP="006974AE">
      <w:r>
        <w:t>448.9205</w:t>
      </w:r>
      <w:r>
        <w:tab/>
        <w:t>1.013e0</w:t>
      </w:r>
    </w:p>
    <w:p w:rsidR="006974AE" w:rsidRDefault="006974AE" w:rsidP="006974AE">
      <w:r>
        <w:t>448.9247</w:t>
      </w:r>
      <w:r>
        <w:tab/>
        <w:t>1.770e0</w:t>
      </w:r>
    </w:p>
    <w:p w:rsidR="006974AE" w:rsidRDefault="006974AE" w:rsidP="006974AE">
      <w:r>
        <w:lastRenderedPageBreak/>
        <w:t>448.9296</w:t>
      </w:r>
      <w:r>
        <w:tab/>
        <w:t>3.038e0</w:t>
      </w:r>
    </w:p>
    <w:p w:rsidR="006974AE" w:rsidRDefault="006974AE" w:rsidP="006974AE">
      <w:r>
        <w:t>448.9597</w:t>
      </w:r>
      <w:r>
        <w:tab/>
        <w:t>2.025e0</w:t>
      </w:r>
    </w:p>
    <w:p w:rsidR="006974AE" w:rsidRDefault="006974AE" w:rsidP="006974AE">
      <w:r>
        <w:t>448.9618</w:t>
      </w:r>
      <w:r>
        <w:tab/>
        <w:t>3.038e0</w:t>
      </w:r>
    </w:p>
    <w:p w:rsidR="006974AE" w:rsidRDefault="006974AE" w:rsidP="006974AE">
      <w:r>
        <w:t>448.9692</w:t>
      </w:r>
      <w:r>
        <w:tab/>
        <w:t>2.025e0</w:t>
      </w:r>
    </w:p>
    <w:p w:rsidR="006974AE" w:rsidRDefault="006974AE" w:rsidP="006974AE">
      <w:r>
        <w:t>448.9822</w:t>
      </w:r>
      <w:r>
        <w:tab/>
        <w:t>2.025e0</w:t>
      </w:r>
    </w:p>
    <w:p w:rsidR="006974AE" w:rsidRDefault="006974AE" w:rsidP="006974AE">
      <w:r>
        <w:t>448.9991</w:t>
      </w:r>
      <w:r>
        <w:tab/>
        <w:t>1.013e0</w:t>
      </w:r>
    </w:p>
    <w:p w:rsidR="006974AE" w:rsidRDefault="006974AE" w:rsidP="006974AE">
      <w:r>
        <w:t>449.0226</w:t>
      </w:r>
      <w:r>
        <w:tab/>
        <w:t>1.013e0</w:t>
      </w:r>
    </w:p>
    <w:p w:rsidR="006974AE" w:rsidRDefault="006974AE" w:rsidP="006974AE">
      <w:r>
        <w:t>449.0299</w:t>
      </w:r>
      <w:r>
        <w:tab/>
        <w:t>1.013e0</w:t>
      </w:r>
    </w:p>
    <w:p w:rsidR="006974AE" w:rsidRDefault="006974AE" w:rsidP="006974AE">
      <w:r>
        <w:t>449.0855</w:t>
      </w:r>
      <w:r>
        <w:tab/>
        <w:t>1.013e0</w:t>
      </w:r>
    </w:p>
    <w:p w:rsidR="006974AE" w:rsidRDefault="006974AE" w:rsidP="006974AE">
      <w:r>
        <w:t>449.0915</w:t>
      </w:r>
      <w:r>
        <w:tab/>
        <w:t>1.013e0</w:t>
      </w:r>
    </w:p>
    <w:p w:rsidR="006974AE" w:rsidRDefault="006974AE" w:rsidP="006974AE">
      <w:r>
        <w:t>449.1063</w:t>
      </w:r>
      <w:r>
        <w:tab/>
        <w:t>3.038e0</w:t>
      </w:r>
    </w:p>
    <w:p w:rsidR="006974AE" w:rsidRDefault="006974AE" w:rsidP="006974AE">
      <w:r>
        <w:t>449.1248</w:t>
      </w:r>
      <w:r>
        <w:tab/>
        <w:t>1.013e0</w:t>
      </w:r>
    </w:p>
    <w:p w:rsidR="006974AE" w:rsidRDefault="006974AE" w:rsidP="006974AE">
      <w:r>
        <w:t>449.1525</w:t>
      </w:r>
      <w:r>
        <w:tab/>
        <w:t>4.051e0</w:t>
      </w:r>
    </w:p>
    <w:p w:rsidR="006974AE" w:rsidRDefault="006974AE" w:rsidP="006974AE">
      <w:r>
        <w:t>449.1605</w:t>
      </w:r>
      <w:r>
        <w:tab/>
        <w:t>4.051e0</w:t>
      </w:r>
    </w:p>
    <w:p w:rsidR="006974AE" w:rsidRDefault="006974AE" w:rsidP="006974AE">
      <w:r>
        <w:t>449.1667</w:t>
      </w:r>
      <w:r>
        <w:tab/>
        <w:t>5.063e0</w:t>
      </w:r>
    </w:p>
    <w:p w:rsidR="006974AE" w:rsidRDefault="006974AE" w:rsidP="006974AE">
      <w:r>
        <w:t>449.1707</w:t>
      </w:r>
      <w:r>
        <w:tab/>
        <w:t>1.013e0</w:t>
      </w:r>
    </w:p>
    <w:p w:rsidR="006974AE" w:rsidRDefault="006974AE" w:rsidP="006974AE">
      <w:r>
        <w:t>449.1808</w:t>
      </w:r>
      <w:r>
        <w:tab/>
        <w:t>2.025e0</w:t>
      </w:r>
    </w:p>
    <w:p w:rsidR="006974AE" w:rsidRDefault="006974AE" w:rsidP="006974AE">
      <w:r>
        <w:t>449.2250</w:t>
      </w:r>
      <w:r>
        <w:tab/>
        <w:t>3.038e0</w:t>
      </w:r>
    </w:p>
    <w:p w:rsidR="006974AE" w:rsidRDefault="006974AE" w:rsidP="006974AE">
      <w:r>
        <w:t>449.2328</w:t>
      </w:r>
      <w:r>
        <w:tab/>
        <w:t>3.038e0</w:t>
      </w:r>
    </w:p>
    <w:p w:rsidR="006974AE" w:rsidRDefault="006974AE" w:rsidP="006974AE">
      <w:r>
        <w:lastRenderedPageBreak/>
        <w:t>449.2350</w:t>
      </w:r>
      <w:r>
        <w:tab/>
        <w:t>1.013e0</w:t>
      </w:r>
    </w:p>
    <w:p w:rsidR="006974AE" w:rsidRDefault="006974AE" w:rsidP="006974AE">
      <w:r>
        <w:t>449.2421</w:t>
      </w:r>
      <w:r>
        <w:tab/>
        <w:t>5.063e0</w:t>
      </w:r>
    </w:p>
    <w:p w:rsidR="006974AE" w:rsidRDefault="006974AE" w:rsidP="006974AE">
      <w:r>
        <w:t>449.2499</w:t>
      </w:r>
      <w:r>
        <w:tab/>
        <w:t>7.244e0</w:t>
      </w:r>
    </w:p>
    <w:p w:rsidR="006974AE" w:rsidRDefault="006974AE" w:rsidP="006974AE">
      <w:r>
        <w:t>449.2543</w:t>
      </w:r>
      <w:r>
        <w:tab/>
        <w:t>2.025e0</w:t>
      </w:r>
    </w:p>
    <w:p w:rsidR="006974AE" w:rsidRDefault="006974AE" w:rsidP="006974AE">
      <w:r>
        <w:t>449.2763</w:t>
      </w:r>
      <w:r>
        <w:tab/>
        <w:t>2.025e0</w:t>
      </w:r>
    </w:p>
    <w:p w:rsidR="006974AE" w:rsidRDefault="006974AE" w:rsidP="006974AE">
      <w:r>
        <w:t>449.2933</w:t>
      </w:r>
      <w:r>
        <w:tab/>
        <w:t>1.013e0</w:t>
      </w:r>
    </w:p>
    <w:p w:rsidR="006974AE" w:rsidRDefault="006974AE" w:rsidP="006974AE">
      <w:r>
        <w:t>449.2972</w:t>
      </w:r>
      <w:r>
        <w:tab/>
        <w:t>1.013e0</w:t>
      </w:r>
    </w:p>
    <w:p w:rsidR="006974AE" w:rsidRDefault="006974AE" w:rsidP="006974AE">
      <w:r>
        <w:t>449.3142</w:t>
      </w:r>
      <w:r>
        <w:tab/>
        <w:t>1.013e0</w:t>
      </w:r>
    </w:p>
    <w:p w:rsidR="006974AE" w:rsidRDefault="006974AE" w:rsidP="006974AE">
      <w:r>
        <w:t>449.3208</w:t>
      </w:r>
      <w:r>
        <w:tab/>
        <w:t>1.013e0</w:t>
      </w:r>
    </w:p>
    <w:p w:rsidR="006974AE" w:rsidRDefault="006974AE" w:rsidP="006974AE">
      <w:r>
        <w:t>449.3246</w:t>
      </w:r>
      <w:r>
        <w:tab/>
        <w:t>2.025e0</w:t>
      </w:r>
    </w:p>
    <w:p w:rsidR="006974AE" w:rsidRDefault="006974AE" w:rsidP="006974AE">
      <w:r>
        <w:t>449.3333</w:t>
      </w:r>
      <w:r>
        <w:tab/>
        <w:t>2.025e0</w:t>
      </w:r>
    </w:p>
    <w:p w:rsidR="006974AE" w:rsidRDefault="006974AE" w:rsidP="006974AE">
      <w:r>
        <w:t>449.3397</w:t>
      </w:r>
      <w:r>
        <w:tab/>
        <w:t>2.025e0</w:t>
      </w:r>
    </w:p>
    <w:p w:rsidR="006974AE" w:rsidRDefault="006974AE" w:rsidP="006974AE">
      <w:r>
        <w:t>449.3543</w:t>
      </w:r>
      <w:r>
        <w:tab/>
        <w:t>1.013e0</w:t>
      </w:r>
    </w:p>
    <w:p w:rsidR="006974AE" w:rsidRDefault="006974AE" w:rsidP="006974AE">
      <w:r>
        <w:t>449.3601</w:t>
      </w:r>
      <w:r>
        <w:tab/>
        <w:t>1.013e0</w:t>
      </w:r>
    </w:p>
    <w:p w:rsidR="006974AE" w:rsidRDefault="006974AE" w:rsidP="006974AE">
      <w:r>
        <w:t>449.3685</w:t>
      </w:r>
      <w:r>
        <w:tab/>
        <w:t>3.038e0</w:t>
      </w:r>
    </w:p>
    <w:p w:rsidR="006974AE" w:rsidRDefault="006974AE" w:rsidP="006974AE">
      <w:r>
        <w:t>449.3808</w:t>
      </w:r>
      <w:r>
        <w:tab/>
        <w:t>2.025e0</w:t>
      </w:r>
    </w:p>
    <w:p w:rsidR="006974AE" w:rsidRDefault="006974AE" w:rsidP="006974AE">
      <w:r>
        <w:t>449.3933</w:t>
      </w:r>
      <w:r>
        <w:tab/>
        <w:t>1.013e0</w:t>
      </w:r>
    </w:p>
    <w:p w:rsidR="006974AE" w:rsidRDefault="006974AE" w:rsidP="006974AE">
      <w:r>
        <w:t>449.4073</w:t>
      </w:r>
      <w:r>
        <w:tab/>
        <w:t>2.025e0</w:t>
      </w:r>
    </w:p>
    <w:p w:rsidR="006974AE" w:rsidRDefault="006974AE" w:rsidP="006974AE">
      <w:r>
        <w:t>449.4152</w:t>
      </w:r>
      <w:r>
        <w:tab/>
        <w:t>1.013e0</w:t>
      </w:r>
    </w:p>
    <w:p w:rsidR="006974AE" w:rsidRDefault="006974AE" w:rsidP="006974AE">
      <w:r>
        <w:lastRenderedPageBreak/>
        <w:t>449.4294</w:t>
      </w:r>
      <w:r>
        <w:tab/>
        <w:t>1.013e0</w:t>
      </w:r>
    </w:p>
    <w:p w:rsidR="006974AE" w:rsidRDefault="006974AE" w:rsidP="006974AE">
      <w:r>
        <w:t>449.4335</w:t>
      </w:r>
      <w:r>
        <w:tab/>
        <w:t>1.013e0</w:t>
      </w:r>
    </w:p>
    <w:p w:rsidR="006974AE" w:rsidRDefault="006974AE" w:rsidP="006974AE">
      <w:r>
        <w:t>449.4514</w:t>
      </w:r>
      <w:r>
        <w:tab/>
        <w:t>1.013e0</w:t>
      </w:r>
    </w:p>
    <w:p w:rsidR="006974AE" w:rsidRDefault="006974AE" w:rsidP="006974AE">
      <w:r>
        <w:t>449.5299</w:t>
      </w:r>
      <w:r>
        <w:tab/>
        <w:t>1.013e0</w:t>
      </w:r>
    </w:p>
    <w:p w:rsidR="006974AE" w:rsidRDefault="006974AE" w:rsidP="006974AE">
      <w:r>
        <w:t>449.5516</w:t>
      </w:r>
      <w:r>
        <w:tab/>
        <w:t>1.013e0</w:t>
      </w:r>
    </w:p>
    <w:p w:rsidR="006974AE" w:rsidRDefault="006974AE" w:rsidP="006974AE">
      <w:r>
        <w:t>449.5734</w:t>
      </w:r>
      <w:r>
        <w:tab/>
        <w:t>1.013e0</w:t>
      </w:r>
    </w:p>
    <w:p w:rsidR="006974AE" w:rsidRDefault="006974AE" w:rsidP="006974AE">
      <w:r>
        <w:t>449.6312</w:t>
      </w:r>
      <w:r>
        <w:tab/>
        <w:t>1.013e0</w:t>
      </w:r>
    </w:p>
    <w:p w:rsidR="006974AE" w:rsidRDefault="006974AE" w:rsidP="006974AE">
      <w:r>
        <w:t>449.6360</w:t>
      </w:r>
      <w:r>
        <w:tab/>
        <w:t>1.013e0</w:t>
      </w:r>
    </w:p>
    <w:p w:rsidR="006974AE" w:rsidRDefault="006974AE" w:rsidP="006974AE">
      <w:r>
        <w:t>449.6832</w:t>
      </w:r>
      <w:r>
        <w:tab/>
        <w:t>1.013e0</w:t>
      </w:r>
    </w:p>
    <w:p w:rsidR="006974AE" w:rsidRDefault="006974AE" w:rsidP="006974AE">
      <w:r>
        <w:t>449.6881</w:t>
      </w:r>
      <w:r>
        <w:tab/>
        <w:t>1.013e0</w:t>
      </w:r>
    </w:p>
    <w:p w:rsidR="006974AE" w:rsidRDefault="006974AE" w:rsidP="006974AE">
      <w:r>
        <w:t>449.7132</w:t>
      </w:r>
      <w:r>
        <w:tab/>
        <w:t>2.025e0</w:t>
      </w:r>
    </w:p>
    <w:p w:rsidR="006974AE" w:rsidRDefault="006974AE" w:rsidP="006974AE">
      <w:r>
        <w:t>449.7456</w:t>
      </w:r>
      <w:r>
        <w:tab/>
        <w:t>1.013e0</w:t>
      </w:r>
    </w:p>
    <w:p w:rsidR="006974AE" w:rsidRDefault="006974AE" w:rsidP="006974AE">
      <w:r>
        <w:t>449.7714</w:t>
      </w:r>
      <w:r>
        <w:tab/>
        <w:t>1.013e0</w:t>
      </w:r>
    </w:p>
    <w:p w:rsidR="006974AE" w:rsidRDefault="006974AE" w:rsidP="006974AE">
      <w:r>
        <w:t>449.7888</w:t>
      </w:r>
      <w:r>
        <w:tab/>
        <w:t>1.013e0</w:t>
      </w:r>
    </w:p>
    <w:p w:rsidR="006974AE" w:rsidRDefault="006974AE" w:rsidP="006974AE">
      <w:r>
        <w:t>449.8074</w:t>
      </w:r>
      <w:r>
        <w:tab/>
        <w:t>1.013e0</w:t>
      </w:r>
    </w:p>
    <w:p w:rsidR="006974AE" w:rsidRDefault="006974AE" w:rsidP="006974AE">
      <w:r>
        <w:t>449.8170</w:t>
      </w:r>
      <w:r>
        <w:tab/>
        <w:t>2.025e0</w:t>
      </w:r>
    </w:p>
    <w:p w:rsidR="006974AE" w:rsidRDefault="006974AE" w:rsidP="006974AE">
      <w:r>
        <w:t>449.8499</w:t>
      </w:r>
      <w:r>
        <w:tab/>
        <w:t>1.013e0</w:t>
      </w:r>
    </w:p>
    <w:p w:rsidR="006974AE" w:rsidRDefault="006974AE" w:rsidP="006974AE">
      <w:r>
        <w:t>449.8721</w:t>
      </w:r>
      <w:r>
        <w:tab/>
        <w:t>1.013e0</w:t>
      </w:r>
    </w:p>
    <w:p w:rsidR="006974AE" w:rsidRDefault="006974AE" w:rsidP="006974AE">
      <w:r>
        <w:t>449.8794</w:t>
      </w:r>
      <w:r>
        <w:tab/>
        <w:t>1.013e0</w:t>
      </w:r>
    </w:p>
    <w:p w:rsidR="006974AE" w:rsidRDefault="006974AE" w:rsidP="006974AE">
      <w:r>
        <w:lastRenderedPageBreak/>
        <w:t>449.8954</w:t>
      </w:r>
      <w:r>
        <w:tab/>
        <w:t>2.025e0</w:t>
      </w:r>
    </w:p>
    <w:p w:rsidR="006974AE" w:rsidRDefault="006974AE" w:rsidP="006974AE">
      <w:r>
        <w:t>449.9073</w:t>
      </w:r>
      <w:r>
        <w:tab/>
        <w:t>2.025e0</w:t>
      </w:r>
    </w:p>
    <w:p w:rsidR="006974AE" w:rsidRDefault="006974AE" w:rsidP="006974AE">
      <w:r>
        <w:t>449.9296</w:t>
      </w:r>
      <w:r>
        <w:tab/>
        <w:t>1.013e0</w:t>
      </w:r>
    </w:p>
    <w:p w:rsidR="006974AE" w:rsidRDefault="006974AE" w:rsidP="006974AE">
      <w:r>
        <w:t>449.9710</w:t>
      </w:r>
      <w:r>
        <w:tab/>
        <w:t>2.025e0</w:t>
      </w:r>
    </w:p>
    <w:p w:rsidR="006974AE" w:rsidRDefault="006974AE" w:rsidP="006974AE">
      <w:r>
        <w:t>449.9764</w:t>
      </w:r>
      <w:r>
        <w:tab/>
        <w:t>2.025e0</w:t>
      </w:r>
    </w:p>
    <w:p w:rsidR="006974AE" w:rsidRDefault="006974AE" w:rsidP="006974AE">
      <w:r>
        <w:t>449.9852</w:t>
      </w:r>
      <w:r>
        <w:tab/>
        <w:t>3.038e0</w:t>
      </w:r>
    </w:p>
    <w:p w:rsidR="006974AE" w:rsidRDefault="006974AE" w:rsidP="006974AE">
      <w:r>
        <w:t>450.0133</w:t>
      </w:r>
      <w:r>
        <w:tab/>
        <w:t>1.013e0</w:t>
      </w:r>
    </w:p>
    <w:p w:rsidR="006974AE" w:rsidRDefault="006974AE" w:rsidP="006974AE">
      <w:r>
        <w:t>450.0769</w:t>
      </w:r>
      <w:r>
        <w:tab/>
        <w:t>3.038e0</w:t>
      </w:r>
    </w:p>
    <w:p w:rsidR="006974AE" w:rsidRDefault="006974AE" w:rsidP="006974AE">
      <w:r>
        <w:t>450.0999</w:t>
      </w:r>
      <w:r>
        <w:tab/>
        <w:t>1.013e0</w:t>
      </w:r>
    </w:p>
    <w:p w:rsidR="006974AE" w:rsidRDefault="006974AE" w:rsidP="006974AE">
      <w:r>
        <w:t>450.1057</w:t>
      </w:r>
      <w:r>
        <w:tab/>
        <w:t>2.025e0</w:t>
      </w:r>
    </w:p>
    <w:p w:rsidR="006974AE" w:rsidRDefault="006974AE" w:rsidP="006974AE">
      <w:r>
        <w:t>450.1086</w:t>
      </w:r>
      <w:r>
        <w:tab/>
        <w:t>1.013e0</w:t>
      </w:r>
    </w:p>
    <w:p w:rsidR="006974AE" w:rsidRDefault="006974AE" w:rsidP="006974AE">
      <w:r>
        <w:t>450.1103</w:t>
      </w:r>
      <w:r>
        <w:tab/>
        <w:t>3.038e0</w:t>
      </w:r>
    </w:p>
    <w:p w:rsidR="006974AE" w:rsidRDefault="006974AE" w:rsidP="006974AE">
      <w:r>
        <w:t>450.1258</w:t>
      </w:r>
      <w:r>
        <w:tab/>
        <w:t>7.242e0</w:t>
      </w:r>
    </w:p>
    <w:p w:rsidR="006974AE" w:rsidRDefault="006974AE" w:rsidP="006974AE">
      <w:r>
        <w:t>450.1498</w:t>
      </w:r>
      <w:r>
        <w:tab/>
        <w:t>7.089e0</w:t>
      </w:r>
    </w:p>
    <w:p w:rsidR="006974AE" w:rsidRDefault="006974AE" w:rsidP="006974AE">
      <w:r>
        <w:t>450.1564</w:t>
      </w:r>
      <w:r>
        <w:tab/>
        <w:t>5.008e0</w:t>
      </w:r>
    </w:p>
    <w:p w:rsidR="006974AE" w:rsidRDefault="006974AE" w:rsidP="006974AE">
      <w:r>
        <w:t>450.1582</w:t>
      </w:r>
      <w:r>
        <w:tab/>
        <w:t>8.101e0</w:t>
      </w:r>
    </w:p>
    <w:p w:rsidR="006974AE" w:rsidRDefault="006974AE" w:rsidP="006974AE">
      <w:r>
        <w:t>450.2019</w:t>
      </w:r>
      <w:r>
        <w:tab/>
        <w:t>4.051e0</w:t>
      </w:r>
    </w:p>
    <w:p w:rsidR="006974AE" w:rsidRDefault="006974AE" w:rsidP="006974AE">
      <w:r>
        <w:t>450.2106</w:t>
      </w:r>
      <w:r>
        <w:tab/>
        <w:t>3.038e0</w:t>
      </w:r>
    </w:p>
    <w:p w:rsidR="006974AE" w:rsidRDefault="006974AE" w:rsidP="006974AE">
      <w:r>
        <w:t>450.2155</w:t>
      </w:r>
      <w:r>
        <w:tab/>
        <w:t>2.329e1</w:t>
      </w:r>
    </w:p>
    <w:p w:rsidR="006974AE" w:rsidRDefault="006974AE" w:rsidP="006974AE">
      <w:r>
        <w:lastRenderedPageBreak/>
        <w:t>450.2238</w:t>
      </w:r>
      <w:r>
        <w:tab/>
        <w:t>2.025e0</w:t>
      </w:r>
    </w:p>
    <w:p w:rsidR="006974AE" w:rsidRDefault="006974AE" w:rsidP="006974AE">
      <w:r>
        <w:t>450.2268</w:t>
      </w:r>
      <w:r>
        <w:tab/>
        <w:t>8.101e0</w:t>
      </w:r>
    </w:p>
    <w:p w:rsidR="006974AE" w:rsidRDefault="006974AE" w:rsidP="006974AE">
      <w:r>
        <w:t>450.2322</w:t>
      </w:r>
      <w:r>
        <w:tab/>
        <w:t>4.051e0</w:t>
      </w:r>
    </w:p>
    <w:p w:rsidR="006974AE" w:rsidRDefault="006974AE" w:rsidP="006974AE">
      <w:r>
        <w:t>450.2562</w:t>
      </w:r>
      <w:r>
        <w:tab/>
        <w:t>2.025e0</w:t>
      </w:r>
    </w:p>
    <w:p w:rsidR="006974AE" w:rsidRDefault="006974AE" w:rsidP="006974AE">
      <w:r>
        <w:t>450.2665</w:t>
      </w:r>
      <w:r>
        <w:tab/>
        <w:t>3.038e0</w:t>
      </w:r>
    </w:p>
    <w:p w:rsidR="006974AE" w:rsidRDefault="006974AE" w:rsidP="006974AE">
      <w:r>
        <w:t>450.2856</w:t>
      </w:r>
      <w:r>
        <w:tab/>
        <w:t>1.013e0</w:t>
      </w:r>
    </w:p>
    <w:p w:rsidR="006974AE" w:rsidRDefault="006974AE" w:rsidP="006974AE">
      <w:r>
        <w:t>450.3245</w:t>
      </w:r>
      <w:r>
        <w:tab/>
        <w:t>1.013e0</w:t>
      </w:r>
    </w:p>
    <w:p w:rsidR="006974AE" w:rsidRDefault="006974AE" w:rsidP="006974AE">
      <w:r>
        <w:t>450.3368</w:t>
      </w:r>
      <w:r>
        <w:tab/>
        <w:t>1.013e0</w:t>
      </w:r>
    </w:p>
    <w:p w:rsidR="006974AE" w:rsidRDefault="006974AE" w:rsidP="006974AE">
      <w:r>
        <w:t>450.3520</w:t>
      </w:r>
      <w:r>
        <w:tab/>
        <w:t>1.013e0</w:t>
      </w:r>
    </w:p>
    <w:p w:rsidR="006974AE" w:rsidRDefault="006974AE" w:rsidP="006974AE">
      <w:r>
        <w:t>450.3646</w:t>
      </w:r>
      <w:r>
        <w:tab/>
        <w:t>1.013e0</w:t>
      </w:r>
    </w:p>
    <w:p w:rsidR="006974AE" w:rsidRDefault="006974AE" w:rsidP="006974AE">
      <w:r>
        <w:t>450.3683</w:t>
      </w:r>
      <w:r>
        <w:tab/>
        <w:t>1.013e0</w:t>
      </w:r>
    </w:p>
    <w:p w:rsidR="006974AE" w:rsidRDefault="006974AE" w:rsidP="006974AE">
      <w:r>
        <w:t>450.3797</w:t>
      </w:r>
      <w:r>
        <w:tab/>
        <w:t>2.025e0</w:t>
      </w:r>
    </w:p>
    <w:p w:rsidR="006974AE" w:rsidRDefault="006974AE" w:rsidP="006974AE">
      <w:r>
        <w:t>450.4042</w:t>
      </w:r>
      <w:r>
        <w:tab/>
        <w:t>1.013e0</w:t>
      </w:r>
    </w:p>
    <w:p w:rsidR="006974AE" w:rsidRDefault="006974AE" w:rsidP="006974AE">
      <w:r>
        <w:t>450.4150</w:t>
      </w:r>
      <w:r>
        <w:tab/>
        <w:t>1.013e0</w:t>
      </w:r>
    </w:p>
    <w:p w:rsidR="006974AE" w:rsidRDefault="006974AE" w:rsidP="006974AE">
      <w:r>
        <w:t>450.4252</w:t>
      </w:r>
      <w:r>
        <w:tab/>
        <w:t>2.025e0</w:t>
      </w:r>
    </w:p>
    <w:p w:rsidR="006974AE" w:rsidRDefault="006974AE" w:rsidP="006974AE">
      <w:r>
        <w:t>450.4547</w:t>
      </w:r>
      <w:r>
        <w:tab/>
        <w:t>3.038e0</w:t>
      </w:r>
    </w:p>
    <w:p w:rsidR="006974AE" w:rsidRDefault="006974AE" w:rsidP="006974AE">
      <w:r>
        <w:t>450.4957</w:t>
      </w:r>
      <w:r>
        <w:tab/>
        <w:t>2.025e0</w:t>
      </w:r>
    </w:p>
    <w:p w:rsidR="006974AE" w:rsidRDefault="006974AE" w:rsidP="006974AE">
      <w:r>
        <w:t>450.5044</w:t>
      </w:r>
      <w:r>
        <w:tab/>
        <w:t>1.013e0</w:t>
      </w:r>
    </w:p>
    <w:p w:rsidR="006974AE" w:rsidRDefault="006974AE" w:rsidP="006974AE">
      <w:r>
        <w:t>450.5338</w:t>
      </w:r>
      <w:r>
        <w:tab/>
        <w:t>1.013e0</w:t>
      </w:r>
    </w:p>
    <w:p w:rsidR="006974AE" w:rsidRDefault="006974AE" w:rsidP="006974AE">
      <w:r>
        <w:lastRenderedPageBreak/>
        <w:t>450.5439</w:t>
      </w:r>
      <w:r>
        <w:tab/>
        <w:t>1.013e0</w:t>
      </w:r>
    </w:p>
    <w:p w:rsidR="006974AE" w:rsidRDefault="006974AE" w:rsidP="006974AE">
      <w:r>
        <w:t>450.5569</w:t>
      </w:r>
      <w:r>
        <w:tab/>
        <w:t>1.013e0</w:t>
      </w:r>
    </w:p>
    <w:p w:rsidR="006974AE" w:rsidRDefault="006974AE" w:rsidP="006974AE">
      <w:r>
        <w:t>450.6053</w:t>
      </w:r>
      <w:r>
        <w:tab/>
        <w:t>1.013e0</w:t>
      </w:r>
    </w:p>
    <w:p w:rsidR="006974AE" w:rsidRDefault="006974AE" w:rsidP="006974AE">
      <w:r>
        <w:t>450.6358</w:t>
      </w:r>
      <w:r>
        <w:tab/>
        <w:t>1.013e0</w:t>
      </w:r>
    </w:p>
    <w:p w:rsidR="006974AE" w:rsidRDefault="006974AE" w:rsidP="006974AE">
      <w:r>
        <w:t>450.6409</w:t>
      </w:r>
      <w:r>
        <w:tab/>
        <w:t>1.013e0</w:t>
      </w:r>
    </w:p>
    <w:p w:rsidR="006974AE" w:rsidRDefault="006974AE" w:rsidP="006974AE">
      <w:r>
        <w:t>450.6493</w:t>
      </w:r>
      <w:r>
        <w:tab/>
        <w:t>2.025e0</w:t>
      </w:r>
    </w:p>
    <w:p w:rsidR="006974AE" w:rsidRDefault="006974AE" w:rsidP="006974AE">
      <w:r>
        <w:t>450.6744</w:t>
      </w:r>
      <w:r>
        <w:tab/>
        <w:t>2.025e0</w:t>
      </w:r>
    </w:p>
    <w:p w:rsidR="006974AE" w:rsidRDefault="006974AE" w:rsidP="006974AE">
      <w:r>
        <w:t>450.6758</w:t>
      </w:r>
      <w:r>
        <w:tab/>
        <w:t>1.013e0</w:t>
      </w:r>
    </w:p>
    <w:p w:rsidR="006974AE" w:rsidRDefault="006974AE" w:rsidP="006974AE">
      <w:r>
        <w:t>450.7073</w:t>
      </w:r>
      <w:r>
        <w:tab/>
        <w:t>1.013e0</w:t>
      </w:r>
    </w:p>
    <w:p w:rsidR="006974AE" w:rsidRDefault="006974AE" w:rsidP="006974AE">
      <w:r>
        <w:t>450.7899</w:t>
      </w:r>
      <w:r>
        <w:tab/>
        <w:t>2.025e0</w:t>
      </w:r>
    </w:p>
    <w:p w:rsidR="006974AE" w:rsidRDefault="006974AE" w:rsidP="006974AE">
      <w:r>
        <w:t>450.7935</w:t>
      </w:r>
      <w:r>
        <w:tab/>
        <w:t>1.013e0</w:t>
      </w:r>
    </w:p>
    <w:p w:rsidR="006974AE" w:rsidRDefault="006974AE" w:rsidP="006974AE">
      <w:r>
        <w:t>450.8177</w:t>
      </w:r>
      <w:r>
        <w:tab/>
        <w:t>2.025e0</w:t>
      </w:r>
    </w:p>
    <w:p w:rsidR="006974AE" w:rsidRDefault="006974AE" w:rsidP="006974AE">
      <w:r>
        <w:t>450.8408</w:t>
      </w:r>
      <w:r>
        <w:tab/>
        <w:t>3.038e0</w:t>
      </w:r>
    </w:p>
    <w:p w:rsidR="006974AE" w:rsidRDefault="006974AE" w:rsidP="006974AE">
      <w:r>
        <w:t>450.8566</w:t>
      </w:r>
      <w:r>
        <w:tab/>
        <w:t>1.013e0</w:t>
      </w:r>
    </w:p>
    <w:p w:rsidR="006974AE" w:rsidRDefault="006974AE" w:rsidP="006974AE">
      <w:r>
        <w:t>450.8960</w:t>
      </w:r>
      <w:r>
        <w:tab/>
        <w:t>1.013e0</w:t>
      </w:r>
    </w:p>
    <w:p w:rsidR="006974AE" w:rsidRDefault="006974AE" w:rsidP="006974AE">
      <w:r>
        <w:t>450.9002</w:t>
      </w:r>
      <w:r>
        <w:tab/>
        <w:t>5.063e0</w:t>
      </w:r>
    </w:p>
    <w:p w:rsidR="006974AE" w:rsidRDefault="006974AE" w:rsidP="006974AE">
      <w:r>
        <w:t>450.9282</w:t>
      </w:r>
      <w:r>
        <w:tab/>
        <w:t>2.025e0</w:t>
      </w:r>
    </w:p>
    <w:p w:rsidR="006974AE" w:rsidRDefault="006974AE" w:rsidP="006974AE">
      <w:r>
        <w:t>450.9355</w:t>
      </w:r>
      <w:r>
        <w:tab/>
        <w:t>2.025e0</w:t>
      </w:r>
    </w:p>
    <w:p w:rsidR="006974AE" w:rsidRDefault="006974AE" w:rsidP="006974AE">
      <w:r>
        <w:t>450.9439</w:t>
      </w:r>
      <w:r>
        <w:tab/>
        <w:t>1.013e0</w:t>
      </w:r>
    </w:p>
    <w:p w:rsidR="006974AE" w:rsidRDefault="006974AE" w:rsidP="006974AE">
      <w:r>
        <w:lastRenderedPageBreak/>
        <w:t>450.9828</w:t>
      </w:r>
      <w:r>
        <w:tab/>
        <w:t>1.013e0</w:t>
      </w:r>
    </w:p>
    <w:p w:rsidR="006974AE" w:rsidRDefault="006974AE" w:rsidP="006974AE">
      <w:r>
        <w:t>450.9886</w:t>
      </w:r>
      <w:r>
        <w:tab/>
        <w:t>2.025e0</w:t>
      </w:r>
    </w:p>
    <w:p w:rsidR="006974AE" w:rsidRDefault="006974AE" w:rsidP="006974AE">
      <w:r>
        <w:t>451.0065</w:t>
      </w:r>
      <w:r>
        <w:tab/>
        <w:t>1.013e0</w:t>
      </w:r>
    </w:p>
    <w:p w:rsidR="006974AE" w:rsidRDefault="006974AE" w:rsidP="006974AE">
      <w:r>
        <w:t>451.0228</w:t>
      </w:r>
      <w:r>
        <w:tab/>
        <w:t>1.013e0</w:t>
      </w:r>
    </w:p>
    <w:p w:rsidR="006974AE" w:rsidRDefault="006974AE" w:rsidP="006974AE">
      <w:r>
        <w:t>451.0460</w:t>
      </w:r>
      <w:r>
        <w:tab/>
        <w:t>1.013e0</w:t>
      </w:r>
    </w:p>
    <w:p w:rsidR="006974AE" w:rsidRDefault="006974AE" w:rsidP="006974AE">
      <w:r>
        <w:t>451.0933</w:t>
      </w:r>
      <w:r>
        <w:tab/>
        <w:t>1.013e0</w:t>
      </w:r>
    </w:p>
    <w:p w:rsidR="006974AE" w:rsidRDefault="006974AE" w:rsidP="006974AE">
      <w:r>
        <w:t>451.1048</w:t>
      </w:r>
      <w:r>
        <w:tab/>
        <w:t>2.025e0</w:t>
      </w:r>
    </w:p>
    <w:p w:rsidR="006974AE" w:rsidRDefault="006974AE" w:rsidP="006974AE">
      <w:r>
        <w:t>451.1254</w:t>
      </w:r>
      <w:r>
        <w:tab/>
        <w:t>1.013e0</w:t>
      </w:r>
    </w:p>
    <w:p w:rsidR="006974AE" w:rsidRDefault="006974AE" w:rsidP="006974AE">
      <w:r>
        <w:t>451.1333</w:t>
      </w:r>
      <w:r>
        <w:tab/>
        <w:t>1.013e0</w:t>
      </w:r>
    </w:p>
    <w:p w:rsidR="006974AE" w:rsidRDefault="006974AE" w:rsidP="006974AE">
      <w:r>
        <w:t>451.1480</w:t>
      </w:r>
      <w:r>
        <w:tab/>
        <w:t>2.025e0</w:t>
      </w:r>
    </w:p>
    <w:p w:rsidR="006974AE" w:rsidRDefault="006974AE" w:rsidP="006974AE">
      <w:r>
        <w:t>451.1549</w:t>
      </w:r>
      <w:r>
        <w:tab/>
        <w:t>6.524e0</w:t>
      </w:r>
    </w:p>
    <w:p w:rsidR="006974AE" w:rsidRDefault="006974AE" w:rsidP="006974AE">
      <w:r>
        <w:t>451.1559</w:t>
      </w:r>
      <w:r>
        <w:tab/>
        <w:t>1.013e0</w:t>
      </w:r>
    </w:p>
    <w:p w:rsidR="006974AE" w:rsidRDefault="006974AE" w:rsidP="006974AE">
      <w:r>
        <w:t>451.1646</w:t>
      </w:r>
      <w:r>
        <w:tab/>
        <w:t>4.051e0</w:t>
      </w:r>
    </w:p>
    <w:p w:rsidR="006974AE" w:rsidRDefault="006974AE" w:rsidP="006974AE">
      <w:r>
        <w:t>451.1881</w:t>
      </w:r>
      <w:r>
        <w:tab/>
        <w:t>2.025e0</w:t>
      </w:r>
    </w:p>
    <w:p w:rsidR="006974AE" w:rsidRDefault="006974AE" w:rsidP="006974AE">
      <w:r>
        <w:t>451.1989</w:t>
      </w:r>
      <w:r>
        <w:tab/>
        <w:t>4.051e0</w:t>
      </w:r>
    </w:p>
    <w:p w:rsidR="006974AE" w:rsidRDefault="006974AE" w:rsidP="006974AE">
      <w:r>
        <w:t>451.2026</w:t>
      </w:r>
      <w:r>
        <w:tab/>
        <w:t>4.051e0</w:t>
      </w:r>
    </w:p>
    <w:p w:rsidR="006974AE" w:rsidRDefault="006974AE" w:rsidP="006974AE">
      <w:r>
        <w:t>451.2043</w:t>
      </w:r>
      <w:r>
        <w:tab/>
        <w:t>1.013e0</w:t>
      </w:r>
    </w:p>
    <w:p w:rsidR="006974AE" w:rsidRDefault="006974AE" w:rsidP="006974AE">
      <w:r>
        <w:t>451.2067</w:t>
      </w:r>
      <w:r>
        <w:tab/>
        <w:t>7.250e0</w:t>
      </w:r>
    </w:p>
    <w:p w:rsidR="006974AE" w:rsidRDefault="006974AE" w:rsidP="006974AE">
      <w:r>
        <w:t>451.2153</w:t>
      </w:r>
      <w:r>
        <w:tab/>
        <w:t>2.025e0</w:t>
      </w:r>
    </w:p>
    <w:p w:rsidR="006974AE" w:rsidRDefault="006974AE" w:rsidP="006974AE">
      <w:r>
        <w:lastRenderedPageBreak/>
        <w:t>451.2203</w:t>
      </w:r>
      <w:r>
        <w:tab/>
        <w:t>2.025e0</w:t>
      </w:r>
    </w:p>
    <w:p w:rsidR="006974AE" w:rsidRDefault="006974AE" w:rsidP="006974AE">
      <w:r>
        <w:t>451.2245</w:t>
      </w:r>
      <w:r>
        <w:tab/>
        <w:t>1.013e1</w:t>
      </w:r>
    </w:p>
    <w:p w:rsidR="006974AE" w:rsidRDefault="006974AE" w:rsidP="006974AE">
      <w:r>
        <w:t>451.2746</w:t>
      </w:r>
      <w:r>
        <w:tab/>
        <w:t>2.025e0</w:t>
      </w:r>
    </w:p>
    <w:p w:rsidR="006974AE" w:rsidRDefault="006974AE" w:rsidP="006974AE">
      <w:r>
        <w:t>451.2775</w:t>
      </w:r>
      <w:r>
        <w:tab/>
        <w:t>1.013e0</w:t>
      </w:r>
    </w:p>
    <w:p w:rsidR="006974AE" w:rsidRDefault="006974AE" w:rsidP="006974AE">
      <w:r>
        <w:t>451.2883</w:t>
      </w:r>
      <w:r>
        <w:tab/>
        <w:t>2.025e0</w:t>
      </w:r>
    </w:p>
    <w:p w:rsidR="006974AE" w:rsidRDefault="006974AE" w:rsidP="006974AE">
      <w:r>
        <w:t>451.3013</w:t>
      </w:r>
      <w:r>
        <w:tab/>
        <w:t>3.038e0</w:t>
      </w:r>
    </w:p>
    <w:p w:rsidR="006974AE" w:rsidRDefault="006974AE" w:rsidP="006974AE">
      <w:r>
        <w:t>451.3137</w:t>
      </w:r>
      <w:r>
        <w:tab/>
        <w:t>1.013e0</w:t>
      </w:r>
    </w:p>
    <w:p w:rsidR="006974AE" w:rsidRDefault="006974AE" w:rsidP="006974AE">
      <w:r>
        <w:t>451.3285</w:t>
      </w:r>
      <w:r>
        <w:tab/>
        <w:t>3.038e0</w:t>
      </w:r>
    </w:p>
    <w:p w:rsidR="006974AE" w:rsidRDefault="006974AE" w:rsidP="006974AE">
      <w:r>
        <w:t>451.3341</w:t>
      </w:r>
      <w:r>
        <w:tab/>
        <w:t>2.025e0</w:t>
      </w:r>
    </w:p>
    <w:p w:rsidR="006974AE" w:rsidRDefault="006974AE" w:rsidP="006974AE">
      <w:r>
        <w:t>451.3389</w:t>
      </w:r>
      <w:r>
        <w:tab/>
        <w:t>1.013e0</w:t>
      </w:r>
    </w:p>
    <w:p w:rsidR="006974AE" w:rsidRDefault="006974AE" w:rsidP="006974AE">
      <w:r>
        <w:t>451.3419</w:t>
      </w:r>
      <w:r>
        <w:tab/>
        <w:t>2.025e0</w:t>
      </w:r>
    </w:p>
    <w:p w:rsidR="006974AE" w:rsidRDefault="006974AE" w:rsidP="006974AE">
      <w:r>
        <w:t>451.3567</w:t>
      </w:r>
      <w:r>
        <w:tab/>
        <w:t>1.013e0</w:t>
      </w:r>
    </w:p>
    <w:p w:rsidR="006974AE" w:rsidRDefault="006974AE" w:rsidP="006974AE">
      <w:r>
        <w:t>451.3696</w:t>
      </w:r>
      <w:r>
        <w:tab/>
        <w:t>1.013e0</w:t>
      </w:r>
    </w:p>
    <w:p w:rsidR="006974AE" w:rsidRDefault="006974AE" w:rsidP="006974AE">
      <w:r>
        <w:t>451.3928</w:t>
      </w:r>
      <w:r>
        <w:tab/>
        <w:t>1.013e0</w:t>
      </w:r>
    </w:p>
    <w:p w:rsidR="006974AE" w:rsidRDefault="006974AE" w:rsidP="006974AE">
      <w:r>
        <w:t>451.3962</w:t>
      </w:r>
      <w:r>
        <w:tab/>
        <w:t>1.013e0</w:t>
      </w:r>
    </w:p>
    <w:p w:rsidR="006974AE" w:rsidRDefault="006974AE" w:rsidP="006974AE">
      <w:r>
        <w:t>451.4254</w:t>
      </w:r>
      <w:r>
        <w:tab/>
        <w:t>1.013e0</w:t>
      </w:r>
    </w:p>
    <w:p w:rsidR="006974AE" w:rsidRDefault="006974AE" w:rsidP="006974AE">
      <w:r>
        <w:t>451.4807</w:t>
      </w:r>
      <w:r>
        <w:tab/>
        <w:t>1.013e0</w:t>
      </w:r>
    </w:p>
    <w:p w:rsidR="006974AE" w:rsidRDefault="006974AE" w:rsidP="006974AE">
      <w:r>
        <w:t>451.4938</w:t>
      </w:r>
      <w:r>
        <w:tab/>
        <w:t>1.013e0</w:t>
      </w:r>
    </w:p>
    <w:p w:rsidR="006974AE" w:rsidRDefault="006974AE" w:rsidP="006974AE">
      <w:r>
        <w:t>451.5037</w:t>
      </w:r>
      <w:r>
        <w:tab/>
        <w:t>3.038e0</w:t>
      </w:r>
    </w:p>
    <w:p w:rsidR="006974AE" w:rsidRDefault="006974AE" w:rsidP="006974AE">
      <w:r>
        <w:lastRenderedPageBreak/>
        <w:t>451.5334</w:t>
      </w:r>
      <w:r>
        <w:tab/>
        <w:t>1.013e0</w:t>
      </w:r>
    </w:p>
    <w:p w:rsidR="006974AE" w:rsidRDefault="006974AE" w:rsidP="006974AE">
      <w:r>
        <w:t>451.5434</w:t>
      </w:r>
      <w:r>
        <w:tab/>
        <w:t>1.013e0</w:t>
      </w:r>
    </w:p>
    <w:p w:rsidR="006974AE" w:rsidRDefault="006974AE" w:rsidP="006974AE">
      <w:r>
        <w:t>451.6065</w:t>
      </w:r>
      <w:r>
        <w:tab/>
        <w:t>1.013e0</w:t>
      </w:r>
    </w:p>
    <w:p w:rsidR="006974AE" w:rsidRDefault="006974AE" w:rsidP="006974AE">
      <w:r>
        <w:t>451.6309</w:t>
      </w:r>
      <w:r>
        <w:tab/>
        <w:t>3.038e0</w:t>
      </w:r>
    </w:p>
    <w:p w:rsidR="006974AE" w:rsidRDefault="006974AE" w:rsidP="006974AE">
      <w:r>
        <w:t>451.6753</w:t>
      </w:r>
      <w:r>
        <w:tab/>
        <w:t>4.051e0</w:t>
      </w:r>
    </w:p>
    <w:p w:rsidR="006974AE" w:rsidRDefault="006974AE" w:rsidP="006974AE">
      <w:r>
        <w:t>451.6822</w:t>
      </w:r>
      <w:r>
        <w:tab/>
        <w:t>4.051e0</w:t>
      </w:r>
    </w:p>
    <w:p w:rsidR="006974AE" w:rsidRDefault="006974AE" w:rsidP="006974AE">
      <w:r>
        <w:t>451.6837</w:t>
      </w:r>
      <w:r>
        <w:tab/>
        <w:t>7.089e0</w:t>
      </w:r>
    </w:p>
    <w:p w:rsidR="006974AE" w:rsidRDefault="006974AE" w:rsidP="006974AE">
      <w:r>
        <w:t>451.6888</w:t>
      </w:r>
      <w:r>
        <w:tab/>
        <w:t>4.051e0</w:t>
      </w:r>
    </w:p>
    <w:p w:rsidR="006974AE" w:rsidRDefault="006974AE" w:rsidP="006974AE">
      <w:r>
        <w:t>451.6910</w:t>
      </w:r>
      <w:r>
        <w:tab/>
        <w:t>9.114e0</w:t>
      </w:r>
    </w:p>
    <w:p w:rsidR="006974AE" w:rsidRDefault="006974AE" w:rsidP="006974AE">
      <w:r>
        <w:t>451.6928</w:t>
      </w:r>
      <w:r>
        <w:tab/>
        <w:t>1.722e1</w:t>
      </w:r>
    </w:p>
    <w:p w:rsidR="006974AE" w:rsidRDefault="006974AE" w:rsidP="006974AE">
      <w:r>
        <w:t>451.7162</w:t>
      </w:r>
      <w:r>
        <w:tab/>
        <w:t>5.063e0</w:t>
      </w:r>
    </w:p>
    <w:p w:rsidR="006974AE" w:rsidRDefault="006974AE" w:rsidP="006974AE">
      <w:r>
        <w:t>451.7523</w:t>
      </w:r>
      <w:r>
        <w:tab/>
        <w:t>1.013e0</w:t>
      </w:r>
    </w:p>
    <w:p w:rsidR="006974AE" w:rsidRDefault="006974AE" w:rsidP="006974AE">
      <w:r>
        <w:t>451.7919</w:t>
      </w:r>
      <w:r>
        <w:tab/>
        <w:t>1.013e0</w:t>
      </w:r>
    </w:p>
    <w:p w:rsidR="006974AE" w:rsidRDefault="006974AE" w:rsidP="006974AE">
      <w:r>
        <w:t>451.8280</w:t>
      </w:r>
      <w:r>
        <w:tab/>
        <w:t>4.051e0</w:t>
      </w:r>
    </w:p>
    <w:p w:rsidR="006974AE" w:rsidRDefault="006974AE" w:rsidP="006974AE">
      <w:r>
        <w:t>451.8436</w:t>
      </w:r>
      <w:r>
        <w:tab/>
        <w:t>1.013e0</w:t>
      </w:r>
    </w:p>
    <w:p w:rsidR="006974AE" w:rsidRDefault="006974AE" w:rsidP="006974AE">
      <w:r>
        <w:t>451.8499</w:t>
      </w:r>
      <w:r>
        <w:tab/>
        <w:t>1.013e0</w:t>
      </w:r>
    </w:p>
    <w:p w:rsidR="006974AE" w:rsidRDefault="006974AE" w:rsidP="006974AE">
      <w:r>
        <w:t>451.8679</w:t>
      </w:r>
      <w:r>
        <w:tab/>
        <w:t>1.013e0</w:t>
      </w:r>
    </w:p>
    <w:p w:rsidR="006974AE" w:rsidRDefault="006974AE" w:rsidP="006974AE">
      <w:r>
        <w:t>451.8831</w:t>
      </w:r>
      <w:r>
        <w:tab/>
        <w:t>1.013e0</w:t>
      </w:r>
    </w:p>
    <w:p w:rsidR="006974AE" w:rsidRDefault="006974AE" w:rsidP="006974AE">
      <w:r>
        <w:t>451.8869</w:t>
      </w:r>
      <w:r>
        <w:tab/>
        <w:t>2.025e0</w:t>
      </w:r>
    </w:p>
    <w:p w:rsidR="006974AE" w:rsidRDefault="006974AE" w:rsidP="006974AE">
      <w:r>
        <w:lastRenderedPageBreak/>
        <w:t>451.9148</w:t>
      </w:r>
      <w:r>
        <w:tab/>
        <w:t>1.013e0</w:t>
      </w:r>
    </w:p>
    <w:p w:rsidR="006974AE" w:rsidRDefault="006974AE" w:rsidP="006974AE">
      <w:r>
        <w:t>451.9399</w:t>
      </w:r>
      <w:r>
        <w:tab/>
        <w:t>2.025e0</w:t>
      </w:r>
    </w:p>
    <w:p w:rsidR="006974AE" w:rsidRDefault="006974AE" w:rsidP="006974AE">
      <w:r>
        <w:t>451.9431</w:t>
      </w:r>
      <w:r>
        <w:tab/>
        <w:t>2.025e0</w:t>
      </w:r>
    </w:p>
    <w:p w:rsidR="006974AE" w:rsidRDefault="006974AE" w:rsidP="006974AE">
      <w:r>
        <w:t>451.9807</w:t>
      </w:r>
      <w:r>
        <w:tab/>
        <w:t>2.025e0</w:t>
      </w:r>
    </w:p>
    <w:p w:rsidR="006974AE" w:rsidRDefault="006974AE" w:rsidP="006974AE">
      <w:r>
        <w:t>451.9865</w:t>
      </w:r>
      <w:r>
        <w:tab/>
        <w:t>1.013e0</w:t>
      </w:r>
    </w:p>
    <w:p w:rsidR="006974AE" w:rsidRDefault="006974AE" w:rsidP="006974AE">
      <w:r>
        <w:t>452.0117</w:t>
      </w:r>
      <w:r>
        <w:tab/>
        <w:t>1.013e0</w:t>
      </w:r>
    </w:p>
    <w:p w:rsidR="006974AE" w:rsidRDefault="006974AE" w:rsidP="006974AE">
      <w:r>
        <w:t>452.0298</w:t>
      </w:r>
      <w:r>
        <w:tab/>
        <w:t>1.013e0</w:t>
      </w:r>
    </w:p>
    <w:p w:rsidR="006974AE" w:rsidRDefault="006974AE" w:rsidP="006974AE">
      <w:r>
        <w:t>452.0579</w:t>
      </w:r>
      <w:r>
        <w:tab/>
        <w:t>3.038e0</w:t>
      </w:r>
    </w:p>
    <w:p w:rsidR="006974AE" w:rsidRDefault="006974AE" w:rsidP="006974AE">
      <w:r>
        <w:t>452.0627</w:t>
      </w:r>
      <w:r>
        <w:tab/>
        <w:t>2.025e0</w:t>
      </w:r>
    </w:p>
    <w:p w:rsidR="006974AE" w:rsidRDefault="006974AE" w:rsidP="006974AE">
      <w:r>
        <w:t>452.0650</w:t>
      </w:r>
      <w:r>
        <w:tab/>
        <w:t>1.013e0</w:t>
      </w:r>
    </w:p>
    <w:p w:rsidR="006974AE" w:rsidRDefault="006974AE" w:rsidP="006974AE">
      <w:r>
        <w:t>452.0689</w:t>
      </w:r>
      <w:r>
        <w:tab/>
        <w:t>2.025e0</w:t>
      </w:r>
    </w:p>
    <w:p w:rsidR="006974AE" w:rsidRDefault="006974AE" w:rsidP="006974AE">
      <w:r>
        <w:t>452.0891</w:t>
      </w:r>
      <w:r>
        <w:tab/>
        <w:t>2.025e0</w:t>
      </w:r>
    </w:p>
    <w:p w:rsidR="006974AE" w:rsidRDefault="006974AE" w:rsidP="006974AE">
      <w:r>
        <w:t>452.1085</w:t>
      </w:r>
      <w:r>
        <w:tab/>
        <w:t>3.038e0</w:t>
      </w:r>
    </w:p>
    <w:p w:rsidR="006974AE" w:rsidRDefault="006974AE" w:rsidP="006974AE">
      <w:r>
        <w:t>452.1124</w:t>
      </w:r>
      <w:r>
        <w:tab/>
        <w:t>1.013e0</w:t>
      </w:r>
    </w:p>
    <w:p w:rsidR="006974AE" w:rsidRDefault="006974AE" w:rsidP="006974AE">
      <w:r>
        <w:t>452.1418</w:t>
      </w:r>
      <w:r>
        <w:tab/>
        <w:t>2.025e0</w:t>
      </w:r>
    </w:p>
    <w:p w:rsidR="006974AE" w:rsidRDefault="006974AE" w:rsidP="006974AE">
      <w:r>
        <w:t>452.1733</w:t>
      </w:r>
      <w:r>
        <w:tab/>
        <w:t>2.025e0</w:t>
      </w:r>
    </w:p>
    <w:p w:rsidR="006974AE" w:rsidRDefault="006974AE" w:rsidP="006974AE">
      <w:r>
        <w:t>452.1788</w:t>
      </w:r>
      <w:r>
        <w:tab/>
        <w:t>8.101e0</w:t>
      </w:r>
    </w:p>
    <w:p w:rsidR="006974AE" w:rsidRDefault="006974AE" w:rsidP="006974AE">
      <w:r>
        <w:t>452.1903</w:t>
      </w:r>
      <w:r>
        <w:tab/>
        <w:t>1.367e1</w:t>
      </w:r>
    </w:p>
    <w:p w:rsidR="006974AE" w:rsidRDefault="006974AE" w:rsidP="006974AE">
      <w:r>
        <w:t>452.1971</w:t>
      </w:r>
      <w:r>
        <w:tab/>
        <w:t>9.114e0</w:t>
      </w:r>
    </w:p>
    <w:p w:rsidR="006974AE" w:rsidRDefault="006974AE" w:rsidP="006974AE">
      <w:r>
        <w:lastRenderedPageBreak/>
        <w:t>452.1994</w:t>
      </w:r>
      <w:r>
        <w:tab/>
        <w:t>8.101e0</w:t>
      </w:r>
    </w:p>
    <w:p w:rsidR="006974AE" w:rsidRDefault="006974AE" w:rsidP="006974AE">
      <w:r>
        <w:t>452.2027</w:t>
      </w:r>
      <w:r>
        <w:tab/>
        <w:t>1.316e1</w:t>
      </w:r>
    </w:p>
    <w:p w:rsidR="006974AE" w:rsidRDefault="006974AE" w:rsidP="006974AE">
      <w:r>
        <w:t>452.2158</w:t>
      </w:r>
      <w:r>
        <w:tab/>
        <w:t>1.013e0</w:t>
      </w:r>
    </w:p>
    <w:p w:rsidR="006974AE" w:rsidRDefault="006974AE" w:rsidP="006974AE">
      <w:r>
        <w:t>452.2246</w:t>
      </w:r>
      <w:r>
        <w:tab/>
        <w:t>4.051e0</w:t>
      </w:r>
    </w:p>
    <w:p w:rsidR="006974AE" w:rsidRDefault="006974AE" w:rsidP="006974AE">
      <w:r>
        <w:t>452.2625</w:t>
      </w:r>
      <w:r>
        <w:tab/>
        <w:t>2.733e0</w:t>
      </w:r>
    </w:p>
    <w:p w:rsidR="006974AE" w:rsidRDefault="006974AE" w:rsidP="006974AE">
      <w:r>
        <w:t>452.2695</w:t>
      </w:r>
      <w:r>
        <w:tab/>
        <w:t>4.051e0</w:t>
      </w:r>
    </w:p>
    <w:p w:rsidR="006974AE" w:rsidRDefault="006974AE" w:rsidP="006974AE">
      <w:r>
        <w:t>452.2768</w:t>
      </w:r>
      <w:r>
        <w:tab/>
        <w:t>3.038e0</w:t>
      </w:r>
    </w:p>
    <w:p w:rsidR="006974AE" w:rsidRDefault="006974AE" w:rsidP="006974AE">
      <w:r>
        <w:t>452.2852</w:t>
      </w:r>
      <w:r>
        <w:tab/>
        <w:t>2.025e0</w:t>
      </w:r>
    </w:p>
    <w:p w:rsidR="006974AE" w:rsidRDefault="006974AE" w:rsidP="006974AE">
      <w:r>
        <w:t>452.2944</w:t>
      </w:r>
      <w:r>
        <w:tab/>
        <w:t>1.013e0</w:t>
      </w:r>
    </w:p>
    <w:p w:rsidR="006974AE" w:rsidRDefault="006974AE" w:rsidP="006974AE">
      <w:r>
        <w:t>452.3138</w:t>
      </w:r>
      <w:r>
        <w:tab/>
        <w:t>4.555e0</w:t>
      </w:r>
    </w:p>
    <w:p w:rsidR="006974AE" w:rsidRDefault="006974AE" w:rsidP="006974AE">
      <w:r>
        <w:t>452.3187</w:t>
      </w:r>
      <w:r>
        <w:tab/>
        <w:t>1.013e0</w:t>
      </w:r>
    </w:p>
    <w:p w:rsidR="006974AE" w:rsidRDefault="006974AE" w:rsidP="006974AE">
      <w:r>
        <w:t>452.3300</w:t>
      </w:r>
      <w:r>
        <w:tab/>
        <w:t>5.063e0</w:t>
      </w:r>
    </w:p>
    <w:p w:rsidR="006974AE" w:rsidRDefault="006974AE" w:rsidP="006974AE">
      <w:r>
        <w:t>452.3379</w:t>
      </w:r>
      <w:r>
        <w:tab/>
        <w:t>2.025e0</w:t>
      </w:r>
    </w:p>
    <w:p w:rsidR="006974AE" w:rsidRDefault="006974AE" w:rsidP="006974AE">
      <w:r>
        <w:t>452.3497</w:t>
      </w:r>
      <w:r>
        <w:tab/>
        <w:t>2.025e0</w:t>
      </w:r>
    </w:p>
    <w:p w:rsidR="006974AE" w:rsidRDefault="006974AE" w:rsidP="006974AE">
      <w:r>
        <w:t>452.3832</w:t>
      </w:r>
      <w:r>
        <w:tab/>
        <w:t>4.756e0</w:t>
      </w:r>
    </w:p>
    <w:p w:rsidR="006974AE" w:rsidRDefault="006974AE" w:rsidP="006974AE">
      <w:r>
        <w:t>452.3865</w:t>
      </w:r>
      <w:r>
        <w:tab/>
        <w:t>3.038e0</w:t>
      </w:r>
    </w:p>
    <w:p w:rsidR="006974AE" w:rsidRDefault="006974AE" w:rsidP="006974AE">
      <w:r>
        <w:t>452.3914</w:t>
      </w:r>
      <w:r>
        <w:tab/>
        <w:t>3.038e0</w:t>
      </w:r>
    </w:p>
    <w:p w:rsidR="006974AE" w:rsidRDefault="006974AE" w:rsidP="006974AE">
      <w:r>
        <w:t>452.3965</w:t>
      </w:r>
      <w:r>
        <w:tab/>
        <w:t>3.038e0</w:t>
      </w:r>
    </w:p>
    <w:p w:rsidR="006974AE" w:rsidRDefault="006974AE" w:rsidP="006974AE">
      <w:r>
        <w:t>452.4133</w:t>
      </w:r>
      <w:r>
        <w:tab/>
        <w:t>6.076e0</w:t>
      </w:r>
    </w:p>
    <w:p w:rsidR="006974AE" w:rsidRDefault="006974AE" w:rsidP="006974AE">
      <w:r>
        <w:lastRenderedPageBreak/>
        <w:t>452.4176</w:t>
      </w:r>
      <w:r>
        <w:tab/>
        <w:t>3.038e0</w:t>
      </w:r>
    </w:p>
    <w:p w:rsidR="006974AE" w:rsidRDefault="006974AE" w:rsidP="006974AE">
      <w:r>
        <w:t>452.4223</w:t>
      </w:r>
      <w:r>
        <w:tab/>
        <w:t>2.025e0</w:t>
      </w:r>
    </w:p>
    <w:p w:rsidR="006974AE" w:rsidRDefault="006974AE" w:rsidP="006974AE">
      <w:r>
        <w:t>452.4265</w:t>
      </w:r>
      <w:r>
        <w:tab/>
        <w:t>3.038e0</w:t>
      </w:r>
    </w:p>
    <w:p w:rsidR="006974AE" w:rsidRDefault="006974AE" w:rsidP="006974AE">
      <w:r>
        <w:t>452.5007</w:t>
      </w:r>
      <w:r>
        <w:tab/>
        <w:t>1.013e0</w:t>
      </w:r>
    </w:p>
    <w:p w:rsidR="006974AE" w:rsidRDefault="006974AE" w:rsidP="006974AE">
      <w:r>
        <w:t>452.5262</w:t>
      </w:r>
      <w:r>
        <w:tab/>
        <w:t>1.013e0</w:t>
      </w:r>
    </w:p>
    <w:p w:rsidR="006974AE" w:rsidRDefault="006974AE" w:rsidP="006974AE">
      <w:r>
        <w:t>452.5716</w:t>
      </w:r>
      <w:r>
        <w:tab/>
        <w:t>2.025e0</w:t>
      </w:r>
    </w:p>
    <w:p w:rsidR="006974AE" w:rsidRDefault="006974AE" w:rsidP="006974AE">
      <w:r>
        <w:t>452.5844</w:t>
      </w:r>
      <w:r>
        <w:tab/>
        <w:t>2.025e0</w:t>
      </w:r>
    </w:p>
    <w:p w:rsidR="006974AE" w:rsidRDefault="006974AE" w:rsidP="006974AE">
      <w:r>
        <w:t>452.6505</w:t>
      </w:r>
      <w:r>
        <w:tab/>
        <w:t>1.013e0</w:t>
      </w:r>
    </w:p>
    <w:p w:rsidR="006974AE" w:rsidRDefault="006974AE" w:rsidP="006974AE">
      <w:r>
        <w:t>452.6840</w:t>
      </w:r>
      <w:r>
        <w:tab/>
        <w:t>1.013e0</w:t>
      </w:r>
    </w:p>
    <w:p w:rsidR="006974AE" w:rsidRDefault="006974AE" w:rsidP="006974AE">
      <w:r>
        <w:t>452.6852</w:t>
      </w:r>
      <w:r>
        <w:tab/>
        <w:t>6.076e0</w:t>
      </w:r>
    </w:p>
    <w:p w:rsidR="006974AE" w:rsidRDefault="006974AE" w:rsidP="006974AE">
      <w:r>
        <w:t>452.6980</w:t>
      </w:r>
      <w:r>
        <w:tab/>
        <w:t>1.013e0</w:t>
      </w:r>
    </w:p>
    <w:p w:rsidR="006974AE" w:rsidRDefault="006974AE" w:rsidP="006974AE">
      <w:r>
        <w:t>452.7025</w:t>
      </w:r>
      <w:r>
        <w:tab/>
        <w:t>4.051e0</w:t>
      </w:r>
    </w:p>
    <w:p w:rsidR="006974AE" w:rsidRDefault="006974AE" w:rsidP="006974AE">
      <w:r>
        <w:t>452.7073</w:t>
      </w:r>
      <w:r>
        <w:tab/>
        <w:t>4.051e0</w:t>
      </w:r>
    </w:p>
    <w:p w:rsidR="006974AE" w:rsidRDefault="006974AE" w:rsidP="006974AE">
      <w:r>
        <w:t>452.7297</w:t>
      </w:r>
      <w:r>
        <w:tab/>
        <w:t>1.013e0</w:t>
      </w:r>
    </w:p>
    <w:p w:rsidR="006974AE" w:rsidRDefault="006974AE" w:rsidP="006974AE">
      <w:r>
        <w:t>452.7421</w:t>
      </w:r>
      <w:r>
        <w:tab/>
        <w:t>1.013e0</w:t>
      </w:r>
    </w:p>
    <w:p w:rsidR="006974AE" w:rsidRDefault="006974AE" w:rsidP="006974AE">
      <w:r>
        <w:t>452.7772</w:t>
      </w:r>
      <w:r>
        <w:tab/>
        <w:t>1.013e0</w:t>
      </w:r>
    </w:p>
    <w:p w:rsidR="006974AE" w:rsidRDefault="006974AE" w:rsidP="006974AE">
      <w:r>
        <w:t>452.7817</w:t>
      </w:r>
      <w:r>
        <w:tab/>
        <w:t>1.013e0</w:t>
      </w:r>
    </w:p>
    <w:p w:rsidR="006974AE" w:rsidRDefault="006974AE" w:rsidP="006974AE">
      <w:r>
        <w:t>452.8033</w:t>
      </w:r>
      <w:r>
        <w:tab/>
        <w:t>1.013e0</w:t>
      </w:r>
    </w:p>
    <w:p w:rsidR="006974AE" w:rsidRDefault="006974AE" w:rsidP="006974AE">
      <w:r>
        <w:t>452.8332</w:t>
      </w:r>
      <w:r>
        <w:tab/>
        <w:t>1.013e0</w:t>
      </w:r>
    </w:p>
    <w:p w:rsidR="006974AE" w:rsidRDefault="006974AE" w:rsidP="006974AE">
      <w:r>
        <w:lastRenderedPageBreak/>
        <w:t>452.8393</w:t>
      </w:r>
      <w:r>
        <w:tab/>
        <w:t>1.013e0</w:t>
      </w:r>
    </w:p>
    <w:p w:rsidR="006974AE" w:rsidRDefault="006974AE" w:rsidP="006974AE">
      <w:r>
        <w:t>452.8564</w:t>
      </w:r>
      <w:r>
        <w:tab/>
        <w:t>1.013e0</w:t>
      </w:r>
    </w:p>
    <w:p w:rsidR="006974AE" w:rsidRDefault="006974AE" w:rsidP="006974AE">
      <w:r>
        <w:t>452.8730</w:t>
      </w:r>
      <w:r>
        <w:tab/>
        <w:t>2.025e0</w:t>
      </w:r>
    </w:p>
    <w:p w:rsidR="006974AE" w:rsidRDefault="006974AE" w:rsidP="006974AE">
      <w:r>
        <w:t>452.8818</w:t>
      </w:r>
      <w:r>
        <w:tab/>
        <w:t>1.013e0</w:t>
      </w:r>
    </w:p>
    <w:p w:rsidR="006974AE" w:rsidRDefault="006974AE" w:rsidP="006974AE">
      <w:r>
        <w:t>452.8886</w:t>
      </w:r>
      <w:r>
        <w:tab/>
        <w:t>1.013e0</w:t>
      </w:r>
    </w:p>
    <w:p w:rsidR="006974AE" w:rsidRDefault="006974AE" w:rsidP="006974AE">
      <w:r>
        <w:t>452.9237</w:t>
      </w:r>
      <w:r>
        <w:tab/>
        <w:t>2.025e0</w:t>
      </w:r>
    </w:p>
    <w:p w:rsidR="006974AE" w:rsidRDefault="006974AE" w:rsidP="006974AE">
      <w:r>
        <w:t>452.9610</w:t>
      </w:r>
      <w:r>
        <w:tab/>
        <w:t>1.013e0</w:t>
      </w:r>
    </w:p>
    <w:p w:rsidR="006974AE" w:rsidRDefault="006974AE" w:rsidP="006974AE">
      <w:r>
        <w:t>452.9675</w:t>
      </w:r>
      <w:r>
        <w:tab/>
        <w:t>2.025e0</w:t>
      </w:r>
    </w:p>
    <w:p w:rsidR="006974AE" w:rsidRDefault="006974AE" w:rsidP="006974AE">
      <w:r>
        <w:t>452.9706</w:t>
      </w:r>
      <w:r>
        <w:tab/>
        <w:t>2.025e0</w:t>
      </w:r>
    </w:p>
    <w:p w:rsidR="006974AE" w:rsidRDefault="006974AE" w:rsidP="006974AE">
      <w:r>
        <w:t>452.9796</w:t>
      </w:r>
      <w:r>
        <w:tab/>
        <w:t>1.013e0</w:t>
      </w:r>
    </w:p>
    <w:p w:rsidR="006974AE" w:rsidRDefault="006974AE" w:rsidP="006974AE">
      <w:r>
        <w:t>453.0154</w:t>
      </w:r>
      <w:r>
        <w:tab/>
        <w:t>1.013e0</w:t>
      </w:r>
    </w:p>
    <w:p w:rsidR="006974AE" w:rsidRDefault="006974AE" w:rsidP="006974AE">
      <w:r>
        <w:t>453.0227</w:t>
      </w:r>
      <w:r>
        <w:tab/>
        <w:t>1.013e0</w:t>
      </w:r>
    </w:p>
    <w:p w:rsidR="006974AE" w:rsidRDefault="006974AE" w:rsidP="006974AE">
      <w:r>
        <w:t>453.0309</w:t>
      </w:r>
      <w:r>
        <w:tab/>
        <w:t>2.025e0</w:t>
      </w:r>
    </w:p>
    <w:p w:rsidR="006974AE" w:rsidRDefault="006974AE" w:rsidP="006974AE">
      <w:r>
        <w:t>453.0471</w:t>
      </w:r>
      <w:r>
        <w:tab/>
        <w:t>1.013e0</w:t>
      </w:r>
    </w:p>
    <w:p w:rsidR="006974AE" w:rsidRDefault="006974AE" w:rsidP="006974AE">
      <w:r>
        <w:t>453.0861</w:t>
      </w:r>
      <w:r>
        <w:tab/>
        <w:t>1.013e0</w:t>
      </w:r>
    </w:p>
    <w:p w:rsidR="006974AE" w:rsidRDefault="006974AE" w:rsidP="006974AE">
      <w:r>
        <w:t>453.1158</w:t>
      </w:r>
      <w:r>
        <w:tab/>
        <w:t>1.013e0</w:t>
      </w:r>
    </w:p>
    <w:p w:rsidR="006974AE" w:rsidRDefault="006974AE" w:rsidP="006974AE">
      <w:r>
        <w:t>453.1483</w:t>
      </w:r>
      <w:r>
        <w:tab/>
        <w:t>4.051e0</w:t>
      </w:r>
    </w:p>
    <w:p w:rsidR="006974AE" w:rsidRDefault="006974AE" w:rsidP="006974AE">
      <w:r>
        <w:t>453.1818</w:t>
      </w:r>
      <w:r>
        <w:tab/>
        <w:t>1.013e0</w:t>
      </w:r>
    </w:p>
    <w:p w:rsidR="006974AE" w:rsidRDefault="006974AE" w:rsidP="006974AE">
      <w:r>
        <w:t>453.1918</w:t>
      </w:r>
      <w:r>
        <w:tab/>
        <w:t>7.089e0</w:t>
      </w:r>
    </w:p>
    <w:p w:rsidR="006974AE" w:rsidRDefault="006974AE" w:rsidP="006974AE">
      <w:r>
        <w:lastRenderedPageBreak/>
        <w:t>453.2119</w:t>
      </w:r>
      <w:r>
        <w:tab/>
        <w:t>1.013e1</w:t>
      </w:r>
    </w:p>
    <w:p w:rsidR="006974AE" w:rsidRDefault="006974AE" w:rsidP="006974AE">
      <w:r>
        <w:t>453.2217</w:t>
      </w:r>
      <w:r>
        <w:tab/>
        <w:t>4.051e0</w:t>
      </w:r>
    </w:p>
    <w:p w:rsidR="006974AE" w:rsidRDefault="006974AE" w:rsidP="006974AE">
      <w:r>
        <w:t>453.2393</w:t>
      </w:r>
      <w:r>
        <w:tab/>
        <w:t>3.038e0</w:t>
      </w:r>
    </w:p>
    <w:p w:rsidR="006974AE" w:rsidRDefault="006974AE" w:rsidP="006974AE">
      <w:r>
        <w:t>453.2885</w:t>
      </w:r>
      <w:r>
        <w:tab/>
        <w:t>2.025e0</w:t>
      </w:r>
    </w:p>
    <w:p w:rsidR="006974AE" w:rsidRDefault="006974AE" w:rsidP="006974AE">
      <w:r>
        <w:t>453.2901</w:t>
      </w:r>
      <w:r>
        <w:tab/>
        <w:t>5.063e0</w:t>
      </w:r>
    </w:p>
    <w:p w:rsidR="006974AE" w:rsidRDefault="006974AE" w:rsidP="006974AE">
      <w:r>
        <w:t>453.3001</w:t>
      </w:r>
      <w:r>
        <w:tab/>
        <w:t>1.013e0</w:t>
      </w:r>
    </w:p>
    <w:p w:rsidR="006974AE" w:rsidRDefault="006974AE" w:rsidP="006974AE">
      <w:r>
        <w:t>453.3086</w:t>
      </w:r>
      <w:r>
        <w:tab/>
        <w:t>1.013e0</w:t>
      </w:r>
    </w:p>
    <w:p w:rsidR="006974AE" w:rsidRDefault="006974AE" w:rsidP="006974AE">
      <w:r>
        <w:t>453.3218</w:t>
      </w:r>
      <w:r>
        <w:tab/>
        <w:t>2.025e0</w:t>
      </w:r>
    </w:p>
    <w:p w:rsidR="006974AE" w:rsidRDefault="006974AE" w:rsidP="006974AE">
      <w:r>
        <w:t>453.3640</w:t>
      </w:r>
      <w:r>
        <w:tab/>
        <w:t>2.025e0</w:t>
      </w:r>
    </w:p>
    <w:p w:rsidR="006974AE" w:rsidRDefault="006974AE" w:rsidP="006974AE">
      <w:r>
        <w:t>453.3928</w:t>
      </w:r>
      <w:r>
        <w:tab/>
        <w:t>1.013e0</w:t>
      </w:r>
    </w:p>
    <w:p w:rsidR="006974AE" w:rsidRDefault="006974AE" w:rsidP="006974AE">
      <w:r>
        <w:t>453.3948</w:t>
      </w:r>
      <w:r>
        <w:tab/>
        <w:t>2.025e0</w:t>
      </w:r>
    </w:p>
    <w:p w:rsidR="006974AE" w:rsidRDefault="006974AE" w:rsidP="006974AE">
      <w:r>
        <w:t>453.3958</w:t>
      </w:r>
      <w:r>
        <w:tab/>
        <w:t>4.051e0</w:t>
      </w:r>
    </w:p>
    <w:p w:rsidR="006974AE" w:rsidRDefault="006974AE" w:rsidP="006974AE">
      <w:r>
        <w:t>453.4391</w:t>
      </w:r>
      <w:r>
        <w:tab/>
        <w:t>2.025e0</w:t>
      </w:r>
    </w:p>
    <w:p w:rsidR="006974AE" w:rsidRDefault="006974AE" w:rsidP="006974AE">
      <w:r>
        <w:t>453.4487</w:t>
      </w:r>
      <w:r>
        <w:tab/>
        <w:t>3.076e0</w:t>
      </w:r>
    </w:p>
    <w:p w:rsidR="006974AE" w:rsidRDefault="006974AE" w:rsidP="006974AE">
      <w:r>
        <w:t>453.4571</w:t>
      </w:r>
      <w:r>
        <w:tab/>
        <w:t>2.025e0</w:t>
      </w:r>
    </w:p>
    <w:p w:rsidR="006974AE" w:rsidRDefault="006974AE" w:rsidP="006974AE">
      <w:r>
        <w:t>453.4760</w:t>
      </w:r>
      <w:r>
        <w:tab/>
        <w:t>1.013e0</w:t>
      </w:r>
    </w:p>
    <w:p w:rsidR="006974AE" w:rsidRDefault="006974AE" w:rsidP="006974AE">
      <w:r>
        <w:t>453.4904</w:t>
      </w:r>
      <w:r>
        <w:tab/>
        <w:t>1.013e0</w:t>
      </w:r>
    </w:p>
    <w:p w:rsidR="006974AE" w:rsidRDefault="006974AE" w:rsidP="006974AE">
      <w:r>
        <w:t>453.5069</w:t>
      </w:r>
      <w:r>
        <w:tab/>
        <w:t>1.013e0</w:t>
      </w:r>
    </w:p>
    <w:p w:rsidR="006974AE" w:rsidRDefault="006974AE" w:rsidP="006974AE">
      <w:r>
        <w:t>453.5274</w:t>
      </w:r>
      <w:r>
        <w:tab/>
        <w:t>2.025e0</w:t>
      </w:r>
    </w:p>
    <w:p w:rsidR="006974AE" w:rsidRDefault="006974AE" w:rsidP="006974AE">
      <w:r>
        <w:lastRenderedPageBreak/>
        <w:t>453.5338</w:t>
      </w:r>
      <w:r>
        <w:tab/>
        <w:t>1.013e0</w:t>
      </w:r>
    </w:p>
    <w:p w:rsidR="006974AE" w:rsidRDefault="006974AE" w:rsidP="006974AE">
      <w:r>
        <w:t>453.5380</w:t>
      </w:r>
      <w:r>
        <w:tab/>
        <w:t>1.013e0</w:t>
      </w:r>
    </w:p>
    <w:p w:rsidR="006974AE" w:rsidRDefault="006974AE" w:rsidP="006974AE">
      <w:r>
        <w:t>453.5511</w:t>
      </w:r>
      <w:r>
        <w:tab/>
        <w:t>1.013e0</w:t>
      </w:r>
    </w:p>
    <w:p w:rsidR="006974AE" w:rsidRDefault="006974AE" w:rsidP="006974AE">
      <w:r>
        <w:t>453.5782</w:t>
      </w:r>
      <w:r>
        <w:tab/>
        <w:t>1.013e0</w:t>
      </w:r>
    </w:p>
    <w:p w:rsidR="006974AE" w:rsidRDefault="006974AE" w:rsidP="006974AE">
      <w:r>
        <w:t>453.5976</w:t>
      </w:r>
      <w:r>
        <w:tab/>
        <w:t>2.025e0</w:t>
      </w:r>
    </w:p>
    <w:p w:rsidR="006974AE" w:rsidRDefault="006974AE" w:rsidP="006974AE">
      <w:r>
        <w:t>453.6015</w:t>
      </w:r>
      <w:r>
        <w:tab/>
        <w:t>2.025e0</w:t>
      </w:r>
    </w:p>
    <w:p w:rsidR="006974AE" w:rsidRDefault="006974AE" w:rsidP="006974AE">
      <w:r>
        <w:t>453.6129</w:t>
      </w:r>
      <w:r>
        <w:tab/>
        <w:t>1.013e0</w:t>
      </w:r>
    </w:p>
    <w:p w:rsidR="006974AE" w:rsidRDefault="006974AE" w:rsidP="006974AE">
      <w:r>
        <w:t>453.6173</w:t>
      </w:r>
      <w:r>
        <w:tab/>
        <w:t>1.013e0</w:t>
      </w:r>
    </w:p>
    <w:p w:rsidR="006974AE" w:rsidRDefault="006974AE" w:rsidP="006974AE">
      <w:r>
        <w:t>453.6253</w:t>
      </w:r>
      <w:r>
        <w:tab/>
        <w:t>1.013e0</w:t>
      </w:r>
    </w:p>
    <w:p w:rsidR="006974AE" w:rsidRDefault="006974AE" w:rsidP="006974AE">
      <w:r>
        <w:t>453.6526</w:t>
      </w:r>
      <w:r>
        <w:tab/>
        <w:t>1.013e0</w:t>
      </w:r>
    </w:p>
    <w:p w:rsidR="006974AE" w:rsidRDefault="006974AE" w:rsidP="006974AE">
      <w:r>
        <w:t>453.6552</w:t>
      </w:r>
      <w:r>
        <w:tab/>
        <w:t>3.038e0</w:t>
      </w:r>
    </w:p>
    <w:p w:rsidR="006974AE" w:rsidRDefault="006974AE" w:rsidP="006974AE">
      <w:r>
        <w:t>453.7205</w:t>
      </w:r>
      <w:r>
        <w:tab/>
        <w:t>2.025e0</w:t>
      </w:r>
    </w:p>
    <w:p w:rsidR="006974AE" w:rsidRDefault="006974AE" w:rsidP="006974AE">
      <w:r>
        <w:t>453.7317</w:t>
      </w:r>
      <w:r>
        <w:tab/>
        <w:t>1.013e0</w:t>
      </w:r>
    </w:p>
    <w:p w:rsidR="006974AE" w:rsidRDefault="006974AE" w:rsidP="006974AE">
      <w:r>
        <w:t>453.7390</w:t>
      </w:r>
      <w:r>
        <w:tab/>
        <w:t>2.025e0</w:t>
      </w:r>
    </w:p>
    <w:p w:rsidR="006974AE" w:rsidRDefault="006974AE" w:rsidP="006974AE">
      <w:r>
        <w:t>453.7513</w:t>
      </w:r>
      <w:r>
        <w:tab/>
        <w:t>3.038e0</w:t>
      </w:r>
    </w:p>
    <w:p w:rsidR="006974AE" w:rsidRDefault="006974AE" w:rsidP="006974AE">
      <w:r>
        <w:t>453.7524</w:t>
      </w:r>
      <w:r>
        <w:tab/>
        <w:t>1.013e0</w:t>
      </w:r>
    </w:p>
    <w:p w:rsidR="006974AE" w:rsidRDefault="006974AE" w:rsidP="006974AE">
      <w:r>
        <w:t>453.7679</w:t>
      </w:r>
      <w:r>
        <w:tab/>
        <w:t>1.013e0</w:t>
      </w:r>
    </w:p>
    <w:p w:rsidR="006974AE" w:rsidRDefault="006974AE" w:rsidP="006974AE">
      <w:r>
        <w:t>453.8004</w:t>
      </w:r>
      <w:r>
        <w:tab/>
        <w:t>1.013e0</w:t>
      </w:r>
    </w:p>
    <w:p w:rsidR="006974AE" w:rsidRDefault="006974AE" w:rsidP="006974AE">
      <w:r>
        <w:t>453.8109</w:t>
      </w:r>
      <w:r>
        <w:tab/>
        <w:t>1.013e0</w:t>
      </w:r>
    </w:p>
    <w:p w:rsidR="006974AE" w:rsidRDefault="006974AE" w:rsidP="006974AE">
      <w:r>
        <w:lastRenderedPageBreak/>
        <w:t>453.8137</w:t>
      </w:r>
      <w:r>
        <w:tab/>
        <w:t>2.025e0</w:t>
      </w:r>
    </w:p>
    <w:p w:rsidR="006974AE" w:rsidRDefault="006974AE" w:rsidP="006974AE">
      <w:r>
        <w:t>453.8157</w:t>
      </w:r>
      <w:r>
        <w:tab/>
        <w:t>1.013e0</w:t>
      </w:r>
    </w:p>
    <w:p w:rsidR="006974AE" w:rsidRDefault="006974AE" w:rsidP="006974AE">
      <w:r>
        <w:t>453.8258</w:t>
      </w:r>
      <w:r>
        <w:tab/>
        <w:t>2.025e0</w:t>
      </w:r>
    </w:p>
    <w:p w:rsidR="006974AE" w:rsidRDefault="006974AE" w:rsidP="006974AE">
      <w:r>
        <w:t>453.8282</w:t>
      </w:r>
      <w:r>
        <w:tab/>
        <w:t>1.013e0</w:t>
      </w:r>
    </w:p>
    <w:p w:rsidR="006974AE" w:rsidRDefault="006974AE" w:rsidP="006974AE">
      <w:r>
        <w:t>453.9280</w:t>
      </w:r>
      <w:r>
        <w:tab/>
        <w:t>3.038e0</w:t>
      </w:r>
    </w:p>
    <w:p w:rsidR="006974AE" w:rsidRDefault="006974AE" w:rsidP="006974AE">
      <w:r>
        <w:t>453.9350</w:t>
      </w:r>
      <w:r>
        <w:tab/>
        <w:t>2.025e0</w:t>
      </w:r>
    </w:p>
    <w:p w:rsidR="006974AE" w:rsidRDefault="006974AE" w:rsidP="006974AE">
      <w:r>
        <w:t>453.9476</w:t>
      </w:r>
      <w:r>
        <w:tab/>
        <w:t>1.013e0</w:t>
      </w:r>
    </w:p>
    <w:p w:rsidR="006974AE" w:rsidRDefault="006974AE" w:rsidP="006974AE">
      <w:r>
        <w:t>453.9561</w:t>
      </w:r>
      <w:r>
        <w:tab/>
        <w:t>2.025e0</w:t>
      </w:r>
    </w:p>
    <w:p w:rsidR="006974AE" w:rsidRDefault="006974AE" w:rsidP="006974AE">
      <w:r>
        <w:t>453.9586</w:t>
      </w:r>
      <w:r>
        <w:tab/>
        <w:t>1.013e0</w:t>
      </w:r>
    </w:p>
    <w:p w:rsidR="006974AE" w:rsidRDefault="006974AE" w:rsidP="006974AE">
      <w:r>
        <w:t>453.9876</w:t>
      </w:r>
      <w:r>
        <w:tab/>
        <w:t>2.025e0</w:t>
      </w:r>
    </w:p>
    <w:p w:rsidR="006974AE" w:rsidRDefault="006974AE" w:rsidP="006974AE">
      <w:r>
        <w:t>453.9988</w:t>
      </w:r>
      <w:r>
        <w:tab/>
        <w:t>1.013e0</w:t>
      </w:r>
    </w:p>
    <w:p w:rsidR="006974AE" w:rsidRDefault="006974AE" w:rsidP="006974AE">
      <w:r>
        <w:t>454.0782</w:t>
      </w:r>
      <w:r>
        <w:tab/>
        <w:t>1.013e0</w:t>
      </w:r>
    </w:p>
    <w:p w:rsidR="006974AE" w:rsidRDefault="006974AE" w:rsidP="006974AE">
      <w:r>
        <w:t>454.1275</w:t>
      </w:r>
      <w:r>
        <w:tab/>
        <w:t>1.013e0</w:t>
      </w:r>
    </w:p>
    <w:p w:rsidR="006974AE" w:rsidRDefault="006974AE" w:rsidP="006974AE">
      <w:r>
        <w:t>454.1332</w:t>
      </w:r>
      <w:r>
        <w:tab/>
        <w:t>1.013e0</w:t>
      </w:r>
    </w:p>
    <w:p w:rsidR="006974AE" w:rsidRDefault="006974AE" w:rsidP="006974AE">
      <w:r>
        <w:t>454.1636</w:t>
      </w:r>
      <w:r>
        <w:tab/>
        <w:t>1.013e0</w:t>
      </w:r>
    </w:p>
    <w:p w:rsidR="006974AE" w:rsidRDefault="006974AE" w:rsidP="006974AE">
      <w:r>
        <w:t>454.1730</w:t>
      </w:r>
      <w:r>
        <w:tab/>
        <w:t>3.038e0</w:t>
      </w:r>
    </w:p>
    <w:p w:rsidR="006974AE" w:rsidRDefault="006974AE" w:rsidP="006974AE">
      <w:r>
        <w:t>454.1967</w:t>
      </w:r>
      <w:r>
        <w:tab/>
        <w:t>1.013e0</w:t>
      </w:r>
    </w:p>
    <w:p w:rsidR="006974AE" w:rsidRDefault="006974AE" w:rsidP="006974AE">
      <w:r>
        <w:t>454.2032</w:t>
      </w:r>
      <w:r>
        <w:tab/>
        <w:t>1.013e0</w:t>
      </w:r>
    </w:p>
    <w:p w:rsidR="006974AE" w:rsidRDefault="006974AE" w:rsidP="006974AE">
      <w:r>
        <w:t>454.2126</w:t>
      </w:r>
      <w:r>
        <w:tab/>
        <w:t>2.025e0</w:t>
      </w:r>
    </w:p>
    <w:p w:rsidR="006974AE" w:rsidRDefault="006974AE" w:rsidP="006974AE">
      <w:r>
        <w:lastRenderedPageBreak/>
        <w:t>454.2181</w:t>
      </w:r>
      <w:r>
        <w:tab/>
        <w:t>2.025e0</w:t>
      </w:r>
    </w:p>
    <w:p w:rsidR="006974AE" w:rsidRDefault="006974AE" w:rsidP="006974AE">
      <w:r>
        <w:t>454.2208</w:t>
      </w:r>
      <w:r>
        <w:tab/>
        <w:t>2.025e0</w:t>
      </w:r>
    </w:p>
    <w:p w:rsidR="006974AE" w:rsidRDefault="006974AE" w:rsidP="006974AE">
      <w:r>
        <w:t>454.2303</w:t>
      </w:r>
      <w:r>
        <w:tab/>
        <w:t>3.038e0</w:t>
      </w:r>
    </w:p>
    <w:p w:rsidR="006974AE" w:rsidRDefault="006974AE" w:rsidP="006974AE">
      <w:r>
        <w:t>454.2426</w:t>
      </w:r>
      <w:r>
        <w:tab/>
        <w:t>3.038e0</w:t>
      </w:r>
    </w:p>
    <w:p w:rsidR="006974AE" w:rsidRDefault="006974AE" w:rsidP="006974AE">
      <w:r>
        <w:t>454.2529</w:t>
      </w:r>
      <w:r>
        <w:tab/>
        <w:t>1.013e0</w:t>
      </w:r>
    </w:p>
    <w:p w:rsidR="006974AE" w:rsidRDefault="006974AE" w:rsidP="006974AE">
      <w:r>
        <w:t>454.2609</w:t>
      </w:r>
      <w:r>
        <w:tab/>
        <w:t>1.013e0</w:t>
      </w:r>
    </w:p>
    <w:p w:rsidR="006974AE" w:rsidRDefault="006974AE" w:rsidP="006974AE">
      <w:r>
        <w:t>454.2842</w:t>
      </w:r>
      <w:r>
        <w:tab/>
        <w:t>6.076e0</w:t>
      </w:r>
    </w:p>
    <w:p w:rsidR="006974AE" w:rsidRDefault="006974AE" w:rsidP="006974AE">
      <w:r>
        <w:t>454.2855</w:t>
      </w:r>
      <w:r>
        <w:tab/>
        <w:t>5.063e0</w:t>
      </w:r>
    </w:p>
    <w:p w:rsidR="006974AE" w:rsidRDefault="006974AE" w:rsidP="006974AE">
      <w:r>
        <w:t>454.3371</w:t>
      </w:r>
      <w:r>
        <w:tab/>
        <w:t>2.025e0</w:t>
      </w:r>
    </w:p>
    <w:p w:rsidR="006974AE" w:rsidRDefault="006974AE" w:rsidP="006974AE">
      <w:r>
        <w:t>454.3408</w:t>
      </w:r>
      <w:r>
        <w:tab/>
        <w:t>3.686e0</w:t>
      </w:r>
    </w:p>
    <w:p w:rsidR="006974AE" w:rsidRDefault="006974AE" w:rsidP="006974AE">
      <w:r>
        <w:t>454.3715</w:t>
      </w:r>
      <w:r>
        <w:tab/>
        <w:t>1.013e0</w:t>
      </w:r>
    </w:p>
    <w:p w:rsidR="006974AE" w:rsidRDefault="006974AE" w:rsidP="006974AE">
      <w:r>
        <w:t>454.3832</w:t>
      </w:r>
      <w:r>
        <w:tab/>
        <w:t>1.013e0</w:t>
      </w:r>
    </w:p>
    <w:p w:rsidR="006974AE" w:rsidRDefault="006974AE" w:rsidP="006974AE">
      <w:r>
        <w:t>454.3892</w:t>
      </w:r>
      <w:r>
        <w:tab/>
        <w:t>4.051e0</w:t>
      </w:r>
    </w:p>
    <w:p w:rsidR="006974AE" w:rsidRDefault="006974AE" w:rsidP="006974AE">
      <w:r>
        <w:t>454.4039</w:t>
      </w:r>
      <w:r>
        <w:tab/>
        <w:t>1.013e0</w:t>
      </w:r>
    </w:p>
    <w:p w:rsidR="006974AE" w:rsidRDefault="006974AE" w:rsidP="006974AE">
      <w:r>
        <w:t>454.4228</w:t>
      </w:r>
      <w:r>
        <w:tab/>
        <w:t>1.013e0</w:t>
      </w:r>
    </w:p>
    <w:p w:rsidR="006974AE" w:rsidRDefault="006974AE" w:rsidP="006974AE">
      <w:r>
        <w:t>454.4271</w:t>
      </w:r>
      <w:r>
        <w:tab/>
        <w:t>1.013e0</w:t>
      </w:r>
    </w:p>
    <w:p w:rsidR="006974AE" w:rsidRDefault="006974AE" w:rsidP="006974AE">
      <w:r>
        <w:t>454.4590</w:t>
      </w:r>
      <w:r>
        <w:tab/>
        <w:t>1.013e0</w:t>
      </w:r>
    </w:p>
    <w:p w:rsidR="006974AE" w:rsidRDefault="006974AE" w:rsidP="006974AE">
      <w:r>
        <w:t>454.5145</w:t>
      </w:r>
      <w:r>
        <w:tab/>
        <w:t>2.025e0</w:t>
      </w:r>
    </w:p>
    <w:p w:rsidR="006974AE" w:rsidRDefault="006974AE" w:rsidP="006974AE">
      <w:r>
        <w:t>454.5375</w:t>
      </w:r>
      <w:r>
        <w:tab/>
        <w:t>1.013e0</w:t>
      </w:r>
    </w:p>
    <w:p w:rsidR="006974AE" w:rsidRDefault="006974AE" w:rsidP="006974AE">
      <w:r>
        <w:lastRenderedPageBreak/>
        <w:t>454.5500</w:t>
      </w:r>
      <w:r>
        <w:tab/>
        <w:t>2.025e0</w:t>
      </w:r>
    </w:p>
    <w:p w:rsidR="006974AE" w:rsidRDefault="006974AE" w:rsidP="006974AE">
      <w:r>
        <w:t>454.5707</w:t>
      </w:r>
      <w:r>
        <w:tab/>
        <w:t>1.013e0</w:t>
      </w:r>
    </w:p>
    <w:p w:rsidR="006974AE" w:rsidRDefault="006974AE" w:rsidP="006974AE">
      <w:r>
        <w:t>454.5875</w:t>
      </w:r>
      <w:r>
        <w:tab/>
        <w:t>3.038e0</w:t>
      </w:r>
    </w:p>
    <w:p w:rsidR="006974AE" w:rsidRDefault="006974AE" w:rsidP="006974AE">
      <w:r>
        <w:t>454.5940</w:t>
      </w:r>
      <w:r>
        <w:tab/>
        <w:t>1.013e0</w:t>
      </w:r>
    </w:p>
    <w:p w:rsidR="006974AE" w:rsidRDefault="006974AE" w:rsidP="006974AE">
      <w:r>
        <w:t>454.6020</w:t>
      </w:r>
      <w:r>
        <w:tab/>
        <w:t>1.013e0</w:t>
      </w:r>
    </w:p>
    <w:p w:rsidR="006974AE" w:rsidRDefault="006974AE" w:rsidP="006974AE">
      <w:r>
        <w:t>454.6264</w:t>
      </w:r>
      <w:r>
        <w:tab/>
        <w:t>1.013e0</w:t>
      </w:r>
    </w:p>
    <w:p w:rsidR="006974AE" w:rsidRDefault="006974AE" w:rsidP="006974AE">
      <w:r>
        <w:t>454.6417</w:t>
      </w:r>
      <w:r>
        <w:tab/>
        <w:t>1.013e0</w:t>
      </w:r>
    </w:p>
    <w:p w:rsidR="006974AE" w:rsidRDefault="006974AE" w:rsidP="006974AE">
      <w:r>
        <w:t>454.6448</w:t>
      </w:r>
      <w:r>
        <w:tab/>
        <w:t>2.025e0</w:t>
      </w:r>
    </w:p>
    <w:p w:rsidR="006974AE" w:rsidRDefault="006974AE" w:rsidP="006974AE">
      <w:r>
        <w:t>454.6783</w:t>
      </w:r>
      <w:r>
        <w:tab/>
        <w:t>2.025e0</w:t>
      </w:r>
    </w:p>
    <w:p w:rsidR="006974AE" w:rsidRDefault="006974AE" w:rsidP="006974AE">
      <w:r>
        <w:t>454.7056</w:t>
      </w:r>
      <w:r>
        <w:tab/>
        <w:t>2.025e0</w:t>
      </w:r>
    </w:p>
    <w:p w:rsidR="006974AE" w:rsidRDefault="006974AE" w:rsidP="006974AE">
      <w:r>
        <w:t>454.7103</w:t>
      </w:r>
      <w:r>
        <w:tab/>
        <w:t>3.038e0</w:t>
      </w:r>
    </w:p>
    <w:p w:rsidR="006974AE" w:rsidRDefault="006974AE" w:rsidP="006974AE">
      <w:r>
        <w:t>454.7403</w:t>
      </w:r>
      <w:r>
        <w:tab/>
        <w:t>2.025e0</w:t>
      </w:r>
    </w:p>
    <w:p w:rsidR="006974AE" w:rsidRDefault="006974AE" w:rsidP="006974AE">
      <w:r>
        <w:t>454.7695</w:t>
      </w:r>
      <w:r>
        <w:tab/>
        <w:t>1.013e0</w:t>
      </w:r>
    </w:p>
    <w:p w:rsidR="006974AE" w:rsidRDefault="006974AE" w:rsidP="006974AE">
      <w:r>
        <w:t>454.8007</w:t>
      </w:r>
      <w:r>
        <w:tab/>
        <w:t>1.013e0</w:t>
      </w:r>
    </w:p>
    <w:p w:rsidR="006974AE" w:rsidRDefault="006974AE" w:rsidP="006974AE">
      <w:r>
        <w:t>454.8186</w:t>
      </w:r>
      <w:r>
        <w:tab/>
        <w:t>1.013e0</w:t>
      </w:r>
    </w:p>
    <w:p w:rsidR="006974AE" w:rsidRDefault="006974AE" w:rsidP="006974AE">
      <w:r>
        <w:t>454.8405</w:t>
      </w:r>
      <w:r>
        <w:tab/>
        <w:t>2.025e0</w:t>
      </w:r>
    </w:p>
    <w:p w:rsidR="006974AE" w:rsidRDefault="006974AE" w:rsidP="006974AE">
      <w:r>
        <w:t>454.9160</w:t>
      </w:r>
      <w:r>
        <w:tab/>
        <w:t>2.025e0</w:t>
      </w:r>
    </w:p>
    <w:p w:rsidR="006974AE" w:rsidRDefault="006974AE" w:rsidP="006974AE">
      <w:r>
        <w:t>454.9339</w:t>
      </w:r>
      <w:r>
        <w:tab/>
        <w:t>1.013e0</w:t>
      </w:r>
    </w:p>
    <w:p w:rsidR="006974AE" w:rsidRDefault="006974AE" w:rsidP="006974AE">
      <w:r>
        <w:t>454.9522</w:t>
      </w:r>
      <w:r>
        <w:tab/>
        <w:t>1.013e0</w:t>
      </w:r>
    </w:p>
    <w:p w:rsidR="006974AE" w:rsidRDefault="006974AE" w:rsidP="006974AE">
      <w:r>
        <w:lastRenderedPageBreak/>
        <w:t>454.9550</w:t>
      </w:r>
      <w:r>
        <w:tab/>
        <w:t>1.013e0</w:t>
      </w:r>
    </w:p>
    <w:p w:rsidR="006974AE" w:rsidRDefault="006974AE" w:rsidP="006974AE">
      <w:r>
        <w:t>454.9883</w:t>
      </w:r>
      <w:r>
        <w:tab/>
        <w:t>2.025e0</w:t>
      </w:r>
    </w:p>
    <w:p w:rsidR="006974AE" w:rsidRDefault="006974AE" w:rsidP="006974AE">
      <w:r>
        <w:t>454.9995</w:t>
      </w:r>
      <w:r>
        <w:tab/>
        <w:t>1.013e0</w:t>
      </w:r>
    </w:p>
    <w:p w:rsidR="006974AE" w:rsidRDefault="006974AE" w:rsidP="006974AE">
      <w:r>
        <w:t>455.0073</w:t>
      </w:r>
      <w:r>
        <w:tab/>
        <w:t>3.251e0</w:t>
      </w:r>
    </w:p>
    <w:p w:rsidR="006974AE" w:rsidRDefault="006974AE" w:rsidP="006974AE">
      <w:r>
        <w:t>455.0396</w:t>
      </w:r>
      <w:r>
        <w:tab/>
        <w:t>2.025e0</w:t>
      </w:r>
    </w:p>
    <w:p w:rsidR="006974AE" w:rsidRDefault="006974AE" w:rsidP="006974AE">
      <w:r>
        <w:t>455.0567</w:t>
      </w:r>
      <w:r>
        <w:tab/>
        <w:t>4.051e0</w:t>
      </w:r>
    </w:p>
    <w:p w:rsidR="006974AE" w:rsidRDefault="006974AE" w:rsidP="006974AE">
      <w:r>
        <w:t>455.0956</w:t>
      </w:r>
      <w:r>
        <w:tab/>
        <w:t>1.013e0</w:t>
      </w:r>
    </w:p>
    <w:p w:rsidR="006974AE" w:rsidRDefault="006974AE" w:rsidP="006974AE">
      <w:r>
        <w:t>455.1194</w:t>
      </w:r>
      <w:r>
        <w:tab/>
        <w:t>1.013e0</w:t>
      </w:r>
    </w:p>
    <w:p w:rsidR="006974AE" w:rsidRDefault="006974AE" w:rsidP="006974AE">
      <w:r>
        <w:t>455.1672</w:t>
      </w:r>
      <w:r>
        <w:tab/>
        <w:t>1.013e0</w:t>
      </w:r>
    </w:p>
    <w:p w:rsidR="006974AE" w:rsidRDefault="006974AE" w:rsidP="006974AE">
      <w:r>
        <w:t>455.1689</w:t>
      </w:r>
      <w:r>
        <w:tab/>
        <w:t>5.063e0</w:t>
      </w:r>
    </w:p>
    <w:p w:rsidR="006974AE" w:rsidRDefault="006974AE" w:rsidP="006974AE">
      <w:r>
        <w:t>455.1715</w:t>
      </w:r>
      <w:r>
        <w:tab/>
        <w:t>1.013e0</w:t>
      </w:r>
    </w:p>
    <w:p w:rsidR="006974AE" w:rsidRDefault="006974AE" w:rsidP="006974AE">
      <w:r>
        <w:t>455.1987</w:t>
      </w:r>
      <w:r>
        <w:tab/>
        <w:t>2.025e0</w:t>
      </w:r>
    </w:p>
    <w:p w:rsidR="006974AE" w:rsidRDefault="006974AE" w:rsidP="006974AE">
      <w:r>
        <w:t>455.2187</w:t>
      </w:r>
      <w:r>
        <w:tab/>
        <w:t>2.025e0</w:t>
      </w:r>
    </w:p>
    <w:p w:rsidR="006974AE" w:rsidRDefault="006974AE" w:rsidP="006974AE">
      <w:r>
        <w:t>455.2229</w:t>
      </w:r>
      <w:r>
        <w:tab/>
        <w:t>1.013e0</w:t>
      </w:r>
    </w:p>
    <w:p w:rsidR="006974AE" w:rsidRDefault="006974AE" w:rsidP="006974AE">
      <w:r>
        <w:t>455.2400</w:t>
      </w:r>
      <w:r>
        <w:tab/>
        <w:t>3.038e0</w:t>
      </w:r>
    </w:p>
    <w:p w:rsidR="006974AE" w:rsidRDefault="006974AE" w:rsidP="006974AE">
      <w:r>
        <w:t>455.2437</w:t>
      </w:r>
      <w:r>
        <w:tab/>
        <w:t>2.025e0</w:t>
      </w:r>
    </w:p>
    <w:p w:rsidR="006974AE" w:rsidRDefault="006974AE" w:rsidP="006974AE">
      <w:r>
        <w:t>455.2582</w:t>
      </w:r>
      <w:r>
        <w:tab/>
        <w:t>3.038e0</w:t>
      </w:r>
    </w:p>
    <w:p w:rsidR="006974AE" w:rsidRDefault="006974AE" w:rsidP="006974AE">
      <w:r>
        <w:t>455.2820</w:t>
      </w:r>
      <w:r>
        <w:tab/>
        <w:t>2.025e0</w:t>
      </w:r>
    </w:p>
    <w:p w:rsidR="006974AE" w:rsidRDefault="006974AE" w:rsidP="006974AE">
      <w:r>
        <w:t>455.2860</w:t>
      </w:r>
      <w:r>
        <w:tab/>
        <w:t>1.013e0</w:t>
      </w:r>
    </w:p>
    <w:p w:rsidR="006974AE" w:rsidRDefault="006974AE" w:rsidP="006974AE">
      <w:r>
        <w:lastRenderedPageBreak/>
        <w:t>455.3011</w:t>
      </w:r>
      <w:r>
        <w:tab/>
        <w:t>2.025e0</w:t>
      </w:r>
    </w:p>
    <w:p w:rsidR="006974AE" w:rsidRDefault="006974AE" w:rsidP="006974AE">
      <w:r>
        <w:t>455.3112</w:t>
      </w:r>
      <w:r>
        <w:tab/>
        <w:t>2.025e0</w:t>
      </w:r>
    </w:p>
    <w:p w:rsidR="006974AE" w:rsidRDefault="006974AE" w:rsidP="006974AE">
      <w:r>
        <w:t>455.3340</w:t>
      </w:r>
      <w:r>
        <w:tab/>
        <w:t>3.038e0</w:t>
      </w:r>
    </w:p>
    <w:p w:rsidR="006974AE" w:rsidRDefault="006974AE" w:rsidP="006974AE">
      <w:r>
        <w:t>455.3750</w:t>
      </w:r>
      <w:r>
        <w:tab/>
        <w:t>2.025e0</w:t>
      </w:r>
    </w:p>
    <w:p w:rsidR="006974AE" w:rsidRDefault="006974AE" w:rsidP="006974AE">
      <w:r>
        <w:t>455.3802</w:t>
      </w:r>
      <w:r>
        <w:tab/>
        <w:t>2.025e0</w:t>
      </w:r>
    </w:p>
    <w:p w:rsidR="006974AE" w:rsidRDefault="006974AE" w:rsidP="006974AE">
      <w:r>
        <w:t>455.3875</w:t>
      </w:r>
      <w:r>
        <w:tab/>
        <w:t>1.013e0</w:t>
      </w:r>
    </w:p>
    <w:p w:rsidR="006974AE" w:rsidRDefault="006974AE" w:rsidP="006974AE">
      <w:r>
        <w:t>455.3904</w:t>
      </w:r>
      <w:r>
        <w:tab/>
        <w:t>1.013e0</w:t>
      </w:r>
    </w:p>
    <w:p w:rsidR="006974AE" w:rsidRDefault="006974AE" w:rsidP="006974AE">
      <w:r>
        <w:t>455.3976</w:t>
      </w:r>
      <w:r>
        <w:tab/>
        <w:t>4.051e0</w:t>
      </w:r>
    </w:p>
    <w:p w:rsidR="006974AE" w:rsidRDefault="006974AE" w:rsidP="006974AE">
      <w:r>
        <w:t>455.4265</w:t>
      </w:r>
      <w:r>
        <w:tab/>
        <w:t>1.013e0</w:t>
      </w:r>
    </w:p>
    <w:p w:rsidR="006974AE" w:rsidRDefault="006974AE" w:rsidP="006974AE">
      <w:r>
        <w:t>455.4541</w:t>
      </w:r>
      <w:r>
        <w:tab/>
        <w:t>6.076e0</w:t>
      </w:r>
    </w:p>
    <w:p w:rsidR="006974AE" w:rsidRDefault="006974AE" w:rsidP="006974AE">
      <w:r>
        <w:t>455.4820</w:t>
      </w:r>
      <w:r>
        <w:tab/>
        <w:t>3.038e0</w:t>
      </w:r>
    </w:p>
    <w:p w:rsidR="006974AE" w:rsidRDefault="006974AE" w:rsidP="006974AE">
      <w:r>
        <w:t>455.4832</w:t>
      </w:r>
      <w:r>
        <w:tab/>
        <w:t>2.025e0</w:t>
      </w:r>
    </w:p>
    <w:p w:rsidR="006974AE" w:rsidRDefault="006974AE" w:rsidP="006974AE">
      <w:r>
        <w:t>455.5280</w:t>
      </w:r>
      <w:r>
        <w:tab/>
        <w:t>2.025e0</w:t>
      </w:r>
    </w:p>
    <w:p w:rsidR="006974AE" w:rsidRDefault="006974AE" w:rsidP="006974AE">
      <w:r>
        <w:t>455.5328</w:t>
      </w:r>
      <w:r>
        <w:tab/>
        <w:t>1.013e0</w:t>
      </w:r>
    </w:p>
    <w:p w:rsidR="006974AE" w:rsidRDefault="006974AE" w:rsidP="006974AE">
      <w:r>
        <w:t>455.5477</w:t>
      </w:r>
      <w:r>
        <w:tab/>
        <w:t>2.025e0</w:t>
      </w:r>
    </w:p>
    <w:p w:rsidR="006974AE" w:rsidRDefault="006974AE" w:rsidP="006974AE">
      <w:r>
        <w:t>455.5641</w:t>
      </w:r>
      <w:r>
        <w:tab/>
        <w:t>1.013e0</w:t>
      </w:r>
    </w:p>
    <w:p w:rsidR="006974AE" w:rsidRDefault="006974AE" w:rsidP="006974AE">
      <w:r>
        <w:t>455.6057</w:t>
      </w:r>
      <w:r>
        <w:tab/>
        <w:t>2.025e0</w:t>
      </w:r>
    </w:p>
    <w:p w:rsidR="006974AE" w:rsidRDefault="006974AE" w:rsidP="006974AE">
      <w:r>
        <w:t>455.6086</w:t>
      </w:r>
      <w:r>
        <w:tab/>
        <w:t>2.025e0</w:t>
      </w:r>
    </w:p>
    <w:p w:rsidR="006974AE" w:rsidRDefault="006974AE" w:rsidP="006974AE">
      <w:r>
        <w:t>455.6465</w:t>
      </w:r>
      <w:r>
        <w:tab/>
        <w:t>3.038e0</w:t>
      </w:r>
    </w:p>
    <w:p w:rsidR="006974AE" w:rsidRDefault="006974AE" w:rsidP="006974AE">
      <w:r>
        <w:lastRenderedPageBreak/>
        <w:t>455.6857</w:t>
      </w:r>
      <w:r>
        <w:tab/>
        <w:t>1.013e0</w:t>
      </w:r>
    </w:p>
    <w:p w:rsidR="006974AE" w:rsidRDefault="006974AE" w:rsidP="006974AE">
      <w:r>
        <w:t>455.7156</w:t>
      </w:r>
      <w:r>
        <w:tab/>
        <w:t>3.038e0</w:t>
      </w:r>
    </w:p>
    <w:p w:rsidR="006974AE" w:rsidRDefault="006974AE" w:rsidP="006974AE">
      <w:r>
        <w:t>455.7218</w:t>
      </w:r>
      <w:r>
        <w:tab/>
        <w:t>1.013e0</w:t>
      </w:r>
    </w:p>
    <w:p w:rsidR="006974AE" w:rsidRDefault="006974AE" w:rsidP="006974AE">
      <w:r>
        <w:t>455.7404</w:t>
      </w:r>
      <w:r>
        <w:tab/>
        <w:t>1.013e0</w:t>
      </w:r>
    </w:p>
    <w:p w:rsidR="006974AE" w:rsidRDefault="006974AE" w:rsidP="006974AE">
      <w:r>
        <w:t>455.7479</w:t>
      </w:r>
      <w:r>
        <w:tab/>
        <w:t>1.013e0</w:t>
      </w:r>
    </w:p>
    <w:p w:rsidR="006974AE" w:rsidRDefault="006974AE" w:rsidP="006974AE">
      <w:r>
        <w:t>455.7649</w:t>
      </w:r>
      <w:r>
        <w:tab/>
        <w:t>1.013e0</w:t>
      </w:r>
    </w:p>
    <w:p w:rsidR="006974AE" w:rsidRDefault="006974AE" w:rsidP="006974AE">
      <w:r>
        <w:t>455.7831</w:t>
      </w:r>
      <w:r>
        <w:tab/>
        <w:t>1.013e0</w:t>
      </w:r>
    </w:p>
    <w:p w:rsidR="006974AE" w:rsidRDefault="006974AE" w:rsidP="006974AE">
      <w:r>
        <w:t>455.8116</w:t>
      </w:r>
      <w:r>
        <w:tab/>
        <w:t>1.013e0</w:t>
      </w:r>
    </w:p>
    <w:p w:rsidR="006974AE" w:rsidRDefault="006974AE" w:rsidP="006974AE">
      <w:r>
        <w:t>455.8199</w:t>
      </w:r>
      <w:r>
        <w:tab/>
        <w:t>1.013e0</w:t>
      </w:r>
    </w:p>
    <w:p w:rsidR="006974AE" w:rsidRDefault="006974AE" w:rsidP="006974AE">
      <w:r>
        <w:t>455.8629</w:t>
      </w:r>
      <w:r>
        <w:tab/>
        <w:t>1.013e0</w:t>
      </w:r>
    </w:p>
    <w:p w:rsidR="006974AE" w:rsidRDefault="006974AE" w:rsidP="006974AE">
      <w:r>
        <w:t>455.8759</w:t>
      </w:r>
      <w:r>
        <w:tab/>
        <w:t>1.013e0</w:t>
      </w:r>
    </w:p>
    <w:p w:rsidR="006974AE" w:rsidRDefault="006974AE" w:rsidP="006974AE">
      <w:r>
        <w:t>455.8808</w:t>
      </w:r>
      <w:r>
        <w:tab/>
        <w:t>1.013e0</w:t>
      </w:r>
    </w:p>
    <w:p w:rsidR="006974AE" w:rsidRDefault="006974AE" w:rsidP="006974AE">
      <w:r>
        <w:t>455.8990</w:t>
      </w:r>
      <w:r>
        <w:tab/>
        <w:t>1.013e0</w:t>
      </w:r>
    </w:p>
    <w:p w:rsidR="006974AE" w:rsidRDefault="006974AE" w:rsidP="006974AE">
      <w:r>
        <w:t>455.9072</w:t>
      </w:r>
      <w:r>
        <w:tab/>
        <w:t>1.013e0</w:t>
      </w:r>
    </w:p>
    <w:p w:rsidR="006974AE" w:rsidRDefault="006974AE" w:rsidP="006974AE">
      <w:r>
        <w:t>455.9233</w:t>
      </w:r>
      <w:r>
        <w:tab/>
        <w:t>2.025e0</w:t>
      </w:r>
    </w:p>
    <w:p w:rsidR="006974AE" w:rsidRDefault="006974AE" w:rsidP="006974AE">
      <w:r>
        <w:t>455.9556</w:t>
      </w:r>
      <w:r>
        <w:tab/>
        <w:t>1.013e0</w:t>
      </w:r>
    </w:p>
    <w:p w:rsidR="006974AE" w:rsidRDefault="006974AE" w:rsidP="006974AE">
      <w:r>
        <w:t>455.9594</w:t>
      </w:r>
      <w:r>
        <w:tab/>
        <w:t>1.013e0</w:t>
      </w:r>
    </w:p>
    <w:p w:rsidR="006974AE" w:rsidRDefault="006974AE" w:rsidP="006974AE">
      <w:r>
        <w:t>455.9776</w:t>
      </w:r>
      <w:r>
        <w:tab/>
        <w:t>1.013e0</w:t>
      </w:r>
    </w:p>
    <w:p w:rsidR="006974AE" w:rsidRDefault="006974AE" w:rsidP="006974AE">
      <w:r>
        <w:t>455.9955</w:t>
      </w:r>
      <w:r>
        <w:tab/>
        <w:t>1.013e0</w:t>
      </w:r>
    </w:p>
    <w:p w:rsidR="006974AE" w:rsidRDefault="006974AE" w:rsidP="006974AE">
      <w:r>
        <w:lastRenderedPageBreak/>
        <w:t>456.0190</w:t>
      </w:r>
      <w:r>
        <w:tab/>
        <w:t>2.025e0</w:t>
      </w:r>
    </w:p>
    <w:p w:rsidR="006974AE" w:rsidRDefault="006974AE" w:rsidP="006974AE">
      <w:r>
        <w:t>456.0212</w:t>
      </w:r>
      <w:r>
        <w:tab/>
        <w:t>1.013e0</w:t>
      </w:r>
    </w:p>
    <w:p w:rsidR="006974AE" w:rsidRDefault="006974AE" w:rsidP="006974AE">
      <w:r>
        <w:t>456.0376</w:t>
      </w:r>
      <w:r>
        <w:tab/>
        <w:t>2.025e0</w:t>
      </w:r>
    </w:p>
    <w:p w:rsidR="006974AE" w:rsidRDefault="006974AE" w:rsidP="006974AE">
      <w:r>
        <w:t>456.0388</w:t>
      </w:r>
      <w:r>
        <w:tab/>
        <w:t>2.025e0</w:t>
      </w:r>
    </w:p>
    <w:p w:rsidR="006974AE" w:rsidRDefault="006974AE" w:rsidP="006974AE">
      <w:r>
        <w:t>456.0698</w:t>
      </w:r>
      <w:r>
        <w:tab/>
        <w:t>2.025e0</w:t>
      </w:r>
    </w:p>
    <w:p w:rsidR="006974AE" w:rsidRDefault="006974AE" w:rsidP="006974AE">
      <w:r>
        <w:t>456.0786</w:t>
      </w:r>
      <w:r>
        <w:tab/>
        <w:t>2.025e0</w:t>
      </w:r>
    </w:p>
    <w:p w:rsidR="006974AE" w:rsidRDefault="006974AE" w:rsidP="006974AE">
      <w:r>
        <w:t>456.1789</w:t>
      </w:r>
      <w:r>
        <w:tab/>
        <w:t>2.025e0</w:t>
      </w:r>
    </w:p>
    <w:p w:rsidR="006974AE" w:rsidRDefault="006974AE" w:rsidP="006974AE">
      <w:r>
        <w:t>456.1823</w:t>
      </w:r>
      <w:r>
        <w:tab/>
        <w:t>2.025e0</w:t>
      </w:r>
    </w:p>
    <w:p w:rsidR="006974AE" w:rsidRDefault="006974AE" w:rsidP="006974AE">
      <w:r>
        <w:t>456.1886</w:t>
      </w:r>
      <w:r>
        <w:tab/>
        <w:t>2.025e0</w:t>
      </w:r>
    </w:p>
    <w:p w:rsidR="006974AE" w:rsidRDefault="006974AE" w:rsidP="006974AE">
      <w:r>
        <w:t>456.2136</w:t>
      </w:r>
      <w:r>
        <w:tab/>
        <w:t>2.025e0</w:t>
      </w:r>
    </w:p>
    <w:p w:rsidR="006974AE" w:rsidRDefault="006974AE" w:rsidP="006974AE">
      <w:r>
        <w:t>456.2339</w:t>
      </w:r>
      <w:r>
        <w:tab/>
        <w:t>1.013e0</w:t>
      </w:r>
    </w:p>
    <w:p w:rsidR="006974AE" w:rsidRDefault="006974AE" w:rsidP="006974AE">
      <w:r>
        <w:t>456.2374</w:t>
      </w:r>
      <w:r>
        <w:tab/>
        <w:t>1.013e0</w:t>
      </w:r>
    </w:p>
    <w:p w:rsidR="006974AE" w:rsidRDefault="006974AE" w:rsidP="006974AE">
      <w:r>
        <w:t>456.2473</w:t>
      </w:r>
      <w:r>
        <w:tab/>
        <w:t>3.038e0</w:t>
      </w:r>
    </w:p>
    <w:p w:rsidR="006974AE" w:rsidRDefault="006974AE" w:rsidP="006974AE">
      <w:r>
        <w:t>456.2796</w:t>
      </w:r>
      <w:r>
        <w:tab/>
        <w:t>3.038e0</w:t>
      </w:r>
    </w:p>
    <w:p w:rsidR="006974AE" w:rsidRDefault="006974AE" w:rsidP="006974AE">
      <w:r>
        <w:t>456.2819</w:t>
      </w:r>
      <w:r>
        <w:tab/>
        <w:t>1.013e0</w:t>
      </w:r>
    </w:p>
    <w:p w:rsidR="006974AE" w:rsidRDefault="006974AE" w:rsidP="006974AE">
      <w:r>
        <w:t>456.2905</w:t>
      </w:r>
      <w:r>
        <w:tab/>
        <w:t>1.013e0</w:t>
      </w:r>
    </w:p>
    <w:p w:rsidR="006974AE" w:rsidRDefault="006974AE" w:rsidP="006974AE">
      <w:r>
        <w:t>456.3066</w:t>
      </w:r>
      <w:r>
        <w:tab/>
        <w:t>2.025e0</w:t>
      </w:r>
    </w:p>
    <w:p w:rsidR="006974AE" w:rsidRDefault="006974AE" w:rsidP="006974AE">
      <w:r>
        <w:t>456.3131</w:t>
      </w:r>
      <w:r>
        <w:tab/>
        <w:t>1.013e0</w:t>
      </w:r>
    </w:p>
    <w:p w:rsidR="006974AE" w:rsidRDefault="006974AE" w:rsidP="006974AE">
      <w:r>
        <w:t>456.3218</w:t>
      </w:r>
      <w:r>
        <w:tab/>
        <w:t>1.013e0</w:t>
      </w:r>
    </w:p>
    <w:p w:rsidR="006974AE" w:rsidRDefault="006974AE" w:rsidP="006974AE">
      <w:r>
        <w:lastRenderedPageBreak/>
        <w:t>456.3298</w:t>
      </w:r>
      <w:r>
        <w:tab/>
        <w:t>1.013e0</w:t>
      </w:r>
    </w:p>
    <w:p w:rsidR="006974AE" w:rsidRDefault="006974AE" w:rsidP="006974AE">
      <w:r>
        <w:t>456.3561</w:t>
      </w:r>
      <w:r>
        <w:tab/>
        <w:t>1.013e0</w:t>
      </w:r>
    </w:p>
    <w:p w:rsidR="006974AE" w:rsidRDefault="006974AE" w:rsidP="006974AE">
      <w:r>
        <w:t>456.3747</w:t>
      </w:r>
      <w:r>
        <w:tab/>
        <w:t>2.025e0</w:t>
      </w:r>
    </w:p>
    <w:p w:rsidR="006974AE" w:rsidRDefault="006974AE" w:rsidP="006974AE">
      <w:r>
        <w:t>456.3856</w:t>
      </w:r>
      <w:r>
        <w:tab/>
        <w:t>1.013e0</w:t>
      </w:r>
    </w:p>
    <w:p w:rsidR="006974AE" w:rsidRDefault="006974AE" w:rsidP="006974AE">
      <w:r>
        <w:t>456.4181</w:t>
      </w:r>
      <w:r>
        <w:tab/>
        <w:t>1.013e0</w:t>
      </w:r>
    </w:p>
    <w:p w:rsidR="006974AE" w:rsidRDefault="006974AE" w:rsidP="006974AE">
      <w:r>
        <w:t>456.4250</w:t>
      </w:r>
      <w:r>
        <w:tab/>
        <w:t>3.038e0</w:t>
      </w:r>
    </w:p>
    <w:p w:rsidR="006974AE" w:rsidRDefault="006974AE" w:rsidP="006974AE">
      <w:r>
        <w:t>456.4290</w:t>
      </w:r>
      <w:r>
        <w:tab/>
        <w:t>3.038e0</w:t>
      </w:r>
    </w:p>
    <w:p w:rsidR="006974AE" w:rsidRDefault="006974AE" w:rsidP="006974AE">
      <w:r>
        <w:t>456.4337</w:t>
      </w:r>
      <w:r>
        <w:tab/>
        <w:t>2.025e0</w:t>
      </w:r>
    </w:p>
    <w:p w:rsidR="006974AE" w:rsidRDefault="006974AE" w:rsidP="006974AE">
      <w:r>
        <w:t>456.4415</w:t>
      </w:r>
      <w:r>
        <w:tab/>
        <w:t>1.013e0</w:t>
      </w:r>
    </w:p>
    <w:p w:rsidR="006974AE" w:rsidRDefault="006974AE" w:rsidP="006974AE">
      <w:r>
        <w:t>456.4616</w:t>
      </w:r>
      <w:r>
        <w:tab/>
        <w:t>4.051e0</w:t>
      </w:r>
    </w:p>
    <w:p w:rsidR="006974AE" w:rsidRDefault="006974AE" w:rsidP="006974AE">
      <w:r>
        <w:t>456.5683</w:t>
      </w:r>
      <w:r>
        <w:tab/>
        <w:t>1.013e0</w:t>
      </w:r>
    </w:p>
    <w:p w:rsidR="006974AE" w:rsidRDefault="006974AE" w:rsidP="006974AE">
      <w:r>
        <w:t>456.5936</w:t>
      </w:r>
      <w:r>
        <w:tab/>
        <w:t>1.013e0</w:t>
      </w:r>
    </w:p>
    <w:p w:rsidR="006974AE" w:rsidRDefault="006974AE" w:rsidP="006974AE">
      <w:r>
        <w:t>456.6010</w:t>
      </w:r>
      <w:r>
        <w:tab/>
        <w:t>1.013e0</w:t>
      </w:r>
    </w:p>
    <w:p w:rsidR="006974AE" w:rsidRDefault="006974AE" w:rsidP="006974AE">
      <w:r>
        <w:t>456.6078</w:t>
      </w:r>
      <w:r>
        <w:tab/>
        <w:t>1.013e0</w:t>
      </w:r>
    </w:p>
    <w:p w:rsidR="006974AE" w:rsidRDefault="006974AE" w:rsidP="006974AE">
      <w:r>
        <w:t>456.6250</w:t>
      </w:r>
      <w:r>
        <w:tab/>
        <w:t>1.013e0</w:t>
      </w:r>
    </w:p>
    <w:p w:rsidR="006974AE" w:rsidRDefault="006974AE" w:rsidP="006974AE">
      <w:r>
        <w:t>456.6655</w:t>
      </w:r>
      <w:r>
        <w:tab/>
        <w:t>1.013e0</w:t>
      </w:r>
    </w:p>
    <w:p w:rsidR="006974AE" w:rsidRDefault="006974AE" w:rsidP="006974AE">
      <w:r>
        <w:t>456.6689</w:t>
      </w:r>
      <w:r>
        <w:tab/>
        <w:t>1.013e0</w:t>
      </w:r>
    </w:p>
    <w:p w:rsidR="006974AE" w:rsidRDefault="006974AE" w:rsidP="006974AE">
      <w:r>
        <w:t>456.6905</w:t>
      </w:r>
      <w:r>
        <w:tab/>
        <w:t>1.013e0</w:t>
      </w:r>
    </w:p>
    <w:p w:rsidR="006974AE" w:rsidRDefault="006974AE" w:rsidP="006974AE">
      <w:r>
        <w:t>456.7048</w:t>
      </w:r>
      <w:r>
        <w:tab/>
        <w:t>1.013e0</w:t>
      </w:r>
    </w:p>
    <w:p w:rsidR="006974AE" w:rsidRDefault="006974AE" w:rsidP="006974AE">
      <w:r>
        <w:lastRenderedPageBreak/>
        <w:t>456.7373</w:t>
      </w:r>
      <w:r>
        <w:tab/>
        <w:t>1.013e0</w:t>
      </w:r>
    </w:p>
    <w:p w:rsidR="006974AE" w:rsidRDefault="006974AE" w:rsidP="006974AE">
      <w:r>
        <w:t>456.7627</w:t>
      </w:r>
      <w:r>
        <w:tab/>
        <w:t>2.025e0</w:t>
      </w:r>
    </w:p>
    <w:p w:rsidR="006974AE" w:rsidRDefault="006974AE" w:rsidP="006974AE">
      <w:r>
        <w:t>456.7702</w:t>
      </w:r>
      <w:r>
        <w:tab/>
        <w:t>1.013e0</w:t>
      </w:r>
    </w:p>
    <w:p w:rsidR="006974AE" w:rsidRDefault="006974AE" w:rsidP="006974AE">
      <w:r>
        <w:t>456.7855</w:t>
      </w:r>
      <w:r>
        <w:tab/>
        <w:t>2.025e0</w:t>
      </w:r>
    </w:p>
    <w:p w:rsidR="006974AE" w:rsidRDefault="006974AE" w:rsidP="006974AE">
      <w:r>
        <w:t>456.7932</w:t>
      </w:r>
      <w:r>
        <w:tab/>
        <w:t>1.013e0</w:t>
      </w:r>
    </w:p>
    <w:p w:rsidR="006974AE" w:rsidRDefault="006974AE" w:rsidP="006974AE">
      <w:r>
        <w:t>456.8331</w:t>
      </w:r>
      <w:r>
        <w:tab/>
        <w:t>1.013e0</w:t>
      </w:r>
    </w:p>
    <w:p w:rsidR="006974AE" w:rsidRDefault="006974AE" w:rsidP="006974AE">
      <w:r>
        <w:t>456.8492</w:t>
      </w:r>
      <w:r>
        <w:tab/>
        <w:t>1.013e0</w:t>
      </w:r>
    </w:p>
    <w:p w:rsidR="006974AE" w:rsidRDefault="006974AE" w:rsidP="006974AE">
      <w:r>
        <w:t>456.8671</w:t>
      </w:r>
      <w:r>
        <w:tab/>
        <w:t>1.013e0</w:t>
      </w:r>
    </w:p>
    <w:p w:rsidR="006974AE" w:rsidRDefault="006974AE" w:rsidP="006974AE">
      <w:r>
        <w:t>456.8846</w:t>
      </w:r>
      <w:r>
        <w:tab/>
        <w:t>3.038e0</w:t>
      </w:r>
    </w:p>
    <w:p w:rsidR="006974AE" w:rsidRDefault="006974AE" w:rsidP="006974AE">
      <w:r>
        <w:t>456.8890</w:t>
      </w:r>
      <w:r>
        <w:tab/>
        <w:t>1.013e0</w:t>
      </w:r>
    </w:p>
    <w:p w:rsidR="006974AE" w:rsidRDefault="006974AE" w:rsidP="006974AE">
      <w:r>
        <w:t>456.8922</w:t>
      </w:r>
      <w:r>
        <w:tab/>
        <w:t>2.025e0</w:t>
      </w:r>
    </w:p>
    <w:p w:rsidR="006974AE" w:rsidRDefault="006974AE" w:rsidP="006974AE">
      <w:r>
        <w:t>456.9037</w:t>
      </w:r>
      <w:r>
        <w:tab/>
        <w:t>1.013e0</w:t>
      </w:r>
    </w:p>
    <w:p w:rsidR="006974AE" w:rsidRDefault="006974AE" w:rsidP="006974AE">
      <w:r>
        <w:t>456.9284</w:t>
      </w:r>
      <w:r>
        <w:tab/>
        <w:t>1.013e0</w:t>
      </w:r>
    </w:p>
    <w:p w:rsidR="006974AE" w:rsidRDefault="006974AE" w:rsidP="006974AE">
      <w:r>
        <w:t>456.9500</w:t>
      </w:r>
      <w:r>
        <w:tab/>
        <w:t>2.025e0</w:t>
      </w:r>
    </w:p>
    <w:p w:rsidR="006974AE" w:rsidRDefault="006974AE" w:rsidP="006974AE">
      <w:r>
        <w:t>456.9689</w:t>
      </w:r>
      <w:r>
        <w:tab/>
        <w:t>1.013e0</w:t>
      </w:r>
    </w:p>
    <w:p w:rsidR="006974AE" w:rsidRDefault="006974AE" w:rsidP="006974AE">
      <w:r>
        <w:t>457.0039</w:t>
      </w:r>
      <w:r>
        <w:tab/>
        <w:t>1.013e0</w:t>
      </w:r>
    </w:p>
    <w:p w:rsidR="006974AE" w:rsidRDefault="006974AE" w:rsidP="006974AE">
      <w:r>
        <w:t>457.0222</w:t>
      </w:r>
      <w:r>
        <w:tab/>
        <w:t>3.038e0</w:t>
      </w:r>
    </w:p>
    <w:p w:rsidR="006974AE" w:rsidRDefault="006974AE" w:rsidP="006974AE">
      <w:r>
        <w:t>457.0259</w:t>
      </w:r>
      <w:r>
        <w:tab/>
        <w:t>1.013e0</w:t>
      </w:r>
    </w:p>
    <w:p w:rsidR="006974AE" w:rsidRDefault="006974AE" w:rsidP="006974AE">
      <w:r>
        <w:t>457.0615</w:t>
      </w:r>
      <w:r>
        <w:tab/>
        <w:t>1.013e0</w:t>
      </w:r>
    </w:p>
    <w:p w:rsidR="006974AE" w:rsidRDefault="006974AE" w:rsidP="006974AE">
      <w:r>
        <w:lastRenderedPageBreak/>
        <w:t>457.0649</w:t>
      </w:r>
      <w:r>
        <w:tab/>
        <w:t>1.013e0</w:t>
      </w:r>
    </w:p>
    <w:p w:rsidR="006974AE" w:rsidRDefault="006974AE" w:rsidP="006974AE">
      <w:r>
        <w:t>457.1120</w:t>
      </w:r>
      <w:r>
        <w:tab/>
        <w:t>2.025e0</w:t>
      </w:r>
    </w:p>
    <w:p w:rsidR="006974AE" w:rsidRDefault="006974AE" w:rsidP="006974AE">
      <w:r>
        <w:t>457.1155</w:t>
      </w:r>
      <w:r>
        <w:tab/>
        <w:t>2.025e0</w:t>
      </w:r>
    </w:p>
    <w:p w:rsidR="006974AE" w:rsidRDefault="006974AE" w:rsidP="006974AE">
      <w:r>
        <w:t>457.1200</w:t>
      </w:r>
      <w:r>
        <w:tab/>
        <w:t>1.013e0</w:t>
      </w:r>
    </w:p>
    <w:p w:rsidR="006974AE" w:rsidRDefault="006974AE" w:rsidP="006974AE">
      <w:r>
        <w:t>457.1547</w:t>
      </w:r>
      <w:r>
        <w:tab/>
        <w:t>2.025e0</w:t>
      </w:r>
    </w:p>
    <w:p w:rsidR="006974AE" w:rsidRDefault="006974AE" w:rsidP="006974AE">
      <w:r>
        <w:t>457.1605</w:t>
      </w:r>
      <w:r>
        <w:tab/>
        <w:t>2.025e0</w:t>
      </w:r>
    </w:p>
    <w:p w:rsidR="006974AE" w:rsidRDefault="006974AE" w:rsidP="006974AE">
      <w:r>
        <w:t>457.1623</w:t>
      </w:r>
      <w:r>
        <w:tab/>
        <w:t>4.051e0</w:t>
      </w:r>
    </w:p>
    <w:p w:rsidR="006974AE" w:rsidRDefault="006974AE" w:rsidP="006974AE">
      <w:r>
        <w:t>457.2020</w:t>
      </w:r>
      <w:r>
        <w:tab/>
        <w:t>1.013e0</w:t>
      </w:r>
    </w:p>
    <w:p w:rsidR="006974AE" w:rsidRDefault="006974AE" w:rsidP="006974AE">
      <w:r>
        <w:t>457.2130</w:t>
      </w:r>
      <w:r>
        <w:tab/>
        <w:t>3.038e0</w:t>
      </w:r>
    </w:p>
    <w:p w:rsidR="006974AE" w:rsidRDefault="006974AE" w:rsidP="006974AE">
      <w:r>
        <w:t>457.2229</w:t>
      </w:r>
      <w:r>
        <w:tab/>
        <w:t>3.038e0</w:t>
      </w:r>
    </w:p>
    <w:p w:rsidR="006974AE" w:rsidRDefault="006974AE" w:rsidP="006974AE">
      <w:r>
        <w:t>457.2239</w:t>
      </w:r>
      <w:r>
        <w:tab/>
        <w:t>1.013e0</w:t>
      </w:r>
    </w:p>
    <w:p w:rsidR="006974AE" w:rsidRDefault="006974AE" w:rsidP="006974AE">
      <w:r>
        <w:t>457.2600</w:t>
      </w:r>
      <w:r>
        <w:tab/>
        <w:t>2.025e0</w:t>
      </w:r>
    </w:p>
    <w:p w:rsidR="006974AE" w:rsidRDefault="006974AE" w:rsidP="006974AE">
      <w:r>
        <w:t>457.2964</w:t>
      </w:r>
      <w:r>
        <w:tab/>
        <w:t>2.025e0</w:t>
      </w:r>
    </w:p>
    <w:p w:rsidR="006974AE" w:rsidRDefault="006974AE" w:rsidP="006974AE">
      <w:r>
        <w:t>457.2987</w:t>
      </w:r>
      <w:r>
        <w:tab/>
        <w:t>4.051e0</w:t>
      </w:r>
    </w:p>
    <w:p w:rsidR="006974AE" w:rsidRDefault="006974AE" w:rsidP="006974AE">
      <w:r>
        <w:t>457.3124</w:t>
      </w:r>
      <w:r>
        <w:tab/>
        <w:t>2.025e0</w:t>
      </w:r>
    </w:p>
    <w:p w:rsidR="006974AE" w:rsidRDefault="006974AE" w:rsidP="006974AE">
      <w:r>
        <w:t>457.3300</w:t>
      </w:r>
      <w:r>
        <w:tab/>
        <w:t>3.038e0</w:t>
      </w:r>
    </w:p>
    <w:p w:rsidR="006974AE" w:rsidRDefault="006974AE" w:rsidP="006974AE">
      <w:r>
        <w:t>457.3389</w:t>
      </w:r>
      <w:r>
        <w:tab/>
        <w:t>1.013e0</w:t>
      </w:r>
    </w:p>
    <w:p w:rsidR="006974AE" w:rsidRDefault="006974AE" w:rsidP="006974AE">
      <w:r>
        <w:t>457.3405</w:t>
      </w:r>
      <w:r>
        <w:tab/>
        <w:t>3.038e0</w:t>
      </w:r>
    </w:p>
    <w:p w:rsidR="006974AE" w:rsidRDefault="006974AE" w:rsidP="006974AE">
      <w:r>
        <w:t>457.3575</w:t>
      </w:r>
      <w:r>
        <w:tab/>
        <w:t>1.013e0</w:t>
      </w:r>
    </w:p>
    <w:p w:rsidR="006974AE" w:rsidRDefault="006974AE" w:rsidP="006974AE">
      <w:r>
        <w:lastRenderedPageBreak/>
        <w:t>457.3678</w:t>
      </w:r>
      <w:r>
        <w:tab/>
        <w:t>2.025e0</w:t>
      </w:r>
    </w:p>
    <w:p w:rsidR="006974AE" w:rsidRDefault="006974AE" w:rsidP="006974AE">
      <w:r>
        <w:t>457.3997</w:t>
      </w:r>
      <w:r>
        <w:tab/>
        <w:t>1.013e0</w:t>
      </w:r>
    </w:p>
    <w:p w:rsidR="006974AE" w:rsidRDefault="006974AE" w:rsidP="006974AE">
      <w:r>
        <w:t>457.4077</w:t>
      </w:r>
      <w:r>
        <w:tab/>
        <w:t>1.013e0</w:t>
      </w:r>
    </w:p>
    <w:p w:rsidR="006974AE" w:rsidRDefault="006974AE" w:rsidP="006974AE">
      <w:r>
        <w:t>457.4323</w:t>
      </w:r>
      <w:r>
        <w:tab/>
        <w:t>1.013e0</w:t>
      </w:r>
    </w:p>
    <w:p w:rsidR="006974AE" w:rsidRDefault="006974AE" w:rsidP="006974AE">
      <w:r>
        <w:t>457.4403</w:t>
      </w:r>
      <w:r>
        <w:tab/>
        <w:t>1.013e0</w:t>
      </w:r>
    </w:p>
    <w:p w:rsidR="006974AE" w:rsidRDefault="006974AE" w:rsidP="006974AE">
      <w:r>
        <w:t>457.4543</w:t>
      </w:r>
      <w:r>
        <w:tab/>
        <w:t>1.013e0</w:t>
      </w:r>
    </w:p>
    <w:p w:rsidR="006974AE" w:rsidRDefault="006974AE" w:rsidP="006974AE">
      <w:r>
        <w:t>457.4758</w:t>
      </w:r>
      <w:r>
        <w:tab/>
        <w:t>1.013e0</w:t>
      </w:r>
    </w:p>
    <w:p w:rsidR="006974AE" w:rsidRDefault="006974AE" w:rsidP="006974AE">
      <w:r>
        <w:t>457.5037</w:t>
      </w:r>
      <w:r>
        <w:tab/>
        <w:t>1.013e0</w:t>
      </w:r>
    </w:p>
    <w:p w:rsidR="006974AE" w:rsidRDefault="006974AE" w:rsidP="006974AE">
      <w:r>
        <w:t>457.5122</w:t>
      </w:r>
      <w:r>
        <w:tab/>
        <w:t>1.013e0</w:t>
      </w:r>
    </w:p>
    <w:p w:rsidR="006974AE" w:rsidRDefault="006974AE" w:rsidP="006974AE">
      <w:r>
        <w:t>457.5160</w:t>
      </w:r>
      <w:r>
        <w:tab/>
        <w:t>1.013e0</w:t>
      </w:r>
    </w:p>
    <w:p w:rsidR="006974AE" w:rsidRDefault="006974AE" w:rsidP="006974AE">
      <w:r>
        <w:t>457.5375</w:t>
      </w:r>
      <w:r>
        <w:tab/>
        <w:t>1.013e0</w:t>
      </w:r>
    </w:p>
    <w:p w:rsidR="006974AE" w:rsidRDefault="006974AE" w:rsidP="006974AE">
      <w:r>
        <w:t>457.5516</w:t>
      </w:r>
      <w:r>
        <w:tab/>
        <w:t>1.013e0</w:t>
      </w:r>
    </w:p>
    <w:p w:rsidR="006974AE" w:rsidRDefault="006974AE" w:rsidP="006974AE">
      <w:r>
        <w:t>457.5551</w:t>
      </w:r>
      <w:r>
        <w:tab/>
        <w:t>1.013e0</w:t>
      </w:r>
    </w:p>
    <w:p w:rsidR="006974AE" w:rsidRDefault="006974AE" w:rsidP="006974AE">
      <w:r>
        <w:t>457.5770</w:t>
      </w:r>
      <w:r>
        <w:tab/>
        <w:t>2.025e0</w:t>
      </w:r>
    </w:p>
    <w:p w:rsidR="006974AE" w:rsidRDefault="006974AE" w:rsidP="006974AE">
      <w:r>
        <w:t>457.6509</w:t>
      </w:r>
      <w:r>
        <w:tab/>
        <w:t>2.025e0</w:t>
      </w:r>
    </w:p>
    <w:p w:rsidR="006974AE" w:rsidRDefault="006974AE" w:rsidP="006974AE">
      <w:r>
        <w:t>457.6592</w:t>
      </w:r>
      <w:r>
        <w:tab/>
        <w:t>1.114e1</w:t>
      </w:r>
    </w:p>
    <w:p w:rsidR="006974AE" w:rsidRDefault="006974AE" w:rsidP="006974AE">
      <w:r>
        <w:t>457.6614</w:t>
      </w:r>
      <w:r>
        <w:tab/>
        <w:t>2.025e0</w:t>
      </w:r>
    </w:p>
    <w:p w:rsidR="006974AE" w:rsidRDefault="006974AE" w:rsidP="006974AE">
      <w:r>
        <w:t>457.6654</w:t>
      </w:r>
      <w:r>
        <w:tab/>
        <w:t>9.114e0</w:t>
      </w:r>
    </w:p>
    <w:p w:rsidR="006974AE" w:rsidRDefault="006974AE" w:rsidP="006974AE">
      <w:r>
        <w:t>457.6697</w:t>
      </w:r>
      <w:r>
        <w:tab/>
        <w:t>8.101e0</w:t>
      </w:r>
    </w:p>
    <w:p w:rsidR="006974AE" w:rsidRDefault="006974AE" w:rsidP="006974AE">
      <w:r>
        <w:lastRenderedPageBreak/>
        <w:t>457.6750</w:t>
      </w:r>
      <w:r>
        <w:tab/>
        <w:t>3.038e0</w:t>
      </w:r>
    </w:p>
    <w:p w:rsidR="006974AE" w:rsidRDefault="006974AE" w:rsidP="006974AE">
      <w:r>
        <w:t>457.7281</w:t>
      </w:r>
      <w:r>
        <w:tab/>
        <w:t>1.013e0</w:t>
      </w:r>
    </w:p>
    <w:p w:rsidR="006974AE" w:rsidRDefault="006974AE" w:rsidP="006974AE">
      <w:r>
        <w:t>457.7321</w:t>
      </w:r>
      <w:r>
        <w:tab/>
        <w:t>1.013e0</w:t>
      </w:r>
    </w:p>
    <w:p w:rsidR="006974AE" w:rsidRDefault="006974AE" w:rsidP="006974AE">
      <w:r>
        <w:t>457.7361</w:t>
      </w:r>
      <w:r>
        <w:tab/>
        <w:t>2.025e0</w:t>
      </w:r>
    </w:p>
    <w:p w:rsidR="006974AE" w:rsidRDefault="006974AE" w:rsidP="006974AE">
      <w:r>
        <w:t>457.7537</w:t>
      </w:r>
      <w:r>
        <w:tab/>
        <w:t>1.013e0</w:t>
      </w:r>
    </w:p>
    <w:p w:rsidR="006974AE" w:rsidRDefault="006974AE" w:rsidP="006974AE">
      <w:r>
        <w:t>457.7602</w:t>
      </w:r>
      <w:r>
        <w:tab/>
        <w:t>1.013e0</w:t>
      </w:r>
    </w:p>
    <w:p w:rsidR="006974AE" w:rsidRDefault="006974AE" w:rsidP="006974AE">
      <w:r>
        <w:t>457.7712</w:t>
      </w:r>
      <w:r>
        <w:tab/>
        <w:t>1.013e0</w:t>
      </w:r>
    </w:p>
    <w:p w:rsidR="006974AE" w:rsidRDefault="006974AE" w:rsidP="006974AE">
      <w:r>
        <w:t>457.8109</w:t>
      </w:r>
      <w:r>
        <w:tab/>
        <w:t>1.013e0</w:t>
      </w:r>
    </w:p>
    <w:p w:rsidR="006974AE" w:rsidRDefault="006974AE" w:rsidP="006974AE">
      <w:r>
        <w:t>457.8162</w:t>
      </w:r>
      <w:r>
        <w:tab/>
        <w:t>1.013e0</w:t>
      </w:r>
    </w:p>
    <w:p w:rsidR="006974AE" w:rsidRDefault="006974AE" w:rsidP="006974AE">
      <w:r>
        <w:t>457.8296</w:t>
      </w:r>
      <w:r>
        <w:tab/>
        <w:t>5.063e0</w:t>
      </w:r>
    </w:p>
    <w:p w:rsidR="006974AE" w:rsidRDefault="006974AE" w:rsidP="006974AE">
      <w:r>
        <w:t>457.8636</w:t>
      </w:r>
      <w:r>
        <w:tab/>
        <w:t>1.013e0</w:t>
      </w:r>
    </w:p>
    <w:p w:rsidR="006974AE" w:rsidRDefault="006974AE" w:rsidP="006974AE">
      <w:r>
        <w:t>457.8878</w:t>
      </w:r>
      <w:r>
        <w:tab/>
        <w:t>4.051e0</w:t>
      </w:r>
    </w:p>
    <w:p w:rsidR="006974AE" w:rsidRDefault="006974AE" w:rsidP="006974AE">
      <w:r>
        <w:t>457.9041</w:t>
      </w:r>
      <w:r>
        <w:tab/>
        <w:t>1.013e0</w:t>
      </w:r>
    </w:p>
    <w:p w:rsidR="006974AE" w:rsidRDefault="006974AE" w:rsidP="006974AE">
      <w:r>
        <w:t>457.9268</w:t>
      </w:r>
      <w:r>
        <w:tab/>
        <w:t>1.013e0</w:t>
      </w:r>
    </w:p>
    <w:p w:rsidR="006974AE" w:rsidRDefault="006974AE" w:rsidP="006974AE">
      <w:r>
        <w:t>457.9303</w:t>
      </w:r>
      <w:r>
        <w:tab/>
        <w:t>1.013e0</w:t>
      </w:r>
    </w:p>
    <w:p w:rsidR="006974AE" w:rsidRDefault="006974AE" w:rsidP="006974AE">
      <w:r>
        <w:t>457.9478</w:t>
      </w:r>
      <w:r>
        <w:tab/>
        <w:t>1.013e0</w:t>
      </w:r>
    </w:p>
    <w:p w:rsidR="006974AE" w:rsidRDefault="006974AE" w:rsidP="006974AE">
      <w:r>
        <w:t>457.9922</w:t>
      </w:r>
      <w:r>
        <w:tab/>
        <w:t>1.013e0</w:t>
      </w:r>
    </w:p>
    <w:p w:rsidR="006974AE" w:rsidRDefault="006974AE" w:rsidP="006974AE">
      <w:r>
        <w:t>458.0194</w:t>
      </w:r>
      <w:r>
        <w:tab/>
        <w:t>2.025e0</w:t>
      </w:r>
    </w:p>
    <w:p w:rsidR="006974AE" w:rsidRDefault="006974AE" w:rsidP="006974AE">
      <w:r>
        <w:t>458.0318</w:t>
      </w:r>
      <w:r>
        <w:tab/>
        <w:t>4.051e0</w:t>
      </w:r>
    </w:p>
    <w:p w:rsidR="006974AE" w:rsidRDefault="006974AE" w:rsidP="006974AE">
      <w:r>
        <w:lastRenderedPageBreak/>
        <w:t>458.0490</w:t>
      </w:r>
      <w:r>
        <w:tab/>
        <w:t>1.013e0</w:t>
      </w:r>
    </w:p>
    <w:p w:rsidR="006974AE" w:rsidRDefault="006974AE" w:rsidP="006974AE">
      <w:r>
        <w:t>458.0797</w:t>
      </w:r>
      <w:r>
        <w:tab/>
        <w:t>2.025e0</w:t>
      </w:r>
    </w:p>
    <w:p w:rsidR="006974AE" w:rsidRDefault="006974AE" w:rsidP="006974AE">
      <w:r>
        <w:t>458.0852</w:t>
      </w:r>
      <w:r>
        <w:tab/>
        <w:t>1.013e0</w:t>
      </w:r>
    </w:p>
    <w:p w:rsidR="006974AE" w:rsidRDefault="006974AE" w:rsidP="006974AE">
      <w:r>
        <w:t>458.0885</w:t>
      </w:r>
      <w:r>
        <w:tab/>
        <w:t>1.013e0</w:t>
      </w:r>
    </w:p>
    <w:p w:rsidR="006974AE" w:rsidRDefault="006974AE" w:rsidP="006974AE">
      <w:r>
        <w:t>458.1063</w:t>
      </w:r>
      <w:r>
        <w:tab/>
        <w:t>1.013e0</w:t>
      </w:r>
    </w:p>
    <w:p w:rsidR="006974AE" w:rsidRDefault="006974AE" w:rsidP="006974AE">
      <w:r>
        <w:t>458.1302</w:t>
      </w:r>
      <w:r>
        <w:tab/>
        <w:t>3.038e0</w:t>
      </w:r>
    </w:p>
    <w:p w:rsidR="006974AE" w:rsidRDefault="006974AE" w:rsidP="006974AE">
      <w:r>
        <w:t>458.1363</w:t>
      </w:r>
      <w:r>
        <w:tab/>
        <w:t>1.013e0</w:t>
      </w:r>
    </w:p>
    <w:p w:rsidR="006974AE" w:rsidRDefault="006974AE" w:rsidP="006974AE">
      <w:r>
        <w:t>458.1516</w:t>
      </w:r>
      <w:r>
        <w:tab/>
        <w:t>4.348e0</w:t>
      </w:r>
    </w:p>
    <w:p w:rsidR="006974AE" w:rsidRDefault="006974AE" w:rsidP="006974AE">
      <w:r>
        <w:t>458.1636</w:t>
      </w:r>
      <w:r>
        <w:tab/>
        <w:t>2.025e0</w:t>
      </w:r>
    </w:p>
    <w:p w:rsidR="006974AE" w:rsidRDefault="006974AE" w:rsidP="006974AE">
      <w:r>
        <w:t>458.1672</w:t>
      </w:r>
      <w:r>
        <w:tab/>
        <w:t>8.101e0</w:t>
      </w:r>
    </w:p>
    <w:p w:rsidR="006974AE" w:rsidRDefault="006974AE" w:rsidP="006974AE">
      <w:r>
        <w:t>458.1697</w:t>
      </w:r>
      <w:r>
        <w:tab/>
        <w:t>7.089e0</w:t>
      </w:r>
    </w:p>
    <w:p w:rsidR="006974AE" w:rsidRDefault="006974AE" w:rsidP="006974AE">
      <w:r>
        <w:t>458.1718</w:t>
      </w:r>
      <w:r>
        <w:tab/>
        <w:t>3.038e0</w:t>
      </w:r>
    </w:p>
    <w:p w:rsidR="006974AE" w:rsidRDefault="006974AE" w:rsidP="006974AE">
      <w:r>
        <w:t>458.1787</w:t>
      </w:r>
      <w:r>
        <w:tab/>
        <w:t>5.063e0</w:t>
      </w:r>
    </w:p>
    <w:p w:rsidR="006974AE" w:rsidRDefault="006974AE" w:rsidP="006974AE">
      <w:r>
        <w:t>458.1835</w:t>
      </w:r>
      <w:r>
        <w:tab/>
        <w:t>3.038e0</w:t>
      </w:r>
    </w:p>
    <w:p w:rsidR="006974AE" w:rsidRDefault="006974AE" w:rsidP="006974AE">
      <w:r>
        <w:t>458.2351</w:t>
      </w:r>
      <w:r>
        <w:tab/>
        <w:t>3.038e0</w:t>
      </w:r>
    </w:p>
    <w:p w:rsidR="006974AE" w:rsidRDefault="006974AE" w:rsidP="006974AE">
      <w:r>
        <w:t>458.2478</w:t>
      </w:r>
      <w:r>
        <w:tab/>
        <w:t>1.013e0</w:t>
      </w:r>
    </w:p>
    <w:p w:rsidR="006974AE" w:rsidRDefault="006974AE" w:rsidP="006974AE">
      <w:r>
        <w:t>458.2563</w:t>
      </w:r>
      <w:r>
        <w:tab/>
        <w:t>1.013e0</w:t>
      </w:r>
    </w:p>
    <w:p w:rsidR="006974AE" w:rsidRDefault="006974AE" w:rsidP="006974AE">
      <w:r>
        <w:t>458.2696</w:t>
      </w:r>
      <w:r>
        <w:tab/>
        <w:t>4.051e0</w:t>
      </w:r>
    </w:p>
    <w:p w:rsidR="006974AE" w:rsidRDefault="006974AE" w:rsidP="006974AE">
      <w:r>
        <w:t>458.2796</w:t>
      </w:r>
      <w:r>
        <w:tab/>
        <w:t>1.013e0</w:t>
      </w:r>
    </w:p>
    <w:p w:rsidR="006974AE" w:rsidRDefault="006974AE" w:rsidP="006974AE">
      <w:r>
        <w:lastRenderedPageBreak/>
        <w:t>458.2878</w:t>
      </w:r>
      <w:r>
        <w:tab/>
        <w:t>1.013e0</w:t>
      </w:r>
    </w:p>
    <w:p w:rsidR="006974AE" w:rsidRDefault="006974AE" w:rsidP="006974AE">
      <w:r>
        <w:t>458.2918</w:t>
      </w:r>
      <w:r>
        <w:tab/>
        <w:t>2.025e0</w:t>
      </w:r>
    </w:p>
    <w:p w:rsidR="006974AE" w:rsidRDefault="006974AE" w:rsidP="006974AE">
      <w:r>
        <w:t>458.3124</w:t>
      </w:r>
      <w:r>
        <w:tab/>
        <w:t>1.013e0</w:t>
      </w:r>
    </w:p>
    <w:p w:rsidR="006974AE" w:rsidRDefault="006974AE" w:rsidP="006974AE">
      <w:r>
        <w:t>458.3197</w:t>
      </w:r>
      <w:r>
        <w:tab/>
        <w:t>1.013e0</w:t>
      </w:r>
    </w:p>
    <w:p w:rsidR="006974AE" w:rsidRDefault="006974AE" w:rsidP="006974AE">
      <w:r>
        <w:t>458.3358</w:t>
      </w:r>
      <w:r>
        <w:tab/>
        <w:t>1.013e0</w:t>
      </w:r>
    </w:p>
    <w:p w:rsidR="006974AE" w:rsidRDefault="006974AE" w:rsidP="006974AE">
      <w:r>
        <w:t>458.3519</w:t>
      </w:r>
      <w:r>
        <w:tab/>
        <w:t>1.013e0</w:t>
      </w:r>
    </w:p>
    <w:p w:rsidR="006974AE" w:rsidRDefault="006974AE" w:rsidP="006974AE">
      <w:r>
        <w:t>458.3753</w:t>
      </w:r>
      <w:r>
        <w:tab/>
        <w:t>2.025e0</w:t>
      </w:r>
    </w:p>
    <w:p w:rsidR="006974AE" w:rsidRDefault="006974AE" w:rsidP="006974AE">
      <w:r>
        <w:t>458.3807</w:t>
      </w:r>
      <w:r>
        <w:tab/>
        <w:t>2.025e0</w:t>
      </w:r>
    </w:p>
    <w:p w:rsidR="006974AE" w:rsidRDefault="006974AE" w:rsidP="006974AE">
      <w:r>
        <w:t>458.3925</w:t>
      </w:r>
      <w:r>
        <w:tab/>
        <w:t>1.013e0</w:t>
      </w:r>
    </w:p>
    <w:p w:rsidR="006974AE" w:rsidRDefault="006974AE" w:rsidP="006974AE">
      <w:r>
        <w:t>458.4130</w:t>
      </w:r>
      <w:r>
        <w:tab/>
        <w:t>2.025e0</w:t>
      </w:r>
    </w:p>
    <w:p w:rsidR="006974AE" w:rsidRDefault="006974AE" w:rsidP="006974AE">
      <w:r>
        <w:t>458.4160</w:t>
      </w:r>
      <w:r>
        <w:tab/>
        <w:t>1.013e0</w:t>
      </w:r>
    </w:p>
    <w:p w:rsidR="006974AE" w:rsidRDefault="006974AE" w:rsidP="006974AE">
      <w:r>
        <w:t>458.4245</w:t>
      </w:r>
      <w:r>
        <w:tab/>
        <w:t>1.013e0</w:t>
      </w:r>
    </w:p>
    <w:p w:rsidR="006974AE" w:rsidRDefault="006974AE" w:rsidP="006974AE">
      <w:r>
        <w:t>458.4492</w:t>
      </w:r>
      <w:r>
        <w:tab/>
        <w:t>2.025e0</w:t>
      </w:r>
    </w:p>
    <w:p w:rsidR="006974AE" w:rsidRDefault="006974AE" w:rsidP="006974AE">
      <w:r>
        <w:t>458.4560</w:t>
      </w:r>
      <w:r>
        <w:tab/>
        <w:t>1.013e0</w:t>
      </w:r>
    </w:p>
    <w:p w:rsidR="006974AE" w:rsidRDefault="006974AE" w:rsidP="006974AE">
      <w:r>
        <w:t>458.4774</w:t>
      </w:r>
      <w:r>
        <w:tab/>
        <w:t>1.013e0</w:t>
      </w:r>
    </w:p>
    <w:p w:rsidR="006974AE" w:rsidRDefault="006974AE" w:rsidP="006974AE">
      <w:r>
        <w:t>458.5103</w:t>
      </w:r>
      <w:r>
        <w:tab/>
        <w:t>2.025e0</w:t>
      </w:r>
    </w:p>
    <w:p w:rsidR="006974AE" w:rsidRDefault="006974AE" w:rsidP="006974AE">
      <w:r>
        <w:t>458.5586</w:t>
      </w:r>
      <w:r>
        <w:tab/>
        <w:t>3.038e0</w:t>
      </w:r>
    </w:p>
    <w:p w:rsidR="006974AE" w:rsidRDefault="006974AE" w:rsidP="006974AE">
      <w:r>
        <w:t>458.5607</w:t>
      </w:r>
      <w:r>
        <w:tab/>
        <w:t>1.013e0</w:t>
      </w:r>
    </w:p>
    <w:p w:rsidR="006974AE" w:rsidRDefault="006974AE" w:rsidP="006974AE">
      <w:r>
        <w:t>458.5789</w:t>
      </w:r>
      <w:r>
        <w:tab/>
        <w:t>1.013e0</w:t>
      </w:r>
    </w:p>
    <w:p w:rsidR="006974AE" w:rsidRDefault="006974AE" w:rsidP="006974AE">
      <w:r>
        <w:lastRenderedPageBreak/>
        <w:t>458.6286</w:t>
      </w:r>
      <w:r>
        <w:tab/>
        <w:t>2.025e0</w:t>
      </w:r>
    </w:p>
    <w:p w:rsidR="006974AE" w:rsidRDefault="006974AE" w:rsidP="006974AE">
      <w:r>
        <w:t>458.6594</w:t>
      </w:r>
      <w:r>
        <w:tab/>
        <w:t>3.038e0</w:t>
      </w:r>
    </w:p>
    <w:p w:rsidR="006974AE" w:rsidRDefault="006974AE" w:rsidP="006974AE">
      <w:r>
        <w:t>458.6650</w:t>
      </w:r>
      <w:r>
        <w:tab/>
        <w:t>3.038e0</w:t>
      </w:r>
    </w:p>
    <w:p w:rsidR="006974AE" w:rsidRDefault="006974AE" w:rsidP="006974AE">
      <w:r>
        <w:t>458.6690</w:t>
      </w:r>
      <w:r>
        <w:tab/>
        <w:t>4.051e0</w:t>
      </w:r>
    </w:p>
    <w:p w:rsidR="006974AE" w:rsidRDefault="006974AE" w:rsidP="006974AE">
      <w:r>
        <w:t>458.6701</w:t>
      </w:r>
      <w:r>
        <w:tab/>
        <w:t>2.025e0</w:t>
      </w:r>
    </w:p>
    <w:p w:rsidR="006974AE" w:rsidRDefault="006974AE" w:rsidP="006974AE">
      <w:r>
        <w:t>458.6773</w:t>
      </w:r>
      <w:r>
        <w:tab/>
        <w:t>2.025e0</w:t>
      </w:r>
    </w:p>
    <w:p w:rsidR="006974AE" w:rsidRDefault="006974AE" w:rsidP="006974AE">
      <w:r>
        <w:t>458.6884</w:t>
      </w:r>
      <w:r>
        <w:tab/>
        <w:t>1.013e0</w:t>
      </w:r>
    </w:p>
    <w:p w:rsidR="006974AE" w:rsidRDefault="006974AE" w:rsidP="006974AE">
      <w:r>
        <w:t>458.7119</w:t>
      </w:r>
      <w:r>
        <w:tab/>
        <w:t>1.013e0</w:t>
      </w:r>
    </w:p>
    <w:p w:rsidR="006974AE" w:rsidRDefault="006974AE" w:rsidP="006974AE">
      <w:r>
        <w:t>458.7153</w:t>
      </w:r>
      <w:r>
        <w:tab/>
        <w:t>3.038e0</w:t>
      </w:r>
    </w:p>
    <w:p w:rsidR="006974AE" w:rsidRDefault="006974AE" w:rsidP="006974AE">
      <w:r>
        <w:t>458.7549</w:t>
      </w:r>
      <w:r>
        <w:tab/>
        <w:t>1.013e0</w:t>
      </w:r>
    </w:p>
    <w:p w:rsidR="006974AE" w:rsidRDefault="006974AE" w:rsidP="006974AE">
      <w:r>
        <w:t>458.7765</w:t>
      </w:r>
      <w:r>
        <w:tab/>
        <w:t>1.013e0</w:t>
      </w:r>
    </w:p>
    <w:p w:rsidR="006974AE" w:rsidRDefault="006974AE" w:rsidP="006974AE">
      <w:r>
        <w:t>458.8702</w:t>
      </w:r>
      <w:r>
        <w:tab/>
        <w:t>1.013e0</w:t>
      </w:r>
    </w:p>
    <w:p w:rsidR="006974AE" w:rsidRDefault="006974AE" w:rsidP="006974AE">
      <w:r>
        <w:t>458.8724</w:t>
      </w:r>
      <w:r>
        <w:tab/>
        <w:t>4.051e0</w:t>
      </w:r>
    </w:p>
    <w:p w:rsidR="006974AE" w:rsidRDefault="006974AE" w:rsidP="006974AE">
      <w:r>
        <w:t>458.8736</w:t>
      </w:r>
      <w:r>
        <w:tab/>
        <w:t>1.013e0</w:t>
      </w:r>
    </w:p>
    <w:p w:rsidR="006974AE" w:rsidRDefault="006974AE" w:rsidP="006974AE">
      <w:r>
        <w:t>458.8785</w:t>
      </w:r>
      <w:r>
        <w:tab/>
        <w:t>2.025e0</w:t>
      </w:r>
    </w:p>
    <w:p w:rsidR="006974AE" w:rsidRDefault="006974AE" w:rsidP="006974AE">
      <w:r>
        <w:t>458.9131</w:t>
      </w:r>
      <w:r>
        <w:tab/>
        <w:t>1.013e0</w:t>
      </w:r>
    </w:p>
    <w:p w:rsidR="006974AE" w:rsidRDefault="006974AE" w:rsidP="006974AE">
      <w:r>
        <w:t>458.9172</w:t>
      </w:r>
      <w:r>
        <w:tab/>
        <w:t>4.051e0</w:t>
      </w:r>
    </w:p>
    <w:p w:rsidR="006974AE" w:rsidRDefault="006974AE" w:rsidP="006974AE">
      <w:r>
        <w:t>458.9388</w:t>
      </w:r>
      <w:r>
        <w:tab/>
        <w:t>2.025e0</w:t>
      </w:r>
    </w:p>
    <w:p w:rsidR="006974AE" w:rsidRDefault="006974AE" w:rsidP="006974AE">
      <w:r>
        <w:t>458.9449</w:t>
      </w:r>
      <w:r>
        <w:tab/>
        <w:t>2.025e0</w:t>
      </w:r>
    </w:p>
    <w:p w:rsidR="006974AE" w:rsidRDefault="006974AE" w:rsidP="006974AE">
      <w:r>
        <w:lastRenderedPageBreak/>
        <w:t>458.9543</w:t>
      </w:r>
      <w:r>
        <w:tab/>
        <w:t>4.051e0</w:t>
      </w:r>
    </w:p>
    <w:p w:rsidR="006974AE" w:rsidRDefault="006974AE" w:rsidP="006974AE">
      <w:r>
        <w:t>458.9784</w:t>
      </w:r>
      <w:r>
        <w:tab/>
        <w:t>2.025e0</w:t>
      </w:r>
    </w:p>
    <w:p w:rsidR="006974AE" w:rsidRDefault="006974AE" w:rsidP="006974AE">
      <w:r>
        <w:t>459.0251</w:t>
      </w:r>
      <w:r>
        <w:tab/>
        <w:t>1.013e0</w:t>
      </w:r>
    </w:p>
    <w:p w:rsidR="006974AE" w:rsidRDefault="006974AE" w:rsidP="006974AE">
      <w:r>
        <w:t>459.0288</w:t>
      </w:r>
      <w:r>
        <w:tab/>
        <w:t>1.013e0</w:t>
      </w:r>
    </w:p>
    <w:p w:rsidR="006974AE" w:rsidRDefault="006974AE" w:rsidP="006974AE">
      <w:r>
        <w:t>459.0414</w:t>
      </w:r>
      <w:r>
        <w:tab/>
        <w:t>2.025e0</w:t>
      </w:r>
    </w:p>
    <w:p w:rsidR="006974AE" w:rsidRDefault="006974AE" w:rsidP="006974AE">
      <w:r>
        <w:t>459.0508</w:t>
      </w:r>
      <w:r>
        <w:tab/>
        <w:t>1.013e0</w:t>
      </w:r>
    </w:p>
    <w:p w:rsidR="006974AE" w:rsidRDefault="006974AE" w:rsidP="006974AE">
      <w:r>
        <w:t>459.0732</w:t>
      </w:r>
      <w:r>
        <w:tab/>
        <w:t>1.013e0</w:t>
      </w:r>
    </w:p>
    <w:p w:rsidR="006974AE" w:rsidRDefault="006974AE" w:rsidP="006974AE">
      <w:r>
        <w:t>459.0870</w:t>
      </w:r>
      <w:r>
        <w:tab/>
        <w:t>1.013e0</w:t>
      </w:r>
    </w:p>
    <w:p w:rsidR="006974AE" w:rsidRDefault="006974AE" w:rsidP="006974AE">
      <w:r>
        <w:t>459.0914</w:t>
      </w:r>
      <w:r>
        <w:tab/>
        <w:t>3.038e0</w:t>
      </w:r>
    </w:p>
    <w:p w:rsidR="006974AE" w:rsidRDefault="006974AE" w:rsidP="006974AE">
      <w:r>
        <w:t>459.1081</w:t>
      </w:r>
      <w:r>
        <w:tab/>
        <w:t>1.013e0</w:t>
      </w:r>
    </w:p>
    <w:p w:rsidR="006974AE" w:rsidRDefault="006974AE" w:rsidP="006974AE">
      <w:r>
        <w:t>459.1266</w:t>
      </w:r>
      <w:r>
        <w:tab/>
        <w:t>1.013e0</w:t>
      </w:r>
    </w:p>
    <w:p w:rsidR="006974AE" w:rsidRDefault="006974AE" w:rsidP="006974AE">
      <w:r>
        <w:t>459.1449</w:t>
      </w:r>
      <w:r>
        <w:tab/>
        <w:t>1.013e0</w:t>
      </w:r>
    </w:p>
    <w:p w:rsidR="006974AE" w:rsidRDefault="006974AE" w:rsidP="006974AE">
      <w:r>
        <w:t>459.1540</w:t>
      </w:r>
      <w:r>
        <w:tab/>
        <w:t>1.013e0</w:t>
      </w:r>
    </w:p>
    <w:p w:rsidR="006974AE" w:rsidRDefault="006974AE" w:rsidP="006974AE">
      <w:r>
        <w:t>459.1780</w:t>
      </w:r>
      <w:r>
        <w:tab/>
        <w:t>1.013e0</w:t>
      </w:r>
    </w:p>
    <w:p w:rsidR="006974AE" w:rsidRDefault="006974AE" w:rsidP="006974AE">
      <w:r>
        <w:t>459.1850</w:t>
      </w:r>
      <w:r>
        <w:tab/>
        <w:t>5.063e0</w:t>
      </w:r>
    </w:p>
    <w:p w:rsidR="006974AE" w:rsidRDefault="006974AE" w:rsidP="006974AE">
      <w:r>
        <w:t>459.2057</w:t>
      </w:r>
      <w:r>
        <w:tab/>
        <w:t>4.051e0</w:t>
      </w:r>
    </w:p>
    <w:p w:rsidR="006974AE" w:rsidRDefault="006974AE" w:rsidP="006974AE">
      <w:r>
        <w:t>459.2083</w:t>
      </w:r>
      <w:r>
        <w:tab/>
        <w:t>3.038e0</w:t>
      </w:r>
    </w:p>
    <w:p w:rsidR="006974AE" w:rsidRDefault="006974AE" w:rsidP="006974AE">
      <w:r>
        <w:t>459.2274</w:t>
      </w:r>
      <w:r>
        <w:tab/>
        <w:t>1.013e0</w:t>
      </w:r>
    </w:p>
    <w:p w:rsidR="006974AE" w:rsidRDefault="006974AE" w:rsidP="006974AE">
      <w:r>
        <w:t>459.2342</w:t>
      </w:r>
      <w:r>
        <w:tab/>
        <w:t>1.013e0</w:t>
      </w:r>
    </w:p>
    <w:p w:rsidR="006974AE" w:rsidRDefault="006974AE" w:rsidP="006974AE">
      <w:r>
        <w:lastRenderedPageBreak/>
        <w:t>459.2502</w:t>
      </w:r>
      <w:r>
        <w:tab/>
        <w:t>1.013e0</w:t>
      </w:r>
    </w:p>
    <w:p w:rsidR="006974AE" w:rsidRDefault="006974AE" w:rsidP="006974AE">
      <w:r>
        <w:t>459.2630</w:t>
      </w:r>
      <w:r>
        <w:tab/>
        <w:t>1.013e0</w:t>
      </w:r>
    </w:p>
    <w:p w:rsidR="006974AE" w:rsidRDefault="006974AE" w:rsidP="006974AE">
      <w:r>
        <w:t>459.2811</w:t>
      </w:r>
      <w:r>
        <w:tab/>
        <w:t>3.038e0</w:t>
      </w:r>
    </w:p>
    <w:p w:rsidR="006974AE" w:rsidRDefault="006974AE" w:rsidP="006974AE">
      <w:r>
        <w:t>459.2829</w:t>
      </w:r>
      <w:r>
        <w:tab/>
        <w:t>4.051e0</w:t>
      </w:r>
    </w:p>
    <w:p w:rsidR="006974AE" w:rsidRDefault="006974AE" w:rsidP="006974AE">
      <w:r>
        <w:t>459.2968</w:t>
      </w:r>
      <w:r>
        <w:tab/>
        <w:t>2.025e0</w:t>
      </w:r>
    </w:p>
    <w:p w:rsidR="006974AE" w:rsidRDefault="006974AE" w:rsidP="006974AE">
      <w:r>
        <w:t>459.3215</w:t>
      </w:r>
      <w:r>
        <w:tab/>
        <w:t>1.013e0</w:t>
      </w:r>
    </w:p>
    <w:p w:rsidR="006974AE" w:rsidRDefault="006974AE" w:rsidP="006974AE">
      <w:r>
        <w:t>459.3249</w:t>
      </w:r>
      <w:r>
        <w:tab/>
        <w:t>1.013e0</w:t>
      </w:r>
    </w:p>
    <w:p w:rsidR="006974AE" w:rsidRDefault="006974AE" w:rsidP="006974AE">
      <w:r>
        <w:t>459.3379</w:t>
      </w:r>
      <w:r>
        <w:tab/>
        <w:t>1.013e0</w:t>
      </w:r>
    </w:p>
    <w:p w:rsidR="006974AE" w:rsidRDefault="006974AE" w:rsidP="006974AE">
      <w:r>
        <w:t>459.3429</w:t>
      </w:r>
      <w:r>
        <w:tab/>
        <w:t>1.013e0</w:t>
      </w:r>
    </w:p>
    <w:p w:rsidR="006974AE" w:rsidRDefault="006974AE" w:rsidP="006974AE">
      <w:r>
        <w:t>459.3624</w:t>
      </w:r>
      <w:r>
        <w:tab/>
        <w:t>2.025e0</w:t>
      </w:r>
    </w:p>
    <w:p w:rsidR="006974AE" w:rsidRDefault="006974AE" w:rsidP="006974AE">
      <w:r>
        <w:t>459.3947</w:t>
      </w:r>
      <w:r>
        <w:tab/>
        <w:t>1.013e0</w:t>
      </w:r>
    </w:p>
    <w:p w:rsidR="006974AE" w:rsidRDefault="006974AE" w:rsidP="006974AE">
      <w:r>
        <w:t>459.4006</w:t>
      </w:r>
      <w:r>
        <w:tab/>
        <w:t>1.013e0</w:t>
      </w:r>
    </w:p>
    <w:p w:rsidR="006974AE" w:rsidRDefault="006974AE" w:rsidP="006974AE">
      <w:r>
        <w:t>459.4348</w:t>
      </w:r>
      <w:r>
        <w:tab/>
        <w:t>1.013e0</w:t>
      </w:r>
    </w:p>
    <w:p w:rsidR="006974AE" w:rsidRDefault="006974AE" w:rsidP="006974AE">
      <w:r>
        <w:t>459.4396</w:t>
      </w:r>
      <w:r>
        <w:tab/>
        <w:t>1.013e0</w:t>
      </w:r>
    </w:p>
    <w:p w:rsidR="006974AE" w:rsidRDefault="006974AE" w:rsidP="006974AE">
      <w:r>
        <w:t>459.4436</w:t>
      </w:r>
      <w:r>
        <w:tab/>
        <w:t>1.013e0</w:t>
      </w:r>
    </w:p>
    <w:p w:rsidR="006974AE" w:rsidRDefault="006974AE" w:rsidP="006974AE">
      <w:r>
        <w:t>459.4508</w:t>
      </w:r>
      <w:r>
        <w:tab/>
        <w:t>1.013e0</w:t>
      </w:r>
    </w:p>
    <w:p w:rsidR="006974AE" w:rsidRDefault="006974AE" w:rsidP="006974AE">
      <w:r>
        <w:t>459.4831</w:t>
      </w:r>
      <w:r>
        <w:tab/>
        <w:t>1.013e0</w:t>
      </w:r>
    </w:p>
    <w:p w:rsidR="006974AE" w:rsidRDefault="006974AE" w:rsidP="006974AE">
      <w:r>
        <w:t>459.4904</w:t>
      </w:r>
      <w:r>
        <w:tab/>
        <w:t>1.013e0</w:t>
      </w:r>
    </w:p>
    <w:p w:rsidR="006974AE" w:rsidRDefault="006974AE" w:rsidP="006974AE">
      <w:r>
        <w:t>459.4981</w:t>
      </w:r>
      <w:r>
        <w:tab/>
        <w:t>1.013e0</w:t>
      </w:r>
    </w:p>
    <w:p w:rsidR="006974AE" w:rsidRDefault="006974AE" w:rsidP="006974AE">
      <w:r>
        <w:lastRenderedPageBreak/>
        <w:t>459.5065</w:t>
      </w:r>
      <w:r>
        <w:tab/>
        <w:t>1.013e0</w:t>
      </w:r>
    </w:p>
    <w:p w:rsidR="006974AE" w:rsidRDefault="006974AE" w:rsidP="006974AE">
      <w:r>
        <w:t>459.5225</w:t>
      </w:r>
      <w:r>
        <w:tab/>
        <w:t>1.013e0</w:t>
      </w:r>
    </w:p>
    <w:p w:rsidR="006974AE" w:rsidRDefault="006974AE" w:rsidP="006974AE">
      <w:r>
        <w:t>459.5767</w:t>
      </w:r>
      <w:r>
        <w:tab/>
        <w:t>1.013e0</w:t>
      </w:r>
    </w:p>
    <w:p w:rsidR="006974AE" w:rsidRDefault="006974AE" w:rsidP="006974AE">
      <w:r>
        <w:t>459.6018</w:t>
      </w:r>
      <w:r>
        <w:tab/>
        <w:t>2.025e0</w:t>
      </w:r>
    </w:p>
    <w:p w:rsidR="006974AE" w:rsidRDefault="006974AE" w:rsidP="006974AE">
      <w:r>
        <w:t>459.6034</w:t>
      </w:r>
      <w:r>
        <w:tab/>
        <w:t>1.013e0</w:t>
      </w:r>
    </w:p>
    <w:p w:rsidR="006974AE" w:rsidRDefault="006974AE" w:rsidP="006974AE">
      <w:r>
        <w:t>459.6550</w:t>
      </w:r>
      <w:r>
        <w:tab/>
        <w:t>5.063e0</w:t>
      </w:r>
    </w:p>
    <w:p w:rsidR="006974AE" w:rsidRDefault="006974AE" w:rsidP="006974AE">
      <w:r>
        <w:t>459.6781</w:t>
      </w:r>
      <w:r>
        <w:tab/>
        <w:t>1.013e0</w:t>
      </w:r>
    </w:p>
    <w:p w:rsidR="006974AE" w:rsidRDefault="006974AE" w:rsidP="006974AE">
      <w:r>
        <w:t>459.7358</w:t>
      </w:r>
      <w:r>
        <w:tab/>
        <w:t>1.013e0</w:t>
      </w:r>
    </w:p>
    <w:p w:rsidR="006974AE" w:rsidRDefault="006974AE" w:rsidP="006974AE">
      <w:r>
        <w:t>459.7399</w:t>
      </w:r>
      <w:r>
        <w:tab/>
        <w:t>1.013e0</w:t>
      </w:r>
    </w:p>
    <w:p w:rsidR="006974AE" w:rsidRDefault="006974AE" w:rsidP="006974AE">
      <w:r>
        <w:t>459.7755</w:t>
      </w:r>
      <w:r>
        <w:tab/>
        <w:t>1.013e0</w:t>
      </w:r>
    </w:p>
    <w:p w:rsidR="006974AE" w:rsidRDefault="006974AE" w:rsidP="006974AE">
      <w:r>
        <w:t>459.8007</w:t>
      </w:r>
      <w:r>
        <w:tab/>
        <w:t>2.025e0</w:t>
      </w:r>
    </w:p>
    <w:p w:rsidR="006974AE" w:rsidRDefault="006974AE" w:rsidP="006974AE">
      <w:r>
        <w:t>459.8412</w:t>
      </w:r>
      <w:r>
        <w:tab/>
        <w:t>3.038e0</w:t>
      </w:r>
    </w:p>
    <w:p w:rsidR="006974AE" w:rsidRDefault="006974AE" w:rsidP="006974AE">
      <w:r>
        <w:t>459.8724</w:t>
      </w:r>
      <w:r>
        <w:tab/>
        <w:t>2.025e0</w:t>
      </w:r>
    </w:p>
    <w:p w:rsidR="006974AE" w:rsidRDefault="006974AE" w:rsidP="006974AE">
      <w:r>
        <w:t>459.8845</w:t>
      </w:r>
      <w:r>
        <w:tab/>
        <w:t>1.013e0</w:t>
      </w:r>
    </w:p>
    <w:p w:rsidR="006974AE" w:rsidRDefault="006974AE" w:rsidP="006974AE">
      <w:r>
        <w:t>459.8903</w:t>
      </w:r>
      <w:r>
        <w:tab/>
        <w:t>1.013e0</w:t>
      </w:r>
    </w:p>
    <w:p w:rsidR="006974AE" w:rsidRDefault="006974AE" w:rsidP="006974AE">
      <w:r>
        <w:t>459.8943</w:t>
      </w:r>
      <w:r>
        <w:tab/>
        <w:t>2.025e0</w:t>
      </w:r>
    </w:p>
    <w:p w:rsidR="006974AE" w:rsidRDefault="006974AE" w:rsidP="006974AE">
      <w:r>
        <w:t>459.8999</w:t>
      </w:r>
      <w:r>
        <w:tab/>
        <w:t>2.025e0</w:t>
      </w:r>
    </w:p>
    <w:p w:rsidR="006974AE" w:rsidRDefault="006974AE" w:rsidP="006974AE">
      <w:r>
        <w:t>459.9269</w:t>
      </w:r>
      <w:r>
        <w:tab/>
        <w:t>3.038e0</w:t>
      </w:r>
    </w:p>
    <w:p w:rsidR="006974AE" w:rsidRDefault="006974AE" w:rsidP="006974AE">
      <w:r>
        <w:t>459.9487</w:t>
      </w:r>
      <w:r>
        <w:tab/>
        <w:t>1.013e0</w:t>
      </w:r>
    </w:p>
    <w:p w:rsidR="006974AE" w:rsidRDefault="006974AE" w:rsidP="006974AE">
      <w:r>
        <w:lastRenderedPageBreak/>
        <w:t>459.9620</w:t>
      </w:r>
      <w:r>
        <w:tab/>
        <w:t>3.038e0</w:t>
      </w:r>
    </w:p>
    <w:p w:rsidR="006974AE" w:rsidRDefault="006974AE" w:rsidP="006974AE">
      <w:r>
        <w:t>459.9734</w:t>
      </w:r>
      <w:r>
        <w:tab/>
        <w:t>1.013e0</w:t>
      </w:r>
    </w:p>
    <w:p w:rsidR="006974AE" w:rsidRDefault="006974AE" w:rsidP="006974AE">
      <w:r>
        <w:t>460.0003</w:t>
      </w:r>
      <w:r>
        <w:tab/>
        <w:t>2.025e0</w:t>
      </w:r>
    </w:p>
    <w:p w:rsidR="006974AE" w:rsidRDefault="006974AE" w:rsidP="006974AE">
      <w:r>
        <w:t>460.0205</w:t>
      </w:r>
      <w:r>
        <w:tab/>
        <w:t>1.013e0</w:t>
      </w:r>
    </w:p>
    <w:p w:rsidR="006974AE" w:rsidRDefault="006974AE" w:rsidP="006974AE">
      <w:r>
        <w:t>460.0494</w:t>
      </w:r>
      <w:r>
        <w:tab/>
        <w:t>1.013e0</w:t>
      </w:r>
    </w:p>
    <w:p w:rsidR="006974AE" w:rsidRDefault="006974AE" w:rsidP="006974AE">
      <w:r>
        <w:t>460.0612</w:t>
      </w:r>
      <w:r>
        <w:tab/>
        <w:t>1.013e0</w:t>
      </w:r>
    </w:p>
    <w:p w:rsidR="006974AE" w:rsidRDefault="006974AE" w:rsidP="006974AE">
      <w:r>
        <w:t>460.0710</w:t>
      </w:r>
      <w:r>
        <w:tab/>
        <w:t>1.013e0</w:t>
      </w:r>
    </w:p>
    <w:p w:rsidR="006974AE" w:rsidRDefault="006974AE" w:rsidP="006974AE">
      <w:r>
        <w:t>460.0817</w:t>
      </w:r>
      <w:r>
        <w:tab/>
        <w:t>3.038e0</w:t>
      </w:r>
    </w:p>
    <w:p w:rsidR="006974AE" w:rsidRDefault="006974AE" w:rsidP="006974AE">
      <w:r>
        <w:t>460.1045</w:t>
      </w:r>
      <w:r>
        <w:tab/>
        <w:t>2.025e0</w:t>
      </w:r>
    </w:p>
    <w:p w:rsidR="006974AE" w:rsidRDefault="006974AE" w:rsidP="006974AE">
      <w:r>
        <w:t>460.1071</w:t>
      </w:r>
      <w:r>
        <w:tab/>
        <w:t>1.013e0</w:t>
      </w:r>
    </w:p>
    <w:p w:rsidR="006974AE" w:rsidRDefault="006974AE" w:rsidP="006974AE">
      <w:r>
        <w:t>460.1339</w:t>
      </w:r>
      <w:r>
        <w:tab/>
        <w:t>2.025e0</w:t>
      </w:r>
    </w:p>
    <w:p w:rsidR="006974AE" w:rsidRDefault="006974AE" w:rsidP="006974AE">
      <w:r>
        <w:t>460.1416</w:t>
      </w:r>
      <w:r>
        <w:tab/>
        <w:t>1.013e0</w:t>
      </w:r>
    </w:p>
    <w:p w:rsidR="006974AE" w:rsidRDefault="006974AE" w:rsidP="006974AE">
      <w:r>
        <w:t>460.1461</w:t>
      </w:r>
      <w:r>
        <w:tab/>
        <w:t>1.013e0</w:t>
      </w:r>
    </w:p>
    <w:p w:rsidR="006974AE" w:rsidRDefault="006974AE" w:rsidP="006974AE">
      <w:r>
        <w:t>460.1818</w:t>
      </w:r>
      <w:r>
        <w:tab/>
        <w:t>2.025e0</w:t>
      </w:r>
    </w:p>
    <w:p w:rsidR="006974AE" w:rsidRDefault="006974AE" w:rsidP="006974AE">
      <w:r>
        <w:t>460.1858</w:t>
      </w:r>
      <w:r>
        <w:tab/>
        <w:t>1.013e0</w:t>
      </w:r>
    </w:p>
    <w:p w:rsidR="006974AE" w:rsidRDefault="006974AE" w:rsidP="006974AE">
      <w:r>
        <w:t>460.2046</w:t>
      </w:r>
      <w:r>
        <w:tab/>
        <w:t>1.013e0</w:t>
      </w:r>
    </w:p>
    <w:p w:rsidR="006974AE" w:rsidRDefault="006974AE" w:rsidP="006974AE">
      <w:r>
        <w:t>460.2268</w:t>
      </w:r>
      <w:r>
        <w:tab/>
        <w:t>5.063e0</w:t>
      </w:r>
    </w:p>
    <w:p w:rsidR="006974AE" w:rsidRDefault="006974AE" w:rsidP="006974AE">
      <w:r>
        <w:t>460.2300</w:t>
      </w:r>
      <w:r>
        <w:tab/>
        <w:t>1.013e0</w:t>
      </w:r>
    </w:p>
    <w:p w:rsidR="006974AE" w:rsidRDefault="006974AE" w:rsidP="006974AE">
      <w:r>
        <w:t>460.2377</w:t>
      </w:r>
      <w:r>
        <w:tab/>
        <w:t>2.025e0</w:t>
      </w:r>
    </w:p>
    <w:p w:rsidR="006974AE" w:rsidRDefault="006974AE" w:rsidP="006974AE">
      <w:r>
        <w:lastRenderedPageBreak/>
        <w:t>460.2436</w:t>
      </w:r>
      <w:r>
        <w:tab/>
        <w:t>1.013e0</w:t>
      </w:r>
    </w:p>
    <w:p w:rsidR="006974AE" w:rsidRDefault="006974AE" w:rsidP="006974AE">
      <w:r>
        <w:t>460.2480</w:t>
      </w:r>
      <w:r>
        <w:tab/>
        <w:t>6.076e0</w:t>
      </w:r>
    </w:p>
    <w:p w:rsidR="006974AE" w:rsidRDefault="006974AE" w:rsidP="006974AE">
      <w:r>
        <w:t>460.2616</w:t>
      </w:r>
      <w:r>
        <w:tab/>
        <w:t>1.013e0</w:t>
      </w:r>
    </w:p>
    <w:p w:rsidR="006974AE" w:rsidRDefault="006974AE" w:rsidP="006974AE">
      <w:r>
        <w:t>460.2909</w:t>
      </w:r>
      <w:r>
        <w:tab/>
        <w:t>2.025e0</w:t>
      </w:r>
    </w:p>
    <w:p w:rsidR="006974AE" w:rsidRDefault="006974AE" w:rsidP="006974AE">
      <w:r>
        <w:t>460.3018</w:t>
      </w:r>
      <w:r>
        <w:tab/>
        <w:t>4.051e0</w:t>
      </w:r>
    </w:p>
    <w:p w:rsidR="006974AE" w:rsidRDefault="006974AE" w:rsidP="006974AE">
      <w:r>
        <w:t>460.3061</w:t>
      </w:r>
      <w:r>
        <w:tab/>
        <w:t>3.038e0</w:t>
      </w:r>
    </w:p>
    <w:p w:rsidR="006974AE" w:rsidRDefault="006974AE" w:rsidP="006974AE">
      <w:r>
        <w:t>460.3630</w:t>
      </w:r>
      <w:r>
        <w:tab/>
        <w:t>1.013e0</w:t>
      </w:r>
    </w:p>
    <w:p w:rsidR="006974AE" w:rsidRDefault="006974AE" w:rsidP="006974AE">
      <w:r>
        <w:t>460.3661</w:t>
      </w:r>
      <w:r>
        <w:tab/>
        <w:t>1.013e0</w:t>
      </w:r>
    </w:p>
    <w:p w:rsidR="006974AE" w:rsidRDefault="006974AE" w:rsidP="006974AE">
      <w:r>
        <w:t>460.3763</w:t>
      </w:r>
      <w:r>
        <w:tab/>
        <w:t>5.063e0</w:t>
      </w:r>
    </w:p>
    <w:p w:rsidR="006974AE" w:rsidRDefault="006974AE" w:rsidP="006974AE">
      <w:r>
        <w:t>460.3846</w:t>
      </w:r>
      <w:r>
        <w:tab/>
        <w:t>1.013e0</w:t>
      </w:r>
    </w:p>
    <w:p w:rsidR="006974AE" w:rsidRDefault="006974AE" w:rsidP="006974AE">
      <w:r>
        <w:t>460.3900</w:t>
      </w:r>
      <w:r>
        <w:tab/>
        <w:t>2.025e0</w:t>
      </w:r>
    </w:p>
    <w:p w:rsidR="006974AE" w:rsidRDefault="006974AE" w:rsidP="006974AE">
      <w:r>
        <w:t>460.3983</w:t>
      </w:r>
      <w:r>
        <w:tab/>
        <w:t>1.013e0</w:t>
      </w:r>
    </w:p>
    <w:p w:rsidR="006974AE" w:rsidRDefault="006974AE" w:rsidP="006974AE">
      <w:r>
        <w:t>460.4144</w:t>
      </w:r>
      <w:r>
        <w:tab/>
        <w:t>1.013e0</w:t>
      </w:r>
    </w:p>
    <w:p w:rsidR="006974AE" w:rsidRDefault="006974AE" w:rsidP="006974AE">
      <w:r>
        <w:t>460.4391</w:t>
      </w:r>
      <w:r>
        <w:tab/>
        <w:t>1.013e0</w:t>
      </w:r>
    </w:p>
    <w:p w:rsidR="006974AE" w:rsidRDefault="006974AE" w:rsidP="006974AE">
      <w:r>
        <w:t>460.4815</w:t>
      </w:r>
      <w:r>
        <w:tab/>
        <w:t>1.013e0</w:t>
      </w:r>
    </w:p>
    <w:p w:rsidR="006974AE" w:rsidRDefault="006974AE" w:rsidP="006974AE">
      <w:r>
        <w:t>460.4868</w:t>
      </w:r>
      <w:r>
        <w:tab/>
        <w:t>1.013e0</w:t>
      </w:r>
    </w:p>
    <w:p w:rsidR="006974AE" w:rsidRDefault="006974AE" w:rsidP="006974AE">
      <w:r>
        <w:t>460.4951</w:t>
      </w:r>
      <w:r>
        <w:tab/>
        <w:t>2.025e0</w:t>
      </w:r>
    </w:p>
    <w:p w:rsidR="006974AE" w:rsidRDefault="006974AE" w:rsidP="006974AE">
      <w:r>
        <w:t>460.5034</w:t>
      </w:r>
      <w:r>
        <w:tab/>
        <w:t>1.013e0</w:t>
      </w:r>
    </w:p>
    <w:p w:rsidR="006974AE" w:rsidRDefault="006974AE" w:rsidP="006974AE">
      <w:r>
        <w:t>460.5214</w:t>
      </w:r>
      <w:r>
        <w:tab/>
        <w:t>2.025e0</w:t>
      </w:r>
    </w:p>
    <w:p w:rsidR="006974AE" w:rsidRDefault="006974AE" w:rsidP="006974AE">
      <w:r>
        <w:lastRenderedPageBreak/>
        <w:t>460.5350</w:t>
      </w:r>
      <w:r>
        <w:tab/>
        <w:t>1.013e0</w:t>
      </w:r>
    </w:p>
    <w:p w:rsidR="006974AE" w:rsidRDefault="006974AE" w:rsidP="006974AE">
      <w:r>
        <w:t>460.5391</w:t>
      </w:r>
      <w:r>
        <w:tab/>
        <w:t>1.013e0</w:t>
      </w:r>
    </w:p>
    <w:p w:rsidR="006974AE" w:rsidRDefault="006974AE" w:rsidP="006974AE">
      <w:r>
        <w:t>460.5833</w:t>
      </w:r>
      <w:r>
        <w:tab/>
        <w:t>1.013e0</w:t>
      </w:r>
    </w:p>
    <w:p w:rsidR="006974AE" w:rsidRDefault="006974AE" w:rsidP="006974AE">
      <w:r>
        <w:t>460.6241</w:t>
      </w:r>
      <w:r>
        <w:tab/>
        <w:t>1.013e0</w:t>
      </w:r>
    </w:p>
    <w:p w:rsidR="006974AE" w:rsidRDefault="006974AE" w:rsidP="006974AE">
      <w:r>
        <w:t>460.6365</w:t>
      </w:r>
      <w:r>
        <w:tab/>
        <w:t>1.013e0</w:t>
      </w:r>
    </w:p>
    <w:p w:rsidR="006974AE" w:rsidRDefault="006974AE" w:rsidP="006974AE">
      <w:r>
        <w:t>460.6476</w:t>
      </w:r>
      <w:r>
        <w:tab/>
        <w:t>2.025e0</w:t>
      </w:r>
    </w:p>
    <w:p w:rsidR="006974AE" w:rsidRDefault="006974AE" w:rsidP="006974AE">
      <w:r>
        <w:t>460.6553</w:t>
      </w:r>
      <w:r>
        <w:tab/>
        <w:t>1.013e0</w:t>
      </w:r>
    </w:p>
    <w:p w:rsidR="006974AE" w:rsidRDefault="006974AE" w:rsidP="006974AE">
      <w:r>
        <w:t>460.6738</w:t>
      </w:r>
      <w:r>
        <w:tab/>
        <w:t>2.025e0</w:t>
      </w:r>
    </w:p>
    <w:p w:rsidR="006974AE" w:rsidRDefault="006974AE" w:rsidP="006974AE">
      <w:r>
        <w:t>460.6764</w:t>
      </w:r>
      <w:r>
        <w:tab/>
        <w:t>2.025e0</w:t>
      </w:r>
    </w:p>
    <w:p w:rsidR="006974AE" w:rsidRDefault="006974AE" w:rsidP="006974AE">
      <w:r>
        <w:t>460.7244</w:t>
      </w:r>
      <w:r>
        <w:tab/>
        <w:t>2.025e0</w:t>
      </w:r>
    </w:p>
    <w:p w:rsidR="006974AE" w:rsidRDefault="006974AE" w:rsidP="006974AE">
      <w:r>
        <w:t>460.7320</w:t>
      </w:r>
      <w:r>
        <w:tab/>
        <w:t>2.025e0</w:t>
      </w:r>
    </w:p>
    <w:p w:rsidR="006974AE" w:rsidRDefault="006974AE" w:rsidP="006974AE">
      <w:r>
        <w:t>460.7442</w:t>
      </w:r>
      <w:r>
        <w:tab/>
        <w:t>1.013e0</w:t>
      </w:r>
    </w:p>
    <w:p w:rsidR="006974AE" w:rsidRDefault="006974AE" w:rsidP="006974AE">
      <w:r>
        <w:t>460.7957</w:t>
      </w:r>
      <w:r>
        <w:tab/>
        <w:t>1.013e0</w:t>
      </w:r>
    </w:p>
    <w:p w:rsidR="006974AE" w:rsidRDefault="006974AE" w:rsidP="006974AE">
      <w:r>
        <w:t>460.8339</w:t>
      </w:r>
      <w:r>
        <w:tab/>
        <w:t>2.025e0</w:t>
      </w:r>
    </w:p>
    <w:p w:rsidR="006974AE" w:rsidRDefault="006974AE" w:rsidP="006974AE">
      <w:r>
        <w:t>460.8353</w:t>
      </w:r>
      <w:r>
        <w:tab/>
        <w:t>1.013e0</w:t>
      </w:r>
    </w:p>
    <w:p w:rsidR="006974AE" w:rsidRDefault="006974AE" w:rsidP="006974AE">
      <w:r>
        <w:t>460.8891</w:t>
      </w:r>
      <w:r>
        <w:tab/>
        <w:t>3.038e0</w:t>
      </w:r>
    </w:p>
    <w:p w:rsidR="006974AE" w:rsidRDefault="006974AE" w:rsidP="006974AE">
      <w:r>
        <w:t>460.8925</w:t>
      </w:r>
      <w:r>
        <w:tab/>
        <w:t>1.013e0</w:t>
      </w:r>
    </w:p>
    <w:p w:rsidR="006974AE" w:rsidRDefault="006974AE" w:rsidP="006974AE">
      <w:r>
        <w:t>460.9092</w:t>
      </w:r>
      <w:r>
        <w:tab/>
        <w:t>2.025e0</w:t>
      </w:r>
    </w:p>
    <w:p w:rsidR="006974AE" w:rsidRDefault="006974AE" w:rsidP="006974AE">
      <w:r>
        <w:t>460.9105</w:t>
      </w:r>
      <w:r>
        <w:tab/>
        <w:t>1.013e0</w:t>
      </w:r>
    </w:p>
    <w:p w:rsidR="006974AE" w:rsidRDefault="006974AE" w:rsidP="006974AE">
      <w:r>
        <w:lastRenderedPageBreak/>
        <w:t>460.9535</w:t>
      </w:r>
      <w:r>
        <w:tab/>
        <w:t>2.025e0</w:t>
      </w:r>
    </w:p>
    <w:p w:rsidR="006974AE" w:rsidRDefault="006974AE" w:rsidP="006974AE">
      <w:r>
        <w:t>460.9937</w:t>
      </w:r>
      <w:r>
        <w:tab/>
        <w:t>1.013e0</w:t>
      </w:r>
    </w:p>
    <w:p w:rsidR="006974AE" w:rsidRDefault="006974AE" w:rsidP="006974AE">
      <w:r>
        <w:t>461.0085</w:t>
      </w:r>
      <w:r>
        <w:tab/>
        <w:t>1.013e0</w:t>
      </w:r>
    </w:p>
    <w:p w:rsidR="006974AE" w:rsidRDefault="006974AE" w:rsidP="006974AE">
      <w:r>
        <w:t>461.0120</w:t>
      </w:r>
      <w:r>
        <w:tab/>
        <w:t>1.013e0</w:t>
      </w:r>
    </w:p>
    <w:p w:rsidR="006974AE" w:rsidRDefault="006974AE" w:rsidP="006974AE">
      <w:r>
        <w:t>461.0259</w:t>
      </w:r>
      <w:r>
        <w:tab/>
        <w:t>1.013e0</w:t>
      </w:r>
    </w:p>
    <w:p w:rsidR="006974AE" w:rsidRDefault="006974AE" w:rsidP="006974AE">
      <w:r>
        <w:t>461.0698</w:t>
      </w:r>
      <w:r>
        <w:tab/>
        <w:t>1.013e0</w:t>
      </w:r>
    </w:p>
    <w:p w:rsidR="006974AE" w:rsidRDefault="006974AE" w:rsidP="006974AE">
      <w:r>
        <w:t>461.0872</w:t>
      </w:r>
      <w:r>
        <w:tab/>
        <w:t>1.013e0</w:t>
      </w:r>
    </w:p>
    <w:p w:rsidR="006974AE" w:rsidRDefault="006974AE" w:rsidP="006974AE">
      <w:r>
        <w:t>461.0930</w:t>
      </w:r>
      <w:r>
        <w:tab/>
        <w:t>2.025e0</w:t>
      </w:r>
    </w:p>
    <w:p w:rsidR="006974AE" w:rsidRDefault="006974AE" w:rsidP="006974AE">
      <w:r>
        <w:t>461.1091</w:t>
      </w:r>
      <w:r>
        <w:tab/>
        <w:t>2.025e0</w:t>
      </w:r>
    </w:p>
    <w:p w:rsidR="006974AE" w:rsidRDefault="006974AE" w:rsidP="006974AE">
      <w:r>
        <w:t>461.1342</w:t>
      </w:r>
      <w:r>
        <w:tab/>
        <w:t>2.025e0</w:t>
      </w:r>
    </w:p>
    <w:p w:rsidR="006974AE" w:rsidRDefault="006974AE" w:rsidP="006974AE">
      <w:r>
        <w:t>461.1504</w:t>
      </w:r>
      <w:r>
        <w:tab/>
        <w:t>2.025e0</w:t>
      </w:r>
    </w:p>
    <w:p w:rsidR="006974AE" w:rsidRDefault="006974AE" w:rsidP="006974AE">
      <w:r>
        <w:t>461.1548</w:t>
      </w:r>
      <w:r>
        <w:tab/>
        <w:t>1.013e0</w:t>
      </w:r>
    </w:p>
    <w:p w:rsidR="006974AE" w:rsidRDefault="006974AE" w:rsidP="006974AE">
      <w:r>
        <w:t>461.1666</w:t>
      </w:r>
      <w:r>
        <w:tab/>
        <w:t>1.013e0</w:t>
      </w:r>
    </w:p>
    <w:p w:rsidR="006974AE" w:rsidRDefault="006974AE" w:rsidP="006974AE">
      <w:r>
        <w:t>461.1711</w:t>
      </w:r>
      <w:r>
        <w:tab/>
        <w:t>2.025e0</w:t>
      </w:r>
    </w:p>
    <w:p w:rsidR="006974AE" w:rsidRDefault="006974AE" w:rsidP="006974AE">
      <w:r>
        <w:t>461.1789</w:t>
      </w:r>
      <w:r>
        <w:tab/>
        <w:t>1.013e0</w:t>
      </w:r>
    </w:p>
    <w:p w:rsidR="006974AE" w:rsidRDefault="006974AE" w:rsidP="006974AE">
      <w:r>
        <w:t>461.2082</w:t>
      </w:r>
      <w:r>
        <w:tab/>
        <w:t>2.025e0</w:t>
      </w:r>
    </w:p>
    <w:p w:rsidR="006974AE" w:rsidRDefault="006974AE" w:rsidP="006974AE">
      <w:r>
        <w:t>461.2248</w:t>
      </w:r>
      <w:r>
        <w:tab/>
        <w:t>1.013e0</w:t>
      </w:r>
    </w:p>
    <w:p w:rsidR="006974AE" w:rsidRDefault="006974AE" w:rsidP="006974AE">
      <w:r>
        <w:t>461.2482</w:t>
      </w:r>
      <w:r>
        <w:tab/>
        <w:t>2.025e0</w:t>
      </w:r>
    </w:p>
    <w:p w:rsidR="006974AE" w:rsidRDefault="006974AE" w:rsidP="006974AE">
      <w:r>
        <w:t>461.2494</w:t>
      </w:r>
      <w:r>
        <w:tab/>
        <w:t>2.025e0</w:t>
      </w:r>
    </w:p>
    <w:p w:rsidR="006974AE" w:rsidRDefault="006974AE" w:rsidP="006974AE">
      <w:r>
        <w:lastRenderedPageBreak/>
        <w:t>461.2639</w:t>
      </w:r>
      <w:r>
        <w:tab/>
        <w:t>1.013e0</w:t>
      </w:r>
    </w:p>
    <w:p w:rsidR="006974AE" w:rsidRDefault="006974AE" w:rsidP="006974AE">
      <w:r>
        <w:t>461.2681</w:t>
      </w:r>
      <w:r>
        <w:tab/>
        <w:t>3.038e0</w:t>
      </w:r>
    </w:p>
    <w:p w:rsidR="006974AE" w:rsidRDefault="006974AE" w:rsidP="006974AE">
      <w:r>
        <w:t>461.2701</w:t>
      </w:r>
      <w:r>
        <w:tab/>
        <w:t>2.390e0</w:t>
      </w:r>
    </w:p>
    <w:p w:rsidR="006974AE" w:rsidRDefault="006974AE" w:rsidP="006974AE">
      <w:r>
        <w:t>461.3256</w:t>
      </w:r>
      <w:r>
        <w:tab/>
        <w:t>1.013e0</w:t>
      </w:r>
    </w:p>
    <w:p w:rsidR="006974AE" w:rsidRDefault="006974AE" w:rsidP="006974AE">
      <w:r>
        <w:t>461.3320</w:t>
      </w:r>
      <w:r>
        <w:tab/>
        <w:t>1.013e0</w:t>
      </w:r>
    </w:p>
    <w:p w:rsidR="006974AE" w:rsidRDefault="006974AE" w:rsidP="006974AE">
      <w:r>
        <w:t>461.3373</w:t>
      </w:r>
      <w:r>
        <w:tab/>
        <w:t>2.025e0</w:t>
      </w:r>
    </w:p>
    <w:p w:rsidR="006974AE" w:rsidRDefault="006974AE" w:rsidP="006974AE">
      <w:r>
        <w:t>461.3801</w:t>
      </w:r>
      <w:r>
        <w:tab/>
        <w:t>1.013e0</w:t>
      </w:r>
    </w:p>
    <w:p w:rsidR="006974AE" w:rsidRDefault="006974AE" w:rsidP="006974AE">
      <w:r>
        <w:t>461.3884</w:t>
      </w:r>
      <w:r>
        <w:tab/>
        <w:t>1.013e0</w:t>
      </w:r>
    </w:p>
    <w:p w:rsidR="006974AE" w:rsidRDefault="006974AE" w:rsidP="006974AE">
      <w:r>
        <w:t>461.4051</w:t>
      </w:r>
      <w:r>
        <w:tab/>
        <w:t>1.013e0</w:t>
      </w:r>
    </w:p>
    <w:p w:rsidR="006974AE" w:rsidRDefault="006974AE" w:rsidP="006974AE">
      <w:r>
        <w:t>461.4196</w:t>
      </w:r>
      <w:r>
        <w:tab/>
        <w:t>2.025e0</w:t>
      </w:r>
    </w:p>
    <w:p w:rsidR="006974AE" w:rsidRDefault="006974AE" w:rsidP="006974AE">
      <w:r>
        <w:t>461.4448</w:t>
      </w:r>
      <w:r>
        <w:tab/>
        <w:t>1.013e0</w:t>
      </w:r>
    </w:p>
    <w:p w:rsidR="006974AE" w:rsidRDefault="006974AE" w:rsidP="006974AE">
      <w:r>
        <w:t>461.4542</w:t>
      </w:r>
      <w:r>
        <w:tab/>
        <w:t>3.038e0</w:t>
      </w:r>
    </w:p>
    <w:p w:rsidR="006974AE" w:rsidRDefault="006974AE" w:rsidP="006974AE">
      <w:r>
        <w:t>461.4592</w:t>
      </w:r>
      <w:r>
        <w:tab/>
        <w:t>1.013e0</w:t>
      </w:r>
    </w:p>
    <w:p w:rsidR="006974AE" w:rsidRDefault="006974AE" w:rsidP="006974AE">
      <w:r>
        <w:t>461.4851</w:t>
      </w:r>
      <w:r>
        <w:tab/>
        <w:t>1.013e0</w:t>
      </w:r>
    </w:p>
    <w:p w:rsidR="006974AE" w:rsidRDefault="006974AE" w:rsidP="006974AE">
      <w:r>
        <w:t>461.4937</w:t>
      </w:r>
      <w:r>
        <w:tab/>
        <w:t>1.013e0</w:t>
      </w:r>
    </w:p>
    <w:p w:rsidR="006974AE" w:rsidRDefault="006974AE" w:rsidP="006974AE">
      <w:r>
        <w:t>461.5172</w:t>
      </w:r>
      <w:r>
        <w:tab/>
        <w:t>1.013e0</w:t>
      </w:r>
    </w:p>
    <w:p w:rsidR="006974AE" w:rsidRDefault="006974AE" w:rsidP="006974AE">
      <w:r>
        <w:t>461.5200</w:t>
      </w:r>
      <w:r>
        <w:tab/>
        <w:t>1.013e0</w:t>
      </w:r>
    </w:p>
    <w:p w:rsidR="006974AE" w:rsidRDefault="006974AE" w:rsidP="006974AE">
      <w:r>
        <w:t>461.5743</w:t>
      </w:r>
      <w:r>
        <w:tab/>
        <w:t>1.013e0</w:t>
      </w:r>
    </w:p>
    <w:p w:rsidR="006974AE" w:rsidRDefault="006974AE" w:rsidP="006974AE">
      <w:r>
        <w:t>461.5898</w:t>
      </w:r>
      <w:r>
        <w:tab/>
        <w:t>1.013e0</w:t>
      </w:r>
    </w:p>
    <w:p w:rsidR="006974AE" w:rsidRDefault="006974AE" w:rsidP="006974AE">
      <w:r>
        <w:lastRenderedPageBreak/>
        <w:t>461.6069</w:t>
      </w:r>
      <w:r>
        <w:tab/>
        <w:t>3.038e0</w:t>
      </w:r>
    </w:p>
    <w:p w:rsidR="006974AE" w:rsidRDefault="006974AE" w:rsidP="006974AE">
      <w:r>
        <w:t>461.6221</w:t>
      </w:r>
      <w:r>
        <w:tab/>
        <w:t>1.013e0</w:t>
      </w:r>
    </w:p>
    <w:p w:rsidR="006974AE" w:rsidRDefault="006974AE" w:rsidP="006974AE">
      <w:r>
        <w:t>461.6307</w:t>
      </w:r>
      <w:r>
        <w:tab/>
        <w:t>1.013e0</w:t>
      </w:r>
    </w:p>
    <w:p w:rsidR="006974AE" w:rsidRDefault="006974AE" w:rsidP="006974AE">
      <w:r>
        <w:t>461.6382</w:t>
      </w:r>
      <w:r>
        <w:tab/>
        <w:t>2.025e0</w:t>
      </w:r>
    </w:p>
    <w:p w:rsidR="006974AE" w:rsidRDefault="006974AE" w:rsidP="006974AE">
      <w:r>
        <w:t>461.6915</w:t>
      </w:r>
      <w:r>
        <w:tab/>
        <w:t>2.025e0</w:t>
      </w:r>
    </w:p>
    <w:p w:rsidR="006974AE" w:rsidRDefault="006974AE" w:rsidP="006974AE">
      <w:r>
        <w:t>461.7188</w:t>
      </w:r>
      <w:r>
        <w:tab/>
        <w:t>1.013e0</w:t>
      </w:r>
    </w:p>
    <w:p w:rsidR="006974AE" w:rsidRDefault="006974AE" w:rsidP="006974AE">
      <w:r>
        <w:t>461.7365</w:t>
      </w:r>
      <w:r>
        <w:tab/>
        <w:t>2.025e0</w:t>
      </w:r>
    </w:p>
    <w:p w:rsidR="006974AE" w:rsidRDefault="006974AE" w:rsidP="006974AE">
      <w:r>
        <w:t>461.7913</w:t>
      </w:r>
      <w:r>
        <w:tab/>
        <w:t>1.013e0</w:t>
      </w:r>
    </w:p>
    <w:p w:rsidR="006974AE" w:rsidRDefault="006974AE" w:rsidP="006974AE">
      <w:r>
        <w:t>461.8308</w:t>
      </w:r>
      <w:r>
        <w:tab/>
        <w:t>1.013e0</w:t>
      </w:r>
    </w:p>
    <w:p w:rsidR="006974AE" w:rsidRDefault="006974AE" w:rsidP="006974AE">
      <w:r>
        <w:t>461.8336</w:t>
      </w:r>
      <w:r>
        <w:tab/>
        <w:t>1.013e0</w:t>
      </w:r>
    </w:p>
    <w:p w:rsidR="006974AE" w:rsidRDefault="006974AE" w:rsidP="006974AE">
      <w:r>
        <w:t>461.8478</w:t>
      </w:r>
      <w:r>
        <w:tab/>
        <w:t>2.025e0</w:t>
      </w:r>
    </w:p>
    <w:p w:rsidR="006974AE" w:rsidRDefault="006974AE" w:rsidP="006974AE">
      <w:r>
        <w:t>461.8738</w:t>
      </w:r>
      <w:r>
        <w:tab/>
        <w:t>1.013e0</w:t>
      </w:r>
    </w:p>
    <w:p w:rsidR="006974AE" w:rsidRDefault="006974AE" w:rsidP="006974AE">
      <w:r>
        <w:t>461.8997</w:t>
      </w:r>
      <w:r>
        <w:tab/>
        <w:t>5.063e0</w:t>
      </w:r>
    </w:p>
    <w:p w:rsidR="006974AE" w:rsidRDefault="006974AE" w:rsidP="006974AE">
      <w:r>
        <w:t>461.9043</w:t>
      </w:r>
      <w:r>
        <w:tab/>
        <w:t>1.013e0</w:t>
      </w:r>
    </w:p>
    <w:p w:rsidR="006974AE" w:rsidRDefault="006974AE" w:rsidP="006974AE">
      <w:r>
        <w:t>461.9133</w:t>
      </w:r>
      <w:r>
        <w:tab/>
        <w:t>1.013e0</w:t>
      </w:r>
    </w:p>
    <w:p w:rsidR="006974AE" w:rsidRDefault="006974AE" w:rsidP="006974AE">
      <w:r>
        <w:t>461.9317</w:t>
      </w:r>
      <w:r>
        <w:tab/>
        <w:t>1.013e0</w:t>
      </w:r>
    </w:p>
    <w:p w:rsidR="006974AE" w:rsidRDefault="006974AE" w:rsidP="006974AE">
      <w:r>
        <w:t>461.9527</w:t>
      </w:r>
      <w:r>
        <w:tab/>
        <w:t>1.013e0</w:t>
      </w:r>
    </w:p>
    <w:p w:rsidR="006974AE" w:rsidRDefault="006974AE" w:rsidP="006974AE">
      <w:r>
        <w:t>461.9613</w:t>
      </w:r>
      <w:r>
        <w:tab/>
        <w:t>1.013e0</w:t>
      </w:r>
    </w:p>
    <w:p w:rsidR="006974AE" w:rsidRDefault="006974AE" w:rsidP="006974AE">
      <w:r>
        <w:t>461.9713</w:t>
      </w:r>
      <w:r>
        <w:tab/>
        <w:t>1.013e0</w:t>
      </w:r>
    </w:p>
    <w:p w:rsidR="006974AE" w:rsidRDefault="006974AE" w:rsidP="006974AE">
      <w:r>
        <w:lastRenderedPageBreak/>
        <w:t>461.9883</w:t>
      </w:r>
      <w:r>
        <w:tab/>
        <w:t>4.051e0</w:t>
      </w:r>
    </w:p>
    <w:p w:rsidR="006974AE" w:rsidRDefault="006974AE" w:rsidP="006974AE">
      <w:r>
        <w:t>461.9930</w:t>
      </w:r>
      <w:r>
        <w:tab/>
        <w:t>1.013e0</w:t>
      </w:r>
    </w:p>
    <w:p w:rsidR="006974AE" w:rsidRDefault="006974AE" w:rsidP="006974AE">
      <w:r>
        <w:t>462.0375</w:t>
      </w:r>
      <w:r>
        <w:tab/>
        <w:t>2.025e0</w:t>
      </w:r>
    </w:p>
    <w:p w:rsidR="006974AE" w:rsidRDefault="006974AE" w:rsidP="006974AE">
      <w:r>
        <w:t>462.0471</w:t>
      </w:r>
      <w:r>
        <w:tab/>
        <w:t>1.013e0</w:t>
      </w:r>
    </w:p>
    <w:p w:rsidR="006974AE" w:rsidRDefault="006974AE" w:rsidP="006974AE">
      <w:r>
        <w:t>462.0576</w:t>
      </w:r>
      <w:r>
        <w:tab/>
        <w:t>1.013e0</w:t>
      </w:r>
    </w:p>
    <w:p w:rsidR="006974AE" w:rsidRDefault="006974AE" w:rsidP="006974AE">
      <w:r>
        <w:t>462.0743</w:t>
      </w:r>
      <w:r>
        <w:tab/>
        <w:t>1.013e0</w:t>
      </w:r>
    </w:p>
    <w:p w:rsidR="006974AE" w:rsidRDefault="006974AE" w:rsidP="006974AE">
      <w:r>
        <w:t>462.1308</w:t>
      </w:r>
      <w:r>
        <w:tab/>
        <w:t>1.013e0</w:t>
      </w:r>
    </w:p>
    <w:p w:rsidR="006974AE" w:rsidRDefault="006974AE" w:rsidP="006974AE">
      <w:r>
        <w:t>462.1341</w:t>
      </w:r>
      <w:r>
        <w:tab/>
        <w:t>6.076e0</w:t>
      </w:r>
    </w:p>
    <w:p w:rsidR="006974AE" w:rsidRDefault="006974AE" w:rsidP="006974AE">
      <w:r>
        <w:t>462.1389</w:t>
      </w:r>
      <w:r>
        <w:tab/>
        <w:t>1.013e0</w:t>
      </w:r>
    </w:p>
    <w:p w:rsidR="006974AE" w:rsidRDefault="006974AE" w:rsidP="006974AE">
      <w:r>
        <w:t>462.1532</w:t>
      </w:r>
      <w:r>
        <w:tab/>
        <w:t>2.025e0</w:t>
      </w:r>
    </w:p>
    <w:p w:rsidR="006974AE" w:rsidRDefault="006974AE" w:rsidP="006974AE">
      <w:r>
        <w:t>462.1544</w:t>
      </w:r>
      <w:r>
        <w:tab/>
        <w:t>1.013e0</w:t>
      </w:r>
    </w:p>
    <w:p w:rsidR="006974AE" w:rsidRDefault="006974AE" w:rsidP="006974AE">
      <w:r>
        <w:t>462.1762</w:t>
      </w:r>
      <w:r>
        <w:tab/>
        <w:t>2.904e0</w:t>
      </w:r>
    </w:p>
    <w:p w:rsidR="006974AE" w:rsidRDefault="006974AE" w:rsidP="006974AE">
      <w:r>
        <w:t>462.2018</w:t>
      </w:r>
      <w:r>
        <w:tab/>
        <w:t>1.013e0</w:t>
      </w:r>
    </w:p>
    <w:p w:rsidR="006974AE" w:rsidRDefault="006974AE" w:rsidP="006974AE">
      <w:r>
        <w:t>462.2276</w:t>
      </w:r>
      <w:r>
        <w:tab/>
        <w:t>1.013e0</w:t>
      </w:r>
    </w:p>
    <w:p w:rsidR="006974AE" w:rsidRDefault="006974AE" w:rsidP="006974AE">
      <w:r>
        <w:t>462.2396</w:t>
      </w:r>
      <w:r>
        <w:tab/>
        <w:t>2.025e0</w:t>
      </w:r>
    </w:p>
    <w:p w:rsidR="006974AE" w:rsidRDefault="006974AE" w:rsidP="006974AE">
      <w:r>
        <w:t>462.2546</w:t>
      </w:r>
      <w:r>
        <w:tab/>
        <w:t>2.025e0</w:t>
      </w:r>
    </w:p>
    <w:p w:rsidR="006974AE" w:rsidRDefault="006974AE" w:rsidP="006974AE">
      <w:r>
        <w:t>462.2659</w:t>
      </w:r>
      <w:r>
        <w:tab/>
        <w:t>2.025e0</w:t>
      </w:r>
    </w:p>
    <w:p w:rsidR="006974AE" w:rsidRDefault="006974AE" w:rsidP="006974AE">
      <w:r>
        <w:t>462.2680</w:t>
      </w:r>
      <w:r>
        <w:tab/>
        <w:t>2.025e0</w:t>
      </w:r>
    </w:p>
    <w:p w:rsidR="006974AE" w:rsidRDefault="006974AE" w:rsidP="006974AE">
      <w:r>
        <w:t>462.2815</w:t>
      </w:r>
      <w:r>
        <w:tab/>
        <w:t>1.013e0</w:t>
      </w:r>
    </w:p>
    <w:p w:rsidR="006974AE" w:rsidRDefault="006974AE" w:rsidP="006974AE">
      <w:r>
        <w:lastRenderedPageBreak/>
        <w:t>462.2835</w:t>
      </w:r>
      <w:r>
        <w:tab/>
        <w:t>2.025e0</w:t>
      </w:r>
    </w:p>
    <w:p w:rsidR="006974AE" w:rsidRDefault="006974AE" w:rsidP="006974AE">
      <w:r>
        <w:t>462.2864</w:t>
      </w:r>
      <w:r>
        <w:tab/>
        <w:t>3.038e0</w:t>
      </w:r>
    </w:p>
    <w:p w:rsidR="006974AE" w:rsidRDefault="006974AE" w:rsidP="006974AE">
      <w:r>
        <w:t>462.3123</w:t>
      </w:r>
      <w:r>
        <w:tab/>
        <w:t>2.025e0</w:t>
      </w:r>
    </w:p>
    <w:p w:rsidR="006974AE" w:rsidRDefault="006974AE" w:rsidP="006974AE">
      <w:r>
        <w:t>462.3525</w:t>
      </w:r>
      <w:r>
        <w:tab/>
        <w:t>2.025e0</w:t>
      </w:r>
    </w:p>
    <w:p w:rsidR="006974AE" w:rsidRDefault="006974AE" w:rsidP="006974AE">
      <w:r>
        <w:t>462.3562</w:t>
      </w:r>
      <w:r>
        <w:tab/>
        <w:t>1.013e0</w:t>
      </w:r>
    </w:p>
    <w:p w:rsidR="006974AE" w:rsidRDefault="006974AE" w:rsidP="006974AE">
      <w:r>
        <w:t>462.3723</w:t>
      </w:r>
      <w:r>
        <w:tab/>
        <w:t>1.013e0</w:t>
      </w:r>
    </w:p>
    <w:p w:rsidR="006974AE" w:rsidRDefault="006974AE" w:rsidP="006974AE">
      <w:r>
        <w:t>462.3891</w:t>
      </w:r>
      <w:r>
        <w:tab/>
        <w:t>1.013e0</w:t>
      </w:r>
    </w:p>
    <w:p w:rsidR="006974AE" w:rsidRDefault="006974AE" w:rsidP="006974AE">
      <w:r>
        <w:t>462.4219</w:t>
      </w:r>
      <w:r>
        <w:tab/>
        <w:t>1.013e0</w:t>
      </w:r>
    </w:p>
    <w:p w:rsidR="006974AE" w:rsidRDefault="006974AE" w:rsidP="006974AE">
      <w:r>
        <w:t>462.4294</w:t>
      </w:r>
      <w:r>
        <w:tab/>
        <w:t>1.013e0</w:t>
      </w:r>
    </w:p>
    <w:p w:rsidR="006974AE" w:rsidRDefault="006974AE" w:rsidP="006974AE">
      <w:r>
        <w:t>462.4854</w:t>
      </w:r>
      <w:r>
        <w:tab/>
        <w:t>2.025e0</w:t>
      </w:r>
    </w:p>
    <w:p w:rsidR="006974AE" w:rsidRDefault="006974AE" w:rsidP="006974AE">
      <w:r>
        <w:t>462.4980</w:t>
      </w:r>
      <w:r>
        <w:tab/>
        <w:t>2.025e0</w:t>
      </w:r>
    </w:p>
    <w:p w:rsidR="006974AE" w:rsidRDefault="006974AE" w:rsidP="006974AE">
      <w:r>
        <w:t>462.5179</w:t>
      </w:r>
      <w:r>
        <w:tab/>
        <w:t>2.025e0</w:t>
      </w:r>
    </w:p>
    <w:p w:rsidR="006974AE" w:rsidRDefault="006974AE" w:rsidP="006974AE">
      <w:r>
        <w:t>462.5344</w:t>
      </w:r>
      <w:r>
        <w:tab/>
        <w:t>1.013e0</w:t>
      </w:r>
    </w:p>
    <w:p w:rsidR="006974AE" w:rsidRDefault="006974AE" w:rsidP="006974AE">
      <w:r>
        <w:t>462.5551</w:t>
      </w:r>
      <w:r>
        <w:tab/>
        <w:t>2.025e0</w:t>
      </w:r>
    </w:p>
    <w:p w:rsidR="006974AE" w:rsidRDefault="006974AE" w:rsidP="006974AE">
      <w:r>
        <w:t>462.5835</w:t>
      </w:r>
      <w:r>
        <w:tab/>
        <w:t>2.025e0</w:t>
      </w:r>
    </w:p>
    <w:p w:rsidR="006974AE" w:rsidRDefault="006974AE" w:rsidP="006974AE">
      <w:r>
        <w:t>462.6483</w:t>
      </w:r>
      <w:r>
        <w:tab/>
        <w:t>3.038e0</w:t>
      </w:r>
    </w:p>
    <w:p w:rsidR="006974AE" w:rsidRDefault="006974AE" w:rsidP="006974AE">
      <w:r>
        <w:t>462.6559</w:t>
      </w:r>
      <w:r>
        <w:tab/>
        <w:t>1.013e0</w:t>
      </w:r>
    </w:p>
    <w:p w:rsidR="006974AE" w:rsidRDefault="006974AE" w:rsidP="006974AE">
      <w:r>
        <w:t>462.6922</w:t>
      </w:r>
      <w:r>
        <w:tab/>
        <w:t>1.013e0</w:t>
      </w:r>
    </w:p>
    <w:p w:rsidR="006974AE" w:rsidRDefault="006974AE" w:rsidP="006974AE">
      <w:r>
        <w:t>462.6960</w:t>
      </w:r>
      <w:r>
        <w:tab/>
        <w:t>1.013e0</w:t>
      </w:r>
    </w:p>
    <w:p w:rsidR="006974AE" w:rsidRDefault="006974AE" w:rsidP="006974AE">
      <w:r>
        <w:lastRenderedPageBreak/>
        <w:t>462.7554</w:t>
      </w:r>
      <w:r>
        <w:tab/>
        <w:t>2.025e0</w:t>
      </w:r>
    </w:p>
    <w:p w:rsidR="006974AE" w:rsidRDefault="006974AE" w:rsidP="006974AE">
      <w:r>
        <w:t>462.7681</w:t>
      </w:r>
      <w:r>
        <w:tab/>
        <w:t>1.013e0</w:t>
      </w:r>
    </w:p>
    <w:p w:rsidR="006974AE" w:rsidRDefault="006974AE" w:rsidP="006974AE">
      <w:r>
        <w:t>462.7929</w:t>
      </w:r>
      <w:r>
        <w:tab/>
        <w:t>1.013e0</w:t>
      </w:r>
    </w:p>
    <w:p w:rsidR="006974AE" w:rsidRDefault="006974AE" w:rsidP="006974AE">
      <w:r>
        <w:t>462.8295</w:t>
      </w:r>
      <w:r>
        <w:tab/>
        <w:t>2.025e0</w:t>
      </w:r>
    </w:p>
    <w:p w:rsidR="006974AE" w:rsidRDefault="006974AE" w:rsidP="006974AE">
      <w:r>
        <w:t>462.8737</w:t>
      </w:r>
      <w:r>
        <w:tab/>
        <w:t>2.025e0</w:t>
      </w:r>
    </w:p>
    <w:p w:rsidR="006974AE" w:rsidRDefault="006974AE" w:rsidP="006974AE">
      <w:r>
        <w:t>462.8810</w:t>
      </w:r>
      <w:r>
        <w:tab/>
        <w:t>2.025e0</w:t>
      </w:r>
    </w:p>
    <w:p w:rsidR="006974AE" w:rsidRDefault="006974AE" w:rsidP="006974AE">
      <w:r>
        <w:t>462.8858</w:t>
      </w:r>
      <w:r>
        <w:tab/>
        <w:t>2.025e0</w:t>
      </w:r>
    </w:p>
    <w:p w:rsidR="006974AE" w:rsidRDefault="006974AE" w:rsidP="006974AE">
      <w:r>
        <w:t>462.9626</w:t>
      </w:r>
      <w:r>
        <w:tab/>
        <w:t>1.013e0</w:t>
      </w:r>
    </w:p>
    <w:p w:rsidR="006974AE" w:rsidRDefault="006974AE" w:rsidP="006974AE">
      <w:r>
        <w:t>462.9707</w:t>
      </w:r>
      <w:r>
        <w:tab/>
        <w:t>1.013e0</w:t>
      </w:r>
    </w:p>
    <w:p w:rsidR="006974AE" w:rsidRDefault="006974AE" w:rsidP="006974AE">
      <w:r>
        <w:t>462.9925</w:t>
      </w:r>
      <w:r>
        <w:tab/>
        <w:t>2.025e0</w:t>
      </w:r>
    </w:p>
    <w:p w:rsidR="006974AE" w:rsidRDefault="006974AE" w:rsidP="006974AE">
      <w:r>
        <w:t>463.0061</w:t>
      </w:r>
      <w:r>
        <w:tab/>
        <w:t>1.013e0</w:t>
      </w:r>
    </w:p>
    <w:p w:rsidR="006974AE" w:rsidRDefault="006974AE" w:rsidP="006974AE">
      <w:r>
        <w:t>463.0182</w:t>
      </w:r>
      <w:r>
        <w:tab/>
        <w:t>3.038e0</w:t>
      </w:r>
    </w:p>
    <w:p w:rsidR="006974AE" w:rsidRDefault="006974AE" w:rsidP="006974AE">
      <w:r>
        <w:t>463.0192</w:t>
      </w:r>
      <w:r>
        <w:tab/>
        <w:t>1.013e0</w:t>
      </w:r>
    </w:p>
    <w:p w:rsidR="006974AE" w:rsidRDefault="006974AE" w:rsidP="006974AE">
      <w:r>
        <w:t>463.0256</w:t>
      </w:r>
      <w:r>
        <w:tab/>
        <w:t>2.025e0</w:t>
      </w:r>
    </w:p>
    <w:p w:rsidR="006974AE" w:rsidRDefault="006974AE" w:rsidP="006974AE">
      <w:r>
        <w:t>463.0497</w:t>
      </w:r>
      <w:r>
        <w:tab/>
        <w:t>2.025e0</w:t>
      </w:r>
    </w:p>
    <w:p w:rsidR="006974AE" w:rsidRDefault="006974AE" w:rsidP="006974AE">
      <w:r>
        <w:t>463.0510</w:t>
      </w:r>
      <w:r>
        <w:tab/>
        <w:t>1.013e0</w:t>
      </w:r>
    </w:p>
    <w:p w:rsidR="006974AE" w:rsidRDefault="006974AE" w:rsidP="006974AE">
      <w:r>
        <w:t>463.0638</w:t>
      </w:r>
      <w:r>
        <w:tab/>
        <w:t>1.013e0</w:t>
      </w:r>
    </w:p>
    <w:p w:rsidR="006974AE" w:rsidRDefault="006974AE" w:rsidP="006974AE">
      <w:r>
        <w:t>463.0914</w:t>
      </w:r>
      <w:r>
        <w:tab/>
        <w:t>1.013e0</w:t>
      </w:r>
    </w:p>
    <w:p w:rsidR="006974AE" w:rsidRDefault="006974AE" w:rsidP="006974AE">
      <w:r>
        <w:t>463.1022</w:t>
      </w:r>
      <w:r>
        <w:tab/>
        <w:t>1.347e0</w:t>
      </w:r>
    </w:p>
    <w:p w:rsidR="006974AE" w:rsidRDefault="006974AE" w:rsidP="006974AE">
      <w:r>
        <w:lastRenderedPageBreak/>
        <w:t>463.1400</w:t>
      </w:r>
      <w:r>
        <w:tab/>
        <w:t>7.089e0</w:t>
      </w:r>
    </w:p>
    <w:p w:rsidR="006974AE" w:rsidRDefault="006974AE" w:rsidP="006974AE">
      <w:r>
        <w:t>463.1468</w:t>
      </w:r>
      <w:r>
        <w:tab/>
        <w:t>3.038e0</w:t>
      </w:r>
    </w:p>
    <w:p w:rsidR="006974AE" w:rsidRDefault="006974AE" w:rsidP="006974AE">
      <w:r>
        <w:t>463.1507</w:t>
      </w:r>
      <w:r>
        <w:tab/>
        <w:t>9.107e0</w:t>
      </w:r>
    </w:p>
    <w:p w:rsidR="006974AE" w:rsidRDefault="006974AE" w:rsidP="006974AE">
      <w:r>
        <w:t>463.1561</w:t>
      </w:r>
      <w:r>
        <w:tab/>
        <w:t>1.013e0</w:t>
      </w:r>
    </w:p>
    <w:p w:rsidR="006974AE" w:rsidRDefault="006974AE" w:rsidP="006974AE">
      <w:r>
        <w:t>463.1602</w:t>
      </w:r>
      <w:r>
        <w:tab/>
        <w:t>4.051e0</w:t>
      </w:r>
    </w:p>
    <w:p w:rsidR="006974AE" w:rsidRDefault="006974AE" w:rsidP="006974AE">
      <w:r>
        <w:t>463.1960</w:t>
      </w:r>
      <w:r>
        <w:tab/>
        <w:t>2.809e0</w:t>
      </w:r>
    </w:p>
    <w:p w:rsidR="006974AE" w:rsidRDefault="006974AE" w:rsidP="006974AE">
      <w:r>
        <w:t>463.2190</w:t>
      </w:r>
      <w:r>
        <w:tab/>
        <w:t>1.013e0</w:t>
      </w:r>
    </w:p>
    <w:p w:rsidR="006974AE" w:rsidRDefault="006974AE" w:rsidP="006974AE">
      <w:r>
        <w:t>463.2409</w:t>
      </w:r>
      <w:r>
        <w:tab/>
        <w:t>2.025e0</w:t>
      </w:r>
    </w:p>
    <w:p w:rsidR="006974AE" w:rsidRDefault="006974AE" w:rsidP="006974AE">
      <w:r>
        <w:t>463.2541</w:t>
      </w:r>
      <w:r>
        <w:tab/>
        <w:t>5.063e0</w:t>
      </w:r>
    </w:p>
    <w:p w:rsidR="006974AE" w:rsidRDefault="006974AE" w:rsidP="006974AE">
      <w:r>
        <w:t>463.2776</w:t>
      </w:r>
      <w:r>
        <w:tab/>
        <w:t>1.013e0</w:t>
      </w:r>
    </w:p>
    <w:p w:rsidR="006974AE" w:rsidRDefault="006974AE" w:rsidP="006974AE">
      <w:r>
        <w:t>463.2803</w:t>
      </w:r>
      <w:r>
        <w:tab/>
        <w:t>1.013e0</w:t>
      </w:r>
    </w:p>
    <w:p w:rsidR="006974AE" w:rsidRDefault="006974AE" w:rsidP="006974AE">
      <w:r>
        <w:t>463.2837</w:t>
      </w:r>
      <w:r>
        <w:tab/>
        <w:t>4.051e0</w:t>
      </w:r>
    </w:p>
    <w:p w:rsidR="006974AE" w:rsidRDefault="006974AE" w:rsidP="006974AE">
      <w:r>
        <w:t>463.2855</w:t>
      </w:r>
      <w:r>
        <w:tab/>
        <w:t>1.013e0</w:t>
      </w:r>
    </w:p>
    <w:p w:rsidR="006974AE" w:rsidRDefault="006974AE" w:rsidP="006974AE">
      <w:r>
        <w:t>463.2989</w:t>
      </w:r>
      <w:r>
        <w:tab/>
        <w:t>1.013e0</w:t>
      </w:r>
    </w:p>
    <w:p w:rsidR="006974AE" w:rsidRDefault="006974AE" w:rsidP="006974AE">
      <w:r>
        <w:t>463.3364</w:t>
      </w:r>
      <w:r>
        <w:tab/>
        <w:t>3.038e0</w:t>
      </w:r>
    </w:p>
    <w:p w:rsidR="006974AE" w:rsidRDefault="006974AE" w:rsidP="006974AE">
      <w:r>
        <w:t>463.3380</w:t>
      </w:r>
      <w:r>
        <w:tab/>
        <w:t>1.013e0</w:t>
      </w:r>
    </w:p>
    <w:p w:rsidR="006974AE" w:rsidRDefault="006974AE" w:rsidP="006974AE">
      <w:r>
        <w:t>463.4068</w:t>
      </w:r>
      <w:r>
        <w:tab/>
        <w:t>1.013e0</w:t>
      </w:r>
    </w:p>
    <w:p w:rsidR="006974AE" w:rsidRDefault="006974AE" w:rsidP="006974AE">
      <w:r>
        <w:t>463.4146</w:t>
      </w:r>
      <w:r>
        <w:tab/>
        <w:t>2.025e0</w:t>
      </w:r>
    </w:p>
    <w:p w:rsidR="006974AE" w:rsidRDefault="006974AE" w:rsidP="006974AE">
      <w:r>
        <w:t>463.4179</w:t>
      </w:r>
      <w:r>
        <w:tab/>
        <w:t>1.013e0</w:t>
      </w:r>
    </w:p>
    <w:p w:rsidR="006974AE" w:rsidRDefault="006974AE" w:rsidP="006974AE">
      <w:r>
        <w:lastRenderedPageBreak/>
        <w:t>463.4235</w:t>
      </w:r>
      <w:r>
        <w:tab/>
        <w:t>2.025e0</w:t>
      </w:r>
    </w:p>
    <w:p w:rsidR="006974AE" w:rsidRDefault="006974AE" w:rsidP="006974AE">
      <w:r>
        <w:t>463.4749</w:t>
      </w:r>
      <w:r>
        <w:tab/>
        <w:t>2.025e0</w:t>
      </w:r>
    </w:p>
    <w:p w:rsidR="006974AE" w:rsidRDefault="006974AE" w:rsidP="006974AE">
      <w:r>
        <w:t>463.4937</w:t>
      </w:r>
      <w:r>
        <w:tab/>
        <w:t>1.013e0</w:t>
      </w:r>
    </w:p>
    <w:p w:rsidR="006974AE" w:rsidRDefault="006974AE" w:rsidP="006974AE">
      <w:r>
        <w:t>463.4965</w:t>
      </w:r>
      <w:r>
        <w:tab/>
        <w:t>1.013e0</w:t>
      </w:r>
    </w:p>
    <w:p w:rsidR="006974AE" w:rsidRDefault="006974AE" w:rsidP="006974AE">
      <w:r>
        <w:t>463.5121</w:t>
      </w:r>
      <w:r>
        <w:tab/>
        <w:t>1.013e0</w:t>
      </w:r>
    </w:p>
    <w:p w:rsidR="006974AE" w:rsidRDefault="006974AE" w:rsidP="006974AE">
      <w:r>
        <w:t>463.5281</w:t>
      </w:r>
      <w:r>
        <w:tab/>
        <w:t>1.013e0</w:t>
      </w:r>
    </w:p>
    <w:p w:rsidR="006974AE" w:rsidRDefault="006974AE" w:rsidP="006974AE">
      <w:r>
        <w:t>463.5368</w:t>
      </w:r>
      <w:r>
        <w:tab/>
        <w:t>1.013e0</w:t>
      </w:r>
    </w:p>
    <w:p w:rsidR="006974AE" w:rsidRDefault="006974AE" w:rsidP="006974AE">
      <w:r>
        <w:t>463.5692</w:t>
      </w:r>
      <w:r>
        <w:tab/>
        <w:t>1.013e0</w:t>
      </w:r>
    </w:p>
    <w:p w:rsidR="006974AE" w:rsidRDefault="006974AE" w:rsidP="006974AE">
      <w:r>
        <w:t>463.5848</w:t>
      </w:r>
      <w:r>
        <w:tab/>
        <w:t>1.013e0</w:t>
      </w:r>
    </w:p>
    <w:p w:rsidR="006974AE" w:rsidRDefault="006974AE" w:rsidP="006974AE">
      <w:r>
        <w:t>463.6010</w:t>
      </w:r>
      <w:r>
        <w:tab/>
        <w:t>1.013e0</w:t>
      </w:r>
    </w:p>
    <w:p w:rsidR="006974AE" w:rsidRDefault="006974AE" w:rsidP="006974AE">
      <w:r>
        <w:t>463.6125</w:t>
      </w:r>
      <w:r>
        <w:tab/>
        <w:t>2.025e0</w:t>
      </w:r>
    </w:p>
    <w:p w:rsidR="006974AE" w:rsidRDefault="006974AE" w:rsidP="006974AE">
      <w:r>
        <w:t>463.6561</w:t>
      </w:r>
      <w:r>
        <w:tab/>
        <w:t>2.025e0</w:t>
      </w:r>
    </w:p>
    <w:p w:rsidR="006974AE" w:rsidRDefault="006974AE" w:rsidP="006974AE">
      <w:r>
        <w:t>463.6586</w:t>
      </w:r>
      <w:r>
        <w:tab/>
        <w:t>2.025e0</w:t>
      </w:r>
    </w:p>
    <w:p w:rsidR="006974AE" w:rsidRDefault="006974AE" w:rsidP="006974AE">
      <w:r>
        <w:t>463.6700</w:t>
      </w:r>
      <w:r>
        <w:tab/>
        <w:t>1.013e0</w:t>
      </w:r>
    </w:p>
    <w:p w:rsidR="006974AE" w:rsidRDefault="006974AE" w:rsidP="006974AE">
      <w:r>
        <w:t>463.6987</w:t>
      </w:r>
      <w:r>
        <w:tab/>
        <w:t>2.025e0</w:t>
      </w:r>
    </w:p>
    <w:p w:rsidR="006974AE" w:rsidRDefault="006974AE" w:rsidP="006974AE">
      <w:r>
        <w:t>463.7062</w:t>
      </w:r>
      <w:r>
        <w:tab/>
        <w:t>1.013e0</w:t>
      </w:r>
    </w:p>
    <w:p w:rsidR="006974AE" w:rsidRDefault="006974AE" w:rsidP="006974AE">
      <w:r>
        <w:t>463.7494</w:t>
      </w:r>
      <w:r>
        <w:tab/>
        <w:t>1.013e0</w:t>
      </w:r>
    </w:p>
    <w:p w:rsidR="006974AE" w:rsidRDefault="006974AE" w:rsidP="006974AE">
      <w:r>
        <w:t>463.7553</w:t>
      </w:r>
      <w:r>
        <w:tab/>
        <w:t>1.013e0</w:t>
      </w:r>
    </w:p>
    <w:p w:rsidR="006974AE" w:rsidRDefault="006974AE" w:rsidP="006974AE">
      <w:r>
        <w:t>463.7892</w:t>
      </w:r>
      <w:r>
        <w:tab/>
        <w:t>2.025e0</w:t>
      </w:r>
    </w:p>
    <w:p w:rsidR="006974AE" w:rsidRDefault="006974AE" w:rsidP="006974AE">
      <w:r>
        <w:lastRenderedPageBreak/>
        <w:t>463.7953</w:t>
      </w:r>
      <w:r>
        <w:tab/>
        <w:t>1.013e0</w:t>
      </w:r>
    </w:p>
    <w:p w:rsidR="006974AE" w:rsidRDefault="006974AE" w:rsidP="006974AE">
      <w:r>
        <w:t>463.8195</w:t>
      </w:r>
      <w:r>
        <w:tab/>
        <w:t>1.013e0</w:t>
      </w:r>
    </w:p>
    <w:p w:rsidR="006974AE" w:rsidRDefault="006974AE" w:rsidP="006974AE">
      <w:r>
        <w:t>463.8254</w:t>
      </w:r>
      <w:r>
        <w:tab/>
        <w:t>2.025e0</w:t>
      </w:r>
    </w:p>
    <w:p w:rsidR="006974AE" w:rsidRDefault="006974AE" w:rsidP="006974AE">
      <w:r>
        <w:t>463.8637</w:t>
      </w:r>
      <w:r>
        <w:tab/>
        <w:t>2.025e0</w:t>
      </w:r>
    </w:p>
    <w:p w:rsidR="006974AE" w:rsidRDefault="006974AE" w:rsidP="006974AE">
      <w:r>
        <w:t>463.9173</w:t>
      </w:r>
      <w:r>
        <w:tab/>
        <w:t>1.013e0</w:t>
      </w:r>
    </w:p>
    <w:p w:rsidR="006974AE" w:rsidRDefault="006974AE" w:rsidP="006974AE">
      <w:r>
        <w:t>463.9497</w:t>
      </w:r>
      <w:r>
        <w:tab/>
        <w:t>1.013e0</w:t>
      </w:r>
    </w:p>
    <w:p w:rsidR="006974AE" w:rsidRDefault="006974AE" w:rsidP="006974AE">
      <w:r>
        <w:t>463.9660</w:t>
      </w:r>
      <w:r>
        <w:tab/>
        <w:t>1.013e0</w:t>
      </w:r>
    </w:p>
    <w:p w:rsidR="006974AE" w:rsidRDefault="006974AE" w:rsidP="006974AE">
      <w:r>
        <w:t>463.9918</w:t>
      </w:r>
      <w:r>
        <w:tab/>
        <w:t>2.025e0</w:t>
      </w:r>
    </w:p>
    <w:p w:rsidR="006974AE" w:rsidRDefault="006974AE" w:rsidP="006974AE">
      <w:r>
        <w:t>464.0058</w:t>
      </w:r>
      <w:r>
        <w:tab/>
        <w:t>1.013e0</w:t>
      </w:r>
    </w:p>
    <w:p w:rsidR="006974AE" w:rsidRDefault="006974AE" w:rsidP="006974AE">
      <w:r>
        <w:t>464.0240</w:t>
      </w:r>
      <w:r>
        <w:tab/>
        <w:t>1.013e0</w:t>
      </w:r>
    </w:p>
    <w:p w:rsidR="006974AE" w:rsidRDefault="006974AE" w:rsidP="006974AE">
      <w:r>
        <w:t>464.0307</w:t>
      </w:r>
      <w:r>
        <w:tab/>
        <w:t>1.013e0</w:t>
      </w:r>
    </w:p>
    <w:p w:rsidR="006974AE" w:rsidRDefault="006974AE" w:rsidP="006974AE">
      <w:r>
        <w:t>464.0417</w:t>
      </w:r>
      <w:r>
        <w:tab/>
        <w:t>1.013e0</w:t>
      </w:r>
    </w:p>
    <w:p w:rsidR="006974AE" w:rsidRDefault="006974AE" w:rsidP="006974AE">
      <w:r>
        <w:t>464.0469</w:t>
      </w:r>
      <w:r>
        <w:tab/>
        <w:t>1.013e0</w:t>
      </w:r>
    </w:p>
    <w:p w:rsidR="006974AE" w:rsidRDefault="006974AE" w:rsidP="006974AE">
      <w:r>
        <w:t>464.0502</w:t>
      </w:r>
      <w:r>
        <w:tab/>
        <w:t>2.025e0</w:t>
      </w:r>
    </w:p>
    <w:p w:rsidR="006974AE" w:rsidRDefault="006974AE" w:rsidP="006974AE">
      <w:r>
        <w:t>464.0544</w:t>
      </w:r>
      <w:r>
        <w:tab/>
        <w:t>1.013e0</w:t>
      </w:r>
    </w:p>
    <w:p w:rsidR="006974AE" w:rsidRDefault="006974AE" w:rsidP="006974AE">
      <w:r>
        <w:t>464.0874</w:t>
      </w:r>
      <w:r>
        <w:tab/>
        <w:t>1.013e0</w:t>
      </w:r>
    </w:p>
    <w:p w:rsidR="006974AE" w:rsidRDefault="006974AE" w:rsidP="006974AE">
      <w:r>
        <w:t>464.1030</w:t>
      </w:r>
      <w:r>
        <w:tab/>
        <w:t>1.013e0</w:t>
      </w:r>
    </w:p>
    <w:p w:rsidR="006974AE" w:rsidRDefault="006974AE" w:rsidP="006974AE">
      <w:r>
        <w:t>464.1397</w:t>
      </w:r>
      <w:r>
        <w:tab/>
        <w:t>1.013e0</w:t>
      </w:r>
    </w:p>
    <w:p w:rsidR="006974AE" w:rsidRDefault="006974AE" w:rsidP="006974AE">
      <w:r>
        <w:t>464.1566</w:t>
      </w:r>
      <w:r>
        <w:tab/>
        <w:t>3.038e0</w:t>
      </w:r>
    </w:p>
    <w:p w:rsidR="006974AE" w:rsidRDefault="006974AE" w:rsidP="006974AE">
      <w:r>
        <w:lastRenderedPageBreak/>
        <w:t>464.1605</w:t>
      </w:r>
      <w:r>
        <w:tab/>
        <w:t>1.013e0</w:t>
      </w:r>
    </w:p>
    <w:p w:rsidR="006974AE" w:rsidRDefault="006974AE" w:rsidP="006974AE">
      <w:r>
        <w:t>464.1671</w:t>
      </w:r>
      <w:r>
        <w:tab/>
        <w:t>3.030e0</w:t>
      </w:r>
    </w:p>
    <w:p w:rsidR="006974AE" w:rsidRDefault="006974AE" w:rsidP="006974AE">
      <w:r>
        <w:t>464.1827</w:t>
      </w:r>
      <w:r>
        <w:tab/>
        <w:t>2.025e0</w:t>
      </w:r>
    </w:p>
    <w:p w:rsidR="006974AE" w:rsidRDefault="006974AE" w:rsidP="006974AE">
      <w:r>
        <w:t>464.1974</w:t>
      </w:r>
      <w:r>
        <w:tab/>
        <w:t>1.013e0</w:t>
      </w:r>
    </w:p>
    <w:p w:rsidR="006974AE" w:rsidRDefault="006974AE" w:rsidP="006974AE">
      <w:r>
        <w:t>464.2184</w:t>
      </w:r>
      <w:r>
        <w:tab/>
        <w:t>1.013e0</w:t>
      </w:r>
    </w:p>
    <w:p w:rsidR="006974AE" w:rsidRDefault="006974AE" w:rsidP="006974AE">
      <w:r>
        <w:t>464.2341</w:t>
      </w:r>
      <w:r>
        <w:tab/>
        <w:t>4.051e0</w:t>
      </w:r>
    </w:p>
    <w:p w:rsidR="006974AE" w:rsidRDefault="006974AE" w:rsidP="006974AE">
      <w:r>
        <w:t>464.2371</w:t>
      </w:r>
      <w:r>
        <w:tab/>
        <w:t>3.884e0</w:t>
      </w:r>
    </w:p>
    <w:p w:rsidR="006974AE" w:rsidRDefault="006974AE" w:rsidP="006974AE">
      <w:r>
        <w:t>464.2563</w:t>
      </w:r>
      <w:r>
        <w:tab/>
        <w:t>2.025e0</w:t>
      </w:r>
    </w:p>
    <w:p w:rsidR="006974AE" w:rsidRDefault="006974AE" w:rsidP="006974AE">
      <w:r>
        <w:t>464.2671</w:t>
      </w:r>
      <w:r>
        <w:tab/>
        <w:t>4.051e0</w:t>
      </w:r>
    </w:p>
    <w:p w:rsidR="006974AE" w:rsidRDefault="006974AE" w:rsidP="006974AE">
      <w:r>
        <w:t>464.3008</w:t>
      </w:r>
      <w:r>
        <w:tab/>
        <w:t>2.025e0</w:t>
      </w:r>
    </w:p>
    <w:p w:rsidR="006974AE" w:rsidRDefault="006974AE" w:rsidP="006974AE">
      <w:r>
        <w:t>464.3019</w:t>
      </w:r>
      <w:r>
        <w:tab/>
        <w:t>4.051e0</w:t>
      </w:r>
    </w:p>
    <w:p w:rsidR="006974AE" w:rsidRDefault="006974AE" w:rsidP="006974AE">
      <w:r>
        <w:t>464.3061</w:t>
      </w:r>
      <w:r>
        <w:tab/>
        <w:t>6.076e0</w:t>
      </w:r>
    </w:p>
    <w:p w:rsidR="006974AE" w:rsidRDefault="006974AE" w:rsidP="006974AE">
      <w:r>
        <w:t>464.3162</w:t>
      </w:r>
      <w:r>
        <w:tab/>
        <w:t>2.025e0</w:t>
      </w:r>
    </w:p>
    <w:p w:rsidR="006974AE" w:rsidRDefault="006974AE" w:rsidP="006974AE">
      <w:r>
        <w:t>464.3710</w:t>
      </w:r>
      <w:r>
        <w:tab/>
        <w:t>1.013e0</w:t>
      </w:r>
    </w:p>
    <w:p w:rsidR="006974AE" w:rsidRDefault="006974AE" w:rsidP="006974AE">
      <w:r>
        <w:t>464.3917</w:t>
      </w:r>
      <w:r>
        <w:tab/>
        <w:t>1.013e0</w:t>
      </w:r>
    </w:p>
    <w:p w:rsidR="006974AE" w:rsidRDefault="006974AE" w:rsidP="006974AE">
      <w:r>
        <w:t>464.4084</w:t>
      </w:r>
      <w:r>
        <w:tab/>
        <w:t>2.025e0</w:t>
      </w:r>
    </w:p>
    <w:p w:rsidR="006974AE" w:rsidRDefault="006974AE" w:rsidP="006974AE">
      <w:r>
        <w:t>464.4194</w:t>
      </w:r>
      <w:r>
        <w:tab/>
        <w:t>3.038e0</w:t>
      </w:r>
    </w:p>
    <w:p w:rsidR="006974AE" w:rsidRDefault="006974AE" w:rsidP="006974AE">
      <w:r>
        <w:t>464.4352</w:t>
      </w:r>
      <w:r>
        <w:tab/>
        <w:t>1.013e0</w:t>
      </w:r>
    </w:p>
    <w:p w:rsidR="006974AE" w:rsidRDefault="006974AE" w:rsidP="006974AE">
      <w:r>
        <w:t>464.4797</w:t>
      </w:r>
      <w:r>
        <w:tab/>
        <w:t>2.025e0</w:t>
      </w:r>
    </w:p>
    <w:p w:rsidR="006974AE" w:rsidRDefault="006974AE" w:rsidP="006974AE">
      <w:r>
        <w:lastRenderedPageBreak/>
        <w:t>464.5007</w:t>
      </w:r>
      <w:r>
        <w:tab/>
        <w:t>1.013e0</w:t>
      </w:r>
    </w:p>
    <w:p w:rsidR="006974AE" w:rsidRDefault="006974AE" w:rsidP="006974AE">
      <w:r>
        <w:t>464.5075</w:t>
      </w:r>
      <w:r>
        <w:tab/>
        <w:t>1.013e0</w:t>
      </w:r>
    </w:p>
    <w:p w:rsidR="006974AE" w:rsidRDefault="006974AE" w:rsidP="006974AE">
      <w:r>
        <w:t>464.5288</w:t>
      </w:r>
      <w:r>
        <w:tab/>
        <w:t>1.013e0</w:t>
      </w:r>
    </w:p>
    <w:p w:rsidR="006974AE" w:rsidRDefault="006974AE" w:rsidP="006974AE">
      <w:r>
        <w:t>464.5686</w:t>
      </w:r>
      <w:r>
        <w:tab/>
        <w:t>1.013e0</w:t>
      </w:r>
    </w:p>
    <w:p w:rsidR="006974AE" w:rsidRDefault="006974AE" w:rsidP="006974AE">
      <w:r>
        <w:t>464.5812</w:t>
      </w:r>
      <w:r>
        <w:tab/>
        <w:t>1.013e0</w:t>
      </w:r>
    </w:p>
    <w:p w:rsidR="006974AE" w:rsidRDefault="006974AE" w:rsidP="006974AE">
      <w:r>
        <w:t>464.6223</w:t>
      </w:r>
      <w:r>
        <w:tab/>
        <w:t>1.013e0</w:t>
      </w:r>
    </w:p>
    <w:p w:rsidR="006974AE" w:rsidRDefault="006974AE" w:rsidP="006974AE">
      <w:r>
        <w:t>464.6298</w:t>
      </w:r>
      <w:r>
        <w:tab/>
        <w:t>1.013e0</w:t>
      </w:r>
    </w:p>
    <w:p w:rsidR="006974AE" w:rsidRDefault="006974AE" w:rsidP="006974AE">
      <w:r>
        <w:t>464.6445</w:t>
      </w:r>
      <w:r>
        <w:tab/>
        <w:t>1.013e0</w:t>
      </w:r>
    </w:p>
    <w:p w:rsidR="006974AE" w:rsidRDefault="006974AE" w:rsidP="006974AE">
      <w:r>
        <w:t>464.6469</w:t>
      </w:r>
      <w:r>
        <w:tab/>
        <w:t>2.025e0</w:t>
      </w:r>
    </w:p>
    <w:p w:rsidR="006974AE" w:rsidRDefault="006974AE" w:rsidP="006974AE">
      <w:r>
        <w:t>464.6666</w:t>
      </w:r>
      <w:r>
        <w:tab/>
        <w:t>1.013e0</w:t>
      </w:r>
    </w:p>
    <w:p w:rsidR="006974AE" w:rsidRDefault="006974AE" w:rsidP="006974AE">
      <w:r>
        <w:t>464.6704</w:t>
      </w:r>
      <w:r>
        <w:tab/>
        <w:t>1.013e0</w:t>
      </w:r>
    </w:p>
    <w:p w:rsidR="006974AE" w:rsidRDefault="006974AE" w:rsidP="006974AE">
      <w:r>
        <w:t>464.6791</w:t>
      </w:r>
      <w:r>
        <w:tab/>
        <w:t>1.013e0</w:t>
      </w:r>
    </w:p>
    <w:p w:rsidR="006974AE" w:rsidRDefault="006974AE" w:rsidP="006974AE">
      <w:r>
        <w:t>464.6874</w:t>
      </w:r>
      <w:r>
        <w:tab/>
        <w:t>1.013e0</w:t>
      </w:r>
    </w:p>
    <w:p w:rsidR="006974AE" w:rsidRDefault="006974AE" w:rsidP="006974AE">
      <w:r>
        <w:t>464.7115</w:t>
      </w:r>
      <w:r>
        <w:tab/>
        <w:t>1.013e0</w:t>
      </w:r>
    </w:p>
    <w:p w:rsidR="006974AE" w:rsidRDefault="006974AE" w:rsidP="006974AE">
      <w:r>
        <w:t>464.7191</w:t>
      </w:r>
      <w:r>
        <w:tab/>
        <w:t>1.013e0</w:t>
      </w:r>
    </w:p>
    <w:p w:rsidR="006974AE" w:rsidRDefault="006974AE" w:rsidP="006974AE">
      <w:r>
        <w:t>464.7278</w:t>
      </w:r>
      <w:r>
        <w:tab/>
        <w:t>1.013e0</w:t>
      </w:r>
    </w:p>
    <w:p w:rsidR="006974AE" w:rsidRDefault="006974AE" w:rsidP="006974AE">
      <w:r>
        <w:t>464.7821</w:t>
      </w:r>
      <w:r>
        <w:tab/>
        <w:t>1.013e0</w:t>
      </w:r>
    </w:p>
    <w:p w:rsidR="006974AE" w:rsidRDefault="006974AE" w:rsidP="006974AE">
      <w:r>
        <w:t>464.7924</w:t>
      </w:r>
      <w:r>
        <w:tab/>
        <w:t>2.025e0</w:t>
      </w:r>
    </w:p>
    <w:p w:rsidR="006974AE" w:rsidRDefault="006974AE" w:rsidP="006974AE">
      <w:r>
        <w:t>464.8170</w:t>
      </w:r>
      <w:r>
        <w:tab/>
        <w:t>2.025e0</w:t>
      </w:r>
    </w:p>
    <w:p w:rsidR="006974AE" w:rsidRDefault="006974AE" w:rsidP="006974AE">
      <w:r>
        <w:lastRenderedPageBreak/>
        <w:t>464.8212</w:t>
      </w:r>
      <w:r>
        <w:tab/>
        <w:t>1.013e0</w:t>
      </w:r>
    </w:p>
    <w:p w:rsidR="006974AE" w:rsidRDefault="006974AE" w:rsidP="006974AE">
      <w:r>
        <w:t>464.8575</w:t>
      </w:r>
      <w:r>
        <w:tab/>
        <w:t>1.013e0</w:t>
      </w:r>
    </w:p>
    <w:p w:rsidR="006974AE" w:rsidRDefault="006974AE" w:rsidP="006974AE">
      <w:r>
        <w:t>464.8609</w:t>
      </w:r>
      <w:r>
        <w:tab/>
        <w:t>1.013e0</w:t>
      </w:r>
    </w:p>
    <w:p w:rsidR="006974AE" w:rsidRDefault="006974AE" w:rsidP="006974AE">
      <w:r>
        <w:t>464.8656</w:t>
      </w:r>
      <w:r>
        <w:tab/>
        <w:t>1.013e0</w:t>
      </w:r>
    </w:p>
    <w:p w:rsidR="006974AE" w:rsidRDefault="006974AE" w:rsidP="006974AE">
      <w:r>
        <w:t>464.8724</w:t>
      </w:r>
      <w:r>
        <w:tab/>
        <w:t>6.076e0</w:t>
      </w:r>
    </w:p>
    <w:p w:rsidR="006974AE" w:rsidRDefault="006974AE" w:rsidP="006974AE">
      <w:r>
        <w:t>464.9012</w:t>
      </w:r>
      <w:r>
        <w:tab/>
        <w:t>1.013e0</w:t>
      </w:r>
    </w:p>
    <w:p w:rsidR="006974AE" w:rsidRDefault="006974AE" w:rsidP="006974AE">
      <w:r>
        <w:t>464.9097</w:t>
      </w:r>
      <w:r>
        <w:tab/>
        <w:t>2.025e0</w:t>
      </w:r>
    </w:p>
    <w:p w:rsidR="006974AE" w:rsidRDefault="006974AE" w:rsidP="006974AE">
      <w:r>
        <w:t>464.9143</w:t>
      </w:r>
      <w:r>
        <w:tab/>
        <w:t>1.013e0</w:t>
      </w:r>
    </w:p>
    <w:p w:rsidR="006974AE" w:rsidRDefault="006974AE" w:rsidP="006974AE">
      <w:r>
        <w:t>464.9219</w:t>
      </w:r>
      <w:r>
        <w:tab/>
        <w:t>1.013e0</w:t>
      </w:r>
    </w:p>
    <w:p w:rsidR="006974AE" w:rsidRDefault="006974AE" w:rsidP="006974AE">
      <w:r>
        <w:t>464.9369</w:t>
      </w:r>
      <w:r>
        <w:tab/>
        <w:t>1.013e0</w:t>
      </w:r>
    </w:p>
    <w:p w:rsidR="006974AE" w:rsidRDefault="006974AE" w:rsidP="006974AE">
      <w:r>
        <w:t>464.9409</w:t>
      </w:r>
      <w:r>
        <w:tab/>
        <w:t>1.013e0</w:t>
      </w:r>
    </w:p>
    <w:p w:rsidR="006974AE" w:rsidRDefault="006974AE" w:rsidP="006974AE">
      <w:r>
        <w:t>464.9446</w:t>
      </w:r>
      <w:r>
        <w:tab/>
        <w:t>2.025e0</w:t>
      </w:r>
    </w:p>
    <w:p w:rsidR="006974AE" w:rsidRDefault="006974AE" w:rsidP="006974AE">
      <w:r>
        <w:t>464.9711</w:t>
      </w:r>
      <w:r>
        <w:tab/>
        <w:t>1.013e0</w:t>
      </w:r>
    </w:p>
    <w:p w:rsidR="006974AE" w:rsidRDefault="006974AE" w:rsidP="006974AE">
      <w:r>
        <w:t>464.9765</w:t>
      </w:r>
      <w:r>
        <w:tab/>
        <w:t>1.013e0</w:t>
      </w:r>
    </w:p>
    <w:p w:rsidR="006974AE" w:rsidRDefault="006974AE" w:rsidP="006974AE">
      <w:r>
        <w:t>465.0199</w:t>
      </w:r>
      <w:r>
        <w:tab/>
        <w:t>1.013e0</w:t>
      </w:r>
    </w:p>
    <w:p w:rsidR="006974AE" w:rsidRDefault="006974AE" w:rsidP="006974AE">
      <w:r>
        <w:t>465.0242</w:t>
      </w:r>
      <w:r>
        <w:tab/>
        <w:t>2.025e0</w:t>
      </w:r>
    </w:p>
    <w:p w:rsidR="006974AE" w:rsidRDefault="006974AE" w:rsidP="006974AE">
      <w:r>
        <w:t>465.0344</w:t>
      </w:r>
      <w:r>
        <w:tab/>
        <w:t>1.013e0</w:t>
      </w:r>
    </w:p>
    <w:p w:rsidR="006974AE" w:rsidRDefault="006974AE" w:rsidP="006974AE">
      <w:r>
        <w:t>465.0384</w:t>
      </w:r>
      <w:r>
        <w:tab/>
        <w:t>2.025e0</w:t>
      </w:r>
    </w:p>
    <w:p w:rsidR="006974AE" w:rsidRDefault="006974AE" w:rsidP="006974AE">
      <w:r>
        <w:t>465.0679</w:t>
      </w:r>
      <w:r>
        <w:tab/>
        <w:t>1.013e0</w:t>
      </w:r>
    </w:p>
    <w:p w:rsidR="006974AE" w:rsidRDefault="006974AE" w:rsidP="006974AE">
      <w:r>
        <w:lastRenderedPageBreak/>
        <w:t>465.0779</w:t>
      </w:r>
      <w:r>
        <w:tab/>
        <w:t>1.013e0</w:t>
      </w:r>
    </w:p>
    <w:p w:rsidR="006974AE" w:rsidRDefault="006974AE" w:rsidP="006974AE">
      <w:r>
        <w:t>465.0842</w:t>
      </w:r>
      <w:r>
        <w:tab/>
        <w:t>1.013e0</w:t>
      </w:r>
    </w:p>
    <w:p w:rsidR="006974AE" w:rsidRDefault="006974AE" w:rsidP="006974AE">
      <w:r>
        <w:t>465.1319</w:t>
      </w:r>
      <w:r>
        <w:tab/>
        <w:t>1.013e0</w:t>
      </w:r>
    </w:p>
    <w:p w:rsidR="006974AE" w:rsidRDefault="006974AE" w:rsidP="006974AE">
      <w:r>
        <w:t>465.1426</w:t>
      </w:r>
      <w:r>
        <w:tab/>
        <w:t>2.025e0</w:t>
      </w:r>
    </w:p>
    <w:p w:rsidR="006974AE" w:rsidRDefault="006974AE" w:rsidP="006974AE">
      <w:r>
        <w:t>465.1539</w:t>
      </w:r>
      <w:r>
        <w:tab/>
        <w:t>1.013e0</w:t>
      </w:r>
    </w:p>
    <w:p w:rsidR="006974AE" w:rsidRDefault="006974AE" w:rsidP="006974AE">
      <w:r>
        <w:t>465.1978</w:t>
      </w:r>
      <w:r>
        <w:tab/>
        <w:t>1.013e0</w:t>
      </w:r>
    </w:p>
    <w:p w:rsidR="006974AE" w:rsidRDefault="006974AE" w:rsidP="006974AE">
      <w:r>
        <w:t>465.2010</w:t>
      </w:r>
      <w:r>
        <w:tab/>
        <w:t>5.819e0</w:t>
      </w:r>
    </w:p>
    <w:p w:rsidR="006974AE" w:rsidRDefault="006974AE" w:rsidP="006974AE">
      <w:r>
        <w:t>465.2059</w:t>
      </w:r>
      <w:r>
        <w:tab/>
        <w:t>1.013e0</w:t>
      </w:r>
    </w:p>
    <w:p w:rsidR="006974AE" w:rsidRDefault="006974AE" w:rsidP="006974AE">
      <w:r>
        <w:t>465.2234</w:t>
      </w:r>
      <w:r>
        <w:tab/>
        <w:t>2.025e0</w:t>
      </w:r>
    </w:p>
    <w:p w:rsidR="006974AE" w:rsidRDefault="006974AE" w:rsidP="006974AE">
      <w:r>
        <w:t>465.2333</w:t>
      </w:r>
      <w:r>
        <w:tab/>
        <w:t>1.013e0</w:t>
      </w:r>
    </w:p>
    <w:p w:rsidR="006974AE" w:rsidRDefault="006974AE" w:rsidP="006974AE">
      <w:r>
        <w:t>465.2729</w:t>
      </w:r>
      <w:r>
        <w:tab/>
        <w:t>1.013e0</w:t>
      </w:r>
    </w:p>
    <w:p w:rsidR="006974AE" w:rsidRDefault="006974AE" w:rsidP="006974AE">
      <w:r>
        <w:t>465.2755</w:t>
      </w:r>
      <w:r>
        <w:tab/>
        <w:t>3.038e0</w:t>
      </w:r>
    </w:p>
    <w:p w:rsidR="006974AE" w:rsidRDefault="006974AE" w:rsidP="006974AE">
      <w:r>
        <w:t>465.2905</w:t>
      </w:r>
      <w:r>
        <w:tab/>
        <w:t>1.013e0</w:t>
      </w:r>
    </w:p>
    <w:p w:rsidR="006974AE" w:rsidRDefault="006974AE" w:rsidP="006974AE">
      <w:r>
        <w:t>465.3091</w:t>
      </w:r>
      <w:r>
        <w:tab/>
        <w:t>1.013e0</w:t>
      </w:r>
    </w:p>
    <w:p w:rsidR="006974AE" w:rsidRDefault="006974AE" w:rsidP="006974AE">
      <w:r>
        <w:t>465.3698</w:t>
      </w:r>
      <w:r>
        <w:tab/>
        <w:t>1.013e0</w:t>
      </w:r>
    </w:p>
    <w:p w:rsidR="006974AE" w:rsidRDefault="006974AE" w:rsidP="006974AE">
      <w:r>
        <w:t>465.3720</w:t>
      </w:r>
      <w:r>
        <w:tab/>
        <w:t>2.025e0</w:t>
      </w:r>
    </w:p>
    <w:p w:rsidR="006974AE" w:rsidRDefault="006974AE" w:rsidP="006974AE">
      <w:r>
        <w:t>465.3820</w:t>
      </w:r>
      <w:r>
        <w:tab/>
        <w:t>2.025e0</w:t>
      </w:r>
    </w:p>
    <w:p w:rsidR="006974AE" w:rsidRDefault="006974AE" w:rsidP="006974AE">
      <w:r>
        <w:t>465.3880</w:t>
      </w:r>
      <w:r>
        <w:tab/>
        <w:t>1.013e0</w:t>
      </w:r>
    </w:p>
    <w:p w:rsidR="006974AE" w:rsidRDefault="006974AE" w:rsidP="006974AE">
      <w:r>
        <w:t>465.4093</w:t>
      </w:r>
      <w:r>
        <w:tab/>
        <w:t>1.013e0</w:t>
      </w:r>
    </w:p>
    <w:p w:rsidR="006974AE" w:rsidRDefault="006974AE" w:rsidP="006974AE">
      <w:r>
        <w:lastRenderedPageBreak/>
        <w:t>465.4417</w:t>
      </w:r>
      <w:r>
        <w:tab/>
        <w:t>2.025e0</w:t>
      </w:r>
    </w:p>
    <w:p w:rsidR="006974AE" w:rsidRDefault="006974AE" w:rsidP="006974AE">
      <w:r>
        <w:t>465.4501</w:t>
      </w:r>
      <w:r>
        <w:tab/>
        <w:t>1.013e0</w:t>
      </w:r>
    </w:p>
    <w:p w:rsidR="006974AE" w:rsidRDefault="006974AE" w:rsidP="006974AE">
      <w:r>
        <w:t>465.4673</w:t>
      </w:r>
      <w:r>
        <w:tab/>
        <w:t>1.013e0</w:t>
      </w:r>
    </w:p>
    <w:p w:rsidR="006974AE" w:rsidRDefault="006974AE" w:rsidP="006974AE">
      <w:r>
        <w:t>465.4902</w:t>
      </w:r>
      <w:r>
        <w:tab/>
        <w:t>1.013e0</w:t>
      </w:r>
    </w:p>
    <w:p w:rsidR="006974AE" w:rsidRDefault="006974AE" w:rsidP="006974AE">
      <w:r>
        <w:t>465.5795</w:t>
      </w:r>
      <w:r>
        <w:tab/>
        <w:t>1.013e0</w:t>
      </w:r>
    </w:p>
    <w:p w:rsidR="006974AE" w:rsidRDefault="006974AE" w:rsidP="006974AE">
      <w:r>
        <w:t>465.5883</w:t>
      </w:r>
      <w:r>
        <w:tab/>
        <w:t>1.013e0</w:t>
      </w:r>
    </w:p>
    <w:p w:rsidR="006974AE" w:rsidRDefault="006974AE" w:rsidP="006974AE">
      <w:r>
        <w:t>465.6010</w:t>
      </w:r>
      <w:r>
        <w:tab/>
        <w:t>1.013e0</w:t>
      </w:r>
    </w:p>
    <w:p w:rsidR="006974AE" w:rsidRDefault="006974AE" w:rsidP="006974AE">
      <w:r>
        <w:t>465.6226</w:t>
      </w:r>
      <w:r>
        <w:tab/>
        <w:t>1.013e0</w:t>
      </w:r>
    </w:p>
    <w:p w:rsidR="006974AE" w:rsidRDefault="006974AE" w:rsidP="006974AE">
      <w:r>
        <w:t>465.6454</w:t>
      </w:r>
      <w:r>
        <w:tab/>
        <w:t>2.025e0</w:t>
      </w:r>
    </w:p>
    <w:p w:rsidR="006974AE" w:rsidRDefault="006974AE" w:rsidP="006974AE">
      <w:r>
        <w:t>465.6588</w:t>
      </w:r>
      <w:r>
        <w:tab/>
        <w:t>1.013e0</w:t>
      </w:r>
    </w:p>
    <w:p w:rsidR="006974AE" w:rsidRDefault="006974AE" w:rsidP="006974AE">
      <w:r>
        <w:t>465.6689</w:t>
      </w:r>
      <w:r>
        <w:tab/>
        <w:t>2.025e0</w:t>
      </w:r>
    </w:p>
    <w:p w:rsidR="006974AE" w:rsidRDefault="006974AE" w:rsidP="006974AE">
      <w:r>
        <w:t>465.6841</w:t>
      </w:r>
      <w:r>
        <w:tab/>
        <w:t>2.025e0</w:t>
      </w:r>
    </w:p>
    <w:p w:rsidR="006974AE" w:rsidRDefault="006974AE" w:rsidP="006974AE">
      <w:r>
        <w:t>465.6968</w:t>
      </w:r>
      <w:r>
        <w:tab/>
        <w:t>2.025e0</w:t>
      </w:r>
    </w:p>
    <w:p w:rsidR="006974AE" w:rsidRDefault="006974AE" w:rsidP="006974AE">
      <w:r>
        <w:t>465.7023</w:t>
      </w:r>
      <w:r>
        <w:tab/>
        <w:t>2.025e0</w:t>
      </w:r>
    </w:p>
    <w:p w:rsidR="006974AE" w:rsidRDefault="006974AE" w:rsidP="006974AE">
      <w:r>
        <w:t>465.7382</w:t>
      </w:r>
      <w:r>
        <w:tab/>
        <w:t>1.013e0</w:t>
      </w:r>
    </w:p>
    <w:p w:rsidR="006974AE" w:rsidRDefault="006974AE" w:rsidP="006974AE">
      <w:r>
        <w:t>465.7563</w:t>
      </w:r>
      <w:r>
        <w:tab/>
        <w:t>1.013e0</w:t>
      </w:r>
    </w:p>
    <w:p w:rsidR="006974AE" w:rsidRDefault="006974AE" w:rsidP="006974AE">
      <w:r>
        <w:t>465.7589</w:t>
      </w:r>
      <w:r>
        <w:tab/>
        <w:t>2.025e0</w:t>
      </w:r>
    </w:p>
    <w:p w:rsidR="006974AE" w:rsidRDefault="006974AE" w:rsidP="006974AE">
      <w:r>
        <w:t>465.7615</w:t>
      </w:r>
      <w:r>
        <w:tab/>
        <w:t>3.038e0</w:t>
      </w:r>
    </w:p>
    <w:p w:rsidR="006974AE" w:rsidRDefault="006974AE" w:rsidP="006974AE">
      <w:r>
        <w:t>465.7706</w:t>
      </w:r>
      <w:r>
        <w:tab/>
        <w:t>3.038e0</w:t>
      </w:r>
    </w:p>
    <w:p w:rsidR="006974AE" w:rsidRDefault="006974AE" w:rsidP="006974AE">
      <w:r>
        <w:lastRenderedPageBreak/>
        <w:t>465.8196</w:t>
      </w:r>
      <w:r>
        <w:tab/>
        <w:t>2.025e0</w:t>
      </w:r>
    </w:p>
    <w:p w:rsidR="006974AE" w:rsidRDefault="006974AE" w:rsidP="006974AE">
      <w:r>
        <w:t>465.8342</w:t>
      </w:r>
      <w:r>
        <w:tab/>
        <w:t>4.051e0</w:t>
      </w:r>
    </w:p>
    <w:p w:rsidR="006974AE" w:rsidRDefault="006974AE" w:rsidP="006974AE">
      <w:r>
        <w:t>465.8362</w:t>
      </w:r>
      <w:r>
        <w:tab/>
        <w:t>1.013e0</w:t>
      </w:r>
    </w:p>
    <w:p w:rsidR="006974AE" w:rsidRDefault="006974AE" w:rsidP="006974AE">
      <w:r>
        <w:t>465.8571</w:t>
      </w:r>
      <w:r>
        <w:tab/>
        <w:t>1.013e0</w:t>
      </w:r>
    </w:p>
    <w:p w:rsidR="006974AE" w:rsidRDefault="006974AE" w:rsidP="006974AE">
      <w:r>
        <w:t>465.8727</w:t>
      </w:r>
      <w:r>
        <w:tab/>
        <w:t>1.013e0</w:t>
      </w:r>
    </w:p>
    <w:p w:rsidR="006974AE" w:rsidRDefault="006974AE" w:rsidP="006974AE">
      <w:r>
        <w:t>465.8757</w:t>
      </w:r>
      <w:r>
        <w:tab/>
        <w:t>2.025e0</w:t>
      </w:r>
    </w:p>
    <w:p w:rsidR="006974AE" w:rsidRDefault="006974AE" w:rsidP="006974AE">
      <w:r>
        <w:t>465.9123</w:t>
      </w:r>
      <w:r>
        <w:tab/>
        <w:t>1.013e0</w:t>
      </w:r>
    </w:p>
    <w:p w:rsidR="006974AE" w:rsidRDefault="006974AE" w:rsidP="006974AE">
      <w:r>
        <w:t>465.9361</w:t>
      </w:r>
      <w:r>
        <w:tab/>
        <w:t>3.038e0</w:t>
      </w:r>
    </w:p>
    <w:p w:rsidR="006974AE" w:rsidRDefault="006974AE" w:rsidP="006974AE">
      <w:r>
        <w:t>465.9377</w:t>
      </w:r>
      <w:r>
        <w:tab/>
        <w:t>1.013e0</w:t>
      </w:r>
    </w:p>
    <w:p w:rsidR="006974AE" w:rsidRDefault="006974AE" w:rsidP="006974AE">
      <w:r>
        <w:t>465.9546</w:t>
      </w:r>
      <w:r>
        <w:tab/>
        <w:t>1.013e0</w:t>
      </w:r>
    </w:p>
    <w:p w:rsidR="006974AE" w:rsidRDefault="006974AE" w:rsidP="006974AE">
      <w:r>
        <w:t>465.9703</w:t>
      </w:r>
      <w:r>
        <w:tab/>
        <w:t>1.013e0</w:t>
      </w:r>
    </w:p>
    <w:p w:rsidR="006974AE" w:rsidRDefault="006974AE" w:rsidP="006974AE">
      <w:r>
        <w:t>466.0065</w:t>
      </w:r>
      <w:r>
        <w:tab/>
        <w:t>2.025e0</w:t>
      </w:r>
    </w:p>
    <w:p w:rsidR="006974AE" w:rsidRDefault="006974AE" w:rsidP="006974AE">
      <w:r>
        <w:t>466.0131</w:t>
      </w:r>
      <w:r>
        <w:tab/>
        <w:t>1.013e0</w:t>
      </w:r>
    </w:p>
    <w:p w:rsidR="006974AE" w:rsidRDefault="006974AE" w:rsidP="006974AE">
      <w:r>
        <w:t>466.0431</w:t>
      </w:r>
      <w:r>
        <w:tab/>
        <w:t>3.038e0</w:t>
      </w:r>
    </w:p>
    <w:p w:rsidR="006974AE" w:rsidRDefault="006974AE" w:rsidP="006974AE">
      <w:r>
        <w:t>466.0493</w:t>
      </w:r>
      <w:r>
        <w:tab/>
        <w:t>1.013e0</w:t>
      </w:r>
    </w:p>
    <w:p w:rsidR="006974AE" w:rsidRDefault="006974AE" w:rsidP="006974AE">
      <w:r>
        <w:t>466.0677</w:t>
      </w:r>
      <w:r>
        <w:tab/>
        <w:t>1.013e0</w:t>
      </w:r>
    </w:p>
    <w:p w:rsidR="006974AE" w:rsidRDefault="006974AE" w:rsidP="006974AE">
      <w:r>
        <w:t>466.0923</w:t>
      </w:r>
      <w:r>
        <w:tab/>
        <w:t>1.013e0</w:t>
      </w:r>
    </w:p>
    <w:p w:rsidR="006974AE" w:rsidRDefault="006974AE" w:rsidP="006974AE">
      <w:r>
        <w:t>466.1176</w:t>
      </w:r>
      <w:r>
        <w:tab/>
        <w:t>3.038e0</w:t>
      </w:r>
    </w:p>
    <w:p w:rsidR="006974AE" w:rsidRDefault="006974AE" w:rsidP="006974AE">
      <w:r>
        <w:t>466.1407</w:t>
      </w:r>
      <w:r>
        <w:tab/>
        <w:t>2.025e0</w:t>
      </w:r>
    </w:p>
    <w:p w:rsidR="006974AE" w:rsidRDefault="006974AE" w:rsidP="006974AE">
      <w:r>
        <w:lastRenderedPageBreak/>
        <w:t>466.1524</w:t>
      </w:r>
      <w:r>
        <w:tab/>
        <w:t>2.025e0</w:t>
      </w:r>
    </w:p>
    <w:p w:rsidR="006974AE" w:rsidRDefault="006974AE" w:rsidP="006974AE">
      <w:r>
        <w:t>466.1596</w:t>
      </w:r>
      <w:r>
        <w:tab/>
        <w:t>3.038e0</w:t>
      </w:r>
    </w:p>
    <w:p w:rsidR="006974AE" w:rsidRDefault="006974AE" w:rsidP="006974AE">
      <w:r>
        <w:t>466.1695</w:t>
      </w:r>
      <w:r>
        <w:tab/>
        <w:t>2.025e0</w:t>
      </w:r>
    </w:p>
    <w:p w:rsidR="006974AE" w:rsidRDefault="006974AE" w:rsidP="006974AE">
      <w:r>
        <w:t>466.1755</w:t>
      </w:r>
      <w:r>
        <w:tab/>
        <w:t>2.980e0</w:t>
      </w:r>
    </w:p>
    <w:p w:rsidR="006974AE" w:rsidRDefault="006974AE" w:rsidP="006974AE">
      <w:r>
        <w:t>466.1817</w:t>
      </w:r>
      <w:r>
        <w:tab/>
        <w:t>1.013e0</w:t>
      </w:r>
    </w:p>
    <w:p w:rsidR="006974AE" w:rsidRDefault="006974AE" w:rsidP="006974AE">
      <w:r>
        <w:t>466.1854</w:t>
      </w:r>
      <w:r>
        <w:tab/>
        <w:t>2.025e0</w:t>
      </w:r>
    </w:p>
    <w:p w:rsidR="006974AE" w:rsidRDefault="006974AE" w:rsidP="006974AE">
      <w:r>
        <w:t>466.1967</w:t>
      </w:r>
      <w:r>
        <w:tab/>
        <w:t>2.025e0</w:t>
      </w:r>
    </w:p>
    <w:p w:rsidR="006974AE" w:rsidRDefault="006974AE" w:rsidP="006974AE">
      <w:r>
        <w:t>466.2143</w:t>
      </w:r>
      <w:r>
        <w:tab/>
        <w:t>1.775e0</w:t>
      </w:r>
    </w:p>
    <w:p w:rsidR="006974AE" w:rsidRDefault="006974AE" w:rsidP="006974AE">
      <w:r>
        <w:t>466.2159</w:t>
      </w:r>
      <w:r>
        <w:tab/>
        <w:t>5.063e0</w:t>
      </w:r>
    </w:p>
    <w:p w:rsidR="006974AE" w:rsidRDefault="006974AE" w:rsidP="006974AE">
      <w:r>
        <w:t>466.2263</w:t>
      </w:r>
      <w:r>
        <w:tab/>
        <w:t>3.038e0</w:t>
      </w:r>
    </w:p>
    <w:p w:rsidR="006974AE" w:rsidRDefault="006974AE" w:rsidP="006974AE">
      <w:r>
        <w:t>466.2381</w:t>
      </w:r>
      <w:r>
        <w:tab/>
        <w:t>2.025e0</w:t>
      </w:r>
    </w:p>
    <w:p w:rsidR="006974AE" w:rsidRDefault="006974AE" w:rsidP="006974AE">
      <w:r>
        <w:t>466.2627</w:t>
      </w:r>
      <w:r>
        <w:tab/>
        <w:t>1.013e0</w:t>
      </w:r>
    </w:p>
    <w:p w:rsidR="006974AE" w:rsidRDefault="006974AE" w:rsidP="006974AE">
      <w:r>
        <w:t>466.2700</w:t>
      </w:r>
      <w:r>
        <w:tab/>
        <w:t>3.038e0</w:t>
      </w:r>
    </w:p>
    <w:p w:rsidR="006974AE" w:rsidRDefault="006974AE" w:rsidP="006974AE">
      <w:r>
        <w:t>466.2712</w:t>
      </w:r>
      <w:r>
        <w:tab/>
        <w:t>1.013e0</w:t>
      </w:r>
    </w:p>
    <w:p w:rsidR="006974AE" w:rsidRDefault="006974AE" w:rsidP="006974AE">
      <w:r>
        <w:t>466.2834</w:t>
      </w:r>
      <w:r>
        <w:tab/>
        <w:t>1.013e0</w:t>
      </w:r>
    </w:p>
    <w:p w:rsidR="006974AE" w:rsidRDefault="006974AE" w:rsidP="006974AE">
      <w:r>
        <w:t>466.3022</w:t>
      </w:r>
      <w:r>
        <w:tab/>
        <w:t>1.013e0</w:t>
      </w:r>
    </w:p>
    <w:p w:rsidR="006974AE" w:rsidRDefault="006974AE" w:rsidP="006974AE">
      <w:r>
        <w:t>466.3050</w:t>
      </w:r>
      <w:r>
        <w:tab/>
        <w:t>1.013e0</w:t>
      </w:r>
    </w:p>
    <w:p w:rsidR="006974AE" w:rsidRDefault="006974AE" w:rsidP="006974AE">
      <w:r>
        <w:t>466.3368</w:t>
      </w:r>
      <w:r>
        <w:tab/>
        <w:t>3.038e0</w:t>
      </w:r>
    </w:p>
    <w:p w:rsidR="006974AE" w:rsidRDefault="006974AE" w:rsidP="006974AE">
      <w:r>
        <w:t>466.3398</w:t>
      </w:r>
      <w:r>
        <w:tab/>
        <w:t>2.025e0</w:t>
      </w:r>
    </w:p>
    <w:p w:rsidR="006974AE" w:rsidRDefault="006974AE" w:rsidP="006974AE">
      <w:r>
        <w:lastRenderedPageBreak/>
        <w:t>466.3445</w:t>
      </w:r>
      <w:r>
        <w:tab/>
        <w:t>7.089e0</w:t>
      </w:r>
    </w:p>
    <w:p w:rsidR="006974AE" w:rsidRDefault="006974AE" w:rsidP="006974AE">
      <w:r>
        <w:t>466.3764</w:t>
      </w:r>
      <w:r>
        <w:tab/>
        <w:t>1.013e0</w:t>
      </w:r>
    </w:p>
    <w:p w:rsidR="006974AE" w:rsidRDefault="006974AE" w:rsidP="006974AE">
      <w:r>
        <w:t>466.3851</w:t>
      </w:r>
      <w:r>
        <w:tab/>
        <w:t>1.013e0</w:t>
      </w:r>
    </w:p>
    <w:p w:rsidR="006974AE" w:rsidRDefault="006974AE" w:rsidP="006974AE">
      <w:r>
        <w:t>466.3967</w:t>
      </w:r>
      <w:r>
        <w:tab/>
        <w:t>2.025e0</w:t>
      </w:r>
    </w:p>
    <w:p w:rsidR="006974AE" w:rsidRDefault="006974AE" w:rsidP="006974AE">
      <w:r>
        <w:t>466.4010</w:t>
      </w:r>
      <w:r>
        <w:tab/>
        <w:t>4.051e0</w:t>
      </w:r>
    </w:p>
    <w:p w:rsidR="006974AE" w:rsidRDefault="006974AE" w:rsidP="006974AE">
      <w:r>
        <w:t>466.4095</w:t>
      </w:r>
      <w:r>
        <w:tab/>
        <w:t>2.025e0</w:t>
      </w:r>
    </w:p>
    <w:p w:rsidR="006974AE" w:rsidRDefault="006974AE" w:rsidP="006974AE">
      <w:r>
        <w:t>466.4576</w:t>
      </w:r>
      <w:r>
        <w:tab/>
        <w:t>1.013e0</w:t>
      </w:r>
    </w:p>
    <w:p w:rsidR="006974AE" w:rsidRDefault="006974AE" w:rsidP="006974AE">
      <w:r>
        <w:t>466.4746</w:t>
      </w:r>
      <w:r>
        <w:tab/>
        <w:t>1.013e0</w:t>
      </w:r>
    </w:p>
    <w:p w:rsidR="006974AE" w:rsidRDefault="006974AE" w:rsidP="006974AE">
      <w:r>
        <w:t>466.5310</w:t>
      </w:r>
      <w:r>
        <w:tab/>
        <w:t>1.013e0</w:t>
      </w:r>
    </w:p>
    <w:p w:rsidR="006974AE" w:rsidRDefault="006974AE" w:rsidP="006974AE">
      <w:r>
        <w:t>466.5400</w:t>
      </w:r>
      <w:r>
        <w:tab/>
        <w:t>1.013e0</w:t>
      </w:r>
    </w:p>
    <w:p w:rsidR="006974AE" w:rsidRDefault="006974AE" w:rsidP="006974AE">
      <w:r>
        <w:t>466.5723</w:t>
      </w:r>
      <w:r>
        <w:tab/>
        <w:t>1.013e0</w:t>
      </w:r>
    </w:p>
    <w:p w:rsidR="006974AE" w:rsidRDefault="006974AE" w:rsidP="006974AE">
      <w:r>
        <w:t>466.6553</w:t>
      </w:r>
      <w:r>
        <w:tab/>
        <w:t>1.013e0</w:t>
      </w:r>
    </w:p>
    <w:p w:rsidR="006974AE" w:rsidRDefault="006974AE" w:rsidP="006974AE">
      <w:r>
        <w:t>466.6694</w:t>
      </w:r>
      <w:r>
        <w:tab/>
        <w:t>1.013e0</w:t>
      </w:r>
    </w:p>
    <w:p w:rsidR="006974AE" w:rsidRDefault="006974AE" w:rsidP="006974AE">
      <w:r>
        <w:t>466.6815</w:t>
      </w:r>
      <w:r>
        <w:tab/>
        <w:t>4.051e0</w:t>
      </w:r>
    </w:p>
    <w:p w:rsidR="006974AE" w:rsidRDefault="006974AE" w:rsidP="006974AE">
      <w:r>
        <w:t>466.6857</w:t>
      </w:r>
      <w:r>
        <w:tab/>
        <w:t>1.013e0</w:t>
      </w:r>
    </w:p>
    <w:p w:rsidR="006974AE" w:rsidRDefault="006974AE" w:rsidP="006974AE">
      <w:r>
        <w:t>466.6954</w:t>
      </w:r>
      <w:r>
        <w:tab/>
        <w:t>1.013e0</w:t>
      </w:r>
    </w:p>
    <w:p w:rsidR="006974AE" w:rsidRDefault="006974AE" w:rsidP="006974AE">
      <w:r>
        <w:t>466.6982</w:t>
      </w:r>
      <w:r>
        <w:tab/>
        <w:t>2.025e0</w:t>
      </w:r>
    </w:p>
    <w:p w:rsidR="006974AE" w:rsidRDefault="006974AE" w:rsidP="006974AE">
      <w:r>
        <w:t>466.7199</w:t>
      </w:r>
      <w:r>
        <w:tab/>
        <w:t>3.038e0</w:t>
      </w:r>
    </w:p>
    <w:p w:rsidR="006974AE" w:rsidRDefault="006974AE" w:rsidP="006974AE">
      <w:r>
        <w:t>466.7494</w:t>
      </w:r>
      <w:r>
        <w:tab/>
        <w:t>1.013e0</w:t>
      </w:r>
    </w:p>
    <w:p w:rsidR="006974AE" w:rsidRDefault="006974AE" w:rsidP="006974AE">
      <w:r>
        <w:lastRenderedPageBreak/>
        <w:t>466.7607</w:t>
      </w:r>
      <w:r>
        <w:tab/>
        <w:t>4.051e0</w:t>
      </w:r>
    </w:p>
    <w:p w:rsidR="006974AE" w:rsidRDefault="006974AE" w:rsidP="006974AE">
      <w:r>
        <w:t>466.7715</w:t>
      </w:r>
      <w:r>
        <w:tab/>
        <w:t>1.013e0</w:t>
      </w:r>
    </w:p>
    <w:p w:rsidR="006974AE" w:rsidRDefault="006974AE" w:rsidP="006974AE">
      <w:r>
        <w:t>466.7802</w:t>
      </w:r>
      <w:r>
        <w:tab/>
        <w:t>2.025e0</w:t>
      </w:r>
    </w:p>
    <w:p w:rsidR="006974AE" w:rsidRDefault="006974AE" w:rsidP="006974AE">
      <w:r>
        <w:t>466.8080</w:t>
      </w:r>
      <w:r>
        <w:tab/>
        <w:t>1.013e0</w:t>
      </w:r>
    </w:p>
    <w:p w:rsidR="006974AE" w:rsidRDefault="006974AE" w:rsidP="006974AE">
      <w:r>
        <w:t>466.8329</w:t>
      </w:r>
      <w:r>
        <w:tab/>
        <w:t>1.013e0</w:t>
      </w:r>
    </w:p>
    <w:p w:rsidR="006974AE" w:rsidRDefault="006974AE" w:rsidP="006974AE">
      <w:r>
        <w:t>466.8469</w:t>
      </w:r>
      <w:r>
        <w:tab/>
        <w:t>1.013e0</w:t>
      </w:r>
    </w:p>
    <w:p w:rsidR="006974AE" w:rsidRDefault="006974AE" w:rsidP="006974AE">
      <w:r>
        <w:t>466.8690</w:t>
      </w:r>
      <w:r>
        <w:tab/>
        <w:t>1.013e0</w:t>
      </w:r>
    </w:p>
    <w:p w:rsidR="006974AE" w:rsidRDefault="006974AE" w:rsidP="006974AE">
      <w:r>
        <w:t>466.8812</w:t>
      </w:r>
      <w:r>
        <w:tab/>
        <w:t>1.013e0</w:t>
      </w:r>
    </w:p>
    <w:p w:rsidR="006974AE" w:rsidRDefault="006974AE" w:rsidP="006974AE">
      <w:r>
        <w:t>466.8954</w:t>
      </w:r>
      <w:r>
        <w:tab/>
        <w:t>4.051e0</w:t>
      </w:r>
    </w:p>
    <w:p w:rsidR="006974AE" w:rsidRDefault="006974AE" w:rsidP="006974AE">
      <w:r>
        <w:t>466.9141</w:t>
      </w:r>
      <w:r>
        <w:tab/>
        <w:t>2.025e0</w:t>
      </w:r>
    </w:p>
    <w:p w:rsidR="006974AE" w:rsidRDefault="006974AE" w:rsidP="006974AE">
      <w:r>
        <w:t>466.9304</w:t>
      </w:r>
      <w:r>
        <w:tab/>
        <w:t>2.025e0</w:t>
      </w:r>
    </w:p>
    <w:p w:rsidR="006974AE" w:rsidRDefault="006974AE" w:rsidP="006974AE">
      <w:r>
        <w:t>466.9543</w:t>
      </w:r>
      <w:r>
        <w:tab/>
        <w:t>2.025e0</w:t>
      </w:r>
    </w:p>
    <w:p w:rsidR="006974AE" w:rsidRDefault="006974AE" w:rsidP="006974AE">
      <w:r>
        <w:t>466.9666</w:t>
      </w:r>
      <w:r>
        <w:tab/>
        <w:t>1.013e0</w:t>
      </w:r>
    </w:p>
    <w:p w:rsidR="006974AE" w:rsidRDefault="006974AE" w:rsidP="006974AE">
      <w:r>
        <w:t>466.9846</w:t>
      </w:r>
      <w:r>
        <w:tab/>
        <w:t>1.013e0</w:t>
      </w:r>
    </w:p>
    <w:p w:rsidR="006974AE" w:rsidRDefault="006974AE" w:rsidP="006974AE">
      <w:r>
        <w:t>466.9872</w:t>
      </w:r>
      <w:r>
        <w:tab/>
        <w:t>1.013e0</w:t>
      </w:r>
    </w:p>
    <w:p w:rsidR="006974AE" w:rsidRDefault="006974AE" w:rsidP="006974AE">
      <w:r>
        <w:t>467.0237</w:t>
      </w:r>
      <w:r>
        <w:tab/>
        <w:t>1.013e0</w:t>
      </w:r>
    </w:p>
    <w:p w:rsidR="006974AE" w:rsidRDefault="006974AE" w:rsidP="006974AE">
      <w:r>
        <w:t>467.0458</w:t>
      </w:r>
      <w:r>
        <w:tab/>
        <w:t>1.013e0</w:t>
      </w:r>
    </w:p>
    <w:p w:rsidR="006974AE" w:rsidRDefault="006974AE" w:rsidP="006974AE">
      <w:r>
        <w:t>467.0575</w:t>
      </w:r>
      <w:r>
        <w:tab/>
        <w:t>2.025e0</w:t>
      </w:r>
    </w:p>
    <w:p w:rsidR="006974AE" w:rsidRDefault="006974AE" w:rsidP="006974AE">
      <w:r>
        <w:t>467.0686</w:t>
      </w:r>
      <w:r>
        <w:tab/>
        <w:t>1.013e0</w:t>
      </w:r>
    </w:p>
    <w:p w:rsidR="006974AE" w:rsidRDefault="006974AE" w:rsidP="006974AE">
      <w:r>
        <w:lastRenderedPageBreak/>
        <w:t>467.0849</w:t>
      </w:r>
      <w:r>
        <w:tab/>
        <w:t>1.013e0</w:t>
      </w:r>
    </w:p>
    <w:p w:rsidR="006974AE" w:rsidRDefault="006974AE" w:rsidP="006974AE">
      <w:r>
        <w:t>467.1343</w:t>
      </w:r>
      <w:r>
        <w:tab/>
        <w:t>2.025e0</w:t>
      </w:r>
    </w:p>
    <w:p w:rsidR="006974AE" w:rsidRDefault="006974AE" w:rsidP="006974AE">
      <w:r>
        <w:t>467.1443</w:t>
      </w:r>
      <w:r>
        <w:tab/>
        <w:t>3.038e0</w:t>
      </w:r>
    </w:p>
    <w:p w:rsidR="006974AE" w:rsidRDefault="006974AE" w:rsidP="006974AE">
      <w:r>
        <w:t>467.1501</w:t>
      </w:r>
      <w:r>
        <w:tab/>
        <w:t>2.025e0</w:t>
      </w:r>
    </w:p>
    <w:p w:rsidR="006974AE" w:rsidRDefault="006974AE" w:rsidP="006974AE">
      <w:r>
        <w:t>467.1664</w:t>
      </w:r>
      <w:r>
        <w:tab/>
        <w:t>1.013e0</w:t>
      </w:r>
    </w:p>
    <w:p w:rsidR="006974AE" w:rsidRDefault="006974AE" w:rsidP="006974AE">
      <w:r>
        <w:t>467.1716</w:t>
      </w:r>
      <w:r>
        <w:tab/>
        <w:t>1.205e0</w:t>
      </w:r>
    </w:p>
    <w:p w:rsidR="006974AE" w:rsidRDefault="006974AE" w:rsidP="006974AE">
      <w:r>
        <w:t>467.1802</w:t>
      </w:r>
      <w:r>
        <w:tab/>
        <w:t>3.038e0</w:t>
      </w:r>
    </w:p>
    <w:p w:rsidR="006974AE" w:rsidRDefault="006974AE" w:rsidP="006974AE">
      <w:r>
        <w:t>467.1844</w:t>
      </w:r>
      <w:r>
        <w:tab/>
        <w:t>4.051e0</w:t>
      </w:r>
    </w:p>
    <w:p w:rsidR="006974AE" w:rsidRDefault="006974AE" w:rsidP="006974AE">
      <w:r>
        <w:t>467.1914</w:t>
      </w:r>
      <w:r>
        <w:tab/>
        <w:t>1.013e0</w:t>
      </w:r>
    </w:p>
    <w:p w:rsidR="006974AE" w:rsidRDefault="006974AE" w:rsidP="006974AE">
      <w:r>
        <w:t>467.2071</w:t>
      </w:r>
      <w:r>
        <w:tab/>
        <w:t>2.025e0</w:t>
      </w:r>
    </w:p>
    <w:p w:rsidR="006974AE" w:rsidRDefault="006974AE" w:rsidP="006974AE">
      <w:r>
        <w:t>467.2119</w:t>
      </w:r>
      <w:r>
        <w:tab/>
        <w:t>3.038e0</w:t>
      </w:r>
    </w:p>
    <w:p w:rsidR="006974AE" w:rsidRDefault="006974AE" w:rsidP="006974AE">
      <w:r>
        <w:t>467.2479</w:t>
      </w:r>
      <w:r>
        <w:tab/>
        <w:t>1.013e0</w:t>
      </w:r>
    </w:p>
    <w:p w:rsidR="006974AE" w:rsidRDefault="006974AE" w:rsidP="006974AE">
      <w:r>
        <w:t>467.2568</w:t>
      </w:r>
      <w:r>
        <w:tab/>
        <w:t>3.038e0</w:t>
      </w:r>
    </w:p>
    <w:p w:rsidR="006974AE" w:rsidRDefault="006974AE" w:rsidP="006974AE">
      <w:r>
        <w:t>467.2611</w:t>
      </w:r>
      <w:r>
        <w:tab/>
        <w:t>1.975e0</w:t>
      </w:r>
    </w:p>
    <w:p w:rsidR="006974AE" w:rsidRDefault="006974AE" w:rsidP="006974AE">
      <w:r>
        <w:t>467.2811</w:t>
      </w:r>
      <w:r>
        <w:tab/>
        <w:t>1.013e0</w:t>
      </w:r>
    </w:p>
    <w:p w:rsidR="006974AE" w:rsidRDefault="006974AE" w:rsidP="006974AE">
      <w:r>
        <w:t>467.3215</w:t>
      </w:r>
      <w:r>
        <w:tab/>
        <w:t>2.025e0</w:t>
      </w:r>
    </w:p>
    <w:p w:rsidR="006974AE" w:rsidRDefault="006974AE" w:rsidP="006974AE">
      <w:r>
        <w:t>467.3300</w:t>
      </w:r>
      <w:r>
        <w:tab/>
        <w:t>1.013e0</w:t>
      </w:r>
    </w:p>
    <w:p w:rsidR="006974AE" w:rsidRDefault="006974AE" w:rsidP="006974AE">
      <w:r>
        <w:t>467.3547</w:t>
      </w:r>
      <w:r>
        <w:tab/>
        <w:t>2.025e0</w:t>
      </w:r>
    </w:p>
    <w:p w:rsidR="006974AE" w:rsidRDefault="006974AE" w:rsidP="006974AE">
      <w:r>
        <w:t>467.3623</w:t>
      </w:r>
      <w:r>
        <w:tab/>
        <w:t>2.025e0</w:t>
      </w:r>
    </w:p>
    <w:p w:rsidR="006974AE" w:rsidRDefault="006974AE" w:rsidP="006974AE">
      <w:r>
        <w:lastRenderedPageBreak/>
        <w:t>467.3669</w:t>
      </w:r>
      <w:r>
        <w:tab/>
        <w:t>4.051e0</w:t>
      </w:r>
    </w:p>
    <w:p w:rsidR="006974AE" w:rsidRDefault="006974AE" w:rsidP="006974AE">
      <w:r>
        <w:t>467.3770</w:t>
      </w:r>
      <w:r>
        <w:tab/>
        <w:t>2.217e0</w:t>
      </w:r>
    </w:p>
    <w:p w:rsidR="006974AE" w:rsidRDefault="006974AE" w:rsidP="006974AE">
      <w:r>
        <w:t>467.3789</w:t>
      </w:r>
      <w:r>
        <w:tab/>
        <w:t>2.025e0</w:t>
      </w:r>
    </w:p>
    <w:p w:rsidR="006974AE" w:rsidRDefault="006974AE" w:rsidP="006974AE">
      <w:r>
        <w:t>467.4141</w:t>
      </w:r>
      <w:r>
        <w:tab/>
        <w:t>2.025e0</w:t>
      </w:r>
    </w:p>
    <w:p w:rsidR="006974AE" w:rsidRDefault="006974AE" w:rsidP="006974AE">
      <w:r>
        <w:t>467.4160</w:t>
      </w:r>
      <w:r>
        <w:tab/>
        <w:t>3.038e0</w:t>
      </w:r>
    </w:p>
    <w:p w:rsidR="006974AE" w:rsidRDefault="006974AE" w:rsidP="006974AE">
      <w:r>
        <w:t>467.4386</w:t>
      </w:r>
      <w:r>
        <w:tab/>
        <w:t>2.025e0</w:t>
      </w:r>
    </w:p>
    <w:p w:rsidR="006974AE" w:rsidRDefault="006974AE" w:rsidP="006974AE">
      <w:r>
        <w:t>467.4441</w:t>
      </w:r>
      <w:r>
        <w:tab/>
        <w:t>1.013e0</w:t>
      </w:r>
    </w:p>
    <w:p w:rsidR="006974AE" w:rsidRDefault="006974AE" w:rsidP="006974AE">
      <w:r>
        <w:t>467.4686</w:t>
      </w:r>
      <w:r>
        <w:tab/>
        <w:t>1.013e0</w:t>
      </w:r>
    </w:p>
    <w:p w:rsidR="006974AE" w:rsidRDefault="006974AE" w:rsidP="006974AE">
      <w:r>
        <w:t>467.4762</w:t>
      </w:r>
      <w:r>
        <w:tab/>
        <w:t>1.013e0</w:t>
      </w:r>
    </w:p>
    <w:p w:rsidR="006974AE" w:rsidRDefault="006974AE" w:rsidP="006974AE">
      <w:r>
        <w:t>467.4930</w:t>
      </w:r>
      <w:r>
        <w:tab/>
        <w:t>2.025e0</w:t>
      </w:r>
    </w:p>
    <w:p w:rsidR="006974AE" w:rsidRDefault="006974AE" w:rsidP="006974AE">
      <w:r>
        <w:t>467.5139</w:t>
      </w:r>
      <w:r>
        <w:tab/>
        <w:t>2.025e0</w:t>
      </w:r>
    </w:p>
    <w:p w:rsidR="006974AE" w:rsidRDefault="006974AE" w:rsidP="006974AE">
      <w:r>
        <w:t>467.5169</w:t>
      </w:r>
      <w:r>
        <w:tab/>
        <w:t>1.013e0</w:t>
      </w:r>
    </w:p>
    <w:p w:rsidR="006974AE" w:rsidRDefault="006974AE" w:rsidP="006974AE">
      <w:r>
        <w:t>467.5290</w:t>
      </w:r>
      <w:r>
        <w:tab/>
        <w:t>2.025e0</w:t>
      </w:r>
    </w:p>
    <w:p w:rsidR="006974AE" w:rsidRDefault="006974AE" w:rsidP="006974AE">
      <w:r>
        <w:t>467.5300</w:t>
      </w:r>
      <w:r>
        <w:tab/>
        <w:t>1.013e0</w:t>
      </w:r>
    </w:p>
    <w:p w:rsidR="006974AE" w:rsidRDefault="006974AE" w:rsidP="006974AE">
      <w:r>
        <w:t>467.5414</w:t>
      </w:r>
      <w:r>
        <w:tab/>
        <w:t>1.013e0</w:t>
      </w:r>
    </w:p>
    <w:p w:rsidR="006974AE" w:rsidRDefault="006974AE" w:rsidP="006974AE">
      <w:r>
        <w:t>467.5509</w:t>
      </w:r>
      <w:r>
        <w:tab/>
        <w:t>1.013e0</w:t>
      </w:r>
    </w:p>
    <w:p w:rsidR="006974AE" w:rsidRDefault="006974AE" w:rsidP="006974AE">
      <w:r>
        <w:t>467.5991</w:t>
      </w:r>
      <w:r>
        <w:tab/>
        <w:t>1.013e0</w:t>
      </w:r>
    </w:p>
    <w:p w:rsidR="006974AE" w:rsidRDefault="006974AE" w:rsidP="006974AE">
      <w:r>
        <w:t>467.6088</w:t>
      </w:r>
      <w:r>
        <w:tab/>
        <w:t>1.013e0</w:t>
      </w:r>
    </w:p>
    <w:p w:rsidR="006974AE" w:rsidRDefault="006974AE" w:rsidP="006974AE">
      <w:r>
        <w:t>467.6110</w:t>
      </w:r>
      <w:r>
        <w:tab/>
        <w:t>2.025e0</w:t>
      </w:r>
    </w:p>
    <w:p w:rsidR="006974AE" w:rsidRDefault="006974AE" w:rsidP="006974AE">
      <w:r>
        <w:lastRenderedPageBreak/>
        <w:t>467.6270</w:t>
      </w:r>
      <w:r>
        <w:tab/>
        <w:t>1.013e0</w:t>
      </w:r>
    </w:p>
    <w:p w:rsidR="006974AE" w:rsidRDefault="006974AE" w:rsidP="006974AE">
      <w:r>
        <w:t>467.6568</w:t>
      </w:r>
      <w:r>
        <w:tab/>
        <w:t>3.038e0</w:t>
      </w:r>
    </w:p>
    <w:p w:rsidR="006974AE" w:rsidRDefault="006974AE" w:rsidP="006974AE">
      <w:r>
        <w:t>467.6593</w:t>
      </w:r>
      <w:r>
        <w:tab/>
        <w:t>2.025e0</w:t>
      </w:r>
    </w:p>
    <w:p w:rsidR="006974AE" w:rsidRDefault="006974AE" w:rsidP="006974AE">
      <w:r>
        <w:t>467.6638</w:t>
      </w:r>
      <w:r>
        <w:tab/>
        <w:t>2.025e0</w:t>
      </w:r>
    </w:p>
    <w:p w:rsidR="006974AE" w:rsidRDefault="006974AE" w:rsidP="006974AE">
      <w:r>
        <w:t>467.6719</w:t>
      </w:r>
      <w:r>
        <w:tab/>
        <w:t>1.013e0</w:t>
      </w:r>
    </w:p>
    <w:p w:rsidR="006974AE" w:rsidRDefault="006974AE" w:rsidP="006974AE">
      <w:r>
        <w:t>467.6833</w:t>
      </w:r>
      <w:r>
        <w:tab/>
        <w:t>5.063e0</w:t>
      </w:r>
    </w:p>
    <w:p w:rsidR="006974AE" w:rsidRDefault="006974AE" w:rsidP="006974AE">
      <w:r>
        <w:t>467.6882</w:t>
      </w:r>
      <w:r>
        <w:tab/>
        <w:t>1.013e0</w:t>
      </w:r>
    </w:p>
    <w:p w:rsidR="006974AE" w:rsidRDefault="006974AE" w:rsidP="006974AE">
      <w:r>
        <w:t>467.7566</w:t>
      </w:r>
      <w:r>
        <w:tab/>
        <w:t>3.038e0</w:t>
      </w:r>
    </w:p>
    <w:p w:rsidR="006974AE" w:rsidRDefault="006974AE" w:rsidP="006974AE">
      <w:r>
        <w:t>467.7683</w:t>
      </w:r>
      <w:r>
        <w:tab/>
        <w:t>2.025e0</w:t>
      </w:r>
    </w:p>
    <w:p w:rsidR="006974AE" w:rsidRDefault="006974AE" w:rsidP="006974AE">
      <w:r>
        <w:t>467.7786</w:t>
      </w:r>
      <w:r>
        <w:tab/>
        <w:t>1.013e0</w:t>
      </w:r>
    </w:p>
    <w:p w:rsidR="006974AE" w:rsidRDefault="006974AE" w:rsidP="006974AE">
      <w:r>
        <w:t>467.7855</w:t>
      </w:r>
      <w:r>
        <w:tab/>
        <w:t>2.025e0</w:t>
      </w:r>
    </w:p>
    <w:p w:rsidR="006974AE" w:rsidRDefault="006974AE" w:rsidP="006974AE">
      <w:r>
        <w:t>467.8004</w:t>
      </w:r>
      <w:r>
        <w:tab/>
        <w:t>1.013e0</w:t>
      </w:r>
    </w:p>
    <w:p w:rsidR="006974AE" w:rsidRDefault="006974AE" w:rsidP="006974AE">
      <w:r>
        <w:t>467.8220</w:t>
      </w:r>
      <w:r>
        <w:tab/>
        <w:t>1.013e0</w:t>
      </w:r>
    </w:p>
    <w:p w:rsidR="006974AE" w:rsidRDefault="006974AE" w:rsidP="006974AE">
      <w:r>
        <w:t>467.8351</w:t>
      </w:r>
      <w:r>
        <w:tab/>
        <w:t>2.288e0</w:t>
      </w:r>
    </w:p>
    <w:p w:rsidR="006974AE" w:rsidRDefault="006974AE" w:rsidP="006974AE">
      <w:r>
        <w:t>467.8439</w:t>
      </w:r>
      <w:r>
        <w:tab/>
        <w:t>1.013e0</w:t>
      </w:r>
    </w:p>
    <w:p w:rsidR="006974AE" w:rsidRDefault="006974AE" w:rsidP="006974AE">
      <w:r>
        <w:t>467.8623</w:t>
      </w:r>
      <w:r>
        <w:tab/>
        <w:t>1.013e0</w:t>
      </w:r>
    </w:p>
    <w:p w:rsidR="006974AE" w:rsidRDefault="006974AE" w:rsidP="006974AE">
      <w:r>
        <w:t>467.8678</w:t>
      </w:r>
      <w:r>
        <w:tab/>
        <w:t>1.013e0</w:t>
      </w:r>
    </w:p>
    <w:p w:rsidR="006974AE" w:rsidRDefault="006974AE" w:rsidP="006974AE">
      <w:r>
        <w:t>467.8762</w:t>
      </w:r>
      <w:r>
        <w:tab/>
        <w:t>2.025e0</w:t>
      </w:r>
    </w:p>
    <w:p w:rsidR="006974AE" w:rsidRDefault="006974AE" w:rsidP="006974AE">
      <w:r>
        <w:t>467.8885</w:t>
      </w:r>
      <w:r>
        <w:tab/>
        <w:t>2.025e0</w:t>
      </w:r>
    </w:p>
    <w:p w:rsidR="006974AE" w:rsidRDefault="006974AE" w:rsidP="006974AE">
      <w:r>
        <w:lastRenderedPageBreak/>
        <w:t>467.9012</w:t>
      </w:r>
      <w:r>
        <w:tab/>
        <w:t>1.013e0</w:t>
      </w:r>
    </w:p>
    <w:p w:rsidR="006974AE" w:rsidRDefault="006974AE" w:rsidP="006974AE">
      <w:r>
        <w:t>467.9201</w:t>
      </w:r>
      <w:r>
        <w:tab/>
        <w:t>1.013e0</w:t>
      </w:r>
    </w:p>
    <w:p w:rsidR="006974AE" w:rsidRDefault="006974AE" w:rsidP="006974AE">
      <w:r>
        <w:t>467.9376</w:t>
      </w:r>
      <w:r>
        <w:tab/>
        <w:t>1.013e0</w:t>
      </w:r>
    </w:p>
    <w:p w:rsidR="006974AE" w:rsidRDefault="006974AE" w:rsidP="006974AE">
      <w:r>
        <w:t>467.9490</w:t>
      </w:r>
      <w:r>
        <w:tab/>
        <w:t>3.038e0</w:t>
      </w:r>
    </w:p>
    <w:p w:rsidR="006974AE" w:rsidRDefault="006974AE" w:rsidP="006974AE">
      <w:r>
        <w:t>467.9564</w:t>
      </w:r>
      <w:r>
        <w:tab/>
        <w:t>1.013e0</w:t>
      </w:r>
    </w:p>
    <w:p w:rsidR="006974AE" w:rsidRDefault="006974AE" w:rsidP="006974AE">
      <w:r>
        <w:t>467.9774</w:t>
      </w:r>
      <w:r>
        <w:tab/>
        <w:t>1.013e0</w:t>
      </w:r>
    </w:p>
    <w:p w:rsidR="006974AE" w:rsidRDefault="006974AE" w:rsidP="006974AE">
      <w:r>
        <w:t>468.0215</w:t>
      </w:r>
      <w:r>
        <w:tab/>
        <w:t>4.051e0</w:t>
      </w:r>
    </w:p>
    <w:p w:rsidR="006974AE" w:rsidRDefault="006974AE" w:rsidP="006974AE">
      <w:r>
        <w:t>468.0357</w:t>
      </w:r>
      <w:r>
        <w:tab/>
        <w:t>1.013e0</w:t>
      </w:r>
    </w:p>
    <w:p w:rsidR="006974AE" w:rsidRDefault="006974AE" w:rsidP="006974AE">
      <w:r>
        <w:t>468.0392</w:t>
      </w:r>
      <w:r>
        <w:tab/>
        <w:t>1.013e0</w:t>
      </w:r>
    </w:p>
    <w:p w:rsidR="006974AE" w:rsidRDefault="006974AE" w:rsidP="006974AE">
      <w:r>
        <w:t>468.0473</w:t>
      </w:r>
      <w:r>
        <w:tab/>
        <w:t>3.038e0</w:t>
      </w:r>
    </w:p>
    <w:p w:rsidR="006974AE" w:rsidRDefault="006974AE" w:rsidP="006974AE">
      <w:r>
        <w:t>468.0806</w:t>
      </w:r>
      <w:r>
        <w:tab/>
        <w:t>1.013e0</w:t>
      </w:r>
    </w:p>
    <w:p w:rsidR="006974AE" w:rsidRDefault="006974AE" w:rsidP="006974AE">
      <w:r>
        <w:t>468.0882</w:t>
      </w:r>
      <w:r>
        <w:tab/>
        <w:t>1.013e0</w:t>
      </w:r>
    </w:p>
    <w:p w:rsidR="006974AE" w:rsidRDefault="006974AE" w:rsidP="006974AE">
      <w:r>
        <w:t>468.1102</w:t>
      </w:r>
      <w:r>
        <w:tab/>
        <w:t>3.038e0</w:t>
      </w:r>
    </w:p>
    <w:p w:rsidR="006974AE" w:rsidRDefault="006974AE" w:rsidP="006974AE">
      <w:r>
        <w:t>468.1144</w:t>
      </w:r>
      <w:r>
        <w:tab/>
        <w:t>3.038e0</w:t>
      </w:r>
    </w:p>
    <w:p w:rsidR="006974AE" w:rsidRDefault="006974AE" w:rsidP="006974AE">
      <w:r>
        <w:t>468.1294</w:t>
      </w:r>
      <w:r>
        <w:tab/>
        <w:t>3.038e0</w:t>
      </w:r>
    </w:p>
    <w:p w:rsidR="006974AE" w:rsidRDefault="006974AE" w:rsidP="006974AE">
      <w:r>
        <w:t>468.1623</w:t>
      </w:r>
      <w:r>
        <w:tab/>
        <w:t>1.013e0</w:t>
      </w:r>
    </w:p>
    <w:p w:rsidR="006974AE" w:rsidRDefault="006974AE" w:rsidP="006974AE">
      <w:r>
        <w:t>468.1887</w:t>
      </w:r>
      <w:r>
        <w:tab/>
        <w:t>3.038e0</w:t>
      </w:r>
    </w:p>
    <w:p w:rsidR="006974AE" w:rsidRDefault="006974AE" w:rsidP="006974AE">
      <w:r>
        <w:t>468.1943</w:t>
      </w:r>
      <w:r>
        <w:tab/>
        <w:t>1.013e0</w:t>
      </w:r>
    </w:p>
    <w:p w:rsidR="006974AE" w:rsidRDefault="006974AE" w:rsidP="006974AE">
      <w:r>
        <w:t>468.1994</w:t>
      </w:r>
      <w:r>
        <w:tab/>
        <w:t>9.108e0</w:t>
      </w:r>
    </w:p>
    <w:p w:rsidR="006974AE" w:rsidRDefault="006974AE" w:rsidP="006974AE">
      <w:r>
        <w:lastRenderedPageBreak/>
        <w:t>468.2025</w:t>
      </w:r>
      <w:r>
        <w:tab/>
        <w:t>1.013e0</w:t>
      </w:r>
    </w:p>
    <w:p w:rsidR="006974AE" w:rsidRDefault="006974AE" w:rsidP="006974AE">
      <w:r>
        <w:t>468.2357</w:t>
      </w:r>
      <w:r>
        <w:tab/>
        <w:t>3.038e0</w:t>
      </w:r>
    </w:p>
    <w:p w:rsidR="006974AE" w:rsidRDefault="006974AE" w:rsidP="006974AE">
      <w:r>
        <w:t>468.2439</w:t>
      </w:r>
      <w:r>
        <w:tab/>
        <w:t>1.013e0</w:t>
      </w:r>
    </w:p>
    <w:p w:rsidR="006974AE" w:rsidRDefault="006974AE" w:rsidP="006974AE">
      <w:r>
        <w:t>468.2728</w:t>
      </w:r>
      <w:r>
        <w:tab/>
        <w:t>2.025e0</w:t>
      </w:r>
    </w:p>
    <w:p w:rsidR="006974AE" w:rsidRDefault="006974AE" w:rsidP="006974AE">
      <w:r>
        <w:t>468.3011</w:t>
      </w:r>
      <w:r>
        <w:tab/>
        <w:t>1.013e0</w:t>
      </w:r>
    </w:p>
    <w:p w:rsidR="006974AE" w:rsidRDefault="006974AE" w:rsidP="006974AE">
      <w:r>
        <w:t>468.3090</w:t>
      </w:r>
      <w:r>
        <w:tab/>
        <w:t>3.038e0</w:t>
      </w:r>
    </w:p>
    <w:p w:rsidR="006974AE" w:rsidRDefault="006974AE" w:rsidP="006974AE">
      <w:r>
        <w:t>468.3636</w:t>
      </w:r>
      <w:r>
        <w:tab/>
        <w:t>5.063e0</w:t>
      </w:r>
    </w:p>
    <w:p w:rsidR="006974AE" w:rsidRDefault="006974AE" w:rsidP="006974AE">
      <w:r>
        <w:t>468.3648</w:t>
      </w:r>
      <w:r>
        <w:tab/>
        <w:t>3.038e0</w:t>
      </w:r>
    </w:p>
    <w:p w:rsidR="006974AE" w:rsidRDefault="006974AE" w:rsidP="006974AE">
      <w:r>
        <w:t>468.3802</w:t>
      </w:r>
      <w:r>
        <w:tab/>
        <w:t>6.076e0</w:t>
      </w:r>
    </w:p>
    <w:p w:rsidR="006974AE" w:rsidRDefault="006974AE" w:rsidP="006974AE">
      <w:r>
        <w:t>468.3901</w:t>
      </w:r>
      <w:r>
        <w:tab/>
        <w:t>1.316e1</w:t>
      </w:r>
    </w:p>
    <w:p w:rsidR="006974AE" w:rsidRDefault="006974AE" w:rsidP="006974AE">
      <w:r>
        <w:t>468.3954</w:t>
      </w:r>
      <w:r>
        <w:tab/>
        <w:t>5.063e0</w:t>
      </w:r>
    </w:p>
    <w:p w:rsidR="006974AE" w:rsidRDefault="006974AE" w:rsidP="006974AE">
      <w:r>
        <w:t>468.3972</w:t>
      </w:r>
      <w:r>
        <w:tab/>
        <w:t>1.114e1</w:t>
      </w:r>
    </w:p>
    <w:p w:rsidR="006974AE" w:rsidRDefault="006974AE" w:rsidP="006974AE">
      <w:r>
        <w:t>468.4140</w:t>
      </w:r>
      <w:r>
        <w:tab/>
        <w:t>3.038e0</w:t>
      </w:r>
    </w:p>
    <w:p w:rsidR="006974AE" w:rsidRDefault="006974AE" w:rsidP="006974AE">
      <w:r>
        <w:t>468.4151</w:t>
      </w:r>
      <w:r>
        <w:tab/>
        <w:t>3.038e0</w:t>
      </w:r>
    </w:p>
    <w:p w:rsidR="006974AE" w:rsidRDefault="006974AE" w:rsidP="006974AE">
      <w:r>
        <w:t>468.4972</w:t>
      </w:r>
      <w:r>
        <w:tab/>
        <w:t>2.025e0</w:t>
      </w:r>
    </w:p>
    <w:p w:rsidR="006974AE" w:rsidRDefault="006974AE" w:rsidP="006974AE">
      <w:r>
        <w:t>468.5015</w:t>
      </w:r>
      <w:r>
        <w:tab/>
        <w:t>2.025e0</w:t>
      </w:r>
    </w:p>
    <w:p w:rsidR="006974AE" w:rsidRDefault="006974AE" w:rsidP="006974AE">
      <w:r>
        <w:t>468.5200</w:t>
      </w:r>
      <w:r>
        <w:tab/>
        <w:t>2.025e0</w:t>
      </w:r>
    </w:p>
    <w:p w:rsidR="006974AE" w:rsidRDefault="006974AE" w:rsidP="006974AE">
      <w:r>
        <w:t>468.5538</w:t>
      </w:r>
      <w:r>
        <w:tab/>
        <w:t>1.013e0</w:t>
      </w:r>
    </w:p>
    <w:p w:rsidR="006974AE" w:rsidRDefault="006974AE" w:rsidP="006974AE">
      <w:r>
        <w:t>468.5947</w:t>
      </w:r>
      <w:r>
        <w:tab/>
        <w:t>1.013e0</w:t>
      </w:r>
    </w:p>
    <w:p w:rsidR="006974AE" w:rsidRDefault="006974AE" w:rsidP="006974AE">
      <w:r>
        <w:lastRenderedPageBreak/>
        <w:t>468.5976</w:t>
      </w:r>
      <w:r>
        <w:tab/>
        <w:t>3.038e0</w:t>
      </w:r>
    </w:p>
    <w:p w:rsidR="006974AE" w:rsidRDefault="006974AE" w:rsidP="006974AE">
      <w:r>
        <w:t>468.6175</w:t>
      </w:r>
      <w:r>
        <w:tab/>
        <w:t>1.013e0</w:t>
      </w:r>
    </w:p>
    <w:p w:rsidR="006974AE" w:rsidRDefault="006974AE" w:rsidP="006974AE">
      <w:r>
        <w:t>468.6208</w:t>
      </w:r>
      <w:r>
        <w:tab/>
        <w:t>1.013e0</w:t>
      </w:r>
    </w:p>
    <w:p w:rsidR="006974AE" w:rsidRDefault="006974AE" w:rsidP="006974AE">
      <w:r>
        <w:t>468.6353</w:t>
      </w:r>
      <w:r>
        <w:tab/>
        <w:t>1.013e0</w:t>
      </w:r>
    </w:p>
    <w:p w:rsidR="006974AE" w:rsidRDefault="006974AE" w:rsidP="006974AE">
      <w:r>
        <w:t>468.6525</w:t>
      </w:r>
      <w:r>
        <w:tab/>
        <w:t>2.025e0</w:t>
      </w:r>
    </w:p>
    <w:p w:rsidR="006974AE" w:rsidRDefault="006974AE" w:rsidP="006974AE">
      <w:r>
        <w:t>468.6663</w:t>
      </w:r>
      <w:r>
        <w:tab/>
        <w:t>2.025e0</w:t>
      </w:r>
    </w:p>
    <w:p w:rsidR="006974AE" w:rsidRDefault="006974AE" w:rsidP="006974AE">
      <w:r>
        <w:t>468.6846</w:t>
      </w:r>
      <w:r>
        <w:tab/>
        <w:t>2.025e0</w:t>
      </w:r>
    </w:p>
    <w:p w:rsidR="006974AE" w:rsidRDefault="006974AE" w:rsidP="006974AE">
      <w:r>
        <w:t>468.6931</w:t>
      </w:r>
      <w:r>
        <w:tab/>
        <w:t>2.025e0</w:t>
      </w:r>
    </w:p>
    <w:p w:rsidR="006974AE" w:rsidRDefault="006974AE" w:rsidP="006974AE">
      <w:r>
        <w:t>468.7166</w:t>
      </w:r>
      <w:r>
        <w:tab/>
        <w:t>5.134e0</w:t>
      </w:r>
    </w:p>
    <w:p w:rsidR="006974AE" w:rsidRDefault="006974AE" w:rsidP="006974AE">
      <w:r>
        <w:t>468.7255</w:t>
      </w:r>
      <w:r>
        <w:tab/>
        <w:t>1.013e0</w:t>
      </w:r>
    </w:p>
    <w:p w:rsidR="006974AE" w:rsidRDefault="006974AE" w:rsidP="006974AE">
      <w:r>
        <w:t>468.7367</w:t>
      </w:r>
      <w:r>
        <w:tab/>
        <w:t>1.013e0</w:t>
      </w:r>
    </w:p>
    <w:p w:rsidR="006974AE" w:rsidRDefault="006974AE" w:rsidP="006974AE">
      <w:r>
        <w:t>468.7663</w:t>
      </w:r>
      <w:r>
        <w:tab/>
        <w:t>1.013e0</w:t>
      </w:r>
    </w:p>
    <w:p w:rsidR="006974AE" w:rsidRDefault="006974AE" w:rsidP="006974AE">
      <w:r>
        <w:t>468.7907</w:t>
      </w:r>
      <w:r>
        <w:tab/>
        <w:t>2.025e0</w:t>
      </w:r>
    </w:p>
    <w:p w:rsidR="006974AE" w:rsidRDefault="006974AE" w:rsidP="006974AE">
      <w:r>
        <w:t>468.8236</w:t>
      </w:r>
      <w:r>
        <w:tab/>
        <w:t>1.013e0</w:t>
      </w:r>
    </w:p>
    <w:p w:rsidR="006974AE" w:rsidRDefault="006974AE" w:rsidP="006974AE">
      <w:r>
        <w:t>468.8292</w:t>
      </w:r>
      <w:r>
        <w:tab/>
        <w:t>3.038e0</w:t>
      </w:r>
    </w:p>
    <w:p w:rsidR="006974AE" w:rsidRDefault="006974AE" w:rsidP="006974AE">
      <w:r>
        <w:t>468.8759</w:t>
      </w:r>
      <w:r>
        <w:tab/>
        <w:t>2.025e0</w:t>
      </w:r>
    </w:p>
    <w:p w:rsidR="006974AE" w:rsidRDefault="006974AE" w:rsidP="006974AE">
      <w:r>
        <w:t>468.8951</w:t>
      </w:r>
      <w:r>
        <w:tab/>
        <w:t>2.025e0</w:t>
      </w:r>
    </w:p>
    <w:p w:rsidR="006974AE" w:rsidRDefault="006974AE" w:rsidP="006974AE">
      <w:r>
        <w:t>468.8977</w:t>
      </w:r>
      <w:r>
        <w:tab/>
        <w:t>1.013e0</w:t>
      </w:r>
    </w:p>
    <w:p w:rsidR="006974AE" w:rsidRDefault="006974AE" w:rsidP="006974AE">
      <w:r>
        <w:t>468.9461</w:t>
      </w:r>
      <w:r>
        <w:tab/>
        <w:t>1.013e0</w:t>
      </w:r>
    </w:p>
    <w:p w:rsidR="006974AE" w:rsidRDefault="006974AE" w:rsidP="006974AE">
      <w:r>
        <w:lastRenderedPageBreak/>
        <w:t>468.9604</w:t>
      </w:r>
      <w:r>
        <w:tab/>
        <w:t>4.051e0</w:t>
      </w:r>
    </w:p>
    <w:p w:rsidR="006974AE" w:rsidRDefault="006974AE" w:rsidP="006974AE">
      <w:r>
        <w:t>468.9673</w:t>
      </w:r>
      <w:r>
        <w:tab/>
        <w:t>1.013e0</w:t>
      </w:r>
    </w:p>
    <w:p w:rsidR="006974AE" w:rsidRDefault="006974AE" w:rsidP="006974AE">
      <w:r>
        <w:t>468.9713</w:t>
      </w:r>
      <w:r>
        <w:tab/>
        <w:t>1.013e0</w:t>
      </w:r>
    </w:p>
    <w:p w:rsidR="006974AE" w:rsidRDefault="006974AE" w:rsidP="006974AE">
      <w:r>
        <w:t>468.9728</w:t>
      </w:r>
      <w:r>
        <w:tab/>
        <w:t>2.025e0</w:t>
      </w:r>
    </w:p>
    <w:p w:rsidR="006974AE" w:rsidRDefault="006974AE" w:rsidP="006974AE">
      <w:r>
        <w:t>468.9878</w:t>
      </w:r>
      <w:r>
        <w:tab/>
        <w:t>2.025e0</w:t>
      </w:r>
    </w:p>
    <w:p w:rsidR="006974AE" w:rsidRDefault="006974AE" w:rsidP="006974AE">
      <w:r>
        <w:t>469.0077</w:t>
      </w:r>
      <w:r>
        <w:tab/>
        <w:t>1.013e0</w:t>
      </w:r>
    </w:p>
    <w:p w:rsidR="006974AE" w:rsidRDefault="006974AE" w:rsidP="006974AE">
      <w:r>
        <w:t>469.0381</w:t>
      </w:r>
      <w:r>
        <w:tab/>
        <w:t>2.025e0</w:t>
      </w:r>
    </w:p>
    <w:p w:rsidR="006974AE" w:rsidRDefault="006974AE" w:rsidP="006974AE">
      <w:r>
        <w:t>469.0435</w:t>
      </w:r>
      <w:r>
        <w:tab/>
        <w:t>1.013e0</w:t>
      </w:r>
    </w:p>
    <w:p w:rsidR="006974AE" w:rsidRDefault="006974AE" w:rsidP="006974AE">
      <w:r>
        <w:t>469.0468</w:t>
      </w:r>
      <w:r>
        <w:tab/>
        <w:t>1.013e0</w:t>
      </w:r>
    </w:p>
    <w:p w:rsidR="006974AE" w:rsidRDefault="006974AE" w:rsidP="006974AE">
      <w:r>
        <w:t>469.0655</w:t>
      </w:r>
      <w:r>
        <w:tab/>
        <w:t>1.013e0</w:t>
      </w:r>
    </w:p>
    <w:p w:rsidR="006974AE" w:rsidRDefault="006974AE" w:rsidP="006974AE">
      <w:r>
        <w:t>469.0741</w:t>
      </w:r>
      <w:r>
        <w:tab/>
        <w:t>2.025e0</w:t>
      </w:r>
    </w:p>
    <w:p w:rsidR="006974AE" w:rsidRDefault="006974AE" w:rsidP="006974AE">
      <w:r>
        <w:t>469.1830</w:t>
      </w:r>
      <w:r>
        <w:tab/>
        <w:t>1.120e3</w:t>
      </w:r>
    </w:p>
    <w:p w:rsidR="006974AE" w:rsidRDefault="006974AE" w:rsidP="006974AE">
      <w:r>
        <w:t>469.1858</w:t>
      </w:r>
      <w:r>
        <w:tab/>
        <w:t>1.425e3</w:t>
      </w:r>
    </w:p>
    <w:p w:rsidR="006974AE" w:rsidRDefault="006974AE" w:rsidP="006974AE">
      <w:r>
        <w:t>469.2851</w:t>
      </w:r>
      <w:r>
        <w:tab/>
        <w:t>8.502e0</w:t>
      </w:r>
    </w:p>
    <w:p w:rsidR="006974AE" w:rsidRDefault="006974AE" w:rsidP="006974AE">
      <w:r>
        <w:t>469.3241</w:t>
      </w:r>
      <w:r>
        <w:tab/>
        <w:t>2.317e0</w:t>
      </w:r>
    </w:p>
    <w:p w:rsidR="006974AE" w:rsidRDefault="006974AE" w:rsidP="006974AE">
      <w:r>
        <w:t>469.3252</w:t>
      </w:r>
      <w:r>
        <w:tab/>
        <w:t>2.025e0</w:t>
      </w:r>
    </w:p>
    <w:p w:rsidR="006974AE" w:rsidRDefault="006974AE" w:rsidP="006974AE">
      <w:r>
        <w:t>469.3444</w:t>
      </w:r>
      <w:r>
        <w:tab/>
        <w:t>6.953e0</w:t>
      </w:r>
    </w:p>
    <w:p w:rsidR="006974AE" w:rsidRDefault="006974AE" w:rsidP="006974AE">
      <w:r>
        <w:t>469.3472</w:t>
      </w:r>
      <w:r>
        <w:tab/>
        <w:t>1.013e0</w:t>
      </w:r>
    </w:p>
    <w:p w:rsidR="006974AE" w:rsidRDefault="006974AE" w:rsidP="006974AE">
      <w:r>
        <w:t>469.3710</w:t>
      </w:r>
      <w:r>
        <w:tab/>
        <w:t>3.806e0</w:t>
      </w:r>
    </w:p>
    <w:p w:rsidR="006974AE" w:rsidRDefault="006974AE" w:rsidP="006974AE">
      <w:r>
        <w:lastRenderedPageBreak/>
        <w:t>469.3731</w:t>
      </w:r>
      <w:r>
        <w:tab/>
        <w:t>3.038e0</w:t>
      </w:r>
    </w:p>
    <w:p w:rsidR="006974AE" w:rsidRDefault="006974AE" w:rsidP="006974AE">
      <w:r>
        <w:t>469.3747</w:t>
      </w:r>
      <w:r>
        <w:tab/>
        <w:t>3.038e0</w:t>
      </w:r>
    </w:p>
    <w:p w:rsidR="006974AE" w:rsidRDefault="006974AE" w:rsidP="006974AE">
      <w:r>
        <w:t>469.3904</w:t>
      </w:r>
      <w:r>
        <w:tab/>
        <w:t>3.661e0</w:t>
      </w:r>
    </w:p>
    <w:p w:rsidR="006974AE" w:rsidRDefault="006974AE" w:rsidP="006974AE">
      <w:r>
        <w:t>469.4069</w:t>
      </w:r>
      <w:r>
        <w:tab/>
        <w:t>2.025e0</w:t>
      </w:r>
    </w:p>
    <w:p w:rsidR="006974AE" w:rsidRDefault="006974AE" w:rsidP="006974AE">
      <w:r>
        <w:t>469.4096</w:t>
      </w:r>
      <w:r>
        <w:tab/>
        <w:t>2.025e0</w:t>
      </w:r>
    </w:p>
    <w:p w:rsidR="006974AE" w:rsidRDefault="006974AE" w:rsidP="006974AE">
      <w:r>
        <w:t>469.4147</w:t>
      </w:r>
      <w:r>
        <w:tab/>
        <w:t>2.025e0</w:t>
      </w:r>
    </w:p>
    <w:p w:rsidR="006974AE" w:rsidRDefault="006974AE" w:rsidP="006974AE">
      <w:r>
        <w:t>469.4171</w:t>
      </w:r>
      <w:r>
        <w:tab/>
        <w:t>4.051e0</w:t>
      </w:r>
    </w:p>
    <w:p w:rsidR="006974AE" w:rsidRDefault="006974AE" w:rsidP="006974AE">
      <w:r>
        <w:t>469.4213</w:t>
      </w:r>
      <w:r>
        <w:tab/>
        <w:t>9.651e0</w:t>
      </w:r>
    </w:p>
    <w:p w:rsidR="006974AE" w:rsidRDefault="006974AE" w:rsidP="006974AE">
      <w:r>
        <w:t>469.4291</w:t>
      </w:r>
      <w:r>
        <w:tab/>
        <w:t>4.051e0</w:t>
      </w:r>
    </w:p>
    <w:p w:rsidR="006974AE" w:rsidRDefault="006974AE" w:rsidP="006974AE">
      <w:r>
        <w:t>469.4327</w:t>
      </w:r>
      <w:r>
        <w:tab/>
        <w:t>3.428e0</w:t>
      </w:r>
    </w:p>
    <w:p w:rsidR="006974AE" w:rsidRDefault="006974AE" w:rsidP="006974AE">
      <w:r>
        <w:t>469.4829</w:t>
      </w:r>
      <w:r>
        <w:tab/>
        <w:t>6.076e0</w:t>
      </w:r>
    </w:p>
    <w:p w:rsidR="006974AE" w:rsidRDefault="006974AE" w:rsidP="006974AE">
      <w:r>
        <w:t>469.4876</w:t>
      </w:r>
      <w:r>
        <w:tab/>
        <w:t>2.891e0</w:t>
      </w:r>
    </w:p>
    <w:p w:rsidR="006974AE" w:rsidRDefault="006974AE" w:rsidP="006974AE">
      <w:r>
        <w:t>469.5130</w:t>
      </w:r>
      <w:r>
        <w:tab/>
        <w:t>1.013e0</w:t>
      </w:r>
    </w:p>
    <w:p w:rsidR="006974AE" w:rsidRDefault="006974AE" w:rsidP="006974AE">
      <w:r>
        <w:t>469.5153</w:t>
      </w:r>
      <w:r>
        <w:tab/>
        <w:t>2.025e0</w:t>
      </w:r>
    </w:p>
    <w:p w:rsidR="006974AE" w:rsidRDefault="006974AE" w:rsidP="006974AE">
      <w:r>
        <w:t>469.5317</w:t>
      </w:r>
      <w:r>
        <w:tab/>
        <w:t>1.013e0</w:t>
      </w:r>
    </w:p>
    <w:p w:rsidR="006974AE" w:rsidRDefault="006974AE" w:rsidP="006974AE">
      <w:r>
        <w:t>469.5380</w:t>
      </w:r>
      <w:r>
        <w:tab/>
        <w:t>4.051e0</w:t>
      </w:r>
    </w:p>
    <w:p w:rsidR="006974AE" w:rsidRDefault="006974AE" w:rsidP="006974AE">
      <w:r>
        <w:t>469.5525</w:t>
      </w:r>
      <w:r>
        <w:tab/>
        <w:t>1.013e0</w:t>
      </w:r>
    </w:p>
    <w:p w:rsidR="006974AE" w:rsidRDefault="006974AE" w:rsidP="006974AE">
      <w:r>
        <w:t>469.5575</w:t>
      </w:r>
      <w:r>
        <w:tab/>
        <w:t>3.038e0</w:t>
      </w:r>
    </w:p>
    <w:p w:rsidR="006974AE" w:rsidRDefault="006974AE" w:rsidP="006974AE">
      <w:r>
        <w:t>469.5744</w:t>
      </w:r>
      <w:r>
        <w:tab/>
        <w:t>2.025e0</w:t>
      </w:r>
    </w:p>
    <w:p w:rsidR="006974AE" w:rsidRDefault="006974AE" w:rsidP="006974AE">
      <w:r>
        <w:lastRenderedPageBreak/>
        <w:t>469.5832</w:t>
      </w:r>
      <w:r>
        <w:tab/>
        <w:t>3.038e0</w:t>
      </w:r>
    </w:p>
    <w:p w:rsidR="006974AE" w:rsidRDefault="006974AE" w:rsidP="006974AE">
      <w:r>
        <w:t>469.5846</w:t>
      </w:r>
      <w:r>
        <w:tab/>
        <w:t>1.013e0</w:t>
      </w:r>
    </w:p>
    <w:p w:rsidR="006974AE" w:rsidRDefault="006974AE" w:rsidP="006974AE">
      <w:r>
        <w:t>469.5936</w:t>
      </w:r>
      <w:r>
        <w:tab/>
        <w:t>2.025e0</w:t>
      </w:r>
    </w:p>
    <w:p w:rsidR="006974AE" w:rsidRDefault="006974AE" w:rsidP="006974AE">
      <w:r>
        <w:t>469.6024</w:t>
      </w:r>
      <w:r>
        <w:tab/>
        <w:t>4.051e0</w:t>
      </w:r>
    </w:p>
    <w:p w:rsidR="006974AE" w:rsidRDefault="006974AE" w:rsidP="006974AE">
      <w:r>
        <w:t>469.6255</w:t>
      </w:r>
      <w:r>
        <w:tab/>
        <w:t>1.013e0</w:t>
      </w:r>
    </w:p>
    <w:p w:rsidR="006974AE" w:rsidRDefault="006974AE" w:rsidP="006974AE">
      <w:r>
        <w:t>469.6413</w:t>
      </w:r>
      <w:r>
        <w:tab/>
        <w:t>4.051e0</w:t>
      </w:r>
    </w:p>
    <w:p w:rsidR="006974AE" w:rsidRDefault="006974AE" w:rsidP="006974AE">
      <w:r>
        <w:t>469.6447</w:t>
      </w:r>
      <w:r>
        <w:tab/>
        <w:t>3.038e0</w:t>
      </w:r>
    </w:p>
    <w:p w:rsidR="006974AE" w:rsidRDefault="006974AE" w:rsidP="006974AE">
      <w:r>
        <w:t>469.6589</w:t>
      </w:r>
      <w:r>
        <w:tab/>
        <w:t>2.025e0</w:t>
      </w:r>
    </w:p>
    <w:p w:rsidR="006974AE" w:rsidRDefault="006974AE" w:rsidP="006974AE">
      <w:r>
        <w:t>469.6753</w:t>
      </w:r>
      <w:r>
        <w:tab/>
        <w:t>1.013e0</w:t>
      </w:r>
    </w:p>
    <w:p w:rsidR="006974AE" w:rsidRDefault="006974AE" w:rsidP="006974AE">
      <w:r>
        <w:t>469.6829</w:t>
      </w:r>
      <w:r>
        <w:tab/>
        <w:t>1.013e0</w:t>
      </w:r>
    </w:p>
    <w:p w:rsidR="006974AE" w:rsidRDefault="006974AE" w:rsidP="006974AE">
      <w:r>
        <w:t>469.7162</w:t>
      </w:r>
      <w:r>
        <w:tab/>
        <w:t>2.025e0</w:t>
      </w:r>
    </w:p>
    <w:p w:rsidR="006974AE" w:rsidRDefault="006974AE" w:rsidP="006974AE">
      <w:r>
        <w:t>469.7266</w:t>
      </w:r>
      <w:r>
        <w:tab/>
        <w:t>5.105e0</w:t>
      </w:r>
    </w:p>
    <w:p w:rsidR="006974AE" w:rsidRDefault="006974AE" w:rsidP="006974AE">
      <w:r>
        <w:t>469.7320</w:t>
      </w:r>
      <w:r>
        <w:tab/>
        <w:t>5.063e0</w:t>
      </w:r>
    </w:p>
    <w:p w:rsidR="006974AE" w:rsidRDefault="006974AE" w:rsidP="006974AE">
      <w:r>
        <w:t>469.7373</w:t>
      </w:r>
      <w:r>
        <w:tab/>
        <w:t>2.025e0</w:t>
      </w:r>
    </w:p>
    <w:p w:rsidR="006974AE" w:rsidRDefault="006974AE" w:rsidP="006974AE">
      <w:r>
        <w:t>469.7408</w:t>
      </w:r>
      <w:r>
        <w:tab/>
        <w:t>1.013e0</w:t>
      </w:r>
    </w:p>
    <w:p w:rsidR="006974AE" w:rsidRDefault="006974AE" w:rsidP="006974AE">
      <w:r>
        <w:t>469.7741</w:t>
      </w:r>
      <w:r>
        <w:tab/>
        <w:t>5.063e0</w:t>
      </w:r>
    </w:p>
    <w:p w:rsidR="006974AE" w:rsidRDefault="006974AE" w:rsidP="006974AE">
      <w:r>
        <w:t>469.7755</w:t>
      </w:r>
      <w:r>
        <w:tab/>
        <w:t>3.038e0</w:t>
      </w:r>
    </w:p>
    <w:p w:rsidR="006974AE" w:rsidRDefault="006974AE" w:rsidP="006974AE">
      <w:r>
        <w:t>469.7820</w:t>
      </w:r>
      <w:r>
        <w:tab/>
        <w:t>3.038e0</w:t>
      </w:r>
    </w:p>
    <w:p w:rsidR="006974AE" w:rsidRDefault="006974AE" w:rsidP="006974AE">
      <w:r>
        <w:t>469.7916</w:t>
      </w:r>
      <w:r>
        <w:tab/>
        <w:t>2.025e0</w:t>
      </w:r>
    </w:p>
    <w:p w:rsidR="006974AE" w:rsidRDefault="006974AE" w:rsidP="006974AE">
      <w:r>
        <w:lastRenderedPageBreak/>
        <w:t>469.8057</w:t>
      </w:r>
      <w:r>
        <w:tab/>
        <w:t>1.013e0</w:t>
      </w:r>
    </w:p>
    <w:p w:rsidR="006974AE" w:rsidRDefault="006974AE" w:rsidP="006974AE">
      <w:r>
        <w:t>469.8084</w:t>
      </w:r>
      <w:r>
        <w:tab/>
        <w:t>3.038e0</w:t>
      </w:r>
    </w:p>
    <w:p w:rsidR="006974AE" w:rsidRDefault="006974AE" w:rsidP="006974AE">
      <w:r>
        <w:t>469.8191</w:t>
      </w:r>
      <w:r>
        <w:tab/>
        <w:t>3.038e0</w:t>
      </w:r>
    </w:p>
    <w:p w:rsidR="006974AE" w:rsidRDefault="006974AE" w:rsidP="006974AE">
      <w:r>
        <w:t>469.8385</w:t>
      </w:r>
      <w:r>
        <w:tab/>
        <w:t>1.013e0</w:t>
      </w:r>
    </w:p>
    <w:p w:rsidR="006974AE" w:rsidRDefault="006974AE" w:rsidP="006974AE">
      <w:r>
        <w:t>469.8420</w:t>
      </w:r>
      <w:r>
        <w:tab/>
        <w:t>1.013e0</w:t>
      </w:r>
    </w:p>
    <w:p w:rsidR="006974AE" w:rsidRDefault="006974AE" w:rsidP="006974AE">
      <w:r>
        <w:t>469.8609</w:t>
      </w:r>
      <w:r>
        <w:tab/>
        <w:t>7.089e0</w:t>
      </w:r>
    </w:p>
    <w:p w:rsidR="006974AE" w:rsidRDefault="006974AE" w:rsidP="006974AE">
      <w:r>
        <w:t>469.8747</w:t>
      </w:r>
      <w:r>
        <w:tab/>
        <w:t>2.546e0</w:t>
      </w:r>
    </w:p>
    <w:p w:rsidR="006974AE" w:rsidRDefault="006974AE" w:rsidP="006974AE">
      <w:r>
        <w:t>469.8817</w:t>
      </w:r>
      <w:r>
        <w:tab/>
        <w:t>1.013e0</w:t>
      </w:r>
    </w:p>
    <w:p w:rsidR="006974AE" w:rsidRDefault="006974AE" w:rsidP="006974AE">
      <w:r>
        <w:t>469.8885</w:t>
      </w:r>
      <w:r>
        <w:tab/>
        <w:t>3.038e0</w:t>
      </w:r>
    </w:p>
    <w:p w:rsidR="006974AE" w:rsidRDefault="006974AE" w:rsidP="006974AE">
      <w:r>
        <w:t>469.8993</w:t>
      </w:r>
      <w:r>
        <w:tab/>
        <w:t>3.038e0</w:t>
      </w:r>
    </w:p>
    <w:p w:rsidR="006974AE" w:rsidRDefault="006974AE" w:rsidP="006974AE">
      <w:r>
        <w:t>469.9547</w:t>
      </w:r>
      <w:r>
        <w:tab/>
        <w:t>3.038e0</w:t>
      </w:r>
    </w:p>
    <w:p w:rsidR="006974AE" w:rsidRDefault="006974AE" w:rsidP="006974AE">
      <w:r>
        <w:t>469.9758</w:t>
      </w:r>
      <w:r>
        <w:tab/>
        <w:t>2.025e0</w:t>
      </w:r>
    </w:p>
    <w:p w:rsidR="006974AE" w:rsidRDefault="006974AE" w:rsidP="006974AE">
      <w:r>
        <w:t>469.9790</w:t>
      </w:r>
      <w:r>
        <w:tab/>
        <w:t>6.076e0</w:t>
      </w:r>
    </w:p>
    <w:p w:rsidR="006974AE" w:rsidRDefault="006974AE" w:rsidP="006974AE">
      <w:r>
        <w:t>469.9962</w:t>
      </w:r>
      <w:r>
        <w:tab/>
        <w:t>3.038e0</w:t>
      </w:r>
    </w:p>
    <w:p w:rsidR="006974AE" w:rsidRDefault="006974AE" w:rsidP="006974AE">
      <w:r>
        <w:t>470.0043</w:t>
      </w:r>
      <w:r>
        <w:tab/>
        <w:t>3.038e0</w:t>
      </w:r>
    </w:p>
    <w:p w:rsidR="006974AE" w:rsidRDefault="006974AE" w:rsidP="006974AE">
      <w:r>
        <w:t>470.0083</w:t>
      </w:r>
      <w:r>
        <w:tab/>
        <w:t>4.051e0</w:t>
      </w:r>
    </w:p>
    <w:p w:rsidR="006974AE" w:rsidRDefault="006974AE" w:rsidP="006974AE">
      <w:r>
        <w:t>470.0276</w:t>
      </w:r>
      <w:r>
        <w:tab/>
        <w:t>1.013e0</w:t>
      </w:r>
    </w:p>
    <w:p w:rsidR="006974AE" w:rsidRDefault="006974AE" w:rsidP="006974AE">
      <w:r>
        <w:t>470.0434</w:t>
      </w:r>
      <w:r>
        <w:tab/>
        <w:t>1.013e0</w:t>
      </w:r>
    </w:p>
    <w:p w:rsidR="006974AE" w:rsidRDefault="006974AE" w:rsidP="006974AE">
      <w:r>
        <w:t>470.0477</w:t>
      </w:r>
      <w:r>
        <w:tab/>
        <w:t>4.051e0</w:t>
      </w:r>
    </w:p>
    <w:p w:rsidR="006974AE" w:rsidRDefault="006974AE" w:rsidP="006974AE">
      <w:r>
        <w:lastRenderedPageBreak/>
        <w:t>470.0587</w:t>
      </w:r>
      <w:r>
        <w:tab/>
        <w:t>3.038e0</w:t>
      </w:r>
    </w:p>
    <w:p w:rsidR="006974AE" w:rsidRDefault="006974AE" w:rsidP="006974AE">
      <w:r>
        <w:t>470.0677</w:t>
      </w:r>
      <w:r>
        <w:tab/>
        <w:t>3.038e0</w:t>
      </w:r>
    </w:p>
    <w:p w:rsidR="006974AE" w:rsidRDefault="006974AE" w:rsidP="006974AE">
      <w:r>
        <w:t>470.0768</w:t>
      </w:r>
      <w:r>
        <w:tab/>
        <w:t>4.127e0</w:t>
      </w:r>
    </w:p>
    <w:p w:rsidR="006974AE" w:rsidRDefault="006974AE" w:rsidP="006974AE">
      <w:r>
        <w:t>470.1847</w:t>
      </w:r>
      <w:r>
        <w:tab/>
        <w:t>1.975e2</w:t>
      </w:r>
    </w:p>
    <w:p w:rsidR="006974AE" w:rsidRDefault="006974AE" w:rsidP="006974AE">
      <w:r>
        <w:t>470.1876</w:t>
      </w:r>
      <w:r>
        <w:tab/>
        <w:t>1.710e2</w:t>
      </w:r>
    </w:p>
    <w:p w:rsidR="006974AE" w:rsidRDefault="006974AE" w:rsidP="006974AE">
      <w:r>
        <w:t>470.1890</w:t>
      </w:r>
      <w:r>
        <w:tab/>
        <w:t>5.323e2</w:t>
      </w:r>
    </w:p>
    <w:p w:rsidR="006974AE" w:rsidRDefault="006974AE" w:rsidP="006974AE">
      <w:r>
        <w:t>470.1984</w:t>
      </w:r>
      <w:r>
        <w:tab/>
        <w:t>4.051e0</w:t>
      </w:r>
    </w:p>
    <w:p w:rsidR="006974AE" w:rsidRDefault="006974AE" w:rsidP="006974AE">
      <w:r>
        <w:t>470.2715</w:t>
      </w:r>
      <w:r>
        <w:tab/>
        <w:t>2.025e0</w:t>
      </w:r>
    </w:p>
    <w:p w:rsidR="006974AE" w:rsidRDefault="006974AE" w:rsidP="006974AE">
      <w:r>
        <w:t>470.3131</w:t>
      </w:r>
      <w:r>
        <w:tab/>
        <w:t>9.114e0</w:t>
      </w:r>
    </w:p>
    <w:p w:rsidR="006974AE" w:rsidRDefault="006974AE" w:rsidP="006974AE">
      <w:r>
        <w:t>470.3199</w:t>
      </w:r>
      <w:r>
        <w:tab/>
        <w:t>9.114e0</w:t>
      </w:r>
    </w:p>
    <w:p w:rsidR="006974AE" w:rsidRDefault="006974AE" w:rsidP="006974AE">
      <w:r>
        <w:t>470.3241</w:t>
      </w:r>
      <w:r>
        <w:tab/>
        <w:t>5.063e0</w:t>
      </w:r>
    </w:p>
    <w:p w:rsidR="006974AE" w:rsidRDefault="006974AE" w:rsidP="006974AE">
      <w:r>
        <w:t>470.3349</w:t>
      </w:r>
      <w:r>
        <w:tab/>
        <w:t>2.025e0</w:t>
      </w:r>
    </w:p>
    <w:p w:rsidR="006974AE" w:rsidRDefault="006974AE" w:rsidP="006974AE">
      <w:r>
        <w:t>470.3587</w:t>
      </w:r>
      <w:r>
        <w:tab/>
        <w:t>4.051e0</w:t>
      </w:r>
    </w:p>
    <w:p w:rsidR="006974AE" w:rsidRDefault="006974AE" w:rsidP="006974AE">
      <w:r>
        <w:t>470.3811</w:t>
      </w:r>
      <w:r>
        <w:tab/>
        <w:t>2.025e0</w:t>
      </w:r>
    </w:p>
    <w:p w:rsidR="006974AE" w:rsidRDefault="006974AE" w:rsidP="006974AE">
      <w:r>
        <w:t>470.3842</w:t>
      </w:r>
      <w:r>
        <w:tab/>
        <w:t>2.025e0</w:t>
      </w:r>
    </w:p>
    <w:p w:rsidR="006974AE" w:rsidRDefault="006974AE" w:rsidP="006974AE">
      <w:r>
        <w:t>470.4048</w:t>
      </w:r>
      <w:r>
        <w:tab/>
        <w:t>3.038e0</w:t>
      </w:r>
    </w:p>
    <w:p w:rsidR="006974AE" w:rsidRDefault="006974AE" w:rsidP="006974AE">
      <w:r>
        <w:t>470.4240</w:t>
      </w:r>
      <w:r>
        <w:tab/>
        <w:t>1.013e0</w:t>
      </w:r>
    </w:p>
    <w:p w:rsidR="006974AE" w:rsidRDefault="006974AE" w:rsidP="006974AE">
      <w:r>
        <w:t>470.4301</w:t>
      </w:r>
      <w:r>
        <w:tab/>
        <w:t>2.025e0</w:t>
      </w:r>
    </w:p>
    <w:p w:rsidR="006974AE" w:rsidRDefault="006974AE" w:rsidP="006974AE">
      <w:r>
        <w:t>470.4444</w:t>
      </w:r>
      <w:r>
        <w:tab/>
        <w:t>2.025e0</w:t>
      </w:r>
    </w:p>
    <w:p w:rsidR="006974AE" w:rsidRDefault="006974AE" w:rsidP="006974AE">
      <w:r>
        <w:lastRenderedPageBreak/>
        <w:t>470.4480</w:t>
      </w:r>
      <w:r>
        <w:tab/>
        <w:t>3.038e0</w:t>
      </w:r>
    </w:p>
    <w:p w:rsidR="006974AE" w:rsidRDefault="006974AE" w:rsidP="006974AE">
      <w:r>
        <w:t>470.4623</w:t>
      </w:r>
      <w:r>
        <w:tab/>
        <w:t>4.051e0</w:t>
      </w:r>
    </w:p>
    <w:p w:rsidR="006974AE" w:rsidRDefault="006974AE" w:rsidP="006974AE">
      <w:r>
        <w:t>470.4689</w:t>
      </w:r>
      <w:r>
        <w:tab/>
        <w:t>5.063e0</w:t>
      </w:r>
    </w:p>
    <w:p w:rsidR="006974AE" w:rsidRDefault="006974AE" w:rsidP="006974AE">
      <w:r>
        <w:t>470.4787</w:t>
      </w:r>
      <w:r>
        <w:tab/>
        <w:t>2.402e0</w:t>
      </w:r>
    </w:p>
    <w:p w:rsidR="006974AE" w:rsidRDefault="006974AE" w:rsidP="006974AE">
      <w:r>
        <w:t>470.4926</w:t>
      </w:r>
      <w:r>
        <w:tab/>
        <w:t>2.025e0</w:t>
      </w:r>
    </w:p>
    <w:p w:rsidR="006974AE" w:rsidRDefault="006974AE" w:rsidP="006974AE">
      <w:r>
        <w:t>470.5049</w:t>
      </w:r>
      <w:r>
        <w:tab/>
        <w:t>4.051e0</w:t>
      </w:r>
    </w:p>
    <w:p w:rsidR="006974AE" w:rsidRDefault="006974AE" w:rsidP="006974AE">
      <w:r>
        <w:t>470.5326</w:t>
      </w:r>
      <w:r>
        <w:tab/>
        <w:t>2.025e0</w:t>
      </w:r>
    </w:p>
    <w:p w:rsidR="006974AE" w:rsidRDefault="006974AE" w:rsidP="006974AE">
      <w:r>
        <w:t>470.5415</w:t>
      </w:r>
      <w:r>
        <w:tab/>
        <w:t>4.259e0</w:t>
      </w:r>
    </w:p>
    <w:p w:rsidR="006974AE" w:rsidRDefault="006974AE" w:rsidP="006974AE">
      <w:r>
        <w:t>470.5748</w:t>
      </w:r>
      <w:r>
        <w:tab/>
        <w:t>3.038e0</w:t>
      </w:r>
    </w:p>
    <w:p w:rsidR="006974AE" w:rsidRDefault="006974AE" w:rsidP="006974AE">
      <w:r>
        <w:t>470.5910</w:t>
      </w:r>
      <w:r>
        <w:tab/>
        <w:t>3.038e0</w:t>
      </w:r>
    </w:p>
    <w:p w:rsidR="006974AE" w:rsidRDefault="006974AE" w:rsidP="006974AE">
      <w:r>
        <w:t>470.6180</w:t>
      </w:r>
      <w:r>
        <w:tab/>
        <w:t>2.025e0</w:t>
      </w:r>
    </w:p>
    <w:p w:rsidR="006974AE" w:rsidRDefault="006974AE" w:rsidP="006974AE">
      <w:r>
        <w:t>470.6190</w:t>
      </w:r>
      <w:r>
        <w:tab/>
        <w:t>1.013e0</w:t>
      </w:r>
    </w:p>
    <w:p w:rsidR="006974AE" w:rsidRDefault="006974AE" w:rsidP="006974AE">
      <w:r>
        <w:t>470.6232</w:t>
      </w:r>
      <w:r>
        <w:tab/>
        <w:t>4.051e0</w:t>
      </w:r>
    </w:p>
    <w:p w:rsidR="006974AE" w:rsidRDefault="006974AE" w:rsidP="006974AE">
      <w:r>
        <w:t>470.6301</w:t>
      </w:r>
      <w:r>
        <w:tab/>
        <w:t>3.038e0</w:t>
      </w:r>
    </w:p>
    <w:p w:rsidR="006974AE" w:rsidRDefault="006974AE" w:rsidP="006974AE">
      <w:r>
        <w:t>470.6582</w:t>
      </w:r>
      <w:r>
        <w:tab/>
        <w:t>2.025e0</w:t>
      </w:r>
    </w:p>
    <w:p w:rsidR="006974AE" w:rsidRDefault="006974AE" w:rsidP="006974AE">
      <w:r>
        <w:t>470.6700</w:t>
      </w:r>
      <w:r>
        <w:tab/>
        <w:t>2.025e0</w:t>
      </w:r>
    </w:p>
    <w:p w:rsidR="006974AE" w:rsidRDefault="006974AE" w:rsidP="006974AE">
      <w:r>
        <w:t>470.6736</w:t>
      </w:r>
      <w:r>
        <w:tab/>
        <w:t>1.013e0</w:t>
      </w:r>
    </w:p>
    <w:p w:rsidR="006974AE" w:rsidRDefault="006974AE" w:rsidP="006974AE">
      <w:r>
        <w:t>470.6844</w:t>
      </w:r>
      <w:r>
        <w:tab/>
        <w:t>2.025e0</w:t>
      </w:r>
    </w:p>
    <w:p w:rsidR="006974AE" w:rsidRDefault="006974AE" w:rsidP="006974AE">
      <w:r>
        <w:t>470.7116</w:t>
      </w:r>
      <w:r>
        <w:tab/>
        <w:t>4.051e0</w:t>
      </w:r>
    </w:p>
    <w:p w:rsidR="006974AE" w:rsidRDefault="006974AE" w:rsidP="006974AE">
      <w:r>
        <w:lastRenderedPageBreak/>
        <w:t>470.7138</w:t>
      </w:r>
      <w:r>
        <w:tab/>
        <w:t>1.013e0</w:t>
      </w:r>
    </w:p>
    <w:p w:rsidR="006974AE" w:rsidRDefault="006974AE" w:rsidP="006974AE">
      <w:r>
        <w:t>470.7164</w:t>
      </w:r>
      <w:r>
        <w:tab/>
        <w:t>2.095e0</w:t>
      </w:r>
    </w:p>
    <w:p w:rsidR="006974AE" w:rsidRDefault="006974AE" w:rsidP="006974AE">
      <w:r>
        <w:t>470.7289</w:t>
      </w:r>
      <w:r>
        <w:tab/>
        <w:t>6.553e0</w:t>
      </w:r>
    </w:p>
    <w:p w:rsidR="006974AE" w:rsidRDefault="006974AE" w:rsidP="006974AE">
      <w:r>
        <w:t>470.7406</w:t>
      </w:r>
      <w:r>
        <w:tab/>
        <w:t>1.013e0</w:t>
      </w:r>
    </w:p>
    <w:p w:rsidR="006974AE" w:rsidRDefault="006974AE" w:rsidP="006974AE">
      <w:r>
        <w:t>470.7534</w:t>
      </w:r>
      <w:r>
        <w:tab/>
        <w:t>3.038e0</w:t>
      </w:r>
    </w:p>
    <w:p w:rsidR="006974AE" w:rsidRDefault="006974AE" w:rsidP="006974AE">
      <w:r>
        <w:t>470.7822</w:t>
      </w:r>
      <w:r>
        <w:tab/>
        <w:t>1.013e0</w:t>
      </w:r>
    </w:p>
    <w:p w:rsidR="006974AE" w:rsidRDefault="006974AE" w:rsidP="006974AE">
      <w:r>
        <w:t>470.7847</w:t>
      </w:r>
      <w:r>
        <w:tab/>
        <w:t>2.025e0</w:t>
      </w:r>
    </w:p>
    <w:p w:rsidR="006974AE" w:rsidRDefault="006974AE" w:rsidP="006974AE">
      <w:r>
        <w:t>470.8032</w:t>
      </w:r>
      <w:r>
        <w:tab/>
        <w:t>4.051e0</w:t>
      </w:r>
    </w:p>
    <w:p w:rsidR="006974AE" w:rsidRDefault="006974AE" w:rsidP="006974AE">
      <w:r>
        <w:t>470.8068</w:t>
      </w:r>
      <w:r>
        <w:tab/>
        <w:t>1.013e0</w:t>
      </w:r>
    </w:p>
    <w:p w:rsidR="006974AE" w:rsidRDefault="006974AE" w:rsidP="006974AE">
      <w:r>
        <w:t>470.8144</w:t>
      </w:r>
      <w:r>
        <w:tab/>
        <w:t>1.013e0</w:t>
      </w:r>
    </w:p>
    <w:p w:rsidR="006974AE" w:rsidRDefault="006974AE" w:rsidP="006974AE">
      <w:r>
        <w:t>470.8257</w:t>
      </w:r>
      <w:r>
        <w:tab/>
        <w:t>2.025e0</w:t>
      </w:r>
    </w:p>
    <w:p w:rsidR="006974AE" w:rsidRDefault="006974AE" w:rsidP="006974AE">
      <w:r>
        <w:t>470.8512</w:t>
      </w:r>
      <w:r>
        <w:tab/>
        <w:t>1.013e0</w:t>
      </w:r>
    </w:p>
    <w:p w:rsidR="006974AE" w:rsidRDefault="006974AE" w:rsidP="006974AE">
      <w:r>
        <w:t>470.8683</w:t>
      </w:r>
      <w:r>
        <w:tab/>
        <w:t>3.038e0</w:t>
      </w:r>
    </w:p>
    <w:p w:rsidR="006974AE" w:rsidRDefault="006974AE" w:rsidP="006974AE">
      <w:r>
        <w:t>470.8774</w:t>
      </w:r>
      <w:r>
        <w:tab/>
        <w:t>3.469e0</w:t>
      </w:r>
    </w:p>
    <w:p w:rsidR="006974AE" w:rsidRDefault="006974AE" w:rsidP="006974AE">
      <w:r>
        <w:t>470.8801</w:t>
      </w:r>
      <w:r>
        <w:tab/>
        <w:t>1.013e0</w:t>
      </w:r>
    </w:p>
    <w:p w:rsidR="006974AE" w:rsidRDefault="006974AE" w:rsidP="006974AE">
      <w:r>
        <w:t>470.8875</w:t>
      </w:r>
      <w:r>
        <w:tab/>
        <w:t>1.013e0</w:t>
      </w:r>
    </w:p>
    <w:p w:rsidR="006974AE" w:rsidRDefault="006974AE" w:rsidP="006974AE">
      <w:r>
        <w:t>470.8887</w:t>
      </w:r>
      <w:r>
        <w:tab/>
        <w:t>4.053e0</w:t>
      </w:r>
    </w:p>
    <w:p w:rsidR="006974AE" w:rsidRDefault="006974AE" w:rsidP="006974AE">
      <w:r>
        <w:t>470.9149</w:t>
      </w:r>
      <w:r>
        <w:tab/>
        <w:t>3.038e0</w:t>
      </w:r>
    </w:p>
    <w:p w:rsidR="006974AE" w:rsidRDefault="006974AE" w:rsidP="006974AE">
      <w:r>
        <w:t>470.9263</w:t>
      </w:r>
      <w:r>
        <w:tab/>
        <w:t>3.038e0</w:t>
      </w:r>
    </w:p>
    <w:p w:rsidR="006974AE" w:rsidRDefault="006974AE" w:rsidP="006974AE">
      <w:r>
        <w:lastRenderedPageBreak/>
        <w:t>470.9297</w:t>
      </w:r>
      <w:r>
        <w:tab/>
        <w:t>1.013e0</w:t>
      </w:r>
    </w:p>
    <w:p w:rsidR="006974AE" w:rsidRDefault="006974AE" w:rsidP="006974AE">
      <w:r>
        <w:t>470.9376</w:t>
      </w:r>
      <w:r>
        <w:tab/>
        <w:t>1.013e0</w:t>
      </w:r>
    </w:p>
    <w:p w:rsidR="006974AE" w:rsidRDefault="006974AE" w:rsidP="006974AE">
      <w:r>
        <w:t>470.9549</w:t>
      </w:r>
      <w:r>
        <w:tab/>
        <w:t>4.672e0</w:t>
      </w:r>
    </w:p>
    <w:p w:rsidR="006974AE" w:rsidRDefault="006974AE" w:rsidP="006974AE">
      <w:r>
        <w:t>470.9709</w:t>
      </w:r>
      <w:r>
        <w:tab/>
        <w:t>4.051e0</w:t>
      </w:r>
    </w:p>
    <w:p w:rsidR="006974AE" w:rsidRDefault="006974AE" w:rsidP="006974AE">
      <w:r>
        <w:t>470.9916</w:t>
      </w:r>
      <w:r>
        <w:tab/>
        <w:t>2.527e0</w:t>
      </w:r>
    </w:p>
    <w:p w:rsidR="006974AE" w:rsidRDefault="006974AE" w:rsidP="006974AE">
      <w:r>
        <w:t>471.0006</w:t>
      </w:r>
      <w:r>
        <w:tab/>
        <w:t>2.025e0</w:t>
      </w:r>
    </w:p>
    <w:p w:rsidR="006974AE" w:rsidRDefault="006974AE" w:rsidP="006974AE">
      <w:r>
        <w:t>471.0197</w:t>
      </w:r>
      <w:r>
        <w:tab/>
        <w:t>1.013e0</w:t>
      </w:r>
    </w:p>
    <w:p w:rsidR="006974AE" w:rsidRDefault="006974AE" w:rsidP="006974AE">
      <w:r>
        <w:t>471.0314</w:t>
      </w:r>
      <w:r>
        <w:tab/>
        <w:t>3.038e0</w:t>
      </w:r>
    </w:p>
    <w:p w:rsidR="006974AE" w:rsidRDefault="006974AE" w:rsidP="006974AE">
      <w:r>
        <w:t>471.0337</w:t>
      </w:r>
      <w:r>
        <w:tab/>
        <w:t>4.432e0</w:t>
      </w:r>
    </w:p>
    <w:p w:rsidR="006974AE" w:rsidRDefault="006974AE" w:rsidP="006974AE">
      <w:r>
        <w:t>471.0349</w:t>
      </w:r>
      <w:r>
        <w:tab/>
        <w:t>2.025e0</w:t>
      </w:r>
    </w:p>
    <w:p w:rsidR="006974AE" w:rsidRDefault="006974AE" w:rsidP="006974AE">
      <w:r>
        <w:t>471.0411</w:t>
      </w:r>
      <w:r>
        <w:tab/>
        <w:t>3.038e0</w:t>
      </w:r>
    </w:p>
    <w:p w:rsidR="006974AE" w:rsidRDefault="006974AE" w:rsidP="006974AE">
      <w:r>
        <w:t>471.0462</w:t>
      </w:r>
      <w:r>
        <w:tab/>
        <w:t>1.013e0</w:t>
      </w:r>
    </w:p>
    <w:p w:rsidR="006974AE" w:rsidRDefault="006974AE" w:rsidP="006974AE">
      <w:r>
        <w:t>471.0511</w:t>
      </w:r>
      <w:r>
        <w:tab/>
        <w:t>4.051e0</w:t>
      </w:r>
    </w:p>
    <w:p w:rsidR="006974AE" w:rsidRDefault="006974AE" w:rsidP="006974AE">
      <w:r>
        <w:t>471.0939</w:t>
      </w:r>
      <w:r>
        <w:tab/>
        <w:t>4.051e0</w:t>
      </w:r>
    </w:p>
    <w:p w:rsidR="006974AE" w:rsidRDefault="006974AE" w:rsidP="006974AE">
      <w:r>
        <w:t>471.1041</w:t>
      </w:r>
      <w:r>
        <w:tab/>
        <w:t>1.013e0</w:t>
      </w:r>
    </w:p>
    <w:p w:rsidR="006974AE" w:rsidRDefault="006974AE" w:rsidP="006974AE">
      <w:r>
        <w:t>471.1761</w:t>
      </w:r>
      <w:r>
        <w:tab/>
        <w:t>2.025e0</w:t>
      </w:r>
    </w:p>
    <w:p w:rsidR="006974AE" w:rsidRDefault="006974AE" w:rsidP="006974AE">
      <w:r>
        <w:t>471.1827</w:t>
      </w:r>
      <w:r>
        <w:tab/>
        <w:t>1.285e2</w:t>
      </w:r>
    </w:p>
    <w:p w:rsidR="006974AE" w:rsidRDefault="006974AE" w:rsidP="006974AE">
      <w:r>
        <w:t>471.1851</w:t>
      </w:r>
      <w:r>
        <w:tab/>
        <w:t>6.884e1</w:t>
      </w:r>
    </w:p>
    <w:p w:rsidR="006974AE" w:rsidRDefault="006974AE" w:rsidP="006974AE">
      <w:r>
        <w:t>471.1865</w:t>
      </w:r>
      <w:r>
        <w:tab/>
        <w:t>2.394e1</w:t>
      </w:r>
    </w:p>
    <w:p w:rsidR="006974AE" w:rsidRDefault="006974AE" w:rsidP="006974AE">
      <w:r>
        <w:lastRenderedPageBreak/>
        <w:t>471.1877</w:t>
      </w:r>
      <w:r>
        <w:tab/>
        <w:t>6.093e1</w:t>
      </w:r>
    </w:p>
    <w:p w:rsidR="006974AE" w:rsidRDefault="006974AE" w:rsidP="006974AE">
      <w:r>
        <w:t>471.1891</w:t>
      </w:r>
      <w:r>
        <w:tab/>
        <w:t>1.401e1</w:t>
      </w:r>
    </w:p>
    <w:p w:rsidR="006974AE" w:rsidRDefault="006974AE" w:rsidP="006974AE">
      <w:r>
        <w:t>471.2339</w:t>
      </w:r>
      <w:r>
        <w:tab/>
        <w:t>1.013e0</w:t>
      </w:r>
    </w:p>
    <w:p w:rsidR="006974AE" w:rsidRDefault="006974AE" w:rsidP="006974AE">
      <w:r>
        <w:t>471.2656</w:t>
      </w:r>
      <w:r>
        <w:tab/>
        <w:t>3.026e0</w:t>
      </w:r>
    </w:p>
    <w:p w:rsidR="006974AE" w:rsidRDefault="006974AE" w:rsidP="006974AE">
      <w:r>
        <w:t>471.2779</w:t>
      </w:r>
      <w:r>
        <w:tab/>
        <w:t>3.038e0</w:t>
      </w:r>
    </w:p>
    <w:p w:rsidR="006974AE" w:rsidRDefault="006974AE" w:rsidP="006974AE">
      <w:r>
        <w:t>471.2824</w:t>
      </w:r>
      <w:r>
        <w:tab/>
        <w:t>6.076e0</w:t>
      </w:r>
    </w:p>
    <w:p w:rsidR="006974AE" w:rsidRDefault="006974AE" w:rsidP="006974AE">
      <w:r>
        <w:t>471.2914</w:t>
      </w:r>
      <w:r>
        <w:tab/>
        <w:t>1.013e0</w:t>
      </w:r>
    </w:p>
    <w:p w:rsidR="006974AE" w:rsidRDefault="006974AE" w:rsidP="006974AE">
      <w:r>
        <w:t>471.2996</w:t>
      </w:r>
      <w:r>
        <w:tab/>
        <w:t>4.443e0</w:t>
      </w:r>
    </w:p>
    <w:p w:rsidR="006974AE" w:rsidRDefault="006974AE" w:rsidP="006974AE">
      <w:r>
        <w:t>471.3080</w:t>
      </w:r>
      <w:r>
        <w:tab/>
        <w:t>5.881e0</w:t>
      </w:r>
    </w:p>
    <w:p w:rsidR="006974AE" w:rsidRDefault="006974AE" w:rsidP="006974AE">
      <w:r>
        <w:t>471.3174</w:t>
      </w:r>
      <w:r>
        <w:tab/>
        <w:t>1.013e0</w:t>
      </w:r>
    </w:p>
    <w:p w:rsidR="006974AE" w:rsidRDefault="006974AE" w:rsidP="006974AE">
      <w:r>
        <w:t>471.3459</w:t>
      </w:r>
      <w:r>
        <w:tab/>
        <w:t>2.025e0</w:t>
      </w:r>
    </w:p>
    <w:p w:rsidR="006974AE" w:rsidRDefault="006974AE" w:rsidP="006974AE">
      <w:r>
        <w:t>471.3699</w:t>
      </w:r>
      <w:r>
        <w:tab/>
        <w:t>5.063e0</w:t>
      </w:r>
    </w:p>
    <w:p w:rsidR="006974AE" w:rsidRDefault="006974AE" w:rsidP="006974AE">
      <w:r>
        <w:t>471.3976</w:t>
      </w:r>
      <w:r>
        <w:tab/>
        <w:t>1.013e0</w:t>
      </w:r>
    </w:p>
    <w:p w:rsidR="006974AE" w:rsidRDefault="006974AE" w:rsidP="006974AE">
      <w:r>
        <w:t>471.4058</w:t>
      </w:r>
      <w:r>
        <w:tab/>
        <w:t>1.013e0</w:t>
      </w:r>
    </w:p>
    <w:p w:rsidR="006974AE" w:rsidRDefault="006974AE" w:rsidP="006974AE">
      <w:r>
        <w:t>471.4110</w:t>
      </w:r>
      <w:r>
        <w:tab/>
        <w:t>3.038e0</w:t>
      </w:r>
    </w:p>
    <w:p w:rsidR="006974AE" w:rsidRDefault="006974AE" w:rsidP="006974AE">
      <w:r>
        <w:t>471.4142</w:t>
      </w:r>
      <w:r>
        <w:tab/>
        <w:t>3.038e0</w:t>
      </w:r>
    </w:p>
    <w:p w:rsidR="006974AE" w:rsidRDefault="006974AE" w:rsidP="006974AE">
      <w:r>
        <w:t>471.4239</w:t>
      </w:r>
      <w:r>
        <w:tab/>
        <w:t>2.025e0</w:t>
      </w:r>
    </w:p>
    <w:p w:rsidR="006974AE" w:rsidRDefault="006974AE" w:rsidP="006974AE">
      <w:r>
        <w:t>471.4276</w:t>
      </w:r>
      <w:r>
        <w:tab/>
        <w:t>2.025e0</w:t>
      </w:r>
    </w:p>
    <w:p w:rsidR="006974AE" w:rsidRDefault="006974AE" w:rsidP="006974AE">
      <w:r>
        <w:t>471.4469</w:t>
      </w:r>
      <w:r>
        <w:tab/>
        <w:t>1.013e0</w:t>
      </w:r>
    </w:p>
    <w:p w:rsidR="006974AE" w:rsidRDefault="006974AE" w:rsidP="006974AE">
      <w:r>
        <w:lastRenderedPageBreak/>
        <w:t>471.4622</w:t>
      </w:r>
      <w:r>
        <w:tab/>
        <w:t>4.051e0</w:t>
      </w:r>
    </w:p>
    <w:p w:rsidR="006974AE" w:rsidRDefault="006974AE" w:rsidP="006974AE">
      <w:r>
        <w:t>471.4721</w:t>
      </w:r>
      <w:r>
        <w:tab/>
        <w:t>1.013e0</w:t>
      </w:r>
    </w:p>
    <w:p w:rsidR="006974AE" w:rsidRDefault="006974AE" w:rsidP="006974AE">
      <w:r>
        <w:t>471.4817</w:t>
      </w:r>
      <w:r>
        <w:tab/>
        <w:t>3.038e0</w:t>
      </w:r>
    </w:p>
    <w:p w:rsidR="006974AE" w:rsidRDefault="006974AE" w:rsidP="006974AE">
      <w:r>
        <w:t>471.5136</w:t>
      </w:r>
      <w:r>
        <w:tab/>
        <w:t>2.025e0</w:t>
      </w:r>
    </w:p>
    <w:p w:rsidR="006974AE" w:rsidRDefault="006974AE" w:rsidP="006974AE">
      <w:r>
        <w:t>471.5209</w:t>
      </w:r>
      <w:r>
        <w:tab/>
        <w:t>1.013e0</w:t>
      </w:r>
    </w:p>
    <w:p w:rsidR="006974AE" w:rsidRDefault="006974AE" w:rsidP="006974AE">
      <w:r>
        <w:t>471.5376</w:t>
      </w:r>
      <w:r>
        <w:tab/>
        <w:t>2.025e0</w:t>
      </w:r>
    </w:p>
    <w:p w:rsidR="006974AE" w:rsidRDefault="006974AE" w:rsidP="006974AE">
      <w:r>
        <w:t>471.5487</w:t>
      </w:r>
      <w:r>
        <w:tab/>
        <w:t>2.025e0</w:t>
      </w:r>
    </w:p>
    <w:p w:rsidR="006974AE" w:rsidRDefault="006974AE" w:rsidP="006974AE">
      <w:r>
        <w:t>471.5668</w:t>
      </w:r>
      <w:r>
        <w:tab/>
        <w:t>2.025e0</w:t>
      </w:r>
    </w:p>
    <w:p w:rsidR="006974AE" w:rsidRDefault="006974AE" w:rsidP="006974AE">
      <w:r>
        <w:t>471.5708</w:t>
      </w:r>
      <w:r>
        <w:tab/>
        <w:t>1.013e0</w:t>
      </w:r>
    </w:p>
    <w:p w:rsidR="006974AE" w:rsidRDefault="006974AE" w:rsidP="006974AE">
      <w:r>
        <w:t>471.5847</w:t>
      </w:r>
      <w:r>
        <w:tab/>
        <w:t>1.013e0</w:t>
      </w:r>
    </w:p>
    <w:p w:rsidR="006974AE" w:rsidRDefault="006974AE" w:rsidP="006974AE">
      <w:r>
        <w:t>471.5941</w:t>
      </w:r>
      <w:r>
        <w:tab/>
        <w:t>4.051e0</w:t>
      </w:r>
    </w:p>
    <w:p w:rsidR="006974AE" w:rsidRDefault="006974AE" w:rsidP="006974AE">
      <w:r>
        <w:t>471.6031</w:t>
      </w:r>
      <w:r>
        <w:tab/>
        <w:t>1.013e0</w:t>
      </w:r>
    </w:p>
    <w:p w:rsidR="006974AE" w:rsidRDefault="006974AE" w:rsidP="006974AE">
      <w:r>
        <w:t>471.6432</w:t>
      </w:r>
      <w:r>
        <w:tab/>
        <w:t>1.013e0</w:t>
      </w:r>
    </w:p>
    <w:p w:rsidR="006974AE" w:rsidRDefault="006974AE" w:rsidP="006974AE">
      <w:r>
        <w:t>471.6448</w:t>
      </w:r>
      <w:r>
        <w:tab/>
        <w:t>2.025e0</w:t>
      </w:r>
    </w:p>
    <w:p w:rsidR="006974AE" w:rsidRDefault="006974AE" w:rsidP="006974AE">
      <w:r>
        <w:t>471.6459</w:t>
      </w:r>
      <w:r>
        <w:tab/>
        <w:t>1.013e0</w:t>
      </w:r>
    </w:p>
    <w:p w:rsidR="006974AE" w:rsidRDefault="006974AE" w:rsidP="006974AE">
      <w:r>
        <w:t>471.6606</w:t>
      </w:r>
      <w:r>
        <w:tab/>
        <w:t>4.051e0</w:t>
      </w:r>
    </w:p>
    <w:p w:rsidR="006974AE" w:rsidRDefault="006974AE" w:rsidP="006974AE">
      <w:r>
        <w:t>471.6941</w:t>
      </w:r>
      <w:r>
        <w:tab/>
        <w:t>1.013e0</w:t>
      </w:r>
    </w:p>
    <w:p w:rsidR="006974AE" w:rsidRDefault="006974AE" w:rsidP="006974AE">
      <w:r>
        <w:t>471.7111</w:t>
      </w:r>
      <w:r>
        <w:tab/>
        <w:t>3.038e0</w:t>
      </w:r>
    </w:p>
    <w:p w:rsidR="006974AE" w:rsidRDefault="006974AE" w:rsidP="006974AE">
      <w:r>
        <w:t>471.7141</w:t>
      </w:r>
      <w:r>
        <w:tab/>
        <w:t>2.025e0</w:t>
      </w:r>
    </w:p>
    <w:p w:rsidR="006974AE" w:rsidRDefault="006974AE" w:rsidP="006974AE">
      <w:r>
        <w:lastRenderedPageBreak/>
        <w:t>471.7184</w:t>
      </w:r>
      <w:r>
        <w:tab/>
        <w:t>3.038e0</w:t>
      </w:r>
    </w:p>
    <w:p w:rsidR="006974AE" w:rsidRDefault="006974AE" w:rsidP="006974AE">
      <w:r>
        <w:t>471.7623</w:t>
      </w:r>
      <w:r>
        <w:tab/>
        <w:t>1.013e0</w:t>
      </w:r>
    </w:p>
    <w:p w:rsidR="006974AE" w:rsidRDefault="006974AE" w:rsidP="006974AE">
      <w:r>
        <w:t>471.7675</w:t>
      </w:r>
      <w:r>
        <w:tab/>
        <w:t>1.013e0</w:t>
      </w:r>
    </w:p>
    <w:p w:rsidR="006974AE" w:rsidRDefault="006974AE" w:rsidP="006974AE">
      <w:r>
        <w:t>471.7714</w:t>
      </w:r>
      <w:r>
        <w:tab/>
        <w:t>2.025e0</w:t>
      </w:r>
    </w:p>
    <w:p w:rsidR="006974AE" w:rsidRDefault="006974AE" w:rsidP="006974AE">
      <w:r>
        <w:t>471.7799</w:t>
      </w:r>
      <w:r>
        <w:tab/>
        <w:t>5.063e0</w:t>
      </w:r>
    </w:p>
    <w:p w:rsidR="006974AE" w:rsidRDefault="006974AE" w:rsidP="006974AE">
      <w:r>
        <w:t>471.7840</w:t>
      </w:r>
      <w:r>
        <w:tab/>
        <w:t>1.013e0</w:t>
      </w:r>
    </w:p>
    <w:p w:rsidR="006974AE" w:rsidRDefault="006974AE" w:rsidP="006974AE">
      <w:r>
        <w:t>471.7886</w:t>
      </w:r>
      <w:r>
        <w:tab/>
        <w:t>3.038e0</w:t>
      </w:r>
    </w:p>
    <w:p w:rsidR="006974AE" w:rsidRDefault="006974AE" w:rsidP="006974AE">
      <w:r>
        <w:t>471.8093</w:t>
      </w:r>
      <w:r>
        <w:tab/>
        <w:t>1.013e0</w:t>
      </w:r>
    </w:p>
    <w:p w:rsidR="006974AE" w:rsidRDefault="006974AE" w:rsidP="006974AE">
      <w:r>
        <w:t>471.8377</w:t>
      </w:r>
      <w:r>
        <w:tab/>
        <w:t>1.013e0</w:t>
      </w:r>
    </w:p>
    <w:p w:rsidR="006974AE" w:rsidRDefault="006974AE" w:rsidP="006974AE">
      <w:r>
        <w:t>471.8405</w:t>
      </w:r>
      <w:r>
        <w:tab/>
        <w:t>3.038e0</w:t>
      </w:r>
    </w:p>
    <w:p w:rsidR="006974AE" w:rsidRDefault="006974AE" w:rsidP="006974AE">
      <w:r>
        <w:t>471.8559</w:t>
      </w:r>
      <w:r>
        <w:tab/>
        <w:t>1.013e0</w:t>
      </w:r>
    </w:p>
    <w:p w:rsidR="006974AE" w:rsidRDefault="006974AE" w:rsidP="006974AE">
      <w:r>
        <w:t>471.8614</w:t>
      </w:r>
      <w:r>
        <w:tab/>
        <w:t>2.558e0</w:t>
      </w:r>
    </w:p>
    <w:p w:rsidR="006974AE" w:rsidRDefault="006974AE" w:rsidP="006974AE">
      <w:r>
        <w:t>471.8836</w:t>
      </w:r>
      <w:r>
        <w:tab/>
        <w:t>4.051e0</w:t>
      </w:r>
    </w:p>
    <w:p w:rsidR="006974AE" w:rsidRDefault="006974AE" w:rsidP="006974AE">
      <w:r>
        <w:t>471.8909</w:t>
      </w:r>
      <w:r>
        <w:tab/>
        <w:t>1.013e0</w:t>
      </w:r>
    </w:p>
    <w:p w:rsidR="006974AE" w:rsidRDefault="006974AE" w:rsidP="006974AE">
      <w:r>
        <w:t>471.9138</w:t>
      </w:r>
      <w:r>
        <w:tab/>
        <w:t>1.013e0</w:t>
      </w:r>
    </w:p>
    <w:p w:rsidR="006974AE" w:rsidRDefault="006974AE" w:rsidP="006974AE">
      <w:r>
        <w:t>471.9213</w:t>
      </w:r>
      <w:r>
        <w:tab/>
        <w:t>2.025e0</w:t>
      </w:r>
    </w:p>
    <w:p w:rsidR="006974AE" w:rsidRDefault="006974AE" w:rsidP="006974AE">
      <w:r>
        <w:t>471.9321</w:t>
      </w:r>
      <w:r>
        <w:tab/>
        <w:t>3.038e0</w:t>
      </w:r>
    </w:p>
    <w:p w:rsidR="006974AE" w:rsidRDefault="006974AE" w:rsidP="006974AE">
      <w:r>
        <w:t>471.9409</w:t>
      </w:r>
      <w:r>
        <w:tab/>
        <w:t>2.025e0</w:t>
      </w:r>
    </w:p>
    <w:p w:rsidR="006974AE" w:rsidRDefault="006974AE" w:rsidP="006974AE">
      <w:r>
        <w:t>471.9441</w:t>
      </w:r>
      <w:r>
        <w:tab/>
        <w:t>5.063e0</w:t>
      </w:r>
    </w:p>
    <w:p w:rsidR="006974AE" w:rsidRDefault="006974AE" w:rsidP="006974AE">
      <w:r>
        <w:lastRenderedPageBreak/>
        <w:t>471.9622</w:t>
      </w:r>
      <w:r>
        <w:tab/>
        <w:t>2.025e0</w:t>
      </w:r>
    </w:p>
    <w:p w:rsidR="006974AE" w:rsidRDefault="006974AE" w:rsidP="006974AE">
      <w:r>
        <w:t>471.9691</w:t>
      </w:r>
      <w:r>
        <w:tab/>
        <w:t>2.025e0</w:t>
      </w:r>
    </w:p>
    <w:p w:rsidR="006974AE" w:rsidRDefault="006974AE" w:rsidP="006974AE">
      <w:r>
        <w:t>471.9956</w:t>
      </w:r>
      <w:r>
        <w:tab/>
        <w:t>8.101e0</w:t>
      </w:r>
    </w:p>
    <w:p w:rsidR="006974AE" w:rsidRDefault="006974AE" w:rsidP="006974AE">
      <w:r>
        <w:t>471.9985</w:t>
      </w:r>
      <w:r>
        <w:tab/>
        <w:t>1.013e0</w:t>
      </w:r>
    </w:p>
    <w:p w:rsidR="006974AE" w:rsidRDefault="006974AE" w:rsidP="006974AE">
      <w:r>
        <w:t>472.0023</w:t>
      </w:r>
      <w:r>
        <w:tab/>
        <w:t>3.038e0</w:t>
      </w:r>
    </w:p>
    <w:p w:rsidR="006974AE" w:rsidRDefault="006974AE" w:rsidP="006974AE">
      <w:r>
        <w:t>472.0302</w:t>
      </w:r>
      <w:r>
        <w:tab/>
        <w:t>1.013e0</w:t>
      </w:r>
    </w:p>
    <w:p w:rsidR="006974AE" w:rsidRDefault="006974AE" w:rsidP="006974AE">
      <w:r>
        <w:t>472.0540</w:t>
      </w:r>
      <w:r>
        <w:tab/>
        <w:t>2.025e0</w:t>
      </w:r>
    </w:p>
    <w:p w:rsidR="006974AE" w:rsidRDefault="006974AE" w:rsidP="006974AE">
      <w:r>
        <w:t>472.0643</w:t>
      </w:r>
      <w:r>
        <w:tab/>
        <w:t>1.013e0</w:t>
      </w:r>
    </w:p>
    <w:p w:rsidR="006974AE" w:rsidRDefault="006974AE" w:rsidP="006974AE">
      <w:r>
        <w:t>472.0724</w:t>
      </w:r>
      <w:r>
        <w:tab/>
        <w:t>1.013e0</w:t>
      </w:r>
    </w:p>
    <w:p w:rsidR="006974AE" w:rsidRDefault="006974AE" w:rsidP="006974AE">
      <w:r>
        <w:t>472.0807</w:t>
      </w:r>
      <w:r>
        <w:tab/>
        <w:t>1.013e0</w:t>
      </w:r>
    </w:p>
    <w:p w:rsidR="006974AE" w:rsidRDefault="006974AE" w:rsidP="006974AE">
      <w:r>
        <w:t>472.0826</w:t>
      </w:r>
      <w:r>
        <w:tab/>
        <w:t>5.063e0</w:t>
      </w:r>
    </w:p>
    <w:p w:rsidR="006974AE" w:rsidRDefault="006974AE" w:rsidP="006974AE">
      <w:r>
        <w:t>472.1044</w:t>
      </w:r>
      <w:r>
        <w:tab/>
        <w:t>2.025e0</w:t>
      </w:r>
    </w:p>
    <w:p w:rsidR="006974AE" w:rsidRDefault="006974AE" w:rsidP="006974AE">
      <w:r>
        <w:t>472.1263</w:t>
      </w:r>
      <w:r>
        <w:tab/>
        <w:t>3.038e0</w:t>
      </w:r>
    </w:p>
    <w:p w:rsidR="006974AE" w:rsidRDefault="006974AE" w:rsidP="006974AE">
      <w:r>
        <w:t>472.1359</w:t>
      </w:r>
      <w:r>
        <w:tab/>
        <w:t>4.051e0</w:t>
      </w:r>
    </w:p>
    <w:p w:rsidR="006974AE" w:rsidRDefault="006974AE" w:rsidP="006974AE">
      <w:r>
        <w:t>472.1527</w:t>
      </w:r>
      <w:r>
        <w:tab/>
        <w:t>4.547e0</w:t>
      </w:r>
    </w:p>
    <w:p w:rsidR="006974AE" w:rsidRDefault="006974AE" w:rsidP="006974AE">
      <w:r>
        <w:t>472.1817</w:t>
      </w:r>
      <w:r>
        <w:tab/>
        <w:t>4.051e0</w:t>
      </w:r>
    </w:p>
    <w:p w:rsidR="006974AE" w:rsidRDefault="006974AE" w:rsidP="006974AE">
      <w:r>
        <w:t>472.1835</w:t>
      </w:r>
      <w:r>
        <w:tab/>
        <w:t>2.978e1</w:t>
      </w:r>
    </w:p>
    <w:p w:rsidR="006974AE" w:rsidRDefault="006974AE" w:rsidP="006974AE">
      <w:r>
        <w:t>472.1902</w:t>
      </w:r>
      <w:r>
        <w:tab/>
        <w:t>1.923e1</w:t>
      </w:r>
    </w:p>
    <w:p w:rsidR="006974AE" w:rsidRDefault="006974AE" w:rsidP="006974AE">
      <w:r>
        <w:t>472.1955</w:t>
      </w:r>
      <w:r>
        <w:tab/>
        <w:t>9.592e0</w:t>
      </w:r>
    </w:p>
    <w:p w:rsidR="006974AE" w:rsidRDefault="006974AE" w:rsidP="006974AE">
      <w:r>
        <w:lastRenderedPageBreak/>
        <w:t>472.1980</w:t>
      </w:r>
      <w:r>
        <w:tab/>
        <w:t>3.038e0</w:t>
      </w:r>
    </w:p>
    <w:p w:rsidR="006974AE" w:rsidRDefault="006974AE" w:rsidP="006974AE">
      <w:r>
        <w:t>472.1996</w:t>
      </w:r>
      <w:r>
        <w:tab/>
        <w:t>1.778e1</w:t>
      </w:r>
    </w:p>
    <w:p w:rsidR="006974AE" w:rsidRDefault="006974AE" w:rsidP="006974AE">
      <w:r>
        <w:t>472.2618</w:t>
      </w:r>
      <w:r>
        <w:tab/>
        <w:t>2.025e0</w:t>
      </w:r>
    </w:p>
    <w:p w:rsidR="006974AE" w:rsidRDefault="006974AE" w:rsidP="006974AE">
      <w:r>
        <w:t>472.2643</w:t>
      </w:r>
      <w:r>
        <w:tab/>
        <w:t>2.733e0</w:t>
      </w:r>
    </w:p>
    <w:p w:rsidR="006974AE" w:rsidRDefault="006974AE" w:rsidP="006974AE">
      <w:r>
        <w:t>472.2658</w:t>
      </w:r>
      <w:r>
        <w:tab/>
        <w:t>2.025e0</w:t>
      </w:r>
    </w:p>
    <w:p w:rsidR="006974AE" w:rsidRDefault="006974AE" w:rsidP="006974AE">
      <w:r>
        <w:t>472.2729</w:t>
      </w:r>
      <w:r>
        <w:tab/>
        <w:t>3.269e0</w:t>
      </w:r>
    </w:p>
    <w:p w:rsidR="006974AE" w:rsidRDefault="006974AE" w:rsidP="006974AE">
      <w:r>
        <w:t>472.2777</w:t>
      </w:r>
      <w:r>
        <w:tab/>
        <w:t>1.013e0</w:t>
      </w:r>
    </w:p>
    <w:p w:rsidR="006974AE" w:rsidRDefault="006974AE" w:rsidP="006974AE">
      <w:r>
        <w:t>472.2814</w:t>
      </w:r>
      <w:r>
        <w:tab/>
        <w:t>2.025e0</w:t>
      </w:r>
    </w:p>
    <w:p w:rsidR="006974AE" w:rsidRDefault="006974AE" w:rsidP="006974AE">
      <w:r>
        <w:t>472.2826</w:t>
      </w:r>
      <w:r>
        <w:tab/>
        <w:t>1.013e0</w:t>
      </w:r>
    </w:p>
    <w:p w:rsidR="006974AE" w:rsidRDefault="006974AE" w:rsidP="006974AE">
      <w:r>
        <w:t>472.3258</w:t>
      </w:r>
      <w:r>
        <w:tab/>
        <w:t>1.312e0</w:t>
      </w:r>
    </w:p>
    <w:p w:rsidR="006974AE" w:rsidRDefault="006974AE" w:rsidP="006974AE">
      <w:r>
        <w:t>472.3272</w:t>
      </w:r>
      <w:r>
        <w:tab/>
        <w:t>4.051e0</w:t>
      </w:r>
    </w:p>
    <w:p w:rsidR="006974AE" w:rsidRDefault="006974AE" w:rsidP="006974AE">
      <w:r>
        <w:t>472.3309</w:t>
      </w:r>
      <w:r>
        <w:tab/>
        <w:t>2.025e0</w:t>
      </w:r>
    </w:p>
    <w:p w:rsidR="006974AE" w:rsidRDefault="006974AE" w:rsidP="006974AE">
      <w:r>
        <w:t>472.3411</w:t>
      </w:r>
      <w:r>
        <w:tab/>
        <w:t>1.013e0</w:t>
      </w:r>
    </w:p>
    <w:p w:rsidR="006974AE" w:rsidRDefault="006974AE" w:rsidP="006974AE">
      <w:r>
        <w:t>472.3608</w:t>
      </w:r>
      <w:r>
        <w:tab/>
        <w:t>2.025e0</w:t>
      </w:r>
    </w:p>
    <w:p w:rsidR="006974AE" w:rsidRDefault="006974AE" w:rsidP="006974AE">
      <w:r>
        <w:t>472.3686</w:t>
      </w:r>
      <w:r>
        <w:tab/>
        <w:t>3.038e0</w:t>
      </w:r>
    </w:p>
    <w:p w:rsidR="006974AE" w:rsidRDefault="006974AE" w:rsidP="006974AE">
      <w:r>
        <w:t>472.3809</w:t>
      </w:r>
      <w:r>
        <w:tab/>
        <w:t>1.013e0</w:t>
      </w:r>
    </w:p>
    <w:p w:rsidR="006974AE" w:rsidRDefault="006974AE" w:rsidP="006974AE">
      <w:r>
        <w:t>472.3936</w:t>
      </w:r>
      <w:r>
        <w:tab/>
        <w:t>1.013e0</w:t>
      </w:r>
    </w:p>
    <w:p w:rsidR="006974AE" w:rsidRDefault="006974AE" w:rsidP="006974AE">
      <w:r>
        <w:t>472.3989</w:t>
      </w:r>
      <w:r>
        <w:tab/>
        <w:t>1.013e0</w:t>
      </w:r>
    </w:p>
    <w:p w:rsidR="006974AE" w:rsidRDefault="006974AE" w:rsidP="006974AE">
      <w:r>
        <w:t>472.4206</w:t>
      </w:r>
      <w:r>
        <w:tab/>
        <w:t>1.013e0</w:t>
      </w:r>
    </w:p>
    <w:p w:rsidR="006974AE" w:rsidRDefault="006974AE" w:rsidP="006974AE">
      <w:r>
        <w:lastRenderedPageBreak/>
        <w:t>472.4347</w:t>
      </w:r>
      <w:r>
        <w:tab/>
        <w:t>1.013e0</w:t>
      </w:r>
    </w:p>
    <w:p w:rsidR="006974AE" w:rsidRDefault="006974AE" w:rsidP="006974AE">
      <w:r>
        <w:t>472.4381</w:t>
      </w:r>
      <w:r>
        <w:tab/>
        <w:t>1.013e0</w:t>
      </w:r>
    </w:p>
    <w:p w:rsidR="006974AE" w:rsidRDefault="006974AE" w:rsidP="006974AE">
      <w:r>
        <w:t>472.4453</w:t>
      </w:r>
      <w:r>
        <w:tab/>
        <w:t>2.025e0</w:t>
      </w:r>
    </w:p>
    <w:p w:rsidR="006974AE" w:rsidRDefault="006974AE" w:rsidP="006974AE">
      <w:r>
        <w:t>472.4562</w:t>
      </w:r>
      <w:r>
        <w:tab/>
        <w:t>2.025e0</w:t>
      </w:r>
    </w:p>
    <w:p w:rsidR="006974AE" w:rsidRDefault="006974AE" w:rsidP="006974AE">
      <w:r>
        <w:t>472.4779</w:t>
      </w:r>
      <w:r>
        <w:tab/>
        <w:t>3.038e0</w:t>
      </w:r>
    </w:p>
    <w:p w:rsidR="006974AE" w:rsidRDefault="006974AE" w:rsidP="006974AE">
      <w:r>
        <w:t>472.4941</w:t>
      </w:r>
      <w:r>
        <w:tab/>
        <w:t>3.038e0</w:t>
      </w:r>
    </w:p>
    <w:p w:rsidR="006974AE" w:rsidRDefault="006974AE" w:rsidP="006974AE">
      <w:r>
        <w:t>472.4960</w:t>
      </w:r>
      <w:r>
        <w:tab/>
        <w:t>1.013e0</w:t>
      </w:r>
    </w:p>
    <w:p w:rsidR="006974AE" w:rsidRDefault="006974AE" w:rsidP="006974AE">
      <w:r>
        <w:t>472.5247</w:t>
      </w:r>
      <w:r>
        <w:tab/>
        <w:t>2.025e0</w:t>
      </w:r>
    </w:p>
    <w:p w:rsidR="006974AE" w:rsidRDefault="006974AE" w:rsidP="006974AE">
      <w:r>
        <w:t>472.5293</w:t>
      </w:r>
      <w:r>
        <w:tab/>
        <w:t>2.025e0</w:t>
      </w:r>
    </w:p>
    <w:p w:rsidR="006974AE" w:rsidRDefault="006974AE" w:rsidP="006974AE">
      <w:r>
        <w:t>472.5326</w:t>
      </w:r>
      <w:r>
        <w:tab/>
        <w:t>1.013e0</w:t>
      </w:r>
    </w:p>
    <w:p w:rsidR="006974AE" w:rsidRDefault="006974AE" w:rsidP="006974AE">
      <w:r>
        <w:t>472.5598</w:t>
      </w:r>
      <w:r>
        <w:tab/>
        <w:t>3.038e0</w:t>
      </w:r>
    </w:p>
    <w:p w:rsidR="006974AE" w:rsidRDefault="006974AE" w:rsidP="006974AE">
      <w:r>
        <w:t>472.5682</w:t>
      </w:r>
      <w:r>
        <w:tab/>
        <w:t>2.025e0</w:t>
      </w:r>
    </w:p>
    <w:p w:rsidR="006974AE" w:rsidRDefault="006974AE" w:rsidP="006974AE">
      <w:r>
        <w:t>472.6077</w:t>
      </w:r>
      <w:r>
        <w:tab/>
        <w:t>1.013e0</w:t>
      </w:r>
    </w:p>
    <w:p w:rsidR="006974AE" w:rsidRDefault="006974AE" w:rsidP="006974AE">
      <w:r>
        <w:t>472.6117</w:t>
      </w:r>
      <w:r>
        <w:tab/>
        <w:t>1.013e0</w:t>
      </w:r>
    </w:p>
    <w:p w:rsidR="006974AE" w:rsidRDefault="006974AE" w:rsidP="006974AE">
      <w:r>
        <w:t>472.6159</w:t>
      </w:r>
      <w:r>
        <w:tab/>
        <w:t>1.013e0</w:t>
      </w:r>
    </w:p>
    <w:p w:rsidR="006974AE" w:rsidRDefault="006974AE" w:rsidP="006974AE">
      <w:r>
        <w:t>472.6571</w:t>
      </w:r>
      <w:r>
        <w:tab/>
        <w:t>1.013e0</w:t>
      </w:r>
    </w:p>
    <w:p w:rsidR="006974AE" w:rsidRDefault="006974AE" w:rsidP="006974AE">
      <w:r>
        <w:t>472.6866</w:t>
      </w:r>
      <w:r>
        <w:tab/>
        <w:t>2.025e0</w:t>
      </w:r>
    </w:p>
    <w:p w:rsidR="006974AE" w:rsidRDefault="006974AE" w:rsidP="006974AE">
      <w:r>
        <w:t>472.7033</w:t>
      </w:r>
      <w:r>
        <w:tab/>
        <w:t>4.051e0</w:t>
      </w:r>
    </w:p>
    <w:p w:rsidR="006974AE" w:rsidRDefault="006974AE" w:rsidP="006974AE">
      <w:r>
        <w:t>472.7065</w:t>
      </w:r>
      <w:r>
        <w:tab/>
        <w:t>1.013e0</w:t>
      </w:r>
    </w:p>
    <w:p w:rsidR="006974AE" w:rsidRDefault="006974AE" w:rsidP="006974AE">
      <w:r>
        <w:lastRenderedPageBreak/>
        <w:t>472.7224</w:t>
      </w:r>
      <w:r>
        <w:tab/>
        <w:t>1.013e0</w:t>
      </w:r>
    </w:p>
    <w:p w:rsidR="006974AE" w:rsidRDefault="006974AE" w:rsidP="006974AE">
      <w:r>
        <w:t>472.7611</w:t>
      </w:r>
      <w:r>
        <w:tab/>
        <w:t>2.025e0</w:t>
      </w:r>
    </w:p>
    <w:p w:rsidR="006974AE" w:rsidRDefault="006974AE" w:rsidP="006974AE">
      <w:r>
        <w:t>472.7780</w:t>
      </w:r>
      <w:r>
        <w:tab/>
        <w:t>2.025e0</w:t>
      </w:r>
    </w:p>
    <w:p w:rsidR="006974AE" w:rsidRDefault="006974AE" w:rsidP="006974AE">
      <w:r>
        <w:t>472.7860</w:t>
      </w:r>
      <w:r>
        <w:tab/>
        <w:t>1.013e0</w:t>
      </w:r>
    </w:p>
    <w:p w:rsidR="006974AE" w:rsidRDefault="006974AE" w:rsidP="006974AE">
      <w:r>
        <w:t>472.7883</w:t>
      </w:r>
      <w:r>
        <w:tab/>
        <w:t>5.063e0</w:t>
      </w:r>
    </w:p>
    <w:p w:rsidR="006974AE" w:rsidRDefault="006974AE" w:rsidP="006974AE">
      <w:r>
        <w:t>472.8213</w:t>
      </w:r>
      <w:r>
        <w:tab/>
        <w:t>1.013e0</w:t>
      </w:r>
    </w:p>
    <w:p w:rsidR="006974AE" w:rsidRDefault="006974AE" w:rsidP="006974AE">
      <w:r>
        <w:t>472.8465</w:t>
      </w:r>
      <w:r>
        <w:tab/>
        <w:t>1.013e0</w:t>
      </w:r>
    </w:p>
    <w:p w:rsidR="006974AE" w:rsidRDefault="006974AE" w:rsidP="006974AE">
      <w:r>
        <w:t>472.8597</w:t>
      </w:r>
      <w:r>
        <w:tab/>
        <w:t>5.063e0</w:t>
      </w:r>
    </w:p>
    <w:p w:rsidR="006974AE" w:rsidRDefault="006974AE" w:rsidP="006974AE">
      <w:r>
        <w:t>472.8655</w:t>
      </w:r>
      <w:r>
        <w:tab/>
        <w:t>1.013e0</w:t>
      </w:r>
    </w:p>
    <w:p w:rsidR="006974AE" w:rsidRDefault="006974AE" w:rsidP="006974AE">
      <w:r>
        <w:t>472.9002</w:t>
      </w:r>
      <w:r>
        <w:tab/>
        <w:t>2.025e0</w:t>
      </w:r>
    </w:p>
    <w:p w:rsidR="006974AE" w:rsidRDefault="006974AE" w:rsidP="006974AE">
      <w:r>
        <w:t>472.9044</w:t>
      </w:r>
      <w:r>
        <w:tab/>
        <w:t>1.013e0</w:t>
      </w:r>
    </w:p>
    <w:p w:rsidR="006974AE" w:rsidRDefault="006974AE" w:rsidP="006974AE">
      <w:r>
        <w:t>472.9202</w:t>
      </w:r>
      <w:r>
        <w:tab/>
        <w:t>1.013e0</w:t>
      </w:r>
    </w:p>
    <w:p w:rsidR="006974AE" w:rsidRDefault="006974AE" w:rsidP="006974AE">
      <w:r>
        <w:t>472.9238</w:t>
      </w:r>
      <w:r>
        <w:tab/>
        <w:t>2.025e0</w:t>
      </w:r>
    </w:p>
    <w:p w:rsidR="006974AE" w:rsidRDefault="006974AE" w:rsidP="006974AE">
      <w:r>
        <w:t>472.9415</w:t>
      </w:r>
      <w:r>
        <w:tab/>
        <w:t>1.013e0</w:t>
      </w:r>
    </w:p>
    <w:p w:rsidR="006974AE" w:rsidRDefault="006974AE" w:rsidP="006974AE">
      <w:r>
        <w:t>472.9630</w:t>
      </w:r>
      <w:r>
        <w:tab/>
        <w:t>1.013e0</w:t>
      </w:r>
    </w:p>
    <w:p w:rsidR="006974AE" w:rsidRDefault="006974AE" w:rsidP="006974AE">
      <w:r>
        <w:t>472.9868</w:t>
      </w:r>
      <w:r>
        <w:tab/>
        <w:t>1.013e0</w:t>
      </w:r>
    </w:p>
    <w:p w:rsidR="006974AE" w:rsidRDefault="006974AE" w:rsidP="006974AE">
      <w:r>
        <w:t>472.9882</w:t>
      </w:r>
      <w:r>
        <w:tab/>
        <w:t>2.025e0</w:t>
      </w:r>
    </w:p>
    <w:p w:rsidR="006974AE" w:rsidRDefault="006974AE" w:rsidP="006974AE">
      <w:r>
        <w:t>472.9991</w:t>
      </w:r>
      <w:r>
        <w:tab/>
        <w:t>2.025e0</w:t>
      </w:r>
    </w:p>
    <w:p w:rsidR="006974AE" w:rsidRDefault="006974AE" w:rsidP="006974AE">
      <w:r>
        <w:t>473.0109</w:t>
      </w:r>
      <w:r>
        <w:tab/>
        <w:t>1.013e0</w:t>
      </w:r>
    </w:p>
    <w:p w:rsidR="006974AE" w:rsidRDefault="006974AE" w:rsidP="006974AE">
      <w:r>
        <w:lastRenderedPageBreak/>
        <w:t>473.0147</w:t>
      </w:r>
      <w:r>
        <w:tab/>
        <w:t>2.025e0</w:t>
      </w:r>
    </w:p>
    <w:p w:rsidR="006974AE" w:rsidRDefault="006974AE" w:rsidP="006974AE">
      <w:r>
        <w:t>473.0379</w:t>
      </w:r>
      <w:r>
        <w:tab/>
        <w:t>2.025e0</w:t>
      </w:r>
    </w:p>
    <w:p w:rsidR="006974AE" w:rsidRDefault="006974AE" w:rsidP="006974AE">
      <w:r>
        <w:t>473.0749</w:t>
      </w:r>
      <w:r>
        <w:tab/>
        <w:t>1.013e0</w:t>
      </w:r>
    </w:p>
    <w:p w:rsidR="006974AE" w:rsidRDefault="006974AE" w:rsidP="006974AE">
      <w:r>
        <w:t>473.0971</w:t>
      </w:r>
      <w:r>
        <w:tab/>
        <w:t>1.013e0</w:t>
      </w:r>
    </w:p>
    <w:p w:rsidR="006974AE" w:rsidRDefault="006974AE" w:rsidP="006974AE">
      <w:r>
        <w:t>473.1030</w:t>
      </w:r>
      <w:r>
        <w:tab/>
        <w:t>2.025e0</w:t>
      </w:r>
    </w:p>
    <w:p w:rsidR="006974AE" w:rsidRDefault="006974AE" w:rsidP="006974AE">
      <w:r>
        <w:t>473.1361</w:t>
      </w:r>
      <w:r>
        <w:tab/>
        <w:t>2.025e0</w:t>
      </w:r>
    </w:p>
    <w:p w:rsidR="006974AE" w:rsidRDefault="006974AE" w:rsidP="006974AE">
      <w:r>
        <w:t>473.1452</w:t>
      </w:r>
      <w:r>
        <w:tab/>
        <w:t>2.025e0</w:t>
      </w:r>
    </w:p>
    <w:p w:rsidR="006974AE" w:rsidRDefault="006974AE" w:rsidP="006974AE">
      <w:r>
        <w:t>473.1746</w:t>
      </w:r>
      <w:r>
        <w:tab/>
        <w:t>3.038e0</w:t>
      </w:r>
    </w:p>
    <w:p w:rsidR="006974AE" w:rsidRDefault="006974AE" w:rsidP="006974AE">
      <w:r>
        <w:t>473.1953</w:t>
      </w:r>
      <w:r>
        <w:tab/>
        <w:t>1.826e0</w:t>
      </w:r>
    </w:p>
    <w:p w:rsidR="006974AE" w:rsidRDefault="006974AE" w:rsidP="006974AE">
      <w:r>
        <w:t>473.2060</w:t>
      </w:r>
      <w:r>
        <w:tab/>
        <w:t>9.669e0</w:t>
      </w:r>
    </w:p>
    <w:p w:rsidR="006974AE" w:rsidRDefault="006974AE" w:rsidP="006974AE">
      <w:r>
        <w:t>473.2075</w:t>
      </w:r>
      <w:r>
        <w:tab/>
        <w:t>6.066e0</w:t>
      </w:r>
    </w:p>
    <w:p w:rsidR="006974AE" w:rsidRDefault="006974AE" w:rsidP="006974AE">
      <w:r>
        <w:t>473.2115</w:t>
      </w:r>
      <w:r>
        <w:tab/>
        <w:t>1.677e0</w:t>
      </w:r>
    </w:p>
    <w:p w:rsidR="006974AE" w:rsidRDefault="006974AE" w:rsidP="006974AE">
      <w:r>
        <w:t>473.2134</w:t>
      </w:r>
      <w:r>
        <w:tab/>
        <w:t>2.025e0</w:t>
      </w:r>
    </w:p>
    <w:p w:rsidR="006974AE" w:rsidRDefault="006974AE" w:rsidP="006974AE">
      <w:r>
        <w:t>473.2394</w:t>
      </w:r>
      <w:r>
        <w:tab/>
        <w:t>1.041e0</w:t>
      </w:r>
    </w:p>
    <w:p w:rsidR="006974AE" w:rsidRDefault="006974AE" w:rsidP="006974AE">
      <w:r>
        <w:t>473.2830</w:t>
      </w:r>
      <w:r>
        <w:tab/>
        <w:t>1.013e0</w:t>
      </w:r>
    </w:p>
    <w:p w:rsidR="006974AE" w:rsidRDefault="006974AE" w:rsidP="006974AE">
      <w:r>
        <w:t>473.3001</w:t>
      </w:r>
      <w:r>
        <w:tab/>
        <w:t>1.013e0</w:t>
      </w:r>
    </w:p>
    <w:p w:rsidR="006974AE" w:rsidRDefault="006974AE" w:rsidP="006974AE">
      <w:r>
        <w:t>473.3153</w:t>
      </w:r>
      <w:r>
        <w:tab/>
        <w:t>4.907e0</w:t>
      </w:r>
    </w:p>
    <w:p w:rsidR="006974AE" w:rsidRDefault="006974AE" w:rsidP="006974AE">
      <w:r>
        <w:t>473.3269</w:t>
      </w:r>
      <w:r>
        <w:tab/>
        <w:t>3.038e0</w:t>
      </w:r>
    </w:p>
    <w:p w:rsidR="006974AE" w:rsidRDefault="006974AE" w:rsidP="006974AE">
      <w:r>
        <w:t>473.3353</w:t>
      </w:r>
      <w:r>
        <w:tab/>
        <w:t>2.025e0</w:t>
      </w:r>
    </w:p>
    <w:p w:rsidR="006974AE" w:rsidRDefault="006974AE" w:rsidP="006974AE">
      <w:r>
        <w:lastRenderedPageBreak/>
        <w:t>473.3651</w:t>
      </w:r>
      <w:r>
        <w:tab/>
        <w:t>1.013e0</w:t>
      </w:r>
    </w:p>
    <w:p w:rsidR="006974AE" w:rsidRDefault="006974AE" w:rsidP="006974AE">
      <w:r>
        <w:t>473.3755</w:t>
      </w:r>
      <w:r>
        <w:tab/>
        <w:t>3.038e0</w:t>
      </w:r>
    </w:p>
    <w:p w:rsidR="006974AE" w:rsidRDefault="006974AE" w:rsidP="006974AE">
      <w:r>
        <w:t>473.3909</w:t>
      </w:r>
      <w:r>
        <w:tab/>
        <w:t>1.013e0</w:t>
      </w:r>
    </w:p>
    <w:p w:rsidR="006974AE" w:rsidRDefault="006974AE" w:rsidP="006974AE">
      <w:r>
        <w:t>473.4230</w:t>
      </w:r>
      <w:r>
        <w:tab/>
        <w:t>1.013e0</w:t>
      </w:r>
    </w:p>
    <w:p w:rsidR="006974AE" w:rsidRDefault="006974AE" w:rsidP="006974AE">
      <w:r>
        <w:t>473.4404</w:t>
      </w:r>
      <w:r>
        <w:tab/>
        <w:t>1.013e0</w:t>
      </w:r>
    </w:p>
    <w:p w:rsidR="006974AE" w:rsidRDefault="006974AE" w:rsidP="006974AE">
      <w:r>
        <w:t>473.4563</w:t>
      </w:r>
      <w:r>
        <w:tab/>
        <w:t>2.025e0</w:t>
      </w:r>
    </w:p>
    <w:p w:rsidR="006974AE" w:rsidRDefault="006974AE" w:rsidP="006974AE">
      <w:r>
        <w:t>473.4836</w:t>
      </w:r>
      <w:r>
        <w:tab/>
        <w:t>1.013e0</w:t>
      </w:r>
    </w:p>
    <w:p w:rsidR="006974AE" w:rsidRDefault="006974AE" w:rsidP="006974AE">
      <w:r>
        <w:t>473.4975</w:t>
      </w:r>
      <w:r>
        <w:tab/>
        <w:t>1.013e0</w:t>
      </w:r>
    </w:p>
    <w:p w:rsidR="006974AE" w:rsidRDefault="006974AE" w:rsidP="006974AE">
      <w:r>
        <w:t>473.5146</w:t>
      </w:r>
      <w:r>
        <w:tab/>
        <w:t>1.013e0</w:t>
      </w:r>
    </w:p>
    <w:p w:rsidR="006974AE" w:rsidRDefault="006974AE" w:rsidP="006974AE">
      <w:r>
        <w:t>473.5198</w:t>
      </w:r>
      <w:r>
        <w:tab/>
        <w:t>1.013e0</w:t>
      </w:r>
    </w:p>
    <w:p w:rsidR="006974AE" w:rsidRDefault="006974AE" w:rsidP="006974AE">
      <w:r>
        <w:t>473.5636</w:t>
      </w:r>
      <w:r>
        <w:tab/>
        <w:t>1.013e0</w:t>
      </w:r>
    </w:p>
    <w:p w:rsidR="006974AE" w:rsidRDefault="006974AE" w:rsidP="006974AE">
      <w:r>
        <w:t>473.5876</w:t>
      </w:r>
      <w:r>
        <w:tab/>
        <w:t>2.025e0</w:t>
      </w:r>
    </w:p>
    <w:p w:rsidR="006974AE" w:rsidRDefault="006974AE" w:rsidP="006974AE">
      <w:r>
        <w:t>473.5994</w:t>
      </w:r>
      <w:r>
        <w:tab/>
        <w:t>1.013e0</w:t>
      </w:r>
    </w:p>
    <w:p w:rsidR="006974AE" w:rsidRDefault="006974AE" w:rsidP="006974AE">
      <w:r>
        <w:t>473.6054</w:t>
      </w:r>
      <w:r>
        <w:tab/>
        <w:t>1.013e0</w:t>
      </w:r>
    </w:p>
    <w:p w:rsidR="006974AE" w:rsidRDefault="006974AE" w:rsidP="006974AE">
      <w:r>
        <w:t>473.6131</w:t>
      </w:r>
      <w:r>
        <w:tab/>
        <w:t>1.013e0</w:t>
      </w:r>
    </w:p>
    <w:p w:rsidR="006974AE" w:rsidRDefault="006974AE" w:rsidP="006974AE">
      <w:r>
        <w:t>473.6396</w:t>
      </w:r>
      <w:r>
        <w:tab/>
        <w:t>1.013e0</w:t>
      </w:r>
    </w:p>
    <w:p w:rsidR="006974AE" w:rsidRDefault="006974AE" w:rsidP="006974AE">
      <w:r>
        <w:t>473.6424</w:t>
      </w:r>
      <w:r>
        <w:tab/>
        <w:t>2.025e0</w:t>
      </w:r>
    </w:p>
    <w:p w:rsidR="006974AE" w:rsidRDefault="006974AE" w:rsidP="006974AE">
      <w:r>
        <w:t>473.6760</w:t>
      </w:r>
      <w:r>
        <w:tab/>
        <w:t>1.013e0</w:t>
      </w:r>
    </w:p>
    <w:p w:rsidR="006974AE" w:rsidRDefault="006974AE" w:rsidP="006974AE">
      <w:r>
        <w:t>473.7158</w:t>
      </w:r>
      <w:r>
        <w:tab/>
        <w:t>1.013e0</w:t>
      </w:r>
    </w:p>
    <w:p w:rsidR="006974AE" w:rsidRDefault="006974AE" w:rsidP="006974AE">
      <w:r>
        <w:lastRenderedPageBreak/>
        <w:t>473.7451</w:t>
      </w:r>
      <w:r>
        <w:tab/>
        <w:t>1.013e0</w:t>
      </w:r>
    </w:p>
    <w:p w:rsidR="006974AE" w:rsidRDefault="006974AE" w:rsidP="006974AE">
      <w:r>
        <w:t>473.7540</w:t>
      </w:r>
      <w:r>
        <w:tab/>
        <w:t>2.025e0</w:t>
      </w:r>
    </w:p>
    <w:p w:rsidR="006974AE" w:rsidRDefault="006974AE" w:rsidP="006974AE">
      <w:r>
        <w:t>473.7826</w:t>
      </w:r>
      <w:r>
        <w:tab/>
        <w:t>2.025e0</w:t>
      </w:r>
    </w:p>
    <w:p w:rsidR="006974AE" w:rsidRDefault="006974AE" w:rsidP="006974AE">
      <w:r>
        <w:t>473.8133</w:t>
      </w:r>
      <w:r>
        <w:tab/>
        <w:t>1.013e0</w:t>
      </w:r>
    </w:p>
    <w:p w:rsidR="006974AE" w:rsidRDefault="006974AE" w:rsidP="006974AE">
      <w:r>
        <w:t>473.8366</w:t>
      </w:r>
      <w:r>
        <w:tab/>
        <w:t>1.013e0</w:t>
      </w:r>
    </w:p>
    <w:p w:rsidR="006974AE" w:rsidRDefault="006974AE" w:rsidP="006974AE">
      <w:r>
        <w:t>473.8496</w:t>
      </w:r>
      <w:r>
        <w:tab/>
        <w:t>1.013e0</w:t>
      </w:r>
    </w:p>
    <w:p w:rsidR="006974AE" w:rsidRDefault="006974AE" w:rsidP="006974AE">
      <w:r>
        <w:t>473.8889</w:t>
      </w:r>
      <w:r>
        <w:tab/>
        <w:t>2.025e0</w:t>
      </w:r>
    </w:p>
    <w:p w:rsidR="006974AE" w:rsidRDefault="006974AE" w:rsidP="006974AE">
      <w:r>
        <w:t>473.9070</w:t>
      </w:r>
      <w:r>
        <w:tab/>
        <w:t>1.013e0</w:t>
      </w:r>
    </w:p>
    <w:p w:rsidR="006974AE" w:rsidRDefault="006974AE" w:rsidP="006974AE">
      <w:r>
        <w:t>473.9291</w:t>
      </w:r>
      <w:r>
        <w:tab/>
        <w:t>1.013e0</w:t>
      </w:r>
    </w:p>
    <w:p w:rsidR="006974AE" w:rsidRDefault="006974AE" w:rsidP="006974AE">
      <w:r>
        <w:t>473.9374</w:t>
      </w:r>
      <w:r>
        <w:tab/>
        <w:t>3.038e0</w:t>
      </w:r>
    </w:p>
    <w:p w:rsidR="006974AE" w:rsidRDefault="006974AE" w:rsidP="006974AE">
      <w:r>
        <w:t>473.9522</w:t>
      </w:r>
      <w:r>
        <w:tab/>
        <w:t>1.013e0</w:t>
      </w:r>
    </w:p>
    <w:p w:rsidR="006974AE" w:rsidRDefault="006974AE" w:rsidP="006974AE">
      <w:r>
        <w:t>474.0053</w:t>
      </w:r>
      <w:r>
        <w:tab/>
        <w:t>1.013e0</w:t>
      </w:r>
    </w:p>
    <w:p w:rsidR="006974AE" w:rsidRDefault="006974AE" w:rsidP="006974AE">
      <w:r>
        <w:t>474.0160</w:t>
      </w:r>
      <w:r>
        <w:tab/>
        <w:t>2.025e0</w:t>
      </w:r>
    </w:p>
    <w:p w:rsidR="006974AE" w:rsidRDefault="006974AE" w:rsidP="006974AE">
      <w:r>
        <w:t>474.0344</w:t>
      </w:r>
      <w:r>
        <w:tab/>
        <w:t>3.038e0</w:t>
      </w:r>
    </w:p>
    <w:p w:rsidR="006974AE" w:rsidRDefault="006974AE" w:rsidP="006974AE">
      <w:r>
        <w:t>474.0415</w:t>
      </w:r>
      <w:r>
        <w:tab/>
        <w:t>2.582e0</w:t>
      </w:r>
    </w:p>
    <w:p w:rsidR="006974AE" w:rsidRDefault="006974AE" w:rsidP="006974AE">
      <w:r>
        <w:t>474.0450</w:t>
      </w:r>
      <w:r>
        <w:tab/>
        <w:t>1.013e0</w:t>
      </w:r>
    </w:p>
    <w:p w:rsidR="006974AE" w:rsidRDefault="006974AE" w:rsidP="006974AE">
      <w:r>
        <w:t>474.0625</w:t>
      </w:r>
      <w:r>
        <w:tab/>
        <w:t>3.038e0</w:t>
      </w:r>
    </w:p>
    <w:p w:rsidR="006974AE" w:rsidRDefault="006974AE" w:rsidP="006974AE">
      <w:r>
        <w:t>474.1020</w:t>
      </w:r>
      <w:r>
        <w:tab/>
        <w:t>2.448e0</w:t>
      </w:r>
    </w:p>
    <w:p w:rsidR="006974AE" w:rsidRDefault="006974AE" w:rsidP="006974AE">
      <w:r>
        <w:t>474.1089</w:t>
      </w:r>
      <w:r>
        <w:tab/>
        <w:t>3.038e0</w:t>
      </w:r>
    </w:p>
    <w:p w:rsidR="006974AE" w:rsidRDefault="006974AE" w:rsidP="006974AE">
      <w:r>
        <w:lastRenderedPageBreak/>
        <w:t>474.1154</w:t>
      </w:r>
      <w:r>
        <w:tab/>
        <w:t>2.025e0</w:t>
      </w:r>
    </w:p>
    <w:p w:rsidR="006974AE" w:rsidRDefault="006974AE" w:rsidP="006974AE">
      <w:r>
        <w:t>474.1299</w:t>
      </w:r>
      <w:r>
        <w:tab/>
        <w:t>2.025e0</w:t>
      </w:r>
    </w:p>
    <w:p w:rsidR="006974AE" w:rsidRDefault="006974AE" w:rsidP="006974AE">
      <w:r>
        <w:t>474.1392</w:t>
      </w:r>
      <w:r>
        <w:tab/>
        <w:t>1.013e0</w:t>
      </w:r>
    </w:p>
    <w:p w:rsidR="006974AE" w:rsidRDefault="006974AE" w:rsidP="006974AE">
      <w:r>
        <w:t>474.1569</w:t>
      </w:r>
      <w:r>
        <w:tab/>
        <w:t>1.013e0</w:t>
      </w:r>
    </w:p>
    <w:p w:rsidR="006974AE" w:rsidRDefault="006974AE" w:rsidP="006974AE">
      <w:r>
        <w:t>474.1682</w:t>
      </w:r>
      <w:r>
        <w:tab/>
        <w:t>2.025e0</w:t>
      </w:r>
    </w:p>
    <w:p w:rsidR="006974AE" w:rsidRDefault="006974AE" w:rsidP="006974AE">
      <w:r>
        <w:t>474.1718</w:t>
      </w:r>
      <w:r>
        <w:tab/>
        <w:t>4.072e0</w:t>
      </w:r>
    </w:p>
    <w:p w:rsidR="006974AE" w:rsidRDefault="006974AE" w:rsidP="006974AE">
      <w:r>
        <w:t>474.1752</w:t>
      </w:r>
      <w:r>
        <w:tab/>
        <w:t>1.013e0</w:t>
      </w:r>
    </w:p>
    <w:p w:rsidR="006974AE" w:rsidRDefault="006974AE" w:rsidP="006974AE">
      <w:r>
        <w:t>474.2363</w:t>
      </w:r>
      <w:r>
        <w:tab/>
        <w:t>1.013e0</w:t>
      </w:r>
    </w:p>
    <w:p w:rsidR="006974AE" w:rsidRDefault="006974AE" w:rsidP="006974AE">
      <w:r>
        <w:t>474.2575</w:t>
      </w:r>
      <w:r>
        <w:tab/>
        <w:t>1.013e0</w:t>
      </w:r>
    </w:p>
    <w:p w:rsidR="006974AE" w:rsidRDefault="006974AE" w:rsidP="006974AE">
      <w:r>
        <w:t>474.2649</w:t>
      </w:r>
      <w:r>
        <w:tab/>
        <w:t>1.205e0</w:t>
      </w:r>
    </w:p>
    <w:p w:rsidR="006974AE" w:rsidRDefault="006974AE" w:rsidP="006974AE">
      <w:r>
        <w:t>474.2978</w:t>
      </w:r>
      <w:r>
        <w:tab/>
        <w:t>2.025e0</w:t>
      </w:r>
    </w:p>
    <w:p w:rsidR="006974AE" w:rsidRDefault="006974AE" w:rsidP="006974AE">
      <w:r>
        <w:t>474.3014</w:t>
      </w:r>
      <w:r>
        <w:tab/>
        <w:t>2.025e0</w:t>
      </w:r>
    </w:p>
    <w:p w:rsidR="006974AE" w:rsidRDefault="006974AE" w:rsidP="006974AE">
      <w:r>
        <w:t>474.3523</w:t>
      </w:r>
      <w:r>
        <w:tab/>
        <w:t>3.038e0</w:t>
      </w:r>
    </w:p>
    <w:p w:rsidR="006974AE" w:rsidRDefault="006974AE" w:rsidP="006974AE">
      <w:r>
        <w:t>474.3734</w:t>
      </w:r>
      <w:r>
        <w:tab/>
        <w:t>1.013e0</w:t>
      </w:r>
    </w:p>
    <w:p w:rsidR="006974AE" w:rsidRDefault="006974AE" w:rsidP="006974AE">
      <w:r>
        <w:t>474.3778</w:t>
      </w:r>
      <w:r>
        <w:tab/>
        <w:t>4.051e0</w:t>
      </w:r>
    </w:p>
    <w:p w:rsidR="006974AE" w:rsidRDefault="006974AE" w:rsidP="006974AE">
      <w:r>
        <w:t>474.3851</w:t>
      </w:r>
      <w:r>
        <w:tab/>
        <w:t>3.004e0</w:t>
      </w:r>
    </w:p>
    <w:p w:rsidR="006974AE" w:rsidRDefault="006974AE" w:rsidP="006974AE">
      <w:r>
        <w:t>474.3891</w:t>
      </w:r>
      <w:r>
        <w:tab/>
        <w:t>1.013e0</w:t>
      </w:r>
    </w:p>
    <w:p w:rsidR="006974AE" w:rsidRDefault="006974AE" w:rsidP="006974AE">
      <w:r>
        <w:t>474.3996</w:t>
      </w:r>
      <w:r>
        <w:tab/>
        <w:t>4.100e0</w:t>
      </w:r>
    </w:p>
    <w:p w:rsidR="006974AE" w:rsidRDefault="006974AE" w:rsidP="006974AE">
      <w:r>
        <w:t>474.4336</w:t>
      </w:r>
      <w:r>
        <w:tab/>
        <w:t>3.038e0</w:t>
      </w:r>
    </w:p>
    <w:p w:rsidR="006974AE" w:rsidRDefault="006974AE" w:rsidP="006974AE">
      <w:r>
        <w:lastRenderedPageBreak/>
        <w:t>474.4465</w:t>
      </w:r>
      <w:r>
        <w:tab/>
        <w:t>1.013e0</w:t>
      </w:r>
    </w:p>
    <w:p w:rsidR="006974AE" w:rsidRDefault="006974AE" w:rsidP="006974AE">
      <w:r>
        <w:t>474.4924</w:t>
      </w:r>
      <w:r>
        <w:tab/>
        <w:t>2.025e0</w:t>
      </w:r>
    </w:p>
    <w:p w:rsidR="006974AE" w:rsidRDefault="006974AE" w:rsidP="006974AE">
      <w:r>
        <w:t>474.4976</w:t>
      </w:r>
      <w:r>
        <w:tab/>
        <w:t>2.025e0</w:t>
      </w:r>
    </w:p>
    <w:p w:rsidR="006974AE" w:rsidRDefault="006974AE" w:rsidP="006974AE">
      <w:r>
        <w:t>474.5076</w:t>
      </w:r>
      <w:r>
        <w:tab/>
        <w:t>1.013e0</w:t>
      </w:r>
    </w:p>
    <w:p w:rsidR="006974AE" w:rsidRDefault="006974AE" w:rsidP="006974AE">
      <w:r>
        <w:t>474.5265</w:t>
      </w:r>
      <w:r>
        <w:tab/>
        <w:t>3.038e0</w:t>
      </w:r>
    </w:p>
    <w:p w:rsidR="006974AE" w:rsidRDefault="006974AE" w:rsidP="006974AE">
      <w:r>
        <w:t>474.5837</w:t>
      </w:r>
      <w:r>
        <w:tab/>
        <w:t>1.013e0</w:t>
      </w:r>
    </w:p>
    <w:p w:rsidR="006974AE" w:rsidRDefault="006974AE" w:rsidP="006974AE">
      <w:r>
        <w:t>474.5987</w:t>
      </w:r>
      <w:r>
        <w:tab/>
        <w:t>3.038e0</w:t>
      </w:r>
    </w:p>
    <w:p w:rsidR="006974AE" w:rsidRDefault="006974AE" w:rsidP="006974AE">
      <w:r>
        <w:t>474.6630</w:t>
      </w:r>
      <w:r>
        <w:tab/>
        <w:t>1.013e0</w:t>
      </w:r>
    </w:p>
    <w:p w:rsidR="006974AE" w:rsidRDefault="006974AE" w:rsidP="006974AE">
      <w:r>
        <w:t>474.6757</w:t>
      </w:r>
      <w:r>
        <w:tab/>
        <w:t>2.025e0</w:t>
      </w:r>
    </w:p>
    <w:p w:rsidR="006974AE" w:rsidRDefault="006974AE" w:rsidP="006974AE">
      <w:r>
        <w:t>474.6934</w:t>
      </w:r>
      <w:r>
        <w:tab/>
        <w:t>2.025e0</w:t>
      </w:r>
    </w:p>
    <w:p w:rsidR="006974AE" w:rsidRDefault="006974AE" w:rsidP="006974AE">
      <w:r>
        <w:t>474.7001</w:t>
      </w:r>
      <w:r>
        <w:tab/>
        <w:t>1.013e0</w:t>
      </w:r>
    </w:p>
    <w:p w:rsidR="006974AE" w:rsidRDefault="006974AE" w:rsidP="006974AE">
      <w:r>
        <w:t>474.7261</w:t>
      </w:r>
      <w:r>
        <w:tab/>
        <w:t>2.025e0</w:t>
      </w:r>
    </w:p>
    <w:p w:rsidR="006974AE" w:rsidRDefault="006974AE" w:rsidP="006974AE">
      <w:r>
        <w:t>474.7285</w:t>
      </w:r>
      <w:r>
        <w:tab/>
        <w:t>1.013e0</w:t>
      </w:r>
    </w:p>
    <w:p w:rsidR="006974AE" w:rsidRDefault="006974AE" w:rsidP="006974AE">
      <w:r>
        <w:t>474.7762</w:t>
      </w:r>
      <w:r>
        <w:tab/>
        <w:t>1.013e0</w:t>
      </w:r>
    </w:p>
    <w:p w:rsidR="006974AE" w:rsidRDefault="006974AE" w:rsidP="006974AE">
      <w:r>
        <w:t>474.7788</w:t>
      </w:r>
      <w:r>
        <w:tab/>
        <w:t>1.013e0</w:t>
      </w:r>
    </w:p>
    <w:p w:rsidR="006974AE" w:rsidRDefault="006974AE" w:rsidP="006974AE">
      <w:r>
        <w:t>474.7870</w:t>
      </w:r>
      <w:r>
        <w:tab/>
        <w:t>1.013e0</w:t>
      </w:r>
    </w:p>
    <w:p w:rsidR="006974AE" w:rsidRDefault="006974AE" w:rsidP="006974AE">
      <w:r>
        <w:t>474.7978</w:t>
      </w:r>
      <w:r>
        <w:tab/>
        <w:t>1.013e0</w:t>
      </w:r>
    </w:p>
    <w:p w:rsidR="006974AE" w:rsidRDefault="006974AE" w:rsidP="006974AE">
      <w:r>
        <w:t>474.8281</w:t>
      </w:r>
      <w:r>
        <w:tab/>
        <w:t>2.025e0</w:t>
      </w:r>
    </w:p>
    <w:p w:rsidR="006974AE" w:rsidRDefault="006974AE" w:rsidP="006974AE">
      <w:r>
        <w:t>474.8335</w:t>
      </w:r>
      <w:r>
        <w:tab/>
        <w:t>2.025e0</w:t>
      </w:r>
    </w:p>
    <w:p w:rsidR="006974AE" w:rsidRDefault="006974AE" w:rsidP="006974AE">
      <w:r>
        <w:lastRenderedPageBreak/>
        <w:t>474.8524</w:t>
      </w:r>
      <w:r>
        <w:tab/>
        <w:t>1.013e0</w:t>
      </w:r>
    </w:p>
    <w:p w:rsidR="006974AE" w:rsidRDefault="006974AE" w:rsidP="006974AE">
      <w:r>
        <w:t>474.8572</w:t>
      </w:r>
      <w:r>
        <w:tab/>
        <w:t>2.025e0</w:t>
      </w:r>
    </w:p>
    <w:p w:rsidR="006974AE" w:rsidRDefault="006974AE" w:rsidP="006974AE">
      <w:r>
        <w:t>474.8593</w:t>
      </w:r>
      <w:r>
        <w:tab/>
        <w:t>2.025e0</w:t>
      </w:r>
    </w:p>
    <w:p w:rsidR="006974AE" w:rsidRDefault="006974AE" w:rsidP="006974AE">
      <w:r>
        <w:t>474.8692</w:t>
      </w:r>
      <w:r>
        <w:tab/>
        <w:t>1.013e0</w:t>
      </w:r>
    </w:p>
    <w:p w:rsidR="006974AE" w:rsidRDefault="006974AE" w:rsidP="006974AE">
      <w:r>
        <w:t>474.8863</w:t>
      </w:r>
      <w:r>
        <w:tab/>
        <w:t>1.013e0</w:t>
      </w:r>
    </w:p>
    <w:p w:rsidR="006974AE" w:rsidRDefault="006974AE" w:rsidP="006974AE">
      <w:r>
        <w:t>474.8946</w:t>
      </w:r>
      <w:r>
        <w:tab/>
        <w:t>1.013e0</w:t>
      </w:r>
    </w:p>
    <w:p w:rsidR="006974AE" w:rsidRDefault="006974AE" w:rsidP="006974AE">
      <w:r>
        <w:t>474.8999</w:t>
      </w:r>
      <w:r>
        <w:tab/>
        <w:t>2.025e0</w:t>
      </w:r>
    </w:p>
    <w:p w:rsidR="006974AE" w:rsidRDefault="006974AE" w:rsidP="006974AE">
      <w:r>
        <w:t>474.9098</w:t>
      </w:r>
      <w:r>
        <w:tab/>
        <w:t>1.013e0</w:t>
      </w:r>
    </w:p>
    <w:p w:rsidR="006974AE" w:rsidRDefault="006974AE" w:rsidP="006974AE">
      <w:r>
        <w:t>474.9277</w:t>
      </w:r>
      <w:r>
        <w:tab/>
        <w:t>1.013e0</w:t>
      </w:r>
    </w:p>
    <w:p w:rsidR="006974AE" w:rsidRDefault="006974AE" w:rsidP="006974AE">
      <w:r>
        <w:t>474.9442</w:t>
      </w:r>
      <w:r>
        <w:tab/>
        <w:t>1.013e0</w:t>
      </w:r>
    </w:p>
    <w:p w:rsidR="006974AE" w:rsidRDefault="006974AE" w:rsidP="006974AE">
      <w:r>
        <w:t>474.9709</w:t>
      </w:r>
      <w:r>
        <w:tab/>
        <w:t>1.013e0</w:t>
      </w:r>
    </w:p>
    <w:p w:rsidR="006974AE" w:rsidRDefault="006974AE" w:rsidP="006974AE">
      <w:r>
        <w:t>474.9768</w:t>
      </w:r>
      <w:r>
        <w:tab/>
        <w:t>1.013e0</w:t>
      </w:r>
    </w:p>
    <w:p w:rsidR="006974AE" w:rsidRDefault="006974AE" w:rsidP="006974AE">
      <w:r>
        <w:t>475.0016</w:t>
      </w:r>
      <w:r>
        <w:tab/>
        <w:t>1.013e0</w:t>
      </w:r>
    </w:p>
    <w:p w:rsidR="006974AE" w:rsidRDefault="006974AE" w:rsidP="006974AE">
      <w:r>
        <w:t>475.0110</w:t>
      </w:r>
      <w:r>
        <w:tab/>
        <w:t>1.013e0</w:t>
      </w:r>
    </w:p>
    <w:p w:rsidR="006974AE" w:rsidRDefault="006974AE" w:rsidP="006974AE">
      <w:r>
        <w:t>475.0259</w:t>
      </w:r>
      <w:r>
        <w:tab/>
        <w:t>2.025e0</w:t>
      </w:r>
    </w:p>
    <w:p w:rsidR="006974AE" w:rsidRDefault="006974AE" w:rsidP="006974AE">
      <w:r>
        <w:t>475.0476</w:t>
      </w:r>
      <w:r>
        <w:tab/>
        <w:t>1.013e0</w:t>
      </w:r>
    </w:p>
    <w:p w:rsidR="006974AE" w:rsidRDefault="006974AE" w:rsidP="006974AE">
      <w:r>
        <w:t>475.0601</w:t>
      </w:r>
      <w:r>
        <w:tab/>
        <w:t>2.376e0</w:t>
      </w:r>
    </w:p>
    <w:p w:rsidR="006974AE" w:rsidRDefault="006974AE" w:rsidP="006974AE">
      <w:r>
        <w:t>475.0686</w:t>
      </w:r>
      <w:r>
        <w:tab/>
        <w:t>2.025e0</w:t>
      </w:r>
    </w:p>
    <w:p w:rsidR="006974AE" w:rsidRDefault="006974AE" w:rsidP="006974AE">
      <w:r>
        <w:t>475.0873</w:t>
      </w:r>
      <w:r>
        <w:tab/>
        <w:t>1.013e0</w:t>
      </w:r>
    </w:p>
    <w:p w:rsidR="006974AE" w:rsidRDefault="006974AE" w:rsidP="006974AE">
      <w:r>
        <w:lastRenderedPageBreak/>
        <w:t>475.1068</w:t>
      </w:r>
      <w:r>
        <w:tab/>
        <w:t>1.802e0</w:t>
      </w:r>
    </w:p>
    <w:p w:rsidR="006974AE" w:rsidRDefault="006974AE" w:rsidP="006974AE">
      <w:r>
        <w:t>475.1345</w:t>
      </w:r>
      <w:r>
        <w:tab/>
        <w:t>2.022e0</w:t>
      </w:r>
    </w:p>
    <w:p w:rsidR="006974AE" w:rsidRDefault="006974AE" w:rsidP="006974AE">
      <w:r>
        <w:t>475.1389</w:t>
      </w:r>
      <w:r>
        <w:tab/>
        <w:t>2.346e0</w:t>
      </w:r>
    </w:p>
    <w:p w:rsidR="006974AE" w:rsidRDefault="006974AE" w:rsidP="006974AE">
      <w:r>
        <w:t>475.1677</w:t>
      </w:r>
      <w:r>
        <w:tab/>
        <w:t>2.713e0</w:t>
      </w:r>
    </w:p>
    <w:p w:rsidR="006974AE" w:rsidRDefault="006974AE" w:rsidP="006974AE">
      <w:r>
        <w:t>475.1950</w:t>
      </w:r>
      <w:r>
        <w:tab/>
        <w:t>2.746e0</w:t>
      </w:r>
    </w:p>
    <w:p w:rsidR="006974AE" w:rsidRDefault="006974AE" w:rsidP="006974AE">
      <w:r>
        <w:t>475.1982</w:t>
      </w:r>
      <w:r>
        <w:tab/>
        <w:t>2.458e0</w:t>
      </w:r>
    </w:p>
    <w:p w:rsidR="006974AE" w:rsidRDefault="006974AE" w:rsidP="006974AE">
      <w:r>
        <w:t>475.2170</w:t>
      </w:r>
      <w:r>
        <w:tab/>
        <w:t>4.051e0</w:t>
      </w:r>
    </w:p>
    <w:p w:rsidR="006974AE" w:rsidRDefault="006974AE" w:rsidP="006974AE">
      <w:r>
        <w:t>475.2256</w:t>
      </w:r>
      <w:r>
        <w:tab/>
        <w:t>1.764e0</w:t>
      </w:r>
    </w:p>
    <w:p w:rsidR="006974AE" w:rsidRDefault="006974AE" w:rsidP="006974AE">
      <w:r>
        <w:t>475.2389</w:t>
      </w:r>
      <w:r>
        <w:tab/>
        <w:t>1.013e0</w:t>
      </w:r>
    </w:p>
    <w:p w:rsidR="006974AE" w:rsidRDefault="006974AE" w:rsidP="006974AE">
      <w:r>
        <w:t>475.2609</w:t>
      </w:r>
      <w:r>
        <w:tab/>
        <w:t>3.001e0</w:t>
      </w:r>
    </w:p>
    <w:p w:rsidR="006974AE" w:rsidRDefault="006974AE" w:rsidP="006974AE">
      <w:r>
        <w:t>475.2968</w:t>
      </w:r>
      <w:r>
        <w:tab/>
        <w:t>1.013e0</w:t>
      </w:r>
    </w:p>
    <w:p w:rsidR="006974AE" w:rsidRDefault="006974AE" w:rsidP="006974AE">
      <w:r>
        <w:t>475.3413</w:t>
      </w:r>
      <w:r>
        <w:tab/>
        <w:t>2.025e0</w:t>
      </w:r>
    </w:p>
    <w:p w:rsidR="006974AE" w:rsidRDefault="006974AE" w:rsidP="006974AE">
      <w:r>
        <w:t>475.3493</w:t>
      </w:r>
      <w:r>
        <w:tab/>
        <w:t>1.013e0</w:t>
      </w:r>
    </w:p>
    <w:p w:rsidR="006974AE" w:rsidRDefault="006974AE" w:rsidP="006974AE">
      <w:r>
        <w:t>475.3550</w:t>
      </w:r>
      <w:r>
        <w:tab/>
        <w:t>3.038e0</w:t>
      </w:r>
    </w:p>
    <w:p w:rsidR="006974AE" w:rsidRDefault="006974AE" w:rsidP="006974AE">
      <w:r>
        <w:t>475.3876</w:t>
      </w:r>
      <w:r>
        <w:tab/>
        <w:t>2.025e0</w:t>
      </w:r>
    </w:p>
    <w:p w:rsidR="006974AE" w:rsidRDefault="006974AE" w:rsidP="006974AE">
      <w:r>
        <w:t>475.4164</w:t>
      </w:r>
      <w:r>
        <w:tab/>
        <w:t>1.013e0</w:t>
      </w:r>
    </w:p>
    <w:p w:rsidR="006974AE" w:rsidRDefault="006974AE" w:rsidP="006974AE">
      <w:r>
        <w:t>475.4530</w:t>
      </w:r>
      <w:r>
        <w:tab/>
        <w:t>1.013e0</w:t>
      </w:r>
    </w:p>
    <w:p w:rsidR="006974AE" w:rsidRDefault="006974AE" w:rsidP="006974AE">
      <w:r>
        <w:t>475.4708</w:t>
      </w:r>
      <w:r>
        <w:tab/>
        <w:t>2.025e0</w:t>
      </w:r>
    </w:p>
    <w:p w:rsidR="006974AE" w:rsidRDefault="006974AE" w:rsidP="006974AE">
      <w:r>
        <w:t>475.4818</w:t>
      </w:r>
      <w:r>
        <w:tab/>
        <w:t>1.013e0</w:t>
      </w:r>
    </w:p>
    <w:p w:rsidR="006974AE" w:rsidRDefault="006974AE" w:rsidP="006974AE">
      <w:r>
        <w:lastRenderedPageBreak/>
        <w:t>475.4894</w:t>
      </w:r>
      <w:r>
        <w:tab/>
        <w:t>1.013e0</w:t>
      </w:r>
    </w:p>
    <w:p w:rsidR="006974AE" w:rsidRDefault="006974AE" w:rsidP="006974AE">
      <w:r>
        <w:t>475.5110</w:t>
      </w:r>
      <w:r>
        <w:tab/>
        <w:t>1.013e0</w:t>
      </w:r>
    </w:p>
    <w:p w:rsidR="006974AE" w:rsidRDefault="006974AE" w:rsidP="006974AE">
      <w:r>
        <w:t>475.5284</w:t>
      </w:r>
      <w:r>
        <w:tab/>
        <w:t>1.013e0</w:t>
      </w:r>
    </w:p>
    <w:p w:rsidR="006974AE" w:rsidRDefault="006974AE" w:rsidP="006974AE">
      <w:r>
        <w:t>475.5504</w:t>
      </w:r>
      <w:r>
        <w:tab/>
        <w:t>2.025e0</w:t>
      </w:r>
    </w:p>
    <w:p w:rsidR="006974AE" w:rsidRDefault="006974AE" w:rsidP="006974AE">
      <w:r>
        <w:t>475.5897</w:t>
      </w:r>
      <w:r>
        <w:tab/>
        <w:t>4.051e0</w:t>
      </w:r>
    </w:p>
    <w:p w:rsidR="006974AE" w:rsidRDefault="006974AE" w:rsidP="006974AE">
      <w:r>
        <w:t>475.6198</w:t>
      </w:r>
      <w:r>
        <w:tab/>
        <w:t>2.025e0</w:t>
      </w:r>
    </w:p>
    <w:p w:rsidR="006974AE" w:rsidRDefault="006974AE" w:rsidP="006974AE">
      <w:r>
        <w:t>475.6355</w:t>
      </w:r>
      <w:r>
        <w:tab/>
        <w:t>2.025e0</w:t>
      </w:r>
    </w:p>
    <w:p w:rsidR="006974AE" w:rsidRDefault="006974AE" w:rsidP="006974AE">
      <w:r>
        <w:t>475.6724</w:t>
      </w:r>
      <w:r>
        <w:tab/>
        <w:t>1.013e0</w:t>
      </w:r>
    </w:p>
    <w:p w:rsidR="006974AE" w:rsidRDefault="006974AE" w:rsidP="006974AE">
      <w:r>
        <w:t>475.6847</w:t>
      </w:r>
      <w:r>
        <w:tab/>
        <w:t>1.013e0</w:t>
      </w:r>
    </w:p>
    <w:p w:rsidR="006974AE" w:rsidRDefault="006974AE" w:rsidP="006974AE">
      <w:r>
        <w:t>475.7073</w:t>
      </w:r>
      <w:r>
        <w:tab/>
        <w:t>3.038e0</w:t>
      </w:r>
    </w:p>
    <w:p w:rsidR="006974AE" w:rsidRDefault="006974AE" w:rsidP="006974AE">
      <w:r>
        <w:t>475.7238</w:t>
      </w:r>
      <w:r>
        <w:tab/>
        <w:t>1.013e0</w:t>
      </w:r>
    </w:p>
    <w:p w:rsidR="006974AE" w:rsidRDefault="006974AE" w:rsidP="006974AE">
      <w:r>
        <w:t>475.7622</w:t>
      </w:r>
      <w:r>
        <w:tab/>
        <w:t>3.038e0</w:t>
      </w:r>
    </w:p>
    <w:p w:rsidR="006974AE" w:rsidRDefault="006974AE" w:rsidP="006974AE">
      <w:r>
        <w:t>475.7642</w:t>
      </w:r>
      <w:r>
        <w:tab/>
        <w:t>1.013e0</w:t>
      </w:r>
    </w:p>
    <w:p w:rsidR="006974AE" w:rsidRDefault="006974AE" w:rsidP="006974AE">
      <w:r>
        <w:t>475.7827</w:t>
      </w:r>
      <w:r>
        <w:tab/>
        <w:t>3.038e0</w:t>
      </w:r>
    </w:p>
    <w:p w:rsidR="006974AE" w:rsidRDefault="006974AE" w:rsidP="006974AE">
      <w:r>
        <w:t>475.7967</w:t>
      </w:r>
      <w:r>
        <w:tab/>
        <w:t>1.013e0</w:t>
      </w:r>
    </w:p>
    <w:p w:rsidR="006974AE" w:rsidRDefault="006974AE" w:rsidP="006974AE">
      <w:r>
        <w:t>475.7994</w:t>
      </w:r>
      <w:r>
        <w:tab/>
        <w:t>3.038e0</w:t>
      </w:r>
    </w:p>
    <w:p w:rsidR="006974AE" w:rsidRDefault="006974AE" w:rsidP="006974AE">
      <w:r>
        <w:t>475.8305</w:t>
      </w:r>
      <w:r>
        <w:tab/>
        <w:t>2.025e0</w:t>
      </w:r>
    </w:p>
    <w:p w:rsidR="006974AE" w:rsidRDefault="006974AE" w:rsidP="006974AE">
      <w:r>
        <w:t>475.8519</w:t>
      </w:r>
      <w:r>
        <w:tab/>
        <w:t>2.971e0</w:t>
      </w:r>
    </w:p>
    <w:p w:rsidR="006974AE" w:rsidRDefault="006974AE" w:rsidP="006974AE">
      <w:r>
        <w:t>475.8542</w:t>
      </w:r>
      <w:r>
        <w:tab/>
        <w:t>3.038e0</w:t>
      </w:r>
    </w:p>
    <w:p w:rsidR="006974AE" w:rsidRDefault="006974AE" w:rsidP="006974AE">
      <w:r>
        <w:lastRenderedPageBreak/>
        <w:t>475.8579</w:t>
      </w:r>
      <w:r>
        <w:tab/>
        <w:t>1.013e0</w:t>
      </w:r>
    </w:p>
    <w:p w:rsidR="006974AE" w:rsidRDefault="006974AE" w:rsidP="006974AE">
      <w:r>
        <w:t>475.9127</w:t>
      </w:r>
      <w:r>
        <w:tab/>
        <w:t>1.013e0</w:t>
      </w:r>
    </w:p>
    <w:p w:rsidR="006974AE" w:rsidRDefault="006974AE" w:rsidP="006974AE">
      <w:r>
        <w:t>475.9211</w:t>
      </w:r>
      <w:r>
        <w:tab/>
        <w:t>2.025e0</w:t>
      </w:r>
    </w:p>
    <w:p w:rsidR="006974AE" w:rsidRDefault="006974AE" w:rsidP="006974AE">
      <w:r>
        <w:t>475.9521</w:t>
      </w:r>
      <w:r>
        <w:tab/>
        <w:t>1.013e0</w:t>
      </w:r>
    </w:p>
    <w:p w:rsidR="006974AE" w:rsidRDefault="006974AE" w:rsidP="006974AE">
      <w:r>
        <w:t>475.9761</w:t>
      </w:r>
      <w:r>
        <w:tab/>
        <w:t>1.974e0</w:t>
      </w:r>
    </w:p>
    <w:p w:rsidR="006974AE" w:rsidRDefault="006974AE" w:rsidP="006974AE">
      <w:r>
        <w:t>475.9963</w:t>
      </w:r>
      <w:r>
        <w:tab/>
        <w:t>1.013e0</w:t>
      </w:r>
    </w:p>
    <w:p w:rsidR="006974AE" w:rsidRDefault="006974AE" w:rsidP="006974AE">
      <w:r>
        <w:t>476.0460</w:t>
      </w:r>
      <w:r>
        <w:tab/>
        <w:t>1.013e0</w:t>
      </w:r>
    </w:p>
    <w:p w:rsidR="006974AE" w:rsidRDefault="006974AE" w:rsidP="006974AE">
      <w:r>
        <w:t>476.0498</w:t>
      </w:r>
      <w:r>
        <w:tab/>
        <w:t>1.013e0</w:t>
      </w:r>
    </w:p>
    <w:p w:rsidR="006974AE" w:rsidRDefault="006974AE" w:rsidP="006974AE">
      <w:r>
        <w:t>476.0557</w:t>
      </w:r>
      <w:r>
        <w:tab/>
        <w:t>2.025e0</w:t>
      </w:r>
    </w:p>
    <w:p w:rsidR="006974AE" w:rsidRDefault="006974AE" w:rsidP="006974AE">
      <w:r>
        <w:t>476.0626</w:t>
      </w:r>
      <w:r>
        <w:tab/>
        <w:t>2.025e0</w:t>
      </w:r>
    </w:p>
    <w:p w:rsidR="006974AE" w:rsidRDefault="006974AE" w:rsidP="006974AE">
      <w:r>
        <w:t>476.0902</w:t>
      </w:r>
      <w:r>
        <w:tab/>
        <w:t>1.013e0</w:t>
      </w:r>
    </w:p>
    <w:p w:rsidR="006974AE" w:rsidRDefault="006974AE" w:rsidP="006974AE">
      <w:r>
        <w:t>476.1124</w:t>
      </w:r>
      <w:r>
        <w:tab/>
        <w:t>1.013e0</w:t>
      </w:r>
    </w:p>
    <w:p w:rsidR="006974AE" w:rsidRDefault="006974AE" w:rsidP="006974AE">
      <w:r>
        <w:t>476.2028</w:t>
      </w:r>
      <w:r>
        <w:tab/>
        <w:t>1.013e0</w:t>
      </w:r>
    </w:p>
    <w:p w:rsidR="006974AE" w:rsidRDefault="006974AE" w:rsidP="006974AE">
      <w:r>
        <w:t>476.2207</w:t>
      </w:r>
      <w:r>
        <w:tab/>
        <w:t>1.535e0</w:t>
      </w:r>
    </w:p>
    <w:p w:rsidR="006974AE" w:rsidRDefault="006974AE" w:rsidP="006974AE">
      <w:r>
        <w:t>476.2238</w:t>
      </w:r>
      <w:r>
        <w:tab/>
        <w:t>2.615e0</w:t>
      </w:r>
    </w:p>
    <w:p w:rsidR="006974AE" w:rsidRDefault="006974AE" w:rsidP="006974AE">
      <w:r>
        <w:t>476.2321</w:t>
      </w:r>
      <w:r>
        <w:tab/>
        <w:t>1.872e0</w:t>
      </w:r>
    </w:p>
    <w:p w:rsidR="006974AE" w:rsidRDefault="006974AE" w:rsidP="006974AE">
      <w:r>
        <w:t>476.2888</w:t>
      </w:r>
      <w:r>
        <w:tab/>
        <w:t>4.051e0</w:t>
      </w:r>
    </w:p>
    <w:p w:rsidR="006974AE" w:rsidRDefault="006974AE" w:rsidP="006974AE">
      <w:r>
        <w:t>476.2924</w:t>
      </w:r>
      <w:r>
        <w:tab/>
        <w:t>3.038e0</w:t>
      </w:r>
    </w:p>
    <w:p w:rsidR="006974AE" w:rsidRDefault="006974AE" w:rsidP="006974AE">
      <w:r>
        <w:t>476.3019</w:t>
      </w:r>
      <w:r>
        <w:tab/>
        <w:t>2.025e0</w:t>
      </w:r>
    </w:p>
    <w:p w:rsidR="006974AE" w:rsidRDefault="006974AE" w:rsidP="006974AE">
      <w:r>
        <w:lastRenderedPageBreak/>
        <w:t>476.3066</w:t>
      </w:r>
      <w:r>
        <w:tab/>
        <w:t>4.051e0</w:t>
      </w:r>
    </w:p>
    <w:p w:rsidR="006974AE" w:rsidRDefault="006974AE" w:rsidP="006974AE">
      <w:r>
        <w:t>476.3088</w:t>
      </w:r>
      <w:r>
        <w:tab/>
        <w:t>1.818e0</w:t>
      </w:r>
    </w:p>
    <w:p w:rsidR="006974AE" w:rsidRDefault="006974AE" w:rsidP="006974AE">
      <w:r>
        <w:t>476.3335</w:t>
      </w:r>
      <w:r>
        <w:tab/>
        <w:t>4.051e0</w:t>
      </w:r>
    </w:p>
    <w:p w:rsidR="006974AE" w:rsidRDefault="006974AE" w:rsidP="006974AE">
      <w:r>
        <w:t>476.3690</w:t>
      </w:r>
      <w:r>
        <w:tab/>
        <w:t>3.038e0</w:t>
      </w:r>
    </w:p>
    <w:p w:rsidR="006974AE" w:rsidRDefault="006974AE" w:rsidP="006974AE">
      <w:r>
        <w:t>476.3792</w:t>
      </w:r>
      <w:r>
        <w:tab/>
        <w:t>1.013e0</w:t>
      </w:r>
    </w:p>
    <w:p w:rsidR="006974AE" w:rsidRDefault="006974AE" w:rsidP="006974AE">
      <w:r>
        <w:t>476.3827</w:t>
      </w:r>
      <w:r>
        <w:tab/>
        <w:t>1.716e0</w:t>
      </w:r>
    </w:p>
    <w:p w:rsidR="006974AE" w:rsidRDefault="006974AE" w:rsidP="006974AE">
      <w:r>
        <w:t>476.3868</w:t>
      </w:r>
      <w:r>
        <w:tab/>
        <w:t>3.038e0</w:t>
      </w:r>
    </w:p>
    <w:p w:rsidR="006974AE" w:rsidRDefault="006974AE" w:rsidP="006974AE">
      <w:r>
        <w:t>476.4102</w:t>
      </w:r>
      <w:r>
        <w:tab/>
        <w:t>2.025e0</w:t>
      </w:r>
    </w:p>
    <w:p w:rsidR="006974AE" w:rsidRDefault="006974AE" w:rsidP="006974AE">
      <w:r>
        <w:t>476.4188</w:t>
      </w:r>
      <w:r>
        <w:tab/>
        <w:t>1.013e0</w:t>
      </w:r>
    </w:p>
    <w:p w:rsidR="006974AE" w:rsidRDefault="006974AE" w:rsidP="006974AE">
      <w:r>
        <w:t>476.4553</w:t>
      </w:r>
      <w:r>
        <w:tab/>
        <w:t>2.025e0</w:t>
      </w:r>
    </w:p>
    <w:p w:rsidR="006974AE" w:rsidRDefault="006974AE" w:rsidP="006974AE">
      <w:r>
        <w:t>476.4571</w:t>
      </w:r>
      <w:r>
        <w:tab/>
        <w:t>2.025e0</w:t>
      </w:r>
    </w:p>
    <w:p w:rsidR="006974AE" w:rsidRDefault="006974AE" w:rsidP="006974AE">
      <w:r>
        <w:t>476.4734</w:t>
      </w:r>
      <w:r>
        <w:tab/>
        <w:t>1.013e0</w:t>
      </w:r>
    </w:p>
    <w:p w:rsidR="006974AE" w:rsidRDefault="006974AE" w:rsidP="006974AE">
      <w:r>
        <w:t>476.4917</w:t>
      </w:r>
      <w:r>
        <w:tab/>
        <w:t>1.013e0</w:t>
      </w:r>
    </w:p>
    <w:p w:rsidR="006974AE" w:rsidRDefault="006974AE" w:rsidP="006974AE">
      <w:r>
        <w:t>476.5314</w:t>
      </w:r>
      <w:r>
        <w:tab/>
        <w:t>1.013e0</w:t>
      </w:r>
    </w:p>
    <w:p w:rsidR="006974AE" w:rsidRDefault="006974AE" w:rsidP="006974AE">
      <w:r>
        <w:t>476.5502</w:t>
      </w:r>
      <w:r>
        <w:tab/>
        <w:t>1.013e0</w:t>
      </w:r>
    </w:p>
    <w:p w:rsidR="006974AE" w:rsidRDefault="006974AE" w:rsidP="006974AE">
      <w:r>
        <w:t>476.5893</w:t>
      </w:r>
      <w:r>
        <w:tab/>
        <w:t>1.013e0</w:t>
      </w:r>
    </w:p>
    <w:p w:rsidR="006974AE" w:rsidRDefault="006974AE" w:rsidP="006974AE">
      <w:r>
        <w:t>476.5937</w:t>
      </w:r>
      <w:r>
        <w:tab/>
        <w:t>1.013e0</w:t>
      </w:r>
    </w:p>
    <w:p w:rsidR="006974AE" w:rsidRDefault="006974AE" w:rsidP="006974AE">
      <w:r>
        <w:t>476.6081</w:t>
      </w:r>
      <w:r>
        <w:tab/>
        <w:t>1.013e0</w:t>
      </w:r>
    </w:p>
    <w:p w:rsidR="006974AE" w:rsidRDefault="006974AE" w:rsidP="006974AE">
      <w:r>
        <w:t>476.6291</w:t>
      </w:r>
      <w:r>
        <w:tab/>
        <w:t>1.013e0</w:t>
      </w:r>
    </w:p>
    <w:p w:rsidR="006974AE" w:rsidRDefault="006974AE" w:rsidP="006974AE">
      <w:r>
        <w:lastRenderedPageBreak/>
        <w:t>476.6478</w:t>
      </w:r>
      <w:r>
        <w:tab/>
        <w:t>1.013e0</w:t>
      </w:r>
    </w:p>
    <w:p w:rsidR="006974AE" w:rsidRDefault="006974AE" w:rsidP="006974AE">
      <w:r>
        <w:t>476.6764</w:t>
      </w:r>
      <w:r>
        <w:tab/>
        <w:t>2.025e0</w:t>
      </w:r>
    </w:p>
    <w:p w:rsidR="006974AE" w:rsidRDefault="006974AE" w:rsidP="006974AE">
      <w:r>
        <w:t>476.6933</w:t>
      </w:r>
      <w:r>
        <w:tab/>
        <w:t>1.013e0</w:t>
      </w:r>
    </w:p>
    <w:p w:rsidR="006974AE" w:rsidRDefault="006974AE" w:rsidP="006974AE">
      <w:r>
        <w:t>476.7093</w:t>
      </w:r>
      <w:r>
        <w:tab/>
        <w:t>1.013e0</w:t>
      </w:r>
    </w:p>
    <w:p w:rsidR="006974AE" w:rsidRDefault="006974AE" w:rsidP="006974AE">
      <w:r>
        <w:t>476.7923</w:t>
      </w:r>
      <w:r>
        <w:tab/>
        <w:t>1.013e0</w:t>
      </w:r>
    </w:p>
    <w:p w:rsidR="006974AE" w:rsidRDefault="006974AE" w:rsidP="006974AE">
      <w:r>
        <w:t>476.8256</w:t>
      </w:r>
      <w:r>
        <w:tab/>
        <w:t>1.013e0</w:t>
      </w:r>
    </w:p>
    <w:p w:rsidR="006974AE" w:rsidRDefault="006974AE" w:rsidP="006974AE">
      <w:r>
        <w:t>476.8511</w:t>
      </w:r>
      <w:r>
        <w:tab/>
        <w:t>1.013e0</w:t>
      </w:r>
    </w:p>
    <w:p w:rsidR="006974AE" w:rsidRDefault="006974AE" w:rsidP="006974AE">
      <w:r>
        <w:t>476.8754</w:t>
      </w:r>
      <w:r>
        <w:tab/>
        <w:t>1.013e0</w:t>
      </w:r>
    </w:p>
    <w:p w:rsidR="006974AE" w:rsidRDefault="006974AE" w:rsidP="006974AE">
      <w:r>
        <w:t>476.8977</w:t>
      </w:r>
      <w:r>
        <w:tab/>
        <w:t>1.013e0</w:t>
      </w:r>
    </w:p>
    <w:p w:rsidR="006974AE" w:rsidRDefault="006974AE" w:rsidP="006974AE">
      <w:r>
        <w:t>476.9052</w:t>
      </w:r>
      <w:r>
        <w:tab/>
        <w:t>3.038e0</w:t>
      </w:r>
    </w:p>
    <w:p w:rsidR="006974AE" w:rsidRDefault="006974AE" w:rsidP="006974AE">
      <w:r>
        <w:t>476.9259</w:t>
      </w:r>
      <w:r>
        <w:tab/>
        <w:t>3.038e0</w:t>
      </w:r>
    </w:p>
    <w:p w:rsidR="006974AE" w:rsidRDefault="006974AE" w:rsidP="006974AE">
      <w:r>
        <w:t>476.9376</w:t>
      </w:r>
      <w:r>
        <w:tab/>
        <w:t>1.013e0</w:t>
      </w:r>
    </w:p>
    <w:p w:rsidR="006974AE" w:rsidRDefault="006974AE" w:rsidP="006974AE">
      <w:r>
        <w:t>476.9550</w:t>
      </w:r>
      <w:r>
        <w:tab/>
        <w:t>4.027e0</w:t>
      </w:r>
    </w:p>
    <w:p w:rsidR="006974AE" w:rsidRDefault="006974AE" w:rsidP="006974AE">
      <w:r>
        <w:t>476.9668</w:t>
      </w:r>
      <w:r>
        <w:tab/>
        <w:t>2.025e0</w:t>
      </w:r>
    </w:p>
    <w:p w:rsidR="006974AE" w:rsidRDefault="006974AE" w:rsidP="006974AE">
      <w:r>
        <w:t>477.0019</w:t>
      </w:r>
      <w:r>
        <w:tab/>
        <w:t>1.737e0</w:t>
      </w:r>
    </w:p>
    <w:p w:rsidR="006974AE" w:rsidRDefault="006974AE" w:rsidP="006974AE">
      <w:r>
        <w:t>477.0130</w:t>
      </w:r>
      <w:r>
        <w:tab/>
        <w:t>2.025e0</w:t>
      </w:r>
    </w:p>
    <w:p w:rsidR="006974AE" w:rsidRDefault="006974AE" w:rsidP="006974AE">
      <w:r>
        <w:t>477.0355</w:t>
      </w:r>
      <w:r>
        <w:tab/>
        <w:t>1.911e0</w:t>
      </w:r>
    </w:p>
    <w:p w:rsidR="006974AE" w:rsidRDefault="006974AE" w:rsidP="006974AE">
      <w:r>
        <w:t>477.0418</w:t>
      </w:r>
      <w:r>
        <w:tab/>
        <w:t>2.025e0</w:t>
      </w:r>
    </w:p>
    <w:p w:rsidR="006974AE" w:rsidRDefault="006974AE" w:rsidP="006974AE">
      <w:r>
        <w:t>477.0710</w:t>
      </w:r>
      <w:r>
        <w:tab/>
        <w:t>1.013e0</w:t>
      </w:r>
    </w:p>
    <w:p w:rsidR="006974AE" w:rsidRDefault="006974AE" w:rsidP="006974AE">
      <w:r>
        <w:lastRenderedPageBreak/>
        <w:t>477.0948</w:t>
      </w:r>
      <w:r>
        <w:tab/>
        <w:t>2.025e0</w:t>
      </w:r>
    </w:p>
    <w:p w:rsidR="006974AE" w:rsidRDefault="006974AE" w:rsidP="006974AE">
      <w:r>
        <w:t>477.1076</w:t>
      </w:r>
      <w:r>
        <w:tab/>
        <w:t>1.013e0</w:t>
      </w:r>
    </w:p>
    <w:p w:rsidR="006974AE" w:rsidRDefault="006974AE" w:rsidP="006974AE">
      <w:r>
        <w:t>477.1295</w:t>
      </w:r>
      <w:r>
        <w:tab/>
        <w:t>1.013e0</w:t>
      </w:r>
    </w:p>
    <w:p w:rsidR="006974AE" w:rsidRDefault="006974AE" w:rsidP="006974AE">
      <w:r>
        <w:t>477.1876</w:t>
      </w:r>
      <w:r>
        <w:tab/>
        <w:t>3.536e0</w:t>
      </w:r>
    </w:p>
    <w:p w:rsidR="006974AE" w:rsidRDefault="006974AE" w:rsidP="006974AE">
      <w:r>
        <w:t>477.2327</w:t>
      </w:r>
      <w:r>
        <w:tab/>
        <w:t>1.013e0</w:t>
      </w:r>
    </w:p>
    <w:p w:rsidR="006974AE" w:rsidRDefault="006974AE" w:rsidP="006974AE">
      <w:r>
        <w:t>477.2434</w:t>
      </w:r>
      <w:r>
        <w:tab/>
        <w:t>1.964e0</w:t>
      </w:r>
    </w:p>
    <w:p w:rsidR="006974AE" w:rsidRDefault="006974AE" w:rsidP="006974AE">
      <w:r>
        <w:t>477.2550</w:t>
      </w:r>
      <w:r>
        <w:tab/>
        <w:t>2.756e0</w:t>
      </w:r>
    </w:p>
    <w:p w:rsidR="006974AE" w:rsidRDefault="006974AE" w:rsidP="006974AE">
      <w:r>
        <w:t>477.2813</w:t>
      </w:r>
      <w:r>
        <w:tab/>
        <w:t>1.013e0</w:t>
      </w:r>
    </w:p>
    <w:p w:rsidR="006974AE" w:rsidRDefault="006974AE" w:rsidP="006974AE">
      <w:r>
        <w:t>477.2825</w:t>
      </w:r>
      <w:r>
        <w:tab/>
        <w:t>1.519e0</w:t>
      </w:r>
    </w:p>
    <w:p w:rsidR="006974AE" w:rsidRDefault="006974AE" w:rsidP="006974AE">
      <w:r>
        <w:t>477.2909</w:t>
      </w:r>
      <w:r>
        <w:tab/>
        <w:t>1.013e0</w:t>
      </w:r>
    </w:p>
    <w:p w:rsidR="006974AE" w:rsidRDefault="006974AE" w:rsidP="006974AE">
      <w:r>
        <w:t>477.3072</w:t>
      </w:r>
      <w:r>
        <w:tab/>
        <w:t>4.243e0</w:t>
      </w:r>
    </w:p>
    <w:p w:rsidR="006974AE" w:rsidRDefault="006974AE" w:rsidP="006974AE">
      <w:r>
        <w:t>477.3253</w:t>
      </w:r>
      <w:r>
        <w:tab/>
        <w:t>3.038e0</w:t>
      </w:r>
    </w:p>
    <w:p w:rsidR="006974AE" w:rsidRDefault="006974AE" w:rsidP="006974AE">
      <w:r>
        <w:t>477.3424</w:t>
      </w:r>
      <w:r>
        <w:tab/>
        <w:t>1.013e0</w:t>
      </w:r>
    </w:p>
    <w:p w:rsidR="006974AE" w:rsidRDefault="006974AE" w:rsidP="006974AE">
      <w:r>
        <w:t>477.3555</w:t>
      </w:r>
      <w:r>
        <w:tab/>
        <w:t>2.025e0</w:t>
      </w:r>
    </w:p>
    <w:p w:rsidR="006974AE" w:rsidRDefault="006974AE" w:rsidP="006974AE">
      <w:r>
        <w:t>477.3574</w:t>
      </w:r>
      <w:r>
        <w:tab/>
        <w:t>1.013e0</w:t>
      </w:r>
    </w:p>
    <w:p w:rsidR="006974AE" w:rsidRDefault="006974AE" w:rsidP="006974AE">
      <w:r>
        <w:t>477.4120</w:t>
      </w:r>
      <w:r>
        <w:tab/>
        <w:t>2.025e0</w:t>
      </w:r>
    </w:p>
    <w:p w:rsidR="006974AE" w:rsidRDefault="006974AE" w:rsidP="006974AE">
      <w:r>
        <w:t>477.4156</w:t>
      </w:r>
      <w:r>
        <w:tab/>
        <w:t>1.013e0</w:t>
      </w:r>
    </w:p>
    <w:p w:rsidR="006974AE" w:rsidRDefault="006974AE" w:rsidP="006974AE">
      <w:r>
        <w:t>477.4166</w:t>
      </w:r>
      <w:r>
        <w:tab/>
        <w:t>1.578e0</w:t>
      </w:r>
    </w:p>
    <w:p w:rsidR="006974AE" w:rsidRDefault="006974AE" w:rsidP="006974AE">
      <w:r>
        <w:t>477.4411</w:t>
      </w:r>
      <w:r>
        <w:tab/>
        <w:t>1.013e0</w:t>
      </w:r>
    </w:p>
    <w:p w:rsidR="006974AE" w:rsidRDefault="006974AE" w:rsidP="006974AE">
      <w:r>
        <w:lastRenderedPageBreak/>
        <w:t>477.4674</w:t>
      </w:r>
      <w:r>
        <w:tab/>
        <w:t>2.025e0</w:t>
      </w:r>
    </w:p>
    <w:p w:rsidR="006974AE" w:rsidRDefault="006974AE" w:rsidP="006974AE">
      <w:r>
        <w:t>477.4763</w:t>
      </w:r>
      <w:r>
        <w:tab/>
        <w:t>2.025e0</w:t>
      </w:r>
    </w:p>
    <w:p w:rsidR="006974AE" w:rsidRDefault="006974AE" w:rsidP="006974AE">
      <w:r>
        <w:t>477.4918</w:t>
      </w:r>
      <w:r>
        <w:tab/>
        <w:t>2.025e0</w:t>
      </w:r>
    </w:p>
    <w:p w:rsidR="006974AE" w:rsidRDefault="006974AE" w:rsidP="006974AE">
      <w:r>
        <w:t>477.4987</w:t>
      </w:r>
      <w:r>
        <w:tab/>
        <w:t>1.013e0</w:t>
      </w:r>
    </w:p>
    <w:p w:rsidR="006974AE" w:rsidRDefault="006974AE" w:rsidP="006974AE">
      <w:r>
        <w:t>477.5198</w:t>
      </w:r>
      <w:r>
        <w:tab/>
        <w:t>2.025e0</w:t>
      </w:r>
    </w:p>
    <w:p w:rsidR="006974AE" w:rsidRDefault="006974AE" w:rsidP="006974AE">
      <w:r>
        <w:t>477.5311</w:t>
      </w:r>
      <w:r>
        <w:tab/>
        <w:t>4.051e0</w:t>
      </w:r>
    </w:p>
    <w:p w:rsidR="006974AE" w:rsidRDefault="006974AE" w:rsidP="006974AE">
      <w:r>
        <w:t>477.5467</w:t>
      </w:r>
      <w:r>
        <w:tab/>
        <w:t>2.025e0</w:t>
      </w:r>
    </w:p>
    <w:p w:rsidR="006974AE" w:rsidRDefault="006974AE" w:rsidP="006974AE">
      <w:r>
        <w:t>477.5740</w:t>
      </w:r>
      <w:r>
        <w:tab/>
        <w:t>1.013e0</w:t>
      </w:r>
    </w:p>
    <w:p w:rsidR="006974AE" w:rsidRDefault="006974AE" w:rsidP="006974AE">
      <w:r>
        <w:t>477.5898</w:t>
      </w:r>
      <w:r>
        <w:tab/>
        <w:t>1.013e0</w:t>
      </w:r>
    </w:p>
    <w:p w:rsidR="006974AE" w:rsidRDefault="006974AE" w:rsidP="006974AE">
      <w:r>
        <w:t>477.5921</w:t>
      </w:r>
      <w:r>
        <w:tab/>
        <w:t>2.886e0</w:t>
      </w:r>
    </w:p>
    <w:p w:rsidR="006974AE" w:rsidRDefault="006974AE" w:rsidP="006974AE">
      <w:r>
        <w:t>477.6107</w:t>
      </w:r>
      <w:r>
        <w:tab/>
        <w:t>1.013e0</w:t>
      </w:r>
    </w:p>
    <w:p w:rsidR="006974AE" w:rsidRDefault="006974AE" w:rsidP="006974AE">
      <w:r>
        <w:t>477.6152</w:t>
      </w:r>
      <w:r>
        <w:tab/>
        <w:t>1.013e0</w:t>
      </w:r>
    </w:p>
    <w:p w:rsidR="006974AE" w:rsidRDefault="006974AE" w:rsidP="006974AE">
      <w:r>
        <w:t>477.6404</w:t>
      </w:r>
      <w:r>
        <w:tab/>
        <w:t>2.025e0</w:t>
      </w:r>
    </w:p>
    <w:p w:rsidR="006974AE" w:rsidRDefault="006974AE" w:rsidP="006974AE">
      <w:r>
        <w:t>477.6689</w:t>
      </w:r>
      <w:r>
        <w:tab/>
        <w:t>2.025e0</w:t>
      </w:r>
    </w:p>
    <w:p w:rsidR="006974AE" w:rsidRDefault="006974AE" w:rsidP="006974AE">
      <w:r>
        <w:t>477.6817</w:t>
      </w:r>
      <w:r>
        <w:tab/>
        <w:t>1.013e0</w:t>
      </w:r>
    </w:p>
    <w:p w:rsidR="006974AE" w:rsidRDefault="006974AE" w:rsidP="006974AE">
      <w:r>
        <w:t>477.6867</w:t>
      </w:r>
      <w:r>
        <w:tab/>
        <w:t>1.013e0</w:t>
      </w:r>
    </w:p>
    <w:p w:rsidR="006974AE" w:rsidRDefault="006974AE" w:rsidP="006974AE">
      <w:r>
        <w:t>477.6989</w:t>
      </w:r>
      <w:r>
        <w:tab/>
        <w:t>1.013e0</w:t>
      </w:r>
    </w:p>
    <w:p w:rsidR="006974AE" w:rsidRDefault="006974AE" w:rsidP="006974AE">
      <w:r>
        <w:t>477.7112</w:t>
      </w:r>
      <w:r>
        <w:tab/>
        <w:t>3.931e0</w:t>
      </w:r>
    </w:p>
    <w:p w:rsidR="006974AE" w:rsidRDefault="006974AE" w:rsidP="006974AE">
      <w:r>
        <w:t>477.7572</w:t>
      </w:r>
      <w:r>
        <w:tab/>
        <w:t>1.013e0</w:t>
      </w:r>
    </w:p>
    <w:p w:rsidR="006974AE" w:rsidRDefault="006974AE" w:rsidP="006974AE">
      <w:r>
        <w:lastRenderedPageBreak/>
        <w:t>477.7918</w:t>
      </w:r>
      <w:r>
        <w:tab/>
        <w:t>2.733e0</w:t>
      </w:r>
    </w:p>
    <w:p w:rsidR="006974AE" w:rsidRDefault="006974AE" w:rsidP="006974AE">
      <w:r>
        <w:t>477.8026</w:t>
      </w:r>
      <w:r>
        <w:tab/>
        <w:t>1.013e0</w:t>
      </w:r>
    </w:p>
    <w:p w:rsidR="006974AE" w:rsidRDefault="006974AE" w:rsidP="006974AE">
      <w:r>
        <w:t>477.8214</w:t>
      </w:r>
      <w:r>
        <w:tab/>
        <w:t>1.013e0</w:t>
      </w:r>
    </w:p>
    <w:p w:rsidR="006974AE" w:rsidRDefault="006974AE" w:rsidP="006974AE">
      <w:r>
        <w:t>477.8315</w:t>
      </w:r>
      <w:r>
        <w:tab/>
        <w:t>1.013e0</w:t>
      </w:r>
    </w:p>
    <w:p w:rsidR="006974AE" w:rsidRDefault="006974AE" w:rsidP="006974AE">
      <w:r>
        <w:t>477.8398</w:t>
      </w:r>
      <w:r>
        <w:tab/>
        <w:t>1.013e0</w:t>
      </w:r>
    </w:p>
    <w:p w:rsidR="006974AE" w:rsidRDefault="006974AE" w:rsidP="006974AE">
      <w:r>
        <w:t>477.8500</w:t>
      </w:r>
      <w:r>
        <w:tab/>
        <w:t>3.038e0</w:t>
      </w:r>
    </w:p>
    <w:p w:rsidR="006974AE" w:rsidRDefault="006974AE" w:rsidP="006974AE">
      <w:r>
        <w:t>477.8575</w:t>
      </w:r>
      <w:r>
        <w:tab/>
        <w:t>1.720e0</w:t>
      </w:r>
    </w:p>
    <w:p w:rsidR="006974AE" w:rsidRDefault="006974AE" w:rsidP="006974AE">
      <w:r>
        <w:t>477.8652</w:t>
      </w:r>
      <w:r>
        <w:tab/>
        <w:t>6.076e0</w:t>
      </w:r>
    </w:p>
    <w:p w:rsidR="006974AE" w:rsidRDefault="006974AE" w:rsidP="006974AE">
      <w:r>
        <w:t>477.8819</w:t>
      </w:r>
      <w:r>
        <w:tab/>
        <w:t>1.013e0</w:t>
      </w:r>
    </w:p>
    <w:p w:rsidR="006974AE" w:rsidRDefault="006974AE" w:rsidP="006974AE">
      <w:r>
        <w:t>477.8873</w:t>
      </w:r>
      <w:r>
        <w:tab/>
        <w:t>2.025e0</w:t>
      </w:r>
    </w:p>
    <w:p w:rsidR="006974AE" w:rsidRDefault="006974AE" w:rsidP="006974AE">
      <w:r>
        <w:t>477.8897</w:t>
      </w:r>
      <w:r>
        <w:tab/>
        <w:t>1.013e0</w:t>
      </w:r>
    </w:p>
    <w:p w:rsidR="006974AE" w:rsidRDefault="006974AE" w:rsidP="006974AE">
      <w:r>
        <w:t>477.8932</w:t>
      </w:r>
      <w:r>
        <w:tab/>
        <w:t>2.025e0</w:t>
      </w:r>
    </w:p>
    <w:p w:rsidR="006974AE" w:rsidRDefault="006974AE" w:rsidP="006974AE">
      <w:r>
        <w:t>477.8971</w:t>
      </w:r>
      <w:r>
        <w:tab/>
        <w:t>1.013e0</w:t>
      </w:r>
    </w:p>
    <w:p w:rsidR="006974AE" w:rsidRDefault="006974AE" w:rsidP="006974AE">
      <w:r>
        <w:t>477.9214</w:t>
      </w:r>
      <w:r>
        <w:tab/>
        <w:t>7.089e0</w:t>
      </w:r>
    </w:p>
    <w:p w:rsidR="006974AE" w:rsidRDefault="006974AE" w:rsidP="006974AE">
      <w:r>
        <w:t>477.9380</w:t>
      </w:r>
      <w:r>
        <w:tab/>
        <w:t>2.025e0</w:t>
      </w:r>
    </w:p>
    <w:p w:rsidR="006974AE" w:rsidRDefault="006974AE" w:rsidP="006974AE">
      <w:r>
        <w:t>477.9398</w:t>
      </w:r>
      <w:r>
        <w:tab/>
        <w:t>1.013e0</w:t>
      </w:r>
    </w:p>
    <w:p w:rsidR="006974AE" w:rsidRDefault="006974AE" w:rsidP="006974AE">
      <w:r>
        <w:t>477.9480</w:t>
      </w:r>
      <w:r>
        <w:tab/>
        <w:t>1.013e0</w:t>
      </w:r>
    </w:p>
    <w:p w:rsidR="006974AE" w:rsidRDefault="006974AE" w:rsidP="006974AE">
      <w:r>
        <w:t>477.9663</w:t>
      </w:r>
      <w:r>
        <w:tab/>
        <w:t>2.025e0</w:t>
      </w:r>
    </w:p>
    <w:p w:rsidR="006974AE" w:rsidRDefault="006974AE" w:rsidP="006974AE">
      <w:r>
        <w:t>477.9678</w:t>
      </w:r>
      <w:r>
        <w:tab/>
        <w:t>4.027e0</w:t>
      </w:r>
    </w:p>
    <w:p w:rsidR="006974AE" w:rsidRDefault="006974AE" w:rsidP="006974AE">
      <w:r>
        <w:lastRenderedPageBreak/>
        <w:t>477.9980</w:t>
      </w:r>
      <w:r>
        <w:tab/>
        <w:t>2.025e0</w:t>
      </w:r>
    </w:p>
    <w:p w:rsidR="006974AE" w:rsidRDefault="006974AE" w:rsidP="006974AE">
      <w:r>
        <w:t>478.0063</w:t>
      </w:r>
      <w:r>
        <w:tab/>
        <w:t>1.013e0</w:t>
      </w:r>
    </w:p>
    <w:p w:rsidR="006974AE" w:rsidRDefault="006974AE" w:rsidP="006974AE">
      <w:r>
        <w:t>478.0555</w:t>
      </w:r>
      <w:r>
        <w:tab/>
        <w:t>1.777e0</w:t>
      </w:r>
    </w:p>
    <w:p w:rsidR="006974AE" w:rsidRDefault="006974AE" w:rsidP="006974AE">
      <w:r>
        <w:t>478.0708</w:t>
      </w:r>
      <w:r>
        <w:tab/>
        <w:t>1.013e0</w:t>
      </w:r>
    </w:p>
    <w:p w:rsidR="006974AE" w:rsidRDefault="006974AE" w:rsidP="006974AE">
      <w:r>
        <w:t>478.0744</w:t>
      </w:r>
      <w:r>
        <w:tab/>
        <w:t>2.025e0</w:t>
      </w:r>
    </w:p>
    <w:p w:rsidR="006974AE" w:rsidRDefault="006974AE" w:rsidP="006974AE">
      <w:r>
        <w:t>478.0769</w:t>
      </w:r>
      <w:r>
        <w:tab/>
        <w:t>2.025e0</w:t>
      </w:r>
    </w:p>
    <w:p w:rsidR="006974AE" w:rsidRDefault="006974AE" w:rsidP="006974AE">
      <w:r>
        <w:t>478.1734</w:t>
      </w:r>
      <w:r>
        <w:tab/>
        <w:t>1.013e0</w:t>
      </w:r>
    </w:p>
    <w:p w:rsidR="006974AE" w:rsidRDefault="006974AE" w:rsidP="006974AE">
      <w:r>
        <w:t>478.2449</w:t>
      </w:r>
      <w:r>
        <w:tab/>
        <w:t>2.025e0</w:t>
      </w:r>
    </w:p>
    <w:p w:rsidR="006974AE" w:rsidRDefault="006974AE" w:rsidP="006974AE">
      <w:r>
        <w:t>478.2911</w:t>
      </w:r>
      <w:r>
        <w:tab/>
        <w:t>3.038e0</w:t>
      </w:r>
    </w:p>
    <w:p w:rsidR="006974AE" w:rsidRDefault="006974AE" w:rsidP="006974AE">
      <w:r>
        <w:t>478.2983</w:t>
      </w:r>
      <w:r>
        <w:tab/>
        <w:t>1.013e0</w:t>
      </w:r>
    </w:p>
    <w:p w:rsidR="006974AE" w:rsidRDefault="006974AE" w:rsidP="006974AE">
      <w:r>
        <w:t>478.3220</w:t>
      </w:r>
      <w:r>
        <w:tab/>
        <w:t>1.969e0</w:t>
      </w:r>
    </w:p>
    <w:p w:rsidR="006974AE" w:rsidRDefault="006974AE" w:rsidP="006974AE">
      <w:r>
        <w:t>478.3417</w:t>
      </w:r>
      <w:r>
        <w:tab/>
        <w:t>2.025e0</w:t>
      </w:r>
    </w:p>
    <w:p w:rsidR="006974AE" w:rsidRDefault="006974AE" w:rsidP="006974AE">
      <w:r>
        <w:t>478.3597</w:t>
      </w:r>
      <w:r>
        <w:tab/>
        <w:t>3.038e0</w:t>
      </w:r>
    </w:p>
    <w:p w:rsidR="006974AE" w:rsidRDefault="006974AE" w:rsidP="006974AE">
      <w:r>
        <w:t>478.3898</w:t>
      </w:r>
      <w:r>
        <w:tab/>
        <w:t>2.239e0</w:t>
      </w:r>
    </w:p>
    <w:p w:rsidR="006974AE" w:rsidRDefault="006974AE" w:rsidP="006974AE">
      <w:r>
        <w:t>478.4009</w:t>
      </w:r>
      <w:r>
        <w:tab/>
        <w:t>2.025e0</w:t>
      </w:r>
    </w:p>
    <w:p w:rsidR="006974AE" w:rsidRDefault="006974AE" w:rsidP="006974AE">
      <w:r>
        <w:t>478.4143</w:t>
      </w:r>
      <w:r>
        <w:tab/>
        <w:t>1.013e0</w:t>
      </w:r>
    </w:p>
    <w:p w:rsidR="006974AE" w:rsidRDefault="006974AE" w:rsidP="006974AE">
      <w:r>
        <w:t>478.4227</w:t>
      </w:r>
      <w:r>
        <w:tab/>
        <w:t>1.013e0</w:t>
      </w:r>
    </w:p>
    <w:p w:rsidR="006974AE" w:rsidRDefault="006974AE" w:rsidP="006974AE">
      <w:r>
        <w:t>478.4373</w:t>
      </w:r>
      <w:r>
        <w:tab/>
        <w:t>1.013e0</w:t>
      </w:r>
    </w:p>
    <w:p w:rsidR="006974AE" w:rsidRDefault="006974AE" w:rsidP="006974AE">
      <w:r>
        <w:t>478.4427</w:t>
      </w:r>
      <w:r>
        <w:tab/>
        <w:t>1.690e0</w:t>
      </w:r>
    </w:p>
    <w:p w:rsidR="006974AE" w:rsidRDefault="006974AE" w:rsidP="006974AE">
      <w:r>
        <w:lastRenderedPageBreak/>
        <w:t>478.4550</w:t>
      </w:r>
      <w:r>
        <w:tab/>
        <w:t>1.013e0</w:t>
      </w:r>
    </w:p>
    <w:p w:rsidR="006974AE" w:rsidRDefault="006974AE" w:rsidP="006974AE">
      <w:r>
        <w:t>478.4771</w:t>
      </w:r>
      <w:r>
        <w:tab/>
        <w:t>3.038e0</w:t>
      </w:r>
    </w:p>
    <w:p w:rsidR="006974AE" w:rsidRDefault="006974AE" w:rsidP="006974AE">
      <w:r>
        <w:t>478.4893</w:t>
      </w:r>
      <w:r>
        <w:tab/>
        <w:t>1.013e0</w:t>
      </w:r>
    </w:p>
    <w:p w:rsidR="006974AE" w:rsidRDefault="006974AE" w:rsidP="006974AE">
      <w:r>
        <w:t>478.5066</w:t>
      </w:r>
      <w:r>
        <w:tab/>
        <w:t>1.013e0</w:t>
      </w:r>
    </w:p>
    <w:p w:rsidR="006974AE" w:rsidRDefault="006974AE" w:rsidP="006974AE">
      <w:r>
        <w:t>478.5310</w:t>
      </w:r>
      <w:r>
        <w:tab/>
        <w:t>1.013e0</w:t>
      </w:r>
    </w:p>
    <w:p w:rsidR="006974AE" w:rsidRDefault="006974AE" w:rsidP="006974AE">
      <w:r>
        <w:t>478.5399</w:t>
      </w:r>
      <w:r>
        <w:tab/>
        <w:t>1.013e0</w:t>
      </w:r>
    </w:p>
    <w:p w:rsidR="006974AE" w:rsidRDefault="006974AE" w:rsidP="006974AE">
      <w:r>
        <w:t>478.5982</w:t>
      </w:r>
      <w:r>
        <w:tab/>
        <w:t>1.013e0</w:t>
      </w:r>
    </w:p>
    <w:p w:rsidR="006974AE" w:rsidRDefault="006974AE" w:rsidP="006974AE">
      <w:r>
        <w:t>478.6066</w:t>
      </w:r>
      <w:r>
        <w:tab/>
        <w:t>1.013e0</w:t>
      </w:r>
    </w:p>
    <w:p w:rsidR="006974AE" w:rsidRDefault="006974AE" w:rsidP="006974AE">
      <w:r>
        <w:t>478.6105</w:t>
      </w:r>
      <w:r>
        <w:tab/>
        <w:t>1.013e0</w:t>
      </w:r>
    </w:p>
    <w:p w:rsidR="006974AE" w:rsidRDefault="006974AE" w:rsidP="006974AE">
      <w:r>
        <w:t>478.6326</w:t>
      </w:r>
      <w:r>
        <w:tab/>
        <w:t>1.013e0</w:t>
      </w:r>
    </w:p>
    <w:p w:rsidR="006974AE" w:rsidRDefault="006974AE" w:rsidP="006974AE">
      <w:r>
        <w:t>478.6395</w:t>
      </w:r>
      <w:r>
        <w:tab/>
        <w:t>2.025e0</w:t>
      </w:r>
    </w:p>
    <w:p w:rsidR="006974AE" w:rsidRDefault="006974AE" w:rsidP="006974AE">
      <w:r>
        <w:t>478.6566</w:t>
      </w:r>
      <w:r>
        <w:tab/>
        <w:t>1.013e0</w:t>
      </w:r>
    </w:p>
    <w:p w:rsidR="006974AE" w:rsidRDefault="006974AE" w:rsidP="006974AE">
      <w:r>
        <w:t>478.6807</w:t>
      </w:r>
      <w:r>
        <w:tab/>
        <w:t>1.727e0</w:t>
      </w:r>
    </w:p>
    <w:p w:rsidR="006974AE" w:rsidRDefault="006974AE" w:rsidP="006974AE">
      <w:r>
        <w:t>478.7149</w:t>
      </w:r>
      <w:r>
        <w:tab/>
        <w:t>1.013e0</w:t>
      </w:r>
    </w:p>
    <w:p w:rsidR="006974AE" w:rsidRDefault="006974AE" w:rsidP="006974AE">
      <w:r>
        <w:t>478.7233</w:t>
      </w:r>
      <w:r>
        <w:tab/>
        <w:t>1.013e0</w:t>
      </w:r>
    </w:p>
    <w:p w:rsidR="006974AE" w:rsidRDefault="006974AE" w:rsidP="006974AE">
      <w:r>
        <w:t>478.7399</w:t>
      </w:r>
      <w:r>
        <w:tab/>
        <w:t>1.013e0</w:t>
      </w:r>
    </w:p>
    <w:p w:rsidR="006974AE" w:rsidRDefault="006974AE" w:rsidP="006974AE">
      <w:r>
        <w:t>478.7412</w:t>
      </w:r>
      <w:r>
        <w:tab/>
        <w:t>2.025e0</w:t>
      </w:r>
    </w:p>
    <w:p w:rsidR="006974AE" w:rsidRDefault="006974AE" w:rsidP="006974AE">
      <w:r>
        <w:t>478.7495</w:t>
      </w:r>
      <w:r>
        <w:tab/>
        <w:t>3.038e0</w:t>
      </w:r>
    </w:p>
    <w:p w:rsidR="006974AE" w:rsidRDefault="006974AE" w:rsidP="006974AE">
      <w:r>
        <w:t>478.8032</w:t>
      </w:r>
      <w:r>
        <w:tab/>
        <w:t>1.013e0</w:t>
      </w:r>
    </w:p>
    <w:p w:rsidR="006974AE" w:rsidRDefault="006974AE" w:rsidP="006974AE">
      <w:r>
        <w:lastRenderedPageBreak/>
        <w:t>478.8196</w:t>
      </w:r>
      <w:r>
        <w:tab/>
        <w:t>3.849e0</w:t>
      </w:r>
    </w:p>
    <w:p w:rsidR="006974AE" w:rsidRDefault="006974AE" w:rsidP="006974AE">
      <w:r>
        <w:t>478.8325</w:t>
      </w:r>
      <w:r>
        <w:tab/>
        <w:t>1.363e0</w:t>
      </w:r>
    </w:p>
    <w:p w:rsidR="006974AE" w:rsidRDefault="006974AE" w:rsidP="006974AE">
      <w:r>
        <w:t>478.8430</w:t>
      </w:r>
      <w:r>
        <w:tab/>
        <w:t>1.013e0</w:t>
      </w:r>
    </w:p>
    <w:p w:rsidR="006974AE" w:rsidRDefault="006974AE" w:rsidP="006974AE">
      <w:r>
        <w:t>478.8608</w:t>
      </w:r>
      <w:r>
        <w:tab/>
        <w:t>2.025e0</w:t>
      </w:r>
    </w:p>
    <w:p w:rsidR="006974AE" w:rsidRDefault="006974AE" w:rsidP="006974AE">
      <w:r>
        <w:t>478.8650</w:t>
      </w:r>
      <w:r>
        <w:tab/>
        <w:t>1.013e0</w:t>
      </w:r>
    </w:p>
    <w:p w:rsidR="006974AE" w:rsidRDefault="006974AE" w:rsidP="006974AE">
      <w:r>
        <w:t>478.8839</w:t>
      </w:r>
      <w:r>
        <w:tab/>
        <w:t>4.018e0</w:t>
      </w:r>
    </w:p>
    <w:p w:rsidR="006974AE" w:rsidRDefault="006974AE" w:rsidP="006974AE">
      <w:r>
        <w:t>478.8922</w:t>
      </w:r>
      <w:r>
        <w:tab/>
        <w:t>2.740e0</w:t>
      </w:r>
    </w:p>
    <w:p w:rsidR="006974AE" w:rsidRDefault="006974AE" w:rsidP="006974AE">
      <w:r>
        <w:t>478.9309</w:t>
      </w:r>
      <w:r>
        <w:tab/>
        <w:t>1.909e0</w:t>
      </w:r>
    </w:p>
    <w:p w:rsidR="006974AE" w:rsidRDefault="006974AE" w:rsidP="006974AE">
      <w:r>
        <w:t>478.9367</w:t>
      </w:r>
      <w:r>
        <w:tab/>
        <w:t>1.013e0</w:t>
      </w:r>
    </w:p>
    <w:p w:rsidR="006974AE" w:rsidRDefault="006974AE" w:rsidP="006974AE">
      <w:r>
        <w:t>478.9406</w:t>
      </w:r>
      <w:r>
        <w:tab/>
        <w:t>1.755e0</w:t>
      </w:r>
    </w:p>
    <w:p w:rsidR="006974AE" w:rsidRDefault="006974AE" w:rsidP="006974AE">
      <w:r>
        <w:t>478.9512</w:t>
      </w:r>
      <w:r>
        <w:tab/>
        <w:t>2.025e0</w:t>
      </w:r>
    </w:p>
    <w:p w:rsidR="006974AE" w:rsidRDefault="006974AE" w:rsidP="006974AE">
      <w:r>
        <w:t>478.9891</w:t>
      </w:r>
      <w:r>
        <w:tab/>
        <w:t>1.484e0</w:t>
      </w:r>
    </w:p>
    <w:p w:rsidR="006974AE" w:rsidRDefault="006974AE" w:rsidP="006974AE">
      <w:r>
        <w:t>478.9978</w:t>
      </w:r>
      <w:r>
        <w:tab/>
        <w:t>1.013e0</w:t>
      </w:r>
    </w:p>
    <w:p w:rsidR="006974AE" w:rsidRDefault="006974AE" w:rsidP="006974AE">
      <w:r>
        <w:t>479.0168</w:t>
      </w:r>
      <w:r>
        <w:tab/>
        <w:t>1.013e0</w:t>
      </w:r>
    </w:p>
    <w:p w:rsidR="006974AE" w:rsidRDefault="006974AE" w:rsidP="006974AE">
      <w:r>
        <w:t>479.0228</w:t>
      </w:r>
      <w:r>
        <w:tab/>
        <w:t>2.025e0</w:t>
      </w:r>
    </w:p>
    <w:p w:rsidR="006974AE" w:rsidRDefault="006974AE" w:rsidP="006974AE">
      <w:r>
        <w:t>479.0401</w:t>
      </w:r>
      <w:r>
        <w:tab/>
        <w:t>1.013e0</w:t>
      </w:r>
    </w:p>
    <w:p w:rsidR="006974AE" w:rsidRDefault="006974AE" w:rsidP="006974AE">
      <w:r>
        <w:t>479.0412</w:t>
      </w:r>
      <w:r>
        <w:tab/>
        <w:t>3.021e0</w:t>
      </w:r>
    </w:p>
    <w:p w:rsidR="006974AE" w:rsidRDefault="006974AE" w:rsidP="006974AE">
      <w:r>
        <w:t>479.0443</w:t>
      </w:r>
      <w:r>
        <w:tab/>
        <w:t>1.696e0</w:t>
      </w:r>
    </w:p>
    <w:p w:rsidR="006974AE" w:rsidRDefault="006974AE" w:rsidP="006974AE">
      <w:r>
        <w:t>479.0479</w:t>
      </w:r>
      <w:r>
        <w:tab/>
        <w:t>1.013e0</w:t>
      </w:r>
    </w:p>
    <w:p w:rsidR="006974AE" w:rsidRDefault="006974AE" w:rsidP="006974AE">
      <w:r>
        <w:lastRenderedPageBreak/>
        <w:t>479.0518</w:t>
      </w:r>
      <w:r>
        <w:tab/>
        <w:t>3.038e0</w:t>
      </w:r>
    </w:p>
    <w:p w:rsidR="006974AE" w:rsidRDefault="006974AE" w:rsidP="006974AE">
      <w:r>
        <w:t>479.0568</w:t>
      </w:r>
      <w:r>
        <w:tab/>
        <w:t>1.013e0</w:t>
      </w:r>
    </w:p>
    <w:p w:rsidR="006974AE" w:rsidRDefault="006974AE" w:rsidP="006974AE">
      <w:r>
        <w:t>479.0844</w:t>
      </w:r>
      <w:r>
        <w:tab/>
        <w:t>2.025e0</w:t>
      </w:r>
    </w:p>
    <w:p w:rsidR="006974AE" w:rsidRDefault="006974AE" w:rsidP="006974AE">
      <w:r>
        <w:t>479.0902</w:t>
      </w:r>
      <w:r>
        <w:tab/>
        <w:t>1.310e0</w:t>
      </w:r>
    </w:p>
    <w:p w:rsidR="006974AE" w:rsidRDefault="006974AE" w:rsidP="006974AE">
      <w:r>
        <w:t>479.0923</w:t>
      </w:r>
      <w:r>
        <w:tab/>
        <w:t>5.482e0</w:t>
      </w:r>
    </w:p>
    <w:p w:rsidR="006974AE" w:rsidRDefault="006974AE" w:rsidP="006974AE">
      <w:r>
        <w:t>479.1313</w:t>
      </w:r>
      <w:r>
        <w:tab/>
        <w:t>1.164e0</w:t>
      </w:r>
    </w:p>
    <w:p w:rsidR="006974AE" w:rsidRDefault="006974AE" w:rsidP="006974AE">
      <w:r>
        <w:t>479.2737</w:t>
      </w:r>
      <w:r>
        <w:tab/>
        <w:t>1.013e0</w:t>
      </w:r>
    </w:p>
    <w:p w:rsidR="006974AE" w:rsidRDefault="006974AE" w:rsidP="006974AE">
      <w:r>
        <w:t>479.3093</w:t>
      </w:r>
      <w:r>
        <w:tab/>
        <w:t>2.150e0</w:t>
      </w:r>
    </w:p>
    <w:p w:rsidR="006974AE" w:rsidRDefault="006974AE" w:rsidP="006974AE">
      <w:r>
        <w:t>479.3570</w:t>
      </w:r>
      <w:r>
        <w:tab/>
        <w:t>3.169e0</w:t>
      </w:r>
    </w:p>
    <w:p w:rsidR="006974AE" w:rsidRDefault="006974AE" w:rsidP="006974AE">
      <w:r>
        <w:t>479.3956</w:t>
      </w:r>
      <w:r>
        <w:tab/>
        <w:t>3.038e0</w:t>
      </w:r>
    </w:p>
    <w:p w:rsidR="006974AE" w:rsidRDefault="006974AE" w:rsidP="006974AE">
      <w:r>
        <w:t>479.4004</w:t>
      </w:r>
      <w:r>
        <w:tab/>
        <w:t>1.013e0</w:t>
      </w:r>
    </w:p>
    <w:p w:rsidR="006974AE" w:rsidRDefault="006974AE" w:rsidP="006974AE">
      <w:r>
        <w:t>479.4192</w:t>
      </w:r>
      <w:r>
        <w:tab/>
        <w:t>1.013e0</w:t>
      </w:r>
    </w:p>
    <w:p w:rsidR="006974AE" w:rsidRDefault="006974AE" w:rsidP="006974AE">
      <w:r>
        <w:t>479.4276</w:t>
      </w:r>
      <w:r>
        <w:tab/>
        <w:t>2.025e0</w:t>
      </w:r>
    </w:p>
    <w:p w:rsidR="006974AE" w:rsidRDefault="006974AE" w:rsidP="006974AE">
      <w:r>
        <w:t>479.4459</w:t>
      </w:r>
      <w:r>
        <w:tab/>
        <w:t>2.025e0</w:t>
      </w:r>
    </w:p>
    <w:p w:rsidR="006974AE" w:rsidRDefault="006974AE" w:rsidP="006974AE">
      <w:r>
        <w:t>479.4550</w:t>
      </w:r>
      <w:r>
        <w:tab/>
        <w:t>1.013e0</w:t>
      </w:r>
    </w:p>
    <w:p w:rsidR="006974AE" w:rsidRDefault="006974AE" w:rsidP="006974AE">
      <w:r>
        <w:t>479.4711</w:t>
      </w:r>
      <w:r>
        <w:tab/>
        <w:t>2.870e0</w:t>
      </w:r>
    </w:p>
    <w:p w:rsidR="006974AE" w:rsidRDefault="006974AE" w:rsidP="006974AE">
      <w:r>
        <w:t>479.4772</w:t>
      </w:r>
      <w:r>
        <w:tab/>
        <w:t>1.013e0</w:t>
      </w:r>
    </w:p>
    <w:p w:rsidR="006974AE" w:rsidRDefault="006974AE" w:rsidP="006974AE">
      <w:r>
        <w:t>479.4947</w:t>
      </w:r>
      <w:r>
        <w:tab/>
        <w:t>1.013e0</w:t>
      </w:r>
    </w:p>
    <w:p w:rsidR="006974AE" w:rsidRDefault="006974AE" w:rsidP="006974AE">
      <w:r>
        <w:t>479.5067</w:t>
      </w:r>
      <w:r>
        <w:tab/>
        <w:t>2.025e0</w:t>
      </w:r>
    </w:p>
    <w:p w:rsidR="006974AE" w:rsidRDefault="006974AE" w:rsidP="006974AE">
      <w:r>
        <w:lastRenderedPageBreak/>
        <w:t>479.5528</w:t>
      </w:r>
      <w:r>
        <w:tab/>
        <w:t>2.025e0</w:t>
      </w:r>
    </w:p>
    <w:p w:rsidR="006974AE" w:rsidRDefault="006974AE" w:rsidP="006974AE">
      <w:r>
        <w:t>479.5599</w:t>
      </w:r>
      <w:r>
        <w:tab/>
        <w:t>2.025e0</w:t>
      </w:r>
    </w:p>
    <w:p w:rsidR="006974AE" w:rsidRDefault="006974AE" w:rsidP="006974AE">
      <w:r>
        <w:t>479.5773</w:t>
      </w:r>
      <w:r>
        <w:tab/>
        <w:t>2.025e0</w:t>
      </w:r>
    </w:p>
    <w:p w:rsidR="006974AE" w:rsidRDefault="006974AE" w:rsidP="006974AE">
      <w:r>
        <w:t>479.6070</w:t>
      </w:r>
      <w:r>
        <w:tab/>
        <w:t>1.013e0</w:t>
      </w:r>
    </w:p>
    <w:p w:rsidR="006974AE" w:rsidRDefault="006974AE" w:rsidP="006974AE">
      <w:r>
        <w:t>479.6288</w:t>
      </w:r>
      <w:r>
        <w:tab/>
        <w:t>1.013e0</w:t>
      </w:r>
    </w:p>
    <w:p w:rsidR="006974AE" w:rsidRDefault="006974AE" w:rsidP="006974AE">
      <w:r>
        <w:t>479.6574</w:t>
      </w:r>
      <w:r>
        <w:tab/>
        <w:t>2.025e0</w:t>
      </w:r>
    </w:p>
    <w:p w:rsidR="006974AE" w:rsidRDefault="006974AE" w:rsidP="006974AE">
      <w:r>
        <w:t>479.6868</w:t>
      </w:r>
      <w:r>
        <w:tab/>
        <w:t>1.013e0</w:t>
      </w:r>
    </w:p>
    <w:p w:rsidR="006974AE" w:rsidRDefault="006974AE" w:rsidP="006974AE">
      <w:r>
        <w:t>479.7241</w:t>
      </w:r>
      <w:r>
        <w:tab/>
        <w:t>1.013e0</w:t>
      </w:r>
    </w:p>
    <w:p w:rsidR="006974AE" w:rsidRDefault="006974AE" w:rsidP="006974AE">
      <w:r>
        <w:t>479.7329</w:t>
      </w:r>
      <w:r>
        <w:tab/>
        <w:t>1.013e0</w:t>
      </w:r>
    </w:p>
    <w:p w:rsidR="006974AE" w:rsidRDefault="006974AE" w:rsidP="006974AE">
      <w:r>
        <w:t>479.7360</w:t>
      </w:r>
      <w:r>
        <w:tab/>
        <w:t>4.051e0</w:t>
      </w:r>
    </w:p>
    <w:p w:rsidR="006974AE" w:rsidRDefault="006974AE" w:rsidP="006974AE">
      <w:r>
        <w:t>479.7615</w:t>
      </w:r>
      <w:r>
        <w:tab/>
        <w:t>2.025e0</w:t>
      </w:r>
    </w:p>
    <w:p w:rsidR="006974AE" w:rsidRDefault="006974AE" w:rsidP="006974AE">
      <w:r>
        <w:t>479.7740</w:t>
      </w:r>
      <w:r>
        <w:tab/>
        <w:t>1.013e0</w:t>
      </w:r>
    </w:p>
    <w:p w:rsidR="006974AE" w:rsidRDefault="006974AE" w:rsidP="006974AE">
      <w:r>
        <w:t>479.7852</w:t>
      </w:r>
      <w:r>
        <w:tab/>
        <w:t>1.013e0</w:t>
      </w:r>
    </w:p>
    <w:p w:rsidR="006974AE" w:rsidRDefault="006974AE" w:rsidP="006974AE">
      <w:r>
        <w:t>479.8215</w:t>
      </w:r>
      <w:r>
        <w:tab/>
        <w:t>1.013e0</w:t>
      </w:r>
    </w:p>
    <w:p w:rsidR="006974AE" w:rsidRDefault="006974AE" w:rsidP="006974AE">
      <w:r>
        <w:t>479.8992</w:t>
      </w:r>
      <w:r>
        <w:tab/>
        <w:t>3.038e0</w:t>
      </w:r>
    </w:p>
    <w:p w:rsidR="006974AE" w:rsidRDefault="006974AE" w:rsidP="006974AE">
      <w:r>
        <w:t>479.9442</w:t>
      </w:r>
      <w:r>
        <w:tab/>
        <w:t>1.591e0</w:t>
      </w:r>
    </w:p>
    <w:p w:rsidR="006974AE" w:rsidRDefault="006974AE" w:rsidP="006974AE">
      <w:r>
        <w:t>479.9674</w:t>
      </w:r>
      <w:r>
        <w:tab/>
        <w:t>3.076e0</w:t>
      </w:r>
    </w:p>
    <w:p w:rsidR="006974AE" w:rsidRDefault="006974AE" w:rsidP="006974AE">
      <w:r>
        <w:t>479.9837</w:t>
      </w:r>
      <w:r>
        <w:tab/>
        <w:t>3.038e0</w:t>
      </w:r>
    </w:p>
    <w:p w:rsidR="006974AE" w:rsidRDefault="006974AE" w:rsidP="006974AE">
      <w:r>
        <w:t>480.0209</w:t>
      </w:r>
      <w:r>
        <w:tab/>
        <w:t>3.038e0</w:t>
      </w:r>
    </w:p>
    <w:p w:rsidR="006974AE" w:rsidRDefault="006974AE" w:rsidP="006974AE">
      <w:r>
        <w:lastRenderedPageBreak/>
        <w:t>480.0498</w:t>
      </w:r>
      <w:r>
        <w:tab/>
        <w:t>1.745e0</w:t>
      </w:r>
    </w:p>
    <w:p w:rsidR="006974AE" w:rsidRDefault="006974AE" w:rsidP="006974AE">
      <w:r>
        <w:t>480.0665</w:t>
      </w:r>
      <w:r>
        <w:tab/>
        <w:t>1.013e0</w:t>
      </w:r>
    </w:p>
    <w:p w:rsidR="006974AE" w:rsidRDefault="006974AE" w:rsidP="006974AE">
      <w:r>
        <w:t>480.0778</w:t>
      </w:r>
      <w:r>
        <w:tab/>
        <w:t>2.025e0</w:t>
      </w:r>
    </w:p>
    <w:p w:rsidR="006974AE" w:rsidRDefault="006974AE" w:rsidP="006974AE">
      <w:r>
        <w:t>480.0838</w:t>
      </w:r>
      <w:r>
        <w:tab/>
        <w:t>2.025e0</w:t>
      </w:r>
    </w:p>
    <w:p w:rsidR="006974AE" w:rsidRDefault="006974AE" w:rsidP="006974AE">
      <w:r>
        <w:t>480.1508</w:t>
      </w:r>
      <w:r>
        <w:tab/>
        <w:t>1.013e0</w:t>
      </w:r>
    </w:p>
    <w:p w:rsidR="006974AE" w:rsidRDefault="006974AE" w:rsidP="006974AE">
      <w:r>
        <w:t>480.2819</w:t>
      </w:r>
      <w:r>
        <w:tab/>
        <w:t>1.013e0</w:t>
      </w:r>
    </w:p>
    <w:p w:rsidR="006974AE" w:rsidRDefault="006974AE" w:rsidP="006974AE">
      <w:r>
        <w:t>480.3184</w:t>
      </w:r>
      <w:r>
        <w:tab/>
        <w:t>2.025e0</w:t>
      </w:r>
    </w:p>
    <w:p w:rsidR="006974AE" w:rsidRDefault="006974AE" w:rsidP="006974AE">
      <w:r>
        <w:t>480.3215</w:t>
      </w:r>
      <w:r>
        <w:tab/>
        <w:t>3.038e0</w:t>
      </w:r>
    </w:p>
    <w:p w:rsidR="006974AE" w:rsidRDefault="006974AE" w:rsidP="006974AE">
      <w:r>
        <w:t>480.3346</w:t>
      </w:r>
      <w:r>
        <w:tab/>
        <w:t>1.013e0</w:t>
      </w:r>
    </w:p>
    <w:p w:rsidR="006974AE" w:rsidRDefault="006974AE" w:rsidP="006974AE">
      <w:r>
        <w:t>480.3367</w:t>
      </w:r>
      <w:r>
        <w:tab/>
        <w:t>1.932e0</w:t>
      </w:r>
    </w:p>
    <w:p w:rsidR="006974AE" w:rsidRDefault="006974AE" w:rsidP="006974AE">
      <w:r>
        <w:t>480.3972</w:t>
      </w:r>
      <w:r>
        <w:tab/>
        <w:t>1.013e0</w:t>
      </w:r>
    </w:p>
    <w:p w:rsidR="006974AE" w:rsidRDefault="006974AE" w:rsidP="006974AE">
      <w:r>
        <w:t>480.4092</w:t>
      </w:r>
      <w:r>
        <w:tab/>
        <w:t>1.013e0</w:t>
      </w:r>
    </w:p>
    <w:p w:rsidR="006974AE" w:rsidRDefault="006974AE" w:rsidP="006974AE">
      <w:r>
        <w:t>480.4133</w:t>
      </w:r>
      <w:r>
        <w:tab/>
        <w:t>3.038e0</w:t>
      </w:r>
    </w:p>
    <w:p w:rsidR="006974AE" w:rsidRDefault="006974AE" w:rsidP="006974AE">
      <w:r>
        <w:t>480.4397</w:t>
      </w:r>
      <w:r>
        <w:tab/>
        <w:t>1.577e0</w:t>
      </w:r>
    </w:p>
    <w:p w:rsidR="006974AE" w:rsidRDefault="006974AE" w:rsidP="006974AE">
      <w:r>
        <w:t>480.4440</w:t>
      </w:r>
      <w:r>
        <w:tab/>
        <w:t>2.025e0</w:t>
      </w:r>
    </w:p>
    <w:p w:rsidR="006974AE" w:rsidRDefault="006974AE" w:rsidP="006974AE">
      <w:r>
        <w:t>480.4594</w:t>
      </w:r>
      <w:r>
        <w:tab/>
        <w:t>1.013e0</w:t>
      </w:r>
    </w:p>
    <w:p w:rsidR="006974AE" w:rsidRDefault="006974AE" w:rsidP="006974AE">
      <w:r>
        <w:t>480.4956</w:t>
      </w:r>
      <w:r>
        <w:tab/>
        <w:t>1.013e0</w:t>
      </w:r>
    </w:p>
    <w:p w:rsidR="006974AE" w:rsidRDefault="006974AE" w:rsidP="006974AE">
      <w:r>
        <w:t>480.4998</w:t>
      </w:r>
      <w:r>
        <w:tab/>
        <w:t>2.276e0</w:t>
      </w:r>
    </w:p>
    <w:p w:rsidR="006974AE" w:rsidRDefault="006974AE" w:rsidP="006974AE">
      <w:r>
        <w:t>480.5164</w:t>
      </w:r>
      <w:r>
        <w:tab/>
        <w:t>1.994e0</w:t>
      </w:r>
    </w:p>
    <w:p w:rsidR="006974AE" w:rsidRDefault="006974AE" w:rsidP="006974AE">
      <w:r>
        <w:lastRenderedPageBreak/>
        <w:t>480.5514</w:t>
      </w:r>
      <w:r>
        <w:tab/>
        <w:t>2.025e0</w:t>
      </w:r>
    </w:p>
    <w:p w:rsidR="006974AE" w:rsidRDefault="006974AE" w:rsidP="006974AE">
      <w:r>
        <w:t>480.5529</w:t>
      </w:r>
      <w:r>
        <w:tab/>
        <w:t>1.013e0</w:t>
      </w:r>
    </w:p>
    <w:p w:rsidR="006974AE" w:rsidRDefault="006974AE" w:rsidP="006974AE">
      <w:r>
        <w:t>480.5876</w:t>
      </w:r>
      <w:r>
        <w:tab/>
        <w:t>3.038e0</w:t>
      </w:r>
    </w:p>
    <w:p w:rsidR="006974AE" w:rsidRDefault="006974AE" w:rsidP="006974AE">
      <w:r>
        <w:t>480.6053</w:t>
      </w:r>
      <w:r>
        <w:tab/>
        <w:t>2.025e0</w:t>
      </w:r>
    </w:p>
    <w:p w:rsidR="006974AE" w:rsidRDefault="006974AE" w:rsidP="006974AE">
      <w:r>
        <w:t>480.6077</w:t>
      </w:r>
      <w:r>
        <w:tab/>
        <w:t>4.051e0</w:t>
      </w:r>
    </w:p>
    <w:p w:rsidR="006974AE" w:rsidRDefault="006974AE" w:rsidP="006974AE">
      <w:r>
        <w:t>480.6100</w:t>
      </w:r>
      <w:r>
        <w:tab/>
        <w:t>2.025e0</w:t>
      </w:r>
    </w:p>
    <w:p w:rsidR="006974AE" w:rsidRDefault="006974AE" w:rsidP="006974AE">
      <w:r>
        <w:t>480.6175</w:t>
      </w:r>
      <w:r>
        <w:tab/>
        <w:t>2.025e0</w:t>
      </w:r>
    </w:p>
    <w:p w:rsidR="006974AE" w:rsidRDefault="006974AE" w:rsidP="006974AE">
      <w:r>
        <w:t>480.6657</w:t>
      </w:r>
      <w:r>
        <w:tab/>
        <w:t>3.038e0</w:t>
      </w:r>
    </w:p>
    <w:p w:rsidR="006974AE" w:rsidRDefault="006974AE" w:rsidP="006974AE">
      <w:r>
        <w:t>480.6871</w:t>
      </w:r>
      <w:r>
        <w:tab/>
        <w:t>2.598e0</w:t>
      </w:r>
    </w:p>
    <w:p w:rsidR="006974AE" w:rsidRDefault="006974AE" w:rsidP="006974AE">
      <w:r>
        <w:t>480.6940</w:t>
      </w:r>
      <w:r>
        <w:tab/>
        <w:t>2.025e0</w:t>
      </w:r>
    </w:p>
    <w:p w:rsidR="006974AE" w:rsidRDefault="006974AE" w:rsidP="006974AE">
      <w:r>
        <w:t>480.7274</w:t>
      </w:r>
      <w:r>
        <w:tab/>
        <w:t>2.025e0</w:t>
      </w:r>
    </w:p>
    <w:p w:rsidR="006974AE" w:rsidRDefault="006974AE" w:rsidP="006974AE">
      <w:r>
        <w:t>480.7815</w:t>
      </w:r>
      <w:r>
        <w:tab/>
        <w:t>1.828e0</w:t>
      </w:r>
    </w:p>
    <w:p w:rsidR="006974AE" w:rsidRDefault="006974AE" w:rsidP="006974AE">
      <w:r>
        <w:t>480.7863</w:t>
      </w:r>
      <w:r>
        <w:tab/>
        <w:t>1.013e0</w:t>
      </w:r>
    </w:p>
    <w:p w:rsidR="006974AE" w:rsidRDefault="006974AE" w:rsidP="006974AE">
      <w:r>
        <w:t>480.7947</w:t>
      </w:r>
      <w:r>
        <w:tab/>
        <w:t>3.203e0</w:t>
      </w:r>
    </w:p>
    <w:p w:rsidR="006974AE" w:rsidRDefault="006974AE" w:rsidP="006974AE">
      <w:r>
        <w:t>480.7967</w:t>
      </w:r>
      <w:r>
        <w:tab/>
        <w:t>2.025e0</w:t>
      </w:r>
    </w:p>
    <w:p w:rsidR="006974AE" w:rsidRDefault="006974AE" w:rsidP="006974AE">
      <w:r>
        <w:t>480.8148</w:t>
      </w:r>
      <w:r>
        <w:tab/>
        <w:t>3.171e0</w:t>
      </w:r>
    </w:p>
    <w:p w:rsidR="006974AE" w:rsidRDefault="006974AE" w:rsidP="006974AE">
      <w:r>
        <w:t>480.8359</w:t>
      </w:r>
      <w:r>
        <w:tab/>
        <w:t>1.013e0</w:t>
      </w:r>
    </w:p>
    <w:p w:rsidR="006974AE" w:rsidRDefault="006974AE" w:rsidP="006974AE">
      <w:r>
        <w:t>480.8401</w:t>
      </w:r>
      <w:r>
        <w:tab/>
        <w:t>1.013e0</w:t>
      </w:r>
    </w:p>
    <w:p w:rsidR="006974AE" w:rsidRDefault="006974AE" w:rsidP="006974AE">
      <w:r>
        <w:t>480.8572</w:t>
      </w:r>
      <w:r>
        <w:tab/>
        <w:t>3.752e0</w:t>
      </w:r>
    </w:p>
    <w:p w:rsidR="006974AE" w:rsidRDefault="006974AE" w:rsidP="006974AE">
      <w:r>
        <w:lastRenderedPageBreak/>
        <w:t>480.8582</w:t>
      </w:r>
      <w:r>
        <w:tab/>
        <w:t>1.013e0</w:t>
      </w:r>
    </w:p>
    <w:p w:rsidR="006974AE" w:rsidRDefault="006974AE" w:rsidP="006974AE">
      <w:r>
        <w:t>480.8891</w:t>
      </w:r>
      <w:r>
        <w:tab/>
        <w:t>1.659e0</w:t>
      </w:r>
    </w:p>
    <w:p w:rsidR="006974AE" w:rsidRDefault="006974AE" w:rsidP="006974AE">
      <w:r>
        <w:t>480.9163</w:t>
      </w:r>
      <w:r>
        <w:tab/>
        <w:t>1.013e0</w:t>
      </w:r>
    </w:p>
    <w:p w:rsidR="006974AE" w:rsidRDefault="006974AE" w:rsidP="006974AE">
      <w:r>
        <w:t>480.9276</w:t>
      </w:r>
      <w:r>
        <w:tab/>
        <w:t>1.123e0</w:t>
      </w:r>
    </w:p>
    <w:p w:rsidR="006974AE" w:rsidRDefault="006974AE" w:rsidP="006974AE">
      <w:r>
        <w:t>480.9359</w:t>
      </w:r>
      <w:r>
        <w:tab/>
        <w:t>1.927e0</w:t>
      </w:r>
    </w:p>
    <w:p w:rsidR="006974AE" w:rsidRDefault="006974AE" w:rsidP="006974AE">
      <w:r>
        <w:t>480.9450</w:t>
      </w:r>
      <w:r>
        <w:tab/>
        <w:t>1.599e0</w:t>
      </w:r>
    </w:p>
    <w:p w:rsidR="006974AE" w:rsidRDefault="006974AE" w:rsidP="006974AE">
      <w:r>
        <w:t>480.9523</w:t>
      </w:r>
      <w:r>
        <w:tab/>
        <w:t>1.013e0</w:t>
      </w:r>
    </w:p>
    <w:p w:rsidR="006974AE" w:rsidRDefault="006974AE" w:rsidP="006974AE">
      <w:r>
        <w:t>480.9788</w:t>
      </w:r>
      <w:r>
        <w:tab/>
        <w:t>1.013e0</w:t>
      </w:r>
    </w:p>
    <w:p w:rsidR="006974AE" w:rsidRDefault="006974AE" w:rsidP="006974AE">
      <w:r>
        <w:t>480.9896</w:t>
      </w:r>
      <w:r>
        <w:tab/>
        <w:t>2.887e0</w:t>
      </w:r>
    </w:p>
    <w:p w:rsidR="006974AE" w:rsidRDefault="006974AE" w:rsidP="006974AE">
      <w:r>
        <w:t>481.0256</w:t>
      </w:r>
      <w:r>
        <w:tab/>
        <w:t>2.025e0</w:t>
      </w:r>
    </w:p>
    <w:p w:rsidR="006974AE" w:rsidRDefault="006974AE" w:rsidP="006974AE">
      <w:r>
        <w:t>481.0323</w:t>
      </w:r>
      <w:r>
        <w:tab/>
        <w:t>1.567e0</w:t>
      </w:r>
    </w:p>
    <w:p w:rsidR="006974AE" w:rsidRDefault="006974AE" w:rsidP="006974AE">
      <w:r>
        <w:t>481.0374</w:t>
      </w:r>
      <w:r>
        <w:tab/>
        <w:t>1.013e0</w:t>
      </w:r>
    </w:p>
    <w:p w:rsidR="006974AE" w:rsidRDefault="006974AE" w:rsidP="006974AE">
      <w:r>
        <w:t>481.1547</w:t>
      </w:r>
      <w:r>
        <w:tab/>
        <w:t>1.061e2</w:t>
      </w:r>
    </w:p>
    <w:p w:rsidR="006974AE" w:rsidRDefault="006974AE" w:rsidP="006974AE">
      <w:r>
        <w:t>481.1571</w:t>
      </w:r>
      <w:r>
        <w:tab/>
        <w:t>4.354e2</w:t>
      </w:r>
    </w:p>
    <w:p w:rsidR="006974AE" w:rsidRDefault="006974AE" w:rsidP="006974AE">
      <w:r>
        <w:t>481.1592</w:t>
      </w:r>
      <w:r>
        <w:tab/>
        <w:t>1.847e2</w:t>
      </w:r>
    </w:p>
    <w:p w:rsidR="006974AE" w:rsidRDefault="006974AE" w:rsidP="006974AE">
      <w:r>
        <w:t>481.1604</w:t>
      </w:r>
      <w:r>
        <w:tab/>
        <w:t>7.896e2</w:t>
      </w:r>
    </w:p>
    <w:p w:rsidR="006974AE" w:rsidRDefault="006974AE" w:rsidP="006974AE">
      <w:r>
        <w:t>481.1774</w:t>
      </w:r>
      <w:r>
        <w:tab/>
        <w:t>3.038e0</w:t>
      </w:r>
    </w:p>
    <w:p w:rsidR="006974AE" w:rsidRDefault="006974AE" w:rsidP="006974AE">
      <w:r>
        <w:t>481.2602</w:t>
      </w:r>
      <w:r>
        <w:tab/>
        <w:t>1.013e0</w:t>
      </w:r>
    </w:p>
    <w:p w:rsidR="006974AE" w:rsidRDefault="006974AE" w:rsidP="006974AE">
      <w:r>
        <w:t>481.2632</w:t>
      </w:r>
      <w:r>
        <w:tab/>
        <w:t>1.775e0</w:t>
      </w:r>
    </w:p>
    <w:p w:rsidR="006974AE" w:rsidRDefault="006974AE" w:rsidP="006974AE">
      <w:r>
        <w:lastRenderedPageBreak/>
        <w:t>481.2713</w:t>
      </w:r>
      <w:r>
        <w:tab/>
        <w:t>1.013e0</w:t>
      </w:r>
    </w:p>
    <w:p w:rsidR="006974AE" w:rsidRDefault="006974AE" w:rsidP="006974AE">
      <w:r>
        <w:t>481.2785</w:t>
      </w:r>
      <w:r>
        <w:tab/>
        <w:t>1.013e0</w:t>
      </w:r>
    </w:p>
    <w:p w:rsidR="006974AE" w:rsidRDefault="006974AE" w:rsidP="006974AE">
      <w:r>
        <w:t>481.2798</w:t>
      </w:r>
      <w:r>
        <w:tab/>
        <w:t>4.566e0</w:t>
      </w:r>
    </w:p>
    <w:p w:rsidR="006974AE" w:rsidRDefault="006974AE" w:rsidP="006974AE">
      <w:r>
        <w:t>481.3127</w:t>
      </w:r>
      <w:r>
        <w:tab/>
        <w:t>3.038e0</w:t>
      </w:r>
    </w:p>
    <w:p w:rsidR="006974AE" w:rsidRDefault="006974AE" w:rsidP="006974AE">
      <w:r>
        <w:t>481.3350</w:t>
      </w:r>
      <w:r>
        <w:tab/>
        <w:t>3.129e0</w:t>
      </w:r>
    </w:p>
    <w:p w:rsidR="006974AE" w:rsidRDefault="006974AE" w:rsidP="006974AE">
      <w:r>
        <w:t>481.3428</w:t>
      </w:r>
      <w:r>
        <w:tab/>
        <w:t>1.407e0</w:t>
      </w:r>
    </w:p>
    <w:p w:rsidR="006974AE" w:rsidRDefault="006974AE" w:rsidP="006974AE">
      <w:r>
        <w:t>481.3473</w:t>
      </w:r>
      <w:r>
        <w:tab/>
        <w:t>3.038e0</w:t>
      </w:r>
    </w:p>
    <w:p w:rsidR="006974AE" w:rsidRDefault="006974AE" w:rsidP="006974AE">
      <w:r>
        <w:t>481.3569</w:t>
      </w:r>
      <w:r>
        <w:tab/>
        <w:t>3.038e0</w:t>
      </w:r>
    </w:p>
    <w:p w:rsidR="006974AE" w:rsidRDefault="006974AE" w:rsidP="006974AE">
      <w:r>
        <w:t>481.3715</w:t>
      </w:r>
      <w:r>
        <w:tab/>
        <w:t>6.333e0</w:t>
      </w:r>
    </w:p>
    <w:p w:rsidR="006974AE" w:rsidRDefault="006974AE" w:rsidP="006974AE">
      <w:r>
        <w:t>481.3802</w:t>
      </w:r>
      <w:r>
        <w:tab/>
        <w:t>1.013e0</w:t>
      </w:r>
    </w:p>
    <w:p w:rsidR="006974AE" w:rsidRDefault="006974AE" w:rsidP="006974AE">
      <w:r>
        <w:t>481.4124</w:t>
      </w:r>
      <w:r>
        <w:tab/>
        <w:t>3.072e0</w:t>
      </w:r>
    </w:p>
    <w:p w:rsidR="006974AE" w:rsidRDefault="006974AE" w:rsidP="006974AE">
      <w:r>
        <w:t>481.4234</w:t>
      </w:r>
      <w:r>
        <w:tab/>
        <w:t>2.025e0</w:t>
      </w:r>
    </w:p>
    <w:p w:rsidR="006974AE" w:rsidRDefault="006974AE" w:rsidP="006974AE">
      <w:r>
        <w:t>481.4329</w:t>
      </w:r>
      <w:r>
        <w:tab/>
        <w:t>2.850e0</w:t>
      </w:r>
    </w:p>
    <w:p w:rsidR="006974AE" w:rsidRDefault="006974AE" w:rsidP="006974AE">
      <w:r>
        <w:t>481.4498</w:t>
      </w:r>
      <w:r>
        <w:tab/>
        <w:t>1.791e0</w:t>
      </w:r>
    </w:p>
    <w:p w:rsidR="006974AE" w:rsidRDefault="006974AE" w:rsidP="006974AE">
      <w:r>
        <w:t>481.4523</w:t>
      </w:r>
      <w:r>
        <w:tab/>
        <w:t>1.013e0</w:t>
      </w:r>
    </w:p>
    <w:p w:rsidR="006974AE" w:rsidRDefault="006974AE" w:rsidP="006974AE">
      <w:r>
        <w:t>481.4563</w:t>
      </w:r>
      <w:r>
        <w:tab/>
        <w:t>1.013e0</w:t>
      </w:r>
    </w:p>
    <w:p w:rsidR="006974AE" w:rsidRDefault="006974AE" w:rsidP="006974AE">
      <w:r>
        <w:t>481.4696</w:t>
      </w:r>
      <w:r>
        <w:tab/>
        <w:t>3.408e0</w:t>
      </w:r>
    </w:p>
    <w:p w:rsidR="006974AE" w:rsidRDefault="006974AE" w:rsidP="006974AE">
      <w:r>
        <w:t>481.4724</w:t>
      </w:r>
      <w:r>
        <w:tab/>
        <w:t>2.025e0</w:t>
      </w:r>
    </w:p>
    <w:p w:rsidR="006974AE" w:rsidRDefault="006974AE" w:rsidP="006974AE">
      <w:r>
        <w:t>481.5041</w:t>
      </w:r>
      <w:r>
        <w:tab/>
        <w:t>4.040e0</w:t>
      </w:r>
    </w:p>
    <w:p w:rsidR="006974AE" w:rsidRDefault="006974AE" w:rsidP="006974AE">
      <w:r>
        <w:lastRenderedPageBreak/>
        <w:t>481.5137</w:t>
      </w:r>
      <w:r>
        <w:tab/>
        <w:t>2.025e0</w:t>
      </w:r>
    </w:p>
    <w:p w:rsidR="006974AE" w:rsidRDefault="006974AE" w:rsidP="006974AE">
      <w:r>
        <w:t>481.5501</w:t>
      </w:r>
      <w:r>
        <w:tab/>
        <w:t>2.264e0</w:t>
      </w:r>
    </w:p>
    <w:p w:rsidR="006974AE" w:rsidRDefault="006974AE" w:rsidP="006974AE">
      <w:r>
        <w:t>481.5809</w:t>
      </w:r>
      <w:r>
        <w:tab/>
        <w:t>2.989e0</w:t>
      </w:r>
    </w:p>
    <w:p w:rsidR="006974AE" w:rsidRDefault="006974AE" w:rsidP="006974AE">
      <w:r>
        <w:t>481.5898</w:t>
      </w:r>
      <w:r>
        <w:tab/>
        <w:t>2.025e0</w:t>
      </w:r>
    </w:p>
    <w:p w:rsidR="006974AE" w:rsidRDefault="006974AE" w:rsidP="006974AE">
      <w:r>
        <w:t>481.6270</w:t>
      </w:r>
      <w:r>
        <w:tab/>
        <w:t>1.013e0</w:t>
      </w:r>
    </w:p>
    <w:p w:rsidR="006974AE" w:rsidRDefault="006974AE" w:rsidP="006974AE">
      <w:r>
        <w:t>481.6324</w:t>
      </w:r>
      <w:r>
        <w:tab/>
        <w:t>2.025e0</w:t>
      </w:r>
    </w:p>
    <w:p w:rsidR="006974AE" w:rsidRDefault="006974AE" w:rsidP="006974AE">
      <w:r>
        <w:t>481.6442</w:t>
      </w:r>
      <w:r>
        <w:tab/>
        <w:t>2.025e0</w:t>
      </w:r>
    </w:p>
    <w:p w:rsidR="006974AE" w:rsidRDefault="006974AE" w:rsidP="006974AE">
      <w:r>
        <w:t>481.6565</w:t>
      </w:r>
      <w:r>
        <w:tab/>
        <w:t>3.038e0</w:t>
      </w:r>
    </w:p>
    <w:p w:rsidR="006974AE" w:rsidRDefault="006974AE" w:rsidP="006974AE">
      <w:r>
        <w:t>481.6659</w:t>
      </w:r>
      <w:r>
        <w:tab/>
        <w:t>1.013e0</w:t>
      </w:r>
    </w:p>
    <w:p w:rsidR="006974AE" w:rsidRDefault="006974AE" w:rsidP="006974AE">
      <w:r>
        <w:t>481.6874</w:t>
      </w:r>
      <w:r>
        <w:tab/>
        <w:t>4.051e0</w:t>
      </w:r>
    </w:p>
    <w:p w:rsidR="006974AE" w:rsidRDefault="006974AE" w:rsidP="006974AE">
      <w:r>
        <w:t>481.6959</w:t>
      </w:r>
      <w:r>
        <w:tab/>
        <w:t>4.051e0</w:t>
      </w:r>
    </w:p>
    <w:p w:rsidR="006974AE" w:rsidRDefault="006974AE" w:rsidP="006974AE">
      <w:r>
        <w:t>481.7071</w:t>
      </w:r>
      <w:r>
        <w:tab/>
        <w:t>1.013e0</w:t>
      </w:r>
    </w:p>
    <w:p w:rsidR="006974AE" w:rsidRDefault="006974AE" w:rsidP="006974AE">
      <w:r>
        <w:t>481.7325</w:t>
      </w:r>
      <w:r>
        <w:tab/>
        <w:t>5.063e0</w:t>
      </w:r>
    </w:p>
    <w:p w:rsidR="006974AE" w:rsidRDefault="006974AE" w:rsidP="006974AE">
      <w:r>
        <w:t>481.7449</w:t>
      </w:r>
      <w:r>
        <w:tab/>
        <w:t>2.025e0</w:t>
      </w:r>
    </w:p>
    <w:p w:rsidR="006974AE" w:rsidRDefault="006974AE" w:rsidP="006974AE">
      <w:r>
        <w:t>481.7465</w:t>
      </w:r>
      <w:r>
        <w:tab/>
        <w:t>1.280e0</w:t>
      </w:r>
    </w:p>
    <w:p w:rsidR="006974AE" w:rsidRDefault="006974AE" w:rsidP="006974AE">
      <w:r>
        <w:t>481.7489</w:t>
      </w:r>
      <w:r>
        <w:tab/>
        <w:t>2.025e0</w:t>
      </w:r>
    </w:p>
    <w:p w:rsidR="006974AE" w:rsidRDefault="006974AE" w:rsidP="006974AE">
      <w:r>
        <w:t>481.7742</w:t>
      </w:r>
      <w:r>
        <w:tab/>
        <w:t>1.013e0</w:t>
      </w:r>
    </w:p>
    <w:p w:rsidR="006974AE" w:rsidRDefault="006974AE" w:rsidP="006974AE">
      <w:r>
        <w:t>481.7826</w:t>
      </w:r>
      <w:r>
        <w:tab/>
        <w:t>1.013e0</w:t>
      </w:r>
    </w:p>
    <w:p w:rsidR="006974AE" w:rsidRDefault="006974AE" w:rsidP="006974AE">
      <w:r>
        <w:t>481.8006</w:t>
      </w:r>
      <w:r>
        <w:tab/>
        <w:t>2.993e0</w:t>
      </w:r>
    </w:p>
    <w:p w:rsidR="006974AE" w:rsidRDefault="006974AE" w:rsidP="006974AE">
      <w:r>
        <w:lastRenderedPageBreak/>
        <w:t>481.8181</w:t>
      </w:r>
      <w:r>
        <w:tab/>
        <w:t>3.038e0</w:t>
      </w:r>
    </w:p>
    <w:p w:rsidR="006974AE" w:rsidRDefault="006974AE" w:rsidP="006974AE">
      <w:r>
        <w:t>481.8367</w:t>
      </w:r>
      <w:r>
        <w:tab/>
        <w:t>1.539e0</w:t>
      </w:r>
    </w:p>
    <w:p w:rsidR="006974AE" w:rsidRDefault="006974AE" w:rsidP="006974AE">
      <w:r>
        <w:t>481.8453</w:t>
      </w:r>
      <w:r>
        <w:tab/>
        <w:t>4.866e0</w:t>
      </w:r>
    </w:p>
    <w:p w:rsidR="006974AE" w:rsidRDefault="006974AE" w:rsidP="006974AE">
      <w:r>
        <w:t>481.8646</w:t>
      </w:r>
      <w:r>
        <w:tab/>
        <w:t>2.025e0</w:t>
      </w:r>
    </w:p>
    <w:p w:rsidR="006974AE" w:rsidRDefault="006974AE" w:rsidP="006974AE">
      <w:r>
        <w:t>481.8670</w:t>
      </w:r>
      <w:r>
        <w:tab/>
        <w:t>1.013e0</w:t>
      </w:r>
    </w:p>
    <w:p w:rsidR="006974AE" w:rsidRDefault="006974AE" w:rsidP="006974AE">
      <w:r>
        <w:t>481.8875</w:t>
      </w:r>
      <w:r>
        <w:tab/>
        <w:t>3.038e0</w:t>
      </w:r>
    </w:p>
    <w:p w:rsidR="006974AE" w:rsidRDefault="006974AE" w:rsidP="006974AE">
      <w:r>
        <w:t>481.8959</w:t>
      </w:r>
      <w:r>
        <w:tab/>
        <w:t>2.025e0</w:t>
      </w:r>
    </w:p>
    <w:p w:rsidR="006974AE" w:rsidRDefault="006974AE" w:rsidP="006974AE">
      <w:r>
        <w:t>481.9001</w:t>
      </w:r>
      <w:r>
        <w:tab/>
        <w:t>1.655e0</w:t>
      </w:r>
    </w:p>
    <w:p w:rsidR="006974AE" w:rsidRDefault="006974AE" w:rsidP="006974AE">
      <w:r>
        <w:t>481.9286</w:t>
      </w:r>
      <w:r>
        <w:tab/>
        <w:t>2.501e0</w:t>
      </w:r>
    </w:p>
    <w:p w:rsidR="006974AE" w:rsidRDefault="006974AE" w:rsidP="006974AE">
      <w:r>
        <w:t>481.9497</w:t>
      </w:r>
      <w:r>
        <w:tab/>
        <w:t>1.931e0</w:t>
      </w:r>
    </w:p>
    <w:p w:rsidR="006974AE" w:rsidRDefault="006974AE" w:rsidP="006974AE">
      <w:r>
        <w:t>481.9672</w:t>
      </w:r>
      <w:r>
        <w:tab/>
        <w:t>2.912e0</w:t>
      </w:r>
    </w:p>
    <w:p w:rsidR="006974AE" w:rsidRDefault="006974AE" w:rsidP="006974AE">
      <w:r>
        <w:t>481.9709</w:t>
      </w:r>
      <w:r>
        <w:tab/>
        <w:t>1.013e0</w:t>
      </w:r>
    </w:p>
    <w:p w:rsidR="006974AE" w:rsidRDefault="006974AE" w:rsidP="006974AE">
      <w:r>
        <w:t>481.9731</w:t>
      </w:r>
      <w:r>
        <w:tab/>
        <w:t>3.923e0</w:t>
      </w:r>
    </w:p>
    <w:p w:rsidR="006974AE" w:rsidRDefault="006974AE" w:rsidP="006974AE">
      <w:r>
        <w:t>481.9844</w:t>
      </w:r>
      <w:r>
        <w:tab/>
        <w:t>1.013e0</w:t>
      </w:r>
    </w:p>
    <w:p w:rsidR="006974AE" w:rsidRDefault="006974AE" w:rsidP="006974AE">
      <w:r>
        <w:t>482.0017</w:t>
      </w:r>
      <w:r>
        <w:tab/>
        <w:t>1.630e0</w:t>
      </w:r>
    </w:p>
    <w:p w:rsidR="006974AE" w:rsidRDefault="006974AE" w:rsidP="006974AE">
      <w:r>
        <w:t>482.0196</w:t>
      </w:r>
      <w:r>
        <w:tab/>
        <w:t>3.421e0</w:t>
      </w:r>
    </w:p>
    <w:p w:rsidR="006974AE" w:rsidRDefault="006974AE" w:rsidP="006974AE">
      <w:r>
        <w:t>482.0244</w:t>
      </w:r>
      <w:r>
        <w:tab/>
        <w:t>1.748e0</w:t>
      </w:r>
    </w:p>
    <w:p w:rsidR="006974AE" w:rsidRDefault="006974AE" w:rsidP="006974AE">
      <w:r>
        <w:t>482.0329</w:t>
      </w:r>
      <w:r>
        <w:tab/>
        <w:t>6.517e0</w:t>
      </w:r>
    </w:p>
    <w:p w:rsidR="006974AE" w:rsidRDefault="006974AE" w:rsidP="006974AE">
      <w:r>
        <w:t>482.0367</w:t>
      </w:r>
      <w:r>
        <w:tab/>
        <w:t>1.789e0</w:t>
      </w:r>
    </w:p>
    <w:p w:rsidR="006974AE" w:rsidRDefault="006974AE" w:rsidP="006974AE">
      <w:r>
        <w:lastRenderedPageBreak/>
        <w:t>482.0491</w:t>
      </w:r>
      <w:r>
        <w:tab/>
        <w:t>3.449e0</w:t>
      </w:r>
    </w:p>
    <w:p w:rsidR="006974AE" w:rsidRDefault="006974AE" w:rsidP="006974AE">
      <w:r>
        <w:t>482.0639</w:t>
      </w:r>
      <w:r>
        <w:tab/>
        <w:t>3.038e0</w:t>
      </w:r>
    </w:p>
    <w:p w:rsidR="006974AE" w:rsidRDefault="006974AE" w:rsidP="006974AE">
      <w:r>
        <w:t>482.1238</w:t>
      </w:r>
      <w:r>
        <w:tab/>
        <w:t>1.013e0</w:t>
      </w:r>
    </w:p>
    <w:p w:rsidR="006974AE" w:rsidRDefault="006974AE" w:rsidP="006974AE">
      <w:r>
        <w:t>482.1618</w:t>
      </w:r>
      <w:r>
        <w:tab/>
        <w:t>8.638e1</w:t>
      </w:r>
    </w:p>
    <w:p w:rsidR="006974AE" w:rsidRDefault="006974AE" w:rsidP="006974AE">
      <w:r>
        <w:t>482.1634</w:t>
      </w:r>
      <w:r>
        <w:tab/>
        <w:t>2.239e2</w:t>
      </w:r>
    </w:p>
    <w:p w:rsidR="006974AE" w:rsidRDefault="006974AE" w:rsidP="006974AE">
      <w:r>
        <w:t>482.1653</w:t>
      </w:r>
      <w:r>
        <w:tab/>
        <w:t>6.994e0</w:t>
      </w:r>
    </w:p>
    <w:p w:rsidR="006974AE" w:rsidRDefault="006974AE" w:rsidP="006974AE">
      <w:r>
        <w:t>482.1668</w:t>
      </w:r>
      <w:r>
        <w:tab/>
        <w:t>9.792e1</w:t>
      </w:r>
    </w:p>
    <w:p w:rsidR="006974AE" w:rsidRDefault="006974AE" w:rsidP="006974AE">
      <w:r>
        <w:t>482.2530</w:t>
      </w:r>
      <w:r>
        <w:tab/>
        <w:t>3.038e0</w:t>
      </w:r>
    </w:p>
    <w:p w:rsidR="006974AE" w:rsidRDefault="006974AE" w:rsidP="006974AE">
      <w:r>
        <w:t>482.2560</w:t>
      </w:r>
      <w:r>
        <w:tab/>
        <w:t>4.557e0</w:t>
      </w:r>
    </w:p>
    <w:p w:rsidR="006974AE" w:rsidRDefault="006974AE" w:rsidP="006974AE">
      <w:r>
        <w:t>482.2613</w:t>
      </w:r>
      <w:r>
        <w:tab/>
        <w:t>2.826e0</w:t>
      </w:r>
    </w:p>
    <w:p w:rsidR="006974AE" w:rsidRDefault="006974AE" w:rsidP="006974AE">
      <w:r>
        <w:t>482.2722</w:t>
      </w:r>
      <w:r>
        <w:tab/>
        <w:t>5.568e0</w:t>
      </w:r>
    </w:p>
    <w:p w:rsidR="006974AE" w:rsidRDefault="006974AE" w:rsidP="006974AE">
      <w:r>
        <w:t>482.3011</w:t>
      </w:r>
      <w:r>
        <w:tab/>
        <w:t>5.012e0</w:t>
      </w:r>
    </w:p>
    <w:p w:rsidR="006974AE" w:rsidRDefault="006974AE" w:rsidP="006974AE">
      <w:r>
        <w:t>482.3076</w:t>
      </w:r>
      <w:r>
        <w:tab/>
        <w:t>5.012e0</w:t>
      </w:r>
    </w:p>
    <w:p w:rsidR="006974AE" w:rsidRDefault="006974AE" w:rsidP="006974AE">
      <w:r>
        <w:t>482.3159</w:t>
      </w:r>
      <w:r>
        <w:tab/>
        <w:t>2.025e0</w:t>
      </w:r>
    </w:p>
    <w:p w:rsidR="006974AE" w:rsidRDefault="006974AE" w:rsidP="006974AE">
      <w:r>
        <w:t>482.3275</w:t>
      </w:r>
      <w:r>
        <w:tab/>
        <w:t>9.193e0</w:t>
      </w:r>
    </w:p>
    <w:p w:rsidR="006974AE" w:rsidRDefault="006974AE" w:rsidP="006974AE">
      <w:r>
        <w:t>482.3507</w:t>
      </w:r>
      <w:r>
        <w:tab/>
        <w:t>5.139e0</w:t>
      </w:r>
    </w:p>
    <w:p w:rsidR="006974AE" w:rsidRDefault="006974AE" w:rsidP="006974AE">
      <w:r>
        <w:t>482.3596</w:t>
      </w:r>
      <w:r>
        <w:tab/>
        <w:t>7.546e0</w:t>
      </w:r>
    </w:p>
    <w:p w:rsidR="006974AE" w:rsidRDefault="006974AE" w:rsidP="006974AE">
      <w:r>
        <w:t>482.3627</w:t>
      </w:r>
      <w:r>
        <w:tab/>
        <w:t>3.283e0</w:t>
      </w:r>
    </w:p>
    <w:p w:rsidR="006974AE" w:rsidRDefault="006974AE" w:rsidP="006974AE">
      <w:r>
        <w:t>482.3881</w:t>
      </w:r>
      <w:r>
        <w:tab/>
        <w:t>1.061e1</w:t>
      </w:r>
    </w:p>
    <w:p w:rsidR="006974AE" w:rsidRDefault="006974AE" w:rsidP="006974AE">
      <w:r>
        <w:lastRenderedPageBreak/>
        <w:t>482.3907</w:t>
      </w:r>
      <w:r>
        <w:tab/>
        <w:t>4.728e0</w:t>
      </w:r>
    </w:p>
    <w:p w:rsidR="006974AE" w:rsidRDefault="006974AE" w:rsidP="006974AE">
      <w:r>
        <w:t>482.3956</w:t>
      </w:r>
      <w:r>
        <w:tab/>
        <w:t>2.025e0</w:t>
      </w:r>
    </w:p>
    <w:p w:rsidR="006974AE" w:rsidRDefault="006974AE" w:rsidP="006974AE">
      <w:r>
        <w:t>482.4118</w:t>
      </w:r>
      <w:r>
        <w:tab/>
        <w:t>5.420e0</w:t>
      </w:r>
    </w:p>
    <w:p w:rsidR="006974AE" w:rsidRDefault="006974AE" w:rsidP="006974AE">
      <w:r>
        <w:t>482.4137</w:t>
      </w:r>
      <w:r>
        <w:tab/>
        <w:t>5.063e0</w:t>
      </w:r>
    </w:p>
    <w:p w:rsidR="006974AE" w:rsidRDefault="006974AE" w:rsidP="006974AE">
      <w:r>
        <w:t>482.4292</w:t>
      </w:r>
      <w:r>
        <w:tab/>
        <w:t>3.038e0</w:t>
      </w:r>
    </w:p>
    <w:p w:rsidR="006974AE" w:rsidRDefault="006974AE" w:rsidP="006974AE">
      <w:r>
        <w:t>482.4340</w:t>
      </w:r>
      <w:r>
        <w:tab/>
        <w:t>2.025e0</w:t>
      </w:r>
    </w:p>
    <w:p w:rsidR="006974AE" w:rsidRDefault="006974AE" w:rsidP="006974AE">
      <w:r>
        <w:t>482.4468</w:t>
      </w:r>
      <w:r>
        <w:tab/>
        <w:t>4.260e0</w:t>
      </w:r>
    </w:p>
    <w:p w:rsidR="006974AE" w:rsidRDefault="006974AE" w:rsidP="006974AE">
      <w:r>
        <w:t>482.4556</w:t>
      </w:r>
      <w:r>
        <w:tab/>
        <w:t>4.999e0</w:t>
      </w:r>
    </w:p>
    <w:p w:rsidR="006974AE" w:rsidRDefault="006974AE" w:rsidP="006974AE">
      <w:r>
        <w:t>482.4914</w:t>
      </w:r>
      <w:r>
        <w:tab/>
        <w:t>3.038e0</w:t>
      </w:r>
    </w:p>
    <w:p w:rsidR="006974AE" w:rsidRDefault="006974AE" w:rsidP="006974AE">
      <w:r>
        <w:t>482.4972</w:t>
      </w:r>
      <w:r>
        <w:tab/>
        <w:t>5.322e0</w:t>
      </w:r>
    </w:p>
    <w:p w:rsidR="006974AE" w:rsidRDefault="006974AE" w:rsidP="006974AE">
      <w:r>
        <w:t>482.5020</w:t>
      </w:r>
      <w:r>
        <w:tab/>
        <w:t>3.038e0</w:t>
      </w:r>
    </w:p>
    <w:p w:rsidR="006974AE" w:rsidRDefault="006974AE" w:rsidP="006974AE">
      <w:r>
        <w:t>482.5042</w:t>
      </w:r>
      <w:r>
        <w:tab/>
        <w:t>2.025e0</w:t>
      </w:r>
    </w:p>
    <w:p w:rsidR="006974AE" w:rsidRDefault="006974AE" w:rsidP="006974AE">
      <w:r>
        <w:t>482.5226</w:t>
      </w:r>
      <w:r>
        <w:tab/>
        <w:t>2.015e0</w:t>
      </w:r>
    </w:p>
    <w:p w:rsidR="006974AE" w:rsidRDefault="006974AE" w:rsidP="006974AE">
      <w:r>
        <w:t>482.5324</w:t>
      </w:r>
      <w:r>
        <w:tab/>
        <w:t>7.562e0</w:t>
      </w:r>
    </w:p>
    <w:p w:rsidR="006974AE" w:rsidRDefault="006974AE" w:rsidP="006974AE">
      <w:r>
        <w:t>482.5419</w:t>
      </w:r>
      <w:r>
        <w:tab/>
        <w:t>4.034e0</w:t>
      </w:r>
    </w:p>
    <w:p w:rsidR="006974AE" w:rsidRDefault="006974AE" w:rsidP="006974AE">
      <w:r>
        <w:t>482.5564</w:t>
      </w:r>
      <w:r>
        <w:tab/>
        <w:t>2.025e0</w:t>
      </w:r>
    </w:p>
    <w:p w:rsidR="006974AE" w:rsidRDefault="006974AE" w:rsidP="006974AE">
      <w:r>
        <w:t>482.5591</w:t>
      </w:r>
      <w:r>
        <w:tab/>
        <w:t>2.021e0</w:t>
      </w:r>
    </w:p>
    <w:p w:rsidR="006974AE" w:rsidRDefault="006974AE" w:rsidP="006974AE">
      <w:r>
        <w:t>482.5630</w:t>
      </w:r>
      <w:r>
        <w:tab/>
        <w:t>1.084e1</w:t>
      </w:r>
    </w:p>
    <w:p w:rsidR="006974AE" w:rsidRDefault="006974AE" w:rsidP="006974AE">
      <w:r>
        <w:t>482.6090</w:t>
      </w:r>
      <w:r>
        <w:tab/>
        <w:t>5.240e0</w:t>
      </w:r>
    </w:p>
    <w:p w:rsidR="006974AE" w:rsidRDefault="006974AE" w:rsidP="006974AE">
      <w:r>
        <w:lastRenderedPageBreak/>
        <w:t>482.6105</w:t>
      </w:r>
      <w:r>
        <w:tab/>
        <w:t>1.611e0</w:t>
      </w:r>
    </w:p>
    <w:p w:rsidR="006974AE" w:rsidRDefault="006974AE" w:rsidP="006974AE">
      <w:r>
        <w:t>482.6133</w:t>
      </w:r>
      <w:r>
        <w:tab/>
        <w:t>1.013e0</w:t>
      </w:r>
    </w:p>
    <w:p w:rsidR="006974AE" w:rsidRDefault="006974AE" w:rsidP="006974AE">
      <w:r>
        <w:t>482.6204</w:t>
      </w:r>
      <w:r>
        <w:tab/>
        <w:t>2.025e0</w:t>
      </w:r>
    </w:p>
    <w:p w:rsidR="006974AE" w:rsidRDefault="006974AE" w:rsidP="006974AE">
      <w:r>
        <w:t>482.6240</w:t>
      </w:r>
      <w:r>
        <w:tab/>
        <w:t>4.042e0</w:t>
      </w:r>
    </w:p>
    <w:p w:rsidR="006974AE" w:rsidRDefault="006974AE" w:rsidP="006974AE">
      <w:r>
        <w:t>482.6922</w:t>
      </w:r>
      <w:r>
        <w:tab/>
        <w:t>3.037e0</w:t>
      </w:r>
    </w:p>
    <w:p w:rsidR="006974AE" w:rsidRDefault="006974AE" w:rsidP="006974AE">
      <w:r>
        <w:t>482.6964</w:t>
      </w:r>
      <w:r>
        <w:tab/>
        <w:t>1.315e1</w:t>
      </w:r>
    </w:p>
    <w:p w:rsidR="006974AE" w:rsidRDefault="006974AE" w:rsidP="006974AE">
      <w:r>
        <w:t>482.7049</w:t>
      </w:r>
      <w:r>
        <w:tab/>
        <w:t>8.896e0</w:t>
      </w:r>
    </w:p>
    <w:p w:rsidR="006974AE" w:rsidRDefault="006974AE" w:rsidP="006974AE">
      <w:r>
        <w:t>482.7081</w:t>
      </w:r>
      <w:r>
        <w:tab/>
        <w:t>3.038e0</w:t>
      </w:r>
    </w:p>
    <w:p w:rsidR="006974AE" w:rsidRDefault="006974AE" w:rsidP="006974AE">
      <w:r>
        <w:t>482.7147</w:t>
      </w:r>
      <w:r>
        <w:tab/>
        <w:t>1.013e0</w:t>
      </w:r>
    </w:p>
    <w:p w:rsidR="006974AE" w:rsidRDefault="006974AE" w:rsidP="006974AE">
      <w:r>
        <w:t>482.7339</w:t>
      </w:r>
      <w:r>
        <w:tab/>
        <w:t>4.840e0</w:t>
      </w:r>
    </w:p>
    <w:p w:rsidR="006974AE" w:rsidRDefault="006974AE" w:rsidP="006974AE">
      <w:r>
        <w:t>482.7509</w:t>
      </w:r>
      <w:r>
        <w:tab/>
        <w:t>6.131e0</w:t>
      </w:r>
    </w:p>
    <w:p w:rsidR="006974AE" w:rsidRDefault="006974AE" w:rsidP="006974AE">
      <w:r>
        <w:t>482.7652</w:t>
      </w:r>
      <w:r>
        <w:tab/>
        <w:t>2.025e0</w:t>
      </w:r>
    </w:p>
    <w:p w:rsidR="006974AE" w:rsidRDefault="006974AE" w:rsidP="006974AE">
      <w:r>
        <w:t>482.7964</w:t>
      </w:r>
      <w:r>
        <w:tab/>
        <w:t>3.952e0</w:t>
      </w:r>
    </w:p>
    <w:p w:rsidR="006974AE" w:rsidRDefault="006974AE" w:rsidP="006974AE">
      <w:r>
        <w:t>482.8289</w:t>
      </w:r>
      <w:r>
        <w:tab/>
        <w:t>8.101e0</w:t>
      </w:r>
    </w:p>
    <w:p w:rsidR="006974AE" w:rsidRDefault="006974AE" w:rsidP="006974AE">
      <w:r>
        <w:t>482.8324</w:t>
      </w:r>
      <w:r>
        <w:tab/>
        <w:t>7.517e0</w:t>
      </w:r>
    </w:p>
    <w:p w:rsidR="006974AE" w:rsidRDefault="006974AE" w:rsidP="006974AE">
      <w:r>
        <w:t>482.8523</w:t>
      </w:r>
      <w:r>
        <w:tab/>
        <w:t>1.013e0</w:t>
      </w:r>
    </w:p>
    <w:p w:rsidR="006974AE" w:rsidRDefault="006974AE" w:rsidP="006974AE">
      <w:r>
        <w:t>482.8589</w:t>
      </w:r>
      <w:r>
        <w:tab/>
        <w:t>2.190e0</w:t>
      </w:r>
    </w:p>
    <w:p w:rsidR="006974AE" w:rsidRDefault="006974AE" w:rsidP="006974AE">
      <w:r>
        <w:t>482.8744</w:t>
      </w:r>
      <w:r>
        <w:tab/>
        <w:t>1.013e0</w:t>
      </w:r>
    </w:p>
    <w:p w:rsidR="006974AE" w:rsidRDefault="006974AE" w:rsidP="006974AE">
      <w:r>
        <w:t>482.8757</w:t>
      </w:r>
      <w:r>
        <w:tab/>
        <w:t>1.332e1</w:t>
      </w:r>
    </w:p>
    <w:p w:rsidR="006974AE" w:rsidRDefault="006974AE" w:rsidP="006974AE">
      <w:r>
        <w:lastRenderedPageBreak/>
        <w:t>482.8876</w:t>
      </w:r>
      <w:r>
        <w:tab/>
        <w:t>2.025e0</w:t>
      </w:r>
    </w:p>
    <w:p w:rsidR="006974AE" w:rsidRDefault="006974AE" w:rsidP="006974AE">
      <w:r>
        <w:t>482.8892</w:t>
      </w:r>
      <w:r>
        <w:tab/>
        <w:t>4.255e0</w:t>
      </w:r>
    </w:p>
    <w:p w:rsidR="006974AE" w:rsidRDefault="006974AE" w:rsidP="006974AE">
      <w:r>
        <w:t>482.9246</w:t>
      </w:r>
      <w:r>
        <w:tab/>
        <w:t>3.033e0</w:t>
      </w:r>
    </w:p>
    <w:p w:rsidR="006974AE" w:rsidRDefault="006974AE" w:rsidP="006974AE">
      <w:r>
        <w:t>482.9290</w:t>
      </w:r>
      <w:r>
        <w:tab/>
        <w:t>1.013e0</w:t>
      </w:r>
    </w:p>
    <w:p w:rsidR="006974AE" w:rsidRDefault="006974AE" w:rsidP="006974AE">
      <w:r>
        <w:t>482.9377</w:t>
      </w:r>
      <w:r>
        <w:tab/>
        <w:t>5.680e0</w:t>
      </w:r>
    </w:p>
    <w:p w:rsidR="006974AE" w:rsidRDefault="006974AE" w:rsidP="006974AE">
      <w:r>
        <w:t>482.9435</w:t>
      </w:r>
      <w:r>
        <w:tab/>
        <w:t>2.912e0</w:t>
      </w:r>
    </w:p>
    <w:p w:rsidR="006974AE" w:rsidRDefault="006974AE" w:rsidP="006974AE">
      <w:r>
        <w:t>482.9700</w:t>
      </w:r>
      <w:r>
        <w:tab/>
        <w:t>8.380e0</w:t>
      </w:r>
    </w:p>
    <w:p w:rsidR="006974AE" w:rsidRDefault="006974AE" w:rsidP="006974AE">
      <w:r>
        <w:t>482.9850</w:t>
      </w:r>
      <w:r>
        <w:tab/>
        <w:t>4.937e0</w:t>
      </w:r>
    </w:p>
    <w:p w:rsidR="006974AE" w:rsidRDefault="006974AE" w:rsidP="006974AE">
      <w:r>
        <w:t>482.9886</w:t>
      </w:r>
      <w:r>
        <w:tab/>
        <w:t>3.038e0</w:t>
      </w:r>
    </w:p>
    <w:p w:rsidR="006974AE" w:rsidRDefault="006974AE" w:rsidP="006974AE">
      <w:r>
        <w:t>482.9925</w:t>
      </w:r>
      <w:r>
        <w:tab/>
        <w:t>2.875e0</w:t>
      </w:r>
    </w:p>
    <w:p w:rsidR="006974AE" w:rsidRDefault="006974AE" w:rsidP="006974AE">
      <w:r>
        <w:t>483.0235</w:t>
      </w:r>
      <w:r>
        <w:tab/>
        <w:t>6.939e0</w:t>
      </w:r>
    </w:p>
    <w:p w:rsidR="006974AE" w:rsidRDefault="006974AE" w:rsidP="006974AE">
      <w:r>
        <w:t>483.0332</w:t>
      </w:r>
      <w:r>
        <w:tab/>
        <w:t>2.300e0</w:t>
      </w:r>
    </w:p>
    <w:p w:rsidR="006974AE" w:rsidRDefault="006974AE" w:rsidP="006974AE">
      <w:r>
        <w:t>483.0495</w:t>
      </w:r>
      <w:r>
        <w:tab/>
        <w:t>5.608e0</w:t>
      </w:r>
    </w:p>
    <w:p w:rsidR="006974AE" w:rsidRDefault="006974AE" w:rsidP="006974AE">
      <w:r>
        <w:t>483.0508</w:t>
      </w:r>
      <w:r>
        <w:tab/>
        <w:t>2.025e0</w:t>
      </w:r>
    </w:p>
    <w:p w:rsidR="006974AE" w:rsidRDefault="006974AE" w:rsidP="006974AE">
      <w:r>
        <w:t>483.0519</w:t>
      </w:r>
      <w:r>
        <w:tab/>
        <w:t>2.025e0</w:t>
      </w:r>
    </w:p>
    <w:p w:rsidR="006974AE" w:rsidRDefault="006974AE" w:rsidP="006974AE">
      <w:r>
        <w:t>483.0710</w:t>
      </w:r>
      <w:r>
        <w:tab/>
        <w:t>5.066e0</w:t>
      </w:r>
    </w:p>
    <w:p w:rsidR="006974AE" w:rsidRDefault="006974AE" w:rsidP="006974AE">
      <w:r>
        <w:t>483.1007</w:t>
      </w:r>
      <w:r>
        <w:tab/>
        <w:t>2.025e0</w:t>
      </w:r>
    </w:p>
    <w:p w:rsidR="006974AE" w:rsidRDefault="006974AE" w:rsidP="006974AE">
      <w:r>
        <w:t>483.1023</w:t>
      </w:r>
      <w:r>
        <w:tab/>
        <w:t>8.729e0</w:t>
      </w:r>
    </w:p>
    <w:p w:rsidR="006974AE" w:rsidRDefault="006974AE" w:rsidP="006974AE">
      <w:r>
        <w:t>483.1483</w:t>
      </w:r>
      <w:r>
        <w:tab/>
        <w:t>4.051e0</w:t>
      </w:r>
    </w:p>
    <w:p w:rsidR="006974AE" w:rsidRDefault="006974AE" w:rsidP="006974AE">
      <w:r>
        <w:lastRenderedPageBreak/>
        <w:t>483.1580</w:t>
      </w:r>
      <w:r>
        <w:tab/>
        <w:t>1.976e1</w:t>
      </w:r>
    </w:p>
    <w:p w:rsidR="006974AE" w:rsidRDefault="006974AE" w:rsidP="006974AE">
      <w:r>
        <w:t>483.1629</w:t>
      </w:r>
      <w:r>
        <w:tab/>
        <w:t>1.679e1</w:t>
      </w:r>
    </w:p>
    <w:p w:rsidR="006974AE" w:rsidRDefault="006974AE" w:rsidP="006974AE">
      <w:r>
        <w:t>483.1666</w:t>
      </w:r>
      <w:r>
        <w:tab/>
        <w:t>4.460e0</w:t>
      </w:r>
    </w:p>
    <w:p w:rsidR="006974AE" w:rsidRDefault="006974AE" w:rsidP="006974AE">
      <w:r>
        <w:t>483.1727</w:t>
      </w:r>
      <w:r>
        <w:tab/>
        <w:t>1.282e1</w:t>
      </w:r>
    </w:p>
    <w:p w:rsidR="006974AE" w:rsidRDefault="006974AE" w:rsidP="006974AE">
      <w:r>
        <w:t>483.1748</w:t>
      </w:r>
      <w:r>
        <w:tab/>
        <w:t>4.287e1</w:t>
      </w:r>
    </w:p>
    <w:p w:rsidR="006974AE" w:rsidRDefault="006974AE" w:rsidP="006974AE">
      <w:r>
        <w:t>483.1782</w:t>
      </w:r>
      <w:r>
        <w:tab/>
        <w:t>3.115e1</w:t>
      </w:r>
    </w:p>
    <w:p w:rsidR="006974AE" w:rsidRDefault="006974AE" w:rsidP="006974AE">
      <w:r>
        <w:t>483.2318</w:t>
      </w:r>
      <w:r>
        <w:tab/>
        <w:t>5.209e0</w:t>
      </w:r>
    </w:p>
    <w:p w:rsidR="006974AE" w:rsidRDefault="006974AE" w:rsidP="006974AE">
      <w:r>
        <w:t>483.2378</w:t>
      </w:r>
      <w:r>
        <w:tab/>
        <w:t>4.690e0</w:t>
      </w:r>
    </w:p>
    <w:p w:rsidR="006974AE" w:rsidRDefault="006974AE" w:rsidP="006974AE">
      <w:r>
        <w:t>483.2506</w:t>
      </w:r>
      <w:r>
        <w:tab/>
        <w:t>2.025e0</w:t>
      </w:r>
    </w:p>
    <w:p w:rsidR="006974AE" w:rsidRDefault="006974AE" w:rsidP="006974AE">
      <w:r>
        <w:t>483.2657</w:t>
      </w:r>
      <w:r>
        <w:tab/>
        <w:t>1.411e0</w:t>
      </w:r>
    </w:p>
    <w:p w:rsidR="006974AE" w:rsidRDefault="006974AE" w:rsidP="006974AE">
      <w:r>
        <w:t>483.2737</w:t>
      </w:r>
      <w:r>
        <w:tab/>
        <w:t>2.051e0</w:t>
      </w:r>
    </w:p>
    <w:p w:rsidR="006974AE" w:rsidRDefault="006974AE" w:rsidP="006974AE">
      <w:r>
        <w:t>483.2824</w:t>
      </w:r>
      <w:r>
        <w:tab/>
        <w:t>3.460e0</w:t>
      </w:r>
    </w:p>
    <w:p w:rsidR="006974AE" w:rsidRDefault="006974AE" w:rsidP="006974AE">
      <w:r>
        <w:t>483.2928</w:t>
      </w:r>
      <w:r>
        <w:tab/>
        <w:t>3.902e0</w:t>
      </w:r>
    </w:p>
    <w:p w:rsidR="006974AE" w:rsidRDefault="006974AE" w:rsidP="006974AE">
      <w:r>
        <w:t>483.3199</w:t>
      </w:r>
      <w:r>
        <w:tab/>
        <w:t>5.063e0</w:t>
      </w:r>
    </w:p>
    <w:p w:rsidR="006974AE" w:rsidRDefault="006974AE" w:rsidP="006974AE">
      <w:r>
        <w:t>483.3534</w:t>
      </w:r>
      <w:r>
        <w:tab/>
        <w:t>4.442e0</w:t>
      </w:r>
    </w:p>
    <w:p w:rsidR="006974AE" w:rsidRDefault="006974AE" w:rsidP="006974AE">
      <w:r>
        <w:t>483.3563</w:t>
      </w:r>
      <w:r>
        <w:tab/>
        <w:t>5.779e0</w:t>
      </w:r>
    </w:p>
    <w:p w:rsidR="006974AE" w:rsidRDefault="006974AE" w:rsidP="006974AE">
      <w:r>
        <w:t>483.3713</w:t>
      </w:r>
      <w:r>
        <w:tab/>
        <w:t>9.928e0</w:t>
      </w:r>
    </w:p>
    <w:p w:rsidR="006974AE" w:rsidRDefault="006974AE" w:rsidP="006974AE">
      <w:r>
        <w:t>483.3788</w:t>
      </w:r>
      <w:r>
        <w:tab/>
        <w:t>1.013e0</w:t>
      </w:r>
    </w:p>
    <w:p w:rsidR="006974AE" w:rsidRDefault="006974AE" w:rsidP="006974AE">
      <w:r>
        <w:t>483.3805</w:t>
      </w:r>
      <w:r>
        <w:tab/>
        <w:t>5.068e0</w:t>
      </w:r>
    </w:p>
    <w:p w:rsidR="006974AE" w:rsidRDefault="006974AE" w:rsidP="006974AE">
      <w:r>
        <w:lastRenderedPageBreak/>
        <w:t>483.3818</w:t>
      </w:r>
      <w:r>
        <w:tab/>
        <w:t>3.038e0</w:t>
      </w:r>
    </w:p>
    <w:p w:rsidR="006974AE" w:rsidRDefault="006974AE" w:rsidP="006974AE">
      <w:r>
        <w:t>483.4088</w:t>
      </w:r>
      <w:r>
        <w:tab/>
        <w:t>2.244e0</w:t>
      </w:r>
    </w:p>
    <w:p w:rsidR="006974AE" w:rsidRDefault="006974AE" w:rsidP="006974AE">
      <w:r>
        <w:t>483.4190</w:t>
      </w:r>
      <w:r>
        <w:tab/>
        <w:t>6.138e0</w:t>
      </w:r>
    </w:p>
    <w:p w:rsidR="006974AE" w:rsidRDefault="006974AE" w:rsidP="006974AE">
      <w:r>
        <w:t>483.4208</w:t>
      </w:r>
      <w:r>
        <w:tab/>
        <w:t>2.025e0</w:t>
      </w:r>
    </w:p>
    <w:p w:rsidR="006974AE" w:rsidRDefault="006974AE" w:rsidP="006974AE">
      <w:r>
        <w:t>483.4300</w:t>
      </w:r>
      <w:r>
        <w:tab/>
        <w:t>5.775e0</w:t>
      </w:r>
    </w:p>
    <w:p w:rsidR="006974AE" w:rsidRDefault="006974AE" w:rsidP="006974AE">
      <w:r>
        <w:t>483.4323</w:t>
      </w:r>
      <w:r>
        <w:tab/>
        <w:t>3.038e0</w:t>
      </w:r>
    </w:p>
    <w:p w:rsidR="006974AE" w:rsidRDefault="006974AE" w:rsidP="006974AE">
      <w:r>
        <w:t>483.4463</w:t>
      </w:r>
      <w:r>
        <w:tab/>
        <w:t>7.542e0</w:t>
      </w:r>
    </w:p>
    <w:p w:rsidR="006974AE" w:rsidRDefault="006974AE" w:rsidP="006974AE">
      <w:r>
        <w:t>483.4828</w:t>
      </w:r>
      <w:r>
        <w:tab/>
        <w:t>6.076e0</w:t>
      </w:r>
    </w:p>
    <w:p w:rsidR="006974AE" w:rsidRDefault="006974AE" w:rsidP="006974AE">
      <w:r>
        <w:t>483.4995</w:t>
      </w:r>
      <w:r>
        <w:tab/>
        <w:t>5.022e0</w:t>
      </w:r>
    </w:p>
    <w:p w:rsidR="006974AE" w:rsidRDefault="006974AE" w:rsidP="006974AE">
      <w:r>
        <w:t>483.5236</w:t>
      </w:r>
      <w:r>
        <w:tab/>
        <w:t>6.717e0</w:t>
      </w:r>
    </w:p>
    <w:p w:rsidR="006974AE" w:rsidRDefault="006974AE" w:rsidP="006974AE">
      <w:r>
        <w:t>483.5266</w:t>
      </w:r>
      <w:r>
        <w:tab/>
        <w:t>4.051e0</w:t>
      </w:r>
    </w:p>
    <w:p w:rsidR="006974AE" w:rsidRDefault="006974AE" w:rsidP="006974AE">
      <w:r>
        <w:t>483.5309</w:t>
      </w:r>
      <w:r>
        <w:tab/>
        <w:t>5.712e0</w:t>
      </w:r>
    </w:p>
    <w:p w:rsidR="006974AE" w:rsidRDefault="006974AE" w:rsidP="006974AE">
      <w:r>
        <w:t>483.5380</w:t>
      </w:r>
      <w:r>
        <w:tab/>
        <w:t>1.013e0</w:t>
      </w:r>
    </w:p>
    <w:p w:rsidR="006974AE" w:rsidRDefault="006974AE" w:rsidP="006974AE">
      <w:r>
        <w:t>483.5590</w:t>
      </w:r>
      <w:r>
        <w:tab/>
        <w:t>6.228e0</w:t>
      </w:r>
    </w:p>
    <w:p w:rsidR="006974AE" w:rsidRDefault="006974AE" w:rsidP="006974AE">
      <w:r>
        <w:t>483.5746</w:t>
      </w:r>
      <w:r>
        <w:tab/>
        <w:t>3.038e0</w:t>
      </w:r>
    </w:p>
    <w:p w:rsidR="006974AE" w:rsidRDefault="006974AE" w:rsidP="006974AE">
      <w:r>
        <w:t>483.5903</w:t>
      </w:r>
      <w:r>
        <w:tab/>
        <w:t>2.025e0</w:t>
      </w:r>
    </w:p>
    <w:p w:rsidR="006974AE" w:rsidRDefault="006974AE" w:rsidP="006974AE">
      <w:r>
        <w:t>483.6139</w:t>
      </w:r>
      <w:r>
        <w:tab/>
        <w:t>7.423e0</w:t>
      </w:r>
    </w:p>
    <w:p w:rsidR="006974AE" w:rsidRDefault="006974AE" w:rsidP="006974AE">
      <w:r>
        <w:t>483.6325</w:t>
      </w:r>
      <w:r>
        <w:tab/>
        <w:t>8.256e0</w:t>
      </w:r>
    </w:p>
    <w:p w:rsidR="006974AE" w:rsidRDefault="006974AE" w:rsidP="006974AE">
      <w:r>
        <w:t>483.6405</w:t>
      </w:r>
      <w:r>
        <w:tab/>
        <w:t>5.705e0</w:t>
      </w:r>
    </w:p>
    <w:p w:rsidR="006974AE" w:rsidRDefault="006974AE" w:rsidP="006974AE">
      <w:r>
        <w:lastRenderedPageBreak/>
        <w:t>483.6528</w:t>
      </w:r>
      <w:r>
        <w:tab/>
        <w:t>2.025e0</w:t>
      </w:r>
    </w:p>
    <w:p w:rsidR="006974AE" w:rsidRDefault="006974AE" w:rsidP="006974AE">
      <w:r>
        <w:t>483.6709</w:t>
      </w:r>
      <w:r>
        <w:tab/>
        <w:t>7.894e0</w:t>
      </w:r>
    </w:p>
    <w:p w:rsidR="006974AE" w:rsidRDefault="006974AE" w:rsidP="006974AE">
      <w:r>
        <w:t>483.6739</w:t>
      </w:r>
      <w:r>
        <w:tab/>
        <w:t>3.038e0</w:t>
      </w:r>
    </w:p>
    <w:p w:rsidR="006974AE" w:rsidRDefault="006974AE" w:rsidP="006974AE">
      <w:r>
        <w:t>483.6894</w:t>
      </w:r>
      <w:r>
        <w:tab/>
        <w:t>1.013e0</w:t>
      </w:r>
    </w:p>
    <w:p w:rsidR="006974AE" w:rsidRDefault="006974AE" w:rsidP="006974AE">
      <w:r>
        <w:t>483.6969</w:t>
      </w:r>
      <w:r>
        <w:tab/>
        <w:t>7.081e0</w:t>
      </w:r>
    </w:p>
    <w:p w:rsidR="006974AE" w:rsidRDefault="006974AE" w:rsidP="006974AE">
      <w:r>
        <w:t>483.7178</w:t>
      </w:r>
      <w:r>
        <w:tab/>
        <w:t>6.296e0</w:t>
      </w:r>
    </w:p>
    <w:p w:rsidR="006974AE" w:rsidRDefault="006974AE" w:rsidP="006974AE">
      <w:r>
        <w:t>483.7188</w:t>
      </w:r>
      <w:r>
        <w:tab/>
        <w:t>3.572e0</w:t>
      </w:r>
    </w:p>
    <w:p w:rsidR="006974AE" w:rsidRDefault="006974AE" w:rsidP="006974AE">
      <w:r>
        <w:t>483.7296</w:t>
      </w:r>
      <w:r>
        <w:tab/>
        <w:t>5.543e0</w:t>
      </w:r>
    </w:p>
    <w:p w:rsidR="006974AE" w:rsidRDefault="006974AE" w:rsidP="006974AE">
      <w:r>
        <w:t>483.7312</w:t>
      </w:r>
      <w:r>
        <w:tab/>
        <w:t>1.013e0</w:t>
      </w:r>
    </w:p>
    <w:p w:rsidR="006974AE" w:rsidRDefault="006974AE" w:rsidP="006974AE">
      <w:r>
        <w:t>483.7585</w:t>
      </w:r>
      <w:r>
        <w:tab/>
        <w:t>3.038e0</w:t>
      </w:r>
    </w:p>
    <w:p w:rsidR="006974AE" w:rsidRDefault="006974AE" w:rsidP="006974AE">
      <w:r>
        <w:t>483.7727</w:t>
      </w:r>
      <w:r>
        <w:tab/>
        <w:t>2.025e0</w:t>
      </w:r>
    </w:p>
    <w:p w:rsidR="006974AE" w:rsidRDefault="006974AE" w:rsidP="006974AE">
      <w:r>
        <w:t>483.8073</w:t>
      </w:r>
      <w:r>
        <w:tab/>
        <w:t>3.038e0</w:t>
      </w:r>
    </w:p>
    <w:p w:rsidR="006974AE" w:rsidRDefault="006974AE" w:rsidP="006974AE">
      <w:r>
        <w:t>483.8192</w:t>
      </w:r>
      <w:r>
        <w:tab/>
        <w:t>1.634e1</w:t>
      </w:r>
    </w:p>
    <w:p w:rsidR="006974AE" w:rsidRDefault="006974AE" w:rsidP="006974AE">
      <w:r>
        <w:t>483.8290</w:t>
      </w:r>
      <w:r>
        <w:tab/>
        <w:t>2.025e0</w:t>
      </w:r>
    </w:p>
    <w:p w:rsidR="006974AE" w:rsidRDefault="006974AE" w:rsidP="006974AE">
      <w:r>
        <w:t>483.8394</w:t>
      </w:r>
      <w:r>
        <w:tab/>
        <w:t>7.444e0</w:t>
      </w:r>
    </w:p>
    <w:p w:rsidR="006974AE" w:rsidRDefault="006974AE" w:rsidP="006974AE">
      <w:r>
        <w:t>483.8416</w:t>
      </w:r>
      <w:r>
        <w:tab/>
        <w:t>1.013e0</w:t>
      </w:r>
    </w:p>
    <w:p w:rsidR="006974AE" w:rsidRDefault="006974AE" w:rsidP="006974AE">
      <w:r>
        <w:t>483.8741</w:t>
      </w:r>
      <w:r>
        <w:tab/>
        <w:t>8.859e0</w:t>
      </w:r>
    </w:p>
    <w:p w:rsidR="006974AE" w:rsidRDefault="006974AE" w:rsidP="006974AE">
      <w:r>
        <w:t>483.8863</w:t>
      </w:r>
      <w:r>
        <w:tab/>
        <w:t>4.160e0</w:t>
      </w:r>
    </w:p>
    <w:p w:rsidR="006974AE" w:rsidRDefault="006974AE" w:rsidP="006974AE">
      <w:r>
        <w:t>483.9051</w:t>
      </w:r>
      <w:r>
        <w:tab/>
        <w:t>3.038e0</w:t>
      </w:r>
    </w:p>
    <w:p w:rsidR="006974AE" w:rsidRDefault="006974AE" w:rsidP="006974AE">
      <w:r>
        <w:lastRenderedPageBreak/>
        <w:t>483.9267</w:t>
      </w:r>
      <w:r>
        <w:tab/>
        <w:t>1.000e1</w:t>
      </w:r>
    </w:p>
    <w:p w:rsidR="006974AE" w:rsidRDefault="006974AE" w:rsidP="006974AE">
      <w:r>
        <w:t>483.9289</w:t>
      </w:r>
      <w:r>
        <w:tab/>
        <w:t>1.009e1</w:t>
      </w:r>
    </w:p>
    <w:p w:rsidR="006974AE" w:rsidRDefault="006974AE" w:rsidP="006974AE">
      <w:r>
        <w:t>483.9756</w:t>
      </w:r>
      <w:r>
        <w:tab/>
        <w:t>1.614e0</w:t>
      </w:r>
    </w:p>
    <w:p w:rsidR="006974AE" w:rsidRDefault="006974AE" w:rsidP="006974AE">
      <w:r>
        <w:t>483.9771</w:t>
      </w:r>
      <w:r>
        <w:tab/>
        <w:t>7.635e0</w:t>
      </w:r>
    </w:p>
    <w:p w:rsidR="006974AE" w:rsidRDefault="006974AE" w:rsidP="006974AE">
      <w:r>
        <w:t>483.9868</w:t>
      </w:r>
      <w:r>
        <w:tab/>
        <w:t>1.085e1</w:t>
      </w:r>
    </w:p>
    <w:p w:rsidR="006974AE" w:rsidRDefault="006974AE" w:rsidP="006974AE">
      <w:r>
        <w:t>484.0023</w:t>
      </w:r>
      <w:r>
        <w:tab/>
        <w:t>1.208e1</w:t>
      </w:r>
    </w:p>
    <w:p w:rsidR="006974AE" w:rsidRDefault="006974AE" w:rsidP="006974AE">
      <w:r>
        <w:t>484.0091</w:t>
      </w:r>
      <w:r>
        <w:tab/>
        <w:t>3.024e0</w:t>
      </w:r>
    </w:p>
    <w:p w:rsidR="006974AE" w:rsidRDefault="006974AE" w:rsidP="006974AE">
      <w:r>
        <w:t>484.0284</w:t>
      </w:r>
      <w:r>
        <w:tab/>
        <w:t>2.735e0</w:t>
      </w:r>
    </w:p>
    <w:p w:rsidR="006974AE" w:rsidRDefault="006974AE" w:rsidP="006974AE">
      <w:r>
        <w:t>484.0333</w:t>
      </w:r>
      <w:r>
        <w:tab/>
        <w:t>3.681e0</w:t>
      </w:r>
    </w:p>
    <w:p w:rsidR="006974AE" w:rsidRDefault="006974AE" w:rsidP="006974AE">
      <w:r>
        <w:t>484.0569</w:t>
      </w:r>
      <w:r>
        <w:tab/>
        <w:t>2.025e0</w:t>
      </w:r>
    </w:p>
    <w:p w:rsidR="006974AE" w:rsidRDefault="006974AE" w:rsidP="006974AE">
      <w:r>
        <w:t>484.0683</w:t>
      </w:r>
      <w:r>
        <w:tab/>
        <w:t>1.013e0</w:t>
      </w:r>
    </w:p>
    <w:p w:rsidR="006974AE" w:rsidRDefault="006974AE" w:rsidP="006974AE">
      <w:r>
        <w:t>484.0724</w:t>
      </w:r>
      <w:r>
        <w:tab/>
        <w:t>2.280e0</w:t>
      </w:r>
    </w:p>
    <w:p w:rsidR="006974AE" w:rsidRDefault="006974AE" w:rsidP="006974AE">
      <w:r>
        <w:t>484.0758</w:t>
      </w:r>
      <w:r>
        <w:tab/>
        <w:t>1.013e0</w:t>
      </w:r>
    </w:p>
    <w:p w:rsidR="006974AE" w:rsidRDefault="006974AE" w:rsidP="006974AE">
      <w:r>
        <w:t>484.0843</w:t>
      </w:r>
      <w:r>
        <w:tab/>
        <w:t>7.721e0</w:t>
      </w:r>
    </w:p>
    <w:p w:rsidR="006974AE" w:rsidRDefault="006974AE" w:rsidP="006974AE">
      <w:r>
        <w:t>484.0859</w:t>
      </w:r>
      <w:r>
        <w:tab/>
        <w:t>2.025e0</w:t>
      </w:r>
    </w:p>
    <w:p w:rsidR="006974AE" w:rsidRDefault="006974AE" w:rsidP="006974AE">
      <w:r>
        <w:t>484.1139</w:t>
      </w:r>
      <w:r>
        <w:tab/>
        <w:t>1.784e0</w:t>
      </w:r>
    </w:p>
    <w:p w:rsidR="006974AE" w:rsidRDefault="006974AE" w:rsidP="006974AE">
      <w:r>
        <w:t>484.1331</w:t>
      </w:r>
      <w:r>
        <w:tab/>
        <w:t>1.013e0</w:t>
      </w:r>
    </w:p>
    <w:p w:rsidR="006974AE" w:rsidRDefault="006974AE" w:rsidP="006974AE">
      <w:r>
        <w:t>484.1386</w:t>
      </w:r>
      <w:r>
        <w:tab/>
        <w:t>3.785e0</w:t>
      </w:r>
    </w:p>
    <w:p w:rsidR="006974AE" w:rsidRDefault="006974AE" w:rsidP="006974AE">
      <w:r>
        <w:t>484.1459</w:t>
      </w:r>
      <w:r>
        <w:tab/>
        <w:t>8.201e0</w:t>
      </w:r>
    </w:p>
    <w:p w:rsidR="006974AE" w:rsidRDefault="006974AE" w:rsidP="006974AE">
      <w:r>
        <w:lastRenderedPageBreak/>
        <w:t>484.1615</w:t>
      </w:r>
      <w:r>
        <w:tab/>
        <w:t>1.013e0</w:t>
      </w:r>
    </w:p>
    <w:p w:rsidR="006974AE" w:rsidRDefault="006974AE" w:rsidP="006974AE">
      <w:r>
        <w:t>484.1894</w:t>
      </w:r>
      <w:r>
        <w:tab/>
        <w:t>2.991e1</w:t>
      </w:r>
    </w:p>
    <w:p w:rsidR="006974AE" w:rsidRDefault="006974AE" w:rsidP="006974AE">
      <w:r>
        <w:t>484.1931</w:t>
      </w:r>
      <w:r>
        <w:tab/>
        <w:t>3.989e1</w:t>
      </w:r>
    </w:p>
    <w:p w:rsidR="006974AE" w:rsidRDefault="006974AE" w:rsidP="006974AE">
      <w:r>
        <w:t>484.1966</w:t>
      </w:r>
      <w:r>
        <w:tab/>
        <w:t>1.024e1</w:t>
      </w:r>
    </w:p>
    <w:p w:rsidR="006974AE" w:rsidRDefault="006974AE" w:rsidP="006974AE">
      <w:r>
        <w:t>484.2019</w:t>
      </w:r>
      <w:r>
        <w:tab/>
        <w:t>2.214e1</w:t>
      </w:r>
    </w:p>
    <w:p w:rsidR="006974AE" w:rsidRDefault="006974AE" w:rsidP="006974AE">
      <w:r>
        <w:t>484.2216</w:t>
      </w:r>
      <w:r>
        <w:tab/>
        <w:t>3.295e0</w:t>
      </w:r>
    </w:p>
    <w:p w:rsidR="006974AE" w:rsidRDefault="006974AE" w:rsidP="006974AE">
      <w:r>
        <w:t>484.2284</w:t>
      </w:r>
      <w:r>
        <w:tab/>
        <w:t>1.013e0</w:t>
      </w:r>
    </w:p>
    <w:p w:rsidR="006974AE" w:rsidRDefault="006974AE" w:rsidP="006974AE">
      <w:r>
        <w:t>484.2542</w:t>
      </w:r>
      <w:r>
        <w:tab/>
        <w:t>1.663e0</w:t>
      </w:r>
    </w:p>
    <w:p w:rsidR="006974AE" w:rsidRDefault="006974AE" w:rsidP="006974AE">
      <w:r>
        <w:t>484.2593</w:t>
      </w:r>
      <w:r>
        <w:tab/>
        <w:t>4.947e0</w:t>
      </w:r>
    </w:p>
    <w:p w:rsidR="006974AE" w:rsidRDefault="006974AE" w:rsidP="006974AE">
      <w:r>
        <w:t>484.2808</w:t>
      </w:r>
      <w:r>
        <w:tab/>
        <w:t>4.948e0</w:t>
      </w:r>
    </w:p>
    <w:p w:rsidR="006974AE" w:rsidRDefault="006974AE" w:rsidP="006974AE">
      <w:r>
        <w:t>484.2827</w:t>
      </w:r>
      <w:r>
        <w:tab/>
        <w:t>3.773e0</w:t>
      </w:r>
    </w:p>
    <w:p w:rsidR="006974AE" w:rsidRDefault="006974AE" w:rsidP="006974AE">
      <w:r>
        <w:t>484.2879</w:t>
      </w:r>
      <w:r>
        <w:tab/>
        <w:t>2.064e0</w:t>
      </w:r>
    </w:p>
    <w:p w:rsidR="006974AE" w:rsidRDefault="006974AE" w:rsidP="006974AE">
      <w:r>
        <w:t>484.3072</w:t>
      </w:r>
      <w:r>
        <w:tab/>
        <w:t>1.013e0</w:t>
      </w:r>
    </w:p>
    <w:p w:rsidR="006974AE" w:rsidRDefault="006974AE" w:rsidP="006974AE">
      <w:r>
        <w:t>484.3254</w:t>
      </w:r>
      <w:r>
        <w:tab/>
        <w:t>1.074e1</w:t>
      </w:r>
    </w:p>
    <w:p w:rsidR="006974AE" w:rsidRDefault="006974AE" w:rsidP="006974AE">
      <w:r>
        <w:t>484.3312</w:t>
      </w:r>
      <w:r>
        <w:tab/>
        <w:t>3.848e0</w:t>
      </w:r>
    </w:p>
    <w:p w:rsidR="006974AE" w:rsidRDefault="006974AE" w:rsidP="006974AE">
      <w:r>
        <w:t>484.3401</w:t>
      </w:r>
      <w:r>
        <w:tab/>
        <w:t>3.772e0</w:t>
      </w:r>
    </w:p>
    <w:p w:rsidR="006974AE" w:rsidRDefault="006974AE" w:rsidP="006974AE">
      <w:r>
        <w:t>484.3633</w:t>
      </w:r>
      <w:r>
        <w:tab/>
        <w:t>2.025e0</w:t>
      </w:r>
    </w:p>
    <w:p w:rsidR="006974AE" w:rsidRDefault="006974AE" w:rsidP="006974AE">
      <w:r>
        <w:t>484.3709</w:t>
      </w:r>
      <w:r>
        <w:tab/>
        <w:t>4.051e0</w:t>
      </w:r>
    </w:p>
    <w:p w:rsidR="006974AE" w:rsidRDefault="006974AE" w:rsidP="006974AE">
      <w:r>
        <w:t>484.3834</w:t>
      </w:r>
      <w:r>
        <w:tab/>
        <w:t>3.038e0</w:t>
      </w:r>
    </w:p>
    <w:p w:rsidR="006974AE" w:rsidRDefault="006974AE" w:rsidP="006974AE">
      <w:r>
        <w:lastRenderedPageBreak/>
        <w:t>484.4013</w:t>
      </w:r>
      <w:r>
        <w:tab/>
        <w:t>4.835e0</w:t>
      </w:r>
    </w:p>
    <w:p w:rsidR="006974AE" w:rsidRDefault="006974AE" w:rsidP="006974AE">
      <w:r>
        <w:t>484.4088</w:t>
      </w:r>
      <w:r>
        <w:tab/>
        <w:t>1.337e0</w:t>
      </w:r>
    </w:p>
    <w:p w:rsidR="006974AE" w:rsidRDefault="006974AE" w:rsidP="006974AE">
      <w:r>
        <w:t>484.4101</w:t>
      </w:r>
      <w:r>
        <w:tab/>
        <w:t>1.903e0</w:t>
      </w:r>
    </w:p>
    <w:p w:rsidR="006974AE" w:rsidRDefault="006974AE" w:rsidP="006974AE">
      <w:r>
        <w:t>484.4128</w:t>
      </w:r>
      <w:r>
        <w:tab/>
        <w:t>4.936e0</w:t>
      </w:r>
    </w:p>
    <w:p w:rsidR="006974AE" w:rsidRDefault="006974AE" w:rsidP="006974AE">
      <w:r>
        <w:t>484.4325</w:t>
      </w:r>
      <w:r>
        <w:tab/>
        <w:t>1.019e1</w:t>
      </w:r>
    </w:p>
    <w:p w:rsidR="006974AE" w:rsidRDefault="006974AE" w:rsidP="006974AE">
      <w:r>
        <w:t>484.4650</w:t>
      </w:r>
      <w:r>
        <w:tab/>
        <w:t>4.051e0</w:t>
      </w:r>
    </w:p>
    <w:p w:rsidR="006974AE" w:rsidRDefault="006974AE" w:rsidP="006974AE">
      <w:r>
        <w:t>484.4976</w:t>
      </w:r>
      <w:r>
        <w:tab/>
        <w:t>9.929e0</w:t>
      </w:r>
    </w:p>
    <w:p w:rsidR="006974AE" w:rsidRDefault="006974AE" w:rsidP="006974AE">
      <w:r>
        <w:t>484.5021</w:t>
      </w:r>
      <w:r>
        <w:tab/>
        <w:t>8.041e0</w:t>
      </w:r>
    </w:p>
    <w:p w:rsidR="006974AE" w:rsidRDefault="006974AE" w:rsidP="006974AE">
      <w:r>
        <w:t>484.5196</w:t>
      </w:r>
      <w:r>
        <w:tab/>
        <w:t>2.025e0</w:t>
      </w:r>
    </w:p>
    <w:p w:rsidR="006974AE" w:rsidRDefault="006974AE" w:rsidP="006974AE">
      <w:r>
        <w:t>484.5246</w:t>
      </w:r>
      <w:r>
        <w:tab/>
        <w:t>3.038e0</w:t>
      </w:r>
    </w:p>
    <w:p w:rsidR="006974AE" w:rsidRDefault="006974AE" w:rsidP="006974AE">
      <w:r>
        <w:t>484.5439</w:t>
      </w:r>
      <w:r>
        <w:tab/>
        <w:t>2.790e0</w:t>
      </w:r>
    </w:p>
    <w:p w:rsidR="006974AE" w:rsidRDefault="006974AE" w:rsidP="006974AE">
      <w:r>
        <w:t>484.5512</w:t>
      </w:r>
      <w:r>
        <w:tab/>
        <w:t>5.063e0</w:t>
      </w:r>
    </w:p>
    <w:p w:rsidR="006974AE" w:rsidRDefault="006974AE" w:rsidP="006974AE">
      <w:r>
        <w:t>484.5525</w:t>
      </w:r>
      <w:r>
        <w:tab/>
        <w:t>5.057e0</w:t>
      </w:r>
    </w:p>
    <w:p w:rsidR="006974AE" w:rsidRDefault="006974AE" w:rsidP="006974AE">
      <w:r>
        <w:t>484.5552</w:t>
      </w:r>
      <w:r>
        <w:tab/>
        <w:t>9.006e0</w:t>
      </w:r>
    </w:p>
    <w:p w:rsidR="006974AE" w:rsidRDefault="006974AE" w:rsidP="006974AE">
      <w:r>
        <w:t>484.5778</w:t>
      </w:r>
      <w:r>
        <w:tab/>
        <w:t>4.063e0</w:t>
      </w:r>
    </w:p>
    <w:p w:rsidR="006974AE" w:rsidRDefault="006974AE" w:rsidP="006974AE">
      <w:r>
        <w:t>484.5792</w:t>
      </w:r>
      <w:r>
        <w:tab/>
        <w:t>3.038e0</w:t>
      </w:r>
    </w:p>
    <w:p w:rsidR="006974AE" w:rsidRDefault="006974AE" w:rsidP="006974AE">
      <w:r>
        <w:t>484.5991</w:t>
      </w:r>
      <w:r>
        <w:tab/>
        <w:t>1.818e0</w:t>
      </w:r>
    </w:p>
    <w:p w:rsidR="006974AE" w:rsidRDefault="006974AE" w:rsidP="006974AE">
      <w:r>
        <w:t>484.6003</w:t>
      </w:r>
      <w:r>
        <w:tab/>
        <w:t>3.679e0</w:t>
      </w:r>
    </w:p>
    <w:p w:rsidR="006974AE" w:rsidRDefault="006974AE" w:rsidP="006974AE">
      <w:r>
        <w:t>484.6062</w:t>
      </w:r>
      <w:r>
        <w:tab/>
        <w:t>2.025e0</w:t>
      </w:r>
    </w:p>
    <w:p w:rsidR="006974AE" w:rsidRDefault="006974AE" w:rsidP="006974AE">
      <w:r>
        <w:lastRenderedPageBreak/>
        <w:t>484.6195</w:t>
      </w:r>
      <w:r>
        <w:tab/>
        <w:t>7.423e0</w:t>
      </w:r>
    </w:p>
    <w:p w:rsidR="006974AE" w:rsidRDefault="006974AE" w:rsidP="006974AE">
      <w:r>
        <w:t>484.6208</w:t>
      </w:r>
      <w:r>
        <w:tab/>
        <w:t>3.038e0</w:t>
      </w:r>
    </w:p>
    <w:p w:rsidR="006974AE" w:rsidRDefault="006974AE" w:rsidP="006974AE">
      <w:r>
        <w:t>484.6456</w:t>
      </w:r>
      <w:r>
        <w:tab/>
        <w:t>2.025e0</w:t>
      </w:r>
    </w:p>
    <w:p w:rsidR="006974AE" w:rsidRDefault="006974AE" w:rsidP="006974AE">
      <w:r>
        <w:t>484.6545</w:t>
      </w:r>
      <w:r>
        <w:tab/>
        <w:t>4.481e0</w:t>
      </w:r>
    </w:p>
    <w:p w:rsidR="006974AE" w:rsidRDefault="006974AE" w:rsidP="006974AE">
      <w:r>
        <w:t>484.6680</w:t>
      </w:r>
      <w:r>
        <w:tab/>
        <w:t>4.944e0</w:t>
      </w:r>
    </w:p>
    <w:p w:rsidR="006974AE" w:rsidRDefault="006974AE" w:rsidP="006974AE">
      <w:r>
        <w:t>484.6868</w:t>
      </w:r>
      <w:r>
        <w:tab/>
        <w:t>3.038e0</w:t>
      </w:r>
    </w:p>
    <w:p w:rsidR="006974AE" w:rsidRDefault="006974AE" w:rsidP="006974AE">
      <w:r>
        <w:t>484.6879</w:t>
      </w:r>
      <w:r>
        <w:tab/>
        <w:t>1.787e0</w:t>
      </w:r>
    </w:p>
    <w:p w:rsidR="006974AE" w:rsidRDefault="006974AE" w:rsidP="006974AE">
      <w:r>
        <w:t>484.6928</w:t>
      </w:r>
      <w:r>
        <w:tab/>
        <w:t>2.588e0</w:t>
      </w:r>
    </w:p>
    <w:p w:rsidR="006974AE" w:rsidRDefault="006974AE" w:rsidP="006974AE">
      <w:r>
        <w:t>484.7172</w:t>
      </w:r>
      <w:r>
        <w:tab/>
        <w:t>1.013e0</w:t>
      </w:r>
    </w:p>
    <w:p w:rsidR="006974AE" w:rsidRDefault="006974AE" w:rsidP="006974AE">
      <w:r>
        <w:t>484.7378</w:t>
      </w:r>
      <w:r>
        <w:tab/>
        <w:t>2.025e0</w:t>
      </w:r>
    </w:p>
    <w:p w:rsidR="006974AE" w:rsidRDefault="006974AE" w:rsidP="006974AE">
      <w:r>
        <w:t>484.7469</w:t>
      </w:r>
      <w:r>
        <w:tab/>
        <w:t>1.013e0</w:t>
      </w:r>
    </w:p>
    <w:p w:rsidR="006974AE" w:rsidRDefault="006974AE" w:rsidP="006974AE">
      <w:r>
        <w:t>484.7565</w:t>
      </w:r>
      <w:r>
        <w:tab/>
        <w:t>5.241e0</w:t>
      </w:r>
    </w:p>
    <w:p w:rsidR="006974AE" w:rsidRDefault="006974AE" w:rsidP="006974AE">
      <w:r>
        <w:t>484.7717</w:t>
      </w:r>
      <w:r>
        <w:tab/>
        <w:t>5.915e0</w:t>
      </w:r>
    </w:p>
    <w:p w:rsidR="006974AE" w:rsidRDefault="006974AE" w:rsidP="006974AE">
      <w:r>
        <w:t>484.7833</w:t>
      </w:r>
      <w:r>
        <w:tab/>
        <w:t>4.051e0</w:t>
      </w:r>
    </w:p>
    <w:p w:rsidR="006974AE" w:rsidRDefault="006974AE" w:rsidP="006974AE">
      <w:r>
        <w:t>484.8133</w:t>
      </w:r>
      <w:r>
        <w:tab/>
        <w:t>3.881e0</w:t>
      </w:r>
    </w:p>
    <w:p w:rsidR="006974AE" w:rsidRDefault="006974AE" w:rsidP="006974AE">
      <w:r>
        <w:t>484.8226</w:t>
      </w:r>
      <w:r>
        <w:tab/>
        <w:t>2.025e0</w:t>
      </w:r>
    </w:p>
    <w:p w:rsidR="006974AE" w:rsidRDefault="006974AE" w:rsidP="006974AE">
      <w:r>
        <w:t>484.8286</w:t>
      </w:r>
      <w:r>
        <w:tab/>
        <w:t>1.089e1</w:t>
      </w:r>
    </w:p>
    <w:p w:rsidR="006974AE" w:rsidRDefault="006974AE" w:rsidP="006974AE">
      <w:r>
        <w:t>484.8300</w:t>
      </w:r>
      <w:r>
        <w:tab/>
        <w:t>3.058e0</w:t>
      </w:r>
    </w:p>
    <w:p w:rsidR="006974AE" w:rsidRDefault="006974AE" w:rsidP="006974AE">
      <w:r>
        <w:t>484.8444</w:t>
      </w:r>
      <w:r>
        <w:tab/>
        <w:t>5.063e0</w:t>
      </w:r>
    </w:p>
    <w:p w:rsidR="006974AE" w:rsidRDefault="006974AE" w:rsidP="006974AE">
      <w:r>
        <w:lastRenderedPageBreak/>
        <w:t>484.9013</w:t>
      </w:r>
      <w:r>
        <w:tab/>
        <w:t>2.019e0</w:t>
      </w:r>
    </w:p>
    <w:p w:rsidR="006974AE" w:rsidRDefault="006974AE" w:rsidP="006974AE">
      <w:r>
        <w:t>484.9062</w:t>
      </w:r>
      <w:r>
        <w:tab/>
        <w:t>3.706e0</w:t>
      </w:r>
    </w:p>
    <w:p w:rsidR="006974AE" w:rsidRDefault="006974AE" w:rsidP="006974AE">
      <w:r>
        <w:t>484.9227</w:t>
      </w:r>
      <w:r>
        <w:tab/>
        <w:t>3.804e0</w:t>
      </w:r>
    </w:p>
    <w:p w:rsidR="006974AE" w:rsidRDefault="006974AE" w:rsidP="006974AE">
      <w:r>
        <w:t>484.9288</w:t>
      </w:r>
      <w:r>
        <w:tab/>
        <w:t>9.011e0</w:t>
      </w:r>
    </w:p>
    <w:p w:rsidR="006974AE" w:rsidRDefault="006974AE" w:rsidP="006974AE">
      <w:r>
        <w:t>484.9445</w:t>
      </w:r>
      <w:r>
        <w:tab/>
        <w:t>9.036e0</w:t>
      </w:r>
    </w:p>
    <w:p w:rsidR="006974AE" w:rsidRDefault="006974AE" w:rsidP="006974AE">
      <w:r>
        <w:t>484.9533</w:t>
      </w:r>
      <w:r>
        <w:tab/>
        <w:t>2.025e0</w:t>
      </w:r>
    </w:p>
    <w:p w:rsidR="006974AE" w:rsidRDefault="006974AE" w:rsidP="006974AE">
      <w:r>
        <w:t>484.9628</w:t>
      </w:r>
      <w:r>
        <w:tab/>
        <w:t>4.882e0</w:t>
      </w:r>
    </w:p>
    <w:p w:rsidR="006974AE" w:rsidRDefault="006974AE" w:rsidP="006974AE">
      <w:r>
        <w:t>484.9693</w:t>
      </w:r>
      <w:r>
        <w:tab/>
        <w:t>7.456e0</w:t>
      </w:r>
    </w:p>
    <w:p w:rsidR="006974AE" w:rsidRDefault="006974AE" w:rsidP="006974AE">
      <w:r>
        <w:t>484.9968</w:t>
      </w:r>
      <w:r>
        <w:tab/>
        <w:t>3.289e0</w:t>
      </w:r>
    </w:p>
    <w:p w:rsidR="006974AE" w:rsidRDefault="006974AE" w:rsidP="006974AE">
      <w:r>
        <w:t>485.0124</w:t>
      </w:r>
      <w:r>
        <w:tab/>
        <w:t>1.732e0</w:t>
      </w:r>
    </w:p>
    <w:p w:rsidR="006974AE" w:rsidRDefault="006974AE" w:rsidP="006974AE">
      <w:r>
        <w:t>485.0198</w:t>
      </w:r>
      <w:r>
        <w:tab/>
        <w:t>2.808e0</w:t>
      </w:r>
    </w:p>
    <w:p w:rsidR="006974AE" w:rsidRDefault="006974AE" w:rsidP="006974AE">
      <w:r>
        <w:t>485.0620</w:t>
      </w:r>
      <w:r>
        <w:tab/>
        <w:t>2.025e0</w:t>
      </w:r>
    </w:p>
    <w:p w:rsidR="006974AE" w:rsidRDefault="006974AE" w:rsidP="006974AE">
      <w:r>
        <w:t>485.0752</w:t>
      </w:r>
      <w:r>
        <w:tab/>
        <w:t>1.975e0</w:t>
      </w:r>
    </w:p>
    <w:p w:rsidR="006974AE" w:rsidRDefault="006974AE" w:rsidP="006974AE">
      <w:r>
        <w:t>485.0771</w:t>
      </w:r>
      <w:r>
        <w:tab/>
        <w:t>5.149e0</w:t>
      </w:r>
    </w:p>
    <w:p w:rsidR="006974AE" w:rsidRDefault="006974AE" w:rsidP="006974AE">
      <w:r>
        <w:t>485.0845</w:t>
      </w:r>
      <w:r>
        <w:tab/>
        <w:t>2.025e0</w:t>
      </w:r>
    </w:p>
    <w:p w:rsidR="006974AE" w:rsidRDefault="006974AE" w:rsidP="006974AE">
      <w:r>
        <w:t>485.0868</w:t>
      </w:r>
      <w:r>
        <w:tab/>
        <w:t>3.892e0</w:t>
      </w:r>
    </w:p>
    <w:p w:rsidR="006974AE" w:rsidRDefault="006974AE" w:rsidP="006974AE">
      <w:r>
        <w:t>485.1227</w:t>
      </w:r>
      <w:r>
        <w:tab/>
        <w:t>3.544e0</w:t>
      </w:r>
    </w:p>
    <w:p w:rsidR="006974AE" w:rsidRDefault="006974AE" w:rsidP="006974AE">
      <w:r>
        <w:t>485.1367</w:t>
      </w:r>
      <w:r>
        <w:tab/>
        <w:t>1.742e0</w:t>
      </w:r>
    </w:p>
    <w:p w:rsidR="006974AE" w:rsidRDefault="006974AE" w:rsidP="006974AE">
      <w:r>
        <w:t>485.1497</w:t>
      </w:r>
      <w:r>
        <w:tab/>
        <w:t>1.013e0</w:t>
      </w:r>
    </w:p>
    <w:p w:rsidR="006974AE" w:rsidRDefault="006974AE" w:rsidP="006974AE">
      <w:r>
        <w:lastRenderedPageBreak/>
        <w:t>485.1528</w:t>
      </w:r>
      <w:r>
        <w:tab/>
        <w:t>7.159e0</w:t>
      </w:r>
    </w:p>
    <w:p w:rsidR="006974AE" w:rsidRDefault="006974AE" w:rsidP="006974AE">
      <w:r>
        <w:t>485.1812</w:t>
      </w:r>
      <w:r>
        <w:tab/>
        <w:t>2.800e1</w:t>
      </w:r>
    </w:p>
    <w:p w:rsidR="006974AE" w:rsidRDefault="006974AE" w:rsidP="006974AE">
      <w:r>
        <w:t>485.1897</w:t>
      </w:r>
      <w:r>
        <w:tab/>
        <w:t>2.003e1</w:t>
      </w:r>
    </w:p>
    <w:p w:rsidR="006974AE" w:rsidRDefault="006974AE" w:rsidP="006974AE">
      <w:r>
        <w:t>485.2009</w:t>
      </w:r>
      <w:r>
        <w:tab/>
        <w:t>7.342e0</w:t>
      </w:r>
    </w:p>
    <w:p w:rsidR="006974AE" w:rsidRDefault="006974AE" w:rsidP="006974AE">
      <w:r>
        <w:t>485.2125</w:t>
      </w:r>
      <w:r>
        <w:tab/>
        <w:t>1.689e1</w:t>
      </w:r>
    </w:p>
    <w:p w:rsidR="006974AE" w:rsidRDefault="006974AE" w:rsidP="006974AE">
      <w:r>
        <w:t>485.2149</w:t>
      </w:r>
      <w:r>
        <w:tab/>
        <w:t>7.742e0</w:t>
      </w:r>
    </w:p>
    <w:p w:rsidR="006974AE" w:rsidRDefault="006974AE" w:rsidP="006974AE">
      <w:r>
        <w:t>485.2215</w:t>
      </w:r>
      <w:r>
        <w:tab/>
        <w:t>1.231e1</w:t>
      </w:r>
    </w:p>
    <w:p w:rsidR="006974AE" w:rsidRDefault="006974AE" w:rsidP="006974AE">
      <w:r>
        <w:t>485.2336</w:t>
      </w:r>
      <w:r>
        <w:tab/>
        <w:t>5.924e0</w:t>
      </w:r>
    </w:p>
    <w:p w:rsidR="006974AE" w:rsidRDefault="006974AE" w:rsidP="006974AE">
      <w:r>
        <w:t>485.2661</w:t>
      </w:r>
      <w:r>
        <w:tab/>
        <w:t>1.013e0</w:t>
      </w:r>
    </w:p>
    <w:p w:rsidR="006974AE" w:rsidRDefault="006974AE" w:rsidP="006974AE">
      <w:r>
        <w:t>485.2707</w:t>
      </w:r>
      <w:r>
        <w:tab/>
        <w:t>1.697e1</w:t>
      </w:r>
    </w:p>
    <w:p w:rsidR="006974AE" w:rsidRDefault="006974AE" w:rsidP="006974AE">
      <w:r>
        <w:t>485.2735</w:t>
      </w:r>
      <w:r>
        <w:tab/>
        <w:t>2.006e1</w:t>
      </w:r>
    </w:p>
    <w:p w:rsidR="006974AE" w:rsidRDefault="006974AE" w:rsidP="006974AE">
      <w:r>
        <w:t>485.2865</w:t>
      </w:r>
      <w:r>
        <w:tab/>
        <w:t>8.139e0</w:t>
      </w:r>
    </w:p>
    <w:p w:rsidR="006974AE" w:rsidRDefault="006974AE" w:rsidP="006974AE">
      <w:r>
        <w:t>485.2900</w:t>
      </w:r>
      <w:r>
        <w:tab/>
        <w:t>2.511e1</w:t>
      </w:r>
    </w:p>
    <w:p w:rsidR="006974AE" w:rsidRDefault="006974AE" w:rsidP="006974AE">
      <w:r>
        <w:t>485.3127</w:t>
      </w:r>
      <w:r>
        <w:tab/>
        <w:t>8.769e0</w:t>
      </w:r>
    </w:p>
    <w:p w:rsidR="006974AE" w:rsidRDefault="006974AE" w:rsidP="006974AE">
      <w:r>
        <w:t>485.3140</w:t>
      </w:r>
      <w:r>
        <w:tab/>
        <w:t>1.255e1</w:t>
      </w:r>
    </w:p>
    <w:p w:rsidR="006974AE" w:rsidRDefault="006974AE" w:rsidP="006974AE">
      <w:r>
        <w:t>485.3229</w:t>
      </w:r>
      <w:r>
        <w:tab/>
        <w:t>2.851e1</w:t>
      </w:r>
    </w:p>
    <w:p w:rsidR="006974AE" w:rsidRDefault="006974AE" w:rsidP="006974AE">
      <w:r>
        <w:t>485.3352</w:t>
      </w:r>
      <w:r>
        <w:tab/>
        <w:t>2.149e1</w:t>
      </w:r>
    </w:p>
    <w:p w:rsidR="006974AE" w:rsidRDefault="006974AE" w:rsidP="006974AE">
      <w:r>
        <w:t>485.3640</w:t>
      </w:r>
      <w:r>
        <w:tab/>
        <w:t>2.169e1</w:t>
      </w:r>
    </w:p>
    <w:p w:rsidR="006974AE" w:rsidRDefault="006974AE" w:rsidP="006974AE">
      <w:r>
        <w:t>485.3837</w:t>
      </w:r>
      <w:r>
        <w:tab/>
        <w:t>6.076e0</w:t>
      </w:r>
    </w:p>
    <w:p w:rsidR="006974AE" w:rsidRDefault="006974AE" w:rsidP="006974AE">
      <w:r>
        <w:lastRenderedPageBreak/>
        <w:t>485.3889</w:t>
      </w:r>
      <w:r>
        <w:tab/>
        <w:t>1.797e1</w:t>
      </w:r>
    </w:p>
    <w:p w:rsidR="006974AE" w:rsidRDefault="006974AE" w:rsidP="006974AE">
      <w:r>
        <w:t>485.4002</w:t>
      </w:r>
      <w:r>
        <w:tab/>
        <w:t>1.549e1</w:t>
      </w:r>
    </w:p>
    <w:p w:rsidR="006974AE" w:rsidRDefault="006974AE" w:rsidP="006974AE">
      <w:r>
        <w:t>485.4093</w:t>
      </w:r>
      <w:r>
        <w:tab/>
        <w:t>2.351e1</w:t>
      </w:r>
    </w:p>
    <w:p w:rsidR="006974AE" w:rsidRDefault="006974AE" w:rsidP="006974AE">
      <w:r>
        <w:t>485.4302</w:t>
      </w:r>
      <w:r>
        <w:tab/>
        <w:t>4.027e1</w:t>
      </w:r>
    </w:p>
    <w:p w:rsidR="006974AE" w:rsidRDefault="006974AE" w:rsidP="006974AE">
      <w:r>
        <w:t>485.4531</w:t>
      </w:r>
      <w:r>
        <w:tab/>
        <w:t>1.845e1</w:t>
      </w:r>
    </w:p>
    <w:p w:rsidR="006974AE" w:rsidRDefault="006974AE" w:rsidP="006974AE">
      <w:r>
        <w:t>485.4720</w:t>
      </w:r>
      <w:r>
        <w:tab/>
        <w:t>8.101e0</w:t>
      </w:r>
    </w:p>
    <w:p w:rsidR="006974AE" w:rsidRDefault="006974AE" w:rsidP="006974AE">
      <w:r>
        <w:t>485.4747</w:t>
      </w:r>
      <w:r>
        <w:tab/>
        <w:t>3.036e1</w:t>
      </w:r>
    </w:p>
    <w:p w:rsidR="006974AE" w:rsidRDefault="006974AE" w:rsidP="006974AE">
      <w:r>
        <w:t>485.4886</w:t>
      </w:r>
      <w:r>
        <w:tab/>
        <w:t>2.352e1</w:t>
      </w:r>
    </w:p>
    <w:p w:rsidR="006974AE" w:rsidRDefault="006974AE" w:rsidP="006974AE">
      <w:r>
        <w:t>485.5036</w:t>
      </w:r>
      <w:r>
        <w:tab/>
        <w:t>2.241e1</w:t>
      </w:r>
    </w:p>
    <w:p w:rsidR="006974AE" w:rsidRDefault="006974AE" w:rsidP="006974AE">
      <w:r>
        <w:t>485.5165</w:t>
      </w:r>
      <w:r>
        <w:tab/>
        <w:t>3.863e1</w:t>
      </w:r>
    </w:p>
    <w:p w:rsidR="006974AE" w:rsidRDefault="006974AE" w:rsidP="006974AE">
      <w:r>
        <w:t>485.5309</w:t>
      </w:r>
      <w:r>
        <w:tab/>
        <w:t>2.025e0</w:t>
      </w:r>
    </w:p>
    <w:p w:rsidR="006974AE" w:rsidRDefault="006974AE" w:rsidP="006974AE">
      <w:r>
        <w:t>485.5417</w:t>
      </w:r>
      <w:r>
        <w:tab/>
        <w:t>2.984e1</w:t>
      </w:r>
    </w:p>
    <w:p w:rsidR="006974AE" w:rsidRDefault="006974AE" w:rsidP="006974AE">
      <w:r>
        <w:t>485.5518</w:t>
      </w:r>
      <w:r>
        <w:tab/>
        <w:t>5.063e0</w:t>
      </w:r>
    </w:p>
    <w:p w:rsidR="006974AE" w:rsidRDefault="006974AE" w:rsidP="006974AE">
      <w:r>
        <w:t>485.5588</w:t>
      </w:r>
      <w:r>
        <w:tab/>
        <w:t>2.371e1</w:t>
      </w:r>
    </w:p>
    <w:p w:rsidR="006974AE" w:rsidRDefault="006974AE" w:rsidP="006974AE">
      <w:r>
        <w:t>485.5608</w:t>
      </w:r>
      <w:r>
        <w:tab/>
        <w:t>1.522e1</w:t>
      </w:r>
    </w:p>
    <w:p w:rsidR="006974AE" w:rsidRDefault="006974AE" w:rsidP="006974AE">
      <w:r>
        <w:t>485.5895</w:t>
      </w:r>
      <w:r>
        <w:tab/>
        <w:t>6.172e0</w:t>
      </w:r>
    </w:p>
    <w:p w:rsidR="006974AE" w:rsidRDefault="006974AE" w:rsidP="006974AE">
      <w:r>
        <w:t>485.5976</w:t>
      </w:r>
      <w:r>
        <w:tab/>
        <w:t>3.925e1</w:t>
      </w:r>
    </w:p>
    <w:p w:rsidR="006974AE" w:rsidRDefault="006974AE" w:rsidP="006974AE">
      <w:r>
        <w:t>485.6032</w:t>
      </w:r>
      <w:r>
        <w:tab/>
        <w:t>2.129e1</w:t>
      </w:r>
    </w:p>
    <w:p w:rsidR="006974AE" w:rsidRDefault="006974AE" w:rsidP="006974AE">
      <w:r>
        <w:t>485.6216</w:t>
      </w:r>
      <w:r>
        <w:tab/>
        <w:t>2.138e1</w:t>
      </w:r>
    </w:p>
    <w:p w:rsidR="006974AE" w:rsidRDefault="006974AE" w:rsidP="006974AE">
      <w:r>
        <w:lastRenderedPageBreak/>
        <w:t>485.6254</w:t>
      </w:r>
      <w:r>
        <w:tab/>
        <w:t>1.013e0</w:t>
      </w:r>
    </w:p>
    <w:p w:rsidR="006974AE" w:rsidRDefault="006974AE" w:rsidP="006974AE">
      <w:r>
        <w:t>485.6266</w:t>
      </w:r>
      <w:r>
        <w:tab/>
        <w:t>3.299e1</w:t>
      </w:r>
    </w:p>
    <w:p w:rsidR="006974AE" w:rsidRDefault="006974AE" w:rsidP="006974AE">
      <w:r>
        <w:t>485.6426</w:t>
      </w:r>
      <w:r>
        <w:tab/>
        <w:t>2.569e0</w:t>
      </w:r>
    </w:p>
    <w:p w:rsidR="006974AE" w:rsidRDefault="006974AE" w:rsidP="006974AE">
      <w:r>
        <w:t>485.6534</w:t>
      </w:r>
      <w:r>
        <w:tab/>
        <w:t>1.722e1</w:t>
      </w:r>
    </w:p>
    <w:p w:rsidR="006974AE" w:rsidRDefault="006974AE" w:rsidP="006974AE">
      <w:r>
        <w:t>485.6725</w:t>
      </w:r>
      <w:r>
        <w:tab/>
        <w:t>1.465e1</w:t>
      </w:r>
    </w:p>
    <w:p w:rsidR="006974AE" w:rsidRDefault="006974AE" w:rsidP="006974AE">
      <w:r>
        <w:t>485.6901</w:t>
      </w:r>
      <w:r>
        <w:tab/>
        <w:t>1.385e1</w:t>
      </w:r>
    </w:p>
    <w:p w:rsidR="006974AE" w:rsidRDefault="006974AE" w:rsidP="006974AE">
      <w:r>
        <w:t>485.7021</w:t>
      </w:r>
      <w:r>
        <w:tab/>
        <w:t>1.943e1</w:t>
      </w:r>
    </w:p>
    <w:p w:rsidR="006974AE" w:rsidRDefault="006974AE" w:rsidP="006974AE">
      <w:r>
        <w:t>485.7039</w:t>
      </w:r>
      <w:r>
        <w:tab/>
        <w:t>5.958e0</w:t>
      </w:r>
    </w:p>
    <w:p w:rsidR="006974AE" w:rsidRDefault="006974AE" w:rsidP="006974AE">
      <w:r>
        <w:t>485.7108</w:t>
      </w:r>
      <w:r>
        <w:tab/>
        <w:t>2.423e1</w:t>
      </w:r>
    </w:p>
    <w:p w:rsidR="006974AE" w:rsidRDefault="006974AE" w:rsidP="006974AE">
      <w:r>
        <w:t>485.7397</w:t>
      </w:r>
      <w:r>
        <w:tab/>
        <w:t>1.272e1</w:t>
      </w:r>
    </w:p>
    <w:p w:rsidR="006974AE" w:rsidRDefault="006974AE" w:rsidP="006974AE">
      <w:r>
        <w:t>485.7415</w:t>
      </w:r>
      <w:r>
        <w:tab/>
        <w:t>1.515e1</w:t>
      </w:r>
    </w:p>
    <w:p w:rsidR="006974AE" w:rsidRDefault="006974AE" w:rsidP="006974AE">
      <w:r>
        <w:t>485.7542</w:t>
      </w:r>
      <w:r>
        <w:tab/>
        <w:t>4.283e0</w:t>
      </w:r>
    </w:p>
    <w:p w:rsidR="006974AE" w:rsidRDefault="006974AE" w:rsidP="006974AE">
      <w:r>
        <w:t>485.7607</w:t>
      </w:r>
      <w:r>
        <w:tab/>
        <w:t>3.779e1</w:t>
      </w:r>
    </w:p>
    <w:p w:rsidR="006974AE" w:rsidRDefault="006974AE" w:rsidP="006974AE">
      <w:r>
        <w:t>485.7820</w:t>
      </w:r>
      <w:r>
        <w:tab/>
        <w:t>1.620e1</w:t>
      </w:r>
    </w:p>
    <w:p w:rsidR="006974AE" w:rsidRDefault="006974AE" w:rsidP="006974AE">
      <w:r>
        <w:t>485.7982</w:t>
      </w:r>
      <w:r>
        <w:tab/>
        <w:t>2.128e1</w:t>
      </w:r>
    </w:p>
    <w:p w:rsidR="006974AE" w:rsidRDefault="006974AE" w:rsidP="006974AE">
      <w:r>
        <w:t>485.8056</w:t>
      </w:r>
      <w:r>
        <w:tab/>
        <w:t>4.051e0</w:t>
      </w:r>
    </w:p>
    <w:p w:rsidR="006974AE" w:rsidRDefault="006974AE" w:rsidP="006974AE">
      <w:r>
        <w:t>485.8139</w:t>
      </w:r>
      <w:r>
        <w:tab/>
        <w:t>1.073e1</w:t>
      </w:r>
    </w:p>
    <w:p w:rsidR="006974AE" w:rsidRDefault="006974AE" w:rsidP="006974AE">
      <w:r>
        <w:t>485.8177</w:t>
      </w:r>
      <w:r>
        <w:tab/>
        <w:t>1.013e0</w:t>
      </w:r>
    </w:p>
    <w:p w:rsidR="006974AE" w:rsidRDefault="006974AE" w:rsidP="006974AE">
      <w:r>
        <w:t>485.8188</w:t>
      </w:r>
      <w:r>
        <w:tab/>
        <w:t>2.485e1</w:t>
      </w:r>
    </w:p>
    <w:p w:rsidR="006974AE" w:rsidRDefault="006974AE" w:rsidP="006974AE">
      <w:r>
        <w:lastRenderedPageBreak/>
        <w:t>485.8202</w:t>
      </w:r>
      <w:r>
        <w:tab/>
        <w:t>9.078e0</w:t>
      </w:r>
    </w:p>
    <w:p w:rsidR="006974AE" w:rsidRDefault="006974AE" w:rsidP="006974AE">
      <w:r>
        <w:t>485.8386</w:t>
      </w:r>
      <w:r>
        <w:tab/>
        <w:t>5.879e0</w:t>
      </w:r>
    </w:p>
    <w:p w:rsidR="006974AE" w:rsidRDefault="006974AE" w:rsidP="006974AE">
      <w:r>
        <w:t>485.8435</w:t>
      </w:r>
      <w:r>
        <w:tab/>
        <w:t>7.089e0</w:t>
      </w:r>
    </w:p>
    <w:p w:rsidR="006974AE" w:rsidRDefault="006974AE" w:rsidP="006974AE">
      <w:r>
        <w:t>485.8546</w:t>
      </w:r>
      <w:r>
        <w:tab/>
        <w:t>4.051e0</w:t>
      </w:r>
    </w:p>
    <w:p w:rsidR="006974AE" w:rsidRDefault="006974AE" w:rsidP="006974AE">
      <w:r>
        <w:t>485.8782</w:t>
      </w:r>
      <w:r>
        <w:tab/>
        <w:t>2.787e1</w:t>
      </w:r>
    </w:p>
    <w:p w:rsidR="006974AE" w:rsidRDefault="006974AE" w:rsidP="006974AE">
      <w:r>
        <w:t>485.8801</w:t>
      </w:r>
      <w:r>
        <w:tab/>
        <w:t>1.154e1</w:t>
      </w:r>
    </w:p>
    <w:p w:rsidR="006974AE" w:rsidRDefault="006974AE" w:rsidP="006974AE">
      <w:r>
        <w:t>485.8940</w:t>
      </w:r>
      <w:r>
        <w:tab/>
        <w:t>7.119e0</w:t>
      </w:r>
    </w:p>
    <w:p w:rsidR="006974AE" w:rsidRDefault="006974AE" w:rsidP="006974AE">
      <w:r>
        <w:t>485.9216</w:t>
      </w:r>
      <w:r>
        <w:tab/>
        <w:t>1.296e1</w:t>
      </w:r>
    </w:p>
    <w:p w:rsidR="006974AE" w:rsidRDefault="006974AE" w:rsidP="006974AE">
      <w:r>
        <w:t>485.9473</w:t>
      </w:r>
      <w:r>
        <w:tab/>
        <w:t>5.063e0</w:t>
      </w:r>
    </w:p>
    <w:p w:rsidR="006974AE" w:rsidRDefault="006974AE" w:rsidP="006974AE">
      <w:r>
        <w:t>485.9560</w:t>
      </w:r>
      <w:r>
        <w:tab/>
        <w:t>4.485e1</w:t>
      </w:r>
    </w:p>
    <w:p w:rsidR="006974AE" w:rsidRDefault="006974AE" w:rsidP="006974AE">
      <w:r>
        <w:t>485.9663</w:t>
      </w:r>
      <w:r>
        <w:tab/>
        <w:t>1.676e1</w:t>
      </w:r>
    </w:p>
    <w:p w:rsidR="006974AE" w:rsidRDefault="006974AE" w:rsidP="006974AE">
      <w:r>
        <w:t>485.9811</w:t>
      </w:r>
      <w:r>
        <w:tab/>
        <w:t>2.025e0</w:t>
      </w:r>
    </w:p>
    <w:p w:rsidR="006974AE" w:rsidRDefault="006974AE" w:rsidP="006974AE">
      <w:r>
        <w:t>485.9889</w:t>
      </w:r>
      <w:r>
        <w:tab/>
        <w:t>1.305e1</w:t>
      </w:r>
    </w:p>
    <w:p w:rsidR="006974AE" w:rsidRDefault="006974AE" w:rsidP="006974AE">
      <w:r>
        <w:t>486.0063</w:t>
      </w:r>
      <w:r>
        <w:tab/>
        <w:t>2.448e1</w:t>
      </w:r>
    </w:p>
    <w:p w:rsidR="006974AE" w:rsidRDefault="006974AE" w:rsidP="006974AE">
      <w:r>
        <w:t>486.0371</w:t>
      </w:r>
      <w:r>
        <w:tab/>
        <w:t>3.302e1</w:t>
      </w:r>
    </w:p>
    <w:p w:rsidR="006974AE" w:rsidRDefault="006974AE" w:rsidP="006974AE">
      <w:r>
        <w:t>486.0435</w:t>
      </w:r>
      <w:r>
        <w:tab/>
        <w:t>2.025e0</w:t>
      </w:r>
    </w:p>
    <w:p w:rsidR="006974AE" w:rsidRDefault="006974AE" w:rsidP="006974AE">
      <w:r>
        <w:t>486.0463</w:t>
      </w:r>
      <w:r>
        <w:tab/>
        <w:t>1.695e1</w:t>
      </w:r>
    </w:p>
    <w:p w:rsidR="006974AE" w:rsidRDefault="006974AE" w:rsidP="006974AE">
      <w:r>
        <w:t>486.0530</w:t>
      </w:r>
      <w:r>
        <w:tab/>
        <w:t>2.189e1</w:t>
      </w:r>
    </w:p>
    <w:p w:rsidR="006974AE" w:rsidRDefault="006974AE" w:rsidP="006974AE">
      <w:r>
        <w:t>486.2105</w:t>
      </w:r>
      <w:r>
        <w:tab/>
        <w:t>7.778e4</w:t>
      </w:r>
    </w:p>
    <w:p w:rsidR="006974AE" w:rsidRDefault="006974AE" w:rsidP="006974AE">
      <w:r>
        <w:lastRenderedPageBreak/>
        <w:t>486.2115</w:t>
      </w:r>
      <w:r>
        <w:tab/>
        <w:t>1.240e4</w:t>
      </w:r>
    </w:p>
    <w:p w:rsidR="006974AE" w:rsidRDefault="006974AE" w:rsidP="006974AE">
      <w:r>
        <w:t>486.3371</w:t>
      </w:r>
      <w:r>
        <w:tab/>
        <w:t>1.165e2</w:t>
      </w:r>
    </w:p>
    <w:p w:rsidR="006974AE" w:rsidRDefault="006974AE" w:rsidP="006974AE">
      <w:r>
        <w:t>486.3397</w:t>
      </w:r>
      <w:r>
        <w:tab/>
        <w:t>1.397e2</w:t>
      </w:r>
    </w:p>
    <w:p w:rsidR="006974AE" w:rsidRDefault="006974AE" w:rsidP="006974AE">
      <w:r>
        <w:t>486.3661</w:t>
      </w:r>
      <w:r>
        <w:tab/>
        <w:t>9.316e1</w:t>
      </w:r>
    </w:p>
    <w:p w:rsidR="006974AE" w:rsidRDefault="006974AE" w:rsidP="006974AE">
      <w:r>
        <w:t>486.3689</w:t>
      </w:r>
      <w:r>
        <w:tab/>
        <w:t>1.366e2</w:t>
      </w:r>
    </w:p>
    <w:p w:rsidR="006974AE" w:rsidRDefault="006974AE" w:rsidP="006974AE">
      <w:r>
        <w:t>486.3766</w:t>
      </w:r>
      <w:r>
        <w:tab/>
        <w:t>1.397e2</w:t>
      </w:r>
    </w:p>
    <w:p w:rsidR="006974AE" w:rsidRDefault="006974AE" w:rsidP="006974AE">
      <w:r>
        <w:t>486.3880</w:t>
      </w:r>
      <w:r>
        <w:tab/>
        <w:t>1.013e0</w:t>
      </w:r>
    </w:p>
    <w:p w:rsidR="006974AE" w:rsidRDefault="006974AE" w:rsidP="006974AE">
      <w:r>
        <w:t>486.4002</w:t>
      </w:r>
      <w:r>
        <w:tab/>
        <w:t>9.371e1</w:t>
      </w:r>
    </w:p>
    <w:p w:rsidR="006974AE" w:rsidRDefault="006974AE" w:rsidP="006974AE">
      <w:r>
        <w:t>486.4109</w:t>
      </w:r>
      <w:r>
        <w:tab/>
        <w:t>3.396e2</w:t>
      </w:r>
    </w:p>
    <w:p w:rsidR="006974AE" w:rsidRDefault="006974AE" w:rsidP="006974AE">
      <w:r>
        <w:t>486.4144</w:t>
      </w:r>
      <w:r>
        <w:tab/>
        <w:t>3.025e2</w:t>
      </w:r>
    </w:p>
    <w:p w:rsidR="006974AE" w:rsidRDefault="006974AE" w:rsidP="006974AE">
      <w:r>
        <w:t>486.4243</w:t>
      </w:r>
      <w:r>
        <w:tab/>
        <w:t>1.990e2</w:t>
      </w:r>
    </w:p>
    <w:p w:rsidR="006974AE" w:rsidRDefault="006974AE" w:rsidP="006974AE">
      <w:r>
        <w:t>486.4591</w:t>
      </w:r>
      <w:r>
        <w:tab/>
        <w:t>1.397e2</w:t>
      </w:r>
    </w:p>
    <w:p w:rsidR="006974AE" w:rsidRDefault="006974AE" w:rsidP="006974AE">
      <w:r>
        <w:t>486.4803</w:t>
      </w:r>
      <w:r>
        <w:tab/>
        <w:t>1.982e2</w:t>
      </w:r>
    </w:p>
    <w:p w:rsidR="006974AE" w:rsidRDefault="006974AE" w:rsidP="006974AE">
      <w:r>
        <w:t>486.4848</w:t>
      </w:r>
      <w:r>
        <w:tab/>
        <w:t>1.863e2</w:t>
      </w:r>
    </w:p>
    <w:p w:rsidR="006974AE" w:rsidRDefault="006974AE" w:rsidP="006974AE">
      <w:r>
        <w:t>486.4858</w:t>
      </w:r>
      <w:r>
        <w:tab/>
        <w:t>1.013e0</w:t>
      </w:r>
    </w:p>
    <w:p w:rsidR="006974AE" w:rsidRDefault="006974AE" w:rsidP="006974AE">
      <w:r>
        <w:t>486.4955</w:t>
      </w:r>
      <w:r>
        <w:tab/>
        <w:t>9.316e1</w:t>
      </w:r>
    </w:p>
    <w:p w:rsidR="006974AE" w:rsidRDefault="006974AE" w:rsidP="006974AE">
      <w:r>
        <w:t>486.5043</w:t>
      </w:r>
      <w:r>
        <w:tab/>
        <w:t>2.329e1</w:t>
      </w:r>
    </w:p>
    <w:p w:rsidR="006974AE" w:rsidRDefault="006974AE" w:rsidP="006974AE">
      <w:r>
        <w:t>486.5089</w:t>
      </w:r>
      <w:r>
        <w:tab/>
        <w:t>1.562e2</w:t>
      </w:r>
    </w:p>
    <w:p w:rsidR="006974AE" w:rsidRDefault="006974AE" w:rsidP="006974AE">
      <w:r>
        <w:t>486.5144</w:t>
      </w:r>
      <w:r>
        <w:tab/>
        <w:t>1.397e2</w:t>
      </w:r>
    </w:p>
    <w:p w:rsidR="006974AE" w:rsidRDefault="006974AE" w:rsidP="006974AE">
      <w:r>
        <w:lastRenderedPageBreak/>
        <w:t>486.5535</w:t>
      </w:r>
      <w:r>
        <w:tab/>
        <w:t>6.987e1</w:t>
      </w:r>
    </w:p>
    <w:p w:rsidR="006974AE" w:rsidRDefault="006974AE" w:rsidP="006974AE">
      <w:r>
        <w:t>486.5885</w:t>
      </w:r>
      <w:r>
        <w:tab/>
        <w:t>6.987e1</w:t>
      </w:r>
    </w:p>
    <w:p w:rsidR="006974AE" w:rsidRDefault="006974AE" w:rsidP="006974AE">
      <w:r>
        <w:t>486.5922</w:t>
      </w:r>
      <w:r>
        <w:tab/>
        <w:t>2.329e1</w:t>
      </w:r>
    </w:p>
    <w:p w:rsidR="006974AE" w:rsidRDefault="006974AE" w:rsidP="006974AE">
      <w:r>
        <w:t>486.5955</w:t>
      </w:r>
      <w:r>
        <w:tab/>
        <w:t>6.987e1</w:t>
      </w:r>
    </w:p>
    <w:p w:rsidR="006974AE" w:rsidRDefault="006974AE" w:rsidP="006974AE">
      <w:r>
        <w:t>486.6009</w:t>
      </w:r>
      <w:r>
        <w:tab/>
        <w:t>4.051e0</w:t>
      </w:r>
    </w:p>
    <w:p w:rsidR="006974AE" w:rsidRDefault="006974AE" w:rsidP="006974AE">
      <w:r>
        <w:t>486.6214</w:t>
      </w:r>
      <w:r>
        <w:tab/>
        <w:t>6.987e1</w:t>
      </w:r>
    </w:p>
    <w:p w:rsidR="006974AE" w:rsidRDefault="006974AE" w:rsidP="006974AE">
      <w:r>
        <w:t>486.6228</w:t>
      </w:r>
      <w:r>
        <w:tab/>
        <w:t>1.720e2</w:t>
      </w:r>
    </w:p>
    <w:p w:rsidR="006974AE" w:rsidRDefault="006974AE" w:rsidP="006974AE">
      <w:r>
        <w:t>486.6396</w:t>
      </w:r>
      <w:r>
        <w:tab/>
        <w:t>2.329e1</w:t>
      </w:r>
    </w:p>
    <w:p w:rsidR="006974AE" w:rsidRDefault="006974AE" w:rsidP="006974AE">
      <w:r>
        <w:t>486.6410</w:t>
      </w:r>
      <w:r>
        <w:tab/>
        <w:t>1.863e2</w:t>
      </w:r>
    </w:p>
    <w:p w:rsidR="006974AE" w:rsidRDefault="006974AE" w:rsidP="006974AE">
      <w:r>
        <w:t>486.6685</w:t>
      </w:r>
      <w:r>
        <w:tab/>
        <w:t>2.329e1</w:t>
      </w:r>
    </w:p>
    <w:p w:rsidR="006974AE" w:rsidRDefault="006974AE" w:rsidP="006974AE">
      <w:r>
        <w:t>486.6729</w:t>
      </w:r>
      <w:r>
        <w:tab/>
        <w:t>2.987e0</w:t>
      </w:r>
    </w:p>
    <w:p w:rsidR="006974AE" w:rsidRDefault="006974AE" w:rsidP="006974AE">
      <w:r>
        <w:t>486.6906</w:t>
      </w:r>
      <w:r>
        <w:tab/>
        <w:t>4.658e1</w:t>
      </w:r>
    </w:p>
    <w:p w:rsidR="006974AE" w:rsidRDefault="006974AE" w:rsidP="006974AE">
      <w:r>
        <w:t>486.7007</w:t>
      </w:r>
      <w:r>
        <w:tab/>
        <w:t>4.658e1</w:t>
      </w:r>
    </w:p>
    <w:p w:rsidR="006974AE" w:rsidRDefault="006974AE" w:rsidP="006974AE">
      <w:r>
        <w:t>486.7059</w:t>
      </w:r>
      <w:r>
        <w:tab/>
        <w:t>2.329e1</w:t>
      </w:r>
    </w:p>
    <w:p w:rsidR="006974AE" w:rsidRDefault="006974AE" w:rsidP="006974AE">
      <w:r>
        <w:t>486.7243</w:t>
      </w:r>
      <w:r>
        <w:tab/>
        <w:t>2.329e1</w:t>
      </w:r>
    </w:p>
    <w:p w:rsidR="006974AE" w:rsidRDefault="006974AE" w:rsidP="006974AE">
      <w:r>
        <w:t>486.7502</w:t>
      </w:r>
      <w:r>
        <w:tab/>
        <w:t>6.987e1</w:t>
      </w:r>
    </w:p>
    <w:p w:rsidR="006974AE" w:rsidRDefault="006974AE" w:rsidP="006974AE">
      <w:r>
        <w:t>486.7617</w:t>
      </w:r>
      <w:r>
        <w:tab/>
        <w:t>2.096e2</w:t>
      </w:r>
    </w:p>
    <w:p w:rsidR="006974AE" w:rsidRDefault="006974AE" w:rsidP="006974AE">
      <w:r>
        <w:t>486.7801</w:t>
      </w:r>
      <w:r>
        <w:tab/>
        <w:t>2.025e0</w:t>
      </w:r>
    </w:p>
    <w:p w:rsidR="006974AE" w:rsidRDefault="006974AE" w:rsidP="006974AE">
      <w:r>
        <w:t>486.7924</w:t>
      </w:r>
      <w:r>
        <w:tab/>
        <w:t>1.863e2</w:t>
      </w:r>
    </w:p>
    <w:p w:rsidR="006974AE" w:rsidRDefault="006974AE" w:rsidP="006974AE">
      <w:r>
        <w:lastRenderedPageBreak/>
        <w:t>486.8048</w:t>
      </w:r>
      <w:r>
        <w:tab/>
        <w:t>2.562e2</w:t>
      </w:r>
    </w:p>
    <w:p w:rsidR="006974AE" w:rsidRDefault="006974AE" w:rsidP="006974AE">
      <w:r>
        <w:t>486.8089</w:t>
      </w:r>
      <w:r>
        <w:tab/>
        <w:t>2.329e1</w:t>
      </w:r>
    </w:p>
    <w:p w:rsidR="006974AE" w:rsidRDefault="006974AE" w:rsidP="006974AE">
      <w:r>
        <w:t>486.8250</w:t>
      </w:r>
      <w:r>
        <w:tab/>
        <w:t>2.329e1</w:t>
      </w:r>
    </w:p>
    <w:p w:rsidR="006974AE" w:rsidRDefault="006974AE" w:rsidP="006974AE">
      <w:r>
        <w:t>486.8380</w:t>
      </w:r>
      <w:r>
        <w:tab/>
        <w:t>4.658e1</w:t>
      </w:r>
    </w:p>
    <w:p w:rsidR="006974AE" w:rsidRDefault="006974AE" w:rsidP="006974AE">
      <w:r>
        <w:t>486.8617</w:t>
      </w:r>
      <w:r>
        <w:tab/>
        <w:t>4.658e1</w:t>
      </w:r>
    </w:p>
    <w:p w:rsidR="006974AE" w:rsidRDefault="006974AE" w:rsidP="006974AE">
      <w:r>
        <w:t>486.8705</w:t>
      </w:r>
      <w:r>
        <w:tab/>
        <w:t>2.543e2</w:t>
      </w:r>
    </w:p>
    <w:p w:rsidR="006974AE" w:rsidRDefault="006974AE" w:rsidP="006974AE">
      <w:r>
        <w:t>486.8764</w:t>
      </w:r>
      <w:r>
        <w:tab/>
        <w:t>2.025e0</w:t>
      </w:r>
    </w:p>
    <w:p w:rsidR="006974AE" w:rsidRDefault="006974AE" w:rsidP="006974AE">
      <w:r>
        <w:t>486.8980</w:t>
      </w:r>
      <w:r>
        <w:tab/>
        <w:t>9.316e1</w:t>
      </w:r>
    </w:p>
    <w:p w:rsidR="006974AE" w:rsidRDefault="006974AE" w:rsidP="006974AE">
      <w:r>
        <w:t>486.9123</w:t>
      </w:r>
      <w:r>
        <w:tab/>
        <w:t>1.165e2</w:t>
      </w:r>
    </w:p>
    <w:p w:rsidR="006974AE" w:rsidRDefault="006974AE" w:rsidP="006974AE">
      <w:r>
        <w:t>486.9164</w:t>
      </w:r>
      <w:r>
        <w:tab/>
        <w:t>2.329e1</w:t>
      </w:r>
    </w:p>
    <w:p w:rsidR="006974AE" w:rsidRDefault="006974AE" w:rsidP="006974AE">
      <w:r>
        <w:t>486.9251</w:t>
      </w:r>
      <w:r>
        <w:tab/>
        <w:t>1.013e0</w:t>
      </w:r>
    </w:p>
    <w:p w:rsidR="006974AE" w:rsidRDefault="006974AE" w:rsidP="006974AE">
      <w:r>
        <w:t>486.9339</w:t>
      </w:r>
      <w:r>
        <w:tab/>
        <w:t>4.658e1</w:t>
      </w:r>
    </w:p>
    <w:p w:rsidR="006974AE" w:rsidRDefault="006974AE" w:rsidP="006974AE">
      <w:r>
        <w:t>486.9655</w:t>
      </w:r>
      <w:r>
        <w:tab/>
        <w:t>4.658e1</w:t>
      </w:r>
    </w:p>
    <w:p w:rsidR="006974AE" w:rsidRDefault="006974AE" w:rsidP="006974AE">
      <w:r>
        <w:t>486.9778</w:t>
      </w:r>
      <w:r>
        <w:tab/>
        <w:t>4.658e1</w:t>
      </w:r>
    </w:p>
    <w:p w:rsidR="006974AE" w:rsidRDefault="006974AE" w:rsidP="006974AE">
      <w:r>
        <w:t>486.9806</w:t>
      </w:r>
      <w:r>
        <w:tab/>
        <w:t>4.658e1</w:t>
      </w:r>
    </w:p>
    <w:p w:rsidR="006974AE" w:rsidRDefault="006974AE" w:rsidP="006974AE">
      <w:r>
        <w:t>487.0032</w:t>
      </w:r>
      <w:r>
        <w:tab/>
        <w:t>4.051e0</w:t>
      </w:r>
    </w:p>
    <w:p w:rsidR="006974AE" w:rsidRDefault="006974AE" w:rsidP="006974AE">
      <w:r>
        <w:t>487.0133</w:t>
      </w:r>
      <w:r>
        <w:tab/>
        <w:t>2.329e1</w:t>
      </w:r>
    </w:p>
    <w:p w:rsidR="006974AE" w:rsidRDefault="006974AE" w:rsidP="006974AE">
      <w:r>
        <w:t>487.0153</w:t>
      </w:r>
      <w:r>
        <w:tab/>
        <w:t>1.639e2</w:t>
      </w:r>
    </w:p>
    <w:p w:rsidR="006974AE" w:rsidRDefault="006974AE" w:rsidP="006974AE">
      <w:r>
        <w:t>487.0486</w:t>
      </w:r>
      <w:r>
        <w:tab/>
        <w:t>9.316e1</w:t>
      </w:r>
    </w:p>
    <w:p w:rsidR="006974AE" w:rsidRDefault="006974AE" w:rsidP="006974AE">
      <w:r>
        <w:lastRenderedPageBreak/>
        <w:t>487.0507</w:t>
      </w:r>
      <w:r>
        <w:tab/>
        <w:t>2.329e1</w:t>
      </w:r>
    </w:p>
    <w:p w:rsidR="006974AE" w:rsidRDefault="006974AE" w:rsidP="006974AE">
      <w:r>
        <w:t>487.0693</w:t>
      </w:r>
      <w:r>
        <w:tab/>
        <w:t>1.397e2</w:t>
      </w:r>
    </w:p>
    <w:p w:rsidR="006974AE" w:rsidRDefault="006974AE" w:rsidP="006974AE">
      <w:r>
        <w:t>487.0801</w:t>
      </w:r>
      <w:r>
        <w:tab/>
        <w:t>1.194e2</w:t>
      </w:r>
    </w:p>
    <w:p w:rsidR="006974AE" w:rsidRDefault="006974AE" w:rsidP="006974AE">
      <w:r>
        <w:t>487.0988</w:t>
      </w:r>
      <w:r>
        <w:tab/>
        <w:t>4.658e1</w:t>
      </w:r>
    </w:p>
    <w:p w:rsidR="006974AE" w:rsidRDefault="006974AE" w:rsidP="006974AE">
      <w:r>
        <w:t>487.1018</w:t>
      </w:r>
      <w:r>
        <w:tab/>
        <w:t>1.630e2</w:t>
      </w:r>
    </w:p>
    <w:p w:rsidR="006974AE" w:rsidRDefault="006974AE" w:rsidP="006974AE">
      <w:r>
        <w:t>487.1206</w:t>
      </w:r>
      <w:r>
        <w:tab/>
        <w:t>4.051e0</w:t>
      </w:r>
    </w:p>
    <w:p w:rsidR="006974AE" w:rsidRDefault="006974AE" w:rsidP="006974AE">
      <w:r>
        <w:t>487.1250</w:t>
      </w:r>
      <w:r>
        <w:tab/>
        <w:t>1.135e2</w:t>
      </w:r>
    </w:p>
    <w:p w:rsidR="006974AE" w:rsidRDefault="006974AE" w:rsidP="006974AE">
      <w:r>
        <w:t>487.2133</w:t>
      </w:r>
      <w:r>
        <w:tab/>
        <w:t>3.333e3</w:t>
      </w:r>
    </w:p>
    <w:p w:rsidR="006974AE" w:rsidRDefault="006974AE" w:rsidP="006974AE">
      <w:r>
        <w:t>487.2164</w:t>
      </w:r>
      <w:r>
        <w:tab/>
        <w:t>2.201e4</w:t>
      </w:r>
    </w:p>
    <w:p w:rsidR="006974AE" w:rsidRDefault="006974AE" w:rsidP="006974AE">
      <w:r>
        <w:t>487.2177</w:t>
      </w:r>
      <w:r>
        <w:tab/>
        <w:t>7.476e3</w:t>
      </w:r>
    </w:p>
    <w:p w:rsidR="006974AE" w:rsidRDefault="006974AE" w:rsidP="006974AE">
      <w:r>
        <w:t>487.3171</w:t>
      </w:r>
      <w:r>
        <w:tab/>
        <w:t>1.550e2</w:t>
      </w:r>
    </w:p>
    <w:p w:rsidR="006974AE" w:rsidRDefault="006974AE" w:rsidP="006974AE">
      <w:r>
        <w:t>487.3423</w:t>
      </w:r>
      <w:r>
        <w:tab/>
        <w:t>4.658e1</w:t>
      </w:r>
    </w:p>
    <w:p w:rsidR="006974AE" w:rsidRDefault="006974AE" w:rsidP="006974AE">
      <w:r>
        <w:t>487.3482</w:t>
      </w:r>
      <w:r>
        <w:tab/>
        <w:t>5.063e1</w:t>
      </w:r>
    </w:p>
    <w:p w:rsidR="006974AE" w:rsidRDefault="006974AE" w:rsidP="006974AE">
      <w:r>
        <w:t>487.3527</w:t>
      </w:r>
      <w:r>
        <w:tab/>
        <w:t>7.742e1</w:t>
      </w:r>
    </w:p>
    <w:p w:rsidR="006974AE" w:rsidRDefault="006974AE" w:rsidP="006974AE">
      <w:r>
        <w:t>487.3627</w:t>
      </w:r>
      <w:r>
        <w:tab/>
        <w:t>1.863e2</w:t>
      </w:r>
    </w:p>
    <w:p w:rsidR="006974AE" w:rsidRDefault="006974AE" w:rsidP="006974AE">
      <w:r>
        <w:t>487.3812</w:t>
      </w:r>
      <w:r>
        <w:tab/>
        <w:t>1.165e2</w:t>
      </w:r>
    </w:p>
    <w:p w:rsidR="006974AE" w:rsidRDefault="006974AE" w:rsidP="006974AE">
      <w:r>
        <w:t>487.3836</w:t>
      </w:r>
      <w:r>
        <w:tab/>
        <w:t>1.397e2</w:t>
      </w:r>
    </w:p>
    <w:p w:rsidR="006974AE" w:rsidRDefault="006974AE" w:rsidP="006974AE">
      <w:r>
        <w:t>487.4230</w:t>
      </w:r>
      <w:r>
        <w:tab/>
        <w:t>4.658e1</w:t>
      </w:r>
    </w:p>
    <w:p w:rsidR="006974AE" w:rsidRDefault="006974AE" w:rsidP="006974AE">
      <w:r>
        <w:t>487.4337</w:t>
      </w:r>
      <w:r>
        <w:tab/>
        <w:t>4.658e1</w:t>
      </w:r>
    </w:p>
    <w:p w:rsidR="006974AE" w:rsidRDefault="006974AE" w:rsidP="006974AE">
      <w:r>
        <w:lastRenderedPageBreak/>
        <w:t>487.4436</w:t>
      </w:r>
      <w:r>
        <w:tab/>
        <w:t>9.316e1</w:t>
      </w:r>
    </w:p>
    <w:p w:rsidR="006974AE" w:rsidRDefault="006974AE" w:rsidP="006974AE">
      <w:r>
        <w:t>487.4456</w:t>
      </w:r>
      <w:r>
        <w:tab/>
        <w:t>4.658e1</w:t>
      </w:r>
    </w:p>
    <w:p w:rsidR="006974AE" w:rsidRDefault="006974AE" w:rsidP="006974AE">
      <w:r>
        <w:t>487.4591</w:t>
      </w:r>
      <w:r>
        <w:tab/>
        <w:t>2.025e0</w:t>
      </w:r>
    </w:p>
    <w:p w:rsidR="006974AE" w:rsidRDefault="006974AE" w:rsidP="006974AE">
      <w:r>
        <w:t>487.4731</w:t>
      </w:r>
      <w:r>
        <w:tab/>
        <w:t>6.987e1</w:t>
      </w:r>
    </w:p>
    <w:p w:rsidR="006974AE" w:rsidRDefault="006974AE" w:rsidP="006974AE">
      <w:r>
        <w:t>487.4793</w:t>
      </w:r>
      <w:r>
        <w:tab/>
        <w:t>1.165e2</w:t>
      </w:r>
    </w:p>
    <w:p w:rsidR="006974AE" w:rsidRDefault="006974AE" w:rsidP="006974AE">
      <w:r>
        <w:t>487.5036</w:t>
      </w:r>
      <w:r>
        <w:tab/>
        <w:t>2.329e1</w:t>
      </w:r>
    </w:p>
    <w:p w:rsidR="006974AE" w:rsidRDefault="006974AE" w:rsidP="006974AE">
      <w:r>
        <w:t>487.5186</w:t>
      </w:r>
      <w:r>
        <w:tab/>
        <w:t>6.987e1</w:t>
      </w:r>
    </w:p>
    <w:p w:rsidR="006974AE" w:rsidRDefault="006974AE" w:rsidP="006974AE">
      <w:r>
        <w:t>487.5264</w:t>
      </w:r>
      <w:r>
        <w:tab/>
        <w:t>1.165e2</w:t>
      </w:r>
    </w:p>
    <w:p w:rsidR="006974AE" w:rsidRDefault="006974AE" w:rsidP="006974AE">
      <w:r>
        <w:t>487.5351</w:t>
      </w:r>
      <w:r>
        <w:tab/>
        <w:t>8.259e1</w:t>
      </w:r>
    </w:p>
    <w:p w:rsidR="006974AE" w:rsidRDefault="006974AE" w:rsidP="006974AE">
      <w:r>
        <w:t>487.5492</w:t>
      </w:r>
      <w:r>
        <w:tab/>
        <w:t>4.684e1</w:t>
      </w:r>
    </w:p>
    <w:p w:rsidR="006974AE" w:rsidRDefault="006974AE" w:rsidP="006974AE">
      <w:r>
        <w:t>487.5547</w:t>
      </w:r>
      <w:r>
        <w:tab/>
        <w:t>4.658e1</w:t>
      </w:r>
    </w:p>
    <w:p w:rsidR="006974AE" w:rsidRDefault="006974AE" w:rsidP="006974AE">
      <w:r>
        <w:t>487.5585</w:t>
      </w:r>
      <w:r>
        <w:tab/>
        <w:t>6.987e1</w:t>
      </w:r>
    </w:p>
    <w:p w:rsidR="006974AE" w:rsidRDefault="006974AE" w:rsidP="006974AE">
      <w:r>
        <w:t>487.5786</w:t>
      </w:r>
      <w:r>
        <w:tab/>
        <w:t>4.658e1</w:t>
      </w:r>
    </w:p>
    <w:p w:rsidR="006974AE" w:rsidRDefault="006974AE" w:rsidP="006974AE">
      <w:r>
        <w:t>487.5851</w:t>
      </w:r>
      <w:r>
        <w:tab/>
        <w:t>4.658e1</w:t>
      </w:r>
    </w:p>
    <w:p w:rsidR="006974AE" w:rsidRDefault="006974AE" w:rsidP="006974AE">
      <w:r>
        <w:t>487.6140</w:t>
      </w:r>
      <w:r>
        <w:tab/>
        <w:t>6.987e1</w:t>
      </w:r>
    </w:p>
    <w:p w:rsidR="006974AE" w:rsidRDefault="006974AE" w:rsidP="006974AE">
      <w:r>
        <w:t>487.6214</w:t>
      </w:r>
      <w:r>
        <w:tab/>
        <w:t>4.890e1</w:t>
      </w:r>
    </w:p>
    <w:p w:rsidR="006974AE" w:rsidRDefault="006974AE" w:rsidP="006974AE">
      <w:r>
        <w:t>487.6264</w:t>
      </w:r>
      <w:r>
        <w:tab/>
        <w:t>1.013e0</w:t>
      </w:r>
    </w:p>
    <w:p w:rsidR="006974AE" w:rsidRDefault="006974AE" w:rsidP="006974AE">
      <w:r>
        <w:t>487.6548</w:t>
      </w:r>
      <w:r>
        <w:tab/>
        <w:t>1.165e2</w:t>
      </w:r>
    </w:p>
    <w:p w:rsidR="006974AE" w:rsidRDefault="006974AE" w:rsidP="006974AE">
      <w:r>
        <w:t>487.6586</w:t>
      </w:r>
      <w:r>
        <w:tab/>
        <w:t>6.987e1</w:t>
      </w:r>
    </w:p>
    <w:p w:rsidR="006974AE" w:rsidRDefault="006974AE" w:rsidP="006974AE">
      <w:r>
        <w:lastRenderedPageBreak/>
        <w:t>487.6773</w:t>
      </w:r>
      <w:r>
        <w:tab/>
        <w:t>1.013e0</w:t>
      </w:r>
    </w:p>
    <w:p w:rsidR="006974AE" w:rsidRDefault="006974AE" w:rsidP="006974AE">
      <w:r>
        <w:t>487.7006</w:t>
      </w:r>
      <w:r>
        <w:tab/>
        <w:t>2.562e2</w:t>
      </w:r>
    </w:p>
    <w:p w:rsidR="006974AE" w:rsidRDefault="006974AE" w:rsidP="006974AE">
      <w:r>
        <w:t>487.7032</w:t>
      </w:r>
      <w:r>
        <w:tab/>
        <w:t>4.658e1</w:t>
      </w:r>
    </w:p>
    <w:p w:rsidR="006974AE" w:rsidRDefault="006974AE" w:rsidP="006974AE">
      <w:r>
        <w:t>487.7576</w:t>
      </w:r>
      <w:r>
        <w:tab/>
        <w:t>9.316e1</w:t>
      </w:r>
    </w:p>
    <w:p w:rsidR="006974AE" w:rsidRDefault="006974AE" w:rsidP="006974AE">
      <w:r>
        <w:t>487.7791</w:t>
      </w:r>
      <w:r>
        <w:tab/>
        <w:t>1.013e0</w:t>
      </w:r>
    </w:p>
    <w:p w:rsidR="006974AE" w:rsidRDefault="006974AE" w:rsidP="006974AE">
      <w:r>
        <w:t>487.7803</w:t>
      </w:r>
      <w:r>
        <w:tab/>
        <w:t>9.316e1</w:t>
      </w:r>
    </w:p>
    <w:p w:rsidR="006974AE" w:rsidRDefault="006974AE" w:rsidP="006974AE">
      <w:r>
        <w:t>487.7862</w:t>
      </w:r>
      <w:r>
        <w:tab/>
        <w:t>6.987e1</w:t>
      </w:r>
    </w:p>
    <w:p w:rsidR="006974AE" w:rsidRDefault="006974AE" w:rsidP="006974AE">
      <w:r>
        <w:t>487.8210</w:t>
      </w:r>
      <w:r>
        <w:tab/>
        <w:t>9.316e1</w:t>
      </w:r>
    </w:p>
    <w:p w:rsidR="006974AE" w:rsidRDefault="006974AE" w:rsidP="006974AE">
      <w:r>
        <w:t>487.8220</w:t>
      </w:r>
      <w:r>
        <w:tab/>
        <w:t>1.013e0</w:t>
      </w:r>
    </w:p>
    <w:p w:rsidR="006974AE" w:rsidRDefault="006974AE" w:rsidP="006974AE">
      <w:r>
        <w:t>487.8249</w:t>
      </w:r>
      <w:r>
        <w:tab/>
        <w:t>2.329e1</w:t>
      </w:r>
    </w:p>
    <w:p w:rsidR="006974AE" w:rsidRDefault="006974AE" w:rsidP="006974AE">
      <w:r>
        <w:t>487.8348</w:t>
      </w:r>
      <w:r>
        <w:tab/>
        <w:t>2.329e1</w:t>
      </w:r>
    </w:p>
    <w:p w:rsidR="006974AE" w:rsidRDefault="006974AE" w:rsidP="006974AE">
      <w:r>
        <w:t>487.8460</w:t>
      </w:r>
      <w:r>
        <w:tab/>
        <w:t>6.987e1</w:t>
      </w:r>
    </w:p>
    <w:p w:rsidR="006974AE" w:rsidRDefault="006974AE" w:rsidP="006974AE">
      <w:r>
        <w:t>487.8524</w:t>
      </w:r>
      <w:r>
        <w:tab/>
        <w:t>2.329e1</w:t>
      </w:r>
    </w:p>
    <w:p w:rsidR="006974AE" w:rsidRDefault="006974AE" w:rsidP="006974AE">
      <w:r>
        <w:t>487.8682</w:t>
      </w:r>
      <w:r>
        <w:tab/>
        <w:t>2.329e1</w:t>
      </w:r>
    </w:p>
    <w:p w:rsidR="006974AE" w:rsidRDefault="006974AE" w:rsidP="006974AE">
      <w:r>
        <w:t>487.8893</w:t>
      </w:r>
      <w:r>
        <w:tab/>
        <w:t>1.013e0</w:t>
      </w:r>
    </w:p>
    <w:p w:rsidR="006974AE" w:rsidRDefault="006974AE" w:rsidP="006974AE">
      <w:r>
        <w:t>487.8937</w:t>
      </w:r>
      <w:r>
        <w:tab/>
        <w:t>2.329e1</w:t>
      </w:r>
    </w:p>
    <w:p w:rsidR="006974AE" w:rsidRDefault="006974AE" w:rsidP="006974AE">
      <w:r>
        <w:t>487.8967</w:t>
      </w:r>
      <w:r>
        <w:tab/>
        <w:t>6.987e1</w:t>
      </w:r>
    </w:p>
    <w:p w:rsidR="006974AE" w:rsidRDefault="006974AE" w:rsidP="006974AE">
      <w:r>
        <w:t>487.9071</w:t>
      </w:r>
      <w:r>
        <w:tab/>
        <w:t>2.329e1</w:t>
      </w:r>
    </w:p>
    <w:p w:rsidR="006974AE" w:rsidRDefault="006974AE" w:rsidP="006974AE">
      <w:r>
        <w:t>487.9191</w:t>
      </w:r>
      <w:r>
        <w:tab/>
        <w:t>2.329e1</w:t>
      </w:r>
    </w:p>
    <w:p w:rsidR="006974AE" w:rsidRDefault="006974AE" w:rsidP="006974AE">
      <w:r>
        <w:lastRenderedPageBreak/>
        <w:t>487.9384</w:t>
      </w:r>
      <w:r>
        <w:tab/>
        <w:t>1.002e2</w:t>
      </w:r>
    </w:p>
    <w:p w:rsidR="006974AE" w:rsidRDefault="006974AE" w:rsidP="006974AE">
      <w:r>
        <w:t>487.9446</w:t>
      </w:r>
      <w:r>
        <w:tab/>
        <w:t>4.658e1</w:t>
      </w:r>
    </w:p>
    <w:p w:rsidR="006974AE" w:rsidRDefault="006974AE" w:rsidP="006974AE">
      <w:r>
        <w:t>487.9660</w:t>
      </w:r>
      <w:r>
        <w:tab/>
        <w:t>2.329e1</w:t>
      </w:r>
    </w:p>
    <w:p w:rsidR="006974AE" w:rsidRDefault="006974AE" w:rsidP="006974AE">
      <w:r>
        <w:t>487.9700</w:t>
      </w:r>
      <w:r>
        <w:tab/>
        <w:t>4.658e1</w:t>
      </w:r>
    </w:p>
    <w:p w:rsidR="006974AE" w:rsidRDefault="006974AE" w:rsidP="006974AE">
      <w:r>
        <w:t>487.9720</w:t>
      </w:r>
      <w:r>
        <w:tab/>
        <w:t>4.658e1</w:t>
      </w:r>
    </w:p>
    <w:p w:rsidR="006974AE" w:rsidRDefault="006974AE" w:rsidP="006974AE">
      <w:r>
        <w:t>487.9904</w:t>
      </w:r>
      <w:r>
        <w:tab/>
        <w:t>4.658e1</w:t>
      </w:r>
    </w:p>
    <w:p w:rsidR="006974AE" w:rsidRDefault="006974AE" w:rsidP="006974AE">
      <w:r>
        <w:t>487.9930</w:t>
      </w:r>
      <w:r>
        <w:tab/>
        <w:t>1.013e0</w:t>
      </w:r>
    </w:p>
    <w:p w:rsidR="006974AE" w:rsidRDefault="006974AE" w:rsidP="006974AE">
      <w:r>
        <w:t>487.9955</w:t>
      </w:r>
      <w:r>
        <w:tab/>
        <w:t>2.512e1</w:t>
      </w:r>
    </w:p>
    <w:p w:rsidR="006974AE" w:rsidRDefault="006974AE" w:rsidP="006974AE">
      <w:r>
        <w:t>488.0307</w:t>
      </w:r>
      <w:r>
        <w:tab/>
        <w:t>4.658e1</w:t>
      </w:r>
    </w:p>
    <w:p w:rsidR="006974AE" w:rsidRDefault="006974AE" w:rsidP="006974AE">
      <w:r>
        <w:t>488.0486</w:t>
      </w:r>
      <w:r>
        <w:tab/>
        <w:t>4.658e1</w:t>
      </w:r>
    </w:p>
    <w:p w:rsidR="006974AE" w:rsidRDefault="006974AE" w:rsidP="006974AE">
      <w:r>
        <w:t>488.0750</w:t>
      </w:r>
      <w:r>
        <w:tab/>
        <w:t>6.987e1</w:t>
      </w:r>
    </w:p>
    <w:p w:rsidR="006974AE" w:rsidRDefault="006974AE" w:rsidP="006974AE">
      <w:r>
        <w:t>488.0804</w:t>
      </w:r>
      <w:r>
        <w:tab/>
        <w:t>9.316e1</w:t>
      </w:r>
    </w:p>
    <w:p w:rsidR="006974AE" w:rsidRDefault="006974AE" w:rsidP="006974AE">
      <w:r>
        <w:t>488.0893</w:t>
      </w:r>
      <w:r>
        <w:tab/>
        <w:t>9.519e1</w:t>
      </w:r>
    </w:p>
    <w:p w:rsidR="006974AE" w:rsidRDefault="006974AE" w:rsidP="006974AE">
      <w:r>
        <w:t>488.0939</w:t>
      </w:r>
      <w:r>
        <w:tab/>
        <w:t>6.987e1</w:t>
      </w:r>
    </w:p>
    <w:p w:rsidR="006974AE" w:rsidRDefault="006974AE" w:rsidP="006974AE">
      <w:r>
        <w:t>488.1049</w:t>
      </w:r>
      <w:r>
        <w:tab/>
        <w:t>2.329e1</w:t>
      </w:r>
    </w:p>
    <w:p w:rsidR="006974AE" w:rsidRDefault="006974AE" w:rsidP="006974AE">
      <w:r>
        <w:t>488.1190</w:t>
      </w:r>
      <w:r>
        <w:tab/>
        <w:t>9.316e1</w:t>
      </w:r>
    </w:p>
    <w:p w:rsidR="006974AE" w:rsidRDefault="006974AE" w:rsidP="006974AE">
      <w:r>
        <w:t>488.1324</w:t>
      </w:r>
      <w:r>
        <w:tab/>
        <w:t>4.658e1</w:t>
      </w:r>
    </w:p>
    <w:p w:rsidR="006974AE" w:rsidRDefault="006974AE" w:rsidP="006974AE">
      <w:r>
        <w:t>488.2117</w:t>
      </w:r>
      <w:r>
        <w:tab/>
        <w:t>2.734e1</w:t>
      </w:r>
    </w:p>
    <w:p w:rsidR="006974AE" w:rsidRDefault="006974AE" w:rsidP="006974AE">
      <w:r>
        <w:t>488.2129</w:t>
      </w:r>
      <w:r>
        <w:tab/>
        <w:t>1.245e3</w:t>
      </w:r>
    </w:p>
    <w:p w:rsidR="006974AE" w:rsidRDefault="006974AE" w:rsidP="006974AE">
      <w:r>
        <w:lastRenderedPageBreak/>
        <w:t>488.2141</w:t>
      </w:r>
      <w:r>
        <w:tab/>
        <w:t>2.576e3</w:t>
      </w:r>
    </w:p>
    <w:p w:rsidR="006974AE" w:rsidRDefault="006974AE" w:rsidP="006974AE">
      <w:r>
        <w:t>488.2165</w:t>
      </w:r>
      <w:r>
        <w:tab/>
        <w:t>5.932e3</w:t>
      </w:r>
    </w:p>
    <w:p w:rsidR="006974AE" w:rsidRDefault="006974AE" w:rsidP="006974AE">
      <w:r>
        <w:t>488.2976</w:t>
      </w:r>
      <w:r>
        <w:tab/>
        <w:t>4.658e1</w:t>
      </w:r>
    </w:p>
    <w:p w:rsidR="006974AE" w:rsidRDefault="006974AE" w:rsidP="006974AE">
      <w:r>
        <w:t>488.3081</w:t>
      </w:r>
      <w:r>
        <w:tab/>
        <w:t>1.304e2</w:t>
      </w:r>
    </w:p>
    <w:p w:rsidR="006974AE" w:rsidRDefault="006974AE" w:rsidP="006974AE">
      <w:r>
        <w:t>488.3165</w:t>
      </w:r>
      <w:r>
        <w:tab/>
        <w:t>1.013e0</w:t>
      </w:r>
    </w:p>
    <w:p w:rsidR="006974AE" w:rsidRDefault="006974AE" w:rsidP="006974AE">
      <w:r>
        <w:t>488.3292</w:t>
      </w:r>
      <w:r>
        <w:tab/>
        <w:t>7.320e0</w:t>
      </w:r>
    </w:p>
    <w:p w:rsidR="006974AE" w:rsidRDefault="006974AE" w:rsidP="006974AE">
      <w:r>
        <w:t>488.3322</w:t>
      </w:r>
      <w:r>
        <w:tab/>
        <w:t>6.987e1</w:t>
      </w:r>
    </w:p>
    <w:p w:rsidR="006974AE" w:rsidRDefault="006974AE" w:rsidP="006974AE">
      <w:r>
        <w:t>488.3350</w:t>
      </w:r>
      <w:r>
        <w:tab/>
        <w:t>2.329e1</w:t>
      </w:r>
    </w:p>
    <w:p w:rsidR="006974AE" w:rsidRDefault="006974AE" w:rsidP="006974AE">
      <w:r>
        <w:t>488.3791</w:t>
      </w:r>
      <w:r>
        <w:tab/>
        <w:t>4.658e1</w:t>
      </w:r>
    </w:p>
    <w:p w:rsidR="006974AE" w:rsidRDefault="006974AE" w:rsidP="006974AE">
      <w:r>
        <w:t>488.3914</w:t>
      </w:r>
      <w:r>
        <w:tab/>
        <w:t>9.316e1</w:t>
      </w:r>
    </w:p>
    <w:p w:rsidR="006974AE" w:rsidRDefault="006974AE" w:rsidP="006974AE">
      <w:r>
        <w:t>488.3943</w:t>
      </w:r>
      <w:r>
        <w:tab/>
        <w:t>6.987e1</w:t>
      </w:r>
    </w:p>
    <w:p w:rsidR="006974AE" w:rsidRDefault="006974AE" w:rsidP="006974AE">
      <w:r>
        <w:t>488.4029</w:t>
      </w:r>
      <w:r>
        <w:tab/>
        <w:t>4.658e1</w:t>
      </w:r>
    </w:p>
    <w:p w:rsidR="006974AE" w:rsidRDefault="006974AE" w:rsidP="006974AE">
      <w:r>
        <w:t>488.4211</w:t>
      </w:r>
      <w:r>
        <w:tab/>
        <w:t>3.038e0</w:t>
      </w:r>
    </w:p>
    <w:p w:rsidR="006974AE" w:rsidRDefault="006974AE" w:rsidP="006974AE">
      <w:r>
        <w:t>488.4398</w:t>
      </w:r>
      <w:r>
        <w:tab/>
        <w:t>4.658e1</w:t>
      </w:r>
    </w:p>
    <w:p w:rsidR="006974AE" w:rsidRDefault="006974AE" w:rsidP="006974AE">
      <w:r>
        <w:t>488.4479</w:t>
      </w:r>
      <w:r>
        <w:tab/>
        <w:t>9.900e0</w:t>
      </w:r>
    </w:p>
    <w:p w:rsidR="006974AE" w:rsidRDefault="006974AE" w:rsidP="006974AE">
      <w:r>
        <w:t>488.4708</w:t>
      </w:r>
      <w:r>
        <w:tab/>
        <w:t>2.329e1</w:t>
      </w:r>
    </w:p>
    <w:p w:rsidR="006974AE" w:rsidRDefault="006974AE" w:rsidP="006974AE">
      <w:r>
        <w:t>488.4892</w:t>
      </w:r>
      <w:r>
        <w:tab/>
        <w:t>1.165e2</w:t>
      </w:r>
    </w:p>
    <w:p w:rsidR="006974AE" w:rsidRDefault="006974AE" w:rsidP="006974AE">
      <w:r>
        <w:t>488.4948</w:t>
      </w:r>
      <w:r>
        <w:tab/>
        <w:t>2.025e0</w:t>
      </w:r>
    </w:p>
    <w:p w:rsidR="006974AE" w:rsidRDefault="006974AE" w:rsidP="006974AE">
      <w:r>
        <w:t>488.4965</w:t>
      </w:r>
      <w:r>
        <w:tab/>
        <w:t>4.051e0</w:t>
      </w:r>
    </w:p>
    <w:p w:rsidR="006974AE" w:rsidRDefault="006974AE" w:rsidP="006974AE">
      <w:r>
        <w:lastRenderedPageBreak/>
        <w:t>488.5587</w:t>
      </w:r>
      <w:r>
        <w:tab/>
        <w:t>9.316e1</w:t>
      </w:r>
    </w:p>
    <w:p w:rsidR="006974AE" w:rsidRDefault="006974AE" w:rsidP="006974AE">
      <w:r>
        <w:t>488.5636</w:t>
      </w:r>
      <w:r>
        <w:tab/>
        <w:t>1.013e0</w:t>
      </w:r>
    </w:p>
    <w:p w:rsidR="006974AE" w:rsidRDefault="006974AE" w:rsidP="006974AE">
      <w:r>
        <w:t>488.5654</w:t>
      </w:r>
      <w:r>
        <w:tab/>
        <w:t>6.987e1</w:t>
      </w:r>
    </w:p>
    <w:p w:rsidR="006974AE" w:rsidRDefault="006974AE" w:rsidP="006974AE">
      <w:r>
        <w:t>488.5970</w:t>
      </w:r>
      <w:r>
        <w:tab/>
        <w:t>3.038e0</w:t>
      </w:r>
    </w:p>
    <w:p w:rsidR="006974AE" w:rsidRDefault="006974AE" w:rsidP="006974AE">
      <w:r>
        <w:t>488.6067</w:t>
      </w:r>
      <w:r>
        <w:tab/>
        <w:t>2.329e1</w:t>
      </w:r>
    </w:p>
    <w:p w:rsidR="006974AE" w:rsidRDefault="006974AE" w:rsidP="006974AE">
      <w:r>
        <w:t>488.6082</w:t>
      </w:r>
      <w:r>
        <w:tab/>
        <w:t>4.658e1</w:t>
      </w:r>
    </w:p>
    <w:p w:rsidR="006974AE" w:rsidRDefault="006974AE" w:rsidP="006974AE">
      <w:r>
        <w:t>488.6160</w:t>
      </w:r>
      <w:r>
        <w:tab/>
        <w:t>4.658e1</w:t>
      </w:r>
    </w:p>
    <w:p w:rsidR="006974AE" w:rsidRDefault="006974AE" w:rsidP="006974AE">
      <w:r>
        <w:t>488.6216</w:t>
      </w:r>
      <w:r>
        <w:tab/>
        <w:t>1.013e0</w:t>
      </w:r>
    </w:p>
    <w:p w:rsidR="006974AE" w:rsidRDefault="006974AE" w:rsidP="006974AE">
      <w:r>
        <w:t>488.6483</w:t>
      </w:r>
      <w:r>
        <w:tab/>
        <w:t>3.038e0</w:t>
      </w:r>
    </w:p>
    <w:p w:rsidR="006974AE" w:rsidRDefault="006974AE" w:rsidP="006974AE">
      <w:r>
        <w:t>488.6527</w:t>
      </w:r>
      <w:r>
        <w:tab/>
        <w:t>2.329e1</w:t>
      </w:r>
    </w:p>
    <w:p w:rsidR="006974AE" w:rsidRDefault="006974AE" w:rsidP="006974AE">
      <w:r>
        <w:t>488.6653</w:t>
      </w:r>
      <w:r>
        <w:tab/>
        <w:t>2.329e1</w:t>
      </w:r>
    </w:p>
    <w:p w:rsidR="006974AE" w:rsidRDefault="006974AE" w:rsidP="006974AE">
      <w:r>
        <w:t>488.7108</w:t>
      </w:r>
      <w:r>
        <w:tab/>
        <w:t>6.076e0</w:t>
      </w:r>
    </w:p>
    <w:p w:rsidR="006974AE" w:rsidRDefault="006974AE" w:rsidP="006974AE">
      <w:r>
        <w:t>488.7163</w:t>
      </w:r>
      <w:r>
        <w:tab/>
        <w:t>2.329e1</w:t>
      </w:r>
    </w:p>
    <w:p w:rsidR="006974AE" w:rsidRDefault="006974AE" w:rsidP="006974AE">
      <w:r>
        <w:t>488.7295</w:t>
      </w:r>
      <w:r>
        <w:tab/>
        <w:t>6.987e1</w:t>
      </w:r>
    </w:p>
    <w:p w:rsidR="006974AE" w:rsidRDefault="006974AE" w:rsidP="006974AE">
      <w:r>
        <w:t>488.7439</w:t>
      </w:r>
      <w:r>
        <w:tab/>
        <w:t>6.987e1</w:t>
      </w:r>
    </w:p>
    <w:p w:rsidR="006974AE" w:rsidRDefault="006974AE" w:rsidP="006974AE">
      <w:r>
        <w:t>488.7685</w:t>
      </w:r>
      <w:r>
        <w:tab/>
        <w:t>2.329e1</w:t>
      </w:r>
    </w:p>
    <w:p w:rsidR="006974AE" w:rsidRDefault="006974AE" w:rsidP="006974AE">
      <w:r>
        <w:t>488.7711</w:t>
      </w:r>
      <w:r>
        <w:tab/>
        <w:t>5.881e1</w:t>
      </w:r>
    </w:p>
    <w:p w:rsidR="006974AE" w:rsidRDefault="006974AE" w:rsidP="006974AE">
      <w:r>
        <w:t>488.8030</w:t>
      </w:r>
      <w:r>
        <w:tab/>
        <w:t>5.063e0</w:t>
      </w:r>
    </w:p>
    <w:p w:rsidR="006974AE" w:rsidRDefault="006974AE" w:rsidP="006974AE">
      <w:r>
        <w:t>488.8170</w:t>
      </w:r>
      <w:r>
        <w:tab/>
        <w:t>6.987e1</w:t>
      </w:r>
    </w:p>
    <w:p w:rsidR="006974AE" w:rsidRDefault="006974AE" w:rsidP="006974AE">
      <w:r>
        <w:lastRenderedPageBreak/>
        <w:t>488.8192</w:t>
      </w:r>
      <w:r>
        <w:tab/>
        <w:t>2.329e1</w:t>
      </w:r>
    </w:p>
    <w:p w:rsidR="006974AE" w:rsidRDefault="006974AE" w:rsidP="006974AE">
      <w:r>
        <w:t>488.8235</w:t>
      </w:r>
      <w:r>
        <w:tab/>
        <w:t>2.329e1</w:t>
      </w:r>
    </w:p>
    <w:p w:rsidR="006974AE" w:rsidRDefault="006974AE" w:rsidP="006974AE">
      <w:r>
        <w:t>488.8617</w:t>
      </w:r>
      <w:r>
        <w:tab/>
        <w:t>9.316e1</w:t>
      </w:r>
    </w:p>
    <w:p w:rsidR="006974AE" w:rsidRDefault="006974AE" w:rsidP="006974AE">
      <w:r>
        <w:t>488.8807</w:t>
      </w:r>
      <w:r>
        <w:tab/>
        <w:t>2.329e1</w:t>
      </w:r>
    </w:p>
    <w:p w:rsidR="006974AE" w:rsidRDefault="006974AE" w:rsidP="006974AE">
      <w:r>
        <w:t>488.8863</w:t>
      </w:r>
      <w:r>
        <w:tab/>
        <w:t>2.329e1</w:t>
      </w:r>
    </w:p>
    <w:p w:rsidR="006974AE" w:rsidRDefault="006974AE" w:rsidP="006974AE">
      <w:r>
        <w:t>488.8956</w:t>
      </w:r>
      <w:r>
        <w:tab/>
        <w:t>2.329e1</w:t>
      </w:r>
    </w:p>
    <w:p w:rsidR="006974AE" w:rsidRDefault="006974AE" w:rsidP="006974AE">
      <w:r>
        <w:t>488.9072</w:t>
      </w:r>
      <w:r>
        <w:tab/>
        <w:t>6.987e1</w:t>
      </w:r>
    </w:p>
    <w:p w:rsidR="006974AE" w:rsidRDefault="006974AE" w:rsidP="006974AE">
      <w:r>
        <w:t>488.9268</w:t>
      </w:r>
      <w:r>
        <w:tab/>
        <w:t>1.008e2</w:t>
      </w:r>
    </w:p>
    <w:p w:rsidR="006974AE" w:rsidRDefault="006974AE" w:rsidP="006974AE">
      <w:r>
        <w:t>488.9468</w:t>
      </w:r>
      <w:r>
        <w:tab/>
        <w:t>9.316e1</w:t>
      </w:r>
    </w:p>
    <w:p w:rsidR="006974AE" w:rsidRDefault="006974AE" w:rsidP="006974AE">
      <w:r>
        <w:t>488.9797</w:t>
      </w:r>
      <w:r>
        <w:tab/>
        <w:t>2.329e1</w:t>
      </w:r>
    </w:p>
    <w:p w:rsidR="006974AE" w:rsidRDefault="006974AE" w:rsidP="006974AE">
      <w:r>
        <w:t>489.0160</w:t>
      </w:r>
      <w:r>
        <w:tab/>
        <w:t>6.987e1</w:t>
      </w:r>
    </w:p>
    <w:p w:rsidR="006974AE" w:rsidRDefault="006974AE" w:rsidP="006974AE">
      <w:r>
        <w:t>489.0251</w:t>
      </w:r>
      <w:r>
        <w:tab/>
        <w:t>8.251e1</w:t>
      </w:r>
    </w:p>
    <w:p w:rsidR="006974AE" w:rsidRDefault="006974AE" w:rsidP="006974AE">
      <w:r>
        <w:t>489.0281</w:t>
      </w:r>
      <w:r>
        <w:tab/>
        <w:t>6.076e0</w:t>
      </w:r>
    </w:p>
    <w:p w:rsidR="006974AE" w:rsidRDefault="006974AE" w:rsidP="006974AE">
      <w:r>
        <w:t>489.0369</w:t>
      </w:r>
      <w:r>
        <w:tab/>
        <w:t>2.025e0</w:t>
      </w:r>
    </w:p>
    <w:p w:rsidR="006974AE" w:rsidRDefault="006974AE" w:rsidP="006974AE">
      <w:r>
        <w:t>489.0392</w:t>
      </w:r>
      <w:r>
        <w:tab/>
        <w:t>2.329e1</w:t>
      </w:r>
    </w:p>
    <w:p w:rsidR="006974AE" w:rsidRDefault="006974AE" w:rsidP="006974AE">
      <w:r>
        <w:t>489.0439</w:t>
      </w:r>
      <w:r>
        <w:tab/>
        <w:t>4.658e1</w:t>
      </w:r>
    </w:p>
    <w:p w:rsidR="006974AE" w:rsidRDefault="006974AE" w:rsidP="006974AE">
      <w:r>
        <w:t>489.1118</w:t>
      </w:r>
      <w:r>
        <w:tab/>
        <w:t>6.987e1</w:t>
      </w:r>
    </w:p>
    <w:p w:rsidR="006974AE" w:rsidRDefault="006974AE" w:rsidP="006974AE">
      <w:r>
        <w:t>489.1250</w:t>
      </w:r>
      <w:r>
        <w:tab/>
        <w:t>6.987e1</w:t>
      </w:r>
    </w:p>
    <w:p w:rsidR="006974AE" w:rsidRDefault="006974AE" w:rsidP="006974AE">
      <w:r>
        <w:t>489.1290</w:t>
      </w:r>
      <w:r>
        <w:tab/>
        <w:t>6.987e1</w:t>
      </w:r>
    </w:p>
    <w:p w:rsidR="006974AE" w:rsidRDefault="006974AE" w:rsidP="006974AE">
      <w:r>
        <w:lastRenderedPageBreak/>
        <w:t>489.1302</w:t>
      </w:r>
      <w:r>
        <w:tab/>
        <w:t>8.101e0</w:t>
      </w:r>
    </w:p>
    <w:p w:rsidR="006974AE" w:rsidRDefault="006974AE" w:rsidP="006974AE">
      <w:r>
        <w:t>489.1455</w:t>
      </w:r>
      <w:r>
        <w:tab/>
        <w:t>4.658e1</w:t>
      </w:r>
    </w:p>
    <w:p w:rsidR="006974AE" w:rsidRDefault="006974AE" w:rsidP="006974AE">
      <w:r>
        <w:t>489.1707</w:t>
      </w:r>
      <w:r>
        <w:tab/>
        <w:t>2.025e0</w:t>
      </w:r>
    </w:p>
    <w:p w:rsidR="006974AE" w:rsidRDefault="006974AE" w:rsidP="006974AE">
      <w:r>
        <w:t>489.2137</w:t>
      </w:r>
      <w:r>
        <w:tab/>
        <w:t>1.117e3</w:t>
      </w:r>
    </w:p>
    <w:p w:rsidR="006974AE" w:rsidRDefault="006974AE" w:rsidP="006974AE">
      <w:r>
        <w:t>489.2161</w:t>
      </w:r>
      <w:r>
        <w:tab/>
        <w:t>6.076e0</w:t>
      </w:r>
    </w:p>
    <w:p w:rsidR="006974AE" w:rsidRDefault="006974AE" w:rsidP="006974AE">
      <w:r>
        <w:t>489.2175</w:t>
      </w:r>
      <w:r>
        <w:tab/>
        <w:t>6.987e1</w:t>
      </w:r>
    </w:p>
    <w:p w:rsidR="006974AE" w:rsidRDefault="006974AE" w:rsidP="006974AE">
      <w:r>
        <w:t>489.2216</w:t>
      </w:r>
      <w:r>
        <w:tab/>
        <w:t>5.124e2</w:t>
      </w:r>
    </w:p>
    <w:p w:rsidR="006974AE" w:rsidRDefault="006974AE" w:rsidP="006974AE">
      <w:r>
        <w:t>489.2271</w:t>
      </w:r>
      <w:r>
        <w:tab/>
        <w:t>5.392e2</w:t>
      </w:r>
    </w:p>
    <w:p w:rsidR="006974AE" w:rsidRDefault="006974AE" w:rsidP="006974AE">
      <w:r>
        <w:t>489.2765</w:t>
      </w:r>
      <w:r>
        <w:tab/>
        <w:t>4.251e1</w:t>
      </w:r>
    </w:p>
    <w:p w:rsidR="006974AE" w:rsidRDefault="006974AE" w:rsidP="006974AE">
      <w:r>
        <w:t>489.3215</w:t>
      </w:r>
      <w:r>
        <w:tab/>
        <w:t>2.025e0</w:t>
      </w:r>
    </w:p>
    <w:p w:rsidR="006974AE" w:rsidRDefault="006974AE" w:rsidP="006974AE">
      <w:r>
        <w:t>489.3290</w:t>
      </w:r>
      <w:r>
        <w:tab/>
        <w:t>4.658e1</w:t>
      </w:r>
    </w:p>
    <w:p w:rsidR="006974AE" w:rsidRDefault="006974AE" w:rsidP="006974AE">
      <w:r>
        <w:t>489.3506</w:t>
      </w:r>
      <w:r>
        <w:tab/>
        <w:t>5.063e0</w:t>
      </w:r>
    </w:p>
    <w:p w:rsidR="006974AE" w:rsidRDefault="006974AE" w:rsidP="006974AE">
      <w:r>
        <w:t>489.3538</w:t>
      </w:r>
      <w:r>
        <w:tab/>
        <w:t>2.329e1</w:t>
      </w:r>
    </w:p>
    <w:p w:rsidR="006974AE" w:rsidRDefault="006974AE" w:rsidP="006974AE">
      <w:r>
        <w:t>489.3554</w:t>
      </w:r>
      <w:r>
        <w:tab/>
        <w:t>4.658e1</w:t>
      </w:r>
    </w:p>
    <w:p w:rsidR="006974AE" w:rsidRDefault="006974AE" w:rsidP="006974AE">
      <w:r>
        <w:t>489.3630</w:t>
      </w:r>
      <w:r>
        <w:tab/>
        <w:t>1.013e0</w:t>
      </w:r>
    </w:p>
    <w:p w:rsidR="006974AE" w:rsidRDefault="006974AE" w:rsidP="006974AE">
      <w:r>
        <w:t>489.3965</w:t>
      </w:r>
      <w:r>
        <w:tab/>
        <w:t>2.329e1</w:t>
      </w:r>
    </w:p>
    <w:p w:rsidR="006974AE" w:rsidRDefault="006974AE" w:rsidP="006974AE">
      <w:r>
        <w:t>489.4084</w:t>
      </w:r>
      <w:r>
        <w:tab/>
        <w:t>4.201e0</w:t>
      </w:r>
    </w:p>
    <w:p w:rsidR="006974AE" w:rsidRDefault="006974AE" w:rsidP="006974AE">
      <w:r>
        <w:t>489.4155</w:t>
      </w:r>
      <w:r>
        <w:tab/>
        <w:t>4.658e1</w:t>
      </w:r>
    </w:p>
    <w:p w:rsidR="006974AE" w:rsidRDefault="006974AE" w:rsidP="006974AE">
      <w:r>
        <w:t>489.4300</w:t>
      </w:r>
      <w:r>
        <w:tab/>
        <w:t>2.329e1</w:t>
      </w:r>
    </w:p>
    <w:p w:rsidR="006974AE" w:rsidRDefault="006974AE" w:rsidP="006974AE">
      <w:r>
        <w:lastRenderedPageBreak/>
        <w:t>489.4484</w:t>
      </w:r>
      <w:r>
        <w:tab/>
        <w:t>2.329e1</w:t>
      </w:r>
    </w:p>
    <w:p w:rsidR="006974AE" w:rsidRDefault="006974AE" w:rsidP="006974AE">
      <w:r>
        <w:t>489.4630</w:t>
      </w:r>
      <w:r>
        <w:tab/>
        <w:t>6.336e0</w:t>
      </w:r>
    </w:p>
    <w:p w:rsidR="006974AE" w:rsidRDefault="006974AE" w:rsidP="006974AE">
      <w:r>
        <w:t>489.4641</w:t>
      </w:r>
      <w:r>
        <w:tab/>
        <w:t>5.512e0</w:t>
      </w:r>
    </w:p>
    <w:p w:rsidR="006974AE" w:rsidRDefault="006974AE" w:rsidP="006974AE">
      <w:r>
        <w:t>489.4671</w:t>
      </w:r>
      <w:r>
        <w:tab/>
        <w:t>7.508e0</w:t>
      </w:r>
    </w:p>
    <w:p w:rsidR="006974AE" w:rsidRDefault="006974AE" w:rsidP="006974AE">
      <w:r>
        <w:t>489.4878</w:t>
      </w:r>
      <w:r>
        <w:tab/>
        <w:t>2.329e1</w:t>
      </w:r>
    </w:p>
    <w:p w:rsidR="006974AE" w:rsidRDefault="006974AE" w:rsidP="006974AE">
      <w:r>
        <w:t>489.5071</w:t>
      </w:r>
      <w:r>
        <w:tab/>
        <w:t>2.329e1</w:t>
      </w:r>
    </w:p>
    <w:p w:rsidR="006974AE" w:rsidRDefault="006974AE" w:rsidP="006974AE">
      <w:r>
        <w:t>489.5103</w:t>
      </w:r>
      <w:r>
        <w:tab/>
        <w:t>6.050e0</w:t>
      </w:r>
    </w:p>
    <w:p w:rsidR="006974AE" w:rsidRDefault="006974AE" w:rsidP="006974AE">
      <w:r>
        <w:t>489.5147</w:t>
      </w:r>
      <w:r>
        <w:tab/>
        <w:t>6.987e1</w:t>
      </w:r>
    </w:p>
    <w:p w:rsidR="006974AE" w:rsidRDefault="006974AE" w:rsidP="006974AE">
      <w:r>
        <w:t>489.5206</w:t>
      </w:r>
      <w:r>
        <w:tab/>
        <w:t>1.013e0</w:t>
      </w:r>
    </w:p>
    <w:p w:rsidR="006974AE" w:rsidRDefault="006974AE" w:rsidP="006974AE">
      <w:r>
        <w:t>489.5284</w:t>
      </w:r>
      <w:r>
        <w:tab/>
        <w:t>4.051e0</w:t>
      </w:r>
    </w:p>
    <w:p w:rsidR="006974AE" w:rsidRDefault="006974AE" w:rsidP="006974AE">
      <w:r>
        <w:t>489.5736</w:t>
      </w:r>
      <w:r>
        <w:tab/>
        <w:t>1.013e0</w:t>
      </w:r>
    </w:p>
    <w:p w:rsidR="006974AE" w:rsidRDefault="006974AE" w:rsidP="006974AE">
      <w:r>
        <w:t>489.6020</w:t>
      </w:r>
      <w:r>
        <w:tab/>
        <w:t>7.923e0</w:t>
      </w:r>
    </w:p>
    <w:p w:rsidR="006974AE" w:rsidRDefault="006974AE" w:rsidP="006974AE">
      <w:r>
        <w:t>489.6048</w:t>
      </w:r>
      <w:r>
        <w:tab/>
        <w:t>2.329e1</w:t>
      </w:r>
    </w:p>
    <w:p w:rsidR="006974AE" w:rsidRDefault="006974AE" w:rsidP="006974AE">
      <w:r>
        <w:t>489.6095</w:t>
      </w:r>
      <w:r>
        <w:tab/>
        <w:t>2.895e0</w:t>
      </w:r>
    </w:p>
    <w:p w:rsidR="006974AE" w:rsidRDefault="006974AE" w:rsidP="006974AE">
      <w:r>
        <w:t>489.6119</w:t>
      </w:r>
      <w:r>
        <w:tab/>
        <w:t>1.215e1</w:t>
      </w:r>
    </w:p>
    <w:p w:rsidR="006974AE" w:rsidRDefault="006974AE" w:rsidP="006974AE">
      <w:r>
        <w:t>489.6130</w:t>
      </w:r>
      <w:r>
        <w:tab/>
        <w:t>4.658e1</w:t>
      </w:r>
    </w:p>
    <w:p w:rsidR="006974AE" w:rsidRDefault="006974AE" w:rsidP="006974AE">
      <w:r>
        <w:t>489.6204</w:t>
      </w:r>
      <w:r>
        <w:tab/>
        <w:t>1.610e1</w:t>
      </w:r>
    </w:p>
    <w:p w:rsidR="006974AE" w:rsidRDefault="006974AE" w:rsidP="006974AE">
      <w:r>
        <w:t>489.6452</w:t>
      </w:r>
      <w:r>
        <w:tab/>
        <w:t>4.658e1</w:t>
      </w:r>
    </w:p>
    <w:p w:rsidR="006974AE" w:rsidRDefault="006974AE" w:rsidP="006974AE">
      <w:r>
        <w:t>489.6469</w:t>
      </w:r>
      <w:r>
        <w:tab/>
        <w:t>5.063e0</w:t>
      </w:r>
    </w:p>
    <w:p w:rsidR="006974AE" w:rsidRDefault="006974AE" w:rsidP="006974AE">
      <w:r>
        <w:lastRenderedPageBreak/>
        <w:t>489.7164</w:t>
      </w:r>
      <w:r>
        <w:tab/>
        <w:t>4.952e0</w:t>
      </w:r>
    </w:p>
    <w:p w:rsidR="006974AE" w:rsidRDefault="006974AE" w:rsidP="006974AE">
      <w:r>
        <w:t>489.7270</w:t>
      </w:r>
      <w:r>
        <w:tab/>
        <w:t>4.051e0</w:t>
      </w:r>
    </w:p>
    <w:p w:rsidR="006974AE" w:rsidRDefault="006974AE" w:rsidP="006974AE">
      <w:r>
        <w:t>489.7368</w:t>
      </w:r>
      <w:r>
        <w:tab/>
        <w:t>4.658e1</w:t>
      </w:r>
    </w:p>
    <w:p w:rsidR="006974AE" w:rsidRDefault="006974AE" w:rsidP="006974AE">
      <w:r>
        <w:t>489.7492</w:t>
      </w:r>
      <w:r>
        <w:tab/>
        <w:t>5.063e0</w:t>
      </w:r>
    </w:p>
    <w:p w:rsidR="006974AE" w:rsidRDefault="006974AE" w:rsidP="006974AE">
      <w:r>
        <w:t>489.7565</w:t>
      </w:r>
      <w:r>
        <w:tab/>
        <w:t>2.329e1</w:t>
      </w:r>
    </w:p>
    <w:p w:rsidR="006974AE" w:rsidRDefault="006974AE" w:rsidP="006974AE">
      <w:r>
        <w:t>489.7749</w:t>
      </w:r>
      <w:r>
        <w:tab/>
        <w:t>3.038e0</w:t>
      </w:r>
    </w:p>
    <w:p w:rsidR="006974AE" w:rsidRDefault="006974AE" w:rsidP="006974AE">
      <w:r>
        <w:t>489.8003</w:t>
      </w:r>
      <w:r>
        <w:tab/>
        <w:t>6.076e0</w:t>
      </w:r>
    </w:p>
    <w:p w:rsidR="006974AE" w:rsidRDefault="006974AE" w:rsidP="006974AE">
      <w:r>
        <w:t>489.8050</w:t>
      </w:r>
      <w:r>
        <w:tab/>
        <w:t>2.329e1</w:t>
      </w:r>
    </w:p>
    <w:p w:rsidR="006974AE" w:rsidRDefault="006974AE" w:rsidP="006974AE">
      <w:r>
        <w:t>489.8130</w:t>
      </w:r>
      <w:r>
        <w:tab/>
        <w:t>2.025e0</w:t>
      </w:r>
    </w:p>
    <w:p w:rsidR="006974AE" w:rsidRDefault="006974AE" w:rsidP="006974AE">
      <w:r>
        <w:t>489.8260</w:t>
      </w:r>
      <w:r>
        <w:tab/>
        <w:t>9.114e0</w:t>
      </w:r>
    </w:p>
    <w:p w:rsidR="006974AE" w:rsidRDefault="006974AE" w:rsidP="006974AE">
      <w:r>
        <w:t>489.8355</w:t>
      </w:r>
      <w:r>
        <w:tab/>
        <w:t>4.988e0</w:t>
      </w:r>
    </w:p>
    <w:p w:rsidR="006974AE" w:rsidRDefault="006974AE" w:rsidP="006974AE">
      <w:r>
        <w:t>489.8490</w:t>
      </w:r>
      <w:r>
        <w:tab/>
        <w:t>5.063e0</w:t>
      </w:r>
    </w:p>
    <w:p w:rsidR="006974AE" w:rsidRDefault="006974AE" w:rsidP="006974AE">
      <w:r>
        <w:t>489.8646</w:t>
      </w:r>
      <w:r>
        <w:tab/>
        <w:t>2.329e1</w:t>
      </w:r>
    </w:p>
    <w:p w:rsidR="006974AE" w:rsidRDefault="006974AE" w:rsidP="006974AE">
      <w:r>
        <w:t>489.8781</w:t>
      </w:r>
      <w:r>
        <w:tab/>
        <w:t>5.614e0</w:t>
      </w:r>
    </w:p>
    <w:p w:rsidR="006974AE" w:rsidRDefault="006974AE" w:rsidP="006974AE">
      <w:r>
        <w:t>489.8797</w:t>
      </w:r>
      <w:r>
        <w:tab/>
        <w:t>5.660e0</w:t>
      </w:r>
    </w:p>
    <w:p w:rsidR="006974AE" w:rsidRDefault="006974AE" w:rsidP="006974AE">
      <w:r>
        <w:t>489.8816</w:t>
      </w:r>
      <w:r>
        <w:tab/>
        <w:t>2.329e1</w:t>
      </w:r>
    </w:p>
    <w:p w:rsidR="006974AE" w:rsidRDefault="006974AE" w:rsidP="006974AE">
      <w:r>
        <w:t>489.9130</w:t>
      </w:r>
      <w:r>
        <w:tab/>
        <w:t>7.533e0</w:t>
      </w:r>
    </w:p>
    <w:p w:rsidR="006974AE" w:rsidRDefault="006974AE" w:rsidP="006974AE">
      <w:r>
        <w:t>489.9154</w:t>
      </w:r>
      <w:r>
        <w:tab/>
        <w:t>1.013e0</w:t>
      </w:r>
    </w:p>
    <w:p w:rsidR="006974AE" w:rsidRDefault="006974AE" w:rsidP="006974AE">
      <w:r>
        <w:t>489.9358</w:t>
      </w:r>
      <w:r>
        <w:tab/>
        <w:t>8.422e0</w:t>
      </w:r>
    </w:p>
    <w:p w:rsidR="006974AE" w:rsidRDefault="006974AE" w:rsidP="006974AE">
      <w:r>
        <w:lastRenderedPageBreak/>
        <w:t>489.9459</w:t>
      </w:r>
      <w:r>
        <w:tab/>
        <w:t>1.666e0</w:t>
      </w:r>
    </w:p>
    <w:p w:rsidR="006974AE" w:rsidRDefault="006974AE" w:rsidP="006974AE">
      <w:r>
        <w:t>489.9477</w:t>
      </w:r>
      <w:r>
        <w:tab/>
        <w:t>2.025e0</w:t>
      </w:r>
    </w:p>
    <w:p w:rsidR="006974AE" w:rsidRDefault="006974AE" w:rsidP="006974AE">
      <w:r>
        <w:t>489.9497</w:t>
      </w:r>
      <w:r>
        <w:tab/>
        <w:t>4.658e1</w:t>
      </w:r>
    </w:p>
    <w:p w:rsidR="006974AE" w:rsidRDefault="006974AE" w:rsidP="006974AE">
      <w:r>
        <w:t>489.9702</w:t>
      </w:r>
      <w:r>
        <w:tab/>
        <w:t>2.954e0</w:t>
      </w:r>
    </w:p>
    <w:p w:rsidR="006974AE" w:rsidRDefault="006974AE" w:rsidP="006974AE">
      <w:r>
        <w:t>489.9862</w:t>
      </w:r>
      <w:r>
        <w:tab/>
        <w:t>2.329e1</w:t>
      </w:r>
    </w:p>
    <w:p w:rsidR="006974AE" w:rsidRDefault="006974AE" w:rsidP="006974AE">
      <w:r>
        <w:t>489.9961</w:t>
      </w:r>
      <w:r>
        <w:tab/>
        <w:t>4.011e0</w:t>
      </w:r>
    </w:p>
    <w:p w:rsidR="006974AE" w:rsidRDefault="006974AE" w:rsidP="006974AE">
      <w:r>
        <w:t>490.0014</w:t>
      </w:r>
      <w:r>
        <w:tab/>
        <w:t>4.658e1</w:t>
      </w:r>
    </w:p>
    <w:p w:rsidR="006974AE" w:rsidRDefault="006974AE" w:rsidP="006974AE">
      <w:r>
        <w:t>490.0052</w:t>
      </w:r>
      <w:r>
        <w:tab/>
        <w:t>1.013e0</w:t>
      </w:r>
    </w:p>
    <w:p w:rsidR="006974AE" w:rsidRDefault="006974AE" w:rsidP="006974AE">
      <w:r>
        <w:t>490.0439</w:t>
      </w:r>
      <w:r>
        <w:tab/>
        <w:t>5.449e1</w:t>
      </w:r>
    </w:p>
    <w:p w:rsidR="006974AE" w:rsidRDefault="006974AE" w:rsidP="006974AE">
      <w:r>
        <w:t>490.0562</w:t>
      </w:r>
      <w:r>
        <w:tab/>
        <w:t>3.048e0</w:t>
      </w:r>
    </w:p>
    <w:p w:rsidR="006974AE" w:rsidRDefault="006974AE" w:rsidP="006974AE">
      <w:r>
        <w:t>490.0674</w:t>
      </w:r>
      <w:r>
        <w:tab/>
        <w:t>3.038e0</w:t>
      </w:r>
    </w:p>
    <w:p w:rsidR="006974AE" w:rsidRDefault="006974AE" w:rsidP="006974AE">
      <w:r>
        <w:t>490.0778</w:t>
      </w:r>
      <w:r>
        <w:tab/>
        <w:t>2.329e1</w:t>
      </w:r>
    </w:p>
    <w:p w:rsidR="006974AE" w:rsidRDefault="006974AE" w:rsidP="006974AE">
      <w:r>
        <w:t>490.0846</w:t>
      </w:r>
      <w:r>
        <w:tab/>
        <w:t>4.051e0</w:t>
      </w:r>
    </w:p>
    <w:p w:rsidR="006974AE" w:rsidRDefault="006974AE" w:rsidP="006974AE">
      <w:r>
        <w:t>490.0980</w:t>
      </w:r>
      <w:r>
        <w:tab/>
        <w:t>6.841e0</w:t>
      </w:r>
    </w:p>
    <w:p w:rsidR="006974AE" w:rsidRDefault="006974AE" w:rsidP="006974AE">
      <w:r>
        <w:t>490.1041</w:t>
      </w:r>
      <w:r>
        <w:tab/>
        <w:t>3.687e0</w:t>
      </w:r>
    </w:p>
    <w:p w:rsidR="006974AE" w:rsidRDefault="006974AE" w:rsidP="006974AE">
      <w:r>
        <w:t>490.1389</w:t>
      </w:r>
      <w:r>
        <w:tab/>
        <w:t>7.508e0</w:t>
      </w:r>
    </w:p>
    <w:p w:rsidR="006974AE" w:rsidRDefault="006974AE" w:rsidP="006974AE">
      <w:r>
        <w:t>490.1547</w:t>
      </w:r>
      <w:r>
        <w:tab/>
        <w:t>2.056e0</w:t>
      </w:r>
    </w:p>
    <w:p w:rsidR="006974AE" w:rsidRDefault="006974AE" w:rsidP="006974AE">
      <w:r>
        <w:t>490.2002</w:t>
      </w:r>
      <w:r>
        <w:tab/>
        <w:t>4.051e0</w:t>
      </w:r>
    </w:p>
    <w:p w:rsidR="006974AE" w:rsidRDefault="006974AE" w:rsidP="006974AE">
      <w:r>
        <w:t>490.2089</w:t>
      </w:r>
      <w:r>
        <w:tab/>
        <w:t>4.862e1</w:t>
      </w:r>
    </w:p>
    <w:p w:rsidR="006974AE" w:rsidRDefault="006974AE" w:rsidP="006974AE">
      <w:r>
        <w:lastRenderedPageBreak/>
        <w:t>490.2111</w:t>
      </w:r>
      <w:r>
        <w:tab/>
        <w:t>4.658e1</w:t>
      </w:r>
    </w:p>
    <w:p w:rsidR="006974AE" w:rsidRDefault="006974AE" w:rsidP="006974AE">
      <w:r>
        <w:t>490.2184</w:t>
      </w:r>
      <w:r>
        <w:tab/>
        <w:t>1.068e1</w:t>
      </w:r>
    </w:p>
    <w:p w:rsidR="006974AE" w:rsidRDefault="006974AE" w:rsidP="006974AE">
      <w:r>
        <w:t>490.2211</w:t>
      </w:r>
      <w:r>
        <w:tab/>
        <w:t>2.017e1</w:t>
      </w:r>
    </w:p>
    <w:p w:rsidR="006974AE" w:rsidRDefault="006974AE" w:rsidP="006974AE">
      <w:r>
        <w:t>490.2227</w:t>
      </w:r>
      <w:r>
        <w:tab/>
        <w:t>2.993e1</w:t>
      </w:r>
    </w:p>
    <w:p w:rsidR="006974AE" w:rsidRDefault="006974AE" w:rsidP="006974AE">
      <w:r>
        <w:t>490.2245</w:t>
      </w:r>
      <w:r>
        <w:tab/>
        <w:t>4.277e1</w:t>
      </w:r>
    </w:p>
    <w:p w:rsidR="006974AE" w:rsidRDefault="006974AE" w:rsidP="006974AE">
      <w:r>
        <w:t>490.2389</w:t>
      </w:r>
      <w:r>
        <w:tab/>
        <w:t>2.025e0</w:t>
      </w:r>
    </w:p>
    <w:p w:rsidR="006974AE" w:rsidRDefault="006974AE" w:rsidP="006974AE">
      <w:r>
        <w:t>490.3057</w:t>
      </w:r>
      <w:r>
        <w:tab/>
        <w:t>2.329e1</w:t>
      </w:r>
    </w:p>
    <w:p w:rsidR="006974AE" w:rsidRDefault="006974AE" w:rsidP="006974AE">
      <w:r>
        <w:t>490.3141</w:t>
      </w:r>
      <w:r>
        <w:tab/>
        <w:t>2.707e0</w:t>
      </w:r>
    </w:p>
    <w:p w:rsidR="006974AE" w:rsidRDefault="006974AE" w:rsidP="006974AE">
      <w:r>
        <w:t>490.3233</w:t>
      </w:r>
      <w:r>
        <w:tab/>
        <w:t>4.658e1</w:t>
      </w:r>
    </w:p>
    <w:p w:rsidR="006974AE" w:rsidRDefault="006974AE" w:rsidP="006974AE">
      <w:r>
        <w:t>490.3370</w:t>
      </w:r>
      <w:r>
        <w:tab/>
        <w:t>3.582e0</w:t>
      </w:r>
    </w:p>
    <w:p w:rsidR="006974AE" w:rsidRDefault="006974AE" w:rsidP="006974AE">
      <w:r>
        <w:t>490.3416</w:t>
      </w:r>
      <w:r>
        <w:tab/>
        <w:t>2.329e1</w:t>
      </w:r>
    </w:p>
    <w:p w:rsidR="006974AE" w:rsidRDefault="006974AE" w:rsidP="006974AE">
      <w:r>
        <w:t>490.3549</w:t>
      </w:r>
      <w:r>
        <w:tab/>
        <w:t>2.644e0</w:t>
      </w:r>
    </w:p>
    <w:p w:rsidR="006974AE" w:rsidRDefault="006974AE" w:rsidP="006974AE">
      <w:r>
        <w:t>490.3608</w:t>
      </w:r>
      <w:r>
        <w:tab/>
        <w:t>2.025e0</w:t>
      </w:r>
    </w:p>
    <w:p w:rsidR="006974AE" w:rsidRDefault="006974AE" w:rsidP="006974AE">
      <w:r>
        <w:t>490.3929</w:t>
      </w:r>
      <w:r>
        <w:tab/>
        <w:t>4.914e0</w:t>
      </w:r>
    </w:p>
    <w:p w:rsidR="006974AE" w:rsidRDefault="006974AE" w:rsidP="006974AE">
      <w:r>
        <w:t>490.4005</w:t>
      </w:r>
      <w:r>
        <w:tab/>
        <w:t>2.708e0</w:t>
      </w:r>
    </w:p>
    <w:p w:rsidR="006974AE" w:rsidRDefault="006974AE" w:rsidP="006974AE">
      <w:r>
        <w:t>490.4122</w:t>
      </w:r>
      <w:r>
        <w:tab/>
        <w:t>6.317e0</w:t>
      </w:r>
    </w:p>
    <w:p w:rsidR="006974AE" w:rsidRDefault="006974AE" w:rsidP="006974AE">
      <w:r>
        <w:t>490.4227</w:t>
      </w:r>
      <w:r>
        <w:tab/>
        <w:t>4.658e1</w:t>
      </w:r>
    </w:p>
    <w:p w:rsidR="006974AE" w:rsidRDefault="006974AE" w:rsidP="006974AE">
      <w:r>
        <w:t>490.4242</w:t>
      </w:r>
      <w:r>
        <w:tab/>
        <w:t>1.674e0</w:t>
      </w:r>
    </w:p>
    <w:p w:rsidR="006974AE" w:rsidRDefault="006974AE" w:rsidP="006974AE">
      <w:r>
        <w:t>490.4466</w:t>
      </w:r>
      <w:r>
        <w:tab/>
        <w:t>5.611e0</w:t>
      </w:r>
    </w:p>
    <w:p w:rsidR="006974AE" w:rsidRDefault="006974AE" w:rsidP="006974AE">
      <w:r>
        <w:lastRenderedPageBreak/>
        <w:t>490.4496</w:t>
      </w:r>
      <w:r>
        <w:tab/>
        <w:t>6.785e0</w:t>
      </w:r>
    </w:p>
    <w:p w:rsidR="006974AE" w:rsidRDefault="006974AE" w:rsidP="006974AE">
      <w:r>
        <w:t>490.4564</w:t>
      </w:r>
      <w:r>
        <w:tab/>
        <w:t>4.473e0</w:t>
      </w:r>
    </w:p>
    <w:p w:rsidR="006974AE" w:rsidRDefault="006974AE" w:rsidP="006974AE">
      <w:r>
        <w:t>490.4578</w:t>
      </w:r>
      <w:r>
        <w:tab/>
        <w:t>5.570e0</w:t>
      </w:r>
    </w:p>
    <w:p w:rsidR="006974AE" w:rsidRDefault="006974AE" w:rsidP="006974AE">
      <w:r>
        <w:t>490.4936</w:t>
      </w:r>
      <w:r>
        <w:tab/>
        <w:t>2.025e0</w:t>
      </w:r>
    </w:p>
    <w:p w:rsidR="006974AE" w:rsidRDefault="006974AE" w:rsidP="006974AE">
      <w:r>
        <w:t>490.4965</w:t>
      </w:r>
      <w:r>
        <w:tab/>
        <w:t>4.205e0</w:t>
      </w:r>
    </w:p>
    <w:p w:rsidR="006974AE" w:rsidRDefault="006974AE" w:rsidP="006974AE">
      <w:r>
        <w:t>490.5014</w:t>
      </w:r>
      <w:r>
        <w:tab/>
        <w:t>1.101e1</w:t>
      </w:r>
    </w:p>
    <w:p w:rsidR="006974AE" w:rsidRDefault="006974AE" w:rsidP="006974AE">
      <w:r>
        <w:t>490.5089</w:t>
      </w:r>
      <w:r>
        <w:tab/>
        <w:t>3.885e0</w:t>
      </w:r>
    </w:p>
    <w:p w:rsidR="006974AE" w:rsidRDefault="006974AE" w:rsidP="006974AE">
      <w:r>
        <w:t>490.5430</w:t>
      </w:r>
      <w:r>
        <w:tab/>
        <w:t>1.863e0</w:t>
      </w:r>
    </w:p>
    <w:p w:rsidR="006974AE" w:rsidRDefault="006974AE" w:rsidP="006974AE">
      <w:r>
        <w:t>490.5526</w:t>
      </w:r>
      <w:r>
        <w:tab/>
        <w:t>1.789e0</w:t>
      </w:r>
    </w:p>
    <w:p w:rsidR="006974AE" w:rsidRDefault="006974AE" w:rsidP="006974AE">
      <w:r>
        <w:t>490.5571</w:t>
      </w:r>
      <w:r>
        <w:tab/>
        <w:t>3.032e0</w:t>
      </w:r>
    </w:p>
    <w:p w:rsidR="006974AE" w:rsidRDefault="006974AE" w:rsidP="006974AE">
      <w:r>
        <w:t>490.5815</w:t>
      </w:r>
      <w:r>
        <w:tab/>
        <w:t>2.025e0</w:t>
      </w:r>
    </w:p>
    <w:p w:rsidR="006974AE" w:rsidRDefault="006974AE" w:rsidP="006974AE">
      <w:r>
        <w:t>490.5853</w:t>
      </w:r>
      <w:r>
        <w:tab/>
        <w:t>1.013e0</w:t>
      </w:r>
    </w:p>
    <w:p w:rsidR="006974AE" w:rsidRDefault="006974AE" w:rsidP="006974AE">
      <w:r>
        <w:t>490.5891</w:t>
      </w:r>
      <w:r>
        <w:tab/>
        <w:t>2.025e0</w:t>
      </w:r>
    </w:p>
    <w:p w:rsidR="006974AE" w:rsidRDefault="006974AE" w:rsidP="006974AE">
      <w:r>
        <w:t>490.6110</w:t>
      </w:r>
      <w:r>
        <w:tab/>
        <w:t>6.893e0</w:t>
      </w:r>
    </w:p>
    <w:p w:rsidR="006974AE" w:rsidRDefault="006974AE" w:rsidP="006974AE">
      <w:r>
        <w:t>490.6313</w:t>
      </w:r>
      <w:r>
        <w:tab/>
        <w:t>4.645e0</w:t>
      </w:r>
    </w:p>
    <w:p w:rsidR="006974AE" w:rsidRDefault="006974AE" w:rsidP="006974AE">
      <w:r>
        <w:t>490.6373</w:t>
      </w:r>
      <w:r>
        <w:tab/>
        <w:t>4.376e0</w:t>
      </w:r>
    </w:p>
    <w:p w:rsidR="006974AE" w:rsidRDefault="006974AE" w:rsidP="006974AE">
      <w:r>
        <w:t>490.6495</w:t>
      </w:r>
      <w:r>
        <w:tab/>
        <w:t>7.089e0</w:t>
      </w:r>
    </w:p>
    <w:p w:rsidR="006974AE" w:rsidRDefault="006974AE" w:rsidP="006974AE">
      <w:r>
        <w:t>490.6682</w:t>
      </w:r>
      <w:r>
        <w:tab/>
        <w:t>5.063e0</w:t>
      </w:r>
    </w:p>
    <w:p w:rsidR="006974AE" w:rsidRDefault="006974AE" w:rsidP="006974AE">
      <w:r>
        <w:t>490.6770</w:t>
      </w:r>
      <w:r>
        <w:tab/>
        <w:t>4.858e0</w:t>
      </w:r>
    </w:p>
    <w:p w:rsidR="006974AE" w:rsidRDefault="006974AE" w:rsidP="006974AE">
      <w:r>
        <w:lastRenderedPageBreak/>
        <w:t>490.7091</w:t>
      </w:r>
      <w:r>
        <w:tab/>
        <w:t>8.101e0</w:t>
      </w:r>
    </w:p>
    <w:p w:rsidR="006974AE" w:rsidRDefault="006974AE" w:rsidP="006974AE">
      <w:r>
        <w:t>490.7140</w:t>
      </w:r>
      <w:r>
        <w:tab/>
        <w:t>2.987e0</w:t>
      </w:r>
    </w:p>
    <w:p w:rsidR="006974AE" w:rsidRDefault="006974AE" w:rsidP="006974AE">
      <w:r>
        <w:t>490.7260</w:t>
      </w:r>
      <w:r>
        <w:tab/>
        <w:t>2.338e0</w:t>
      </w:r>
    </w:p>
    <w:p w:rsidR="006974AE" w:rsidRDefault="006974AE" w:rsidP="006974AE">
      <w:r>
        <w:t>490.7598</w:t>
      </w:r>
      <w:r>
        <w:tab/>
        <w:t>2.025e0</w:t>
      </w:r>
    </w:p>
    <w:p w:rsidR="006974AE" w:rsidRDefault="006974AE" w:rsidP="006974AE">
      <w:r>
        <w:t>490.7700</w:t>
      </w:r>
      <w:r>
        <w:tab/>
        <w:t>4.584e0</w:t>
      </w:r>
    </w:p>
    <w:p w:rsidR="006974AE" w:rsidRDefault="006974AE" w:rsidP="006974AE">
      <w:r>
        <w:t>490.7735</w:t>
      </w:r>
      <w:r>
        <w:tab/>
        <w:t>5.063e0</w:t>
      </w:r>
    </w:p>
    <w:p w:rsidR="006974AE" w:rsidRDefault="006974AE" w:rsidP="006974AE">
      <w:r>
        <w:t>490.7790</w:t>
      </w:r>
      <w:r>
        <w:tab/>
        <w:t>4.733e0</w:t>
      </w:r>
    </w:p>
    <w:p w:rsidR="006974AE" w:rsidRDefault="006974AE" w:rsidP="006974AE">
      <w:r>
        <w:t>490.8221</w:t>
      </w:r>
      <w:r>
        <w:tab/>
        <w:t>8.378e0</w:t>
      </w:r>
    </w:p>
    <w:p w:rsidR="006974AE" w:rsidRDefault="006974AE" w:rsidP="006974AE">
      <w:r>
        <w:t>490.8411</w:t>
      </w:r>
      <w:r>
        <w:tab/>
        <w:t>3.953e0</w:t>
      </w:r>
    </w:p>
    <w:p w:rsidR="006974AE" w:rsidRDefault="006974AE" w:rsidP="006974AE">
      <w:r>
        <w:t>490.8497</w:t>
      </w:r>
      <w:r>
        <w:tab/>
        <w:t>1.013e0</w:t>
      </w:r>
    </w:p>
    <w:p w:rsidR="006974AE" w:rsidRDefault="006974AE" w:rsidP="006974AE">
      <w:r>
        <w:t>490.8613</w:t>
      </w:r>
      <w:r>
        <w:tab/>
        <w:t>2.153e0</w:t>
      </w:r>
    </w:p>
    <w:p w:rsidR="006974AE" w:rsidRDefault="006974AE" w:rsidP="006974AE">
      <w:r>
        <w:t>490.8671</w:t>
      </w:r>
      <w:r>
        <w:tab/>
        <w:t>6.514e0</w:t>
      </w:r>
    </w:p>
    <w:p w:rsidR="006974AE" w:rsidRDefault="006974AE" w:rsidP="006974AE">
      <w:r>
        <w:t>490.8753</w:t>
      </w:r>
      <w:r>
        <w:tab/>
        <w:t>1.013e0</w:t>
      </w:r>
    </w:p>
    <w:p w:rsidR="006974AE" w:rsidRDefault="006974AE" w:rsidP="006974AE">
      <w:r>
        <w:t>490.8852</w:t>
      </w:r>
      <w:r>
        <w:tab/>
        <w:t>3.038e0</w:t>
      </w:r>
    </w:p>
    <w:p w:rsidR="006974AE" w:rsidRDefault="006974AE" w:rsidP="006974AE">
      <w:r>
        <w:t>490.9059</w:t>
      </w:r>
      <w:r>
        <w:tab/>
        <w:t>7.064e0</w:t>
      </w:r>
    </w:p>
    <w:p w:rsidR="006974AE" w:rsidRDefault="006974AE" w:rsidP="006974AE">
      <w:r>
        <w:t>490.9129</w:t>
      </w:r>
      <w:r>
        <w:tab/>
        <w:t>1.703e0</w:t>
      </w:r>
    </w:p>
    <w:p w:rsidR="006974AE" w:rsidRDefault="006974AE" w:rsidP="006974AE">
      <w:r>
        <w:t>490.9372</w:t>
      </w:r>
      <w:r>
        <w:tab/>
        <w:t>1.182e1</w:t>
      </w:r>
    </w:p>
    <w:p w:rsidR="006974AE" w:rsidRDefault="006974AE" w:rsidP="006974AE">
      <w:r>
        <w:t>490.9407</w:t>
      </w:r>
      <w:r>
        <w:tab/>
        <w:t>1.013e0</w:t>
      </w:r>
    </w:p>
    <w:p w:rsidR="006974AE" w:rsidRDefault="006974AE" w:rsidP="006974AE">
      <w:r>
        <w:t>490.9554</w:t>
      </w:r>
      <w:r>
        <w:tab/>
        <w:t>1.453e0</w:t>
      </w:r>
    </w:p>
    <w:p w:rsidR="006974AE" w:rsidRDefault="006974AE" w:rsidP="006974AE">
      <w:r>
        <w:lastRenderedPageBreak/>
        <w:t>490.9656</w:t>
      </w:r>
      <w:r>
        <w:tab/>
        <w:t>6.743e0</w:t>
      </w:r>
    </w:p>
    <w:p w:rsidR="006974AE" w:rsidRDefault="006974AE" w:rsidP="006974AE">
      <w:r>
        <w:t>490.9940</w:t>
      </w:r>
      <w:r>
        <w:tab/>
        <w:t>4.971e0</w:t>
      </w:r>
    </w:p>
    <w:p w:rsidR="006974AE" w:rsidRDefault="006974AE" w:rsidP="006974AE">
      <w:r>
        <w:t>490.9992</w:t>
      </w:r>
      <w:r>
        <w:tab/>
        <w:t>3.038e0</w:t>
      </w:r>
    </w:p>
    <w:p w:rsidR="006974AE" w:rsidRDefault="006974AE" w:rsidP="006974AE">
      <w:r>
        <w:t>491.0181</w:t>
      </w:r>
      <w:r>
        <w:tab/>
        <w:t>3.893e0</w:t>
      </w:r>
    </w:p>
    <w:p w:rsidR="006974AE" w:rsidRDefault="006974AE" w:rsidP="006974AE">
      <w:r>
        <w:t>491.0201</w:t>
      </w:r>
      <w:r>
        <w:tab/>
        <w:t>1.349e1</w:t>
      </w:r>
    </w:p>
    <w:p w:rsidR="006974AE" w:rsidRDefault="006974AE" w:rsidP="006974AE">
      <w:r>
        <w:t>491.0224</w:t>
      </w:r>
      <w:r>
        <w:tab/>
        <w:t>2.495e0</w:t>
      </w:r>
    </w:p>
    <w:p w:rsidR="006974AE" w:rsidRDefault="006974AE" w:rsidP="006974AE">
      <w:r>
        <w:t>491.0469</w:t>
      </w:r>
      <w:r>
        <w:tab/>
        <w:t>5.393e0</w:t>
      </w:r>
    </w:p>
    <w:p w:rsidR="006974AE" w:rsidRDefault="006974AE" w:rsidP="006974AE">
      <w:r>
        <w:t>491.0769</w:t>
      </w:r>
      <w:r>
        <w:tab/>
        <w:t>2.872e0</w:t>
      </w:r>
    </w:p>
    <w:p w:rsidR="006974AE" w:rsidRDefault="006974AE" w:rsidP="006974AE">
      <w:r>
        <w:t>491.0998</w:t>
      </w:r>
      <w:r>
        <w:tab/>
        <w:t>1.729e0</w:t>
      </w:r>
    </w:p>
    <w:p w:rsidR="006974AE" w:rsidRDefault="006974AE" w:rsidP="006974AE">
      <w:r>
        <w:t>491.1146</w:t>
      </w:r>
      <w:r>
        <w:tab/>
        <w:t>2.138e0</w:t>
      </w:r>
    </w:p>
    <w:p w:rsidR="006974AE" w:rsidRDefault="006974AE" w:rsidP="006974AE">
      <w:r>
        <w:t>491.1825</w:t>
      </w:r>
      <w:r>
        <w:tab/>
        <w:t>1.013e0</w:t>
      </w:r>
    </w:p>
    <w:p w:rsidR="006974AE" w:rsidRDefault="006974AE" w:rsidP="006974AE">
      <w:r>
        <w:t>491.2049</w:t>
      </w:r>
      <w:r>
        <w:tab/>
        <w:t>1.479e0</w:t>
      </w:r>
    </w:p>
    <w:p w:rsidR="006974AE" w:rsidRDefault="006974AE" w:rsidP="006974AE">
      <w:r>
        <w:t>491.2609</w:t>
      </w:r>
      <w:r>
        <w:tab/>
        <w:t>2.025e0</w:t>
      </w:r>
    </w:p>
    <w:p w:rsidR="006974AE" w:rsidRDefault="006974AE" w:rsidP="006974AE">
      <w:r>
        <w:t>491.2682</w:t>
      </w:r>
      <w:r>
        <w:tab/>
        <w:t>3.383e0</w:t>
      </w:r>
    </w:p>
    <w:p w:rsidR="006974AE" w:rsidRDefault="006974AE" w:rsidP="006974AE">
      <w:r>
        <w:t>491.2716</w:t>
      </w:r>
      <w:r>
        <w:tab/>
        <w:t>1.807e0</w:t>
      </w:r>
    </w:p>
    <w:p w:rsidR="006974AE" w:rsidRDefault="006974AE" w:rsidP="006974AE">
      <w:r>
        <w:t>491.2786</w:t>
      </w:r>
      <w:r>
        <w:tab/>
        <w:t>2.747e0</w:t>
      </w:r>
    </w:p>
    <w:p w:rsidR="006974AE" w:rsidRDefault="006974AE" w:rsidP="006974AE">
      <w:r>
        <w:t>491.2819</w:t>
      </w:r>
      <w:r>
        <w:tab/>
        <w:t>1.013e0</w:t>
      </w:r>
    </w:p>
    <w:p w:rsidR="006974AE" w:rsidRDefault="006974AE" w:rsidP="006974AE">
      <w:r>
        <w:t>491.2951</w:t>
      </w:r>
      <w:r>
        <w:tab/>
        <w:t>1.148e0</w:t>
      </w:r>
    </w:p>
    <w:p w:rsidR="006974AE" w:rsidRDefault="006974AE" w:rsidP="006974AE">
      <w:r>
        <w:t>491.3129</w:t>
      </w:r>
      <w:r>
        <w:tab/>
        <w:t>5.708e0</w:t>
      </w:r>
    </w:p>
    <w:p w:rsidR="006974AE" w:rsidRDefault="006974AE" w:rsidP="006974AE">
      <w:r>
        <w:lastRenderedPageBreak/>
        <w:t>491.3320</w:t>
      </w:r>
      <w:r>
        <w:tab/>
        <w:t>1.177e0</w:t>
      </w:r>
    </w:p>
    <w:p w:rsidR="006974AE" w:rsidRDefault="006974AE" w:rsidP="006974AE">
      <w:r>
        <w:t>491.3504</w:t>
      </w:r>
      <w:r>
        <w:tab/>
        <w:t>5.186e0</w:t>
      </w:r>
    </w:p>
    <w:p w:rsidR="006974AE" w:rsidRDefault="006974AE" w:rsidP="006974AE">
      <w:r>
        <w:t>491.3723</w:t>
      </w:r>
      <w:r>
        <w:tab/>
        <w:t>1.912e0</w:t>
      </w:r>
    </w:p>
    <w:p w:rsidR="006974AE" w:rsidRDefault="006974AE" w:rsidP="006974AE">
      <w:r>
        <w:t>491.3735</w:t>
      </w:r>
      <w:r>
        <w:tab/>
        <w:t>1.923e0</w:t>
      </w:r>
    </w:p>
    <w:p w:rsidR="006974AE" w:rsidRDefault="006974AE" w:rsidP="006974AE">
      <w:r>
        <w:t>491.3985</w:t>
      </w:r>
      <w:r>
        <w:tab/>
        <w:t>3.025e0</w:t>
      </w:r>
    </w:p>
    <w:p w:rsidR="006974AE" w:rsidRDefault="006974AE" w:rsidP="006974AE">
      <w:r>
        <w:t>491.4022</w:t>
      </w:r>
      <w:r>
        <w:tab/>
        <w:t>1.887e0</w:t>
      </w:r>
    </w:p>
    <w:p w:rsidR="006974AE" w:rsidRDefault="006974AE" w:rsidP="006974AE">
      <w:r>
        <w:t>491.4078</w:t>
      </w:r>
      <w:r>
        <w:tab/>
        <w:t>3.791e0</w:t>
      </w:r>
    </w:p>
    <w:p w:rsidR="006974AE" w:rsidRDefault="006974AE" w:rsidP="006974AE">
      <w:r>
        <w:t>491.4482</w:t>
      </w:r>
      <w:r>
        <w:tab/>
        <w:t>1.037e0</w:t>
      </w:r>
    </w:p>
    <w:p w:rsidR="006974AE" w:rsidRDefault="006974AE" w:rsidP="006974AE">
      <w:r>
        <w:t>491.4734</w:t>
      </w:r>
      <w:r>
        <w:tab/>
        <w:t>4.514e0</w:t>
      </w:r>
    </w:p>
    <w:p w:rsidR="006974AE" w:rsidRDefault="006974AE" w:rsidP="006974AE">
      <w:r>
        <w:t>491.4957</w:t>
      </w:r>
      <w:r>
        <w:tab/>
        <w:t>3.623e0</w:t>
      </w:r>
    </w:p>
    <w:p w:rsidR="006974AE" w:rsidRDefault="006974AE" w:rsidP="006974AE">
      <w:r>
        <w:t>491.5020</w:t>
      </w:r>
      <w:r>
        <w:tab/>
        <w:t>2.025e0</w:t>
      </w:r>
    </w:p>
    <w:p w:rsidR="006974AE" w:rsidRDefault="006974AE" w:rsidP="006974AE">
      <w:r>
        <w:t>491.5207</w:t>
      </w:r>
      <w:r>
        <w:tab/>
        <w:t>5.045e0</w:t>
      </w:r>
    </w:p>
    <w:p w:rsidR="006974AE" w:rsidRDefault="006974AE" w:rsidP="006974AE">
      <w:r>
        <w:t>491.5297</w:t>
      </w:r>
      <w:r>
        <w:tab/>
        <w:t>1.013e0</w:t>
      </w:r>
    </w:p>
    <w:p w:rsidR="006974AE" w:rsidRDefault="006974AE" w:rsidP="006974AE">
      <w:r>
        <w:t>491.5518</w:t>
      </w:r>
      <w:r>
        <w:tab/>
        <w:t>5.960e0</w:t>
      </w:r>
    </w:p>
    <w:p w:rsidR="006974AE" w:rsidRDefault="006974AE" w:rsidP="006974AE">
      <w:r>
        <w:t>491.5741</w:t>
      </w:r>
      <w:r>
        <w:tab/>
        <w:t>4.979e0</w:t>
      </w:r>
    </w:p>
    <w:p w:rsidR="006974AE" w:rsidRDefault="006974AE" w:rsidP="006974AE">
      <w:r>
        <w:t>491.5807</w:t>
      </w:r>
      <w:r>
        <w:tab/>
        <w:t>2.025e0</w:t>
      </w:r>
    </w:p>
    <w:p w:rsidR="006974AE" w:rsidRDefault="006974AE" w:rsidP="006974AE">
      <w:r>
        <w:t>491.5880</w:t>
      </w:r>
      <w:r>
        <w:tab/>
        <w:t>2.025e0</w:t>
      </w:r>
    </w:p>
    <w:p w:rsidR="006974AE" w:rsidRDefault="006974AE" w:rsidP="006974AE">
      <w:r>
        <w:t>491.5947</w:t>
      </w:r>
      <w:r>
        <w:tab/>
        <w:t>7.866e0</w:t>
      </w:r>
    </w:p>
    <w:p w:rsidR="006974AE" w:rsidRDefault="006974AE" w:rsidP="006974AE">
      <w:r>
        <w:t>491.6054</w:t>
      </w:r>
      <w:r>
        <w:tab/>
        <w:t>2.025e0</w:t>
      </w:r>
    </w:p>
    <w:p w:rsidR="006974AE" w:rsidRDefault="006974AE" w:rsidP="006974AE">
      <w:r>
        <w:lastRenderedPageBreak/>
        <w:t>491.6191</w:t>
      </w:r>
      <w:r>
        <w:tab/>
        <w:t>5.063e0</w:t>
      </w:r>
    </w:p>
    <w:p w:rsidR="006974AE" w:rsidRDefault="006974AE" w:rsidP="006974AE">
      <w:r>
        <w:t>491.6272</w:t>
      </w:r>
      <w:r>
        <w:tab/>
        <w:t>5.139e0</w:t>
      </w:r>
    </w:p>
    <w:p w:rsidR="006974AE" w:rsidRDefault="006974AE" w:rsidP="006974AE">
      <w:r>
        <w:t>491.6530</w:t>
      </w:r>
      <w:r>
        <w:tab/>
        <w:t>2.681e0</w:t>
      </w:r>
    </w:p>
    <w:p w:rsidR="006974AE" w:rsidRDefault="006974AE" w:rsidP="006974AE">
      <w:r>
        <w:t>491.6601</w:t>
      </w:r>
      <w:r>
        <w:tab/>
        <w:t>1.013e0</w:t>
      </w:r>
    </w:p>
    <w:p w:rsidR="006974AE" w:rsidRDefault="006974AE" w:rsidP="006974AE">
      <w:r>
        <w:t>491.7054</w:t>
      </w:r>
      <w:r>
        <w:tab/>
        <w:t>2.025e0</w:t>
      </w:r>
    </w:p>
    <w:p w:rsidR="006974AE" w:rsidRDefault="006974AE" w:rsidP="006974AE">
      <w:r>
        <w:t>491.7225</w:t>
      </w:r>
      <w:r>
        <w:tab/>
        <w:t>7.551e0</w:t>
      </w:r>
    </w:p>
    <w:p w:rsidR="006974AE" w:rsidRDefault="006974AE" w:rsidP="006974AE">
      <w:r>
        <w:t>491.7336</w:t>
      </w:r>
      <w:r>
        <w:tab/>
        <w:t>1.288e0</w:t>
      </w:r>
    </w:p>
    <w:p w:rsidR="006974AE" w:rsidRDefault="006974AE" w:rsidP="006974AE">
      <w:r>
        <w:t>491.7748</w:t>
      </w:r>
      <w:r>
        <w:tab/>
        <w:t>1.064e1</w:t>
      </w:r>
    </w:p>
    <w:p w:rsidR="006974AE" w:rsidRDefault="006974AE" w:rsidP="006974AE">
      <w:r>
        <w:t>491.7813</w:t>
      </w:r>
      <w:r>
        <w:tab/>
        <w:t>4.051e0</w:t>
      </w:r>
    </w:p>
    <w:p w:rsidR="006974AE" w:rsidRDefault="006974AE" w:rsidP="006974AE">
      <w:r>
        <w:t>491.7917</w:t>
      </w:r>
      <w:r>
        <w:tab/>
        <w:t>4.236e0</w:t>
      </w:r>
    </w:p>
    <w:p w:rsidR="006974AE" w:rsidRDefault="006974AE" w:rsidP="006974AE">
      <w:r>
        <w:t>491.7935</w:t>
      </w:r>
      <w:r>
        <w:tab/>
        <w:t>3.293e0</w:t>
      </w:r>
    </w:p>
    <w:p w:rsidR="006974AE" w:rsidRDefault="006974AE" w:rsidP="006974AE">
      <w:r>
        <w:t>491.8229</w:t>
      </w:r>
      <w:r>
        <w:tab/>
        <w:t>1.761e0</w:t>
      </w:r>
    </w:p>
    <w:p w:rsidR="006974AE" w:rsidRDefault="006974AE" w:rsidP="006974AE">
      <w:r>
        <w:t>491.8392</w:t>
      </w:r>
      <w:r>
        <w:tab/>
        <w:t>3.038e0</w:t>
      </w:r>
    </w:p>
    <w:p w:rsidR="006974AE" w:rsidRDefault="006974AE" w:rsidP="006974AE">
      <w:r>
        <w:t>491.8481</w:t>
      </w:r>
      <w:r>
        <w:tab/>
        <w:t>1.013e0</w:t>
      </w:r>
    </w:p>
    <w:p w:rsidR="006974AE" w:rsidRDefault="006974AE" w:rsidP="006974AE">
      <w:r>
        <w:t>491.8591</w:t>
      </w:r>
      <w:r>
        <w:tab/>
        <w:t>1.497e0</w:t>
      </w:r>
    </w:p>
    <w:p w:rsidR="006974AE" w:rsidRDefault="006974AE" w:rsidP="006974AE">
      <w:r>
        <w:t>491.8694</w:t>
      </w:r>
      <w:r>
        <w:tab/>
        <w:t>1.605e0</w:t>
      </w:r>
    </w:p>
    <w:p w:rsidR="006974AE" w:rsidRDefault="006974AE" w:rsidP="006974AE">
      <w:r>
        <w:t>491.9090</w:t>
      </w:r>
      <w:r>
        <w:tab/>
        <w:t>3.869e0</w:t>
      </w:r>
    </w:p>
    <w:p w:rsidR="006974AE" w:rsidRDefault="006974AE" w:rsidP="006974AE">
      <w:r>
        <w:t>491.9473</w:t>
      </w:r>
      <w:r>
        <w:tab/>
        <w:t>1.013e0</w:t>
      </w:r>
    </w:p>
    <w:p w:rsidR="006974AE" w:rsidRDefault="006974AE" w:rsidP="006974AE">
      <w:r>
        <w:t>491.9485</w:t>
      </w:r>
      <w:r>
        <w:tab/>
        <w:t>3.811e0</w:t>
      </w:r>
    </w:p>
    <w:p w:rsidR="006974AE" w:rsidRDefault="006974AE" w:rsidP="006974AE">
      <w:r>
        <w:lastRenderedPageBreak/>
        <w:t>491.9709</w:t>
      </w:r>
      <w:r>
        <w:tab/>
        <w:t>3.792e0</w:t>
      </w:r>
    </w:p>
    <w:p w:rsidR="006974AE" w:rsidRDefault="006974AE" w:rsidP="006974AE">
      <w:r>
        <w:t>491.9756</w:t>
      </w:r>
      <w:r>
        <w:tab/>
        <w:t>1.624e0</w:t>
      </w:r>
    </w:p>
    <w:p w:rsidR="006974AE" w:rsidRDefault="006974AE" w:rsidP="006974AE">
      <w:r>
        <w:t>491.9883</w:t>
      </w:r>
      <w:r>
        <w:tab/>
        <w:t>5.040e0</w:t>
      </w:r>
    </w:p>
    <w:p w:rsidR="006974AE" w:rsidRDefault="006974AE" w:rsidP="006974AE">
      <w:r>
        <w:t>491.9902</w:t>
      </w:r>
      <w:r>
        <w:tab/>
        <w:t>2.025e0</w:t>
      </w:r>
    </w:p>
    <w:p w:rsidR="006974AE" w:rsidRDefault="006974AE" w:rsidP="006974AE">
      <w:r>
        <w:t>492.0227</w:t>
      </w:r>
      <w:r>
        <w:tab/>
        <w:t>4.600e0</w:t>
      </w:r>
    </w:p>
    <w:p w:rsidR="006974AE" w:rsidRDefault="006974AE" w:rsidP="006974AE">
      <w:r>
        <w:t>492.0276</w:t>
      </w:r>
      <w:r>
        <w:tab/>
        <w:t>1.013e0</w:t>
      </w:r>
    </w:p>
    <w:p w:rsidR="006974AE" w:rsidRDefault="006974AE" w:rsidP="006974AE">
      <w:r>
        <w:t>492.0461</w:t>
      </w:r>
      <w:r>
        <w:tab/>
        <w:t>1.235e0</w:t>
      </w:r>
    </w:p>
    <w:p w:rsidR="006974AE" w:rsidRDefault="006974AE" w:rsidP="006974AE">
      <w:r>
        <w:t>492.0539</w:t>
      </w:r>
      <w:r>
        <w:tab/>
        <w:t>1.013e0</w:t>
      </w:r>
    </w:p>
    <w:p w:rsidR="006974AE" w:rsidRDefault="006974AE" w:rsidP="006974AE">
      <w:r>
        <w:t>492.0710</w:t>
      </w:r>
      <w:r>
        <w:tab/>
        <w:t>1.800e0</w:t>
      </w:r>
    </w:p>
    <w:p w:rsidR="006974AE" w:rsidRDefault="006974AE" w:rsidP="006974AE">
      <w:r>
        <w:t>492.0807</w:t>
      </w:r>
      <w:r>
        <w:tab/>
        <w:t>3.705e0</w:t>
      </w:r>
    </w:p>
    <w:p w:rsidR="006974AE" w:rsidRDefault="006974AE" w:rsidP="006974AE">
      <w:r>
        <w:t>492.0881</w:t>
      </w:r>
      <w:r>
        <w:tab/>
        <w:t>2.025e0</w:t>
      </w:r>
    </w:p>
    <w:p w:rsidR="006974AE" w:rsidRDefault="006974AE" w:rsidP="006974AE">
      <w:r>
        <w:t>492.0946</w:t>
      </w:r>
      <w:r>
        <w:tab/>
        <w:t>1.600e0</w:t>
      </w:r>
    </w:p>
    <w:p w:rsidR="006974AE" w:rsidRDefault="006974AE" w:rsidP="006974AE">
      <w:r>
        <w:t>492.1052</w:t>
      </w:r>
      <w:r>
        <w:tab/>
        <w:t>1.013e0</w:t>
      </w:r>
    </w:p>
    <w:p w:rsidR="006974AE" w:rsidRDefault="006974AE" w:rsidP="006974AE">
      <w:r>
        <w:t>492.1131</w:t>
      </w:r>
      <w:r>
        <w:tab/>
        <w:t>1.505e0</w:t>
      </w:r>
    </w:p>
    <w:p w:rsidR="006974AE" w:rsidRDefault="006974AE" w:rsidP="006974AE">
      <w:r>
        <w:t>492.1429</w:t>
      </w:r>
      <w:r>
        <w:tab/>
        <w:t>2.025e0</w:t>
      </w:r>
    </w:p>
    <w:p w:rsidR="006974AE" w:rsidRDefault="006974AE" w:rsidP="006974AE">
      <w:r>
        <w:t>492.2898</w:t>
      </w:r>
      <w:r>
        <w:tab/>
        <w:t>1.013e0</w:t>
      </w:r>
    </w:p>
    <w:p w:rsidR="006974AE" w:rsidRDefault="006974AE" w:rsidP="006974AE">
      <w:r>
        <w:t>492.3032</w:t>
      </w:r>
      <w:r>
        <w:tab/>
        <w:t>1.830e0</w:t>
      </w:r>
    </w:p>
    <w:p w:rsidR="006974AE" w:rsidRDefault="006974AE" w:rsidP="006974AE">
      <w:r>
        <w:t>492.3221</w:t>
      </w:r>
      <w:r>
        <w:tab/>
        <w:t>5.052e0</w:t>
      </w:r>
    </w:p>
    <w:p w:rsidR="006974AE" w:rsidRDefault="006974AE" w:rsidP="006974AE">
      <w:r>
        <w:t>492.3283</w:t>
      </w:r>
      <w:r>
        <w:tab/>
        <w:t>5.063e0</w:t>
      </w:r>
    </w:p>
    <w:p w:rsidR="006974AE" w:rsidRDefault="006974AE" w:rsidP="006974AE">
      <w:r>
        <w:lastRenderedPageBreak/>
        <w:t>492.3417</w:t>
      </w:r>
      <w:r>
        <w:tab/>
        <w:t>2.484e0</w:t>
      </w:r>
    </w:p>
    <w:p w:rsidR="006974AE" w:rsidRDefault="006974AE" w:rsidP="006974AE">
      <w:r>
        <w:t>492.3642</w:t>
      </w:r>
      <w:r>
        <w:tab/>
        <w:t>2.532e0</w:t>
      </w:r>
    </w:p>
    <w:p w:rsidR="006974AE" w:rsidRDefault="006974AE" w:rsidP="006974AE">
      <w:r>
        <w:t>492.3676</w:t>
      </w:r>
      <w:r>
        <w:tab/>
        <w:t>3.772e0</w:t>
      </w:r>
    </w:p>
    <w:p w:rsidR="006974AE" w:rsidRDefault="006974AE" w:rsidP="006974AE">
      <w:r>
        <w:t>492.4164</w:t>
      </w:r>
      <w:r>
        <w:tab/>
        <w:t>2.327e0</w:t>
      </w:r>
    </w:p>
    <w:p w:rsidR="006974AE" w:rsidRDefault="006974AE" w:rsidP="006974AE">
      <w:r>
        <w:t>492.4297</w:t>
      </w:r>
      <w:r>
        <w:tab/>
        <w:t>2.154e0</w:t>
      </w:r>
    </w:p>
    <w:p w:rsidR="006974AE" w:rsidRDefault="006974AE" w:rsidP="006974AE">
      <w:r>
        <w:t>492.4337</w:t>
      </w:r>
      <w:r>
        <w:tab/>
        <w:t>3.473e0</w:t>
      </w:r>
    </w:p>
    <w:p w:rsidR="006974AE" w:rsidRDefault="006974AE" w:rsidP="006974AE">
      <w:r>
        <w:t>492.4607</w:t>
      </w:r>
      <w:r>
        <w:tab/>
        <w:t>1.013e0</w:t>
      </w:r>
    </w:p>
    <w:p w:rsidR="006974AE" w:rsidRDefault="006974AE" w:rsidP="006974AE">
      <w:r>
        <w:t>492.4872</w:t>
      </w:r>
      <w:r>
        <w:tab/>
        <w:t>3.261e0</w:t>
      </w:r>
    </w:p>
    <w:p w:rsidR="006974AE" w:rsidRDefault="006974AE" w:rsidP="006974AE">
      <w:r>
        <w:t>492.4895</w:t>
      </w:r>
      <w:r>
        <w:tab/>
        <w:t>1.013e0</w:t>
      </w:r>
    </w:p>
    <w:p w:rsidR="006974AE" w:rsidRDefault="006974AE" w:rsidP="006974AE">
      <w:r>
        <w:t>492.5366</w:t>
      </w:r>
      <w:r>
        <w:tab/>
        <w:t>1.921e0</w:t>
      </w:r>
    </w:p>
    <w:p w:rsidR="006974AE" w:rsidRDefault="006974AE" w:rsidP="006974AE">
      <w:r>
        <w:t>492.5434</w:t>
      </w:r>
      <w:r>
        <w:tab/>
        <w:t>2.937e0</w:t>
      </w:r>
    </w:p>
    <w:p w:rsidR="006974AE" w:rsidRDefault="006974AE" w:rsidP="006974AE">
      <w:r>
        <w:t>492.5614</w:t>
      </w:r>
      <w:r>
        <w:tab/>
        <w:t>1.906e0</w:t>
      </w:r>
    </w:p>
    <w:p w:rsidR="006974AE" w:rsidRDefault="006974AE" w:rsidP="006974AE">
      <w:r>
        <w:t>492.5811</w:t>
      </w:r>
      <w:r>
        <w:tab/>
        <w:t>2.260e0</w:t>
      </w:r>
    </w:p>
    <w:p w:rsidR="006974AE" w:rsidRDefault="006974AE" w:rsidP="006974AE">
      <w:r>
        <w:t>492.5821</w:t>
      </w:r>
      <w:r>
        <w:tab/>
        <w:t>4.112e0</w:t>
      </w:r>
    </w:p>
    <w:p w:rsidR="006974AE" w:rsidRDefault="006974AE" w:rsidP="006974AE">
      <w:r>
        <w:t>492.6038</w:t>
      </w:r>
      <w:r>
        <w:tab/>
        <w:t>5.027e0</w:t>
      </w:r>
    </w:p>
    <w:p w:rsidR="006974AE" w:rsidRDefault="006974AE" w:rsidP="006974AE">
      <w:r>
        <w:t>492.6129</w:t>
      </w:r>
      <w:r>
        <w:tab/>
        <w:t>1.013e0</w:t>
      </w:r>
    </w:p>
    <w:p w:rsidR="006974AE" w:rsidRDefault="006974AE" w:rsidP="006974AE">
      <w:r>
        <w:t>492.6349</w:t>
      </w:r>
      <w:r>
        <w:tab/>
        <w:t>5.161e0</w:t>
      </w:r>
    </w:p>
    <w:p w:rsidR="006974AE" w:rsidRDefault="006974AE" w:rsidP="006974AE">
      <w:r>
        <w:t>492.6661</w:t>
      </w:r>
      <w:r>
        <w:tab/>
        <w:t>3.038e0</w:t>
      </w:r>
    </w:p>
    <w:p w:rsidR="006974AE" w:rsidRDefault="006974AE" w:rsidP="006974AE">
      <w:r>
        <w:t>492.6784</w:t>
      </w:r>
      <w:r>
        <w:tab/>
        <w:t>2.025e0</w:t>
      </w:r>
    </w:p>
    <w:p w:rsidR="006974AE" w:rsidRDefault="006974AE" w:rsidP="006974AE">
      <w:r>
        <w:lastRenderedPageBreak/>
        <w:t>492.6900</w:t>
      </w:r>
      <w:r>
        <w:tab/>
        <w:t>2.025e0</w:t>
      </w:r>
    </w:p>
    <w:p w:rsidR="006974AE" w:rsidRDefault="006974AE" w:rsidP="006974AE">
      <w:r>
        <w:t>492.7044</w:t>
      </w:r>
      <w:r>
        <w:tab/>
        <w:t>2.805e0</w:t>
      </w:r>
    </w:p>
    <w:p w:rsidR="006974AE" w:rsidRDefault="006974AE" w:rsidP="006974AE">
      <w:r>
        <w:t>492.7063</w:t>
      </w:r>
      <w:r>
        <w:tab/>
        <w:t>2.522e0</w:t>
      </w:r>
    </w:p>
    <w:p w:rsidR="006974AE" w:rsidRDefault="006974AE" w:rsidP="006974AE">
      <w:r>
        <w:t>492.7383</w:t>
      </w:r>
      <w:r>
        <w:tab/>
        <w:t>1.013e0</w:t>
      </w:r>
    </w:p>
    <w:p w:rsidR="006974AE" w:rsidRDefault="006974AE" w:rsidP="006974AE">
      <w:r>
        <w:t>492.7404</w:t>
      </w:r>
      <w:r>
        <w:tab/>
        <w:t>1.769e0</w:t>
      </w:r>
    </w:p>
    <w:p w:rsidR="006974AE" w:rsidRDefault="006974AE" w:rsidP="006974AE">
      <w:r>
        <w:t>492.7641</w:t>
      </w:r>
      <w:r>
        <w:tab/>
        <w:t>6.804e0</w:t>
      </w:r>
    </w:p>
    <w:p w:rsidR="006974AE" w:rsidRDefault="006974AE" w:rsidP="006974AE">
      <w:r>
        <w:t>492.7914</w:t>
      </w:r>
      <w:r>
        <w:tab/>
        <w:t>2.202e0</w:t>
      </w:r>
    </w:p>
    <w:p w:rsidR="006974AE" w:rsidRDefault="006974AE" w:rsidP="006974AE">
      <w:r>
        <w:t>492.8173</w:t>
      </w:r>
      <w:r>
        <w:tab/>
        <w:t>2.025e0</w:t>
      </w:r>
    </w:p>
    <w:p w:rsidR="006974AE" w:rsidRDefault="006974AE" w:rsidP="006974AE">
      <w:r>
        <w:t>492.8295</w:t>
      </w:r>
      <w:r>
        <w:tab/>
        <w:t>2.025e0</w:t>
      </w:r>
    </w:p>
    <w:p w:rsidR="006974AE" w:rsidRDefault="006974AE" w:rsidP="006974AE">
      <w:r>
        <w:t>492.8334</w:t>
      </w:r>
      <w:r>
        <w:tab/>
        <w:t>3.574e0</w:t>
      </w:r>
    </w:p>
    <w:p w:rsidR="006974AE" w:rsidRDefault="006974AE" w:rsidP="006974AE">
      <w:r>
        <w:t>492.8357</w:t>
      </w:r>
      <w:r>
        <w:tab/>
        <w:t>3.038e0</w:t>
      </w:r>
    </w:p>
    <w:p w:rsidR="006974AE" w:rsidRDefault="006974AE" w:rsidP="006974AE">
      <w:r>
        <w:t>492.8444</w:t>
      </w:r>
      <w:r>
        <w:tab/>
        <w:t>2.025e0</w:t>
      </w:r>
    </w:p>
    <w:p w:rsidR="006974AE" w:rsidRDefault="006974AE" w:rsidP="006974AE">
      <w:r>
        <w:t>492.8605</w:t>
      </w:r>
      <w:r>
        <w:tab/>
        <w:t>1.427e0</w:t>
      </w:r>
    </w:p>
    <w:p w:rsidR="006974AE" w:rsidRDefault="006974AE" w:rsidP="006974AE">
      <w:r>
        <w:t>492.8784</w:t>
      </w:r>
      <w:r>
        <w:tab/>
        <w:t>1.519e0</w:t>
      </w:r>
    </w:p>
    <w:p w:rsidR="006974AE" w:rsidRDefault="006974AE" w:rsidP="006974AE">
      <w:r>
        <w:t>492.8961</w:t>
      </w:r>
      <w:r>
        <w:tab/>
        <w:t>2.025e0</w:t>
      </w:r>
    </w:p>
    <w:p w:rsidR="006974AE" w:rsidRDefault="006974AE" w:rsidP="006974AE">
      <w:r>
        <w:t>492.9072</w:t>
      </w:r>
      <w:r>
        <w:tab/>
        <w:t>1.819e0</w:t>
      </w:r>
    </w:p>
    <w:p w:rsidR="006974AE" w:rsidRDefault="006974AE" w:rsidP="006974AE">
      <w:r>
        <w:t>492.9150</w:t>
      </w:r>
      <w:r>
        <w:tab/>
        <w:t>2.025e0</w:t>
      </w:r>
    </w:p>
    <w:p w:rsidR="006974AE" w:rsidRDefault="006974AE" w:rsidP="006974AE">
      <w:r>
        <w:t>492.9244</w:t>
      </w:r>
      <w:r>
        <w:tab/>
        <w:t>1.147e0</w:t>
      </w:r>
    </w:p>
    <w:p w:rsidR="006974AE" w:rsidRDefault="006974AE" w:rsidP="006974AE">
      <w:r>
        <w:t>492.9530</w:t>
      </w:r>
      <w:r>
        <w:tab/>
        <w:t>1.538e0</w:t>
      </w:r>
    </w:p>
    <w:p w:rsidR="006974AE" w:rsidRDefault="006974AE" w:rsidP="006974AE">
      <w:r>
        <w:lastRenderedPageBreak/>
        <w:t>492.9610</w:t>
      </w:r>
      <w:r>
        <w:tab/>
        <w:t>1.013e0</w:t>
      </w:r>
    </w:p>
    <w:p w:rsidR="006974AE" w:rsidRDefault="006974AE" w:rsidP="006974AE">
      <w:r>
        <w:t>492.9855</w:t>
      </w:r>
      <w:r>
        <w:tab/>
        <w:t>1.423e0</w:t>
      </w:r>
    </w:p>
    <w:p w:rsidR="006974AE" w:rsidRDefault="006974AE" w:rsidP="006974AE">
      <w:r>
        <w:t>492.9918</w:t>
      </w:r>
      <w:r>
        <w:tab/>
        <w:t>2.002e0</w:t>
      </w:r>
    </w:p>
    <w:p w:rsidR="006974AE" w:rsidRDefault="006974AE" w:rsidP="006974AE">
      <w:r>
        <w:t>492.9946</w:t>
      </w:r>
      <w:r>
        <w:tab/>
        <w:t>1.013e0</w:t>
      </w:r>
    </w:p>
    <w:p w:rsidR="006974AE" w:rsidRDefault="006974AE" w:rsidP="006974AE">
      <w:r>
        <w:t>493.0086</w:t>
      </w:r>
      <w:r>
        <w:tab/>
        <w:t>1.063e0</w:t>
      </w:r>
    </w:p>
    <w:p w:rsidR="006974AE" w:rsidRDefault="006974AE" w:rsidP="006974AE">
      <w:r>
        <w:t>493.0229</w:t>
      </w:r>
      <w:r>
        <w:tab/>
        <w:t>1.571e0</w:t>
      </w:r>
    </w:p>
    <w:p w:rsidR="006974AE" w:rsidRDefault="006974AE" w:rsidP="006974AE">
      <w:r>
        <w:t>493.0449</w:t>
      </w:r>
      <w:r>
        <w:tab/>
        <w:t>1.864e0</w:t>
      </w:r>
    </w:p>
    <w:p w:rsidR="006974AE" w:rsidRDefault="006974AE" w:rsidP="006974AE">
      <w:r>
        <w:t>493.0919</w:t>
      </w:r>
      <w:r>
        <w:tab/>
        <w:t>3.038e0</w:t>
      </w:r>
    </w:p>
    <w:p w:rsidR="006974AE" w:rsidRDefault="006974AE" w:rsidP="006974AE">
      <w:r>
        <w:t>493.2865</w:t>
      </w:r>
      <w:r>
        <w:tab/>
        <w:t>1.013e0</w:t>
      </w:r>
    </w:p>
    <w:p w:rsidR="006974AE" w:rsidRDefault="006974AE" w:rsidP="006974AE">
      <w:r>
        <w:t>493.3124</w:t>
      </w:r>
      <w:r>
        <w:tab/>
        <w:t>2.025e0</w:t>
      </w:r>
    </w:p>
    <w:p w:rsidR="006974AE" w:rsidRDefault="006974AE" w:rsidP="006974AE">
      <w:r>
        <w:t>493.3301</w:t>
      </w:r>
      <w:r>
        <w:tab/>
        <w:t>2.017e0</w:t>
      </w:r>
    </w:p>
    <w:p w:rsidR="006974AE" w:rsidRDefault="006974AE" w:rsidP="006974AE">
      <w:r>
        <w:t>493.3455</w:t>
      </w:r>
      <w:r>
        <w:tab/>
        <w:t>1.840e0</w:t>
      </w:r>
    </w:p>
    <w:p w:rsidR="006974AE" w:rsidRDefault="006974AE" w:rsidP="006974AE">
      <w:r>
        <w:t>493.3836</w:t>
      </w:r>
      <w:r>
        <w:tab/>
        <w:t>1.664e0</w:t>
      </w:r>
    </w:p>
    <w:p w:rsidR="006974AE" w:rsidRDefault="006974AE" w:rsidP="006974AE">
      <w:r>
        <w:t>493.4350</w:t>
      </w:r>
      <w:r>
        <w:tab/>
        <w:t>3.598e0</w:t>
      </w:r>
    </w:p>
    <w:p w:rsidR="006974AE" w:rsidRDefault="006974AE" w:rsidP="006974AE">
      <w:r>
        <w:t>493.4601</w:t>
      </w:r>
      <w:r>
        <w:tab/>
        <w:t>2.025e0</w:t>
      </w:r>
    </w:p>
    <w:p w:rsidR="006974AE" w:rsidRDefault="006974AE" w:rsidP="006974AE">
      <w:r>
        <w:t>493.4752</w:t>
      </w:r>
      <w:r>
        <w:tab/>
        <w:t>2.095e0</w:t>
      </w:r>
    </w:p>
    <w:p w:rsidR="006974AE" w:rsidRDefault="006974AE" w:rsidP="006974AE">
      <w:r>
        <w:t>493.5156</w:t>
      </w:r>
      <w:r>
        <w:tab/>
        <w:t>2.060e0</w:t>
      </w:r>
    </w:p>
    <w:p w:rsidR="006974AE" w:rsidRDefault="006974AE" w:rsidP="006974AE">
      <w:r>
        <w:t>493.5190</w:t>
      </w:r>
      <w:r>
        <w:tab/>
        <w:t>2.013e0</w:t>
      </w:r>
    </w:p>
    <w:p w:rsidR="006974AE" w:rsidRDefault="006974AE" w:rsidP="006974AE">
      <w:r>
        <w:t>493.5628</w:t>
      </w:r>
      <w:r>
        <w:tab/>
        <w:t>1.013e0</w:t>
      </w:r>
    </w:p>
    <w:p w:rsidR="006974AE" w:rsidRDefault="006974AE" w:rsidP="006974AE">
      <w:r>
        <w:lastRenderedPageBreak/>
        <w:t>493.5669</w:t>
      </w:r>
      <w:r>
        <w:tab/>
        <w:t>2.025e0</w:t>
      </w:r>
    </w:p>
    <w:p w:rsidR="006974AE" w:rsidRDefault="006974AE" w:rsidP="006974AE">
      <w:r>
        <w:t>493.5988</w:t>
      </w:r>
      <w:r>
        <w:tab/>
        <w:t>1.293e0</w:t>
      </w:r>
    </w:p>
    <w:p w:rsidR="006974AE" w:rsidRDefault="006974AE" w:rsidP="006974AE">
      <w:r>
        <w:t>493.6229</w:t>
      </w:r>
      <w:r>
        <w:tab/>
        <w:t>8.332e0</w:t>
      </w:r>
    </w:p>
    <w:p w:rsidR="006974AE" w:rsidRDefault="006974AE" w:rsidP="006974AE">
      <w:r>
        <w:t>493.6755</w:t>
      </w:r>
      <w:r>
        <w:tab/>
        <w:t>1.807e0</w:t>
      </w:r>
    </w:p>
    <w:p w:rsidR="006974AE" w:rsidRDefault="006974AE" w:rsidP="006974AE">
      <w:r>
        <w:t>493.6881</w:t>
      </w:r>
      <w:r>
        <w:tab/>
        <w:t>4.051e0</w:t>
      </w:r>
    </w:p>
    <w:p w:rsidR="006974AE" w:rsidRDefault="006974AE" w:rsidP="006974AE">
      <w:r>
        <w:t>493.6909</w:t>
      </w:r>
      <w:r>
        <w:tab/>
        <w:t>3.618e0</w:t>
      </w:r>
    </w:p>
    <w:p w:rsidR="006974AE" w:rsidRDefault="006974AE" w:rsidP="006974AE">
      <w:r>
        <w:t>493.7231</w:t>
      </w:r>
      <w:r>
        <w:tab/>
        <w:t>1.013e0</w:t>
      </w:r>
    </w:p>
    <w:p w:rsidR="006974AE" w:rsidRDefault="006974AE" w:rsidP="006974AE">
      <w:r>
        <w:t>493.7569</w:t>
      </w:r>
      <w:r>
        <w:tab/>
        <w:t>1.460e0</w:t>
      </w:r>
    </w:p>
    <w:p w:rsidR="006974AE" w:rsidRDefault="006974AE" w:rsidP="006974AE">
      <w:r>
        <w:t>493.7662</w:t>
      </w:r>
      <w:r>
        <w:tab/>
        <w:t>3.562e0</w:t>
      </w:r>
    </w:p>
    <w:p w:rsidR="006974AE" w:rsidRDefault="006974AE" w:rsidP="006974AE">
      <w:r>
        <w:t>493.7743</w:t>
      </w:r>
      <w:r>
        <w:tab/>
        <w:t>2.567e0</w:t>
      </w:r>
    </w:p>
    <w:p w:rsidR="006974AE" w:rsidRDefault="006974AE" w:rsidP="006974AE">
      <w:r>
        <w:t>493.7907</w:t>
      </w:r>
      <w:r>
        <w:tab/>
        <w:t>4.968e0</w:t>
      </w:r>
    </w:p>
    <w:p w:rsidR="006974AE" w:rsidRDefault="006974AE" w:rsidP="006974AE">
      <w:r>
        <w:t>493.8175</w:t>
      </w:r>
      <w:r>
        <w:tab/>
        <w:t>1.013e0</w:t>
      </w:r>
    </w:p>
    <w:p w:rsidR="006974AE" w:rsidRDefault="006974AE" w:rsidP="006974AE">
      <w:r>
        <w:t>493.8346</w:t>
      </w:r>
      <w:r>
        <w:tab/>
        <w:t>1.013e0</w:t>
      </w:r>
    </w:p>
    <w:p w:rsidR="006974AE" w:rsidRDefault="006974AE" w:rsidP="006974AE">
      <w:r>
        <w:t>493.8438</w:t>
      </w:r>
      <w:r>
        <w:tab/>
        <w:t>1.013e0</w:t>
      </w:r>
    </w:p>
    <w:p w:rsidR="006974AE" w:rsidRDefault="006974AE" w:rsidP="006974AE">
      <w:r>
        <w:t>493.8496</w:t>
      </w:r>
      <w:r>
        <w:tab/>
        <w:t>5.566e0</w:t>
      </w:r>
    </w:p>
    <w:p w:rsidR="006974AE" w:rsidRDefault="006974AE" w:rsidP="006974AE">
      <w:r>
        <w:t>493.8911</w:t>
      </w:r>
      <w:r>
        <w:tab/>
        <w:t>2.025e0</w:t>
      </w:r>
    </w:p>
    <w:p w:rsidR="006974AE" w:rsidRDefault="006974AE" w:rsidP="006974AE">
      <w:r>
        <w:t>493.9123</w:t>
      </w:r>
      <w:r>
        <w:tab/>
        <w:t>5.516e0</w:t>
      </w:r>
    </w:p>
    <w:p w:rsidR="006974AE" w:rsidRDefault="006974AE" w:rsidP="006974AE">
      <w:r>
        <w:t>493.9235</w:t>
      </w:r>
      <w:r>
        <w:tab/>
        <w:t>3.038e0</w:t>
      </w:r>
    </w:p>
    <w:p w:rsidR="006974AE" w:rsidRDefault="006974AE" w:rsidP="006974AE">
      <w:r>
        <w:t>493.9341</w:t>
      </w:r>
      <w:r>
        <w:tab/>
        <w:t>1.755e0</w:t>
      </w:r>
    </w:p>
    <w:p w:rsidR="006974AE" w:rsidRDefault="006974AE" w:rsidP="006974AE">
      <w:r>
        <w:lastRenderedPageBreak/>
        <w:t>493.9717</w:t>
      </w:r>
      <w:r>
        <w:tab/>
        <w:t>5.063e0</w:t>
      </w:r>
    </w:p>
    <w:p w:rsidR="006974AE" w:rsidRDefault="006974AE" w:rsidP="006974AE">
      <w:r>
        <w:t>494.0189</w:t>
      </w:r>
      <w:r>
        <w:tab/>
        <w:t>2.366e0</w:t>
      </w:r>
    </w:p>
    <w:p w:rsidR="006974AE" w:rsidRDefault="006974AE" w:rsidP="006974AE">
      <w:r>
        <w:t>494.0326</w:t>
      </w:r>
      <w:r>
        <w:tab/>
        <w:t>1.013e0</w:t>
      </w:r>
    </w:p>
    <w:p w:rsidR="006974AE" w:rsidRDefault="006974AE" w:rsidP="006974AE">
      <w:r>
        <w:t>494.0491</w:t>
      </w:r>
      <w:r>
        <w:tab/>
        <w:t>1.013e0</w:t>
      </w:r>
    </w:p>
    <w:p w:rsidR="006974AE" w:rsidRDefault="006974AE" w:rsidP="006974AE">
      <w:r>
        <w:t>494.0721</w:t>
      </w:r>
      <w:r>
        <w:tab/>
        <w:t>3.784e0</w:t>
      </w:r>
    </w:p>
    <w:p w:rsidR="006974AE" w:rsidRDefault="006974AE" w:rsidP="006974AE">
      <w:r>
        <w:t>494.1282</w:t>
      </w:r>
      <w:r>
        <w:tab/>
        <w:t>1.474e0</w:t>
      </w:r>
    </w:p>
    <w:p w:rsidR="006974AE" w:rsidRDefault="006974AE" w:rsidP="006974AE">
      <w:r>
        <w:t>494.3010</w:t>
      </w:r>
      <w:r>
        <w:tab/>
        <w:t>1.013e0</w:t>
      </w:r>
    </w:p>
    <w:p w:rsidR="006974AE" w:rsidRDefault="006974AE" w:rsidP="006974AE">
      <w:r>
        <w:t>494.3215</w:t>
      </w:r>
      <w:r>
        <w:tab/>
        <w:t>1.711e0</w:t>
      </w:r>
    </w:p>
    <w:p w:rsidR="006974AE" w:rsidRDefault="006974AE" w:rsidP="006974AE">
      <w:r>
        <w:t>494.3564</w:t>
      </w:r>
      <w:r>
        <w:tab/>
        <w:t>1.013e0</w:t>
      </w:r>
    </w:p>
    <w:p w:rsidR="006974AE" w:rsidRDefault="006974AE" w:rsidP="006974AE">
      <w:r>
        <w:t>494.3589</w:t>
      </w:r>
      <w:r>
        <w:tab/>
        <w:t>1.013e0</w:t>
      </w:r>
    </w:p>
    <w:p w:rsidR="006974AE" w:rsidRDefault="006974AE" w:rsidP="006974AE">
      <w:r>
        <w:t>494.3754</w:t>
      </w:r>
      <w:r>
        <w:tab/>
        <w:t>1.262e0</w:t>
      </w:r>
    </w:p>
    <w:p w:rsidR="006974AE" w:rsidRDefault="006974AE" w:rsidP="006974AE">
      <w:r>
        <w:t>494.4216</w:t>
      </w:r>
      <w:r>
        <w:tab/>
        <w:t>2.083e0</w:t>
      </w:r>
    </w:p>
    <w:p w:rsidR="006974AE" w:rsidRDefault="006974AE" w:rsidP="006974AE">
      <w:r>
        <w:t>494.4481</w:t>
      </w:r>
      <w:r>
        <w:tab/>
        <w:t>2.407e0</w:t>
      </w:r>
    </w:p>
    <w:p w:rsidR="006974AE" w:rsidRDefault="006974AE" w:rsidP="006974AE">
      <w:r>
        <w:t>494.4840</w:t>
      </w:r>
      <w:r>
        <w:tab/>
        <w:t>6.316e0</w:t>
      </w:r>
    </w:p>
    <w:p w:rsidR="006974AE" w:rsidRDefault="006974AE" w:rsidP="006974AE">
      <w:r>
        <w:t>494.5243</w:t>
      </w:r>
      <w:r>
        <w:tab/>
        <w:t>2.636e0</w:t>
      </w:r>
    </w:p>
    <w:p w:rsidR="006974AE" w:rsidRDefault="006974AE" w:rsidP="006974AE">
      <w:r>
        <w:t>494.5292</w:t>
      </w:r>
      <w:r>
        <w:tab/>
        <w:t>1.715e0</w:t>
      </w:r>
    </w:p>
    <w:p w:rsidR="006974AE" w:rsidRDefault="006974AE" w:rsidP="006974AE">
      <w:r>
        <w:t>494.5392</w:t>
      </w:r>
      <w:r>
        <w:tab/>
        <w:t>3.020e0</w:t>
      </w:r>
    </w:p>
    <w:p w:rsidR="006974AE" w:rsidRDefault="006974AE" w:rsidP="006974AE">
      <w:r>
        <w:t>494.5589</w:t>
      </w:r>
      <w:r>
        <w:tab/>
        <w:t>4.633e0</w:t>
      </w:r>
    </w:p>
    <w:p w:rsidR="006974AE" w:rsidRDefault="006974AE" w:rsidP="006974AE">
      <w:r>
        <w:t>494.5636</w:t>
      </w:r>
      <w:r>
        <w:tab/>
        <w:t>1.013e0</w:t>
      </w:r>
    </w:p>
    <w:p w:rsidR="006974AE" w:rsidRDefault="006974AE" w:rsidP="006974AE">
      <w:r>
        <w:lastRenderedPageBreak/>
        <w:t>494.6030</w:t>
      </w:r>
      <w:r>
        <w:tab/>
        <w:t>4.759e0</w:t>
      </w:r>
    </w:p>
    <w:p w:rsidR="006974AE" w:rsidRDefault="006974AE" w:rsidP="006974AE">
      <w:r>
        <w:t>494.6073</w:t>
      </w:r>
      <w:r>
        <w:tab/>
        <w:t>1.013e0</w:t>
      </w:r>
    </w:p>
    <w:p w:rsidR="006974AE" w:rsidRDefault="006974AE" w:rsidP="006974AE">
      <w:r>
        <w:t>494.6532</w:t>
      </w:r>
      <w:r>
        <w:tab/>
        <w:t>1.662e0</w:t>
      </w:r>
    </w:p>
    <w:p w:rsidR="006974AE" w:rsidRDefault="006974AE" w:rsidP="006974AE">
      <w:r>
        <w:t>494.6695</w:t>
      </w:r>
      <w:r>
        <w:tab/>
        <w:t>2.025e0</w:t>
      </w:r>
    </w:p>
    <w:p w:rsidR="006974AE" w:rsidRDefault="006974AE" w:rsidP="006974AE">
      <w:r>
        <w:t>494.6725</w:t>
      </w:r>
      <w:r>
        <w:tab/>
        <w:t>1.873e0</w:t>
      </w:r>
    </w:p>
    <w:p w:rsidR="006974AE" w:rsidRDefault="006974AE" w:rsidP="006974AE">
      <w:r>
        <w:t>494.6933</w:t>
      </w:r>
      <w:r>
        <w:tab/>
        <w:t>1.579e0</w:t>
      </w:r>
    </w:p>
    <w:p w:rsidR="006974AE" w:rsidRDefault="006974AE" w:rsidP="006974AE">
      <w:r>
        <w:t>494.7005</w:t>
      </w:r>
      <w:r>
        <w:tab/>
        <w:t>6.076e0</w:t>
      </w:r>
    </w:p>
    <w:p w:rsidR="006974AE" w:rsidRDefault="006974AE" w:rsidP="006974AE">
      <w:r>
        <w:t>494.7447</w:t>
      </w:r>
      <w:r>
        <w:tab/>
        <w:t>1.013e0</w:t>
      </w:r>
    </w:p>
    <w:p w:rsidR="006974AE" w:rsidRDefault="006974AE" w:rsidP="006974AE">
      <w:r>
        <w:t>494.7575</w:t>
      </w:r>
      <w:r>
        <w:tab/>
        <w:t>2.324e0</w:t>
      </w:r>
    </w:p>
    <w:p w:rsidR="006974AE" w:rsidRDefault="006974AE" w:rsidP="006974AE">
      <w:r>
        <w:t>494.7748</w:t>
      </w:r>
      <w:r>
        <w:tab/>
        <w:t>1.013e0</w:t>
      </w:r>
    </w:p>
    <w:p w:rsidR="006974AE" w:rsidRDefault="006974AE" w:rsidP="006974AE">
      <w:r>
        <w:t>494.7969</w:t>
      </w:r>
      <w:r>
        <w:tab/>
        <w:t>1.632e0</w:t>
      </w:r>
    </w:p>
    <w:p w:rsidR="006974AE" w:rsidRDefault="006974AE" w:rsidP="006974AE">
      <w:r>
        <w:t>494.8033</w:t>
      </w:r>
      <w:r>
        <w:tab/>
        <w:t>2.864e0</w:t>
      </w:r>
    </w:p>
    <w:p w:rsidR="006974AE" w:rsidRDefault="006974AE" w:rsidP="006974AE">
      <w:r>
        <w:t>494.8113</w:t>
      </w:r>
      <w:r>
        <w:tab/>
        <w:t>1.013e0</w:t>
      </w:r>
    </w:p>
    <w:p w:rsidR="006974AE" w:rsidRDefault="006974AE" w:rsidP="006974AE">
      <w:r>
        <w:t>494.8476</w:t>
      </w:r>
      <w:r>
        <w:tab/>
        <w:t>1.013e0</w:t>
      </w:r>
    </w:p>
    <w:p w:rsidR="006974AE" w:rsidRDefault="006974AE" w:rsidP="006974AE">
      <w:r>
        <w:t>494.8569</w:t>
      </w:r>
      <w:r>
        <w:tab/>
        <w:t>3.038e0</w:t>
      </w:r>
    </w:p>
    <w:p w:rsidR="006974AE" w:rsidRDefault="006974AE" w:rsidP="006974AE">
      <w:r>
        <w:t>494.8684</w:t>
      </w:r>
      <w:r>
        <w:tab/>
        <w:t>1.822e0</w:t>
      </w:r>
    </w:p>
    <w:p w:rsidR="006974AE" w:rsidRDefault="006974AE" w:rsidP="006974AE">
      <w:r>
        <w:t>494.8786</w:t>
      </w:r>
      <w:r>
        <w:tab/>
        <w:t>4.126e0</w:t>
      </w:r>
    </w:p>
    <w:p w:rsidR="006974AE" w:rsidRDefault="006974AE" w:rsidP="006974AE">
      <w:r>
        <w:t>494.8838</w:t>
      </w:r>
      <w:r>
        <w:tab/>
        <w:t>2.025e0</w:t>
      </w:r>
    </w:p>
    <w:p w:rsidR="006974AE" w:rsidRDefault="006974AE" w:rsidP="006974AE">
      <w:r>
        <w:t>494.9065</w:t>
      </w:r>
      <w:r>
        <w:tab/>
        <w:t>1.062e0</w:t>
      </w:r>
    </w:p>
    <w:p w:rsidR="006974AE" w:rsidRDefault="006974AE" w:rsidP="006974AE">
      <w:r>
        <w:lastRenderedPageBreak/>
        <w:t>494.9226</w:t>
      </w:r>
      <w:r>
        <w:tab/>
        <w:t>2.025e0</w:t>
      </w:r>
    </w:p>
    <w:p w:rsidR="006974AE" w:rsidRDefault="006974AE" w:rsidP="006974AE">
      <w:r>
        <w:t>494.9276</w:t>
      </w:r>
      <w:r>
        <w:tab/>
        <w:t>1.566e0</w:t>
      </w:r>
    </w:p>
    <w:p w:rsidR="006974AE" w:rsidRDefault="006974AE" w:rsidP="006974AE">
      <w:r>
        <w:t>494.9346</w:t>
      </w:r>
      <w:r>
        <w:tab/>
        <w:t>1.573e0</w:t>
      </w:r>
    </w:p>
    <w:p w:rsidR="006974AE" w:rsidRDefault="006974AE" w:rsidP="006974AE">
      <w:r>
        <w:t>494.9812</w:t>
      </w:r>
      <w:r>
        <w:tab/>
        <w:t>3.495e0</w:t>
      </w:r>
    </w:p>
    <w:p w:rsidR="006974AE" w:rsidRDefault="006974AE" w:rsidP="006974AE">
      <w:r>
        <w:t>495.0020</w:t>
      </w:r>
      <w:r>
        <w:tab/>
        <w:t>3.038e0</w:t>
      </w:r>
    </w:p>
    <w:p w:rsidR="006974AE" w:rsidRDefault="006974AE" w:rsidP="006974AE">
      <w:r>
        <w:t>495.0359</w:t>
      </w:r>
      <w:r>
        <w:tab/>
        <w:t>1.639e0</w:t>
      </w:r>
    </w:p>
    <w:p w:rsidR="006974AE" w:rsidRDefault="006974AE" w:rsidP="006974AE">
      <w:r>
        <w:t>495.0470</w:t>
      </w:r>
      <w:r>
        <w:tab/>
        <w:t>1.989e0</w:t>
      </w:r>
    </w:p>
    <w:p w:rsidR="006974AE" w:rsidRDefault="006974AE" w:rsidP="006974AE">
      <w:r>
        <w:t>495.0665</w:t>
      </w:r>
      <w:r>
        <w:tab/>
        <w:t>4.036e0</w:t>
      </w:r>
    </w:p>
    <w:p w:rsidR="006974AE" w:rsidRDefault="006974AE" w:rsidP="006974AE">
      <w:r>
        <w:t>495.0806</w:t>
      </w:r>
      <w:r>
        <w:tab/>
        <w:t>1.013e0</w:t>
      </w:r>
    </w:p>
    <w:p w:rsidR="006974AE" w:rsidRDefault="006974AE" w:rsidP="006974AE">
      <w:r>
        <w:t>495.0824</w:t>
      </w:r>
      <w:r>
        <w:tab/>
        <w:t>2.280e0</w:t>
      </w:r>
    </w:p>
    <w:p w:rsidR="006974AE" w:rsidRDefault="006974AE" w:rsidP="006974AE">
      <w:r>
        <w:t>495.1227</w:t>
      </w:r>
      <w:r>
        <w:tab/>
        <w:t>1.831e0</w:t>
      </w:r>
    </w:p>
    <w:p w:rsidR="006974AE" w:rsidRDefault="006974AE" w:rsidP="006974AE">
      <w:r>
        <w:t>495.1322</w:t>
      </w:r>
      <w:r>
        <w:tab/>
        <w:t>1.013e0</w:t>
      </w:r>
    </w:p>
    <w:p w:rsidR="006974AE" w:rsidRDefault="006974AE" w:rsidP="006974AE">
      <w:r>
        <w:t>495.1408</w:t>
      </w:r>
      <w:r>
        <w:tab/>
        <w:t>2.577e0</w:t>
      </w:r>
    </w:p>
    <w:p w:rsidR="006974AE" w:rsidRDefault="006974AE" w:rsidP="006974AE">
      <w:r>
        <w:t>495.1476</w:t>
      </w:r>
      <w:r>
        <w:tab/>
        <w:t>2.979e0</w:t>
      </w:r>
    </w:p>
    <w:p w:rsidR="006974AE" w:rsidRDefault="006974AE" w:rsidP="006974AE">
      <w:r>
        <w:t>495.2010</w:t>
      </w:r>
      <w:r>
        <w:tab/>
        <w:t>1.013e0</w:t>
      </w:r>
    </w:p>
    <w:p w:rsidR="006974AE" w:rsidRDefault="006974AE" w:rsidP="006974AE">
      <w:r>
        <w:t>495.2858</w:t>
      </w:r>
      <w:r>
        <w:tab/>
        <w:t>4.681e0</w:t>
      </w:r>
    </w:p>
    <w:p w:rsidR="006974AE" w:rsidRDefault="006974AE" w:rsidP="006974AE">
      <w:r>
        <w:t>495.2970</w:t>
      </w:r>
      <w:r>
        <w:tab/>
        <w:t>4.051e0</w:t>
      </w:r>
    </w:p>
    <w:p w:rsidR="006974AE" w:rsidRDefault="006974AE" w:rsidP="006974AE">
      <w:r>
        <w:t>495.3207</w:t>
      </w:r>
      <w:r>
        <w:tab/>
        <w:t>2.610e0</w:t>
      </w:r>
    </w:p>
    <w:p w:rsidR="006974AE" w:rsidRDefault="006974AE" w:rsidP="006974AE">
      <w:r>
        <w:t>495.3812</w:t>
      </w:r>
      <w:r>
        <w:tab/>
        <w:t>3.038e0</w:t>
      </w:r>
    </w:p>
    <w:p w:rsidR="006974AE" w:rsidRDefault="006974AE" w:rsidP="006974AE">
      <w:r>
        <w:lastRenderedPageBreak/>
        <w:t>495.4001</w:t>
      </w:r>
      <w:r>
        <w:tab/>
        <w:t>1.013e0</w:t>
      </w:r>
    </w:p>
    <w:p w:rsidR="006974AE" w:rsidRDefault="006974AE" w:rsidP="006974AE">
      <w:r>
        <w:t>495.4012</w:t>
      </w:r>
      <w:r>
        <w:tab/>
        <w:t>2.743e0</w:t>
      </w:r>
    </w:p>
    <w:p w:rsidR="006974AE" w:rsidRDefault="006974AE" w:rsidP="006974AE">
      <w:r>
        <w:t>495.4202</w:t>
      </w:r>
      <w:r>
        <w:tab/>
        <w:t>1.380e0</w:t>
      </w:r>
    </w:p>
    <w:p w:rsidR="006974AE" w:rsidRDefault="006974AE" w:rsidP="006974AE">
      <w:r>
        <w:t>495.4594</w:t>
      </w:r>
      <w:r>
        <w:tab/>
        <w:t>2.058e0</w:t>
      </w:r>
    </w:p>
    <w:p w:rsidR="006974AE" w:rsidRDefault="006974AE" w:rsidP="006974AE">
      <w:r>
        <w:t>495.4677</w:t>
      </w:r>
      <w:r>
        <w:tab/>
        <w:t>1.013e0</w:t>
      </w:r>
    </w:p>
    <w:p w:rsidR="006974AE" w:rsidRDefault="006974AE" w:rsidP="006974AE">
      <w:r>
        <w:t>495.4756</w:t>
      </w:r>
      <w:r>
        <w:tab/>
        <w:t>2.339e0</w:t>
      </w:r>
    </w:p>
    <w:p w:rsidR="006974AE" w:rsidRDefault="006974AE" w:rsidP="006974AE">
      <w:r>
        <w:t>495.5030</w:t>
      </w:r>
      <w:r>
        <w:tab/>
        <w:t>2.025e0</w:t>
      </w:r>
    </w:p>
    <w:p w:rsidR="006974AE" w:rsidRDefault="006974AE" w:rsidP="006974AE">
      <w:r>
        <w:t>495.5049</w:t>
      </w:r>
      <w:r>
        <w:tab/>
        <w:t>2.025e0</w:t>
      </w:r>
    </w:p>
    <w:p w:rsidR="006974AE" w:rsidRDefault="006974AE" w:rsidP="006974AE">
      <w:r>
        <w:t>495.5247</w:t>
      </w:r>
      <w:r>
        <w:tab/>
        <w:t>1.698e0</w:t>
      </w:r>
    </w:p>
    <w:p w:rsidR="006974AE" w:rsidRDefault="006974AE" w:rsidP="006974AE">
      <w:r>
        <w:t>495.5273</w:t>
      </w:r>
      <w:r>
        <w:tab/>
        <w:t>1.013e0</w:t>
      </w:r>
    </w:p>
    <w:p w:rsidR="006974AE" w:rsidRDefault="006974AE" w:rsidP="006974AE">
      <w:r>
        <w:t>495.5418</w:t>
      </w:r>
      <w:r>
        <w:tab/>
        <w:t>2.741e0</w:t>
      </w:r>
    </w:p>
    <w:p w:rsidR="006974AE" w:rsidRDefault="006974AE" w:rsidP="006974AE">
      <w:r>
        <w:t>495.5679</w:t>
      </w:r>
      <w:r>
        <w:tab/>
        <w:t>2.025e0</w:t>
      </w:r>
    </w:p>
    <w:p w:rsidR="006974AE" w:rsidRDefault="006974AE" w:rsidP="006974AE">
      <w:r>
        <w:t>495.5789</w:t>
      </w:r>
      <w:r>
        <w:tab/>
        <w:t>1.013e0</w:t>
      </w:r>
    </w:p>
    <w:p w:rsidR="006974AE" w:rsidRDefault="006974AE" w:rsidP="006974AE">
      <w:r>
        <w:t>495.5887</w:t>
      </w:r>
      <w:r>
        <w:tab/>
        <w:t>2.997e0</w:t>
      </w:r>
    </w:p>
    <w:p w:rsidR="006974AE" w:rsidRDefault="006974AE" w:rsidP="006974AE">
      <w:r>
        <w:t>495.6312</w:t>
      </w:r>
      <w:r>
        <w:tab/>
        <w:t>1.013e0</w:t>
      </w:r>
    </w:p>
    <w:p w:rsidR="006974AE" w:rsidRDefault="006974AE" w:rsidP="006974AE">
      <w:r>
        <w:t>495.6484</w:t>
      </w:r>
      <w:r>
        <w:tab/>
        <w:t>2.025e0</w:t>
      </w:r>
    </w:p>
    <w:p w:rsidR="006974AE" w:rsidRDefault="006974AE" w:rsidP="006974AE">
      <w:r>
        <w:t>495.6844</w:t>
      </w:r>
      <w:r>
        <w:tab/>
        <w:t>2.025e0</w:t>
      </w:r>
    </w:p>
    <w:p w:rsidR="006974AE" w:rsidRDefault="006974AE" w:rsidP="006974AE">
      <w:r>
        <w:t>495.6994</w:t>
      </w:r>
      <w:r>
        <w:tab/>
        <w:t>1.013e0</w:t>
      </w:r>
    </w:p>
    <w:p w:rsidR="006974AE" w:rsidRDefault="006974AE" w:rsidP="006974AE">
      <w:r>
        <w:t>495.7030</w:t>
      </w:r>
      <w:r>
        <w:tab/>
        <w:t>1.013e0</w:t>
      </w:r>
    </w:p>
    <w:p w:rsidR="006974AE" w:rsidRDefault="006974AE" w:rsidP="006974AE">
      <w:r>
        <w:lastRenderedPageBreak/>
        <w:t>495.7179</w:t>
      </w:r>
      <w:r>
        <w:tab/>
        <w:t>1.142e0</w:t>
      </w:r>
    </w:p>
    <w:p w:rsidR="006974AE" w:rsidRDefault="006974AE" w:rsidP="006974AE">
      <w:r>
        <w:t>495.7342</w:t>
      </w:r>
      <w:r>
        <w:tab/>
        <w:t>2.025e0</w:t>
      </w:r>
    </w:p>
    <w:p w:rsidR="006974AE" w:rsidRDefault="006974AE" w:rsidP="006974AE">
      <w:r>
        <w:t>495.7608</w:t>
      </w:r>
      <w:r>
        <w:tab/>
        <w:t>1.013e0</w:t>
      </w:r>
    </w:p>
    <w:p w:rsidR="006974AE" w:rsidRDefault="006974AE" w:rsidP="006974AE">
      <w:r>
        <w:t>495.7769</w:t>
      </w:r>
      <w:r>
        <w:tab/>
        <w:t>1.562e0</w:t>
      </w:r>
    </w:p>
    <w:p w:rsidR="006974AE" w:rsidRDefault="006974AE" w:rsidP="006974AE">
      <w:r>
        <w:t>495.7855</w:t>
      </w:r>
      <w:r>
        <w:tab/>
        <w:t>1.013e0</w:t>
      </w:r>
    </w:p>
    <w:p w:rsidR="006974AE" w:rsidRDefault="006974AE" w:rsidP="006974AE">
      <w:r>
        <w:t>495.7942</w:t>
      </w:r>
      <w:r>
        <w:tab/>
        <w:t>5.887e0</w:t>
      </w:r>
    </w:p>
    <w:p w:rsidR="006974AE" w:rsidRDefault="006974AE" w:rsidP="006974AE">
      <w:r>
        <w:t>495.8017</w:t>
      </w:r>
      <w:r>
        <w:tab/>
        <w:t>1.021e0</w:t>
      </w:r>
    </w:p>
    <w:p w:rsidR="006974AE" w:rsidRDefault="006974AE" w:rsidP="006974AE">
      <w:r>
        <w:t>495.8734</w:t>
      </w:r>
      <w:r>
        <w:tab/>
        <w:t>2.025e0</w:t>
      </w:r>
    </w:p>
    <w:p w:rsidR="006974AE" w:rsidRDefault="006974AE" w:rsidP="006974AE">
      <w:r>
        <w:t>495.9062</w:t>
      </w:r>
      <w:r>
        <w:tab/>
        <w:t>1.756e1</w:t>
      </w:r>
    </w:p>
    <w:p w:rsidR="006974AE" w:rsidRDefault="006974AE" w:rsidP="006974AE">
      <w:r>
        <w:t>495.9239</w:t>
      </w:r>
      <w:r>
        <w:tab/>
        <w:t>1.906e0</w:t>
      </w:r>
    </w:p>
    <w:p w:rsidR="006974AE" w:rsidRDefault="006974AE" w:rsidP="006974AE">
      <w:r>
        <w:t>495.9254</w:t>
      </w:r>
      <w:r>
        <w:tab/>
        <w:t>7.089e0</w:t>
      </w:r>
    </w:p>
    <w:p w:rsidR="006974AE" w:rsidRDefault="006974AE" w:rsidP="006974AE">
      <w:r>
        <w:t>495.9368</w:t>
      </w:r>
      <w:r>
        <w:tab/>
        <w:t>2.025e0</w:t>
      </w:r>
    </w:p>
    <w:p w:rsidR="006974AE" w:rsidRDefault="006974AE" w:rsidP="006974AE">
      <w:r>
        <w:t>495.9658</w:t>
      </w:r>
      <w:r>
        <w:tab/>
        <w:t>1.929e0</w:t>
      </w:r>
    </w:p>
    <w:p w:rsidR="006974AE" w:rsidRDefault="006974AE" w:rsidP="006974AE">
      <w:r>
        <w:t>495.9756</w:t>
      </w:r>
      <w:r>
        <w:tab/>
        <w:t>2.025e0</w:t>
      </w:r>
    </w:p>
    <w:p w:rsidR="006974AE" w:rsidRDefault="006974AE" w:rsidP="006974AE">
      <w:r>
        <w:t>495.9894</w:t>
      </w:r>
      <w:r>
        <w:tab/>
        <w:t>4.346e0</w:t>
      </w:r>
    </w:p>
    <w:p w:rsidR="006974AE" w:rsidRDefault="006974AE" w:rsidP="006974AE">
      <w:r>
        <w:t>495.9960</w:t>
      </w:r>
      <w:r>
        <w:tab/>
        <w:t>1.918e0</w:t>
      </w:r>
    </w:p>
    <w:p w:rsidR="006974AE" w:rsidRDefault="006974AE" w:rsidP="006974AE">
      <w:r>
        <w:t>496.0046</w:t>
      </w:r>
      <w:r>
        <w:tab/>
        <w:t>1.696e0</w:t>
      </w:r>
    </w:p>
    <w:p w:rsidR="006974AE" w:rsidRDefault="006974AE" w:rsidP="006974AE">
      <w:r>
        <w:t>496.0412</w:t>
      </w:r>
      <w:r>
        <w:tab/>
        <w:t>1.013e0</w:t>
      </w:r>
    </w:p>
    <w:p w:rsidR="006974AE" w:rsidRDefault="006974AE" w:rsidP="006974AE">
      <w:r>
        <w:t>496.0607</w:t>
      </w:r>
      <w:r>
        <w:tab/>
        <w:t>3.038e0</w:t>
      </w:r>
    </w:p>
    <w:p w:rsidR="006974AE" w:rsidRDefault="006974AE" w:rsidP="006974AE">
      <w:r>
        <w:lastRenderedPageBreak/>
        <w:t>496.0980</w:t>
      </w:r>
      <w:r>
        <w:tab/>
        <w:t>6.023e0</w:t>
      </w:r>
    </w:p>
    <w:p w:rsidR="006974AE" w:rsidRDefault="006974AE" w:rsidP="006974AE">
      <w:r>
        <w:t>496.2979</w:t>
      </w:r>
      <w:r>
        <w:tab/>
        <w:t>1.290e0</w:t>
      </w:r>
    </w:p>
    <w:p w:rsidR="006974AE" w:rsidRDefault="006974AE" w:rsidP="006974AE">
      <w:r>
        <w:t>496.3013</w:t>
      </w:r>
      <w:r>
        <w:tab/>
        <w:t>1.958e0</w:t>
      </w:r>
    </w:p>
    <w:p w:rsidR="006974AE" w:rsidRDefault="006974AE" w:rsidP="006974AE">
      <w:r>
        <w:t>496.3477</w:t>
      </w:r>
      <w:r>
        <w:tab/>
        <w:t>1.308e0</w:t>
      </w:r>
    </w:p>
    <w:p w:rsidR="006974AE" w:rsidRDefault="006974AE" w:rsidP="006974AE">
      <w:r>
        <w:t>496.3508</w:t>
      </w:r>
      <w:r>
        <w:tab/>
        <w:t>3.038e0</w:t>
      </w:r>
    </w:p>
    <w:p w:rsidR="006974AE" w:rsidRDefault="006974AE" w:rsidP="006974AE">
      <w:r>
        <w:t>496.3556</w:t>
      </w:r>
      <w:r>
        <w:tab/>
        <w:t>4.533e0</w:t>
      </w:r>
    </w:p>
    <w:p w:rsidR="006974AE" w:rsidRDefault="006974AE" w:rsidP="006974AE">
      <w:r>
        <w:t>496.3571</w:t>
      </w:r>
      <w:r>
        <w:tab/>
        <w:t>3.038e0</w:t>
      </w:r>
    </w:p>
    <w:p w:rsidR="006974AE" w:rsidRDefault="006974AE" w:rsidP="006974AE">
      <w:r>
        <w:t>496.3799</w:t>
      </w:r>
      <w:r>
        <w:tab/>
        <w:t>3.038e0</w:t>
      </w:r>
    </w:p>
    <w:p w:rsidR="006974AE" w:rsidRDefault="006974AE" w:rsidP="006974AE">
      <w:r>
        <w:t>496.4021</w:t>
      </w:r>
      <w:r>
        <w:tab/>
        <w:t>2.627e0</w:t>
      </w:r>
    </w:p>
    <w:p w:rsidR="006974AE" w:rsidRDefault="006974AE" w:rsidP="006974AE">
      <w:r>
        <w:t>496.4212</w:t>
      </w:r>
      <w:r>
        <w:tab/>
        <w:t>6.076e0</w:t>
      </w:r>
    </w:p>
    <w:p w:rsidR="006974AE" w:rsidRDefault="006974AE" w:rsidP="006974AE">
      <w:r>
        <w:t>496.4293</w:t>
      </w:r>
      <w:r>
        <w:tab/>
        <w:t>7.029e0</w:t>
      </w:r>
    </w:p>
    <w:p w:rsidR="006974AE" w:rsidRDefault="006974AE" w:rsidP="006974AE">
      <w:r>
        <w:t>496.4333</w:t>
      </w:r>
      <w:r>
        <w:tab/>
        <w:t>4.372e0</w:t>
      </w:r>
    </w:p>
    <w:p w:rsidR="006974AE" w:rsidRDefault="006974AE" w:rsidP="006974AE">
      <w:r>
        <w:t>496.4661</w:t>
      </w:r>
      <w:r>
        <w:tab/>
        <w:t>1.013e0</w:t>
      </w:r>
    </w:p>
    <w:p w:rsidR="006974AE" w:rsidRDefault="006974AE" w:rsidP="006974AE">
      <w:r>
        <w:t>496.4933</w:t>
      </w:r>
      <w:r>
        <w:tab/>
        <w:t>2.025e0</w:t>
      </w:r>
    </w:p>
    <w:p w:rsidR="006974AE" w:rsidRDefault="006974AE" w:rsidP="006974AE">
      <w:r>
        <w:t>496.5334</w:t>
      </w:r>
      <w:r>
        <w:tab/>
        <w:t>1.013e0</w:t>
      </w:r>
    </w:p>
    <w:p w:rsidR="006974AE" w:rsidRDefault="006974AE" w:rsidP="006974AE">
      <w:r>
        <w:t>496.5543</w:t>
      </w:r>
      <w:r>
        <w:tab/>
        <w:t>1.013e0</w:t>
      </w:r>
    </w:p>
    <w:p w:rsidR="006974AE" w:rsidRDefault="006974AE" w:rsidP="006974AE">
      <w:r>
        <w:t>496.5709</w:t>
      </w:r>
      <w:r>
        <w:tab/>
        <w:t>2.025e0</w:t>
      </w:r>
    </w:p>
    <w:p w:rsidR="006974AE" w:rsidRDefault="006974AE" w:rsidP="006974AE">
      <w:r>
        <w:t>496.5909</w:t>
      </w:r>
      <w:r>
        <w:tab/>
        <w:t>1.013e0</w:t>
      </w:r>
    </w:p>
    <w:p w:rsidR="006974AE" w:rsidRDefault="006974AE" w:rsidP="006974AE">
      <w:r>
        <w:t>496.6331</w:t>
      </w:r>
      <w:r>
        <w:tab/>
        <w:t>2.554e0</w:t>
      </w:r>
    </w:p>
    <w:p w:rsidR="006974AE" w:rsidRDefault="006974AE" w:rsidP="006974AE">
      <w:r>
        <w:lastRenderedPageBreak/>
        <w:t>496.6636</w:t>
      </w:r>
      <w:r>
        <w:tab/>
        <w:t>2.579e0</w:t>
      </w:r>
    </w:p>
    <w:p w:rsidR="006974AE" w:rsidRDefault="006974AE" w:rsidP="006974AE">
      <w:r>
        <w:t>496.6856</w:t>
      </w:r>
      <w:r>
        <w:tab/>
        <w:t>1.013e0</w:t>
      </w:r>
    </w:p>
    <w:p w:rsidR="006974AE" w:rsidRDefault="006974AE" w:rsidP="006974AE">
      <w:r>
        <w:t>496.7018</w:t>
      </w:r>
      <w:r>
        <w:tab/>
        <w:t>3.038e0</w:t>
      </w:r>
    </w:p>
    <w:p w:rsidR="006974AE" w:rsidRDefault="006974AE" w:rsidP="006974AE">
      <w:r>
        <w:t>496.7222</w:t>
      </w:r>
      <w:r>
        <w:tab/>
        <w:t>2.025e0</w:t>
      </w:r>
    </w:p>
    <w:p w:rsidR="006974AE" w:rsidRDefault="006974AE" w:rsidP="006974AE">
      <w:r>
        <w:t>496.7528</w:t>
      </w:r>
      <w:r>
        <w:tab/>
        <w:t>3.038e0</w:t>
      </w:r>
    </w:p>
    <w:p w:rsidR="006974AE" w:rsidRDefault="006974AE" w:rsidP="006974AE">
      <w:r>
        <w:t>496.7626</w:t>
      </w:r>
      <w:r>
        <w:tab/>
        <w:t>1.013e0</w:t>
      </w:r>
    </w:p>
    <w:p w:rsidR="006974AE" w:rsidRDefault="006974AE" w:rsidP="006974AE">
      <w:r>
        <w:t>496.7985</w:t>
      </w:r>
      <w:r>
        <w:tab/>
        <w:t>1.013e0</w:t>
      </w:r>
    </w:p>
    <w:p w:rsidR="006974AE" w:rsidRDefault="006974AE" w:rsidP="006974AE">
      <w:r>
        <w:t>496.8024</w:t>
      </w:r>
      <w:r>
        <w:tab/>
        <w:t>1.013e0</w:t>
      </w:r>
    </w:p>
    <w:p w:rsidR="006974AE" w:rsidRDefault="006974AE" w:rsidP="006974AE">
      <w:r>
        <w:t>496.8168</w:t>
      </w:r>
      <w:r>
        <w:tab/>
        <w:t>1.013e0</w:t>
      </w:r>
    </w:p>
    <w:p w:rsidR="006974AE" w:rsidRDefault="006974AE" w:rsidP="006974AE">
      <w:r>
        <w:t>496.8203</w:t>
      </w:r>
      <w:r>
        <w:tab/>
        <w:t>1.013e0</w:t>
      </w:r>
    </w:p>
    <w:p w:rsidR="006974AE" w:rsidRDefault="006974AE" w:rsidP="006974AE">
      <w:r>
        <w:t>496.8256</w:t>
      </w:r>
      <w:r>
        <w:tab/>
        <w:t>1.448e0</w:t>
      </w:r>
    </w:p>
    <w:p w:rsidR="006974AE" w:rsidRDefault="006974AE" w:rsidP="006974AE">
      <w:r>
        <w:t>496.8382</w:t>
      </w:r>
      <w:r>
        <w:tab/>
        <w:t>1.013e0</w:t>
      </w:r>
    </w:p>
    <w:p w:rsidR="006974AE" w:rsidRDefault="006974AE" w:rsidP="006974AE">
      <w:r>
        <w:t>496.8445</w:t>
      </w:r>
      <w:r>
        <w:tab/>
        <w:t>3.971e0</w:t>
      </w:r>
    </w:p>
    <w:p w:rsidR="006974AE" w:rsidRDefault="006974AE" w:rsidP="006974AE">
      <w:r>
        <w:t>496.8462</w:t>
      </w:r>
      <w:r>
        <w:tab/>
        <w:t>1.013e0</w:t>
      </w:r>
    </w:p>
    <w:p w:rsidR="006974AE" w:rsidRDefault="006974AE" w:rsidP="006974AE">
      <w:r>
        <w:t>496.8937</w:t>
      </w:r>
      <w:r>
        <w:tab/>
        <w:t>1.797e0</w:t>
      </w:r>
    </w:p>
    <w:p w:rsidR="006974AE" w:rsidRDefault="006974AE" w:rsidP="006974AE">
      <w:r>
        <w:t>496.9060</w:t>
      </w:r>
      <w:r>
        <w:tab/>
        <w:t>1.900e0</w:t>
      </w:r>
    </w:p>
    <w:p w:rsidR="006974AE" w:rsidRDefault="006974AE" w:rsidP="006974AE">
      <w:r>
        <w:t>496.9079</w:t>
      </w:r>
      <w:r>
        <w:tab/>
        <w:t>4.051e0</w:t>
      </w:r>
    </w:p>
    <w:p w:rsidR="006974AE" w:rsidRDefault="006974AE" w:rsidP="006974AE">
      <w:r>
        <w:t>496.9146</w:t>
      </w:r>
      <w:r>
        <w:tab/>
        <w:t>1.013e0</w:t>
      </w:r>
    </w:p>
    <w:p w:rsidR="006974AE" w:rsidRDefault="006974AE" w:rsidP="006974AE">
      <w:r>
        <w:t>496.9179</w:t>
      </w:r>
      <w:r>
        <w:tab/>
        <w:t>4.051e0</w:t>
      </w:r>
    </w:p>
    <w:p w:rsidR="006974AE" w:rsidRDefault="006974AE" w:rsidP="006974AE">
      <w:r>
        <w:lastRenderedPageBreak/>
        <w:t>496.9700</w:t>
      </w:r>
      <w:r>
        <w:tab/>
        <w:t>3.019e0</w:t>
      </w:r>
    </w:p>
    <w:p w:rsidR="006974AE" w:rsidRDefault="006974AE" w:rsidP="006974AE">
      <w:r>
        <w:t>496.9756</w:t>
      </w:r>
      <w:r>
        <w:tab/>
        <w:t>1.755e0</w:t>
      </w:r>
    </w:p>
    <w:p w:rsidR="006974AE" w:rsidRDefault="006974AE" w:rsidP="006974AE">
      <w:r>
        <w:t>496.9836</w:t>
      </w:r>
      <w:r>
        <w:tab/>
        <w:t>1.013e0</w:t>
      </w:r>
    </w:p>
    <w:p w:rsidR="006974AE" w:rsidRDefault="006974AE" w:rsidP="006974AE">
      <w:r>
        <w:t>496.9991</w:t>
      </w:r>
      <w:r>
        <w:tab/>
        <w:t>2.025e0</w:t>
      </w:r>
    </w:p>
    <w:p w:rsidR="006974AE" w:rsidRDefault="006974AE" w:rsidP="006974AE">
      <w:r>
        <w:t>497.0323</w:t>
      </w:r>
      <w:r>
        <w:tab/>
        <w:t>1.575e0</w:t>
      </w:r>
    </w:p>
    <w:p w:rsidR="006974AE" w:rsidRDefault="006974AE" w:rsidP="006974AE">
      <w:r>
        <w:t>497.0613</w:t>
      </w:r>
      <w:r>
        <w:tab/>
        <w:t>2.025e0</w:t>
      </w:r>
    </w:p>
    <w:p w:rsidR="006974AE" w:rsidRDefault="006974AE" w:rsidP="006974AE">
      <w:r>
        <w:t>497.0699</w:t>
      </w:r>
      <w:r>
        <w:tab/>
        <w:t>1.013e0</w:t>
      </w:r>
    </w:p>
    <w:p w:rsidR="006974AE" w:rsidRDefault="006974AE" w:rsidP="006974AE">
      <w:r>
        <w:t>497.0989</w:t>
      </w:r>
      <w:r>
        <w:tab/>
        <w:t>2.397e0</w:t>
      </w:r>
    </w:p>
    <w:p w:rsidR="006974AE" w:rsidRDefault="006974AE" w:rsidP="006974AE">
      <w:r>
        <w:t>497.1364</w:t>
      </w:r>
      <w:r>
        <w:tab/>
        <w:t>2.842e0</w:t>
      </w:r>
    </w:p>
    <w:p w:rsidR="006974AE" w:rsidRDefault="006974AE" w:rsidP="006974AE">
      <w:r>
        <w:t>497.1390</w:t>
      </w:r>
      <w:r>
        <w:tab/>
        <w:t>1.583e0</w:t>
      </w:r>
    </w:p>
    <w:p w:rsidR="006974AE" w:rsidRDefault="006974AE" w:rsidP="006974AE">
      <w:r>
        <w:t>497.1677</w:t>
      </w:r>
      <w:r>
        <w:tab/>
        <w:t>1.990e0</w:t>
      </w:r>
    </w:p>
    <w:p w:rsidR="006974AE" w:rsidRDefault="006974AE" w:rsidP="006974AE">
      <w:r>
        <w:t>497.2468</w:t>
      </w:r>
      <w:r>
        <w:tab/>
        <w:t>2.780e0</w:t>
      </w:r>
    </w:p>
    <w:p w:rsidR="006974AE" w:rsidRDefault="006974AE" w:rsidP="006974AE">
      <w:r>
        <w:t>497.2494</w:t>
      </w:r>
      <w:r>
        <w:tab/>
        <w:t>3.038e0</w:t>
      </w:r>
    </w:p>
    <w:p w:rsidR="006974AE" w:rsidRDefault="006974AE" w:rsidP="006974AE">
      <w:r>
        <w:t>497.2596</w:t>
      </w:r>
      <w:r>
        <w:tab/>
        <w:t>1.031e0</w:t>
      </w:r>
    </w:p>
    <w:p w:rsidR="006974AE" w:rsidRDefault="006974AE" w:rsidP="006974AE">
      <w:r>
        <w:t>497.2902</w:t>
      </w:r>
      <w:r>
        <w:tab/>
        <w:t>1.013e0</w:t>
      </w:r>
    </w:p>
    <w:p w:rsidR="006974AE" w:rsidRDefault="006974AE" w:rsidP="006974AE">
      <w:r>
        <w:t>497.3049</w:t>
      </w:r>
      <w:r>
        <w:tab/>
        <w:t>1.446e0</w:t>
      </w:r>
    </w:p>
    <w:p w:rsidR="006974AE" w:rsidRDefault="006974AE" w:rsidP="006974AE">
      <w:r>
        <w:t>497.3121</w:t>
      </w:r>
      <w:r>
        <w:tab/>
        <w:t>1.630e0</w:t>
      </w:r>
    </w:p>
    <w:p w:rsidR="006974AE" w:rsidRDefault="006974AE" w:rsidP="006974AE">
      <w:r>
        <w:t>497.3199</w:t>
      </w:r>
      <w:r>
        <w:tab/>
        <w:t>2.783e0</w:t>
      </w:r>
    </w:p>
    <w:p w:rsidR="006974AE" w:rsidRDefault="006974AE" w:rsidP="006974AE">
      <w:r>
        <w:t>497.3274</w:t>
      </w:r>
      <w:r>
        <w:tab/>
        <w:t>1.013e0</w:t>
      </w:r>
    </w:p>
    <w:p w:rsidR="006974AE" w:rsidRDefault="006974AE" w:rsidP="006974AE">
      <w:r>
        <w:lastRenderedPageBreak/>
        <w:t>497.3408</w:t>
      </w:r>
      <w:r>
        <w:tab/>
        <w:t>1.543e0</w:t>
      </w:r>
    </w:p>
    <w:p w:rsidR="006974AE" w:rsidRDefault="006974AE" w:rsidP="006974AE">
      <w:r>
        <w:t>497.3548</w:t>
      </w:r>
      <w:r>
        <w:tab/>
        <w:t>3.038e0</w:t>
      </w:r>
    </w:p>
    <w:p w:rsidR="006974AE" w:rsidRDefault="006974AE" w:rsidP="006974AE">
      <w:r>
        <w:t>497.3713</w:t>
      </w:r>
      <w:r>
        <w:tab/>
        <w:t>1.787e0</w:t>
      </w:r>
    </w:p>
    <w:p w:rsidR="006974AE" w:rsidRDefault="006974AE" w:rsidP="006974AE">
      <w:r>
        <w:t>497.3855</w:t>
      </w:r>
      <w:r>
        <w:tab/>
        <w:t>1.013e0</w:t>
      </w:r>
    </w:p>
    <w:p w:rsidR="006974AE" w:rsidRDefault="006974AE" w:rsidP="006974AE">
      <w:r>
        <w:t>497.3872</w:t>
      </w:r>
      <w:r>
        <w:tab/>
        <w:t>2.865e0</w:t>
      </w:r>
    </w:p>
    <w:p w:rsidR="006974AE" w:rsidRDefault="006974AE" w:rsidP="006974AE">
      <w:r>
        <w:t>497.4139</w:t>
      </w:r>
      <w:r>
        <w:tab/>
        <w:t>3.109e0</w:t>
      </w:r>
    </w:p>
    <w:p w:rsidR="006974AE" w:rsidRDefault="006974AE" w:rsidP="006974AE">
      <w:r>
        <w:t>497.4153</w:t>
      </w:r>
      <w:r>
        <w:tab/>
        <w:t>1.013e0</w:t>
      </w:r>
    </w:p>
    <w:p w:rsidR="006974AE" w:rsidRDefault="006974AE" w:rsidP="006974AE">
      <w:r>
        <w:t>497.4196</w:t>
      </w:r>
      <w:r>
        <w:tab/>
        <w:t>7.377e0</w:t>
      </w:r>
    </w:p>
    <w:p w:rsidR="006974AE" w:rsidRDefault="006974AE" w:rsidP="006974AE">
      <w:r>
        <w:t>497.4365</w:t>
      </w:r>
      <w:r>
        <w:tab/>
        <w:t>3.038e0</w:t>
      </w:r>
    </w:p>
    <w:p w:rsidR="006974AE" w:rsidRDefault="006974AE" w:rsidP="006974AE">
      <w:r>
        <w:t>497.4440</w:t>
      </w:r>
      <w:r>
        <w:tab/>
        <w:t>1.955e0</w:t>
      </w:r>
    </w:p>
    <w:p w:rsidR="006974AE" w:rsidRDefault="006974AE" w:rsidP="006974AE">
      <w:r>
        <w:t>497.4511</w:t>
      </w:r>
      <w:r>
        <w:tab/>
        <w:t>1.745e0</w:t>
      </w:r>
    </w:p>
    <w:p w:rsidR="006974AE" w:rsidRDefault="006974AE" w:rsidP="006974AE">
      <w:r>
        <w:t>497.4701</w:t>
      </w:r>
      <w:r>
        <w:tab/>
        <w:t>4.051e0</w:t>
      </w:r>
    </w:p>
    <w:p w:rsidR="006974AE" w:rsidRDefault="006974AE" w:rsidP="006974AE">
      <w:r>
        <w:t>497.4811</w:t>
      </w:r>
      <w:r>
        <w:tab/>
        <w:t>1.947e0</w:t>
      </w:r>
    </w:p>
    <w:p w:rsidR="006974AE" w:rsidRDefault="006974AE" w:rsidP="006974AE">
      <w:r>
        <w:t>497.4933</w:t>
      </w:r>
      <w:r>
        <w:tab/>
        <w:t>3.038e0</w:t>
      </w:r>
    </w:p>
    <w:p w:rsidR="006974AE" w:rsidRDefault="006974AE" w:rsidP="006974AE">
      <w:r>
        <w:t>497.5334</w:t>
      </w:r>
      <w:r>
        <w:tab/>
        <w:t>3.038e0</w:t>
      </w:r>
    </w:p>
    <w:p w:rsidR="006974AE" w:rsidRDefault="006974AE" w:rsidP="006974AE">
      <w:r>
        <w:t>497.5426</w:t>
      </w:r>
      <w:r>
        <w:tab/>
        <w:t>2.135e0</w:t>
      </w:r>
    </w:p>
    <w:p w:rsidR="006974AE" w:rsidRDefault="006974AE" w:rsidP="006974AE">
      <w:r>
        <w:t>497.5710</w:t>
      </w:r>
      <w:r>
        <w:tab/>
        <w:t>2.025e0</w:t>
      </w:r>
    </w:p>
    <w:p w:rsidR="006974AE" w:rsidRDefault="006974AE" w:rsidP="006974AE">
      <w:r>
        <w:t>497.5793</w:t>
      </w:r>
      <w:r>
        <w:tab/>
        <w:t>2.025e0</w:t>
      </w:r>
    </w:p>
    <w:p w:rsidR="006974AE" w:rsidRDefault="006974AE" w:rsidP="006974AE">
      <w:r>
        <w:t>497.5931</w:t>
      </w:r>
      <w:r>
        <w:tab/>
        <w:t>1.013e0</w:t>
      </w:r>
    </w:p>
    <w:p w:rsidR="006974AE" w:rsidRDefault="006974AE" w:rsidP="006974AE">
      <w:r>
        <w:lastRenderedPageBreak/>
        <w:t>497.6087</w:t>
      </w:r>
      <w:r>
        <w:tab/>
        <w:t>3.038e0</w:t>
      </w:r>
    </w:p>
    <w:p w:rsidR="006974AE" w:rsidRDefault="006974AE" w:rsidP="006974AE">
      <w:r>
        <w:t>497.6166</w:t>
      </w:r>
      <w:r>
        <w:tab/>
        <w:t>3.215e0</w:t>
      </w:r>
    </w:p>
    <w:p w:rsidR="006974AE" w:rsidRDefault="006974AE" w:rsidP="006974AE">
      <w:r>
        <w:t>497.6311</w:t>
      </w:r>
      <w:r>
        <w:tab/>
        <w:t>2.025e0</w:t>
      </w:r>
    </w:p>
    <w:p w:rsidR="006974AE" w:rsidRDefault="006974AE" w:rsidP="006974AE">
      <w:r>
        <w:t>497.6462</w:t>
      </w:r>
      <w:r>
        <w:tab/>
        <w:t>2.013e0</w:t>
      </w:r>
    </w:p>
    <w:p w:rsidR="006974AE" w:rsidRDefault="006974AE" w:rsidP="006974AE">
      <w:r>
        <w:t>497.6528</w:t>
      </w:r>
      <w:r>
        <w:tab/>
        <w:t>2.025e0</w:t>
      </w:r>
    </w:p>
    <w:p w:rsidR="006974AE" w:rsidRDefault="006974AE" w:rsidP="006974AE">
      <w:r>
        <w:t>497.6621</w:t>
      </w:r>
      <w:r>
        <w:tab/>
        <w:t>2.025e0</w:t>
      </w:r>
    </w:p>
    <w:p w:rsidR="006974AE" w:rsidRDefault="006974AE" w:rsidP="006974AE">
      <w:r>
        <w:t>497.6879</w:t>
      </w:r>
      <w:r>
        <w:tab/>
        <w:t>2.715e0</w:t>
      </w:r>
    </w:p>
    <w:p w:rsidR="006974AE" w:rsidRDefault="006974AE" w:rsidP="006974AE">
      <w:r>
        <w:t>497.6914</w:t>
      </w:r>
      <w:r>
        <w:tab/>
        <w:t>3.038e0</w:t>
      </w:r>
    </w:p>
    <w:p w:rsidR="006974AE" w:rsidRDefault="006974AE" w:rsidP="006974AE">
      <w:r>
        <w:t>497.7061</w:t>
      </w:r>
      <w:r>
        <w:tab/>
        <w:t>1.013e0</w:t>
      </w:r>
    </w:p>
    <w:p w:rsidR="006974AE" w:rsidRDefault="006974AE" w:rsidP="006974AE">
      <w:r>
        <w:t>497.7147</w:t>
      </w:r>
      <w:r>
        <w:tab/>
        <w:t>2.025e0</w:t>
      </w:r>
    </w:p>
    <w:p w:rsidR="006974AE" w:rsidRDefault="006974AE" w:rsidP="006974AE">
      <w:r>
        <w:t>497.7274</w:t>
      </w:r>
      <w:r>
        <w:tab/>
        <w:t>1.013e0</w:t>
      </w:r>
    </w:p>
    <w:p w:rsidR="006974AE" w:rsidRDefault="006974AE" w:rsidP="006974AE">
      <w:r>
        <w:t>497.7522</w:t>
      </w:r>
      <w:r>
        <w:tab/>
        <w:t>1.013e0</w:t>
      </w:r>
    </w:p>
    <w:p w:rsidR="006974AE" w:rsidRDefault="006974AE" w:rsidP="006974AE">
      <w:r>
        <w:t>497.7660</w:t>
      </w:r>
      <w:r>
        <w:tab/>
        <w:t>5.063e0</w:t>
      </w:r>
    </w:p>
    <w:p w:rsidR="006974AE" w:rsidRDefault="006974AE" w:rsidP="006974AE">
      <w:r>
        <w:t>497.7712</w:t>
      </w:r>
      <w:r>
        <w:tab/>
        <w:t>2.025e0</w:t>
      </w:r>
    </w:p>
    <w:p w:rsidR="006974AE" w:rsidRDefault="006974AE" w:rsidP="006974AE">
      <w:r>
        <w:t>497.7820</w:t>
      </w:r>
      <w:r>
        <w:tab/>
        <w:t>2.025e0</w:t>
      </w:r>
    </w:p>
    <w:p w:rsidR="006974AE" w:rsidRDefault="006974AE" w:rsidP="006974AE">
      <w:r>
        <w:t>497.8008</w:t>
      </w:r>
      <w:r>
        <w:tab/>
        <w:t>1.013e0</w:t>
      </w:r>
    </w:p>
    <w:p w:rsidR="006974AE" w:rsidRDefault="006974AE" w:rsidP="006974AE">
      <w:r>
        <w:t>497.8369</w:t>
      </w:r>
      <w:r>
        <w:tab/>
        <w:t>1.013e0</w:t>
      </w:r>
    </w:p>
    <w:p w:rsidR="006974AE" w:rsidRDefault="006974AE" w:rsidP="006974AE">
      <w:r>
        <w:t>497.8538</w:t>
      </w:r>
      <w:r>
        <w:tab/>
        <w:t>1.234e1</w:t>
      </w:r>
    </w:p>
    <w:p w:rsidR="006974AE" w:rsidRDefault="006974AE" w:rsidP="006974AE">
      <w:r>
        <w:t>497.8612</w:t>
      </w:r>
      <w:r>
        <w:tab/>
        <w:t>3.038e0</w:t>
      </w:r>
    </w:p>
    <w:p w:rsidR="006974AE" w:rsidRDefault="006974AE" w:rsidP="006974AE">
      <w:r>
        <w:lastRenderedPageBreak/>
        <w:t>497.8702</w:t>
      </w:r>
      <w:r>
        <w:tab/>
        <w:t>2.025e0</w:t>
      </w:r>
    </w:p>
    <w:p w:rsidR="006974AE" w:rsidRDefault="006974AE" w:rsidP="006974AE">
      <w:r>
        <w:t>497.8731</w:t>
      </w:r>
      <w:r>
        <w:tab/>
        <w:t>1.013e0</w:t>
      </w:r>
    </w:p>
    <w:p w:rsidR="006974AE" w:rsidRDefault="006974AE" w:rsidP="006974AE">
      <w:r>
        <w:t>497.9024</w:t>
      </w:r>
      <w:r>
        <w:tab/>
        <w:t>2.025e0</w:t>
      </w:r>
    </w:p>
    <w:p w:rsidR="006974AE" w:rsidRDefault="006974AE" w:rsidP="006974AE">
      <w:r>
        <w:t>497.9057</w:t>
      </w:r>
      <w:r>
        <w:tab/>
        <w:t>1.141e0</w:t>
      </w:r>
    </w:p>
    <w:p w:rsidR="006974AE" w:rsidRDefault="006974AE" w:rsidP="006974AE">
      <w:r>
        <w:t>497.9207</w:t>
      </w:r>
      <w:r>
        <w:tab/>
        <w:t>2.025e0</w:t>
      </w:r>
    </w:p>
    <w:p w:rsidR="006974AE" w:rsidRDefault="006974AE" w:rsidP="006974AE">
      <w:r>
        <w:t>497.9241</w:t>
      </w:r>
      <w:r>
        <w:tab/>
        <w:t>4.051e0</w:t>
      </w:r>
    </w:p>
    <w:p w:rsidR="006974AE" w:rsidRDefault="006974AE" w:rsidP="006974AE">
      <w:r>
        <w:t>497.9720</w:t>
      </w:r>
      <w:r>
        <w:tab/>
        <w:t>1.013e0</w:t>
      </w:r>
    </w:p>
    <w:p w:rsidR="006974AE" w:rsidRDefault="006974AE" w:rsidP="006974AE">
      <w:r>
        <w:t>497.9804</w:t>
      </w:r>
      <w:r>
        <w:tab/>
        <w:t>2.920e0</w:t>
      </w:r>
    </w:p>
    <w:p w:rsidR="006974AE" w:rsidRDefault="006974AE" w:rsidP="006974AE">
      <w:r>
        <w:t>497.9902</w:t>
      </w:r>
      <w:r>
        <w:tab/>
        <w:t>1.013e0</w:t>
      </w:r>
    </w:p>
    <w:p w:rsidR="006974AE" w:rsidRDefault="006974AE" w:rsidP="006974AE">
      <w:r>
        <w:t>497.9993</w:t>
      </w:r>
      <w:r>
        <w:tab/>
        <w:t>1.777e0</w:t>
      </w:r>
    </w:p>
    <w:p w:rsidR="006974AE" w:rsidRDefault="006974AE" w:rsidP="006974AE">
      <w:r>
        <w:t>498.0262</w:t>
      </w:r>
      <w:r>
        <w:tab/>
        <w:t>1.013e0</w:t>
      </w:r>
    </w:p>
    <w:p w:rsidR="006974AE" w:rsidRDefault="006974AE" w:rsidP="006974AE">
      <w:r>
        <w:t>498.0461</w:t>
      </w:r>
      <w:r>
        <w:tab/>
        <w:t>2.025e0</w:t>
      </w:r>
    </w:p>
    <w:p w:rsidR="006974AE" w:rsidRDefault="006974AE" w:rsidP="006974AE">
      <w:r>
        <w:t>498.0662</w:t>
      </w:r>
      <w:r>
        <w:tab/>
        <w:t>3.038e0</w:t>
      </w:r>
    </w:p>
    <w:p w:rsidR="006974AE" w:rsidRDefault="006974AE" w:rsidP="006974AE">
      <w:r>
        <w:t>498.0674</w:t>
      </w:r>
      <w:r>
        <w:tab/>
        <w:t>2.269e0</w:t>
      </w:r>
    </w:p>
    <w:p w:rsidR="006974AE" w:rsidRDefault="006974AE" w:rsidP="006974AE">
      <w:r>
        <w:t>498.1872</w:t>
      </w:r>
      <w:r>
        <w:tab/>
        <w:t>5.881e3</w:t>
      </w:r>
    </w:p>
    <w:p w:rsidR="006974AE" w:rsidRDefault="006974AE" w:rsidP="006974AE">
      <w:r>
        <w:t>498.2940</w:t>
      </w:r>
      <w:r>
        <w:tab/>
        <w:t>6.516e0</w:t>
      </w:r>
    </w:p>
    <w:p w:rsidR="006974AE" w:rsidRDefault="006974AE" w:rsidP="006974AE">
      <w:r>
        <w:t>498.3133</w:t>
      </w:r>
      <w:r>
        <w:tab/>
        <w:t>6.679e0</w:t>
      </w:r>
    </w:p>
    <w:p w:rsidR="006974AE" w:rsidRDefault="006974AE" w:rsidP="006974AE">
      <w:r>
        <w:t>498.3224</w:t>
      </w:r>
      <w:r>
        <w:tab/>
        <w:t>1.240e1</w:t>
      </w:r>
    </w:p>
    <w:p w:rsidR="006974AE" w:rsidRDefault="006974AE" w:rsidP="006974AE">
      <w:r>
        <w:t>498.3301</w:t>
      </w:r>
      <w:r>
        <w:tab/>
        <w:t>6.534e0</w:t>
      </w:r>
    </w:p>
    <w:p w:rsidR="006974AE" w:rsidRDefault="006974AE" w:rsidP="006974AE">
      <w:r>
        <w:lastRenderedPageBreak/>
        <w:t>498.3530</w:t>
      </w:r>
      <w:r>
        <w:tab/>
        <w:t>1.152e1</w:t>
      </w:r>
    </w:p>
    <w:p w:rsidR="006974AE" w:rsidRDefault="006974AE" w:rsidP="006974AE">
      <w:r>
        <w:t>498.3734</w:t>
      </w:r>
      <w:r>
        <w:tab/>
        <w:t>3.833e0</w:t>
      </w:r>
    </w:p>
    <w:p w:rsidR="006974AE" w:rsidRDefault="006974AE" w:rsidP="006974AE">
      <w:r>
        <w:t>498.3839</w:t>
      </w:r>
      <w:r>
        <w:tab/>
        <w:t>1.288e1</w:t>
      </w:r>
    </w:p>
    <w:p w:rsidR="006974AE" w:rsidRDefault="006974AE" w:rsidP="006974AE">
      <w:r>
        <w:t>498.3873</w:t>
      </w:r>
      <w:r>
        <w:tab/>
        <w:t>3.038e0</w:t>
      </w:r>
    </w:p>
    <w:p w:rsidR="006974AE" w:rsidRDefault="006974AE" w:rsidP="006974AE">
      <w:r>
        <w:t>498.4012</w:t>
      </w:r>
      <w:r>
        <w:tab/>
        <w:t>7.759e0</w:t>
      </w:r>
    </w:p>
    <w:p w:rsidR="006974AE" w:rsidRDefault="006974AE" w:rsidP="006974AE">
      <w:r>
        <w:t>498.4061</w:t>
      </w:r>
      <w:r>
        <w:tab/>
        <w:t>7.089e0</w:t>
      </w:r>
    </w:p>
    <w:p w:rsidR="006974AE" w:rsidRDefault="006974AE" w:rsidP="006974AE">
      <w:r>
        <w:t>498.4114</w:t>
      </w:r>
      <w:r>
        <w:tab/>
        <w:t>3.378e0</w:t>
      </w:r>
    </w:p>
    <w:p w:rsidR="006974AE" w:rsidRDefault="006974AE" w:rsidP="006974AE">
      <w:r>
        <w:t>498.4360</w:t>
      </w:r>
      <w:r>
        <w:tab/>
        <w:t>6.261e0</w:t>
      </w:r>
    </w:p>
    <w:p w:rsidR="006974AE" w:rsidRDefault="006974AE" w:rsidP="006974AE">
      <w:r>
        <w:t>498.4461</w:t>
      </w:r>
      <w:r>
        <w:tab/>
        <w:t>8.141e0</w:t>
      </w:r>
    </w:p>
    <w:p w:rsidR="006974AE" w:rsidRDefault="006974AE" w:rsidP="006974AE">
      <w:r>
        <w:t>498.4630</w:t>
      </w:r>
      <w:r>
        <w:tab/>
        <w:t>5.822e0</w:t>
      </w:r>
    </w:p>
    <w:p w:rsidR="006974AE" w:rsidRDefault="006974AE" w:rsidP="006974AE">
      <w:r>
        <w:t>498.4722</w:t>
      </w:r>
      <w:r>
        <w:tab/>
        <w:t>2.025e0</w:t>
      </w:r>
    </w:p>
    <w:p w:rsidR="006974AE" w:rsidRDefault="006974AE" w:rsidP="006974AE">
      <w:r>
        <w:t>498.4785</w:t>
      </w:r>
      <w:r>
        <w:tab/>
        <w:t>2.025e0</w:t>
      </w:r>
    </w:p>
    <w:p w:rsidR="006974AE" w:rsidRDefault="006974AE" w:rsidP="006974AE">
      <w:r>
        <w:t>498.4860</w:t>
      </w:r>
      <w:r>
        <w:tab/>
        <w:t>3.038e0</w:t>
      </w:r>
    </w:p>
    <w:p w:rsidR="006974AE" w:rsidRDefault="006974AE" w:rsidP="006974AE">
      <w:r>
        <w:t>498.4877</w:t>
      </w:r>
      <w:r>
        <w:tab/>
        <w:t>2.025e0</w:t>
      </w:r>
    </w:p>
    <w:p w:rsidR="006974AE" w:rsidRDefault="006974AE" w:rsidP="006974AE">
      <w:r>
        <w:t>498.5019</w:t>
      </w:r>
      <w:r>
        <w:tab/>
        <w:t>8.881e0</w:t>
      </w:r>
    </w:p>
    <w:p w:rsidR="006974AE" w:rsidRDefault="006974AE" w:rsidP="006974AE">
      <w:r>
        <w:t>498.5052</w:t>
      </w:r>
      <w:r>
        <w:tab/>
        <w:t>5.063e0</w:t>
      </w:r>
    </w:p>
    <w:p w:rsidR="006974AE" w:rsidRDefault="006974AE" w:rsidP="006974AE">
      <w:r>
        <w:t>498.5131</w:t>
      </w:r>
      <w:r>
        <w:tab/>
        <w:t>1.013e0</w:t>
      </w:r>
    </w:p>
    <w:p w:rsidR="006974AE" w:rsidRDefault="006974AE" w:rsidP="006974AE">
      <w:r>
        <w:t>498.5294</w:t>
      </w:r>
      <w:r>
        <w:tab/>
        <w:t>1.004e1</w:t>
      </w:r>
    </w:p>
    <w:p w:rsidR="006974AE" w:rsidRDefault="006974AE" w:rsidP="006974AE">
      <w:r>
        <w:t>498.5368</w:t>
      </w:r>
      <w:r>
        <w:tab/>
        <w:t>2.025e0</w:t>
      </w:r>
    </w:p>
    <w:p w:rsidR="006974AE" w:rsidRDefault="006974AE" w:rsidP="006974AE">
      <w:r>
        <w:lastRenderedPageBreak/>
        <w:t>498.5504</w:t>
      </w:r>
      <w:r>
        <w:tab/>
        <w:t>2.025e0</w:t>
      </w:r>
    </w:p>
    <w:p w:rsidR="006974AE" w:rsidRDefault="006974AE" w:rsidP="006974AE">
      <w:r>
        <w:t>498.5552</w:t>
      </w:r>
      <w:r>
        <w:tab/>
        <w:t>1.013e0</w:t>
      </w:r>
    </w:p>
    <w:p w:rsidR="006974AE" w:rsidRDefault="006974AE" w:rsidP="006974AE">
      <w:r>
        <w:t>498.5828</w:t>
      </w:r>
      <w:r>
        <w:tab/>
        <w:t>3.038e0</w:t>
      </w:r>
    </w:p>
    <w:p w:rsidR="006974AE" w:rsidRDefault="006974AE" w:rsidP="006974AE">
      <w:r>
        <w:t>498.5950</w:t>
      </w:r>
      <w:r>
        <w:tab/>
        <w:t>1.013e0</w:t>
      </w:r>
    </w:p>
    <w:p w:rsidR="006974AE" w:rsidRDefault="006974AE" w:rsidP="006974AE">
      <w:r>
        <w:t>498.6095</w:t>
      </w:r>
      <w:r>
        <w:tab/>
        <w:t>2.426e0</w:t>
      </w:r>
    </w:p>
    <w:p w:rsidR="006974AE" w:rsidRDefault="006974AE" w:rsidP="006974AE">
      <w:r>
        <w:t>498.6139</w:t>
      </w:r>
      <w:r>
        <w:tab/>
        <w:t>3.927e0</w:t>
      </w:r>
    </w:p>
    <w:p w:rsidR="006974AE" w:rsidRDefault="006974AE" w:rsidP="006974AE">
      <w:r>
        <w:t>498.6287</w:t>
      </w:r>
      <w:r>
        <w:tab/>
        <w:t>5.063e0</w:t>
      </w:r>
    </w:p>
    <w:p w:rsidR="006974AE" w:rsidRDefault="006974AE" w:rsidP="006974AE">
      <w:r>
        <w:t>498.6498</w:t>
      </w:r>
      <w:r>
        <w:tab/>
        <w:t>1.013e0</w:t>
      </w:r>
    </w:p>
    <w:p w:rsidR="006974AE" w:rsidRDefault="006974AE" w:rsidP="006974AE">
      <w:r>
        <w:t>498.6702</w:t>
      </w:r>
      <w:r>
        <w:tab/>
        <w:t>8.101e0</w:t>
      </w:r>
    </w:p>
    <w:p w:rsidR="006974AE" w:rsidRDefault="006974AE" w:rsidP="006974AE">
      <w:r>
        <w:t>498.6830</w:t>
      </w:r>
      <w:r>
        <w:tab/>
        <w:t>3.038e0</w:t>
      </w:r>
    </w:p>
    <w:p w:rsidR="006974AE" w:rsidRDefault="006974AE" w:rsidP="006974AE">
      <w:r>
        <w:t>498.6867</w:t>
      </w:r>
      <w:r>
        <w:tab/>
        <w:t>6.076e0</w:t>
      </w:r>
    </w:p>
    <w:p w:rsidR="006974AE" w:rsidRDefault="006974AE" w:rsidP="006974AE">
      <w:r>
        <w:t>498.7262</w:t>
      </w:r>
      <w:r>
        <w:tab/>
        <w:t>2.025e0</w:t>
      </w:r>
    </w:p>
    <w:p w:rsidR="006974AE" w:rsidRDefault="006974AE" w:rsidP="006974AE">
      <w:r>
        <w:t>498.7295</w:t>
      </w:r>
      <w:r>
        <w:tab/>
        <w:t>7.089e0</w:t>
      </w:r>
    </w:p>
    <w:p w:rsidR="006974AE" w:rsidRDefault="006974AE" w:rsidP="006974AE">
      <w:r>
        <w:t>498.7343</w:t>
      </w:r>
      <w:r>
        <w:tab/>
        <w:t>2.025e0</w:t>
      </w:r>
    </w:p>
    <w:p w:rsidR="006974AE" w:rsidRDefault="006974AE" w:rsidP="006974AE">
      <w:r>
        <w:t>498.7480</w:t>
      </w:r>
      <w:r>
        <w:tab/>
        <w:t>5.058e0</w:t>
      </w:r>
    </w:p>
    <w:p w:rsidR="006974AE" w:rsidRDefault="006974AE" w:rsidP="006974AE">
      <w:r>
        <w:t>498.7571</w:t>
      </w:r>
      <w:r>
        <w:tab/>
        <w:t>3.038e0</w:t>
      </w:r>
    </w:p>
    <w:p w:rsidR="006974AE" w:rsidRDefault="006974AE" w:rsidP="006974AE">
      <w:r>
        <w:t>498.7721</w:t>
      </w:r>
      <w:r>
        <w:tab/>
        <w:t>4.447e0</w:t>
      </w:r>
    </w:p>
    <w:p w:rsidR="006974AE" w:rsidRDefault="006974AE" w:rsidP="006974AE">
      <w:r>
        <w:t>498.7846</w:t>
      </w:r>
      <w:r>
        <w:tab/>
        <w:t>2.025e0</w:t>
      </w:r>
    </w:p>
    <w:p w:rsidR="006974AE" w:rsidRDefault="006974AE" w:rsidP="006974AE">
      <w:r>
        <w:t>498.7943</w:t>
      </w:r>
      <w:r>
        <w:tab/>
        <w:t>2.025e0</w:t>
      </w:r>
    </w:p>
    <w:p w:rsidR="006974AE" w:rsidRDefault="006974AE" w:rsidP="006974AE">
      <w:r>
        <w:lastRenderedPageBreak/>
        <w:t>498.8008</w:t>
      </w:r>
      <w:r>
        <w:tab/>
        <w:t>3.038e0</w:t>
      </w:r>
    </w:p>
    <w:p w:rsidR="006974AE" w:rsidRDefault="006974AE" w:rsidP="006974AE">
      <w:r>
        <w:t>498.8180</w:t>
      </w:r>
      <w:r>
        <w:tab/>
        <w:t>5.495e0</w:t>
      </w:r>
    </w:p>
    <w:p w:rsidR="006974AE" w:rsidRDefault="006974AE" w:rsidP="006974AE">
      <w:r>
        <w:t>498.8386</w:t>
      </w:r>
      <w:r>
        <w:tab/>
        <w:t>1.013e0</w:t>
      </w:r>
    </w:p>
    <w:p w:rsidR="006974AE" w:rsidRDefault="006974AE" w:rsidP="006974AE">
      <w:r>
        <w:t>498.8647</w:t>
      </w:r>
      <w:r>
        <w:tab/>
        <w:t>4.232e0</w:t>
      </w:r>
    </w:p>
    <w:p w:rsidR="006974AE" w:rsidRDefault="006974AE" w:rsidP="006974AE">
      <w:r>
        <w:t>498.8720</w:t>
      </w:r>
      <w:r>
        <w:tab/>
        <w:t>6.076e0</w:t>
      </w:r>
    </w:p>
    <w:p w:rsidR="006974AE" w:rsidRDefault="006974AE" w:rsidP="006974AE">
      <w:r>
        <w:t>498.8761</w:t>
      </w:r>
      <w:r>
        <w:tab/>
        <w:t>4.813e0</w:t>
      </w:r>
    </w:p>
    <w:p w:rsidR="006974AE" w:rsidRDefault="006974AE" w:rsidP="006974AE">
      <w:r>
        <w:t>498.8913</w:t>
      </w:r>
      <w:r>
        <w:tab/>
        <w:t>3.038e0</w:t>
      </w:r>
    </w:p>
    <w:p w:rsidR="006974AE" w:rsidRDefault="006974AE" w:rsidP="006974AE">
      <w:r>
        <w:t>498.9027</w:t>
      </w:r>
      <w:r>
        <w:tab/>
        <w:t>3.038e0</w:t>
      </w:r>
    </w:p>
    <w:p w:rsidR="006974AE" w:rsidRDefault="006974AE" w:rsidP="006974AE">
      <w:r>
        <w:t>498.9135</w:t>
      </w:r>
      <w:r>
        <w:tab/>
        <w:t>1.645e1</w:t>
      </w:r>
    </w:p>
    <w:p w:rsidR="006974AE" w:rsidRDefault="006974AE" w:rsidP="006974AE">
      <w:r>
        <w:t>498.9216</w:t>
      </w:r>
      <w:r>
        <w:tab/>
        <w:t>8.864e0</w:t>
      </w:r>
    </w:p>
    <w:p w:rsidR="006974AE" w:rsidRDefault="006974AE" w:rsidP="006974AE">
      <w:r>
        <w:t>498.9550</w:t>
      </w:r>
      <w:r>
        <w:tab/>
        <w:t>2.025e0</w:t>
      </w:r>
    </w:p>
    <w:p w:rsidR="006974AE" w:rsidRDefault="006974AE" w:rsidP="006974AE">
      <w:r>
        <w:t>498.9729</w:t>
      </w:r>
      <w:r>
        <w:tab/>
        <w:t>2.719e0</w:t>
      </w:r>
    </w:p>
    <w:p w:rsidR="006974AE" w:rsidRDefault="006974AE" w:rsidP="006974AE">
      <w:r>
        <w:t>498.9903</w:t>
      </w:r>
      <w:r>
        <w:tab/>
        <w:t>7.151e0</w:t>
      </w:r>
    </w:p>
    <w:p w:rsidR="006974AE" w:rsidRDefault="006974AE" w:rsidP="006974AE">
      <w:r>
        <w:t>499.0050</w:t>
      </w:r>
      <w:r>
        <w:tab/>
        <w:t>2.974e0</w:t>
      </w:r>
    </w:p>
    <w:p w:rsidR="006974AE" w:rsidRDefault="006974AE" w:rsidP="006974AE">
      <w:r>
        <w:t>499.0172</w:t>
      </w:r>
      <w:r>
        <w:tab/>
        <w:t>8.087e0</w:t>
      </w:r>
    </w:p>
    <w:p w:rsidR="006974AE" w:rsidRDefault="006974AE" w:rsidP="006974AE">
      <w:r>
        <w:t>499.0323</w:t>
      </w:r>
      <w:r>
        <w:tab/>
        <w:t>5.744e0</w:t>
      </w:r>
    </w:p>
    <w:p w:rsidR="006974AE" w:rsidRDefault="006974AE" w:rsidP="006974AE">
      <w:r>
        <w:t>499.0359</w:t>
      </w:r>
      <w:r>
        <w:tab/>
        <w:t>7.865e0</w:t>
      </w:r>
    </w:p>
    <w:p w:rsidR="006974AE" w:rsidRDefault="006974AE" w:rsidP="006974AE">
      <w:r>
        <w:t>499.0499</w:t>
      </w:r>
      <w:r>
        <w:tab/>
        <w:t>1.013e0</w:t>
      </w:r>
    </w:p>
    <w:p w:rsidR="006974AE" w:rsidRDefault="006974AE" w:rsidP="006974AE">
      <w:r>
        <w:t>499.0847</w:t>
      </w:r>
      <w:r>
        <w:tab/>
        <w:t>7.305e0</w:t>
      </w:r>
    </w:p>
    <w:p w:rsidR="006974AE" w:rsidRDefault="006974AE" w:rsidP="006974AE">
      <w:r>
        <w:lastRenderedPageBreak/>
        <w:t>499.1021</w:t>
      </w:r>
      <w:r>
        <w:tab/>
        <w:t>1.013e0</w:t>
      </w:r>
    </w:p>
    <w:p w:rsidR="006974AE" w:rsidRDefault="006974AE" w:rsidP="006974AE">
      <w:r>
        <w:t>499.1862</w:t>
      </w:r>
      <w:r>
        <w:tab/>
        <w:t>5.961e1</w:t>
      </w:r>
    </w:p>
    <w:p w:rsidR="006974AE" w:rsidRDefault="006974AE" w:rsidP="006974AE">
      <w:r>
        <w:t>499.1899</w:t>
      </w:r>
      <w:r>
        <w:tab/>
        <w:t>8.101e0</w:t>
      </w:r>
    </w:p>
    <w:p w:rsidR="006974AE" w:rsidRDefault="006974AE" w:rsidP="006974AE">
      <w:r>
        <w:t>499.1919</w:t>
      </w:r>
      <w:r>
        <w:tab/>
        <w:t>9.419e2</w:t>
      </w:r>
    </w:p>
    <w:p w:rsidR="006974AE" w:rsidRDefault="006974AE" w:rsidP="006974AE">
      <w:r>
        <w:t>499.1930</w:t>
      </w:r>
      <w:r>
        <w:tab/>
        <w:t>3.253e2</w:t>
      </w:r>
    </w:p>
    <w:p w:rsidR="006974AE" w:rsidRDefault="006974AE" w:rsidP="006974AE">
      <w:r>
        <w:t>499.1941</w:t>
      </w:r>
      <w:r>
        <w:tab/>
        <w:t>4.405e2</w:t>
      </w:r>
    </w:p>
    <w:p w:rsidR="006974AE" w:rsidRDefault="006974AE" w:rsidP="006974AE">
      <w:r>
        <w:t>499.3007</w:t>
      </w:r>
      <w:r>
        <w:tab/>
        <w:t>6.076e0</w:t>
      </w:r>
    </w:p>
    <w:p w:rsidR="006974AE" w:rsidRDefault="006974AE" w:rsidP="006974AE">
      <w:r>
        <w:t>499.3131</w:t>
      </w:r>
      <w:r>
        <w:tab/>
        <w:t>6.137e0</w:t>
      </w:r>
    </w:p>
    <w:p w:rsidR="006974AE" w:rsidRDefault="006974AE" w:rsidP="006974AE">
      <w:r>
        <w:t>499.3186</w:t>
      </w:r>
      <w:r>
        <w:tab/>
        <w:t>5.397e0</w:t>
      </w:r>
    </w:p>
    <w:p w:rsidR="006974AE" w:rsidRDefault="006974AE" w:rsidP="006974AE">
      <w:r>
        <w:t>499.3326</w:t>
      </w:r>
      <w:r>
        <w:tab/>
        <w:t>6.872e0</w:t>
      </w:r>
    </w:p>
    <w:p w:rsidR="006974AE" w:rsidRDefault="006974AE" w:rsidP="006974AE">
      <w:r>
        <w:t>499.3532</w:t>
      </w:r>
      <w:r>
        <w:tab/>
        <w:t>1.013e0</w:t>
      </w:r>
    </w:p>
    <w:p w:rsidR="006974AE" w:rsidRDefault="006974AE" w:rsidP="006974AE">
      <w:r>
        <w:t>499.3608</w:t>
      </w:r>
      <w:r>
        <w:tab/>
        <w:t>2.025e0</w:t>
      </w:r>
    </w:p>
    <w:p w:rsidR="006974AE" w:rsidRDefault="006974AE" w:rsidP="006974AE">
      <w:r>
        <w:t>499.3676</w:t>
      </w:r>
      <w:r>
        <w:tab/>
        <w:t>5.507e0</w:t>
      </w:r>
    </w:p>
    <w:p w:rsidR="006974AE" w:rsidRDefault="006974AE" w:rsidP="006974AE">
      <w:r>
        <w:t>499.3748</w:t>
      </w:r>
      <w:r>
        <w:tab/>
        <w:t>1.093e1</w:t>
      </w:r>
    </w:p>
    <w:p w:rsidR="006974AE" w:rsidRDefault="006974AE" w:rsidP="006974AE">
      <w:r>
        <w:t>499.3843</w:t>
      </w:r>
      <w:r>
        <w:tab/>
        <w:t>8.902e0</w:t>
      </w:r>
    </w:p>
    <w:p w:rsidR="006974AE" w:rsidRDefault="006974AE" w:rsidP="006974AE">
      <w:r>
        <w:t>499.3864</w:t>
      </w:r>
      <w:r>
        <w:tab/>
        <w:t>1.028e1</w:t>
      </w:r>
    </w:p>
    <w:p w:rsidR="006974AE" w:rsidRDefault="006974AE" w:rsidP="006974AE">
      <w:r>
        <w:t>499.3885</w:t>
      </w:r>
      <w:r>
        <w:tab/>
        <w:t>4.051e0</w:t>
      </w:r>
    </w:p>
    <w:p w:rsidR="006974AE" w:rsidRDefault="006974AE" w:rsidP="006974AE">
      <w:r>
        <w:t>499.4145</w:t>
      </w:r>
      <w:r>
        <w:tab/>
        <w:t>1.013e0</w:t>
      </w:r>
    </w:p>
    <w:p w:rsidR="006974AE" w:rsidRDefault="006974AE" w:rsidP="006974AE">
      <w:r>
        <w:t>499.4357</w:t>
      </w:r>
      <w:r>
        <w:tab/>
        <w:t>3.038e0</w:t>
      </w:r>
    </w:p>
    <w:p w:rsidR="006974AE" w:rsidRDefault="006974AE" w:rsidP="006974AE">
      <w:r>
        <w:lastRenderedPageBreak/>
        <w:t>499.4566</w:t>
      </w:r>
      <w:r>
        <w:tab/>
        <w:t>5.838e0</w:t>
      </w:r>
    </w:p>
    <w:p w:rsidR="006974AE" w:rsidRDefault="006974AE" w:rsidP="006974AE">
      <w:r>
        <w:t>499.4639</w:t>
      </w:r>
      <w:r>
        <w:tab/>
        <w:t>4.781e0</w:t>
      </w:r>
    </w:p>
    <w:p w:rsidR="006974AE" w:rsidRDefault="006974AE" w:rsidP="006974AE">
      <w:r>
        <w:t>499.4665</w:t>
      </w:r>
      <w:r>
        <w:tab/>
        <w:t>1.013e0</w:t>
      </w:r>
    </w:p>
    <w:p w:rsidR="006974AE" w:rsidRDefault="006974AE" w:rsidP="006974AE">
      <w:r>
        <w:t>499.4785</w:t>
      </w:r>
      <w:r>
        <w:tab/>
        <w:t>2.025e0</w:t>
      </w:r>
    </w:p>
    <w:p w:rsidR="006974AE" w:rsidRDefault="006974AE" w:rsidP="006974AE">
      <w:r>
        <w:t>499.4979</w:t>
      </w:r>
      <w:r>
        <w:tab/>
        <w:t>4.051e0</w:t>
      </w:r>
    </w:p>
    <w:p w:rsidR="006974AE" w:rsidRDefault="006974AE" w:rsidP="006974AE">
      <w:r>
        <w:t>499.4995</w:t>
      </w:r>
      <w:r>
        <w:tab/>
        <w:t>4.051e0</w:t>
      </w:r>
    </w:p>
    <w:p w:rsidR="006974AE" w:rsidRDefault="006974AE" w:rsidP="006974AE">
      <w:r>
        <w:t>499.5130</w:t>
      </w:r>
      <w:r>
        <w:tab/>
        <w:t>4.051e0</w:t>
      </w:r>
    </w:p>
    <w:p w:rsidR="006974AE" w:rsidRDefault="006974AE" w:rsidP="006974AE">
      <w:r>
        <w:t>499.5179</w:t>
      </w:r>
      <w:r>
        <w:tab/>
        <w:t>2.025e0</w:t>
      </w:r>
    </w:p>
    <w:p w:rsidR="006974AE" w:rsidRDefault="006974AE" w:rsidP="006974AE">
      <w:r>
        <w:t>499.5320</w:t>
      </w:r>
      <w:r>
        <w:tab/>
        <w:t>2.025e0</w:t>
      </w:r>
    </w:p>
    <w:p w:rsidR="006974AE" w:rsidRDefault="006974AE" w:rsidP="006974AE">
      <w:r>
        <w:t>499.5683</w:t>
      </w:r>
      <w:r>
        <w:tab/>
        <w:t>2.025e0</w:t>
      </w:r>
    </w:p>
    <w:p w:rsidR="006974AE" w:rsidRDefault="006974AE" w:rsidP="006974AE">
      <w:r>
        <w:t>499.5728</w:t>
      </w:r>
      <w:r>
        <w:tab/>
        <w:t>4.898e0</w:t>
      </w:r>
    </w:p>
    <w:p w:rsidR="006974AE" w:rsidRDefault="006974AE" w:rsidP="006974AE">
      <w:r>
        <w:t>499.5791</w:t>
      </w:r>
      <w:r>
        <w:tab/>
        <w:t>4.051e0</w:t>
      </w:r>
    </w:p>
    <w:p w:rsidR="006974AE" w:rsidRDefault="006974AE" w:rsidP="006974AE">
      <w:r>
        <w:t>499.5955</w:t>
      </w:r>
      <w:r>
        <w:tab/>
        <w:t>3.170e0</w:t>
      </w:r>
    </w:p>
    <w:p w:rsidR="006974AE" w:rsidRDefault="006974AE" w:rsidP="006974AE">
      <w:r>
        <w:t>499.6026</w:t>
      </w:r>
      <w:r>
        <w:tab/>
        <w:t>4.051e0</w:t>
      </w:r>
    </w:p>
    <w:p w:rsidR="006974AE" w:rsidRDefault="006974AE" w:rsidP="006974AE">
      <w:r>
        <w:t>499.6151</w:t>
      </w:r>
      <w:r>
        <w:tab/>
        <w:t>1.013e0</w:t>
      </w:r>
    </w:p>
    <w:p w:rsidR="006974AE" w:rsidRDefault="006974AE" w:rsidP="006974AE">
      <w:r>
        <w:t>499.6251</w:t>
      </w:r>
      <w:r>
        <w:tab/>
        <w:t>4.216e0</w:t>
      </w:r>
    </w:p>
    <w:p w:rsidR="006974AE" w:rsidRDefault="006974AE" w:rsidP="006974AE">
      <w:r>
        <w:t>499.6393</w:t>
      </w:r>
      <w:r>
        <w:tab/>
        <w:t>1.013e0</w:t>
      </w:r>
    </w:p>
    <w:p w:rsidR="006974AE" w:rsidRDefault="006974AE" w:rsidP="006974AE">
      <w:r>
        <w:t>499.6454</w:t>
      </w:r>
      <w:r>
        <w:tab/>
        <w:t>2.025e0</w:t>
      </w:r>
    </w:p>
    <w:p w:rsidR="006974AE" w:rsidRDefault="006974AE" w:rsidP="006974AE">
      <w:r>
        <w:t>499.6512</w:t>
      </w:r>
      <w:r>
        <w:tab/>
        <w:t>1.013e0</w:t>
      </w:r>
    </w:p>
    <w:p w:rsidR="006974AE" w:rsidRDefault="006974AE" w:rsidP="006974AE">
      <w:r>
        <w:lastRenderedPageBreak/>
        <w:t>499.6659</w:t>
      </w:r>
      <w:r>
        <w:tab/>
        <w:t>1.013e0</w:t>
      </w:r>
    </w:p>
    <w:p w:rsidR="006974AE" w:rsidRDefault="006974AE" w:rsidP="006974AE">
      <w:r>
        <w:t>499.6910</w:t>
      </w:r>
      <w:r>
        <w:tab/>
        <w:t>1.963e0</w:t>
      </w:r>
    </w:p>
    <w:p w:rsidR="006974AE" w:rsidRDefault="006974AE" w:rsidP="006974AE">
      <w:r>
        <w:t>499.7025</w:t>
      </w:r>
      <w:r>
        <w:tab/>
        <w:t>3.038e0</w:t>
      </w:r>
    </w:p>
    <w:p w:rsidR="006974AE" w:rsidRDefault="006974AE" w:rsidP="006974AE">
      <w:r>
        <w:t>499.7093</w:t>
      </w:r>
      <w:r>
        <w:tab/>
        <w:t>3.429e0</w:t>
      </w:r>
    </w:p>
    <w:p w:rsidR="006974AE" w:rsidRDefault="006974AE" w:rsidP="006974AE">
      <w:r>
        <w:t>499.7404</w:t>
      </w:r>
      <w:r>
        <w:tab/>
        <w:t>2.025e0</w:t>
      </w:r>
    </w:p>
    <w:p w:rsidR="006974AE" w:rsidRDefault="006974AE" w:rsidP="006974AE">
      <w:r>
        <w:t>499.7474</w:t>
      </w:r>
      <w:r>
        <w:tab/>
        <w:t>2.674e0</w:t>
      </w:r>
    </w:p>
    <w:p w:rsidR="006974AE" w:rsidRDefault="006974AE" w:rsidP="006974AE">
      <w:r>
        <w:t>499.7524</w:t>
      </w:r>
      <w:r>
        <w:tab/>
        <w:t>3.038e0</w:t>
      </w:r>
    </w:p>
    <w:p w:rsidR="006974AE" w:rsidRDefault="006974AE" w:rsidP="006974AE">
      <w:r>
        <w:t>499.7676</w:t>
      </w:r>
      <w:r>
        <w:tab/>
        <w:t>4.002e0</w:t>
      </w:r>
    </w:p>
    <w:p w:rsidR="006974AE" w:rsidRDefault="006974AE" w:rsidP="006974AE">
      <w:r>
        <w:t>499.8047</w:t>
      </w:r>
      <w:r>
        <w:tab/>
        <w:t>1.013e0</w:t>
      </w:r>
    </w:p>
    <w:p w:rsidR="006974AE" w:rsidRDefault="006974AE" w:rsidP="006974AE">
      <w:r>
        <w:t>499.8116</w:t>
      </w:r>
      <w:r>
        <w:tab/>
        <w:t>2.074e0</w:t>
      </w:r>
    </w:p>
    <w:p w:rsidR="006974AE" w:rsidRDefault="006974AE" w:rsidP="006974AE">
      <w:r>
        <w:t>499.8151</w:t>
      </w:r>
      <w:r>
        <w:tab/>
        <w:t>2.025e0</w:t>
      </w:r>
    </w:p>
    <w:p w:rsidR="006974AE" w:rsidRDefault="006974AE" w:rsidP="006974AE">
      <w:r>
        <w:t>499.8304</w:t>
      </w:r>
      <w:r>
        <w:tab/>
        <w:t>3.038e0</w:t>
      </w:r>
    </w:p>
    <w:p w:rsidR="006974AE" w:rsidRDefault="006974AE" w:rsidP="006974AE">
      <w:r>
        <w:t>499.8388</w:t>
      </w:r>
      <w:r>
        <w:tab/>
        <w:t>2.025e0</w:t>
      </w:r>
    </w:p>
    <w:p w:rsidR="006974AE" w:rsidRDefault="006974AE" w:rsidP="006974AE">
      <w:r>
        <w:t>499.8445</w:t>
      </w:r>
      <w:r>
        <w:tab/>
        <w:t>3.131e0</w:t>
      </w:r>
    </w:p>
    <w:p w:rsidR="006974AE" w:rsidRDefault="006974AE" w:rsidP="006974AE">
      <w:r>
        <w:t>499.8872</w:t>
      </w:r>
      <w:r>
        <w:tab/>
        <w:t>4.051e0</w:t>
      </w:r>
    </w:p>
    <w:p w:rsidR="006974AE" w:rsidRDefault="006974AE" w:rsidP="006974AE">
      <w:r>
        <w:t>499.8888</w:t>
      </w:r>
      <w:r>
        <w:tab/>
        <w:t>6.076e0</w:t>
      </w:r>
    </w:p>
    <w:p w:rsidR="006974AE" w:rsidRDefault="006974AE" w:rsidP="006974AE">
      <w:r>
        <w:t>499.9008</w:t>
      </w:r>
      <w:r>
        <w:tab/>
        <w:t>3.901e0</w:t>
      </w:r>
    </w:p>
    <w:p w:rsidR="006974AE" w:rsidRDefault="006974AE" w:rsidP="006974AE">
      <w:r>
        <w:t>499.9168</w:t>
      </w:r>
      <w:r>
        <w:tab/>
        <w:t>7.089e0</w:t>
      </w:r>
    </w:p>
    <w:p w:rsidR="006974AE" w:rsidRDefault="006974AE" w:rsidP="006974AE">
      <w:r>
        <w:t>499.9193</w:t>
      </w:r>
      <w:r>
        <w:tab/>
        <w:t>6.777e0</w:t>
      </w:r>
    </w:p>
    <w:p w:rsidR="006974AE" w:rsidRDefault="006974AE" w:rsidP="006974AE">
      <w:r>
        <w:lastRenderedPageBreak/>
        <w:t>499.9435</w:t>
      </w:r>
      <w:r>
        <w:tab/>
        <w:t>3.038e0</w:t>
      </w:r>
    </w:p>
    <w:p w:rsidR="006974AE" w:rsidRDefault="006974AE" w:rsidP="006974AE">
      <w:r>
        <w:t>499.9521</w:t>
      </w:r>
      <w:r>
        <w:tab/>
        <w:t>3.038e0</w:t>
      </w:r>
    </w:p>
    <w:p w:rsidR="006974AE" w:rsidRDefault="006974AE" w:rsidP="006974AE">
      <w:r>
        <w:t>499.9534</w:t>
      </w:r>
      <w:r>
        <w:tab/>
        <w:t>3.038e0</w:t>
      </w:r>
    </w:p>
    <w:p w:rsidR="006974AE" w:rsidRDefault="006974AE" w:rsidP="006974AE">
      <w:r>
        <w:t>499.9578</w:t>
      </w:r>
      <w:r>
        <w:tab/>
        <w:t>5.760e0</w:t>
      </w:r>
    </w:p>
    <w:p w:rsidR="006974AE" w:rsidRDefault="006974AE" w:rsidP="006974AE">
      <w:r>
        <w:t>499.9880</w:t>
      </w:r>
      <w:r>
        <w:tab/>
        <w:t>4.051e0</w:t>
      </w:r>
    </w:p>
    <w:p w:rsidR="006974AE" w:rsidRDefault="006974AE" w:rsidP="006974AE">
      <w:r>
        <w:t>500.0132</w:t>
      </w:r>
      <w:r>
        <w:tab/>
        <w:t>8.101e0</w:t>
      </w:r>
    </w:p>
    <w:p w:rsidR="006974AE" w:rsidRDefault="006974AE" w:rsidP="006974AE">
      <w:r>
        <w:t>500.0364</w:t>
      </w:r>
      <w:r>
        <w:tab/>
        <w:t>4.051e0</w:t>
      </w:r>
    </w:p>
    <w:p w:rsidR="006974AE" w:rsidRDefault="006974AE" w:rsidP="006974AE">
      <w:r>
        <w:t>500.0383</w:t>
      </w:r>
      <w:r>
        <w:tab/>
        <w:t>1.013e0</w:t>
      </w:r>
    </w:p>
    <w:p w:rsidR="006974AE" w:rsidRDefault="006974AE" w:rsidP="006974AE">
      <w:r>
        <w:t>500.0525</w:t>
      </w:r>
      <w:r>
        <w:tab/>
        <w:t>3.038e0</w:t>
      </w:r>
    </w:p>
    <w:p w:rsidR="006974AE" w:rsidRDefault="006974AE" w:rsidP="006974AE">
      <w:r>
        <w:t>500.0740</w:t>
      </w:r>
      <w:r>
        <w:tab/>
        <w:t>3.095e0</w:t>
      </w:r>
    </w:p>
    <w:p w:rsidR="006974AE" w:rsidRDefault="006974AE" w:rsidP="006974AE">
      <w:r>
        <w:t>500.0868</w:t>
      </w:r>
      <w:r>
        <w:tab/>
        <w:t>3.038e0</w:t>
      </w:r>
    </w:p>
    <w:p w:rsidR="006974AE" w:rsidRDefault="006974AE" w:rsidP="006974AE">
      <w:r>
        <w:t>500.1284</w:t>
      </w:r>
      <w:r>
        <w:tab/>
        <w:t>2.025e0</w:t>
      </w:r>
    </w:p>
    <w:p w:rsidR="006974AE" w:rsidRDefault="006974AE" w:rsidP="006974AE">
      <w:r>
        <w:t>500.2067</w:t>
      </w:r>
      <w:r>
        <w:tab/>
        <w:t>1.175e1</w:t>
      </w:r>
    </w:p>
    <w:p w:rsidR="006974AE" w:rsidRDefault="006974AE" w:rsidP="006974AE">
      <w:r>
        <w:t>500.2127</w:t>
      </w:r>
      <w:r>
        <w:tab/>
        <w:t>4.275e2</w:t>
      </w:r>
    </w:p>
    <w:p w:rsidR="006974AE" w:rsidRDefault="006974AE" w:rsidP="006974AE">
      <w:r>
        <w:t>500.2164</w:t>
      </w:r>
      <w:r>
        <w:tab/>
        <w:t>1.415e2</w:t>
      </w:r>
    </w:p>
    <w:p w:rsidR="006974AE" w:rsidRDefault="006974AE" w:rsidP="006974AE">
      <w:r>
        <w:t>500.2178</w:t>
      </w:r>
      <w:r>
        <w:tab/>
        <w:t>5.748e2</w:t>
      </w:r>
    </w:p>
    <w:p w:rsidR="006974AE" w:rsidRDefault="006974AE" w:rsidP="006974AE">
      <w:r>
        <w:t>500.2189</w:t>
      </w:r>
      <w:r>
        <w:tab/>
        <w:t>1.865e3</w:t>
      </w:r>
    </w:p>
    <w:p w:rsidR="006974AE" w:rsidRDefault="006974AE" w:rsidP="006974AE">
      <w:r>
        <w:t>500.2820</w:t>
      </w:r>
      <w:r>
        <w:tab/>
        <w:t>2.224e0</w:t>
      </w:r>
    </w:p>
    <w:p w:rsidR="006974AE" w:rsidRDefault="006974AE" w:rsidP="006974AE">
      <w:r>
        <w:t>500.3237</w:t>
      </w:r>
      <w:r>
        <w:tab/>
        <w:t>5.968e0</w:t>
      </w:r>
    </w:p>
    <w:p w:rsidR="006974AE" w:rsidRDefault="006974AE" w:rsidP="006974AE">
      <w:r>
        <w:lastRenderedPageBreak/>
        <w:t>500.3428</w:t>
      </w:r>
      <w:r>
        <w:tab/>
        <w:t>4.938e0</w:t>
      </w:r>
    </w:p>
    <w:p w:rsidR="006974AE" w:rsidRDefault="006974AE" w:rsidP="006974AE">
      <w:r>
        <w:t>500.3481</w:t>
      </w:r>
      <w:r>
        <w:tab/>
        <w:t>1.013e0</w:t>
      </w:r>
    </w:p>
    <w:p w:rsidR="006974AE" w:rsidRDefault="006974AE" w:rsidP="006974AE">
      <w:r>
        <w:t>500.3498</w:t>
      </w:r>
      <w:r>
        <w:tab/>
        <w:t>2.924e0</w:t>
      </w:r>
    </w:p>
    <w:p w:rsidR="006974AE" w:rsidRDefault="006974AE" w:rsidP="006974AE">
      <w:r>
        <w:t>500.3732</w:t>
      </w:r>
      <w:r>
        <w:tab/>
        <w:t>8.715e0</w:t>
      </w:r>
    </w:p>
    <w:p w:rsidR="006974AE" w:rsidRDefault="006974AE" w:rsidP="006974AE">
      <w:r>
        <w:t>500.3871</w:t>
      </w:r>
      <w:r>
        <w:tab/>
        <w:t>4.051e0</w:t>
      </w:r>
    </w:p>
    <w:p w:rsidR="006974AE" w:rsidRDefault="006974AE" w:rsidP="006974AE">
      <w:r>
        <w:t>500.3949</w:t>
      </w:r>
      <w:r>
        <w:tab/>
        <w:t>2.025e0</w:t>
      </w:r>
    </w:p>
    <w:p w:rsidR="006974AE" w:rsidRDefault="006974AE" w:rsidP="006974AE">
      <w:r>
        <w:t>500.3960</w:t>
      </w:r>
      <w:r>
        <w:tab/>
        <w:t>7.089e0</w:t>
      </w:r>
    </w:p>
    <w:p w:rsidR="006974AE" w:rsidRDefault="006974AE" w:rsidP="006974AE">
      <w:r>
        <w:t>500.3996</w:t>
      </w:r>
      <w:r>
        <w:tab/>
        <w:t>3.537e0</w:t>
      </w:r>
    </w:p>
    <w:p w:rsidR="006974AE" w:rsidRDefault="006974AE" w:rsidP="006974AE">
      <w:r>
        <w:t>500.4269</w:t>
      </w:r>
      <w:r>
        <w:tab/>
        <w:t>3.038e0</w:t>
      </w:r>
    </w:p>
    <w:p w:rsidR="006974AE" w:rsidRDefault="006974AE" w:rsidP="006974AE">
      <w:r>
        <w:t>500.4372</w:t>
      </w:r>
      <w:r>
        <w:tab/>
        <w:t>1.083e1</w:t>
      </w:r>
    </w:p>
    <w:p w:rsidR="006974AE" w:rsidRDefault="006974AE" w:rsidP="006974AE">
      <w:r>
        <w:t>500.4555</w:t>
      </w:r>
      <w:r>
        <w:tab/>
        <w:t>6.320e0</w:t>
      </w:r>
    </w:p>
    <w:p w:rsidR="006974AE" w:rsidRDefault="006974AE" w:rsidP="006974AE">
      <w:r>
        <w:t>500.4724</w:t>
      </w:r>
      <w:r>
        <w:tab/>
        <w:t>1.013e0</w:t>
      </w:r>
    </w:p>
    <w:p w:rsidR="006974AE" w:rsidRDefault="006974AE" w:rsidP="006974AE">
      <w:r>
        <w:t>500.4864</w:t>
      </w:r>
      <w:r>
        <w:tab/>
        <w:t>6.076e0</w:t>
      </w:r>
    </w:p>
    <w:p w:rsidR="006974AE" w:rsidRDefault="006974AE" w:rsidP="006974AE">
      <w:r>
        <w:t>500.4991</w:t>
      </w:r>
      <w:r>
        <w:tab/>
        <w:t>4.194e0</w:t>
      </w:r>
    </w:p>
    <w:p w:rsidR="006974AE" w:rsidRDefault="006974AE" w:rsidP="006974AE">
      <w:r>
        <w:t>500.5043</w:t>
      </w:r>
      <w:r>
        <w:tab/>
        <w:t>8.101e0</w:t>
      </w:r>
    </w:p>
    <w:p w:rsidR="006974AE" w:rsidRDefault="006974AE" w:rsidP="006974AE">
      <w:r>
        <w:t>500.5249</w:t>
      </w:r>
      <w:r>
        <w:tab/>
        <w:t>9.336e0</w:t>
      </w:r>
    </w:p>
    <w:p w:rsidR="006974AE" w:rsidRDefault="006974AE" w:rsidP="006974AE">
      <w:r>
        <w:t>500.5276</w:t>
      </w:r>
      <w:r>
        <w:tab/>
        <w:t>4.051e0</w:t>
      </w:r>
    </w:p>
    <w:p w:rsidR="006974AE" w:rsidRDefault="006974AE" w:rsidP="006974AE">
      <w:r>
        <w:t>500.5553</w:t>
      </w:r>
      <w:r>
        <w:tab/>
        <w:t>1.013e0</w:t>
      </w:r>
    </w:p>
    <w:p w:rsidR="006974AE" w:rsidRDefault="006974AE" w:rsidP="006974AE">
      <w:r>
        <w:t>500.5570</w:t>
      </w:r>
      <w:r>
        <w:tab/>
        <w:t>2.486e0</w:t>
      </w:r>
    </w:p>
    <w:p w:rsidR="006974AE" w:rsidRDefault="006974AE" w:rsidP="006974AE">
      <w:r>
        <w:lastRenderedPageBreak/>
        <w:t>500.5667</w:t>
      </w:r>
      <w:r>
        <w:tab/>
        <w:t>5.063e0</w:t>
      </w:r>
    </w:p>
    <w:p w:rsidR="006974AE" w:rsidRDefault="006974AE" w:rsidP="006974AE">
      <w:r>
        <w:t>500.5895</w:t>
      </w:r>
      <w:r>
        <w:tab/>
        <w:t>4.051e0</w:t>
      </w:r>
    </w:p>
    <w:p w:rsidR="006974AE" w:rsidRDefault="006974AE" w:rsidP="006974AE">
      <w:r>
        <w:t>500.5992</w:t>
      </w:r>
      <w:r>
        <w:tab/>
        <w:t>3.038e0</w:t>
      </w:r>
    </w:p>
    <w:p w:rsidR="006974AE" w:rsidRDefault="006974AE" w:rsidP="006974AE">
      <w:r>
        <w:t>500.6127</w:t>
      </w:r>
      <w:r>
        <w:tab/>
        <w:t>3.038e0</w:t>
      </w:r>
    </w:p>
    <w:p w:rsidR="006974AE" w:rsidRDefault="006974AE" w:rsidP="006974AE">
      <w:r>
        <w:t>500.6289</w:t>
      </w:r>
      <w:r>
        <w:tab/>
        <w:t>1.028e1</w:t>
      </w:r>
    </w:p>
    <w:p w:rsidR="006974AE" w:rsidRDefault="006974AE" w:rsidP="006974AE">
      <w:r>
        <w:t>500.6339</w:t>
      </w:r>
      <w:r>
        <w:tab/>
        <w:t>3.038e0</w:t>
      </w:r>
    </w:p>
    <w:p w:rsidR="006974AE" w:rsidRDefault="006974AE" w:rsidP="006974AE">
      <w:r>
        <w:t>500.6449</w:t>
      </w:r>
      <w:r>
        <w:tab/>
        <w:t>3.895e0</w:t>
      </w:r>
    </w:p>
    <w:p w:rsidR="006974AE" w:rsidRDefault="006974AE" w:rsidP="006974AE">
      <w:r>
        <w:t>500.6553</w:t>
      </w:r>
      <w:r>
        <w:tab/>
        <w:t>2.025e0</w:t>
      </w:r>
    </w:p>
    <w:p w:rsidR="006974AE" w:rsidRDefault="006974AE" w:rsidP="006974AE">
      <w:r>
        <w:t>500.6583</w:t>
      </w:r>
      <w:r>
        <w:tab/>
        <w:t>2.025e0</w:t>
      </w:r>
    </w:p>
    <w:p w:rsidR="006974AE" w:rsidRDefault="006974AE" w:rsidP="006974AE">
      <w:r>
        <w:t>500.6790</w:t>
      </w:r>
      <w:r>
        <w:tab/>
        <w:t>4.051e0</w:t>
      </w:r>
    </w:p>
    <w:p w:rsidR="006974AE" w:rsidRDefault="006974AE" w:rsidP="006974AE">
      <w:r>
        <w:t>500.7029</w:t>
      </w:r>
      <w:r>
        <w:tab/>
        <w:t>4.746e0</w:t>
      </w:r>
    </w:p>
    <w:p w:rsidR="006974AE" w:rsidRDefault="006974AE" w:rsidP="006974AE">
      <w:r>
        <w:t>500.7221</w:t>
      </w:r>
      <w:r>
        <w:tab/>
        <w:t>4.051e0</w:t>
      </w:r>
    </w:p>
    <w:p w:rsidR="006974AE" w:rsidRDefault="006974AE" w:rsidP="006974AE">
      <w:r>
        <w:t>500.7260</w:t>
      </w:r>
      <w:r>
        <w:tab/>
        <w:t>4.051e0</w:t>
      </w:r>
    </w:p>
    <w:p w:rsidR="006974AE" w:rsidRDefault="006974AE" w:rsidP="006974AE">
      <w:r>
        <w:t>500.7431</w:t>
      </w:r>
      <w:r>
        <w:tab/>
        <w:t>3.821e0</w:t>
      </w:r>
    </w:p>
    <w:p w:rsidR="006974AE" w:rsidRDefault="006974AE" w:rsidP="006974AE">
      <w:r>
        <w:t>500.7476</w:t>
      </w:r>
      <w:r>
        <w:tab/>
        <w:t>3.038e0</w:t>
      </w:r>
    </w:p>
    <w:p w:rsidR="006974AE" w:rsidRDefault="006974AE" w:rsidP="006974AE">
      <w:r>
        <w:t>500.7843</w:t>
      </w:r>
      <w:r>
        <w:tab/>
        <w:t>4.051e0</w:t>
      </w:r>
    </w:p>
    <w:p w:rsidR="006974AE" w:rsidRDefault="006974AE" w:rsidP="006974AE">
      <w:r>
        <w:t>500.8054</w:t>
      </w:r>
      <w:r>
        <w:tab/>
        <w:t>5.063e0</w:t>
      </w:r>
    </w:p>
    <w:p w:rsidR="006974AE" w:rsidRDefault="006974AE" w:rsidP="006974AE">
      <w:r>
        <w:t>500.8219</w:t>
      </w:r>
      <w:r>
        <w:tab/>
        <w:t>6.076e0</w:t>
      </w:r>
    </w:p>
    <w:p w:rsidR="006974AE" w:rsidRDefault="006974AE" w:rsidP="006974AE">
      <w:r>
        <w:t>500.8287</w:t>
      </w:r>
      <w:r>
        <w:tab/>
        <w:t>5.063e0</w:t>
      </w:r>
    </w:p>
    <w:p w:rsidR="006974AE" w:rsidRDefault="006974AE" w:rsidP="006974AE">
      <w:r>
        <w:lastRenderedPageBreak/>
        <w:t>500.8389</w:t>
      </w:r>
      <w:r>
        <w:tab/>
        <w:t>7.622e0</w:t>
      </w:r>
    </w:p>
    <w:p w:rsidR="006974AE" w:rsidRDefault="006974AE" w:rsidP="006974AE">
      <w:r>
        <w:t>500.8460</w:t>
      </w:r>
      <w:r>
        <w:tab/>
        <w:t>1.013e0</w:t>
      </w:r>
    </w:p>
    <w:p w:rsidR="006974AE" w:rsidRDefault="006974AE" w:rsidP="006974AE">
      <w:r>
        <w:t>500.8523</w:t>
      </w:r>
      <w:r>
        <w:tab/>
        <w:t>3.038e0</w:t>
      </w:r>
    </w:p>
    <w:p w:rsidR="006974AE" w:rsidRDefault="006974AE" w:rsidP="006974AE">
      <w:r>
        <w:t>500.8763</w:t>
      </w:r>
      <w:r>
        <w:tab/>
        <w:t>8.101e0</w:t>
      </w:r>
    </w:p>
    <w:p w:rsidR="006974AE" w:rsidRDefault="006974AE" w:rsidP="006974AE">
      <w:r>
        <w:t>500.9000</w:t>
      </w:r>
      <w:r>
        <w:tab/>
        <w:t>3.038e0</w:t>
      </w:r>
    </w:p>
    <w:p w:rsidR="006974AE" w:rsidRDefault="006974AE" w:rsidP="006974AE">
      <w:r>
        <w:t>500.9065</w:t>
      </w:r>
      <w:r>
        <w:tab/>
        <w:t>3.038e0</w:t>
      </w:r>
    </w:p>
    <w:p w:rsidR="006974AE" w:rsidRDefault="006974AE" w:rsidP="006974AE">
      <w:r>
        <w:t>500.9206</w:t>
      </w:r>
      <w:r>
        <w:tab/>
        <w:t>4.051e0</w:t>
      </w:r>
    </w:p>
    <w:p w:rsidR="006974AE" w:rsidRDefault="006974AE" w:rsidP="006974AE">
      <w:r>
        <w:t>500.9456</w:t>
      </w:r>
      <w:r>
        <w:tab/>
        <w:t>3.038e0</w:t>
      </w:r>
    </w:p>
    <w:p w:rsidR="006974AE" w:rsidRDefault="006974AE" w:rsidP="006974AE">
      <w:r>
        <w:t>500.9621</w:t>
      </w:r>
      <w:r>
        <w:tab/>
        <w:t>4.051e0</w:t>
      </w:r>
    </w:p>
    <w:p w:rsidR="006974AE" w:rsidRDefault="006974AE" w:rsidP="006974AE">
      <w:r>
        <w:t>500.9677</w:t>
      </w:r>
      <w:r>
        <w:tab/>
        <w:t>4.051e0</w:t>
      </w:r>
    </w:p>
    <w:p w:rsidR="006974AE" w:rsidRDefault="006974AE" w:rsidP="006974AE">
      <w:r>
        <w:t>500.9709</w:t>
      </w:r>
      <w:r>
        <w:tab/>
        <w:t>1.013e0</w:t>
      </w:r>
    </w:p>
    <w:p w:rsidR="006974AE" w:rsidRDefault="006974AE" w:rsidP="006974AE">
      <w:r>
        <w:t>500.9770</w:t>
      </w:r>
      <w:r>
        <w:tab/>
        <w:t>1.013e0</w:t>
      </w:r>
    </w:p>
    <w:p w:rsidR="006974AE" w:rsidRDefault="006974AE" w:rsidP="006974AE">
      <w:r>
        <w:t>500.9806</w:t>
      </w:r>
      <w:r>
        <w:tab/>
        <w:t>4.051e0</w:t>
      </w:r>
    </w:p>
    <w:p w:rsidR="006974AE" w:rsidRDefault="006974AE" w:rsidP="006974AE">
      <w:r>
        <w:t>500.9915</w:t>
      </w:r>
      <w:r>
        <w:tab/>
        <w:t>4.051e0</w:t>
      </w:r>
    </w:p>
    <w:p w:rsidR="006974AE" w:rsidRDefault="006974AE" w:rsidP="006974AE">
      <w:r>
        <w:t>500.9948</w:t>
      </w:r>
      <w:r>
        <w:tab/>
        <w:t>2.025e0</w:t>
      </w:r>
    </w:p>
    <w:p w:rsidR="006974AE" w:rsidRDefault="006974AE" w:rsidP="006974AE">
      <w:r>
        <w:t>501.0379</w:t>
      </w:r>
      <w:r>
        <w:tab/>
        <w:t>2.025e0</w:t>
      </w:r>
    </w:p>
    <w:p w:rsidR="006974AE" w:rsidRDefault="006974AE" w:rsidP="006974AE">
      <w:r>
        <w:t>501.0441</w:t>
      </w:r>
      <w:r>
        <w:tab/>
        <w:t>8.101e0</w:t>
      </w:r>
    </w:p>
    <w:p w:rsidR="006974AE" w:rsidRDefault="006974AE" w:rsidP="006974AE">
      <w:r>
        <w:t>501.0469</w:t>
      </w:r>
      <w:r>
        <w:tab/>
        <w:t>5.063e0</w:t>
      </w:r>
    </w:p>
    <w:p w:rsidR="006974AE" w:rsidRDefault="006974AE" w:rsidP="006974AE">
      <w:r>
        <w:t>501.0514</w:t>
      </w:r>
      <w:r>
        <w:tab/>
        <w:t>3.038e0</w:t>
      </w:r>
    </w:p>
    <w:p w:rsidR="006974AE" w:rsidRDefault="006974AE" w:rsidP="006974AE">
      <w:r>
        <w:lastRenderedPageBreak/>
        <w:t>501.0546</w:t>
      </w:r>
      <w:r>
        <w:tab/>
        <w:t>2.025e0</w:t>
      </w:r>
    </w:p>
    <w:p w:rsidR="006974AE" w:rsidRDefault="006974AE" w:rsidP="006974AE">
      <w:r>
        <w:t>501.0662</w:t>
      </w:r>
      <w:r>
        <w:tab/>
        <w:t>1.013e0</w:t>
      </w:r>
    </w:p>
    <w:p w:rsidR="006974AE" w:rsidRDefault="006974AE" w:rsidP="006974AE">
      <w:r>
        <w:t>501.1068</w:t>
      </w:r>
      <w:r>
        <w:tab/>
        <w:t>1.013e0</w:t>
      </w:r>
    </w:p>
    <w:p w:rsidR="006974AE" w:rsidRDefault="006974AE" w:rsidP="006974AE">
      <w:r>
        <w:t>501.2008</w:t>
      </w:r>
      <w:r>
        <w:tab/>
        <w:t>6.076e0</w:t>
      </w:r>
    </w:p>
    <w:p w:rsidR="006974AE" w:rsidRDefault="006974AE" w:rsidP="006974AE">
      <w:r>
        <w:t>501.2203</w:t>
      </w:r>
      <w:r>
        <w:tab/>
        <w:t>2.423e2</w:t>
      </w:r>
    </w:p>
    <w:p w:rsidR="006974AE" w:rsidRDefault="006974AE" w:rsidP="006974AE">
      <w:r>
        <w:t>501.2218</w:t>
      </w:r>
      <w:r>
        <w:tab/>
        <w:t>8.113e1</w:t>
      </w:r>
    </w:p>
    <w:p w:rsidR="006974AE" w:rsidRDefault="006974AE" w:rsidP="006974AE">
      <w:r>
        <w:t>501.2242</w:t>
      </w:r>
      <w:r>
        <w:tab/>
        <w:t>4.463e2</w:t>
      </w:r>
    </w:p>
    <w:p w:rsidR="006974AE" w:rsidRDefault="006974AE" w:rsidP="006974AE">
      <w:r>
        <w:t>501.2271</w:t>
      </w:r>
      <w:r>
        <w:tab/>
        <w:t>2.626e2</w:t>
      </w:r>
    </w:p>
    <w:p w:rsidR="006974AE" w:rsidRDefault="006974AE" w:rsidP="006974AE">
      <w:r>
        <w:t>501.2900</w:t>
      </w:r>
      <w:r>
        <w:tab/>
        <w:t>2.025e0</w:t>
      </w:r>
    </w:p>
    <w:p w:rsidR="006974AE" w:rsidRDefault="006974AE" w:rsidP="006974AE">
      <w:r>
        <w:t>501.3442</w:t>
      </w:r>
      <w:r>
        <w:tab/>
        <w:t>4.352e0</w:t>
      </w:r>
    </w:p>
    <w:p w:rsidR="006974AE" w:rsidRDefault="006974AE" w:rsidP="006974AE">
      <w:r>
        <w:t>501.3503</w:t>
      </w:r>
      <w:r>
        <w:tab/>
        <w:t>1.013e0</w:t>
      </w:r>
    </w:p>
    <w:p w:rsidR="006974AE" w:rsidRDefault="006974AE" w:rsidP="006974AE">
      <w:r>
        <w:t>501.3612</w:t>
      </w:r>
      <w:r>
        <w:tab/>
        <w:t>3.775e0</w:t>
      </w:r>
    </w:p>
    <w:p w:rsidR="006974AE" w:rsidRDefault="006974AE" w:rsidP="006974AE">
      <w:r>
        <w:t>501.3648</w:t>
      </w:r>
      <w:r>
        <w:tab/>
        <w:t>3.038e0</w:t>
      </w:r>
    </w:p>
    <w:p w:rsidR="006974AE" w:rsidRDefault="006974AE" w:rsidP="006974AE">
      <w:r>
        <w:t>501.3723</w:t>
      </w:r>
      <w:r>
        <w:tab/>
        <w:t>3.038e0</w:t>
      </w:r>
    </w:p>
    <w:p w:rsidR="006974AE" w:rsidRDefault="006974AE" w:rsidP="006974AE">
      <w:r>
        <w:t>501.3865</w:t>
      </w:r>
      <w:r>
        <w:tab/>
        <w:t>6.779e0</w:t>
      </w:r>
    </w:p>
    <w:p w:rsidR="006974AE" w:rsidRDefault="006974AE" w:rsidP="006974AE">
      <w:r>
        <w:t>501.4053</w:t>
      </w:r>
      <w:r>
        <w:tab/>
        <w:t>2.025e0</w:t>
      </w:r>
    </w:p>
    <w:p w:rsidR="006974AE" w:rsidRDefault="006974AE" w:rsidP="006974AE">
      <w:r>
        <w:t>501.4271</w:t>
      </w:r>
      <w:r>
        <w:tab/>
        <w:t>3.867e0</w:t>
      </w:r>
    </w:p>
    <w:p w:rsidR="006974AE" w:rsidRDefault="006974AE" w:rsidP="006974AE">
      <w:r>
        <w:t>501.4286</w:t>
      </w:r>
      <w:r>
        <w:tab/>
        <w:t>1.013e0</w:t>
      </w:r>
    </w:p>
    <w:p w:rsidR="006974AE" w:rsidRDefault="006974AE" w:rsidP="006974AE">
      <w:r>
        <w:t>501.4312</w:t>
      </w:r>
      <w:r>
        <w:tab/>
        <w:t>8.344e0</w:t>
      </w:r>
    </w:p>
    <w:p w:rsidR="006974AE" w:rsidRDefault="006974AE" w:rsidP="006974AE">
      <w:r>
        <w:lastRenderedPageBreak/>
        <w:t>501.4460</w:t>
      </w:r>
      <w:r>
        <w:tab/>
        <w:t>1.013e0</w:t>
      </w:r>
    </w:p>
    <w:p w:rsidR="006974AE" w:rsidRDefault="006974AE" w:rsidP="006974AE">
      <w:r>
        <w:t>501.4780</w:t>
      </w:r>
      <w:r>
        <w:tab/>
        <w:t>6.076e0</w:t>
      </w:r>
    </w:p>
    <w:p w:rsidR="006974AE" w:rsidRDefault="006974AE" w:rsidP="006974AE">
      <w:r>
        <w:t>501.4938</w:t>
      </w:r>
      <w:r>
        <w:tab/>
        <w:t>4.051e0</w:t>
      </w:r>
    </w:p>
    <w:p w:rsidR="006974AE" w:rsidRDefault="006974AE" w:rsidP="006974AE">
      <w:r>
        <w:t>501.4981</w:t>
      </w:r>
      <w:r>
        <w:tab/>
        <w:t>3.038e0</w:t>
      </w:r>
    </w:p>
    <w:p w:rsidR="006974AE" w:rsidRDefault="006974AE" w:rsidP="006974AE">
      <w:r>
        <w:t>501.5032</w:t>
      </w:r>
      <w:r>
        <w:tab/>
        <w:t>2.025e0</w:t>
      </w:r>
    </w:p>
    <w:p w:rsidR="006974AE" w:rsidRDefault="006974AE" w:rsidP="006974AE">
      <w:r>
        <w:t>501.5204</w:t>
      </w:r>
      <w:r>
        <w:tab/>
        <w:t>2.025e0</w:t>
      </w:r>
    </w:p>
    <w:p w:rsidR="006974AE" w:rsidRDefault="006974AE" w:rsidP="006974AE">
      <w:r>
        <w:t>501.5266</w:t>
      </w:r>
      <w:r>
        <w:tab/>
        <w:t>4.051e0</w:t>
      </w:r>
    </w:p>
    <w:p w:rsidR="006974AE" w:rsidRDefault="006974AE" w:rsidP="006974AE">
      <w:r>
        <w:t>501.5330</w:t>
      </w:r>
      <w:r>
        <w:tab/>
        <w:t>3.038e0</w:t>
      </w:r>
    </w:p>
    <w:p w:rsidR="006974AE" w:rsidRDefault="006974AE" w:rsidP="006974AE">
      <w:r>
        <w:t>501.5359</w:t>
      </w:r>
      <w:r>
        <w:tab/>
        <w:t>4.051e0</w:t>
      </w:r>
    </w:p>
    <w:p w:rsidR="006974AE" w:rsidRDefault="006974AE" w:rsidP="006974AE">
      <w:r>
        <w:t>501.5678</w:t>
      </w:r>
      <w:r>
        <w:tab/>
        <w:t>1.013e0</w:t>
      </w:r>
    </w:p>
    <w:p w:rsidR="006974AE" w:rsidRDefault="006974AE" w:rsidP="006974AE">
      <w:r>
        <w:t>501.5784</w:t>
      </w:r>
      <w:r>
        <w:tab/>
        <w:t>4.051e0</w:t>
      </w:r>
    </w:p>
    <w:p w:rsidR="006974AE" w:rsidRDefault="006974AE" w:rsidP="006974AE">
      <w:r>
        <w:t>501.5879</w:t>
      </w:r>
      <w:r>
        <w:tab/>
        <w:t>2.025e0</w:t>
      </w:r>
    </w:p>
    <w:p w:rsidR="006974AE" w:rsidRDefault="006974AE" w:rsidP="006974AE">
      <w:r>
        <w:t>501.6207</w:t>
      </w:r>
      <w:r>
        <w:tab/>
        <w:t>1.013e0</w:t>
      </w:r>
    </w:p>
    <w:p w:rsidR="006974AE" w:rsidRDefault="006974AE" w:rsidP="006974AE">
      <w:r>
        <w:t>501.6260</w:t>
      </w:r>
      <w:r>
        <w:tab/>
        <w:t>4.051e0</w:t>
      </w:r>
    </w:p>
    <w:p w:rsidR="006974AE" w:rsidRDefault="006974AE" w:rsidP="006974AE">
      <w:r>
        <w:t>501.6295</w:t>
      </w:r>
      <w:r>
        <w:tab/>
        <w:t>3.038e0</w:t>
      </w:r>
    </w:p>
    <w:p w:rsidR="006974AE" w:rsidRDefault="006974AE" w:rsidP="006974AE">
      <w:r>
        <w:t>501.6375</w:t>
      </w:r>
      <w:r>
        <w:tab/>
        <w:t>1.013e0</w:t>
      </w:r>
    </w:p>
    <w:p w:rsidR="006974AE" w:rsidRDefault="006974AE" w:rsidP="006974AE">
      <w:r>
        <w:t>501.6810</w:t>
      </w:r>
      <w:r>
        <w:tab/>
        <w:t>9.114e0</w:t>
      </w:r>
    </w:p>
    <w:p w:rsidR="006974AE" w:rsidRDefault="006974AE" w:rsidP="006974AE">
      <w:r>
        <w:t>501.6863</w:t>
      </w:r>
      <w:r>
        <w:tab/>
        <w:t>2.025e0</w:t>
      </w:r>
    </w:p>
    <w:p w:rsidR="006974AE" w:rsidRDefault="006974AE" w:rsidP="006974AE">
      <w:r>
        <w:t>501.7050</w:t>
      </w:r>
      <w:r>
        <w:tab/>
        <w:t>3.038e0</w:t>
      </w:r>
    </w:p>
    <w:p w:rsidR="006974AE" w:rsidRDefault="006974AE" w:rsidP="006974AE">
      <w:r>
        <w:lastRenderedPageBreak/>
        <w:t>501.7243</w:t>
      </w:r>
      <w:r>
        <w:tab/>
        <w:t>2.025e0</w:t>
      </w:r>
    </w:p>
    <w:p w:rsidR="006974AE" w:rsidRDefault="006974AE" w:rsidP="006974AE">
      <w:r>
        <w:t>501.7447</w:t>
      </w:r>
      <w:r>
        <w:tab/>
        <w:t>2.025e0</w:t>
      </w:r>
    </w:p>
    <w:p w:rsidR="006974AE" w:rsidRDefault="006974AE" w:rsidP="006974AE">
      <w:r>
        <w:t>501.7628</w:t>
      </w:r>
      <w:r>
        <w:tab/>
        <w:t>1.013e0</w:t>
      </w:r>
    </w:p>
    <w:p w:rsidR="006974AE" w:rsidRDefault="006974AE" w:rsidP="006974AE">
      <w:r>
        <w:t>501.7805</w:t>
      </w:r>
      <w:r>
        <w:tab/>
        <w:t>1.013e0</w:t>
      </w:r>
    </w:p>
    <w:p w:rsidR="006974AE" w:rsidRDefault="006974AE" w:rsidP="006974AE">
      <w:r>
        <w:t>501.7873</w:t>
      </w:r>
      <w:r>
        <w:tab/>
        <w:t>3.038e0</w:t>
      </w:r>
    </w:p>
    <w:p w:rsidR="006974AE" w:rsidRDefault="006974AE" w:rsidP="006974AE">
      <w:r>
        <w:t>501.7927</w:t>
      </w:r>
      <w:r>
        <w:tab/>
        <w:t>3.038e0</w:t>
      </w:r>
    </w:p>
    <w:p w:rsidR="006974AE" w:rsidRDefault="006974AE" w:rsidP="006974AE">
      <w:r>
        <w:t>501.8002</w:t>
      </w:r>
      <w:r>
        <w:tab/>
        <w:t>3.038e0</w:t>
      </w:r>
    </w:p>
    <w:p w:rsidR="006974AE" w:rsidRDefault="006974AE" w:rsidP="006974AE">
      <w:r>
        <w:t>501.8122</w:t>
      </w:r>
      <w:r>
        <w:tab/>
        <w:t>1.013e0</w:t>
      </w:r>
    </w:p>
    <w:p w:rsidR="006974AE" w:rsidRDefault="006974AE" w:rsidP="006974AE">
      <w:r>
        <w:t>501.8506</w:t>
      </w:r>
      <w:r>
        <w:tab/>
        <w:t>2.025e0</w:t>
      </w:r>
    </w:p>
    <w:p w:rsidR="006974AE" w:rsidRDefault="006974AE" w:rsidP="006974AE">
      <w:r>
        <w:t>501.8636</w:t>
      </w:r>
      <w:r>
        <w:tab/>
        <w:t>8.101e0</w:t>
      </w:r>
    </w:p>
    <w:p w:rsidR="006974AE" w:rsidRDefault="006974AE" w:rsidP="006974AE">
      <w:r>
        <w:t>501.8666</w:t>
      </w:r>
      <w:r>
        <w:tab/>
        <w:t>2.025e0</w:t>
      </w:r>
    </w:p>
    <w:p w:rsidR="006974AE" w:rsidRDefault="006974AE" w:rsidP="006974AE">
      <w:r>
        <w:t>501.8899</w:t>
      </w:r>
      <w:r>
        <w:tab/>
        <w:t>2.025e0</w:t>
      </w:r>
    </w:p>
    <w:p w:rsidR="006974AE" w:rsidRDefault="006974AE" w:rsidP="006974AE">
      <w:r>
        <w:t>501.8967</w:t>
      </w:r>
      <w:r>
        <w:tab/>
        <w:t>5.063e0</w:t>
      </w:r>
    </w:p>
    <w:p w:rsidR="006974AE" w:rsidRDefault="006974AE" w:rsidP="006974AE">
      <w:r>
        <w:t>501.9011</w:t>
      </w:r>
      <w:r>
        <w:tab/>
        <w:t>2.025e0</w:t>
      </w:r>
    </w:p>
    <w:p w:rsidR="006974AE" w:rsidRDefault="006974AE" w:rsidP="006974AE">
      <w:r>
        <w:t>501.9028</w:t>
      </w:r>
      <w:r>
        <w:tab/>
        <w:t>2.025e0</w:t>
      </w:r>
    </w:p>
    <w:p w:rsidR="006974AE" w:rsidRDefault="006974AE" w:rsidP="006974AE">
      <w:r>
        <w:t>501.9167</w:t>
      </w:r>
      <w:r>
        <w:tab/>
        <w:t>1.013e0</w:t>
      </w:r>
    </w:p>
    <w:p w:rsidR="006974AE" w:rsidRDefault="006974AE" w:rsidP="006974AE">
      <w:r>
        <w:t>501.9210</w:t>
      </w:r>
      <w:r>
        <w:tab/>
        <w:t>3.038e0</w:t>
      </w:r>
    </w:p>
    <w:p w:rsidR="006974AE" w:rsidRDefault="006974AE" w:rsidP="006974AE">
      <w:r>
        <w:t>501.9409</w:t>
      </w:r>
      <w:r>
        <w:tab/>
        <w:t>2.025e0</w:t>
      </w:r>
    </w:p>
    <w:p w:rsidR="006974AE" w:rsidRDefault="006974AE" w:rsidP="006974AE">
      <w:r>
        <w:t>501.9519</w:t>
      </w:r>
      <w:r>
        <w:tab/>
        <w:t>5.063e0</w:t>
      </w:r>
    </w:p>
    <w:p w:rsidR="006974AE" w:rsidRDefault="006974AE" w:rsidP="006974AE">
      <w:r>
        <w:lastRenderedPageBreak/>
        <w:t>501.9659</w:t>
      </w:r>
      <w:r>
        <w:tab/>
        <w:t>4.051e0</w:t>
      </w:r>
    </w:p>
    <w:p w:rsidR="006974AE" w:rsidRDefault="006974AE" w:rsidP="006974AE">
      <w:r>
        <w:t>501.9704</w:t>
      </w:r>
      <w:r>
        <w:tab/>
        <w:t>1.013e0</w:t>
      </w:r>
    </w:p>
    <w:p w:rsidR="006974AE" w:rsidRDefault="006974AE" w:rsidP="006974AE">
      <w:r>
        <w:t>501.9951</w:t>
      </w:r>
      <w:r>
        <w:tab/>
        <w:t>1.013e0</w:t>
      </w:r>
    </w:p>
    <w:p w:rsidR="006974AE" w:rsidRDefault="006974AE" w:rsidP="006974AE">
      <w:r>
        <w:t>502.0031</w:t>
      </w:r>
      <w:r>
        <w:tab/>
        <w:t>1.013e0</w:t>
      </w:r>
    </w:p>
    <w:p w:rsidR="006974AE" w:rsidRDefault="006974AE" w:rsidP="006974AE">
      <w:r>
        <w:t>502.0141</w:t>
      </w:r>
      <w:r>
        <w:tab/>
        <w:t>2.025e0</w:t>
      </w:r>
    </w:p>
    <w:p w:rsidR="006974AE" w:rsidRDefault="006974AE" w:rsidP="006974AE">
      <w:r>
        <w:t>502.0207</w:t>
      </w:r>
      <w:r>
        <w:tab/>
        <w:t>3.038e0</w:t>
      </w:r>
    </w:p>
    <w:p w:rsidR="006974AE" w:rsidRDefault="006974AE" w:rsidP="006974AE">
      <w:r>
        <w:t>502.0361</w:t>
      </w:r>
      <w:r>
        <w:tab/>
        <w:t>2.025e0</w:t>
      </w:r>
    </w:p>
    <w:p w:rsidR="006974AE" w:rsidRDefault="006974AE" w:rsidP="006974AE">
      <w:r>
        <w:t>502.0580</w:t>
      </w:r>
      <w:r>
        <w:tab/>
        <w:t>3.038e0</w:t>
      </w:r>
    </w:p>
    <w:p w:rsidR="006974AE" w:rsidRDefault="006974AE" w:rsidP="006974AE">
      <w:r>
        <w:t>502.0728</w:t>
      </w:r>
      <w:r>
        <w:tab/>
        <w:t>1.013e0</w:t>
      </w:r>
    </w:p>
    <w:p w:rsidR="006974AE" w:rsidRDefault="006974AE" w:rsidP="006974AE">
      <w:r>
        <w:t>502.0761</w:t>
      </w:r>
      <w:r>
        <w:tab/>
        <w:t>2.025e0</w:t>
      </w:r>
    </w:p>
    <w:p w:rsidR="006974AE" w:rsidRDefault="006974AE" w:rsidP="006974AE">
      <w:r>
        <w:t>502.0940</w:t>
      </w:r>
      <w:r>
        <w:tab/>
        <w:t>2.025e0</w:t>
      </w:r>
    </w:p>
    <w:p w:rsidR="006974AE" w:rsidRDefault="006974AE" w:rsidP="006974AE">
      <w:r>
        <w:t>502.1019</w:t>
      </w:r>
      <w:r>
        <w:tab/>
        <w:t>4.014e0</w:t>
      </w:r>
    </w:p>
    <w:p w:rsidR="006974AE" w:rsidRDefault="006974AE" w:rsidP="006974AE">
      <w:r>
        <w:t>502.1868</w:t>
      </w:r>
      <w:r>
        <w:tab/>
        <w:t>2.032e1</w:t>
      </w:r>
    </w:p>
    <w:p w:rsidR="006974AE" w:rsidRDefault="006974AE" w:rsidP="006974AE">
      <w:r>
        <w:t>502.2157</w:t>
      </w:r>
      <w:r>
        <w:tab/>
        <w:t>3.301e2</w:t>
      </w:r>
    </w:p>
    <w:p w:rsidR="006974AE" w:rsidRDefault="006974AE" w:rsidP="006974AE">
      <w:r>
        <w:t>502.2193</w:t>
      </w:r>
      <w:r>
        <w:tab/>
        <w:t>5.689e1</w:t>
      </w:r>
    </w:p>
    <w:p w:rsidR="006974AE" w:rsidRDefault="006974AE" w:rsidP="006974AE">
      <w:r>
        <w:t>502.2207</w:t>
      </w:r>
      <w:r>
        <w:tab/>
        <w:t>1.115e2</w:t>
      </w:r>
    </w:p>
    <w:p w:rsidR="006974AE" w:rsidRDefault="006974AE" w:rsidP="006974AE">
      <w:r>
        <w:t>502.2290</w:t>
      </w:r>
      <w:r>
        <w:tab/>
        <w:t>4.051e0</w:t>
      </w:r>
    </w:p>
    <w:p w:rsidR="006974AE" w:rsidRDefault="006974AE" w:rsidP="006974AE">
      <w:r>
        <w:t>502.2389</w:t>
      </w:r>
      <w:r>
        <w:tab/>
        <w:t>1.208e1</w:t>
      </w:r>
    </w:p>
    <w:p w:rsidR="006974AE" w:rsidRDefault="006974AE" w:rsidP="006974AE">
      <w:r>
        <w:t>502.3138</w:t>
      </w:r>
      <w:r>
        <w:tab/>
        <w:t>5.063e0</w:t>
      </w:r>
    </w:p>
    <w:p w:rsidR="006974AE" w:rsidRDefault="006974AE" w:rsidP="006974AE">
      <w:r>
        <w:lastRenderedPageBreak/>
        <w:t>502.3209</w:t>
      </w:r>
      <w:r>
        <w:tab/>
        <w:t>5.430e0</w:t>
      </w:r>
    </w:p>
    <w:p w:rsidR="006974AE" w:rsidRDefault="006974AE" w:rsidP="006974AE">
      <w:r>
        <w:t>502.3316</w:t>
      </w:r>
      <w:r>
        <w:tab/>
        <w:t>3.416e0</w:t>
      </w:r>
    </w:p>
    <w:p w:rsidR="006974AE" w:rsidRDefault="006974AE" w:rsidP="006974AE">
      <w:r>
        <w:t>502.3342</w:t>
      </w:r>
      <w:r>
        <w:tab/>
        <w:t>1.013e0</w:t>
      </w:r>
    </w:p>
    <w:p w:rsidR="006974AE" w:rsidRDefault="006974AE" w:rsidP="006974AE">
      <w:r>
        <w:t>502.3404</w:t>
      </w:r>
      <w:r>
        <w:tab/>
        <w:t>4.971e0</w:t>
      </w:r>
    </w:p>
    <w:p w:rsidR="006974AE" w:rsidRDefault="006974AE" w:rsidP="006974AE">
      <w:r>
        <w:t>502.3659</w:t>
      </w:r>
      <w:r>
        <w:tab/>
        <w:t>6.915e0</w:t>
      </w:r>
    </w:p>
    <w:p w:rsidR="006974AE" w:rsidRDefault="006974AE" w:rsidP="006974AE">
      <w:r>
        <w:t>502.3812</w:t>
      </w:r>
      <w:r>
        <w:tab/>
        <w:t>3.038e0</w:t>
      </w:r>
    </w:p>
    <w:p w:rsidR="006974AE" w:rsidRDefault="006974AE" w:rsidP="006974AE">
      <w:r>
        <w:t>502.3943</w:t>
      </w:r>
      <w:r>
        <w:tab/>
        <w:t>3.038e0</w:t>
      </w:r>
    </w:p>
    <w:p w:rsidR="006974AE" w:rsidRDefault="006974AE" w:rsidP="006974AE">
      <w:r>
        <w:t>502.4006</w:t>
      </w:r>
      <w:r>
        <w:tab/>
        <w:t>1.013e0</w:t>
      </w:r>
    </w:p>
    <w:p w:rsidR="006974AE" w:rsidRDefault="006974AE" w:rsidP="006974AE">
      <w:r>
        <w:t>502.4077</w:t>
      </w:r>
      <w:r>
        <w:tab/>
        <w:t>3.038e0</w:t>
      </w:r>
    </w:p>
    <w:p w:rsidR="006974AE" w:rsidRDefault="006974AE" w:rsidP="006974AE">
      <w:r>
        <w:t>502.4089</w:t>
      </w:r>
      <w:r>
        <w:tab/>
        <w:t>3.038e0</w:t>
      </w:r>
    </w:p>
    <w:p w:rsidR="006974AE" w:rsidRDefault="006974AE" w:rsidP="006974AE">
      <w:r>
        <w:t>502.4422</w:t>
      </w:r>
      <w:r>
        <w:tab/>
        <w:t>2.025e0</w:t>
      </w:r>
    </w:p>
    <w:p w:rsidR="006974AE" w:rsidRDefault="006974AE" w:rsidP="006974AE">
      <w:r>
        <w:t>502.4448</w:t>
      </w:r>
      <w:r>
        <w:tab/>
        <w:t>3.038e0</w:t>
      </w:r>
    </w:p>
    <w:p w:rsidR="006974AE" w:rsidRDefault="006974AE" w:rsidP="006974AE">
      <w:r>
        <w:t>502.4737</w:t>
      </w:r>
      <w:r>
        <w:tab/>
        <w:t>1.013e0</w:t>
      </w:r>
    </w:p>
    <w:p w:rsidR="006974AE" w:rsidRDefault="006974AE" w:rsidP="006974AE">
      <w:r>
        <w:t>502.4808</w:t>
      </w:r>
      <w:r>
        <w:tab/>
        <w:t>3.038e0</w:t>
      </w:r>
    </w:p>
    <w:p w:rsidR="006974AE" w:rsidRDefault="006974AE" w:rsidP="006974AE">
      <w:r>
        <w:t>502.4911</w:t>
      </w:r>
      <w:r>
        <w:tab/>
        <w:t>1.013e0</w:t>
      </w:r>
    </w:p>
    <w:p w:rsidR="006974AE" w:rsidRDefault="006974AE" w:rsidP="006974AE">
      <w:r>
        <w:t>502.5132</w:t>
      </w:r>
      <w:r>
        <w:tab/>
        <w:t>2.025e0</w:t>
      </w:r>
    </w:p>
    <w:p w:rsidR="006974AE" w:rsidRDefault="006974AE" w:rsidP="006974AE">
      <w:r>
        <w:t>502.5143</w:t>
      </w:r>
      <w:r>
        <w:tab/>
        <w:t>1.013e0</w:t>
      </w:r>
    </w:p>
    <w:p w:rsidR="006974AE" w:rsidRDefault="006974AE" w:rsidP="006974AE">
      <w:r>
        <w:t>502.5206</w:t>
      </w:r>
      <w:r>
        <w:tab/>
        <w:t>2.025e0</w:t>
      </w:r>
    </w:p>
    <w:p w:rsidR="006974AE" w:rsidRDefault="006974AE" w:rsidP="006974AE">
      <w:r>
        <w:t>502.5370</w:t>
      </w:r>
      <w:r>
        <w:tab/>
        <w:t>3.038e0</w:t>
      </w:r>
    </w:p>
    <w:p w:rsidR="006974AE" w:rsidRDefault="006974AE" w:rsidP="006974AE">
      <w:r>
        <w:lastRenderedPageBreak/>
        <w:t>502.5382</w:t>
      </w:r>
      <w:r>
        <w:tab/>
        <w:t>4.051e0</w:t>
      </w:r>
    </w:p>
    <w:p w:rsidR="006974AE" w:rsidRDefault="006974AE" w:rsidP="006974AE">
      <w:r>
        <w:t>502.5533</w:t>
      </w:r>
      <w:r>
        <w:tab/>
        <w:t>1.013e0</w:t>
      </w:r>
    </w:p>
    <w:p w:rsidR="006974AE" w:rsidRDefault="006974AE" w:rsidP="006974AE">
      <w:r>
        <w:t>502.5718</w:t>
      </w:r>
      <w:r>
        <w:tab/>
        <w:t>1.013e0</w:t>
      </w:r>
    </w:p>
    <w:p w:rsidR="006974AE" w:rsidRDefault="006974AE" w:rsidP="006974AE">
      <w:r>
        <w:t>502.5963</w:t>
      </w:r>
      <w:r>
        <w:tab/>
        <w:t>1.013e0</w:t>
      </w:r>
    </w:p>
    <w:p w:rsidR="006974AE" w:rsidRDefault="006974AE" w:rsidP="006974AE">
      <w:r>
        <w:t>502.6041</w:t>
      </w:r>
      <w:r>
        <w:tab/>
        <w:t>3.038e0</w:t>
      </w:r>
    </w:p>
    <w:p w:rsidR="006974AE" w:rsidRDefault="006974AE" w:rsidP="006974AE">
      <w:r>
        <w:t>502.6126</w:t>
      </w:r>
      <w:r>
        <w:tab/>
        <w:t>4.051e0</w:t>
      </w:r>
    </w:p>
    <w:p w:rsidR="006974AE" w:rsidRDefault="006974AE" w:rsidP="006974AE">
      <w:r>
        <w:t>502.6319</w:t>
      </w:r>
      <w:r>
        <w:tab/>
        <w:t>2.025e0</w:t>
      </w:r>
    </w:p>
    <w:p w:rsidR="006974AE" w:rsidRDefault="006974AE" w:rsidP="006974AE">
      <w:r>
        <w:t>502.6362</w:t>
      </w:r>
      <w:r>
        <w:tab/>
        <w:t>4.051e0</w:t>
      </w:r>
    </w:p>
    <w:p w:rsidR="006974AE" w:rsidRDefault="006974AE" w:rsidP="006974AE">
      <w:r>
        <w:t>502.6474</w:t>
      </w:r>
      <w:r>
        <w:tab/>
        <w:t>2.025e0</w:t>
      </w:r>
    </w:p>
    <w:p w:rsidR="006974AE" w:rsidRDefault="006974AE" w:rsidP="006974AE">
      <w:r>
        <w:t>502.6704</w:t>
      </w:r>
      <w:r>
        <w:tab/>
        <w:t>2.025e0</w:t>
      </w:r>
    </w:p>
    <w:p w:rsidR="006974AE" w:rsidRDefault="006974AE" w:rsidP="006974AE">
      <w:r>
        <w:t>502.6858</w:t>
      </w:r>
      <w:r>
        <w:tab/>
        <w:t>3.038e0</w:t>
      </w:r>
    </w:p>
    <w:p w:rsidR="006974AE" w:rsidRDefault="006974AE" w:rsidP="006974AE">
      <w:r>
        <w:t>502.6965</w:t>
      </w:r>
      <w:r>
        <w:tab/>
        <w:t>3.038e0</w:t>
      </w:r>
    </w:p>
    <w:p w:rsidR="006974AE" w:rsidRDefault="006974AE" w:rsidP="006974AE">
      <w:r>
        <w:t>502.7010</w:t>
      </w:r>
      <w:r>
        <w:tab/>
        <w:t>1.013e0</w:t>
      </w:r>
    </w:p>
    <w:p w:rsidR="006974AE" w:rsidRDefault="006974AE" w:rsidP="006974AE">
      <w:r>
        <w:t>502.7178</w:t>
      </w:r>
      <w:r>
        <w:tab/>
        <w:t>1.013e0</w:t>
      </w:r>
    </w:p>
    <w:p w:rsidR="006974AE" w:rsidRDefault="006974AE" w:rsidP="006974AE">
      <w:r>
        <w:t>502.7265</w:t>
      </w:r>
      <w:r>
        <w:tab/>
        <w:t>1.013e0</w:t>
      </w:r>
    </w:p>
    <w:p w:rsidR="006974AE" w:rsidRDefault="006974AE" w:rsidP="006974AE">
      <w:r>
        <w:t>502.7614</w:t>
      </w:r>
      <w:r>
        <w:tab/>
        <w:t>1.013e0</w:t>
      </w:r>
    </w:p>
    <w:p w:rsidR="006974AE" w:rsidRDefault="006974AE" w:rsidP="006974AE">
      <w:r>
        <w:t>502.7731</w:t>
      </w:r>
      <w:r>
        <w:tab/>
        <w:t>2.025e0</w:t>
      </w:r>
    </w:p>
    <w:p w:rsidR="006974AE" w:rsidRDefault="006974AE" w:rsidP="006974AE">
      <w:r>
        <w:t>502.7813</w:t>
      </w:r>
      <w:r>
        <w:tab/>
        <w:t>3.038e0</w:t>
      </w:r>
    </w:p>
    <w:p w:rsidR="006974AE" w:rsidRDefault="006974AE" w:rsidP="006974AE">
      <w:r>
        <w:t>502.7876</w:t>
      </w:r>
      <w:r>
        <w:tab/>
        <w:t>2.025e0</w:t>
      </w:r>
    </w:p>
    <w:p w:rsidR="006974AE" w:rsidRDefault="006974AE" w:rsidP="006974AE">
      <w:r>
        <w:lastRenderedPageBreak/>
        <w:t>502.7924</w:t>
      </w:r>
      <w:r>
        <w:tab/>
        <w:t>2.025e0</w:t>
      </w:r>
    </w:p>
    <w:p w:rsidR="006974AE" w:rsidRDefault="006974AE" w:rsidP="006974AE">
      <w:r>
        <w:t>502.8097</w:t>
      </w:r>
      <w:r>
        <w:tab/>
        <w:t>2.025e0</w:t>
      </w:r>
    </w:p>
    <w:p w:rsidR="006974AE" w:rsidRDefault="006974AE" w:rsidP="006974AE">
      <w:r>
        <w:t>502.8304</w:t>
      </w:r>
      <w:r>
        <w:tab/>
        <w:t>1.531e0</w:t>
      </w:r>
    </w:p>
    <w:p w:rsidR="006974AE" w:rsidRDefault="006974AE" w:rsidP="006974AE">
      <w:r>
        <w:t>502.8346</w:t>
      </w:r>
      <w:r>
        <w:tab/>
        <w:t>2.842e0</w:t>
      </w:r>
    </w:p>
    <w:p w:rsidR="006974AE" w:rsidRDefault="006974AE" w:rsidP="006974AE">
      <w:r>
        <w:t>502.8486</w:t>
      </w:r>
      <w:r>
        <w:tab/>
        <w:t>1.013e0</w:t>
      </w:r>
    </w:p>
    <w:p w:rsidR="006974AE" w:rsidRDefault="006974AE" w:rsidP="006974AE">
      <w:r>
        <w:t>502.8745</w:t>
      </w:r>
      <w:r>
        <w:tab/>
        <w:t>2.025e0</w:t>
      </w:r>
    </w:p>
    <w:p w:rsidR="006974AE" w:rsidRDefault="006974AE" w:rsidP="006974AE">
      <w:r>
        <w:t>502.8842</w:t>
      </w:r>
      <w:r>
        <w:tab/>
        <w:t>1.013e0</w:t>
      </w:r>
    </w:p>
    <w:p w:rsidR="006974AE" w:rsidRDefault="006974AE" w:rsidP="006974AE">
      <w:r>
        <w:t>502.9045</w:t>
      </w:r>
      <w:r>
        <w:tab/>
        <w:t>8.101e0</w:t>
      </w:r>
    </w:p>
    <w:p w:rsidR="006974AE" w:rsidRDefault="006974AE" w:rsidP="006974AE">
      <w:r>
        <w:t>502.9097</w:t>
      </w:r>
      <w:r>
        <w:tab/>
        <w:t>2.025e0</w:t>
      </w:r>
    </w:p>
    <w:p w:rsidR="006974AE" w:rsidRDefault="006974AE" w:rsidP="006974AE">
      <w:r>
        <w:t>502.9269</w:t>
      </w:r>
      <w:r>
        <w:tab/>
        <w:t>2.025e0</w:t>
      </w:r>
    </w:p>
    <w:p w:rsidR="006974AE" w:rsidRDefault="006974AE" w:rsidP="006974AE">
      <w:r>
        <w:t>502.9365</w:t>
      </w:r>
      <w:r>
        <w:tab/>
        <w:t>1.013e0</w:t>
      </w:r>
    </w:p>
    <w:p w:rsidR="006974AE" w:rsidRDefault="006974AE" w:rsidP="006974AE">
      <w:r>
        <w:t>502.9673</w:t>
      </w:r>
      <w:r>
        <w:tab/>
        <w:t>3.038e0</w:t>
      </w:r>
    </w:p>
    <w:p w:rsidR="006974AE" w:rsidRDefault="006974AE" w:rsidP="006974AE">
      <w:r>
        <w:t>502.9850</w:t>
      </w:r>
      <w:r>
        <w:tab/>
        <w:t>5.455e0</w:t>
      </w:r>
    </w:p>
    <w:p w:rsidR="006974AE" w:rsidRDefault="006974AE" w:rsidP="006974AE">
      <w:r>
        <w:t>502.9976</w:t>
      </w:r>
      <w:r>
        <w:tab/>
        <w:t>1.013e0</w:t>
      </w:r>
    </w:p>
    <w:p w:rsidR="006974AE" w:rsidRDefault="006974AE" w:rsidP="006974AE">
      <w:r>
        <w:t>503.0031</w:t>
      </w:r>
      <w:r>
        <w:tab/>
        <w:t>1.013e0</w:t>
      </w:r>
    </w:p>
    <w:p w:rsidR="006974AE" w:rsidRDefault="006974AE" w:rsidP="006974AE">
      <w:r>
        <w:t>503.0139</w:t>
      </w:r>
      <w:r>
        <w:tab/>
        <w:t>1.811e0</w:t>
      </w:r>
    </w:p>
    <w:p w:rsidR="006974AE" w:rsidRDefault="006974AE" w:rsidP="006974AE">
      <w:r>
        <w:t>503.0393</w:t>
      </w:r>
      <w:r>
        <w:tab/>
        <w:t>1.013e0</w:t>
      </w:r>
    </w:p>
    <w:p w:rsidR="006974AE" w:rsidRDefault="006974AE" w:rsidP="006974AE">
      <w:r>
        <w:t>503.0504</w:t>
      </w:r>
      <w:r>
        <w:tab/>
        <w:t>3.038e0</w:t>
      </w:r>
    </w:p>
    <w:p w:rsidR="006974AE" w:rsidRDefault="006974AE" w:rsidP="006974AE">
      <w:r>
        <w:t>503.0578</w:t>
      </w:r>
      <w:r>
        <w:tab/>
        <w:t>1.013e0</w:t>
      </w:r>
    </w:p>
    <w:p w:rsidR="006974AE" w:rsidRDefault="006974AE" w:rsidP="006974AE">
      <w:r>
        <w:lastRenderedPageBreak/>
        <w:t>503.0674</w:t>
      </w:r>
      <w:r>
        <w:tab/>
        <w:t>4.051e0</w:t>
      </w:r>
    </w:p>
    <w:p w:rsidR="006974AE" w:rsidRDefault="006974AE" w:rsidP="006974AE">
      <w:r>
        <w:t>503.0831</w:t>
      </w:r>
      <w:r>
        <w:tab/>
        <w:t>3.038e0</w:t>
      </w:r>
    </w:p>
    <w:p w:rsidR="006974AE" w:rsidRDefault="006974AE" w:rsidP="006974AE">
      <w:r>
        <w:t>503.0848</w:t>
      </w:r>
      <w:r>
        <w:tab/>
        <w:t>1.013e0</w:t>
      </w:r>
    </w:p>
    <w:p w:rsidR="006974AE" w:rsidRDefault="006974AE" w:rsidP="006974AE">
      <w:r>
        <w:t>503.1392</w:t>
      </w:r>
      <w:r>
        <w:tab/>
        <w:t>3.038e0</w:t>
      </w:r>
    </w:p>
    <w:p w:rsidR="006974AE" w:rsidRDefault="006974AE" w:rsidP="006974AE">
      <w:r>
        <w:t>503.2112</w:t>
      </w:r>
      <w:r>
        <w:tab/>
        <w:t>1.920e1</w:t>
      </w:r>
    </w:p>
    <w:p w:rsidR="006974AE" w:rsidRDefault="006974AE" w:rsidP="006974AE">
      <w:r>
        <w:t>503.2188</w:t>
      </w:r>
      <w:r>
        <w:tab/>
        <w:t>3.341e1</w:t>
      </w:r>
    </w:p>
    <w:p w:rsidR="006974AE" w:rsidRDefault="006974AE" w:rsidP="006974AE">
      <w:r>
        <w:t>503.2202</w:t>
      </w:r>
      <w:r>
        <w:tab/>
        <w:t>1.483e1</w:t>
      </w:r>
    </w:p>
    <w:p w:rsidR="006974AE" w:rsidRDefault="006974AE" w:rsidP="006974AE">
      <w:r>
        <w:t>503.2229</w:t>
      </w:r>
      <w:r>
        <w:tab/>
        <w:t>1.801e1</w:t>
      </w:r>
    </w:p>
    <w:p w:rsidR="006974AE" w:rsidRDefault="006974AE" w:rsidP="006974AE">
      <w:r>
        <w:t>503.2251</w:t>
      </w:r>
      <w:r>
        <w:tab/>
        <w:t>6.414e1</w:t>
      </w:r>
    </w:p>
    <w:p w:rsidR="006974AE" w:rsidRDefault="006974AE" w:rsidP="006974AE">
      <w:r>
        <w:t>503.3023</w:t>
      </w:r>
      <w:r>
        <w:tab/>
        <w:t>1.013e0</w:t>
      </w:r>
    </w:p>
    <w:p w:rsidR="006974AE" w:rsidRDefault="006974AE" w:rsidP="006974AE">
      <w:r>
        <w:t>503.3062</w:t>
      </w:r>
      <w:r>
        <w:tab/>
        <w:t>4.609e0</w:t>
      </w:r>
    </w:p>
    <w:p w:rsidR="006974AE" w:rsidRDefault="006974AE" w:rsidP="006974AE">
      <w:r>
        <w:t>503.3566</w:t>
      </w:r>
      <w:r>
        <w:tab/>
        <w:t>2.025e0</w:t>
      </w:r>
    </w:p>
    <w:p w:rsidR="006974AE" w:rsidRDefault="006974AE" w:rsidP="006974AE">
      <w:r>
        <w:t>503.3723</w:t>
      </w:r>
      <w:r>
        <w:tab/>
        <w:t>1.013e0</w:t>
      </w:r>
    </w:p>
    <w:p w:rsidR="006974AE" w:rsidRDefault="006974AE" w:rsidP="006974AE">
      <w:r>
        <w:t>503.3806</w:t>
      </w:r>
      <w:r>
        <w:tab/>
        <w:t>2.025e0</w:t>
      </w:r>
    </w:p>
    <w:p w:rsidR="006974AE" w:rsidRDefault="006974AE" w:rsidP="006974AE">
      <w:r>
        <w:t>503.3898</w:t>
      </w:r>
      <w:r>
        <w:tab/>
        <w:t>1.947e0</w:t>
      </w:r>
    </w:p>
    <w:p w:rsidR="006974AE" w:rsidRDefault="006974AE" w:rsidP="006974AE">
      <w:r>
        <w:t>503.3931</w:t>
      </w:r>
      <w:r>
        <w:tab/>
        <w:t>1.971e0</w:t>
      </w:r>
    </w:p>
    <w:p w:rsidR="006974AE" w:rsidRDefault="006974AE" w:rsidP="006974AE">
      <w:r>
        <w:t>503.4188</w:t>
      </w:r>
      <w:r>
        <w:tab/>
        <w:t>1.013e0</w:t>
      </w:r>
    </w:p>
    <w:p w:rsidR="006974AE" w:rsidRDefault="006974AE" w:rsidP="006974AE">
      <w:r>
        <w:t>503.4348</w:t>
      </w:r>
      <w:r>
        <w:tab/>
        <w:t>2.025e0</w:t>
      </w:r>
    </w:p>
    <w:p w:rsidR="006974AE" w:rsidRDefault="006974AE" w:rsidP="006974AE">
      <w:r>
        <w:t>503.4372</w:t>
      </w:r>
      <w:r>
        <w:tab/>
        <w:t>1.013e0</w:t>
      </w:r>
    </w:p>
    <w:p w:rsidR="006974AE" w:rsidRDefault="006974AE" w:rsidP="006974AE">
      <w:r>
        <w:lastRenderedPageBreak/>
        <w:t>503.4493</w:t>
      </w:r>
      <w:r>
        <w:tab/>
        <w:t>3.038e0</w:t>
      </w:r>
    </w:p>
    <w:p w:rsidR="006974AE" w:rsidRDefault="006974AE" w:rsidP="006974AE">
      <w:r>
        <w:t>503.4731</w:t>
      </w:r>
      <w:r>
        <w:tab/>
        <w:t>1.013e0</w:t>
      </w:r>
    </w:p>
    <w:p w:rsidR="006974AE" w:rsidRDefault="006974AE" w:rsidP="006974AE">
      <w:r>
        <w:t>503.5034</w:t>
      </w:r>
      <w:r>
        <w:tab/>
        <w:t>2.025e0</w:t>
      </w:r>
    </w:p>
    <w:p w:rsidR="006974AE" w:rsidRDefault="006974AE" w:rsidP="006974AE">
      <w:r>
        <w:t>503.5104</w:t>
      </w:r>
      <w:r>
        <w:tab/>
        <w:t>1.013e0</w:t>
      </w:r>
    </w:p>
    <w:p w:rsidR="006974AE" w:rsidRDefault="006974AE" w:rsidP="006974AE">
      <w:r>
        <w:t>503.5142</w:t>
      </w:r>
      <w:r>
        <w:tab/>
        <w:t>2.025e0</w:t>
      </w:r>
    </w:p>
    <w:p w:rsidR="006974AE" w:rsidRDefault="006974AE" w:rsidP="006974AE">
      <w:r>
        <w:t>503.5468</w:t>
      </w:r>
      <w:r>
        <w:tab/>
        <w:t>1.013e0</w:t>
      </w:r>
    </w:p>
    <w:p w:rsidR="006974AE" w:rsidRDefault="006974AE" w:rsidP="006974AE">
      <w:r>
        <w:t>503.5557</w:t>
      </w:r>
      <w:r>
        <w:tab/>
        <w:t>1.013e0</w:t>
      </w:r>
    </w:p>
    <w:p w:rsidR="006974AE" w:rsidRDefault="006974AE" w:rsidP="006974AE">
      <w:r>
        <w:t>503.5609</w:t>
      </w:r>
      <w:r>
        <w:tab/>
        <w:t>2.025e0</w:t>
      </w:r>
    </w:p>
    <w:p w:rsidR="006974AE" w:rsidRDefault="006974AE" w:rsidP="006974AE">
      <w:r>
        <w:t>503.5762</w:t>
      </w:r>
      <w:r>
        <w:tab/>
        <w:t>2.025e0</w:t>
      </w:r>
    </w:p>
    <w:p w:rsidR="006974AE" w:rsidRDefault="006974AE" w:rsidP="006974AE">
      <w:r>
        <w:t>503.5869</w:t>
      </w:r>
      <w:r>
        <w:tab/>
        <w:t>2.025e0</w:t>
      </w:r>
    </w:p>
    <w:p w:rsidR="006974AE" w:rsidRDefault="006974AE" w:rsidP="006974AE">
      <w:r>
        <w:t>503.5994</w:t>
      </w:r>
      <w:r>
        <w:tab/>
        <w:t>1.013e0</w:t>
      </w:r>
    </w:p>
    <w:p w:rsidR="006974AE" w:rsidRDefault="006974AE" w:rsidP="006974AE">
      <w:r>
        <w:t>503.6499</w:t>
      </w:r>
      <w:r>
        <w:tab/>
        <w:t>3.038e0</w:t>
      </w:r>
    </w:p>
    <w:p w:rsidR="006974AE" w:rsidRDefault="006974AE" w:rsidP="006974AE">
      <w:r>
        <w:t>503.6526</w:t>
      </w:r>
      <w:r>
        <w:tab/>
        <w:t>2.025e0</w:t>
      </w:r>
    </w:p>
    <w:p w:rsidR="006974AE" w:rsidRDefault="006974AE" w:rsidP="006974AE">
      <w:r>
        <w:t>503.6867</w:t>
      </w:r>
      <w:r>
        <w:tab/>
        <w:t>2.025e0</w:t>
      </w:r>
    </w:p>
    <w:p w:rsidR="006974AE" w:rsidRDefault="006974AE" w:rsidP="006974AE">
      <w:r>
        <w:t>503.7365</w:t>
      </w:r>
      <w:r>
        <w:tab/>
        <w:t>1.013e0</w:t>
      </w:r>
    </w:p>
    <w:p w:rsidR="006974AE" w:rsidRDefault="006974AE" w:rsidP="006974AE">
      <w:r>
        <w:t>503.7479</w:t>
      </w:r>
      <w:r>
        <w:tab/>
        <w:t>1.013e0</w:t>
      </w:r>
    </w:p>
    <w:p w:rsidR="006974AE" w:rsidRDefault="006974AE" w:rsidP="006974AE">
      <w:r>
        <w:t>503.7523</w:t>
      </w:r>
      <w:r>
        <w:tab/>
        <w:t>3.038e0</w:t>
      </w:r>
    </w:p>
    <w:p w:rsidR="006974AE" w:rsidRDefault="006974AE" w:rsidP="006974AE">
      <w:r>
        <w:t>503.7542</w:t>
      </w:r>
      <w:r>
        <w:tab/>
        <w:t>1.013e0</w:t>
      </w:r>
    </w:p>
    <w:p w:rsidR="006974AE" w:rsidRDefault="006974AE" w:rsidP="006974AE">
      <w:r>
        <w:t>503.7775</w:t>
      </w:r>
      <w:r>
        <w:tab/>
        <w:t>2.025e0</w:t>
      </w:r>
    </w:p>
    <w:p w:rsidR="006974AE" w:rsidRDefault="006974AE" w:rsidP="006974AE">
      <w:r>
        <w:lastRenderedPageBreak/>
        <w:t>503.7793</w:t>
      </w:r>
      <w:r>
        <w:tab/>
        <w:t>2.025e0</w:t>
      </w:r>
    </w:p>
    <w:p w:rsidR="006974AE" w:rsidRDefault="006974AE" w:rsidP="006974AE">
      <w:r>
        <w:t>503.7915</w:t>
      </w:r>
      <w:r>
        <w:tab/>
        <w:t>2.025e0</w:t>
      </w:r>
    </w:p>
    <w:p w:rsidR="006974AE" w:rsidRDefault="006974AE" w:rsidP="006974AE">
      <w:r>
        <w:t>503.8124</w:t>
      </w:r>
      <w:r>
        <w:tab/>
        <w:t>1.013e0</w:t>
      </w:r>
    </w:p>
    <w:p w:rsidR="006974AE" w:rsidRDefault="006974AE" w:rsidP="006974AE">
      <w:r>
        <w:t>503.8206</w:t>
      </w:r>
      <w:r>
        <w:tab/>
        <w:t>2.025e0</w:t>
      </w:r>
    </w:p>
    <w:p w:rsidR="006974AE" w:rsidRDefault="006974AE" w:rsidP="006974AE">
      <w:r>
        <w:t>503.8496</w:t>
      </w:r>
      <w:r>
        <w:tab/>
        <w:t>1.013e0</w:t>
      </w:r>
    </w:p>
    <w:p w:rsidR="006974AE" w:rsidRDefault="006974AE" w:rsidP="006974AE">
      <w:r>
        <w:t>503.8621</w:t>
      </w:r>
      <w:r>
        <w:tab/>
        <w:t>1.013e0</w:t>
      </w:r>
    </w:p>
    <w:p w:rsidR="006974AE" w:rsidRDefault="006974AE" w:rsidP="006974AE">
      <w:r>
        <w:t>503.8920</w:t>
      </w:r>
      <w:r>
        <w:tab/>
        <w:t>2.025e0</w:t>
      </w:r>
    </w:p>
    <w:p w:rsidR="006974AE" w:rsidRDefault="006974AE" w:rsidP="006974AE">
      <w:r>
        <w:t>503.9142</w:t>
      </w:r>
      <w:r>
        <w:tab/>
        <w:t>6.076e0</w:t>
      </w:r>
    </w:p>
    <w:p w:rsidR="006974AE" w:rsidRDefault="006974AE" w:rsidP="006974AE">
      <w:r>
        <w:t>503.9449</w:t>
      </w:r>
      <w:r>
        <w:tab/>
        <w:t>4.051e0</w:t>
      </w:r>
    </w:p>
    <w:p w:rsidR="006974AE" w:rsidRDefault="006974AE" w:rsidP="006974AE">
      <w:r>
        <w:t>503.9533</w:t>
      </w:r>
      <w:r>
        <w:tab/>
        <w:t>4.051e0</w:t>
      </w:r>
    </w:p>
    <w:p w:rsidR="006974AE" w:rsidRDefault="006974AE" w:rsidP="006974AE">
      <w:r>
        <w:t>503.9751</w:t>
      </w:r>
      <w:r>
        <w:tab/>
        <w:t>1.013e0</w:t>
      </w:r>
    </w:p>
    <w:p w:rsidR="006974AE" w:rsidRDefault="006974AE" w:rsidP="006974AE">
      <w:r>
        <w:t>503.9845</w:t>
      </w:r>
      <w:r>
        <w:tab/>
        <w:t>1.013e0</w:t>
      </w:r>
    </w:p>
    <w:p w:rsidR="006974AE" w:rsidRDefault="006974AE" w:rsidP="006974AE">
      <w:r>
        <w:t>503.9875</w:t>
      </w:r>
      <w:r>
        <w:tab/>
        <w:t>2.025e0</w:t>
      </w:r>
    </w:p>
    <w:p w:rsidR="006974AE" w:rsidRDefault="006974AE" w:rsidP="006974AE">
      <w:r>
        <w:t>503.9993</w:t>
      </w:r>
      <w:r>
        <w:tab/>
        <w:t>1.013e0</w:t>
      </w:r>
    </w:p>
    <w:p w:rsidR="006974AE" w:rsidRDefault="006974AE" w:rsidP="006974AE">
      <w:r>
        <w:t>504.0178</w:t>
      </w:r>
      <w:r>
        <w:tab/>
        <w:t>1.013e0</w:t>
      </w:r>
    </w:p>
    <w:p w:rsidR="006974AE" w:rsidRDefault="006974AE" w:rsidP="006974AE">
      <w:r>
        <w:t>504.0362</w:t>
      </w:r>
      <w:r>
        <w:tab/>
        <w:t>1.013e0</w:t>
      </w:r>
    </w:p>
    <w:p w:rsidR="006974AE" w:rsidRDefault="006974AE" w:rsidP="006974AE">
      <w:r>
        <w:t>504.0625</w:t>
      </w:r>
      <w:r>
        <w:tab/>
        <w:t>1.013e0</w:t>
      </w:r>
    </w:p>
    <w:p w:rsidR="006974AE" w:rsidRDefault="006974AE" w:rsidP="006974AE">
      <w:r>
        <w:t>504.0758</w:t>
      </w:r>
      <w:r>
        <w:tab/>
        <w:t>3.038e0</w:t>
      </w:r>
    </w:p>
    <w:p w:rsidR="006974AE" w:rsidRDefault="006974AE" w:rsidP="006974AE">
      <w:r>
        <w:t>504.1124</w:t>
      </w:r>
      <w:r>
        <w:tab/>
        <w:t>1.013e0</w:t>
      </w:r>
    </w:p>
    <w:p w:rsidR="006974AE" w:rsidRDefault="006974AE" w:rsidP="006974AE">
      <w:r>
        <w:lastRenderedPageBreak/>
        <w:t>504.1244</w:t>
      </w:r>
      <w:r>
        <w:tab/>
        <w:t>1.292e0</w:t>
      </w:r>
    </w:p>
    <w:p w:rsidR="006974AE" w:rsidRDefault="006974AE" w:rsidP="006974AE">
      <w:r>
        <w:t>504.1275</w:t>
      </w:r>
      <w:r>
        <w:tab/>
        <w:t>2.093e0</w:t>
      </w:r>
    </w:p>
    <w:p w:rsidR="006974AE" w:rsidRDefault="006974AE" w:rsidP="006974AE">
      <w:r>
        <w:t>504.1325</w:t>
      </w:r>
      <w:r>
        <w:tab/>
        <w:t>1.813e0</w:t>
      </w:r>
    </w:p>
    <w:p w:rsidR="006974AE" w:rsidRDefault="006974AE" w:rsidP="006974AE">
      <w:r>
        <w:t>504.1561</w:t>
      </w:r>
      <w:r>
        <w:tab/>
        <w:t>2.461e0</w:t>
      </w:r>
    </w:p>
    <w:p w:rsidR="006974AE" w:rsidRDefault="006974AE" w:rsidP="006974AE">
      <w:r>
        <w:t>504.1585</w:t>
      </w:r>
      <w:r>
        <w:tab/>
        <w:t>2.025e0</w:t>
      </w:r>
    </w:p>
    <w:p w:rsidR="006974AE" w:rsidRDefault="006974AE" w:rsidP="006974AE">
      <w:r>
        <w:t>504.1800</w:t>
      </w:r>
      <w:r>
        <w:tab/>
        <w:t>4.051e0</w:t>
      </w:r>
    </w:p>
    <w:p w:rsidR="006974AE" w:rsidRDefault="006974AE" w:rsidP="006974AE">
      <w:r>
        <w:t>504.1998</w:t>
      </w:r>
      <w:r>
        <w:tab/>
        <w:t>2.025e0</w:t>
      </w:r>
    </w:p>
    <w:p w:rsidR="006974AE" w:rsidRDefault="006974AE" w:rsidP="006974AE">
      <w:r>
        <w:t>504.2066</w:t>
      </w:r>
      <w:r>
        <w:tab/>
        <w:t>1.106e1</w:t>
      </w:r>
    </w:p>
    <w:p w:rsidR="006974AE" w:rsidRDefault="006974AE" w:rsidP="006974AE">
      <w:r>
        <w:t>504.2159</w:t>
      </w:r>
      <w:r>
        <w:tab/>
        <w:t>5.973e0</w:t>
      </w:r>
    </w:p>
    <w:p w:rsidR="006974AE" w:rsidRDefault="006974AE" w:rsidP="006974AE">
      <w:r>
        <w:t>504.2193</w:t>
      </w:r>
      <w:r>
        <w:tab/>
        <w:t>3.394e0</w:t>
      </w:r>
    </w:p>
    <w:p w:rsidR="006974AE" w:rsidRDefault="006974AE" w:rsidP="006974AE">
      <w:r>
        <w:t>504.2207</w:t>
      </w:r>
      <w:r>
        <w:tab/>
        <w:t>7.113e0</w:t>
      </w:r>
    </w:p>
    <w:p w:rsidR="006974AE" w:rsidRDefault="006974AE" w:rsidP="006974AE">
      <w:r>
        <w:t>504.2245</w:t>
      </w:r>
      <w:r>
        <w:tab/>
        <w:t>5.893e0</w:t>
      </w:r>
    </w:p>
    <w:p w:rsidR="006974AE" w:rsidRDefault="006974AE" w:rsidP="006974AE">
      <w:r>
        <w:t>504.2325</w:t>
      </w:r>
      <w:r>
        <w:tab/>
        <w:t>7.647e0</w:t>
      </w:r>
    </w:p>
    <w:p w:rsidR="006974AE" w:rsidRDefault="006974AE" w:rsidP="006974AE">
      <w:r>
        <w:t>504.2475</w:t>
      </w:r>
      <w:r>
        <w:tab/>
        <w:t>2.584e0</w:t>
      </w:r>
    </w:p>
    <w:p w:rsidR="006974AE" w:rsidRDefault="006974AE" w:rsidP="006974AE">
      <w:r>
        <w:t>504.2639</w:t>
      </w:r>
      <w:r>
        <w:tab/>
        <w:t>4.129e0</w:t>
      </w:r>
    </w:p>
    <w:p w:rsidR="006974AE" w:rsidRDefault="006974AE" w:rsidP="006974AE">
      <w:r>
        <w:t>504.2740</w:t>
      </w:r>
      <w:r>
        <w:tab/>
        <w:t>3.038e0</w:t>
      </w:r>
    </w:p>
    <w:p w:rsidR="006974AE" w:rsidRDefault="006974AE" w:rsidP="006974AE">
      <w:r>
        <w:t>504.3026</w:t>
      </w:r>
      <w:r>
        <w:tab/>
        <w:t>2.025e0</w:t>
      </w:r>
    </w:p>
    <w:p w:rsidR="006974AE" w:rsidRDefault="006974AE" w:rsidP="006974AE">
      <w:r>
        <w:t>504.3097</w:t>
      </w:r>
      <w:r>
        <w:tab/>
        <w:t>2.025e0</w:t>
      </w:r>
    </w:p>
    <w:p w:rsidR="006974AE" w:rsidRDefault="006974AE" w:rsidP="006974AE">
      <w:r>
        <w:t>504.3333</w:t>
      </w:r>
      <w:r>
        <w:tab/>
        <w:t>2.461e0</w:t>
      </w:r>
    </w:p>
    <w:p w:rsidR="006974AE" w:rsidRDefault="006974AE" w:rsidP="006974AE">
      <w:r>
        <w:lastRenderedPageBreak/>
        <w:t>504.3540</w:t>
      </w:r>
      <w:r>
        <w:tab/>
        <w:t>7.561e0</w:t>
      </w:r>
    </w:p>
    <w:p w:rsidR="006974AE" w:rsidRDefault="006974AE" w:rsidP="006974AE">
      <w:r>
        <w:t>504.3688</w:t>
      </w:r>
      <w:r>
        <w:tab/>
        <w:t>5.063e0</w:t>
      </w:r>
    </w:p>
    <w:p w:rsidR="006974AE" w:rsidRDefault="006974AE" w:rsidP="006974AE">
      <w:r>
        <w:t>504.3746</w:t>
      </w:r>
      <w:r>
        <w:tab/>
        <w:t>2.025e0</w:t>
      </w:r>
    </w:p>
    <w:p w:rsidR="006974AE" w:rsidRDefault="006974AE" w:rsidP="006974AE">
      <w:r>
        <w:t>504.3766</w:t>
      </w:r>
      <w:r>
        <w:tab/>
        <w:t>3.038e0</w:t>
      </w:r>
    </w:p>
    <w:p w:rsidR="006974AE" w:rsidRDefault="006974AE" w:rsidP="006974AE">
      <w:r>
        <w:t>504.3930</w:t>
      </w:r>
      <w:r>
        <w:tab/>
        <w:t>1.013e0</w:t>
      </w:r>
    </w:p>
    <w:p w:rsidR="006974AE" w:rsidRDefault="006974AE" w:rsidP="006974AE">
      <w:r>
        <w:t>504.4214</w:t>
      </w:r>
      <w:r>
        <w:tab/>
        <w:t>2.025e0</w:t>
      </w:r>
    </w:p>
    <w:p w:rsidR="006974AE" w:rsidRDefault="006974AE" w:rsidP="006974AE">
      <w:r>
        <w:t>504.4395</w:t>
      </w:r>
      <w:r>
        <w:tab/>
        <w:t>3.038e0</w:t>
      </w:r>
    </w:p>
    <w:p w:rsidR="006974AE" w:rsidRDefault="006974AE" w:rsidP="006974AE">
      <w:r>
        <w:t>504.4466</w:t>
      </w:r>
      <w:r>
        <w:tab/>
        <w:t>2.025e0</w:t>
      </w:r>
    </w:p>
    <w:p w:rsidR="006974AE" w:rsidRDefault="006974AE" w:rsidP="006974AE">
      <w:r>
        <w:t>504.4511</w:t>
      </w:r>
      <w:r>
        <w:tab/>
        <w:t>2.025e0</w:t>
      </w:r>
    </w:p>
    <w:p w:rsidR="006974AE" w:rsidRDefault="006974AE" w:rsidP="006974AE">
      <w:r>
        <w:t>504.4917</w:t>
      </w:r>
      <w:r>
        <w:tab/>
        <w:t>1.013e0</w:t>
      </w:r>
    </w:p>
    <w:p w:rsidR="006974AE" w:rsidRDefault="006974AE" w:rsidP="006974AE">
      <w:r>
        <w:t>504.5067</w:t>
      </w:r>
      <w:r>
        <w:tab/>
        <w:t>1.013e0</w:t>
      </w:r>
    </w:p>
    <w:p w:rsidR="006974AE" w:rsidRDefault="006974AE" w:rsidP="006974AE">
      <w:r>
        <w:t>504.5095</w:t>
      </w:r>
      <w:r>
        <w:tab/>
        <w:t>1.013e0</w:t>
      </w:r>
    </w:p>
    <w:p w:rsidR="006974AE" w:rsidRDefault="006974AE" w:rsidP="006974AE">
      <w:r>
        <w:t>504.5207</w:t>
      </w:r>
      <w:r>
        <w:tab/>
        <w:t>2.146e0</w:t>
      </w:r>
    </w:p>
    <w:p w:rsidR="006974AE" w:rsidRDefault="006974AE" w:rsidP="006974AE">
      <w:r>
        <w:t>504.5678</w:t>
      </w:r>
      <w:r>
        <w:tab/>
        <w:t>2.025e0</w:t>
      </w:r>
    </w:p>
    <w:p w:rsidR="006974AE" w:rsidRDefault="006974AE" w:rsidP="006974AE">
      <w:r>
        <w:t>504.5967</w:t>
      </w:r>
      <w:r>
        <w:tab/>
        <w:t>1.013e0</w:t>
      </w:r>
    </w:p>
    <w:p w:rsidR="006974AE" w:rsidRDefault="006974AE" w:rsidP="006974AE">
      <w:r>
        <w:t>504.6014</w:t>
      </w:r>
      <w:r>
        <w:tab/>
        <w:t>1.013e0</w:t>
      </w:r>
    </w:p>
    <w:p w:rsidR="006974AE" w:rsidRDefault="006974AE" w:rsidP="006974AE">
      <w:r>
        <w:t>504.6404</w:t>
      </w:r>
      <w:r>
        <w:tab/>
        <w:t>2.025e0</w:t>
      </w:r>
    </w:p>
    <w:p w:rsidR="006974AE" w:rsidRDefault="006974AE" w:rsidP="006974AE">
      <w:r>
        <w:t>504.6744</w:t>
      </w:r>
      <w:r>
        <w:tab/>
        <w:t>1.013e0</w:t>
      </w:r>
    </w:p>
    <w:p w:rsidR="006974AE" w:rsidRDefault="006974AE" w:rsidP="006974AE">
      <w:r>
        <w:t>504.6755</w:t>
      </w:r>
      <w:r>
        <w:tab/>
        <w:t>2.025e0</w:t>
      </w:r>
    </w:p>
    <w:p w:rsidR="006974AE" w:rsidRDefault="006974AE" w:rsidP="006974AE">
      <w:r>
        <w:lastRenderedPageBreak/>
        <w:t>504.6963</w:t>
      </w:r>
      <w:r>
        <w:tab/>
        <w:t>1.013e0</w:t>
      </w:r>
    </w:p>
    <w:p w:rsidR="006974AE" w:rsidRDefault="006974AE" w:rsidP="006974AE">
      <w:r>
        <w:t>504.7280</w:t>
      </w:r>
      <w:r>
        <w:tab/>
        <w:t>1.013e0</w:t>
      </w:r>
    </w:p>
    <w:p w:rsidR="006974AE" w:rsidRDefault="006974AE" w:rsidP="006974AE">
      <w:r>
        <w:t>504.7322</w:t>
      </w:r>
      <w:r>
        <w:tab/>
        <w:t>1.013e0</w:t>
      </w:r>
    </w:p>
    <w:p w:rsidR="006974AE" w:rsidRDefault="006974AE" w:rsidP="006974AE">
      <w:r>
        <w:t>504.7689</w:t>
      </w:r>
      <w:r>
        <w:tab/>
        <w:t>1.013e0</w:t>
      </w:r>
    </w:p>
    <w:p w:rsidR="006974AE" w:rsidRDefault="006974AE" w:rsidP="006974AE">
      <w:r>
        <w:t>504.7718</w:t>
      </w:r>
      <w:r>
        <w:tab/>
        <w:t>1.013e0</w:t>
      </w:r>
    </w:p>
    <w:p w:rsidR="006974AE" w:rsidRDefault="006974AE" w:rsidP="006974AE">
      <w:r>
        <w:t>504.7879</w:t>
      </w:r>
      <w:r>
        <w:tab/>
        <w:t>2.025e0</w:t>
      </w:r>
    </w:p>
    <w:p w:rsidR="006974AE" w:rsidRDefault="006974AE" w:rsidP="006974AE">
      <w:r>
        <w:t>504.8087</w:t>
      </w:r>
      <w:r>
        <w:tab/>
        <w:t>1.013e0</w:t>
      </w:r>
    </w:p>
    <w:p w:rsidR="006974AE" w:rsidRDefault="006974AE" w:rsidP="006974AE">
      <w:r>
        <w:t>504.8547</w:t>
      </w:r>
      <w:r>
        <w:tab/>
        <w:t>2.025e0</w:t>
      </w:r>
    </w:p>
    <w:p w:rsidR="006974AE" w:rsidRDefault="006974AE" w:rsidP="006974AE">
      <w:r>
        <w:t>504.8593</w:t>
      </w:r>
      <w:r>
        <w:tab/>
        <w:t>1.013e0</w:t>
      </w:r>
    </w:p>
    <w:p w:rsidR="006974AE" w:rsidRDefault="006974AE" w:rsidP="006974AE">
      <w:r>
        <w:t>504.8681</w:t>
      </w:r>
      <w:r>
        <w:tab/>
        <w:t>1.013e0</w:t>
      </w:r>
    </w:p>
    <w:p w:rsidR="006974AE" w:rsidRDefault="006974AE" w:rsidP="006974AE">
      <w:r>
        <w:t>504.8804</w:t>
      </w:r>
      <w:r>
        <w:tab/>
        <w:t>3.038e0</w:t>
      </w:r>
    </w:p>
    <w:p w:rsidR="006974AE" w:rsidRDefault="006974AE" w:rsidP="006974AE">
      <w:r>
        <w:t>504.8937</w:t>
      </w:r>
      <w:r>
        <w:tab/>
        <w:t>1.013e0</w:t>
      </w:r>
    </w:p>
    <w:p w:rsidR="006974AE" w:rsidRDefault="006974AE" w:rsidP="006974AE">
      <w:r>
        <w:t>504.9122</w:t>
      </w:r>
      <w:r>
        <w:tab/>
        <w:t>3.038e0</w:t>
      </w:r>
    </w:p>
    <w:p w:rsidR="006974AE" w:rsidRDefault="006974AE" w:rsidP="006974AE">
      <w:r>
        <w:t>504.9463</w:t>
      </w:r>
      <w:r>
        <w:tab/>
        <w:t>1.013e0</w:t>
      </w:r>
    </w:p>
    <w:p w:rsidR="006974AE" w:rsidRDefault="006974AE" w:rsidP="006974AE">
      <w:r>
        <w:t>504.9644</w:t>
      </w:r>
      <w:r>
        <w:tab/>
        <w:t>3.038e0</w:t>
      </w:r>
    </w:p>
    <w:p w:rsidR="006974AE" w:rsidRDefault="006974AE" w:rsidP="006974AE">
      <w:r>
        <w:t>504.9774</w:t>
      </w:r>
      <w:r>
        <w:tab/>
        <w:t>1.013e0</w:t>
      </w:r>
    </w:p>
    <w:p w:rsidR="006974AE" w:rsidRDefault="006974AE" w:rsidP="006974AE">
      <w:r>
        <w:t>504.9897</w:t>
      </w:r>
      <w:r>
        <w:tab/>
        <w:t>2.025e0</w:t>
      </w:r>
    </w:p>
    <w:p w:rsidR="006974AE" w:rsidRDefault="006974AE" w:rsidP="006974AE">
      <w:r>
        <w:t>505.0140</w:t>
      </w:r>
      <w:r>
        <w:tab/>
        <w:t>1.013e0</w:t>
      </w:r>
    </w:p>
    <w:p w:rsidR="006974AE" w:rsidRDefault="006974AE" w:rsidP="006974AE">
      <w:r>
        <w:t>505.0169</w:t>
      </w:r>
      <w:r>
        <w:tab/>
        <w:t>1.013e0</w:t>
      </w:r>
    </w:p>
    <w:p w:rsidR="006974AE" w:rsidRDefault="006974AE" w:rsidP="006974AE">
      <w:r>
        <w:lastRenderedPageBreak/>
        <w:t>505.0424</w:t>
      </w:r>
      <w:r>
        <w:tab/>
        <w:t>2.025e0</w:t>
      </w:r>
    </w:p>
    <w:p w:rsidR="006974AE" w:rsidRDefault="006974AE" w:rsidP="006974AE">
      <w:r>
        <w:t>505.0509</w:t>
      </w:r>
      <w:r>
        <w:tab/>
        <w:t>2.025e0</w:t>
      </w:r>
    </w:p>
    <w:p w:rsidR="006974AE" w:rsidRDefault="006974AE" w:rsidP="006974AE">
      <w:r>
        <w:t>505.0779</w:t>
      </w:r>
      <w:r>
        <w:tab/>
        <w:t>2.025e0</w:t>
      </w:r>
    </w:p>
    <w:p w:rsidR="006974AE" w:rsidRDefault="006974AE" w:rsidP="006974AE">
      <w:r>
        <w:t>505.0813</w:t>
      </w:r>
      <w:r>
        <w:tab/>
        <w:t>2.025e0</w:t>
      </w:r>
    </w:p>
    <w:p w:rsidR="006974AE" w:rsidRDefault="006974AE" w:rsidP="006974AE">
      <w:r>
        <w:t>505.1038</w:t>
      </w:r>
      <w:r>
        <w:tab/>
        <w:t>2.025e0</w:t>
      </w:r>
    </w:p>
    <w:p w:rsidR="006974AE" w:rsidRDefault="006974AE" w:rsidP="006974AE">
      <w:r>
        <w:t>505.1133</w:t>
      </w:r>
      <w:r>
        <w:tab/>
        <w:t>1.013e0</w:t>
      </w:r>
    </w:p>
    <w:p w:rsidR="006974AE" w:rsidRDefault="006974AE" w:rsidP="006974AE">
      <w:r>
        <w:t>505.1483</w:t>
      </w:r>
      <w:r>
        <w:tab/>
        <w:t>1.013e0</w:t>
      </w:r>
    </w:p>
    <w:p w:rsidR="006974AE" w:rsidRDefault="006974AE" w:rsidP="006974AE">
      <w:r>
        <w:t>505.1846</w:t>
      </w:r>
      <w:r>
        <w:tab/>
        <w:t>1.013e0</w:t>
      </w:r>
    </w:p>
    <w:p w:rsidR="006974AE" w:rsidRDefault="006974AE" w:rsidP="006974AE">
      <w:r>
        <w:t>505.2120</w:t>
      </w:r>
      <w:r>
        <w:tab/>
        <w:t>3.506e0</w:t>
      </w:r>
    </w:p>
    <w:p w:rsidR="006974AE" w:rsidRDefault="006974AE" w:rsidP="006974AE">
      <w:r>
        <w:t>505.2144</w:t>
      </w:r>
      <w:r>
        <w:tab/>
        <w:t>1.050e0</w:t>
      </w:r>
    </w:p>
    <w:p w:rsidR="006974AE" w:rsidRDefault="006974AE" w:rsidP="006974AE">
      <w:r>
        <w:t>505.2266</w:t>
      </w:r>
      <w:r>
        <w:tab/>
        <w:t>1.325e0</w:t>
      </w:r>
    </w:p>
    <w:p w:rsidR="006974AE" w:rsidRDefault="006974AE" w:rsidP="006974AE">
      <w:r>
        <w:t>505.2309</w:t>
      </w:r>
      <w:r>
        <w:tab/>
        <w:t>2.577e0</w:t>
      </w:r>
    </w:p>
    <w:p w:rsidR="006974AE" w:rsidRDefault="006974AE" w:rsidP="006974AE">
      <w:r>
        <w:t>505.2407</w:t>
      </w:r>
      <w:r>
        <w:tab/>
        <w:t>4.051e0</w:t>
      </w:r>
    </w:p>
    <w:p w:rsidR="006974AE" w:rsidRDefault="006974AE" w:rsidP="006974AE">
      <w:r>
        <w:t>505.2677</w:t>
      </w:r>
      <w:r>
        <w:tab/>
        <w:t>3.038e0</w:t>
      </w:r>
    </w:p>
    <w:p w:rsidR="006974AE" w:rsidRDefault="006974AE" w:rsidP="006974AE">
      <w:r>
        <w:t>505.2710</w:t>
      </w:r>
      <w:r>
        <w:tab/>
        <w:t>1.013e0</w:t>
      </w:r>
    </w:p>
    <w:p w:rsidR="006974AE" w:rsidRDefault="006974AE" w:rsidP="006974AE">
      <w:r>
        <w:t>505.2982</w:t>
      </w:r>
      <w:r>
        <w:tab/>
        <w:t>1.013e0</w:t>
      </w:r>
    </w:p>
    <w:p w:rsidR="006974AE" w:rsidRDefault="006974AE" w:rsidP="006974AE">
      <w:r>
        <w:t>505.3054</w:t>
      </w:r>
      <w:r>
        <w:tab/>
        <w:t>2.025e0</w:t>
      </w:r>
    </w:p>
    <w:p w:rsidR="006974AE" w:rsidRDefault="006974AE" w:rsidP="006974AE">
      <w:r>
        <w:t>505.3224</w:t>
      </w:r>
      <w:r>
        <w:tab/>
        <w:t>2.025e0</w:t>
      </w:r>
    </w:p>
    <w:p w:rsidR="006974AE" w:rsidRDefault="006974AE" w:rsidP="006974AE">
      <w:r>
        <w:t>505.3326</w:t>
      </w:r>
      <w:r>
        <w:tab/>
        <w:t>4.429e0</w:t>
      </w:r>
    </w:p>
    <w:p w:rsidR="006974AE" w:rsidRDefault="006974AE" w:rsidP="006974AE">
      <w:r>
        <w:lastRenderedPageBreak/>
        <w:t>505.3411</w:t>
      </w:r>
      <w:r>
        <w:tab/>
        <w:t>1.013e0</w:t>
      </w:r>
    </w:p>
    <w:p w:rsidR="006974AE" w:rsidRDefault="006974AE" w:rsidP="006974AE">
      <w:r>
        <w:t>505.3668</w:t>
      </w:r>
      <w:r>
        <w:tab/>
        <w:t>1.013e0</w:t>
      </w:r>
    </w:p>
    <w:p w:rsidR="006974AE" w:rsidRDefault="006974AE" w:rsidP="006974AE">
      <w:r>
        <w:t>505.3859</w:t>
      </w:r>
      <w:r>
        <w:tab/>
        <w:t>2.025e0</w:t>
      </w:r>
    </w:p>
    <w:p w:rsidR="006974AE" w:rsidRDefault="006974AE" w:rsidP="006974AE">
      <w:r>
        <w:t>505.3957</w:t>
      </w:r>
      <w:r>
        <w:tab/>
        <w:t>3.038e0</w:t>
      </w:r>
    </w:p>
    <w:p w:rsidR="006974AE" w:rsidRDefault="006974AE" w:rsidP="006974AE">
      <w:r>
        <w:t>505.4124</w:t>
      </w:r>
      <w:r>
        <w:tab/>
        <w:t>2.025e0</w:t>
      </w:r>
    </w:p>
    <w:p w:rsidR="006974AE" w:rsidRDefault="006974AE" w:rsidP="006974AE">
      <w:r>
        <w:t>505.4293</w:t>
      </w:r>
      <w:r>
        <w:tab/>
        <w:t>2.025e0</w:t>
      </w:r>
    </w:p>
    <w:p w:rsidR="006974AE" w:rsidRDefault="006974AE" w:rsidP="006974AE">
      <w:r>
        <w:t>505.4375</w:t>
      </w:r>
      <w:r>
        <w:tab/>
        <w:t>1.013e0</w:t>
      </w:r>
    </w:p>
    <w:p w:rsidR="006974AE" w:rsidRDefault="006974AE" w:rsidP="006974AE">
      <w:r>
        <w:t>505.4550</w:t>
      </w:r>
      <w:r>
        <w:tab/>
        <w:t>1.013e0</w:t>
      </w:r>
    </w:p>
    <w:p w:rsidR="006974AE" w:rsidRDefault="006974AE" w:rsidP="006974AE">
      <w:r>
        <w:t>505.4630</w:t>
      </w:r>
      <w:r>
        <w:tab/>
        <w:t>1.013e0</w:t>
      </w:r>
    </w:p>
    <w:p w:rsidR="006974AE" w:rsidRDefault="006974AE" w:rsidP="006974AE">
      <w:r>
        <w:t>505.4848</w:t>
      </w:r>
      <w:r>
        <w:tab/>
        <w:t>1.013e0</w:t>
      </w:r>
    </w:p>
    <w:p w:rsidR="006974AE" w:rsidRDefault="006974AE" w:rsidP="006974AE">
      <w:r>
        <w:t>505.4982</w:t>
      </w:r>
      <w:r>
        <w:tab/>
        <w:t>1.013e0</w:t>
      </w:r>
    </w:p>
    <w:p w:rsidR="006974AE" w:rsidRDefault="006974AE" w:rsidP="006974AE">
      <w:r>
        <w:t>505.5397</w:t>
      </w:r>
      <w:r>
        <w:tab/>
        <w:t>1.013e0</w:t>
      </w:r>
    </w:p>
    <w:p w:rsidR="006974AE" w:rsidRDefault="006974AE" w:rsidP="006974AE">
      <w:r>
        <w:t>505.5515</w:t>
      </w:r>
      <w:r>
        <w:tab/>
        <w:t>2.025e0</w:t>
      </w:r>
    </w:p>
    <w:p w:rsidR="006974AE" w:rsidRDefault="006974AE" w:rsidP="006974AE">
      <w:r>
        <w:t>505.5788</w:t>
      </w:r>
      <w:r>
        <w:tab/>
        <w:t>1.013e0</w:t>
      </w:r>
    </w:p>
    <w:p w:rsidR="006974AE" w:rsidRDefault="006974AE" w:rsidP="006974AE">
      <w:r>
        <w:t>505.6011</w:t>
      </w:r>
      <w:r>
        <w:tab/>
        <w:t>2.025e0</w:t>
      </w:r>
    </w:p>
    <w:p w:rsidR="006974AE" w:rsidRDefault="006974AE" w:rsidP="006974AE">
      <w:r>
        <w:t>505.6166</w:t>
      </w:r>
      <w:r>
        <w:tab/>
        <w:t>4.051e0</w:t>
      </w:r>
    </w:p>
    <w:p w:rsidR="006974AE" w:rsidRDefault="006974AE" w:rsidP="006974AE">
      <w:r>
        <w:t>505.6648</w:t>
      </w:r>
      <w:r>
        <w:tab/>
        <w:t>1.013e0</w:t>
      </w:r>
    </w:p>
    <w:p w:rsidR="006974AE" w:rsidRDefault="006974AE" w:rsidP="006974AE">
      <w:r>
        <w:t>505.6789</w:t>
      </w:r>
      <w:r>
        <w:tab/>
        <w:t>2.286e0</w:t>
      </w:r>
    </w:p>
    <w:p w:rsidR="006974AE" w:rsidRDefault="006974AE" w:rsidP="006974AE">
      <w:r>
        <w:t>505.6813</w:t>
      </w:r>
      <w:r>
        <w:tab/>
        <w:t>2.025e0</w:t>
      </w:r>
    </w:p>
    <w:p w:rsidR="006974AE" w:rsidRDefault="006974AE" w:rsidP="006974AE">
      <w:r>
        <w:lastRenderedPageBreak/>
        <w:t>505.6924</w:t>
      </w:r>
      <w:r>
        <w:tab/>
        <w:t>1.013e0</w:t>
      </w:r>
    </w:p>
    <w:p w:rsidR="006974AE" w:rsidRDefault="006974AE" w:rsidP="006974AE">
      <w:r>
        <w:t>505.7050</w:t>
      </w:r>
      <w:r>
        <w:tab/>
        <w:t>3.038e0</w:t>
      </w:r>
    </w:p>
    <w:p w:rsidR="006974AE" w:rsidRDefault="006974AE" w:rsidP="006974AE">
      <w:r>
        <w:t>505.7175</w:t>
      </w:r>
      <w:r>
        <w:tab/>
        <w:t>3.038e0</w:t>
      </w:r>
    </w:p>
    <w:p w:rsidR="006974AE" w:rsidRDefault="006974AE" w:rsidP="006974AE">
      <w:r>
        <w:t>505.7186</w:t>
      </w:r>
      <w:r>
        <w:tab/>
        <w:t>2.025e0</w:t>
      </w:r>
    </w:p>
    <w:p w:rsidR="006974AE" w:rsidRDefault="006974AE" w:rsidP="006974AE">
      <w:r>
        <w:t>505.7350</w:t>
      </w:r>
      <w:r>
        <w:tab/>
        <w:t>1.013e0</w:t>
      </w:r>
    </w:p>
    <w:p w:rsidR="006974AE" w:rsidRDefault="006974AE" w:rsidP="006974AE">
      <w:r>
        <w:t>505.7766</w:t>
      </w:r>
      <w:r>
        <w:tab/>
        <w:t>2.025e0</w:t>
      </w:r>
    </w:p>
    <w:p w:rsidR="006974AE" w:rsidRDefault="006974AE" w:rsidP="006974AE">
      <w:r>
        <w:t>505.7794</w:t>
      </w:r>
      <w:r>
        <w:tab/>
        <w:t>1.013e0</w:t>
      </w:r>
    </w:p>
    <w:p w:rsidR="006974AE" w:rsidRDefault="006974AE" w:rsidP="006974AE">
      <w:r>
        <w:t>505.7880</w:t>
      </w:r>
      <w:r>
        <w:tab/>
        <w:t>3.038e0</w:t>
      </w:r>
    </w:p>
    <w:p w:rsidR="006974AE" w:rsidRDefault="006974AE" w:rsidP="006974AE">
      <w:r>
        <w:t>505.8139</w:t>
      </w:r>
      <w:r>
        <w:tab/>
        <w:t>1.013e0</w:t>
      </w:r>
    </w:p>
    <w:p w:rsidR="006974AE" w:rsidRDefault="006974AE" w:rsidP="006974AE">
      <w:r>
        <w:t>505.8500</w:t>
      </w:r>
      <w:r>
        <w:tab/>
        <w:t>2.025e0</w:t>
      </w:r>
    </w:p>
    <w:p w:rsidR="006974AE" w:rsidRDefault="006974AE" w:rsidP="006974AE">
      <w:r>
        <w:t>505.8607</w:t>
      </w:r>
      <w:r>
        <w:tab/>
        <w:t>1.013e0</w:t>
      </w:r>
    </w:p>
    <w:p w:rsidR="006974AE" w:rsidRDefault="006974AE" w:rsidP="006974AE">
      <w:r>
        <w:t>505.8708</w:t>
      </w:r>
      <w:r>
        <w:tab/>
        <w:t>2.025e0</w:t>
      </w:r>
    </w:p>
    <w:p w:rsidR="006974AE" w:rsidRDefault="006974AE" w:rsidP="006974AE">
      <w:r>
        <w:t>505.9151</w:t>
      </w:r>
      <w:r>
        <w:tab/>
        <w:t>3.038e0</w:t>
      </w:r>
    </w:p>
    <w:p w:rsidR="006974AE" w:rsidRDefault="006974AE" w:rsidP="006974AE">
      <w:r>
        <w:t>505.9239</w:t>
      </w:r>
      <w:r>
        <w:tab/>
        <w:t>2.025e0</w:t>
      </w:r>
    </w:p>
    <w:p w:rsidR="006974AE" w:rsidRDefault="006974AE" w:rsidP="006974AE">
      <w:r>
        <w:t>505.9332</w:t>
      </w:r>
      <w:r>
        <w:tab/>
        <w:t>4.051e0</w:t>
      </w:r>
    </w:p>
    <w:p w:rsidR="006974AE" w:rsidRDefault="006974AE" w:rsidP="006974AE">
      <w:r>
        <w:t>505.9455</w:t>
      </w:r>
      <w:r>
        <w:tab/>
        <w:t>1.013e0</w:t>
      </w:r>
    </w:p>
    <w:p w:rsidR="006974AE" w:rsidRDefault="006974AE" w:rsidP="006974AE">
      <w:r>
        <w:t>505.9547</w:t>
      </w:r>
      <w:r>
        <w:tab/>
        <w:t>3.038e0</w:t>
      </w:r>
    </w:p>
    <w:p w:rsidR="006974AE" w:rsidRDefault="006974AE" w:rsidP="006974AE">
      <w:r>
        <w:t>506.0006</w:t>
      </w:r>
      <w:r>
        <w:tab/>
        <w:t>1.808e0</w:t>
      </w:r>
    </w:p>
    <w:p w:rsidR="006974AE" w:rsidRDefault="006974AE" w:rsidP="006974AE">
      <w:r>
        <w:t>506.0420</w:t>
      </w:r>
      <w:r>
        <w:tab/>
        <w:t>1.013e0</w:t>
      </w:r>
    </w:p>
    <w:p w:rsidR="006974AE" w:rsidRDefault="006974AE" w:rsidP="006974AE">
      <w:r>
        <w:lastRenderedPageBreak/>
        <w:t>506.0514</w:t>
      </w:r>
      <w:r>
        <w:tab/>
        <w:t>2.389e0</w:t>
      </w:r>
    </w:p>
    <w:p w:rsidR="006974AE" w:rsidRDefault="006974AE" w:rsidP="006974AE">
      <w:r>
        <w:t>506.0598</w:t>
      </w:r>
      <w:r>
        <w:tab/>
        <w:t>2.025e0</w:t>
      </w:r>
    </w:p>
    <w:p w:rsidR="006974AE" w:rsidRDefault="006974AE" w:rsidP="006974AE">
      <w:r>
        <w:t>506.0644</w:t>
      </w:r>
      <w:r>
        <w:tab/>
        <w:t>3.038e0</w:t>
      </w:r>
    </w:p>
    <w:p w:rsidR="006974AE" w:rsidRDefault="006974AE" w:rsidP="006974AE">
      <w:r>
        <w:t>506.1051</w:t>
      </w:r>
      <w:r>
        <w:tab/>
        <w:t>1.013e0</w:t>
      </w:r>
    </w:p>
    <w:p w:rsidR="006974AE" w:rsidRDefault="006974AE" w:rsidP="006974AE">
      <w:r>
        <w:t>506.1206</w:t>
      </w:r>
      <w:r>
        <w:tab/>
        <w:t>1.013e0</w:t>
      </w:r>
    </w:p>
    <w:p w:rsidR="006974AE" w:rsidRDefault="006974AE" w:rsidP="006974AE">
      <w:r>
        <w:t>506.1367</w:t>
      </w:r>
      <w:r>
        <w:tab/>
        <w:t>3.452e0</w:t>
      </w:r>
    </w:p>
    <w:p w:rsidR="006974AE" w:rsidRDefault="006974AE" w:rsidP="006974AE">
      <w:r>
        <w:t>506.1413</w:t>
      </w:r>
      <w:r>
        <w:tab/>
        <w:t>1.013e0</w:t>
      </w:r>
    </w:p>
    <w:p w:rsidR="006974AE" w:rsidRDefault="006974AE" w:rsidP="006974AE">
      <w:r>
        <w:t>506.1461</w:t>
      </w:r>
      <w:r>
        <w:tab/>
        <w:t>2.461e0</w:t>
      </w:r>
    </w:p>
    <w:p w:rsidR="006974AE" w:rsidRDefault="006974AE" w:rsidP="006974AE">
      <w:r>
        <w:t>506.1473</w:t>
      </w:r>
      <w:r>
        <w:tab/>
        <w:t>1.013e0</w:t>
      </w:r>
    </w:p>
    <w:p w:rsidR="006974AE" w:rsidRDefault="006974AE" w:rsidP="006974AE">
      <w:r>
        <w:t>506.1816</w:t>
      </w:r>
      <w:r>
        <w:tab/>
        <w:t>1.145e0</w:t>
      </w:r>
    </w:p>
    <w:p w:rsidR="006974AE" w:rsidRDefault="006974AE" w:rsidP="006974AE">
      <w:r>
        <w:t>506.1829</w:t>
      </w:r>
      <w:r>
        <w:tab/>
        <w:t>1.087e0</w:t>
      </w:r>
    </w:p>
    <w:p w:rsidR="006974AE" w:rsidRDefault="006974AE" w:rsidP="006974AE">
      <w:r>
        <w:t>506.1962</w:t>
      </w:r>
      <w:r>
        <w:tab/>
        <w:t>1.013e0</w:t>
      </w:r>
    </w:p>
    <w:p w:rsidR="006974AE" w:rsidRDefault="006974AE" w:rsidP="006974AE">
      <w:r>
        <w:t>506.2076</w:t>
      </w:r>
      <w:r>
        <w:tab/>
        <w:t>4.051e0</w:t>
      </w:r>
    </w:p>
    <w:p w:rsidR="006974AE" w:rsidRDefault="006974AE" w:rsidP="006974AE">
      <w:r>
        <w:t>506.2299</w:t>
      </w:r>
      <w:r>
        <w:tab/>
        <w:t>1.397e0</w:t>
      </w:r>
    </w:p>
    <w:p w:rsidR="006974AE" w:rsidRDefault="006974AE" w:rsidP="006974AE">
      <w:r>
        <w:t>506.2444</w:t>
      </w:r>
      <w:r>
        <w:tab/>
        <w:t>1.013e0</w:t>
      </w:r>
    </w:p>
    <w:p w:rsidR="006974AE" w:rsidRDefault="006974AE" w:rsidP="006974AE">
      <w:r>
        <w:t>506.2734</w:t>
      </w:r>
      <w:r>
        <w:tab/>
        <w:t>3.038e0</w:t>
      </w:r>
    </w:p>
    <w:p w:rsidR="006974AE" w:rsidRDefault="006974AE" w:rsidP="006974AE">
      <w:r>
        <w:t>506.2883</w:t>
      </w:r>
      <w:r>
        <w:tab/>
        <w:t>1.013e0</w:t>
      </w:r>
    </w:p>
    <w:p w:rsidR="006974AE" w:rsidRDefault="006974AE" w:rsidP="006974AE">
      <w:r>
        <w:t>506.2965</w:t>
      </w:r>
      <w:r>
        <w:tab/>
        <w:t>1.013e0</w:t>
      </w:r>
    </w:p>
    <w:p w:rsidR="006974AE" w:rsidRDefault="006974AE" w:rsidP="006974AE">
      <w:r>
        <w:t>506.3052</w:t>
      </w:r>
      <w:r>
        <w:tab/>
        <w:t>2.025e0</w:t>
      </w:r>
    </w:p>
    <w:p w:rsidR="006974AE" w:rsidRDefault="006974AE" w:rsidP="006974AE">
      <w:r>
        <w:lastRenderedPageBreak/>
        <w:t>506.3141</w:t>
      </w:r>
      <w:r>
        <w:tab/>
        <w:t>1.013e0</w:t>
      </w:r>
    </w:p>
    <w:p w:rsidR="006974AE" w:rsidRDefault="006974AE" w:rsidP="006974AE">
      <w:r>
        <w:t>506.3322</w:t>
      </w:r>
      <w:r>
        <w:tab/>
        <w:t>1.013e0</w:t>
      </w:r>
    </w:p>
    <w:p w:rsidR="006974AE" w:rsidRDefault="006974AE" w:rsidP="006974AE">
      <w:r>
        <w:t>506.3636</w:t>
      </w:r>
      <w:r>
        <w:tab/>
        <w:t>3.038e0</w:t>
      </w:r>
    </w:p>
    <w:p w:rsidR="006974AE" w:rsidRDefault="006974AE" w:rsidP="006974AE">
      <w:r>
        <w:t>506.3679</w:t>
      </w:r>
      <w:r>
        <w:tab/>
        <w:t>1.013e0</w:t>
      </w:r>
    </w:p>
    <w:p w:rsidR="006974AE" w:rsidRDefault="006974AE" w:rsidP="006974AE">
      <w:r>
        <w:t>506.3751</w:t>
      </w:r>
      <w:r>
        <w:tab/>
        <w:t>2.025e0</w:t>
      </w:r>
    </w:p>
    <w:p w:rsidR="006974AE" w:rsidRDefault="006974AE" w:rsidP="006974AE">
      <w:r>
        <w:t>506.3831</w:t>
      </w:r>
      <w:r>
        <w:tab/>
        <w:t>2.025e0</w:t>
      </w:r>
    </w:p>
    <w:p w:rsidR="006974AE" w:rsidRDefault="006974AE" w:rsidP="006974AE">
      <w:r>
        <w:t>506.4106</w:t>
      </w:r>
      <w:r>
        <w:tab/>
        <w:t>2.025e0</w:t>
      </w:r>
    </w:p>
    <w:p w:rsidR="006974AE" w:rsidRDefault="006974AE" w:rsidP="006974AE">
      <w:r>
        <w:t>506.4231</w:t>
      </w:r>
      <w:r>
        <w:tab/>
        <w:t>3.038e0</w:t>
      </w:r>
    </w:p>
    <w:p w:rsidR="006974AE" w:rsidRDefault="006974AE" w:rsidP="006974AE">
      <w:r>
        <w:t>506.4612</w:t>
      </w:r>
      <w:r>
        <w:tab/>
        <w:t>3.038e0</w:t>
      </w:r>
    </w:p>
    <w:p w:rsidR="006974AE" w:rsidRDefault="006974AE" w:rsidP="006974AE">
      <w:r>
        <w:t>506.4903</w:t>
      </w:r>
      <w:r>
        <w:tab/>
        <w:t>1.013e0</w:t>
      </w:r>
    </w:p>
    <w:p w:rsidR="006974AE" w:rsidRDefault="006974AE" w:rsidP="006974AE">
      <w:r>
        <w:t>506.5687</w:t>
      </w:r>
      <w:r>
        <w:tab/>
        <w:t>1.013e0</w:t>
      </w:r>
    </w:p>
    <w:p w:rsidR="006974AE" w:rsidRDefault="006974AE" w:rsidP="006974AE">
      <w:r>
        <w:t>506.5781</w:t>
      </w:r>
      <w:r>
        <w:tab/>
        <w:t>1.013e0</w:t>
      </w:r>
    </w:p>
    <w:p w:rsidR="006974AE" w:rsidRDefault="006974AE" w:rsidP="006974AE">
      <w:r>
        <w:t>506.6572</w:t>
      </w:r>
      <w:r>
        <w:tab/>
        <w:t>1.013e0</w:t>
      </w:r>
    </w:p>
    <w:p w:rsidR="006974AE" w:rsidRDefault="006974AE" w:rsidP="006974AE">
      <w:r>
        <w:t>506.6614</w:t>
      </w:r>
      <w:r>
        <w:tab/>
        <w:t>2.025e0</w:t>
      </w:r>
    </w:p>
    <w:p w:rsidR="006974AE" w:rsidRDefault="006974AE" w:rsidP="006974AE">
      <w:r>
        <w:t>506.6676</w:t>
      </w:r>
      <w:r>
        <w:tab/>
        <w:t>1.013e0</w:t>
      </w:r>
    </w:p>
    <w:p w:rsidR="006974AE" w:rsidRDefault="006974AE" w:rsidP="006974AE">
      <w:r>
        <w:t>506.7039</w:t>
      </w:r>
      <w:r>
        <w:tab/>
        <w:t>3.038e0</w:t>
      </w:r>
    </w:p>
    <w:p w:rsidR="006974AE" w:rsidRDefault="006974AE" w:rsidP="006974AE">
      <w:r>
        <w:t>506.7312</w:t>
      </w:r>
      <w:r>
        <w:tab/>
        <w:t>2.025e0</w:t>
      </w:r>
    </w:p>
    <w:p w:rsidR="006974AE" w:rsidRDefault="006974AE" w:rsidP="006974AE">
      <w:r>
        <w:t>506.7362</w:t>
      </w:r>
      <w:r>
        <w:tab/>
        <w:t>1.013e0</w:t>
      </w:r>
    </w:p>
    <w:p w:rsidR="006974AE" w:rsidRDefault="006974AE" w:rsidP="006974AE">
      <w:r>
        <w:t>506.7410</w:t>
      </w:r>
      <w:r>
        <w:tab/>
        <w:t>1.013e0</w:t>
      </w:r>
    </w:p>
    <w:p w:rsidR="006974AE" w:rsidRDefault="006974AE" w:rsidP="006974AE">
      <w:r>
        <w:lastRenderedPageBreak/>
        <w:t>506.7486</w:t>
      </w:r>
      <w:r>
        <w:tab/>
        <w:t>3.038e0</w:t>
      </w:r>
    </w:p>
    <w:p w:rsidR="006974AE" w:rsidRDefault="006974AE" w:rsidP="006974AE">
      <w:r>
        <w:t>506.7770</w:t>
      </w:r>
      <w:r>
        <w:tab/>
        <w:t>1.013e0</w:t>
      </w:r>
    </w:p>
    <w:p w:rsidR="006974AE" w:rsidRDefault="006974AE" w:rsidP="006974AE">
      <w:r>
        <w:t>506.8139</w:t>
      </w:r>
      <w:r>
        <w:tab/>
        <w:t>1.013e0</w:t>
      </w:r>
    </w:p>
    <w:p w:rsidR="006974AE" w:rsidRDefault="006974AE" w:rsidP="006974AE">
      <w:r>
        <w:t>506.8591</w:t>
      </w:r>
      <w:r>
        <w:tab/>
        <w:t>3.038e0</w:t>
      </w:r>
    </w:p>
    <w:p w:rsidR="006974AE" w:rsidRDefault="006974AE" w:rsidP="006974AE">
      <w:r>
        <w:t>506.8725</w:t>
      </w:r>
      <w:r>
        <w:tab/>
        <w:t>1.013e0</w:t>
      </w:r>
    </w:p>
    <w:p w:rsidR="006974AE" w:rsidRDefault="006974AE" w:rsidP="006974AE">
      <w:r>
        <w:t>506.8856</w:t>
      </w:r>
      <w:r>
        <w:tab/>
        <w:t>1.013e0</w:t>
      </w:r>
    </w:p>
    <w:p w:rsidR="006974AE" w:rsidRDefault="006974AE" w:rsidP="006974AE">
      <w:r>
        <w:t>506.8941</w:t>
      </w:r>
      <w:r>
        <w:tab/>
        <w:t>2.025e0</w:t>
      </w:r>
    </w:p>
    <w:p w:rsidR="006974AE" w:rsidRDefault="006974AE" w:rsidP="006974AE">
      <w:r>
        <w:t>506.9032</w:t>
      </w:r>
      <w:r>
        <w:tab/>
        <w:t>3.038e0</w:t>
      </w:r>
    </w:p>
    <w:p w:rsidR="006974AE" w:rsidRDefault="006974AE" w:rsidP="006974AE">
      <w:r>
        <w:t>506.9091</w:t>
      </w:r>
      <w:r>
        <w:tab/>
        <w:t>1.013e0</w:t>
      </w:r>
    </w:p>
    <w:p w:rsidR="006974AE" w:rsidRDefault="006974AE" w:rsidP="006974AE">
      <w:r>
        <w:t>506.9453</w:t>
      </w:r>
      <w:r>
        <w:tab/>
        <w:t>1.013e0</w:t>
      </w:r>
    </w:p>
    <w:p w:rsidR="006974AE" w:rsidRDefault="006974AE" w:rsidP="006974AE">
      <w:r>
        <w:t>506.9563</w:t>
      </w:r>
      <w:r>
        <w:tab/>
        <w:t>3.038e0</w:t>
      </w:r>
    </w:p>
    <w:p w:rsidR="006974AE" w:rsidRDefault="006974AE" w:rsidP="006974AE">
      <w:r>
        <w:t>506.9729</w:t>
      </w:r>
      <w:r>
        <w:tab/>
        <w:t>1.013e0</w:t>
      </w:r>
    </w:p>
    <w:p w:rsidR="006974AE" w:rsidRDefault="006974AE" w:rsidP="006974AE">
      <w:r>
        <w:t>507.0086</w:t>
      </w:r>
      <w:r>
        <w:tab/>
        <w:t>1.013e0</w:t>
      </w:r>
    </w:p>
    <w:p w:rsidR="006974AE" w:rsidRDefault="006974AE" w:rsidP="006974AE">
      <w:r>
        <w:t>507.0124</w:t>
      </w:r>
      <w:r>
        <w:tab/>
        <w:t>2.025e0</w:t>
      </w:r>
    </w:p>
    <w:p w:rsidR="006974AE" w:rsidRDefault="006974AE" w:rsidP="006974AE">
      <w:r>
        <w:t>507.0435</w:t>
      </w:r>
      <w:r>
        <w:tab/>
        <w:t>2.025e0</w:t>
      </w:r>
    </w:p>
    <w:p w:rsidR="006974AE" w:rsidRDefault="006974AE" w:rsidP="006974AE">
      <w:r>
        <w:t>507.0803</w:t>
      </w:r>
      <w:r>
        <w:tab/>
        <w:t>1.013e0</w:t>
      </w:r>
    </w:p>
    <w:p w:rsidR="006974AE" w:rsidRDefault="006974AE" w:rsidP="006974AE">
      <w:r>
        <w:t>507.0829</w:t>
      </w:r>
      <w:r>
        <w:tab/>
        <w:t>2.025e0</w:t>
      </w:r>
    </w:p>
    <w:p w:rsidR="006974AE" w:rsidRDefault="006974AE" w:rsidP="006974AE">
      <w:r>
        <w:t>507.0987</w:t>
      </w:r>
      <w:r>
        <w:tab/>
        <w:t>1.013e0</w:t>
      </w:r>
    </w:p>
    <w:p w:rsidR="006974AE" w:rsidRDefault="006974AE" w:rsidP="006974AE">
      <w:r>
        <w:t>507.1138</w:t>
      </w:r>
      <w:r>
        <w:tab/>
        <w:t>2.025e0</w:t>
      </w:r>
    </w:p>
    <w:p w:rsidR="006974AE" w:rsidRDefault="006974AE" w:rsidP="006974AE">
      <w:r>
        <w:lastRenderedPageBreak/>
        <w:t>507.1594</w:t>
      </w:r>
      <w:r>
        <w:tab/>
        <w:t>1.449e0</w:t>
      </w:r>
    </w:p>
    <w:p w:rsidR="006974AE" w:rsidRDefault="006974AE" w:rsidP="006974AE">
      <w:r>
        <w:t>507.2603</w:t>
      </w:r>
      <w:r>
        <w:tab/>
        <w:t>5.063e0</w:t>
      </w:r>
    </w:p>
    <w:p w:rsidR="006974AE" w:rsidRDefault="006974AE" w:rsidP="006974AE">
      <w:r>
        <w:t>507.2642</w:t>
      </w:r>
      <w:r>
        <w:tab/>
        <w:t>1.344e0</w:t>
      </w:r>
    </w:p>
    <w:p w:rsidR="006974AE" w:rsidRDefault="006974AE" w:rsidP="006974AE">
      <w:r>
        <w:t>507.2722</w:t>
      </w:r>
      <w:r>
        <w:tab/>
        <w:t>3.038e0</w:t>
      </w:r>
    </w:p>
    <w:p w:rsidR="006974AE" w:rsidRDefault="006974AE" w:rsidP="006974AE">
      <w:r>
        <w:t>507.2914</w:t>
      </w:r>
      <w:r>
        <w:tab/>
        <w:t>1.519e0</w:t>
      </w:r>
    </w:p>
    <w:p w:rsidR="006974AE" w:rsidRDefault="006974AE" w:rsidP="006974AE">
      <w:r>
        <w:t>507.3154</w:t>
      </w:r>
      <w:r>
        <w:tab/>
        <w:t>2.025e0</w:t>
      </w:r>
    </w:p>
    <w:p w:rsidR="006974AE" w:rsidRDefault="006974AE" w:rsidP="006974AE">
      <w:r>
        <w:t>507.3474</w:t>
      </w:r>
      <w:r>
        <w:tab/>
        <w:t>5.063e0</w:t>
      </w:r>
    </w:p>
    <w:p w:rsidR="006974AE" w:rsidRDefault="006974AE" w:rsidP="006974AE">
      <w:r>
        <w:t>507.3509</w:t>
      </w:r>
      <w:r>
        <w:tab/>
        <w:t>1.013e0</w:t>
      </w:r>
    </w:p>
    <w:p w:rsidR="006974AE" w:rsidRDefault="006974AE" w:rsidP="006974AE">
      <w:r>
        <w:t>507.3594</w:t>
      </w:r>
      <w:r>
        <w:tab/>
        <w:t>2.025e0</w:t>
      </w:r>
    </w:p>
    <w:p w:rsidR="006974AE" w:rsidRDefault="006974AE" w:rsidP="006974AE">
      <w:r>
        <w:t>507.3930</w:t>
      </w:r>
      <w:r>
        <w:tab/>
        <w:t>2.025e0</w:t>
      </w:r>
    </w:p>
    <w:p w:rsidR="006974AE" w:rsidRDefault="006974AE" w:rsidP="006974AE">
      <w:r>
        <w:t>507.3949</w:t>
      </w:r>
      <w:r>
        <w:tab/>
        <w:t>1.013e0</w:t>
      </w:r>
    </w:p>
    <w:p w:rsidR="006974AE" w:rsidRDefault="006974AE" w:rsidP="006974AE">
      <w:r>
        <w:t>507.4043</w:t>
      </w:r>
      <w:r>
        <w:tab/>
        <w:t>1.013e0</w:t>
      </w:r>
    </w:p>
    <w:p w:rsidR="006974AE" w:rsidRDefault="006974AE" w:rsidP="006974AE">
      <w:r>
        <w:t>507.4477</w:t>
      </w:r>
      <w:r>
        <w:tab/>
        <w:t>1.013e0</w:t>
      </w:r>
    </w:p>
    <w:p w:rsidR="006974AE" w:rsidRDefault="006974AE" w:rsidP="006974AE">
      <w:r>
        <w:t>507.4531</w:t>
      </w:r>
      <w:r>
        <w:tab/>
        <w:t>3.038e0</w:t>
      </w:r>
    </w:p>
    <w:p w:rsidR="006974AE" w:rsidRDefault="006974AE" w:rsidP="006974AE">
      <w:r>
        <w:t>507.4578</w:t>
      </w:r>
      <w:r>
        <w:tab/>
        <w:t>2.025e0</w:t>
      </w:r>
    </w:p>
    <w:p w:rsidR="006974AE" w:rsidRDefault="006974AE" w:rsidP="006974AE">
      <w:r>
        <w:t>507.4659</w:t>
      </w:r>
      <w:r>
        <w:tab/>
        <w:t>1.013e0</w:t>
      </w:r>
    </w:p>
    <w:p w:rsidR="006974AE" w:rsidRDefault="006974AE" w:rsidP="006974AE">
      <w:r>
        <w:t>507.4713</w:t>
      </w:r>
      <w:r>
        <w:tab/>
        <w:t>2.025e0</w:t>
      </w:r>
    </w:p>
    <w:p w:rsidR="006974AE" w:rsidRDefault="006974AE" w:rsidP="006974AE">
      <w:r>
        <w:t>507.4965</w:t>
      </w:r>
      <w:r>
        <w:tab/>
        <w:t>2.025e0</w:t>
      </w:r>
    </w:p>
    <w:p w:rsidR="006974AE" w:rsidRDefault="006974AE" w:rsidP="006974AE">
      <w:r>
        <w:t>507.5181</w:t>
      </w:r>
      <w:r>
        <w:tab/>
        <w:t>1.013e0</w:t>
      </w:r>
    </w:p>
    <w:p w:rsidR="006974AE" w:rsidRDefault="006974AE" w:rsidP="006974AE">
      <w:r>
        <w:lastRenderedPageBreak/>
        <w:t>507.5472</w:t>
      </w:r>
      <w:r>
        <w:tab/>
        <w:t>2.025e0</w:t>
      </w:r>
    </w:p>
    <w:p w:rsidR="006974AE" w:rsidRDefault="006974AE" w:rsidP="006974AE">
      <w:r>
        <w:t>507.5665</w:t>
      </w:r>
      <w:r>
        <w:tab/>
        <w:t>1.013e0</w:t>
      </w:r>
    </w:p>
    <w:p w:rsidR="006974AE" w:rsidRDefault="006974AE" w:rsidP="006974AE">
      <w:r>
        <w:t>507.5711</w:t>
      </w:r>
      <w:r>
        <w:tab/>
        <w:t>3.038e0</w:t>
      </w:r>
    </w:p>
    <w:p w:rsidR="006974AE" w:rsidRDefault="006974AE" w:rsidP="006974AE">
      <w:r>
        <w:t>507.6061</w:t>
      </w:r>
      <w:r>
        <w:tab/>
        <w:t>1.013e0</w:t>
      </w:r>
    </w:p>
    <w:p w:rsidR="006974AE" w:rsidRDefault="006974AE" w:rsidP="006974AE">
      <w:r>
        <w:t>507.6576</w:t>
      </w:r>
      <w:r>
        <w:tab/>
        <w:t>1.013e0</w:t>
      </w:r>
    </w:p>
    <w:p w:rsidR="006974AE" w:rsidRDefault="006974AE" w:rsidP="006974AE">
      <w:r>
        <w:t>507.6608</w:t>
      </w:r>
      <w:r>
        <w:tab/>
        <w:t>2.025e0</w:t>
      </w:r>
    </w:p>
    <w:p w:rsidR="006974AE" w:rsidRDefault="006974AE" w:rsidP="006974AE">
      <w:r>
        <w:t>507.6761</w:t>
      </w:r>
      <w:r>
        <w:tab/>
        <w:t>1.013e0</w:t>
      </w:r>
    </w:p>
    <w:p w:rsidR="006974AE" w:rsidRDefault="006974AE" w:rsidP="006974AE">
      <w:r>
        <w:t>507.6859</w:t>
      </w:r>
      <w:r>
        <w:tab/>
        <w:t>1.013e0</w:t>
      </w:r>
    </w:p>
    <w:p w:rsidR="006974AE" w:rsidRDefault="006974AE" w:rsidP="006974AE">
      <w:r>
        <w:t>507.6941</w:t>
      </w:r>
      <w:r>
        <w:tab/>
        <w:t>1.013e0</w:t>
      </w:r>
    </w:p>
    <w:p w:rsidR="006974AE" w:rsidRDefault="006974AE" w:rsidP="006974AE">
      <w:r>
        <w:t>507.7254</w:t>
      </w:r>
      <w:r>
        <w:tab/>
        <w:t>2.025e0</w:t>
      </w:r>
    </w:p>
    <w:p w:rsidR="006974AE" w:rsidRDefault="006974AE" w:rsidP="006974AE">
      <w:r>
        <w:t>507.7293</w:t>
      </w:r>
      <w:r>
        <w:tab/>
        <w:t>1.013e0</w:t>
      </w:r>
    </w:p>
    <w:p w:rsidR="006974AE" w:rsidRDefault="006974AE" w:rsidP="006974AE">
      <w:r>
        <w:t>507.7473</w:t>
      </w:r>
      <w:r>
        <w:tab/>
        <w:t>3.038e0</w:t>
      </w:r>
    </w:p>
    <w:p w:rsidR="006974AE" w:rsidRDefault="006974AE" w:rsidP="006974AE">
      <w:r>
        <w:t>507.7827</w:t>
      </w:r>
      <w:r>
        <w:tab/>
        <w:t>1.013e0</w:t>
      </w:r>
    </w:p>
    <w:p w:rsidR="006974AE" w:rsidRDefault="006974AE" w:rsidP="006974AE">
      <w:r>
        <w:t>507.7997</w:t>
      </w:r>
      <w:r>
        <w:tab/>
        <w:t>1.013e0</w:t>
      </w:r>
    </w:p>
    <w:p w:rsidR="006974AE" w:rsidRDefault="006974AE" w:rsidP="006974AE">
      <w:r>
        <w:t>507.8443</w:t>
      </w:r>
      <w:r>
        <w:tab/>
        <w:t>1.013e0</w:t>
      </w:r>
    </w:p>
    <w:p w:rsidR="006974AE" w:rsidRDefault="006974AE" w:rsidP="006974AE">
      <w:r>
        <w:t>507.8477</w:t>
      </w:r>
      <w:r>
        <w:tab/>
        <w:t>1.013e0</w:t>
      </w:r>
    </w:p>
    <w:p w:rsidR="006974AE" w:rsidRDefault="006974AE" w:rsidP="006974AE">
      <w:r>
        <w:t>507.8513</w:t>
      </w:r>
      <w:r>
        <w:tab/>
        <w:t>2.025e0</w:t>
      </w:r>
    </w:p>
    <w:p w:rsidR="006974AE" w:rsidRDefault="006974AE" w:rsidP="006974AE">
      <w:r>
        <w:t>507.8625</w:t>
      </w:r>
      <w:r>
        <w:tab/>
        <w:t>2.025e0</w:t>
      </w:r>
    </w:p>
    <w:p w:rsidR="006974AE" w:rsidRDefault="006974AE" w:rsidP="006974AE">
      <w:r>
        <w:t>507.8884</w:t>
      </w:r>
      <w:r>
        <w:tab/>
        <w:t>2.025e0</w:t>
      </w:r>
    </w:p>
    <w:p w:rsidR="006974AE" w:rsidRDefault="006974AE" w:rsidP="006974AE">
      <w:r>
        <w:lastRenderedPageBreak/>
        <w:t>507.8951</w:t>
      </w:r>
      <w:r>
        <w:tab/>
        <w:t>2.025e0</w:t>
      </w:r>
    </w:p>
    <w:p w:rsidR="006974AE" w:rsidRDefault="006974AE" w:rsidP="006974AE">
      <w:r>
        <w:t>507.9429</w:t>
      </w:r>
      <w:r>
        <w:tab/>
        <w:t>2.025e0</w:t>
      </w:r>
    </w:p>
    <w:p w:rsidR="006974AE" w:rsidRDefault="006974AE" w:rsidP="006974AE">
      <w:r>
        <w:t>507.9501</w:t>
      </w:r>
      <w:r>
        <w:tab/>
        <w:t>2.025e0</w:t>
      </w:r>
    </w:p>
    <w:p w:rsidR="006974AE" w:rsidRDefault="006974AE" w:rsidP="006974AE">
      <w:r>
        <w:t>507.9685</w:t>
      </w:r>
      <w:r>
        <w:tab/>
        <w:t>2.025e0</w:t>
      </w:r>
    </w:p>
    <w:p w:rsidR="006974AE" w:rsidRDefault="006974AE" w:rsidP="006974AE">
      <w:r>
        <w:t>507.9785</w:t>
      </w:r>
      <w:r>
        <w:tab/>
        <w:t>1.013e0</w:t>
      </w:r>
    </w:p>
    <w:p w:rsidR="006974AE" w:rsidRDefault="006974AE" w:rsidP="006974AE">
      <w:r>
        <w:t>507.9824</w:t>
      </w:r>
      <w:r>
        <w:tab/>
        <w:t>2.025e0</w:t>
      </w:r>
    </w:p>
    <w:p w:rsidR="006974AE" w:rsidRDefault="006974AE" w:rsidP="006974AE">
      <w:r>
        <w:t>507.9934</w:t>
      </w:r>
      <w:r>
        <w:tab/>
        <w:t>1.013e0</w:t>
      </w:r>
    </w:p>
    <w:p w:rsidR="006974AE" w:rsidRDefault="006974AE" w:rsidP="006974AE">
      <w:r>
        <w:t>508.0202</w:t>
      </w:r>
      <w:r>
        <w:tab/>
        <w:t>3.038e0</w:t>
      </w:r>
    </w:p>
    <w:p w:rsidR="006974AE" w:rsidRDefault="006974AE" w:rsidP="006974AE">
      <w:r>
        <w:t>508.0286</w:t>
      </w:r>
      <w:r>
        <w:tab/>
        <w:t>3.038e0</w:t>
      </w:r>
    </w:p>
    <w:p w:rsidR="006974AE" w:rsidRDefault="006974AE" w:rsidP="006974AE">
      <w:r>
        <w:t>508.0493</w:t>
      </w:r>
      <w:r>
        <w:tab/>
        <w:t>3.038e0</w:t>
      </w:r>
    </w:p>
    <w:p w:rsidR="006974AE" w:rsidRDefault="006974AE" w:rsidP="006974AE">
      <w:r>
        <w:t>508.1167</w:t>
      </w:r>
      <w:r>
        <w:tab/>
        <w:t>1.013e0</w:t>
      </w:r>
    </w:p>
    <w:p w:rsidR="006974AE" w:rsidRDefault="006974AE" w:rsidP="006974AE">
      <w:r>
        <w:t>508.1255</w:t>
      </w:r>
      <w:r>
        <w:tab/>
        <w:t>1.013e0</w:t>
      </w:r>
    </w:p>
    <w:p w:rsidR="006974AE" w:rsidRDefault="006974AE" w:rsidP="006974AE">
      <w:r>
        <w:t>508.1613</w:t>
      </w:r>
      <w:r>
        <w:tab/>
        <w:t>1.013e0</w:t>
      </w:r>
    </w:p>
    <w:p w:rsidR="006974AE" w:rsidRDefault="006974AE" w:rsidP="006974AE">
      <w:r>
        <w:t>508.1851</w:t>
      </w:r>
      <w:r>
        <w:tab/>
        <w:t>5.160e0</w:t>
      </w:r>
    </w:p>
    <w:p w:rsidR="006974AE" w:rsidRDefault="006974AE" w:rsidP="006974AE">
      <w:r>
        <w:t>508.1882</w:t>
      </w:r>
      <w:r>
        <w:tab/>
        <w:t>5.175e0</w:t>
      </w:r>
    </w:p>
    <w:p w:rsidR="006974AE" w:rsidRDefault="006974AE" w:rsidP="006974AE">
      <w:r>
        <w:t>508.2095</w:t>
      </w:r>
      <w:r>
        <w:tab/>
        <w:t>6.819e0</w:t>
      </w:r>
    </w:p>
    <w:p w:rsidR="006974AE" w:rsidRDefault="006974AE" w:rsidP="006974AE">
      <w:r>
        <w:t>508.2135</w:t>
      </w:r>
      <w:r>
        <w:tab/>
        <w:t>2.025e0</w:t>
      </w:r>
    </w:p>
    <w:p w:rsidR="006974AE" w:rsidRDefault="006974AE" w:rsidP="006974AE">
      <w:r>
        <w:t>508.2324</w:t>
      </w:r>
      <w:r>
        <w:tab/>
        <w:t>5.621e0</w:t>
      </w:r>
    </w:p>
    <w:p w:rsidR="006974AE" w:rsidRDefault="006974AE" w:rsidP="006974AE">
      <w:r>
        <w:t>508.2788</w:t>
      </w:r>
      <w:r>
        <w:tab/>
        <w:t>1.013e0</w:t>
      </w:r>
    </w:p>
    <w:p w:rsidR="006974AE" w:rsidRDefault="006974AE" w:rsidP="006974AE">
      <w:r>
        <w:lastRenderedPageBreak/>
        <w:t>508.2965</w:t>
      </w:r>
      <w:r>
        <w:tab/>
        <w:t>1.013e0</w:t>
      </w:r>
    </w:p>
    <w:p w:rsidR="006974AE" w:rsidRDefault="006974AE" w:rsidP="006974AE">
      <w:r>
        <w:t>508.2976</w:t>
      </w:r>
      <w:r>
        <w:tab/>
        <w:t>2.025e0</w:t>
      </w:r>
    </w:p>
    <w:p w:rsidR="006974AE" w:rsidRDefault="006974AE" w:rsidP="006974AE">
      <w:r>
        <w:t>508.3297</w:t>
      </w:r>
      <w:r>
        <w:tab/>
        <w:t>2.025e0</w:t>
      </w:r>
    </w:p>
    <w:p w:rsidR="006974AE" w:rsidRDefault="006974AE" w:rsidP="006974AE">
      <w:r>
        <w:t>508.3334</w:t>
      </w:r>
      <w:r>
        <w:tab/>
        <w:t>3.038e0</w:t>
      </w:r>
    </w:p>
    <w:p w:rsidR="006974AE" w:rsidRDefault="006974AE" w:rsidP="006974AE">
      <w:r>
        <w:t>508.3457</w:t>
      </w:r>
      <w:r>
        <w:tab/>
        <w:t>1.013e0</w:t>
      </w:r>
    </w:p>
    <w:p w:rsidR="006974AE" w:rsidRDefault="006974AE" w:rsidP="006974AE">
      <w:r>
        <w:t>508.3881</w:t>
      </w:r>
      <w:r>
        <w:tab/>
        <w:t>2.716e0</w:t>
      </w:r>
    </w:p>
    <w:p w:rsidR="006974AE" w:rsidRDefault="006974AE" w:rsidP="006974AE">
      <w:r>
        <w:t>508.3918</w:t>
      </w:r>
      <w:r>
        <w:tab/>
        <w:t>1.013e0</w:t>
      </w:r>
    </w:p>
    <w:p w:rsidR="006974AE" w:rsidRDefault="006974AE" w:rsidP="006974AE">
      <w:r>
        <w:t>508.4094</w:t>
      </w:r>
      <w:r>
        <w:tab/>
        <w:t>4.051e0</w:t>
      </w:r>
    </w:p>
    <w:p w:rsidR="006974AE" w:rsidRDefault="006974AE" w:rsidP="006974AE">
      <w:r>
        <w:t>508.4345</w:t>
      </w:r>
      <w:r>
        <w:tab/>
        <w:t>1.013e0</w:t>
      </w:r>
    </w:p>
    <w:p w:rsidR="006974AE" w:rsidRDefault="006974AE" w:rsidP="006974AE">
      <w:r>
        <w:t>508.4463</w:t>
      </w:r>
      <w:r>
        <w:tab/>
        <w:t>1.013e0</w:t>
      </w:r>
    </w:p>
    <w:p w:rsidR="006974AE" w:rsidRDefault="006974AE" w:rsidP="006974AE">
      <w:r>
        <w:t>508.4646</w:t>
      </w:r>
      <w:r>
        <w:tab/>
        <w:t>1.013e0</w:t>
      </w:r>
    </w:p>
    <w:p w:rsidR="006974AE" w:rsidRDefault="006974AE" w:rsidP="006974AE">
      <w:r>
        <w:t>508.4946</w:t>
      </w:r>
      <w:r>
        <w:tab/>
        <w:t>2.025e0</w:t>
      </w:r>
    </w:p>
    <w:p w:rsidR="006974AE" w:rsidRDefault="006974AE" w:rsidP="006974AE">
      <w:r>
        <w:t>508.4962</w:t>
      </w:r>
      <w:r>
        <w:tab/>
        <w:t>1.013e0</w:t>
      </w:r>
    </w:p>
    <w:p w:rsidR="006974AE" w:rsidRDefault="006974AE" w:rsidP="006974AE">
      <w:r>
        <w:t>508.5249</w:t>
      </w:r>
      <w:r>
        <w:tab/>
        <w:t>2.025e0</w:t>
      </w:r>
    </w:p>
    <w:p w:rsidR="006974AE" w:rsidRDefault="006974AE" w:rsidP="006974AE">
      <w:r>
        <w:t>508.5572</w:t>
      </w:r>
      <w:r>
        <w:tab/>
        <w:t>1.013e0</w:t>
      </w:r>
    </w:p>
    <w:p w:rsidR="006974AE" w:rsidRDefault="006974AE" w:rsidP="006974AE">
      <w:r>
        <w:t>508.5661</w:t>
      </w:r>
      <w:r>
        <w:tab/>
        <w:t>1.013e0</w:t>
      </w:r>
    </w:p>
    <w:p w:rsidR="006974AE" w:rsidRDefault="006974AE" w:rsidP="006974AE">
      <w:r>
        <w:t>508.5677</w:t>
      </w:r>
      <w:r>
        <w:tab/>
        <w:t>2.025e0</w:t>
      </w:r>
    </w:p>
    <w:p w:rsidR="006974AE" w:rsidRDefault="006974AE" w:rsidP="006974AE">
      <w:r>
        <w:t>508.6369</w:t>
      </w:r>
      <w:r>
        <w:tab/>
        <w:t>2.025e0</w:t>
      </w:r>
    </w:p>
    <w:p w:rsidR="006974AE" w:rsidRDefault="006974AE" w:rsidP="006974AE">
      <w:r>
        <w:t>508.6460</w:t>
      </w:r>
      <w:r>
        <w:tab/>
        <w:t>1.013e0</w:t>
      </w:r>
    </w:p>
    <w:p w:rsidR="006974AE" w:rsidRDefault="006974AE" w:rsidP="006974AE">
      <w:r>
        <w:lastRenderedPageBreak/>
        <w:t>508.6723</w:t>
      </w:r>
      <w:r>
        <w:tab/>
        <w:t>1.013e0</w:t>
      </w:r>
    </w:p>
    <w:p w:rsidR="006974AE" w:rsidRDefault="006974AE" w:rsidP="006974AE">
      <w:r>
        <w:t>508.7063</w:t>
      </w:r>
      <w:r>
        <w:tab/>
        <w:t>1.013e0</w:t>
      </w:r>
    </w:p>
    <w:p w:rsidR="006974AE" w:rsidRDefault="006974AE" w:rsidP="006974AE">
      <w:r>
        <w:t>508.7933</w:t>
      </w:r>
      <w:r>
        <w:tab/>
        <w:t>2.025e0</w:t>
      </w:r>
    </w:p>
    <w:p w:rsidR="006974AE" w:rsidRDefault="006974AE" w:rsidP="006974AE">
      <w:r>
        <w:t>508.8116</w:t>
      </w:r>
      <w:r>
        <w:tab/>
        <w:t>2.025e0</w:t>
      </w:r>
    </w:p>
    <w:p w:rsidR="006974AE" w:rsidRDefault="006974AE" w:rsidP="006974AE">
      <w:r>
        <w:t>508.8252</w:t>
      </w:r>
      <w:r>
        <w:tab/>
        <w:t>2.025e0</w:t>
      </w:r>
    </w:p>
    <w:p w:rsidR="006974AE" w:rsidRDefault="006974AE" w:rsidP="006974AE">
      <w:r>
        <w:t>508.8432</w:t>
      </w:r>
      <w:r>
        <w:tab/>
        <w:t>2.025e0</w:t>
      </w:r>
    </w:p>
    <w:p w:rsidR="006974AE" w:rsidRDefault="006974AE" w:rsidP="006974AE">
      <w:r>
        <w:t>508.8835</w:t>
      </w:r>
      <w:r>
        <w:tab/>
        <w:t>1.013e0</w:t>
      </w:r>
    </w:p>
    <w:p w:rsidR="006974AE" w:rsidRDefault="006974AE" w:rsidP="006974AE">
      <w:r>
        <w:t>508.9011</w:t>
      </w:r>
      <w:r>
        <w:tab/>
        <w:t>1.013e0</w:t>
      </w:r>
    </w:p>
    <w:p w:rsidR="006974AE" w:rsidRDefault="006974AE" w:rsidP="006974AE">
      <w:r>
        <w:t>508.9106</w:t>
      </w:r>
      <w:r>
        <w:tab/>
        <w:t>1.013e0</w:t>
      </w:r>
    </w:p>
    <w:p w:rsidR="006974AE" w:rsidRDefault="006974AE" w:rsidP="006974AE">
      <w:r>
        <w:t>508.9196</w:t>
      </w:r>
      <w:r>
        <w:tab/>
        <w:t>3.038e0</w:t>
      </w:r>
    </w:p>
    <w:p w:rsidR="006974AE" w:rsidRDefault="006974AE" w:rsidP="006974AE">
      <w:r>
        <w:t>508.9239</w:t>
      </w:r>
      <w:r>
        <w:tab/>
        <w:t>2.025e0</w:t>
      </w:r>
    </w:p>
    <w:p w:rsidR="006974AE" w:rsidRDefault="006974AE" w:rsidP="006974AE">
      <w:r>
        <w:t>508.9938</w:t>
      </w:r>
      <w:r>
        <w:tab/>
        <w:t>2.025e0</w:t>
      </w:r>
    </w:p>
    <w:p w:rsidR="006974AE" w:rsidRDefault="006974AE" w:rsidP="006974AE">
      <w:r>
        <w:t>509.0029</w:t>
      </w:r>
      <w:r>
        <w:tab/>
        <w:t>3.038e0</w:t>
      </w:r>
    </w:p>
    <w:p w:rsidR="006974AE" w:rsidRDefault="006974AE" w:rsidP="006974AE">
      <w:r>
        <w:t>509.0273</w:t>
      </w:r>
      <w:r>
        <w:tab/>
        <w:t>1.013e0</w:t>
      </w:r>
    </w:p>
    <w:p w:rsidR="006974AE" w:rsidRDefault="006974AE" w:rsidP="006974AE">
      <w:r>
        <w:t>509.0645</w:t>
      </w:r>
      <w:r>
        <w:tab/>
        <w:t>2.025e0</w:t>
      </w:r>
    </w:p>
    <w:p w:rsidR="006974AE" w:rsidRDefault="006974AE" w:rsidP="006974AE">
      <w:r>
        <w:t>509.1047</w:t>
      </w:r>
      <w:r>
        <w:tab/>
        <w:t>1.013e0</w:t>
      </w:r>
    </w:p>
    <w:p w:rsidR="006974AE" w:rsidRDefault="006974AE" w:rsidP="006974AE">
      <w:r>
        <w:t>509.1377</w:t>
      </w:r>
      <w:r>
        <w:tab/>
        <w:t>3.038e0</w:t>
      </w:r>
    </w:p>
    <w:p w:rsidR="006974AE" w:rsidRDefault="006974AE" w:rsidP="006974AE">
      <w:r>
        <w:t>509.1402</w:t>
      </w:r>
      <w:r>
        <w:tab/>
        <w:t>1.013e0</w:t>
      </w:r>
    </w:p>
    <w:p w:rsidR="006974AE" w:rsidRDefault="006974AE" w:rsidP="006974AE">
      <w:r>
        <w:t>509.1684</w:t>
      </w:r>
      <w:r>
        <w:tab/>
        <w:t>2.252e0</w:t>
      </w:r>
    </w:p>
    <w:p w:rsidR="006974AE" w:rsidRDefault="006974AE" w:rsidP="006974AE">
      <w:r>
        <w:lastRenderedPageBreak/>
        <w:t>509.1695</w:t>
      </w:r>
      <w:r>
        <w:tab/>
        <w:t>3.185e0</w:t>
      </w:r>
    </w:p>
    <w:p w:rsidR="006974AE" w:rsidRDefault="006974AE" w:rsidP="006974AE">
      <w:r>
        <w:t>509.1756</w:t>
      </w:r>
      <w:r>
        <w:tab/>
        <w:t>2.025e0</w:t>
      </w:r>
    </w:p>
    <w:p w:rsidR="006974AE" w:rsidRDefault="006974AE" w:rsidP="006974AE">
      <w:r>
        <w:t>509.1838</w:t>
      </w:r>
      <w:r>
        <w:tab/>
        <w:t>2.025e0</w:t>
      </w:r>
    </w:p>
    <w:p w:rsidR="006974AE" w:rsidRDefault="006974AE" w:rsidP="006974AE">
      <w:r>
        <w:t>509.2188</w:t>
      </w:r>
      <w:r>
        <w:tab/>
        <w:t>1.013e0</w:t>
      </w:r>
    </w:p>
    <w:p w:rsidR="006974AE" w:rsidRDefault="006974AE" w:rsidP="006974AE">
      <w:r>
        <w:t>509.2327</w:t>
      </w:r>
      <w:r>
        <w:tab/>
        <w:t>1.013e0</w:t>
      </w:r>
    </w:p>
    <w:p w:rsidR="006974AE" w:rsidRDefault="006974AE" w:rsidP="006974AE">
      <w:r>
        <w:t>509.2347</w:t>
      </w:r>
      <w:r>
        <w:tab/>
        <w:t>1.736e0</w:t>
      </w:r>
    </w:p>
    <w:p w:rsidR="006974AE" w:rsidRDefault="006974AE" w:rsidP="006974AE">
      <w:r>
        <w:t>509.2541</w:t>
      </w:r>
      <w:r>
        <w:tab/>
        <w:t>2.025e0</w:t>
      </w:r>
    </w:p>
    <w:p w:rsidR="006974AE" w:rsidRDefault="006974AE" w:rsidP="006974AE">
      <w:r>
        <w:t>509.2812</w:t>
      </w:r>
      <w:r>
        <w:tab/>
        <w:t>1.013e0</w:t>
      </w:r>
    </w:p>
    <w:p w:rsidR="006974AE" w:rsidRDefault="006974AE" w:rsidP="006974AE">
      <w:r>
        <w:t>509.2900</w:t>
      </w:r>
      <w:r>
        <w:tab/>
        <w:t>1.013e0</w:t>
      </w:r>
    </w:p>
    <w:p w:rsidR="006974AE" w:rsidRDefault="006974AE" w:rsidP="006974AE">
      <w:r>
        <w:t>509.3049</w:t>
      </w:r>
      <w:r>
        <w:tab/>
        <w:t>4.051e0</w:t>
      </w:r>
    </w:p>
    <w:p w:rsidR="006974AE" w:rsidRDefault="006974AE" w:rsidP="006974AE">
      <w:r>
        <w:t>509.3246</w:t>
      </w:r>
      <w:r>
        <w:tab/>
        <w:t>3.038e0</w:t>
      </w:r>
    </w:p>
    <w:p w:rsidR="006974AE" w:rsidRDefault="006974AE" w:rsidP="006974AE">
      <w:r>
        <w:t>509.3586</w:t>
      </w:r>
      <w:r>
        <w:tab/>
        <w:t>3.038e0</w:t>
      </w:r>
    </w:p>
    <w:p w:rsidR="006974AE" w:rsidRDefault="006974AE" w:rsidP="006974AE">
      <w:r>
        <w:t>509.3600</w:t>
      </w:r>
      <w:r>
        <w:tab/>
        <w:t>3.038e0</w:t>
      </w:r>
    </w:p>
    <w:p w:rsidR="006974AE" w:rsidRDefault="006974AE" w:rsidP="006974AE">
      <w:r>
        <w:t>509.3636</w:t>
      </w:r>
      <w:r>
        <w:tab/>
        <w:t>1.013e0</w:t>
      </w:r>
    </w:p>
    <w:p w:rsidR="006974AE" w:rsidRDefault="006974AE" w:rsidP="006974AE">
      <w:r>
        <w:t>509.3674</w:t>
      </w:r>
      <w:r>
        <w:tab/>
        <w:t>4.051e0</w:t>
      </w:r>
    </w:p>
    <w:p w:rsidR="006974AE" w:rsidRDefault="006974AE" w:rsidP="006974AE">
      <w:r>
        <w:t>509.3826</w:t>
      </w:r>
      <w:r>
        <w:tab/>
        <w:t>1.013e0</w:t>
      </w:r>
    </w:p>
    <w:p w:rsidR="006974AE" w:rsidRDefault="006974AE" w:rsidP="006974AE">
      <w:r>
        <w:t>509.4048</w:t>
      </w:r>
      <w:r>
        <w:tab/>
        <w:t>1.013e0</w:t>
      </w:r>
    </w:p>
    <w:p w:rsidR="006974AE" w:rsidRDefault="006974AE" w:rsidP="006974AE">
      <w:r>
        <w:t>509.4299</w:t>
      </w:r>
      <w:r>
        <w:tab/>
        <w:t>3.038e0</w:t>
      </w:r>
    </w:p>
    <w:p w:rsidR="006974AE" w:rsidRDefault="006974AE" w:rsidP="006974AE">
      <w:r>
        <w:t>509.4447</w:t>
      </w:r>
      <w:r>
        <w:tab/>
        <w:t>6.076e0</w:t>
      </w:r>
    </w:p>
    <w:p w:rsidR="006974AE" w:rsidRDefault="006974AE" w:rsidP="006974AE">
      <w:r>
        <w:lastRenderedPageBreak/>
        <w:t>509.4553</w:t>
      </w:r>
      <w:r>
        <w:tab/>
        <w:t>1.013e0</w:t>
      </w:r>
    </w:p>
    <w:p w:rsidR="006974AE" w:rsidRDefault="006974AE" w:rsidP="006974AE">
      <w:r>
        <w:t>509.5141</w:t>
      </w:r>
      <w:r>
        <w:tab/>
        <w:t>1.013e0</w:t>
      </w:r>
    </w:p>
    <w:p w:rsidR="006974AE" w:rsidRDefault="006974AE" w:rsidP="006974AE">
      <w:r>
        <w:t>509.5454</w:t>
      </w:r>
      <w:r>
        <w:tab/>
        <w:t>1.013e0</w:t>
      </w:r>
    </w:p>
    <w:p w:rsidR="006974AE" w:rsidRDefault="006974AE" w:rsidP="006974AE">
      <w:r>
        <w:t>509.5542</w:t>
      </w:r>
      <w:r>
        <w:tab/>
        <w:t>1.013e0</w:t>
      </w:r>
    </w:p>
    <w:p w:rsidR="006974AE" w:rsidRDefault="006974AE" w:rsidP="006974AE">
      <w:r>
        <w:t>509.5618</w:t>
      </w:r>
      <w:r>
        <w:tab/>
        <w:t>4.051e0</w:t>
      </w:r>
    </w:p>
    <w:p w:rsidR="006974AE" w:rsidRDefault="006974AE" w:rsidP="006974AE">
      <w:r>
        <w:t>509.5807</w:t>
      </w:r>
      <w:r>
        <w:tab/>
        <w:t>1.013e0</w:t>
      </w:r>
    </w:p>
    <w:p w:rsidR="006974AE" w:rsidRDefault="006974AE" w:rsidP="006974AE">
      <w:r>
        <w:t>509.6080</w:t>
      </w:r>
      <w:r>
        <w:tab/>
        <w:t>1.013e0</w:t>
      </w:r>
    </w:p>
    <w:p w:rsidR="006974AE" w:rsidRDefault="006974AE" w:rsidP="006974AE">
      <w:r>
        <w:t>509.6449</w:t>
      </w:r>
      <w:r>
        <w:tab/>
        <w:t>1.013e0</w:t>
      </w:r>
    </w:p>
    <w:p w:rsidR="006974AE" w:rsidRDefault="006974AE" w:rsidP="006974AE">
      <w:r>
        <w:t>509.6633</w:t>
      </w:r>
      <w:r>
        <w:tab/>
        <w:t>1.013e0</w:t>
      </w:r>
    </w:p>
    <w:p w:rsidR="006974AE" w:rsidRDefault="006974AE" w:rsidP="006974AE">
      <w:r>
        <w:t>509.6779</w:t>
      </w:r>
      <w:r>
        <w:tab/>
        <w:t>1.013e0</w:t>
      </w:r>
    </w:p>
    <w:p w:rsidR="006974AE" w:rsidRDefault="006974AE" w:rsidP="006974AE">
      <w:r>
        <w:t>509.7037</w:t>
      </w:r>
      <w:r>
        <w:tab/>
        <w:t>2.025e0</w:t>
      </w:r>
    </w:p>
    <w:p w:rsidR="006974AE" w:rsidRDefault="006974AE" w:rsidP="006974AE">
      <w:r>
        <w:t>509.7740</w:t>
      </w:r>
      <w:r>
        <w:tab/>
        <w:t>3.038e0</w:t>
      </w:r>
    </w:p>
    <w:p w:rsidR="006974AE" w:rsidRDefault="006974AE" w:rsidP="006974AE">
      <w:r>
        <w:t>509.7839</w:t>
      </w:r>
      <w:r>
        <w:tab/>
        <w:t>1.013e0</w:t>
      </w:r>
    </w:p>
    <w:p w:rsidR="006974AE" w:rsidRDefault="006974AE" w:rsidP="006974AE">
      <w:r>
        <w:t>509.8015</w:t>
      </w:r>
      <w:r>
        <w:tab/>
        <w:t>1.013e0</w:t>
      </w:r>
    </w:p>
    <w:p w:rsidR="006974AE" w:rsidRDefault="006974AE" w:rsidP="006974AE">
      <w:r>
        <w:t>509.8406</w:t>
      </w:r>
      <w:r>
        <w:tab/>
        <w:t>2.025e0</w:t>
      </w:r>
    </w:p>
    <w:p w:rsidR="006974AE" w:rsidRDefault="006974AE" w:rsidP="006974AE">
      <w:r>
        <w:t>509.8504</w:t>
      </w:r>
      <w:r>
        <w:tab/>
        <w:t>1.013e0</w:t>
      </w:r>
    </w:p>
    <w:p w:rsidR="006974AE" w:rsidRDefault="006974AE" w:rsidP="006974AE">
      <w:r>
        <w:t>509.8741</w:t>
      </w:r>
      <w:r>
        <w:tab/>
        <w:t>2.025e0</w:t>
      </w:r>
    </w:p>
    <w:p w:rsidR="006974AE" w:rsidRDefault="006974AE" w:rsidP="006974AE">
      <w:r>
        <w:t>509.9076</w:t>
      </w:r>
      <w:r>
        <w:tab/>
        <w:t>1.013e0</w:t>
      </w:r>
    </w:p>
    <w:p w:rsidR="006974AE" w:rsidRDefault="006974AE" w:rsidP="006974AE">
      <w:r>
        <w:t>509.9341</w:t>
      </w:r>
      <w:r>
        <w:tab/>
        <w:t>1.013e0</w:t>
      </w:r>
    </w:p>
    <w:p w:rsidR="006974AE" w:rsidRDefault="006974AE" w:rsidP="006974AE">
      <w:r>
        <w:lastRenderedPageBreak/>
        <w:t>509.9429</w:t>
      </w:r>
      <w:r>
        <w:tab/>
        <w:t>2.025e0</w:t>
      </w:r>
    </w:p>
    <w:p w:rsidR="006974AE" w:rsidRDefault="006974AE" w:rsidP="006974AE">
      <w:r>
        <w:t>509.9689</w:t>
      </w:r>
      <w:r>
        <w:tab/>
        <w:t>3.038e0</w:t>
      </w:r>
    </w:p>
    <w:p w:rsidR="006974AE" w:rsidRDefault="006974AE" w:rsidP="006974AE">
      <w:r>
        <w:t>509.9966</w:t>
      </w:r>
      <w:r>
        <w:tab/>
        <w:t>1.013e0</w:t>
      </w:r>
    </w:p>
    <w:p w:rsidR="006974AE" w:rsidRDefault="006974AE" w:rsidP="006974AE">
      <w:r>
        <w:t>510.0051</w:t>
      </w:r>
      <w:r>
        <w:tab/>
        <w:t>2.025e0</w:t>
      </w:r>
    </w:p>
    <w:p w:rsidR="006974AE" w:rsidRDefault="006974AE" w:rsidP="006974AE">
      <w:r>
        <w:t>510.0225</w:t>
      </w:r>
      <w:r>
        <w:tab/>
        <w:t>1.013e0</w:t>
      </w:r>
    </w:p>
    <w:p w:rsidR="006974AE" w:rsidRDefault="006974AE" w:rsidP="006974AE">
      <w:r>
        <w:t>510.0761</w:t>
      </w:r>
      <w:r>
        <w:tab/>
        <w:t>2.025e0</w:t>
      </w:r>
    </w:p>
    <w:p w:rsidR="006974AE" w:rsidRDefault="006974AE" w:rsidP="006974AE">
      <w:r>
        <w:t>510.0844</w:t>
      </w:r>
      <w:r>
        <w:tab/>
        <w:t>1.013e0</w:t>
      </w:r>
    </w:p>
    <w:p w:rsidR="006974AE" w:rsidRDefault="006974AE" w:rsidP="006974AE">
      <w:r>
        <w:t>510.1239</w:t>
      </w:r>
      <w:r>
        <w:tab/>
        <w:t>3.038e0</w:t>
      </w:r>
    </w:p>
    <w:p w:rsidR="006974AE" w:rsidRDefault="006974AE" w:rsidP="006974AE">
      <w:r>
        <w:t>510.1387</w:t>
      </w:r>
      <w:r>
        <w:tab/>
        <w:t>2.025e0</w:t>
      </w:r>
    </w:p>
    <w:p w:rsidR="006974AE" w:rsidRDefault="006974AE" w:rsidP="006974AE">
      <w:r>
        <w:t>510.1639</w:t>
      </w:r>
      <w:r>
        <w:tab/>
        <w:t>1.013e0</w:t>
      </w:r>
    </w:p>
    <w:p w:rsidR="006974AE" w:rsidRDefault="006974AE" w:rsidP="006974AE">
      <w:r>
        <w:t>510.1731</w:t>
      </w:r>
      <w:r>
        <w:tab/>
        <w:t>2.517e0</w:t>
      </w:r>
    </w:p>
    <w:p w:rsidR="006974AE" w:rsidRDefault="006974AE" w:rsidP="006974AE">
      <w:r>
        <w:t>510.1803</w:t>
      </w:r>
      <w:r>
        <w:tab/>
        <w:t>1.998e0</w:t>
      </w:r>
    </w:p>
    <w:p w:rsidR="006974AE" w:rsidRDefault="006974AE" w:rsidP="006974AE">
      <w:r>
        <w:t>510.2087</w:t>
      </w:r>
      <w:r>
        <w:tab/>
        <w:t>1.013e0</w:t>
      </w:r>
    </w:p>
    <w:p w:rsidR="006974AE" w:rsidRDefault="006974AE" w:rsidP="006974AE">
      <w:r>
        <w:t>510.2213</w:t>
      </w:r>
      <w:r>
        <w:tab/>
        <w:t>1.625e0</w:t>
      </w:r>
    </w:p>
    <w:p w:rsidR="006974AE" w:rsidRDefault="006974AE" w:rsidP="006974AE">
      <w:r>
        <w:t>510.2299</w:t>
      </w:r>
      <w:r>
        <w:tab/>
        <w:t>3.038e0</w:t>
      </w:r>
    </w:p>
    <w:p w:rsidR="006974AE" w:rsidRDefault="006974AE" w:rsidP="006974AE">
      <w:r>
        <w:t>510.2443</w:t>
      </w:r>
      <w:r>
        <w:tab/>
        <w:t>2.558e0</w:t>
      </w:r>
    </w:p>
    <w:p w:rsidR="006974AE" w:rsidRDefault="006974AE" w:rsidP="006974AE">
      <w:r>
        <w:t>510.2631</w:t>
      </w:r>
      <w:r>
        <w:tab/>
        <w:t>1.013e0</w:t>
      </w:r>
    </w:p>
    <w:p w:rsidR="006974AE" w:rsidRDefault="006974AE" w:rsidP="006974AE">
      <w:r>
        <w:t>510.2809</w:t>
      </w:r>
      <w:r>
        <w:tab/>
        <w:t>1.013e0</w:t>
      </w:r>
    </w:p>
    <w:p w:rsidR="006974AE" w:rsidRDefault="006974AE" w:rsidP="006974AE">
      <w:r>
        <w:t>510.2877</w:t>
      </w:r>
      <w:r>
        <w:tab/>
        <w:t>1.013e0</w:t>
      </w:r>
    </w:p>
    <w:p w:rsidR="006974AE" w:rsidRDefault="006974AE" w:rsidP="006974AE">
      <w:r>
        <w:lastRenderedPageBreak/>
        <w:t>510.3011</w:t>
      </w:r>
      <w:r>
        <w:tab/>
        <w:t>2.025e0</w:t>
      </w:r>
    </w:p>
    <w:p w:rsidR="006974AE" w:rsidRDefault="006974AE" w:rsidP="006974AE">
      <w:r>
        <w:t>510.3360</w:t>
      </w:r>
      <w:r>
        <w:tab/>
        <w:t>1.013e0</w:t>
      </w:r>
    </w:p>
    <w:p w:rsidR="006974AE" w:rsidRDefault="006974AE" w:rsidP="006974AE">
      <w:r>
        <w:t>510.3496</w:t>
      </w:r>
      <w:r>
        <w:tab/>
        <w:t>1.013e0</w:t>
      </w:r>
    </w:p>
    <w:p w:rsidR="006974AE" w:rsidRDefault="006974AE" w:rsidP="006974AE">
      <w:r>
        <w:t>510.3549</w:t>
      </w:r>
      <w:r>
        <w:tab/>
        <w:t>1.013e0</w:t>
      </w:r>
    </w:p>
    <w:p w:rsidR="006974AE" w:rsidRDefault="006974AE" w:rsidP="006974AE">
      <w:r>
        <w:t>510.3638</w:t>
      </w:r>
      <w:r>
        <w:tab/>
        <w:t>2.025e0</w:t>
      </w:r>
    </w:p>
    <w:p w:rsidR="006974AE" w:rsidRDefault="006974AE" w:rsidP="006974AE">
      <w:r>
        <w:t>510.3971</w:t>
      </w:r>
      <w:r>
        <w:tab/>
        <w:t>2.025e0</w:t>
      </w:r>
    </w:p>
    <w:p w:rsidR="006974AE" w:rsidRDefault="006974AE" w:rsidP="006974AE">
      <w:r>
        <w:t>510.4001</w:t>
      </w:r>
      <w:r>
        <w:tab/>
        <w:t>4.051e0</w:t>
      </w:r>
    </w:p>
    <w:p w:rsidR="006974AE" w:rsidRDefault="006974AE" w:rsidP="006974AE">
      <w:r>
        <w:t>510.4017</w:t>
      </w:r>
      <w:r>
        <w:tab/>
        <w:t>2.025e0</w:t>
      </w:r>
    </w:p>
    <w:p w:rsidR="006974AE" w:rsidRDefault="006974AE" w:rsidP="006974AE">
      <w:r>
        <w:t>510.4122</w:t>
      </w:r>
      <w:r>
        <w:tab/>
        <w:t>1.013e0</w:t>
      </w:r>
    </w:p>
    <w:p w:rsidR="006974AE" w:rsidRDefault="006974AE" w:rsidP="006974AE">
      <w:r>
        <w:t>510.4557</w:t>
      </w:r>
      <w:r>
        <w:tab/>
        <w:t>1.013e0</w:t>
      </w:r>
    </w:p>
    <w:p w:rsidR="006974AE" w:rsidRDefault="006974AE" w:rsidP="006974AE">
      <w:r>
        <w:t>510.4799</w:t>
      </w:r>
      <w:r>
        <w:tab/>
        <w:t>2.025e0</w:t>
      </w:r>
    </w:p>
    <w:p w:rsidR="006974AE" w:rsidRDefault="006974AE" w:rsidP="006974AE">
      <w:r>
        <w:t>510.4917</w:t>
      </w:r>
      <w:r>
        <w:tab/>
        <w:t>1.013e0</w:t>
      </w:r>
    </w:p>
    <w:p w:rsidR="006974AE" w:rsidRDefault="006974AE" w:rsidP="006974AE">
      <w:r>
        <w:t>510.5094</w:t>
      </w:r>
      <w:r>
        <w:tab/>
        <w:t>1.013e0</w:t>
      </w:r>
    </w:p>
    <w:p w:rsidR="006974AE" w:rsidRDefault="006974AE" w:rsidP="006974AE">
      <w:r>
        <w:t>510.5646</w:t>
      </w:r>
      <w:r>
        <w:tab/>
        <w:t>2.025e0</w:t>
      </w:r>
    </w:p>
    <w:p w:rsidR="006974AE" w:rsidRDefault="006974AE" w:rsidP="006974AE">
      <w:r>
        <w:t>510.6507</w:t>
      </w:r>
      <w:r>
        <w:tab/>
        <w:t>2.025e0</w:t>
      </w:r>
    </w:p>
    <w:p w:rsidR="006974AE" w:rsidRDefault="006974AE" w:rsidP="006974AE">
      <w:r>
        <w:t>510.6581</w:t>
      </w:r>
      <w:r>
        <w:tab/>
        <w:t>2.025e0</w:t>
      </w:r>
    </w:p>
    <w:p w:rsidR="006974AE" w:rsidRDefault="006974AE" w:rsidP="006974AE">
      <w:r>
        <w:t>510.6769</w:t>
      </w:r>
      <w:r>
        <w:tab/>
        <w:t>1.013e0</w:t>
      </w:r>
    </w:p>
    <w:p w:rsidR="006974AE" w:rsidRDefault="006974AE" w:rsidP="006974AE">
      <w:r>
        <w:t>510.7041</w:t>
      </w:r>
      <w:r>
        <w:tab/>
        <w:t>1.013e0</w:t>
      </w:r>
    </w:p>
    <w:p w:rsidR="006974AE" w:rsidRDefault="006974AE" w:rsidP="006974AE">
      <w:r>
        <w:t>510.7097</w:t>
      </w:r>
      <w:r>
        <w:tab/>
        <w:t>1.013e0</w:t>
      </w:r>
    </w:p>
    <w:p w:rsidR="006974AE" w:rsidRDefault="006974AE" w:rsidP="006974AE">
      <w:r>
        <w:lastRenderedPageBreak/>
        <w:t>510.7197</w:t>
      </w:r>
      <w:r>
        <w:tab/>
        <w:t>2.025e0</w:t>
      </w:r>
    </w:p>
    <w:p w:rsidR="006974AE" w:rsidRDefault="006974AE" w:rsidP="006974AE">
      <w:r>
        <w:t>510.7280</w:t>
      </w:r>
      <w:r>
        <w:tab/>
        <w:t>1.013e0</w:t>
      </w:r>
    </w:p>
    <w:p w:rsidR="006974AE" w:rsidRDefault="006974AE" w:rsidP="006974AE">
      <w:r>
        <w:t>510.7487</w:t>
      </w:r>
      <w:r>
        <w:tab/>
        <w:t>1.013e0</w:t>
      </w:r>
    </w:p>
    <w:p w:rsidR="006974AE" w:rsidRDefault="006974AE" w:rsidP="006974AE">
      <w:r>
        <w:t>510.7752</w:t>
      </w:r>
      <w:r>
        <w:tab/>
        <w:t>4.051e0</w:t>
      </w:r>
    </w:p>
    <w:p w:rsidR="006974AE" w:rsidRDefault="006974AE" w:rsidP="006974AE">
      <w:r>
        <w:t>510.8063</w:t>
      </w:r>
      <w:r>
        <w:tab/>
        <w:t>2.025e0</w:t>
      </w:r>
    </w:p>
    <w:p w:rsidR="006974AE" w:rsidRDefault="006974AE" w:rsidP="006974AE">
      <w:r>
        <w:t>510.8457</w:t>
      </w:r>
      <w:r>
        <w:tab/>
        <w:t>1.013e0</w:t>
      </w:r>
    </w:p>
    <w:p w:rsidR="006974AE" w:rsidRDefault="006974AE" w:rsidP="006974AE">
      <w:r>
        <w:t>510.8589</w:t>
      </w:r>
      <w:r>
        <w:tab/>
        <w:t>1.013e0</w:t>
      </w:r>
    </w:p>
    <w:p w:rsidR="006974AE" w:rsidRDefault="006974AE" w:rsidP="006974AE">
      <w:r>
        <w:t>510.8634</w:t>
      </w:r>
      <w:r>
        <w:tab/>
        <w:t>1.013e0</w:t>
      </w:r>
    </w:p>
    <w:p w:rsidR="006974AE" w:rsidRDefault="006974AE" w:rsidP="006974AE">
      <w:r>
        <w:t>510.8827</w:t>
      </w:r>
      <w:r>
        <w:tab/>
        <w:t>2.025e0</w:t>
      </w:r>
    </w:p>
    <w:p w:rsidR="006974AE" w:rsidRDefault="006974AE" w:rsidP="006974AE">
      <w:r>
        <w:t>510.9060</w:t>
      </w:r>
      <w:r>
        <w:tab/>
        <w:t>3.038e0</w:t>
      </w:r>
    </w:p>
    <w:p w:rsidR="006974AE" w:rsidRDefault="006974AE" w:rsidP="006974AE">
      <w:r>
        <w:t>510.9169</w:t>
      </w:r>
      <w:r>
        <w:tab/>
        <w:t>1.013e0</w:t>
      </w:r>
    </w:p>
    <w:p w:rsidR="006974AE" w:rsidRDefault="006974AE" w:rsidP="006974AE">
      <w:r>
        <w:t>510.9550</w:t>
      </w:r>
      <w:r>
        <w:tab/>
        <w:t>2.025e0</w:t>
      </w:r>
    </w:p>
    <w:p w:rsidR="006974AE" w:rsidRDefault="006974AE" w:rsidP="006974AE">
      <w:r>
        <w:t>510.9785</w:t>
      </w:r>
      <w:r>
        <w:tab/>
        <w:t>1.013e0</w:t>
      </w:r>
    </w:p>
    <w:p w:rsidR="006974AE" w:rsidRDefault="006974AE" w:rsidP="006974AE">
      <w:r>
        <w:t>510.9914</w:t>
      </w:r>
      <w:r>
        <w:tab/>
        <w:t>3.038e0</w:t>
      </w:r>
    </w:p>
    <w:p w:rsidR="006974AE" w:rsidRDefault="006974AE" w:rsidP="006974AE">
      <w:r>
        <w:t>510.9955</w:t>
      </w:r>
      <w:r>
        <w:tab/>
        <w:t>1.013e0</w:t>
      </w:r>
    </w:p>
    <w:p w:rsidR="006974AE" w:rsidRDefault="006974AE" w:rsidP="006974AE">
      <w:r>
        <w:t>511.0044</w:t>
      </w:r>
      <w:r>
        <w:tab/>
        <w:t>1.013e0</w:t>
      </w:r>
    </w:p>
    <w:p w:rsidR="006974AE" w:rsidRDefault="006974AE" w:rsidP="006974AE">
      <w:r>
        <w:t>511.0263</w:t>
      </w:r>
      <w:r>
        <w:tab/>
        <w:t>2.025e0</w:t>
      </w:r>
    </w:p>
    <w:p w:rsidR="006974AE" w:rsidRDefault="006974AE" w:rsidP="006974AE">
      <w:r>
        <w:t>511.0575</w:t>
      </w:r>
      <w:r>
        <w:tab/>
        <w:t>1.013e0</w:t>
      </w:r>
    </w:p>
    <w:p w:rsidR="006974AE" w:rsidRDefault="006974AE" w:rsidP="006974AE">
      <w:r>
        <w:t>511.1013</w:t>
      </w:r>
      <w:r>
        <w:tab/>
        <w:t>1.013e0</w:t>
      </w:r>
    </w:p>
    <w:p w:rsidR="006974AE" w:rsidRDefault="006974AE" w:rsidP="006974AE">
      <w:r>
        <w:lastRenderedPageBreak/>
        <w:t>511.1113</w:t>
      </w:r>
      <w:r>
        <w:tab/>
        <w:t>2.025e0</w:t>
      </w:r>
    </w:p>
    <w:p w:rsidR="006974AE" w:rsidRDefault="006974AE" w:rsidP="006974AE">
      <w:r>
        <w:t>511.1290</w:t>
      </w:r>
      <w:r>
        <w:tab/>
        <w:t>1.805e0</w:t>
      </w:r>
    </w:p>
    <w:p w:rsidR="006974AE" w:rsidRDefault="006974AE" w:rsidP="006974AE">
      <w:r>
        <w:t>511.1467</w:t>
      </w:r>
      <w:r>
        <w:tab/>
        <w:t>1.220e0</w:t>
      </w:r>
    </w:p>
    <w:p w:rsidR="006974AE" w:rsidRDefault="006974AE" w:rsidP="006974AE">
      <w:r>
        <w:t>511.1559</w:t>
      </w:r>
      <w:r>
        <w:tab/>
        <w:t>2.025e0</w:t>
      </w:r>
    </w:p>
    <w:p w:rsidR="006974AE" w:rsidRDefault="006974AE" w:rsidP="006974AE">
      <w:r>
        <w:t>511.1667</w:t>
      </w:r>
      <w:r>
        <w:tab/>
        <w:t>1.841e0</w:t>
      </w:r>
    </w:p>
    <w:p w:rsidR="006974AE" w:rsidRDefault="006974AE" w:rsidP="006974AE">
      <w:r>
        <w:t>511.2148</w:t>
      </w:r>
      <w:r>
        <w:tab/>
        <w:t>2.184e0</w:t>
      </w:r>
    </w:p>
    <w:p w:rsidR="006974AE" w:rsidRDefault="006974AE" w:rsidP="006974AE">
      <w:r>
        <w:t>511.2423</w:t>
      </w:r>
      <w:r>
        <w:tab/>
        <w:t>5.063e0</w:t>
      </w:r>
    </w:p>
    <w:p w:rsidR="006974AE" w:rsidRDefault="006974AE" w:rsidP="006974AE">
      <w:r>
        <w:t>511.2718</w:t>
      </w:r>
      <w:r>
        <w:tab/>
        <w:t>1.013e0</w:t>
      </w:r>
    </w:p>
    <w:p w:rsidR="006974AE" w:rsidRDefault="006974AE" w:rsidP="006974AE">
      <w:r>
        <w:t>511.3022</w:t>
      </w:r>
      <w:r>
        <w:tab/>
        <w:t>2.025e0</w:t>
      </w:r>
    </w:p>
    <w:p w:rsidR="006974AE" w:rsidRDefault="006974AE" w:rsidP="006974AE">
      <w:r>
        <w:t>511.3062</w:t>
      </w:r>
      <w:r>
        <w:tab/>
        <w:t>2.025e0</w:t>
      </w:r>
    </w:p>
    <w:p w:rsidR="006974AE" w:rsidRDefault="006974AE" w:rsidP="006974AE">
      <w:r>
        <w:t>511.3092</w:t>
      </w:r>
      <w:r>
        <w:tab/>
        <w:t>1.013e0</w:t>
      </w:r>
    </w:p>
    <w:p w:rsidR="006974AE" w:rsidRDefault="006974AE" w:rsidP="006974AE">
      <w:r>
        <w:t>511.3593</w:t>
      </w:r>
      <w:r>
        <w:tab/>
        <w:t>1.013e0</w:t>
      </w:r>
    </w:p>
    <w:p w:rsidR="006974AE" w:rsidRDefault="006974AE" w:rsidP="006974AE">
      <w:r>
        <w:t>511.3635</w:t>
      </w:r>
      <w:r>
        <w:tab/>
        <w:t>1.013e0</w:t>
      </w:r>
    </w:p>
    <w:p w:rsidR="006974AE" w:rsidRDefault="006974AE" w:rsidP="006974AE">
      <w:r>
        <w:t>511.4293</w:t>
      </w:r>
      <w:r>
        <w:tab/>
        <w:t>2.025e0</w:t>
      </w:r>
    </w:p>
    <w:p w:rsidR="006974AE" w:rsidRDefault="006974AE" w:rsidP="006974AE">
      <w:r>
        <w:t>511.4590</w:t>
      </w:r>
      <w:r>
        <w:tab/>
        <w:t>1.013e0</w:t>
      </w:r>
    </w:p>
    <w:p w:rsidR="006974AE" w:rsidRDefault="006974AE" w:rsidP="006974AE">
      <w:r>
        <w:t>511.4834</w:t>
      </w:r>
      <w:r>
        <w:tab/>
        <w:t>1.013e0</w:t>
      </w:r>
    </w:p>
    <w:p w:rsidR="006974AE" w:rsidRDefault="006974AE" w:rsidP="006974AE">
      <w:r>
        <w:t>511.4901</w:t>
      </w:r>
      <w:r>
        <w:tab/>
        <w:t>2.025e0</w:t>
      </w:r>
    </w:p>
    <w:p w:rsidR="006974AE" w:rsidRDefault="006974AE" w:rsidP="006974AE">
      <w:r>
        <w:t>511.4916</w:t>
      </w:r>
      <w:r>
        <w:tab/>
        <w:t>1.013e0</w:t>
      </w:r>
    </w:p>
    <w:p w:rsidR="006974AE" w:rsidRDefault="006974AE" w:rsidP="006974AE">
      <w:r>
        <w:t>511.5507</w:t>
      </w:r>
      <w:r>
        <w:tab/>
        <w:t>1.013e0</w:t>
      </w:r>
    </w:p>
    <w:p w:rsidR="006974AE" w:rsidRDefault="006974AE" w:rsidP="006974AE">
      <w:r>
        <w:lastRenderedPageBreak/>
        <w:t>511.5684</w:t>
      </w:r>
      <w:r>
        <w:tab/>
        <w:t>2.025e0</w:t>
      </w:r>
    </w:p>
    <w:p w:rsidR="006974AE" w:rsidRDefault="006974AE" w:rsidP="006974AE">
      <w:r>
        <w:t>511.5802</w:t>
      </w:r>
      <w:r>
        <w:tab/>
        <w:t>1.013e0</w:t>
      </w:r>
    </w:p>
    <w:p w:rsidR="006974AE" w:rsidRDefault="006974AE" w:rsidP="006974AE">
      <w:r>
        <w:t>511.5875</w:t>
      </w:r>
      <w:r>
        <w:tab/>
        <w:t>1.013e0</w:t>
      </w:r>
    </w:p>
    <w:p w:rsidR="006974AE" w:rsidRDefault="006974AE" w:rsidP="006974AE">
      <w:r>
        <w:t>511.5980</w:t>
      </w:r>
      <w:r>
        <w:tab/>
        <w:t>1.013e0</w:t>
      </w:r>
    </w:p>
    <w:p w:rsidR="006974AE" w:rsidRDefault="006974AE" w:rsidP="006974AE">
      <w:r>
        <w:t>511.6272</w:t>
      </w:r>
      <w:r>
        <w:tab/>
        <w:t>1.013e0</w:t>
      </w:r>
    </w:p>
    <w:p w:rsidR="006974AE" w:rsidRDefault="006974AE" w:rsidP="006974AE">
      <w:r>
        <w:t>511.6450</w:t>
      </w:r>
      <w:r>
        <w:tab/>
        <w:t>1.013e0</w:t>
      </w:r>
    </w:p>
    <w:p w:rsidR="006974AE" w:rsidRDefault="006974AE" w:rsidP="006974AE">
      <w:r>
        <w:t>511.6606</w:t>
      </w:r>
      <w:r>
        <w:tab/>
        <w:t>1.013e0</w:t>
      </w:r>
    </w:p>
    <w:p w:rsidR="006974AE" w:rsidRDefault="006974AE" w:rsidP="006974AE">
      <w:r>
        <w:t>511.6689</w:t>
      </w:r>
      <w:r>
        <w:tab/>
        <w:t>1.013e0</w:t>
      </w:r>
    </w:p>
    <w:p w:rsidR="006974AE" w:rsidRDefault="006974AE" w:rsidP="006974AE">
      <w:r>
        <w:t>511.6823</w:t>
      </w:r>
      <w:r>
        <w:tab/>
        <w:t>1.013e0</w:t>
      </w:r>
    </w:p>
    <w:p w:rsidR="006974AE" w:rsidRDefault="006974AE" w:rsidP="006974AE">
      <w:r>
        <w:t>511.7309</w:t>
      </w:r>
      <w:r>
        <w:tab/>
        <w:t>1.013e0</w:t>
      </w:r>
    </w:p>
    <w:p w:rsidR="006974AE" w:rsidRDefault="006974AE" w:rsidP="006974AE">
      <w:r>
        <w:t>511.7366</w:t>
      </w:r>
      <w:r>
        <w:tab/>
        <w:t>1.013e0</w:t>
      </w:r>
    </w:p>
    <w:p w:rsidR="006974AE" w:rsidRDefault="006974AE" w:rsidP="006974AE">
      <w:r>
        <w:t>511.7473</w:t>
      </w:r>
      <w:r>
        <w:tab/>
        <w:t>2.025e0</w:t>
      </w:r>
    </w:p>
    <w:p w:rsidR="006974AE" w:rsidRDefault="006974AE" w:rsidP="006974AE">
      <w:r>
        <w:t>511.7578</w:t>
      </w:r>
      <w:r>
        <w:tab/>
        <w:t>1.013e0</w:t>
      </w:r>
    </w:p>
    <w:p w:rsidR="006974AE" w:rsidRDefault="006974AE" w:rsidP="006974AE">
      <w:r>
        <w:t>511.7954</w:t>
      </w:r>
      <w:r>
        <w:tab/>
        <w:t>2.025e0</w:t>
      </w:r>
    </w:p>
    <w:p w:rsidR="006974AE" w:rsidRDefault="006974AE" w:rsidP="006974AE">
      <w:r>
        <w:t>511.8110</w:t>
      </w:r>
      <w:r>
        <w:tab/>
        <w:t>4.051e0</w:t>
      </w:r>
    </w:p>
    <w:p w:rsidR="006974AE" w:rsidRDefault="006974AE" w:rsidP="006974AE">
      <w:r>
        <w:t>511.8287</w:t>
      </w:r>
      <w:r>
        <w:tab/>
        <w:t>3.038e0</w:t>
      </w:r>
    </w:p>
    <w:p w:rsidR="006974AE" w:rsidRDefault="006974AE" w:rsidP="006974AE">
      <w:r>
        <w:t>511.8639</w:t>
      </w:r>
      <w:r>
        <w:tab/>
        <w:t>1.013e0</w:t>
      </w:r>
    </w:p>
    <w:p w:rsidR="006974AE" w:rsidRDefault="006974AE" w:rsidP="006974AE">
      <w:r>
        <w:t>511.9175</w:t>
      </w:r>
      <w:r>
        <w:tab/>
        <w:t>2.025e0</w:t>
      </w:r>
    </w:p>
    <w:p w:rsidR="006974AE" w:rsidRDefault="006974AE" w:rsidP="006974AE">
      <w:r>
        <w:t>511.9232</w:t>
      </w:r>
      <w:r>
        <w:tab/>
        <w:t>1.013e0</w:t>
      </w:r>
    </w:p>
    <w:p w:rsidR="006974AE" w:rsidRDefault="006974AE" w:rsidP="006974AE">
      <w:r>
        <w:lastRenderedPageBreak/>
        <w:t>511.9423</w:t>
      </w:r>
      <w:r>
        <w:tab/>
        <w:t>2.025e0</w:t>
      </w:r>
    </w:p>
    <w:p w:rsidR="006974AE" w:rsidRDefault="006974AE" w:rsidP="006974AE">
      <w:r>
        <w:t>511.9582</w:t>
      </w:r>
      <w:r>
        <w:tab/>
        <w:t>4.051e0</w:t>
      </w:r>
    </w:p>
    <w:p w:rsidR="006974AE" w:rsidRDefault="006974AE" w:rsidP="006974AE">
      <w:r>
        <w:t>511.9640</w:t>
      </w:r>
      <w:r>
        <w:tab/>
        <w:t>2.025e0</w:t>
      </w:r>
    </w:p>
    <w:p w:rsidR="006974AE" w:rsidRDefault="006974AE" w:rsidP="006974AE">
      <w:r>
        <w:t>511.9817</w:t>
      </w:r>
      <w:r>
        <w:tab/>
        <w:t>2.025e0</w:t>
      </w:r>
    </w:p>
    <w:p w:rsidR="006974AE" w:rsidRDefault="006974AE" w:rsidP="006974AE">
      <w:r>
        <w:t>512.0065</w:t>
      </w:r>
      <w:r>
        <w:tab/>
        <w:t>1.013e0</w:t>
      </w:r>
    </w:p>
    <w:p w:rsidR="006974AE" w:rsidRDefault="006974AE" w:rsidP="006974AE">
      <w:r>
        <w:t>512.0239</w:t>
      </w:r>
      <w:r>
        <w:tab/>
        <w:t>2.025e0</w:t>
      </w:r>
    </w:p>
    <w:p w:rsidR="006974AE" w:rsidRDefault="006974AE" w:rsidP="006974AE">
      <w:r>
        <w:t>512.0413</w:t>
      </w:r>
      <w:r>
        <w:tab/>
        <w:t>1.013e0</w:t>
      </w:r>
    </w:p>
    <w:p w:rsidR="006974AE" w:rsidRDefault="006974AE" w:rsidP="006974AE">
      <w:r>
        <w:t>512.0759</w:t>
      </w:r>
      <w:r>
        <w:tab/>
        <w:t>2.025e0</w:t>
      </w:r>
    </w:p>
    <w:p w:rsidR="006974AE" w:rsidRDefault="006974AE" w:rsidP="006974AE">
      <w:r>
        <w:t>512.1191</w:t>
      </w:r>
      <w:r>
        <w:tab/>
        <w:t>2.025e0</w:t>
      </w:r>
    </w:p>
    <w:p w:rsidR="006974AE" w:rsidRDefault="006974AE" w:rsidP="006974AE">
      <w:r>
        <w:t>512.1506</w:t>
      </w:r>
      <w:r>
        <w:tab/>
        <w:t>3.177e0</w:t>
      </w:r>
    </w:p>
    <w:p w:rsidR="006974AE" w:rsidRDefault="006974AE" w:rsidP="006974AE">
      <w:r>
        <w:t>512.1586</w:t>
      </w:r>
      <w:r>
        <w:tab/>
        <w:t>9.704e0</w:t>
      </w:r>
    </w:p>
    <w:p w:rsidR="006974AE" w:rsidRDefault="006974AE" w:rsidP="006974AE">
      <w:r>
        <w:t>512.1605</w:t>
      </w:r>
      <w:r>
        <w:tab/>
        <w:t>1.124e1</w:t>
      </w:r>
    </w:p>
    <w:p w:rsidR="006974AE" w:rsidRDefault="006974AE" w:rsidP="006974AE">
      <w:r>
        <w:t>512.1667</w:t>
      </w:r>
      <w:r>
        <w:tab/>
        <w:t>1.019e1</w:t>
      </w:r>
    </w:p>
    <w:p w:rsidR="006974AE" w:rsidRDefault="006974AE" w:rsidP="006974AE">
      <w:r>
        <w:t>512.1698</w:t>
      </w:r>
      <w:r>
        <w:tab/>
        <w:t>1.551e1</w:t>
      </w:r>
    </w:p>
    <w:p w:rsidR="006974AE" w:rsidRDefault="006974AE" w:rsidP="006974AE">
      <w:r>
        <w:t>512.1924</w:t>
      </w:r>
      <w:r>
        <w:tab/>
        <w:t>2.855e1</w:t>
      </w:r>
    </w:p>
    <w:p w:rsidR="006974AE" w:rsidRDefault="006974AE" w:rsidP="006974AE">
      <w:r>
        <w:t>512.1987</w:t>
      </w:r>
      <w:r>
        <w:tab/>
        <w:t>5.063e0</w:t>
      </w:r>
    </w:p>
    <w:p w:rsidR="006974AE" w:rsidRDefault="006974AE" w:rsidP="006974AE">
      <w:r>
        <w:t>512.2038</w:t>
      </w:r>
      <w:r>
        <w:tab/>
        <w:t>1.787e1</w:t>
      </w:r>
    </w:p>
    <w:p w:rsidR="006974AE" w:rsidRDefault="006974AE" w:rsidP="006974AE">
      <w:r>
        <w:t>512.2214</w:t>
      </w:r>
      <w:r>
        <w:tab/>
        <w:t>5.455e0</w:t>
      </w:r>
    </w:p>
    <w:p w:rsidR="006974AE" w:rsidRDefault="006974AE" w:rsidP="006974AE">
      <w:r>
        <w:t>512.2318</w:t>
      </w:r>
      <w:r>
        <w:tab/>
        <w:t>4.781e0</w:t>
      </w:r>
    </w:p>
    <w:p w:rsidR="006974AE" w:rsidRDefault="006974AE" w:rsidP="006974AE">
      <w:r>
        <w:lastRenderedPageBreak/>
        <w:t>512.2494</w:t>
      </w:r>
      <w:r>
        <w:tab/>
        <w:t>2.025e0</w:t>
      </w:r>
    </w:p>
    <w:p w:rsidR="006974AE" w:rsidRDefault="006974AE" w:rsidP="006974AE">
      <w:r>
        <w:t>512.2513</w:t>
      </w:r>
      <w:r>
        <w:tab/>
        <w:t>4.543e0</w:t>
      </w:r>
    </w:p>
    <w:p w:rsidR="006974AE" w:rsidRDefault="006974AE" w:rsidP="006974AE">
      <w:r>
        <w:t>512.2809</w:t>
      </w:r>
      <w:r>
        <w:tab/>
        <w:t>2.025e0</w:t>
      </w:r>
    </w:p>
    <w:p w:rsidR="006974AE" w:rsidRDefault="006974AE" w:rsidP="006974AE">
      <w:r>
        <w:t>512.3177</w:t>
      </w:r>
      <w:r>
        <w:tab/>
        <w:t>1.013e0</w:t>
      </w:r>
    </w:p>
    <w:p w:rsidR="006974AE" w:rsidRDefault="006974AE" w:rsidP="006974AE">
      <w:r>
        <w:t>512.3290</w:t>
      </w:r>
      <w:r>
        <w:tab/>
        <w:t>2.025e0</w:t>
      </w:r>
    </w:p>
    <w:p w:rsidR="006974AE" w:rsidRDefault="006974AE" w:rsidP="006974AE">
      <w:r>
        <w:t>512.3403</w:t>
      </w:r>
      <w:r>
        <w:tab/>
        <w:t>3.038e0</w:t>
      </w:r>
    </w:p>
    <w:p w:rsidR="006974AE" w:rsidRDefault="006974AE" w:rsidP="006974AE">
      <w:r>
        <w:t>512.3740</w:t>
      </w:r>
      <w:r>
        <w:tab/>
        <w:t>3.038e0</w:t>
      </w:r>
    </w:p>
    <w:p w:rsidR="006974AE" w:rsidRDefault="006974AE" w:rsidP="006974AE">
      <w:r>
        <w:t>512.3922</w:t>
      </w:r>
      <w:r>
        <w:tab/>
        <w:t>7.089e0</w:t>
      </w:r>
    </w:p>
    <w:p w:rsidR="006974AE" w:rsidRDefault="006974AE" w:rsidP="006974AE">
      <w:r>
        <w:t>512.3945</w:t>
      </w:r>
      <w:r>
        <w:tab/>
        <w:t>6.076e0</w:t>
      </w:r>
    </w:p>
    <w:p w:rsidR="006974AE" w:rsidRDefault="006974AE" w:rsidP="006974AE">
      <w:r>
        <w:t>512.4054</w:t>
      </w:r>
      <w:r>
        <w:tab/>
        <w:t>9.114e0</w:t>
      </w:r>
    </w:p>
    <w:p w:rsidR="006974AE" w:rsidRDefault="006974AE" w:rsidP="006974AE">
      <w:r>
        <w:t>512.4067</w:t>
      </w:r>
      <w:r>
        <w:tab/>
        <w:t>6.480e0</w:t>
      </w:r>
    </w:p>
    <w:p w:rsidR="006974AE" w:rsidRDefault="006974AE" w:rsidP="006974AE">
      <w:r>
        <w:t>512.4122</w:t>
      </w:r>
      <w:r>
        <w:tab/>
        <w:t>3.038e0</w:t>
      </w:r>
    </w:p>
    <w:p w:rsidR="006974AE" w:rsidRDefault="006974AE" w:rsidP="006974AE">
      <w:r>
        <w:t>512.4142</w:t>
      </w:r>
      <w:r>
        <w:tab/>
        <w:t>3.038e0</w:t>
      </w:r>
    </w:p>
    <w:p w:rsidR="006974AE" w:rsidRDefault="006974AE" w:rsidP="006974AE">
      <w:r>
        <w:t>512.4259</w:t>
      </w:r>
      <w:r>
        <w:tab/>
        <w:t>7.089e0</w:t>
      </w:r>
    </w:p>
    <w:p w:rsidR="006974AE" w:rsidRDefault="006974AE" w:rsidP="006974AE">
      <w:r>
        <w:t>512.4354</w:t>
      </w:r>
      <w:r>
        <w:tab/>
        <w:t>4.051e0</w:t>
      </w:r>
    </w:p>
    <w:p w:rsidR="006974AE" w:rsidRDefault="006974AE" w:rsidP="006974AE">
      <w:r>
        <w:t>512.4674</w:t>
      </w:r>
      <w:r>
        <w:tab/>
        <w:t>2.025e0</w:t>
      </w:r>
    </w:p>
    <w:p w:rsidR="006974AE" w:rsidRDefault="006974AE" w:rsidP="006974AE">
      <w:r>
        <w:t>512.4866</w:t>
      </w:r>
      <w:r>
        <w:tab/>
        <w:t>1.013e0</w:t>
      </w:r>
    </w:p>
    <w:p w:rsidR="006974AE" w:rsidRDefault="006974AE" w:rsidP="006974AE">
      <w:r>
        <w:t>512.4939</w:t>
      </w:r>
      <w:r>
        <w:tab/>
        <w:t>1.013e0</w:t>
      </w:r>
    </w:p>
    <w:p w:rsidR="006974AE" w:rsidRDefault="006974AE" w:rsidP="006974AE">
      <w:r>
        <w:t>512.4957</w:t>
      </w:r>
      <w:r>
        <w:tab/>
        <w:t>2.025e0</w:t>
      </w:r>
    </w:p>
    <w:p w:rsidR="006974AE" w:rsidRDefault="006974AE" w:rsidP="006974AE">
      <w:r>
        <w:lastRenderedPageBreak/>
        <w:t>512.5044</w:t>
      </w:r>
      <w:r>
        <w:tab/>
        <w:t>1.013e0</w:t>
      </w:r>
    </w:p>
    <w:p w:rsidR="006974AE" w:rsidRDefault="006974AE" w:rsidP="006974AE">
      <w:r>
        <w:t>512.5123</w:t>
      </w:r>
      <w:r>
        <w:tab/>
        <w:t>1.013e0</w:t>
      </w:r>
    </w:p>
    <w:p w:rsidR="006974AE" w:rsidRDefault="006974AE" w:rsidP="006974AE">
      <w:r>
        <w:t>512.6329</w:t>
      </w:r>
      <w:r>
        <w:tab/>
        <w:t>2.025e0</w:t>
      </w:r>
    </w:p>
    <w:p w:rsidR="006974AE" w:rsidRDefault="006974AE" w:rsidP="006974AE">
      <w:r>
        <w:t>512.6360</w:t>
      </w:r>
      <w:r>
        <w:tab/>
        <w:t>2.025e0</w:t>
      </w:r>
    </w:p>
    <w:p w:rsidR="006974AE" w:rsidRDefault="006974AE" w:rsidP="006974AE">
      <w:r>
        <w:t>512.6626</w:t>
      </w:r>
      <w:r>
        <w:tab/>
        <w:t>2.025e0</w:t>
      </w:r>
    </w:p>
    <w:p w:rsidR="006974AE" w:rsidRDefault="006974AE" w:rsidP="006974AE">
      <w:r>
        <w:t>512.6917</w:t>
      </w:r>
      <w:r>
        <w:tab/>
        <w:t>2.025e0</w:t>
      </w:r>
    </w:p>
    <w:p w:rsidR="006974AE" w:rsidRDefault="006974AE" w:rsidP="006974AE">
      <w:r>
        <w:t>512.6988</w:t>
      </w:r>
      <w:r>
        <w:tab/>
        <w:t>1.013e0</w:t>
      </w:r>
    </w:p>
    <w:p w:rsidR="006974AE" w:rsidRDefault="006974AE" w:rsidP="006974AE">
      <w:r>
        <w:t>512.7651</w:t>
      </w:r>
      <w:r>
        <w:tab/>
        <w:t>1.013e0</w:t>
      </w:r>
    </w:p>
    <w:p w:rsidR="006974AE" w:rsidRDefault="006974AE" w:rsidP="006974AE">
      <w:r>
        <w:t>512.7831</w:t>
      </w:r>
      <w:r>
        <w:tab/>
        <w:t>2.025e0</w:t>
      </w:r>
    </w:p>
    <w:p w:rsidR="006974AE" w:rsidRDefault="006974AE" w:rsidP="006974AE">
      <w:r>
        <w:t>512.7870</w:t>
      </w:r>
      <w:r>
        <w:tab/>
        <w:t>2.025e0</w:t>
      </w:r>
    </w:p>
    <w:p w:rsidR="006974AE" w:rsidRDefault="006974AE" w:rsidP="006974AE">
      <w:r>
        <w:t>512.8173</w:t>
      </w:r>
      <w:r>
        <w:tab/>
        <w:t>3.038e0</w:t>
      </w:r>
    </w:p>
    <w:p w:rsidR="006974AE" w:rsidRDefault="006974AE" w:rsidP="006974AE">
      <w:r>
        <w:t>512.8378</w:t>
      </w:r>
      <w:r>
        <w:tab/>
        <w:t>1.013e0</w:t>
      </w:r>
    </w:p>
    <w:p w:rsidR="006974AE" w:rsidRDefault="006974AE" w:rsidP="006974AE">
      <w:r>
        <w:t>512.8412</w:t>
      </w:r>
      <w:r>
        <w:tab/>
        <w:t>1.013e0</w:t>
      </w:r>
    </w:p>
    <w:p w:rsidR="006974AE" w:rsidRDefault="006974AE" w:rsidP="006974AE">
      <w:r>
        <w:t>512.8553</w:t>
      </w:r>
      <w:r>
        <w:tab/>
        <w:t>2.025e0</w:t>
      </w:r>
    </w:p>
    <w:p w:rsidR="006974AE" w:rsidRDefault="006974AE" w:rsidP="006974AE">
      <w:r>
        <w:t>512.8661</w:t>
      </w:r>
      <w:r>
        <w:tab/>
        <w:t>2.025e0</w:t>
      </w:r>
    </w:p>
    <w:p w:rsidR="006974AE" w:rsidRDefault="006974AE" w:rsidP="006974AE">
      <w:r>
        <w:t>512.8932</w:t>
      </w:r>
      <w:r>
        <w:tab/>
        <w:t>3.038e0</w:t>
      </w:r>
    </w:p>
    <w:p w:rsidR="006974AE" w:rsidRDefault="006974AE" w:rsidP="006974AE">
      <w:r>
        <w:t>512.9067</w:t>
      </w:r>
      <w:r>
        <w:tab/>
        <w:t>2.025e0</w:t>
      </w:r>
    </w:p>
    <w:p w:rsidR="006974AE" w:rsidRDefault="006974AE" w:rsidP="006974AE">
      <w:r>
        <w:t>512.9517</w:t>
      </w:r>
      <w:r>
        <w:tab/>
        <w:t>1.013e0</w:t>
      </w:r>
    </w:p>
    <w:p w:rsidR="006974AE" w:rsidRDefault="006974AE" w:rsidP="006974AE">
      <w:r>
        <w:t>512.9570</w:t>
      </w:r>
      <w:r>
        <w:tab/>
        <w:t>2.025e0</w:t>
      </w:r>
    </w:p>
    <w:p w:rsidR="006974AE" w:rsidRDefault="006974AE" w:rsidP="006974AE">
      <w:r>
        <w:lastRenderedPageBreak/>
        <w:t>512.9647</w:t>
      </w:r>
      <w:r>
        <w:tab/>
        <w:t>2.025e0</w:t>
      </w:r>
    </w:p>
    <w:p w:rsidR="006974AE" w:rsidRDefault="006974AE" w:rsidP="006974AE">
      <w:r>
        <w:t>512.9824</w:t>
      </w:r>
      <w:r>
        <w:tab/>
        <w:t>1.013e0</w:t>
      </w:r>
    </w:p>
    <w:p w:rsidR="006974AE" w:rsidRDefault="006974AE" w:rsidP="006974AE">
      <w:r>
        <w:t>512.9849</w:t>
      </w:r>
      <w:r>
        <w:tab/>
        <w:t>2.025e0</w:t>
      </w:r>
    </w:p>
    <w:p w:rsidR="006974AE" w:rsidRDefault="006974AE" w:rsidP="006974AE">
      <w:r>
        <w:t>513.0002</w:t>
      </w:r>
      <w:r>
        <w:tab/>
        <w:t>1.013e0</w:t>
      </w:r>
    </w:p>
    <w:p w:rsidR="006974AE" w:rsidRDefault="006974AE" w:rsidP="006974AE">
      <w:r>
        <w:t>513.0498</w:t>
      </w:r>
      <w:r>
        <w:tab/>
        <w:t>2.025e0</w:t>
      </w:r>
    </w:p>
    <w:p w:rsidR="006974AE" w:rsidRDefault="006974AE" w:rsidP="006974AE">
      <w:r>
        <w:t>513.0613</w:t>
      </w:r>
      <w:r>
        <w:tab/>
        <w:t>1.013e0</w:t>
      </w:r>
    </w:p>
    <w:p w:rsidR="006974AE" w:rsidRDefault="006974AE" w:rsidP="006974AE">
      <w:r>
        <w:t>513.0798</w:t>
      </w:r>
      <w:r>
        <w:tab/>
        <w:t>1.013e0</w:t>
      </w:r>
    </w:p>
    <w:p w:rsidR="006974AE" w:rsidRDefault="006974AE" w:rsidP="006974AE">
      <w:r>
        <w:t>513.1164</w:t>
      </w:r>
      <w:r>
        <w:tab/>
        <w:t>1.013e0</w:t>
      </w:r>
    </w:p>
    <w:p w:rsidR="006974AE" w:rsidRDefault="006974AE" w:rsidP="006974AE">
      <w:r>
        <w:t>513.1528</w:t>
      </w:r>
      <w:r>
        <w:tab/>
        <w:t>3.474e0</w:t>
      </w:r>
    </w:p>
    <w:p w:rsidR="006974AE" w:rsidRDefault="006974AE" w:rsidP="006974AE">
      <w:r>
        <w:t>513.1570</w:t>
      </w:r>
      <w:r>
        <w:tab/>
        <w:t>3.038e0</w:t>
      </w:r>
    </w:p>
    <w:p w:rsidR="006974AE" w:rsidRDefault="006974AE" w:rsidP="006974AE">
      <w:r>
        <w:t>513.1681</w:t>
      </w:r>
      <w:r>
        <w:tab/>
        <w:t>3.038e0</w:t>
      </w:r>
    </w:p>
    <w:p w:rsidR="006974AE" w:rsidRDefault="006974AE" w:rsidP="006974AE">
      <w:r>
        <w:t>513.1718</w:t>
      </w:r>
      <w:r>
        <w:tab/>
        <w:t>5.363e0</w:t>
      </w:r>
    </w:p>
    <w:p w:rsidR="006974AE" w:rsidRDefault="006974AE" w:rsidP="006974AE">
      <w:r>
        <w:t>513.1738</w:t>
      </w:r>
      <w:r>
        <w:tab/>
        <w:t>5.439e0</w:t>
      </w:r>
    </w:p>
    <w:p w:rsidR="006974AE" w:rsidRDefault="006974AE" w:rsidP="006974AE">
      <w:r>
        <w:t>513.1749</w:t>
      </w:r>
      <w:r>
        <w:tab/>
        <w:t>1.013e0</w:t>
      </w:r>
    </w:p>
    <w:p w:rsidR="006974AE" w:rsidRDefault="006974AE" w:rsidP="006974AE">
      <w:r>
        <w:t>513.1911</w:t>
      </w:r>
      <w:r>
        <w:tab/>
        <w:t>1.084e1</w:t>
      </w:r>
    </w:p>
    <w:p w:rsidR="006974AE" w:rsidRDefault="006974AE" w:rsidP="006974AE">
      <w:r>
        <w:t>513.1928</w:t>
      </w:r>
      <w:r>
        <w:tab/>
        <w:t>1.580e0</w:t>
      </w:r>
    </w:p>
    <w:p w:rsidR="006974AE" w:rsidRDefault="006974AE" w:rsidP="006974AE">
      <w:r>
        <w:t>513.2138</w:t>
      </w:r>
      <w:r>
        <w:tab/>
        <w:t>1.013e0</w:t>
      </w:r>
    </w:p>
    <w:p w:rsidR="006974AE" w:rsidRDefault="006974AE" w:rsidP="006974AE">
      <w:r>
        <w:t>513.2162</w:t>
      </w:r>
      <w:r>
        <w:tab/>
        <w:t>6.493e0</w:t>
      </w:r>
    </w:p>
    <w:p w:rsidR="006974AE" w:rsidRDefault="006974AE" w:rsidP="006974AE">
      <w:r>
        <w:t>513.2203</w:t>
      </w:r>
      <w:r>
        <w:tab/>
        <w:t>4.051e0</w:t>
      </w:r>
    </w:p>
    <w:p w:rsidR="006974AE" w:rsidRDefault="006974AE" w:rsidP="006974AE">
      <w:r>
        <w:lastRenderedPageBreak/>
        <w:t>513.2230</w:t>
      </w:r>
      <w:r>
        <w:tab/>
        <w:t>1.013e0</w:t>
      </w:r>
    </w:p>
    <w:p w:rsidR="006974AE" w:rsidRDefault="006974AE" w:rsidP="006974AE">
      <w:r>
        <w:t>513.2675</w:t>
      </w:r>
      <w:r>
        <w:tab/>
        <w:t>1.728e0</w:t>
      </w:r>
    </w:p>
    <w:p w:rsidR="006974AE" w:rsidRDefault="006974AE" w:rsidP="006974AE">
      <w:r>
        <w:t>513.2864</w:t>
      </w:r>
      <w:r>
        <w:tab/>
        <w:t>5.063e0</w:t>
      </w:r>
    </w:p>
    <w:p w:rsidR="006974AE" w:rsidRDefault="006974AE" w:rsidP="006974AE">
      <w:r>
        <w:t>513.2941</w:t>
      </w:r>
      <w:r>
        <w:tab/>
        <w:t>1.013e0</w:t>
      </w:r>
    </w:p>
    <w:p w:rsidR="006974AE" w:rsidRDefault="006974AE" w:rsidP="006974AE">
      <w:r>
        <w:t>513.3120</w:t>
      </w:r>
      <w:r>
        <w:tab/>
        <w:t>1.013e0</w:t>
      </w:r>
    </w:p>
    <w:p w:rsidR="006974AE" w:rsidRDefault="006974AE" w:rsidP="006974AE">
      <w:r>
        <w:t>513.3209</w:t>
      </w:r>
      <w:r>
        <w:tab/>
        <w:t>3.038e0</w:t>
      </w:r>
    </w:p>
    <w:p w:rsidR="006974AE" w:rsidRDefault="006974AE" w:rsidP="006974AE">
      <w:r>
        <w:t>513.3386</w:t>
      </w:r>
      <w:r>
        <w:tab/>
        <w:t>1.013e0</w:t>
      </w:r>
    </w:p>
    <w:p w:rsidR="006974AE" w:rsidRDefault="006974AE" w:rsidP="006974AE">
      <w:r>
        <w:t>513.3762</w:t>
      </w:r>
      <w:r>
        <w:tab/>
        <w:t>2.025e0</w:t>
      </w:r>
    </w:p>
    <w:p w:rsidR="006974AE" w:rsidRDefault="006974AE" w:rsidP="006974AE">
      <w:r>
        <w:t>513.4004</w:t>
      </w:r>
      <w:r>
        <w:tab/>
        <w:t>2.025e0</w:t>
      </w:r>
    </w:p>
    <w:p w:rsidR="006974AE" w:rsidRDefault="006974AE" w:rsidP="006974AE">
      <w:r>
        <w:t>513.4128</w:t>
      </w:r>
      <w:r>
        <w:tab/>
        <w:t>3.038e0</w:t>
      </w:r>
    </w:p>
    <w:p w:rsidR="006974AE" w:rsidRDefault="006974AE" w:rsidP="006974AE">
      <w:r>
        <w:t>513.4183</w:t>
      </w:r>
      <w:r>
        <w:tab/>
        <w:t>4.051e0</w:t>
      </w:r>
    </w:p>
    <w:p w:rsidR="006974AE" w:rsidRDefault="006974AE" w:rsidP="006974AE">
      <w:r>
        <w:t>513.4312</w:t>
      </w:r>
      <w:r>
        <w:tab/>
        <w:t>3.038e0</w:t>
      </w:r>
    </w:p>
    <w:p w:rsidR="006974AE" w:rsidRDefault="006974AE" w:rsidP="006974AE">
      <w:r>
        <w:t>513.4447</w:t>
      </w:r>
      <w:r>
        <w:tab/>
        <w:t>3.038e0</w:t>
      </w:r>
    </w:p>
    <w:p w:rsidR="006974AE" w:rsidRDefault="006974AE" w:rsidP="006974AE">
      <w:r>
        <w:t>513.4472</w:t>
      </w:r>
      <w:r>
        <w:tab/>
        <w:t>2.025e0</w:t>
      </w:r>
    </w:p>
    <w:p w:rsidR="006974AE" w:rsidRDefault="006974AE" w:rsidP="006974AE">
      <w:r>
        <w:t>513.4564</w:t>
      </w:r>
      <w:r>
        <w:tab/>
        <w:t>1.013e0</w:t>
      </w:r>
    </w:p>
    <w:p w:rsidR="006974AE" w:rsidRDefault="006974AE" w:rsidP="006974AE">
      <w:r>
        <w:t>513.4600</w:t>
      </w:r>
      <w:r>
        <w:tab/>
        <w:t>2.025e0</w:t>
      </w:r>
    </w:p>
    <w:p w:rsidR="006974AE" w:rsidRDefault="006974AE" w:rsidP="006974AE">
      <w:r>
        <w:t>513.5021</w:t>
      </w:r>
      <w:r>
        <w:tab/>
        <w:t>2.025e0</w:t>
      </w:r>
    </w:p>
    <w:p w:rsidR="006974AE" w:rsidRDefault="006974AE" w:rsidP="006974AE">
      <w:r>
        <w:t>513.5482</w:t>
      </w:r>
      <w:r>
        <w:tab/>
        <w:t>1.013e0</w:t>
      </w:r>
    </w:p>
    <w:p w:rsidR="006974AE" w:rsidRDefault="006974AE" w:rsidP="006974AE">
      <w:r>
        <w:t>513.5521</w:t>
      </w:r>
      <w:r>
        <w:tab/>
        <w:t>1.013e0</w:t>
      </w:r>
    </w:p>
    <w:p w:rsidR="006974AE" w:rsidRDefault="006974AE" w:rsidP="006974AE">
      <w:r>
        <w:lastRenderedPageBreak/>
        <w:t>513.6402</w:t>
      </w:r>
      <w:r>
        <w:tab/>
        <w:t>2.025e0</w:t>
      </w:r>
    </w:p>
    <w:p w:rsidR="006974AE" w:rsidRDefault="006974AE" w:rsidP="006974AE">
      <w:r>
        <w:t>513.6424</w:t>
      </w:r>
      <w:r>
        <w:tab/>
        <w:t>1.013e0</w:t>
      </w:r>
    </w:p>
    <w:p w:rsidR="006974AE" w:rsidRDefault="006974AE" w:rsidP="006974AE">
      <w:r>
        <w:t>513.7216</w:t>
      </w:r>
      <w:r>
        <w:tab/>
        <w:t>2.025e0</w:t>
      </w:r>
    </w:p>
    <w:p w:rsidR="006974AE" w:rsidRDefault="006974AE" w:rsidP="006974AE">
      <w:r>
        <w:t>513.7250</w:t>
      </w:r>
      <w:r>
        <w:tab/>
        <w:t>2.025e0</w:t>
      </w:r>
    </w:p>
    <w:p w:rsidR="006974AE" w:rsidRDefault="006974AE" w:rsidP="006974AE">
      <w:r>
        <w:t>513.7348</w:t>
      </w:r>
      <w:r>
        <w:tab/>
        <w:t>1.013e0</w:t>
      </w:r>
    </w:p>
    <w:p w:rsidR="006974AE" w:rsidRDefault="006974AE" w:rsidP="006974AE">
      <w:r>
        <w:t>513.7478</w:t>
      </w:r>
      <w:r>
        <w:tab/>
        <w:t>2.025e0</w:t>
      </w:r>
    </w:p>
    <w:p w:rsidR="006974AE" w:rsidRDefault="006974AE" w:rsidP="006974AE">
      <w:r>
        <w:t>513.7525</w:t>
      </w:r>
      <w:r>
        <w:tab/>
        <w:t>1.013e0</w:t>
      </w:r>
    </w:p>
    <w:p w:rsidR="006974AE" w:rsidRDefault="006974AE" w:rsidP="006974AE">
      <w:r>
        <w:t>513.7892</w:t>
      </w:r>
      <w:r>
        <w:tab/>
        <w:t>1.013e0</w:t>
      </w:r>
    </w:p>
    <w:p w:rsidR="006974AE" w:rsidRDefault="006974AE" w:rsidP="006974AE">
      <w:r>
        <w:t>513.8077</w:t>
      </w:r>
      <w:r>
        <w:tab/>
        <w:t>1.013e0</w:t>
      </w:r>
    </w:p>
    <w:p w:rsidR="006974AE" w:rsidRDefault="006974AE" w:rsidP="006974AE">
      <w:r>
        <w:t>513.8371</w:t>
      </w:r>
      <w:r>
        <w:tab/>
        <w:t>6.076e0</w:t>
      </w:r>
    </w:p>
    <w:p w:rsidR="006974AE" w:rsidRDefault="006974AE" w:rsidP="006974AE">
      <w:r>
        <w:t>513.8629</w:t>
      </w:r>
      <w:r>
        <w:tab/>
        <w:t>1.013e0</w:t>
      </w:r>
    </w:p>
    <w:p w:rsidR="006974AE" w:rsidRDefault="006974AE" w:rsidP="006974AE">
      <w:r>
        <w:t>513.8776</w:t>
      </w:r>
      <w:r>
        <w:tab/>
        <w:t>2.025e0</w:t>
      </w:r>
    </w:p>
    <w:p w:rsidR="006974AE" w:rsidRDefault="006974AE" w:rsidP="006974AE">
      <w:r>
        <w:t>513.9025</w:t>
      </w:r>
      <w:r>
        <w:tab/>
        <w:t>1.013e0</w:t>
      </w:r>
    </w:p>
    <w:p w:rsidR="006974AE" w:rsidRDefault="006974AE" w:rsidP="006974AE">
      <w:r>
        <w:t>513.9238</w:t>
      </w:r>
      <w:r>
        <w:tab/>
        <w:t>3.038e0</w:t>
      </w:r>
    </w:p>
    <w:p w:rsidR="006974AE" w:rsidRDefault="006974AE" w:rsidP="006974AE">
      <w:r>
        <w:t>513.9436</w:t>
      </w:r>
      <w:r>
        <w:tab/>
        <w:t>2.025e0</w:t>
      </w:r>
    </w:p>
    <w:p w:rsidR="006974AE" w:rsidRDefault="006974AE" w:rsidP="006974AE">
      <w:r>
        <w:t>513.9736</w:t>
      </w:r>
      <w:r>
        <w:tab/>
        <w:t>2.025e0</w:t>
      </w:r>
    </w:p>
    <w:p w:rsidR="006974AE" w:rsidRDefault="006974AE" w:rsidP="006974AE">
      <w:r>
        <w:t>513.9781</w:t>
      </w:r>
      <w:r>
        <w:tab/>
        <w:t>2.025e0</w:t>
      </w:r>
    </w:p>
    <w:p w:rsidR="006974AE" w:rsidRDefault="006974AE" w:rsidP="006974AE">
      <w:r>
        <w:t>514.0231</w:t>
      </w:r>
      <w:r>
        <w:tab/>
        <w:t>1.013e0</w:t>
      </w:r>
    </w:p>
    <w:p w:rsidR="006974AE" w:rsidRDefault="006974AE" w:rsidP="006974AE">
      <w:r>
        <w:t>514.0408</w:t>
      </w:r>
      <w:r>
        <w:tab/>
        <w:t>1.013e0</w:t>
      </w:r>
    </w:p>
    <w:p w:rsidR="006974AE" w:rsidRDefault="006974AE" w:rsidP="006974AE">
      <w:r>
        <w:lastRenderedPageBreak/>
        <w:t>514.0590</w:t>
      </w:r>
      <w:r>
        <w:tab/>
        <w:t>2.025e0</w:t>
      </w:r>
    </w:p>
    <w:p w:rsidR="006974AE" w:rsidRDefault="006974AE" w:rsidP="006974AE">
      <w:r>
        <w:t>514.0614</w:t>
      </w:r>
      <w:r>
        <w:tab/>
        <w:t>4.051e0</w:t>
      </w:r>
    </w:p>
    <w:p w:rsidR="006974AE" w:rsidRDefault="006974AE" w:rsidP="006974AE">
      <w:r>
        <w:t>514.0771</w:t>
      </w:r>
      <w:r>
        <w:tab/>
        <w:t>1.013e0</w:t>
      </w:r>
    </w:p>
    <w:p w:rsidR="006974AE" w:rsidRDefault="006974AE" w:rsidP="006974AE">
      <w:r>
        <w:t>514.0891</w:t>
      </w:r>
      <w:r>
        <w:tab/>
        <w:t>1.013e0</w:t>
      </w:r>
    </w:p>
    <w:p w:rsidR="006974AE" w:rsidRDefault="006974AE" w:rsidP="006974AE">
      <w:r>
        <w:t>514.1123</w:t>
      </w:r>
      <w:r>
        <w:tab/>
        <w:t>2.025e0</w:t>
      </w:r>
    </w:p>
    <w:p w:rsidR="006974AE" w:rsidRDefault="006974AE" w:rsidP="006974AE">
      <w:r>
        <w:t>514.1260</w:t>
      </w:r>
      <w:r>
        <w:tab/>
        <w:t>2.025e0</w:t>
      </w:r>
    </w:p>
    <w:p w:rsidR="006974AE" w:rsidRDefault="006974AE" w:rsidP="006974AE">
      <w:r>
        <w:t>514.1332</w:t>
      </w:r>
      <w:r>
        <w:tab/>
        <w:t>2.025e0</w:t>
      </w:r>
    </w:p>
    <w:p w:rsidR="006974AE" w:rsidRDefault="006974AE" w:rsidP="006974AE">
      <w:r>
        <w:t>514.1847</w:t>
      </w:r>
      <w:r>
        <w:tab/>
        <w:t>6.791e0</w:t>
      </w:r>
    </w:p>
    <w:p w:rsidR="006974AE" w:rsidRDefault="006974AE" w:rsidP="006974AE">
      <w:r>
        <w:t>514.1860</w:t>
      </w:r>
      <w:r>
        <w:tab/>
        <w:t>1.023e1</w:t>
      </w:r>
    </w:p>
    <w:p w:rsidR="006974AE" w:rsidRDefault="006974AE" w:rsidP="006974AE">
      <w:r>
        <w:t>514.1979</w:t>
      </w:r>
      <w:r>
        <w:tab/>
        <w:t>3.038e0</w:t>
      </w:r>
    </w:p>
    <w:p w:rsidR="006974AE" w:rsidRDefault="006974AE" w:rsidP="006974AE">
      <w:r>
        <w:t>514.2095</w:t>
      </w:r>
      <w:r>
        <w:tab/>
        <w:t>1.077e1</w:t>
      </w:r>
    </w:p>
    <w:p w:rsidR="006974AE" w:rsidRDefault="006974AE" w:rsidP="006974AE">
      <w:r>
        <w:t>514.2252</w:t>
      </w:r>
      <w:r>
        <w:tab/>
        <w:t>6.076e0</w:t>
      </w:r>
    </w:p>
    <w:p w:rsidR="006974AE" w:rsidRDefault="006974AE" w:rsidP="006974AE">
      <w:r>
        <w:t>514.2271</w:t>
      </w:r>
      <w:r>
        <w:tab/>
        <w:t>2.896e0</w:t>
      </w:r>
    </w:p>
    <w:p w:rsidR="006974AE" w:rsidRDefault="006974AE" w:rsidP="006974AE">
      <w:r>
        <w:t>514.2322</w:t>
      </w:r>
      <w:r>
        <w:tab/>
        <w:t>3.789e0</w:t>
      </w:r>
    </w:p>
    <w:p w:rsidR="006974AE" w:rsidRDefault="006974AE" w:rsidP="006974AE">
      <w:r>
        <w:t>514.2368</w:t>
      </w:r>
      <w:r>
        <w:tab/>
        <w:t>2.025e0</w:t>
      </w:r>
    </w:p>
    <w:p w:rsidR="006974AE" w:rsidRDefault="006974AE" w:rsidP="006974AE">
      <w:r>
        <w:t>514.2607</w:t>
      </w:r>
      <w:r>
        <w:tab/>
        <w:t>3.329e0</w:t>
      </w:r>
    </w:p>
    <w:p w:rsidR="006974AE" w:rsidRDefault="006974AE" w:rsidP="006974AE">
      <w:r>
        <w:t>514.2897</w:t>
      </w:r>
      <w:r>
        <w:tab/>
        <w:t>4.051e0</w:t>
      </w:r>
    </w:p>
    <w:p w:rsidR="006974AE" w:rsidRDefault="006974AE" w:rsidP="006974AE">
      <w:r>
        <w:t>514.3093</w:t>
      </w:r>
      <w:r>
        <w:tab/>
        <w:t>2.025e0</w:t>
      </w:r>
    </w:p>
    <w:p w:rsidR="006974AE" w:rsidRDefault="006974AE" w:rsidP="006974AE">
      <w:r>
        <w:t>514.3124</w:t>
      </w:r>
      <w:r>
        <w:tab/>
        <w:t>1.013e0</w:t>
      </w:r>
    </w:p>
    <w:p w:rsidR="006974AE" w:rsidRDefault="006974AE" w:rsidP="006974AE">
      <w:r>
        <w:lastRenderedPageBreak/>
        <w:t>514.3354</w:t>
      </w:r>
      <w:r>
        <w:tab/>
        <w:t>2.025e0</w:t>
      </w:r>
    </w:p>
    <w:p w:rsidR="006974AE" w:rsidRDefault="006974AE" w:rsidP="006974AE">
      <w:r>
        <w:t>514.3389</w:t>
      </w:r>
      <w:r>
        <w:tab/>
        <w:t>2.025e0</w:t>
      </w:r>
    </w:p>
    <w:p w:rsidR="006974AE" w:rsidRDefault="006974AE" w:rsidP="006974AE">
      <w:r>
        <w:t>514.3436</w:t>
      </w:r>
      <w:r>
        <w:tab/>
        <w:t>1.013e0</w:t>
      </w:r>
    </w:p>
    <w:p w:rsidR="006974AE" w:rsidRDefault="006974AE" w:rsidP="006974AE">
      <w:r>
        <w:t>514.3497</w:t>
      </w:r>
      <w:r>
        <w:tab/>
        <w:t>2.025e0</w:t>
      </w:r>
    </w:p>
    <w:p w:rsidR="006974AE" w:rsidRDefault="006974AE" w:rsidP="006974AE">
      <w:r>
        <w:t>514.3861</w:t>
      </w:r>
      <w:r>
        <w:tab/>
        <w:t>2.025e0</w:t>
      </w:r>
    </w:p>
    <w:p w:rsidR="006974AE" w:rsidRDefault="006974AE" w:rsidP="006974AE">
      <w:r>
        <w:t>514.3931</w:t>
      </w:r>
      <w:r>
        <w:tab/>
        <w:t>2.267e0</w:t>
      </w:r>
    </w:p>
    <w:p w:rsidR="006974AE" w:rsidRDefault="006974AE" w:rsidP="006974AE">
      <w:r>
        <w:t>514.3984</w:t>
      </w:r>
      <w:r>
        <w:tab/>
        <w:t>2.025e0</w:t>
      </w:r>
    </w:p>
    <w:p w:rsidR="006974AE" w:rsidRDefault="006974AE" w:rsidP="006974AE">
      <w:r>
        <w:t>514.4155</w:t>
      </w:r>
      <w:r>
        <w:tab/>
        <w:t>4.051e0</w:t>
      </w:r>
    </w:p>
    <w:p w:rsidR="006974AE" w:rsidRDefault="006974AE" w:rsidP="006974AE">
      <w:r>
        <w:t>514.4320</w:t>
      </w:r>
      <w:r>
        <w:tab/>
        <w:t>2.025e0</w:t>
      </w:r>
    </w:p>
    <w:p w:rsidR="006974AE" w:rsidRDefault="006974AE" w:rsidP="006974AE">
      <w:r>
        <w:t>514.4420</w:t>
      </w:r>
      <w:r>
        <w:tab/>
        <w:t>4.051e0</w:t>
      </w:r>
    </w:p>
    <w:p w:rsidR="006974AE" w:rsidRDefault="006974AE" w:rsidP="006974AE">
      <w:r>
        <w:t>514.4600</w:t>
      </w:r>
      <w:r>
        <w:tab/>
        <w:t>2.089e0</w:t>
      </w:r>
    </w:p>
    <w:p w:rsidR="006974AE" w:rsidRDefault="006974AE" w:rsidP="006974AE">
      <w:r>
        <w:t>514.4951</w:t>
      </w:r>
      <w:r>
        <w:tab/>
        <w:t>1.013e0</w:t>
      </w:r>
    </w:p>
    <w:p w:rsidR="006974AE" w:rsidRDefault="006974AE" w:rsidP="006974AE">
      <w:r>
        <w:t>514.4991</w:t>
      </w:r>
      <w:r>
        <w:tab/>
        <w:t>1.013e0</w:t>
      </w:r>
    </w:p>
    <w:p w:rsidR="006974AE" w:rsidRDefault="006974AE" w:rsidP="006974AE">
      <w:r>
        <w:t>514.5181</w:t>
      </w:r>
      <w:r>
        <w:tab/>
        <w:t>1.013e0</w:t>
      </w:r>
    </w:p>
    <w:p w:rsidR="006974AE" w:rsidRDefault="006974AE" w:rsidP="006974AE">
      <w:r>
        <w:t>514.5314</w:t>
      </w:r>
      <w:r>
        <w:tab/>
        <w:t>1.013e0</w:t>
      </w:r>
    </w:p>
    <w:p w:rsidR="006974AE" w:rsidRDefault="006974AE" w:rsidP="006974AE">
      <w:r>
        <w:t>514.5357</w:t>
      </w:r>
      <w:r>
        <w:tab/>
        <w:t>3.038e0</w:t>
      </w:r>
    </w:p>
    <w:p w:rsidR="006974AE" w:rsidRDefault="006974AE" w:rsidP="006974AE">
      <w:r>
        <w:t>514.5544</w:t>
      </w:r>
      <w:r>
        <w:tab/>
        <w:t>2.025e0</w:t>
      </w:r>
    </w:p>
    <w:p w:rsidR="006974AE" w:rsidRDefault="006974AE" w:rsidP="006974AE">
      <w:r>
        <w:t>514.5942</w:t>
      </w:r>
      <w:r>
        <w:tab/>
        <w:t>1.013e0</w:t>
      </w:r>
    </w:p>
    <w:p w:rsidR="006974AE" w:rsidRDefault="006974AE" w:rsidP="006974AE">
      <w:r>
        <w:t>514.6021</w:t>
      </w:r>
      <w:r>
        <w:tab/>
        <w:t>1.013e0</w:t>
      </w:r>
    </w:p>
    <w:p w:rsidR="006974AE" w:rsidRDefault="006974AE" w:rsidP="006974AE">
      <w:r>
        <w:lastRenderedPageBreak/>
        <w:t>514.6205</w:t>
      </w:r>
      <w:r>
        <w:tab/>
        <w:t>1.013e0</w:t>
      </w:r>
    </w:p>
    <w:p w:rsidR="006974AE" w:rsidRDefault="006974AE" w:rsidP="006974AE">
      <w:r>
        <w:t>514.6380</w:t>
      </w:r>
      <w:r>
        <w:tab/>
        <w:t>2.025e0</w:t>
      </w:r>
    </w:p>
    <w:p w:rsidR="006974AE" w:rsidRDefault="006974AE" w:rsidP="006974AE">
      <w:r>
        <w:t>514.6597</w:t>
      </w:r>
      <w:r>
        <w:tab/>
        <w:t>2.025e0</w:t>
      </w:r>
    </w:p>
    <w:p w:rsidR="006974AE" w:rsidRDefault="006974AE" w:rsidP="006974AE">
      <w:r>
        <w:t>514.6740</w:t>
      </w:r>
      <w:r>
        <w:tab/>
        <w:t>1.013e0</w:t>
      </w:r>
    </w:p>
    <w:p w:rsidR="006974AE" w:rsidRDefault="006974AE" w:rsidP="006974AE">
      <w:r>
        <w:t>514.7090</w:t>
      </w:r>
      <w:r>
        <w:tab/>
        <w:t>1.013e0</w:t>
      </w:r>
    </w:p>
    <w:p w:rsidR="006974AE" w:rsidRDefault="006974AE" w:rsidP="006974AE">
      <w:r>
        <w:t>514.7719</w:t>
      </w:r>
      <w:r>
        <w:tab/>
        <w:t>4.863e0</w:t>
      </w:r>
    </w:p>
    <w:p w:rsidR="006974AE" w:rsidRDefault="006974AE" w:rsidP="006974AE">
      <w:r>
        <w:t>514.7899</w:t>
      </w:r>
      <w:r>
        <w:tab/>
        <w:t>1.013e0</w:t>
      </w:r>
    </w:p>
    <w:p w:rsidR="006974AE" w:rsidRDefault="006974AE" w:rsidP="006974AE">
      <w:r>
        <w:t>514.8249</w:t>
      </w:r>
      <w:r>
        <w:tab/>
        <w:t>1.013e0</w:t>
      </w:r>
    </w:p>
    <w:p w:rsidR="006974AE" w:rsidRDefault="006974AE" w:rsidP="006974AE">
      <w:r>
        <w:t>514.8299</w:t>
      </w:r>
      <w:r>
        <w:tab/>
        <w:t>2.025e0</w:t>
      </w:r>
    </w:p>
    <w:p w:rsidR="006974AE" w:rsidRDefault="006974AE" w:rsidP="006974AE">
      <w:r>
        <w:t>514.8730</w:t>
      </w:r>
      <w:r>
        <w:tab/>
        <w:t>1.013e0</w:t>
      </w:r>
    </w:p>
    <w:p w:rsidR="006974AE" w:rsidRDefault="006974AE" w:rsidP="006974AE">
      <w:r>
        <w:t>514.8930</w:t>
      </w:r>
      <w:r>
        <w:tab/>
        <w:t>3.038e0</w:t>
      </w:r>
    </w:p>
    <w:p w:rsidR="006974AE" w:rsidRDefault="006974AE" w:rsidP="006974AE">
      <w:r>
        <w:t>514.9143</w:t>
      </w:r>
      <w:r>
        <w:tab/>
        <w:t>2.025e0</w:t>
      </w:r>
    </w:p>
    <w:p w:rsidR="006974AE" w:rsidRDefault="006974AE" w:rsidP="006974AE">
      <w:r>
        <w:t>514.9647</w:t>
      </w:r>
      <w:r>
        <w:tab/>
        <w:t>1.013e0</w:t>
      </w:r>
    </w:p>
    <w:p w:rsidR="006974AE" w:rsidRDefault="006974AE" w:rsidP="006974AE">
      <w:r>
        <w:t>514.9847</w:t>
      </w:r>
      <w:r>
        <w:tab/>
        <w:t>4.051e0</w:t>
      </w:r>
    </w:p>
    <w:p w:rsidR="006974AE" w:rsidRDefault="006974AE" w:rsidP="006974AE">
      <w:r>
        <w:t>515.0042</w:t>
      </w:r>
      <w:r>
        <w:tab/>
        <w:t>1.013e0</w:t>
      </w:r>
    </w:p>
    <w:p w:rsidR="006974AE" w:rsidRDefault="006974AE" w:rsidP="006974AE">
      <w:r>
        <w:t>515.0300</w:t>
      </w:r>
      <w:r>
        <w:tab/>
        <w:t>1.013e0</w:t>
      </w:r>
    </w:p>
    <w:p w:rsidR="006974AE" w:rsidRDefault="006974AE" w:rsidP="006974AE">
      <w:r>
        <w:t>515.0489</w:t>
      </w:r>
      <w:r>
        <w:tab/>
        <w:t>2.025e0</w:t>
      </w:r>
    </w:p>
    <w:p w:rsidR="006974AE" w:rsidRDefault="006974AE" w:rsidP="006974AE">
      <w:r>
        <w:t>515.0589</w:t>
      </w:r>
      <w:r>
        <w:tab/>
        <w:t>2.025e0</w:t>
      </w:r>
    </w:p>
    <w:p w:rsidR="006974AE" w:rsidRDefault="006974AE" w:rsidP="006974AE">
      <w:r>
        <w:t>515.1013</w:t>
      </w:r>
      <w:r>
        <w:tab/>
        <w:t>1.013e0</w:t>
      </w:r>
    </w:p>
    <w:p w:rsidR="006974AE" w:rsidRDefault="006974AE" w:rsidP="006974AE">
      <w:r>
        <w:lastRenderedPageBreak/>
        <w:t>515.1195</w:t>
      </w:r>
      <w:r>
        <w:tab/>
        <w:t>2.025e0</w:t>
      </w:r>
    </w:p>
    <w:p w:rsidR="006974AE" w:rsidRDefault="006974AE" w:rsidP="006974AE">
      <w:r>
        <w:t>515.1816</w:t>
      </w:r>
      <w:r>
        <w:tab/>
        <w:t>1.013e0</w:t>
      </w:r>
    </w:p>
    <w:p w:rsidR="006974AE" w:rsidRDefault="006974AE" w:rsidP="006974AE">
      <w:r>
        <w:t>515.1906</w:t>
      </w:r>
      <w:r>
        <w:tab/>
        <w:t>1.403e0</w:t>
      </w:r>
    </w:p>
    <w:p w:rsidR="006974AE" w:rsidRDefault="006974AE" w:rsidP="006974AE">
      <w:r>
        <w:t>515.1995</w:t>
      </w:r>
      <w:r>
        <w:tab/>
        <w:t>1.013e0</w:t>
      </w:r>
    </w:p>
    <w:p w:rsidR="006974AE" w:rsidRDefault="006974AE" w:rsidP="006974AE">
      <w:r>
        <w:t>515.2062</w:t>
      </w:r>
      <w:r>
        <w:tab/>
        <w:t>6.806e0</w:t>
      </w:r>
    </w:p>
    <w:p w:rsidR="006974AE" w:rsidRDefault="006974AE" w:rsidP="006974AE">
      <w:r>
        <w:t>515.2125</w:t>
      </w:r>
      <w:r>
        <w:tab/>
        <w:t>3.038e0</w:t>
      </w:r>
    </w:p>
    <w:p w:rsidR="006974AE" w:rsidRDefault="006974AE" w:rsidP="006974AE">
      <w:r>
        <w:t>515.2236</w:t>
      </w:r>
      <w:r>
        <w:tab/>
        <w:t>5.063e0</w:t>
      </w:r>
    </w:p>
    <w:p w:rsidR="006974AE" w:rsidRDefault="006974AE" w:rsidP="006974AE">
      <w:r>
        <w:t>515.2317</w:t>
      </w:r>
      <w:r>
        <w:tab/>
        <w:t>1.776e0</w:t>
      </w:r>
    </w:p>
    <w:p w:rsidR="006974AE" w:rsidRDefault="006974AE" w:rsidP="006974AE">
      <w:r>
        <w:t>515.2343</w:t>
      </w:r>
      <w:r>
        <w:tab/>
        <w:t>5.071e0</w:t>
      </w:r>
    </w:p>
    <w:p w:rsidR="006974AE" w:rsidRDefault="006974AE" w:rsidP="006974AE">
      <w:r>
        <w:t>515.2893</w:t>
      </w:r>
      <w:r>
        <w:tab/>
        <w:t>1.013e0</w:t>
      </w:r>
    </w:p>
    <w:p w:rsidR="006974AE" w:rsidRDefault="006974AE" w:rsidP="006974AE">
      <w:r>
        <w:t>515.2982</w:t>
      </w:r>
      <w:r>
        <w:tab/>
        <w:t>2.025e0</w:t>
      </w:r>
    </w:p>
    <w:p w:rsidR="006974AE" w:rsidRDefault="006974AE" w:rsidP="006974AE">
      <w:r>
        <w:t>515.3065</w:t>
      </w:r>
      <w:r>
        <w:tab/>
        <w:t>2.025e0</w:t>
      </w:r>
    </w:p>
    <w:p w:rsidR="006974AE" w:rsidRDefault="006974AE" w:rsidP="006974AE">
      <w:r>
        <w:t>515.3428</w:t>
      </w:r>
      <w:r>
        <w:tab/>
        <w:t>1.013e0</w:t>
      </w:r>
    </w:p>
    <w:p w:rsidR="006974AE" w:rsidRDefault="006974AE" w:rsidP="006974AE">
      <w:r>
        <w:t>515.3466</w:t>
      </w:r>
      <w:r>
        <w:tab/>
        <w:t>4.051e0</w:t>
      </w:r>
    </w:p>
    <w:p w:rsidR="006974AE" w:rsidRDefault="006974AE" w:rsidP="006974AE">
      <w:r>
        <w:t>515.3525</w:t>
      </w:r>
      <w:r>
        <w:tab/>
        <w:t>2.025e0</w:t>
      </w:r>
    </w:p>
    <w:p w:rsidR="006974AE" w:rsidRDefault="006974AE" w:rsidP="006974AE">
      <w:r>
        <w:t>515.3594</w:t>
      </w:r>
      <w:r>
        <w:tab/>
        <w:t>2.025e0</w:t>
      </w:r>
    </w:p>
    <w:p w:rsidR="006974AE" w:rsidRDefault="006974AE" w:rsidP="006974AE">
      <w:r>
        <w:t>515.3888</w:t>
      </w:r>
      <w:r>
        <w:tab/>
        <w:t>2.025e0</w:t>
      </w:r>
    </w:p>
    <w:p w:rsidR="006974AE" w:rsidRDefault="006974AE" w:rsidP="006974AE">
      <w:r>
        <w:t>515.3931</w:t>
      </w:r>
      <w:r>
        <w:tab/>
        <w:t>1.013e0</w:t>
      </w:r>
    </w:p>
    <w:p w:rsidR="006974AE" w:rsidRDefault="006974AE" w:rsidP="006974AE">
      <w:r>
        <w:t>515.4299</w:t>
      </w:r>
      <w:r>
        <w:tab/>
        <w:t>1.013e0</w:t>
      </w:r>
    </w:p>
    <w:p w:rsidR="006974AE" w:rsidRDefault="006974AE" w:rsidP="006974AE">
      <w:r>
        <w:lastRenderedPageBreak/>
        <w:t>515.4320</w:t>
      </w:r>
      <w:r>
        <w:tab/>
        <w:t>1.013e0</w:t>
      </w:r>
    </w:p>
    <w:p w:rsidR="006974AE" w:rsidRDefault="006974AE" w:rsidP="006974AE">
      <w:r>
        <w:t>515.4704</w:t>
      </w:r>
      <w:r>
        <w:tab/>
        <w:t>2.025e0</w:t>
      </w:r>
    </w:p>
    <w:p w:rsidR="006974AE" w:rsidRDefault="006974AE" w:rsidP="006974AE">
      <w:r>
        <w:t>515.4846</w:t>
      </w:r>
      <w:r>
        <w:tab/>
        <w:t>2.025e0</w:t>
      </w:r>
    </w:p>
    <w:p w:rsidR="006974AE" w:rsidRDefault="006974AE" w:rsidP="006974AE">
      <w:r>
        <w:t>515.4943</w:t>
      </w:r>
      <w:r>
        <w:tab/>
        <w:t>2.025e0</w:t>
      </w:r>
    </w:p>
    <w:p w:rsidR="006974AE" w:rsidRDefault="006974AE" w:rsidP="006974AE">
      <w:r>
        <w:t>515.5247</w:t>
      </w:r>
      <w:r>
        <w:tab/>
        <w:t>1.013e0</w:t>
      </w:r>
    </w:p>
    <w:p w:rsidR="006974AE" w:rsidRDefault="006974AE" w:rsidP="006974AE">
      <w:r>
        <w:t>515.5482</w:t>
      </w:r>
      <w:r>
        <w:tab/>
        <w:t>1.013e0</w:t>
      </w:r>
    </w:p>
    <w:p w:rsidR="006974AE" w:rsidRDefault="006974AE" w:rsidP="006974AE">
      <w:r>
        <w:t>515.5839</w:t>
      </w:r>
      <w:r>
        <w:tab/>
        <w:t>1.013e0</w:t>
      </w:r>
    </w:p>
    <w:p w:rsidR="006974AE" w:rsidRDefault="006974AE" w:rsidP="006974AE">
      <w:r>
        <w:t>515.5921</w:t>
      </w:r>
      <w:r>
        <w:tab/>
        <w:t>1.013e0</w:t>
      </w:r>
    </w:p>
    <w:p w:rsidR="006974AE" w:rsidRDefault="006974AE" w:rsidP="006974AE">
      <w:r>
        <w:t>515.5981</w:t>
      </w:r>
      <w:r>
        <w:tab/>
        <w:t>1.013e0</w:t>
      </w:r>
    </w:p>
    <w:p w:rsidR="006974AE" w:rsidRDefault="006974AE" w:rsidP="006974AE">
      <w:r>
        <w:t>515.6100</w:t>
      </w:r>
      <w:r>
        <w:tab/>
        <w:t>1.013e0</w:t>
      </w:r>
    </w:p>
    <w:p w:rsidR="006974AE" w:rsidRDefault="006974AE" w:rsidP="006974AE">
      <w:r>
        <w:t>515.6285</w:t>
      </w:r>
      <w:r>
        <w:tab/>
        <w:t>1.013e0</w:t>
      </w:r>
    </w:p>
    <w:p w:rsidR="006974AE" w:rsidRDefault="006974AE" w:rsidP="006974AE">
      <w:r>
        <w:t>515.6342</w:t>
      </w:r>
      <w:r>
        <w:tab/>
        <w:t>1.013e0</w:t>
      </w:r>
    </w:p>
    <w:p w:rsidR="006974AE" w:rsidRDefault="006974AE" w:rsidP="006974AE">
      <w:r>
        <w:t>515.6725</w:t>
      </w:r>
      <w:r>
        <w:tab/>
        <w:t>2.025e0</w:t>
      </w:r>
    </w:p>
    <w:p w:rsidR="006974AE" w:rsidRDefault="006974AE" w:rsidP="006974AE">
      <w:r>
        <w:t>515.6895</w:t>
      </w:r>
      <w:r>
        <w:tab/>
        <w:t>1.013e0</w:t>
      </w:r>
    </w:p>
    <w:p w:rsidR="006974AE" w:rsidRDefault="006974AE" w:rsidP="006974AE">
      <w:r>
        <w:t>515.6999</w:t>
      </w:r>
      <w:r>
        <w:tab/>
        <w:t>1.013e0</w:t>
      </w:r>
    </w:p>
    <w:p w:rsidR="006974AE" w:rsidRDefault="006974AE" w:rsidP="006974AE">
      <w:r>
        <w:t>515.7268</w:t>
      </w:r>
      <w:r>
        <w:tab/>
        <w:t>3.038e0</w:t>
      </w:r>
    </w:p>
    <w:p w:rsidR="006974AE" w:rsidRDefault="006974AE" w:rsidP="006974AE">
      <w:r>
        <w:t>515.7439</w:t>
      </w:r>
      <w:r>
        <w:tab/>
        <w:t>2.025e0</w:t>
      </w:r>
    </w:p>
    <w:p w:rsidR="006974AE" w:rsidRDefault="006974AE" w:rsidP="006974AE">
      <w:r>
        <w:t>515.7625</w:t>
      </w:r>
      <w:r>
        <w:tab/>
        <w:t>1.013e0</w:t>
      </w:r>
    </w:p>
    <w:p w:rsidR="006974AE" w:rsidRDefault="006974AE" w:rsidP="006974AE">
      <w:r>
        <w:t>515.7797</w:t>
      </w:r>
      <w:r>
        <w:tab/>
        <w:t>1.013e0</w:t>
      </w:r>
    </w:p>
    <w:p w:rsidR="006974AE" w:rsidRDefault="006974AE" w:rsidP="006974AE">
      <w:r>
        <w:lastRenderedPageBreak/>
        <w:t>515.8208</w:t>
      </w:r>
      <w:r>
        <w:tab/>
        <w:t>1.013e0</w:t>
      </w:r>
    </w:p>
    <w:p w:rsidR="006974AE" w:rsidRDefault="006974AE" w:rsidP="006974AE">
      <w:r>
        <w:t>515.8461</w:t>
      </w:r>
      <w:r>
        <w:tab/>
        <w:t>2.025e0</w:t>
      </w:r>
    </w:p>
    <w:p w:rsidR="006974AE" w:rsidRDefault="006974AE" w:rsidP="006974AE">
      <w:r>
        <w:t>515.8875</w:t>
      </w:r>
      <w:r>
        <w:tab/>
        <w:t>1.013e0</w:t>
      </w:r>
    </w:p>
    <w:p w:rsidR="006974AE" w:rsidRDefault="006974AE" w:rsidP="006974AE">
      <w:r>
        <w:t>515.8973</w:t>
      </w:r>
      <w:r>
        <w:tab/>
        <w:t>1.013e0</w:t>
      </w:r>
    </w:p>
    <w:p w:rsidR="006974AE" w:rsidRDefault="006974AE" w:rsidP="006974AE">
      <w:r>
        <w:t>515.9053</w:t>
      </w:r>
      <w:r>
        <w:tab/>
        <w:t>1.013e0</w:t>
      </w:r>
    </w:p>
    <w:p w:rsidR="006974AE" w:rsidRDefault="006974AE" w:rsidP="006974AE">
      <w:r>
        <w:t>515.9221</w:t>
      </w:r>
      <w:r>
        <w:tab/>
        <w:t>3.038e0</w:t>
      </w:r>
    </w:p>
    <w:p w:rsidR="006974AE" w:rsidRDefault="006974AE" w:rsidP="006974AE">
      <w:r>
        <w:t>515.9500</w:t>
      </w:r>
      <w:r>
        <w:tab/>
        <w:t>1.013e0</w:t>
      </w:r>
    </w:p>
    <w:p w:rsidR="006974AE" w:rsidRDefault="006974AE" w:rsidP="006974AE">
      <w:r>
        <w:t>515.9672</w:t>
      </w:r>
      <w:r>
        <w:tab/>
        <w:t>1.013e0</w:t>
      </w:r>
    </w:p>
    <w:p w:rsidR="006974AE" w:rsidRDefault="006974AE" w:rsidP="006974AE">
      <w:r>
        <w:t>516.0082</w:t>
      </w:r>
      <w:r>
        <w:tab/>
        <w:t>1.013e0</w:t>
      </w:r>
    </w:p>
    <w:p w:rsidR="006974AE" w:rsidRDefault="006974AE" w:rsidP="006974AE">
      <w:r>
        <w:t>516.0394</w:t>
      </w:r>
      <w:r>
        <w:tab/>
        <w:t>1.013e0</w:t>
      </w:r>
    </w:p>
    <w:p w:rsidR="006974AE" w:rsidRDefault="006974AE" w:rsidP="006974AE">
      <w:r>
        <w:t>516.0476</w:t>
      </w:r>
      <w:r>
        <w:tab/>
        <w:t>1.013e0</w:t>
      </w:r>
    </w:p>
    <w:p w:rsidR="006974AE" w:rsidRDefault="006974AE" w:rsidP="006974AE">
      <w:r>
        <w:t>516.0563</w:t>
      </w:r>
      <w:r>
        <w:tab/>
        <w:t>2.025e0</w:t>
      </w:r>
    </w:p>
    <w:p w:rsidR="006974AE" w:rsidRDefault="006974AE" w:rsidP="006974AE">
      <w:r>
        <w:t>516.0650</w:t>
      </w:r>
      <w:r>
        <w:tab/>
        <w:t>2.025e0</w:t>
      </w:r>
    </w:p>
    <w:p w:rsidR="006974AE" w:rsidRDefault="006974AE" w:rsidP="006974AE">
      <w:r>
        <w:t>516.0810</w:t>
      </w:r>
      <w:r>
        <w:tab/>
        <w:t>1.013e0</w:t>
      </w:r>
    </w:p>
    <w:p w:rsidR="006974AE" w:rsidRDefault="006974AE" w:rsidP="006974AE">
      <w:r>
        <w:t>516.0844</w:t>
      </w:r>
      <w:r>
        <w:tab/>
        <w:t>1.013e0</w:t>
      </w:r>
    </w:p>
    <w:p w:rsidR="006974AE" w:rsidRDefault="006974AE" w:rsidP="006974AE">
      <w:r>
        <w:t>516.1290</w:t>
      </w:r>
      <w:r>
        <w:tab/>
        <w:t>2.025e0</w:t>
      </w:r>
    </w:p>
    <w:p w:rsidR="006974AE" w:rsidRDefault="006974AE" w:rsidP="006974AE">
      <w:r>
        <w:t>516.1548</w:t>
      </w:r>
      <w:r>
        <w:tab/>
        <w:t>1.013e0</w:t>
      </w:r>
    </w:p>
    <w:p w:rsidR="006974AE" w:rsidRDefault="006974AE" w:rsidP="006974AE">
      <w:r>
        <w:t>516.1600</w:t>
      </w:r>
      <w:r>
        <w:tab/>
        <w:t>4.051e0</w:t>
      </w:r>
    </w:p>
    <w:p w:rsidR="006974AE" w:rsidRDefault="006974AE" w:rsidP="006974AE">
      <w:r>
        <w:t>516.1645</w:t>
      </w:r>
      <w:r>
        <w:tab/>
        <w:t>1.199e0</w:t>
      </w:r>
    </w:p>
    <w:p w:rsidR="006974AE" w:rsidRDefault="006974AE" w:rsidP="006974AE">
      <w:r>
        <w:lastRenderedPageBreak/>
        <w:t>516.1720</w:t>
      </w:r>
      <w:r>
        <w:tab/>
        <w:t>1.652e0</w:t>
      </w:r>
    </w:p>
    <w:p w:rsidR="006974AE" w:rsidRDefault="006974AE" w:rsidP="006974AE">
      <w:r>
        <w:t>516.1835</w:t>
      </w:r>
      <w:r>
        <w:tab/>
        <w:t>2.025e0</w:t>
      </w:r>
    </w:p>
    <w:p w:rsidR="006974AE" w:rsidRDefault="006974AE" w:rsidP="006974AE">
      <w:r>
        <w:t>516.2208</w:t>
      </w:r>
      <w:r>
        <w:tab/>
        <w:t>5.984e0</w:t>
      </w:r>
    </w:p>
    <w:p w:rsidR="006974AE" w:rsidRDefault="006974AE" w:rsidP="006974AE">
      <w:r>
        <w:t>516.2232</w:t>
      </w:r>
      <w:r>
        <w:tab/>
        <w:t>2.025e0</w:t>
      </w:r>
    </w:p>
    <w:p w:rsidR="006974AE" w:rsidRDefault="006974AE" w:rsidP="006974AE">
      <w:r>
        <w:t>516.2266</w:t>
      </w:r>
      <w:r>
        <w:tab/>
        <w:t>2.832e0</w:t>
      </w:r>
    </w:p>
    <w:p w:rsidR="006974AE" w:rsidRDefault="006974AE" w:rsidP="006974AE">
      <w:r>
        <w:t>516.2325</w:t>
      </w:r>
      <w:r>
        <w:tab/>
        <w:t>4.259e0</w:t>
      </w:r>
    </w:p>
    <w:p w:rsidR="006974AE" w:rsidRDefault="006974AE" w:rsidP="006974AE">
      <w:r>
        <w:t>516.2628</w:t>
      </w:r>
      <w:r>
        <w:tab/>
        <w:t>4.051e0</w:t>
      </w:r>
    </w:p>
    <w:p w:rsidR="006974AE" w:rsidRDefault="006974AE" w:rsidP="006974AE">
      <w:r>
        <w:t>516.2936</w:t>
      </w:r>
      <w:r>
        <w:tab/>
        <w:t>2.025e0</w:t>
      </w:r>
    </w:p>
    <w:p w:rsidR="006974AE" w:rsidRDefault="006974AE" w:rsidP="006974AE">
      <w:r>
        <w:t>516.3050</w:t>
      </w:r>
      <w:r>
        <w:tab/>
        <w:t>2.025e0</w:t>
      </w:r>
    </w:p>
    <w:p w:rsidR="006974AE" w:rsidRDefault="006974AE" w:rsidP="006974AE">
      <w:r>
        <w:t>516.3234</w:t>
      </w:r>
      <w:r>
        <w:tab/>
        <w:t>1.013e0</w:t>
      </w:r>
    </w:p>
    <w:p w:rsidR="006974AE" w:rsidRDefault="006974AE" w:rsidP="006974AE">
      <w:r>
        <w:t>516.3256</w:t>
      </w:r>
      <w:r>
        <w:tab/>
        <w:t>1.013e0</w:t>
      </w:r>
    </w:p>
    <w:p w:rsidR="006974AE" w:rsidRDefault="006974AE" w:rsidP="006974AE">
      <w:r>
        <w:t>516.3302</w:t>
      </w:r>
      <w:r>
        <w:tab/>
        <w:t>4.051e0</w:t>
      </w:r>
    </w:p>
    <w:p w:rsidR="006974AE" w:rsidRDefault="006974AE" w:rsidP="006974AE">
      <w:r>
        <w:t>516.3380</w:t>
      </w:r>
      <w:r>
        <w:tab/>
        <w:t>3.038e0</w:t>
      </w:r>
    </w:p>
    <w:p w:rsidR="006974AE" w:rsidRDefault="006974AE" w:rsidP="006974AE">
      <w:r>
        <w:t>516.3441</w:t>
      </w:r>
      <w:r>
        <w:tab/>
        <w:t>1.013e0</w:t>
      </w:r>
    </w:p>
    <w:p w:rsidR="006974AE" w:rsidRDefault="006974AE" w:rsidP="006974AE">
      <w:r>
        <w:t>516.3632</w:t>
      </w:r>
      <w:r>
        <w:tab/>
        <w:t>1.013e0</w:t>
      </w:r>
    </w:p>
    <w:p w:rsidR="006974AE" w:rsidRDefault="006974AE" w:rsidP="006974AE">
      <w:r>
        <w:t>516.4150</w:t>
      </w:r>
      <w:r>
        <w:tab/>
        <w:t>2.025e0</w:t>
      </w:r>
    </w:p>
    <w:p w:rsidR="006974AE" w:rsidRDefault="006974AE" w:rsidP="006974AE">
      <w:r>
        <w:t>516.4294</w:t>
      </w:r>
      <w:r>
        <w:tab/>
        <w:t>3.038e0</w:t>
      </w:r>
    </w:p>
    <w:p w:rsidR="006974AE" w:rsidRDefault="006974AE" w:rsidP="006974AE">
      <w:r>
        <w:t>516.4733</w:t>
      </w:r>
      <w:r>
        <w:tab/>
        <w:t>2.025e0</w:t>
      </w:r>
    </w:p>
    <w:p w:rsidR="006974AE" w:rsidRDefault="006974AE" w:rsidP="006974AE">
      <w:r>
        <w:t>516.4946</w:t>
      </w:r>
      <w:r>
        <w:tab/>
        <w:t>1.013e0</w:t>
      </w:r>
    </w:p>
    <w:p w:rsidR="006974AE" w:rsidRDefault="006974AE" w:rsidP="006974AE">
      <w:r>
        <w:lastRenderedPageBreak/>
        <w:t>516.5101</w:t>
      </w:r>
      <w:r>
        <w:tab/>
        <w:t>2.025e0</w:t>
      </w:r>
    </w:p>
    <w:p w:rsidR="006974AE" w:rsidRDefault="006974AE" w:rsidP="006974AE">
      <w:r>
        <w:t>516.5311</w:t>
      </w:r>
      <w:r>
        <w:tab/>
        <w:t>1.013e0</w:t>
      </w:r>
    </w:p>
    <w:p w:rsidR="006974AE" w:rsidRDefault="006974AE" w:rsidP="006974AE">
      <w:r>
        <w:t>516.5718</w:t>
      </w:r>
      <w:r>
        <w:tab/>
        <w:t>5.063e0</w:t>
      </w:r>
    </w:p>
    <w:p w:rsidR="006974AE" w:rsidRDefault="006974AE" w:rsidP="006974AE">
      <w:r>
        <w:t>516.5834</w:t>
      </w:r>
      <w:r>
        <w:tab/>
        <w:t>2.025e0</w:t>
      </w:r>
    </w:p>
    <w:p w:rsidR="006974AE" w:rsidRDefault="006974AE" w:rsidP="006974AE">
      <w:r>
        <w:t>516.6204</w:t>
      </w:r>
      <w:r>
        <w:tab/>
        <w:t>1.013e0</w:t>
      </w:r>
    </w:p>
    <w:p w:rsidR="006974AE" w:rsidRDefault="006974AE" w:rsidP="006974AE">
      <w:r>
        <w:t>516.6293</w:t>
      </w:r>
      <w:r>
        <w:tab/>
        <w:t>1.013e0</w:t>
      </w:r>
    </w:p>
    <w:p w:rsidR="006974AE" w:rsidRDefault="006974AE" w:rsidP="006974AE">
      <w:r>
        <w:t>516.6411</w:t>
      </w:r>
      <w:r>
        <w:tab/>
        <w:t>1.013e0</w:t>
      </w:r>
    </w:p>
    <w:p w:rsidR="006974AE" w:rsidRDefault="006974AE" w:rsidP="006974AE">
      <w:r>
        <w:t>516.6425</w:t>
      </w:r>
      <w:r>
        <w:tab/>
        <w:t>2.025e0</w:t>
      </w:r>
    </w:p>
    <w:p w:rsidR="006974AE" w:rsidRDefault="006974AE" w:rsidP="006974AE">
      <w:r>
        <w:t>516.6562</w:t>
      </w:r>
      <w:r>
        <w:tab/>
        <w:t>1.013e0</w:t>
      </w:r>
    </w:p>
    <w:p w:rsidR="006974AE" w:rsidRDefault="006974AE" w:rsidP="006974AE">
      <w:r>
        <w:t>516.6784</w:t>
      </w:r>
      <w:r>
        <w:tab/>
        <w:t>1.013e0</w:t>
      </w:r>
    </w:p>
    <w:p w:rsidR="006974AE" w:rsidRDefault="006974AE" w:rsidP="006974AE">
      <w:r>
        <w:t>516.7181</w:t>
      </w:r>
      <w:r>
        <w:tab/>
        <w:t>1.013e0</w:t>
      </w:r>
    </w:p>
    <w:p w:rsidR="006974AE" w:rsidRDefault="006974AE" w:rsidP="006974AE">
      <w:r>
        <w:t>516.7723</w:t>
      </w:r>
      <w:r>
        <w:tab/>
        <w:t>1.013e0</w:t>
      </w:r>
    </w:p>
    <w:p w:rsidR="006974AE" w:rsidRDefault="006974AE" w:rsidP="006974AE">
      <w:r>
        <w:t>516.7745</w:t>
      </w:r>
      <w:r>
        <w:tab/>
        <w:t>2.025e0</w:t>
      </w:r>
    </w:p>
    <w:p w:rsidR="006974AE" w:rsidRDefault="006974AE" w:rsidP="006974AE">
      <w:r>
        <w:t>516.8071</w:t>
      </w:r>
      <w:r>
        <w:tab/>
        <w:t>1.013e0</w:t>
      </w:r>
    </w:p>
    <w:p w:rsidR="006974AE" w:rsidRDefault="006974AE" w:rsidP="006974AE">
      <w:r>
        <w:t>516.8434</w:t>
      </w:r>
      <w:r>
        <w:tab/>
        <w:t>1.013e0</w:t>
      </w:r>
    </w:p>
    <w:p w:rsidR="006974AE" w:rsidRDefault="006974AE" w:rsidP="006974AE">
      <w:r>
        <w:t>516.8702</w:t>
      </w:r>
      <w:r>
        <w:tab/>
        <w:t>1.013e0</w:t>
      </w:r>
    </w:p>
    <w:p w:rsidR="006974AE" w:rsidRDefault="006974AE" w:rsidP="006974AE">
      <w:r>
        <w:t>516.8971</w:t>
      </w:r>
      <w:r>
        <w:tab/>
        <w:t>1.013e0</w:t>
      </w:r>
    </w:p>
    <w:p w:rsidR="006974AE" w:rsidRDefault="006974AE" w:rsidP="006974AE">
      <w:r>
        <w:t>516.8982</w:t>
      </w:r>
      <w:r>
        <w:tab/>
        <w:t>2.025e0</w:t>
      </w:r>
    </w:p>
    <w:p w:rsidR="006974AE" w:rsidRDefault="006974AE" w:rsidP="006974AE">
      <w:r>
        <w:t>516.9021</w:t>
      </w:r>
      <w:r>
        <w:tab/>
        <w:t>3.038e0</w:t>
      </w:r>
    </w:p>
    <w:p w:rsidR="006974AE" w:rsidRDefault="006974AE" w:rsidP="006974AE">
      <w:r>
        <w:lastRenderedPageBreak/>
        <w:t>516.9156</w:t>
      </w:r>
      <w:r>
        <w:tab/>
        <w:t>3.038e0</w:t>
      </w:r>
    </w:p>
    <w:p w:rsidR="006974AE" w:rsidRDefault="006974AE" w:rsidP="006974AE">
      <w:r>
        <w:t>516.9242</w:t>
      </w:r>
      <w:r>
        <w:tab/>
        <w:t>3.038e0</w:t>
      </w:r>
    </w:p>
    <w:p w:rsidR="006974AE" w:rsidRDefault="006974AE" w:rsidP="006974AE">
      <w:r>
        <w:t>516.9556</w:t>
      </w:r>
      <w:r>
        <w:tab/>
        <w:t>2.025e0</w:t>
      </w:r>
    </w:p>
    <w:p w:rsidR="006974AE" w:rsidRDefault="006974AE" w:rsidP="006974AE">
      <w:r>
        <w:t>516.9673</w:t>
      </w:r>
      <w:r>
        <w:tab/>
        <w:t>2.025e0</w:t>
      </w:r>
    </w:p>
    <w:p w:rsidR="006974AE" w:rsidRDefault="006974AE" w:rsidP="006974AE">
      <w:r>
        <w:t>516.9805</w:t>
      </w:r>
      <w:r>
        <w:tab/>
        <w:t>2.025e0</w:t>
      </w:r>
    </w:p>
    <w:p w:rsidR="006974AE" w:rsidRDefault="006974AE" w:rsidP="006974AE">
      <w:r>
        <w:t>517.0222</w:t>
      </w:r>
      <w:r>
        <w:tab/>
        <w:t>3.038e0</w:t>
      </w:r>
    </w:p>
    <w:p w:rsidR="006974AE" w:rsidRDefault="006974AE" w:rsidP="006974AE">
      <w:r>
        <w:t>517.0304</w:t>
      </w:r>
      <w:r>
        <w:tab/>
        <w:t>1.013e0</w:t>
      </w:r>
    </w:p>
    <w:p w:rsidR="006974AE" w:rsidRDefault="006974AE" w:rsidP="006974AE">
      <w:r>
        <w:t>517.0333</w:t>
      </w:r>
      <w:r>
        <w:tab/>
        <w:t>1.013e0</w:t>
      </w:r>
    </w:p>
    <w:p w:rsidR="006974AE" w:rsidRDefault="006974AE" w:rsidP="006974AE">
      <w:r>
        <w:t>517.0344</w:t>
      </w:r>
      <w:r>
        <w:tab/>
        <w:t>2.025e0</w:t>
      </w:r>
    </w:p>
    <w:p w:rsidR="006974AE" w:rsidRDefault="006974AE" w:rsidP="006974AE">
      <w:r>
        <w:t>517.0510</w:t>
      </w:r>
      <w:r>
        <w:tab/>
        <w:t>1.013e0</w:t>
      </w:r>
    </w:p>
    <w:p w:rsidR="006974AE" w:rsidRDefault="006974AE" w:rsidP="006974AE">
      <w:r>
        <w:t>517.0947</w:t>
      </w:r>
      <w:r>
        <w:tab/>
        <w:t>1.013e0</w:t>
      </w:r>
    </w:p>
    <w:p w:rsidR="006974AE" w:rsidRDefault="006974AE" w:rsidP="006974AE">
      <w:r>
        <w:t>517.1033</w:t>
      </w:r>
      <w:r>
        <w:tab/>
        <w:t>2.025e0</w:t>
      </w:r>
    </w:p>
    <w:p w:rsidR="006974AE" w:rsidRDefault="006974AE" w:rsidP="006974AE">
      <w:r>
        <w:t>517.1528</w:t>
      </w:r>
      <w:r>
        <w:tab/>
        <w:t>2.025e0</w:t>
      </w:r>
    </w:p>
    <w:p w:rsidR="006974AE" w:rsidRDefault="006974AE" w:rsidP="006974AE">
      <w:r>
        <w:t>517.1921</w:t>
      </w:r>
      <w:r>
        <w:tab/>
        <w:t>5.063e0</w:t>
      </w:r>
    </w:p>
    <w:p w:rsidR="006974AE" w:rsidRDefault="006974AE" w:rsidP="006974AE">
      <w:r>
        <w:t>517.2028</w:t>
      </w:r>
      <w:r>
        <w:tab/>
        <w:t>3.038e0</w:t>
      </w:r>
    </w:p>
    <w:p w:rsidR="006974AE" w:rsidRDefault="006974AE" w:rsidP="006974AE">
      <w:r>
        <w:t>517.2118</w:t>
      </w:r>
      <w:r>
        <w:tab/>
        <w:t>4.692e0</w:t>
      </w:r>
    </w:p>
    <w:p w:rsidR="006974AE" w:rsidRDefault="006974AE" w:rsidP="006974AE">
      <w:r>
        <w:t>517.2136</w:t>
      </w:r>
      <w:r>
        <w:tab/>
        <w:t>2.540e0</w:t>
      </w:r>
    </w:p>
    <w:p w:rsidR="006974AE" w:rsidRDefault="006974AE" w:rsidP="006974AE">
      <w:r>
        <w:t>517.2184</w:t>
      </w:r>
      <w:r>
        <w:tab/>
        <w:t>2.025e0</w:t>
      </w:r>
    </w:p>
    <w:p w:rsidR="006974AE" w:rsidRDefault="006974AE" w:rsidP="006974AE">
      <w:r>
        <w:t>517.2586</w:t>
      </w:r>
      <w:r>
        <w:tab/>
        <w:t>7.089e0</w:t>
      </w:r>
    </w:p>
    <w:p w:rsidR="006974AE" w:rsidRDefault="006974AE" w:rsidP="006974AE">
      <w:r>
        <w:lastRenderedPageBreak/>
        <w:t>517.2630</w:t>
      </w:r>
      <w:r>
        <w:tab/>
        <w:t>2.025e0</w:t>
      </w:r>
    </w:p>
    <w:p w:rsidR="006974AE" w:rsidRDefault="006974AE" w:rsidP="006974AE">
      <w:r>
        <w:t>517.2642</w:t>
      </w:r>
      <w:r>
        <w:tab/>
        <w:t>1.013e0</w:t>
      </w:r>
    </w:p>
    <w:p w:rsidR="006974AE" w:rsidRDefault="006974AE" w:rsidP="006974AE">
      <w:r>
        <w:t>517.2722</w:t>
      </w:r>
      <w:r>
        <w:tab/>
        <w:t>1.013e0</w:t>
      </w:r>
    </w:p>
    <w:p w:rsidR="006974AE" w:rsidRDefault="006974AE" w:rsidP="006974AE">
      <w:r>
        <w:t>517.2900</w:t>
      </w:r>
      <w:r>
        <w:tab/>
        <w:t>1.013e0</w:t>
      </w:r>
    </w:p>
    <w:p w:rsidR="006974AE" w:rsidRDefault="006974AE" w:rsidP="006974AE">
      <w:r>
        <w:t>517.3454</w:t>
      </w:r>
      <w:r>
        <w:tab/>
        <w:t>1.013e0</w:t>
      </w:r>
    </w:p>
    <w:p w:rsidR="006974AE" w:rsidRDefault="006974AE" w:rsidP="006974AE">
      <w:r>
        <w:t>517.3469</w:t>
      </w:r>
      <w:r>
        <w:tab/>
        <w:t>3.038e0</w:t>
      </w:r>
    </w:p>
    <w:p w:rsidR="006974AE" w:rsidRDefault="006974AE" w:rsidP="006974AE">
      <w:r>
        <w:t>517.3569</w:t>
      </w:r>
      <w:r>
        <w:tab/>
        <w:t>8.101e0</w:t>
      </w:r>
    </w:p>
    <w:p w:rsidR="006974AE" w:rsidRDefault="006974AE" w:rsidP="006974AE">
      <w:r>
        <w:t>517.3627</w:t>
      </w:r>
      <w:r>
        <w:tab/>
        <w:t>1.013e0</w:t>
      </w:r>
    </w:p>
    <w:p w:rsidR="006974AE" w:rsidRDefault="006974AE" w:rsidP="006974AE">
      <w:r>
        <w:t>517.3665</w:t>
      </w:r>
      <w:r>
        <w:tab/>
        <w:t>2.025e0</w:t>
      </w:r>
    </w:p>
    <w:p w:rsidR="006974AE" w:rsidRDefault="006974AE" w:rsidP="006974AE">
      <w:r>
        <w:t>517.3723</w:t>
      </w:r>
      <w:r>
        <w:tab/>
        <w:t>1.013e0</w:t>
      </w:r>
    </w:p>
    <w:p w:rsidR="006974AE" w:rsidRDefault="006974AE" w:rsidP="006974AE">
      <w:r>
        <w:t>517.4221</w:t>
      </w:r>
      <w:r>
        <w:tab/>
        <w:t>1.013e0</w:t>
      </w:r>
    </w:p>
    <w:p w:rsidR="006974AE" w:rsidRDefault="006974AE" w:rsidP="006974AE">
      <w:r>
        <w:t>517.4260</w:t>
      </w:r>
      <w:r>
        <w:tab/>
        <w:t>1.013e0</w:t>
      </w:r>
    </w:p>
    <w:p w:rsidR="006974AE" w:rsidRDefault="006974AE" w:rsidP="006974AE">
      <w:r>
        <w:t>517.4346</w:t>
      </w:r>
      <w:r>
        <w:tab/>
        <w:t>2.025e0</w:t>
      </w:r>
    </w:p>
    <w:p w:rsidR="006974AE" w:rsidRDefault="006974AE" w:rsidP="006974AE">
      <w:r>
        <w:t>517.4581</w:t>
      </w:r>
      <w:r>
        <w:tab/>
        <w:t>1.013e0</w:t>
      </w:r>
    </w:p>
    <w:p w:rsidR="006974AE" w:rsidRDefault="006974AE" w:rsidP="006974AE">
      <w:r>
        <w:t>517.4788</w:t>
      </w:r>
      <w:r>
        <w:tab/>
        <w:t>2.025e0</w:t>
      </w:r>
    </w:p>
    <w:p w:rsidR="006974AE" w:rsidRDefault="006974AE" w:rsidP="006974AE">
      <w:r>
        <w:t>517.4955</w:t>
      </w:r>
      <w:r>
        <w:tab/>
        <w:t>1.013e0</w:t>
      </w:r>
    </w:p>
    <w:p w:rsidR="006974AE" w:rsidRDefault="006974AE" w:rsidP="006974AE">
      <w:r>
        <w:t>517.5156</w:t>
      </w:r>
      <w:r>
        <w:tab/>
        <w:t>2.025e0</w:t>
      </w:r>
    </w:p>
    <w:p w:rsidR="006974AE" w:rsidRDefault="006974AE" w:rsidP="006974AE">
      <w:r>
        <w:t>517.5318</w:t>
      </w:r>
      <w:r>
        <w:tab/>
        <w:t>1.013e0</w:t>
      </w:r>
    </w:p>
    <w:p w:rsidR="006974AE" w:rsidRDefault="006974AE" w:rsidP="006974AE">
      <w:r>
        <w:t>517.5346</w:t>
      </w:r>
      <w:r>
        <w:tab/>
        <w:t>1.013e0</w:t>
      </w:r>
    </w:p>
    <w:p w:rsidR="006974AE" w:rsidRDefault="006974AE" w:rsidP="006974AE">
      <w:r>
        <w:lastRenderedPageBreak/>
        <w:t>517.5536</w:t>
      </w:r>
      <w:r>
        <w:tab/>
        <w:t>1.013e0</w:t>
      </w:r>
    </w:p>
    <w:p w:rsidR="006974AE" w:rsidRDefault="006974AE" w:rsidP="006974AE">
      <w:r>
        <w:t>517.6045</w:t>
      </w:r>
      <w:r>
        <w:tab/>
        <w:t>1.013e0</w:t>
      </w:r>
    </w:p>
    <w:p w:rsidR="006974AE" w:rsidRDefault="006974AE" w:rsidP="006974AE">
      <w:r>
        <w:t>517.6410</w:t>
      </w:r>
      <w:r>
        <w:tab/>
        <w:t>1.013e0</w:t>
      </w:r>
    </w:p>
    <w:p w:rsidR="006974AE" w:rsidRDefault="006974AE" w:rsidP="006974AE">
      <w:r>
        <w:t>517.6448</w:t>
      </w:r>
      <w:r>
        <w:tab/>
        <w:t>1.013e0</w:t>
      </w:r>
    </w:p>
    <w:p w:rsidR="006974AE" w:rsidRDefault="006974AE" w:rsidP="006974AE">
      <w:r>
        <w:t>517.6493</w:t>
      </w:r>
      <w:r>
        <w:tab/>
        <w:t>1.013e0</w:t>
      </w:r>
    </w:p>
    <w:p w:rsidR="006974AE" w:rsidRDefault="006974AE" w:rsidP="006974AE">
      <w:r>
        <w:t>517.6804</w:t>
      </w:r>
      <w:r>
        <w:tab/>
        <w:t>2.025e0</w:t>
      </w:r>
    </w:p>
    <w:p w:rsidR="006974AE" w:rsidRDefault="006974AE" w:rsidP="006974AE">
      <w:r>
        <w:t>517.6852</w:t>
      </w:r>
      <w:r>
        <w:tab/>
        <w:t>2.025e0</w:t>
      </w:r>
    </w:p>
    <w:p w:rsidR="006974AE" w:rsidRDefault="006974AE" w:rsidP="006974AE">
      <w:r>
        <w:t>517.7031</w:t>
      </w:r>
      <w:r>
        <w:tab/>
        <w:t>1.013e0</w:t>
      </w:r>
    </w:p>
    <w:p w:rsidR="006974AE" w:rsidRDefault="006974AE" w:rsidP="006974AE">
      <w:r>
        <w:t>517.7217</w:t>
      </w:r>
      <w:r>
        <w:tab/>
        <w:t>1.013e0</w:t>
      </w:r>
    </w:p>
    <w:p w:rsidR="006974AE" w:rsidRDefault="006974AE" w:rsidP="006974AE">
      <w:r>
        <w:t>517.7526</w:t>
      </w:r>
      <w:r>
        <w:tab/>
        <w:t>2.025e0</w:t>
      </w:r>
    </w:p>
    <w:p w:rsidR="006974AE" w:rsidRDefault="006974AE" w:rsidP="006974AE">
      <w:r>
        <w:t>517.7557</w:t>
      </w:r>
      <w:r>
        <w:tab/>
        <w:t>2.025e0</w:t>
      </w:r>
    </w:p>
    <w:p w:rsidR="006974AE" w:rsidRDefault="006974AE" w:rsidP="006974AE">
      <w:r>
        <w:t>517.7838</w:t>
      </w:r>
      <w:r>
        <w:tab/>
        <w:t>1.013e0</w:t>
      </w:r>
    </w:p>
    <w:p w:rsidR="006974AE" w:rsidRDefault="006974AE" w:rsidP="006974AE">
      <w:r>
        <w:t>517.8110</w:t>
      </w:r>
      <w:r>
        <w:tab/>
        <w:t>2.025e0</w:t>
      </w:r>
    </w:p>
    <w:p w:rsidR="006974AE" w:rsidRDefault="006974AE" w:rsidP="006974AE">
      <w:r>
        <w:t>517.8503</w:t>
      </w:r>
      <w:r>
        <w:tab/>
        <w:t>2.025e0</w:t>
      </w:r>
    </w:p>
    <w:p w:rsidR="006974AE" w:rsidRDefault="006974AE" w:rsidP="006974AE">
      <w:r>
        <w:t>517.8734</w:t>
      </w:r>
      <w:r>
        <w:tab/>
        <w:t>1.013e0</w:t>
      </w:r>
    </w:p>
    <w:p w:rsidR="006974AE" w:rsidRDefault="006974AE" w:rsidP="006974AE">
      <w:r>
        <w:t>517.8830</w:t>
      </w:r>
      <w:r>
        <w:tab/>
        <w:t>2.025e0</w:t>
      </w:r>
    </w:p>
    <w:p w:rsidR="006974AE" w:rsidRDefault="006974AE" w:rsidP="006974AE">
      <w:r>
        <w:t>517.9050</w:t>
      </w:r>
      <w:r>
        <w:tab/>
        <w:t>1.013e0</w:t>
      </w:r>
    </w:p>
    <w:p w:rsidR="006974AE" w:rsidRDefault="006974AE" w:rsidP="006974AE">
      <w:r>
        <w:t>517.9102</w:t>
      </w:r>
      <w:r>
        <w:tab/>
        <w:t>3.038e0</w:t>
      </w:r>
    </w:p>
    <w:p w:rsidR="006974AE" w:rsidRDefault="006974AE" w:rsidP="006974AE">
      <w:r>
        <w:t>517.9540</w:t>
      </w:r>
      <w:r>
        <w:tab/>
        <w:t>1.013e0</w:t>
      </w:r>
    </w:p>
    <w:p w:rsidR="006974AE" w:rsidRDefault="006974AE" w:rsidP="006974AE">
      <w:r>
        <w:lastRenderedPageBreak/>
        <w:t>517.9727</w:t>
      </w:r>
      <w:r>
        <w:tab/>
        <w:t>1.013e0</w:t>
      </w:r>
    </w:p>
    <w:p w:rsidR="006974AE" w:rsidRDefault="006974AE" w:rsidP="006974AE">
      <w:r>
        <w:t>518.0083</w:t>
      </w:r>
      <w:r>
        <w:tab/>
        <w:t>3.038e0</w:t>
      </w:r>
    </w:p>
    <w:p w:rsidR="006974AE" w:rsidRDefault="006974AE" w:rsidP="006974AE">
      <w:r>
        <w:t>518.0341</w:t>
      </w:r>
      <w:r>
        <w:tab/>
        <w:t>2.025e0</w:t>
      </w:r>
    </w:p>
    <w:p w:rsidR="006974AE" w:rsidRDefault="006974AE" w:rsidP="006974AE">
      <w:r>
        <w:t>518.0444</w:t>
      </w:r>
      <w:r>
        <w:tab/>
        <w:t>1.013e0</w:t>
      </w:r>
    </w:p>
    <w:p w:rsidR="006974AE" w:rsidRDefault="006974AE" w:rsidP="006974AE">
      <w:r>
        <w:t>518.0734</w:t>
      </w:r>
      <w:r>
        <w:tab/>
        <w:t>1.013e0</w:t>
      </w:r>
    </w:p>
    <w:p w:rsidR="006974AE" w:rsidRDefault="006974AE" w:rsidP="006974AE">
      <w:r>
        <w:t>518.0918</w:t>
      </w:r>
      <w:r>
        <w:tab/>
        <w:t>1.013e0</w:t>
      </w:r>
    </w:p>
    <w:p w:rsidR="006974AE" w:rsidRDefault="006974AE" w:rsidP="006974AE">
      <w:r>
        <w:t>518.1065</w:t>
      </w:r>
      <w:r>
        <w:tab/>
        <w:t>1.013e0</w:t>
      </w:r>
    </w:p>
    <w:p w:rsidR="006974AE" w:rsidRDefault="006974AE" w:rsidP="006974AE">
      <w:r>
        <w:t>518.1249</w:t>
      </w:r>
      <w:r>
        <w:tab/>
        <w:t>4.051e0</w:t>
      </w:r>
    </w:p>
    <w:p w:rsidR="006974AE" w:rsidRDefault="006974AE" w:rsidP="006974AE">
      <w:r>
        <w:t>518.1368</w:t>
      </w:r>
      <w:r>
        <w:tab/>
        <w:t>3.038e0</w:t>
      </w:r>
    </w:p>
    <w:p w:rsidR="006974AE" w:rsidRDefault="006974AE" w:rsidP="006974AE">
      <w:r>
        <w:t>518.1514</w:t>
      </w:r>
      <w:r>
        <w:tab/>
        <w:t>1.013e0</w:t>
      </w:r>
    </w:p>
    <w:p w:rsidR="006974AE" w:rsidRDefault="006974AE" w:rsidP="006974AE">
      <w:r>
        <w:t>518.1592</w:t>
      </w:r>
      <w:r>
        <w:tab/>
        <w:t>1.901e0</w:t>
      </w:r>
    </w:p>
    <w:p w:rsidR="006974AE" w:rsidRDefault="006974AE" w:rsidP="006974AE">
      <w:r>
        <w:t>518.1732</w:t>
      </w:r>
      <w:r>
        <w:tab/>
        <w:t>1.826e0</w:t>
      </w:r>
    </w:p>
    <w:p w:rsidR="006974AE" w:rsidRDefault="006974AE" w:rsidP="006974AE">
      <w:r>
        <w:t>518.1887</w:t>
      </w:r>
      <w:r>
        <w:tab/>
        <w:t>3.143e0</w:t>
      </w:r>
    </w:p>
    <w:p w:rsidR="006974AE" w:rsidRDefault="006974AE" w:rsidP="006974AE">
      <w:r>
        <w:t>518.2006</w:t>
      </w:r>
      <w:r>
        <w:tab/>
        <w:t>1.257e1</w:t>
      </w:r>
    </w:p>
    <w:p w:rsidR="006974AE" w:rsidRDefault="006974AE" w:rsidP="006974AE">
      <w:r>
        <w:t>518.2111</w:t>
      </w:r>
      <w:r>
        <w:tab/>
        <w:t>2.025e0</w:t>
      </w:r>
    </w:p>
    <w:p w:rsidR="006974AE" w:rsidRDefault="006974AE" w:rsidP="006974AE">
      <w:r>
        <w:t>518.2252</w:t>
      </w:r>
      <w:r>
        <w:tab/>
        <w:t>5.578e0</w:t>
      </w:r>
    </w:p>
    <w:p w:rsidR="006974AE" w:rsidRDefault="006974AE" w:rsidP="006974AE">
      <w:r>
        <w:t>518.2382</w:t>
      </w:r>
      <w:r>
        <w:tab/>
        <w:t>2.838e0</w:t>
      </w:r>
    </w:p>
    <w:p w:rsidR="006974AE" w:rsidRDefault="006974AE" w:rsidP="006974AE">
      <w:r>
        <w:t>518.2549</w:t>
      </w:r>
      <w:r>
        <w:tab/>
        <w:t>3.038e0</w:t>
      </w:r>
    </w:p>
    <w:p w:rsidR="006974AE" w:rsidRDefault="006974AE" w:rsidP="006974AE">
      <w:r>
        <w:t>518.2577</w:t>
      </w:r>
      <w:r>
        <w:tab/>
        <w:t>1.013e0</w:t>
      </w:r>
    </w:p>
    <w:p w:rsidR="006974AE" w:rsidRDefault="006974AE" w:rsidP="006974AE">
      <w:r>
        <w:lastRenderedPageBreak/>
        <w:t>518.2886</w:t>
      </w:r>
      <w:r>
        <w:tab/>
        <w:t>4.051e0</w:t>
      </w:r>
    </w:p>
    <w:p w:rsidR="006974AE" w:rsidRDefault="006974AE" w:rsidP="006974AE">
      <w:r>
        <w:t>518.2910</w:t>
      </w:r>
      <w:r>
        <w:tab/>
        <w:t>3.038e0</w:t>
      </w:r>
    </w:p>
    <w:p w:rsidR="006974AE" w:rsidRDefault="006974AE" w:rsidP="006974AE">
      <w:r>
        <w:t>518.3131</w:t>
      </w:r>
      <w:r>
        <w:tab/>
        <w:t>2.025e0</w:t>
      </w:r>
    </w:p>
    <w:p w:rsidR="006974AE" w:rsidRDefault="006974AE" w:rsidP="006974AE">
      <w:r>
        <w:t>518.3314</w:t>
      </w:r>
      <w:r>
        <w:tab/>
        <w:t>1.013e0</w:t>
      </w:r>
    </w:p>
    <w:p w:rsidR="006974AE" w:rsidRDefault="006974AE" w:rsidP="006974AE">
      <w:r>
        <w:t>518.3375</w:t>
      </w:r>
      <w:r>
        <w:tab/>
        <w:t>2.025e0</w:t>
      </w:r>
    </w:p>
    <w:p w:rsidR="006974AE" w:rsidRDefault="006974AE" w:rsidP="006974AE">
      <w:r>
        <w:t>518.3404</w:t>
      </w:r>
      <w:r>
        <w:tab/>
        <w:t>1.013e0</w:t>
      </w:r>
    </w:p>
    <w:p w:rsidR="006974AE" w:rsidRDefault="006974AE" w:rsidP="006974AE">
      <w:r>
        <w:t>518.3611</w:t>
      </w:r>
      <w:r>
        <w:tab/>
        <w:t>2.025e0</w:t>
      </w:r>
    </w:p>
    <w:p w:rsidR="006974AE" w:rsidRDefault="006974AE" w:rsidP="006974AE">
      <w:r>
        <w:t>518.3642</w:t>
      </w:r>
      <w:r>
        <w:tab/>
        <w:t>4.051e0</w:t>
      </w:r>
    </w:p>
    <w:p w:rsidR="006974AE" w:rsidRDefault="006974AE" w:rsidP="006974AE">
      <w:r>
        <w:t>518.3673</w:t>
      </w:r>
      <w:r>
        <w:tab/>
        <w:t>1.013e0</w:t>
      </w:r>
    </w:p>
    <w:p w:rsidR="006974AE" w:rsidRDefault="006974AE" w:rsidP="006974AE">
      <w:r>
        <w:t>518.3846</w:t>
      </w:r>
      <w:r>
        <w:tab/>
        <w:t>2.025e0</w:t>
      </w:r>
    </w:p>
    <w:p w:rsidR="006974AE" w:rsidRDefault="006974AE" w:rsidP="006974AE">
      <w:r>
        <w:t>518.3942</w:t>
      </w:r>
      <w:r>
        <w:tab/>
        <w:t>1.013e0</w:t>
      </w:r>
    </w:p>
    <w:p w:rsidR="006974AE" w:rsidRDefault="006974AE" w:rsidP="006974AE">
      <w:r>
        <w:t>518.4474</w:t>
      </w:r>
      <w:r>
        <w:tab/>
        <w:t>1.013e0</w:t>
      </w:r>
    </w:p>
    <w:p w:rsidR="006974AE" w:rsidRDefault="006974AE" w:rsidP="006974AE">
      <w:r>
        <w:t>518.4929</w:t>
      </w:r>
      <w:r>
        <w:tab/>
        <w:t>2.025e0</w:t>
      </w:r>
    </w:p>
    <w:p w:rsidR="006974AE" w:rsidRDefault="006974AE" w:rsidP="006974AE">
      <w:r>
        <w:t>518.5102</w:t>
      </w:r>
      <w:r>
        <w:tab/>
        <w:t>1.013e0</w:t>
      </w:r>
    </w:p>
    <w:p w:rsidR="006974AE" w:rsidRDefault="006974AE" w:rsidP="006974AE">
      <w:r>
        <w:t>518.5207</w:t>
      </w:r>
      <w:r>
        <w:tab/>
        <w:t>1.013e0</w:t>
      </w:r>
    </w:p>
    <w:p w:rsidR="006974AE" w:rsidRDefault="006974AE" w:rsidP="006974AE">
      <w:r>
        <w:t>518.5641</w:t>
      </w:r>
      <w:r>
        <w:tab/>
        <w:t>1.013e0</w:t>
      </w:r>
    </w:p>
    <w:p w:rsidR="006974AE" w:rsidRDefault="006974AE" w:rsidP="006974AE">
      <w:r>
        <w:t>518.5826</w:t>
      </w:r>
      <w:r>
        <w:tab/>
        <w:t>1.013e0</w:t>
      </w:r>
    </w:p>
    <w:p w:rsidR="006974AE" w:rsidRDefault="006974AE" w:rsidP="006974AE">
      <w:r>
        <w:t>518.5910</w:t>
      </w:r>
      <w:r>
        <w:tab/>
        <w:t>1.013e0</w:t>
      </w:r>
    </w:p>
    <w:p w:rsidR="006974AE" w:rsidRDefault="006974AE" w:rsidP="006974AE">
      <w:r>
        <w:t>518.5944</w:t>
      </w:r>
      <w:r>
        <w:tab/>
        <w:t>1.013e0</w:t>
      </w:r>
    </w:p>
    <w:p w:rsidR="006974AE" w:rsidRDefault="006974AE" w:rsidP="006974AE">
      <w:r>
        <w:lastRenderedPageBreak/>
        <w:t>518.6269</w:t>
      </w:r>
      <w:r>
        <w:tab/>
        <w:t>1.013e0</w:t>
      </w:r>
    </w:p>
    <w:p w:rsidR="006974AE" w:rsidRDefault="006974AE" w:rsidP="006974AE">
      <w:r>
        <w:t>518.6545</w:t>
      </w:r>
      <w:r>
        <w:tab/>
        <w:t>1.013e0</w:t>
      </w:r>
    </w:p>
    <w:p w:rsidR="006974AE" w:rsidRDefault="006974AE" w:rsidP="006974AE">
      <w:r>
        <w:t>518.7344</w:t>
      </w:r>
      <w:r>
        <w:tab/>
        <w:t>2.025e0</w:t>
      </w:r>
    </w:p>
    <w:p w:rsidR="006974AE" w:rsidRDefault="006974AE" w:rsidP="006974AE">
      <w:r>
        <w:t>518.7774</w:t>
      </w:r>
      <w:r>
        <w:tab/>
        <w:t>1.013e0</w:t>
      </w:r>
    </w:p>
    <w:p w:rsidR="006974AE" w:rsidRDefault="006974AE" w:rsidP="006974AE">
      <w:r>
        <w:t>518.7958</w:t>
      </w:r>
      <w:r>
        <w:tab/>
        <w:t>1.013e0</w:t>
      </w:r>
    </w:p>
    <w:p w:rsidR="006974AE" w:rsidRDefault="006974AE" w:rsidP="006974AE">
      <w:r>
        <w:t>518.8355</w:t>
      </w:r>
      <w:r>
        <w:tab/>
        <w:t>1.013e0</w:t>
      </w:r>
    </w:p>
    <w:p w:rsidR="006974AE" w:rsidRDefault="006974AE" w:rsidP="006974AE">
      <w:r>
        <w:t>518.8604</w:t>
      </w:r>
      <w:r>
        <w:tab/>
        <w:t>1.013e0</w:t>
      </w:r>
    </w:p>
    <w:p w:rsidR="006974AE" w:rsidRDefault="006974AE" w:rsidP="006974AE">
      <w:r>
        <w:t>518.8790</w:t>
      </w:r>
      <w:r>
        <w:tab/>
        <w:t>1.013e0</w:t>
      </w:r>
    </w:p>
    <w:p w:rsidR="006974AE" w:rsidRDefault="006974AE" w:rsidP="006974AE">
      <w:r>
        <w:t>518.8806</w:t>
      </w:r>
      <w:r>
        <w:tab/>
        <w:t>2.025e0</w:t>
      </w:r>
    </w:p>
    <w:p w:rsidR="006974AE" w:rsidRDefault="006974AE" w:rsidP="006974AE">
      <w:r>
        <w:t>518.9053</w:t>
      </w:r>
      <w:r>
        <w:tab/>
        <w:t>1.013e0</w:t>
      </w:r>
    </w:p>
    <w:p w:rsidR="006974AE" w:rsidRDefault="006974AE" w:rsidP="006974AE">
      <w:r>
        <w:t>518.9232</w:t>
      </w:r>
      <w:r>
        <w:tab/>
        <w:t>1.013e0</w:t>
      </w:r>
    </w:p>
    <w:p w:rsidR="006974AE" w:rsidRDefault="006974AE" w:rsidP="006974AE">
      <w:r>
        <w:t>518.9363</w:t>
      </w:r>
      <w:r>
        <w:tab/>
        <w:t>3.038e0</w:t>
      </w:r>
    </w:p>
    <w:p w:rsidR="006974AE" w:rsidRDefault="006974AE" w:rsidP="006974AE">
      <w:r>
        <w:t>518.9508</w:t>
      </w:r>
      <w:r>
        <w:tab/>
        <w:t>1.013e0</w:t>
      </w:r>
    </w:p>
    <w:p w:rsidR="006974AE" w:rsidRDefault="006974AE" w:rsidP="006974AE">
      <w:r>
        <w:t>518.9777</w:t>
      </w:r>
      <w:r>
        <w:tab/>
        <w:t>1.013e0</w:t>
      </w:r>
    </w:p>
    <w:p w:rsidR="006974AE" w:rsidRDefault="006974AE" w:rsidP="006974AE">
      <w:r>
        <w:t>519.0015</w:t>
      </w:r>
      <w:r>
        <w:tab/>
        <w:t>1.013e0</w:t>
      </w:r>
    </w:p>
    <w:p w:rsidR="006974AE" w:rsidRDefault="006974AE" w:rsidP="006974AE">
      <w:r>
        <w:t>519.0957</w:t>
      </w:r>
      <w:r>
        <w:tab/>
        <w:t>1.013e0</w:t>
      </w:r>
    </w:p>
    <w:p w:rsidR="006974AE" w:rsidRDefault="006974AE" w:rsidP="006974AE">
      <w:r>
        <w:t>519.1028</w:t>
      </w:r>
      <w:r>
        <w:tab/>
        <w:t>1.013e0</w:t>
      </w:r>
    </w:p>
    <w:p w:rsidR="006974AE" w:rsidRDefault="006974AE" w:rsidP="006974AE">
      <w:r>
        <w:t>519.1208</w:t>
      </w:r>
      <w:r>
        <w:tab/>
        <w:t>1.013e0</w:t>
      </w:r>
    </w:p>
    <w:p w:rsidR="006974AE" w:rsidRDefault="006974AE" w:rsidP="006974AE">
      <w:r>
        <w:t>519.1391</w:t>
      </w:r>
      <w:r>
        <w:tab/>
        <w:t>5.063e0</w:t>
      </w:r>
    </w:p>
    <w:p w:rsidR="006974AE" w:rsidRDefault="006974AE" w:rsidP="006974AE">
      <w:r>
        <w:lastRenderedPageBreak/>
        <w:t>519.1883</w:t>
      </w:r>
      <w:r>
        <w:tab/>
        <w:t>1.013e0</w:t>
      </w:r>
    </w:p>
    <w:p w:rsidR="006974AE" w:rsidRDefault="006974AE" w:rsidP="006974AE">
      <w:r>
        <w:t>519.1927</w:t>
      </w:r>
      <w:r>
        <w:tab/>
        <w:t>1.013e0</w:t>
      </w:r>
    </w:p>
    <w:p w:rsidR="006974AE" w:rsidRDefault="006974AE" w:rsidP="006974AE">
      <w:r>
        <w:t>519.1949</w:t>
      </w:r>
      <w:r>
        <w:tab/>
        <w:t>3.432e0</w:t>
      </w:r>
    </w:p>
    <w:p w:rsidR="006974AE" w:rsidRDefault="006974AE" w:rsidP="006974AE">
      <w:r>
        <w:t>519.2017</w:t>
      </w:r>
      <w:r>
        <w:tab/>
        <w:t>1.427e0</w:t>
      </w:r>
    </w:p>
    <w:p w:rsidR="006974AE" w:rsidRDefault="006974AE" w:rsidP="006974AE">
      <w:r>
        <w:t>519.2042</w:t>
      </w:r>
      <w:r>
        <w:tab/>
        <w:t>3.038e0</w:t>
      </w:r>
    </w:p>
    <w:p w:rsidR="006974AE" w:rsidRDefault="006974AE" w:rsidP="006974AE">
      <w:r>
        <w:t>519.2281</w:t>
      </w:r>
      <w:r>
        <w:tab/>
        <w:t>1.652e0</w:t>
      </w:r>
    </w:p>
    <w:p w:rsidR="006974AE" w:rsidRDefault="006974AE" w:rsidP="006974AE">
      <w:r>
        <w:t>519.2314</w:t>
      </w:r>
      <w:r>
        <w:tab/>
        <w:t>3.943e0</w:t>
      </w:r>
    </w:p>
    <w:p w:rsidR="006974AE" w:rsidRDefault="006974AE" w:rsidP="006974AE">
      <w:r>
        <w:t>519.2399</w:t>
      </w:r>
      <w:r>
        <w:tab/>
        <w:t>2.025e0</w:t>
      </w:r>
    </w:p>
    <w:p w:rsidR="006974AE" w:rsidRDefault="006974AE" w:rsidP="006974AE">
      <w:r>
        <w:t>519.2433</w:t>
      </w:r>
      <w:r>
        <w:tab/>
        <w:t>1.013e0</w:t>
      </w:r>
    </w:p>
    <w:p w:rsidR="006974AE" w:rsidRDefault="006974AE" w:rsidP="006974AE">
      <w:r>
        <w:t>519.3012</w:t>
      </w:r>
      <w:r>
        <w:tab/>
        <w:t>1.013e0</w:t>
      </w:r>
    </w:p>
    <w:p w:rsidR="006974AE" w:rsidRDefault="006974AE" w:rsidP="006974AE">
      <w:r>
        <w:t>519.3281</w:t>
      </w:r>
      <w:r>
        <w:tab/>
        <w:t>1.013e0</w:t>
      </w:r>
    </w:p>
    <w:p w:rsidR="006974AE" w:rsidRDefault="006974AE" w:rsidP="006974AE">
      <w:r>
        <w:t>519.3365</w:t>
      </w:r>
      <w:r>
        <w:tab/>
        <w:t>2.025e0</w:t>
      </w:r>
    </w:p>
    <w:p w:rsidR="006974AE" w:rsidRDefault="006974AE" w:rsidP="006974AE">
      <w:r>
        <w:t>519.3466</w:t>
      </w:r>
      <w:r>
        <w:tab/>
        <w:t>2.025e0</w:t>
      </w:r>
    </w:p>
    <w:p w:rsidR="006974AE" w:rsidRDefault="006974AE" w:rsidP="006974AE">
      <w:r>
        <w:t>519.3592</w:t>
      </w:r>
      <w:r>
        <w:tab/>
        <w:t>2.025e0</w:t>
      </w:r>
    </w:p>
    <w:p w:rsidR="006974AE" w:rsidRDefault="006974AE" w:rsidP="006974AE">
      <w:r>
        <w:t>519.3641</w:t>
      </w:r>
      <w:r>
        <w:tab/>
        <w:t>1.013e0</w:t>
      </w:r>
    </w:p>
    <w:p w:rsidR="006974AE" w:rsidRDefault="006974AE" w:rsidP="006974AE">
      <w:r>
        <w:t>519.4091</w:t>
      </w:r>
      <w:r>
        <w:tab/>
        <w:t>1.013e0</w:t>
      </w:r>
    </w:p>
    <w:p w:rsidR="006974AE" w:rsidRDefault="006974AE" w:rsidP="006974AE">
      <w:r>
        <w:t>519.4153</w:t>
      </w:r>
      <w:r>
        <w:tab/>
        <w:t>4.051e0</w:t>
      </w:r>
    </w:p>
    <w:p w:rsidR="006974AE" w:rsidRDefault="006974AE" w:rsidP="006974AE">
      <w:r>
        <w:t>519.4301</w:t>
      </w:r>
      <w:r>
        <w:tab/>
        <w:t>1.013e0</w:t>
      </w:r>
    </w:p>
    <w:p w:rsidR="006974AE" w:rsidRDefault="006974AE" w:rsidP="006974AE">
      <w:r>
        <w:t>519.4485</w:t>
      </w:r>
      <w:r>
        <w:tab/>
        <w:t>3.038e0</w:t>
      </w:r>
    </w:p>
    <w:p w:rsidR="006974AE" w:rsidRDefault="006974AE" w:rsidP="006974AE">
      <w:r>
        <w:lastRenderedPageBreak/>
        <w:t>519.4670</w:t>
      </w:r>
      <w:r>
        <w:tab/>
        <w:t>2.025e0</w:t>
      </w:r>
    </w:p>
    <w:p w:rsidR="006974AE" w:rsidRDefault="006974AE" w:rsidP="006974AE">
      <w:r>
        <w:t>519.4764</w:t>
      </w:r>
      <w:r>
        <w:tab/>
        <w:t>1.955e0</w:t>
      </w:r>
    </w:p>
    <w:p w:rsidR="006974AE" w:rsidRDefault="006974AE" w:rsidP="006974AE">
      <w:r>
        <w:t>519.5613</w:t>
      </w:r>
      <w:r>
        <w:tab/>
        <w:t>4.051e0</w:t>
      </w:r>
    </w:p>
    <w:p w:rsidR="006974AE" w:rsidRDefault="006974AE" w:rsidP="006974AE">
      <w:r>
        <w:t>519.5876</w:t>
      </w:r>
      <w:r>
        <w:tab/>
        <w:t>2.025e0</w:t>
      </w:r>
    </w:p>
    <w:p w:rsidR="006974AE" w:rsidRDefault="006974AE" w:rsidP="006974AE">
      <w:r>
        <w:t>519.6062</w:t>
      </w:r>
      <w:r>
        <w:tab/>
        <w:t>1.013e0</w:t>
      </w:r>
    </w:p>
    <w:p w:rsidR="006974AE" w:rsidRDefault="006974AE" w:rsidP="006974AE">
      <w:r>
        <w:t>519.6344</w:t>
      </w:r>
      <w:r>
        <w:tab/>
        <w:t>1.013e0</w:t>
      </w:r>
    </w:p>
    <w:p w:rsidR="006974AE" w:rsidRDefault="006974AE" w:rsidP="006974AE">
      <w:r>
        <w:t>519.6602</w:t>
      </w:r>
      <w:r>
        <w:tab/>
        <w:t>1.013e0</w:t>
      </w:r>
    </w:p>
    <w:p w:rsidR="006974AE" w:rsidRDefault="006974AE" w:rsidP="006974AE">
      <w:r>
        <w:t>519.6903</w:t>
      </w:r>
      <w:r>
        <w:tab/>
        <w:t>1.013e0</w:t>
      </w:r>
    </w:p>
    <w:p w:rsidR="006974AE" w:rsidRDefault="006974AE" w:rsidP="006974AE">
      <w:r>
        <w:t>519.7054</w:t>
      </w:r>
      <w:r>
        <w:tab/>
        <w:t>2.025e0</w:t>
      </w:r>
    </w:p>
    <w:p w:rsidR="006974AE" w:rsidRDefault="006974AE" w:rsidP="006974AE">
      <w:r>
        <w:t>519.7321</w:t>
      </w:r>
      <w:r>
        <w:tab/>
        <w:t>1.013e0</w:t>
      </w:r>
    </w:p>
    <w:p w:rsidR="006974AE" w:rsidRDefault="006974AE" w:rsidP="006974AE">
      <w:r>
        <w:t>519.7455</w:t>
      </w:r>
      <w:r>
        <w:tab/>
        <w:t>1.013e0</w:t>
      </w:r>
    </w:p>
    <w:p w:rsidR="006974AE" w:rsidRDefault="006974AE" w:rsidP="006974AE">
      <w:r>
        <w:t>519.7864</w:t>
      </w:r>
      <w:r>
        <w:tab/>
        <w:t>2.025e0</w:t>
      </w:r>
    </w:p>
    <w:p w:rsidR="006974AE" w:rsidRDefault="006974AE" w:rsidP="006974AE">
      <w:r>
        <w:t>519.7950</w:t>
      </w:r>
      <w:r>
        <w:tab/>
        <w:t>1.013e0</w:t>
      </w:r>
    </w:p>
    <w:p w:rsidR="006974AE" w:rsidRDefault="006974AE" w:rsidP="006974AE">
      <w:r>
        <w:t>519.8047</w:t>
      </w:r>
      <w:r>
        <w:tab/>
        <w:t>1.013e0</w:t>
      </w:r>
    </w:p>
    <w:p w:rsidR="006974AE" w:rsidRDefault="006974AE" w:rsidP="006974AE">
      <w:r>
        <w:t>519.8311</w:t>
      </w:r>
      <w:r>
        <w:tab/>
        <w:t>2.025e0</w:t>
      </w:r>
    </w:p>
    <w:p w:rsidR="006974AE" w:rsidRDefault="006974AE" w:rsidP="006974AE">
      <w:r>
        <w:t>519.8497</w:t>
      </w:r>
      <w:r>
        <w:tab/>
        <w:t>1.013e0</w:t>
      </w:r>
    </w:p>
    <w:p w:rsidR="006974AE" w:rsidRDefault="006974AE" w:rsidP="006974AE">
      <w:r>
        <w:t>519.8616</w:t>
      </w:r>
      <w:r>
        <w:tab/>
        <w:t>2.025e0</w:t>
      </w:r>
    </w:p>
    <w:p w:rsidR="006974AE" w:rsidRDefault="006974AE" w:rsidP="006974AE">
      <w:r>
        <w:t>519.8677</w:t>
      </w:r>
      <w:r>
        <w:tab/>
        <w:t>1.013e0</w:t>
      </w:r>
    </w:p>
    <w:p w:rsidR="006974AE" w:rsidRDefault="006974AE" w:rsidP="006974AE">
      <w:r>
        <w:t>519.8850</w:t>
      </w:r>
      <w:r>
        <w:tab/>
        <w:t>1.013e0</w:t>
      </w:r>
    </w:p>
    <w:p w:rsidR="006974AE" w:rsidRDefault="006974AE" w:rsidP="006974AE">
      <w:r>
        <w:lastRenderedPageBreak/>
        <w:t>519.9108</w:t>
      </w:r>
      <w:r>
        <w:tab/>
        <w:t>1.013e0</w:t>
      </w:r>
    </w:p>
    <w:p w:rsidR="006974AE" w:rsidRDefault="006974AE" w:rsidP="006974AE">
      <w:r>
        <w:t>519.9136</w:t>
      </w:r>
      <w:r>
        <w:tab/>
        <w:t>1.013e0</w:t>
      </w:r>
    </w:p>
    <w:p w:rsidR="006974AE" w:rsidRDefault="006974AE" w:rsidP="006974AE">
      <w:r>
        <w:t>519.9166</w:t>
      </w:r>
      <w:r>
        <w:tab/>
        <w:t>2.025e0</w:t>
      </w:r>
    </w:p>
    <w:p w:rsidR="006974AE" w:rsidRDefault="006974AE" w:rsidP="006974AE">
      <w:r>
        <w:t>519.9390</w:t>
      </w:r>
      <w:r>
        <w:tab/>
        <w:t>1.013e0</w:t>
      </w:r>
    </w:p>
    <w:p w:rsidR="006974AE" w:rsidRDefault="006974AE" w:rsidP="006974AE">
      <w:r>
        <w:t>519.9570</w:t>
      </w:r>
      <w:r>
        <w:tab/>
        <w:t>1.013e0</w:t>
      </w:r>
    </w:p>
    <w:p w:rsidR="006974AE" w:rsidRDefault="006974AE" w:rsidP="006974AE">
      <w:r>
        <w:t>519.9689</w:t>
      </w:r>
      <w:r>
        <w:tab/>
        <w:t>1.013e0</w:t>
      </w:r>
    </w:p>
    <w:p w:rsidR="006974AE" w:rsidRDefault="006974AE" w:rsidP="006974AE">
      <w:r>
        <w:t>519.9750</w:t>
      </w:r>
      <w:r>
        <w:tab/>
        <w:t>1.013e0</w:t>
      </w:r>
    </w:p>
    <w:p w:rsidR="006974AE" w:rsidRDefault="006974AE" w:rsidP="006974AE">
      <w:r>
        <w:t>519.9840</w:t>
      </w:r>
      <w:r>
        <w:tab/>
        <w:t>1.013e0</w:t>
      </w:r>
    </w:p>
    <w:p w:rsidR="006974AE" w:rsidRDefault="006974AE" w:rsidP="006974AE">
      <w:r>
        <w:t>520.0050</w:t>
      </w:r>
      <w:r>
        <w:tab/>
        <w:t>1.013e0</w:t>
      </w:r>
    </w:p>
    <w:p w:rsidR="006974AE" w:rsidRDefault="006974AE" w:rsidP="006974AE">
      <w:r>
        <w:t>520.0297</w:t>
      </w:r>
      <w:r>
        <w:tab/>
        <w:t>1.013e0</w:t>
      </w:r>
    </w:p>
    <w:p w:rsidR="006974AE" w:rsidRDefault="006974AE" w:rsidP="006974AE">
      <w:r>
        <w:t>520.0380</w:t>
      </w:r>
      <w:r>
        <w:tab/>
        <w:t>1.013e0</w:t>
      </w:r>
    </w:p>
    <w:p w:rsidR="006974AE" w:rsidRDefault="006974AE" w:rsidP="006974AE">
      <w:r>
        <w:t>520.0476</w:t>
      </w:r>
      <w:r>
        <w:tab/>
        <w:t>1.013e0</w:t>
      </w:r>
    </w:p>
    <w:p w:rsidR="006974AE" w:rsidRDefault="006974AE" w:rsidP="006974AE">
      <w:r>
        <w:t>520.0977</w:t>
      </w:r>
      <w:r>
        <w:tab/>
        <w:t>2.025e0</w:t>
      </w:r>
    </w:p>
    <w:p w:rsidR="006974AE" w:rsidRDefault="006974AE" w:rsidP="006974AE">
      <w:r>
        <w:t>520.1005</w:t>
      </w:r>
      <w:r>
        <w:tab/>
        <w:t>2.025e0</w:t>
      </w:r>
    </w:p>
    <w:p w:rsidR="006974AE" w:rsidRDefault="006974AE" w:rsidP="006974AE">
      <w:r>
        <w:t>520.1174</w:t>
      </w:r>
      <w:r>
        <w:tab/>
        <w:t>3.038e0</w:t>
      </w:r>
    </w:p>
    <w:p w:rsidR="006974AE" w:rsidRDefault="006974AE" w:rsidP="006974AE">
      <w:r>
        <w:t>520.1556</w:t>
      </w:r>
      <w:r>
        <w:tab/>
        <w:t>1.623e0</w:t>
      </w:r>
    </w:p>
    <w:p w:rsidR="006974AE" w:rsidRDefault="006974AE" w:rsidP="006974AE">
      <w:r>
        <w:t>520.1765</w:t>
      </w:r>
      <w:r>
        <w:tab/>
        <w:t>3.038e0</w:t>
      </w:r>
    </w:p>
    <w:p w:rsidR="006974AE" w:rsidRDefault="006974AE" w:rsidP="006974AE">
      <w:r>
        <w:t>520.1858</w:t>
      </w:r>
      <w:r>
        <w:tab/>
        <w:t>1.726e0</w:t>
      </w:r>
    </w:p>
    <w:p w:rsidR="006974AE" w:rsidRDefault="006974AE" w:rsidP="006974AE">
      <w:r>
        <w:t>520.1960</w:t>
      </w:r>
      <w:r>
        <w:tab/>
        <w:t>3.290e0</w:t>
      </w:r>
    </w:p>
    <w:p w:rsidR="006974AE" w:rsidRDefault="006974AE" w:rsidP="006974AE">
      <w:r>
        <w:lastRenderedPageBreak/>
        <w:t>520.2296</w:t>
      </w:r>
      <w:r>
        <w:tab/>
        <w:t>2.838e0</w:t>
      </w:r>
    </w:p>
    <w:p w:rsidR="006974AE" w:rsidRDefault="006974AE" w:rsidP="006974AE">
      <w:r>
        <w:t>520.2333</w:t>
      </w:r>
      <w:r>
        <w:tab/>
        <w:t>3.012e0</w:t>
      </w:r>
    </w:p>
    <w:p w:rsidR="006974AE" w:rsidRDefault="006974AE" w:rsidP="006974AE">
      <w:r>
        <w:t>520.2626</w:t>
      </w:r>
      <w:r>
        <w:tab/>
        <w:t>4.051e0</w:t>
      </w:r>
    </w:p>
    <w:p w:rsidR="006974AE" w:rsidRDefault="006974AE" w:rsidP="006974AE">
      <w:r>
        <w:t>520.2665</w:t>
      </w:r>
      <w:r>
        <w:tab/>
        <w:t>2.025e0</w:t>
      </w:r>
    </w:p>
    <w:p w:rsidR="006974AE" w:rsidRDefault="006974AE" w:rsidP="006974AE">
      <w:r>
        <w:t>520.3080</w:t>
      </w:r>
      <w:r>
        <w:tab/>
        <w:t>1.013e0</w:t>
      </w:r>
    </w:p>
    <w:p w:rsidR="006974AE" w:rsidRDefault="006974AE" w:rsidP="006974AE">
      <w:r>
        <w:t>520.3210</w:t>
      </w:r>
      <w:r>
        <w:tab/>
        <w:t>5.063e0</w:t>
      </w:r>
    </w:p>
    <w:p w:rsidR="006974AE" w:rsidRDefault="006974AE" w:rsidP="006974AE">
      <w:r>
        <w:t>520.3303</w:t>
      </w:r>
      <w:r>
        <w:tab/>
        <w:t>7.089e0</w:t>
      </w:r>
    </w:p>
    <w:p w:rsidR="006974AE" w:rsidRDefault="006974AE" w:rsidP="006974AE">
      <w:r>
        <w:t>520.3537</w:t>
      </w:r>
      <w:r>
        <w:tab/>
        <w:t>2.025e0</w:t>
      </w:r>
    </w:p>
    <w:p w:rsidR="006974AE" w:rsidRDefault="006974AE" w:rsidP="006974AE">
      <w:r>
        <w:t>520.3710</w:t>
      </w:r>
      <w:r>
        <w:tab/>
        <w:t>2.025e0</w:t>
      </w:r>
    </w:p>
    <w:p w:rsidR="006974AE" w:rsidRDefault="006974AE" w:rsidP="006974AE">
      <w:r>
        <w:t>520.3807</w:t>
      </w:r>
      <w:r>
        <w:tab/>
        <w:t>1.013e0</w:t>
      </w:r>
    </w:p>
    <w:p w:rsidR="006974AE" w:rsidRDefault="006974AE" w:rsidP="006974AE">
      <w:r>
        <w:t>520.3893</w:t>
      </w:r>
      <w:r>
        <w:tab/>
        <w:t>3.038e0</w:t>
      </w:r>
    </w:p>
    <w:p w:rsidR="006974AE" w:rsidRDefault="006974AE" w:rsidP="006974AE">
      <w:r>
        <w:t>520.4020</w:t>
      </w:r>
      <w:r>
        <w:tab/>
        <w:t>2.025e0</w:t>
      </w:r>
    </w:p>
    <w:p w:rsidR="006974AE" w:rsidRDefault="006974AE" w:rsidP="006974AE">
      <w:r>
        <w:t>520.4128</w:t>
      </w:r>
      <w:r>
        <w:tab/>
        <w:t>1.013e0</w:t>
      </w:r>
    </w:p>
    <w:p w:rsidR="006974AE" w:rsidRDefault="006974AE" w:rsidP="006974AE">
      <w:r>
        <w:t>520.4167</w:t>
      </w:r>
      <w:r>
        <w:tab/>
        <w:t>1.013e0</w:t>
      </w:r>
    </w:p>
    <w:p w:rsidR="006974AE" w:rsidRDefault="006974AE" w:rsidP="006974AE">
      <w:r>
        <w:t>520.4312</w:t>
      </w:r>
      <w:r>
        <w:tab/>
        <w:t>1.013e0</w:t>
      </w:r>
    </w:p>
    <w:p w:rsidR="006974AE" w:rsidRDefault="006974AE" w:rsidP="006974AE">
      <w:r>
        <w:t>520.4489</w:t>
      </w:r>
      <w:r>
        <w:tab/>
        <w:t>1.013e0</w:t>
      </w:r>
    </w:p>
    <w:p w:rsidR="006974AE" w:rsidRDefault="006974AE" w:rsidP="006974AE">
      <w:r>
        <w:t>520.4701</w:t>
      </w:r>
      <w:r>
        <w:tab/>
        <w:t>1.013e0</w:t>
      </w:r>
    </w:p>
    <w:p w:rsidR="006974AE" w:rsidRDefault="006974AE" w:rsidP="006974AE">
      <w:r>
        <w:t>520.5040</w:t>
      </w:r>
      <w:r>
        <w:tab/>
        <w:t>2.025e0</w:t>
      </w:r>
    </w:p>
    <w:p w:rsidR="006974AE" w:rsidRDefault="006974AE" w:rsidP="006974AE">
      <w:r>
        <w:t>520.5151</w:t>
      </w:r>
      <w:r>
        <w:tab/>
        <w:t>1.013e0</w:t>
      </w:r>
    </w:p>
    <w:p w:rsidR="006974AE" w:rsidRDefault="006974AE" w:rsidP="006974AE">
      <w:r>
        <w:lastRenderedPageBreak/>
        <w:t>520.5259</w:t>
      </w:r>
      <w:r>
        <w:tab/>
        <w:t>1.013e0</w:t>
      </w:r>
    </w:p>
    <w:p w:rsidR="006974AE" w:rsidRDefault="006974AE" w:rsidP="006974AE">
      <w:r>
        <w:t>520.5512</w:t>
      </w:r>
      <w:r>
        <w:tab/>
        <w:t>1.013e0</w:t>
      </w:r>
    </w:p>
    <w:p w:rsidR="006974AE" w:rsidRDefault="006974AE" w:rsidP="006974AE">
      <w:r>
        <w:t>520.5622</w:t>
      </w:r>
      <w:r>
        <w:tab/>
        <w:t>1.013e0</w:t>
      </w:r>
    </w:p>
    <w:p w:rsidR="006974AE" w:rsidRDefault="006974AE" w:rsidP="006974AE">
      <w:r>
        <w:t>520.5878</w:t>
      </w:r>
      <w:r>
        <w:tab/>
        <w:t>1.013e0</w:t>
      </w:r>
    </w:p>
    <w:p w:rsidR="006974AE" w:rsidRDefault="006974AE" w:rsidP="006974AE">
      <w:r>
        <w:t>520.6149</w:t>
      </w:r>
      <w:r>
        <w:tab/>
        <w:t>2.025e0</w:t>
      </w:r>
    </w:p>
    <w:p w:rsidR="006974AE" w:rsidRDefault="006974AE" w:rsidP="006974AE">
      <w:r>
        <w:t>520.6419</w:t>
      </w:r>
      <w:r>
        <w:tab/>
        <w:t>1.013e0</w:t>
      </w:r>
    </w:p>
    <w:p w:rsidR="006974AE" w:rsidRDefault="006974AE" w:rsidP="006974AE">
      <w:r>
        <w:t>520.6915</w:t>
      </w:r>
      <w:r>
        <w:tab/>
        <w:t>1.013e0</w:t>
      </w:r>
    </w:p>
    <w:p w:rsidR="006974AE" w:rsidRDefault="006974AE" w:rsidP="006974AE">
      <w:r>
        <w:t>520.7006</w:t>
      </w:r>
      <w:r>
        <w:tab/>
        <w:t>2.025e0</w:t>
      </w:r>
    </w:p>
    <w:p w:rsidR="006974AE" w:rsidRDefault="006974AE" w:rsidP="006974AE">
      <w:r>
        <w:t>520.7181</w:t>
      </w:r>
      <w:r>
        <w:tab/>
        <w:t>2.025e0</w:t>
      </w:r>
    </w:p>
    <w:p w:rsidR="006974AE" w:rsidRDefault="006974AE" w:rsidP="006974AE">
      <w:r>
        <w:t>520.7404</w:t>
      </w:r>
      <w:r>
        <w:tab/>
        <w:t>1.013e0</w:t>
      </w:r>
    </w:p>
    <w:p w:rsidR="006974AE" w:rsidRDefault="006974AE" w:rsidP="006974AE">
      <w:r>
        <w:t>520.7861</w:t>
      </w:r>
      <w:r>
        <w:tab/>
        <w:t>1.013e0</w:t>
      </w:r>
    </w:p>
    <w:p w:rsidR="006974AE" w:rsidRDefault="006974AE" w:rsidP="006974AE">
      <w:r>
        <w:t>520.7944</w:t>
      </w:r>
      <w:r>
        <w:tab/>
        <w:t>1.013e0</w:t>
      </w:r>
    </w:p>
    <w:p w:rsidR="006974AE" w:rsidRDefault="006974AE" w:rsidP="006974AE">
      <w:r>
        <w:t>520.8011</w:t>
      </w:r>
      <w:r>
        <w:tab/>
        <w:t>1.013e0</w:t>
      </w:r>
    </w:p>
    <w:p w:rsidR="006974AE" w:rsidRDefault="006974AE" w:rsidP="006974AE">
      <w:r>
        <w:t>520.8040</w:t>
      </w:r>
      <w:r>
        <w:tab/>
        <w:t>3.038e0</w:t>
      </w:r>
    </w:p>
    <w:p w:rsidR="006974AE" w:rsidRDefault="006974AE" w:rsidP="006974AE">
      <w:r>
        <w:t>520.8386</w:t>
      </w:r>
      <w:r>
        <w:tab/>
        <w:t>1.013e0</w:t>
      </w:r>
    </w:p>
    <w:p w:rsidR="006974AE" w:rsidRDefault="006974AE" w:rsidP="006974AE">
      <w:r>
        <w:t>520.8591</w:t>
      </w:r>
      <w:r>
        <w:tab/>
        <w:t>1.013e0</w:t>
      </w:r>
    </w:p>
    <w:p w:rsidR="006974AE" w:rsidRDefault="006974AE" w:rsidP="006974AE">
      <w:r>
        <w:t>520.8665</w:t>
      </w:r>
      <w:r>
        <w:tab/>
        <w:t>1.013e0</w:t>
      </w:r>
    </w:p>
    <w:p w:rsidR="006974AE" w:rsidRDefault="006974AE" w:rsidP="006974AE">
      <w:r>
        <w:t>520.8932</w:t>
      </w:r>
      <w:r>
        <w:tab/>
        <w:t>1.013e0</w:t>
      </w:r>
    </w:p>
    <w:p w:rsidR="006974AE" w:rsidRDefault="006974AE" w:rsidP="006974AE">
      <w:r>
        <w:t>520.9174</w:t>
      </w:r>
      <w:r>
        <w:tab/>
        <w:t>3.038e0</w:t>
      </w:r>
    </w:p>
    <w:p w:rsidR="006974AE" w:rsidRDefault="006974AE" w:rsidP="006974AE">
      <w:r>
        <w:lastRenderedPageBreak/>
        <w:t>520.9476</w:t>
      </w:r>
      <w:r>
        <w:tab/>
        <w:t>1.013e0</w:t>
      </w:r>
    </w:p>
    <w:p w:rsidR="006974AE" w:rsidRDefault="006974AE" w:rsidP="006974AE">
      <w:r>
        <w:t>521.0068</w:t>
      </w:r>
      <w:r>
        <w:tab/>
        <w:t>2.025e0</w:t>
      </w:r>
    </w:p>
    <w:p w:rsidR="006974AE" w:rsidRDefault="006974AE" w:rsidP="006974AE">
      <w:r>
        <w:t>521.0198</w:t>
      </w:r>
      <w:r>
        <w:tab/>
        <w:t>1.013e0</w:t>
      </w:r>
    </w:p>
    <w:p w:rsidR="006974AE" w:rsidRDefault="006974AE" w:rsidP="006974AE">
      <w:r>
        <w:t>521.0828</w:t>
      </w:r>
      <w:r>
        <w:tab/>
        <w:t>2.025e0</w:t>
      </w:r>
    </w:p>
    <w:p w:rsidR="006974AE" w:rsidRDefault="006974AE" w:rsidP="006974AE">
      <w:r>
        <w:t>521.1165</w:t>
      </w:r>
      <w:r>
        <w:tab/>
        <w:t>2.025e0</w:t>
      </w:r>
    </w:p>
    <w:p w:rsidR="006974AE" w:rsidRDefault="006974AE" w:rsidP="006974AE">
      <w:r>
        <w:t>521.1501</w:t>
      </w:r>
      <w:r>
        <w:tab/>
        <w:t>3.038e0</w:t>
      </w:r>
    </w:p>
    <w:p w:rsidR="006974AE" w:rsidRDefault="006974AE" w:rsidP="006974AE">
      <w:r>
        <w:t>521.1533</w:t>
      </w:r>
      <w:r>
        <w:tab/>
        <w:t>1.013e0</w:t>
      </w:r>
    </w:p>
    <w:p w:rsidR="006974AE" w:rsidRDefault="006974AE" w:rsidP="006974AE">
      <w:r>
        <w:t>521.1707</w:t>
      </w:r>
      <w:r>
        <w:tab/>
        <w:t>2.025e0</w:t>
      </w:r>
    </w:p>
    <w:p w:rsidR="006974AE" w:rsidRDefault="006974AE" w:rsidP="006974AE">
      <w:r>
        <w:t>521.1783</w:t>
      </w:r>
      <w:r>
        <w:tab/>
        <w:t>1.045e0</w:t>
      </w:r>
    </w:p>
    <w:p w:rsidR="006974AE" w:rsidRDefault="006974AE" w:rsidP="006974AE">
      <w:r>
        <w:t>521.2544</w:t>
      </w:r>
      <w:r>
        <w:tab/>
        <w:t>4.051e0</w:t>
      </w:r>
    </w:p>
    <w:p w:rsidR="006974AE" w:rsidRDefault="006974AE" w:rsidP="006974AE">
      <w:r>
        <w:t>521.2669</w:t>
      </w:r>
      <w:r>
        <w:tab/>
        <w:t>2.025e0</w:t>
      </w:r>
    </w:p>
    <w:p w:rsidR="006974AE" w:rsidRDefault="006974AE" w:rsidP="006974AE">
      <w:r>
        <w:t>521.2765</w:t>
      </w:r>
      <w:r>
        <w:tab/>
        <w:t>3.038e0</w:t>
      </w:r>
    </w:p>
    <w:p w:rsidR="006974AE" w:rsidRDefault="006974AE" w:rsidP="006974AE">
      <w:r>
        <w:t>521.2944</w:t>
      </w:r>
      <w:r>
        <w:tab/>
        <w:t>2.025e0</w:t>
      </w:r>
    </w:p>
    <w:p w:rsidR="006974AE" w:rsidRDefault="006974AE" w:rsidP="006974AE">
      <w:r>
        <w:t>521.3085</w:t>
      </w:r>
      <w:r>
        <w:tab/>
        <w:t>2.025e0</w:t>
      </w:r>
    </w:p>
    <w:p w:rsidR="006974AE" w:rsidRDefault="006974AE" w:rsidP="006974AE">
      <w:r>
        <w:t>521.3239</w:t>
      </w:r>
      <w:r>
        <w:tab/>
        <w:t>4.051e0</w:t>
      </w:r>
    </w:p>
    <w:p w:rsidR="006974AE" w:rsidRDefault="006974AE" w:rsidP="006974AE">
      <w:r>
        <w:t>521.3270</w:t>
      </w:r>
      <w:r>
        <w:tab/>
        <w:t>1.013e0</w:t>
      </w:r>
    </w:p>
    <w:p w:rsidR="006974AE" w:rsidRDefault="006974AE" w:rsidP="006974AE">
      <w:r>
        <w:t>521.3323</w:t>
      </w:r>
      <w:r>
        <w:tab/>
        <w:t>3.038e0</w:t>
      </w:r>
    </w:p>
    <w:p w:rsidR="006974AE" w:rsidRDefault="006974AE" w:rsidP="006974AE">
      <w:r>
        <w:t>521.3575</w:t>
      </w:r>
      <w:r>
        <w:tab/>
        <w:t>3.038e0</w:t>
      </w:r>
    </w:p>
    <w:p w:rsidR="006974AE" w:rsidRDefault="006974AE" w:rsidP="006974AE">
      <w:r>
        <w:t>521.3624</w:t>
      </w:r>
      <w:r>
        <w:tab/>
        <w:t>1.013e0</w:t>
      </w:r>
    </w:p>
    <w:p w:rsidR="006974AE" w:rsidRDefault="006974AE" w:rsidP="006974AE">
      <w:r>
        <w:lastRenderedPageBreak/>
        <w:t>521.3985</w:t>
      </w:r>
      <w:r>
        <w:tab/>
        <w:t>3.038e0</w:t>
      </w:r>
    </w:p>
    <w:p w:rsidR="006974AE" w:rsidRDefault="006974AE" w:rsidP="006974AE">
      <w:r>
        <w:t>521.4318</w:t>
      </w:r>
      <w:r>
        <w:tab/>
        <w:t>1.013e0</w:t>
      </w:r>
    </w:p>
    <w:p w:rsidR="006974AE" w:rsidRDefault="006974AE" w:rsidP="006974AE">
      <w:r>
        <w:t>521.4509</w:t>
      </w:r>
      <w:r>
        <w:tab/>
        <w:t>1.013e0</w:t>
      </w:r>
    </w:p>
    <w:p w:rsidR="006974AE" w:rsidRDefault="006974AE" w:rsidP="006974AE">
      <w:r>
        <w:t>521.4803</w:t>
      </w:r>
      <w:r>
        <w:tab/>
        <w:t>1.013e0</w:t>
      </w:r>
    </w:p>
    <w:p w:rsidR="006974AE" w:rsidRDefault="006974AE" w:rsidP="006974AE">
      <w:r>
        <w:t>521.4938</w:t>
      </w:r>
      <w:r>
        <w:tab/>
        <w:t>3.038e0</w:t>
      </w:r>
    </w:p>
    <w:p w:rsidR="006974AE" w:rsidRDefault="006974AE" w:rsidP="006974AE">
      <w:r>
        <w:t>521.5164</w:t>
      </w:r>
      <w:r>
        <w:tab/>
        <w:t>3.038e0</w:t>
      </w:r>
    </w:p>
    <w:p w:rsidR="006974AE" w:rsidRDefault="006974AE" w:rsidP="006974AE">
      <w:r>
        <w:t>521.5345</w:t>
      </w:r>
      <w:r>
        <w:tab/>
        <w:t>1.013e0</w:t>
      </w:r>
    </w:p>
    <w:p w:rsidR="006974AE" w:rsidRDefault="006974AE" w:rsidP="006974AE">
      <w:r>
        <w:t>521.5451</w:t>
      </w:r>
      <w:r>
        <w:tab/>
        <w:t>1.013e0</w:t>
      </w:r>
    </w:p>
    <w:p w:rsidR="006974AE" w:rsidRDefault="006974AE" w:rsidP="006974AE">
      <w:r>
        <w:t>521.6560</w:t>
      </w:r>
      <w:r>
        <w:tab/>
        <w:t>1.013e0</w:t>
      </w:r>
    </w:p>
    <w:p w:rsidR="006974AE" w:rsidRDefault="006974AE" w:rsidP="006974AE">
      <w:r>
        <w:t>521.6608</w:t>
      </w:r>
      <w:r>
        <w:tab/>
        <w:t>1.013e0</w:t>
      </w:r>
    </w:p>
    <w:p w:rsidR="006974AE" w:rsidRDefault="006974AE" w:rsidP="006974AE">
      <w:r>
        <w:t>521.6744</w:t>
      </w:r>
      <w:r>
        <w:tab/>
        <w:t>1.013e0</w:t>
      </w:r>
    </w:p>
    <w:p w:rsidR="006974AE" w:rsidRDefault="006974AE" w:rsidP="006974AE">
      <w:r>
        <w:t>521.6963</w:t>
      </w:r>
      <w:r>
        <w:tab/>
        <w:t>1.013e0</w:t>
      </w:r>
    </w:p>
    <w:p w:rsidR="006974AE" w:rsidRDefault="006974AE" w:rsidP="006974AE">
      <w:r>
        <w:t>521.7295</w:t>
      </w:r>
      <w:r>
        <w:tab/>
        <w:t>1.013e0</w:t>
      </w:r>
    </w:p>
    <w:p w:rsidR="006974AE" w:rsidRDefault="006974AE" w:rsidP="006974AE">
      <w:r>
        <w:t>521.7337</w:t>
      </w:r>
      <w:r>
        <w:tab/>
        <w:t>2.025e0</w:t>
      </w:r>
    </w:p>
    <w:p w:rsidR="006974AE" w:rsidRDefault="006974AE" w:rsidP="006974AE">
      <w:r>
        <w:t>521.7414</w:t>
      </w:r>
      <w:r>
        <w:tab/>
        <w:t>2.025e0</w:t>
      </w:r>
    </w:p>
    <w:p w:rsidR="006974AE" w:rsidRDefault="006974AE" w:rsidP="006974AE">
      <w:r>
        <w:t>521.7946</w:t>
      </w:r>
      <w:r>
        <w:tab/>
        <w:t>2.025e0</w:t>
      </w:r>
    </w:p>
    <w:p w:rsidR="006974AE" w:rsidRDefault="006974AE" w:rsidP="006974AE">
      <w:r>
        <w:t>521.8057</w:t>
      </w:r>
      <w:r>
        <w:tab/>
        <w:t>1.013e0</w:t>
      </w:r>
    </w:p>
    <w:p w:rsidR="006974AE" w:rsidRDefault="006974AE" w:rsidP="006974AE">
      <w:r>
        <w:t>521.8137</w:t>
      </w:r>
      <w:r>
        <w:tab/>
        <w:t>2.025e0</w:t>
      </w:r>
    </w:p>
    <w:p w:rsidR="006974AE" w:rsidRDefault="006974AE" w:rsidP="006974AE">
      <w:r>
        <w:t>521.8273</w:t>
      </w:r>
      <w:r>
        <w:tab/>
        <w:t>2.025e0</w:t>
      </w:r>
    </w:p>
    <w:p w:rsidR="006974AE" w:rsidRDefault="006974AE" w:rsidP="006974AE">
      <w:r>
        <w:lastRenderedPageBreak/>
        <w:t>521.8398</w:t>
      </w:r>
      <w:r>
        <w:tab/>
        <w:t>1.013e0</w:t>
      </w:r>
    </w:p>
    <w:p w:rsidR="006974AE" w:rsidRDefault="006974AE" w:rsidP="006974AE">
      <w:r>
        <w:t>521.8427</w:t>
      </w:r>
      <w:r>
        <w:tab/>
        <w:t>1.013e0</w:t>
      </w:r>
    </w:p>
    <w:p w:rsidR="006974AE" w:rsidRDefault="006974AE" w:rsidP="006974AE">
      <w:r>
        <w:t>521.8866</w:t>
      </w:r>
      <w:r>
        <w:tab/>
        <w:t>2.025e0</w:t>
      </w:r>
    </w:p>
    <w:p w:rsidR="006974AE" w:rsidRDefault="006974AE" w:rsidP="006974AE">
      <w:r>
        <w:t>521.8959</w:t>
      </w:r>
      <w:r>
        <w:tab/>
        <w:t>2.025e0</w:t>
      </w:r>
    </w:p>
    <w:p w:rsidR="006974AE" w:rsidRDefault="006974AE" w:rsidP="006974AE">
      <w:r>
        <w:t>521.9006</w:t>
      </w:r>
      <w:r>
        <w:tab/>
        <w:t>2.025e0</w:t>
      </w:r>
    </w:p>
    <w:p w:rsidR="006974AE" w:rsidRDefault="006974AE" w:rsidP="006974AE">
      <w:r>
        <w:t>521.9102</w:t>
      </w:r>
      <w:r>
        <w:tab/>
        <w:t>2.025e0</w:t>
      </w:r>
    </w:p>
    <w:p w:rsidR="006974AE" w:rsidRDefault="006974AE" w:rsidP="006974AE">
      <w:r>
        <w:t>521.9714</w:t>
      </w:r>
      <w:r>
        <w:tab/>
        <w:t>1.013e0</w:t>
      </w:r>
    </w:p>
    <w:p w:rsidR="006974AE" w:rsidRDefault="006974AE" w:rsidP="006974AE">
      <w:r>
        <w:t>522.0082</w:t>
      </w:r>
      <w:r>
        <w:tab/>
        <w:t>1.013e0</w:t>
      </w:r>
    </w:p>
    <w:p w:rsidR="006974AE" w:rsidRDefault="006974AE" w:rsidP="006974AE">
      <w:r>
        <w:t>522.0153</w:t>
      </w:r>
      <w:r>
        <w:tab/>
        <w:t>2.025e0</w:t>
      </w:r>
    </w:p>
    <w:p w:rsidR="006974AE" w:rsidRDefault="006974AE" w:rsidP="006974AE">
      <w:r>
        <w:t>522.0352</w:t>
      </w:r>
      <w:r>
        <w:tab/>
        <w:t>2.025e0</w:t>
      </w:r>
    </w:p>
    <w:p w:rsidR="006974AE" w:rsidRDefault="006974AE" w:rsidP="006974AE">
      <w:r>
        <w:t>522.0409</w:t>
      </w:r>
      <w:r>
        <w:tab/>
        <w:t>2.025e0</w:t>
      </w:r>
    </w:p>
    <w:p w:rsidR="006974AE" w:rsidRDefault="006974AE" w:rsidP="006974AE">
      <w:r>
        <w:t>522.0978</w:t>
      </w:r>
      <w:r>
        <w:tab/>
        <w:t>3.038e0</w:t>
      </w:r>
    </w:p>
    <w:p w:rsidR="006974AE" w:rsidRDefault="006974AE" w:rsidP="006974AE">
      <w:r>
        <w:t>522.1033</w:t>
      </w:r>
      <w:r>
        <w:tab/>
        <w:t>1.013e0</w:t>
      </w:r>
    </w:p>
    <w:p w:rsidR="006974AE" w:rsidRDefault="006974AE" w:rsidP="006974AE">
      <w:r>
        <w:t>522.1123</w:t>
      </w:r>
      <w:r>
        <w:tab/>
        <w:t>1.013e0</w:t>
      </w:r>
    </w:p>
    <w:p w:rsidR="006974AE" w:rsidRDefault="006974AE" w:rsidP="006974AE">
      <w:r>
        <w:t>522.1736</w:t>
      </w:r>
      <w:r>
        <w:tab/>
        <w:t>1.220e0</w:t>
      </w:r>
    </w:p>
    <w:p w:rsidR="006974AE" w:rsidRDefault="006974AE" w:rsidP="006974AE">
      <w:r>
        <w:t>522.1757</w:t>
      </w:r>
      <w:r>
        <w:tab/>
        <w:t>2.540e0</w:t>
      </w:r>
    </w:p>
    <w:p w:rsidR="006974AE" w:rsidRDefault="006974AE" w:rsidP="006974AE">
      <w:r>
        <w:t>522.1770</w:t>
      </w:r>
      <w:r>
        <w:tab/>
        <w:t>2.025e0</w:t>
      </w:r>
    </w:p>
    <w:p w:rsidR="006974AE" w:rsidRDefault="006974AE" w:rsidP="006974AE">
      <w:r>
        <w:t>522.2316</w:t>
      </w:r>
      <w:r>
        <w:tab/>
        <w:t>1.013e0</w:t>
      </w:r>
    </w:p>
    <w:p w:rsidR="006974AE" w:rsidRDefault="006974AE" w:rsidP="006974AE">
      <w:r>
        <w:t>522.2430</w:t>
      </w:r>
      <w:r>
        <w:tab/>
        <w:t>2.636e0</w:t>
      </w:r>
    </w:p>
    <w:p w:rsidR="006974AE" w:rsidRDefault="006974AE" w:rsidP="006974AE">
      <w:r>
        <w:lastRenderedPageBreak/>
        <w:t>522.2495</w:t>
      </w:r>
      <w:r>
        <w:tab/>
        <w:t>1.013e0</w:t>
      </w:r>
    </w:p>
    <w:p w:rsidR="006974AE" w:rsidRDefault="006974AE" w:rsidP="006974AE">
      <w:r>
        <w:t>522.2869</w:t>
      </w:r>
      <w:r>
        <w:tab/>
        <w:t>1.013e0</w:t>
      </w:r>
    </w:p>
    <w:p w:rsidR="006974AE" w:rsidRDefault="006974AE" w:rsidP="006974AE">
      <w:r>
        <w:t>522.2925</w:t>
      </w:r>
      <w:r>
        <w:tab/>
        <w:t>2.025e0</w:t>
      </w:r>
    </w:p>
    <w:p w:rsidR="006974AE" w:rsidRDefault="006974AE" w:rsidP="006974AE">
      <w:r>
        <w:t>522.3291</w:t>
      </w:r>
      <w:r>
        <w:tab/>
        <w:t>1.013e0</w:t>
      </w:r>
    </w:p>
    <w:p w:rsidR="006974AE" w:rsidRDefault="006974AE" w:rsidP="006974AE">
      <w:r>
        <w:t>522.3375</w:t>
      </w:r>
      <w:r>
        <w:tab/>
        <w:t>1.013e0</w:t>
      </w:r>
    </w:p>
    <w:p w:rsidR="006974AE" w:rsidRDefault="006974AE" w:rsidP="006974AE">
      <w:r>
        <w:t>522.3420</w:t>
      </w:r>
      <w:r>
        <w:tab/>
        <w:t>1.013e0</w:t>
      </w:r>
    </w:p>
    <w:p w:rsidR="006974AE" w:rsidRDefault="006974AE" w:rsidP="006974AE">
      <w:r>
        <w:t>522.3465</w:t>
      </w:r>
      <w:r>
        <w:tab/>
        <w:t>1.013e0</w:t>
      </w:r>
    </w:p>
    <w:p w:rsidR="006974AE" w:rsidRDefault="006974AE" w:rsidP="006974AE">
      <w:r>
        <w:t>522.3656</w:t>
      </w:r>
      <w:r>
        <w:tab/>
        <w:t>2.025e0</w:t>
      </w:r>
    </w:p>
    <w:p w:rsidR="006974AE" w:rsidRDefault="006974AE" w:rsidP="006974AE">
      <w:r>
        <w:t>522.3743</w:t>
      </w:r>
      <w:r>
        <w:tab/>
        <w:t>1.013e0</w:t>
      </w:r>
    </w:p>
    <w:p w:rsidR="006974AE" w:rsidRDefault="006974AE" w:rsidP="006974AE">
      <w:r>
        <w:t>522.3788</w:t>
      </w:r>
      <w:r>
        <w:tab/>
        <w:t>2.025e0</w:t>
      </w:r>
    </w:p>
    <w:p w:rsidR="006974AE" w:rsidRDefault="006974AE" w:rsidP="006974AE">
      <w:r>
        <w:t>522.4148</w:t>
      </w:r>
      <w:r>
        <w:tab/>
        <w:t>1.013e0</w:t>
      </w:r>
    </w:p>
    <w:p w:rsidR="006974AE" w:rsidRDefault="006974AE" w:rsidP="006974AE">
      <w:r>
        <w:t>522.4246</w:t>
      </w:r>
      <w:r>
        <w:tab/>
        <w:t>2.025e0</w:t>
      </w:r>
    </w:p>
    <w:p w:rsidR="006974AE" w:rsidRDefault="006974AE" w:rsidP="006974AE">
      <w:r>
        <w:t>522.4279</w:t>
      </w:r>
      <w:r>
        <w:tab/>
        <w:t>1.013e0</w:t>
      </w:r>
    </w:p>
    <w:p w:rsidR="006974AE" w:rsidRDefault="006974AE" w:rsidP="006974AE">
      <w:r>
        <w:t>522.4315</w:t>
      </w:r>
      <w:r>
        <w:tab/>
        <w:t>3.038e0</w:t>
      </w:r>
    </w:p>
    <w:p w:rsidR="006974AE" w:rsidRDefault="006974AE" w:rsidP="006974AE">
      <w:r>
        <w:t>522.4466</w:t>
      </w:r>
      <w:r>
        <w:tab/>
        <w:t>1.013e0</w:t>
      </w:r>
    </w:p>
    <w:p w:rsidR="006974AE" w:rsidRDefault="006974AE" w:rsidP="006974AE">
      <w:r>
        <w:t>522.4529</w:t>
      </w:r>
      <w:r>
        <w:tab/>
        <w:t>2.025e0</w:t>
      </w:r>
    </w:p>
    <w:p w:rsidR="006974AE" w:rsidRDefault="006974AE" w:rsidP="006974AE">
      <w:r>
        <w:t>522.4730</w:t>
      </w:r>
      <w:r>
        <w:tab/>
        <w:t>2.025e0</w:t>
      </w:r>
    </w:p>
    <w:p w:rsidR="006974AE" w:rsidRDefault="006974AE" w:rsidP="006974AE">
      <w:r>
        <w:t>522.4827</w:t>
      </w:r>
      <w:r>
        <w:tab/>
        <w:t>1.013e0</w:t>
      </w:r>
    </w:p>
    <w:p w:rsidR="006974AE" w:rsidRDefault="006974AE" w:rsidP="006974AE">
      <w:r>
        <w:t>522.5469</w:t>
      </w:r>
      <w:r>
        <w:tab/>
        <w:t>1.013e0</w:t>
      </w:r>
    </w:p>
    <w:p w:rsidR="006974AE" w:rsidRDefault="006974AE" w:rsidP="006974AE">
      <w:r>
        <w:lastRenderedPageBreak/>
        <w:t>522.5544</w:t>
      </w:r>
      <w:r>
        <w:tab/>
        <w:t>1.013e0</w:t>
      </w:r>
    </w:p>
    <w:p w:rsidR="006974AE" w:rsidRDefault="006974AE" w:rsidP="006974AE">
      <w:r>
        <w:t>522.5762</w:t>
      </w:r>
      <w:r>
        <w:tab/>
        <w:t>5.063e0</w:t>
      </w:r>
    </w:p>
    <w:p w:rsidR="006974AE" w:rsidRDefault="006974AE" w:rsidP="006974AE">
      <w:r>
        <w:t>522.5906</w:t>
      </w:r>
      <w:r>
        <w:tab/>
        <w:t>1.013e0</w:t>
      </w:r>
    </w:p>
    <w:p w:rsidR="006974AE" w:rsidRDefault="006974AE" w:rsidP="006974AE">
      <w:r>
        <w:t>522.5988</w:t>
      </w:r>
      <w:r>
        <w:tab/>
        <w:t>1.013e0</w:t>
      </w:r>
    </w:p>
    <w:p w:rsidR="006974AE" w:rsidRDefault="006974AE" w:rsidP="006974AE">
      <w:r>
        <w:t>522.6089</w:t>
      </w:r>
      <w:r>
        <w:tab/>
        <w:t>2.025e0</w:t>
      </w:r>
    </w:p>
    <w:p w:rsidR="006974AE" w:rsidRDefault="006974AE" w:rsidP="006974AE">
      <w:r>
        <w:t>522.6185</w:t>
      </w:r>
      <w:r>
        <w:tab/>
        <w:t>2.025e0</w:t>
      </w:r>
    </w:p>
    <w:p w:rsidR="006974AE" w:rsidRDefault="006974AE" w:rsidP="006974AE">
      <w:r>
        <w:t>522.6454</w:t>
      </w:r>
      <w:r>
        <w:tab/>
        <w:t>1.013e0</w:t>
      </w:r>
    </w:p>
    <w:p w:rsidR="006974AE" w:rsidRDefault="006974AE" w:rsidP="006974AE">
      <w:r>
        <w:t>522.6538</w:t>
      </w:r>
      <w:r>
        <w:tab/>
        <w:t>1.013e0</w:t>
      </w:r>
    </w:p>
    <w:p w:rsidR="006974AE" w:rsidRDefault="006974AE" w:rsidP="006974AE">
      <w:r>
        <w:t>522.6997</w:t>
      </w:r>
      <w:r>
        <w:tab/>
        <w:t>1.013e0</w:t>
      </w:r>
    </w:p>
    <w:p w:rsidR="006974AE" w:rsidRDefault="006974AE" w:rsidP="006974AE">
      <w:r>
        <w:t>522.7130</w:t>
      </w:r>
      <w:r>
        <w:tab/>
        <w:t>2.025e0</w:t>
      </w:r>
    </w:p>
    <w:p w:rsidR="006974AE" w:rsidRDefault="006974AE" w:rsidP="006974AE">
      <w:r>
        <w:t>522.7668</w:t>
      </w:r>
      <w:r>
        <w:tab/>
        <w:t>2.025e0</w:t>
      </w:r>
    </w:p>
    <w:p w:rsidR="006974AE" w:rsidRDefault="006974AE" w:rsidP="006974AE">
      <w:r>
        <w:t>522.7860</w:t>
      </w:r>
      <w:r>
        <w:tab/>
        <w:t>1.013e0</w:t>
      </w:r>
    </w:p>
    <w:p w:rsidR="006974AE" w:rsidRDefault="006974AE" w:rsidP="006974AE">
      <w:r>
        <w:t>522.7967</w:t>
      </w:r>
      <w:r>
        <w:tab/>
        <w:t>2.025e0</w:t>
      </w:r>
    </w:p>
    <w:p w:rsidR="006974AE" w:rsidRDefault="006974AE" w:rsidP="006974AE">
      <w:r>
        <w:t>522.8076</w:t>
      </w:r>
      <w:r>
        <w:tab/>
        <w:t>1.013e0</w:t>
      </w:r>
    </w:p>
    <w:p w:rsidR="006974AE" w:rsidRDefault="006974AE" w:rsidP="006974AE">
      <w:r>
        <w:t>522.8263</w:t>
      </w:r>
      <w:r>
        <w:tab/>
        <w:t>1.013e0</w:t>
      </w:r>
    </w:p>
    <w:p w:rsidR="006974AE" w:rsidRDefault="006974AE" w:rsidP="006974AE">
      <w:r>
        <w:t>522.8405</w:t>
      </w:r>
      <w:r>
        <w:tab/>
        <w:t>1.013e0</w:t>
      </w:r>
    </w:p>
    <w:p w:rsidR="006974AE" w:rsidRDefault="006974AE" w:rsidP="006974AE">
      <w:r>
        <w:t>522.8779</w:t>
      </w:r>
      <w:r>
        <w:tab/>
        <w:t>1.013e0</w:t>
      </w:r>
    </w:p>
    <w:p w:rsidR="006974AE" w:rsidRDefault="006974AE" w:rsidP="006974AE">
      <w:r>
        <w:t>522.8842</w:t>
      </w:r>
      <w:r>
        <w:tab/>
        <w:t>2.025e0</w:t>
      </w:r>
    </w:p>
    <w:p w:rsidR="006974AE" w:rsidRDefault="006974AE" w:rsidP="006974AE">
      <w:r>
        <w:t>522.8890</w:t>
      </w:r>
      <w:r>
        <w:tab/>
        <w:t>1.013e0</w:t>
      </w:r>
    </w:p>
    <w:p w:rsidR="006974AE" w:rsidRDefault="006974AE" w:rsidP="006974AE">
      <w:r>
        <w:lastRenderedPageBreak/>
        <w:t>522.9352</w:t>
      </w:r>
      <w:r>
        <w:tab/>
        <w:t>1.013e0</w:t>
      </w:r>
    </w:p>
    <w:p w:rsidR="006974AE" w:rsidRDefault="006974AE" w:rsidP="006974AE">
      <w:r>
        <w:t>522.9622</w:t>
      </w:r>
      <w:r>
        <w:tab/>
        <w:t>2.025e0</w:t>
      </w:r>
    </w:p>
    <w:p w:rsidR="006974AE" w:rsidRDefault="006974AE" w:rsidP="006974AE">
      <w:r>
        <w:t>522.9700</w:t>
      </w:r>
      <w:r>
        <w:tab/>
        <w:t>1.013e0</w:t>
      </w:r>
    </w:p>
    <w:p w:rsidR="006974AE" w:rsidRDefault="006974AE" w:rsidP="006974AE">
      <w:r>
        <w:t>522.9800</w:t>
      </w:r>
      <w:r>
        <w:tab/>
        <w:t>3.038e0</w:t>
      </w:r>
    </w:p>
    <w:p w:rsidR="006974AE" w:rsidRDefault="006974AE" w:rsidP="006974AE">
      <w:r>
        <w:t>522.9879</w:t>
      </w:r>
      <w:r>
        <w:tab/>
        <w:t>1.013e0</w:t>
      </w:r>
    </w:p>
    <w:p w:rsidR="006974AE" w:rsidRDefault="006974AE" w:rsidP="006974AE">
      <w:r>
        <w:t>523.0070</w:t>
      </w:r>
      <w:r>
        <w:tab/>
        <w:t>1.013e0</w:t>
      </w:r>
    </w:p>
    <w:p w:rsidR="006974AE" w:rsidRDefault="006974AE" w:rsidP="006974AE">
      <w:r>
        <w:t>523.0156</w:t>
      </w:r>
      <w:r>
        <w:tab/>
        <w:t>2.025e0</w:t>
      </w:r>
    </w:p>
    <w:p w:rsidR="006974AE" w:rsidRDefault="006974AE" w:rsidP="006974AE">
      <w:r>
        <w:t>523.0344</w:t>
      </w:r>
      <w:r>
        <w:tab/>
        <w:t>1.013e0</w:t>
      </w:r>
    </w:p>
    <w:p w:rsidR="006974AE" w:rsidRDefault="006974AE" w:rsidP="006974AE">
      <w:r>
        <w:t>523.0641</w:t>
      </w:r>
      <w:r>
        <w:tab/>
        <w:t>1.013e0</w:t>
      </w:r>
    </w:p>
    <w:p w:rsidR="006974AE" w:rsidRDefault="006974AE" w:rsidP="006974AE">
      <w:r>
        <w:t>523.1155</w:t>
      </w:r>
      <w:r>
        <w:tab/>
        <w:t>3.038e0</w:t>
      </w:r>
    </w:p>
    <w:p w:rsidR="006974AE" w:rsidRDefault="006974AE" w:rsidP="006974AE">
      <w:r>
        <w:t>523.1248</w:t>
      </w:r>
      <w:r>
        <w:tab/>
        <w:t>1.013e0</w:t>
      </w:r>
    </w:p>
    <w:p w:rsidR="006974AE" w:rsidRDefault="006974AE" w:rsidP="006974AE">
      <w:r>
        <w:t>523.1375</w:t>
      </w:r>
      <w:r>
        <w:tab/>
        <w:t>2.025e0</w:t>
      </w:r>
    </w:p>
    <w:p w:rsidR="006974AE" w:rsidRDefault="006974AE" w:rsidP="006974AE">
      <w:r>
        <w:t>523.1559</w:t>
      </w:r>
      <w:r>
        <w:tab/>
        <w:t>1.013e0</w:t>
      </w:r>
    </w:p>
    <w:p w:rsidR="006974AE" w:rsidRDefault="006974AE" w:rsidP="006974AE">
      <w:r>
        <w:t>523.2147</w:t>
      </w:r>
      <w:r>
        <w:tab/>
        <w:t>1.013e0</w:t>
      </w:r>
    </w:p>
    <w:p w:rsidR="006974AE" w:rsidRDefault="006974AE" w:rsidP="006974AE">
      <w:r>
        <w:t>523.2407</w:t>
      </w:r>
      <w:r>
        <w:tab/>
        <w:t>2.914e0</w:t>
      </w:r>
    </w:p>
    <w:p w:rsidR="006974AE" w:rsidRDefault="006974AE" w:rsidP="006974AE">
      <w:r>
        <w:t>523.2512</w:t>
      </w:r>
      <w:r>
        <w:tab/>
        <w:t>4.194e0</w:t>
      </w:r>
    </w:p>
    <w:p w:rsidR="006974AE" w:rsidRDefault="006974AE" w:rsidP="006974AE">
      <w:r>
        <w:t>523.2873</w:t>
      </w:r>
      <w:r>
        <w:tab/>
        <w:t>1.013e0</w:t>
      </w:r>
    </w:p>
    <w:p w:rsidR="006974AE" w:rsidRDefault="006974AE" w:rsidP="006974AE">
      <w:r>
        <w:t>523.3006</w:t>
      </w:r>
      <w:r>
        <w:tab/>
        <w:t>3.038e0</w:t>
      </w:r>
    </w:p>
    <w:p w:rsidR="006974AE" w:rsidRDefault="006974AE" w:rsidP="006974AE">
      <w:r>
        <w:t>523.3215</w:t>
      </w:r>
      <w:r>
        <w:tab/>
        <w:t>1.013e0</w:t>
      </w:r>
    </w:p>
    <w:p w:rsidR="006974AE" w:rsidRDefault="006974AE" w:rsidP="006974AE">
      <w:r>
        <w:lastRenderedPageBreak/>
        <w:t>523.3235</w:t>
      </w:r>
      <w:r>
        <w:tab/>
        <w:t>2.025e0</w:t>
      </w:r>
    </w:p>
    <w:p w:rsidR="006974AE" w:rsidRDefault="006974AE" w:rsidP="006974AE">
      <w:r>
        <w:t>523.3330</w:t>
      </w:r>
      <w:r>
        <w:tab/>
        <w:t>1.013e0</w:t>
      </w:r>
    </w:p>
    <w:p w:rsidR="006974AE" w:rsidRDefault="006974AE" w:rsidP="006974AE">
      <w:r>
        <w:t>523.3553</w:t>
      </w:r>
      <w:r>
        <w:tab/>
        <w:t>3.038e0</w:t>
      </w:r>
    </w:p>
    <w:p w:rsidR="006974AE" w:rsidRDefault="006974AE" w:rsidP="006974AE">
      <w:r>
        <w:t>523.3565</w:t>
      </w:r>
      <w:r>
        <w:tab/>
        <w:t>4.051e0</w:t>
      </w:r>
    </w:p>
    <w:p w:rsidR="006974AE" w:rsidRDefault="006974AE" w:rsidP="006974AE">
      <w:r>
        <w:t>523.3610</w:t>
      </w:r>
      <w:r>
        <w:tab/>
        <w:t>2.025e0</w:t>
      </w:r>
    </w:p>
    <w:p w:rsidR="006974AE" w:rsidRDefault="006974AE" w:rsidP="006974AE">
      <w:r>
        <w:t>523.4169</w:t>
      </w:r>
      <w:r>
        <w:tab/>
        <w:t>1.013e0</w:t>
      </w:r>
    </w:p>
    <w:p w:rsidR="006974AE" w:rsidRDefault="006974AE" w:rsidP="006974AE">
      <w:r>
        <w:t>523.4570</w:t>
      </w:r>
      <w:r>
        <w:tab/>
        <w:t>3.038e0</w:t>
      </w:r>
    </w:p>
    <w:p w:rsidR="006974AE" w:rsidRDefault="006974AE" w:rsidP="006974AE">
      <w:r>
        <w:t>523.4590</w:t>
      </w:r>
      <w:r>
        <w:tab/>
        <w:t>1.013e0</w:t>
      </w:r>
    </w:p>
    <w:p w:rsidR="006974AE" w:rsidRDefault="006974AE" w:rsidP="006974AE">
      <w:r>
        <w:t>523.4758</w:t>
      </w:r>
      <w:r>
        <w:tab/>
        <w:t>2.025e0</w:t>
      </w:r>
    </w:p>
    <w:p w:rsidR="006974AE" w:rsidRDefault="006974AE" w:rsidP="006974AE">
      <w:r>
        <w:t>523.4862</w:t>
      </w:r>
      <w:r>
        <w:tab/>
        <w:t>1.013e0</w:t>
      </w:r>
    </w:p>
    <w:p w:rsidR="006974AE" w:rsidRDefault="006974AE" w:rsidP="006974AE">
      <w:r>
        <w:t>523.5503</w:t>
      </w:r>
      <w:r>
        <w:tab/>
        <w:t>1.013e0</w:t>
      </w:r>
    </w:p>
    <w:p w:rsidR="006974AE" w:rsidRDefault="006974AE" w:rsidP="006974AE">
      <w:r>
        <w:t>523.5587</w:t>
      </w:r>
      <w:r>
        <w:tab/>
        <w:t>1.013e0</w:t>
      </w:r>
    </w:p>
    <w:p w:rsidR="006974AE" w:rsidRDefault="006974AE" w:rsidP="006974AE">
      <w:r>
        <w:t>523.5858</w:t>
      </w:r>
      <w:r>
        <w:tab/>
        <w:t>1.013e0</w:t>
      </w:r>
    </w:p>
    <w:p w:rsidR="006974AE" w:rsidRDefault="006974AE" w:rsidP="006974AE">
      <w:r>
        <w:t>523.5949</w:t>
      </w:r>
      <w:r>
        <w:tab/>
        <w:t>1.013e0</w:t>
      </w:r>
    </w:p>
    <w:p w:rsidR="006974AE" w:rsidRDefault="006974AE" w:rsidP="006974AE">
      <w:r>
        <w:t>523.6136</w:t>
      </w:r>
      <w:r>
        <w:tab/>
        <w:t>1.013e0</w:t>
      </w:r>
    </w:p>
    <w:p w:rsidR="006974AE" w:rsidRDefault="006974AE" w:rsidP="006974AE">
      <w:r>
        <w:t>523.6234</w:t>
      </w:r>
      <w:r>
        <w:tab/>
        <w:t>2.025e0</w:t>
      </w:r>
    </w:p>
    <w:p w:rsidR="006974AE" w:rsidRDefault="006974AE" w:rsidP="006974AE">
      <w:r>
        <w:t>523.6315</w:t>
      </w:r>
      <w:r>
        <w:tab/>
        <w:t>2.025e0</w:t>
      </w:r>
    </w:p>
    <w:p w:rsidR="006974AE" w:rsidRDefault="006974AE" w:rsidP="006974AE">
      <w:r>
        <w:t>523.6442</w:t>
      </w:r>
      <w:r>
        <w:tab/>
        <w:t>2.025e0</w:t>
      </w:r>
    </w:p>
    <w:p w:rsidR="006974AE" w:rsidRDefault="006974AE" w:rsidP="006974AE">
      <w:r>
        <w:t>523.6946</w:t>
      </w:r>
      <w:r>
        <w:tab/>
        <w:t>1.013e0</w:t>
      </w:r>
    </w:p>
    <w:p w:rsidR="006974AE" w:rsidRDefault="006974AE" w:rsidP="006974AE">
      <w:r>
        <w:lastRenderedPageBreak/>
        <w:t>523.6964</w:t>
      </w:r>
      <w:r>
        <w:tab/>
        <w:t>2.025e0</w:t>
      </w:r>
    </w:p>
    <w:p w:rsidR="006974AE" w:rsidRDefault="006974AE" w:rsidP="006974AE">
      <w:r>
        <w:t>523.7104</w:t>
      </w:r>
      <w:r>
        <w:tab/>
        <w:t>1.013e0</w:t>
      </w:r>
    </w:p>
    <w:p w:rsidR="006974AE" w:rsidRDefault="006974AE" w:rsidP="006974AE">
      <w:r>
        <w:t>523.7137</w:t>
      </w:r>
      <w:r>
        <w:tab/>
        <w:t>1.013e0</w:t>
      </w:r>
    </w:p>
    <w:p w:rsidR="006974AE" w:rsidRDefault="006974AE" w:rsidP="006974AE">
      <w:r>
        <w:t>523.7295</w:t>
      </w:r>
      <w:r>
        <w:tab/>
        <w:t>1.013e0</w:t>
      </w:r>
    </w:p>
    <w:p w:rsidR="006974AE" w:rsidRDefault="006974AE" w:rsidP="006974AE">
      <w:r>
        <w:t>523.7500</w:t>
      </w:r>
      <w:r>
        <w:tab/>
        <w:t>1.013e0</w:t>
      </w:r>
    </w:p>
    <w:p w:rsidR="006974AE" w:rsidRDefault="006974AE" w:rsidP="006974AE">
      <w:r>
        <w:t>523.7586</w:t>
      </w:r>
      <w:r>
        <w:tab/>
        <w:t>1.013e0</w:t>
      </w:r>
    </w:p>
    <w:p w:rsidR="006974AE" w:rsidRDefault="006974AE" w:rsidP="006974AE">
      <w:r>
        <w:t>523.7687</w:t>
      </w:r>
      <w:r>
        <w:tab/>
        <w:t>2.025e0</w:t>
      </w:r>
    </w:p>
    <w:p w:rsidR="006974AE" w:rsidRDefault="006974AE" w:rsidP="006974AE">
      <w:r>
        <w:t>523.7967</w:t>
      </w:r>
      <w:r>
        <w:tab/>
        <w:t>2.025e0</w:t>
      </w:r>
    </w:p>
    <w:p w:rsidR="006974AE" w:rsidRDefault="006974AE" w:rsidP="006974AE">
      <w:r>
        <w:t>523.8176</w:t>
      </w:r>
      <w:r>
        <w:tab/>
        <w:t>3.038e0</w:t>
      </w:r>
    </w:p>
    <w:p w:rsidR="006974AE" w:rsidRDefault="006974AE" w:rsidP="006974AE">
      <w:r>
        <w:t>523.8210</w:t>
      </w:r>
      <w:r>
        <w:tab/>
        <w:t>2.025e0</w:t>
      </w:r>
    </w:p>
    <w:p w:rsidR="006974AE" w:rsidRDefault="006974AE" w:rsidP="006974AE">
      <w:r>
        <w:t>523.8582</w:t>
      </w:r>
      <w:r>
        <w:tab/>
        <w:t>1.013e0</w:t>
      </w:r>
    </w:p>
    <w:p w:rsidR="006974AE" w:rsidRDefault="006974AE" w:rsidP="006974AE">
      <w:r>
        <w:t>523.8792</w:t>
      </w:r>
      <w:r>
        <w:tab/>
        <w:t>2.025e0</w:t>
      </w:r>
    </w:p>
    <w:p w:rsidR="006974AE" w:rsidRDefault="006974AE" w:rsidP="006974AE">
      <w:r>
        <w:t>523.8848</w:t>
      </w:r>
      <w:r>
        <w:tab/>
        <w:t>1.013e0</w:t>
      </w:r>
    </w:p>
    <w:p w:rsidR="006974AE" w:rsidRDefault="006974AE" w:rsidP="006974AE">
      <w:r>
        <w:t>523.8945</w:t>
      </w:r>
      <w:r>
        <w:tab/>
        <w:t>1.013e0</w:t>
      </w:r>
    </w:p>
    <w:p w:rsidR="006974AE" w:rsidRDefault="006974AE" w:rsidP="006974AE">
      <w:r>
        <w:t>523.9228</w:t>
      </w:r>
      <w:r>
        <w:tab/>
        <w:t>2.025e0</w:t>
      </w:r>
    </w:p>
    <w:p w:rsidR="006974AE" w:rsidRDefault="006974AE" w:rsidP="006974AE">
      <w:r>
        <w:t>523.9340</w:t>
      </w:r>
      <w:r>
        <w:tab/>
        <w:t>1.013e0</w:t>
      </w:r>
    </w:p>
    <w:p w:rsidR="006974AE" w:rsidRDefault="006974AE" w:rsidP="006974AE">
      <w:r>
        <w:t>523.9527</w:t>
      </w:r>
      <w:r>
        <w:tab/>
        <w:t>2.025e0</w:t>
      </w:r>
    </w:p>
    <w:p w:rsidR="006974AE" w:rsidRDefault="006974AE" w:rsidP="006974AE">
      <w:r>
        <w:t>523.9573</w:t>
      </w:r>
      <w:r>
        <w:tab/>
        <w:t>2.025e0</w:t>
      </w:r>
    </w:p>
    <w:p w:rsidR="006974AE" w:rsidRDefault="006974AE" w:rsidP="006974AE">
      <w:r>
        <w:t>523.9844</w:t>
      </w:r>
      <w:r>
        <w:tab/>
        <w:t>1.013e0</w:t>
      </w:r>
    </w:p>
    <w:p w:rsidR="006974AE" w:rsidRDefault="006974AE" w:rsidP="006974AE">
      <w:r>
        <w:lastRenderedPageBreak/>
        <w:t>524.0041</w:t>
      </w:r>
      <w:r>
        <w:tab/>
        <w:t>2.025e0</w:t>
      </w:r>
    </w:p>
    <w:p w:rsidR="006974AE" w:rsidRDefault="006974AE" w:rsidP="006974AE">
      <w:r>
        <w:t>524.0301</w:t>
      </w:r>
      <w:r>
        <w:tab/>
        <w:t>2.025e0</w:t>
      </w:r>
    </w:p>
    <w:p w:rsidR="006974AE" w:rsidRDefault="006974AE" w:rsidP="006974AE">
      <w:r>
        <w:t>524.0395</w:t>
      </w:r>
      <w:r>
        <w:tab/>
        <w:t>1.013e0</w:t>
      </w:r>
    </w:p>
    <w:p w:rsidR="006974AE" w:rsidRDefault="006974AE" w:rsidP="006974AE">
      <w:r>
        <w:t>524.0479</w:t>
      </w:r>
      <w:r>
        <w:tab/>
        <w:t>2.025e0</w:t>
      </w:r>
    </w:p>
    <w:p w:rsidR="006974AE" w:rsidRDefault="006974AE" w:rsidP="006974AE">
      <w:r>
        <w:t>524.0575</w:t>
      </w:r>
      <w:r>
        <w:tab/>
        <w:t>2.025e0</w:t>
      </w:r>
    </w:p>
    <w:p w:rsidR="006974AE" w:rsidRDefault="006974AE" w:rsidP="006974AE">
      <w:r>
        <w:t>524.0810</w:t>
      </w:r>
      <w:r>
        <w:tab/>
        <w:t>1.013e0</w:t>
      </w:r>
    </w:p>
    <w:p w:rsidR="006974AE" w:rsidRDefault="006974AE" w:rsidP="006974AE">
      <w:r>
        <w:t>524.0955</w:t>
      </w:r>
      <w:r>
        <w:tab/>
        <w:t>2.025e0</w:t>
      </w:r>
    </w:p>
    <w:p w:rsidR="006974AE" w:rsidRDefault="006974AE" w:rsidP="006974AE">
      <w:r>
        <w:t>524.1029</w:t>
      </w:r>
      <w:r>
        <w:tab/>
        <w:t>1.013e0</w:t>
      </w:r>
    </w:p>
    <w:p w:rsidR="006974AE" w:rsidRDefault="006974AE" w:rsidP="006974AE">
      <w:r>
        <w:t>524.1503</w:t>
      </w:r>
      <w:r>
        <w:tab/>
        <w:t>2.025e0</w:t>
      </w:r>
    </w:p>
    <w:p w:rsidR="006974AE" w:rsidRDefault="006974AE" w:rsidP="006974AE">
      <w:r>
        <w:t>524.1533</w:t>
      </w:r>
      <w:r>
        <w:tab/>
        <w:t>4.051e0</w:t>
      </w:r>
    </w:p>
    <w:p w:rsidR="006974AE" w:rsidRDefault="006974AE" w:rsidP="006974AE">
      <w:r>
        <w:t>524.1604</w:t>
      </w:r>
      <w:r>
        <w:tab/>
        <w:t>1.291e1</w:t>
      </w:r>
    </w:p>
    <w:p w:rsidR="006974AE" w:rsidRDefault="006974AE" w:rsidP="006974AE">
      <w:r>
        <w:t>524.1719</w:t>
      </w:r>
      <w:r>
        <w:tab/>
        <w:t>1.253e1</w:t>
      </w:r>
    </w:p>
    <w:p w:rsidR="006974AE" w:rsidRDefault="006974AE" w:rsidP="006974AE">
      <w:r>
        <w:t>524.1731</w:t>
      </w:r>
      <w:r>
        <w:tab/>
        <w:t>8.517e0</w:t>
      </w:r>
    </w:p>
    <w:p w:rsidR="006974AE" w:rsidRDefault="006974AE" w:rsidP="006974AE">
      <w:r>
        <w:t>524.1949</w:t>
      </w:r>
      <w:r>
        <w:tab/>
        <w:t>3.038e0</w:t>
      </w:r>
    </w:p>
    <w:p w:rsidR="006974AE" w:rsidRDefault="006974AE" w:rsidP="006974AE">
      <w:r>
        <w:t>524.2278</w:t>
      </w:r>
      <w:r>
        <w:tab/>
        <w:t>2.997e0</w:t>
      </w:r>
    </w:p>
    <w:p w:rsidR="006974AE" w:rsidRDefault="006974AE" w:rsidP="006974AE">
      <w:r>
        <w:t>524.2537</w:t>
      </w:r>
      <w:r>
        <w:tab/>
        <w:t>2.025e0</w:t>
      </w:r>
    </w:p>
    <w:p w:rsidR="006974AE" w:rsidRDefault="006974AE" w:rsidP="006974AE">
      <w:r>
        <w:t>524.2685</w:t>
      </w:r>
      <w:r>
        <w:tab/>
        <w:t>1.524e0</w:t>
      </w:r>
    </w:p>
    <w:p w:rsidR="006974AE" w:rsidRDefault="006974AE" w:rsidP="006974AE">
      <w:r>
        <w:t>524.2862</w:t>
      </w:r>
      <w:r>
        <w:tab/>
        <w:t>2.025e0</w:t>
      </w:r>
    </w:p>
    <w:p w:rsidR="006974AE" w:rsidRDefault="006974AE" w:rsidP="006974AE">
      <w:r>
        <w:t>524.3027</w:t>
      </w:r>
      <w:r>
        <w:tab/>
        <w:t>3.038e0</w:t>
      </w:r>
    </w:p>
    <w:p w:rsidR="006974AE" w:rsidRDefault="006974AE" w:rsidP="006974AE">
      <w:r>
        <w:lastRenderedPageBreak/>
        <w:t>524.3115</w:t>
      </w:r>
      <w:r>
        <w:tab/>
        <w:t>1.013e0</w:t>
      </w:r>
    </w:p>
    <w:p w:rsidR="006974AE" w:rsidRDefault="006974AE" w:rsidP="006974AE">
      <w:r>
        <w:t>524.3230</w:t>
      </w:r>
      <w:r>
        <w:tab/>
        <w:t>1.013e0</w:t>
      </w:r>
    </w:p>
    <w:p w:rsidR="006974AE" w:rsidRDefault="006974AE" w:rsidP="006974AE">
      <w:r>
        <w:t>524.3601</w:t>
      </w:r>
      <w:r>
        <w:tab/>
        <w:t>3.038e0</w:t>
      </w:r>
    </w:p>
    <w:p w:rsidR="006974AE" w:rsidRDefault="006974AE" w:rsidP="006974AE">
      <w:r>
        <w:t>524.3713</w:t>
      </w:r>
      <w:r>
        <w:tab/>
        <w:t>2.025e0</w:t>
      </w:r>
    </w:p>
    <w:p w:rsidR="006974AE" w:rsidRDefault="006974AE" w:rsidP="006974AE">
      <w:r>
        <w:t>524.3840</w:t>
      </w:r>
      <w:r>
        <w:tab/>
        <w:t>1.013e0</w:t>
      </w:r>
    </w:p>
    <w:p w:rsidR="006974AE" w:rsidRDefault="006974AE" w:rsidP="006974AE">
      <w:r>
        <w:t>524.3969</w:t>
      </w:r>
      <w:r>
        <w:tab/>
        <w:t>2.025e0</w:t>
      </w:r>
    </w:p>
    <w:p w:rsidR="006974AE" w:rsidRDefault="006974AE" w:rsidP="006974AE">
      <w:r>
        <w:t>524.4065</w:t>
      </w:r>
      <w:r>
        <w:tab/>
        <w:t>2.025e0</w:t>
      </w:r>
    </w:p>
    <w:p w:rsidR="006974AE" w:rsidRDefault="006974AE" w:rsidP="006974AE">
      <w:r>
        <w:t>524.4287</w:t>
      </w:r>
      <w:r>
        <w:tab/>
        <w:t>1.013e0</w:t>
      </w:r>
    </w:p>
    <w:p w:rsidR="006974AE" w:rsidRDefault="006974AE" w:rsidP="006974AE">
      <w:r>
        <w:t>524.4747</w:t>
      </w:r>
      <w:r>
        <w:tab/>
        <w:t>1.013e0</w:t>
      </w:r>
    </w:p>
    <w:p w:rsidR="006974AE" w:rsidRDefault="006974AE" w:rsidP="006974AE">
      <w:r>
        <w:t>524.4890</w:t>
      </w:r>
      <w:r>
        <w:tab/>
        <w:t>1.013e0</w:t>
      </w:r>
    </w:p>
    <w:p w:rsidR="006974AE" w:rsidRDefault="006974AE" w:rsidP="006974AE">
      <w:r>
        <w:t>524.5255</w:t>
      </w:r>
      <w:r>
        <w:tab/>
        <w:t>2.025e0</w:t>
      </w:r>
    </w:p>
    <w:p w:rsidR="006974AE" w:rsidRDefault="006974AE" w:rsidP="006974AE">
      <w:r>
        <w:t>524.5648</w:t>
      </w:r>
      <w:r>
        <w:tab/>
        <w:t>1.013e0</w:t>
      </w:r>
    </w:p>
    <w:p w:rsidR="006974AE" w:rsidRDefault="006974AE" w:rsidP="006974AE">
      <w:r>
        <w:t>524.5745</w:t>
      </w:r>
      <w:r>
        <w:tab/>
        <w:t>1.013e0</w:t>
      </w:r>
    </w:p>
    <w:p w:rsidR="006974AE" w:rsidRDefault="006974AE" w:rsidP="006974AE">
      <w:r>
        <w:t>524.6282</w:t>
      </w:r>
      <w:r>
        <w:tab/>
        <w:t>1.013e0</w:t>
      </w:r>
    </w:p>
    <w:p w:rsidR="006974AE" w:rsidRDefault="006974AE" w:rsidP="006974AE">
      <w:r>
        <w:t>524.6356</w:t>
      </w:r>
      <w:r>
        <w:tab/>
        <w:t>1.013e0</w:t>
      </w:r>
    </w:p>
    <w:p w:rsidR="006974AE" w:rsidRDefault="006974AE" w:rsidP="006974AE">
      <w:r>
        <w:t>524.6389</w:t>
      </w:r>
      <w:r>
        <w:tab/>
        <w:t>1.013e0</w:t>
      </w:r>
    </w:p>
    <w:p w:rsidR="006974AE" w:rsidRDefault="006974AE" w:rsidP="006974AE">
      <w:r>
        <w:t>524.6727</w:t>
      </w:r>
      <w:r>
        <w:tab/>
        <w:t>2.025e0</w:t>
      </w:r>
    </w:p>
    <w:p w:rsidR="006974AE" w:rsidRDefault="006974AE" w:rsidP="006974AE">
      <w:r>
        <w:t>524.6942</w:t>
      </w:r>
      <w:r>
        <w:tab/>
        <w:t>2.025e0</w:t>
      </w:r>
    </w:p>
    <w:p w:rsidR="006974AE" w:rsidRDefault="006974AE" w:rsidP="006974AE">
      <w:r>
        <w:t>524.6957</w:t>
      </w:r>
      <w:r>
        <w:tab/>
        <w:t>2.025e0</w:t>
      </w:r>
    </w:p>
    <w:p w:rsidR="006974AE" w:rsidRDefault="006974AE" w:rsidP="006974AE">
      <w:r>
        <w:lastRenderedPageBreak/>
        <w:t>524.7646</w:t>
      </w:r>
      <w:r>
        <w:tab/>
        <w:t>2.025e0</w:t>
      </w:r>
    </w:p>
    <w:p w:rsidR="006974AE" w:rsidRDefault="006974AE" w:rsidP="006974AE">
      <w:r>
        <w:t>524.7694</w:t>
      </w:r>
      <w:r>
        <w:tab/>
        <w:t>2.025e0</w:t>
      </w:r>
    </w:p>
    <w:p w:rsidR="006974AE" w:rsidRDefault="006974AE" w:rsidP="006974AE">
      <w:r>
        <w:t>524.7955</w:t>
      </w:r>
      <w:r>
        <w:tab/>
        <w:t>2.025e0</w:t>
      </w:r>
    </w:p>
    <w:p w:rsidR="006974AE" w:rsidRDefault="006974AE" w:rsidP="006974AE">
      <w:r>
        <w:t>524.8195</w:t>
      </w:r>
      <w:r>
        <w:tab/>
        <w:t>1.013e0</w:t>
      </w:r>
    </w:p>
    <w:p w:rsidR="006974AE" w:rsidRDefault="006974AE" w:rsidP="006974AE">
      <w:r>
        <w:t>524.8376</w:t>
      </w:r>
      <w:r>
        <w:tab/>
        <w:t>1.013e0</w:t>
      </w:r>
    </w:p>
    <w:p w:rsidR="006974AE" w:rsidRDefault="006974AE" w:rsidP="006974AE">
      <w:r>
        <w:t>524.8464</w:t>
      </w:r>
      <w:r>
        <w:tab/>
        <w:t>2.025e0</w:t>
      </w:r>
    </w:p>
    <w:p w:rsidR="006974AE" w:rsidRDefault="006974AE" w:rsidP="006974AE">
      <w:r>
        <w:t>524.8596</w:t>
      </w:r>
      <w:r>
        <w:tab/>
        <w:t>3.038e0</w:t>
      </w:r>
    </w:p>
    <w:p w:rsidR="006974AE" w:rsidRDefault="006974AE" w:rsidP="006974AE">
      <w:r>
        <w:t>524.8823</w:t>
      </w:r>
      <w:r>
        <w:tab/>
        <w:t>1.013e0</w:t>
      </w:r>
    </w:p>
    <w:p w:rsidR="006974AE" w:rsidRDefault="006974AE" w:rsidP="006974AE">
      <w:r>
        <w:t>524.8965</w:t>
      </w:r>
      <w:r>
        <w:tab/>
        <w:t>2.025e0</w:t>
      </w:r>
    </w:p>
    <w:p w:rsidR="006974AE" w:rsidRDefault="006974AE" w:rsidP="006974AE">
      <w:r>
        <w:t>524.9102</w:t>
      </w:r>
      <w:r>
        <w:tab/>
        <w:t>1.013e0</w:t>
      </w:r>
    </w:p>
    <w:p w:rsidR="006974AE" w:rsidRDefault="006974AE" w:rsidP="006974AE">
      <w:r>
        <w:t>524.9371</w:t>
      </w:r>
      <w:r>
        <w:tab/>
        <w:t>2.025e0</w:t>
      </w:r>
    </w:p>
    <w:p w:rsidR="006974AE" w:rsidRDefault="006974AE" w:rsidP="006974AE">
      <w:r>
        <w:t>524.9459</w:t>
      </w:r>
      <w:r>
        <w:tab/>
        <w:t>1.013e0</w:t>
      </w:r>
    </w:p>
    <w:p w:rsidR="006974AE" w:rsidRDefault="006974AE" w:rsidP="006974AE">
      <w:r>
        <w:t>524.9822</w:t>
      </w:r>
      <w:r>
        <w:tab/>
        <w:t>2.025e0</w:t>
      </w:r>
    </w:p>
    <w:p w:rsidR="006974AE" w:rsidRDefault="006974AE" w:rsidP="006974AE">
      <w:r>
        <w:t>524.9883</w:t>
      </w:r>
      <w:r>
        <w:tab/>
        <w:t>1.013e0</w:t>
      </w:r>
    </w:p>
    <w:p w:rsidR="006974AE" w:rsidRDefault="006974AE" w:rsidP="006974AE">
      <w:r>
        <w:t>525.0734</w:t>
      </w:r>
      <w:r>
        <w:tab/>
        <w:t>2.025e0</w:t>
      </w:r>
    </w:p>
    <w:p w:rsidR="006974AE" w:rsidRDefault="006974AE" w:rsidP="006974AE">
      <w:r>
        <w:t>525.1349</w:t>
      </w:r>
      <w:r>
        <w:tab/>
        <w:t>1.013e0</w:t>
      </w:r>
    </w:p>
    <w:p w:rsidR="006974AE" w:rsidRDefault="006974AE" w:rsidP="006974AE">
      <w:r>
        <w:t>525.1463</w:t>
      </w:r>
      <w:r>
        <w:tab/>
        <w:t>1.013e0</w:t>
      </w:r>
    </w:p>
    <w:p w:rsidR="006974AE" w:rsidRDefault="006974AE" w:rsidP="006974AE">
      <w:r>
        <w:t>525.1689</w:t>
      </w:r>
      <w:r>
        <w:tab/>
        <w:t>4.051e0</w:t>
      </w:r>
    </w:p>
    <w:p w:rsidR="006974AE" w:rsidRDefault="006974AE" w:rsidP="006974AE">
      <w:r>
        <w:t>525.1735</w:t>
      </w:r>
      <w:r>
        <w:tab/>
        <w:t>1.183e0</w:t>
      </w:r>
    </w:p>
    <w:p w:rsidR="006974AE" w:rsidRDefault="006974AE" w:rsidP="006974AE">
      <w:r>
        <w:lastRenderedPageBreak/>
        <w:t>525.1878</w:t>
      </w:r>
      <w:r>
        <w:tab/>
        <w:t>1.428e0</w:t>
      </w:r>
    </w:p>
    <w:p w:rsidR="006974AE" w:rsidRDefault="006974AE" w:rsidP="006974AE">
      <w:r>
        <w:t>525.2042</w:t>
      </w:r>
      <w:r>
        <w:tab/>
        <w:t>2.711e0</w:t>
      </w:r>
    </w:p>
    <w:p w:rsidR="006974AE" w:rsidRDefault="006974AE" w:rsidP="006974AE">
      <w:r>
        <w:t>525.2113</w:t>
      </w:r>
      <w:r>
        <w:tab/>
        <w:t>3.038e0</w:t>
      </w:r>
    </w:p>
    <w:p w:rsidR="006974AE" w:rsidRDefault="006974AE" w:rsidP="006974AE">
      <w:r>
        <w:t>525.2189</w:t>
      </w:r>
      <w:r>
        <w:tab/>
        <w:t>1.013e0</w:t>
      </w:r>
    </w:p>
    <w:p w:rsidR="006974AE" w:rsidRDefault="006974AE" w:rsidP="006974AE">
      <w:r>
        <w:t>525.2428</w:t>
      </w:r>
      <w:r>
        <w:tab/>
        <w:t>1.837e0</w:t>
      </w:r>
    </w:p>
    <w:p w:rsidR="006974AE" w:rsidRDefault="006974AE" w:rsidP="006974AE">
      <w:r>
        <w:t>525.2665</w:t>
      </w:r>
      <w:r>
        <w:tab/>
        <w:t>1.013e0</w:t>
      </w:r>
    </w:p>
    <w:p w:rsidR="006974AE" w:rsidRDefault="006974AE" w:rsidP="006974AE">
      <w:r>
        <w:t>525.2731</w:t>
      </w:r>
      <w:r>
        <w:tab/>
        <w:t>6.076e0</w:t>
      </w:r>
    </w:p>
    <w:p w:rsidR="006974AE" w:rsidRDefault="006974AE" w:rsidP="006974AE">
      <w:r>
        <w:t>525.2825</w:t>
      </w:r>
      <w:r>
        <w:tab/>
        <w:t>1.013e0</w:t>
      </w:r>
    </w:p>
    <w:p w:rsidR="006974AE" w:rsidRDefault="006974AE" w:rsidP="006974AE">
      <w:r>
        <w:t>525.3190</w:t>
      </w:r>
      <w:r>
        <w:tab/>
        <w:t>2.025e0</w:t>
      </w:r>
    </w:p>
    <w:p w:rsidR="006974AE" w:rsidRDefault="006974AE" w:rsidP="006974AE">
      <w:r>
        <w:t>525.3459</w:t>
      </w:r>
      <w:r>
        <w:tab/>
        <w:t>3.038e0</w:t>
      </w:r>
    </w:p>
    <w:p w:rsidR="006974AE" w:rsidRDefault="006974AE" w:rsidP="006974AE">
      <w:r>
        <w:t>525.3734</w:t>
      </w:r>
      <w:r>
        <w:tab/>
        <w:t>1.013e0</w:t>
      </w:r>
    </w:p>
    <w:p w:rsidR="006974AE" w:rsidRDefault="006974AE" w:rsidP="006974AE">
      <w:r>
        <w:t>525.3912</w:t>
      </w:r>
      <w:r>
        <w:tab/>
        <w:t>2.025e0</w:t>
      </w:r>
    </w:p>
    <w:p w:rsidR="006974AE" w:rsidRDefault="006974AE" w:rsidP="006974AE">
      <w:r>
        <w:t>525.4175</w:t>
      </w:r>
      <w:r>
        <w:tab/>
        <w:t>2.025e0</w:t>
      </w:r>
    </w:p>
    <w:p w:rsidR="006974AE" w:rsidRDefault="006974AE" w:rsidP="006974AE">
      <w:r>
        <w:t>525.4599</w:t>
      </w:r>
      <w:r>
        <w:tab/>
        <w:t>2.025e0</w:t>
      </w:r>
    </w:p>
    <w:p w:rsidR="006974AE" w:rsidRDefault="006974AE" w:rsidP="006974AE">
      <w:r>
        <w:t>525.4636</w:t>
      </w:r>
      <w:r>
        <w:tab/>
        <w:t>1.013e0</w:t>
      </w:r>
    </w:p>
    <w:p w:rsidR="006974AE" w:rsidRDefault="006974AE" w:rsidP="006974AE">
      <w:r>
        <w:t>525.4692</w:t>
      </w:r>
      <w:r>
        <w:tab/>
        <w:t>3.038e0</w:t>
      </w:r>
    </w:p>
    <w:p w:rsidR="006974AE" w:rsidRDefault="006974AE" w:rsidP="006974AE">
      <w:r>
        <w:t>525.4789</w:t>
      </w:r>
      <w:r>
        <w:tab/>
        <w:t>4.051e0</w:t>
      </w:r>
    </w:p>
    <w:p w:rsidR="006974AE" w:rsidRDefault="006974AE" w:rsidP="006974AE">
      <w:r>
        <w:t>525.5054</w:t>
      </w:r>
      <w:r>
        <w:tab/>
        <w:t>1.013e0</w:t>
      </w:r>
    </w:p>
    <w:p w:rsidR="006974AE" w:rsidRDefault="006974AE" w:rsidP="006974AE">
      <w:r>
        <w:t>525.5592</w:t>
      </w:r>
      <w:r>
        <w:tab/>
        <w:t>2.025e0</w:t>
      </w:r>
    </w:p>
    <w:p w:rsidR="006974AE" w:rsidRDefault="006974AE" w:rsidP="006974AE">
      <w:r>
        <w:lastRenderedPageBreak/>
        <w:t>525.5635</w:t>
      </w:r>
      <w:r>
        <w:tab/>
        <w:t>2.025e0</w:t>
      </w:r>
    </w:p>
    <w:p w:rsidR="006974AE" w:rsidRDefault="006974AE" w:rsidP="006974AE">
      <w:r>
        <w:t>525.5797</w:t>
      </w:r>
      <w:r>
        <w:tab/>
        <w:t>2.025e0</w:t>
      </w:r>
    </w:p>
    <w:p w:rsidR="006974AE" w:rsidRDefault="006974AE" w:rsidP="006974AE">
      <w:r>
        <w:t>525.6146</w:t>
      </w:r>
      <w:r>
        <w:tab/>
        <w:t>2.025e0</w:t>
      </w:r>
    </w:p>
    <w:p w:rsidR="006974AE" w:rsidRDefault="006974AE" w:rsidP="006974AE">
      <w:r>
        <w:t>525.6185</w:t>
      </w:r>
      <w:r>
        <w:tab/>
        <w:t>1.013e0</w:t>
      </w:r>
    </w:p>
    <w:p w:rsidR="006974AE" w:rsidRDefault="006974AE" w:rsidP="006974AE">
      <w:r>
        <w:t>525.6642</w:t>
      </w:r>
      <w:r>
        <w:tab/>
        <w:t>1.013e0</w:t>
      </w:r>
    </w:p>
    <w:p w:rsidR="006974AE" w:rsidRDefault="006974AE" w:rsidP="006974AE">
      <w:r>
        <w:t>525.6711</w:t>
      </w:r>
      <w:r>
        <w:tab/>
        <w:t>1.013e0</w:t>
      </w:r>
    </w:p>
    <w:p w:rsidR="006974AE" w:rsidRDefault="006974AE" w:rsidP="006974AE">
      <w:r>
        <w:t>525.6744</w:t>
      </w:r>
      <w:r>
        <w:tab/>
        <w:t>1.013e0</w:t>
      </w:r>
    </w:p>
    <w:p w:rsidR="006974AE" w:rsidRDefault="006974AE" w:rsidP="006974AE">
      <w:r>
        <w:t>525.6922</w:t>
      </w:r>
      <w:r>
        <w:tab/>
        <w:t>1.013e0</w:t>
      </w:r>
    </w:p>
    <w:p w:rsidR="006974AE" w:rsidRDefault="006974AE" w:rsidP="006974AE">
      <w:r>
        <w:t>525.7297</w:t>
      </w:r>
      <w:r>
        <w:tab/>
        <w:t>1.013e0</w:t>
      </w:r>
    </w:p>
    <w:p w:rsidR="006974AE" w:rsidRDefault="006974AE" w:rsidP="006974AE">
      <w:r>
        <w:t>525.7639</w:t>
      </w:r>
      <w:r>
        <w:tab/>
        <w:t>1.013e0</w:t>
      </w:r>
    </w:p>
    <w:p w:rsidR="006974AE" w:rsidRDefault="006974AE" w:rsidP="006974AE">
      <w:r>
        <w:t>525.7726</w:t>
      </w:r>
      <w:r>
        <w:tab/>
        <w:t>1.013e0</w:t>
      </w:r>
    </w:p>
    <w:p w:rsidR="006974AE" w:rsidRDefault="006974AE" w:rsidP="006974AE">
      <w:r>
        <w:t>525.7988</w:t>
      </w:r>
      <w:r>
        <w:tab/>
        <w:t>2.025e0</w:t>
      </w:r>
    </w:p>
    <w:p w:rsidR="006974AE" w:rsidRDefault="006974AE" w:rsidP="006974AE">
      <w:r>
        <w:t>525.8090</w:t>
      </w:r>
      <w:r>
        <w:tab/>
        <w:t>2.025e0</w:t>
      </w:r>
    </w:p>
    <w:p w:rsidR="006974AE" w:rsidRDefault="006974AE" w:rsidP="006974AE">
      <w:r>
        <w:t>525.8395</w:t>
      </w:r>
      <w:r>
        <w:tab/>
        <w:t>1.013e0</w:t>
      </w:r>
    </w:p>
    <w:p w:rsidR="006974AE" w:rsidRDefault="006974AE" w:rsidP="006974AE">
      <w:r>
        <w:t>525.8478</w:t>
      </w:r>
      <w:r>
        <w:tab/>
        <w:t>2.025e0</w:t>
      </w:r>
    </w:p>
    <w:p w:rsidR="006974AE" w:rsidRDefault="006974AE" w:rsidP="006974AE">
      <w:r>
        <w:t>525.8622</w:t>
      </w:r>
      <w:r>
        <w:tab/>
        <w:t>2.025e0</w:t>
      </w:r>
    </w:p>
    <w:p w:rsidR="006974AE" w:rsidRDefault="006974AE" w:rsidP="006974AE">
      <w:r>
        <w:t>525.8951</w:t>
      </w:r>
      <w:r>
        <w:tab/>
        <w:t>3.038e0</w:t>
      </w:r>
    </w:p>
    <w:p w:rsidR="006974AE" w:rsidRDefault="006974AE" w:rsidP="006974AE">
      <w:r>
        <w:t>525.9090</w:t>
      </w:r>
      <w:r>
        <w:tab/>
        <w:t>2.025e0</w:t>
      </w:r>
    </w:p>
    <w:p w:rsidR="006974AE" w:rsidRDefault="006974AE" w:rsidP="006974AE">
      <w:r>
        <w:t>525.9661</w:t>
      </w:r>
      <w:r>
        <w:tab/>
        <w:t>3.038e0</w:t>
      </w:r>
    </w:p>
    <w:p w:rsidR="006974AE" w:rsidRDefault="006974AE" w:rsidP="006974AE">
      <w:r>
        <w:lastRenderedPageBreak/>
        <w:t>525.9739</w:t>
      </w:r>
      <w:r>
        <w:tab/>
        <w:t>3.038e0</w:t>
      </w:r>
    </w:p>
    <w:p w:rsidR="006974AE" w:rsidRDefault="006974AE" w:rsidP="006974AE">
      <w:r>
        <w:t>525.9777</w:t>
      </w:r>
      <w:r>
        <w:tab/>
        <w:t>2.025e0</w:t>
      </w:r>
    </w:p>
    <w:p w:rsidR="006974AE" w:rsidRDefault="006974AE" w:rsidP="006974AE">
      <w:r>
        <w:t>525.9818</w:t>
      </w:r>
      <w:r>
        <w:tab/>
        <w:t>1.013e0</w:t>
      </w:r>
    </w:p>
    <w:p w:rsidR="006974AE" w:rsidRDefault="006974AE" w:rsidP="006974AE">
      <w:r>
        <w:t>526.0239</w:t>
      </w:r>
      <w:r>
        <w:tab/>
        <w:t>1.013e0</w:t>
      </w:r>
    </w:p>
    <w:p w:rsidR="006974AE" w:rsidRDefault="006974AE" w:rsidP="006974AE">
      <w:r>
        <w:t>526.0369</w:t>
      </w:r>
      <w:r>
        <w:tab/>
        <w:t>1.013e0</w:t>
      </w:r>
    </w:p>
    <w:p w:rsidR="006974AE" w:rsidRDefault="006974AE" w:rsidP="006974AE">
      <w:r>
        <w:t>526.0669</w:t>
      </w:r>
      <w:r>
        <w:tab/>
        <w:t>3.038e0</w:t>
      </w:r>
    </w:p>
    <w:p w:rsidR="006974AE" w:rsidRDefault="006974AE" w:rsidP="006974AE">
      <w:r>
        <w:t>526.0818</w:t>
      </w:r>
      <w:r>
        <w:tab/>
        <w:t>1.013e0</w:t>
      </w:r>
    </w:p>
    <w:p w:rsidR="006974AE" w:rsidRDefault="006974AE" w:rsidP="006974AE">
      <w:r>
        <w:t>526.0974</w:t>
      </w:r>
      <w:r>
        <w:tab/>
        <w:t>1.013e0</w:t>
      </w:r>
    </w:p>
    <w:p w:rsidR="006974AE" w:rsidRDefault="006974AE" w:rsidP="006974AE">
      <w:r>
        <w:t>526.1152</w:t>
      </w:r>
      <w:r>
        <w:tab/>
        <w:t>1.013e0</w:t>
      </w:r>
    </w:p>
    <w:p w:rsidR="006974AE" w:rsidRDefault="006974AE" w:rsidP="006974AE">
      <w:r>
        <w:t>526.1235</w:t>
      </w:r>
      <w:r>
        <w:tab/>
        <w:t>2.025e0</w:t>
      </w:r>
    </w:p>
    <w:p w:rsidR="006974AE" w:rsidRDefault="006974AE" w:rsidP="006974AE">
      <w:r>
        <w:t>526.1458</w:t>
      </w:r>
      <w:r>
        <w:tab/>
        <w:t>2.025e0</w:t>
      </w:r>
    </w:p>
    <w:p w:rsidR="006974AE" w:rsidRDefault="006974AE" w:rsidP="006974AE">
      <w:r>
        <w:t>526.1545</w:t>
      </w:r>
      <w:r>
        <w:tab/>
        <w:t>1.013e0</w:t>
      </w:r>
    </w:p>
    <w:p w:rsidR="006974AE" w:rsidRDefault="006974AE" w:rsidP="006974AE">
      <w:r>
        <w:t>526.1580</w:t>
      </w:r>
      <w:r>
        <w:tab/>
        <w:t>4.454e0</w:t>
      </w:r>
    </w:p>
    <w:p w:rsidR="006974AE" w:rsidRDefault="006974AE" w:rsidP="006974AE">
      <w:r>
        <w:t>526.1710</w:t>
      </w:r>
      <w:r>
        <w:tab/>
        <w:t>1.045e0</w:t>
      </w:r>
    </w:p>
    <w:p w:rsidR="006974AE" w:rsidRDefault="006974AE" w:rsidP="006974AE">
      <w:r>
        <w:t>526.1857</w:t>
      </w:r>
      <w:r>
        <w:tab/>
        <w:t>2.025e0</w:t>
      </w:r>
    </w:p>
    <w:p w:rsidR="006974AE" w:rsidRDefault="006974AE" w:rsidP="006974AE">
      <w:r>
        <w:t>526.1948</w:t>
      </w:r>
      <w:r>
        <w:tab/>
        <w:t>3.038e0</w:t>
      </w:r>
    </w:p>
    <w:p w:rsidR="006974AE" w:rsidRDefault="006974AE" w:rsidP="006974AE">
      <w:r>
        <w:t>526.2284</w:t>
      </w:r>
      <w:r>
        <w:tab/>
        <w:t>2.429e0</w:t>
      </w:r>
    </w:p>
    <w:p w:rsidR="006974AE" w:rsidRDefault="006974AE" w:rsidP="006974AE">
      <w:r>
        <w:t>526.2485</w:t>
      </w:r>
      <w:r>
        <w:tab/>
        <w:t>2.025e0</w:t>
      </w:r>
    </w:p>
    <w:p w:rsidR="006974AE" w:rsidRDefault="006974AE" w:rsidP="006974AE">
      <w:r>
        <w:t>526.2658</w:t>
      </w:r>
      <w:r>
        <w:tab/>
        <w:t>2.025e0</w:t>
      </w:r>
    </w:p>
    <w:p w:rsidR="006974AE" w:rsidRDefault="006974AE" w:rsidP="006974AE">
      <w:r>
        <w:lastRenderedPageBreak/>
        <w:t>526.2822</w:t>
      </w:r>
      <w:r>
        <w:tab/>
        <w:t>2.025e0</w:t>
      </w:r>
    </w:p>
    <w:p w:rsidR="006974AE" w:rsidRDefault="006974AE" w:rsidP="006974AE">
      <w:r>
        <w:t>526.3085</w:t>
      </w:r>
      <w:r>
        <w:tab/>
        <w:t>2.025e0</w:t>
      </w:r>
    </w:p>
    <w:p w:rsidR="006974AE" w:rsidRDefault="006974AE" w:rsidP="006974AE">
      <w:r>
        <w:t>526.3099</w:t>
      </w:r>
      <w:r>
        <w:tab/>
        <w:t>1.013e0</w:t>
      </w:r>
    </w:p>
    <w:p w:rsidR="006974AE" w:rsidRDefault="006974AE" w:rsidP="006974AE">
      <w:r>
        <w:t>526.3388</w:t>
      </w:r>
      <w:r>
        <w:tab/>
        <w:t>1.013e0</w:t>
      </w:r>
    </w:p>
    <w:p w:rsidR="006974AE" w:rsidRDefault="006974AE" w:rsidP="006974AE">
      <w:r>
        <w:t>526.3735</w:t>
      </w:r>
      <w:r>
        <w:tab/>
        <w:t>4.051e0</w:t>
      </w:r>
    </w:p>
    <w:p w:rsidR="006974AE" w:rsidRDefault="006974AE" w:rsidP="006974AE">
      <w:r>
        <w:t>526.4025</w:t>
      </w:r>
      <w:r>
        <w:tab/>
        <w:t>4.051e0</w:t>
      </w:r>
    </w:p>
    <w:p w:rsidR="006974AE" w:rsidRDefault="006974AE" w:rsidP="006974AE">
      <w:r>
        <w:t>526.4048</w:t>
      </w:r>
      <w:r>
        <w:tab/>
        <w:t>4.051e0</w:t>
      </w:r>
    </w:p>
    <w:p w:rsidR="006974AE" w:rsidRDefault="006974AE" w:rsidP="006974AE">
      <w:r>
        <w:t>526.4094</w:t>
      </w:r>
      <w:r>
        <w:tab/>
        <w:t>1.013e0</w:t>
      </w:r>
    </w:p>
    <w:p w:rsidR="006974AE" w:rsidRDefault="006974AE" w:rsidP="006974AE">
      <w:r>
        <w:t>526.4105</w:t>
      </w:r>
      <w:r>
        <w:tab/>
        <w:t>4.051e0</w:t>
      </w:r>
    </w:p>
    <w:p w:rsidR="006974AE" w:rsidRDefault="006974AE" w:rsidP="006974AE">
      <w:r>
        <w:t>526.4120</w:t>
      </w:r>
      <w:r>
        <w:tab/>
        <w:t>4.051e0</w:t>
      </w:r>
    </w:p>
    <w:p w:rsidR="006974AE" w:rsidRDefault="006974AE" w:rsidP="006974AE">
      <w:r>
        <w:t>526.4366</w:t>
      </w:r>
      <w:r>
        <w:tab/>
        <w:t>1.013e0</w:t>
      </w:r>
    </w:p>
    <w:p w:rsidR="006974AE" w:rsidRDefault="006974AE" w:rsidP="006974AE">
      <w:r>
        <w:t>526.4413</w:t>
      </w:r>
      <w:r>
        <w:tab/>
        <w:t>2.025e0</w:t>
      </w:r>
    </w:p>
    <w:p w:rsidR="006974AE" w:rsidRDefault="006974AE" w:rsidP="006974AE">
      <w:r>
        <w:t>526.4492</w:t>
      </w:r>
      <w:r>
        <w:tab/>
        <w:t>3.934e0</w:t>
      </w:r>
    </w:p>
    <w:p w:rsidR="006974AE" w:rsidRDefault="006974AE" w:rsidP="006974AE">
      <w:r>
        <w:t>526.4559</w:t>
      </w:r>
      <w:r>
        <w:tab/>
        <w:t>2.025e0</w:t>
      </w:r>
    </w:p>
    <w:p w:rsidR="006974AE" w:rsidRDefault="006974AE" w:rsidP="006974AE">
      <w:r>
        <w:t>526.4902</w:t>
      </w:r>
      <w:r>
        <w:tab/>
        <w:t>4.051e0</w:t>
      </w:r>
    </w:p>
    <w:p w:rsidR="006974AE" w:rsidRDefault="006974AE" w:rsidP="006974AE">
      <w:r>
        <w:t>526.5227</w:t>
      </w:r>
      <w:r>
        <w:tab/>
        <w:t>1.013e0</w:t>
      </w:r>
    </w:p>
    <w:p w:rsidR="006974AE" w:rsidRDefault="006974AE" w:rsidP="006974AE">
      <w:r>
        <w:t>526.5374</w:t>
      </w:r>
      <w:r>
        <w:tab/>
        <w:t>1.013e0</w:t>
      </w:r>
    </w:p>
    <w:p w:rsidR="006974AE" w:rsidRDefault="006974AE" w:rsidP="006974AE">
      <w:r>
        <w:t>526.5594</w:t>
      </w:r>
      <w:r>
        <w:tab/>
        <w:t>2.025e0</w:t>
      </w:r>
    </w:p>
    <w:p w:rsidR="006974AE" w:rsidRDefault="006974AE" w:rsidP="006974AE">
      <w:r>
        <w:t>526.6008</w:t>
      </w:r>
      <w:r>
        <w:tab/>
        <w:t>2.025e0</w:t>
      </w:r>
    </w:p>
    <w:p w:rsidR="006974AE" w:rsidRDefault="006974AE" w:rsidP="006974AE">
      <w:r>
        <w:lastRenderedPageBreak/>
        <w:t>526.6460</w:t>
      </w:r>
      <w:r>
        <w:tab/>
        <w:t>1.013e0</w:t>
      </w:r>
    </w:p>
    <w:p w:rsidR="006974AE" w:rsidRDefault="006974AE" w:rsidP="006974AE">
      <w:r>
        <w:t>526.6520</w:t>
      </w:r>
      <w:r>
        <w:tab/>
        <w:t>1.013e0</w:t>
      </w:r>
    </w:p>
    <w:p w:rsidR="006974AE" w:rsidRDefault="006974AE" w:rsidP="006974AE">
      <w:r>
        <w:t>526.6558</w:t>
      </w:r>
      <w:r>
        <w:tab/>
        <w:t>1.013e0</w:t>
      </w:r>
    </w:p>
    <w:p w:rsidR="006974AE" w:rsidRDefault="006974AE" w:rsidP="006974AE">
      <w:r>
        <w:t>526.6851</w:t>
      </w:r>
      <w:r>
        <w:tab/>
        <w:t>2.025e0</w:t>
      </w:r>
    </w:p>
    <w:p w:rsidR="006974AE" w:rsidRDefault="006974AE" w:rsidP="006974AE">
      <w:r>
        <w:t>526.7007</w:t>
      </w:r>
      <w:r>
        <w:tab/>
        <w:t>1.013e0</w:t>
      </w:r>
    </w:p>
    <w:p w:rsidR="006974AE" w:rsidRDefault="006974AE" w:rsidP="006974AE">
      <w:r>
        <w:t>526.7280</w:t>
      </w:r>
      <w:r>
        <w:tab/>
        <w:t>1.013e0</w:t>
      </w:r>
    </w:p>
    <w:p w:rsidR="006974AE" w:rsidRDefault="006974AE" w:rsidP="006974AE">
      <w:r>
        <w:t>526.7510</w:t>
      </w:r>
      <w:r>
        <w:tab/>
        <w:t>4.051e0</w:t>
      </w:r>
    </w:p>
    <w:p w:rsidR="006974AE" w:rsidRDefault="006974AE" w:rsidP="006974AE">
      <w:r>
        <w:t>526.7735</w:t>
      </w:r>
      <w:r>
        <w:tab/>
        <w:t>1.013e0</w:t>
      </w:r>
    </w:p>
    <w:p w:rsidR="006974AE" w:rsidRDefault="006974AE" w:rsidP="006974AE">
      <w:r>
        <w:t>526.7791</w:t>
      </w:r>
      <w:r>
        <w:tab/>
        <w:t>2.025e0</w:t>
      </w:r>
    </w:p>
    <w:p w:rsidR="006974AE" w:rsidRDefault="006974AE" w:rsidP="006974AE">
      <w:r>
        <w:t>526.8035</w:t>
      </w:r>
      <w:r>
        <w:tab/>
        <w:t>2.025e0</w:t>
      </w:r>
    </w:p>
    <w:p w:rsidR="006974AE" w:rsidRDefault="006974AE" w:rsidP="006974AE">
      <w:r>
        <w:t>526.8210</w:t>
      </w:r>
      <w:r>
        <w:tab/>
        <w:t>2.025e0</w:t>
      </w:r>
    </w:p>
    <w:p w:rsidR="006974AE" w:rsidRDefault="006974AE" w:rsidP="006974AE">
      <w:r>
        <w:t>526.8647</w:t>
      </w:r>
      <w:r>
        <w:tab/>
        <w:t>3.038e0</w:t>
      </w:r>
    </w:p>
    <w:p w:rsidR="006974AE" w:rsidRDefault="006974AE" w:rsidP="006974AE">
      <w:r>
        <w:t>526.8975</w:t>
      </w:r>
      <w:r>
        <w:tab/>
        <w:t>2.025e0</w:t>
      </w:r>
    </w:p>
    <w:p w:rsidR="006974AE" w:rsidRDefault="006974AE" w:rsidP="006974AE">
      <w:r>
        <w:t>526.9041</w:t>
      </w:r>
      <w:r>
        <w:tab/>
        <w:t>2.025e0</w:t>
      </w:r>
    </w:p>
    <w:p w:rsidR="006974AE" w:rsidRDefault="006974AE" w:rsidP="006974AE">
      <w:r>
        <w:t>526.9374</w:t>
      </w:r>
      <w:r>
        <w:tab/>
        <w:t>1.013e0</w:t>
      </w:r>
    </w:p>
    <w:p w:rsidR="006974AE" w:rsidRDefault="006974AE" w:rsidP="006974AE">
      <w:r>
        <w:t>526.9649</w:t>
      </w:r>
      <w:r>
        <w:tab/>
        <w:t>1.013e0</w:t>
      </w:r>
    </w:p>
    <w:p w:rsidR="006974AE" w:rsidRDefault="006974AE" w:rsidP="006974AE">
      <w:r>
        <w:t>526.9928</w:t>
      </w:r>
      <w:r>
        <w:tab/>
        <w:t>1.013e0</w:t>
      </w:r>
    </w:p>
    <w:p w:rsidR="006974AE" w:rsidRDefault="006974AE" w:rsidP="006974AE">
      <w:r>
        <w:t>527.0107</w:t>
      </w:r>
      <w:r>
        <w:tab/>
        <w:t>5.063e0</w:t>
      </w:r>
    </w:p>
    <w:p w:rsidR="006974AE" w:rsidRDefault="006974AE" w:rsidP="006974AE">
      <w:r>
        <w:t>527.0201</w:t>
      </w:r>
      <w:r>
        <w:tab/>
        <w:t>1.013e0</w:t>
      </w:r>
    </w:p>
    <w:p w:rsidR="006974AE" w:rsidRDefault="006974AE" w:rsidP="006974AE">
      <w:r>
        <w:lastRenderedPageBreak/>
        <w:t>527.0504</w:t>
      </w:r>
      <w:r>
        <w:tab/>
        <w:t>2.025e0</w:t>
      </w:r>
    </w:p>
    <w:p w:rsidR="006974AE" w:rsidRDefault="006974AE" w:rsidP="006974AE">
      <w:r>
        <w:t>527.0518</w:t>
      </w:r>
      <w:r>
        <w:tab/>
        <w:t>2.025e0</w:t>
      </w:r>
    </w:p>
    <w:p w:rsidR="006974AE" w:rsidRDefault="006974AE" w:rsidP="006974AE">
      <w:r>
        <w:t>527.0559</w:t>
      </w:r>
      <w:r>
        <w:tab/>
        <w:t>1.013e0</w:t>
      </w:r>
    </w:p>
    <w:p w:rsidR="006974AE" w:rsidRDefault="006974AE" w:rsidP="006974AE">
      <w:r>
        <w:t>527.0839</w:t>
      </w:r>
      <w:r>
        <w:tab/>
        <w:t>1.013e0</w:t>
      </w:r>
    </w:p>
    <w:p w:rsidR="006974AE" w:rsidRDefault="006974AE" w:rsidP="006974AE">
      <w:r>
        <w:t>527.0889</w:t>
      </w:r>
      <w:r>
        <w:tab/>
        <w:t>2.025e0</w:t>
      </w:r>
    </w:p>
    <w:p w:rsidR="006974AE" w:rsidRDefault="006974AE" w:rsidP="006974AE">
      <w:r>
        <w:t>527.1112</w:t>
      </w:r>
      <w:r>
        <w:tab/>
        <w:t>2.025e0</w:t>
      </w:r>
    </w:p>
    <w:p w:rsidR="006974AE" w:rsidRDefault="006974AE" w:rsidP="006974AE">
      <w:r>
        <w:t>527.1423</w:t>
      </w:r>
      <w:r>
        <w:tab/>
        <w:t>2.025e0</w:t>
      </w:r>
    </w:p>
    <w:p w:rsidR="006974AE" w:rsidRDefault="006974AE" w:rsidP="006974AE">
      <w:r>
        <w:t>527.1529</w:t>
      </w:r>
      <w:r>
        <w:tab/>
        <w:t>3.079e0</w:t>
      </w:r>
    </w:p>
    <w:p w:rsidR="006974AE" w:rsidRDefault="006974AE" w:rsidP="006974AE">
      <w:r>
        <w:t>527.1699</w:t>
      </w:r>
      <w:r>
        <w:tab/>
        <w:t>1.013e0</w:t>
      </w:r>
    </w:p>
    <w:p w:rsidR="006974AE" w:rsidRDefault="006974AE" w:rsidP="006974AE">
      <w:r>
        <w:t>527.2383</w:t>
      </w:r>
      <w:r>
        <w:tab/>
        <w:t>4.744e2</w:t>
      </w:r>
    </w:p>
    <w:p w:rsidR="006974AE" w:rsidRDefault="006974AE" w:rsidP="006974AE">
      <w:r>
        <w:t>527.2407</w:t>
      </w:r>
      <w:r>
        <w:tab/>
        <w:t>2.339e2</w:t>
      </w:r>
    </w:p>
    <w:p w:rsidR="006974AE" w:rsidRDefault="006974AE" w:rsidP="006974AE">
      <w:r>
        <w:t>527.2426</w:t>
      </w:r>
      <w:r>
        <w:tab/>
        <w:t>3.342e1</w:t>
      </w:r>
    </w:p>
    <w:p w:rsidR="006974AE" w:rsidRDefault="006974AE" w:rsidP="006974AE">
      <w:r>
        <w:t>527.2522</w:t>
      </w:r>
      <w:r>
        <w:tab/>
        <w:t>6.561e0</w:t>
      </w:r>
    </w:p>
    <w:p w:rsidR="006974AE" w:rsidRDefault="006974AE" w:rsidP="006974AE">
      <w:r>
        <w:t>527.3422</w:t>
      </w:r>
      <w:r>
        <w:tab/>
        <w:t>2.025e0</w:t>
      </w:r>
    </w:p>
    <w:p w:rsidR="006974AE" w:rsidRDefault="006974AE" w:rsidP="006974AE">
      <w:r>
        <w:t>527.3456</w:t>
      </w:r>
      <w:r>
        <w:tab/>
        <w:t>3.038e0</w:t>
      </w:r>
    </w:p>
    <w:p w:rsidR="006974AE" w:rsidRDefault="006974AE" w:rsidP="006974AE">
      <w:r>
        <w:t>527.3532</w:t>
      </w:r>
      <w:r>
        <w:tab/>
        <w:t>2.025e0</w:t>
      </w:r>
    </w:p>
    <w:p w:rsidR="006974AE" w:rsidRDefault="006974AE" w:rsidP="006974AE">
      <w:r>
        <w:t>527.3596</w:t>
      </w:r>
      <w:r>
        <w:tab/>
        <w:t>4.051e0</w:t>
      </w:r>
    </w:p>
    <w:p w:rsidR="006974AE" w:rsidRDefault="006974AE" w:rsidP="006974AE">
      <w:r>
        <w:t>527.3665</w:t>
      </w:r>
      <w:r>
        <w:tab/>
        <w:t>1.013e0</w:t>
      </w:r>
    </w:p>
    <w:p w:rsidR="006974AE" w:rsidRDefault="006974AE" w:rsidP="006974AE">
      <w:r>
        <w:t>527.3882</w:t>
      </w:r>
      <w:r>
        <w:tab/>
        <w:t>4.051e0</w:t>
      </w:r>
    </w:p>
    <w:p w:rsidR="006974AE" w:rsidRDefault="006974AE" w:rsidP="006974AE">
      <w:r>
        <w:lastRenderedPageBreak/>
        <w:t>527.3931</w:t>
      </w:r>
      <w:r>
        <w:tab/>
        <w:t>2.025e0</w:t>
      </w:r>
    </w:p>
    <w:p w:rsidR="006974AE" w:rsidRDefault="006974AE" w:rsidP="006974AE">
      <w:r>
        <w:t>527.4023</w:t>
      </w:r>
      <w:r>
        <w:tab/>
        <w:t>4.051e0</w:t>
      </w:r>
    </w:p>
    <w:p w:rsidR="006974AE" w:rsidRDefault="006974AE" w:rsidP="006974AE">
      <w:r>
        <w:t>527.4407</w:t>
      </w:r>
      <w:r>
        <w:tab/>
        <w:t>5.063e0</w:t>
      </w:r>
    </w:p>
    <w:p w:rsidR="006974AE" w:rsidRDefault="006974AE" w:rsidP="006974AE">
      <w:r>
        <w:t>527.4457</w:t>
      </w:r>
      <w:r>
        <w:tab/>
        <w:t>2.025e0</w:t>
      </w:r>
    </w:p>
    <w:p w:rsidR="006974AE" w:rsidRDefault="006974AE" w:rsidP="006974AE">
      <w:r>
        <w:t>527.4496</w:t>
      </w:r>
      <w:r>
        <w:tab/>
        <w:t>7.089e0</w:t>
      </w:r>
    </w:p>
    <w:p w:rsidR="006974AE" w:rsidRDefault="006974AE" w:rsidP="006974AE">
      <w:r>
        <w:t>527.4531</w:t>
      </w:r>
      <w:r>
        <w:tab/>
        <w:t>3.038e0</w:t>
      </w:r>
    </w:p>
    <w:p w:rsidR="006974AE" w:rsidRDefault="006974AE" w:rsidP="006974AE">
      <w:r>
        <w:t>527.4570</w:t>
      </w:r>
      <w:r>
        <w:tab/>
        <w:t>2.025e0</w:t>
      </w:r>
    </w:p>
    <w:p w:rsidR="006974AE" w:rsidRDefault="006974AE" w:rsidP="006974AE">
      <w:r>
        <w:t>527.4984</w:t>
      </w:r>
      <w:r>
        <w:tab/>
        <w:t>3.038e0</w:t>
      </w:r>
    </w:p>
    <w:p w:rsidR="006974AE" w:rsidRDefault="006974AE" w:rsidP="006974AE">
      <w:r>
        <w:t>527.5117</w:t>
      </w:r>
      <w:r>
        <w:tab/>
        <w:t>1.013e0</w:t>
      </w:r>
    </w:p>
    <w:p w:rsidR="006974AE" w:rsidRDefault="006974AE" w:rsidP="006974AE">
      <w:r>
        <w:t>527.5193</w:t>
      </w:r>
      <w:r>
        <w:tab/>
        <w:t>1.013e0</w:t>
      </w:r>
    </w:p>
    <w:p w:rsidR="006974AE" w:rsidRDefault="006974AE" w:rsidP="006974AE">
      <w:r>
        <w:t>527.5208</w:t>
      </w:r>
      <w:r>
        <w:tab/>
        <w:t>2.025e0</w:t>
      </w:r>
    </w:p>
    <w:p w:rsidR="006974AE" w:rsidRDefault="006974AE" w:rsidP="006974AE">
      <w:r>
        <w:t>527.5491</w:t>
      </w:r>
      <w:r>
        <w:tab/>
        <w:t>3.038e0</w:t>
      </w:r>
    </w:p>
    <w:p w:rsidR="006974AE" w:rsidRDefault="006974AE" w:rsidP="006974AE">
      <w:r>
        <w:t>527.5753</w:t>
      </w:r>
      <w:r>
        <w:tab/>
        <w:t>2.025e0</w:t>
      </w:r>
    </w:p>
    <w:p w:rsidR="006974AE" w:rsidRDefault="006974AE" w:rsidP="006974AE">
      <w:r>
        <w:t>527.5953</w:t>
      </w:r>
      <w:r>
        <w:tab/>
        <w:t>2.025e0</w:t>
      </w:r>
    </w:p>
    <w:p w:rsidR="006974AE" w:rsidRDefault="006974AE" w:rsidP="006974AE">
      <w:r>
        <w:t>527.6163</w:t>
      </w:r>
      <w:r>
        <w:tab/>
        <w:t>3.038e0</w:t>
      </w:r>
    </w:p>
    <w:p w:rsidR="006974AE" w:rsidRDefault="006974AE" w:rsidP="006974AE">
      <w:r>
        <w:t>527.6491</w:t>
      </w:r>
      <w:r>
        <w:tab/>
        <w:t>2.025e0</w:t>
      </w:r>
    </w:p>
    <w:p w:rsidR="006974AE" w:rsidRDefault="006974AE" w:rsidP="006974AE">
      <w:r>
        <w:t>527.6509</w:t>
      </w:r>
      <w:r>
        <w:tab/>
        <w:t>1.013e0</w:t>
      </w:r>
    </w:p>
    <w:p w:rsidR="006974AE" w:rsidRDefault="006974AE" w:rsidP="006974AE">
      <w:r>
        <w:t>527.6660</w:t>
      </w:r>
      <w:r>
        <w:tab/>
        <w:t>1.013e0</w:t>
      </w:r>
    </w:p>
    <w:p w:rsidR="006974AE" w:rsidRDefault="006974AE" w:rsidP="006974AE">
      <w:r>
        <w:t>527.7061</w:t>
      </w:r>
      <w:r>
        <w:tab/>
        <w:t>1.013e0</w:t>
      </w:r>
    </w:p>
    <w:p w:rsidR="006974AE" w:rsidRDefault="006974AE" w:rsidP="006974AE">
      <w:r>
        <w:lastRenderedPageBreak/>
        <w:t>527.7219</w:t>
      </w:r>
      <w:r>
        <w:tab/>
        <w:t>1.013e0</w:t>
      </w:r>
    </w:p>
    <w:p w:rsidR="006974AE" w:rsidRDefault="006974AE" w:rsidP="006974AE">
      <w:r>
        <w:t>527.7239</w:t>
      </w:r>
      <w:r>
        <w:tab/>
        <w:t>1.013e0</w:t>
      </w:r>
    </w:p>
    <w:p w:rsidR="006974AE" w:rsidRDefault="006974AE" w:rsidP="006974AE">
      <w:r>
        <w:t>527.7422</w:t>
      </w:r>
      <w:r>
        <w:tab/>
        <w:t>1.013e0</w:t>
      </w:r>
    </w:p>
    <w:p w:rsidR="006974AE" w:rsidRDefault="006974AE" w:rsidP="006974AE">
      <w:r>
        <w:t>527.7752</w:t>
      </w:r>
      <w:r>
        <w:tab/>
        <w:t>2.025e0</w:t>
      </w:r>
    </w:p>
    <w:p w:rsidR="006974AE" w:rsidRDefault="006974AE" w:rsidP="006974AE">
      <w:r>
        <w:t>527.7769</w:t>
      </w:r>
      <w:r>
        <w:tab/>
        <w:t>1.013e0</w:t>
      </w:r>
    </w:p>
    <w:p w:rsidR="006974AE" w:rsidRDefault="006974AE" w:rsidP="006974AE">
      <w:r>
        <w:t>527.7781</w:t>
      </w:r>
      <w:r>
        <w:tab/>
        <w:t>3.038e0</w:t>
      </w:r>
    </w:p>
    <w:p w:rsidR="006974AE" w:rsidRDefault="006974AE" w:rsidP="006974AE">
      <w:r>
        <w:t>527.8197</w:t>
      </w:r>
      <w:r>
        <w:tab/>
        <w:t>2.025e0</w:t>
      </w:r>
    </w:p>
    <w:p w:rsidR="006974AE" w:rsidRDefault="006974AE" w:rsidP="006974AE">
      <w:r>
        <w:t>527.8224</w:t>
      </w:r>
      <w:r>
        <w:tab/>
        <w:t>1.013e0</w:t>
      </w:r>
    </w:p>
    <w:p w:rsidR="006974AE" w:rsidRDefault="006974AE" w:rsidP="006974AE">
      <w:r>
        <w:t>527.8401</w:t>
      </w:r>
      <w:r>
        <w:tab/>
        <w:t>2.025e0</w:t>
      </w:r>
    </w:p>
    <w:p w:rsidR="006974AE" w:rsidRDefault="006974AE" w:rsidP="006974AE">
      <w:r>
        <w:t>527.8506</w:t>
      </w:r>
      <w:r>
        <w:tab/>
        <w:t>2.025e0</w:t>
      </w:r>
    </w:p>
    <w:p w:rsidR="006974AE" w:rsidRDefault="006974AE" w:rsidP="006974AE">
      <w:r>
        <w:t>527.8533</w:t>
      </w:r>
      <w:r>
        <w:tab/>
        <w:t>1.013e0</w:t>
      </w:r>
    </w:p>
    <w:p w:rsidR="006974AE" w:rsidRDefault="006974AE" w:rsidP="006974AE">
      <w:r>
        <w:t>527.8698</w:t>
      </w:r>
      <w:r>
        <w:tab/>
        <w:t>5.465e0</w:t>
      </w:r>
    </w:p>
    <w:p w:rsidR="006974AE" w:rsidRDefault="006974AE" w:rsidP="006974AE">
      <w:r>
        <w:t>527.8813</w:t>
      </w:r>
      <w:r>
        <w:tab/>
        <w:t>2.025e0</w:t>
      </w:r>
    </w:p>
    <w:p w:rsidR="006974AE" w:rsidRDefault="006974AE" w:rsidP="006974AE">
      <w:r>
        <w:t>527.9046</w:t>
      </w:r>
      <w:r>
        <w:tab/>
        <w:t>1.013e0</w:t>
      </w:r>
    </w:p>
    <w:p w:rsidR="006974AE" w:rsidRDefault="006974AE" w:rsidP="006974AE">
      <w:r>
        <w:t>527.9354</w:t>
      </w:r>
      <w:r>
        <w:tab/>
        <w:t>2.025e0</w:t>
      </w:r>
    </w:p>
    <w:p w:rsidR="006974AE" w:rsidRDefault="006974AE" w:rsidP="006974AE">
      <w:r>
        <w:t>527.9446</w:t>
      </w:r>
      <w:r>
        <w:tab/>
        <w:t>1.013e0</w:t>
      </w:r>
    </w:p>
    <w:p w:rsidR="006974AE" w:rsidRDefault="006974AE" w:rsidP="006974AE">
      <w:r>
        <w:t>527.9502</w:t>
      </w:r>
      <w:r>
        <w:tab/>
        <w:t>1.013e0</w:t>
      </w:r>
    </w:p>
    <w:p w:rsidR="006974AE" w:rsidRDefault="006974AE" w:rsidP="006974AE">
      <w:r>
        <w:t>527.9528</w:t>
      </w:r>
      <w:r>
        <w:tab/>
        <w:t>3.038e0</w:t>
      </w:r>
    </w:p>
    <w:p w:rsidR="006974AE" w:rsidRDefault="006974AE" w:rsidP="006974AE">
      <w:r>
        <w:t>528.0141</w:t>
      </w:r>
      <w:r>
        <w:tab/>
        <w:t>1.013e0</w:t>
      </w:r>
    </w:p>
    <w:p w:rsidR="006974AE" w:rsidRDefault="006974AE" w:rsidP="006974AE">
      <w:r>
        <w:lastRenderedPageBreak/>
        <w:t>528.0187</w:t>
      </w:r>
      <w:r>
        <w:tab/>
        <w:t>1.013e0</w:t>
      </w:r>
    </w:p>
    <w:p w:rsidR="006974AE" w:rsidRDefault="006974AE" w:rsidP="006974AE">
      <w:r>
        <w:t>528.0372</w:t>
      </w:r>
      <w:r>
        <w:tab/>
        <w:t>1.013e0</w:t>
      </w:r>
    </w:p>
    <w:p w:rsidR="006974AE" w:rsidRDefault="006974AE" w:rsidP="006974AE">
      <w:r>
        <w:t>528.0408</w:t>
      </w:r>
      <w:r>
        <w:tab/>
        <w:t>1.013e0</w:t>
      </w:r>
    </w:p>
    <w:p w:rsidR="006974AE" w:rsidRDefault="006974AE" w:rsidP="006974AE">
      <w:r>
        <w:t>528.0591</w:t>
      </w:r>
      <w:r>
        <w:tab/>
        <w:t>2.025e0</w:t>
      </w:r>
    </w:p>
    <w:p w:rsidR="006974AE" w:rsidRDefault="006974AE" w:rsidP="006974AE">
      <w:r>
        <w:t>528.0839</w:t>
      </w:r>
      <w:r>
        <w:tab/>
        <w:t>2.025e0</w:t>
      </w:r>
    </w:p>
    <w:p w:rsidR="006974AE" w:rsidRDefault="006974AE" w:rsidP="006974AE">
      <w:r>
        <w:t>528.0922</w:t>
      </w:r>
      <w:r>
        <w:tab/>
        <w:t>4.051e0</w:t>
      </w:r>
    </w:p>
    <w:p w:rsidR="006974AE" w:rsidRDefault="006974AE" w:rsidP="006974AE">
      <w:r>
        <w:t>528.0963</w:t>
      </w:r>
      <w:r>
        <w:tab/>
        <w:t>1.013e0</w:t>
      </w:r>
    </w:p>
    <w:p w:rsidR="006974AE" w:rsidRDefault="006974AE" w:rsidP="006974AE">
      <w:r>
        <w:t>528.1291</w:t>
      </w:r>
      <w:r>
        <w:tab/>
        <w:t>1.013e0</w:t>
      </w:r>
    </w:p>
    <w:p w:rsidR="006974AE" w:rsidRDefault="006974AE" w:rsidP="006974AE">
      <w:r>
        <w:t>528.1371</w:t>
      </w:r>
      <w:r>
        <w:tab/>
        <w:t>2.025e0</w:t>
      </w:r>
    </w:p>
    <w:p w:rsidR="006974AE" w:rsidRDefault="006974AE" w:rsidP="006974AE">
      <w:r>
        <w:t>528.1419</w:t>
      </w:r>
      <w:r>
        <w:tab/>
        <w:t>1.013e0</w:t>
      </w:r>
    </w:p>
    <w:p w:rsidR="006974AE" w:rsidRDefault="006974AE" w:rsidP="006974AE">
      <w:r>
        <w:t>528.2060</w:t>
      </w:r>
      <w:r>
        <w:tab/>
        <w:t>5.063e0</w:t>
      </w:r>
    </w:p>
    <w:p w:rsidR="006974AE" w:rsidRDefault="006974AE" w:rsidP="006974AE">
      <w:r>
        <w:t>528.2307</w:t>
      </w:r>
      <w:r>
        <w:tab/>
        <w:t>2.532e1</w:t>
      </w:r>
    </w:p>
    <w:p w:rsidR="006974AE" w:rsidRDefault="006974AE" w:rsidP="006974AE">
      <w:r>
        <w:t>528.2365</w:t>
      </w:r>
      <w:r>
        <w:tab/>
        <w:t>8.043e1</w:t>
      </w:r>
    </w:p>
    <w:p w:rsidR="006974AE" w:rsidRDefault="006974AE" w:rsidP="006974AE">
      <w:r>
        <w:t>528.2438</w:t>
      </w:r>
      <w:r>
        <w:tab/>
        <w:t>5.411e1</w:t>
      </w:r>
    </w:p>
    <w:p w:rsidR="006974AE" w:rsidRDefault="006974AE" w:rsidP="006974AE">
      <w:r>
        <w:t>528.2487</w:t>
      </w:r>
      <w:r>
        <w:tab/>
        <w:t>5.815e1</w:t>
      </w:r>
    </w:p>
    <w:p w:rsidR="006974AE" w:rsidRDefault="006974AE" w:rsidP="006974AE">
      <w:r>
        <w:t>528.2504</w:t>
      </w:r>
      <w:r>
        <w:tab/>
        <w:t>6.446e1</w:t>
      </w:r>
    </w:p>
    <w:p w:rsidR="006974AE" w:rsidRDefault="006974AE" w:rsidP="006974AE">
      <w:r>
        <w:t>528.3340</w:t>
      </w:r>
      <w:r>
        <w:tab/>
        <w:t>2.025e0</w:t>
      </w:r>
    </w:p>
    <w:p w:rsidR="006974AE" w:rsidRDefault="006974AE" w:rsidP="006974AE">
      <w:r>
        <w:t>528.3644</w:t>
      </w:r>
      <w:r>
        <w:tab/>
        <w:t>2.025e0</w:t>
      </w:r>
    </w:p>
    <w:p w:rsidR="006974AE" w:rsidRDefault="006974AE" w:rsidP="006974AE">
      <w:r>
        <w:t>528.3682</w:t>
      </w:r>
      <w:r>
        <w:tab/>
        <w:t>1.013e0</w:t>
      </w:r>
    </w:p>
    <w:p w:rsidR="006974AE" w:rsidRDefault="006974AE" w:rsidP="006974AE">
      <w:r>
        <w:lastRenderedPageBreak/>
        <w:t>528.3878</w:t>
      </w:r>
      <w:r>
        <w:tab/>
        <w:t>2.025e0</w:t>
      </w:r>
    </w:p>
    <w:p w:rsidR="006974AE" w:rsidRDefault="006974AE" w:rsidP="006974AE">
      <w:r>
        <w:t>528.3929</w:t>
      </w:r>
      <w:r>
        <w:tab/>
        <w:t>3.038e0</w:t>
      </w:r>
    </w:p>
    <w:p w:rsidR="006974AE" w:rsidRDefault="006974AE" w:rsidP="006974AE">
      <w:r>
        <w:t>528.4089</w:t>
      </w:r>
      <w:r>
        <w:tab/>
        <w:t>2.025e0</w:t>
      </w:r>
    </w:p>
    <w:p w:rsidR="006974AE" w:rsidRDefault="006974AE" w:rsidP="006974AE">
      <w:r>
        <w:t>528.4311</w:t>
      </w:r>
      <w:r>
        <w:tab/>
        <w:t>4.051e0</w:t>
      </w:r>
    </w:p>
    <w:p w:rsidR="006974AE" w:rsidRDefault="006974AE" w:rsidP="006974AE">
      <w:r>
        <w:t>528.4341</w:t>
      </w:r>
      <w:r>
        <w:tab/>
        <w:t>1.013e0</w:t>
      </w:r>
    </w:p>
    <w:p w:rsidR="006974AE" w:rsidRDefault="006974AE" w:rsidP="006974AE">
      <w:r>
        <w:t>528.4426</w:t>
      </w:r>
      <w:r>
        <w:tab/>
        <w:t>2.025e0</w:t>
      </w:r>
    </w:p>
    <w:p w:rsidR="006974AE" w:rsidRDefault="006974AE" w:rsidP="006974AE">
      <w:r>
        <w:t>528.4616</w:t>
      </w:r>
      <w:r>
        <w:tab/>
        <w:t>2.025e0</w:t>
      </w:r>
    </w:p>
    <w:p w:rsidR="006974AE" w:rsidRDefault="006974AE" w:rsidP="006974AE">
      <w:r>
        <w:t>528.4787</w:t>
      </w:r>
      <w:r>
        <w:tab/>
        <w:t>1.013e0</w:t>
      </w:r>
    </w:p>
    <w:p w:rsidR="006974AE" w:rsidRDefault="006974AE" w:rsidP="006974AE">
      <w:r>
        <w:t>528.4846</w:t>
      </w:r>
      <w:r>
        <w:tab/>
        <w:t>3.038e0</w:t>
      </w:r>
    </w:p>
    <w:p w:rsidR="006974AE" w:rsidRDefault="006974AE" w:rsidP="006974AE">
      <w:r>
        <w:t>528.5000</w:t>
      </w:r>
      <w:r>
        <w:tab/>
        <w:t>3.038e0</w:t>
      </w:r>
    </w:p>
    <w:p w:rsidR="006974AE" w:rsidRDefault="006974AE" w:rsidP="006974AE">
      <w:r>
        <w:t>528.5072</w:t>
      </w:r>
      <w:r>
        <w:tab/>
        <w:t>1.013e0</w:t>
      </w:r>
    </w:p>
    <w:p w:rsidR="006974AE" w:rsidRDefault="006974AE" w:rsidP="006974AE">
      <w:r>
        <w:t>528.5346</w:t>
      </w:r>
      <w:r>
        <w:tab/>
        <w:t>2.025e0</w:t>
      </w:r>
    </w:p>
    <w:p w:rsidR="006974AE" w:rsidRDefault="006974AE" w:rsidP="006974AE">
      <w:r>
        <w:t>528.5437</w:t>
      </w:r>
      <w:r>
        <w:tab/>
        <w:t>1.013e0</w:t>
      </w:r>
    </w:p>
    <w:p w:rsidR="006974AE" w:rsidRDefault="006974AE" w:rsidP="006974AE">
      <w:r>
        <w:t>528.5648</w:t>
      </w:r>
      <w:r>
        <w:tab/>
        <w:t>2.025e0</w:t>
      </w:r>
    </w:p>
    <w:p w:rsidR="006974AE" w:rsidRDefault="006974AE" w:rsidP="006974AE">
      <w:r>
        <w:t>528.5945</w:t>
      </w:r>
      <w:r>
        <w:tab/>
        <w:t>2.025e0</w:t>
      </w:r>
    </w:p>
    <w:p w:rsidR="006974AE" w:rsidRDefault="006974AE" w:rsidP="006974AE">
      <w:r>
        <w:t>528.5978</w:t>
      </w:r>
      <w:r>
        <w:tab/>
        <w:t>2.025e0</w:t>
      </w:r>
    </w:p>
    <w:p w:rsidR="006974AE" w:rsidRDefault="006974AE" w:rsidP="006974AE">
      <w:r>
        <w:t>528.6007</w:t>
      </w:r>
      <w:r>
        <w:tab/>
        <w:t>4.051e0</w:t>
      </w:r>
    </w:p>
    <w:p w:rsidR="006974AE" w:rsidRDefault="006974AE" w:rsidP="006974AE">
      <w:r>
        <w:t>528.6260</w:t>
      </w:r>
      <w:r>
        <w:tab/>
        <w:t>1.013e0</w:t>
      </w:r>
    </w:p>
    <w:p w:rsidR="006974AE" w:rsidRDefault="006974AE" w:rsidP="006974AE">
      <w:r>
        <w:t>528.6687</w:t>
      </w:r>
      <w:r>
        <w:tab/>
        <w:t>2.025e0</w:t>
      </w:r>
    </w:p>
    <w:p w:rsidR="006974AE" w:rsidRDefault="006974AE" w:rsidP="006974AE">
      <w:r>
        <w:lastRenderedPageBreak/>
        <w:t>528.7383</w:t>
      </w:r>
      <w:r>
        <w:tab/>
        <w:t>1.013e0</w:t>
      </w:r>
    </w:p>
    <w:p w:rsidR="006974AE" w:rsidRDefault="006974AE" w:rsidP="006974AE">
      <w:r>
        <w:t>528.7671</w:t>
      </w:r>
      <w:r>
        <w:tab/>
        <w:t>2.025e0</w:t>
      </w:r>
    </w:p>
    <w:p w:rsidR="006974AE" w:rsidRDefault="006974AE" w:rsidP="006974AE">
      <w:r>
        <w:t>528.7715</w:t>
      </w:r>
      <w:r>
        <w:tab/>
        <w:t>4.051e0</w:t>
      </w:r>
    </w:p>
    <w:p w:rsidR="006974AE" w:rsidRDefault="006974AE" w:rsidP="006974AE">
      <w:r>
        <w:t>528.7806</w:t>
      </w:r>
      <w:r>
        <w:tab/>
        <w:t>1.013e0</w:t>
      </w:r>
    </w:p>
    <w:p w:rsidR="006974AE" w:rsidRDefault="006974AE" w:rsidP="006974AE">
      <w:r>
        <w:t>528.8355</w:t>
      </w:r>
      <w:r>
        <w:tab/>
        <w:t>1.013e0</w:t>
      </w:r>
    </w:p>
    <w:p w:rsidR="006974AE" w:rsidRDefault="006974AE" w:rsidP="006974AE">
      <w:r>
        <w:t>528.8544</w:t>
      </w:r>
      <w:r>
        <w:tab/>
        <w:t>1.013e0</w:t>
      </w:r>
    </w:p>
    <w:p w:rsidR="006974AE" w:rsidRDefault="006974AE" w:rsidP="006974AE">
      <w:r>
        <w:t>528.8784</w:t>
      </w:r>
      <w:r>
        <w:tab/>
        <w:t>2.025e0</w:t>
      </w:r>
    </w:p>
    <w:p w:rsidR="006974AE" w:rsidRDefault="006974AE" w:rsidP="006974AE">
      <w:r>
        <w:t>528.8818</w:t>
      </w:r>
      <w:r>
        <w:tab/>
        <w:t>1.013e0</w:t>
      </w:r>
    </w:p>
    <w:p w:rsidR="006974AE" w:rsidRDefault="006974AE" w:rsidP="006974AE">
      <w:r>
        <w:t>528.8903</w:t>
      </w:r>
      <w:r>
        <w:tab/>
        <w:t>1.013e0</w:t>
      </w:r>
    </w:p>
    <w:p w:rsidR="006974AE" w:rsidRDefault="006974AE" w:rsidP="006974AE">
      <w:r>
        <w:t>528.9181</w:t>
      </w:r>
      <w:r>
        <w:tab/>
        <w:t>4.051e0</w:t>
      </w:r>
    </w:p>
    <w:p w:rsidR="006974AE" w:rsidRDefault="006974AE" w:rsidP="006974AE">
      <w:r>
        <w:t>528.9328</w:t>
      </w:r>
      <w:r>
        <w:tab/>
        <w:t>2.025e0</w:t>
      </w:r>
    </w:p>
    <w:p w:rsidR="006974AE" w:rsidRDefault="006974AE" w:rsidP="006974AE">
      <w:r>
        <w:t>528.9409</w:t>
      </w:r>
      <w:r>
        <w:tab/>
        <w:t>3.038e0</w:t>
      </w:r>
    </w:p>
    <w:p w:rsidR="006974AE" w:rsidRDefault="006974AE" w:rsidP="006974AE">
      <w:r>
        <w:t>528.9459</w:t>
      </w:r>
      <w:r>
        <w:tab/>
        <w:t>1.013e0</w:t>
      </w:r>
    </w:p>
    <w:p w:rsidR="006974AE" w:rsidRDefault="006974AE" w:rsidP="006974AE">
      <w:r>
        <w:t>528.9781</w:t>
      </w:r>
      <w:r>
        <w:tab/>
        <w:t>3.038e0</w:t>
      </w:r>
    </w:p>
    <w:p w:rsidR="006974AE" w:rsidRDefault="006974AE" w:rsidP="006974AE">
      <w:r>
        <w:t>529.0148</w:t>
      </w:r>
      <w:r>
        <w:tab/>
        <w:t>1.013e0</w:t>
      </w:r>
    </w:p>
    <w:p w:rsidR="006974AE" w:rsidRDefault="006974AE" w:rsidP="006974AE">
      <w:r>
        <w:t>529.0275</w:t>
      </w:r>
      <w:r>
        <w:tab/>
        <w:t>1.013e0</w:t>
      </w:r>
    </w:p>
    <w:p w:rsidR="006974AE" w:rsidRDefault="006974AE" w:rsidP="006974AE">
      <w:r>
        <w:t>529.0373</w:t>
      </w:r>
      <w:r>
        <w:tab/>
        <w:t>2.025e0</w:t>
      </w:r>
    </w:p>
    <w:p w:rsidR="006974AE" w:rsidRDefault="006974AE" w:rsidP="006974AE">
      <w:r>
        <w:t>529.0458</w:t>
      </w:r>
      <w:r>
        <w:tab/>
        <w:t>1.013e0</w:t>
      </w:r>
    </w:p>
    <w:p w:rsidR="006974AE" w:rsidRDefault="006974AE" w:rsidP="006974AE">
      <w:r>
        <w:t>529.0732</w:t>
      </w:r>
      <w:r>
        <w:tab/>
        <w:t>2.025e0</w:t>
      </w:r>
    </w:p>
    <w:p w:rsidR="006974AE" w:rsidRDefault="006974AE" w:rsidP="006974AE">
      <w:r>
        <w:lastRenderedPageBreak/>
        <w:t>529.0877</w:t>
      </w:r>
      <w:r>
        <w:tab/>
        <w:t>1.013e0</w:t>
      </w:r>
    </w:p>
    <w:p w:rsidR="006974AE" w:rsidRDefault="006974AE" w:rsidP="006974AE">
      <w:r>
        <w:t>529.0900</w:t>
      </w:r>
      <w:r>
        <w:tab/>
        <w:t>3.038e0</w:t>
      </w:r>
    </w:p>
    <w:p w:rsidR="006974AE" w:rsidRDefault="006974AE" w:rsidP="006974AE">
      <w:r>
        <w:t>529.1061</w:t>
      </w:r>
      <w:r>
        <w:tab/>
        <w:t>1.013e0</w:t>
      </w:r>
    </w:p>
    <w:p w:rsidR="006974AE" w:rsidRDefault="006974AE" w:rsidP="006974AE">
      <w:r>
        <w:t>529.1378</w:t>
      </w:r>
      <w:r>
        <w:tab/>
        <w:t>2.025e0</w:t>
      </w:r>
    </w:p>
    <w:p w:rsidR="006974AE" w:rsidRDefault="006974AE" w:rsidP="006974AE">
      <w:r>
        <w:t>529.1436</w:t>
      </w:r>
      <w:r>
        <w:tab/>
        <w:t>1.013e0</w:t>
      </w:r>
    </w:p>
    <w:p w:rsidR="006974AE" w:rsidRDefault="006974AE" w:rsidP="006974AE">
      <w:r>
        <w:t>529.1593</w:t>
      </w:r>
      <w:r>
        <w:tab/>
        <w:t>4.051e0</w:t>
      </w:r>
    </w:p>
    <w:p w:rsidR="006974AE" w:rsidRDefault="006974AE" w:rsidP="006974AE">
      <w:r>
        <w:t>529.1702</w:t>
      </w:r>
      <w:r>
        <w:tab/>
        <w:t>2.922e0</w:t>
      </w:r>
    </w:p>
    <w:p w:rsidR="006974AE" w:rsidRDefault="006974AE" w:rsidP="006974AE">
      <w:r>
        <w:t>529.2310</w:t>
      </w:r>
      <w:r>
        <w:tab/>
        <w:t>1.343e1</w:t>
      </w:r>
    </w:p>
    <w:p w:rsidR="006974AE" w:rsidRDefault="006974AE" w:rsidP="006974AE">
      <w:r>
        <w:t>529.2334</w:t>
      </w:r>
      <w:r>
        <w:tab/>
        <w:t>3.006e1</w:t>
      </w:r>
    </w:p>
    <w:p w:rsidR="006974AE" w:rsidRDefault="006974AE" w:rsidP="006974AE">
      <w:r>
        <w:t>529.2358</w:t>
      </w:r>
      <w:r>
        <w:tab/>
        <w:t>8.101e0</w:t>
      </w:r>
    </w:p>
    <w:p w:rsidR="006974AE" w:rsidRDefault="006974AE" w:rsidP="006974AE">
      <w:r>
        <w:t>529.2376</w:t>
      </w:r>
      <w:r>
        <w:tab/>
        <w:t>2.110e1</w:t>
      </w:r>
    </w:p>
    <w:p w:rsidR="006974AE" w:rsidRDefault="006974AE" w:rsidP="006974AE">
      <w:r>
        <w:t>529.2411</w:t>
      </w:r>
      <w:r>
        <w:tab/>
        <w:t>2.228e1</w:t>
      </w:r>
    </w:p>
    <w:p w:rsidR="006974AE" w:rsidRDefault="006974AE" w:rsidP="006974AE">
      <w:r>
        <w:t>529.2448</w:t>
      </w:r>
      <w:r>
        <w:tab/>
        <w:t>2.341e1</w:t>
      </w:r>
    </w:p>
    <w:p w:rsidR="006974AE" w:rsidRDefault="006974AE" w:rsidP="006974AE">
      <w:r>
        <w:t>529.2897</w:t>
      </w:r>
      <w:r>
        <w:tab/>
        <w:t>2.025e0</w:t>
      </w:r>
    </w:p>
    <w:p w:rsidR="006974AE" w:rsidRDefault="006974AE" w:rsidP="006974AE">
      <w:r>
        <w:t>529.2982</w:t>
      </w:r>
      <w:r>
        <w:tab/>
        <w:t>2.025e0</w:t>
      </w:r>
    </w:p>
    <w:p w:rsidR="006974AE" w:rsidRDefault="006974AE" w:rsidP="006974AE">
      <w:r>
        <w:t>529.3164</w:t>
      </w:r>
      <w:r>
        <w:tab/>
        <w:t>3.038e0</w:t>
      </w:r>
    </w:p>
    <w:p w:rsidR="006974AE" w:rsidRDefault="006974AE" w:rsidP="006974AE">
      <w:r>
        <w:t>529.3265</w:t>
      </w:r>
      <w:r>
        <w:tab/>
        <w:t>2.025e0</w:t>
      </w:r>
    </w:p>
    <w:p w:rsidR="006974AE" w:rsidRDefault="006974AE" w:rsidP="006974AE">
      <w:r>
        <w:t>529.3716</w:t>
      </w:r>
      <w:r>
        <w:tab/>
        <w:t>4.051e0</w:t>
      </w:r>
    </w:p>
    <w:p w:rsidR="006974AE" w:rsidRDefault="006974AE" w:rsidP="006974AE">
      <w:r>
        <w:t>529.3843</w:t>
      </w:r>
      <w:r>
        <w:tab/>
        <w:t>3.038e0</w:t>
      </w:r>
    </w:p>
    <w:p w:rsidR="006974AE" w:rsidRDefault="006974AE" w:rsidP="006974AE">
      <w:r>
        <w:lastRenderedPageBreak/>
        <w:t>529.3933</w:t>
      </w:r>
      <w:r>
        <w:tab/>
        <w:t>1.013e0</w:t>
      </w:r>
    </w:p>
    <w:p w:rsidR="006974AE" w:rsidRDefault="006974AE" w:rsidP="006974AE">
      <w:r>
        <w:t>529.4242</w:t>
      </w:r>
      <w:r>
        <w:tab/>
        <w:t>2.025e0</w:t>
      </w:r>
    </w:p>
    <w:p w:rsidR="006974AE" w:rsidRDefault="006974AE" w:rsidP="006974AE">
      <w:r>
        <w:t>529.4266</w:t>
      </w:r>
      <w:r>
        <w:tab/>
        <w:t>3.038e0</w:t>
      </w:r>
    </w:p>
    <w:p w:rsidR="006974AE" w:rsidRDefault="006974AE" w:rsidP="006974AE">
      <w:r>
        <w:t>529.4308</w:t>
      </w:r>
      <w:r>
        <w:tab/>
        <w:t>2.025e0</w:t>
      </w:r>
    </w:p>
    <w:p w:rsidR="006974AE" w:rsidRDefault="006974AE" w:rsidP="006974AE">
      <w:r>
        <w:t>529.4672</w:t>
      </w:r>
      <w:r>
        <w:tab/>
        <w:t>1.013e0</w:t>
      </w:r>
    </w:p>
    <w:p w:rsidR="006974AE" w:rsidRDefault="006974AE" w:rsidP="006974AE">
      <w:r>
        <w:t>529.4855</w:t>
      </w:r>
      <w:r>
        <w:tab/>
        <w:t>1.013e0</w:t>
      </w:r>
    </w:p>
    <w:p w:rsidR="006974AE" w:rsidRDefault="006974AE" w:rsidP="006974AE">
      <w:r>
        <w:t>529.4932</w:t>
      </w:r>
      <w:r>
        <w:tab/>
        <w:t>1.013e0</w:t>
      </w:r>
    </w:p>
    <w:p w:rsidR="006974AE" w:rsidRDefault="006974AE" w:rsidP="006974AE">
      <w:r>
        <w:t>529.4952</w:t>
      </w:r>
      <w:r>
        <w:tab/>
        <w:t>1.013e0</w:t>
      </w:r>
    </w:p>
    <w:p w:rsidR="006974AE" w:rsidRDefault="006974AE" w:rsidP="006974AE">
      <w:r>
        <w:t>529.5327</w:t>
      </w:r>
      <w:r>
        <w:tab/>
        <w:t>1.013e0</w:t>
      </w:r>
    </w:p>
    <w:p w:rsidR="006974AE" w:rsidRDefault="006974AE" w:rsidP="006974AE">
      <w:r>
        <w:t>529.5404</w:t>
      </w:r>
      <w:r>
        <w:tab/>
        <w:t>1.013e0</w:t>
      </w:r>
    </w:p>
    <w:p w:rsidR="006974AE" w:rsidRDefault="006974AE" w:rsidP="006974AE">
      <w:r>
        <w:t>529.5662</w:t>
      </w:r>
      <w:r>
        <w:tab/>
        <w:t>1.013e0</w:t>
      </w:r>
    </w:p>
    <w:p w:rsidR="006974AE" w:rsidRDefault="006974AE" w:rsidP="006974AE">
      <w:r>
        <w:t>529.6130</w:t>
      </w:r>
      <w:r>
        <w:tab/>
        <w:t>1.013e0</w:t>
      </w:r>
    </w:p>
    <w:p w:rsidR="006974AE" w:rsidRDefault="006974AE" w:rsidP="006974AE">
      <w:r>
        <w:t>529.6248</w:t>
      </w:r>
      <w:r>
        <w:tab/>
        <w:t>1.013e0</w:t>
      </w:r>
    </w:p>
    <w:p w:rsidR="006974AE" w:rsidRDefault="006974AE" w:rsidP="006974AE">
      <w:r>
        <w:t>529.6298</w:t>
      </w:r>
      <w:r>
        <w:tab/>
        <w:t>3.038e0</w:t>
      </w:r>
    </w:p>
    <w:p w:rsidR="006974AE" w:rsidRDefault="006974AE" w:rsidP="006974AE">
      <w:r>
        <w:t>529.6609</w:t>
      </w:r>
      <w:r>
        <w:tab/>
        <w:t>2.025e0</w:t>
      </w:r>
    </w:p>
    <w:p w:rsidR="006974AE" w:rsidRDefault="006974AE" w:rsidP="006974AE">
      <w:r>
        <w:t>529.7139</w:t>
      </w:r>
      <w:r>
        <w:tab/>
        <w:t>2.025e0</w:t>
      </w:r>
    </w:p>
    <w:p w:rsidR="006974AE" w:rsidRDefault="006974AE" w:rsidP="006974AE">
      <w:r>
        <w:t>529.7411</w:t>
      </w:r>
      <w:r>
        <w:tab/>
        <w:t>1.013e0</w:t>
      </w:r>
    </w:p>
    <w:p w:rsidR="006974AE" w:rsidRDefault="006974AE" w:rsidP="006974AE">
      <w:r>
        <w:t>529.7509</w:t>
      </w:r>
      <w:r>
        <w:tab/>
        <w:t>1.013e0</w:t>
      </w:r>
    </w:p>
    <w:p w:rsidR="006974AE" w:rsidRDefault="006974AE" w:rsidP="006974AE">
      <w:r>
        <w:t>529.7875</w:t>
      </w:r>
      <w:r>
        <w:tab/>
        <w:t>1.013e0</w:t>
      </w:r>
    </w:p>
    <w:p w:rsidR="006974AE" w:rsidRDefault="006974AE" w:rsidP="006974AE">
      <w:r>
        <w:lastRenderedPageBreak/>
        <w:t>529.7906</w:t>
      </w:r>
      <w:r>
        <w:tab/>
        <w:t>2.025e0</w:t>
      </w:r>
    </w:p>
    <w:p w:rsidR="006974AE" w:rsidRDefault="006974AE" w:rsidP="006974AE">
      <w:r>
        <w:t>529.8265</w:t>
      </w:r>
      <w:r>
        <w:tab/>
        <w:t>1.013e0</w:t>
      </w:r>
    </w:p>
    <w:p w:rsidR="006974AE" w:rsidRDefault="006974AE" w:rsidP="006974AE">
      <w:r>
        <w:t>529.8392</w:t>
      </w:r>
      <w:r>
        <w:tab/>
        <w:t>2.025e0</w:t>
      </w:r>
    </w:p>
    <w:p w:rsidR="006974AE" w:rsidRDefault="006974AE" w:rsidP="006974AE">
      <w:r>
        <w:t>529.8430</w:t>
      </w:r>
      <w:r>
        <w:tab/>
        <w:t>2.025e0</w:t>
      </w:r>
    </w:p>
    <w:p w:rsidR="006974AE" w:rsidRDefault="006974AE" w:rsidP="006974AE">
      <w:r>
        <w:t>529.8601</w:t>
      </w:r>
      <w:r>
        <w:tab/>
        <w:t>1.013e0</w:t>
      </w:r>
    </w:p>
    <w:p w:rsidR="006974AE" w:rsidRDefault="006974AE" w:rsidP="006974AE">
      <w:r>
        <w:t>529.8879</w:t>
      </w:r>
      <w:r>
        <w:tab/>
        <w:t>2.025e0</w:t>
      </w:r>
    </w:p>
    <w:p w:rsidR="006974AE" w:rsidRDefault="006974AE" w:rsidP="006974AE">
      <w:r>
        <w:t>529.9185</w:t>
      </w:r>
      <w:r>
        <w:tab/>
        <w:t>1.013e0</w:t>
      </w:r>
    </w:p>
    <w:p w:rsidR="006974AE" w:rsidRDefault="006974AE" w:rsidP="006974AE">
      <w:r>
        <w:t>529.9243</w:t>
      </w:r>
      <w:r>
        <w:tab/>
        <w:t>1.013e0</w:t>
      </w:r>
    </w:p>
    <w:p w:rsidR="006974AE" w:rsidRDefault="006974AE" w:rsidP="006974AE">
      <w:r>
        <w:t>529.9375</w:t>
      </w:r>
      <w:r>
        <w:tab/>
        <w:t>1.013e0</w:t>
      </w:r>
    </w:p>
    <w:p w:rsidR="006974AE" w:rsidRDefault="006974AE" w:rsidP="006974AE">
      <w:r>
        <w:t>529.9662</w:t>
      </w:r>
      <w:r>
        <w:tab/>
        <w:t>2.025e0</w:t>
      </w:r>
    </w:p>
    <w:p w:rsidR="006974AE" w:rsidRDefault="006974AE" w:rsidP="006974AE">
      <w:r>
        <w:t>529.9740</w:t>
      </w:r>
      <w:r>
        <w:tab/>
        <w:t>2.025e0</w:t>
      </w:r>
    </w:p>
    <w:p w:rsidR="006974AE" w:rsidRDefault="006974AE" w:rsidP="006974AE">
      <w:r>
        <w:t>529.9921</w:t>
      </w:r>
      <w:r>
        <w:tab/>
        <w:t>1.013e0</w:t>
      </w:r>
    </w:p>
    <w:p w:rsidR="006974AE" w:rsidRDefault="006974AE" w:rsidP="006974AE">
      <w:r>
        <w:t>530.0158</w:t>
      </w:r>
      <w:r>
        <w:tab/>
        <w:t>1.013e0</w:t>
      </w:r>
    </w:p>
    <w:p w:rsidR="006974AE" w:rsidRDefault="006974AE" w:rsidP="006974AE">
      <w:r>
        <w:t>530.0182</w:t>
      </w:r>
      <w:r>
        <w:tab/>
        <w:t>2.025e0</w:t>
      </w:r>
    </w:p>
    <w:p w:rsidR="006974AE" w:rsidRDefault="006974AE" w:rsidP="006974AE">
      <w:r>
        <w:t>530.0341</w:t>
      </w:r>
      <w:r>
        <w:tab/>
        <w:t>1.013e0</w:t>
      </w:r>
    </w:p>
    <w:p w:rsidR="006974AE" w:rsidRDefault="006974AE" w:rsidP="006974AE">
      <w:r>
        <w:t>530.0487</w:t>
      </w:r>
      <w:r>
        <w:tab/>
        <w:t>2.025e0</w:t>
      </w:r>
    </w:p>
    <w:p w:rsidR="006974AE" w:rsidRDefault="006974AE" w:rsidP="006974AE">
      <w:r>
        <w:t>530.0531</w:t>
      </w:r>
      <w:r>
        <w:tab/>
        <w:t>3.038e0</w:t>
      </w:r>
    </w:p>
    <w:p w:rsidR="006974AE" w:rsidRDefault="006974AE" w:rsidP="006974AE">
      <w:r>
        <w:t>530.0708</w:t>
      </w:r>
      <w:r>
        <w:tab/>
        <w:t>1.013e0</w:t>
      </w:r>
    </w:p>
    <w:p w:rsidR="006974AE" w:rsidRDefault="006974AE" w:rsidP="006974AE">
      <w:r>
        <w:t>530.1208</w:t>
      </w:r>
      <w:r>
        <w:tab/>
        <w:t>1.013e0</w:t>
      </w:r>
    </w:p>
    <w:p w:rsidR="006974AE" w:rsidRDefault="006974AE" w:rsidP="006974AE">
      <w:r>
        <w:lastRenderedPageBreak/>
        <w:t>530.1392</w:t>
      </w:r>
      <w:r>
        <w:tab/>
        <w:t>1.013e0</w:t>
      </w:r>
    </w:p>
    <w:p w:rsidR="006974AE" w:rsidRDefault="006974AE" w:rsidP="006974AE">
      <w:r>
        <w:t>530.1471</w:t>
      </w:r>
      <w:r>
        <w:tab/>
        <w:t>3.038e0</w:t>
      </w:r>
    </w:p>
    <w:p w:rsidR="006974AE" w:rsidRDefault="006974AE" w:rsidP="006974AE">
      <w:r>
        <w:t>530.1628</w:t>
      </w:r>
      <w:r>
        <w:tab/>
        <w:t>3.492e0</w:t>
      </w:r>
    </w:p>
    <w:p w:rsidR="006974AE" w:rsidRDefault="006974AE" w:rsidP="006974AE">
      <w:r>
        <w:t>530.1844</w:t>
      </w:r>
      <w:r>
        <w:tab/>
        <w:t>3.038e0</w:t>
      </w:r>
    </w:p>
    <w:p w:rsidR="006974AE" w:rsidRDefault="006974AE" w:rsidP="006974AE">
      <w:r>
        <w:t>530.1912</w:t>
      </w:r>
      <w:r>
        <w:tab/>
        <w:t>2.025e0</w:t>
      </w:r>
    </w:p>
    <w:p w:rsidR="006974AE" w:rsidRDefault="006974AE" w:rsidP="006974AE">
      <w:r>
        <w:t>530.1997</w:t>
      </w:r>
      <w:r>
        <w:tab/>
        <w:t>1.013e0</w:t>
      </w:r>
    </w:p>
    <w:p w:rsidR="006974AE" w:rsidRDefault="006974AE" w:rsidP="006974AE">
      <w:r>
        <w:t>530.2206</w:t>
      </w:r>
      <w:r>
        <w:tab/>
        <w:t>1.858e0</w:t>
      </w:r>
    </w:p>
    <w:p w:rsidR="006974AE" w:rsidRDefault="006974AE" w:rsidP="006974AE">
      <w:r>
        <w:t>530.2326</w:t>
      </w:r>
      <w:r>
        <w:tab/>
        <w:t>6.368e0</w:t>
      </w:r>
    </w:p>
    <w:p w:rsidR="006974AE" w:rsidRDefault="006974AE" w:rsidP="006974AE">
      <w:r>
        <w:t>530.2397</w:t>
      </w:r>
      <w:r>
        <w:tab/>
        <w:t>3.037e0</w:t>
      </w:r>
    </w:p>
    <w:p w:rsidR="006974AE" w:rsidRDefault="006974AE" w:rsidP="006974AE">
      <w:r>
        <w:t>530.2545</w:t>
      </w:r>
      <w:r>
        <w:tab/>
        <w:t>5.063e0</w:t>
      </w:r>
    </w:p>
    <w:p w:rsidR="006974AE" w:rsidRDefault="006974AE" w:rsidP="006974AE">
      <w:r>
        <w:t>530.2594</w:t>
      </w:r>
      <w:r>
        <w:tab/>
        <w:t>2.025e0</w:t>
      </w:r>
    </w:p>
    <w:p w:rsidR="006974AE" w:rsidRDefault="006974AE" w:rsidP="006974AE">
      <w:r>
        <w:t>530.2628</w:t>
      </w:r>
      <w:r>
        <w:tab/>
        <w:t>1.521e0</w:t>
      </w:r>
    </w:p>
    <w:p w:rsidR="006974AE" w:rsidRDefault="006974AE" w:rsidP="006974AE">
      <w:r>
        <w:t>530.2639</w:t>
      </w:r>
      <w:r>
        <w:tab/>
        <w:t>1.013e0</w:t>
      </w:r>
    </w:p>
    <w:p w:rsidR="006974AE" w:rsidRDefault="006974AE" w:rsidP="006974AE">
      <w:r>
        <w:t>530.3005</w:t>
      </w:r>
      <w:r>
        <w:tab/>
        <w:t>1.013e0</w:t>
      </w:r>
    </w:p>
    <w:p w:rsidR="006974AE" w:rsidRDefault="006974AE" w:rsidP="006974AE">
      <w:r>
        <w:t>530.3124</w:t>
      </w:r>
      <w:r>
        <w:tab/>
        <w:t>2.025e0</w:t>
      </w:r>
    </w:p>
    <w:p w:rsidR="006974AE" w:rsidRDefault="006974AE" w:rsidP="006974AE">
      <w:r>
        <w:t>530.3234</w:t>
      </w:r>
      <w:r>
        <w:tab/>
        <w:t>2.025e0</w:t>
      </w:r>
    </w:p>
    <w:p w:rsidR="006974AE" w:rsidRDefault="006974AE" w:rsidP="006974AE">
      <w:r>
        <w:t>530.3922</w:t>
      </w:r>
      <w:r>
        <w:tab/>
        <w:t>1.013e0</w:t>
      </w:r>
    </w:p>
    <w:p w:rsidR="006974AE" w:rsidRDefault="006974AE" w:rsidP="006974AE">
      <w:r>
        <w:t>530.3970</w:t>
      </w:r>
      <w:r>
        <w:tab/>
        <w:t>2.025e0</w:t>
      </w:r>
    </w:p>
    <w:p w:rsidR="006974AE" w:rsidRDefault="006974AE" w:rsidP="006974AE">
      <w:r>
        <w:t>530.3987</w:t>
      </w:r>
      <w:r>
        <w:tab/>
        <w:t>3.038e0</w:t>
      </w:r>
    </w:p>
    <w:p w:rsidR="006974AE" w:rsidRDefault="006974AE" w:rsidP="006974AE">
      <w:r>
        <w:lastRenderedPageBreak/>
        <w:t>530.4150</w:t>
      </w:r>
      <w:r>
        <w:tab/>
        <w:t>1.013e0</w:t>
      </w:r>
    </w:p>
    <w:p w:rsidR="006974AE" w:rsidRDefault="006974AE" w:rsidP="006974AE">
      <w:r>
        <w:t>530.4341</w:t>
      </w:r>
      <w:r>
        <w:tab/>
        <w:t>1.013e0</w:t>
      </w:r>
    </w:p>
    <w:p w:rsidR="006974AE" w:rsidRDefault="006974AE" w:rsidP="006974AE">
      <w:r>
        <w:t>530.4482</w:t>
      </w:r>
      <w:r>
        <w:tab/>
        <w:t>2.025e0</w:t>
      </w:r>
    </w:p>
    <w:p w:rsidR="006974AE" w:rsidRDefault="006974AE" w:rsidP="006974AE">
      <w:r>
        <w:t>530.4521</w:t>
      </w:r>
      <w:r>
        <w:tab/>
        <w:t>3.038e0</w:t>
      </w:r>
    </w:p>
    <w:p w:rsidR="006974AE" w:rsidRDefault="006974AE" w:rsidP="006974AE">
      <w:r>
        <w:t>530.5913</w:t>
      </w:r>
      <w:r>
        <w:tab/>
        <w:t>2.025e0</w:t>
      </w:r>
    </w:p>
    <w:p w:rsidR="006974AE" w:rsidRDefault="006974AE" w:rsidP="006974AE">
      <w:r>
        <w:t>530.5997</w:t>
      </w:r>
      <w:r>
        <w:tab/>
        <w:t>1.013e0</w:t>
      </w:r>
    </w:p>
    <w:p w:rsidR="006974AE" w:rsidRDefault="006974AE" w:rsidP="006974AE">
      <w:r>
        <w:t>530.6118</w:t>
      </w:r>
      <w:r>
        <w:tab/>
        <w:t>2.025e0</w:t>
      </w:r>
    </w:p>
    <w:p w:rsidR="006974AE" w:rsidRDefault="006974AE" w:rsidP="006974AE">
      <w:r>
        <w:t>530.6729</w:t>
      </w:r>
      <w:r>
        <w:tab/>
        <w:t>2.025e0</w:t>
      </w:r>
    </w:p>
    <w:p w:rsidR="006974AE" w:rsidRDefault="006974AE" w:rsidP="006974AE">
      <w:r>
        <w:t>530.6855</w:t>
      </w:r>
      <w:r>
        <w:tab/>
        <w:t>1.013e0</w:t>
      </w:r>
    </w:p>
    <w:p w:rsidR="006974AE" w:rsidRDefault="006974AE" w:rsidP="006974AE">
      <w:r>
        <w:t>530.7215</w:t>
      </w:r>
      <w:r>
        <w:tab/>
        <w:t>1.013e0</w:t>
      </w:r>
    </w:p>
    <w:p w:rsidR="006974AE" w:rsidRDefault="006974AE" w:rsidP="006974AE">
      <w:r>
        <w:t>530.7860</w:t>
      </w:r>
      <w:r>
        <w:tab/>
        <w:t>2.025e0</w:t>
      </w:r>
    </w:p>
    <w:p w:rsidR="006974AE" w:rsidRDefault="006974AE" w:rsidP="006974AE">
      <w:r>
        <w:t>530.7955</w:t>
      </w:r>
      <w:r>
        <w:tab/>
        <w:t>1.013e0</w:t>
      </w:r>
    </w:p>
    <w:p w:rsidR="006974AE" w:rsidRDefault="006974AE" w:rsidP="006974AE">
      <w:r>
        <w:t>530.8041</w:t>
      </w:r>
      <w:r>
        <w:tab/>
        <w:t>1.013e0</w:t>
      </w:r>
    </w:p>
    <w:p w:rsidR="006974AE" w:rsidRDefault="006974AE" w:rsidP="006974AE">
      <w:r>
        <w:t>530.8102</w:t>
      </w:r>
      <w:r>
        <w:tab/>
        <w:t>2.025e0</w:t>
      </w:r>
    </w:p>
    <w:p w:rsidR="006974AE" w:rsidRDefault="006974AE" w:rsidP="006974AE">
      <w:r>
        <w:t>530.8132</w:t>
      </w:r>
      <w:r>
        <w:tab/>
        <w:t>1.013e0</w:t>
      </w:r>
    </w:p>
    <w:p w:rsidR="006974AE" w:rsidRDefault="006974AE" w:rsidP="006974AE">
      <w:r>
        <w:t>530.8782</w:t>
      </w:r>
      <w:r>
        <w:tab/>
        <w:t>1.013e0</w:t>
      </w:r>
    </w:p>
    <w:p w:rsidR="006974AE" w:rsidRDefault="006974AE" w:rsidP="006974AE">
      <w:r>
        <w:t>530.8856</w:t>
      </w:r>
      <w:r>
        <w:tab/>
        <w:t>2.025e0</w:t>
      </w:r>
    </w:p>
    <w:p w:rsidR="006974AE" w:rsidRDefault="006974AE" w:rsidP="006974AE">
      <w:r>
        <w:t>530.9050</w:t>
      </w:r>
      <w:r>
        <w:tab/>
        <w:t>1.013e0</w:t>
      </w:r>
    </w:p>
    <w:p w:rsidR="006974AE" w:rsidRDefault="006974AE" w:rsidP="006974AE">
      <w:r>
        <w:t>530.9233</w:t>
      </w:r>
      <w:r>
        <w:tab/>
        <w:t>1.013e0</w:t>
      </w:r>
    </w:p>
    <w:p w:rsidR="006974AE" w:rsidRDefault="006974AE" w:rsidP="006974AE">
      <w:r>
        <w:lastRenderedPageBreak/>
        <w:t>530.9670</w:t>
      </w:r>
      <w:r>
        <w:tab/>
        <w:t>1.013e0</w:t>
      </w:r>
    </w:p>
    <w:p w:rsidR="006974AE" w:rsidRDefault="006974AE" w:rsidP="006974AE">
      <w:r>
        <w:t>530.9786</w:t>
      </w:r>
      <w:r>
        <w:tab/>
        <w:t>2.025e0</w:t>
      </w:r>
    </w:p>
    <w:p w:rsidR="006974AE" w:rsidRDefault="006974AE" w:rsidP="006974AE">
      <w:r>
        <w:t>531.0063</w:t>
      </w:r>
      <w:r>
        <w:tab/>
        <w:t>1.013e0</w:t>
      </w:r>
    </w:p>
    <w:p w:rsidR="006974AE" w:rsidRDefault="006974AE" w:rsidP="006974AE">
      <w:r>
        <w:t>531.0305</w:t>
      </w:r>
      <w:r>
        <w:tab/>
        <w:t>4.051e0</w:t>
      </w:r>
    </w:p>
    <w:p w:rsidR="006974AE" w:rsidRDefault="006974AE" w:rsidP="006974AE">
      <w:r>
        <w:t>531.0616</w:t>
      </w:r>
      <w:r>
        <w:tab/>
        <w:t>1.013e0</w:t>
      </w:r>
    </w:p>
    <w:p w:rsidR="006974AE" w:rsidRDefault="006974AE" w:rsidP="006974AE">
      <w:r>
        <w:t>531.0774</w:t>
      </w:r>
      <w:r>
        <w:tab/>
        <w:t>1.013e0</w:t>
      </w:r>
    </w:p>
    <w:p w:rsidR="006974AE" w:rsidRDefault="006974AE" w:rsidP="006974AE">
      <w:r>
        <w:t>531.0807</w:t>
      </w:r>
      <w:r>
        <w:tab/>
        <w:t>1.013e0</w:t>
      </w:r>
    </w:p>
    <w:p w:rsidR="006974AE" w:rsidRDefault="006974AE" w:rsidP="006974AE">
      <w:r>
        <w:t>531.0873</w:t>
      </w:r>
      <w:r>
        <w:tab/>
        <w:t>3.038e0</w:t>
      </w:r>
    </w:p>
    <w:p w:rsidR="006974AE" w:rsidRDefault="006974AE" w:rsidP="006974AE">
      <w:r>
        <w:t>531.0964</w:t>
      </w:r>
      <w:r>
        <w:tab/>
        <w:t>1.013e0</w:t>
      </w:r>
    </w:p>
    <w:p w:rsidR="006974AE" w:rsidRDefault="006974AE" w:rsidP="006974AE">
      <w:r>
        <w:t>531.1073</w:t>
      </w:r>
      <w:r>
        <w:tab/>
        <w:t>4.051e0</w:t>
      </w:r>
    </w:p>
    <w:p w:rsidR="006974AE" w:rsidRDefault="006974AE" w:rsidP="006974AE">
      <w:r>
        <w:t>531.1517</w:t>
      </w:r>
      <w:r>
        <w:tab/>
        <w:t>1.013e0</w:t>
      </w:r>
    </w:p>
    <w:p w:rsidR="006974AE" w:rsidRDefault="006974AE" w:rsidP="006974AE">
      <w:r>
        <w:t>531.1543</w:t>
      </w:r>
      <w:r>
        <w:tab/>
        <w:t>1.013e0</w:t>
      </w:r>
    </w:p>
    <w:p w:rsidR="006974AE" w:rsidRDefault="006974AE" w:rsidP="006974AE">
      <w:r>
        <w:t>531.1721</w:t>
      </w:r>
      <w:r>
        <w:tab/>
        <w:t>1.013e0</w:t>
      </w:r>
    </w:p>
    <w:p w:rsidR="006974AE" w:rsidRDefault="006974AE" w:rsidP="006974AE">
      <w:r>
        <w:t>531.2059</w:t>
      </w:r>
      <w:r>
        <w:tab/>
        <w:t>1.403e0</w:t>
      </w:r>
    </w:p>
    <w:p w:rsidR="006974AE" w:rsidRDefault="006974AE" w:rsidP="006974AE">
      <w:r>
        <w:t>531.2131</w:t>
      </w:r>
      <w:r>
        <w:tab/>
        <w:t>2.523e0</w:t>
      </w:r>
    </w:p>
    <w:p w:rsidR="006974AE" w:rsidRDefault="006974AE" w:rsidP="006974AE">
      <w:r>
        <w:t>531.2274</w:t>
      </w:r>
      <w:r>
        <w:tab/>
        <w:t>8.101e0</w:t>
      </w:r>
    </w:p>
    <w:p w:rsidR="006974AE" w:rsidRDefault="006974AE" w:rsidP="006974AE">
      <w:r>
        <w:t>531.2404</w:t>
      </w:r>
      <w:r>
        <w:tab/>
        <w:t>6.312e0</w:t>
      </w:r>
    </w:p>
    <w:p w:rsidR="006974AE" w:rsidRDefault="006974AE" w:rsidP="006974AE">
      <w:r>
        <w:t>531.2817</w:t>
      </w:r>
      <w:r>
        <w:tab/>
        <w:t>1.775e0</w:t>
      </w:r>
    </w:p>
    <w:p w:rsidR="006974AE" w:rsidRDefault="006974AE" w:rsidP="006974AE">
      <w:r>
        <w:t>531.3094</w:t>
      </w:r>
      <w:r>
        <w:tab/>
        <w:t>1.013e0</w:t>
      </w:r>
    </w:p>
    <w:p w:rsidR="006974AE" w:rsidRDefault="006974AE" w:rsidP="006974AE">
      <w:r>
        <w:lastRenderedPageBreak/>
        <w:t>531.3196</w:t>
      </w:r>
      <w:r>
        <w:tab/>
        <w:t>2.025e0</w:t>
      </w:r>
    </w:p>
    <w:p w:rsidR="006974AE" w:rsidRDefault="006974AE" w:rsidP="006974AE">
      <w:r>
        <w:t>531.3363</w:t>
      </w:r>
      <w:r>
        <w:tab/>
        <w:t>2.025e0</w:t>
      </w:r>
    </w:p>
    <w:p w:rsidR="006974AE" w:rsidRDefault="006974AE" w:rsidP="006974AE">
      <w:r>
        <w:t>531.3541</w:t>
      </w:r>
      <w:r>
        <w:tab/>
        <w:t>2.025e0</w:t>
      </w:r>
    </w:p>
    <w:p w:rsidR="006974AE" w:rsidRDefault="006974AE" w:rsidP="006974AE">
      <w:r>
        <w:t>531.3745</w:t>
      </w:r>
      <w:r>
        <w:tab/>
        <w:t>1.013e0</w:t>
      </w:r>
    </w:p>
    <w:p w:rsidR="006974AE" w:rsidRDefault="006974AE" w:rsidP="006974AE">
      <w:r>
        <w:t>531.3779</w:t>
      </w:r>
      <w:r>
        <w:tab/>
        <w:t>3.038e0</w:t>
      </w:r>
    </w:p>
    <w:p w:rsidR="006974AE" w:rsidRDefault="006974AE" w:rsidP="006974AE">
      <w:r>
        <w:t>531.4006</w:t>
      </w:r>
      <w:r>
        <w:tab/>
        <w:t>1.013e0</w:t>
      </w:r>
    </w:p>
    <w:p w:rsidR="006974AE" w:rsidRDefault="006974AE" w:rsidP="006974AE">
      <w:r>
        <w:t>531.4044</w:t>
      </w:r>
      <w:r>
        <w:tab/>
        <w:t>2.025e0</w:t>
      </w:r>
    </w:p>
    <w:p w:rsidR="006974AE" w:rsidRDefault="006974AE" w:rsidP="006974AE">
      <w:r>
        <w:t>531.4106</w:t>
      </w:r>
      <w:r>
        <w:tab/>
        <w:t>2.025e0</w:t>
      </w:r>
    </w:p>
    <w:p w:rsidR="006974AE" w:rsidRDefault="006974AE" w:rsidP="006974AE">
      <w:r>
        <w:t>531.4276</w:t>
      </w:r>
      <w:r>
        <w:tab/>
        <w:t>4.051e0</w:t>
      </w:r>
    </w:p>
    <w:p w:rsidR="006974AE" w:rsidRDefault="006974AE" w:rsidP="006974AE">
      <w:r>
        <w:t>531.4304</w:t>
      </w:r>
      <w:r>
        <w:tab/>
        <w:t>1.013e0</w:t>
      </w:r>
    </w:p>
    <w:p w:rsidR="006974AE" w:rsidRDefault="006974AE" w:rsidP="006974AE">
      <w:r>
        <w:t>531.4579</w:t>
      </w:r>
      <w:r>
        <w:tab/>
        <w:t>2.025e0</w:t>
      </w:r>
    </w:p>
    <w:p w:rsidR="006974AE" w:rsidRDefault="006974AE" w:rsidP="006974AE">
      <w:r>
        <w:t>531.5013</w:t>
      </w:r>
      <w:r>
        <w:tab/>
        <w:t>1.013e0</w:t>
      </w:r>
    </w:p>
    <w:p w:rsidR="006974AE" w:rsidRDefault="006974AE" w:rsidP="006974AE">
      <w:r>
        <w:t>531.5191</w:t>
      </w:r>
      <w:r>
        <w:tab/>
        <w:t>1.013e0</w:t>
      </w:r>
    </w:p>
    <w:p w:rsidR="006974AE" w:rsidRDefault="006974AE" w:rsidP="006974AE">
      <w:r>
        <w:t>531.5842</w:t>
      </w:r>
      <w:r>
        <w:tab/>
        <w:t>1.013e0</w:t>
      </w:r>
    </w:p>
    <w:p w:rsidR="006974AE" w:rsidRDefault="006974AE" w:rsidP="006974AE">
      <w:r>
        <w:t>531.6032</w:t>
      </w:r>
      <w:r>
        <w:tab/>
        <w:t>1.013e0</w:t>
      </w:r>
    </w:p>
    <w:p w:rsidR="006974AE" w:rsidRDefault="006974AE" w:rsidP="006974AE">
      <w:r>
        <w:t>531.6945</w:t>
      </w:r>
      <w:r>
        <w:tab/>
        <w:t>1.013e0</w:t>
      </w:r>
    </w:p>
    <w:p w:rsidR="006974AE" w:rsidRDefault="006974AE" w:rsidP="006974AE">
      <w:r>
        <w:t>531.7425</w:t>
      </w:r>
      <w:r>
        <w:tab/>
        <w:t>1.013e0</w:t>
      </w:r>
    </w:p>
    <w:p w:rsidR="006974AE" w:rsidRDefault="006974AE" w:rsidP="006974AE">
      <w:r>
        <w:t>531.7686</w:t>
      </w:r>
      <w:r>
        <w:tab/>
        <w:t>2.025e0</w:t>
      </w:r>
    </w:p>
    <w:p w:rsidR="006974AE" w:rsidRDefault="006974AE" w:rsidP="006974AE">
      <w:r>
        <w:t>531.7863</w:t>
      </w:r>
      <w:r>
        <w:tab/>
        <w:t>1.013e0</w:t>
      </w:r>
    </w:p>
    <w:p w:rsidR="006974AE" w:rsidRDefault="006974AE" w:rsidP="006974AE">
      <w:r>
        <w:lastRenderedPageBreak/>
        <w:t>531.7984</w:t>
      </w:r>
      <w:r>
        <w:tab/>
        <w:t>2.025e0</w:t>
      </w:r>
    </w:p>
    <w:p w:rsidR="006974AE" w:rsidRDefault="006974AE" w:rsidP="006974AE">
      <w:r>
        <w:t>531.8719</w:t>
      </w:r>
      <w:r>
        <w:tab/>
        <w:t>1.013e0</w:t>
      </w:r>
    </w:p>
    <w:p w:rsidR="006974AE" w:rsidRDefault="006974AE" w:rsidP="006974AE">
      <w:r>
        <w:t>531.9149</w:t>
      </w:r>
      <w:r>
        <w:tab/>
        <w:t>1.013e0</w:t>
      </w:r>
    </w:p>
    <w:p w:rsidR="006974AE" w:rsidRDefault="006974AE" w:rsidP="006974AE">
      <w:r>
        <w:t>531.9633</w:t>
      </w:r>
      <w:r>
        <w:tab/>
        <w:t>2.025e0</w:t>
      </w:r>
    </w:p>
    <w:p w:rsidR="006974AE" w:rsidRDefault="006974AE" w:rsidP="006974AE">
      <w:r>
        <w:t>531.9701</w:t>
      </w:r>
      <w:r>
        <w:tab/>
        <w:t>1.013e0</w:t>
      </w:r>
    </w:p>
    <w:p w:rsidR="006974AE" w:rsidRDefault="006974AE" w:rsidP="006974AE">
      <w:r>
        <w:t>531.9817</w:t>
      </w:r>
      <w:r>
        <w:tab/>
        <w:t>1.013e0</w:t>
      </w:r>
    </w:p>
    <w:p w:rsidR="006974AE" w:rsidRDefault="006974AE" w:rsidP="006974AE">
      <w:r>
        <w:t>532.0344</w:t>
      </w:r>
      <w:r>
        <w:tab/>
        <w:t>4.051e0</w:t>
      </w:r>
    </w:p>
    <w:p w:rsidR="006974AE" w:rsidRDefault="006974AE" w:rsidP="006974AE">
      <w:r>
        <w:t>532.0744</w:t>
      </w:r>
      <w:r>
        <w:tab/>
        <w:t>1.013e0</w:t>
      </w:r>
    </w:p>
    <w:p w:rsidR="006974AE" w:rsidRDefault="006974AE" w:rsidP="006974AE">
      <w:r>
        <w:t>532.1105</w:t>
      </w:r>
      <w:r>
        <w:tab/>
        <w:t>1.013e0</w:t>
      </w:r>
    </w:p>
    <w:p w:rsidR="006974AE" w:rsidRDefault="006974AE" w:rsidP="006974AE">
      <w:r>
        <w:t>532.1171</w:t>
      </w:r>
      <w:r>
        <w:tab/>
        <w:t>1.013e0</w:t>
      </w:r>
    </w:p>
    <w:p w:rsidR="006974AE" w:rsidRDefault="006974AE" w:rsidP="006974AE">
      <w:r>
        <w:t>532.1270</w:t>
      </w:r>
      <w:r>
        <w:tab/>
        <w:t>1.013e0</w:t>
      </w:r>
    </w:p>
    <w:p w:rsidR="006974AE" w:rsidRDefault="006974AE" w:rsidP="006974AE">
      <w:r>
        <w:t>532.1661</w:t>
      </w:r>
      <w:r>
        <w:tab/>
        <w:t>3.038e0</w:t>
      </w:r>
    </w:p>
    <w:p w:rsidR="006974AE" w:rsidRDefault="006974AE" w:rsidP="006974AE">
      <w:r>
        <w:t>532.1723</w:t>
      </w:r>
      <w:r>
        <w:tab/>
        <w:t>1.013e0</w:t>
      </w:r>
    </w:p>
    <w:p w:rsidR="006974AE" w:rsidRDefault="006974AE" w:rsidP="006974AE">
      <w:r>
        <w:t>532.1835</w:t>
      </w:r>
      <w:r>
        <w:tab/>
        <w:t>1.775e0</w:t>
      </w:r>
    </w:p>
    <w:p w:rsidR="006974AE" w:rsidRDefault="006974AE" w:rsidP="006974AE">
      <w:r>
        <w:t>532.2025</w:t>
      </w:r>
      <w:r>
        <w:tab/>
        <w:t>1.013e0</w:t>
      </w:r>
    </w:p>
    <w:p w:rsidR="006974AE" w:rsidRDefault="006974AE" w:rsidP="006974AE">
      <w:r>
        <w:t>532.2353</w:t>
      </w:r>
      <w:r>
        <w:tab/>
        <w:t>4.557e0</w:t>
      </w:r>
    </w:p>
    <w:p w:rsidR="006974AE" w:rsidRDefault="006974AE" w:rsidP="006974AE">
      <w:r>
        <w:t>532.2367</w:t>
      </w:r>
      <w:r>
        <w:tab/>
        <w:t>1.013e0</w:t>
      </w:r>
    </w:p>
    <w:p w:rsidR="006974AE" w:rsidRDefault="006974AE" w:rsidP="006974AE">
      <w:r>
        <w:t>532.2457</w:t>
      </w:r>
      <w:r>
        <w:tab/>
        <w:t>1.324e0</w:t>
      </w:r>
    </w:p>
    <w:p w:rsidR="006974AE" w:rsidRDefault="006974AE" w:rsidP="006974AE">
      <w:r>
        <w:t>532.2765</w:t>
      </w:r>
      <w:r>
        <w:tab/>
        <w:t>7.089e0</w:t>
      </w:r>
    </w:p>
    <w:p w:rsidR="006974AE" w:rsidRDefault="006974AE" w:rsidP="006974AE">
      <w:r>
        <w:lastRenderedPageBreak/>
        <w:t>532.2919</w:t>
      </w:r>
      <w:r>
        <w:tab/>
        <w:t>1.013e0</w:t>
      </w:r>
    </w:p>
    <w:p w:rsidR="006974AE" w:rsidRDefault="006974AE" w:rsidP="006974AE">
      <w:r>
        <w:t>532.3152</w:t>
      </w:r>
      <w:r>
        <w:tab/>
        <w:t>5.063e0</w:t>
      </w:r>
    </w:p>
    <w:p w:rsidR="006974AE" w:rsidRDefault="006974AE" w:rsidP="006974AE">
      <w:r>
        <w:t>532.3361</w:t>
      </w:r>
      <w:r>
        <w:tab/>
        <w:t>2.025e0</w:t>
      </w:r>
    </w:p>
    <w:p w:rsidR="006974AE" w:rsidRDefault="006974AE" w:rsidP="006974AE">
      <w:r>
        <w:t>532.3389</w:t>
      </w:r>
      <w:r>
        <w:tab/>
        <w:t>2.025e0</w:t>
      </w:r>
    </w:p>
    <w:p w:rsidR="006974AE" w:rsidRDefault="006974AE" w:rsidP="006974AE">
      <w:r>
        <w:t>532.3503</w:t>
      </w:r>
      <w:r>
        <w:tab/>
        <w:t>1.013e0</w:t>
      </w:r>
    </w:p>
    <w:p w:rsidR="006974AE" w:rsidRDefault="006974AE" w:rsidP="006974AE">
      <w:r>
        <w:t>532.3930</w:t>
      </w:r>
      <w:r>
        <w:tab/>
        <w:t>1.013e0</w:t>
      </w:r>
    </w:p>
    <w:p w:rsidR="006974AE" w:rsidRDefault="006974AE" w:rsidP="006974AE">
      <w:r>
        <w:t>532.4022</w:t>
      </w:r>
      <w:r>
        <w:tab/>
        <w:t>3.038e0</w:t>
      </w:r>
    </w:p>
    <w:p w:rsidR="006974AE" w:rsidRDefault="006974AE" w:rsidP="006974AE">
      <w:r>
        <w:t>532.4056</w:t>
      </w:r>
      <w:r>
        <w:tab/>
        <w:t>2.025e0</w:t>
      </w:r>
    </w:p>
    <w:p w:rsidR="006974AE" w:rsidRDefault="006974AE" w:rsidP="006974AE">
      <w:r>
        <w:t>532.4354</w:t>
      </w:r>
      <w:r>
        <w:tab/>
        <w:t>2.025e0</w:t>
      </w:r>
    </w:p>
    <w:p w:rsidR="006974AE" w:rsidRDefault="006974AE" w:rsidP="006974AE">
      <w:r>
        <w:t>532.4395</w:t>
      </w:r>
      <w:r>
        <w:tab/>
        <w:t>3.389e0</w:t>
      </w:r>
    </w:p>
    <w:p w:rsidR="006974AE" w:rsidRDefault="006974AE" w:rsidP="006974AE">
      <w:r>
        <w:t>532.4601</w:t>
      </w:r>
      <w:r>
        <w:tab/>
        <w:t>1.013e0</w:t>
      </w:r>
    </w:p>
    <w:p w:rsidR="006974AE" w:rsidRDefault="006974AE" w:rsidP="006974AE">
      <w:r>
        <w:t>532.4666</w:t>
      </w:r>
      <w:r>
        <w:tab/>
        <w:t>2.025e0</w:t>
      </w:r>
    </w:p>
    <w:p w:rsidR="006974AE" w:rsidRDefault="006974AE" w:rsidP="006974AE">
      <w:r>
        <w:t>532.4785</w:t>
      </w:r>
      <w:r>
        <w:tab/>
        <w:t>1.013e0</w:t>
      </w:r>
    </w:p>
    <w:p w:rsidR="006974AE" w:rsidRDefault="006974AE" w:rsidP="006974AE">
      <w:r>
        <w:t>532.4997</w:t>
      </w:r>
      <w:r>
        <w:tab/>
        <w:t>3.038e0</w:t>
      </w:r>
    </w:p>
    <w:p w:rsidR="006974AE" w:rsidRDefault="006974AE" w:rsidP="006974AE">
      <w:r>
        <w:t>532.5040</w:t>
      </w:r>
      <w:r>
        <w:tab/>
        <w:t>1.013e0</w:t>
      </w:r>
    </w:p>
    <w:p w:rsidR="006974AE" w:rsidRDefault="006974AE" w:rsidP="006974AE">
      <w:r>
        <w:t>532.5153</w:t>
      </w:r>
      <w:r>
        <w:tab/>
        <w:t>1.013e0</w:t>
      </w:r>
    </w:p>
    <w:p w:rsidR="006974AE" w:rsidRDefault="006974AE" w:rsidP="006974AE">
      <w:r>
        <w:t>532.5225</w:t>
      </w:r>
      <w:r>
        <w:tab/>
        <w:t>1.013e0</w:t>
      </w:r>
    </w:p>
    <w:p w:rsidR="006974AE" w:rsidRDefault="006974AE" w:rsidP="006974AE">
      <w:r>
        <w:t>532.5310</w:t>
      </w:r>
      <w:r>
        <w:tab/>
        <w:t>1.013e0</w:t>
      </w:r>
    </w:p>
    <w:p w:rsidR="006974AE" w:rsidRDefault="006974AE" w:rsidP="006974AE">
      <w:r>
        <w:t>532.5972</w:t>
      </w:r>
      <w:r>
        <w:tab/>
        <w:t>2.025e0</w:t>
      </w:r>
    </w:p>
    <w:p w:rsidR="006974AE" w:rsidRDefault="006974AE" w:rsidP="006974AE">
      <w:r>
        <w:lastRenderedPageBreak/>
        <w:t>532.6144</w:t>
      </w:r>
      <w:r>
        <w:tab/>
        <w:t>1.013e0</w:t>
      </w:r>
    </w:p>
    <w:p w:rsidR="006974AE" w:rsidRDefault="006974AE" w:rsidP="006974AE">
      <w:r>
        <w:t>532.6512</w:t>
      </w:r>
      <w:r>
        <w:tab/>
        <w:t>1.013e0</w:t>
      </w:r>
    </w:p>
    <w:p w:rsidR="006974AE" w:rsidRDefault="006974AE" w:rsidP="006974AE">
      <w:r>
        <w:t>532.7076</w:t>
      </w:r>
      <w:r>
        <w:tab/>
        <w:t>2.025e0</w:t>
      </w:r>
    </w:p>
    <w:p w:rsidR="006974AE" w:rsidRDefault="006974AE" w:rsidP="006974AE">
      <w:r>
        <w:t>532.7242</w:t>
      </w:r>
      <w:r>
        <w:tab/>
        <w:t>1.013e0</w:t>
      </w:r>
    </w:p>
    <w:p w:rsidR="006974AE" w:rsidRDefault="006974AE" w:rsidP="006974AE">
      <w:r>
        <w:t>532.7361</w:t>
      </w:r>
      <w:r>
        <w:tab/>
        <w:t>1.013e0</w:t>
      </w:r>
    </w:p>
    <w:p w:rsidR="006974AE" w:rsidRDefault="006974AE" w:rsidP="006974AE">
      <w:r>
        <w:t>532.7919</w:t>
      </w:r>
      <w:r>
        <w:tab/>
        <w:t>1.013e0</w:t>
      </w:r>
    </w:p>
    <w:p w:rsidR="006974AE" w:rsidRDefault="006974AE" w:rsidP="006974AE">
      <w:r>
        <w:t>532.7979</w:t>
      </w:r>
      <w:r>
        <w:tab/>
        <w:t>1.013e0</w:t>
      </w:r>
    </w:p>
    <w:p w:rsidR="006974AE" w:rsidRDefault="006974AE" w:rsidP="006974AE">
      <w:r>
        <w:t>532.8162</w:t>
      </w:r>
      <w:r>
        <w:tab/>
        <w:t>1.013e0</w:t>
      </w:r>
    </w:p>
    <w:p w:rsidR="006974AE" w:rsidRDefault="006974AE" w:rsidP="006974AE">
      <w:r>
        <w:t>532.8261</w:t>
      </w:r>
      <w:r>
        <w:tab/>
        <w:t>2.025e0</w:t>
      </w:r>
    </w:p>
    <w:p w:rsidR="006974AE" w:rsidRDefault="006974AE" w:rsidP="006974AE">
      <w:r>
        <w:t>532.8281</w:t>
      </w:r>
      <w:r>
        <w:tab/>
        <w:t>1.013e0</w:t>
      </w:r>
    </w:p>
    <w:p w:rsidR="006974AE" w:rsidRDefault="006974AE" w:rsidP="006974AE">
      <w:r>
        <w:t>532.8623</w:t>
      </w:r>
      <w:r>
        <w:tab/>
        <w:t>1.013e0</w:t>
      </w:r>
    </w:p>
    <w:p w:rsidR="006974AE" w:rsidRDefault="006974AE" w:rsidP="006974AE">
      <w:r>
        <w:t>532.8810</w:t>
      </w:r>
      <w:r>
        <w:tab/>
        <w:t>2.025e0</w:t>
      </w:r>
    </w:p>
    <w:p w:rsidR="006974AE" w:rsidRDefault="006974AE" w:rsidP="006974AE">
      <w:r>
        <w:t>532.8832</w:t>
      </w:r>
      <w:r>
        <w:tab/>
        <w:t>1.013e0</w:t>
      </w:r>
    </w:p>
    <w:p w:rsidR="006974AE" w:rsidRDefault="006974AE" w:rsidP="006974AE">
      <w:r>
        <w:t>532.8942</w:t>
      </w:r>
      <w:r>
        <w:tab/>
        <w:t>2.025e0</w:t>
      </w:r>
    </w:p>
    <w:p w:rsidR="006974AE" w:rsidRDefault="006974AE" w:rsidP="006974AE">
      <w:r>
        <w:t>532.9023</w:t>
      </w:r>
      <w:r>
        <w:tab/>
        <w:t>1.013e0</w:t>
      </w:r>
    </w:p>
    <w:p w:rsidR="006974AE" w:rsidRDefault="006974AE" w:rsidP="006974AE">
      <w:r>
        <w:t>532.9385</w:t>
      </w:r>
      <w:r>
        <w:tab/>
        <w:t>1.013e0</w:t>
      </w:r>
    </w:p>
    <w:p w:rsidR="006974AE" w:rsidRDefault="006974AE" w:rsidP="006974AE">
      <w:r>
        <w:t>532.9462</w:t>
      </w:r>
      <w:r>
        <w:tab/>
        <w:t>2.025e0</w:t>
      </w:r>
    </w:p>
    <w:p w:rsidR="006974AE" w:rsidRDefault="006974AE" w:rsidP="006974AE">
      <w:r>
        <w:t>532.9546</w:t>
      </w:r>
      <w:r>
        <w:tab/>
        <w:t>2.025e0</w:t>
      </w:r>
    </w:p>
    <w:p w:rsidR="006974AE" w:rsidRDefault="006974AE" w:rsidP="006974AE">
      <w:r>
        <w:t>532.9819</w:t>
      </w:r>
      <w:r>
        <w:tab/>
        <w:t>1.013e0</w:t>
      </w:r>
    </w:p>
    <w:p w:rsidR="006974AE" w:rsidRDefault="006974AE" w:rsidP="006974AE">
      <w:r>
        <w:lastRenderedPageBreak/>
        <w:t>532.9862</w:t>
      </w:r>
      <w:r>
        <w:tab/>
        <w:t>2.025e0</w:t>
      </w:r>
    </w:p>
    <w:p w:rsidR="006974AE" w:rsidRDefault="006974AE" w:rsidP="006974AE">
      <w:r>
        <w:t>533.0280</w:t>
      </w:r>
      <w:r>
        <w:tab/>
        <w:t>1.013e0</w:t>
      </w:r>
    </w:p>
    <w:p w:rsidR="006974AE" w:rsidRDefault="006974AE" w:rsidP="006974AE">
      <w:r>
        <w:t>533.0673</w:t>
      </w:r>
      <w:r>
        <w:tab/>
        <w:t>1.013e0</w:t>
      </w:r>
    </w:p>
    <w:p w:rsidR="006974AE" w:rsidRDefault="006974AE" w:rsidP="006974AE">
      <w:r>
        <w:t>533.0838</w:t>
      </w:r>
      <w:r>
        <w:tab/>
        <w:t>2.025e0</w:t>
      </w:r>
    </w:p>
    <w:p w:rsidR="006974AE" w:rsidRDefault="006974AE" w:rsidP="006974AE">
      <w:r>
        <w:t>533.1385</w:t>
      </w:r>
      <w:r>
        <w:tab/>
        <w:t>2.025e0</w:t>
      </w:r>
    </w:p>
    <w:p w:rsidR="006974AE" w:rsidRDefault="006974AE" w:rsidP="006974AE">
      <w:r>
        <w:t>533.1573</w:t>
      </w:r>
      <w:r>
        <w:tab/>
        <w:t>1.013e0</w:t>
      </w:r>
    </w:p>
    <w:p w:rsidR="006974AE" w:rsidRDefault="006974AE" w:rsidP="006974AE">
      <w:r>
        <w:t>533.1758</w:t>
      </w:r>
      <w:r>
        <w:tab/>
        <w:t>3.480e0</w:t>
      </w:r>
    </w:p>
    <w:p w:rsidR="006974AE" w:rsidRDefault="006974AE" w:rsidP="006974AE">
      <w:r>
        <w:t>533.1899</w:t>
      </w:r>
      <w:r>
        <w:tab/>
        <w:t>4.332e0</w:t>
      </w:r>
    </w:p>
    <w:p w:rsidR="006974AE" w:rsidRDefault="006974AE" w:rsidP="006974AE">
      <w:r>
        <w:t>533.2128</w:t>
      </w:r>
      <w:r>
        <w:tab/>
        <w:t>1.519e0</w:t>
      </w:r>
    </w:p>
    <w:p w:rsidR="006974AE" w:rsidRDefault="006974AE" w:rsidP="006974AE">
      <w:r>
        <w:t>533.2263</w:t>
      </w:r>
      <w:r>
        <w:tab/>
        <w:t>6.076e0</w:t>
      </w:r>
    </w:p>
    <w:p w:rsidR="006974AE" w:rsidRDefault="006974AE" w:rsidP="006974AE">
      <w:r>
        <w:t>533.2296</w:t>
      </w:r>
      <w:r>
        <w:tab/>
        <w:t>9.434e0</w:t>
      </w:r>
    </w:p>
    <w:p w:rsidR="006974AE" w:rsidRDefault="006974AE" w:rsidP="006974AE">
      <w:r>
        <w:t>533.2421</w:t>
      </w:r>
      <w:r>
        <w:tab/>
        <w:t>8.358e0</w:t>
      </w:r>
    </w:p>
    <w:p w:rsidR="006974AE" w:rsidRDefault="006974AE" w:rsidP="006974AE">
      <w:r>
        <w:t>533.2441</w:t>
      </w:r>
      <w:r>
        <w:tab/>
        <w:t>3.038e0</w:t>
      </w:r>
    </w:p>
    <w:p w:rsidR="006974AE" w:rsidRDefault="006974AE" w:rsidP="006974AE">
      <w:r>
        <w:t>533.2470</w:t>
      </w:r>
      <w:r>
        <w:tab/>
        <w:t>6.076e0</w:t>
      </w:r>
    </w:p>
    <w:p w:rsidR="006974AE" w:rsidRDefault="006974AE" w:rsidP="006974AE">
      <w:r>
        <w:t>533.2870</w:t>
      </w:r>
      <w:r>
        <w:tab/>
        <w:t>5.063e0</w:t>
      </w:r>
    </w:p>
    <w:p w:rsidR="006974AE" w:rsidRDefault="006974AE" w:rsidP="006974AE">
      <w:r>
        <w:t>533.2957</w:t>
      </w:r>
      <w:r>
        <w:tab/>
        <w:t>3.038e0</w:t>
      </w:r>
    </w:p>
    <w:p w:rsidR="006974AE" w:rsidRDefault="006974AE" w:rsidP="006974AE">
      <w:r>
        <w:t>533.3070</w:t>
      </w:r>
      <w:r>
        <w:tab/>
        <w:t>3.038e0</w:t>
      </w:r>
    </w:p>
    <w:p w:rsidR="006974AE" w:rsidRDefault="006974AE" w:rsidP="006974AE">
      <w:r>
        <w:t>533.3223</w:t>
      </w:r>
      <w:r>
        <w:tab/>
        <w:t>1.013e0</w:t>
      </w:r>
    </w:p>
    <w:p w:rsidR="006974AE" w:rsidRDefault="006974AE" w:rsidP="006974AE">
      <w:r>
        <w:t>533.3286</w:t>
      </w:r>
      <w:r>
        <w:tab/>
        <w:t>2.227e0</w:t>
      </w:r>
    </w:p>
    <w:p w:rsidR="006974AE" w:rsidRDefault="006974AE" w:rsidP="006974AE">
      <w:r>
        <w:lastRenderedPageBreak/>
        <w:t>533.3472</w:t>
      </w:r>
      <w:r>
        <w:tab/>
        <w:t>3.038e0</w:t>
      </w:r>
    </w:p>
    <w:p w:rsidR="006974AE" w:rsidRDefault="006974AE" w:rsidP="006974AE">
      <w:r>
        <w:t>533.3748</w:t>
      </w:r>
      <w:r>
        <w:tab/>
        <w:t>3.038e0</w:t>
      </w:r>
    </w:p>
    <w:p w:rsidR="006974AE" w:rsidRDefault="006974AE" w:rsidP="006974AE">
      <w:r>
        <w:t>533.3774</w:t>
      </w:r>
      <w:r>
        <w:tab/>
        <w:t>1.013e0</w:t>
      </w:r>
    </w:p>
    <w:p w:rsidR="006974AE" w:rsidRDefault="006974AE" w:rsidP="006974AE">
      <w:r>
        <w:t>533.3785</w:t>
      </w:r>
      <w:r>
        <w:tab/>
        <w:t>3.038e0</w:t>
      </w:r>
    </w:p>
    <w:p w:rsidR="006974AE" w:rsidRDefault="006974AE" w:rsidP="006974AE">
      <w:r>
        <w:t>533.3807</w:t>
      </w:r>
      <w:r>
        <w:tab/>
        <w:t>1.013e0</w:t>
      </w:r>
    </w:p>
    <w:p w:rsidR="006974AE" w:rsidRDefault="006974AE" w:rsidP="006974AE">
      <w:r>
        <w:t>533.3965</w:t>
      </w:r>
      <w:r>
        <w:tab/>
        <w:t>1.013e0</w:t>
      </w:r>
    </w:p>
    <w:p w:rsidR="006974AE" w:rsidRDefault="006974AE" w:rsidP="006974AE">
      <w:r>
        <w:t>533.4168</w:t>
      </w:r>
      <w:r>
        <w:tab/>
        <w:t>1.013e0</w:t>
      </w:r>
    </w:p>
    <w:p w:rsidR="006974AE" w:rsidRDefault="006974AE" w:rsidP="006974AE">
      <w:r>
        <w:t>533.4524</w:t>
      </w:r>
      <w:r>
        <w:tab/>
        <w:t>2.025e0</w:t>
      </w:r>
    </w:p>
    <w:p w:rsidR="006974AE" w:rsidRDefault="006974AE" w:rsidP="006974AE">
      <w:r>
        <w:t>533.4536</w:t>
      </w:r>
      <w:r>
        <w:tab/>
        <w:t>2.025e0</w:t>
      </w:r>
    </w:p>
    <w:p w:rsidR="006974AE" w:rsidRDefault="006974AE" w:rsidP="006974AE">
      <w:r>
        <w:t>533.4615</w:t>
      </w:r>
      <w:r>
        <w:tab/>
        <w:t>1.013e0</w:t>
      </w:r>
    </w:p>
    <w:p w:rsidR="006974AE" w:rsidRDefault="006974AE" w:rsidP="006974AE">
      <w:r>
        <w:t>533.5541</w:t>
      </w:r>
      <w:r>
        <w:tab/>
        <w:t>2.025e0</w:t>
      </w:r>
    </w:p>
    <w:p w:rsidR="006974AE" w:rsidRDefault="006974AE" w:rsidP="006974AE">
      <w:r>
        <w:t>533.5838</w:t>
      </w:r>
      <w:r>
        <w:tab/>
        <w:t>2.025e0</w:t>
      </w:r>
    </w:p>
    <w:p w:rsidR="006974AE" w:rsidRDefault="006974AE" w:rsidP="006974AE">
      <w:r>
        <w:t>533.6360</w:t>
      </w:r>
      <w:r>
        <w:tab/>
        <w:t>2.025e0</w:t>
      </w:r>
    </w:p>
    <w:p w:rsidR="006974AE" w:rsidRDefault="006974AE" w:rsidP="006974AE">
      <w:r>
        <w:t>533.6791</w:t>
      </w:r>
      <w:r>
        <w:tab/>
        <w:t>2.025e0</w:t>
      </w:r>
    </w:p>
    <w:p w:rsidR="006974AE" w:rsidRDefault="006974AE" w:rsidP="006974AE">
      <w:r>
        <w:t>533.7111</w:t>
      </w:r>
      <w:r>
        <w:tab/>
        <w:t>1.013e0</w:t>
      </w:r>
    </w:p>
    <w:p w:rsidR="006974AE" w:rsidRDefault="006974AE" w:rsidP="006974AE">
      <w:r>
        <w:t>533.7295</w:t>
      </w:r>
      <w:r>
        <w:tab/>
        <w:t>1.013e0</w:t>
      </w:r>
    </w:p>
    <w:p w:rsidR="006974AE" w:rsidRDefault="006974AE" w:rsidP="006974AE">
      <w:r>
        <w:t>533.7368</w:t>
      </w:r>
      <w:r>
        <w:tab/>
        <w:t>2.025e0</w:t>
      </w:r>
    </w:p>
    <w:p w:rsidR="006974AE" w:rsidRDefault="006974AE" w:rsidP="006974AE">
      <w:r>
        <w:t>533.7558</w:t>
      </w:r>
      <w:r>
        <w:tab/>
        <w:t>2.025e0</w:t>
      </w:r>
    </w:p>
    <w:p w:rsidR="006974AE" w:rsidRDefault="006974AE" w:rsidP="006974AE">
      <w:r>
        <w:t>533.8047</w:t>
      </w:r>
      <w:r>
        <w:tab/>
        <w:t>3.038e0</w:t>
      </w:r>
    </w:p>
    <w:p w:rsidR="006974AE" w:rsidRDefault="006974AE" w:rsidP="006974AE">
      <w:r>
        <w:lastRenderedPageBreak/>
        <w:t>533.8296</w:t>
      </w:r>
      <w:r>
        <w:tab/>
        <w:t>1.013e0</w:t>
      </w:r>
    </w:p>
    <w:p w:rsidR="006974AE" w:rsidRDefault="006974AE" w:rsidP="006974AE">
      <w:r>
        <w:t>533.8348</w:t>
      </w:r>
      <w:r>
        <w:tab/>
        <w:t>3.038e0</w:t>
      </w:r>
    </w:p>
    <w:p w:rsidR="006974AE" w:rsidRDefault="006974AE" w:rsidP="006974AE">
      <w:r>
        <w:t>533.8373</w:t>
      </w:r>
      <w:r>
        <w:tab/>
        <w:t>2.267e0</w:t>
      </w:r>
    </w:p>
    <w:p w:rsidR="006974AE" w:rsidRDefault="006974AE" w:rsidP="006974AE">
      <w:r>
        <w:t>533.8766</w:t>
      </w:r>
      <w:r>
        <w:tab/>
        <w:t>1.013e0</w:t>
      </w:r>
    </w:p>
    <w:p w:rsidR="006974AE" w:rsidRDefault="006974AE" w:rsidP="006974AE">
      <w:r>
        <w:t>533.8969</w:t>
      </w:r>
      <w:r>
        <w:tab/>
        <w:t>2.025e0</w:t>
      </w:r>
    </w:p>
    <w:p w:rsidR="006974AE" w:rsidRDefault="006974AE" w:rsidP="006974AE">
      <w:r>
        <w:t>533.9293</w:t>
      </w:r>
      <w:r>
        <w:tab/>
        <w:t>1.013e0</w:t>
      </w:r>
    </w:p>
    <w:p w:rsidR="006974AE" w:rsidRDefault="006974AE" w:rsidP="006974AE">
      <w:r>
        <w:t>533.9409</w:t>
      </w:r>
      <w:r>
        <w:tab/>
        <w:t>1.013e0</w:t>
      </w:r>
    </w:p>
    <w:p w:rsidR="006974AE" w:rsidRDefault="006974AE" w:rsidP="006974AE">
      <w:r>
        <w:t>533.9693</w:t>
      </w:r>
      <w:r>
        <w:tab/>
        <w:t>1.013e0</w:t>
      </w:r>
    </w:p>
    <w:p w:rsidR="006974AE" w:rsidRDefault="006974AE" w:rsidP="006974AE">
      <w:r>
        <w:t>534.0187</w:t>
      </w:r>
      <w:r>
        <w:tab/>
        <w:t>2.025e0</w:t>
      </w:r>
    </w:p>
    <w:p w:rsidR="006974AE" w:rsidRDefault="006974AE" w:rsidP="006974AE">
      <w:r>
        <w:t>534.0212</w:t>
      </w:r>
      <w:r>
        <w:tab/>
        <w:t>1.013e0</w:t>
      </w:r>
    </w:p>
    <w:p w:rsidR="006974AE" w:rsidRDefault="006974AE" w:rsidP="006974AE">
      <w:r>
        <w:t>534.0425</w:t>
      </w:r>
      <w:r>
        <w:tab/>
        <w:t>2.025e0</w:t>
      </w:r>
    </w:p>
    <w:p w:rsidR="006974AE" w:rsidRDefault="006974AE" w:rsidP="006974AE">
      <w:r>
        <w:t>534.1016</w:t>
      </w:r>
      <w:r>
        <w:tab/>
        <w:t>2.025e0</w:t>
      </w:r>
    </w:p>
    <w:p w:rsidR="006974AE" w:rsidRDefault="006974AE" w:rsidP="006974AE">
      <w:r>
        <w:t>534.1040</w:t>
      </w:r>
      <w:r>
        <w:tab/>
        <w:t>2.025e0</w:t>
      </w:r>
    </w:p>
    <w:p w:rsidR="006974AE" w:rsidRDefault="006974AE" w:rsidP="006974AE">
      <w:r>
        <w:t>534.1513</w:t>
      </w:r>
      <w:r>
        <w:tab/>
        <w:t>4.051e0</w:t>
      </w:r>
    </w:p>
    <w:p w:rsidR="006974AE" w:rsidRDefault="006974AE" w:rsidP="006974AE">
      <w:r>
        <w:t>534.1531</w:t>
      </w:r>
      <w:r>
        <w:tab/>
        <w:t>7.089e0</w:t>
      </w:r>
    </w:p>
    <w:p w:rsidR="006974AE" w:rsidRDefault="006974AE" w:rsidP="006974AE">
      <w:r>
        <w:t>534.1710</w:t>
      </w:r>
      <w:r>
        <w:tab/>
        <w:t>2.025e0</w:t>
      </w:r>
    </w:p>
    <w:p w:rsidR="006974AE" w:rsidRDefault="006974AE" w:rsidP="006974AE">
      <w:r>
        <w:t>534.1737</w:t>
      </w:r>
      <w:r>
        <w:tab/>
        <w:t>5.200e0</w:t>
      </w:r>
    </w:p>
    <w:p w:rsidR="006974AE" w:rsidRDefault="006974AE" w:rsidP="006974AE">
      <w:r>
        <w:t>534.1843</w:t>
      </w:r>
      <w:r>
        <w:tab/>
        <w:t>5.298e0</w:t>
      </w:r>
    </w:p>
    <w:p w:rsidR="006974AE" w:rsidRDefault="006974AE" w:rsidP="006974AE">
      <w:r>
        <w:t>534.1975</w:t>
      </w:r>
      <w:r>
        <w:tab/>
        <w:t>7.595e0</w:t>
      </w:r>
    </w:p>
    <w:p w:rsidR="006974AE" w:rsidRDefault="006974AE" w:rsidP="006974AE">
      <w:r>
        <w:lastRenderedPageBreak/>
        <w:t>534.2027</w:t>
      </w:r>
      <w:r>
        <w:tab/>
        <w:t>9.353e0</w:t>
      </w:r>
    </w:p>
    <w:p w:rsidR="006974AE" w:rsidRDefault="006974AE" w:rsidP="006974AE">
      <w:r>
        <w:t>534.2324</w:t>
      </w:r>
      <w:r>
        <w:tab/>
        <w:t>2.025e0</w:t>
      </w:r>
    </w:p>
    <w:p w:rsidR="006974AE" w:rsidRDefault="006974AE" w:rsidP="006974AE">
      <w:r>
        <w:t>534.2393</w:t>
      </w:r>
      <w:r>
        <w:tab/>
        <w:t>3.038e0</w:t>
      </w:r>
    </w:p>
    <w:p w:rsidR="006974AE" w:rsidRDefault="006974AE" w:rsidP="006974AE">
      <w:r>
        <w:t>534.2449</w:t>
      </w:r>
      <w:r>
        <w:tab/>
        <w:t>5.870e0</w:t>
      </w:r>
    </w:p>
    <w:p w:rsidR="006974AE" w:rsidRDefault="006974AE" w:rsidP="006974AE">
      <w:r>
        <w:t>534.2541</w:t>
      </w:r>
      <w:r>
        <w:tab/>
        <w:t>3.505e0</w:t>
      </w:r>
    </w:p>
    <w:p w:rsidR="006974AE" w:rsidRDefault="006974AE" w:rsidP="006974AE">
      <w:r>
        <w:t>534.3093</w:t>
      </w:r>
      <w:r>
        <w:tab/>
        <w:t>2.025e0</w:t>
      </w:r>
    </w:p>
    <w:p w:rsidR="006974AE" w:rsidRDefault="006974AE" w:rsidP="006974AE">
      <w:r>
        <w:t>534.3254</w:t>
      </w:r>
      <w:r>
        <w:tab/>
        <w:t>2.025e0</w:t>
      </w:r>
    </w:p>
    <w:p w:rsidR="006974AE" w:rsidRDefault="006974AE" w:rsidP="006974AE">
      <w:r>
        <w:t>534.3284</w:t>
      </w:r>
      <w:r>
        <w:tab/>
        <w:t>1.013e0</w:t>
      </w:r>
    </w:p>
    <w:p w:rsidR="006974AE" w:rsidRDefault="006974AE" w:rsidP="006974AE">
      <w:r>
        <w:t>534.3320</w:t>
      </w:r>
      <w:r>
        <w:tab/>
        <w:t>3.038e0</w:t>
      </w:r>
    </w:p>
    <w:p w:rsidR="006974AE" w:rsidRDefault="006974AE" w:rsidP="006974AE">
      <w:r>
        <w:t>534.3370</w:t>
      </w:r>
      <w:r>
        <w:tab/>
        <w:t>1.013e0</w:t>
      </w:r>
    </w:p>
    <w:p w:rsidR="006974AE" w:rsidRDefault="006974AE" w:rsidP="006974AE">
      <w:r>
        <w:t>534.3527</w:t>
      </w:r>
      <w:r>
        <w:tab/>
        <w:t>2.025e0</w:t>
      </w:r>
    </w:p>
    <w:p w:rsidR="006974AE" w:rsidRDefault="006974AE" w:rsidP="006974AE">
      <w:r>
        <w:t>534.3637</w:t>
      </w:r>
      <w:r>
        <w:tab/>
        <w:t>2.025e0</w:t>
      </w:r>
    </w:p>
    <w:p w:rsidR="006974AE" w:rsidRDefault="006974AE" w:rsidP="006974AE">
      <w:r>
        <w:t>534.3838</w:t>
      </w:r>
      <w:r>
        <w:tab/>
        <w:t>1.013e0</w:t>
      </w:r>
    </w:p>
    <w:p w:rsidR="006974AE" w:rsidRDefault="006974AE" w:rsidP="006974AE">
      <w:r>
        <w:t>534.3898</w:t>
      </w:r>
      <w:r>
        <w:tab/>
        <w:t>1.013e0</w:t>
      </w:r>
    </w:p>
    <w:p w:rsidR="006974AE" w:rsidRDefault="006974AE" w:rsidP="006974AE">
      <w:r>
        <w:t>534.3984</w:t>
      </w:r>
      <w:r>
        <w:tab/>
        <w:t>2.025e0</w:t>
      </w:r>
    </w:p>
    <w:p w:rsidR="006974AE" w:rsidRDefault="006974AE" w:rsidP="006974AE">
      <w:r>
        <w:t>534.4299</w:t>
      </w:r>
      <w:r>
        <w:tab/>
        <w:t>1.013e0</w:t>
      </w:r>
    </w:p>
    <w:p w:rsidR="006974AE" w:rsidRDefault="006974AE" w:rsidP="006974AE">
      <w:r>
        <w:t>534.4662</w:t>
      </w:r>
      <w:r>
        <w:tab/>
        <w:t>1.013e0</w:t>
      </w:r>
    </w:p>
    <w:p w:rsidR="006974AE" w:rsidRDefault="006974AE" w:rsidP="006974AE">
      <w:r>
        <w:t>534.4754</w:t>
      </w:r>
      <w:r>
        <w:tab/>
        <w:t>1.013e0</w:t>
      </w:r>
    </w:p>
    <w:p w:rsidR="006974AE" w:rsidRDefault="006974AE" w:rsidP="006974AE">
      <w:r>
        <w:t>534.4939</w:t>
      </w:r>
      <w:r>
        <w:tab/>
        <w:t>1.013e0</w:t>
      </w:r>
    </w:p>
    <w:p w:rsidR="006974AE" w:rsidRDefault="006974AE" w:rsidP="006974AE">
      <w:r>
        <w:lastRenderedPageBreak/>
        <w:t>534.4958</w:t>
      </w:r>
      <w:r>
        <w:tab/>
        <w:t>2.025e0</w:t>
      </w:r>
    </w:p>
    <w:p w:rsidR="006974AE" w:rsidRDefault="006974AE" w:rsidP="006974AE">
      <w:r>
        <w:t>534.5002</w:t>
      </w:r>
      <w:r>
        <w:tab/>
        <w:t>1.013e0</w:t>
      </w:r>
    </w:p>
    <w:p w:rsidR="006974AE" w:rsidRDefault="006974AE" w:rsidP="006974AE">
      <w:r>
        <w:t>534.5407</w:t>
      </w:r>
      <w:r>
        <w:tab/>
        <w:t>1.013e0</w:t>
      </w:r>
    </w:p>
    <w:p w:rsidR="006974AE" w:rsidRDefault="006974AE" w:rsidP="006974AE">
      <w:r>
        <w:t>534.5543</w:t>
      </w:r>
      <w:r>
        <w:tab/>
        <w:t>2.025e0</w:t>
      </w:r>
    </w:p>
    <w:p w:rsidR="006974AE" w:rsidRDefault="006974AE" w:rsidP="006974AE">
      <w:r>
        <w:t>534.5956</w:t>
      </w:r>
      <w:r>
        <w:tab/>
        <w:t>2.025e0</w:t>
      </w:r>
    </w:p>
    <w:p w:rsidR="006974AE" w:rsidRDefault="006974AE" w:rsidP="006974AE">
      <w:r>
        <w:t>534.6655</w:t>
      </w:r>
      <w:r>
        <w:tab/>
        <w:t>2.025e0</w:t>
      </w:r>
    </w:p>
    <w:p w:rsidR="006974AE" w:rsidRDefault="006974AE" w:rsidP="006974AE">
      <w:r>
        <w:t>534.6836</w:t>
      </w:r>
      <w:r>
        <w:tab/>
        <w:t>1.013e0</w:t>
      </w:r>
    </w:p>
    <w:p w:rsidR="006974AE" w:rsidRDefault="006974AE" w:rsidP="006974AE">
      <w:r>
        <w:t>534.6884</w:t>
      </w:r>
      <w:r>
        <w:tab/>
        <w:t>2.025e0</w:t>
      </w:r>
    </w:p>
    <w:p w:rsidR="006974AE" w:rsidRDefault="006974AE" w:rsidP="006974AE">
      <w:r>
        <w:t>534.7388</w:t>
      </w:r>
      <w:r>
        <w:tab/>
        <w:t>1.013e0</w:t>
      </w:r>
    </w:p>
    <w:p w:rsidR="006974AE" w:rsidRDefault="006974AE" w:rsidP="006974AE">
      <w:r>
        <w:t>534.7617</w:t>
      </w:r>
      <w:r>
        <w:tab/>
        <w:t>1.013e0</w:t>
      </w:r>
    </w:p>
    <w:p w:rsidR="006974AE" w:rsidRDefault="006974AE" w:rsidP="006974AE">
      <w:r>
        <w:t>534.7993</w:t>
      </w:r>
      <w:r>
        <w:tab/>
        <w:t>3.038e0</w:t>
      </w:r>
    </w:p>
    <w:p w:rsidR="006974AE" w:rsidRDefault="006974AE" w:rsidP="006974AE">
      <w:r>
        <w:t>534.8355</w:t>
      </w:r>
      <w:r>
        <w:tab/>
        <w:t>1.013e0</w:t>
      </w:r>
    </w:p>
    <w:p w:rsidR="006974AE" w:rsidRDefault="006974AE" w:rsidP="006974AE">
      <w:r>
        <w:t>534.8455</w:t>
      </w:r>
      <w:r>
        <w:tab/>
        <w:t>1.013e0</w:t>
      </w:r>
    </w:p>
    <w:p w:rsidR="006974AE" w:rsidRDefault="006974AE" w:rsidP="006974AE">
      <w:r>
        <w:t>534.8632</w:t>
      </w:r>
      <w:r>
        <w:tab/>
        <w:t>3.038e0</w:t>
      </w:r>
    </w:p>
    <w:p w:rsidR="006974AE" w:rsidRDefault="006974AE" w:rsidP="006974AE">
      <w:r>
        <w:t>534.8994</w:t>
      </w:r>
      <w:r>
        <w:tab/>
        <w:t>2.025e0</w:t>
      </w:r>
    </w:p>
    <w:p w:rsidR="006974AE" w:rsidRDefault="006974AE" w:rsidP="006974AE">
      <w:r>
        <w:t>534.9008</w:t>
      </w:r>
      <w:r>
        <w:tab/>
        <w:t>4.051e0</w:t>
      </w:r>
    </w:p>
    <w:p w:rsidR="006974AE" w:rsidRDefault="006974AE" w:rsidP="006974AE">
      <w:r>
        <w:t>534.9233</w:t>
      </w:r>
      <w:r>
        <w:tab/>
        <w:t>2.025e0</w:t>
      </w:r>
    </w:p>
    <w:p w:rsidR="006974AE" w:rsidRDefault="006974AE" w:rsidP="006974AE">
      <w:r>
        <w:t>534.9747</w:t>
      </w:r>
      <w:r>
        <w:tab/>
        <w:t>1.013e0</w:t>
      </w:r>
    </w:p>
    <w:p w:rsidR="006974AE" w:rsidRDefault="006974AE" w:rsidP="006974AE">
      <w:r>
        <w:t>534.9833</w:t>
      </w:r>
      <w:r>
        <w:tab/>
        <w:t>1.013e0</w:t>
      </w:r>
    </w:p>
    <w:p w:rsidR="006974AE" w:rsidRDefault="006974AE" w:rsidP="006974AE">
      <w:r>
        <w:lastRenderedPageBreak/>
        <w:t>535.0018</w:t>
      </w:r>
      <w:r>
        <w:tab/>
        <w:t>1.013e0</w:t>
      </w:r>
    </w:p>
    <w:p w:rsidR="006974AE" w:rsidRDefault="006974AE" w:rsidP="006974AE">
      <w:r>
        <w:t>535.0156</w:t>
      </w:r>
      <w:r>
        <w:tab/>
        <w:t>1.013e0</w:t>
      </w:r>
    </w:p>
    <w:p w:rsidR="006974AE" w:rsidRDefault="006974AE" w:rsidP="006974AE">
      <w:r>
        <w:t>535.0364</w:t>
      </w:r>
      <w:r>
        <w:tab/>
        <w:t>5.063e0</w:t>
      </w:r>
    </w:p>
    <w:p w:rsidR="006974AE" w:rsidRDefault="006974AE" w:rsidP="006974AE">
      <w:r>
        <w:t>535.0886</w:t>
      </w:r>
      <w:r>
        <w:tab/>
        <w:t>1.013e0</w:t>
      </w:r>
    </w:p>
    <w:p w:rsidR="006974AE" w:rsidRDefault="006974AE" w:rsidP="006974AE">
      <w:r>
        <w:t>535.1133</w:t>
      </w:r>
      <w:r>
        <w:tab/>
        <w:t>1.013e0</w:t>
      </w:r>
    </w:p>
    <w:p w:rsidR="006974AE" w:rsidRDefault="006974AE" w:rsidP="006974AE">
      <w:r>
        <w:t>535.1318</w:t>
      </w:r>
      <w:r>
        <w:tab/>
        <w:t>1.013e0</w:t>
      </w:r>
    </w:p>
    <w:p w:rsidR="006974AE" w:rsidRDefault="006974AE" w:rsidP="006974AE">
      <w:r>
        <w:t>535.1765</w:t>
      </w:r>
      <w:r>
        <w:tab/>
        <w:t>4.692e0</w:t>
      </w:r>
    </w:p>
    <w:p w:rsidR="006974AE" w:rsidRDefault="006974AE" w:rsidP="006974AE">
      <w:r>
        <w:t>535.1781</w:t>
      </w:r>
      <w:r>
        <w:tab/>
        <w:t>3.804e0</w:t>
      </w:r>
    </w:p>
    <w:p w:rsidR="006974AE" w:rsidRDefault="006974AE" w:rsidP="006974AE">
      <w:r>
        <w:t>535.1824</w:t>
      </w:r>
      <w:r>
        <w:tab/>
        <w:t>2.025e0</w:t>
      </w:r>
    </w:p>
    <w:p w:rsidR="006974AE" w:rsidRDefault="006974AE" w:rsidP="006974AE">
      <w:r>
        <w:t>535.1993</w:t>
      </w:r>
      <w:r>
        <w:tab/>
        <w:t>2.025e0</w:t>
      </w:r>
    </w:p>
    <w:p w:rsidR="006974AE" w:rsidRDefault="006974AE" w:rsidP="006974AE">
      <w:r>
        <w:t>535.2222</w:t>
      </w:r>
      <w:r>
        <w:tab/>
        <w:t>5.458e0</w:t>
      </w:r>
    </w:p>
    <w:p w:rsidR="006974AE" w:rsidRDefault="006974AE" w:rsidP="006974AE">
      <w:r>
        <w:t>535.2303</w:t>
      </w:r>
      <w:r>
        <w:tab/>
        <w:t>2.660e0</w:t>
      </w:r>
    </w:p>
    <w:p w:rsidR="006974AE" w:rsidRDefault="006974AE" w:rsidP="006974AE">
      <w:r>
        <w:t>535.2427</w:t>
      </w:r>
      <w:r>
        <w:tab/>
        <w:t>1.013e0</w:t>
      </w:r>
    </w:p>
    <w:p w:rsidR="006974AE" w:rsidRDefault="006974AE" w:rsidP="006974AE">
      <w:r>
        <w:t>535.2513</w:t>
      </w:r>
      <w:r>
        <w:tab/>
        <w:t>2.327e0</w:t>
      </w:r>
    </w:p>
    <w:p w:rsidR="006974AE" w:rsidRDefault="006974AE" w:rsidP="006974AE">
      <w:r>
        <w:t>535.2705</w:t>
      </w:r>
      <w:r>
        <w:tab/>
        <w:t>1.013e0</w:t>
      </w:r>
    </w:p>
    <w:p w:rsidR="006974AE" w:rsidRDefault="006974AE" w:rsidP="006974AE">
      <w:r>
        <w:t>535.2847</w:t>
      </w:r>
      <w:r>
        <w:tab/>
        <w:t>3.038e0</w:t>
      </w:r>
    </w:p>
    <w:p w:rsidR="006974AE" w:rsidRDefault="006974AE" w:rsidP="006974AE">
      <w:r>
        <w:t>535.2859</w:t>
      </w:r>
      <w:r>
        <w:tab/>
        <w:t>2.692e0</w:t>
      </w:r>
    </w:p>
    <w:p w:rsidR="006974AE" w:rsidRDefault="006974AE" w:rsidP="006974AE">
      <w:r>
        <w:t>535.2941</w:t>
      </w:r>
      <w:r>
        <w:tab/>
        <w:t>1.882e0</w:t>
      </w:r>
    </w:p>
    <w:p w:rsidR="006974AE" w:rsidRDefault="006974AE" w:rsidP="006974AE">
      <w:r>
        <w:t>535.3160</w:t>
      </w:r>
      <w:r>
        <w:tab/>
        <w:t>2.025e0</w:t>
      </w:r>
    </w:p>
    <w:p w:rsidR="006974AE" w:rsidRDefault="006974AE" w:rsidP="006974AE">
      <w:r>
        <w:lastRenderedPageBreak/>
        <w:t>535.3278</w:t>
      </w:r>
      <w:r>
        <w:tab/>
        <w:t>1.013e0</w:t>
      </w:r>
    </w:p>
    <w:p w:rsidR="006974AE" w:rsidRDefault="006974AE" w:rsidP="006974AE">
      <w:r>
        <w:t>535.3352</w:t>
      </w:r>
      <w:r>
        <w:tab/>
        <w:t>1.013e0</w:t>
      </w:r>
    </w:p>
    <w:p w:rsidR="006974AE" w:rsidRDefault="006974AE" w:rsidP="006974AE">
      <w:r>
        <w:t>535.3443</w:t>
      </w:r>
      <w:r>
        <w:tab/>
        <w:t>1.013e0</w:t>
      </w:r>
    </w:p>
    <w:p w:rsidR="006974AE" w:rsidRDefault="006974AE" w:rsidP="006974AE">
      <w:r>
        <w:t>535.3530</w:t>
      </w:r>
      <w:r>
        <w:tab/>
        <w:t>1.013e0</w:t>
      </w:r>
    </w:p>
    <w:p w:rsidR="006974AE" w:rsidRDefault="006974AE" w:rsidP="006974AE">
      <w:r>
        <w:t>535.3584</w:t>
      </w:r>
      <w:r>
        <w:tab/>
        <w:t>2.025e0</w:t>
      </w:r>
    </w:p>
    <w:p w:rsidR="006974AE" w:rsidRDefault="006974AE" w:rsidP="006974AE">
      <w:r>
        <w:t>535.4085</w:t>
      </w:r>
      <w:r>
        <w:tab/>
        <w:t>1.013e0</w:t>
      </w:r>
    </w:p>
    <w:p w:rsidR="006974AE" w:rsidRDefault="006974AE" w:rsidP="006974AE">
      <w:r>
        <w:t>535.4174</w:t>
      </w:r>
      <w:r>
        <w:tab/>
        <w:t>3.038e0</w:t>
      </w:r>
    </w:p>
    <w:p w:rsidR="006974AE" w:rsidRDefault="006974AE" w:rsidP="006974AE">
      <w:r>
        <w:t>535.4388</w:t>
      </w:r>
      <w:r>
        <w:tab/>
        <w:t>1.013e0</w:t>
      </w:r>
    </w:p>
    <w:p w:rsidR="006974AE" w:rsidRDefault="006974AE" w:rsidP="006974AE">
      <w:r>
        <w:t>535.4455</w:t>
      </w:r>
      <w:r>
        <w:tab/>
        <w:t>1.013e0</w:t>
      </w:r>
    </w:p>
    <w:p w:rsidR="006974AE" w:rsidRDefault="006974AE" w:rsidP="006974AE">
      <w:r>
        <w:t>535.4572</w:t>
      </w:r>
      <w:r>
        <w:tab/>
        <w:t>1.013e0</w:t>
      </w:r>
    </w:p>
    <w:p w:rsidR="006974AE" w:rsidRDefault="006974AE" w:rsidP="006974AE">
      <w:r>
        <w:t>535.4749</w:t>
      </w:r>
      <w:r>
        <w:tab/>
        <w:t>1.013e0</w:t>
      </w:r>
    </w:p>
    <w:p w:rsidR="006974AE" w:rsidRDefault="006974AE" w:rsidP="006974AE">
      <w:r>
        <w:t>535.5380</w:t>
      </w:r>
      <w:r>
        <w:tab/>
        <w:t>1.013e0</w:t>
      </w:r>
    </w:p>
    <w:p w:rsidR="006974AE" w:rsidRDefault="006974AE" w:rsidP="006974AE">
      <w:r>
        <w:t>535.5571</w:t>
      </w:r>
      <w:r>
        <w:tab/>
        <w:t>1.013e0</w:t>
      </w:r>
    </w:p>
    <w:p w:rsidR="006974AE" w:rsidRDefault="006974AE" w:rsidP="006974AE">
      <w:r>
        <w:t>535.5643</w:t>
      </w:r>
      <w:r>
        <w:tab/>
        <w:t>1.013e0</w:t>
      </w:r>
    </w:p>
    <w:p w:rsidR="006974AE" w:rsidRDefault="006974AE" w:rsidP="006974AE">
      <w:r>
        <w:t>535.5665</w:t>
      </w:r>
      <w:r>
        <w:tab/>
        <w:t>3.038e0</w:t>
      </w:r>
    </w:p>
    <w:p w:rsidR="006974AE" w:rsidRDefault="006974AE" w:rsidP="006974AE">
      <w:r>
        <w:t>535.5750</w:t>
      </w:r>
      <w:r>
        <w:tab/>
        <w:t>1.013e0</w:t>
      </w:r>
    </w:p>
    <w:p w:rsidR="006974AE" w:rsidRDefault="006974AE" w:rsidP="006974AE">
      <w:r>
        <w:t>535.6194</w:t>
      </w:r>
      <w:r>
        <w:tab/>
        <w:t>1.013e0</w:t>
      </w:r>
    </w:p>
    <w:p w:rsidR="006974AE" w:rsidRDefault="006974AE" w:rsidP="006974AE">
      <w:r>
        <w:t>535.6271</w:t>
      </w:r>
      <w:r>
        <w:tab/>
        <w:t>2.025e0</w:t>
      </w:r>
    </w:p>
    <w:p w:rsidR="006974AE" w:rsidRDefault="006974AE" w:rsidP="006974AE">
      <w:r>
        <w:t>535.6589</w:t>
      </w:r>
      <w:r>
        <w:tab/>
        <w:t>2.025e0</w:t>
      </w:r>
    </w:p>
    <w:p w:rsidR="006974AE" w:rsidRDefault="006974AE" w:rsidP="006974AE">
      <w:r>
        <w:lastRenderedPageBreak/>
        <w:t>535.7034</w:t>
      </w:r>
      <w:r>
        <w:tab/>
        <w:t>3.038e0</w:t>
      </w:r>
    </w:p>
    <w:p w:rsidR="006974AE" w:rsidRDefault="006974AE" w:rsidP="006974AE">
      <w:r>
        <w:t>535.7236</w:t>
      </w:r>
      <w:r>
        <w:tab/>
        <w:t>1.013e0</w:t>
      </w:r>
    </w:p>
    <w:p w:rsidR="006974AE" w:rsidRDefault="006974AE" w:rsidP="006974AE">
      <w:r>
        <w:t>535.7488</w:t>
      </w:r>
      <w:r>
        <w:tab/>
        <w:t>1.013e0</w:t>
      </w:r>
    </w:p>
    <w:p w:rsidR="006974AE" w:rsidRDefault="006974AE" w:rsidP="006974AE">
      <w:r>
        <w:t>535.7784</w:t>
      </w:r>
      <w:r>
        <w:tab/>
        <w:t>1.013e0</w:t>
      </w:r>
    </w:p>
    <w:p w:rsidR="006974AE" w:rsidRDefault="006974AE" w:rsidP="006974AE">
      <w:r>
        <w:t>535.7963</w:t>
      </w:r>
      <w:r>
        <w:tab/>
        <w:t>2.025e0</w:t>
      </w:r>
    </w:p>
    <w:p w:rsidR="006974AE" w:rsidRDefault="006974AE" w:rsidP="006974AE">
      <w:r>
        <w:t>535.8026</w:t>
      </w:r>
      <w:r>
        <w:tab/>
        <w:t>2.025e0</w:t>
      </w:r>
    </w:p>
    <w:p w:rsidR="006974AE" w:rsidRDefault="006974AE" w:rsidP="006974AE">
      <w:r>
        <w:t>535.8217</w:t>
      </w:r>
      <w:r>
        <w:tab/>
        <w:t>1.013e0</w:t>
      </w:r>
    </w:p>
    <w:p w:rsidR="006974AE" w:rsidRDefault="006974AE" w:rsidP="006974AE">
      <w:r>
        <w:t>535.8316</w:t>
      </w:r>
      <w:r>
        <w:tab/>
        <w:t>2.025e0</w:t>
      </w:r>
    </w:p>
    <w:p w:rsidR="006974AE" w:rsidRDefault="006974AE" w:rsidP="006974AE">
      <w:r>
        <w:t>535.8432</w:t>
      </w:r>
      <w:r>
        <w:tab/>
        <w:t>1.013e0</w:t>
      </w:r>
    </w:p>
    <w:p w:rsidR="006974AE" w:rsidRDefault="006974AE" w:rsidP="006974AE">
      <w:r>
        <w:t>535.8474</w:t>
      </w:r>
      <w:r>
        <w:tab/>
        <w:t>2.025e0</w:t>
      </w:r>
    </w:p>
    <w:p w:rsidR="006974AE" w:rsidRDefault="006974AE" w:rsidP="006974AE">
      <w:r>
        <w:t>535.8522</w:t>
      </w:r>
      <w:r>
        <w:tab/>
        <w:t>3.038e0</w:t>
      </w:r>
    </w:p>
    <w:p w:rsidR="006974AE" w:rsidRDefault="006974AE" w:rsidP="006974AE">
      <w:r>
        <w:t>535.8759</w:t>
      </w:r>
      <w:r>
        <w:tab/>
        <w:t>2.025e0</w:t>
      </w:r>
    </w:p>
    <w:p w:rsidR="006974AE" w:rsidRDefault="006974AE" w:rsidP="006974AE">
      <w:r>
        <w:t>535.8770</w:t>
      </w:r>
      <w:r>
        <w:tab/>
        <w:t>1.013e0</w:t>
      </w:r>
    </w:p>
    <w:p w:rsidR="006974AE" w:rsidRDefault="006974AE" w:rsidP="006974AE">
      <w:r>
        <w:t>535.9141</w:t>
      </w:r>
      <w:r>
        <w:tab/>
        <w:t>3.038e0</w:t>
      </w:r>
    </w:p>
    <w:p w:rsidR="006974AE" w:rsidRDefault="006974AE" w:rsidP="006974AE">
      <w:r>
        <w:t>535.9325</w:t>
      </w:r>
      <w:r>
        <w:tab/>
        <w:t>2.025e0</w:t>
      </w:r>
    </w:p>
    <w:p w:rsidR="006974AE" w:rsidRDefault="006974AE" w:rsidP="006974AE">
      <w:r>
        <w:t>535.9457</w:t>
      </w:r>
      <w:r>
        <w:tab/>
        <w:t>1.013e0</w:t>
      </w:r>
    </w:p>
    <w:p w:rsidR="006974AE" w:rsidRDefault="006974AE" w:rsidP="006974AE">
      <w:r>
        <w:t>535.9542</w:t>
      </w:r>
      <w:r>
        <w:tab/>
        <w:t>1.013e0</w:t>
      </w:r>
    </w:p>
    <w:p w:rsidR="006974AE" w:rsidRDefault="006974AE" w:rsidP="006974AE">
      <w:r>
        <w:t>535.9642</w:t>
      </w:r>
      <w:r>
        <w:tab/>
        <w:t>2.025e0</w:t>
      </w:r>
    </w:p>
    <w:p w:rsidR="006974AE" w:rsidRDefault="006974AE" w:rsidP="006974AE">
      <w:r>
        <w:t>535.9690</w:t>
      </w:r>
      <w:r>
        <w:tab/>
        <w:t>1.013e0</w:t>
      </w:r>
    </w:p>
    <w:p w:rsidR="006974AE" w:rsidRDefault="006974AE" w:rsidP="006974AE">
      <w:r>
        <w:lastRenderedPageBreak/>
        <w:t>535.9709</w:t>
      </w:r>
      <w:r>
        <w:tab/>
        <w:t>3.038e0</w:t>
      </w:r>
    </w:p>
    <w:p w:rsidR="006974AE" w:rsidRDefault="006974AE" w:rsidP="006974AE">
      <w:r>
        <w:t>536.0190</w:t>
      </w:r>
      <w:r>
        <w:tab/>
        <w:t>1.013e0</w:t>
      </w:r>
    </w:p>
    <w:p w:rsidR="006974AE" w:rsidRDefault="006974AE" w:rsidP="006974AE">
      <w:r>
        <w:t>536.0237</w:t>
      </w:r>
      <w:r>
        <w:tab/>
        <w:t>6.076e0</w:t>
      </w:r>
    </w:p>
    <w:p w:rsidR="006974AE" w:rsidRDefault="006974AE" w:rsidP="006974AE">
      <w:r>
        <w:t>536.0610</w:t>
      </w:r>
      <w:r>
        <w:tab/>
        <w:t>1.013e0</w:t>
      </w:r>
    </w:p>
    <w:p w:rsidR="006974AE" w:rsidRDefault="006974AE" w:rsidP="006974AE">
      <w:r>
        <w:t>536.0641</w:t>
      </w:r>
      <w:r>
        <w:tab/>
        <w:t>2.025e0</w:t>
      </w:r>
    </w:p>
    <w:p w:rsidR="006974AE" w:rsidRDefault="006974AE" w:rsidP="006974AE">
      <w:r>
        <w:t>536.0660</w:t>
      </w:r>
      <w:r>
        <w:tab/>
        <w:t>1.013e0</w:t>
      </w:r>
    </w:p>
    <w:p w:rsidR="006974AE" w:rsidRDefault="006974AE" w:rsidP="006974AE">
      <w:r>
        <w:t>536.0746</w:t>
      </w:r>
      <w:r>
        <w:tab/>
        <w:t>1.013e0</w:t>
      </w:r>
    </w:p>
    <w:p w:rsidR="006974AE" w:rsidRDefault="006974AE" w:rsidP="006974AE">
      <w:r>
        <w:t>536.0884</w:t>
      </w:r>
      <w:r>
        <w:tab/>
        <w:t>2.025e0</w:t>
      </w:r>
    </w:p>
    <w:p w:rsidR="006974AE" w:rsidRDefault="006974AE" w:rsidP="006974AE">
      <w:r>
        <w:t>536.1169</w:t>
      </w:r>
      <w:r>
        <w:tab/>
        <w:t>1.013e0</w:t>
      </w:r>
    </w:p>
    <w:p w:rsidR="006974AE" w:rsidRDefault="006974AE" w:rsidP="006974AE">
      <w:r>
        <w:t>536.1308</w:t>
      </w:r>
      <w:r>
        <w:tab/>
        <w:t>1.013e0</w:t>
      </w:r>
    </w:p>
    <w:p w:rsidR="006974AE" w:rsidRDefault="006974AE" w:rsidP="006974AE">
      <w:r>
        <w:t>536.1346</w:t>
      </w:r>
      <w:r>
        <w:tab/>
        <w:t>1.013e0</w:t>
      </w:r>
    </w:p>
    <w:p w:rsidR="006974AE" w:rsidRDefault="006974AE" w:rsidP="006974AE">
      <w:r>
        <w:t>536.1594</w:t>
      </w:r>
      <w:r>
        <w:tab/>
        <w:t>6.076e0</w:t>
      </w:r>
    </w:p>
    <w:p w:rsidR="006974AE" w:rsidRDefault="006974AE" w:rsidP="006974AE">
      <w:r>
        <w:t>536.1718</w:t>
      </w:r>
      <w:r>
        <w:tab/>
        <w:t>2.025e0</w:t>
      </w:r>
    </w:p>
    <w:p w:rsidR="006974AE" w:rsidRDefault="006974AE" w:rsidP="006974AE">
      <w:r>
        <w:t>536.1781</w:t>
      </w:r>
      <w:r>
        <w:tab/>
        <w:t>2.025e0</w:t>
      </w:r>
    </w:p>
    <w:p w:rsidR="006974AE" w:rsidRDefault="006974AE" w:rsidP="006974AE">
      <w:r>
        <w:t>536.1904</w:t>
      </w:r>
      <w:r>
        <w:tab/>
        <w:t>3.038e0</w:t>
      </w:r>
    </w:p>
    <w:p w:rsidR="006974AE" w:rsidRDefault="006974AE" w:rsidP="006974AE">
      <w:r>
        <w:t>536.1940</w:t>
      </w:r>
      <w:r>
        <w:tab/>
        <w:t>4.313e0</w:t>
      </w:r>
    </w:p>
    <w:p w:rsidR="006974AE" w:rsidRDefault="006974AE" w:rsidP="006974AE">
      <w:r>
        <w:t>536.1961</w:t>
      </w:r>
      <w:r>
        <w:tab/>
        <w:t>1.934e0</w:t>
      </w:r>
    </w:p>
    <w:p w:rsidR="006974AE" w:rsidRDefault="006974AE" w:rsidP="006974AE">
      <w:r>
        <w:t>536.2369</w:t>
      </w:r>
      <w:r>
        <w:tab/>
        <w:t>2.025e0</w:t>
      </w:r>
    </w:p>
    <w:p w:rsidR="006974AE" w:rsidRDefault="006974AE" w:rsidP="006974AE">
      <w:r>
        <w:t>536.2928</w:t>
      </w:r>
      <w:r>
        <w:tab/>
        <w:t>3.038e0</w:t>
      </w:r>
    </w:p>
    <w:p w:rsidR="006974AE" w:rsidRDefault="006974AE" w:rsidP="006974AE">
      <w:r>
        <w:lastRenderedPageBreak/>
        <w:t>536.2974</w:t>
      </w:r>
      <w:r>
        <w:tab/>
        <w:t>1.013e0</w:t>
      </w:r>
    </w:p>
    <w:p w:rsidR="006974AE" w:rsidRDefault="006974AE" w:rsidP="006974AE">
      <w:r>
        <w:t>536.3005</w:t>
      </w:r>
      <w:r>
        <w:tab/>
        <w:t>3.038e0</w:t>
      </w:r>
    </w:p>
    <w:p w:rsidR="006974AE" w:rsidRDefault="006974AE" w:rsidP="006974AE">
      <w:r>
        <w:t>536.3199</w:t>
      </w:r>
      <w:r>
        <w:tab/>
        <w:t>2.025e0</w:t>
      </w:r>
    </w:p>
    <w:p w:rsidR="006974AE" w:rsidRDefault="006974AE" w:rsidP="006974AE">
      <w:r>
        <w:t>536.3524</w:t>
      </w:r>
      <w:r>
        <w:tab/>
        <w:t>1.013e0</w:t>
      </w:r>
    </w:p>
    <w:p w:rsidR="006974AE" w:rsidRDefault="006974AE" w:rsidP="006974AE">
      <w:r>
        <w:t>536.3746</w:t>
      </w:r>
      <w:r>
        <w:tab/>
        <w:t>1.013e0</w:t>
      </w:r>
    </w:p>
    <w:p w:rsidR="006974AE" w:rsidRDefault="006974AE" w:rsidP="006974AE">
      <w:r>
        <w:t>536.3823</w:t>
      </w:r>
      <w:r>
        <w:tab/>
        <w:t>2.025e0</w:t>
      </w:r>
    </w:p>
    <w:p w:rsidR="006974AE" w:rsidRDefault="006974AE" w:rsidP="006974AE">
      <w:r>
        <w:t>536.4178</w:t>
      </w:r>
      <w:r>
        <w:tab/>
        <w:t>1.013e0</w:t>
      </w:r>
    </w:p>
    <w:p w:rsidR="006974AE" w:rsidRDefault="006974AE" w:rsidP="006974AE">
      <w:r>
        <w:t>536.4271</w:t>
      </w:r>
      <w:r>
        <w:tab/>
        <w:t>1.013e0</w:t>
      </w:r>
    </w:p>
    <w:p w:rsidR="006974AE" w:rsidRDefault="006974AE" w:rsidP="006974AE">
      <w:r>
        <w:t>536.4659</w:t>
      </w:r>
      <w:r>
        <w:tab/>
        <w:t>1.013e0</w:t>
      </w:r>
    </w:p>
    <w:p w:rsidR="006974AE" w:rsidRDefault="006974AE" w:rsidP="006974AE">
      <w:r>
        <w:t>536.5045</w:t>
      </w:r>
      <w:r>
        <w:tab/>
        <w:t>2.025e0</w:t>
      </w:r>
    </w:p>
    <w:p w:rsidR="006974AE" w:rsidRDefault="006974AE" w:rsidP="006974AE">
      <w:r>
        <w:t>536.5744</w:t>
      </w:r>
      <w:r>
        <w:tab/>
        <w:t>1.013e0</w:t>
      </w:r>
    </w:p>
    <w:p w:rsidR="006974AE" w:rsidRDefault="006974AE" w:rsidP="006974AE">
      <w:r>
        <w:t>536.6024</w:t>
      </w:r>
      <w:r>
        <w:tab/>
        <w:t>1.013e0</w:t>
      </w:r>
    </w:p>
    <w:p w:rsidR="006974AE" w:rsidRDefault="006974AE" w:rsidP="006974AE">
      <w:r>
        <w:t>536.6218</w:t>
      </w:r>
      <w:r>
        <w:tab/>
        <w:t>3.038e0</w:t>
      </w:r>
    </w:p>
    <w:p w:rsidR="006974AE" w:rsidRDefault="006974AE" w:rsidP="006974AE">
      <w:r>
        <w:t>536.6479</w:t>
      </w:r>
      <w:r>
        <w:tab/>
        <w:t>1.013e0</w:t>
      </w:r>
    </w:p>
    <w:p w:rsidR="006974AE" w:rsidRDefault="006974AE" w:rsidP="006974AE">
      <w:r>
        <w:t>536.7056</w:t>
      </w:r>
      <w:r>
        <w:tab/>
        <w:t>1.013e0</w:t>
      </w:r>
    </w:p>
    <w:p w:rsidR="006974AE" w:rsidRDefault="006974AE" w:rsidP="006974AE">
      <w:r>
        <w:t>536.7233</w:t>
      </w:r>
      <w:r>
        <w:tab/>
        <w:t>1.013e0</w:t>
      </w:r>
    </w:p>
    <w:p w:rsidR="006974AE" w:rsidRDefault="006974AE" w:rsidP="006974AE">
      <w:r>
        <w:t>536.7392</w:t>
      </w:r>
      <w:r>
        <w:tab/>
        <w:t>1.013e0</w:t>
      </w:r>
    </w:p>
    <w:p w:rsidR="006974AE" w:rsidRDefault="006974AE" w:rsidP="006974AE">
      <w:r>
        <w:t>536.7505</w:t>
      </w:r>
      <w:r>
        <w:tab/>
        <w:t>2.025e0</w:t>
      </w:r>
    </w:p>
    <w:p w:rsidR="006974AE" w:rsidRDefault="006974AE" w:rsidP="006974AE">
      <w:r>
        <w:t>536.7785</w:t>
      </w:r>
      <w:r>
        <w:tab/>
        <w:t>1.013e0</w:t>
      </w:r>
    </w:p>
    <w:p w:rsidR="006974AE" w:rsidRDefault="006974AE" w:rsidP="006974AE">
      <w:r>
        <w:lastRenderedPageBreak/>
        <w:t>536.8063</w:t>
      </w:r>
      <w:r>
        <w:tab/>
        <w:t>1.013e0</w:t>
      </w:r>
    </w:p>
    <w:p w:rsidR="006974AE" w:rsidRDefault="006974AE" w:rsidP="006974AE">
      <w:r>
        <w:t>536.8348</w:t>
      </w:r>
      <w:r>
        <w:tab/>
        <w:t>5.063e0</w:t>
      </w:r>
    </w:p>
    <w:p w:rsidR="006974AE" w:rsidRDefault="006974AE" w:rsidP="006974AE">
      <w:r>
        <w:t>536.8602</w:t>
      </w:r>
      <w:r>
        <w:tab/>
        <w:t>2.025e0</w:t>
      </w:r>
    </w:p>
    <w:p w:rsidR="006974AE" w:rsidRDefault="006974AE" w:rsidP="006974AE">
      <w:r>
        <w:t>536.8870</w:t>
      </w:r>
      <w:r>
        <w:tab/>
        <w:t>1.013e0</w:t>
      </w:r>
    </w:p>
    <w:p w:rsidR="006974AE" w:rsidRDefault="006974AE" w:rsidP="006974AE">
      <w:r>
        <w:t>536.8990</w:t>
      </w:r>
      <w:r>
        <w:tab/>
        <w:t>1.013e0</w:t>
      </w:r>
    </w:p>
    <w:p w:rsidR="006974AE" w:rsidRDefault="006974AE" w:rsidP="006974AE">
      <w:r>
        <w:t>536.9047</w:t>
      </w:r>
      <w:r>
        <w:tab/>
        <w:t>1.013e0</w:t>
      </w:r>
    </w:p>
    <w:p w:rsidR="006974AE" w:rsidRDefault="006974AE" w:rsidP="006974AE">
      <w:r>
        <w:t>536.9178</w:t>
      </w:r>
      <w:r>
        <w:tab/>
        <w:t>2.025e0</w:t>
      </w:r>
    </w:p>
    <w:p w:rsidR="006974AE" w:rsidRDefault="006974AE" w:rsidP="006974AE">
      <w:r>
        <w:t>536.9361</w:t>
      </w:r>
      <w:r>
        <w:tab/>
        <w:t>1.013e0</w:t>
      </w:r>
    </w:p>
    <w:p w:rsidR="006974AE" w:rsidRDefault="006974AE" w:rsidP="006974AE">
      <w:r>
        <w:t>536.9546</w:t>
      </w:r>
      <w:r>
        <w:tab/>
        <w:t>1.013e0</w:t>
      </w:r>
    </w:p>
    <w:p w:rsidR="006974AE" w:rsidRDefault="006974AE" w:rsidP="006974AE">
      <w:r>
        <w:t>536.9890</w:t>
      </w:r>
      <w:r>
        <w:tab/>
        <w:t>2.025e0</w:t>
      </w:r>
    </w:p>
    <w:p w:rsidR="006974AE" w:rsidRDefault="006974AE" w:rsidP="006974AE">
      <w:r>
        <w:t>537.0110</w:t>
      </w:r>
      <w:r>
        <w:tab/>
        <w:t>2.025e0</w:t>
      </w:r>
    </w:p>
    <w:p w:rsidR="006974AE" w:rsidRDefault="006974AE" w:rsidP="006974AE">
      <w:r>
        <w:t>537.0159</w:t>
      </w:r>
      <w:r>
        <w:tab/>
        <w:t>1.013e0</w:t>
      </w:r>
    </w:p>
    <w:p w:rsidR="006974AE" w:rsidRDefault="006974AE" w:rsidP="006974AE">
      <w:r>
        <w:t>537.0527</w:t>
      </w:r>
      <w:r>
        <w:tab/>
        <w:t>2.025e0</w:t>
      </w:r>
    </w:p>
    <w:p w:rsidR="006974AE" w:rsidRDefault="006974AE" w:rsidP="006974AE">
      <w:r>
        <w:t>537.0569</w:t>
      </w:r>
      <w:r>
        <w:tab/>
        <w:t>2.025e0</w:t>
      </w:r>
    </w:p>
    <w:p w:rsidR="006974AE" w:rsidRDefault="006974AE" w:rsidP="006974AE">
      <w:r>
        <w:t>537.0662</w:t>
      </w:r>
      <w:r>
        <w:tab/>
        <w:t>2.025e0</w:t>
      </w:r>
    </w:p>
    <w:p w:rsidR="006974AE" w:rsidRDefault="006974AE" w:rsidP="006974AE">
      <w:r>
        <w:t>537.0817</w:t>
      </w:r>
      <w:r>
        <w:tab/>
        <w:t>2.025e0</w:t>
      </w:r>
    </w:p>
    <w:p w:rsidR="006974AE" w:rsidRDefault="006974AE" w:rsidP="006974AE">
      <w:r>
        <w:t>537.0984</w:t>
      </w:r>
      <w:r>
        <w:tab/>
        <w:t>2.025e0</w:t>
      </w:r>
    </w:p>
    <w:p w:rsidR="006974AE" w:rsidRDefault="006974AE" w:rsidP="006974AE">
      <w:r>
        <w:t>537.1263</w:t>
      </w:r>
      <w:r>
        <w:tab/>
        <w:t>1.013e0</w:t>
      </w:r>
    </w:p>
    <w:p w:rsidR="006974AE" w:rsidRDefault="006974AE" w:rsidP="006974AE">
      <w:r>
        <w:t>537.1448</w:t>
      </w:r>
      <w:r>
        <w:tab/>
        <w:t>1.013e0</w:t>
      </w:r>
    </w:p>
    <w:p w:rsidR="006974AE" w:rsidRDefault="006974AE" w:rsidP="006974AE">
      <w:r>
        <w:lastRenderedPageBreak/>
        <w:t>537.1500</w:t>
      </w:r>
      <w:r>
        <w:tab/>
        <w:t>1.013e0</w:t>
      </w:r>
    </w:p>
    <w:p w:rsidR="006974AE" w:rsidRDefault="006974AE" w:rsidP="006974AE">
      <w:r>
        <w:t>537.1586</w:t>
      </w:r>
      <w:r>
        <w:tab/>
        <w:t>1.013e0</w:t>
      </w:r>
    </w:p>
    <w:p w:rsidR="006974AE" w:rsidRDefault="006974AE" w:rsidP="006974AE">
      <w:r>
        <w:t>537.1661</w:t>
      </w:r>
      <w:r>
        <w:tab/>
        <w:t>1.537e0</w:t>
      </w:r>
    </w:p>
    <w:p w:rsidR="006974AE" w:rsidRDefault="006974AE" w:rsidP="006974AE">
      <w:r>
        <w:t>537.1818</w:t>
      </w:r>
      <w:r>
        <w:tab/>
        <w:t>2.375e0</w:t>
      </w:r>
    </w:p>
    <w:p w:rsidR="006974AE" w:rsidRDefault="006974AE" w:rsidP="006974AE">
      <w:r>
        <w:t>537.1993</w:t>
      </w:r>
      <w:r>
        <w:tab/>
        <w:t>1.013e0</w:t>
      </w:r>
    </w:p>
    <w:p w:rsidR="006974AE" w:rsidRDefault="006974AE" w:rsidP="006974AE">
      <w:r>
        <w:t>537.2149</w:t>
      </w:r>
      <w:r>
        <w:tab/>
        <w:t>1.013e0</w:t>
      </w:r>
    </w:p>
    <w:p w:rsidR="006974AE" w:rsidRDefault="006974AE" w:rsidP="006974AE">
      <w:r>
        <w:t>537.2242</w:t>
      </w:r>
      <w:r>
        <w:tab/>
        <w:t>1.013e0</w:t>
      </w:r>
    </w:p>
    <w:p w:rsidR="006974AE" w:rsidRDefault="006974AE" w:rsidP="006974AE">
      <w:r>
        <w:t>537.2729</w:t>
      </w:r>
      <w:r>
        <w:tab/>
        <w:t>1.013e0</w:t>
      </w:r>
    </w:p>
    <w:p w:rsidR="006974AE" w:rsidRDefault="006974AE" w:rsidP="006974AE">
      <w:r>
        <w:t>537.3054</w:t>
      </w:r>
      <w:r>
        <w:tab/>
        <w:t>1.951e0</w:t>
      </w:r>
    </w:p>
    <w:p w:rsidR="006974AE" w:rsidRDefault="006974AE" w:rsidP="006974AE">
      <w:r>
        <w:t>537.3098</w:t>
      </w:r>
      <w:r>
        <w:tab/>
        <w:t>1.013e0</w:t>
      </w:r>
    </w:p>
    <w:p w:rsidR="006974AE" w:rsidRDefault="006974AE" w:rsidP="006974AE">
      <w:r>
        <w:t>537.3145</w:t>
      </w:r>
      <w:r>
        <w:tab/>
        <w:t>2.025e0</w:t>
      </w:r>
    </w:p>
    <w:p w:rsidR="006974AE" w:rsidRDefault="006974AE" w:rsidP="006974AE">
      <w:r>
        <w:t>537.3170</w:t>
      </w:r>
      <w:r>
        <w:tab/>
        <w:t>1.013e0</w:t>
      </w:r>
    </w:p>
    <w:p w:rsidR="006974AE" w:rsidRDefault="006974AE" w:rsidP="006974AE">
      <w:r>
        <w:t>537.3262</w:t>
      </w:r>
      <w:r>
        <w:tab/>
        <w:t>2.025e0</w:t>
      </w:r>
    </w:p>
    <w:p w:rsidR="006974AE" w:rsidRDefault="006974AE" w:rsidP="006974AE">
      <w:r>
        <w:t>537.3355</w:t>
      </w:r>
      <w:r>
        <w:tab/>
        <w:t>1.013e0</w:t>
      </w:r>
    </w:p>
    <w:p w:rsidR="006974AE" w:rsidRDefault="006974AE" w:rsidP="006974AE">
      <w:r>
        <w:t>537.3624</w:t>
      </w:r>
      <w:r>
        <w:tab/>
        <w:t>1.013e0</w:t>
      </w:r>
    </w:p>
    <w:p w:rsidR="006974AE" w:rsidRDefault="006974AE" w:rsidP="006974AE">
      <w:r>
        <w:t>537.4091</w:t>
      </w:r>
      <w:r>
        <w:tab/>
        <w:t>1.013e0</w:t>
      </w:r>
    </w:p>
    <w:p w:rsidR="006974AE" w:rsidRDefault="006974AE" w:rsidP="006974AE">
      <w:r>
        <w:t>537.4124</w:t>
      </w:r>
      <w:r>
        <w:tab/>
        <w:t>2.025e0</w:t>
      </w:r>
    </w:p>
    <w:p w:rsidR="006974AE" w:rsidRDefault="006974AE" w:rsidP="006974AE">
      <w:r>
        <w:t>537.4208</w:t>
      </w:r>
      <w:r>
        <w:tab/>
        <w:t>1.013e0</w:t>
      </w:r>
    </w:p>
    <w:p w:rsidR="006974AE" w:rsidRDefault="006974AE" w:rsidP="006974AE">
      <w:r>
        <w:t>537.4715</w:t>
      </w:r>
      <w:r>
        <w:tab/>
        <w:t>3.038e0</w:t>
      </w:r>
    </w:p>
    <w:p w:rsidR="006974AE" w:rsidRDefault="006974AE" w:rsidP="006974AE">
      <w:r>
        <w:lastRenderedPageBreak/>
        <w:t>537.5126</w:t>
      </w:r>
      <w:r>
        <w:tab/>
        <w:t>1.013e0</w:t>
      </w:r>
    </w:p>
    <w:p w:rsidR="006974AE" w:rsidRDefault="006974AE" w:rsidP="006974AE">
      <w:r>
        <w:t>537.5233</w:t>
      </w:r>
      <w:r>
        <w:tab/>
        <w:t>2.025e0</w:t>
      </w:r>
    </w:p>
    <w:p w:rsidR="006974AE" w:rsidRDefault="006974AE" w:rsidP="006974AE">
      <w:r>
        <w:t>537.5310</w:t>
      </w:r>
      <w:r>
        <w:tab/>
        <w:t>1.013e0</w:t>
      </w:r>
    </w:p>
    <w:p w:rsidR="006974AE" w:rsidRDefault="006974AE" w:rsidP="006974AE">
      <w:r>
        <w:t>537.5330</w:t>
      </w:r>
      <w:r>
        <w:tab/>
        <w:t>8.101e0</w:t>
      </w:r>
    </w:p>
    <w:p w:rsidR="006974AE" w:rsidRDefault="006974AE" w:rsidP="006974AE">
      <w:r>
        <w:t>537.5355</w:t>
      </w:r>
      <w:r>
        <w:tab/>
        <w:t>3.038e0</w:t>
      </w:r>
    </w:p>
    <w:p w:rsidR="006974AE" w:rsidRDefault="006974AE" w:rsidP="006974AE">
      <w:r>
        <w:t>537.5487</w:t>
      </w:r>
      <w:r>
        <w:tab/>
        <w:t>1.013e0</w:t>
      </w:r>
    </w:p>
    <w:p w:rsidR="006974AE" w:rsidRDefault="006974AE" w:rsidP="006974AE">
      <w:r>
        <w:t>537.6228</w:t>
      </w:r>
      <w:r>
        <w:tab/>
        <w:t>2.025e0</w:t>
      </w:r>
    </w:p>
    <w:p w:rsidR="006974AE" w:rsidRDefault="006974AE" w:rsidP="006974AE">
      <w:r>
        <w:t>537.6510</w:t>
      </w:r>
      <w:r>
        <w:tab/>
        <w:t>1.013e0</w:t>
      </w:r>
    </w:p>
    <w:p w:rsidR="006974AE" w:rsidRDefault="006974AE" w:rsidP="006974AE">
      <w:r>
        <w:t>537.6611</w:t>
      </w:r>
      <w:r>
        <w:tab/>
        <w:t>2.025e0</w:t>
      </w:r>
    </w:p>
    <w:p w:rsidR="006974AE" w:rsidRDefault="006974AE" w:rsidP="006974AE">
      <w:r>
        <w:t>537.6782</w:t>
      </w:r>
      <w:r>
        <w:tab/>
        <w:t>2.025e0</w:t>
      </w:r>
    </w:p>
    <w:p w:rsidR="006974AE" w:rsidRDefault="006974AE" w:rsidP="006974AE">
      <w:r>
        <w:t>537.7153</w:t>
      </w:r>
      <w:r>
        <w:tab/>
        <w:t>1.013e0</w:t>
      </w:r>
    </w:p>
    <w:p w:rsidR="006974AE" w:rsidRDefault="006974AE" w:rsidP="006974AE">
      <w:r>
        <w:t>537.7250</w:t>
      </w:r>
      <w:r>
        <w:tab/>
        <w:t>2.025e0</w:t>
      </w:r>
    </w:p>
    <w:p w:rsidR="006974AE" w:rsidRDefault="006974AE" w:rsidP="006974AE">
      <w:r>
        <w:t>537.7308</w:t>
      </w:r>
      <w:r>
        <w:tab/>
        <w:t>1.013e0</w:t>
      </w:r>
    </w:p>
    <w:p w:rsidR="006974AE" w:rsidRDefault="006974AE" w:rsidP="006974AE">
      <w:r>
        <w:t>537.7493</w:t>
      </w:r>
      <w:r>
        <w:tab/>
        <w:t>1.013e0</w:t>
      </w:r>
    </w:p>
    <w:p w:rsidR="006974AE" w:rsidRDefault="006974AE" w:rsidP="006974AE">
      <w:r>
        <w:t>537.7861</w:t>
      </w:r>
      <w:r>
        <w:tab/>
        <w:t>2.025e0</w:t>
      </w:r>
    </w:p>
    <w:p w:rsidR="006974AE" w:rsidRDefault="006974AE" w:rsidP="006974AE">
      <w:r>
        <w:t>537.7952</w:t>
      </w:r>
      <w:r>
        <w:tab/>
        <w:t>4.051e0</w:t>
      </w:r>
    </w:p>
    <w:p w:rsidR="006974AE" w:rsidRDefault="006974AE" w:rsidP="006974AE">
      <w:r>
        <w:t>537.8413</w:t>
      </w:r>
      <w:r>
        <w:tab/>
        <w:t>2.025e0</w:t>
      </w:r>
    </w:p>
    <w:p w:rsidR="006974AE" w:rsidRDefault="006974AE" w:rsidP="006974AE">
      <w:r>
        <w:t>537.8591</w:t>
      </w:r>
      <w:r>
        <w:tab/>
        <w:t>1.013e0</w:t>
      </w:r>
    </w:p>
    <w:p w:rsidR="006974AE" w:rsidRDefault="006974AE" w:rsidP="006974AE">
      <w:r>
        <w:t>537.8606</w:t>
      </w:r>
      <w:r>
        <w:tab/>
        <w:t>3.038e0</w:t>
      </w:r>
    </w:p>
    <w:p w:rsidR="006974AE" w:rsidRDefault="006974AE" w:rsidP="006974AE">
      <w:r>
        <w:lastRenderedPageBreak/>
        <w:t>537.8645</w:t>
      </w:r>
      <w:r>
        <w:tab/>
        <w:t>1.013e0</w:t>
      </w:r>
    </w:p>
    <w:p w:rsidR="006974AE" w:rsidRDefault="006974AE" w:rsidP="006974AE">
      <w:r>
        <w:t>537.8775</w:t>
      </w:r>
      <w:r>
        <w:tab/>
        <w:t>1.013e0</w:t>
      </w:r>
    </w:p>
    <w:p w:rsidR="006974AE" w:rsidRDefault="006974AE" w:rsidP="006974AE">
      <w:r>
        <w:t>537.8824</w:t>
      </w:r>
      <w:r>
        <w:tab/>
        <w:t>1.013e0</w:t>
      </w:r>
    </w:p>
    <w:p w:rsidR="006974AE" w:rsidRDefault="006974AE" w:rsidP="006974AE">
      <w:r>
        <w:t>537.9202</w:t>
      </w:r>
      <w:r>
        <w:tab/>
        <w:t>1.013e0</w:t>
      </w:r>
    </w:p>
    <w:p w:rsidR="006974AE" w:rsidRDefault="006974AE" w:rsidP="006974AE">
      <w:r>
        <w:t>537.9572</w:t>
      </w:r>
      <w:r>
        <w:tab/>
        <w:t>3.038e0</w:t>
      </w:r>
    </w:p>
    <w:p w:rsidR="006974AE" w:rsidRDefault="006974AE" w:rsidP="006974AE">
      <w:r>
        <w:t>537.9760</w:t>
      </w:r>
      <w:r>
        <w:tab/>
        <w:t>1.013e0</w:t>
      </w:r>
    </w:p>
    <w:p w:rsidR="006974AE" w:rsidRDefault="006974AE" w:rsidP="006974AE">
      <w:r>
        <w:t>538.0032</w:t>
      </w:r>
      <w:r>
        <w:tab/>
        <w:t>1.013e0</w:t>
      </w:r>
    </w:p>
    <w:p w:rsidR="006974AE" w:rsidRDefault="006974AE" w:rsidP="006974AE">
      <w:r>
        <w:t>538.0224</w:t>
      </w:r>
      <w:r>
        <w:tab/>
        <w:t>1.013e0</w:t>
      </w:r>
    </w:p>
    <w:p w:rsidR="006974AE" w:rsidRDefault="006974AE" w:rsidP="006974AE">
      <w:r>
        <w:t>538.0403</w:t>
      </w:r>
      <w:r>
        <w:tab/>
        <w:t>3.038e0</w:t>
      </w:r>
    </w:p>
    <w:p w:rsidR="006974AE" w:rsidRDefault="006974AE" w:rsidP="006974AE">
      <w:r>
        <w:t>538.0496</w:t>
      </w:r>
      <w:r>
        <w:tab/>
        <w:t>1.013e0</w:t>
      </w:r>
    </w:p>
    <w:p w:rsidR="006974AE" w:rsidRDefault="006974AE" w:rsidP="006974AE">
      <w:r>
        <w:t>538.0806</w:t>
      </w:r>
      <w:r>
        <w:tab/>
        <w:t>2.025e0</w:t>
      </w:r>
    </w:p>
    <w:p w:rsidR="006974AE" w:rsidRDefault="006974AE" w:rsidP="006974AE">
      <w:r>
        <w:t>538.0846</w:t>
      </w:r>
      <w:r>
        <w:tab/>
        <w:t>5.768e0</w:t>
      </w:r>
    </w:p>
    <w:p w:rsidR="006974AE" w:rsidRDefault="006974AE" w:rsidP="006974AE">
      <w:r>
        <w:t>538.0874</w:t>
      </w:r>
      <w:r>
        <w:tab/>
        <w:t>1.013e0</w:t>
      </w:r>
    </w:p>
    <w:p w:rsidR="006974AE" w:rsidRDefault="006974AE" w:rsidP="006974AE">
      <w:r>
        <w:t>538.1425</w:t>
      </w:r>
      <w:r>
        <w:tab/>
        <w:t>1.013e0</w:t>
      </w:r>
    </w:p>
    <w:p w:rsidR="006974AE" w:rsidRDefault="006974AE" w:rsidP="006974AE">
      <w:r>
        <w:t>538.1509</w:t>
      </w:r>
      <w:r>
        <w:tab/>
        <w:t>1.013e0</w:t>
      </w:r>
    </w:p>
    <w:p w:rsidR="006974AE" w:rsidRDefault="006974AE" w:rsidP="006974AE">
      <w:r>
        <w:t>538.1663</w:t>
      </w:r>
      <w:r>
        <w:tab/>
        <w:t>2.550e0</w:t>
      </w:r>
    </w:p>
    <w:p w:rsidR="006974AE" w:rsidRDefault="006974AE" w:rsidP="006974AE">
      <w:r>
        <w:t>538.1803</w:t>
      </w:r>
      <w:r>
        <w:tab/>
        <w:t>5.019e0</w:t>
      </w:r>
    </w:p>
    <w:p w:rsidR="006974AE" w:rsidRDefault="006974AE" w:rsidP="006974AE">
      <w:r>
        <w:t>538.1877</w:t>
      </w:r>
      <w:r>
        <w:tab/>
        <w:t>1.013e0</w:t>
      </w:r>
    </w:p>
    <w:p w:rsidR="006974AE" w:rsidRDefault="006974AE" w:rsidP="006974AE">
      <w:r>
        <w:t>538.2374</w:t>
      </w:r>
      <w:r>
        <w:tab/>
        <w:t>3.326e0</w:t>
      </w:r>
    </w:p>
    <w:p w:rsidR="006974AE" w:rsidRDefault="006974AE" w:rsidP="006974AE">
      <w:r>
        <w:lastRenderedPageBreak/>
        <w:t>538.2454</w:t>
      </w:r>
      <w:r>
        <w:tab/>
        <w:t>2.025e0</w:t>
      </w:r>
    </w:p>
    <w:p w:rsidR="006974AE" w:rsidRDefault="006974AE" w:rsidP="006974AE">
      <w:r>
        <w:t>538.2796</w:t>
      </w:r>
      <w:r>
        <w:tab/>
        <w:t>1.013e0</w:t>
      </w:r>
    </w:p>
    <w:p w:rsidR="006974AE" w:rsidRDefault="006974AE" w:rsidP="006974AE">
      <w:r>
        <w:t>538.3097</w:t>
      </w:r>
      <w:r>
        <w:tab/>
        <w:t>1.013e0</w:t>
      </w:r>
    </w:p>
    <w:p w:rsidR="006974AE" w:rsidRDefault="006974AE" w:rsidP="006974AE">
      <w:r>
        <w:t>538.3201</w:t>
      </w:r>
      <w:r>
        <w:tab/>
        <w:t>2.025e0</w:t>
      </w:r>
    </w:p>
    <w:p w:rsidR="006974AE" w:rsidRDefault="006974AE" w:rsidP="006974AE">
      <w:r>
        <w:t>538.3277</w:t>
      </w:r>
      <w:r>
        <w:tab/>
        <w:t>3.038e0</w:t>
      </w:r>
    </w:p>
    <w:p w:rsidR="006974AE" w:rsidRDefault="006974AE" w:rsidP="006974AE">
      <w:r>
        <w:t>538.3475</w:t>
      </w:r>
      <w:r>
        <w:tab/>
        <w:t>1.013e0</w:t>
      </w:r>
    </w:p>
    <w:p w:rsidR="006974AE" w:rsidRDefault="006974AE" w:rsidP="006974AE">
      <w:r>
        <w:t>538.3583</w:t>
      </w:r>
      <w:r>
        <w:tab/>
        <w:t>3.192e0</w:t>
      </w:r>
    </w:p>
    <w:p w:rsidR="006974AE" w:rsidRDefault="006974AE" w:rsidP="006974AE">
      <w:r>
        <w:t>538.3661</w:t>
      </w:r>
      <w:r>
        <w:tab/>
        <w:t>1.013e0</w:t>
      </w:r>
    </w:p>
    <w:p w:rsidR="006974AE" w:rsidRDefault="006974AE" w:rsidP="006974AE">
      <w:r>
        <w:t>538.3973</w:t>
      </w:r>
      <w:r>
        <w:tab/>
        <w:t>2.025e0</w:t>
      </w:r>
    </w:p>
    <w:p w:rsidR="006974AE" w:rsidRDefault="006974AE" w:rsidP="006974AE">
      <w:r>
        <w:t>538.4091</w:t>
      </w:r>
      <w:r>
        <w:tab/>
        <w:t>1.013e0</w:t>
      </w:r>
    </w:p>
    <w:p w:rsidR="006974AE" w:rsidRDefault="006974AE" w:rsidP="006974AE">
      <w:r>
        <w:t>538.4398</w:t>
      </w:r>
      <w:r>
        <w:tab/>
        <w:t>1.013e0</w:t>
      </w:r>
    </w:p>
    <w:p w:rsidR="006974AE" w:rsidRDefault="006974AE" w:rsidP="006974AE">
      <w:r>
        <w:t>538.4423</w:t>
      </w:r>
      <w:r>
        <w:tab/>
        <w:t>2.025e0</w:t>
      </w:r>
    </w:p>
    <w:p w:rsidR="006974AE" w:rsidRDefault="006974AE" w:rsidP="006974AE">
      <w:r>
        <w:t>538.4591</w:t>
      </w:r>
      <w:r>
        <w:tab/>
        <w:t>2.025e0</w:t>
      </w:r>
    </w:p>
    <w:p w:rsidR="006974AE" w:rsidRDefault="006974AE" w:rsidP="006974AE">
      <w:r>
        <w:t>538.4816</w:t>
      </w:r>
      <w:r>
        <w:tab/>
        <w:t>2.025e0</w:t>
      </w:r>
    </w:p>
    <w:p w:rsidR="006974AE" w:rsidRDefault="006974AE" w:rsidP="006974AE">
      <w:r>
        <w:t>538.5038</w:t>
      </w:r>
      <w:r>
        <w:tab/>
        <w:t>3.038e0</w:t>
      </w:r>
    </w:p>
    <w:p w:rsidR="006974AE" w:rsidRDefault="006974AE" w:rsidP="006974AE">
      <w:r>
        <w:t>538.5057</w:t>
      </w:r>
      <w:r>
        <w:tab/>
        <w:t>3.038e0</w:t>
      </w:r>
    </w:p>
    <w:p w:rsidR="006974AE" w:rsidRDefault="006974AE" w:rsidP="006974AE">
      <w:r>
        <w:t>538.5138</w:t>
      </w:r>
      <w:r>
        <w:tab/>
        <w:t>6.076e0</w:t>
      </w:r>
    </w:p>
    <w:p w:rsidR="006974AE" w:rsidRDefault="006974AE" w:rsidP="006974AE">
      <w:r>
        <w:t>538.5275</w:t>
      </w:r>
      <w:r>
        <w:tab/>
        <w:t>2.025e0</w:t>
      </w:r>
    </w:p>
    <w:p w:rsidR="006974AE" w:rsidRDefault="006974AE" w:rsidP="006974AE">
      <w:r>
        <w:t>538.5373</w:t>
      </w:r>
      <w:r>
        <w:tab/>
        <w:t>1.013e0</w:t>
      </w:r>
    </w:p>
    <w:p w:rsidR="006974AE" w:rsidRDefault="006974AE" w:rsidP="006974AE">
      <w:r>
        <w:lastRenderedPageBreak/>
        <w:t>538.5388</w:t>
      </w:r>
      <w:r>
        <w:tab/>
        <w:t>4.051e0</w:t>
      </w:r>
    </w:p>
    <w:p w:rsidR="006974AE" w:rsidRDefault="006974AE" w:rsidP="006974AE">
      <w:r>
        <w:t>538.5925</w:t>
      </w:r>
      <w:r>
        <w:tab/>
        <w:t>1.013e0</w:t>
      </w:r>
    </w:p>
    <w:p w:rsidR="006974AE" w:rsidRDefault="006974AE" w:rsidP="006974AE">
      <w:r>
        <w:t>538.5985</w:t>
      </w:r>
      <w:r>
        <w:tab/>
        <w:t>1.013e0</w:t>
      </w:r>
    </w:p>
    <w:p w:rsidR="006974AE" w:rsidRDefault="006974AE" w:rsidP="006974AE">
      <w:r>
        <w:t>538.6078</w:t>
      </w:r>
      <w:r>
        <w:tab/>
        <w:t>1.013e0</w:t>
      </w:r>
    </w:p>
    <w:p w:rsidR="006974AE" w:rsidRDefault="006974AE" w:rsidP="006974AE">
      <w:r>
        <w:t>538.6257</w:t>
      </w:r>
      <w:r>
        <w:tab/>
        <w:t>1.013e0</w:t>
      </w:r>
    </w:p>
    <w:p w:rsidR="006974AE" w:rsidRDefault="006974AE" w:rsidP="006974AE">
      <w:r>
        <w:t>538.6358</w:t>
      </w:r>
      <w:r>
        <w:tab/>
        <w:t>2.025e0</w:t>
      </w:r>
    </w:p>
    <w:p w:rsidR="006974AE" w:rsidRDefault="006974AE" w:rsidP="006974AE">
      <w:r>
        <w:t>538.6536</w:t>
      </w:r>
      <w:r>
        <w:tab/>
        <w:t>1.013e0</w:t>
      </w:r>
    </w:p>
    <w:p w:rsidR="006974AE" w:rsidRDefault="006974AE" w:rsidP="006974AE">
      <w:r>
        <w:t>538.6842</w:t>
      </w:r>
      <w:r>
        <w:tab/>
        <w:t>2.025e0</w:t>
      </w:r>
    </w:p>
    <w:p w:rsidR="006974AE" w:rsidRDefault="006974AE" w:rsidP="006974AE">
      <w:r>
        <w:t>538.7194</w:t>
      </w:r>
      <w:r>
        <w:tab/>
        <w:t>1.013e0</w:t>
      </w:r>
    </w:p>
    <w:p w:rsidR="006974AE" w:rsidRDefault="006974AE" w:rsidP="006974AE">
      <w:r>
        <w:t>538.7397</w:t>
      </w:r>
      <w:r>
        <w:tab/>
        <w:t>1.013e0</w:t>
      </w:r>
    </w:p>
    <w:p w:rsidR="006974AE" w:rsidRDefault="006974AE" w:rsidP="006974AE">
      <w:r>
        <w:t>538.8024</w:t>
      </w:r>
      <w:r>
        <w:tab/>
        <w:t>1.013e0</w:t>
      </w:r>
    </w:p>
    <w:p w:rsidR="006974AE" w:rsidRDefault="006974AE" w:rsidP="006974AE">
      <w:r>
        <w:t>538.8135</w:t>
      </w:r>
      <w:r>
        <w:tab/>
        <w:t>3.038e0</w:t>
      </w:r>
    </w:p>
    <w:p w:rsidR="006974AE" w:rsidRDefault="006974AE" w:rsidP="006974AE">
      <w:r>
        <w:t>538.8298</w:t>
      </w:r>
      <w:r>
        <w:tab/>
        <w:t>1.013e0</w:t>
      </w:r>
    </w:p>
    <w:p w:rsidR="006974AE" w:rsidRDefault="006974AE" w:rsidP="006974AE">
      <w:r>
        <w:t>538.8557</w:t>
      </w:r>
      <w:r>
        <w:tab/>
        <w:t>2.025e0</w:t>
      </w:r>
    </w:p>
    <w:p w:rsidR="006974AE" w:rsidRDefault="006974AE" w:rsidP="006974AE">
      <w:r>
        <w:t>538.8830</w:t>
      </w:r>
      <w:r>
        <w:tab/>
        <w:t>2.025e0</w:t>
      </w:r>
    </w:p>
    <w:p w:rsidR="006974AE" w:rsidRDefault="006974AE" w:rsidP="006974AE">
      <w:r>
        <w:t>538.9188</w:t>
      </w:r>
      <w:r>
        <w:tab/>
        <w:t>2.025e0</w:t>
      </w:r>
    </w:p>
    <w:p w:rsidR="006974AE" w:rsidRDefault="006974AE" w:rsidP="006974AE">
      <w:r>
        <w:t>538.9217</w:t>
      </w:r>
      <w:r>
        <w:tab/>
        <w:t>1.013e0</w:t>
      </w:r>
    </w:p>
    <w:p w:rsidR="006974AE" w:rsidRDefault="006974AE" w:rsidP="006974AE">
      <w:r>
        <w:t>538.9394</w:t>
      </w:r>
      <w:r>
        <w:tab/>
        <w:t>1.013e0</w:t>
      </w:r>
    </w:p>
    <w:p w:rsidR="006974AE" w:rsidRDefault="006974AE" w:rsidP="006974AE">
      <w:r>
        <w:t>538.9606</w:t>
      </w:r>
      <w:r>
        <w:tab/>
        <w:t>1.013e0</w:t>
      </w:r>
    </w:p>
    <w:p w:rsidR="006974AE" w:rsidRDefault="006974AE" w:rsidP="006974AE">
      <w:r>
        <w:lastRenderedPageBreak/>
        <w:t>538.9946</w:t>
      </w:r>
      <w:r>
        <w:tab/>
        <w:t>1.013e0</w:t>
      </w:r>
    </w:p>
    <w:p w:rsidR="006974AE" w:rsidRDefault="006974AE" w:rsidP="006974AE">
      <w:r>
        <w:t>538.9984</w:t>
      </w:r>
      <w:r>
        <w:tab/>
        <w:t>1.013e0</w:t>
      </w:r>
    </w:p>
    <w:p w:rsidR="006974AE" w:rsidRDefault="006974AE" w:rsidP="006974AE">
      <w:r>
        <w:t>539.0203</w:t>
      </w:r>
      <w:r>
        <w:tab/>
        <w:t>2.025e0</w:t>
      </w:r>
    </w:p>
    <w:p w:rsidR="006974AE" w:rsidRDefault="006974AE" w:rsidP="006974AE">
      <w:r>
        <w:t>539.0502</w:t>
      </w:r>
      <w:r>
        <w:tab/>
        <w:t>2.025e0</w:t>
      </w:r>
    </w:p>
    <w:p w:rsidR="006974AE" w:rsidRDefault="006974AE" w:rsidP="006974AE">
      <w:r>
        <w:t>539.0718</w:t>
      </w:r>
      <w:r>
        <w:tab/>
        <w:t>3.038e0</w:t>
      </w:r>
    </w:p>
    <w:p w:rsidR="006974AE" w:rsidRDefault="006974AE" w:rsidP="006974AE">
      <w:r>
        <w:t>539.2101</w:t>
      </w:r>
      <w:r>
        <w:tab/>
        <w:t>3.848e2</w:t>
      </w:r>
    </w:p>
    <w:p w:rsidR="006974AE" w:rsidRDefault="006974AE" w:rsidP="006974AE">
      <w:r>
        <w:t>539.2115</w:t>
      </w:r>
      <w:r>
        <w:tab/>
        <w:t>7.136e1</w:t>
      </w:r>
    </w:p>
    <w:p w:rsidR="006974AE" w:rsidRDefault="006974AE" w:rsidP="006974AE">
      <w:r>
        <w:t>539.2137</w:t>
      </w:r>
      <w:r>
        <w:tab/>
        <w:t>4.781e2</w:t>
      </w:r>
    </w:p>
    <w:p w:rsidR="006974AE" w:rsidRDefault="006974AE" w:rsidP="006974AE">
      <w:r>
        <w:t>539.2151</w:t>
      </w:r>
      <w:r>
        <w:tab/>
        <w:t>1.186e3</w:t>
      </w:r>
    </w:p>
    <w:p w:rsidR="006974AE" w:rsidRDefault="006974AE" w:rsidP="006974AE">
      <w:r>
        <w:t>539.2261</w:t>
      </w:r>
      <w:r>
        <w:tab/>
        <w:t>1.215e1</w:t>
      </w:r>
    </w:p>
    <w:p w:rsidR="006974AE" w:rsidRDefault="006974AE" w:rsidP="006974AE">
      <w:r>
        <w:t>539.3235</w:t>
      </w:r>
      <w:r>
        <w:tab/>
        <w:t>1.013e0</w:t>
      </w:r>
    </w:p>
    <w:p w:rsidR="006974AE" w:rsidRDefault="006974AE" w:rsidP="006974AE">
      <w:r>
        <w:t>539.3428</w:t>
      </w:r>
      <w:r>
        <w:tab/>
        <w:t>2.025e0</w:t>
      </w:r>
    </w:p>
    <w:p w:rsidR="006974AE" w:rsidRDefault="006974AE" w:rsidP="006974AE">
      <w:r>
        <w:t>539.3666</w:t>
      </w:r>
      <w:r>
        <w:tab/>
        <w:t>3.038e0</w:t>
      </w:r>
    </w:p>
    <w:p w:rsidR="006974AE" w:rsidRDefault="006974AE" w:rsidP="006974AE">
      <w:r>
        <w:t>539.3839</w:t>
      </w:r>
      <w:r>
        <w:tab/>
        <w:t>6.395e0</w:t>
      </w:r>
    </w:p>
    <w:p w:rsidR="006974AE" w:rsidRDefault="006974AE" w:rsidP="006974AE">
      <w:r>
        <w:t>539.3904</w:t>
      </w:r>
      <w:r>
        <w:tab/>
        <w:t>5.114e0</w:t>
      </w:r>
    </w:p>
    <w:p w:rsidR="006974AE" w:rsidRDefault="006974AE" w:rsidP="006974AE">
      <w:r>
        <w:t>539.4016</w:t>
      </w:r>
      <w:r>
        <w:tab/>
        <w:t>4.051e0</w:t>
      </w:r>
    </w:p>
    <w:p w:rsidR="006974AE" w:rsidRDefault="006974AE" w:rsidP="006974AE">
      <w:r>
        <w:t>539.4296</w:t>
      </w:r>
      <w:r>
        <w:tab/>
        <w:t>4.051e0</w:t>
      </w:r>
    </w:p>
    <w:p w:rsidR="006974AE" w:rsidRDefault="006974AE" w:rsidP="006974AE">
      <w:r>
        <w:t>539.4343</w:t>
      </w:r>
      <w:r>
        <w:tab/>
        <w:t>5.063e0</w:t>
      </w:r>
    </w:p>
    <w:p w:rsidR="006974AE" w:rsidRDefault="006974AE" w:rsidP="006974AE">
      <w:r>
        <w:t>539.4589</w:t>
      </w:r>
      <w:r>
        <w:tab/>
        <w:t>4.051e0</w:t>
      </w:r>
    </w:p>
    <w:p w:rsidR="006974AE" w:rsidRDefault="006974AE" w:rsidP="006974AE">
      <w:r>
        <w:lastRenderedPageBreak/>
        <w:t>539.4700</w:t>
      </w:r>
      <w:r>
        <w:tab/>
        <w:t>6.076e0</w:t>
      </w:r>
    </w:p>
    <w:p w:rsidR="006974AE" w:rsidRDefault="006974AE" w:rsidP="006974AE">
      <w:r>
        <w:t>539.4751</w:t>
      </w:r>
      <w:r>
        <w:tab/>
        <w:t>6.076e0</w:t>
      </w:r>
    </w:p>
    <w:p w:rsidR="006974AE" w:rsidRDefault="006974AE" w:rsidP="006974AE">
      <w:r>
        <w:t>539.5068</w:t>
      </w:r>
      <w:r>
        <w:tab/>
        <w:t>4.051e0</w:t>
      </w:r>
    </w:p>
    <w:p w:rsidR="006974AE" w:rsidRDefault="006974AE" w:rsidP="006974AE">
      <w:r>
        <w:t>539.5190</w:t>
      </w:r>
      <w:r>
        <w:tab/>
        <w:t>2.025e0</w:t>
      </w:r>
    </w:p>
    <w:p w:rsidR="006974AE" w:rsidRDefault="006974AE" w:rsidP="006974AE">
      <w:r>
        <w:t>539.5400</w:t>
      </w:r>
      <w:r>
        <w:tab/>
        <w:t>2.025e0</w:t>
      </w:r>
    </w:p>
    <w:p w:rsidR="006974AE" w:rsidRDefault="006974AE" w:rsidP="006974AE">
      <w:r>
        <w:t>539.5824</w:t>
      </w:r>
      <w:r>
        <w:tab/>
        <w:t>3.038e0</w:t>
      </w:r>
    </w:p>
    <w:p w:rsidR="006974AE" w:rsidRDefault="006974AE" w:rsidP="006974AE">
      <w:r>
        <w:t>539.5906</w:t>
      </w:r>
      <w:r>
        <w:tab/>
        <w:t>6.076e0</w:t>
      </w:r>
    </w:p>
    <w:p w:rsidR="006974AE" w:rsidRDefault="006974AE" w:rsidP="006974AE">
      <w:r>
        <w:t>539.6028</w:t>
      </w:r>
      <w:r>
        <w:tab/>
        <w:t>1.013e0</w:t>
      </w:r>
    </w:p>
    <w:p w:rsidR="006974AE" w:rsidRDefault="006974AE" w:rsidP="006974AE">
      <w:r>
        <w:t>539.6050</w:t>
      </w:r>
      <w:r>
        <w:tab/>
        <w:t>5.063e0</w:t>
      </w:r>
    </w:p>
    <w:p w:rsidR="006974AE" w:rsidRDefault="006974AE" w:rsidP="006974AE">
      <w:r>
        <w:t>539.6500</w:t>
      </w:r>
      <w:r>
        <w:tab/>
        <w:t>1.013e0</w:t>
      </w:r>
    </w:p>
    <w:p w:rsidR="006974AE" w:rsidRDefault="006974AE" w:rsidP="006974AE">
      <w:r>
        <w:t>539.6591</w:t>
      </w:r>
      <w:r>
        <w:tab/>
        <w:t>2.025e0</w:t>
      </w:r>
    </w:p>
    <w:p w:rsidR="006974AE" w:rsidRDefault="006974AE" w:rsidP="006974AE">
      <w:r>
        <w:t>539.6828</w:t>
      </w:r>
      <w:r>
        <w:tab/>
        <w:t>3.038e0</w:t>
      </w:r>
    </w:p>
    <w:p w:rsidR="006974AE" w:rsidRDefault="006974AE" w:rsidP="006974AE">
      <w:r>
        <w:t>539.6873</w:t>
      </w:r>
      <w:r>
        <w:tab/>
        <w:t>1.013e0</w:t>
      </w:r>
    </w:p>
    <w:p w:rsidR="006974AE" w:rsidRDefault="006974AE" w:rsidP="006974AE">
      <w:r>
        <w:t>539.7053</w:t>
      </w:r>
      <w:r>
        <w:tab/>
        <w:t>1.013e0</w:t>
      </w:r>
    </w:p>
    <w:p w:rsidR="006974AE" w:rsidRDefault="006974AE" w:rsidP="006974AE">
      <w:r>
        <w:t>539.7098</w:t>
      </w:r>
      <w:r>
        <w:tab/>
        <w:t>1.013e0</w:t>
      </w:r>
    </w:p>
    <w:p w:rsidR="006974AE" w:rsidRDefault="006974AE" w:rsidP="006974AE">
      <w:r>
        <w:t>539.7338</w:t>
      </w:r>
      <w:r>
        <w:tab/>
        <w:t>2.025e0</w:t>
      </w:r>
    </w:p>
    <w:p w:rsidR="006974AE" w:rsidRDefault="006974AE" w:rsidP="006974AE">
      <w:r>
        <w:t>539.7466</w:t>
      </w:r>
      <w:r>
        <w:tab/>
        <w:t>1.013e0</w:t>
      </w:r>
    </w:p>
    <w:p w:rsidR="006974AE" w:rsidRDefault="006974AE" w:rsidP="006974AE">
      <w:r>
        <w:t>539.7558</w:t>
      </w:r>
      <w:r>
        <w:tab/>
        <w:t>2.025e0</w:t>
      </w:r>
    </w:p>
    <w:p w:rsidR="006974AE" w:rsidRDefault="006974AE" w:rsidP="006974AE">
      <w:r>
        <w:t>539.7602</w:t>
      </w:r>
      <w:r>
        <w:tab/>
        <w:t>2.025e0</w:t>
      </w:r>
    </w:p>
    <w:p w:rsidR="006974AE" w:rsidRDefault="006974AE" w:rsidP="006974AE">
      <w:r>
        <w:lastRenderedPageBreak/>
        <w:t>539.7614</w:t>
      </w:r>
      <w:r>
        <w:tab/>
        <w:t>2.025e0</w:t>
      </w:r>
    </w:p>
    <w:p w:rsidR="006974AE" w:rsidRDefault="006974AE" w:rsidP="006974AE">
      <w:r>
        <w:t>539.7841</w:t>
      </w:r>
      <w:r>
        <w:tab/>
        <w:t>1.013e0</w:t>
      </w:r>
    </w:p>
    <w:p w:rsidR="006974AE" w:rsidRDefault="006974AE" w:rsidP="006974AE">
      <w:r>
        <w:t>539.8314</w:t>
      </w:r>
      <w:r>
        <w:tab/>
        <w:t>2.025e0</w:t>
      </w:r>
    </w:p>
    <w:p w:rsidR="006974AE" w:rsidRDefault="006974AE" w:rsidP="006974AE">
      <w:r>
        <w:t>539.8577</w:t>
      </w:r>
      <w:r>
        <w:tab/>
        <w:t>1.013e0</w:t>
      </w:r>
    </w:p>
    <w:p w:rsidR="006974AE" w:rsidRDefault="006974AE" w:rsidP="006974AE">
      <w:r>
        <w:t>539.8602</w:t>
      </w:r>
      <w:r>
        <w:tab/>
        <w:t>3.038e0</w:t>
      </w:r>
    </w:p>
    <w:p w:rsidR="006974AE" w:rsidRDefault="006974AE" w:rsidP="006974AE">
      <w:r>
        <w:t>539.8738</w:t>
      </w:r>
      <w:r>
        <w:tab/>
        <w:t>2.025e0</w:t>
      </w:r>
    </w:p>
    <w:p w:rsidR="006974AE" w:rsidRDefault="006974AE" w:rsidP="006974AE">
      <w:r>
        <w:t>539.8877</w:t>
      </w:r>
      <w:r>
        <w:tab/>
        <w:t>2.025e0</w:t>
      </w:r>
    </w:p>
    <w:p w:rsidR="006974AE" w:rsidRDefault="006974AE" w:rsidP="006974AE">
      <w:r>
        <w:t>539.8904</w:t>
      </w:r>
      <w:r>
        <w:tab/>
        <w:t>4.051e0</w:t>
      </w:r>
    </w:p>
    <w:p w:rsidR="006974AE" w:rsidRDefault="006974AE" w:rsidP="006974AE">
      <w:r>
        <w:t>539.8938</w:t>
      </w:r>
      <w:r>
        <w:tab/>
        <w:t>1.013e0</w:t>
      </w:r>
    </w:p>
    <w:p w:rsidR="006974AE" w:rsidRDefault="006974AE" w:rsidP="006974AE">
      <w:r>
        <w:t>539.9128</w:t>
      </w:r>
      <w:r>
        <w:tab/>
        <w:t>3.038e0</w:t>
      </w:r>
    </w:p>
    <w:p w:rsidR="006974AE" w:rsidRDefault="006974AE" w:rsidP="006974AE">
      <w:r>
        <w:t>539.9475</w:t>
      </w:r>
      <w:r>
        <w:tab/>
        <w:t>2.025e0</w:t>
      </w:r>
    </w:p>
    <w:p w:rsidR="006974AE" w:rsidRDefault="006974AE" w:rsidP="006974AE">
      <w:r>
        <w:t>539.9572</w:t>
      </w:r>
      <w:r>
        <w:tab/>
        <w:t>4.051e0</w:t>
      </w:r>
    </w:p>
    <w:p w:rsidR="006974AE" w:rsidRDefault="006974AE" w:rsidP="006974AE">
      <w:r>
        <w:t>539.9655</w:t>
      </w:r>
      <w:r>
        <w:tab/>
        <w:t>1.013e0</w:t>
      </w:r>
    </w:p>
    <w:p w:rsidR="006974AE" w:rsidRDefault="006974AE" w:rsidP="006974AE">
      <w:r>
        <w:t>539.9753</w:t>
      </w:r>
      <w:r>
        <w:tab/>
        <w:t>2.025e0</w:t>
      </w:r>
    </w:p>
    <w:p w:rsidR="006974AE" w:rsidRDefault="006974AE" w:rsidP="006974AE">
      <w:r>
        <w:t>540.0061</w:t>
      </w:r>
      <w:r>
        <w:tab/>
        <w:t>3.038e0</w:t>
      </w:r>
    </w:p>
    <w:p w:rsidR="006974AE" w:rsidRDefault="006974AE" w:rsidP="006974AE">
      <w:r>
        <w:t>540.0223</w:t>
      </w:r>
      <w:r>
        <w:tab/>
        <w:t>1.013e0</w:t>
      </w:r>
    </w:p>
    <w:p w:rsidR="006974AE" w:rsidRDefault="006974AE" w:rsidP="006974AE">
      <w:r>
        <w:t>540.0269</w:t>
      </w:r>
      <w:r>
        <w:tab/>
        <w:t>3.038e0</w:t>
      </w:r>
    </w:p>
    <w:p w:rsidR="006974AE" w:rsidRDefault="006974AE" w:rsidP="006974AE">
      <w:r>
        <w:t>540.0386</w:t>
      </w:r>
      <w:r>
        <w:tab/>
        <w:t>2.025e0</w:t>
      </w:r>
    </w:p>
    <w:p w:rsidR="006974AE" w:rsidRDefault="006974AE" w:rsidP="006974AE">
      <w:r>
        <w:t>540.0414</w:t>
      </w:r>
      <w:r>
        <w:tab/>
        <w:t>1.013e0</w:t>
      </w:r>
    </w:p>
    <w:p w:rsidR="006974AE" w:rsidRDefault="006974AE" w:rsidP="006974AE">
      <w:r>
        <w:lastRenderedPageBreak/>
        <w:t>540.1068</w:t>
      </w:r>
      <w:r>
        <w:tab/>
        <w:t>1.930e0</w:t>
      </w:r>
    </w:p>
    <w:p w:rsidR="006974AE" w:rsidRDefault="006974AE" w:rsidP="006974AE">
      <w:r>
        <w:t>540.1719</w:t>
      </w:r>
      <w:r>
        <w:tab/>
        <w:t>1.013e0</w:t>
      </w:r>
    </w:p>
    <w:p w:rsidR="006974AE" w:rsidRDefault="006974AE" w:rsidP="006974AE">
      <w:r>
        <w:t>540.2142</w:t>
      </w:r>
      <w:r>
        <w:tab/>
        <w:t>5.171e1</w:t>
      </w:r>
    </w:p>
    <w:p w:rsidR="006974AE" w:rsidRDefault="006974AE" w:rsidP="006974AE">
      <w:r>
        <w:t>540.2166</w:t>
      </w:r>
      <w:r>
        <w:tab/>
        <w:t>1.080e2</w:t>
      </w:r>
    </w:p>
    <w:p w:rsidR="006974AE" w:rsidRDefault="006974AE" w:rsidP="006974AE">
      <w:r>
        <w:t>540.2178</w:t>
      </w:r>
      <w:r>
        <w:tab/>
        <w:t>9.515e1</w:t>
      </w:r>
    </w:p>
    <w:p w:rsidR="006974AE" w:rsidRDefault="006974AE" w:rsidP="006974AE">
      <w:r>
        <w:t>540.2199</w:t>
      </w:r>
      <w:r>
        <w:tab/>
        <w:t>1.564e2</w:t>
      </w:r>
    </w:p>
    <w:p w:rsidR="006974AE" w:rsidRDefault="006974AE" w:rsidP="006974AE">
      <w:r>
        <w:t>540.2210</w:t>
      </w:r>
      <w:r>
        <w:tab/>
        <w:t>1.049e2</w:t>
      </w:r>
    </w:p>
    <w:p w:rsidR="006974AE" w:rsidRDefault="006974AE" w:rsidP="006974AE">
      <w:r>
        <w:t>540.2223</w:t>
      </w:r>
      <w:r>
        <w:tab/>
        <w:t>1.634e2</w:t>
      </w:r>
    </w:p>
    <w:p w:rsidR="006974AE" w:rsidRDefault="006974AE" w:rsidP="006974AE">
      <w:r>
        <w:t>540.3151</w:t>
      </w:r>
      <w:r>
        <w:tab/>
        <w:t>1.013e0</w:t>
      </w:r>
    </w:p>
    <w:p w:rsidR="006974AE" w:rsidRDefault="006974AE" w:rsidP="006974AE">
      <w:r>
        <w:t>540.3625</w:t>
      </w:r>
      <w:r>
        <w:tab/>
        <w:t>5.121e0</w:t>
      </w:r>
    </w:p>
    <w:p w:rsidR="006974AE" w:rsidRDefault="006974AE" w:rsidP="006974AE">
      <w:r>
        <w:t>540.3670</w:t>
      </w:r>
      <w:r>
        <w:tab/>
        <w:t>1.013e0</w:t>
      </w:r>
    </w:p>
    <w:p w:rsidR="006974AE" w:rsidRDefault="006974AE" w:rsidP="006974AE">
      <w:r>
        <w:t>540.3770</w:t>
      </w:r>
      <w:r>
        <w:tab/>
        <w:t>1.013e0</w:t>
      </w:r>
    </w:p>
    <w:p w:rsidR="006974AE" w:rsidRDefault="006974AE" w:rsidP="006974AE">
      <w:r>
        <w:t>540.3887</w:t>
      </w:r>
      <w:r>
        <w:tab/>
        <w:t>1.013e0</w:t>
      </w:r>
    </w:p>
    <w:p w:rsidR="006974AE" w:rsidRDefault="006974AE" w:rsidP="006974AE">
      <w:r>
        <w:t>540.3941</w:t>
      </w:r>
      <w:r>
        <w:tab/>
        <w:t>3.038e0</w:t>
      </w:r>
    </w:p>
    <w:p w:rsidR="006974AE" w:rsidRDefault="006974AE" w:rsidP="006974AE">
      <w:r>
        <w:t>540.3992</w:t>
      </w:r>
      <w:r>
        <w:tab/>
        <w:t>4.051e0</w:t>
      </w:r>
    </w:p>
    <w:p w:rsidR="006974AE" w:rsidRDefault="006974AE" w:rsidP="006974AE">
      <w:r>
        <w:t>540.4036</w:t>
      </w:r>
      <w:r>
        <w:tab/>
        <w:t>2.372e0</w:t>
      </w:r>
    </w:p>
    <w:p w:rsidR="006974AE" w:rsidRDefault="006974AE" w:rsidP="006974AE">
      <w:r>
        <w:t>540.4439</w:t>
      </w:r>
      <w:r>
        <w:tab/>
        <w:t>9.114e0</w:t>
      </w:r>
    </w:p>
    <w:p w:rsidR="006974AE" w:rsidRDefault="006974AE" w:rsidP="006974AE">
      <w:r>
        <w:t>540.4465</w:t>
      </w:r>
      <w:r>
        <w:tab/>
        <w:t>2.830e0</w:t>
      </w:r>
    </w:p>
    <w:p w:rsidR="006974AE" w:rsidRDefault="006974AE" w:rsidP="006974AE">
      <w:r>
        <w:t>540.4553</w:t>
      </w:r>
      <w:r>
        <w:tab/>
        <w:t>3.038e0</w:t>
      </w:r>
    </w:p>
    <w:p w:rsidR="006974AE" w:rsidRDefault="006974AE" w:rsidP="006974AE">
      <w:r>
        <w:lastRenderedPageBreak/>
        <w:t>540.4641</w:t>
      </w:r>
      <w:r>
        <w:tab/>
        <w:t>4.051e0</w:t>
      </w:r>
    </w:p>
    <w:p w:rsidR="006974AE" w:rsidRDefault="006974AE" w:rsidP="006974AE">
      <w:r>
        <w:t>540.4702</w:t>
      </w:r>
      <w:r>
        <w:tab/>
        <w:t>2.025e0</w:t>
      </w:r>
    </w:p>
    <w:p w:rsidR="006974AE" w:rsidRDefault="006974AE" w:rsidP="006974AE">
      <w:r>
        <w:t>540.4774</w:t>
      </w:r>
      <w:r>
        <w:tab/>
        <w:t>3.038e0</w:t>
      </w:r>
    </w:p>
    <w:p w:rsidR="006974AE" w:rsidRDefault="006974AE" w:rsidP="006974AE">
      <w:r>
        <w:t>540.5004</w:t>
      </w:r>
      <w:r>
        <w:tab/>
        <w:t>2.025e0</w:t>
      </w:r>
    </w:p>
    <w:p w:rsidR="006974AE" w:rsidRDefault="006974AE" w:rsidP="006974AE">
      <w:r>
        <w:t>540.5042</w:t>
      </w:r>
      <w:r>
        <w:tab/>
        <w:t>2.025e0</w:t>
      </w:r>
    </w:p>
    <w:p w:rsidR="006974AE" w:rsidRDefault="006974AE" w:rsidP="006974AE">
      <w:r>
        <w:t>540.5303</w:t>
      </w:r>
      <w:r>
        <w:tab/>
        <w:t>2.025e0</w:t>
      </w:r>
    </w:p>
    <w:p w:rsidR="006974AE" w:rsidRDefault="006974AE" w:rsidP="006974AE">
      <w:r>
        <w:t>540.5396</w:t>
      </w:r>
      <w:r>
        <w:tab/>
        <w:t>3.038e0</w:t>
      </w:r>
    </w:p>
    <w:p w:rsidR="006974AE" w:rsidRDefault="006974AE" w:rsidP="006974AE">
      <w:r>
        <w:t>540.5632</w:t>
      </w:r>
      <w:r>
        <w:tab/>
        <w:t>2.025e0</w:t>
      </w:r>
    </w:p>
    <w:p w:rsidR="006974AE" w:rsidRDefault="006974AE" w:rsidP="006974AE">
      <w:r>
        <w:t>540.6008</w:t>
      </w:r>
      <w:r>
        <w:tab/>
        <w:t>1.013e0</w:t>
      </w:r>
    </w:p>
    <w:p w:rsidR="006974AE" w:rsidRDefault="006974AE" w:rsidP="006974AE">
      <w:r>
        <w:t>540.6038</w:t>
      </w:r>
      <w:r>
        <w:tab/>
        <w:t>3.038e0</w:t>
      </w:r>
    </w:p>
    <w:p w:rsidR="006974AE" w:rsidRDefault="006974AE" w:rsidP="006974AE">
      <w:r>
        <w:t>540.6135</w:t>
      </w:r>
      <w:r>
        <w:tab/>
        <w:t>2.025e0</w:t>
      </w:r>
    </w:p>
    <w:p w:rsidR="006974AE" w:rsidRDefault="006974AE" w:rsidP="006974AE">
      <w:r>
        <w:t>540.6243</w:t>
      </w:r>
      <w:r>
        <w:tab/>
        <w:t>2.025e0</w:t>
      </w:r>
    </w:p>
    <w:p w:rsidR="006974AE" w:rsidRDefault="006974AE" w:rsidP="006974AE">
      <w:r>
        <w:t>540.6436</w:t>
      </w:r>
      <w:r>
        <w:tab/>
        <w:t>1.013e0</w:t>
      </w:r>
    </w:p>
    <w:p w:rsidR="006974AE" w:rsidRDefault="006974AE" w:rsidP="006974AE">
      <w:r>
        <w:t>540.6475</w:t>
      </w:r>
      <w:r>
        <w:tab/>
        <w:t>1.013e0</w:t>
      </w:r>
    </w:p>
    <w:p w:rsidR="006974AE" w:rsidRDefault="006974AE" w:rsidP="006974AE">
      <w:r>
        <w:t>540.6613</w:t>
      </w:r>
      <w:r>
        <w:tab/>
        <w:t>1.087e0</w:t>
      </w:r>
    </w:p>
    <w:p w:rsidR="006974AE" w:rsidRDefault="006974AE" w:rsidP="006974AE">
      <w:r>
        <w:t>540.6755</w:t>
      </w:r>
      <w:r>
        <w:tab/>
        <w:t>1.013e0</w:t>
      </w:r>
    </w:p>
    <w:p w:rsidR="006974AE" w:rsidRDefault="006974AE" w:rsidP="006974AE">
      <w:r>
        <w:t>540.6982</w:t>
      </w:r>
      <w:r>
        <w:tab/>
        <w:t>1.013e0</w:t>
      </w:r>
    </w:p>
    <w:p w:rsidR="006974AE" w:rsidRDefault="006974AE" w:rsidP="006974AE">
      <w:r>
        <w:t>540.7122</w:t>
      </w:r>
      <w:r>
        <w:tab/>
        <w:t>1.013e0</w:t>
      </w:r>
    </w:p>
    <w:p w:rsidR="006974AE" w:rsidRDefault="006974AE" w:rsidP="006974AE">
      <w:r>
        <w:t>540.7350</w:t>
      </w:r>
      <w:r>
        <w:tab/>
        <w:t>2.025e0</w:t>
      </w:r>
    </w:p>
    <w:p w:rsidR="006974AE" w:rsidRDefault="006974AE" w:rsidP="006974AE">
      <w:r>
        <w:lastRenderedPageBreak/>
        <w:t>540.7465</w:t>
      </w:r>
      <w:r>
        <w:tab/>
        <w:t>2.111e0</w:t>
      </w:r>
    </w:p>
    <w:p w:rsidR="006974AE" w:rsidRDefault="006974AE" w:rsidP="006974AE">
      <w:r>
        <w:t>540.7588</w:t>
      </w:r>
      <w:r>
        <w:tab/>
        <w:t>1.013e0</w:t>
      </w:r>
    </w:p>
    <w:p w:rsidR="006974AE" w:rsidRDefault="006974AE" w:rsidP="006974AE">
      <w:r>
        <w:t>540.7684</w:t>
      </w:r>
      <w:r>
        <w:tab/>
        <w:t>4.051e0</w:t>
      </w:r>
    </w:p>
    <w:p w:rsidR="006974AE" w:rsidRDefault="006974AE" w:rsidP="006974AE">
      <w:r>
        <w:t>540.8245</w:t>
      </w:r>
      <w:r>
        <w:tab/>
        <w:t>2.025e0</w:t>
      </w:r>
    </w:p>
    <w:p w:rsidR="006974AE" w:rsidRDefault="006974AE" w:rsidP="006974AE">
      <w:r>
        <w:t>540.8470</w:t>
      </w:r>
      <w:r>
        <w:tab/>
        <w:t>3.038e0</w:t>
      </w:r>
    </w:p>
    <w:p w:rsidR="006974AE" w:rsidRDefault="006974AE" w:rsidP="006974AE">
      <w:r>
        <w:t>540.8521</w:t>
      </w:r>
      <w:r>
        <w:tab/>
        <w:t>1.013e0</w:t>
      </w:r>
    </w:p>
    <w:p w:rsidR="006974AE" w:rsidRDefault="006974AE" w:rsidP="006974AE">
      <w:r>
        <w:t>540.8681</w:t>
      </w:r>
      <w:r>
        <w:tab/>
        <w:t>3.038e0</w:t>
      </w:r>
    </w:p>
    <w:p w:rsidR="006974AE" w:rsidRDefault="006974AE" w:rsidP="006974AE">
      <w:r>
        <w:t>540.8771</w:t>
      </w:r>
      <w:r>
        <w:tab/>
        <w:t>5.063e0</w:t>
      </w:r>
    </w:p>
    <w:p w:rsidR="006974AE" w:rsidRDefault="006974AE" w:rsidP="006974AE">
      <w:r>
        <w:t>540.8899</w:t>
      </w:r>
      <w:r>
        <w:tab/>
        <w:t>3.038e0</w:t>
      </w:r>
    </w:p>
    <w:p w:rsidR="006974AE" w:rsidRDefault="006974AE" w:rsidP="006974AE">
      <w:r>
        <w:t>540.9079</w:t>
      </w:r>
      <w:r>
        <w:tab/>
        <w:t>3.038e0</w:t>
      </w:r>
    </w:p>
    <w:p w:rsidR="006974AE" w:rsidRDefault="006974AE" w:rsidP="006974AE">
      <w:r>
        <w:t>540.9098</w:t>
      </w:r>
      <w:r>
        <w:tab/>
        <w:t>2.025e0</w:t>
      </w:r>
    </w:p>
    <w:p w:rsidR="006974AE" w:rsidRDefault="006974AE" w:rsidP="006974AE">
      <w:r>
        <w:t>540.9130</w:t>
      </w:r>
      <w:r>
        <w:tab/>
        <w:t>5.063e0</w:t>
      </w:r>
    </w:p>
    <w:p w:rsidR="006974AE" w:rsidRDefault="006974AE" w:rsidP="006974AE">
      <w:r>
        <w:t>540.9644</w:t>
      </w:r>
      <w:r>
        <w:tab/>
        <w:t>4.051e0</w:t>
      </w:r>
    </w:p>
    <w:p w:rsidR="006974AE" w:rsidRDefault="006974AE" w:rsidP="006974AE">
      <w:r>
        <w:t>540.9716</w:t>
      </w:r>
      <w:r>
        <w:tab/>
        <w:t>2.025e0</w:t>
      </w:r>
    </w:p>
    <w:p w:rsidR="006974AE" w:rsidRDefault="006974AE" w:rsidP="006974AE">
      <w:r>
        <w:t>540.9741</w:t>
      </w:r>
      <w:r>
        <w:tab/>
        <w:t>1.013e0</w:t>
      </w:r>
    </w:p>
    <w:p w:rsidR="006974AE" w:rsidRDefault="006974AE" w:rsidP="006974AE">
      <w:r>
        <w:t>540.9938</w:t>
      </w:r>
      <w:r>
        <w:tab/>
        <w:t>3.265e0</w:t>
      </w:r>
    </w:p>
    <w:p w:rsidR="006974AE" w:rsidRDefault="006974AE" w:rsidP="006974AE">
      <w:r>
        <w:t>541.0108</w:t>
      </w:r>
      <w:r>
        <w:tab/>
        <w:t>1.013e0</w:t>
      </w:r>
    </w:p>
    <w:p w:rsidR="006974AE" w:rsidRDefault="006974AE" w:rsidP="006974AE">
      <w:r>
        <w:t>541.0208</w:t>
      </w:r>
      <w:r>
        <w:tab/>
        <w:t>1.013e0</w:t>
      </w:r>
    </w:p>
    <w:p w:rsidR="006974AE" w:rsidRDefault="006974AE" w:rsidP="006974AE">
      <w:r>
        <w:t>541.0530</w:t>
      </w:r>
      <w:r>
        <w:tab/>
        <w:t>2.025e0</w:t>
      </w:r>
    </w:p>
    <w:p w:rsidR="006974AE" w:rsidRDefault="006974AE" w:rsidP="006974AE">
      <w:r>
        <w:lastRenderedPageBreak/>
        <w:t>541.0642</w:t>
      </w:r>
      <w:r>
        <w:tab/>
        <w:t>1.013e0</w:t>
      </w:r>
    </w:p>
    <w:p w:rsidR="006974AE" w:rsidRDefault="006974AE" w:rsidP="006974AE">
      <w:r>
        <w:t>541.0721</w:t>
      </w:r>
      <w:r>
        <w:tab/>
        <w:t>2.025e0</w:t>
      </w:r>
    </w:p>
    <w:p w:rsidR="006974AE" w:rsidRDefault="006974AE" w:rsidP="006974AE">
      <w:r>
        <w:t>541.0782</w:t>
      </w:r>
      <w:r>
        <w:tab/>
        <w:t>2.025e0</w:t>
      </w:r>
    </w:p>
    <w:p w:rsidR="006974AE" w:rsidRDefault="006974AE" w:rsidP="006974AE">
      <w:r>
        <w:t>541.1188</w:t>
      </w:r>
      <w:r>
        <w:tab/>
        <w:t>1.013e0</w:t>
      </w:r>
    </w:p>
    <w:p w:rsidR="006974AE" w:rsidRDefault="006974AE" w:rsidP="006974AE">
      <w:r>
        <w:t>541.1235</w:t>
      </w:r>
      <w:r>
        <w:tab/>
        <w:t>1.013e0</w:t>
      </w:r>
    </w:p>
    <w:p w:rsidR="006974AE" w:rsidRDefault="006974AE" w:rsidP="006974AE">
      <w:r>
        <w:t>541.1376</w:t>
      </w:r>
      <w:r>
        <w:tab/>
        <w:t>3.038e0</w:t>
      </w:r>
    </w:p>
    <w:p w:rsidR="006974AE" w:rsidRDefault="006974AE" w:rsidP="006974AE">
      <w:r>
        <w:t>541.1602</w:t>
      </w:r>
      <w:r>
        <w:tab/>
        <w:t>1.013e0</w:t>
      </w:r>
    </w:p>
    <w:p w:rsidR="006974AE" w:rsidRDefault="006974AE" w:rsidP="006974AE">
      <w:r>
        <w:t>541.2162</w:t>
      </w:r>
      <w:r>
        <w:tab/>
        <w:t>2.025e1</w:t>
      </w:r>
    </w:p>
    <w:p w:rsidR="006974AE" w:rsidRDefault="006974AE" w:rsidP="006974AE">
      <w:r>
        <w:t>541.2208</w:t>
      </w:r>
      <w:r>
        <w:tab/>
        <w:t>4.486e1</w:t>
      </w:r>
    </w:p>
    <w:p w:rsidR="006974AE" w:rsidRDefault="006974AE" w:rsidP="006974AE">
      <w:r>
        <w:t>541.2229</w:t>
      </w:r>
      <w:r>
        <w:tab/>
        <w:t>2.104e1</w:t>
      </w:r>
    </w:p>
    <w:p w:rsidR="006974AE" w:rsidRDefault="006974AE" w:rsidP="006974AE">
      <w:r>
        <w:t>541.2304</w:t>
      </w:r>
      <w:r>
        <w:tab/>
        <w:t>4.051e0</w:t>
      </w:r>
    </w:p>
    <w:p w:rsidR="006974AE" w:rsidRDefault="006974AE" w:rsidP="006974AE">
      <w:r>
        <w:t>541.2314</w:t>
      </w:r>
      <w:r>
        <w:tab/>
        <w:t>3.848e1</w:t>
      </w:r>
    </w:p>
    <w:p w:rsidR="006974AE" w:rsidRDefault="006974AE" w:rsidP="006974AE">
      <w:r>
        <w:t>541.2332</w:t>
      </w:r>
      <w:r>
        <w:tab/>
        <w:t>3.859e1</w:t>
      </w:r>
    </w:p>
    <w:p w:rsidR="006974AE" w:rsidRDefault="006974AE" w:rsidP="006974AE">
      <w:r>
        <w:t>541.2543</w:t>
      </w:r>
      <w:r>
        <w:tab/>
        <w:t>1.013e0</w:t>
      </w:r>
    </w:p>
    <w:p w:rsidR="006974AE" w:rsidRDefault="006974AE" w:rsidP="006974AE">
      <w:r>
        <w:t>541.3096</w:t>
      </w:r>
      <w:r>
        <w:tab/>
        <w:t>1.013e0</w:t>
      </w:r>
    </w:p>
    <w:p w:rsidR="006974AE" w:rsidRDefault="006974AE" w:rsidP="006974AE">
      <w:r>
        <w:t>541.3303</w:t>
      </w:r>
      <w:r>
        <w:tab/>
        <w:t>5.063e0</w:t>
      </w:r>
    </w:p>
    <w:p w:rsidR="006974AE" w:rsidRDefault="006974AE" w:rsidP="006974AE">
      <w:r>
        <w:t>541.3705</w:t>
      </w:r>
      <w:r>
        <w:tab/>
        <w:t>3.038e0</w:t>
      </w:r>
    </w:p>
    <w:p w:rsidR="006974AE" w:rsidRDefault="006974AE" w:rsidP="006974AE">
      <w:r>
        <w:t>541.3771</w:t>
      </w:r>
      <w:r>
        <w:tab/>
        <w:t>2.025e0</w:t>
      </w:r>
    </w:p>
    <w:p w:rsidR="006974AE" w:rsidRDefault="006974AE" w:rsidP="006974AE">
      <w:r>
        <w:t>541.3895</w:t>
      </w:r>
      <w:r>
        <w:tab/>
        <w:t>2.823e0</w:t>
      </w:r>
    </w:p>
    <w:p w:rsidR="006974AE" w:rsidRDefault="006974AE" w:rsidP="006974AE">
      <w:r>
        <w:lastRenderedPageBreak/>
        <w:t>541.3971</w:t>
      </w:r>
      <w:r>
        <w:tab/>
        <w:t>2.025e0</w:t>
      </w:r>
    </w:p>
    <w:p w:rsidR="006974AE" w:rsidRDefault="006974AE" w:rsidP="006974AE">
      <w:r>
        <w:t>541.4113</w:t>
      </w:r>
      <w:r>
        <w:tab/>
        <w:t>1.013e0</w:t>
      </w:r>
    </w:p>
    <w:p w:rsidR="006974AE" w:rsidRDefault="006974AE" w:rsidP="006974AE">
      <w:r>
        <w:t>541.4566</w:t>
      </w:r>
      <w:r>
        <w:tab/>
        <w:t>2.025e0</w:t>
      </w:r>
    </w:p>
    <w:p w:rsidR="006974AE" w:rsidRDefault="006974AE" w:rsidP="006974AE">
      <w:r>
        <w:t>541.4592</w:t>
      </w:r>
      <w:r>
        <w:tab/>
        <w:t>3.038e0</w:t>
      </w:r>
    </w:p>
    <w:p w:rsidR="006974AE" w:rsidRDefault="006974AE" w:rsidP="006974AE">
      <w:r>
        <w:t>541.4623</w:t>
      </w:r>
      <w:r>
        <w:tab/>
        <w:t>2.025e0</w:t>
      </w:r>
    </w:p>
    <w:p w:rsidR="006974AE" w:rsidRDefault="006974AE" w:rsidP="006974AE">
      <w:r>
        <w:t>541.4730</w:t>
      </w:r>
      <w:r>
        <w:tab/>
        <w:t>3.038e0</w:t>
      </w:r>
    </w:p>
    <w:p w:rsidR="006974AE" w:rsidRDefault="006974AE" w:rsidP="006974AE">
      <w:r>
        <w:t>541.4747</w:t>
      </w:r>
      <w:r>
        <w:tab/>
        <w:t>3.038e0</w:t>
      </w:r>
    </w:p>
    <w:p w:rsidR="006974AE" w:rsidRDefault="006974AE" w:rsidP="006974AE">
      <w:r>
        <w:t>541.5059</w:t>
      </w:r>
      <w:r>
        <w:tab/>
        <w:t>2.025e0</w:t>
      </w:r>
    </w:p>
    <w:p w:rsidR="006974AE" w:rsidRDefault="006974AE" w:rsidP="006974AE">
      <w:r>
        <w:t>541.5225</w:t>
      </w:r>
      <w:r>
        <w:tab/>
        <w:t>3.038e0</w:t>
      </w:r>
    </w:p>
    <w:p w:rsidR="006974AE" w:rsidRDefault="006974AE" w:rsidP="006974AE">
      <w:r>
        <w:t>541.5530</w:t>
      </w:r>
      <w:r>
        <w:tab/>
        <w:t>4.051e0</w:t>
      </w:r>
    </w:p>
    <w:p w:rsidR="006974AE" w:rsidRDefault="006974AE" w:rsidP="006974AE">
      <w:r>
        <w:t>541.5953</w:t>
      </w:r>
      <w:r>
        <w:tab/>
        <w:t>1.013e0</w:t>
      </w:r>
    </w:p>
    <w:p w:rsidR="006974AE" w:rsidRDefault="006974AE" w:rsidP="006974AE">
      <w:r>
        <w:t>541.6137</w:t>
      </w:r>
      <w:r>
        <w:tab/>
        <w:t>2.025e0</w:t>
      </w:r>
    </w:p>
    <w:p w:rsidR="006974AE" w:rsidRDefault="006974AE" w:rsidP="006974AE">
      <w:r>
        <w:t>541.6179</w:t>
      </w:r>
      <w:r>
        <w:tab/>
        <w:t>1.013e0</w:t>
      </w:r>
    </w:p>
    <w:p w:rsidR="006974AE" w:rsidRDefault="006974AE" w:rsidP="006974AE">
      <w:r>
        <w:t>541.6662</w:t>
      </w:r>
      <w:r>
        <w:tab/>
        <w:t>2.025e0</w:t>
      </w:r>
    </w:p>
    <w:p w:rsidR="006974AE" w:rsidRDefault="006974AE" w:rsidP="006974AE">
      <w:r>
        <w:t>541.6687</w:t>
      </w:r>
      <w:r>
        <w:tab/>
        <w:t>2.025e0</w:t>
      </w:r>
    </w:p>
    <w:p w:rsidR="006974AE" w:rsidRDefault="006974AE" w:rsidP="006974AE">
      <w:r>
        <w:t>541.6967</w:t>
      </w:r>
      <w:r>
        <w:tab/>
        <w:t>2.025e0</w:t>
      </w:r>
    </w:p>
    <w:p w:rsidR="006974AE" w:rsidRDefault="006974AE" w:rsidP="006974AE">
      <w:r>
        <w:t>541.7208</w:t>
      </w:r>
      <w:r>
        <w:tab/>
        <w:t>1.013e0</w:t>
      </w:r>
    </w:p>
    <w:p w:rsidR="006974AE" w:rsidRDefault="006974AE" w:rsidP="006974AE">
      <w:r>
        <w:t>541.7320</w:t>
      </w:r>
      <w:r>
        <w:tab/>
        <w:t>2.025e0</w:t>
      </w:r>
    </w:p>
    <w:p w:rsidR="006974AE" w:rsidRDefault="006974AE" w:rsidP="006974AE">
      <w:r>
        <w:t>541.7413</w:t>
      </w:r>
      <w:r>
        <w:tab/>
        <w:t>2.025e0</w:t>
      </w:r>
    </w:p>
    <w:p w:rsidR="006974AE" w:rsidRDefault="006974AE" w:rsidP="006974AE">
      <w:r>
        <w:lastRenderedPageBreak/>
        <w:t>541.7601</w:t>
      </w:r>
      <w:r>
        <w:tab/>
        <w:t>3.038e0</w:t>
      </w:r>
    </w:p>
    <w:p w:rsidR="006974AE" w:rsidRDefault="006974AE" w:rsidP="006974AE">
      <w:r>
        <w:t>541.7682</w:t>
      </w:r>
      <w:r>
        <w:tab/>
        <w:t>1.013e0</w:t>
      </w:r>
    </w:p>
    <w:p w:rsidR="006974AE" w:rsidRDefault="006974AE" w:rsidP="006974AE">
      <w:r>
        <w:t>541.7787</w:t>
      </w:r>
      <w:r>
        <w:tab/>
        <w:t>1.013e0</w:t>
      </w:r>
    </w:p>
    <w:p w:rsidR="006974AE" w:rsidRDefault="006974AE" w:rsidP="006974AE">
      <w:r>
        <w:t>541.7979</w:t>
      </w:r>
      <w:r>
        <w:tab/>
        <w:t>2.025e0</w:t>
      </w:r>
    </w:p>
    <w:p w:rsidR="006974AE" w:rsidRDefault="006974AE" w:rsidP="006974AE">
      <w:r>
        <w:t>541.8108</w:t>
      </w:r>
      <w:r>
        <w:tab/>
        <w:t>3.038e0</w:t>
      </w:r>
    </w:p>
    <w:p w:rsidR="006974AE" w:rsidRDefault="006974AE" w:rsidP="006974AE">
      <w:r>
        <w:t>541.8320</w:t>
      </w:r>
      <w:r>
        <w:tab/>
        <w:t>1.013e0</w:t>
      </w:r>
    </w:p>
    <w:p w:rsidR="006974AE" w:rsidRDefault="006974AE" w:rsidP="006974AE">
      <w:r>
        <w:t>541.8497</w:t>
      </w:r>
      <w:r>
        <w:tab/>
        <w:t>1.013e0</w:t>
      </w:r>
    </w:p>
    <w:p w:rsidR="006974AE" w:rsidRDefault="006974AE" w:rsidP="006974AE">
      <w:r>
        <w:t>541.8687</w:t>
      </w:r>
      <w:r>
        <w:tab/>
        <w:t>1.013e0</w:t>
      </w:r>
    </w:p>
    <w:p w:rsidR="006974AE" w:rsidRDefault="006974AE" w:rsidP="006974AE">
      <w:r>
        <w:t>541.8804</w:t>
      </w:r>
      <w:r>
        <w:tab/>
        <w:t>2.025e0</w:t>
      </w:r>
    </w:p>
    <w:p w:rsidR="006974AE" w:rsidRDefault="006974AE" w:rsidP="006974AE">
      <w:r>
        <w:t>541.9140</w:t>
      </w:r>
      <w:r>
        <w:tab/>
        <w:t>2.025e0</w:t>
      </w:r>
    </w:p>
    <w:p w:rsidR="006974AE" w:rsidRDefault="006974AE" w:rsidP="006974AE">
      <w:r>
        <w:t>541.9232</w:t>
      </w:r>
      <w:r>
        <w:tab/>
        <w:t>1.013e0</w:t>
      </w:r>
    </w:p>
    <w:p w:rsidR="006974AE" w:rsidRDefault="006974AE" w:rsidP="006974AE">
      <w:r>
        <w:t>541.9271</w:t>
      </w:r>
      <w:r>
        <w:tab/>
        <w:t>1.013e0</w:t>
      </w:r>
    </w:p>
    <w:p w:rsidR="006974AE" w:rsidRDefault="006974AE" w:rsidP="006974AE">
      <w:r>
        <w:t>541.9739</w:t>
      </w:r>
      <w:r>
        <w:tab/>
        <w:t>1.013e0</w:t>
      </w:r>
    </w:p>
    <w:p w:rsidR="006974AE" w:rsidRDefault="006974AE" w:rsidP="006974AE">
      <w:r>
        <w:t>542.0012</w:t>
      </w:r>
      <w:r>
        <w:tab/>
        <w:t>1.013e0</w:t>
      </w:r>
    </w:p>
    <w:p w:rsidR="006974AE" w:rsidRDefault="006974AE" w:rsidP="006974AE">
      <w:r>
        <w:t>542.0109</w:t>
      </w:r>
      <w:r>
        <w:tab/>
        <w:t>2.025e0</w:t>
      </w:r>
    </w:p>
    <w:p w:rsidR="006974AE" w:rsidRDefault="006974AE" w:rsidP="006974AE">
      <w:r>
        <w:t>542.0522</w:t>
      </w:r>
      <w:r>
        <w:tab/>
        <w:t>1.013e0</w:t>
      </w:r>
    </w:p>
    <w:p w:rsidR="006974AE" w:rsidRDefault="006974AE" w:rsidP="006974AE">
      <w:r>
        <w:t>542.0854</w:t>
      </w:r>
      <w:r>
        <w:tab/>
        <w:t>1.013e0</w:t>
      </w:r>
    </w:p>
    <w:p w:rsidR="006974AE" w:rsidRDefault="006974AE" w:rsidP="006974AE">
      <w:r>
        <w:t>542.0948</w:t>
      </w:r>
      <w:r>
        <w:tab/>
        <w:t>3.038e0</w:t>
      </w:r>
    </w:p>
    <w:p w:rsidR="006974AE" w:rsidRDefault="006974AE" w:rsidP="006974AE">
      <w:r>
        <w:t>542.1120</w:t>
      </w:r>
      <w:r>
        <w:tab/>
        <w:t>2.025e0</w:t>
      </w:r>
    </w:p>
    <w:p w:rsidR="006974AE" w:rsidRDefault="006974AE" w:rsidP="006974AE">
      <w:r>
        <w:lastRenderedPageBreak/>
        <w:t>542.1321</w:t>
      </w:r>
      <w:r>
        <w:tab/>
        <w:t>1.013e0</w:t>
      </w:r>
    </w:p>
    <w:p w:rsidR="006974AE" w:rsidRDefault="006974AE" w:rsidP="006974AE">
      <w:r>
        <w:t>542.1449</w:t>
      </w:r>
      <w:r>
        <w:tab/>
        <w:t>1.013e0</w:t>
      </w:r>
    </w:p>
    <w:p w:rsidR="006974AE" w:rsidRDefault="006974AE" w:rsidP="006974AE">
      <w:r>
        <w:t>542.1768</w:t>
      </w:r>
      <w:r>
        <w:tab/>
        <w:t>3.038e0</w:t>
      </w:r>
    </w:p>
    <w:p w:rsidR="006974AE" w:rsidRDefault="006974AE" w:rsidP="006974AE">
      <w:r>
        <w:t>542.2068</w:t>
      </w:r>
      <w:r>
        <w:tab/>
        <w:t>1.084e0</w:t>
      </w:r>
    </w:p>
    <w:p w:rsidR="006974AE" w:rsidRDefault="006974AE" w:rsidP="006974AE">
      <w:r>
        <w:t>542.2303</w:t>
      </w:r>
      <w:r>
        <w:tab/>
        <w:t>1.409e0</w:t>
      </w:r>
    </w:p>
    <w:p w:rsidR="006974AE" w:rsidRDefault="006974AE" w:rsidP="006974AE">
      <w:r>
        <w:t>542.2325</w:t>
      </w:r>
      <w:r>
        <w:tab/>
        <w:t>5.063e0</w:t>
      </w:r>
    </w:p>
    <w:p w:rsidR="006974AE" w:rsidRDefault="006974AE" w:rsidP="006974AE">
      <w:r>
        <w:t>542.2343</w:t>
      </w:r>
      <w:r>
        <w:tab/>
        <w:t>2.025e0</w:t>
      </w:r>
    </w:p>
    <w:p w:rsidR="006974AE" w:rsidRDefault="006974AE" w:rsidP="006974AE">
      <w:r>
        <w:t>542.2385</w:t>
      </w:r>
      <w:r>
        <w:tab/>
        <w:t>6.009e0</w:t>
      </w:r>
    </w:p>
    <w:p w:rsidR="006974AE" w:rsidRDefault="006974AE" w:rsidP="006974AE">
      <w:r>
        <w:t>542.2520</w:t>
      </w:r>
      <w:r>
        <w:tab/>
        <w:t>3.038e0</w:t>
      </w:r>
    </w:p>
    <w:p w:rsidR="006974AE" w:rsidRDefault="006974AE" w:rsidP="006974AE">
      <w:r>
        <w:t>542.2601</w:t>
      </w:r>
      <w:r>
        <w:tab/>
        <w:t>3.038e0</w:t>
      </w:r>
    </w:p>
    <w:p w:rsidR="006974AE" w:rsidRDefault="006974AE" w:rsidP="006974AE">
      <w:r>
        <w:t>542.2631</w:t>
      </w:r>
      <w:r>
        <w:tab/>
        <w:t>1.013e0</w:t>
      </w:r>
    </w:p>
    <w:p w:rsidR="006974AE" w:rsidRDefault="006974AE" w:rsidP="006974AE">
      <w:r>
        <w:t>542.2694</w:t>
      </w:r>
      <w:r>
        <w:tab/>
        <w:t>4.051e0</w:t>
      </w:r>
    </w:p>
    <w:p w:rsidR="006974AE" w:rsidRDefault="006974AE" w:rsidP="006974AE">
      <w:r>
        <w:t>542.2900</w:t>
      </w:r>
      <w:r>
        <w:tab/>
        <w:t>2.025e0</w:t>
      </w:r>
    </w:p>
    <w:p w:rsidR="006974AE" w:rsidRDefault="006974AE" w:rsidP="006974AE">
      <w:r>
        <w:t>542.3214</w:t>
      </w:r>
      <w:r>
        <w:tab/>
        <w:t>6.076e0</w:t>
      </w:r>
    </w:p>
    <w:p w:rsidR="006974AE" w:rsidRDefault="006974AE" w:rsidP="006974AE">
      <w:r>
        <w:t>542.3445</w:t>
      </w:r>
      <w:r>
        <w:tab/>
        <w:t>1.013e0</w:t>
      </w:r>
    </w:p>
    <w:p w:rsidR="006974AE" w:rsidRDefault="006974AE" w:rsidP="006974AE">
      <w:r>
        <w:t>542.3807</w:t>
      </w:r>
      <w:r>
        <w:tab/>
        <w:t>2.025e0</w:t>
      </w:r>
    </w:p>
    <w:p w:rsidR="006974AE" w:rsidRDefault="006974AE" w:rsidP="006974AE">
      <w:r>
        <w:t>542.3854</w:t>
      </w:r>
      <w:r>
        <w:tab/>
        <w:t>1.013e0</w:t>
      </w:r>
    </w:p>
    <w:p w:rsidR="006974AE" w:rsidRDefault="006974AE" w:rsidP="006974AE">
      <w:r>
        <w:t>542.3904</w:t>
      </w:r>
      <w:r>
        <w:tab/>
        <w:t>2.025e0</w:t>
      </w:r>
    </w:p>
    <w:p w:rsidR="006974AE" w:rsidRDefault="006974AE" w:rsidP="006974AE">
      <w:r>
        <w:t>542.4090</w:t>
      </w:r>
      <w:r>
        <w:tab/>
        <w:t>2.025e0</w:t>
      </w:r>
    </w:p>
    <w:p w:rsidR="006974AE" w:rsidRDefault="006974AE" w:rsidP="006974AE">
      <w:r>
        <w:lastRenderedPageBreak/>
        <w:t>542.4142</w:t>
      </w:r>
      <w:r>
        <w:tab/>
        <w:t>2.025e0</w:t>
      </w:r>
    </w:p>
    <w:p w:rsidR="006974AE" w:rsidRDefault="006974AE" w:rsidP="006974AE">
      <w:r>
        <w:t>542.4175</w:t>
      </w:r>
      <w:r>
        <w:tab/>
        <w:t>1.013e0</w:t>
      </w:r>
    </w:p>
    <w:p w:rsidR="006974AE" w:rsidRDefault="006974AE" w:rsidP="006974AE">
      <w:r>
        <w:t>542.4464</w:t>
      </w:r>
      <w:r>
        <w:tab/>
        <w:t>2.025e0</w:t>
      </w:r>
    </w:p>
    <w:p w:rsidR="006974AE" w:rsidRDefault="006974AE" w:rsidP="006974AE">
      <w:r>
        <w:t>542.4509</w:t>
      </w:r>
      <w:r>
        <w:tab/>
        <w:t>1.013e0</w:t>
      </w:r>
    </w:p>
    <w:p w:rsidR="006974AE" w:rsidRDefault="006974AE" w:rsidP="006974AE">
      <w:r>
        <w:t>542.4643</w:t>
      </w:r>
      <w:r>
        <w:tab/>
        <w:t>2.025e0</w:t>
      </w:r>
    </w:p>
    <w:p w:rsidR="006974AE" w:rsidRDefault="006974AE" w:rsidP="006974AE">
      <w:r>
        <w:t>542.4728</w:t>
      </w:r>
      <w:r>
        <w:tab/>
        <w:t>1.013e0</w:t>
      </w:r>
    </w:p>
    <w:p w:rsidR="006974AE" w:rsidRDefault="006974AE" w:rsidP="006974AE">
      <w:r>
        <w:t>542.4783</w:t>
      </w:r>
      <w:r>
        <w:tab/>
        <w:t>1.013e0</w:t>
      </w:r>
    </w:p>
    <w:p w:rsidR="006974AE" w:rsidRDefault="006974AE" w:rsidP="006974AE">
      <w:r>
        <w:t>542.5071</w:t>
      </w:r>
      <w:r>
        <w:tab/>
        <w:t>1.013e0</w:t>
      </w:r>
    </w:p>
    <w:p w:rsidR="006974AE" w:rsidRDefault="006974AE" w:rsidP="006974AE">
      <w:r>
        <w:t>542.5096</w:t>
      </w:r>
      <w:r>
        <w:tab/>
        <w:t>1.013e0</w:t>
      </w:r>
    </w:p>
    <w:p w:rsidR="006974AE" w:rsidRDefault="006974AE" w:rsidP="006974AE">
      <w:r>
        <w:t>542.5158</w:t>
      </w:r>
      <w:r>
        <w:tab/>
        <w:t>1.013e0</w:t>
      </w:r>
    </w:p>
    <w:p w:rsidR="006974AE" w:rsidRDefault="006974AE" w:rsidP="006974AE">
      <w:r>
        <w:t>542.5629</w:t>
      </w:r>
      <w:r>
        <w:tab/>
        <w:t>3.038e0</w:t>
      </w:r>
    </w:p>
    <w:p w:rsidR="006974AE" w:rsidRDefault="006974AE" w:rsidP="006974AE">
      <w:r>
        <w:t>542.6022</w:t>
      </w:r>
      <w:r>
        <w:tab/>
        <w:t>1.013e0</w:t>
      </w:r>
    </w:p>
    <w:p w:rsidR="006974AE" w:rsidRDefault="006974AE" w:rsidP="006974AE">
      <w:r>
        <w:t>542.6102</w:t>
      </w:r>
      <w:r>
        <w:tab/>
        <w:t>2.025e0</w:t>
      </w:r>
    </w:p>
    <w:p w:rsidR="006974AE" w:rsidRDefault="006974AE" w:rsidP="006974AE">
      <w:r>
        <w:t>542.6181</w:t>
      </w:r>
      <w:r>
        <w:tab/>
        <w:t>1.013e0</w:t>
      </w:r>
    </w:p>
    <w:p w:rsidR="006974AE" w:rsidRDefault="006974AE" w:rsidP="006974AE">
      <w:r>
        <w:t>542.6281</w:t>
      </w:r>
      <w:r>
        <w:tab/>
        <w:t>1.013e0</w:t>
      </w:r>
    </w:p>
    <w:p w:rsidR="006974AE" w:rsidRDefault="006974AE" w:rsidP="006974AE">
      <w:r>
        <w:t>542.6340</w:t>
      </w:r>
      <w:r>
        <w:tab/>
        <w:t>3.038e0</w:t>
      </w:r>
    </w:p>
    <w:p w:rsidR="006974AE" w:rsidRDefault="006974AE" w:rsidP="006974AE">
      <w:r>
        <w:t>542.6625</w:t>
      </w:r>
      <w:r>
        <w:tab/>
        <w:t>4.051e0</w:t>
      </w:r>
    </w:p>
    <w:p w:rsidR="006974AE" w:rsidRDefault="006974AE" w:rsidP="006974AE">
      <w:r>
        <w:t>542.7030</w:t>
      </w:r>
      <w:r>
        <w:tab/>
        <w:t>1.013e0</w:t>
      </w:r>
    </w:p>
    <w:p w:rsidR="006974AE" w:rsidRDefault="006974AE" w:rsidP="006974AE">
      <w:r>
        <w:t>542.7449</w:t>
      </w:r>
      <w:r>
        <w:tab/>
        <w:t>2.025e0</w:t>
      </w:r>
    </w:p>
    <w:p w:rsidR="006974AE" w:rsidRDefault="006974AE" w:rsidP="006974AE">
      <w:r>
        <w:lastRenderedPageBreak/>
        <w:t>542.7499</w:t>
      </w:r>
      <w:r>
        <w:tab/>
        <w:t>3.038e0</w:t>
      </w:r>
    </w:p>
    <w:p w:rsidR="006974AE" w:rsidRDefault="006974AE" w:rsidP="006974AE">
      <w:r>
        <w:t>542.7596</w:t>
      </w:r>
      <w:r>
        <w:tab/>
        <w:t>3.038e0</w:t>
      </w:r>
    </w:p>
    <w:p w:rsidR="006974AE" w:rsidRDefault="006974AE" w:rsidP="006974AE">
      <w:r>
        <w:t>542.7650</w:t>
      </w:r>
      <w:r>
        <w:tab/>
        <w:t>2.025e0</w:t>
      </w:r>
    </w:p>
    <w:p w:rsidR="006974AE" w:rsidRDefault="006974AE" w:rsidP="006974AE">
      <w:r>
        <w:t>542.7781</w:t>
      </w:r>
      <w:r>
        <w:tab/>
        <w:t>2.025e0</w:t>
      </w:r>
    </w:p>
    <w:p w:rsidR="006974AE" w:rsidRDefault="006974AE" w:rsidP="006974AE">
      <w:r>
        <w:t>542.7974</w:t>
      </w:r>
      <w:r>
        <w:tab/>
        <w:t>1.013e0</w:t>
      </w:r>
    </w:p>
    <w:p w:rsidR="006974AE" w:rsidRDefault="006974AE" w:rsidP="006974AE">
      <w:r>
        <w:t>542.8021</w:t>
      </w:r>
      <w:r>
        <w:tab/>
        <w:t>1.013e0</w:t>
      </w:r>
    </w:p>
    <w:p w:rsidR="006974AE" w:rsidRDefault="006974AE" w:rsidP="006974AE">
      <w:r>
        <w:t>542.8248</w:t>
      </w:r>
      <w:r>
        <w:tab/>
        <w:t>1.013e0</w:t>
      </w:r>
    </w:p>
    <w:p w:rsidR="006974AE" w:rsidRDefault="006974AE" w:rsidP="006974AE">
      <w:r>
        <w:t>542.8435</w:t>
      </w:r>
      <w:r>
        <w:tab/>
        <w:t>1.013e0</w:t>
      </w:r>
    </w:p>
    <w:p w:rsidR="006974AE" w:rsidRDefault="006974AE" w:rsidP="006974AE">
      <w:r>
        <w:t>542.8716</w:t>
      </w:r>
      <w:r>
        <w:tab/>
        <w:t>1.013e0</w:t>
      </w:r>
    </w:p>
    <w:p w:rsidR="006974AE" w:rsidRDefault="006974AE" w:rsidP="006974AE">
      <w:r>
        <w:t>542.8758</w:t>
      </w:r>
      <w:r>
        <w:tab/>
        <w:t>1.013e0</w:t>
      </w:r>
    </w:p>
    <w:p w:rsidR="006974AE" w:rsidRDefault="006974AE" w:rsidP="006974AE">
      <w:r>
        <w:t>542.8903</w:t>
      </w:r>
      <w:r>
        <w:tab/>
        <w:t>1.013e0</w:t>
      </w:r>
    </w:p>
    <w:p w:rsidR="006974AE" w:rsidRDefault="006974AE" w:rsidP="006974AE">
      <w:r>
        <w:t>542.9097</w:t>
      </w:r>
      <w:r>
        <w:tab/>
        <w:t>1.013e0</w:t>
      </w:r>
    </w:p>
    <w:p w:rsidR="006974AE" w:rsidRDefault="006974AE" w:rsidP="006974AE">
      <w:r>
        <w:t>542.9238</w:t>
      </w:r>
      <w:r>
        <w:tab/>
        <w:t>3.038e0</w:t>
      </w:r>
    </w:p>
    <w:p w:rsidR="006974AE" w:rsidRDefault="006974AE" w:rsidP="006974AE">
      <w:r>
        <w:t>542.9387</w:t>
      </w:r>
      <w:r>
        <w:tab/>
        <w:t>2.025e0</w:t>
      </w:r>
    </w:p>
    <w:p w:rsidR="006974AE" w:rsidRDefault="006974AE" w:rsidP="006974AE">
      <w:r>
        <w:t>542.9487</w:t>
      </w:r>
      <w:r>
        <w:tab/>
        <w:t>1.013e0</w:t>
      </w:r>
    </w:p>
    <w:p w:rsidR="006974AE" w:rsidRDefault="006974AE" w:rsidP="006974AE">
      <w:r>
        <w:t>542.9653</w:t>
      </w:r>
      <w:r>
        <w:tab/>
        <w:t>1.013e0</w:t>
      </w:r>
    </w:p>
    <w:p w:rsidR="006974AE" w:rsidRDefault="006974AE" w:rsidP="006974AE">
      <w:r>
        <w:t>542.9677</w:t>
      </w:r>
      <w:r>
        <w:tab/>
        <w:t>1.013e0</w:t>
      </w:r>
    </w:p>
    <w:p w:rsidR="006974AE" w:rsidRDefault="006974AE" w:rsidP="006974AE">
      <w:r>
        <w:t>543.0125</w:t>
      </w:r>
      <w:r>
        <w:tab/>
        <w:t>2.025e0</w:t>
      </w:r>
    </w:p>
    <w:p w:rsidR="006974AE" w:rsidRDefault="006974AE" w:rsidP="006974AE">
      <w:r>
        <w:t>543.0308</w:t>
      </w:r>
      <w:r>
        <w:tab/>
        <w:t>1.013e0</w:t>
      </w:r>
    </w:p>
    <w:p w:rsidR="006974AE" w:rsidRDefault="006974AE" w:rsidP="006974AE">
      <w:r>
        <w:lastRenderedPageBreak/>
        <w:t>543.0404</w:t>
      </w:r>
      <w:r>
        <w:tab/>
        <w:t>1.013e0</w:t>
      </w:r>
    </w:p>
    <w:p w:rsidR="006974AE" w:rsidRDefault="006974AE" w:rsidP="006974AE">
      <w:r>
        <w:t>543.0589</w:t>
      </w:r>
      <w:r>
        <w:tab/>
        <w:t>1.013e0</w:t>
      </w:r>
    </w:p>
    <w:p w:rsidR="006974AE" w:rsidRDefault="006974AE" w:rsidP="006974AE">
      <w:r>
        <w:t>543.0690</w:t>
      </w:r>
      <w:r>
        <w:tab/>
        <w:t>1.013e0</w:t>
      </w:r>
    </w:p>
    <w:p w:rsidR="006974AE" w:rsidRDefault="006974AE" w:rsidP="006974AE">
      <w:r>
        <w:t>543.0776</w:t>
      </w:r>
      <w:r>
        <w:tab/>
        <w:t>1.013e0</w:t>
      </w:r>
    </w:p>
    <w:p w:rsidR="006974AE" w:rsidRDefault="006974AE" w:rsidP="006974AE">
      <w:r>
        <w:t>543.0935</w:t>
      </w:r>
      <w:r>
        <w:tab/>
        <w:t>2.025e0</w:t>
      </w:r>
    </w:p>
    <w:p w:rsidR="006974AE" w:rsidRDefault="006974AE" w:rsidP="006974AE">
      <w:r>
        <w:t>543.1005</w:t>
      </w:r>
      <w:r>
        <w:tab/>
        <w:t>2.025e0</w:t>
      </w:r>
    </w:p>
    <w:p w:rsidR="006974AE" w:rsidRDefault="006974AE" w:rsidP="006974AE">
      <w:r>
        <w:t>543.1245</w:t>
      </w:r>
      <w:r>
        <w:tab/>
        <w:t>1.013e0</w:t>
      </w:r>
    </w:p>
    <w:p w:rsidR="006974AE" w:rsidRDefault="006974AE" w:rsidP="006974AE">
      <w:r>
        <w:t>543.1484</w:t>
      </w:r>
      <w:r>
        <w:tab/>
        <w:t>1.013e0</w:t>
      </w:r>
    </w:p>
    <w:p w:rsidR="006974AE" w:rsidRDefault="006974AE" w:rsidP="006974AE">
      <w:r>
        <w:t>543.1501</w:t>
      </w:r>
      <w:r>
        <w:tab/>
        <w:t>3.038e0</w:t>
      </w:r>
    </w:p>
    <w:p w:rsidR="006974AE" w:rsidRDefault="006974AE" w:rsidP="006974AE">
      <w:r>
        <w:t>543.1675</w:t>
      </w:r>
      <w:r>
        <w:tab/>
        <w:t>1.013e0</w:t>
      </w:r>
    </w:p>
    <w:p w:rsidR="006974AE" w:rsidRDefault="006974AE" w:rsidP="006974AE">
      <w:r>
        <w:t>543.2095</w:t>
      </w:r>
      <w:r>
        <w:tab/>
        <w:t>1.013e0</w:t>
      </w:r>
    </w:p>
    <w:p w:rsidR="006974AE" w:rsidRDefault="006974AE" w:rsidP="006974AE">
      <w:r>
        <w:t>543.2155</w:t>
      </w:r>
      <w:r>
        <w:tab/>
        <w:t>3.038e0</w:t>
      </w:r>
    </w:p>
    <w:p w:rsidR="006974AE" w:rsidRDefault="006974AE" w:rsidP="006974AE">
      <w:r>
        <w:t>543.2449</w:t>
      </w:r>
      <w:r>
        <w:tab/>
        <w:t>1.013e0</w:t>
      </w:r>
    </w:p>
    <w:p w:rsidR="006974AE" w:rsidRDefault="006974AE" w:rsidP="006974AE">
      <w:r>
        <w:t>543.2504</w:t>
      </w:r>
      <w:r>
        <w:tab/>
        <w:t>1.557e0</w:t>
      </w:r>
    </w:p>
    <w:p w:rsidR="006974AE" w:rsidRDefault="006974AE" w:rsidP="006974AE">
      <w:r>
        <w:t>543.2578</w:t>
      </w:r>
      <w:r>
        <w:tab/>
        <w:t>5.063e0</w:t>
      </w:r>
    </w:p>
    <w:p w:rsidR="006974AE" w:rsidRDefault="006974AE" w:rsidP="006974AE">
      <w:r>
        <w:t>543.2843</w:t>
      </w:r>
      <w:r>
        <w:tab/>
        <w:t>2.025e0</w:t>
      </w:r>
    </w:p>
    <w:p w:rsidR="006974AE" w:rsidRDefault="006974AE" w:rsidP="006974AE">
      <w:r>
        <w:t>543.2875</w:t>
      </w:r>
      <w:r>
        <w:tab/>
        <w:t>2.025e0</w:t>
      </w:r>
    </w:p>
    <w:p w:rsidR="006974AE" w:rsidRDefault="006974AE" w:rsidP="006974AE">
      <w:r>
        <w:t>543.2957</w:t>
      </w:r>
      <w:r>
        <w:tab/>
        <w:t>1.013e0</w:t>
      </w:r>
    </w:p>
    <w:p w:rsidR="006974AE" w:rsidRDefault="006974AE" w:rsidP="006974AE">
      <w:r>
        <w:t>543.3032</w:t>
      </w:r>
      <w:r>
        <w:tab/>
        <w:t>1.013e0</w:t>
      </w:r>
    </w:p>
    <w:p w:rsidR="006974AE" w:rsidRDefault="006974AE" w:rsidP="006974AE">
      <w:r>
        <w:lastRenderedPageBreak/>
        <w:t>543.3141</w:t>
      </w:r>
      <w:r>
        <w:tab/>
        <w:t>2.025e0</w:t>
      </w:r>
    </w:p>
    <w:p w:rsidR="006974AE" w:rsidRDefault="006974AE" w:rsidP="006974AE">
      <w:r>
        <w:t>543.3220</w:t>
      </w:r>
      <w:r>
        <w:tab/>
        <w:t>1.013e0</w:t>
      </w:r>
    </w:p>
    <w:p w:rsidR="006974AE" w:rsidRDefault="006974AE" w:rsidP="006974AE">
      <w:r>
        <w:t>543.3392</w:t>
      </w:r>
      <w:r>
        <w:tab/>
        <w:t>2.025e0</w:t>
      </w:r>
    </w:p>
    <w:p w:rsidR="006974AE" w:rsidRDefault="006974AE" w:rsidP="006974AE">
      <w:r>
        <w:t>543.3515</w:t>
      </w:r>
      <w:r>
        <w:tab/>
        <w:t>1.013e0</w:t>
      </w:r>
    </w:p>
    <w:p w:rsidR="006974AE" w:rsidRDefault="006974AE" w:rsidP="006974AE">
      <w:r>
        <w:t>543.3692</w:t>
      </w:r>
      <w:r>
        <w:tab/>
        <w:t>1.013e0</w:t>
      </w:r>
    </w:p>
    <w:p w:rsidR="006974AE" w:rsidRDefault="006974AE" w:rsidP="006974AE">
      <w:r>
        <w:t>543.3782</w:t>
      </w:r>
      <w:r>
        <w:tab/>
        <w:t>1.013e0</w:t>
      </w:r>
    </w:p>
    <w:p w:rsidR="006974AE" w:rsidRDefault="006974AE" w:rsidP="006974AE">
      <w:r>
        <w:t>543.3966</w:t>
      </w:r>
      <w:r>
        <w:tab/>
        <w:t>2.025e0</w:t>
      </w:r>
    </w:p>
    <w:p w:rsidR="006974AE" w:rsidRDefault="006974AE" w:rsidP="006974AE">
      <w:r>
        <w:t>543.4225</w:t>
      </w:r>
      <w:r>
        <w:tab/>
        <w:t>1.013e0</w:t>
      </w:r>
    </w:p>
    <w:p w:rsidR="006974AE" w:rsidRDefault="006974AE" w:rsidP="006974AE">
      <w:r>
        <w:t>543.4344</w:t>
      </w:r>
      <w:r>
        <w:tab/>
        <w:t>1.013e0</w:t>
      </w:r>
    </w:p>
    <w:p w:rsidR="006974AE" w:rsidRDefault="006974AE" w:rsidP="006974AE">
      <w:r>
        <w:t>543.4436</w:t>
      </w:r>
      <w:r>
        <w:tab/>
        <w:t>3.038e0</w:t>
      </w:r>
    </w:p>
    <w:p w:rsidR="006974AE" w:rsidRDefault="006974AE" w:rsidP="006974AE">
      <w:r>
        <w:t>543.5088</w:t>
      </w:r>
      <w:r>
        <w:tab/>
        <w:t>1.013e0</w:t>
      </w:r>
    </w:p>
    <w:p w:rsidR="006974AE" w:rsidRDefault="006974AE" w:rsidP="006974AE">
      <w:r>
        <w:t>543.5182</w:t>
      </w:r>
      <w:r>
        <w:tab/>
        <w:t>1.013e0</w:t>
      </w:r>
    </w:p>
    <w:p w:rsidR="006974AE" w:rsidRDefault="006974AE" w:rsidP="006974AE">
      <w:r>
        <w:t>543.5692</w:t>
      </w:r>
      <w:r>
        <w:tab/>
        <w:t>1.013e0</w:t>
      </w:r>
    </w:p>
    <w:p w:rsidR="006974AE" w:rsidRDefault="006974AE" w:rsidP="006974AE">
      <w:r>
        <w:t>543.5744</w:t>
      </w:r>
      <w:r>
        <w:tab/>
        <w:t>2.025e0</w:t>
      </w:r>
    </w:p>
    <w:p w:rsidR="006974AE" w:rsidRDefault="006974AE" w:rsidP="006974AE">
      <w:r>
        <w:t>543.6021</w:t>
      </w:r>
      <w:r>
        <w:tab/>
        <w:t>2.025e0</w:t>
      </w:r>
    </w:p>
    <w:p w:rsidR="006974AE" w:rsidRDefault="006974AE" w:rsidP="006974AE">
      <w:r>
        <w:t>543.6067</w:t>
      </w:r>
      <w:r>
        <w:tab/>
        <w:t>1.013e0</w:t>
      </w:r>
    </w:p>
    <w:p w:rsidR="006974AE" w:rsidRDefault="006974AE" w:rsidP="006974AE">
      <w:r>
        <w:t>543.6220</w:t>
      </w:r>
      <w:r>
        <w:tab/>
        <w:t>1.013e0</w:t>
      </w:r>
    </w:p>
    <w:p w:rsidR="006974AE" w:rsidRDefault="006974AE" w:rsidP="006974AE">
      <w:r>
        <w:t>543.6495</w:t>
      </w:r>
      <w:r>
        <w:tab/>
        <w:t>1.013e0</w:t>
      </w:r>
    </w:p>
    <w:p w:rsidR="006974AE" w:rsidRDefault="006974AE" w:rsidP="006974AE">
      <w:r>
        <w:t>543.6512</w:t>
      </w:r>
      <w:r>
        <w:tab/>
        <w:t>2.025e0</w:t>
      </w:r>
    </w:p>
    <w:p w:rsidR="006974AE" w:rsidRDefault="006974AE" w:rsidP="006974AE">
      <w:r>
        <w:lastRenderedPageBreak/>
        <w:t>543.6686</w:t>
      </w:r>
      <w:r>
        <w:tab/>
        <w:t>2.025e0</w:t>
      </w:r>
    </w:p>
    <w:p w:rsidR="006974AE" w:rsidRDefault="006974AE" w:rsidP="006974AE">
      <w:r>
        <w:t>543.6979</w:t>
      </w:r>
      <w:r>
        <w:tab/>
        <w:t>2.025e0</w:t>
      </w:r>
    </w:p>
    <w:p w:rsidR="006974AE" w:rsidRDefault="006974AE" w:rsidP="006974AE">
      <w:r>
        <w:t>543.7057</w:t>
      </w:r>
      <w:r>
        <w:tab/>
        <w:t>1.013e0</w:t>
      </w:r>
    </w:p>
    <w:p w:rsidR="006974AE" w:rsidRDefault="006974AE" w:rsidP="006974AE">
      <w:r>
        <w:t>543.7162</w:t>
      </w:r>
      <w:r>
        <w:tab/>
        <w:t>1.013e0</w:t>
      </w:r>
    </w:p>
    <w:p w:rsidR="006974AE" w:rsidRDefault="006974AE" w:rsidP="006974AE">
      <w:r>
        <w:t>543.7748</w:t>
      </w:r>
      <w:r>
        <w:tab/>
        <w:t>2.025e0</w:t>
      </w:r>
    </w:p>
    <w:p w:rsidR="006974AE" w:rsidRDefault="006974AE" w:rsidP="006974AE">
      <w:r>
        <w:t>543.7814</w:t>
      </w:r>
      <w:r>
        <w:tab/>
        <w:t>1.013e0</w:t>
      </w:r>
    </w:p>
    <w:p w:rsidR="006974AE" w:rsidRDefault="006974AE" w:rsidP="006974AE">
      <w:r>
        <w:t>543.7951</w:t>
      </w:r>
      <w:r>
        <w:tab/>
        <w:t>2.025e0</w:t>
      </w:r>
    </w:p>
    <w:p w:rsidR="006974AE" w:rsidRDefault="006974AE" w:rsidP="006974AE">
      <w:r>
        <w:t>543.8237</w:t>
      </w:r>
      <w:r>
        <w:tab/>
        <w:t>1.144e0</w:t>
      </w:r>
    </w:p>
    <w:p w:rsidR="006974AE" w:rsidRDefault="006974AE" w:rsidP="006974AE">
      <w:r>
        <w:t>543.8365</w:t>
      </w:r>
      <w:r>
        <w:tab/>
        <w:t>2.025e0</w:t>
      </w:r>
    </w:p>
    <w:p w:rsidR="006974AE" w:rsidRDefault="006974AE" w:rsidP="006974AE">
      <w:r>
        <w:t>543.8431</w:t>
      </w:r>
      <w:r>
        <w:tab/>
        <w:t>1.013e0</w:t>
      </w:r>
    </w:p>
    <w:p w:rsidR="006974AE" w:rsidRDefault="006974AE" w:rsidP="006974AE">
      <w:r>
        <w:t>543.8596</w:t>
      </w:r>
      <w:r>
        <w:tab/>
        <w:t>3.038e0</w:t>
      </w:r>
    </w:p>
    <w:p w:rsidR="006974AE" w:rsidRDefault="006974AE" w:rsidP="006974AE">
      <w:r>
        <w:t>543.8839</w:t>
      </w:r>
      <w:r>
        <w:tab/>
        <w:t>2.025e0</w:t>
      </w:r>
    </w:p>
    <w:p w:rsidR="006974AE" w:rsidRDefault="006974AE" w:rsidP="006974AE">
      <w:r>
        <w:t>543.9409</w:t>
      </w:r>
      <w:r>
        <w:tab/>
        <w:t>2.025e0</w:t>
      </w:r>
    </w:p>
    <w:p w:rsidR="006974AE" w:rsidRDefault="006974AE" w:rsidP="006974AE">
      <w:r>
        <w:t>543.9496</w:t>
      </w:r>
      <w:r>
        <w:tab/>
        <w:t>1.013e0</w:t>
      </w:r>
    </w:p>
    <w:p w:rsidR="006974AE" w:rsidRDefault="006974AE" w:rsidP="006974AE">
      <w:r>
        <w:t>543.9778</w:t>
      </w:r>
      <w:r>
        <w:tab/>
        <w:t>1.013e0</w:t>
      </w:r>
    </w:p>
    <w:p w:rsidR="006974AE" w:rsidRDefault="006974AE" w:rsidP="006974AE">
      <w:r>
        <w:t>544.0059</w:t>
      </w:r>
      <w:r>
        <w:tab/>
        <w:t>1.013e0</w:t>
      </w:r>
    </w:p>
    <w:p w:rsidR="006974AE" w:rsidRDefault="006974AE" w:rsidP="006974AE">
      <w:r>
        <w:t>544.0248</w:t>
      </w:r>
      <w:r>
        <w:tab/>
        <w:t>1.013e0</w:t>
      </w:r>
    </w:p>
    <w:p w:rsidR="006974AE" w:rsidRDefault="006974AE" w:rsidP="006974AE">
      <w:r>
        <w:t>544.0432</w:t>
      </w:r>
      <w:r>
        <w:tab/>
        <w:t>2.025e0</w:t>
      </w:r>
    </w:p>
    <w:p w:rsidR="006974AE" w:rsidRDefault="006974AE" w:rsidP="006974AE">
      <w:r>
        <w:t>544.0792</w:t>
      </w:r>
      <w:r>
        <w:tab/>
        <w:t>1.013e0</w:t>
      </w:r>
    </w:p>
    <w:p w:rsidR="006974AE" w:rsidRDefault="006974AE" w:rsidP="006974AE">
      <w:r>
        <w:lastRenderedPageBreak/>
        <w:t>544.0823</w:t>
      </w:r>
      <w:r>
        <w:tab/>
        <w:t>1.013e0</w:t>
      </w:r>
    </w:p>
    <w:p w:rsidR="006974AE" w:rsidRDefault="006974AE" w:rsidP="006974AE">
      <w:r>
        <w:t>544.0975</w:t>
      </w:r>
      <w:r>
        <w:tab/>
        <w:t>1.013e0</w:t>
      </w:r>
    </w:p>
    <w:p w:rsidR="006974AE" w:rsidRDefault="006974AE" w:rsidP="006974AE">
      <w:r>
        <w:t>544.1098</w:t>
      </w:r>
      <w:r>
        <w:tab/>
        <w:t>1.013e0</w:t>
      </w:r>
    </w:p>
    <w:p w:rsidR="006974AE" w:rsidRDefault="006974AE" w:rsidP="006974AE">
      <w:r>
        <w:t>544.1474</w:t>
      </w:r>
      <w:r>
        <w:tab/>
        <w:t>1.013e0</w:t>
      </w:r>
    </w:p>
    <w:p w:rsidR="006974AE" w:rsidRDefault="006974AE" w:rsidP="006974AE">
      <w:r>
        <w:t>544.1527</w:t>
      </w:r>
      <w:r>
        <w:tab/>
        <w:t>1.013e0</w:t>
      </w:r>
    </w:p>
    <w:p w:rsidR="006974AE" w:rsidRDefault="006974AE" w:rsidP="006974AE">
      <w:r>
        <w:t>544.1849</w:t>
      </w:r>
      <w:r>
        <w:tab/>
        <w:t>1.013e0</w:t>
      </w:r>
    </w:p>
    <w:p w:rsidR="006974AE" w:rsidRDefault="006974AE" w:rsidP="006974AE">
      <w:r>
        <w:t>544.1982</w:t>
      </w:r>
      <w:r>
        <w:tab/>
        <w:t>2.025e0</w:t>
      </w:r>
    </w:p>
    <w:p w:rsidR="006974AE" w:rsidRDefault="006974AE" w:rsidP="006974AE">
      <w:r>
        <w:t>544.2039</w:t>
      </w:r>
      <w:r>
        <w:tab/>
        <w:t>1.936e0</w:t>
      </w:r>
    </w:p>
    <w:p w:rsidR="006974AE" w:rsidRDefault="006974AE" w:rsidP="006974AE">
      <w:r>
        <w:t>544.2379</w:t>
      </w:r>
      <w:r>
        <w:tab/>
        <w:t>1.409e0</w:t>
      </w:r>
    </w:p>
    <w:p w:rsidR="006974AE" w:rsidRDefault="006974AE" w:rsidP="006974AE">
      <w:r>
        <w:t>544.2405</w:t>
      </w:r>
      <w:r>
        <w:tab/>
        <w:t>1.048e0</w:t>
      </w:r>
    </w:p>
    <w:p w:rsidR="006974AE" w:rsidRDefault="006974AE" w:rsidP="006974AE">
      <w:r>
        <w:t>544.2506</w:t>
      </w:r>
      <w:r>
        <w:tab/>
        <w:t>1.013e0</w:t>
      </w:r>
    </w:p>
    <w:p w:rsidR="006974AE" w:rsidRDefault="006974AE" w:rsidP="006974AE">
      <w:r>
        <w:t>544.2555</w:t>
      </w:r>
      <w:r>
        <w:tab/>
        <w:t>1.543e0</w:t>
      </w:r>
    </w:p>
    <w:p w:rsidR="006974AE" w:rsidRDefault="006974AE" w:rsidP="006974AE">
      <w:r>
        <w:t>544.2781</w:t>
      </w:r>
      <w:r>
        <w:tab/>
        <w:t>1.013e0</w:t>
      </w:r>
    </w:p>
    <w:p w:rsidR="006974AE" w:rsidRDefault="006974AE" w:rsidP="006974AE">
      <w:r>
        <w:t>544.2803</w:t>
      </w:r>
      <w:r>
        <w:tab/>
        <w:t>3.038e0</w:t>
      </w:r>
    </w:p>
    <w:p w:rsidR="006974AE" w:rsidRDefault="006974AE" w:rsidP="006974AE">
      <w:r>
        <w:t>544.3027</w:t>
      </w:r>
      <w:r>
        <w:tab/>
        <w:t>3.038e0</w:t>
      </w:r>
    </w:p>
    <w:p w:rsidR="006974AE" w:rsidRDefault="006974AE" w:rsidP="006974AE">
      <w:r>
        <w:t>544.3566</w:t>
      </w:r>
      <w:r>
        <w:tab/>
        <w:t>5.063e0</w:t>
      </w:r>
    </w:p>
    <w:p w:rsidR="006974AE" w:rsidRDefault="006974AE" w:rsidP="006974AE">
      <w:r>
        <w:t>544.3591</w:t>
      </w:r>
      <w:r>
        <w:tab/>
        <w:t>4.051e0</w:t>
      </w:r>
    </w:p>
    <w:p w:rsidR="006974AE" w:rsidRDefault="006974AE" w:rsidP="006974AE">
      <w:r>
        <w:t>544.3626</w:t>
      </w:r>
      <w:r>
        <w:tab/>
        <w:t>1.013e0</w:t>
      </w:r>
    </w:p>
    <w:p w:rsidR="006974AE" w:rsidRDefault="006974AE" w:rsidP="006974AE">
      <w:r>
        <w:t>544.4109</w:t>
      </w:r>
      <w:r>
        <w:tab/>
        <w:t>1.013e0</w:t>
      </w:r>
    </w:p>
    <w:p w:rsidR="006974AE" w:rsidRDefault="006974AE" w:rsidP="006974AE">
      <w:r>
        <w:lastRenderedPageBreak/>
        <w:t>544.4659</w:t>
      </w:r>
      <w:r>
        <w:tab/>
        <w:t>1.013e0</w:t>
      </w:r>
    </w:p>
    <w:p w:rsidR="006974AE" w:rsidRDefault="006974AE" w:rsidP="006974AE">
      <w:r>
        <w:t>544.4753</w:t>
      </w:r>
      <w:r>
        <w:tab/>
        <w:t>2.025e0</w:t>
      </w:r>
    </w:p>
    <w:p w:rsidR="006974AE" w:rsidRDefault="006974AE" w:rsidP="006974AE">
      <w:r>
        <w:t>544.5042</w:t>
      </w:r>
      <w:r>
        <w:tab/>
        <w:t>1.013e0</w:t>
      </w:r>
    </w:p>
    <w:p w:rsidR="006974AE" w:rsidRDefault="006974AE" w:rsidP="006974AE">
      <w:r>
        <w:t>544.5417</w:t>
      </w:r>
      <w:r>
        <w:tab/>
        <w:t>1.013e0</w:t>
      </w:r>
    </w:p>
    <w:p w:rsidR="006974AE" w:rsidRDefault="006974AE" w:rsidP="006974AE">
      <w:r>
        <w:t>544.5887</w:t>
      </w:r>
      <w:r>
        <w:tab/>
        <w:t>1.013e0</w:t>
      </w:r>
    </w:p>
    <w:p w:rsidR="006974AE" w:rsidRDefault="006974AE" w:rsidP="006974AE">
      <w:r>
        <w:t>544.5981</w:t>
      </w:r>
      <w:r>
        <w:tab/>
        <w:t>1.013e0</w:t>
      </w:r>
    </w:p>
    <w:p w:rsidR="006974AE" w:rsidRDefault="006974AE" w:rsidP="006974AE">
      <w:r>
        <w:t>544.6633</w:t>
      </w:r>
      <w:r>
        <w:tab/>
        <w:t>2.025e0</w:t>
      </w:r>
    </w:p>
    <w:p w:rsidR="006974AE" w:rsidRDefault="006974AE" w:rsidP="006974AE">
      <w:r>
        <w:t>544.6729</w:t>
      </w:r>
      <w:r>
        <w:tab/>
        <w:t>2.025e0</w:t>
      </w:r>
    </w:p>
    <w:p w:rsidR="006974AE" w:rsidRDefault="006974AE" w:rsidP="006974AE">
      <w:r>
        <w:t>544.6843</w:t>
      </w:r>
      <w:r>
        <w:tab/>
        <w:t>3.038e0</w:t>
      </w:r>
    </w:p>
    <w:p w:rsidR="006974AE" w:rsidRDefault="006974AE" w:rsidP="006974AE">
      <w:r>
        <w:t>544.7556</w:t>
      </w:r>
      <w:r>
        <w:tab/>
        <w:t>1.013e0</w:t>
      </w:r>
    </w:p>
    <w:p w:rsidR="006974AE" w:rsidRDefault="006974AE" w:rsidP="006974AE">
      <w:r>
        <w:t>544.7665</w:t>
      </w:r>
      <w:r>
        <w:tab/>
        <w:t>1.013e0</w:t>
      </w:r>
    </w:p>
    <w:p w:rsidR="006974AE" w:rsidRDefault="006974AE" w:rsidP="006974AE">
      <w:r>
        <w:t>544.8329</w:t>
      </w:r>
      <w:r>
        <w:tab/>
        <w:t>1.013e0</w:t>
      </w:r>
    </w:p>
    <w:p w:rsidR="006974AE" w:rsidRDefault="006974AE" w:rsidP="006974AE">
      <w:r>
        <w:t>544.8705</w:t>
      </w:r>
      <w:r>
        <w:tab/>
        <w:t>1.013e0</w:t>
      </w:r>
    </w:p>
    <w:p w:rsidR="006974AE" w:rsidRDefault="006974AE" w:rsidP="006974AE">
      <w:r>
        <w:t>544.8844</w:t>
      </w:r>
      <w:r>
        <w:tab/>
        <w:t>1.013e0</w:t>
      </w:r>
    </w:p>
    <w:p w:rsidR="006974AE" w:rsidRDefault="006974AE" w:rsidP="006974AE">
      <w:r>
        <w:t>544.9169</w:t>
      </w:r>
      <w:r>
        <w:tab/>
        <w:t>2.025e0</w:t>
      </w:r>
    </w:p>
    <w:p w:rsidR="006974AE" w:rsidRDefault="006974AE" w:rsidP="006974AE">
      <w:r>
        <w:t>544.9213</w:t>
      </w:r>
      <w:r>
        <w:tab/>
        <w:t>1.013e0</w:t>
      </w:r>
    </w:p>
    <w:p w:rsidR="006974AE" w:rsidRDefault="006974AE" w:rsidP="006974AE">
      <w:r>
        <w:t>544.9639</w:t>
      </w:r>
      <w:r>
        <w:tab/>
        <w:t>1.013e0</w:t>
      </w:r>
    </w:p>
    <w:p w:rsidR="006974AE" w:rsidRDefault="006974AE" w:rsidP="006974AE">
      <w:r>
        <w:t>544.9949</w:t>
      </w:r>
      <w:r>
        <w:tab/>
        <w:t>1.013e0</w:t>
      </w:r>
    </w:p>
    <w:p w:rsidR="006974AE" w:rsidRDefault="006974AE" w:rsidP="006974AE">
      <w:r>
        <w:t>545.0209</w:t>
      </w:r>
      <w:r>
        <w:tab/>
        <w:t>1.013e0</w:t>
      </w:r>
    </w:p>
    <w:p w:rsidR="006974AE" w:rsidRDefault="006974AE" w:rsidP="006974AE">
      <w:r>
        <w:lastRenderedPageBreak/>
        <w:t>545.0391</w:t>
      </w:r>
      <w:r>
        <w:tab/>
        <w:t>1.013e0</w:t>
      </w:r>
    </w:p>
    <w:p w:rsidR="006974AE" w:rsidRDefault="006974AE" w:rsidP="006974AE">
      <w:r>
        <w:t>545.0658</w:t>
      </w:r>
      <w:r>
        <w:tab/>
        <w:t>1.013e0</w:t>
      </w:r>
    </w:p>
    <w:p w:rsidR="006974AE" w:rsidRDefault="006974AE" w:rsidP="006974AE">
      <w:r>
        <w:t>545.0767</w:t>
      </w:r>
      <w:r>
        <w:tab/>
        <w:t>1.013e0</w:t>
      </w:r>
    </w:p>
    <w:p w:rsidR="006974AE" w:rsidRDefault="006974AE" w:rsidP="006974AE">
      <w:r>
        <w:t>545.1149</w:t>
      </w:r>
      <w:r>
        <w:tab/>
        <w:t>3.038e0</w:t>
      </w:r>
    </w:p>
    <w:p w:rsidR="006974AE" w:rsidRDefault="006974AE" w:rsidP="006974AE">
      <w:r>
        <w:t>545.1373</w:t>
      </w:r>
      <w:r>
        <w:tab/>
        <w:t>3.038e0</w:t>
      </w:r>
    </w:p>
    <w:p w:rsidR="006974AE" w:rsidRDefault="006974AE" w:rsidP="006974AE">
      <w:r>
        <w:t>545.1387</w:t>
      </w:r>
      <w:r>
        <w:tab/>
        <w:t>2.025e0</w:t>
      </w:r>
    </w:p>
    <w:p w:rsidR="006974AE" w:rsidRDefault="006974AE" w:rsidP="006974AE">
      <w:r>
        <w:t>545.1425</w:t>
      </w:r>
      <w:r>
        <w:tab/>
        <w:t>2.025e0</w:t>
      </w:r>
    </w:p>
    <w:p w:rsidR="006974AE" w:rsidRDefault="006974AE" w:rsidP="006974AE">
      <w:r>
        <w:t>545.1613</w:t>
      </w:r>
      <w:r>
        <w:tab/>
        <w:t>1.013e0</w:t>
      </w:r>
    </w:p>
    <w:p w:rsidR="006974AE" w:rsidRDefault="006974AE" w:rsidP="006974AE">
      <w:r>
        <w:t>545.1626</w:t>
      </w:r>
      <w:r>
        <w:tab/>
        <w:t>3.038e0</w:t>
      </w:r>
    </w:p>
    <w:p w:rsidR="006974AE" w:rsidRDefault="006974AE" w:rsidP="006974AE">
      <w:r>
        <w:t>545.2441</w:t>
      </w:r>
      <w:r>
        <w:tab/>
        <w:t>3.616e0</w:t>
      </w:r>
    </w:p>
    <w:p w:rsidR="006974AE" w:rsidRDefault="006974AE" w:rsidP="006974AE">
      <w:r>
        <w:t>545.2499</w:t>
      </w:r>
      <w:r>
        <w:tab/>
        <w:t>1.013e0</w:t>
      </w:r>
    </w:p>
    <w:p w:rsidR="006974AE" w:rsidRDefault="006974AE" w:rsidP="006974AE">
      <w:r>
        <w:t>545.2647</w:t>
      </w:r>
      <w:r>
        <w:tab/>
        <w:t>2.025e0</w:t>
      </w:r>
    </w:p>
    <w:p w:rsidR="006974AE" w:rsidRDefault="006974AE" w:rsidP="006974AE">
      <w:r>
        <w:t>545.2698</w:t>
      </w:r>
      <w:r>
        <w:tab/>
        <w:t>2.025e0</w:t>
      </w:r>
    </w:p>
    <w:p w:rsidR="006974AE" w:rsidRDefault="006974AE" w:rsidP="006974AE">
      <w:r>
        <w:t>545.2743</w:t>
      </w:r>
      <w:r>
        <w:tab/>
        <w:t>3.585e0</w:t>
      </w:r>
    </w:p>
    <w:p w:rsidR="006974AE" w:rsidRDefault="006974AE" w:rsidP="006974AE">
      <w:r>
        <w:t>545.2934</w:t>
      </w:r>
      <w:r>
        <w:tab/>
        <w:t>2.025e0</w:t>
      </w:r>
    </w:p>
    <w:p w:rsidR="006974AE" w:rsidRDefault="006974AE" w:rsidP="006974AE">
      <w:r>
        <w:t>545.3129</w:t>
      </w:r>
      <w:r>
        <w:tab/>
        <w:t>2.025e0</w:t>
      </w:r>
    </w:p>
    <w:p w:rsidR="006974AE" w:rsidRDefault="006974AE" w:rsidP="006974AE">
      <w:r>
        <w:t>545.3312</w:t>
      </w:r>
      <w:r>
        <w:tab/>
        <w:t>1.013e0</w:t>
      </w:r>
    </w:p>
    <w:p w:rsidR="006974AE" w:rsidRDefault="006974AE" w:rsidP="006974AE">
      <w:r>
        <w:t>545.3447</w:t>
      </w:r>
      <w:r>
        <w:tab/>
        <w:t>3.038e0</w:t>
      </w:r>
    </w:p>
    <w:p w:rsidR="006974AE" w:rsidRDefault="006974AE" w:rsidP="006974AE">
      <w:r>
        <w:t>545.3557</w:t>
      </w:r>
      <w:r>
        <w:tab/>
        <w:t>3.038e0</w:t>
      </w:r>
    </w:p>
    <w:p w:rsidR="006974AE" w:rsidRDefault="006974AE" w:rsidP="006974AE">
      <w:r>
        <w:lastRenderedPageBreak/>
        <w:t>545.3760</w:t>
      </w:r>
      <w:r>
        <w:tab/>
        <w:t>1.013e0</w:t>
      </w:r>
    </w:p>
    <w:p w:rsidR="006974AE" w:rsidRDefault="006974AE" w:rsidP="006974AE">
      <w:r>
        <w:t>545.3777</w:t>
      </w:r>
      <w:r>
        <w:tab/>
        <w:t>1.013e0</w:t>
      </w:r>
    </w:p>
    <w:p w:rsidR="006974AE" w:rsidRDefault="006974AE" w:rsidP="006974AE">
      <w:r>
        <w:t>545.3950</w:t>
      </w:r>
      <w:r>
        <w:tab/>
        <w:t>3.038e0</w:t>
      </w:r>
    </w:p>
    <w:p w:rsidR="006974AE" w:rsidRDefault="006974AE" w:rsidP="006974AE">
      <w:r>
        <w:t>545.3964</w:t>
      </w:r>
      <w:r>
        <w:tab/>
        <w:t>1.013e0</w:t>
      </w:r>
    </w:p>
    <w:p w:rsidR="006974AE" w:rsidRDefault="006974AE" w:rsidP="006974AE">
      <w:r>
        <w:t>545.4159</w:t>
      </w:r>
      <w:r>
        <w:tab/>
        <w:t>1.013e0</w:t>
      </w:r>
    </w:p>
    <w:p w:rsidR="006974AE" w:rsidRDefault="006974AE" w:rsidP="006974AE">
      <w:r>
        <w:t>545.4387</w:t>
      </w:r>
      <w:r>
        <w:tab/>
        <w:t>2.173e0</w:t>
      </w:r>
    </w:p>
    <w:p w:rsidR="006974AE" w:rsidRDefault="006974AE" w:rsidP="006974AE">
      <w:r>
        <w:t>545.4716</w:t>
      </w:r>
      <w:r>
        <w:tab/>
        <w:t>1.013e0</w:t>
      </w:r>
    </w:p>
    <w:p w:rsidR="006974AE" w:rsidRDefault="006974AE" w:rsidP="006974AE">
      <w:r>
        <w:t>545.4773</w:t>
      </w:r>
      <w:r>
        <w:tab/>
        <w:t>2.025e0</w:t>
      </w:r>
    </w:p>
    <w:p w:rsidR="006974AE" w:rsidRDefault="006974AE" w:rsidP="006974AE">
      <w:r>
        <w:t>545.4865</w:t>
      </w:r>
      <w:r>
        <w:tab/>
        <w:t>1.013e0</w:t>
      </w:r>
    </w:p>
    <w:p w:rsidR="006974AE" w:rsidRDefault="006974AE" w:rsidP="006974AE">
      <w:r>
        <w:t>545.5418</w:t>
      </w:r>
      <w:r>
        <w:tab/>
        <w:t>2.025e0</w:t>
      </w:r>
    </w:p>
    <w:p w:rsidR="006974AE" w:rsidRDefault="006974AE" w:rsidP="006974AE">
      <w:r>
        <w:t>545.5833</w:t>
      </w:r>
      <w:r>
        <w:tab/>
        <w:t>3.038e0</w:t>
      </w:r>
    </w:p>
    <w:p w:rsidR="006974AE" w:rsidRDefault="006974AE" w:rsidP="006974AE">
      <w:r>
        <w:t>545.6455</w:t>
      </w:r>
      <w:r>
        <w:tab/>
        <w:t>3.038e0</w:t>
      </w:r>
    </w:p>
    <w:p w:rsidR="006974AE" w:rsidRDefault="006974AE" w:rsidP="006974AE">
      <w:r>
        <w:t>545.6786</w:t>
      </w:r>
      <w:r>
        <w:tab/>
        <w:t>1.013e0</w:t>
      </w:r>
    </w:p>
    <w:p w:rsidR="006974AE" w:rsidRDefault="006974AE" w:rsidP="006974AE">
      <w:r>
        <w:t>545.7006</w:t>
      </w:r>
      <w:r>
        <w:tab/>
        <w:t>2.025e0</w:t>
      </w:r>
    </w:p>
    <w:p w:rsidR="006974AE" w:rsidRDefault="006974AE" w:rsidP="006974AE">
      <w:r>
        <w:t>545.7264</w:t>
      </w:r>
      <w:r>
        <w:tab/>
        <w:t>1.013e0</w:t>
      </w:r>
    </w:p>
    <w:p w:rsidR="006974AE" w:rsidRDefault="006974AE" w:rsidP="006974AE">
      <w:r>
        <w:t>545.7452</w:t>
      </w:r>
      <w:r>
        <w:tab/>
        <w:t>1.013e0</w:t>
      </w:r>
    </w:p>
    <w:p w:rsidR="006974AE" w:rsidRDefault="006974AE" w:rsidP="006974AE">
      <w:r>
        <w:t>545.7736</w:t>
      </w:r>
      <w:r>
        <w:tab/>
        <w:t>2.025e0</w:t>
      </w:r>
    </w:p>
    <w:p w:rsidR="006974AE" w:rsidRDefault="006974AE" w:rsidP="006974AE">
      <w:r>
        <w:t>545.7775</w:t>
      </w:r>
      <w:r>
        <w:tab/>
        <w:t>2.025e0</w:t>
      </w:r>
    </w:p>
    <w:p w:rsidR="006974AE" w:rsidRDefault="006974AE" w:rsidP="006974AE">
      <w:r>
        <w:t>545.8337</w:t>
      </w:r>
      <w:r>
        <w:tab/>
        <w:t>1.013e0</w:t>
      </w:r>
    </w:p>
    <w:p w:rsidR="006974AE" w:rsidRDefault="006974AE" w:rsidP="006974AE">
      <w:r>
        <w:lastRenderedPageBreak/>
        <w:t>545.8408</w:t>
      </w:r>
      <w:r>
        <w:tab/>
        <w:t>2.025e0</w:t>
      </w:r>
    </w:p>
    <w:p w:rsidR="006974AE" w:rsidRDefault="006974AE" w:rsidP="006974AE">
      <w:r>
        <w:t>545.8488</w:t>
      </w:r>
      <w:r>
        <w:tab/>
        <w:t>2.025e0</w:t>
      </w:r>
    </w:p>
    <w:p w:rsidR="006974AE" w:rsidRDefault="006974AE" w:rsidP="006974AE">
      <w:r>
        <w:t>545.8575</w:t>
      </w:r>
      <w:r>
        <w:tab/>
        <w:t>1.013e0</w:t>
      </w:r>
    </w:p>
    <w:p w:rsidR="006974AE" w:rsidRDefault="006974AE" w:rsidP="006974AE">
      <w:r>
        <w:t>545.8591</w:t>
      </w:r>
      <w:r>
        <w:tab/>
        <w:t>2.025e0</w:t>
      </w:r>
    </w:p>
    <w:p w:rsidR="006974AE" w:rsidRDefault="006974AE" w:rsidP="006974AE">
      <w:r>
        <w:t>545.9048</w:t>
      </w:r>
      <w:r>
        <w:tab/>
        <w:t>1.013e0</w:t>
      </w:r>
    </w:p>
    <w:p w:rsidR="006974AE" w:rsidRDefault="006974AE" w:rsidP="006974AE">
      <w:r>
        <w:t>545.9249</w:t>
      </w:r>
      <w:r>
        <w:tab/>
        <w:t>1.013e0</w:t>
      </w:r>
    </w:p>
    <w:p w:rsidR="006974AE" w:rsidRDefault="006974AE" w:rsidP="006974AE">
      <w:r>
        <w:t>545.9394</w:t>
      </w:r>
      <w:r>
        <w:tab/>
        <w:t>4.051e0</w:t>
      </w:r>
    </w:p>
    <w:p w:rsidR="006974AE" w:rsidRDefault="006974AE" w:rsidP="006974AE">
      <w:r>
        <w:t>545.9432</w:t>
      </w:r>
      <w:r>
        <w:tab/>
        <w:t>1.013e0</w:t>
      </w:r>
    </w:p>
    <w:p w:rsidR="006974AE" w:rsidRDefault="006974AE" w:rsidP="006974AE">
      <w:r>
        <w:t>545.9622</w:t>
      </w:r>
      <w:r>
        <w:tab/>
        <w:t>2.025e0</w:t>
      </w:r>
    </w:p>
    <w:p w:rsidR="006974AE" w:rsidRDefault="006974AE" w:rsidP="006974AE">
      <w:r>
        <w:t>545.9996</w:t>
      </w:r>
      <w:r>
        <w:tab/>
        <w:t>2.025e0</w:t>
      </w:r>
    </w:p>
    <w:p w:rsidR="006974AE" w:rsidRDefault="006974AE" w:rsidP="006974AE">
      <w:r>
        <w:t>546.0461</w:t>
      </w:r>
      <w:r>
        <w:tab/>
        <w:t>2.025e0</w:t>
      </w:r>
    </w:p>
    <w:p w:rsidR="006974AE" w:rsidRDefault="006974AE" w:rsidP="006974AE">
      <w:r>
        <w:t>546.0558</w:t>
      </w:r>
      <w:r>
        <w:tab/>
        <w:t>1.013e0</w:t>
      </w:r>
    </w:p>
    <w:p w:rsidR="006974AE" w:rsidRDefault="006974AE" w:rsidP="006974AE">
      <w:r>
        <w:t>546.0914</w:t>
      </w:r>
      <w:r>
        <w:tab/>
        <w:t>2.025e0</w:t>
      </w:r>
    </w:p>
    <w:p w:rsidR="006974AE" w:rsidRDefault="006974AE" w:rsidP="006974AE">
      <w:r>
        <w:t>546.1451</w:t>
      </w:r>
      <w:r>
        <w:tab/>
        <w:t>1.176e0</w:t>
      </w:r>
    </w:p>
    <w:p w:rsidR="006974AE" w:rsidRDefault="006974AE" w:rsidP="006974AE">
      <w:r>
        <w:t>546.1511</w:t>
      </w:r>
      <w:r>
        <w:tab/>
        <w:t>4.051e0</w:t>
      </w:r>
    </w:p>
    <w:p w:rsidR="006974AE" w:rsidRDefault="006974AE" w:rsidP="006974AE">
      <w:r>
        <w:t>546.1522</w:t>
      </w:r>
      <w:r>
        <w:tab/>
        <w:t>1.795e1</w:t>
      </w:r>
    </w:p>
    <w:p w:rsidR="006974AE" w:rsidRDefault="006974AE" w:rsidP="006974AE">
      <w:r>
        <w:t>546.1534</w:t>
      </w:r>
      <w:r>
        <w:tab/>
        <w:t>1.776e1</w:t>
      </w:r>
    </w:p>
    <w:p w:rsidR="006974AE" w:rsidRDefault="006974AE" w:rsidP="006974AE">
      <w:r>
        <w:t>546.1555</w:t>
      </w:r>
      <w:r>
        <w:tab/>
        <w:t>2.474e1</w:t>
      </w:r>
    </w:p>
    <w:p w:rsidR="006974AE" w:rsidRDefault="006974AE" w:rsidP="006974AE">
      <w:r>
        <w:t>546.1730</w:t>
      </w:r>
      <w:r>
        <w:tab/>
        <w:t>1.631e1</w:t>
      </w:r>
    </w:p>
    <w:p w:rsidR="006974AE" w:rsidRDefault="006974AE" w:rsidP="006974AE">
      <w:r>
        <w:lastRenderedPageBreak/>
        <w:t>546.1768</w:t>
      </w:r>
      <w:r>
        <w:tab/>
        <w:t>5.063e0</w:t>
      </w:r>
    </w:p>
    <w:p w:rsidR="006974AE" w:rsidRDefault="006974AE" w:rsidP="006974AE">
      <w:r>
        <w:t>546.1940</w:t>
      </w:r>
      <w:r>
        <w:tab/>
        <w:t>2.025e0</w:t>
      </w:r>
    </w:p>
    <w:p w:rsidR="006974AE" w:rsidRDefault="006974AE" w:rsidP="006974AE">
      <w:r>
        <w:t>546.2350</w:t>
      </w:r>
      <w:r>
        <w:tab/>
        <w:t>1.013e0</w:t>
      </w:r>
    </w:p>
    <w:p w:rsidR="006974AE" w:rsidRDefault="006974AE" w:rsidP="006974AE">
      <w:r>
        <w:t>546.2516</w:t>
      </w:r>
      <w:r>
        <w:tab/>
        <w:t>1.013e0</w:t>
      </w:r>
    </w:p>
    <w:p w:rsidR="006974AE" w:rsidRDefault="006974AE" w:rsidP="006974AE">
      <w:r>
        <w:t>546.2624</w:t>
      </w:r>
      <w:r>
        <w:tab/>
        <w:t>1.013e0</w:t>
      </w:r>
    </w:p>
    <w:p w:rsidR="006974AE" w:rsidRDefault="006974AE" w:rsidP="006974AE">
      <w:r>
        <w:t>546.2780</w:t>
      </w:r>
      <w:r>
        <w:tab/>
        <w:t>4.051e0</w:t>
      </w:r>
    </w:p>
    <w:p w:rsidR="006974AE" w:rsidRDefault="006974AE" w:rsidP="006974AE">
      <w:r>
        <w:t>546.3102</w:t>
      </w:r>
      <w:r>
        <w:tab/>
        <w:t>1.013e0</w:t>
      </w:r>
    </w:p>
    <w:p w:rsidR="006974AE" w:rsidRDefault="006974AE" w:rsidP="006974AE">
      <w:r>
        <w:t>546.3245</w:t>
      </w:r>
      <w:r>
        <w:tab/>
        <w:t>1.013e0</w:t>
      </w:r>
    </w:p>
    <w:p w:rsidR="006974AE" w:rsidRDefault="006974AE" w:rsidP="006974AE">
      <w:r>
        <w:t>546.3290</w:t>
      </w:r>
      <w:r>
        <w:tab/>
        <w:t>2.025e0</w:t>
      </w:r>
    </w:p>
    <w:p w:rsidR="006974AE" w:rsidRDefault="006974AE" w:rsidP="006974AE">
      <w:r>
        <w:t>546.3566</w:t>
      </w:r>
      <w:r>
        <w:tab/>
        <w:t>1.013e0</w:t>
      </w:r>
    </w:p>
    <w:p w:rsidR="006974AE" w:rsidRDefault="006974AE" w:rsidP="006974AE">
      <w:r>
        <w:t>546.3614</w:t>
      </w:r>
      <w:r>
        <w:tab/>
        <w:t>1.013e0</w:t>
      </w:r>
    </w:p>
    <w:p w:rsidR="006974AE" w:rsidRDefault="006974AE" w:rsidP="006974AE">
      <w:r>
        <w:t>546.3759</w:t>
      </w:r>
      <w:r>
        <w:tab/>
        <w:t>3.038e0</w:t>
      </w:r>
    </w:p>
    <w:p w:rsidR="006974AE" w:rsidRDefault="006974AE" w:rsidP="006974AE">
      <w:r>
        <w:t>546.3859</w:t>
      </w:r>
      <w:r>
        <w:tab/>
        <w:t>2.025e0</w:t>
      </w:r>
    </w:p>
    <w:p w:rsidR="006974AE" w:rsidRDefault="006974AE" w:rsidP="006974AE">
      <w:r>
        <w:t>546.3986</w:t>
      </w:r>
      <w:r>
        <w:tab/>
        <w:t>2.025e0</w:t>
      </w:r>
    </w:p>
    <w:p w:rsidR="006974AE" w:rsidRDefault="006974AE" w:rsidP="006974AE">
      <w:r>
        <w:t>546.4127</w:t>
      </w:r>
      <w:r>
        <w:tab/>
        <w:t>2.025e0</w:t>
      </w:r>
    </w:p>
    <w:p w:rsidR="006974AE" w:rsidRDefault="006974AE" w:rsidP="006974AE">
      <w:r>
        <w:t>546.4464</w:t>
      </w:r>
      <w:r>
        <w:tab/>
        <w:t>2.025e0</w:t>
      </w:r>
    </w:p>
    <w:p w:rsidR="006974AE" w:rsidRDefault="006974AE" w:rsidP="006974AE">
      <w:r>
        <w:t>546.4508</w:t>
      </w:r>
      <w:r>
        <w:tab/>
        <w:t>1.013e0</w:t>
      </w:r>
    </w:p>
    <w:p w:rsidR="006974AE" w:rsidRDefault="006974AE" w:rsidP="006974AE">
      <w:r>
        <w:t>546.4609</w:t>
      </w:r>
      <w:r>
        <w:tab/>
        <w:t>2.025e0</w:t>
      </w:r>
    </w:p>
    <w:p w:rsidR="006974AE" w:rsidRDefault="006974AE" w:rsidP="006974AE">
      <w:r>
        <w:t>546.5068</w:t>
      </w:r>
      <w:r>
        <w:tab/>
        <w:t>1.013e0</w:t>
      </w:r>
    </w:p>
    <w:p w:rsidR="006974AE" w:rsidRDefault="006974AE" w:rsidP="006974AE">
      <w:r>
        <w:lastRenderedPageBreak/>
        <w:t>546.5085</w:t>
      </w:r>
      <w:r>
        <w:tab/>
        <w:t>2.025e0</w:t>
      </w:r>
    </w:p>
    <w:p w:rsidR="006974AE" w:rsidRDefault="006974AE" w:rsidP="006974AE">
      <w:r>
        <w:t>546.5248</w:t>
      </w:r>
      <w:r>
        <w:tab/>
        <w:t>2.025e0</w:t>
      </w:r>
    </w:p>
    <w:p w:rsidR="006974AE" w:rsidRDefault="006974AE" w:rsidP="006974AE">
      <w:r>
        <w:t>546.5545</w:t>
      </w:r>
      <w:r>
        <w:tab/>
        <w:t>1.013e0</w:t>
      </w:r>
    </w:p>
    <w:p w:rsidR="006974AE" w:rsidRDefault="006974AE" w:rsidP="006974AE">
      <w:r>
        <w:t>546.5646</w:t>
      </w:r>
      <w:r>
        <w:tab/>
        <w:t>1.013e0</w:t>
      </w:r>
    </w:p>
    <w:p w:rsidR="006974AE" w:rsidRDefault="006974AE" w:rsidP="006974AE">
      <w:r>
        <w:t>546.5978</w:t>
      </w:r>
      <w:r>
        <w:tab/>
        <w:t>3.038e0</w:t>
      </w:r>
    </w:p>
    <w:p w:rsidR="006974AE" w:rsidRDefault="006974AE" w:rsidP="006974AE">
      <w:r>
        <w:t>546.6400</w:t>
      </w:r>
      <w:r>
        <w:tab/>
        <w:t>1.013e0</w:t>
      </w:r>
    </w:p>
    <w:p w:rsidR="006974AE" w:rsidRDefault="006974AE" w:rsidP="006974AE">
      <w:r>
        <w:t>546.6777</w:t>
      </w:r>
      <w:r>
        <w:tab/>
        <w:t>1.013e0</w:t>
      </w:r>
    </w:p>
    <w:p w:rsidR="006974AE" w:rsidRDefault="006974AE" w:rsidP="006974AE">
      <w:r>
        <w:t>546.7154</w:t>
      </w:r>
      <w:r>
        <w:tab/>
        <w:t>1.013e0</w:t>
      </w:r>
    </w:p>
    <w:p w:rsidR="006974AE" w:rsidRDefault="006974AE" w:rsidP="006974AE">
      <w:r>
        <w:t>546.7437</w:t>
      </w:r>
      <w:r>
        <w:tab/>
        <w:t>1.013e0</w:t>
      </w:r>
    </w:p>
    <w:p w:rsidR="006974AE" w:rsidRDefault="006974AE" w:rsidP="006974AE">
      <w:r>
        <w:t>546.7637</w:t>
      </w:r>
      <w:r>
        <w:tab/>
        <w:t>1.013e0</w:t>
      </w:r>
    </w:p>
    <w:p w:rsidR="006974AE" w:rsidRDefault="006974AE" w:rsidP="006974AE">
      <w:r>
        <w:t>546.8004</w:t>
      </w:r>
      <w:r>
        <w:tab/>
        <w:t>1.013e0</w:t>
      </w:r>
    </w:p>
    <w:p w:rsidR="006974AE" w:rsidRDefault="006974AE" w:rsidP="006974AE">
      <w:r>
        <w:t>546.8608</w:t>
      </w:r>
      <w:r>
        <w:tab/>
        <w:t>2.025e0</w:t>
      </w:r>
    </w:p>
    <w:p w:rsidR="006974AE" w:rsidRDefault="006974AE" w:rsidP="006974AE">
      <w:r>
        <w:t>546.8691</w:t>
      </w:r>
      <w:r>
        <w:tab/>
        <w:t>4.051e0</w:t>
      </w:r>
    </w:p>
    <w:p w:rsidR="006974AE" w:rsidRDefault="006974AE" w:rsidP="006974AE">
      <w:r>
        <w:t>546.8721</w:t>
      </w:r>
      <w:r>
        <w:tab/>
        <w:t>1.013e0</w:t>
      </w:r>
    </w:p>
    <w:p w:rsidR="006974AE" w:rsidRDefault="006974AE" w:rsidP="006974AE">
      <w:r>
        <w:t>546.8945</w:t>
      </w:r>
      <w:r>
        <w:tab/>
        <w:t>1.013e0</w:t>
      </w:r>
    </w:p>
    <w:p w:rsidR="006974AE" w:rsidRDefault="006974AE" w:rsidP="006974AE">
      <w:r>
        <w:t>546.9033</w:t>
      </w:r>
      <w:r>
        <w:tab/>
        <w:t>1.013e0</w:t>
      </w:r>
    </w:p>
    <w:p w:rsidR="006974AE" w:rsidRDefault="006974AE" w:rsidP="006974AE">
      <w:r>
        <w:t>546.9511</w:t>
      </w:r>
      <w:r>
        <w:tab/>
        <w:t>1.013e0</w:t>
      </w:r>
    </w:p>
    <w:p w:rsidR="006974AE" w:rsidRDefault="006974AE" w:rsidP="006974AE">
      <w:r>
        <w:t>546.9606</w:t>
      </w:r>
      <w:r>
        <w:tab/>
        <w:t>1.013e0</w:t>
      </w:r>
    </w:p>
    <w:p w:rsidR="006974AE" w:rsidRDefault="006974AE" w:rsidP="006974AE">
      <w:r>
        <w:t>546.9636</w:t>
      </w:r>
      <w:r>
        <w:tab/>
        <w:t>1.013e0</w:t>
      </w:r>
    </w:p>
    <w:p w:rsidR="006974AE" w:rsidRDefault="006974AE" w:rsidP="006974AE">
      <w:r>
        <w:lastRenderedPageBreak/>
        <w:t>546.9775</w:t>
      </w:r>
      <w:r>
        <w:tab/>
        <w:t>2.025e0</w:t>
      </w:r>
    </w:p>
    <w:p w:rsidR="006974AE" w:rsidRDefault="006974AE" w:rsidP="006974AE">
      <w:r>
        <w:t>547.0194</w:t>
      </w:r>
      <w:r>
        <w:tab/>
        <w:t>2.025e0</w:t>
      </w:r>
    </w:p>
    <w:p w:rsidR="006974AE" w:rsidRDefault="006974AE" w:rsidP="006974AE">
      <w:r>
        <w:t>547.0355</w:t>
      </w:r>
      <w:r>
        <w:tab/>
        <w:t>1.013e0</w:t>
      </w:r>
    </w:p>
    <w:p w:rsidR="006974AE" w:rsidRDefault="006974AE" w:rsidP="006974AE">
      <w:r>
        <w:t>547.0372</w:t>
      </w:r>
      <w:r>
        <w:tab/>
        <w:t>1.013e0</w:t>
      </w:r>
    </w:p>
    <w:p w:rsidR="006974AE" w:rsidRDefault="006974AE" w:rsidP="006974AE">
      <w:r>
        <w:t>547.0897</w:t>
      </w:r>
      <w:r>
        <w:tab/>
        <w:t>1.013e0</w:t>
      </w:r>
    </w:p>
    <w:p w:rsidR="006974AE" w:rsidRDefault="006974AE" w:rsidP="006974AE">
      <w:r>
        <w:t>547.1202</w:t>
      </w:r>
      <w:r>
        <w:tab/>
        <w:t>1.013e0</w:t>
      </w:r>
    </w:p>
    <w:p w:rsidR="006974AE" w:rsidRDefault="006974AE" w:rsidP="006974AE">
      <w:r>
        <w:t>547.1475</w:t>
      </w:r>
      <w:r>
        <w:tab/>
        <w:t>6.076e0</w:t>
      </w:r>
    </w:p>
    <w:p w:rsidR="006974AE" w:rsidRDefault="006974AE" w:rsidP="006974AE">
      <w:r>
        <w:t>547.1532</w:t>
      </w:r>
      <w:r>
        <w:tab/>
        <w:t>2.025e0</w:t>
      </w:r>
    </w:p>
    <w:p w:rsidR="006974AE" w:rsidRDefault="006974AE" w:rsidP="006974AE">
      <w:r>
        <w:t>547.1595</w:t>
      </w:r>
      <w:r>
        <w:tab/>
        <w:t>5.063e0</w:t>
      </w:r>
    </w:p>
    <w:p w:rsidR="006974AE" w:rsidRDefault="006974AE" w:rsidP="006974AE">
      <w:r>
        <w:t>547.1615</w:t>
      </w:r>
      <w:r>
        <w:tab/>
        <w:t>7.867e0</w:t>
      </w:r>
    </w:p>
    <w:p w:rsidR="006974AE" w:rsidRDefault="006974AE" w:rsidP="006974AE">
      <w:r>
        <w:t>547.1646</w:t>
      </w:r>
      <w:r>
        <w:tab/>
        <w:t>4.051e0</w:t>
      </w:r>
    </w:p>
    <w:p w:rsidR="006974AE" w:rsidRDefault="006974AE" w:rsidP="006974AE">
      <w:r>
        <w:t>547.1953</w:t>
      </w:r>
      <w:r>
        <w:tab/>
        <w:t>2.025e0</w:t>
      </w:r>
    </w:p>
    <w:p w:rsidR="006974AE" w:rsidRDefault="006974AE" w:rsidP="006974AE">
      <w:r>
        <w:t>547.2238</w:t>
      </w:r>
      <w:r>
        <w:tab/>
        <w:t>1.177e0</w:t>
      </w:r>
    </w:p>
    <w:p w:rsidR="006974AE" w:rsidRDefault="006974AE" w:rsidP="006974AE">
      <w:r>
        <w:t>547.2335</w:t>
      </w:r>
      <w:r>
        <w:tab/>
        <w:t>1.013e0</w:t>
      </w:r>
    </w:p>
    <w:p w:rsidR="006974AE" w:rsidRDefault="006974AE" w:rsidP="006974AE">
      <w:r>
        <w:t>547.2625</w:t>
      </w:r>
      <w:r>
        <w:tab/>
        <w:t>1.013e0</w:t>
      </w:r>
    </w:p>
    <w:p w:rsidR="006974AE" w:rsidRDefault="006974AE" w:rsidP="006974AE">
      <w:r>
        <w:t>547.2745</w:t>
      </w:r>
      <w:r>
        <w:tab/>
        <w:t>1.013e0</w:t>
      </w:r>
    </w:p>
    <w:p w:rsidR="006974AE" w:rsidRDefault="006974AE" w:rsidP="006974AE">
      <w:r>
        <w:t>547.3060</w:t>
      </w:r>
      <w:r>
        <w:tab/>
        <w:t>2.025e0</w:t>
      </w:r>
    </w:p>
    <w:p w:rsidR="006974AE" w:rsidRDefault="006974AE" w:rsidP="006974AE">
      <w:r>
        <w:t>547.3082</w:t>
      </w:r>
      <w:r>
        <w:tab/>
        <w:t>1.013e0</w:t>
      </w:r>
    </w:p>
    <w:p w:rsidR="006974AE" w:rsidRDefault="006974AE" w:rsidP="006974AE">
      <w:r>
        <w:t>547.3113</w:t>
      </w:r>
      <w:r>
        <w:tab/>
        <w:t>1.013e0</w:t>
      </w:r>
    </w:p>
    <w:p w:rsidR="006974AE" w:rsidRDefault="006974AE" w:rsidP="006974AE">
      <w:r>
        <w:lastRenderedPageBreak/>
        <w:t>547.3215</w:t>
      </w:r>
      <w:r>
        <w:tab/>
        <w:t>2.025e0</w:t>
      </w:r>
    </w:p>
    <w:p w:rsidR="006974AE" w:rsidRDefault="006974AE" w:rsidP="006974AE">
      <w:r>
        <w:t>547.3477</w:t>
      </w:r>
      <w:r>
        <w:tab/>
        <w:t>4.051e0</w:t>
      </w:r>
    </w:p>
    <w:p w:rsidR="006974AE" w:rsidRDefault="006974AE" w:rsidP="006974AE">
      <w:r>
        <w:t>547.3663</w:t>
      </w:r>
      <w:r>
        <w:tab/>
        <w:t>1.013e0</w:t>
      </w:r>
    </w:p>
    <w:p w:rsidR="006974AE" w:rsidRDefault="006974AE" w:rsidP="006974AE">
      <w:r>
        <w:t>547.3793</w:t>
      </w:r>
      <w:r>
        <w:tab/>
        <w:t>2.025e0</w:t>
      </w:r>
    </w:p>
    <w:p w:rsidR="006974AE" w:rsidRDefault="006974AE" w:rsidP="006974AE">
      <w:r>
        <w:t>547.3807</w:t>
      </w:r>
      <w:r>
        <w:tab/>
        <w:t>3.038e0</w:t>
      </w:r>
    </w:p>
    <w:p w:rsidR="006974AE" w:rsidRDefault="006974AE" w:rsidP="006974AE">
      <w:r>
        <w:t>547.3845</w:t>
      </w:r>
      <w:r>
        <w:tab/>
        <w:t>1.013e0</w:t>
      </w:r>
    </w:p>
    <w:p w:rsidR="006974AE" w:rsidRDefault="006974AE" w:rsidP="006974AE">
      <w:r>
        <w:t>547.3939</w:t>
      </w:r>
      <w:r>
        <w:tab/>
        <w:t>1.013e0</w:t>
      </w:r>
    </w:p>
    <w:p w:rsidR="006974AE" w:rsidRDefault="006974AE" w:rsidP="006974AE">
      <w:r>
        <w:t>547.4400</w:t>
      </w:r>
      <w:r>
        <w:tab/>
        <w:t>2.025e0</w:t>
      </w:r>
    </w:p>
    <w:p w:rsidR="006974AE" w:rsidRDefault="006974AE" w:rsidP="006974AE">
      <w:r>
        <w:t>547.4418</w:t>
      </w:r>
      <w:r>
        <w:tab/>
        <w:t>1.013e0</w:t>
      </w:r>
    </w:p>
    <w:p w:rsidR="006974AE" w:rsidRDefault="006974AE" w:rsidP="006974AE">
      <w:r>
        <w:t>547.5267</w:t>
      </w:r>
      <w:r>
        <w:tab/>
        <w:t>1.013e0</w:t>
      </w:r>
    </w:p>
    <w:p w:rsidR="006974AE" w:rsidRDefault="006974AE" w:rsidP="006974AE">
      <w:r>
        <w:t>547.5289</w:t>
      </w:r>
      <w:r>
        <w:tab/>
        <w:t>2.025e0</w:t>
      </w:r>
    </w:p>
    <w:p w:rsidR="006974AE" w:rsidRDefault="006974AE" w:rsidP="006974AE">
      <w:r>
        <w:t>547.5823</w:t>
      </w:r>
      <w:r>
        <w:tab/>
        <w:t>1.013e0</w:t>
      </w:r>
    </w:p>
    <w:p w:rsidR="006974AE" w:rsidRDefault="006974AE" w:rsidP="006974AE">
      <w:r>
        <w:t>547.5847</w:t>
      </w:r>
      <w:r>
        <w:tab/>
        <w:t>2.025e0</w:t>
      </w:r>
    </w:p>
    <w:p w:rsidR="006974AE" w:rsidRDefault="006974AE" w:rsidP="006974AE">
      <w:r>
        <w:t>547.6367</w:t>
      </w:r>
      <w:r>
        <w:tab/>
        <w:t>1.013e0</w:t>
      </w:r>
    </w:p>
    <w:p w:rsidR="006974AE" w:rsidRDefault="006974AE" w:rsidP="006974AE">
      <w:r>
        <w:t>547.6778</w:t>
      </w:r>
      <w:r>
        <w:tab/>
        <w:t>1.013e0</w:t>
      </w:r>
    </w:p>
    <w:p w:rsidR="006974AE" w:rsidRDefault="006974AE" w:rsidP="006974AE">
      <w:r>
        <w:t>547.6865</w:t>
      </w:r>
      <w:r>
        <w:tab/>
        <w:t>1.013e0</w:t>
      </w:r>
    </w:p>
    <w:p w:rsidR="006974AE" w:rsidRDefault="006974AE" w:rsidP="006974AE">
      <w:r>
        <w:t>547.7288</w:t>
      </w:r>
      <w:r>
        <w:tab/>
        <w:t>1.013e0</w:t>
      </w:r>
    </w:p>
    <w:p w:rsidR="006974AE" w:rsidRDefault="006974AE" w:rsidP="006974AE">
      <w:r>
        <w:t>547.7435</w:t>
      </w:r>
      <w:r>
        <w:tab/>
        <w:t>2.025e0</w:t>
      </w:r>
    </w:p>
    <w:p w:rsidR="006974AE" w:rsidRDefault="006974AE" w:rsidP="006974AE">
      <w:r>
        <w:t>547.7722</w:t>
      </w:r>
      <w:r>
        <w:tab/>
        <w:t>1.013e0</w:t>
      </w:r>
    </w:p>
    <w:p w:rsidR="006974AE" w:rsidRDefault="006974AE" w:rsidP="006974AE">
      <w:r>
        <w:lastRenderedPageBreak/>
        <w:t>547.7867</w:t>
      </w:r>
      <w:r>
        <w:tab/>
        <w:t>2.025e0</w:t>
      </w:r>
    </w:p>
    <w:p w:rsidR="006974AE" w:rsidRDefault="006974AE" w:rsidP="006974AE">
      <w:r>
        <w:t>547.8093</w:t>
      </w:r>
      <w:r>
        <w:tab/>
        <w:t>1.013e0</w:t>
      </w:r>
    </w:p>
    <w:p w:rsidR="006974AE" w:rsidRDefault="006974AE" w:rsidP="006974AE">
      <w:r>
        <w:t>547.8207</w:t>
      </w:r>
      <w:r>
        <w:tab/>
        <w:t>1.013e0</w:t>
      </w:r>
    </w:p>
    <w:p w:rsidR="006974AE" w:rsidRDefault="006974AE" w:rsidP="006974AE">
      <w:r>
        <w:t>547.8482</w:t>
      </w:r>
      <w:r>
        <w:tab/>
        <w:t>2.025e0</w:t>
      </w:r>
    </w:p>
    <w:p w:rsidR="006974AE" w:rsidRDefault="006974AE" w:rsidP="006974AE">
      <w:r>
        <w:t>547.8760</w:t>
      </w:r>
      <w:r>
        <w:tab/>
        <w:t>3.038e0</w:t>
      </w:r>
    </w:p>
    <w:p w:rsidR="006974AE" w:rsidRDefault="006974AE" w:rsidP="006974AE">
      <w:r>
        <w:t>547.8846</w:t>
      </w:r>
      <w:r>
        <w:tab/>
        <w:t>2.025e0</w:t>
      </w:r>
    </w:p>
    <w:p w:rsidR="006974AE" w:rsidRDefault="006974AE" w:rsidP="006974AE">
      <w:r>
        <w:t>547.9044</w:t>
      </w:r>
      <w:r>
        <w:tab/>
        <w:t>1.013e0</w:t>
      </w:r>
    </w:p>
    <w:p w:rsidR="006974AE" w:rsidRDefault="006974AE" w:rsidP="006974AE">
      <w:r>
        <w:t>547.9132</w:t>
      </w:r>
      <w:r>
        <w:tab/>
        <w:t>1.013e0</w:t>
      </w:r>
    </w:p>
    <w:p w:rsidR="006974AE" w:rsidRDefault="006974AE" w:rsidP="006974AE">
      <w:r>
        <w:t>547.9285</w:t>
      </w:r>
      <w:r>
        <w:tab/>
        <w:t>1.013e0</w:t>
      </w:r>
    </w:p>
    <w:p w:rsidR="006974AE" w:rsidRDefault="006974AE" w:rsidP="006974AE">
      <w:r>
        <w:t>547.9328</w:t>
      </w:r>
      <w:r>
        <w:tab/>
        <w:t>1.013e0</w:t>
      </w:r>
    </w:p>
    <w:p w:rsidR="006974AE" w:rsidRDefault="006974AE" w:rsidP="006974AE">
      <w:r>
        <w:t>547.9517</w:t>
      </w:r>
      <w:r>
        <w:tab/>
        <w:t>1.013e0</w:t>
      </w:r>
    </w:p>
    <w:p w:rsidR="006974AE" w:rsidRDefault="006974AE" w:rsidP="006974AE">
      <w:r>
        <w:t>547.9793</w:t>
      </w:r>
      <w:r>
        <w:tab/>
        <w:t>1.013e0</w:t>
      </w:r>
    </w:p>
    <w:p w:rsidR="006974AE" w:rsidRDefault="006974AE" w:rsidP="006974AE">
      <w:r>
        <w:t>547.9894</w:t>
      </w:r>
      <w:r>
        <w:tab/>
        <w:t>1.013e0</w:t>
      </w:r>
    </w:p>
    <w:p w:rsidR="006974AE" w:rsidRDefault="006974AE" w:rsidP="006974AE">
      <w:r>
        <w:t>548.0273</w:t>
      </w:r>
      <w:r>
        <w:tab/>
        <w:t>1.013e0</w:t>
      </w:r>
    </w:p>
    <w:p w:rsidR="006974AE" w:rsidRDefault="006974AE" w:rsidP="006974AE">
      <w:r>
        <w:t>548.0647</w:t>
      </w:r>
      <w:r>
        <w:tab/>
        <w:t>2.025e0</w:t>
      </w:r>
    </w:p>
    <w:p w:rsidR="006974AE" w:rsidRDefault="006974AE" w:rsidP="006974AE">
      <w:r>
        <w:t>548.1125</w:t>
      </w:r>
      <w:r>
        <w:tab/>
        <w:t>1.013e0</w:t>
      </w:r>
    </w:p>
    <w:p w:rsidR="006974AE" w:rsidRDefault="006974AE" w:rsidP="006974AE">
      <w:r>
        <w:t>548.1252</w:t>
      </w:r>
      <w:r>
        <w:tab/>
        <w:t>2.025e0</w:t>
      </w:r>
    </w:p>
    <w:p w:rsidR="006974AE" w:rsidRDefault="006974AE" w:rsidP="006974AE">
      <w:r>
        <w:t>548.1403</w:t>
      </w:r>
      <w:r>
        <w:tab/>
        <w:t>2.025e0</w:t>
      </w:r>
    </w:p>
    <w:p w:rsidR="006974AE" w:rsidRDefault="006974AE" w:rsidP="006974AE">
      <w:r>
        <w:t>548.1546</w:t>
      </w:r>
      <w:r>
        <w:tab/>
        <w:t>2.025e0</w:t>
      </w:r>
    </w:p>
    <w:p w:rsidR="006974AE" w:rsidRDefault="006974AE" w:rsidP="006974AE">
      <w:r>
        <w:lastRenderedPageBreak/>
        <w:t>548.1557</w:t>
      </w:r>
      <w:r>
        <w:tab/>
        <w:t>2.025e0</w:t>
      </w:r>
    </w:p>
    <w:p w:rsidR="006974AE" w:rsidRDefault="006974AE" w:rsidP="006974AE">
      <w:r>
        <w:t>548.1872</w:t>
      </w:r>
      <w:r>
        <w:tab/>
        <w:t>1.013e0</w:t>
      </w:r>
    </w:p>
    <w:p w:rsidR="006974AE" w:rsidRDefault="006974AE" w:rsidP="006974AE">
      <w:r>
        <w:t>548.1921</w:t>
      </w:r>
      <w:r>
        <w:tab/>
        <w:t>3.349e0</w:t>
      </w:r>
    </w:p>
    <w:p w:rsidR="006974AE" w:rsidRDefault="006974AE" w:rsidP="006974AE">
      <w:r>
        <w:t>548.1954</w:t>
      </w:r>
      <w:r>
        <w:tab/>
        <w:t>3.497e0</w:t>
      </w:r>
    </w:p>
    <w:p w:rsidR="006974AE" w:rsidRDefault="006974AE" w:rsidP="006974AE">
      <w:r>
        <w:t>548.2211</w:t>
      </w:r>
      <w:r>
        <w:tab/>
        <w:t>1.013e0</w:t>
      </w:r>
    </w:p>
    <w:p w:rsidR="006974AE" w:rsidRDefault="006974AE" w:rsidP="006974AE">
      <w:r>
        <w:t>548.2340</w:t>
      </w:r>
      <w:r>
        <w:tab/>
        <w:t>1.674e0</w:t>
      </w:r>
    </w:p>
    <w:p w:rsidR="006974AE" w:rsidRDefault="006974AE" w:rsidP="006974AE">
      <w:r>
        <w:t>548.2396</w:t>
      </w:r>
      <w:r>
        <w:tab/>
        <w:t>1.013e0</w:t>
      </w:r>
    </w:p>
    <w:p w:rsidR="006974AE" w:rsidRDefault="006974AE" w:rsidP="006974AE">
      <w:r>
        <w:t>548.2720</w:t>
      </w:r>
      <w:r>
        <w:tab/>
        <w:t>1.494e0</w:t>
      </w:r>
    </w:p>
    <w:p w:rsidR="006974AE" w:rsidRDefault="006974AE" w:rsidP="006974AE">
      <w:r>
        <w:t>548.2770</w:t>
      </w:r>
      <w:r>
        <w:tab/>
        <w:t>3.038e0</w:t>
      </w:r>
    </w:p>
    <w:p w:rsidR="006974AE" w:rsidRDefault="006974AE" w:rsidP="006974AE">
      <w:r>
        <w:t>548.3316</w:t>
      </w:r>
      <w:r>
        <w:tab/>
        <w:t>5.063e0</w:t>
      </w:r>
    </w:p>
    <w:p w:rsidR="006974AE" w:rsidRDefault="006974AE" w:rsidP="006974AE">
      <w:r>
        <w:t>548.3351</w:t>
      </w:r>
      <w:r>
        <w:tab/>
        <w:t>2.025e0</w:t>
      </w:r>
    </w:p>
    <w:p w:rsidR="006974AE" w:rsidRDefault="006974AE" w:rsidP="006974AE">
      <w:r>
        <w:t>548.3424</w:t>
      </w:r>
      <w:r>
        <w:tab/>
        <w:t>2.025e0</w:t>
      </w:r>
    </w:p>
    <w:p w:rsidR="006974AE" w:rsidRDefault="006974AE" w:rsidP="006974AE">
      <w:r>
        <w:t>548.3468</w:t>
      </w:r>
      <w:r>
        <w:tab/>
        <w:t>1.013e0</w:t>
      </w:r>
    </w:p>
    <w:p w:rsidR="006974AE" w:rsidRDefault="006974AE" w:rsidP="006974AE">
      <w:r>
        <w:t>548.3763</w:t>
      </w:r>
      <w:r>
        <w:tab/>
        <w:t>1.013e0</w:t>
      </w:r>
    </w:p>
    <w:p w:rsidR="006974AE" w:rsidRDefault="006974AE" w:rsidP="006974AE">
      <w:r>
        <w:t>548.4202</w:t>
      </w:r>
      <w:r>
        <w:tab/>
        <w:t>1.013e0</w:t>
      </w:r>
    </w:p>
    <w:p w:rsidR="006974AE" w:rsidRDefault="006974AE" w:rsidP="006974AE">
      <w:r>
        <w:t>548.4337</w:t>
      </w:r>
      <w:r>
        <w:tab/>
        <w:t>1.013e0</w:t>
      </w:r>
    </w:p>
    <w:p w:rsidR="006974AE" w:rsidRDefault="006974AE" w:rsidP="006974AE">
      <w:r>
        <w:t>548.4431</w:t>
      </w:r>
      <w:r>
        <w:tab/>
        <w:t>1.013e0</w:t>
      </w:r>
    </w:p>
    <w:p w:rsidR="006974AE" w:rsidRDefault="006974AE" w:rsidP="006974AE">
      <w:r>
        <w:t>548.4519</w:t>
      </w:r>
      <w:r>
        <w:tab/>
        <w:t>1.013e0</w:t>
      </w:r>
    </w:p>
    <w:p w:rsidR="006974AE" w:rsidRDefault="006974AE" w:rsidP="006974AE">
      <w:r>
        <w:t>548.4572</w:t>
      </w:r>
      <w:r>
        <w:tab/>
        <w:t>2.025e0</w:t>
      </w:r>
    </w:p>
    <w:p w:rsidR="006974AE" w:rsidRDefault="006974AE" w:rsidP="006974AE">
      <w:r>
        <w:lastRenderedPageBreak/>
        <w:t>548.4620</w:t>
      </w:r>
      <w:r>
        <w:tab/>
        <w:t>1.013e0</w:t>
      </w:r>
    </w:p>
    <w:p w:rsidR="006974AE" w:rsidRDefault="006974AE" w:rsidP="006974AE">
      <w:r>
        <w:t>548.4868</w:t>
      </w:r>
      <w:r>
        <w:tab/>
        <w:t>2.025e0</w:t>
      </w:r>
    </w:p>
    <w:p w:rsidR="006974AE" w:rsidRDefault="006974AE" w:rsidP="006974AE">
      <w:r>
        <w:t>548.5188</w:t>
      </w:r>
      <w:r>
        <w:tab/>
        <w:t>1.013e0</w:t>
      </w:r>
    </w:p>
    <w:p w:rsidR="006974AE" w:rsidRDefault="006974AE" w:rsidP="006974AE">
      <w:r>
        <w:t>548.5427</w:t>
      </w:r>
      <w:r>
        <w:tab/>
        <w:t>2.025e0</w:t>
      </w:r>
    </w:p>
    <w:p w:rsidR="006974AE" w:rsidRDefault="006974AE" w:rsidP="006974AE">
      <w:r>
        <w:t>548.5559</w:t>
      </w:r>
      <w:r>
        <w:tab/>
        <w:t>2.025e0</w:t>
      </w:r>
    </w:p>
    <w:p w:rsidR="006974AE" w:rsidRDefault="006974AE" w:rsidP="006974AE">
      <w:r>
        <w:t>548.5748</w:t>
      </w:r>
      <w:r>
        <w:tab/>
        <w:t>1.013e0</w:t>
      </w:r>
    </w:p>
    <w:p w:rsidR="006974AE" w:rsidRDefault="006974AE" w:rsidP="006974AE">
      <w:r>
        <w:t>548.6133</w:t>
      </w:r>
      <w:r>
        <w:tab/>
        <w:t>1.013e0</w:t>
      </w:r>
    </w:p>
    <w:p w:rsidR="006974AE" w:rsidRDefault="006974AE" w:rsidP="006974AE">
      <w:r>
        <w:t>548.6698</w:t>
      </w:r>
      <w:r>
        <w:tab/>
        <w:t>2.025e0</w:t>
      </w:r>
    </w:p>
    <w:p w:rsidR="006974AE" w:rsidRDefault="006974AE" w:rsidP="006974AE">
      <w:r>
        <w:t>548.6760</w:t>
      </w:r>
      <w:r>
        <w:tab/>
        <w:t>1.013e0</w:t>
      </w:r>
    </w:p>
    <w:p w:rsidR="006974AE" w:rsidRDefault="006974AE" w:rsidP="006974AE">
      <w:r>
        <w:t>548.7265</w:t>
      </w:r>
      <w:r>
        <w:tab/>
        <w:t>2.025e0</w:t>
      </w:r>
    </w:p>
    <w:p w:rsidR="006974AE" w:rsidRDefault="006974AE" w:rsidP="006974AE">
      <w:r>
        <w:t>548.7313</w:t>
      </w:r>
      <w:r>
        <w:tab/>
        <w:t>2.025e0</w:t>
      </w:r>
    </w:p>
    <w:p w:rsidR="006974AE" w:rsidRDefault="006974AE" w:rsidP="006974AE">
      <w:r>
        <w:t>548.7859</w:t>
      </w:r>
      <w:r>
        <w:tab/>
        <w:t>1.013e0</w:t>
      </w:r>
    </w:p>
    <w:p w:rsidR="006974AE" w:rsidRDefault="006974AE" w:rsidP="006974AE">
      <w:r>
        <w:t>548.8188</w:t>
      </w:r>
      <w:r>
        <w:tab/>
        <w:t>3.038e0</w:t>
      </w:r>
    </w:p>
    <w:p w:rsidR="006974AE" w:rsidRDefault="006974AE" w:rsidP="006974AE">
      <w:r>
        <w:t>548.8586</w:t>
      </w:r>
      <w:r>
        <w:tab/>
        <w:t>2.025e0</w:t>
      </w:r>
    </w:p>
    <w:p w:rsidR="006974AE" w:rsidRDefault="006974AE" w:rsidP="006974AE">
      <w:r>
        <w:t>548.8782</w:t>
      </w:r>
      <w:r>
        <w:tab/>
        <w:t>1.013e0</w:t>
      </w:r>
    </w:p>
    <w:p w:rsidR="006974AE" w:rsidRDefault="006974AE" w:rsidP="006974AE">
      <w:r>
        <w:t>548.9119</w:t>
      </w:r>
      <w:r>
        <w:tab/>
        <w:t>2.025e0</w:t>
      </w:r>
    </w:p>
    <w:p w:rsidR="006974AE" w:rsidRDefault="006974AE" w:rsidP="006974AE">
      <w:r>
        <w:t>548.9297</w:t>
      </w:r>
      <w:r>
        <w:tab/>
        <w:t>3.038e0</w:t>
      </w:r>
    </w:p>
    <w:p w:rsidR="006974AE" w:rsidRDefault="006974AE" w:rsidP="006974AE">
      <w:r>
        <w:t>548.9495</w:t>
      </w:r>
      <w:r>
        <w:tab/>
        <w:t>1.013e0</w:t>
      </w:r>
    </w:p>
    <w:p w:rsidR="006974AE" w:rsidRDefault="006974AE" w:rsidP="006974AE">
      <w:r>
        <w:t>548.9704</w:t>
      </w:r>
      <w:r>
        <w:tab/>
        <w:t>3.038e0</w:t>
      </w:r>
    </w:p>
    <w:p w:rsidR="006974AE" w:rsidRDefault="006974AE" w:rsidP="006974AE">
      <w:r>
        <w:lastRenderedPageBreak/>
        <w:t>549.0100</w:t>
      </w:r>
      <w:r>
        <w:tab/>
        <w:t>1.013e0</w:t>
      </w:r>
    </w:p>
    <w:p w:rsidR="006974AE" w:rsidRDefault="006974AE" w:rsidP="006974AE">
      <w:r>
        <w:t>549.0410</w:t>
      </w:r>
      <w:r>
        <w:tab/>
        <w:t>1.013e0</w:t>
      </w:r>
    </w:p>
    <w:p w:rsidR="006974AE" w:rsidRDefault="006974AE" w:rsidP="006974AE">
      <w:r>
        <w:t>549.0521</w:t>
      </w:r>
      <w:r>
        <w:tab/>
        <w:t>2.025e0</w:t>
      </w:r>
    </w:p>
    <w:p w:rsidR="006974AE" w:rsidRDefault="006974AE" w:rsidP="006974AE">
      <w:r>
        <w:t>549.0555</w:t>
      </w:r>
      <w:r>
        <w:tab/>
        <w:t>2.025e0</w:t>
      </w:r>
    </w:p>
    <w:p w:rsidR="006974AE" w:rsidRDefault="006974AE" w:rsidP="006974AE">
      <w:r>
        <w:t>549.0576</w:t>
      </w:r>
      <w:r>
        <w:tab/>
        <w:t>1.013e0</w:t>
      </w:r>
    </w:p>
    <w:p w:rsidR="006974AE" w:rsidRDefault="006974AE" w:rsidP="006974AE">
      <w:r>
        <w:t>549.0753</w:t>
      </w:r>
      <w:r>
        <w:tab/>
        <w:t>1.013e0</w:t>
      </w:r>
    </w:p>
    <w:p w:rsidR="006974AE" w:rsidRDefault="006974AE" w:rsidP="006974AE">
      <w:r>
        <w:t>549.0959</w:t>
      </w:r>
      <w:r>
        <w:tab/>
        <w:t>1.013e0</w:t>
      </w:r>
    </w:p>
    <w:p w:rsidR="006974AE" w:rsidRDefault="006974AE" w:rsidP="006974AE">
      <w:r>
        <w:t>549.1236</w:t>
      </w:r>
      <w:r>
        <w:tab/>
        <w:t>1.013e0</w:t>
      </w:r>
    </w:p>
    <w:p w:rsidR="006974AE" w:rsidRDefault="006974AE" w:rsidP="006974AE">
      <w:r>
        <w:t>549.1281</w:t>
      </w:r>
      <w:r>
        <w:tab/>
        <w:t>7.483e0</w:t>
      </w:r>
    </w:p>
    <w:p w:rsidR="006974AE" w:rsidRDefault="006974AE" w:rsidP="006974AE">
      <w:r>
        <w:t>549.1440</w:t>
      </w:r>
      <w:r>
        <w:tab/>
        <w:t>3.038e0</w:t>
      </w:r>
    </w:p>
    <w:p w:rsidR="006974AE" w:rsidRDefault="006974AE" w:rsidP="006974AE">
      <w:r>
        <w:t>549.2112</w:t>
      </w:r>
      <w:r>
        <w:tab/>
        <w:t>1.651e1</w:t>
      </w:r>
    </w:p>
    <w:p w:rsidR="006974AE" w:rsidRDefault="006974AE" w:rsidP="006974AE">
      <w:r>
        <w:t>549.2159</w:t>
      </w:r>
      <w:r>
        <w:tab/>
        <w:t>1.744e2</w:t>
      </w:r>
    </w:p>
    <w:p w:rsidR="006974AE" w:rsidRDefault="006974AE" w:rsidP="006974AE">
      <w:r>
        <w:t>549.2196</w:t>
      </w:r>
      <w:r>
        <w:tab/>
        <w:t>1.884e2</w:t>
      </w:r>
    </w:p>
    <w:p w:rsidR="006974AE" w:rsidRDefault="006974AE" w:rsidP="006974AE">
      <w:r>
        <w:t>549.2222</w:t>
      </w:r>
      <w:r>
        <w:tab/>
        <w:t>2.734e1</w:t>
      </w:r>
    </w:p>
    <w:p w:rsidR="006974AE" w:rsidRDefault="006974AE" w:rsidP="006974AE">
      <w:r>
        <w:t>549.2259</w:t>
      </w:r>
      <w:r>
        <w:tab/>
        <w:t>8.101e0</w:t>
      </w:r>
    </w:p>
    <w:p w:rsidR="006974AE" w:rsidRDefault="006974AE" w:rsidP="006974AE">
      <w:r>
        <w:t>549.3224</w:t>
      </w:r>
      <w:r>
        <w:tab/>
        <w:t>1.013e0</w:t>
      </w:r>
    </w:p>
    <w:p w:rsidR="006974AE" w:rsidRDefault="006974AE" w:rsidP="006974AE">
      <w:r>
        <w:t>549.3373</w:t>
      </w:r>
      <w:r>
        <w:tab/>
        <w:t>5.063e0</w:t>
      </w:r>
    </w:p>
    <w:p w:rsidR="006974AE" w:rsidRDefault="006974AE" w:rsidP="006974AE">
      <w:r>
        <w:t>549.3414</w:t>
      </w:r>
      <w:r>
        <w:tab/>
        <w:t>3.038e0</w:t>
      </w:r>
    </w:p>
    <w:p w:rsidR="006974AE" w:rsidRDefault="006974AE" w:rsidP="006974AE">
      <w:r>
        <w:t>549.3515</w:t>
      </w:r>
      <w:r>
        <w:tab/>
        <w:t>2.025e0</w:t>
      </w:r>
    </w:p>
    <w:p w:rsidR="006974AE" w:rsidRDefault="006974AE" w:rsidP="006974AE">
      <w:r>
        <w:lastRenderedPageBreak/>
        <w:t>549.3799</w:t>
      </w:r>
      <w:r>
        <w:tab/>
        <w:t>1.013e0</w:t>
      </w:r>
    </w:p>
    <w:p w:rsidR="006974AE" w:rsidRDefault="006974AE" w:rsidP="006974AE">
      <w:r>
        <w:t>549.3989</w:t>
      </w:r>
      <w:r>
        <w:tab/>
        <w:t>1.013e0</w:t>
      </w:r>
    </w:p>
    <w:p w:rsidR="006974AE" w:rsidRDefault="006974AE" w:rsidP="006974AE">
      <w:r>
        <w:t>549.4222</w:t>
      </w:r>
      <w:r>
        <w:tab/>
        <w:t>1.013e0</w:t>
      </w:r>
    </w:p>
    <w:p w:rsidR="006974AE" w:rsidRDefault="006974AE" w:rsidP="006974AE">
      <w:r>
        <w:t>549.4360</w:t>
      </w:r>
      <w:r>
        <w:tab/>
        <w:t>1.013e0</w:t>
      </w:r>
    </w:p>
    <w:p w:rsidR="006974AE" w:rsidRDefault="006974AE" w:rsidP="006974AE">
      <w:r>
        <w:t>549.4413</w:t>
      </w:r>
      <w:r>
        <w:tab/>
        <w:t>1.013e0</w:t>
      </w:r>
    </w:p>
    <w:p w:rsidR="006974AE" w:rsidRDefault="006974AE" w:rsidP="006974AE">
      <w:r>
        <w:t>549.4634</w:t>
      </w:r>
      <w:r>
        <w:tab/>
        <w:t>2.025e0</w:t>
      </w:r>
    </w:p>
    <w:p w:rsidR="006974AE" w:rsidRDefault="006974AE" w:rsidP="006974AE">
      <w:r>
        <w:t>549.4739</w:t>
      </w:r>
      <w:r>
        <w:tab/>
        <w:t>2.025e0</w:t>
      </w:r>
    </w:p>
    <w:p w:rsidR="006974AE" w:rsidRDefault="006974AE" w:rsidP="006974AE">
      <w:r>
        <w:t>549.5062</w:t>
      </w:r>
      <w:r>
        <w:tab/>
        <w:t>2.025e0</w:t>
      </w:r>
    </w:p>
    <w:p w:rsidR="006974AE" w:rsidRDefault="006974AE" w:rsidP="006974AE">
      <w:r>
        <w:t>549.5118</w:t>
      </w:r>
      <w:r>
        <w:tab/>
        <w:t>2.025e0</w:t>
      </w:r>
    </w:p>
    <w:p w:rsidR="006974AE" w:rsidRDefault="006974AE" w:rsidP="006974AE">
      <w:r>
        <w:t>549.5146</w:t>
      </w:r>
      <w:r>
        <w:tab/>
        <w:t>2.025e0</w:t>
      </w:r>
    </w:p>
    <w:p w:rsidR="006974AE" w:rsidRDefault="006974AE" w:rsidP="006974AE">
      <w:r>
        <w:t>549.5486</w:t>
      </w:r>
      <w:r>
        <w:tab/>
        <w:t>1.013e0</w:t>
      </w:r>
    </w:p>
    <w:p w:rsidR="006974AE" w:rsidRDefault="006974AE" w:rsidP="006974AE">
      <w:r>
        <w:t>549.5577</w:t>
      </w:r>
      <w:r>
        <w:tab/>
        <w:t>2.025e0</w:t>
      </w:r>
    </w:p>
    <w:p w:rsidR="006974AE" w:rsidRDefault="006974AE" w:rsidP="006974AE">
      <w:r>
        <w:t>549.5878</w:t>
      </w:r>
      <w:r>
        <w:tab/>
        <w:t>3.038e0</w:t>
      </w:r>
    </w:p>
    <w:p w:rsidR="006974AE" w:rsidRDefault="006974AE" w:rsidP="006974AE">
      <w:r>
        <w:t>549.5978</w:t>
      </w:r>
      <w:r>
        <w:tab/>
        <w:t>1.013e0</w:t>
      </w:r>
    </w:p>
    <w:p w:rsidR="006974AE" w:rsidRDefault="006974AE" w:rsidP="006974AE">
      <w:r>
        <w:t>549.6210</w:t>
      </w:r>
      <w:r>
        <w:tab/>
        <w:t>3.038e0</w:t>
      </w:r>
    </w:p>
    <w:p w:rsidR="006974AE" w:rsidRDefault="006974AE" w:rsidP="006974AE">
      <w:r>
        <w:t>549.6404</w:t>
      </w:r>
      <w:r>
        <w:tab/>
        <w:t>1.013e0</w:t>
      </w:r>
    </w:p>
    <w:p w:rsidR="006974AE" w:rsidRDefault="006974AE" w:rsidP="006974AE">
      <w:r>
        <w:t>549.6597</w:t>
      </w:r>
      <w:r>
        <w:tab/>
        <w:t>2.025e0</w:t>
      </w:r>
    </w:p>
    <w:p w:rsidR="006974AE" w:rsidRDefault="006974AE" w:rsidP="006974AE">
      <w:r>
        <w:t>549.6729</w:t>
      </w:r>
      <w:r>
        <w:tab/>
        <w:t>1.013e0</w:t>
      </w:r>
    </w:p>
    <w:p w:rsidR="006974AE" w:rsidRDefault="006974AE" w:rsidP="006974AE">
      <w:r>
        <w:t>549.7108</w:t>
      </w:r>
      <w:r>
        <w:tab/>
        <w:t>1.013e0</w:t>
      </w:r>
    </w:p>
    <w:p w:rsidR="006974AE" w:rsidRDefault="006974AE" w:rsidP="006974AE">
      <w:r>
        <w:lastRenderedPageBreak/>
        <w:t>549.7148</w:t>
      </w:r>
      <w:r>
        <w:tab/>
        <w:t>1.013e0</w:t>
      </w:r>
    </w:p>
    <w:p w:rsidR="006974AE" w:rsidRDefault="006974AE" w:rsidP="006974AE">
      <w:r>
        <w:t>549.7487</w:t>
      </w:r>
      <w:r>
        <w:tab/>
        <w:t>1.013e0</w:t>
      </w:r>
    </w:p>
    <w:p w:rsidR="006974AE" w:rsidRDefault="006974AE" w:rsidP="006974AE">
      <w:r>
        <w:t>549.7554</w:t>
      </w:r>
      <w:r>
        <w:tab/>
        <w:t>2.025e0</w:t>
      </w:r>
    </w:p>
    <w:p w:rsidR="006974AE" w:rsidRDefault="006974AE" w:rsidP="006974AE">
      <w:r>
        <w:t>549.7589</w:t>
      </w:r>
      <w:r>
        <w:tab/>
        <w:t>1.013e0</w:t>
      </w:r>
    </w:p>
    <w:p w:rsidR="006974AE" w:rsidRDefault="006974AE" w:rsidP="006974AE">
      <w:r>
        <w:t>549.7677</w:t>
      </w:r>
      <w:r>
        <w:tab/>
        <w:t>2.025e0</w:t>
      </w:r>
    </w:p>
    <w:p w:rsidR="006974AE" w:rsidRDefault="006974AE" w:rsidP="006974AE">
      <w:r>
        <w:t>549.7833</w:t>
      </w:r>
      <w:r>
        <w:tab/>
        <w:t>4.051e0</w:t>
      </w:r>
    </w:p>
    <w:p w:rsidR="006974AE" w:rsidRDefault="006974AE" w:rsidP="006974AE">
      <w:r>
        <w:t>549.8441</w:t>
      </w:r>
      <w:r>
        <w:tab/>
        <w:t>1.013e0</w:t>
      </w:r>
    </w:p>
    <w:p w:rsidR="006974AE" w:rsidRDefault="006974AE" w:rsidP="006974AE">
      <w:r>
        <w:t>549.8726</w:t>
      </w:r>
      <w:r>
        <w:tab/>
        <w:t>1.013e0</w:t>
      </w:r>
    </w:p>
    <w:p w:rsidR="006974AE" w:rsidRDefault="006974AE" w:rsidP="006974AE">
      <w:r>
        <w:t>549.8820</w:t>
      </w:r>
      <w:r>
        <w:tab/>
        <w:t>1.013e0</w:t>
      </w:r>
    </w:p>
    <w:p w:rsidR="006974AE" w:rsidRDefault="006974AE" w:rsidP="006974AE">
      <w:r>
        <w:t>549.8838</w:t>
      </w:r>
      <w:r>
        <w:tab/>
        <w:t>3.038e0</w:t>
      </w:r>
    </w:p>
    <w:p w:rsidR="006974AE" w:rsidRDefault="006974AE" w:rsidP="006974AE">
      <w:r>
        <w:t>549.9003</w:t>
      </w:r>
      <w:r>
        <w:tab/>
        <w:t>1.013e0</w:t>
      </w:r>
    </w:p>
    <w:p w:rsidR="006974AE" w:rsidRDefault="006974AE" w:rsidP="006974AE">
      <w:r>
        <w:t>549.9049</w:t>
      </w:r>
      <w:r>
        <w:tab/>
        <w:t>2.025e0</w:t>
      </w:r>
    </w:p>
    <w:p w:rsidR="006974AE" w:rsidRDefault="006974AE" w:rsidP="006974AE">
      <w:r>
        <w:t>549.9105</w:t>
      </w:r>
      <w:r>
        <w:tab/>
        <w:t>1.013e0</w:t>
      </w:r>
    </w:p>
    <w:p w:rsidR="006974AE" w:rsidRDefault="006974AE" w:rsidP="006974AE">
      <w:r>
        <w:t>549.9526</w:t>
      </w:r>
      <w:r>
        <w:tab/>
        <w:t>4.051e0</w:t>
      </w:r>
    </w:p>
    <w:p w:rsidR="006974AE" w:rsidRDefault="006974AE" w:rsidP="006974AE">
      <w:r>
        <w:t>549.9667</w:t>
      </w:r>
      <w:r>
        <w:tab/>
        <w:t>1.013e0</w:t>
      </w:r>
    </w:p>
    <w:p w:rsidR="006974AE" w:rsidRDefault="006974AE" w:rsidP="006974AE">
      <w:r>
        <w:t>549.9857</w:t>
      </w:r>
      <w:r>
        <w:tab/>
        <w:t>3.038e0</w:t>
      </w:r>
    </w:p>
    <w:p w:rsidR="006974AE" w:rsidRDefault="006974AE" w:rsidP="006974AE">
      <w:r>
        <w:t>550.0047</w:t>
      </w:r>
      <w:r>
        <w:tab/>
        <w:t>2.025e0</w:t>
      </w:r>
    </w:p>
    <w:p w:rsidR="006974AE" w:rsidRDefault="006974AE" w:rsidP="006974AE">
      <w:r>
        <w:t>550.0148</w:t>
      </w:r>
      <w:r>
        <w:tab/>
        <w:t>1.013e0</w:t>
      </w:r>
    </w:p>
    <w:p w:rsidR="006974AE" w:rsidRDefault="006974AE" w:rsidP="006974AE">
      <w:r>
        <w:t>550.0409</w:t>
      </w:r>
      <w:r>
        <w:tab/>
        <w:t>2.025e0</w:t>
      </w:r>
    </w:p>
    <w:p w:rsidR="006974AE" w:rsidRDefault="006974AE" w:rsidP="006974AE">
      <w:r>
        <w:lastRenderedPageBreak/>
        <w:t>550.0502</w:t>
      </w:r>
      <w:r>
        <w:tab/>
        <w:t>3.038e0</w:t>
      </w:r>
    </w:p>
    <w:p w:rsidR="006974AE" w:rsidRDefault="006974AE" w:rsidP="006974AE">
      <w:r>
        <w:t>550.0598</w:t>
      </w:r>
      <w:r>
        <w:tab/>
        <w:t>2.025e0</w:t>
      </w:r>
    </w:p>
    <w:p w:rsidR="006974AE" w:rsidRDefault="006974AE" w:rsidP="006974AE">
      <w:r>
        <w:t>550.0954</w:t>
      </w:r>
      <w:r>
        <w:tab/>
        <w:t>1.013e0</w:t>
      </w:r>
    </w:p>
    <w:p w:rsidR="006974AE" w:rsidRDefault="006974AE" w:rsidP="006974AE">
      <w:r>
        <w:t>550.1089</w:t>
      </w:r>
      <w:r>
        <w:tab/>
        <w:t>1.013e0</w:t>
      </w:r>
    </w:p>
    <w:p w:rsidR="006974AE" w:rsidRDefault="006974AE" w:rsidP="006974AE">
      <w:r>
        <w:t>550.1514</w:t>
      </w:r>
      <w:r>
        <w:tab/>
        <w:t>1.013e0</w:t>
      </w:r>
    </w:p>
    <w:p w:rsidR="006974AE" w:rsidRDefault="006974AE" w:rsidP="006974AE">
      <w:r>
        <w:t>550.1828</w:t>
      </w:r>
      <w:r>
        <w:tab/>
        <w:t>5.501e0</w:t>
      </w:r>
    </w:p>
    <w:p w:rsidR="006974AE" w:rsidRDefault="006974AE" w:rsidP="006974AE">
      <w:r>
        <w:t>550.2096</w:t>
      </w:r>
      <w:r>
        <w:tab/>
        <w:t>3.038e0</w:t>
      </w:r>
    </w:p>
    <w:p w:rsidR="006974AE" w:rsidRDefault="006974AE" w:rsidP="006974AE">
      <w:r>
        <w:t>550.2173</w:t>
      </w:r>
      <w:r>
        <w:tab/>
        <w:t>7.313e1</w:t>
      </w:r>
    </w:p>
    <w:p w:rsidR="006974AE" w:rsidRDefault="006974AE" w:rsidP="006974AE">
      <w:r>
        <w:t>550.2257</w:t>
      </w:r>
      <w:r>
        <w:tab/>
        <w:t>6.610e1</w:t>
      </w:r>
    </w:p>
    <w:p w:rsidR="006974AE" w:rsidRDefault="006974AE" w:rsidP="006974AE">
      <w:r>
        <w:t>550.2324</w:t>
      </w:r>
      <w:r>
        <w:tab/>
        <w:t>8.450e0</w:t>
      </w:r>
    </w:p>
    <w:p w:rsidR="006974AE" w:rsidRDefault="006974AE" w:rsidP="006974AE">
      <w:r>
        <w:t>550.2423</w:t>
      </w:r>
      <w:r>
        <w:tab/>
        <w:t>2.025e0</w:t>
      </w:r>
    </w:p>
    <w:p w:rsidR="006974AE" w:rsidRDefault="006974AE" w:rsidP="006974AE">
      <w:r>
        <w:t>550.2608</w:t>
      </w:r>
      <w:r>
        <w:tab/>
        <w:t>1.013e0</w:t>
      </w:r>
    </w:p>
    <w:p w:rsidR="006974AE" w:rsidRDefault="006974AE" w:rsidP="006974AE">
      <w:r>
        <w:t>550.2708</w:t>
      </w:r>
      <w:r>
        <w:tab/>
        <w:t>1.013e0</w:t>
      </w:r>
    </w:p>
    <w:p w:rsidR="006974AE" w:rsidRDefault="006974AE" w:rsidP="006974AE">
      <w:r>
        <w:t>550.2796</w:t>
      </w:r>
      <w:r>
        <w:tab/>
        <w:t>3.038e0</w:t>
      </w:r>
    </w:p>
    <w:p w:rsidR="006974AE" w:rsidRDefault="006974AE" w:rsidP="006974AE">
      <w:r>
        <w:t>550.2985</w:t>
      </w:r>
      <w:r>
        <w:tab/>
        <w:t>1.013e0</w:t>
      </w:r>
    </w:p>
    <w:p w:rsidR="006974AE" w:rsidRDefault="006974AE" w:rsidP="006974AE">
      <w:r>
        <w:t>550.3279</w:t>
      </w:r>
      <w:r>
        <w:tab/>
        <w:t>3.038e0</w:t>
      </w:r>
    </w:p>
    <w:p w:rsidR="006974AE" w:rsidRDefault="006974AE" w:rsidP="006974AE">
      <w:r>
        <w:t>550.3467</w:t>
      </w:r>
      <w:r>
        <w:tab/>
        <w:t>2.025e0</w:t>
      </w:r>
    </w:p>
    <w:p w:rsidR="006974AE" w:rsidRDefault="006974AE" w:rsidP="006974AE">
      <w:r>
        <w:t>550.3561</w:t>
      </w:r>
      <w:r>
        <w:tab/>
        <w:t>1.013e0</w:t>
      </w:r>
    </w:p>
    <w:p w:rsidR="006974AE" w:rsidRDefault="006974AE" w:rsidP="006974AE">
      <w:r>
        <w:t>550.3632</w:t>
      </w:r>
      <w:r>
        <w:tab/>
        <w:t>3.038e0</w:t>
      </w:r>
    </w:p>
    <w:p w:rsidR="006974AE" w:rsidRDefault="006974AE" w:rsidP="006974AE">
      <w:r>
        <w:lastRenderedPageBreak/>
        <w:t>550.3690</w:t>
      </w:r>
      <w:r>
        <w:tab/>
        <w:t>1.013e0</w:t>
      </w:r>
    </w:p>
    <w:p w:rsidR="006974AE" w:rsidRDefault="006974AE" w:rsidP="006974AE">
      <w:r>
        <w:t>550.3745</w:t>
      </w:r>
      <w:r>
        <w:tab/>
        <w:t>1.013e0</w:t>
      </w:r>
    </w:p>
    <w:p w:rsidR="006974AE" w:rsidRDefault="006974AE" w:rsidP="006974AE">
      <w:r>
        <w:t>550.3846</w:t>
      </w:r>
      <w:r>
        <w:tab/>
        <w:t>2.025e0</w:t>
      </w:r>
    </w:p>
    <w:p w:rsidR="006974AE" w:rsidRDefault="006974AE" w:rsidP="006974AE">
      <w:r>
        <w:t>550.4036</w:t>
      </w:r>
      <w:r>
        <w:tab/>
        <w:t>1.013e0</w:t>
      </w:r>
    </w:p>
    <w:p w:rsidR="006974AE" w:rsidRDefault="006974AE" w:rsidP="006974AE">
      <w:r>
        <w:t>550.4249</w:t>
      </w:r>
      <w:r>
        <w:tab/>
        <w:t>1.013e0</w:t>
      </w:r>
    </w:p>
    <w:p w:rsidR="006974AE" w:rsidRDefault="006974AE" w:rsidP="006974AE">
      <w:r>
        <w:t>550.4425</w:t>
      </w:r>
      <w:r>
        <w:tab/>
        <w:t>2.025e0</w:t>
      </w:r>
    </w:p>
    <w:p w:rsidR="006974AE" w:rsidRDefault="006974AE" w:rsidP="006974AE">
      <w:r>
        <w:t>550.4656</w:t>
      </w:r>
      <w:r>
        <w:tab/>
        <w:t>2.025e0</w:t>
      </w:r>
    </w:p>
    <w:p w:rsidR="006974AE" w:rsidRDefault="006974AE" w:rsidP="006974AE">
      <w:r>
        <w:t>550.5073</w:t>
      </w:r>
      <w:r>
        <w:tab/>
        <w:t>1.013e0</w:t>
      </w:r>
    </w:p>
    <w:p w:rsidR="006974AE" w:rsidRDefault="006974AE" w:rsidP="006974AE">
      <w:r>
        <w:t>550.5167</w:t>
      </w:r>
      <w:r>
        <w:tab/>
        <w:t>1.013e0</w:t>
      </w:r>
    </w:p>
    <w:p w:rsidR="006974AE" w:rsidRDefault="006974AE" w:rsidP="006974AE">
      <w:r>
        <w:t>550.5452</w:t>
      </w:r>
      <w:r>
        <w:tab/>
        <w:t>1.013e0</w:t>
      </w:r>
    </w:p>
    <w:p w:rsidR="006974AE" w:rsidRDefault="006974AE" w:rsidP="006974AE">
      <w:r>
        <w:t>550.5511</w:t>
      </w:r>
      <w:r>
        <w:tab/>
        <w:t>3.038e0</w:t>
      </w:r>
    </w:p>
    <w:p w:rsidR="006974AE" w:rsidRDefault="006974AE" w:rsidP="006974AE">
      <w:r>
        <w:t>550.5547</w:t>
      </w:r>
      <w:r>
        <w:tab/>
        <w:t>1.013e0</w:t>
      </w:r>
    </w:p>
    <w:p w:rsidR="006974AE" w:rsidRDefault="006974AE" w:rsidP="006974AE">
      <w:r>
        <w:t>550.6064</w:t>
      </w:r>
      <w:r>
        <w:tab/>
        <w:t>1.013e0</w:t>
      </w:r>
    </w:p>
    <w:p w:rsidR="006974AE" w:rsidRDefault="006974AE" w:rsidP="006974AE">
      <w:r>
        <w:t>550.6218</w:t>
      </w:r>
      <w:r>
        <w:tab/>
        <w:t>2.025e0</w:t>
      </w:r>
    </w:p>
    <w:p w:rsidR="006974AE" w:rsidRDefault="006974AE" w:rsidP="006974AE">
      <w:r>
        <w:t>550.6401</w:t>
      </w:r>
      <w:r>
        <w:tab/>
        <w:t>1.013e0</w:t>
      </w:r>
    </w:p>
    <w:p w:rsidR="006974AE" w:rsidRDefault="006974AE" w:rsidP="006974AE">
      <w:r>
        <w:t>550.6503</w:t>
      </w:r>
      <w:r>
        <w:tab/>
        <w:t>1.013e0</w:t>
      </w:r>
    </w:p>
    <w:p w:rsidR="006974AE" w:rsidRDefault="006974AE" w:rsidP="006974AE">
      <w:r>
        <w:t>550.6584</w:t>
      </w:r>
      <w:r>
        <w:tab/>
        <w:t>1.013e0</w:t>
      </w:r>
    </w:p>
    <w:p w:rsidR="006974AE" w:rsidRDefault="006974AE" w:rsidP="006974AE">
      <w:r>
        <w:t>550.6608</w:t>
      </w:r>
      <w:r>
        <w:tab/>
        <w:t>1.013e0</w:t>
      </w:r>
    </w:p>
    <w:p w:rsidR="006974AE" w:rsidRDefault="006974AE" w:rsidP="006974AE">
      <w:r>
        <w:t>550.6622</w:t>
      </w:r>
      <w:r>
        <w:tab/>
        <w:t>2.025e0</w:t>
      </w:r>
    </w:p>
    <w:p w:rsidR="006974AE" w:rsidRDefault="006974AE" w:rsidP="006974AE">
      <w:r>
        <w:lastRenderedPageBreak/>
        <w:t>550.6957</w:t>
      </w:r>
      <w:r>
        <w:tab/>
        <w:t>1.013e0</w:t>
      </w:r>
    </w:p>
    <w:p w:rsidR="006974AE" w:rsidRDefault="006974AE" w:rsidP="006974AE">
      <w:r>
        <w:t>550.7011</w:t>
      </w:r>
      <w:r>
        <w:tab/>
        <w:t>2.025e0</w:t>
      </w:r>
    </w:p>
    <w:p w:rsidR="006974AE" w:rsidRDefault="006974AE" w:rsidP="006974AE">
      <w:r>
        <w:t>550.7169</w:t>
      </w:r>
      <w:r>
        <w:tab/>
        <w:t>3.038e0</w:t>
      </w:r>
    </w:p>
    <w:p w:rsidR="006974AE" w:rsidRDefault="006974AE" w:rsidP="006974AE">
      <w:r>
        <w:t>550.7258</w:t>
      </w:r>
      <w:r>
        <w:tab/>
        <w:t>2.025e0</w:t>
      </w:r>
    </w:p>
    <w:p w:rsidR="006974AE" w:rsidRDefault="006974AE" w:rsidP="006974AE">
      <w:r>
        <w:t>550.7912</w:t>
      </w:r>
      <w:r>
        <w:tab/>
        <w:t>2.025e0</w:t>
      </w:r>
    </w:p>
    <w:p w:rsidR="006974AE" w:rsidRDefault="006974AE" w:rsidP="006974AE">
      <w:r>
        <w:t>550.7928</w:t>
      </w:r>
      <w:r>
        <w:tab/>
        <w:t>3.038e0</w:t>
      </w:r>
    </w:p>
    <w:p w:rsidR="006974AE" w:rsidRDefault="006974AE" w:rsidP="006974AE">
      <w:r>
        <w:t>550.8247</w:t>
      </w:r>
      <w:r>
        <w:tab/>
        <w:t>2.025e0</w:t>
      </w:r>
    </w:p>
    <w:p w:rsidR="006974AE" w:rsidRDefault="006974AE" w:rsidP="006974AE">
      <w:r>
        <w:t>550.8423</w:t>
      </w:r>
      <w:r>
        <w:tab/>
        <w:t>1.013e0</w:t>
      </w:r>
    </w:p>
    <w:p w:rsidR="006974AE" w:rsidRDefault="006974AE" w:rsidP="006974AE">
      <w:r>
        <w:t>550.8591</w:t>
      </w:r>
      <w:r>
        <w:tab/>
        <w:t>1.013e0</w:t>
      </w:r>
    </w:p>
    <w:p w:rsidR="006974AE" w:rsidRDefault="006974AE" w:rsidP="006974AE">
      <w:r>
        <w:t>550.8607</w:t>
      </w:r>
      <w:r>
        <w:tab/>
        <w:t>1.013e0</w:t>
      </w:r>
    </w:p>
    <w:p w:rsidR="006974AE" w:rsidRDefault="006974AE" w:rsidP="006974AE">
      <w:r>
        <w:t>550.8771</w:t>
      </w:r>
      <w:r>
        <w:tab/>
        <w:t>2.025e0</w:t>
      </w:r>
    </w:p>
    <w:p w:rsidR="006974AE" w:rsidRDefault="006974AE" w:rsidP="006974AE">
      <w:r>
        <w:t>550.9066</w:t>
      </w:r>
      <w:r>
        <w:tab/>
        <w:t>1.013e0</w:t>
      </w:r>
    </w:p>
    <w:p w:rsidR="006974AE" w:rsidRDefault="006974AE" w:rsidP="006974AE">
      <w:r>
        <w:t>550.9080</w:t>
      </w:r>
      <w:r>
        <w:tab/>
        <w:t>4.051e0</w:t>
      </w:r>
    </w:p>
    <w:p w:rsidR="006974AE" w:rsidRDefault="006974AE" w:rsidP="006974AE">
      <w:r>
        <w:t>550.9259</w:t>
      </w:r>
      <w:r>
        <w:tab/>
        <w:t>2.025e0</w:t>
      </w:r>
    </w:p>
    <w:p w:rsidR="006974AE" w:rsidRDefault="006974AE" w:rsidP="006974AE">
      <w:r>
        <w:t>550.9501</w:t>
      </w:r>
      <w:r>
        <w:tab/>
        <w:t>1.013e0</w:t>
      </w:r>
    </w:p>
    <w:p w:rsidR="006974AE" w:rsidRDefault="006974AE" w:rsidP="006974AE">
      <w:r>
        <w:t>550.9688</w:t>
      </w:r>
      <w:r>
        <w:tab/>
        <w:t>2.025e0</w:t>
      </w:r>
    </w:p>
    <w:p w:rsidR="006974AE" w:rsidRDefault="006974AE" w:rsidP="006974AE">
      <w:r>
        <w:t>550.9819</w:t>
      </w:r>
      <w:r>
        <w:tab/>
        <w:t>1.013e0</w:t>
      </w:r>
    </w:p>
    <w:p w:rsidR="006974AE" w:rsidRDefault="006974AE" w:rsidP="006974AE">
      <w:r>
        <w:t>551.0198</w:t>
      </w:r>
      <w:r>
        <w:tab/>
        <w:t>1.013e0</w:t>
      </w:r>
    </w:p>
    <w:p w:rsidR="006974AE" w:rsidRDefault="006974AE" w:rsidP="006974AE">
      <w:r>
        <w:t>551.0388</w:t>
      </w:r>
      <w:r>
        <w:tab/>
        <w:t>2.025e0</w:t>
      </w:r>
    </w:p>
    <w:p w:rsidR="006974AE" w:rsidRDefault="006974AE" w:rsidP="006974AE">
      <w:r>
        <w:lastRenderedPageBreak/>
        <w:t>551.0495</w:t>
      </w:r>
      <w:r>
        <w:tab/>
        <w:t>2.025e0</w:t>
      </w:r>
    </w:p>
    <w:p w:rsidR="006974AE" w:rsidRDefault="006974AE" w:rsidP="006974AE">
      <w:r>
        <w:t>551.0573</w:t>
      </w:r>
      <w:r>
        <w:tab/>
        <w:t>2.025e0</w:t>
      </w:r>
    </w:p>
    <w:p w:rsidR="006974AE" w:rsidRDefault="006974AE" w:rsidP="006974AE">
      <w:r>
        <w:t>551.0768</w:t>
      </w:r>
      <w:r>
        <w:tab/>
        <w:t>2.025e0</w:t>
      </w:r>
    </w:p>
    <w:p w:rsidR="006974AE" w:rsidRDefault="006974AE" w:rsidP="006974AE">
      <w:r>
        <w:t>551.0867</w:t>
      </w:r>
      <w:r>
        <w:tab/>
        <w:t>2.025e0</w:t>
      </w:r>
    </w:p>
    <w:p w:rsidR="006974AE" w:rsidRDefault="006974AE" w:rsidP="006974AE">
      <w:r>
        <w:t>551.1690</w:t>
      </w:r>
      <w:r>
        <w:tab/>
        <w:t>1.013e0</w:t>
      </w:r>
    </w:p>
    <w:p w:rsidR="006974AE" w:rsidRDefault="006974AE" w:rsidP="006974AE">
      <w:r>
        <w:t>551.2036</w:t>
      </w:r>
      <w:r>
        <w:tab/>
        <w:t>3.038e0</w:t>
      </w:r>
    </w:p>
    <w:p w:rsidR="006974AE" w:rsidRDefault="006974AE" w:rsidP="006974AE">
      <w:r>
        <w:t>551.2113</w:t>
      </w:r>
      <w:r>
        <w:tab/>
        <w:t>1.259e1</w:t>
      </w:r>
    </w:p>
    <w:p w:rsidR="006974AE" w:rsidRDefault="006974AE" w:rsidP="006974AE">
      <w:r>
        <w:t>551.2195</w:t>
      </w:r>
      <w:r>
        <w:tab/>
        <w:t>1.886e1</w:t>
      </w:r>
    </w:p>
    <w:p w:rsidR="006974AE" w:rsidRDefault="006974AE" w:rsidP="006974AE">
      <w:r>
        <w:t>551.2291</w:t>
      </w:r>
      <w:r>
        <w:tab/>
        <w:t>1.382e1</w:t>
      </w:r>
    </w:p>
    <w:p w:rsidR="006974AE" w:rsidRDefault="006974AE" w:rsidP="006974AE">
      <w:r>
        <w:t>551.2474</w:t>
      </w:r>
      <w:r>
        <w:tab/>
        <w:t>3.038e0</w:t>
      </w:r>
    </w:p>
    <w:p w:rsidR="006974AE" w:rsidRDefault="006974AE" w:rsidP="006974AE">
      <w:r>
        <w:t>551.2612</w:t>
      </w:r>
      <w:r>
        <w:tab/>
        <w:t>1.013e0</w:t>
      </w:r>
    </w:p>
    <w:p w:rsidR="006974AE" w:rsidRDefault="006974AE" w:rsidP="006974AE">
      <w:r>
        <w:t>551.2668</w:t>
      </w:r>
      <w:r>
        <w:tab/>
        <w:t>1.013e0</w:t>
      </w:r>
    </w:p>
    <w:p w:rsidR="006974AE" w:rsidRDefault="006974AE" w:rsidP="006974AE">
      <w:r>
        <w:t>551.3055</w:t>
      </w:r>
      <w:r>
        <w:tab/>
        <w:t>3.038e0</w:t>
      </w:r>
    </w:p>
    <w:p w:rsidR="006974AE" w:rsidRDefault="006974AE" w:rsidP="006974AE">
      <w:r>
        <w:t>551.3393</w:t>
      </w:r>
      <w:r>
        <w:tab/>
        <w:t>2.025e0</w:t>
      </w:r>
    </w:p>
    <w:p w:rsidR="006974AE" w:rsidRDefault="006974AE" w:rsidP="006974AE">
      <w:r>
        <w:t>551.3548</w:t>
      </w:r>
      <w:r>
        <w:tab/>
        <w:t>4.051e0</w:t>
      </w:r>
    </w:p>
    <w:p w:rsidR="006974AE" w:rsidRDefault="006974AE" w:rsidP="006974AE">
      <w:r>
        <w:t>551.3640</w:t>
      </w:r>
      <w:r>
        <w:tab/>
        <w:t>3.038e0</w:t>
      </w:r>
    </w:p>
    <w:p w:rsidR="006974AE" w:rsidRDefault="006974AE" w:rsidP="006974AE">
      <w:r>
        <w:t>551.4058</w:t>
      </w:r>
      <w:r>
        <w:tab/>
        <w:t>1.013e0</w:t>
      </w:r>
    </w:p>
    <w:p w:rsidR="006974AE" w:rsidRDefault="006974AE" w:rsidP="006974AE">
      <w:r>
        <w:t>551.4195</w:t>
      </w:r>
      <w:r>
        <w:tab/>
        <w:t>1.013e0</w:t>
      </w:r>
    </w:p>
    <w:p w:rsidR="006974AE" w:rsidRDefault="006974AE" w:rsidP="006974AE">
      <w:r>
        <w:t>551.4315</w:t>
      </w:r>
      <w:r>
        <w:tab/>
        <w:t>2.025e0</w:t>
      </w:r>
    </w:p>
    <w:p w:rsidR="006974AE" w:rsidRDefault="006974AE" w:rsidP="006974AE">
      <w:r>
        <w:lastRenderedPageBreak/>
        <w:t>551.4670</w:t>
      </w:r>
      <w:r>
        <w:tab/>
        <w:t>2.025e0</w:t>
      </w:r>
    </w:p>
    <w:p w:rsidR="006974AE" w:rsidRDefault="006974AE" w:rsidP="006974AE">
      <w:r>
        <w:t>551.4722</w:t>
      </w:r>
      <w:r>
        <w:tab/>
        <w:t>3.038e0</w:t>
      </w:r>
    </w:p>
    <w:p w:rsidR="006974AE" w:rsidRDefault="006974AE" w:rsidP="006974AE">
      <w:r>
        <w:t>551.4948</w:t>
      </w:r>
      <w:r>
        <w:tab/>
        <w:t>1.013e0</w:t>
      </w:r>
    </w:p>
    <w:p w:rsidR="006974AE" w:rsidRDefault="006974AE" w:rsidP="006974AE">
      <w:r>
        <w:t>551.5043</w:t>
      </w:r>
      <w:r>
        <w:tab/>
        <w:t>1.013e0</w:t>
      </w:r>
    </w:p>
    <w:p w:rsidR="006974AE" w:rsidRDefault="006974AE" w:rsidP="006974AE">
      <w:r>
        <w:t>551.5217</w:t>
      </w:r>
      <w:r>
        <w:tab/>
        <w:t>1.330e0</w:t>
      </w:r>
    </w:p>
    <w:p w:rsidR="006974AE" w:rsidRDefault="006974AE" w:rsidP="006974AE">
      <w:r>
        <w:t>551.5314</w:t>
      </w:r>
      <w:r>
        <w:tab/>
        <w:t>1.013e0</w:t>
      </w:r>
    </w:p>
    <w:p w:rsidR="006974AE" w:rsidRDefault="006974AE" w:rsidP="006974AE">
      <w:r>
        <w:t>551.5521</w:t>
      </w:r>
      <w:r>
        <w:tab/>
        <w:t>1.013e0</w:t>
      </w:r>
    </w:p>
    <w:p w:rsidR="006974AE" w:rsidRDefault="006974AE" w:rsidP="006974AE">
      <w:r>
        <w:t>551.5709</w:t>
      </w:r>
      <w:r>
        <w:tab/>
        <w:t>1.013e0</w:t>
      </w:r>
    </w:p>
    <w:p w:rsidR="006974AE" w:rsidRDefault="006974AE" w:rsidP="006974AE">
      <w:r>
        <w:t>551.5906</w:t>
      </w:r>
      <w:r>
        <w:tab/>
        <w:t>1.013e0</w:t>
      </w:r>
    </w:p>
    <w:p w:rsidR="006974AE" w:rsidRDefault="006974AE" w:rsidP="006974AE">
      <w:r>
        <w:t>551.6571</w:t>
      </w:r>
      <w:r>
        <w:tab/>
        <w:t>1.013e0</w:t>
      </w:r>
    </w:p>
    <w:p w:rsidR="006974AE" w:rsidRDefault="006974AE" w:rsidP="006974AE">
      <w:r>
        <w:t>551.6906</w:t>
      </w:r>
      <w:r>
        <w:tab/>
        <w:t>2.025e0</w:t>
      </w:r>
    </w:p>
    <w:p w:rsidR="006974AE" w:rsidRDefault="006974AE" w:rsidP="006974AE">
      <w:r>
        <w:t>551.6978</w:t>
      </w:r>
      <w:r>
        <w:tab/>
        <w:t>1.013e0</w:t>
      </w:r>
    </w:p>
    <w:p w:rsidR="006974AE" w:rsidRDefault="006974AE" w:rsidP="006974AE">
      <w:r>
        <w:t>551.7014</w:t>
      </w:r>
      <w:r>
        <w:tab/>
        <w:t>2.025e0</w:t>
      </w:r>
    </w:p>
    <w:p w:rsidR="006974AE" w:rsidRDefault="006974AE" w:rsidP="006974AE">
      <w:r>
        <w:t>551.7313</w:t>
      </w:r>
      <w:r>
        <w:tab/>
        <w:t>1.013e0</w:t>
      </w:r>
    </w:p>
    <w:p w:rsidR="006974AE" w:rsidRDefault="006974AE" w:rsidP="006974AE">
      <w:r>
        <w:t>551.7427</w:t>
      </w:r>
      <w:r>
        <w:tab/>
        <w:t>1.013e0</w:t>
      </w:r>
    </w:p>
    <w:p w:rsidR="006974AE" w:rsidRDefault="006974AE" w:rsidP="006974AE">
      <w:r>
        <w:t>551.7527</w:t>
      </w:r>
      <w:r>
        <w:tab/>
        <w:t>1.013e0</w:t>
      </w:r>
    </w:p>
    <w:p w:rsidR="006974AE" w:rsidRDefault="006974AE" w:rsidP="006974AE">
      <w:r>
        <w:t>551.7687</w:t>
      </w:r>
      <w:r>
        <w:tab/>
        <w:t>1.013e0</w:t>
      </w:r>
    </w:p>
    <w:p w:rsidR="006974AE" w:rsidRDefault="006974AE" w:rsidP="006974AE">
      <w:r>
        <w:t>551.7956</w:t>
      </w:r>
      <w:r>
        <w:tab/>
        <w:t>2.025e0</w:t>
      </w:r>
    </w:p>
    <w:p w:rsidR="006974AE" w:rsidRDefault="006974AE" w:rsidP="006974AE">
      <w:r>
        <w:t>551.7991</w:t>
      </w:r>
      <w:r>
        <w:tab/>
        <w:t>2.025e0</w:t>
      </w:r>
    </w:p>
    <w:p w:rsidR="006974AE" w:rsidRDefault="006974AE" w:rsidP="006974AE">
      <w:r>
        <w:lastRenderedPageBreak/>
        <w:t>551.8234</w:t>
      </w:r>
      <w:r>
        <w:tab/>
        <w:t>2.025e0</w:t>
      </w:r>
    </w:p>
    <w:p w:rsidR="006974AE" w:rsidRDefault="006974AE" w:rsidP="006974AE">
      <w:r>
        <w:t>551.8282</w:t>
      </w:r>
      <w:r>
        <w:tab/>
        <w:t>1.013e0</w:t>
      </w:r>
    </w:p>
    <w:p w:rsidR="006974AE" w:rsidRDefault="006974AE" w:rsidP="006974AE">
      <w:r>
        <w:t>551.8561</w:t>
      </w:r>
      <w:r>
        <w:tab/>
        <w:t>2.025e0</w:t>
      </w:r>
    </w:p>
    <w:p w:rsidR="006974AE" w:rsidRDefault="006974AE" w:rsidP="006974AE">
      <w:r>
        <w:t>551.8663</w:t>
      </w:r>
      <w:r>
        <w:tab/>
        <w:t>1.013e0</w:t>
      </w:r>
    </w:p>
    <w:p w:rsidR="006974AE" w:rsidRDefault="006974AE" w:rsidP="006974AE">
      <w:r>
        <w:t>551.8884</w:t>
      </w:r>
      <w:r>
        <w:tab/>
        <w:t>2.025e0</w:t>
      </w:r>
    </w:p>
    <w:p w:rsidR="006974AE" w:rsidRDefault="006974AE" w:rsidP="006974AE">
      <w:r>
        <w:t>551.9101</w:t>
      </w:r>
      <w:r>
        <w:tab/>
        <w:t>2.424e0</w:t>
      </w:r>
    </w:p>
    <w:p w:rsidR="006974AE" w:rsidRDefault="006974AE" w:rsidP="006974AE">
      <w:r>
        <w:t>551.9319</w:t>
      </w:r>
      <w:r>
        <w:tab/>
        <w:t>1.013e0</w:t>
      </w:r>
    </w:p>
    <w:p w:rsidR="006974AE" w:rsidRDefault="006974AE" w:rsidP="006974AE">
      <w:r>
        <w:t>551.9338</w:t>
      </w:r>
      <w:r>
        <w:tab/>
        <w:t>3.038e0</w:t>
      </w:r>
    </w:p>
    <w:p w:rsidR="006974AE" w:rsidRDefault="006974AE" w:rsidP="006974AE">
      <w:r>
        <w:t>551.9719</w:t>
      </w:r>
      <w:r>
        <w:tab/>
        <w:t>2.025e0</w:t>
      </w:r>
    </w:p>
    <w:p w:rsidR="006974AE" w:rsidRDefault="006974AE" w:rsidP="006974AE">
      <w:r>
        <w:t>552.0046</w:t>
      </w:r>
      <w:r>
        <w:tab/>
        <w:t>1.013e0</w:t>
      </w:r>
    </w:p>
    <w:p w:rsidR="006974AE" w:rsidRDefault="006974AE" w:rsidP="006974AE">
      <w:r>
        <w:t>552.0090</w:t>
      </w:r>
      <w:r>
        <w:tab/>
        <w:t>2.025e0</w:t>
      </w:r>
    </w:p>
    <w:p w:rsidR="006974AE" w:rsidRDefault="006974AE" w:rsidP="006974AE">
      <w:r>
        <w:t>552.0281</w:t>
      </w:r>
      <w:r>
        <w:tab/>
        <w:t>2.025e0</w:t>
      </w:r>
    </w:p>
    <w:p w:rsidR="006974AE" w:rsidRDefault="006974AE" w:rsidP="006974AE">
      <w:r>
        <w:t>552.0600</w:t>
      </w:r>
      <w:r>
        <w:tab/>
        <w:t>1.013e0</w:t>
      </w:r>
    </w:p>
    <w:p w:rsidR="006974AE" w:rsidRDefault="006974AE" w:rsidP="006974AE">
      <w:r>
        <w:t>552.0968</w:t>
      </w:r>
      <w:r>
        <w:tab/>
        <w:t>1.013e0</w:t>
      </w:r>
    </w:p>
    <w:p w:rsidR="006974AE" w:rsidRDefault="006974AE" w:rsidP="006974AE">
      <w:r>
        <w:t>552.1158</w:t>
      </w:r>
      <w:r>
        <w:tab/>
        <w:t>1.013e0</w:t>
      </w:r>
    </w:p>
    <w:p w:rsidR="006974AE" w:rsidRDefault="006974AE" w:rsidP="006974AE">
      <w:r>
        <w:t>552.1426</w:t>
      </w:r>
      <w:r>
        <w:tab/>
        <w:t>2.025e0</w:t>
      </w:r>
    </w:p>
    <w:p w:rsidR="006974AE" w:rsidRDefault="006974AE" w:rsidP="006974AE">
      <w:r>
        <w:t>552.1525</w:t>
      </w:r>
      <w:r>
        <w:tab/>
        <w:t>1.013e0</w:t>
      </w:r>
    </w:p>
    <w:p w:rsidR="006974AE" w:rsidRDefault="006974AE" w:rsidP="006974AE">
      <w:r>
        <w:t>552.1880</w:t>
      </w:r>
      <w:r>
        <w:tab/>
        <w:t>2.025e0</w:t>
      </w:r>
    </w:p>
    <w:p w:rsidR="006974AE" w:rsidRDefault="006974AE" w:rsidP="006974AE">
      <w:r>
        <w:t>552.2202</w:t>
      </w:r>
      <w:r>
        <w:tab/>
        <w:t>3.830e0</w:t>
      </w:r>
    </w:p>
    <w:p w:rsidR="006974AE" w:rsidRDefault="006974AE" w:rsidP="006974AE">
      <w:r>
        <w:lastRenderedPageBreak/>
        <w:t>552.2280</w:t>
      </w:r>
      <w:r>
        <w:tab/>
        <w:t>2.025e0</w:t>
      </w:r>
    </w:p>
    <w:p w:rsidR="006974AE" w:rsidRDefault="006974AE" w:rsidP="006974AE">
      <w:r>
        <w:t>552.2291</w:t>
      </w:r>
      <w:r>
        <w:tab/>
        <w:t>3.038e0</w:t>
      </w:r>
    </w:p>
    <w:p w:rsidR="006974AE" w:rsidRDefault="006974AE" w:rsidP="006974AE">
      <w:r>
        <w:t>552.2414</w:t>
      </w:r>
      <w:r>
        <w:tab/>
        <w:t>1.013e0</w:t>
      </w:r>
    </w:p>
    <w:p w:rsidR="006974AE" w:rsidRDefault="006974AE" w:rsidP="006974AE">
      <w:r>
        <w:t>552.2557</w:t>
      </w:r>
      <w:r>
        <w:tab/>
        <w:t>2.025e0</w:t>
      </w:r>
    </w:p>
    <w:p w:rsidR="006974AE" w:rsidRDefault="006974AE" w:rsidP="006974AE">
      <w:r>
        <w:t>552.2944</w:t>
      </w:r>
      <w:r>
        <w:tab/>
        <w:t>2.025e0</w:t>
      </w:r>
    </w:p>
    <w:p w:rsidR="006974AE" w:rsidRDefault="006974AE" w:rsidP="006974AE">
      <w:r>
        <w:t>552.3121</w:t>
      </w:r>
      <w:r>
        <w:tab/>
        <w:t>4.051e0</w:t>
      </w:r>
    </w:p>
    <w:p w:rsidR="006974AE" w:rsidRDefault="006974AE" w:rsidP="006974AE">
      <w:r>
        <w:t>552.3341</w:t>
      </w:r>
      <w:r>
        <w:tab/>
        <w:t>1.013e0</w:t>
      </w:r>
    </w:p>
    <w:p w:rsidR="006974AE" w:rsidRDefault="006974AE" w:rsidP="006974AE">
      <w:r>
        <w:t>552.3420</w:t>
      </w:r>
      <w:r>
        <w:tab/>
        <w:t>2.025e0</w:t>
      </w:r>
    </w:p>
    <w:p w:rsidR="006974AE" w:rsidRDefault="006974AE" w:rsidP="006974AE">
      <w:r>
        <w:t>552.3987</w:t>
      </w:r>
      <w:r>
        <w:tab/>
        <w:t>2.025e0</w:t>
      </w:r>
    </w:p>
    <w:p w:rsidR="006974AE" w:rsidRDefault="006974AE" w:rsidP="006974AE">
      <w:r>
        <w:t>552.4143</w:t>
      </w:r>
      <w:r>
        <w:tab/>
        <w:t>2.025e0</w:t>
      </w:r>
    </w:p>
    <w:p w:rsidR="006974AE" w:rsidRDefault="006974AE" w:rsidP="006974AE">
      <w:r>
        <w:t>552.4647</w:t>
      </w:r>
      <w:r>
        <w:tab/>
        <w:t>2.025e0</w:t>
      </w:r>
    </w:p>
    <w:p w:rsidR="006974AE" w:rsidRDefault="006974AE" w:rsidP="006974AE">
      <w:r>
        <w:t>552.4789</w:t>
      </w:r>
      <w:r>
        <w:tab/>
        <w:t>1.013e0</w:t>
      </w:r>
    </w:p>
    <w:p w:rsidR="006974AE" w:rsidRDefault="006974AE" w:rsidP="006974AE">
      <w:r>
        <w:t>552.4902</w:t>
      </w:r>
      <w:r>
        <w:tab/>
        <w:t>2.025e0</w:t>
      </w:r>
    </w:p>
    <w:p w:rsidR="006974AE" w:rsidRDefault="006974AE" w:rsidP="006974AE">
      <w:r>
        <w:t>552.5316</w:t>
      </w:r>
      <w:r>
        <w:tab/>
        <w:t>1.013e0</w:t>
      </w:r>
    </w:p>
    <w:p w:rsidR="006974AE" w:rsidRDefault="006974AE" w:rsidP="006974AE">
      <w:r>
        <w:t>552.5414</w:t>
      </w:r>
      <w:r>
        <w:tab/>
        <w:t>3.038e0</w:t>
      </w:r>
    </w:p>
    <w:p w:rsidR="006974AE" w:rsidRDefault="006974AE" w:rsidP="006974AE">
      <w:r>
        <w:t>552.5866</w:t>
      </w:r>
      <w:r>
        <w:tab/>
        <w:t>1.013e0</w:t>
      </w:r>
    </w:p>
    <w:p w:rsidR="006974AE" w:rsidRDefault="006974AE" w:rsidP="006974AE">
      <w:r>
        <w:t>552.5908</w:t>
      </w:r>
      <w:r>
        <w:tab/>
        <w:t>2.025e0</w:t>
      </w:r>
    </w:p>
    <w:p w:rsidR="006974AE" w:rsidRDefault="006974AE" w:rsidP="006974AE">
      <w:r>
        <w:t>552.6412</w:t>
      </w:r>
      <w:r>
        <w:tab/>
        <w:t>1.013e0</w:t>
      </w:r>
    </w:p>
    <w:p w:rsidR="006974AE" w:rsidRDefault="006974AE" w:rsidP="006974AE">
      <w:r>
        <w:t>552.6459</w:t>
      </w:r>
      <w:r>
        <w:tab/>
        <w:t>1.013e0</w:t>
      </w:r>
    </w:p>
    <w:p w:rsidR="006974AE" w:rsidRDefault="006974AE" w:rsidP="006974AE">
      <w:r>
        <w:lastRenderedPageBreak/>
        <w:t>552.6840</w:t>
      </w:r>
      <w:r>
        <w:tab/>
        <w:t>1.013e0</w:t>
      </w:r>
    </w:p>
    <w:p w:rsidR="006974AE" w:rsidRDefault="006974AE" w:rsidP="006974AE">
      <w:r>
        <w:t>552.6942</w:t>
      </w:r>
      <w:r>
        <w:tab/>
        <w:t>1.013e0</w:t>
      </w:r>
    </w:p>
    <w:p w:rsidR="006974AE" w:rsidRDefault="006974AE" w:rsidP="006974AE">
      <w:r>
        <w:t>552.7133</w:t>
      </w:r>
      <w:r>
        <w:tab/>
        <w:t>1.013e0</w:t>
      </w:r>
    </w:p>
    <w:p w:rsidR="006974AE" w:rsidRDefault="006974AE" w:rsidP="006974AE">
      <w:r>
        <w:t>552.7793</w:t>
      </w:r>
      <w:r>
        <w:tab/>
        <w:t>1.013e0</w:t>
      </w:r>
    </w:p>
    <w:p w:rsidR="006974AE" w:rsidRDefault="006974AE" w:rsidP="006974AE">
      <w:r>
        <w:t>552.8049</w:t>
      </w:r>
      <w:r>
        <w:tab/>
        <w:t>2.025e0</w:t>
      </w:r>
    </w:p>
    <w:p w:rsidR="006974AE" w:rsidRDefault="006974AE" w:rsidP="006974AE">
      <w:r>
        <w:t>552.8141</w:t>
      </w:r>
      <w:r>
        <w:tab/>
        <w:t>2.025e0</w:t>
      </w:r>
    </w:p>
    <w:p w:rsidR="006974AE" w:rsidRDefault="006974AE" w:rsidP="006974AE">
      <w:r>
        <w:t>552.8466</w:t>
      </w:r>
      <w:r>
        <w:tab/>
        <w:t>3.038e0</w:t>
      </w:r>
    </w:p>
    <w:p w:rsidR="006974AE" w:rsidRDefault="006974AE" w:rsidP="006974AE">
      <w:r>
        <w:t>552.9038</w:t>
      </w:r>
      <w:r>
        <w:tab/>
        <w:t>1.013e0</w:t>
      </w:r>
    </w:p>
    <w:p w:rsidR="006974AE" w:rsidRDefault="006974AE" w:rsidP="006974AE">
      <w:r>
        <w:t>552.9513</w:t>
      </w:r>
      <w:r>
        <w:tab/>
        <w:t>1.013e0</w:t>
      </w:r>
    </w:p>
    <w:p w:rsidR="006974AE" w:rsidRDefault="006974AE" w:rsidP="006974AE">
      <w:r>
        <w:t>552.9609</w:t>
      </w:r>
      <w:r>
        <w:tab/>
        <w:t>1.013e0</w:t>
      </w:r>
    </w:p>
    <w:p w:rsidR="006974AE" w:rsidRDefault="006974AE" w:rsidP="006974AE">
      <w:r>
        <w:t>553.0601</w:t>
      </w:r>
      <w:r>
        <w:tab/>
        <w:t>1.013e0</w:t>
      </w:r>
    </w:p>
    <w:p w:rsidR="006974AE" w:rsidRDefault="006974AE" w:rsidP="006974AE">
      <w:r>
        <w:t>553.0775</w:t>
      </w:r>
      <w:r>
        <w:tab/>
        <w:t>2.025e0</w:t>
      </w:r>
    </w:p>
    <w:p w:rsidR="006974AE" w:rsidRDefault="006974AE" w:rsidP="006974AE">
      <w:r>
        <w:t>553.1122</w:t>
      </w:r>
      <w:r>
        <w:tab/>
        <w:t>1.013e0</w:t>
      </w:r>
    </w:p>
    <w:p w:rsidR="006974AE" w:rsidRDefault="006974AE" w:rsidP="006974AE">
      <w:r>
        <w:t>553.1305</w:t>
      </w:r>
      <w:r>
        <w:tab/>
        <w:t>1.013e0</w:t>
      </w:r>
    </w:p>
    <w:p w:rsidR="006974AE" w:rsidRDefault="006974AE" w:rsidP="006974AE">
      <w:r>
        <w:t>553.1413</w:t>
      </w:r>
      <w:r>
        <w:tab/>
        <w:t>2.373e0</w:t>
      </w:r>
    </w:p>
    <w:p w:rsidR="006974AE" w:rsidRDefault="006974AE" w:rsidP="006974AE">
      <w:r>
        <w:t>553.1518</w:t>
      </w:r>
      <w:r>
        <w:tab/>
        <w:t>1.013e0</w:t>
      </w:r>
    </w:p>
    <w:p w:rsidR="006974AE" w:rsidRDefault="006974AE" w:rsidP="006974AE">
      <w:r>
        <w:t>553.1760</w:t>
      </w:r>
      <w:r>
        <w:tab/>
        <w:t>3.038e0</w:t>
      </w:r>
    </w:p>
    <w:p w:rsidR="006974AE" w:rsidRDefault="006974AE" w:rsidP="006974AE">
      <w:r>
        <w:t>553.1777</w:t>
      </w:r>
      <w:r>
        <w:tab/>
        <w:t>2.025e0</w:t>
      </w:r>
    </w:p>
    <w:p w:rsidR="006974AE" w:rsidRDefault="006974AE" w:rsidP="006974AE">
      <w:r>
        <w:t>553.1795</w:t>
      </w:r>
      <w:r>
        <w:tab/>
        <w:t>7.089e0</w:t>
      </w:r>
    </w:p>
    <w:p w:rsidR="006974AE" w:rsidRDefault="006974AE" w:rsidP="006974AE">
      <w:r>
        <w:lastRenderedPageBreak/>
        <w:t>553.1968</w:t>
      </w:r>
      <w:r>
        <w:tab/>
        <w:t>1.074e1</w:t>
      </w:r>
    </w:p>
    <w:p w:rsidR="006974AE" w:rsidRDefault="006974AE" w:rsidP="006974AE">
      <w:r>
        <w:t>553.2018</w:t>
      </w:r>
      <w:r>
        <w:tab/>
        <w:t>9.114e0</w:t>
      </w:r>
    </w:p>
    <w:p w:rsidR="006974AE" w:rsidRDefault="006974AE" w:rsidP="006974AE">
      <w:r>
        <w:t>553.2125</w:t>
      </w:r>
      <w:r>
        <w:tab/>
        <w:t>2.025e0</w:t>
      </w:r>
    </w:p>
    <w:p w:rsidR="006974AE" w:rsidRDefault="006974AE" w:rsidP="006974AE">
      <w:r>
        <w:t>553.2176</w:t>
      </w:r>
      <w:r>
        <w:tab/>
        <w:t>4.666e0</w:t>
      </w:r>
    </w:p>
    <w:p w:rsidR="006974AE" w:rsidRDefault="006974AE" w:rsidP="006974AE">
      <w:r>
        <w:t>553.2278</w:t>
      </w:r>
      <w:r>
        <w:tab/>
        <w:t>1.013e0</w:t>
      </w:r>
    </w:p>
    <w:p w:rsidR="006974AE" w:rsidRDefault="006974AE" w:rsidP="006974AE">
      <w:r>
        <w:t>553.2330</w:t>
      </w:r>
      <w:r>
        <w:tab/>
        <w:t>3.038e0</w:t>
      </w:r>
    </w:p>
    <w:p w:rsidR="006974AE" w:rsidRDefault="006974AE" w:rsidP="006974AE">
      <w:r>
        <w:t>553.2626</w:t>
      </w:r>
      <w:r>
        <w:tab/>
        <w:t>5.063e0</w:t>
      </w:r>
    </w:p>
    <w:p w:rsidR="006974AE" w:rsidRDefault="006974AE" w:rsidP="006974AE">
      <w:r>
        <w:t>553.2782</w:t>
      </w:r>
      <w:r>
        <w:tab/>
        <w:t>2.025e0</w:t>
      </w:r>
    </w:p>
    <w:p w:rsidR="006974AE" w:rsidRDefault="006974AE" w:rsidP="006974AE">
      <w:r>
        <w:t>553.2931</w:t>
      </w:r>
      <w:r>
        <w:tab/>
        <w:t>2.921e0</w:t>
      </w:r>
    </w:p>
    <w:p w:rsidR="006974AE" w:rsidRDefault="006974AE" w:rsidP="006974AE">
      <w:r>
        <w:t>553.2945</w:t>
      </w:r>
      <w:r>
        <w:tab/>
        <w:t>1.013e0</w:t>
      </w:r>
    </w:p>
    <w:p w:rsidR="006974AE" w:rsidRDefault="006974AE" w:rsidP="006974AE">
      <w:r>
        <w:t>553.3425</w:t>
      </w:r>
      <w:r>
        <w:tab/>
        <w:t>4.051e0</w:t>
      </w:r>
    </w:p>
    <w:p w:rsidR="006974AE" w:rsidRDefault="006974AE" w:rsidP="006974AE">
      <w:r>
        <w:t>553.3442</w:t>
      </w:r>
      <w:r>
        <w:tab/>
        <w:t>2.025e0</w:t>
      </w:r>
    </w:p>
    <w:p w:rsidR="006974AE" w:rsidRDefault="006974AE" w:rsidP="006974AE">
      <w:r>
        <w:t>553.3701</w:t>
      </w:r>
      <w:r>
        <w:tab/>
        <w:t>1.013e0</w:t>
      </w:r>
    </w:p>
    <w:p w:rsidR="006974AE" w:rsidRDefault="006974AE" w:rsidP="006974AE">
      <w:r>
        <w:t>553.4039</w:t>
      </w:r>
      <w:r>
        <w:tab/>
        <w:t>1.013e0</w:t>
      </w:r>
    </w:p>
    <w:p w:rsidR="006974AE" w:rsidRDefault="006974AE" w:rsidP="006974AE">
      <w:r>
        <w:t>553.4273</w:t>
      </w:r>
      <w:r>
        <w:tab/>
        <w:t>1.013e0</w:t>
      </w:r>
    </w:p>
    <w:p w:rsidR="006974AE" w:rsidRDefault="006974AE" w:rsidP="006974AE">
      <w:r>
        <w:t>553.4300</w:t>
      </w:r>
      <w:r>
        <w:tab/>
        <w:t>3.038e0</w:t>
      </w:r>
    </w:p>
    <w:p w:rsidR="006974AE" w:rsidRDefault="006974AE" w:rsidP="006974AE">
      <w:r>
        <w:t>553.4776</w:t>
      </w:r>
      <w:r>
        <w:tab/>
        <w:t>1.013e0</w:t>
      </w:r>
    </w:p>
    <w:p w:rsidR="006974AE" w:rsidRDefault="006974AE" w:rsidP="006974AE">
      <w:r>
        <w:t>553.4907</w:t>
      </w:r>
      <w:r>
        <w:tab/>
        <w:t>2.025e0</w:t>
      </w:r>
    </w:p>
    <w:p w:rsidR="006974AE" w:rsidRDefault="006974AE" w:rsidP="006974AE">
      <w:r>
        <w:t>553.5861</w:t>
      </w:r>
      <w:r>
        <w:tab/>
        <w:t>2.025e0</w:t>
      </w:r>
    </w:p>
    <w:p w:rsidR="006974AE" w:rsidRDefault="006974AE" w:rsidP="006974AE">
      <w:r>
        <w:lastRenderedPageBreak/>
        <w:t>553.6378</w:t>
      </w:r>
      <w:r>
        <w:tab/>
        <w:t>1.013e0</w:t>
      </w:r>
    </w:p>
    <w:p w:rsidR="006974AE" w:rsidRDefault="006974AE" w:rsidP="006974AE">
      <w:r>
        <w:t>553.6738</w:t>
      </w:r>
      <w:r>
        <w:tab/>
        <w:t>2.436e0</w:t>
      </w:r>
    </w:p>
    <w:p w:rsidR="006974AE" w:rsidRDefault="006974AE" w:rsidP="006974AE">
      <w:r>
        <w:t>553.6941</w:t>
      </w:r>
      <w:r>
        <w:tab/>
        <w:t>1.013e0</w:t>
      </w:r>
    </w:p>
    <w:p w:rsidR="006974AE" w:rsidRDefault="006974AE" w:rsidP="006974AE">
      <w:r>
        <w:t>553.7325</w:t>
      </w:r>
      <w:r>
        <w:tab/>
        <w:t>2.025e0</w:t>
      </w:r>
    </w:p>
    <w:p w:rsidR="006974AE" w:rsidRDefault="006974AE" w:rsidP="006974AE">
      <w:r>
        <w:t>553.7431</w:t>
      </w:r>
      <w:r>
        <w:tab/>
        <w:t>2.025e0</w:t>
      </w:r>
    </w:p>
    <w:p w:rsidR="006974AE" w:rsidRDefault="006974AE" w:rsidP="006974AE">
      <w:r>
        <w:t>553.7451</w:t>
      </w:r>
      <w:r>
        <w:tab/>
        <w:t>2.025e0</w:t>
      </w:r>
    </w:p>
    <w:p w:rsidR="006974AE" w:rsidRDefault="006974AE" w:rsidP="006974AE">
      <w:r>
        <w:t>553.7672</w:t>
      </w:r>
      <w:r>
        <w:tab/>
        <w:t>2.025e0</w:t>
      </w:r>
    </w:p>
    <w:p w:rsidR="006974AE" w:rsidRDefault="006974AE" w:rsidP="006974AE">
      <w:r>
        <w:t>553.8040</w:t>
      </w:r>
      <w:r>
        <w:tab/>
        <w:t>3.038e0</w:t>
      </w:r>
    </w:p>
    <w:p w:rsidR="006974AE" w:rsidRDefault="006974AE" w:rsidP="006974AE">
      <w:r>
        <w:t>553.8192</w:t>
      </w:r>
      <w:r>
        <w:tab/>
        <w:t>2.025e0</w:t>
      </w:r>
    </w:p>
    <w:p w:rsidR="006974AE" w:rsidRDefault="006974AE" w:rsidP="006974AE">
      <w:r>
        <w:t>553.8381</w:t>
      </w:r>
      <w:r>
        <w:tab/>
        <w:t>1.013e0</w:t>
      </w:r>
    </w:p>
    <w:p w:rsidR="006974AE" w:rsidRDefault="006974AE" w:rsidP="006974AE">
      <w:r>
        <w:t>553.8432</w:t>
      </w:r>
      <w:r>
        <w:tab/>
        <w:t>2.025e0</w:t>
      </w:r>
    </w:p>
    <w:p w:rsidR="006974AE" w:rsidRDefault="006974AE" w:rsidP="006974AE">
      <w:r>
        <w:t>553.8773</w:t>
      </w:r>
      <w:r>
        <w:tab/>
        <w:t>1.013e0</w:t>
      </w:r>
    </w:p>
    <w:p w:rsidR="006974AE" w:rsidRDefault="006974AE" w:rsidP="006974AE">
      <w:r>
        <w:t>553.9233</w:t>
      </w:r>
      <w:r>
        <w:tab/>
        <w:t>1.013e0</w:t>
      </w:r>
    </w:p>
    <w:p w:rsidR="006974AE" w:rsidRDefault="006974AE" w:rsidP="006974AE">
      <w:r>
        <w:t>554.0191</w:t>
      </w:r>
      <w:r>
        <w:tab/>
        <w:t>2.025e0</w:t>
      </w:r>
    </w:p>
    <w:p w:rsidR="006974AE" w:rsidRDefault="006974AE" w:rsidP="006974AE">
      <w:r>
        <w:t>554.1006</w:t>
      </w:r>
      <w:r>
        <w:tab/>
        <w:t>3.038e0</w:t>
      </w:r>
    </w:p>
    <w:p w:rsidR="006974AE" w:rsidRDefault="006974AE" w:rsidP="006974AE">
      <w:r>
        <w:t>554.1053</w:t>
      </w:r>
      <w:r>
        <w:tab/>
        <w:t>1.013e0</w:t>
      </w:r>
    </w:p>
    <w:p w:rsidR="006974AE" w:rsidRDefault="006974AE" w:rsidP="006974AE">
      <w:r>
        <w:t>554.1241</w:t>
      </w:r>
      <w:r>
        <w:tab/>
        <w:t>2.025e0</w:t>
      </w:r>
    </w:p>
    <w:p w:rsidR="006974AE" w:rsidRDefault="006974AE" w:rsidP="006974AE">
      <w:r>
        <w:t>554.1667</w:t>
      </w:r>
      <w:r>
        <w:tab/>
        <w:t>2.025e0</w:t>
      </w:r>
    </w:p>
    <w:p w:rsidR="006974AE" w:rsidRDefault="006974AE" w:rsidP="006974AE">
      <w:r>
        <w:t>554.1877</w:t>
      </w:r>
      <w:r>
        <w:tab/>
        <w:t>3.038e0</w:t>
      </w:r>
    </w:p>
    <w:p w:rsidR="006974AE" w:rsidRDefault="006974AE" w:rsidP="006974AE">
      <w:r>
        <w:lastRenderedPageBreak/>
        <w:t>554.1932</w:t>
      </w:r>
      <w:r>
        <w:tab/>
        <w:t>5.931e0</w:t>
      </w:r>
    </w:p>
    <w:p w:rsidR="006974AE" w:rsidRDefault="006974AE" w:rsidP="006974AE">
      <w:r>
        <w:t>554.2008</w:t>
      </w:r>
      <w:r>
        <w:tab/>
        <w:t>2.025e0</w:t>
      </w:r>
    </w:p>
    <w:p w:rsidR="006974AE" w:rsidRDefault="006974AE" w:rsidP="006974AE">
      <w:r>
        <w:t>554.2448</w:t>
      </w:r>
      <w:r>
        <w:tab/>
        <w:t>4.876e0</w:t>
      </w:r>
    </w:p>
    <w:p w:rsidR="006974AE" w:rsidRDefault="006974AE" w:rsidP="006974AE">
      <w:r>
        <w:t>554.2570</w:t>
      </w:r>
      <w:r>
        <w:tab/>
        <w:t>1.013e0</w:t>
      </w:r>
    </w:p>
    <w:p w:rsidR="006974AE" w:rsidRDefault="006974AE" w:rsidP="006974AE">
      <w:r>
        <w:t>554.2585</w:t>
      </w:r>
      <w:r>
        <w:tab/>
        <w:t>1.013e0</w:t>
      </w:r>
    </w:p>
    <w:p w:rsidR="006974AE" w:rsidRDefault="006974AE" w:rsidP="006974AE">
      <w:r>
        <w:t>554.2615</w:t>
      </w:r>
      <w:r>
        <w:tab/>
        <w:t>3.038e0</w:t>
      </w:r>
    </w:p>
    <w:p w:rsidR="006974AE" w:rsidRDefault="006974AE" w:rsidP="006974AE">
      <w:r>
        <w:t>554.2768</w:t>
      </w:r>
      <w:r>
        <w:tab/>
        <w:t>1.013e0</w:t>
      </w:r>
    </w:p>
    <w:p w:rsidR="006974AE" w:rsidRDefault="006974AE" w:rsidP="006974AE">
      <w:r>
        <w:t>554.2963</w:t>
      </w:r>
      <w:r>
        <w:tab/>
        <w:t>1.013e0</w:t>
      </w:r>
    </w:p>
    <w:p w:rsidR="006974AE" w:rsidRDefault="006974AE" w:rsidP="006974AE">
      <w:r>
        <w:t>554.3024</w:t>
      </w:r>
      <w:r>
        <w:tab/>
        <w:t>4.051e0</w:t>
      </w:r>
    </w:p>
    <w:p w:rsidR="006974AE" w:rsidRDefault="006974AE" w:rsidP="006974AE">
      <w:r>
        <w:t>554.3154</w:t>
      </w:r>
      <w:r>
        <w:tab/>
        <w:t>1.013e0</w:t>
      </w:r>
    </w:p>
    <w:p w:rsidR="006974AE" w:rsidRDefault="006974AE" w:rsidP="006974AE">
      <w:r>
        <w:t>554.3267</w:t>
      </w:r>
      <w:r>
        <w:tab/>
        <w:t>2.025e0</w:t>
      </w:r>
    </w:p>
    <w:p w:rsidR="006974AE" w:rsidRDefault="006974AE" w:rsidP="006974AE">
      <w:r>
        <w:t>554.3727</w:t>
      </w:r>
      <w:r>
        <w:tab/>
        <w:t>1.013e0</w:t>
      </w:r>
    </w:p>
    <w:p w:rsidR="006974AE" w:rsidRDefault="006974AE" w:rsidP="006974AE">
      <w:r>
        <w:t>554.3773</w:t>
      </w:r>
      <w:r>
        <w:tab/>
        <w:t>3.038e0</w:t>
      </w:r>
    </w:p>
    <w:p w:rsidR="006974AE" w:rsidRDefault="006974AE" w:rsidP="006974AE">
      <w:r>
        <w:t>554.4006</w:t>
      </w:r>
      <w:r>
        <w:tab/>
        <w:t>2.025e0</w:t>
      </w:r>
    </w:p>
    <w:p w:rsidR="006974AE" w:rsidRDefault="006974AE" w:rsidP="006974AE">
      <w:r>
        <w:t>554.4252</w:t>
      </w:r>
      <w:r>
        <w:tab/>
        <w:t>2.025e0</w:t>
      </w:r>
    </w:p>
    <w:p w:rsidR="006974AE" w:rsidRDefault="006974AE" w:rsidP="006974AE">
      <w:r>
        <w:t>554.4384</w:t>
      </w:r>
      <w:r>
        <w:tab/>
        <w:t>1.013e0</w:t>
      </w:r>
    </w:p>
    <w:p w:rsidR="006974AE" w:rsidRDefault="006974AE" w:rsidP="006974AE">
      <w:r>
        <w:t>554.4771</w:t>
      </w:r>
      <w:r>
        <w:tab/>
        <w:t>2.025e0</w:t>
      </w:r>
    </w:p>
    <w:p w:rsidR="006974AE" w:rsidRDefault="006974AE" w:rsidP="006974AE">
      <w:r>
        <w:t>554.4962</w:t>
      </w:r>
      <w:r>
        <w:tab/>
        <w:t>2.025e0</w:t>
      </w:r>
    </w:p>
    <w:p w:rsidR="006974AE" w:rsidRDefault="006974AE" w:rsidP="006974AE">
      <w:r>
        <w:t>554.5064</w:t>
      </w:r>
      <w:r>
        <w:tab/>
        <w:t>1.013e0</w:t>
      </w:r>
    </w:p>
    <w:p w:rsidR="006974AE" w:rsidRDefault="006974AE" w:rsidP="006974AE">
      <w:r>
        <w:lastRenderedPageBreak/>
        <w:t>554.5297</w:t>
      </w:r>
      <w:r>
        <w:tab/>
        <w:t>1.013e0</w:t>
      </w:r>
    </w:p>
    <w:p w:rsidR="006974AE" w:rsidRDefault="006974AE" w:rsidP="006974AE">
      <w:r>
        <w:t>554.5822</w:t>
      </w:r>
      <w:r>
        <w:tab/>
        <w:t>1.013e0</w:t>
      </w:r>
    </w:p>
    <w:p w:rsidR="006974AE" w:rsidRDefault="006974AE" w:rsidP="006974AE">
      <w:r>
        <w:t>554.6375</w:t>
      </w:r>
      <w:r>
        <w:tab/>
        <w:t>1.013e0</w:t>
      </w:r>
    </w:p>
    <w:p w:rsidR="006974AE" w:rsidRDefault="006974AE" w:rsidP="006974AE">
      <w:r>
        <w:t>554.6400</w:t>
      </w:r>
      <w:r>
        <w:tab/>
        <w:t>3.437e0</w:t>
      </w:r>
    </w:p>
    <w:p w:rsidR="006974AE" w:rsidRDefault="006974AE" w:rsidP="006974AE">
      <w:r>
        <w:t>554.6523</w:t>
      </w:r>
      <w:r>
        <w:tab/>
        <w:t>2.025e0</w:t>
      </w:r>
    </w:p>
    <w:p w:rsidR="006974AE" w:rsidRDefault="006974AE" w:rsidP="006974AE">
      <w:r>
        <w:t>554.7115</w:t>
      </w:r>
      <w:r>
        <w:tab/>
        <w:t>2.025e0</w:t>
      </w:r>
    </w:p>
    <w:p w:rsidR="006974AE" w:rsidRDefault="006974AE" w:rsidP="006974AE">
      <w:r>
        <w:t>554.7446</w:t>
      </w:r>
      <w:r>
        <w:tab/>
        <w:t>1.013e0</w:t>
      </w:r>
    </w:p>
    <w:p w:rsidR="006974AE" w:rsidRDefault="006974AE" w:rsidP="006974AE">
      <w:r>
        <w:t>554.7542</w:t>
      </w:r>
      <w:r>
        <w:tab/>
        <w:t>1.013e0</w:t>
      </w:r>
    </w:p>
    <w:p w:rsidR="006974AE" w:rsidRDefault="006974AE" w:rsidP="006974AE">
      <w:r>
        <w:t>554.7637</w:t>
      </w:r>
      <w:r>
        <w:tab/>
        <w:t>1.013e0</w:t>
      </w:r>
    </w:p>
    <w:p w:rsidR="006974AE" w:rsidRDefault="006974AE" w:rsidP="006974AE">
      <w:r>
        <w:t>554.7745</w:t>
      </w:r>
      <w:r>
        <w:tab/>
        <w:t>2.025e0</w:t>
      </w:r>
    </w:p>
    <w:p w:rsidR="006974AE" w:rsidRDefault="006974AE" w:rsidP="006974AE">
      <w:r>
        <w:t>554.8190</w:t>
      </w:r>
      <w:r>
        <w:tab/>
        <w:t>1.013e0</w:t>
      </w:r>
    </w:p>
    <w:p w:rsidR="006974AE" w:rsidRDefault="006974AE" w:rsidP="006974AE">
      <w:r>
        <w:t>554.8306</w:t>
      </w:r>
      <w:r>
        <w:tab/>
        <w:t>1.013e0</w:t>
      </w:r>
    </w:p>
    <w:p w:rsidR="006974AE" w:rsidRDefault="006974AE" w:rsidP="006974AE">
      <w:r>
        <w:t>554.8514</w:t>
      </w:r>
      <w:r>
        <w:tab/>
        <w:t>4.051e0</w:t>
      </w:r>
    </w:p>
    <w:p w:rsidR="006974AE" w:rsidRDefault="006974AE" w:rsidP="006974AE">
      <w:r>
        <w:t>554.8564</w:t>
      </w:r>
      <w:r>
        <w:tab/>
        <w:t>1.013e0</w:t>
      </w:r>
    </w:p>
    <w:p w:rsidR="006974AE" w:rsidRDefault="006974AE" w:rsidP="006974AE">
      <w:r>
        <w:t>554.9006</w:t>
      </w:r>
      <w:r>
        <w:tab/>
        <w:t>2.025e0</w:t>
      </w:r>
    </w:p>
    <w:p w:rsidR="006974AE" w:rsidRDefault="006974AE" w:rsidP="006974AE">
      <w:r>
        <w:t>554.9485</w:t>
      </w:r>
      <w:r>
        <w:tab/>
        <w:t>1.013e0</w:t>
      </w:r>
    </w:p>
    <w:p w:rsidR="006974AE" w:rsidRDefault="006974AE" w:rsidP="006974AE">
      <w:r>
        <w:t>554.9644</w:t>
      </w:r>
      <w:r>
        <w:tab/>
        <w:t>2.025e0</w:t>
      </w:r>
    </w:p>
    <w:p w:rsidR="006974AE" w:rsidRDefault="006974AE" w:rsidP="006974AE">
      <w:r>
        <w:t>554.9669</w:t>
      </w:r>
      <w:r>
        <w:tab/>
        <w:t>1.013e0</w:t>
      </w:r>
    </w:p>
    <w:p w:rsidR="006974AE" w:rsidRDefault="006974AE" w:rsidP="006974AE">
      <w:r>
        <w:t>555.0117</w:t>
      </w:r>
      <w:r>
        <w:tab/>
        <w:t>2.025e0</w:t>
      </w:r>
    </w:p>
    <w:p w:rsidR="006974AE" w:rsidRDefault="006974AE" w:rsidP="006974AE">
      <w:r>
        <w:lastRenderedPageBreak/>
        <w:t>555.0275</w:t>
      </w:r>
      <w:r>
        <w:tab/>
        <w:t>3.038e0</w:t>
      </w:r>
    </w:p>
    <w:p w:rsidR="006974AE" w:rsidRDefault="006974AE" w:rsidP="006974AE">
      <w:r>
        <w:t>555.0563</w:t>
      </w:r>
      <w:r>
        <w:tab/>
        <w:t>1.013e0</w:t>
      </w:r>
    </w:p>
    <w:p w:rsidR="006974AE" w:rsidRDefault="006974AE" w:rsidP="006974AE">
      <w:r>
        <w:t>555.1231</w:t>
      </w:r>
      <w:r>
        <w:tab/>
        <w:t>2.025e0</w:t>
      </w:r>
    </w:p>
    <w:p w:rsidR="006974AE" w:rsidRDefault="006974AE" w:rsidP="006974AE">
      <w:r>
        <w:t>555.1372</w:t>
      </w:r>
      <w:r>
        <w:tab/>
        <w:t>1.013e0</w:t>
      </w:r>
    </w:p>
    <w:p w:rsidR="006974AE" w:rsidRDefault="006974AE" w:rsidP="006974AE">
      <w:r>
        <w:t>555.1556</w:t>
      </w:r>
      <w:r>
        <w:tab/>
        <w:t>2.025e0</w:t>
      </w:r>
    </w:p>
    <w:p w:rsidR="006974AE" w:rsidRDefault="006974AE" w:rsidP="006974AE">
      <w:r>
        <w:t>555.1660</w:t>
      </w:r>
      <w:r>
        <w:tab/>
        <w:t>1.013e0</w:t>
      </w:r>
    </w:p>
    <w:p w:rsidR="006974AE" w:rsidRDefault="006974AE" w:rsidP="006974AE">
      <w:r>
        <w:t>555.1797</w:t>
      </w:r>
      <w:r>
        <w:tab/>
        <w:t>2.025e0</w:t>
      </w:r>
    </w:p>
    <w:p w:rsidR="006974AE" w:rsidRDefault="006974AE" w:rsidP="006974AE">
      <w:r>
        <w:t>555.1891</w:t>
      </w:r>
      <w:r>
        <w:tab/>
        <w:t>3.497e0</w:t>
      </w:r>
    </w:p>
    <w:p w:rsidR="006974AE" w:rsidRDefault="006974AE" w:rsidP="006974AE">
      <w:r>
        <w:t>555.1907</w:t>
      </w:r>
      <w:r>
        <w:tab/>
        <w:t>4.051e0</w:t>
      </w:r>
    </w:p>
    <w:p w:rsidR="006974AE" w:rsidRDefault="006974AE" w:rsidP="006974AE">
      <w:r>
        <w:t>555.2139</w:t>
      </w:r>
      <w:r>
        <w:tab/>
        <w:t>4.051e0</w:t>
      </w:r>
    </w:p>
    <w:p w:rsidR="006974AE" w:rsidRDefault="006974AE" w:rsidP="006974AE">
      <w:r>
        <w:t>555.2156</w:t>
      </w:r>
      <w:r>
        <w:tab/>
        <w:t>2.025e0</w:t>
      </w:r>
    </w:p>
    <w:p w:rsidR="006974AE" w:rsidRDefault="006974AE" w:rsidP="006974AE">
      <w:r>
        <w:t>555.2255</w:t>
      </w:r>
      <w:r>
        <w:tab/>
        <w:t>8.539e0</w:t>
      </w:r>
    </w:p>
    <w:p w:rsidR="006974AE" w:rsidRDefault="006974AE" w:rsidP="006974AE">
      <w:r>
        <w:t>555.2324</w:t>
      </w:r>
      <w:r>
        <w:tab/>
        <w:t>2.025e0</w:t>
      </w:r>
    </w:p>
    <w:p w:rsidR="006974AE" w:rsidRDefault="006974AE" w:rsidP="006974AE">
      <w:r>
        <w:t>555.2967</w:t>
      </w:r>
      <w:r>
        <w:tab/>
        <w:t>2.025e0</w:t>
      </w:r>
    </w:p>
    <w:p w:rsidR="006974AE" w:rsidRDefault="006974AE" w:rsidP="006974AE">
      <w:r>
        <w:t>555.3109</w:t>
      </w:r>
      <w:r>
        <w:tab/>
        <w:t>1.013e0</w:t>
      </w:r>
    </w:p>
    <w:p w:rsidR="006974AE" w:rsidRDefault="006974AE" w:rsidP="006974AE">
      <w:r>
        <w:t>555.3338</w:t>
      </w:r>
      <w:r>
        <w:tab/>
        <w:t>2.025e0</w:t>
      </w:r>
    </w:p>
    <w:p w:rsidR="006974AE" w:rsidRDefault="006974AE" w:rsidP="006974AE">
      <w:r>
        <w:t>555.3381</w:t>
      </w:r>
      <w:r>
        <w:tab/>
        <w:t>1.013e0</w:t>
      </w:r>
    </w:p>
    <w:p w:rsidR="006974AE" w:rsidRDefault="006974AE" w:rsidP="006974AE">
      <w:r>
        <w:t>555.3521</w:t>
      </w:r>
      <w:r>
        <w:tab/>
        <w:t>3.038e0</w:t>
      </w:r>
    </w:p>
    <w:p w:rsidR="006974AE" w:rsidRDefault="006974AE" w:rsidP="006974AE">
      <w:r>
        <w:t>555.3818</w:t>
      </w:r>
      <w:r>
        <w:tab/>
        <w:t>1.013e0</w:t>
      </w:r>
    </w:p>
    <w:p w:rsidR="006974AE" w:rsidRDefault="006974AE" w:rsidP="006974AE">
      <w:r>
        <w:lastRenderedPageBreak/>
        <w:t>555.3835</w:t>
      </w:r>
      <w:r>
        <w:tab/>
        <w:t>2.025e0</w:t>
      </w:r>
    </w:p>
    <w:p w:rsidR="006974AE" w:rsidRDefault="006974AE" w:rsidP="006974AE">
      <w:r>
        <w:t>555.3947</w:t>
      </w:r>
      <w:r>
        <w:tab/>
        <w:t>3.038e0</w:t>
      </w:r>
    </w:p>
    <w:p w:rsidR="006974AE" w:rsidRDefault="006974AE" w:rsidP="006974AE">
      <w:r>
        <w:t>555.4050</w:t>
      </w:r>
      <w:r>
        <w:tab/>
        <w:t>2.025e0</w:t>
      </w:r>
    </w:p>
    <w:p w:rsidR="006974AE" w:rsidRDefault="006974AE" w:rsidP="006974AE">
      <w:r>
        <w:t>555.4426</w:t>
      </w:r>
      <w:r>
        <w:tab/>
        <w:t>1.013e0</w:t>
      </w:r>
    </w:p>
    <w:p w:rsidR="006974AE" w:rsidRDefault="006974AE" w:rsidP="006974AE">
      <w:r>
        <w:t>555.4518</w:t>
      </w:r>
      <w:r>
        <w:tab/>
        <w:t>2.025e0</w:t>
      </w:r>
    </w:p>
    <w:p w:rsidR="006974AE" w:rsidRDefault="006974AE" w:rsidP="006974AE">
      <w:r>
        <w:t>555.4556</w:t>
      </w:r>
      <w:r>
        <w:tab/>
        <w:t>2.025e0</w:t>
      </w:r>
    </w:p>
    <w:p w:rsidR="006974AE" w:rsidRDefault="006974AE" w:rsidP="006974AE">
      <w:r>
        <w:t>555.4624</w:t>
      </w:r>
      <w:r>
        <w:tab/>
        <w:t>1.013e0</w:t>
      </w:r>
    </w:p>
    <w:p w:rsidR="006974AE" w:rsidRDefault="006974AE" w:rsidP="006974AE">
      <w:r>
        <w:t>555.4749</w:t>
      </w:r>
      <w:r>
        <w:tab/>
        <w:t>2.025e0</w:t>
      </w:r>
    </w:p>
    <w:p w:rsidR="006974AE" w:rsidRDefault="006974AE" w:rsidP="006974AE">
      <w:r>
        <w:t>555.5150</w:t>
      </w:r>
      <w:r>
        <w:tab/>
        <w:t>3.038e0</w:t>
      </w:r>
    </w:p>
    <w:p w:rsidR="006974AE" w:rsidRDefault="006974AE" w:rsidP="006974AE">
      <w:r>
        <w:t>555.5359</w:t>
      </w:r>
      <w:r>
        <w:tab/>
        <w:t>4.051e0</w:t>
      </w:r>
    </w:p>
    <w:p w:rsidR="006974AE" w:rsidRDefault="006974AE" w:rsidP="006974AE">
      <w:r>
        <w:t>555.5389</w:t>
      </w:r>
      <w:r>
        <w:tab/>
        <w:t>1.013e0</w:t>
      </w:r>
    </w:p>
    <w:p w:rsidR="006974AE" w:rsidRDefault="006974AE" w:rsidP="006974AE">
      <w:r>
        <w:t>555.5633</w:t>
      </w:r>
      <w:r>
        <w:tab/>
        <w:t>1.013e0</w:t>
      </w:r>
    </w:p>
    <w:p w:rsidR="006974AE" w:rsidRDefault="006974AE" w:rsidP="006974AE">
      <w:r>
        <w:t>555.5789</w:t>
      </w:r>
      <w:r>
        <w:tab/>
        <w:t>2.025e0</w:t>
      </w:r>
    </w:p>
    <w:p w:rsidR="006974AE" w:rsidRDefault="006974AE" w:rsidP="006974AE">
      <w:r>
        <w:t>555.6148</w:t>
      </w:r>
      <w:r>
        <w:tab/>
        <w:t>1.013e0</w:t>
      </w:r>
    </w:p>
    <w:p w:rsidR="006974AE" w:rsidRDefault="006974AE" w:rsidP="006974AE">
      <w:r>
        <w:t>555.6193</w:t>
      </w:r>
      <w:r>
        <w:tab/>
        <w:t>1.013e0</w:t>
      </w:r>
    </w:p>
    <w:p w:rsidR="006974AE" w:rsidRDefault="006974AE" w:rsidP="006974AE">
      <w:r>
        <w:t>555.6244</w:t>
      </w:r>
      <w:r>
        <w:tab/>
        <w:t>2.025e0</w:t>
      </w:r>
    </w:p>
    <w:p w:rsidR="006974AE" w:rsidRDefault="006974AE" w:rsidP="006974AE">
      <w:r>
        <w:t>555.6897</w:t>
      </w:r>
      <w:r>
        <w:tab/>
        <w:t>1.013e0</w:t>
      </w:r>
    </w:p>
    <w:p w:rsidR="006974AE" w:rsidRDefault="006974AE" w:rsidP="006974AE">
      <w:r>
        <w:t>555.7105</w:t>
      </w:r>
      <w:r>
        <w:tab/>
        <w:t>1.013e0</w:t>
      </w:r>
    </w:p>
    <w:p w:rsidR="006974AE" w:rsidRDefault="006974AE" w:rsidP="006974AE">
      <w:r>
        <w:t>555.7500</w:t>
      </w:r>
      <w:r>
        <w:tab/>
        <w:t>2.025e0</w:t>
      </w:r>
    </w:p>
    <w:p w:rsidR="006974AE" w:rsidRDefault="006974AE" w:rsidP="006974AE">
      <w:r>
        <w:lastRenderedPageBreak/>
        <w:t>555.7543</w:t>
      </w:r>
      <w:r>
        <w:tab/>
        <w:t>2.025e0</w:t>
      </w:r>
    </w:p>
    <w:p w:rsidR="006974AE" w:rsidRDefault="006974AE" w:rsidP="006974AE">
      <w:r>
        <w:t>555.7679</w:t>
      </w:r>
      <w:r>
        <w:tab/>
        <w:t>1.013e0</w:t>
      </w:r>
    </w:p>
    <w:p w:rsidR="006974AE" w:rsidRDefault="006974AE" w:rsidP="006974AE">
      <w:r>
        <w:t>555.7878</w:t>
      </w:r>
      <w:r>
        <w:tab/>
        <w:t>1.013e0</w:t>
      </w:r>
    </w:p>
    <w:p w:rsidR="006974AE" w:rsidRDefault="006974AE" w:rsidP="006974AE">
      <w:r>
        <w:t>555.8063</w:t>
      </w:r>
      <w:r>
        <w:tab/>
        <w:t>2.025e0</w:t>
      </w:r>
    </w:p>
    <w:p w:rsidR="006974AE" w:rsidRDefault="006974AE" w:rsidP="006974AE">
      <w:r>
        <w:t>555.8159</w:t>
      </w:r>
      <w:r>
        <w:tab/>
        <w:t>1.013e0</w:t>
      </w:r>
    </w:p>
    <w:p w:rsidR="006974AE" w:rsidRDefault="006974AE" w:rsidP="006974AE">
      <w:r>
        <w:t>555.8290</w:t>
      </w:r>
      <w:r>
        <w:tab/>
        <w:t>2.025e0</w:t>
      </w:r>
    </w:p>
    <w:p w:rsidR="006974AE" w:rsidRDefault="006974AE" w:rsidP="006974AE">
      <w:r>
        <w:t>555.8899</w:t>
      </w:r>
      <w:r>
        <w:tab/>
        <w:t>2.025e0</w:t>
      </w:r>
    </w:p>
    <w:p w:rsidR="006974AE" w:rsidRDefault="006974AE" w:rsidP="006974AE">
      <w:r>
        <w:t>555.8926</w:t>
      </w:r>
      <w:r>
        <w:tab/>
        <w:t>3.038e0</w:t>
      </w:r>
    </w:p>
    <w:p w:rsidR="006974AE" w:rsidRDefault="006974AE" w:rsidP="006974AE">
      <w:r>
        <w:t>555.9191</w:t>
      </w:r>
      <w:r>
        <w:tab/>
        <w:t>2.025e0</w:t>
      </w:r>
    </w:p>
    <w:p w:rsidR="006974AE" w:rsidRDefault="006974AE" w:rsidP="006974AE">
      <w:r>
        <w:t>555.9448</w:t>
      </w:r>
      <w:r>
        <w:tab/>
        <w:t>1.013e0</w:t>
      </w:r>
    </w:p>
    <w:p w:rsidR="006974AE" w:rsidRDefault="006974AE" w:rsidP="006974AE">
      <w:r>
        <w:t>555.9595</w:t>
      </w:r>
      <w:r>
        <w:tab/>
        <w:t>1.013e0</w:t>
      </w:r>
    </w:p>
    <w:p w:rsidR="006974AE" w:rsidRDefault="006974AE" w:rsidP="006974AE">
      <w:r>
        <w:t>555.9793</w:t>
      </w:r>
      <w:r>
        <w:tab/>
        <w:t>1.013e0</w:t>
      </w:r>
    </w:p>
    <w:p w:rsidR="006974AE" w:rsidRDefault="006974AE" w:rsidP="006974AE">
      <w:r>
        <w:t>555.9977</w:t>
      </w:r>
      <w:r>
        <w:tab/>
        <w:t>1.013e0</w:t>
      </w:r>
    </w:p>
    <w:p w:rsidR="006974AE" w:rsidRDefault="006974AE" w:rsidP="006974AE">
      <w:r>
        <w:t>556.0167</w:t>
      </w:r>
      <w:r>
        <w:tab/>
        <w:t>1.013e0</w:t>
      </w:r>
    </w:p>
    <w:p w:rsidR="006974AE" w:rsidRDefault="006974AE" w:rsidP="006974AE">
      <w:r>
        <w:t>556.0350</w:t>
      </w:r>
      <w:r>
        <w:tab/>
        <w:t>1.013e0</w:t>
      </w:r>
    </w:p>
    <w:p w:rsidR="006974AE" w:rsidRDefault="006974AE" w:rsidP="006974AE">
      <w:r>
        <w:t>556.0743</w:t>
      </w:r>
      <w:r>
        <w:tab/>
        <w:t>1.013e0</w:t>
      </w:r>
    </w:p>
    <w:p w:rsidR="006974AE" w:rsidRDefault="006974AE" w:rsidP="006974AE">
      <w:r>
        <w:t>556.0942</w:t>
      </w:r>
      <w:r>
        <w:tab/>
        <w:t>1.013e0</w:t>
      </w:r>
    </w:p>
    <w:p w:rsidR="006974AE" w:rsidRDefault="006974AE" w:rsidP="006974AE">
      <w:r>
        <w:t>556.1036</w:t>
      </w:r>
      <w:r>
        <w:tab/>
        <w:t>3.038e0</w:t>
      </w:r>
    </w:p>
    <w:p w:rsidR="006974AE" w:rsidRDefault="006974AE" w:rsidP="006974AE">
      <w:r>
        <w:t>556.1263</w:t>
      </w:r>
      <w:r>
        <w:tab/>
        <w:t>1.013e0</w:t>
      </w:r>
    </w:p>
    <w:p w:rsidR="006974AE" w:rsidRDefault="006974AE" w:rsidP="006974AE">
      <w:r>
        <w:lastRenderedPageBreak/>
        <w:t>556.1417</w:t>
      </w:r>
      <w:r>
        <w:tab/>
        <w:t>2.025e0</w:t>
      </w:r>
    </w:p>
    <w:p w:rsidR="006974AE" w:rsidRDefault="006974AE" w:rsidP="006974AE">
      <w:r>
        <w:t>556.1606</w:t>
      </w:r>
      <w:r>
        <w:tab/>
        <w:t>1.013e0</w:t>
      </w:r>
    </w:p>
    <w:p w:rsidR="006974AE" w:rsidRDefault="006974AE" w:rsidP="006974AE">
      <w:r>
        <w:t>556.2015</w:t>
      </w:r>
      <w:r>
        <w:tab/>
        <w:t>2.025e0</w:t>
      </w:r>
    </w:p>
    <w:p w:rsidR="006974AE" w:rsidRDefault="006974AE" w:rsidP="006974AE">
      <w:r>
        <w:t>556.2092</w:t>
      </w:r>
      <w:r>
        <w:tab/>
        <w:t>1.013e0</w:t>
      </w:r>
    </w:p>
    <w:p w:rsidR="006974AE" w:rsidRDefault="006974AE" w:rsidP="006974AE">
      <w:r>
        <w:t>556.2150</w:t>
      </w:r>
      <w:r>
        <w:tab/>
        <w:t>3.038e0</w:t>
      </w:r>
    </w:p>
    <w:p w:rsidR="006974AE" w:rsidRDefault="006974AE" w:rsidP="006974AE">
      <w:r>
        <w:t>556.2337</w:t>
      </w:r>
      <w:r>
        <w:tab/>
        <w:t>2.025e0</w:t>
      </w:r>
    </w:p>
    <w:p w:rsidR="006974AE" w:rsidRDefault="006974AE" w:rsidP="006974AE">
      <w:r>
        <w:t>556.2372</w:t>
      </w:r>
      <w:r>
        <w:tab/>
        <w:t>2.025e0</w:t>
      </w:r>
    </w:p>
    <w:p w:rsidR="006974AE" w:rsidRDefault="006974AE" w:rsidP="006974AE">
      <w:r>
        <w:t>556.2521</w:t>
      </w:r>
      <w:r>
        <w:tab/>
        <w:t>2.025e0</w:t>
      </w:r>
    </w:p>
    <w:p w:rsidR="006974AE" w:rsidRDefault="006974AE" w:rsidP="006974AE">
      <w:r>
        <w:t>556.2953</w:t>
      </w:r>
      <w:r>
        <w:tab/>
        <w:t>1.013e0</w:t>
      </w:r>
    </w:p>
    <w:p w:rsidR="006974AE" w:rsidRDefault="006974AE" w:rsidP="006974AE">
      <w:r>
        <w:t>556.3043</w:t>
      </w:r>
      <w:r>
        <w:tab/>
        <w:t>1.013e0</w:t>
      </w:r>
    </w:p>
    <w:p w:rsidR="006974AE" w:rsidRDefault="006974AE" w:rsidP="006974AE">
      <w:r>
        <w:t>556.3085</w:t>
      </w:r>
      <w:r>
        <w:tab/>
        <w:t>2.025e0</w:t>
      </w:r>
    </w:p>
    <w:p w:rsidR="006974AE" w:rsidRDefault="006974AE" w:rsidP="006974AE">
      <w:r>
        <w:t>556.3453</w:t>
      </w:r>
      <w:r>
        <w:tab/>
        <w:t>1.013e0</w:t>
      </w:r>
    </w:p>
    <w:p w:rsidR="006974AE" w:rsidRDefault="006974AE" w:rsidP="006974AE">
      <w:r>
        <w:t>556.3633</w:t>
      </w:r>
      <w:r>
        <w:tab/>
        <w:t>3.038e0</w:t>
      </w:r>
    </w:p>
    <w:p w:rsidR="006974AE" w:rsidRDefault="006974AE" w:rsidP="006974AE">
      <w:r>
        <w:t>556.3759</w:t>
      </w:r>
      <w:r>
        <w:tab/>
        <w:t>4.051e0</w:t>
      </w:r>
    </w:p>
    <w:p w:rsidR="006974AE" w:rsidRDefault="006974AE" w:rsidP="006974AE">
      <w:r>
        <w:t>556.4154</w:t>
      </w:r>
      <w:r>
        <w:tab/>
        <w:t>3.038e0</w:t>
      </w:r>
    </w:p>
    <w:p w:rsidR="006974AE" w:rsidRDefault="006974AE" w:rsidP="006974AE">
      <w:r>
        <w:t>556.4222</w:t>
      </w:r>
      <w:r>
        <w:tab/>
        <w:t>3.038e0</w:t>
      </w:r>
    </w:p>
    <w:p w:rsidR="006974AE" w:rsidRDefault="006974AE" w:rsidP="006974AE">
      <w:r>
        <w:t>556.4388</w:t>
      </w:r>
      <w:r>
        <w:tab/>
        <w:t>1.179e1</w:t>
      </w:r>
    </w:p>
    <w:p w:rsidR="006974AE" w:rsidRDefault="006974AE" w:rsidP="006974AE">
      <w:r>
        <w:t>556.4432</w:t>
      </w:r>
      <w:r>
        <w:tab/>
        <w:t>4.051e0</w:t>
      </w:r>
    </w:p>
    <w:p w:rsidR="006974AE" w:rsidRDefault="006974AE" w:rsidP="006974AE">
      <w:r>
        <w:t>556.4576</w:t>
      </w:r>
      <w:r>
        <w:tab/>
        <w:t>1.013e0</w:t>
      </w:r>
    </w:p>
    <w:p w:rsidR="006974AE" w:rsidRDefault="006974AE" w:rsidP="006974AE">
      <w:r>
        <w:lastRenderedPageBreak/>
        <w:t>556.4593</w:t>
      </w:r>
      <w:r>
        <w:tab/>
        <w:t>4.051e0</w:t>
      </w:r>
    </w:p>
    <w:p w:rsidR="006974AE" w:rsidRDefault="006974AE" w:rsidP="006974AE">
      <w:r>
        <w:t>556.4801</w:t>
      </w:r>
      <w:r>
        <w:tab/>
        <w:t>2.025e0</w:t>
      </w:r>
    </w:p>
    <w:p w:rsidR="006974AE" w:rsidRDefault="006974AE" w:rsidP="006974AE">
      <w:r>
        <w:t>556.5151</w:t>
      </w:r>
      <w:r>
        <w:tab/>
        <w:t>1.013e0</w:t>
      </w:r>
    </w:p>
    <w:p w:rsidR="006974AE" w:rsidRDefault="006974AE" w:rsidP="006974AE">
      <w:r>
        <w:t>556.5202</w:t>
      </w:r>
      <w:r>
        <w:tab/>
        <w:t>2.025e0</w:t>
      </w:r>
    </w:p>
    <w:p w:rsidR="006974AE" w:rsidRDefault="006974AE" w:rsidP="006974AE">
      <w:r>
        <w:t>556.5793</w:t>
      </w:r>
      <w:r>
        <w:tab/>
        <w:t>1.013e0</w:t>
      </w:r>
    </w:p>
    <w:p w:rsidR="006974AE" w:rsidRDefault="006974AE" w:rsidP="006974AE">
      <w:r>
        <w:t>556.5822</w:t>
      </w:r>
      <w:r>
        <w:tab/>
        <w:t>1.013e0</w:t>
      </w:r>
    </w:p>
    <w:p w:rsidR="006974AE" w:rsidRDefault="006974AE" w:rsidP="006974AE">
      <w:r>
        <w:t>556.5974</w:t>
      </w:r>
      <w:r>
        <w:tab/>
        <w:t>3.038e0</w:t>
      </w:r>
    </w:p>
    <w:p w:rsidR="006974AE" w:rsidRDefault="006974AE" w:rsidP="006974AE">
      <w:r>
        <w:t>556.6212</w:t>
      </w:r>
      <w:r>
        <w:tab/>
        <w:t>1.013e0</w:t>
      </w:r>
    </w:p>
    <w:p w:rsidR="006974AE" w:rsidRDefault="006974AE" w:rsidP="006974AE">
      <w:r>
        <w:t>556.6400</w:t>
      </w:r>
      <w:r>
        <w:tab/>
        <w:t>2.025e0</w:t>
      </w:r>
    </w:p>
    <w:p w:rsidR="006974AE" w:rsidRDefault="006974AE" w:rsidP="006974AE">
      <w:r>
        <w:t>556.6788</w:t>
      </w:r>
      <w:r>
        <w:tab/>
        <w:t>1.013e0</w:t>
      </w:r>
    </w:p>
    <w:p w:rsidR="006974AE" w:rsidRDefault="006974AE" w:rsidP="006974AE">
      <w:r>
        <w:t>556.7418</w:t>
      </w:r>
      <w:r>
        <w:tab/>
        <w:t>1.013e0</w:t>
      </w:r>
    </w:p>
    <w:p w:rsidR="006974AE" w:rsidRDefault="006974AE" w:rsidP="006974AE">
      <w:r>
        <w:t>556.7602</w:t>
      </w:r>
      <w:r>
        <w:tab/>
        <w:t>1.013e0</w:t>
      </w:r>
    </w:p>
    <w:p w:rsidR="006974AE" w:rsidRDefault="006974AE" w:rsidP="006974AE">
      <w:r>
        <w:t>556.7786</w:t>
      </w:r>
      <w:r>
        <w:tab/>
        <w:t>1.013e0</w:t>
      </w:r>
    </w:p>
    <w:p w:rsidR="006974AE" w:rsidRDefault="006974AE" w:rsidP="006974AE">
      <w:r>
        <w:t>556.7835</w:t>
      </w:r>
      <w:r>
        <w:tab/>
        <w:t>1.013e0</w:t>
      </w:r>
    </w:p>
    <w:p w:rsidR="006974AE" w:rsidRDefault="006974AE" w:rsidP="006974AE">
      <w:r>
        <w:t>556.8339</w:t>
      </w:r>
      <w:r>
        <w:tab/>
        <w:t>1.013e0</w:t>
      </w:r>
    </w:p>
    <w:p w:rsidR="006974AE" w:rsidRDefault="006974AE" w:rsidP="006974AE">
      <w:r>
        <w:t>556.8897</w:t>
      </w:r>
      <w:r>
        <w:tab/>
        <w:t>1.013e0</w:t>
      </w:r>
    </w:p>
    <w:p w:rsidR="006974AE" w:rsidRDefault="006974AE" w:rsidP="006974AE">
      <w:r>
        <w:t>556.9185</w:t>
      </w:r>
      <w:r>
        <w:tab/>
        <w:t>1.013e0</w:t>
      </w:r>
    </w:p>
    <w:p w:rsidR="006974AE" w:rsidRDefault="006974AE" w:rsidP="006974AE">
      <w:r>
        <w:t>556.9241</w:t>
      </w:r>
      <w:r>
        <w:tab/>
        <w:t>2.025e0</w:t>
      </w:r>
    </w:p>
    <w:p w:rsidR="006974AE" w:rsidRDefault="006974AE" w:rsidP="006974AE">
      <w:r>
        <w:t>556.9280</w:t>
      </w:r>
      <w:r>
        <w:tab/>
        <w:t>1.013e0</w:t>
      </w:r>
    </w:p>
    <w:p w:rsidR="006974AE" w:rsidRDefault="006974AE" w:rsidP="006974AE">
      <w:r>
        <w:lastRenderedPageBreak/>
        <w:t>556.9608</w:t>
      </w:r>
      <w:r>
        <w:tab/>
        <w:t>5.063e0</w:t>
      </w:r>
    </w:p>
    <w:p w:rsidR="006974AE" w:rsidRDefault="006974AE" w:rsidP="006974AE">
      <w:r>
        <w:t>557.0432</w:t>
      </w:r>
      <w:r>
        <w:tab/>
        <w:t>3.038e0</w:t>
      </w:r>
    </w:p>
    <w:p w:rsidR="006974AE" w:rsidRDefault="006974AE" w:rsidP="006974AE">
      <w:r>
        <w:t>557.0491</w:t>
      </w:r>
      <w:r>
        <w:tab/>
        <w:t>3.038e0</w:t>
      </w:r>
    </w:p>
    <w:p w:rsidR="006974AE" w:rsidRDefault="006974AE" w:rsidP="006974AE">
      <w:r>
        <w:t>557.0712</w:t>
      </w:r>
      <w:r>
        <w:tab/>
        <w:t>1.013e0</w:t>
      </w:r>
    </w:p>
    <w:p w:rsidR="006974AE" w:rsidRDefault="006974AE" w:rsidP="006974AE">
      <w:r>
        <w:t>557.0809</w:t>
      </w:r>
      <w:r>
        <w:tab/>
        <w:t>1.013e0</w:t>
      </w:r>
    </w:p>
    <w:p w:rsidR="006974AE" w:rsidRDefault="006974AE" w:rsidP="006974AE">
      <w:r>
        <w:t>557.0876</w:t>
      </w:r>
      <w:r>
        <w:tab/>
        <w:t>2.025e0</w:t>
      </w:r>
    </w:p>
    <w:p w:rsidR="006974AE" w:rsidRDefault="006974AE" w:rsidP="006974AE">
      <w:r>
        <w:t>557.1391</w:t>
      </w:r>
      <w:r>
        <w:tab/>
        <w:t>1.013e0</w:t>
      </w:r>
    </w:p>
    <w:p w:rsidR="006974AE" w:rsidRDefault="006974AE" w:rsidP="006974AE">
      <w:r>
        <w:t>557.1417</w:t>
      </w:r>
      <w:r>
        <w:tab/>
        <w:t>1.013e0</w:t>
      </w:r>
    </w:p>
    <w:p w:rsidR="006974AE" w:rsidRDefault="006974AE" w:rsidP="006974AE">
      <w:r>
        <w:t>557.1576</w:t>
      </w:r>
      <w:r>
        <w:tab/>
        <w:t>1.013e0</w:t>
      </w:r>
    </w:p>
    <w:p w:rsidR="006974AE" w:rsidRDefault="006974AE" w:rsidP="006974AE">
      <w:r>
        <w:t>557.1784</w:t>
      </w:r>
      <w:r>
        <w:tab/>
        <w:t>1.013e0</w:t>
      </w:r>
    </w:p>
    <w:p w:rsidR="006974AE" w:rsidRDefault="006974AE" w:rsidP="006974AE">
      <w:r>
        <w:t>557.1973</w:t>
      </w:r>
      <w:r>
        <w:tab/>
        <w:t>1.013e0</w:t>
      </w:r>
    </w:p>
    <w:p w:rsidR="006974AE" w:rsidRDefault="006974AE" w:rsidP="006974AE">
      <w:r>
        <w:t>557.2006</w:t>
      </w:r>
      <w:r>
        <w:tab/>
        <w:t>2.806e0</w:t>
      </w:r>
    </w:p>
    <w:p w:rsidR="006974AE" w:rsidRDefault="006974AE" w:rsidP="006974AE">
      <w:r>
        <w:t>557.2134</w:t>
      </w:r>
      <w:r>
        <w:tab/>
        <w:t>1.013e0</w:t>
      </w:r>
    </w:p>
    <w:p w:rsidR="006974AE" w:rsidRDefault="006974AE" w:rsidP="006974AE">
      <w:r>
        <w:t>557.2248</w:t>
      </w:r>
      <w:r>
        <w:tab/>
        <w:t>1.013e0</w:t>
      </w:r>
    </w:p>
    <w:p w:rsidR="006974AE" w:rsidRDefault="006974AE" w:rsidP="006974AE">
      <w:r>
        <w:t>557.2481</w:t>
      </w:r>
      <w:r>
        <w:tab/>
        <w:t>3.038e0</w:t>
      </w:r>
    </w:p>
    <w:p w:rsidR="006974AE" w:rsidRDefault="006974AE" w:rsidP="006974AE">
      <w:r>
        <w:t>557.2495</w:t>
      </w:r>
      <w:r>
        <w:tab/>
        <w:t>1.013e0</w:t>
      </w:r>
    </w:p>
    <w:p w:rsidR="006974AE" w:rsidRDefault="006974AE" w:rsidP="006974AE">
      <w:r>
        <w:t>557.2686</w:t>
      </w:r>
      <w:r>
        <w:tab/>
        <w:t>1.013e0</w:t>
      </w:r>
    </w:p>
    <w:p w:rsidR="006974AE" w:rsidRDefault="006974AE" w:rsidP="006974AE">
      <w:r>
        <w:t>557.2759</w:t>
      </w:r>
      <w:r>
        <w:tab/>
        <w:t>3.038e0</w:t>
      </w:r>
    </w:p>
    <w:p w:rsidR="006974AE" w:rsidRDefault="006974AE" w:rsidP="006974AE">
      <w:r>
        <w:t>557.2864</w:t>
      </w:r>
      <w:r>
        <w:tab/>
        <w:t>1.013e0</w:t>
      </w:r>
    </w:p>
    <w:p w:rsidR="006974AE" w:rsidRDefault="006974AE" w:rsidP="006974AE">
      <w:r>
        <w:lastRenderedPageBreak/>
        <w:t>557.3022</w:t>
      </w:r>
      <w:r>
        <w:tab/>
        <w:t>1.013e0</w:t>
      </w:r>
    </w:p>
    <w:p w:rsidR="006974AE" w:rsidRDefault="006974AE" w:rsidP="006974AE">
      <w:r>
        <w:t>557.3392</w:t>
      </w:r>
      <w:r>
        <w:tab/>
        <w:t>1.013e0</w:t>
      </w:r>
    </w:p>
    <w:p w:rsidR="006974AE" w:rsidRDefault="006974AE" w:rsidP="006974AE">
      <w:r>
        <w:t>557.3414</w:t>
      </w:r>
      <w:r>
        <w:tab/>
        <w:t>3.038e0</w:t>
      </w:r>
    </w:p>
    <w:p w:rsidR="006974AE" w:rsidRDefault="006974AE" w:rsidP="006974AE">
      <w:r>
        <w:t>557.3582</w:t>
      </w:r>
      <w:r>
        <w:tab/>
        <w:t>1.013e0</w:t>
      </w:r>
    </w:p>
    <w:p w:rsidR="006974AE" w:rsidRDefault="006974AE" w:rsidP="006974AE">
      <w:r>
        <w:t>557.3758</w:t>
      </w:r>
      <w:r>
        <w:tab/>
        <w:t>1.013e0</w:t>
      </w:r>
    </w:p>
    <w:p w:rsidR="006974AE" w:rsidRDefault="006974AE" w:rsidP="006974AE">
      <w:r>
        <w:t>557.4089</w:t>
      </w:r>
      <w:r>
        <w:tab/>
        <w:t>2.062e0</w:t>
      </w:r>
    </w:p>
    <w:p w:rsidR="006974AE" w:rsidRDefault="006974AE" w:rsidP="006974AE">
      <w:r>
        <w:t>557.4174</w:t>
      </w:r>
      <w:r>
        <w:tab/>
        <w:t>1.013e0</w:t>
      </w:r>
    </w:p>
    <w:p w:rsidR="006974AE" w:rsidRDefault="006974AE" w:rsidP="006974AE">
      <w:r>
        <w:t>557.4224</w:t>
      </w:r>
      <w:r>
        <w:tab/>
        <w:t>2.025e0</w:t>
      </w:r>
    </w:p>
    <w:p w:rsidR="006974AE" w:rsidRDefault="006974AE" w:rsidP="006974AE">
      <w:r>
        <w:t>557.4263</w:t>
      </w:r>
      <w:r>
        <w:tab/>
        <w:t>1.013e0</w:t>
      </w:r>
    </w:p>
    <w:p w:rsidR="006974AE" w:rsidRDefault="006974AE" w:rsidP="006974AE">
      <w:r>
        <w:t>557.4310</w:t>
      </w:r>
      <w:r>
        <w:tab/>
        <w:t>3.038e0</w:t>
      </w:r>
    </w:p>
    <w:p w:rsidR="006974AE" w:rsidRDefault="006974AE" w:rsidP="006974AE">
      <w:r>
        <w:t>557.4455</w:t>
      </w:r>
      <w:r>
        <w:tab/>
        <w:t>1.013e0</w:t>
      </w:r>
    </w:p>
    <w:p w:rsidR="006974AE" w:rsidRDefault="006974AE" w:rsidP="006974AE">
      <w:r>
        <w:t>557.4747</w:t>
      </w:r>
      <w:r>
        <w:tab/>
        <w:t>2.025e0</w:t>
      </w:r>
    </w:p>
    <w:p w:rsidR="006974AE" w:rsidRDefault="006974AE" w:rsidP="006974AE">
      <w:r>
        <w:t>557.5223</w:t>
      </w:r>
      <w:r>
        <w:tab/>
        <w:t>2.025e0</w:t>
      </w:r>
    </w:p>
    <w:p w:rsidR="006974AE" w:rsidRDefault="006974AE" w:rsidP="006974AE">
      <w:r>
        <w:t>557.5235</w:t>
      </w:r>
      <w:r>
        <w:tab/>
        <w:t>1.013e0</w:t>
      </w:r>
    </w:p>
    <w:p w:rsidR="006974AE" w:rsidRDefault="006974AE" w:rsidP="006974AE">
      <w:r>
        <w:t>557.5576</w:t>
      </w:r>
      <w:r>
        <w:tab/>
        <w:t>2.025e0</w:t>
      </w:r>
    </w:p>
    <w:p w:rsidR="006974AE" w:rsidRDefault="006974AE" w:rsidP="006974AE">
      <w:r>
        <w:t>557.5806</w:t>
      </w:r>
      <w:r>
        <w:tab/>
        <w:t>1.013e0</w:t>
      </w:r>
    </w:p>
    <w:p w:rsidR="006974AE" w:rsidRDefault="006974AE" w:rsidP="006974AE">
      <w:r>
        <w:t>557.5941</w:t>
      </w:r>
      <w:r>
        <w:tab/>
        <w:t>2.025e0</w:t>
      </w:r>
    </w:p>
    <w:p w:rsidR="006974AE" w:rsidRDefault="006974AE" w:rsidP="006974AE">
      <w:r>
        <w:t>557.6087</w:t>
      </w:r>
      <w:r>
        <w:tab/>
        <w:t>1.013e0</w:t>
      </w:r>
    </w:p>
    <w:p w:rsidR="006974AE" w:rsidRDefault="006974AE" w:rsidP="006974AE">
      <w:r>
        <w:t>557.6317</w:t>
      </w:r>
      <w:r>
        <w:tab/>
        <w:t>1.013e0</w:t>
      </w:r>
    </w:p>
    <w:p w:rsidR="006974AE" w:rsidRDefault="006974AE" w:rsidP="006974AE">
      <w:r>
        <w:lastRenderedPageBreak/>
        <w:t>557.6409</w:t>
      </w:r>
      <w:r>
        <w:tab/>
        <w:t>2.025e0</w:t>
      </w:r>
    </w:p>
    <w:p w:rsidR="006974AE" w:rsidRDefault="006974AE" w:rsidP="006974AE">
      <w:r>
        <w:t>557.6653</w:t>
      </w:r>
      <w:r>
        <w:tab/>
        <w:t>1.013e0</w:t>
      </w:r>
    </w:p>
    <w:p w:rsidR="006974AE" w:rsidRDefault="006974AE" w:rsidP="006974AE">
      <w:r>
        <w:t>557.6862</w:t>
      </w:r>
      <w:r>
        <w:tab/>
        <w:t>2.025e0</w:t>
      </w:r>
    </w:p>
    <w:p w:rsidR="006974AE" w:rsidRDefault="006974AE" w:rsidP="006974AE">
      <w:r>
        <w:t>557.7048</w:t>
      </w:r>
      <w:r>
        <w:tab/>
        <w:t>1.013e0</w:t>
      </w:r>
    </w:p>
    <w:p w:rsidR="006974AE" w:rsidRDefault="006974AE" w:rsidP="006974AE">
      <w:r>
        <w:t>557.7432</w:t>
      </w:r>
      <w:r>
        <w:tab/>
        <w:t>1.013e0</w:t>
      </w:r>
    </w:p>
    <w:p w:rsidR="006974AE" w:rsidRDefault="006974AE" w:rsidP="006974AE">
      <w:r>
        <w:t>557.7528</w:t>
      </w:r>
      <w:r>
        <w:tab/>
        <w:t>2.025e0</w:t>
      </w:r>
    </w:p>
    <w:p w:rsidR="006974AE" w:rsidRDefault="006974AE" w:rsidP="006974AE">
      <w:r>
        <w:t>557.7941</w:t>
      </w:r>
      <w:r>
        <w:tab/>
        <w:t>1.013e0</w:t>
      </w:r>
    </w:p>
    <w:p w:rsidR="006974AE" w:rsidRDefault="006974AE" w:rsidP="006974AE">
      <w:r>
        <w:t>557.8015</w:t>
      </w:r>
      <w:r>
        <w:tab/>
        <w:t>1.013e0</w:t>
      </w:r>
    </w:p>
    <w:p w:rsidR="006974AE" w:rsidRDefault="006974AE" w:rsidP="006974AE">
      <w:r>
        <w:t>557.8207</w:t>
      </w:r>
      <w:r>
        <w:tab/>
        <w:t>1.013e0</w:t>
      </w:r>
    </w:p>
    <w:p w:rsidR="006974AE" w:rsidRDefault="006974AE" w:rsidP="006974AE">
      <w:r>
        <w:t>557.8307</w:t>
      </w:r>
      <w:r>
        <w:tab/>
        <w:t>1.013e0</w:t>
      </w:r>
    </w:p>
    <w:p w:rsidR="006974AE" w:rsidRDefault="006974AE" w:rsidP="006974AE">
      <w:r>
        <w:t>557.8585</w:t>
      </w:r>
      <w:r>
        <w:tab/>
        <w:t>1.013e0</w:t>
      </w:r>
    </w:p>
    <w:p w:rsidR="006974AE" w:rsidRDefault="006974AE" w:rsidP="006974AE">
      <w:r>
        <w:t>557.8651</w:t>
      </w:r>
      <w:r>
        <w:tab/>
        <w:t>1.013e0</w:t>
      </w:r>
    </w:p>
    <w:p w:rsidR="006974AE" w:rsidRDefault="006974AE" w:rsidP="006974AE">
      <w:r>
        <w:t>557.8704</w:t>
      </w:r>
      <w:r>
        <w:tab/>
        <w:t>2.025e0</w:t>
      </w:r>
    </w:p>
    <w:p w:rsidR="006974AE" w:rsidRDefault="006974AE" w:rsidP="006974AE">
      <w:r>
        <w:t>557.9019</w:t>
      </w:r>
      <w:r>
        <w:tab/>
        <w:t>1.013e0</w:t>
      </w:r>
    </w:p>
    <w:p w:rsidR="006974AE" w:rsidRDefault="006974AE" w:rsidP="006974AE">
      <w:r>
        <w:t>557.9072</w:t>
      </w:r>
      <w:r>
        <w:tab/>
        <w:t>1.013e0</w:t>
      </w:r>
    </w:p>
    <w:p w:rsidR="006974AE" w:rsidRDefault="006974AE" w:rsidP="006974AE">
      <w:r>
        <w:t>557.9264</w:t>
      </w:r>
      <w:r>
        <w:tab/>
        <w:t>1.013e0</w:t>
      </w:r>
    </w:p>
    <w:p w:rsidR="006974AE" w:rsidRDefault="006974AE" w:rsidP="006974AE">
      <w:r>
        <w:t>557.9762</w:t>
      </w:r>
      <w:r>
        <w:tab/>
        <w:t>1.013e0</w:t>
      </w:r>
    </w:p>
    <w:p w:rsidR="006974AE" w:rsidRDefault="006974AE" w:rsidP="006974AE">
      <w:r>
        <w:t>558.0281</w:t>
      </w:r>
      <w:r>
        <w:tab/>
        <w:t>2.025e0</w:t>
      </w:r>
    </w:p>
    <w:p w:rsidR="006974AE" w:rsidRDefault="006974AE" w:rsidP="006974AE">
      <w:r>
        <w:t>558.0417</w:t>
      </w:r>
      <w:r>
        <w:tab/>
        <w:t>1.013e0</w:t>
      </w:r>
    </w:p>
    <w:p w:rsidR="006974AE" w:rsidRDefault="006974AE" w:rsidP="006974AE">
      <w:r>
        <w:lastRenderedPageBreak/>
        <w:t>558.0546</w:t>
      </w:r>
      <w:r>
        <w:tab/>
        <w:t>4.204e0</w:t>
      </w:r>
    </w:p>
    <w:p w:rsidR="006974AE" w:rsidRDefault="006974AE" w:rsidP="006974AE">
      <w:r>
        <w:t>558.0986</w:t>
      </w:r>
      <w:r>
        <w:tab/>
        <w:t>1.013e0</w:t>
      </w:r>
    </w:p>
    <w:p w:rsidR="006974AE" w:rsidRDefault="006974AE" w:rsidP="006974AE">
      <w:r>
        <w:t>558.1243</w:t>
      </w:r>
      <w:r>
        <w:tab/>
        <w:t>3.038e0</w:t>
      </w:r>
    </w:p>
    <w:p w:rsidR="006974AE" w:rsidRDefault="006974AE" w:rsidP="006974AE">
      <w:r>
        <w:t>558.1474</w:t>
      </w:r>
      <w:r>
        <w:tab/>
        <w:t>1.013e0</w:t>
      </w:r>
    </w:p>
    <w:p w:rsidR="006974AE" w:rsidRDefault="006974AE" w:rsidP="006974AE">
      <w:r>
        <w:t>558.1568</w:t>
      </w:r>
      <w:r>
        <w:tab/>
        <w:t>1.013e0</w:t>
      </w:r>
    </w:p>
    <w:p w:rsidR="006974AE" w:rsidRDefault="006974AE" w:rsidP="006974AE">
      <w:r>
        <w:t>558.1859</w:t>
      </w:r>
      <w:r>
        <w:tab/>
        <w:t>1.013e0</w:t>
      </w:r>
    </w:p>
    <w:p w:rsidR="006974AE" w:rsidRDefault="006974AE" w:rsidP="006974AE">
      <w:r>
        <w:t>558.1917</w:t>
      </w:r>
      <w:r>
        <w:tab/>
        <w:t>3.038e0</w:t>
      </w:r>
    </w:p>
    <w:p w:rsidR="006974AE" w:rsidRDefault="006974AE" w:rsidP="006974AE">
      <w:r>
        <w:t>558.2339</w:t>
      </w:r>
      <w:r>
        <w:tab/>
        <w:t>1.013e0</w:t>
      </w:r>
    </w:p>
    <w:p w:rsidR="006974AE" w:rsidRDefault="006974AE" w:rsidP="006974AE">
      <w:r>
        <w:t>558.2494</w:t>
      </w:r>
      <w:r>
        <w:tab/>
        <w:t>3.038e0</w:t>
      </w:r>
    </w:p>
    <w:p w:rsidR="006974AE" w:rsidRDefault="006974AE" w:rsidP="006974AE">
      <w:r>
        <w:t>558.2512</w:t>
      </w:r>
      <w:r>
        <w:tab/>
        <w:t>1.052e1</w:t>
      </w:r>
    </w:p>
    <w:p w:rsidR="006974AE" w:rsidRDefault="006974AE" w:rsidP="006974AE">
      <w:r>
        <w:t>558.2612</w:t>
      </w:r>
      <w:r>
        <w:tab/>
        <w:t>6.076e0</w:t>
      </w:r>
    </w:p>
    <w:p w:rsidR="006974AE" w:rsidRDefault="006974AE" w:rsidP="006974AE">
      <w:r>
        <w:t>558.2708</w:t>
      </w:r>
      <w:r>
        <w:tab/>
        <w:t>5.063e0</w:t>
      </w:r>
    </w:p>
    <w:p w:rsidR="006974AE" w:rsidRDefault="006974AE" w:rsidP="006974AE">
      <w:r>
        <w:t>558.2770</w:t>
      </w:r>
      <w:r>
        <w:tab/>
        <w:t>3.038e0</w:t>
      </w:r>
    </w:p>
    <w:p w:rsidR="006974AE" w:rsidRDefault="006974AE" w:rsidP="006974AE">
      <w:r>
        <w:t>558.3020</w:t>
      </w:r>
      <w:r>
        <w:tab/>
        <w:t>3.038e0</w:t>
      </w:r>
    </w:p>
    <w:p w:rsidR="006974AE" w:rsidRDefault="006974AE" w:rsidP="006974AE">
      <w:r>
        <w:t>558.3431</w:t>
      </w:r>
      <w:r>
        <w:tab/>
        <w:t>3.038e0</w:t>
      </w:r>
    </w:p>
    <w:p w:rsidR="006974AE" w:rsidRDefault="006974AE" w:rsidP="006974AE">
      <w:r>
        <w:t>558.3700</w:t>
      </w:r>
      <w:r>
        <w:tab/>
        <w:t>2.025e0</w:t>
      </w:r>
    </w:p>
    <w:p w:rsidR="006974AE" w:rsidRDefault="006974AE" w:rsidP="006974AE">
      <w:r>
        <w:t>558.3781</w:t>
      </w:r>
      <w:r>
        <w:tab/>
        <w:t>1.013e0</w:t>
      </w:r>
    </w:p>
    <w:p w:rsidR="006974AE" w:rsidRDefault="006974AE" w:rsidP="006974AE">
      <w:r>
        <w:t>558.4056</w:t>
      </w:r>
      <w:r>
        <w:tab/>
        <w:t>4.051e0</w:t>
      </w:r>
    </w:p>
    <w:p w:rsidR="006974AE" w:rsidRDefault="006974AE" w:rsidP="006974AE">
      <w:r>
        <w:t>558.4097</w:t>
      </w:r>
      <w:r>
        <w:tab/>
        <w:t>1.013e0</w:t>
      </w:r>
    </w:p>
    <w:p w:rsidR="006974AE" w:rsidRDefault="006974AE" w:rsidP="006974AE">
      <w:r>
        <w:lastRenderedPageBreak/>
        <w:t>558.4255</w:t>
      </w:r>
      <w:r>
        <w:tab/>
        <w:t>1.013e0</w:t>
      </w:r>
    </w:p>
    <w:p w:rsidR="006974AE" w:rsidRDefault="006974AE" w:rsidP="006974AE">
      <w:r>
        <w:t>558.4680</w:t>
      </w:r>
      <w:r>
        <w:tab/>
        <w:t>2.025e0</w:t>
      </w:r>
    </w:p>
    <w:p w:rsidR="006974AE" w:rsidRDefault="006974AE" w:rsidP="006974AE">
      <w:r>
        <w:t>558.4800</w:t>
      </w:r>
      <w:r>
        <w:tab/>
        <w:t>2.025e0</w:t>
      </w:r>
    </w:p>
    <w:p w:rsidR="006974AE" w:rsidRDefault="006974AE" w:rsidP="006974AE">
      <w:r>
        <w:t>558.5127</w:t>
      </w:r>
      <w:r>
        <w:tab/>
        <w:t>1.013e0</w:t>
      </w:r>
    </w:p>
    <w:p w:rsidR="006974AE" w:rsidRDefault="006974AE" w:rsidP="006974AE">
      <w:r>
        <w:t>558.5406</w:t>
      </w:r>
      <w:r>
        <w:tab/>
        <w:t>2.025e0</w:t>
      </w:r>
    </w:p>
    <w:p w:rsidR="006974AE" w:rsidRDefault="006974AE" w:rsidP="006974AE">
      <w:r>
        <w:t>558.5551</w:t>
      </w:r>
      <w:r>
        <w:tab/>
        <w:t>1.013e0</w:t>
      </w:r>
    </w:p>
    <w:p w:rsidR="006974AE" w:rsidRDefault="006974AE" w:rsidP="006974AE">
      <w:r>
        <w:t>558.5608</w:t>
      </w:r>
      <w:r>
        <w:tab/>
        <w:t>2.025e0</w:t>
      </w:r>
    </w:p>
    <w:p w:rsidR="006974AE" w:rsidRDefault="006974AE" w:rsidP="006974AE">
      <w:r>
        <w:t>558.5911</w:t>
      </w:r>
      <w:r>
        <w:tab/>
        <w:t>1.013e0</w:t>
      </w:r>
    </w:p>
    <w:p w:rsidR="006974AE" w:rsidRDefault="006974AE" w:rsidP="006974AE">
      <w:r>
        <w:t>558.5986</w:t>
      </w:r>
      <w:r>
        <w:tab/>
        <w:t>1.013e0</w:t>
      </w:r>
    </w:p>
    <w:p w:rsidR="006974AE" w:rsidRDefault="006974AE" w:rsidP="006974AE">
      <w:r>
        <w:t>558.6191</w:t>
      </w:r>
      <w:r>
        <w:tab/>
        <w:t>2.025e0</w:t>
      </w:r>
    </w:p>
    <w:p w:rsidR="006974AE" w:rsidRDefault="006974AE" w:rsidP="006974AE">
      <w:r>
        <w:t>558.6570</w:t>
      </w:r>
      <w:r>
        <w:tab/>
        <w:t>1.013e0</w:t>
      </w:r>
    </w:p>
    <w:p w:rsidR="006974AE" w:rsidRDefault="006974AE" w:rsidP="006974AE">
      <w:r>
        <w:t>558.6609</w:t>
      </w:r>
      <w:r>
        <w:tab/>
        <w:t>2.025e0</w:t>
      </w:r>
    </w:p>
    <w:p w:rsidR="006974AE" w:rsidRDefault="006974AE" w:rsidP="006974AE">
      <w:r>
        <w:t>558.6762</w:t>
      </w:r>
      <w:r>
        <w:tab/>
        <w:t>1.013e0</w:t>
      </w:r>
    </w:p>
    <w:p w:rsidR="006974AE" w:rsidRDefault="006974AE" w:rsidP="006974AE">
      <w:r>
        <w:t>558.7047</w:t>
      </w:r>
      <w:r>
        <w:tab/>
        <w:t>2.025e0</w:t>
      </w:r>
    </w:p>
    <w:p w:rsidR="006974AE" w:rsidRDefault="006974AE" w:rsidP="006974AE">
      <w:r>
        <w:t>558.7076</w:t>
      </w:r>
      <w:r>
        <w:tab/>
        <w:t>2.025e0</w:t>
      </w:r>
    </w:p>
    <w:p w:rsidR="006974AE" w:rsidRDefault="006974AE" w:rsidP="006974AE">
      <w:r>
        <w:t>558.7339</w:t>
      </w:r>
      <w:r>
        <w:tab/>
        <w:t>1.013e0</w:t>
      </w:r>
    </w:p>
    <w:p w:rsidR="006974AE" w:rsidRDefault="006974AE" w:rsidP="006974AE">
      <w:r>
        <w:t>558.7475</w:t>
      </w:r>
      <w:r>
        <w:tab/>
        <w:t>2.025e0</w:t>
      </w:r>
    </w:p>
    <w:p w:rsidR="006974AE" w:rsidRDefault="006974AE" w:rsidP="006974AE">
      <w:r>
        <w:t>558.7527</w:t>
      </w:r>
      <w:r>
        <w:tab/>
        <w:t>1.013e0</w:t>
      </w:r>
    </w:p>
    <w:p w:rsidR="006974AE" w:rsidRDefault="006974AE" w:rsidP="006974AE">
      <w:r>
        <w:t>558.7621</w:t>
      </w:r>
      <w:r>
        <w:tab/>
        <w:t>1.013e0</w:t>
      </w:r>
    </w:p>
    <w:p w:rsidR="006974AE" w:rsidRDefault="006974AE" w:rsidP="006974AE">
      <w:r>
        <w:lastRenderedPageBreak/>
        <w:t>558.7801</w:t>
      </w:r>
      <w:r>
        <w:tab/>
        <w:t>2.025e0</w:t>
      </w:r>
    </w:p>
    <w:p w:rsidR="006974AE" w:rsidRDefault="006974AE" w:rsidP="006974AE">
      <w:r>
        <w:t>558.7892</w:t>
      </w:r>
      <w:r>
        <w:tab/>
        <w:t>1.013e0</w:t>
      </w:r>
    </w:p>
    <w:p w:rsidR="006974AE" w:rsidRDefault="006974AE" w:rsidP="006974AE">
      <w:r>
        <w:t>558.7910</w:t>
      </w:r>
      <w:r>
        <w:tab/>
        <w:t>1.013e0</w:t>
      </w:r>
    </w:p>
    <w:p w:rsidR="006974AE" w:rsidRDefault="006974AE" w:rsidP="006974AE">
      <w:r>
        <w:t>558.8076</w:t>
      </w:r>
      <w:r>
        <w:tab/>
        <w:t>1.013e0</w:t>
      </w:r>
    </w:p>
    <w:p w:rsidR="006974AE" w:rsidRDefault="006974AE" w:rsidP="006974AE">
      <w:r>
        <w:t>558.8198</w:t>
      </w:r>
      <w:r>
        <w:tab/>
        <w:t>1.013e0</w:t>
      </w:r>
    </w:p>
    <w:p w:rsidR="006974AE" w:rsidRDefault="006974AE" w:rsidP="006974AE">
      <w:r>
        <w:t>558.8301</w:t>
      </w:r>
      <w:r>
        <w:tab/>
        <w:t>1.013e0</w:t>
      </w:r>
    </w:p>
    <w:p w:rsidR="006974AE" w:rsidRDefault="006974AE" w:rsidP="006974AE">
      <w:r>
        <w:t>558.8794</w:t>
      </w:r>
      <w:r>
        <w:tab/>
        <w:t>2.025e0</w:t>
      </w:r>
    </w:p>
    <w:p w:rsidR="006974AE" w:rsidRDefault="006974AE" w:rsidP="006974AE">
      <w:r>
        <w:t>558.8937</w:t>
      </w:r>
      <w:r>
        <w:tab/>
        <w:t>2.025e0</w:t>
      </w:r>
    </w:p>
    <w:p w:rsidR="006974AE" w:rsidRDefault="006974AE" w:rsidP="006974AE">
      <w:r>
        <w:t>558.9088</w:t>
      </w:r>
      <w:r>
        <w:tab/>
        <w:t>2.025e0</w:t>
      </w:r>
    </w:p>
    <w:p w:rsidR="006974AE" w:rsidRDefault="006974AE" w:rsidP="006974AE">
      <w:r>
        <w:t>558.9150</w:t>
      </w:r>
      <w:r>
        <w:tab/>
        <w:t>2.025e0</w:t>
      </w:r>
    </w:p>
    <w:p w:rsidR="006974AE" w:rsidRDefault="006974AE" w:rsidP="006974AE">
      <w:r>
        <w:t>558.9543</w:t>
      </w:r>
      <w:r>
        <w:tab/>
        <w:t>3.038e0</w:t>
      </w:r>
    </w:p>
    <w:p w:rsidR="006974AE" w:rsidRDefault="006974AE" w:rsidP="006974AE">
      <w:r>
        <w:t>558.9891</w:t>
      </w:r>
      <w:r>
        <w:tab/>
        <w:t>1.013e0</w:t>
      </w:r>
    </w:p>
    <w:p w:rsidR="006974AE" w:rsidRDefault="006974AE" w:rsidP="006974AE">
      <w:r>
        <w:t>558.9937</w:t>
      </w:r>
      <w:r>
        <w:tab/>
        <w:t>1.013e0</w:t>
      </w:r>
    </w:p>
    <w:p w:rsidR="006974AE" w:rsidRDefault="006974AE" w:rsidP="006974AE">
      <w:r>
        <w:t>559.0411</w:t>
      </w:r>
      <w:r>
        <w:tab/>
        <w:t>1.013e0</w:t>
      </w:r>
    </w:p>
    <w:p w:rsidR="006974AE" w:rsidRDefault="006974AE" w:rsidP="006974AE">
      <w:r>
        <w:t>559.0787</w:t>
      </w:r>
      <w:r>
        <w:tab/>
        <w:t>1.013e0</w:t>
      </w:r>
    </w:p>
    <w:p w:rsidR="006974AE" w:rsidRDefault="006974AE" w:rsidP="006974AE">
      <w:r>
        <w:t>559.0894</w:t>
      </w:r>
      <w:r>
        <w:tab/>
        <w:t>3.038e0</w:t>
      </w:r>
    </w:p>
    <w:p w:rsidR="006974AE" w:rsidRDefault="006974AE" w:rsidP="006974AE">
      <w:r>
        <w:t>559.0989</w:t>
      </w:r>
      <w:r>
        <w:tab/>
        <w:t>2.025e0</w:t>
      </w:r>
    </w:p>
    <w:p w:rsidR="006974AE" w:rsidRDefault="006974AE" w:rsidP="006974AE">
      <w:r>
        <w:t>559.1163</w:t>
      </w:r>
      <w:r>
        <w:tab/>
        <w:t>3.038e0</w:t>
      </w:r>
    </w:p>
    <w:p w:rsidR="006974AE" w:rsidRDefault="006974AE" w:rsidP="006974AE">
      <w:r>
        <w:t>559.1477</w:t>
      </w:r>
      <w:r>
        <w:tab/>
        <w:t>1.013e0</w:t>
      </w:r>
    </w:p>
    <w:p w:rsidR="006974AE" w:rsidRDefault="006974AE" w:rsidP="006974AE">
      <w:r>
        <w:lastRenderedPageBreak/>
        <w:t>559.1713</w:t>
      </w:r>
      <w:r>
        <w:tab/>
        <w:t>2.025e0</w:t>
      </w:r>
    </w:p>
    <w:p w:rsidR="006974AE" w:rsidRDefault="006974AE" w:rsidP="006974AE">
      <w:r>
        <w:t>559.1956</w:t>
      </w:r>
      <w:r>
        <w:tab/>
        <w:t>2.025e0</w:t>
      </w:r>
    </w:p>
    <w:p w:rsidR="006974AE" w:rsidRDefault="006974AE" w:rsidP="006974AE">
      <w:r>
        <w:t>559.2271</w:t>
      </w:r>
      <w:r>
        <w:tab/>
        <w:t>6.056e0</w:t>
      </w:r>
    </w:p>
    <w:p w:rsidR="006974AE" w:rsidRDefault="006974AE" w:rsidP="006974AE">
      <w:r>
        <w:t>559.2477</w:t>
      </w:r>
      <w:r>
        <w:tab/>
        <w:t>6.076e0</w:t>
      </w:r>
    </w:p>
    <w:p w:rsidR="006974AE" w:rsidRDefault="006974AE" w:rsidP="006974AE">
      <w:r>
        <w:t>559.2773</w:t>
      </w:r>
      <w:r>
        <w:tab/>
        <w:t>4.051e0</w:t>
      </w:r>
    </w:p>
    <w:p w:rsidR="006974AE" w:rsidRDefault="006974AE" w:rsidP="006974AE">
      <w:r>
        <w:t>559.2784</w:t>
      </w:r>
      <w:r>
        <w:tab/>
        <w:t>1.013e0</w:t>
      </w:r>
    </w:p>
    <w:p w:rsidR="006974AE" w:rsidRDefault="006974AE" w:rsidP="006974AE">
      <w:r>
        <w:t>559.2912</w:t>
      </w:r>
      <w:r>
        <w:tab/>
        <w:t>2.025e0</w:t>
      </w:r>
    </w:p>
    <w:p w:rsidR="006974AE" w:rsidRDefault="006974AE" w:rsidP="006974AE">
      <w:r>
        <w:t>559.3156</w:t>
      </w:r>
      <w:r>
        <w:tab/>
        <w:t>2.025e0</w:t>
      </w:r>
    </w:p>
    <w:p w:rsidR="006974AE" w:rsidRDefault="006974AE" w:rsidP="006974AE">
      <w:r>
        <w:t>559.3264</w:t>
      </w:r>
      <w:r>
        <w:tab/>
        <w:t>2.025e0</w:t>
      </w:r>
    </w:p>
    <w:p w:rsidR="006974AE" w:rsidRDefault="006974AE" w:rsidP="006974AE">
      <w:r>
        <w:t>559.3372</w:t>
      </w:r>
      <w:r>
        <w:tab/>
        <w:t>2.025e0</w:t>
      </w:r>
    </w:p>
    <w:p w:rsidR="006974AE" w:rsidRDefault="006974AE" w:rsidP="006974AE">
      <w:r>
        <w:t>559.3518</w:t>
      </w:r>
      <w:r>
        <w:tab/>
        <w:t>2.025e0</w:t>
      </w:r>
    </w:p>
    <w:p w:rsidR="006974AE" w:rsidRDefault="006974AE" w:rsidP="006974AE">
      <w:r>
        <w:t>559.3596</w:t>
      </w:r>
      <w:r>
        <w:tab/>
        <w:t>1.013e0</w:t>
      </w:r>
    </w:p>
    <w:p w:rsidR="006974AE" w:rsidRDefault="006974AE" w:rsidP="006974AE">
      <w:r>
        <w:t>559.3778</w:t>
      </w:r>
      <w:r>
        <w:tab/>
        <w:t>2.025e0</w:t>
      </w:r>
    </w:p>
    <w:p w:rsidR="006974AE" w:rsidRDefault="006974AE" w:rsidP="006974AE">
      <w:r>
        <w:t>559.4232</w:t>
      </w:r>
      <w:r>
        <w:tab/>
        <w:t>1.013e0</w:t>
      </w:r>
    </w:p>
    <w:p w:rsidR="006974AE" w:rsidRDefault="006974AE" w:rsidP="006974AE">
      <w:r>
        <w:t>559.4248</w:t>
      </w:r>
      <w:r>
        <w:tab/>
        <w:t>4.051e0</w:t>
      </w:r>
    </w:p>
    <w:p w:rsidR="006974AE" w:rsidRDefault="006974AE" w:rsidP="006974AE">
      <w:r>
        <w:t>559.4312</w:t>
      </w:r>
      <w:r>
        <w:tab/>
        <w:t>3.038e0</w:t>
      </w:r>
    </w:p>
    <w:p w:rsidR="006974AE" w:rsidRDefault="006974AE" w:rsidP="006974AE">
      <w:r>
        <w:t>559.4366</w:t>
      </w:r>
      <w:r>
        <w:tab/>
        <w:t>1.013e0</w:t>
      </w:r>
    </w:p>
    <w:p w:rsidR="006974AE" w:rsidRDefault="006974AE" w:rsidP="006974AE">
      <w:r>
        <w:t>559.5488</w:t>
      </w:r>
      <w:r>
        <w:tab/>
        <w:t>1.013e0</w:t>
      </w:r>
    </w:p>
    <w:p w:rsidR="006974AE" w:rsidRDefault="006974AE" w:rsidP="006974AE">
      <w:r>
        <w:t>559.5671</w:t>
      </w:r>
      <w:r>
        <w:tab/>
        <w:t>1.013e0</w:t>
      </w:r>
    </w:p>
    <w:p w:rsidR="006974AE" w:rsidRDefault="006974AE" w:rsidP="006974AE">
      <w:r>
        <w:lastRenderedPageBreak/>
        <w:t>559.6293</w:t>
      </w:r>
      <w:r>
        <w:tab/>
        <w:t>1.013e0</w:t>
      </w:r>
    </w:p>
    <w:p w:rsidR="006974AE" w:rsidRDefault="006974AE" w:rsidP="006974AE">
      <w:r>
        <w:t>559.6851</w:t>
      </w:r>
      <w:r>
        <w:tab/>
        <w:t>2.025e0</w:t>
      </w:r>
    </w:p>
    <w:p w:rsidR="006974AE" w:rsidRDefault="006974AE" w:rsidP="006974AE">
      <w:r>
        <w:t>559.7252</w:t>
      </w:r>
      <w:r>
        <w:tab/>
        <w:t>2.025e0</w:t>
      </w:r>
    </w:p>
    <w:p w:rsidR="006974AE" w:rsidRDefault="006974AE" w:rsidP="006974AE">
      <w:r>
        <w:t>559.7310</w:t>
      </w:r>
      <w:r>
        <w:tab/>
        <w:t>1.013e0</w:t>
      </w:r>
    </w:p>
    <w:p w:rsidR="006974AE" w:rsidRDefault="006974AE" w:rsidP="006974AE">
      <w:r>
        <w:t>559.7442</w:t>
      </w:r>
      <w:r>
        <w:tab/>
        <w:t>2.025e0</w:t>
      </w:r>
    </w:p>
    <w:p w:rsidR="006974AE" w:rsidRDefault="006974AE" w:rsidP="006974AE">
      <w:r>
        <w:t>559.7523</w:t>
      </w:r>
      <w:r>
        <w:tab/>
        <w:t>2.025e0</w:t>
      </w:r>
    </w:p>
    <w:p w:rsidR="006974AE" w:rsidRDefault="006974AE" w:rsidP="006974AE">
      <w:r>
        <w:t>559.7822</w:t>
      </w:r>
      <w:r>
        <w:tab/>
        <w:t>2.025e0</w:t>
      </w:r>
    </w:p>
    <w:p w:rsidR="006974AE" w:rsidRDefault="006974AE" w:rsidP="006974AE">
      <w:r>
        <w:t>559.8209</w:t>
      </w:r>
      <w:r>
        <w:tab/>
        <w:t>3.038e0</w:t>
      </w:r>
    </w:p>
    <w:p w:rsidR="006974AE" w:rsidRDefault="006974AE" w:rsidP="006974AE">
      <w:r>
        <w:t>559.8502</w:t>
      </w:r>
      <w:r>
        <w:tab/>
        <w:t>1.013e0</w:t>
      </w:r>
    </w:p>
    <w:p w:rsidR="006974AE" w:rsidRDefault="006974AE" w:rsidP="006974AE">
      <w:r>
        <w:t>559.8605</w:t>
      </w:r>
      <w:r>
        <w:tab/>
        <w:t>1.013e0</w:t>
      </w:r>
    </w:p>
    <w:p w:rsidR="006974AE" w:rsidRDefault="006974AE" w:rsidP="006974AE">
      <w:r>
        <w:t>559.8702</w:t>
      </w:r>
      <w:r>
        <w:tab/>
        <w:t>1.013e0</w:t>
      </w:r>
    </w:p>
    <w:p w:rsidR="006974AE" w:rsidRDefault="006974AE" w:rsidP="006974AE">
      <w:r>
        <w:t>559.8837</w:t>
      </w:r>
      <w:r>
        <w:tab/>
        <w:t>2.181e0</w:t>
      </w:r>
    </w:p>
    <w:p w:rsidR="006974AE" w:rsidRDefault="006974AE" w:rsidP="006974AE">
      <w:r>
        <w:t>559.8895</w:t>
      </w:r>
      <w:r>
        <w:tab/>
        <w:t>1.013e0</w:t>
      </w:r>
    </w:p>
    <w:p w:rsidR="006974AE" w:rsidRDefault="006974AE" w:rsidP="006974AE">
      <w:r>
        <w:t>559.8970</w:t>
      </w:r>
      <w:r>
        <w:tab/>
        <w:t>2.025e0</w:t>
      </w:r>
    </w:p>
    <w:p w:rsidR="006974AE" w:rsidRDefault="006974AE" w:rsidP="006974AE">
      <w:r>
        <w:t>559.9088</w:t>
      </w:r>
      <w:r>
        <w:tab/>
        <w:t>3.038e0</w:t>
      </w:r>
    </w:p>
    <w:p w:rsidR="006974AE" w:rsidRDefault="006974AE" w:rsidP="006974AE">
      <w:r>
        <w:t>559.9303</w:t>
      </w:r>
      <w:r>
        <w:tab/>
        <w:t>1.013e0</w:t>
      </w:r>
    </w:p>
    <w:p w:rsidR="006974AE" w:rsidRDefault="006974AE" w:rsidP="006974AE">
      <w:r>
        <w:t>559.9376</w:t>
      </w:r>
      <w:r>
        <w:tab/>
        <w:t>1.013e0</w:t>
      </w:r>
    </w:p>
    <w:p w:rsidR="006974AE" w:rsidRDefault="006974AE" w:rsidP="006974AE">
      <w:r>
        <w:t>559.9686</w:t>
      </w:r>
      <w:r>
        <w:tab/>
        <w:t>2.025e0</w:t>
      </w:r>
    </w:p>
    <w:p w:rsidR="006974AE" w:rsidRDefault="006974AE" w:rsidP="006974AE">
      <w:r>
        <w:t>559.9948</w:t>
      </w:r>
      <w:r>
        <w:tab/>
        <w:t>1.013e0</w:t>
      </w:r>
    </w:p>
    <w:p w:rsidR="006974AE" w:rsidRDefault="006974AE" w:rsidP="006974AE">
      <w:r>
        <w:lastRenderedPageBreak/>
        <w:t>560.0141</w:t>
      </w:r>
      <w:r>
        <w:tab/>
        <w:t>1.013e0</w:t>
      </w:r>
    </w:p>
    <w:p w:rsidR="006974AE" w:rsidRDefault="006974AE" w:rsidP="006974AE">
      <w:r>
        <w:t>560.0408</w:t>
      </w:r>
      <w:r>
        <w:tab/>
        <w:t>3.038e0</w:t>
      </w:r>
    </w:p>
    <w:p w:rsidR="006974AE" w:rsidRDefault="006974AE" w:rsidP="006974AE">
      <w:r>
        <w:t>560.0437</w:t>
      </w:r>
      <w:r>
        <w:tab/>
        <w:t>1.013e0</w:t>
      </w:r>
    </w:p>
    <w:p w:rsidR="006974AE" w:rsidRDefault="006974AE" w:rsidP="006974AE">
      <w:r>
        <w:t>560.0623</w:t>
      </w:r>
      <w:r>
        <w:tab/>
        <w:t>1.013e0</w:t>
      </w:r>
    </w:p>
    <w:p w:rsidR="006974AE" w:rsidRDefault="006974AE" w:rsidP="006974AE">
      <w:r>
        <w:t>560.0757</w:t>
      </w:r>
      <w:r>
        <w:tab/>
        <w:t>1.013e0</w:t>
      </w:r>
    </w:p>
    <w:p w:rsidR="006974AE" w:rsidRDefault="006974AE" w:rsidP="006974AE">
      <w:r>
        <w:t>560.1008</w:t>
      </w:r>
      <w:r>
        <w:tab/>
        <w:t>1.013e0</w:t>
      </w:r>
    </w:p>
    <w:p w:rsidR="006974AE" w:rsidRDefault="006974AE" w:rsidP="006974AE">
      <w:r>
        <w:t>560.1096</w:t>
      </w:r>
      <w:r>
        <w:tab/>
        <w:t>2.025e0</w:t>
      </w:r>
    </w:p>
    <w:p w:rsidR="006974AE" w:rsidRDefault="006974AE" w:rsidP="006974AE">
      <w:r>
        <w:t>560.1394</w:t>
      </w:r>
      <w:r>
        <w:tab/>
        <w:t>1.013e0</w:t>
      </w:r>
    </w:p>
    <w:p w:rsidR="006974AE" w:rsidRDefault="006974AE" w:rsidP="006974AE">
      <w:r>
        <w:t>560.1490</w:t>
      </w:r>
      <w:r>
        <w:tab/>
        <w:t>1.013e0</w:t>
      </w:r>
    </w:p>
    <w:p w:rsidR="006974AE" w:rsidRDefault="006974AE" w:rsidP="006974AE">
      <w:r>
        <w:t>560.1683</w:t>
      </w:r>
      <w:r>
        <w:tab/>
        <w:t>1.013e0</w:t>
      </w:r>
    </w:p>
    <w:p w:rsidR="006974AE" w:rsidRDefault="006974AE" w:rsidP="006974AE">
      <w:r>
        <w:t>560.1883</w:t>
      </w:r>
      <w:r>
        <w:tab/>
        <w:t>1.013e0</w:t>
      </w:r>
    </w:p>
    <w:p w:rsidR="006974AE" w:rsidRDefault="006974AE" w:rsidP="006974AE">
      <w:r>
        <w:t>560.2013</w:t>
      </w:r>
      <w:r>
        <w:tab/>
        <w:t>1.013e0</w:t>
      </w:r>
    </w:p>
    <w:p w:rsidR="006974AE" w:rsidRDefault="006974AE" w:rsidP="006974AE">
      <w:r>
        <w:t>560.2057</w:t>
      </w:r>
      <w:r>
        <w:tab/>
        <w:t>1.471e0</w:t>
      </w:r>
    </w:p>
    <w:p w:rsidR="006974AE" w:rsidRDefault="006974AE" w:rsidP="006974AE">
      <w:r>
        <w:t>560.2069</w:t>
      </w:r>
      <w:r>
        <w:tab/>
        <w:t>1.013e0</w:t>
      </w:r>
    </w:p>
    <w:p w:rsidR="006974AE" w:rsidRDefault="006974AE" w:rsidP="006974AE">
      <w:r>
        <w:t>560.2173</w:t>
      </w:r>
      <w:r>
        <w:tab/>
        <w:t>2.025e0</w:t>
      </w:r>
    </w:p>
    <w:p w:rsidR="006974AE" w:rsidRDefault="006974AE" w:rsidP="006974AE">
      <w:r>
        <w:t>560.2559</w:t>
      </w:r>
      <w:r>
        <w:tab/>
        <w:t>2.025e0</w:t>
      </w:r>
    </w:p>
    <w:p w:rsidR="006974AE" w:rsidRDefault="006974AE" w:rsidP="006974AE">
      <w:r>
        <w:t>560.2670</w:t>
      </w:r>
      <w:r>
        <w:tab/>
        <w:t>3.038e0</w:t>
      </w:r>
    </w:p>
    <w:p w:rsidR="006974AE" w:rsidRDefault="006974AE" w:rsidP="006974AE">
      <w:r>
        <w:t>560.2752</w:t>
      </w:r>
      <w:r>
        <w:tab/>
        <w:t>1.013e0</w:t>
      </w:r>
    </w:p>
    <w:p w:rsidR="006974AE" w:rsidRDefault="006974AE" w:rsidP="006974AE">
      <w:r>
        <w:t>560.2787</w:t>
      </w:r>
      <w:r>
        <w:tab/>
        <w:t>4.051e0</w:t>
      </w:r>
    </w:p>
    <w:p w:rsidR="006974AE" w:rsidRDefault="006974AE" w:rsidP="006974AE">
      <w:r>
        <w:lastRenderedPageBreak/>
        <w:t>560.2803</w:t>
      </w:r>
      <w:r>
        <w:tab/>
        <w:t>3.038e0</w:t>
      </w:r>
    </w:p>
    <w:p w:rsidR="006974AE" w:rsidRDefault="006974AE" w:rsidP="006974AE">
      <w:r>
        <w:t>560.2980</w:t>
      </w:r>
      <w:r>
        <w:tab/>
        <w:t>3.280e0</w:t>
      </w:r>
    </w:p>
    <w:p w:rsidR="006974AE" w:rsidRDefault="006974AE" w:rsidP="006974AE">
      <w:r>
        <w:t>560.3558</w:t>
      </w:r>
      <w:r>
        <w:tab/>
        <w:t>2.025e0</w:t>
      </w:r>
    </w:p>
    <w:p w:rsidR="006974AE" w:rsidRDefault="006974AE" w:rsidP="006974AE">
      <w:r>
        <w:t>560.3730</w:t>
      </w:r>
      <w:r>
        <w:tab/>
        <w:t>2.025e0</w:t>
      </w:r>
    </w:p>
    <w:p w:rsidR="006974AE" w:rsidRDefault="006974AE" w:rsidP="006974AE">
      <w:r>
        <w:t>560.3765</w:t>
      </w:r>
      <w:r>
        <w:tab/>
        <w:t>2.025e0</w:t>
      </w:r>
    </w:p>
    <w:p w:rsidR="006974AE" w:rsidRDefault="006974AE" w:rsidP="006974AE">
      <w:r>
        <w:t>560.3865</w:t>
      </w:r>
      <w:r>
        <w:tab/>
        <w:t>3.038e0</w:t>
      </w:r>
    </w:p>
    <w:p w:rsidR="006974AE" w:rsidRDefault="006974AE" w:rsidP="006974AE">
      <w:r>
        <w:t>560.3902</w:t>
      </w:r>
      <w:r>
        <w:tab/>
        <w:t>1.013e0</w:t>
      </w:r>
    </w:p>
    <w:p w:rsidR="006974AE" w:rsidRDefault="006974AE" w:rsidP="006974AE">
      <w:r>
        <w:t>560.4385</w:t>
      </w:r>
      <w:r>
        <w:tab/>
        <w:t>5.063e0</w:t>
      </w:r>
    </w:p>
    <w:p w:rsidR="006974AE" w:rsidRDefault="006974AE" w:rsidP="006974AE">
      <w:r>
        <w:t>560.4584</w:t>
      </w:r>
      <w:r>
        <w:tab/>
        <w:t>1.013e0</w:t>
      </w:r>
    </w:p>
    <w:p w:rsidR="006974AE" w:rsidRDefault="006974AE" w:rsidP="006974AE">
      <w:r>
        <w:t>560.4963</w:t>
      </w:r>
      <w:r>
        <w:tab/>
        <w:t>1.013e0</w:t>
      </w:r>
    </w:p>
    <w:p w:rsidR="006974AE" w:rsidRDefault="006974AE" w:rsidP="006974AE">
      <w:r>
        <w:t>560.5063</w:t>
      </w:r>
      <w:r>
        <w:tab/>
        <w:t>2.025e0</w:t>
      </w:r>
    </w:p>
    <w:p w:rsidR="006974AE" w:rsidRDefault="006974AE" w:rsidP="006974AE">
      <w:r>
        <w:t>560.5542</w:t>
      </w:r>
      <w:r>
        <w:tab/>
        <w:t>1.013e0</w:t>
      </w:r>
    </w:p>
    <w:p w:rsidR="006974AE" w:rsidRDefault="006974AE" w:rsidP="006974AE">
      <w:r>
        <w:t>560.5618</w:t>
      </w:r>
      <w:r>
        <w:tab/>
        <w:t>1.013e0</w:t>
      </w:r>
    </w:p>
    <w:p w:rsidR="006974AE" w:rsidRDefault="006974AE" w:rsidP="006974AE">
      <w:r>
        <w:t>560.5742</w:t>
      </w:r>
      <w:r>
        <w:tab/>
        <w:t>1.013e0</w:t>
      </w:r>
    </w:p>
    <w:p w:rsidR="006974AE" w:rsidRDefault="006974AE" w:rsidP="006974AE">
      <w:r>
        <w:t>560.5808</w:t>
      </w:r>
      <w:r>
        <w:tab/>
        <w:t>1.013e0</w:t>
      </w:r>
    </w:p>
    <w:p w:rsidR="006974AE" w:rsidRDefault="006974AE" w:rsidP="006974AE">
      <w:r>
        <w:t>560.6610</w:t>
      </w:r>
      <w:r>
        <w:tab/>
        <w:t>1.013e0</w:t>
      </w:r>
    </w:p>
    <w:p w:rsidR="006974AE" w:rsidRDefault="006974AE" w:rsidP="006974AE">
      <w:r>
        <w:t>560.7084</w:t>
      </w:r>
      <w:r>
        <w:tab/>
        <w:t>3.038e0</w:t>
      </w:r>
    </w:p>
    <w:p w:rsidR="006974AE" w:rsidRDefault="006974AE" w:rsidP="006974AE">
      <w:r>
        <w:t>560.7189</w:t>
      </w:r>
      <w:r>
        <w:tab/>
        <w:t>1.013e0</w:t>
      </w:r>
    </w:p>
    <w:p w:rsidR="006974AE" w:rsidRDefault="006974AE" w:rsidP="006974AE">
      <w:r>
        <w:t>560.7672</w:t>
      </w:r>
      <w:r>
        <w:tab/>
        <w:t>2.025e0</w:t>
      </w:r>
    </w:p>
    <w:p w:rsidR="006974AE" w:rsidRDefault="006974AE" w:rsidP="006974AE">
      <w:r>
        <w:lastRenderedPageBreak/>
        <w:t>560.8169</w:t>
      </w:r>
      <w:r>
        <w:tab/>
        <w:t>1.013e0</w:t>
      </w:r>
    </w:p>
    <w:p w:rsidR="006974AE" w:rsidRDefault="006974AE" w:rsidP="006974AE">
      <w:r>
        <w:t>560.8239</w:t>
      </w:r>
      <w:r>
        <w:tab/>
        <w:t>2.025e0</w:t>
      </w:r>
    </w:p>
    <w:p w:rsidR="006974AE" w:rsidRDefault="006974AE" w:rsidP="006974AE">
      <w:r>
        <w:t>560.8444</w:t>
      </w:r>
      <w:r>
        <w:tab/>
        <w:t>1.013e0</w:t>
      </w:r>
    </w:p>
    <w:p w:rsidR="006974AE" w:rsidRDefault="006974AE" w:rsidP="006974AE">
      <w:r>
        <w:t>560.8699</w:t>
      </w:r>
      <w:r>
        <w:tab/>
        <w:t>2.025e0</w:t>
      </w:r>
    </w:p>
    <w:p w:rsidR="006974AE" w:rsidRDefault="006974AE" w:rsidP="006974AE">
      <w:r>
        <w:t>560.8734</w:t>
      </w:r>
      <w:r>
        <w:tab/>
        <w:t>1.013e0</w:t>
      </w:r>
    </w:p>
    <w:p w:rsidR="006974AE" w:rsidRDefault="006974AE" w:rsidP="006974AE">
      <w:r>
        <w:t>560.8932</w:t>
      </w:r>
      <w:r>
        <w:tab/>
        <w:t>2.025e0</w:t>
      </w:r>
    </w:p>
    <w:p w:rsidR="006974AE" w:rsidRDefault="006974AE" w:rsidP="006974AE">
      <w:r>
        <w:t>560.9217</w:t>
      </w:r>
      <w:r>
        <w:tab/>
        <w:t>1.013e0</w:t>
      </w:r>
    </w:p>
    <w:p w:rsidR="006974AE" w:rsidRDefault="006974AE" w:rsidP="006974AE">
      <w:r>
        <w:t>560.9249</w:t>
      </w:r>
      <w:r>
        <w:tab/>
        <w:t>1.013e0</w:t>
      </w:r>
    </w:p>
    <w:p w:rsidR="006974AE" w:rsidRDefault="006974AE" w:rsidP="006974AE">
      <w:r>
        <w:t>560.9313</w:t>
      </w:r>
      <w:r>
        <w:tab/>
        <w:t>1.013e0</w:t>
      </w:r>
    </w:p>
    <w:p w:rsidR="006974AE" w:rsidRDefault="006974AE" w:rsidP="006974AE">
      <w:r>
        <w:t>560.9391</w:t>
      </w:r>
      <w:r>
        <w:tab/>
        <w:t>2.025e0</w:t>
      </w:r>
    </w:p>
    <w:p w:rsidR="006974AE" w:rsidRDefault="006974AE" w:rsidP="006974AE">
      <w:r>
        <w:t>560.9500</w:t>
      </w:r>
      <w:r>
        <w:tab/>
        <w:t>1.013e0</w:t>
      </w:r>
    </w:p>
    <w:p w:rsidR="006974AE" w:rsidRDefault="006974AE" w:rsidP="006974AE">
      <w:r>
        <w:t>560.9893</w:t>
      </w:r>
      <w:r>
        <w:tab/>
        <w:t>1.013e0</w:t>
      </w:r>
    </w:p>
    <w:p w:rsidR="006974AE" w:rsidRDefault="006974AE" w:rsidP="006974AE">
      <w:r>
        <w:t>561.0142</w:t>
      </w:r>
      <w:r>
        <w:tab/>
        <w:t>1.013e0</w:t>
      </w:r>
    </w:p>
    <w:p w:rsidR="006974AE" w:rsidRDefault="006974AE" w:rsidP="006974AE">
      <w:r>
        <w:t>561.0175</w:t>
      </w:r>
      <w:r>
        <w:tab/>
        <w:t>1.013e0</w:t>
      </w:r>
    </w:p>
    <w:p w:rsidR="006974AE" w:rsidRDefault="006974AE" w:rsidP="006974AE">
      <w:r>
        <w:t>561.0375</w:t>
      </w:r>
      <w:r>
        <w:tab/>
        <w:t>1.013e0</w:t>
      </w:r>
    </w:p>
    <w:p w:rsidR="006974AE" w:rsidRDefault="006974AE" w:rsidP="006974AE">
      <w:r>
        <w:t>561.0755</w:t>
      </w:r>
      <w:r>
        <w:tab/>
        <w:t>1.013e0</w:t>
      </w:r>
    </w:p>
    <w:p w:rsidR="006974AE" w:rsidRDefault="006974AE" w:rsidP="006974AE">
      <w:r>
        <w:t>561.0880</w:t>
      </w:r>
      <w:r>
        <w:tab/>
        <w:t>2.025e0</w:t>
      </w:r>
    </w:p>
    <w:p w:rsidR="006974AE" w:rsidRDefault="006974AE" w:rsidP="006974AE">
      <w:r>
        <w:t>561.1406</w:t>
      </w:r>
      <w:r>
        <w:tab/>
        <w:t>1.013e0</w:t>
      </w:r>
    </w:p>
    <w:p w:rsidR="006974AE" w:rsidRDefault="006974AE" w:rsidP="006974AE">
      <w:r>
        <w:t>561.1431</w:t>
      </w:r>
      <w:r>
        <w:tab/>
        <w:t>1.013e0</w:t>
      </w:r>
    </w:p>
    <w:p w:rsidR="006974AE" w:rsidRDefault="006974AE" w:rsidP="006974AE">
      <w:r>
        <w:lastRenderedPageBreak/>
        <w:t>561.1528</w:t>
      </w:r>
      <w:r>
        <w:tab/>
        <w:t>1.013e0</w:t>
      </w:r>
    </w:p>
    <w:p w:rsidR="006974AE" w:rsidRDefault="006974AE" w:rsidP="006974AE">
      <w:r>
        <w:t>561.1597</w:t>
      </w:r>
      <w:r>
        <w:tab/>
        <w:t>2.025e0</w:t>
      </w:r>
    </w:p>
    <w:p w:rsidR="006974AE" w:rsidRDefault="006974AE" w:rsidP="006974AE">
      <w:r>
        <w:t>561.1640</w:t>
      </w:r>
      <w:r>
        <w:tab/>
        <w:t>3.038e0</w:t>
      </w:r>
    </w:p>
    <w:p w:rsidR="006974AE" w:rsidRDefault="006974AE" w:rsidP="006974AE">
      <w:r>
        <w:t>561.2143</w:t>
      </w:r>
      <w:r>
        <w:tab/>
        <w:t>1.013e0</w:t>
      </w:r>
    </w:p>
    <w:p w:rsidR="006974AE" w:rsidRDefault="006974AE" w:rsidP="006974AE">
      <w:r>
        <w:t>561.2280</w:t>
      </w:r>
      <w:r>
        <w:tab/>
        <w:t>4.526e0</w:t>
      </w:r>
    </w:p>
    <w:p w:rsidR="006974AE" w:rsidRDefault="006974AE" w:rsidP="006974AE">
      <w:r>
        <w:t>561.2593</w:t>
      </w:r>
      <w:r>
        <w:tab/>
        <w:t>4.051e0</w:t>
      </w:r>
    </w:p>
    <w:p w:rsidR="006974AE" w:rsidRDefault="006974AE" w:rsidP="006974AE">
      <w:r>
        <w:t>561.2762</w:t>
      </w:r>
      <w:r>
        <w:tab/>
        <w:t>2.025e0</w:t>
      </w:r>
    </w:p>
    <w:p w:rsidR="006974AE" w:rsidRDefault="006974AE" w:rsidP="006974AE">
      <w:r>
        <w:t>561.2816</w:t>
      </w:r>
      <w:r>
        <w:tab/>
        <w:t>5.005e0</w:t>
      </w:r>
    </w:p>
    <w:p w:rsidR="006974AE" w:rsidRDefault="006974AE" w:rsidP="006974AE">
      <w:r>
        <w:t>561.2910</w:t>
      </w:r>
      <w:r>
        <w:tab/>
        <w:t>4.051e0</w:t>
      </w:r>
    </w:p>
    <w:p w:rsidR="006974AE" w:rsidRDefault="006974AE" w:rsidP="006974AE">
      <w:r>
        <w:t>561.3406</w:t>
      </w:r>
      <w:r>
        <w:tab/>
        <w:t>2.025e0</w:t>
      </w:r>
    </w:p>
    <w:p w:rsidR="006974AE" w:rsidRDefault="006974AE" w:rsidP="006974AE">
      <w:r>
        <w:t>561.3467</w:t>
      </w:r>
      <w:r>
        <w:tab/>
        <w:t>3.038e0</w:t>
      </w:r>
    </w:p>
    <w:p w:rsidR="006974AE" w:rsidRDefault="006974AE" w:rsidP="006974AE">
      <w:r>
        <w:t>561.3637</w:t>
      </w:r>
      <w:r>
        <w:tab/>
        <w:t>2.025e0</w:t>
      </w:r>
    </w:p>
    <w:p w:rsidR="006974AE" w:rsidRDefault="006974AE" w:rsidP="006974AE">
      <w:r>
        <w:t>561.3712</w:t>
      </w:r>
      <w:r>
        <w:tab/>
        <w:t>3.038e0</w:t>
      </w:r>
    </w:p>
    <w:p w:rsidR="006974AE" w:rsidRDefault="006974AE" w:rsidP="006974AE">
      <w:r>
        <w:t>561.3818</w:t>
      </w:r>
      <w:r>
        <w:tab/>
        <w:t>2.025e0</w:t>
      </w:r>
    </w:p>
    <w:p w:rsidR="006974AE" w:rsidRDefault="006974AE" w:rsidP="006974AE">
      <w:r>
        <w:t>561.3846</w:t>
      </w:r>
      <w:r>
        <w:tab/>
        <w:t>3.038e0</w:t>
      </w:r>
    </w:p>
    <w:p w:rsidR="006974AE" w:rsidRDefault="006974AE" w:rsidP="006974AE">
      <w:r>
        <w:t>561.3938</w:t>
      </w:r>
      <w:r>
        <w:tab/>
        <w:t>2.025e0</w:t>
      </w:r>
    </w:p>
    <w:p w:rsidR="006974AE" w:rsidRDefault="006974AE" w:rsidP="006974AE">
      <w:r>
        <w:t>561.4433</w:t>
      </w:r>
      <w:r>
        <w:tab/>
        <w:t>1.013e0</w:t>
      </w:r>
    </w:p>
    <w:p w:rsidR="006974AE" w:rsidRDefault="006974AE" w:rsidP="006974AE">
      <w:r>
        <w:t>561.4523</w:t>
      </w:r>
      <w:r>
        <w:tab/>
        <w:t>1.013e0</w:t>
      </w:r>
    </w:p>
    <w:p w:rsidR="006974AE" w:rsidRDefault="006974AE" w:rsidP="006974AE">
      <w:r>
        <w:t>561.4675</w:t>
      </w:r>
      <w:r>
        <w:tab/>
        <w:t>2.025e0</w:t>
      </w:r>
    </w:p>
    <w:p w:rsidR="006974AE" w:rsidRDefault="006974AE" w:rsidP="006974AE">
      <w:r>
        <w:lastRenderedPageBreak/>
        <w:t>561.4716</w:t>
      </w:r>
      <w:r>
        <w:tab/>
        <w:t>1.013e0</w:t>
      </w:r>
    </w:p>
    <w:p w:rsidR="006974AE" w:rsidRDefault="006974AE" w:rsidP="006974AE">
      <w:r>
        <w:t>561.5381</w:t>
      </w:r>
      <w:r>
        <w:tab/>
        <w:t>1.013e0</w:t>
      </w:r>
    </w:p>
    <w:p w:rsidR="006974AE" w:rsidRDefault="006974AE" w:rsidP="006974AE">
      <w:r>
        <w:t>561.5570</w:t>
      </w:r>
      <w:r>
        <w:tab/>
        <w:t>1.013e0</w:t>
      </w:r>
    </w:p>
    <w:p w:rsidR="006974AE" w:rsidRDefault="006974AE" w:rsidP="006974AE">
      <w:r>
        <w:t>561.5931</w:t>
      </w:r>
      <w:r>
        <w:tab/>
        <w:t>1.013e0</w:t>
      </w:r>
    </w:p>
    <w:p w:rsidR="006974AE" w:rsidRDefault="006974AE" w:rsidP="006974AE">
      <w:r>
        <w:t>561.6172</w:t>
      </w:r>
      <w:r>
        <w:tab/>
        <w:t>1.013e0</w:t>
      </w:r>
    </w:p>
    <w:p w:rsidR="006974AE" w:rsidRDefault="006974AE" w:rsidP="006974AE">
      <w:r>
        <w:t>561.6262</w:t>
      </w:r>
      <w:r>
        <w:tab/>
        <w:t>1.013e0</w:t>
      </w:r>
    </w:p>
    <w:p w:rsidR="006974AE" w:rsidRDefault="006974AE" w:rsidP="006974AE">
      <w:r>
        <w:t>561.6484</w:t>
      </w:r>
      <w:r>
        <w:tab/>
        <w:t>2.025e0</w:t>
      </w:r>
    </w:p>
    <w:p w:rsidR="006974AE" w:rsidRDefault="006974AE" w:rsidP="006974AE">
      <w:r>
        <w:t>561.7385</w:t>
      </w:r>
      <w:r>
        <w:tab/>
        <w:t>1.013e0</w:t>
      </w:r>
    </w:p>
    <w:p w:rsidR="006974AE" w:rsidRDefault="006974AE" w:rsidP="006974AE">
      <w:r>
        <w:t>561.7471</w:t>
      </w:r>
      <w:r>
        <w:tab/>
        <w:t>2.025e0</w:t>
      </w:r>
    </w:p>
    <w:p w:rsidR="006974AE" w:rsidRDefault="006974AE" w:rsidP="006974AE">
      <w:r>
        <w:t>561.7526</w:t>
      </w:r>
      <w:r>
        <w:tab/>
        <w:t>1.013e0</w:t>
      </w:r>
    </w:p>
    <w:p w:rsidR="006974AE" w:rsidRDefault="006974AE" w:rsidP="006974AE">
      <w:r>
        <w:t>561.7623</w:t>
      </w:r>
      <w:r>
        <w:tab/>
        <w:t>1.013e0</w:t>
      </w:r>
    </w:p>
    <w:p w:rsidR="006974AE" w:rsidRDefault="006974AE" w:rsidP="006974AE">
      <w:r>
        <w:t>561.8006</w:t>
      </w:r>
      <w:r>
        <w:tab/>
        <w:t>2.025e0</w:t>
      </w:r>
    </w:p>
    <w:p w:rsidR="006974AE" w:rsidRDefault="006974AE" w:rsidP="006974AE">
      <w:r>
        <w:t>561.8199</w:t>
      </w:r>
      <w:r>
        <w:tab/>
        <w:t>2.025e0</w:t>
      </w:r>
    </w:p>
    <w:p w:rsidR="006974AE" w:rsidRDefault="006974AE" w:rsidP="006974AE">
      <w:r>
        <w:t>561.8486</w:t>
      </w:r>
      <w:r>
        <w:tab/>
        <w:t>2.025e0</w:t>
      </w:r>
    </w:p>
    <w:p w:rsidR="006974AE" w:rsidRDefault="006974AE" w:rsidP="006974AE">
      <w:r>
        <w:t>561.9194</w:t>
      </w:r>
      <w:r>
        <w:tab/>
        <w:t>1.013e0</w:t>
      </w:r>
    </w:p>
    <w:p w:rsidR="006974AE" w:rsidRDefault="006974AE" w:rsidP="006974AE">
      <w:r>
        <w:t>561.9260</w:t>
      </w:r>
      <w:r>
        <w:tab/>
        <w:t>1.013e0</w:t>
      </w:r>
    </w:p>
    <w:p w:rsidR="006974AE" w:rsidRDefault="006974AE" w:rsidP="006974AE">
      <w:r>
        <w:t>561.9363</w:t>
      </w:r>
      <w:r>
        <w:tab/>
        <w:t>1.013e0</w:t>
      </w:r>
    </w:p>
    <w:p w:rsidR="006974AE" w:rsidRDefault="006974AE" w:rsidP="006974AE">
      <w:r>
        <w:t>561.9840</w:t>
      </w:r>
      <w:r>
        <w:tab/>
        <w:t>1.013e0</w:t>
      </w:r>
    </w:p>
    <w:p w:rsidR="006974AE" w:rsidRDefault="006974AE" w:rsidP="006974AE">
      <w:r>
        <w:t>562.0034</w:t>
      </w:r>
      <w:r>
        <w:tab/>
        <w:t>1.013e0</w:t>
      </w:r>
    </w:p>
    <w:p w:rsidR="006974AE" w:rsidRDefault="006974AE" w:rsidP="006974AE">
      <w:r>
        <w:lastRenderedPageBreak/>
        <w:t>562.0088</w:t>
      </w:r>
      <w:r>
        <w:tab/>
        <w:t>1.013e0</w:t>
      </w:r>
    </w:p>
    <w:p w:rsidR="006974AE" w:rsidRDefault="006974AE" w:rsidP="006974AE">
      <w:r>
        <w:t>562.0137</w:t>
      </w:r>
      <w:r>
        <w:tab/>
        <w:t>1.013e0</w:t>
      </w:r>
    </w:p>
    <w:p w:rsidR="006974AE" w:rsidRDefault="006974AE" w:rsidP="006974AE">
      <w:r>
        <w:t>562.0457</w:t>
      </w:r>
      <w:r>
        <w:tab/>
        <w:t>1.013e0</w:t>
      </w:r>
    </w:p>
    <w:p w:rsidR="006974AE" w:rsidRDefault="006974AE" w:rsidP="006974AE">
      <w:r>
        <w:t>562.0524</w:t>
      </w:r>
      <w:r>
        <w:tab/>
        <w:t>2.025e0</w:t>
      </w:r>
    </w:p>
    <w:p w:rsidR="006974AE" w:rsidRDefault="006974AE" w:rsidP="006974AE">
      <w:r>
        <w:t>562.0614</w:t>
      </w:r>
      <w:r>
        <w:tab/>
        <w:t>1.013e0</w:t>
      </w:r>
    </w:p>
    <w:p w:rsidR="006974AE" w:rsidRDefault="006974AE" w:rsidP="006974AE">
      <w:r>
        <w:t>562.0911</w:t>
      </w:r>
      <w:r>
        <w:tab/>
        <w:t>2.025e0</w:t>
      </w:r>
    </w:p>
    <w:p w:rsidR="006974AE" w:rsidRDefault="006974AE" w:rsidP="006974AE">
      <w:r>
        <w:t>562.0986</w:t>
      </w:r>
      <w:r>
        <w:tab/>
        <w:t>2.025e0</w:t>
      </w:r>
    </w:p>
    <w:p w:rsidR="006974AE" w:rsidRDefault="006974AE" w:rsidP="006974AE">
      <w:r>
        <w:t>562.1358</w:t>
      </w:r>
      <w:r>
        <w:tab/>
        <w:t>1.013e0</w:t>
      </w:r>
    </w:p>
    <w:p w:rsidR="006974AE" w:rsidRDefault="006974AE" w:rsidP="006974AE">
      <w:r>
        <w:t>562.1388</w:t>
      </w:r>
      <w:r>
        <w:tab/>
        <w:t>1.013e0</w:t>
      </w:r>
    </w:p>
    <w:p w:rsidR="006974AE" w:rsidRDefault="006974AE" w:rsidP="006974AE">
      <w:r>
        <w:t>562.1685</w:t>
      </w:r>
      <w:r>
        <w:tab/>
        <w:t>3.038e0</w:t>
      </w:r>
    </w:p>
    <w:p w:rsidR="006974AE" w:rsidRDefault="006974AE" w:rsidP="006974AE">
      <w:r>
        <w:t>562.1871</w:t>
      </w:r>
      <w:r>
        <w:tab/>
        <w:t>2.025e0</w:t>
      </w:r>
    </w:p>
    <w:p w:rsidR="006974AE" w:rsidRDefault="006974AE" w:rsidP="006974AE">
      <w:r>
        <w:t>562.1990</w:t>
      </w:r>
      <w:r>
        <w:tab/>
        <w:t>2.025e0</w:t>
      </w:r>
    </w:p>
    <w:p w:rsidR="006974AE" w:rsidRDefault="006974AE" w:rsidP="006974AE">
      <w:r>
        <w:t>562.2277</w:t>
      </w:r>
      <w:r>
        <w:tab/>
        <w:t>1.013e0</w:t>
      </w:r>
    </w:p>
    <w:p w:rsidR="006974AE" w:rsidRDefault="006974AE" w:rsidP="006974AE">
      <w:r>
        <w:t>562.2355</w:t>
      </w:r>
      <w:r>
        <w:tab/>
        <w:t>1.013e0</w:t>
      </w:r>
    </w:p>
    <w:p w:rsidR="006974AE" w:rsidRDefault="006974AE" w:rsidP="006974AE">
      <w:r>
        <w:t>562.2422</w:t>
      </w:r>
      <w:r>
        <w:tab/>
        <w:t>2.025e0</w:t>
      </w:r>
    </w:p>
    <w:p w:rsidR="006974AE" w:rsidRDefault="006974AE" w:rsidP="006974AE">
      <w:r>
        <w:t>562.2468</w:t>
      </w:r>
      <w:r>
        <w:tab/>
        <w:t>2.025e0</w:t>
      </w:r>
    </w:p>
    <w:p w:rsidR="006974AE" w:rsidRDefault="006974AE" w:rsidP="006974AE">
      <w:r>
        <w:t>562.2641</w:t>
      </w:r>
      <w:r>
        <w:tab/>
        <w:t>2.025e0</w:t>
      </w:r>
    </w:p>
    <w:p w:rsidR="006974AE" w:rsidRDefault="006974AE" w:rsidP="006974AE">
      <w:r>
        <w:t>562.2689</w:t>
      </w:r>
      <w:r>
        <w:tab/>
        <w:t>2.990e0</w:t>
      </w:r>
    </w:p>
    <w:p w:rsidR="006974AE" w:rsidRDefault="006974AE" w:rsidP="006974AE">
      <w:r>
        <w:t>562.3082</w:t>
      </w:r>
      <w:r>
        <w:tab/>
        <w:t>2.025e0</w:t>
      </w:r>
    </w:p>
    <w:p w:rsidR="006974AE" w:rsidRDefault="006974AE" w:rsidP="006974AE">
      <w:r>
        <w:lastRenderedPageBreak/>
        <w:t>562.3137</w:t>
      </w:r>
      <w:r>
        <w:tab/>
        <w:t>1.013e0</w:t>
      </w:r>
    </w:p>
    <w:p w:rsidR="006974AE" w:rsidRDefault="006974AE" w:rsidP="006974AE">
      <w:r>
        <w:t>562.3613</w:t>
      </w:r>
      <w:r>
        <w:tab/>
        <w:t>1.013e0</w:t>
      </w:r>
    </w:p>
    <w:p w:rsidR="006974AE" w:rsidRDefault="006974AE" w:rsidP="006974AE">
      <w:r>
        <w:t>562.3624</w:t>
      </w:r>
      <w:r>
        <w:tab/>
        <w:t>7.966e0</w:t>
      </w:r>
    </w:p>
    <w:p w:rsidR="006974AE" w:rsidRDefault="006974AE" w:rsidP="006974AE">
      <w:r>
        <w:t>562.3695</w:t>
      </w:r>
      <w:r>
        <w:tab/>
        <w:t>1.013e0</w:t>
      </w:r>
    </w:p>
    <w:p w:rsidR="006974AE" w:rsidRDefault="006974AE" w:rsidP="006974AE">
      <w:r>
        <w:t>562.3819</w:t>
      </w:r>
      <w:r>
        <w:tab/>
        <w:t>2.025e0</w:t>
      </w:r>
    </w:p>
    <w:p w:rsidR="006974AE" w:rsidRDefault="006974AE" w:rsidP="006974AE">
      <w:r>
        <w:t>562.4104</w:t>
      </w:r>
      <w:r>
        <w:tab/>
        <w:t>1.013e0</w:t>
      </w:r>
    </w:p>
    <w:p w:rsidR="006974AE" w:rsidRDefault="006974AE" w:rsidP="006974AE">
      <w:r>
        <w:t>562.4249</w:t>
      </w:r>
      <w:r>
        <w:tab/>
        <w:t>2.025e0</w:t>
      </w:r>
    </w:p>
    <w:p w:rsidR="006974AE" w:rsidRDefault="006974AE" w:rsidP="006974AE">
      <w:r>
        <w:t>562.4409</w:t>
      </w:r>
      <w:r>
        <w:tab/>
        <w:t>3.038e0</w:t>
      </w:r>
    </w:p>
    <w:p w:rsidR="006974AE" w:rsidRDefault="006974AE" w:rsidP="006974AE">
      <w:r>
        <w:t>562.4805</w:t>
      </w:r>
      <w:r>
        <w:tab/>
        <w:t>1.013e0</w:t>
      </w:r>
    </w:p>
    <w:p w:rsidR="006974AE" w:rsidRDefault="006974AE" w:rsidP="006974AE">
      <w:r>
        <w:t>562.5363</w:t>
      </w:r>
      <w:r>
        <w:tab/>
        <w:t>1.013e0</w:t>
      </w:r>
    </w:p>
    <w:p w:rsidR="006974AE" w:rsidRDefault="006974AE" w:rsidP="006974AE">
      <w:r>
        <w:t>562.6033</w:t>
      </w:r>
      <w:r>
        <w:tab/>
        <w:t>1.013e0</w:t>
      </w:r>
    </w:p>
    <w:p w:rsidR="006974AE" w:rsidRDefault="006974AE" w:rsidP="006974AE">
      <w:r>
        <w:t>562.6069</w:t>
      </w:r>
      <w:r>
        <w:tab/>
        <w:t>1.013e0</w:t>
      </w:r>
    </w:p>
    <w:p w:rsidR="006974AE" w:rsidRDefault="006974AE" w:rsidP="006974AE">
      <w:r>
        <w:t>562.6771</w:t>
      </w:r>
      <w:r>
        <w:tab/>
        <w:t>1.013e0</w:t>
      </w:r>
    </w:p>
    <w:p w:rsidR="006974AE" w:rsidRDefault="006974AE" w:rsidP="006974AE">
      <w:r>
        <w:t>562.6815</w:t>
      </w:r>
      <w:r>
        <w:tab/>
        <w:t>1.013e0</w:t>
      </w:r>
    </w:p>
    <w:p w:rsidR="006974AE" w:rsidRDefault="006974AE" w:rsidP="006974AE">
      <w:r>
        <w:t>562.7582</w:t>
      </w:r>
      <w:r>
        <w:tab/>
        <w:t>1.013e0</w:t>
      </w:r>
    </w:p>
    <w:p w:rsidR="006974AE" w:rsidRDefault="006974AE" w:rsidP="006974AE">
      <w:r>
        <w:t>562.8164</w:t>
      </w:r>
      <w:r>
        <w:tab/>
        <w:t>1.013e0</w:t>
      </w:r>
    </w:p>
    <w:p w:rsidR="006974AE" w:rsidRDefault="006974AE" w:rsidP="006974AE">
      <w:r>
        <w:t>562.8364</w:t>
      </w:r>
      <w:r>
        <w:tab/>
        <w:t>1.013e0</w:t>
      </w:r>
    </w:p>
    <w:p w:rsidR="006974AE" w:rsidRDefault="006974AE" w:rsidP="006974AE">
      <w:r>
        <w:t>562.8403</w:t>
      </w:r>
      <w:r>
        <w:tab/>
        <w:t>1.013e0</w:t>
      </w:r>
    </w:p>
    <w:p w:rsidR="006974AE" w:rsidRDefault="006974AE" w:rsidP="006974AE">
      <w:r>
        <w:t>562.8551</w:t>
      </w:r>
      <w:r>
        <w:tab/>
        <w:t>1.013e0</w:t>
      </w:r>
    </w:p>
    <w:p w:rsidR="006974AE" w:rsidRDefault="006974AE" w:rsidP="006974AE">
      <w:r>
        <w:lastRenderedPageBreak/>
        <w:t>562.8849</w:t>
      </w:r>
      <w:r>
        <w:tab/>
        <w:t>1.013e0</w:t>
      </w:r>
    </w:p>
    <w:p w:rsidR="006974AE" w:rsidRDefault="006974AE" w:rsidP="006974AE">
      <w:r>
        <w:t>562.8940</w:t>
      </w:r>
      <w:r>
        <w:tab/>
        <w:t>1.013e0</w:t>
      </w:r>
    </w:p>
    <w:p w:rsidR="006974AE" w:rsidRDefault="006974AE" w:rsidP="006974AE">
      <w:r>
        <w:t>562.9115</w:t>
      </w:r>
      <w:r>
        <w:tab/>
        <w:t>1.013e0</w:t>
      </w:r>
    </w:p>
    <w:p w:rsidR="006974AE" w:rsidRDefault="006974AE" w:rsidP="006974AE">
      <w:r>
        <w:t>562.9333</w:t>
      </w:r>
      <w:r>
        <w:tab/>
        <w:t>1.013e0</w:t>
      </w:r>
    </w:p>
    <w:p w:rsidR="006974AE" w:rsidRDefault="006974AE" w:rsidP="006974AE">
      <w:r>
        <w:t>562.9460</w:t>
      </w:r>
      <w:r>
        <w:tab/>
        <w:t>3.038e0</w:t>
      </w:r>
    </w:p>
    <w:p w:rsidR="006974AE" w:rsidRDefault="006974AE" w:rsidP="006974AE">
      <w:r>
        <w:t>562.9811</w:t>
      </w:r>
      <w:r>
        <w:tab/>
        <w:t>1.013e0</w:t>
      </w:r>
    </w:p>
    <w:p w:rsidR="006974AE" w:rsidRDefault="006974AE" w:rsidP="006974AE">
      <w:r>
        <w:t>563.0008</w:t>
      </w:r>
      <w:r>
        <w:tab/>
        <w:t>2.025e0</w:t>
      </w:r>
    </w:p>
    <w:p w:rsidR="006974AE" w:rsidRDefault="006974AE" w:rsidP="006974AE">
      <w:r>
        <w:t>563.0305</w:t>
      </w:r>
      <w:r>
        <w:tab/>
        <w:t>2.025e0</w:t>
      </w:r>
    </w:p>
    <w:p w:rsidR="006974AE" w:rsidRDefault="006974AE" w:rsidP="006974AE">
      <w:r>
        <w:t>563.0833</w:t>
      </w:r>
      <w:r>
        <w:tab/>
        <w:t>2.025e0</w:t>
      </w:r>
    </w:p>
    <w:p w:rsidR="006974AE" w:rsidRDefault="006974AE" w:rsidP="006974AE">
      <w:r>
        <w:t>563.0933</w:t>
      </w:r>
      <w:r>
        <w:tab/>
        <w:t>2.025e0</w:t>
      </w:r>
    </w:p>
    <w:p w:rsidR="006974AE" w:rsidRDefault="006974AE" w:rsidP="006974AE">
      <w:r>
        <w:t>563.1119</w:t>
      </w:r>
      <w:r>
        <w:tab/>
        <w:t>2.025e0</w:t>
      </w:r>
    </w:p>
    <w:p w:rsidR="006974AE" w:rsidRDefault="006974AE" w:rsidP="006974AE">
      <w:r>
        <w:t>563.1298</w:t>
      </w:r>
      <w:r>
        <w:tab/>
        <w:t>1.013e0</w:t>
      </w:r>
    </w:p>
    <w:p w:rsidR="006974AE" w:rsidRDefault="006974AE" w:rsidP="006974AE">
      <w:r>
        <w:t>563.1465</w:t>
      </w:r>
      <w:r>
        <w:tab/>
        <w:t>1.013e0</w:t>
      </w:r>
    </w:p>
    <w:p w:rsidR="006974AE" w:rsidRDefault="006974AE" w:rsidP="006974AE">
      <w:r>
        <w:t>563.1716</w:t>
      </w:r>
      <w:r>
        <w:tab/>
        <w:t>2.025e0</w:t>
      </w:r>
    </w:p>
    <w:p w:rsidR="006974AE" w:rsidRDefault="006974AE" w:rsidP="006974AE">
      <w:r>
        <w:t>563.1752</w:t>
      </w:r>
      <w:r>
        <w:tab/>
        <w:t>2.025e0</w:t>
      </w:r>
    </w:p>
    <w:p w:rsidR="006974AE" w:rsidRDefault="006974AE" w:rsidP="006974AE">
      <w:r>
        <w:t>563.1797</w:t>
      </w:r>
      <w:r>
        <w:tab/>
        <w:t>3.038e0</w:t>
      </w:r>
    </w:p>
    <w:p w:rsidR="006974AE" w:rsidRDefault="006974AE" w:rsidP="006974AE">
      <w:r>
        <w:t>563.2015</w:t>
      </w:r>
      <w:r>
        <w:tab/>
        <w:t>1.013e0</w:t>
      </w:r>
    </w:p>
    <w:p w:rsidR="006974AE" w:rsidRDefault="006974AE" w:rsidP="006974AE">
      <w:r>
        <w:t>563.2233</w:t>
      </w:r>
      <w:r>
        <w:tab/>
        <w:t>1.013e0</w:t>
      </w:r>
    </w:p>
    <w:p w:rsidR="006974AE" w:rsidRDefault="006974AE" w:rsidP="006974AE">
      <w:r>
        <w:t>563.2377</w:t>
      </w:r>
      <w:r>
        <w:tab/>
        <w:t>1.013e0</w:t>
      </w:r>
    </w:p>
    <w:p w:rsidR="006974AE" w:rsidRDefault="006974AE" w:rsidP="006974AE">
      <w:r>
        <w:lastRenderedPageBreak/>
        <w:t>563.2429</w:t>
      </w:r>
      <w:r>
        <w:tab/>
        <w:t>3.605e0</w:t>
      </w:r>
    </w:p>
    <w:p w:rsidR="006974AE" w:rsidRDefault="006974AE" w:rsidP="006974AE">
      <w:r>
        <w:t>563.2449</w:t>
      </w:r>
      <w:r>
        <w:tab/>
        <w:t>4.051e0</w:t>
      </w:r>
    </w:p>
    <w:p w:rsidR="006974AE" w:rsidRDefault="006974AE" w:rsidP="006974AE">
      <w:r>
        <w:t>563.2562</w:t>
      </w:r>
      <w:r>
        <w:tab/>
        <w:t>1.013e0</w:t>
      </w:r>
    </w:p>
    <w:p w:rsidR="006974AE" w:rsidRDefault="006974AE" w:rsidP="006974AE">
      <w:r>
        <w:t>563.2572</w:t>
      </w:r>
      <w:r>
        <w:tab/>
        <w:t>9.038e0</w:t>
      </w:r>
    </w:p>
    <w:p w:rsidR="006974AE" w:rsidRDefault="006974AE" w:rsidP="006974AE">
      <w:r>
        <w:t>563.3306</w:t>
      </w:r>
      <w:r>
        <w:tab/>
        <w:t>1.013e0</w:t>
      </w:r>
    </w:p>
    <w:p w:rsidR="006974AE" w:rsidRDefault="006974AE" w:rsidP="006974AE">
      <w:r>
        <w:t>563.3423</w:t>
      </w:r>
      <w:r>
        <w:tab/>
        <w:t>4.051e0</w:t>
      </w:r>
    </w:p>
    <w:p w:rsidR="006974AE" w:rsidRDefault="006974AE" w:rsidP="006974AE">
      <w:r>
        <w:t>563.3690</w:t>
      </w:r>
      <w:r>
        <w:tab/>
        <w:t>2.025e0</w:t>
      </w:r>
    </w:p>
    <w:p w:rsidR="006974AE" w:rsidRDefault="006974AE" w:rsidP="006974AE">
      <w:r>
        <w:t>563.3888</w:t>
      </w:r>
      <w:r>
        <w:tab/>
        <w:t>1.013e0</w:t>
      </w:r>
    </w:p>
    <w:p w:rsidR="006974AE" w:rsidRDefault="006974AE" w:rsidP="006974AE">
      <w:r>
        <w:t>563.3976</w:t>
      </w:r>
      <w:r>
        <w:tab/>
        <w:t>5.063e0</w:t>
      </w:r>
    </w:p>
    <w:p w:rsidR="006974AE" w:rsidRDefault="006974AE" w:rsidP="006974AE">
      <w:r>
        <w:t>563.4020</w:t>
      </w:r>
      <w:r>
        <w:tab/>
        <w:t>3.038e0</w:t>
      </w:r>
    </w:p>
    <w:p w:rsidR="006974AE" w:rsidRDefault="006974AE" w:rsidP="006974AE">
      <w:r>
        <w:t>563.4075</w:t>
      </w:r>
      <w:r>
        <w:tab/>
        <w:t>1.013e0</w:t>
      </w:r>
    </w:p>
    <w:p w:rsidR="006974AE" w:rsidRDefault="006974AE" w:rsidP="006974AE">
      <w:r>
        <w:t>563.4269</w:t>
      </w:r>
      <w:r>
        <w:tab/>
        <w:t>1.013e0</w:t>
      </w:r>
    </w:p>
    <w:p w:rsidR="006974AE" w:rsidRDefault="006974AE" w:rsidP="006974AE">
      <w:r>
        <w:t>563.4359</w:t>
      </w:r>
      <w:r>
        <w:tab/>
        <w:t>1.013e0</w:t>
      </w:r>
    </w:p>
    <w:p w:rsidR="006974AE" w:rsidRDefault="006974AE" w:rsidP="006974AE">
      <w:r>
        <w:t>563.4850</w:t>
      </w:r>
      <w:r>
        <w:tab/>
        <w:t>1.013e0</w:t>
      </w:r>
    </w:p>
    <w:p w:rsidR="006974AE" w:rsidRDefault="006974AE" w:rsidP="006974AE">
      <w:r>
        <w:t>563.4947</w:t>
      </w:r>
      <w:r>
        <w:tab/>
        <w:t>2.025e0</w:t>
      </w:r>
    </w:p>
    <w:p w:rsidR="006974AE" w:rsidRDefault="006974AE" w:rsidP="006974AE">
      <w:r>
        <w:t>563.5087</w:t>
      </w:r>
      <w:r>
        <w:tab/>
        <w:t>1.013e0</w:t>
      </w:r>
    </w:p>
    <w:p w:rsidR="006974AE" w:rsidRDefault="006974AE" w:rsidP="006974AE">
      <w:r>
        <w:t>563.5357</w:t>
      </w:r>
      <w:r>
        <w:tab/>
        <w:t>2.025e0</w:t>
      </w:r>
    </w:p>
    <w:p w:rsidR="006974AE" w:rsidRDefault="006974AE" w:rsidP="006974AE">
      <w:r>
        <w:t>563.5529</w:t>
      </w:r>
      <w:r>
        <w:tab/>
        <w:t>1.013e0</w:t>
      </w:r>
    </w:p>
    <w:p w:rsidR="006974AE" w:rsidRDefault="006974AE" w:rsidP="006974AE">
      <w:r>
        <w:t>563.5802</w:t>
      </w:r>
      <w:r>
        <w:tab/>
        <w:t>2.025e0</w:t>
      </w:r>
    </w:p>
    <w:p w:rsidR="006974AE" w:rsidRDefault="006974AE" w:rsidP="006974AE">
      <w:r>
        <w:lastRenderedPageBreak/>
        <w:t>563.5985</w:t>
      </w:r>
      <w:r>
        <w:tab/>
        <w:t>2.025e0</w:t>
      </w:r>
    </w:p>
    <w:p w:rsidR="006974AE" w:rsidRDefault="006974AE" w:rsidP="006974AE">
      <w:r>
        <w:t>563.5999</w:t>
      </w:r>
      <w:r>
        <w:tab/>
        <w:t>3.038e0</w:t>
      </w:r>
    </w:p>
    <w:p w:rsidR="006974AE" w:rsidRDefault="006974AE" w:rsidP="006974AE">
      <w:r>
        <w:t>563.6351</w:t>
      </w:r>
      <w:r>
        <w:tab/>
        <w:t>1.013e0</w:t>
      </w:r>
    </w:p>
    <w:p w:rsidR="006974AE" w:rsidRDefault="006974AE" w:rsidP="006974AE">
      <w:r>
        <w:t>563.6879</w:t>
      </w:r>
      <w:r>
        <w:tab/>
        <w:t>1.013e0</w:t>
      </w:r>
    </w:p>
    <w:p w:rsidR="006974AE" w:rsidRDefault="006974AE" w:rsidP="006974AE">
      <w:r>
        <w:t>563.6908</w:t>
      </w:r>
      <w:r>
        <w:tab/>
        <w:t>3.038e0</w:t>
      </w:r>
    </w:p>
    <w:p w:rsidR="006974AE" w:rsidRDefault="006974AE" w:rsidP="006974AE">
      <w:r>
        <w:t>563.7436</w:t>
      </w:r>
      <w:r>
        <w:tab/>
        <w:t>1.013e0</w:t>
      </w:r>
    </w:p>
    <w:p w:rsidR="006974AE" w:rsidRDefault="006974AE" w:rsidP="006974AE">
      <w:r>
        <w:t>563.7566</w:t>
      </w:r>
      <w:r>
        <w:tab/>
        <w:t>1.013e0</w:t>
      </w:r>
    </w:p>
    <w:p w:rsidR="006974AE" w:rsidRDefault="006974AE" w:rsidP="006974AE">
      <w:r>
        <w:t>563.7767</w:t>
      </w:r>
      <w:r>
        <w:tab/>
        <w:t>1.013e0</w:t>
      </w:r>
    </w:p>
    <w:p w:rsidR="006974AE" w:rsidRDefault="006974AE" w:rsidP="006974AE">
      <w:r>
        <w:t>563.7877</w:t>
      </w:r>
      <w:r>
        <w:tab/>
        <w:t>2.025e0</w:t>
      </w:r>
    </w:p>
    <w:p w:rsidR="006974AE" w:rsidRDefault="006974AE" w:rsidP="006974AE">
      <w:r>
        <w:t>563.8503</w:t>
      </w:r>
      <w:r>
        <w:tab/>
        <w:t>2.025e0</w:t>
      </w:r>
    </w:p>
    <w:p w:rsidR="006974AE" w:rsidRDefault="006974AE" w:rsidP="006974AE">
      <w:r>
        <w:t>563.8699</w:t>
      </w:r>
      <w:r>
        <w:tab/>
        <w:t>1.013e0</w:t>
      </w:r>
    </w:p>
    <w:p w:rsidR="006974AE" w:rsidRDefault="006974AE" w:rsidP="006974AE">
      <w:r>
        <w:t>563.8925</w:t>
      </w:r>
      <w:r>
        <w:tab/>
        <w:t>2.025e0</w:t>
      </w:r>
    </w:p>
    <w:p w:rsidR="006974AE" w:rsidRDefault="006974AE" w:rsidP="006974AE">
      <w:r>
        <w:t>563.9147</w:t>
      </w:r>
      <w:r>
        <w:tab/>
        <w:t>2.025e0</w:t>
      </w:r>
    </w:p>
    <w:p w:rsidR="006974AE" w:rsidRDefault="006974AE" w:rsidP="006974AE">
      <w:r>
        <w:t>563.9202</w:t>
      </w:r>
      <w:r>
        <w:tab/>
        <w:t>2.025e0</w:t>
      </w:r>
    </w:p>
    <w:p w:rsidR="006974AE" w:rsidRDefault="006974AE" w:rsidP="006974AE">
      <w:r>
        <w:t>563.9414</w:t>
      </w:r>
      <w:r>
        <w:tab/>
        <w:t>1.013e0</w:t>
      </w:r>
    </w:p>
    <w:p w:rsidR="006974AE" w:rsidRDefault="006974AE" w:rsidP="006974AE">
      <w:r>
        <w:t>563.9949</w:t>
      </w:r>
      <w:r>
        <w:tab/>
        <w:t>2.025e0</w:t>
      </w:r>
    </w:p>
    <w:p w:rsidR="006974AE" w:rsidRDefault="006974AE" w:rsidP="006974AE">
      <w:r>
        <w:t>564.0232</w:t>
      </w:r>
      <w:r>
        <w:tab/>
        <w:t>2.025e0</w:t>
      </w:r>
    </w:p>
    <w:p w:rsidR="006974AE" w:rsidRDefault="006974AE" w:rsidP="006974AE">
      <w:r>
        <w:t>564.0670</w:t>
      </w:r>
      <w:r>
        <w:tab/>
        <w:t>1.013e0</w:t>
      </w:r>
    </w:p>
    <w:p w:rsidR="006974AE" w:rsidRDefault="006974AE" w:rsidP="006974AE">
      <w:r>
        <w:t>564.0872</w:t>
      </w:r>
      <w:r>
        <w:tab/>
        <w:t>4.051e0</w:t>
      </w:r>
    </w:p>
    <w:p w:rsidR="006974AE" w:rsidRDefault="006974AE" w:rsidP="006974AE">
      <w:r>
        <w:lastRenderedPageBreak/>
        <w:t>564.1443</w:t>
      </w:r>
      <w:r>
        <w:tab/>
        <w:t>2.025e0</w:t>
      </w:r>
    </w:p>
    <w:p w:rsidR="006974AE" w:rsidRDefault="006974AE" w:rsidP="006974AE">
      <w:r>
        <w:t>564.1454</w:t>
      </w:r>
      <w:r>
        <w:tab/>
        <w:t>1.013e0</w:t>
      </w:r>
    </w:p>
    <w:p w:rsidR="006974AE" w:rsidRDefault="006974AE" w:rsidP="006974AE">
      <w:r>
        <w:t>564.1507</w:t>
      </w:r>
      <w:r>
        <w:tab/>
        <w:t>2.025e0</w:t>
      </w:r>
    </w:p>
    <w:p w:rsidR="006974AE" w:rsidRDefault="006974AE" w:rsidP="006974AE">
      <w:r>
        <w:t>564.1893</w:t>
      </w:r>
      <w:r>
        <w:tab/>
        <w:t>2.025e0</w:t>
      </w:r>
    </w:p>
    <w:p w:rsidR="006974AE" w:rsidRDefault="006974AE" w:rsidP="006974AE">
      <w:r>
        <w:t>564.2156</w:t>
      </w:r>
      <w:r>
        <w:tab/>
        <w:t>6.076e0</w:t>
      </w:r>
    </w:p>
    <w:p w:rsidR="006974AE" w:rsidRDefault="006974AE" w:rsidP="006974AE">
      <w:r>
        <w:t>564.2172</w:t>
      </w:r>
      <w:r>
        <w:tab/>
        <w:t>2.524e1</w:t>
      </w:r>
    </w:p>
    <w:p w:rsidR="006974AE" w:rsidRDefault="006974AE" w:rsidP="006974AE">
      <w:r>
        <w:t>564.2186</w:t>
      </w:r>
      <w:r>
        <w:tab/>
        <w:t>4.139e1</w:t>
      </w:r>
    </w:p>
    <w:p w:rsidR="006974AE" w:rsidRDefault="006974AE" w:rsidP="006974AE">
      <w:r>
        <w:t>564.2231</w:t>
      </w:r>
      <w:r>
        <w:tab/>
        <w:t>1.013e0</w:t>
      </w:r>
    </w:p>
    <w:p w:rsidR="006974AE" w:rsidRDefault="006974AE" w:rsidP="006974AE">
      <w:r>
        <w:t>564.2335</w:t>
      </w:r>
      <w:r>
        <w:tab/>
        <w:t>9.114e0</w:t>
      </w:r>
    </w:p>
    <w:p w:rsidR="006974AE" w:rsidRDefault="006974AE" w:rsidP="006974AE">
      <w:r>
        <w:t>564.2407</w:t>
      </w:r>
      <w:r>
        <w:tab/>
        <w:t>1.924e1</w:t>
      </w:r>
    </w:p>
    <w:p w:rsidR="006974AE" w:rsidRDefault="006974AE" w:rsidP="006974AE">
      <w:r>
        <w:t>564.2611</w:t>
      </w:r>
      <w:r>
        <w:tab/>
        <w:t>9.114e0</w:t>
      </w:r>
    </w:p>
    <w:p w:rsidR="006974AE" w:rsidRDefault="006974AE" w:rsidP="006974AE">
      <w:r>
        <w:t>564.2661</w:t>
      </w:r>
      <w:r>
        <w:tab/>
        <w:t>2.176e0</w:t>
      </w:r>
    </w:p>
    <w:p w:rsidR="006974AE" w:rsidRDefault="006974AE" w:rsidP="006974AE">
      <w:r>
        <w:t>564.3218</w:t>
      </w:r>
      <w:r>
        <w:tab/>
        <w:t>1.013e0</w:t>
      </w:r>
    </w:p>
    <w:p w:rsidR="006974AE" w:rsidRDefault="006974AE" w:rsidP="006974AE">
      <w:r>
        <w:t>564.3326</w:t>
      </w:r>
      <w:r>
        <w:tab/>
        <w:t>2.025e0</w:t>
      </w:r>
    </w:p>
    <w:p w:rsidR="006974AE" w:rsidRDefault="006974AE" w:rsidP="006974AE">
      <w:r>
        <w:t>564.3410</w:t>
      </w:r>
      <w:r>
        <w:tab/>
        <w:t>2.025e0</w:t>
      </w:r>
    </w:p>
    <w:p w:rsidR="006974AE" w:rsidRDefault="006974AE" w:rsidP="006974AE">
      <w:r>
        <w:t>564.3494</w:t>
      </w:r>
      <w:r>
        <w:tab/>
        <w:t>1.013e0</w:t>
      </w:r>
    </w:p>
    <w:p w:rsidR="006974AE" w:rsidRDefault="006974AE" w:rsidP="006974AE">
      <w:r>
        <w:t>564.3688</w:t>
      </w:r>
      <w:r>
        <w:tab/>
        <w:t>1.013e0</w:t>
      </w:r>
    </w:p>
    <w:p w:rsidR="006974AE" w:rsidRDefault="006974AE" w:rsidP="006974AE">
      <w:r>
        <w:t>564.3752</w:t>
      </w:r>
      <w:r>
        <w:tab/>
        <w:t>1.013e0</w:t>
      </w:r>
    </w:p>
    <w:p w:rsidR="006974AE" w:rsidRDefault="006974AE" w:rsidP="006974AE">
      <w:r>
        <w:t>564.3875</w:t>
      </w:r>
      <w:r>
        <w:tab/>
        <w:t>1.013e0</w:t>
      </w:r>
    </w:p>
    <w:p w:rsidR="006974AE" w:rsidRDefault="006974AE" w:rsidP="006974AE">
      <w:r>
        <w:lastRenderedPageBreak/>
        <w:t>564.4009</w:t>
      </w:r>
      <w:r>
        <w:tab/>
        <w:t>2.651e0</w:t>
      </w:r>
    </w:p>
    <w:p w:rsidR="006974AE" w:rsidRDefault="006974AE" w:rsidP="006974AE">
      <w:r>
        <w:t>564.4271</w:t>
      </w:r>
      <w:r>
        <w:tab/>
        <w:t>2.025e0</w:t>
      </w:r>
    </w:p>
    <w:p w:rsidR="006974AE" w:rsidRDefault="006974AE" w:rsidP="006974AE">
      <w:r>
        <w:t>564.5008</w:t>
      </w:r>
      <w:r>
        <w:tab/>
        <w:t>1.013e0</w:t>
      </w:r>
    </w:p>
    <w:p w:rsidR="006974AE" w:rsidRDefault="006974AE" w:rsidP="006974AE">
      <w:r>
        <w:t>564.5145</w:t>
      </w:r>
      <w:r>
        <w:tab/>
        <w:t>1.013e0</w:t>
      </w:r>
    </w:p>
    <w:p w:rsidR="006974AE" w:rsidRDefault="006974AE" w:rsidP="006974AE">
      <w:r>
        <w:t>564.5384</w:t>
      </w:r>
      <w:r>
        <w:tab/>
        <w:t>1.013e0</w:t>
      </w:r>
    </w:p>
    <w:p w:rsidR="006974AE" w:rsidRDefault="006974AE" w:rsidP="006974AE">
      <w:r>
        <w:t>564.5526</w:t>
      </w:r>
      <w:r>
        <w:tab/>
        <w:t>1.013e0</w:t>
      </w:r>
    </w:p>
    <w:p w:rsidR="006974AE" w:rsidRDefault="006974AE" w:rsidP="006974AE">
      <w:r>
        <w:t>564.5561</w:t>
      </w:r>
      <w:r>
        <w:tab/>
        <w:t>1.013e0</w:t>
      </w:r>
    </w:p>
    <w:p w:rsidR="006974AE" w:rsidRDefault="006974AE" w:rsidP="006974AE">
      <w:r>
        <w:t>564.6116</w:t>
      </w:r>
      <w:r>
        <w:tab/>
        <w:t>1.013e0</w:t>
      </w:r>
    </w:p>
    <w:p w:rsidR="006974AE" w:rsidRDefault="006974AE" w:rsidP="006974AE">
      <w:r>
        <w:t>564.6554</w:t>
      </w:r>
      <w:r>
        <w:tab/>
        <w:t>2.025e0</w:t>
      </w:r>
    </w:p>
    <w:p w:rsidR="006974AE" w:rsidRDefault="006974AE" w:rsidP="006974AE">
      <w:r>
        <w:t>564.6692</w:t>
      </w:r>
      <w:r>
        <w:tab/>
        <w:t>1.013e0</w:t>
      </w:r>
    </w:p>
    <w:p w:rsidR="006974AE" w:rsidRDefault="006974AE" w:rsidP="006974AE">
      <w:r>
        <w:t>564.6983</w:t>
      </w:r>
      <w:r>
        <w:tab/>
        <w:t>1.013e0</w:t>
      </w:r>
    </w:p>
    <w:p w:rsidR="006974AE" w:rsidRDefault="006974AE" w:rsidP="006974AE">
      <w:r>
        <w:t>564.7087</w:t>
      </w:r>
      <w:r>
        <w:tab/>
        <w:t>1.013e0</w:t>
      </w:r>
    </w:p>
    <w:p w:rsidR="006974AE" w:rsidRDefault="006974AE" w:rsidP="006974AE">
      <w:r>
        <w:t>564.7275</w:t>
      </w:r>
      <w:r>
        <w:tab/>
        <w:t>1.013e0</w:t>
      </w:r>
    </w:p>
    <w:p w:rsidR="006974AE" w:rsidRDefault="006974AE" w:rsidP="006974AE">
      <w:r>
        <w:t>564.7358</w:t>
      </w:r>
      <w:r>
        <w:tab/>
        <w:t>1.013e0</w:t>
      </w:r>
    </w:p>
    <w:p w:rsidR="006974AE" w:rsidRDefault="006974AE" w:rsidP="006974AE">
      <w:r>
        <w:t>564.7865</w:t>
      </w:r>
      <w:r>
        <w:tab/>
        <w:t>1.013e0</w:t>
      </w:r>
    </w:p>
    <w:p w:rsidR="006974AE" w:rsidRDefault="006974AE" w:rsidP="006974AE">
      <w:r>
        <w:t>564.7958</w:t>
      </w:r>
      <w:r>
        <w:tab/>
        <w:t>2.025e0</w:t>
      </w:r>
    </w:p>
    <w:p w:rsidR="006974AE" w:rsidRDefault="006974AE" w:rsidP="006974AE">
      <w:r>
        <w:t>564.8351</w:t>
      </w:r>
      <w:r>
        <w:tab/>
        <w:t>1.013e0</w:t>
      </w:r>
    </w:p>
    <w:p w:rsidR="006974AE" w:rsidRDefault="006974AE" w:rsidP="006974AE">
      <w:r>
        <w:t>564.8606</w:t>
      </w:r>
      <w:r>
        <w:tab/>
        <w:t>2.025e0</w:t>
      </w:r>
    </w:p>
    <w:p w:rsidR="006974AE" w:rsidRDefault="006974AE" w:rsidP="006974AE">
      <w:r>
        <w:t>564.9808</w:t>
      </w:r>
      <w:r>
        <w:tab/>
        <w:t>1.013e0</w:t>
      </w:r>
    </w:p>
    <w:p w:rsidR="006974AE" w:rsidRDefault="006974AE" w:rsidP="006974AE">
      <w:r>
        <w:lastRenderedPageBreak/>
        <w:t>565.0093</w:t>
      </w:r>
      <w:r>
        <w:tab/>
        <w:t>1.013e0</w:t>
      </w:r>
    </w:p>
    <w:p w:rsidR="006974AE" w:rsidRDefault="006974AE" w:rsidP="006974AE">
      <w:r>
        <w:t>565.0291</w:t>
      </w:r>
      <w:r>
        <w:tab/>
        <w:t>2.025e0</w:t>
      </w:r>
    </w:p>
    <w:p w:rsidR="006974AE" w:rsidRDefault="006974AE" w:rsidP="006974AE">
      <w:r>
        <w:t>565.0676</w:t>
      </w:r>
      <w:r>
        <w:tab/>
        <w:t>1.013e0</w:t>
      </w:r>
    </w:p>
    <w:p w:rsidR="006974AE" w:rsidRDefault="006974AE" w:rsidP="006974AE">
      <w:r>
        <w:t>565.0781</w:t>
      </w:r>
      <w:r>
        <w:tab/>
        <w:t>1.013e0</w:t>
      </w:r>
    </w:p>
    <w:p w:rsidR="006974AE" w:rsidRDefault="006974AE" w:rsidP="006974AE">
      <w:r>
        <w:t>565.0811</w:t>
      </w:r>
      <w:r>
        <w:tab/>
        <w:t>2.025e0</w:t>
      </w:r>
    </w:p>
    <w:p w:rsidR="006974AE" w:rsidRDefault="006974AE" w:rsidP="006974AE">
      <w:r>
        <w:t>565.0965</w:t>
      </w:r>
      <w:r>
        <w:tab/>
        <w:t>1.013e0</w:t>
      </w:r>
    </w:p>
    <w:p w:rsidR="006974AE" w:rsidRDefault="006974AE" w:rsidP="006974AE">
      <w:r>
        <w:t>565.1508</w:t>
      </w:r>
      <w:r>
        <w:tab/>
        <w:t>1.013e0</w:t>
      </w:r>
    </w:p>
    <w:p w:rsidR="006974AE" w:rsidRDefault="006974AE" w:rsidP="006974AE">
      <w:r>
        <w:t>565.1745</w:t>
      </w:r>
      <w:r>
        <w:tab/>
        <w:t>2.025e0</w:t>
      </w:r>
    </w:p>
    <w:p w:rsidR="006974AE" w:rsidRDefault="006974AE" w:rsidP="006974AE">
      <w:r>
        <w:t>565.2147</w:t>
      </w:r>
      <w:r>
        <w:tab/>
        <w:t>8.101e0</w:t>
      </w:r>
    </w:p>
    <w:p w:rsidR="006974AE" w:rsidRDefault="006974AE" w:rsidP="006974AE">
      <w:r>
        <w:t>565.2222</w:t>
      </w:r>
      <w:r>
        <w:tab/>
        <w:t>3.038e0</w:t>
      </w:r>
    </w:p>
    <w:p w:rsidR="006974AE" w:rsidRDefault="006974AE" w:rsidP="006974AE">
      <w:r>
        <w:t>565.2254</w:t>
      </w:r>
      <w:r>
        <w:tab/>
        <w:t>9.040e0</w:t>
      </w:r>
    </w:p>
    <w:p w:rsidR="006974AE" w:rsidRDefault="006974AE" w:rsidP="006974AE">
      <w:r>
        <w:t>565.2306</w:t>
      </w:r>
      <w:r>
        <w:tab/>
        <w:t>1.292e1</w:t>
      </w:r>
    </w:p>
    <w:p w:rsidR="006974AE" w:rsidRDefault="006974AE" w:rsidP="006974AE">
      <w:r>
        <w:t>565.2371</w:t>
      </w:r>
      <w:r>
        <w:tab/>
        <w:t>1.114e1</w:t>
      </w:r>
    </w:p>
    <w:p w:rsidR="006974AE" w:rsidRDefault="006974AE" w:rsidP="006974AE">
      <w:r>
        <w:t>565.2529</w:t>
      </w:r>
      <w:r>
        <w:tab/>
        <w:t>2.025e0</w:t>
      </w:r>
    </w:p>
    <w:p w:rsidR="006974AE" w:rsidRDefault="006974AE" w:rsidP="006974AE">
      <w:r>
        <w:t>565.3113</w:t>
      </w:r>
      <w:r>
        <w:tab/>
        <w:t>2.025e0</w:t>
      </w:r>
    </w:p>
    <w:p w:rsidR="006974AE" w:rsidRDefault="006974AE" w:rsidP="006974AE">
      <w:r>
        <w:t>565.3204</w:t>
      </w:r>
      <w:r>
        <w:tab/>
        <w:t>1.013e0</w:t>
      </w:r>
    </w:p>
    <w:p w:rsidR="006974AE" w:rsidRDefault="006974AE" w:rsidP="006974AE">
      <w:r>
        <w:t>565.3239</w:t>
      </w:r>
      <w:r>
        <w:tab/>
        <w:t>2.025e0</w:t>
      </w:r>
    </w:p>
    <w:p w:rsidR="006974AE" w:rsidRDefault="006974AE" w:rsidP="006974AE">
      <w:r>
        <w:t>565.3469</w:t>
      </w:r>
      <w:r>
        <w:tab/>
        <w:t>3.038e0</w:t>
      </w:r>
    </w:p>
    <w:p w:rsidR="006974AE" w:rsidRDefault="006974AE" w:rsidP="006974AE">
      <w:r>
        <w:t>565.3594</w:t>
      </w:r>
      <w:r>
        <w:tab/>
        <w:t>1.013e0</w:t>
      </w:r>
    </w:p>
    <w:p w:rsidR="006974AE" w:rsidRDefault="006974AE" w:rsidP="006974AE">
      <w:r>
        <w:lastRenderedPageBreak/>
        <w:t>565.3788</w:t>
      </w:r>
      <w:r>
        <w:tab/>
        <w:t>1.013e0</w:t>
      </w:r>
    </w:p>
    <w:p w:rsidR="006974AE" w:rsidRDefault="006974AE" w:rsidP="006974AE">
      <w:r>
        <w:t>565.3857</w:t>
      </w:r>
      <w:r>
        <w:tab/>
        <w:t>2.025e0</w:t>
      </w:r>
    </w:p>
    <w:p w:rsidR="006974AE" w:rsidRDefault="006974AE" w:rsidP="006974AE">
      <w:r>
        <w:t>565.4219</w:t>
      </w:r>
      <w:r>
        <w:tab/>
        <w:t>1.013e0</w:t>
      </w:r>
    </w:p>
    <w:p w:rsidR="006974AE" w:rsidRDefault="006974AE" w:rsidP="006974AE">
      <w:r>
        <w:t>565.4403</w:t>
      </w:r>
      <w:r>
        <w:tab/>
        <w:t>1.013e0</w:t>
      </w:r>
    </w:p>
    <w:p w:rsidR="006974AE" w:rsidRDefault="006974AE" w:rsidP="006974AE">
      <w:r>
        <w:t>565.4937</w:t>
      </w:r>
      <w:r>
        <w:tab/>
        <w:t>1.013e0</w:t>
      </w:r>
    </w:p>
    <w:p w:rsidR="006974AE" w:rsidRDefault="006974AE" w:rsidP="006974AE">
      <w:r>
        <w:t>565.5048</w:t>
      </w:r>
      <w:r>
        <w:tab/>
        <w:t>3.038e0</w:t>
      </w:r>
    </w:p>
    <w:p w:rsidR="006974AE" w:rsidRDefault="006974AE" w:rsidP="006974AE">
      <w:r>
        <w:t>565.5060</w:t>
      </w:r>
      <w:r>
        <w:tab/>
        <w:t>1.013e0</w:t>
      </w:r>
    </w:p>
    <w:p w:rsidR="006974AE" w:rsidRDefault="006974AE" w:rsidP="006974AE">
      <w:r>
        <w:t>565.5449</w:t>
      </w:r>
      <w:r>
        <w:tab/>
        <w:t>2.025e0</w:t>
      </w:r>
    </w:p>
    <w:p w:rsidR="006974AE" w:rsidRDefault="006974AE" w:rsidP="006974AE">
      <w:r>
        <w:t>565.5509</w:t>
      </w:r>
      <w:r>
        <w:tab/>
        <w:t>6.076e0</w:t>
      </w:r>
    </w:p>
    <w:p w:rsidR="006974AE" w:rsidRDefault="006974AE" w:rsidP="006974AE">
      <w:r>
        <w:t>565.5550</w:t>
      </w:r>
      <w:r>
        <w:tab/>
        <w:t>7.089e0</w:t>
      </w:r>
    </w:p>
    <w:p w:rsidR="006974AE" w:rsidRDefault="006974AE" w:rsidP="006974AE">
      <w:r>
        <w:t>565.5609</w:t>
      </w:r>
      <w:r>
        <w:tab/>
        <w:t>4.051e0</w:t>
      </w:r>
    </w:p>
    <w:p w:rsidR="006974AE" w:rsidRDefault="006974AE" w:rsidP="006974AE">
      <w:r>
        <w:t>565.5710</w:t>
      </w:r>
      <w:r>
        <w:tab/>
        <w:t>4.051e0</w:t>
      </w:r>
    </w:p>
    <w:p w:rsidR="006974AE" w:rsidRDefault="006974AE" w:rsidP="006974AE">
      <w:r>
        <w:t>565.6325</w:t>
      </w:r>
      <w:r>
        <w:tab/>
        <w:t>2.025e0</w:t>
      </w:r>
    </w:p>
    <w:p w:rsidR="006974AE" w:rsidRDefault="006974AE" w:rsidP="006974AE">
      <w:r>
        <w:t>565.6667</w:t>
      </w:r>
      <w:r>
        <w:tab/>
        <w:t>2.025e0</w:t>
      </w:r>
    </w:p>
    <w:p w:rsidR="006974AE" w:rsidRDefault="006974AE" w:rsidP="006974AE">
      <w:r>
        <w:t>565.7035</w:t>
      </w:r>
      <w:r>
        <w:tab/>
        <w:t>2.025e0</w:t>
      </w:r>
    </w:p>
    <w:p w:rsidR="006974AE" w:rsidRDefault="006974AE" w:rsidP="006974AE">
      <w:r>
        <w:t>565.7108</w:t>
      </w:r>
      <w:r>
        <w:tab/>
        <w:t>2.025e0</w:t>
      </w:r>
    </w:p>
    <w:p w:rsidR="006974AE" w:rsidRDefault="006974AE" w:rsidP="006974AE">
      <w:r>
        <w:t>565.7640</w:t>
      </w:r>
      <w:r>
        <w:tab/>
        <w:t>1.013e0</w:t>
      </w:r>
    </w:p>
    <w:p w:rsidR="006974AE" w:rsidRDefault="006974AE" w:rsidP="006974AE">
      <w:r>
        <w:t>565.7878</w:t>
      </w:r>
      <w:r>
        <w:tab/>
        <w:t>2.025e0</w:t>
      </w:r>
    </w:p>
    <w:p w:rsidR="006974AE" w:rsidRDefault="006974AE" w:rsidP="006974AE">
      <w:r>
        <w:t>565.8271</w:t>
      </w:r>
      <w:r>
        <w:tab/>
        <w:t>3.038e0</w:t>
      </w:r>
    </w:p>
    <w:p w:rsidR="006974AE" w:rsidRDefault="006974AE" w:rsidP="006974AE">
      <w:r>
        <w:lastRenderedPageBreak/>
        <w:t>565.8382</w:t>
      </w:r>
      <w:r>
        <w:tab/>
        <w:t>1.013e0</w:t>
      </w:r>
    </w:p>
    <w:p w:rsidR="006974AE" w:rsidRDefault="006974AE" w:rsidP="006974AE">
      <w:r>
        <w:t>565.8741</w:t>
      </w:r>
      <w:r>
        <w:tab/>
        <w:t>3.038e0</w:t>
      </w:r>
    </w:p>
    <w:p w:rsidR="006974AE" w:rsidRDefault="006974AE" w:rsidP="006974AE">
      <w:r>
        <w:t>565.8911</w:t>
      </w:r>
      <w:r>
        <w:tab/>
        <w:t>2.025e0</w:t>
      </w:r>
    </w:p>
    <w:p w:rsidR="006974AE" w:rsidRDefault="006974AE" w:rsidP="006974AE">
      <w:r>
        <w:t>565.8953</w:t>
      </w:r>
      <w:r>
        <w:tab/>
        <w:t>2.025e0</w:t>
      </w:r>
    </w:p>
    <w:p w:rsidR="006974AE" w:rsidRDefault="006974AE" w:rsidP="006974AE">
      <w:r>
        <w:t>565.8995</w:t>
      </w:r>
      <w:r>
        <w:tab/>
        <w:t>2.025e0</w:t>
      </w:r>
    </w:p>
    <w:p w:rsidR="006974AE" w:rsidRDefault="006974AE" w:rsidP="006974AE">
      <w:r>
        <w:t>565.9272</w:t>
      </w:r>
      <w:r>
        <w:tab/>
        <w:t>5.063e0</w:t>
      </w:r>
    </w:p>
    <w:p w:rsidR="006974AE" w:rsidRDefault="006974AE" w:rsidP="006974AE">
      <w:r>
        <w:t>565.9623</w:t>
      </w:r>
      <w:r>
        <w:tab/>
        <w:t>1.013e0</w:t>
      </w:r>
    </w:p>
    <w:p w:rsidR="006974AE" w:rsidRDefault="006974AE" w:rsidP="006974AE">
      <w:r>
        <w:t>565.9919</w:t>
      </w:r>
      <w:r>
        <w:tab/>
        <w:t>2.259e0</w:t>
      </w:r>
    </w:p>
    <w:p w:rsidR="006974AE" w:rsidRDefault="006974AE" w:rsidP="006974AE">
      <w:r>
        <w:t>565.9999</w:t>
      </w:r>
      <w:r>
        <w:tab/>
        <w:t>2.025e0</w:t>
      </w:r>
    </w:p>
    <w:p w:rsidR="006974AE" w:rsidRDefault="006974AE" w:rsidP="006974AE">
      <w:r>
        <w:t>566.0114</w:t>
      </w:r>
      <w:r>
        <w:tab/>
        <w:t>1.013e0</w:t>
      </w:r>
    </w:p>
    <w:p w:rsidR="006974AE" w:rsidRDefault="006974AE" w:rsidP="006974AE">
      <w:r>
        <w:t>566.0309</w:t>
      </w:r>
      <w:r>
        <w:tab/>
        <w:t>1.013e0</w:t>
      </w:r>
    </w:p>
    <w:p w:rsidR="006974AE" w:rsidRDefault="006974AE" w:rsidP="006974AE">
      <w:r>
        <w:t>566.0413</w:t>
      </w:r>
      <w:r>
        <w:tab/>
        <w:t>1.013e0</w:t>
      </w:r>
    </w:p>
    <w:p w:rsidR="006974AE" w:rsidRDefault="006974AE" w:rsidP="006974AE">
      <w:r>
        <w:t>566.0795</w:t>
      </w:r>
      <w:r>
        <w:tab/>
        <w:t>1.013e0</w:t>
      </w:r>
    </w:p>
    <w:p w:rsidR="006974AE" w:rsidRDefault="006974AE" w:rsidP="006974AE">
      <w:r>
        <w:t>566.1192</w:t>
      </w:r>
      <w:r>
        <w:tab/>
        <w:t>1.013e0</w:t>
      </w:r>
    </w:p>
    <w:p w:rsidR="006974AE" w:rsidRDefault="006974AE" w:rsidP="006974AE">
      <w:r>
        <w:t>566.1575</w:t>
      </w:r>
      <w:r>
        <w:tab/>
        <w:t>1.013e0</w:t>
      </w:r>
    </w:p>
    <w:p w:rsidR="006974AE" w:rsidRDefault="006974AE" w:rsidP="006974AE">
      <w:r>
        <w:t>566.1622</w:t>
      </w:r>
      <w:r>
        <w:tab/>
        <w:t>1.013e0</w:t>
      </w:r>
    </w:p>
    <w:p w:rsidR="006974AE" w:rsidRDefault="006974AE" w:rsidP="006974AE">
      <w:r>
        <w:t>566.1769</w:t>
      </w:r>
      <w:r>
        <w:tab/>
        <w:t>1.013e0</w:t>
      </w:r>
    </w:p>
    <w:p w:rsidR="006974AE" w:rsidRDefault="006974AE" w:rsidP="006974AE">
      <w:r>
        <w:t>566.1866</w:t>
      </w:r>
      <w:r>
        <w:tab/>
        <w:t>1.013e0</w:t>
      </w:r>
    </w:p>
    <w:p w:rsidR="006974AE" w:rsidRDefault="006974AE" w:rsidP="006974AE">
      <w:r>
        <w:t>566.2050</w:t>
      </w:r>
      <w:r>
        <w:tab/>
        <w:t>6.076e0</w:t>
      </w:r>
    </w:p>
    <w:p w:rsidR="006974AE" w:rsidRDefault="006974AE" w:rsidP="006974AE">
      <w:r>
        <w:lastRenderedPageBreak/>
        <w:t>566.2230</w:t>
      </w:r>
      <w:r>
        <w:tab/>
        <w:t>8.101e0</w:t>
      </w:r>
    </w:p>
    <w:p w:rsidR="006974AE" w:rsidRDefault="006974AE" w:rsidP="006974AE">
      <w:r>
        <w:t>566.2330</w:t>
      </w:r>
      <w:r>
        <w:tab/>
        <w:t>7.860e0</w:t>
      </w:r>
    </w:p>
    <w:p w:rsidR="006974AE" w:rsidRDefault="006974AE" w:rsidP="006974AE">
      <w:r>
        <w:t>566.2391</w:t>
      </w:r>
      <w:r>
        <w:tab/>
        <w:t>3.038e0</w:t>
      </w:r>
    </w:p>
    <w:p w:rsidR="006974AE" w:rsidRDefault="006974AE" w:rsidP="006974AE">
      <w:r>
        <w:t>566.2509</w:t>
      </w:r>
      <w:r>
        <w:tab/>
        <w:t>1.013e0</w:t>
      </w:r>
    </w:p>
    <w:p w:rsidR="006974AE" w:rsidRDefault="006974AE" w:rsidP="006974AE">
      <w:r>
        <w:t>566.2548</w:t>
      </w:r>
      <w:r>
        <w:tab/>
        <w:t>1.013e0</w:t>
      </w:r>
    </w:p>
    <w:p w:rsidR="006974AE" w:rsidRDefault="006974AE" w:rsidP="006974AE">
      <w:r>
        <w:t>566.2582</w:t>
      </w:r>
      <w:r>
        <w:tab/>
        <w:t>3.038e0</w:t>
      </w:r>
    </w:p>
    <w:p w:rsidR="006974AE" w:rsidRDefault="006974AE" w:rsidP="006974AE">
      <w:r>
        <w:t>566.2673</w:t>
      </w:r>
      <w:r>
        <w:tab/>
        <w:t>3.038e0</w:t>
      </w:r>
    </w:p>
    <w:p w:rsidR="006974AE" w:rsidRDefault="006974AE" w:rsidP="006974AE">
      <w:r>
        <w:t>566.2963</w:t>
      </w:r>
      <w:r>
        <w:tab/>
        <w:t>2.025e0</w:t>
      </w:r>
    </w:p>
    <w:p w:rsidR="006974AE" w:rsidRDefault="006974AE" w:rsidP="006974AE">
      <w:r>
        <w:t>566.3620</w:t>
      </w:r>
      <w:r>
        <w:tab/>
        <w:t>1.013e0</w:t>
      </w:r>
    </w:p>
    <w:p w:rsidR="006974AE" w:rsidRDefault="006974AE" w:rsidP="006974AE">
      <w:r>
        <w:t>566.3742</w:t>
      </w:r>
      <w:r>
        <w:tab/>
        <w:t>2.025e0</w:t>
      </w:r>
    </w:p>
    <w:p w:rsidR="006974AE" w:rsidRDefault="006974AE" w:rsidP="006974AE">
      <w:r>
        <w:t>566.3779</w:t>
      </w:r>
      <w:r>
        <w:tab/>
        <w:t>2.025e0</w:t>
      </w:r>
    </w:p>
    <w:p w:rsidR="006974AE" w:rsidRDefault="006974AE" w:rsidP="006974AE">
      <w:r>
        <w:t>566.3822</w:t>
      </w:r>
      <w:r>
        <w:tab/>
        <w:t>2.025e0</w:t>
      </w:r>
    </w:p>
    <w:p w:rsidR="006974AE" w:rsidRDefault="006974AE" w:rsidP="006974AE">
      <w:r>
        <w:t>566.3920</w:t>
      </w:r>
      <w:r>
        <w:tab/>
        <w:t>1.013e0</w:t>
      </w:r>
    </w:p>
    <w:p w:rsidR="006974AE" w:rsidRDefault="006974AE" w:rsidP="006974AE">
      <w:r>
        <w:t>566.4514</w:t>
      </w:r>
      <w:r>
        <w:tab/>
        <w:t>1.013e0</w:t>
      </w:r>
    </w:p>
    <w:p w:rsidR="006974AE" w:rsidRDefault="006974AE" w:rsidP="006974AE">
      <w:r>
        <w:t>566.4598</w:t>
      </w:r>
      <w:r>
        <w:tab/>
        <w:t>2.025e0</w:t>
      </w:r>
    </w:p>
    <w:p w:rsidR="006974AE" w:rsidRDefault="006974AE" w:rsidP="006974AE">
      <w:r>
        <w:t>566.5043</w:t>
      </w:r>
      <w:r>
        <w:tab/>
        <w:t>1.013e0</w:t>
      </w:r>
    </w:p>
    <w:p w:rsidR="006974AE" w:rsidRDefault="006974AE" w:rsidP="006974AE">
      <w:r>
        <w:t>566.5573</w:t>
      </w:r>
      <w:r>
        <w:tab/>
        <w:t>1.013e0</w:t>
      </w:r>
    </w:p>
    <w:p w:rsidR="006974AE" w:rsidRDefault="006974AE" w:rsidP="006974AE">
      <w:r>
        <w:t>566.5669</w:t>
      </w:r>
      <w:r>
        <w:tab/>
        <w:t>3.038e0</w:t>
      </w:r>
    </w:p>
    <w:p w:rsidR="006974AE" w:rsidRDefault="006974AE" w:rsidP="006974AE">
      <w:r>
        <w:t>566.5861</w:t>
      </w:r>
      <w:r>
        <w:tab/>
        <w:t>1.013e0</w:t>
      </w:r>
    </w:p>
    <w:p w:rsidR="006974AE" w:rsidRDefault="006974AE" w:rsidP="006974AE">
      <w:r>
        <w:lastRenderedPageBreak/>
        <w:t>566.6063</w:t>
      </w:r>
      <w:r>
        <w:tab/>
        <w:t>1.013e0</w:t>
      </w:r>
    </w:p>
    <w:p w:rsidR="006974AE" w:rsidRDefault="006974AE" w:rsidP="006974AE">
      <w:r>
        <w:t>566.6104</w:t>
      </w:r>
      <w:r>
        <w:tab/>
        <w:t>2.025e0</w:t>
      </w:r>
    </w:p>
    <w:p w:rsidR="006974AE" w:rsidRDefault="006974AE" w:rsidP="006974AE">
      <w:r>
        <w:t>566.6156</w:t>
      </w:r>
      <w:r>
        <w:tab/>
        <w:t>3.038e0</w:t>
      </w:r>
    </w:p>
    <w:p w:rsidR="006974AE" w:rsidRDefault="006974AE" w:rsidP="006974AE">
      <w:r>
        <w:t>566.6446</w:t>
      </w:r>
      <w:r>
        <w:tab/>
        <w:t>1.013e0</w:t>
      </w:r>
    </w:p>
    <w:p w:rsidR="006974AE" w:rsidRDefault="006974AE" w:rsidP="006974AE">
      <w:r>
        <w:t>566.7038</w:t>
      </w:r>
      <w:r>
        <w:tab/>
        <w:t>1.013e0</w:t>
      </w:r>
    </w:p>
    <w:p w:rsidR="006974AE" w:rsidRDefault="006974AE" w:rsidP="006974AE">
      <w:r>
        <w:t>566.7194</w:t>
      </w:r>
      <w:r>
        <w:tab/>
        <w:t>1.013e0</w:t>
      </w:r>
    </w:p>
    <w:p w:rsidR="006974AE" w:rsidRDefault="006974AE" w:rsidP="006974AE">
      <w:r>
        <w:t>566.7330</w:t>
      </w:r>
      <w:r>
        <w:tab/>
        <w:t>1.013e0</w:t>
      </w:r>
    </w:p>
    <w:p w:rsidR="006974AE" w:rsidRDefault="006974AE" w:rsidP="006974AE">
      <w:r>
        <w:t>566.7937</w:t>
      </w:r>
      <w:r>
        <w:tab/>
        <w:t>1.013e0</w:t>
      </w:r>
    </w:p>
    <w:p w:rsidR="006974AE" w:rsidRDefault="006974AE" w:rsidP="006974AE">
      <w:r>
        <w:t>566.8112</w:t>
      </w:r>
      <w:r>
        <w:tab/>
        <w:t>2.025e0</w:t>
      </w:r>
    </w:p>
    <w:p w:rsidR="006974AE" w:rsidRDefault="006974AE" w:rsidP="006974AE">
      <w:r>
        <w:t>566.8298</w:t>
      </w:r>
      <w:r>
        <w:tab/>
        <w:t>1.013e0</w:t>
      </w:r>
    </w:p>
    <w:p w:rsidR="006974AE" w:rsidRDefault="006974AE" w:rsidP="006974AE">
      <w:r>
        <w:t>566.8688</w:t>
      </w:r>
      <w:r>
        <w:tab/>
        <w:t>1.013e0</w:t>
      </w:r>
    </w:p>
    <w:p w:rsidR="006974AE" w:rsidRDefault="006974AE" w:rsidP="006974AE">
      <w:r>
        <w:t>566.8833</w:t>
      </w:r>
      <w:r>
        <w:tab/>
        <w:t>1.013e0</w:t>
      </w:r>
    </w:p>
    <w:p w:rsidR="006974AE" w:rsidRDefault="006974AE" w:rsidP="006974AE">
      <w:r>
        <w:t>566.8943</w:t>
      </w:r>
      <w:r>
        <w:tab/>
        <w:t>2.025e0</w:t>
      </w:r>
    </w:p>
    <w:p w:rsidR="006974AE" w:rsidRDefault="006974AE" w:rsidP="006974AE">
      <w:r>
        <w:t>566.9472</w:t>
      </w:r>
      <w:r>
        <w:tab/>
        <w:t>2.025e0</w:t>
      </w:r>
    </w:p>
    <w:p w:rsidR="006974AE" w:rsidRDefault="006974AE" w:rsidP="006974AE">
      <w:r>
        <w:t>566.9727</w:t>
      </w:r>
      <w:r>
        <w:tab/>
        <w:t>1.013e0</w:t>
      </w:r>
    </w:p>
    <w:p w:rsidR="006974AE" w:rsidRDefault="006974AE" w:rsidP="006974AE">
      <w:r>
        <w:t>566.9858</w:t>
      </w:r>
      <w:r>
        <w:tab/>
        <w:t>1.013e0</w:t>
      </w:r>
    </w:p>
    <w:p w:rsidR="006974AE" w:rsidRDefault="006974AE" w:rsidP="006974AE">
      <w:r>
        <w:t>566.9940</w:t>
      </w:r>
      <w:r>
        <w:tab/>
        <w:t>4.051e0</w:t>
      </w:r>
    </w:p>
    <w:p w:rsidR="006974AE" w:rsidRDefault="006974AE" w:rsidP="006974AE">
      <w:r>
        <w:t>567.0158</w:t>
      </w:r>
      <w:r>
        <w:tab/>
        <w:t>1.013e0</w:t>
      </w:r>
    </w:p>
    <w:p w:rsidR="006974AE" w:rsidRDefault="006974AE" w:rsidP="006974AE">
      <w:r>
        <w:t>567.0736</w:t>
      </w:r>
      <w:r>
        <w:tab/>
        <w:t>1.013e0</w:t>
      </w:r>
    </w:p>
    <w:p w:rsidR="006974AE" w:rsidRDefault="006974AE" w:rsidP="006974AE">
      <w:r>
        <w:lastRenderedPageBreak/>
        <w:t>567.0939</w:t>
      </w:r>
      <w:r>
        <w:tab/>
        <w:t>1.013e0</w:t>
      </w:r>
    </w:p>
    <w:p w:rsidR="006974AE" w:rsidRDefault="006974AE" w:rsidP="006974AE">
      <w:r>
        <w:t>567.1168</w:t>
      </w:r>
      <w:r>
        <w:tab/>
        <w:t>1.013e0</w:t>
      </w:r>
    </w:p>
    <w:p w:rsidR="006974AE" w:rsidRDefault="006974AE" w:rsidP="006974AE">
      <w:r>
        <w:t>567.1284</w:t>
      </w:r>
      <w:r>
        <w:tab/>
        <w:t>2.025e0</w:t>
      </w:r>
    </w:p>
    <w:p w:rsidR="006974AE" w:rsidRDefault="006974AE" w:rsidP="006974AE">
      <w:r>
        <w:t>567.1625</w:t>
      </w:r>
      <w:r>
        <w:tab/>
        <w:t>2.025e0</w:t>
      </w:r>
    </w:p>
    <w:p w:rsidR="006974AE" w:rsidRDefault="006974AE" w:rsidP="006974AE">
      <w:r>
        <w:t>567.1754</w:t>
      </w:r>
      <w:r>
        <w:tab/>
        <w:t>5.063e0</w:t>
      </w:r>
    </w:p>
    <w:p w:rsidR="006974AE" w:rsidRDefault="006974AE" w:rsidP="006974AE">
      <w:r>
        <w:t>567.1821</w:t>
      </w:r>
      <w:r>
        <w:tab/>
        <w:t>3.038e0</w:t>
      </w:r>
    </w:p>
    <w:p w:rsidR="006974AE" w:rsidRDefault="006974AE" w:rsidP="006974AE">
      <w:r>
        <w:t>567.1907</w:t>
      </w:r>
      <w:r>
        <w:tab/>
        <w:t>1.013e0</w:t>
      </w:r>
    </w:p>
    <w:p w:rsidR="006974AE" w:rsidRDefault="006974AE" w:rsidP="006974AE">
      <w:r>
        <w:t>567.2253</w:t>
      </w:r>
      <w:r>
        <w:tab/>
        <w:t>2.025e0</w:t>
      </w:r>
    </w:p>
    <w:p w:rsidR="006974AE" w:rsidRDefault="006974AE" w:rsidP="006974AE">
      <w:r>
        <w:t>567.2431</w:t>
      </w:r>
      <w:r>
        <w:tab/>
        <w:t>2.025e0</w:t>
      </w:r>
    </w:p>
    <w:p w:rsidR="006974AE" w:rsidRDefault="006974AE" w:rsidP="006974AE">
      <w:r>
        <w:t>567.2603</w:t>
      </w:r>
      <w:r>
        <w:tab/>
        <w:t>2.412e0</w:t>
      </w:r>
    </w:p>
    <w:p w:rsidR="006974AE" w:rsidRDefault="006974AE" w:rsidP="006974AE">
      <w:r>
        <w:t>567.2695</w:t>
      </w:r>
      <w:r>
        <w:tab/>
        <w:t>1.013e0</w:t>
      </w:r>
    </w:p>
    <w:p w:rsidR="006974AE" w:rsidRDefault="006974AE" w:rsidP="006974AE">
      <w:r>
        <w:t>567.2784</w:t>
      </w:r>
      <w:r>
        <w:tab/>
        <w:t>1.013e0</w:t>
      </w:r>
    </w:p>
    <w:p w:rsidR="006974AE" w:rsidRDefault="006974AE" w:rsidP="006974AE">
      <w:r>
        <w:t>567.3175</w:t>
      </w:r>
      <w:r>
        <w:tab/>
        <w:t>1.013e0</w:t>
      </w:r>
    </w:p>
    <w:p w:rsidR="006974AE" w:rsidRDefault="006974AE" w:rsidP="006974AE">
      <w:r>
        <w:t>567.3273</w:t>
      </w:r>
      <w:r>
        <w:tab/>
        <w:t>1.013e0</w:t>
      </w:r>
    </w:p>
    <w:p w:rsidR="006974AE" w:rsidRDefault="006974AE" w:rsidP="006974AE">
      <w:r>
        <w:t>567.3409</w:t>
      </w:r>
      <w:r>
        <w:tab/>
        <w:t>3.038e0</w:t>
      </w:r>
    </w:p>
    <w:p w:rsidR="006974AE" w:rsidRDefault="006974AE" w:rsidP="006974AE">
      <w:r>
        <w:t>567.3475</w:t>
      </w:r>
      <w:r>
        <w:tab/>
        <w:t>1.013e0</w:t>
      </w:r>
    </w:p>
    <w:p w:rsidR="006974AE" w:rsidRDefault="006974AE" w:rsidP="006974AE">
      <w:r>
        <w:t>567.3569</w:t>
      </w:r>
      <w:r>
        <w:tab/>
        <w:t>6.076e0</w:t>
      </w:r>
    </w:p>
    <w:p w:rsidR="006974AE" w:rsidRDefault="006974AE" w:rsidP="006974AE">
      <w:r>
        <w:t>567.3859</w:t>
      </w:r>
      <w:r>
        <w:tab/>
        <w:t>2.025e0</w:t>
      </w:r>
    </w:p>
    <w:p w:rsidR="006974AE" w:rsidRDefault="006974AE" w:rsidP="006974AE">
      <w:r>
        <w:t>567.4221</w:t>
      </w:r>
      <w:r>
        <w:tab/>
        <w:t>2.025e0</w:t>
      </w:r>
    </w:p>
    <w:p w:rsidR="006974AE" w:rsidRDefault="006974AE" w:rsidP="006974AE">
      <w:r>
        <w:lastRenderedPageBreak/>
        <w:t>567.4254</w:t>
      </w:r>
      <w:r>
        <w:tab/>
        <w:t>2.025e0</w:t>
      </w:r>
    </w:p>
    <w:p w:rsidR="006974AE" w:rsidRDefault="006974AE" w:rsidP="006974AE">
      <w:r>
        <w:t>567.4270</w:t>
      </w:r>
      <w:r>
        <w:tab/>
        <w:t>3.038e0</w:t>
      </w:r>
    </w:p>
    <w:p w:rsidR="006974AE" w:rsidRDefault="006974AE" w:rsidP="006974AE">
      <w:r>
        <w:t>567.4451</w:t>
      </w:r>
      <w:r>
        <w:tab/>
        <w:t>2.025e0</w:t>
      </w:r>
    </w:p>
    <w:p w:rsidR="006974AE" w:rsidRDefault="006974AE" w:rsidP="006974AE">
      <w:r>
        <w:t>567.4542</w:t>
      </w:r>
      <w:r>
        <w:tab/>
        <w:t>1.013e0</w:t>
      </w:r>
    </w:p>
    <w:p w:rsidR="006974AE" w:rsidRDefault="006974AE" w:rsidP="006974AE">
      <w:r>
        <w:t>567.4737</w:t>
      </w:r>
      <w:r>
        <w:tab/>
        <w:t>1.013e0</w:t>
      </w:r>
    </w:p>
    <w:p w:rsidR="006974AE" w:rsidRDefault="006974AE" w:rsidP="006974AE">
      <w:r>
        <w:t>567.4774</w:t>
      </w:r>
      <w:r>
        <w:tab/>
        <w:t>1.013e0</w:t>
      </w:r>
    </w:p>
    <w:p w:rsidR="006974AE" w:rsidRDefault="006974AE" w:rsidP="006974AE">
      <w:r>
        <w:t>567.5301</w:t>
      </w:r>
      <w:r>
        <w:tab/>
        <w:t>1.013e0</w:t>
      </w:r>
    </w:p>
    <w:p w:rsidR="006974AE" w:rsidRDefault="006974AE" w:rsidP="006974AE">
      <w:r>
        <w:t>567.5427</w:t>
      </w:r>
      <w:r>
        <w:tab/>
        <w:t>1.013e0</w:t>
      </w:r>
    </w:p>
    <w:p w:rsidR="006974AE" w:rsidRDefault="006974AE" w:rsidP="006974AE">
      <w:r>
        <w:t>567.5676</w:t>
      </w:r>
      <w:r>
        <w:tab/>
        <w:t>1.013e0</w:t>
      </w:r>
    </w:p>
    <w:p w:rsidR="006974AE" w:rsidRDefault="006974AE" w:rsidP="006974AE">
      <w:r>
        <w:t>567.5817</w:t>
      </w:r>
      <w:r>
        <w:tab/>
        <w:t>1.013e0</w:t>
      </w:r>
    </w:p>
    <w:p w:rsidR="006974AE" w:rsidRDefault="006974AE" w:rsidP="006974AE">
      <w:r>
        <w:t>567.6038</w:t>
      </w:r>
      <w:r>
        <w:tab/>
        <w:t>1.013e0</w:t>
      </w:r>
    </w:p>
    <w:p w:rsidR="006974AE" w:rsidRDefault="006974AE" w:rsidP="006974AE">
      <w:r>
        <w:t>567.6494</w:t>
      </w:r>
      <w:r>
        <w:tab/>
        <w:t>1.013e0</w:t>
      </w:r>
    </w:p>
    <w:p w:rsidR="006974AE" w:rsidRDefault="006974AE" w:rsidP="006974AE">
      <w:r>
        <w:t>567.6689</w:t>
      </w:r>
      <w:r>
        <w:tab/>
        <w:t>1.013e0</w:t>
      </w:r>
    </w:p>
    <w:p w:rsidR="006974AE" w:rsidRDefault="006974AE" w:rsidP="006974AE">
      <w:r>
        <w:t>567.6989</w:t>
      </w:r>
      <w:r>
        <w:tab/>
        <w:t>1.013e0</w:t>
      </w:r>
    </w:p>
    <w:p w:rsidR="006974AE" w:rsidRDefault="006974AE" w:rsidP="006974AE">
      <w:r>
        <w:t>567.7124</w:t>
      </w:r>
      <w:r>
        <w:tab/>
        <w:t>1.013e0</w:t>
      </w:r>
    </w:p>
    <w:p w:rsidR="006974AE" w:rsidRDefault="006974AE" w:rsidP="006974AE">
      <w:r>
        <w:t>567.7278</w:t>
      </w:r>
      <w:r>
        <w:tab/>
        <w:t>2.025e0</w:t>
      </w:r>
    </w:p>
    <w:p w:rsidR="006974AE" w:rsidRDefault="006974AE" w:rsidP="006974AE">
      <w:r>
        <w:t>567.7468</w:t>
      </w:r>
      <w:r>
        <w:tab/>
        <w:t>1.013e0</w:t>
      </w:r>
    </w:p>
    <w:p w:rsidR="006974AE" w:rsidRDefault="006974AE" w:rsidP="006974AE">
      <w:r>
        <w:t>567.7966</w:t>
      </w:r>
      <w:r>
        <w:tab/>
        <w:t>2.025e0</w:t>
      </w:r>
    </w:p>
    <w:p w:rsidR="006974AE" w:rsidRDefault="006974AE" w:rsidP="006974AE">
      <w:r>
        <w:t>567.8345</w:t>
      </w:r>
      <w:r>
        <w:tab/>
        <w:t>2.025e0</w:t>
      </w:r>
    </w:p>
    <w:p w:rsidR="006974AE" w:rsidRDefault="006974AE" w:rsidP="006974AE">
      <w:r>
        <w:lastRenderedPageBreak/>
        <w:t>567.8505</w:t>
      </w:r>
      <w:r>
        <w:tab/>
        <w:t>2.025e0</w:t>
      </w:r>
    </w:p>
    <w:p w:rsidR="006974AE" w:rsidRDefault="006974AE" w:rsidP="006974AE">
      <w:r>
        <w:t>567.8563</w:t>
      </w:r>
      <w:r>
        <w:tab/>
        <w:t>1.013e0</w:t>
      </w:r>
    </w:p>
    <w:p w:rsidR="006974AE" w:rsidRDefault="006974AE" w:rsidP="006974AE">
      <w:r>
        <w:t>567.8642</w:t>
      </w:r>
      <w:r>
        <w:tab/>
        <w:t>1.013e0</w:t>
      </w:r>
    </w:p>
    <w:p w:rsidR="006974AE" w:rsidRDefault="006974AE" w:rsidP="006974AE">
      <w:r>
        <w:t>567.8914</w:t>
      </w:r>
      <w:r>
        <w:tab/>
        <w:t>1.013e0</w:t>
      </w:r>
    </w:p>
    <w:p w:rsidR="006974AE" w:rsidRDefault="006974AE" w:rsidP="006974AE">
      <w:r>
        <w:t>567.8991</w:t>
      </w:r>
      <w:r>
        <w:tab/>
        <w:t>2.025e0</w:t>
      </w:r>
    </w:p>
    <w:p w:rsidR="006974AE" w:rsidRDefault="006974AE" w:rsidP="006974AE">
      <w:r>
        <w:t>567.9092</w:t>
      </w:r>
      <w:r>
        <w:tab/>
        <w:t>2.025e0</w:t>
      </w:r>
    </w:p>
    <w:p w:rsidR="006974AE" w:rsidRDefault="006974AE" w:rsidP="006974AE">
      <w:r>
        <w:t>567.9281</w:t>
      </w:r>
      <w:r>
        <w:tab/>
        <w:t>2.025e0</w:t>
      </w:r>
    </w:p>
    <w:p w:rsidR="006974AE" w:rsidRDefault="006974AE" w:rsidP="006974AE">
      <w:r>
        <w:t>567.9355</w:t>
      </w:r>
      <w:r>
        <w:tab/>
        <w:t>2.025e0</w:t>
      </w:r>
    </w:p>
    <w:p w:rsidR="006974AE" w:rsidRDefault="006974AE" w:rsidP="006974AE">
      <w:r>
        <w:t>567.9832</w:t>
      </w:r>
      <w:r>
        <w:tab/>
        <w:t>1.013e0</w:t>
      </w:r>
    </w:p>
    <w:p w:rsidR="006974AE" w:rsidRDefault="006974AE" w:rsidP="006974AE">
      <w:r>
        <w:t>567.9993</w:t>
      </w:r>
      <w:r>
        <w:tab/>
        <w:t>1.013e0</w:t>
      </w:r>
    </w:p>
    <w:p w:rsidR="006974AE" w:rsidRDefault="006974AE" w:rsidP="006974AE">
      <w:r>
        <w:t>568.0543</w:t>
      </w:r>
      <w:r>
        <w:tab/>
        <w:t>2.025e0</w:t>
      </w:r>
    </w:p>
    <w:p w:rsidR="006974AE" w:rsidRDefault="006974AE" w:rsidP="006974AE">
      <w:r>
        <w:t>568.0729</w:t>
      </w:r>
      <w:r>
        <w:tab/>
        <w:t>1.013e0</w:t>
      </w:r>
    </w:p>
    <w:p w:rsidR="006974AE" w:rsidRDefault="006974AE" w:rsidP="006974AE">
      <w:r>
        <w:t>568.0905</w:t>
      </w:r>
      <w:r>
        <w:tab/>
        <w:t>1.013e0</w:t>
      </w:r>
    </w:p>
    <w:p w:rsidR="006974AE" w:rsidRDefault="006974AE" w:rsidP="006974AE">
      <w:r>
        <w:t>568.0983</w:t>
      </w:r>
      <w:r>
        <w:tab/>
        <w:t>2.025e0</w:t>
      </w:r>
    </w:p>
    <w:p w:rsidR="006974AE" w:rsidRDefault="006974AE" w:rsidP="006974AE">
      <w:r>
        <w:t>568.1189</w:t>
      </w:r>
      <w:r>
        <w:tab/>
        <w:t>1.013e0</w:t>
      </w:r>
    </w:p>
    <w:p w:rsidR="006974AE" w:rsidRDefault="006974AE" w:rsidP="006974AE">
      <w:r>
        <w:t>568.1276</w:t>
      </w:r>
      <w:r>
        <w:tab/>
        <w:t>2.025e0</w:t>
      </w:r>
    </w:p>
    <w:p w:rsidR="006974AE" w:rsidRDefault="006974AE" w:rsidP="006974AE">
      <w:r>
        <w:t>568.1324</w:t>
      </w:r>
      <w:r>
        <w:tab/>
        <w:t>2.025e0</w:t>
      </w:r>
    </w:p>
    <w:p w:rsidR="006974AE" w:rsidRDefault="006974AE" w:rsidP="006974AE">
      <w:r>
        <w:t>568.1482</w:t>
      </w:r>
      <w:r>
        <w:tab/>
        <w:t>1.013e0</w:t>
      </w:r>
    </w:p>
    <w:p w:rsidR="006974AE" w:rsidRDefault="006974AE" w:rsidP="006974AE">
      <w:r>
        <w:t>568.1580</w:t>
      </w:r>
      <w:r>
        <w:tab/>
        <w:t>1.013e0</w:t>
      </w:r>
    </w:p>
    <w:p w:rsidR="006974AE" w:rsidRDefault="006974AE" w:rsidP="006974AE">
      <w:r>
        <w:lastRenderedPageBreak/>
        <w:t>568.1617</w:t>
      </w:r>
      <w:r>
        <w:tab/>
        <w:t>1.013e0</w:t>
      </w:r>
    </w:p>
    <w:p w:rsidR="006974AE" w:rsidRDefault="006974AE" w:rsidP="006974AE">
      <w:r>
        <w:t>568.1846</w:t>
      </w:r>
      <w:r>
        <w:tab/>
        <w:t>2.832e0</w:t>
      </w:r>
    </w:p>
    <w:p w:rsidR="006974AE" w:rsidRDefault="006974AE" w:rsidP="006974AE">
      <w:r>
        <w:t>568.2167</w:t>
      </w:r>
      <w:r>
        <w:tab/>
        <w:t>1.013e0</w:t>
      </w:r>
    </w:p>
    <w:p w:rsidR="006974AE" w:rsidRDefault="006974AE" w:rsidP="006974AE">
      <w:r>
        <w:t>568.2182</w:t>
      </w:r>
      <w:r>
        <w:tab/>
        <w:t>1.778e0</w:t>
      </w:r>
    </w:p>
    <w:p w:rsidR="006974AE" w:rsidRDefault="006974AE" w:rsidP="006974AE">
      <w:r>
        <w:t>568.2257</w:t>
      </w:r>
      <w:r>
        <w:tab/>
        <w:t>1.013e0</w:t>
      </w:r>
    </w:p>
    <w:p w:rsidR="006974AE" w:rsidRDefault="006974AE" w:rsidP="006974AE">
      <w:r>
        <w:t>568.2616</w:t>
      </w:r>
      <w:r>
        <w:tab/>
        <w:t>2.025e0</w:t>
      </w:r>
    </w:p>
    <w:p w:rsidR="006974AE" w:rsidRDefault="006974AE" w:rsidP="006974AE">
      <w:r>
        <w:t>568.2655</w:t>
      </w:r>
      <w:r>
        <w:tab/>
        <w:t>3.038e0</w:t>
      </w:r>
    </w:p>
    <w:p w:rsidR="006974AE" w:rsidRDefault="006974AE" w:rsidP="006974AE">
      <w:r>
        <w:t>568.2697</w:t>
      </w:r>
      <w:r>
        <w:tab/>
        <w:t>1.013e0</w:t>
      </w:r>
    </w:p>
    <w:p w:rsidR="006974AE" w:rsidRDefault="006974AE" w:rsidP="006974AE">
      <w:r>
        <w:t>568.2745</w:t>
      </w:r>
      <w:r>
        <w:tab/>
        <w:t>1.013e0</w:t>
      </w:r>
    </w:p>
    <w:p w:rsidR="006974AE" w:rsidRDefault="006974AE" w:rsidP="006974AE">
      <w:r>
        <w:t>568.3103</w:t>
      </w:r>
      <w:r>
        <w:tab/>
        <w:t>2.890e0</w:t>
      </w:r>
    </w:p>
    <w:p w:rsidR="006974AE" w:rsidRDefault="006974AE" w:rsidP="006974AE">
      <w:r>
        <w:t>568.3226</w:t>
      </w:r>
      <w:r>
        <w:tab/>
        <w:t>3.555e0</w:t>
      </w:r>
    </w:p>
    <w:p w:rsidR="006974AE" w:rsidRDefault="006974AE" w:rsidP="006974AE">
      <w:r>
        <w:t>568.3408</w:t>
      </w:r>
      <w:r>
        <w:tab/>
        <w:t>1.013e0</w:t>
      </w:r>
    </w:p>
    <w:p w:rsidR="006974AE" w:rsidRDefault="006974AE" w:rsidP="006974AE">
      <w:r>
        <w:t>568.3960</w:t>
      </w:r>
      <w:r>
        <w:tab/>
        <w:t>1.013e0</w:t>
      </w:r>
    </w:p>
    <w:p w:rsidR="006974AE" w:rsidRDefault="006974AE" w:rsidP="006974AE">
      <w:r>
        <w:t>568.4117</w:t>
      </w:r>
      <w:r>
        <w:tab/>
        <w:t>2.025e0</w:t>
      </w:r>
    </w:p>
    <w:p w:rsidR="006974AE" w:rsidRDefault="006974AE" w:rsidP="006974AE">
      <w:r>
        <w:t>568.4219</w:t>
      </w:r>
      <w:r>
        <w:tab/>
        <w:t>1.013e0</w:t>
      </w:r>
    </w:p>
    <w:p w:rsidR="006974AE" w:rsidRDefault="006974AE" w:rsidP="006974AE">
      <w:r>
        <w:t>568.4488</w:t>
      </w:r>
      <w:r>
        <w:tab/>
        <w:t>2.025e0</w:t>
      </w:r>
    </w:p>
    <w:p w:rsidR="006974AE" w:rsidRDefault="006974AE" w:rsidP="006974AE">
      <w:r>
        <w:t>568.4515</w:t>
      </w:r>
      <w:r>
        <w:tab/>
        <w:t>2.025e0</w:t>
      </w:r>
    </w:p>
    <w:p w:rsidR="006974AE" w:rsidRDefault="006974AE" w:rsidP="006974AE">
      <w:r>
        <w:t>568.4670</w:t>
      </w:r>
      <w:r>
        <w:tab/>
        <w:t>1.013e0</w:t>
      </w:r>
    </w:p>
    <w:p w:rsidR="006974AE" w:rsidRDefault="006974AE" w:rsidP="006974AE">
      <w:r>
        <w:t>568.4700</w:t>
      </w:r>
      <w:r>
        <w:tab/>
        <w:t>1.013e0</w:t>
      </w:r>
    </w:p>
    <w:p w:rsidR="006974AE" w:rsidRDefault="006974AE" w:rsidP="006974AE">
      <w:r>
        <w:lastRenderedPageBreak/>
        <w:t>568.5294</w:t>
      </w:r>
      <w:r>
        <w:tab/>
        <w:t>3.038e0</w:t>
      </w:r>
    </w:p>
    <w:p w:rsidR="006974AE" w:rsidRDefault="006974AE" w:rsidP="006974AE">
      <w:r>
        <w:t>568.5483</w:t>
      </w:r>
      <w:r>
        <w:tab/>
        <w:t>1.013e0</w:t>
      </w:r>
    </w:p>
    <w:p w:rsidR="006974AE" w:rsidRDefault="006974AE" w:rsidP="006974AE">
      <w:r>
        <w:t>568.5750</w:t>
      </w:r>
      <w:r>
        <w:tab/>
        <w:t>1.013e0</w:t>
      </w:r>
    </w:p>
    <w:p w:rsidR="006974AE" w:rsidRDefault="006974AE" w:rsidP="006974AE">
      <w:r>
        <w:t>568.5938</w:t>
      </w:r>
      <w:r>
        <w:tab/>
        <w:t>2.025e0</w:t>
      </w:r>
    </w:p>
    <w:p w:rsidR="006974AE" w:rsidRDefault="006974AE" w:rsidP="006974AE">
      <w:r>
        <w:t>568.6423</w:t>
      </w:r>
      <w:r>
        <w:tab/>
        <w:t>2.025e0</w:t>
      </w:r>
    </w:p>
    <w:p w:rsidR="006974AE" w:rsidRDefault="006974AE" w:rsidP="006974AE">
      <w:r>
        <w:t>568.6467</w:t>
      </w:r>
      <w:r>
        <w:tab/>
        <w:t>1.013e0</w:t>
      </w:r>
    </w:p>
    <w:p w:rsidR="006974AE" w:rsidRDefault="006974AE" w:rsidP="006974AE">
      <w:r>
        <w:t>568.6669</w:t>
      </w:r>
      <w:r>
        <w:tab/>
        <w:t>1.013e0</w:t>
      </w:r>
    </w:p>
    <w:p w:rsidR="006974AE" w:rsidRDefault="006974AE" w:rsidP="006974AE">
      <w:r>
        <w:t>568.6830</w:t>
      </w:r>
      <w:r>
        <w:tab/>
        <w:t>1.013e0</w:t>
      </w:r>
    </w:p>
    <w:p w:rsidR="006974AE" w:rsidRDefault="006974AE" w:rsidP="006974AE">
      <w:r>
        <w:t>568.6874</w:t>
      </w:r>
      <w:r>
        <w:tab/>
        <w:t>2.025e0</w:t>
      </w:r>
    </w:p>
    <w:p w:rsidR="006974AE" w:rsidRDefault="006974AE" w:rsidP="006974AE">
      <w:r>
        <w:t>568.7014</w:t>
      </w:r>
      <w:r>
        <w:tab/>
        <w:t>3.038e0</w:t>
      </w:r>
    </w:p>
    <w:p w:rsidR="006974AE" w:rsidRDefault="006974AE" w:rsidP="006974AE">
      <w:r>
        <w:t>568.7250</w:t>
      </w:r>
      <w:r>
        <w:tab/>
        <w:t>1.013e0</w:t>
      </w:r>
    </w:p>
    <w:p w:rsidR="006974AE" w:rsidRDefault="006974AE" w:rsidP="006974AE">
      <w:r>
        <w:t>568.7341</w:t>
      </w:r>
      <w:r>
        <w:tab/>
        <w:t>1.013e0</w:t>
      </w:r>
    </w:p>
    <w:p w:rsidR="006974AE" w:rsidRDefault="006974AE" w:rsidP="006974AE">
      <w:r>
        <w:t>568.7756</w:t>
      </w:r>
      <w:r>
        <w:tab/>
        <w:t>1.013e0</w:t>
      </w:r>
    </w:p>
    <w:p w:rsidR="006974AE" w:rsidRDefault="006974AE" w:rsidP="006974AE">
      <w:r>
        <w:t>568.7988</w:t>
      </w:r>
      <w:r>
        <w:tab/>
        <w:t>2.025e0</w:t>
      </w:r>
    </w:p>
    <w:p w:rsidR="006974AE" w:rsidRDefault="006974AE" w:rsidP="006974AE">
      <w:r>
        <w:t>568.8221</w:t>
      </w:r>
      <w:r>
        <w:tab/>
        <w:t>1.013e0</w:t>
      </w:r>
    </w:p>
    <w:p w:rsidR="006974AE" w:rsidRDefault="006974AE" w:rsidP="006974AE">
      <w:r>
        <w:t>568.8281</w:t>
      </w:r>
      <w:r>
        <w:tab/>
        <w:t>3.038e0</w:t>
      </w:r>
    </w:p>
    <w:p w:rsidR="006974AE" w:rsidRDefault="006974AE" w:rsidP="006974AE">
      <w:r>
        <w:t>568.9108</w:t>
      </w:r>
      <w:r>
        <w:tab/>
        <w:t>1.013e0</w:t>
      </w:r>
    </w:p>
    <w:p w:rsidR="006974AE" w:rsidRDefault="006974AE" w:rsidP="006974AE">
      <w:r>
        <w:t>568.9172</w:t>
      </w:r>
      <w:r>
        <w:tab/>
        <w:t>1.013e0</w:t>
      </w:r>
    </w:p>
    <w:p w:rsidR="006974AE" w:rsidRDefault="006974AE" w:rsidP="006974AE">
      <w:r>
        <w:t>568.9183</w:t>
      </w:r>
      <w:r>
        <w:tab/>
        <w:t>2.025e0</w:t>
      </w:r>
    </w:p>
    <w:p w:rsidR="006974AE" w:rsidRDefault="006974AE" w:rsidP="006974AE">
      <w:r>
        <w:lastRenderedPageBreak/>
        <w:t>568.9357</w:t>
      </w:r>
      <w:r>
        <w:tab/>
        <w:t>3.038e0</w:t>
      </w:r>
    </w:p>
    <w:p w:rsidR="006974AE" w:rsidRDefault="006974AE" w:rsidP="006974AE">
      <w:r>
        <w:t>568.9502</w:t>
      </w:r>
      <w:r>
        <w:tab/>
        <w:t>2.025e0</w:t>
      </w:r>
    </w:p>
    <w:p w:rsidR="006974AE" w:rsidRDefault="006974AE" w:rsidP="006974AE">
      <w:r>
        <w:t>568.9689</w:t>
      </w:r>
      <w:r>
        <w:tab/>
        <w:t>1.013e0</w:t>
      </w:r>
    </w:p>
    <w:p w:rsidR="006974AE" w:rsidRDefault="006974AE" w:rsidP="006974AE">
      <w:r>
        <w:t>568.9782</w:t>
      </w:r>
      <w:r>
        <w:tab/>
        <w:t>3.038e0</w:t>
      </w:r>
    </w:p>
    <w:p w:rsidR="006974AE" w:rsidRDefault="006974AE" w:rsidP="006974AE">
      <w:r>
        <w:t>569.0185</w:t>
      </w:r>
      <w:r>
        <w:tab/>
        <w:t>1.013e0</w:t>
      </w:r>
    </w:p>
    <w:p w:rsidR="006974AE" w:rsidRDefault="006974AE" w:rsidP="006974AE">
      <w:r>
        <w:t>569.0380</w:t>
      </w:r>
      <w:r>
        <w:tab/>
        <w:t>1.013e0</w:t>
      </w:r>
    </w:p>
    <w:p w:rsidR="006974AE" w:rsidRDefault="006974AE" w:rsidP="006974AE">
      <w:r>
        <w:t>569.0443</w:t>
      </w:r>
      <w:r>
        <w:tab/>
        <w:t>3.038e0</w:t>
      </w:r>
    </w:p>
    <w:p w:rsidR="006974AE" w:rsidRDefault="006974AE" w:rsidP="006974AE">
      <w:r>
        <w:t>569.0811</w:t>
      </w:r>
      <w:r>
        <w:tab/>
        <w:t>1.013e0</w:t>
      </w:r>
    </w:p>
    <w:p w:rsidR="006974AE" w:rsidRDefault="006974AE" w:rsidP="006974AE">
      <w:r>
        <w:t>569.0908</w:t>
      </w:r>
      <w:r>
        <w:tab/>
        <w:t>3.038e0</w:t>
      </w:r>
    </w:p>
    <w:p w:rsidR="006974AE" w:rsidRDefault="006974AE" w:rsidP="006974AE">
      <w:r>
        <w:t>569.1157</w:t>
      </w:r>
      <w:r>
        <w:tab/>
        <w:t>1.013e0</w:t>
      </w:r>
    </w:p>
    <w:p w:rsidR="006974AE" w:rsidRDefault="006974AE" w:rsidP="006974AE">
      <w:r>
        <w:t>569.1703</w:t>
      </w:r>
      <w:r>
        <w:tab/>
        <w:t>7.089e0</w:t>
      </w:r>
    </w:p>
    <w:p w:rsidR="006974AE" w:rsidRDefault="006974AE" w:rsidP="006974AE">
      <w:r>
        <w:t>569.1878</w:t>
      </w:r>
      <w:r>
        <w:tab/>
        <w:t>2.025e0</w:t>
      </w:r>
    </w:p>
    <w:p w:rsidR="006974AE" w:rsidRDefault="006974AE" w:rsidP="006974AE">
      <w:r>
        <w:t>569.2135</w:t>
      </w:r>
      <w:r>
        <w:tab/>
        <w:t>1.988e0</w:t>
      </w:r>
    </w:p>
    <w:p w:rsidR="006974AE" w:rsidRDefault="006974AE" w:rsidP="006974AE">
      <w:r>
        <w:t>569.2250</w:t>
      </w:r>
      <w:r>
        <w:tab/>
        <w:t>1.013e0</w:t>
      </w:r>
    </w:p>
    <w:p w:rsidR="006974AE" w:rsidRDefault="006974AE" w:rsidP="006974AE">
      <w:r>
        <w:t>569.2843</w:t>
      </w:r>
      <w:r>
        <w:tab/>
        <w:t>3.038e0</w:t>
      </w:r>
    </w:p>
    <w:p w:rsidR="006974AE" w:rsidRDefault="006974AE" w:rsidP="006974AE">
      <w:r>
        <w:t>569.2963</w:t>
      </w:r>
      <w:r>
        <w:tab/>
        <w:t>1.013e0</w:t>
      </w:r>
    </w:p>
    <w:p w:rsidR="006974AE" w:rsidRDefault="006974AE" w:rsidP="006974AE">
      <w:r>
        <w:t>569.3066</w:t>
      </w:r>
      <w:r>
        <w:tab/>
        <w:t>3.038e0</w:t>
      </w:r>
    </w:p>
    <w:p w:rsidR="006974AE" w:rsidRDefault="006974AE" w:rsidP="006974AE">
      <w:r>
        <w:t>569.3154</w:t>
      </w:r>
      <w:r>
        <w:tab/>
        <w:t>1.013e0</w:t>
      </w:r>
    </w:p>
    <w:p w:rsidR="006974AE" w:rsidRDefault="006974AE" w:rsidP="006974AE">
      <w:r>
        <w:t>569.3317</w:t>
      </w:r>
      <w:r>
        <w:tab/>
        <w:t>1.013e0</w:t>
      </w:r>
    </w:p>
    <w:p w:rsidR="006974AE" w:rsidRDefault="006974AE" w:rsidP="006974AE">
      <w:r>
        <w:lastRenderedPageBreak/>
        <w:t>569.3519</w:t>
      </w:r>
      <w:r>
        <w:tab/>
        <w:t>1.013e0</w:t>
      </w:r>
    </w:p>
    <w:p w:rsidR="006974AE" w:rsidRDefault="006974AE" w:rsidP="006974AE">
      <w:r>
        <w:t>569.3604</w:t>
      </w:r>
      <w:r>
        <w:tab/>
        <w:t>1.013e0</w:t>
      </w:r>
    </w:p>
    <w:p w:rsidR="006974AE" w:rsidRDefault="006974AE" w:rsidP="006974AE">
      <w:r>
        <w:t>569.3863</w:t>
      </w:r>
      <w:r>
        <w:tab/>
        <w:t>2.025e0</w:t>
      </w:r>
    </w:p>
    <w:p w:rsidR="006974AE" w:rsidRDefault="006974AE" w:rsidP="006974AE">
      <w:r>
        <w:t>569.4289</w:t>
      </w:r>
      <w:r>
        <w:tab/>
        <w:t>1.013e0</w:t>
      </w:r>
    </w:p>
    <w:p w:rsidR="006974AE" w:rsidRDefault="006974AE" w:rsidP="006974AE">
      <w:r>
        <w:t>569.4387</w:t>
      </w:r>
      <w:r>
        <w:tab/>
        <w:t>1.013e0</w:t>
      </w:r>
    </w:p>
    <w:p w:rsidR="006974AE" w:rsidRDefault="006974AE" w:rsidP="006974AE">
      <w:r>
        <w:t>569.4405</w:t>
      </w:r>
      <w:r>
        <w:tab/>
        <w:t>2.025e0</w:t>
      </w:r>
    </w:p>
    <w:p w:rsidR="006974AE" w:rsidRDefault="006974AE" w:rsidP="006974AE">
      <w:r>
        <w:t>569.4492</w:t>
      </w:r>
      <w:r>
        <w:tab/>
        <w:t>1.013e0</w:t>
      </w:r>
    </w:p>
    <w:p w:rsidR="006974AE" w:rsidRDefault="006974AE" w:rsidP="006974AE">
      <w:r>
        <w:t>569.4936</w:t>
      </w:r>
      <w:r>
        <w:tab/>
        <w:t>1.013e0</w:t>
      </w:r>
    </w:p>
    <w:p w:rsidR="006974AE" w:rsidRDefault="006974AE" w:rsidP="006974AE">
      <w:r>
        <w:t>569.5128</w:t>
      </w:r>
      <w:r>
        <w:tab/>
        <w:t>2.025e0</w:t>
      </w:r>
    </w:p>
    <w:p w:rsidR="006974AE" w:rsidRDefault="006974AE" w:rsidP="006974AE">
      <w:r>
        <w:t>569.5275</w:t>
      </w:r>
      <w:r>
        <w:tab/>
        <w:t>2.025e0</w:t>
      </w:r>
    </w:p>
    <w:p w:rsidR="006974AE" w:rsidRDefault="006974AE" w:rsidP="006974AE">
      <w:r>
        <w:t>569.5366</w:t>
      </w:r>
      <w:r>
        <w:tab/>
        <w:t>1.013e0</w:t>
      </w:r>
    </w:p>
    <w:p w:rsidR="006974AE" w:rsidRDefault="006974AE" w:rsidP="006974AE">
      <w:r>
        <w:t>569.5496</w:t>
      </w:r>
      <w:r>
        <w:tab/>
        <w:t>1.013e0</w:t>
      </w:r>
    </w:p>
    <w:p w:rsidR="006974AE" w:rsidRDefault="006974AE" w:rsidP="006974AE">
      <w:r>
        <w:t>569.6385</w:t>
      </w:r>
      <w:r>
        <w:tab/>
        <w:t>3.038e0</w:t>
      </w:r>
    </w:p>
    <w:p w:rsidR="006974AE" w:rsidRDefault="006974AE" w:rsidP="006974AE">
      <w:r>
        <w:t>569.6575</w:t>
      </w:r>
      <w:r>
        <w:tab/>
        <w:t>3.038e0</w:t>
      </w:r>
    </w:p>
    <w:p w:rsidR="006974AE" w:rsidRDefault="006974AE" w:rsidP="006974AE">
      <w:r>
        <w:t>569.7234</w:t>
      </w:r>
      <w:r>
        <w:tab/>
        <w:t>1.013e0</w:t>
      </w:r>
    </w:p>
    <w:p w:rsidR="006974AE" w:rsidRDefault="006974AE" w:rsidP="006974AE">
      <w:r>
        <w:t>569.7286</w:t>
      </w:r>
      <w:r>
        <w:tab/>
        <w:t>1.013e0</w:t>
      </w:r>
    </w:p>
    <w:p w:rsidR="006974AE" w:rsidRDefault="006974AE" w:rsidP="006974AE">
      <w:r>
        <w:t>569.7455</w:t>
      </w:r>
      <w:r>
        <w:tab/>
        <w:t>3.038e0</w:t>
      </w:r>
    </w:p>
    <w:p w:rsidR="006974AE" w:rsidRDefault="006974AE" w:rsidP="006974AE">
      <w:r>
        <w:t>569.7648</w:t>
      </w:r>
      <w:r>
        <w:tab/>
        <w:t>1.013e0</w:t>
      </w:r>
    </w:p>
    <w:p w:rsidR="006974AE" w:rsidRDefault="006974AE" w:rsidP="006974AE">
      <w:r>
        <w:t>569.8358</w:t>
      </w:r>
      <w:r>
        <w:tab/>
        <w:t>1.013e0</w:t>
      </w:r>
    </w:p>
    <w:p w:rsidR="006974AE" w:rsidRDefault="006974AE" w:rsidP="006974AE">
      <w:r>
        <w:lastRenderedPageBreak/>
        <w:t>569.8410</w:t>
      </w:r>
      <w:r>
        <w:tab/>
        <w:t>1.013e0</w:t>
      </w:r>
    </w:p>
    <w:p w:rsidR="006974AE" w:rsidRDefault="006974AE" w:rsidP="006974AE">
      <w:r>
        <w:t>569.8508</w:t>
      </w:r>
      <w:r>
        <w:tab/>
        <w:t>1.013e0</w:t>
      </w:r>
    </w:p>
    <w:p w:rsidR="006974AE" w:rsidRDefault="006974AE" w:rsidP="006974AE">
      <w:r>
        <w:t>569.8550</w:t>
      </w:r>
      <w:r>
        <w:tab/>
        <w:t>1.013e0</w:t>
      </w:r>
    </w:p>
    <w:p w:rsidR="006974AE" w:rsidRDefault="006974AE" w:rsidP="006974AE">
      <w:r>
        <w:t>569.8726</w:t>
      </w:r>
      <w:r>
        <w:tab/>
        <w:t>2.025e0</w:t>
      </w:r>
    </w:p>
    <w:p w:rsidR="006974AE" w:rsidRDefault="006974AE" w:rsidP="006974AE">
      <w:r>
        <w:t>569.8914</w:t>
      </w:r>
      <w:r>
        <w:tab/>
        <w:t>2.025e0</w:t>
      </w:r>
    </w:p>
    <w:p w:rsidR="006974AE" w:rsidRDefault="006974AE" w:rsidP="006974AE">
      <w:r>
        <w:t>569.9438</w:t>
      </w:r>
      <w:r>
        <w:tab/>
        <w:t>1.013e0</w:t>
      </w:r>
    </w:p>
    <w:p w:rsidR="006974AE" w:rsidRDefault="006974AE" w:rsidP="006974AE">
      <w:r>
        <w:t>569.9489</w:t>
      </w:r>
      <w:r>
        <w:tab/>
        <w:t>6.076e0</w:t>
      </w:r>
    </w:p>
    <w:p w:rsidR="006974AE" w:rsidRDefault="006974AE" w:rsidP="006974AE">
      <w:r>
        <w:t>570.0178</w:t>
      </w:r>
      <w:r>
        <w:tab/>
        <w:t>1.013e0</w:t>
      </w:r>
    </w:p>
    <w:p w:rsidR="006974AE" w:rsidRDefault="006974AE" w:rsidP="006974AE">
      <w:r>
        <w:t>570.0265</w:t>
      </w:r>
      <w:r>
        <w:tab/>
        <w:t>1.013e0</w:t>
      </w:r>
    </w:p>
    <w:p w:rsidR="006974AE" w:rsidRDefault="006974AE" w:rsidP="006974AE">
      <w:r>
        <w:t>570.0340</w:t>
      </w:r>
      <w:r>
        <w:tab/>
        <w:t>1.013e0</w:t>
      </w:r>
    </w:p>
    <w:p w:rsidR="006974AE" w:rsidRDefault="006974AE" w:rsidP="006974AE">
      <w:r>
        <w:t>570.0524</w:t>
      </w:r>
      <w:r>
        <w:tab/>
        <w:t>1.013e0</w:t>
      </w:r>
    </w:p>
    <w:p w:rsidR="006974AE" w:rsidRDefault="006974AE" w:rsidP="006974AE">
      <w:r>
        <w:t>570.0572</w:t>
      </w:r>
      <w:r>
        <w:tab/>
        <w:t>2.025e0</w:t>
      </w:r>
    </w:p>
    <w:p w:rsidR="006974AE" w:rsidRDefault="006974AE" w:rsidP="006974AE">
      <w:r>
        <w:t>570.0664</w:t>
      </w:r>
      <w:r>
        <w:tab/>
        <w:t>1.013e0</w:t>
      </w:r>
    </w:p>
    <w:p w:rsidR="006974AE" w:rsidRDefault="006974AE" w:rsidP="006974AE">
      <w:r>
        <w:t>570.1350</w:t>
      </w:r>
      <w:r>
        <w:tab/>
        <w:t>1.013e0</w:t>
      </w:r>
    </w:p>
    <w:p w:rsidR="006974AE" w:rsidRDefault="006974AE" w:rsidP="006974AE">
      <w:r>
        <w:t>570.1641</w:t>
      </w:r>
      <w:r>
        <w:tab/>
        <w:t>2.025e0</w:t>
      </w:r>
    </w:p>
    <w:p w:rsidR="006974AE" w:rsidRDefault="006974AE" w:rsidP="006974AE">
      <w:r>
        <w:t>570.1931</w:t>
      </w:r>
      <w:r>
        <w:tab/>
        <w:t>2.025e0</w:t>
      </w:r>
    </w:p>
    <w:p w:rsidR="006974AE" w:rsidRDefault="006974AE" w:rsidP="006974AE">
      <w:r>
        <w:t>570.2106</w:t>
      </w:r>
      <w:r>
        <w:tab/>
        <w:t>2.025e0</w:t>
      </w:r>
    </w:p>
    <w:p w:rsidR="006974AE" w:rsidRDefault="006974AE" w:rsidP="006974AE">
      <w:r>
        <w:t>570.2482</w:t>
      </w:r>
      <w:r>
        <w:tab/>
        <w:t>2.287e0</w:t>
      </w:r>
    </w:p>
    <w:p w:rsidR="006974AE" w:rsidRDefault="006974AE" w:rsidP="006974AE">
      <w:r>
        <w:t>570.2628</w:t>
      </w:r>
      <w:r>
        <w:tab/>
        <w:t>3.038e0</w:t>
      </w:r>
    </w:p>
    <w:p w:rsidR="006974AE" w:rsidRDefault="006974AE" w:rsidP="006974AE">
      <w:r>
        <w:lastRenderedPageBreak/>
        <w:t>570.2723</w:t>
      </w:r>
      <w:r>
        <w:tab/>
        <w:t>1.013e0</w:t>
      </w:r>
    </w:p>
    <w:p w:rsidR="006974AE" w:rsidRDefault="006974AE" w:rsidP="006974AE">
      <w:r>
        <w:t>570.2908</w:t>
      </w:r>
      <w:r>
        <w:tab/>
        <w:t>2.025e0</w:t>
      </w:r>
    </w:p>
    <w:p w:rsidR="006974AE" w:rsidRDefault="006974AE" w:rsidP="006974AE">
      <w:r>
        <w:t>570.3188</w:t>
      </w:r>
      <w:r>
        <w:tab/>
        <w:t>3.038e0</w:t>
      </w:r>
    </w:p>
    <w:p w:rsidR="006974AE" w:rsidRDefault="006974AE" w:rsidP="006974AE">
      <w:r>
        <w:t>570.3508</w:t>
      </w:r>
      <w:r>
        <w:tab/>
        <w:t>3.038e0</w:t>
      </w:r>
    </w:p>
    <w:p w:rsidR="006974AE" w:rsidRDefault="006974AE" w:rsidP="006974AE">
      <w:r>
        <w:t>570.3762</w:t>
      </w:r>
      <w:r>
        <w:tab/>
        <w:t>1.013e0</w:t>
      </w:r>
    </w:p>
    <w:p w:rsidR="006974AE" w:rsidRDefault="006974AE" w:rsidP="006974AE">
      <w:r>
        <w:t>570.3786</w:t>
      </w:r>
      <w:r>
        <w:tab/>
        <w:t>2.025e0</w:t>
      </w:r>
    </w:p>
    <w:p w:rsidR="006974AE" w:rsidRDefault="006974AE" w:rsidP="006974AE">
      <w:r>
        <w:t>570.4399</w:t>
      </w:r>
      <w:r>
        <w:tab/>
        <w:t>5.063e0</w:t>
      </w:r>
    </w:p>
    <w:p w:rsidR="006974AE" w:rsidRDefault="006974AE" w:rsidP="006974AE">
      <w:r>
        <w:t>570.4548</w:t>
      </w:r>
      <w:r>
        <w:tab/>
        <w:t>4.051e0</w:t>
      </w:r>
    </w:p>
    <w:p w:rsidR="006974AE" w:rsidRDefault="006974AE" w:rsidP="006974AE">
      <w:r>
        <w:t>570.4582</w:t>
      </w:r>
      <w:r>
        <w:tab/>
        <w:t>7.489e0</w:t>
      </w:r>
    </w:p>
    <w:p w:rsidR="006974AE" w:rsidRDefault="006974AE" w:rsidP="006974AE">
      <w:r>
        <w:t>570.4651</w:t>
      </w:r>
      <w:r>
        <w:tab/>
        <w:t>6.076e0</w:t>
      </w:r>
    </w:p>
    <w:p w:rsidR="006974AE" w:rsidRDefault="006974AE" w:rsidP="006974AE">
      <w:r>
        <w:t>570.4834</w:t>
      </w:r>
      <w:r>
        <w:tab/>
        <w:t>1.013e0</w:t>
      </w:r>
    </w:p>
    <w:p w:rsidR="006974AE" w:rsidRDefault="006974AE" w:rsidP="006974AE">
      <w:r>
        <w:t>570.4880</w:t>
      </w:r>
      <w:r>
        <w:tab/>
        <w:t>1.013e0</w:t>
      </w:r>
    </w:p>
    <w:p w:rsidR="006974AE" w:rsidRDefault="006974AE" w:rsidP="006974AE">
      <w:r>
        <w:t>570.5026</w:t>
      </w:r>
      <w:r>
        <w:tab/>
        <w:t>1.013e0</w:t>
      </w:r>
    </w:p>
    <w:p w:rsidR="006974AE" w:rsidRDefault="006974AE" w:rsidP="006974AE">
      <w:r>
        <w:t>570.5175</w:t>
      </w:r>
      <w:r>
        <w:tab/>
        <w:t>1.013e0</w:t>
      </w:r>
    </w:p>
    <w:p w:rsidR="006974AE" w:rsidRDefault="006974AE" w:rsidP="006974AE">
      <w:r>
        <w:t>570.5469</w:t>
      </w:r>
      <w:r>
        <w:tab/>
        <w:t>1.013e0</w:t>
      </w:r>
    </w:p>
    <w:p w:rsidR="006974AE" w:rsidRDefault="006974AE" w:rsidP="006974AE">
      <w:r>
        <w:t>570.5547</w:t>
      </w:r>
      <w:r>
        <w:tab/>
        <w:t>1.013e0</w:t>
      </w:r>
    </w:p>
    <w:p w:rsidR="006974AE" w:rsidRDefault="006974AE" w:rsidP="006974AE">
      <w:r>
        <w:t>570.6290</w:t>
      </w:r>
      <w:r>
        <w:tab/>
        <w:t>2.025e0</w:t>
      </w:r>
    </w:p>
    <w:p w:rsidR="006974AE" w:rsidRDefault="006974AE" w:rsidP="006974AE">
      <w:r>
        <w:t>570.6351</w:t>
      </w:r>
      <w:r>
        <w:tab/>
        <w:t>1.013e0</w:t>
      </w:r>
    </w:p>
    <w:p w:rsidR="006974AE" w:rsidRDefault="006974AE" w:rsidP="006974AE">
      <w:r>
        <w:t>570.7184</w:t>
      </w:r>
      <w:r>
        <w:tab/>
        <w:t>1.013e0</w:t>
      </w:r>
    </w:p>
    <w:p w:rsidR="006974AE" w:rsidRDefault="006974AE" w:rsidP="006974AE">
      <w:r>
        <w:lastRenderedPageBreak/>
        <w:t>570.7234</w:t>
      </w:r>
      <w:r>
        <w:tab/>
        <w:t>1.013e0</w:t>
      </w:r>
    </w:p>
    <w:p w:rsidR="006974AE" w:rsidRDefault="006974AE" w:rsidP="006974AE">
      <w:r>
        <w:t>570.7333</w:t>
      </w:r>
      <w:r>
        <w:tab/>
        <w:t>1.013e0</w:t>
      </w:r>
    </w:p>
    <w:p w:rsidR="006974AE" w:rsidRDefault="006974AE" w:rsidP="006974AE">
      <w:r>
        <w:t>570.7522</w:t>
      </w:r>
      <w:r>
        <w:tab/>
        <w:t>1.013e0</w:t>
      </w:r>
    </w:p>
    <w:p w:rsidR="006974AE" w:rsidRDefault="006974AE" w:rsidP="006974AE">
      <w:r>
        <w:t>570.7545</w:t>
      </w:r>
      <w:r>
        <w:tab/>
        <w:t>1.013e0</w:t>
      </w:r>
    </w:p>
    <w:p w:rsidR="006974AE" w:rsidRDefault="006974AE" w:rsidP="006974AE">
      <w:r>
        <w:t>570.7823</w:t>
      </w:r>
      <w:r>
        <w:tab/>
        <w:t>2.025e0</w:t>
      </w:r>
    </w:p>
    <w:p w:rsidR="006974AE" w:rsidRDefault="006974AE" w:rsidP="006974AE">
      <w:r>
        <w:t>570.7914</w:t>
      </w:r>
      <w:r>
        <w:tab/>
        <w:t>1.013e0</w:t>
      </w:r>
    </w:p>
    <w:p w:rsidR="006974AE" w:rsidRDefault="006974AE" w:rsidP="006974AE">
      <w:r>
        <w:t>570.8037</w:t>
      </w:r>
      <w:r>
        <w:tab/>
        <w:t>3.038e0</w:t>
      </w:r>
    </w:p>
    <w:p w:rsidR="006974AE" w:rsidRDefault="006974AE" w:rsidP="006974AE">
      <w:r>
        <w:t>570.8260</w:t>
      </w:r>
      <w:r>
        <w:tab/>
        <w:t>2.025e0</w:t>
      </w:r>
    </w:p>
    <w:p w:rsidR="006974AE" w:rsidRDefault="006974AE" w:rsidP="006974AE">
      <w:r>
        <w:t>570.8510</w:t>
      </w:r>
      <w:r>
        <w:tab/>
        <w:t>1.013e0</w:t>
      </w:r>
    </w:p>
    <w:p w:rsidR="006974AE" w:rsidRDefault="006974AE" w:rsidP="006974AE">
      <w:r>
        <w:t>570.8522</w:t>
      </w:r>
      <w:r>
        <w:tab/>
        <w:t>3.038e0</w:t>
      </w:r>
    </w:p>
    <w:p w:rsidR="006974AE" w:rsidRDefault="006974AE" w:rsidP="006974AE">
      <w:r>
        <w:t>570.8834</w:t>
      </w:r>
      <w:r>
        <w:tab/>
        <w:t>2.025e0</w:t>
      </w:r>
    </w:p>
    <w:p w:rsidR="006974AE" w:rsidRDefault="006974AE" w:rsidP="006974AE">
      <w:r>
        <w:t>570.8896</w:t>
      </w:r>
      <w:r>
        <w:tab/>
        <w:t>1.013e0</w:t>
      </w:r>
    </w:p>
    <w:p w:rsidR="006974AE" w:rsidRDefault="006974AE" w:rsidP="006974AE">
      <w:r>
        <w:t>570.9197</w:t>
      </w:r>
      <w:r>
        <w:tab/>
        <w:t>1.013e0</w:t>
      </w:r>
    </w:p>
    <w:p w:rsidR="006974AE" w:rsidRDefault="006974AE" w:rsidP="006974AE">
      <w:r>
        <w:t>570.9288</w:t>
      </w:r>
      <w:r>
        <w:tab/>
        <w:t>1.013e0</w:t>
      </w:r>
    </w:p>
    <w:p w:rsidR="006974AE" w:rsidRDefault="006974AE" w:rsidP="006974AE">
      <w:r>
        <w:t>570.9681</w:t>
      </w:r>
      <w:r>
        <w:tab/>
        <w:t>1.013e0</w:t>
      </w:r>
    </w:p>
    <w:p w:rsidR="006974AE" w:rsidRDefault="006974AE" w:rsidP="006974AE">
      <w:r>
        <w:t>570.9704</w:t>
      </w:r>
      <w:r>
        <w:tab/>
        <w:t>1.013e0</w:t>
      </w:r>
    </w:p>
    <w:p w:rsidR="006974AE" w:rsidRDefault="006974AE" w:rsidP="006974AE">
      <w:r>
        <w:t>571.0231</w:t>
      </w:r>
      <w:r>
        <w:tab/>
        <w:t>1.013e0</w:t>
      </w:r>
    </w:p>
    <w:p w:rsidR="006974AE" w:rsidRDefault="006974AE" w:rsidP="006974AE">
      <w:r>
        <w:t>571.0466</w:t>
      </w:r>
      <w:r>
        <w:tab/>
        <w:t>1.013e0</w:t>
      </w:r>
    </w:p>
    <w:p w:rsidR="006974AE" w:rsidRDefault="006974AE" w:rsidP="006974AE">
      <w:r>
        <w:t>571.0667</w:t>
      </w:r>
      <w:r>
        <w:tab/>
        <w:t>2.025e0</w:t>
      </w:r>
    </w:p>
    <w:p w:rsidR="006974AE" w:rsidRDefault="006974AE" w:rsidP="006974AE">
      <w:r>
        <w:lastRenderedPageBreak/>
        <w:t>571.0783</w:t>
      </w:r>
      <w:r>
        <w:tab/>
        <w:t>1.013e0</w:t>
      </w:r>
    </w:p>
    <w:p w:rsidR="006974AE" w:rsidRDefault="006974AE" w:rsidP="006974AE">
      <w:r>
        <w:t>571.0859</w:t>
      </w:r>
      <w:r>
        <w:tab/>
        <w:t>1.013e0</w:t>
      </w:r>
    </w:p>
    <w:p w:rsidR="006974AE" w:rsidRDefault="006974AE" w:rsidP="006974AE">
      <w:r>
        <w:t>571.1020</w:t>
      </w:r>
      <w:r>
        <w:tab/>
        <w:t>2.025e0</w:t>
      </w:r>
    </w:p>
    <w:p w:rsidR="006974AE" w:rsidRDefault="006974AE" w:rsidP="006974AE">
      <w:r>
        <w:t>571.1317</w:t>
      </w:r>
      <w:r>
        <w:tab/>
        <w:t>1.013e0</w:t>
      </w:r>
    </w:p>
    <w:p w:rsidR="006974AE" w:rsidRDefault="006974AE" w:rsidP="006974AE">
      <w:r>
        <w:t>571.1743</w:t>
      </w:r>
      <w:r>
        <w:tab/>
        <w:t>1.013e0</w:t>
      </w:r>
    </w:p>
    <w:p w:rsidR="006974AE" w:rsidRDefault="006974AE" w:rsidP="006974AE">
      <w:r>
        <w:t>571.1942</w:t>
      </w:r>
      <w:r>
        <w:tab/>
        <w:t>2.025e0</w:t>
      </w:r>
    </w:p>
    <w:p w:rsidR="006974AE" w:rsidRDefault="006974AE" w:rsidP="006974AE">
      <w:r>
        <w:t>571.2031</w:t>
      </w:r>
      <w:r>
        <w:tab/>
        <w:t>1.013e0</w:t>
      </w:r>
    </w:p>
    <w:p w:rsidR="006974AE" w:rsidRDefault="006974AE" w:rsidP="006974AE">
      <w:r>
        <w:t>571.2275</w:t>
      </w:r>
      <w:r>
        <w:tab/>
        <w:t>3.038e0</w:t>
      </w:r>
    </w:p>
    <w:p w:rsidR="006974AE" w:rsidRDefault="006974AE" w:rsidP="006974AE">
      <w:r>
        <w:t>571.2332</w:t>
      </w:r>
      <w:r>
        <w:tab/>
        <w:t>1.013e0</w:t>
      </w:r>
    </w:p>
    <w:p w:rsidR="006974AE" w:rsidRDefault="006974AE" w:rsidP="006974AE">
      <w:r>
        <w:t>571.2375</w:t>
      </w:r>
      <w:r>
        <w:tab/>
        <w:t>4.051e0</w:t>
      </w:r>
    </w:p>
    <w:p w:rsidR="006974AE" w:rsidRDefault="006974AE" w:rsidP="006974AE">
      <w:r>
        <w:t>571.2430</w:t>
      </w:r>
      <w:r>
        <w:tab/>
        <w:t>1.013e0</w:t>
      </w:r>
    </w:p>
    <w:p w:rsidR="006974AE" w:rsidRDefault="006974AE" w:rsidP="006974AE">
      <w:r>
        <w:t>571.2723</w:t>
      </w:r>
      <w:r>
        <w:tab/>
        <w:t>2.025e0</w:t>
      </w:r>
    </w:p>
    <w:p w:rsidR="006974AE" w:rsidRDefault="006974AE" w:rsidP="006974AE">
      <w:r>
        <w:t>571.2928</w:t>
      </w:r>
      <w:r>
        <w:tab/>
        <w:t>1.013e0</w:t>
      </w:r>
    </w:p>
    <w:p w:rsidR="006974AE" w:rsidRDefault="006974AE" w:rsidP="006974AE">
      <w:r>
        <w:t>571.3157</w:t>
      </w:r>
      <w:r>
        <w:tab/>
        <w:t>2.025e0</w:t>
      </w:r>
    </w:p>
    <w:p w:rsidR="006974AE" w:rsidRDefault="006974AE" w:rsidP="006974AE">
      <w:r>
        <w:t>571.3216</w:t>
      </w:r>
      <w:r>
        <w:tab/>
        <w:t>1.013e0</w:t>
      </w:r>
    </w:p>
    <w:p w:rsidR="006974AE" w:rsidRDefault="006974AE" w:rsidP="006974AE">
      <w:r>
        <w:t>571.3292</w:t>
      </w:r>
      <w:r>
        <w:tab/>
        <w:t>1.013e0</w:t>
      </w:r>
    </w:p>
    <w:p w:rsidR="006974AE" w:rsidRDefault="006974AE" w:rsidP="006974AE">
      <w:r>
        <w:t>571.3314</w:t>
      </w:r>
      <w:r>
        <w:tab/>
        <w:t>1.013e0</w:t>
      </w:r>
    </w:p>
    <w:p w:rsidR="006974AE" w:rsidRDefault="006974AE" w:rsidP="006974AE">
      <w:r>
        <w:t>571.3606</w:t>
      </w:r>
      <w:r>
        <w:tab/>
        <w:t>2.025e0</w:t>
      </w:r>
    </w:p>
    <w:p w:rsidR="006974AE" w:rsidRDefault="006974AE" w:rsidP="006974AE">
      <w:r>
        <w:t>571.3616</w:t>
      </w:r>
      <w:r>
        <w:tab/>
        <w:t>1.013e0</w:t>
      </w:r>
    </w:p>
    <w:p w:rsidR="006974AE" w:rsidRDefault="006974AE" w:rsidP="006974AE">
      <w:r>
        <w:lastRenderedPageBreak/>
        <w:t>571.3813</w:t>
      </w:r>
      <w:r>
        <w:tab/>
        <w:t>1.013e0</w:t>
      </w:r>
    </w:p>
    <w:p w:rsidR="006974AE" w:rsidRDefault="006974AE" w:rsidP="006974AE">
      <w:r>
        <w:t>571.3995</w:t>
      </w:r>
      <w:r>
        <w:tab/>
        <w:t>3.038e0</w:t>
      </w:r>
    </w:p>
    <w:p w:rsidR="006974AE" w:rsidRDefault="006974AE" w:rsidP="006974AE">
      <w:r>
        <w:t>571.4100</w:t>
      </w:r>
      <w:r>
        <w:tab/>
        <w:t>1.013e0</w:t>
      </w:r>
    </w:p>
    <w:p w:rsidR="006974AE" w:rsidRDefault="006974AE" w:rsidP="006974AE">
      <w:r>
        <w:t>571.4172</w:t>
      </w:r>
      <w:r>
        <w:tab/>
        <w:t>4.051e0</w:t>
      </w:r>
    </w:p>
    <w:p w:rsidR="006974AE" w:rsidRDefault="006974AE" w:rsidP="006974AE">
      <w:r>
        <w:t>571.4202</w:t>
      </w:r>
      <w:r>
        <w:tab/>
        <w:t>1.013e0</w:t>
      </w:r>
    </w:p>
    <w:p w:rsidR="006974AE" w:rsidRDefault="006974AE" w:rsidP="006974AE">
      <w:r>
        <w:t>571.4304</w:t>
      </w:r>
      <w:r>
        <w:tab/>
        <w:t>1.013e0</w:t>
      </w:r>
    </w:p>
    <w:p w:rsidR="006974AE" w:rsidRDefault="006974AE" w:rsidP="006974AE">
      <w:r>
        <w:t>571.4637</w:t>
      </w:r>
      <w:r>
        <w:tab/>
        <w:t>2.025e0</w:t>
      </w:r>
    </w:p>
    <w:p w:rsidR="006974AE" w:rsidRDefault="006974AE" w:rsidP="006974AE">
      <w:r>
        <w:t>571.4784</w:t>
      </w:r>
      <w:r>
        <w:tab/>
        <w:t>3.038e0</w:t>
      </w:r>
    </w:p>
    <w:p w:rsidR="006974AE" w:rsidRDefault="006974AE" w:rsidP="006974AE">
      <w:r>
        <w:t>571.4893</w:t>
      </w:r>
      <w:r>
        <w:tab/>
        <w:t>1.013e0</w:t>
      </w:r>
    </w:p>
    <w:p w:rsidR="006974AE" w:rsidRDefault="006974AE" w:rsidP="006974AE">
      <w:r>
        <w:t>571.5268</w:t>
      </w:r>
      <w:r>
        <w:tab/>
        <w:t>2.025e0</w:t>
      </w:r>
    </w:p>
    <w:p w:rsidR="006974AE" w:rsidRDefault="006974AE" w:rsidP="006974AE">
      <w:r>
        <w:t>571.5281</w:t>
      </w:r>
      <w:r>
        <w:tab/>
        <w:t>2.025e0</w:t>
      </w:r>
    </w:p>
    <w:p w:rsidR="006974AE" w:rsidRDefault="006974AE" w:rsidP="006974AE">
      <w:r>
        <w:t>571.5377</w:t>
      </w:r>
      <w:r>
        <w:tab/>
        <w:t>1.013e0</w:t>
      </w:r>
    </w:p>
    <w:p w:rsidR="006974AE" w:rsidRDefault="006974AE" w:rsidP="006974AE">
      <w:r>
        <w:t>571.6851</w:t>
      </w:r>
      <w:r>
        <w:tab/>
        <w:t>1.013e0</w:t>
      </w:r>
    </w:p>
    <w:p w:rsidR="006974AE" w:rsidRDefault="006974AE" w:rsidP="006974AE">
      <w:r>
        <w:t>571.7154</w:t>
      </w:r>
      <w:r>
        <w:tab/>
        <w:t>2.025e0</w:t>
      </w:r>
    </w:p>
    <w:p w:rsidR="006974AE" w:rsidRDefault="006974AE" w:rsidP="006974AE">
      <w:r>
        <w:t>571.7258</w:t>
      </w:r>
      <w:r>
        <w:tab/>
        <w:t>1.013e0</w:t>
      </w:r>
    </w:p>
    <w:p w:rsidR="006974AE" w:rsidRDefault="006974AE" w:rsidP="006974AE">
      <w:r>
        <w:t>571.7350</w:t>
      </w:r>
      <w:r>
        <w:tab/>
        <w:t>1.013e0</w:t>
      </w:r>
    </w:p>
    <w:p w:rsidR="006974AE" w:rsidRDefault="006974AE" w:rsidP="006974AE">
      <w:r>
        <w:t>571.7540</w:t>
      </w:r>
      <w:r>
        <w:tab/>
        <w:t>1.013e0</w:t>
      </w:r>
    </w:p>
    <w:p w:rsidR="006974AE" w:rsidRDefault="006974AE" w:rsidP="006974AE">
      <w:r>
        <w:t>571.7972</w:t>
      </w:r>
      <w:r>
        <w:tab/>
        <w:t>1.013e0</w:t>
      </w:r>
    </w:p>
    <w:p w:rsidR="006974AE" w:rsidRDefault="006974AE" w:rsidP="006974AE">
      <w:r>
        <w:t>571.8129</w:t>
      </w:r>
      <w:r>
        <w:tab/>
        <w:t>1.013e0</w:t>
      </w:r>
    </w:p>
    <w:p w:rsidR="006974AE" w:rsidRDefault="006974AE" w:rsidP="006974AE">
      <w:r>
        <w:lastRenderedPageBreak/>
        <w:t>571.8506</w:t>
      </w:r>
      <w:r>
        <w:tab/>
        <w:t>1.013e0</w:t>
      </w:r>
    </w:p>
    <w:p w:rsidR="006974AE" w:rsidRDefault="006974AE" w:rsidP="006974AE">
      <w:r>
        <w:t>571.8522</w:t>
      </w:r>
      <w:r>
        <w:tab/>
        <w:t>1.013e0</w:t>
      </w:r>
    </w:p>
    <w:p w:rsidR="006974AE" w:rsidRDefault="006974AE" w:rsidP="006974AE">
      <w:r>
        <w:t>571.8628</w:t>
      </w:r>
      <w:r>
        <w:tab/>
        <w:t>1.013e0</w:t>
      </w:r>
    </w:p>
    <w:p w:rsidR="006974AE" w:rsidRDefault="006974AE" w:rsidP="006974AE">
      <w:r>
        <w:t>571.8719</w:t>
      </w:r>
      <w:r>
        <w:tab/>
        <w:t>1.013e0</w:t>
      </w:r>
    </w:p>
    <w:p w:rsidR="006974AE" w:rsidRDefault="006974AE" w:rsidP="006974AE">
      <w:r>
        <w:t>571.9112</w:t>
      </w:r>
      <w:r>
        <w:tab/>
        <w:t>1.013e0</w:t>
      </w:r>
    </w:p>
    <w:p w:rsidR="006974AE" w:rsidRDefault="006974AE" w:rsidP="006974AE">
      <w:r>
        <w:t>571.9423</w:t>
      </w:r>
      <w:r>
        <w:tab/>
        <w:t>1.013e0</w:t>
      </w:r>
    </w:p>
    <w:p w:rsidR="006974AE" w:rsidRDefault="006974AE" w:rsidP="006974AE">
      <w:r>
        <w:t>571.9611</w:t>
      </w:r>
      <w:r>
        <w:tab/>
        <w:t>1.013e0</w:t>
      </w:r>
    </w:p>
    <w:p w:rsidR="006974AE" w:rsidRDefault="006974AE" w:rsidP="006974AE">
      <w:r>
        <w:t>571.9771</w:t>
      </w:r>
      <w:r>
        <w:tab/>
        <w:t>2.025e0</w:t>
      </w:r>
    </w:p>
    <w:p w:rsidR="006974AE" w:rsidRDefault="006974AE" w:rsidP="006974AE">
      <w:r>
        <w:t>571.9817</w:t>
      </w:r>
      <w:r>
        <w:tab/>
        <w:t>2.025e0</w:t>
      </w:r>
    </w:p>
    <w:p w:rsidR="006974AE" w:rsidRDefault="006974AE" w:rsidP="006974AE">
      <w:r>
        <w:t>572.0201</w:t>
      </w:r>
      <w:r>
        <w:tab/>
        <w:t>1.013e0</w:t>
      </w:r>
    </w:p>
    <w:p w:rsidR="006974AE" w:rsidRDefault="006974AE" w:rsidP="006974AE">
      <w:r>
        <w:t>572.0313</w:t>
      </w:r>
      <w:r>
        <w:tab/>
        <w:t>1.013e0</w:t>
      </w:r>
    </w:p>
    <w:p w:rsidR="006974AE" w:rsidRDefault="006974AE" w:rsidP="006974AE">
      <w:r>
        <w:t>572.0693</w:t>
      </w:r>
      <w:r>
        <w:tab/>
        <w:t>1.013e0</w:t>
      </w:r>
    </w:p>
    <w:p w:rsidR="006974AE" w:rsidRDefault="006974AE" w:rsidP="006974AE">
      <w:r>
        <w:t>572.1086</w:t>
      </w:r>
      <w:r>
        <w:tab/>
        <w:t>1.013e0</w:t>
      </w:r>
    </w:p>
    <w:p w:rsidR="006974AE" w:rsidRDefault="006974AE" w:rsidP="006974AE">
      <w:r>
        <w:t>572.1176</w:t>
      </w:r>
      <w:r>
        <w:tab/>
        <w:t>3.038e0</w:t>
      </w:r>
    </w:p>
    <w:p w:rsidR="006974AE" w:rsidRDefault="006974AE" w:rsidP="006974AE">
      <w:r>
        <w:t>572.1400</w:t>
      </w:r>
      <w:r>
        <w:tab/>
        <w:t>1.013e0</w:t>
      </w:r>
    </w:p>
    <w:p w:rsidR="006974AE" w:rsidRDefault="006974AE" w:rsidP="006974AE">
      <w:r>
        <w:t>572.1768</w:t>
      </w:r>
      <w:r>
        <w:tab/>
        <w:t>1.013e0</w:t>
      </w:r>
    </w:p>
    <w:p w:rsidR="006974AE" w:rsidRDefault="006974AE" w:rsidP="006974AE">
      <w:r>
        <w:t>572.1950</w:t>
      </w:r>
      <w:r>
        <w:tab/>
        <w:t>3.038e0</w:t>
      </w:r>
    </w:p>
    <w:p w:rsidR="006974AE" w:rsidRDefault="006974AE" w:rsidP="006974AE">
      <w:r>
        <w:t>572.2259</w:t>
      </w:r>
      <w:r>
        <w:tab/>
        <w:t>1.013e0</w:t>
      </w:r>
    </w:p>
    <w:p w:rsidR="006974AE" w:rsidRDefault="006974AE" w:rsidP="006974AE">
      <w:r>
        <w:t>572.2319</w:t>
      </w:r>
      <w:r>
        <w:tab/>
        <w:t>3.038e0</w:t>
      </w:r>
    </w:p>
    <w:p w:rsidR="006974AE" w:rsidRDefault="006974AE" w:rsidP="006974AE">
      <w:r>
        <w:lastRenderedPageBreak/>
        <w:t>572.2557</w:t>
      </w:r>
      <w:r>
        <w:tab/>
        <w:t>3.784e0</w:t>
      </w:r>
    </w:p>
    <w:p w:rsidR="006974AE" w:rsidRDefault="006974AE" w:rsidP="006974AE">
      <w:r>
        <w:t>572.2856</w:t>
      </w:r>
      <w:r>
        <w:tab/>
        <w:t>1.013e0</w:t>
      </w:r>
    </w:p>
    <w:p w:rsidR="006974AE" w:rsidRDefault="006974AE" w:rsidP="006974AE">
      <w:r>
        <w:t>572.3045</w:t>
      </w:r>
      <w:r>
        <w:tab/>
        <w:t>3.038e0</w:t>
      </w:r>
    </w:p>
    <w:p w:rsidR="006974AE" w:rsidRDefault="006974AE" w:rsidP="006974AE">
      <w:r>
        <w:t>572.3192</w:t>
      </w:r>
      <w:r>
        <w:tab/>
        <w:t>1.013e0</w:t>
      </w:r>
    </w:p>
    <w:p w:rsidR="006974AE" w:rsidRDefault="006974AE" w:rsidP="006974AE">
      <w:r>
        <w:t>572.3282</w:t>
      </w:r>
      <w:r>
        <w:tab/>
        <w:t>2.797e0</w:t>
      </w:r>
    </w:p>
    <w:p w:rsidR="006974AE" w:rsidRDefault="006974AE" w:rsidP="006974AE">
      <w:r>
        <w:t>572.3439</w:t>
      </w:r>
      <w:r>
        <w:tab/>
        <w:t>1.013e0</w:t>
      </w:r>
    </w:p>
    <w:p w:rsidR="006974AE" w:rsidRDefault="006974AE" w:rsidP="006974AE">
      <w:r>
        <w:t>572.3641</w:t>
      </w:r>
      <w:r>
        <w:tab/>
        <w:t>3.038e0</w:t>
      </w:r>
    </w:p>
    <w:p w:rsidR="006974AE" w:rsidRDefault="006974AE" w:rsidP="006974AE">
      <w:r>
        <w:t>572.3898</w:t>
      </w:r>
      <w:r>
        <w:tab/>
        <w:t>2.025e0</w:t>
      </w:r>
    </w:p>
    <w:p w:rsidR="006974AE" w:rsidRDefault="006974AE" w:rsidP="006974AE">
      <w:r>
        <w:t>572.3939</w:t>
      </w:r>
      <w:r>
        <w:tab/>
        <w:t>1.013e0</w:t>
      </w:r>
    </w:p>
    <w:p w:rsidR="006974AE" w:rsidRDefault="006974AE" w:rsidP="006974AE">
      <w:r>
        <w:t>572.4037</w:t>
      </w:r>
      <w:r>
        <w:tab/>
        <w:t>1.013e0</w:t>
      </w:r>
    </w:p>
    <w:p w:rsidR="006974AE" w:rsidRDefault="006974AE" w:rsidP="006974AE">
      <w:r>
        <w:t>572.4431</w:t>
      </w:r>
      <w:r>
        <w:tab/>
        <w:t>1.013e0</w:t>
      </w:r>
    </w:p>
    <w:p w:rsidR="006974AE" w:rsidRDefault="006974AE" w:rsidP="006974AE">
      <w:r>
        <w:t>572.4454</w:t>
      </w:r>
      <w:r>
        <w:tab/>
        <w:t>1.013e0</w:t>
      </w:r>
    </w:p>
    <w:p w:rsidR="006974AE" w:rsidRDefault="006974AE" w:rsidP="006974AE">
      <w:r>
        <w:t>572.4522</w:t>
      </w:r>
      <w:r>
        <w:tab/>
        <w:t>1.013e0</w:t>
      </w:r>
    </w:p>
    <w:p w:rsidR="006974AE" w:rsidRDefault="006974AE" w:rsidP="006974AE">
      <w:r>
        <w:t>572.4545</w:t>
      </w:r>
      <w:r>
        <w:tab/>
        <w:t>3.038e0</w:t>
      </w:r>
    </w:p>
    <w:p w:rsidR="006974AE" w:rsidRDefault="006974AE" w:rsidP="006974AE">
      <w:r>
        <w:t>572.4609</w:t>
      </w:r>
      <w:r>
        <w:tab/>
        <w:t>1.013e0</w:t>
      </w:r>
    </w:p>
    <w:p w:rsidR="006974AE" w:rsidRDefault="006974AE" w:rsidP="006974AE">
      <w:r>
        <w:t>572.4824</w:t>
      </w:r>
      <w:r>
        <w:tab/>
        <w:t>2.025e0</w:t>
      </w:r>
    </w:p>
    <w:p w:rsidR="006974AE" w:rsidRDefault="006974AE" w:rsidP="006974AE">
      <w:r>
        <w:t>572.4974</w:t>
      </w:r>
      <w:r>
        <w:tab/>
        <w:t>1.013e0</w:t>
      </w:r>
    </w:p>
    <w:p w:rsidR="006974AE" w:rsidRDefault="006974AE" w:rsidP="006974AE">
      <w:r>
        <w:t>572.5166</w:t>
      </w:r>
      <w:r>
        <w:tab/>
        <w:t>1.013e0</w:t>
      </w:r>
    </w:p>
    <w:p w:rsidR="006974AE" w:rsidRDefault="006974AE" w:rsidP="006974AE">
      <w:r>
        <w:t>572.5195</w:t>
      </w:r>
      <w:r>
        <w:tab/>
        <w:t>2.025e0</w:t>
      </w:r>
    </w:p>
    <w:p w:rsidR="006974AE" w:rsidRDefault="006974AE" w:rsidP="006974AE">
      <w:r>
        <w:lastRenderedPageBreak/>
        <w:t>572.5350</w:t>
      </w:r>
      <w:r>
        <w:tab/>
        <w:t>1.013e0</w:t>
      </w:r>
    </w:p>
    <w:p w:rsidR="006974AE" w:rsidRDefault="006974AE" w:rsidP="006974AE">
      <w:r>
        <w:t>572.5506</w:t>
      </w:r>
      <w:r>
        <w:tab/>
        <w:t>1.013e0</w:t>
      </w:r>
    </w:p>
    <w:p w:rsidR="006974AE" w:rsidRDefault="006974AE" w:rsidP="006974AE">
      <w:r>
        <w:t>572.5612</w:t>
      </w:r>
      <w:r>
        <w:tab/>
        <w:t>2.025e0</w:t>
      </w:r>
    </w:p>
    <w:p w:rsidR="006974AE" w:rsidRDefault="006974AE" w:rsidP="006974AE">
      <w:r>
        <w:t>572.5720</w:t>
      </w:r>
      <w:r>
        <w:tab/>
        <w:t>2.025e0</w:t>
      </w:r>
    </w:p>
    <w:p w:rsidR="006974AE" w:rsidRDefault="006974AE" w:rsidP="006974AE">
      <w:r>
        <w:t>572.5801</w:t>
      </w:r>
      <w:r>
        <w:tab/>
        <w:t>1.013e0</w:t>
      </w:r>
    </w:p>
    <w:p w:rsidR="006974AE" w:rsidRDefault="006974AE" w:rsidP="006974AE">
      <w:r>
        <w:t>572.6773</w:t>
      </w:r>
      <w:r>
        <w:tab/>
        <w:t>1.013e0</w:t>
      </w:r>
    </w:p>
    <w:p w:rsidR="006974AE" w:rsidRDefault="006974AE" w:rsidP="006974AE">
      <w:r>
        <w:t>572.6982</w:t>
      </w:r>
      <w:r>
        <w:tab/>
        <w:t>1.013e0</w:t>
      </w:r>
    </w:p>
    <w:p w:rsidR="006974AE" w:rsidRDefault="006974AE" w:rsidP="006974AE">
      <w:r>
        <w:t>572.7278</w:t>
      </w:r>
      <w:r>
        <w:tab/>
        <w:t>1.013e0</w:t>
      </w:r>
    </w:p>
    <w:p w:rsidR="006974AE" w:rsidRDefault="006974AE" w:rsidP="006974AE">
      <w:r>
        <w:t>572.7502</w:t>
      </w:r>
      <w:r>
        <w:tab/>
        <w:t>2.025e0</w:t>
      </w:r>
    </w:p>
    <w:p w:rsidR="006974AE" w:rsidRDefault="006974AE" w:rsidP="006974AE">
      <w:r>
        <w:t>572.7670</w:t>
      </w:r>
      <w:r>
        <w:tab/>
        <w:t>1.013e0</w:t>
      </w:r>
    </w:p>
    <w:p w:rsidR="006974AE" w:rsidRDefault="006974AE" w:rsidP="006974AE">
      <w:r>
        <w:t>572.7691</w:t>
      </w:r>
      <w:r>
        <w:tab/>
        <w:t>1.013e0</w:t>
      </w:r>
    </w:p>
    <w:p w:rsidR="006974AE" w:rsidRDefault="006974AE" w:rsidP="006974AE">
      <w:r>
        <w:t>572.8035</w:t>
      </w:r>
      <w:r>
        <w:tab/>
        <w:t>2.025e0</w:t>
      </w:r>
    </w:p>
    <w:p w:rsidR="006974AE" w:rsidRDefault="006974AE" w:rsidP="006974AE">
      <w:r>
        <w:t>572.8171</w:t>
      </w:r>
      <w:r>
        <w:tab/>
        <w:t>2.025e0</w:t>
      </w:r>
    </w:p>
    <w:p w:rsidR="006974AE" w:rsidRDefault="006974AE" w:rsidP="006974AE">
      <w:r>
        <w:t>572.8213</w:t>
      </w:r>
      <w:r>
        <w:tab/>
        <w:t>1.013e0</w:t>
      </w:r>
    </w:p>
    <w:p w:rsidR="006974AE" w:rsidRDefault="006974AE" w:rsidP="006974AE">
      <w:r>
        <w:t>572.8404</w:t>
      </w:r>
      <w:r>
        <w:tab/>
        <w:t>2.025e0</w:t>
      </w:r>
    </w:p>
    <w:p w:rsidR="006974AE" w:rsidRDefault="006974AE" w:rsidP="006974AE">
      <w:r>
        <w:t>572.9111</w:t>
      </w:r>
      <w:r>
        <w:tab/>
        <w:t>2.025e0</w:t>
      </w:r>
    </w:p>
    <w:p w:rsidR="006974AE" w:rsidRDefault="006974AE" w:rsidP="006974AE">
      <w:r>
        <w:t>572.9161</w:t>
      </w:r>
      <w:r>
        <w:tab/>
        <w:t>2.025e0</w:t>
      </w:r>
    </w:p>
    <w:p w:rsidR="006974AE" w:rsidRDefault="006974AE" w:rsidP="006974AE">
      <w:r>
        <w:t>572.9459</w:t>
      </w:r>
      <w:r>
        <w:tab/>
        <w:t>6.076e0</w:t>
      </w:r>
    </w:p>
    <w:p w:rsidR="006974AE" w:rsidRDefault="006974AE" w:rsidP="006974AE">
      <w:r>
        <w:t>572.9550</w:t>
      </w:r>
      <w:r>
        <w:tab/>
        <w:t>1.013e0</w:t>
      </w:r>
    </w:p>
    <w:p w:rsidR="006974AE" w:rsidRDefault="006974AE" w:rsidP="006974AE">
      <w:r>
        <w:lastRenderedPageBreak/>
        <w:t>572.9738</w:t>
      </w:r>
      <w:r>
        <w:tab/>
        <w:t>2.025e0</w:t>
      </w:r>
    </w:p>
    <w:p w:rsidR="006974AE" w:rsidRDefault="006974AE" w:rsidP="006974AE">
      <w:r>
        <w:t>573.0003</w:t>
      </w:r>
      <w:r>
        <w:tab/>
        <w:t>1.013e0</w:t>
      </w:r>
    </w:p>
    <w:p w:rsidR="006974AE" w:rsidRDefault="006974AE" w:rsidP="006974AE">
      <w:r>
        <w:t>573.0540</w:t>
      </w:r>
      <w:r>
        <w:tab/>
        <w:t>3.038e0</w:t>
      </w:r>
    </w:p>
    <w:p w:rsidR="006974AE" w:rsidRDefault="006974AE" w:rsidP="006974AE">
      <w:r>
        <w:t>573.0830</w:t>
      </w:r>
      <w:r>
        <w:tab/>
        <w:t>1.013e0</w:t>
      </w:r>
    </w:p>
    <w:p w:rsidR="006974AE" w:rsidRDefault="006974AE" w:rsidP="006974AE">
      <w:r>
        <w:t>573.0928</w:t>
      </w:r>
      <w:r>
        <w:tab/>
        <w:t>1.013e0</w:t>
      </w:r>
    </w:p>
    <w:p w:rsidR="006974AE" w:rsidRDefault="006974AE" w:rsidP="006974AE">
      <w:r>
        <w:t>573.0988</w:t>
      </w:r>
      <w:r>
        <w:tab/>
        <w:t>2.025e0</w:t>
      </w:r>
    </w:p>
    <w:p w:rsidR="006974AE" w:rsidRDefault="006974AE" w:rsidP="006974AE">
      <w:r>
        <w:t>573.1595</w:t>
      </w:r>
      <w:r>
        <w:tab/>
        <w:t>3.038e0</w:t>
      </w:r>
    </w:p>
    <w:p w:rsidR="006974AE" w:rsidRDefault="006974AE" w:rsidP="006974AE">
      <w:r>
        <w:t>573.1635</w:t>
      </w:r>
      <w:r>
        <w:tab/>
        <w:t>1.013e0</w:t>
      </w:r>
    </w:p>
    <w:p w:rsidR="006974AE" w:rsidRDefault="006974AE" w:rsidP="006974AE">
      <w:r>
        <w:t>573.2104</w:t>
      </w:r>
      <w:r>
        <w:tab/>
        <w:t>1.013e0</w:t>
      </w:r>
    </w:p>
    <w:p w:rsidR="006974AE" w:rsidRDefault="006974AE" w:rsidP="006974AE">
      <w:r>
        <w:t>573.2335</w:t>
      </w:r>
      <w:r>
        <w:tab/>
        <w:t>3.038e0</w:t>
      </w:r>
    </w:p>
    <w:p w:rsidR="006974AE" w:rsidRDefault="006974AE" w:rsidP="006974AE">
      <w:r>
        <w:t>573.2399</w:t>
      </w:r>
      <w:r>
        <w:tab/>
        <w:t>1.013e0</w:t>
      </w:r>
    </w:p>
    <w:p w:rsidR="006974AE" w:rsidRDefault="006974AE" w:rsidP="006974AE">
      <w:r>
        <w:t>573.2775</w:t>
      </w:r>
      <w:r>
        <w:tab/>
        <w:t>3.038e0</w:t>
      </w:r>
    </w:p>
    <w:p w:rsidR="006974AE" w:rsidRDefault="006974AE" w:rsidP="006974AE">
      <w:r>
        <w:t>573.2882</w:t>
      </w:r>
      <w:r>
        <w:tab/>
        <w:t>1.013e0</w:t>
      </w:r>
    </w:p>
    <w:p w:rsidR="006974AE" w:rsidRDefault="006974AE" w:rsidP="006974AE">
      <w:r>
        <w:t>573.2972</w:t>
      </w:r>
      <w:r>
        <w:tab/>
        <w:t>1.297e0</w:t>
      </w:r>
    </w:p>
    <w:p w:rsidR="006974AE" w:rsidRDefault="006974AE" w:rsidP="006974AE">
      <w:r>
        <w:t>573.3162</w:t>
      </w:r>
      <w:r>
        <w:tab/>
        <w:t>2.134e0</w:t>
      </w:r>
    </w:p>
    <w:p w:rsidR="006974AE" w:rsidRDefault="006974AE" w:rsidP="006974AE">
      <w:r>
        <w:t>573.3582</w:t>
      </w:r>
      <w:r>
        <w:tab/>
        <w:t>1.013e0</w:t>
      </w:r>
    </w:p>
    <w:p w:rsidR="006974AE" w:rsidRDefault="006974AE" w:rsidP="006974AE">
      <w:r>
        <w:t>573.3687</w:t>
      </w:r>
      <w:r>
        <w:tab/>
        <w:t>2.025e0</w:t>
      </w:r>
    </w:p>
    <w:p w:rsidR="006974AE" w:rsidRDefault="006974AE" w:rsidP="006974AE">
      <w:r>
        <w:t>573.3701</w:t>
      </w:r>
      <w:r>
        <w:tab/>
        <w:t>2.025e0</w:t>
      </w:r>
    </w:p>
    <w:p w:rsidR="006974AE" w:rsidRDefault="006974AE" w:rsidP="006974AE">
      <w:r>
        <w:t>573.4243</w:t>
      </w:r>
      <w:r>
        <w:tab/>
        <w:t>3.038e0</w:t>
      </w:r>
    </w:p>
    <w:p w:rsidR="006974AE" w:rsidRDefault="006974AE" w:rsidP="006974AE">
      <w:r>
        <w:lastRenderedPageBreak/>
        <w:t>573.4321</w:t>
      </w:r>
      <w:r>
        <w:tab/>
        <w:t>1.013e0</w:t>
      </w:r>
    </w:p>
    <w:p w:rsidR="006974AE" w:rsidRDefault="006974AE" w:rsidP="006974AE">
      <w:r>
        <w:t>573.4377</w:t>
      </w:r>
      <w:r>
        <w:tab/>
        <w:t>1.013e0</w:t>
      </w:r>
    </w:p>
    <w:p w:rsidR="006974AE" w:rsidRDefault="006974AE" w:rsidP="006974AE">
      <w:r>
        <w:t>573.4449</w:t>
      </w:r>
      <w:r>
        <w:tab/>
        <w:t>2.025e0</w:t>
      </w:r>
    </w:p>
    <w:p w:rsidR="006974AE" w:rsidRDefault="006974AE" w:rsidP="006974AE">
      <w:r>
        <w:t>573.4689</w:t>
      </w:r>
      <w:r>
        <w:tab/>
        <w:t>2.025e0</w:t>
      </w:r>
    </w:p>
    <w:p w:rsidR="006974AE" w:rsidRDefault="006974AE" w:rsidP="006974AE">
      <w:r>
        <w:t>573.4878</w:t>
      </w:r>
      <w:r>
        <w:tab/>
        <w:t>1.013e0</w:t>
      </w:r>
    </w:p>
    <w:p w:rsidR="006974AE" w:rsidRDefault="006974AE" w:rsidP="006974AE">
      <w:r>
        <w:t>573.5094</w:t>
      </w:r>
      <w:r>
        <w:tab/>
        <w:t>2.025e0</w:t>
      </w:r>
    </w:p>
    <w:p w:rsidR="006974AE" w:rsidRDefault="006974AE" w:rsidP="006974AE">
      <w:r>
        <w:t>573.5454</w:t>
      </w:r>
      <w:r>
        <w:tab/>
        <w:t>1.013e0</w:t>
      </w:r>
    </w:p>
    <w:p w:rsidR="006974AE" w:rsidRDefault="006974AE" w:rsidP="006974AE">
      <w:r>
        <w:t>573.5806</w:t>
      </w:r>
      <w:r>
        <w:tab/>
        <w:t>2.025e0</w:t>
      </w:r>
    </w:p>
    <w:p w:rsidR="006974AE" w:rsidRDefault="006974AE" w:rsidP="006974AE">
      <w:r>
        <w:t>573.6058</w:t>
      </w:r>
      <w:r>
        <w:tab/>
        <w:t>3.038e0</w:t>
      </w:r>
    </w:p>
    <w:p w:rsidR="006974AE" w:rsidRDefault="006974AE" w:rsidP="006974AE">
      <w:r>
        <w:t>573.6543</w:t>
      </w:r>
      <w:r>
        <w:tab/>
        <w:t>2.025e0</w:t>
      </w:r>
    </w:p>
    <w:p w:rsidR="006974AE" w:rsidRDefault="006974AE" w:rsidP="006974AE">
      <w:r>
        <w:t>573.7236</w:t>
      </w:r>
      <w:r>
        <w:tab/>
        <w:t>1.013e0</w:t>
      </w:r>
    </w:p>
    <w:p w:rsidR="006974AE" w:rsidRDefault="006974AE" w:rsidP="006974AE">
      <w:r>
        <w:t>573.7631</w:t>
      </w:r>
      <w:r>
        <w:tab/>
        <w:t>1.013e0</w:t>
      </w:r>
    </w:p>
    <w:p w:rsidR="006974AE" w:rsidRDefault="006974AE" w:rsidP="006974AE">
      <w:r>
        <w:t>573.7729</w:t>
      </w:r>
      <w:r>
        <w:tab/>
        <w:t>1.013e0</w:t>
      </w:r>
    </w:p>
    <w:p w:rsidR="006974AE" w:rsidRDefault="006974AE" w:rsidP="006974AE">
      <w:r>
        <w:t>573.7822</w:t>
      </w:r>
      <w:r>
        <w:tab/>
        <w:t>2.025e0</w:t>
      </w:r>
    </w:p>
    <w:p w:rsidR="006974AE" w:rsidRDefault="006974AE" w:rsidP="006974AE">
      <w:r>
        <w:t>573.8321</w:t>
      </w:r>
      <w:r>
        <w:tab/>
        <w:t>1.013e0</w:t>
      </w:r>
    </w:p>
    <w:p w:rsidR="006974AE" w:rsidRDefault="006974AE" w:rsidP="006974AE">
      <w:r>
        <w:t>573.8444</w:t>
      </w:r>
      <w:r>
        <w:tab/>
        <w:t>3.038e0</w:t>
      </w:r>
    </w:p>
    <w:p w:rsidR="006974AE" w:rsidRDefault="006974AE" w:rsidP="006974AE">
      <w:r>
        <w:t>573.8745</w:t>
      </w:r>
      <w:r>
        <w:tab/>
        <w:t>2.025e0</w:t>
      </w:r>
    </w:p>
    <w:p w:rsidR="006974AE" w:rsidRDefault="006974AE" w:rsidP="006974AE">
      <w:r>
        <w:t>573.8866</w:t>
      </w:r>
      <w:r>
        <w:tab/>
        <w:t>3.038e0</w:t>
      </w:r>
    </w:p>
    <w:p w:rsidR="006974AE" w:rsidRDefault="006974AE" w:rsidP="006974AE">
      <w:r>
        <w:t>573.8990</w:t>
      </w:r>
      <w:r>
        <w:tab/>
        <w:t>1.013e0</w:t>
      </w:r>
    </w:p>
    <w:p w:rsidR="006974AE" w:rsidRDefault="006974AE" w:rsidP="006974AE">
      <w:r>
        <w:lastRenderedPageBreak/>
        <w:t>573.9308</w:t>
      </w:r>
      <w:r>
        <w:tab/>
        <w:t>2.025e0</w:t>
      </w:r>
    </w:p>
    <w:p w:rsidR="006974AE" w:rsidRDefault="006974AE" w:rsidP="006974AE">
      <w:r>
        <w:t>573.9887</w:t>
      </w:r>
      <w:r>
        <w:tab/>
        <w:t>1.013e0</w:t>
      </w:r>
    </w:p>
    <w:p w:rsidR="006974AE" w:rsidRDefault="006974AE" w:rsidP="006974AE">
      <w:r>
        <w:t>573.9971</w:t>
      </w:r>
      <w:r>
        <w:tab/>
        <w:t>2.025e0</w:t>
      </w:r>
    </w:p>
    <w:p w:rsidR="006974AE" w:rsidRDefault="006974AE" w:rsidP="006974AE">
      <w:r>
        <w:t>574.0069</w:t>
      </w:r>
      <w:r>
        <w:tab/>
        <w:t>1.013e0</w:t>
      </w:r>
    </w:p>
    <w:p w:rsidR="006974AE" w:rsidRDefault="006974AE" w:rsidP="006974AE">
      <w:r>
        <w:t>574.0585</w:t>
      </w:r>
      <w:r>
        <w:tab/>
        <w:t>3.038e0</w:t>
      </w:r>
    </w:p>
    <w:p w:rsidR="006974AE" w:rsidRDefault="006974AE" w:rsidP="006974AE">
      <w:r>
        <w:t>574.0784</w:t>
      </w:r>
      <w:r>
        <w:tab/>
        <w:t>1.013e0</w:t>
      </w:r>
    </w:p>
    <w:p w:rsidR="006974AE" w:rsidRDefault="006974AE" w:rsidP="006974AE">
      <w:r>
        <w:t>574.1270</w:t>
      </w:r>
      <w:r>
        <w:tab/>
        <w:t>2.025e0</w:t>
      </w:r>
    </w:p>
    <w:p w:rsidR="006974AE" w:rsidRDefault="006974AE" w:rsidP="006974AE">
      <w:r>
        <w:t>574.1391</w:t>
      </w:r>
      <w:r>
        <w:tab/>
        <w:t>3.038e0</w:t>
      </w:r>
    </w:p>
    <w:p w:rsidR="006974AE" w:rsidRDefault="006974AE" w:rsidP="006974AE">
      <w:r>
        <w:t>574.1445</w:t>
      </w:r>
      <w:r>
        <w:tab/>
        <w:t>3.038e0</w:t>
      </w:r>
    </w:p>
    <w:p w:rsidR="006974AE" w:rsidRDefault="006974AE" w:rsidP="006974AE">
      <w:r>
        <w:t>574.2342</w:t>
      </w:r>
      <w:r>
        <w:tab/>
        <w:t>4.456e1</w:t>
      </w:r>
    </w:p>
    <w:p w:rsidR="006974AE" w:rsidRDefault="006974AE" w:rsidP="006974AE">
      <w:r>
        <w:t>574.2356</w:t>
      </w:r>
      <w:r>
        <w:tab/>
        <w:t>1.264e2</w:t>
      </w:r>
    </w:p>
    <w:p w:rsidR="006974AE" w:rsidRDefault="006974AE" w:rsidP="006974AE">
      <w:r>
        <w:t>574.2393</w:t>
      </w:r>
      <w:r>
        <w:tab/>
        <w:t>7.089e0</w:t>
      </w:r>
    </w:p>
    <w:p w:rsidR="006974AE" w:rsidRDefault="006974AE" w:rsidP="006974AE">
      <w:r>
        <w:t>574.2415</w:t>
      </w:r>
      <w:r>
        <w:tab/>
        <w:t>1.430e2</w:t>
      </w:r>
    </w:p>
    <w:p w:rsidR="006974AE" w:rsidRDefault="006974AE" w:rsidP="006974AE">
      <w:r>
        <w:t>574.2428</w:t>
      </w:r>
      <w:r>
        <w:tab/>
        <w:t>8.974e1</w:t>
      </w:r>
    </w:p>
    <w:p w:rsidR="006974AE" w:rsidRDefault="006974AE" w:rsidP="006974AE">
      <w:r>
        <w:t>574.2443</w:t>
      </w:r>
      <w:r>
        <w:tab/>
        <w:t>2.079e2</w:t>
      </w:r>
    </w:p>
    <w:p w:rsidR="006974AE" w:rsidRDefault="006974AE" w:rsidP="006974AE">
      <w:r>
        <w:t>574.2463</w:t>
      </w:r>
      <w:r>
        <w:tab/>
        <w:t>6.179e1</w:t>
      </w:r>
    </w:p>
    <w:p w:rsidR="006974AE" w:rsidRDefault="006974AE" w:rsidP="006974AE">
      <w:r>
        <w:t>574.3676</w:t>
      </w:r>
      <w:r>
        <w:tab/>
        <w:t>2.025e0</w:t>
      </w:r>
    </w:p>
    <w:p w:rsidR="006974AE" w:rsidRDefault="006974AE" w:rsidP="006974AE">
      <w:r>
        <w:t>574.3751</w:t>
      </w:r>
      <w:r>
        <w:tab/>
        <w:t>2.461e0</w:t>
      </w:r>
    </w:p>
    <w:p w:rsidR="006974AE" w:rsidRDefault="006974AE" w:rsidP="006974AE">
      <w:r>
        <w:t>574.3837</w:t>
      </w:r>
      <w:r>
        <w:tab/>
        <w:t>1.013e0</w:t>
      </w:r>
    </w:p>
    <w:p w:rsidR="006974AE" w:rsidRDefault="006974AE" w:rsidP="006974AE">
      <w:r>
        <w:lastRenderedPageBreak/>
        <w:t>574.4037</w:t>
      </w:r>
      <w:r>
        <w:tab/>
        <w:t>2.025e0</w:t>
      </w:r>
    </w:p>
    <w:p w:rsidR="006974AE" w:rsidRDefault="006974AE" w:rsidP="006974AE">
      <w:r>
        <w:t>574.4142</w:t>
      </w:r>
      <w:r>
        <w:tab/>
        <w:t>1.013e0</w:t>
      </w:r>
    </w:p>
    <w:p w:rsidR="006974AE" w:rsidRDefault="006974AE" w:rsidP="006974AE">
      <w:r>
        <w:t>574.4431</w:t>
      </w:r>
      <w:r>
        <w:tab/>
        <w:t>1.013e0</w:t>
      </w:r>
    </w:p>
    <w:p w:rsidR="006974AE" w:rsidRDefault="006974AE" w:rsidP="006974AE">
      <w:r>
        <w:t>574.4564</w:t>
      </w:r>
      <w:r>
        <w:tab/>
        <w:t>1.013e0</w:t>
      </w:r>
    </w:p>
    <w:p w:rsidR="006974AE" w:rsidRDefault="006974AE" w:rsidP="006974AE">
      <w:r>
        <w:t>574.4575</w:t>
      </w:r>
      <w:r>
        <w:tab/>
        <w:t>2.296e0</w:t>
      </w:r>
    </w:p>
    <w:p w:rsidR="006974AE" w:rsidRDefault="006974AE" w:rsidP="006974AE">
      <w:r>
        <w:t>574.4636</w:t>
      </w:r>
      <w:r>
        <w:tab/>
        <w:t>1.013e0</w:t>
      </w:r>
    </w:p>
    <w:p w:rsidR="006974AE" w:rsidRDefault="006974AE" w:rsidP="006974AE">
      <w:r>
        <w:t>574.4682</w:t>
      </w:r>
      <w:r>
        <w:tab/>
        <w:t>3.865e0</w:t>
      </w:r>
    </w:p>
    <w:p w:rsidR="006974AE" w:rsidRDefault="006974AE" w:rsidP="006974AE">
      <w:r>
        <w:t>574.4827</w:t>
      </w:r>
      <w:r>
        <w:tab/>
        <w:t>1.013e0</w:t>
      </w:r>
    </w:p>
    <w:p w:rsidR="006974AE" w:rsidRDefault="006974AE" w:rsidP="006974AE">
      <w:r>
        <w:t>574.5148</w:t>
      </w:r>
      <w:r>
        <w:tab/>
        <w:t>2.768e0</w:t>
      </w:r>
    </w:p>
    <w:p w:rsidR="006974AE" w:rsidRDefault="006974AE" w:rsidP="006974AE">
      <w:r>
        <w:t>574.5214</w:t>
      </w:r>
      <w:r>
        <w:tab/>
        <w:t>3.038e0</w:t>
      </w:r>
    </w:p>
    <w:p w:rsidR="006974AE" w:rsidRDefault="006974AE" w:rsidP="006974AE">
      <w:r>
        <w:t>574.5282</w:t>
      </w:r>
      <w:r>
        <w:tab/>
        <w:t>2.025e0</w:t>
      </w:r>
    </w:p>
    <w:p w:rsidR="006974AE" w:rsidRDefault="006974AE" w:rsidP="006974AE">
      <w:r>
        <w:t>574.5715</w:t>
      </w:r>
      <w:r>
        <w:tab/>
        <w:t>1.013e0</w:t>
      </w:r>
    </w:p>
    <w:p w:rsidR="006974AE" w:rsidRDefault="006974AE" w:rsidP="006974AE">
      <w:r>
        <w:t>574.6124</w:t>
      </w:r>
      <w:r>
        <w:tab/>
        <w:t>2.025e0</w:t>
      </w:r>
    </w:p>
    <w:p w:rsidR="006974AE" w:rsidRDefault="006974AE" w:rsidP="006974AE">
      <w:r>
        <w:t>574.6538</w:t>
      </w:r>
      <w:r>
        <w:tab/>
        <w:t>2.025e0</w:t>
      </w:r>
    </w:p>
    <w:p w:rsidR="006974AE" w:rsidRDefault="006974AE" w:rsidP="006974AE">
      <w:r>
        <w:t>574.6604</w:t>
      </w:r>
      <w:r>
        <w:tab/>
        <w:t>1.013e0</w:t>
      </w:r>
    </w:p>
    <w:p w:rsidR="006974AE" w:rsidRDefault="006974AE" w:rsidP="006974AE">
      <w:r>
        <w:t>574.7053</w:t>
      </w:r>
      <w:r>
        <w:tab/>
        <w:t>2.025e0</w:t>
      </w:r>
    </w:p>
    <w:p w:rsidR="006974AE" w:rsidRDefault="006974AE" w:rsidP="006974AE">
      <w:r>
        <w:t>574.7196</w:t>
      </w:r>
      <w:r>
        <w:tab/>
        <w:t>2.025e0</w:t>
      </w:r>
    </w:p>
    <w:p w:rsidR="006974AE" w:rsidRDefault="006974AE" w:rsidP="006974AE">
      <w:r>
        <w:t>574.7441</w:t>
      </w:r>
      <w:r>
        <w:tab/>
        <w:t>1.013e0</w:t>
      </w:r>
    </w:p>
    <w:p w:rsidR="006974AE" w:rsidRDefault="006974AE" w:rsidP="006974AE">
      <w:r>
        <w:t>574.7895</w:t>
      </w:r>
      <w:r>
        <w:tab/>
        <w:t>1.013e0</w:t>
      </w:r>
    </w:p>
    <w:p w:rsidR="006974AE" w:rsidRDefault="006974AE" w:rsidP="006974AE">
      <w:r>
        <w:lastRenderedPageBreak/>
        <w:t>574.8281</w:t>
      </w:r>
      <w:r>
        <w:tab/>
        <w:t>2.025e0</w:t>
      </w:r>
    </w:p>
    <w:p w:rsidR="006974AE" w:rsidRDefault="006974AE" w:rsidP="006974AE">
      <w:r>
        <w:t>574.8422</w:t>
      </w:r>
      <w:r>
        <w:tab/>
        <w:t>2.025e0</w:t>
      </w:r>
    </w:p>
    <w:p w:rsidR="006974AE" w:rsidRDefault="006974AE" w:rsidP="006974AE">
      <w:r>
        <w:t>574.8480</w:t>
      </w:r>
      <w:r>
        <w:tab/>
        <w:t>1.013e0</w:t>
      </w:r>
    </w:p>
    <w:p w:rsidR="006974AE" w:rsidRDefault="006974AE" w:rsidP="006974AE">
      <w:r>
        <w:t>574.8514</w:t>
      </w:r>
      <w:r>
        <w:tab/>
        <w:t>1.013e0</w:t>
      </w:r>
    </w:p>
    <w:p w:rsidR="006974AE" w:rsidRDefault="006974AE" w:rsidP="006974AE">
      <w:r>
        <w:t>574.8677</w:t>
      </w:r>
      <w:r>
        <w:tab/>
        <w:t>1.013e0</w:t>
      </w:r>
    </w:p>
    <w:p w:rsidR="006974AE" w:rsidRDefault="006974AE" w:rsidP="006974AE">
      <w:r>
        <w:t>574.8740</w:t>
      </w:r>
      <w:r>
        <w:tab/>
        <w:t>2.025e0</w:t>
      </w:r>
    </w:p>
    <w:p w:rsidR="006974AE" w:rsidRDefault="006974AE" w:rsidP="006974AE">
      <w:r>
        <w:t>574.8784</w:t>
      </w:r>
      <w:r>
        <w:tab/>
        <w:t>3.038e0</w:t>
      </w:r>
    </w:p>
    <w:p w:rsidR="006974AE" w:rsidRDefault="006974AE" w:rsidP="006974AE">
      <w:r>
        <w:t>574.9227</w:t>
      </w:r>
      <w:r>
        <w:tab/>
        <w:t>2.025e0</w:t>
      </w:r>
    </w:p>
    <w:p w:rsidR="006974AE" w:rsidRDefault="006974AE" w:rsidP="006974AE">
      <w:r>
        <w:t>574.9468</w:t>
      </w:r>
      <w:r>
        <w:tab/>
        <w:t>1.013e0</w:t>
      </w:r>
    </w:p>
    <w:p w:rsidR="006974AE" w:rsidRDefault="006974AE" w:rsidP="006974AE">
      <w:r>
        <w:t>574.9501</w:t>
      </w:r>
      <w:r>
        <w:tab/>
        <w:t>2.025e0</w:t>
      </w:r>
    </w:p>
    <w:p w:rsidR="006974AE" w:rsidRDefault="006974AE" w:rsidP="006974AE">
      <w:r>
        <w:t>574.9762</w:t>
      </w:r>
      <w:r>
        <w:tab/>
        <w:t>2.025e0</w:t>
      </w:r>
    </w:p>
    <w:p w:rsidR="006974AE" w:rsidRDefault="006974AE" w:rsidP="006974AE">
      <w:r>
        <w:t>574.9782</w:t>
      </w:r>
      <w:r>
        <w:tab/>
        <w:t>1.013e0</w:t>
      </w:r>
    </w:p>
    <w:p w:rsidR="006974AE" w:rsidRDefault="006974AE" w:rsidP="006974AE">
      <w:r>
        <w:t>574.9863</w:t>
      </w:r>
      <w:r>
        <w:tab/>
        <w:t>1.013e0</w:t>
      </w:r>
    </w:p>
    <w:p w:rsidR="006974AE" w:rsidRDefault="006974AE" w:rsidP="006974AE">
      <w:r>
        <w:t>575.0068</w:t>
      </w:r>
      <w:r>
        <w:tab/>
        <w:t>2.025e0</w:t>
      </w:r>
    </w:p>
    <w:p w:rsidR="006974AE" w:rsidRDefault="006974AE" w:rsidP="006974AE">
      <w:r>
        <w:t>575.0308</w:t>
      </w:r>
      <w:r>
        <w:tab/>
        <w:t>2.025e0</w:t>
      </w:r>
    </w:p>
    <w:p w:rsidR="006974AE" w:rsidRDefault="006974AE" w:rsidP="006974AE">
      <w:r>
        <w:t>575.0365</w:t>
      </w:r>
      <w:r>
        <w:tab/>
        <w:t>1.013e0</w:t>
      </w:r>
    </w:p>
    <w:p w:rsidR="006974AE" w:rsidRDefault="006974AE" w:rsidP="006974AE">
      <w:r>
        <w:t>575.0561</w:t>
      </w:r>
      <w:r>
        <w:tab/>
        <w:t>2.025e0</w:t>
      </w:r>
    </w:p>
    <w:p w:rsidR="006974AE" w:rsidRDefault="006974AE" w:rsidP="006974AE">
      <w:r>
        <w:t>575.0593</w:t>
      </w:r>
      <w:r>
        <w:tab/>
        <w:t>2.025e0</w:t>
      </w:r>
    </w:p>
    <w:p w:rsidR="006974AE" w:rsidRDefault="006974AE" w:rsidP="006974AE">
      <w:r>
        <w:t>575.0840</w:t>
      </w:r>
      <w:r>
        <w:tab/>
        <w:t>1.013e0</w:t>
      </w:r>
    </w:p>
    <w:p w:rsidR="006974AE" w:rsidRDefault="006974AE" w:rsidP="006974AE">
      <w:r>
        <w:lastRenderedPageBreak/>
        <w:t>575.0958</w:t>
      </w:r>
      <w:r>
        <w:tab/>
        <w:t>2.025e0</w:t>
      </w:r>
    </w:p>
    <w:p w:rsidR="006974AE" w:rsidRDefault="006974AE" w:rsidP="006974AE">
      <w:r>
        <w:t>575.1263</w:t>
      </w:r>
      <w:r>
        <w:tab/>
        <w:t>2.025e0</w:t>
      </w:r>
    </w:p>
    <w:p w:rsidR="006974AE" w:rsidRDefault="006974AE" w:rsidP="006974AE">
      <w:r>
        <w:t>575.1384</w:t>
      </w:r>
      <w:r>
        <w:tab/>
        <w:t>1.013e0</w:t>
      </w:r>
    </w:p>
    <w:p w:rsidR="006974AE" w:rsidRDefault="006974AE" w:rsidP="006974AE">
      <w:r>
        <w:t>575.2343</w:t>
      </w:r>
      <w:r>
        <w:tab/>
        <w:t>4.313e1</w:t>
      </w:r>
    </w:p>
    <w:p w:rsidR="006974AE" w:rsidRDefault="006974AE" w:rsidP="006974AE">
      <w:r>
        <w:t>575.2402</w:t>
      </w:r>
      <w:r>
        <w:tab/>
        <w:t>7.635e1</w:t>
      </w:r>
    </w:p>
    <w:p w:rsidR="006974AE" w:rsidRDefault="006974AE" w:rsidP="006974AE">
      <w:r>
        <w:t>575.2412</w:t>
      </w:r>
      <w:r>
        <w:tab/>
        <w:t>4.759e1</w:t>
      </w:r>
    </w:p>
    <w:p w:rsidR="006974AE" w:rsidRDefault="006974AE" w:rsidP="006974AE">
      <w:r>
        <w:t>575.2461</w:t>
      </w:r>
      <w:r>
        <w:tab/>
        <w:t>6.821e1</w:t>
      </w:r>
    </w:p>
    <w:p w:rsidR="006974AE" w:rsidRDefault="006974AE" w:rsidP="006974AE">
      <w:r>
        <w:t>575.2562</w:t>
      </w:r>
      <w:r>
        <w:tab/>
        <w:t>4.456e1</w:t>
      </w:r>
    </w:p>
    <w:p w:rsidR="006974AE" w:rsidRDefault="006974AE" w:rsidP="006974AE">
      <w:r>
        <w:t>575.2928</w:t>
      </w:r>
      <w:r>
        <w:tab/>
        <w:t>3.038e0</w:t>
      </w:r>
    </w:p>
    <w:p w:rsidR="006974AE" w:rsidRDefault="006974AE" w:rsidP="006974AE">
      <w:r>
        <w:t>575.3627</w:t>
      </w:r>
      <w:r>
        <w:tab/>
        <w:t>1.013e0</w:t>
      </w:r>
    </w:p>
    <w:p w:rsidR="006974AE" w:rsidRDefault="006974AE" w:rsidP="006974AE">
      <w:r>
        <w:t>575.3859</w:t>
      </w:r>
      <w:r>
        <w:tab/>
        <w:t>3.038e0</w:t>
      </w:r>
    </w:p>
    <w:p w:rsidR="006974AE" w:rsidRDefault="006974AE" w:rsidP="006974AE">
      <w:r>
        <w:t>575.4070</w:t>
      </w:r>
      <w:r>
        <w:tab/>
        <w:t>3.038e0</w:t>
      </w:r>
    </w:p>
    <w:p w:rsidR="006974AE" w:rsidRDefault="006974AE" w:rsidP="006974AE">
      <w:r>
        <w:t>575.4108</w:t>
      </w:r>
      <w:r>
        <w:tab/>
        <w:t>6.076e0</w:t>
      </w:r>
    </w:p>
    <w:p w:rsidR="006974AE" w:rsidRDefault="006974AE" w:rsidP="006974AE">
      <w:r>
        <w:t>575.4170</w:t>
      </w:r>
      <w:r>
        <w:tab/>
        <w:t>2.025e0</w:t>
      </w:r>
    </w:p>
    <w:p w:rsidR="006974AE" w:rsidRDefault="006974AE" w:rsidP="006974AE">
      <w:r>
        <w:t>575.4269</w:t>
      </w:r>
      <w:r>
        <w:tab/>
        <w:t>2.025e0</w:t>
      </w:r>
    </w:p>
    <w:p w:rsidR="006974AE" w:rsidRDefault="006974AE" w:rsidP="006974AE">
      <w:r>
        <w:t>575.4369</w:t>
      </w:r>
      <w:r>
        <w:tab/>
        <w:t>6.172e0</w:t>
      </w:r>
    </w:p>
    <w:p w:rsidR="006974AE" w:rsidRDefault="006974AE" w:rsidP="006974AE">
      <w:r>
        <w:t>575.4601</w:t>
      </w:r>
      <w:r>
        <w:tab/>
        <w:t>1.013e0</w:t>
      </w:r>
    </w:p>
    <w:p w:rsidR="006974AE" w:rsidRDefault="006974AE" w:rsidP="006974AE">
      <w:r>
        <w:t>575.5013</w:t>
      </w:r>
      <w:r>
        <w:tab/>
        <w:t>3.038e0</w:t>
      </w:r>
    </w:p>
    <w:p w:rsidR="006974AE" w:rsidRDefault="006974AE" w:rsidP="006974AE">
      <w:r>
        <w:t>575.5157</w:t>
      </w:r>
      <w:r>
        <w:tab/>
        <w:t>1.013e0</w:t>
      </w:r>
    </w:p>
    <w:p w:rsidR="006974AE" w:rsidRDefault="006974AE" w:rsidP="006974AE">
      <w:r>
        <w:lastRenderedPageBreak/>
        <w:t>575.5359</w:t>
      </w:r>
      <w:r>
        <w:tab/>
        <w:t>4.051e0</w:t>
      </w:r>
    </w:p>
    <w:p w:rsidR="006974AE" w:rsidRDefault="006974AE" w:rsidP="006974AE">
      <w:r>
        <w:t>575.5517</w:t>
      </w:r>
      <w:r>
        <w:tab/>
        <w:t>1.013e0</w:t>
      </w:r>
    </w:p>
    <w:p w:rsidR="006974AE" w:rsidRDefault="006974AE" w:rsidP="006974AE">
      <w:r>
        <w:t>575.5561</w:t>
      </w:r>
      <w:r>
        <w:tab/>
        <w:t>3.038e0</w:t>
      </w:r>
    </w:p>
    <w:p w:rsidR="006974AE" w:rsidRDefault="006974AE" w:rsidP="006974AE">
      <w:r>
        <w:t>575.5597</w:t>
      </w:r>
      <w:r>
        <w:tab/>
        <w:t>1.013e0</w:t>
      </w:r>
    </w:p>
    <w:p w:rsidR="006974AE" w:rsidRDefault="006974AE" w:rsidP="006974AE">
      <w:r>
        <w:t>575.6230</w:t>
      </w:r>
      <w:r>
        <w:tab/>
        <w:t>1.013e0</w:t>
      </w:r>
    </w:p>
    <w:p w:rsidR="006974AE" w:rsidRDefault="006974AE" w:rsidP="006974AE">
      <w:r>
        <w:t>575.6422</w:t>
      </w:r>
      <w:r>
        <w:tab/>
        <w:t>2.025e0</w:t>
      </w:r>
    </w:p>
    <w:p w:rsidR="006974AE" w:rsidRDefault="006974AE" w:rsidP="006974AE">
      <w:r>
        <w:t>575.6594</w:t>
      </w:r>
      <w:r>
        <w:tab/>
        <w:t>2.025e0</w:t>
      </w:r>
    </w:p>
    <w:p w:rsidR="006974AE" w:rsidRDefault="006974AE" w:rsidP="006974AE">
      <w:r>
        <w:t>575.7233</w:t>
      </w:r>
      <w:r>
        <w:tab/>
        <w:t>2.025e0</w:t>
      </w:r>
    </w:p>
    <w:p w:rsidR="006974AE" w:rsidRDefault="006974AE" w:rsidP="006974AE">
      <w:r>
        <w:t>575.7488</w:t>
      </w:r>
      <w:r>
        <w:tab/>
        <w:t>2.025e0</w:t>
      </w:r>
    </w:p>
    <w:p w:rsidR="006974AE" w:rsidRDefault="006974AE" w:rsidP="006974AE">
      <w:r>
        <w:t>575.7498</w:t>
      </w:r>
      <w:r>
        <w:tab/>
        <w:t>1.013e0</w:t>
      </w:r>
    </w:p>
    <w:p w:rsidR="006974AE" w:rsidRDefault="006974AE" w:rsidP="006974AE">
      <w:r>
        <w:t>575.7582</w:t>
      </w:r>
      <w:r>
        <w:tab/>
        <w:t>1.013e0</w:t>
      </w:r>
    </w:p>
    <w:p w:rsidR="006974AE" w:rsidRDefault="006974AE" w:rsidP="006974AE">
      <w:r>
        <w:t>575.7653</w:t>
      </w:r>
      <w:r>
        <w:tab/>
        <w:t>1.013e0</w:t>
      </w:r>
    </w:p>
    <w:p w:rsidR="006974AE" w:rsidRDefault="006974AE" w:rsidP="006974AE">
      <w:r>
        <w:t>575.7689</w:t>
      </w:r>
      <w:r>
        <w:tab/>
        <w:t>2.025e0</w:t>
      </w:r>
    </w:p>
    <w:p w:rsidR="006974AE" w:rsidRDefault="006974AE" w:rsidP="006974AE">
      <w:r>
        <w:t>575.7979</w:t>
      </w:r>
      <w:r>
        <w:tab/>
        <w:t>2.025e0</w:t>
      </w:r>
    </w:p>
    <w:p w:rsidR="006974AE" w:rsidRDefault="006974AE" w:rsidP="006974AE">
      <w:r>
        <w:t>575.8020</w:t>
      </w:r>
      <w:r>
        <w:tab/>
        <w:t>1.013e0</w:t>
      </w:r>
    </w:p>
    <w:p w:rsidR="006974AE" w:rsidRDefault="006974AE" w:rsidP="006974AE">
      <w:r>
        <w:t>575.8569</w:t>
      </w:r>
      <w:r>
        <w:tab/>
        <w:t>1.013e0</w:t>
      </w:r>
    </w:p>
    <w:p w:rsidR="006974AE" w:rsidRDefault="006974AE" w:rsidP="006974AE">
      <w:r>
        <w:t>575.8766</w:t>
      </w:r>
      <w:r>
        <w:tab/>
        <w:t>2.025e0</w:t>
      </w:r>
    </w:p>
    <w:p w:rsidR="006974AE" w:rsidRDefault="006974AE" w:rsidP="006974AE">
      <w:r>
        <w:t>575.9107</w:t>
      </w:r>
      <w:r>
        <w:tab/>
        <w:t>1.013e0</w:t>
      </w:r>
    </w:p>
    <w:p w:rsidR="006974AE" w:rsidRDefault="006974AE" w:rsidP="006974AE">
      <w:r>
        <w:t>575.9192</w:t>
      </w:r>
      <w:r>
        <w:tab/>
        <w:t>2.025e0</w:t>
      </w:r>
    </w:p>
    <w:p w:rsidR="006974AE" w:rsidRDefault="006974AE" w:rsidP="006974AE">
      <w:r>
        <w:lastRenderedPageBreak/>
        <w:t>575.9456</w:t>
      </w:r>
      <w:r>
        <w:tab/>
        <w:t>2.025e0</w:t>
      </w:r>
    </w:p>
    <w:p w:rsidR="006974AE" w:rsidRDefault="006974AE" w:rsidP="006974AE">
      <w:r>
        <w:t>575.9858</w:t>
      </w:r>
      <w:r>
        <w:tab/>
        <w:t>1.013e0</w:t>
      </w:r>
    </w:p>
    <w:p w:rsidR="006974AE" w:rsidRDefault="006974AE" w:rsidP="006974AE">
      <w:r>
        <w:t>576.0049</w:t>
      </w:r>
      <w:r>
        <w:tab/>
        <w:t>1.013e0</w:t>
      </w:r>
    </w:p>
    <w:p w:rsidR="006974AE" w:rsidRDefault="006974AE" w:rsidP="006974AE">
      <w:r>
        <w:t>576.0152</w:t>
      </w:r>
      <w:r>
        <w:tab/>
        <w:t>2.025e0</w:t>
      </w:r>
    </w:p>
    <w:p w:rsidR="006974AE" w:rsidRDefault="006974AE" w:rsidP="006974AE">
      <w:r>
        <w:t>576.0445</w:t>
      </w:r>
      <w:r>
        <w:tab/>
        <w:t>1.013e0</w:t>
      </w:r>
    </w:p>
    <w:p w:rsidR="006974AE" w:rsidRDefault="006974AE" w:rsidP="006974AE">
      <w:r>
        <w:t>576.0643</w:t>
      </w:r>
      <w:r>
        <w:tab/>
        <w:t>4.051e0</w:t>
      </w:r>
    </w:p>
    <w:p w:rsidR="006974AE" w:rsidRDefault="006974AE" w:rsidP="006974AE">
      <w:r>
        <w:t>576.0756</w:t>
      </w:r>
      <w:r>
        <w:tab/>
        <w:t>2.025e0</w:t>
      </w:r>
    </w:p>
    <w:p w:rsidR="006974AE" w:rsidRDefault="006974AE" w:rsidP="006974AE">
      <w:r>
        <w:t>576.0891</w:t>
      </w:r>
      <w:r>
        <w:tab/>
        <w:t>2.025e0</w:t>
      </w:r>
    </w:p>
    <w:p w:rsidR="006974AE" w:rsidRDefault="006974AE" w:rsidP="006974AE">
      <w:r>
        <w:t>576.0990</w:t>
      </w:r>
      <w:r>
        <w:tab/>
        <w:t>2.025e0</w:t>
      </w:r>
    </w:p>
    <w:p w:rsidR="006974AE" w:rsidRDefault="006974AE" w:rsidP="006974AE">
      <w:r>
        <w:t>576.1447</w:t>
      </w:r>
      <w:r>
        <w:tab/>
        <w:t>1.013e0</w:t>
      </w:r>
    </w:p>
    <w:p w:rsidR="006974AE" w:rsidRDefault="006974AE" w:rsidP="006974AE">
      <w:r>
        <w:t>576.2161</w:t>
      </w:r>
      <w:r>
        <w:tab/>
        <w:t>1.013e0</w:t>
      </w:r>
    </w:p>
    <w:p w:rsidR="006974AE" w:rsidRDefault="006974AE" w:rsidP="006974AE">
      <w:r>
        <w:t>576.2466</w:t>
      </w:r>
      <w:r>
        <w:tab/>
        <w:t>5.482e1</w:t>
      </w:r>
    </w:p>
    <w:p w:rsidR="006974AE" w:rsidRDefault="006974AE" w:rsidP="006974AE">
      <w:r>
        <w:t>576.2478</w:t>
      </w:r>
      <w:r>
        <w:tab/>
        <w:t>6.468e1</w:t>
      </w:r>
    </w:p>
    <w:p w:rsidR="006974AE" w:rsidRDefault="006974AE" w:rsidP="006974AE">
      <w:r>
        <w:t>576.2520</w:t>
      </w:r>
      <w:r>
        <w:tab/>
        <w:t>1.045e2</w:t>
      </w:r>
    </w:p>
    <w:p w:rsidR="006974AE" w:rsidRDefault="006974AE" w:rsidP="006974AE">
      <w:r>
        <w:t>576.2534</w:t>
      </w:r>
      <w:r>
        <w:tab/>
        <w:t>1.746e2</w:t>
      </w:r>
    </w:p>
    <w:p w:rsidR="006974AE" w:rsidRDefault="006974AE" w:rsidP="006974AE">
      <w:r>
        <w:t>576.2560</w:t>
      </w:r>
      <w:r>
        <w:tab/>
        <w:t>9.073e1</w:t>
      </w:r>
    </w:p>
    <w:p w:rsidR="006974AE" w:rsidRDefault="006974AE" w:rsidP="006974AE">
      <w:r>
        <w:t>576.2780</w:t>
      </w:r>
      <w:r>
        <w:tab/>
        <w:t>2.025e0</w:t>
      </w:r>
    </w:p>
    <w:p w:rsidR="006974AE" w:rsidRDefault="006974AE" w:rsidP="006974AE">
      <w:r>
        <w:t>576.3637</w:t>
      </w:r>
      <w:r>
        <w:tab/>
        <w:t>3.038e0</w:t>
      </w:r>
    </w:p>
    <w:p w:rsidR="006974AE" w:rsidRDefault="006974AE" w:rsidP="006974AE">
      <w:r>
        <w:t>576.3663</w:t>
      </w:r>
      <w:r>
        <w:tab/>
        <w:t>2.025e0</w:t>
      </w:r>
    </w:p>
    <w:p w:rsidR="006974AE" w:rsidRDefault="006974AE" w:rsidP="006974AE">
      <w:r>
        <w:lastRenderedPageBreak/>
        <w:t>576.3770</w:t>
      </w:r>
      <w:r>
        <w:tab/>
        <w:t>3.038e0</w:t>
      </w:r>
    </w:p>
    <w:p w:rsidR="006974AE" w:rsidRDefault="006974AE" w:rsidP="006974AE">
      <w:r>
        <w:t>576.3946</w:t>
      </w:r>
      <w:r>
        <w:tab/>
        <w:t>1.013e0</w:t>
      </w:r>
    </w:p>
    <w:p w:rsidR="006974AE" w:rsidRDefault="006974AE" w:rsidP="006974AE">
      <w:r>
        <w:t>576.4128</w:t>
      </w:r>
      <w:r>
        <w:tab/>
        <w:t>1.013e0</w:t>
      </w:r>
    </w:p>
    <w:p w:rsidR="006974AE" w:rsidRDefault="006974AE" w:rsidP="006974AE">
      <w:r>
        <w:t>576.4316</w:t>
      </w:r>
      <w:r>
        <w:tab/>
        <w:t>1.013e0</w:t>
      </w:r>
    </w:p>
    <w:p w:rsidR="006974AE" w:rsidRDefault="006974AE" w:rsidP="006974AE">
      <w:r>
        <w:t>576.4342</w:t>
      </w:r>
      <w:r>
        <w:tab/>
        <w:t>4.051e0</w:t>
      </w:r>
    </w:p>
    <w:p w:rsidR="006974AE" w:rsidRDefault="006974AE" w:rsidP="006974AE">
      <w:r>
        <w:t>576.4456</w:t>
      </w:r>
      <w:r>
        <w:tab/>
        <w:t>3.038e0</w:t>
      </w:r>
    </w:p>
    <w:p w:rsidR="006974AE" w:rsidRDefault="006974AE" w:rsidP="006974AE">
      <w:r>
        <w:t>576.4483</w:t>
      </w:r>
      <w:r>
        <w:tab/>
        <w:t>2.025e0</w:t>
      </w:r>
    </w:p>
    <w:p w:rsidR="006974AE" w:rsidRDefault="006974AE" w:rsidP="006974AE">
      <w:r>
        <w:t>576.4664</w:t>
      </w:r>
      <w:r>
        <w:tab/>
        <w:t>1.013e0</w:t>
      </w:r>
    </w:p>
    <w:p w:rsidR="006974AE" w:rsidRDefault="006974AE" w:rsidP="006974AE">
      <w:r>
        <w:t>576.4809</w:t>
      </w:r>
      <w:r>
        <w:tab/>
        <w:t>1.013e0</w:t>
      </w:r>
    </w:p>
    <w:p w:rsidR="006974AE" w:rsidRDefault="006974AE" w:rsidP="006974AE">
      <w:r>
        <w:t>576.4910</w:t>
      </w:r>
      <w:r>
        <w:tab/>
        <w:t>3.038e0</w:t>
      </w:r>
    </w:p>
    <w:p w:rsidR="006974AE" w:rsidRDefault="006974AE" w:rsidP="006974AE">
      <w:r>
        <w:t>576.5403</w:t>
      </w:r>
      <w:r>
        <w:tab/>
        <w:t>1.013e0</w:t>
      </w:r>
    </w:p>
    <w:p w:rsidR="006974AE" w:rsidRDefault="006974AE" w:rsidP="006974AE">
      <w:r>
        <w:t>576.5502</w:t>
      </w:r>
      <w:r>
        <w:tab/>
        <w:t>2.025e0</w:t>
      </w:r>
    </w:p>
    <w:p w:rsidR="006974AE" w:rsidRDefault="006974AE" w:rsidP="006974AE">
      <w:r>
        <w:t>576.5559</w:t>
      </w:r>
      <w:r>
        <w:tab/>
        <w:t>1.013e0</w:t>
      </w:r>
    </w:p>
    <w:p w:rsidR="006974AE" w:rsidRDefault="006974AE" w:rsidP="006974AE">
      <w:r>
        <w:t>576.5792</w:t>
      </w:r>
      <w:r>
        <w:tab/>
        <w:t>1.013e0</w:t>
      </w:r>
    </w:p>
    <w:p w:rsidR="006974AE" w:rsidRDefault="006974AE" w:rsidP="006974AE">
      <w:r>
        <w:t>576.5994</w:t>
      </w:r>
      <w:r>
        <w:tab/>
        <w:t>2.025e0</w:t>
      </w:r>
    </w:p>
    <w:p w:rsidR="006974AE" w:rsidRDefault="006974AE" w:rsidP="006974AE">
      <w:r>
        <w:t>576.6188</w:t>
      </w:r>
      <w:r>
        <w:tab/>
        <w:t>1.013e0</w:t>
      </w:r>
    </w:p>
    <w:p w:rsidR="006974AE" w:rsidRDefault="006974AE" w:rsidP="006974AE">
      <w:r>
        <w:t>576.6592</w:t>
      </w:r>
      <w:r>
        <w:tab/>
        <w:t>1.013e0</w:t>
      </w:r>
    </w:p>
    <w:p w:rsidR="006974AE" w:rsidRDefault="006974AE" w:rsidP="006974AE">
      <w:r>
        <w:t>576.6632</w:t>
      </w:r>
      <w:r>
        <w:tab/>
        <w:t>1.013e0</w:t>
      </w:r>
    </w:p>
    <w:p w:rsidR="006974AE" w:rsidRDefault="006974AE" w:rsidP="006974AE">
      <w:r>
        <w:t>576.6889</w:t>
      </w:r>
      <w:r>
        <w:tab/>
        <w:t>2.025e0</w:t>
      </w:r>
    </w:p>
    <w:p w:rsidR="006974AE" w:rsidRDefault="006974AE" w:rsidP="006974AE">
      <w:r>
        <w:lastRenderedPageBreak/>
        <w:t>576.7583</w:t>
      </w:r>
      <w:r>
        <w:tab/>
        <w:t>1.013e0</w:t>
      </w:r>
    </w:p>
    <w:p w:rsidR="006974AE" w:rsidRDefault="006974AE" w:rsidP="006974AE">
      <w:r>
        <w:t>576.7712</w:t>
      </w:r>
      <w:r>
        <w:tab/>
        <w:t>1.013e0</w:t>
      </w:r>
    </w:p>
    <w:p w:rsidR="006974AE" w:rsidRDefault="006974AE" w:rsidP="006974AE">
      <w:r>
        <w:t>576.8017</w:t>
      </w:r>
      <w:r>
        <w:tab/>
        <w:t>3.038e0</w:t>
      </w:r>
    </w:p>
    <w:p w:rsidR="006974AE" w:rsidRDefault="006974AE" w:rsidP="006974AE">
      <w:r>
        <w:t>576.8246</w:t>
      </w:r>
      <w:r>
        <w:tab/>
        <w:t>1.013e0</w:t>
      </w:r>
    </w:p>
    <w:p w:rsidR="006974AE" w:rsidRDefault="006974AE" w:rsidP="006974AE">
      <w:r>
        <w:t>576.8331</w:t>
      </w:r>
      <w:r>
        <w:tab/>
        <w:t>2.025e0</w:t>
      </w:r>
    </w:p>
    <w:p w:rsidR="006974AE" w:rsidRDefault="006974AE" w:rsidP="006974AE">
      <w:r>
        <w:t>576.8431</w:t>
      </w:r>
      <w:r>
        <w:tab/>
        <w:t>4.051e0</w:t>
      </w:r>
    </w:p>
    <w:p w:rsidR="006974AE" w:rsidRDefault="006974AE" w:rsidP="006974AE">
      <w:r>
        <w:t>576.9135</w:t>
      </w:r>
      <w:r>
        <w:tab/>
        <w:t>2.025e0</w:t>
      </w:r>
    </w:p>
    <w:p w:rsidR="006974AE" w:rsidRDefault="006974AE" w:rsidP="006974AE">
      <w:r>
        <w:t>576.9265</w:t>
      </w:r>
      <w:r>
        <w:tab/>
        <w:t>3.038e0</w:t>
      </w:r>
    </w:p>
    <w:p w:rsidR="006974AE" w:rsidRDefault="006974AE" w:rsidP="006974AE">
      <w:r>
        <w:t>576.9456</w:t>
      </w:r>
      <w:r>
        <w:tab/>
        <w:t>2.025e0</w:t>
      </w:r>
    </w:p>
    <w:p w:rsidR="006974AE" w:rsidRDefault="006974AE" w:rsidP="006974AE">
      <w:r>
        <w:t>576.9643</w:t>
      </w:r>
      <w:r>
        <w:tab/>
        <w:t>4.051e0</w:t>
      </w:r>
    </w:p>
    <w:p w:rsidR="006974AE" w:rsidRDefault="006974AE" w:rsidP="006974AE">
      <w:r>
        <w:t>576.9694</w:t>
      </w:r>
      <w:r>
        <w:tab/>
        <w:t>1.013e0</w:t>
      </w:r>
    </w:p>
    <w:p w:rsidR="006974AE" w:rsidRDefault="006974AE" w:rsidP="006974AE">
      <w:r>
        <w:t>576.9763</w:t>
      </w:r>
      <w:r>
        <w:tab/>
        <w:t>1.013e0</w:t>
      </w:r>
    </w:p>
    <w:p w:rsidR="006974AE" w:rsidRDefault="006974AE" w:rsidP="006974AE">
      <w:r>
        <w:t>576.9962</w:t>
      </w:r>
      <w:r>
        <w:tab/>
        <w:t>1.013e0</w:t>
      </w:r>
    </w:p>
    <w:p w:rsidR="006974AE" w:rsidRDefault="006974AE" w:rsidP="006974AE">
      <w:r>
        <w:t>577.0057</w:t>
      </w:r>
      <w:r>
        <w:tab/>
        <w:t>3.038e0</w:t>
      </w:r>
    </w:p>
    <w:p w:rsidR="006974AE" w:rsidRDefault="006974AE" w:rsidP="006974AE">
      <w:r>
        <w:t>577.0335</w:t>
      </w:r>
      <w:r>
        <w:tab/>
        <w:t>3.038e0</w:t>
      </w:r>
    </w:p>
    <w:p w:rsidR="006974AE" w:rsidRDefault="006974AE" w:rsidP="006974AE">
      <w:r>
        <w:t>577.0854</w:t>
      </w:r>
      <w:r>
        <w:tab/>
        <w:t>1.013e0</w:t>
      </w:r>
    </w:p>
    <w:p w:rsidR="006974AE" w:rsidRDefault="006974AE" w:rsidP="006974AE">
      <w:r>
        <w:t>577.0933</w:t>
      </w:r>
      <w:r>
        <w:tab/>
        <w:t>1.013e0</w:t>
      </w:r>
    </w:p>
    <w:p w:rsidR="006974AE" w:rsidRDefault="006974AE" w:rsidP="006974AE">
      <w:r>
        <w:t>577.1109</w:t>
      </w:r>
      <w:r>
        <w:tab/>
        <w:t>1.013e0</w:t>
      </w:r>
    </w:p>
    <w:p w:rsidR="006974AE" w:rsidRDefault="006974AE" w:rsidP="006974AE">
      <w:r>
        <w:t>577.1243</w:t>
      </w:r>
      <w:r>
        <w:tab/>
        <w:t>1.013e0</w:t>
      </w:r>
    </w:p>
    <w:p w:rsidR="006974AE" w:rsidRDefault="006974AE" w:rsidP="006974AE">
      <w:r>
        <w:lastRenderedPageBreak/>
        <w:t>577.2341</w:t>
      </w:r>
      <w:r>
        <w:tab/>
        <w:t>1.013e0</w:t>
      </w:r>
    </w:p>
    <w:p w:rsidR="006974AE" w:rsidRDefault="006974AE" w:rsidP="006974AE">
      <w:r>
        <w:t>577.2426</w:t>
      </w:r>
      <w:r>
        <w:tab/>
        <w:t>1.757e1</w:t>
      </w:r>
    </w:p>
    <w:p w:rsidR="006974AE" w:rsidRDefault="006974AE" w:rsidP="006974AE">
      <w:r>
        <w:t>577.2441</w:t>
      </w:r>
      <w:r>
        <w:tab/>
        <w:t>4.723e1</w:t>
      </w:r>
    </w:p>
    <w:p w:rsidR="006974AE" w:rsidRDefault="006974AE" w:rsidP="006974AE">
      <w:r>
        <w:t>577.2510</w:t>
      </w:r>
      <w:r>
        <w:tab/>
        <w:t>6.452e1</w:t>
      </w:r>
    </w:p>
    <w:p w:rsidR="006974AE" w:rsidRDefault="006974AE" w:rsidP="006974AE">
      <w:r>
        <w:t>577.2587</w:t>
      </w:r>
      <w:r>
        <w:tab/>
        <w:t>5.367e1</w:t>
      </w:r>
    </w:p>
    <w:p w:rsidR="006974AE" w:rsidRDefault="006974AE" w:rsidP="006974AE">
      <w:r>
        <w:t>577.3091</w:t>
      </w:r>
      <w:r>
        <w:tab/>
        <w:t>1.013e0</w:t>
      </w:r>
    </w:p>
    <w:p w:rsidR="006974AE" w:rsidRDefault="006974AE" w:rsidP="006974AE">
      <w:r>
        <w:t>577.3122</w:t>
      </w:r>
      <w:r>
        <w:tab/>
        <w:t>4.051e0</w:t>
      </w:r>
    </w:p>
    <w:p w:rsidR="006974AE" w:rsidRDefault="006974AE" w:rsidP="006974AE">
      <w:r>
        <w:t>577.3448</w:t>
      </w:r>
      <w:r>
        <w:tab/>
        <w:t>6.631e0</w:t>
      </w:r>
    </w:p>
    <w:p w:rsidR="006974AE" w:rsidRDefault="006974AE" w:rsidP="006974AE">
      <w:r>
        <w:t>577.3530</w:t>
      </w:r>
      <w:r>
        <w:tab/>
        <w:t>3.038e0</w:t>
      </w:r>
    </w:p>
    <w:p w:rsidR="006974AE" w:rsidRDefault="006974AE" w:rsidP="006974AE">
      <w:r>
        <w:t>577.3585</w:t>
      </w:r>
      <w:r>
        <w:tab/>
        <w:t>5.063e0</w:t>
      </w:r>
    </w:p>
    <w:p w:rsidR="006974AE" w:rsidRDefault="006974AE" w:rsidP="006974AE">
      <w:r>
        <w:t>577.3928</w:t>
      </w:r>
      <w:r>
        <w:tab/>
        <w:t>1.013e0</w:t>
      </w:r>
    </w:p>
    <w:p w:rsidR="006974AE" w:rsidRDefault="006974AE" w:rsidP="006974AE">
      <w:r>
        <w:t>577.4417</w:t>
      </w:r>
      <w:r>
        <w:tab/>
        <w:t>1.013e0</w:t>
      </w:r>
    </w:p>
    <w:p w:rsidR="006974AE" w:rsidRDefault="006974AE" w:rsidP="006974AE">
      <w:r>
        <w:t>577.4499</w:t>
      </w:r>
      <w:r>
        <w:tab/>
        <w:t>2.025e0</w:t>
      </w:r>
    </w:p>
    <w:p w:rsidR="006974AE" w:rsidRDefault="006974AE" w:rsidP="006974AE">
      <w:r>
        <w:t>577.4518</w:t>
      </w:r>
      <w:r>
        <w:tab/>
        <w:t>1.013e0</w:t>
      </w:r>
    </w:p>
    <w:p w:rsidR="006974AE" w:rsidRDefault="006974AE" w:rsidP="006974AE">
      <w:r>
        <w:t>577.4537</w:t>
      </w:r>
      <w:r>
        <w:tab/>
        <w:t>1.013e0</w:t>
      </w:r>
    </w:p>
    <w:p w:rsidR="006974AE" w:rsidRDefault="006974AE" w:rsidP="006974AE">
      <w:r>
        <w:t>577.4699</w:t>
      </w:r>
      <w:r>
        <w:tab/>
        <w:t>1.013e0</w:t>
      </w:r>
    </w:p>
    <w:p w:rsidR="006974AE" w:rsidRDefault="006974AE" w:rsidP="006974AE">
      <w:r>
        <w:t>577.4913</w:t>
      </w:r>
      <w:r>
        <w:tab/>
        <w:t>1.013e0</w:t>
      </w:r>
    </w:p>
    <w:p w:rsidR="006974AE" w:rsidRDefault="006974AE" w:rsidP="006974AE">
      <w:r>
        <w:t>577.5012</w:t>
      </w:r>
      <w:r>
        <w:tab/>
        <w:t>1.013e0</w:t>
      </w:r>
    </w:p>
    <w:p w:rsidR="006974AE" w:rsidRDefault="006974AE" w:rsidP="006974AE">
      <w:r>
        <w:t>577.5118</w:t>
      </w:r>
      <w:r>
        <w:tab/>
        <w:t>1.013e0</w:t>
      </w:r>
    </w:p>
    <w:p w:rsidR="006974AE" w:rsidRDefault="006974AE" w:rsidP="006974AE">
      <w:r>
        <w:lastRenderedPageBreak/>
        <w:t>577.5244</w:t>
      </w:r>
      <w:r>
        <w:tab/>
        <w:t>1.013e0</w:t>
      </w:r>
    </w:p>
    <w:p w:rsidR="006974AE" w:rsidRDefault="006974AE" w:rsidP="006974AE">
      <w:r>
        <w:t>577.5607</w:t>
      </w:r>
      <w:r>
        <w:tab/>
        <w:t>1.013e0</w:t>
      </w:r>
    </w:p>
    <w:p w:rsidR="006974AE" w:rsidRDefault="006974AE" w:rsidP="006974AE">
      <w:r>
        <w:t>577.5807</w:t>
      </w:r>
      <w:r>
        <w:tab/>
        <w:t>2.025e0</w:t>
      </w:r>
    </w:p>
    <w:p w:rsidR="006974AE" w:rsidRDefault="006974AE" w:rsidP="006974AE">
      <w:r>
        <w:t>577.5962</w:t>
      </w:r>
      <w:r>
        <w:tab/>
        <w:t>1.013e0</w:t>
      </w:r>
    </w:p>
    <w:p w:rsidR="006974AE" w:rsidRDefault="006974AE" w:rsidP="006974AE">
      <w:r>
        <w:t>577.6210</w:t>
      </w:r>
      <w:r>
        <w:tab/>
        <w:t>1.013e0</w:t>
      </w:r>
    </w:p>
    <w:p w:rsidR="006974AE" w:rsidRDefault="006974AE" w:rsidP="006974AE">
      <w:r>
        <w:t>577.6277</w:t>
      </w:r>
      <w:r>
        <w:tab/>
        <w:t>2.025e0</w:t>
      </w:r>
    </w:p>
    <w:p w:rsidR="006974AE" w:rsidRDefault="006974AE" w:rsidP="006974AE">
      <w:r>
        <w:t>577.6329</w:t>
      </w:r>
      <w:r>
        <w:tab/>
        <w:t>2.025e0</w:t>
      </w:r>
    </w:p>
    <w:p w:rsidR="006974AE" w:rsidRDefault="006974AE" w:rsidP="006974AE">
      <w:r>
        <w:t>577.6699</w:t>
      </w:r>
      <w:r>
        <w:tab/>
        <w:t>1.013e0</w:t>
      </w:r>
    </w:p>
    <w:p w:rsidR="006974AE" w:rsidRDefault="006974AE" w:rsidP="006974AE">
      <w:r>
        <w:t>577.6814</w:t>
      </w:r>
      <w:r>
        <w:tab/>
        <w:t>2.025e0</w:t>
      </w:r>
    </w:p>
    <w:p w:rsidR="006974AE" w:rsidRDefault="006974AE" w:rsidP="006974AE">
      <w:r>
        <w:t>577.6905</w:t>
      </w:r>
      <w:r>
        <w:tab/>
        <w:t>1.013e0</w:t>
      </w:r>
    </w:p>
    <w:p w:rsidR="006974AE" w:rsidRDefault="006974AE" w:rsidP="006974AE">
      <w:r>
        <w:t>577.7043</w:t>
      </w:r>
      <w:r>
        <w:tab/>
        <w:t>4.051e0</w:t>
      </w:r>
    </w:p>
    <w:p w:rsidR="006974AE" w:rsidRDefault="006974AE" w:rsidP="006974AE">
      <w:r>
        <w:t>577.7500</w:t>
      </w:r>
      <w:r>
        <w:tab/>
        <w:t>1.013e0</w:t>
      </w:r>
    </w:p>
    <w:p w:rsidR="006974AE" w:rsidRDefault="006974AE" w:rsidP="006974AE">
      <w:r>
        <w:t>577.7745</w:t>
      </w:r>
      <w:r>
        <w:tab/>
        <w:t>1.013e0</w:t>
      </w:r>
    </w:p>
    <w:p w:rsidR="006974AE" w:rsidRDefault="006974AE" w:rsidP="006974AE">
      <w:r>
        <w:t>577.8031</w:t>
      </w:r>
      <w:r>
        <w:tab/>
        <w:t>2.025e0</w:t>
      </w:r>
    </w:p>
    <w:p w:rsidR="006974AE" w:rsidRDefault="006974AE" w:rsidP="006974AE">
      <w:r>
        <w:t>577.8358</w:t>
      </w:r>
      <w:r>
        <w:tab/>
        <w:t>3.924e0</w:t>
      </w:r>
    </w:p>
    <w:p w:rsidR="006974AE" w:rsidRDefault="006974AE" w:rsidP="006974AE">
      <w:r>
        <w:t>577.8552</w:t>
      </w:r>
      <w:r>
        <w:tab/>
        <w:t>4.375e0</w:t>
      </w:r>
    </w:p>
    <w:p w:rsidR="006974AE" w:rsidRDefault="006974AE" w:rsidP="006974AE">
      <w:r>
        <w:t>577.8592</w:t>
      </w:r>
      <w:r>
        <w:tab/>
        <w:t>1.013e0</w:t>
      </w:r>
    </w:p>
    <w:p w:rsidR="006974AE" w:rsidRDefault="006974AE" w:rsidP="006974AE">
      <w:r>
        <w:t>577.8688</w:t>
      </w:r>
      <w:r>
        <w:tab/>
        <w:t>2.025e0</w:t>
      </w:r>
    </w:p>
    <w:p w:rsidR="006974AE" w:rsidRDefault="006974AE" w:rsidP="006974AE">
      <w:r>
        <w:t>577.8784</w:t>
      </w:r>
      <w:r>
        <w:tab/>
        <w:t>1.013e0</w:t>
      </w:r>
    </w:p>
    <w:p w:rsidR="006974AE" w:rsidRDefault="006974AE" w:rsidP="006974AE">
      <w:r>
        <w:lastRenderedPageBreak/>
        <w:t>577.8998</w:t>
      </w:r>
      <w:r>
        <w:tab/>
        <w:t>2.025e0</w:t>
      </w:r>
    </w:p>
    <w:p w:rsidR="006974AE" w:rsidRDefault="006974AE" w:rsidP="006974AE">
      <w:r>
        <w:t>577.9295</w:t>
      </w:r>
      <w:r>
        <w:tab/>
        <w:t>2.025e0</w:t>
      </w:r>
    </w:p>
    <w:p w:rsidR="006974AE" w:rsidRDefault="006974AE" w:rsidP="006974AE">
      <w:r>
        <w:t>577.9315</w:t>
      </w:r>
      <w:r>
        <w:tab/>
        <w:t>2.025e0</w:t>
      </w:r>
    </w:p>
    <w:p w:rsidR="006974AE" w:rsidRDefault="006974AE" w:rsidP="006974AE">
      <w:r>
        <w:t>577.9360</w:t>
      </w:r>
      <w:r>
        <w:tab/>
        <w:t>2.025e0</w:t>
      </w:r>
    </w:p>
    <w:p w:rsidR="006974AE" w:rsidRDefault="006974AE" w:rsidP="006974AE">
      <w:r>
        <w:t>577.9677</w:t>
      </w:r>
      <w:r>
        <w:tab/>
        <w:t>1.013e0</w:t>
      </w:r>
    </w:p>
    <w:p w:rsidR="006974AE" w:rsidRDefault="006974AE" w:rsidP="006974AE">
      <w:r>
        <w:t>577.9883</w:t>
      </w:r>
      <w:r>
        <w:tab/>
        <w:t>1.013e0</w:t>
      </w:r>
    </w:p>
    <w:p w:rsidR="006974AE" w:rsidRDefault="006974AE" w:rsidP="006974AE">
      <w:r>
        <w:t>577.9894</w:t>
      </w:r>
      <w:r>
        <w:tab/>
        <w:t>2.025e0</w:t>
      </w:r>
    </w:p>
    <w:p w:rsidR="006974AE" w:rsidRDefault="006974AE" w:rsidP="006974AE">
      <w:r>
        <w:t>577.9929</w:t>
      </w:r>
      <w:r>
        <w:tab/>
        <w:t>2.025e0</w:t>
      </w:r>
    </w:p>
    <w:p w:rsidR="006974AE" w:rsidRDefault="006974AE" w:rsidP="006974AE">
      <w:r>
        <w:t>578.0709</w:t>
      </w:r>
      <w:r>
        <w:tab/>
        <w:t>2.025e0</w:t>
      </w:r>
    </w:p>
    <w:p w:rsidR="006974AE" w:rsidRDefault="006974AE" w:rsidP="006974AE">
      <w:r>
        <w:t>578.0809</w:t>
      </w:r>
      <w:r>
        <w:tab/>
        <w:t>2.025e0</w:t>
      </w:r>
    </w:p>
    <w:p w:rsidR="006974AE" w:rsidRDefault="006974AE" w:rsidP="006974AE">
      <w:r>
        <w:t>578.1174</w:t>
      </w:r>
      <w:r>
        <w:tab/>
        <w:t>2.025e0</w:t>
      </w:r>
    </w:p>
    <w:p w:rsidR="006974AE" w:rsidRDefault="006974AE" w:rsidP="006974AE">
      <w:r>
        <w:t>578.1266</w:t>
      </w:r>
      <w:r>
        <w:tab/>
        <w:t>1.013e0</w:t>
      </w:r>
    </w:p>
    <w:p w:rsidR="006974AE" w:rsidRDefault="006974AE" w:rsidP="006974AE">
      <w:r>
        <w:t>578.1464</w:t>
      </w:r>
      <w:r>
        <w:tab/>
        <w:t>1.013e0</w:t>
      </w:r>
    </w:p>
    <w:p w:rsidR="006974AE" w:rsidRDefault="006974AE" w:rsidP="006974AE">
      <w:r>
        <w:t>578.1609</w:t>
      </w:r>
      <w:r>
        <w:tab/>
        <w:t>2.025e0</w:t>
      </w:r>
    </w:p>
    <w:p w:rsidR="006974AE" w:rsidRDefault="006974AE" w:rsidP="006974AE">
      <w:r>
        <w:t>578.1948</w:t>
      </w:r>
      <w:r>
        <w:tab/>
        <w:t>3.038e0</w:t>
      </w:r>
    </w:p>
    <w:p w:rsidR="006974AE" w:rsidRDefault="006974AE" w:rsidP="006974AE">
      <w:r>
        <w:t>578.2224</w:t>
      </w:r>
      <w:r>
        <w:tab/>
        <w:t>1.013e0</w:t>
      </w:r>
    </w:p>
    <w:p w:rsidR="006974AE" w:rsidRDefault="006974AE" w:rsidP="006974AE">
      <w:r>
        <w:t>578.2322</w:t>
      </w:r>
      <w:r>
        <w:tab/>
        <w:t>1.013e1</w:t>
      </w:r>
    </w:p>
    <w:p w:rsidR="006974AE" w:rsidRDefault="006974AE" w:rsidP="006974AE">
      <w:r>
        <w:t>578.2347</w:t>
      </w:r>
      <w:r>
        <w:tab/>
        <w:t>1.659e1</w:t>
      </w:r>
    </w:p>
    <w:p w:rsidR="006974AE" w:rsidRDefault="006974AE" w:rsidP="006974AE">
      <w:r>
        <w:t>578.2516</w:t>
      </w:r>
      <w:r>
        <w:tab/>
        <w:t>5.340e0</w:t>
      </w:r>
    </w:p>
    <w:p w:rsidR="006974AE" w:rsidRDefault="006974AE" w:rsidP="006974AE">
      <w:r>
        <w:lastRenderedPageBreak/>
        <w:t>578.2567</w:t>
      </w:r>
      <w:r>
        <w:tab/>
        <w:t>4.871e0</w:t>
      </w:r>
    </w:p>
    <w:p w:rsidR="006974AE" w:rsidRDefault="006974AE" w:rsidP="006974AE">
      <w:r>
        <w:t>578.2625</w:t>
      </w:r>
      <w:r>
        <w:tab/>
        <w:t>7.089e0</w:t>
      </w:r>
    </w:p>
    <w:p w:rsidR="006974AE" w:rsidRDefault="006974AE" w:rsidP="006974AE">
      <w:r>
        <w:t>578.2778</w:t>
      </w:r>
      <w:r>
        <w:tab/>
        <w:t>2.025e0</w:t>
      </w:r>
    </w:p>
    <w:p w:rsidR="006974AE" w:rsidRDefault="006974AE" w:rsidP="006974AE">
      <w:r>
        <w:t>578.2898</w:t>
      </w:r>
      <w:r>
        <w:tab/>
        <w:t>4.051e0</w:t>
      </w:r>
    </w:p>
    <w:p w:rsidR="006974AE" w:rsidRDefault="006974AE" w:rsidP="006974AE">
      <w:r>
        <w:t>578.3677</w:t>
      </w:r>
      <w:r>
        <w:tab/>
        <w:t>1.013e0</w:t>
      </w:r>
    </w:p>
    <w:p w:rsidR="006974AE" w:rsidRDefault="006974AE" w:rsidP="006974AE">
      <w:r>
        <w:t>578.3781</w:t>
      </w:r>
      <w:r>
        <w:tab/>
        <w:t>2.025e0</w:t>
      </w:r>
    </w:p>
    <w:p w:rsidR="006974AE" w:rsidRDefault="006974AE" w:rsidP="006974AE">
      <w:r>
        <w:t>578.3855</w:t>
      </w:r>
      <w:r>
        <w:tab/>
        <w:t>2.025e0</w:t>
      </w:r>
    </w:p>
    <w:p w:rsidR="006974AE" w:rsidRDefault="006974AE" w:rsidP="006974AE">
      <w:r>
        <w:t>578.4080</w:t>
      </w:r>
      <w:r>
        <w:tab/>
        <w:t>2.025e0</w:t>
      </w:r>
    </w:p>
    <w:p w:rsidR="006974AE" w:rsidRDefault="006974AE" w:rsidP="006974AE">
      <w:r>
        <w:t>578.4206</w:t>
      </w:r>
      <w:r>
        <w:tab/>
        <w:t>1.013e0</w:t>
      </w:r>
    </w:p>
    <w:p w:rsidR="006974AE" w:rsidRDefault="006974AE" w:rsidP="006974AE">
      <w:r>
        <w:t>578.4345</w:t>
      </w:r>
      <w:r>
        <w:tab/>
        <w:t>1.013e0</w:t>
      </w:r>
    </w:p>
    <w:p w:rsidR="006974AE" w:rsidRDefault="006974AE" w:rsidP="006974AE">
      <w:r>
        <w:t>578.4383</w:t>
      </w:r>
      <w:r>
        <w:tab/>
        <w:t>1.013e0</w:t>
      </w:r>
    </w:p>
    <w:p w:rsidR="006974AE" w:rsidRDefault="006974AE" w:rsidP="006974AE">
      <w:r>
        <w:t>578.4485</w:t>
      </w:r>
      <w:r>
        <w:tab/>
        <w:t>2.025e0</w:t>
      </w:r>
    </w:p>
    <w:p w:rsidR="006974AE" w:rsidRDefault="006974AE" w:rsidP="006974AE">
      <w:r>
        <w:t>578.4644</w:t>
      </w:r>
      <w:r>
        <w:tab/>
        <w:t>1.013e0</w:t>
      </w:r>
    </w:p>
    <w:p w:rsidR="006974AE" w:rsidRDefault="006974AE" w:rsidP="006974AE">
      <w:r>
        <w:t>578.5239</w:t>
      </w:r>
      <w:r>
        <w:tab/>
        <w:t>1.013e0</w:t>
      </w:r>
    </w:p>
    <w:p w:rsidR="006974AE" w:rsidRDefault="006974AE" w:rsidP="006974AE">
      <w:r>
        <w:t>578.5286</w:t>
      </w:r>
      <w:r>
        <w:tab/>
        <w:t>1.013e0</w:t>
      </w:r>
    </w:p>
    <w:p w:rsidR="006974AE" w:rsidRDefault="006974AE" w:rsidP="006974AE">
      <w:r>
        <w:t>578.5504</w:t>
      </w:r>
      <w:r>
        <w:tab/>
        <w:t>5.063e0</w:t>
      </w:r>
    </w:p>
    <w:p w:rsidR="006974AE" w:rsidRDefault="006974AE" w:rsidP="006974AE">
      <w:r>
        <w:t>578.5942</w:t>
      </w:r>
      <w:r>
        <w:tab/>
        <w:t>1.013e0</w:t>
      </w:r>
    </w:p>
    <w:p w:rsidR="006974AE" w:rsidRDefault="006974AE" w:rsidP="006974AE">
      <w:r>
        <w:t>578.6035</w:t>
      </w:r>
      <w:r>
        <w:tab/>
        <w:t>1.013e0</w:t>
      </w:r>
    </w:p>
    <w:p w:rsidR="006974AE" w:rsidRDefault="006974AE" w:rsidP="006974AE">
      <w:r>
        <w:t>578.6108</w:t>
      </w:r>
      <w:r>
        <w:tab/>
        <w:t>3.038e0</w:t>
      </w:r>
    </w:p>
    <w:p w:rsidR="006974AE" w:rsidRDefault="006974AE" w:rsidP="006974AE">
      <w:r>
        <w:lastRenderedPageBreak/>
        <w:t>578.6278</w:t>
      </w:r>
      <w:r>
        <w:tab/>
        <w:t>3.038e0</w:t>
      </w:r>
    </w:p>
    <w:p w:rsidR="006974AE" w:rsidRDefault="006974AE" w:rsidP="006974AE">
      <w:r>
        <w:t>578.6539</w:t>
      </w:r>
      <w:r>
        <w:tab/>
        <w:t>1.013e0</w:t>
      </w:r>
    </w:p>
    <w:p w:rsidR="006974AE" w:rsidRDefault="006974AE" w:rsidP="006974AE">
      <w:r>
        <w:t>578.6638</w:t>
      </w:r>
      <w:r>
        <w:tab/>
        <w:t>1.013e0</w:t>
      </w:r>
    </w:p>
    <w:p w:rsidR="006974AE" w:rsidRDefault="006974AE" w:rsidP="006974AE">
      <w:r>
        <w:t>578.6730</w:t>
      </w:r>
      <w:r>
        <w:tab/>
        <w:t>1.013e0</w:t>
      </w:r>
    </w:p>
    <w:p w:rsidR="006974AE" w:rsidRDefault="006974AE" w:rsidP="006974AE">
      <w:r>
        <w:t>578.6815</w:t>
      </w:r>
      <w:r>
        <w:tab/>
        <w:t>3.038e0</w:t>
      </w:r>
    </w:p>
    <w:p w:rsidR="006974AE" w:rsidRDefault="006974AE" w:rsidP="006974AE">
      <w:r>
        <w:t>578.6929</w:t>
      </w:r>
      <w:r>
        <w:tab/>
        <w:t>2.025e0</w:t>
      </w:r>
    </w:p>
    <w:p w:rsidR="006974AE" w:rsidRDefault="006974AE" w:rsidP="006974AE">
      <w:r>
        <w:t>578.6986</w:t>
      </w:r>
      <w:r>
        <w:tab/>
        <w:t>2.025e0</w:t>
      </w:r>
    </w:p>
    <w:p w:rsidR="006974AE" w:rsidRDefault="006974AE" w:rsidP="006974AE">
      <w:r>
        <w:t>578.7029</w:t>
      </w:r>
      <w:r>
        <w:tab/>
        <w:t>1.013e0</w:t>
      </w:r>
    </w:p>
    <w:p w:rsidR="006974AE" w:rsidRDefault="006974AE" w:rsidP="006974AE">
      <w:r>
        <w:t>578.7334</w:t>
      </w:r>
      <w:r>
        <w:tab/>
        <w:t>1.013e0</w:t>
      </w:r>
    </w:p>
    <w:p w:rsidR="006974AE" w:rsidRDefault="006974AE" w:rsidP="006974AE">
      <w:r>
        <w:t>578.7442</w:t>
      </w:r>
      <w:r>
        <w:tab/>
        <w:t>1.013e0</w:t>
      </w:r>
    </w:p>
    <w:p w:rsidR="006974AE" w:rsidRDefault="006974AE" w:rsidP="006974AE">
      <w:r>
        <w:t>578.7831</w:t>
      </w:r>
      <w:r>
        <w:tab/>
        <w:t>1.013e0</w:t>
      </w:r>
    </w:p>
    <w:p w:rsidR="006974AE" w:rsidRDefault="006974AE" w:rsidP="006974AE">
      <w:r>
        <w:t>578.7969</w:t>
      </w:r>
      <w:r>
        <w:tab/>
        <w:t>2.025e0</w:t>
      </w:r>
    </w:p>
    <w:p w:rsidR="006974AE" w:rsidRDefault="006974AE" w:rsidP="006974AE">
      <w:r>
        <w:t>578.8018</w:t>
      </w:r>
      <w:r>
        <w:tab/>
        <w:t>2.025e0</w:t>
      </w:r>
    </w:p>
    <w:p w:rsidR="006974AE" w:rsidRDefault="006974AE" w:rsidP="006974AE">
      <w:r>
        <w:t>578.8127</w:t>
      </w:r>
      <w:r>
        <w:tab/>
        <w:t>7.089e0</w:t>
      </w:r>
    </w:p>
    <w:p w:rsidR="006974AE" w:rsidRDefault="006974AE" w:rsidP="006974AE">
      <w:r>
        <w:t>578.8380</w:t>
      </w:r>
      <w:r>
        <w:tab/>
        <w:t>4.051e0</w:t>
      </w:r>
    </w:p>
    <w:p w:rsidR="006974AE" w:rsidRDefault="006974AE" w:rsidP="006974AE">
      <w:r>
        <w:t>578.8825</w:t>
      </w:r>
      <w:r>
        <w:tab/>
        <w:t>1.013e0</w:t>
      </w:r>
    </w:p>
    <w:p w:rsidR="006974AE" w:rsidRDefault="006974AE" w:rsidP="006974AE">
      <w:r>
        <w:t>578.8917</w:t>
      </w:r>
      <w:r>
        <w:tab/>
        <w:t>1.013e0</w:t>
      </w:r>
    </w:p>
    <w:p w:rsidR="006974AE" w:rsidRDefault="006974AE" w:rsidP="006974AE">
      <w:r>
        <w:t>578.9052</w:t>
      </w:r>
      <w:r>
        <w:tab/>
        <w:t>1.013e0</w:t>
      </w:r>
    </w:p>
    <w:p w:rsidR="006974AE" w:rsidRDefault="006974AE" w:rsidP="006974AE">
      <w:r>
        <w:t>578.9820</w:t>
      </w:r>
      <w:r>
        <w:tab/>
        <w:t>1.013e0</w:t>
      </w:r>
    </w:p>
    <w:p w:rsidR="006974AE" w:rsidRDefault="006974AE" w:rsidP="006974AE">
      <w:r>
        <w:lastRenderedPageBreak/>
        <w:t>579.0103</w:t>
      </w:r>
      <w:r>
        <w:tab/>
        <w:t>1.013e0</w:t>
      </w:r>
    </w:p>
    <w:p w:rsidR="006974AE" w:rsidRDefault="006974AE" w:rsidP="006974AE">
      <w:r>
        <w:t>579.0176</w:t>
      </w:r>
      <w:r>
        <w:tab/>
        <w:t>2.025e0</w:t>
      </w:r>
    </w:p>
    <w:p w:rsidR="006974AE" w:rsidRDefault="006974AE" w:rsidP="006974AE">
      <w:r>
        <w:t>579.0217</w:t>
      </w:r>
      <w:r>
        <w:tab/>
        <w:t>1.013e0</w:t>
      </w:r>
    </w:p>
    <w:p w:rsidR="006974AE" w:rsidRDefault="006974AE" w:rsidP="006974AE">
      <w:r>
        <w:t>579.0291</w:t>
      </w:r>
      <w:r>
        <w:tab/>
        <w:t>1.013e0</w:t>
      </w:r>
    </w:p>
    <w:p w:rsidR="006974AE" w:rsidRDefault="006974AE" w:rsidP="006974AE">
      <w:r>
        <w:t>579.0310</w:t>
      </w:r>
      <w:r>
        <w:tab/>
        <w:t>1.013e0</w:t>
      </w:r>
    </w:p>
    <w:p w:rsidR="006974AE" w:rsidRDefault="006974AE" w:rsidP="006974AE">
      <w:r>
        <w:t>579.0516</w:t>
      </w:r>
      <w:r>
        <w:tab/>
        <w:t>1.013e0</w:t>
      </w:r>
    </w:p>
    <w:p w:rsidR="006974AE" w:rsidRDefault="006974AE" w:rsidP="006974AE">
      <w:r>
        <w:t>579.0836</w:t>
      </w:r>
      <w:r>
        <w:tab/>
        <w:t>1.013e0</w:t>
      </w:r>
    </w:p>
    <w:p w:rsidR="006974AE" w:rsidRDefault="006974AE" w:rsidP="006974AE">
      <w:r>
        <w:t>579.1113</w:t>
      </w:r>
      <w:r>
        <w:tab/>
        <w:t>2.025e0</w:t>
      </w:r>
    </w:p>
    <w:p w:rsidR="006974AE" w:rsidRDefault="006974AE" w:rsidP="006974AE">
      <w:r>
        <w:t>579.1478</w:t>
      </w:r>
      <w:r>
        <w:tab/>
        <w:t>3.038e0</w:t>
      </w:r>
    </w:p>
    <w:p w:rsidR="006974AE" w:rsidRDefault="006974AE" w:rsidP="006974AE">
      <w:r>
        <w:t>579.1635</w:t>
      </w:r>
      <w:r>
        <w:tab/>
        <w:t>2.025e0</w:t>
      </w:r>
    </w:p>
    <w:p w:rsidR="006974AE" w:rsidRDefault="006974AE" w:rsidP="006974AE">
      <w:r>
        <w:t>579.1664</w:t>
      </w:r>
      <w:r>
        <w:tab/>
        <w:t>3.038e0</w:t>
      </w:r>
    </w:p>
    <w:p w:rsidR="006974AE" w:rsidRDefault="006974AE" w:rsidP="006974AE">
      <w:r>
        <w:t>579.1702</w:t>
      </w:r>
      <w:r>
        <w:tab/>
        <w:t>1.013e0</w:t>
      </w:r>
    </w:p>
    <w:p w:rsidR="006974AE" w:rsidRDefault="006974AE" w:rsidP="006974AE">
      <w:r>
        <w:t>579.1894</w:t>
      </w:r>
      <w:r>
        <w:tab/>
        <w:t>3.038e0</w:t>
      </w:r>
    </w:p>
    <w:p w:rsidR="006974AE" w:rsidRDefault="006974AE" w:rsidP="006974AE">
      <w:r>
        <w:t>579.2009</w:t>
      </w:r>
      <w:r>
        <w:tab/>
        <w:t>2.025e0</w:t>
      </w:r>
    </w:p>
    <w:p w:rsidR="006974AE" w:rsidRDefault="006974AE" w:rsidP="006974AE">
      <w:r>
        <w:t>579.2126</w:t>
      </w:r>
      <w:r>
        <w:tab/>
        <w:t>4.387e0</w:t>
      </w:r>
    </w:p>
    <w:p w:rsidR="006974AE" w:rsidRDefault="006974AE" w:rsidP="006974AE">
      <w:r>
        <w:t>579.2197</w:t>
      </w:r>
      <w:r>
        <w:tab/>
        <w:t>4.051e0</w:t>
      </w:r>
    </w:p>
    <w:p w:rsidR="006974AE" w:rsidRDefault="006974AE" w:rsidP="006974AE">
      <w:r>
        <w:t>579.2266</w:t>
      </w:r>
      <w:r>
        <w:tab/>
        <w:t>1.013e0</w:t>
      </w:r>
    </w:p>
    <w:p w:rsidR="006974AE" w:rsidRDefault="006974AE" w:rsidP="006974AE">
      <w:r>
        <w:t>579.2333</w:t>
      </w:r>
      <w:r>
        <w:tab/>
        <w:t>1.228e0</w:t>
      </w:r>
    </w:p>
    <w:p w:rsidR="006974AE" w:rsidRDefault="006974AE" w:rsidP="006974AE">
      <w:r>
        <w:t>579.2443</w:t>
      </w:r>
      <w:r>
        <w:tab/>
        <w:t>1.013e0</w:t>
      </w:r>
    </w:p>
    <w:p w:rsidR="006974AE" w:rsidRDefault="006974AE" w:rsidP="006974AE">
      <w:r>
        <w:lastRenderedPageBreak/>
        <w:t>579.2493</w:t>
      </w:r>
      <w:r>
        <w:tab/>
        <w:t>1.635e0</w:t>
      </w:r>
    </w:p>
    <w:p w:rsidR="006974AE" w:rsidRDefault="006974AE" w:rsidP="006974AE">
      <w:r>
        <w:t>579.2789</w:t>
      </w:r>
      <w:r>
        <w:tab/>
        <w:t>1.013e0</w:t>
      </w:r>
    </w:p>
    <w:p w:rsidR="006974AE" w:rsidRDefault="006974AE" w:rsidP="006974AE">
      <w:r>
        <w:t>579.2950</w:t>
      </w:r>
      <w:r>
        <w:tab/>
        <w:t>6.076e0</w:t>
      </w:r>
    </w:p>
    <w:p w:rsidR="006974AE" w:rsidRDefault="006974AE" w:rsidP="006974AE">
      <w:r>
        <w:t>579.3158</w:t>
      </w:r>
      <w:r>
        <w:tab/>
        <w:t>2.025e0</w:t>
      </w:r>
    </w:p>
    <w:p w:rsidR="006974AE" w:rsidRDefault="006974AE" w:rsidP="006974AE">
      <w:r>
        <w:t>579.3452</w:t>
      </w:r>
      <w:r>
        <w:tab/>
        <w:t>3.992e0</w:t>
      </w:r>
    </w:p>
    <w:p w:rsidR="006974AE" w:rsidRDefault="006974AE" w:rsidP="006974AE">
      <w:r>
        <w:t>579.3500</w:t>
      </w:r>
      <w:r>
        <w:tab/>
        <w:t>1.013e0</w:t>
      </w:r>
    </w:p>
    <w:p w:rsidR="006974AE" w:rsidRDefault="006974AE" w:rsidP="006974AE">
      <w:r>
        <w:t>579.3704</w:t>
      </w:r>
      <w:r>
        <w:tab/>
        <w:t>1.013e0</w:t>
      </w:r>
    </w:p>
    <w:p w:rsidR="006974AE" w:rsidRDefault="006974AE" w:rsidP="006974AE">
      <w:r>
        <w:t>579.3991</w:t>
      </w:r>
      <w:r>
        <w:tab/>
        <w:t>1.013e0</w:t>
      </w:r>
    </w:p>
    <w:p w:rsidR="006974AE" w:rsidRDefault="006974AE" w:rsidP="006974AE">
      <w:r>
        <w:t>579.4293</w:t>
      </w:r>
      <w:r>
        <w:tab/>
        <w:t>3.038e0</w:t>
      </w:r>
    </w:p>
    <w:p w:rsidR="006974AE" w:rsidRDefault="006974AE" w:rsidP="006974AE">
      <w:r>
        <w:t>579.4633</w:t>
      </w:r>
      <w:r>
        <w:tab/>
        <w:t>2.025e0</w:t>
      </w:r>
    </w:p>
    <w:p w:rsidR="006974AE" w:rsidRDefault="006974AE" w:rsidP="006974AE">
      <w:r>
        <w:t>579.4886</w:t>
      </w:r>
      <w:r>
        <w:tab/>
        <w:t>1.013e0</w:t>
      </w:r>
    </w:p>
    <w:p w:rsidR="006974AE" w:rsidRDefault="006974AE" w:rsidP="006974AE">
      <w:r>
        <w:t>579.5192</w:t>
      </w:r>
      <w:r>
        <w:tab/>
        <w:t>2.025e0</w:t>
      </w:r>
    </w:p>
    <w:p w:rsidR="006974AE" w:rsidRDefault="006974AE" w:rsidP="006974AE">
      <w:r>
        <w:t>579.5292</w:t>
      </w:r>
      <w:r>
        <w:tab/>
        <w:t>1.013e0</w:t>
      </w:r>
    </w:p>
    <w:p w:rsidR="006974AE" w:rsidRDefault="006974AE" w:rsidP="006974AE">
      <w:r>
        <w:t>579.5476</w:t>
      </w:r>
      <w:r>
        <w:tab/>
        <w:t>1.013e0</w:t>
      </w:r>
    </w:p>
    <w:p w:rsidR="006974AE" w:rsidRDefault="006974AE" w:rsidP="006974AE">
      <w:r>
        <w:t>579.5690</w:t>
      </w:r>
      <w:r>
        <w:tab/>
        <w:t>1.013e0</w:t>
      </w:r>
    </w:p>
    <w:p w:rsidR="006974AE" w:rsidRDefault="006974AE" w:rsidP="006974AE">
      <w:r>
        <w:t>579.6180</w:t>
      </w:r>
      <w:r>
        <w:tab/>
        <w:t>1.013e0</w:t>
      </w:r>
    </w:p>
    <w:p w:rsidR="006974AE" w:rsidRDefault="006974AE" w:rsidP="006974AE">
      <w:r>
        <w:t>579.6486</w:t>
      </w:r>
      <w:r>
        <w:tab/>
        <w:t>1.013e0</w:t>
      </w:r>
    </w:p>
    <w:p w:rsidR="006974AE" w:rsidRDefault="006974AE" w:rsidP="006974AE">
      <w:r>
        <w:t>579.6743</w:t>
      </w:r>
      <w:r>
        <w:tab/>
        <w:t>2.025e0</w:t>
      </w:r>
    </w:p>
    <w:p w:rsidR="006974AE" w:rsidRDefault="006974AE" w:rsidP="006974AE">
      <w:r>
        <w:t>579.6778</w:t>
      </w:r>
      <w:r>
        <w:tab/>
        <w:t>1.013e0</w:t>
      </w:r>
    </w:p>
    <w:p w:rsidR="006974AE" w:rsidRDefault="006974AE" w:rsidP="006974AE">
      <w:r>
        <w:lastRenderedPageBreak/>
        <w:t>579.6928</w:t>
      </w:r>
      <w:r>
        <w:tab/>
        <w:t>1.013e0</w:t>
      </w:r>
    </w:p>
    <w:p w:rsidR="006974AE" w:rsidRDefault="006974AE" w:rsidP="006974AE">
      <w:r>
        <w:t>579.7183</w:t>
      </w:r>
      <w:r>
        <w:tab/>
        <w:t>1.013e0</w:t>
      </w:r>
    </w:p>
    <w:p w:rsidR="006974AE" w:rsidRDefault="006974AE" w:rsidP="006974AE">
      <w:r>
        <w:t>579.7781</w:t>
      </w:r>
      <w:r>
        <w:tab/>
        <w:t>1.013e0</w:t>
      </w:r>
    </w:p>
    <w:p w:rsidR="006974AE" w:rsidRDefault="006974AE" w:rsidP="006974AE">
      <w:r>
        <w:t>579.8010</w:t>
      </w:r>
      <w:r>
        <w:tab/>
        <w:t>2.025e0</w:t>
      </w:r>
    </w:p>
    <w:p w:rsidR="006974AE" w:rsidRDefault="006974AE" w:rsidP="006974AE">
      <w:r>
        <w:t>579.8234</w:t>
      </w:r>
      <w:r>
        <w:tab/>
        <w:t>4.051e0</w:t>
      </w:r>
    </w:p>
    <w:p w:rsidR="006974AE" w:rsidRDefault="006974AE" w:rsidP="006974AE">
      <w:r>
        <w:t>579.8570</w:t>
      </w:r>
      <w:r>
        <w:tab/>
        <w:t>1.013e0</w:t>
      </w:r>
    </w:p>
    <w:p w:rsidR="006974AE" w:rsidRDefault="006974AE" w:rsidP="006974AE">
      <w:r>
        <w:t>579.8869</w:t>
      </w:r>
      <w:r>
        <w:tab/>
        <w:t>1.013e0</w:t>
      </w:r>
    </w:p>
    <w:p w:rsidR="006974AE" w:rsidRDefault="006974AE" w:rsidP="006974AE">
      <w:r>
        <w:t>579.8974</w:t>
      </w:r>
      <w:r>
        <w:tab/>
        <w:t>2.025e0</w:t>
      </w:r>
    </w:p>
    <w:p w:rsidR="006974AE" w:rsidRDefault="006974AE" w:rsidP="006974AE">
      <w:r>
        <w:t>579.9061</w:t>
      </w:r>
      <w:r>
        <w:tab/>
        <w:t>2.025e0</w:t>
      </w:r>
    </w:p>
    <w:p w:rsidR="006974AE" w:rsidRDefault="006974AE" w:rsidP="006974AE">
      <w:r>
        <w:t>579.9175</w:t>
      </w:r>
      <w:r>
        <w:tab/>
        <w:t>1.013e0</w:t>
      </w:r>
    </w:p>
    <w:p w:rsidR="006974AE" w:rsidRDefault="006974AE" w:rsidP="006974AE">
      <w:r>
        <w:t>579.9608</w:t>
      </w:r>
      <w:r>
        <w:tab/>
        <w:t>2.025e0</w:t>
      </w:r>
    </w:p>
    <w:p w:rsidR="006974AE" w:rsidRDefault="006974AE" w:rsidP="006974AE">
      <w:r>
        <w:t>579.9773</w:t>
      </w:r>
      <w:r>
        <w:tab/>
        <w:t>1.013e0</w:t>
      </w:r>
    </w:p>
    <w:p w:rsidR="006974AE" w:rsidRDefault="006974AE" w:rsidP="006974AE">
      <w:r>
        <w:t>579.9954</w:t>
      </w:r>
      <w:r>
        <w:tab/>
        <w:t>1.013e0</w:t>
      </w:r>
    </w:p>
    <w:p w:rsidR="006974AE" w:rsidRDefault="006974AE" w:rsidP="006974AE">
      <w:r>
        <w:t>580.0064</w:t>
      </w:r>
      <w:r>
        <w:tab/>
        <w:t>1.013e0</w:t>
      </w:r>
    </w:p>
    <w:p w:rsidR="006974AE" w:rsidRDefault="006974AE" w:rsidP="006974AE">
      <w:r>
        <w:t>580.0687</w:t>
      </w:r>
      <w:r>
        <w:tab/>
        <w:t>1.013e0</w:t>
      </w:r>
    </w:p>
    <w:p w:rsidR="006974AE" w:rsidRDefault="006974AE" w:rsidP="006974AE">
      <w:r>
        <w:t>580.0712</w:t>
      </w:r>
      <w:r>
        <w:tab/>
        <w:t>3.038e0</w:t>
      </w:r>
    </w:p>
    <w:p w:rsidR="006974AE" w:rsidRDefault="006974AE" w:rsidP="006974AE">
      <w:r>
        <w:t>580.1068</w:t>
      </w:r>
      <w:r>
        <w:tab/>
        <w:t>1.013e0</w:t>
      </w:r>
    </w:p>
    <w:p w:rsidR="006974AE" w:rsidRDefault="006974AE" w:rsidP="006974AE">
      <w:r>
        <w:t>580.1459</w:t>
      </w:r>
      <w:r>
        <w:tab/>
        <w:t>3.038e0</w:t>
      </w:r>
    </w:p>
    <w:p w:rsidR="006974AE" w:rsidRDefault="006974AE" w:rsidP="006974AE">
      <w:r>
        <w:t>580.1865</w:t>
      </w:r>
      <w:r>
        <w:tab/>
        <w:t>1.013e0</w:t>
      </w:r>
    </w:p>
    <w:p w:rsidR="006974AE" w:rsidRDefault="006974AE" w:rsidP="006974AE">
      <w:r>
        <w:lastRenderedPageBreak/>
        <w:t>580.1926</w:t>
      </w:r>
      <w:r>
        <w:tab/>
        <w:t>1.013e0</w:t>
      </w:r>
    </w:p>
    <w:p w:rsidR="006974AE" w:rsidRDefault="006974AE" w:rsidP="006974AE">
      <w:r>
        <w:t>580.1954</w:t>
      </w:r>
      <w:r>
        <w:tab/>
        <w:t>1.769e0</w:t>
      </w:r>
    </w:p>
    <w:p w:rsidR="006974AE" w:rsidRDefault="006974AE" w:rsidP="006974AE">
      <w:r>
        <w:t>580.2003</w:t>
      </w:r>
      <w:r>
        <w:tab/>
        <w:t>1.888e0</w:t>
      </w:r>
    </w:p>
    <w:p w:rsidR="006974AE" w:rsidRDefault="006974AE" w:rsidP="006974AE">
      <w:r>
        <w:t>580.2110</w:t>
      </w:r>
      <w:r>
        <w:tab/>
        <w:t>1.013e0</w:t>
      </w:r>
    </w:p>
    <w:p w:rsidR="006974AE" w:rsidRDefault="006974AE" w:rsidP="006974AE">
      <w:r>
        <w:t>580.2188</w:t>
      </w:r>
      <w:r>
        <w:tab/>
        <w:t>3.793e0</w:t>
      </w:r>
    </w:p>
    <w:p w:rsidR="006974AE" w:rsidRDefault="006974AE" w:rsidP="006974AE">
      <w:r>
        <w:t>580.2214</w:t>
      </w:r>
      <w:r>
        <w:tab/>
        <w:t>2.025e0</w:t>
      </w:r>
    </w:p>
    <w:p w:rsidR="006974AE" w:rsidRDefault="006974AE" w:rsidP="006974AE">
      <w:r>
        <w:t>580.2679</w:t>
      </w:r>
      <w:r>
        <w:tab/>
        <w:t>2.025e0</w:t>
      </w:r>
    </w:p>
    <w:p w:rsidR="006974AE" w:rsidRDefault="006974AE" w:rsidP="006974AE">
      <w:r>
        <w:t>580.2724</w:t>
      </w:r>
      <w:r>
        <w:tab/>
        <w:t>1.059e0</w:t>
      </w:r>
    </w:p>
    <w:p w:rsidR="006974AE" w:rsidRDefault="006974AE" w:rsidP="006974AE">
      <w:r>
        <w:t>580.3160</w:t>
      </w:r>
      <w:r>
        <w:tab/>
        <w:t>1.013e0</w:t>
      </w:r>
    </w:p>
    <w:p w:rsidR="006974AE" w:rsidRDefault="006974AE" w:rsidP="006974AE">
      <w:r>
        <w:t>580.3212</w:t>
      </w:r>
      <w:r>
        <w:tab/>
        <w:t>2.025e0</w:t>
      </w:r>
    </w:p>
    <w:p w:rsidR="006974AE" w:rsidRDefault="006974AE" w:rsidP="006974AE">
      <w:r>
        <w:t>580.3353</w:t>
      </w:r>
      <w:r>
        <w:tab/>
        <w:t>1.013e0</w:t>
      </w:r>
    </w:p>
    <w:p w:rsidR="006974AE" w:rsidRDefault="006974AE" w:rsidP="006974AE">
      <w:r>
        <w:t>580.3376</w:t>
      </w:r>
      <w:r>
        <w:tab/>
        <w:t>2.025e0</w:t>
      </w:r>
    </w:p>
    <w:p w:rsidR="006974AE" w:rsidRDefault="006974AE" w:rsidP="006974AE">
      <w:r>
        <w:t>580.3452</w:t>
      </w:r>
      <w:r>
        <w:tab/>
        <w:t>2.025e0</w:t>
      </w:r>
    </w:p>
    <w:p w:rsidR="006974AE" w:rsidRDefault="006974AE" w:rsidP="006974AE">
      <w:r>
        <w:t>580.3658</w:t>
      </w:r>
      <w:r>
        <w:tab/>
        <w:t>1.013e0</w:t>
      </w:r>
    </w:p>
    <w:p w:rsidR="006974AE" w:rsidRDefault="006974AE" w:rsidP="006974AE">
      <w:r>
        <w:t>580.3724</w:t>
      </w:r>
      <w:r>
        <w:tab/>
        <w:t>1.013e0</w:t>
      </w:r>
    </w:p>
    <w:p w:rsidR="006974AE" w:rsidRDefault="006974AE" w:rsidP="006974AE">
      <w:r>
        <w:t>580.3751</w:t>
      </w:r>
      <w:r>
        <w:tab/>
        <w:t>1.013e0</w:t>
      </w:r>
    </w:p>
    <w:p w:rsidR="006974AE" w:rsidRDefault="006974AE" w:rsidP="006974AE">
      <w:r>
        <w:t>580.3950</w:t>
      </w:r>
      <w:r>
        <w:tab/>
        <w:t>1.013e0</w:t>
      </w:r>
    </w:p>
    <w:p w:rsidR="006974AE" w:rsidRDefault="006974AE" w:rsidP="006974AE">
      <w:r>
        <w:t>580.4086</w:t>
      </w:r>
      <w:r>
        <w:tab/>
        <w:t>1.013e0</w:t>
      </w:r>
    </w:p>
    <w:p w:rsidR="006974AE" w:rsidRDefault="006974AE" w:rsidP="006974AE">
      <w:r>
        <w:t>580.4383</w:t>
      </w:r>
      <w:r>
        <w:tab/>
        <w:t>3.038e0</w:t>
      </w:r>
    </w:p>
    <w:p w:rsidR="006974AE" w:rsidRDefault="006974AE" w:rsidP="006974AE">
      <w:r>
        <w:lastRenderedPageBreak/>
        <w:t>580.4556</w:t>
      </w:r>
      <w:r>
        <w:tab/>
        <w:t>1.013e0</w:t>
      </w:r>
    </w:p>
    <w:p w:rsidR="006974AE" w:rsidRDefault="006974AE" w:rsidP="006974AE">
      <w:r>
        <w:t>580.4655</w:t>
      </w:r>
      <w:r>
        <w:tab/>
        <w:t>1.013e0</w:t>
      </w:r>
    </w:p>
    <w:p w:rsidR="006974AE" w:rsidRDefault="006974AE" w:rsidP="006974AE">
      <w:r>
        <w:t>580.5171</w:t>
      </w:r>
      <w:r>
        <w:tab/>
        <w:t>1.013e0</w:t>
      </w:r>
    </w:p>
    <w:p w:rsidR="006974AE" w:rsidRDefault="006974AE" w:rsidP="006974AE">
      <w:r>
        <w:t>580.5210</w:t>
      </w:r>
      <w:r>
        <w:tab/>
        <w:t>2.025e0</w:t>
      </w:r>
    </w:p>
    <w:p w:rsidR="006974AE" w:rsidRDefault="006974AE" w:rsidP="006974AE">
      <w:r>
        <w:t>580.5404</w:t>
      </w:r>
      <w:r>
        <w:tab/>
        <w:t>2.025e0</w:t>
      </w:r>
    </w:p>
    <w:p w:rsidR="006974AE" w:rsidRDefault="006974AE" w:rsidP="006974AE">
      <w:r>
        <w:t>580.5429</w:t>
      </w:r>
      <w:r>
        <w:tab/>
        <w:t>2.025e0</w:t>
      </w:r>
    </w:p>
    <w:p w:rsidR="006974AE" w:rsidRDefault="006974AE" w:rsidP="006974AE">
      <w:r>
        <w:t>580.5692</w:t>
      </w:r>
      <w:r>
        <w:tab/>
        <w:t>2.025e0</w:t>
      </w:r>
    </w:p>
    <w:p w:rsidR="006974AE" w:rsidRDefault="006974AE" w:rsidP="006974AE">
      <w:r>
        <w:t>580.5852</w:t>
      </w:r>
      <w:r>
        <w:tab/>
        <w:t>1.013e0</w:t>
      </w:r>
    </w:p>
    <w:p w:rsidR="006974AE" w:rsidRDefault="006974AE" w:rsidP="006974AE">
      <w:r>
        <w:t>580.6152</w:t>
      </w:r>
      <w:r>
        <w:tab/>
        <w:t>2.025e0</w:t>
      </w:r>
    </w:p>
    <w:p w:rsidR="006974AE" w:rsidRDefault="006974AE" w:rsidP="006974AE">
      <w:r>
        <w:t>580.6646</w:t>
      </w:r>
      <w:r>
        <w:tab/>
        <w:t>2.025e0</w:t>
      </w:r>
    </w:p>
    <w:p w:rsidR="006974AE" w:rsidRDefault="006974AE" w:rsidP="006974AE">
      <w:r>
        <w:t>580.6842</w:t>
      </w:r>
      <w:r>
        <w:tab/>
        <w:t>1.013e0</w:t>
      </w:r>
    </w:p>
    <w:p w:rsidR="006974AE" w:rsidRDefault="006974AE" w:rsidP="006974AE">
      <w:r>
        <w:t>580.6962</w:t>
      </w:r>
      <w:r>
        <w:tab/>
        <w:t>1.013e0</w:t>
      </w:r>
    </w:p>
    <w:p w:rsidR="006974AE" w:rsidRDefault="006974AE" w:rsidP="006974AE">
      <w:r>
        <w:t>580.7346</w:t>
      </w:r>
      <w:r>
        <w:tab/>
        <w:t>3.038e0</w:t>
      </w:r>
    </w:p>
    <w:p w:rsidR="006974AE" w:rsidRDefault="006974AE" w:rsidP="006974AE">
      <w:r>
        <w:t>580.7491</w:t>
      </w:r>
      <w:r>
        <w:tab/>
        <w:t>1.013e0</w:t>
      </w:r>
    </w:p>
    <w:p w:rsidR="006974AE" w:rsidRDefault="006974AE" w:rsidP="006974AE">
      <w:r>
        <w:t>580.7668</w:t>
      </w:r>
      <w:r>
        <w:tab/>
        <w:t>1.013e0</w:t>
      </w:r>
    </w:p>
    <w:p w:rsidR="006974AE" w:rsidRDefault="006974AE" w:rsidP="006974AE">
      <w:r>
        <w:t>580.7972</w:t>
      </w:r>
      <w:r>
        <w:tab/>
        <w:t>3.038e0</w:t>
      </w:r>
    </w:p>
    <w:p w:rsidR="006974AE" w:rsidRDefault="006974AE" w:rsidP="006974AE">
      <w:r>
        <w:t>580.8146</w:t>
      </w:r>
      <w:r>
        <w:tab/>
        <w:t>2.025e0</w:t>
      </w:r>
    </w:p>
    <w:p w:rsidR="006974AE" w:rsidRDefault="006974AE" w:rsidP="006974AE">
      <w:r>
        <w:t>580.8445</w:t>
      </w:r>
      <w:r>
        <w:tab/>
        <w:t>1.013e0</w:t>
      </w:r>
    </w:p>
    <w:p w:rsidR="006974AE" w:rsidRDefault="006974AE" w:rsidP="006974AE">
      <w:r>
        <w:t>580.8844</w:t>
      </w:r>
      <w:r>
        <w:tab/>
        <w:t>1.013e0</w:t>
      </w:r>
    </w:p>
    <w:p w:rsidR="006974AE" w:rsidRDefault="006974AE" w:rsidP="006974AE">
      <w:r>
        <w:lastRenderedPageBreak/>
        <w:t>580.8870</w:t>
      </w:r>
      <w:r>
        <w:tab/>
        <w:t>2.025e0</w:t>
      </w:r>
    </w:p>
    <w:p w:rsidR="006974AE" w:rsidRDefault="006974AE" w:rsidP="006974AE">
      <w:r>
        <w:t>580.9034</w:t>
      </w:r>
      <w:r>
        <w:tab/>
        <w:t>2.025e0</w:t>
      </w:r>
    </w:p>
    <w:p w:rsidR="006974AE" w:rsidRDefault="006974AE" w:rsidP="006974AE">
      <w:r>
        <w:t>580.9386</w:t>
      </w:r>
      <w:r>
        <w:tab/>
        <w:t>2.025e0</w:t>
      </w:r>
    </w:p>
    <w:p w:rsidR="006974AE" w:rsidRDefault="006974AE" w:rsidP="006974AE">
      <w:r>
        <w:t>580.9466</w:t>
      </w:r>
      <w:r>
        <w:tab/>
        <w:t>1.013e0</w:t>
      </w:r>
    </w:p>
    <w:p w:rsidR="006974AE" w:rsidRDefault="006974AE" w:rsidP="006974AE">
      <w:r>
        <w:t>580.9742</w:t>
      </w:r>
      <w:r>
        <w:tab/>
        <w:t>1.013e0</w:t>
      </w:r>
    </w:p>
    <w:p w:rsidR="006974AE" w:rsidRDefault="006974AE" w:rsidP="006974AE">
      <w:r>
        <w:t>581.1431</w:t>
      </w:r>
      <w:r>
        <w:tab/>
        <w:t>1.013e0</w:t>
      </w:r>
    </w:p>
    <w:p w:rsidR="006974AE" w:rsidRDefault="006974AE" w:rsidP="006974AE">
      <w:r>
        <w:t>581.1617</w:t>
      </w:r>
      <w:r>
        <w:tab/>
        <w:t>6.076e0</w:t>
      </w:r>
    </w:p>
    <w:p w:rsidR="006974AE" w:rsidRDefault="006974AE" w:rsidP="006974AE">
      <w:r>
        <w:t>581.2057</w:t>
      </w:r>
      <w:r>
        <w:tab/>
        <w:t>1.351e0</w:t>
      </w:r>
    </w:p>
    <w:p w:rsidR="006974AE" w:rsidRDefault="006974AE" w:rsidP="006974AE">
      <w:r>
        <w:t>581.2126</w:t>
      </w:r>
      <w:r>
        <w:tab/>
        <w:t>1.013e0</w:t>
      </w:r>
    </w:p>
    <w:p w:rsidR="006974AE" w:rsidRDefault="006974AE" w:rsidP="006974AE">
      <w:r>
        <w:t>581.2236</w:t>
      </w:r>
      <w:r>
        <w:tab/>
        <w:t>1.013e0</w:t>
      </w:r>
    </w:p>
    <w:p w:rsidR="006974AE" w:rsidRDefault="006974AE" w:rsidP="006974AE">
      <w:r>
        <w:t>581.2496</w:t>
      </w:r>
      <w:r>
        <w:tab/>
        <w:t>2.025e0</w:t>
      </w:r>
    </w:p>
    <w:p w:rsidR="006974AE" w:rsidRDefault="006974AE" w:rsidP="006974AE">
      <w:r>
        <w:t>581.2604</w:t>
      </w:r>
      <w:r>
        <w:tab/>
        <w:t>2.363e0</w:t>
      </w:r>
    </w:p>
    <w:p w:rsidR="006974AE" w:rsidRDefault="006974AE" w:rsidP="006974AE">
      <w:r>
        <w:t>581.2758</w:t>
      </w:r>
      <w:r>
        <w:tab/>
        <w:t>3.496e0</w:t>
      </w:r>
    </w:p>
    <w:p w:rsidR="006974AE" w:rsidRDefault="006974AE" w:rsidP="006974AE">
      <w:r>
        <w:t>581.2881</w:t>
      </w:r>
      <w:r>
        <w:tab/>
        <w:t>2.025e0</w:t>
      </w:r>
    </w:p>
    <w:p w:rsidR="006974AE" w:rsidRDefault="006974AE" w:rsidP="006974AE">
      <w:r>
        <w:t>581.3047</w:t>
      </w:r>
      <w:r>
        <w:tab/>
        <w:t>1.013e0</w:t>
      </w:r>
    </w:p>
    <w:p w:rsidR="006974AE" w:rsidRDefault="006974AE" w:rsidP="006974AE">
      <w:r>
        <w:t>581.3135</w:t>
      </w:r>
      <w:r>
        <w:tab/>
        <w:t>1.013e0</w:t>
      </w:r>
    </w:p>
    <w:p w:rsidR="006974AE" w:rsidRDefault="006974AE" w:rsidP="006974AE">
      <w:r>
        <w:t>581.3577</w:t>
      </w:r>
      <w:r>
        <w:tab/>
        <w:t>2.025e0</w:t>
      </w:r>
    </w:p>
    <w:p w:rsidR="006974AE" w:rsidRDefault="006974AE" w:rsidP="006974AE">
      <w:r>
        <w:t>581.3634</w:t>
      </w:r>
      <w:r>
        <w:tab/>
        <w:t>1.013e0</w:t>
      </w:r>
    </w:p>
    <w:p w:rsidR="006974AE" w:rsidRDefault="006974AE" w:rsidP="006974AE">
      <w:r>
        <w:t>581.3926</w:t>
      </w:r>
      <w:r>
        <w:tab/>
        <w:t>2.025e0</w:t>
      </w:r>
    </w:p>
    <w:p w:rsidR="006974AE" w:rsidRDefault="006974AE" w:rsidP="006974AE">
      <w:r>
        <w:lastRenderedPageBreak/>
        <w:t>581.3942</w:t>
      </w:r>
      <w:r>
        <w:tab/>
        <w:t>1.013e0</w:t>
      </w:r>
    </w:p>
    <w:p w:rsidR="006974AE" w:rsidRDefault="006974AE" w:rsidP="006974AE">
      <w:r>
        <w:t>581.3997</w:t>
      </w:r>
      <w:r>
        <w:tab/>
        <w:t>2.025e0</w:t>
      </w:r>
    </w:p>
    <w:p w:rsidR="006974AE" w:rsidRDefault="006974AE" w:rsidP="006974AE">
      <w:r>
        <w:t>581.4230</w:t>
      </w:r>
      <w:r>
        <w:tab/>
        <w:t>2.025e0</w:t>
      </w:r>
    </w:p>
    <w:p w:rsidR="006974AE" w:rsidRDefault="006974AE" w:rsidP="006974AE">
      <w:r>
        <w:t>581.4333</w:t>
      </w:r>
      <w:r>
        <w:tab/>
        <w:t>1.013e0</w:t>
      </w:r>
    </w:p>
    <w:p w:rsidR="006974AE" w:rsidRDefault="006974AE" w:rsidP="006974AE">
      <w:r>
        <w:t>581.4818</w:t>
      </w:r>
      <w:r>
        <w:tab/>
        <w:t>1.013e0</w:t>
      </w:r>
    </w:p>
    <w:p w:rsidR="006974AE" w:rsidRDefault="006974AE" w:rsidP="006974AE">
      <w:r>
        <w:t>581.5176</w:t>
      </w:r>
      <w:r>
        <w:tab/>
        <w:t>1.013e0</w:t>
      </w:r>
    </w:p>
    <w:p w:rsidR="006974AE" w:rsidRDefault="006974AE" w:rsidP="006974AE">
      <w:r>
        <w:t>581.5324</w:t>
      </w:r>
      <w:r>
        <w:tab/>
        <w:t>1.013e0</w:t>
      </w:r>
    </w:p>
    <w:p w:rsidR="006974AE" w:rsidRDefault="006974AE" w:rsidP="006974AE">
      <w:r>
        <w:t>581.5361</w:t>
      </w:r>
      <w:r>
        <w:tab/>
        <w:t>1.013e0</w:t>
      </w:r>
    </w:p>
    <w:p w:rsidR="006974AE" w:rsidRDefault="006974AE" w:rsidP="006974AE">
      <w:r>
        <w:t>581.5630</w:t>
      </w:r>
      <w:r>
        <w:tab/>
        <w:t>1.013e0</w:t>
      </w:r>
    </w:p>
    <w:p w:rsidR="006974AE" w:rsidRDefault="006974AE" w:rsidP="006974AE">
      <w:r>
        <w:t>581.6530</w:t>
      </w:r>
      <w:r>
        <w:tab/>
        <w:t>1.013e0</w:t>
      </w:r>
    </w:p>
    <w:p w:rsidR="006974AE" w:rsidRDefault="006974AE" w:rsidP="006974AE">
      <w:r>
        <w:t>581.7229</w:t>
      </w:r>
      <w:r>
        <w:tab/>
        <w:t>1.013e0</w:t>
      </w:r>
    </w:p>
    <w:p w:rsidR="006974AE" w:rsidRDefault="006974AE" w:rsidP="006974AE">
      <w:r>
        <w:t>581.7499</w:t>
      </w:r>
      <w:r>
        <w:tab/>
        <w:t>4.051e0</w:t>
      </w:r>
    </w:p>
    <w:p w:rsidR="006974AE" w:rsidRDefault="006974AE" w:rsidP="006974AE">
      <w:r>
        <w:t>581.7526</w:t>
      </w:r>
      <w:r>
        <w:tab/>
        <w:t>3.038e0</w:t>
      </w:r>
    </w:p>
    <w:p w:rsidR="006974AE" w:rsidRDefault="006974AE" w:rsidP="006974AE">
      <w:r>
        <w:t>581.7878</w:t>
      </w:r>
      <w:r>
        <w:tab/>
        <w:t>2.025e0</w:t>
      </w:r>
    </w:p>
    <w:p w:rsidR="006974AE" w:rsidRDefault="006974AE" w:rsidP="006974AE">
      <w:r>
        <w:t>581.8521</w:t>
      </w:r>
      <w:r>
        <w:tab/>
        <w:t>1.013e0</w:t>
      </w:r>
    </w:p>
    <w:p w:rsidR="006974AE" w:rsidRDefault="006974AE" w:rsidP="006974AE">
      <w:r>
        <w:t>581.8582</w:t>
      </w:r>
      <w:r>
        <w:tab/>
        <w:t>1.013e0</w:t>
      </w:r>
    </w:p>
    <w:p w:rsidR="006974AE" w:rsidRDefault="006974AE" w:rsidP="006974AE">
      <w:r>
        <w:t>581.9027</w:t>
      </w:r>
      <w:r>
        <w:tab/>
        <w:t>1.013e0</w:t>
      </w:r>
    </w:p>
    <w:p w:rsidR="006974AE" w:rsidRDefault="006974AE" w:rsidP="006974AE">
      <w:r>
        <w:t>581.9623</w:t>
      </w:r>
      <w:r>
        <w:tab/>
        <w:t>2.025e0</w:t>
      </w:r>
    </w:p>
    <w:p w:rsidR="006974AE" w:rsidRDefault="006974AE" w:rsidP="006974AE">
      <w:r>
        <w:t>581.9960</w:t>
      </w:r>
      <w:r>
        <w:tab/>
        <w:t>3.038e0</w:t>
      </w:r>
    </w:p>
    <w:p w:rsidR="006974AE" w:rsidRDefault="006974AE" w:rsidP="006974AE">
      <w:r>
        <w:lastRenderedPageBreak/>
        <w:t>582.0510</w:t>
      </w:r>
      <w:r>
        <w:tab/>
        <w:t>2.025e0</w:t>
      </w:r>
    </w:p>
    <w:p w:rsidR="006974AE" w:rsidRDefault="006974AE" w:rsidP="006974AE">
      <w:r>
        <w:t>582.0626</w:t>
      </w:r>
      <w:r>
        <w:tab/>
        <w:t>1.013e0</w:t>
      </w:r>
    </w:p>
    <w:p w:rsidR="006974AE" w:rsidRDefault="006974AE" w:rsidP="006974AE">
      <w:r>
        <w:t>582.0732</w:t>
      </w:r>
      <w:r>
        <w:tab/>
        <w:t>1.013e0</w:t>
      </w:r>
    </w:p>
    <w:p w:rsidR="006974AE" w:rsidRDefault="006974AE" w:rsidP="006974AE">
      <w:r>
        <w:t>582.0913</w:t>
      </w:r>
      <w:r>
        <w:tab/>
        <w:t>2.025e0</w:t>
      </w:r>
    </w:p>
    <w:p w:rsidR="006974AE" w:rsidRDefault="006974AE" w:rsidP="006974AE">
      <w:r>
        <w:t>582.1219</w:t>
      </w:r>
      <w:r>
        <w:tab/>
        <w:t>3.038e0</w:t>
      </w:r>
    </w:p>
    <w:p w:rsidR="006974AE" w:rsidRDefault="006974AE" w:rsidP="006974AE">
      <w:r>
        <w:t>582.1426</w:t>
      </w:r>
      <w:r>
        <w:tab/>
        <w:t>1.013e0</w:t>
      </w:r>
    </w:p>
    <w:p w:rsidR="006974AE" w:rsidRDefault="006974AE" w:rsidP="006974AE">
      <w:r>
        <w:t>582.1797</w:t>
      </w:r>
      <w:r>
        <w:tab/>
        <w:t>1.013e0</w:t>
      </w:r>
    </w:p>
    <w:p w:rsidR="006974AE" w:rsidRDefault="006974AE" w:rsidP="006974AE">
      <w:r>
        <w:t>582.2084</w:t>
      </w:r>
      <w:r>
        <w:tab/>
        <w:t>2.025e0</w:t>
      </w:r>
    </w:p>
    <w:p w:rsidR="006974AE" w:rsidRDefault="006974AE" w:rsidP="006974AE">
      <w:r>
        <w:t>582.2342</w:t>
      </w:r>
      <w:r>
        <w:tab/>
        <w:t>1.207e0</w:t>
      </w:r>
    </w:p>
    <w:p w:rsidR="006974AE" w:rsidRDefault="006974AE" w:rsidP="006974AE">
      <w:r>
        <w:t>582.2796</w:t>
      </w:r>
      <w:r>
        <w:tab/>
        <w:t>1.688e0</w:t>
      </w:r>
    </w:p>
    <w:p w:rsidR="006974AE" w:rsidRDefault="006974AE" w:rsidP="006974AE">
      <w:r>
        <w:t>582.3054</w:t>
      </w:r>
      <w:r>
        <w:tab/>
        <w:t>1.013e0</w:t>
      </w:r>
    </w:p>
    <w:p w:rsidR="006974AE" w:rsidRDefault="006974AE" w:rsidP="006974AE">
      <w:r>
        <w:t>582.3198</w:t>
      </w:r>
      <w:r>
        <w:tab/>
        <w:t>2.025e0</w:t>
      </w:r>
    </w:p>
    <w:p w:rsidR="006974AE" w:rsidRDefault="006974AE" w:rsidP="006974AE">
      <w:r>
        <w:t>582.3318</w:t>
      </w:r>
      <w:r>
        <w:tab/>
        <w:t>1.013e0</w:t>
      </w:r>
    </w:p>
    <w:p w:rsidR="006974AE" w:rsidRDefault="006974AE" w:rsidP="006974AE">
      <w:r>
        <w:t>582.3588</w:t>
      </w:r>
      <w:r>
        <w:tab/>
        <w:t>1.013e0</w:t>
      </w:r>
    </w:p>
    <w:p w:rsidR="006974AE" w:rsidRDefault="006974AE" w:rsidP="006974AE">
      <w:r>
        <w:t>582.3622</w:t>
      </w:r>
      <w:r>
        <w:tab/>
        <w:t>3.038e0</w:t>
      </w:r>
    </w:p>
    <w:p w:rsidR="006974AE" w:rsidRDefault="006974AE" w:rsidP="006974AE">
      <w:r>
        <w:t>582.3765</w:t>
      </w:r>
      <w:r>
        <w:tab/>
        <w:t>1.013e0</w:t>
      </w:r>
    </w:p>
    <w:p w:rsidR="006974AE" w:rsidRDefault="006974AE" w:rsidP="006974AE">
      <w:r>
        <w:t>582.3925</w:t>
      </w:r>
      <w:r>
        <w:tab/>
        <w:t>1.013e0</w:t>
      </w:r>
    </w:p>
    <w:p w:rsidR="006974AE" w:rsidRDefault="006974AE" w:rsidP="006974AE">
      <w:r>
        <w:t>582.4120</w:t>
      </w:r>
      <w:r>
        <w:tab/>
        <w:t>2.025e0</w:t>
      </w:r>
    </w:p>
    <w:p w:rsidR="006974AE" w:rsidRDefault="006974AE" w:rsidP="006974AE">
      <w:r>
        <w:t>582.4669</w:t>
      </w:r>
      <w:r>
        <w:tab/>
        <w:t>1.013e0</w:t>
      </w:r>
    </w:p>
    <w:p w:rsidR="006974AE" w:rsidRDefault="006974AE" w:rsidP="006974AE">
      <w:r>
        <w:lastRenderedPageBreak/>
        <w:t>582.4724</w:t>
      </w:r>
      <w:r>
        <w:tab/>
        <w:t>3.038e0</w:t>
      </w:r>
    </w:p>
    <w:p w:rsidR="006974AE" w:rsidRDefault="006974AE" w:rsidP="006974AE">
      <w:r>
        <w:t>582.4825</w:t>
      </w:r>
      <w:r>
        <w:tab/>
        <w:t>1.013e0</w:t>
      </w:r>
    </w:p>
    <w:p w:rsidR="006974AE" w:rsidRDefault="006974AE" w:rsidP="006974AE">
      <w:r>
        <w:t>582.5014</w:t>
      </w:r>
      <w:r>
        <w:tab/>
        <w:t>1.013e0</w:t>
      </w:r>
    </w:p>
    <w:p w:rsidR="006974AE" w:rsidRDefault="006974AE" w:rsidP="006974AE">
      <w:r>
        <w:t>582.5189</w:t>
      </w:r>
      <w:r>
        <w:tab/>
        <w:t>2.025e0</w:t>
      </w:r>
    </w:p>
    <w:p w:rsidR="006974AE" w:rsidRDefault="006974AE" w:rsidP="006974AE">
      <w:r>
        <w:t>582.5325</w:t>
      </w:r>
      <w:r>
        <w:tab/>
        <w:t>1.013e0</w:t>
      </w:r>
    </w:p>
    <w:p w:rsidR="006974AE" w:rsidRDefault="006974AE" w:rsidP="006974AE">
      <w:r>
        <w:t>582.5369</w:t>
      </w:r>
      <w:r>
        <w:tab/>
        <w:t>3.038e0</w:t>
      </w:r>
    </w:p>
    <w:p w:rsidR="006974AE" w:rsidRDefault="006974AE" w:rsidP="006974AE">
      <w:r>
        <w:t>582.5725</w:t>
      </w:r>
      <w:r>
        <w:tab/>
        <w:t>1.013e0</w:t>
      </w:r>
    </w:p>
    <w:p w:rsidR="006974AE" w:rsidRDefault="006974AE" w:rsidP="006974AE">
      <w:r>
        <w:t>582.5747</w:t>
      </w:r>
      <w:r>
        <w:tab/>
        <w:t>2.025e0</w:t>
      </w:r>
    </w:p>
    <w:p w:rsidR="006974AE" w:rsidRDefault="006974AE" w:rsidP="006974AE">
      <w:r>
        <w:t>582.5818</w:t>
      </w:r>
      <w:r>
        <w:tab/>
        <w:t>1.013e0</w:t>
      </w:r>
    </w:p>
    <w:p w:rsidR="006974AE" w:rsidRDefault="006974AE" w:rsidP="006974AE">
      <w:r>
        <w:t>582.6322</w:t>
      </w:r>
      <w:r>
        <w:tab/>
        <w:t>3.038e0</w:t>
      </w:r>
    </w:p>
    <w:p w:rsidR="006974AE" w:rsidRDefault="006974AE" w:rsidP="006974AE">
      <w:r>
        <w:t>582.6368</w:t>
      </w:r>
      <w:r>
        <w:tab/>
        <w:t>2.025e0</w:t>
      </w:r>
    </w:p>
    <w:p w:rsidR="006974AE" w:rsidRDefault="006974AE" w:rsidP="006974AE">
      <w:r>
        <w:t>582.6425</w:t>
      </w:r>
      <w:r>
        <w:tab/>
        <w:t>1.013e0</w:t>
      </w:r>
    </w:p>
    <w:p w:rsidR="006974AE" w:rsidRDefault="006974AE" w:rsidP="006974AE">
      <w:r>
        <w:t>582.6642</w:t>
      </w:r>
      <w:r>
        <w:tab/>
        <w:t>1.013e0</w:t>
      </w:r>
    </w:p>
    <w:p w:rsidR="006974AE" w:rsidRDefault="006974AE" w:rsidP="006974AE">
      <w:r>
        <w:t>582.7018</w:t>
      </w:r>
      <w:r>
        <w:tab/>
        <w:t>1.013e0</w:t>
      </w:r>
    </w:p>
    <w:p w:rsidR="006974AE" w:rsidRDefault="006974AE" w:rsidP="006974AE">
      <w:r>
        <w:t>582.7510</w:t>
      </w:r>
      <w:r>
        <w:tab/>
        <w:t>1.013e0</w:t>
      </w:r>
    </w:p>
    <w:p w:rsidR="006974AE" w:rsidRDefault="006974AE" w:rsidP="006974AE">
      <w:r>
        <w:t>582.7719</w:t>
      </w:r>
      <w:r>
        <w:tab/>
        <w:t>1.013e0</w:t>
      </w:r>
    </w:p>
    <w:p w:rsidR="006974AE" w:rsidRDefault="006974AE" w:rsidP="006974AE">
      <w:r>
        <w:t>582.7850</w:t>
      </w:r>
      <w:r>
        <w:tab/>
        <w:t>3.038e0</w:t>
      </w:r>
    </w:p>
    <w:p w:rsidR="006974AE" w:rsidRDefault="006974AE" w:rsidP="006974AE">
      <w:r>
        <w:t>582.8019</w:t>
      </w:r>
      <w:r>
        <w:tab/>
        <w:t>1.013e0</w:t>
      </w:r>
    </w:p>
    <w:p w:rsidR="006974AE" w:rsidRDefault="006974AE" w:rsidP="006974AE">
      <w:r>
        <w:t>582.8226</w:t>
      </w:r>
      <w:r>
        <w:tab/>
        <w:t>1.013e0</w:t>
      </w:r>
    </w:p>
    <w:p w:rsidR="006974AE" w:rsidRDefault="006974AE" w:rsidP="006974AE">
      <w:r>
        <w:lastRenderedPageBreak/>
        <w:t>582.8412</w:t>
      </w:r>
      <w:r>
        <w:tab/>
        <w:t>1.013e0</w:t>
      </w:r>
    </w:p>
    <w:p w:rsidR="006974AE" w:rsidRDefault="006974AE" w:rsidP="006974AE">
      <w:r>
        <w:t>582.8549</w:t>
      </w:r>
      <w:r>
        <w:tab/>
        <w:t>4.051e0</w:t>
      </w:r>
    </w:p>
    <w:p w:rsidR="006974AE" w:rsidRDefault="006974AE" w:rsidP="006974AE">
      <w:r>
        <w:t>582.8719</w:t>
      </w:r>
      <w:r>
        <w:tab/>
        <w:t>2.025e0</w:t>
      </w:r>
    </w:p>
    <w:p w:rsidR="006974AE" w:rsidRDefault="006974AE" w:rsidP="006974AE">
      <w:r>
        <w:t>582.8820</w:t>
      </w:r>
      <w:r>
        <w:tab/>
        <w:t>1.013e0</w:t>
      </w:r>
    </w:p>
    <w:p w:rsidR="006974AE" w:rsidRDefault="006974AE" w:rsidP="006974AE">
      <w:r>
        <w:t>582.9053</w:t>
      </w:r>
      <w:r>
        <w:tab/>
        <w:t>2.025e0</w:t>
      </w:r>
    </w:p>
    <w:p w:rsidR="006974AE" w:rsidRDefault="006974AE" w:rsidP="006974AE">
      <w:r>
        <w:t>582.9824</w:t>
      </w:r>
      <w:r>
        <w:tab/>
        <w:t>2.025e0</w:t>
      </w:r>
    </w:p>
    <w:p w:rsidR="006974AE" w:rsidRDefault="006974AE" w:rsidP="006974AE">
      <w:r>
        <w:t>583.0221</w:t>
      </w:r>
      <w:r>
        <w:tab/>
        <w:t>1.013e0</w:t>
      </w:r>
    </w:p>
    <w:p w:rsidR="006974AE" w:rsidRDefault="006974AE" w:rsidP="006974AE">
      <w:r>
        <w:t>583.0328</w:t>
      </w:r>
      <w:r>
        <w:tab/>
        <w:t>1.013e0</w:t>
      </w:r>
    </w:p>
    <w:p w:rsidR="006974AE" w:rsidRDefault="006974AE" w:rsidP="006974AE">
      <w:r>
        <w:t>583.0385</w:t>
      </w:r>
      <w:r>
        <w:tab/>
        <w:t>1.013e0</w:t>
      </w:r>
    </w:p>
    <w:p w:rsidR="006974AE" w:rsidRDefault="006974AE" w:rsidP="006974AE">
      <w:r>
        <w:t>583.1122</w:t>
      </w:r>
      <w:r>
        <w:tab/>
        <w:t>1.013e0</w:t>
      </w:r>
    </w:p>
    <w:p w:rsidR="006974AE" w:rsidRDefault="006974AE" w:rsidP="006974AE">
      <w:r>
        <w:t>583.1362</w:t>
      </w:r>
      <w:r>
        <w:tab/>
        <w:t>2.025e0</w:t>
      </w:r>
    </w:p>
    <w:p w:rsidR="006974AE" w:rsidRDefault="006974AE" w:rsidP="006974AE">
      <w:r>
        <w:t>583.1722</w:t>
      </w:r>
      <w:r>
        <w:tab/>
        <w:t>1.013e0</w:t>
      </w:r>
    </w:p>
    <w:p w:rsidR="006974AE" w:rsidRDefault="006974AE" w:rsidP="006974AE">
      <w:r>
        <w:t>583.2030</w:t>
      </w:r>
      <w:r>
        <w:tab/>
        <w:t>1.013e0</w:t>
      </w:r>
    </w:p>
    <w:p w:rsidR="006974AE" w:rsidRDefault="006974AE" w:rsidP="006974AE">
      <w:r>
        <w:t>583.2327</w:t>
      </w:r>
      <w:r>
        <w:tab/>
        <w:t>2.025e0</w:t>
      </w:r>
    </w:p>
    <w:p w:rsidR="006974AE" w:rsidRDefault="006974AE" w:rsidP="006974AE">
      <w:r>
        <w:t>583.2546</w:t>
      </w:r>
      <w:r>
        <w:tab/>
        <w:t>2.025e0</w:t>
      </w:r>
    </w:p>
    <w:p w:rsidR="006974AE" w:rsidRDefault="006974AE" w:rsidP="006974AE">
      <w:r>
        <w:t>583.2931</w:t>
      </w:r>
      <w:r>
        <w:tab/>
        <w:t>4.051e0</w:t>
      </w:r>
    </w:p>
    <w:p w:rsidR="006974AE" w:rsidRDefault="006974AE" w:rsidP="006974AE">
      <w:r>
        <w:t>583.3028</w:t>
      </w:r>
      <w:r>
        <w:tab/>
        <w:t>2.025e0</w:t>
      </w:r>
    </w:p>
    <w:p w:rsidR="006974AE" w:rsidRDefault="006974AE" w:rsidP="006974AE">
      <w:r>
        <w:t>583.4033</w:t>
      </w:r>
      <w:r>
        <w:tab/>
        <w:t>1.013e0</w:t>
      </w:r>
    </w:p>
    <w:p w:rsidR="006974AE" w:rsidRDefault="006974AE" w:rsidP="006974AE">
      <w:r>
        <w:t>583.4333</w:t>
      </w:r>
      <w:r>
        <w:tab/>
        <w:t>1.013e0</w:t>
      </w:r>
    </w:p>
    <w:p w:rsidR="006974AE" w:rsidRDefault="006974AE" w:rsidP="006974AE">
      <w:r>
        <w:lastRenderedPageBreak/>
        <w:t>583.4434</w:t>
      </w:r>
      <w:r>
        <w:tab/>
        <w:t>4.051e0</w:t>
      </w:r>
    </w:p>
    <w:p w:rsidR="006974AE" w:rsidRDefault="006974AE" w:rsidP="006974AE">
      <w:r>
        <w:t>583.4569</w:t>
      </w:r>
      <w:r>
        <w:tab/>
        <w:t>2.025e0</w:t>
      </w:r>
    </w:p>
    <w:p w:rsidR="006974AE" w:rsidRDefault="006974AE" w:rsidP="006974AE">
      <w:r>
        <w:t>583.4727</w:t>
      </w:r>
      <w:r>
        <w:tab/>
        <w:t>1.013e0</w:t>
      </w:r>
    </w:p>
    <w:p w:rsidR="006974AE" w:rsidRDefault="006974AE" w:rsidP="006974AE">
      <w:r>
        <w:t>583.5046</w:t>
      </w:r>
      <w:r>
        <w:tab/>
        <w:t>1.013e0</w:t>
      </w:r>
    </w:p>
    <w:p w:rsidR="006974AE" w:rsidRDefault="006974AE" w:rsidP="006974AE">
      <w:r>
        <w:t>583.5736</w:t>
      </w:r>
      <w:r>
        <w:tab/>
        <w:t>2.025e0</w:t>
      </w:r>
    </w:p>
    <w:p w:rsidR="006974AE" w:rsidRDefault="006974AE" w:rsidP="006974AE">
      <w:r>
        <w:t>583.5917</w:t>
      </w:r>
      <w:r>
        <w:tab/>
        <w:t>3.038e0</w:t>
      </w:r>
    </w:p>
    <w:p w:rsidR="006974AE" w:rsidRDefault="006974AE" w:rsidP="006974AE">
      <w:r>
        <w:t>583.6747</w:t>
      </w:r>
      <w:r>
        <w:tab/>
        <w:t>2.025e0</w:t>
      </w:r>
    </w:p>
    <w:p w:rsidR="006974AE" w:rsidRDefault="006974AE" w:rsidP="006974AE">
      <w:r>
        <w:t>583.6830</w:t>
      </w:r>
      <w:r>
        <w:tab/>
        <w:t>2.025e0</w:t>
      </w:r>
    </w:p>
    <w:p w:rsidR="006974AE" w:rsidRDefault="006974AE" w:rsidP="006974AE">
      <w:r>
        <w:t>583.6861</w:t>
      </w:r>
      <w:r>
        <w:tab/>
        <w:t>2.025e0</w:t>
      </w:r>
    </w:p>
    <w:p w:rsidR="006974AE" w:rsidRDefault="006974AE" w:rsidP="006974AE">
      <w:r>
        <w:t>583.7541</w:t>
      </w:r>
      <w:r>
        <w:tab/>
        <w:t>1.013e0</w:t>
      </w:r>
    </w:p>
    <w:p w:rsidR="006974AE" w:rsidRDefault="006974AE" w:rsidP="006974AE">
      <w:r>
        <w:t>583.7704</w:t>
      </w:r>
      <w:r>
        <w:tab/>
        <w:t>1.013e0</w:t>
      </w:r>
    </w:p>
    <w:p w:rsidR="006974AE" w:rsidRDefault="006974AE" w:rsidP="006974AE">
      <w:r>
        <w:t>583.8036</w:t>
      </w:r>
      <w:r>
        <w:tab/>
        <w:t>2.025e0</w:t>
      </w:r>
    </w:p>
    <w:p w:rsidR="006974AE" w:rsidRDefault="006974AE" w:rsidP="006974AE">
      <w:r>
        <w:t>583.8241</w:t>
      </w:r>
      <w:r>
        <w:tab/>
        <w:t>1.013e0</w:t>
      </w:r>
    </w:p>
    <w:p w:rsidR="006974AE" w:rsidRDefault="006974AE" w:rsidP="006974AE">
      <w:r>
        <w:t>583.8417</w:t>
      </w:r>
      <w:r>
        <w:tab/>
        <w:t>1.013e0</w:t>
      </w:r>
    </w:p>
    <w:p w:rsidR="006974AE" w:rsidRDefault="006974AE" w:rsidP="006974AE">
      <w:r>
        <w:t>583.8943</w:t>
      </w:r>
      <w:r>
        <w:tab/>
        <w:t>1.013e0</w:t>
      </w:r>
    </w:p>
    <w:p w:rsidR="006974AE" w:rsidRDefault="006974AE" w:rsidP="006974AE">
      <w:r>
        <w:t>583.9149</w:t>
      </w:r>
      <w:r>
        <w:tab/>
        <w:t>1.013e0</w:t>
      </w:r>
    </w:p>
    <w:p w:rsidR="006974AE" w:rsidRDefault="006974AE" w:rsidP="006974AE">
      <w:r>
        <w:t>583.9181</w:t>
      </w:r>
      <w:r>
        <w:tab/>
        <w:t>2.025e0</w:t>
      </w:r>
    </w:p>
    <w:p w:rsidR="006974AE" w:rsidRDefault="006974AE" w:rsidP="006974AE">
      <w:r>
        <w:t>583.9337</w:t>
      </w:r>
      <w:r>
        <w:tab/>
        <w:t>1.013e0</w:t>
      </w:r>
    </w:p>
    <w:p w:rsidR="006974AE" w:rsidRDefault="006974AE" w:rsidP="006974AE">
      <w:r>
        <w:t>583.9444</w:t>
      </w:r>
      <w:r>
        <w:tab/>
        <w:t>1.013e0</w:t>
      </w:r>
    </w:p>
    <w:p w:rsidR="006974AE" w:rsidRDefault="006974AE" w:rsidP="006974AE">
      <w:r>
        <w:lastRenderedPageBreak/>
        <w:t>583.9502</w:t>
      </w:r>
      <w:r>
        <w:tab/>
        <w:t>1.013e0</w:t>
      </w:r>
    </w:p>
    <w:p w:rsidR="006974AE" w:rsidRDefault="006974AE" w:rsidP="006974AE">
      <w:r>
        <w:t>584.0214</w:t>
      </w:r>
      <w:r>
        <w:tab/>
        <w:t>1.013e0</w:t>
      </w:r>
    </w:p>
    <w:p w:rsidR="006974AE" w:rsidRDefault="006974AE" w:rsidP="006974AE">
      <w:r>
        <w:t>584.0398</w:t>
      </w:r>
      <w:r>
        <w:tab/>
        <w:t>1.013e0</w:t>
      </w:r>
    </w:p>
    <w:p w:rsidR="006974AE" w:rsidRDefault="006974AE" w:rsidP="006974AE">
      <w:r>
        <w:t>584.0439</w:t>
      </w:r>
      <w:r>
        <w:tab/>
        <w:t>2.025e0</w:t>
      </w:r>
    </w:p>
    <w:p w:rsidR="006974AE" w:rsidRDefault="006974AE" w:rsidP="006974AE">
      <w:r>
        <w:t>584.0804</w:t>
      </w:r>
      <w:r>
        <w:tab/>
        <w:t>3.038e0</w:t>
      </w:r>
    </w:p>
    <w:p w:rsidR="006974AE" w:rsidRDefault="006974AE" w:rsidP="006974AE">
      <w:r>
        <w:t>584.1148</w:t>
      </w:r>
      <w:r>
        <w:tab/>
        <w:t>1.013e0</w:t>
      </w:r>
    </w:p>
    <w:p w:rsidR="006974AE" w:rsidRDefault="006974AE" w:rsidP="006974AE">
      <w:r>
        <w:t>584.1376</w:t>
      </w:r>
      <w:r>
        <w:tab/>
        <w:t>4.051e0</w:t>
      </w:r>
    </w:p>
    <w:p w:rsidR="006974AE" w:rsidRDefault="006974AE" w:rsidP="006974AE">
      <w:r>
        <w:t>584.1652</w:t>
      </w:r>
      <w:r>
        <w:tab/>
        <w:t>1.013e0</w:t>
      </w:r>
    </w:p>
    <w:p w:rsidR="006974AE" w:rsidRDefault="006974AE" w:rsidP="006974AE">
      <w:r>
        <w:t>584.1690</w:t>
      </w:r>
      <w:r>
        <w:tab/>
        <w:t>2.025e0</w:t>
      </w:r>
    </w:p>
    <w:p w:rsidR="006974AE" w:rsidRDefault="006974AE" w:rsidP="006974AE">
      <w:r>
        <w:t>584.2061</w:t>
      </w:r>
      <w:r>
        <w:tab/>
        <w:t>1.013e0</w:t>
      </w:r>
    </w:p>
    <w:p w:rsidR="006974AE" w:rsidRDefault="006974AE" w:rsidP="006974AE">
      <w:r>
        <w:t>584.2701</w:t>
      </w:r>
      <w:r>
        <w:tab/>
        <w:t>2.025e0</w:t>
      </w:r>
    </w:p>
    <w:p w:rsidR="006974AE" w:rsidRDefault="006974AE" w:rsidP="006974AE">
      <w:r>
        <w:t>584.2901</w:t>
      </w:r>
      <w:r>
        <w:tab/>
        <w:t>1.013e0</w:t>
      </w:r>
    </w:p>
    <w:p w:rsidR="006974AE" w:rsidRDefault="006974AE" w:rsidP="006974AE">
      <w:r>
        <w:t>584.2945</w:t>
      </w:r>
      <w:r>
        <w:tab/>
        <w:t>2.150e0</w:t>
      </w:r>
    </w:p>
    <w:p w:rsidR="006974AE" w:rsidRDefault="006974AE" w:rsidP="006974AE">
      <w:r>
        <w:t>584.3046</w:t>
      </w:r>
      <w:r>
        <w:tab/>
        <w:t>2.025e0</w:t>
      </w:r>
    </w:p>
    <w:p w:rsidR="006974AE" w:rsidRDefault="006974AE" w:rsidP="006974AE">
      <w:r>
        <w:t>584.3199</w:t>
      </w:r>
      <w:r>
        <w:tab/>
        <w:t>2.989e0</w:t>
      </w:r>
    </w:p>
    <w:p w:rsidR="006974AE" w:rsidRDefault="006974AE" w:rsidP="006974AE">
      <w:r>
        <w:t>584.3613</w:t>
      </w:r>
      <w:r>
        <w:tab/>
        <w:t>1.013e0</w:t>
      </w:r>
    </w:p>
    <w:p w:rsidR="006974AE" w:rsidRDefault="006974AE" w:rsidP="006974AE">
      <w:r>
        <w:t>584.3655</w:t>
      </w:r>
      <w:r>
        <w:tab/>
        <w:t>1.013e0</w:t>
      </w:r>
    </w:p>
    <w:p w:rsidR="006974AE" w:rsidRDefault="006974AE" w:rsidP="006974AE">
      <w:r>
        <w:t>584.3749</w:t>
      </w:r>
      <w:r>
        <w:tab/>
        <w:t>1.013e0</w:t>
      </w:r>
    </w:p>
    <w:p w:rsidR="006974AE" w:rsidRDefault="006974AE" w:rsidP="006974AE">
      <w:r>
        <w:t>584.3900</w:t>
      </w:r>
      <w:r>
        <w:tab/>
        <w:t>2.025e0</w:t>
      </w:r>
    </w:p>
    <w:p w:rsidR="006974AE" w:rsidRDefault="006974AE" w:rsidP="006974AE">
      <w:r>
        <w:lastRenderedPageBreak/>
        <w:t>584.4411</w:t>
      </w:r>
      <w:r>
        <w:tab/>
        <w:t>4.051e0</w:t>
      </w:r>
    </w:p>
    <w:p w:rsidR="006974AE" w:rsidRDefault="006974AE" w:rsidP="006974AE">
      <w:r>
        <w:t>584.4537</w:t>
      </w:r>
      <w:r>
        <w:tab/>
        <w:t>2.025e0</w:t>
      </w:r>
    </w:p>
    <w:p w:rsidR="006974AE" w:rsidRDefault="006974AE" w:rsidP="006974AE">
      <w:r>
        <w:t>584.4653</w:t>
      </w:r>
      <w:r>
        <w:tab/>
        <w:t>7.089e0</w:t>
      </w:r>
    </w:p>
    <w:p w:rsidR="006974AE" w:rsidRDefault="006974AE" w:rsidP="006974AE">
      <w:r>
        <w:t>584.4795</w:t>
      </w:r>
      <w:r>
        <w:tab/>
        <w:t>4.051e0</w:t>
      </w:r>
    </w:p>
    <w:p w:rsidR="006974AE" w:rsidRDefault="006974AE" w:rsidP="006974AE">
      <w:r>
        <w:t>584.4919</w:t>
      </w:r>
      <w:r>
        <w:tab/>
        <w:t>4.051e0</w:t>
      </w:r>
    </w:p>
    <w:p w:rsidR="006974AE" w:rsidRDefault="006974AE" w:rsidP="006974AE">
      <w:r>
        <w:t>584.5153</w:t>
      </w:r>
      <w:r>
        <w:tab/>
        <w:t>1.013e0</w:t>
      </w:r>
    </w:p>
    <w:p w:rsidR="006974AE" w:rsidRDefault="006974AE" w:rsidP="006974AE">
      <w:r>
        <w:t>584.5313</w:t>
      </w:r>
      <w:r>
        <w:tab/>
        <w:t>3.038e0</w:t>
      </w:r>
    </w:p>
    <w:p w:rsidR="006974AE" w:rsidRDefault="006974AE" w:rsidP="006974AE">
      <w:r>
        <w:t>584.5881</w:t>
      </w:r>
      <w:r>
        <w:tab/>
        <w:t>2.025e0</w:t>
      </w:r>
    </w:p>
    <w:p w:rsidR="006974AE" w:rsidRDefault="006974AE" w:rsidP="006974AE">
      <w:r>
        <w:t>584.5903</w:t>
      </w:r>
      <w:r>
        <w:tab/>
        <w:t>2.025e0</w:t>
      </w:r>
    </w:p>
    <w:p w:rsidR="006974AE" w:rsidRDefault="006974AE" w:rsidP="006974AE">
      <w:r>
        <w:t>584.6160</w:t>
      </w:r>
      <w:r>
        <w:tab/>
        <w:t>2.025e0</w:t>
      </w:r>
    </w:p>
    <w:p w:rsidR="006974AE" w:rsidRDefault="006974AE" w:rsidP="006974AE">
      <w:r>
        <w:t>584.6296</w:t>
      </w:r>
      <w:r>
        <w:tab/>
        <w:t>2.025e0</w:t>
      </w:r>
    </w:p>
    <w:p w:rsidR="006974AE" w:rsidRDefault="006974AE" w:rsidP="006974AE">
      <w:r>
        <w:t>584.6644</w:t>
      </w:r>
      <w:r>
        <w:tab/>
        <w:t>2.025e0</w:t>
      </w:r>
    </w:p>
    <w:p w:rsidR="006974AE" w:rsidRDefault="006974AE" w:rsidP="006974AE">
      <w:r>
        <w:t>584.6859</w:t>
      </w:r>
      <w:r>
        <w:tab/>
        <w:t>1.013e0</w:t>
      </w:r>
    </w:p>
    <w:p w:rsidR="006974AE" w:rsidRDefault="006974AE" w:rsidP="006974AE">
      <w:r>
        <w:t>584.7462</w:t>
      </w:r>
      <w:r>
        <w:tab/>
        <w:t>1.013e0</w:t>
      </w:r>
    </w:p>
    <w:p w:rsidR="006974AE" w:rsidRDefault="006974AE" w:rsidP="006974AE">
      <w:r>
        <w:t>584.7670</w:t>
      </w:r>
      <w:r>
        <w:tab/>
        <w:t>1.013e0</w:t>
      </w:r>
    </w:p>
    <w:p w:rsidR="006974AE" w:rsidRDefault="006974AE" w:rsidP="006974AE">
      <w:r>
        <w:t>584.8067</w:t>
      </w:r>
      <w:r>
        <w:tab/>
        <w:t>2.025e0</w:t>
      </w:r>
    </w:p>
    <w:p w:rsidR="006974AE" w:rsidRDefault="006974AE" w:rsidP="006974AE">
      <w:r>
        <w:t>584.8094</w:t>
      </w:r>
      <w:r>
        <w:tab/>
        <w:t>2.025e0</w:t>
      </w:r>
    </w:p>
    <w:p w:rsidR="006974AE" w:rsidRDefault="006974AE" w:rsidP="006974AE">
      <w:r>
        <w:t>584.8171</w:t>
      </w:r>
      <w:r>
        <w:tab/>
        <w:t>1.013e0</w:t>
      </w:r>
    </w:p>
    <w:p w:rsidR="006974AE" w:rsidRDefault="006974AE" w:rsidP="006974AE">
      <w:r>
        <w:t>584.8566</w:t>
      </w:r>
      <w:r>
        <w:tab/>
        <w:t>1.013e0</w:t>
      </w:r>
    </w:p>
    <w:p w:rsidR="006974AE" w:rsidRDefault="006974AE" w:rsidP="006974AE">
      <w:r>
        <w:lastRenderedPageBreak/>
        <w:t>584.8770</w:t>
      </w:r>
      <w:r>
        <w:tab/>
        <w:t>2.025e0</w:t>
      </w:r>
    </w:p>
    <w:p w:rsidR="006974AE" w:rsidRDefault="006974AE" w:rsidP="006974AE">
      <w:r>
        <w:t>584.8803</w:t>
      </w:r>
      <w:r>
        <w:tab/>
        <w:t>1.013e0</w:t>
      </w:r>
    </w:p>
    <w:p w:rsidR="006974AE" w:rsidRDefault="006974AE" w:rsidP="006974AE">
      <w:r>
        <w:t>584.9067</w:t>
      </w:r>
      <w:r>
        <w:tab/>
        <w:t>1.013e0</w:t>
      </w:r>
    </w:p>
    <w:p w:rsidR="006974AE" w:rsidRDefault="006974AE" w:rsidP="006974AE">
      <w:r>
        <w:t>584.9376</w:t>
      </w:r>
      <w:r>
        <w:tab/>
        <w:t>1.013e0</w:t>
      </w:r>
    </w:p>
    <w:p w:rsidR="006974AE" w:rsidRDefault="006974AE" w:rsidP="006974AE">
      <w:r>
        <w:t>584.9698</w:t>
      </w:r>
      <w:r>
        <w:tab/>
        <w:t>1.013e0</w:t>
      </w:r>
    </w:p>
    <w:p w:rsidR="006974AE" w:rsidRDefault="006974AE" w:rsidP="006974AE">
      <w:r>
        <w:t>584.9874</w:t>
      </w:r>
      <w:r>
        <w:tab/>
        <w:t>2.025e0</w:t>
      </w:r>
    </w:p>
    <w:p w:rsidR="006974AE" w:rsidRDefault="006974AE" w:rsidP="006974AE">
      <w:r>
        <w:t>585.0095</w:t>
      </w:r>
      <w:r>
        <w:tab/>
        <w:t>2.025e0</w:t>
      </w:r>
    </w:p>
    <w:p w:rsidR="006974AE" w:rsidRDefault="006974AE" w:rsidP="006974AE">
      <w:r>
        <w:t>585.0226</w:t>
      </w:r>
      <w:r>
        <w:tab/>
        <w:t>1.013e0</w:t>
      </w:r>
    </w:p>
    <w:p w:rsidR="006974AE" w:rsidRDefault="006974AE" w:rsidP="006974AE">
      <w:r>
        <w:t>585.0674</w:t>
      </w:r>
      <w:r>
        <w:tab/>
        <w:t>1.013e0</w:t>
      </w:r>
    </w:p>
    <w:p w:rsidR="006974AE" w:rsidRDefault="006974AE" w:rsidP="006974AE">
      <w:r>
        <w:t>585.0728</w:t>
      </w:r>
      <w:r>
        <w:tab/>
        <w:t>2.025e0</w:t>
      </w:r>
    </w:p>
    <w:p w:rsidR="006974AE" w:rsidRDefault="006974AE" w:rsidP="006974AE">
      <w:r>
        <w:t>585.0847</w:t>
      </w:r>
      <w:r>
        <w:tab/>
        <w:t>2.025e0</w:t>
      </w:r>
    </w:p>
    <w:p w:rsidR="006974AE" w:rsidRDefault="006974AE" w:rsidP="006974AE">
      <w:r>
        <w:t>585.0972</w:t>
      </w:r>
      <w:r>
        <w:tab/>
        <w:t>2.025e0</w:t>
      </w:r>
    </w:p>
    <w:p w:rsidR="006974AE" w:rsidRDefault="006974AE" w:rsidP="006974AE">
      <w:r>
        <w:t>585.1076</w:t>
      </w:r>
      <w:r>
        <w:tab/>
        <w:t>1.013e0</w:t>
      </w:r>
    </w:p>
    <w:p w:rsidR="006974AE" w:rsidRDefault="006974AE" w:rsidP="006974AE">
      <w:r>
        <w:t>585.1467</w:t>
      </w:r>
      <w:r>
        <w:tab/>
        <w:t>1.013e0</w:t>
      </w:r>
    </w:p>
    <w:p w:rsidR="006974AE" w:rsidRDefault="006974AE" w:rsidP="006974AE">
      <w:r>
        <w:t>585.1581</w:t>
      </w:r>
      <w:r>
        <w:tab/>
        <w:t>2.025e0</w:t>
      </w:r>
    </w:p>
    <w:p w:rsidR="006974AE" w:rsidRDefault="006974AE" w:rsidP="006974AE">
      <w:r>
        <w:t>585.1779</w:t>
      </w:r>
      <w:r>
        <w:tab/>
        <w:t>1.013e0</w:t>
      </w:r>
    </w:p>
    <w:p w:rsidR="006974AE" w:rsidRDefault="006974AE" w:rsidP="006974AE">
      <w:r>
        <w:t>585.2208</w:t>
      </w:r>
      <w:r>
        <w:tab/>
        <w:t>2.602e0</w:t>
      </w:r>
    </w:p>
    <w:p w:rsidR="006974AE" w:rsidRDefault="006974AE" w:rsidP="006974AE">
      <w:r>
        <w:t>585.2545</w:t>
      </w:r>
      <w:r>
        <w:tab/>
        <w:t>1.013e0</w:t>
      </w:r>
    </w:p>
    <w:p w:rsidR="006974AE" w:rsidRDefault="006974AE" w:rsidP="006974AE">
      <w:r>
        <w:t>585.2680</w:t>
      </w:r>
      <w:r>
        <w:tab/>
        <w:t>3.038e0</w:t>
      </w:r>
    </w:p>
    <w:p w:rsidR="006974AE" w:rsidRDefault="006974AE" w:rsidP="006974AE">
      <w:r>
        <w:lastRenderedPageBreak/>
        <w:t>585.2730</w:t>
      </w:r>
      <w:r>
        <w:tab/>
        <w:t>1.013e0</w:t>
      </w:r>
    </w:p>
    <w:p w:rsidR="006974AE" w:rsidRDefault="006974AE" w:rsidP="006974AE">
      <w:r>
        <w:t>585.2884</w:t>
      </w:r>
      <w:r>
        <w:tab/>
        <w:t>2.025e0</w:t>
      </w:r>
    </w:p>
    <w:p w:rsidR="006974AE" w:rsidRDefault="006974AE" w:rsidP="006974AE">
      <w:r>
        <w:t>585.2979</w:t>
      </w:r>
      <w:r>
        <w:tab/>
        <w:t>3.038e0</w:t>
      </w:r>
    </w:p>
    <w:p w:rsidR="006974AE" w:rsidRDefault="006974AE" w:rsidP="006974AE">
      <w:r>
        <w:t>585.3075</w:t>
      </w:r>
      <w:r>
        <w:tab/>
        <w:t>1.013e0</w:t>
      </w:r>
    </w:p>
    <w:p w:rsidR="006974AE" w:rsidRDefault="006974AE" w:rsidP="006974AE">
      <w:r>
        <w:t>585.3085</w:t>
      </w:r>
      <w:r>
        <w:tab/>
        <w:t>1.013e0</w:t>
      </w:r>
    </w:p>
    <w:p w:rsidR="006974AE" w:rsidRDefault="006974AE" w:rsidP="006974AE">
      <w:r>
        <w:t>585.3386</w:t>
      </w:r>
      <w:r>
        <w:tab/>
        <w:t>1.185e0</w:t>
      </w:r>
    </w:p>
    <w:p w:rsidR="006974AE" w:rsidRDefault="006974AE" w:rsidP="006974AE">
      <w:r>
        <w:t>585.3442</w:t>
      </w:r>
      <w:r>
        <w:tab/>
        <w:t>1.013e0</w:t>
      </w:r>
    </w:p>
    <w:p w:rsidR="006974AE" w:rsidRDefault="006974AE" w:rsidP="006974AE">
      <w:r>
        <w:t>585.3594</w:t>
      </w:r>
      <w:r>
        <w:tab/>
        <w:t>1.013e0</w:t>
      </w:r>
    </w:p>
    <w:p w:rsidR="006974AE" w:rsidRDefault="006974AE" w:rsidP="006974AE">
      <w:r>
        <w:t>585.3781</w:t>
      </w:r>
      <w:r>
        <w:tab/>
        <w:t>1.013e0</w:t>
      </w:r>
    </w:p>
    <w:p w:rsidR="006974AE" w:rsidRDefault="006974AE" w:rsidP="006974AE">
      <w:r>
        <w:t>585.3867</w:t>
      </w:r>
      <w:r>
        <w:tab/>
        <w:t>4.051e0</w:t>
      </w:r>
    </w:p>
    <w:p w:rsidR="006974AE" w:rsidRDefault="006974AE" w:rsidP="006974AE">
      <w:r>
        <w:t>585.3923</w:t>
      </w:r>
      <w:r>
        <w:tab/>
        <w:t>2.025e0</w:t>
      </w:r>
    </w:p>
    <w:p w:rsidR="006974AE" w:rsidRDefault="006974AE" w:rsidP="006974AE">
      <w:r>
        <w:t>585.4153</w:t>
      </w:r>
      <w:r>
        <w:tab/>
        <w:t>1.013e0</w:t>
      </w:r>
    </w:p>
    <w:p w:rsidR="006974AE" w:rsidRDefault="006974AE" w:rsidP="006974AE">
      <w:r>
        <w:t>585.4520</w:t>
      </w:r>
      <w:r>
        <w:tab/>
        <w:t>1.013e0</w:t>
      </w:r>
    </w:p>
    <w:p w:rsidR="006974AE" w:rsidRDefault="006974AE" w:rsidP="006974AE">
      <w:r>
        <w:t>585.4683</w:t>
      </w:r>
      <w:r>
        <w:tab/>
        <w:t>3.038e0</w:t>
      </w:r>
    </w:p>
    <w:p w:rsidR="006974AE" w:rsidRDefault="006974AE" w:rsidP="006974AE">
      <w:r>
        <w:t>585.4778</w:t>
      </w:r>
      <w:r>
        <w:tab/>
        <w:t>2.025e0</w:t>
      </w:r>
    </w:p>
    <w:p w:rsidR="006974AE" w:rsidRDefault="006974AE" w:rsidP="006974AE">
      <w:r>
        <w:t>585.4793</w:t>
      </w:r>
      <w:r>
        <w:tab/>
        <w:t>2.025e0</w:t>
      </w:r>
    </w:p>
    <w:p w:rsidR="006974AE" w:rsidRDefault="006974AE" w:rsidP="006974AE">
      <w:r>
        <w:t>585.5009</w:t>
      </w:r>
      <w:r>
        <w:tab/>
        <w:t>3.038e0</w:t>
      </w:r>
    </w:p>
    <w:p w:rsidR="006974AE" w:rsidRDefault="006974AE" w:rsidP="006974AE">
      <w:r>
        <w:t>585.5236</w:t>
      </w:r>
      <w:r>
        <w:tab/>
        <w:t>4.051e0</w:t>
      </w:r>
    </w:p>
    <w:p w:rsidR="006974AE" w:rsidRDefault="006974AE" w:rsidP="006974AE">
      <w:r>
        <w:t>585.5303</w:t>
      </w:r>
      <w:r>
        <w:tab/>
        <w:t>1.013e0</w:t>
      </w:r>
    </w:p>
    <w:p w:rsidR="006974AE" w:rsidRDefault="006974AE" w:rsidP="006974AE">
      <w:r>
        <w:lastRenderedPageBreak/>
        <w:t>585.5709</w:t>
      </w:r>
      <w:r>
        <w:tab/>
        <w:t>4.051e0</w:t>
      </w:r>
    </w:p>
    <w:p w:rsidR="006974AE" w:rsidRDefault="006974AE" w:rsidP="006974AE">
      <w:r>
        <w:t>585.5798</w:t>
      </w:r>
      <w:r>
        <w:tab/>
        <w:t>1.013e0</w:t>
      </w:r>
    </w:p>
    <w:p w:rsidR="006974AE" w:rsidRDefault="006974AE" w:rsidP="006974AE">
      <w:r>
        <w:t>585.6331</w:t>
      </w:r>
      <w:r>
        <w:tab/>
        <w:t>3.038e0</w:t>
      </w:r>
    </w:p>
    <w:p w:rsidR="006974AE" w:rsidRDefault="006974AE" w:rsidP="006974AE">
      <w:r>
        <w:t>585.6703</w:t>
      </w:r>
      <w:r>
        <w:tab/>
        <w:t>1.013e0</w:t>
      </w:r>
    </w:p>
    <w:p w:rsidR="006974AE" w:rsidRDefault="006974AE" w:rsidP="006974AE">
      <w:r>
        <w:t>585.6810</w:t>
      </w:r>
      <w:r>
        <w:tab/>
        <w:t>1.013e0</w:t>
      </w:r>
    </w:p>
    <w:p w:rsidR="006974AE" w:rsidRDefault="006974AE" w:rsidP="006974AE">
      <w:r>
        <w:t>585.6911</w:t>
      </w:r>
      <w:r>
        <w:tab/>
        <w:t>1.013e0</w:t>
      </w:r>
    </w:p>
    <w:p w:rsidR="006974AE" w:rsidRDefault="006974AE" w:rsidP="006974AE">
      <w:r>
        <w:t>585.7003</w:t>
      </w:r>
      <w:r>
        <w:tab/>
        <w:t>1.013e0</w:t>
      </w:r>
    </w:p>
    <w:p w:rsidR="006974AE" w:rsidRDefault="006974AE" w:rsidP="006974AE">
      <w:r>
        <w:t>585.7177</w:t>
      </w:r>
      <w:r>
        <w:tab/>
        <w:t>1.013e0</w:t>
      </w:r>
    </w:p>
    <w:p w:rsidR="006974AE" w:rsidRDefault="006974AE" w:rsidP="006974AE">
      <w:r>
        <w:t>585.7607</w:t>
      </w:r>
      <w:r>
        <w:tab/>
        <w:t>1.013e0</w:t>
      </w:r>
    </w:p>
    <w:p w:rsidR="006974AE" w:rsidRDefault="006974AE" w:rsidP="006974AE">
      <w:r>
        <w:t>585.8010</w:t>
      </w:r>
      <w:r>
        <w:tab/>
        <w:t>1.013e0</w:t>
      </w:r>
    </w:p>
    <w:p w:rsidR="006974AE" w:rsidRDefault="006974AE" w:rsidP="006974AE">
      <w:r>
        <w:t>585.8194</w:t>
      </w:r>
      <w:r>
        <w:tab/>
        <w:t>3.038e0</w:t>
      </w:r>
    </w:p>
    <w:p w:rsidR="006974AE" w:rsidRDefault="006974AE" w:rsidP="006974AE">
      <w:r>
        <w:t>585.8288</w:t>
      </w:r>
      <w:r>
        <w:tab/>
        <w:t>3.038e0</w:t>
      </w:r>
    </w:p>
    <w:p w:rsidR="006974AE" w:rsidRDefault="006974AE" w:rsidP="006974AE">
      <w:r>
        <w:t>585.8412</w:t>
      </w:r>
      <w:r>
        <w:tab/>
        <w:t>1.013e0</w:t>
      </w:r>
    </w:p>
    <w:p w:rsidR="006974AE" w:rsidRDefault="006974AE" w:rsidP="006974AE">
      <w:r>
        <w:t>585.8503</w:t>
      </w:r>
      <w:r>
        <w:tab/>
        <w:t>2.025e0</w:t>
      </w:r>
    </w:p>
    <w:p w:rsidR="006974AE" w:rsidRDefault="006974AE" w:rsidP="006974AE">
      <w:r>
        <w:t>585.8621</w:t>
      </w:r>
      <w:r>
        <w:tab/>
        <w:t>1.013e0</w:t>
      </w:r>
    </w:p>
    <w:p w:rsidR="006974AE" w:rsidRDefault="006974AE" w:rsidP="006974AE">
      <w:r>
        <w:t>585.9022</w:t>
      </w:r>
      <w:r>
        <w:tab/>
        <w:t>1.013e0</w:t>
      </w:r>
    </w:p>
    <w:p w:rsidR="006974AE" w:rsidRDefault="006974AE" w:rsidP="006974AE">
      <w:r>
        <w:t>585.9224</w:t>
      </w:r>
      <w:r>
        <w:tab/>
        <w:t>1.013e0</w:t>
      </w:r>
    </w:p>
    <w:p w:rsidR="006974AE" w:rsidRDefault="006974AE" w:rsidP="006974AE">
      <w:r>
        <w:t>585.9518</w:t>
      </w:r>
      <w:r>
        <w:tab/>
        <w:t>1.013e0</w:t>
      </w:r>
    </w:p>
    <w:p w:rsidR="006974AE" w:rsidRDefault="006974AE" w:rsidP="006974AE">
      <w:r>
        <w:t>585.9691</w:t>
      </w:r>
      <w:r>
        <w:tab/>
        <w:t>2.025e0</w:t>
      </w:r>
    </w:p>
    <w:p w:rsidR="006974AE" w:rsidRDefault="006974AE" w:rsidP="006974AE">
      <w:r>
        <w:lastRenderedPageBreak/>
        <w:t>586.0129</w:t>
      </w:r>
      <w:r>
        <w:tab/>
        <w:t>1.013e0</w:t>
      </w:r>
    </w:p>
    <w:p w:rsidR="006974AE" w:rsidRDefault="006974AE" w:rsidP="006974AE">
      <w:r>
        <w:t>586.0218</w:t>
      </w:r>
      <w:r>
        <w:tab/>
        <w:t>1.013e0</w:t>
      </w:r>
    </w:p>
    <w:p w:rsidR="006974AE" w:rsidRDefault="006974AE" w:rsidP="006974AE">
      <w:r>
        <w:t>586.0332</w:t>
      </w:r>
      <w:r>
        <w:tab/>
        <w:t>2.025e0</w:t>
      </w:r>
    </w:p>
    <w:p w:rsidR="006974AE" w:rsidRDefault="006974AE" w:rsidP="006974AE">
      <w:r>
        <w:t>586.0576</w:t>
      </w:r>
      <w:r>
        <w:tab/>
        <w:t>1.013e0</w:t>
      </w:r>
    </w:p>
    <w:p w:rsidR="006974AE" w:rsidRDefault="006974AE" w:rsidP="006974AE">
      <w:r>
        <w:t>586.0925</w:t>
      </w:r>
      <w:r>
        <w:tab/>
        <w:t>2.025e0</w:t>
      </w:r>
    </w:p>
    <w:p w:rsidR="006974AE" w:rsidRDefault="006974AE" w:rsidP="006974AE">
      <w:r>
        <w:t>586.1638</w:t>
      </w:r>
      <w:r>
        <w:tab/>
        <w:t>1.013e0</w:t>
      </w:r>
    </w:p>
    <w:p w:rsidR="006974AE" w:rsidRDefault="006974AE" w:rsidP="006974AE">
      <w:r>
        <w:t>586.2051</w:t>
      </w:r>
      <w:r>
        <w:tab/>
        <w:t>1.437e1</w:t>
      </w:r>
    </w:p>
    <w:p w:rsidR="006974AE" w:rsidRDefault="006974AE" w:rsidP="006974AE">
      <w:r>
        <w:t>586.2150</w:t>
      </w:r>
      <w:r>
        <w:tab/>
        <w:t>3.330e1</w:t>
      </w:r>
    </w:p>
    <w:p w:rsidR="006974AE" w:rsidRDefault="006974AE" w:rsidP="006974AE">
      <w:r>
        <w:t>586.2179</w:t>
      </w:r>
      <w:r>
        <w:tab/>
        <w:t>8.089e1</w:t>
      </w:r>
    </w:p>
    <w:p w:rsidR="006974AE" w:rsidRDefault="006974AE" w:rsidP="006974AE">
      <w:r>
        <w:t>586.2244</w:t>
      </w:r>
      <w:r>
        <w:tab/>
        <w:t>9.474e1</w:t>
      </w:r>
    </w:p>
    <w:p w:rsidR="006974AE" w:rsidRDefault="006974AE" w:rsidP="006974AE">
      <w:r>
        <w:t>586.2369</w:t>
      </w:r>
      <w:r>
        <w:tab/>
        <w:t>4.355e1</w:t>
      </w:r>
    </w:p>
    <w:p w:rsidR="006974AE" w:rsidRDefault="006974AE" w:rsidP="006974AE">
      <w:r>
        <w:t>586.2609</w:t>
      </w:r>
      <w:r>
        <w:tab/>
        <w:t>1.253e1</w:t>
      </w:r>
    </w:p>
    <w:p w:rsidR="006974AE" w:rsidRDefault="006974AE" w:rsidP="006974AE">
      <w:r>
        <w:t>586.2763</w:t>
      </w:r>
      <w:r>
        <w:tab/>
        <w:t>3.038e0</w:t>
      </w:r>
    </w:p>
    <w:p w:rsidR="006974AE" w:rsidRDefault="006974AE" w:rsidP="006974AE">
      <w:r>
        <w:t>586.2850</w:t>
      </w:r>
      <w:r>
        <w:tab/>
        <w:t>9.933e0</w:t>
      </w:r>
    </w:p>
    <w:p w:rsidR="006974AE" w:rsidRDefault="006974AE" w:rsidP="006974AE">
      <w:r>
        <w:t>586.3398</w:t>
      </w:r>
      <w:r>
        <w:tab/>
        <w:t>3.038e0</w:t>
      </w:r>
    </w:p>
    <w:p w:rsidR="006974AE" w:rsidRDefault="006974AE" w:rsidP="006974AE">
      <w:r>
        <w:t>586.3542</w:t>
      </w:r>
      <w:r>
        <w:tab/>
        <w:t>1.013e0</w:t>
      </w:r>
    </w:p>
    <w:p w:rsidR="006974AE" w:rsidRDefault="006974AE" w:rsidP="006974AE">
      <w:r>
        <w:t>586.3604</w:t>
      </w:r>
      <w:r>
        <w:tab/>
        <w:t>3.038e0</w:t>
      </w:r>
    </w:p>
    <w:p w:rsidR="006974AE" w:rsidRDefault="006974AE" w:rsidP="006974AE">
      <w:r>
        <w:t>586.3751</w:t>
      </w:r>
      <w:r>
        <w:tab/>
        <w:t>1.013e0</w:t>
      </w:r>
    </w:p>
    <w:p w:rsidR="006974AE" w:rsidRDefault="006974AE" w:rsidP="006974AE">
      <w:r>
        <w:t>586.3851</w:t>
      </w:r>
      <w:r>
        <w:tab/>
        <w:t>1.013e0</w:t>
      </w:r>
    </w:p>
    <w:p w:rsidR="006974AE" w:rsidRDefault="006974AE" w:rsidP="006974AE">
      <w:r>
        <w:lastRenderedPageBreak/>
        <w:t>586.4448</w:t>
      </w:r>
      <w:r>
        <w:tab/>
        <w:t>1.013e0</w:t>
      </w:r>
    </w:p>
    <w:p w:rsidR="006974AE" w:rsidRDefault="006974AE" w:rsidP="006974AE">
      <w:r>
        <w:t>586.4622</w:t>
      </w:r>
      <w:r>
        <w:tab/>
        <w:t>3.038e0</w:t>
      </w:r>
    </w:p>
    <w:p w:rsidR="006974AE" w:rsidRDefault="006974AE" w:rsidP="006974AE">
      <w:r>
        <w:t>586.4694</w:t>
      </w:r>
      <w:r>
        <w:tab/>
        <w:t>2.025e0</w:t>
      </w:r>
    </w:p>
    <w:p w:rsidR="006974AE" w:rsidRDefault="006974AE" w:rsidP="006974AE">
      <w:r>
        <w:t>586.4810</w:t>
      </w:r>
      <w:r>
        <w:tab/>
        <w:t>2.025e0</w:t>
      </w:r>
    </w:p>
    <w:p w:rsidR="006974AE" w:rsidRDefault="006974AE" w:rsidP="006974AE">
      <w:r>
        <w:t>586.5159</w:t>
      </w:r>
      <w:r>
        <w:tab/>
        <w:t>1.013e0</w:t>
      </w:r>
    </w:p>
    <w:p w:rsidR="006974AE" w:rsidRDefault="006974AE" w:rsidP="006974AE">
      <w:r>
        <w:t>586.5219</w:t>
      </w:r>
      <w:r>
        <w:tab/>
        <w:t>3.038e0</w:t>
      </w:r>
    </w:p>
    <w:p w:rsidR="006974AE" w:rsidRDefault="006974AE" w:rsidP="006974AE">
      <w:r>
        <w:t>586.6302</w:t>
      </w:r>
      <w:r>
        <w:tab/>
        <w:t>1.013e0</w:t>
      </w:r>
    </w:p>
    <w:p w:rsidR="006974AE" w:rsidRDefault="006974AE" w:rsidP="006974AE">
      <w:r>
        <w:t>586.6484</w:t>
      </w:r>
      <w:r>
        <w:tab/>
        <w:t>1.013e0</w:t>
      </w:r>
    </w:p>
    <w:p w:rsidR="006974AE" w:rsidRDefault="006974AE" w:rsidP="006974AE">
      <w:r>
        <w:t>586.6770</w:t>
      </w:r>
      <w:r>
        <w:tab/>
        <w:t>1.013e0</w:t>
      </w:r>
    </w:p>
    <w:p w:rsidR="006974AE" w:rsidRDefault="006974AE" w:rsidP="006974AE">
      <w:r>
        <w:t>586.7167</w:t>
      </w:r>
      <w:r>
        <w:tab/>
        <w:t>3.038e0</w:t>
      </w:r>
    </w:p>
    <w:p w:rsidR="006974AE" w:rsidRDefault="006974AE" w:rsidP="006974AE">
      <w:r>
        <w:t>586.7220</w:t>
      </w:r>
      <w:r>
        <w:tab/>
        <w:t>2.025e0</w:t>
      </w:r>
    </w:p>
    <w:p w:rsidR="006974AE" w:rsidRDefault="006974AE" w:rsidP="006974AE">
      <w:r>
        <w:t>586.7634</w:t>
      </w:r>
      <w:r>
        <w:tab/>
        <w:t>4.051e0</w:t>
      </w:r>
    </w:p>
    <w:p w:rsidR="006974AE" w:rsidRDefault="006974AE" w:rsidP="006974AE">
      <w:r>
        <w:t>586.7909</w:t>
      </w:r>
      <w:r>
        <w:tab/>
        <w:t>1.013e0</w:t>
      </w:r>
    </w:p>
    <w:p w:rsidR="006974AE" w:rsidRDefault="006974AE" w:rsidP="006974AE">
      <w:r>
        <w:t>586.7974</w:t>
      </w:r>
      <w:r>
        <w:tab/>
        <w:t>2.025e0</w:t>
      </w:r>
    </w:p>
    <w:p w:rsidR="006974AE" w:rsidRDefault="006974AE" w:rsidP="006974AE">
      <w:r>
        <w:t>586.8081</w:t>
      </w:r>
      <w:r>
        <w:tab/>
        <w:t>2.025e0</w:t>
      </w:r>
    </w:p>
    <w:p w:rsidR="006974AE" w:rsidRDefault="006974AE" w:rsidP="006974AE">
      <w:r>
        <w:t>586.8156</w:t>
      </w:r>
      <w:r>
        <w:tab/>
        <w:t>2.025e0</w:t>
      </w:r>
    </w:p>
    <w:p w:rsidR="006974AE" w:rsidRDefault="006974AE" w:rsidP="006974AE">
      <w:r>
        <w:t>586.8374</w:t>
      </w:r>
      <w:r>
        <w:tab/>
        <w:t>1.013e0</w:t>
      </w:r>
    </w:p>
    <w:p w:rsidR="006974AE" w:rsidRDefault="006974AE" w:rsidP="006974AE">
      <w:r>
        <w:t>586.8583</w:t>
      </w:r>
      <w:r>
        <w:tab/>
        <w:t>1.013e0</w:t>
      </w:r>
    </w:p>
    <w:p w:rsidR="006974AE" w:rsidRDefault="006974AE" w:rsidP="006974AE">
      <w:r>
        <w:t>586.8676</w:t>
      </w:r>
      <w:r>
        <w:tab/>
        <w:t>1.013e0</w:t>
      </w:r>
    </w:p>
    <w:p w:rsidR="006974AE" w:rsidRDefault="006974AE" w:rsidP="006974AE">
      <w:r>
        <w:lastRenderedPageBreak/>
        <w:t>586.9149</w:t>
      </w:r>
      <w:r>
        <w:tab/>
        <w:t>1.013e0</w:t>
      </w:r>
    </w:p>
    <w:p w:rsidR="006974AE" w:rsidRDefault="006974AE" w:rsidP="006974AE">
      <w:r>
        <w:t>586.9326</w:t>
      </w:r>
      <w:r>
        <w:tab/>
        <w:t>1.013e0</w:t>
      </w:r>
    </w:p>
    <w:p w:rsidR="006974AE" w:rsidRDefault="006974AE" w:rsidP="006974AE">
      <w:r>
        <w:t>586.9381</w:t>
      </w:r>
      <w:r>
        <w:tab/>
        <w:t>1.013e0</w:t>
      </w:r>
    </w:p>
    <w:p w:rsidR="006974AE" w:rsidRDefault="006974AE" w:rsidP="006974AE">
      <w:r>
        <w:t>586.9594</w:t>
      </w:r>
      <w:r>
        <w:tab/>
        <w:t>3.038e0</w:t>
      </w:r>
    </w:p>
    <w:p w:rsidR="006974AE" w:rsidRDefault="006974AE" w:rsidP="006974AE">
      <w:r>
        <w:t>587.0087</w:t>
      </w:r>
      <w:r>
        <w:tab/>
        <w:t>1.013e0</w:t>
      </w:r>
    </w:p>
    <w:p w:rsidR="006974AE" w:rsidRDefault="006974AE" w:rsidP="006974AE">
      <w:r>
        <w:t>587.0195</w:t>
      </w:r>
      <w:r>
        <w:tab/>
        <w:t>1.013e0</w:t>
      </w:r>
    </w:p>
    <w:p w:rsidR="006974AE" w:rsidRDefault="006974AE" w:rsidP="006974AE">
      <w:r>
        <w:t>587.0385</w:t>
      </w:r>
      <w:r>
        <w:tab/>
        <w:t>1.013e0</w:t>
      </w:r>
    </w:p>
    <w:p w:rsidR="006974AE" w:rsidRDefault="006974AE" w:rsidP="006974AE">
      <w:r>
        <w:t>587.0497</w:t>
      </w:r>
      <w:r>
        <w:tab/>
        <w:t>1.013e0</w:t>
      </w:r>
    </w:p>
    <w:p w:rsidR="006974AE" w:rsidRDefault="006974AE" w:rsidP="006974AE">
      <w:r>
        <w:t>587.0691</w:t>
      </w:r>
      <w:r>
        <w:tab/>
        <w:t>1.013e0</w:t>
      </w:r>
    </w:p>
    <w:p w:rsidR="006974AE" w:rsidRDefault="006974AE" w:rsidP="006974AE">
      <w:r>
        <w:t>587.0941</w:t>
      </w:r>
      <w:r>
        <w:tab/>
        <w:t>1.013e0</w:t>
      </w:r>
    </w:p>
    <w:p w:rsidR="006974AE" w:rsidRDefault="006974AE" w:rsidP="006974AE">
      <w:r>
        <w:t>587.1105</w:t>
      </w:r>
      <w:r>
        <w:tab/>
        <w:t>2.025e0</w:t>
      </w:r>
    </w:p>
    <w:p w:rsidR="006974AE" w:rsidRDefault="006974AE" w:rsidP="006974AE">
      <w:r>
        <w:t>587.1652</w:t>
      </w:r>
      <w:r>
        <w:tab/>
        <w:t>1.013e0</w:t>
      </w:r>
    </w:p>
    <w:p w:rsidR="006974AE" w:rsidRDefault="006974AE" w:rsidP="006974AE">
      <w:r>
        <w:t>587.2039</w:t>
      </w:r>
      <w:r>
        <w:tab/>
        <w:t>5.063e0</w:t>
      </w:r>
    </w:p>
    <w:p w:rsidR="006974AE" w:rsidRDefault="006974AE" w:rsidP="006974AE">
      <w:r>
        <w:t>587.2054</w:t>
      </w:r>
      <w:r>
        <w:tab/>
        <w:t>1.047e1</w:t>
      </w:r>
    </w:p>
    <w:p w:rsidR="006974AE" w:rsidRDefault="006974AE" w:rsidP="006974AE">
      <w:r>
        <w:t>587.2133</w:t>
      </w:r>
      <w:r>
        <w:tab/>
        <w:t>1.013e1</w:t>
      </w:r>
    </w:p>
    <w:p w:rsidR="006974AE" w:rsidRDefault="006974AE" w:rsidP="006974AE">
      <w:r>
        <w:t>587.2163</w:t>
      </w:r>
      <w:r>
        <w:tab/>
        <w:t>1.782e1</w:t>
      </w:r>
    </w:p>
    <w:p w:rsidR="006974AE" w:rsidRDefault="006974AE" w:rsidP="006974AE">
      <w:r>
        <w:t>587.2175</w:t>
      </w:r>
      <w:r>
        <w:tab/>
        <w:t>1.571e1</w:t>
      </w:r>
    </w:p>
    <w:p w:rsidR="006974AE" w:rsidRDefault="006974AE" w:rsidP="006974AE">
      <w:r>
        <w:t>587.2266</w:t>
      </w:r>
      <w:r>
        <w:tab/>
        <w:t>1.215e1</w:t>
      </w:r>
    </w:p>
    <w:p w:rsidR="006974AE" w:rsidRDefault="006974AE" w:rsidP="006974AE">
      <w:r>
        <w:t>587.2367</w:t>
      </w:r>
      <w:r>
        <w:tab/>
        <w:t>6.076e0</w:t>
      </w:r>
    </w:p>
    <w:p w:rsidR="006974AE" w:rsidRDefault="006974AE" w:rsidP="006974AE">
      <w:r>
        <w:lastRenderedPageBreak/>
        <w:t>587.2657</w:t>
      </w:r>
      <w:r>
        <w:tab/>
        <w:t>5.775e0</w:t>
      </w:r>
    </w:p>
    <w:p w:rsidR="006974AE" w:rsidRDefault="006974AE" w:rsidP="006974AE">
      <w:r>
        <w:t>587.2900</w:t>
      </w:r>
      <w:r>
        <w:tab/>
        <w:t>4.051e0</w:t>
      </w:r>
    </w:p>
    <w:p w:rsidR="006974AE" w:rsidRDefault="006974AE" w:rsidP="006974AE">
      <w:r>
        <w:t>587.3014</w:t>
      </w:r>
      <w:r>
        <w:tab/>
        <w:t>3.038e0</w:t>
      </w:r>
    </w:p>
    <w:p w:rsidR="006974AE" w:rsidRDefault="006974AE" w:rsidP="006974AE">
      <w:r>
        <w:t>587.3256</w:t>
      </w:r>
      <w:r>
        <w:tab/>
        <w:t>3.038e0</w:t>
      </w:r>
    </w:p>
    <w:p w:rsidR="006974AE" w:rsidRDefault="006974AE" w:rsidP="006974AE">
      <w:r>
        <w:t>587.3270</w:t>
      </w:r>
      <w:r>
        <w:tab/>
        <w:t>2.921e0</w:t>
      </w:r>
    </w:p>
    <w:p w:rsidR="006974AE" w:rsidRDefault="006974AE" w:rsidP="006974AE">
      <w:r>
        <w:t>587.3520</w:t>
      </w:r>
      <w:r>
        <w:tab/>
        <w:t>1.013e0</w:t>
      </w:r>
    </w:p>
    <w:p w:rsidR="006974AE" w:rsidRDefault="006974AE" w:rsidP="006974AE">
      <w:r>
        <w:t>587.3787</w:t>
      </w:r>
      <w:r>
        <w:tab/>
        <w:t>1.013e0</w:t>
      </w:r>
    </w:p>
    <w:p w:rsidR="006974AE" w:rsidRDefault="006974AE" w:rsidP="006974AE">
      <w:r>
        <w:t>587.3876</w:t>
      </w:r>
      <w:r>
        <w:tab/>
        <w:t>5.063e0</w:t>
      </w:r>
    </w:p>
    <w:p w:rsidR="006974AE" w:rsidRDefault="006974AE" w:rsidP="006974AE">
      <w:r>
        <w:t>587.4345</w:t>
      </w:r>
      <w:r>
        <w:tab/>
        <w:t>2.025e0</w:t>
      </w:r>
    </w:p>
    <w:p w:rsidR="006974AE" w:rsidRDefault="006974AE" w:rsidP="006974AE">
      <w:r>
        <w:t>587.4402</w:t>
      </w:r>
      <w:r>
        <w:tab/>
        <w:t>2.025e0</w:t>
      </w:r>
    </w:p>
    <w:p w:rsidR="006974AE" w:rsidRDefault="006974AE" w:rsidP="006974AE">
      <w:r>
        <w:t>587.4471</w:t>
      </w:r>
      <w:r>
        <w:tab/>
        <w:t>3.038e0</w:t>
      </w:r>
    </w:p>
    <w:p w:rsidR="006974AE" w:rsidRDefault="006974AE" w:rsidP="006974AE">
      <w:r>
        <w:t>587.4520</w:t>
      </w:r>
      <w:r>
        <w:tab/>
        <w:t>1.013e0</w:t>
      </w:r>
    </w:p>
    <w:p w:rsidR="006974AE" w:rsidRDefault="006974AE" w:rsidP="006974AE">
      <w:r>
        <w:t>587.4628</w:t>
      </w:r>
      <w:r>
        <w:tab/>
        <w:t>1.013e0</w:t>
      </w:r>
    </w:p>
    <w:p w:rsidR="006974AE" w:rsidRDefault="006974AE" w:rsidP="006974AE">
      <w:r>
        <w:t>587.4860</w:t>
      </w:r>
      <w:r>
        <w:tab/>
        <w:t>1.013e0</w:t>
      </w:r>
    </w:p>
    <w:p w:rsidR="006974AE" w:rsidRDefault="006974AE" w:rsidP="006974AE">
      <w:r>
        <w:t>587.4927</w:t>
      </w:r>
      <w:r>
        <w:tab/>
        <w:t>2.025e0</w:t>
      </w:r>
    </w:p>
    <w:p w:rsidR="006974AE" w:rsidRDefault="006974AE" w:rsidP="006974AE">
      <w:r>
        <w:t>587.5032</w:t>
      </w:r>
      <w:r>
        <w:tab/>
        <w:t>1.013e0</w:t>
      </w:r>
    </w:p>
    <w:p w:rsidR="006974AE" w:rsidRDefault="006974AE" w:rsidP="006974AE">
      <w:r>
        <w:t>587.5327</w:t>
      </w:r>
      <w:r>
        <w:tab/>
        <w:t>1.013e0</w:t>
      </w:r>
    </w:p>
    <w:p w:rsidR="006974AE" w:rsidRDefault="006974AE" w:rsidP="006974AE">
      <w:r>
        <w:t>587.5762</w:t>
      </w:r>
      <w:r>
        <w:tab/>
        <w:t>1.013e0</w:t>
      </w:r>
    </w:p>
    <w:p w:rsidR="006974AE" w:rsidRDefault="006974AE" w:rsidP="006974AE">
      <w:r>
        <w:t>587.6466</w:t>
      </w:r>
      <w:r>
        <w:tab/>
        <w:t>2.025e0</w:t>
      </w:r>
    </w:p>
    <w:p w:rsidR="006974AE" w:rsidRDefault="006974AE" w:rsidP="006974AE">
      <w:r>
        <w:lastRenderedPageBreak/>
        <w:t>587.7524</w:t>
      </w:r>
      <w:r>
        <w:tab/>
        <w:t>1.013e0</w:t>
      </w:r>
    </w:p>
    <w:p w:rsidR="006974AE" w:rsidRDefault="006974AE" w:rsidP="006974AE">
      <w:r>
        <w:t>587.7855</w:t>
      </w:r>
      <w:r>
        <w:tab/>
        <w:t>1.013e0</w:t>
      </w:r>
    </w:p>
    <w:p w:rsidR="006974AE" w:rsidRDefault="006974AE" w:rsidP="006974AE">
      <w:r>
        <w:t>587.7965</w:t>
      </w:r>
      <w:r>
        <w:tab/>
        <w:t>3.038e0</w:t>
      </w:r>
    </w:p>
    <w:p w:rsidR="006974AE" w:rsidRDefault="006974AE" w:rsidP="006974AE">
      <w:r>
        <w:t>587.8461</w:t>
      </w:r>
      <w:r>
        <w:tab/>
        <w:t>1.013e0</w:t>
      </w:r>
    </w:p>
    <w:p w:rsidR="006974AE" w:rsidRDefault="006974AE" w:rsidP="006974AE">
      <w:r>
        <w:t>587.8603</w:t>
      </w:r>
      <w:r>
        <w:tab/>
        <w:t>3.038e0</w:t>
      </w:r>
    </w:p>
    <w:p w:rsidR="006974AE" w:rsidRDefault="006974AE" w:rsidP="006974AE">
      <w:r>
        <w:t>587.8662</w:t>
      </w:r>
      <w:r>
        <w:tab/>
        <w:t>2.025e0</w:t>
      </w:r>
    </w:p>
    <w:p w:rsidR="006974AE" w:rsidRDefault="006974AE" w:rsidP="006974AE">
      <w:r>
        <w:t>587.9816</w:t>
      </w:r>
      <w:r>
        <w:tab/>
        <w:t>3.038e0</w:t>
      </w:r>
    </w:p>
    <w:p w:rsidR="006974AE" w:rsidRDefault="006974AE" w:rsidP="006974AE">
      <w:r>
        <w:t>587.9965</w:t>
      </w:r>
      <w:r>
        <w:tab/>
        <w:t>4.051e0</w:t>
      </w:r>
    </w:p>
    <w:p w:rsidR="006974AE" w:rsidRDefault="006974AE" w:rsidP="006974AE">
      <w:r>
        <w:t>588.0618</w:t>
      </w:r>
      <w:r>
        <w:tab/>
        <w:t>2.025e0</w:t>
      </w:r>
    </w:p>
    <w:p w:rsidR="006974AE" w:rsidRDefault="006974AE" w:rsidP="006974AE">
      <w:r>
        <w:t>588.0930</w:t>
      </w:r>
      <w:r>
        <w:tab/>
        <w:t>1.013e0</w:t>
      </w:r>
    </w:p>
    <w:p w:rsidR="006974AE" w:rsidRDefault="006974AE" w:rsidP="006974AE">
      <w:r>
        <w:t>588.0975</w:t>
      </w:r>
      <w:r>
        <w:tab/>
        <w:t>1.013e0</w:t>
      </w:r>
    </w:p>
    <w:p w:rsidR="006974AE" w:rsidRDefault="006974AE" w:rsidP="006974AE">
      <w:r>
        <w:t>588.1106</w:t>
      </w:r>
      <w:r>
        <w:tab/>
        <w:t>1.013e0</w:t>
      </w:r>
    </w:p>
    <w:p w:rsidR="006974AE" w:rsidRDefault="006974AE" w:rsidP="006974AE">
      <w:r>
        <w:t>588.1379</w:t>
      </w:r>
      <w:r>
        <w:tab/>
        <w:t>1.013e0</w:t>
      </w:r>
    </w:p>
    <w:p w:rsidR="006974AE" w:rsidRDefault="006974AE" w:rsidP="006974AE">
      <w:r>
        <w:t>588.1722</w:t>
      </w:r>
      <w:r>
        <w:tab/>
        <w:t>3.792e0</w:t>
      </w:r>
    </w:p>
    <w:p w:rsidR="006974AE" w:rsidRDefault="006974AE" w:rsidP="006974AE">
      <w:r>
        <w:t>588.2086</w:t>
      </w:r>
      <w:r>
        <w:tab/>
        <w:t>1.013e0</w:t>
      </w:r>
    </w:p>
    <w:p w:rsidR="006974AE" w:rsidRDefault="006974AE" w:rsidP="006974AE">
      <w:r>
        <w:t>588.2220</w:t>
      </w:r>
      <w:r>
        <w:tab/>
        <w:t>1.316e1</w:t>
      </w:r>
    </w:p>
    <w:p w:rsidR="006974AE" w:rsidRDefault="006974AE" w:rsidP="006974AE">
      <w:r>
        <w:t>588.2305</w:t>
      </w:r>
      <w:r>
        <w:tab/>
        <w:t>7.803e0</w:t>
      </w:r>
    </w:p>
    <w:p w:rsidR="006974AE" w:rsidRDefault="006974AE" w:rsidP="006974AE">
      <w:r>
        <w:t>588.2427</w:t>
      </w:r>
      <w:r>
        <w:tab/>
        <w:t>8.468e0</w:t>
      </w:r>
    </w:p>
    <w:p w:rsidR="006974AE" w:rsidRDefault="006974AE" w:rsidP="006974AE">
      <w:r>
        <w:t>588.2475</w:t>
      </w:r>
      <w:r>
        <w:tab/>
        <w:t>1.114e1</w:t>
      </w:r>
    </w:p>
    <w:p w:rsidR="006974AE" w:rsidRDefault="006974AE" w:rsidP="006974AE">
      <w:r>
        <w:lastRenderedPageBreak/>
        <w:t>588.2497</w:t>
      </w:r>
      <w:r>
        <w:tab/>
        <w:t>1.013e0</w:t>
      </w:r>
    </w:p>
    <w:p w:rsidR="006974AE" w:rsidRDefault="006974AE" w:rsidP="006974AE">
      <w:r>
        <w:t>588.2545</w:t>
      </w:r>
      <w:r>
        <w:tab/>
        <w:t>1.013e1</w:t>
      </w:r>
    </w:p>
    <w:p w:rsidR="006974AE" w:rsidRDefault="006974AE" w:rsidP="006974AE">
      <w:r>
        <w:t>588.3057</w:t>
      </w:r>
      <w:r>
        <w:tab/>
        <w:t>2.025e0</w:t>
      </w:r>
    </w:p>
    <w:p w:rsidR="006974AE" w:rsidRDefault="006974AE" w:rsidP="006974AE">
      <w:r>
        <w:t>588.3102</w:t>
      </w:r>
      <w:r>
        <w:tab/>
        <w:t>2.025e0</w:t>
      </w:r>
    </w:p>
    <w:p w:rsidR="006974AE" w:rsidRDefault="006974AE" w:rsidP="006974AE">
      <w:r>
        <w:t>588.3272</w:t>
      </w:r>
      <w:r>
        <w:tab/>
        <w:t>3.038e0</w:t>
      </w:r>
    </w:p>
    <w:p w:rsidR="006974AE" w:rsidRDefault="006974AE" w:rsidP="006974AE">
      <w:r>
        <w:t>588.3502</w:t>
      </w:r>
      <w:r>
        <w:tab/>
        <w:t>2.025e0</w:t>
      </w:r>
    </w:p>
    <w:p w:rsidR="006974AE" w:rsidRDefault="006974AE" w:rsidP="006974AE">
      <w:r>
        <w:t>588.3910</w:t>
      </w:r>
      <w:r>
        <w:tab/>
        <w:t>1.013e0</w:t>
      </w:r>
    </w:p>
    <w:p w:rsidR="006974AE" w:rsidRDefault="006974AE" w:rsidP="006974AE">
      <w:r>
        <w:t>588.4308</w:t>
      </w:r>
      <w:r>
        <w:tab/>
        <w:t>1.013e0</w:t>
      </w:r>
    </w:p>
    <w:p w:rsidR="006974AE" w:rsidRDefault="006974AE" w:rsidP="006974AE">
      <w:r>
        <w:t>588.4326</w:t>
      </w:r>
      <w:r>
        <w:tab/>
        <w:t>2.025e0</w:t>
      </w:r>
    </w:p>
    <w:p w:rsidR="006974AE" w:rsidRDefault="006974AE" w:rsidP="006974AE">
      <w:r>
        <w:t>588.4613</w:t>
      </w:r>
      <w:r>
        <w:tab/>
        <w:t>2.025e0</w:t>
      </w:r>
    </w:p>
    <w:p w:rsidR="006974AE" w:rsidRDefault="006974AE" w:rsidP="006974AE">
      <w:r>
        <w:t>588.5223</w:t>
      </w:r>
      <w:r>
        <w:tab/>
        <w:t>1.013e0</w:t>
      </w:r>
    </w:p>
    <w:p w:rsidR="006974AE" w:rsidRDefault="006974AE" w:rsidP="006974AE">
      <w:r>
        <w:t>588.5469</w:t>
      </w:r>
      <w:r>
        <w:tab/>
        <w:t>4.051e0</w:t>
      </w:r>
    </w:p>
    <w:p w:rsidR="006974AE" w:rsidRDefault="006974AE" w:rsidP="006974AE">
      <w:r>
        <w:t>588.5931</w:t>
      </w:r>
      <w:r>
        <w:tab/>
        <w:t>1.013e0</w:t>
      </w:r>
    </w:p>
    <w:p w:rsidR="006974AE" w:rsidRDefault="006974AE" w:rsidP="006974AE">
      <w:r>
        <w:t>588.6119</w:t>
      </w:r>
      <w:r>
        <w:tab/>
        <w:t>2.025e0</w:t>
      </w:r>
    </w:p>
    <w:p w:rsidR="006974AE" w:rsidRDefault="006974AE" w:rsidP="006974AE">
      <w:r>
        <w:t>588.6281</w:t>
      </w:r>
      <w:r>
        <w:tab/>
        <w:t>1.013e0</w:t>
      </w:r>
    </w:p>
    <w:p w:rsidR="006974AE" w:rsidRDefault="006974AE" w:rsidP="006974AE">
      <w:r>
        <w:t>588.6427</w:t>
      </w:r>
      <w:r>
        <w:tab/>
        <w:t>1.013e0</w:t>
      </w:r>
    </w:p>
    <w:p w:rsidR="006974AE" w:rsidRDefault="006974AE" w:rsidP="006974AE">
      <w:r>
        <w:t>588.6454</w:t>
      </w:r>
      <w:r>
        <w:tab/>
        <w:t>2.025e0</w:t>
      </w:r>
    </w:p>
    <w:p w:rsidR="006974AE" w:rsidRDefault="006974AE" w:rsidP="006974AE">
      <w:r>
        <w:t>588.6985</w:t>
      </w:r>
      <w:r>
        <w:tab/>
        <w:t>1.013e0</w:t>
      </w:r>
    </w:p>
    <w:p w:rsidR="006974AE" w:rsidRDefault="006974AE" w:rsidP="006974AE">
      <w:r>
        <w:t>588.7177</w:t>
      </w:r>
      <w:r>
        <w:tab/>
        <w:t>1.013e0</w:t>
      </w:r>
    </w:p>
    <w:p w:rsidR="006974AE" w:rsidRDefault="006974AE" w:rsidP="006974AE">
      <w:r>
        <w:lastRenderedPageBreak/>
        <w:t>588.7703</w:t>
      </w:r>
      <w:r>
        <w:tab/>
        <w:t>1.013e0</w:t>
      </w:r>
    </w:p>
    <w:p w:rsidR="006974AE" w:rsidRDefault="006974AE" w:rsidP="006974AE">
      <w:r>
        <w:t>588.7849</w:t>
      </w:r>
      <w:r>
        <w:tab/>
        <w:t>2.025e0</w:t>
      </w:r>
    </w:p>
    <w:p w:rsidR="006974AE" w:rsidRDefault="006974AE" w:rsidP="006974AE">
      <w:r>
        <w:t>588.7943</w:t>
      </w:r>
      <w:r>
        <w:tab/>
        <w:t>1.013e0</w:t>
      </w:r>
    </w:p>
    <w:p w:rsidR="006974AE" w:rsidRDefault="006974AE" w:rsidP="006974AE">
      <w:r>
        <w:t>588.8447</w:t>
      </w:r>
      <w:r>
        <w:tab/>
        <w:t>1.013e0</w:t>
      </w:r>
    </w:p>
    <w:p w:rsidR="006974AE" w:rsidRDefault="006974AE" w:rsidP="006974AE">
      <w:r>
        <w:t>588.8936</w:t>
      </w:r>
      <w:r>
        <w:tab/>
        <w:t>2.025e0</w:t>
      </w:r>
    </w:p>
    <w:p w:rsidR="006974AE" w:rsidRDefault="006974AE" w:rsidP="006974AE">
      <w:r>
        <w:t>588.9127</w:t>
      </w:r>
      <w:r>
        <w:tab/>
        <w:t>1.013e0</w:t>
      </w:r>
    </w:p>
    <w:p w:rsidR="006974AE" w:rsidRDefault="006974AE" w:rsidP="006974AE">
      <w:r>
        <w:t>588.9287</w:t>
      </w:r>
      <w:r>
        <w:tab/>
        <w:t>3.038e0</w:t>
      </w:r>
    </w:p>
    <w:p w:rsidR="006974AE" w:rsidRDefault="006974AE" w:rsidP="006974AE">
      <w:r>
        <w:t>588.9415</w:t>
      </w:r>
      <w:r>
        <w:tab/>
        <w:t>2.025e0</w:t>
      </w:r>
    </w:p>
    <w:p w:rsidR="006974AE" w:rsidRDefault="006974AE" w:rsidP="006974AE">
      <w:r>
        <w:t>588.9444</w:t>
      </w:r>
      <w:r>
        <w:tab/>
        <w:t>2.817e0</w:t>
      </w:r>
    </w:p>
    <w:p w:rsidR="006974AE" w:rsidRDefault="006974AE" w:rsidP="006974AE">
      <w:r>
        <w:t>588.9458</w:t>
      </w:r>
      <w:r>
        <w:tab/>
        <w:t>1.013e0</w:t>
      </w:r>
    </w:p>
    <w:p w:rsidR="006974AE" w:rsidRDefault="006974AE" w:rsidP="006974AE">
      <w:r>
        <w:t>588.9832</w:t>
      </w:r>
      <w:r>
        <w:tab/>
        <w:t>1.013e0</w:t>
      </w:r>
    </w:p>
    <w:p w:rsidR="006974AE" w:rsidRDefault="006974AE" w:rsidP="006974AE">
      <w:r>
        <w:t>589.0471</w:t>
      </w:r>
      <w:r>
        <w:tab/>
        <w:t>2.025e0</w:t>
      </w:r>
    </w:p>
    <w:p w:rsidR="006974AE" w:rsidRDefault="006974AE" w:rsidP="006974AE">
      <w:r>
        <w:t>589.0554</w:t>
      </w:r>
      <w:r>
        <w:tab/>
        <w:t>3.038e0</w:t>
      </w:r>
    </w:p>
    <w:p w:rsidR="006974AE" w:rsidRDefault="006974AE" w:rsidP="006974AE">
      <w:r>
        <w:t>589.0577</w:t>
      </w:r>
      <w:r>
        <w:tab/>
        <w:t>1.013e0</w:t>
      </w:r>
    </w:p>
    <w:p w:rsidR="006974AE" w:rsidRDefault="006974AE" w:rsidP="006974AE">
      <w:r>
        <w:t>589.0981</w:t>
      </w:r>
      <w:r>
        <w:tab/>
        <w:t>1.013e0</w:t>
      </w:r>
    </w:p>
    <w:p w:rsidR="006974AE" w:rsidRDefault="006974AE" w:rsidP="006974AE">
      <w:r>
        <w:t>589.1439</w:t>
      </w:r>
      <w:r>
        <w:tab/>
        <w:t>1.013e0</w:t>
      </w:r>
    </w:p>
    <w:p w:rsidR="006974AE" w:rsidRDefault="006974AE" w:rsidP="006974AE">
      <w:r>
        <w:t>589.1486</w:t>
      </w:r>
      <w:r>
        <w:tab/>
        <w:t>1.013e0</w:t>
      </w:r>
    </w:p>
    <w:p w:rsidR="006974AE" w:rsidRDefault="006974AE" w:rsidP="006974AE">
      <w:r>
        <w:t>589.1844</w:t>
      </w:r>
      <w:r>
        <w:tab/>
        <w:t>2.025e0</w:t>
      </w:r>
    </w:p>
    <w:p w:rsidR="006974AE" w:rsidRDefault="006974AE" w:rsidP="006974AE">
      <w:r>
        <w:t>589.1987</w:t>
      </w:r>
      <w:r>
        <w:tab/>
        <w:t>1.013e0</w:t>
      </w:r>
    </w:p>
    <w:p w:rsidR="006974AE" w:rsidRDefault="006974AE" w:rsidP="006974AE">
      <w:r>
        <w:lastRenderedPageBreak/>
        <w:t>589.2300</w:t>
      </w:r>
      <w:r>
        <w:tab/>
        <w:t>2.025e0</w:t>
      </w:r>
    </w:p>
    <w:p w:rsidR="006974AE" w:rsidRDefault="006974AE" w:rsidP="006974AE">
      <w:r>
        <w:t>589.2325</w:t>
      </w:r>
      <w:r>
        <w:tab/>
        <w:t>4.051e0</w:t>
      </w:r>
    </w:p>
    <w:p w:rsidR="006974AE" w:rsidRDefault="006974AE" w:rsidP="006974AE">
      <w:r>
        <w:t>589.2589</w:t>
      </w:r>
      <w:r>
        <w:tab/>
        <w:t>9.114e0</w:t>
      </w:r>
    </w:p>
    <w:p w:rsidR="006974AE" w:rsidRDefault="006974AE" w:rsidP="006974AE">
      <w:r>
        <w:t>589.2697</w:t>
      </w:r>
      <w:r>
        <w:tab/>
        <w:t>3.038e0</w:t>
      </w:r>
    </w:p>
    <w:p w:rsidR="006974AE" w:rsidRDefault="006974AE" w:rsidP="006974AE">
      <w:r>
        <w:t>589.2781</w:t>
      </w:r>
      <w:r>
        <w:tab/>
        <w:t>2.025e0</w:t>
      </w:r>
    </w:p>
    <w:p w:rsidR="006974AE" w:rsidRDefault="006974AE" w:rsidP="006974AE">
      <w:r>
        <w:t>589.2795</w:t>
      </w:r>
      <w:r>
        <w:tab/>
        <w:t>1.620e1</w:t>
      </w:r>
    </w:p>
    <w:p w:rsidR="006974AE" w:rsidRDefault="006974AE" w:rsidP="006974AE">
      <w:r>
        <w:t>589.3297</w:t>
      </w:r>
      <w:r>
        <w:tab/>
        <w:t>2.025e0</w:t>
      </w:r>
    </w:p>
    <w:p w:rsidR="006974AE" w:rsidRDefault="006974AE" w:rsidP="006974AE">
      <w:r>
        <w:t>589.3708</w:t>
      </w:r>
      <w:r>
        <w:tab/>
        <w:t>2.025e0</w:t>
      </w:r>
    </w:p>
    <w:p w:rsidR="006974AE" w:rsidRDefault="006974AE" w:rsidP="006974AE">
      <w:r>
        <w:t>589.3808</w:t>
      </w:r>
      <w:r>
        <w:tab/>
        <w:t>3.038e0</w:t>
      </w:r>
    </w:p>
    <w:p w:rsidR="006974AE" w:rsidRDefault="006974AE" w:rsidP="006974AE">
      <w:r>
        <w:t>589.4160</w:t>
      </w:r>
      <w:r>
        <w:tab/>
        <w:t>3.038e0</w:t>
      </w:r>
    </w:p>
    <w:p w:rsidR="006974AE" w:rsidRDefault="006974AE" w:rsidP="006974AE">
      <w:r>
        <w:t>589.4296</w:t>
      </w:r>
      <w:r>
        <w:tab/>
        <w:t>2.025e0</w:t>
      </w:r>
    </w:p>
    <w:p w:rsidR="006974AE" w:rsidRDefault="006974AE" w:rsidP="006974AE">
      <w:r>
        <w:t>589.4317</w:t>
      </w:r>
      <w:r>
        <w:tab/>
        <w:t>1.013e0</w:t>
      </w:r>
    </w:p>
    <w:p w:rsidR="006974AE" w:rsidRDefault="006974AE" w:rsidP="006974AE">
      <w:r>
        <w:t>589.4391</w:t>
      </w:r>
      <w:r>
        <w:tab/>
        <w:t>2.025e0</w:t>
      </w:r>
    </w:p>
    <w:p w:rsidR="006974AE" w:rsidRDefault="006974AE" w:rsidP="006974AE">
      <w:r>
        <w:t>589.4410</w:t>
      </w:r>
      <w:r>
        <w:tab/>
        <w:t>4.051e0</w:t>
      </w:r>
    </w:p>
    <w:p w:rsidR="006974AE" w:rsidRDefault="006974AE" w:rsidP="006974AE">
      <w:r>
        <w:t>589.5008</w:t>
      </w:r>
      <w:r>
        <w:tab/>
        <w:t>1.013e0</w:t>
      </w:r>
    </w:p>
    <w:p w:rsidR="006974AE" w:rsidRDefault="006974AE" w:rsidP="006974AE">
      <w:r>
        <w:t>589.5208</w:t>
      </w:r>
      <w:r>
        <w:tab/>
        <w:t>4.051e0</w:t>
      </w:r>
    </w:p>
    <w:p w:rsidR="006974AE" w:rsidRDefault="006974AE" w:rsidP="006974AE">
      <w:r>
        <w:t>589.5430</w:t>
      </w:r>
      <w:r>
        <w:tab/>
        <w:t>1.013e0</w:t>
      </w:r>
    </w:p>
    <w:p w:rsidR="006974AE" w:rsidRDefault="006974AE" w:rsidP="006974AE">
      <w:r>
        <w:t>589.5738</w:t>
      </w:r>
      <w:r>
        <w:tab/>
        <w:t>1.013e0</w:t>
      </w:r>
    </w:p>
    <w:p w:rsidR="006974AE" w:rsidRDefault="006974AE" w:rsidP="006974AE">
      <w:r>
        <w:t>589.6086</w:t>
      </w:r>
      <w:r>
        <w:tab/>
        <w:t>1.013e0</w:t>
      </w:r>
    </w:p>
    <w:p w:rsidR="006974AE" w:rsidRDefault="006974AE" w:rsidP="006974AE">
      <w:r>
        <w:lastRenderedPageBreak/>
        <w:t>589.6138</w:t>
      </w:r>
      <w:r>
        <w:tab/>
        <w:t>1.013e0</w:t>
      </w:r>
    </w:p>
    <w:p w:rsidR="006974AE" w:rsidRDefault="006974AE" w:rsidP="006974AE">
      <w:r>
        <w:t>589.6263</w:t>
      </w:r>
      <w:r>
        <w:tab/>
        <w:t>1.013e0</w:t>
      </w:r>
    </w:p>
    <w:p w:rsidR="006974AE" w:rsidRDefault="006974AE" w:rsidP="006974AE">
      <w:r>
        <w:t>589.6542</w:t>
      </w:r>
      <w:r>
        <w:tab/>
        <w:t>1.013e0</w:t>
      </w:r>
    </w:p>
    <w:p w:rsidR="006974AE" w:rsidRDefault="006974AE" w:rsidP="006974AE">
      <w:r>
        <w:t>589.6614</w:t>
      </w:r>
      <w:r>
        <w:tab/>
        <w:t>1.013e0</w:t>
      </w:r>
    </w:p>
    <w:p w:rsidR="006974AE" w:rsidRDefault="006974AE" w:rsidP="006974AE">
      <w:r>
        <w:t>589.6745</w:t>
      </w:r>
      <w:r>
        <w:tab/>
        <w:t>1.013e0</w:t>
      </w:r>
    </w:p>
    <w:p w:rsidR="006974AE" w:rsidRDefault="006974AE" w:rsidP="006974AE">
      <w:r>
        <w:t>589.6974</w:t>
      </w:r>
      <w:r>
        <w:tab/>
        <w:t>1.013e0</w:t>
      </w:r>
    </w:p>
    <w:p w:rsidR="006974AE" w:rsidRDefault="006974AE" w:rsidP="006974AE">
      <w:r>
        <w:t>589.7243</w:t>
      </w:r>
      <w:r>
        <w:tab/>
        <w:t>1.013e0</w:t>
      </w:r>
    </w:p>
    <w:p w:rsidR="006974AE" w:rsidRDefault="006974AE" w:rsidP="006974AE">
      <w:r>
        <w:t>589.7562</w:t>
      </w:r>
      <w:r>
        <w:tab/>
        <w:t>2.025e0</w:t>
      </w:r>
    </w:p>
    <w:p w:rsidR="006974AE" w:rsidRDefault="006974AE" w:rsidP="006974AE">
      <w:r>
        <w:t>589.7850</w:t>
      </w:r>
      <w:r>
        <w:tab/>
        <w:t>1.013e0</w:t>
      </w:r>
    </w:p>
    <w:p w:rsidR="006974AE" w:rsidRDefault="006974AE" w:rsidP="006974AE">
      <w:r>
        <w:t>589.7959</w:t>
      </w:r>
      <w:r>
        <w:tab/>
        <w:t>2.025e0</w:t>
      </w:r>
    </w:p>
    <w:p w:rsidR="006974AE" w:rsidRDefault="006974AE" w:rsidP="006974AE">
      <w:r>
        <w:t>589.8262</w:t>
      </w:r>
      <w:r>
        <w:tab/>
        <w:t>1.013e0</w:t>
      </w:r>
    </w:p>
    <w:p w:rsidR="006974AE" w:rsidRDefault="006974AE" w:rsidP="006974AE">
      <w:r>
        <w:t>589.8356</w:t>
      </w:r>
      <w:r>
        <w:tab/>
        <w:t>1.013e0</w:t>
      </w:r>
    </w:p>
    <w:p w:rsidR="006974AE" w:rsidRDefault="006974AE" w:rsidP="006974AE">
      <w:r>
        <w:t>589.8744</w:t>
      </w:r>
      <w:r>
        <w:tab/>
        <w:t>1.013e0</w:t>
      </w:r>
    </w:p>
    <w:p w:rsidR="006974AE" w:rsidRDefault="006974AE" w:rsidP="006974AE">
      <w:r>
        <w:t>589.8768</w:t>
      </w:r>
      <w:r>
        <w:tab/>
        <w:t>1.013e0</w:t>
      </w:r>
    </w:p>
    <w:p w:rsidR="006974AE" w:rsidRDefault="006974AE" w:rsidP="006974AE">
      <w:r>
        <w:t>589.8870</w:t>
      </w:r>
      <w:r>
        <w:tab/>
        <w:t>1.013e0</w:t>
      </w:r>
    </w:p>
    <w:p w:rsidR="006974AE" w:rsidRDefault="006974AE" w:rsidP="006974AE">
      <w:r>
        <w:t>589.8933</w:t>
      </w:r>
      <w:r>
        <w:tab/>
        <w:t>1.013e0</w:t>
      </w:r>
    </w:p>
    <w:p w:rsidR="006974AE" w:rsidRDefault="006974AE" w:rsidP="006974AE">
      <w:r>
        <w:t>589.8990</w:t>
      </w:r>
      <w:r>
        <w:tab/>
        <w:t>3.038e0</w:t>
      </w:r>
    </w:p>
    <w:p w:rsidR="006974AE" w:rsidRDefault="006974AE" w:rsidP="006974AE">
      <w:r>
        <w:t>589.9072</w:t>
      </w:r>
      <w:r>
        <w:tab/>
        <w:t>1.013e0</w:t>
      </w:r>
    </w:p>
    <w:p w:rsidR="006974AE" w:rsidRDefault="006974AE" w:rsidP="006974AE">
      <w:r>
        <w:t>589.9368</w:t>
      </w:r>
      <w:r>
        <w:tab/>
        <w:t>1.013e0</w:t>
      </w:r>
    </w:p>
    <w:p w:rsidR="006974AE" w:rsidRDefault="006974AE" w:rsidP="006974AE">
      <w:r>
        <w:lastRenderedPageBreak/>
        <w:t>589.9578</w:t>
      </w:r>
      <w:r>
        <w:tab/>
        <w:t>1.013e0</w:t>
      </w:r>
    </w:p>
    <w:p w:rsidR="006974AE" w:rsidRDefault="006974AE" w:rsidP="006974AE">
      <w:r>
        <w:t>589.9645</w:t>
      </w:r>
      <w:r>
        <w:tab/>
        <w:t>1.013e0</w:t>
      </w:r>
    </w:p>
    <w:p w:rsidR="006974AE" w:rsidRDefault="006974AE" w:rsidP="006974AE">
      <w:r>
        <w:t>590.0278</w:t>
      </w:r>
      <w:r>
        <w:tab/>
        <w:t>2.025e0</w:t>
      </w:r>
    </w:p>
    <w:p w:rsidR="006974AE" w:rsidRDefault="006974AE" w:rsidP="006974AE">
      <w:r>
        <w:t>590.0352</w:t>
      </w:r>
      <w:r>
        <w:tab/>
        <w:t>2.025e0</w:t>
      </w:r>
    </w:p>
    <w:p w:rsidR="006974AE" w:rsidRDefault="006974AE" w:rsidP="006974AE">
      <w:r>
        <w:t>590.0583</w:t>
      </w:r>
      <w:r>
        <w:tab/>
        <w:t>1.013e0</w:t>
      </w:r>
    </w:p>
    <w:p w:rsidR="006974AE" w:rsidRDefault="006974AE" w:rsidP="006974AE">
      <w:r>
        <w:t>590.0995</w:t>
      </w:r>
      <w:r>
        <w:tab/>
        <w:t>1.013e0</w:t>
      </w:r>
    </w:p>
    <w:p w:rsidR="006974AE" w:rsidRDefault="006974AE" w:rsidP="006974AE">
      <w:r>
        <w:t>590.1099</w:t>
      </w:r>
      <w:r>
        <w:tab/>
        <w:t>2.025e0</w:t>
      </w:r>
    </w:p>
    <w:p w:rsidR="006974AE" w:rsidRDefault="006974AE" w:rsidP="006974AE">
      <w:r>
        <w:t>590.1139</w:t>
      </w:r>
      <w:r>
        <w:tab/>
        <w:t>3.038e0</w:t>
      </w:r>
    </w:p>
    <w:p w:rsidR="006974AE" w:rsidRDefault="006974AE" w:rsidP="006974AE">
      <w:r>
        <w:t>590.1437</w:t>
      </w:r>
      <w:r>
        <w:tab/>
        <w:t>1.013e0</w:t>
      </w:r>
    </w:p>
    <w:p w:rsidR="006974AE" w:rsidRDefault="006974AE" w:rsidP="006974AE">
      <w:r>
        <w:t>590.1595</w:t>
      </w:r>
      <w:r>
        <w:tab/>
        <w:t>1.013e0</w:t>
      </w:r>
    </w:p>
    <w:p w:rsidR="006974AE" w:rsidRDefault="006974AE" w:rsidP="006974AE">
      <w:r>
        <w:t>590.2072</w:t>
      </w:r>
      <w:r>
        <w:tab/>
        <w:t>4.051e0</w:t>
      </w:r>
    </w:p>
    <w:p w:rsidR="006974AE" w:rsidRDefault="006974AE" w:rsidP="006974AE">
      <w:r>
        <w:t>590.2137</w:t>
      </w:r>
      <w:r>
        <w:tab/>
        <w:t>2.025e0</w:t>
      </w:r>
    </w:p>
    <w:p w:rsidR="006974AE" w:rsidRDefault="006974AE" w:rsidP="006974AE">
      <w:r>
        <w:t>590.2162</w:t>
      </w:r>
      <w:r>
        <w:tab/>
        <w:t>4.051e0</w:t>
      </w:r>
    </w:p>
    <w:p w:rsidR="006974AE" w:rsidRDefault="006974AE" w:rsidP="006974AE">
      <w:r>
        <w:t>590.2205</w:t>
      </w:r>
      <w:r>
        <w:tab/>
        <w:t>8.101e0</w:t>
      </w:r>
    </w:p>
    <w:p w:rsidR="006974AE" w:rsidRDefault="006974AE" w:rsidP="006974AE">
      <w:r>
        <w:t>590.2237</w:t>
      </w:r>
      <w:r>
        <w:tab/>
        <w:t>1.153e1</w:t>
      </w:r>
    </w:p>
    <w:p w:rsidR="006974AE" w:rsidRDefault="006974AE" w:rsidP="006974AE">
      <w:r>
        <w:t>590.2328</w:t>
      </w:r>
      <w:r>
        <w:tab/>
        <w:t>7.089e0</w:t>
      </w:r>
    </w:p>
    <w:p w:rsidR="006974AE" w:rsidRDefault="006974AE" w:rsidP="006974AE">
      <w:r>
        <w:t>590.2416</w:t>
      </w:r>
      <w:r>
        <w:tab/>
        <w:t>7.089e0</w:t>
      </w:r>
    </w:p>
    <w:p w:rsidR="006974AE" w:rsidRDefault="006974AE" w:rsidP="006974AE">
      <w:r>
        <w:t>590.2659</w:t>
      </w:r>
      <w:r>
        <w:tab/>
        <w:t>5.063e0</w:t>
      </w:r>
    </w:p>
    <w:p w:rsidR="006974AE" w:rsidRDefault="006974AE" w:rsidP="006974AE">
      <w:r>
        <w:t>590.2751</w:t>
      </w:r>
      <w:r>
        <w:tab/>
        <w:t>4.829e0</w:t>
      </w:r>
    </w:p>
    <w:p w:rsidR="006974AE" w:rsidRDefault="006974AE" w:rsidP="006974AE">
      <w:r>
        <w:lastRenderedPageBreak/>
        <w:t>590.2828</w:t>
      </w:r>
      <w:r>
        <w:tab/>
        <w:t>2.177e0</w:t>
      </w:r>
    </w:p>
    <w:p w:rsidR="006974AE" w:rsidRDefault="006974AE" w:rsidP="006974AE">
      <w:r>
        <w:t>590.3048</w:t>
      </w:r>
      <w:r>
        <w:tab/>
        <w:t>5.063e0</w:t>
      </w:r>
    </w:p>
    <w:p w:rsidR="006974AE" w:rsidRDefault="006974AE" w:rsidP="006974AE">
      <w:r>
        <w:t>590.3126</w:t>
      </w:r>
      <w:r>
        <w:tab/>
        <w:t>2.025e0</w:t>
      </w:r>
    </w:p>
    <w:p w:rsidR="006974AE" w:rsidRDefault="006974AE" w:rsidP="006974AE">
      <w:r>
        <w:t>590.3192</w:t>
      </w:r>
      <w:r>
        <w:tab/>
        <w:t>4.938e0</w:t>
      </w:r>
    </w:p>
    <w:p w:rsidR="006974AE" w:rsidRDefault="006974AE" w:rsidP="006974AE">
      <w:r>
        <w:t>590.3665</w:t>
      </w:r>
      <w:r>
        <w:tab/>
        <w:t>2.025e0</w:t>
      </w:r>
    </w:p>
    <w:p w:rsidR="006974AE" w:rsidRDefault="006974AE" w:rsidP="006974AE">
      <w:r>
        <w:t>590.3756</w:t>
      </w:r>
      <w:r>
        <w:tab/>
        <w:t>1.013e0</w:t>
      </w:r>
    </w:p>
    <w:p w:rsidR="006974AE" w:rsidRDefault="006974AE" w:rsidP="006974AE">
      <w:r>
        <w:t>590.3919</w:t>
      </w:r>
      <w:r>
        <w:tab/>
        <w:t>1.013e0</w:t>
      </w:r>
    </w:p>
    <w:p w:rsidR="006974AE" w:rsidRDefault="006974AE" w:rsidP="006974AE">
      <w:r>
        <w:t>590.3973</w:t>
      </w:r>
      <w:r>
        <w:tab/>
        <w:t>3.038e0</w:t>
      </w:r>
    </w:p>
    <w:p w:rsidR="006974AE" w:rsidRDefault="006974AE" w:rsidP="006974AE">
      <w:r>
        <w:t>590.4025</w:t>
      </w:r>
      <w:r>
        <w:tab/>
        <w:t>1.013e0</w:t>
      </w:r>
    </w:p>
    <w:p w:rsidR="006974AE" w:rsidRDefault="006974AE" w:rsidP="006974AE">
      <w:r>
        <w:t>590.4100</w:t>
      </w:r>
      <w:r>
        <w:tab/>
        <w:t>1.013e0</w:t>
      </w:r>
    </w:p>
    <w:p w:rsidR="006974AE" w:rsidRDefault="006974AE" w:rsidP="006974AE">
      <w:r>
        <w:t>590.4386</w:t>
      </w:r>
      <w:r>
        <w:tab/>
        <w:t>3.038e0</w:t>
      </w:r>
    </w:p>
    <w:p w:rsidR="006974AE" w:rsidRDefault="006974AE" w:rsidP="006974AE">
      <w:r>
        <w:t>590.4402</w:t>
      </w:r>
      <w:r>
        <w:tab/>
        <w:t>3.038e0</w:t>
      </w:r>
    </w:p>
    <w:p w:rsidR="006974AE" w:rsidRDefault="006974AE" w:rsidP="006974AE">
      <w:r>
        <w:t>590.4539</w:t>
      </w:r>
      <w:r>
        <w:tab/>
        <w:t>1.013e0</w:t>
      </w:r>
    </w:p>
    <w:p w:rsidR="006974AE" w:rsidRDefault="006974AE" w:rsidP="006974AE">
      <w:r>
        <w:t>590.4815</w:t>
      </w:r>
      <w:r>
        <w:tab/>
        <w:t>2.025e0</w:t>
      </w:r>
    </w:p>
    <w:p w:rsidR="006974AE" w:rsidRDefault="006974AE" w:rsidP="006974AE">
      <w:r>
        <w:t>590.4952</w:t>
      </w:r>
      <w:r>
        <w:tab/>
        <w:t>2.025e0</w:t>
      </w:r>
    </w:p>
    <w:p w:rsidR="006974AE" w:rsidRDefault="006974AE" w:rsidP="006974AE">
      <w:r>
        <w:t>590.4996</w:t>
      </w:r>
      <w:r>
        <w:tab/>
        <w:t>1.013e0</w:t>
      </w:r>
    </w:p>
    <w:p w:rsidR="006974AE" w:rsidRDefault="006974AE" w:rsidP="006974AE">
      <w:r>
        <w:t>590.5140</w:t>
      </w:r>
      <w:r>
        <w:tab/>
        <w:t>1.013e0</w:t>
      </w:r>
    </w:p>
    <w:p w:rsidR="006974AE" w:rsidRDefault="006974AE" w:rsidP="006974AE">
      <w:r>
        <w:t>590.5525</w:t>
      </w:r>
      <w:r>
        <w:tab/>
        <w:t>1.013e0</w:t>
      </w:r>
    </w:p>
    <w:p w:rsidR="006974AE" w:rsidRDefault="006974AE" w:rsidP="006974AE">
      <w:r>
        <w:t>590.5701</w:t>
      </w:r>
      <w:r>
        <w:tab/>
        <w:t>1.013e0</w:t>
      </w:r>
    </w:p>
    <w:p w:rsidR="006974AE" w:rsidRDefault="006974AE" w:rsidP="006974AE">
      <w:r>
        <w:lastRenderedPageBreak/>
        <w:t>590.6650</w:t>
      </w:r>
      <w:r>
        <w:tab/>
        <w:t>2.025e0</w:t>
      </w:r>
    </w:p>
    <w:p w:rsidR="006974AE" w:rsidRDefault="006974AE" w:rsidP="006974AE">
      <w:r>
        <w:t>590.6967</w:t>
      </w:r>
      <w:r>
        <w:tab/>
        <w:t>2.025e0</w:t>
      </w:r>
    </w:p>
    <w:p w:rsidR="006974AE" w:rsidRDefault="006974AE" w:rsidP="006974AE">
      <w:r>
        <w:t>590.7065</w:t>
      </w:r>
      <w:r>
        <w:tab/>
        <w:t>1.013e0</w:t>
      </w:r>
    </w:p>
    <w:p w:rsidR="006974AE" w:rsidRDefault="006974AE" w:rsidP="006974AE">
      <w:r>
        <w:t>590.7275</w:t>
      </w:r>
      <w:r>
        <w:tab/>
        <w:t>1.013e0</w:t>
      </w:r>
    </w:p>
    <w:p w:rsidR="006974AE" w:rsidRDefault="006974AE" w:rsidP="006974AE">
      <w:r>
        <w:t>590.7672</w:t>
      </w:r>
      <w:r>
        <w:tab/>
        <w:t>3.038e0</w:t>
      </w:r>
    </w:p>
    <w:p w:rsidR="006974AE" w:rsidRDefault="006974AE" w:rsidP="006974AE">
      <w:r>
        <w:t>590.8483</w:t>
      </w:r>
      <w:r>
        <w:tab/>
        <w:t>1.013e0</w:t>
      </w:r>
    </w:p>
    <w:p w:rsidR="006974AE" w:rsidRDefault="006974AE" w:rsidP="006974AE">
      <w:r>
        <w:t>590.8497</w:t>
      </w:r>
      <w:r>
        <w:tab/>
        <w:t>3.038e0</w:t>
      </w:r>
    </w:p>
    <w:p w:rsidR="006974AE" w:rsidRDefault="006974AE" w:rsidP="006974AE">
      <w:r>
        <w:t>590.9073</w:t>
      </w:r>
      <w:r>
        <w:tab/>
        <w:t>2.025e0</w:t>
      </w:r>
    </w:p>
    <w:p w:rsidR="006974AE" w:rsidRDefault="006974AE" w:rsidP="006974AE">
      <w:r>
        <w:t>590.9260</w:t>
      </w:r>
      <w:r>
        <w:tab/>
        <w:t>1.013e0</w:t>
      </w:r>
    </w:p>
    <w:p w:rsidR="006974AE" w:rsidRDefault="006974AE" w:rsidP="006974AE">
      <w:r>
        <w:t>590.9396</w:t>
      </w:r>
      <w:r>
        <w:tab/>
        <w:t>1.013e0</w:t>
      </w:r>
    </w:p>
    <w:p w:rsidR="006974AE" w:rsidRDefault="006974AE" w:rsidP="006974AE">
      <w:r>
        <w:t>590.9707</w:t>
      </w:r>
      <w:r>
        <w:tab/>
        <w:t>2.025e0</w:t>
      </w:r>
    </w:p>
    <w:p w:rsidR="006974AE" w:rsidRDefault="006974AE" w:rsidP="006974AE">
      <w:r>
        <w:t>590.9801</w:t>
      </w:r>
      <w:r>
        <w:tab/>
        <w:t>2.025e0</w:t>
      </w:r>
    </w:p>
    <w:p w:rsidR="006974AE" w:rsidRDefault="006974AE" w:rsidP="006974AE">
      <w:r>
        <w:t>590.9935</w:t>
      </w:r>
      <w:r>
        <w:tab/>
        <w:t>2.025e0</w:t>
      </w:r>
    </w:p>
    <w:p w:rsidR="006974AE" w:rsidRDefault="006974AE" w:rsidP="006974AE">
      <w:r>
        <w:t>591.0220</w:t>
      </w:r>
      <w:r>
        <w:tab/>
        <w:t>3.038e0</w:t>
      </w:r>
    </w:p>
    <w:p w:rsidR="006974AE" w:rsidRDefault="006974AE" w:rsidP="006974AE">
      <w:r>
        <w:t>591.0296</w:t>
      </w:r>
      <w:r>
        <w:tab/>
        <w:t>3.038e0</w:t>
      </w:r>
    </w:p>
    <w:p w:rsidR="006974AE" w:rsidRDefault="006974AE" w:rsidP="006974AE">
      <w:r>
        <w:t>591.0308</w:t>
      </w:r>
      <w:r>
        <w:tab/>
        <w:t>4.051e0</w:t>
      </w:r>
    </w:p>
    <w:p w:rsidR="006974AE" w:rsidRDefault="006974AE" w:rsidP="006974AE">
      <w:r>
        <w:t>591.0631</w:t>
      </w:r>
      <w:r>
        <w:tab/>
        <w:t>3.038e0</w:t>
      </w:r>
    </w:p>
    <w:p w:rsidR="006974AE" w:rsidRDefault="006974AE" w:rsidP="006974AE">
      <w:r>
        <w:t>591.1234</w:t>
      </w:r>
      <w:r>
        <w:tab/>
        <w:t>2.025e0</w:t>
      </w:r>
    </w:p>
    <w:p w:rsidR="006974AE" w:rsidRDefault="006974AE" w:rsidP="006974AE">
      <w:r>
        <w:t>591.1431</w:t>
      </w:r>
      <w:r>
        <w:tab/>
        <w:t>2.025e0</w:t>
      </w:r>
    </w:p>
    <w:p w:rsidR="006974AE" w:rsidRDefault="006974AE" w:rsidP="006974AE">
      <w:r>
        <w:lastRenderedPageBreak/>
        <w:t>591.1587</w:t>
      </w:r>
      <w:r>
        <w:tab/>
        <w:t>1.013e0</w:t>
      </w:r>
    </w:p>
    <w:p w:rsidR="006974AE" w:rsidRDefault="006974AE" w:rsidP="006974AE">
      <w:r>
        <w:t>591.1910</w:t>
      </w:r>
      <w:r>
        <w:tab/>
        <w:t>4.051e0</w:t>
      </w:r>
    </w:p>
    <w:p w:rsidR="006974AE" w:rsidRDefault="006974AE" w:rsidP="006974AE">
      <w:r>
        <w:t>591.2180</w:t>
      </w:r>
      <w:r>
        <w:tab/>
        <w:t>3.038e0</w:t>
      </w:r>
    </w:p>
    <w:p w:rsidR="006974AE" w:rsidRDefault="006974AE" w:rsidP="006974AE">
      <w:r>
        <w:t>591.2242</w:t>
      </w:r>
      <w:r>
        <w:tab/>
        <w:t>2.025e0</w:t>
      </w:r>
    </w:p>
    <w:p w:rsidR="006974AE" w:rsidRDefault="006974AE" w:rsidP="006974AE">
      <w:r>
        <w:t>591.2295</w:t>
      </w:r>
      <w:r>
        <w:tab/>
        <w:t>5.063e0</w:t>
      </w:r>
    </w:p>
    <w:p w:rsidR="006974AE" w:rsidRDefault="006974AE" w:rsidP="006974AE">
      <w:r>
        <w:t>591.2336</w:t>
      </w:r>
      <w:r>
        <w:tab/>
        <w:t>5.063e0</w:t>
      </w:r>
    </w:p>
    <w:p w:rsidR="006974AE" w:rsidRDefault="006974AE" w:rsidP="006974AE">
      <w:r>
        <w:t>591.2432</w:t>
      </w:r>
      <w:r>
        <w:tab/>
        <w:t>1.013e1</w:t>
      </w:r>
    </w:p>
    <w:p w:rsidR="006974AE" w:rsidRDefault="006974AE" w:rsidP="006974AE">
      <w:r>
        <w:t>591.2546</w:t>
      </w:r>
      <w:r>
        <w:tab/>
        <w:t>2.025e0</w:t>
      </w:r>
    </w:p>
    <w:p w:rsidR="006974AE" w:rsidRDefault="006974AE" w:rsidP="006974AE">
      <w:r>
        <w:t>591.2621</w:t>
      </w:r>
      <w:r>
        <w:tab/>
        <w:t>5.063e0</w:t>
      </w:r>
    </w:p>
    <w:p w:rsidR="006974AE" w:rsidRDefault="006974AE" w:rsidP="006974AE">
      <w:r>
        <w:t>591.2723</w:t>
      </w:r>
      <w:r>
        <w:tab/>
        <w:t>4.051e0</w:t>
      </w:r>
    </w:p>
    <w:p w:rsidR="006974AE" w:rsidRDefault="006974AE" w:rsidP="006974AE">
      <w:r>
        <w:t>591.3037</w:t>
      </w:r>
      <w:r>
        <w:tab/>
        <w:t>4.051e0</w:t>
      </w:r>
    </w:p>
    <w:p w:rsidR="006974AE" w:rsidRDefault="006974AE" w:rsidP="006974AE">
      <w:r>
        <w:t>591.3395</w:t>
      </w:r>
      <w:r>
        <w:tab/>
        <w:t>3.038e0</w:t>
      </w:r>
    </w:p>
    <w:p w:rsidR="006974AE" w:rsidRDefault="006974AE" w:rsidP="006974AE">
      <w:r>
        <w:t>591.3459</w:t>
      </w:r>
      <w:r>
        <w:tab/>
        <w:t>2.025e0</w:t>
      </w:r>
    </w:p>
    <w:p w:rsidR="006974AE" w:rsidRDefault="006974AE" w:rsidP="006974AE">
      <w:r>
        <w:t>591.3572</w:t>
      </w:r>
      <w:r>
        <w:tab/>
        <w:t>7.984e0</w:t>
      </w:r>
    </w:p>
    <w:p w:rsidR="006974AE" w:rsidRDefault="006974AE" w:rsidP="006974AE">
      <w:r>
        <w:t>591.3844</w:t>
      </w:r>
      <w:r>
        <w:tab/>
        <w:t>3.038e0</w:t>
      </w:r>
    </w:p>
    <w:p w:rsidR="006974AE" w:rsidRDefault="006974AE" w:rsidP="006974AE">
      <w:r>
        <w:t>591.4169</w:t>
      </w:r>
      <w:r>
        <w:tab/>
        <w:t>1.013e0</w:t>
      </w:r>
    </w:p>
    <w:p w:rsidR="006974AE" w:rsidRDefault="006974AE" w:rsidP="006974AE">
      <w:r>
        <w:t>591.4263</w:t>
      </w:r>
      <w:r>
        <w:tab/>
        <w:t>1.013e0</w:t>
      </w:r>
    </w:p>
    <w:p w:rsidR="006974AE" w:rsidRDefault="006974AE" w:rsidP="006974AE">
      <w:r>
        <w:t>591.4422</w:t>
      </w:r>
      <w:r>
        <w:tab/>
        <w:t>2.025e0</w:t>
      </w:r>
    </w:p>
    <w:p w:rsidR="006974AE" w:rsidRDefault="006974AE" w:rsidP="006974AE">
      <w:r>
        <w:t>591.4466</w:t>
      </w:r>
      <w:r>
        <w:tab/>
        <w:t>1.013e0</w:t>
      </w:r>
    </w:p>
    <w:p w:rsidR="006974AE" w:rsidRDefault="006974AE" w:rsidP="006974AE">
      <w:r>
        <w:lastRenderedPageBreak/>
        <w:t>591.4575</w:t>
      </w:r>
      <w:r>
        <w:tab/>
        <w:t>1.013e0</w:t>
      </w:r>
    </w:p>
    <w:p w:rsidR="006974AE" w:rsidRDefault="006974AE" w:rsidP="006974AE">
      <w:r>
        <w:t>591.4637</w:t>
      </w:r>
      <w:r>
        <w:tab/>
        <w:t>3.038e0</w:t>
      </w:r>
    </w:p>
    <w:p w:rsidR="006974AE" w:rsidRDefault="006974AE" w:rsidP="006974AE">
      <w:r>
        <w:t>591.4833</w:t>
      </w:r>
      <w:r>
        <w:tab/>
        <w:t>3.038e0</w:t>
      </w:r>
    </w:p>
    <w:p w:rsidR="006974AE" w:rsidRDefault="006974AE" w:rsidP="006974AE">
      <w:r>
        <w:t>591.5176</w:t>
      </w:r>
      <w:r>
        <w:tab/>
        <w:t>1.013e0</w:t>
      </w:r>
    </w:p>
    <w:p w:rsidR="006974AE" w:rsidRDefault="006974AE" w:rsidP="006974AE">
      <w:r>
        <w:t>591.5514</w:t>
      </w:r>
      <w:r>
        <w:tab/>
        <w:t>1.013e0</w:t>
      </w:r>
    </w:p>
    <w:p w:rsidR="006974AE" w:rsidRDefault="006974AE" w:rsidP="006974AE">
      <w:r>
        <w:t>591.5584</w:t>
      </w:r>
      <w:r>
        <w:tab/>
        <w:t>3.038e0</w:t>
      </w:r>
    </w:p>
    <w:p w:rsidR="006974AE" w:rsidRDefault="006974AE" w:rsidP="006974AE">
      <w:r>
        <w:t>591.5670</w:t>
      </w:r>
      <w:r>
        <w:tab/>
        <w:t>1.013e0</w:t>
      </w:r>
    </w:p>
    <w:p w:rsidR="006974AE" w:rsidRDefault="006974AE" w:rsidP="006974AE">
      <w:r>
        <w:t>591.5859</w:t>
      </w:r>
      <w:r>
        <w:tab/>
        <w:t>1.013e0</w:t>
      </w:r>
    </w:p>
    <w:p w:rsidR="006974AE" w:rsidRDefault="006974AE" w:rsidP="006974AE">
      <w:r>
        <w:t>591.5995</w:t>
      </w:r>
      <w:r>
        <w:tab/>
        <w:t>1.013e0</w:t>
      </w:r>
    </w:p>
    <w:p w:rsidR="006974AE" w:rsidRDefault="006974AE" w:rsidP="006974AE">
      <w:r>
        <w:t>591.6382</w:t>
      </w:r>
      <w:r>
        <w:tab/>
        <w:t>1.013e0</w:t>
      </w:r>
    </w:p>
    <w:p w:rsidR="006974AE" w:rsidRDefault="006974AE" w:rsidP="006974AE">
      <w:r>
        <w:t>591.6484</w:t>
      </w:r>
      <w:r>
        <w:tab/>
        <w:t>2.025e0</w:t>
      </w:r>
    </w:p>
    <w:p w:rsidR="006974AE" w:rsidRDefault="006974AE" w:rsidP="006974AE">
      <w:r>
        <w:t>591.6605</w:t>
      </w:r>
      <w:r>
        <w:tab/>
        <w:t>1.013e0</w:t>
      </w:r>
    </w:p>
    <w:p w:rsidR="006974AE" w:rsidRDefault="006974AE" w:rsidP="006974AE">
      <w:r>
        <w:t>591.7094</w:t>
      </w:r>
      <w:r>
        <w:tab/>
        <w:t>1.013e0</w:t>
      </w:r>
    </w:p>
    <w:p w:rsidR="006974AE" w:rsidRDefault="006974AE" w:rsidP="006974AE">
      <w:r>
        <w:t>591.7111</w:t>
      </w:r>
      <w:r>
        <w:tab/>
        <w:t>1.013e0</w:t>
      </w:r>
    </w:p>
    <w:p w:rsidR="006974AE" w:rsidRDefault="006974AE" w:rsidP="006974AE">
      <w:r>
        <w:t>591.7462</w:t>
      </w:r>
      <w:r>
        <w:tab/>
        <w:t>3.038e0</w:t>
      </w:r>
    </w:p>
    <w:p w:rsidR="006974AE" w:rsidRDefault="006974AE" w:rsidP="006974AE">
      <w:r>
        <w:t>591.7510</w:t>
      </w:r>
      <w:r>
        <w:tab/>
        <w:t>1.013e0</w:t>
      </w:r>
    </w:p>
    <w:p w:rsidR="006974AE" w:rsidRDefault="006974AE" w:rsidP="006974AE">
      <w:r>
        <w:t>591.7619</w:t>
      </w:r>
      <w:r>
        <w:tab/>
        <w:t>1.013e0</w:t>
      </w:r>
    </w:p>
    <w:p w:rsidR="006974AE" w:rsidRDefault="006974AE" w:rsidP="006974AE">
      <w:r>
        <w:t>591.7814</w:t>
      </w:r>
      <w:r>
        <w:tab/>
        <w:t>1.013e0</w:t>
      </w:r>
    </w:p>
    <w:p w:rsidR="006974AE" w:rsidRDefault="006974AE" w:rsidP="006974AE">
      <w:r>
        <w:t>591.8026</w:t>
      </w:r>
      <w:r>
        <w:tab/>
        <w:t>2.025e0</w:t>
      </w:r>
    </w:p>
    <w:p w:rsidR="006974AE" w:rsidRDefault="006974AE" w:rsidP="006974AE">
      <w:r>
        <w:lastRenderedPageBreak/>
        <w:t>591.8543</w:t>
      </w:r>
      <w:r>
        <w:tab/>
        <w:t>1.013e0</w:t>
      </w:r>
    </w:p>
    <w:p w:rsidR="006974AE" w:rsidRDefault="006974AE" w:rsidP="006974AE">
      <w:r>
        <w:t>591.8627</w:t>
      </w:r>
      <w:r>
        <w:tab/>
        <w:t>3.038e0</w:t>
      </w:r>
    </w:p>
    <w:p w:rsidR="006974AE" w:rsidRDefault="006974AE" w:rsidP="006974AE">
      <w:r>
        <w:t>591.8699</w:t>
      </w:r>
      <w:r>
        <w:tab/>
        <w:t>1.013e0</w:t>
      </w:r>
    </w:p>
    <w:p w:rsidR="006974AE" w:rsidRDefault="006974AE" w:rsidP="006974AE">
      <w:r>
        <w:t>591.9231</w:t>
      </w:r>
      <w:r>
        <w:tab/>
        <w:t>1.013e0</w:t>
      </w:r>
    </w:p>
    <w:p w:rsidR="006974AE" w:rsidRDefault="006974AE" w:rsidP="006974AE">
      <w:r>
        <w:t>591.9248</w:t>
      </w:r>
      <w:r>
        <w:tab/>
        <w:t>1.013e0</w:t>
      </w:r>
    </w:p>
    <w:p w:rsidR="006974AE" w:rsidRDefault="006974AE" w:rsidP="006974AE">
      <w:r>
        <w:t>591.9540</w:t>
      </w:r>
      <w:r>
        <w:tab/>
        <w:t>1.013e0</w:t>
      </w:r>
    </w:p>
    <w:p w:rsidR="006974AE" w:rsidRDefault="006974AE" w:rsidP="006974AE">
      <w:r>
        <w:t>591.9779</w:t>
      </w:r>
      <w:r>
        <w:tab/>
        <w:t>1.013e0</w:t>
      </w:r>
    </w:p>
    <w:p w:rsidR="006974AE" w:rsidRDefault="006974AE" w:rsidP="006974AE">
      <w:r>
        <w:t>592.0134</w:t>
      </w:r>
      <w:r>
        <w:tab/>
        <w:t>2.025e0</w:t>
      </w:r>
    </w:p>
    <w:p w:rsidR="006974AE" w:rsidRDefault="006974AE" w:rsidP="006974AE">
      <w:r>
        <w:t>592.0157</w:t>
      </w:r>
      <w:r>
        <w:tab/>
        <w:t>1.013e0</w:t>
      </w:r>
    </w:p>
    <w:p w:rsidR="006974AE" w:rsidRDefault="006974AE" w:rsidP="006974AE">
      <w:r>
        <w:t>592.0814</w:t>
      </w:r>
      <w:r>
        <w:tab/>
        <w:t>2.055e0</w:t>
      </w:r>
    </w:p>
    <w:p w:rsidR="006974AE" w:rsidRDefault="006974AE" w:rsidP="006974AE">
      <w:r>
        <w:t>592.0861</w:t>
      </w:r>
      <w:r>
        <w:tab/>
        <w:t>1.013e0</w:t>
      </w:r>
    </w:p>
    <w:p w:rsidR="006974AE" w:rsidRDefault="006974AE" w:rsidP="006974AE">
      <w:r>
        <w:t>592.1267</w:t>
      </w:r>
      <w:r>
        <w:tab/>
        <w:t>1.013e0</w:t>
      </w:r>
    </w:p>
    <w:p w:rsidR="006974AE" w:rsidRDefault="006974AE" w:rsidP="006974AE">
      <w:r>
        <w:t>592.1368</w:t>
      </w:r>
      <w:r>
        <w:tab/>
        <w:t>1.013e0</w:t>
      </w:r>
    </w:p>
    <w:p w:rsidR="006974AE" w:rsidRDefault="006974AE" w:rsidP="006974AE">
      <w:r>
        <w:t>592.1411</w:t>
      </w:r>
      <w:r>
        <w:tab/>
        <w:t>4.051e0</w:t>
      </w:r>
    </w:p>
    <w:p w:rsidR="006974AE" w:rsidRDefault="006974AE" w:rsidP="006974AE">
      <w:r>
        <w:t>592.1450</w:t>
      </w:r>
      <w:r>
        <w:tab/>
        <w:t>4.051e0</w:t>
      </w:r>
    </w:p>
    <w:p w:rsidR="006974AE" w:rsidRDefault="006974AE" w:rsidP="006974AE">
      <w:r>
        <w:t>592.1669</w:t>
      </w:r>
      <w:r>
        <w:tab/>
        <w:t>4.051e0</w:t>
      </w:r>
    </w:p>
    <w:p w:rsidR="006974AE" w:rsidRDefault="006974AE" w:rsidP="006974AE">
      <w:r>
        <w:t>592.2017</w:t>
      </w:r>
      <w:r>
        <w:tab/>
        <w:t>3.016e0</w:t>
      </w:r>
    </w:p>
    <w:p w:rsidR="006974AE" w:rsidRDefault="006974AE" w:rsidP="006974AE">
      <w:r>
        <w:t>592.2350</w:t>
      </w:r>
      <w:r>
        <w:tab/>
        <w:t>3.038e0</w:t>
      </w:r>
    </w:p>
    <w:p w:rsidR="006974AE" w:rsidRDefault="006974AE" w:rsidP="006974AE">
      <w:r>
        <w:t>592.2509</w:t>
      </w:r>
      <w:r>
        <w:tab/>
        <w:t>6.076e0</w:t>
      </w:r>
    </w:p>
    <w:p w:rsidR="006974AE" w:rsidRDefault="006974AE" w:rsidP="006974AE">
      <w:r>
        <w:lastRenderedPageBreak/>
        <w:t>592.2669</w:t>
      </w:r>
      <w:r>
        <w:tab/>
        <w:t>7.089e0</w:t>
      </w:r>
    </w:p>
    <w:p w:rsidR="006974AE" w:rsidRDefault="006974AE" w:rsidP="006974AE">
      <w:r>
        <w:t>592.2699</w:t>
      </w:r>
      <w:r>
        <w:tab/>
        <w:t>5.063e0</w:t>
      </w:r>
    </w:p>
    <w:p w:rsidR="006974AE" w:rsidRDefault="006974AE" w:rsidP="006974AE">
      <w:r>
        <w:t>592.2804</w:t>
      </w:r>
      <w:r>
        <w:tab/>
        <w:t>6.076e0</w:t>
      </w:r>
    </w:p>
    <w:p w:rsidR="006974AE" w:rsidRDefault="006974AE" w:rsidP="006974AE">
      <w:r>
        <w:t>592.2854</w:t>
      </w:r>
      <w:r>
        <w:tab/>
        <w:t>7.089e0</w:t>
      </w:r>
    </w:p>
    <w:p w:rsidR="006974AE" w:rsidRDefault="006974AE" w:rsidP="006974AE">
      <w:r>
        <w:t>592.3306</w:t>
      </w:r>
      <w:r>
        <w:tab/>
        <w:t>1.013e0</w:t>
      </w:r>
    </w:p>
    <w:p w:rsidR="006974AE" w:rsidRDefault="006974AE" w:rsidP="006974AE">
      <w:r>
        <w:t>592.3339</w:t>
      </w:r>
      <w:r>
        <w:tab/>
        <w:t>1.013e0</w:t>
      </w:r>
    </w:p>
    <w:p w:rsidR="006974AE" w:rsidRDefault="006974AE" w:rsidP="006974AE">
      <w:r>
        <w:t>592.3509</w:t>
      </w:r>
      <w:r>
        <w:tab/>
        <w:t>2.025e0</w:t>
      </w:r>
    </w:p>
    <w:p w:rsidR="006974AE" w:rsidRDefault="006974AE" w:rsidP="006974AE">
      <w:r>
        <w:t>592.3604</w:t>
      </w:r>
      <w:r>
        <w:tab/>
        <w:t>1.013e0</w:t>
      </w:r>
    </w:p>
    <w:p w:rsidR="006974AE" w:rsidRDefault="006974AE" w:rsidP="006974AE">
      <w:r>
        <w:t>592.3765</w:t>
      </w:r>
      <w:r>
        <w:tab/>
        <w:t>2.025e0</w:t>
      </w:r>
    </w:p>
    <w:p w:rsidR="006974AE" w:rsidRDefault="006974AE" w:rsidP="006974AE">
      <w:r>
        <w:t>592.3834</w:t>
      </w:r>
      <w:r>
        <w:tab/>
        <w:t>2.025e0</w:t>
      </w:r>
    </w:p>
    <w:p w:rsidR="006974AE" w:rsidRDefault="006974AE" w:rsidP="006974AE">
      <w:r>
        <w:t>592.3866</w:t>
      </w:r>
      <w:r>
        <w:tab/>
        <w:t>1.013e0</w:t>
      </w:r>
    </w:p>
    <w:p w:rsidR="006974AE" w:rsidRDefault="006974AE" w:rsidP="006974AE">
      <w:r>
        <w:t>592.4119</w:t>
      </w:r>
      <w:r>
        <w:tab/>
        <w:t>1.013e0</w:t>
      </w:r>
    </w:p>
    <w:p w:rsidR="006974AE" w:rsidRDefault="006974AE" w:rsidP="006974AE">
      <w:r>
        <w:t>592.4322</w:t>
      </w:r>
      <w:r>
        <w:tab/>
        <w:t>1.013e0</w:t>
      </w:r>
    </w:p>
    <w:p w:rsidR="006974AE" w:rsidRDefault="006974AE" w:rsidP="006974AE">
      <w:r>
        <w:t>592.4535</w:t>
      </w:r>
      <w:r>
        <w:tab/>
        <w:t>2.025e0</w:t>
      </w:r>
    </w:p>
    <w:p w:rsidR="006974AE" w:rsidRDefault="006974AE" w:rsidP="006974AE">
      <w:r>
        <w:t>592.4763</w:t>
      </w:r>
      <w:r>
        <w:tab/>
        <w:t>1.013e0</w:t>
      </w:r>
    </w:p>
    <w:p w:rsidR="006974AE" w:rsidRDefault="006974AE" w:rsidP="006974AE">
      <w:r>
        <w:t>592.5135</w:t>
      </w:r>
      <w:r>
        <w:tab/>
        <w:t>1.013e0</w:t>
      </w:r>
    </w:p>
    <w:p w:rsidR="006974AE" w:rsidRDefault="006974AE" w:rsidP="006974AE">
      <w:r>
        <w:t>592.5305</w:t>
      </w:r>
      <w:r>
        <w:tab/>
        <w:t>2.025e0</w:t>
      </w:r>
    </w:p>
    <w:p w:rsidR="006974AE" w:rsidRDefault="006974AE" w:rsidP="006974AE">
      <w:r>
        <w:t>592.5482</w:t>
      </w:r>
      <w:r>
        <w:tab/>
        <w:t>1.013e0</w:t>
      </w:r>
    </w:p>
    <w:p w:rsidR="006974AE" w:rsidRDefault="006974AE" w:rsidP="006974AE">
      <w:r>
        <w:t>592.5657</w:t>
      </w:r>
      <w:r>
        <w:tab/>
        <w:t>1.013e0</w:t>
      </w:r>
    </w:p>
    <w:p w:rsidR="006974AE" w:rsidRDefault="006974AE" w:rsidP="006974AE">
      <w:r>
        <w:lastRenderedPageBreak/>
        <w:t>592.5745</w:t>
      </w:r>
      <w:r>
        <w:tab/>
        <w:t>1.013e0</w:t>
      </w:r>
    </w:p>
    <w:p w:rsidR="006974AE" w:rsidRDefault="006974AE" w:rsidP="006974AE">
      <w:r>
        <w:t>592.6187</w:t>
      </w:r>
      <w:r>
        <w:tab/>
        <w:t>1.013e0</w:t>
      </w:r>
    </w:p>
    <w:p w:rsidR="006974AE" w:rsidRDefault="006974AE" w:rsidP="006974AE">
      <w:r>
        <w:t>592.6448</w:t>
      </w:r>
      <w:r>
        <w:tab/>
        <w:t>1.013e0</w:t>
      </w:r>
    </w:p>
    <w:p w:rsidR="006974AE" w:rsidRDefault="006974AE" w:rsidP="006974AE">
      <w:r>
        <w:t>592.6963</w:t>
      </w:r>
      <w:r>
        <w:tab/>
        <w:t>3.038e0</w:t>
      </w:r>
    </w:p>
    <w:p w:rsidR="006974AE" w:rsidRDefault="006974AE" w:rsidP="006974AE">
      <w:r>
        <w:t>592.7322</w:t>
      </w:r>
      <w:r>
        <w:tab/>
        <w:t>2.025e0</w:t>
      </w:r>
    </w:p>
    <w:p w:rsidR="006974AE" w:rsidRDefault="006974AE" w:rsidP="006974AE">
      <w:r>
        <w:t>592.7393</w:t>
      </w:r>
      <w:r>
        <w:tab/>
        <w:t>2.025e0</w:t>
      </w:r>
    </w:p>
    <w:p w:rsidR="006974AE" w:rsidRDefault="006974AE" w:rsidP="006974AE">
      <w:r>
        <w:t>592.7793</w:t>
      </w:r>
      <w:r>
        <w:tab/>
        <w:t>1.013e0</w:t>
      </w:r>
    </w:p>
    <w:p w:rsidR="006974AE" w:rsidRDefault="006974AE" w:rsidP="006974AE">
      <w:r>
        <w:t>592.7872</w:t>
      </w:r>
      <w:r>
        <w:tab/>
        <w:t>1.013e0</w:t>
      </w:r>
    </w:p>
    <w:p w:rsidR="006974AE" w:rsidRDefault="006974AE" w:rsidP="006974AE">
      <w:r>
        <w:t>592.7963</w:t>
      </w:r>
      <w:r>
        <w:tab/>
        <w:t>1.013e0</w:t>
      </w:r>
    </w:p>
    <w:p w:rsidR="006974AE" w:rsidRDefault="006974AE" w:rsidP="006974AE">
      <w:r>
        <w:t>592.8230</w:t>
      </w:r>
      <w:r>
        <w:tab/>
        <w:t>2.025e0</w:t>
      </w:r>
    </w:p>
    <w:p w:rsidR="006974AE" w:rsidRDefault="006974AE" w:rsidP="006974AE">
      <w:r>
        <w:t>592.8324</w:t>
      </w:r>
      <w:r>
        <w:tab/>
        <w:t>3.038e0</w:t>
      </w:r>
    </w:p>
    <w:p w:rsidR="006974AE" w:rsidRDefault="006974AE" w:rsidP="006974AE">
      <w:r>
        <w:t>592.8387</w:t>
      </w:r>
      <w:r>
        <w:tab/>
        <w:t>1.013e0</w:t>
      </w:r>
    </w:p>
    <w:p w:rsidR="006974AE" w:rsidRDefault="006974AE" w:rsidP="006974AE">
      <w:r>
        <w:t>592.9643</w:t>
      </w:r>
      <w:r>
        <w:tab/>
        <w:t>2.025e0</w:t>
      </w:r>
    </w:p>
    <w:p w:rsidR="006974AE" w:rsidRDefault="006974AE" w:rsidP="006974AE">
      <w:r>
        <w:t>592.9753</w:t>
      </w:r>
      <w:r>
        <w:tab/>
        <w:t>1.013e0</w:t>
      </w:r>
    </w:p>
    <w:p w:rsidR="006974AE" w:rsidRDefault="006974AE" w:rsidP="006974AE">
      <w:r>
        <w:t>592.9803</w:t>
      </w:r>
      <w:r>
        <w:tab/>
        <w:t>1.013e0</w:t>
      </w:r>
    </w:p>
    <w:p w:rsidR="006974AE" w:rsidRDefault="006974AE" w:rsidP="006974AE">
      <w:r>
        <w:t>593.0457</w:t>
      </w:r>
      <w:r>
        <w:tab/>
        <w:t>2.025e0</w:t>
      </w:r>
    </w:p>
    <w:p w:rsidR="006974AE" w:rsidRDefault="006974AE" w:rsidP="006974AE">
      <w:r>
        <w:t>593.1125</w:t>
      </w:r>
      <w:r>
        <w:tab/>
        <w:t>1.013e0</w:t>
      </w:r>
    </w:p>
    <w:p w:rsidR="006974AE" w:rsidRDefault="006974AE" w:rsidP="006974AE">
      <w:r>
        <w:t>593.1165</w:t>
      </w:r>
      <w:r>
        <w:tab/>
        <w:t>2.025e0</w:t>
      </w:r>
    </w:p>
    <w:p w:rsidR="006974AE" w:rsidRDefault="006974AE" w:rsidP="006974AE">
      <w:r>
        <w:t>593.1516</w:t>
      </w:r>
      <w:r>
        <w:tab/>
        <w:t>1.013e0</w:t>
      </w:r>
    </w:p>
    <w:p w:rsidR="006974AE" w:rsidRDefault="006974AE" w:rsidP="006974AE">
      <w:r>
        <w:lastRenderedPageBreak/>
        <w:t>593.1614</w:t>
      </w:r>
      <w:r>
        <w:tab/>
        <w:t>2.025e0</w:t>
      </w:r>
    </w:p>
    <w:p w:rsidR="006974AE" w:rsidRDefault="006974AE" w:rsidP="006974AE">
      <w:r>
        <w:t>593.1644</w:t>
      </w:r>
      <w:r>
        <w:tab/>
        <w:t>2.585e0</w:t>
      </w:r>
    </w:p>
    <w:p w:rsidR="006974AE" w:rsidRDefault="006974AE" w:rsidP="006974AE">
      <w:r>
        <w:t>593.1841</w:t>
      </w:r>
      <w:r>
        <w:tab/>
        <w:t>2.025e0</w:t>
      </w:r>
    </w:p>
    <w:p w:rsidR="006974AE" w:rsidRDefault="006974AE" w:rsidP="006974AE">
      <w:r>
        <w:t>593.2330</w:t>
      </w:r>
      <w:r>
        <w:tab/>
        <w:t>2.025e0</w:t>
      </w:r>
    </w:p>
    <w:p w:rsidR="006974AE" w:rsidRDefault="006974AE" w:rsidP="006974AE">
      <w:r>
        <w:t>593.2377</w:t>
      </w:r>
      <w:r>
        <w:tab/>
        <w:t>4.051e0</w:t>
      </w:r>
    </w:p>
    <w:p w:rsidR="006974AE" w:rsidRDefault="006974AE" w:rsidP="006974AE">
      <w:r>
        <w:t>593.2416</w:t>
      </w:r>
      <w:r>
        <w:tab/>
        <w:t>1.013e0</w:t>
      </w:r>
    </w:p>
    <w:p w:rsidR="006974AE" w:rsidRDefault="006974AE" w:rsidP="006974AE">
      <w:r>
        <w:t>593.2501</w:t>
      </w:r>
      <w:r>
        <w:tab/>
        <w:t>2.025e0</w:t>
      </w:r>
    </w:p>
    <w:p w:rsidR="006974AE" w:rsidRDefault="006974AE" w:rsidP="006974AE">
      <w:r>
        <w:t>593.2596</w:t>
      </w:r>
      <w:r>
        <w:tab/>
        <w:t>3.038e0</w:t>
      </w:r>
    </w:p>
    <w:p w:rsidR="006974AE" w:rsidRDefault="006974AE" w:rsidP="006974AE">
      <w:r>
        <w:t>593.2668</w:t>
      </w:r>
      <w:r>
        <w:tab/>
        <w:t>3.038e0</w:t>
      </w:r>
    </w:p>
    <w:p w:rsidR="006974AE" w:rsidRDefault="006974AE" w:rsidP="006974AE">
      <w:r>
        <w:t>593.2863</w:t>
      </w:r>
      <w:r>
        <w:tab/>
        <w:t>1.013e0</w:t>
      </w:r>
    </w:p>
    <w:p w:rsidR="006974AE" w:rsidRDefault="006974AE" w:rsidP="006974AE">
      <w:r>
        <w:t>593.2947</w:t>
      </w:r>
      <w:r>
        <w:tab/>
        <w:t>1.013e0</w:t>
      </w:r>
    </w:p>
    <w:p w:rsidR="006974AE" w:rsidRDefault="006974AE" w:rsidP="006974AE">
      <w:r>
        <w:t>593.3129</w:t>
      </w:r>
      <w:r>
        <w:tab/>
        <w:t>1.013e0</w:t>
      </w:r>
    </w:p>
    <w:p w:rsidR="006974AE" w:rsidRDefault="006974AE" w:rsidP="006974AE">
      <w:r>
        <w:t>593.3262</w:t>
      </w:r>
      <w:r>
        <w:tab/>
        <w:t>1.013e0</w:t>
      </w:r>
    </w:p>
    <w:p w:rsidR="006974AE" w:rsidRDefault="006974AE" w:rsidP="006974AE">
      <w:r>
        <w:t>593.3488</w:t>
      </w:r>
      <w:r>
        <w:tab/>
        <w:t>1.013e0</w:t>
      </w:r>
    </w:p>
    <w:p w:rsidR="006974AE" w:rsidRDefault="006974AE" w:rsidP="006974AE">
      <w:r>
        <w:t>593.3651</w:t>
      </w:r>
      <w:r>
        <w:tab/>
        <w:t>1.013e0</w:t>
      </w:r>
    </w:p>
    <w:p w:rsidR="006974AE" w:rsidRDefault="006974AE" w:rsidP="006974AE">
      <w:r>
        <w:t>593.4182</w:t>
      </w:r>
      <w:r>
        <w:tab/>
        <w:t>2.025e0</w:t>
      </w:r>
    </w:p>
    <w:p w:rsidR="006974AE" w:rsidRDefault="006974AE" w:rsidP="006974AE">
      <w:r>
        <w:t>593.4491</w:t>
      </w:r>
      <w:r>
        <w:tab/>
        <w:t>1.013e0</w:t>
      </w:r>
    </w:p>
    <w:p w:rsidR="006974AE" w:rsidRDefault="006974AE" w:rsidP="006974AE">
      <w:r>
        <w:t>593.5204</w:t>
      </w:r>
      <w:r>
        <w:tab/>
        <w:t>2.025e0</w:t>
      </w:r>
    </w:p>
    <w:p w:rsidR="006974AE" w:rsidRDefault="006974AE" w:rsidP="006974AE">
      <w:r>
        <w:t>593.5441</w:t>
      </w:r>
      <w:r>
        <w:tab/>
        <w:t>1.013e0</w:t>
      </w:r>
    </w:p>
    <w:p w:rsidR="006974AE" w:rsidRDefault="006974AE" w:rsidP="006974AE">
      <w:r>
        <w:lastRenderedPageBreak/>
        <w:t>593.5540</w:t>
      </w:r>
      <w:r>
        <w:tab/>
        <w:t>2.025e0</w:t>
      </w:r>
    </w:p>
    <w:p w:rsidR="006974AE" w:rsidRDefault="006974AE" w:rsidP="006974AE">
      <w:r>
        <w:t>593.5614</w:t>
      </w:r>
      <w:r>
        <w:tab/>
        <w:t>2.025e0</w:t>
      </w:r>
    </w:p>
    <w:p w:rsidR="006974AE" w:rsidRDefault="006974AE" w:rsidP="006974AE">
      <w:r>
        <w:t>593.5794</w:t>
      </w:r>
      <w:r>
        <w:tab/>
        <w:t>1.013e0</w:t>
      </w:r>
    </w:p>
    <w:p w:rsidR="006974AE" w:rsidRDefault="006974AE" w:rsidP="006974AE">
      <w:r>
        <w:t>593.5908</w:t>
      </w:r>
      <w:r>
        <w:tab/>
        <w:t>1.013e0</w:t>
      </w:r>
    </w:p>
    <w:p w:rsidR="006974AE" w:rsidRDefault="006974AE" w:rsidP="006974AE">
      <w:r>
        <w:t>593.6221</w:t>
      </w:r>
      <w:r>
        <w:tab/>
        <w:t>1.013e0</w:t>
      </w:r>
    </w:p>
    <w:p w:rsidR="006974AE" w:rsidRDefault="006974AE" w:rsidP="006974AE">
      <w:r>
        <w:t>593.6417</w:t>
      </w:r>
      <w:r>
        <w:tab/>
        <w:t>2.025e0</w:t>
      </w:r>
    </w:p>
    <w:p w:rsidR="006974AE" w:rsidRDefault="006974AE" w:rsidP="006974AE">
      <w:r>
        <w:t>593.6519</w:t>
      </w:r>
      <w:r>
        <w:tab/>
        <w:t>1.013e0</w:t>
      </w:r>
    </w:p>
    <w:p w:rsidR="006974AE" w:rsidRDefault="006974AE" w:rsidP="006974AE">
      <w:r>
        <w:t>593.7741</w:t>
      </w:r>
      <w:r>
        <w:tab/>
        <w:t>1.013e0</w:t>
      </w:r>
    </w:p>
    <w:p w:rsidR="006974AE" w:rsidRDefault="006974AE" w:rsidP="006974AE">
      <w:r>
        <w:t>593.8112</w:t>
      </w:r>
      <w:r>
        <w:tab/>
        <w:t>1.013e0</w:t>
      </w:r>
    </w:p>
    <w:p w:rsidR="006974AE" w:rsidRDefault="006974AE" w:rsidP="006974AE">
      <w:r>
        <w:t>593.8297</w:t>
      </w:r>
      <w:r>
        <w:tab/>
        <w:t>1.013e0</w:t>
      </w:r>
    </w:p>
    <w:p w:rsidR="006974AE" w:rsidRDefault="006974AE" w:rsidP="006974AE">
      <w:r>
        <w:t>593.8996</w:t>
      </w:r>
      <w:r>
        <w:tab/>
        <w:t>2.025e0</w:t>
      </w:r>
    </w:p>
    <w:p w:rsidR="006974AE" w:rsidRDefault="006974AE" w:rsidP="006974AE">
      <w:r>
        <w:t>593.9370</w:t>
      </w:r>
      <w:r>
        <w:tab/>
        <w:t>1.013e0</w:t>
      </w:r>
    </w:p>
    <w:p w:rsidR="006974AE" w:rsidRDefault="006974AE" w:rsidP="006974AE">
      <w:r>
        <w:t>593.9529</w:t>
      </w:r>
      <w:r>
        <w:tab/>
        <w:t>1.013e0</w:t>
      </w:r>
    </w:p>
    <w:p w:rsidR="006974AE" w:rsidRDefault="006974AE" w:rsidP="006974AE">
      <w:r>
        <w:t>593.9546</w:t>
      </w:r>
      <w:r>
        <w:tab/>
        <w:t>3.038e0</w:t>
      </w:r>
    </w:p>
    <w:p w:rsidR="006974AE" w:rsidRDefault="006974AE" w:rsidP="006974AE">
      <w:r>
        <w:t>593.9676</w:t>
      </w:r>
      <w:r>
        <w:tab/>
        <w:t>1.013e0</w:t>
      </w:r>
    </w:p>
    <w:p w:rsidR="006974AE" w:rsidRDefault="006974AE" w:rsidP="006974AE">
      <w:r>
        <w:t>593.9988</w:t>
      </w:r>
      <w:r>
        <w:tab/>
        <w:t>1.013e0</w:t>
      </w:r>
    </w:p>
    <w:p w:rsidR="006974AE" w:rsidRDefault="006974AE" w:rsidP="006974AE">
      <w:r>
        <w:t>594.0425</w:t>
      </w:r>
      <w:r>
        <w:tab/>
        <w:t>1.013e0</w:t>
      </w:r>
    </w:p>
    <w:p w:rsidR="006974AE" w:rsidRDefault="006974AE" w:rsidP="006974AE">
      <w:r>
        <w:t>594.0590</w:t>
      </w:r>
      <w:r>
        <w:tab/>
        <w:t>1.013e0</w:t>
      </w:r>
    </w:p>
    <w:p w:rsidR="006974AE" w:rsidRDefault="006974AE" w:rsidP="006974AE">
      <w:r>
        <w:t>594.1301</w:t>
      </w:r>
      <w:r>
        <w:tab/>
        <w:t>1.013e0</w:t>
      </w:r>
    </w:p>
    <w:p w:rsidR="006974AE" w:rsidRDefault="006974AE" w:rsidP="006974AE">
      <w:r>
        <w:lastRenderedPageBreak/>
        <w:t>594.1411</w:t>
      </w:r>
      <w:r>
        <w:tab/>
        <w:t>2.025e0</w:t>
      </w:r>
    </w:p>
    <w:p w:rsidR="006974AE" w:rsidRDefault="006974AE" w:rsidP="006974AE">
      <w:r>
        <w:t>594.1489</w:t>
      </w:r>
      <w:r>
        <w:tab/>
        <w:t>1.013e0</w:t>
      </w:r>
    </w:p>
    <w:p w:rsidR="006974AE" w:rsidRDefault="006974AE" w:rsidP="006974AE">
      <w:r>
        <w:t>594.1717</w:t>
      </w:r>
      <w:r>
        <w:tab/>
        <w:t>2.025e0</w:t>
      </w:r>
    </w:p>
    <w:p w:rsidR="006974AE" w:rsidRDefault="006974AE" w:rsidP="006974AE">
      <w:r>
        <w:t>594.2121</w:t>
      </w:r>
      <w:r>
        <w:tab/>
        <w:t>1.013e0</w:t>
      </w:r>
    </w:p>
    <w:p w:rsidR="006974AE" w:rsidRDefault="006974AE" w:rsidP="006974AE">
      <w:r>
        <w:t>594.2192</w:t>
      </w:r>
      <w:r>
        <w:tab/>
        <w:t>6.076e0</w:t>
      </w:r>
    </w:p>
    <w:p w:rsidR="006974AE" w:rsidRDefault="006974AE" w:rsidP="006974AE">
      <w:r>
        <w:t>594.2230</w:t>
      </w:r>
      <w:r>
        <w:tab/>
        <w:t>2.025e0</w:t>
      </w:r>
    </w:p>
    <w:p w:rsidR="006974AE" w:rsidRDefault="006974AE" w:rsidP="006974AE">
      <w:r>
        <w:t>594.2433</w:t>
      </w:r>
      <w:r>
        <w:tab/>
        <w:t>1.013e0</w:t>
      </w:r>
    </w:p>
    <w:p w:rsidR="006974AE" w:rsidRDefault="006974AE" w:rsidP="006974AE">
      <w:r>
        <w:t>594.2561</w:t>
      </w:r>
      <w:r>
        <w:tab/>
        <w:t>1.013e0</w:t>
      </w:r>
    </w:p>
    <w:p w:rsidR="006974AE" w:rsidRDefault="006974AE" w:rsidP="006974AE">
      <w:r>
        <w:t>594.2620</w:t>
      </w:r>
      <w:r>
        <w:tab/>
        <w:t>4.051e0</w:t>
      </w:r>
    </w:p>
    <w:p w:rsidR="006974AE" w:rsidRDefault="006974AE" w:rsidP="006974AE">
      <w:r>
        <w:t>594.2852</w:t>
      </w:r>
      <w:r>
        <w:tab/>
        <w:t>2.025e0</w:t>
      </w:r>
    </w:p>
    <w:p w:rsidR="006974AE" w:rsidRDefault="006974AE" w:rsidP="006974AE">
      <w:r>
        <w:t>594.3147</w:t>
      </w:r>
      <w:r>
        <w:tab/>
        <w:t>1.013e0</w:t>
      </w:r>
    </w:p>
    <w:p w:rsidR="006974AE" w:rsidRDefault="006974AE" w:rsidP="006974AE">
      <w:r>
        <w:t>594.3273</w:t>
      </w:r>
      <w:r>
        <w:tab/>
        <w:t>1.013e0</w:t>
      </w:r>
    </w:p>
    <w:p w:rsidR="006974AE" w:rsidRDefault="006974AE" w:rsidP="006974AE">
      <w:r>
        <w:t>594.3460</w:t>
      </w:r>
      <w:r>
        <w:tab/>
        <w:t>1.013e0</w:t>
      </w:r>
    </w:p>
    <w:p w:rsidR="006974AE" w:rsidRDefault="006974AE" w:rsidP="006974AE">
      <w:r>
        <w:t>594.3649</w:t>
      </w:r>
      <w:r>
        <w:tab/>
        <w:t>1.013e0</w:t>
      </w:r>
    </w:p>
    <w:p w:rsidR="006974AE" w:rsidRDefault="006974AE" w:rsidP="006974AE">
      <w:r>
        <w:t>594.4057</w:t>
      </w:r>
      <w:r>
        <w:tab/>
        <w:t>1.013e0</w:t>
      </w:r>
    </w:p>
    <w:p w:rsidR="006974AE" w:rsidRDefault="006974AE" w:rsidP="006974AE">
      <w:r>
        <w:t>594.4148</w:t>
      </w:r>
      <w:r>
        <w:tab/>
        <w:t>1.013e0</w:t>
      </w:r>
    </w:p>
    <w:p w:rsidR="006974AE" w:rsidRDefault="006974AE" w:rsidP="006974AE">
      <w:r>
        <w:t>594.4164</w:t>
      </w:r>
      <w:r>
        <w:tab/>
        <w:t>1.013e0</w:t>
      </w:r>
    </w:p>
    <w:p w:rsidR="006974AE" w:rsidRDefault="006974AE" w:rsidP="006974AE">
      <w:r>
        <w:t>594.4336</w:t>
      </w:r>
      <w:r>
        <w:tab/>
        <w:t>2.025e0</w:t>
      </w:r>
    </w:p>
    <w:p w:rsidR="006974AE" w:rsidRDefault="006974AE" w:rsidP="006974AE">
      <w:r>
        <w:t>594.4474</w:t>
      </w:r>
      <w:r>
        <w:tab/>
        <w:t>2.025e0</w:t>
      </w:r>
    </w:p>
    <w:p w:rsidR="006974AE" w:rsidRDefault="006974AE" w:rsidP="006974AE">
      <w:r>
        <w:lastRenderedPageBreak/>
        <w:t>594.4513</w:t>
      </w:r>
      <w:r>
        <w:tab/>
        <w:t>1.013e0</w:t>
      </w:r>
    </w:p>
    <w:p w:rsidR="006974AE" w:rsidRDefault="006974AE" w:rsidP="006974AE">
      <w:r>
        <w:t>594.4676</w:t>
      </w:r>
      <w:r>
        <w:tab/>
        <w:t>1.013e0</w:t>
      </w:r>
    </w:p>
    <w:p w:rsidR="006974AE" w:rsidRDefault="006974AE" w:rsidP="006974AE">
      <w:r>
        <w:t>594.4876</w:t>
      </w:r>
      <w:r>
        <w:tab/>
        <w:t>1.013e0</w:t>
      </w:r>
    </w:p>
    <w:p w:rsidR="006974AE" w:rsidRDefault="006974AE" w:rsidP="006974AE">
      <w:r>
        <w:t>594.4974</w:t>
      </w:r>
      <w:r>
        <w:tab/>
        <w:t>1.013e0</w:t>
      </w:r>
    </w:p>
    <w:p w:rsidR="006974AE" w:rsidRDefault="006974AE" w:rsidP="006974AE">
      <w:r>
        <w:t>594.5389</w:t>
      </w:r>
      <w:r>
        <w:tab/>
        <w:t>1.013e0</w:t>
      </w:r>
    </w:p>
    <w:p w:rsidR="006974AE" w:rsidRDefault="006974AE" w:rsidP="006974AE">
      <w:r>
        <w:t>594.6103</w:t>
      </w:r>
      <w:r>
        <w:tab/>
        <w:t>1.013e0</w:t>
      </w:r>
    </w:p>
    <w:p w:rsidR="006974AE" w:rsidRDefault="006974AE" w:rsidP="006974AE">
      <w:r>
        <w:t>594.6205</w:t>
      </w:r>
      <w:r>
        <w:tab/>
        <w:t>1.013e0</w:t>
      </w:r>
    </w:p>
    <w:p w:rsidR="006974AE" w:rsidRDefault="006974AE" w:rsidP="006974AE">
      <w:r>
        <w:t>594.6503</w:t>
      </w:r>
      <w:r>
        <w:tab/>
        <w:t>1.013e0</w:t>
      </w:r>
    </w:p>
    <w:p w:rsidR="006974AE" w:rsidRDefault="006974AE" w:rsidP="006974AE">
      <w:r>
        <w:t>594.7411</w:t>
      </w:r>
      <w:r>
        <w:tab/>
        <w:t>2.025e0</w:t>
      </w:r>
    </w:p>
    <w:p w:rsidR="006974AE" w:rsidRDefault="006974AE" w:rsidP="006974AE">
      <w:r>
        <w:t>594.7679</w:t>
      </w:r>
      <w:r>
        <w:tab/>
        <w:t>2.025e0</w:t>
      </w:r>
    </w:p>
    <w:p w:rsidR="006974AE" w:rsidRDefault="006974AE" w:rsidP="006974AE">
      <w:r>
        <w:t>594.7710</w:t>
      </w:r>
      <w:r>
        <w:tab/>
        <w:t>2.025e0</w:t>
      </w:r>
    </w:p>
    <w:p w:rsidR="006974AE" w:rsidRDefault="006974AE" w:rsidP="006974AE">
      <w:r>
        <w:t>594.7892</w:t>
      </w:r>
      <w:r>
        <w:tab/>
        <w:t>2.025e0</w:t>
      </w:r>
    </w:p>
    <w:p w:rsidR="006974AE" w:rsidRDefault="006974AE" w:rsidP="006974AE">
      <w:r>
        <w:t>594.8073</w:t>
      </w:r>
      <w:r>
        <w:tab/>
        <w:t>1.013e0</w:t>
      </w:r>
    </w:p>
    <w:p w:rsidR="006974AE" w:rsidRDefault="006974AE" w:rsidP="006974AE">
      <w:r>
        <w:t>594.8262</w:t>
      </w:r>
      <w:r>
        <w:tab/>
        <w:t>1.013e0</w:t>
      </w:r>
    </w:p>
    <w:p w:rsidR="006974AE" w:rsidRDefault="006974AE" w:rsidP="006974AE">
      <w:r>
        <w:t>594.8339</w:t>
      </w:r>
      <w:r>
        <w:tab/>
        <w:t>1.013e0</w:t>
      </w:r>
    </w:p>
    <w:p w:rsidR="006974AE" w:rsidRDefault="006974AE" w:rsidP="006974AE">
      <w:r>
        <w:t>594.8652</w:t>
      </w:r>
      <w:r>
        <w:tab/>
        <w:t>1.013e0</w:t>
      </w:r>
    </w:p>
    <w:p w:rsidR="006974AE" w:rsidRDefault="006974AE" w:rsidP="006974AE">
      <w:r>
        <w:t>594.9061</w:t>
      </w:r>
      <w:r>
        <w:tab/>
        <w:t>2.025e0</w:t>
      </w:r>
    </w:p>
    <w:p w:rsidR="006974AE" w:rsidRDefault="006974AE" w:rsidP="006974AE">
      <w:r>
        <w:t>594.9468</w:t>
      </w:r>
      <w:r>
        <w:tab/>
        <w:t>1.013e0</w:t>
      </w:r>
    </w:p>
    <w:p w:rsidR="006974AE" w:rsidRDefault="006974AE" w:rsidP="006974AE">
      <w:r>
        <w:t>594.9496</w:t>
      </w:r>
      <w:r>
        <w:tab/>
        <w:t>1.013e0</w:t>
      </w:r>
    </w:p>
    <w:p w:rsidR="006974AE" w:rsidRDefault="006974AE" w:rsidP="006974AE">
      <w:r>
        <w:lastRenderedPageBreak/>
        <w:t>594.9767</w:t>
      </w:r>
      <w:r>
        <w:tab/>
        <w:t>1.013e0</w:t>
      </w:r>
    </w:p>
    <w:p w:rsidR="006974AE" w:rsidRDefault="006974AE" w:rsidP="006974AE">
      <w:r>
        <w:t>594.9841</w:t>
      </w:r>
      <w:r>
        <w:tab/>
        <w:t>1.013e0</w:t>
      </w:r>
    </w:p>
    <w:p w:rsidR="006974AE" w:rsidRDefault="006974AE" w:rsidP="006974AE">
      <w:r>
        <w:t>595.0073</w:t>
      </w:r>
      <w:r>
        <w:tab/>
        <w:t>1.013e0</w:t>
      </w:r>
    </w:p>
    <w:p w:rsidR="006974AE" w:rsidRDefault="006974AE" w:rsidP="006974AE">
      <w:r>
        <w:t>595.0522</w:t>
      </w:r>
      <w:r>
        <w:tab/>
        <w:t>3.038e0</w:t>
      </w:r>
    </w:p>
    <w:p w:rsidR="006974AE" w:rsidRDefault="006974AE" w:rsidP="006974AE">
      <w:r>
        <w:t>595.0787</w:t>
      </w:r>
      <w:r>
        <w:tab/>
        <w:t>1.013e0</w:t>
      </w:r>
    </w:p>
    <w:p w:rsidR="006974AE" w:rsidRDefault="006974AE" w:rsidP="006974AE">
      <w:r>
        <w:t>595.0928</w:t>
      </w:r>
      <w:r>
        <w:tab/>
        <w:t>1.013e0</w:t>
      </w:r>
    </w:p>
    <w:p w:rsidR="006974AE" w:rsidRDefault="006974AE" w:rsidP="006974AE">
      <w:r>
        <w:t>595.1400</w:t>
      </w:r>
      <w:r>
        <w:tab/>
        <w:t>2.025e0</w:t>
      </w:r>
    </w:p>
    <w:p w:rsidR="006974AE" w:rsidRDefault="006974AE" w:rsidP="006974AE">
      <w:r>
        <w:t>595.1456</w:t>
      </w:r>
      <w:r>
        <w:tab/>
        <w:t>1.013e0</w:t>
      </w:r>
    </w:p>
    <w:p w:rsidR="006974AE" w:rsidRDefault="006974AE" w:rsidP="006974AE">
      <w:r>
        <w:t>595.1819</w:t>
      </w:r>
      <w:r>
        <w:tab/>
        <w:t>2.025e0</w:t>
      </w:r>
    </w:p>
    <w:p w:rsidR="006974AE" w:rsidRDefault="006974AE" w:rsidP="006974AE">
      <w:r>
        <w:t>595.2015</w:t>
      </w:r>
      <w:r>
        <w:tab/>
        <w:t>2.025e0</w:t>
      </w:r>
    </w:p>
    <w:p w:rsidR="006974AE" w:rsidRDefault="006974AE" w:rsidP="006974AE">
      <w:r>
        <w:t>595.2076</w:t>
      </w:r>
      <w:r>
        <w:tab/>
        <w:t>4.051e0</w:t>
      </w:r>
    </w:p>
    <w:p w:rsidR="006974AE" w:rsidRDefault="006974AE" w:rsidP="006974AE">
      <w:r>
        <w:t>595.2266</w:t>
      </w:r>
      <w:r>
        <w:tab/>
        <w:t>3.038e0</w:t>
      </w:r>
    </w:p>
    <w:p w:rsidR="006974AE" w:rsidRDefault="006974AE" w:rsidP="006974AE">
      <w:r>
        <w:t>595.2420</w:t>
      </w:r>
      <w:r>
        <w:tab/>
        <w:t>1.013e0</w:t>
      </w:r>
    </w:p>
    <w:p w:rsidR="006974AE" w:rsidRDefault="006974AE" w:rsidP="006974AE">
      <w:r>
        <w:t>595.2531</w:t>
      </w:r>
      <w:r>
        <w:tab/>
        <w:t>1.013e0</w:t>
      </w:r>
    </w:p>
    <w:p w:rsidR="006974AE" w:rsidRDefault="006974AE" w:rsidP="006974AE">
      <w:r>
        <w:t>595.2734</w:t>
      </w:r>
      <w:r>
        <w:tab/>
        <w:t>2.025e0</w:t>
      </w:r>
    </w:p>
    <w:p w:rsidR="006974AE" w:rsidRDefault="006974AE" w:rsidP="006974AE">
      <w:r>
        <w:t>595.2836</w:t>
      </w:r>
      <w:r>
        <w:tab/>
        <w:t>1.013e0</w:t>
      </w:r>
    </w:p>
    <w:p w:rsidR="006974AE" w:rsidRDefault="006974AE" w:rsidP="006974AE">
      <w:r>
        <w:t>595.2880</w:t>
      </w:r>
      <w:r>
        <w:tab/>
        <w:t>2.025e0</w:t>
      </w:r>
    </w:p>
    <w:p w:rsidR="006974AE" w:rsidRDefault="006974AE" w:rsidP="006974AE">
      <w:r>
        <w:t>595.3054</w:t>
      </w:r>
      <w:r>
        <w:tab/>
        <w:t>4.051e0</w:t>
      </w:r>
    </w:p>
    <w:p w:rsidR="006974AE" w:rsidRDefault="006974AE" w:rsidP="006974AE">
      <w:r>
        <w:t>595.3244</w:t>
      </w:r>
      <w:r>
        <w:tab/>
        <w:t>2.025e0</w:t>
      </w:r>
    </w:p>
    <w:p w:rsidR="006974AE" w:rsidRDefault="006974AE" w:rsidP="006974AE">
      <w:r>
        <w:lastRenderedPageBreak/>
        <w:t>595.3445</w:t>
      </w:r>
      <w:r>
        <w:tab/>
        <w:t>2.025e0</w:t>
      </w:r>
    </w:p>
    <w:p w:rsidR="006974AE" w:rsidRDefault="006974AE" w:rsidP="006974AE">
      <w:r>
        <w:t>595.3543</w:t>
      </w:r>
      <w:r>
        <w:tab/>
        <w:t>1.013e0</w:t>
      </w:r>
    </w:p>
    <w:p w:rsidR="006974AE" w:rsidRDefault="006974AE" w:rsidP="006974AE">
      <w:r>
        <w:t>595.3592</w:t>
      </w:r>
      <w:r>
        <w:tab/>
        <w:t>1.013e0</w:t>
      </w:r>
    </w:p>
    <w:p w:rsidR="006974AE" w:rsidRDefault="006974AE" w:rsidP="006974AE">
      <w:r>
        <w:t>595.3630</w:t>
      </w:r>
      <w:r>
        <w:tab/>
        <w:t>3.038e0</w:t>
      </w:r>
    </w:p>
    <w:p w:rsidR="006974AE" w:rsidRDefault="006974AE" w:rsidP="006974AE">
      <w:r>
        <w:t>595.4120</w:t>
      </w:r>
      <w:r>
        <w:tab/>
        <w:t>2.025e0</w:t>
      </w:r>
    </w:p>
    <w:p w:rsidR="006974AE" w:rsidRDefault="006974AE" w:rsidP="006974AE">
      <w:r>
        <w:t>595.4255</w:t>
      </w:r>
      <w:r>
        <w:tab/>
        <w:t>2.025e0</w:t>
      </w:r>
    </w:p>
    <w:p w:rsidR="006974AE" w:rsidRDefault="006974AE" w:rsidP="006974AE">
      <w:r>
        <w:t>595.4479</w:t>
      </w:r>
      <w:r>
        <w:tab/>
        <w:t>1.013e0</w:t>
      </w:r>
    </w:p>
    <w:p w:rsidR="006974AE" w:rsidRDefault="006974AE" w:rsidP="006974AE">
      <w:r>
        <w:t>595.4571</w:t>
      </w:r>
      <w:r>
        <w:tab/>
        <w:t>2.025e0</w:t>
      </w:r>
    </w:p>
    <w:p w:rsidR="006974AE" w:rsidRDefault="006974AE" w:rsidP="006974AE">
      <w:r>
        <w:t>595.4968</w:t>
      </w:r>
      <w:r>
        <w:tab/>
        <w:t>2.025e0</w:t>
      </w:r>
    </w:p>
    <w:p w:rsidR="006974AE" w:rsidRDefault="006974AE" w:rsidP="006974AE">
      <w:r>
        <w:t>595.5016</w:t>
      </w:r>
      <w:r>
        <w:tab/>
        <w:t>1.013e0</w:t>
      </w:r>
    </w:p>
    <w:p w:rsidR="006974AE" w:rsidRDefault="006974AE" w:rsidP="006974AE">
      <w:r>
        <w:t>595.6103</w:t>
      </w:r>
      <w:r>
        <w:tab/>
        <w:t>1.013e0</w:t>
      </w:r>
    </w:p>
    <w:p w:rsidR="006974AE" w:rsidRDefault="006974AE" w:rsidP="006974AE">
      <w:r>
        <w:t>595.6256</w:t>
      </w:r>
      <w:r>
        <w:tab/>
        <w:t>1.013e0</w:t>
      </w:r>
    </w:p>
    <w:p w:rsidR="006974AE" w:rsidRDefault="006974AE" w:rsidP="006974AE">
      <w:r>
        <w:t>595.6409</w:t>
      </w:r>
      <w:r>
        <w:tab/>
        <w:t>1.013e0</w:t>
      </w:r>
    </w:p>
    <w:p w:rsidR="006974AE" w:rsidRDefault="006974AE" w:rsidP="006974AE">
      <w:r>
        <w:t>595.6920</w:t>
      </w:r>
      <w:r>
        <w:tab/>
        <w:t>1.013e0</w:t>
      </w:r>
    </w:p>
    <w:p w:rsidR="006974AE" w:rsidRDefault="006974AE" w:rsidP="006974AE">
      <w:r>
        <w:t>595.7635</w:t>
      </w:r>
      <w:r>
        <w:tab/>
        <w:t>1.013e0</w:t>
      </w:r>
    </w:p>
    <w:p w:rsidR="006974AE" w:rsidRDefault="006974AE" w:rsidP="006974AE">
      <w:r>
        <w:t>595.7856</w:t>
      </w:r>
      <w:r>
        <w:tab/>
        <w:t>1.013e0</w:t>
      </w:r>
    </w:p>
    <w:p w:rsidR="006974AE" w:rsidRDefault="006974AE" w:rsidP="006974AE">
      <w:r>
        <w:t>595.8154</w:t>
      </w:r>
      <w:r>
        <w:tab/>
        <w:t>2.025e0</w:t>
      </w:r>
    </w:p>
    <w:p w:rsidR="006974AE" w:rsidRDefault="006974AE" w:rsidP="006974AE">
      <w:r>
        <w:t>595.8542</w:t>
      </w:r>
      <w:r>
        <w:tab/>
        <w:t>2.025e0</w:t>
      </w:r>
    </w:p>
    <w:p w:rsidR="006974AE" w:rsidRDefault="006974AE" w:rsidP="006974AE">
      <w:r>
        <w:t>595.8567</w:t>
      </w:r>
      <w:r>
        <w:tab/>
        <w:t>2.025e0</w:t>
      </w:r>
    </w:p>
    <w:p w:rsidR="006974AE" w:rsidRDefault="006974AE" w:rsidP="006974AE">
      <w:r>
        <w:lastRenderedPageBreak/>
        <w:t>595.8656</w:t>
      </w:r>
      <w:r>
        <w:tab/>
        <w:t>1.013e0</w:t>
      </w:r>
    </w:p>
    <w:p w:rsidR="006974AE" w:rsidRDefault="006974AE" w:rsidP="006974AE">
      <w:r>
        <w:t>595.8920</w:t>
      </w:r>
      <w:r>
        <w:tab/>
        <w:t>1.013e0</w:t>
      </w:r>
    </w:p>
    <w:p w:rsidR="006974AE" w:rsidRDefault="006974AE" w:rsidP="006974AE">
      <w:r>
        <w:t>595.9014</w:t>
      </w:r>
      <w:r>
        <w:tab/>
        <w:t>2.025e0</w:t>
      </w:r>
    </w:p>
    <w:p w:rsidR="006974AE" w:rsidRDefault="006974AE" w:rsidP="006974AE">
      <w:r>
        <w:t>595.9104</w:t>
      </w:r>
      <w:r>
        <w:tab/>
        <w:t>1.013e0</w:t>
      </w:r>
    </w:p>
    <w:p w:rsidR="006974AE" w:rsidRDefault="006974AE" w:rsidP="006974AE">
      <w:r>
        <w:t>595.9772</w:t>
      </w:r>
      <w:r>
        <w:tab/>
        <w:t>1.013e0</w:t>
      </w:r>
    </w:p>
    <w:p w:rsidR="006974AE" w:rsidRDefault="006974AE" w:rsidP="006974AE">
      <w:r>
        <w:t>595.9973</w:t>
      </w:r>
      <w:r>
        <w:tab/>
        <w:t>1.013e0</w:t>
      </w:r>
    </w:p>
    <w:p w:rsidR="006974AE" w:rsidRDefault="006974AE" w:rsidP="006974AE">
      <w:r>
        <w:t>596.0189</w:t>
      </w:r>
      <w:r>
        <w:tab/>
        <w:t>1.013e0</w:t>
      </w:r>
    </w:p>
    <w:p w:rsidR="006974AE" w:rsidRDefault="006974AE" w:rsidP="006974AE">
      <w:r>
        <w:t>596.0490</w:t>
      </w:r>
      <w:r>
        <w:tab/>
        <w:t>3.038e0</w:t>
      </w:r>
    </w:p>
    <w:p w:rsidR="006974AE" w:rsidRDefault="006974AE" w:rsidP="006974AE">
      <w:r>
        <w:t>596.0598</w:t>
      </w:r>
      <w:r>
        <w:tab/>
        <w:t>1.013e0</w:t>
      </w:r>
    </w:p>
    <w:p w:rsidR="006974AE" w:rsidRDefault="006974AE" w:rsidP="006974AE">
      <w:r>
        <w:t>596.0802</w:t>
      </w:r>
      <w:r>
        <w:tab/>
        <w:t>1.013e0</w:t>
      </w:r>
    </w:p>
    <w:p w:rsidR="006974AE" w:rsidRDefault="006974AE" w:rsidP="006974AE">
      <w:r>
        <w:t>596.1101</w:t>
      </w:r>
      <w:r>
        <w:tab/>
        <w:t>2.025e0</w:t>
      </w:r>
    </w:p>
    <w:p w:rsidR="006974AE" w:rsidRDefault="006974AE" w:rsidP="006974AE">
      <w:r>
        <w:t>596.1232</w:t>
      </w:r>
      <w:r>
        <w:tab/>
        <w:t>1.013e0</w:t>
      </w:r>
    </w:p>
    <w:p w:rsidR="006974AE" w:rsidRDefault="006974AE" w:rsidP="006974AE">
      <w:r>
        <w:t>596.1309</w:t>
      </w:r>
      <w:r>
        <w:tab/>
        <w:t>2.025e0</w:t>
      </w:r>
    </w:p>
    <w:p w:rsidR="006974AE" w:rsidRDefault="006974AE" w:rsidP="006974AE">
      <w:r>
        <w:t>596.1517</w:t>
      </w:r>
      <w:r>
        <w:tab/>
        <w:t>1.013e0</w:t>
      </w:r>
    </w:p>
    <w:p w:rsidR="006974AE" w:rsidRDefault="006974AE" w:rsidP="006974AE">
      <w:r>
        <w:t>596.1981</w:t>
      </w:r>
      <w:r>
        <w:tab/>
        <w:t>2.025e0</w:t>
      </w:r>
    </w:p>
    <w:p w:rsidR="006974AE" w:rsidRDefault="006974AE" w:rsidP="006974AE">
      <w:r>
        <w:t>596.1992</w:t>
      </w:r>
      <w:r>
        <w:tab/>
        <w:t>2.025e0</w:t>
      </w:r>
    </w:p>
    <w:p w:rsidR="006974AE" w:rsidRDefault="006974AE" w:rsidP="006974AE">
      <w:r>
        <w:t>596.2107</w:t>
      </w:r>
      <w:r>
        <w:tab/>
        <w:t>1.013e0</w:t>
      </w:r>
    </w:p>
    <w:p w:rsidR="006974AE" w:rsidRDefault="006974AE" w:rsidP="006974AE">
      <w:r>
        <w:t>596.2175</w:t>
      </w:r>
      <w:r>
        <w:tab/>
        <w:t>3.038e0</w:t>
      </w:r>
    </w:p>
    <w:p w:rsidR="006974AE" w:rsidRDefault="006974AE" w:rsidP="006974AE">
      <w:r>
        <w:t>596.2217</w:t>
      </w:r>
      <w:r>
        <w:tab/>
        <w:t>3.175e0</w:t>
      </w:r>
    </w:p>
    <w:p w:rsidR="006974AE" w:rsidRDefault="006974AE" w:rsidP="006974AE">
      <w:r>
        <w:lastRenderedPageBreak/>
        <w:t>596.2380</w:t>
      </w:r>
      <w:r>
        <w:tab/>
        <w:t>2.025e0</w:t>
      </w:r>
    </w:p>
    <w:p w:rsidR="006974AE" w:rsidRDefault="006974AE" w:rsidP="006974AE">
      <w:r>
        <w:t>596.2634</w:t>
      </w:r>
      <w:r>
        <w:tab/>
        <w:t>1.013e0</w:t>
      </w:r>
    </w:p>
    <w:p w:rsidR="006974AE" w:rsidRDefault="006974AE" w:rsidP="006974AE">
      <w:r>
        <w:t>596.2662</w:t>
      </w:r>
      <w:r>
        <w:tab/>
        <w:t>1.013e0</w:t>
      </w:r>
    </w:p>
    <w:p w:rsidR="006974AE" w:rsidRDefault="006974AE" w:rsidP="006974AE">
      <w:r>
        <w:t>596.2744</w:t>
      </w:r>
      <w:r>
        <w:tab/>
        <w:t>2.025e0</w:t>
      </w:r>
    </w:p>
    <w:p w:rsidR="006974AE" w:rsidRDefault="006974AE" w:rsidP="006974AE">
      <w:r>
        <w:t>596.3000</w:t>
      </w:r>
      <w:r>
        <w:tab/>
        <w:t>2.025e0</w:t>
      </w:r>
    </w:p>
    <w:p w:rsidR="006974AE" w:rsidRDefault="006974AE" w:rsidP="006974AE">
      <w:r>
        <w:t>596.3043</w:t>
      </w:r>
      <w:r>
        <w:tab/>
        <w:t>1.013e0</w:t>
      </w:r>
    </w:p>
    <w:p w:rsidR="006974AE" w:rsidRDefault="006974AE" w:rsidP="006974AE">
      <w:r>
        <w:t>596.3720</w:t>
      </w:r>
      <w:r>
        <w:tab/>
        <w:t>1.013e0</w:t>
      </w:r>
    </w:p>
    <w:p w:rsidR="006974AE" w:rsidRDefault="006974AE" w:rsidP="006974AE">
      <w:r>
        <w:t>596.3963</w:t>
      </w:r>
      <w:r>
        <w:tab/>
        <w:t>1.013e0</w:t>
      </w:r>
    </w:p>
    <w:p w:rsidR="006974AE" w:rsidRDefault="006974AE" w:rsidP="006974AE">
      <w:r>
        <w:t>596.4078</w:t>
      </w:r>
      <w:r>
        <w:tab/>
        <w:t>1.013e0</w:t>
      </w:r>
    </w:p>
    <w:p w:rsidR="006974AE" w:rsidRDefault="006974AE" w:rsidP="006974AE">
      <w:r>
        <w:t>596.4277</w:t>
      </w:r>
      <w:r>
        <w:tab/>
        <w:t>2.417e0</w:t>
      </w:r>
    </w:p>
    <w:p w:rsidR="006974AE" w:rsidRDefault="006974AE" w:rsidP="006974AE">
      <w:r>
        <w:t>596.4567</w:t>
      </w:r>
      <w:r>
        <w:tab/>
        <w:t>3.038e0</w:t>
      </w:r>
    </w:p>
    <w:p w:rsidR="006974AE" w:rsidRDefault="006974AE" w:rsidP="006974AE">
      <w:r>
        <w:t>596.4679</w:t>
      </w:r>
      <w:r>
        <w:tab/>
        <w:t>1.013e0</w:t>
      </w:r>
    </w:p>
    <w:p w:rsidR="006974AE" w:rsidRDefault="006974AE" w:rsidP="006974AE">
      <w:r>
        <w:t>596.4789</w:t>
      </w:r>
      <w:r>
        <w:tab/>
        <w:t>4.051e0</w:t>
      </w:r>
    </w:p>
    <w:p w:rsidR="006974AE" w:rsidRDefault="006974AE" w:rsidP="006974AE">
      <w:r>
        <w:t>596.4917</w:t>
      </w:r>
      <w:r>
        <w:tab/>
        <w:t>3.038e0</w:t>
      </w:r>
    </w:p>
    <w:p w:rsidR="006974AE" w:rsidRDefault="006974AE" w:rsidP="006974AE">
      <w:r>
        <w:t>596.5437</w:t>
      </w:r>
      <w:r>
        <w:tab/>
        <w:t>2.025e0</w:t>
      </w:r>
    </w:p>
    <w:p w:rsidR="006974AE" w:rsidRDefault="006974AE" w:rsidP="006974AE">
      <w:r>
        <w:t>596.5500</w:t>
      </w:r>
      <w:r>
        <w:tab/>
        <w:t>1.013e0</w:t>
      </w:r>
    </w:p>
    <w:p w:rsidR="006974AE" w:rsidRDefault="006974AE" w:rsidP="006974AE">
      <w:r>
        <w:t>596.7273</w:t>
      </w:r>
      <w:r>
        <w:tab/>
        <w:t>1.013e0</w:t>
      </w:r>
    </w:p>
    <w:p w:rsidR="006974AE" w:rsidRDefault="006974AE" w:rsidP="006974AE">
      <w:r>
        <w:t>596.7322</w:t>
      </w:r>
      <w:r>
        <w:tab/>
        <w:t>2.025e0</w:t>
      </w:r>
    </w:p>
    <w:p w:rsidR="006974AE" w:rsidRDefault="006974AE" w:rsidP="006974AE">
      <w:r>
        <w:t>596.7454</w:t>
      </w:r>
      <w:r>
        <w:tab/>
        <w:t>1.013e0</w:t>
      </w:r>
    </w:p>
    <w:p w:rsidR="006974AE" w:rsidRDefault="006974AE" w:rsidP="006974AE">
      <w:r>
        <w:lastRenderedPageBreak/>
        <w:t>596.7955</w:t>
      </w:r>
      <w:r>
        <w:tab/>
        <w:t>3.038e0</w:t>
      </w:r>
    </w:p>
    <w:p w:rsidR="006974AE" w:rsidRDefault="006974AE" w:rsidP="006974AE">
      <w:r>
        <w:t>596.8157</w:t>
      </w:r>
      <w:r>
        <w:tab/>
        <w:t>2.025e0</w:t>
      </w:r>
    </w:p>
    <w:p w:rsidR="006974AE" w:rsidRDefault="006974AE" w:rsidP="006974AE">
      <w:r>
        <w:t>596.8259</w:t>
      </w:r>
      <w:r>
        <w:tab/>
        <w:t>1.013e0</w:t>
      </w:r>
    </w:p>
    <w:p w:rsidR="006974AE" w:rsidRDefault="006974AE" w:rsidP="006974AE">
      <w:r>
        <w:t>596.8361</w:t>
      </w:r>
      <w:r>
        <w:tab/>
        <w:t>1.013e0</w:t>
      </w:r>
    </w:p>
    <w:p w:rsidR="006974AE" w:rsidRDefault="006974AE" w:rsidP="006974AE">
      <w:r>
        <w:t>596.8569</w:t>
      </w:r>
      <w:r>
        <w:tab/>
        <w:t>2.025e0</w:t>
      </w:r>
    </w:p>
    <w:p w:rsidR="006974AE" w:rsidRDefault="006974AE" w:rsidP="006974AE">
      <w:r>
        <w:t>596.8704</w:t>
      </w:r>
      <w:r>
        <w:tab/>
        <w:t>2.025e0</w:t>
      </w:r>
    </w:p>
    <w:p w:rsidR="006974AE" w:rsidRDefault="006974AE" w:rsidP="006974AE">
      <w:r>
        <w:t>596.9282</w:t>
      </w:r>
      <w:r>
        <w:tab/>
        <w:t>1.013e0</w:t>
      </w:r>
    </w:p>
    <w:p w:rsidR="006974AE" w:rsidRDefault="006974AE" w:rsidP="006974AE">
      <w:r>
        <w:t>596.9571</w:t>
      </w:r>
      <w:r>
        <w:tab/>
        <w:t>1.013e0</w:t>
      </w:r>
    </w:p>
    <w:p w:rsidR="006974AE" w:rsidRDefault="006974AE" w:rsidP="006974AE">
      <w:r>
        <w:t>597.0088</w:t>
      </w:r>
      <w:r>
        <w:tab/>
        <w:t>2.025e0</w:t>
      </w:r>
    </w:p>
    <w:p w:rsidR="006974AE" w:rsidRDefault="006974AE" w:rsidP="006974AE">
      <w:r>
        <w:t>597.0388</w:t>
      </w:r>
      <w:r>
        <w:tab/>
        <w:t>3.038e0</w:t>
      </w:r>
    </w:p>
    <w:p w:rsidR="006974AE" w:rsidRDefault="006974AE" w:rsidP="006974AE">
      <w:r>
        <w:t>597.0438</w:t>
      </w:r>
      <w:r>
        <w:tab/>
        <w:t>3.038e0</w:t>
      </w:r>
    </w:p>
    <w:p w:rsidR="006974AE" w:rsidRDefault="006974AE" w:rsidP="006974AE">
      <w:r>
        <w:t>597.0612</w:t>
      </w:r>
      <w:r>
        <w:tab/>
        <w:t>1.013e0</w:t>
      </w:r>
    </w:p>
    <w:p w:rsidR="006974AE" w:rsidRDefault="006974AE" w:rsidP="006974AE">
      <w:r>
        <w:t>597.1030</w:t>
      </w:r>
      <w:r>
        <w:tab/>
        <w:t>2.025e0</w:t>
      </w:r>
    </w:p>
    <w:p w:rsidR="006974AE" w:rsidRDefault="006974AE" w:rsidP="006974AE">
      <w:r>
        <w:t>597.1184</w:t>
      </w:r>
      <w:r>
        <w:tab/>
        <w:t>1.013e0</w:t>
      </w:r>
    </w:p>
    <w:p w:rsidR="006974AE" w:rsidRDefault="006974AE" w:rsidP="006974AE">
      <w:r>
        <w:t>597.1636</w:t>
      </w:r>
      <w:r>
        <w:tab/>
        <w:t>1.013e0</w:t>
      </w:r>
    </w:p>
    <w:p w:rsidR="006974AE" w:rsidRDefault="006974AE" w:rsidP="006974AE">
      <w:r>
        <w:t>597.1648</w:t>
      </w:r>
      <w:r>
        <w:tab/>
        <w:t>3.038e0</w:t>
      </w:r>
    </w:p>
    <w:p w:rsidR="006974AE" w:rsidRDefault="006974AE" w:rsidP="006974AE">
      <w:r>
        <w:t>597.1958</w:t>
      </w:r>
      <w:r>
        <w:tab/>
        <w:t>2.025e0</w:t>
      </w:r>
    </w:p>
    <w:p w:rsidR="006974AE" w:rsidRDefault="006974AE" w:rsidP="006974AE">
      <w:r>
        <w:t>597.2053</w:t>
      </w:r>
      <w:r>
        <w:tab/>
        <w:t>1.013e0</w:t>
      </w:r>
    </w:p>
    <w:p w:rsidR="006974AE" w:rsidRDefault="006974AE" w:rsidP="006974AE">
      <w:r>
        <w:t>597.2236</w:t>
      </w:r>
      <w:r>
        <w:tab/>
        <w:t>1.013e0</w:t>
      </w:r>
    </w:p>
    <w:p w:rsidR="006974AE" w:rsidRDefault="006974AE" w:rsidP="006974AE">
      <w:r>
        <w:lastRenderedPageBreak/>
        <w:t>597.2417</w:t>
      </w:r>
      <w:r>
        <w:tab/>
        <w:t>1.013e0</w:t>
      </w:r>
    </w:p>
    <w:p w:rsidR="006974AE" w:rsidRDefault="006974AE" w:rsidP="006974AE">
      <w:r>
        <w:t>597.2453</w:t>
      </w:r>
      <w:r>
        <w:tab/>
        <w:t>6.076e0</w:t>
      </w:r>
    </w:p>
    <w:p w:rsidR="006974AE" w:rsidRDefault="006974AE" w:rsidP="006974AE">
      <w:r>
        <w:t>597.2480</w:t>
      </w:r>
      <w:r>
        <w:tab/>
        <w:t>2.025e0</w:t>
      </w:r>
    </w:p>
    <w:p w:rsidR="006974AE" w:rsidRDefault="006974AE" w:rsidP="006974AE">
      <w:r>
        <w:t>597.2727</w:t>
      </w:r>
      <w:r>
        <w:tab/>
        <w:t>2.025e0</w:t>
      </w:r>
    </w:p>
    <w:p w:rsidR="006974AE" w:rsidRDefault="006974AE" w:rsidP="006974AE">
      <w:r>
        <w:t>597.2778</w:t>
      </w:r>
      <w:r>
        <w:tab/>
        <w:t>5.063e0</w:t>
      </w:r>
    </w:p>
    <w:p w:rsidR="006974AE" w:rsidRDefault="006974AE" w:rsidP="006974AE">
      <w:r>
        <w:t>597.3078</w:t>
      </w:r>
      <w:r>
        <w:tab/>
        <w:t>2.025e0</w:t>
      </w:r>
    </w:p>
    <w:p w:rsidR="006974AE" w:rsidRDefault="006974AE" w:rsidP="006974AE">
      <w:r>
        <w:t>597.3307</w:t>
      </w:r>
      <w:r>
        <w:tab/>
        <w:t>2.025e0</w:t>
      </w:r>
    </w:p>
    <w:p w:rsidR="006974AE" w:rsidRDefault="006974AE" w:rsidP="006974AE">
      <w:r>
        <w:t>597.3582</w:t>
      </w:r>
      <w:r>
        <w:tab/>
        <w:t>1.013e0</w:t>
      </w:r>
    </w:p>
    <w:p w:rsidR="006974AE" w:rsidRDefault="006974AE" w:rsidP="006974AE">
      <w:r>
        <w:t>597.3871</w:t>
      </w:r>
      <w:r>
        <w:tab/>
        <w:t>3.038e0</w:t>
      </w:r>
    </w:p>
    <w:p w:rsidR="006974AE" w:rsidRDefault="006974AE" w:rsidP="006974AE">
      <w:r>
        <w:t>597.3884</w:t>
      </w:r>
      <w:r>
        <w:tab/>
        <w:t>2.025e0</w:t>
      </w:r>
    </w:p>
    <w:p w:rsidR="006974AE" w:rsidRDefault="006974AE" w:rsidP="006974AE">
      <w:r>
        <w:t>597.3896</w:t>
      </w:r>
      <w:r>
        <w:tab/>
        <w:t>1.013e0</w:t>
      </w:r>
    </w:p>
    <w:p w:rsidR="006974AE" w:rsidRDefault="006974AE" w:rsidP="006974AE">
      <w:r>
        <w:t>597.4033</w:t>
      </w:r>
      <w:r>
        <w:tab/>
        <w:t>2.025e0</w:t>
      </w:r>
    </w:p>
    <w:p w:rsidR="006974AE" w:rsidRDefault="006974AE" w:rsidP="006974AE">
      <w:r>
        <w:t>597.4605</w:t>
      </w:r>
      <w:r>
        <w:tab/>
        <w:t>1.013e0</w:t>
      </w:r>
    </w:p>
    <w:p w:rsidR="006974AE" w:rsidRDefault="006974AE" w:rsidP="006974AE">
      <w:r>
        <w:t>597.4715</w:t>
      </w:r>
      <w:r>
        <w:tab/>
        <w:t>1.013e0</w:t>
      </w:r>
    </w:p>
    <w:p w:rsidR="006974AE" w:rsidRDefault="006974AE" w:rsidP="006974AE">
      <w:r>
        <w:t>597.5287</w:t>
      </w:r>
      <w:r>
        <w:tab/>
        <w:t>3.038e0</w:t>
      </w:r>
    </w:p>
    <w:p w:rsidR="006974AE" w:rsidRDefault="006974AE" w:rsidP="006974AE">
      <w:r>
        <w:t>597.5937</w:t>
      </w:r>
      <w:r>
        <w:tab/>
        <w:t>1.013e0</w:t>
      </w:r>
    </w:p>
    <w:p w:rsidR="006974AE" w:rsidRDefault="006974AE" w:rsidP="006974AE">
      <w:r>
        <w:t>597.6252</w:t>
      </w:r>
      <w:r>
        <w:tab/>
        <w:t>1.013e0</w:t>
      </w:r>
    </w:p>
    <w:p w:rsidR="006974AE" w:rsidRDefault="006974AE" w:rsidP="006974AE">
      <w:r>
        <w:t>597.6330</w:t>
      </w:r>
      <w:r>
        <w:tab/>
        <w:t>1.013e0</w:t>
      </w:r>
    </w:p>
    <w:p w:rsidR="006974AE" w:rsidRDefault="006974AE" w:rsidP="006974AE">
      <w:r>
        <w:t>597.6654</w:t>
      </w:r>
      <w:r>
        <w:tab/>
        <w:t>1.013e0</w:t>
      </w:r>
    </w:p>
    <w:p w:rsidR="006974AE" w:rsidRDefault="006974AE" w:rsidP="006974AE">
      <w:r>
        <w:lastRenderedPageBreak/>
        <w:t>597.6867</w:t>
      </w:r>
      <w:r>
        <w:tab/>
        <w:t>3.038e0</w:t>
      </w:r>
    </w:p>
    <w:p w:rsidR="006974AE" w:rsidRDefault="006974AE" w:rsidP="006974AE">
      <w:r>
        <w:t>597.7408</w:t>
      </w:r>
      <w:r>
        <w:tab/>
        <w:t>1.013e0</w:t>
      </w:r>
    </w:p>
    <w:p w:rsidR="006974AE" w:rsidRDefault="006974AE" w:rsidP="006974AE">
      <w:r>
        <w:t>597.7599</w:t>
      </w:r>
      <w:r>
        <w:tab/>
        <w:t>2.025e0</w:t>
      </w:r>
    </w:p>
    <w:p w:rsidR="006974AE" w:rsidRDefault="006974AE" w:rsidP="006974AE">
      <w:r>
        <w:t>597.7776</w:t>
      </w:r>
      <w:r>
        <w:tab/>
        <w:t>2.025e0</w:t>
      </w:r>
    </w:p>
    <w:p w:rsidR="006974AE" w:rsidRDefault="006974AE" w:rsidP="006974AE">
      <w:r>
        <w:t>597.8191</w:t>
      </w:r>
      <w:r>
        <w:tab/>
        <w:t>1.013e0</w:t>
      </w:r>
    </w:p>
    <w:p w:rsidR="006974AE" w:rsidRDefault="006974AE" w:rsidP="006974AE">
      <w:r>
        <w:t>597.8293</w:t>
      </w:r>
      <w:r>
        <w:tab/>
        <w:t>1.013e0</w:t>
      </w:r>
    </w:p>
    <w:p w:rsidR="006974AE" w:rsidRDefault="006974AE" w:rsidP="006974AE">
      <w:r>
        <w:t>597.8976</w:t>
      </w:r>
      <w:r>
        <w:tab/>
        <w:t>2.025e0</w:t>
      </w:r>
    </w:p>
    <w:p w:rsidR="006974AE" w:rsidRDefault="006974AE" w:rsidP="006974AE">
      <w:r>
        <w:t>597.8994</w:t>
      </w:r>
      <w:r>
        <w:tab/>
        <w:t>1.013e0</w:t>
      </w:r>
    </w:p>
    <w:p w:rsidR="006974AE" w:rsidRDefault="006974AE" w:rsidP="006974AE">
      <w:r>
        <w:t>597.9318</w:t>
      </w:r>
      <w:r>
        <w:tab/>
        <w:t>1.013e0</w:t>
      </w:r>
    </w:p>
    <w:p w:rsidR="006974AE" w:rsidRDefault="006974AE" w:rsidP="006974AE">
      <w:r>
        <w:t>597.9361</w:t>
      </w:r>
      <w:r>
        <w:tab/>
        <w:t>1.013e0</w:t>
      </w:r>
    </w:p>
    <w:p w:rsidR="006974AE" w:rsidRDefault="006974AE" w:rsidP="006974AE">
      <w:r>
        <w:t>597.9599</w:t>
      </w:r>
      <w:r>
        <w:tab/>
        <w:t>3.038e0</w:t>
      </w:r>
    </w:p>
    <w:p w:rsidR="006974AE" w:rsidRDefault="006974AE" w:rsidP="006974AE">
      <w:r>
        <w:t>597.9660</w:t>
      </w:r>
      <w:r>
        <w:tab/>
        <w:t>2.025e0</w:t>
      </w:r>
    </w:p>
    <w:p w:rsidR="006974AE" w:rsidRDefault="006974AE" w:rsidP="006974AE">
      <w:r>
        <w:t>598.0410</w:t>
      </w:r>
      <w:r>
        <w:tab/>
        <w:t>1.013e0</w:t>
      </w:r>
    </w:p>
    <w:p w:rsidR="006974AE" w:rsidRDefault="006974AE" w:rsidP="006974AE">
      <w:r>
        <w:t>598.0594</w:t>
      </w:r>
      <w:r>
        <w:tab/>
        <w:t>1.013e0</w:t>
      </w:r>
    </w:p>
    <w:p w:rsidR="006974AE" w:rsidRDefault="006974AE" w:rsidP="006974AE">
      <w:r>
        <w:t>598.0651</w:t>
      </w:r>
      <w:r>
        <w:tab/>
        <w:t>1.013e0</w:t>
      </w:r>
    </w:p>
    <w:p w:rsidR="006974AE" w:rsidRDefault="006974AE" w:rsidP="006974AE">
      <w:r>
        <w:t>598.1266</w:t>
      </w:r>
      <w:r>
        <w:tab/>
        <w:t>1.013e0</w:t>
      </w:r>
    </w:p>
    <w:p w:rsidR="006974AE" w:rsidRDefault="006974AE" w:rsidP="006974AE">
      <w:r>
        <w:t>598.1306</w:t>
      </w:r>
      <w:r>
        <w:tab/>
        <w:t>1.013e0</w:t>
      </w:r>
    </w:p>
    <w:p w:rsidR="006974AE" w:rsidRDefault="006974AE" w:rsidP="006974AE">
      <w:r>
        <w:t>598.1445</w:t>
      </w:r>
      <w:r>
        <w:tab/>
        <w:t>5.063e0</w:t>
      </w:r>
    </w:p>
    <w:p w:rsidR="006974AE" w:rsidRDefault="006974AE" w:rsidP="006974AE">
      <w:r>
        <w:t>598.1573</w:t>
      </w:r>
      <w:r>
        <w:tab/>
        <w:t>1.013e0</w:t>
      </w:r>
    </w:p>
    <w:p w:rsidR="006974AE" w:rsidRDefault="006974AE" w:rsidP="006974AE">
      <w:r>
        <w:lastRenderedPageBreak/>
        <w:t>598.1841</w:t>
      </w:r>
      <w:r>
        <w:tab/>
        <w:t>1.013e0</w:t>
      </w:r>
    </w:p>
    <w:p w:rsidR="006974AE" w:rsidRDefault="006974AE" w:rsidP="006974AE">
      <w:r>
        <w:t>598.1869</w:t>
      </w:r>
      <w:r>
        <w:tab/>
        <w:t>2.025e0</w:t>
      </w:r>
    </w:p>
    <w:p w:rsidR="006974AE" w:rsidRDefault="006974AE" w:rsidP="006974AE">
      <w:r>
        <w:t>598.2255</w:t>
      </w:r>
      <w:r>
        <w:tab/>
        <w:t>2.025e0</w:t>
      </w:r>
    </w:p>
    <w:p w:rsidR="006974AE" w:rsidRDefault="006974AE" w:rsidP="006974AE">
      <w:r>
        <w:t>598.2401</w:t>
      </w:r>
      <w:r>
        <w:tab/>
        <w:t>1.013e0</w:t>
      </w:r>
    </w:p>
    <w:p w:rsidR="006974AE" w:rsidRDefault="006974AE" w:rsidP="006974AE">
      <w:r>
        <w:t>598.2530</w:t>
      </w:r>
      <w:r>
        <w:tab/>
        <w:t>3.038e0</w:t>
      </w:r>
    </w:p>
    <w:p w:rsidR="006974AE" w:rsidRDefault="006974AE" w:rsidP="006974AE">
      <w:r>
        <w:t>598.2703</w:t>
      </w:r>
      <w:r>
        <w:tab/>
        <w:t>2.025e0</w:t>
      </w:r>
    </w:p>
    <w:p w:rsidR="006974AE" w:rsidRDefault="006974AE" w:rsidP="006974AE">
      <w:r>
        <w:t>598.2763</w:t>
      </w:r>
      <w:r>
        <w:tab/>
        <w:t>2.025e0</w:t>
      </w:r>
    </w:p>
    <w:p w:rsidR="006974AE" w:rsidRDefault="006974AE" w:rsidP="006974AE">
      <w:r>
        <w:t>598.2902</w:t>
      </w:r>
      <w:r>
        <w:tab/>
        <w:t>6.076e0</w:t>
      </w:r>
    </w:p>
    <w:p w:rsidR="006974AE" w:rsidRDefault="006974AE" w:rsidP="006974AE">
      <w:r>
        <w:t>598.3367</w:t>
      </w:r>
      <w:r>
        <w:tab/>
        <w:t>2.025e0</w:t>
      </w:r>
    </w:p>
    <w:p w:rsidR="006974AE" w:rsidRDefault="006974AE" w:rsidP="006974AE">
      <w:r>
        <w:t>598.3734</w:t>
      </w:r>
      <w:r>
        <w:tab/>
        <w:t>1.013e0</w:t>
      </w:r>
    </w:p>
    <w:p w:rsidR="006974AE" w:rsidRDefault="006974AE" w:rsidP="006974AE">
      <w:r>
        <w:t>598.4042</w:t>
      </w:r>
      <w:r>
        <w:tab/>
        <w:t>1.013e0</w:t>
      </w:r>
    </w:p>
    <w:p w:rsidR="006974AE" w:rsidRDefault="006974AE" w:rsidP="006974AE">
      <w:r>
        <w:t>598.4159</w:t>
      </w:r>
      <w:r>
        <w:tab/>
        <w:t>1.013e0</w:t>
      </w:r>
    </w:p>
    <w:p w:rsidR="006974AE" w:rsidRDefault="006974AE" w:rsidP="006974AE">
      <w:r>
        <w:t>598.4387</w:t>
      </w:r>
      <w:r>
        <w:tab/>
        <w:t>3.038e0</w:t>
      </w:r>
    </w:p>
    <w:p w:rsidR="006974AE" w:rsidRDefault="006974AE" w:rsidP="006974AE">
      <w:r>
        <w:t>598.4445</w:t>
      </w:r>
      <w:r>
        <w:tab/>
        <w:t>1.013e0</w:t>
      </w:r>
    </w:p>
    <w:p w:rsidR="006974AE" w:rsidRDefault="006974AE" w:rsidP="006974AE">
      <w:r>
        <w:t>598.4560</w:t>
      </w:r>
      <w:r>
        <w:tab/>
        <w:t>2.025e0</w:t>
      </w:r>
    </w:p>
    <w:p w:rsidR="006974AE" w:rsidRDefault="006974AE" w:rsidP="006974AE">
      <w:r>
        <w:t>598.5026</w:t>
      </w:r>
      <w:r>
        <w:tab/>
        <w:t>2.025e0</w:t>
      </w:r>
    </w:p>
    <w:p w:rsidR="006974AE" w:rsidRDefault="006974AE" w:rsidP="006974AE">
      <w:r>
        <w:t>598.5218</w:t>
      </w:r>
      <w:r>
        <w:tab/>
        <w:t>1.013e0</w:t>
      </w:r>
    </w:p>
    <w:p w:rsidR="006974AE" w:rsidRDefault="006974AE" w:rsidP="006974AE">
      <w:r>
        <w:t>598.5433</w:t>
      </w:r>
      <w:r>
        <w:tab/>
        <w:t>3.038e0</w:t>
      </w:r>
    </w:p>
    <w:p w:rsidR="006974AE" w:rsidRDefault="006974AE" w:rsidP="006974AE">
      <w:r>
        <w:t>598.5471</w:t>
      </w:r>
      <w:r>
        <w:tab/>
        <w:t>1.013e0</w:t>
      </w:r>
    </w:p>
    <w:p w:rsidR="006974AE" w:rsidRDefault="006974AE" w:rsidP="006974AE">
      <w:r>
        <w:lastRenderedPageBreak/>
        <w:t>598.5881</w:t>
      </w:r>
      <w:r>
        <w:tab/>
        <w:t>1.013e0</w:t>
      </w:r>
    </w:p>
    <w:p w:rsidR="006974AE" w:rsidRDefault="006974AE" w:rsidP="006974AE">
      <w:r>
        <w:t>598.6458</w:t>
      </w:r>
      <w:r>
        <w:tab/>
        <w:t>1.013e0</w:t>
      </w:r>
    </w:p>
    <w:p w:rsidR="006974AE" w:rsidRDefault="006974AE" w:rsidP="006974AE">
      <w:r>
        <w:t>598.7318</w:t>
      </w:r>
      <w:r>
        <w:tab/>
        <w:t>2.025e0</w:t>
      </w:r>
    </w:p>
    <w:p w:rsidR="006974AE" w:rsidRDefault="006974AE" w:rsidP="006974AE">
      <w:r>
        <w:t>598.7354</w:t>
      </w:r>
      <w:r>
        <w:tab/>
        <w:t>1.013e0</w:t>
      </w:r>
    </w:p>
    <w:p w:rsidR="006974AE" w:rsidRDefault="006974AE" w:rsidP="006974AE">
      <w:r>
        <w:t>598.7416</w:t>
      </w:r>
      <w:r>
        <w:tab/>
        <w:t>2.025e0</w:t>
      </w:r>
    </w:p>
    <w:p w:rsidR="006974AE" w:rsidRDefault="006974AE" w:rsidP="006974AE">
      <w:r>
        <w:t>598.7644</w:t>
      </w:r>
      <w:r>
        <w:tab/>
        <w:t>2.025e0</w:t>
      </w:r>
    </w:p>
    <w:p w:rsidR="006974AE" w:rsidRDefault="006974AE" w:rsidP="006974AE">
      <w:r>
        <w:t>598.7984</w:t>
      </w:r>
      <w:r>
        <w:tab/>
        <w:t>2.025e0</w:t>
      </w:r>
    </w:p>
    <w:p w:rsidR="006974AE" w:rsidRDefault="006974AE" w:rsidP="006974AE">
      <w:r>
        <w:t>598.8185</w:t>
      </w:r>
      <w:r>
        <w:tab/>
        <w:t>2.025e0</w:t>
      </w:r>
    </w:p>
    <w:p w:rsidR="006974AE" w:rsidRDefault="006974AE" w:rsidP="006974AE">
      <w:r>
        <w:t>598.8765</w:t>
      </w:r>
      <w:r>
        <w:tab/>
        <w:t>3.038e0</w:t>
      </w:r>
    </w:p>
    <w:p w:rsidR="006974AE" w:rsidRDefault="006974AE" w:rsidP="006974AE">
      <w:r>
        <w:t>598.8792</w:t>
      </w:r>
      <w:r>
        <w:tab/>
        <w:t>2.025e0</w:t>
      </w:r>
    </w:p>
    <w:p w:rsidR="006974AE" w:rsidRDefault="006974AE" w:rsidP="006974AE">
      <w:r>
        <w:t>598.8939</w:t>
      </w:r>
      <w:r>
        <w:tab/>
        <w:t>1.013e0</w:t>
      </w:r>
    </w:p>
    <w:p w:rsidR="006974AE" w:rsidRDefault="006974AE" w:rsidP="006974AE">
      <w:r>
        <w:t>598.9172</w:t>
      </w:r>
      <w:r>
        <w:tab/>
        <w:t>1.013e0</w:t>
      </w:r>
    </w:p>
    <w:p w:rsidR="006974AE" w:rsidRDefault="006974AE" w:rsidP="006974AE">
      <w:r>
        <w:t>598.9299</w:t>
      </w:r>
      <w:r>
        <w:tab/>
        <w:t>1.013e0</w:t>
      </w:r>
    </w:p>
    <w:p w:rsidR="006974AE" w:rsidRDefault="006974AE" w:rsidP="006974AE">
      <w:r>
        <w:t>598.9482</w:t>
      </w:r>
      <w:r>
        <w:tab/>
        <w:t>2.025e0</w:t>
      </w:r>
    </w:p>
    <w:p w:rsidR="006974AE" w:rsidRDefault="006974AE" w:rsidP="006974AE">
      <w:r>
        <w:t>598.9528</w:t>
      </w:r>
      <w:r>
        <w:tab/>
        <w:t>2.025e0</w:t>
      </w:r>
    </w:p>
    <w:p w:rsidR="006974AE" w:rsidRDefault="006974AE" w:rsidP="006974AE">
      <w:r>
        <w:t>598.9575</w:t>
      </w:r>
      <w:r>
        <w:tab/>
        <w:t>1.013e0</w:t>
      </w:r>
    </w:p>
    <w:p w:rsidR="006974AE" w:rsidRDefault="006974AE" w:rsidP="006974AE">
      <w:r>
        <w:t>599.0089</w:t>
      </w:r>
      <w:r>
        <w:tab/>
        <w:t>1.013e0</w:t>
      </w:r>
    </w:p>
    <w:p w:rsidR="006974AE" w:rsidRDefault="006974AE" w:rsidP="006974AE">
      <w:r>
        <w:t>599.0294</w:t>
      </w:r>
      <w:r>
        <w:tab/>
        <w:t>1.013e0</w:t>
      </w:r>
    </w:p>
    <w:p w:rsidR="006974AE" w:rsidRDefault="006974AE" w:rsidP="006974AE">
      <w:r>
        <w:t>599.0383</w:t>
      </w:r>
      <w:r>
        <w:tab/>
        <w:t>3.038e0</w:t>
      </w:r>
    </w:p>
    <w:p w:rsidR="006974AE" w:rsidRDefault="006974AE" w:rsidP="006974AE">
      <w:r>
        <w:lastRenderedPageBreak/>
        <w:t>599.1067</w:t>
      </w:r>
      <w:r>
        <w:tab/>
        <w:t>1.013e0</w:t>
      </w:r>
    </w:p>
    <w:p w:rsidR="006974AE" w:rsidRDefault="006974AE" w:rsidP="006974AE">
      <w:r>
        <w:t>599.1602</w:t>
      </w:r>
      <w:r>
        <w:tab/>
        <w:t>3.038e0</w:t>
      </w:r>
    </w:p>
    <w:p w:rsidR="006974AE" w:rsidRDefault="006974AE" w:rsidP="006974AE">
      <w:r>
        <w:t>599.1841</w:t>
      </w:r>
      <w:r>
        <w:tab/>
        <w:t>1.013e0</w:t>
      </w:r>
    </w:p>
    <w:p w:rsidR="006974AE" w:rsidRDefault="006974AE" w:rsidP="006974AE">
      <w:r>
        <w:t>599.1879</w:t>
      </w:r>
      <w:r>
        <w:tab/>
        <w:t>2.025e0</w:t>
      </w:r>
    </w:p>
    <w:p w:rsidR="006974AE" w:rsidRDefault="006974AE" w:rsidP="006974AE">
      <w:r>
        <w:t>599.2043</w:t>
      </w:r>
      <w:r>
        <w:tab/>
        <w:t>2.025e0</w:t>
      </w:r>
    </w:p>
    <w:p w:rsidR="006974AE" w:rsidRDefault="006974AE" w:rsidP="006974AE">
      <w:r>
        <w:t>599.2321</w:t>
      </w:r>
      <w:r>
        <w:tab/>
        <w:t>2.025e0</w:t>
      </w:r>
    </w:p>
    <w:p w:rsidR="006974AE" w:rsidRDefault="006974AE" w:rsidP="006974AE">
      <w:r>
        <w:t>599.2370</w:t>
      </w:r>
      <w:r>
        <w:tab/>
        <w:t>3.038e0</w:t>
      </w:r>
    </w:p>
    <w:p w:rsidR="006974AE" w:rsidRDefault="006974AE" w:rsidP="006974AE">
      <w:r>
        <w:t>599.2758</w:t>
      </w:r>
      <w:r>
        <w:tab/>
        <w:t>1.013e0</w:t>
      </w:r>
    </w:p>
    <w:p w:rsidR="006974AE" w:rsidRDefault="006974AE" w:rsidP="006974AE">
      <w:r>
        <w:t>599.3022</w:t>
      </w:r>
      <w:r>
        <w:tab/>
        <w:t>2.025e0</w:t>
      </w:r>
    </w:p>
    <w:p w:rsidR="006974AE" w:rsidRDefault="006974AE" w:rsidP="006974AE">
      <w:r>
        <w:t>599.3066</w:t>
      </w:r>
      <w:r>
        <w:tab/>
        <w:t>1.013e0</w:t>
      </w:r>
    </w:p>
    <w:p w:rsidR="006974AE" w:rsidRDefault="006974AE" w:rsidP="006974AE">
      <w:r>
        <w:t>599.3172</w:t>
      </w:r>
      <w:r>
        <w:tab/>
        <w:t>4.051e0</w:t>
      </w:r>
    </w:p>
    <w:p w:rsidR="006974AE" w:rsidRDefault="006974AE" w:rsidP="006974AE">
      <w:r>
        <w:t>599.3497</w:t>
      </w:r>
      <w:r>
        <w:tab/>
        <w:t>2.025e0</w:t>
      </w:r>
    </w:p>
    <w:p w:rsidR="006974AE" w:rsidRDefault="006974AE" w:rsidP="006974AE">
      <w:r>
        <w:t>599.3888</w:t>
      </w:r>
      <w:r>
        <w:tab/>
        <w:t>1.013e0</w:t>
      </w:r>
    </w:p>
    <w:p w:rsidR="006974AE" w:rsidRDefault="006974AE" w:rsidP="006974AE">
      <w:r>
        <w:t>599.4095</w:t>
      </w:r>
      <w:r>
        <w:tab/>
        <w:t>2.025e0</w:t>
      </w:r>
    </w:p>
    <w:p w:rsidR="006974AE" w:rsidRDefault="006974AE" w:rsidP="006974AE">
      <w:r>
        <w:t>599.4299</w:t>
      </w:r>
      <w:r>
        <w:tab/>
        <w:t>1.013e0</w:t>
      </w:r>
    </w:p>
    <w:p w:rsidR="006974AE" w:rsidRDefault="006974AE" w:rsidP="006974AE">
      <w:r>
        <w:t>599.4405</w:t>
      </w:r>
      <w:r>
        <w:tab/>
        <w:t>3.038e0</w:t>
      </w:r>
    </w:p>
    <w:p w:rsidR="006974AE" w:rsidRDefault="006974AE" w:rsidP="006974AE">
      <w:r>
        <w:t>599.4444</w:t>
      </w:r>
      <w:r>
        <w:tab/>
        <w:t>1.013e0</w:t>
      </w:r>
    </w:p>
    <w:p w:rsidR="006974AE" w:rsidRDefault="006974AE" w:rsidP="006974AE">
      <w:r>
        <w:t>599.4633</w:t>
      </w:r>
      <w:r>
        <w:tab/>
        <w:t>1.013e0</w:t>
      </w:r>
    </w:p>
    <w:p w:rsidR="006974AE" w:rsidRDefault="006974AE" w:rsidP="006974AE">
      <w:r>
        <w:t>599.5231</w:t>
      </w:r>
      <w:r>
        <w:tab/>
        <w:t>1.013e0</w:t>
      </w:r>
    </w:p>
    <w:p w:rsidR="006974AE" w:rsidRDefault="006974AE" w:rsidP="006974AE">
      <w:r>
        <w:lastRenderedPageBreak/>
        <w:t>599.5345</w:t>
      </w:r>
      <w:r>
        <w:tab/>
        <w:t>4.051e0</w:t>
      </w:r>
    </w:p>
    <w:p w:rsidR="006974AE" w:rsidRDefault="006974AE" w:rsidP="006974AE">
      <w:r>
        <w:t>599.5692</w:t>
      </w:r>
      <w:r>
        <w:tab/>
        <w:t>1.013e0</w:t>
      </w:r>
    </w:p>
    <w:p w:rsidR="006974AE" w:rsidRDefault="006974AE" w:rsidP="006974AE">
      <w:r>
        <w:t>599.5737</w:t>
      </w:r>
      <w:r>
        <w:tab/>
        <w:t>1.013e0</w:t>
      </w:r>
    </w:p>
    <w:p w:rsidR="006974AE" w:rsidRDefault="006974AE" w:rsidP="006974AE">
      <w:r>
        <w:t>599.6254</w:t>
      </w:r>
      <w:r>
        <w:tab/>
        <w:t>2.025e0</w:t>
      </w:r>
    </w:p>
    <w:p w:rsidR="006974AE" w:rsidRDefault="006974AE" w:rsidP="006974AE">
      <w:r>
        <w:t>599.6464</w:t>
      </w:r>
      <w:r>
        <w:tab/>
        <w:t>1.013e0</w:t>
      </w:r>
    </w:p>
    <w:p w:rsidR="006974AE" w:rsidRDefault="006974AE" w:rsidP="006974AE">
      <w:r>
        <w:t>599.6663</w:t>
      </w:r>
      <w:r>
        <w:tab/>
        <w:t>1.013e0</w:t>
      </w:r>
    </w:p>
    <w:p w:rsidR="006974AE" w:rsidRDefault="006974AE" w:rsidP="006974AE">
      <w:r>
        <w:t>599.6868</w:t>
      </w:r>
      <w:r>
        <w:tab/>
        <w:t>1.013e0</w:t>
      </w:r>
    </w:p>
    <w:p w:rsidR="006974AE" w:rsidRDefault="006974AE" w:rsidP="006974AE">
      <w:r>
        <w:t>599.7643</w:t>
      </w:r>
      <w:r>
        <w:tab/>
        <w:t>1.013e0</w:t>
      </w:r>
    </w:p>
    <w:p w:rsidR="006974AE" w:rsidRDefault="006974AE" w:rsidP="006974AE">
      <w:r>
        <w:t>599.7793</w:t>
      </w:r>
      <w:r>
        <w:tab/>
        <w:t>1.013e0</w:t>
      </w:r>
    </w:p>
    <w:p w:rsidR="006974AE" w:rsidRDefault="006974AE" w:rsidP="006974AE">
      <w:r>
        <w:t>599.8164</w:t>
      </w:r>
      <w:r>
        <w:tab/>
        <w:t>1.013e0</w:t>
      </w:r>
    </w:p>
    <w:p w:rsidR="006974AE" w:rsidRDefault="006974AE" w:rsidP="006974AE">
      <w:r>
        <w:t>599.8212</w:t>
      </w:r>
      <w:r>
        <w:tab/>
        <w:t>1.013e0</w:t>
      </w:r>
    </w:p>
    <w:p w:rsidR="006974AE" w:rsidRDefault="006974AE" w:rsidP="006974AE">
      <w:r>
        <w:t>599.8513</w:t>
      </w:r>
      <w:r>
        <w:tab/>
        <w:t>1.013e0</w:t>
      </w:r>
    </w:p>
    <w:p w:rsidR="006974AE" w:rsidRDefault="006974AE" w:rsidP="006974AE">
      <w:r>
        <w:t>599.8538</w:t>
      </w:r>
      <w:r>
        <w:tab/>
        <w:t>1.013e0</w:t>
      </w:r>
    </w:p>
    <w:p w:rsidR="006974AE" w:rsidRDefault="006974AE" w:rsidP="006974AE">
      <w:r>
        <w:t>599.8701</w:t>
      </w:r>
      <w:r>
        <w:tab/>
        <w:t>1.013e0</w:t>
      </w:r>
    </w:p>
    <w:p w:rsidR="006974AE" w:rsidRDefault="006974AE" w:rsidP="006974AE">
      <w:r>
        <w:t>599.8880</w:t>
      </w:r>
      <w:r>
        <w:tab/>
        <w:t>2.025e0</w:t>
      </w:r>
    </w:p>
    <w:p w:rsidR="006974AE" w:rsidRDefault="006974AE" w:rsidP="006974AE">
      <w:r>
        <w:t>599.8976</w:t>
      </w:r>
      <w:r>
        <w:tab/>
        <w:t>2.025e0</w:t>
      </w:r>
    </w:p>
    <w:p w:rsidR="006974AE" w:rsidRDefault="006974AE" w:rsidP="006974AE">
      <w:r>
        <w:t>599.9224</w:t>
      </w:r>
      <w:r>
        <w:tab/>
        <w:t>1.013e0</w:t>
      </w:r>
    </w:p>
    <w:p w:rsidR="006974AE" w:rsidRDefault="006974AE" w:rsidP="006974AE">
      <w:r>
        <w:t>599.9315</w:t>
      </w:r>
      <w:r>
        <w:tab/>
        <w:t>2.025e0</w:t>
      </w:r>
    </w:p>
    <w:p w:rsidR="006974AE" w:rsidRDefault="006974AE" w:rsidP="006974AE">
      <w:r>
        <w:t>599.9644</w:t>
      </w:r>
      <w:r>
        <w:tab/>
        <w:t>1.013e0</w:t>
      </w:r>
    </w:p>
    <w:p w:rsidR="006974AE" w:rsidRDefault="006974AE" w:rsidP="006974AE">
      <w:r>
        <w:lastRenderedPageBreak/>
        <w:t>600.0268</w:t>
      </w:r>
      <w:r>
        <w:tab/>
        <w:t>1.013e0</w:t>
      </w:r>
    </w:p>
    <w:p w:rsidR="006974AE" w:rsidRDefault="006974AE" w:rsidP="006974AE">
      <w:r>
        <w:t>600.0466</w:t>
      </w:r>
      <w:r>
        <w:tab/>
        <w:t>1.013e0</w:t>
      </w:r>
    </w:p>
    <w:p w:rsidR="006974AE" w:rsidRDefault="006974AE" w:rsidP="006974AE">
      <w:r>
        <w:t>600.0576</w:t>
      </w:r>
      <w:r>
        <w:tab/>
        <w:t>1.013e0</w:t>
      </w:r>
    </w:p>
    <w:p w:rsidR="006974AE" w:rsidRDefault="006974AE" w:rsidP="006974AE">
      <w:r>
        <w:t>600.0828</w:t>
      </w:r>
      <w:r>
        <w:tab/>
        <w:t>1.013e0</w:t>
      </w:r>
    </w:p>
    <w:p w:rsidR="006974AE" w:rsidRDefault="006974AE" w:rsidP="006974AE">
      <w:r>
        <w:t>600.1288</w:t>
      </w:r>
      <w:r>
        <w:tab/>
        <w:t>1.013e0</w:t>
      </w:r>
    </w:p>
    <w:p w:rsidR="006974AE" w:rsidRDefault="006974AE" w:rsidP="006974AE">
      <w:r>
        <w:t>600.1727</w:t>
      </w:r>
      <w:r>
        <w:tab/>
        <w:t>2.025e0</w:t>
      </w:r>
    </w:p>
    <w:p w:rsidR="006974AE" w:rsidRDefault="006974AE" w:rsidP="006974AE">
      <w:r>
        <w:t>600.1803</w:t>
      </w:r>
      <w:r>
        <w:tab/>
        <w:t>1.013e0</w:t>
      </w:r>
    </w:p>
    <w:p w:rsidR="006974AE" w:rsidRDefault="006974AE" w:rsidP="006974AE">
      <w:r>
        <w:t>600.1961</w:t>
      </w:r>
      <w:r>
        <w:tab/>
        <w:t>3.038e0</w:t>
      </w:r>
    </w:p>
    <w:p w:rsidR="006974AE" w:rsidRDefault="006974AE" w:rsidP="006974AE">
      <w:r>
        <w:t>600.2071</w:t>
      </w:r>
      <w:r>
        <w:tab/>
        <w:t>3.038e0</w:t>
      </w:r>
    </w:p>
    <w:p w:rsidR="006974AE" w:rsidRDefault="006974AE" w:rsidP="006974AE">
      <w:r>
        <w:t>600.2441</w:t>
      </w:r>
      <w:r>
        <w:tab/>
        <w:t>1.013e0</w:t>
      </w:r>
    </w:p>
    <w:p w:rsidR="006974AE" w:rsidRDefault="006974AE" w:rsidP="006974AE">
      <w:r>
        <w:t>600.2571</w:t>
      </w:r>
      <w:r>
        <w:tab/>
        <w:t>2.025e0</w:t>
      </w:r>
    </w:p>
    <w:p w:rsidR="006974AE" w:rsidRDefault="006974AE" w:rsidP="006974AE">
      <w:r>
        <w:t>600.2633</w:t>
      </w:r>
      <w:r>
        <w:tab/>
        <w:t>1.013e0</w:t>
      </w:r>
    </w:p>
    <w:p w:rsidR="006974AE" w:rsidRDefault="006974AE" w:rsidP="006974AE">
      <w:r>
        <w:t>600.2670</w:t>
      </w:r>
      <w:r>
        <w:tab/>
        <w:t>3.038e0</w:t>
      </w:r>
    </w:p>
    <w:p w:rsidR="006974AE" w:rsidRDefault="006974AE" w:rsidP="006974AE">
      <w:r>
        <w:t>600.2922</w:t>
      </w:r>
      <w:r>
        <w:tab/>
        <w:t>7.089e0</w:t>
      </w:r>
    </w:p>
    <w:p w:rsidR="006974AE" w:rsidRDefault="006974AE" w:rsidP="006974AE">
      <w:r>
        <w:t>600.3175</w:t>
      </w:r>
      <w:r>
        <w:tab/>
        <w:t>3.038e0</w:t>
      </w:r>
    </w:p>
    <w:p w:rsidR="006974AE" w:rsidRDefault="006974AE" w:rsidP="006974AE">
      <w:r>
        <w:t>600.3250</w:t>
      </w:r>
      <w:r>
        <w:tab/>
        <w:t>1.013e0</w:t>
      </w:r>
    </w:p>
    <w:p w:rsidR="006974AE" w:rsidRDefault="006974AE" w:rsidP="006974AE">
      <w:r>
        <w:t>600.3346</w:t>
      </w:r>
      <w:r>
        <w:tab/>
        <w:t>1.013e0</w:t>
      </w:r>
    </w:p>
    <w:p w:rsidR="006974AE" w:rsidRDefault="006974AE" w:rsidP="006974AE">
      <w:r>
        <w:t>600.3452</w:t>
      </w:r>
      <w:r>
        <w:tab/>
        <w:t>2.025e0</w:t>
      </w:r>
    </w:p>
    <w:p w:rsidR="006974AE" w:rsidRDefault="006974AE" w:rsidP="006974AE">
      <w:r>
        <w:t>600.3823</w:t>
      </w:r>
      <w:r>
        <w:tab/>
        <w:t>2.025e0</w:t>
      </w:r>
    </w:p>
    <w:p w:rsidR="006974AE" w:rsidRDefault="006974AE" w:rsidP="006974AE">
      <w:r>
        <w:lastRenderedPageBreak/>
        <w:t>600.4021</w:t>
      </w:r>
      <w:r>
        <w:tab/>
        <w:t>1.013e0</w:t>
      </w:r>
    </w:p>
    <w:p w:rsidR="006974AE" w:rsidRDefault="006974AE" w:rsidP="006974AE">
      <w:r>
        <w:t>600.4139</w:t>
      </w:r>
      <w:r>
        <w:tab/>
        <w:t>4.051e0</w:t>
      </w:r>
    </w:p>
    <w:p w:rsidR="006974AE" w:rsidRDefault="006974AE" w:rsidP="006974AE">
      <w:r>
        <w:t>600.4606</w:t>
      </w:r>
      <w:r>
        <w:tab/>
        <w:t>3.038e0</w:t>
      </w:r>
    </w:p>
    <w:p w:rsidR="006974AE" w:rsidRDefault="006974AE" w:rsidP="006974AE">
      <w:r>
        <w:t>600.4685</w:t>
      </w:r>
      <w:r>
        <w:tab/>
        <w:t>3.038e0</w:t>
      </w:r>
    </w:p>
    <w:p w:rsidR="006974AE" w:rsidRDefault="006974AE" w:rsidP="006974AE">
      <w:r>
        <w:t>600.4713</w:t>
      </w:r>
      <w:r>
        <w:tab/>
        <w:t>4.051e0</w:t>
      </w:r>
    </w:p>
    <w:p w:rsidR="006974AE" w:rsidRDefault="006974AE" w:rsidP="006974AE">
      <w:r>
        <w:t>600.4816</w:t>
      </w:r>
      <w:r>
        <w:tab/>
        <w:t>4.051e0</w:t>
      </w:r>
    </w:p>
    <w:p w:rsidR="006974AE" w:rsidRDefault="006974AE" w:rsidP="006974AE">
      <w:r>
        <w:t>600.4851</w:t>
      </w:r>
      <w:r>
        <w:tab/>
        <w:t>5.296e0</w:t>
      </w:r>
    </w:p>
    <w:p w:rsidR="006974AE" w:rsidRDefault="006974AE" w:rsidP="006974AE">
      <w:r>
        <w:t>600.4924</w:t>
      </w:r>
      <w:r>
        <w:tab/>
        <w:t>2.025e0</w:t>
      </w:r>
    </w:p>
    <w:p w:rsidR="006974AE" w:rsidRDefault="006974AE" w:rsidP="006974AE">
      <w:r>
        <w:t>600.5261</w:t>
      </w:r>
      <w:r>
        <w:tab/>
        <w:t>1.013e0</w:t>
      </w:r>
    </w:p>
    <w:p w:rsidR="006974AE" w:rsidRDefault="006974AE" w:rsidP="006974AE">
      <w:r>
        <w:t>600.6009</w:t>
      </w:r>
      <w:r>
        <w:tab/>
        <w:t>2.025e0</w:t>
      </w:r>
    </w:p>
    <w:p w:rsidR="006974AE" w:rsidRDefault="006974AE" w:rsidP="006974AE">
      <w:r>
        <w:t>600.6028</w:t>
      </w:r>
      <w:r>
        <w:tab/>
        <w:t>1.013e0</w:t>
      </w:r>
    </w:p>
    <w:p w:rsidR="006974AE" w:rsidRDefault="006974AE" w:rsidP="006974AE">
      <w:r>
        <w:t>600.6234</w:t>
      </w:r>
      <w:r>
        <w:tab/>
        <w:t>1.013e0</w:t>
      </w:r>
    </w:p>
    <w:p w:rsidR="006974AE" w:rsidRDefault="006974AE" w:rsidP="006974AE">
      <w:r>
        <w:t>600.6432</w:t>
      </w:r>
      <w:r>
        <w:tab/>
        <w:t>1.013e0</w:t>
      </w:r>
    </w:p>
    <w:p w:rsidR="006974AE" w:rsidRDefault="006974AE" w:rsidP="006974AE">
      <w:r>
        <w:t>600.7256</w:t>
      </w:r>
      <w:r>
        <w:tab/>
        <w:t>2.025e0</w:t>
      </w:r>
    </w:p>
    <w:p w:rsidR="006974AE" w:rsidRDefault="006974AE" w:rsidP="006974AE">
      <w:r>
        <w:t>600.7359</w:t>
      </w:r>
      <w:r>
        <w:tab/>
        <w:t>1.013e0</w:t>
      </w:r>
    </w:p>
    <w:p w:rsidR="006974AE" w:rsidRDefault="006974AE" w:rsidP="006974AE">
      <w:r>
        <w:t>600.8698</w:t>
      </w:r>
      <w:r>
        <w:tab/>
        <w:t>1.013e0</w:t>
      </w:r>
    </w:p>
    <w:p w:rsidR="006974AE" w:rsidRDefault="006974AE" w:rsidP="006974AE">
      <w:r>
        <w:t>600.8796</w:t>
      </w:r>
      <w:r>
        <w:tab/>
        <w:t>2.025e0</w:t>
      </w:r>
    </w:p>
    <w:p w:rsidR="006974AE" w:rsidRDefault="006974AE" w:rsidP="006974AE">
      <w:r>
        <w:t>600.8828</w:t>
      </w:r>
      <w:r>
        <w:tab/>
        <w:t>1.013e0</w:t>
      </w:r>
    </w:p>
    <w:p w:rsidR="006974AE" w:rsidRDefault="006974AE" w:rsidP="006974AE">
      <w:r>
        <w:t>600.8911</w:t>
      </w:r>
      <w:r>
        <w:tab/>
        <w:t>1.013e0</w:t>
      </w:r>
    </w:p>
    <w:p w:rsidR="006974AE" w:rsidRDefault="006974AE" w:rsidP="006974AE">
      <w:r>
        <w:lastRenderedPageBreak/>
        <w:t>600.9166</w:t>
      </w:r>
      <w:r>
        <w:tab/>
        <w:t>1.013e0</w:t>
      </w:r>
    </w:p>
    <w:p w:rsidR="006974AE" w:rsidRDefault="006974AE" w:rsidP="006974AE">
      <w:r>
        <w:t>600.9323</w:t>
      </w:r>
      <w:r>
        <w:tab/>
        <w:t>1.013e0</w:t>
      </w:r>
    </w:p>
    <w:p w:rsidR="006974AE" w:rsidRDefault="006974AE" w:rsidP="006974AE">
      <w:r>
        <w:t>600.9358</w:t>
      </w:r>
      <w:r>
        <w:tab/>
        <w:t>1.013e0</w:t>
      </w:r>
    </w:p>
    <w:p w:rsidR="006974AE" w:rsidRDefault="006974AE" w:rsidP="006974AE">
      <w:r>
        <w:t>600.9740</w:t>
      </w:r>
      <w:r>
        <w:tab/>
        <w:t>2.025e0</w:t>
      </w:r>
    </w:p>
    <w:p w:rsidR="006974AE" w:rsidRDefault="006974AE" w:rsidP="006974AE">
      <w:r>
        <w:t>600.9886</w:t>
      </w:r>
      <w:r>
        <w:tab/>
        <w:t>1.013e0</w:t>
      </w:r>
    </w:p>
    <w:p w:rsidR="006974AE" w:rsidRDefault="006974AE" w:rsidP="006974AE">
      <w:r>
        <w:t>601.0225</w:t>
      </w:r>
      <w:r>
        <w:tab/>
        <w:t>1.013e0</w:t>
      </w:r>
    </w:p>
    <w:p w:rsidR="006974AE" w:rsidRDefault="006974AE" w:rsidP="006974AE">
      <w:r>
        <w:t>601.0558</w:t>
      </w:r>
      <w:r>
        <w:tab/>
        <w:t>1.013e0</w:t>
      </w:r>
    </w:p>
    <w:p w:rsidR="006974AE" w:rsidRDefault="006974AE" w:rsidP="006974AE">
      <w:r>
        <w:t>601.0617</w:t>
      </w:r>
      <w:r>
        <w:tab/>
        <w:t>4.051e0</w:t>
      </w:r>
    </w:p>
    <w:p w:rsidR="006974AE" w:rsidRDefault="006974AE" w:rsidP="006974AE">
      <w:r>
        <w:t>601.0702</w:t>
      </w:r>
      <w:r>
        <w:tab/>
        <w:t>2.025e0</w:t>
      </w:r>
    </w:p>
    <w:p w:rsidR="006974AE" w:rsidRDefault="006974AE" w:rsidP="006974AE">
      <w:r>
        <w:t>601.1074</w:t>
      </w:r>
      <w:r>
        <w:tab/>
        <w:t>1.013e0</w:t>
      </w:r>
    </w:p>
    <w:p w:rsidR="006974AE" w:rsidRDefault="006974AE" w:rsidP="006974AE">
      <w:r>
        <w:t>601.1119</w:t>
      </w:r>
      <w:r>
        <w:tab/>
        <w:t>1.013e0</w:t>
      </w:r>
    </w:p>
    <w:p w:rsidR="006974AE" w:rsidRDefault="006974AE" w:rsidP="006974AE">
      <w:r>
        <w:t>601.1380</w:t>
      </w:r>
      <w:r>
        <w:tab/>
        <w:t>3.038e0</w:t>
      </w:r>
    </w:p>
    <w:p w:rsidR="006974AE" w:rsidRDefault="006974AE" w:rsidP="006974AE">
      <w:r>
        <w:t>601.2001</w:t>
      </w:r>
      <w:r>
        <w:tab/>
        <w:t>1.013e0</w:t>
      </w:r>
    </w:p>
    <w:p w:rsidR="006974AE" w:rsidRDefault="006974AE" w:rsidP="006974AE">
      <w:r>
        <w:t>601.2032</w:t>
      </w:r>
      <w:r>
        <w:tab/>
        <w:t>2.025e0</w:t>
      </w:r>
    </w:p>
    <w:p w:rsidR="006974AE" w:rsidRDefault="006974AE" w:rsidP="006974AE">
      <w:r>
        <w:t>601.2072</w:t>
      </w:r>
      <w:r>
        <w:tab/>
        <w:t>2.025e0</w:t>
      </w:r>
    </w:p>
    <w:p w:rsidR="006974AE" w:rsidRDefault="006974AE" w:rsidP="006974AE">
      <w:r>
        <w:t>601.2184</w:t>
      </w:r>
      <w:r>
        <w:tab/>
        <w:t>1.013e0</w:t>
      </w:r>
    </w:p>
    <w:p w:rsidR="006974AE" w:rsidRDefault="006974AE" w:rsidP="006974AE">
      <w:r>
        <w:t>601.2290</w:t>
      </w:r>
      <w:r>
        <w:tab/>
        <w:t>5.063e0</w:t>
      </w:r>
    </w:p>
    <w:p w:rsidR="006974AE" w:rsidRDefault="006974AE" w:rsidP="006974AE">
      <w:r>
        <w:t>601.2508</w:t>
      </w:r>
      <w:r>
        <w:tab/>
        <w:t>2.025e0</w:t>
      </w:r>
    </w:p>
    <w:p w:rsidR="006974AE" w:rsidRDefault="006974AE" w:rsidP="006974AE">
      <w:r>
        <w:t>601.2708</w:t>
      </w:r>
      <w:r>
        <w:tab/>
        <w:t>2.025e0</w:t>
      </w:r>
    </w:p>
    <w:p w:rsidR="006974AE" w:rsidRDefault="006974AE" w:rsidP="006974AE">
      <w:r>
        <w:lastRenderedPageBreak/>
        <w:t>601.3107</w:t>
      </w:r>
      <w:r>
        <w:tab/>
        <w:t>3.038e0</w:t>
      </w:r>
    </w:p>
    <w:p w:rsidR="006974AE" w:rsidRDefault="006974AE" w:rsidP="006974AE">
      <w:r>
        <w:t>601.3136</w:t>
      </w:r>
      <w:r>
        <w:tab/>
        <w:t>7.089e0</w:t>
      </w:r>
    </w:p>
    <w:p w:rsidR="006974AE" w:rsidRDefault="006974AE" w:rsidP="006974AE">
      <w:r>
        <w:t>601.3253</w:t>
      </w:r>
      <w:r>
        <w:tab/>
        <w:t>4.051e0</w:t>
      </w:r>
    </w:p>
    <w:p w:rsidR="006974AE" w:rsidRDefault="006974AE" w:rsidP="006974AE">
      <w:r>
        <w:t>601.3333</w:t>
      </w:r>
      <w:r>
        <w:tab/>
        <w:t>1.013e0</w:t>
      </w:r>
    </w:p>
    <w:p w:rsidR="006974AE" w:rsidRDefault="006974AE" w:rsidP="006974AE">
      <w:r>
        <w:t>601.3425</w:t>
      </w:r>
      <w:r>
        <w:tab/>
        <w:t>1.013e0</w:t>
      </w:r>
    </w:p>
    <w:p w:rsidR="006974AE" w:rsidRDefault="006974AE" w:rsidP="006974AE">
      <w:r>
        <w:t>601.3538</w:t>
      </w:r>
      <w:r>
        <w:tab/>
        <w:t>1.013e0</w:t>
      </w:r>
    </w:p>
    <w:p w:rsidR="006974AE" w:rsidRDefault="006974AE" w:rsidP="006974AE">
      <w:r>
        <w:t>601.3752</w:t>
      </w:r>
      <w:r>
        <w:tab/>
        <w:t>1.013e0</w:t>
      </w:r>
    </w:p>
    <w:p w:rsidR="006974AE" w:rsidRDefault="006974AE" w:rsidP="006974AE">
      <w:r>
        <w:t>601.4569</w:t>
      </w:r>
      <w:r>
        <w:tab/>
        <w:t>1.013e0</w:t>
      </w:r>
    </w:p>
    <w:p w:rsidR="006974AE" w:rsidRDefault="006974AE" w:rsidP="006974AE">
      <w:r>
        <w:t>601.4663</w:t>
      </w:r>
      <w:r>
        <w:tab/>
        <w:t>6.076e0</w:t>
      </w:r>
    </w:p>
    <w:p w:rsidR="006974AE" w:rsidRDefault="006974AE" w:rsidP="006974AE">
      <w:r>
        <w:t>601.4681</w:t>
      </w:r>
      <w:r>
        <w:tab/>
        <w:t>1.013e0</w:t>
      </w:r>
    </w:p>
    <w:p w:rsidR="006974AE" w:rsidRDefault="006974AE" w:rsidP="006974AE">
      <w:r>
        <w:t>601.4886</w:t>
      </w:r>
      <w:r>
        <w:tab/>
        <w:t>2.025e0</w:t>
      </w:r>
    </w:p>
    <w:p w:rsidR="006974AE" w:rsidRDefault="006974AE" w:rsidP="006974AE">
      <w:r>
        <w:t>601.5027</w:t>
      </w:r>
      <w:r>
        <w:tab/>
        <w:t>2.025e0</w:t>
      </w:r>
    </w:p>
    <w:p w:rsidR="006974AE" w:rsidRDefault="006974AE" w:rsidP="006974AE">
      <w:r>
        <w:t>601.5195</w:t>
      </w:r>
      <w:r>
        <w:tab/>
        <w:t>1.013e0</w:t>
      </w:r>
    </w:p>
    <w:p w:rsidR="006974AE" w:rsidRDefault="006974AE" w:rsidP="006974AE">
      <w:r>
        <w:t>601.5369</w:t>
      </w:r>
      <w:r>
        <w:tab/>
        <w:t>1.013e0</w:t>
      </w:r>
    </w:p>
    <w:p w:rsidR="006974AE" w:rsidRDefault="006974AE" w:rsidP="006974AE">
      <w:r>
        <w:t>601.5703</w:t>
      </w:r>
      <w:r>
        <w:tab/>
        <w:t>1.013e0</w:t>
      </w:r>
    </w:p>
    <w:p w:rsidR="006974AE" w:rsidRDefault="006974AE" w:rsidP="006974AE">
      <w:r>
        <w:t>601.5900</w:t>
      </w:r>
      <w:r>
        <w:tab/>
        <w:t>1.013e0</w:t>
      </w:r>
    </w:p>
    <w:p w:rsidR="006974AE" w:rsidRDefault="006974AE" w:rsidP="006974AE">
      <w:r>
        <w:t>601.6268</w:t>
      </w:r>
      <w:r>
        <w:tab/>
        <w:t>2.025e0</w:t>
      </w:r>
    </w:p>
    <w:p w:rsidR="006974AE" w:rsidRDefault="006974AE" w:rsidP="006974AE">
      <w:r>
        <w:t>601.6609</w:t>
      </w:r>
      <w:r>
        <w:tab/>
        <w:t>1.013e0</w:t>
      </w:r>
    </w:p>
    <w:p w:rsidR="006974AE" w:rsidRDefault="006974AE" w:rsidP="006974AE">
      <w:r>
        <w:t>601.6940</w:t>
      </w:r>
      <w:r>
        <w:tab/>
        <w:t>1.013e0</w:t>
      </w:r>
    </w:p>
    <w:p w:rsidR="006974AE" w:rsidRDefault="006974AE" w:rsidP="006974AE">
      <w:r>
        <w:lastRenderedPageBreak/>
        <w:t>601.6984</w:t>
      </w:r>
      <w:r>
        <w:tab/>
        <w:t>1.013e0</w:t>
      </w:r>
    </w:p>
    <w:p w:rsidR="006974AE" w:rsidRDefault="006974AE" w:rsidP="006974AE">
      <w:r>
        <w:t>601.7164</w:t>
      </w:r>
      <w:r>
        <w:tab/>
        <w:t>1.013e0</w:t>
      </w:r>
    </w:p>
    <w:p w:rsidR="006974AE" w:rsidRDefault="006974AE" w:rsidP="006974AE">
      <w:r>
        <w:t>601.7695</w:t>
      </w:r>
      <w:r>
        <w:tab/>
        <w:t>1.013e0</w:t>
      </w:r>
    </w:p>
    <w:p w:rsidR="006974AE" w:rsidRDefault="006974AE" w:rsidP="006974AE">
      <w:r>
        <w:t>601.8210</w:t>
      </w:r>
      <w:r>
        <w:tab/>
        <w:t>2.025e0</w:t>
      </w:r>
    </w:p>
    <w:p w:rsidR="006974AE" w:rsidRDefault="006974AE" w:rsidP="006974AE">
      <w:r>
        <w:t>601.8383</w:t>
      </w:r>
      <w:r>
        <w:tab/>
        <w:t>2.025e0</w:t>
      </w:r>
    </w:p>
    <w:p w:rsidR="006974AE" w:rsidRDefault="006974AE" w:rsidP="006974AE">
      <w:r>
        <w:t>601.8410</w:t>
      </w:r>
      <w:r>
        <w:tab/>
        <w:t>2.025e0</w:t>
      </w:r>
    </w:p>
    <w:p w:rsidR="006974AE" w:rsidRDefault="006974AE" w:rsidP="006974AE">
      <w:r>
        <w:t>601.8707</w:t>
      </w:r>
      <w:r>
        <w:tab/>
        <w:t>2.025e0</w:t>
      </w:r>
    </w:p>
    <w:p w:rsidR="006974AE" w:rsidRDefault="006974AE" w:rsidP="006974AE">
      <w:r>
        <w:t>601.8752</w:t>
      </w:r>
      <w:r>
        <w:tab/>
        <w:t>1.013e0</w:t>
      </w:r>
    </w:p>
    <w:p w:rsidR="006974AE" w:rsidRDefault="006974AE" w:rsidP="006974AE">
      <w:r>
        <w:t>601.9545</w:t>
      </w:r>
      <w:r>
        <w:tab/>
        <w:t>2.025e0</w:t>
      </w:r>
    </w:p>
    <w:p w:rsidR="006974AE" w:rsidRDefault="006974AE" w:rsidP="006974AE">
      <w:r>
        <w:t>601.9642</w:t>
      </w:r>
      <w:r>
        <w:tab/>
        <w:t>2.025e0</w:t>
      </w:r>
    </w:p>
    <w:p w:rsidR="006974AE" w:rsidRDefault="006974AE" w:rsidP="006974AE">
      <w:r>
        <w:t>602.0168</w:t>
      </w:r>
      <w:r>
        <w:tab/>
        <w:t>1.013e0</w:t>
      </w:r>
    </w:p>
    <w:p w:rsidR="006974AE" w:rsidRDefault="006974AE" w:rsidP="006974AE">
      <w:r>
        <w:t>602.1042</w:t>
      </w:r>
      <w:r>
        <w:tab/>
        <w:t>1.013e0</w:t>
      </w:r>
    </w:p>
    <w:p w:rsidR="006974AE" w:rsidRDefault="006974AE" w:rsidP="006974AE">
      <w:r>
        <w:t>602.1072</w:t>
      </w:r>
      <w:r>
        <w:tab/>
        <w:t>2.025e0</w:t>
      </w:r>
    </w:p>
    <w:p w:rsidR="006974AE" w:rsidRDefault="006974AE" w:rsidP="006974AE">
      <w:r>
        <w:t>602.1497</w:t>
      </w:r>
      <w:r>
        <w:tab/>
        <w:t>2.025e0</w:t>
      </w:r>
    </w:p>
    <w:p w:rsidR="006974AE" w:rsidRDefault="006974AE" w:rsidP="006974AE">
      <w:r>
        <w:t>602.1691</w:t>
      </w:r>
      <w:r>
        <w:tab/>
        <w:t>1.013e0</w:t>
      </w:r>
    </w:p>
    <w:p w:rsidR="006974AE" w:rsidRDefault="006974AE" w:rsidP="006974AE">
      <w:r>
        <w:t>602.1794</w:t>
      </w:r>
      <w:r>
        <w:tab/>
        <w:t>1.013e0</w:t>
      </w:r>
    </w:p>
    <w:p w:rsidR="006974AE" w:rsidRDefault="006974AE" w:rsidP="006974AE">
      <w:r>
        <w:t>602.2017</w:t>
      </w:r>
      <w:r>
        <w:tab/>
        <w:t>3.038e0</w:t>
      </w:r>
    </w:p>
    <w:p w:rsidR="006974AE" w:rsidRDefault="006974AE" w:rsidP="006974AE">
      <w:r>
        <w:t>602.2120</w:t>
      </w:r>
      <w:r>
        <w:tab/>
        <w:t>1.013e0</w:t>
      </w:r>
    </w:p>
    <w:p w:rsidR="006974AE" w:rsidRDefault="006974AE" w:rsidP="006974AE">
      <w:r>
        <w:t>602.2291</w:t>
      </w:r>
      <w:r>
        <w:tab/>
        <w:t>1.013e0</w:t>
      </w:r>
    </w:p>
    <w:p w:rsidR="006974AE" w:rsidRDefault="006974AE" w:rsidP="006974AE">
      <w:r>
        <w:lastRenderedPageBreak/>
        <w:t>602.2413</w:t>
      </w:r>
      <w:r>
        <w:tab/>
        <w:t>1.013e0</w:t>
      </w:r>
    </w:p>
    <w:p w:rsidR="006974AE" w:rsidRDefault="006974AE" w:rsidP="006974AE">
      <w:r>
        <w:t>602.2426</w:t>
      </w:r>
      <w:r>
        <w:tab/>
        <w:t>2.025e0</w:t>
      </w:r>
    </w:p>
    <w:p w:rsidR="006974AE" w:rsidRDefault="006974AE" w:rsidP="006974AE">
      <w:r>
        <w:t>602.2612</w:t>
      </w:r>
      <w:r>
        <w:tab/>
        <w:t>1.013e0</w:t>
      </w:r>
    </w:p>
    <w:p w:rsidR="006974AE" w:rsidRDefault="006974AE" w:rsidP="006974AE">
      <w:r>
        <w:t>602.2946</w:t>
      </w:r>
      <w:r>
        <w:tab/>
        <w:t>3.038e0</w:t>
      </w:r>
    </w:p>
    <w:p w:rsidR="006974AE" w:rsidRDefault="006974AE" w:rsidP="006974AE">
      <w:r>
        <w:t>602.3136</w:t>
      </w:r>
      <w:r>
        <w:tab/>
        <w:t>3.038e0</w:t>
      </w:r>
    </w:p>
    <w:p w:rsidR="006974AE" w:rsidRDefault="006974AE" w:rsidP="006974AE">
      <w:r>
        <w:t>602.3185</w:t>
      </w:r>
      <w:r>
        <w:tab/>
        <w:t>1.013e0</w:t>
      </w:r>
    </w:p>
    <w:p w:rsidR="006974AE" w:rsidRDefault="006974AE" w:rsidP="006974AE">
      <w:r>
        <w:t>602.3713</w:t>
      </w:r>
      <w:r>
        <w:tab/>
        <w:t>1.013e0</w:t>
      </w:r>
    </w:p>
    <w:p w:rsidR="006974AE" w:rsidRDefault="006974AE" w:rsidP="006974AE">
      <w:r>
        <w:t>602.3748</w:t>
      </w:r>
      <w:r>
        <w:tab/>
        <w:t>1.013e0</w:t>
      </w:r>
    </w:p>
    <w:p w:rsidR="006974AE" w:rsidRDefault="006974AE" w:rsidP="006974AE">
      <w:r>
        <w:t>602.3799</w:t>
      </w:r>
      <w:r>
        <w:tab/>
        <w:t>2.025e0</w:t>
      </w:r>
    </w:p>
    <w:p w:rsidR="006974AE" w:rsidRDefault="006974AE" w:rsidP="006974AE">
      <w:r>
        <w:t>602.4091</w:t>
      </w:r>
      <w:r>
        <w:tab/>
        <w:t>3.038e0</w:t>
      </w:r>
    </w:p>
    <w:p w:rsidR="006974AE" w:rsidRDefault="006974AE" w:rsidP="006974AE">
      <w:r>
        <w:t>602.4138</w:t>
      </w:r>
      <w:r>
        <w:tab/>
        <w:t>3.038e0</w:t>
      </w:r>
    </w:p>
    <w:p w:rsidR="006974AE" w:rsidRDefault="006974AE" w:rsidP="006974AE">
      <w:r>
        <w:t>602.4242</w:t>
      </w:r>
      <w:r>
        <w:tab/>
        <w:t>1.013e0</w:t>
      </w:r>
    </w:p>
    <w:p w:rsidR="006974AE" w:rsidRDefault="006974AE" w:rsidP="006974AE">
      <w:r>
        <w:t>602.4263</w:t>
      </w:r>
      <w:r>
        <w:tab/>
        <w:t>1.013e0</w:t>
      </w:r>
    </w:p>
    <w:p w:rsidR="006974AE" w:rsidRDefault="006974AE" w:rsidP="006974AE">
      <w:r>
        <w:t>602.4418</w:t>
      </w:r>
      <w:r>
        <w:tab/>
        <w:t>1.013e0</w:t>
      </w:r>
    </w:p>
    <w:p w:rsidR="006974AE" w:rsidRDefault="006974AE" w:rsidP="006974AE">
      <w:r>
        <w:t>602.4730</w:t>
      </w:r>
      <w:r>
        <w:tab/>
        <w:t>4.051e0</w:t>
      </w:r>
    </w:p>
    <w:p w:rsidR="006974AE" w:rsidRDefault="006974AE" w:rsidP="006974AE">
      <w:r>
        <w:t>602.4940</w:t>
      </w:r>
      <w:r>
        <w:tab/>
        <w:t>4.051e0</w:t>
      </w:r>
    </w:p>
    <w:p w:rsidR="006974AE" w:rsidRDefault="006974AE" w:rsidP="006974AE">
      <w:r>
        <w:t>602.4969</w:t>
      </w:r>
      <w:r>
        <w:tab/>
        <w:t>2.364e0</w:t>
      </w:r>
    </w:p>
    <w:p w:rsidR="006974AE" w:rsidRDefault="006974AE" w:rsidP="006974AE">
      <w:r>
        <w:t>602.5475</w:t>
      </w:r>
      <w:r>
        <w:tab/>
        <w:t>1.013e0</w:t>
      </w:r>
    </w:p>
    <w:p w:rsidR="006974AE" w:rsidRDefault="006974AE" w:rsidP="006974AE">
      <w:r>
        <w:t>602.5842</w:t>
      </w:r>
      <w:r>
        <w:tab/>
        <w:t>1.013e0</w:t>
      </w:r>
    </w:p>
    <w:p w:rsidR="006974AE" w:rsidRDefault="006974AE" w:rsidP="006974AE">
      <w:r>
        <w:lastRenderedPageBreak/>
        <w:t>602.6129</w:t>
      </w:r>
      <w:r>
        <w:tab/>
        <w:t>1.013e0</w:t>
      </w:r>
    </w:p>
    <w:p w:rsidR="006974AE" w:rsidRDefault="006974AE" w:rsidP="006974AE">
      <w:r>
        <w:t>602.6874</w:t>
      </w:r>
      <w:r>
        <w:tab/>
        <w:t>3.038e0</w:t>
      </w:r>
    </w:p>
    <w:p w:rsidR="006974AE" w:rsidRDefault="006974AE" w:rsidP="006974AE">
      <w:r>
        <w:t>602.7773</w:t>
      </w:r>
      <w:r>
        <w:tab/>
        <w:t>1.013e0</w:t>
      </w:r>
    </w:p>
    <w:p w:rsidR="006974AE" w:rsidRDefault="006974AE" w:rsidP="006974AE">
      <w:r>
        <w:t>602.7964</w:t>
      </w:r>
      <w:r>
        <w:tab/>
        <w:t>1.013e0</w:t>
      </w:r>
    </w:p>
    <w:p w:rsidR="006974AE" w:rsidRDefault="006974AE" w:rsidP="006974AE">
      <w:r>
        <w:t>602.8149</w:t>
      </w:r>
      <w:r>
        <w:tab/>
        <w:t>2.025e0</w:t>
      </w:r>
    </w:p>
    <w:p w:rsidR="006974AE" w:rsidRDefault="006974AE" w:rsidP="006974AE">
      <w:r>
        <w:t>602.8187</w:t>
      </w:r>
      <w:r>
        <w:tab/>
        <w:t>1.013e0</w:t>
      </w:r>
    </w:p>
    <w:p w:rsidR="006974AE" w:rsidRDefault="006974AE" w:rsidP="006974AE">
      <w:r>
        <w:t>602.8323</w:t>
      </w:r>
      <w:r>
        <w:tab/>
        <w:t>1.013e0</w:t>
      </w:r>
    </w:p>
    <w:p w:rsidR="006974AE" w:rsidRDefault="006974AE" w:rsidP="006974AE">
      <w:r>
        <w:t>602.8506</w:t>
      </w:r>
      <w:r>
        <w:tab/>
        <w:t>2.025e0</w:t>
      </w:r>
    </w:p>
    <w:p w:rsidR="006974AE" w:rsidRDefault="006974AE" w:rsidP="006974AE">
      <w:r>
        <w:t>602.9116</w:t>
      </w:r>
      <w:r>
        <w:tab/>
        <w:t>1.013e0</w:t>
      </w:r>
    </w:p>
    <w:p w:rsidR="006974AE" w:rsidRDefault="006974AE" w:rsidP="006974AE">
      <w:r>
        <w:t>602.9387</w:t>
      </w:r>
      <w:r>
        <w:tab/>
        <w:t>2.025e0</w:t>
      </w:r>
    </w:p>
    <w:p w:rsidR="006974AE" w:rsidRDefault="006974AE" w:rsidP="006974AE">
      <w:r>
        <w:t>602.9537</w:t>
      </w:r>
      <w:r>
        <w:tab/>
        <w:t>1.013e0</w:t>
      </w:r>
    </w:p>
    <w:p w:rsidR="006974AE" w:rsidRDefault="006974AE" w:rsidP="006974AE">
      <w:r>
        <w:t>602.9564</w:t>
      </w:r>
      <w:r>
        <w:tab/>
        <w:t>1.013e0</w:t>
      </w:r>
    </w:p>
    <w:p w:rsidR="006974AE" w:rsidRDefault="006974AE" w:rsidP="006974AE">
      <w:r>
        <w:t>602.9802</w:t>
      </w:r>
      <w:r>
        <w:tab/>
        <w:t>2.025e0</w:t>
      </w:r>
    </w:p>
    <w:p w:rsidR="006974AE" w:rsidRDefault="006974AE" w:rsidP="006974AE">
      <w:r>
        <w:t>603.0092</w:t>
      </w:r>
      <w:r>
        <w:tab/>
        <w:t>1.013e0</w:t>
      </w:r>
    </w:p>
    <w:p w:rsidR="006974AE" w:rsidRDefault="006974AE" w:rsidP="006974AE">
      <w:r>
        <w:t>603.0274</w:t>
      </w:r>
      <w:r>
        <w:tab/>
        <w:t>1.013e0</w:t>
      </w:r>
    </w:p>
    <w:p w:rsidR="006974AE" w:rsidRDefault="006974AE" w:rsidP="006974AE">
      <w:r>
        <w:t>603.0445</w:t>
      </w:r>
      <w:r>
        <w:tab/>
        <w:t>1.013e0</w:t>
      </w:r>
    </w:p>
    <w:p w:rsidR="006974AE" w:rsidRDefault="006974AE" w:rsidP="006974AE">
      <w:r>
        <w:t>603.0466</w:t>
      </w:r>
      <w:r>
        <w:tab/>
        <w:t>1.013e0</w:t>
      </w:r>
    </w:p>
    <w:p w:rsidR="006974AE" w:rsidRDefault="006974AE" w:rsidP="006974AE">
      <w:r>
        <w:t>603.0991</w:t>
      </w:r>
      <w:r>
        <w:tab/>
        <w:t>1.013e0</w:t>
      </w:r>
    </w:p>
    <w:p w:rsidR="006974AE" w:rsidRDefault="006974AE" w:rsidP="006974AE">
      <w:r>
        <w:t>603.1182</w:t>
      </w:r>
      <w:r>
        <w:tab/>
        <w:t>1.013e0</w:t>
      </w:r>
    </w:p>
    <w:p w:rsidR="006974AE" w:rsidRDefault="006974AE" w:rsidP="006974AE">
      <w:r>
        <w:lastRenderedPageBreak/>
        <w:t>603.1343</w:t>
      </w:r>
      <w:r>
        <w:tab/>
        <w:t>3.038e0</w:t>
      </w:r>
    </w:p>
    <w:p w:rsidR="006974AE" w:rsidRDefault="006974AE" w:rsidP="006974AE">
      <w:r>
        <w:t>603.1482</w:t>
      </w:r>
      <w:r>
        <w:tab/>
        <w:t>2.025e0</w:t>
      </w:r>
    </w:p>
    <w:p w:rsidR="006974AE" w:rsidRDefault="006974AE" w:rsidP="006974AE">
      <w:r>
        <w:t>603.1686</w:t>
      </w:r>
      <w:r>
        <w:tab/>
        <w:t>1.013e0</w:t>
      </w:r>
    </w:p>
    <w:p w:rsidR="006974AE" w:rsidRDefault="006974AE" w:rsidP="006974AE">
      <w:r>
        <w:t>603.1707</w:t>
      </w:r>
      <w:r>
        <w:tab/>
        <w:t>1.013e0</w:t>
      </w:r>
    </w:p>
    <w:p w:rsidR="006974AE" w:rsidRDefault="006974AE" w:rsidP="006974AE">
      <w:r>
        <w:t>603.1942</w:t>
      </w:r>
      <w:r>
        <w:tab/>
        <w:t>3.038e0</w:t>
      </w:r>
    </w:p>
    <w:p w:rsidR="006974AE" w:rsidRDefault="006974AE" w:rsidP="006974AE">
      <w:r>
        <w:t>603.2326</w:t>
      </w:r>
      <w:r>
        <w:tab/>
        <w:t>1.013e0</w:t>
      </w:r>
    </w:p>
    <w:p w:rsidR="006974AE" w:rsidRDefault="006974AE" w:rsidP="006974AE">
      <w:r>
        <w:t>603.2396</w:t>
      </w:r>
      <w:r>
        <w:tab/>
        <w:t>2.025e0</w:t>
      </w:r>
    </w:p>
    <w:p w:rsidR="006974AE" w:rsidRDefault="006974AE" w:rsidP="006974AE">
      <w:r>
        <w:t>603.2441</w:t>
      </w:r>
      <w:r>
        <w:tab/>
        <w:t>3.038e0</w:t>
      </w:r>
    </w:p>
    <w:p w:rsidR="006974AE" w:rsidRDefault="006974AE" w:rsidP="006974AE">
      <w:r>
        <w:t>603.2487</w:t>
      </w:r>
      <w:r>
        <w:tab/>
        <w:t>3.038e0</w:t>
      </w:r>
    </w:p>
    <w:p w:rsidR="006974AE" w:rsidRDefault="006974AE" w:rsidP="006974AE">
      <w:r>
        <w:t>603.2570</w:t>
      </w:r>
      <w:r>
        <w:tab/>
        <w:t>2.025e0</w:t>
      </w:r>
    </w:p>
    <w:p w:rsidR="006974AE" w:rsidRDefault="006974AE" w:rsidP="006974AE">
      <w:r>
        <w:t>603.2862</w:t>
      </w:r>
      <w:r>
        <w:tab/>
        <w:t>4.051e0</w:t>
      </w:r>
    </w:p>
    <w:p w:rsidR="006974AE" w:rsidRDefault="006974AE" w:rsidP="006974AE">
      <w:r>
        <w:t>603.3012</w:t>
      </w:r>
      <w:r>
        <w:tab/>
        <w:t>7.089e0</w:t>
      </w:r>
    </w:p>
    <w:p w:rsidR="006974AE" w:rsidRDefault="006974AE" w:rsidP="006974AE">
      <w:r>
        <w:t>603.3249</w:t>
      </w:r>
      <w:r>
        <w:tab/>
        <w:t>1.013e0</w:t>
      </w:r>
    </w:p>
    <w:p w:rsidR="006974AE" w:rsidRDefault="006974AE" w:rsidP="006974AE">
      <w:r>
        <w:t>603.3292</w:t>
      </w:r>
      <w:r>
        <w:tab/>
        <w:t>2.025e0</w:t>
      </w:r>
    </w:p>
    <w:p w:rsidR="006974AE" w:rsidRDefault="006974AE" w:rsidP="006974AE">
      <w:r>
        <w:t>603.3330</w:t>
      </w:r>
      <w:r>
        <w:tab/>
        <w:t>4.051e0</w:t>
      </w:r>
    </w:p>
    <w:p w:rsidR="006974AE" w:rsidRDefault="006974AE" w:rsidP="006974AE">
      <w:r>
        <w:t>603.3374</w:t>
      </w:r>
      <w:r>
        <w:tab/>
        <w:t>2.025e0</w:t>
      </w:r>
    </w:p>
    <w:p w:rsidR="006974AE" w:rsidRDefault="006974AE" w:rsidP="006974AE">
      <w:r>
        <w:t>603.3405</w:t>
      </w:r>
      <w:r>
        <w:tab/>
        <w:t>2.025e0</w:t>
      </w:r>
    </w:p>
    <w:p w:rsidR="006974AE" w:rsidRDefault="006974AE" w:rsidP="006974AE">
      <w:r>
        <w:t>603.3813</w:t>
      </w:r>
      <w:r>
        <w:tab/>
        <w:t>1.013e0</w:t>
      </w:r>
    </w:p>
    <w:p w:rsidR="006974AE" w:rsidRDefault="006974AE" w:rsidP="006974AE">
      <w:r>
        <w:t>603.4076</w:t>
      </w:r>
      <w:r>
        <w:tab/>
        <w:t>1.013e0</w:t>
      </w:r>
    </w:p>
    <w:p w:rsidR="006974AE" w:rsidRDefault="006974AE" w:rsidP="006974AE">
      <w:r>
        <w:lastRenderedPageBreak/>
        <w:t>603.4659</w:t>
      </w:r>
      <w:r>
        <w:tab/>
        <w:t>2.025e0</w:t>
      </w:r>
    </w:p>
    <w:p w:rsidR="006974AE" w:rsidRDefault="006974AE" w:rsidP="006974AE">
      <w:r>
        <w:t>603.4792</w:t>
      </w:r>
      <w:r>
        <w:tab/>
        <w:t>3.038e0</w:t>
      </w:r>
    </w:p>
    <w:p w:rsidR="006974AE" w:rsidRDefault="006974AE" w:rsidP="006974AE">
      <w:r>
        <w:t>603.4807</w:t>
      </w:r>
      <w:r>
        <w:tab/>
        <w:t>1.013e0</w:t>
      </w:r>
    </w:p>
    <w:p w:rsidR="006974AE" w:rsidRDefault="006974AE" w:rsidP="006974AE">
      <w:r>
        <w:t>603.5013</w:t>
      </w:r>
      <w:r>
        <w:tab/>
        <w:t>1.013e0</w:t>
      </w:r>
    </w:p>
    <w:p w:rsidR="006974AE" w:rsidRDefault="006974AE" w:rsidP="006974AE">
      <w:r>
        <w:t>603.5407</w:t>
      </w:r>
      <w:r>
        <w:tab/>
        <w:t>1.013e0</w:t>
      </w:r>
    </w:p>
    <w:p w:rsidR="006974AE" w:rsidRDefault="006974AE" w:rsidP="006974AE">
      <w:r>
        <w:t>603.5589</w:t>
      </w:r>
      <w:r>
        <w:tab/>
        <w:t>1.013e0</w:t>
      </w:r>
    </w:p>
    <w:p w:rsidR="006974AE" w:rsidRDefault="006974AE" w:rsidP="006974AE">
      <w:r>
        <w:t>603.5627</w:t>
      </w:r>
      <w:r>
        <w:tab/>
        <w:t>1.013e0</w:t>
      </w:r>
    </w:p>
    <w:p w:rsidR="006974AE" w:rsidRDefault="006974AE" w:rsidP="006974AE">
      <w:r>
        <w:t>603.5730</w:t>
      </w:r>
      <w:r>
        <w:tab/>
        <w:t>1.013e0</w:t>
      </w:r>
    </w:p>
    <w:p w:rsidR="006974AE" w:rsidRDefault="006974AE" w:rsidP="006974AE">
      <w:r>
        <w:t>603.5953</w:t>
      </w:r>
      <w:r>
        <w:tab/>
        <w:t>1.013e0</w:t>
      </w:r>
    </w:p>
    <w:p w:rsidR="006974AE" w:rsidRDefault="006974AE" w:rsidP="006974AE">
      <w:r>
        <w:t>603.6350</w:t>
      </w:r>
      <w:r>
        <w:tab/>
        <w:t>1.013e0</w:t>
      </w:r>
    </w:p>
    <w:p w:rsidR="006974AE" w:rsidRDefault="006974AE" w:rsidP="006974AE">
      <w:r>
        <w:t>603.6978</w:t>
      </w:r>
      <w:r>
        <w:tab/>
        <w:t>1.013e0</w:t>
      </w:r>
    </w:p>
    <w:p w:rsidR="006974AE" w:rsidRDefault="006974AE" w:rsidP="006974AE">
      <w:r>
        <w:t>603.7830</w:t>
      </w:r>
      <w:r>
        <w:tab/>
        <w:t>2.025e0</w:t>
      </w:r>
    </w:p>
    <w:p w:rsidR="006974AE" w:rsidRDefault="006974AE" w:rsidP="006974AE">
      <w:r>
        <w:t>603.8254</w:t>
      </w:r>
      <w:r>
        <w:tab/>
        <w:t>1.013e0</w:t>
      </w:r>
    </w:p>
    <w:p w:rsidR="006974AE" w:rsidRDefault="006974AE" w:rsidP="006974AE">
      <w:r>
        <w:t>603.8414</w:t>
      </w:r>
      <w:r>
        <w:tab/>
        <w:t>2.025e0</w:t>
      </w:r>
    </w:p>
    <w:p w:rsidR="006974AE" w:rsidRDefault="006974AE" w:rsidP="006974AE">
      <w:r>
        <w:t>603.8873</w:t>
      </w:r>
      <w:r>
        <w:tab/>
        <w:t>2.025e0</w:t>
      </w:r>
    </w:p>
    <w:p w:rsidR="006974AE" w:rsidRDefault="006974AE" w:rsidP="006974AE">
      <w:r>
        <w:t>603.9047</w:t>
      </w:r>
      <w:r>
        <w:tab/>
        <w:t>1.013e0</w:t>
      </w:r>
    </w:p>
    <w:p w:rsidR="006974AE" w:rsidRDefault="006974AE" w:rsidP="006974AE">
      <w:r>
        <w:t>603.9143</w:t>
      </w:r>
      <w:r>
        <w:tab/>
        <w:t>2.025e0</w:t>
      </w:r>
    </w:p>
    <w:p w:rsidR="006974AE" w:rsidRDefault="006974AE" w:rsidP="006974AE">
      <w:r>
        <w:t>603.9255</w:t>
      </w:r>
      <w:r>
        <w:tab/>
        <w:t>2.025e0</w:t>
      </w:r>
    </w:p>
    <w:p w:rsidR="006974AE" w:rsidRDefault="006974AE" w:rsidP="006974AE">
      <w:r>
        <w:t>603.9551</w:t>
      </w:r>
      <w:r>
        <w:tab/>
        <w:t>2.025e0</w:t>
      </w:r>
    </w:p>
    <w:p w:rsidR="006974AE" w:rsidRDefault="006974AE" w:rsidP="006974AE">
      <w:r>
        <w:lastRenderedPageBreak/>
        <w:t>603.9673</w:t>
      </w:r>
      <w:r>
        <w:tab/>
        <w:t>1.013e0</w:t>
      </w:r>
    </w:p>
    <w:p w:rsidR="006974AE" w:rsidRDefault="006974AE" w:rsidP="006974AE">
      <w:r>
        <w:t>603.9776</w:t>
      </w:r>
      <w:r>
        <w:tab/>
        <w:t>2.025e0</w:t>
      </w:r>
    </w:p>
    <w:p w:rsidR="006974AE" w:rsidRDefault="006974AE" w:rsidP="006974AE">
      <w:r>
        <w:t>604.0074</w:t>
      </w:r>
      <w:r>
        <w:tab/>
        <w:t>2.025e0</w:t>
      </w:r>
    </w:p>
    <w:p w:rsidR="006974AE" w:rsidRDefault="006974AE" w:rsidP="006974AE">
      <w:r>
        <w:t>604.0496</w:t>
      </w:r>
      <w:r>
        <w:tab/>
        <w:t>2.025e0</w:t>
      </w:r>
    </w:p>
    <w:p w:rsidR="006974AE" w:rsidRDefault="006974AE" w:rsidP="006974AE">
      <w:r>
        <w:t>604.0798</w:t>
      </w:r>
      <w:r>
        <w:tab/>
        <w:t>1.013e0</w:t>
      </w:r>
    </w:p>
    <w:p w:rsidR="006974AE" w:rsidRDefault="006974AE" w:rsidP="006974AE">
      <w:r>
        <w:t>604.1219</w:t>
      </w:r>
      <w:r>
        <w:tab/>
        <w:t>1.013e0</w:t>
      </w:r>
    </w:p>
    <w:p w:rsidR="006974AE" w:rsidRDefault="006974AE" w:rsidP="006974AE">
      <w:r>
        <w:t>604.1426</w:t>
      </w:r>
      <w:r>
        <w:tab/>
        <w:t>2.025e0</w:t>
      </w:r>
    </w:p>
    <w:p w:rsidR="006974AE" w:rsidRDefault="006974AE" w:rsidP="006974AE">
      <w:r>
        <w:t>604.1601</w:t>
      </w:r>
      <w:r>
        <w:tab/>
        <w:t>1.013e0</w:t>
      </w:r>
    </w:p>
    <w:p w:rsidR="006974AE" w:rsidRDefault="006974AE" w:rsidP="006974AE">
      <w:r>
        <w:t>604.2139</w:t>
      </w:r>
      <w:r>
        <w:tab/>
        <w:t>1.013e0</w:t>
      </w:r>
    </w:p>
    <w:p w:rsidR="006974AE" w:rsidRDefault="006974AE" w:rsidP="006974AE">
      <w:r>
        <w:t>604.2151</w:t>
      </w:r>
      <w:r>
        <w:tab/>
        <w:t>4.051e0</w:t>
      </w:r>
    </w:p>
    <w:p w:rsidR="006974AE" w:rsidRDefault="006974AE" w:rsidP="006974AE">
      <w:r>
        <w:t>604.2181</w:t>
      </w:r>
      <w:r>
        <w:tab/>
        <w:t>3.038e0</w:t>
      </w:r>
    </w:p>
    <w:p w:rsidR="006974AE" w:rsidRDefault="006974AE" w:rsidP="006974AE">
      <w:r>
        <w:t>604.2606</w:t>
      </w:r>
      <w:r>
        <w:tab/>
        <w:t>5.063e0</w:t>
      </w:r>
    </w:p>
    <w:p w:rsidR="006974AE" w:rsidRDefault="006974AE" w:rsidP="006974AE">
      <w:r>
        <w:t>604.2697</w:t>
      </w:r>
      <w:r>
        <w:tab/>
        <w:t>8.704e0</w:t>
      </w:r>
    </w:p>
    <w:p w:rsidR="006974AE" w:rsidRDefault="006974AE" w:rsidP="006974AE">
      <w:r>
        <w:t>604.2794</w:t>
      </w:r>
      <w:r>
        <w:tab/>
        <w:t>2.025e0</w:t>
      </w:r>
    </w:p>
    <w:p w:rsidR="006974AE" w:rsidRDefault="006974AE" w:rsidP="006974AE">
      <w:r>
        <w:t>604.2875</w:t>
      </w:r>
      <w:r>
        <w:tab/>
        <w:t>1.013e0</w:t>
      </w:r>
    </w:p>
    <w:p w:rsidR="006974AE" w:rsidRDefault="006974AE" w:rsidP="006974AE">
      <w:r>
        <w:t>604.2933</w:t>
      </w:r>
      <w:r>
        <w:tab/>
        <w:t>2.025e0</w:t>
      </w:r>
    </w:p>
    <w:p w:rsidR="006974AE" w:rsidRDefault="006974AE" w:rsidP="006974AE">
      <w:r>
        <w:t>604.2999</w:t>
      </w:r>
      <w:r>
        <w:tab/>
        <w:t>4.051e0</w:t>
      </w:r>
    </w:p>
    <w:p w:rsidR="006974AE" w:rsidRDefault="006974AE" w:rsidP="006974AE">
      <w:r>
        <w:t>604.3080</w:t>
      </w:r>
      <w:r>
        <w:tab/>
        <w:t>4.051e0</w:t>
      </w:r>
    </w:p>
    <w:p w:rsidR="006974AE" w:rsidRDefault="006974AE" w:rsidP="006974AE">
      <w:r>
        <w:t>604.3288</w:t>
      </w:r>
      <w:r>
        <w:tab/>
        <w:t>2.025e0</w:t>
      </w:r>
    </w:p>
    <w:p w:rsidR="006974AE" w:rsidRDefault="006974AE" w:rsidP="006974AE">
      <w:r>
        <w:lastRenderedPageBreak/>
        <w:t>604.3458</w:t>
      </w:r>
      <w:r>
        <w:tab/>
        <w:t>4.051e0</w:t>
      </w:r>
    </w:p>
    <w:p w:rsidR="006974AE" w:rsidRDefault="006974AE" w:rsidP="006974AE">
      <w:r>
        <w:t>604.3765</w:t>
      </w:r>
      <w:r>
        <w:tab/>
        <w:t>3.038e0</w:t>
      </w:r>
    </w:p>
    <w:p w:rsidR="006974AE" w:rsidRDefault="006974AE" w:rsidP="006974AE">
      <w:r>
        <w:t>604.4525</w:t>
      </w:r>
      <w:r>
        <w:tab/>
        <w:t>1.013e0</w:t>
      </w:r>
    </w:p>
    <w:p w:rsidR="006974AE" w:rsidRDefault="006974AE" w:rsidP="006974AE">
      <w:r>
        <w:t>604.4800</w:t>
      </w:r>
      <w:r>
        <w:tab/>
        <w:t>1.013e0</w:t>
      </w:r>
    </w:p>
    <w:p w:rsidR="006974AE" w:rsidRDefault="006974AE" w:rsidP="006974AE">
      <w:r>
        <w:t>604.4984</w:t>
      </w:r>
      <w:r>
        <w:tab/>
        <w:t>1.013e0</w:t>
      </w:r>
    </w:p>
    <w:p w:rsidR="006974AE" w:rsidRDefault="006974AE" w:rsidP="006974AE">
      <w:r>
        <w:t>604.5142</w:t>
      </w:r>
      <w:r>
        <w:tab/>
        <w:t>2.025e0</w:t>
      </w:r>
    </w:p>
    <w:p w:rsidR="006974AE" w:rsidRDefault="006974AE" w:rsidP="006974AE">
      <w:r>
        <w:t>604.5776</w:t>
      </w:r>
      <w:r>
        <w:tab/>
        <w:t>2.025e0</w:t>
      </w:r>
    </w:p>
    <w:p w:rsidR="006974AE" w:rsidRDefault="006974AE" w:rsidP="006974AE">
      <w:r>
        <w:t>604.7099</w:t>
      </w:r>
      <w:r>
        <w:tab/>
        <w:t>1.013e0</w:t>
      </w:r>
    </w:p>
    <w:p w:rsidR="006974AE" w:rsidRDefault="006974AE" w:rsidP="006974AE">
      <w:r>
        <w:t>604.7535</w:t>
      </w:r>
      <w:r>
        <w:tab/>
        <w:t>1.013e0</w:t>
      </w:r>
    </w:p>
    <w:p w:rsidR="006974AE" w:rsidRDefault="006974AE" w:rsidP="006974AE">
      <w:r>
        <w:t>604.7950</w:t>
      </w:r>
      <w:r>
        <w:tab/>
        <w:t>1.013e0</w:t>
      </w:r>
    </w:p>
    <w:p w:rsidR="006974AE" w:rsidRDefault="006974AE" w:rsidP="006974AE">
      <w:r>
        <w:t>604.7994</w:t>
      </w:r>
      <w:r>
        <w:tab/>
        <w:t>1.013e0</w:t>
      </w:r>
    </w:p>
    <w:p w:rsidR="006974AE" w:rsidRDefault="006974AE" w:rsidP="006974AE">
      <w:r>
        <w:t>604.8253</w:t>
      </w:r>
      <w:r>
        <w:tab/>
        <w:t>1.013e0</w:t>
      </w:r>
    </w:p>
    <w:p w:rsidR="006974AE" w:rsidRDefault="006974AE" w:rsidP="006974AE">
      <w:r>
        <w:t>604.8771</w:t>
      </w:r>
      <w:r>
        <w:tab/>
        <w:t>1.013e0</w:t>
      </w:r>
    </w:p>
    <w:p w:rsidR="006974AE" w:rsidRDefault="006974AE" w:rsidP="006974AE">
      <w:r>
        <w:t>604.8986</w:t>
      </w:r>
      <w:r>
        <w:tab/>
        <w:t>1.013e0</w:t>
      </w:r>
    </w:p>
    <w:p w:rsidR="006974AE" w:rsidRDefault="006974AE" w:rsidP="006974AE">
      <w:r>
        <w:t>604.9049</w:t>
      </w:r>
      <w:r>
        <w:tab/>
        <w:t>2.025e0</w:t>
      </w:r>
    </w:p>
    <w:p w:rsidR="006974AE" w:rsidRDefault="006974AE" w:rsidP="006974AE">
      <w:r>
        <w:t>604.9234</w:t>
      </w:r>
      <w:r>
        <w:tab/>
        <w:t>1.013e0</w:t>
      </w:r>
    </w:p>
    <w:p w:rsidR="006974AE" w:rsidRDefault="006974AE" w:rsidP="006974AE">
      <w:r>
        <w:t>604.9330</w:t>
      </w:r>
      <w:r>
        <w:tab/>
        <w:t>2.025e0</w:t>
      </w:r>
    </w:p>
    <w:p w:rsidR="006974AE" w:rsidRDefault="006974AE" w:rsidP="006974AE">
      <w:r>
        <w:t>604.9607</w:t>
      </w:r>
      <w:r>
        <w:tab/>
        <w:t>1.013e0</w:t>
      </w:r>
    </w:p>
    <w:p w:rsidR="006974AE" w:rsidRDefault="006974AE" w:rsidP="006974AE">
      <w:r>
        <w:t>604.9882</w:t>
      </w:r>
      <w:r>
        <w:tab/>
        <w:t>4.051e0</w:t>
      </w:r>
    </w:p>
    <w:p w:rsidR="006974AE" w:rsidRDefault="006974AE" w:rsidP="006974AE">
      <w:r>
        <w:lastRenderedPageBreak/>
        <w:t>605.0229</w:t>
      </w:r>
      <w:r>
        <w:tab/>
        <w:t>1.013e0</w:t>
      </w:r>
    </w:p>
    <w:p w:rsidR="006974AE" w:rsidRDefault="006974AE" w:rsidP="006974AE">
      <w:r>
        <w:t>605.0740</w:t>
      </w:r>
      <w:r>
        <w:tab/>
        <w:t>1.013e0</w:t>
      </w:r>
    </w:p>
    <w:p w:rsidR="006974AE" w:rsidRDefault="006974AE" w:rsidP="006974AE">
      <w:r>
        <w:t>605.0891</w:t>
      </w:r>
      <w:r>
        <w:tab/>
        <w:t>2.025e0</w:t>
      </w:r>
    </w:p>
    <w:p w:rsidR="006974AE" w:rsidRDefault="006974AE" w:rsidP="006974AE">
      <w:r>
        <w:t>605.1161</w:t>
      </w:r>
      <w:r>
        <w:tab/>
        <w:t>3.038e0</w:t>
      </w:r>
    </w:p>
    <w:p w:rsidR="006974AE" w:rsidRDefault="006974AE" w:rsidP="006974AE">
      <w:r>
        <w:t>605.1235</w:t>
      </w:r>
      <w:r>
        <w:tab/>
        <w:t>3.038e0</w:t>
      </w:r>
    </w:p>
    <w:p w:rsidR="006974AE" w:rsidRDefault="006974AE" w:rsidP="006974AE">
      <w:r>
        <w:t>605.1714</w:t>
      </w:r>
      <w:r>
        <w:tab/>
        <w:t>1.013e0</w:t>
      </w:r>
    </w:p>
    <w:p w:rsidR="006974AE" w:rsidRDefault="006974AE" w:rsidP="006974AE">
      <w:r>
        <w:t>605.1780</w:t>
      </w:r>
      <w:r>
        <w:tab/>
        <w:t>4.051e0</w:t>
      </w:r>
    </w:p>
    <w:p w:rsidR="006974AE" w:rsidRDefault="006974AE" w:rsidP="006974AE">
      <w:r>
        <w:t>605.1850</w:t>
      </w:r>
      <w:r>
        <w:tab/>
        <w:t>2.025e0</w:t>
      </w:r>
    </w:p>
    <w:p w:rsidR="006974AE" w:rsidRDefault="006974AE" w:rsidP="006974AE">
      <w:r>
        <w:t>605.2191</w:t>
      </w:r>
      <w:r>
        <w:tab/>
        <w:t>1.013e0</w:t>
      </w:r>
    </w:p>
    <w:p w:rsidR="006974AE" w:rsidRDefault="006974AE" w:rsidP="006974AE">
      <w:r>
        <w:t>605.2239</w:t>
      </w:r>
      <w:r>
        <w:tab/>
        <w:t>2.025e0</w:t>
      </w:r>
    </w:p>
    <w:p w:rsidR="006974AE" w:rsidRDefault="006974AE" w:rsidP="006974AE">
      <w:r>
        <w:t>605.2469</w:t>
      </w:r>
      <w:r>
        <w:tab/>
        <w:t>2.025e0</w:t>
      </w:r>
    </w:p>
    <w:p w:rsidR="006974AE" w:rsidRDefault="006974AE" w:rsidP="006974AE">
      <w:r>
        <w:t>605.2576</w:t>
      </w:r>
      <w:r>
        <w:tab/>
        <w:t>6.076e0</w:t>
      </w:r>
    </w:p>
    <w:p w:rsidR="006974AE" w:rsidRDefault="006974AE" w:rsidP="006974AE">
      <w:r>
        <w:t>605.2664</w:t>
      </w:r>
      <w:r>
        <w:tab/>
        <w:t>2.025e0</w:t>
      </w:r>
    </w:p>
    <w:p w:rsidR="006974AE" w:rsidRDefault="006974AE" w:rsidP="006974AE">
      <w:r>
        <w:t>605.2764</w:t>
      </w:r>
      <w:r>
        <w:tab/>
        <w:t>1.013e0</w:t>
      </w:r>
    </w:p>
    <w:p w:rsidR="006974AE" w:rsidRDefault="006974AE" w:rsidP="006974AE">
      <w:r>
        <w:t>605.3027</w:t>
      </w:r>
      <w:r>
        <w:tab/>
        <w:t>1.013e0</w:t>
      </w:r>
    </w:p>
    <w:p w:rsidR="006974AE" w:rsidRDefault="006974AE" w:rsidP="006974AE">
      <w:r>
        <w:t>605.3393</w:t>
      </w:r>
      <w:r>
        <w:tab/>
        <w:t>6.413e0</w:t>
      </w:r>
    </w:p>
    <w:p w:rsidR="006974AE" w:rsidRDefault="006974AE" w:rsidP="006974AE">
      <w:r>
        <w:t>605.3442</w:t>
      </w:r>
      <w:r>
        <w:tab/>
        <w:t>1.013e0</w:t>
      </w:r>
    </w:p>
    <w:p w:rsidR="006974AE" w:rsidRDefault="006974AE" w:rsidP="006974AE">
      <w:r>
        <w:t>605.3821</w:t>
      </w:r>
      <w:r>
        <w:tab/>
        <w:t>1.013e0</w:t>
      </w:r>
    </w:p>
    <w:p w:rsidR="006974AE" w:rsidRDefault="006974AE" w:rsidP="006974AE">
      <w:r>
        <w:t>605.4004</w:t>
      </w:r>
      <w:r>
        <w:tab/>
        <w:t>2.025e0</w:t>
      </w:r>
    </w:p>
    <w:p w:rsidR="006974AE" w:rsidRDefault="006974AE" w:rsidP="006974AE">
      <w:r>
        <w:lastRenderedPageBreak/>
        <w:t>605.4052</w:t>
      </w:r>
      <w:r>
        <w:tab/>
        <w:t>2.025e0</w:t>
      </w:r>
    </w:p>
    <w:p w:rsidR="006974AE" w:rsidRDefault="006974AE" w:rsidP="006974AE">
      <w:r>
        <w:t>605.4098</w:t>
      </w:r>
      <w:r>
        <w:tab/>
        <w:t>3.714e0</w:t>
      </w:r>
    </w:p>
    <w:p w:rsidR="006974AE" w:rsidRDefault="006974AE" w:rsidP="006974AE">
      <w:r>
        <w:t>605.4195</w:t>
      </w:r>
      <w:r>
        <w:tab/>
        <w:t>1.013e0</w:t>
      </w:r>
    </w:p>
    <w:p w:rsidR="006974AE" w:rsidRDefault="006974AE" w:rsidP="006974AE">
      <w:r>
        <w:t>605.4376</w:t>
      </w:r>
      <w:r>
        <w:tab/>
        <w:t>2.025e0</w:t>
      </w:r>
    </w:p>
    <w:p w:rsidR="006974AE" w:rsidRDefault="006974AE" w:rsidP="006974AE">
      <w:r>
        <w:t>605.4717</w:t>
      </w:r>
      <w:r>
        <w:tab/>
        <w:t>1.013e0</w:t>
      </w:r>
    </w:p>
    <w:p w:rsidR="006974AE" w:rsidRDefault="006974AE" w:rsidP="006974AE">
      <w:r>
        <w:t>605.4790</w:t>
      </w:r>
      <w:r>
        <w:tab/>
        <w:t>1.013e0</w:t>
      </w:r>
    </w:p>
    <w:p w:rsidR="006974AE" w:rsidRDefault="006974AE" w:rsidP="006974AE">
      <w:r>
        <w:t>605.4991</w:t>
      </w:r>
      <w:r>
        <w:tab/>
        <w:t>3.038e0</w:t>
      </w:r>
    </w:p>
    <w:p w:rsidR="006974AE" w:rsidRDefault="006974AE" w:rsidP="006974AE">
      <w:r>
        <w:t>605.5591</w:t>
      </w:r>
      <w:r>
        <w:tab/>
        <w:t>1.013e0</w:t>
      </w:r>
    </w:p>
    <w:p w:rsidR="006974AE" w:rsidRDefault="006974AE" w:rsidP="006974AE">
      <w:r>
        <w:t>605.5612</w:t>
      </w:r>
      <w:r>
        <w:tab/>
        <w:t>1.013e0</w:t>
      </w:r>
    </w:p>
    <w:p w:rsidR="006974AE" w:rsidRDefault="006974AE" w:rsidP="006974AE">
      <w:r>
        <w:t>605.5723</w:t>
      </w:r>
      <w:r>
        <w:tab/>
        <w:t>1.013e0</w:t>
      </w:r>
    </w:p>
    <w:p w:rsidR="006974AE" w:rsidRDefault="006974AE" w:rsidP="006974AE">
      <w:r>
        <w:t>605.6387</w:t>
      </w:r>
      <w:r>
        <w:tab/>
        <w:t>3.038e0</w:t>
      </w:r>
    </w:p>
    <w:p w:rsidR="006974AE" w:rsidRDefault="006974AE" w:rsidP="006974AE">
      <w:r>
        <w:t>605.6671</w:t>
      </w:r>
      <w:r>
        <w:tab/>
        <w:t>2.025e0</w:t>
      </w:r>
    </w:p>
    <w:p w:rsidR="006974AE" w:rsidRDefault="006974AE" w:rsidP="006974AE">
      <w:r>
        <w:t>605.7072</w:t>
      </w:r>
      <w:r>
        <w:tab/>
        <w:t>1.013e0</w:t>
      </w:r>
    </w:p>
    <w:p w:rsidR="006974AE" w:rsidRDefault="006974AE" w:rsidP="006974AE">
      <w:r>
        <w:t>605.7197</w:t>
      </w:r>
      <w:r>
        <w:tab/>
        <w:t>1.013e0</w:t>
      </w:r>
    </w:p>
    <w:p w:rsidR="006974AE" w:rsidRDefault="006974AE" w:rsidP="006974AE">
      <w:r>
        <w:t>605.7687</w:t>
      </w:r>
      <w:r>
        <w:tab/>
        <w:t>1.013e0</w:t>
      </w:r>
    </w:p>
    <w:p w:rsidR="006974AE" w:rsidRDefault="006974AE" w:rsidP="006974AE">
      <w:r>
        <w:t>605.7791</w:t>
      </w:r>
      <w:r>
        <w:tab/>
        <w:t>2.025e0</w:t>
      </w:r>
    </w:p>
    <w:p w:rsidR="006974AE" w:rsidRDefault="006974AE" w:rsidP="006974AE">
      <w:r>
        <w:t>605.7899</w:t>
      </w:r>
      <w:r>
        <w:tab/>
        <w:t>1.013e0</w:t>
      </w:r>
    </w:p>
    <w:p w:rsidR="006974AE" w:rsidRDefault="006974AE" w:rsidP="006974AE">
      <w:r>
        <w:t>605.8206</w:t>
      </w:r>
      <w:r>
        <w:tab/>
        <w:t>1.013e0</w:t>
      </w:r>
    </w:p>
    <w:p w:rsidR="006974AE" w:rsidRDefault="006974AE" w:rsidP="006974AE">
      <w:r>
        <w:t>605.8260</w:t>
      </w:r>
      <w:r>
        <w:tab/>
        <w:t>2.025e0</w:t>
      </w:r>
    </w:p>
    <w:p w:rsidR="006974AE" w:rsidRDefault="006974AE" w:rsidP="006974AE">
      <w:r>
        <w:lastRenderedPageBreak/>
        <w:t>605.9034</w:t>
      </w:r>
      <w:r>
        <w:tab/>
        <w:t>3.038e0</w:t>
      </w:r>
    </w:p>
    <w:p w:rsidR="006974AE" w:rsidRDefault="006974AE" w:rsidP="006974AE">
      <w:r>
        <w:t>605.9250</w:t>
      </w:r>
      <w:r>
        <w:tab/>
        <w:t>1.013e0</w:t>
      </w:r>
    </w:p>
    <w:p w:rsidR="006974AE" w:rsidRDefault="006974AE" w:rsidP="006974AE">
      <w:r>
        <w:t>605.9515</w:t>
      </w:r>
      <w:r>
        <w:tab/>
        <w:t>4.051e0</w:t>
      </w:r>
    </w:p>
    <w:p w:rsidR="006974AE" w:rsidRDefault="006974AE" w:rsidP="006974AE">
      <w:r>
        <w:t>605.9969</w:t>
      </w:r>
      <w:r>
        <w:tab/>
        <w:t>1.013e0</w:t>
      </w:r>
    </w:p>
    <w:p w:rsidR="006974AE" w:rsidRDefault="006974AE" w:rsidP="006974AE">
      <w:r>
        <w:t>606.0031</w:t>
      </w:r>
      <w:r>
        <w:tab/>
        <w:t>1.013e0</w:t>
      </w:r>
    </w:p>
    <w:p w:rsidR="006974AE" w:rsidRDefault="006974AE" w:rsidP="006974AE">
      <w:r>
        <w:t>606.0185</w:t>
      </w:r>
      <w:r>
        <w:tab/>
        <w:t>1.013e0</w:t>
      </w:r>
    </w:p>
    <w:p w:rsidR="006974AE" w:rsidRDefault="006974AE" w:rsidP="006974AE">
      <w:r>
        <w:t>606.0302</w:t>
      </w:r>
      <w:r>
        <w:tab/>
        <w:t>2.025e0</w:t>
      </w:r>
    </w:p>
    <w:p w:rsidR="006974AE" w:rsidRDefault="006974AE" w:rsidP="006974AE">
      <w:r>
        <w:t>606.0558</w:t>
      </w:r>
      <w:r>
        <w:tab/>
        <w:t>1.013e0</w:t>
      </w:r>
    </w:p>
    <w:p w:rsidR="006974AE" w:rsidRDefault="006974AE" w:rsidP="006974AE">
      <w:r>
        <w:t>606.0600</w:t>
      </w:r>
      <w:r>
        <w:tab/>
        <w:t>1.013e0</w:t>
      </w:r>
    </w:p>
    <w:p w:rsidR="006974AE" w:rsidRDefault="006974AE" w:rsidP="006974AE">
      <w:r>
        <w:t>606.0800</w:t>
      </w:r>
      <w:r>
        <w:tab/>
        <w:t>1.013e0</w:t>
      </w:r>
    </w:p>
    <w:p w:rsidR="006974AE" w:rsidRDefault="006974AE" w:rsidP="006974AE">
      <w:r>
        <w:t>606.1080</w:t>
      </w:r>
      <w:r>
        <w:tab/>
        <w:t>1.013e0</w:t>
      </w:r>
    </w:p>
    <w:p w:rsidR="006974AE" w:rsidRDefault="006974AE" w:rsidP="006974AE">
      <w:r>
        <w:t>606.1362</w:t>
      </w:r>
      <w:r>
        <w:tab/>
        <w:t>2.025e0</w:t>
      </w:r>
    </w:p>
    <w:p w:rsidR="006974AE" w:rsidRDefault="006974AE" w:rsidP="006974AE">
      <w:r>
        <w:t>606.1619</w:t>
      </w:r>
      <w:r>
        <w:tab/>
        <w:t>4.051e0</w:t>
      </w:r>
    </w:p>
    <w:p w:rsidR="006974AE" w:rsidRDefault="006974AE" w:rsidP="006974AE">
      <w:r>
        <w:t>606.1803</w:t>
      </w:r>
      <w:r>
        <w:tab/>
        <w:t>2.025e0</w:t>
      </w:r>
    </w:p>
    <w:p w:rsidR="006974AE" w:rsidRDefault="006974AE" w:rsidP="006974AE">
      <w:r>
        <w:t>606.1983</w:t>
      </w:r>
      <w:r>
        <w:tab/>
        <w:t>1.013e0</w:t>
      </w:r>
    </w:p>
    <w:p w:rsidR="006974AE" w:rsidRDefault="006974AE" w:rsidP="006974AE">
      <w:r>
        <w:t>606.2249</w:t>
      </w:r>
      <w:r>
        <w:tab/>
        <w:t>3.191e0</w:t>
      </w:r>
    </w:p>
    <w:p w:rsidR="006974AE" w:rsidRDefault="006974AE" w:rsidP="006974AE">
      <w:r>
        <w:t>606.2357</w:t>
      </w:r>
      <w:r>
        <w:tab/>
        <w:t>1.013e0</w:t>
      </w:r>
    </w:p>
    <w:p w:rsidR="006974AE" w:rsidRDefault="006974AE" w:rsidP="006974AE">
      <w:r>
        <w:t>606.2693</w:t>
      </w:r>
      <w:r>
        <w:tab/>
        <w:t>1.013e0</w:t>
      </w:r>
    </w:p>
    <w:p w:rsidR="006974AE" w:rsidRDefault="006974AE" w:rsidP="006974AE">
      <w:r>
        <w:t>606.2780</w:t>
      </w:r>
      <w:r>
        <w:tab/>
        <w:t>1.013e0</w:t>
      </w:r>
    </w:p>
    <w:p w:rsidR="006974AE" w:rsidRDefault="006974AE" w:rsidP="006974AE">
      <w:r>
        <w:lastRenderedPageBreak/>
        <w:t>606.2891</w:t>
      </w:r>
      <w:r>
        <w:tab/>
        <w:t>3.038e0</w:t>
      </w:r>
    </w:p>
    <w:p w:rsidR="006974AE" w:rsidRDefault="006974AE" w:rsidP="006974AE">
      <w:r>
        <w:t>606.2988</w:t>
      </w:r>
      <w:r>
        <w:tab/>
        <w:t>1.013e0</w:t>
      </w:r>
    </w:p>
    <w:p w:rsidR="006974AE" w:rsidRDefault="006974AE" w:rsidP="006974AE">
      <w:r>
        <w:t>606.3084</w:t>
      </w:r>
      <w:r>
        <w:tab/>
        <w:t>1.013e0</w:t>
      </w:r>
    </w:p>
    <w:p w:rsidR="006974AE" w:rsidRDefault="006974AE" w:rsidP="006974AE">
      <w:r>
        <w:t>606.3260</w:t>
      </w:r>
      <w:r>
        <w:tab/>
        <w:t>3.038e0</w:t>
      </w:r>
    </w:p>
    <w:p w:rsidR="006974AE" w:rsidRDefault="006974AE" w:rsidP="006974AE">
      <w:r>
        <w:t>606.3434</w:t>
      </w:r>
      <w:r>
        <w:tab/>
        <w:t>2.025e0</w:t>
      </w:r>
    </w:p>
    <w:p w:rsidR="006974AE" w:rsidRDefault="006974AE" w:rsidP="006974AE">
      <w:r>
        <w:t>606.4098</w:t>
      </w:r>
      <w:r>
        <w:tab/>
        <w:t>3.038e0</w:t>
      </w:r>
    </w:p>
    <w:p w:rsidR="006974AE" w:rsidRDefault="006974AE" w:rsidP="006974AE">
      <w:r>
        <w:t>606.4434</w:t>
      </w:r>
      <w:r>
        <w:tab/>
        <w:t>3.038e0</w:t>
      </w:r>
    </w:p>
    <w:p w:rsidR="006974AE" w:rsidRDefault="006974AE" w:rsidP="006974AE">
      <w:r>
        <w:t>606.4455</w:t>
      </w:r>
      <w:r>
        <w:tab/>
        <w:t>1.013e0</w:t>
      </w:r>
    </w:p>
    <w:p w:rsidR="006974AE" w:rsidRDefault="006974AE" w:rsidP="006974AE">
      <w:r>
        <w:t>606.4636</w:t>
      </w:r>
      <w:r>
        <w:tab/>
        <w:t>2.025e0</w:t>
      </w:r>
    </w:p>
    <w:p w:rsidR="006974AE" w:rsidRDefault="006974AE" w:rsidP="006974AE">
      <w:r>
        <w:t>606.4649</w:t>
      </w:r>
      <w:r>
        <w:tab/>
        <w:t>2.025e0</w:t>
      </w:r>
    </w:p>
    <w:p w:rsidR="006974AE" w:rsidRDefault="006974AE" w:rsidP="006974AE">
      <w:r>
        <w:t>606.4817</w:t>
      </w:r>
      <w:r>
        <w:tab/>
        <w:t>5.063e0</w:t>
      </w:r>
    </w:p>
    <w:p w:rsidR="006974AE" w:rsidRDefault="006974AE" w:rsidP="006974AE">
      <w:r>
        <w:t>606.4956</w:t>
      </w:r>
      <w:r>
        <w:tab/>
        <w:t>2.025e0</w:t>
      </w:r>
    </w:p>
    <w:p w:rsidR="006974AE" w:rsidRDefault="006974AE" w:rsidP="006974AE">
      <w:r>
        <w:t>606.5521</w:t>
      </w:r>
      <w:r>
        <w:tab/>
        <w:t>1.013e0</w:t>
      </w:r>
    </w:p>
    <w:p w:rsidR="006974AE" w:rsidRDefault="006974AE" w:rsidP="006974AE">
      <w:r>
        <w:t>606.6388</w:t>
      </w:r>
      <w:r>
        <w:tab/>
        <w:t>1.013e0</w:t>
      </w:r>
    </w:p>
    <w:p w:rsidR="006974AE" w:rsidRDefault="006974AE" w:rsidP="006974AE">
      <w:r>
        <w:t>606.6577</w:t>
      </w:r>
      <w:r>
        <w:tab/>
        <w:t>1.013e0</w:t>
      </w:r>
    </w:p>
    <w:p w:rsidR="006974AE" w:rsidRDefault="006974AE" w:rsidP="006974AE">
      <w:r>
        <w:t>606.6830</w:t>
      </w:r>
      <w:r>
        <w:tab/>
        <w:t>1.013e0</w:t>
      </w:r>
    </w:p>
    <w:p w:rsidR="006974AE" w:rsidRDefault="006974AE" w:rsidP="006974AE">
      <w:r>
        <w:t>606.7039</w:t>
      </w:r>
      <w:r>
        <w:tab/>
        <w:t>1.013e0</w:t>
      </w:r>
    </w:p>
    <w:p w:rsidR="006974AE" w:rsidRDefault="006974AE" w:rsidP="006974AE">
      <w:r>
        <w:t>606.7163</w:t>
      </w:r>
      <w:r>
        <w:tab/>
        <w:t>4.051e0</w:t>
      </w:r>
    </w:p>
    <w:p w:rsidR="006974AE" w:rsidRDefault="006974AE" w:rsidP="006974AE">
      <w:r>
        <w:t>606.7632</w:t>
      </w:r>
      <w:r>
        <w:tab/>
        <w:t>2.025e0</w:t>
      </w:r>
    </w:p>
    <w:p w:rsidR="006974AE" w:rsidRDefault="006974AE" w:rsidP="006974AE">
      <w:r>
        <w:lastRenderedPageBreak/>
        <w:t>606.7714</w:t>
      </w:r>
      <w:r>
        <w:tab/>
        <w:t>2.025e0</w:t>
      </w:r>
    </w:p>
    <w:p w:rsidR="006974AE" w:rsidRDefault="006974AE" w:rsidP="006974AE">
      <w:r>
        <w:t>606.7747</w:t>
      </w:r>
      <w:r>
        <w:tab/>
        <w:t>2.025e0</w:t>
      </w:r>
    </w:p>
    <w:p w:rsidR="006974AE" w:rsidRDefault="006974AE" w:rsidP="006974AE">
      <w:r>
        <w:t>606.7966</w:t>
      </w:r>
      <w:r>
        <w:tab/>
        <w:t>1.013e0</w:t>
      </w:r>
    </w:p>
    <w:p w:rsidR="006974AE" w:rsidRDefault="006974AE" w:rsidP="006974AE">
      <w:r>
        <w:t>606.8493</w:t>
      </w:r>
      <w:r>
        <w:tab/>
        <w:t>1.013e0</w:t>
      </w:r>
    </w:p>
    <w:p w:rsidR="006974AE" w:rsidRDefault="006974AE" w:rsidP="006974AE">
      <w:r>
        <w:t>606.8523</w:t>
      </w:r>
      <w:r>
        <w:tab/>
        <w:t>1.013e0</w:t>
      </w:r>
    </w:p>
    <w:p w:rsidR="006974AE" w:rsidRDefault="006974AE" w:rsidP="006974AE">
      <w:r>
        <w:t>606.8909</w:t>
      </w:r>
      <w:r>
        <w:tab/>
        <w:t>1.013e0</w:t>
      </w:r>
    </w:p>
    <w:p w:rsidR="006974AE" w:rsidRDefault="006974AE" w:rsidP="006974AE">
      <w:r>
        <w:t>606.9016</w:t>
      </w:r>
      <w:r>
        <w:tab/>
        <w:t>2.025e0</w:t>
      </w:r>
    </w:p>
    <w:p w:rsidR="006974AE" w:rsidRDefault="006974AE" w:rsidP="006974AE">
      <w:r>
        <w:t>606.9498</w:t>
      </w:r>
      <w:r>
        <w:tab/>
        <w:t>3.038e0</w:t>
      </w:r>
    </w:p>
    <w:p w:rsidR="006974AE" w:rsidRDefault="006974AE" w:rsidP="006974AE">
      <w:r>
        <w:t>606.9579</w:t>
      </w:r>
      <w:r>
        <w:tab/>
        <w:t>1.013e0</w:t>
      </w:r>
    </w:p>
    <w:p w:rsidR="006974AE" w:rsidRDefault="006974AE" w:rsidP="006974AE">
      <w:r>
        <w:t>606.9615</w:t>
      </w:r>
      <w:r>
        <w:tab/>
        <w:t>2.025e0</w:t>
      </w:r>
    </w:p>
    <w:p w:rsidR="006974AE" w:rsidRDefault="006974AE" w:rsidP="006974AE">
      <w:r>
        <w:t>606.9661</w:t>
      </w:r>
      <w:r>
        <w:tab/>
        <w:t>2.025e0</w:t>
      </w:r>
    </w:p>
    <w:p w:rsidR="006974AE" w:rsidRDefault="006974AE" w:rsidP="006974AE">
      <w:r>
        <w:t>607.0122</w:t>
      </w:r>
      <w:r>
        <w:tab/>
        <w:t>2.025e0</w:t>
      </w:r>
    </w:p>
    <w:p w:rsidR="006974AE" w:rsidRDefault="006974AE" w:rsidP="006974AE">
      <w:r>
        <w:t>607.0151</w:t>
      </w:r>
      <w:r>
        <w:tab/>
        <w:t>3.038e0</w:t>
      </w:r>
    </w:p>
    <w:p w:rsidR="006974AE" w:rsidRDefault="006974AE" w:rsidP="006974AE">
      <w:r>
        <w:t>607.0828</w:t>
      </w:r>
      <w:r>
        <w:tab/>
        <w:t>1.013e0</w:t>
      </w:r>
    </w:p>
    <w:p w:rsidR="006974AE" w:rsidRDefault="006974AE" w:rsidP="006974AE">
      <w:r>
        <w:t>607.1000</w:t>
      </w:r>
      <w:r>
        <w:tab/>
        <w:t>5.063e0</w:t>
      </w:r>
    </w:p>
    <w:p w:rsidR="006974AE" w:rsidRDefault="006974AE" w:rsidP="006974AE">
      <w:r>
        <w:t>607.1084</w:t>
      </w:r>
      <w:r>
        <w:tab/>
        <w:t>1.013e0</w:t>
      </w:r>
    </w:p>
    <w:p w:rsidR="006974AE" w:rsidRDefault="006974AE" w:rsidP="006974AE">
      <w:r>
        <w:t>607.1299</w:t>
      </w:r>
      <w:r>
        <w:tab/>
        <w:t>1.013e0</w:t>
      </w:r>
    </w:p>
    <w:p w:rsidR="006974AE" w:rsidRDefault="006974AE" w:rsidP="006974AE">
      <w:r>
        <w:t>607.1508</w:t>
      </w:r>
      <w:r>
        <w:tab/>
        <w:t>1.013e0</w:t>
      </w:r>
    </w:p>
    <w:p w:rsidR="006974AE" w:rsidRDefault="006974AE" w:rsidP="006974AE">
      <w:r>
        <w:t>607.1696</w:t>
      </w:r>
      <w:r>
        <w:tab/>
        <w:t>1.013e0</w:t>
      </w:r>
    </w:p>
    <w:p w:rsidR="006974AE" w:rsidRDefault="006974AE" w:rsidP="006974AE">
      <w:r>
        <w:lastRenderedPageBreak/>
        <w:t>607.1923</w:t>
      </w:r>
      <w:r>
        <w:tab/>
        <w:t>1.013e0</w:t>
      </w:r>
    </w:p>
    <w:p w:rsidR="006974AE" w:rsidRDefault="006974AE" w:rsidP="006974AE">
      <w:r>
        <w:t>607.2028</w:t>
      </w:r>
      <w:r>
        <w:tab/>
        <w:t>2.025e0</w:t>
      </w:r>
    </w:p>
    <w:p w:rsidR="006974AE" w:rsidRDefault="006974AE" w:rsidP="006974AE">
      <w:r>
        <w:t>607.2123</w:t>
      </w:r>
      <w:r>
        <w:tab/>
        <w:t>1.013e0</w:t>
      </w:r>
    </w:p>
    <w:p w:rsidR="006974AE" w:rsidRDefault="006974AE" w:rsidP="006974AE">
      <w:r>
        <w:t>607.2383</w:t>
      </w:r>
      <w:r>
        <w:tab/>
        <w:t>3.038e0</w:t>
      </w:r>
    </w:p>
    <w:p w:rsidR="006974AE" w:rsidRDefault="006974AE" w:rsidP="006974AE">
      <w:r>
        <w:t>607.2591</w:t>
      </w:r>
      <w:r>
        <w:tab/>
        <w:t>3.038e0</w:t>
      </w:r>
    </w:p>
    <w:p w:rsidR="006974AE" w:rsidRDefault="006974AE" w:rsidP="006974AE">
      <w:r>
        <w:t>607.2779</w:t>
      </w:r>
      <w:r>
        <w:tab/>
        <w:t>2.025e0</w:t>
      </w:r>
    </w:p>
    <w:p w:rsidR="006974AE" w:rsidRDefault="006974AE" w:rsidP="006974AE">
      <w:r>
        <w:t>607.3171</w:t>
      </w:r>
      <w:r>
        <w:tab/>
        <w:t>1.013e0</w:t>
      </w:r>
    </w:p>
    <w:p w:rsidR="006974AE" w:rsidRDefault="006974AE" w:rsidP="006974AE">
      <w:r>
        <w:t>607.3209</w:t>
      </w:r>
      <w:r>
        <w:tab/>
        <w:t>2.025e0</w:t>
      </w:r>
    </w:p>
    <w:p w:rsidR="006974AE" w:rsidRDefault="006974AE" w:rsidP="006974AE">
      <w:r>
        <w:t>607.3268</w:t>
      </w:r>
      <w:r>
        <w:tab/>
        <w:t>1.013e0</w:t>
      </w:r>
    </w:p>
    <w:p w:rsidR="006974AE" w:rsidRDefault="006974AE" w:rsidP="006974AE">
      <w:r>
        <w:t>607.3488</w:t>
      </w:r>
      <w:r>
        <w:tab/>
        <w:t>2.025e0</w:t>
      </w:r>
    </w:p>
    <w:p w:rsidR="006974AE" w:rsidRDefault="006974AE" w:rsidP="006974AE">
      <w:r>
        <w:t>607.3646</w:t>
      </w:r>
      <w:r>
        <w:tab/>
        <w:t>1.013e0</w:t>
      </w:r>
    </w:p>
    <w:p w:rsidR="006974AE" w:rsidRDefault="006974AE" w:rsidP="006974AE">
      <w:r>
        <w:t>607.3795</w:t>
      </w:r>
      <w:r>
        <w:tab/>
        <w:t>2.025e0</w:t>
      </w:r>
    </w:p>
    <w:p w:rsidR="006974AE" w:rsidRDefault="006974AE" w:rsidP="006974AE">
      <w:r>
        <w:t>607.4100</w:t>
      </w:r>
      <w:r>
        <w:tab/>
        <w:t>1.013e0</w:t>
      </w:r>
    </w:p>
    <w:p w:rsidR="006974AE" w:rsidRDefault="006974AE" w:rsidP="006974AE">
      <w:r>
        <w:t>607.4268</w:t>
      </w:r>
      <w:r>
        <w:tab/>
        <w:t>2.025e0</w:t>
      </w:r>
    </w:p>
    <w:p w:rsidR="006974AE" w:rsidRDefault="006974AE" w:rsidP="006974AE">
      <w:r>
        <w:t>607.4365</w:t>
      </w:r>
      <w:r>
        <w:tab/>
        <w:t>1.013e0</w:t>
      </w:r>
    </w:p>
    <w:p w:rsidR="006974AE" w:rsidRDefault="006974AE" w:rsidP="006974AE">
      <w:r>
        <w:t>607.4715</w:t>
      </w:r>
      <w:r>
        <w:tab/>
        <w:t>5.063e0</w:t>
      </w:r>
    </w:p>
    <w:p w:rsidR="006974AE" w:rsidRDefault="006974AE" w:rsidP="006974AE">
      <w:r>
        <w:t>607.4991</w:t>
      </w:r>
      <w:r>
        <w:tab/>
        <w:t>2.025e0</w:t>
      </w:r>
    </w:p>
    <w:p w:rsidR="006974AE" w:rsidRDefault="006974AE" w:rsidP="006974AE">
      <w:r>
        <w:t>607.5235</w:t>
      </w:r>
      <w:r>
        <w:tab/>
        <w:t>1.013e0</w:t>
      </w:r>
    </w:p>
    <w:p w:rsidR="006974AE" w:rsidRDefault="006974AE" w:rsidP="006974AE">
      <w:r>
        <w:t>607.5256</w:t>
      </w:r>
      <w:r>
        <w:tab/>
        <w:t>1.013e0</w:t>
      </w:r>
    </w:p>
    <w:p w:rsidR="006974AE" w:rsidRDefault="006974AE" w:rsidP="006974AE">
      <w:r>
        <w:lastRenderedPageBreak/>
        <w:t>607.5422</w:t>
      </w:r>
      <w:r>
        <w:tab/>
        <w:t>1.013e0</w:t>
      </w:r>
    </w:p>
    <w:p w:rsidR="006974AE" w:rsidRDefault="006974AE" w:rsidP="006974AE">
      <w:r>
        <w:t>607.5563</w:t>
      </w:r>
      <w:r>
        <w:tab/>
        <w:t>1.013e0</w:t>
      </w:r>
    </w:p>
    <w:p w:rsidR="006974AE" w:rsidRDefault="006974AE" w:rsidP="006974AE">
      <w:r>
        <w:t>607.5599</w:t>
      </w:r>
      <w:r>
        <w:tab/>
        <w:t>1.013e0</w:t>
      </w:r>
    </w:p>
    <w:p w:rsidR="006974AE" w:rsidRDefault="006974AE" w:rsidP="006974AE">
      <w:r>
        <w:t>607.5771</w:t>
      </w:r>
      <w:r>
        <w:tab/>
        <w:t>1.013e0</w:t>
      </w:r>
    </w:p>
    <w:p w:rsidR="006974AE" w:rsidRDefault="006974AE" w:rsidP="006974AE">
      <w:r>
        <w:t>607.5875</w:t>
      </w:r>
      <w:r>
        <w:tab/>
        <w:t>1.013e0</w:t>
      </w:r>
    </w:p>
    <w:p w:rsidR="006974AE" w:rsidRDefault="006974AE" w:rsidP="006974AE">
      <w:r>
        <w:t>607.6492</w:t>
      </w:r>
      <w:r>
        <w:tab/>
        <w:t>1.013e0</w:t>
      </w:r>
    </w:p>
    <w:p w:rsidR="006974AE" w:rsidRDefault="006974AE" w:rsidP="006974AE">
      <w:r>
        <w:t>607.7011</w:t>
      </w:r>
      <w:r>
        <w:tab/>
        <w:t>1.013e0</w:t>
      </w:r>
    </w:p>
    <w:p w:rsidR="006974AE" w:rsidRDefault="006974AE" w:rsidP="006974AE">
      <w:r>
        <w:t>607.7117</w:t>
      </w:r>
      <w:r>
        <w:tab/>
        <w:t>1.013e0</w:t>
      </w:r>
    </w:p>
    <w:p w:rsidR="006974AE" w:rsidRDefault="006974AE" w:rsidP="006974AE">
      <w:r>
        <w:t>607.7437</w:t>
      </w:r>
      <w:r>
        <w:tab/>
        <w:t>1.013e0</w:t>
      </w:r>
    </w:p>
    <w:p w:rsidR="006974AE" w:rsidRDefault="006974AE" w:rsidP="006974AE">
      <w:r>
        <w:t>607.7648</w:t>
      </w:r>
      <w:r>
        <w:tab/>
        <w:t>4.051e0</w:t>
      </w:r>
    </w:p>
    <w:p w:rsidR="006974AE" w:rsidRDefault="006974AE" w:rsidP="006974AE">
      <w:r>
        <w:t>607.7899</w:t>
      </w:r>
      <w:r>
        <w:tab/>
        <w:t>2.025e0</w:t>
      </w:r>
    </w:p>
    <w:p w:rsidR="006974AE" w:rsidRDefault="006974AE" w:rsidP="006974AE">
      <w:r>
        <w:t>607.8008</w:t>
      </w:r>
      <w:r>
        <w:tab/>
        <w:t>3.038e0</w:t>
      </w:r>
    </w:p>
    <w:p w:rsidR="006974AE" w:rsidRDefault="006974AE" w:rsidP="006974AE">
      <w:r>
        <w:t>607.8581</w:t>
      </w:r>
      <w:r>
        <w:tab/>
        <w:t>1.013e0</w:t>
      </w:r>
    </w:p>
    <w:p w:rsidR="006974AE" w:rsidRDefault="006974AE" w:rsidP="006974AE">
      <w:r>
        <w:t>607.8778</w:t>
      </w:r>
      <w:r>
        <w:tab/>
        <w:t>3.038e0</w:t>
      </w:r>
    </w:p>
    <w:p w:rsidR="006974AE" w:rsidRDefault="006974AE" w:rsidP="006974AE">
      <w:r>
        <w:t>607.9136</w:t>
      </w:r>
      <w:r>
        <w:tab/>
        <w:t>1.013e0</w:t>
      </w:r>
    </w:p>
    <w:p w:rsidR="006974AE" w:rsidRDefault="006974AE" w:rsidP="006974AE">
      <w:r>
        <w:t>607.9318</w:t>
      </w:r>
      <w:r>
        <w:tab/>
        <w:t>1.013e0</w:t>
      </w:r>
    </w:p>
    <w:p w:rsidR="006974AE" w:rsidRDefault="006974AE" w:rsidP="006974AE">
      <w:r>
        <w:t>607.9822</w:t>
      </w:r>
      <w:r>
        <w:tab/>
        <w:t>1.013e0</w:t>
      </w:r>
    </w:p>
    <w:p w:rsidR="006974AE" w:rsidRDefault="006974AE" w:rsidP="006974AE">
      <w:r>
        <w:t>607.9847</w:t>
      </w:r>
      <w:r>
        <w:tab/>
        <w:t>1.013e0</w:t>
      </w:r>
    </w:p>
    <w:p w:rsidR="006974AE" w:rsidRDefault="006974AE" w:rsidP="006974AE">
      <w:r>
        <w:t>608.0200</w:t>
      </w:r>
      <w:r>
        <w:tab/>
        <w:t>1.013e0</w:t>
      </w:r>
    </w:p>
    <w:p w:rsidR="006974AE" w:rsidRDefault="006974AE" w:rsidP="006974AE">
      <w:r>
        <w:lastRenderedPageBreak/>
        <w:t>608.0549</w:t>
      </w:r>
      <w:r>
        <w:tab/>
        <w:t>1.013e0</w:t>
      </w:r>
    </w:p>
    <w:p w:rsidR="006974AE" w:rsidRDefault="006974AE" w:rsidP="006974AE">
      <w:r>
        <w:t>608.1080</w:t>
      </w:r>
      <w:r>
        <w:tab/>
        <w:t>2.025e0</w:t>
      </w:r>
    </w:p>
    <w:p w:rsidR="006974AE" w:rsidRDefault="006974AE" w:rsidP="006974AE">
      <w:r>
        <w:t>608.1183</w:t>
      </w:r>
      <w:r>
        <w:tab/>
        <w:t>2.025e0</w:t>
      </w:r>
    </w:p>
    <w:p w:rsidR="006974AE" w:rsidRDefault="006974AE" w:rsidP="006974AE">
      <w:r>
        <w:t>608.1258</w:t>
      </w:r>
      <w:r>
        <w:tab/>
        <w:t>1.013e0</w:t>
      </w:r>
    </w:p>
    <w:p w:rsidR="006974AE" w:rsidRDefault="006974AE" w:rsidP="006974AE">
      <w:r>
        <w:t>608.1280</w:t>
      </w:r>
      <w:r>
        <w:tab/>
        <w:t>1.013e0</w:t>
      </w:r>
    </w:p>
    <w:p w:rsidR="006974AE" w:rsidRDefault="006974AE" w:rsidP="006974AE">
      <w:r>
        <w:t>608.1489</w:t>
      </w:r>
      <w:r>
        <w:tab/>
        <w:t>1.013e0</w:t>
      </w:r>
    </w:p>
    <w:p w:rsidR="006974AE" w:rsidRDefault="006974AE" w:rsidP="006974AE">
      <w:r>
        <w:t>608.1624</w:t>
      </w:r>
      <w:r>
        <w:tab/>
        <w:t>2.025e0</w:t>
      </w:r>
    </w:p>
    <w:p w:rsidR="006974AE" w:rsidRDefault="006974AE" w:rsidP="006974AE">
      <w:r>
        <w:t>608.1970</w:t>
      </w:r>
      <w:r>
        <w:tab/>
        <w:t>1.013e0</w:t>
      </w:r>
    </w:p>
    <w:p w:rsidR="006974AE" w:rsidRDefault="006974AE" w:rsidP="006974AE">
      <w:r>
        <w:t>608.2211</w:t>
      </w:r>
      <w:r>
        <w:tab/>
        <w:t>2.025e0</w:t>
      </w:r>
    </w:p>
    <w:p w:rsidR="006974AE" w:rsidRDefault="006974AE" w:rsidP="006974AE">
      <w:r>
        <w:t>608.2225</w:t>
      </w:r>
      <w:r>
        <w:tab/>
        <w:t>1.013e0</w:t>
      </w:r>
    </w:p>
    <w:p w:rsidR="006974AE" w:rsidRDefault="006974AE" w:rsidP="006974AE">
      <w:r>
        <w:t>608.2333</w:t>
      </w:r>
      <w:r>
        <w:tab/>
        <w:t>5.063e0</w:t>
      </w:r>
    </w:p>
    <w:p w:rsidR="006974AE" w:rsidRDefault="006974AE" w:rsidP="006974AE">
      <w:r>
        <w:t>608.2498</w:t>
      </w:r>
      <w:r>
        <w:tab/>
        <w:t>1.013e0</w:t>
      </w:r>
    </w:p>
    <w:p w:rsidR="006974AE" w:rsidRDefault="006974AE" w:rsidP="006974AE">
      <w:r>
        <w:t>608.2587</w:t>
      </w:r>
      <w:r>
        <w:tab/>
        <w:t>9.471e0</w:t>
      </w:r>
    </w:p>
    <w:p w:rsidR="006974AE" w:rsidRDefault="006974AE" w:rsidP="006974AE">
      <w:r>
        <w:t>608.2820</w:t>
      </w:r>
      <w:r>
        <w:tab/>
        <w:t>3.038e0</w:t>
      </w:r>
    </w:p>
    <w:p w:rsidR="006974AE" w:rsidRDefault="006974AE" w:rsidP="006974AE">
      <w:r>
        <w:t>608.2991</w:t>
      </w:r>
      <w:r>
        <w:tab/>
        <w:t>3.038e0</w:t>
      </w:r>
    </w:p>
    <w:p w:rsidR="006974AE" w:rsidRDefault="006974AE" w:rsidP="006974AE">
      <w:r>
        <w:t>608.3192</w:t>
      </w:r>
      <w:r>
        <w:tab/>
        <w:t>6.076e0</w:t>
      </w:r>
    </w:p>
    <w:p w:rsidR="006974AE" w:rsidRDefault="006974AE" w:rsidP="006974AE">
      <w:r>
        <w:t>608.3370</w:t>
      </w:r>
      <w:r>
        <w:tab/>
        <w:t>1.013e0</w:t>
      </w:r>
    </w:p>
    <w:p w:rsidR="006974AE" w:rsidRDefault="006974AE" w:rsidP="006974AE">
      <w:r>
        <w:t>608.3689</w:t>
      </w:r>
      <w:r>
        <w:tab/>
        <w:t>4.051e0</w:t>
      </w:r>
    </w:p>
    <w:p w:rsidR="006974AE" w:rsidRDefault="006974AE" w:rsidP="006974AE">
      <w:r>
        <w:t>608.3787</w:t>
      </w:r>
      <w:r>
        <w:tab/>
        <w:t>1.013e0</w:t>
      </w:r>
    </w:p>
    <w:p w:rsidR="006974AE" w:rsidRDefault="006974AE" w:rsidP="006974AE">
      <w:r>
        <w:lastRenderedPageBreak/>
        <w:t>608.3884</w:t>
      </w:r>
      <w:r>
        <w:tab/>
        <w:t>1.013e0</w:t>
      </w:r>
    </w:p>
    <w:p w:rsidR="006974AE" w:rsidRDefault="006974AE" w:rsidP="006974AE">
      <w:r>
        <w:t>608.4106</w:t>
      </w:r>
      <w:r>
        <w:tab/>
        <w:t>2.025e0</w:t>
      </w:r>
    </w:p>
    <w:p w:rsidR="006974AE" w:rsidRDefault="006974AE" w:rsidP="006974AE">
      <w:r>
        <w:t>608.4304</w:t>
      </w:r>
      <w:r>
        <w:tab/>
        <w:t>2.025e0</w:t>
      </w:r>
    </w:p>
    <w:p w:rsidR="006974AE" w:rsidRDefault="006974AE" w:rsidP="006974AE">
      <w:r>
        <w:t>608.4509</w:t>
      </w:r>
      <w:r>
        <w:tab/>
        <w:t>1.013e0</w:t>
      </w:r>
    </w:p>
    <w:p w:rsidR="006974AE" w:rsidRDefault="006974AE" w:rsidP="006974AE">
      <w:r>
        <w:t>608.4717</w:t>
      </w:r>
      <w:r>
        <w:tab/>
        <w:t>1.013e0</w:t>
      </w:r>
    </w:p>
    <w:p w:rsidR="006974AE" w:rsidRDefault="006974AE" w:rsidP="006974AE">
      <w:r>
        <w:t>608.4788</w:t>
      </w:r>
      <w:r>
        <w:tab/>
        <w:t>1.013e0</w:t>
      </w:r>
    </w:p>
    <w:p w:rsidR="006974AE" w:rsidRDefault="006974AE" w:rsidP="006974AE">
      <w:r>
        <w:t>608.4829</w:t>
      </w:r>
      <w:r>
        <w:tab/>
        <w:t>1.013e0</w:t>
      </w:r>
    </w:p>
    <w:p w:rsidR="006974AE" w:rsidRDefault="006974AE" w:rsidP="006974AE">
      <w:r>
        <w:t>608.5019</w:t>
      </w:r>
      <w:r>
        <w:tab/>
        <w:t>2.025e0</w:t>
      </w:r>
    </w:p>
    <w:p w:rsidR="006974AE" w:rsidRDefault="006974AE" w:rsidP="006974AE">
      <w:r>
        <w:t>608.5621</w:t>
      </w:r>
      <w:r>
        <w:tab/>
        <w:t>2.025e0</w:t>
      </w:r>
    </w:p>
    <w:p w:rsidR="006974AE" w:rsidRDefault="006974AE" w:rsidP="006974AE">
      <w:r>
        <w:t>608.5871</w:t>
      </w:r>
      <w:r>
        <w:tab/>
        <w:t>1.013e0</w:t>
      </w:r>
    </w:p>
    <w:p w:rsidR="006974AE" w:rsidRDefault="006974AE" w:rsidP="006974AE">
      <w:r>
        <w:t>608.5975</w:t>
      </w:r>
      <w:r>
        <w:tab/>
        <w:t>2.025e0</w:t>
      </w:r>
    </w:p>
    <w:p w:rsidR="006974AE" w:rsidRDefault="006974AE" w:rsidP="006974AE">
      <w:r>
        <w:t>608.6233</w:t>
      </w:r>
      <w:r>
        <w:tab/>
        <w:t>3.038e0</w:t>
      </w:r>
    </w:p>
    <w:p w:rsidR="006974AE" w:rsidRDefault="006974AE" w:rsidP="006974AE">
      <w:r>
        <w:t>608.6280</w:t>
      </w:r>
      <w:r>
        <w:tab/>
        <w:t>1.013e0</w:t>
      </w:r>
    </w:p>
    <w:p w:rsidR="006974AE" w:rsidRDefault="006974AE" w:rsidP="006974AE">
      <w:r>
        <w:t>608.6378</w:t>
      </w:r>
      <w:r>
        <w:tab/>
        <w:t>1.013e0</w:t>
      </w:r>
    </w:p>
    <w:p w:rsidR="006974AE" w:rsidRDefault="006974AE" w:rsidP="006974AE">
      <w:r>
        <w:t>608.7434</w:t>
      </w:r>
      <w:r>
        <w:tab/>
        <w:t>1.013e0</w:t>
      </w:r>
    </w:p>
    <w:p w:rsidR="006974AE" w:rsidRDefault="006974AE" w:rsidP="006974AE">
      <w:r>
        <w:t>608.7459</w:t>
      </w:r>
      <w:r>
        <w:tab/>
        <w:t>1.013e0</w:t>
      </w:r>
    </w:p>
    <w:p w:rsidR="006974AE" w:rsidRDefault="006974AE" w:rsidP="006974AE">
      <w:r>
        <w:t>608.7745</w:t>
      </w:r>
      <w:r>
        <w:tab/>
        <w:t>3.038e0</w:t>
      </w:r>
    </w:p>
    <w:p w:rsidR="006974AE" w:rsidRDefault="006974AE" w:rsidP="006974AE">
      <w:r>
        <w:t>608.7900</w:t>
      </w:r>
      <w:r>
        <w:tab/>
        <w:t>2.025e0</w:t>
      </w:r>
    </w:p>
    <w:p w:rsidR="006974AE" w:rsidRDefault="006974AE" w:rsidP="006974AE">
      <w:r>
        <w:t>608.8049</w:t>
      </w:r>
      <w:r>
        <w:tab/>
        <w:t>2.025e0</w:t>
      </w:r>
    </w:p>
    <w:p w:rsidR="006974AE" w:rsidRDefault="006974AE" w:rsidP="006974AE">
      <w:r>
        <w:lastRenderedPageBreak/>
        <w:t>608.8167</w:t>
      </w:r>
      <w:r>
        <w:tab/>
        <w:t>1.013e0</w:t>
      </w:r>
    </w:p>
    <w:p w:rsidR="006974AE" w:rsidRDefault="006974AE" w:rsidP="006974AE">
      <w:r>
        <w:t>608.8885</w:t>
      </w:r>
      <w:r>
        <w:tab/>
        <w:t>1.013e0</w:t>
      </w:r>
    </w:p>
    <w:p w:rsidR="006974AE" w:rsidRDefault="006974AE" w:rsidP="006974AE">
      <w:r>
        <w:t>608.9042</w:t>
      </w:r>
      <w:r>
        <w:tab/>
        <w:t>2.025e0</w:t>
      </w:r>
    </w:p>
    <w:p w:rsidR="006974AE" w:rsidRDefault="006974AE" w:rsidP="006974AE">
      <w:r>
        <w:t>608.9303</w:t>
      </w:r>
      <w:r>
        <w:tab/>
        <w:t>1.013e0</w:t>
      </w:r>
    </w:p>
    <w:p w:rsidR="006974AE" w:rsidRDefault="006974AE" w:rsidP="006974AE">
      <w:r>
        <w:t>608.9727</w:t>
      </w:r>
      <w:r>
        <w:tab/>
        <w:t>1.013e0</w:t>
      </w:r>
    </w:p>
    <w:p w:rsidR="006974AE" w:rsidRDefault="006974AE" w:rsidP="006974AE">
      <w:r>
        <w:t>608.9832</w:t>
      </w:r>
      <w:r>
        <w:tab/>
        <w:t>1.013e0</w:t>
      </w:r>
    </w:p>
    <w:p w:rsidR="006974AE" w:rsidRDefault="006974AE" w:rsidP="006974AE">
      <w:r>
        <w:t>608.9934</w:t>
      </w:r>
      <w:r>
        <w:tab/>
        <w:t>4.051e0</w:t>
      </w:r>
    </w:p>
    <w:p w:rsidR="006974AE" w:rsidRDefault="006974AE" w:rsidP="006974AE">
      <w:r>
        <w:t>609.0658</w:t>
      </w:r>
      <w:r>
        <w:tab/>
        <w:t>2.025e0</w:t>
      </w:r>
    </w:p>
    <w:p w:rsidR="006974AE" w:rsidRDefault="006974AE" w:rsidP="006974AE">
      <w:r>
        <w:t>609.0770</w:t>
      </w:r>
      <w:r>
        <w:tab/>
        <w:t>1.013e0</w:t>
      </w:r>
    </w:p>
    <w:p w:rsidR="006974AE" w:rsidRDefault="006974AE" w:rsidP="006974AE">
      <w:r>
        <w:t>609.0807</w:t>
      </w:r>
      <w:r>
        <w:tab/>
        <w:t>1.013e0</w:t>
      </w:r>
    </w:p>
    <w:p w:rsidR="006974AE" w:rsidRDefault="006974AE" w:rsidP="006974AE">
      <w:r>
        <w:t>609.1366</w:t>
      </w:r>
      <w:r>
        <w:tab/>
        <w:t>3.038e0</w:t>
      </w:r>
    </w:p>
    <w:p w:rsidR="006974AE" w:rsidRDefault="006974AE" w:rsidP="006974AE">
      <w:r>
        <w:t>609.2061</w:t>
      </w:r>
      <w:r>
        <w:tab/>
        <w:t>3.038e0</w:t>
      </w:r>
    </w:p>
    <w:p w:rsidR="006974AE" w:rsidRDefault="006974AE" w:rsidP="006974AE">
      <w:r>
        <w:t>609.2236</w:t>
      </w:r>
      <w:r>
        <w:tab/>
        <w:t>3.038e0</w:t>
      </w:r>
    </w:p>
    <w:p w:rsidR="006974AE" w:rsidRDefault="006974AE" w:rsidP="006974AE">
      <w:r>
        <w:t>609.2576</w:t>
      </w:r>
      <w:r>
        <w:tab/>
        <w:t>1.013e0</w:t>
      </w:r>
    </w:p>
    <w:p w:rsidR="006974AE" w:rsidRDefault="006974AE" w:rsidP="006974AE">
      <w:r>
        <w:t>609.2960</w:t>
      </w:r>
      <w:r>
        <w:tab/>
        <w:t>1.013e0</w:t>
      </w:r>
    </w:p>
    <w:p w:rsidR="006974AE" w:rsidRDefault="006974AE" w:rsidP="006974AE">
      <w:r>
        <w:t>609.3101</w:t>
      </w:r>
      <w:r>
        <w:tab/>
        <w:t>2.025e0</w:t>
      </w:r>
    </w:p>
    <w:p w:rsidR="006974AE" w:rsidRDefault="006974AE" w:rsidP="006974AE">
      <w:r>
        <w:t>609.3162</w:t>
      </w:r>
      <w:r>
        <w:tab/>
        <w:t>6.076e0</w:t>
      </w:r>
    </w:p>
    <w:p w:rsidR="006974AE" w:rsidRDefault="006974AE" w:rsidP="006974AE">
      <w:r>
        <w:t>609.3683</w:t>
      </w:r>
      <w:r>
        <w:tab/>
        <w:t>1.013e0</w:t>
      </w:r>
    </w:p>
    <w:p w:rsidR="006974AE" w:rsidRDefault="006974AE" w:rsidP="006974AE">
      <w:r>
        <w:t>609.3823</w:t>
      </w:r>
      <w:r>
        <w:tab/>
        <w:t>1.013e0</w:t>
      </w:r>
    </w:p>
    <w:p w:rsidR="006974AE" w:rsidRDefault="006974AE" w:rsidP="006974AE">
      <w:r>
        <w:lastRenderedPageBreak/>
        <w:t>609.3899</w:t>
      </w:r>
      <w:r>
        <w:tab/>
        <w:t>1.013e0</w:t>
      </w:r>
    </w:p>
    <w:p w:rsidR="006974AE" w:rsidRDefault="006974AE" w:rsidP="006974AE">
      <w:r>
        <w:t>609.3996</w:t>
      </w:r>
      <w:r>
        <w:tab/>
        <w:t>2.025e0</w:t>
      </w:r>
    </w:p>
    <w:p w:rsidR="006974AE" w:rsidRDefault="006974AE" w:rsidP="006974AE">
      <w:r>
        <w:t>609.4108</w:t>
      </w:r>
      <w:r>
        <w:tab/>
        <w:t>1.013e0</w:t>
      </w:r>
    </w:p>
    <w:p w:rsidR="006974AE" w:rsidRDefault="006974AE" w:rsidP="006974AE">
      <w:r>
        <w:t>609.4349</w:t>
      </w:r>
      <w:r>
        <w:tab/>
        <w:t>2.025e0</w:t>
      </w:r>
    </w:p>
    <w:p w:rsidR="006974AE" w:rsidRDefault="006974AE" w:rsidP="006974AE">
      <w:r>
        <w:t>609.4872</w:t>
      </w:r>
      <w:r>
        <w:tab/>
        <w:t>3.038e0</w:t>
      </w:r>
    </w:p>
    <w:p w:rsidR="006974AE" w:rsidRDefault="006974AE" w:rsidP="006974AE">
      <w:r>
        <w:t>609.5062</w:t>
      </w:r>
      <w:r>
        <w:tab/>
        <w:t>1.013e0</w:t>
      </w:r>
    </w:p>
    <w:p w:rsidR="006974AE" w:rsidRDefault="006974AE" w:rsidP="006974AE">
      <w:r>
        <w:t>609.5143</w:t>
      </w:r>
      <w:r>
        <w:tab/>
        <w:t>1.013e0</w:t>
      </w:r>
    </w:p>
    <w:p w:rsidR="006974AE" w:rsidRDefault="006974AE" w:rsidP="006974AE">
      <w:r>
        <w:t>609.5305</w:t>
      </w:r>
      <w:r>
        <w:tab/>
        <w:t>2.025e0</w:t>
      </w:r>
    </w:p>
    <w:p w:rsidR="006974AE" w:rsidRDefault="006974AE" w:rsidP="006974AE">
      <w:r>
        <w:t>609.5721</w:t>
      </w:r>
      <w:r>
        <w:tab/>
        <w:t>2.025e0</w:t>
      </w:r>
    </w:p>
    <w:p w:rsidR="006974AE" w:rsidRDefault="006974AE" w:rsidP="006974AE">
      <w:r>
        <w:t>609.5986</w:t>
      </w:r>
      <w:r>
        <w:tab/>
        <w:t>1.013e0</w:t>
      </w:r>
    </w:p>
    <w:p w:rsidR="006974AE" w:rsidRDefault="006974AE" w:rsidP="006974AE">
      <w:r>
        <w:t>609.6168</w:t>
      </w:r>
      <w:r>
        <w:tab/>
        <w:t>2.025e0</w:t>
      </w:r>
    </w:p>
    <w:p w:rsidR="006974AE" w:rsidRDefault="006974AE" w:rsidP="006974AE">
      <w:r>
        <w:t>609.6187</w:t>
      </w:r>
      <w:r>
        <w:tab/>
        <w:t>1.013e0</w:t>
      </w:r>
    </w:p>
    <w:p w:rsidR="006974AE" w:rsidRDefault="006974AE" w:rsidP="006974AE">
      <w:r>
        <w:t>609.6500</w:t>
      </w:r>
      <w:r>
        <w:tab/>
        <w:t>1.013e0</w:t>
      </w:r>
    </w:p>
    <w:p w:rsidR="006974AE" w:rsidRDefault="006974AE" w:rsidP="006974AE">
      <w:r>
        <w:t>609.6716</w:t>
      </w:r>
      <w:r>
        <w:tab/>
        <w:t>1.013e0</w:t>
      </w:r>
    </w:p>
    <w:p w:rsidR="006974AE" w:rsidRDefault="006974AE" w:rsidP="006974AE">
      <w:r>
        <w:t>609.7519</w:t>
      </w:r>
      <w:r>
        <w:tab/>
        <w:t>3.038e0</w:t>
      </w:r>
    </w:p>
    <w:p w:rsidR="006974AE" w:rsidRDefault="006974AE" w:rsidP="006974AE">
      <w:r>
        <w:t>609.7746</w:t>
      </w:r>
      <w:r>
        <w:tab/>
        <w:t>2.025e0</w:t>
      </w:r>
    </w:p>
    <w:p w:rsidR="006974AE" w:rsidRDefault="006974AE" w:rsidP="006974AE">
      <w:r>
        <w:t>609.7761</w:t>
      </w:r>
      <w:r>
        <w:tab/>
        <w:t>1.013e0</w:t>
      </w:r>
    </w:p>
    <w:p w:rsidR="006974AE" w:rsidRDefault="006974AE" w:rsidP="006974AE">
      <w:r>
        <w:t>609.8066</w:t>
      </w:r>
      <w:r>
        <w:tab/>
        <w:t>1.013e0</w:t>
      </w:r>
    </w:p>
    <w:p w:rsidR="006974AE" w:rsidRDefault="006974AE" w:rsidP="006974AE">
      <w:r>
        <w:t>609.8120</w:t>
      </w:r>
      <w:r>
        <w:tab/>
        <w:t>2.025e0</w:t>
      </w:r>
    </w:p>
    <w:p w:rsidR="006974AE" w:rsidRDefault="006974AE" w:rsidP="006974AE">
      <w:r>
        <w:lastRenderedPageBreak/>
        <w:t>609.8163</w:t>
      </w:r>
      <w:r>
        <w:tab/>
        <w:t>2.025e0</w:t>
      </w:r>
    </w:p>
    <w:p w:rsidR="006974AE" w:rsidRDefault="006974AE" w:rsidP="006974AE">
      <w:r>
        <w:t>609.8235</w:t>
      </w:r>
      <w:r>
        <w:tab/>
        <w:t>1.013e0</w:t>
      </w:r>
    </w:p>
    <w:p w:rsidR="006974AE" w:rsidRDefault="006974AE" w:rsidP="006974AE">
      <w:r>
        <w:t>609.8419</w:t>
      </w:r>
      <w:r>
        <w:tab/>
        <w:t>1.013e0</w:t>
      </w:r>
    </w:p>
    <w:p w:rsidR="006974AE" w:rsidRDefault="006974AE" w:rsidP="006974AE">
      <w:r>
        <w:t>609.8763</w:t>
      </w:r>
      <w:r>
        <w:tab/>
        <w:t>1.013e0</w:t>
      </w:r>
    </w:p>
    <w:p w:rsidR="006974AE" w:rsidRDefault="006974AE" w:rsidP="006974AE">
      <w:r>
        <w:t>609.8907</w:t>
      </w:r>
      <w:r>
        <w:tab/>
        <w:t>2.025e0</w:t>
      </w:r>
    </w:p>
    <w:p w:rsidR="006974AE" w:rsidRDefault="006974AE" w:rsidP="006974AE">
      <w:r>
        <w:t>609.8948</w:t>
      </w:r>
      <w:r>
        <w:tab/>
        <w:t>1.013e0</w:t>
      </w:r>
    </w:p>
    <w:p w:rsidR="006974AE" w:rsidRDefault="006974AE" w:rsidP="006974AE">
      <w:r>
        <w:t>609.9120</w:t>
      </w:r>
      <w:r>
        <w:tab/>
        <w:t>1.013e0</w:t>
      </w:r>
    </w:p>
    <w:p w:rsidR="006974AE" w:rsidRDefault="006974AE" w:rsidP="006974AE">
      <w:r>
        <w:t>609.9640</w:t>
      </w:r>
      <w:r>
        <w:tab/>
        <w:t>1.013e0</w:t>
      </w:r>
    </w:p>
    <w:p w:rsidR="006974AE" w:rsidRDefault="006974AE" w:rsidP="006974AE">
      <w:r>
        <w:t>609.9744</w:t>
      </w:r>
      <w:r>
        <w:tab/>
        <w:t>1.013e0</w:t>
      </w:r>
    </w:p>
    <w:p w:rsidR="006974AE" w:rsidRDefault="006974AE" w:rsidP="006974AE">
      <w:r>
        <w:t>609.9814</w:t>
      </w:r>
      <w:r>
        <w:tab/>
        <w:t>1.013e0</w:t>
      </w:r>
    </w:p>
    <w:p w:rsidR="006974AE" w:rsidRDefault="006974AE" w:rsidP="006974AE">
      <w:r>
        <w:t>610.0162</w:t>
      </w:r>
      <w:r>
        <w:tab/>
        <w:t>1.013e0</w:t>
      </w:r>
    </w:p>
    <w:p w:rsidR="006974AE" w:rsidRDefault="006974AE" w:rsidP="006974AE">
      <w:r>
        <w:t>610.0266</w:t>
      </w:r>
      <w:r>
        <w:tab/>
        <w:t>1.013e0</w:t>
      </w:r>
    </w:p>
    <w:p w:rsidR="006974AE" w:rsidRDefault="006974AE" w:rsidP="006974AE">
      <w:r>
        <w:t>610.0525</w:t>
      </w:r>
      <w:r>
        <w:tab/>
        <w:t>1.013e0</w:t>
      </w:r>
    </w:p>
    <w:p w:rsidR="006974AE" w:rsidRDefault="006974AE" w:rsidP="006974AE">
      <w:r>
        <w:t>610.0684</w:t>
      </w:r>
      <w:r>
        <w:tab/>
        <w:t>1.013e0</w:t>
      </w:r>
    </w:p>
    <w:p w:rsidR="006974AE" w:rsidRDefault="006974AE" w:rsidP="006974AE">
      <w:r>
        <w:t>610.0716</w:t>
      </w:r>
      <w:r>
        <w:tab/>
        <w:t>1.013e0</w:t>
      </w:r>
    </w:p>
    <w:p w:rsidR="006974AE" w:rsidRDefault="006974AE" w:rsidP="006974AE">
      <w:r>
        <w:t>610.1094</w:t>
      </w:r>
      <w:r>
        <w:tab/>
        <w:t>2.025e0</w:t>
      </w:r>
    </w:p>
    <w:p w:rsidR="006974AE" w:rsidRDefault="006974AE" w:rsidP="006974AE">
      <w:r>
        <w:t>610.1245</w:t>
      </w:r>
      <w:r>
        <w:tab/>
        <w:t>2.025e0</w:t>
      </w:r>
    </w:p>
    <w:p w:rsidR="006974AE" w:rsidRDefault="006974AE" w:rsidP="006974AE">
      <w:r>
        <w:t>610.1582</w:t>
      </w:r>
      <w:r>
        <w:tab/>
        <w:t>1.013e0</w:t>
      </w:r>
    </w:p>
    <w:p w:rsidR="006974AE" w:rsidRDefault="006974AE" w:rsidP="006974AE">
      <w:r>
        <w:t>610.1739</w:t>
      </w:r>
      <w:r>
        <w:tab/>
        <w:t>2.025e0</w:t>
      </w:r>
    </w:p>
    <w:p w:rsidR="006974AE" w:rsidRDefault="006974AE" w:rsidP="006974AE">
      <w:r>
        <w:lastRenderedPageBreak/>
        <w:t>610.1768</w:t>
      </w:r>
      <w:r>
        <w:tab/>
        <w:t>3.038e0</w:t>
      </w:r>
    </w:p>
    <w:p w:rsidR="006974AE" w:rsidRDefault="006974AE" w:rsidP="006974AE">
      <w:r>
        <w:t>610.2347</w:t>
      </w:r>
      <w:r>
        <w:tab/>
        <w:t>1.013e0</w:t>
      </w:r>
    </w:p>
    <w:p w:rsidR="006974AE" w:rsidRDefault="006974AE" w:rsidP="006974AE">
      <w:r>
        <w:t>610.2401</w:t>
      </w:r>
      <w:r>
        <w:tab/>
        <w:t>2.025e0</w:t>
      </w:r>
    </w:p>
    <w:p w:rsidR="006974AE" w:rsidRDefault="006974AE" w:rsidP="006974AE">
      <w:r>
        <w:t>610.2742</w:t>
      </w:r>
      <w:r>
        <w:tab/>
        <w:t>2.025e0</w:t>
      </w:r>
    </w:p>
    <w:p w:rsidR="006974AE" w:rsidRDefault="006974AE" w:rsidP="006974AE">
      <w:r>
        <w:t>610.2766</w:t>
      </w:r>
      <w:r>
        <w:tab/>
        <w:t>1.013e0</w:t>
      </w:r>
    </w:p>
    <w:p w:rsidR="006974AE" w:rsidRDefault="006974AE" w:rsidP="006974AE">
      <w:r>
        <w:t>610.3255</w:t>
      </w:r>
      <w:r>
        <w:tab/>
        <w:t>2.025e0</w:t>
      </w:r>
    </w:p>
    <w:p w:rsidR="006974AE" w:rsidRDefault="006974AE" w:rsidP="006974AE">
      <w:r>
        <w:t>610.4071</w:t>
      </w:r>
      <w:r>
        <w:tab/>
        <w:t>1.013e0</w:t>
      </w:r>
    </w:p>
    <w:p w:rsidR="006974AE" w:rsidRDefault="006974AE" w:rsidP="006974AE">
      <w:r>
        <w:t>610.4126</w:t>
      </w:r>
      <w:r>
        <w:tab/>
        <w:t>3.038e0</w:t>
      </w:r>
    </w:p>
    <w:p w:rsidR="006974AE" w:rsidRDefault="006974AE" w:rsidP="006974AE">
      <w:r>
        <w:t>610.4318</w:t>
      </w:r>
      <w:r>
        <w:tab/>
        <w:t>2.025e0</w:t>
      </w:r>
    </w:p>
    <w:p w:rsidR="006974AE" w:rsidRDefault="006974AE" w:rsidP="006974AE">
      <w:r>
        <w:t>610.4774</w:t>
      </w:r>
      <w:r>
        <w:tab/>
        <w:t>1.013e0</w:t>
      </w:r>
    </w:p>
    <w:p w:rsidR="006974AE" w:rsidRDefault="006974AE" w:rsidP="006974AE">
      <w:r>
        <w:t>610.4967</w:t>
      </w:r>
      <w:r>
        <w:tab/>
        <w:t>1.013e0</w:t>
      </w:r>
    </w:p>
    <w:p w:rsidR="006974AE" w:rsidRDefault="006974AE" w:rsidP="006974AE">
      <w:r>
        <w:t>610.5212</w:t>
      </w:r>
      <w:r>
        <w:tab/>
        <w:t>2.025e0</w:t>
      </w:r>
    </w:p>
    <w:p w:rsidR="006974AE" w:rsidRDefault="006974AE" w:rsidP="006974AE">
      <w:r>
        <w:t>610.5482</w:t>
      </w:r>
      <w:r>
        <w:tab/>
        <w:t>1.013e0</w:t>
      </w:r>
    </w:p>
    <w:p w:rsidR="006974AE" w:rsidRDefault="006974AE" w:rsidP="006974AE">
      <w:r>
        <w:t>610.5538</w:t>
      </w:r>
      <w:r>
        <w:tab/>
        <w:t>3.038e0</w:t>
      </w:r>
    </w:p>
    <w:p w:rsidR="006974AE" w:rsidRDefault="006974AE" w:rsidP="006974AE">
      <w:r>
        <w:t>610.5598</w:t>
      </w:r>
      <w:r>
        <w:tab/>
        <w:t>2.025e0</w:t>
      </w:r>
    </w:p>
    <w:p w:rsidR="006974AE" w:rsidRDefault="006974AE" w:rsidP="006974AE">
      <w:r>
        <w:t>610.5764</w:t>
      </w:r>
      <w:r>
        <w:tab/>
        <w:t>3.038e0</w:t>
      </w:r>
    </w:p>
    <w:p w:rsidR="006974AE" w:rsidRDefault="006974AE" w:rsidP="006974AE">
      <w:r>
        <w:t>610.5803</w:t>
      </w:r>
      <w:r>
        <w:tab/>
        <w:t>1.013e0</w:t>
      </w:r>
    </w:p>
    <w:p w:rsidR="006974AE" w:rsidRDefault="006974AE" w:rsidP="006974AE">
      <w:r>
        <w:t>610.5840</w:t>
      </w:r>
      <w:r>
        <w:tab/>
        <w:t>4.051e0</w:t>
      </w:r>
    </w:p>
    <w:p w:rsidR="006974AE" w:rsidRDefault="006974AE" w:rsidP="006974AE">
      <w:r>
        <w:t>610.6318</w:t>
      </w:r>
      <w:r>
        <w:tab/>
        <w:t>1.013e0</w:t>
      </w:r>
    </w:p>
    <w:p w:rsidR="006974AE" w:rsidRDefault="006974AE" w:rsidP="006974AE">
      <w:r>
        <w:lastRenderedPageBreak/>
        <w:t>610.6423</w:t>
      </w:r>
      <w:r>
        <w:tab/>
        <w:t>1.013e0</w:t>
      </w:r>
    </w:p>
    <w:p w:rsidR="006974AE" w:rsidRDefault="006974AE" w:rsidP="006974AE">
      <w:r>
        <w:t>610.6542</w:t>
      </w:r>
      <w:r>
        <w:tab/>
        <w:t>1.013e0</w:t>
      </w:r>
    </w:p>
    <w:p w:rsidR="006974AE" w:rsidRDefault="006974AE" w:rsidP="006974AE">
      <w:r>
        <w:t>610.7079</w:t>
      </w:r>
      <w:r>
        <w:tab/>
        <w:t>1.013e0</w:t>
      </w:r>
    </w:p>
    <w:p w:rsidR="006974AE" w:rsidRDefault="006974AE" w:rsidP="006974AE">
      <w:r>
        <w:t>610.7099</w:t>
      </w:r>
      <w:r>
        <w:tab/>
        <w:t>3.038e0</w:t>
      </w:r>
    </w:p>
    <w:p w:rsidR="006974AE" w:rsidRDefault="006974AE" w:rsidP="006974AE">
      <w:r>
        <w:t>610.7601</w:t>
      </w:r>
      <w:r>
        <w:tab/>
        <w:t>1.013e0</w:t>
      </w:r>
    </w:p>
    <w:p w:rsidR="006974AE" w:rsidRDefault="006974AE" w:rsidP="006974AE">
      <w:r>
        <w:t>610.8287</w:t>
      </w:r>
      <w:r>
        <w:tab/>
        <w:t>2.025e0</w:t>
      </w:r>
    </w:p>
    <w:p w:rsidR="006974AE" w:rsidRDefault="006974AE" w:rsidP="006974AE">
      <w:r>
        <w:t>610.8308</w:t>
      </w:r>
      <w:r>
        <w:tab/>
        <w:t>1.013e0</w:t>
      </w:r>
    </w:p>
    <w:p w:rsidR="006974AE" w:rsidRDefault="006974AE" w:rsidP="006974AE">
      <w:r>
        <w:t>610.9194</w:t>
      </w:r>
      <w:r>
        <w:tab/>
        <w:t>1.013e0</w:t>
      </w:r>
    </w:p>
    <w:p w:rsidR="006974AE" w:rsidRDefault="006974AE" w:rsidP="006974AE">
      <w:r>
        <w:t>610.9227</w:t>
      </w:r>
      <w:r>
        <w:tab/>
        <w:t>2.025e0</w:t>
      </w:r>
    </w:p>
    <w:p w:rsidR="006974AE" w:rsidRDefault="006974AE" w:rsidP="006974AE">
      <w:r>
        <w:t>610.9296</w:t>
      </w:r>
      <w:r>
        <w:tab/>
        <w:t>2.025e0</w:t>
      </w:r>
    </w:p>
    <w:p w:rsidR="006974AE" w:rsidRDefault="006974AE" w:rsidP="006974AE">
      <w:r>
        <w:t>611.0070</w:t>
      </w:r>
      <w:r>
        <w:tab/>
        <w:t>1.013e0</w:t>
      </w:r>
    </w:p>
    <w:p w:rsidR="006974AE" w:rsidRDefault="006974AE" w:rsidP="006974AE">
      <w:r>
        <w:t>611.0244</w:t>
      </w:r>
      <w:r>
        <w:tab/>
        <w:t>2.025e0</w:t>
      </w:r>
    </w:p>
    <w:p w:rsidR="006974AE" w:rsidRDefault="006974AE" w:rsidP="006974AE">
      <w:r>
        <w:t>611.0292</w:t>
      </w:r>
      <w:r>
        <w:tab/>
        <w:t>1.013e0</w:t>
      </w:r>
    </w:p>
    <w:p w:rsidR="006974AE" w:rsidRDefault="006974AE" w:rsidP="006974AE">
      <w:r>
        <w:t>611.0591</w:t>
      </w:r>
      <w:r>
        <w:tab/>
        <w:t>1.013e0</w:t>
      </w:r>
    </w:p>
    <w:p w:rsidR="006974AE" w:rsidRDefault="006974AE" w:rsidP="006974AE">
      <w:r>
        <w:t>611.0772</w:t>
      </w:r>
      <w:r>
        <w:tab/>
        <w:t>2.025e0</w:t>
      </w:r>
    </w:p>
    <w:p w:rsidR="006974AE" w:rsidRDefault="006974AE" w:rsidP="006974AE">
      <w:r>
        <w:t>611.0822</w:t>
      </w:r>
      <w:r>
        <w:tab/>
        <w:t>1.013e0</w:t>
      </w:r>
    </w:p>
    <w:p w:rsidR="006974AE" w:rsidRDefault="006974AE" w:rsidP="006974AE">
      <w:r>
        <w:t>611.0919</w:t>
      </w:r>
      <w:r>
        <w:tab/>
        <w:t>1.013e0</w:t>
      </w:r>
    </w:p>
    <w:p w:rsidR="006974AE" w:rsidRDefault="006974AE" w:rsidP="006974AE">
      <w:r>
        <w:t>611.0932</w:t>
      </w:r>
      <w:r>
        <w:tab/>
        <w:t>2.025e0</w:t>
      </w:r>
    </w:p>
    <w:p w:rsidR="006974AE" w:rsidRDefault="006974AE" w:rsidP="006974AE">
      <w:r>
        <w:t>611.1547</w:t>
      </w:r>
      <w:r>
        <w:tab/>
        <w:t>1.013e0</w:t>
      </w:r>
    </w:p>
    <w:p w:rsidR="006974AE" w:rsidRDefault="006974AE" w:rsidP="006974AE">
      <w:r>
        <w:lastRenderedPageBreak/>
        <w:t>611.1659</w:t>
      </w:r>
      <w:r>
        <w:tab/>
        <w:t>1.013e0</w:t>
      </w:r>
    </w:p>
    <w:p w:rsidR="006974AE" w:rsidRDefault="006974AE" w:rsidP="006974AE">
      <w:r>
        <w:t>611.1672</w:t>
      </w:r>
      <w:r>
        <w:tab/>
        <w:t>1.013e0</w:t>
      </w:r>
    </w:p>
    <w:p w:rsidR="006974AE" w:rsidRDefault="006974AE" w:rsidP="006974AE">
      <w:r>
        <w:t>611.1705</w:t>
      </w:r>
      <w:r>
        <w:tab/>
        <w:t>3.038e0</w:t>
      </w:r>
    </w:p>
    <w:p w:rsidR="006974AE" w:rsidRDefault="006974AE" w:rsidP="006974AE">
      <w:r>
        <w:t>611.1726</w:t>
      </w:r>
      <w:r>
        <w:tab/>
        <w:t>5.063e0</w:t>
      </w:r>
    </w:p>
    <w:p w:rsidR="006974AE" w:rsidRDefault="006974AE" w:rsidP="006974AE">
      <w:r>
        <w:t>611.1899</w:t>
      </w:r>
      <w:r>
        <w:tab/>
        <w:t>7.089e0</w:t>
      </w:r>
    </w:p>
    <w:p w:rsidR="006974AE" w:rsidRDefault="006974AE" w:rsidP="006974AE">
      <w:r>
        <w:t>611.1979</w:t>
      </w:r>
      <w:r>
        <w:tab/>
        <w:t>4.051e0</w:t>
      </w:r>
    </w:p>
    <w:p w:rsidR="006974AE" w:rsidRDefault="006974AE" w:rsidP="006974AE">
      <w:r>
        <w:t>611.2440</w:t>
      </w:r>
      <w:r>
        <w:tab/>
        <w:t>2.910e0</w:t>
      </w:r>
    </w:p>
    <w:p w:rsidR="006974AE" w:rsidRDefault="006974AE" w:rsidP="006974AE">
      <w:r>
        <w:t>611.2666</w:t>
      </w:r>
      <w:r>
        <w:tab/>
        <w:t>3.038e0</w:t>
      </w:r>
    </w:p>
    <w:p w:rsidR="006974AE" w:rsidRDefault="006974AE" w:rsidP="006974AE">
      <w:r>
        <w:t>611.2720</w:t>
      </w:r>
      <w:r>
        <w:tab/>
        <w:t>4.051e0</w:t>
      </w:r>
    </w:p>
    <w:p w:rsidR="006974AE" w:rsidRDefault="006974AE" w:rsidP="006974AE">
      <w:r>
        <w:t>611.2731</w:t>
      </w:r>
      <w:r>
        <w:tab/>
        <w:t>1.013e0</w:t>
      </w:r>
    </w:p>
    <w:p w:rsidR="006974AE" w:rsidRDefault="006974AE" w:rsidP="006974AE">
      <w:r>
        <w:t>611.2753</w:t>
      </w:r>
      <w:r>
        <w:tab/>
        <w:t>2.025e0</w:t>
      </w:r>
    </w:p>
    <w:p w:rsidR="006974AE" w:rsidRDefault="006974AE" w:rsidP="006974AE">
      <w:r>
        <w:t>611.2773</w:t>
      </w:r>
      <w:r>
        <w:tab/>
        <w:t>2.025e0</w:t>
      </w:r>
    </w:p>
    <w:p w:rsidR="006974AE" w:rsidRDefault="006974AE" w:rsidP="006974AE">
      <w:r>
        <w:t>611.2888</w:t>
      </w:r>
      <w:r>
        <w:tab/>
        <w:t>4.051e0</w:t>
      </w:r>
    </w:p>
    <w:p w:rsidR="006974AE" w:rsidRDefault="006974AE" w:rsidP="006974AE">
      <w:r>
        <w:t>611.3431</w:t>
      </w:r>
      <w:r>
        <w:tab/>
        <w:t>1.013e0</w:t>
      </w:r>
    </w:p>
    <w:p w:rsidR="006974AE" w:rsidRDefault="006974AE" w:rsidP="006974AE">
      <w:r>
        <w:t>611.3751</w:t>
      </w:r>
      <w:r>
        <w:tab/>
        <w:t>1.013e0</w:t>
      </w:r>
    </w:p>
    <w:p w:rsidR="006974AE" w:rsidRDefault="006974AE" w:rsidP="006974AE">
      <w:r>
        <w:t>611.3856</w:t>
      </w:r>
      <w:r>
        <w:tab/>
        <w:t>1.013e0</w:t>
      </w:r>
    </w:p>
    <w:p w:rsidR="006974AE" w:rsidRDefault="006974AE" w:rsidP="006974AE">
      <w:r>
        <w:t>611.4163</w:t>
      </w:r>
      <w:r>
        <w:tab/>
        <w:t>1.013e0</w:t>
      </w:r>
    </w:p>
    <w:p w:rsidR="006974AE" w:rsidRDefault="006974AE" w:rsidP="006974AE">
      <w:r>
        <w:t>611.4589</w:t>
      </w:r>
      <w:r>
        <w:tab/>
        <w:t>1.013e0</w:t>
      </w:r>
    </w:p>
    <w:p w:rsidR="006974AE" w:rsidRDefault="006974AE" w:rsidP="006974AE">
      <w:r>
        <w:t>611.4663</w:t>
      </w:r>
      <w:r>
        <w:tab/>
        <w:t>1.013e0</w:t>
      </w:r>
    </w:p>
    <w:p w:rsidR="006974AE" w:rsidRDefault="006974AE" w:rsidP="006974AE">
      <w:r>
        <w:lastRenderedPageBreak/>
        <w:t>611.4686</w:t>
      </w:r>
      <w:r>
        <w:tab/>
        <w:t>1.013e0</w:t>
      </w:r>
    </w:p>
    <w:p w:rsidR="006974AE" w:rsidRDefault="006974AE" w:rsidP="006974AE">
      <w:r>
        <w:t>611.5261</w:t>
      </w:r>
      <w:r>
        <w:tab/>
        <w:t>2.025e0</w:t>
      </w:r>
    </w:p>
    <w:p w:rsidR="006974AE" w:rsidRDefault="006974AE" w:rsidP="006974AE">
      <w:r>
        <w:t>611.5628</w:t>
      </w:r>
      <w:r>
        <w:tab/>
        <w:t>1.013e0</w:t>
      </w:r>
    </w:p>
    <w:p w:rsidR="006974AE" w:rsidRDefault="006974AE" w:rsidP="006974AE">
      <w:r>
        <w:t>611.5718</w:t>
      </w:r>
      <w:r>
        <w:tab/>
        <w:t>7.089e0</w:t>
      </w:r>
    </w:p>
    <w:p w:rsidR="006974AE" w:rsidRDefault="006974AE" w:rsidP="006974AE">
      <w:r>
        <w:t>611.6002</w:t>
      </w:r>
      <w:r>
        <w:tab/>
        <w:t>2.025e0</w:t>
      </w:r>
    </w:p>
    <w:p w:rsidR="006974AE" w:rsidRDefault="006974AE" w:rsidP="006974AE">
      <w:r>
        <w:t>611.6057</w:t>
      </w:r>
      <w:r>
        <w:tab/>
        <w:t>2.025e0</w:t>
      </w:r>
    </w:p>
    <w:p w:rsidR="006974AE" w:rsidRDefault="006974AE" w:rsidP="006974AE">
      <w:r>
        <w:t>611.6616</w:t>
      </w:r>
      <w:r>
        <w:tab/>
        <w:t>1.013e0</w:t>
      </w:r>
    </w:p>
    <w:p w:rsidR="006974AE" w:rsidRDefault="006974AE" w:rsidP="006974AE">
      <w:r>
        <w:t>611.6989</w:t>
      </w:r>
      <w:r>
        <w:tab/>
        <w:t>1.013e0</w:t>
      </w:r>
    </w:p>
    <w:p w:rsidR="006974AE" w:rsidRDefault="006974AE" w:rsidP="006974AE">
      <w:r>
        <w:t>611.7303</w:t>
      </w:r>
      <w:r>
        <w:tab/>
        <w:t>1.013e0</w:t>
      </w:r>
    </w:p>
    <w:p w:rsidR="006974AE" w:rsidRDefault="006974AE" w:rsidP="006974AE">
      <w:r>
        <w:t>611.7883</w:t>
      </w:r>
      <w:r>
        <w:tab/>
        <w:t>2.025e0</w:t>
      </w:r>
    </w:p>
    <w:p w:rsidR="006974AE" w:rsidRDefault="006974AE" w:rsidP="006974AE">
      <w:r>
        <w:t>611.8087</w:t>
      </w:r>
      <w:r>
        <w:tab/>
        <w:t>2.025e0</w:t>
      </w:r>
    </w:p>
    <w:p w:rsidR="006974AE" w:rsidRDefault="006974AE" w:rsidP="006974AE">
      <w:r>
        <w:t>611.8127</w:t>
      </w:r>
      <w:r>
        <w:tab/>
        <w:t>3.038e0</w:t>
      </w:r>
    </w:p>
    <w:p w:rsidR="006974AE" w:rsidRDefault="006974AE" w:rsidP="006974AE">
      <w:r>
        <w:t>611.8452</w:t>
      </w:r>
      <w:r>
        <w:tab/>
        <w:t>2.025e0</w:t>
      </w:r>
    </w:p>
    <w:p w:rsidR="006974AE" w:rsidRDefault="006974AE" w:rsidP="006974AE">
      <w:r>
        <w:t>611.8672</w:t>
      </w:r>
      <w:r>
        <w:tab/>
        <w:t>1.013e0</w:t>
      </w:r>
    </w:p>
    <w:p w:rsidR="006974AE" w:rsidRDefault="006974AE" w:rsidP="006974AE">
      <w:r>
        <w:t>611.9014</w:t>
      </w:r>
      <w:r>
        <w:tab/>
        <w:t>2.025e0</w:t>
      </w:r>
    </w:p>
    <w:p w:rsidR="006974AE" w:rsidRDefault="006974AE" w:rsidP="006974AE">
      <w:r>
        <w:t>611.9091</w:t>
      </w:r>
      <w:r>
        <w:tab/>
        <w:t>2.025e0</w:t>
      </w:r>
    </w:p>
    <w:p w:rsidR="006974AE" w:rsidRDefault="006974AE" w:rsidP="006974AE">
      <w:r>
        <w:t>611.9321</w:t>
      </w:r>
      <w:r>
        <w:tab/>
        <w:t>3.038e0</w:t>
      </w:r>
    </w:p>
    <w:p w:rsidR="006974AE" w:rsidRDefault="006974AE" w:rsidP="006974AE">
      <w:r>
        <w:t>611.9397</w:t>
      </w:r>
      <w:r>
        <w:tab/>
        <w:t>1.013e0</w:t>
      </w:r>
    </w:p>
    <w:p w:rsidR="006974AE" w:rsidRDefault="006974AE" w:rsidP="006974AE">
      <w:r>
        <w:t>611.9442</w:t>
      </w:r>
      <w:r>
        <w:tab/>
        <w:t>1.013e0</w:t>
      </w:r>
    </w:p>
    <w:p w:rsidR="006974AE" w:rsidRDefault="006974AE" w:rsidP="006974AE">
      <w:r>
        <w:lastRenderedPageBreak/>
        <w:t>611.9620</w:t>
      </w:r>
      <w:r>
        <w:tab/>
        <w:t>1.013e0</w:t>
      </w:r>
    </w:p>
    <w:p w:rsidR="006974AE" w:rsidRDefault="006974AE" w:rsidP="006974AE">
      <w:r>
        <w:t>611.9963</w:t>
      </w:r>
      <w:r>
        <w:tab/>
        <w:t>1.013e0</w:t>
      </w:r>
    </w:p>
    <w:p w:rsidR="006974AE" w:rsidRDefault="006974AE" w:rsidP="006974AE">
      <w:r>
        <w:t>612.0243</w:t>
      </w:r>
      <w:r>
        <w:tab/>
        <w:t>4.051e0</w:t>
      </w:r>
    </w:p>
    <w:p w:rsidR="006974AE" w:rsidRDefault="006974AE" w:rsidP="006974AE">
      <w:r>
        <w:t>612.0499</w:t>
      </w:r>
      <w:r>
        <w:tab/>
        <w:t>1.013e0</w:t>
      </w:r>
    </w:p>
    <w:p w:rsidR="006974AE" w:rsidRDefault="006974AE" w:rsidP="006974AE">
      <w:r>
        <w:t>612.0759</w:t>
      </w:r>
      <w:r>
        <w:tab/>
        <w:t>1.013e0</w:t>
      </w:r>
    </w:p>
    <w:p w:rsidR="006974AE" w:rsidRDefault="006974AE" w:rsidP="006974AE">
      <w:r>
        <w:t>612.1027</w:t>
      </w:r>
      <w:r>
        <w:tab/>
        <w:t>2.025e0</w:t>
      </w:r>
    </w:p>
    <w:p w:rsidR="006974AE" w:rsidRDefault="006974AE" w:rsidP="006974AE">
      <w:r>
        <w:t>612.1073</w:t>
      </w:r>
      <w:r>
        <w:tab/>
        <w:t>1.013e0</w:t>
      </w:r>
    </w:p>
    <w:p w:rsidR="006974AE" w:rsidRDefault="006974AE" w:rsidP="006974AE">
      <w:r>
        <w:t>612.1492</w:t>
      </w:r>
      <w:r>
        <w:tab/>
        <w:t>1.013e0</w:t>
      </w:r>
    </w:p>
    <w:p w:rsidR="006974AE" w:rsidRDefault="006974AE" w:rsidP="006974AE">
      <w:r>
        <w:t>612.1552</w:t>
      </w:r>
      <w:r>
        <w:tab/>
        <w:t>3.038e0</w:t>
      </w:r>
    </w:p>
    <w:p w:rsidR="006974AE" w:rsidRDefault="006974AE" w:rsidP="006974AE">
      <w:r>
        <w:t>612.1895</w:t>
      </w:r>
      <w:r>
        <w:tab/>
        <w:t>1.013e0</w:t>
      </w:r>
    </w:p>
    <w:p w:rsidR="006974AE" w:rsidRDefault="006974AE" w:rsidP="006974AE">
      <w:r>
        <w:t>612.1907</w:t>
      </w:r>
      <w:r>
        <w:tab/>
        <w:t>4.689e0</w:t>
      </w:r>
    </w:p>
    <w:p w:rsidR="006974AE" w:rsidRDefault="006974AE" w:rsidP="006974AE">
      <w:r>
        <w:t>612.1995</w:t>
      </w:r>
      <w:r>
        <w:tab/>
        <w:t>2.025e0</w:t>
      </w:r>
    </w:p>
    <w:p w:rsidR="006974AE" w:rsidRDefault="006974AE" w:rsidP="006974AE">
      <w:r>
        <w:t>612.2012</w:t>
      </w:r>
      <w:r>
        <w:tab/>
        <w:t>5.219e0</w:t>
      </w:r>
    </w:p>
    <w:p w:rsidR="006974AE" w:rsidRDefault="006974AE" w:rsidP="006974AE">
      <w:r>
        <w:t>612.2167</w:t>
      </w:r>
      <w:r>
        <w:tab/>
        <w:t>2.025e0</w:t>
      </w:r>
    </w:p>
    <w:p w:rsidR="006974AE" w:rsidRDefault="006974AE" w:rsidP="006974AE">
      <w:r>
        <w:t>612.2562</w:t>
      </w:r>
      <w:r>
        <w:tab/>
        <w:t>2.025e0</w:t>
      </w:r>
    </w:p>
    <w:p w:rsidR="006974AE" w:rsidRDefault="006974AE" w:rsidP="006974AE">
      <w:r>
        <w:t>612.2604</w:t>
      </w:r>
      <w:r>
        <w:tab/>
        <w:t>1.013e0</w:t>
      </w:r>
    </w:p>
    <w:p w:rsidR="006974AE" w:rsidRDefault="006974AE" w:rsidP="006974AE">
      <w:r>
        <w:t>612.2753</w:t>
      </w:r>
      <w:r>
        <w:tab/>
        <w:t>2.025e0</w:t>
      </w:r>
    </w:p>
    <w:p w:rsidR="006974AE" w:rsidRDefault="006974AE" w:rsidP="006974AE">
      <w:r>
        <w:t>612.3386</w:t>
      </w:r>
      <w:r>
        <w:tab/>
        <w:t>1.013e0</w:t>
      </w:r>
    </w:p>
    <w:p w:rsidR="006974AE" w:rsidRDefault="006974AE" w:rsidP="006974AE">
      <w:r>
        <w:t>612.3602</w:t>
      </w:r>
      <w:r>
        <w:tab/>
        <w:t>2.025e0</w:t>
      </w:r>
    </w:p>
    <w:p w:rsidR="006974AE" w:rsidRDefault="006974AE" w:rsidP="006974AE">
      <w:r>
        <w:lastRenderedPageBreak/>
        <w:t>612.3623</w:t>
      </w:r>
      <w:r>
        <w:tab/>
        <w:t>2.025e0</w:t>
      </w:r>
    </w:p>
    <w:p w:rsidR="006974AE" w:rsidRDefault="006974AE" w:rsidP="006974AE">
      <w:r>
        <w:t>612.3701</w:t>
      </w:r>
      <w:r>
        <w:tab/>
        <w:t>1.013e0</w:t>
      </w:r>
    </w:p>
    <w:p w:rsidR="006974AE" w:rsidRDefault="006974AE" w:rsidP="006974AE">
      <w:r>
        <w:t>612.3808</w:t>
      </w:r>
      <w:r>
        <w:tab/>
        <w:t>3.038e0</w:t>
      </w:r>
    </w:p>
    <w:p w:rsidR="006974AE" w:rsidRDefault="006974AE" w:rsidP="006974AE">
      <w:r>
        <w:t>612.4374</w:t>
      </w:r>
      <w:r>
        <w:tab/>
        <w:t>1.013e0</w:t>
      </w:r>
    </w:p>
    <w:p w:rsidR="006974AE" w:rsidRDefault="006974AE" w:rsidP="006974AE">
      <w:r>
        <w:t>612.4534</w:t>
      </w:r>
      <w:r>
        <w:tab/>
        <w:t>3.038e0</w:t>
      </w:r>
    </w:p>
    <w:p w:rsidR="006974AE" w:rsidRDefault="006974AE" w:rsidP="006974AE">
      <w:r>
        <w:t>612.4646</w:t>
      </w:r>
      <w:r>
        <w:tab/>
        <w:t>2.025e0</w:t>
      </w:r>
    </w:p>
    <w:p w:rsidR="006974AE" w:rsidRDefault="006974AE" w:rsidP="006974AE">
      <w:r>
        <w:t>612.5168</w:t>
      </w:r>
      <w:r>
        <w:tab/>
        <w:t>1.013e0</w:t>
      </w:r>
    </w:p>
    <w:p w:rsidR="006974AE" w:rsidRDefault="006974AE" w:rsidP="006974AE">
      <w:r>
        <w:t>612.5250</w:t>
      </w:r>
      <w:r>
        <w:tab/>
        <w:t>1.013e0</w:t>
      </w:r>
    </w:p>
    <w:p w:rsidR="006974AE" w:rsidRDefault="006974AE" w:rsidP="006974AE">
      <w:r>
        <w:t>612.5618</w:t>
      </w:r>
      <w:r>
        <w:tab/>
        <w:t>3.038e0</w:t>
      </w:r>
    </w:p>
    <w:p w:rsidR="006974AE" w:rsidRDefault="006974AE" w:rsidP="006974AE">
      <w:r>
        <w:t>612.5901</w:t>
      </w:r>
      <w:r>
        <w:tab/>
        <w:t>2.025e0</w:t>
      </w:r>
    </w:p>
    <w:p w:rsidR="006974AE" w:rsidRDefault="006974AE" w:rsidP="006974AE">
      <w:r>
        <w:t>612.6104</w:t>
      </w:r>
      <w:r>
        <w:tab/>
        <w:t>2.025e0</w:t>
      </w:r>
    </w:p>
    <w:p w:rsidR="006974AE" w:rsidRDefault="006974AE" w:rsidP="006974AE">
      <w:r>
        <w:t>612.6208</w:t>
      </w:r>
      <w:r>
        <w:tab/>
        <w:t>1.013e0</w:t>
      </w:r>
    </w:p>
    <w:p w:rsidR="006974AE" w:rsidRDefault="006974AE" w:rsidP="006974AE">
      <w:r>
        <w:t>612.6838</w:t>
      </w:r>
      <w:r>
        <w:tab/>
        <w:t>1.013e0</w:t>
      </w:r>
    </w:p>
    <w:p w:rsidR="006974AE" w:rsidRDefault="006974AE" w:rsidP="006974AE">
      <w:r>
        <w:t>612.7257</w:t>
      </w:r>
      <w:r>
        <w:tab/>
        <w:t>1.013e0</w:t>
      </w:r>
    </w:p>
    <w:p w:rsidR="006974AE" w:rsidRDefault="006974AE" w:rsidP="006974AE">
      <w:r>
        <w:t>612.7685</w:t>
      </w:r>
      <w:r>
        <w:tab/>
        <w:t>5.063e0</w:t>
      </w:r>
    </w:p>
    <w:p w:rsidR="006974AE" w:rsidRDefault="006974AE" w:rsidP="006974AE">
      <w:r>
        <w:t>612.7789</w:t>
      </w:r>
      <w:r>
        <w:tab/>
        <w:t>1.013e0</w:t>
      </w:r>
    </w:p>
    <w:p w:rsidR="006974AE" w:rsidRDefault="006974AE" w:rsidP="006974AE">
      <w:r>
        <w:t>612.8100</w:t>
      </w:r>
      <w:r>
        <w:tab/>
        <w:t>2.025e0</w:t>
      </w:r>
    </w:p>
    <w:p w:rsidR="006974AE" w:rsidRDefault="006974AE" w:rsidP="006974AE">
      <w:r>
        <w:t>612.8323</w:t>
      </w:r>
      <w:r>
        <w:tab/>
        <w:t>2.025e0</w:t>
      </w:r>
    </w:p>
    <w:p w:rsidR="006974AE" w:rsidRDefault="006974AE" w:rsidP="006974AE">
      <w:r>
        <w:t>612.8628</w:t>
      </w:r>
      <w:r>
        <w:tab/>
        <w:t>1.013e0</w:t>
      </w:r>
    </w:p>
    <w:p w:rsidR="006974AE" w:rsidRDefault="006974AE" w:rsidP="006974AE">
      <w:r>
        <w:lastRenderedPageBreak/>
        <w:t>612.8831</w:t>
      </w:r>
      <w:r>
        <w:tab/>
        <w:t>1.013e0</w:t>
      </w:r>
    </w:p>
    <w:p w:rsidR="006974AE" w:rsidRDefault="006974AE" w:rsidP="006974AE">
      <w:r>
        <w:t>612.8969</w:t>
      </w:r>
      <w:r>
        <w:tab/>
        <w:t>1.013e0</w:t>
      </w:r>
    </w:p>
    <w:p w:rsidR="006974AE" w:rsidRDefault="006974AE" w:rsidP="006974AE">
      <w:r>
        <w:t>612.9314</w:t>
      </w:r>
      <w:r>
        <w:tab/>
        <w:t>1.013e0</w:t>
      </w:r>
    </w:p>
    <w:p w:rsidR="006974AE" w:rsidRDefault="006974AE" w:rsidP="006974AE">
      <w:r>
        <w:t>612.9984</w:t>
      </w:r>
      <w:r>
        <w:tab/>
        <w:t>1.013e0</w:t>
      </w:r>
    </w:p>
    <w:p w:rsidR="006974AE" w:rsidRDefault="006974AE" w:rsidP="006974AE">
      <w:r>
        <w:t>613.0831</w:t>
      </w:r>
      <w:r>
        <w:tab/>
        <w:t>1.013e0</w:t>
      </w:r>
    </w:p>
    <w:p w:rsidR="006974AE" w:rsidRDefault="006974AE" w:rsidP="006974AE">
      <w:r>
        <w:t>613.0851</w:t>
      </w:r>
      <w:r>
        <w:tab/>
        <w:t>3.038e0</w:t>
      </w:r>
    </w:p>
    <w:p w:rsidR="006974AE" w:rsidRDefault="006974AE" w:rsidP="006974AE">
      <w:r>
        <w:t>613.0936</w:t>
      </w:r>
      <w:r>
        <w:tab/>
        <w:t>1.013e0</w:t>
      </w:r>
    </w:p>
    <w:p w:rsidR="006974AE" w:rsidRDefault="006974AE" w:rsidP="006974AE">
      <w:r>
        <w:t>613.1243</w:t>
      </w:r>
      <w:r>
        <w:tab/>
        <w:t>1.013e0</w:t>
      </w:r>
    </w:p>
    <w:p w:rsidR="006974AE" w:rsidRDefault="006974AE" w:rsidP="006974AE">
      <w:r>
        <w:t>613.1663</w:t>
      </w:r>
      <w:r>
        <w:tab/>
        <w:t>1.013e0</w:t>
      </w:r>
    </w:p>
    <w:p w:rsidR="006974AE" w:rsidRDefault="006974AE" w:rsidP="006974AE">
      <w:r>
        <w:t>613.1802</w:t>
      </w:r>
      <w:r>
        <w:tab/>
        <w:t>1.013e0</w:t>
      </w:r>
    </w:p>
    <w:p w:rsidR="006974AE" w:rsidRDefault="006974AE" w:rsidP="006974AE">
      <w:r>
        <w:t>613.2018</w:t>
      </w:r>
      <w:r>
        <w:tab/>
        <w:t>5.063e0</w:t>
      </w:r>
    </w:p>
    <w:p w:rsidR="006974AE" w:rsidRDefault="006974AE" w:rsidP="006974AE">
      <w:r>
        <w:t>613.2034</w:t>
      </w:r>
      <w:r>
        <w:tab/>
        <w:t>3.038e0</w:t>
      </w:r>
    </w:p>
    <w:p w:rsidR="006974AE" w:rsidRDefault="006974AE" w:rsidP="006974AE">
      <w:r>
        <w:t>613.2331</w:t>
      </w:r>
      <w:r>
        <w:tab/>
        <w:t>2.025e0</w:t>
      </w:r>
    </w:p>
    <w:p w:rsidR="006974AE" w:rsidRDefault="006974AE" w:rsidP="006974AE">
      <w:r>
        <w:t>613.2488</w:t>
      </w:r>
      <w:r>
        <w:tab/>
        <w:t>1.013e0</w:t>
      </w:r>
    </w:p>
    <w:p w:rsidR="006974AE" w:rsidRDefault="006974AE" w:rsidP="006974AE">
      <w:r>
        <w:t>613.2759</w:t>
      </w:r>
      <w:r>
        <w:tab/>
        <w:t>3.038e0</w:t>
      </w:r>
    </w:p>
    <w:p w:rsidR="006974AE" w:rsidRDefault="006974AE" w:rsidP="006974AE">
      <w:r>
        <w:t>613.2817</w:t>
      </w:r>
      <w:r>
        <w:tab/>
        <w:t>1.013e0</w:t>
      </w:r>
    </w:p>
    <w:p w:rsidR="006974AE" w:rsidRDefault="006974AE" w:rsidP="006974AE">
      <w:r>
        <w:t>613.2967</w:t>
      </w:r>
      <w:r>
        <w:tab/>
        <w:t>2.025e0</w:t>
      </w:r>
    </w:p>
    <w:p w:rsidR="006974AE" w:rsidRDefault="006974AE" w:rsidP="006974AE">
      <w:r>
        <w:t>613.3140</w:t>
      </w:r>
      <w:r>
        <w:tab/>
        <w:t>1.013e0</w:t>
      </w:r>
    </w:p>
    <w:p w:rsidR="006974AE" w:rsidRDefault="006974AE" w:rsidP="006974AE">
      <w:r>
        <w:t>613.3201</w:t>
      </w:r>
      <w:r>
        <w:tab/>
        <w:t>2.025e0</w:t>
      </w:r>
    </w:p>
    <w:p w:rsidR="006974AE" w:rsidRDefault="006974AE" w:rsidP="006974AE">
      <w:r>
        <w:lastRenderedPageBreak/>
        <w:t>613.3237</w:t>
      </w:r>
      <w:r>
        <w:tab/>
        <w:t>1.013e0</w:t>
      </w:r>
    </w:p>
    <w:p w:rsidR="006974AE" w:rsidRDefault="006974AE" w:rsidP="006974AE">
      <w:r>
        <w:t>613.3381</w:t>
      </w:r>
      <w:r>
        <w:tab/>
        <w:t>1.013e0</w:t>
      </w:r>
    </w:p>
    <w:p w:rsidR="006974AE" w:rsidRDefault="006974AE" w:rsidP="006974AE">
      <w:r>
        <w:t>613.3665</w:t>
      </w:r>
      <w:r>
        <w:tab/>
        <w:t>1.013e0</w:t>
      </w:r>
    </w:p>
    <w:p w:rsidR="006974AE" w:rsidRDefault="006974AE" w:rsidP="006974AE">
      <w:r>
        <w:t>613.3770</w:t>
      </w:r>
      <w:r>
        <w:tab/>
        <w:t>1.013e0</w:t>
      </w:r>
    </w:p>
    <w:p w:rsidR="006974AE" w:rsidRDefault="006974AE" w:rsidP="006974AE">
      <w:r>
        <w:t>613.3983</w:t>
      </w:r>
      <w:r>
        <w:tab/>
        <w:t>3.038e0</w:t>
      </w:r>
    </w:p>
    <w:p w:rsidR="006974AE" w:rsidRDefault="006974AE" w:rsidP="006974AE">
      <w:r>
        <w:t>613.4077</w:t>
      </w:r>
      <w:r>
        <w:tab/>
        <w:t>1.013e0</w:t>
      </w:r>
    </w:p>
    <w:p w:rsidR="006974AE" w:rsidRDefault="006974AE" w:rsidP="006974AE">
      <w:r>
        <w:t>613.4097</w:t>
      </w:r>
      <w:r>
        <w:tab/>
        <w:t>1.013e0</w:t>
      </w:r>
    </w:p>
    <w:p w:rsidR="006974AE" w:rsidRDefault="006974AE" w:rsidP="006974AE">
      <w:r>
        <w:t>613.4702</w:t>
      </w:r>
      <w:r>
        <w:tab/>
        <w:t>3.038e0</w:t>
      </w:r>
    </w:p>
    <w:p w:rsidR="006974AE" w:rsidRDefault="006974AE" w:rsidP="006974AE">
      <w:r>
        <w:t>613.5134</w:t>
      </w:r>
      <w:r>
        <w:tab/>
        <w:t>1.013e0</w:t>
      </w:r>
    </w:p>
    <w:p w:rsidR="006974AE" w:rsidRDefault="006974AE" w:rsidP="006974AE">
      <w:r>
        <w:t>613.5651</w:t>
      </w:r>
      <w:r>
        <w:tab/>
        <w:t>1.013e0</w:t>
      </w:r>
    </w:p>
    <w:p w:rsidR="006974AE" w:rsidRDefault="006974AE" w:rsidP="006974AE">
      <w:r>
        <w:t>613.5858</w:t>
      </w:r>
      <w:r>
        <w:tab/>
        <w:t>2.025e0</w:t>
      </w:r>
    </w:p>
    <w:p w:rsidR="006974AE" w:rsidRDefault="006974AE" w:rsidP="006974AE">
      <w:r>
        <w:t>613.5974</w:t>
      </w:r>
      <w:r>
        <w:tab/>
        <w:t>1.013e0</w:t>
      </w:r>
    </w:p>
    <w:p w:rsidR="006974AE" w:rsidRDefault="006974AE" w:rsidP="006974AE">
      <w:r>
        <w:t>613.6027</w:t>
      </w:r>
      <w:r>
        <w:tab/>
        <w:t>2.025e0</w:t>
      </w:r>
    </w:p>
    <w:p w:rsidR="006974AE" w:rsidRDefault="006974AE" w:rsidP="006974AE">
      <w:r>
        <w:t>613.6559</w:t>
      </w:r>
      <w:r>
        <w:tab/>
        <w:t>1.013e0</w:t>
      </w:r>
    </w:p>
    <w:p w:rsidR="006974AE" w:rsidRDefault="006974AE" w:rsidP="006974AE">
      <w:r>
        <w:t>613.6913</w:t>
      </w:r>
      <w:r>
        <w:tab/>
        <w:t>1.013e0</w:t>
      </w:r>
    </w:p>
    <w:p w:rsidR="006974AE" w:rsidRDefault="006974AE" w:rsidP="006974AE">
      <w:r>
        <w:t>613.7080</w:t>
      </w:r>
      <w:r>
        <w:tab/>
        <w:t>1.013e0</w:t>
      </w:r>
    </w:p>
    <w:p w:rsidR="006974AE" w:rsidRDefault="006974AE" w:rsidP="006974AE">
      <w:r>
        <w:t>613.7800</w:t>
      </w:r>
      <w:r>
        <w:tab/>
        <w:t>1.013e0</w:t>
      </w:r>
    </w:p>
    <w:p w:rsidR="006974AE" w:rsidRDefault="006974AE" w:rsidP="006974AE">
      <w:r>
        <w:t>613.7864</w:t>
      </w:r>
      <w:r>
        <w:tab/>
        <w:t>1.013e0</w:t>
      </w:r>
    </w:p>
    <w:p w:rsidR="006974AE" w:rsidRDefault="006974AE" w:rsidP="006974AE">
      <w:r>
        <w:t>613.8065</w:t>
      </w:r>
      <w:r>
        <w:tab/>
        <w:t>2.025e0</w:t>
      </w:r>
    </w:p>
    <w:p w:rsidR="006974AE" w:rsidRDefault="006974AE" w:rsidP="006974AE">
      <w:r>
        <w:lastRenderedPageBreak/>
        <w:t>613.8489</w:t>
      </w:r>
      <w:r>
        <w:tab/>
        <w:t>3.038e0</w:t>
      </w:r>
    </w:p>
    <w:p w:rsidR="006974AE" w:rsidRDefault="006974AE" w:rsidP="006974AE">
      <w:r>
        <w:t>613.8683</w:t>
      </w:r>
      <w:r>
        <w:tab/>
        <w:t>2.025e0</w:t>
      </w:r>
    </w:p>
    <w:p w:rsidR="006974AE" w:rsidRDefault="006974AE" w:rsidP="006974AE">
      <w:r>
        <w:t>613.8907</w:t>
      </w:r>
      <w:r>
        <w:tab/>
        <w:t>1.013e0</w:t>
      </w:r>
    </w:p>
    <w:p w:rsidR="006974AE" w:rsidRDefault="006974AE" w:rsidP="006974AE">
      <w:r>
        <w:t>613.9327</w:t>
      </w:r>
      <w:r>
        <w:tab/>
        <w:t>1.013e0</w:t>
      </w:r>
    </w:p>
    <w:p w:rsidR="006974AE" w:rsidRDefault="006974AE" w:rsidP="006974AE">
      <w:r>
        <w:t>613.9601</w:t>
      </w:r>
      <w:r>
        <w:tab/>
        <w:t>3.038e0</w:t>
      </w:r>
    </w:p>
    <w:p w:rsidR="006974AE" w:rsidRDefault="006974AE" w:rsidP="006974AE">
      <w:r>
        <w:t>613.9643</w:t>
      </w:r>
      <w:r>
        <w:tab/>
        <w:t>2.025e0</w:t>
      </w:r>
    </w:p>
    <w:p w:rsidR="006974AE" w:rsidRDefault="006974AE" w:rsidP="006974AE">
      <w:r>
        <w:t>613.9860</w:t>
      </w:r>
      <w:r>
        <w:tab/>
        <w:t>1.013e0</w:t>
      </w:r>
    </w:p>
    <w:p w:rsidR="006974AE" w:rsidRDefault="006974AE" w:rsidP="006974AE">
      <w:r>
        <w:t>614.0183</w:t>
      </w:r>
      <w:r>
        <w:tab/>
        <w:t>2.025e0</w:t>
      </w:r>
    </w:p>
    <w:p w:rsidR="006974AE" w:rsidRDefault="006974AE" w:rsidP="006974AE">
      <w:r>
        <w:t>614.0253</w:t>
      </w:r>
      <w:r>
        <w:tab/>
        <w:t>1.013e0</w:t>
      </w:r>
    </w:p>
    <w:p w:rsidR="006974AE" w:rsidRDefault="006974AE" w:rsidP="006974AE">
      <w:r>
        <w:t>614.0411</w:t>
      </w:r>
      <w:r>
        <w:tab/>
        <w:t>3.038e0</w:t>
      </w:r>
    </w:p>
    <w:p w:rsidR="006974AE" w:rsidRDefault="006974AE" w:rsidP="006974AE">
      <w:r>
        <w:t>614.0626</w:t>
      </w:r>
      <w:r>
        <w:tab/>
        <w:t>1.013e0</w:t>
      </w:r>
    </w:p>
    <w:p w:rsidR="006974AE" w:rsidRDefault="006974AE" w:rsidP="006974AE">
      <w:r>
        <w:t>614.0914</w:t>
      </w:r>
      <w:r>
        <w:tab/>
        <w:t>2.025e0</w:t>
      </w:r>
    </w:p>
    <w:p w:rsidR="006974AE" w:rsidRDefault="006974AE" w:rsidP="006974AE">
      <w:r>
        <w:t>614.0956</w:t>
      </w:r>
      <w:r>
        <w:tab/>
        <w:t>2.025e0</w:t>
      </w:r>
    </w:p>
    <w:p w:rsidR="006974AE" w:rsidRDefault="006974AE" w:rsidP="006974AE">
      <w:r>
        <w:t>614.1306</w:t>
      </w:r>
      <w:r>
        <w:tab/>
        <w:t>2.025e0</w:t>
      </w:r>
    </w:p>
    <w:p w:rsidR="006974AE" w:rsidRDefault="006974AE" w:rsidP="006974AE">
      <w:r>
        <w:t>614.1675</w:t>
      </w:r>
      <w:r>
        <w:tab/>
        <w:t>2.025e0</w:t>
      </w:r>
    </w:p>
    <w:p w:rsidR="006974AE" w:rsidRDefault="006974AE" w:rsidP="006974AE">
      <w:r>
        <w:t>614.1744</w:t>
      </w:r>
      <w:r>
        <w:tab/>
        <w:t>1.013e0</w:t>
      </w:r>
    </w:p>
    <w:p w:rsidR="006974AE" w:rsidRDefault="006974AE" w:rsidP="006974AE">
      <w:r>
        <w:t>614.2206</w:t>
      </w:r>
      <w:r>
        <w:tab/>
        <w:t>3.038e0</w:t>
      </w:r>
    </w:p>
    <w:p w:rsidR="006974AE" w:rsidRDefault="006974AE" w:rsidP="006974AE">
      <w:r>
        <w:t>614.2250</w:t>
      </w:r>
      <w:r>
        <w:tab/>
        <w:t>4.051e0</w:t>
      </w:r>
    </w:p>
    <w:p w:rsidR="006974AE" w:rsidRDefault="006974AE" w:rsidP="006974AE">
      <w:r>
        <w:t>614.2855</w:t>
      </w:r>
      <w:r>
        <w:tab/>
        <w:t>3.038e0</w:t>
      </w:r>
    </w:p>
    <w:p w:rsidR="006974AE" w:rsidRDefault="006974AE" w:rsidP="006974AE">
      <w:r>
        <w:lastRenderedPageBreak/>
        <w:t>614.2889</w:t>
      </w:r>
      <w:r>
        <w:tab/>
        <w:t>3.038e0</w:t>
      </w:r>
    </w:p>
    <w:p w:rsidR="006974AE" w:rsidRDefault="006974AE" w:rsidP="006974AE">
      <w:r>
        <w:t>614.3044</w:t>
      </w:r>
      <w:r>
        <w:tab/>
        <w:t>7.089e0</w:t>
      </w:r>
    </w:p>
    <w:p w:rsidR="006974AE" w:rsidRDefault="006974AE" w:rsidP="006974AE">
      <w:r>
        <w:t>614.3118</w:t>
      </w:r>
      <w:r>
        <w:tab/>
        <w:t>1.013e0</w:t>
      </w:r>
    </w:p>
    <w:p w:rsidR="006974AE" w:rsidRDefault="006974AE" w:rsidP="006974AE">
      <w:r>
        <w:t>614.3181</w:t>
      </w:r>
      <w:r>
        <w:tab/>
        <w:t>3.038e0</w:t>
      </w:r>
    </w:p>
    <w:p w:rsidR="006974AE" w:rsidRDefault="006974AE" w:rsidP="006974AE">
      <w:r>
        <w:t>614.3339</w:t>
      </w:r>
      <w:r>
        <w:tab/>
        <w:t>3.038e0</w:t>
      </w:r>
    </w:p>
    <w:p w:rsidR="006974AE" w:rsidRDefault="006974AE" w:rsidP="006974AE">
      <w:r>
        <w:t>614.3841</w:t>
      </w:r>
      <w:r>
        <w:tab/>
        <w:t>3.038e0</w:t>
      </w:r>
    </w:p>
    <w:p w:rsidR="006974AE" w:rsidRDefault="006974AE" w:rsidP="006974AE">
      <w:r>
        <w:t>614.3959</w:t>
      </w:r>
      <w:r>
        <w:tab/>
        <w:t>1.013e0</w:t>
      </w:r>
    </w:p>
    <w:p w:rsidR="006974AE" w:rsidRDefault="006974AE" w:rsidP="006974AE">
      <w:r>
        <w:t>614.4482</w:t>
      </w:r>
      <w:r>
        <w:tab/>
        <w:t>4.051e0</w:t>
      </w:r>
    </w:p>
    <w:p w:rsidR="006974AE" w:rsidRDefault="006974AE" w:rsidP="006974AE">
      <w:r>
        <w:t>614.4824</w:t>
      </w:r>
      <w:r>
        <w:tab/>
        <w:t>3.038e0</w:t>
      </w:r>
    </w:p>
    <w:p w:rsidR="006974AE" w:rsidRDefault="006974AE" w:rsidP="006974AE">
      <w:r>
        <w:t>614.4884</w:t>
      </w:r>
      <w:r>
        <w:tab/>
        <w:t>2.025e0</w:t>
      </w:r>
    </w:p>
    <w:p w:rsidR="006974AE" w:rsidRDefault="006974AE" w:rsidP="006974AE">
      <w:r>
        <w:t>614.4952</w:t>
      </w:r>
      <w:r>
        <w:tab/>
        <w:t>4.051e0</w:t>
      </w:r>
    </w:p>
    <w:p w:rsidR="006974AE" w:rsidRDefault="006974AE" w:rsidP="006974AE">
      <w:r>
        <w:t>614.5003</w:t>
      </w:r>
      <w:r>
        <w:tab/>
        <w:t>2.025e0</w:t>
      </w:r>
    </w:p>
    <w:p w:rsidR="006974AE" w:rsidRDefault="006974AE" w:rsidP="006974AE">
      <w:r>
        <w:t>614.5014</w:t>
      </w:r>
      <w:r>
        <w:tab/>
        <w:t>4.051e0</w:t>
      </w:r>
    </w:p>
    <w:p w:rsidR="006974AE" w:rsidRDefault="006974AE" w:rsidP="006974AE">
      <w:r>
        <w:t>614.5154</w:t>
      </w:r>
      <w:r>
        <w:tab/>
        <w:t>3.147e0</w:t>
      </w:r>
    </w:p>
    <w:p w:rsidR="006974AE" w:rsidRDefault="006974AE" w:rsidP="006974AE">
      <w:r>
        <w:t>614.5166</w:t>
      </w:r>
      <w:r>
        <w:tab/>
        <w:t>3.038e0</w:t>
      </w:r>
    </w:p>
    <w:p w:rsidR="006974AE" w:rsidRDefault="006974AE" w:rsidP="006974AE">
      <w:r>
        <w:t>614.5383</w:t>
      </w:r>
      <w:r>
        <w:tab/>
        <w:t>1.013e0</w:t>
      </w:r>
    </w:p>
    <w:p w:rsidR="006974AE" w:rsidRDefault="006974AE" w:rsidP="006974AE">
      <w:r>
        <w:t>614.5634</w:t>
      </w:r>
      <w:r>
        <w:tab/>
        <w:t>1.013e0</w:t>
      </w:r>
    </w:p>
    <w:p w:rsidR="006974AE" w:rsidRDefault="006974AE" w:rsidP="006974AE">
      <w:r>
        <w:t>614.6260</w:t>
      </w:r>
      <w:r>
        <w:tab/>
        <w:t>1.013e0</w:t>
      </w:r>
    </w:p>
    <w:p w:rsidR="006974AE" w:rsidRDefault="006974AE" w:rsidP="006974AE">
      <w:r>
        <w:t>614.6616</w:t>
      </w:r>
      <w:r>
        <w:tab/>
        <w:t>1.013e0</w:t>
      </w:r>
    </w:p>
    <w:p w:rsidR="006974AE" w:rsidRDefault="006974AE" w:rsidP="006974AE">
      <w:r>
        <w:lastRenderedPageBreak/>
        <w:t>614.6782</w:t>
      </w:r>
      <w:r>
        <w:tab/>
        <w:t>1.013e0</w:t>
      </w:r>
    </w:p>
    <w:p w:rsidR="006974AE" w:rsidRDefault="006974AE" w:rsidP="006974AE">
      <w:r>
        <w:t>614.6802</w:t>
      </w:r>
      <w:r>
        <w:tab/>
        <w:t>2.025e0</w:t>
      </w:r>
    </w:p>
    <w:p w:rsidR="006974AE" w:rsidRDefault="006974AE" w:rsidP="006974AE">
      <w:r>
        <w:t>614.7001</w:t>
      </w:r>
      <w:r>
        <w:tab/>
        <w:t>1.013e0</w:t>
      </w:r>
    </w:p>
    <w:p w:rsidR="006974AE" w:rsidRDefault="006974AE" w:rsidP="006974AE">
      <w:r>
        <w:t>614.7316</w:t>
      </w:r>
      <w:r>
        <w:tab/>
        <w:t>2.025e0</w:t>
      </w:r>
    </w:p>
    <w:p w:rsidR="006974AE" w:rsidRDefault="006974AE" w:rsidP="006974AE">
      <w:r>
        <w:t>614.7422</w:t>
      </w:r>
      <w:r>
        <w:tab/>
        <w:t>1.013e0</w:t>
      </w:r>
    </w:p>
    <w:p w:rsidR="006974AE" w:rsidRDefault="006974AE" w:rsidP="006974AE">
      <w:r>
        <w:t>614.7640</w:t>
      </w:r>
      <w:r>
        <w:tab/>
        <w:t>1.013e0</w:t>
      </w:r>
    </w:p>
    <w:p w:rsidR="006974AE" w:rsidRDefault="006974AE" w:rsidP="006974AE">
      <w:r>
        <w:t>614.8018</w:t>
      </w:r>
      <w:r>
        <w:tab/>
        <w:t>1.013e0</w:t>
      </w:r>
    </w:p>
    <w:p w:rsidR="006974AE" w:rsidRDefault="006974AE" w:rsidP="006974AE">
      <w:r>
        <w:t>614.8060</w:t>
      </w:r>
      <w:r>
        <w:tab/>
        <w:t>1.013e0</w:t>
      </w:r>
    </w:p>
    <w:p w:rsidR="006974AE" w:rsidRDefault="006974AE" w:rsidP="006974AE">
      <w:r>
        <w:t>614.8166</w:t>
      </w:r>
      <w:r>
        <w:tab/>
        <w:t>1.013e0</w:t>
      </w:r>
    </w:p>
    <w:p w:rsidR="006974AE" w:rsidRDefault="006974AE" w:rsidP="006974AE">
      <w:r>
        <w:t>614.8202</w:t>
      </w:r>
      <w:r>
        <w:tab/>
        <w:t>1.013e0</w:t>
      </w:r>
    </w:p>
    <w:p w:rsidR="006974AE" w:rsidRDefault="006974AE" w:rsidP="006974AE">
      <w:r>
        <w:t>614.8372</w:t>
      </w:r>
      <w:r>
        <w:tab/>
        <w:t>2.025e0</w:t>
      </w:r>
    </w:p>
    <w:p w:rsidR="006974AE" w:rsidRDefault="006974AE" w:rsidP="006974AE">
      <w:r>
        <w:t>614.8684</w:t>
      </w:r>
      <w:r>
        <w:tab/>
        <w:t>1.013e0</w:t>
      </w:r>
    </w:p>
    <w:p w:rsidR="006974AE" w:rsidRDefault="006974AE" w:rsidP="006974AE">
      <w:r>
        <w:t>614.8895</w:t>
      </w:r>
      <w:r>
        <w:tab/>
        <w:t>1.013e0</w:t>
      </w:r>
    </w:p>
    <w:p w:rsidR="006974AE" w:rsidRDefault="006974AE" w:rsidP="006974AE">
      <w:r>
        <w:t>614.9428</w:t>
      </w:r>
      <w:r>
        <w:tab/>
        <w:t>1.013e0</w:t>
      </w:r>
    </w:p>
    <w:p w:rsidR="006974AE" w:rsidRDefault="006974AE" w:rsidP="006974AE">
      <w:r>
        <w:t>614.9612</w:t>
      </w:r>
      <w:r>
        <w:tab/>
        <w:t>2.025e0</w:t>
      </w:r>
    </w:p>
    <w:p w:rsidR="006974AE" w:rsidRDefault="006974AE" w:rsidP="006974AE">
      <w:r>
        <w:t>615.0083</w:t>
      </w:r>
      <w:r>
        <w:tab/>
        <w:t>2.025e0</w:t>
      </w:r>
    </w:p>
    <w:p w:rsidR="006974AE" w:rsidRDefault="006974AE" w:rsidP="006974AE">
      <w:r>
        <w:t>615.0134</w:t>
      </w:r>
      <w:r>
        <w:tab/>
        <w:t>1.013e0</w:t>
      </w:r>
    </w:p>
    <w:p w:rsidR="006974AE" w:rsidRDefault="006974AE" w:rsidP="006974AE">
      <w:r>
        <w:t>615.0999</w:t>
      </w:r>
      <w:r>
        <w:tab/>
        <w:t>1.013e0</w:t>
      </w:r>
    </w:p>
    <w:p w:rsidR="006974AE" w:rsidRDefault="006974AE" w:rsidP="006974AE">
      <w:r>
        <w:t>615.1045</w:t>
      </w:r>
      <w:r>
        <w:tab/>
        <w:t>2.025e0</w:t>
      </w:r>
    </w:p>
    <w:p w:rsidR="006974AE" w:rsidRDefault="006974AE" w:rsidP="006974AE">
      <w:r>
        <w:lastRenderedPageBreak/>
        <w:t>615.1117</w:t>
      </w:r>
      <w:r>
        <w:tab/>
        <w:t>3.038e0</w:t>
      </w:r>
    </w:p>
    <w:p w:rsidR="006974AE" w:rsidRDefault="006974AE" w:rsidP="006974AE">
      <w:r>
        <w:t>615.1217</w:t>
      </w:r>
      <w:r>
        <w:tab/>
        <w:t>1.013e0</w:t>
      </w:r>
    </w:p>
    <w:p w:rsidR="006974AE" w:rsidRDefault="006974AE" w:rsidP="006974AE">
      <w:r>
        <w:t>615.1373</w:t>
      </w:r>
      <w:r>
        <w:tab/>
        <w:t>1.013e0</w:t>
      </w:r>
    </w:p>
    <w:p w:rsidR="006974AE" w:rsidRDefault="006974AE" w:rsidP="006974AE">
      <w:r>
        <w:t>615.1728</w:t>
      </w:r>
      <w:r>
        <w:tab/>
        <w:t>1.013e0</w:t>
      </w:r>
    </w:p>
    <w:p w:rsidR="006974AE" w:rsidRDefault="006974AE" w:rsidP="006974AE">
      <w:r>
        <w:t>615.1901</w:t>
      </w:r>
      <w:r>
        <w:tab/>
        <w:t>1.013e0</w:t>
      </w:r>
    </w:p>
    <w:p w:rsidR="006974AE" w:rsidRDefault="006974AE" w:rsidP="006974AE">
      <w:r>
        <w:t>615.2051</w:t>
      </w:r>
      <w:r>
        <w:tab/>
        <w:t>1.013e0</w:t>
      </w:r>
    </w:p>
    <w:p w:rsidR="006974AE" w:rsidRDefault="006974AE" w:rsidP="006974AE">
      <w:r>
        <w:t>615.2505</w:t>
      </w:r>
      <w:r>
        <w:tab/>
        <w:t>2.025e0</w:t>
      </w:r>
    </w:p>
    <w:p w:rsidR="006974AE" w:rsidRDefault="006974AE" w:rsidP="006974AE">
      <w:r>
        <w:t>615.2669</w:t>
      </w:r>
      <w:r>
        <w:tab/>
        <w:t>3.038e0</w:t>
      </w:r>
    </w:p>
    <w:p w:rsidR="006974AE" w:rsidRDefault="006974AE" w:rsidP="006974AE">
      <w:r>
        <w:t>615.2805</w:t>
      </w:r>
      <w:r>
        <w:tab/>
        <w:t>3.038e0</w:t>
      </w:r>
    </w:p>
    <w:p w:rsidR="006974AE" w:rsidRDefault="006974AE" w:rsidP="006974AE">
      <w:r>
        <w:t>615.2861</w:t>
      </w:r>
      <w:r>
        <w:tab/>
        <w:t>2.025e0</w:t>
      </w:r>
    </w:p>
    <w:p w:rsidR="006974AE" w:rsidRDefault="006974AE" w:rsidP="006974AE">
      <w:r>
        <w:t>615.2899</w:t>
      </w:r>
      <w:r>
        <w:tab/>
        <w:t>6.076e0</w:t>
      </w:r>
    </w:p>
    <w:p w:rsidR="006974AE" w:rsidRDefault="006974AE" w:rsidP="006974AE">
      <w:r>
        <w:t>615.3110</w:t>
      </w:r>
      <w:r>
        <w:tab/>
        <w:t>2.025e0</w:t>
      </w:r>
    </w:p>
    <w:p w:rsidR="006974AE" w:rsidRDefault="006974AE" w:rsidP="006974AE">
      <w:r>
        <w:t>615.3405</w:t>
      </w:r>
      <w:r>
        <w:tab/>
        <w:t>4.051e0</w:t>
      </w:r>
    </w:p>
    <w:p w:rsidR="006974AE" w:rsidRDefault="006974AE" w:rsidP="006974AE">
      <w:r>
        <w:t>615.3917</w:t>
      </w:r>
      <w:r>
        <w:tab/>
        <w:t>2.025e0</w:t>
      </w:r>
    </w:p>
    <w:p w:rsidR="006974AE" w:rsidRDefault="006974AE" w:rsidP="006974AE">
      <w:r>
        <w:t>615.4006</w:t>
      </w:r>
      <w:r>
        <w:tab/>
        <w:t>2.025e0</w:t>
      </w:r>
    </w:p>
    <w:p w:rsidR="006974AE" w:rsidRDefault="006974AE" w:rsidP="006974AE">
      <w:r>
        <w:t>615.4157</w:t>
      </w:r>
      <w:r>
        <w:tab/>
        <w:t>2.025e0</w:t>
      </w:r>
    </w:p>
    <w:p w:rsidR="006974AE" w:rsidRDefault="006974AE" w:rsidP="006974AE">
      <w:r>
        <w:t>615.4473</w:t>
      </w:r>
      <w:r>
        <w:tab/>
        <w:t>1.013e0</w:t>
      </w:r>
    </w:p>
    <w:p w:rsidR="006974AE" w:rsidRDefault="006974AE" w:rsidP="006974AE">
      <w:r>
        <w:t>615.4691</w:t>
      </w:r>
      <w:r>
        <w:tab/>
        <w:t>1.013e0</w:t>
      </w:r>
    </w:p>
    <w:p w:rsidR="006974AE" w:rsidRDefault="006974AE" w:rsidP="006974AE">
      <w:r>
        <w:t>615.4732</w:t>
      </w:r>
      <w:r>
        <w:tab/>
        <w:t>3.038e0</w:t>
      </w:r>
    </w:p>
    <w:p w:rsidR="006974AE" w:rsidRDefault="006974AE" w:rsidP="006974AE">
      <w:r>
        <w:lastRenderedPageBreak/>
        <w:t>615.5109</w:t>
      </w:r>
      <w:r>
        <w:tab/>
        <w:t>2.025e0</w:t>
      </w:r>
    </w:p>
    <w:p w:rsidR="006974AE" w:rsidRDefault="006974AE" w:rsidP="006974AE">
      <w:r>
        <w:t>615.5157</w:t>
      </w:r>
      <w:r>
        <w:tab/>
        <w:t>2.025e0</w:t>
      </w:r>
    </w:p>
    <w:p w:rsidR="006974AE" w:rsidRDefault="006974AE" w:rsidP="006974AE">
      <w:r>
        <w:t>615.5210</w:t>
      </w:r>
      <w:r>
        <w:tab/>
        <w:t>1.013e0</w:t>
      </w:r>
    </w:p>
    <w:p w:rsidR="006974AE" w:rsidRDefault="006974AE" w:rsidP="006974AE">
      <w:r>
        <w:t>615.5445</w:t>
      </w:r>
      <w:r>
        <w:tab/>
        <w:t>1.013e0</w:t>
      </w:r>
    </w:p>
    <w:p w:rsidR="006974AE" w:rsidRDefault="006974AE" w:rsidP="006974AE">
      <w:r>
        <w:t>615.6147</w:t>
      </w:r>
      <w:r>
        <w:tab/>
        <w:t>2.025e0</w:t>
      </w:r>
    </w:p>
    <w:p w:rsidR="006974AE" w:rsidRDefault="006974AE" w:rsidP="006974AE">
      <w:r>
        <w:t>615.6481</w:t>
      </w:r>
      <w:r>
        <w:tab/>
        <w:t>2.025e0</w:t>
      </w:r>
    </w:p>
    <w:p w:rsidR="006974AE" w:rsidRDefault="006974AE" w:rsidP="006974AE">
      <w:r>
        <w:t>615.6660</w:t>
      </w:r>
      <w:r>
        <w:tab/>
        <w:t>1.013e0</w:t>
      </w:r>
    </w:p>
    <w:p w:rsidR="006974AE" w:rsidRDefault="006974AE" w:rsidP="006974AE">
      <w:r>
        <w:t>615.6948</w:t>
      </w:r>
      <w:r>
        <w:tab/>
        <w:t>2.025e0</w:t>
      </w:r>
    </w:p>
    <w:p w:rsidR="006974AE" w:rsidRDefault="006974AE" w:rsidP="006974AE">
      <w:r>
        <w:t>615.7031</w:t>
      </w:r>
      <w:r>
        <w:tab/>
        <w:t>1.013e0</w:t>
      </w:r>
    </w:p>
    <w:p w:rsidR="006974AE" w:rsidRDefault="006974AE" w:rsidP="006974AE">
      <w:r>
        <w:t>615.7673</w:t>
      </w:r>
      <w:r>
        <w:tab/>
        <w:t>2.025e0</w:t>
      </w:r>
    </w:p>
    <w:p w:rsidR="006974AE" w:rsidRDefault="006974AE" w:rsidP="006974AE">
      <w:r>
        <w:t>615.8273</w:t>
      </w:r>
      <w:r>
        <w:tab/>
        <w:t>1.013e0</w:t>
      </w:r>
    </w:p>
    <w:p w:rsidR="006974AE" w:rsidRDefault="006974AE" w:rsidP="006974AE">
      <w:r>
        <w:t>615.8427</w:t>
      </w:r>
      <w:r>
        <w:tab/>
        <w:t>1.013e0</w:t>
      </w:r>
    </w:p>
    <w:p w:rsidR="006974AE" w:rsidRDefault="006974AE" w:rsidP="006974AE">
      <w:r>
        <w:t>615.8904</w:t>
      </w:r>
      <w:r>
        <w:tab/>
        <w:t>1.013e0</w:t>
      </w:r>
    </w:p>
    <w:p w:rsidR="006974AE" w:rsidRDefault="006974AE" w:rsidP="006974AE">
      <w:r>
        <w:t>615.9147</w:t>
      </w:r>
      <w:r>
        <w:tab/>
        <w:t>1.013e0</w:t>
      </w:r>
    </w:p>
    <w:p w:rsidR="006974AE" w:rsidRDefault="006974AE" w:rsidP="006974AE">
      <w:r>
        <w:t>615.9600</w:t>
      </w:r>
      <w:r>
        <w:tab/>
        <w:t>3.038e0</w:t>
      </w:r>
    </w:p>
    <w:p w:rsidR="006974AE" w:rsidRDefault="006974AE" w:rsidP="006974AE">
      <w:r>
        <w:t>615.9755</w:t>
      </w:r>
      <w:r>
        <w:tab/>
        <w:t>2.025e0</w:t>
      </w:r>
    </w:p>
    <w:p w:rsidR="006974AE" w:rsidRDefault="006974AE" w:rsidP="006974AE">
      <w:r>
        <w:t>615.9958</w:t>
      </w:r>
      <w:r>
        <w:tab/>
        <w:t>1.013e0</w:t>
      </w:r>
    </w:p>
    <w:p w:rsidR="006974AE" w:rsidRDefault="006974AE" w:rsidP="006974AE">
      <w:r>
        <w:t>616.0014</w:t>
      </w:r>
      <w:r>
        <w:tab/>
        <w:t>2.025e0</w:t>
      </w:r>
    </w:p>
    <w:p w:rsidR="006974AE" w:rsidRDefault="006974AE" w:rsidP="006974AE">
      <w:r>
        <w:t>616.0056</w:t>
      </w:r>
      <w:r>
        <w:tab/>
        <w:t>1.013e0</w:t>
      </w:r>
    </w:p>
    <w:p w:rsidR="006974AE" w:rsidRDefault="006974AE" w:rsidP="006974AE">
      <w:r>
        <w:lastRenderedPageBreak/>
        <w:t>616.1604</w:t>
      </w:r>
      <w:r>
        <w:tab/>
        <w:t>3.038e0</w:t>
      </w:r>
    </w:p>
    <w:p w:rsidR="006974AE" w:rsidRDefault="006974AE" w:rsidP="006974AE">
      <w:r>
        <w:t>616.1750</w:t>
      </w:r>
      <w:r>
        <w:tab/>
        <w:t>1.013e0</w:t>
      </w:r>
    </w:p>
    <w:p w:rsidR="006974AE" w:rsidRDefault="006974AE" w:rsidP="006974AE">
      <w:r>
        <w:t>616.1841</w:t>
      </w:r>
      <w:r>
        <w:tab/>
        <w:t>2.025e0</w:t>
      </w:r>
    </w:p>
    <w:p w:rsidR="006974AE" w:rsidRDefault="006974AE" w:rsidP="006974AE">
      <w:r>
        <w:t>616.1935</w:t>
      </w:r>
      <w:r>
        <w:tab/>
        <w:t>3.038e0</w:t>
      </w:r>
    </w:p>
    <w:p w:rsidR="006974AE" w:rsidRDefault="006974AE" w:rsidP="006974AE">
      <w:r>
        <w:t>616.2021</w:t>
      </w:r>
      <w:r>
        <w:tab/>
        <w:t>2.025e0</w:t>
      </w:r>
    </w:p>
    <w:p w:rsidR="006974AE" w:rsidRDefault="006974AE" w:rsidP="006974AE">
      <w:r>
        <w:t>616.2172</w:t>
      </w:r>
      <w:r>
        <w:tab/>
        <w:t>2.025e0</w:t>
      </w:r>
    </w:p>
    <w:p w:rsidR="006974AE" w:rsidRDefault="006974AE" w:rsidP="006974AE">
      <w:r>
        <w:t>616.2408</w:t>
      </w:r>
      <w:r>
        <w:tab/>
        <w:t>2.025e0</w:t>
      </w:r>
    </w:p>
    <w:p w:rsidR="006974AE" w:rsidRDefault="006974AE" w:rsidP="006974AE">
      <w:r>
        <w:t>616.2656</w:t>
      </w:r>
      <w:r>
        <w:tab/>
        <w:t>1.013e0</w:t>
      </w:r>
    </w:p>
    <w:p w:rsidR="006974AE" w:rsidRDefault="006974AE" w:rsidP="006974AE">
      <w:r>
        <w:t>616.2910</w:t>
      </w:r>
      <w:r>
        <w:tab/>
        <w:t>1.013e0</w:t>
      </w:r>
    </w:p>
    <w:p w:rsidR="006974AE" w:rsidRDefault="006974AE" w:rsidP="006974AE">
      <w:r>
        <w:t>616.3017</w:t>
      </w:r>
      <w:r>
        <w:tab/>
        <w:t>2.025e0</w:t>
      </w:r>
    </w:p>
    <w:p w:rsidR="006974AE" w:rsidRDefault="006974AE" w:rsidP="006974AE">
      <w:r>
        <w:t>616.3298</w:t>
      </w:r>
      <w:r>
        <w:tab/>
        <w:t>4.051e0</w:t>
      </w:r>
    </w:p>
    <w:p w:rsidR="006974AE" w:rsidRDefault="006974AE" w:rsidP="006974AE">
      <w:r>
        <w:t>616.3324</w:t>
      </w:r>
      <w:r>
        <w:tab/>
        <w:t>1.013e0</w:t>
      </w:r>
    </w:p>
    <w:p w:rsidR="006974AE" w:rsidRDefault="006974AE" w:rsidP="006974AE">
      <w:r>
        <w:t>616.3636</w:t>
      </w:r>
      <w:r>
        <w:tab/>
        <w:t>5.063e0</w:t>
      </w:r>
    </w:p>
    <w:p w:rsidR="006974AE" w:rsidRDefault="006974AE" w:rsidP="006974AE">
      <w:r>
        <w:t>616.3754</w:t>
      </w:r>
      <w:r>
        <w:tab/>
        <w:t>1.013e0</w:t>
      </w:r>
    </w:p>
    <w:p w:rsidR="006974AE" w:rsidRDefault="006974AE" w:rsidP="006974AE">
      <w:r>
        <w:t>616.3896</w:t>
      </w:r>
      <w:r>
        <w:tab/>
        <w:t>1.013e0</w:t>
      </w:r>
    </w:p>
    <w:p w:rsidR="006974AE" w:rsidRDefault="006974AE" w:rsidP="006974AE">
      <w:r>
        <w:t>616.4067</w:t>
      </w:r>
      <w:r>
        <w:tab/>
        <w:t>3.038e0</w:t>
      </w:r>
    </w:p>
    <w:p w:rsidR="006974AE" w:rsidRDefault="006974AE" w:rsidP="006974AE">
      <w:r>
        <w:t>616.4196</w:t>
      </w:r>
      <w:r>
        <w:tab/>
        <w:t>3.038e0</w:t>
      </w:r>
    </w:p>
    <w:p w:rsidR="006974AE" w:rsidRDefault="006974AE" w:rsidP="006974AE">
      <w:r>
        <w:t>616.4251</w:t>
      </w:r>
      <w:r>
        <w:tab/>
        <w:t>2.025e0</w:t>
      </w:r>
    </w:p>
    <w:p w:rsidR="006974AE" w:rsidRDefault="006974AE" w:rsidP="006974AE">
      <w:r>
        <w:t>616.4433</w:t>
      </w:r>
      <w:r>
        <w:tab/>
        <w:t>1.013e0</w:t>
      </w:r>
    </w:p>
    <w:p w:rsidR="006974AE" w:rsidRDefault="006974AE" w:rsidP="006974AE">
      <w:r>
        <w:lastRenderedPageBreak/>
        <w:t>616.4745</w:t>
      </w:r>
      <w:r>
        <w:tab/>
        <w:t>2.025e0</w:t>
      </w:r>
    </w:p>
    <w:p w:rsidR="006974AE" w:rsidRDefault="006974AE" w:rsidP="006974AE">
      <w:r>
        <w:t>616.4778</w:t>
      </w:r>
      <w:r>
        <w:tab/>
        <w:t>1.013e0</w:t>
      </w:r>
    </w:p>
    <w:p w:rsidR="006974AE" w:rsidRDefault="006974AE" w:rsidP="006974AE">
      <w:r>
        <w:t>616.5002</w:t>
      </w:r>
      <w:r>
        <w:tab/>
        <w:t>3.038e0</w:t>
      </w:r>
    </w:p>
    <w:p w:rsidR="006974AE" w:rsidRDefault="006974AE" w:rsidP="006974AE">
      <w:r>
        <w:t>616.5142</w:t>
      </w:r>
      <w:r>
        <w:tab/>
        <w:t>1.013e0</w:t>
      </w:r>
    </w:p>
    <w:p w:rsidR="006974AE" w:rsidRDefault="006974AE" w:rsidP="006974AE">
      <w:r>
        <w:t>616.5328</w:t>
      </w:r>
      <w:r>
        <w:tab/>
        <w:t>2.025e0</w:t>
      </w:r>
    </w:p>
    <w:p w:rsidR="006974AE" w:rsidRDefault="006974AE" w:rsidP="006974AE">
      <w:r>
        <w:t>616.6179</w:t>
      </w:r>
      <w:r>
        <w:tab/>
        <w:t>2.025e0</w:t>
      </w:r>
    </w:p>
    <w:p w:rsidR="006974AE" w:rsidRDefault="006974AE" w:rsidP="006974AE">
      <w:r>
        <w:t>616.6882</w:t>
      </w:r>
      <w:r>
        <w:tab/>
        <w:t>2.025e0</w:t>
      </w:r>
    </w:p>
    <w:p w:rsidR="006974AE" w:rsidRDefault="006974AE" w:rsidP="006974AE">
      <w:r>
        <w:t>616.7075</w:t>
      </w:r>
      <w:r>
        <w:tab/>
        <w:t>1.013e0</w:t>
      </w:r>
    </w:p>
    <w:p w:rsidR="006974AE" w:rsidRDefault="006974AE" w:rsidP="006974AE">
      <w:r>
        <w:t>616.7250</w:t>
      </w:r>
      <w:r>
        <w:tab/>
        <w:t>1.013e0</w:t>
      </w:r>
    </w:p>
    <w:p w:rsidR="006974AE" w:rsidRDefault="006974AE" w:rsidP="006974AE">
      <w:r>
        <w:t>616.7332</w:t>
      </w:r>
      <w:r>
        <w:tab/>
        <w:t>2.025e0</w:t>
      </w:r>
    </w:p>
    <w:p w:rsidR="006974AE" w:rsidRDefault="006974AE" w:rsidP="006974AE">
      <w:r>
        <w:t>616.8074</w:t>
      </w:r>
      <w:r>
        <w:tab/>
        <w:t>2.025e0</w:t>
      </w:r>
    </w:p>
    <w:p w:rsidR="006974AE" w:rsidRDefault="006974AE" w:rsidP="006974AE">
      <w:r>
        <w:t>616.8184</w:t>
      </w:r>
      <w:r>
        <w:tab/>
        <w:t>1.013e0</w:t>
      </w:r>
    </w:p>
    <w:p w:rsidR="006974AE" w:rsidRDefault="006974AE" w:rsidP="006974AE">
      <w:r>
        <w:t>616.8661</w:t>
      </w:r>
      <w:r>
        <w:tab/>
        <w:t>1.013e0</w:t>
      </w:r>
    </w:p>
    <w:p w:rsidR="006974AE" w:rsidRDefault="006974AE" w:rsidP="006974AE">
      <w:r>
        <w:t>616.9028</w:t>
      </w:r>
      <w:r>
        <w:tab/>
        <w:t>1.013e0</w:t>
      </w:r>
    </w:p>
    <w:p w:rsidR="006974AE" w:rsidRDefault="006974AE" w:rsidP="006974AE">
      <w:r>
        <w:t>616.9503</w:t>
      </w:r>
      <w:r>
        <w:tab/>
        <w:t>2.025e0</w:t>
      </w:r>
    </w:p>
    <w:p w:rsidR="006974AE" w:rsidRDefault="006974AE" w:rsidP="006974AE">
      <w:r>
        <w:t>617.0158</w:t>
      </w:r>
      <w:r>
        <w:tab/>
        <w:t>2.025e0</w:t>
      </w:r>
    </w:p>
    <w:p w:rsidR="006974AE" w:rsidRDefault="006974AE" w:rsidP="006974AE">
      <w:r>
        <w:t>617.0422</w:t>
      </w:r>
      <w:r>
        <w:tab/>
        <w:t>1.013e0</w:t>
      </w:r>
    </w:p>
    <w:p w:rsidR="006974AE" w:rsidRDefault="006974AE" w:rsidP="006974AE">
      <w:r>
        <w:t>617.0611</w:t>
      </w:r>
      <w:r>
        <w:tab/>
        <w:t>1.013e0</w:t>
      </w:r>
    </w:p>
    <w:p w:rsidR="006974AE" w:rsidRDefault="006974AE" w:rsidP="006974AE">
      <w:r>
        <w:t>617.0951</w:t>
      </w:r>
      <w:r>
        <w:tab/>
        <w:t>1.013e0</w:t>
      </w:r>
    </w:p>
    <w:p w:rsidR="006974AE" w:rsidRDefault="006974AE" w:rsidP="006974AE">
      <w:r>
        <w:lastRenderedPageBreak/>
        <w:t>617.1159</w:t>
      </w:r>
      <w:r>
        <w:tab/>
        <w:t>3.038e0</w:t>
      </w:r>
    </w:p>
    <w:p w:rsidR="006974AE" w:rsidRDefault="006974AE" w:rsidP="006974AE">
      <w:r>
        <w:t>617.1408</w:t>
      </w:r>
      <w:r>
        <w:tab/>
        <w:t>3.038e0</w:t>
      </w:r>
    </w:p>
    <w:p w:rsidR="006974AE" w:rsidRDefault="006974AE" w:rsidP="006974AE">
      <w:r>
        <w:t>617.1553</w:t>
      </w:r>
      <w:r>
        <w:tab/>
        <w:t>1.013e0</w:t>
      </w:r>
    </w:p>
    <w:p w:rsidR="006974AE" w:rsidRDefault="006974AE" w:rsidP="006974AE">
      <w:r>
        <w:t>617.1611</w:t>
      </w:r>
      <w:r>
        <w:tab/>
        <w:t>2.025e0</w:t>
      </w:r>
    </w:p>
    <w:p w:rsidR="006974AE" w:rsidRDefault="006974AE" w:rsidP="006974AE">
      <w:r>
        <w:t>617.1667</w:t>
      </w:r>
      <w:r>
        <w:tab/>
        <w:t>2.025e0</w:t>
      </w:r>
    </w:p>
    <w:p w:rsidR="006974AE" w:rsidRDefault="006974AE" w:rsidP="006974AE">
      <w:r>
        <w:t>617.1878</w:t>
      </w:r>
      <w:r>
        <w:tab/>
        <w:t>1.013e0</w:t>
      </w:r>
    </w:p>
    <w:p w:rsidR="006974AE" w:rsidRDefault="006974AE" w:rsidP="006974AE">
      <w:r>
        <w:t>617.2173</w:t>
      </w:r>
      <w:r>
        <w:tab/>
        <w:t>1.013e0</w:t>
      </w:r>
    </w:p>
    <w:p w:rsidR="006974AE" w:rsidRDefault="006974AE" w:rsidP="006974AE">
      <w:r>
        <w:t>617.2263</w:t>
      </w:r>
      <w:r>
        <w:tab/>
        <w:t>2.025e0</w:t>
      </w:r>
    </w:p>
    <w:p w:rsidR="006974AE" w:rsidRDefault="006974AE" w:rsidP="006974AE">
      <w:r>
        <w:t>617.2300</w:t>
      </w:r>
      <w:r>
        <w:tab/>
        <w:t>1.013e0</w:t>
      </w:r>
    </w:p>
    <w:p w:rsidR="006974AE" w:rsidRDefault="006974AE" w:rsidP="006974AE">
      <w:r>
        <w:t>617.2406</w:t>
      </w:r>
      <w:r>
        <w:tab/>
        <w:t>1.013e0</w:t>
      </w:r>
    </w:p>
    <w:p w:rsidR="006974AE" w:rsidRDefault="006974AE" w:rsidP="006974AE">
      <w:r>
        <w:t>617.2617</w:t>
      </w:r>
      <w:r>
        <w:tab/>
        <w:t>1.013e0</w:t>
      </w:r>
    </w:p>
    <w:p w:rsidR="006974AE" w:rsidRDefault="006974AE" w:rsidP="006974AE">
      <w:r>
        <w:t>617.2701</w:t>
      </w:r>
      <w:r>
        <w:tab/>
        <w:t>1.013e0</w:t>
      </w:r>
    </w:p>
    <w:p w:rsidR="006974AE" w:rsidRDefault="006974AE" w:rsidP="006974AE">
      <w:r>
        <w:t>617.2931</w:t>
      </w:r>
      <w:r>
        <w:tab/>
        <w:t>2.025e0</w:t>
      </w:r>
    </w:p>
    <w:p w:rsidR="006974AE" w:rsidRDefault="006974AE" w:rsidP="006974AE">
      <w:r>
        <w:t>617.3057</w:t>
      </w:r>
      <w:r>
        <w:tab/>
        <w:t>2.025e0</w:t>
      </w:r>
    </w:p>
    <w:p w:rsidR="006974AE" w:rsidRDefault="006974AE" w:rsidP="006974AE">
      <w:r>
        <w:t>617.3137</w:t>
      </w:r>
      <w:r>
        <w:tab/>
        <w:t>1.013e0</w:t>
      </w:r>
    </w:p>
    <w:p w:rsidR="006974AE" w:rsidRDefault="006974AE" w:rsidP="006974AE">
      <w:r>
        <w:t>617.3229</w:t>
      </w:r>
      <w:r>
        <w:tab/>
        <w:t>4.285e0</w:t>
      </w:r>
    </w:p>
    <w:p w:rsidR="006974AE" w:rsidRDefault="006974AE" w:rsidP="006974AE">
      <w:r>
        <w:t>617.3594</w:t>
      </w:r>
      <w:r>
        <w:tab/>
        <w:t>1.013e0</w:t>
      </w:r>
    </w:p>
    <w:p w:rsidR="006974AE" w:rsidRDefault="006974AE" w:rsidP="006974AE">
      <w:r>
        <w:t>617.3884</w:t>
      </w:r>
      <w:r>
        <w:tab/>
        <w:t>1.013e0</w:t>
      </w:r>
    </w:p>
    <w:p w:rsidR="006974AE" w:rsidRDefault="006974AE" w:rsidP="006974AE">
      <w:r>
        <w:t>617.4122</w:t>
      </w:r>
      <w:r>
        <w:tab/>
        <w:t>1.013e0</w:t>
      </w:r>
    </w:p>
    <w:p w:rsidR="006974AE" w:rsidRDefault="006974AE" w:rsidP="006974AE">
      <w:r>
        <w:lastRenderedPageBreak/>
        <w:t>617.4201</w:t>
      </w:r>
      <w:r>
        <w:tab/>
        <w:t>1.013e0</w:t>
      </w:r>
    </w:p>
    <w:p w:rsidR="006974AE" w:rsidRDefault="006974AE" w:rsidP="006974AE">
      <w:r>
        <w:t>617.4308</w:t>
      </w:r>
      <w:r>
        <w:tab/>
        <w:t>1.013e0</w:t>
      </w:r>
    </w:p>
    <w:p w:rsidR="006974AE" w:rsidRDefault="006974AE" w:rsidP="006974AE">
      <w:r>
        <w:t>617.4518</w:t>
      </w:r>
      <w:r>
        <w:tab/>
        <w:t>1.013e0</w:t>
      </w:r>
    </w:p>
    <w:p w:rsidR="006974AE" w:rsidRDefault="006974AE" w:rsidP="006974AE">
      <w:r>
        <w:t>617.4604</w:t>
      </w:r>
      <w:r>
        <w:tab/>
        <w:t>3.038e0</w:t>
      </w:r>
    </w:p>
    <w:p w:rsidR="006974AE" w:rsidRDefault="006974AE" w:rsidP="006974AE">
      <w:r>
        <w:t>617.4659</w:t>
      </w:r>
      <w:r>
        <w:tab/>
        <w:t>1.013e0</w:t>
      </w:r>
    </w:p>
    <w:p w:rsidR="006974AE" w:rsidRDefault="006974AE" w:rsidP="006974AE">
      <w:r>
        <w:t>617.5004</w:t>
      </w:r>
      <w:r>
        <w:tab/>
        <w:t>1.013e0</w:t>
      </w:r>
    </w:p>
    <w:p w:rsidR="006974AE" w:rsidRDefault="006974AE" w:rsidP="006974AE">
      <w:r>
        <w:t>617.5345</w:t>
      </w:r>
      <w:r>
        <w:tab/>
        <w:t>4.051e0</w:t>
      </w:r>
    </w:p>
    <w:p w:rsidR="006974AE" w:rsidRDefault="006974AE" w:rsidP="006974AE">
      <w:r>
        <w:t>617.5361</w:t>
      </w:r>
      <w:r>
        <w:tab/>
        <w:t>2.025e0</w:t>
      </w:r>
    </w:p>
    <w:p w:rsidR="006974AE" w:rsidRDefault="006974AE" w:rsidP="006974AE">
      <w:r>
        <w:t>617.5524</w:t>
      </w:r>
      <w:r>
        <w:tab/>
        <w:t>1.013e0</w:t>
      </w:r>
    </w:p>
    <w:p w:rsidR="006974AE" w:rsidRDefault="006974AE" w:rsidP="006974AE">
      <w:r>
        <w:t>617.6053</w:t>
      </w:r>
      <w:r>
        <w:tab/>
        <w:t>1.013e0</w:t>
      </w:r>
    </w:p>
    <w:p w:rsidR="006974AE" w:rsidRDefault="006974AE" w:rsidP="006974AE">
      <w:r>
        <w:t>617.6582</w:t>
      </w:r>
      <w:r>
        <w:tab/>
        <w:t>1.013e0</w:t>
      </w:r>
    </w:p>
    <w:p w:rsidR="006974AE" w:rsidRDefault="006974AE" w:rsidP="006974AE">
      <w:r>
        <w:t>617.6623</w:t>
      </w:r>
      <w:r>
        <w:tab/>
        <w:t>1.013e0</w:t>
      </w:r>
    </w:p>
    <w:p w:rsidR="006974AE" w:rsidRDefault="006974AE" w:rsidP="006974AE">
      <w:r>
        <w:t>617.6854</w:t>
      </w:r>
      <w:r>
        <w:tab/>
        <w:t>2.025e0</w:t>
      </w:r>
    </w:p>
    <w:p w:rsidR="006974AE" w:rsidRDefault="006974AE" w:rsidP="006974AE">
      <w:r>
        <w:t>617.7151</w:t>
      </w:r>
      <w:r>
        <w:tab/>
        <w:t>1.013e0</w:t>
      </w:r>
    </w:p>
    <w:p w:rsidR="006974AE" w:rsidRDefault="006974AE" w:rsidP="006974AE">
      <w:r>
        <w:t>617.7363</w:t>
      </w:r>
      <w:r>
        <w:tab/>
        <w:t>1.013e0</w:t>
      </w:r>
    </w:p>
    <w:p w:rsidR="006974AE" w:rsidRDefault="006974AE" w:rsidP="006974AE">
      <w:r>
        <w:t>617.7822</w:t>
      </w:r>
      <w:r>
        <w:tab/>
        <w:t>1.013e0</w:t>
      </w:r>
    </w:p>
    <w:p w:rsidR="006974AE" w:rsidRDefault="006974AE" w:rsidP="006974AE">
      <w:r>
        <w:t>617.8569</w:t>
      </w:r>
      <w:r>
        <w:tab/>
        <w:t>2.025e0</w:t>
      </w:r>
    </w:p>
    <w:p w:rsidR="006974AE" w:rsidRDefault="006974AE" w:rsidP="006974AE">
      <w:r>
        <w:t>617.8887</w:t>
      </w:r>
      <w:r>
        <w:tab/>
        <w:t>1.013e0</w:t>
      </w:r>
    </w:p>
    <w:p w:rsidR="006974AE" w:rsidRDefault="006974AE" w:rsidP="006974AE">
      <w:r>
        <w:t>617.9162</w:t>
      </w:r>
      <w:r>
        <w:tab/>
        <w:t>3.038e0</w:t>
      </w:r>
    </w:p>
    <w:p w:rsidR="006974AE" w:rsidRDefault="006974AE" w:rsidP="006974AE">
      <w:r>
        <w:lastRenderedPageBreak/>
        <w:t>617.9901</w:t>
      </w:r>
      <w:r>
        <w:tab/>
        <w:t>3.038e0</w:t>
      </w:r>
    </w:p>
    <w:p w:rsidR="006974AE" w:rsidRDefault="006974AE" w:rsidP="006974AE">
      <w:r>
        <w:t>618.0115</w:t>
      </w:r>
      <w:r>
        <w:tab/>
        <w:t>1.013e0</w:t>
      </w:r>
    </w:p>
    <w:p w:rsidR="006974AE" w:rsidRDefault="006974AE" w:rsidP="006974AE">
      <w:r>
        <w:t>618.0330</w:t>
      </w:r>
      <w:r>
        <w:tab/>
        <w:t>1.013e0</w:t>
      </w:r>
    </w:p>
    <w:p w:rsidR="006974AE" w:rsidRDefault="006974AE" w:rsidP="006974AE">
      <w:r>
        <w:t>618.0533</w:t>
      </w:r>
      <w:r>
        <w:tab/>
        <w:t>1.013e0</w:t>
      </w:r>
    </w:p>
    <w:p w:rsidR="006974AE" w:rsidRDefault="006974AE" w:rsidP="006974AE">
      <w:r>
        <w:t>618.0815</w:t>
      </w:r>
      <w:r>
        <w:tab/>
        <w:t>3.038e0</w:t>
      </w:r>
    </w:p>
    <w:p w:rsidR="006974AE" w:rsidRDefault="006974AE" w:rsidP="006974AE">
      <w:r>
        <w:t>618.0969</w:t>
      </w:r>
      <w:r>
        <w:tab/>
        <w:t>2.025e0</w:t>
      </w:r>
    </w:p>
    <w:p w:rsidR="006974AE" w:rsidRDefault="006974AE" w:rsidP="006974AE">
      <w:r>
        <w:t>618.1108</w:t>
      </w:r>
      <w:r>
        <w:tab/>
        <w:t>2.025e0</w:t>
      </w:r>
    </w:p>
    <w:p w:rsidR="006974AE" w:rsidRDefault="006974AE" w:rsidP="006974AE">
      <w:r>
        <w:t>618.1273</w:t>
      </w:r>
      <w:r>
        <w:tab/>
        <w:t>1.013e0</w:t>
      </w:r>
    </w:p>
    <w:p w:rsidR="006974AE" w:rsidRDefault="006974AE" w:rsidP="006974AE">
      <w:r>
        <w:t>618.1611</w:t>
      </w:r>
      <w:r>
        <w:tab/>
        <w:t>2.025e0</w:t>
      </w:r>
    </w:p>
    <w:p w:rsidR="006974AE" w:rsidRDefault="006974AE" w:rsidP="006974AE">
      <w:r>
        <w:t>618.1908</w:t>
      </w:r>
      <w:r>
        <w:tab/>
        <w:t>1.013e0</w:t>
      </w:r>
    </w:p>
    <w:p w:rsidR="006974AE" w:rsidRDefault="006974AE" w:rsidP="006974AE">
      <w:r>
        <w:t>618.2051</w:t>
      </w:r>
      <w:r>
        <w:tab/>
        <w:t>1.013e0</w:t>
      </w:r>
    </w:p>
    <w:p w:rsidR="006974AE" w:rsidRDefault="006974AE" w:rsidP="006974AE">
      <w:r>
        <w:t>618.2225</w:t>
      </w:r>
      <w:r>
        <w:tab/>
        <w:t>1.013e0</w:t>
      </w:r>
    </w:p>
    <w:p w:rsidR="006974AE" w:rsidRDefault="006974AE" w:rsidP="006974AE">
      <w:r>
        <w:t>618.2331</w:t>
      </w:r>
      <w:r>
        <w:tab/>
        <w:t>1.013e0</w:t>
      </w:r>
    </w:p>
    <w:p w:rsidR="006974AE" w:rsidRDefault="006974AE" w:rsidP="006974AE">
      <w:r>
        <w:t>618.2656</w:t>
      </w:r>
      <w:r>
        <w:tab/>
        <w:t>1.013e0</w:t>
      </w:r>
    </w:p>
    <w:p w:rsidR="006974AE" w:rsidRDefault="006974AE" w:rsidP="006974AE">
      <w:r>
        <w:t>618.2745</w:t>
      </w:r>
      <w:r>
        <w:tab/>
        <w:t>1.013e0</w:t>
      </w:r>
    </w:p>
    <w:p w:rsidR="006974AE" w:rsidRDefault="006974AE" w:rsidP="006974AE">
      <w:r>
        <w:t>618.2776</w:t>
      </w:r>
      <w:r>
        <w:tab/>
        <w:t>2.025e0</w:t>
      </w:r>
    </w:p>
    <w:p w:rsidR="006974AE" w:rsidRDefault="006974AE" w:rsidP="006974AE">
      <w:r>
        <w:t>618.2874</w:t>
      </w:r>
      <w:r>
        <w:tab/>
        <w:t>2.025e0</w:t>
      </w:r>
    </w:p>
    <w:p w:rsidR="006974AE" w:rsidRDefault="006974AE" w:rsidP="006974AE">
      <w:r>
        <w:t>618.2929</w:t>
      </w:r>
      <w:r>
        <w:tab/>
        <w:t>5.063e0</w:t>
      </w:r>
    </w:p>
    <w:p w:rsidR="006974AE" w:rsidRDefault="006974AE" w:rsidP="006974AE">
      <w:r>
        <w:t>618.3284</w:t>
      </w:r>
      <w:r>
        <w:tab/>
        <w:t>2.025e0</w:t>
      </w:r>
    </w:p>
    <w:p w:rsidR="006974AE" w:rsidRDefault="006974AE" w:rsidP="006974AE">
      <w:r>
        <w:lastRenderedPageBreak/>
        <w:t>618.3461</w:t>
      </w:r>
      <w:r>
        <w:tab/>
        <w:t>1.013e0</w:t>
      </w:r>
    </w:p>
    <w:p w:rsidR="006974AE" w:rsidRDefault="006974AE" w:rsidP="006974AE">
      <w:r>
        <w:t>618.4051</w:t>
      </w:r>
      <w:r>
        <w:tab/>
        <w:t>2.025e0</w:t>
      </w:r>
    </w:p>
    <w:p w:rsidR="006974AE" w:rsidRDefault="006974AE" w:rsidP="006974AE">
      <w:r>
        <w:t>618.4343</w:t>
      </w:r>
      <w:r>
        <w:tab/>
        <w:t>1.013e0</w:t>
      </w:r>
    </w:p>
    <w:p w:rsidR="006974AE" w:rsidRDefault="006974AE" w:rsidP="006974AE">
      <w:r>
        <w:t>618.4583</w:t>
      </w:r>
      <w:r>
        <w:tab/>
        <w:t>3.038e0</w:t>
      </w:r>
    </w:p>
    <w:p w:rsidR="006974AE" w:rsidRDefault="006974AE" w:rsidP="006974AE">
      <w:r>
        <w:t>618.4872</w:t>
      </w:r>
      <w:r>
        <w:tab/>
        <w:t>1.013e0</w:t>
      </w:r>
    </w:p>
    <w:p w:rsidR="006974AE" w:rsidRDefault="006974AE" w:rsidP="006974AE">
      <w:r>
        <w:t>618.4935</w:t>
      </w:r>
      <w:r>
        <w:tab/>
        <w:t>2.025e0</w:t>
      </w:r>
    </w:p>
    <w:p w:rsidR="006974AE" w:rsidRDefault="006974AE" w:rsidP="006974AE">
      <w:r>
        <w:t>618.5141</w:t>
      </w:r>
      <w:r>
        <w:tab/>
        <w:t>2.025e0</w:t>
      </w:r>
    </w:p>
    <w:p w:rsidR="006974AE" w:rsidRDefault="006974AE" w:rsidP="006974AE">
      <w:r>
        <w:t>618.5300</w:t>
      </w:r>
      <w:r>
        <w:tab/>
        <w:t>1.013e0</w:t>
      </w:r>
    </w:p>
    <w:p w:rsidR="006974AE" w:rsidRDefault="006974AE" w:rsidP="006974AE">
      <w:r>
        <w:t>618.5504</w:t>
      </w:r>
      <w:r>
        <w:tab/>
        <w:t>1.013e0</w:t>
      </w:r>
    </w:p>
    <w:p w:rsidR="006974AE" w:rsidRDefault="006974AE" w:rsidP="006974AE">
      <w:r>
        <w:t>618.5616</w:t>
      </w:r>
      <w:r>
        <w:tab/>
        <w:t>2.025e0</w:t>
      </w:r>
    </w:p>
    <w:p w:rsidR="006974AE" w:rsidRDefault="006974AE" w:rsidP="006974AE">
      <w:r>
        <w:t>618.5751</w:t>
      </w:r>
      <w:r>
        <w:tab/>
        <w:t>1.013e0</w:t>
      </w:r>
    </w:p>
    <w:p w:rsidR="006974AE" w:rsidRDefault="006974AE" w:rsidP="006974AE">
      <w:r>
        <w:t>618.5936</w:t>
      </w:r>
      <w:r>
        <w:tab/>
        <w:t>1.013e0</w:t>
      </w:r>
    </w:p>
    <w:p w:rsidR="006974AE" w:rsidRDefault="006974AE" w:rsidP="006974AE">
      <w:r>
        <w:t>618.6041</w:t>
      </w:r>
      <w:r>
        <w:tab/>
        <w:t>1.013e0</w:t>
      </w:r>
    </w:p>
    <w:p w:rsidR="006974AE" w:rsidRDefault="006974AE" w:rsidP="006974AE">
      <w:r>
        <w:t>618.6279</w:t>
      </w:r>
      <w:r>
        <w:tab/>
        <w:t>1.013e0</w:t>
      </w:r>
    </w:p>
    <w:p w:rsidR="006974AE" w:rsidRDefault="006974AE" w:rsidP="006974AE">
      <w:r>
        <w:t>618.6625</w:t>
      </w:r>
      <w:r>
        <w:tab/>
        <w:t>1.013e0</w:t>
      </w:r>
    </w:p>
    <w:p w:rsidR="006974AE" w:rsidRDefault="006974AE" w:rsidP="006974AE">
      <w:r>
        <w:t>618.6985</w:t>
      </w:r>
      <w:r>
        <w:tab/>
        <w:t>1.013e0</w:t>
      </w:r>
    </w:p>
    <w:p w:rsidR="006974AE" w:rsidRDefault="006974AE" w:rsidP="006974AE">
      <w:r>
        <w:t>618.7408</w:t>
      </w:r>
      <w:r>
        <w:tab/>
        <w:t>1.013e0</w:t>
      </w:r>
    </w:p>
    <w:p w:rsidR="006974AE" w:rsidRDefault="006974AE" w:rsidP="006974AE">
      <w:r>
        <w:t>618.8218</w:t>
      </w:r>
      <w:r>
        <w:tab/>
        <w:t>1.013e0</w:t>
      </w:r>
    </w:p>
    <w:p w:rsidR="006974AE" w:rsidRDefault="006974AE" w:rsidP="006974AE">
      <w:r>
        <w:t>618.8416</w:t>
      </w:r>
      <w:r>
        <w:tab/>
        <w:t>2.025e0</w:t>
      </w:r>
    </w:p>
    <w:p w:rsidR="006974AE" w:rsidRDefault="006974AE" w:rsidP="006974AE">
      <w:r>
        <w:lastRenderedPageBreak/>
        <w:t>618.8452</w:t>
      </w:r>
      <w:r>
        <w:tab/>
        <w:t>3.038e0</w:t>
      </w:r>
    </w:p>
    <w:p w:rsidR="006974AE" w:rsidRDefault="006974AE" w:rsidP="006974AE">
      <w:r>
        <w:t>618.8467</w:t>
      </w:r>
      <w:r>
        <w:tab/>
        <w:t>1.013e0</w:t>
      </w:r>
    </w:p>
    <w:p w:rsidR="006974AE" w:rsidRDefault="006974AE" w:rsidP="006974AE">
      <w:r>
        <w:t>618.8746</w:t>
      </w:r>
      <w:r>
        <w:tab/>
        <w:t>1.013e0</w:t>
      </w:r>
    </w:p>
    <w:p w:rsidR="006974AE" w:rsidRDefault="006974AE" w:rsidP="006974AE">
      <w:r>
        <w:t>618.8784</w:t>
      </w:r>
      <w:r>
        <w:tab/>
        <w:t>1.013e0</w:t>
      </w:r>
    </w:p>
    <w:p w:rsidR="006974AE" w:rsidRDefault="006974AE" w:rsidP="006974AE">
      <w:r>
        <w:t>618.9020</w:t>
      </w:r>
      <w:r>
        <w:tab/>
        <w:t>2.025e0</w:t>
      </w:r>
    </w:p>
    <w:p w:rsidR="006974AE" w:rsidRDefault="006974AE" w:rsidP="006974AE">
      <w:r>
        <w:t>619.0168</w:t>
      </w:r>
      <w:r>
        <w:tab/>
        <w:t>1.013e0</w:t>
      </w:r>
    </w:p>
    <w:p w:rsidR="006974AE" w:rsidRDefault="006974AE" w:rsidP="006974AE">
      <w:r>
        <w:t>619.0244</w:t>
      </w:r>
      <w:r>
        <w:tab/>
        <w:t>2.025e0</w:t>
      </w:r>
    </w:p>
    <w:p w:rsidR="006974AE" w:rsidRDefault="006974AE" w:rsidP="006974AE">
      <w:r>
        <w:t>619.0273</w:t>
      </w:r>
      <w:r>
        <w:tab/>
        <w:t>4.051e0</w:t>
      </w:r>
    </w:p>
    <w:p w:rsidR="006974AE" w:rsidRDefault="006974AE" w:rsidP="006974AE">
      <w:r>
        <w:t>619.0752</w:t>
      </w:r>
      <w:r>
        <w:tab/>
        <w:t>2.025e0</w:t>
      </w:r>
    </w:p>
    <w:p w:rsidR="006974AE" w:rsidRDefault="006974AE" w:rsidP="006974AE">
      <w:r>
        <w:t>619.1044</w:t>
      </w:r>
      <w:r>
        <w:tab/>
        <w:t>1.013e0</w:t>
      </w:r>
    </w:p>
    <w:p w:rsidR="006974AE" w:rsidRDefault="006974AE" w:rsidP="006974AE">
      <w:r>
        <w:t>619.1098</w:t>
      </w:r>
      <w:r>
        <w:tab/>
        <w:t>2.025e0</w:t>
      </w:r>
    </w:p>
    <w:p w:rsidR="006974AE" w:rsidRDefault="006974AE" w:rsidP="006974AE">
      <w:r>
        <w:t>619.1260</w:t>
      </w:r>
      <w:r>
        <w:tab/>
        <w:t>3.038e0</w:t>
      </w:r>
    </w:p>
    <w:p w:rsidR="006974AE" w:rsidRDefault="006974AE" w:rsidP="006974AE">
      <w:r>
        <w:t>619.1390</w:t>
      </w:r>
      <w:r>
        <w:tab/>
        <w:t>1.013e0</w:t>
      </w:r>
    </w:p>
    <w:p w:rsidR="006974AE" w:rsidRDefault="006974AE" w:rsidP="006974AE">
      <w:r>
        <w:t>619.1564</w:t>
      </w:r>
      <w:r>
        <w:tab/>
        <w:t>1.013e0</w:t>
      </w:r>
    </w:p>
    <w:p w:rsidR="006974AE" w:rsidRDefault="006974AE" w:rsidP="006974AE">
      <w:r>
        <w:t>619.1862</w:t>
      </w:r>
      <w:r>
        <w:tab/>
        <w:t>2.025e0</w:t>
      </w:r>
    </w:p>
    <w:p w:rsidR="006974AE" w:rsidRDefault="006974AE" w:rsidP="006974AE">
      <w:r>
        <w:t>619.1913</w:t>
      </w:r>
      <w:r>
        <w:tab/>
        <w:t>2.025e0</w:t>
      </w:r>
    </w:p>
    <w:p w:rsidR="006974AE" w:rsidRDefault="006974AE" w:rsidP="006974AE">
      <w:r>
        <w:t>619.1986</w:t>
      </w:r>
      <w:r>
        <w:tab/>
        <w:t>2.025e0</w:t>
      </w:r>
    </w:p>
    <w:p w:rsidR="006974AE" w:rsidRDefault="006974AE" w:rsidP="006974AE">
      <w:r>
        <w:t>619.2067</w:t>
      </w:r>
      <w:r>
        <w:tab/>
        <w:t>1.013e0</w:t>
      </w:r>
    </w:p>
    <w:p w:rsidR="006974AE" w:rsidRDefault="006974AE" w:rsidP="006974AE">
      <w:r>
        <w:t>619.2597</w:t>
      </w:r>
      <w:r>
        <w:tab/>
        <w:t>2.025e0</w:t>
      </w:r>
    </w:p>
    <w:p w:rsidR="006974AE" w:rsidRDefault="006974AE" w:rsidP="006974AE">
      <w:r>
        <w:lastRenderedPageBreak/>
        <w:t>619.2816</w:t>
      </w:r>
      <w:r>
        <w:tab/>
        <w:t>1.013e0</w:t>
      </w:r>
    </w:p>
    <w:p w:rsidR="006974AE" w:rsidRDefault="006974AE" w:rsidP="006974AE">
      <w:r>
        <w:t>619.2866</w:t>
      </w:r>
      <w:r>
        <w:tab/>
        <w:t>6.780e0</w:t>
      </w:r>
    </w:p>
    <w:p w:rsidR="006974AE" w:rsidRDefault="006974AE" w:rsidP="006974AE">
      <w:r>
        <w:t>619.3151</w:t>
      </w:r>
      <w:r>
        <w:tab/>
        <w:t>4.051e0</w:t>
      </w:r>
    </w:p>
    <w:p w:rsidR="006974AE" w:rsidRDefault="006974AE" w:rsidP="006974AE">
      <w:r>
        <w:t>619.3231</w:t>
      </w:r>
      <w:r>
        <w:tab/>
        <w:t>1.013e0</w:t>
      </w:r>
    </w:p>
    <w:p w:rsidR="006974AE" w:rsidRDefault="006974AE" w:rsidP="006974AE">
      <w:r>
        <w:t>619.3314</w:t>
      </w:r>
      <w:r>
        <w:tab/>
        <w:t>1.013e0</w:t>
      </w:r>
    </w:p>
    <w:p w:rsidR="006974AE" w:rsidRDefault="006974AE" w:rsidP="006974AE">
      <w:r>
        <w:t>619.3542</w:t>
      </w:r>
      <w:r>
        <w:tab/>
        <w:t>2.025e0</w:t>
      </w:r>
    </w:p>
    <w:p w:rsidR="006974AE" w:rsidRDefault="006974AE" w:rsidP="006974AE">
      <w:r>
        <w:t>619.3951</w:t>
      </w:r>
      <w:r>
        <w:tab/>
        <w:t>2.025e0</w:t>
      </w:r>
    </w:p>
    <w:p w:rsidR="006974AE" w:rsidRDefault="006974AE" w:rsidP="006974AE">
      <w:r>
        <w:t>619.3998</w:t>
      </w:r>
      <w:r>
        <w:tab/>
        <w:t>4.051e0</w:t>
      </w:r>
    </w:p>
    <w:p w:rsidR="006974AE" w:rsidRDefault="006974AE" w:rsidP="006974AE">
      <w:r>
        <w:t>619.4153</w:t>
      </w:r>
      <w:r>
        <w:tab/>
        <w:t>4.051e0</w:t>
      </w:r>
    </w:p>
    <w:p w:rsidR="006974AE" w:rsidRDefault="006974AE" w:rsidP="006974AE">
      <w:r>
        <w:t>619.4272</w:t>
      </w:r>
      <w:r>
        <w:tab/>
        <w:t>4.051e0</w:t>
      </w:r>
    </w:p>
    <w:p w:rsidR="006974AE" w:rsidRDefault="006974AE" w:rsidP="006974AE">
      <w:r>
        <w:t>619.4341</w:t>
      </w:r>
      <w:r>
        <w:tab/>
        <w:t>2.025e0</w:t>
      </w:r>
    </w:p>
    <w:p w:rsidR="006974AE" w:rsidRDefault="006974AE" w:rsidP="006974AE">
      <w:r>
        <w:t>619.4380</w:t>
      </w:r>
      <w:r>
        <w:tab/>
        <w:t>2.025e0</w:t>
      </w:r>
    </w:p>
    <w:p w:rsidR="006974AE" w:rsidRDefault="006974AE" w:rsidP="006974AE">
      <w:r>
        <w:t>619.4907</w:t>
      </w:r>
      <w:r>
        <w:tab/>
        <w:t>1.013e0</w:t>
      </w:r>
    </w:p>
    <w:p w:rsidR="006974AE" w:rsidRDefault="006974AE" w:rsidP="006974AE">
      <w:r>
        <w:t>619.4926</w:t>
      </w:r>
      <w:r>
        <w:tab/>
        <w:t>1.013e0</w:t>
      </w:r>
    </w:p>
    <w:p w:rsidR="006974AE" w:rsidRDefault="006974AE" w:rsidP="006974AE">
      <w:r>
        <w:t>619.5428</w:t>
      </w:r>
      <w:r>
        <w:tab/>
        <w:t>1.013e0</w:t>
      </w:r>
    </w:p>
    <w:p w:rsidR="006974AE" w:rsidRDefault="006974AE" w:rsidP="006974AE">
      <w:r>
        <w:t>619.5464</w:t>
      </w:r>
      <w:r>
        <w:tab/>
        <w:t>1.013e0</w:t>
      </w:r>
    </w:p>
    <w:p w:rsidR="006974AE" w:rsidRDefault="006974AE" w:rsidP="006974AE">
      <w:r>
        <w:t>619.5800</w:t>
      </w:r>
      <w:r>
        <w:tab/>
        <w:t>1.013e0</w:t>
      </w:r>
    </w:p>
    <w:p w:rsidR="006974AE" w:rsidRDefault="006974AE" w:rsidP="006974AE">
      <w:r>
        <w:t>619.5821</w:t>
      </w:r>
      <w:r>
        <w:tab/>
        <w:t>2.025e0</w:t>
      </w:r>
    </w:p>
    <w:p w:rsidR="006974AE" w:rsidRDefault="006974AE" w:rsidP="006974AE">
      <w:r>
        <w:t>619.6102</w:t>
      </w:r>
      <w:r>
        <w:tab/>
        <w:t>4.051e0</w:t>
      </w:r>
    </w:p>
    <w:p w:rsidR="006974AE" w:rsidRDefault="006974AE" w:rsidP="006974AE">
      <w:r>
        <w:lastRenderedPageBreak/>
        <w:t>619.6304</w:t>
      </w:r>
      <w:r>
        <w:tab/>
        <w:t>1.013e0</w:t>
      </w:r>
    </w:p>
    <w:p w:rsidR="006974AE" w:rsidRDefault="006974AE" w:rsidP="006974AE">
      <w:r>
        <w:t>619.7205</w:t>
      </w:r>
      <w:r>
        <w:tab/>
        <w:t>1.013e0</w:t>
      </w:r>
    </w:p>
    <w:p w:rsidR="006974AE" w:rsidRDefault="006974AE" w:rsidP="006974AE">
      <w:r>
        <w:t>619.7364</w:t>
      </w:r>
      <w:r>
        <w:tab/>
        <w:t>1.013e0</w:t>
      </w:r>
    </w:p>
    <w:p w:rsidR="006974AE" w:rsidRDefault="006974AE" w:rsidP="006974AE">
      <w:r>
        <w:t>619.7814</w:t>
      </w:r>
      <w:r>
        <w:tab/>
        <w:t>2.025e0</w:t>
      </w:r>
    </w:p>
    <w:p w:rsidR="006974AE" w:rsidRDefault="006974AE" w:rsidP="006974AE">
      <w:r>
        <w:t>619.7828</w:t>
      </w:r>
      <w:r>
        <w:tab/>
        <w:t>3.038e0</w:t>
      </w:r>
    </w:p>
    <w:p w:rsidR="006974AE" w:rsidRDefault="006974AE" w:rsidP="006974AE">
      <w:r>
        <w:t>619.8007</w:t>
      </w:r>
      <w:r>
        <w:tab/>
        <w:t>1.013e0</w:t>
      </w:r>
    </w:p>
    <w:p w:rsidR="006974AE" w:rsidRDefault="006974AE" w:rsidP="006974AE">
      <w:r>
        <w:t>619.8254</w:t>
      </w:r>
      <w:r>
        <w:tab/>
        <w:t>1.013e0</w:t>
      </w:r>
    </w:p>
    <w:p w:rsidR="006974AE" w:rsidRDefault="006974AE" w:rsidP="006974AE">
      <w:r>
        <w:t>619.8298</w:t>
      </w:r>
      <w:r>
        <w:tab/>
        <w:t>3.038e0</w:t>
      </w:r>
    </w:p>
    <w:p w:rsidR="006974AE" w:rsidRDefault="006974AE" w:rsidP="006974AE">
      <w:r>
        <w:t>619.8790</w:t>
      </w:r>
      <w:r>
        <w:tab/>
        <w:t>1.013e0</w:t>
      </w:r>
    </w:p>
    <w:p w:rsidR="006974AE" w:rsidRDefault="006974AE" w:rsidP="006974AE">
      <w:r>
        <w:t>619.8802</w:t>
      </w:r>
      <w:r>
        <w:tab/>
        <w:t>2.025e0</w:t>
      </w:r>
    </w:p>
    <w:p w:rsidR="006974AE" w:rsidRDefault="006974AE" w:rsidP="006974AE">
      <w:r>
        <w:t>619.9029</w:t>
      </w:r>
      <w:r>
        <w:tab/>
        <w:t>2.025e0</w:t>
      </w:r>
    </w:p>
    <w:p w:rsidR="006974AE" w:rsidRDefault="006974AE" w:rsidP="006974AE">
      <w:r>
        <w:t>619.9120</w:t>
      </w:r>
      <w:r>
        <w:tab/>
        <w:t>2.025e0</w:t>
      </w:r>
    </w:p>
    <w:p w:rsidR="006974AE" w:rsidRDefault="006974AE" w:rsidP="006974AE">
      <w:r>
        <w:t>619.9377</w:t>
      </w:r>
      <w:r>
        <w:tab/>
        <w:t>1.013e0</w:t>
      </w:r>
    </w:p>
    <w:p w:rsidR="006974AE" w:rsidRDefault="006974AE" w:rsidP="006974AE">
      <w:r>
        <w:t>619.9478</w:t>
      </w:r>
      <w:r>
        <w:tab/>
        <w:t>1.013e0</w:t>
      </w:r>
    </w:p>
    <w:p w:rsidR="006974AE" w:rsidRDefault="006974AE" w:rsidP="006974AE">
      <w:r>
        <w:t>619.9802</w:t>
      </w:r>
      <w:r>
        <w:tab/>
        <w:t>1.013e0</w:t>
      </w:r>
    </w:p>
    <w:p w:rsidR="006974AE" w:rsidRDefault="006974AE" w:rsidP="006974AE">
      <w:r>
        <w:t>620.0120</w:t>
      </w:r>
      <w:r>
        <w:tab/>
        <w:t>1.013e0</w:t>
      </w:r>
    </w:p>
    <w:p w:rsidR="006974AE" w:rsidRDefault="006974AE" w:rsidP="006974AE">
      <w:r>
        <w:t>620.0192</w:t>
      </w:r>
      <w:r>
        <w:tab/>
        <w:t>1.013e0</w:t>
      </w:r>
    </w:p>
    <w:p w:rsidR="006974AE" w:rsidRDefault="006974AE" w:rsidP="006974AE">
      <w:r>
        <w:t>620.0386</w:t>
      </w:r>
      <w:r>
        <w:tab/>
        <w:t>2.025e0</w:t>
      </w:r>
    </w:p>
    <w:p w:rsidR="006974AE" w:rsidRDefault="006974AE" w:rsidP="006974AE">
      <w:r>
        <w:t>620.0870</w:t>
      </w:r>
      <w:r>
        <w:tab/>
        <w:t>1.013e0</w:t>
      </w:r>
    </w:p>
    <w:p w:rsidR="006974AE" w:rsidRDefault="006974AE" w:rsidP="006974AE">
      <w:r>
        <w:lastRenderedPageBreak/>
        <w:t>620.1082</w:t>
      </w:r>
      <w:r>
        <w:tab/>
        <w:t>1.013e0</w:t>
      </w:r>
    </w:p>
    <w:p w:rsidR="006974AE" w:rsidRDefault="006974AE" w:rsidP="006974AE">
      <w:r>
        <w:t>620.1420</w:t>
      </w:r>
      <w:r>
        <w:tab/>
        <w:t>3.038e0</w:t>
      </w:r>
    </w:p>
    <w:p w:rsidR="006974AE" w:rsidRDefault="006974AE" w:rsidP="006974AE">
      <w:r>
        <w:t>620.1665</w:t>
      </w:r>
      <w:r>
        <w:tab/>
        <w:t>3.038e0</w:t>
      </w:r>
    </w:p>
    <w:p w:rsidR="006974AE" w:rsidRDefault="006974AE" w:rsidP="006974AE">
      <w:r>
        <w:t>620.2188</w:t>
      </w:r>
      <w:r>
        <w:tab/>
        <w:t>2.025e0</w:t>
      </w:r>
    </w:p>
    <w:p w:rsidR="006974AE" w:rsidRDefault="006974AE" w:rsidP="006974AE">
      <w:r>
        <w:t>620.2719</w:t>
      </w:r>
      <w:r>
        <w:tab/>
        <w:t>1.215e1</w:t>
      </w:r>
    </w:p>
    <w:p w:rsidR="006974AE" w:rsidRDefault="006974AE" w:rsidP="006974AE">
      <w:r>
        <w:t>620.2806</w:t>
      </w:r>
      <w:r>
        <w:tab/>
        <w:t>4.338e0</w:t>
      </w:r>
    </w:p>
    <w:p w:rsidR="006974AE" w:rsidRDefault="006974AE" w:rsidP="006974AE">
      <w:r>
        <w:t>620.2869</w:t>
      </w:r>
      <w:r>
        <w:tab/>
        <w:t>5.961e0</w:t>
      </w:r>
    </w:p>
    <w:p w:rsidR="006974AE" w:rsidRDefault="006974AE" w:rsidP="006974AE">
      <w:r>
        <w:t>620.3189</w:t>
      </w:r>
      <w:r>
        <w:tab/>
        <w:t>8.101e0</w:t>
      </w:r>
    </w:p>
    <w:p w:rsidR="006974AE" w:rsidRDefault="006974AE" w:rsidP="006974AE">
      <w:r>
        <w:t>620.3336</w:t>
      </w:r>
      <w:r>
        <w:tab/>
        <w:t>4.051e0</w:t>
      </w:r>
    </w:p>
    <w:p w:rsidR="006974AE" w:rsidRDefault="006974AE" w:rsidP="006974AE">
      <w:r>
        <w:t>620.3538</w:t>
      </w:r>
      <w:r>
        <w:tab/>
        <w:t>1.013e0</w:t>
      </w:r>
    </w:p>
    <w:p w:rsidR="006974AE" w:rsidRDefault="006974AE" w:rsidP="006974AE">
      <w:r>
        <w:t>620.3588</w:t>
      </w:r>
      <w:r>
        <w:tab/>
        <w:t>3.038e0</w:t>
      </w:r>
    </w:p>
    <w:p w:rsidR="006974AE" w:rsidRDefault="006974AE" w:rsidP="006974AE">
      <w:r>
        <w:t>620.3888</w:t>
      </w:r>
      <w:r>
        <w:tab/>
        <w:t>5.063e0</w:t>
      </w:r>
    </w:p>
    <w:p w:rsidR="006974AE" w:rsidRDefault="006974AE" w:rsidP="006974AE">
      <w:r>
        <w:t>620.3946</w:t>
      </w:r>
      <w:r>
        <w:tab/>
        <w:t>2.025e0</w:t>
      </w:r>
    </w:p>
    <w:p w:rsidR="006974AE" w:rsidRDefault="006974AE" w:rsidP="006974AE">
      <w:r>
        <w:t>620.3987</w:t>
      </w:r>
      <w:r>
        <w:tab/>
        <w:t>3.038e0</w:t>
      </w:r>
    </w:p>
    <w:p w:rsidR="006974AE" w:rsidRDefault="006974AE" w:rsidP="006974AE">
      <w:r>
        <w:t>620.4165</w:t>
      </w:r>
      <w:r>
        <w:tab/>
        <w:t>2.529e0</w:t>
      </w:r>
    </w:p>
    <w:p w:rsidR="006974AE" w:rsidRDefault="006974AE" w:rsidP="006974AE">
      <w:r>
        <w:t>620.4413</w:t>
      </w:r>
      <w:r>
        <w:tab/>
        <w:t>1.013e0</w:t>
      </w:r>
    </w:p>
    <w:p w:rsidR="006974AE" w:rsidRDefault="006974AE" w:rsidP="006974AE">
      <w:r>
        <w:t>620.4763</w:t>
      </w:r>
      <w:r>
        <w:tab/>
        <w:t>2.025e0</w:t>
      </w:r>
    </w:p>
    <w:p w:rsidR="006974AE" w:rsidRDefault="006974AE" w:rsidP="006974AE">
      <w:r>
        <w:t>620.5424</w:t>
      </w:r>
      <w:r>
        <w:tab/>
        <w:t>1.013e0</w:t>
      </w:r>
    </w:p>
    <w:p w:rsidR="006974AE" w:rsidRDefault="006974AE" w:rsidP="006974AE">
      <w:r>
        <w:t>620.5746</w:t>
      </w:r>
      <w:r>
        <w:tab/>
        <w:t>2.025e0</w:t>
      </w:r>
    </w:p>
    <w:p w:rsidR="006974AE" w:rsidRDefault="006974AE" w:rsidP="006974AE">
      <w:r>
        <w:lastRenderedPageBreak/>
        <w:t>620.6060</w:t>
      </w:r>
      <w:r>
        <w:tab/>
        <w:t>1.013e0</w:t>
      </w:r>
    </w:p>
    <w:p w:rsidR="006974AE" w:rsidRDefault="006974AE" w:rsidP="006974AE">
      <w:r>
        <w:t>620.6345</w:t>
      </w:r>
      <w:r>
        <w:tab/>
        <w:t>1.013e0</w:t>
      </w:r>
    </w:p>
    <w:p w:rsidR="006974AE" w:rsidRDefault="006974AE" w:rsidP="006974AE">
      <w:r>
        <w:t>620.6873</w:t>
      </w:r>
      <w:r>
        <w:tab/>
        <w:t>1.013e0</w:t>
      </w:r>
    </w:p>
    <w:p w:rsidR="006974AE" w:rsidRDefault="006974AE" w:rsidP="006974AE">
      <w:r>
        <w:t>620.6909</w:t>
      </w:r>
      <w:r>
        <w:tab/>
        <w:t>1.013e0</w:t>
      </w:r>
    </w:p>
    <w:p w:rsidR="006974AE" w:rsidRDefault="006974AE" w:rsidP="006974AE">
      <w:r>
        <w:t>620.7342</w:t>
      </w:r>
      <w:r>
        <w:tab/>
        <w:t>1.013e0</w:t>
      </w:r>
    </w:p>
    <w:p w:rsidR="006974AE" w:rsidRDefault="006974AE" w:rsidP="006974AE">
      <w:r>
        <w:t>620.7712</w:t>
      </w:r>
      <w:r>
        <w:tab/>
        <w:t>2.025e0</w:t>
      </w:r>
    </w:p>
    <w:p w:rsidR="006974AE" w:rsidRDefault="006974AE" w:rsidP="006974AE">
      <w:r>
        <w:t>620.7819</w:t>
      </w:r>
      <w:r>
        <w:tab/>
        <w:t>3.038e0</w:t>
      </w:r>
    </w:p>
    <w:p w:rsidR="006974AE" w:rsidRDefault="006974AE" w:rsidP="006974AE">
      <w:r>
        <w:t>620.8191</w:t>
      </w:r>
      <w:r>
        <w:tab/>
        <w:t>1.013e0</w:t>
      </w:r>
    </w:p>
    <w:p w:rsidR="006974AE" w:rsidRDefault="006974AE" w:rsidP="006974AE">
      <w:r>
        <w:t>620.8289</w:t>
      </w:r>
      <w:r>
        <w:tab/>
        <w:t>2.025e0</w:t>
      </w:r>
    </w:p>
    <w:p w:rsidR="006974AE" w:rsidRDefault="006974AE" w:rsidP="006974AE">
      <w:r>
        <w:t>620.8815</w:t>
      </w:r>
      <w:r>
        <w:tab/>
        <w:t>2.025e0</w:t>
      </w:r>
    </w:p>
    <w:p w:rsidR="006974AE" w:rsidRDefault="006974AE" w:rsidP="006974AE">
      <w:r>
        <w:t>620.8828</w:t>
      </w:r>
      <w:r>
        <w:tab/>
        <w:t>1.013e0</w:t>
      </w:r>
    </w:p>
    <w:p w:rsidR="006974AE" w:rsidRDefault="006974AE" w:rsidP="006974AE">
      <w:r>
        <w:t>620.8926</w:t>
      </w:r>
      <w:r>
        <w:tab/>
        <w:t>1.013e0</w:t>
      </w:r>
    </w:p>
    <w:p w:rsidR="006974AE" w:rsidRDefault="006974AE" w:rsidP="006974AE">
      <w:r>
        <w:t>620.9558</w:t>
      </w:r>
      <w:r>
        <w:tab/>
        <w:t>2.025e0</w:t>
      </w:r>
    </w:p>
    <w:p w:rsidR="006974AE" w:rsidRDefault="006974AE" w:rsidP="006974AE">
      <w:r>
        <w:t>620.9675</w:t>
      </w:r>
      <w:r>
        <w:tab/>
        <w:t>4.051e0</w:t>
      </w:r>
    </w:p>
    <w:p w:rsidR="006974AE" w:rsidRDefault="006974AE" w:rsidP="006974AE">
      <w:r>
        <w:t>621.0527</w:t>
      </w:r>
      <w:r>
        <w:tab/>
        <w:t>1.013e0</w:t>
      </w:r>
    </w:p>
    <w:p w:rsidR="006974AE" w:rsidRDefault="006974AE" w:rsidP="006974AE">
      <w:r>
        <w:t>621.0923</w:t>
      </w:r>
      <w:r>
        <w:tab/>
        <w:t>2.025e0</w:t>
      </w:r>
    </w:p>
    <w:p w:rsidR="006974AE" w:rsidRDefault="006974AE" w:rsidP="006974AE">
      <w:r>
        <w:t>621.1202</w:t>
      </w:r>
      <w:r>
        <w:tab/>
        <w:t>2.025e0</w:t>
      </w:r>
    </w:p>
    <w:p w:rsidR="006974AE" w:rsidRDefault="006974AE" w:rsidP="006974AE">
      <w:r>
        <w:t>621.1376</w:t>
      </w:r>
      <w:r>
        <w:tab/>
        <w:t>2.025e0</w:t>
      </w:r>
    </w:p>
    <w:p w:rsidR="006974AE" w:rsidRDefault="006974AE" w:rsidP="006974AE">
      <w:r>
        <w:t>621.1401</w:t>
      </w:r>
      <w:r>
        <w:tab/>
        <w:t>3.038e0</w:t>
      </w:r>
    </w:p>
    <w:p w:rsidR="006974AE" w:rsidRDefault="006974AE" w:rsidP="006974AE">
      <w:r>
        <w:lastRenderedPageBreak/>
        <w:t>621.1900</w:t>
      </w:r>
      <w:r>
        <w:tab/>
        <w:t>1.013e0</w:t>
      </w:r>
    </w:p>
    <w:p w:rsidR="006974AE" w:rsidRDefault="006974AE" w:rsidP="006974AE">
      <w:r>
        <w:t>621.2009</w:t>
      </w:r>
      <w:r>
        <w:tab/>
        <w:t>3.190e0</w:t>
      </w:r>
    </w:p>
    <w:p w:rsidR="006974AE" w:rsidRDefault="006974AE" w:rsidP="006974AE">
      <w:r>
        <w:t>621.2112</w:t>
      </w:r>
      <w:r>
        <w:tab/>
        <w:t>2.025e0</w:t>
      </w:r>
    </w:p>
    <w:p w:rsidR="006974AE" w:rsidRDefault="006974AE" w:rsidP="006974AE">
      <w:r>
        <w:t>621.2512</w:t>
      </w:r>
      <w:r>
        <w:tab/>
        <w:t>1.013e0</w:t>
      </w:r>
    </w:p>
    <w:p w:rsidR="006974AE" w:rsidRDefault="006974AE" w:rsidP="006974AE">
      <w:r>
        <w:t>621.2537</w:t>
      </w:r>
      <w:r>
        <w:tab/>
        <w:t>1.013e0</w:t>
      </w:r>
    </w:p>
    <w:p w:rsidR="006974AE" w:rsidRDefault="006974AE" w:rsidP="006974AE">
      <w:r>
        <w:t>621.2720</w:t>
      </w:r>
      <w:r>
        <w:tab/>
        <w:t>4.051e0</w:t>
      </w:r>
    </w:p>
    <w:p w:rsidR="006974AE" w:rsidRDefault="006974AE" w:rsidP="006974AE">
      <w:r>
        <w:t>621.2736</w:t>
      </w:r>
      <w:r>
        <w:tab/>
        <w:t>3.038e0</w:t>
      </w:r>
    </w:p>
    <w:p w:rsidR="006974AE" w:rsidRDefault="006974AE" w:rsidP="006974AE">
      <w:r>
        <w:t>621.2758</w:t>
      </w:r>
      <w:r>
        <w:tab/>
        <w:t>1.114e1</w:t>
      </w:r>
    </w:p>
    <w:p w:rsidR="006974AE" w:rsidRDefault="006974AE" w:rsidP="006974AE">
      <w:r>
        <w:t>621.3077</w:t>
      </w:r>
      <w:r>
        <w:tab/>
        <w:t>2.025e0</w:t>
      </w:r>
    </w:p>
    <w:p w:rsidR="006974AE" w:rsidRDefault="006974AE" w:rsidP="006974AE">
      <w:r>
        <w:t>621.3209</w:t>
      </w:r>
      <w:r>
        <w:tab/>
        <w:t>2.025e0</w:t>
      </w:r>
    </w:p>
    <w:p w:rsidR="006974AE" w:rsidRDefault="006974AE" w:rsidP="006974AE">
      <w:r>
        <w:t>621.3406</w:t>
      </w:r>
      <w:r>
        <w:tab/>
        <w:t>5.063e0</w:t>
      </w:r>
    </w:p>
    <w:p w:rsidR="006974AE" w:rsidRDefault="006974AE" w:rsidP="006974AE">
      <w:r>
        <w:t>621.3508</w:t>
      </w:r>
      <w:r>
        <w:tab/>
        <w:t>3.038e0</w:t>
      </w:r>
    </w:p>
    <w:p w:rsidR="006974AE" w:rsidRDefault="006974AE" w:rsidP="006974AE">
      <w:r>
        <w:t>621.3565</w:t>
      </w:r>
      <w:r>
        <w:tab/>
        <w:t>2.025e0</w:t>
      </w:r>
    </w:p>
    <w:p w:rsidR="006974AE" w:rsidRDefault="006974AE" w:rsidP="006974AE">
      <w:r>
        <w:t>621.3911</w:t>
      </w:r>
      <w:r>
        <w:tab/>
        <w:t>1.013e0</w:t>
      </w:r>
    </w:p>
    <w:p w:rsidR="006974AE" w:rsidRDefault="006974AE" w:rsidP="006974AE">
      <w:r>
        <w:t>621.4097</w:t>
      </w:r>
      <w:r>
        <w:tab/>
        <w:t>1.013e0</w:t>
      </w:r>
    </w:p>
    <w:p w:rsidR="006974AE" w:rsidRDefault="006974AE" w:rsidP="006974AE">
      <w:r>
        <w:t>621.4131</w:t>
      </w:r>
      <w:r>
        <w:tab/>
        <w:t>4.051e0</w:t>
      </w:r>
    </w:p>
    <w:p w:rsidR="006974AE" w:rsidRDefault="006974AE" w:rsidP="006974AE">
      <w:r>
        <w:t>621.4188</w:t>
      </w:r>
      <w:r>
        <w:tab/>
        <w:t>5.063e0</w:t>
      </w:r>
    </w:p>
    <w:p w:rsidR="006974AE" w:rsidRDefault="006974AE" w:rsidP="006974AE">
      <w:r>
        <w:t>621.4273</w:t>
      </w:r>
      <w:r>
        <w:tab/>
        <w:t>1.013e0</w:t>
      </w:r>
    </w:p>
    <w:p w:rsidR="006974AE" w:rsidRDefault="006974AE" w:rsidP="006974AE">
      <w:r>
        <w:t>621.4809</w:t>
      </w:r>
      <w:r>
        <w:tab/>
        <w:t>1.013e0</w:t>
      </w:r>
    </w:p>
    <w:p w:rsidR="006974AE" w:rsidRDefault="006974AE" w:rsidP="006974AE">
      <w:r>
        <w:lastRenderedPageBreak/>
        <w:t>621.4882</w:t>
      </w:r>
      <w:r>
        <w:tab/>
        <w:t>1.013e0</w:t>
      </w:r>
    </w:p>
    <w:p w:rsidR="006974AE" w:rsidRDefault="006974AE" w:rsidP="006974AE">
      <w:r>
        <w:t>621.5414</w:t>
      </w:r>
      <w:r>
        <w:tab/>
        <w:t>1.013e0</w:t>
      </w:r>
    </w:p>
    <w:p w:rsidR="006974AE" w:rsidRDefault="006974AE" w:rsidP="006974AE">
      <w:r>
        <w:t>621.5729</w:t>
      </w:r>
      <w:r>
        <w:tab/>
        <w:t>2.025e0</w:t>
      </w:r>
    </w:p>
    <w:p w:rsidR="006974AE" w:rsidRDefault="006974AE" w:rsidP="006974AE">
      <w:r>
        <w:t>621.5915</w:t>
      </w:r>
      <w:r>
        <w:tab/>
        <w:t>3.038e0</w:t>
      </w:r>
    </w:p>
    <w:p w:rsidR="006974AE" w:rsidRDefault="006974AE" w:rsidP="006974AE">
      <w:r>
        <w:t>621.6023</w:t>
      </w:r>
      <w:r>
        <w:tab/>
        <w:t>1.013e0</w:t>
      </w:r>
    </w:p>
    <w:p w:rsidR="006974AE" w:rsidRDefault="006974AE" w:rsidP="006974AE">
      <w:r>
        <w:t>621.6204</w:t>
      </w:r>
      <w:r>
        <w:tab/>
        <w:t>1.013e0</w:t>
      </w:r>
    </w:p>
    <w:p w:rsidR="006974AE" w:rsidRDefault="006974AE" w:rsidP="006974AE">
      <w:r>
        <w:t>621.6469</w:t>
      </w:r>
      <w:r>
        <w:tab/>
        <w:t>1.013e0</w:t>
      </w:r>
    </w:p>
    <w:p w:rsidR="006974AE" w:rsidRDefault="006974AE" w:rsidP="006974AE">
      <w:r>
        <w:t>621.6575</w:t>
      </w:r>
      <w:r>
        <w:tab/>
        <w:t>1.013e0</w:t>
      </w:r>
    </w:p>
    <w:p w:rsidR="006974AE" w:rsidRDefault="006974AE" w:rsidP="006974AE">
      <w:r>
        <w:t>621.6902</w:t>
      </w:r>
      <w:r>
        <w:tab/>
        <w:t>2.025e0</w:t>
      </w:r>
    </w:p>
    <w:p w:rsidR="006974AE" w:rsidRDefault="006974AE" w:rsidP="006974AE">
      <w:r>
        <w:t>621.6992</w:t>
      </w:r>
      <w:r>
        <w:tab/>
        <w:t>2.025e0</w:t>
      </w:r>
    </w:p>
    <w:p w:rsidR="006974AE" w:rsidRDefault="006974AE" w:rsidP="006974AE">
      <w:r>
        <w:t>621.7487</w:t>
      </w:r>
      <w:r>
        <w:tab/>
        <w:t>3.038e0</w:t>
      </w:r>
    </w:p>
    <w:p w:rsidR="006974AE" w:rsidRDefault="006974AE" w:rsidP="006974AE">
      <w:r>
        <w:t>621.7748</w:t>
      </w:r>
      <w:r>
        <w:tab/>
        <w:t>2.025e0</w:t>
      </w:r>
    </w:p>
    <w:p w:rsidR="006974AE" w:rsidRDefault="006974AE" w:rsidP="006974AE">
      <w:r>
        <w:t>621.8000</w:t>
      </w:r>
      <w:r>
        <w:tab/>
        <w:t>1.114e1</w:t>
      </w:r>
    </w:p>
    <w:p w:rsidR="006974AE" w:rsidRDefault="006974AE" w:rsidP="006974AE">
      <w:r>
        <w:t>621.8070</w:t>
      </w:r>
      <w:r>
        <w:tab/>
        <w:t>1.114e1</w:t>
      </w:r>
    </w:p>
    <w:p w:rsidR="006974AE" w:rsidRDefault="006974AE" w:rsidP="006974AE">
      <w:r>
        <w:t>621.8090</w:t>
      </w:r>
      <w:r>
        <w:tab/>
        <w:t>2.025e0</w:t>
      </w:r>
    </w:p>
    <w:p w:rsidR="006974AE" w:rsidRDefault="006974AE" w:rsidP="006974AE">
      <w:r>
        <w:t>621.8128</w:t>
      </w:r>
      <w:r>
        <w:tab/>
        <w:t>1.114e1</w:t>
      </w:r>
    </w:p>
    <w:p w:rsidR="006974AE" w:rsidRDefault="006974AE" w:rsidP="006974AE">
      <w:r>
        <w:t>621.8166</w:t>
      </w:r>
      <w:r>
        <w:tab/>
        <w:t>2.025e0</w:t>
      </w:r>
    </w:p>
    <w:p w:rsidR="006974AE" w:rsidRDefault="006974AE" w:rsidP="006974AE">
      <w:r>
        <w:t>621.8337</w:t>
      </w:r>
      <w:r>
        <w:tab/>
        <w:t>2.025e0</w:t>
      </w:r>
    </w:p>
    <w:p w:rsidR="006974AE" w:rsidRDefault="006974AE" w:rsidP="006974AE">
      <w:r>
        <w:t>621.8763</w:t>
      </w:r>
      <w:r>
        <w:tab/>
        <w:t>2.025e0</w:t>
      </w:r>
    </w:p>
    <w:p w:rsidR="006974AE" w:rsidRDefault="006974AE" w:rsidP="006974AE">
      <w:r>
        <w:lastRenderedPageBreak/>
        <w:t>621.8943</w:t>
      </w:r>
      <w:r>
        <w:tab/>
        <w:t>2.025e0</w:t>
      </w:r>
    </w:p>
    <w:p w:rsidR="006974AE" w:rsidRDefault="006974AE" w:rsidP="006974AE">
      <w:r>
        <w:t>621.8977</w:t>
      </w:r>
      <w:r>
        <w:tab/>
        <w:t>3.038e0</w:t>
      </w:r>
    </w:p>
    <w:p w:rsidR="006974AE" w:rsidRDefault="006974AE" w:rsidP="006974AE">
      <w:r>
        <w:t>621.9033</w:t>
      </w:r>
      <w:r>
        <w:tab/>
        <w:t>1.013e0</w:t>
      </w:r>
    </w:p>
    <w:p w:rsidR="006974AE" w:rsidRDefault="006974AE" w:rsidP="006974AE">
      <w:r>
        <w:t>621.9457</w:t>
      </w:r>
      <w:r>
        <w:tab/>
        <w:t>3.038e0</w:t>
      </w:r>
    </w:p>
    <w:p w:rsidR="006974AE" w:rsidRDefault="006974AE" w:rsidP="006974AE">
      <w:r>
        <w:t>622.0013</w:t>
      </w:r>
      <w:r>
        <w:tab/>
        <w:t>2.025e0</w:t>
      </w:r>
    </w:p>
    <w:p w:rsidR="006974AE" w:rsidRDefault="006974AE" w:rsidP="006974AE">
      <w:r>
        <w:t>622.0092</w:t>
      </w:r>
      <w:r>
        <w:tab/>
        <w:t>1.013e0</w:t>
      </w:r>
    </w:p>
    <w:p w:rsidR="006974AE" w:rsidRDefault="006974AE" w:rsidP="006974AE">
      <w:r>
        <w:t>622.0155</w:t>
      </w:r>
      <w:r>
        <w:tab/>
        <w:t>2.025e0</w:t>
      </w:r>
    </w:p>
    <w:p w:rsidR="006974AE" w:rsidRDefault="006974AE" w:rsidP="006974AE">
      <w:r>
        <w:t>622.0615</w:t>
      </w:r>
      <w:r>
        <w:tab/>
        <w:t>1.013e0</w:t>
      </w:r>
    </w:p>
    <w:p w:rsidR="006974AE" w:rsidRDefault="006974AE" w:rsidP="006974AE">
      <w:r>
        <w:t>622.0729</w:t>
      </w:r>
      <w:r>
        <w:tab/>
        <w:t>1.013e0</w:t>
      </w:r>
    </w:p>
    <w:p w:rsidR="006974AE" w:rsidRDefault="006974AE" w:rsidP="006974AE">
      <w:r>
        <w:t>622.0958</w:t>
      </w:r>
      <w:r>
        <w:tab/>
        <w:t>2.025e0</w:t>
      </w:r>
    </w:p>
    <w:p w:rsidR="006974AE" w:rsidRDefault="006974AE" w:rsidP="006974AE">
      <w:r>
        <w:t>622.1103</w:t>
      </w:r>
      <w:r>
        <w:tab/>
        <w:t>2.025e0</w:t>
      </w:r>
    </w:p>
    <w:p w:rsidR="006974AE" w:rsidRDefault="006974AE" w:rsidP="006974AE">
      <w:r>
        <w:t>622.1493</w:t>
      </w:r>
      <w:r>
        <w:tab/>
        <w:t>2.025e0</w:t>
      </w:r>
    </w:p>
    <w:p w:rsidR="006974AE" w:rsidRDefault="006974AE" w:rsidP="006974AE">
      <w:r>
        <w:t>622.1581</w:t>
      </w:r>
      <w:r>
        <w:tab/>
        <w:t>1.013e0</w:t>
      </w:r>
    </w:p>
    <w:p w:rsidR="006974AE" w:rsidRDefault="006974AE" w:rsidP="006974AE">
      <w:r>
        <w:t>622.1679</w:t>
      </w:r>
      <w:r>
        <w:tab/>
        <w:t>1.013e0</w:t>
      </w:r>
    </w:p>
    <w:p w:rsidR="006974AE" w:rsidRDefault="006974AE" w:rsidP="006974AE">
      <w:r>
        <w:t>622.2110</w:t>
      </w:r>
      <w:r>
        <w:tab/>
        <w:t>2.025e0</w:t>
      </w:r>
    </w:p>
    <w:p w:rsidR="006974AE" w:rsidRDefault="006974AE" w:rsidP="006974AE">
      <w:r>
        <w:t>622.2219</w:t>
      </w:r>
      <w:r>
        <w:tab/>
        <w:t>1.013e0</w:t>
      </w:r>
    </w:p>
    <w:p w:rsidR="006974AE" w:rsidRDefault="006974AE" w:rsidP="006974AE">
      <w:r>
        <w:t>622.2329</w:t>
      </w:r>
      <w:r>
        <w:tab/>
        <w:t>2.025e0</w:t>
      </w:r>
    </w:p>
    <w:p w:rsidR="006974AE" w:rsidRDefault="006974AE" w:rsidP="006974AE">
      <w:r>
        <w:t>622.2538</w:t>
      </w:r>
      <w:r>
        <w:tab/>
        <w:t>2.025e0</w:t>
      </w:r>
    </w:p>
    <w:p w:rsidR="006974AE" w:rsidRDefault="006974AE" w:rsidP="006974AE">
      <w:r>
        <w:t>622.2626</w:t>
      </w:r>
      <w:r>
        <w:tab/>
        <w:t>3.097e0</w:t>
      </w:r>
    </w:p>
    <w:p w:rsidR="006974AE" w:rsidRDefault="006974AE" w:rsidP="006974AE">
      <w:r>
        <w:lastRenderedPageBreak/>
        <w:t>622.2739</w:t>
      </w:r>
      <w:r>
        <w:tab/>
        <w:t>5.063e0</w:t>
      </w:r>
    </w:p>
    <w:p w:rsidR="006974AE" w:rsidRDefault="006974AE" w:rsidP="006974AE">
      <w:r>
        <w:t>622.2852</w:t>
      </w:r>
      <w:r>
        <w:tab/>
        <w:t>2.025e0</w:t>
      </w:r>
    </w:p>
    <w:p w:rsidR="006974AE" w:rsidRDefault="006974AE" w:rsidP="006974AE">
      <w:r>
        <w:t>622.2866</w:t>
      </w:r>
      <w:r>
        <w:tab/>
        <w:t>2.025e0</w:t>
      </w:r>
    </w:p>
    <w:p w:rsidR="006974AE" w:rsidRDefault="006974AE" w:rsidP="006974AE">
      <w:r>
        <w:t>622.3060</w:t>
      </w:r>
      <w:r>
        <w:tab/>
        <w:t>1.013e0</w:t>
      </w:r>
    </w:p>
    <w:p w:rsidR="006974AE" w:rsidRDefault="006974AE" w:rsidP="006974AE">
      <w:r>
        <w:t>622.3080</w:t>
      </w:r>
      <w:r>
        <w:tab/>
        <w:t>2.025e0</w:t>
      </w:r>
    </w:p>
    <w:p w:rsidR="006974AE" w:rsidRDefault="006974AE" w:rsidP="006974AE">
      <w:r>
        <w:t>622.3130</w:t>
      </w:r>
      <w:r>
        <w:tab/>
        <w:t>3.640e0</w:t>
      </w:r>
    </w:p>
    <w:p w:rsidR="006974AE" w:rsidRDefault="006974AE" w:rsidP="006974AE">
      <w:r>
        <w:t>622.3621</w:t>
      </w:r>
      <w:r>
        <w:tab/>
        <w:t>5.063e0</w:t>
      </w:r>
    </w:p>
    <w:p w:rsidR="006974AE" w:rsidRDefault="006974AE" w:rsidP="006974AE">
      <w:r>
        <w:t>622.3807</w:t>
      </w:r>
      <w:r>
        <w:tab/>
        <w:t>1.013e0</w:t>
      </w:r>
    </w:p>
    <w:p w:rsidR="006974AE" w:rsidRDefault="006974AE" w:rsidP="006974AE">
      <w:r>
        <w:t>622.3914</w:t>
      </w:r>
      <w:r>
        <w:tab/>
        <w:t>2.025e0</w:t>
      </w:r>
    </w:p>
    <w:p w:rsidR="006974AE" w:rsidRDefault="006974AE" w:rsidP="006974AE">
      <w:r>
        <w:t>622.4127</w:t>
      </w:r>
      <w:r>
        <w:tab/>
        <w:t>1.013e0</w:t>
      </w:r>
    </w:p>
    <w:p w:rsidR="006974AE" w:rsidRDefault="006974AE" w:rsidP="006974AE">
      <w:r>
        <w:t>622.4233</w:t>
      </w:r>
      <w:r>
        <w:tab/>
        <w:t>1.013e0</w:t>
      </w:r>
    </w:p>
    <w:p w:rsidR="006974AE" w:rsidRDefault="006974AE" w:rsidP="006974AE">
      <w:r>
        <w:t>622.4644</w:t>
      </w:r>
      <w:r>
        <w:tab/>
        <w:t>1.013e0</w:t>
      </w:r>
    </w:p>
    <w:p w:rsidR="006974AE" w:rsidRDefault="006974AE" w:rsidP="006974AE">
      <w:r>
        <w:t>622.4658</w:t>
      </w:r>
      <w:r>
        <w:tab/>
        <w:t>1.013e0</w:t>
      </w:r>
    </w:p>
    <w:p w:rsidR="006974AE" w:rsidRDefault="006974AE" w:rsidP="006974AE">
      <w:r>
        <w:t>622.5026</w:t>
      </w:r>
      <w:r>
        <w:tab/>
        <w:t>2.025e0</w:t>
      </w:r>
    </w:p>
    <w:p w:rsidR="006974AE" w:rsidRDefault="006974AE" w:rsidP="006974AE">
      <w:r>
        <w:t>622.5171</w:t>
      </w:r>
      <w:r>
        <w:tab/>
        <w:t>2.025e0</w:t>
      </w:r>
    </w:p>
    <w:p w:rsidR="006974AE" w:rsidRDefault="006974AE" w:rsidP="006974AE">
      <w:r>
        <w:t>622.5829</w:t>
      </w:r>
      <w:r>
        <w:tab/>
        <w:t>1.013e0</w:t>
      </w:r>
    </w:p>
    <w:p w:rsidR="006974AE" w:rsidRDefault="006974AE" w:rsidP="006974AE">
      <w:r>
        <w:t>622.5881</w:t>
      </w:r>
      <w:r>
        <w:tab/>
        <w:t>1.013e0</w:t>
      </w:r>
    </w:p>
    <w:p w:rsidR="006974AE" w:rsidRDefault="006974AE" w:rsidP="006974AE">
      <w:r>
        <w:t>622.5940</w:t>
      </w:r>
      <w:r>
        <w:tab/>
        <w:t>2.025e0</w:t>
      </w:r>
    </w:p>
    <w:p w:rsidR="006974AE" w:rsidRDefault="006974AE" w:rsidP="006974AE">
      <w:r>
        <w:t>622.6314</w:t>
      </w:r>
      <w:r>
        <w:tab/>
        <w:t>2.025e0</w:t>
      </w:r>
    </w:p>
    <w:p w:rsidR="006974AE" w:rsidRDefault="006974AE" w:rsidP="006974AE">
      <w:r>
        <w:lastRenderedPageBreak/>
        <w:t>622.6362</w:t>
      </w:r>
      <w:r>
        <w:tab/>
        <w:t>1.013e0</w:t>
      </w:r>
    </w:p>
    <w:p w:rsidR="006974AE" w:rsidRDefault="006974AE" w:rsidP="006974AE">
      <w:r>
        <w:t>622.7487</w:t>
      </w:r>
      <w:r>
        <w:tab/>
        <w:t>2.025e0</w:t>
      </w:r>
    </w:p>
    <w:p w:rsidR="006974AE" w:rsidRDefault="006974AE" w:rsidP="006974AE">
      <w:r>
        <w:t>622.7532</w:t>
      </w:r>
      <w:r>
        <w:tab/>
        <w:t>1.013e0</w:t>
      </w:r>
    </w:p>
    <w:p w:rsidR="006974AE" w:rsidRDefault="006974AE" w:rsidP="006974AE">
      <w:r>
        <w:t>622.7772</w:t>
      </w:r>
      <w:r>
        <w:tab/>
        <w:t>3.038e0</w:t>
      </w:r>
    </w:p>
    <w:p w:rsidR="006974AE" w:rsidRDefault="006974AE" w:rsidP="006974AE">
      <w:r>
        <w:t>622.7905</w:t>
      </w:r>
      <w:r>
        <w:tab/>
        <w:t>2.025e0</w:t>
      </w:r>
    </w:p>
    <w:p w:rsidR="006974AE" w:rsidRDefault="006974AE" w:rsidP="006974AE">
      <w:r>
        <w:t>622.8021</w:t>
      </w:r>
      <w:r>
        <w:tab/>
        <w:t>5.063e0</w:t>
      </w:r>
    </w:p>
    <w:p w:rsidR="006974AE" w:rsidRDefault="006974AE" w:rsidP="006974AE">
      <w:r>
        <w:t>622.8101</w:t>
      </w:r>
      <w:r>
        <w:tab/>
        <w:t>3.038e0</w:t>
      </w:r>
    </w:p>
    <w:p w:rsidR="006974AE" w:rsidRDefault="006974AE" w:rsidP="006974AE">
      <w:r>
        <w:t>622.8216</w:t>
      </w:r>
      <w:r>
        <w:tab/>
        <w:t>2.025e0</w:t>
      </w:r>
    </w:p>
    <w:p w:rsidR="006974AE" w:rsidRDefault="006974AE" w:rsidP="006974AE">
      <w:r>
        <w:t>622.8286</w:t>
      </w:r>
      <w:r>
        <w:tab/>
        <w:t>1.013e0</w:t>
      </w:r>
    </w:p>
    <w:p w:rsidR="006974AE" w:rsidRDefault="006974AE" w:rsidP="006974AE">
      <w:r>
        <w:t>622.8362</w:t>
      </w:r>
      <w:r>
        <w:tab/>
        <w:t>4.051e0</w:t>
      </w:r>
    </w:p>
    <w:p w:rsidR="006974AE" w:rsidRDefault="006974AE" w:rsidP="006974AE">
      <w:r>
        <w:t>622.8418</w:t>
      </w:r>
      <w:r>
        <w:tab/>
        <w:t>2.025e0</w:t>
      </w:r>
    </w:p>
    <w:p w:rsidR="006974AE" w:rsidRDefault="006974AE" w:rsidP="006974AE">
      <w:r>
        <w:t>622.8919</w:t>
      </w:r>
      <w:r>
        <w:tab/>
        <w:t>2.025e0</w:t>
      </w:r>
    </w:p>
    <w:p w:rsidR="006974AE" w:rsidRDefault="006974AE" w:rsidP="006974AE">
      <w:r>
        <w:t>622.9126</w:t>
      </w:r>
      <w:r>
        <w:tab/>
        <w:t>2.025e0</w:t>
      </w:r>
    </w:p>
    <w:p w:rsidR="006974AE" w:rsidRDefault="006974AE" w:rsidP="006974AE">
      <w:r>
        <w:t>622.9217</w:t>
      </w:r>
      <w:r>
        <w:tab/>
        <w:t>1.013e0</w:t>
      </w:r>
    </w:p>
    <w:p w:rsidR="006974AE" w:rsidRDefault="006974AE" w:rsidP="006974AE">
      <w:r>
        <w:t>622.9236</w:t>
      </w:r>
      <w:r>
        <w:tab/>
        <w:t>1.013e0</w:t>
      </w:r>
    </w:p>
    <w:p w:rsidR="006974AE" w:rsidRDefault="006974AE" w:rsidP="006974AE">
      <w:r>
        <w:t>622.9406</w:t>
      </w:r>
      <w:r>
        <w:tab/>
        <w:t>1.013e0</w:t>
      </w:r>
    </w:p>
    <w:p w:rsidR="006974AE" w:rsidRDefault="006974AE" w:rsidP="006974AE">
      <w:r>
        <w:t>622.9549</w:t>
      </w:r>
      <w:r>
        <w:tab/>
        <w:t>2.025e0</w:t>
      </w:r>
    </w:p>
    <w:p w:rsidR="006974AE" w:rsidRDefault="006974AE" w:rsidP="006974AE">
      <w:r>
        <w:t>622.9752</w:t>
      </w:r>
      <w:r>
        <w:tab/>
        <w:t>1.013e0</w:t>
      </w:r>
    </w:p>
    <w:p w:rsidR="006974AE" w:rsidRDefault="006974AE" w:rsidP="006974AE">
      <w:r>
        <w:t>622.9777</w:t>
      </w:r>
      <w:r>
        <w:tab/>
        <w:t>1.013e0</w:t>
      </w:r>
    </w:p>
    <w:p w:rsidR="006974AE" w:rsidRDefault="006974AE" w:rsidP="006974AE">
      <w:r>
        <w:lastRenderedPageBreak/>
        <w:t>623.0027</w:t>
      </w:r>
      <w:r>
        <w:tab/>
        <w:t>2.025e0</w:t>
      </w:r>
    </w:p>
    <w:p w:rsidR="006974AE" w:rsidRDefault="006974AE" w:rsidP="006974AE">
      <w:r>
        <w:t>623.0416</w:t>
      </w:r>
      <w:r>
        <w:tab/>
        <w:t>1.013e0</w:t>
      </w:r>
    </w:p>
    <w:p w:rsidR="006974AE" w:rsidRDefault="006974AE" w:rsidP="006974AE">
      <w:r>
        <w:t>623.0842</w:t>
      </w:r>
      <w:r>
        <w:tab/>
        <w:t>1.013e0</w:t>
      </w:r>
    </w:p>
    <w:p w:rsidR="006974AE" w:rsidRDefault="006974AE" w:rsidP="006974AE">
      <w:r>
        <w:t>623.0941</w:t>
      </w:r>
      <w:r>
        <w:tab/>
        <w:t>1.013e0</w:t>
      </w:r>
    </w:p>
    <w:p w:rsidR="006974AE" w:rsidRDefault="006974AE" w:rsidP="006974AE">
      <w:r>
        <w:t>623.1055</w:t>
      </w:r>
      <w:r>
        <w:tab/>
        <w:t>1.013e0</w:t>
      </w:r>
    </w:p>
    <w:p w:rsidR="006974AE" w:rsidRDefault="006974AE" w:rsidP="006974AE">
      <w:r>
        <w:t>623.1158</w:t>
      </w:r>
      <w:r>
        <w:tab/>
        <w:t>3.687e0</w:t>
      </w:r>
    </w:p>
    <w:p w:rsidR="006974AE" w:rsidRDefault="006974AE" w:rsidP="006974AE">
      <w:r>
        <w:t>623.1367</w:t>
      </w:r>
      <w:r>
        <w:tab/>
        <w:t>1.013e0</w:t>
      </w:r>
    </w:p>
    <w:p w:rsidR="006974AE" w:rsidRDefault="006974AE" w:rsidP="006974AE">
      <w:r>
        <w:t>623.1686</w:t>
      </w:r>
      <w:r>
        <w:tab/>
        <w:t>1.013e0</w:t>
      </w:r>
    </w:p>
    <w:p w:rsidR="006974AE" w:rsidRDefault="006974AE" w:rsidP="006974AE">
      <w:r>
        <w:t>623.2157</w:t>
      </w:r>
      <w:r>
        <w:tab/>
        <w:t>2.025e0</w:t>
      </w:r>
    </w:p>
    <w:p w:rsidR="006974AE" w:rsidRDefault="006974AE" w:rsidP="006974AE">
      <w:r>
        <w:t>623.2311</w:t>
      </w:r>
      <w:r>
        <w:tab/>
        <w:t>5.063e0</w:t>
      </w:r>
    </w:p>
    <w:p w:rsidR="006974AE" w:rsidRDefault="006974AE" w:rsidP="006974AE">
      <w:r>
        <w:t>623.2482</w:t>
      </w:r>
      <w:r>
        <w:tab/>
        <w:t>2.025e0</w:t>
      </w:r>
    </w:p>
    <w:p w:rsidR="006974AE" w:rsidRDefault="006974AE" w:rsidP="006974AE">
      <w:r>
        <w:t>623.2759</w:t>
      </w:r>
      <w:r>
        <w:tab/>
        <w:t>1.013e0</w:t>
      </w:r>
    </w:p>
    <w:p w:rsidR="006974AE" w:rsidRDefault="006974AE" w:rsidP="006974AE">
      <w:r>
        <w:t>623.2852</w:t>
      </w:r>
      <w:r>
        <w:tab/>
        <w:t>4.051e0</w:t>
      </w:r>
    </w:p>
    <w:p w:rsidR="006974AE" w:rsidRDefault="006974AE" w:rsidP="006974AE">
      <w:r>
        <w:t>623.3185</w:t>
      </w:r>
      <w:r>
        <w:tab/>
        <w:t>1.013e0</w:t>
      </w:r>
    </w:p>
    <w:p w:rsidR="006974AE" w:rsidRDefault="006974AE" w:rsidP="006974AE">
      <w:r>
        <w:t>623.3345</w:t>
      </w:r>
      <w:r>
        <w:tab/>
        <w:t>2.025e0</w:t>
      </w:r>
    </w:p>
    <w:p w:rsidR="006974AE" w:rsidRDefault="006974AE" w:rsidP="006974AE">
      <w:r>
        <w:t>623.3604</w:t>
      </w:r>
      <w:r>
        <w:tab/>
        <w:t>1.013e0</w:t>
      </w:r>
    </w:p>
    <w:p w:rsidR="006974AE" w:rsidRDefault="006974AE" w:rsidP="006974AE">
      <w:r>
        <w:t>623.3798</w:t>
      </w:r>
      <w:r>
        <w:tab/>
        <w:t>1.013e0</w:t>
      </w:r>
    </w:p>
    <w:p w:rsidR="006974AE" w:rsidRDefault="006974AE" w:rsidP="006974AE">
      <w:r>
        <w:t>623.4132</w:t>
      </w:r>
      <w:r>
        <w:tab/>
        <w:t>5.063e0</w:t>
      </w:r>
    </w:p>
    <w:p w:rsidR="006974AE" w:rsidRDefault="006974AE" w:rsidP="006974AE">
      <w:r>
        <w:t>623.4160</w:t>
      </w:r>
      <w:r>
        <w:tab/>
        <w:t>1.013e0</w:t>
      </w:r>
    </w:p>
    <w:p w:rsidR="006974AE" w:rsidRDefault="006974AE" w:rsidP="006974AE">
      <w:r>
        <w:lastRenderedPageBreak/>
        <w:t>623.4271</w:t>
      </w:r>
      <w:r>
        <w:tab/>
        <w:t>2.025e0</w:t>
      </w:r>
    </w:p>
    <w:p w:rsidR="006974AE" w:rsidRDefault="006974AE" w:rsidP="006974AE">
      <w:r>
        <w:t>623.4314</w:t>
      </w:r>
      <w:r>
        <w:tab/>
        <w:t>2.025e0</w:t>
      </w:r>
    </w:p>
    <w:p w:rsidR="006974AE" w:rsidRDefault="006974AE" w:rsidP="006974AE">
      <w:r>
        <w:t>623.4568</w:t>
      </w:r>
      <w:r>
        <w:tab/>
        <w:t>2.025e0</w:t>
      </w:r>
    </w:p>
    <w:p w:rsidR="006974AE" w:rsidRDefault="006974AE" w:rsidP="006974AE">
      <w:r>
        <w:t>623.4669</w:t>
      </w:r>
      <w:r>
        <w:tab/>
        <w:t>1.013e0</w:t>
      </w:r>
    </w:p>
    <w:p w:rsidR="006974AE" w:rsidRDefault="006974AE" w:rsidP="006974AE">
      <w:r>
        <w:t>623.4846</w:t>
      </w:r>
      <w:r>
        <w:tab/>
        <w:t>1.013e0</w:t>
      </w:r>
    </w:p>
    <w:p w:rsidR="006974AE" w:rsidRDefault="006974AE" w:rsidP="006974AE">
      <w:r>
        <w:t>623.4998</w:t>
      </w:r>
      <w:r>
        <w:tab/>
        <w:t>1.013e0</w:t>
      </w:r>
    </w:p>
    <w:p w:rsidR="006974AE" w:rsidRDefault="006974AE" w:rsidP="006974AE">
      <w:r>
        <w:t>623.5208</w:t>
      </w:r>
      <w:r>
        <w:tab/>
        <w:t>1.013e0</w:t>
      </w:r>
    </w:p>
    <w:p w:rsidR="006974AE" w:rsidRDefault="006974AE" w:rsidP="006974AE">
      <w:r>
        <w:t>623.5317</w:t>
      </w:r>
      <w:r>
        <w:tab/>
        <w:t>1.013e0</w:t>
      </w:r>
    </w:p>
    <w:p w:rsidR="006974AE" w:rsidRDefault="006974AE" w:rsidP="006974AE">
      <w:r>
        <w:t>623.5903</w:t>
      </w:r>
      <w:r>
        <w:tab/>
        <w:t>1.013e0</w:t>
      </w:r>
    </w:p>
    <w:p w:rsidR="006974AE" w:rsidRDefault="006974AE" w:rsidP="006974AE">
      <w:r>
        <w:t>623.6269</w:t>
      </w:r>
      <w:r>
        <w:tab/>
        <w:t>1.013e0</w:t>
      </w:r>
    </w:p>
    <w:p w:rsidR="006974AE" w:rsidRDefault="006974AE" w:rsidP="006974AE">
      <w:r>
        <w:t>623.6383</w:t>
      </w:r>
      <w:r>
        <w:tab/>
        <w:t>1.013e0</w:t>
      </w:r>
    </w:p>
    <w:p w:rsidR="006974AE" w:rsidRDefault="006974AE" w:rsidP="006974AE">
      <w:r>
        <w:t>623.6614</w:t>
      </w:r>
      <w:r>
        <w:tab/>
        <w:t>1.013e0</w:t>
      </w:r>
    </w:p>
    <w:p w:rsidR="006974AE" w:rsidRDefault="006974AE" w:rsidP="006974AE">
      <w:r>
        <w:t>623.6696</w:t>
      </w:r>
      <w:r>
        <w:tab/>
        <w:t>1.013e0</w:t>
      </w:r>
    </w:p>
    <w:p w:rsidR="006974AE" w:rsidRDefault="006974AE" w:rsidP="006974AE">
      <w:r>
        <w:t>623.7314</w:t>
      </w:r>
      <w:r>
        <w:tab/>
        <w:t>1.013e0</w:t>
      </w:r>
    </w:p>
    <w:p w:rsidR="006974AE" w:rsidRDefault="006974AE" w:rsidP="006974AE">
      <w:r>
        <w:t>623.7489</w:t>
      </w:r>
      <w:r>
        <w:tab/>
        <w:t>1.013e0</w:t>
      </w:r>
    </w:p>
    <w:p w:rsidR="006974AE" w:rsidRDefault="006974AE" w:rsidP="006974AE">
      <w:r>
        <w:t>623.7655</w:t>
      </w:r>
      <w:r>
        <w:tab/>
        <w:t>1.013e0</w:t>
      </w:r>
    </w:p>
    <w:p w:rsidR="006974AE" w:rsidRDefault="006974AE" w:rsidP="006974AE">
      <w:r>
        <w:t>623.7669</w:t>
      </w:r>
      <w:r>
        <w:tab/>
        <w:t>1.013e0</w:t>
      </w:r>
    </w:p>
    <w:p w:rsidR="006974AE" w:rsidRDefault="006974AE" w:rsidP="006974AE">
      <w:r>
        <w:t>623.8195</w:t>
      </w:r>
      <w:r>
        <w:tab/>
        <w:t>3.038e0</w:t>
      </w:r>
    </w:p>
    <w:p w:rsidR="006974AE" w:rsidRDefault="006974AE" w:rsidP="006974AE">
      <w:r>
        <w:t>623.8363</w:t>
      </w:r>
      <w:r>
        <w:tab/>
        <w:t>1.013e0</w:t>
      </w:r>
    </w:p>
    <w:p w:rsidR="006974AE" w:rsidRDefault="006974AE" w:rsidP="006974AE">
      <w:r>
        <w:lastRenderedPageBreak/>
        <w:t>623.8409</w:t>
      </w:r>
      <w:r>
        <w:tab/>
        <w:t>1.013e0</w:t>
      </w:r>
    </w:p>
    <w:p w:rsidR="006974AE" w:rsidRDefault="006974AE" w:rsidP="006974AE">
      <w:r>
        <w:t>623.8899</w:t>
      </w:r>
      <w:r>
        <w:tab/>
        <w:t>1.013e0</w:t>
      </w:r>
    </w:p>
    <w:p w:rsidR="006974AE" w:rsidRDefault="006974AE" w:rsidP="006974AE">
      <w:r>
        <w:t>623.9035</w:t>
      </w:r>
      <w:r>
        <w:tab/>
        <w:t>3.038e0</w:t>
      </w:r>
    </w:p>
    <w:p w:rsidR="006974AE" w:rsidRDefault="006974AE" w:rsidP="006974AE">
      <w:r>
        <w:t>623.9066</w:t>
      </w:r>
      <w:r>
        <w:tab/>
        <w:t>2.025e0</w:t>
      </w:r>
    </w:p>
    <w:p w:rsidR="006974AE" w:rsidRDefault="006974AE" w:rsidP="006974AE">
      <w:r>
        <w:t>623.9361</w:t>
      </w:r>
      <w:r>
        <w:tab/>
        <w:t>1.013e0</w:t>
      </w:r>
    </w:p>
    <w:p w:rsidR="006974AE" w:rsidRDefault="006974AE" w:rsidP="006974AE">
      <w:r>
        <w:t>623.9575</w:t>
      </w:r>
      <w:r>
        <w:tab/>
        <w:t>1.013e0</w:t>
      </w:r>
    </w:p>
    <w:p w:rsidR="006974AE" w:rsidRDefault="006974AE" w:rsidP="006974AE">
      <w:r>
        <w:t>623.9993</w:t>
      </w:r>
      <w:r>
        <w:tab/>
        <w:t>2.025e0</w:t>
      </w:r>
    </w:p>
    <w:p w:rsidR="006974AE" w:rsidRDefault="006974AE" w:rsidP="006974AE">
      <w:r>
        <w:t>624.0115</w:t>
      </w:r>
      <w:r>
        <w:tab/>
        <w:t>1.013e0</w:t>
      </w:r>
    </w:p>
    <w:p w:rsidR="006974AE" w:rsidRDefault="006974AE" w:rsidP="006974AE">
      <w:r>
        <w:t>624.0754</w:t>
      </w:r>
      <w:r>
        <w:tab/>
        <w:t>2.025e0</w:t>
      </w:r>
    </w:p>
    <w:p w:rsidR="006974AE" w:rsidRDefault="006974AE" w:rsidP="006974AE">
      <w:r>
        <w:t>624.0795</w:t>
      </w:r>
      <w:r>
        <w:tab/>
        <w:t>3.038e0</w:t>
      </w:r>
    </w:p>
    <w:p w:rsidR="006974AE" w:rsidRDefault="006974AE" w:rsidP="006974AE">
      <w:r>
        <w:t>624.1396</w:t>
      </w:r>
      <w:r>
        <w:tab/>
        <w:t>3.038e0</w:t>
      </w:r>
    </w:p>
    <w:p w:rsidR="006974AE" w:rsidRDefault="006974AE" w:rsidP="006974AE">
      <w:r>
        <w:t>624.1503</w:t>
      </w:r>
      <w:r>
        <w:tab/>
        <w:t>1.013e0</w:t>
      </w:r>
    </w:p>
    <w:p w:rsidR="006974AE" w:rsidRDefault="006974AE" w:rsidP="006974AE">
      <w:r>
        <w:t>624.1528</w:t>
      </w:r>
      <w:r>
        <w:tab/>
        <w:t>2.025e0</w:t>
      </w:r>
    </w:p>
    <w:p w:rsidR="006974AE" w:rsidRDefault="006974AE" w:rsidP="006974AE">
      <w:r>
        <w:t>624.1602</w:t>
      </w:r>
      <w:r>
        <w:tab/>
        <w:t>1.013e0</w:t>
      </w:r>
    </w:p>
    <w:p w:rsidR="006974AE" w:rsidRDefault="006974AE" w:rsidP="006974AE">
      <w:r>
        <w:t>624.1701</w:t>
      </w:r>
      <w:r>
        <w:tab/>
        <w:t>1.013e0</w:t>
      </w:r>
    </w:p>
    <w:p w:rsidR="006974AE" w:rsidRDefault="006974AE" w:rsidP="006974AE">
      <w:r>
        <w:t>624.1815</w:t>
      </w:r>
      <w:r>
        <w:tab/>
        <w:t>1.013e0</w:t>
      </w:r>
    </w:p>
    <w:p w:rsidR="006974AE" w:rsidRDefault="006974AE" w:rsidP="006974AE">
      <w:r>
        <w:t>624.2236</w:t>
      </w:r>
      <w:r>
        <w:tab/>
        <w:t>2.025e0</w:t>
      </w:r>
    </w:p>
    <w:p w:rsidR="006974AE" w:rsidRDefault="006974AE" w:rsidP="006974AE">
      <w:r>
        <w:t>624.2565</w:t>
      </w:r>
      <w:r>
        <w:tab/>
        <w:t>4.822e0</w:t>
      </w:r>
    </w:p>
    <w:p w:rsidR="006974AE" w:rsidRDefault="006974AE" w:rsidP="006974AE">
      <w:r>
        <w:t>624.2581</w:t>
      </w:r>
      <w:r>
        <w:tab/>
        <w:t>3.038e0</w:t>
      </w:r>
    </w:p>
    <w:p w:rsidR="006974AE" w:rsidRDefault="006974AE" w:rsidP="006974AE">
      <w:r>
        <w:lastRenderedPageBreak/>
        <w:t>624.2599</w:t>
      </w:r>
      <w:r>
        <w:tab/>
        <w:t>1.013e0</w:t>
      </w:r>
    </w:p>
    <w:p w:rsidR="006974AE" w:rsidRDefault="006974AE" w:rsidP="006974AE">
      <w:r>
        <w:t>624.2778</w:t>
      </w:r>
      <w:r>
        <w:tab/>
        <w:t>3.038e0</w:t>
      </w:r>
    </w:p>
    <w:p w:rsidR="006974AE" w:rsidRDefault="006974AE" w:rsidP="006974AE">
      <w:r>
        <w:t>624.3119</w:t>
      </w:r>
      <w:r>
        <w:tab/>
        <w:t>1.013e0</w:t>
      </w:r>
    </w:p>
    <w:p w:rsidR="006974AE" w:rsidRDefault="006974AE" w:rsidP="006974AE">
      <w:r>
        <w:t>624.3317</w:t>
      </w:r>
      <w:r>
        <w:tab/>
        <w:t>2.025e0</w:t>
      </w:r>
    </w:p>
    <w:p w:rsidR="006974AE" w:rsidRDefault="006974AE" w:rsidP="006974AE">
      <w:r>
        <w:t>624.3423</w:t>
      </w:r>
      <w:r>
        <w:tab/>
        <w:t>1.013e0</w:t>
      </w:r>
    </w:p>
    <w:p w:rsidR="006974AE" w:rsidRDefault="006974AE" w:rsidP="006974AE">
      <w:r>
        <w:t>624.3524</w:t>
      </w:r>
      <w:r>
        <w:tab/>
        <w:t>3.038e0</w:t>
      </w:r>
    </w:p>
    <w:p w:rsidR="006974AE" w:rsidRDefault="006974AE" w:rsidP="006974AE">
      <w:r>
        <w:t>624.3588</w:t>
      </w:r>
      <w:r>
        <w:tab/>
        <w:t>2.025e0</w:t>
      </w:r>
    </w:p>
    <w:p w:rsidR="006974AE" w:rsidRDefault="006974AE" w:rsidP="006974AE">
      <w:r>
        <w:t>624.3736</w:t>
      </w:r>
      <w:r>
        <w:tab/>
        <w:t>1.013e0</w:t>
      </w:r>
    </w:p>
    <w:p w:rsidR="006974AE" w:rsidRDefault="006974AE" w:rsidP="006974AE">
      <w:r>
        <w:t>624.3812</w:t>
      </w:r>
      <w:r>
        <w:tab/>
        <w:t>1.013e0</w:t>
      </w:r>
    </w:p>
    <w:p w:rsidR="006974AE" w:rsidRDefault="006974AE" w:rsidP="006974AE">
      <w:r>
        <w:t>624.4348</w:t>
      </w:r>
      <w:r>
        <w:tab/>
        <w:t>1.013e0</w:t>
      </w:r>
    </w:p>
    <w:p w:rsidR="006974AE" w:rsidRDefault="006974AE" w:rsidP="006974AE">
      <w:r>
        <w:t>624.4599</w:t>
      </w:r>
      <w:r>
        <w:tab/>
        <w:t>2.025e0</w:t>
      </w:r>
    </w:p>
    <w:p w:rsidR="006974AE" w:rsidRDefault="006974AE" w:rsidP="006974AE">
      <w:r>
        <w:t>624.4650</w:t>
      </w:r>
      <w:r>
        <w:tab/>
        <w:t>2.025e0</w:t>
      </w:r>
    </w:p>
    <w:p w:rsidR="006974AE" w:rsidRDefault="006974AE" w:rsidP="006974AE">
      <w:r>
        <w:t>624.4690</w:t>
      </w:r>
      <w:r>
        <w:tab/>
        <w:t>1.013e0</w:t>
      </w:r>
    </w:p>
    <w:p w:rsidR="006974AE" w:rsidRDefault="006974AE" w:rsidP="006974AE">
      <w:r>
        <w:t>624.4883</w:t>
      </w:r>
      <w:r>
        <w:tab/>
        <w:t>2.025e0</w:t>
      </w:r>
    </w:p>
    <w:p w:rsidR="006974AE" w:rsidRDefault="006974AE" w:rsidP="006974AE">
      <w:r>
        <w:t>624.5051</w:t>
      </w:r>
      <w:r>
        <w:tab/>
        <w:t>1.013e0</w:t>
      </w:r>
    </w:p>
    <w:p w:rsidR="006974AE" w:rsidRDefault="006974AE" w:rsidP="006974AE">
      <w:r>
        <w:t>624.5397</w:t>
      </w:r>
      <w:r>
        <w:tab/>
        <w:t>1.013e0</w:t>
      </w:r>
    </w:p>
    <w:p w:rsidR="006974AE" w:rsidRDefault="006974AE" w:rsidP="006974AE">
      <w:r>
        <w:t>624.5522</w:t>
      </w:r>
      <w:r>
        <w:tab/>
        <w:t>2.025e0</w:t>
      </w:r>
    </w:p>
    <w:p w:rsidR="006974AE" w:rsidRDefault="006974AE" w:rsidP="006974AE">
      <w:r>
        <w:t>624.5562</w:t>
      </w:r>
      <w:r>
        <w:tab/>
        <w:t>3.038e0</w:t>
      </w:r>
    </w:p>
    <w:p w:rsidR="006974AE" w:rsidRDefault="006974AE" w:rsidP="006974AE">
      <w:r>
        <w:t>624.5579</w:t>
      </w:r>
      <w:r>
        <w:tab/>
        <w:t>1.013e0</w:t>
      </w:r>
    </w:p>
    <w:p w:rsidR="006974AE" w:rsidRDefault="006974AE" w:rsidP="006974AE">
      <w:r>
        <w:lastRenderedPageBreak/>
        <w:t>624.5734</w:t>
      </w:r>
      <w:r>
        <w:tab/>
        <w:t>3.038e0</w:t>
      </w:r>
    </w:p>
    <w:p w:rsidR="006974AE" w:rsidRDefault="006974AE" w:rsidP="006974AE">
      <w:r>
        <w:t>624.6451</w:t>
      </w:r>
      <w:r>
        <w:tab/>
        <w:t>2.025e0</w:t>
      </w:r>
    </w:p>
    <w:p w:rsidR="006974AE" w:rsidRDefault="006974AE" w:rsidP="006974AE">
      <w:r>
        <w:t>624.7579</w:t>
      </w:r>
      <w:r>
        <w:tab/>
        <w:t>1.013e0</w:t>
      </w:r>
    </w:p>
    <w:p w:rsidR="006974AE" w:rsidRDefault="006974AE" w:rsidP="006974AE">
      <w:r>
        <w:t>624.7678</w:t>
      </w:r>
      <w:r>
        <w:tab/>
        <w:t>1.013e0</w:t>
      </w:r>
    </w:p>
    <w:p w:rsidR="006974AE" w:rsidRDefault="006974AE" w:rsidP="006974AE">
      <w:r>
        <w:t>624.8325</w:t>
      </w:r>
      <w:r>
        <w:tab/>
        <w:t>2.025e0</w:t>
      </w:r>
    </w:p>
    <w:p w:rsidR="006974AE" w:rsidRDefault="006974AE" w:rsidP="006974AE">
      <w:r>
        <w:t>624.8548</w:t>
      </w:r>
      <w:r>
        <w:tab/>
        <w:t>1.013e0</w:t>
      </w:r>
    </w:p>
    <w:p w:rsidR="006974AE" w:rsidRDefault="006974AE" w:rsidP="006974AE">
      <w:r>
        <w:t>624.8568</w:t>
      </w:r>
      <w:r>
        <w:tab/>
        <w:t>1.013e0</w:t>
      </w:r>
    </w:p>
    <w:p w:rsidR="006974AE" w:rsidRDefault="006974AE" w:rsidP="006974AE">
      <w:r>
        <w:t>624.9082</w:t>
      </w:r>
      <w:r>
        <w:tab/>
        <w:t>1.013e0</w:t>
      </w:r>
    </w:p>
    <w:p w:rsidR="006974AE" w:rsidRDefault="006974AE" w:rsidP="006974AE">
      <w:r>
        <w:t>624.9139</w:t>
      </w:r>
      <w:r>
        <w:tab/>
        <w:t>2.025e0</w:t>
      </w:r>
    </w:p>
    <w:p w:rsidR="006974AE" w:rsidRDefault="006974AE" w:rsidP="006974AE">
      <w:r>
        <w:t>624.9395</w:t>
      </w:r>
      <w:r>
        <w:tab/>
        <w:t>3.038e0</w:t>
      </w:r>
    </w:p>
    <w:p w:rsidR="006974AE" w:rsidRDefault="006974AE" w:rsidP="006974AE">
      <w:r>
        <w:t>624.9630</w:t>
      </w:r>
      <w:r>
        <w:tab/>
        <w:t>1.013e0</w:t>
      </w:r>
    </w:p>
    <w:p w:rsidR="006974AE" w:rsidRDefault="006974AE" w:rsidP="006974AE">
      <w:r>
        <w:t>625.0463</w:t>
      </w:r>
      <w:r>
        <w:tab/>
        <w:t>1.013e0</w:t>
      </w:r>
    </w:p>
    <w:p w:rsidR="006974AE" w:rsidRDefault="006974AE" w:rsidP="006974AE">
      <w:r>
        <w:t>625.0677</w:t>
      </w:r>
      <w:r>
        <w:tab/>
        <w:t>2.025e0</w:t>
      </w:r>
    </w:p>
    <w:p w:rsidR="006974AE" w:rsidRDefault="006974AE" w:rsidP="006974AE">
      <w:r>
        <w:t>625.1572</w:t>
      </w:r>
      <w:r>
        <w:tab/>
        <w:t>4.977e0</w:t>
      </w:r>
    </w:p>
    <w:p w:rsidR="006974AE" w:rsidRDefault="006974AE" w:rsidP="006974AE">
      <w:r>
        <w:t>625.1638</w:t>
      </w:r>
      <w:r>
        <w:tab/>
        <w:t>1.013e0</w:t>
      </w:r>
    </w:p>
    <w:p w:rsidR="006974AE" w:rsidRDefault="006974AE" w:rsidP="006974AE">
      <w:r>
        <w:t>625.1783</w:t>
      </w:r>
      <w:r>
        <w:tab/>
        <w:t>4.051e0</w:t>
      </w:r>
    </w:p>
    <w:p w:rsidR="006974AE" w:rsidRDefault="006974AE" w:rsidP="006974AE">
      <w:r>
        <w:t>625.1871</w:t>
      </w:r>
      <w:r>
        <w:tab/>
        <w:t>4.051e0</w:t>
      </w:r>
    </w:p>
    <w:p w:rsidR="006974AE" w:rsidRDefault="006974AE" w:rsidP="006974AE">
      <w:r>
        <w:t>625.2249</w:t>
      </w:r>
      <w:r>
        <w:tab/>
        <w:t>3.038e0</w:t>
      </w:r>
    </w:p>
    <w:p w:rsidR="006974AE" w:rsidRDefault="006974AE" w:rsidP="006974AE">
      <w:r>
        <w:t>625.2493</w:t>
      </w:r>
      <w:r>
        <w:tab/>
        <w:t>1.013e0</w:t>
      </w:r>
    </w:p>
    <w:p w:rsidR="006974AE" w:rsidRDefault="006974AE" w:rsidP="006974AE">
      <w:r>
        <w:lastRenderedPageBreak/>
        <w:t>625.2617</w:t>
      </w:r>
      <w:r>
        <w:tab/>
        <w:t>2.025e0</w:t>
      </w:r>
    </w:p>
    <w:p w:rsidR="006974AE" w:rsidRDefault="006974AE" w:rsidP="006974AE">
      <w:r>
        <w:t>625.2677</w:t>
      </w:r>
      <w:r>
        <w:tab/>
        <w:t>2.025e0</w:t>
      </w:r>
    </w:p>
    <w:p w:rsidR="006974AE" w:rsidRDefault="006974AE" w:rsidP="006974AE">
      <w:r>
        <w:t>625.2968</w:t>
      </w:r>
      <w:r>
        <w:tab/>
        <w:t>1.013e0</w:t>
      </w:r>
    </w:p>
    <w:p w:rsidR="006974AE" w:rsidRDefault="006974AE" w:rsidP="006974AE">
      <w:r>
        <w:t>625.3116</w:t>
      </w:r>
      <w:r>
        <w:tab/>
        <w:t>5.063e0</w:t>
      </w:r>
    </w:p>
    <w:p w:rsidR="006974AE" w:rsidRDefault="006974AE" w:rsidP="006974AE">
      <w:r>
        <w:t>625.3242</w:t>
      </w:r>
      <w:r>
        <w:tab/>
        <w:t>1.013e0</w:t>
      </w:r>
    </w:p>
    <w:p w:rsidR="006974AE" w:rsidRDefault="006974AE" w:rsidP="006974AE">
      <w:r>
        <w:t>625.3325</w:t>
      </w:r>
      <w:r>
        <w:tab/>
        <w:t>4.051e0</w:t>
      </w:r>
    </w:p>
    <w:p w:rsidR="006974AE" w:rsidRDefault="006974AE" w:rsidP="006974AE">
      <w:r>
        <w:t>625.3364</w:t>
      </w:r>
      <w:r>
        <w:tab/>
        <w:t>3.438e0</w:t>
      </w:r>
    </w:p>
    <w:p w:rsidR="006974AE" w:rsidRDefault="006974AE" w:rsidP="006974AE">
      <w:r>
        <w:t>625.3379</w:t>
      </w:r>
      <w:r>
        <w:tab/>
        <w:t>2.822e0</w:t>
      </w:r>
    </w:p>
    <w:p w:rsidR="006974AE" w:rsidRDefault="006974AE" w:rsidP="006974AE">
      <w:r>
        <w:t>625.3441</w:t>
      </w:r>
      <w:r>
        <w:tab/>
        <w:t>3.038e0</w:t>
      </w:r>
    </w:p>
    <w:p w:rsidR="006974AE" w:rsidRDefault="006974AE" w:rsidP="006974AE">
      <w:r>
        <w:t>625.3463</w:t>
      </w:r>
      <w:r>
        <w:tab/>
        <w:t>1.013e0</w:t>
      </w:r>
    </w:p>
    <w:p w:rsidR="006974AE" w:rsidRDefault="006974AE" w:rsidP="006974AE">
      <w:r>
        <w:t>625.4080</w:t>
      </w:r>
      <w:r>
        <w:tab/>
        <w:t>2.025e0</w:t>
      </w:r>
    </w:p>
    <w:p w:rsidR="006974AE" w:rsidRDefault="006974AE" w:rsidP="006974AE">
      <w:r>
        <w:t>625.4318</w:t>
      </w:r>
      <w:r>
        <w:tab/>
        <w:t>1.013e0</w:t>
      </w:r>
    </w:p>
    <w:p w:rsidR="006974AE" w:rsidRDefault="006974AE" w:rsidP="006974AE">
      <w:r>
        <w:t>625.4631</w:t>
      </w:r>
      <w:r>
        <w:tab/>
        <w:t>1.013e0</w:t>
      </w:r>
    </w:p>
    <w:p w:rsidR="006974AE" w:rsidRDefault="006974AE" w:rsidP="006974AE">
      <w:r>
        <w:t>625.4845</w:t>
      </w:r>
      <w:r>
        <w:tab/>
        <w:t>1.013e0</w:t>
      </w:r>
    </w:p>
    <w:p w:rsidR="006974AE" w:rsidRDefault="006974AE" w:rsidP="006974AE">
      <w:r>
        <w:t>625.4973</w:t>
      </w:r>
      <w:r>
        <w:tab/>
        <w:t>3.038e0</w:t>
      </w:r>
    </w:p>
    <w:p w:rsidR="006974AE" w:rsidRDefault="006974AE" w:rsidP="006974AE">
      <w:r>
        <w:t>625.5070</w:t>
      </w:r>
      <w:r>
        <w:tab/>
        <w:t>1.013e0</w:t>
      </w:r>
    </w:p>
    <w:p w:rsidR="006974AE" w:rsidRDefault="006974AE" w:rsidP="006974AE">
      <w:r>
        <w:t>625.5244</w:t>
      </w:r>
      <w:r>
        <w:tab/>
        <w:t>1.013e0</w:t>
      </w:r>
    </w:p>
    <w:p w:rsidR="006974AE" w:rsidRDefault="006974AE" w:rsidP="006974AE">
      <w:r>
        <w:t>625.5494</w:t>
      </w:r>
      <w:r>
        <w:tab/>
        <w:t>1.013e0</w:t>
      </w:r>
    </w:p>
    <w:p w:rsidR="006974AE" w:rsidRDefault="006974AE" w:rsidP="006974AE">
      <w:r>
        <w:t>625.5765</w:t>
      </w:r>
      <w:r>
        <w:tab/>
        <w:t>1.013e0</w:t>
      </w:r>
    </w:p>
    <w:p w:rsidR="006974AE" w:rsidRDefault="006974AE" w:rsidP="006974AE">
      <w:r>
        <w:lastRenderedPageBreak/>
        <w:t>625.5922</w:t>
      </w:r>
      <w:r>
        <w:tab/>
        <w:t>2.025e0</w:t>
      </w:r>
    </w:p>
    <w:p w:rsidR="006974AE" w:rsidRDefault="006974AE" w:rsidP="006974AE">
      <w:r>
        <w:t>625.5955</w:t>
      </w:r>
      <w:r>
        <w:tab/>
        <w:t>1.013e0</w:t>
      </w:r>
    </w:p>
    <w:p w:rsidR="006974AE" w:rsidRDefault="006974AE" w:rsidP="006974AE">
      <w:r>
        <w:t>625.6113</w:t>
      </w:r>
      <w:r>
        <w:tab/>
        <w:t>1.013e0</w:t>
      </w:r>
    </w:p>
    <w:p w:rsidR="006974AE" w:rsidRDefault="006974AE" w:rsidP="006974AE">
      <w:r>
        <w:t>625.6349</w:t>
      </w:r>
      <w:r>
        <w:tab/>
        <w:t>1.013e0</w:t>
      </w:r>
    </w:p>
    <w:p w:rsidR="006974AE" w:rsidRDefault="006974AE" w:rsidP="006974AE">
      <w:r>
        <w:t>625.7220</w:t>
      </w:r>
      <w:r>
        <w:tab/>
        <w:t>3.038e0</w:t>
      </w:r>
    </w:p>
    <w:p w:rsidR="006974AE" w:rsidRDefault="006974AE" w:rsidP="006974AE">
      <w:r>
        <w:t>625.7312</w:t>
      </w:r>
      <w:r>
        <w:tab/>
        <w:t>1.013e0</w:t>
      </w:r>
    </w:p>
    <w:p w:rsidR="006974AE" w:rsidRDefault="006974AE" w:rsidP="006974AE">
      <w:r>
        <w:t>625.7847</w:t>
      </w:r>
      <w:r>
        <w:tab/>
        <w:t>1.013e0</w:t>
      </w:r>
    </w:p>
    <w:p w:rsidR="006974AE" w:rsidRDefault="006974AE" w:rsidP="006974AE">
      <w:r>
        <w:t>625.7946</w:t>
      </w:r>
      <w:r>
        <w:tab/>
        <w:t>1.013e0</w:t>
      </w:r>
    </w:p>
    <w:p w:rsidR="006974AE" w:rsidRDefault="006974AE" w:rsidP="006974AE">
      <w:r>
        <w:t>625.8481</w:t>
      </w:r>
      <w:r>
        <w:tab/>
        <w:t>1.013e0</w:t>
      </w:r>
    </w:p>
    <w:p w:rsidR="006974AE" w:rsidRDefault="006974AE" w:rsidP="006974AE">
      <w:r>
        <w:t>625.9156</w:t>
      </w:r>
      <w:r>
        <w:tab/>
        <w:t>3.038e0</w:t>
      </w:r>
    </w:p>
    <w:p w:rsidR="006974AE" w:rsidRDefault="006974AE" w:rsidP="006974AE">
      <w:r>
        <w:t>625.9463</w:t>
      </w:r>
      <w:r>
        <w:tab/>
        <w:t>1.013e0</w:t>
      </w:r>
    </w:p>
    <w:p w:rsidR="006974AE" w:rsidRDefault="006974AE" w:rsidP="006974AE">
      <w:r>
        <w:t>625.9636</w:t>
      </w:r>
      <w:r>
        <w:tab/>
        <w:t>1.013e0</w:t>
      </w:r>
    </w:p>
    <w:p w:rsidR="006974AE" w:rsidRDefault="006974AE" w:rsidP="006974AE">
      <w:r>
        <w:t>625.9853</w:t>
      </w:r>
      <w:r>
        <w:tab/>
        <w:t>2.411e0</w:t>
      </w:r>
    </w:p>
    <w:p w:rsidR="006974AE" w:rsidRDefault="006974AE" w:rsidP="006974AE">
      <w:r>
        <w:t>626.0164</w:t>
      </w:r>
      <w:r>
        <w:tab/>
        <w:t>1.013e0</w:t>
      </w:r>
    </w:p>
    <w:p w:rsidR="006974AE" w:rsidRDefault="006974AE" w:rsidP="006974AE">
      <w:r>
        <w:t>626.0339</w:t>
      </w:r>
      <w:r>
        <w:tab/>
        <w:t>1.013e0</w:t>
      </w:r>
    </w:p>
    <w:p w:rsidR="006974AE" w:rsidRDefault="006974AE" w:rsidP="006974AE">
      <w:r>
        <w:t>626.1003</w:t>
      </w:r>
      <w:r>
        <w:tab/>
        <w:t>2.025e0</w:t>
      </w:r>
    </w:p>
    <w:p w:rsidR="006974AE" w:rsidRDefault="006974AE" w:rsidP="006974AE">
      <w:r>
        <w:t>626.1191</w:t>
      </w:r>
      <w:r>
        <w:tab/>
        <w:t>3.038e0</w:t>
      </w:r>
    </w:p>
    <w:p w:rsidR="006974AE" w:rsidRDefault="006974AE" w:rsidP="006974AE">
      <w:r>
        <w:t>626.1310</w:t>
      </w:r>
      <w:r>
        <w:tab/>
        <w:t>3.038e0</w:t>
      </w:r>
    </w:p>
    <w:p w:rsidR="006974AE" w:rsidRDefault="006974AE" w:rsidP="006974AE">
      <w:r>
        <w:t>626.2020</w:t>
      </w:r>
      <w:r>
        <w:tab/>
        <w:t>1.013e0</w:t>
      </w:r>
    </w:p>
    <w:p w:rsidR="006974AE" w:rsidRDefault="006974AE" w:rsidP="006974AE">
      <w:r>
        <w:lastRenderedPageBreak/>
        <w:t>626.2380</w:t>
      </w:r>
      <w:r>
        <w:tab/>
        <w:t>4.051e0</w:t>
      </w:r>
    </w:p>
    <w:p w:rsidR="006974AE" w:rsidRDefault="006974AE" w:rsidP="006974AE">
      <w:r>
        <w:t>626.2438</w:t>
      </w:r>
      <w:r>
        <w:tab/>
        <w:t>1.013e0</w:t>
      </w:r>
    </w:p>
    <w:p w:rsidR="006974AE" w:rsidRDefault="006974AE" w:rsidP="006974AE">
      <w:r>
        <w:t>626.2608</w:t>
      </w:r>
      <w:r>
        <w:tab/>
        <w:t>2.025e0</w:t>
      </w:r>
    </w:p>
    <w:p w:rsidR="006974AE" w:rsidRDefault="006974AE" w:rsidP="006974AE">
      <w:r>
        <w:t>626.2662</w:t>
      </w:r>
      <w:r>
        <w:tab/>
        <w:t>1.013e0</w:t>
      </w:r>
    </w:p>
    <w:p w:rsidR="006974AE" w:rsidRDefault="006974AE" w:rsidP="006974AE">
      <w:r>
        <w:t>626.3004</w:t>
      </w:r>
      <w:r>
        <w:tab/>
        <w:t>3.038e0</w:t>
      </w:r>
    </w:p>
    <w:p w:rsidR="006974AE" w:rsidRDefault="006974AE" w:rsidP="006974AE">
      <w:r>
        <w:t>626.3189</w:t>
      </w:r>
      <w:r>
        <w:tab/>
        <w:t>2.025e0</w:t>
      </w:r>
    </w:p>
    <w:p w:rsidR="006974AE" w:rsidRDefault="006974AE" w:rsidP="006974AE">
      <w:r>
        <w:t>626.3602</w:t>
      </w:r>
      <w:r>
        <w:tab/>
        <w:t>4.051e0</w:t>
      </w:r>
    </w:p>
    <w:p w:rsidR="006974AE" w:rsidRDefault="006974AE" w:rsidP="006974AE">
      <w:r>
        <w:t>626.3882</w:t>
      </w:r>
      <w:r>
        <w:tab/>
        <w:t>2.025e0</w:t>
      </w:r>
    </w:p>
    <w:p w:rsidR="006974AE" w:rsidRDefault="006974AE" w:rsidP="006974AE">
      <w:r>
        <w:t>626.4053</w:t>
      </w:r>
      <w:r>
        <w:tab/>
        <w:t>1.013e0</w:t>
      </w:r>
    </w:p>
    <w:p w:rsidR="006974AE" w:rsidRDefault="006974AE" w:rsidP="006974AE">
      <w:r>
        <w:t>626.4474</w:t>
      </w:r>
      <w:r>
        <w:tab/>
        <w:t>1.013e0</w:t>
      </w:r>
    </w:p>
    <w:p w:rsidR="006974AE" w:rsidRDefault="006974AE" w:rsidP="006974AE">
      <w:r>
        <w:t>626.4589</w:t>
      </w:r>
      <w:r>
        <w:tab/>
        <w:t>1.013e0</w:t>
      </w:r>
    </w:p>
    <w:p w:rsidR="006974AE" w:rsidRDefault="006974AE" w:rsidP="006974AE">
      <w:r>
        <w:t>626.5032</w:t>
      </w:r>
      <w:r>
        <w:tab/>
        <w:t>2.025e0</w:t>
      </w:r>
    </w:p>
    <w:p w:rsidR="006974AE" w:rsidRDefault="006974AE" w:rsidP="006974AE">
      <w:r>
        <w:t>626.5651</w:t>
      </w:r>
      <w:r>
        <w:tab/>
        <w:t>1.013e0</w:t>
      </w:r>
    </w:p>
    <w:p w:rsidR="006974AE" w:rsidRDefault="006974AE" w:rsidP="006974AE">
      <w:r>
        <w:t>626.5952</w:t>
      </w:r>
      <w:r>
        <w:tab/>
        <w:t>1.013e0</w:t>
      </w:r>
    </w:p>
    <w:p w:rsidR="006974AE" w:rsidRDefault="006974AE" w:rsidP="006974AE">
      <w:r>
        <w:t>626.6302</w:t>
      </w:r>
      <w:r>
        <w:tab/>
        <w:t>1.013e0</w:t>
      </w:r>
    </w:p>
    <w:p w:rsidR="006974AE" w:rsidRDefault="006974AE" w:rsidP="006974AE">
      <w:r>
        <w:t>626.6487</w:t>
      </w:r>
      <w:r>
        <w:tab/>
        <w:t>1.013e0</w:t>
      </w:r>
    </w:p>
    <w:p w:rsidR="006974AE" w:rsidRDefault="006974AE" w:rsidP="006974AE">
      <w:r>
        <w:t>626.6841</w:t>
      </w:r>
      <w:r>
        <w:tab/>
        <w:t>1.013e0</w:t>
      </w:r>
    </w:p>
    <w:p w:rsidR="006974AE" w:rsidRDefault="006974AE" w:rsidP="006974AE">
      <w:r>
        <w:t>626.7317</w:t>
      </w:r>
      <w:r>
        <w:tab/>
        <w:t>2.025e0</w:t>
      </w:r>
    </w:p>
    <w:p w:rsidR="006974AE" w:rsidRDefault="006974AE" w:rsidP="006974AE">
      <w:r>
        <w:t>626.7543</w:t>
      </w:r>
      <w:r>
        <w:tab/>
        <w:t>1.013e0</w:t>
      </w:r>
    </w:p>
    <w:p w:rsidR="006974AE" w:rsidRDefault="006974AE" w:rsidP="006974AE">
      <w:r>
        <w:lastRenderedPageBreak/>
        <w:t>626.7883</w:t>
      </w:r>
      <w:r>
        <w:tab/>
        <w:t>1.013e0</w:t>
      </w:r>
    </w:p>
    <w:p w:rsidR="006974AE" w:rsidRDefault="006974AE" w:rsidP="006974AE">
      <w:r>
        <w:t>626.8115</w:t>
      </w:r>
      <w:r>
        <w:tab/>
        <w:t>1.013e0</w:t>
      </w:r>
    </w:p>
    <w:p w:rsidR="006974AE" w:rsidRDefault="006974AE" w:rsidP="006974AE">
      <w:r>
        <w:t>626.8223</w:t>
      </w:r>
      <w:r>
        <w:tab/>
        <w:t>2.025e0</w:t>
      </w:r>
    </w:p>
    <w:p w:rsidR="006974AE" w:rsidRDefault="006974AE" w:rsidP="006974AE">
      <w:r>
        <w:t>626.8253</w:t>
      </w:r>
      <w:r>
        <w:tab/>
        <w:t>1.013e0</w:t>
      </w:r>
    </w:p>
    <w:p w:rsidR="006974AE" w:rsidRDefault="006974AE" w:rsidP="006974AE">
      <w:r>
        <w:t>626.8765</w:t>
      </w:r>
      <w:r>
        <w:tab/>
        <w:t>2.025e0</w:t>
      </w:r>
    </w:p>
    <w:p w:rsidR="006974AE" w:rsidRDefault="006974AE" w:rsidP="006974AE">
      <w:r>
        <w:t>626.8945</w:t>
      </w:r>
      <w:r>
        <w:tab/>
        <w:t>2.025e0</w:t>
      </w:r>
    </w:p>
    <w:p w:rsidR="006974AE" w:rsidRDefault="006974AE" w:rsidP="006974AE">
      <w:r>
        <w:t>626.9474</w:t>
      </w:r>
      <w:r>
        <w:tab/>
        <w:t>1.013e0</w:t>
      </w:r>
    </w:p>
    <w:p w:rsidR="006974AE" w:rsidRDefault="006974AE" w:rsidP="006974AE">
      <w:r>
        <w:t>626.9657</w:t>
      </w:r>
      <w:r>
        <w:tab/>
        <w:t>1.013e0</w:t>
      </w:r>
    </w:p>
    <w:p w:rsidR="006974AE" w:rsidRDefault="006974AE" w:rsidP="006974AE">
      <w:r>
        <w:t>626.9913</w:t>
      </w:r>
      <w:r>
        <w:tab/>
        <w:t>2.025e0</w:t>
      </w:r>
    </w:p>
    <w:p w:rsidR="006974AE" w:rsidRDefault="006974AE" w:rsidP="006974AE">
      <w:r>
        <w:t>627.0043</w:t>
      </w:r>
      <w:r>
        <w:tab/>
        <w:t>1.013e0</w:t>
      </w:r>
    </w:p>
    <w:p w:rsidR="006974AE" w:rsidRDefault="006974AE" w:rsidP="006974AE">
      <w:r>
        <w:t>627.0686</w:t>
      </w:r>
      <w:r>
        <w:tab/>
        <w:t>1.013e0</w:t>
      </w:r>
    </w:p>
    <w:p w:rsidR="006974AE" w:rsidRDefault="006974AE" w:rsidP="006974AE">
      <w:r>
        <w:t>627.1293</w:t>
      </w:r>
      <w:r>
        <w:tab/>
        <w:t>3.038e0</w:t>
      </w:r>
    </w:p>
    <w:p w:rsidR="006974AE" w:rsidRDefault="006974AE" w:rsidP="006974AE">
      <w:r>
        <w:t>627.1403</w:t>
      </w:r>
      <w:r>
        <w:tab/>
        <w:t>5.063e0</w:t>
      </w:r>
    </w:p>
    <w:p w:rsidR="006974AE" w:rsidRDefault="006974AE" w:rsidP="006974AE">
      <w:r>
        <w:t>627.1549</w:t>
      </w:r>
      <w:r>
        <w:tab/>
        <w:t>2.127e1</w:t>
      </w:r>
    </w:p>
    <w:p w:rsidR="006974AE" w:rsidRDefault="006974AE" w:rsidP="006974AE">
      <w:r>
        <w:t>627.1656</w:t>
      </w:r>
      <w:r>
        <w:tab/>
        <w:t>1.620e1</w:t>
      </w:r>
    </w:p>
    <w:p w:rsidR="006974AE" w:rsidRDefault="006974AE" w:rsidP="006974AE">
      <w:r>
        <w:t>627.1701</w:t>
      </w:r>
      <w:r>
        <w:tab/>
        <w:t>1.114e1</w:t>
      </w:r>
    </w:p>
    <w:p w:rsidR="006974AE" w:rsidRDefault="006974AE" w:rsidP="006974AE">
      <w:r>
        <w:t>627.1832</w:t>
      </w:r>
      <w:r>
        <w:tab/>
        <w:t>9.114e0</w:t>
      </w:r>
    </w:p>
    <w:p w:rsidR="006974AE" w:rsidRDefault="006974AE" w:rsidP="006974AE">
      <w:r>
        <w:t>627.2198</w:t>
      </w:r>
      <w:r>
        <w:tab/>
        <w:t>5.063e0</w:t>
      </w:r>
    </w:p>
    <w:p w:rsidR="006974AE" w:rsidRDefault="006974AE" w:rsidP="006974AE">
      <w:r>
        <w:t>627.2232</w:t>
      </w:r>
      <w:r>
        <w:tab/>
        <w:t>4.051e0</w:t>
      </w:r>
    </w:p>
    <w:p w:rsidR="006974AE" w:rsidRDefault="006974AE" w:rsidP="006974AE">
      <w:r>
        <w:lastRenderedPageBreak/>
        <w:t>627.2455</w:t>
      </w:r>
      <w:r>
        <w:tab/>
        <w:t>3.038e0</w:t>
      </w:r>
    </w:p>
    <w:p w:rsidR="006974AE" w:rsidRDefault="006974AE" w:rsidP="006974AE">
      <w:r>
        <w:t>627.2945</w:t>
      </w:r>
      <w:r>
        <w:tab/>
        <w:t>1.013e0</w:t>
      </w:r>
    </w:p>
    <w:p w:rsidR="006974AE" w:rsidRDefault="006974AE" w:rsidP="006974AE">
      <w:r>
        <w:t>627.2991</w:t>
      </w:r>
      <w:r>
        <w:tab/>
        <w:t>1.013e0</w:t>
      </w:r>
    </w:p>
    <w:p w:rsidR="006974AE" w:rsidRDefault="006974AE" w:rsidP="006974AE">
      <w:r>
        <w:t>627.3050</w:t>
      </w:r>
      <w:r>
        <w:tab/>
        <w:t>3.038e0</w:t>
      </w:r>
    </w:p>
    <w:p w:rsidR="006974AE" w:rsidRDefault="006974AE" w:rsidP="006974AE">
      <w:r>
        <w:t>627.3151</w:t>
      </w:r>
      <w:r>
        <w:tab/>
        <w:t>1.013e0</w:t>
      </w:r>
    </w:p>
    <w:p w:rsidR="006974AE" w:rsidRDefault="006974AE" w:rsidP="006974AE">
      <w:r>
        <w:t>627.3337</w:t>
      </w:r>
      <w:r>
        <w:tab/>
        <w:t>1.013e0</w:t>
      </w:r>
    </w:p>
    <w:p w:rsidR="006974AE" w:rsidRDefault="006974AE" w:rsidP="006974AE">
      <w:r>
        <w:t>627.3802</w:t>
      </w:r>
      <w:r>
        <w:tab/>
        <w:t>1.013e0</w:t>
      </w:r>
    </w:p>
    <w:p w:rsidR="006974AE" w:rsidRDefault="006974AE" w:rsidP="006974AE">
      <w:r>
        <w:t>627.3892</w:t>
      </w:r>
      <w:r>
        <w:tab/>
        <w:t>2.025e0</w:t>
      </w:r>
    </w:p>
    <w:p w:rsidR="006974AE" w:rsidRDefault="006974AE" w:rsidP="006974AE">
      <w:r>
        <w:t>627.4009</w:t>
      </w:r>
      <w:r>
        <w:tab/>
        <w:t>1.013e0</w:t>
      </w:r>
    </w:p>
    <w:p w:rsidR="006974AE" w:rsidRDefault="006974AE" w:rsidP="006974AE">
      <w:r>
        <w:t>627.4338</w:t>
      </w:r>
      <w:r>
        <w:tab/>
        <w:t>1.013e0</w:t>
      </w:r>
    </w:p>
    <w:p w:rsidR="006974AE" w:rsidRDefault="006974AE" w:rsidP="006974AE">
      <w:r>
        <w:t>627.4386</w:t>
      </w:r>
      <w:r>
        <w:tab/>
        <w:t>1.013e0</w:t>
      </w:r>
    </w:p>
    <w:p w:rsidR="006974AE" w:rsidRDefault="006974AE" w:rsidP="006974AE">
      <w:r>
        <w:t>627.4545</w:t>
      </w:r>
      <w:r>
        <w:tab/>
        <w:t>1.013e0</w:t>
      </w:r>
    </w:p>
    <w:p w:rsidR="006974AE" w:rsidRDefault="006974AE" w:rsidP="006974AE">
      <w:r>
        <w:t>627.4875</w:t>
      </w:r>
      <w:r>
        <w:tab/>
        <w:t>1.013e0</w:t>
      </w:r>
    </w:p>
    <w:p w:rsidR="006974AE" w:rsidRDefault="006974AE" w:rsidP="006974AE">
      <w:r>
        <w:t>627.5193</w:t>
      </w:r>
      <w:r>
        <w:tab/>
        <w:t>4.051e0</w:t>
      </w:r>
    </w:p>
    <w:p w:rsidR="006974AE" w:rsidRDefault="006974AE" w:rsidP="006974AE">
      <w:r>
        <w:t>627.5261</w:t>
      </w:r>
      <w:r>
        <w:tab/>
        <w:t>1.013e0</w:t>
      </w:r>
    </w:p>
    <w:p w:rsidR="006974AE" w:rsidRDefault="006974AE" w:rsidP="006974AE">
      <w:r>
        <w:t>627.5444</w:t>
      </w:r>
      <w:r>
        <w:tab/>
        <w:t>1.013e0</w:t>
      </w:r>
    </w:p>
    <w:p w:rsidR="006974AE" w:rsidRDefault="006974AE" w:rsidP="006974AE">
      <w:r>
        <w:t>627.5724</w:t>
      </w:r>
      <w:r>
        <w:tab/>
        <w:t>1.013e0</w:t>
      </w:r>
    </w:p>
    <w:p w:rsidR="006974AE" w:rsidRDefault="006974AE" w:rsidP="006974AE">
      <w:r>
        <w:t>627.5939</w:t>
      </w:r>
      <w:r>
        <w:tab/>
        <w:t>1.013e0</w:t>
      </w:r>
    </w:p>
    <w:p w:rsidR="006974AE" w:rsidRDefault="006974AE" w:rsidP="006974AE">
      <w:r>
        <w:t>627.6054</w:t>
      </w:r>
      <w:r>
        <w:tab/>
        <w:t>1.013e0</w:t>
      </w:r>
    </w:p>
    <w:p w:rsidR="006974AE" w:rsidRDefault="006974AE" w:rsidP="006974AE">
      <w:r>
        <w:lastRenderedPageBreak/>
        <w:t>627.6317</w:t>
      </w:r>
      <w:r>
        <w:tab/>
        <w:t>1.013e0</w:t>
      </w:r>
    </w:p>
    <w:p w:rsidR="006974AE" w:rsidRDefault="006974AE" w:rsidP="006974AE">
      <w:r>
        <w:t>627.6854</w:t>
      </w:r>
      <w:r>
        <w:tab/>
        <w:t>1.013e0</w:t>
      </w:r>
    </w:p>
    <w:p w:rsidR="006974AE" w:rsidRDefault="006974AE" w:rsidP="006974AE">
      <w:r>
        <w:t>627.6928</w:t>
      </w:r>
      <w:r>
        <w:tab/>
        <w:t>2.025e0</w:t>
      </w:r>
    </w:p>
    <w:p w:rsidR="006974AE" w:rsidRDefault="006974AE" w:rsidP="006974AE">
      <w:r>
        <w:t>627.7026</w:t>
      </w:r>
      <w:r>
        <w:tab/>
        <w:t>1.013e0</w:t>
      </w:r>
    </w:p>
    <w:p w:rsidR="006974AE" w:rsidRDefault="006974AE" w:rsidP="006974AE">
      <w:r>
        <w:t>627.7333</w:t>
      </w:r>
      <w:r>
        <w:tab/>
        <w:t>1.013e0</w:t>
      </w:r>
    </w:p>
    <w:p w:rsidR="006974AE" w:rsidRDefault="006974AE" w:rsidP="006974AE">
      <w:r>
        <w:t>627.7441</w:t>
      </w:r>
      <w:r>
        <w:tab/>
        <w:t>1.013e0</w:t>
      </w:r>
    </w:p>
    <w:p w:rsidR="006974AE" w:rsidRDefault="006974AE" w:rsidP="006974AE">
      <w:r>
        <w:t>627.7656</w:t>
      </w:r>
      <w:r>
        <w:tab/>
        <w:t>1.013e0</w:t>
      </w:r>
    </w:p>
    <w:p w:rsidR="006974AE" w:rsidRDefault="006974AE" w:rsidP="006974AE">
      <w:r>
        <w:t>627.7878</w:t>
      </w:r>
      <w:r>
        <w:tab/>
        <w:t>1.013e0</w:t>
      </w:r>
    </w:p>
    <w:p w:rsidR="006974AE" w:rsidRDefault="006974AE" w:rsidP="006974AE">
      <w:r>
        <w:t>627.8347</w:t>
      </w:r>
      <w:r>
        <w:tab/>
        <w:t>2.025e0</w:t>
      </w:r>
    </w:p>
    <w:p w:rsidR="006974AE" w:rsidRDefault="006974AE" w:rsidP="006974AE">
      <w:r>
        <w:t>627.8431</w:t>
      </w:r>
      <w:r>
        <w:tab/>
        <w:t>1.013e0</w:t>
      </w:r>
    </w:p>
    <w:p w:rsidR="006974AE" w:rsidRDefault="006974AE" w:rsidP="006974AE">
      <w:r>
        <w:t>627.8572</w:t>
      </w:r>
      <w:r>
        <w:tab/>
        <w:t>2.025e0</w:t>
      </w:r>
    </w:p>
    <w:p w:rsidR="006974AE" w:rsidRDefault="006974AE" w:rsidP="006974AE">
      <w:r>
        <w:t>627.9131</w:t>
      </w:r>
      <w:r>
        <w:tab/>
        <w:t>1.013e0</w:t>
      </w:r>
    </w:p>
    <w:p w:rsidR="006974AE" w:rsidRDefault="006974AE" w:rsidP="006974AE">
      <w:r>
        <w:t>627.9372</w:t>
      </w:r>
      <w:r>
        <w:tab/>
        <w:t>1.013e0</w:t>
      </w:r>
    </w:p>
    <w:p w:rsidR="006974AE" w:rsidRDefault="006974AE" w:rsidP="006974AE">
      <w:r>
        <w:t>627.9484</w:t>
      </w:r>
      <w:r>
        <w:tab/>
        <w:t>1.013e0</w:t>
      </w:r>
    </w:p>
    <w:p w:rsidR="006974AE" w:rsidRDefault="006974AE" w:rsidP="006974AE">
      <w:r>
        <w:t>627.9651</w:t>
      </w:r>
      <w:r>
        <w:tab/>
        <w:t>1.013e0</w:t>
      </w:r>
    </w:p>
    <w:p w:rsidR="006974AE" w:rsidRDefault="006974AE" w:rsidP="006974AE">
      <w:r>
        <w:t>627.9700</w:t>
      </w:r>
      <w:r>
        <w:tab/>
        <w:t>2.025e0</w:t>
      </w:r>
    </w:p>
    <w:p w:rsidR="006974AE" w:rsidRDefault="006974AE" w:rsidP="006974AE">
      <w:r>
        <w:t>627.9842</w:t>
      </w:r>
      <w:r>
        <w:tab/>
        <w:t>1.013e0</w:t>
      </w:r>
    </w:p>
    <w:p w:rsidR="006974AE" w:rsidRDefault="006974AE" w:rsidP="006974AE">
      <w:r>
        <w:t>627.9924</w:t>
      </w:r>
      <w:r>
        <w:tab/>
        <w:t>2.025e0</w:t>
      </w:r>
    </w:p>
    <w:p w:rsidR="006974AE" w:rsidRDefault="006974AE" w:rsidP="006974AE">
      <w:r>
        <w:t>628.0510</w:t>
      </w:r>
      <w:r>
        <w:tab/>
        <w:t>2.025e0</w:t>
      </w:r>
    </w:p>
    <w:p w:rsidR="006974AE" w:rsidRDefault="006974AE" w:rsidP="006974AE">
      <w:r>
        <w:lastRenderedPageBreak/>
        <w:t>628.0527</w:t>
      </w:r>
      <w:r>
        <w:tab/>
        <w:t>1.013e0</w:t>
      </w:r>
    </w:p>
    <w:p w:rsidR="006974AE" w:rsidRDefault="006974AE" w:rsidP="006974AE">
      <w:r>
        <w:t>628.0552</w:t>
      </w:r>
      <w:r>
        <w:tab/>
        <w:t>1.013e0</w:t>
      </w:r>
    </w:p>
    <w:p w:rsidR="006974AE" w:rsidRDefault="006974AE" w:rsidP="006974AE">
      <w:r>
        <w:t>628.0668</w:t>
      </w:r>
      <w:r>
        <w:tab/>
        <w:t>1.013e0</w:t>
      </w:r>
    </w:p>
    <w:p w:rsidR="006974AE" w:rsidRDefault="006974AE" w:rsidP="006974AE">
      <w:r>
        <w:t>628.0709</w:t>
      </w:r>
      <w:r>
        <w:tab/>
        <w:t>1.013e0</w:t>
      </w:r>
    </w:p>
    <w:p w:rsidR="006974AE" w:rsidRDefault="006974AE" w:rsidP="006974AE">
      <w:r>
        <w:t>628.1404</w:t>
      </w:r>
      <w:r>
        <w:tab/>
        <w:t>1.013e0</w:t>
      </w:r>
    </w:p>
    <w:p w:rsidR="006974AE" w:rsidRDefault="006974AE" w:rsidP="006974AE">
      <w:r>
        <w:t>628.1452</w:t>
      </w:r>
      <w:r>
        <w:tab/>
        <w:t>6.076e0</w:t>
      </w:r>
    </w:p>
    <w:p w:rsidR="006974AE" w:rsidRDefault="006974AE" w:rsidP="006974AE">
      <w:r>
        <w:t>628.1501</w:t>
      </w:r>
      <w:r>
        <w:tab/>
        <w:t>6.076e0</w:t>
      </w:r>
    </w:p>
    <w:p w:rsidR="006974AE" w:rsidRDefault="006974AE" w:rsidP="006974AE">
      <w:r>
        <w:t>628.1588</w:t>
      </w:r>
      <w:r>
        <w:tab/>
        <w:t>6.076e0</w:t>
      </w:r>
    </w:p>
    <w:p w:rsidR="006974AE" w:rsidRDefault="006974AE" w:rsidP="006974AE">
      <w:r>
        <w:t>628.1806</w:t>
      </w:r>
      <w:r>
        <w:tab/>
        <w:t>5.063e0</w:t>
      </w:r>
    </w:p>
    <w:p w:rsidR="006974AE" w:rsidRDefault="006974AE" w:rsidP="006974AE">
      <w:r>
        <w:t>628.1959</w:t>
      </w:r>
      <w:r>
        <w:tab/>
        <w:t>4.015e0</w:t>
      </w:r>
    </w:p>
    <w:p w:rsidR="006974AE" w:rsidRDefault="006974AE" w:rsidP="006974AE">
      <w:r>
        <w:t>628.2057</w:t>
      </w:r>
      <w:r>
        <w:tab/>
        <w:t>3.038e0</w:t>
      </w:r>
    </w:p>
    <w:p w:rsidR="006974AE" w:rsidRDefault="006974AE" w:rsidP="006974AE">
      <w:r>
        <w:t>628.2549</w:t>
      </w:r>
      <w:r>
        <w:tab/>
        <w:t>2.025e0</w:t>
      </w:r>
    </w:p>
    <w:p w:rsidR="006974AE" w:rsidRDefault="006974AE" w:rsidP="006974AE">
      <w:r>
        <w:t>628.3021</w:t>
      </w:r>
      <w:r>
        <w:tab/>
        <w:t>2.025e0</w:t>
      </w:r>
    </w:p>
    <w:p w:rsidR="006974AE" w:rsidRDefault="006974AE" w:rsidP="006974AE">
      <w:r>
        <w:t>628.3298</w:t>
      </w:r>
      <w:r>
        <w:tab/>
        <w:t>2.025e0</w:t>
      </w:r>
    </w:p>
    <w:p w:rsidR="006974AE" w:rsidRDefault="006974AE" w:rsidP="006974AE">
      <w:r>
        <w:t>628.3351</w:t>
      </w:r>
      <w:r>
        <w:tab/>
        <w:t>2.025e0</w:t>
      </w:r>
    </w:p>
    <w:p w:rsidR="006974AE" w:rsidRDefault="006974AE" w:rsidP="006974AE">
      <w:r>
        <w:t>628.3514</w:t>
      </w:r>
      <w:r>
        <w:tab/>
        <w:t>1.013e0</w:t>
      </w:r>
    </w:p>
    <w:p w:rsidR="006974AE" w:rsidRDefault="006974AE" w:rsidP="006974AE">
      <w:r>
        <w:t>628.3665</w:t>
      </w:r>
      <w:r>
        <w:tab/>
        <w:t>1.013e0</w:t>
      </w:r>
    </w:p>
    <w:p w:rsidR="006974AE" w:rsidRDefault="006974AE" w:rsidP="006974AE">
      <w:r>
        <w:t>628.3752</w:t>
      </w:r>
      <w:r>
        <w:tab/>
        <w:t>2.025e0</w:t>
      </w:r>
    </w:p>
    <w:p w:rsidR="006974AE" w:rsidRDefault="006974AE" w:rsidP="006974AE">
      <w:r>
        <w:t>628.4095</w:t>
      </w:r>
      <w:r>
        <w:tab/>
        <w:t>1.013e0</w:t>
      </w:r>
    </w:p>
    <w:p w:rsidR="006974AE" w:rsidRDefault="006974AE" w:rsidP="006974AE">
      <w:r>
        <w:lastRenderedPageBreak/>
        <w:t>628.4315</w:t>
      </w:r>
      <w:r>
        <w:tab/>
        <w:t>2.025e0</w:t>
      </w:r>
    </w:p>
    <w:p w:rsidR="006974AE" w:rsidRDefault="006974AE" w:rsidP="006974AE">
      <w:r>
        <w:t>628.4397</w:t>
      </w:r>
      <w:r>
        <w:tab/>
        <w:t>1.013e0</w:t>
      </w:r>
    </w:p>
    <w:p w:rsidR="006974AE" w:rsidRDefault="006974AE" w:rsidP="006974AE">
      <w:r>
        <w:t>628.4579</w:t>
      </w:r>
      <w:r>
        <w:tab/>
        <w:t>1.013e0</w:t>
      </w:r>
    </w:p>
    <w:p w:rsidR="006974AE" w:rsidRDefault="006974AE" w:rsidP="006974AE">
      <w:r>
        <w:t>628.4836</w:t>
      </w:r>
      <w:r>
        <w:tab/>
        <w:t>2.025e0</w:t>
      </w:r>
    </w:p>
    <w:p w:rsidR="006974AE" w:rsidRDefault="006974AE" w:rsidP="006974AE">
      <w:r>
        <w:t>628.4944</w:t>
      </w:r>
      <w:r>
        <w:tab/>
        <w:t>3.038e0</w:t>
      </w:r>
    </w:p>
    <w:p w:rsidR="006974AE" w:rsidRDefault="006974AE" w:rsidP="006974AE">
      <w:r>
        <w:t>628.5001</w:t>
      </w:r>
      <w:r>
        <w:tab/>
        <w:t>2.025e0</w:t>
      </w:r>
    </w:p>
    <w:p w:rsidR="006974AE" w:rsidRDefault="006974AE" w:rsidP="006974AE">
      <w:r>
        <w:t>628.5029</w:t>
      </w:r>
      <w:r>
        <w:tab/>
        <w:t>2.025e0</w:t>
      </w:r>
    </w:p>
    <w:p w:rsidR="006974AE" w:rsidRDefault="006974AE" w:rsidP="006974AE">
      <w:r>
        <w:t>628.5118</w:t>
      </w:r>
      <w:r>
        <w:tab/>
        <w:t>3.038e0</w:t>
      </w:r>
    </w:p>
    <w:p w:rsidR="006974AE" w:rsidRDefault="006974AE" w:rsidP="006974AE">
      <w:r>
        <w:t>628.5176</w:t>
      </w:r>
      <w:r>
        <w:tab/>
        <w:t>1.013e0</w:t>
      </w:r>
    </w:p>
    <w:p w:rsidR="006974AE" w:rsidRDefault="006974AE" w:rsidP="006974AE">
      <w:r>
        <w:t>628.5383</w:t>
      </w:r>
      <w:r>
        <w:tab/>
        <w:t>1.013e0</w:t>
      </w:r>
    </w:p>
    <w:p w:rsidR="006974AE" w:rsidRDefault="006974AE" w:rsidP="006974AE">
      <w:r>
        <w:t>628.5445</w:t>
      </w:r>
      <w:r>
        <w:tab/>
        <w:t>1.013e0</w:t>
      </w:r>
    </w:p>
    <w:p w:rsidR="006974AE" w:rsidRDefault="006974AE" w:rsidP="006974AE">
      <w:r>
        <w:t>628.5603</w:t>
      </w:r>
      <w:r>
        <w:tab/>
        <w:t>2.025e0</w:t>
      </w:r>
    </w:p>
    <w:p w:rsidR="006974AE" w:rsidRDefault="006974AE" w:rsidP="006974AE">
      <w:r>
        <w:t>628.5747</w:t>
      </w:r>
      <w:r>
        <w:tab/>
        <w:t>2.025e0</w:t>
      </w:r>
    </w:p>
    <w:p w:rsidR="006974AE" w:rsidRDefault="006974AE" w:rsidP="006974AE">
      <w:r>
        <w:t>628.6565</w:t>
      </w:r>
      <w:r>
        <w:tab/>
        <w:t>1.013e0</w:t>
      </w:r>
    </w:p>
    <w:p w:rsidR="006974AE" w:rsidRDefault="006974AE" w:rsidP="006974AE">
      <w:r>
        <w:t>628.6733</w:t>
      </w:r>
      <w:r>
        <w:tab/>
        <w:t>2.025e0</w:t>
      </w:r>
    </w:p>
    <w:p w:rsidR="006974AE" w:rsidRDefault="006974AE" w:rsidP="006974AE">
      <w:r>
        <w:t>628.6788</w:t>
      </w:r>
      <w:r>
        <w:tab/>
        <w:t>1.013e0</w:t>
      </w:r>
    </w:p>
    <w:p w:rsidR="006974AE" w:rsidRDefault="006974AE" w:rsidP="006974AE">
      <w:r>
        <w:t>628.7380</w:t>
      </w:r>
      <w:r>
        <w:tab/>
        <w:t>2.025e0</w:t>
      </w:r>
    </w:p>
    <w:p w:rsidR="006974AE" w:rsidRDefault="006974AE" w:rsidP="006974AE">
      <w:r>
        <w:t>628.7731</w:t>
      </w:r>
      <w:r>
        <w:tab/>
        <w:t>1.013e0</w:t>
      </w:r>
    </w:p>
    <w:p w:rsidR="006974AE" w:rsidRDefault="006974AE" w:rsidP="006974AE">
      <w:r>
        <w:t>628.8093</w:t>
      </w:r>
      <w:r>
        <w:tab/>
        <w:t>1.013e0</w:t>
      </w:r>
    </w:p>
    <w:p w:rsidR="006974AE" w:rsidRDefault="006974AE" w:rsidP="006974AE">
      <w:r>
        <w:lastRenderedPageBreak/>
        <w:t>628.8184</w:t>
      </w:r>
      <w:r>
        <w:tab/>
        <w:t>1.013e0</w:t>
      </w:r>
    </w:p>
    <w:p w:rsidR="006974AE" w:rsidRDefault="006974AE" w:rsidP="006974AE">
      <w:r>
        <w:t>628.8251</w:t>
      </w:r>
      <w:r>
        <w:tab/>
        <w:t>1.013e0</w:t>
      </w:r>
    </w:p>
    <w:p w:rsidR="006974AE" w:rsidRDefault="006974AE" w:rsidP="006974AE">
      <w:r>
        <w:t>628.8286</w:t>
      </w:r>
      <w:r>
        <w:tab/>
        <w:t>3.038e0</w:t>
      </w:r>
    </w:p>
    <w:p w:rsidR="006974AE" w:rsidRDefault="006974AE" w:rsidP="006974AE">
      <w:r>
        <w:t>628.8391</w:t>
      </w:r>
      <w:r>
        <w:tab/>
        <w:t>1.013e0</w:t>
      </w:r>
    </w:p>
    <w:p w:rsidR="006974AE" w:rsidRDefault="006974AE" w:rsidP="006974AE">
      <w:r>
        <w:t>628.8619</w:t>
      </w:r>
      <w:r>
        <w:tab/>
        <w:t>1.013e0</w:t>
      </w:r>
    </w:p>
    <w:p w:rsidR="006974AE" w:rsidRDefault="006974AE" w:rsidP="006974AE">
      <w:r>
        <w:t>628.8787</w:t>
      </w:r>
      <w:r>
        <w:tab/>
        <w:t>1.013e0</w:t>
      </w:r>
    </w:p>
    <w:p w:rsidR="006974AE" w:rsidRDefault="006974AE" w:rsidP="006974AE">
      <w:r>
        <w:t>628.9662</w:t>
      </w:r>
      <w:r>
        <w:tab/>
        <w:t>1.013e0</w:t>
      </w:r>
    </w:p>
    <w:p w:rsidR="006974AE" w:rsidRDefault="006974AE" w:rsidP="006974AE">
      <w:r>
        <w:t>628.9844</w:t>
      </w:r>
      <w:r>
        <w:tab/>
        <w:t>1.013e0</w:t>
      </w:r>
    </w:p>
    <w:p w:rsidR="006974AE" w:rsidRDefault="006974AE" w:rsidP="006974AE">
      <w:r>
        <w:t>629.0218</w:t>
      </w:r>
      <w:r>
        <w:tab/>
        <w:t>1.013e0</w:t>
      </w:r>
    </w:p>
    <w:p w:rsidR="006974AE" w:rsidRDefault="006974AE" w:rsidP="006974AE">
      <w:r>
        <w:t>629.0326</w:t>
      </w:r>
      <w:r>
        <w:tab/>
        <w:t>1.013e0</w:t>
      </w:r>
    </w:p>
    <w:p w:rsidR="006974AE" w:rsidRDefault="006974AE" w:rsidP="006974AE">
      <w:r>
        <w:t>629.0756</w:t>
      </w:r>
      <w:r>
        <w:tab/>
        <w:t>1.013e0</w:t>
      </w:r>
    </w:p>
    <w:p w:rsidR="006974AE" w:rsidRDefault="006974AE" w:rsidP="006974AE">
      <w:r>
        <w:t>629.0901</w:t>
      </w:r>
      <w:r>
        <w:tab/>
        <w:t>1.013e0</w:t>
      </w:r>
    </w:p>
    <w:p w:rsidR="006974AE" w:rsidRDefault="006974AE" w:rsidP="006974AE">
      <w:r>
        <w:t>629.1090</w:t>
      </w:r>
      <w:r>
        <w:tab/>
        <w:t>5.063e0</w:t>
      </w:r>
    </w:p>
    <w:p w:rsidR="006974AE" w:rsidRDefault="006974AE" w:rsidP="006974AE">
      <w:r>
        <w:t>629.1284</w:t>
      </w:r>
      <w:r>
        <w:tab/>
        <w:t>2.025e0</w:t>
      </w:r>
    </w:p>
    <w:p w:rsidR="006974AE" w:rsidRDefault="006974AE" w:rsidP="006974AE">
      <w:r>
        <w:t>629.1508</w:t>
      </w:r>
      <w:r>
        <w:tab/>
        <w:t>1.013e0</w:t>
      </w:r>
    </w:p>
    <w:p w:rsidR="006974AE" w:rsidRDefault="006974AE" w:rsidP="006974AE">
      <w:r>
        <w:t>629.1617</w:t>
      </w:r>
      <w:r>
        <w:tab/>
        <w:t>6.076e0</w:t>
      </w:r>
    </w:p>
    <w:p w:rsidR="006974AE" w:rsidRDefault="006974AE" w:rsidP="006974AE">
      <w:r>
        <w:t>629.1727</w:t>
      </w:r>
      <w:r>
        <w:tab/>
        <w:t>2.025e0</w:t>
      </w:r>
    </w:p>
    <w:p w:rsidR="006974AE" w:rsidRDefault="006974AE" w:rsidP="006974AE">
      <w:r>
        <w:t>629.1894</w:t>
      </w:r>
      <w:r>
        <w:tab/>
        <w:t>6.076e0</w:t>
      </w:r>
    </w:p>
    <w:p w:rsidR="006974AE" w:rsidRDefault="006974AE" w:rsidP="006974AE">
      <w:r>
        <w:t>629.2153</w:t>
      </w:r>
      <w:r>
        <w:tab/>
        <w:t>1.013e0</w:t>
      </w:r>
    </w:p>
    <w:p w:rsidR="006974AE" w:rsidRDefault="006974AE" w:rsidP="006974AE">
      <w:r>
        <w:lastRenderedPageBreak/>
        <w:t>629.2733</w:t>
      </w:r>
      <w:r>
        <w:tab/>
        <w:t>2.025e0</w:t>
      </w:r>
    </w:p>
    <w:p w:rsidR="006974AE" w:rsidRDefault="006974AE" w:rsidP="006974AE">
      <w:r>
        <w:t>629.2968</w:t>
      </w:r>
      <w:r>
        <w:tab/>
        <w:t>2.025e0</w:t>
      </w:r>
    </w:p>
    <w:p w:rsidR="006974AE" w:rsidRDefault="006974AE" w:rsidP="006974AE">
      <w:r>
        <w:t>629.2997</w:t>
      </w:r>
      <w:r>
        <w:tab/>
        <w:t>1.013e0</w:t>
      </w:r>
    </w:p>
    <w:p w:rsidR="006974AE" w:rsidRDefault="006974AE" w:rsidP="006974AE">
      <w:r>
        <w:t>629.3087</w:t>
      </w:r>
      <w:r>
        <w:tab/>
        <w:t>2.025e0</w:t>
      </w:r>
    </w:p>
    <w:p w:rsidR="006974AE" w:rsidRDefault="006974AE" w:rsidP="006974AE">
      <w:r>
        <w:t>629.3152</w:t>
      </w:r>
      <w:r>
        <w:tab/>
        <w:t>3.038e0</w:t>
      </w:r>
    </w:p>
    <w:p w:rsidR="006974AE" w:rsidRDefault="006974AE" w:rsidP="006974AE">
      <w:r>
        <w:t>629.3343</w:t>
      </w:r>
      <w:r>
        <w:tab/>
        <w:t>6.076e0</w:t>
      </w:r>
    </w:p>
    <w:p w:rsidR="006974AE" w:rsidRDefault="006974AE" w:rsidP="006974AE">
      <w:r>
        <w:t>629.3981</w:t>
      </w:r>
      <w:r>
        <w:tab/>
        <w:t>1.013e0</w:t>
      </w:r>
    </w:p>
    <w:p w:rsidR="006974AE" w:rsidRDefault="006974AE" w:rsidP="006974AE">
      <w:r>
        <w:t>629.4096</w:t>
      </w:r>
      <w:r>
        <w:tab/>
        <w:t>1.013e0</w:t>
      </w:r>
    </w:p>
    <w:p w:rsidR="006974AE" w:rsidRDefault="006974AE" w:rsidP="006974AE">
      <w:r>
        <w:t>629.4396</w:t>
      </w:r>
      <w:r>
        <w:tab/>
        <w:t>2.025e0</w:t>
      </w:r>
    </w:p>
    <w:p w:rsidR="006974AE" w:rsidRDefault="006974AE" w:rsidP="006974AE">
      <w:r>
        <w:t>629.4419</w:t>
      </w:r>
      <w:r>
        <w:tab/>
        <w:t>1.013e0</w:t>
      </w:r>
    </w:p>
    <w:p w:rsidR="006974AE" w:rsidRDefault="006974AE" w:rsidP="006974AE">
      <w:r>
        <w:t>629.4577</w:t>
      </w:r>
      <w:r>
        <w:tab/>
        <w:t>2.025e0</w:t>
      </w:r>
    </w:p>
    <w:p w:rsidR="006974AE" w:rsidRDefault="006974AE" w:rsidP="006974AE">
      <w:r>
        <w:t>629.4734</w:t>
      </w:r>
      <w:r>
        <w:tab/>
        <w:t>1.013e0</w:t>
      </w:r>
    </w:p>
    <w:p w:rsidR="006974AE" w:rsidRDefault="006974AE" w:rsidP="006974AE">
      <w:r>
        <w:t>629.4849</w:t>
      </w:r>
      <w:r>
        <w:tab/>
        <w:t>1.013e0</w:t>
      </w:r>
    </w:p>
    <w:p w:rsidR="006974AE" w:rsidRDefault="006974AE" w:rsidP="006974AE">
      <w:r>
        <w:t>629.4919</w:t>
      </w:r>
      <w:r>
        <w:tab/>
        <w:t>2.025e0</w:t>
      </w:r>
    </w:p>
    <w:p w:rsidR="006974AE" w:rsidRDefault="006974AE" w:rsidP="006974AE">
      <w:r>
        <w:t>629.4957</w:t>
      </w:r>
      <w:r>
        <w:tab/>
        <w:t>1.013e0</w:t>
      </w:r>
    </w:p>
    <w:p w:rsidR="006974AE" w:rsidRDefault="006974AE" w:rsidP="006974AE">
      <w:r>
        <w:t>629.5096</w:t>
      </w:r>
      <w:r>
        <w:tab/>
        <w:t>2.025e0</w:t>
      </w:r>
    </w:p>
    <w:p w:rsidR="006974AE" w:rsidRDefault="006974AE" w:rsidP="006974AE">
      <w:r>
        <w:t>629.5379</w:t>
      </w:r>
      <w:r>
        <w:tab/>
        <w:t>1.013e0</w:t>
      </w:r>
    </w:p>
    <w:p w:rsidR="006974AE" w:rsidRDefault="006974AE" w:rsidP="006974AE">
      <w:r>
        <w:t>629.5702</w:t>
      </w:r>
      <w:r>
        <w:tab/>
        <w:t>1.013e0</w:t>
      </w:r>
    </w:p>
    <w:p w:rsidR="006974AE" w:rsidRDefault="006974AE" w:rsidP="006974AE">
      <w:r>
        <w:t>629.6137</w:t>
      </w:r>
      <w:r>
        <w:tab/>
        <w:t>5.063e0</w:t>
      </w:r>
    </w:p>
    <w:p w:rsidR="006974AE" w:rsidRDefault="006974AE" w:rsidP="006974AE">
      <w:r>
        <w:lastRenderedPageBreak/>
        <w:t>629.6166</w:t>
      </w:r>
      <w:r>
        <w:tab/>
        <w:t>1.013e0</w:t>
      </w:r>
    </w:p>
    <w:p w:rsidR="006974AE" w:rsidRDefault="006974AE" w:rsidP="006974AE">
      <w:r>
        <w:t>629.6331</w:t>
      </w:r>
      <w:r>
        <w:tab/>
        <w:t>1.013e0</w:t>
      </w:r>
    </w:p>
    <w:p w:rsidR="006974AE" w:rsidRDefault="006974AE" w:rsidP="006974AE">
      <w:r>
        <w:t>629.6851</w:t>
      </w:r>
      <w:r>
        <w:tab/>
        <w:t>1.013e0</w:t>
      </w:r>
    </w:p>
    <w:p w:rsidR="006974AE" w:rsidRDefault="006974AE" w:rsidP="006974AE">
      <w:r>
        <w:t>629.7386</w:t>
      </w:r>
      <w:r>
        <w:tab/>
        <w:t>1.013e0</w:t>
      </w:r>
    </w:p>
    <w:p w:rsidR="006974AE" w:rsidRDefault="006974AE" w:rsidP="006974AE">
      <w:r>
        <w:t>629.7734</w:t>
      </w:r>
      <w:r>
        <w:tab/>
        <w:t>1.013e0</w:t>
      </w:r>
    </w:p>
    <w:p w:rsidR="006974AE" w:rsidRDefault="006974AE" w:rsidP="006974AE">
      <w:r>
        <w:t>629.7861</w:t>
      </w:r>
      <w:r>
        <w:tab/>
        <w:t>3.038e0</w:t>
      </w:r>
    </w:p>
    <w:p w:rsidR="006974AE" w:rsidRDefault="006974AE" w:rsidP="006974AE">
      <w:r>
        <w:t>629.7907</w:t>
      </w:r>
      <w:r>
        <w:tab/>
        <w:t>1.013e0</w:t>
      </w:r>
    </w:p>
    <w:p w:rsidR="006974AE" w:rsidRDefault="006974AE" w:rsidP="006974AE">
      <w:r>
        <w:t>629.8506</w:t>
      </w:r>
      <w:r>
        <w:tab/>
        <w:t>2.025e0</w:t>
      </w:r>
    </w:p>
    <w:p w:rsidR="006974AE" w:rsidRDefault="006974AE" w:rsidP="006974AE">
      <w:r>
        <w:t>629.8615</w:t>
      </w:r>
      <w:r>
        <w:tab/>
        <w:t>1.013e0</w:t>
      </w:r>
    </w:p>
    <w:p w:rsidR="006974AE" w:rsidRDefault="006974AE" w:rsidP="006974AE">
      <w:r>
        <w:t>629.9037</w:t>
      </w:r>
      <w:r>
        <w:tab/>
        <w:t>1.013e0</w:t>
      </w:r>
    </w:p>
    <w:p w:rsidR="006974AE" w:rsidRDefault="006974AE" w:rsidP="006974AE">
      <w:r>
        <w:t>629.9272</w:t>
      </w:r>
      <w:r>
        <w:tab/>
        <w:t>2.025e0</w:t>
      </w:r>
    </w:p>
    <w:p w:rsidR="006974AE" w:rsidRDefault="006974AE" w:rsidP="006974AE">
      <w:r>
        <w:t>629.9500</w:t>
      </w:r>
      <w:r>
        <w:tab/>
        <w:t>1.013e0</w:t>
      </w:r>
    </w:p>
    <w:p w:rsidR="006974AE" w:rsidRDefault="006974AE" w:rsidP="006974AE">
      <w:r>
        <w:t>630.0013</w:t>
      </w:r>
      <w:r>
        <w:tab/>
        <w:t>2.025e0</w:t>
      </w:r>
    </w:p>
    <w:p w:rsidR="006974AE" w:rsidRDefault="006974AE" w:rsidP="006974AE">
      <w:r>
        <w:t>630.0712</w:t>
      </w:r>
      <w:r>
        <w:tab/>
        <w:t>1.013e0</w:t>
      </w:r>
    </w:p>
    <w:p w:rsidR="006974AE" w:rsidRDefault="006974AE" w:rsidP="006974AE">
      <w:r>
        <w:t>630.1060</w:t>
      </w:r>
      <w:r>
        <w:tab/>
        <w:t>1.013e0</w:t>
      </w:r>
    </w:p>
    <w:p w:rsidR="006974AE" w:rsidRDefault="006974AE" w:rsidP="006974AE">
      <w:r>
        <w:t>630.1082</w:t>
      </w:r>
      <w:r>
        <w:tab/>
        <w:t>1.013e0</w:t>
      </w:r>
    </w:p>
    <w:p w:rsidR="006974AE" w:rsidRDefault="006974AE" w:rsidP="006974AE">
      <w:r>
        <w:t>630.1096</w:t>
      </w:r>
      <w:r>
        <w:tab/>
        <w:t>2.025e0</w:t>
      </w:r>
    </w:p>
    <w:p w:rsidR="006974AE" w:rsidRDefault="006974AE" w:rsidP="006974AE">
      <w:r>
        <w:t>630.1198</w:t>
      </w:r>
      <w:r>
        <w:tab/>
        <w:t>1.013e0</w:t>
      </w:r>
    </w:p>
    <w:p w:rsidR="006974AE" w:rsidRDefault="006974AE" w:rsidP="006974AE">
      <w:r>
        <w:t>630.1431</w:t>
      </w:r>
      <w:r>
        <w:tab/>
        <w:t>2.025e0</w:t>
      </w:r>
    </w:p>
    <w:p w:rsidR="006974AE" w:rsidRDefault="006974AE" w:rsidP="006974AE">
      <w:r>
        <w:lastRenderedPageBreak/>
        <w:t>630.1587</w:t>
      </w:r>
      <w:r>
        <w:tab/>
        <w:t>1.013e0</w:t>
      </w:r>
    </w:p>
    <w:p w:rsidR="006974AE" w:rsidRDefault="006974AE" w:rsidP="006974AE">
      <w:r>
        <w:t>630.1843</w:t>
      </w:r>
      <w:r>
        <w:tab/>
        <w:t>1.013e0</w:t>
      </w:r>
    </w:p>
    <w:p w:rsidR="006974AE" w:rsidRDefault="006974AE" w:rsidP="006974AE">
      <w:r>
        <w:t>630.2059</w:t>
      </w:r>
      <w:r>
        <w:tab/>
        <w:t>1.013e0</w:t>
      </w:r>
    </w:p>
    <w:p w:rsidR="006974AE" w:rsidRDefault="006974AE" w:rsidP="006974AE">
      <w:r>
        <w:t>630.2123</w:t>
      </w:r>
      <w:r>
        <w:tab/>
        <w:t>1.013e0</w:t>
      </w:r>
    </w:p>
    <w:p w:rsidR="006974AE" w:rsidRDefault="006974AE" w:rsidP="006974AE">
      <w:r>
        <w:t>630.2726</w:t>
      </w:r>
      <w:r>
        <w:tab/>
        <w:t>2.025e0</w:t>
      </w:r>
    </w:p>
    <w:p w:rsidR="006974AE" w:rsidRDefault="006974AE" w:rsidP="006974AE">
      <w:r>
        <w:t>630.2821</w:t>
      </w:r>
      <w:r>
        <w:tab/>
        <w:t>5.063e0</w:t>
      </w:r>
    </w:p>
    <w:p w:rsidR="006974AE" w:rsidRDefault="006974AE" w:rsidP="006974AE">
      <w:r>
        <w:t>630.2920</w:t>
      </w:r>
      <w:r>
        <w:tab/>
        <w:t>1.013e0</w:t>
      </w:r>
    </w:p>
    <w:p w:rsidR="006974AE" w:rsidRDefault="006974AE" w:rsidP="006974AE">
      <w:r>
        <w:t>630.3135</w:t>
      </w:r>
      <w:r>
        <w:tab/>
        <w:t>1.013e0</w:t>
      </w:r>
    </w:p>
    <w:p w:rsidR="006974AE" w:rsidRDefault="006974AE" w:rsidP="006974AE">
      <w:r>
        <w:t>630.3175</w:t>
      </w:r>
      <w:r>
        <w:tab/>
        <w:t>3.038e0</w:t>
      </w:r>
    </w:p>
    <w:p w:rsidR="006974AE" w:rsidRDefault="006974AE" w:rsidP="006974AE">
      <w:r>
        <w:t>630.3190</w:t>
      </w:r>
      <w:r>
        <w:tab/>
        <w:t>2.025e0</w:t>
      </w:r>
    </w:p>
    <w:p w:rsidR="006974AE" w:rsidRDefault="006974AE" w:rsidP="006974AE">
      <w:r>
        <w:t>630.3351</w:t>
      </w:r>
      <w:r>
        <w:tab/>
        <w:t>2.025e0</w:t>
      </w:r>
    </w:p>
    <w:p w:rsidR="006974AE" w:rsidRDefault="006974AE" w:rsidP="006974AE">
      <w:r>
        <w:t>630.3701</w:t>
      </w:r>
      <w:r>
        <w:tab/>
        <w:t>1.013e0</w:t>
      </w:r>
    </w:p>
    <w:p w:rsidR="006974AE" w:rsidRDefault="006974AE" w:rsidP="006974AE">
      <w:r>
        <w:t>630.4288</w:t>
      </w:r>
      <w:r>
        <w:tab/>
        <w:t>2.025e0</w:t>
      </w:r>
    </w:p>
    <w:p w:rsidR="006974AE" w:rsidRDefault="006974AE" w:rsidP="006974AE">
      <w:r>
        <w:t>630.4393</w:t>
      </w:r>
      <w:r>
        <w:tab/>
        <w:t>1.013e0</w:t>
      </w:r>
    </w:p>
    <w:p w:rsidR="006974AE" w:rsidRDefault="006974AE" w:rsidP="006974AE">
      <w:r>
        <w:t>630.4420</w:t>
      </w:r>
      <w:r>
        <w:tab/>
        <w:t>3.038e0</w:t>
      </w:r>
    </w:p>
    <w:p w:rsidR="006974AE" w:rsidRDefault="006974AE" w:rsidP="006974AE">
      <w:r>
        <w:t>630.4851</w:t>
      </w:r>
      <w:r>
        <w:tab/>
        <w:t>1.013e0</w:t>
      </w:r>
    </w:p>
    <w:p w:rsidR="006974AE" w:rsidRDefault="006974AE" w:rsidP="006974AE">
      <w:r>
        <w:t>630.4966</w:t>
      </w:r>
      <w:r>
        <w:tab/>
        <w:t>1.013e0</w:t>
      </w:r>
    </w:p>
    <w:p w:rsidR="006974AE" w:rsidRDefault="006974AE" w:rsidP="006974AE">
      <w:r>
        <w:t>630.4984</w:t>
      </w:r>
      <w:r>
        <w:tab/>
        <w:t>4.051e0</w:t>
      </w:r>
    </w:p>
    <w:p w:rsidR="006974AE" w:rsidRDefault="006974AE" w:rsidP="006974AE">
      <w:r>
        <w:t>630.5104</w:t>
      </w:r>
      <w:r>
        <w:tab/>
        <w:t>1.013e0</w:t>
      </w:r>
    </w:p>
    <w:p w:rsidR="006974AE" w:rsidRDefault="006974AE" w:rsidP="006974AE">
      <w:r>
        <w:lastRenderedPageBreak/>
        <w:t>630.5293</w:t>
      </w:r>
      <w:r>
        <w:tab/>
        <w:t>2.025e0</w:t>
      </w:r>
    </w:p>
    <w:p w:rsidR="006974AE" w:rsidRDefault="006974AE" w:rsidP="006974AE">
      <w:r>
        <w:t>630.5978</w:t>
      </w:r>
      <w:r>
        <w:tab/>
        <w:t>1.013e0</w:t>
      </w:r>
    </w:p>
    <w:p w:rsidR="006974AE" w:rsidRDefault="006974AE" w:rsidP="006974AE">
      <w:r>
        <w:t>630.6035</w:t>
      </w:r>
      <w:r>
        <w:tab/>
        <w:t>5.063e0</w:t>
      </w:r>
    </w:p>
    <w:p w:rsidR="006974AE" w:rsidRDefault="006974AE" w:rsidP="006974AE">
      <w:r>
        <w:t>630.6779</w:t>
      </w:r>
      <w:r>
        <w:tab/>
        <w:t>2.025e0</w:t>
      </w:r>
    </w:p>
    <w:p w:rsidR="006974AE" w:rsidRDefault="006974AE" w:rsidP="006974AE">
      <w:r>
        <w:t>630.7217</w:t>
      </w:r>
      <w:r>
        <w:tab/>
        <w:t>3.038e0</w:t>
      </w:r>
    </w:p>
    <w:p w:rsidR="006974AE" w:rsidRDefault="006974AE" w:rsidP="006974AE">
      <w:r>
        <w:t>630.8087</w:t>
      </w:r>
      <w:r>
        <w:tab/>
        <w:t>1.013e0</w:t>
      </w:r>
    </w:p>
    <w:p w:rsidR="006974AE" w:rsidRDefault="006974AE" w:rsidP="006974AE">
      <w:r>
        <w:t>630.8622</w:t>
      </w:r>
      <w:r>
        <w:tab/>
        <w:t>3.038e0</w:t>
      </w:r>
    </w:p>
    <w:p w:rsidR="006974AE" w:rsidRDefault="006974AE" w:rsidP="006974AE">
      <w:r>
        <w:t>630.8729</w:t>
      </w:r>
      <w:r>
        <w:tab/>
        <w:t>1.013e0</w:t>
      </w:r>
    </w:p>
    <w:p w:rsidR="006974AE" w:rsidRDefault="006974AE" w:rsidP="006974AE">
      <w:r>
        <w:t>630.8784</w:t>
      </w:r>
      <w:r>
        <w:tab/>
        <w:t>1.013e0</w:t>
      </w:r>
    </w:p>
    <w:p w:rsidR="006974AE" w:rsidRDefault="006974AE" w:rsidP="006974AE">
      <w:r>
        <w:t>630.8845</w:t>
      </w:r>
      <w:r>
        <w:tab/>
        <w:t>1.013e0</w:t>
      </w:r>
    </w:p>
    <w:p w:rsidR="006974AE" w:rsidRDefault="006974AE" w:rsidP="006974AE">
      <w:r>
        <w:t>630.8964</w:t>
      </w:r>
      <w:r>
        <w:tab/>
        <w:t>1.013e0</w:t>
      </w:r>
    </w:p>
    <w:p w:rsidR="006974AE" w:rsidRDefault="006974AE" w:rsidP="006974AE">
      <w:r>
        <w:t>630.9320</w:t>
      </w:r>
      <w:r>
        <w:tab/>
        <w:t>1.013e0</w:t>
      </w:r>
    </w:p>
    <w:p w:rsidR="006974AE" w:rsidRDefault="006974AE" w:rsidP="006974AE">
      <w:r>
        <w:t>630.9807</w:t>
      </w:r>
      <w:r>
        <w:tab/>
        <w:t>1.013e0</w:t>
      </w:r>
    </w:p>
    <w:p w:rsidR="006974AE" w:rsidRDefault="006974AE" w:rsidP="006974AE">
      <w:r>
        <w:t>631.0010</w:t>
      </w:r>
      <w:r>
        <w:tab/>
        <w:t>2.025e0</w:t>
      </w:r>
    </w:p>
    <w:p w:rsidR="006974AE" w:rsidRDefault="006974AE" w:rsidP="006974AE">
      <w:r>
        <w:t>631.0239</w:t>
      </w:r>
      <w:r>
        <w:tab/>
        <w:t>1.013e0</w:t>
      </w:r>
    </w:p>
    <w:p w:rsidR="006974AE" w:rsidRDefault="006974AE" w:rsidP="006974AE">
      <w:r>
        <w:t>631.0540</w:t>
      </w:r>
      <w:r>
        <w:tab/>
        <w:t>1.013e0</w:t>
      </w:r>
    </w:p>
    <w:p w:rsidR="006974AE" w:rsidRDefault="006974AE" w:rsidP="006974AE">
      <w:r>
        <w:t>631.1068</w:t>
      </w:r>
      <w:r>
        <w:tab/>
        <w:t>2.025e0</w:t>
      </w:r>
    </w:p>
    <w:p w:rsidR="006974AE" w:rsidRDefault="006974AE" w:rsidP="006974AE">
      <w:r>
        <w:t>631.1417</w:t>
      </w:r>
      <w:r>
        <w:tab/>
        <w:t>1.013e0</w:t>
      </w:r>
    </w:p>
    <w:p w:rsidR="006974AE" w:rsidRDefault="006974AE" w:rsidP="006974AE">
      <w:r>
        <w:t>631.1559</w:t>
      </w:r>
      <w:r>
        <w:tab/>
        <w:t>3.038e0</w:t>
      </w:r>
    </w:p>
    <w:p w:rsidR="006974AE" w:rsidRDefault="006974AE" w:rsidP="006974AE">
      <w:r>
        <w:lastRenderedPageBreak/>
        <w:t>631.1770</w:t>
      </w:r>
      <w:r>
        <w:tab/>
        <w:t>1.013e0</w:t>
      </w:r>
    </w:p>
    <w:p w:rsidR="006974AE" w:rsidRDefault="006974AE" w:rsidP="006974AE">
      <w:r>
        <w:t>631.1930</w:t>
      </w:r>
      <w:r>
        <w:tab/>
        <w:t>3.038e0</w:t>
      </w:r>
    </w:p>
    <w:p w:rsidR="006974AE" w:rsidRDefault="006974AE" w:rsidP="006974AE">
      <w:r>
        <w:t>631.2188</w:t>
      </w:r>
      <w:r>
        <w:tab/>
        <w:t>4.051e0</w:t>
      </w:r>
    </w:p>
    <w:p w:rsidR="006974AE" w:rsidRDefault="006974AE" w:rsidP="006974AE">
      <w:r>
        <w:t>631.2395</w:t>
      </w:r>
      <w:r>
        <w:tab/>
        <w:t>1.013e0</w:t>
      </w:r>
    </w:p>
    <w:p w:rsidR="006974AE" w:rsidRDefault="006974AE" w:rsidP="006974AE">
      <w:r>
        <w:t>631.2471</w:t>
      </w:r>
      <w:r>
        <w:tab/>
        <w:t>1.013e0</w:t>
      </w:r>
    </w:p>
    <w:p w:rsidR="006974AE" w:rsidRDefault="006974AE" w:rsidP="006974AE">
      <w:r>
        <w:t>631.2506</w:t>
      </w:r>
      <w:r>
        <w:tab/>
        <w:t>2.025e0</w:t>
      </w:r>
    </w:p>
    <w:p w:rsidR="006974AE" w:rsidRDefault="006974AE" w:rsidP="006974AE">
      <w:r>
        <w:t>631.2614</w:t>
      </w:r>
      <w:r>
        <w:tab/>
        <w:t>2.025e0</w:t>
      </w:r>
    </w:p>
    <w:p w:rsidR="006974AE" w:rsidRDefault="006974AE" w:rsidP="006974AE">
      <w:r>
        <w:t>631.2673</w:t>
      </w:r>
      <w:r>
        <w:tab/>
        <w:t>2.025e0</w:t>
      </w:r>
    </w:p>
    <w:p w:rsidR="006974AE" w:rsidRDefault="006974AE" w:rsidP="006974AE">
      <w:r>
        <w:t>631.2834</w:t>
      </w:r>
      <w:r>
        <w:tab/>
        <w:t>1.013e0</w:t>
      </w:r>
    </w:p>
    <w:p w:rsidR="006974AE" w:rsidRDefault="006974AE" w:rsidP="006974AE">
      <w:r>
        <w:t>631.3188</w:t>
      </w:r>
      <w:r>
        <w:tab/>
        <w:t>4.051e0</w:t>
      </w:r>
    </w:p>
    <w:p w:rsidR="006974AE" w:rsidRDefault="006974AE" w:rsidP="006974AE">
      <w:r>
        <w:t>631.3239</w:t>
      </w:r>
      <w:r>
        <w:tab/>
        <w:t>2.025e0</w:t>
      </w:r>
    </w:p>
    <w:p w:rsidR="006974AE" w:rsidRDefault="006974AE" w:rsidP="006974AE">
      <w:r>
        <w:t>631.3535</w:t>
      </w:r>
      <w:r>
        <w:tab/>
        <w:t>2.025e0</w:t>
      </w:r>
    </w:p>
    <w:p w:rsidR="006974AE" w:rsidRDefault="006974AE" w:rsidP="006974AE">
      <w:r>
        <w:t>631.3697</w:t>
      </w:r>
      <w:r>
        <w:tab/>
        <w:t>1.013e0</w:t>
      </w:r>
    </w:p>
    <w:p w:rsidR="006974AE" w:rsidRDefault="006974AE" w:rsidP="006974AE">
      <w:r>
        <w:t>631.3804</w:t>
      </w:r>
      <w:r>
        <w:tab/>
        <w:t>1.013e0</w:t>
      </w:r>
    </w:p>
    <w:p w:rsidR="006974AE" w:rsidRDefault="006974AE" w:rsidP="006974AE">
      <w:r>
        <w:t>631.4056</w:t>
      </w:r>
      <w:r>
        <w:tab/>
        <w:t>1.013e0</w:t>
      </w:r>
    </w:p>
    <w:p w:rsidR="006974AE" w:rsidRDefault="006974AE" w:rsidP="006974AE">
      <w:r>
        <w:t>631.4120</w:t>
      </w:r>
      <w:r>
        <w:tab/>
        <w:t>1.013e0</w:t>
      </w:r>
    </w:p>
    <w:p w:rsidR="006974AE" w:rsidRDefault="006974AE" w:rsidP="006974AE">
      <w:r>
        <w:t>631.4228</w:t>
      </w:r>
      <w:r>
        <w:tab/>
        <w:t>2.025e0</w:t>
      </w:r>
    </w:p>
    <w:p w:rsidR="006974AE" w:rsidRDefault="006974AE" w:rsidP="006974AE">
      <w:r>
        <w:t>631.4752</w:t>
      </w:r>
      <w:r>
        <w:tab/>
        <w:t>2.025e0</w:t>
      </w:r>
    </w:p>
    <w:p w:rsidR="006974AE" w:rsidRDefault="006974AE" w:rsidP="006974AE">
      <w:r>
        <w:t>631.5422</w:t>
      </w:r>
      <w:r>
        <w:tab/>
        <w:t>1.013e0</w:t>
      </w:r>
    </w:p>
    <w:p w:rsidR="006974AE" w:rsidRDefault="006974AE" w:rsidP="006974AE">
      <w:r>
        <w:lastRenderedPageBreak/>
        <w:t>631.5451</w:t>
      </w:r>
      <w:r>
        <w:tab/>
        <w:t>1.013e0</w:t>
      </w:r>
    </w:p>
    <w:p w:rsidR="006974AE" w:rsidRDefault="006974AE" w:rsidP="006974AE">
      <w:r>
        <w:t>631.5986</w:t>
      </w:r>
      <w:r>
        <w:tab/>
        <w:t>1.013e0</w:t>
      </w:r>
    </w:p>
    <w:p w:rsidR="006974AE" w:rsidRDefault="006974AE" w:rsidP="006974AE">
      <w:r>
        <w:t>631.6494</w:t>
      </w:r>
      <w:r>
        <w:tab/>
        <w:t>1.013e0</w:t>
      </w:r>
    </w:p>
    <w:p w:rsidR="006974AE" w:rsidRDefault="006974AE" w:rsidP="006974AE">
      <w:r>
        <w:t>631.6679</w:t>
      </w:r>
      <w:r>
        <w:tab/>
        <w:t>1.013e0</w:t>
      </w:r>
    </w:p>
    <w:p w:rsidR="006974AE" w:rsidRDefault="006974AE" w:rsidP="006974AE">
      <w:r>
        <w:t>631.7037</w:t>
      </w:r>
      <w:r>
        <w:tab/>
        <w:t>2.025e0</w:t>
      </w:r>
    </w:p>
    <w:p w:rsidR="006974AE" w:rsidRDefault="006974AE" w:rsidP="006974AE">
      <w:r>
        <w:t>631.7389</w:t>
      </w:r>
      <w:r>
        <w:tab/>
        <w:t>1.013e0</w:t>
      </w:r>
    </w:p>
    <w:p w:rsidR="006974AE" w:rsidRDefault="006974AE" w:rsidP="006974AE">
      <w:r>
        <w:t>631.7465</w:t>
      </w:r>
      <w:r>
        <w:tab/>
        <w:t>1.013e0</w:t>
      </w:r>
    </w:p>
    <w:p w:rsidR="006974AE" w:rsidRDefault="006974AE" w:rsidP="006974AE">
      <w:r>
        <w:t>631.7546</w:t>
      </w:r>
      <w:r>
        <w:tab/>
        <w:t>2.025e0</w:t>
      </w:r>
    </w:p>
    <w:p w:rsidR="006974AE" w:rsidRDefault="006974AE" w:rsidP="006974AE">
      <w:r>
        <w:t>631.7916</w:t>
      </w:r>
      <w:r>
        <w:tab/>
        <w:t>2.025e0</w:t>
      </w:r>
    </w:p>
    <w:p w:rsidR="006974AE" w:rsidRDefault="006974AE" w:rsidP="006974AE">
      <w:r>
        <w:t>631.8431</w:t>
      </w:r>
      <w:r>
        <w:tab/>
        <w:t>1.013e0</w:t>
      </w:r>
    </w:p>
    <w:p w:rsidR="006974AE" w:rsidRDefault="006974AE" w:rsidP="006974AE">
      <w:r>
        <w:t>631.8552</w:t>
      </w:r>
      <w:r>
        <w:tab/>
        <w:t>1.013e0</w:t>
      </w:r>
    </w:p>
    <w:p w:rsidR="006974AE" w:rsidRDefault="006974AE" w:rsidP="006974AE">
      <w:r>
        <w:t>631.8868</w:t>
      </w:r>
      <w:r>
        <w:tab/>
        <w:t>1.013e0</w:t>
      </w:r>
    </w:p>
    <w:p w:rsidR="006974AE" w:rsidRDefault="006974AE" w:rsidP="006974AE">
      <w:r>
        <w:t>631.8950</w:t>
      </w:r>
      <w:r>
        <w:tab/>
        <w:t>1.013e0</w:t>
      </w:r>
    </w:p>
    <w:p w:rsidR="006974AE" w:rsidRDefault="006974AE" w:rsidP="006974AE">
      <w:r>
        <w:t>631.9131</w:t>
      </w:r>
      <w:r>
        <w:tab/>
        <w:t>1.013e0</w:t>
      </w:r>
    </w:p>
    <w:p w:rsidR="006974AE" w:rsidRDefault="006974AE" w:rsidP="006974AE">
      <w:r>
        <w:t>631.9556</w:t>
      </w:r>
      <w:r>
        <w:tab/>
        <w:t>2.025e0</w:t>
      </w:r>
    </w:p>
    <w:p w:rsidR="006974AE" w:rsidRDefault="006974AE" w:rsidP="006974AE">
      <w:r>
        <w:t>631.9750</w:t>
      </w:r>
      <w:r>
        <w:tab/>
        <w:t>2.025e0</w:t>
      </w:r>
    </w:p>
    <w:p w:rsidR="006974AE" w:rsidRDefault="006974AE" w:rsidP="006974AE">
      <w:r>
        <w:t>631.9839</w:t>
      </w:r>
      <w:r>
        <w:tab/>
        <w:t>1.013e0</w:t>
      </w:r>
    </w:p>
    <w:p w:rsidR="006974AE" w:rsidRDefault="006974AE" w:rsidP="006974AE">
      <w:r>
        <w:t>631.9911</w:t>
      </w:r>
      <w:r>
        <w:tab/>
        <w:t>2.025e0</w:t>
      </w:r>
    </w:p>
    <w:p w:rsidR="006974AE" w:rsidRDefault="006974AE" w:rsidP="006974AE">
      <w:r>
        <w:t>631.9960</w:t>
      </w:r>
      <w:r>
        <w:tab/>
        <w:t>2.025e0</w:t>
      </w:r>
    </w:p>
    <w:p w:rsidR="006974AE" w:rsidRDefault="006974AE" w:rsidP="006974AE">
      <w:r>
        <w:lastRenderedPageBreak/>
        <w:t>632.0005</w:t>
      </w:r>
      <w:r>
        <w:tab/>
        <w:t>1.013e0</w:t>
      </w:r>
    </w:p>
    <w:p w:rsidR="006974AE" w:rsidRDefault="006974AE" w:rsidP="006974AE">
      <w:r>
        <w:t>632.0387</w:t>
      </w:r>
      <w:r>
        <w:tab/>
        <w:t>1.013e0</w:t>
      </w:r>
    </w:p>
    <w:p w:rsidR="006974AE" w:rsidRDefault="006974AE" w:rsidP="006974AE">
      <w:r>
        <w:t>632.0534</w:t>
      </w:r>
      <w:r>
        <w:tab/>
        <w:t>1.013e0</w:t>
      </w:r>
    </w:p>
    <w:p w:rsidR="006974AE" w:rsidRDefault="006974AE" w:rsidP="006974AE">
      <w:r>
        <w:t>632.0924</w:t>
      </w:r>
      <w:r>
        <w:tab/>
        <w:t>3.038e0</w:t>
      </w:r>
    </w:p>
    <w:p w:rsidR="006974AE" w:rsidRDefault="006974AE" w:rsidP="006974AE">
      <w:r>
        <w:t>632.1351</w:t>
      </w:r>
      <w:r>
        <w:tab/>
        <w:t>1.013e0</w:t>
      </w:r>
    </w:p>
    <w:p w:rsidR="006974AE" w:rsidRDefault="006974AE" w:rsidP="006974AE">
      <w:r>
        <w:t>632.1440</w:t>
      </w:r>
      <w:r>
        <w:tab/>
        <w:t>3.038e0</w:t>
      </w:r>
    </w:p>
    <w:p w:rsidR="006974AE" w:rsidRDefault="006974AE" w:rsidP="006974AE">
      <w:r>
        <w:t>632.1567</w:t>
      </w:r>
      <w:r>
        <w:tab/>
        <w:t>2.025e0</w:t>
      </w:r>
    </w:p>
    <w:p w:rsidR="006974AE" w:rsidRDefault="006974AE" w:rsidP="006974AE">
      <w:r>
        <w:t>632.1945</w:t>
      </w:r>
      <w:r>
        <w:tab/>
        <w:t>1.013e0</w:t>
      </w:r>
    </w:p>
    <w:p w:rsidR="006974AE" w:rsidRDefault="006974AE" w:rsidP="006974AE">
      <w:r>
        <w:t>632.2118</w:t>
      </w:r>
      <w:r>
        <w:tab/>
        <w:t>3.038e0</w:t>
      </w:r>
    </w:p>
    <w:p w:rsidR="006974AE" w:rsidRDefault="006974AE" w:rsidP="006974AE">
      <w:r>
        <w:t>632.2282</w:t>
      </w:r>
      <w:r>
        <w:tab/>
        <w:t>1.013e0</w:t>
      </w:r>
    </w:p>
    <w:p w:rsidR="006974AE" w:rsidRDefault="006974AE" w:rsidP="006974AE">
      <w:r>
        <w:t>632.2646</w:t>
      </w:r>
      <w:r>
        <w:tab/>
        <w:t>3.038e0</w:t>
      </w:r>
    </w:p>
    <w:p w:rsidR="006974AE" w:rsidRDefault="006974AE" w:rsidP="006974AE">
      <w:r>
        <w:t>632.2809</w:t>
      </w:r>
      <w:r>
        <w:tab/>
        <w:t>2.025e0</w:t>
      </w:r>
    </w:p>
    <w:p w:rsidR="006974AE" w:rsidRDefault="006974AE" w:rsidP="006974AE">
      <w:r>
        <w:t>632.2870</w:t>
      </w:r>
      <w:r>
        <w:tab/>
        <w:t>1.013e0</w:t>
      </w:r>
    </w:p>
    <w:p w:rsidR="006974AE" w:rsidRDefault="006974AE" w:rsidP="006974AE">
      <w:r>
        <w:t>632.3340</w:t>
      </w:r>
      <w:r>
        <w:tab/>
        <w:t>1.013e0</w:t>
      </w:r>
    </w:p>
    <w:p w:rsidR="006974AE" w:rsidRDefault="006974AE" w:rsidP="006974AE">
      <w:r>
        <w:t>632.3627</w:t>
      </w:r>
      <w:r>
        <w:tab/>
        <w:t>1.013e0</w:t>
      </w:r>
    </w:p>
    <w:p w:rsidR="006974AE" w:rsidRDefault="006974AE" w:rsidP="006974AE">
      <w:r>
        <w:t>632.3693</w:t>
      </w:r>
      <w:r>
        <w:tab/>
        <w:t>2.025e0</w:t>
      </w:r>
    </w:p>
    <w:p w:rsidR="006974AE" w:rsidRDefault="006974AE" w:rsidP="006974AE">
      <w:r>
        <w:t>632.4131</w:t>
      </w:r>
      <w:r>
        <w:tab/>
        <w:t>2.025e0</w:t>
      </w:r>
    </w:p>
    <w:p w:rsidR="006974AE" w:rsidRDefault="006974AE" w:rsidP="006974AE">
      <w:r>
        <w:t>632.4208</w:t>
      </w:r>
      <w:r>
        <w:tab/>
        <w:t>5.063e0</w:t>
      </w:r>
    </w:p>
    <w:p w:rsidR="006974AE" w:rsidRDefault="006974AE" w:rsidP="006974AE">
      <w:r>
        <w:t>632.4422</w:t>
      </w:r>
      <w:r>
        <w:tab/>
        <w:t>3.038e0</w:t>
      </w:r>
    </w:p>
    <w:p w:rsidR="006974AE" w:rsidRDefault="006974AE" w:rsidP="006974AE">
      <w:r>
        <w:lastRenderedPageBreak/>
        <w:t>632.4698</w:t>
      </w:r>
      <w:r>
        <w:tab/>
        <w:t>1.013e0</w:t>
      </w:r>
    </w:p>
    <w:p w:rsidR="006974AE" w:rsidRDefault="006974AE" w:rsidP="006974AE">
      <w:r>
        <w:t>632.4716</w:t>
      </w:r>
      <w:r>
        <w:tab/>
        <w:t>2.025e0</w:t>
      </w:r>
    </w:p>
    <w:p w:rsidR="006974AE" w:rsidRDefault="006974AE" w:rsidP="006974AE">
      <w:r>
        <w:t>632.5095</w:t>
      </w:r>
      <w:r>
        <w:tab/>
        <w:t>1.013e0</w:t>
      </w:r>
    </w:p>
    <w:p w:rsidR="006974AE" w:rsidRDefault="006974AE" w:rsidP="006974AE">
      <w:r>
        <w:t>632.5136</w:t>
      </w:r>
      <w:r>
        <w:tab/>
        <w:t>2.025e0</w:t>
      </w:r>
    </w:p>
    <w:p w:rsidR="006974AE" w:rsidRDefault="006974AE" w:rsidP="006974AE">
      <w:r>
        <w:t>632.5804</w:t>
      </w:r>
      <w:r>
        <w:tab/>
        <w:t>1.013e0</w:t>
      </w:r>
    </w:p>
    <w:p w:rsidR="006974AE" w:rsidRDefault="006974AE" w:rsidP="006974AE">
      <w:r>
        <w:t>632.6003</w:t>
      </w:r>
      <w:r>
        <w:tab/>
        <w:t>1.013e0</w:t>
      </w:r>
    </w:p>
    <w:p w:rsidR="006974AE" w:rsidRDefault="006974AE" w:rsidP="006974AE">
      <w:r>
        <w:t>632.6104</w:t>
      </w:r>
      <w:r>
        <w:tab/>
        <w:t>1.013e0</w:t>
      </w:r>
    </w:p>
    <w:p w:rsidR="006974AE" w:rsidRDefault="006974AE" w:rsidP="006974AE">
      <w:r>
        <w:t>632.6312</w:t>
      </w:r>
      <w:r>
        <w:tab/>
        <w:t>1.013e0</w:t>
      </w:r>
    </w:p>
    <w:p w:rsidR="006974AE" w:rsidRDefault="006974AE" w:rsidP="006974AE">
      <w:r>
        <w:t>632.7027</w:t>
      </w:r>
      <w:r>
        <w:tab/>
        <w:t>1.013e0</w:t>
      </w:r>
    </w:p>
    <w:p w:rsidR="006974AE" w:rsidRDefault="006974AE" w:rsidP="006974AE">
      <w:r>
        <w:t>632.7192</w:t>
      </w:r>
      <w:r>
        <w:tab/>
        <w:t>1.013e0</w:t>
      </w:r>
    </w:p>
    <w:p w:rsidR="006974AE" w:rsidRDefault="006974AE" w:rsidP="006974AE">
      <w:r>
        <w:t>632.7508</w:t>
      </w:r>
      <w:r>
        <w:tab/>
        <w:t>1.013e0</w:t>
      </w:r>
    </w:p>
    <w:p w:rsidR="006974AE" w:rsidRDefault="006974AE" w:rsidP="006974AE">
      <w:r>
        <w:t>632.7893</w:t>
      </w:r>
      <w:r>
        <w:tab/>
        <w:t>1.013e0</w:t>
      </w:r>
    </w:p>
    <w:p w:rsidR="006974AE" w:rsidRDefault="006974AE" w:rsidP="006974AE">
      <w:r>
        <w:t>632.8057</w:t>
      </w:r>
      <w:r>
        <w:tab/>
        <w:t>1.013e0</w:t>
      </w:r>
    </w:p>
    <w:p w:rsidR="006974AE" w:rsidRDefault="006974AE" w:rsidP="006974AE">
      <w:r>
        <w:t>632.8373</w:t>
      </w:r>
      <w:r>
        <w:tab/>
        <w:t>2.025e0</w:t>
      </w:r>
    </w:p>
    <w:p w:rsidR="006974AE" w:rsidRDefault="006974AE" w:rsidP="006974AE">
      <w:r>
        <w:t>632.8805</w:t>
      </w:r>
      <w:r>
        <w:tab/>
        <w:t>1.013e0</w:t>
      </w:r>
    </w:p>
    <w:p w:rsidR="006974AE" w:rsidRDefault="006974AE" w:rsidP="006974AE">
      <w:r>
        <w:t>632.8921</w:t>
      </w:r>
      <w:r>
        <w:tab/>
        <w:t>1.013e0</w:t>
      </w:r>
    </w:p>
    <w:p w:rsidR="006974AE" w:rsidRDefault="006974AE" w:rsidP="006974AE">
      <w:r>
        <w:t>632.8950</w:t>
      </w:r>
      <w:r>
        <w:tab/>
        <w:t>1.013e0</w:t>
      </w:r>
    </w:p>
    <w:p w:rsidR="006974AE" w:rsidRDefault="006974AE" w:rsidP="006974AE">
      <w:r>
        <w:t>632.9132</w:t>
      </w:r>
      <w:r>
        <w:tab/>
        <w:t>3.038e0</w:t>
      </w:r>
    </w:p>
    <w:p w:rsidR="006974AE" w:rsidRDefault="006974AE" w:rsidP="006974AE">
      <w:r>
        <w:t>632.9570</w:t>
      </w:r>
      <w:r>
        <w:tab/>
        <w:t>1.013e0</w:t>
      </w:r>
    </w:p>
    <w:p w:rsidR="006974AE" w:rsidRDefault="006974AE" w:rsidP="006974AE">
      <w:r>
        <w:lastRenderedPageBreak/>
        <w:t>633.0003</w:t>
      </w:r>
      <w:r>
        <w:tab/>
        <w:t>1.013e0</w:t>
      </w:r>
    </w:p>
    <w:p w:rsidR="006974AE" w:rsidRDefault="006974AE" w:rsidP="006974AE">
      <w:r>
        <w:t>633.0219</w:t>
      </w:r>
      <w:r>
        <w:tab/>
        <w:t>1.013e0</w:t>
      </w:r>
    </w:p>
    <w:p w:rsidR="006974AE" w:rsidRDefault="006974AE" w:rsidP="006974AE">
      <w:r>
        <w:t>633.0327</w:t>
      </w:r>
      <w:r>
        <w:tab/>
        <w:t>1.013e0</w:t>
      </w:r>
    </w:p>
    <w:p w:rsidR="006974AE" w:rsidRDefault="006974AE" w:rsidP="006974AE">
      <w:r>
        <w:t>633.0707</w:t>
      </w:r>
      <w:r>
        <w:tab/>
        <w:t>1.013e0</w:t>
      </w:r>
    </w:p>
    <w:p w:rsidR="006974AE" w:rsidRDefault="006974AE" w:rsidP="006974AE">
      <w:r>
        <w:t>633.0724</w:t>
      </w:r>
      <w:r>
        <w:tab/>
        <w:t>4.051e0</w:t>
      </w:r>
    </w:p>
    <w:p w:rsidR="006974AE" w:rsidRDefault="006974AE" w:rsidP="006974AE">
      <w:r>
        <w:t>633.0751</w:t>
      </w:r>
      <w:r>
        <w:tab/>
        <w:t>1.013e0</w:t>
      </w:r>
    </w:p>
    <w:p w:rsidR="006974AE" w:rsidRDefault="006974AE" w:rsidP="006974AE">
      <w:r>
        <w:t>633.0880</w:t>
      </w:r>
      <w:r>
        <w:tab/>
        <w:t>1.013e0</w:t>
      </w:r>
    </w:p>
    <w:p w:rsidR="006974AE" w:rsidRDefault="006974AE" w:rsidP="006974AE">
      <w:r>
        <w:t>633.1292</w:t>
      </w:r>
      <w:r>
        <w:tab/>
        <w:t>1.013e0</w:t>
      </w:r>
    </w:p>
    <w:p w:rsidR="006974AE" w:rsidRDefault="006974AE" w:rsidP="006974AE">
      <w:r>
        <w:t>633.1405</w:t>
      </w:r>
      <w:r>
        <w:tab/>
        <w:t>1.013e0</w:t>
      </w:r>
    </w:p>
    <w:p w:rsidR="006974AE" w:rsidRDefault="006974AE" w:rsidP="006974AE">
      <w:r>
        <w:t>633.1732</w:t>
      </w:r>
      <w:r>
        <w:tab/>
        <w:t>1.013e0</w:t>
      </w:r>
    </w:p>
    <w:p w:rsidR="006974AE" w:rsidRDefault="006974AE" w:rsidP="006974AE">
      <w:r>
        <w:t>633.1854</w:t>
      </w:r>
      <w:r>
        <w:tab/>
        <w:t>3.038e0</w:t>
      </w:r>
    </w:p>
    <w:p w:rsidR="006974AE" w:rsidRDefault="006974AE" w:rsidP="006974AE">
      <w:r>
        <w:t>633.2448</w:t>
      </w:r>
      <w:r>
        <w:tab/>
        <w:t>2.025e0</w:t>
      </w:r>
    </w:p>
    <w:p w:rsidR="006974AE" w:rsidRDefault="006974AE" w:rsidP="006974AE">
      <w:r>
        <w:t>633.2682</w:t>
      </w:r>
      <w:r>
        <w:tab/>
        <w:t>2.025e0</w:t>
      </w:r>
    </w:p>
    <w:p w:rsidR="006974AE" w:rsidRDefault="006974AE" w:rsidP="006974AE">
      <w:r>
        <w:t>633.2914</w:t>
      </w:r>
      <w:r>
        <w:tab/>
        <w:t>1.013e0</w:t>
      </w:r>
    </w:p>
    <w:p w:rsidR="006974AE" w:rsidRDefault="006974AE" w:rsidP="006974AE">
      <w:r>
        <w:t>633.3157</w:t>
      </w:r>
      <w:r>
        <w:tab/>
        <w:t>1.013e0</w:t>
      </w:r>
    </w:p>
    <w:p w:rsidR="006974AE" w:rsidRDefault="006974AE" w:rsidP="006974AE">
      <w:r>
        <w:t>633.3246</w:t>
      </w:r>
      <w:r>
        <w:tab/>
        <w:t>1.013e0</w:t>
      </w:r>
    </w:p>
    <w:p w:rsidR="006974AE" w:rsidRDefault="006974AE" w:rsidP="006974AE">
      <w:r>
        <w:t>633.3671</w:t>
      </w:r>
      <w:r>
        <w:tab/>
        <w:t>1.013e0</w:t>
      </w:r>
    </w:p>
    <w:p w:rsidR="006974AE" w:rsidRDefault="006974AE" w:rsidP="006974AE">
      <w:r>
        <w:t>633.3779</w:t>
      </w:r>
      <w:r>
        <w:tab/>
        <w:t>1.013e0</w:t>
      </w:r>
    </w:p>
    <w:p w:rsidR="006974AE" w:rsidRDefault="006974AE" w:rsidP="006974AE">
      <w:r>
        <w:t>633.3988</w:t>
      </w:r>
      <w:r>
        <w:tab/>
        <w:t>3.038e0</w:t>
      </w:r>
    </w:p>
    <w:p w:rsidR="006974AE" w:rsidRDefault="006974AE" w:rsidP="006974AE">
      <w:r>
        <w:lastRenderedPageBreak/>
        <w:t>633.4279</w:t>
      </w:r>
      <w:r>
        <w:tab/>
        <w:t>2.025e0</w:t>
      </w:r>
    </w:p>
    <w:p w:rsidR="006974AE" w:rsidRDefault="006974AE" w:rsidP="006974AE">
      <w:r>
        <w:t>633.4378</w:t>
      </w:r>
      <w:r>
        <w:tab/>
        <w:t>2.025e0</w:t>
      </w:r>
    </w:p>
    <w:p w:rsidR="006974AE" w:rsidRDefault="006974AE" w:rsidP="006974AE">
      <w:r>
        <w:t>633.4469</w:t>
      </w:r>
      <w:r>
        <w:tab/>
        <w:t>2.025e0</w:t>
      </w:r>
    </w:p>
    <w:p w:rsidR="006974AE" w:rsidRDefault="006974AE" w:rsidP="006974AE">
      <w:r>
        <w:t>633.4537</w:t>
      </w:r>
      <w:r>
        <w:tab/>
        <w:t>1.013e0</w:t>
      </w:r>
    </w:p>
    <w:p w:rsidR="006974AE" w:rsidRDefault="006974AE" w:rsidP="006974AE">
      <w:r>
        <w:t>633.4601</w:t>
      </w:r>
      <w:r>
        <w:tab/>
        <w:t>2.025e0</w:t>
      </w:r>
    </w:p>
    <w:p w:rsidR="006974AE" w:rsidRDefault="006974AE" w:rsidP="006974AE">
      <w:r>
        <w:t>633.4741</w:t>
      </w:r>
      <w:r>
        <w:tab/>
        <w:t>3.038e0</w:t>
      </w:r>
    </w:p>
    <w:p w:rsidR="006974AE" w:rsidRDefault="006974AE" w:rsidP="006974AE">
      <w:r>
        <w:t>633.5085</w:t>
      </w:r>
      <w:r>
        <w:tab/>
        <w:t>1.013e0</w:t>
      </w:r>
    </w:p>
    <w:p w:rsidR="006974AE" w:rsidRDefault="006974AE" w:rsidP="006974AE">
      <w:r>
        <w:t>633.5297</w:t>
      </w:r>
      <w:r>
        <w:tab/>
        <w:t>3.038e0</w:t>
      </w:r>
    </w:p>
    <w:p w:rsidR="006974AE" w:rsidRDefault="006974AE" w:rsidP="006974AE">
      <w:r>
        <w:t>633.5410</w:t>
      </w:r>
      <w:r>
        <w:tab/>
        <w:t>1.013e0</w:t>
      </w:r>
    </w:p>
    <w:p w:rsidR="006974AE" w:rsidRDefault="006974AE" w:rsidP="006974AE">
      <w:r>
        <w:t>633.5510</w:t>
      </w:r>
      <w:r>
        <w:tab/>
        <w:t>1.013e0</w:t>
      </w:r>
    </w:p>
    <w:p w:rsidR="006974AE" w:rsidRDefault="006974AE" w:rsidP="006974AE">
      <w:r>
        <w:t>633.5626</w:t>
      </w:r>
      <w:r>
        <w:tab/>
        <w:t>1.013e0</w:t>
      </w:r>
    </w:p>
    <w:p w:rsidR="006974AE" w:rsidRDefault="006974AE" w:rsidP="006974AE">
      <w:r>
        <w:t>633.6477</w:t>
      </w:r>
      <w:r>
        <w:tab/>
        <w:t>1.013e0</w:t>
      </w:r>
    </w:p>
    <w:p w:rsidR="006974AE" w:rsidRDefault="006974AE" w:rsidP="006974AE">
      <w:r>
        <w:t>633.7003</w:t>
      </w:r>
      <w:r>
        <w:tab/>
        <w:t>1.013e0</w:t>
      </w:r>
    </w:p>
    <w:p w:rsidR="006974AE" w:rsidRDefault="006974AE" w:rsidP="006974AE">
      <w:r>
        <w:t>633.7574</w:t>
      </w:r>
      <w:r>
        <w:tab/>
        <w:t>1.013e0</w:t>
      </w:r>
    </w:p>
    <w:p w:rsidR="006974AE" w:rsidRDefault="006974AE" w:rsidP="006974AE">
      <w:r>
        <w:t>633.8058</w:t>
      </w:r>
      <w:r>
        <w:tab/>
        <w:t>1.013e0</w:t>
      </w:r>
    </w:p>
    <w:p w:rsidR="006974AE" w:rsidRDefault="006974AE" w:rsidP="006974AE">
      <w:r>
        <w:t>633.8108</w:t>
      </w:r>
      <w:r>
        <w:tab/>
        <w:t>1.013e0</w:t>
      </w:r>
    </w:p>
    <w:p w:rsidR="006974AE" w:rsidRDefault="006974AE" w:rsidP="006974AE">
      <w:r>
        <w:t>633.8224</w:t>
      </w:r>
      <w:r>
        <w:tab/>
        <w:t>1.013e0</w:t>
      </w:r>
    </w:p>
    <w:p w:rsidR="006974AE" w:rsidRDefault="006974AE" w:rsidP="006974AE">
      <w:r>
        <w:t>633.8284</w:t>
      </w:r>
      <w:r>
        <w:tab/>
        <w:t>3.038e0</w:t>
      </w:r>
    </w:p>
    <w:p w:rsidR="006974AE" w:rsidRDefault="006974AE" w:rsidP="006974AE">
      <w:r>
        <w:t>633.8643</w:t>
      </w:r>
      <w:r>
        <w:tab/>
        <w:t>3.038e0</w:t>
      </w:r>
    </w:p>
    <w:p w:rsidR="006974AE" w:rsidRDefault="006974AE" w:rsidP="006974AE">
      <w:r>
        <w:lastRenderedPageBreak/>
        <w:t>633.9288</w:t>
      </w:r>
      <w:r>
        <w:tab/>
        <w:t>1.013e0</w:t>
      </w:r>
    </w:p>
    <w:p w:rsidR="006974AE" w:rsidRDefault="006974AE" w:rsidP="006974AE">
      <w:r>
        <w:t>633.9523</w:t>
      </w:r>
      <w:r>
        <w:tab/>
        <w:t>1.013e0</w:t>
      </w:r>
    </w:p>
    <w:p w:rsidR="006974AE" w:rsidRDefault="006974AE" w:rsidP="006974AE">
      <w:r>
        <w:t>633.9735</w:t>
      </w:r>
      <w:r>
        <w:tab/>
        <w:t>2.025e0</w:t>
      </w:r>
    </w:p>
    <w:p w:rsidR="006974AE" w:rsidRDefault="006974AE" w:rsidP="006974AE">
      <w:r>
        <w:t>633.9797</w:t>
      </w:r>
      <w:r>
        <w:tab/>
        <w:t>2.025e0</w:t>
      </w:r>
    </w:p>
    <w:p w:rsidR="006974AE" w:rsidRDefault="006974AE" w:rsidP="006974AE">
      <w:r>
        <w:t>633.9990</w:t>
      </w:r>
      <w:r>
        <w:tab/>
        <w:t>1.013e0</w:t>
      </w:r>
    </w:p>
    <w:p w:rsidR="006974AE" w:rsidRDefault="006974AE" w:rsidP="006974AE">
      <w:r>
        <w:t>634.0517</w:t>
      </w:r>
      <w:r>
        <w:tab/>
        <w:t>1.013e0</w:t>
      </w:r>
    </w:p>
    <w:p w:rsidR="006974AE" w:rsidRDefault="006974AE" w:rsidP="006974AE">
      <w:r>
        <w:t>634.0616</w:t>
      </w:r>
      <w:r>
        <w:tab/>
        <w:t>2.025e0</w:t>
      </w:r>
    </w:p>
    <w:p w:rsidR="006974AE" w:rsidRDefault="006974AE" w:rsidP="006974AE">
      <w:r>
        <w:t>634.0690</w:t>
      </w:r>
      <w:r>
        <w:tab/>
        <w:t>1.013e0</w:t>
      </w:r>
    </w:p>
    <w:p w:rsidR="006974AE" w:rsidRDefault="006974AE" w:rsidP="006974AE">
      <w:r>
        <w:t>634.0814</w:t>
      </w:r>
      <w:r>
        <w:tab/>
        <w:t>1.013e0</w:t>
      </w:r>
    </w:p>
    <w:p w:rsidR="006974AE" w:rsidRDefault="006974AE" w:rsidP="006974AE">
      <w:r>
        <w:t>634.1210</w:t>
      </w:r>
      <w:r>
        <w:tab/>
        <w:t>2.025e0</w:t>
      </w:r>
    </w:p>
    <w:p w:rsidR="006974AE" w:rsidRDefault="006974AE" w:rsidP="006974AE">
      <w:r>
        <w:t>634.1255</w:t>
      </w:r>
      <w:r>
        <w:tab/>
        <w:t>1.013e0</w:t>
      </w:r>
    </w:p>
    <w:p w:rsidR="006974AE" w:rsidRDefault="006974AE" w:rsidP="006974AE">
      <w:r>
        <w:t>634.1464</w:t>
      </w:r>
      <w:r>
        <w:tab/>
        <w:t>1.013e0</w:t>
      </w:r>
    </w:p>
    <w:p w:rsidR="006974AE" w:rsidRDefault="006974AE" w:rsidP="006974AE">
      <w:r>
        <w:t>634.1573</w:t>
      </w:r>
      <w:r>
        <w:tab/>
        <w:t>3.038e0</w:t>
      </w:r>
    </w:p>
    <w:p w:rsidR="006974AE" w:rsidRDefault="006974AE" w:rsidP="006974AE">
      <w:r>
        <w:t>634.1744</w:t>
      </w:r>
      <w:r>
        <w:tab/>
        <w:t>3.038e0</w:t>
      </w:r>
    </w:p>
    <w:p w:rsidR="006974AE" w:rsidRDefault="006974AE" w:rsidP="006974AE">
      <w:r>
        <w:t>634.1989</w:t>
      </w:r>
      <w:r>
        <w:tab/>
        <w:t>5.008e0</w:t>
      </w:r>
    </w:p>
    <w:p w:rsidR="006974AE" w:rsidRDefault="006974AE" w:rsidP="006974AE">
      <w:r>
        <w:t>634.2070</w:t>
      </w:r>
      <w:r>
        <w:tab/>
        <w:t>2.025e0</w:t>
      </w:r>
    </w:p>
    <w:p w:rsidR="006974AE" w:rsidRDefault="006974AE" w:rsidP="006974AE">
      <w:r>
        <w:t>634.2338</w:t>
      </w:r>
      <w:r>
        <w:tab/>
        <w:t>1.013e0</w:t>
      </w:r>
    </w:p>
    <w:p w:rsidR="006974AE" w:rsidRDefault="006974AE" w:rsidP="006974AE">
      <w:r>
        <w:t>634.2452</w:t>
      </w:r>
      <w:r>
        <w:tab/>
        <w:t>1.013e0</w:t>
      </w:r>
    </w:p>
    <w:p w:rsidR="006974AE" w:rsidRDefault="006974AE" w:rsidP="006974AE">
      <w:r>
        <w:t>634.2712</w:t>
      </w:r>
      <w:r>
        <w:tab/>
        <w:t>2.025e0</w:t>
      </w:r>
    </w:p>
    <w:p w:rsidR="006974AE" w:rsidRDefault="006974AE" w:rsidP="006974AE">
      <w:r>
        <w:lastRenderedPageBreak/>
        <w:t>634.2844</w:t>
      </w:r>
      <w:r>
        <w:tab/>
        <w:t>4.051e0</w:t>
      </w:r>
    </w:p>
    <w:p w:rsidR="006974AE" w:rsidRDefault="006974AE" w:rsidP="006974AE">
      <w:r>
        <w:t>634.2880</w:t>
      </w:r>
      <w:r>
        <w:tab/>
        <w:t>2.025e0</w:t>
      </w:r>
    </w:p>
    <w:p w:rsidR="006974AE" w:rsidRDefault="006974AE" w:rsidP="006974AE">
      <w:r>
        <w:t>634.3313</w:t>
      </w:r>
      <w:r>
        <w:tab/>
        <w:t>1.013e0</w:t>
      </w:r>
    </w:p>
    <w:p w:rsidR="006974AE" w:rsidRDefault="006974AE" w:rsidP="006974AE">
      <w:r>
        <w:t>634.3398</w:t>
      </w:r>
      <w:r>
        <w:tab/>
        <w:t>3.038e0</w:t>
      </w:r>
    </w:p>
    <w:p w:rsidR="006974AE" w:rsidRDefault="006974AE" w:rsidP="006974AE">
      <w:r>
        <w:t>634.3630</w:t>
      </w:r>
      <w:r>
        <w:tab/>
        <w:t>1.013e0</w:t>
      </w:r>
    </w:p>
    <w:p w:rsidR="006974AE" w:rsidRDefault="006974AE" w:rsidP="006974AE">
      <w:r>
        <w:t>634.4180</w:t>
      </w:r>
      <w:r>
        <w:tab/>
        <w:t>1.013e0</w:t>
      </w:r>
    </w:p>
    <w:p w:rsidR="006974AE" w:rsidRDefault="006974AE" w:rsidP="006974AE">
      <w:r>
        <w:t>634.4200</w:t>
      </w:r>
      <w:r>
        <w:tab/>
        <w:t>2.025e0</w:t>
      </w:r>
    </w:p>
    <w:p w:rsidR="006974AE" w:rsidRDefault="006974AE" w:rsidP="006974AE">
      <w:r>
        <w:t>634.4280</w:t>
      </w:r>
      <w:r>
        <w:tab/>
        <w:t>2.025e0</w:t>
      </w:r>
    </w:p>
    <w:p w:rsidR="006974AE" w:rsidRDefault="006974AE" w:rsidP="006974AE">
      <w:r>
        <w:t>634.4791</w:t>
      </w:r>
      <w:r>
        <w:tab/>
        <w:t>2.025e0</w:t>
      </w:r>
    </w:p>
    <w:p w:rsidR="006974AE" w:rsidRDefault="006974AE" w:rsidP="006974AE">
      <w:r>
        <w:t>634.5261</w:t>
      </w:r>
      <w:r>
        <w:tab/>
        <w:t>3.038e0</w:t>
      </w:r>
    </w:p>
    <w:p w:rsidR="006974AE" w:rsidRDefault="006974AE" w:rsidP="006974AE">
      <w:r>
        <w:t>634.5472</w:t>
      </w:r>
      <w:r>
        <w:tab/>
        <w:t>1.013e0</w:t>
      </w:r>
    </w:p>
    <w:p w:rsidR="006974AE" w:rsidRDefault="006974AE" w:rsidP="006974AE">
      <w:r>
        <w:t>634.6121</w:t>
      </w:r>
      <w:r>
        <w:tab/>
        <w:t>1.013e0</w:t>
      </w:r>
    </w:p>
    <w:p w:rsidR="006974AE" w:rsidRDefault="006974AE" w:rsidP="006974AE">
      <w:r>
        <w:t>634.6564</w:t>
      </w:r>
      <w:r>
        <w:tab/>
        <w:t>1.013e0</w:t>
      </w:r>
    </w:p>
    <w:p w:rsidR="006974AE" w:rsidRDefault="006974AE" w:rsidP="006974AE">
      <w:r>
        <w:t>634.6772</w:t>
      </w:r>
      <w:r>
        <w:tab/>
        <w:t>2.025e0</w:t>
      </w:r>
    </w:p>
    <w:p w:rsidR="006974AE" w:rsidRDefault="006974AE" w:rsidP="006974AE">
      <w:r>
        <w:t>634.7695</w:t>
      </w:r>
      <w:r>
        <w:tab/>
        <w:t>2.025e0</w:t>
      </w:r>
    </w:p>
    <w:p w:rsidR="006974AE" w:rsidRDefault="006974AE" w:rsidP="006974AE">
      <w:r>
        <w:t>634.8030</w:t>
      </w:r>
      <w:r>
        <w:tab/>
        <w:t>2.025e0</w:t>
      </w:r>
    </w:p>
    <w:p w:rsidR="006974AE" w:rsidRDefault="006974AE" w:rsidP="006974AE">
      <w:r>
        <w:t>634.8073</w:t>
      </w:r>
      <w:r>
        <w:tab/>
        <w:t>1.013e0</w:t>
      </w:r>
    </w:p>
    <w:p w:rsidR="006974AE" w:rsidRDefault="006974AE" w:rsidP="006974AE">
      <w:r>
        <w:t>634.8190</w:t>
      </w:r>
      <w:r>
        <w:tab/>
        <w:t>2.025e0</w:t>
      </w:r>
    </w:p>
    <w:p w:rsidR="006974AE" w:rsidRDefault="006974AE" w:rsidP="006974AE">
      <w:r>
        <w:t>634.8231</w:t>
      </w:r>
      <w:r>
        <w:tab/>
        <w:t>1.013e0</w:t>
      </w:r>
    </w:p>
    <w:p w:rsidR="006974AE" w:rsidRDefault="006974AE" w:rsidP="006974AE">
      <w:r>
        <w:lastRenderedPageBreak/>
        <w:t>634.8290</w:t>
      </w:r>
      <w:r>
        <w:tab/>
        <w:t>1.013e0</w:t>
      </w:r>
    </w:p>
    <w:p w:rsidR="006974AE" w:rsidRDefault="006974AE" w:rsidP="006974AE">
      <w:r>
        <w:t>634.8527</w:t>
      </w:r>
      <w:r>
        <w:tab/>
        <w:t>2.025e0</w:t>
      </w:r>
    </w:p>
    <w:p w:rsidR="006974AE" w:rsidRDefault="006974AE" w:rsidP="006974AE">
      <w:r>
        <w:t>634.8813</w:t>
      </w:r>
      <w:r>
        <w:tab/>
        <w:t>2.025e0</w:t>
      </w:r>
    </w:p>
    <w:p w:rsidR="006974AE" w:rsidRDefault="006974AE" w:rsidP="006974AE">
      <w:r>
        <w:t>634.8924</w:t>
      </w:r>
      <w:r>
        <w:tab/>
        <w:t>1.013e0</w:t>
      </w:r>
    </w:p>
    <w:p w:rsidR="006974AE" w:rsidRDefault="006974AE" w:rsidP="006974AE">
      <w:r>
        <w:t>634.9105</w:t>
      </w:r>
      <w:r>
        <w:tab/>
        <w:t>1.013e0</w:t>
      </w:r>
    </w:p>
    <w:p w:rsidR="006974AE" w:rsidRDefault="006974AE" w:rsidP="006974AE">
      <w:r>
        <w:t>634.9326</w:t>
      </w:r>
      <w:r>
        <w:tab/>
        <w:t>2.025e0</w:t>
      </w:r>
    </w:p>
    <w:p w:rsidR="006974AE" w:rsidRDefault="006974AE" w:rsidP="006974AE">
      <w:r>
        <w:t>634.9708</w:t>
      </w:r>
      <w:r>
        <w:tab/>
        <w:t>1.013e0</w:t>
      </w:r>
    </w:p>
    <w:p w:rsidR="006974AE" w:rsidRDefault="006974AE" w:rsidP="006974AE">
      <w:r>
        <w:t>635.0141</w:t>
      </w:r>
      <w:r>
        <w:tab/>
        <w:t>1.013e0</w:t>
      </w:r>
    </w:p>
    <w:p w:rsidR="006974AE" w:rsidRDefault="006974AE" w:rsidP="006974AE">
      <w:r>
        <w:t>635.0223</w:t>
      </w:r>
      <w:r>
        <w:tab/>
        <w:t>2.025e0</w:t>
      </w:r>
    </w:p>
    <w:p w:rsidR="006974AE" w:rsidRDefault="006974AE" w:rsidP="006974AE">
      <w:r>
        <w:t>635.0333</w:t>
      </w:r>
      <w:r>
        <w:tab/>
        <w:t>2.025e0</w:t>
      </w:r>
    </w:p>
    <w:p w:rsidR="006974AE" w:rsidRDefault="006974AE" w:rsidP="006974AE">
      <w:r>
        <w:t>635.0350</w:t>
      </w:r>
      <w:r>
        <w:tab/>
        <w:t>1.013e0</w:t>
      </w:r>
    </w:p>
    <w:p w:rsidR="006974AE" w:rsidRDefault="006974AE" w:rsidP="006974AE">
      <w:r>
        <w:t>635.0508</w:t>
      </w:r>
      <w:r>
        <w:tab/>
        <w:t>1.013e0</w:t>
      </w:r>
    </w:p>
    <w:p w:rsidR="006974AE" w:rsidRDefault="006974AE" w:rsidP="006974AE">
      <w:r>
        <w:t>635.0567</w:t>
      </w:r>
      <w:r>
        <w:tab/>
        <w:t>1.013e0</w:t>
      </w:r>
    </w:p>
    <w:p w:rsidR="006974AE" w:rsidRDefault="006974AE" w:rsidP="006974AE">
      <w:r>
        <w:t>635.0684</w:t>
      </w:r>
      <w:r>
        <w:tab/>
        <w:t>1.013e0</w:t>
      </w:r>
    </w:p>
    <w:p w:rsidR="006974AE" w:rsidRDefault="006974AE" w:rsidP="006974AE">
      <w:r>
        <w:t>635.0900</w:t>
      </w:r>
      <w:r>
        <w:tab/>
        <w:t>1.013e0</w:t>
      </w:r>
    </w:p>
    <w:p w:rsidR="006974AE" w:rsidRDefault="006974AE" w:rsidP="006974AE">
      <w:r>
        <w:t>635.1009</w:t>
      </w:r>
      <w:r>
        <w:tab/>
        <w:t>1.013e0</w:t>
      </w:r>
    </w:p>
    <w:p w:rsidR="006974AE" w:rsidRDefault="006974AE" w:rsidP="006974AE">
      <w:r>
        <w:t>635.1793</w:t>
      </w:r>
      <w:r>
        <w:tab/>
        <w:t>2.025e0</w:t>
      </w:r>
    </w:p>
    <w:p w:rsidR="006974AE" w:rsidRDefault="006974AE" w:rsidP="006974AE">
      <w:r>
        <w:t>635.2206</w:t>
      </w:r>
      <w:r>
        <w:tab/>
        <w:t>3.038e0</w:t>
      </w:r>
    </w:p>
    <w:p w:rsidR="006974AE" w:rsidRDefault="006974AE" w:rsidP="006974AE">
      <w:r>
        <w:t>635.2302</w:t>
      </w:r>
      <w:r>
        <w:tab/>
        <w:t>1.013e0</w:t>
      </w:r>
    </w:p>
    <w:p w:rsidR="006974AE" w:rsidRDefault="006974AE" w:rsidP="006974AE">
      <w:r>
        <w:lastRenderedPageBreak/>
        <w:t>635.2579</w:t>
      </w:r>
      <w:r>
        <w:tab/>
        <w:t>4.051e0</w:t>
      </w:r>
    </w:p>
    <w:p w:rsidR="006974AE" w:rsidRDefault="006974AE" w:rsidP="006974AE">
      <w:r>
        <w:t>635.2628</w:t>
      </w:r>
      <w:r>
        <w:tab/>
        <w:t>2.025e0</w:t>
      </w:r>
    </w:p>
    <w:p w:rsidR="006974AE" w:rsidRDefault="006974AE" w:rsidP="006974AE">
      <w:r>
        <w:t>635.2770</w:t>
      </w:r>
      <w:r>
        <w:tab/>
        <w:t>2.025e0</w:t>
      </w:r>
    </w:p>
    <w:p w:rsidR="006974AE" w:rsidRDefault="006974AE" w:rsidP="006974AE">
      <w:r>
        <w:t>635.2845</w:t>
      </w:r>
      <w:r>
        <w:tab/>
        <w:t>1.013e0</w:t>
      </w:r>
    </w:p>
    <w:p w:rsidR="006974AE" w:rsidRDefault="006974AE" w:rsidP="006974AE">
      <w:r>
        <w:t>635.2961</w:t>
      </w:r>
      <w:r>
        <w:tab/>
        <w:t>1.013e0</w:t>
      </w:r>
    </w:p>
    <w:p w:rsidR="006974AE" w:rsidRDefault="006974AE" w:rsidP="006974AE">
      <w:r>
        <w:t>635.3099</w:t>
      </w:r>
      <w:r>
        <w:tab/>
        <w:t>2.341e0</w:t>
      </w:r>
    </w:p>
    <w:p w:rsidR="006974AE" w:rsidRDefault="006974AE" w:rsidP="006974AE">
      <w:r>
        <w:t>635.3130</w:t>
      </w:r>
      <w:r>
        <w:tab/>
        <w:t>5.063e0</w:t>
      </w:r>
    </w:p>
    <w:p w:rsidR="006974AE" w:rsidRDefault="006974AE" w:rsidP="006974AE">
      <w:r>
        <w:t>635.3495</w:t>
      </w:r>
      <w:r>
        <w:tab/>
        <w:t>2.025e0</w:t>
      </w:r>
    </w:p>
    <w:p w:rsidR="006974AE" w:rsidRDefault="006974AE" w:rsidP="006974AE">
      <w:r>
        <w:t>635.3612</w:t>
      </w:r>
      <w:r>
        <w:tab/>
        <w:t>1.013e0</w:t>
      </w:r>
    </w:p>
    <w:p w:rsidR="006974AE" w:rsidRDefault="006974AE" w:rsidP="006974AE">
      <w:r>
        <w:t>635.3706</w:t>
      </w:r>
      <w:r>
        <w:tab/>
        <w:t>2.025e0</w:t>
      </w:r>
    </w:p>
    <w:p w:rsidR="006974AE" w:rsidRDefault="006974AE" w:rsidP="006974AE">
      <w:r>
        <w:t>635.3764</w:t>
      </w:r>
      <w:r>
        <w:tab/>
        <w:t>5.063e0</w:t>
      </w:r>
    </w:p>
    <w:p w:rsidR="006974AE" w:rsidRDefault="006974AE" w:rsidP="006974AE">
      <w:r>
        <w:t>635.3810</w:t>
      </w:r>
      <w:r>
        <w:tab/>
        <w:t>2.025e0</w:t>
      </w:r>
    </w:p>
    <w:p w:rsidR="006974AE" w:rsidRDefault="006974AE" w:rsidP="006974AE">
      <w:r>
        <w:t>635.3829</w:t>
      </w:r>
      <w:r>
        <w:tab/>
        <w:t>1.013e0</w:t>
      </w:r>
    </w:p>
    <w:p w:rsidR="006974AE" w:rsidRDefault="006974AE" w:rsidP="006974AE">
      <w:r>
        <w:t>635.4119</w:t>
      </w:r>
      <w:r>
        <w:tab/>
        <w:t>3.038e0</w:t>
      </w:r>
    </w:p>
    <w:p w:rsidR="006974AE" w:rsidRDefault="006974AE" w:rsidP="006974AE">
      <w:r>
        <w:t>635.4255</w:t>
      </w:r>
      <w:r>
        <w:tab/>
        <w:t>1.013e0</w:t>
      </w:r>
    </w:p>
    <w:p w:rsidR="006974AE" w:rsidRDefault="006974AE" w:rsidP="006974AE">
      <w:r>
        <w:t>635.4709</w:t>
      </w:r>
      <w:r>
        <w:tab/>
        <w:t>2.139e0</w:t>
      </w:r>
    </w:p>
    <w:p w:rsidR="006974AE" w:rsidRDefault="006974AE" w:rsidP="006974AE">
      <w:r>
        <w:t>635.4770</w:t>
      </w:r>
      <w:r>
        <w:tab/>
        <w:t>2.025e0</w:t>
      </w:r>
    </w:p>
    <w:p w:rsidR="006974AE" w:rsidRDefault="006974AE" w:rsidP="006974AE">
      <w:r>
        <w:t>635.4806</w:t>
      </w:r>
      <w:r>
        <w:tab/>
        <w:t>1.013e0</w:t>
      </w:r>
    </w:p>
    <w:p w:rsidR="006974AE" w:rsidRDefault="006974AE" w:rsidP="006974AE">
      <w:r>
        <w:t>635.5054</w:t>
      </w:r>
      <w:r>
        <w:tab/>
        <w:t>1.013e0</w:t>
      </w:r>
    </w:p>
    <w:p w:rsidR="006974AE" w:rsidRDefault="006974AE" w:rsidP="006974AE">
      <w:r>
        <w:lastRenderedPageBreak/>
        <w:t>635.5186</w:t>
      </w:r>
      <w:r>
        <w:tab/>
        <w:t>2.025e0</w:t>
      </w:r>
    </w:p>
    <w:p w:rsidR="006974AE" w:rsidRDefault="006974AE" w:rsidP="006974AE">
      <w:r>
        <w:t>635.5588</w:t>
      </w:r>
      <w:r>
        <w:tab/>
        <w:t>1.013e0</w:t>
      </w:r>
    </w:p>
    <w:p w:rsidR="006974AE" w:rsidRDefault="006974AE" w:rsidP="006974AE">
      <w:r>
        <w:t>635.5775</w:t>
      </w:r>
      <w:r>
        <w:tab/>
        <w:t>1.013e0</w:t>
      </w:r>
    </w:p>
    <w:p w:rsidR="006974AE" w:rsidRDefault="006974AE" w:rsidP="006974AE">
      <w:r>
        <w:t>635.6325</w:t>
      </w:r>
      <w:r>
        <w:tab/>
        <w:t>1.013e0</w:t>
      </w:r>
    </w:p>
    <w:p w:rsidR="006974AE" w:rsidRDefault="006974AE" w:rsidP="006974AE">
      <w:r>
        <w:t>635.6534</w:t>
      </w:r>
      <w:r>
        <w:tab/>
        <w:t>1.013e0</w:t>
      </w:r>
    </w:p>
    <w:p w:rsidR="006974AE" w:rsidRDefault="006974AE" w:rsidP="006974AE">
      <w:r>
        <w:t>635.6860</w:t>
      </w:r>
      <w:r>
        <w:tab/>
        <w:t>1.013e0</w:t>
      </w:r>
    </w:p>
    <w:p w:rsidR="006974AE" w:rsidRDefault="006974AE" w:rsidP="006974AE">
      <w:r>
        <w:t>635.7269</w:t>
      </w:r>
      <w:r>
        <w:tab/>
        <w:t>3.038e0</w:t>
      </w:r>
    </w:p>
    <w:p w:rsidR="006974AE" w:rsidRDefault="006974AE" w:rsidP="006974AE">
      <w:r>
        <w:t>635.7294</w:t>
      </w:r>
      <w:r>
        <w:tab/>
        <w:t>1.013e0</w:t>
      </w:r>
    </w:p>
    <w:p w:rsidR="006974AE" w:rsidRDefault="006974AE" w:rsidP="006974AE">
      <w:r>
        <w:t>635.7335</w:t>
      </w:r>
      <w:r>
        <w:tab/>
        <w:t>2.025e0</w:t>
      </w:r>
    </w:p>
    <w:p w:rsidR="006974AE" w:rsidRDefault="006974AE" w:rsidP="006974AE">
      <w:r>
        <w:t>635.7519</w:t>
      </w:r>
      <w:r>
        <w:tab/>
        <w:t>1.013e0</w:t>
      </w:r>
    </w:p>
    <w:p w:rsidR="006974AE" w:rsidRDefault="006974AE" w:rsidP="006974AE">
      <w:r>
        <w:t>635.7728</w:t>
      </w:r>
      <w:r>
        <w:tab/>
        <w:t>1.013e0</w:t>
      </w:r>
    </w:p>
    <w:p w:rsidR="006974AE" w:rsidRDefault="006974AE" w:rsidP="006974AE">
      <w:r>
        <w:t>635.7845</w:t>
      </w:r>
      <w:r>
        <w:tab/>
        <w:t>1.013e0</w:t>
      </w:r>
    </w:p>
    <w:p w:rsidR="006974AE" w:rsidRDefault="006974AE" w:rsidP="006974AE">
      <w:r>
        <w:t>635.7857</w:t>
      </w:r>
      <w:r>
        <w:tab/>
        <w:t>1.013e0</w:t>
      </w:r>
    </w:p>
    <w:p w:rsidR="006974AE" w:rsidRDefault="006974AE" w:rsidP="006974AE">
      <w:r>
        <w:t>635.7946</w:t>
      </w:r>
      <w:r>
        <w:tab/>
        <w:t>1.013e0</w:t>
      </w:r>
    </w:p>
    <w:p w:rsidR="006974AE" w:rsidRDefault="006974AE" w:rsidP="006974AE">
      <w:r>
        <w:t>635.8129</w:t>
      </w:r>
      <w:r>
        <w:tab/>
        <w:t>2.025e0</w:t>
      </w:r>
    </w:p>
    <w:p w:rsidR="006974AE" w:rsidRDefault="006974AE" w:rsidP="006974AE">
      <w:r>
        <w:t>635.8496</w:t>
      </w:r>
      <w:r>
        <w:tab/>
        <w:t>1.013e0</w:t>
      </w:r>
    </w:p>
    <w:p w:rsidR="006974AE" w:rsidRDefault="006974AE" w:rsidP="006974AE">
      <w:r>
        <w:t>635.9088</w:t>
      </w:r>
      <w:r>
        <w:tab/>
        <w:t>1.013e0</w:t>
      </w:r>
    </w:p>
    <w:p w:rsidR="006974AE" w:rsidRDefault="006974AE" w:rsidP="006974AE">
      <w:r>
        <w:t>635.9261</w:t>
      </w:r>
      <w:r>
        <w:tab/>
        <w:t>2.025e0</w:t>
      </w:r>
    </w:p>
    <w:p w:rsidR="006974AE" w:rsidRDefault="006974AE" w:rsidP="006974AE">
      <w:r>
        <w:t>635.9776</w:t>
      </w:r>
      <w:r>
        <w:tab/>
        <w:t>3.038e0</w:t>
      </w:r>
    </w:p>
    <w:p w:rsidR="006974AE" w:rsidRDefault="006974AE" w:rsidP="006974AE">
      <w:r>
        <w:lastRenderedPageBreak/>
        <w:t>635.9945</w:t>
      </w:r>
      <w:r>
        <w:tab/>
        <w:t>3.038e0</w:t>
      </w:r>
    </w:p>
    <w:p w:rsidR="006974AE" w:rsidRDefault="006974AE" w:rsidP="006974AE">
      <w:r>
        <w:t>636.0009</w:t>
      </w:r>
      <w:r>
        <w:tab/>
        <w:t>1.013e0</w:t>
      </w:r>
    </w:p>
    <w:p w:rsidR="006974AE" w:rsidRDefault="006974AE" w:rsidP="006974AE">
      <w:r>
        <w:t>636.0443</w:t>
      </w:r>
      <w:r>
        <w:tab/>
        <w:t>1.013e0</w:t>
      </w:r>
    </w:p>
    <w:p w:rsidR="006974AE" w:rsidRDefault="006974AE" w:rsidP="006974AE">
      <w:r>
        <w:t>636.0653</w:t>
      </w:r>
      <w:r>
        <w:tab/>
        <w:t>2.025e0</w:t>
      </w:r>
    </w:p>
    <w:p w:rsidR="006974AE" w:rsidRDefault="006974AE" w:rsidP="006974AE">
      <w:r>
        <w:t>636.1320</w:t>
      </w:r>
      <w:r>
        <w:tab/>
        <w:t>1.013e0</w:t>
      </w:r>
    </w:p>
    <w:p w:rsidR="006974AE" w:rsidRDefault="006974AE" w:rsidP="006974AE">
      <w:r>
        <w:t>636.1358</w:t>
      </w:r>
      <w:r>
        <w:tab/>
        <w:t>2.025e0</w:t>
      </w:r>
    </w:p>
    <w:p w:rsidR="006974AE" w:rsidRDefault="006974AE" w:rsidP="006974AE">
      <w:r>
        <w:t>636.1892</w:t>
      </w:r>
      <w:r>
        <w:tab/>
        <w:t>1.013e0</w:t>
      </w:r>
    </w:p>
    <w:p w:rsidR="006974AE" w:rsidRDefault="006974AE" w:rsidP="006974AE">
      <w:r>
        <w:t>636.2072</w:t>
      </w:r>
      <w:r>
        <w:tab/>
        <w:t>1.013e0</w:t>
      </w:r>
    </w:p>
    <w:p w:rsidR="006974AE" w:rsidRDefault="006974AE" w:rsidP="006974AE">
      <w:r>
        <w:t>636.2130</w:t>
      </w:r>
      <w:r>
        <w:tab/>
        <w:t>4.051e0</w:t>
      </w:r>
    </w:p>
    <w:p w:rsidR="006974AE" w:rsidRDefault="006974AE" w:rsidP="006974AE">
      <w:r>
        <w:t>636.3049</w:t>
      </w:r>
      <w:r>
        <w:tab/>
        <w:t>1.013e0</w:t>
      </w:r>
    </w:p>
    <w:p w:rsidR="006974AE" w:rsidRDefault="006974AE" w:rsidP="006974AE">
      <w:r>
        <w:t>636.3094</w:t>
      </w:r>
      <w:r>
        <w:tab/>
        <w:t>3.038e0</w:t>
      </w:r>
    </w:p>
    <w:p w:rsidR="006974AE" w:rsidRDefault="006974AE" w:rsidP="006974AE">
      <w:r>
        <w:t>636.3332</w:t>
      </w:r>
      <w:r>
        <w:tab/>
        <w:t>5.063e0</w:t>
      </w:r>
    </w:p>
    <w:p w:rsidR="006974AE" w:rsidRDefault="006974AE" w:rsidP="006974AE">
      <w:r>
        <w:t>636.3459</w:t>
      </w:r>
      <w:r>
        <w:tab/>
        <w:t>1.013e0</w:t>
      </w:r>
    </w:p>
    <w:p w:rsidR="006974AE" w:rsidRDefault="006974AE" w:rsidP="006974AE">
      <w:r>
        <w:t>636.3600</w:t>
      </w:r>
      <w:r>
        <w:tab/>
        <w:t>1.013e0</w:t>
      </w:r>
    </w:p>
    <w:p w:rsidR="006974AE" w:rsidRDefault="006974AE" w:rsidP="006974AE">
      <w:r>
        <w:t>636.3635</w:t>
      </w:r>
      <w:r>
        <w:tab/>
        <w:t>3.038e0</w:t>
      </w:r>
    </w:p>
    <w:p w:rsidR="006974AE" w:rsidRDefault="006974AE" w:rsidP="006974AE">
      <w:r>
        <w:t>636.3685</w:t>
      </w:r>
      <w:r>
        <w:tab/>
        <w:t>2.025e0</w:t>
      </w:r>
    </w:p>
    <w:p w:rsidR="006974AE" w:rsidRDefault="006974AE" w:rsidP="006974AE">
      <w:r>
        <w:t>636.4213</w:t>
      </w:r>
      <w:r>
        <w:tab/>
        <w:t>2.025e0</w:t>
      </w:r>
    </w:p>
    <w:p w:rsidR="006974AE" w:rsidRDefault="006974AE" w:rsidP="006974AE">
      <w:r>
        <w:t>636.4253</w:t>
      </w:r>
      <w:r>
        <w:tab/>
        <w:t>2.025e0</w:t>
      </w:r>
    </w:p>
    <w:p w:rsidR="006974AE" w:rsidRDefault="006974AE" w:rsidP="006974AE">
      <w:r>
        <w:t>636.4362</w:t>
      </w:r>
      <w:r>
        <w:tab/>
        <w:t>1.013e0</w:t>
      </w:r>
    </w:p>
    <w:p w:rsidR="006974AE" w:rsidRDefault="006974AE" w:rsidP="006974AE">
      <w:r>
        <w:lastRenderedPageBreak/>
        <w:t>636.5043</w:t>
      </w:r>
      <w:r>
        <w:tab/>
        <w:t>1.013e0</w:t>
      </w:r>
    </w:p>
    <w:p w:rsidR="006974AE" w:rsidRDefault="006974AE" w:rsidP="006974AE">
      <w:r>
        <w:t>636.5062</w:t>
      </w:r>
      <w:r>
        <w:tab/>
        <w:t>5.063e0</w:t>
      </w:r>
    </w:p>
    <w:p w:rsidR="006974AE" w:rsidRDefault="006974AE" w:rsidP="006974AE">
      <w:r>
        <w:t>636.5553</w:t>
      </w:r>
      <w:r>
        <w:tab/>
        <w:t>2.025e0</w:t>
      </w:r>
    </w:p>
    <w:p w:rsidR="006974AE" w:rsidRDefault="006974AE" w:rsidP="006974AE">
      <w:r>
        <w:t>636.5918</w:t>
      </w:r>
      <w:r>
        <w:tab/>
        <w:t>1.013e0</w:t>
      </w:r>
    </w:p>
    <w:p w:rsidR="006974AE" w:rsidRDefault="006974AE" w:rsidP="006974AE">
      <w:r>
        <w:t>636.5984</w:t>
      </w:r>
      <w:r>
        <w:tab/>
        <w:t>1.013e0</w:t>
      </w:r>
    </w:p>
    <w:p w:rsidR="006974AE" w:rsidRDefault="006974AE" w:rsidP="006974AE">
      <w:r>
        <w:t>636.6033</w:t>
      </w:r>
      <w:r>
        <w:tab/>
        <w:t>2.025e0</w:t>
      </w:r>
    </w:p>
    <w:p w:rsidR="006974AE" w:rsidRDefault="006974AE" w:rsidP="006974AE">
      <w:r>
        <w:t>636.6310</w:t>
      </w:r>
      <w:r>
        <w:tab/>
        <w:t>1.013e0</w:t>
      </w:r>
    </w:p>
    <w:p w:rsidR="006974AE" w:rsidRDefault="006974AE" w:rsidP="006974AE">
      <w:r>
        <w:t>636.6531</w:t>
      </w:r>
      <w:r>
        <w:tab/>
        <w:t>2.025e0</w:t>
      </w:r>
    </w:p>
    <w:p w:rsidR="006974AE" w:rsidRDefault="006974AE" w:rsidP="006974AE">
      <w:r>
        <w:t>636.6705</w:t>
      </w:r>
      <w:r>
        <w:tab/>
        <w:t>3.038e0</w:t>
      </w:r>
    </w:p>
    <w:p w:rsidR="006974AE" w:rsidRDefault="006974AE" w:rsidP="006974AE">
      <w:r>
        <w:t>636.6793</w:t>
      </w:r>
      <w:r>
        <w:tab/>
        <w:t>1.013e0</w:t>
      </w:r>
    </w:p>
    <w:p w:rsidR="006974AE" w:rsidRDefault="006974AE" w:rsidP="006974AE">
      <w:r>
        <w:t>636.7130</w:t>
      </w:r>
      <w:r>
        <w:tab/>
        <w:t>1.013e0</w:t>
      </w:r>
    </w:p>
    <w:p w:rsidR="006974AE" w:rsidRDefault="006974AE" w:rsidP="006974AE">
      <w:r>
        <w:t>636.7485</w:t>
      </w:r>
      <w:r>
        <w:tab/>
        <w:t>1.013e0</w:t>
      </w:r>
    </w:p>
    <w:p w:rsidR="006974AE" w:rsidRDefault="006974AE" w:rsidP="006974AE">
      <w:r>
        <w:t>636.7622</w:t>
      </w:r>
      <w:r>
        <w:tab/>
        <w:t>1.013e0</w:t>
      </w:r>
    </w:p>
    <w:p w:rsidR="006974AE" w:rsidRDefault="006974AE" w:rsidP="006974AE">
      <w:r>
        <w:t>636.7995</w:t>
      </w:r>
      <w:r>
        <w:tab/>
        <w:t>2.025e0</w:t>
      </w:r>
    </w:p>
    <w:p w:rsidR="006974AE" w:rsidRDefault="006974AE" w:rsidP="006974AE">
      <w:r>
        <w:t>636.8057</w:t>
      </w:r>
      <w:r>
        <w:tab/>
        <w:t>1.013e0</w:t>
      </w:r>
    </w:p>
    <w:p w:rsidR="006974AE" w:rsidRDefault="006974AE" w:rsidP="006974AE">
      <w:r>
        <w:t>636.8352</w:t>
      </w:r>
      <w:r>
        <w:tab/>
        <w:t>1.013e0</w:t>
      </w:r>
    </w:p>
    <w:p w:rsidR="006974AE" w:rsidRDefault="006974AE" w:rsidP="006974AE">
      <w:r>
        <w:t>636.9038</w:t>
      </w:r>
      <w:r>
        <w:tab/>
        <w:t>2.025e0</w:t>
      </w:r>
    </w:p>
    <w:p w:rsidR="006974AE" w:rsidRDefault="006974AE" w:rsidP="006974AE">
      <w:r>
        <w:t>636.9061</w:t>
      </w:r>
      <w:r>
        <w:tab/>
        <w:t>1.013e0</w:t>
      </w:r>
    </w:p>
    <w:p w:rsidR="006974AE" w:rsidRDefault="006974AE" w:rsidP="006974AE">
      <w:r>
        <w:t>636.9136</w:t>
      </w:r>
      <w:r>
        <w:tab/>
        <w:t>1.013e0</w:t>
      </w:r>
    </w:p>
    <w:p w:rsidR="006974AE" w:rsidRDefault="006974AE" w:rsidP="006974AE">
      <w:r>
        <w:lastRenderedPageBreak/>
        <w:t>636.9689</w:t>
      </w:r>
      <w:r>
        <w:tab/>
        <w:t>2.025e0</w:t>
      </w:r>
    </w:p>
    <w:p w:rsidR="006974AE" w:rsidRDefault="006974AE" w:rsidP="006974AE">
      <w:r>
        <w:t>637.0558</w:t>
      </w:r>
      <w:r>
        <w:tab/>
        <w:t>1.013e0</w:t>
      </w:r>
    </w:p>
    <w:p w:rsidR="006974AE" w:rsidRDefault="006974AE" w:rsidP="006974AE">
      <w:r>
        <w:t>637.0876</w:t>
      </w:r>
      <w:r>
        <w:tab/>
        <w:t>1.013e0</w:t>
      </w:r>
    </w:p>
    <w:p w:rsidR="006974AE" w:rsidRDefault="006974AE" w:rsidP="006974AE">
      <w:r>
        <w:t>637.1045</w:t>
      </w:r>
      <w:r>
        <w:tab/>
        <w:t>3.038e0</w:t>
      </w:r>
    </w:p>
    <w:p w:rsidR="006974AE" w:rsidRDefault="006974AE" w:rsidP="006974AE">
      <w:r>
        <w:t>637.1314</w:t>
      </w:r>
      <w:r>
        <w:tab/>
        <w:t>3.038e0</w:t>
      </w:r>
    </w:p>
    <w:p w:rsidR="006974AE" w:rsidRDefault="006974AE" w:rsidP="006974AE">
      <w:r>
        <w:t>637.2179</w:t>
      </w:r>
      <w:r>
        <w:tab/>
        <w:t>3.038e0</w:t>
      </w:r>
    </w:p>
    <w:p w:rsidR="006974AE" w:rsidRDefault="006974AE" w:rsidP="006974AE">
      <w:r>
        <w:t>637.2212</w:t>
      </w:r>
      <w:r>
        <w:tab/>
        <w:t>1.013e0</w:t>
      </w:r>
    </w:p>
    <w:p w:rsidR="006974AE" w:rsidRDefault="006974AE" w:rsidP="006974AE">
      <w:r>
        <w:t>637.2516</w:t>
      </w:r>
      <w:r>
        <w:tab/>
        <w:t>1.013e0</w:t>
      </w:r>
    </w:p>
    <w:p w:rsidR="006974AE" w:rsidRDefault="006974AE" w:rsidP="006974AE">
      <w:r>
        <w:t>637.2617</w:t>
      </w:r>
      <w:r>
        <w:tab/>
        <w:t>1.013e0</w:t>
      </w:r>
    </w:p>
    <w:p w:rsidR="006974AE" w:rsidRDefault="006974AE" w:rsidP="006974AE">
      <w:r>
        <w:t>637.2761</w:t>
      </w:r>
      <w:r>
        <w:tab/>
        <w:t>3.038e0</w:t>
      </w:r>
    </w:p>
    <w:p w:rsidR="006974AE" w:rsidRDefault="006974AE" w:rsidP="006974AE">
      <w:r>
        <w:t>637.2830</w:t>
      </w:r>
      <w:r>
        <w:tab/>
        <w:t>3.038e0</w:t>
      </w:r>
    </w:p>
    <w:p w:rsidR="006974AE" w:rsidRDefault="006974AE" w:rsidP="006974AE">
      <w:r>
        <w:t>637.2944</w:t>
      </w:r>
      <w:r>
        <w:tab/>
        <w:t>2.025e0</w:t>
      </w:r>
    </w:p>
    <w:p w:rsidR="006974AE" w:rsidRDefault="006974AE" w:rsidP="006974AE">
      <w:r>
        <w:t>637.3060</w:t>
      </w:r>
      <w:r>
        <w:tab/>
        <w:t>1.013e0</w:t>
      </w:r>
    </w:p>
    <w:p w:rsidR="006974AE" w:rsidRDefault="006974AE" w:rsidP="006974AE">
      <w:r>
        <w:t>637.3516</w:t>
      </w:r>
      <w:r>
        <w:tab/>
        <w:t>3.038e0</w:t>
      </w:r>
    </w:p>
    <w:p w:rsidR="006974AE" w:rsidRDefault="006974AE" w:rsidP="006974AE">
      <w:r>
        <w:t>637.3552</w:t>
      </w:r>
      <w:r>
        <w:tab/>
        <w:t>2.025e0</w:t>
      </w:r>
    </w:p>
    <w:p w:rsidR="006974AE" w:rsidRDefault="006974AE" w:rsidP="006974AE">
      <w:r>
        <w:t>637.3705</w:t>
      </w:r>
      <w:r>
        <w:tab/>
        <w:t>1.013e0</w:t>
      </w:r>
    </w:p>
    <w:p w:rsidR="006974AE" w:rsidRDefault="006974AE" w:rsidP="006974AE">
      <w:r>
        <w:t>637.3813</w:t>
      </w:r>
      <w:r>
        <w:tab/>
        <w:t>4.051e0</w:t>
      </w:r>
    </w:p>
    <w:p w:rsidR="006974AE" w:rsidRDefault="006974AE" w:rsidP="006974AE">
      <w:r>
        <w:t>637.4128</w:t>
      </w:r>
      <w:r>
        <w:tab/>
        <w:t>1.013e0</w:t>
      </w:r>
    </w:p>
    <w:p w:rsidR="006974AE" w:rsidRDefault="006974AE" w:rsidP="006974AE">
      <w:r>
        <w:t>637.4141</w:t>
      </w:r>
      <w:r>
        <w:tab/>
        <w:t>3.038e0</w:t>
      </w:r>
    </w:p>
    <w:p w:rsidR="006974AE" w:rsidRDefault="006974AE" w:rsidP="006974AE">
      <w:r>
        <w:lastRenderedPageBreak/>
        <w:t>637.4257</w:t>
      </w:r>
      <w:r>
        <w:tab/>
        <w:t>1.013e0</w:t>
      </w:r>
    </w:p>
    <w:p w:rsidR="006974AE" w:rsidRDefault="006974AE" w:rsidP="006974AE">
      <w:r>
        <w:t>637.4801</w:t>
      </w:r>
      <w:r>
        <w:tab/>
        <w:t>2.025e0</w:t>
      </w:r>
    </w:p>
    <w:p w:rsidR="006974AE" w:rsidRDefault="006974AE" w:rsidP="006974AE">
      <w:r>
        <w:t>637.4835</w:t>
      </w:r>
      <w:r>
        <w:tab/>
        <w:t>1.013e0</w:t>
      </w:r>
    </w:p>
    <w:p w:rsidR="006974AE" w:rsidRDefault="006974AE" w:rsidP="006974AE">
      <w:r>
        <w:t>637.5446</w:t>
      </w:r>
      <w:r>
        <w:tab/>
        <w:t>1.013e0</w:t>
      </w:r>
    </w:p>
    <w:p w:rsidR="006974AE" w:rsidRDefault="006974AE" w:rsidP="006974AE">
      <w:r>
        <w:t>637.5710</w:t>
      </w:r>
      <w:r>
        <w:tab/>
        <w:t>1.013e0</w:t>
      </w:r>
    </w:p>
    <w:p w:rsidR="006974AE" w:rsidRDefault="006974AE" w:rsidP="006974AE">
      <w:r>
        <w:t>637.5776</w:t>
      </w:r>
      <w:r>
        <w:tab/>
        <w:t>3.038e0</w:t>
      </w:r>
    </w:p>
    <w:p w:rsidR="006974AE" w:rsidRDefault="006974AE" w:rsidP="006974AE">
      <w:r>
        <w:t>637.6245</w:t>
      </w:r>
      <w:r>
        <w:tab/>
        <w:t>1.013e0</w:t>
      </w:r>
    </w:p>
    <w:p w:rsidR="006974AE" w:rsidRDefault="006974AE" w:rsidP="006974AE">
      <w:r>
        <w:t>637.6862</w:t>
      </w:r>
      <w:r>
        <w:tab/>
        <w:t>1.013e0</w:t>
      </w:r>
    </w:p>
    <w:p w:rsidR="006974AE" w:rsidRDefault="006974AE" w:rsidP="006974AE">
      <w:r>
        <w:t>637.6887</w:t>
      </w:r>
      <w:r>
        <w:tab/>
        <w:t>2.025e0</w:t>
      </w:r>
    </w:p>
    <w:p w:rsidR="006974AE" w:rsidRDefault="006974AE" w:rsidP="006974AE">
      <w:r>
        <w:t>637.6970</w:t>
      </w:r>
      <w:r>
        <w:tab/>
        <w:t>1.013e0</w:t>
      </w:r>
    </w:p>
    <w:p w:rsidR="006974AE" w:rsidRDefault="006974AE" w:rsidP="006974AE">
      <w:r>
        <w:t>637.7223</w:t>
      </w:r>
      <w:r>
        <w:tab/>
        <w:t>2.025e0</w:t>
      </w:r>
    </w:p>
    <w:p w:rsidR="006974AE" w:rsidRDefault="006974AE" w:rsidP="006974AE">
      <w:r>
        <w:t>637.7466</w:t>
      </w:r>
      <w:r>
        <w:tab/>
        <w:t>1.013e0</w:t>
      </w:r>
    </w:p>
    <w:p w:rsidR="006974AE" w:rsidRDefault="006974AE" w:rsidP="006974AE">
      <w:r>
        <w:t>637.7733</w:t>
      </w:r>
      <w:r>
        <w:tab/>
        <w:t>2.025e0</w:t>
      </w:r>
    </w:p>
    <w:p w:rsidR="006974AE" w:rsidRDefault="006974AE" w:rsidP="006974AE">
      <w:r>
        <w:t>637.8340</w:t>
      </w:r>
      <w:r>
        <w:tab/>
        <w:t>1.013e0</w:t>
      </w:r>
    </w:p>
    <w:p w:rsidR="006974AE" w:rsidRDefault="006974AE" w:rsidP="006974AE">
      <w:r>
        <w:t>637.8730</w:t>
      </w:r>
      <w:r>
        <w:tab/>
        <w:t>3.038e0</w:t>
      </w:r>
    </w:p>
    <w:p w:rsidR="006974AE" w:rsidRDefault="006974AE" w:rsidP="006974AE">
      <w:r>
        <w:t>637.9257</w:t>
      </w:r>
      <w:r>
        <w:tab/>
        <w:t>1.013e0</w:t>
      </w:r>
    </w:p>
    <w:p w:rsidR="006974AE" w:rsidRDefault="006974AE" w:rsidP="006974AE">
      <w:r>
        <w:t>637.9387</w:t>
      </w:r>
      <w:r>
        <w:tab/>
        <w:t>1.013e0</w:t>
      </w:r>
    </w:p>
    <w:p w:rsidR="006974AE" w:rsidRDefault="006974AE" w:rsidP="006974AE">
      <w:r>
        <w:t>637.9487</w:t>
      </w:r>
      <w:r>
        <w:tab/>
        <w:t>2.025e0</w:t>
      </w:r>
    </w:p>
    <w:p w:rsidR="006974AE" w:rsidRDefault="006974AE" w:rsidP="006974AE">
      <w:r>
        <w:t>638.0027</w:t>
      </w:r>
      <w:r>
        <w:tab/>
        <w:t>1.013e0</w:t>
      </w:r>
    </w:p>
    <w:p w:rsidR="006974AE" w:rsidRDefault="006974AE" w:rsidP="006974AE">
      <w:r>
        <w:lastRenderedPageBreak/>
        <w:t>638.0270</w:t>
      </w:r>
      <w:r>
        <w:tab/>
        <w:t>1.013e0</w:t>
      </w:r>
    </w:p>
    <w:p w:rsidR="006974AE" w:rsidRDefault="006974AE" w:rsidP="006974AE">
      <w:r>
        <w:t>638.0564</w:t>
      </w:r>
      <w:r>
        <w:tab/>
        <w:t>1.013e0</w:t>
      </w:r>
    </w:p>
    <w:p w:rsidR="006974AE" w:rsidRDefault="006974AE" w:rsidP="006974AE">
      <w:r>
        <w:t>638.0612</w:t>
      </w:r>
      <w:r>
        <w:tab/>
        <w:t>2.025e0</w:t>
      </w:r>
    </w:p>
    <w:p w:rsidR="006974AE" w:rsidRDefault="006974AE" w:rsidP="006974AE">
      <w:r>
        <w:t>638.0891</w:t>
      </w:r>
      <w:r>
        <w:tab/>
        <w:t>1.013e0</w:t>
      </w:r>
    </w:p>
    <w:p w:rsidR="006974AE" w:rsidRDefault="006974AE" w:rsidP="006974AE">
      <w:r>
        <w:t>638.1436</w:t>
      </w:r>
      <w:r>
        <w:tab/>
        <w:t>1.013e0</w:t>
      </w:r>
    </w:p>
    <w:p w:rsidR="006974AE" w:rsidRDefault="006974AE" w:rsidP="006974AE">
      <w:r>
        <w:t>638.1483</w:t>
      </w:r>
      <w:r>
        <w:tab/>
        <w:t>2.025e0</w:t>
      </w:r>
    </w:p>
    <w:p w:rsidR="006974AE" w:rsidRDefault="006974AE" w:rsidP="006974AE">
      <w:r>
        <w:t>638.1552</w:t>
      </w:r>
      <w:r>
        <w:tab/>
        <w:t>1.013e0</w:t>
      </w:r>
    </w:p>
    <w:p w:rsidR="006974AE" w:rsidRDefault="006974AE" w:rsidP="006974AE">
      <w:r>
        <w:t>638.1622</w:t>
      </w:r>
      <w:r>
        <w:tab/>
        <w:t>4.051e0</w:t>
      </w:r>
    </w:p>
    <w:p w:rsidR="006974AE" w:rsidRDefault="006974AE" w:rsidP="006974AE">
      <w:r>
        <w:t>638.1722</w:t>
      </w:r>
      <w:r>
        <w:tab/>
        <w:t>3.038e0</w:t>
      </w:r>
    </w:p>
    <w:p w:rsidR="006974AE" w:rsidRDefault="006974AE" w:rsidP="006974AE">
      <w:r>
        <w:t>638.2019</w:t>
      </w:r>
      <w:r>
        <w:tab/>
        <w:t>1.013e0</w:t>
      </w:r>
    </w:p>
    <w:p w:rsidR="006974AE" w:rsidRDefault="006974AE" w:rsidP="006974AE">
      <w:r>
        <w:t>638.2089</w:t>
      </w:r>
      <w:r>
        <w:tab/>
        <w:t>1.013e0</w:t>
      </w:r>
    </w:p>
    <w:p w:rsidR="006974AE" w:rsidRDefault="006974AE" w:rsidP="006974AE">
      <w:r>
        <w:t>638.2123</w:t>
      </w:r>
      <w:r>
        <w:tab/>
        <w:t>2.025e0</w:t>
      </w:r>
    </w:p>
    <w:p w:rsidR="006974AE" w:rsidRDefault="006974AE" w:rsidP="006974AE">
      <w:r>
        <w:t>638.2198</w:t>
      </w:r>
      <w:r>
        <w:tab/>
        <w:t>1.013e0</w:t>
      </w:r>
    </w:p>
    <w:p w:rsidR="006974AE" w:rsidRDefault="006974AE" w:rsidP="006974AE">
      <w:r>
        <w:t>638.2545</w:t>
      </w:r>
      <w:r>
        <w:tab/>
        <w:t>1.013e0</w:t>
      </w:r>
    </w:p>
    <w:p w:rsidR="006974AE" w:rsidRDefault="006974AE" w:rsidP="006974AE">
      <w:r>
        <w:t>638.2704</w:t>
      </w:r>
      <w:r>
        <w:tab/>
        <w:t>1.013e0</w:t>
      </w:r>
    </w:p>
    <w:p w:rsidR="006974AE" w:rsidRDefault="006974AE" w:rsidP="006974AE">
      <w:r>
        <w:t>638.2751</w:t>
      </w:r>
      <w:r>
        <w:tab/>
        <w:t>1.013e0</w:t>
      </w:r>
    </w:p>
    <w:p w:rsidR="006974AE" w:rsidRDefault="006974AE" w:rsidP="006974AE">
      <w:r>
        <w:t>638.2894</w:t>
      </w:r>
      <w:r>
        <w:tab/>
        <w:t>1.013e0</w:t>
      </w:r>
    </w:p>
    <w:p w:rsidR="006974AE" w:rsidRDefault="006974AE" w:rsidP="006974AE">
      <w:r>
        <w:t>638.2961</w:t>
      </w:r>
      <w:r>
        <w:tab/>
        <w:t>1.013e0</w:t>
      </w:r>
    </w:p>
    <w:p w:rsidR="006974AE" w:rsidRDefault="006974AE" w:rsidP="006974AE">
      <w:r>
        <w:t>638.3459</w:t>
      </w:r>
      <w:r>
        <w:tab/>
        <w:t>2.025e0</w:t>
      </w:r>
    </w:p>
    <w:p w:rsidR="006974AE" w:rsidRDefault="006974AE" w:rsidP="006974AE">
      <w:r>
        <w:lastRenderedPageBreak/>
        <w:t>638.3558</w:t>
      </w:r>
      <w:r>
        <w:tab/>
        <w:t>3.038e0</w:t>
      </w:r>
    </w:p>
    <w:p w:rsidR="006974AE" w:rsidRDefault="006974AE" w:rsidP="006974AE">
      <w:r>
        <w:t>638.3724</w:t>
      </w:r>
      <w:r>
        <w:tab/>
        <w:t>6.076e0</w:t>
      </w:r>
    </w:p>
    <w:p w:rsidR="006974AE" w:rsidRDefault="006974AE" w:rsidP="006974AE">
      <w:r>
        <w:t>638.3882</w:t>
      </w:r>
      <w:r>
        <w:tab/>
        <w:t>2.025e0</w:t>
      </w:r>
    </w:p>
    <w:p w:rsidR="006974AE" w:rsidRDefault="006974AE" w:rsidP="006974AE">
      <w:r>
        <w:t>638.3941</w:t>
      </w:r>
      <w:r>
        <w:tab/>
        <w:t>1.013e0</w:t>
      </w:r>
    </w:p>
    <w:p w:rsidR="006974AE" w:rsidRDefault="006974AE" w:rsidP="006974AE">
      <w:r>
        <w:t>638.4135</w:t>
      </w:r>
      <w:r>
        <w:tab/>
        <w:t>5.063e0</w:t>
      </w:r>
    </w:p>
    <w:p w:rsidR="006974AE" w:rsidRDefault="006974AE" w:rsidP="006974AE">
      <w:r>
        <w:t>638.4603</w:t>
      </w:r>
      <w:r>
        <w:tab/>
        <w:t>2.025e0</w:t>
      </w:r>
    </w:p>
    <w:p w:rsidR="006974AE" w:rsidRDefault="006974AE" w:rsidP="006974AE">
      <w:r>
        <w:t>638.4797</w:t>
      </w:r>
      <w:r>
        <w:tab/>
        <w:t>2.025e0</w:t>
      </w:r>
    </w:p>
    <w:p w:rsidR="006974AE" w:rsidRDefault="006974AE" w:rsidP="006974AE">
      <w:r>
        <w:t>638.4868</w:t>
      </w:r>
      <w:r>
        <w:tab/>
        <w:t>2.025e0</w:t>
      </w:r>
    </w:p>
    <w:p w:rsidR="006974AE" w:rsidRDefault="006974AE" w:rsidP="006974AE">
      <w:r>
        <w:t>638.4922</w:t>
      </w:r>
      <w:r>
        <w:tab/>
        <w:t>1.013e0</w:t>
      </w:r>
    </w:p>
    <w:p w:rsidR="006974AE" w:rsidRDefault="006974AE" w:rsidP="006974AE">
      <w:r>
        <w:t>638.5031</w:t>
      </w:r>
      <w:r>
        <w:tab/>
        <w:t>1.013e0</w:t>
      </w:r>
    </w:p>
    <w:p w:rsidR="006974AE" w:rsidRDefault="006974AE" w:rsidP="006974AE">
      <w:r>
        <w:t>638.5169</w:t>
      </w:r>
      <w:r>
        <w:tab/>
        <w:t>1.013e0</w:t>
      </w:r>
    </w:p>
    <w:p w:rsidR="006974AE" w:rsidRDefault="006974AE" w:rsidP="006974AE">
      <w:r>
        <w:t>638.5638</w:t>
      </w:r>
      <w:r>
        <w:tab/>
        <w:t>2.107e0</w:t>
      </w:r>
    </w:p>
    <w:p w:rsidR="006974AE" w:rsidRDefault="006974AE" w:rsidP="006974AE">
      <w:r>
        <w:t>638.5920</w:t>
      </w:r>
      <w:r>
        <w:tab/>
        <w:t>1.013e1</w:t>
      </w:r>
    </w:p>
    <w:p w:rsidR="006974AE" w:rsidRDefault="006974AE" w:rsidP="006974AE">
      <w:r>
        <w:t>638.5952</w:t>
      </w:r>
      <w:r>
        <w:tab/>
        <w:t>6.076e0</w:t>
      </w:r>
    </w:p>
    <w:p w:rsidR="006974AE" w:rsidRDefault="006974AE" w:rsidP="006974AE">
      <w:r>
        <w:t>638.6060</w:t>
      </w:r>
      <w:r>
        <w:tab/>
        <w:t>4.051e0</w:t>
      </w:r>
    </w:p>
    <w:p w:rsidR="006974AE" w:rsidRDefault="006974AE" w:rsidP="006974AE">
      <w:r>
        <w:t>638.6171</w:t>
      </w:r>
      <w:r>
        <w:tab/>
        <w:t>6.076e0</w:t>
      </w:r>
    </w:p>
    <w:p w:rsidR="006974AE" w:rsidRDefault="006974AE" w:rsidP="006974AE">
      <w:r>
        <w:t>638.6211</w:t>
      </w:r>
      <w:r>
        <w:tab/>
        <w:t>3.038e0</w:t>
      </w:r>
    </w:p>
    <w:p w:rsidR="006974AE" w:rsidRDefault="006974AE" w:rsidP="006974AE">
      <w:r>
        <w:t>638.6271</w:t>
      </w:r>
      <w:r>
        <w:tab/>
        <w:t>9.114e0</w:t>
      </w:r>
    </w:p>
    <w:p w:rsidR="006974AE" w:rsidRDefault="006974AE" w:rsidP="006974AE">
      <w:r>
        <w:t>638.7211</w:t>
      </w:r>
      <w:r>
        <w:tab/>
        <w:t>1.013e0</w:t>
      </w:r>
    </w:p>
    <w:p w:rsidR="006974AE" w:rsidRDefault="006974AE" w:rsidP="006974AE">
      <w:r>
        <w:lastRenderedPageBreak/>
        <w:t>638.7646</w:t>
      </w:r>
      <w:r>
        <w:tab/>
        <w:t>2.025e0</w:t>
      </w:r>
    </w:p>
    <w:p w:rsidR="006974AE" w:rsidRDefault="006974AE" w:rsidP="006974AE">
      <w:r>
        <w:t>638.8193</w:t>
      </w:r>
      <w:r>
        <w:tab/>
        <w:t>1.013e0</w:t>
      </w:r>
    </w:p>
    <w:p w:rsidR="006974AE" w:rsidRDefault="006974AE" w:rsidP="006974AE">
      <w:r>
        <w:t>638.8434</w:t>
      </w:r>
      <w:r>
        <w:tab/>
        <w:t>2.025e0</w:t>
      </w:r>
    </w:p>
    <w:p w:rsidR="006974AE" w:rsidRDefault="006974AE" w:rsidP="006974AE">
      <w:r>
        <w:t>638.8520</w:t>
      </w:r>
      <w:r>
        <w:tab/>
        <w:t>1.013e0</w:t>
      </w:r>
    </w:p>
    <w:p w:rsidR="006974AE" w:rsidRDefault="006974AE" w:rsidP="006974AE">
      <w:r>
        <w:t>638.8746</w:t>
      </w:r>
      <w:r>
        <w:tab/>
        <w:t>1.013e0</w:t>
      </w:r>
    </w:p>
    <w:p w:rsidR="006974AE" w:rsidRDefault="006974AE" w:rsidP="006974AE">
      <w:r>
        <w:t>638.9281</w:t>
      </w:r>
      <w:r>
        <w:tab/>
        <w:t>3.038e0</w:t>
      </w:r>
    </w:p>
    <w:p w:rsidR="006974AE" w:rsidRDefault="006974AE" w:rsidP="006974AE">
      <w:r>
        <w:t>638.9368</w:t>
      </w:r>
      <w:r>
        <w:tab/>
        <w:t>2.025e0</w:t>
      </w:r>
    </w:p>
    <w:p w:rsidR="006974AE" w:rsidRDefault="006974AE" w:rsidP="006974AE">
      <w:r>
        <w:t>638.9401</w:t>
      </w:r>
      <w:r>
        <w:tab/>
        <w:t>1.013e0</w:t>
      </w:r>
    </w:p>
    <w:p w:rsidR="006974AE" w:rsidRDefault="006974AE" w:rsidP="006974AE">
      <w:r>
        <w:t>639.0059</w:t>
      </w:r>
      <w:r>
        <w:tab/>
        <w:t>1.013e0</w:t>
      </w:r>
    </w:p>
    <w:p w:rsidR="006974AE" w:rsidRDefault="006974AE" w:rsidP="006974AE">
      <w:r>
        <w:t>639.0156</w:t>
      </w:r>
      <w:r>
        <w:tab/>
        <w:t>1.013e0</w:t>
      </w:r>
    </w:p>
    <w:p w:rsidR="006974AE" w:rsidRDefault="006974AE" w:rsidP="006974AE">
      <w:r>
        <w:t>639.0233</w:t>
      </w:r>
      <w:r>
        <w:tab/>
        <w:t>4.051e0</w:t>
      </w:r>
    </w:p>
    <w:p w:rsidR="006974AE" w:rsidRDefault="006974AE" w:rsidP="006974AE">
      <w:r>
        <w:t>639.0762</w:t>
      </w:r>
      <w:r>
        <w:tab/>
        <w:t>1.013e0</w:t>
      </w:r>
    </w:p>
    <w:p w:rsidR="006974AE" w:rsidRDefault="006974AE" w:rsidP="006974AE">
      <w:r>
        <w:t>639.0934</w:t>
      </w:r>
      <w:r>
        <w:tab/>
        <w:t>1.013e0</w:t>
      </w:r>
    </w:p>
    <w:p w:rsidR="006974AE" w:rsidRDefault="006974AE" w:rsidP="006974AE">
      <w:r>
        <w:t>639.1465</w:t>
      </w:r>
      <w:r>
        <w:tab/>
        <w:t>1.013e0</w:t>
      </w:r>
    </w:p>
    <w:p w:rsidR="006974AE" w:rsidRDefault="006974AE" w:rsidP="006974AE">
      <w:r>
        <w:t>639.1506</w:t>
      </w:r>
      <w:r>
        <w:tab/>
        <w:t>5.063e0</w:t>
      </w:r>
    </w:p>
    <w:p w:rsidR="006974AE" w:rsidRDefault="006974AE" w:rsidP="006974AE">
      <w:r>
        <w:t>639.1727</w:t>
      </w:r>
      <w:r>
        <w:tab/>
        <w:t>2.025e0</w:t>
      </w:r>
    </w:p>
    <w:p w:rsidR="006974AE" w:rsidRDefault="006974AE" w:rsidP="006974AE">
      <w:r>
        <w:t>639.1792</w:t>
      </w:r>
      <w:r>
        <w:tab/>
        <w:t>1.013e0</w:t>
      </w:r>
    </w:p>
    <w:p w:rsidR="006974AE" w:rsidRDefault="006974AE" w:rsidP="006974AE">
      <w:r>
        <w:t>639.2165</w:t>
      </w:r>
      <w:r>
        <w:tab/>
        <w:t>1.013e0</w:t>
      </w:r>
    </w:p>
    <w:p w:rsidR="006974AE" w:rsidRDefault="006974AE" w:rsidP="006974AE">
      <w:r>
        <w:t>639.2582</w:t>
      </w:r>
      <w:r>
        <w:tab/>
        <w:t>4.051e0</w:t>
      </w:r>
    </w:p>
    <w:p w:rsidR="006974AE" w:rsidRDefault="006974AE" w:rsidP="006974AE">
      <w:r>
        <w:lastRenderedPageBreak/>
        <w:t>639.2593</w:t>
      </w:r>
      <w:r>
        <w:tab/>
        <w:t>4.051e0</w:t>
      </w:r>
    </w:p>
    <w:p w:rsidR="006974AE" w:rsidRDefault="006974AE" w:rsidP="006974AE">
      <w:r>
        <w:t>639.2917</w:t>
      </w:r>
      <w:r>
        <w:tab/>
        <w:t>3.038e0</w:t>
      </w:r>
    </w:p>
    <w:p w:rsidR="006974AE" w:rsidRDefault="006974AE" w:rsidP="006974AE">
      <w:r>
        <w:t>639.3110</w:t>
      </w:r>
      <w:r>
        <w:tab/>
        <w:t>1.013e0</w:t>
      </w:r>
    </w:p>
    <w:p w:rsidR="006974AE" w:rsidRDefault="006974AE" w:rsidP="006974AE">
      <w:r>
        <w:t>639.3140</w:t>
      </w:r>
      <w:r>
        <w:tab/>
        <w:t>2.025e0</w:t>
      </w:r>
    </w:p>
    <w:p w:rsidR="006974AE" w:rsidRDefault="006974AE" w:rsidP="006974AE">
      <w:r>
        <w:t>639.3460</w:t>
      </w:r>
      <w:r>
        <w:tab/>
        <w:t>2.025e0</w:t>
      </w:r>
    </w:p>
    <w:p w:rsidR="006974AE" w:rsidRDefault="006974AE" w:rsidP="006974AE">
      <w:r>
        <w:t>639.3655</w:t>
      </w:r>
      <w:r>
        <w:tab/>
        <w:t>1.013e0</w:t>
      </w:r>
    </w:p>
    <w:p w:rsidR="006974AE" w:rsidRDefault="006974AE" w:rsidP="006974AE">
      <w:r>
        <w:t>639.3683</w:t>
      </w:r>
      <w:r>
        <w:tab/>
        <w:t>2.025e0</w:t>
      </w:r>
    </w:p>
    <w:p w:rsidR="006974AE" w:rsidRDefault="006974AE" w:rsidP="006974AE">
      <w:r>
        <w:t>639.4606</w:t>
      </w:r>
      <w:r>
        <w:tab/>
        <w:t>1.013e0</w:t>
      </w:r>
    </w:p>
    <w:p w:rsidR="006974AE" w:rsidRDefault="006974AE" w:rsidP="006974AE">
      <w:r>
        <w:t>639.4684</w:t>
      </w:r>
      <w:r>
        <w:tab/>
        <w:t>2.025e0</w:t>
      </w:r>
    </w:p>
    <w:p w:rsidR="006974AE" w:rsidRDefault="006974AE" w:rsidP="006974AE">
      <w:r>
        <w:t>639.5070</w:t>
      </w:r>
      <w:r>
        <w:tab/>
        <w:t>2.025e0</w:t>
      </w:r>
    </w:p>
    <w:p w:rsidR="006974AE" w:rsidRDefault="006974AE" w:rsidP="006974AE">
      <w:r>
        <w:t>639.5637</w:t>
      </w:r>
      <w:r>
        <w:tab/>
        <w:t>3.038e0</w:t>
      </w:r>
    </w:p>
    <w:p w:rsidR="006974AE" w:rsidRDefault="006974AE" w:rsidP="006974AE">
      <w:r>
        <w:t>639.5878</w:t>
      </w:r>
      <w:r>
        <w:tab/>
        <w:t>3.038e0</w:t>
      </w:r>
    </w:p>
    <w:p w:rsidR="006974AE" w:rsidRDefault="006974AE" w:rsidP="006974AE">
      <w:r>
        <w:t>639.5967</w:t>
      </w:r>
      <w:r>
        <w:tab/>
        <w:t>2.025e0</w:t>
      </w:r>
    </w:p>
    <w:p w:rsidR="006974AE" w:rsidRDefault="006974AE" w:rsidP="006974AE">
      <w:r>
        <w:t>639.6000</w:t>
      </w:r>
      <w:r>
        <w:tab/>
        <w:t>1.013e0</w:t>
      </w:r>
    </w:p>
    <w:p w:rsidR="006974AE" w:rsidRDefault="006974AE" w:rsidP="006974AE">
      <w:r>
        <w:t>639.6064</w:t>
      </w:r>
      <w:r>
        <w:tab/>
        <w:t>3.038e0</w:t>
      </w:r>
    </w:p>
    <w:p w:rsidR="006974AE" w:rsidRDefault="006974AE" w:rsidP="006974AE">
      <w:r>
        <w:t>639.6083</w:t>
      </w:r>
      <w:r>
        <w:tab/>
        <w:t>3.038e0</w:t>
      </w:r>
    </w:p>
    <w:p w:rsidR="006974AE" w:rsidRDefault="006974AE" w:rsidP="006974AE">
      <w:r>
        <w:t>639.6108</w:t>
      </w:r>
      <w:r>
        <w:tab/>
        <w:t>4.051e0</w:t>
      </w:r>
    </w:p>
    <w:p w:rsidR="006974AE" w:rsidRDefault="006974AE" w:rsidP="006974AE">
      <w:r>
        <w:t>639.6250</w:t>
      </w:r>
      <w:r>
        <w:tab/>
        <w:t>3.038e0</w:t>
      </w:r>
    </w:p>
    <w:p w:rsidR="006974AE" w:rsidRDefault="006974AE" w:rsidP="006974AE">
      <w:r>
        <w:t>639.6470</w:t>
      </w:r>
      <w:r>
        <w:tab/>
        <w:t>3.038e0</w:t>
      </w:r>
    </w:p>
    <w:p w:rsidR="006974AE" w:rsidRDefault="006974AE" w:rsidP="006974AE">
      <w:r>
        <w:lastRenderedPageBreak/>
        <w:t>639.6882</w:t>
      </w:r>
      <w:r>
        <w:tab/>
        <w:t>1.013e0</w:t>
      </w:r>
    </w:p>
    <w:p w:rsidR="006974AE" w:rsidRDefault="006974AE" w:rsidP="006974AE">
      <w:r>
        <w:t>639.7359</w:t>
      </w:r>
      <w:r>
        <w:tab/>
        <w:t>1.013e0</w:t>
      </w:r>
    </w:p>
    <w:p w:rsidR="006974AE" w:rsidRDefault="006974AE" w:rsidP="006974AE">
      <w:r>
        <w:t>639.7579</w:t>
      </w:r>
      <w:r>
        <w:tab/>
        <w:t>1.013e0</w:t>
      </w:r>
    </w:p>
    <w:p w:rsidR="006974AE" w:rsidRDefault="006974AE" w:rsidP="006974AE">
      <w:r>
        <w:t>639.7607</w:t>
      </w:r>
      <w:r>
        <w:tab/>
        <w:t>4.051e0</w:t>
      </w:r>
    </w:p>
    <w:p w:rsidR="006974AE" w:rsidRDefault="006974AE" w:rsidP="006974AE">
      <w:r>
        <w:t>639.7693</w:t>
      </w:r>
      <w:r>
        <w:tab/>
        <w:t>3.038e0</w:t>
      </w:r>
    </w:p>
    <w:p w:rsidR="006974AE" w:rsidRDefault="006974AE" w:rsidP="006974AE">
      <w:r>
        <w:t>639.7938</w:t>
      </w:r>
      <w:r>
        <w:tab/>
        <w:t>1.013e0</w:t>
      </w:r>
    </w:p>
    <w:p w:rsidR="006974AE" w:rsidRDefault="006974AE" w:rsidP="006974AE">
      <w:r>
        <w:t>639.9153</w:t>
      </w:r>
      <w:r>
        <w:tab/>
        <w:t>2.025e0</w:t>
      </w:r>
    </w:p>
    <w:p w:rsidR="006974AE" w:rsidRDefault="006974AE" w:rsidP="006974AE">
      <w:r>
        <w:t>639.9442</w:t>
      </w:r>
      <w:r>
        <w:tab/>
        <w:t>1.013e0</w:t>
      </w:r>
    </w:p>
    <w:p w:rsidR="006974AE" w:rsidRDefault="006974AE" w:rsidP="006974AE">
      <w:r>
        <w:t>639.9497</w:t>
      </w:r>
      <w:r>
        <w:tab/>
        <w:t>1.013e0</w:t>
      </w:r>
    </w:p>
    <w:p w:rsidR="006974AE" w:rsidRDefault="006974AE" w:rsidP="006974AE">
      <w:r>
        <w:t>640.0198</w:t>
      </w:r>
      <w:r>
        <w:tab/>
        <w:t>2.025e0</w:t>
      </w:r>
    </w:p>
    <w:p w:rsidR="006974AE" w:rsidRDefault="006974AE" w:rsidP="006974AE">
      <w:r>
        <w:t>640.0726</w:t>
      </w:r>
      <w:r>
        <w:tab/>
        <w:t>2.025e0</w:t>
      </w:r>
    </w:p>
    <w:p w:rsidR="006974AE" w:rsidRDefault="006974AE" w:rsidP="006974AE">
      <w:r>
        <w:t>640.0971</w:t>
      </w:r>
      <w:r>
        <w:tab/>
        <w:t>1.013e0</w:t>
      </w:r>
    </w:p>
    <w:p w:rsidR="006974AE" w:rsidRDefault="006974AE" w:rsidP="006974AE">
      <w:r>
        <w:t>640.1245</w:t>
      </w:r>
      <w:r>
        <w:tab/>
        <w:t>1.013e0</w:t>
      </w:r>
    </w:p>
    <w:p w:rsidR="006974AE" w:rsidRDefault="006974AE" w:rsidP="006974AE">
      <w:r>
        <w:t>640.1299</w:t>
      </w:r>
      <w:r>
        <w:tab/>
        <w:t>2.025e0</w:t>
      </w:r>
    </w:p>
    <w:p w:rsidR="006974AE" w:rsidRDefault="006974AE" w:rsidP="006974AE">
      <w:r>
        <w:t>640.1379</w:t>
      </w:r>
      <w:r>
        <w:tab/>
        <w:t>3.038e0</w:t>
      </w:r>
    </w:p>
    <w:p w:rsidR="006974AE" w:rsidRDefault="006974AE" w:rsidP="006974AE">
      <w:r>
        <w:t>640.1627</w:t>
      </w:r>
      <w:r>
        <w:tab/>
        <w:t>1.013e0</w:t>
      </w:r>
    </w:p>
    <w:p w:rsidR="006974AE" w:rsidRDefault="006974AE" w:rsidP="006974AE">
      <w:r>
        <w:t>640.1823</w:t>
      </w:r>
      <w:r>
        <w:tab/>
        <w:t>2.025e0</w:t>
      </w:r>
    </w:p>
    <w:p w:rsidR="006974AE" w:rsidRDefault="006974AE" w:rsidP="006974AE">
      <w:r>
        <w:t>640.1862</w:t>
      </w:r>
      <w:r>
        <w:tab/>
        <w:t>2.025e0</w:t>
      </w:r>
    </w:p>
    <w:p w:rsidR="006974AE" w:rsidRDefault="006974AE" w:rsidP="006974AE">
      <w:r>
        <w:t>640.2015</w:t>
      </w:r>
      <w:r>
        <w:tab/>
        <w:t>2.025e0</w:t>
      </w:r>
    </w:p>
    <w:p w:rsidR="006974AE" w:rsidRDefault="006974AE" w:rsidP="006974AE">
      <w:r>
        <w:lastRenderedPageBreak/>
        <w:t>640.2471</w:t>
      </w:r>
      <w:r>
        <w:tab/>
        <w:t>2.025e0</w:t>
      </w:r>
    </w:p>
    <w:p w:rsidR="006974AE" w:rsidRDefault="006974AE" w:rsidP="006974AE">
      <w:r>
        <w:t>640.2555</w:t>
      </w:r>
      <w:r>
        <w:tab/>
        <w:t>2.025e0</w:t>
      </w:r>
    </w:p>
    <w:p w:rsidR="006974AE" w:rsidRDefault="006974AE" w:rsidP="006974AE">
      <w:r>
        <w:t>640.2968</w:t>
      </w:r>
      <w:r>
        <w:tab/>
        <w:t>3.038e0</w:t>
      </w:r>
    </w:p>
    <w:p w:rsidR="006974AE" w:rsidRDefault="006974AE" w:rsidP="006974AE">
      <w:r>
        <w:t>640.3196</w:t>
      </w:r>
      <w:r>
        <w:tab/>
        <w:t>2.025e0</w:t>
      </w:r>
    </w:p>
    <w:p w:rsidR="006974AE" w:rsidRDefault="006974AE" w:rsidP="006974AE">
      <w:r>
        <w:t>640.3349</w:t>
      </w:r>
      <w:r>
        <w:tab/>
        <w:t>1.013e0</w:t>
      </w:r>
    </w:p>
    <w:p w:rsidR="006974AE" w:rsidRDefault="006974AE" w:rsidP="006974AE">
      <w:r>
        <w:t>640.3439</w:t>
      </w:r>
      <w:r>
        <w:tab/>
        <w:t>2.025e0</w:t>
      </w:r>
    </w:p>
    <w:p w:rsidR="006974AE" w:rsidRDefault="006974AE" w:rsidP="006974AE">
      <w:r>
        <w:t>640.3695</w:t>
      </w:r>
      <w:r>
        <w:tab/>
        <w:t>5.063e0</w:t>
      </w:r>
    </w:p>
    <w:p w:rsidR="006974AE" w:rsidRDefault="006974AE" w:rsidP="006974AE">
      <w:r>
        <w:t>640.3876</w:t>
      </w:r>
      <w:r>
        <w:tab/>
        <w:t>1.013e0</w:t>
      </w:r>
    </w:p>
    <w:p w:rsidR="006974AE" w:rsidRDefault="006974AE" w:rsidP="006974AE">
      <w:r>
        <w:t>640.4058</w:t>
      </w:r>
      <w:r>
        <w:tab/>
        <w:t>2.025e0</w:t>
      </w:r>
    </w:p>
    <w:p w:rsidR="006974AE" w:rsidRDefault="006974AE" w:rsidP="006974AE">
      <w:r>
        <w:t>640.4141</w:t>
      </w:r>
      <w:r>
        <w:tab/>
        <w:t>2.025e0</w:t>
      </w:r>
    </w:p>
    <w:p w:rsidR="006974AE" w:rsidRDefault="006974AE" w:rsidP="006974AE">
      <w:r>
        <w:t>640.4249</w:t>
      </w:r>
      <w:r>
        <w:tab/>
        <w:t>2.025e0</w:t>
      </w:r>
    </w:p>
    <w:p w:rsidR="006974AE" w:rsidRDefault="006974AE" w:rsidP="006974AE">
      <w:r>
        <w:t>640.4571</w:t>
      </w:r>
      <w:r>
        <w:tab/>
        <w:t>3.038e0</w:t>
      </w:r>
    </w:p>
    <w:p w:rsidR="006974AE" w:rsidRDefault="006974AE" w:rsidP="006974AE">
      <w:r>
        <w:t>640.4637</w:t>
      </w:r>
      <w:r>
        <w:tab/>
        <w:t>2.025e0</w:t>
      </w:r>
    </w:p>
    <w:p w:rsidR="006974AE" w:rsidRDefault="006974AE" w:rsidP="006974AE">
      <w:r>
        <w:t>640.4750</w:t>
      </w:r>
      <w:r>
        <w:tab/>
        <w:t>1.013e0</w:t>
      </w:r>
    </w:p>
    <w:p w:rsidR="006974AE" w:rsidRDefault="006974AE" w:rsidP="006974AE">
      <w:r>
        <w:t>640.5116</w:t>
      </w:r>
      <w:r>
        <w:tab/>
        <w:t>1.013e0</w:t>
      </w:r>
    </w:p>
    <w:p w:rsidR="006974AE" w:rsidRDefault="006974AE" w:rsidP="006974AE">
      <w:r>
        <w:t>640.5195</w:t>
      </w:r>
      <w:r>
        <w:tab/>
        <w:t>2.025e0</w:t>
      </w:r>
    </w:p>
    <w:p w:rsidR="006974AE" w:rsidRDefault="006974AE" w:rsidP="006974AE">
      <w:r>
        <w:t>640.6154</w:t>
      </w:r>
      <w:r>
        <w:tab/>
        <w:t>1.013e0</w:t>
      </w:r>
    </w:p>
    <w:p w:rsidR="006974AE" w:rsidRDefault="006974AE" w:rsidP="006974AE">
      <w:r>
        <w:t>640.6194</w:t>
      </w:r>
      <w:r>
        <w:tab/>
        <w:t>2.025e0</w:t>
      </w:r>
    </w:p>
    <w:p w:rsidR="006974AE" w:rsidRDefault="006974AE" w:rsidP="006974AE">
      <w:r>
        <w:t>640.6217</w:t>
      </w:r>
      <w:r>
        <w:tab/>
        <w:t>1.013e0</w:t>
      </w:r>
    </w:p>
    <w:p w:rsidR="006974AE" w:rsidRDefault="006974AE" w:rsidP="006974AE">
      <w:r>
        <w:lastRenderedPageBreak/>
        <w:t>640.6314</w:t>
      </w:r>
      <w:r>
        <w:tab/>
        <w:t>1.013e0</w:t>
      </w:r>
    </w:p>
    <w:p w:rsidR="006974AE" w:rsidRDefault="006974AE" w:rsidP="006974AE">
      <w:r>
        <w:t>640.6409</w:t>
      </w:r>
      <w:r>
        <w:tab/>
        <w:t>2.025e0</w:t>
      </w:r>
    </w:p>
    <w:p w:rsidR="006974AE" w:rsidRDefault="006974AE" w:rsidP="006974AE">
      <w:r>
        <w:t>640.6606</w:t>
      </w:r>
      <w:r>
        <w:tab/>
        <w:t>2.025e0</w:t>
      </w:r>
    </w:p>
    <w:p w:rsidR="006974AE" w:rsidRDefault="006974AE" w:rsidP="006974AE">
      <w:r>
        <w:t>640.6704</w:t>
      </w:r>
      <w:r>
        <w:tab/>
        <w:t>2.025e0</w:t>
      </w:r>
    </w:p>
    <w:p w:rsidR="006974AE" w:rsidRDefault="006974AE" w:rsidP="006974AE">
      <w:r>
        <w:t>640.7204</w:t>
      </w:r>
      <w:r>
        <w:tab/>
        <w:t>1.013e0</w:t>
      </w:r>
    </w:p>
    <w:p w:rsidR="006974AE" w:rsidRDefault="006974AE" w:rsidP="006974AE">
      <w:r>
        <w:t>640.7242</w:t>
      </w:r>
      <w:r>
        <w:tab/>
        <w:t>2.025e0</w:t>
      </w:r>
    </w:p>
    <w:p w:rsidR="006974AE" w:rsidRDefault="006974AE" w:rsidP="006974AE">
      <w:r>
        <w:t>640.7580</w:t>
      </w:r>
      <w:r>
        <w:tab/>
        <w:t>2.025e0</w:t>
      </w:r>
    </w:p>
    <w:p w:rsidR="006974AE" w:rsidRDefault="006974AE" w:rsidP="006974AE">
      <w:r>
        <w:t>640.7639</w:t>
      </w:r>
      <w:r>
        <w:tab/>
        <w:t>1.013e0</w:t>
      </w:r>
    </w:p>
    <w:p w:rsidR="006974AE" w:rsidRDefault="006974AE" w:rsidP="006974AE">
      <w:r>
        <w:t>640.8199</w:t>
      </w:r>
      <w:r>
        <w:tab/>
        <w:t>2.025e0</w:t>
      </w:r>
    </w:p>
    <w:p w:rsidR="006974AE" w:rsidRDefault="006974AE" w:rsidP="006974AE">
      <w:r>
        <w:t>640.8508</w:t>
      </w:r>
      <w:r>
        <w:tab/>
        <w:t>3.038e0</w:t>
      </w:r>
    </w:p>
    <w:p w:rsidR="006974AE" w:rsidRDefault="006974AE" w:rsidP="006974AE">
      <w:r>
        <w:t>640.8590</w:t>
      </w:r>
      <w:r>
        <w:tab/>
        <w:t>2.025e0</w:t>
      </w:r>
    </w:p>
    <w:p w:rsidR="006974AE" w:rsidRDefault="006974AE" w:rsidP="006974AE">
      <w:r>
        <w:t>640.9709</w:t>
      </w:r>
      <w:r>
        <w:tab/>
        <w:t>1.013e0</w:t>
      </w:r>
    </w:p>
    <w:p w:rsidR="006974AE" w:rsidRDefault="006974AE" w:rsidP="006974AE">
      <w:r>
        <w:t>641.0647</w:t>
      </w:r>
      <w:r>
        <w:tab/>
        <w:t>2.025e0</w:t>
      </w:r>
    </w:p>
    <w:p w:rsidR="006974AE" w:rsidRDefault="006974AE" w:rsidP="006974AE">
      <w:r>
        <w:t>641.0755</w:t>
      </w:r>
      <w:r>
        <w:tab/>
        <w:t>2.025e0</w:t>
      </w:r>
    </w:p>
    <w:p w:rsidR="006974AE" w:rsidRDefault="006974AE" w:rsidP="006974AE">
      <w:r>
        <w:t>641.1442</w:t>
      </w:r>
      <w:r>
        <w:tab/>
        <w:t>2.025e0</w:t>
      </w:r>
    </w:p>
    <w:p w:rsidR="006974AE" w:rsidRDefault="006974AE" w:rsidP="006974AE">
      <w:r>
        <w:t>641.1467</w:t>
      </w:r>
      <w:r>
        <w:tab/>
        <w:t>3.038e0</w:t>
      </w:r>
    </w:p>
    <w:p w:rsidR="006974AE" w:rsidRDefault="006974AE" w:rsidP="006974AE">
      <w:r>
        <w:t>641.1626</w:t>
      </w:r>
      <w:r>
        <w:tab/>
        <w:t>7.089e0</w:t>
      </w:r>
    </w:p>
    <w:p w:rsidR="006974AE" w:rsidRDefault="006974AE" w:rsidP="006974AE">
      <w:r>
        <w:t>641.1758</w:t>
      </w:r>
      <w:r>
        <w:tab/>
        <w:t>3.038e0</w:t>
      </w:r>
    </w:p>
    <w:p w:rsidR="006974AE" w:rsidRDefault="006974AE" w:rsidP="006974AE">
      <w:r>
        <w:t>641.2083</w:t>
      </w:r>
      <w:r>
        <w:tab/>
        <w:t>1.013e0</w:t>
      </w:r>
    </w:p>
    <w:p w:rsidR="006974AE" w:rsidRDefault="006974AE" w:rsidP="006974AE">
      <w:r>
        <w:lastRenderedPageBreak/>
        <w:t>641.2192</w:t>
      </w:r>
      <w:r>
        <w:tab/>
        <w:t>2.025e0</w:t>
      </w:r>
    </w:p>
    <w:p w:rsidR="006974AE" w:rsidRDefault="006974AE" w:rsidP="006974AE">
      <w:r>
        <w:t>641.2273</w:t>
      </w:r>
      <w:r>
        <w:tab/>
        <w:t>1.013e0</w:t>
      </w:r>
    </w:p>
    <w:p w:rsidR="006974AE" w:rsidRDefault="006974AE" w:rsidP="006974AE">
      <w:r>
        <w:t>641.2432</w:t>
      </w:r>
      <w:r>
        <w:tab/>
        <w:t>2.025e0</w:t>
      </w:r>
    </w:p>
    <w:p w:rsidR="006974AE" w:rsidRDefault="006974AE" w:rsidP="006974AE">
      <w:r>
        <w:t>641.2565</w:t>
      </w:r>
      <w:r>
        <w:tab/>
        <w:t>2.025e0</w:t>
      </w:r>
    </w:p>
    <w:p w:rsidR="006974AE" w:rsidRDefault="006974AE" w:rsidP="006974AE">
      <w:r>
        <w:t>641.2718</w:t>
      </w:r>
      <w:r>
        <w:tab/>
        <w:t>2.025e0</w:t>
      </w:r>
    </w:p>
    <w:p w:rsidR="006974AE" w:rsidRDefault="006974AE" w:rsidP="006974AE">
      <w:r>
        <w:t>641.2781</w:t>
      </w:r>
      <w:r>
        <w:tab/>
        <w:t>1.013e0</w:t>
      </w:r>
    </w:p>
    <w:p w:rsidR="006974AE" w:rsidRDefault="006974AE" w:rsidP="006974AE">
      <w:r>
        <w:t>641.2991</w:t>
      </w:r>
      <w:r>
        <w:tab/>
        <w:t>1.013e0</w:t>
      </w:r>
    </w:p>
    <w:p w:rsidR="006974AE" w:rsidRDefault="006974AE" w:rsidP="006974AE">
      <w:r>
        <w:t>641.3105</w:t>
      </w:r>
      <w:r>
        <w:tab/>
        <w:t>6.343e0</w:t>
      </w:r>
    </w:p>
    <w:p w:rsidR="006974AE" w:rsidRDefault="006974AE" w:rsidP="006974AE">
      <w:r>
        <w:t>641.3539</w:t>
      </w:r>
      <w:r>
        <w:tab/>
        <w:t>2.025e0</w:t>
      </w:r>
    </w:p>
    <w:p w:rsidR="006974AE" w:rsidRDefault="006974AE" w:rsidP="006974AE">
      <w:r>
        <w:t>641.3976</w:t>
      </w:r>
      <w:r>
        <w:tab/>
        <w:t>1.013e0</w:t>
      </w:r>
    </w:p>
    <w:p w:rsidR="006974AE" w:rsidRDefault="006974AE" w:rsidP="006974AE">
      <w:r>
        <w:t>641.4359</w:t>
      </w:r>
      <w:r>
        <w:tab/>
        <w:t>1.013e0</w:t>
      </w:r>
    </w:p>
    <w:p w:rsidR="006974AE" w:rsidRDefault="006974AE" w:rsidP="006974AE">
      <w:r>
        <w:t>641.4633</w:t>
      </w:r>
      <w:r>
        <w:tab/>
        <w:t>2.025e0</w:t>
      </w:r>
    </w:p>
    <w:p w:rsidR="006974AE" w:rsidRDefault="006974AE" w:rsidP="006974AE">
      <w:r>
        <w:t>641.4661</w:t>
      </w:r>
      <w:r>
        <w:tab/>
        <w:t>2.025e0</w:t>
      </w:r>
    </w:p>
    <w:p w:rsidR="006974AE" w:rsidRDefault="006974AE" w:rsidP="006974AE">
      <w:r>
        <w:t>641.4852</w:t>
      </w:r>
      <w:r>
        <w:tab/>
        <w:t>1.013e0</w:t>
      </w:r>
    </w:p>
    <w:p w:rsidR="006974AE" w:rsidRDefault="006974AE" w:rsidP="006974AE">
      <w:r>
        <w:t>641.4966</w:t>
      </w:r>
      <w:r>
        <w:tab/>
        <w:t>2.025e0</w:t>
      </w:r>
    </w:p>
    <w:p w:rsidR="006974AE" w:rsidRDefault="006974AE" w:rsidP="006974AE">
      <w:r>
        <w:t>641.5298</w:t>
      </w:r>
      <w:r>
        <w:tab/>
        <w:t>1.013e0</w:t>
      </w:r>
    </w:p>
    <w:p w:rsidR="006974AE" w:rsidRDefault="006974AE" w:rsidP="006974AE">
      <w:r>
        <w:t>641.5400</w:t>
      </w:r>
      <w:r>
        <w:tab/>
        <w:t>1.013e0</w:t>
      </w:r>
    </w:p>
    <w:p w:rsidR="006974AE" w:rsidRDefault="006974AE" w:rsidP="006974AE">
      <w:r>
        <w:t>641.5564</w:t>
      </w:r>
      <w:r>
        <w:tab/>
        <w:t>2.025e0</w:t>
      </w:r>
    </w:p>
    <w:p w:rsidR="006974AE" w:rsidRDefault="006974AE" w:rsidP="006974AE">
      <w:r>
        <w:t>641.5627</w:t>
      </w:r>
      <w:r>
        <w:tab/>
        <w:t>1.013e0</w:t>
      </w:r>
    </w:p>
    <w:p w:rsidR="006974AE" w:rsidRDefault="006974AE" w:rsidP="006974AE">
      <w:r>
        <w:lastRenderedPageBreak/>
        <w:t>641.6068</w:t>
      </w:r>
      <w:r>
        <w:tab/>
        <w:t>3.038e0</w:t>
      </w:r>
    </w:p>
    <w:p w:rsidR="006974AE" w:rsidRDefault="006974AE" w:rsidP="006974AE">
      <w:r>
        <w:t>641.6284</w:t>
      </w:r>
      <w:r>
        <w:tab/>
        <w:t>3.038e0</w:t>
      </w:r>
    </w:p>
    <w:p w:rsidR="006974AE" w:rsidRDefault="006974AE" w:rsidP="006974AE">
      <w:r>
        <w:t>641.6503</w:t>
      </w:r>
      <w:r>
        <w:tab/>
        <w:t>1.013e0</w:t>
      </w:r>
    </w:p>
    <w:p w:rsidR="006974AE" w:rsidRDefault="006974AE" w:rsidP="006974AE">
      <w:r>
        <w:t>641.6604</w:t>
      </w:r>
      <w:r>
        <w:tab/>
        <w:t>1.013e0</w:t>
      </w:r>
    </w:p>
    <w:p w:rsidR="006974AE" w:rsidRDefault="006974AE" w:rsidP="006974AE">
      <w:r>
        <w:t>641.6693</w:t>
      </w:r>
      <w:r>
        <w:tab/>
        <w:t>2.025e0</w:t>
      </w:r>
    </w:p>
    <w:p w:rsidR="006974AE" w:rsidRDefault="006974AE" w:rsidP="006974AE">
      <w:r>
        <w:t>641.7480</w:t>
      </w:r>
      <w:r>
        <w:tab/>
        <w:t>1.013e0</w:t>
      </w:r>
    </w:p>
    <w:p w:rsidR="006974AE" w:rsidRDefault="006974AE" w:rsidP="006974AE">
      <w:r>
        <w:t>641.7509</w:t>
      </w:r>
      <w:r>
        <w:tab/>
        <w:t>1.013e0</w:t>
      </w:r>
    </w:p>
    <w:p w:rsidR="006974AE" w:rsidRDefault="006974AE" w:rsidP="006974AE">
      <w:r>
        <w:t>641.7817</w:t>
      </w:r>
      <w:r>
        <w:tab/>
        <w:t>1.013e0</w:t>
      </w:r>
    </w:p>
    <w:p w:rsidR="006974AE" w:rsidRDefault="006974AE" w:rsidP="006974AE">
      <w:r>
        <w:t>641.8137</w:t>
      </w:r>
      <w:r>
        <w:tab/>
        <w:t>4.051e0</w:t>
      </w:r>
    </w:p>
    <w:p w:rsidR="006974AE" w:rsidRDefault="006974AE" w:rsidP="006974AE">
      <w:r>
        <w:t>641.8210</w:t>
      </w:r>
      <w:r>
        <w:tab/>
        <w:t>1.013e0</w:t>
      </w:r>
    </w:p>
    <w:p w:rsidR="006974AE" w:rsidRDefault="006974AE" w:rsidP="006974AE">
      <w:r>
        <w:t>641.8466</w:t>
      </w:r>
      <w:r>
        <w:tab/>
        <w:t>1.013e0</w:t>
      </w:r>
    </w:p>
    <w:p w:rsidR="006974AE" w:rsidRDefault="006974AE" w:rsidP="006974AE">
      <w:r>
        <w:t>641.8564</w:t>
      </w:r>
      <w:r>
        <w:tab/>
        <w:t>2.025e0</w:t>
      </w:r>
    </w:p>
    <w:p w:rsidR="006974AE" w:rsidRDefault="006974AE" w:rsidP="006974AE">
      <w:r>
        <w:t>641.9011</w:t>
      </w:r>
      <w:r>
        <w:tab/>
        <w:t>2.025e0</w:t>
      </w:r>
    </w:p>
    <w:p w:rsidR="006974AE" w:rsidRDefault="006974AE" w:rsidP="006974AE">
      <w:r>
        <w:t>641.9233</w:t>
      </w:r>
      <w:r>
        <w:tab/>
        <w:t>1.013e0</w:t>
      </w:r>
    </w:p>
    <w:p w:rsidR="006974AE" w:rsidRDefault="006974AE" w:rsidP="006974AE">
      <w:r>
        <w:t>641.9423</w:t>
      </w:r>
      <w:r>
        <w:tab/>
        <w:t>1.013e0</w:t>
      </w:r>
    </w:p>
    <w:p w:rsidR="006974AE" w:rsidRDefault="006974AE" w:rsidP="006974AE">
      <w:r>
        <w:t>641.9781</w:t>
      </w:r>
      <w:r>
        <w:tab/>
        <w:t>2.025e0</w:t>
      </w:r>
    </w:p>
    <w:p w:rsidR="006974AE" w:rsidRDefault="006974AE" w:rsidP="006974AE">
      <w:r>
        <w:t>642.1095</w:t>
      </w:r>
      <w:r>
        <w:tab/>
        <w:t>1.013e0</w:t>
      </w:r>
    </w:p>
    <w:p w:rsidR="006974AE" w:rsidRDefault="006974AE" w:rsidP="006974AE">
      <w:r>
        <w:t>642.1131</w:t>
      </w:r>
      <w:r>
        <w:tab/>
        <w:t>2.025e0</w:t>
      </w:r>
    </w:p>
    <w:p w:rsidR="006974AE" w:rsidRDefault="006974AE" w:rsidP="006974AE">
      <w:r>
        <w:t>642.1356</w:t>
      </w:r>
      <w:r>
        <w:tab/>
        <w:t>2.025e0</w:t>
      </w:r>
    </w:p>
    <w:p w:rsidR="006974AE" w:rsidRDefault="006974AE" w:rsidP="006974AE">
      <w:r>
        <w:lastRenderedPageBreak/>
        <w:t>642.1401</w:t>
      </w:r>
      <w:r>
        <w:tab/>
        <w:t>4.051e0</w:t>
      </w:r>
    </w:p>
    <w:p w:rsidR="006974AE" w:rsidRDefault="006974AE" w:rsidP="006974AE">
      <w:r>
        <w:t>642.1972</w:t>
      </w:r>
      <w:r>
        <w:tab/>
        <w:t>1.013e0</w:t>
      </w:r>
    </w:p>
    <w:p w:rsidR="006974AE" w:rsidRDefault="006974AE" w:rsidP="006974AE">
      <w:r>
        <w:t>642.2053</w:t>
      </w:r>
      <w:r>
        <w:tab/>
        <w:t>1.013e0</w:t>
      </w:r>
    </w:p>
    <w:p w:rsidR="006974AE" w:rsidRDefault="006974AE" w:rsidP="006974AE">
      <w:r>
        <w:t>642.2081</w:t>
      </w:r>
      <w:r>
        <w:tab/>
        <w:t>4.051e0</w:t>
      </w:r>
    </w:p>
    <w:p w:rsidR="006974AE" w:rsidRDefault="006974AE" w:rsidP="006974AE">
      <w:r>
        <w:t>642.2739</w:t>
      </w:r>
      <w:r>
        <w:tab/>
        <w:t>1.013e0</w:t>
      </w:r>
    </w:p>
    <w:p w:rsidR="006974AE" w:rsidRDefault="006974AE" w:rsidP="006974AE">
      <w:r>
        <w:t>642.2799</w:t>
      </w:r>
      <w:r>
        <w:tab/>
        <w:t>2.025e0</w:t>
      </w:r>
    </w:p>
    <w:p w:rsidR="006974AE" w:rsidRDefault="006974AE" w:rsidP="006974AE">
      <w:r>
        <w:t>642.2853</w:t>
      </w:r>
      <w:r>
        <w:tab/>
        <w:t>2.025e0</w:t>
      </w:r>
    </w:p>
    <w:p w:rsidR="006974AE" w:rsidRDefault="006974AE" w:rsidP="006974AE">
      <w:r>
        <w:t>642.3076</w:t>
      </w:r>
      <w:r>
        <w:tab/>
        <w:t>2.025e0</w:t>
      </w:r>
    </w:p>
    <w:p w:rsidR="006974AE" w:rsidRDefault="006974AE" w:rsidP="006974AE">
      <w:r>
        <w:t>642.3405</w:t>
      </w:r>
      <w:r>
        <w:tab/>
        <w:t>1.013e0</w:t>
      </w:r>
    </w:p>
    <w:p w:rsidR="006974AE" w:rsidRDefault="006974AE" w:rsidP="006974AE">
      <w:r>
        <w:t>642.3734</w:t>
      </w:r>
      <w:r>
        <w:tab/>
        <w:t>2.025e0</w:t>
      </w:r>
    </w:p>
    <w:p w:rsidR="006974AE" w:rsidRDefault="006974AE" w:rsidP="006974AE">
      <w:r>
        <w:t>642.3793</w:t>
      </w:r>
      <w:r>
        <w:tab/>
        <w:t>1.013e0</w:t>
      </w:r>
    </w:p>
    <w:p w:rsidR="006974AE" w:rsidRDefault="006974AE" w:rsidP="006974AE">
      <w:r>
        <w:t>642.4667</w:t>
      </w:r>
      <w:r>
        <w:tab/>
        <w:t>1.013e0</w:t>
      </w:r>
    </w:p>
    <w:p w:rsidR="006974AE" w:rsidRDefault="006974AE" w:rsidP="006974AE">
      <w:r>
        <w:t>642.4822</w:t>
      </w:r>
      <w:r>
        <w:tab/>
        <w:t>1.013e0</w:t>
      </w:r>
    </w:p>
    <w:p w:rsidR="006974AE" w:rsidRDefault="006974AE" w:rsidP="006974AE">
      <w:r>
        <w:t>642.4857</w:t>
      </w:r>
      <w:r>
        <w:tab/>
        <w:t>1.013e0</w:t>
      </w:r>
    </w:p>
    <w:p w:rsidR="006974AE" w:rsidRDefault="006974AE" w:rsidP="006974AE">
      <w:r>
        <w:t>642.5049</w:t>
      </w:r>
      <w:r>
        <w:tab/>
        <w:t>2.025e0</w:t>
      </w:r>
    </w:p>
    <w:p w:rsidR="006974AE" w:rsidRDefault="006974AE" w:rsidP="006974AE">
      <w:r>
        <w:t>642.5159</w:t>
      </w:r>
      <w:r>
        <w:tab/>
        <w:t>1.013e0</w:t>
      </w:r>
    </w:p>
    <w:p w:rsidR="006974AE" w:rsidRDefault="006974AE" w:rsidP="006974AE">
      <w:r>
        <w:t>642.5382</w:t>
      </w:r>
      <w:r>
        <w:tab/>
        <w:t>2.025e0</w:t>
      </w:r>
    </w:p>
    <w:p w:rsidR="006974AE" w:rsidRDefault="006974AE" w:rsidP="006974AE">
      <w:r>
        <w:t>642.5707</w:t>
      </w:r>
      <w:r>
        <w:tab/>
        <w:t>1.013e0</w:t>
      </w:r>
    </w:p>
    <w:p w:rsidR="006974AE" w:rsidRDefault="006974AE" w:rsidP="006974AE">
      <w:r>
        <w:t>642.5807</w:t>
      </w:r>
      <w:r>
        <w:tab/>
        <w:t>3.038e0</w:t>
      </w:r>
    </w:p>
    <w:p w:rsidR="006974AE" w:rsidRDefault="006974AE" w:rsidP="006974AE">
      <w:r>
        <w:lastRenderedPageBreak/>
        <w:t>642.6341</w:t>
      </w:r>
      <w:r>
        <w:tab/>
        <w:t>3.038e0</w:t>
      </w:r>
    </w:p>
    <w:p w:rsidR="006974AE" w:rsidRDefault="006974AE" w:rsidP="006974AE">
      <w:r>
        <w:t>642.6475</w:t>
      </w:r>
      <w:r>
        <w:tab/>
        <w:t>1.013e0</w:t>
      </w:r>
    </w:p>
    <w:p w:rsidR="006974AE" w:rsidRDefault="006974AE" w:rsidP="006974AE">
      <w:r>
        <w:t>642.7344</w:t>
      </w:r>
      <w:r>
        <w:tab/>
        <w:t>1.013e0</w:t>
      </w:r>
    </w:p>
    <w:p w:rsidR="006974AE" w:rsidRDefault="006974AE" w:rsidP="006974AE">
      <w:r>
        <w:t>642.7736</w:t>
      </w:r>
      <w:r>
        <w:tab/>
        <w:t>2.025e0</w:t>
      </w:r>
    </w:p>
    <w:p w:rsidR="006974AE" w:rsidRDefault="006974AE" w:rsidP="006974AE">
      <w:r>
        <w:t>642.7900</w:t>
      </w:r>
      <w:r>
        <w:tab/>
        <w:t>1.013e0</w:t>
      </w:r>
    </w:p>
    <w:p w:rsidR="006974AE" w:rsidRDefault="006974AE" w:rsidP="006974AE">
      <w:r>
        <w:t>642.8123</w:t>
      </w:r>
      <w:r>
        <w:tab/>
        <w:t>2.025e0</w:t>
      </w:r>
    </w:p>
    <w:p w:rsidR="006974AE" w:rsidRDefault="006974AE" w:rsidP="006974AE">
      <w:r>
        <w:t>642.8558</w:t>
      </w:r>
      <w:r>
        <w:tab/>
        <w:t>1.013e0</w:t>
      </w:r>
    </w:p>
    <w:p w:rsidR="006974AE" w:rsidRDefault="006974AE" w:rsidP="006974AE">
      <w:r>
        <w:t>642.8584</w:t>
      </w:r>
      <w:r>
        <w:tab/>
        <w:t>2.025e0</w:t>
      </w:r>
    </w:p>
    <w:p w:rsidR="006974AE" w:rsidRDefault="006974AE" w:rsidP="006974AE">
      <w:r>
        <w:t>642.8660</w:t>
      </w:r>
      <w:r>
        <w:tab/>
        <w:t>1.013e0</w:t>
      </w:r>
    </w:p>
    <w:p w:rsidR="006974AE" w:rsidRDefault="006974AE" w:rsidP="006974AE">
      <w:r>
        <w:t>642.8964</w:t>
      </w:r>
      <w:r>
        <w:tab/>
        <w:t>2.025e0</w:t>
      </w:r>
    </w:p>
    <w:p w:rsidR="006974AE" w:rsidRDefault="006974AE" w:rsidP="006974AE">
      <w:r>
        <w:t>642.9546</w:t>
      </w:r>
      <w:r>
        <w:tab/>
        <w:t>1.013e0</w:t>
      </w:r>
    </w:p>
    <w:p w:rsidR="006974AE" w:rsidRDefault="006974AE" w:rsidP="006974AE">
      <w:r>
        <w:t>642.9647</w:t>
      </w:r>
      <w:r>
        <w:tab/>
        <w:t>1.013e0</w:t>
      </w:r>
    </w:p>
    <w:p w:rsidR="006974AE" w:rsidRDefault="006974AE" w:rsidP="006974AE">
      <w:r>
        <w:t>642.9867</w:t>
      </w:r>
      <w:r>
        <w:tab/>
        <w:t>1.013e0</w:t>
      </w:r>
    </w:p>
    <w:p w:rsidR="006974AE" w:rsidRDefault="006974AE" w:rsidP="006974AE">
      <w:r>
        <w:t>643.0309</w:t>
      </w:r>
      <w:r>
        <w:tab/>
        <w:t>2.025e0</w:t>
      </w:r>
    </w:p>
    <w:p w:rsidR="006974AE" w:rsidRDefault="006974AE" w:rsidP="006974AE">
      <w:r>
        <w:t>643.0440</w:t>
      </w:r>
      <w:r>
        <w:tab/>
        <w:t>1.013e0</w:t>
      </w:r>
    </w:p>
    <w:p w:rsidR="006974AE" w:rsidRDefault="006974AE" w:rsidP="006974AE">
      <w:r>
        <w:t>643.1191</w:t>
      </w:r>
      <w:r>
        <w:tab/>
        <w:t>1.013e0</w:t>
      </w:r>
    </w:p>
    <w:p w:rsidR="006974AE" w:rsidRDefault="006974AE" w:rsidP="006974AE">
      <w:r>
        <w:t>643.1321</w:t>
      </w:r>
      <w:r>
        <w:tab/>
        <w:t>1.013e0</w:t>
      </w:r>
    </w:p>
    <w:p w:rsidR="006974AE" w:rsidRDefault="006974AE" w:rsidP="006974AE">
      <w:r>
        <w:t>643.1487</w:t>
      </w:r>
      <w:r>
        <w:tab/>
        <w:t>1.013e0</w:t>
      </w:r>
    </w:p>
    <w:p w:rsidR="006974AE" w:rsidRDefault="006974AE" w:rsidP="006974AE">
      <w:r>
        <w:t>643.1707</w:t>
      </w:r>
      <w:r>
        <w:tab/>
        <w:t>2.025e0</w:t>
      </w:r>
    </w:p>
    <w:p w:rsidR="006974AE" w:rsidRDefault="006974AE" w:rsidP="006974AE">
      <w:r>
        <w:lastRenderedPageBreak/>
        <w:t>643.2129</w:t>
      </w:r>
      <w:r>
        <w:tab/>
        <w:t>4.051e0</w:t>
      </w:r>
    </w:p>
    <w:p w:rsidR="006974AE" w:rsidRDefault="006974AE" w:rsidP="006974AE">
      <w:r>
        <w:t>643.2284</w:t>
      </w:r>
      <w:r>
        <w:tab/>
        <w:t>4.051e0</w:t>
      </w:r>
    </w:p>
    <w:p w:rsidR="006974AE" w:rsidRDefault="006974AE" w:rsidP="006974AE">
      <w:r>
        <w:t>643.2308</w:t>
      </w:r>
      <w:r>
        <w:tab/>
        <w:t>2.025e0</w:t>
      </w:r>
    </w:p>
    <w:p w:rsidR="006974AE" w:rsidRDefault="006974AE" w:rsidP="006974AE">
      <w:r>
        <w:t>643.2884</w:t>
      </w:r>
      <w:r>
        <w:tab/>
        <w:t>3.038e0</w:t>
      </w:r>
    </w:p>
    <w:p w:rsidR="006974AE" w:rsidRDefault="006974AE" w:rsidP="006974AE">
      <w:r>
        <w:t>643.2930</w:t>
      </w:r>
      <w:r>
        <w:tab/>
        <w:t>2.025e0</w:t>
      </w:r>
    </w:p>
    <w:p w:rsidR="006974AE" w:rsidRDefault="006974AE" w:rsidP="006974AE">
      <w:r>
        <w:t>643.3049</w:t>
      </w:r>
      <w:r>
        <w:tab/>
        <w:t>2.025e0</w:t>
      </w:r>
    </w:p>
    <w:p w:rsidR="006974AE" w:rsidRDefault="006974AE" w:rsidP="006974AE">
      <w:r>
        <w:t>643.3228</w:t>
      </w:r>
      <w:r>
        <w:tab/>
        <w:t>1.013e0</w:t>
      </w:r>
    </w:p>
    <w:p w:rsidR="006974AE" w:rsidRDefault="006974AE" w:rsidP="006974AE">
      <w:r>
        <w:t>643.3242</w:t>
      </w:r>
      <w:r>
        <w:tab/>
        <w:t>2.025e0</w:t>
      </w:r>
    </w:p>
    <w:p w:rsidR="006974AE" w:rsidRDefault="006974AE" w:rsidP="006974AE">
      <w:r>
        <w:t>643.3277</w:t>
      </w:r>
      <w:r>
        <w:tab/>
        <w:t>1.013e0</w:t>
      </w:r>
    </w:p>
    <w:p w:rsidR="006974AE" w:rsidRDefault="006974AE" w:rsidP="006974AE">
      <w:r>
        <w:t>643.3540</w:t>
      </w:r>
      <w:r>
        <w:tab/>
        <w:t>2.025e0</w:t>
      </w:r>
    </w:p>
    <w:p w:rsidR="006974AE" w:rsidRDefault="006974AE" w:rsidP="006974AE">
      <w:r>
        <w:t>643.3583</w:t>
      </w:r>
      <w:r>
        <w:tab/>
        <w:t>1.013e0</w:t>
      </w:r>
    </w:p>
    <w:p w:rsidR="006974AE" w:rsidRDefault="006974AE" w:rsidP="006974AE">
      <w:r>
        <w:t>643.3708</w:t>
      </w:r>
      <w:r>
        <w:tab/>
        <w:t>1.013e0</w:t>
      </w:r>
    </w:p>
    <w:p w:rsidR="006974AE" w:rsidRDefault="006974AE" w:rsidP="006974AE">
      <w:r>
        <w:t>643.3756</w:t>
      </w:r>
      <w:r>
        <w:tab/>
        <w:t>1.013e0</w:t>
      </w:r>
    </w:p>
    <w:p w:rsidR="006974AE" w:rsidRDefault="006974AE" w:rsidP="006974AE">
      <w:r>
        <w:t>643.4192</w:t>
      </w:r>
      <w:r>
        <w:tab/>
        <w:t>3.038e0</w:t>
      </w:r>
    </w:p>
    <w:p w:rsidR="006974AE" w:rsidRDefault="006974AE" w:rsidP="006974AE">
      <w:r>
        <w:t>643.4327</w:t>
      </w:r>
      <w:r>
        <w:tab/>
        <w:t>3.038e0</w:t>
      </w:r>
    </w:p>
    <w:p w:rsidR="006974AE" w:rsidRDefault="006974AE" w:rsidP="006974AE">
      <w:r>
        <w:t>643.4478</w:t>
      </w:r>
      <w:r>
        <w:tab/>
        <w:t>2.025e0</w:t>
      </w:r>
    </w:p>
    <w:p w:rsidR="006974AE" w:rsidRDefault="006974AE" w:rsidP="006974AE">
      <w:r>
        <w:t>643.4638</w:t>
      </w:r>
      <w:r>
        <w:tab/>
        <w:t>1.013e0</w:t>
      </w:r>
    </w:p>
    <w:p w:rsidR="006974AE" w:rsidRDefault="006974AE" w:rsidP="006974AE">
      <w:r>
        <w:t>643.4806</w:t>
      </w:r>
      <w:r>
        <w:tab/>
        <w:t>1.013e0</w:t>
      </w:r>
    </w:p>
    <w:p w:rsidR="006974AE" w:rsidRDefault="006974AE" w:rsidP="006974AE">
      <w:r>
        <w:t>643.5195</w:t>
      </w:r>
      <w:r>
        <w:tab/>
        <w:t>2.025e0</w:t>
      </w:r>
    </w:p>
    <w:p w:rsidR="006974AE" w:rsidRDefault="006974AE" w:rsidP="006974AE">
      <w:r>
        <w:lastRenderedPageBreak/>
        <w:t>643.5355</w:t>
      </w:r>
      <w:r>
        <w:tab/>
        <w:t>1.013e0</w:t>
      </w:r>
    </w:p>
    <w:p w:rsidR="006974AE" w:rsidRDefault="006974AE" w:rsidP="006974AE">
      <w:r>
        <w:t>643.5512</w:t>
      </w:r>
      <w:r>
        <w:tab/>
        <w:t>2.025e0</w:t>
      </w:r>
    </w:p>
    <w:p w:rsidR="006974AE" w:rsidRDefault="006974AE" w:rsidP="006974AE">
      <w:r>
        <w:t>643.5582</w:t>
      </w:r>
      <w:r>
        <w:tab/>
        <w:t>1.013e0</w:t>
      </w:r>
    </w:p>
    <w:p w:rsidR="006974AE" w:rsidRDefault="006974AE" w:rsidP="006974AE">
      <w:r>
        <w:t>643.5684</w:t>
      </w:r>
      <w:r>
        <w:tab/>
        <w:t>1.013e0</w:t>
      </w:r>
    </w:p>
    <w:p w:rsidR="006974AE" w:rsidRDefault="006974AE" w:rsidP="006974AE">
      <w:r>
        <w:t>643.5904</w:t>
      </w:r>
      <w:r>
        <w:tab/>
        <w:t>1.013e0</w:t>
      </w:r>
    </w:p>
    <w:p w:rsidR="006974AE" w:rsidRDefault="006974AE" w:rsidP="006974AE">
      <w:r>
        <w:t>643.6301</w:t>
      </w:r>
      <w:r>
        <w:tab/>
        <w:t>2.025e0</w:t>
      </w:r>
    </w:p>
    <w:p w:rsidR="006974AE" w:rsidRDefault="006974AE" w:rsidP="006974AE">
      <w:r>
        <w:t>643.6672</w:t>
      </w:r>
      <w:r>
        <w:tab/>
        <w:t>1.013e0</w:t>
      </w:r>
    </w:p>
    <w:p w:rsidR="006974AE" w:rsidRDefault="006974AE" w:rsidP="006974AE">
      <w:r>
        <w:t>643.6733</w:t>
      </w:r>
      <w:r>
        <w:tab/>
        <w:t>1.013e0</w:t>
      </w:r>
    </w:p>
    <w:p w:rsidR="006974AE" w:rsidRDefault="006974AE" w:rsidP="006974AE">
      <w:r>
        <w:t>643.7013</w:t>
      </w:r>
      <w:r>
        <w:tab/>
        <w:t>2.025e0</w:t>
      </w:r>
    </w:p>
    <w:p w:rsidR="006974AE" w:rsidRDefault="006974AE" w:rsidP="006974AE">
      <w:r>
        <w:t>643.7551</w:t>
      </w:r>
      <w:r>
        <w:tab/>
        <w:t>1.013e0</w:t>
      </w:r>
    </w:p>
    <w:p w:rsidR="006974AE" w:rsidRDefault="006974AE" w:rsidP="006974AE">
      <w:r>
        <w:t>643.7999</w:t>
      </w:r>
      <w:r>
        <w:tab/>
        <w:t>1.013e0</w:t>
      </w:r>
    </w:p>
    <w:p w:rsidR="006974AE" w:rsidRDefault="006974AE" w:rsidP="006974AE">
      <w:r>
        <w:t>643.8649</w:t>
      </w:r>
      <w:r>
        <w:tab/>
        <w:t>1.013e0</w:t>
      </w:r>
    </w:p>
    <w:p w:rsidR="006974AE" w:rsidRDefault="006974AE" w:rsidP="006974AE">
      <w:r>
        <w:t>643.8869</w:t>
      </w:r>
      <w:r>
        <w:tab/>
        <w:t>1.013e0</w:t>
      </w:r>
    </w:p>
    <w:p w:rsidR="006974AE" w:rsidRDefault="006974AE" w:rsidP="006974AE">
      <w:r>
        <w:t>643.9174</w:t>
      </w:r>
      <w:r>
        <w:tab/>
        <w:t>1.013e0</w:t>
      </w:r>
    </w:p>
    <w:p w:rsidR="006974AE" w:rsidRDefault="006974AE" w:rsidP="006974AE">
      <w:r>
        <w:t>643.9858</w:t>
      </w:r>
      <w:r>
        <w:tab/>
        <w:t>1.013e0</w:t>
      </w:r>
    </w:p>
    <w:p w:rsidR="006974AE" w:rsidRDefault="006974AE" w:rsidP="006974AE">
      <w:r>
        <w:t>643.9872</w:t>
      </w:r>
      <w:r>
        <w:tab/>
        <w:t>1.013e0</w:t>
      </w:r>
    </w:p>
    <w:p w:rsidR="006974AE" w:rsidRDefault="006974AE" w:rsidP="006974AE">
      <w:r>
        <w:t>644.0627</w:t>
      </w:r>
      <w:r>
        <w:tab/>
        <w:t>1.013e0</w:t>
      </w:r>
    </w:p>
    <w:p w:rsidR="006974AE" w:rsidRDefault="006974AE" w:rsidP="006974AE">
      <w:r>
        <w:t>644.0914</w:t>
      </w:r>
      <w:r>
        <w:tab/>
        <w:t>2.025e0</w:t>
      </w:r>
    </w:p>
    <w:p w:rsidR="006974AE" w:rsidRDefault="006974AE" w:rsidP="006974AE">
      <w:r>
        <w:t>644.0992</w:t>
      </w:r>
      <w:r>
        <w:tab/>
        <w:t>3.038e0</w:t>
      </w:r>
    </w:p>
    <w:p w:rsidR="006974AE" w:rsidRDefault="006974AE" w:rsidP="006974AE">
      <w:r>
        <w:lastRenderedPageBreak/>
        <w:t>644.1535</w:t>
      </w:r>
      <w:r>
        <w:tab/>
        <w:t>7.089e0</w:t>
      </w:r>
    </w:p>
    <w:p w:rsidR="006974AE" w:rsidRDefault="006974AE" w:rsidP="006974AE">
      <w:r>
        <w:t>644.1624</w:t>
      </w:r>
      <w:r>
        <w:tab/>
        <w:t>4.051e0</w:t>
      </w:r>
    </w:p>
    <w:p w:rsidR="006974AE" w:rsidRDefault="006974AE" w:rsidP="006974AE">
      <w:r>
        <w:t>644.1726</w:t>
      </w:r>
      <w:r>
        <w:tab/>
        <w:t>1.013e0</w:t>
      </w:r>
    </w:p>
    <w:p w:rsidR="006974AE" w:rsidRDefault="006974AE" w:rsidP="006974AE">
      <w:r>
        <w:t>644.1756</w:t>
      </w:r>
      <w:r>
        <w:tab/>
        <w:t>8.101e0</w:t>
      </w:r>
    </w:p>
    <w:p w:rsidR="006974AE" w:rsidRDefault="006974AE" w:rsidP="006974AE">
      <w:r>
        <w:t>644.2284</w:t>
      </w:r>
      <w:r>
        <w:tab/>
        <w:t>2.025e0</w:t>
      </w:r>
    </w:p>
    <w:p w:rsidR="006974AE" w:rsidRDefault="006974AE" w:rsidP="006974AE">
      <w:r>
        <w:t>644.2496</w:t>
      </w:r>
      <w:r>
        <w:tab/>
        <w:t>2.025e0</w:t>
      </w:r>
    </w:p>
    <w:p w:rsidR="006974AE" w:rsidRDefault="006974AE" w:rsidP="006974AE">
      <w:r>
        <w:t>644.2636</w:t>
      </w:r>
      <w:r>
        <w:tab/>
        <w:t>3.038e0</w:t>
      </w:r>
    </w:p>
    <w:p w:rsidR="006974AE" w:rsidRDefault="006974AE" w:rsidP="006974AE">
      <w:r>
        <w:t>644.2833</w:t>
      </w:r>
      <w:r>
        <w:tab/>
        <w:t>1.013e0</w:t>
      </w:r>
    </w:p>
    <w:p w:rsidR="006974AE" w:rsidRDefault="006974AE" w:rsidP="006974AE">
      <w:r>
        <w:t>644.2849</w:t>
      </w:r>
      <w:r>
        <w:tab/>
        <w:t>1.013e0</w:t>
      </w:r>
    </w:p>
    <w:p w:rsidR="006974AE" w:rsidRDefault="006974AE" w:rsidP="006974AE">
      <w:r>
        <w:t>644.2935</w:t>
      </w:r>
      <w:r>
        <w:tab/>
        <w:t>1.013e0</w:t>
      </w:r>
    </w:p>
    <w:p w:rsidR="006974AE" w:rsidRDefault="006974AE" w:rsidP="006974AE">
      <w:r>
        <w:t>644.3053</w:t>
      </w:r>
      <w:r>
        <w:tab/>
        <w:t>1.013e0</w:t>
      </w:r>
    </w:p>
    <w:p w:rsidR="006974AE" w:rsidRDefault="006974AE" w:rsidP="006974AE">
      <w:r>
        <w:t>644.3131</w:t>
      </w:r>
      <w:r>
        <w:tab/>
        <w:t>3.038e0</w:t>
      </w:r>
    </w:p>
    <w:p w:rsidR="006974AE" w:rsidRDefault="006974AE" w:rsidP="006974AE">
      <w:r>
        <w:t>644.3265</w:t>
      </w:r>
      <w:r>
        <w:tab/>
        <w:t>1.013e0</w:t>
      </w:r>
    </w:p>
    <w:p w:rsidR="006974AE" w:rsidRDefault="006974AE" w:rsidP="006974AE">
      <w:r>
        <w:t>644.3383</w:t>
      </w:r>
      <w:r>
        <w:tab/>
        <w:t>1.013e0</w:t>
      </w:r>
    </w:p>
    <w:p w:rsidR="006974AE" w:rsidRDefault="006974AE" w:rsidP="006974AE">
      <w:r>
        <w:t>644.3912</w:t>
      </w:r>
      <w:r>
        <w:tab/>
        <w:t>3.038e0</w:t>
      </w:r>
    </w:p>
    <w:p w:rsidR="006974AE" w:rsidRDefault="006974AE" w:rsidP="006974AE">
      <w:r>
        <w:t>644.4067</w:t>
      </w:r>
      <w:r>
        <w:tab/>
        <w:t>2.025e0</w:t>
      </w:r>
    </w:p>
    <w:p w:rsidR="006974AE" w:rsidRDefault="006974AE" w:rsidP="006974AE">
      <w:r>
        <w:t>644.4237</w:t>
      </w:r>
      <w:r>
        <w:tab/>
        <w:t>1.013e0</w:t>
      </w:r>
    </w:p>
    <w:p w:rsidR="006974AE" w:rsidRDefault="006974AE" w:rsidP="006974AE">
      <w:r>
        <w:t>644.4410</w:t>
      </w:r>
      <w:r>
        <w:tab/>
        <w:t>1.013e0</w:t>
      </w:r>
    </w:p>
    <w:p w:rsidR="006974AE" w:rsidRDefault="006974AE" w:rsidP="006974AE">
      <w:r>
        <w:t>644.4801</w:t>
      </w:r>
      <w:r>
        <w:tab/>
        <w:t>2.025e0</w:t>
      </w:r>
    </w:p>
    <w:p w:rsidR="006974AE" w:rsidRDefault="006974AE" w:rsidP="006974AE">
      <w:r>
        <w:lastRenderedPageBreak/>
        <w:t>644.4927</w:t>
      </w:r>
      <w:r>
        <w:tab/>
        <w:t>4.051e0</w:t>
      </w:r>
    </w:p>
    <w:p w:rsidR="006974AE" w:rsidRDefault="006974AE" w:rsidP="006974AE">
      <w:r>
        <w:t>644.5020</w:t>
      </w:r>
      <w:r>
        <w:tab/>
        <w:t>2.025e0</w:t>
      </w:r>
    </w:p>
    <w:p w:rsidR="006974AE" w:rsidRDefault="006974AE" w:rsidP="006974AE">
      <w:r>
        <w:t>644.5085</w:t>
      </w:r>
      <w:r>
        <w:tab/>
        <w:t>6.076e0</w:t>
      </w:r>
    </w:p>
    <w:p w:rsidR="006974AE" w:rsidRDefault="006974AE" w:rsidP="006974AE">
      <w:r>
        <w:t>644.5110</w:t>
      </w:r>
      <w:r>
        <w:tab/>
        <w:t>2.025e0</w:t>
      </w:r>
    </w:p>
    <w:p w:rsidR="006974AE" w:rsidRDefault="006974AE" w:rsidP="006974AE">
      <w:r>
        <w:t>644.5200</w:t>
      </w:r>
      <w:r>
        <w:tab/>
        <w:t>5.063e0</w:t>
      </w:r>
    </w:p>
    <w:p w:rsidR="006974AE" w:rsidRDefault="006974AE" w:rsidP="006974AE">
      <w:r>
        <w:t>644.5408</w:t>
      </w:r>
      <w:r>
        <w:tab/>
        <w:t>3.038e0</w:t>
      </w:r>
    </w:p>
    <w:p w:rsidR="006974AE" w:rsidRDefault="006974AE" w:rsidP="006974AE">
      <w:r>
        <w:t>644.6132</w:t>
      </w:r>
      <w:r>
        <w:tab/>
        <w:t>2.025e0</w:t>
      </w:r>
    </w:p>
    <w:p w:rsidR="006974AE" w:rsidRDefault="006974AE" w:rsidP="006974AE">
      <w:r>
        <w:t>644.6324</w:t>
      </w:r>
      <w:r>
        <w:tab/>
        <w:t>1.013e0</w:t>
      </w:r>
    </w:p>
    <w:p w:rsidR="006974AE" w:rsidRDefault="006974AE" w:rsidP="006974AE">
      <w:r>
        <w:t>644.6572</w:t>
      </w:r>
      <w:r>
        <w:tab/>
        <w:t>1.013e0</w:t>
      </w:r>
    </w:p>
    <w:p w:rsidR="006974AE" w:rsidRDefault="006974AE" w:rsidP="006974AE">
      <w:r>
        <w:t>644.7037</w:t>
      </w:r>
      <w:r>
        <w:tab/>
        <w:t>3.038e0</w:t>
      </w:r>
    </w:p>
    <w:p w:rsidR="006974AE" w:rsidRDefault="006974AE" w:rsidP="006974AE">
      <w:r>
        <w:t>644.7254</w:t>
      </w:r>
      <w:r>
        <w:tab/>
        <w:t>4.051e0</w:t>
      </w:r>
    </w:p>
    <w:p w:rsidR="006974AE" w:rsidRDefault="006974AE" w:rsidP="006974AE">
      <w:r>
        <w:t>644.7492</w:t>
      </w:r>
      <w:r>
        <w:tab/>
        <w:t>2.025e0</w:t>
      </w:r>
    </w:p>
    <w:p w:rsidR="006974AE" w:rsidRDefault="006974AE" w:rsidP="006974AE">
      <w:r>
        <w:t>644.7913</w:t>
      </w:r>
      <w:r>
        <w:tab/>
        <w:t>1.013e0</w:t>
      </w:r>
    </w:p>
    <w:p w:rsidR="006974AE" w:rsidRDefault="006974AE" w:rsidP="006974AE">
      <w:r>
        <w:t>644.8104</w:t>
      </w:r>
      <w:r>
        <w:tab/>
        <w:t>1.013e0</w:t>
      </w:r>
    </w:p>
    <w:p w:rsidR="006974AE" w:rsidRDefault="006974AE" w:rsidP="006974AE">
      <w:r>
        <w:t>644.8218</w:t>
      </w:r>
      <w:r>
        <w:tab/>
        <w:t>2.025e0</w:t>
      </w:r>
    </w:p>
    <w:p w:rsidR="006974AE" w:rsidRDefault="006974AE" w:rsidP="006974AE">
      <w:r>
        <w:t>644.8553</w:t>
      </w:r>
      <w:r>
        <w:tab/>
        <w:t>3.038e0</w:t>
      </w:r>
    </w:p>
    <w:p w:rsidR="006974AE" w:rsidRDefault="006974AE" w:rsidP="006974AE">
      <w:r>
        <w:t>644.9094</w:t>
      </w:r>
      <w:r>
        <w:tab/>
        <w:t>1.013e0</w:t>
      </w:r>
    </w:p>
    <w:p w:rsidR="006974AE" w:rsidRDefault="006974AE" w:rsidP="006974AE">
      <w:r>
        <w:t>644.9481</w:t>
      </w:r>
      <w:r>
        <w:tab/>
        <w:t>1.013e0</w:t>
      </w:r>
    </w:p>
    <w:p w:rsidR="006974AE" w:rsidRDefault="006974AE" w:rsidP="006974AE">
      <w:r>
        <w:t>644.9658</w:t>
      </w:r>
      <w:r>
        <w:tab/>
        <w:t>1.013e0</w:t>
      </w:r>
    </w:p>
    <w:p w:rsidR="006974AE" w:rsidRDefault="006974AE" w:rsidP="006974AE">
      <w:r>
        <w:lastRenderedPageBreak/>
        <w:t>644.9819</w:t>
      </w:r>
      <w:r>
        <w:tab/>
        <w:t>1.013e0</w:t>
      </w:r>
    </w:p>
    <w:p w:rsidR="006974AE" w:rsidRDefault="006974AE" w:rsidP="006974AE">
      <w:r>
        <w:t>645.0194</w:t>
      </w:r>
      <w:r>
        <w:tab/>
        <w:t>1.013e0</w:t>
      </w:r>
    </w:p>
    <w:p w:rsidR="006974AE" w:rsidRDefault="006974AE" w:rsidP="006974AE">
      <w:r>
        <w:t>645.0693</w:t>
      </w:r>
      <w:r>
        <w:tab/>
        <w:t>1.013e0</w:t>
      </w:r>
    </w:p>
    <w:p w:rsidR="006974AE" w:rsidRDefault="006974AE" w:rsidP="006974AE">
      <w:r>
        <w:t>645.0745</w:t>
      </w:r>
      <w:r>
        <w:tab/>
        <w:t>1.013e0</w:t>
      </w:r>
    </w:p>
    <w:p w:rsidR="006974AE" w:rsidRDefault="006974AE" w:rsidP="006974AE">
      <w:r>
        <w:t>645.0807</w:t>
      </w:r>
      <w:r>
        <w:tab/>
        <w:t>2.025e0</w:t>
      </w:r>
    </w:p>
    <w:p w:rsidR="006974AE" w:rsidRDefault="006974AE" w:rsidP="006974AE">
      <w:r>
        <w:t>645.0993</w:t>
      </w:r>
      <w:r>
        <w:tab/>
        <w:t>2.025e0</w:t>
      </w:r>
    </w:p>
    <w:p w:rsidR="006974AE" w:rsidRDefault="006974AE" w:rsidP="006974AE">
      <w:r>
        <w:t>645.1754</w:t>
      </w:r>
      <w:r>
        <w:tab/>
        <w:t>1.013e0</w:t>
      </w:r>
    </w:p>
    <w:p w:rsidR="006974AE" w:rsidRDefault="006974AE" w:rsidP="006974AE">
      <w:r>
        <w:t>645.2073</w:t>
      </w:r>
      <w:r>
        <w:tab/>
        <w:t>1.013e0</w:t>
      </w:r>
    </w:p>
    <w:p w:rsidR="006974AE" w:rsidRDefault="006974AE" w:rsidP="006974AE">
      <w:r>
        <w:t>645.2091</w:t>
      </w:r>
      <w:r>
        <w:tab/>
        <w:t>3.038e0</w:t>
      </w:r>
    </w:p>
    <w:p w:rsidR="006974AE" w:rsidRDefault="006974AE" w:rsidP="006974AE">
      <w:r>
        <w:t>645.2513</w:t>
      </w:r>
      <w:r>
        <w:tab/>
        <w:t>1.013e0</w:t>
      </w:r>
    </w:p>
    <w:p w:rsidR="006974AE" w:rsidRDefault="006974AE" w:rsidP="006974AE">
      <w:r>
        <w:t>645.2537</w:t>
      </w:r>
      <w:r>
        <w:tab/>
        <w:t>2.025e0</w:t>
      </w:r>
    </w:p>
    <w:p w:rsidR="006974AE" w:rsidRDefault="006974AE" w:rsidP="006974AE">
      <w:r>
        <w:t>645.2568</w:t>
      </w:r>
      <w:r>
        <w:tab/>
        <w:t>2.025e0</w:t>
      </w:r>
    </w:p>
    <w:p w:rsidR="006974AE" w:rsidRDefault="006974AE" w:rsidP="006974AE">
      <w:r>
        <w:t>645.2726</w:t>
      </w:r>
      <w:r>
        <w:tab/>
        <w:t>1.013e0</w:t>
      </w:r>
    </w:p>
    <w:p w:rsidR="006974AE" w:rsidRDefault="006974AE" w:rsidP="006974AE">
      <w:r>
        <w:t>645.3000</w:t>
      </w:r>
      <w:r>
        <w:tab/>
        <w:t>2.025e0</w:t>
      </w:r>
    </w:p>
    <w:p w:rsidR="006974AE" w:rsidRDefault="006974AE" w:rsidP="006974AE">
      <w:r>
        <w:t>645.3394</w:t>
      </w:r>
      <w:r>
        <w:tab/>
        <w:t>1.013e0</w:t>
      </w:r>
    </w:p>
    <w:p w:rsidR="006974AE" w:rsidRDefault="006974AE" w:rsidP="006974AE">
      <w:r>
        <w:t>645.3424</w:t>
      </w:r>
      <w:r>
        <w:tab/>
        <w:t>2.025e0</w:t>
      </w:r>
    </w:p>
    <w:p w:rsidR="006974AE" w:rsidRDefault="006974AE" w:rsidP="006974AE">
      <w:r>
        <w:t>645.3613</w:t>
      </w:r>
      <w:r>
        <w:tab/>
        <w:t>3.038e0</w:t>
      </w:r>
    </w:p>
    <w:p w:rsidR="006974AE" w:rsidRDefault="006974AE" w:rsidP="006974AE">
      <w:r>
        <w:t>645.3661</w:t>
      </w:r>
      <w:r>
        <w:tab/>
        <w:t>1.013e0</w:t>
      </w:r>
    </w:p>
    <w:p w:rsidR="006974AE" w:rsidRDefault="006974AE" w:rsidP="006974AE">
      <w:r>
        <w:t>645.3849</w:t>
      </w:r>
      <w:r>
        <w:tab/>
        <w:t>1.013e0</w:t>
      </w:r>
    </w:p>
    <w:p w:rsidR="006974AE" w:rsidRDefault="006974AE" w:rsidP="006974AE">
      <w:r>
        <w:lastRenderedPageBreak/>
        <w:t>645.3945</w:t>
      </w:r>
      <w:r>
        <w:tab/>
        <w:t>1.013e0</w:t>
      </w:r>
    </w:p>
    <w:p w:rsidR="006974AE" w:rsidRDefault="006974AE" w:rsidP="006974AE">
      <w:r>
        <w:t>645.4418</w:t>
      </w:r>
      <w:r>
        <w:tab/>
        <w:t>3.038e0</w:t>
      </w:r>
    </w:p>
    <w:p w:rsidR="006974AE" w:rsidRDefault="006974AE" w:rsidP="006974AE">
      <w:r>
        <w:t>645.4850</w:t>
      </w:r>
      <w:r>
        <w:tab/>
        <w:t>4.051e0</w:t>
      </w:r>
    </w:p>
    <w:p w:rsidR="006974AE" w:rsidRDefault="006974AE" w:rsidP="006974AE">
      <w:r>
        <w:t>645.4919</w:t>
      </w:r>
      <w:r>
        <w:tab/>
        <w:t>4.051e0</w:t>
      </w:r>
    </w:p>
    <w:p w:rsidR="006974AE" w:rsidRDefault="006974AE" w:rsidP="006974AE">
      <w:r>
        <w:t>645.5156</w:t>
      </w:r>
      <w:r>
        <w:tab/>
        <w:t>1.013e0</w:t>
      </w:r>
    </w:p>
    <w:p w:rsidR="006974AE" w:rsidRDefault="006974AE" w:rsidP="006974AE">
      <w:r>
        <w:t>645.5410</w:t>
      </w:r>
      <w:r>
        <w:tab/>
        <w:t>1.013e0</w:t>
      </w:r>
    </w:p>
    <w:p w:rsidR="006974AE" w:rsidRDefault="006974AE" w:rsidP="006974AE">
      <w:r>
        <w:t>645.5936</w:t>
      </w:r>
      <w:r>
        <w:tab/>
        <w:t>1.013e0</w:t>
      </w:r>
    </w:p>
    <w:p w:rsidR="006974AE" w:rsidRDefault="006974AE" w:rsidP="006974AE">
      <w:r>
        <w:t>645.6135</w:t>
      </w:r>
      <w:r>
        <w:tab/>
        <w:t>2.025e0</w:t>
      </w:r>
    </w:p>
    <w:p w:rsidR="006974AE" w:rsidRDefault="006974AE" w:rsidP="006974AE">
      <w:r>
        <w:t>645.6257</w:t>
      </w:r>
      <w:r>
        <w:tab/>
        <w:t>1.013e0</w:t>
      </w:r>
    </w:p>
    <w:p w:rsidR="006974AE" w:rsidRDefault="006974AE" w:rsidP="006974AE">
      <w:r>
        <w:t>645.6745</w:t>
      </w:r>
      <w:r>
        <w:tab/>
        <w:t>2.025e0</w:t>
      </w:r>
    </w:p>
    <w:p w:rsidR="006974AE" w:rsidRDefault="006974AE" w:rsidP="006974AE">
      <w:r>
        <w:t>645.6984</w:t>
      </w:r>
      <w:r>
        <w:tab/>
        <w:t>1.013e0</w:t>
      </w:r>
    </w:p>
    <w:p w:rsidR="006974AE" w:rsidRDefault="006974AE" w:rsidP="006974AE">
      <w:r>
        <w:t>645.7241</w:t>
      </w:r>
      <w:r>
        <w:tab/>
        <w:t>1.013e0</w:t>
      </w:r>
    </w:p>
    <w:p w:rsidR="006974AE" w:rsidRDefault="006974AE" w:rsidP="006974AE">
      <w:r>
        <w:t>645.7642</w:t>
      </w:r>
      <w:r>
        <w:tab/>
        <w:t>3.038e0</w:t>
      </w:r>
    </w:p>
    <w:p w:rsidR="006974AE" w:rsidRDefault="006974AE" w:rsidP="006974AE">
      <w:r>
        <w:t>645.7804</w:t>
      </w:r>
      <w:r>
        <w:tab/>
        <w:t>3.038e0</w:t>
      </w:r>
    </w:p>
    <w:p w:rsidR="006974AE" w:rsidRDefault="006974AE" w:rsidP="006974AE">
      <w:r>
        <w:t>645.8123</w:t>
      </w:r>
      <w:r>
        <w:tab/>
        <w:t>2.025e0</w:t>
      </w:r>
    </w:p>
    <w:p w:rsidR="006974AE" w:rsidRDefault="006974AE" w:rsidP="006974AE">
      <w:r>
        <w:t>645.8544</w:t>
      </w:r>
      <w:r>
        <w:tab/>
        <w:t>2.025e0</w:t>
      </w:r>
    </w:p>
    <w:p w:rsidR="006974AE" w:rsidRDefault="006974AE" w:rsidP="006974AE">
      <w:r>
        <w:t>645.8680</w:t>
      </w:r>
      <w:r>
        <w:tab/>
        <w:t>1.013e0</w:t>
      </w:r>
    </w:p>
    <w:p w:rsidR="006974AE" w:rsidRDefault="006974AE" w:rsidP="006974AE">
      <w:r>
        <w:t>645.8893</w:t>
      </w:r>
      <w:r>
        <w:tab/>
        <w:t>1.013e0</w:t>
      </w:r>
    </w:p>
    <w:p w:rsidR="006974AE" w:rsidRDefault="006974AE" w:rsidP="006974AE">
      <w:r>
        <w:t>645.9341</w:t>
      </w:r>
      <w:r>
        <w:tab/>
        <w:t>1.013e0</w:t>
      </w:r>
    </w:p>
    <w:p w:rsidR="006974AE" w:rsidRDefault="006974AE" w:rsidP="006974AE">
      <w:r>
        <w:lastRenderedPageBreak/>
        <w:t>645.9423</w:t>
      </w:r>
      <w:r>
        <w:tab/>
        <w:t>2.025e0</w:t>
      </w:r>
    </w:p>
    <w:p w:rsidR="006974AE" w:rsidRDefault="006974AE" w:rsidP="006974AE">
      <w:r>
        <w:t>645.9503</w:t>
      </w:r>
      <w:r>
        <w:tab/>
        <w:t>2.025e0</w:t>
      </w:r>
    </w:p>
    <w:p w:rsidR="006974AE" w:rsidRDefault="006974AE" w:rsidP="006974AE">
      <w:r>
        <w:t>645.9767</w:t>
      </w:r>
      <w:r>
        <w:tab/>
        <w:t>1.013e0</w:t>
      </w:r>
    </w:p>
    <w:p w:rsidR="006974AE" w:rsidRDefault="006974AE" w:rsidP="006974AE">
      <w:r>
        <w:t>646.0286</w:t>
      </w:r>
      <w:r>
        <w:tab/>
        <w:t>3.038e0</w:t>
      </w:r>
    </w:p>
    <w:p w:rsidR="006974AE" w:rsidRDefault="006974AE" w:rsidP="006974AE">
      <w:r>
        <w:t>646.0656</w:t>
      </w:r>
      <w:r>
        <w:tab/>
        <w:t>2.025e0</w:t>
      </w:r>
    </w:p>
    <w:p w:rsidR="006974AE" w:rsidRDefault="006974AE" w:rsidP="006974AE">
      <w:r>
        <w:t>646.1317</w:t>
      </w:r>
      <w:r>
        <w:tab/>
        <w:t>1.013e0</w:t>
      </w:r>
    </w:p>
    <w:p w:rsidR="006974AE" w:rsidRDefault="006974AE" w:rsidP="006974AE">
      <w:r>
        <w:t>646.1656</w:t>
      </w:r>
      <w:r>
        <w:tab/>
        <w:t>1.013e0</w:t>
      </w:r>
    </w:p>
    <w:p w:rsidR="006974AE" w:rsidRDefault="006974AE" w:rsidP="006974AE">
      <w:r>
        <w:t>646.1939</w:t>
      </w:r>
      <w:r>
        <w:tab/>
        <w:t>2.025e0</w:t>
      </w:r>
    </w:p>
    <w:p w:rsidR="006974AE" w:rsidRDefault="006974AE" w:rsidP="006974AE">
      <w:r>
        <w:t>646.2082</w:t>
      </w:r>
      <w:r>
        <w:tab/>
        <w:t>2.025e0</w:t>
      </w:r>
    </w:p>
    <w:p w:rsidR="006974AE" w:rsidRDefault="006974AE" w:rsidP="006974AE">
      <w:r>
        <w:t>646.2219</w:t>
      </w:r>
      <w:r>
        <w:tab/>
        <w:t>1.013e0</w:t>
      </w:r>
    </w:p>
    <w:p w:rsidR="006974AE" w:rsidRDefault="006974AE" w:rsidP="006974AE">
      <w:r>
        <w:t>646.2921</w:t>
      </w:r>
      <w:r>
        <w:tab/>
        <w:t>2.025e0</w:t>
      </w:r>
    </w:p>
    <w:p w:rsidR="006974AE" w:rsidRDefault="006974AE" w:rsidP="006974AE">
      <w:r>
        <w:t>646.3081</w:t>
      </w:r>
      <w:r>
        <w:tab/>
        <w:t>1.013e0</w:t>
      </w:r>
    </w:p>
    <w:p w:rsidR="006974AE" w:rsidRDefault="006974AE" w:rsidP="006974AE">
      <w:r>
        <w:t>646.3328</w:t>
      </w:r>
      <w:r>
        <w:tab/>
        <w:t>3.038e0</w:t>
      </w:r>
    </w:p>
    <w:p w:rsidR="006974AE" w:rsidRDefault="006974AE" w:rsidP="006974AE">
      <w:r>
        <w:t>646.3350</w:t>
      </w:r>
      <w:r>
        <w:tab/>
        <w:t>2.025e0</w:t>
      </w:r>
    </w:p>
    <w:p w:rsidR="006974AE" w:rsidRDefault="006974AE" w:rsidP="006974AE">
      <w:r>
        <w:t>646.3393</w:t>
      </w:r>
      <w:r>
        <w:tab/>
        <w:t>3.038e0</w:t>
      </w:r>
    </w:p>
    <w:p w:rsidR="006974AE" w:rsidRDefault="006974AE" w:rsidP="006974AE">
      <w:r>
        <w:t>646.3448</w:t>
      </w:r>
      <w:r>
        <w:tab/>
        <w:t>1.013e0</w:t>
      </w:r>
    </w:p>
    <w:p w:rsidR="006974AE" w:rsidRDefault="006974AE" w:rsidP="006974AE">
      <w:r>
        <w:t>646.3837</w:t>
      </w:r>
      <w:r>
        <w:tab/>
        <w:t>2.025e0</w:t>
      </w:r>
    </w:p>
    <w:p w:rsidR="006974AE" w:rsidRDefault="006974AE" w:rsidP="006974AE">
      <w:r>
        <w:t>646.3853</w:t>
      </w:r>
      <w:r>
        <w:tab/>
        <w:t>1.013e0</w:t>
      </w:r>
    </w:p>
    <w:p w:rsidR="006974AE" w:rsidRDefault="006974AE" w:rsidP="006974AE">
      <w:r>
        <w:t>646.4021</w:t>
      </w:r>
      <w:r>
        <w:tab/>
        <w:t>3.038e0</w:t>
      </w:r>
    </w:p>
    <w:p w:rsidR="006974AE" w:rsidRDefault="006974AE" w:rsidP="006974AE">
      <w:r>
        <w:lastRenderedPageBreak/>
        <w:t>646.4192</w:t>
      </w:r>
      <w:r>
        <w:tab/>
        <w:t>1.013e0</w:t>
      </w:r>
    </w:p>
    <w:p w:rsidR="006974AE" w:rsidRDefault="006974AE" w:rsidP="006974AE">
      <w:r>
        <w:t>646.4321</w:t>
      </w:r>
      <w:r>
        <w:tab/>
        <w:t>1.013e0</w:t>
      </w:r>
    </w:p>
    <w:p w:rsidR="006974AE" w:rsidRDefault="006974AE" w:rsidP="006974AE">
      <w:r>
        <w:t>646.4571</w:t>
      </w:r>
      <w:r>
        <w:tab/>
        <w:t>2.025e0</w:t>
      </w:r>
    </w:p>
    <w:p w:rsidR="006974AE" w:rsidRDefault="006974AE" w:rsidP="006974AE">
      <w:r>
        <w:t>646.4625</w:t>
      </w:r>
      <w:r>
        <w:tab/>
        <w:t>2.025e0</w:t>
      </w:r>
    </w:p>
    <w:p w:rsidR="006974AE" w:rsidRDefault="006974AE" w:rsidP="006974AE">
      <w:r>
        <w:t>646.5104</w:t>
      </w:r>
      <w:r>
        <w:tab/>
        <w:t>2.025e0</w:t>
      </w:r>
    </w:p>
    <w:p w:rsidR="006974AE" w:rsidRDefault="006974AE" w:rsidP="006974AE">
      <w:r>
        <w:t>646.5164</w:t>
      </w:r>
      <w:r>
        <w:tab/>
        <w:t>3.038e0</w:t>
      </w:r>
    </w:p>
    <w:p w:rsidR="006974AE" w:rsidRDefault="006974AE" w:rsidP="006974AE">
      <w:r>
        <w:t>646.5353</w:t>
      </w:r>
      <w:r>
        <w:tab/>
        <w:t>2.025e0</w:t>
      </w:r>
    </w:p>
    <w:p w:rsidR="006974AE" w:rsidRDefault="006974AE" w:rsidP="006974AE">
      <w:r>
        <w:t>646.5405</w:t>
      </w:r>
      <w:r>
        <w:tab/>
        <w:t>1.013e0</w:t>
      </w:r>
    </w:p>
    <w:p w:rsidR="006974AE" w:rsidRDefault="006974AE" w:rsidP="006974AE">
      <w:r>
        <w:t>646.5617</w:t>
      </w:r>
      <w:r>
        <w:tab/>
        <w:t>1.013e0</w:t>
      </w:r>
    </w:p>
    <w:p w:rsidR="006974AE" w:rsidRDefault="006974AE" w:rsidP="006974AE">
      <w:r>
        <w:t>646.5699</w:t>
      </w:r>
      <w:r>
        <w:tab/>
        <w:t>3.038e0</w:t>
      </w:r>
    </w:p>
    <w:p w:rsidR="006974AE" w:rsidRDefault="006974AE" w:rsidP="006974AE">
      <w:r>
        <w:t>646.6279</w:t>
      </w:r>
      <w:r>
        <w:tab/>
        <w:t>2.025e0</w:t>
      </w:r>
    </w:p>
    <w:p w:rsidR="006974AE" w:rsidRDefault="006974AE" w:rsidP="006974AE">
      <w:r>
        <w:t>646.6397</w:t>
      </w:r>
      <w:r>
        <w:tab/>
        <w:t>1.013e0</w:t>
      </w:r>
    </w:p>
    <w:p w:rsidR="006974AE" w:rsidRDefault="006974AE" w:rsidP="006974AE">
      <w:r>
        <w:t>646.6500</w:t>
      </w:r>
      <w:r>
        <w:tab/>
        <w:t>1.013e0</w:t>
      </w:r>
    </w:p>
    <w:p w:rsidR="006974AE" w:rsidRDefault="006974AE" w:rsidP="006974AE">
      <w:r>
        <w:t>646.6756</w:t>
      </w:r>
      <w:r>
        <w:tab/>
        <w:t>1.013e0</w:t>
      </w:r>
    </w:p>
    <w:p w:rsidR="006974AE" w:rsidRDefault="006974AE" w:rsidP="006974AE">
      <w:r>
        <w:t>646.7390</w:t>
      </w:r>
      <w:r>
        <w:tab/>
        <w:t>1.013e0</w:t>
      </w:r>
    </w:p>
    <w:p w:rsidR="006974AE" w:rsidRDefault="006974AE" w:rsidP="006974AE">
      <w:r>
        <w:t>646.7456</w:t>
      </w:r>
      <w:r>
        <w:tab/>
        <w:t>1.013e0</w:t>
      </w:r>
    </w:p>
    <w:p w:rsidR="006974AE" w:rsidRDefault="006974AE" w:rsidP="006974AE">
      <w:r>
        <w:t>646.7713</w:t>
      </w:r>
      <w:r>
        <w:tab/>
        <w:t>1.013e0</w:t>
      </w:r>
    </w:p>
    <w:p w:rsidR="006974AE" w:rsidRDefault="006974AE" w:rsidP="006974AE">
      <w:r>
        <w:t>646.7823</w:t>
      </w:r>
      <w:r>
        <w:tab/>
        <w:t>1.013e0</w:t>
      </w:r>
    </w:p>
    <w:p w:rsidR="006974AE" w:rsidRDefault="006974AE" w:rsidP="006974AE">
      <w:r>
        <w:t>646.8383</w:t>
      </w:r>
      <w:r>
        <w:tab/>
        <w:t>1.013e0</w:t>
      </w:r>
    </w:p>
    <w:p w:rsidR="006974AE" w:rsidRDefault="006974AE" w:rsidP="006974AE">
      <w:r>
        <w:lastRenderedPageBreak/>
        <w:t>646.8604</w:t>
      </w:r>
      <w:r>
        <w:tab/>
        <w:t>1.013e0</w:t>
      </w:r>
    </w:p>
    <w:p w:rsidR="006974AE" w:rsidRDefault="006974AE" w:rsidP="006974AE">
      <w:r>
        <w:t>646.8817</w:t>
      </w:r>
      <w:r>
        <w:tab/>
        <w:t>2.025e0</w:t>
      </w:r>
    </w:p>
    <w:p w:rsidR="006974AE" w:rsidRDefault="006974AE" w:rsidP="006974AE">
      <w:r>
        <w:t>646.9155</w:t>
      </w:r>
      <w:r>
        <w:tab/>
        <w:t>2.025e0</w:t>
      </w:r>
    </w:p>
    <w:p w:rsidR="006974AE" w:rsidRDefault="006974AE" w:rsidP="006974AE">
      <w:r>
        <w:t>646.9500</w:t>
      </w:r>
      <w:r>
        <w:tab/>
        <w:t>2.025e0</w:t>
      </w:r>
    </w:p>
    <w:p w:rsidR="006974AE" w:rsidRDefault="006974AE" w:rsidP="006974AE">
      <w:r>
        <w:t>646.9589</w:t>
      </w:r>
      <w:r>
        <w:tab/>
        <w:t>1.013e0</w:t>
      </w:r>
    </w:p>
    <w:p w:rsidR="006974AE" w:rsidRDefault="006974AE" w:rsidP="006974AE">
      <w:r>
        <w:t>646.9731</w:t>
      </w:r>
      <w:r>
        <w:tab/>
        <w:t>1.013e0</w:t>
      </w:r>
    </w:p>
    <w:p w:rsidR="006974AE" w:rsidRDefault="006974AE" w:rsidP="006974AE">
      <w:r>
        <w:t>647.0038</w:t>
      </w:r>
      <w:r>
        <w:tab/>
        <w:t>1.013e0</w:t>
      </w:r>
    </w:p>
    <w:p w:rsidR="006974AE" w:rsidRDefault="006974AE" w:rsidP="006974AE">
      <w:r>
        <w:t>647.0701</w:t>
      </w:r>
      <w:r>
        <w:tab/>
        <w:t>3.038e0</w:t>
      </w:r>
    </w:p>
    <w:p w:rsidR="006974AE" w:rsidRDefault="006974AE" w:rsidP="006974AE">
      <w:r>
        <w:t>647.0762</w:t>
      </w:r>
      <w:r>
        <w:tab/>
        <w:t>1.013e0</w:t>
      </w:r>
    </w:p>
    <w:p w:rsidR="006974AE" w:rsidRDefault="006974AE" w:rsidP="006974AE">
      <w:r>
        <w:t>647.1024</w:t>
      </w:r>
      <w:r>
        <w:tab/>
        <w:t>1.013e0</w:t>
      </w:r>
    </w:p>
    <w:p w:rsidR="006974AE" w:rsidRDefault="006974AE" w:rsidP="006974AE">
      <w:r>
        <w:t>647.1248</w:t>
      </w:r>
      <w:r>
        <w:tab/>
        <w:t>2.025e0</w:t>
      </w:r>
    </w:p>
    <w:p w:rsidR="006974AE" w:rsidRDefault="006974AE" w:rsidP="006974AE">
      <w:r>
        <w:t>647.1796</w:t>
      </w:r>
      <w:r>
        <w:tab/>
        <w:t>1.013e0</w:t>
      </w:r>
    </w:p>
    <w:p w:rsidR="006974AE" w:rsidRDefault="006974AE" w:rsidP="006974AE">
      <w:r>
        <w:t>647.2552</w:t>
      </w:r>
      <w:r>
        <w:tab/>
        <w:t>6.498e0</w:t>
      </w:r>
    </w:p>
    <w:p w:rsidR="006974AE" w:rsidRDefault="006974AE" w:rsidP="006974AE">
      <w:r>
        <w:t>647.2577</w:t>
      </w:r>
      <w:r>
        <w:tab/>
        <w:t>1.013e0</w:t>
      </w:r>
    </w:p>
    <w:p w:rsidR="006974AE" w:rsidRDefault="006974AE" w:rsidP="006974AE">
      <w:r>
        <w:t>647.2775</w:t>
      </w:r>
      <w:r>
        <w:tab/>
        <w:t>9.114e0</w:t>
      </w:r>
    </w:p>
    <w:p w:rsidR="006974AE" w:rsidRDefault="006974AE" w:rsidP="006974AE">
      <w:r>
        <w:t>647.2831</w:t>
      </w:r>
      <w:r>
        <w:tab/>
        <w:t>1.013e1</w:t>
      </w:r>
    </w:p>
    <w:p w:rsidR="006974AE" w:rsidRDefault="006974AE" w:rsidP="006974AE">
      <w:r>
        <w:t>647.2889</w:t>
      </w:r>
      <w:r>
        <w:tab/>
        <w:t>9.114e0</w:t>
      </w:r>
    </w:p>
    <w:p w:rsidR="006974AE" w:rsidRDefault="006974AE" w:rsidP="006974AE">
      <w:r>
        <w:t>647.2905</w:t>
      </w:r>
      <w:r>
        <w:tab/>
        <w:t>8.101e0</w:t>
      </w:r>
    </w:p>
    <w:p w:rsidR="006974AE" w:rsidRDefault="006974AE" w:rsidP="006974AE">
      <w:r>
        <w:t>647.2960</w:t>
      </w:r>
      <w:r>
        <w:tab/>
        <w:t>1.215e1</w:t>
      </w:r>
    </w:p>
    <w:p w:rsidR="006974AE" w:rsidRDefault="006974AE" w:rsidP="006974AE">
      <w:r>
        <w:lastRenderedPageBreak/>
        <w:t>647.3046</w:t>
      </w:r>
      <w:r>
        <w:tab/>
        <w:t>1.013e0</w:t>
      </w:r>
    </w:p>
    <w:p w:rsidR="006974AE" w:rsidRDefault="006974AE" w:rsidP="006974AE">
      <w:r>
        <w:t>647.3140</w:t>
      </w:r>
      <w:r>
        <w:tab/>
        <w:t>6.667e0</w:t>
      </w:r>
    </w:p>
    <w:p w:rsidR="006974AE" w:rsidRDefault="006974AE" w:rsidP="006974AE">
      <w:r>
        <w:t>647.3163</w:t>
      </w:r>
      <w:r>
        <w:tab/>
        <w:t>4.269e0</w:t>
      </w:r>
    </w:p>
    <w:p w:rsidR="006974AE" w:rsidRDefault="006974AE" w:rsidP="006974AE">
      <w:r>
        <w:t>647.4085</w:t>
      </w:r>
      <w:r>
        <w:tab/>
        <w:t>1.013e0</w:t>
      </w:r>
    </w:p>
    <w:p w:rsidR="006974AE" w:rsidRDefault="006974AE" w:rsidP="006974AE">
      <w:r>
        <w:t>647.4233</w:t>
      </w:r>
      <w:r>
        <w:tab/>
        <w:t>1.013e0</w:t>
      </w:r>
    </w:p>
    <w:p w:rsidR="006974AE" w:rsidRDefault="006974AE" w:rsidP="006974AE">
      <w:r>
        <w:t>647.4279</w:t>
      </w:r>
      <w:r>
        <w:tab/>
        <w:t>2.025e0</w:t>
      </w:r>
    </w:p>
    <w:p w:rsidR="006974AE" w:rsidRDefault="006974AE" w:rsidP="006974AE">
      <w:r>
        <w:t>647.4446</w:t>
      </w:r>
      <w:r>
        <w:tab/>
        <w:t>1.013e0</w:t>
      </w:r>
    </w:p>
    <w:p w:rsidR="006974AE" w:rsidRDefault="006974AE" w:rsidP="006974AE">
      <w:r>
        <w:t>647.4612</w:t>
      </w:r>
      <w:r>
        <w:tab/>
        <w:t>2.025e0</w:t>
      </w:r>
    </w:p>
    <w:p w:rsidR="006974AE" w:rsidRDefault="006974AE" w:rsidP="006974AE">
      <w:r>
        <w:t>647.4785</w:t>
      </w:r>
      <w:r>
        <w:tab/>
        <w:t>2.025e0</w:t>
      </w:r>
    </w:p>
    <w:p w:rsidR="006974AE" w:rsidRDefault="006974AE" w:rsidP="006974AE">
      <w:r>
        <w:t>647.5117</w:t>
      </w:r>
      <w:r>
        <w:tab/>
        <w:t>2.025e0</w:t>
      </w:r>
    </w:p>
    <w:p w:rsidR="006974AE" w:rsidRDefault="006974AE" w:rsidP="006974AE">
      <w:r>
        <w:t>647.5647</w:t>
      </w:r>
      <w:r>
        <w:tab/>
        <w:t>1.013e0</w:t>
      </w:r>
    </w:p>
    <w:p w:rsidR="006974AE" w:rsidRDefault="006974AE" w:rsidP="006974AE">
      <w:r>
        <w:t>647.6179</w:t>
      </w:r>
      <w:r>
        <w:tab/>
        <w:t>1.013e0</w:t>
      </w:r>
    </w:p>
    <w:p w:rsidR="006974AE" w:rsidRDefault="006974AE" w:rsidP="006974AE">
      <w:r>
        <w:t>647.6700</w:t>
      </w:r>
      <w:r>
        <w:tab/>
        <w:t>1.013e0</w:t>
      </w:r>
    </w:p>
    <w:p w:rsidR="006974AE" w:rsidRDefault="006974AE" w:rsidP="006974AE">
      <w:r>
        <w:t>647.7649</w:t>
      </w:r>
      <w:r>
        <w:tab/>
        <w:t>1.013e0</w:t>
      </w:r>
    </w:p>
    <w:p w:rsidR="006974AE" w:rsidRDefault="006974AE" w:rsidP="006974AE">
      <w:r>
        <w:t>647.7759</w:t>
      </w:r>
      <w:r>
        <w:tab/>
        <w:t>1.013e0</w:t>
      </w:r>
    </w:p>
    <w:p w:rsidR="006974AE" w:rsidRDefault="006974AE" w:rsidP="006974AE">
      <w:r>
        <w:t>647.7928</w:t>
      </w:r>
      <w:r>
        <w:tab/>
        <w:t>1.013e0</w:t>
      </w:r>
    </w:p>
    <w:p w:rsidR="006974AE" w:rsidRDefault="006974AE" w:rsidP="006974AE">
      <w:r>
        <w:t>647.8320</w:t>
      </w:r>
      <w:r>
        <w:tab/>
        <w:t>1.013e0</w:t>
      </w:r>
    </w:p>
    <w:p w:rsidR="006974AE" w:rsidRDefault="006974AE" w:rsidP="006974AE">
      <w:r>
        <w:t>647.8691</w:t>
      </w:r>
      <w:r>
        <w:tab/>
        <w:t>2.025e0</w:t>
      </w:r>
    </w:p>
    <w:p w:rsidR="006974AE" w:rsidRDefault="006974AE" w:rsidP="006974AE">
      <w:r>
        <w:t>647.8798</w:t>
      </w:r>
      <w:r>
        <w:tab/>
        <w:t>2.025e0</w:t>
      </w:r>
    </w:p>
    <w:p w:rsidR="006974AE" w:rsidRDefault="006974AE" w:rsidP="006974AE">
      <w:r>
        <w:lastRenderedPageBreak/>
        <w:t>647.8840</w:t>
      </w:r>
      <w:r>
        <w:tab/>
        <w:t>2.025e0</w:t>
      </w:r>
    </w:p>
    <w:p w:rsidR="006974AE" w:rsidRDefault="006974AE" w:rsidP="006974AE">
      <w:r>
        <w:t>647.9307</w:t>
      </w:r>
      <w:r>
        <w:tab/>
        <w:t>1.013e0</w:t>
      </w:r>
    </w:p>
    <w:p w:rsidR="006974AE" w:rsidRDefault="006974AE" w:rsidP="006974AE">
      <w:r>
        <w:t>647.9513</w:t>
      </w:r>
      <w:r>
        <w:tab/>
        <w:t>3.038e0</w:t>
      </w:r>
    </w:p>
    <w:p w:rsidR="006974AE" w:rsidRDefault="006974AE" w:rsidP="006974AE">
      <w:r>
        <w:t>647.9749</w:t>
      </w:r>
      <w:r>
        <w:tab/>
        <w:t>1.013e0</w:t>
      </w:r>
    </w:p>
    <w:p w:rsidR="006974AE" w:rsidRDefault="006974AE" w:rsidP="006974AE">
      <w:r>
        <w:t>648.0301</w:t>
      </w:r>
      <w:r>
        <w:tab/>
        <w:t>1.013e0</w:t>
      </w:r>
    </w:p>
    <w:p w:rsidR="006974AE" w:rsidRDefault="006974AE" w:rsidP="006974AE">
      <w:r>
        <w:t>648.0972</w:t>
      </w:r>
      <w:r>
        <w:tab/>
        <w:t>1.013e0</w:t>
      </w:r>
    </w:p>
    <w:p w:rsidR="006974AE" w:rsidRDefault="006974AE" w:rsidP="006974AE">
      <w:r>
        <w:t>648.1195</w:t>
      </w:r>
      <w:r>
        <w:tab/>
        <w:t>2.025e0</w:t>
      </w:r>
    </w:p>
    <w:p w:rsidR="006974AE" w:rsidRDefault="006974AE" w:rsidP="006974AE">
      <w:r>
        <w:t>648.1412</w:t>
      </w:r>
      <w:r>
        <w:tab/>
        <w:t>1.013e0</w:t>
      </w:r>
    </w:p>
    <w:p w:rsidR="006974AE" w:rsidRDefault="006974AE" w:rsidP="006974AE">
      <w:r>
        <w:t>648.1738</w:t>
      </w:r>
      <w:r>
        <w:tab/>
        <w:t>2.025e0</w:t>
      </w:r>
    </w:p>
    <w:p w:rsidR="006974AE" w:rsidRDefault="006974AE" w:rsidP="006974AE">
      <w:r>
        <w:t>648.2029</w:t>
      </w:r>
      <w:r>
        <w:tab/>
        <w:t>3.038e0</w:t>
      </w:r>
    </w:p>
    <w:p w:rsidR="006974AE" w:rsidRDefault="006974AE" w:rsidP="006974AE">
      <w:r>
        <w:t>648.2079</w:t>
      </w:r>
      <w:r>
        <w:tab/>
        <w:t>2.025e0</w:t>
      </w:r>
    </w:p>
    <w:p w:rsidR="006974AE" w:rsidRDefault="006974AE" w:rsidP="006974AE">
      <w:r>
        <w:t>648.2555</w:t>
      </w:r>
      <w:r>
        <w:tab/>
        <w:t>3.799e0</w:t>
      </w:r>
    </w:p>
    <w:p w:rsidR="006974AE" w:rsidRDefault="006974AE" w:rsidP="006974AE">
      <w:r>
        <w:t>648.2728</w:t>
      </w:r>
      <w:r>
        <w:tab/>
        <w:t>9.074e0</w:t>
      </w:r>
    </w:p>
    <w:p w:rsidR="006974AE" w:rsidRDefault="006974AE" w:rsidP="006974AE">
      <w:r>
        <w:t>648.2760</w:t>
      </w:r>
      <w:r>
        <w:tab/>
        <w:t>5.063e0</w:t>
      </w:r>
    </w:p>
    <w:p w:rsidR="006974AE" w:rsidRDefault="006974AE" w:rsidP="006974AE">
      <w:r>
        <w:t>648.2776</w:t>
      </w:r>
      <w:r>
        <w:tab/>
        <w:t>3.157e0</w:t>
      </w:r>
    </w:p>
    <w:p w:rsidR="006974AE" w:rsidRDefault="006974AE" w:rsidP="006974AE">
      <w:r>
        <w:t>648.2968</w:t>
      </w:r>
      <w:r>
        <w:tab/>
        <w:t>9.114e0</w:t>
      </w:r>
    </w:p>
    <w:p w:rsidR="006974AE" w:rsidRDefault="006974AE" w:rsidP="006974AE">
      <w:r>
        <w:t>648.3130</w:t>
      </w:r>
      <w:r>
        <w:tab/>
        <w:t>1.114e1</w:t>
      </w:r>
    </w:p>
    <w:p w:rsidR="006974AE" w:rsidRDefault="006974AE" w:rsidP="006974AE">
      <w:r>
        <w:t>648.3160</w:t>
      </w:r>
      <w:r>
        <w:tab/>
        <w:t>9.114e0</w:t>
      </w:r>
    </w:p>
    <w:p w:rsidR="006974AE" w:rsidRDefault="006974AE" w:rsidP="006974AE">
      <w:r>
        <w:t>648.3397</w:t>
      </w:r>
      <w:r>
        <w:tab/>
        <w:t>1.013e0</w:t>
      </w:r>
    </w:p>
    <w:p w:rsidR="006974AE" w:rsidRDefault="006974AE" w:rsidP="006974AE">
      <w:r>
        <w:lastRenderedPageBreak/>
        <w:t>648.3618</w:t>
      </w:r>
      <w:r>
        <w:tab/>
        <w:t>1.013e0</w:t>
      </w:r>
    </w:p>
    <w:p w:rsidR="006974AE" w:rsidRDefault="006974AE" w:rsidP="006974AE">
      <w:r>
        <w:t>648.3682</w:t>
      </w:r>
      <w:r>
        <w:tab/>
        <w:t>1.013e0</w:t>
      </w:r>
    </w:p>
    <w:p w:rsidR="006974AE" w:rsidRDefault="006974AE" w:rsidP="006974AE">
      <w:r>
        <w:t>648.4122</w:t>
      </w:r>
      <w:r>
        <w:tab/>
        <w:t>2.025e0</w:t>
      </w:r>
    </w:p>
    <w:p w:rsidR="006974AE" w:rsidRDefault="006974AE" w:rsidP="006974AE">
      <w:r>
        <w:t>648.4287</w:t>
      </w:r>
      <w:r>
        <w:tab/>
        <w:t>3.038e0</w:t>
      </w:r>
    </w:p>
    <w:p w:rsidR="006974AE" w:rsidRDefault="006974AE" w:rsidP="006974AE">
      <w:r>
        <w:t>648.4387</w:t>
      </w:r>
      <w:r>
        <w:tab/>
        <w:t>4.051e0</w:t>
      </w:r>
    </w:p>
    <w:p w:rsidR="006974AE" w:rsidRDefault="006974AE" w:rsidP="006974AE">
      <w:r>
        <w:t>648.4549</w:t>
      </w:r>
      <w:r>
        <w:tab/>
        <w:t>2.025e0</w:t>
      </w:r>
    </w:p>
    <w:p w:rsidR="006974AE" w:rsidRDefault="006974AE" w:rsidP="006974AE">
      <w:r>
        <w:t>648.4726</w:t>
      </w:r>
      <w:r>
        <w:tab/>
        <w:t>1.013e0</w:t>
      </w:r>
    </w:p>
    <w:p w:rsidR="006974AE" w:rsidRDefault="006974AE" w:rsidP="006974AE">
      <w:r>
        <w:t>648.5060</w:t>
      </w:r>
      <w:r>
        <w:tab/>
        <w:t>2.025e0</w:t>
      </w:r>
    </w:p>
    <w:p w:rsidR="006974AE" w:rsidRDefault="006974AE" w:rsidP="006974AE">
      <w:r>
        <w:t>648.5497</w:t>
      </w:r>
      <w:r>
        <w:tab/>
        <w:t>1.013e0</w:t>
      </w:r>
    </w:p>
    <w:p w:rsidR="006974AE" w:rsidRDefault="006974AE" w:rsidP="006974AE">
      <w:r>
        <w:t>648.5947</w:t>
      </w:r>
      <w:r>
        <w:tab/>
        <w:t>1.013e0</w:t>
      </w:r>
    </w:p>
    <w:p w:rsidR="006974AE" w:rsidRDefault="006974AE" w:rsidP="006974AE">
      <w:r>
        <w:t>648.6119</w:t>
      </w:r>
      <w:r>
        <w:tab/>
        <w:t>2.025e0</w:t>
      </w:r>
    </w:p>
    <w:p w:rsidR="006974AE" w:rsidRDefault="006974AE" w:rsidP="006974AE">
      <w:r>
        <w:t>648.7165</w:t>
      </w:r>
      <w:r>
        <w:tab/>
        <w:t>1.013e0</w:t>
      </w:r>
    </w:p>
    <w:p w:rsidR="006974AE" w:rsidRDefault="006974AE" w:rsidP="006974AE">
      <w:r>
        <w:t>648.7728</w:t>
      </w:r>
      <w:r>
        <w:tab/>
        <w:t>3.038e0</w:t>
      </w:r>
    </w:p>
    <w:p w:rsidR="006974AE" w:rsidRDefault="006974AE" w:rsidP="006974AE">
      <w:r>
        <w:t>648.8396</w:t>
      </w:r>
      <w:r>
        <w:tab/>
        <w:t>1.013e0</w:t>
      </w:r>
    </w:p>
    <w:p w:rsidR="006974AE" w:rsidRDefault="006974AE" w:rsidP="006974AE">
      <w:r>
        <w:t>648.8737</w:t>
      </w:r>
      <w:r>
        <w:tab/>
        <w:t>1.013e0</w:t>
      </w:r>
    </w:p>
    <w:p w:rsidR="006974AE" w:rsidRDefault="006974AE" w:rsidP="006974AE">
      <w:r>
        <w:t>648.8819</w:t>
      </w:r>
      <w:r>
        <w:tab/>
        <w:t>2.025e0</w:t>
      </w:r>
    </w:p>
    <w:p w:rsidR="006974AE" w:rsidRDefault="006974AE" w:rsidP="006974AE">
      <w:r>
        <w:t>648.8911</w:t>
      </w:r>
      <w:r>
        <w:tab/>
        <w:t>1.013e0</w:t>
      </w:r>
    </w:p>
    <w:p w:rsidR="006974AE" w:rsidRDefault="006974AE" w:rsidP="006974AE">
      <w:r>
        <w:t>648.8999</w:t>
      </w:r>
      <w:r>
        <w:tab/>
        <w:t>2.025e0</w:t>
      </w:r>
    </w:p>
    <w:p w:rsidR="006974AE" w:rsidRDefault="006974AE" w:rsidP="006974AE">
      <w:r>
        <w:t>648.9378</w:t>
      </w:r>
      <w:r>
        <w:tab/>
        <w:t>1.013e0</w:t>
      </w:r>
    </w:p>
    <w:p w:rsidR="006974AE" w:rsidRDefault="006974AE" w:rsidP="006974AE">
      <w:r>
        <w:lastRenderedPageBreak/>
        <w:t>649.0536</w:t>
      </w:r>
      <w:r>
        <w:tab/>
        <w:t>2.025e0</w:t>
      </w:r>
    </w:p>
    <w:p w:rsidR="006974AE" w:rsidRDefault="006974AE" w:rsidP="006974AE">
      <w:r>
        <w:t>649.0596</w:t>
      </w:r>
      <w:r>
        <w:tab/>
        <w:t>1.013e0</w:t>
      </w:r>
    </w:p>
    <w:p w:rsidR="006974AE" w:rsidRDefault="006974AE" w:rsidP="006974AE">
      <w:r>
        <w:t>649.0829</w:t>
      </w:r>
      <w:r>
        <w:tab/>
        <w:t>1.013e0</w:t>
      </w:r>
    </w:p>
    <w:p w:rsidR="006974AE" w:rsidRDefault="006974AE" w:rsidP="006974AE">
      <w:r>
        <w:t>649.0920</w:t>
      </w:r>
      <w:r>
        <w:tab/>
        <w:t>1.013e0</w:t>
      </w:r>
    </w:p>
    <w:p w:rsidR="006974AE" w:rsidRDefault="006974AE" w:rsidP="006974AE">
      <w:r>
        <w:t>649.0979</w:t>
      </w:r>
      <w:r>
        <w:tab/>
        <w:t>2.025e0</w:t>
      </w:r>
    </w:p>
    <w:p w:rsidR="006974AE" w:rsidRDefault="006974AE" w:rsidP="006974AE">
      <w:r>
        <w:t>649.1204</w:t>
      </w:r>
      <w:r>
        <w:tab/>
        <w:t>2.025e0</w:t>
      </w:r>
    </w:p>
    <w:p w:rsidR="006974AE" w:rsidRDefault="006974AE" w:rsidP="006974AE">
      <w:r>
        <w:t>649.2050</w:t>
      </w:r>
      <w:r>
        <w:tab/>
        <w:t>1.013e0</w:t>
      </w:r>
    </w:p>
    <w:p w:rsidR="006974AE" w:rsidRDefault="006974AE" w:rsidP="006974AE">
      <w:r>
        <w:t>649.2145</w:t>
      </w:r>
      <w:r>
        <w:tab/>
        <w:t>1.013e0</w:t>
      </w:r>
    </w:p>
    <w:p w:rsidR="006974AE" w:rsidRDefault="006974AE" w:rsidP="006974AE">
      <w:r>
        <w:t>649.2247</w:t>
      </w:r>
      <w:r>
        <w:tab/>
        <w:t>2.025e0</w:t>
      </w:r>
    </w:p>
    <w:p w:rsidR="006974AE" w:rsidRDefault="006974AE" w:rsidP="006974AE">
      <w:r>
        <w:t>649.2368</w:t>
      </w:r>
      <w:r>
        <w:tab/>
        <w:t>2.025e0</w:t>
      </w:r>
    </w:p>
    <w:p w:rsidR="006974AE" w:rsidRDefault="006974AE" w:rsidP="006974AE">
      <w:r>
        <w:t>649.2480</w:t>
      </w:r>
      <w:r>
        <w:tab/>
        <w:t>4.051e0</w:t>
      </w:r>
    </w:p>
    <w:p w:rsidR="006974AE" w:rsidRDefault="006974AE" w:rsidP="006974AE">
      <w:r>
        <w:t>649.2565</w:t>
      </w:r>
      <w:r>
        <w:tab/>
        <w:t>2.025e0</w:t>
      </w:r>
    </w:p>
    <w:p w:rsidR="006974AE" w:rsidRDefault="006974AE" w:rsidP="006974AE">
      <w:r>
        <w:t>649.2589</w:t>
      </w:r>
      <w:r>
        <w:tab/>
        <w:t>1.013e0</w:t>
      </w:r>
    </w:p>
    <w:p w:rsidR="006974AE" w:rsidRDefault="006974AE" w:rsidP="006974AE">
      <w:r>
        <w:t>649.2734</w:t>
      </w:r>
      <w:r>
        <w:tab/>
        <w:t>3.038e0</w:t>
      </w:r>
    </w:p>
    <w:p w:rsidR="006974AE" w:rsidRDefault="006974AE" w:rsidP="006974AE">
      <w:r>
        <w:t>649.2809</w:t>
      </w:r>
      <w:r>
        <w:tab/>
        <w:t>2.025e0</w:t>
      </w:r>
    </w:p>
    <w:p w:rsidR="006974AE" w:rsidRDefault="006974AE" w:rsidP="006974AE">
      <w:r>
        <w:t>649.3031</w:t>
      </w:r>
      <w:r>
        <w:tab/>
        <w:t>1.013e0</w:t>
      </w:r>
    </w:p>
    <w:p w:rsidR="006974AE" w:rsidRDefault="006974AE" w:rsidP="006974AE">
      <w:r>
        <w:t>649.3110</w:t>
      </w:r>
      <w:r>
        <w:tab/>
        <w:t>6.076e0</w:t>
      </w:r>
    </w:p>
    <w:p w:rsidR="006974AE" w:rsidRDefault="006974AE" w:rsidP="006974AE">
      <w:r>
        <w:t>649.3253</w:t>
      </w:r>
      <w:r>
        <w:tab/>
        <w:t>2.025e0</w:t>
      </w:r>
    </w:p>
    <w:p w:rsidR="006974AE" w:rsidRDefault="006974AE" w:rsidP="006974AE">
      <w:r>
        <w:t>649.3355</w:t>
      </w:r>
      <w:r>
        <w:tab/>
        <w:t>1.013e0</w:t>
      </w:r>
    </w:p>
    <w:p w:rsidR="006974AE" w:rsidRDefault="006974AE" w:rsidP="006974AE">
      <w:r>
        <w:lastRenderedPageBreak/>
        <w:t>649.3666</w:t>
      </w:r>
      <w:r>
        <w:tab/>
        <w:t>4.051e0</w:t>
      </w:r>
    </w:p>
    <w:p w:rsidR="006974AE" w:rsidRDefault="006974AE" w:rsidP="006974AE">
      <w:r>
        <w:t>649.3806</w:t>
      </w:r>
      <w:r>
        <w:tab/>
        <w:t>1.013e0</w:t>
      </w:r>
    </w:p>
    <w:p w:rsidR="006974AE" w:rsidRDefault="006974AE" w:rsidP="006974AE">
      <w:r>
        <w:t>649.4228</w:t>
      </w:r>
      <w:r>
        <w:tab/>
        <w:t>2.025e0</w:t>
      </w:r>
    </w:p>
    <w:p w:rsidR="006974AE" w:rsidRDefault="006974AE" w:rsidP="006974AE">
      <w:r>
        <w:t>649.4259</w:t>
      </w:r>
      <w:r>
        <w:tab/>
        <w:t>2.025e0</w:t>
      </w:r>
    </w:p>
    <w:p w:rsidR="006974AE" w:rsidRDefault="006974AE" w:rsidP="006974AE">
      <w:r>
        <w:t>649.4318</w:t>
      </w:r>
      <w:r>
        <w:tab/>
        <w:t>2.025e0</w:t>
      </w:r>
    </w:p>
    <w:p w:rsidR="006974AE" w:rsidRDefault="006974AE" w:rsidP="006974AE">
      <w:r>
        <w:t>649.4357</w:t>
      </w:r>
      <w:r>
        <w:tab/>
        <w:t>2.025e0</w:t>
      </w:r>
    </w:p>
    <w:p w:rsidR="006974AE" w:rsidRDefault="006974AE" w:rsidP="006974AE">
      <w:r>
        <w:t>649.4468</w:t>
      </w:r>
      <w:r>
        <w:tab/>
        <w:t>3.038e0</w:t>
      </w:r>
    </w:p>
    <w:p w:rsidR="006974AE" w:rsidRDefault="006974AE" w:rsidP="006974AE">
      <w:r>
        <w:t>649.4657</w:t>
      </w:r>
      <w:r>
        <w:tab/>
        <w:t>1.013e0</w:t>
      </w:r>
    </w:p>
    <w:p w:rsidR="006974AE" w:rsidRDefault="006974AE" w:rsidP="006974AE">
      <w:r>
        <w:t>649.4692</w:t>
      </w:r>
      <w:r>
        <w:tab/>
        <w:t>1.013e0</w:t>
      </w:r>
    </w:p>
    <w:p w:rsidR="006974AE" w:rsidRDefault="006974AE" w:rsidP="006974AE">
      <w:r>
        <w:t>649.4838</w:t>
      </w:r>
      <w:r>
        <w:tab/>
        <w:t>1.013e0</w:t>
      </w:r>
    </w:p>
    <w:p w:rsidR="006974AE" w:rsidRDefault="006974AE" w:rsidP="006974AE">
      <w:r>
        <w:t>649.5192</w:t>
      </w:r>
      <w:r>
        <w:tab/>
        <w:t>1.013e0</w:t>
      </w:r>
    </w:p>
    <w:p w:rsidR="006974AE" w:rsidRDefault="006974AE" w:rsidP="006974AE">
      <w:r>
        <w:t>649.5792</w:t>
      </w:r>
      <w:r>
        <w:tab/>
        <w:t>1.013e0</w:t>
      </w:r>
    </w:p>
    <w:p w:rsidR="006974AE" w:rsidRDefault="006974AE" w:rsidP="006974AE">
      <w:r>
        <w:t>649.6354</w:t>
      </w:r>
      <w:r>
        <w:tab/>
        <w:t>1.013e0</w:t>
      </w:r>
    </w:p>
    <w:p w:rsidR="006974AE" w:rsidRDefault="006974AE" w:rsidP="006974AE">
      <w:r>
        <w:t>649.6412</w:t>
      </w:r>
      <w:r>
        <w:tab/>
        <w:t>1.013e0</w:t>
      </w:r>
    </w:p>
    <w:p w:rsidR="006974AE" w:rsidRDefault="006974AE" w:rsidP="006974AE">
      <w:r>
        <w:t>649.6456</w:t>
      </w:r>
      <w:r>
        <w:tab/>
        <w:t>1.013e0</w:t>
      </w:r>
    </w:p>
    <w:p w:rsidR="006974AE" w:rsidRDefault="006974AE" w:rsidP="006974AE">
      <w:r>
        <w:t>649.7455</w:t>
      </w:r>
      <w:r>
        <w:tab/>
        <w:t>1.013e0</w:t>
      </w:r>
    </w:p>
    <w:p w:rsidR="006974AE" w:rsidRDefault="006974AE" w:rsidP="006974AE">
      <w:r>
        <w:t>649.7598</w:t>
      </w:r>
      <w:r>
        <w:tab/>
        <w:t>4.051e0</w:t>
      </w:r>
    </w:p>
    <w:p w:rsidR="006974AE" w:rsidRDefault="006974AE" w:rsidP="006974AE">
      <w:r>
        <w:t>649.7626</w:t>
      </w:r>
      <w:r>
        <w:tab/>
        <w:t>3.038e0</w:t>
      </w:r>
    </w:p>
    <w:p w:rsidR="006974AE" w:rsidRDefault="006974AE" w:rsidP="006974AE">
      <w:r>
        <w:t>649.8152</w:t>
      </w:r>
      <w:r>
        <w:tab/>
        <w:t>1.013e0</w:t>
      </w:r>
    </w:p>
    <w:p w:rsidR="006974AE" w:rsidRDefault="006974AE" w:rsidP="006974AE">
      <w:r>
        <w:lastRenderedPageBreak/>
        <w:t>649.8451</w:t>
      </w:r>
      <w:r>
        <w:tab/>
        <w:t>1.013e0</w:t>
      </w:r>
    </w:p>
    <w:p w:rsidR="006974AE" w:rsidRDefault="006974AE" w:rsidP="006974AE">
      <w:r>
        <w:t>649.8499</w:t>
      </w:r>
      <w:r>
        <w:tab/>
        <w:t>1.013e0</w:t>
      </w:r>
    </w:p>
    <w:p w:rsidR="006974AE" w:rsidRDefault="006974AE" w:rsidP="006974AE">
      <w:r>
        <w:t>649.9028</w:t>
      </w:r>
      <w:r>
        <w:tab/>
        <w:t>2.025e0</w:t>
      </w:r>
    </w:p>
    <w:p w:rsidR="006974AE" w:rsidRDefault="006974AE" w:rsidP="006974AE">
      <w:r>
        <w:t>649.9227</w:t>
      </w:r>
      <w:r>
        <w:tab/>
        <w:t>1.013e0</w:t>
      </w:r>
    </w:p>
    <w:p w:rsidR="006974AE" w:rsidRDefault="006974AE" w:rsidP="006974AE">
      <w:r>
        <w:t>649.9380</w:t>
      </w:r>
      <w:r>
        <w:tab/>
        <w:t>1.013e0</w:t>
      </w:r>
    </w:p>
    <w:p w:rsidR="006974AE" w:rsidRDefault="006974AE" w:rsidP="006974AE">
      <w:r>
        <w:t>650.0335</w:t>
      </w:r>
      <w:r>
        <w:tab/>
        <w:t>1.013e0</w:t>
      </w:r>
    </w:p>
    <w:p w:rsidR="006974AE" w:rsidRDefault="006974AE" w:rsidP="006974AE">
      <w:r>
        <w:t>650.0483</w:t>
      </w:r>
      <w:r>
        <w:tab/>
        <w:t>2.025e0</w:t>
      </w:r>
    </w:p>
    <w:p w:rsidR="006974AE" w:rsidRDefault="006974AE" w:rsidP="006974AE">
      <w:r>
        <w:t>650.0515</w:t>
      </w:r>
      <w:r>
        <w:tab/>
        <w:t>2.025e0</w:t>
      </w:r>
    </w:p>
    <w:p w:rsidR="006974AE" w:rsidRDefault="006974AE" w:rsidP="006974AE">
      <w:r>
        <w:t>650.0557</w:t>
      </w:r>
      <w:r>
        <w:tab/>
        <w:t>1.013e0</w:t>
      </w:r>
    </w:p>
    <w:p w:rsidR="006974AE" w:rsidRDefault="006974AE" w:rsidP="006974AE">
      <w:r>
        <w:t>650.1008</w:t>
      </w:r>
      <w:r>
        <w:tab/>
        <w:t>2.025e0</w:t>
      </w:r>
    </w:p>
    <w:p w:rsidR="006974AE" w:rsidRDefault="006974AE" w:rsidP="006974AE">
      <w:r>
        <w:t>650.1631</w:t>
      </w:r>
      <w:r>
        <w:tab/>
        <w:t>1.013e0</w:t>
      </w:r>
    </w:p>
    <w:p w:rsidR="006974AE" w:rsidRDefault="006974AE" w:rsidP="006974AE">
      <w:r>
        <w:t>650.1776</w:t>
      </w:r>
      <w:r>
        <w:tab/>
        <w:t>1.013e0</w:t>
      </w:r>
    </w:p>
    <w:p w:rsidR="006974AE" w:rsidRDefault="006974AE" w:rsidP="006974AE">
      <w:r>
        <w:t>650.1788</w:t>
      </w:r>
      <w:r>
        <w:tab/>
        <w:t>2.025e0</w:t>
      </w:r>
    </w:p>
    <w:p w:rsidR="006974AE" w:rsidRDefault="006974AE" w:rsidP="006974AE">
      <w:r>
        <w:t>650.1895</w:t>
      </w:r>
      <w:r>
        <w:tab/>
        <w:t>3.038e0</w:t>
      </w:r>
    </w:p>
    <w:p w:rsidR="006974AE" w:rsidRDefault="006974AE" w:rsidP="006974AE">
      <w:r>
        <w:t>650.2159</w:t>
      </w:r>
      <w:r>
        <w:tab/>
        <w:t>1.013e0</w:t>
      </w:r>
    </w:p>
    <w:p w:rsidR="006974AE" w:rsidRDefault="006974AE" w:rsidP="006974AE">
      <w:r>
        <w:t>650.2513</w:t>
      </w:r>
      <w:r>
        <w:tab/>
        <w:t>1.013e0</w:t>
      </w:r>
    </w:p>
    <w:p w:rsidR="006974AE" w:rsidRDefault="006974AE" w:rsidP="006974AE">
      <w:r>
        <w:t>650.2811</w:t>
      </w:r>
      <w:r>
        <w:tab/>
        <w:t>2.025e0</w:t>
      </w:r>
    </w:p>
    <w:p w:rsidR="006974AE" w:rsidRDefault="006974AE" w:rsidP="006974AE">
      <w:r>
        <w:t>650.2870</w:t>
      </w:r>
      <w:r>
        <w:tab/>
        <w:t>3.038e0</w:t>
      </w:r>
    </w:p>
    <w:p w:rsidR="006974AE" w:rsidRDefault="006974AE" w:rsidP="006974AE">
      <w:r>
        <w:t>650.3005</w:t>
      </w:r>
      <w:r>
        <w:tab/>
        <w:t>2.025e0</w:t>
      </w:r>
    </w:p>
    <w:p w:rsidR="006974AE" w:rsidRDefault="006974AE" w:rsidP="006974AE">
      <w:r>
        <w:lastRenderedPageBreak/>
        <w:t>650.3033</w:t>
      </w:r>
      <w:r>
        <w:tab/>
        <w:t>2.025e0</w:t>
      </w:r>
    </w:p>
    <w:p w:rsidR="006974AE" w:rsidRDefault="006974AE" w:rsidP="006974AE">
      <w:r>
        <w:t>650.3115</w:t>
      </w:r>
      <w:r>
        <w:tab/>
        <w:t>2.025e0</w:t>
      </w:r>
    </w:p>
    <w:p w:rsidR="006974AE" w:rsidRDefault="006974AE" w:rsidP="006974AE">
      <w:r>
        <w:t>650.3555</w:t>
      </w:r>
      <w:r>
        <w:tab/>
        <w:t>1.013e0</w:t>
      </w:r>
    </w:p>
    <w:p w:rsidR="006974AE" w:rsidRDefault="006974AE" w:rsidP="006974AE">
      <w:r>
        <w:t>650.3631</w:t>
      </w:r>
      <w:r>
        <w:tab/>
        <w:t>5.063e0</w:t>
      </w:r>
    </w:p>
    <w:p w:rsidR="006974AE" w:rsidRDefault="006974AE" w:rsidP="006974AE">
      <w:r>
        <w:t>650.3834</w:t>
      </w:r>
      <w:r>
        <w:tab/>
        <w:t>2.025e0</w:t>
      </w:r>
    </w:p>
    <w:p w:rsidR="006974AE" w:rsidRDefault="006974AE" w:rsidP="006974AE">
      <w:r>
        <w:t>650.3891</w:t>
      </w:r>
      <w:r>
        <w:tab/>
        <w:t>1.013e0</w:t>
      </w:r>
    </w:p>
    <w:p w:rsidR="006974AE" w:rsidRDefault="006974AE" w:rsidP="006974AE">
      <w:r>
        <w:t>650.3994</w:t>
      </w:r>
      <w:r>
        <w:tab/>
        <w:t>1.013e0</w:t>
      </w:r>
    </w:p>
    <w:p w:rsidR="006974AE" w:rsidRDefault="006974AE" w:rsidP="006974AE">
      <w:r>
        <w:t>650.4216</w:t>
      </w:r>
      <w:r>
        <w:tab/>
        <w:t>1.013e0</w:t>
      </w:r>
    </w:p>
    <w:p w:rsidR="006974AE" w:rsidRDefault="006974AE" w:rsidP="006974AE">
      <w:r>
        <w:t>650.4261</w:t>
      </w:r>
      <w:r>
        <w:tab/>
        <w:t>1.013e0</w:t>
      </w:r>
    </w:p>
    <w:p w:rsidR="006974AE" w:rsidRDefault="006974AE" w:rsidP="006974AE">
      <w:r>
        <w:t>650.4420</w:t>
      </w:r>
      <w:r>
        <w:tab/>
        <w:t>1.013e0</w:t>
      </w:r>
    </w:p>
    <w:p w:rsidR="006974AE" w:rsidRDefault="006974AE" w:rsidP="006974AE">
      <w:r>
        <w:t>650.4778</w:t>
      </w:r>
      <w:r>
        <w:tab/>
        <w:t>2.025e0</w:t>
      </w:r>
    </w:p>
    <w:p w:rsidR="006974AE" w:rsidRDefault="006974AE" w:rsidP="006974AE">
      <w:r>
        <w:t>650.5300</w:t>
      </w:r>
      <w:r>
        <w:tab/>
        <w:t>1.013e0</w:t>
      </w:r>
    </w:p>
    <w:p w:rsidR="006974AE" w:rsidRDefault="006974AE" w:rsidP="006974AE">
      <w:r>
        <w:t>650.5884</w:t>
      </w:r>
      <w:r>
        <w:tab/>
        <w:t>2.025e0</w:t>
      </w:r>
    </w:p>
    <w:p w:rsidR="006974AE" w:rsidRDefault="006974AE" w:rsidP="006974AE">
      <w:r>
        <w:t>650.5916</w:t>
      </w:r>
      <w:r>
        <w:tab/>
        <w:t>2.025e0</w:t>
      </w:r>
    </w:p>
    <w:p w:rsidR="006974AE" w:rsidRDefault="006974AE" w:rsidP="006974AE">
      <w:r>
        <w:t>650.6078</w:t>
      </w:r>
      <w:r>
        <w:tab/>
        <w:t>2.025e0</w:t>
      </w:r>
    </w:p>
    <w:p w:rsidR="006974AE" w:rsidRDefault="006974AE" w:rsidP="006974AE">
      <w:r>
        <w:t>650.6323</w:t>
      </w:r>
      <w:r>
        <w:tab/>
        <w:t>1.013e0</w:t>
      </w:r>
    </w:p>
    <w:p w:rsidR="006974AE" w:rsidRDefault="006974AE" w:rsidP="006974AE">
      <w:r>
        <w:t>650.6520</w:t>
      </w:r>
      <w:r>
        <w:tab/>
        <w:t>1.013e0</w:t>
      </w:r>
    </w:p>
    <w:p w:rsidR="006974AE" w:rsidRDefault="006974AE" w:rsidP="006974AE">
      <w:r>
        <w:t>650.6656</w:t>
      </w:r>
      <w:r>
        <w:tab/>
        <w:t>1.013e0</w:t>
      </w:r>
    </w:p>
    <w:p w:rsidR="006974AE" w:rsidRDefault="006974AE" w:rsidP="006974AE">
      <w:r>
        <w:t>650.7039</w:t>
      </w:r>
      <w:r>
        <w:tab/>
        <w:t>1.013e0</w:t>
      </w:r>
    </w:p>
    <w:p w:rsidR="006974AE" w:rsidRDefault="006974AE" w:rsidP="006974AE">
      <w:r>
        <w:lastRenderedPageBreak/>
        <w:t>650.7108</w:t>
      </w:r>
      <w:r>
        <w:tab/>
        <w:t>1.013e0</w:t>
      </w:r>
    </w:p>
    <w:p w:rsidR="006974AE" w:rsidRDefault="006974AE" w:rsidP="006974AE">
      <w:r>
        <w:t>650.7385</w:t>
      </w:r>
      <w:r>
        <w:tab/>
        <w:t>1.013e0</w:t>
      </w:r>
    </w:p>
    <w:p w:rsidR="006974AE" w:rsidRDefault="006974AE" w:rsidP="006974AE">
      <w:r>
        <w:t>650.7657</w:t>
      </w:r>
      <w:r>
        <w:tab/>
        <w:t>2.025e0</w:t>
      </w:r>
    </w:p>
    <w:p w:rsidR="006974AE" w:rsidRDefault="006974AE" w:rsidP="006974AE">
      <w:r>
        <w:t>650.7877</w:t>
      </w:r>
      <w:r>
        <w:tab/>
        <w:t>1.013e0</w:t>
      </w:r>
    </w:p>
    <w:p w:rsidR="006974AE" w:rsidRDefault="006974AE" w:rsidP="006974AE">
      <w:r>
        <w:t>650.7914</w:t>
      </w:r>
      <w:r>
        <w:tab/>
        <w:t>2.025e0</w:t>
      </w:r>
    </w:p>
    <w:p w:rsidR="006974AE" w:rsidRDefault="006974AE" w:rsidP="006974AE">
      <w:r>
        <w:t>650.8209</w:t>
      </w:r>
      <w:r>
        <w:tab/>
        <w:t>1.013e0</w:t>
      </w:r>
    </w:p>
    <w:p w:rsidR="006974AE" w:rsidRDefault="006974AE" w:rsidP="006974AE">
      <w:r>
        <w:t>650.8328</w:t>
      </w:r>
      <w:r>
        <w:tab/>
        <w:t>1.013e0</w:t>
      </w:r>
    </w:p>
    <w:p w:rsidR="006974AE" w:rsidRDefault="006974AE" w:rsidP="006974AE">
      <w:r>
        <w:t>650.8438</w:t>
      </w:r>
      <w:r>
        <w:tab/>
        <w:t>1.013e0</w:t>
      </w:r>
    </w:p>
    <w:p w:rsidR="006974AE" w:rsidRDefault="006974AE" w:rsidP="006974AE">
      <w:r>
        <w:t>650.8509</w:t>
      </w:r>
      <w:r>
        <w:tab/>
        <w:t>2.025e0</w:t>
      </w:r>
    </w:p>
    <w:p w:rsidR="006974AE" w:rsidRDefault="006974AE" w:rsidP="006974AE">
      <w:r>
        <w:t>650.8793</w:t>
      </w:r>
      <w:r>
        <w:tab/>
        <w:t>1.013e0</w:t>
      </w:r>
    </w:p>
    <w:p w:rsidR="006974AE" w:rsidRDefault="006974AE" w:rsidP="006974AE">
      <w:r>
        <w:t>650.9101</w:t>
      </w:r>
      <w:r>
        <w:tab/>
        <w:t>2.025e0</w:t>
      </w:r>
    </w:p>
    <w:p w:rsidR="006974AE" w:rsidRDefault="006974AE" w:rsidP="006974AE">
      <w:r>
        <w:t>650.9230</w:t>
      </w:r>
      <w:r>
        <w:tab/>
        <w:t>2.025e0</w:t>
      </w:r>
    </w:p>
    <w:p w:rsidR="006974AE" w:rsidRDefault="006974AE" w:rsidP="006974AE">
      <w:r>
        <w:t>650.9438</w:t>
      </w:r>
      <w:r>
        <w:tab/>
        <w:t>1.013e0</w:t>
      </w:r>
    </w:p>
    <w:p w:rsidR="006974AE" w:rsidRDefault="006974AE" w:rsidP="006974AE">
      <w:r>
        <w:t>650.9550</w:t>
      </w:r>
      <w:r>
        <w:tab/>
        <w:t>1.013e0</w:t>
      </w:r>
    </w:p>
    <w:p w:rsidR="006974AE" w:rsidRDefault="006974AE" w:rsidP="006974AE">
      <w:r>
        <w:t>650.9664</w:t>
      </w:r>
      <w:r>
        <w:tab/>
        <w:t>1.013e0</w:t>
      </w:r>
    </w:p>
    <w:p w:rsidR="006974AE" w:rsidRDefault="006974AE" w:rsidP="006974AE">
      <w:r>
        <w:t>650.9874</w:t>
      </w:r>
      <w:r>
        <w:tab/>
        <w:t>1.013e0</w:t>
      </w:r>
    </w:p>
    <w:p w:rsidR="006974AE" w:rsidRDefault="006974AE" w:rsidP="006974AE">
      <w:r>
        <w:t>651.0090</w:t>
      </w:r>
      <w:r>
        <w:tab/>
        <w:t>2.025e0</w:t>
      </w:r>
    </w:p>
    <w:p w:rsidR="006974AE" w:rsidRDefault="006974AE" w:rsidP="006974AE">
      <w:r>
        <w:t>651.0147</w:t>
      </w:r>
      <w:r>
        <w:tab/>
        <w:t>2.579e0</w:t>
      </w:r>
    </w:p>
    <w:p w:rsidR="006974AE" w:rsidRDefault="006974AE" w:rsidP="006974AE">
      <w:r>
        <w:t>651.0180</w:t>
      </w:r>
      <w:r>
        <w:tab/>
        <w:t>2.025e0</w:t>
      </w:r>
    </w:p>
    <w:p w:rsidR="006974AE" w:rsidRDefault="006974AE" w:rsidP="006974AE">
      <w:r>
        <w:lastRenderedPageBreak/>
        <w:t>651.0215</w:t>
      </w:r>
      <w:r>
        <w:tab/>
        <w:t>1.013e0</w:t>
      </w:r>
    </w:p>
    <w:p w:rsidR="006974AE" w:rsidRDefault="006974AE" w:rsidP="006974AE">
      <w:r>
        <w:t>651.0520</w:t>
      </w:r>
      <w:r>
        <w:tab/>
        <w:t>1.013e0</w:t>
      </w:r>
    </w:p>
    <w:p w:rsidR="006974AE" w:rsidRDefault="006974AE" w:rsidP="006974AE">
      <w:r>
        <w:t>651.0659</w:t>
      </w:r>
      <w:r>
        <w:tab/>
        <w:t>1.013e0</w:t>
      </w:r>
    </w:p>
    <w:p w:rsidR="006974AE" w:rsidRDefault="006974AE" w:rsidP="006974AE">
      <w:r>
        <w:t>651.0875</w:t>
      </w:r>
      <w:r>
        <w:tab/>
        <w:t>1.013e0</w:t>
      </w:r>
    </w:p>
    <w:p w:rsidR="006974AE" w:rsidRDefault="006974AE" w:rsidP="006974AE">
      <w:r>
        <w:t>651.1206</w:t>
      </w:r>
      <w:r>
        <w:tab/>
        <w:t>1.013e0</w:t>
      </w:r>
    </w:p>
    <w:p w:rsidR="006974AE" w:rsidRDefault="006974AE" w:rsidP="006974AE">
      <w:r>
        <w:t>651.1761</w:t>
      </w:r>
      <w:r>
        <w:tab/>
        <w:t>1.013e0</w:t>
      </w:r>
    </w:p>
    <w:p w:rsidR="006974AE" w:rsidRDefault="006974AE" w:rsidP="006974AE">
      <w:r>
        <w:t>651.1927</w:t>
      </w:r>
      <w:r>
        <w:tab/>
        <w:t>2.025e0</w:t>
      </w:r>
    </w:p>
    <w:p w:rsidR="006974AE" w:rsidRDefault="006974AE" w:rsidP="006974AE">
      <w:r>
        <w:t>651.2010</w:t>
      </w:r>
      <w:r>
        <w:tab/>
        <w:t>2.025e0</w:t>
      </w:r>
    </w:p>
    <w:p w:rsidR="006974AE" w:rsidRDefault="006974AE" w:rsidP="006974AE">
      <w:r>
        <w:t>651.2105</w:t>
      </w:r>
      <w:r>
        <w:tab/>
        <w:t>2.025e0</w:t>
      </w:r>
    </w:p>
    <w:p w:rsidR="006974AE" w:rsidRDefault="006974AE" w:rsidP="006974AE">
      <w:r>
        <w:t>651.2427</w:t>
      </w:r>
      <w:r>
        <w:tab/>
        <w:t>1.013e0</w:t>
      </w:r>
    </w:p>
    <w:p w:rsidR="006974AE" w:rsidRDefault="006974AE" w:rsidP="006974AE">
      <w:r>
        <w:t>651.2538</w:t>
      </w:r>
      <w:r>
        <w:tab/>
        <w:t>1.013e0</w:t>
      </w:r>
    </w:p>
    <w:p w:rsidR="006974AE" w:rsidRDefault="006974AE" w:rsidP="006974AE">
      <w:r>
        <w:t>651.2770</w:t>
      </w:r>
      <w:r>
        <w:tab/>
        <w:t>2.025e0</w:t>
      </w:r>
    </w:p>
    <w:p w:rsidR="006974AE" w:rsidRDefault="006974AE" w:rsidP="006974AE">
      <w:r>
        <w:t>651.2817</w:t>
      </w:r>
      <w:r>
        <w:tab/>
        <w:t>1.984e0</w:t>
      </w:r>
    </w:p>
    <w:p w:rsidR="006974AE" w:rsidRDefault="006974AE" w:rsidP="006974AE">
      <w:r>
        <w:t>651.2867</w:t>
      </w:r>
      <w:r>
        <w:tab/>
        <w:t>3.038e0</w:t>
      </w:r>
    </w:p>
    <w:p w:rsidR="006974AE" w:rsidRDefault="006974AE" w:rsidP="006974AE">
      <w:r>
        <w:t>651.3049</w:t>
      </w:r>
      <w:r>
        <w:tab/>
        <w:t>2.025e0</w:t>
      </w:r>
    </w:p>
    <w:p w:rsidR="006974AE" w:rsidRDefault="006974AE" w:rsidP="006974AE">
      <w:r>
        <w:t>651.3585</w:t>
      </w:r>
      <w:r>
        <w:tab/>
        <w:t>2.025e0</w:t>
      </w:r>
    </w:p>
    <w:p w:rsidR="006974AE" w:rsidRDefault="006974AE" w:rsidP="006974AE">
      <w:r>
        <w:t>651.3640</w:t>
      </w:r>
      <w:r>
        <w:tab/>
        <w:t>3.038e0</w:t>
      </w:r>
    </w:p>
    <w:p w:rsidR="006974AE" w:rsidRDefault="006974AE" w:rsidP="006974AE">
      <w:r>
        <w:t>651.3803</w:t>
      </w:r>
      <w:r>
        <w:tab/>
        <w:t>4.013e0</w:t>
      </w:r>
    </w:p>
    <w:p w:rsidR="006974AE" w:rsidRDefault="006974AE" w:rsidP="006974AE">
      <w:r>
        <w:t>651.3840</w:t>
      </w:r>
      <w:r>
        <w:tab/>
        <w:t>1.013e0</w:t>
      </w:r>
    </w:p>
    <w:p w:rsidR="006974AE" w:rsidRDefault="006974AE" w:rsidP="006974AE">
      <w:r>
        <w:lastRenderedPageBreak/>
        <w:t>651.4094</w:t>
      </w:r>
      <w:r>
        <w:tab/>
        <w:t>1.013e0</w:t>
      </w:r>
    </w:p>
    <w:p w:rsidR="006974AE" w:rsidRDefault="006974AE" w:rsidP="006974AE">
      <w:r>
        <w:t>651.4205</w:t>
      </w:r>
      <w:r>
        <w:tab/>
        <w:t>1.013e0</w:t>
      </w:r>
    </w:p>
    <w:p w:rsidR="006974AE" w:rsidRDefault="006974AE" w:rsidP="006974AE">
      <w:r>
        <w:t>651.4272</w:t>
      </w:r>
      <w:r>
        <w:tab/>
        <w:t>2.025e0</w:t>
      </w:r>
    </w:p>
    <w:p w:rsidR="006974AE" w:rsidRDefault="006974AE" w:rsidP="006974AE">
      <w:r>
        <w:t>651.4368</w:t>
      </w:r>
      <w:r>
        <w:tab/>
        <w:t>1.013e0</w:t>
      </w:r>
    </w:p>
    <w:p w:rsidR="006974AE" w:rsidRDefault="006974AE" w:rsidP="006974AE">
      <w:r>
        <w:t>651.4529</w:t>
      </w:r>
      <w:r>
        <w:tab/>
        <w:t>1.013e0</w:t>
      </w:r>
    </w:p>
    <w:p w:rsidR="006974AE" w:rsidRDefault="006974AE" w:rsidP="006974AE">
      <w:r>
        <w:t>651.4768</w:t>
      </w:r>
      <w:r>
        <w:tab/>
        <w:t>2.025e0</w:t>
      </w:r>
    </w:p>
    <w:p w:rsidR="006974AE" w:rsidRDefault="006974AE" w:rsidP="006974AE">
      <w:r>
        <w:t>651.5204</w:t>
      </w:r>
      <w:r>
        <w:tab/>
        <w:t>1.013e0</w:t>
      </w:r>
    </w:p>
    <w:p w:rsidR="006974AE" w:rsidRDefault="006974AE" w:rsidP="006974AE">
      <w:r>
        <w:t>651.5657</w:t>
      </w:r>
      <w:r>
        <w:tab/>
        <w:t>1.013e0</w:t>
      </w:r>
    </w:p>
    <w:p w:rsidR="006974AE" w:rsidRDefault="006974AE" w:rsidP="006974AE">
      <w:r>
        <w:t>651.5748</w:t>
      </w:r>
      <w:r>
        <w:tab/>
        <w:t>1.013e0</w:t>
      </w:r>
    </w:p>
    <w:p w:rsidR="006974AE" w:rsidRDefault="006974AE" w:rsidP="006974AE">
      <w:r>
        <w:t>651.5759</w:t>
      </w:r>
      <w:r>
        <w:tab/>
        <w:t>1.013e0</w:t>
      </w:r>
    </w:p>
    <w:p w:rsidR="006974AE" w:rsidRDefault="006974AE" w:rsidP="006974AE">
      <w:r>
        <w:t>651.6656</w:t>
      </w:r>
      <w:r>
        <w:tab/>
        <w:t>1.013e0</w:t>
      </w:r>
    </w:p>
    <w:p w:rsidR="006974AE" w:rsidRDefault="006974AE" w:rsidP="006974AE">
      <w:r>
        <w:t>651.6801</w:t>
      </w:r>
      <w:r>
        <w:tab/>
        <w:t>2.025e0</w:t>
      </w:r>
    </w:p>
    <w:p w:rsidR="006974AE" w:rsidRDefault="006974AE" w:rsidP="006974AE">
      <w:r>
        <w:t>651.7093</w:t>
      </w:r>
      <w:r>
        <w:tab/>
        <w:t>1.013e0</w:t>
      </w:r>
    </w:p>
    <w:p w:rsidR="006974AE" w:rsidRDefault="006974AE" w:rsidP="006974AE">
      <w:r>
        <w:t>651.7315</w:t>
      </w:r>
      <w:r>
        <w:tab/>
        <w:t>1.013e0</w:t>
      </w:r>
    </w:p>
    <w:p w:rsidR="006974AE" w:rsidRDefault="006974AE" w:rsidP="006974AE">
      <w:r>
        <w:t>651.7411</w:t>
      </w:r>
      <w:r>
        <w:tab/>
        <w:t>2.025e0</w:t>
      </w:r>
    </w:p>
    <w:p w:rsidR="006974AE" w:rsidRDefault="006974AE" w:rsidP="006974AE">
      <w:r>
        <w:t>651.7844</w:t>
      </w:r>
      <w:r>
        <w:tab/>
        <w:t>3.038e0</w:t>
      </w:r>
    </w:p>
    <w:p w:rsidR="006974AE" w:rsidRDefault="006974AE" w:rsidP="006974AE">
      <w:r>
        <w:t>651.8551</w:t>
      </w:r>
      <w:r>
        <w:tab/>
        <w:t>1.013e0</w:t>
      </w:r>
    </w:p>
    <w:p w:rsidR="006974AE" w:rsidRDefault="006974AE" w:rsidP="006974AE">
      <w:r>
        <w:t>651.8900</w:t>
      </w:r>
      <w:r>
        <w:tab/>
        <w:t>1.013e0</w:t>
      </w:r>
    </w:p>
    <w:p w:rsidR="006974AE" w:rsidRDefault="006974AE" w:rsidP="006974AE">
      <w:r>
        <w:t>651.9067</w:t>
      </w:r>
      <w:r>
        <w:tab/>
        <w:t>1.013e0</w:t>
      </w:r>
    </w:p>
    <w:p w:rsidR="006974AE" w:rsidRDefault="006974AE" w:rsidP="006974AE">
      <w:r>
        <w:lastRenderedPageBreak/>
        <w:t>651.9415</w:t>
      </w:r>
      <w:r>
        <w:tab/>
        <w:t>1.013e0</w:t>
      </w:r>
    </w:p>
    <w:p w:rsidR="006974AE" w:rsidRDefault="006974AE" w:rsidP="006974AE">
      <w:r>
        <w:t>651.9426</w:t>
      </w:r>
      <w:r>
        <w:tab/>
        <w:t>1.013e0</w:t>
      </w:r>
    </w:p>
    <w:p w:rsidR="006974AE" w:rsidRDefault="006974AE" w:rsidP="006974AE">
      <w:r>
        <w:t>651.9812</w:t>
      </w:r>
      <w:r>
        <w:tab/>
        <w:t>2.025e0</w:t>
      </w:r>
    </w:p>
    <w:p w:rsidR="006974AE" w:rsidRDefault="006974AE" w:rsidP="006974AE">
      <w:r>
        <w:t>651.9937</w:t>
      </w:r>
      <w:r>
        <w:tab/>
        <w:t>2.025e0</w:t>
      </w:r>
    </w:p>
    <w:p w:rsidR="006974AE" w:rsidRDefault="006974AE" w:rsidP="006974AE">
      <w:r>
        <w:t>652.0287</w:t>
      </w:r>
      <w:r>
        <w:tab/>
        <w:t>1.013e0</w:t>
      </w:r>
    </w:p>
    <w:p w:rsidR="006974AE" w:rsidRDefault="006974AE" w:rsidP="006974AE">
      <w:r>
        <w:t>652.0324</w:t>
      </w:r>
      <w:r>
        <w:tab/>
        <w:t>1.013e0</w:t>
      </w:r>
    </w:p>
    <w:p w:rsidR="006974AE" w:rsidRDefault="006974AE" w:rsidP="006974AE">
      <w:r>
        <w:t>652.0649</w:t>
      </w:r>
      <w:r>
        <w:tab/>
        <w:t>1.013e0</w:t>
      </w:r>
    </w:p>
    <w:p w:rsidR="006974AE" w:rsidRDefault="006974AE" w:rsidP="006974AE">
      <w:r>
        <w:t>652.1650</w:t>
      </w:r>
      <w:r>
        <w:tab/>
        <w:t>1.013e0</w:t>
      </w:r>
    </w:p>
    <w:p w:rsidR="006974AE" w:rsidRDefault="006974AE" w:rsidP="006974AE">
      <w:r>
        <w:t>652.1873</w:t>
      </w:r>
      <w:r>
        <w:tab/>
        <w:t>4.051e0</w:t>
      </w:r>
    </w:p>
    <w:p w:rsidR="006974AE" w:rsidRDefault="006974AE" w:rsidP="006974AE">
      <w:r>
        <w:t>652.2006</w:t>
      </w:r>
      <w:r>
        <w:tab/>
        <w:t>4.051e0</w:t>
      </w:r>
    </w:p>
    <w:p w:rsidR="006974AE" w:rsidRDefault="006974AE" w:rsidP="006974AE">
      <w:r>
        <w:t>652.2195</w:t>
      </w:r>
      <w:r>
        <w:tab/>
        <w:t>1.013e0</w:t>
      </w:r>
    </w:p>
    <w:p w:rsidR="006974AE" w:rsidRDefault="006974AE" w:rsidP="006974AE">
      <w:r>
        <w:t>652.2263</w:t>
      </w:r>
      <w:r>
        <w:tab/>
        <w:t>2.025e0</w:t>
      </w:r>
    </w:p>
    <w:p w:rsidR="006974AE" w:rsidRDefault="006974AE" w:rsidP="006974AE">
      <w:r>
        <w:t>652.2719</w:t>
      </w:r>
      <w:r>
        <w:tab/>
        <w:t>1.013e0</w:t>
      </w:r>
    </w:p>
    <w:p w:rsidR="006974AE" w:rsidRDefault="006974AE" w:rsidP="006974AE">
      <w:r>
        <w:t>652.2792</w:t>
      </w:r>
      <w:r>
        <w:tab/>
        <w:t>7.089e0</w:t>
      </w:r>
    </w:p>
    <w:p w:rsidR="006974AE" w:rsidRDefault="006974AE" w:rsidP="006974AE">
      <w:r>
        <w:t>652.2857</w:t>
      </w:r>
      <w:r>
        <w:tab/>
        <w:t>1.406e1</w:t>
      </w:r>
    </w:p>
    <w:p w:rsidR="006974AE" w:rsidRDefault="006974AE" w:rsidP="006974AE">
      <w:r>
        <w:t>652.2905</w:t>
      </w:r>
      <w:r>
        <w:tab/>
        <w:t>1.099e1</w:t>
      </w:r>
    </w:p>
    <w:p w:rsidR="006974AE" w:rsidRDefault="006974AE" w:rsidP="006974AE">
      <w:r>
        <w:t>652.2965</w:t>
      </w:r>
      <w:r>
        <w:tab/>
        <w:t>7.089e0</w:t>
      </w:r>
    </w:p>
    <w:p w:rsidR="006974AE" w:rsidRDefault="006974AE" w:rsidP="006974AE">
      <w:r>
        <w:t>652.3010</w:t>
      </w:r>
      <w:r>
        <w:tab/>
        <w:t>4.051e0</w:t>
      </w:r>
    </w:p>
    <w:p w:rsidR="006974AE" w:rsidRDefault="006974AE" w:rsidP="006974AE">
      <w:r>
        <w:t>652.3757</w:t>
      </w:r>
      <w:r>
        <w:tab/>
        <w:t>3.038e0</w:t>
      </w:r>
    </w:p>
    <w:p w:rsidR="006974AE" w:rsidRDefault="006974AE" w:rsidP="006974AE">
      <w:r>
        <w:lastRenderedPageBreak/>
        <w:t>652.4041</w:t>
      </w:r>
      <w:r>
        <w:tab/>
        <w:t>2.025e0</w:t>
      </w:r>
    </w:p>
    <w:p w:rsidR="006974AE" w:rsidRDefault="006974AE" w:rsidP="006974AE">
      <w:r>
        <w:t>652.4105</w:t>
      </w:r>
      <w:r>
        <w:tab/>
        <w:t>1.013e0</w:t>
      </w:r>
    </w:p>
    <w:p w:rsidR="006974AE" w:rsidRDefault="006974AE" w:rsidP="006974AE">
      <w:r>
        <w:t>652.4653</w:t>
      </w:r>
      <w:r>
        <w:tab/>
        <w:t>1.013e0</w:t>
      </w:r>
    </w:p>
    <w:p w:rsidR="006974AE" w:rsidRDefault="006974AE" w:rsidP="006974AE">
      <w:r>
        <w:t>652.4883</w:t>
      </w:r>
      <w:r>
        <w:tab/>
        <w:t>2.025e0</w:t>
      </w:r>
    </w:p>
    <w:p w:rsidR="006974AE" w:rsidRDefault="006974AE" w:rsidP="006974AE">
      <w:r>
        <w:t>652.4983</w:t>
      </w:r>
      <w:r>
        <w:tab/>
        <w:t>1.013e0</w:t>
      </w:r>
    </w:p>
    <w:p w:rsidR="006974AE" w:rsidRDefault="006974AE" w:rsidP="006974AE">
      <w:r>
        <w:t>652.5432</w:t>
      </w:r>
      <w:r>
        <w:tab/>
        <w:t>1.013e0</w:t>
      </w:r>
    </w:p>
    <w:p w:rsidR="006974AE" w:rsidRDefault="006974AE" w:rsidP="006974AE">
      <w:r>
        <w:t>652.5543</w:t>
      </w:r>
      <w:r>
        <w:tab/>
        <w:t>1.013e0</w:t>
      </w:r>
    </w:p>
    <w:p w:rsidR="006974AE" w:rsidRDefault="006974AE" w:rsidP="006974AE">
      <w:r>
        <w:t>652.5945</w:t>
      </w:r>
      <w:r>
        <w:tab/>
        <w:t>2.025e0</w:t>
      </w:r>
    </w:p>
    <w:p w:rsidR="006974AE" w:rsidRDefault="006974AE" w:rsidP="006974AE">
      <w:r>
        <w:t>652.6033</w:t>
      </w:r>
      <w:r>
        <w:tab/>
        <w:t>1.013e0</w:t>
      </w:r>
    </w:p>
    <w:p w:rsidR="006974AE" w:rsidRDefault="006974AE" w:rsidP="006974AE">
      <w:r>
        <w:t>652.6491</w:t>
      </w:r>
      <w:r>
        <w:tab/>
        <w:t>2.025e0</w:t>
      </w:r>
    </w:p>
    <w:p w:rsidR="006974AE" w:rsidRDefault="006974AE" w:rsidP="006974AE">
      <w:r>
        <w:t>652.6663</w:t>
      </w:r>
      <w:r>
        <w:tab/>
        <w:t>1.013e0</w:t>
      </w:r>
    </w:p>
    <w:p w:rsidR="006974AE" w:rsidRDefault="006974AE" w:rsidP="006974AE">
      <w:r>
        <w:t>652.6910</w:t>
      </w:r>
      <w:r>
        <w:tab/>
        <w:t>2.025e0</w:t>
      </w:r>
    </w:p>
    <w:p w:rsidR="006974AE" w:rsidRDefault="006974AE" w:rsidP="006974AE">
      <w:r>
        <w:t>652.6989</w:t>
      </w:r>
      <w:r>
        <w:tab/>
        <w:t>1.013e0</w:t>
      </w:r>
    </w:p>
    <w:p w:rsidR="006974AE" w:rsidRDefault="006974AE" w:rsidP="006974AE">
      <w:r>
        <w:t>652.7211</w:t>
      </w:r>
      <w:r>
        <w:tab/>
        <w:t>1.013e0</w:t>
      </w:r>
    </w:p>
    <w:p w:rsidR="006974AE" w:rsidRDefault="006974AE" w:rsidP="006974AE">
      <w:r>
        <w:t>652.7261</w:t>
      </w:r>
      <w:r>
        <w:tab/>
        <w:t>1.013e0</w:t>
      </w:r>
    </w:p>
    <w:p w:rsidR="006974AE" w:rsidRDefault="006974AE" w:rsidP="006974AE">
      <w:r>
        <w:t>652.7776</w:t>
      </w:r>
      <w:r>
        <w:tab/>
        <w:t>1.013e0</w:t>
      </w:r>
    </w:p>
    <w:p w:rsidR="006974AE" w:rsidRDefault="006974AE" w:rsidP="006974AE">
      <w:r>
        <w:t>652.8125</w:t>
      </w:r>
      <w:r>
        <w:tab/>
        <w:t>1.013e0</w:t>
      </w:r>
    </w:p>
    <w:p w:rsidR="006974AE" w:rsidRDefault="006974AE" w:rsidP="006974AE">
      <w:r>
        <w:t>652.8169</w:t>
      </w:r>
      <w:r>
        <w:tab/>
        <w:t>2.025e0</w:t>
      </w:r>
    </w:p>
    <w:p w:rsidR="006974AE" w:rsidRDefault="006974AE" w:rsidP="006974AE">
      <w:r>
        <w:t>652.8190</w:t>
      </w:r>
      <w:r>
        <w:tab/>
        <w:t>4.051e0</w:t>
      </w:r>
    </w:p>
    <w:p w:rsidR="006974AE" w:rsidRDefault="006974AE" w:rsidP="006974AE">
      <w:r>
        <w:lastRenderedPageBreak/>
        <w:t>652.8300</w:t>
      </w:r>
      <w:r>
        <w:tab/>
        <w:t>1.013e0</w:t>
      </w:r>
    </w:p>
    <w:p w:rsidR="006974AE" w:rsidRDefault="006974AE" w:rsidP="006974AE">
      <w:r>
        <w:t>652.8648</w:t>
      </w:r>
      <w:r>
        <w:tab/>
        <w:t>1.013e0</w:t>
      </w:r>
    </w:p>
    <w:p w:rsidR="006974AE" w:rsidRDefault="006974AE" w:rsidP="006974AE">
      <w:r>
        <w:t>652.9549</w:t>
      </w:r>
      <w:r>
        <w:tab/>
        <w:t>1.013e0</w:t>
      </w:r>
    </w:p>
    <w:p w:rsidR="006974AE" w:rsidRDefault="006974AE" w:rsidP="006974AE">
      <w:r>
        <w:t>653.0002</w:t>
      </w:r>
      <w:r>
        <w:tab/>
        <w:t>2.025e0</w:t>
      </w:r>
    </w:p>
    <w:p w:rsidR="006974AE" w:rsidRDefault="006974AE" w:rsidP="006974AE">
      <w:r>
        <w:t>653.0034</w:t>
      </w:r>
      <w:r>
        <w:tab/>
        <w:t>2.025e0</w:t>
      </w:r>
    </w:p>
    <w:p w:rsidR="006974AE" w:rsidRDefault="006974AE" w:rsidP="006974AE">
      <w:r>
        <w:t>653.0551</w:t>
      </w:r>
      <w:r>
        <w:tab/>
        <w:t>1.013e0</w:t>
      </w:r>
    </w:p>
    <w:p w:rsidR="006974AE" w:rsidRDefault="006974AE" w:rsidP="006974AE">
      <w:r>
        <w:t>653.0670</w:t>
      </w:r>
      <w:r>
        <w:tab/>
        <w:t>1.013e0</w:t>
      </w:r>
    </w:p>
    <w:p w:rsidR="006974AE" w:rsidRDefault="006974AE" w:rsidP="006974AE">
      <w:r>
        <w:t>653.1268</w:t>
      </w:r>
      <w:r>
        <w:tab/>
        <w:t>1.013e0</w:t>
      </w:r>
    </w:p>
    <w:p w:rsidR="006974AE" w:rsidRDefault="006974AE" w:rsidP="006974AE">
      <w:r>
        <w:t>653.1330</w:t>
      </w:r>
      <w:r>
        <w:tab/>
        <w:t>1.013e0</w:t>
      </w:r>
    </w:p>
    <w:p w:rsidR="006974AE" w:rsidRDefault="006974AE" w:rsidP="006974AE">
      <w:r>
        <w:t>653.1796</w:t>
      </w:r>
      <w:r>
        <w:tab/>
        <w:t>2.025e0</w:t>
      </w:r>
    </w:p>
    <w:p w:rsidR="006974AE" w:rsidRDefault="006974AE" w:rsidP="006974AE">
      <w:r>
        <w:t>653.2168</w:t>
      </w:r>
      <w:r>
        <w:tab/>
        <w:t>2.025e0</w:t>
      </w:r>
    </w:p>
    <w:p w:rsidR="006974AE" w:rsidRDefault="006974AE" w:rsidP="006974AE">
      <w:r>
        <w:t>653.2250</w:t>
      </w:r>
      <w:r>
        <w:tab/>
        <w:t>3.038e0</w:t>
      </w:r>
    </w:p>
    <w:p w:rsidR="006974AE" w:rsidRDefault="006974AE" w:rsidP="006974AE">
      <w:r>
        <w:t>653.2425</w:t>
      </w:r>
      <w:r>
        <w:tab/>
        <w:t>3.038e0</w:t>
      </w:r>
    </w:p>
    <w:p w:rsidR="006974AE" w:rsidRDefault="006974AE" w:rsidP="006974AE">
      <w:r>
        <w:t>653.2712</w:t>
      </w:r>
      <w:r>
        <w:tab/>
        <w:t>5.063e0</w:t>
      </w:r>
    </w:p>
    <w:p w:rsidR="006974AE" w:rsidRDefault="006974AE" w:rsidP="006974AE">
      <w:r>
        <w:t>653.2890</w:t>
      </w:r>
      <w:r>
        <w:tab/>
        <w:t>4.989e0</w:t>
      </w:r>
    </w:p>
    <w:p w:rsidR="006974AE" w:rsidRDefault="006974AE" w:rsidP="006974AE">
      <w:r>
        <w:t>653.2919</w:t>
      </w:r>
      <w:r>
        <w:tab/>
        <w:t>6.076e0</w:t>
      </w:r>
    </w:p>
    <w:p w:rsidR="006974AE" w:rsidRDefault="006974AE" w:rsidP="006974AE">
      <w:r>
        <w:t>653.2968</w:t>
      </w:r>
      <w:r>
        <w:tab/>
        <w:t>3.038e0</w:t>
      </w:r>
    </w:p>
    <w:p w:rsidR="006974AE" w:rsidRDefault="006974AE" w:rsidP="006974AE">
      <w:r>
        <w:t>653.3032</w:t>
      </w:r>
      <w:r>
        <w:tab/>
        <w:t>4.051e0</w:t>
      </w:r>
    </w:p>
    <w:p w:rsidR="006974AE" w:rsidRDefault="006974AE" w:rsidP="006974AE">
      <w:r>
        <w:t>653.3083</w:t>
      </w:r>
      <w:r>
        <w:tab/>
        <w:t>2.025e0</w:t>
      </w:r>
    </w:p>
    <w:p w:rsidR="006974AE" w:rsidRDefault="006974AE" w:rsidP="006974AE">
      <w:r>
        <w:lastRenderedPageBreak/>
        <w:t>653.3358</w:t>
      </w:r>
      <w:r>
        <w:tab/>
        <w:t>1.013e0</w:t>
      </w:r>
    </w:p>
    <w:p w:rsidR="006974AE" w:rsidRDefault="006974AE" w:rsidP="006974AE">
      <w:r>
        <w:t>653.3529</w:t>
      </w:r>
      <w:r>
        <w:tab/>
        <w:t>3.038e0</w:t>
      </w:r>
    </w:p>
    <w:p w:rsidR="006974AE" w:rsidRDefault="006974AE" w:rsidP="006974AE">
      <w:r>
        <w:t>653.3831</w:t>
      </w:r>
      <w:r>
        <w:tab/>
        <w:t>5.063e0</w:t>
      </w:r>
    </w:p>
    <w:p w:rsidR="006974AE" w:rsidRDefault="006974AE" w:rsidP="006974AE">
      <w:r>
        <w:t>653.4003</w:t>
      </w:r>
      <w:r>
        <w:tab/>
        <w:t>1.013e0</w:t>
      </w:r>
    </w:p>
    <w:p w:rsidR="006974AE" w:rsidRDefault="006974AE" w:rsidP="006974AE">
      <w:r>
        <w:t>653.4054</w:t>
      </w:r>
      <w:r>
        <w:tab/>
        <w:t>1.013e0</w:t>
      </w:r>
    </w:p>
    <w:p w:rsidR="006974AE" w:rsidRDefault="006974AE" w:rsidP="006974AE">
      <w:r>
        <w:t>653.4456</w:t>
      </w:r>
      <w:r>
        <w:tab/>
        <w:t>1.013e0</w:t>
      </w:r>
    </w:p>
    <w:p w:rsidR="006974AE" w:rsidRDefault="006974AE" w:rsidP="006974AE">
      <w:r>
        <w:t>653.4671</w:t>
      </w:r>
      <w:r>
        <w:tab/>
        <w:t>1.013e0</w:t>
      </w:r>
    </w:p>
    <w:p w:rsidR="006974AE" w:rsidRDefault="006974AE" w:rsidP="006974AE">
      <w:r>
        <w:t>653.4791</w:t>
      </w:r>
      <w:r>
        <w:tab/>
        <w:t>1.013e0</w:t>
      </w:r>
    </w:p>
    <w:p w:rsidR="006974AE" w:rsidRDefault="006974AE" w:rsidP="006974AE">
      <w:r>
        <w:t>653.5117</w:t>
      </w:r>
      <w:r>
        <w:tab/>
        <w:t>1.013e0</w:t>
      </w:r>
    </w:p>
    <w:p w:rsidR="006974AE" w:rsidRDefault="006974AE" w:rsidP="006974AE">
      <w:r>
        <w:t>653.5191</w:t>
      </w:r>
      <w:r>
        <w:tab/>
        <w:t>2.025e0</w:t>
      </w:r>
    </w:p>
    <w:p w:rsidR="006974AE" w:rsidRDefault="006974AE" w:rsidP="006974AE">
      <w:r>
        <w:t>653.5236</w:t>
      </w:r>
      <w:r>
        <w:tab/>
        <w:t>1.013e0</w:t>
      </w:r>
    </w:p>
    <w:p w:rsidR="006974AE" w:rsidRDefault="006974AE" w:rsidP="006974AE">
      <w:r>
        <w:t>653.5451</w:t>
      </w:r>
      <w:r>
        <w:tab/>
        <w:t>1.013e0</w:t>
      </w:r>
    </w:p>
    <w:p w:rsidR="006974AE" w:rsidRDefault="006974AE" w:rsidP="006974AE">
      <w:r>
        <w:t>653.6016</w:t>
      </w:r>
      <w:r>
        <w:tab/>
        <w:t>1.013e0</w:t>
      </w:r>
    </w:p>
    <w:p w:rsidR="006974AE" w:rsidRDefault="006974AE" w:rsidP="006974AE">
      <w:r>
        <w:t>653.6230</w:t>
      </w:r>
      <w:r>
        <w:tab/>
        <w:t>1.013e0</w:t>
      </w:r>
    </w:p>
    <w:p w:rsidR="006974AE" w:rsidRDefault="006974AE" w:rsidP="006974AE">
      <w:r>
        <w:t>653.6350</w:t>
      </w:r>
      <w:r>
        <w:tab/>
        <w:t>1.013e0</w:t>
      </w:r>
    </w:p>
    <w:p w:rsidR="006974AE" w:rsidRDefault="006974AE" w:rsidP="006974AE">
      <w:r>
        <w:t>653.6652</w:t>
      </w:r>
      <w:r>
        <w:tab/>
        <w:t>1.013e0</w:t>
      </w:r>
    </w:p>
    <w:p w:rsidR="006974AE" w:rsidRDefault="006974AE" w:rsidP="006974AE">
      <w:r>
        <w:t>653.6899</w:t>
      </w:r>
      <w:r>
        <w:tab/>
        <w:t>1.013e0</w:t>
      </w:r>
    </w:p>
    <w:p w:rsidR="006974AE" w:rsidRDefault="006974AE" w:rsidP="006974AE">
      <w:r>
        <w:t>653.7008</w:t>
      </w:r>
      <w:r>
        <w:tab/>
        <w:t>1.013e0</w:t>
      </w:r>
    </w:p>
    <w:p w:rsidR="006974AE" w:rsidRDefault="006974AE" w:rsidP="006974AE">
      <w:r>
        <w:t>653.7289</w:t>
      </w:r>
      <w:r>
        <w:tab/>
        <w:t>2.025e0</w:t>
      </w:r>
    </w:p>
    <w:p w:rsidR="006974AE" w:rsidRDefault="006974AE" w:rsidP="006974AE">
      <w:r>
        <w:lastRenderedPageBreak/>
        <w:t>653.7576</w:t>
      </w:r>
      <w:r>
        <w:tab/>
        <w:t>1.013e0</w:t>
      </w:r>
    </w:p>
    <w:p w:rsidR="006974AE" w:rsidRDefault="006974AE" w:rsidP="006974AE">
      <w:r>
        <w:t>653.7687</w:t>
      </w:r>
      <w:r>
        <w:tab/>
        <w:t>1.013e0</w:t>
      </w:r>
    </w:p>
    <w:p w:rsidR="006974AE" w:rsidRDefault="006974AE" w:rsidP="006974AE">
      <w:r>
        <w:t>653.7799</w:t>
      </w:r>
      <w:r>
        <w:tab/>
        <w:t>1.013e0</w:t>
      </w:r>
    </w:p>
    <w:p w:rsidR="006974AE" w:rsidRDefault="006974AE" w:rsidP="006974AE">
      <w:r>
        <w:t>653.8242</w:t>
      </w:r>
      <w:r>
        <w:tab/>
        <w:t>2.025e0</w:t>
      </w:r>
    </w:p>
    <w:p w:rsidR="006974AE" w:rsidRDefault="006974AE" w:rsidP="006974AE">
      <w:r>
        <w:t>653.8319</w:t>
      </w:r>
      <w:r>
        <w:tab/>
        <w:t>4.051e0</w:t>
      </w:r>
    </w:p>
    <w:p w:rsidR="006974AE" w:rsidRDefault="006974AE" w:rsidP="006974AE">
      <w:r>
        <w:t>653.8467</w:t>
      </w:r>
      <w:r>
        <w:tab/>
        <w:t>2.025e0</w:t>
      </w:r>
    </w:p>
    <w:p w:rsidR="006974AE" w:rsidRDefault="006974AE" w:rsidP="006974AE">
      <w:r>
        <w:t>653.8516</w:t>
      </w:r>
      <w:r>
        <w:tab/>
        <w:t>2.025e0</w:t>
      </w:r>
    </w:p>
    <w:p w:rsidR="006974AE" w:rsidRDefault="006974AE" w:rsidP="006974AE">
      <w:r>
        <w:t>653.8794</w:t>
      </w:r>
      <w:r>
        <w:tab/>
        <w:t>1.013e0</w:t>
      </w:r>
    </w:p>
    <w:p w:rsidR="006974AE" w:rsidRDefault="006974AE" w:rsidP="006974AE">
      <w:r>
        <w:t>653.9187</w:t>
      </w:r>
      <w:r>
        <w:tab/>
        <w:t>2.025e0</w:t>
      </w:r>
    </w:p>
    <w:p w:rsidR="006974AE" w:rsidRDefault="006974AE" w:rsidP="006974AE">
      <w:r>
        <w:t>653.9438</w:t>
      </w:r>
      <w:r>
        <w:tab/>
        <w:t>1.013e0</w:t>
      </w:r>
    </w:p>
    <w:p w:rsidR="006974AE" w:rsidRDefault="006974AE" w:rsidP="006974AE">
      <w:r>
        <w:t>653.9883</w:t>
      </w:r>
      <w:r>
        <w:tab/>
        <w:t>2.025e0</w:t>
      </w:r>
    </w:p>
    <w:p w:rsidR="006974AE" w:rsidRDefault="006974AE" w:rsidP="006974AE">
      <w:r>
        <w:t>654.0310</w:t>
      </w:r>
      <w:r>
        <w:tab/>
        <w:t>1.013e0</w:t>
      </w:r>
    </w:p>
    <w:p w:rsidR="006974AE" w:rsidRDefault="006974AE" w:rsidP="006974AE">
      <w:r>
        <w:t>654.1005</w:t>
      </w:r>
      <w:r>
        <w:tab/>
        <w:t>1.013e0</w:t>
      </w:r>
    </w:p>
    <w:p w:rsidR="006974AE" w:rsidRDefault="006974AE" w:rsidP="006974AE">
      <w:r>
        <w:t>654.1085</w:t>
      </w:r>
      <w:r>
        <w:tab/>
        <w:t>6.076e0</w:t>
      </w:r>
    </w:p>
    <w:p w:rsidR="006974AE" w:rsidRDefault="006974AE" w:rsidP="006974AE">
      <w:r>
        <w:t>654.1129</w:t>
      </w:r>
      <w:r>
        <w:tab/>
        <w:t>4.051e0</w:t>
      </w:r>
    </w:p>
    <w:p w:rsidR="006974AE" w:rsidRDefault="006974AE" w:rsidP="006974AE">
      <w:r>
        <w:t>654.1241</w:t>
      </w:r>
      <w:r>
        <w:tab/>
        <w:t>2.025e0</w:t>
      </w:r>
    </w:p>
    <w:p w:rsidR="006974AE" w:rsidRDefault="006974AE" w:rsidP="006974AE">
      <w:r>
        <w:t>654.1358</w:t>
      </w:r>
      <w:r>
        <w:tab/>
        <w:t>2.025e0</w:t>
      </w:r>
    </w:p>
    <w:p w:rsidR="006974AE" w:rsidRDefault="006974AE" w:rsidP="006974AE">
      <w:r>
        <w:t>654.1449</w:t>
      </w:r>
      <w:r>
        <w:tab/>
        <w:t>4.807e0</w:t>
      </w:r>
    </w:p>
    <w:p w:rsidR="006974AE" w:rsidRDefault="006974AE" w:rsidP="006974AE">
      <w:r>
        <w:t>654.1589</w:t>
      </w:r>
      <w:r>
        <w:tab/>
        <w:t>1.013e0</w:t>
      </w:r>
    </w:p>
    <w:p w:rsidR="006974AE" w:rsidRDefault="006974AE" w:rsidP="006974AE">
      <w:r>
        <w:lastRenderedPageBreak/>
        <w:t>654.2232</w:t>
      </w:r>
      <w:r>
        <w:tab/>
        <w:t>1.013e0</w:t>
      </w:r>
    </w:p>
    <w:p w:rsidR="006974AE" w:rsidRDefault="006974AE" w:rsidP="006974AE">
      <w:r>
        <w:t>654.2258</w:t>
      </w:r>
      <w:r>
        <w:tab/>
        <w:t>2.025e0</w:t>
      </w:r>
    </w:p>
    <w:p w:rsidR="006974AE" w:rsidRDefault="006974AE" w:rsidP="006974AE">
      <w:r>
        <w:t>654.2486</w:t>
      </w:r>
      <w:r>
        <w:tab/>
        <w:t>2.025e0</w:t>
      </w:r>
    </w:p>
    <w:p w:rsidR="006974AE" w:rsidRDefault="006974AE" w:rsidP="006974AE">
      <w:r>
        <w:t>654.2644</w:t>
      </w:r>
      <w:r>
        <w:tab/>
        <w:t>8.498e0</w:t>
      </w:r>
    </w:p>
    <w:p w:rsidR="006974AE" w:rsidRDefault="006974AE" w:rsidP="006974AE">
      <w:r>
        <w:t>654.2758</w:t>
      </w:r>
      <w:r>
        <w:tab/>
        <w:t>1.013e0</w:t>
      </w:r>
    </w:p>
    <w:p w:rsidR="006974AE" w:rsidRDefault="006974AE" w:rsidP="006974AE">
      <w:r>
        <w:t>654.2960</w:t>
      </w:r>
      <w:r>
        <w:tab/>
        <w:t>4.051e0</w:t>
      </w:r>
    </w:p>
    <w:p w:rsidR="006974AE" w:rsidRDefault="006974AE" w:rsidP="006974AE">
      <w:r>
        <w:t>654.2993</w:t>
      </w:r>
      <w:r>
        <w:tab/>
        <w:t>6.076e0</w:t>
      </w:r>
    </w:p>
    <w:p w:rsidR="006974AE" w:rsidRDefault="006974AE" w:rsidP="006974AE">
      <w:r>
        <w:t>654.3132</w:t>
      </w:r>
      <w:r>
        <w:tab/>
        <w:t>2.025e0</w:t>
      </w:r>
    </w:p>
    <w:p w:rsidR="006974AE" w:rsidRDefault="006974AE" w:rsidP="006974AE">
      <w:r>
        <w:t>654.3221</w:t>
      </w:r>
      <w:r>
        <w:tab/>
        <w:t>4.051e0</w:t>
      </w:r>
    </w:p>
    <w:p w:rsidR="006974AE" w:rsidRDefault="006974AE" w:rsidP="006974AE">
      <w:r>
        <w:t>654.3475</w:t>
      </w:r>
      <w:r>
        <w:tab/>
        <w:t>2.025e0</w:t>
      </w:r>
    </w:p>
    <w:p w:rsidR="006974AE" w:rsidRDefault="006974AE" w:rsidP="006974AE">
      <w:r>
        <w:t>654.3812</w:t>
      </w:r>
      <w:r>
        <w:tab/>
        <w:t>1.013e0</w:t>
      </w:r>
    </w:p>
    <w:p w:rsidR="006974AE" w:rsidRDefault="006974AE" w:rsidP="006974AE">
      <w:r>
        <w:t>654.3826</w:t>
      </w:r>
      <w:r>
        <w:tab/>
        <w:t>4.051e0</w:t>
      </w:r>
    </w:p>
    <w:p w:rsidR="006974AE" w:rsidRDefault="006974AE" w:rsidP="006974AE">
      <w:r>
        <w:t>654.3934</w:t>
      </w:r>
      <w:r>
        <w:tab/>
        <w:t>2.025e0</w:t>
      </w:r>
    </w:p>
    <w:p w:rsidR="006974AE" w:rsidRDefault="006974AE" w:rsidP="006974AE">
      <w:r>
        <w:t>654.4109</w:t>
      </w:r>
      <w:r>
        <w:tab/>
        <w:t>3.038e0</w:t>
      </w:r>
    </w:p>
    <w:p w:rsidR="006974AE" w:rsidRDefault="006974AE" w:rsidP="006974AE">
      <w:r>
        <w:t>654.4489</w:t>
      </w:r>
      <w:r>
        <w:tab/>
        <w:t>1.013e0</w:t>
      </w:r>
    </w:p>
    <w:p w:rsidR="006974AE" w:rsidRDefault="006974AE" w:rsidP="006974AE">
      <w:r>
        <w:t>654.4843</w:t>
      </w:r>
      <w:r>
        <w:tab/>
        <w:t>1.013e0</w:t>
      </w:r>
    </w:p>
    <w:p w:rsidR="006974AE" w:rsidRDefault="006974AE" w:rsidP="006974AE">
      <w:r>
        <w:t>654.5158</w:t>
      </w:r>
      <w:r>
        <w:tab/>
        <w:t>1.013e0</w:t>
      </w:r>
    </w:p>
    <w:p w:rsidR="006974AE" w:rsidRDefault="006974AE" w:rsidP="006974AE">
      <w:r>
        <w:t>654.5544</w:t>
      </w:r>
      <w:r>
        <w:tab/>
        <w:t>1.013e0</w:t>
      </w:r>
    </w:p>
    <w:p w:rsidR="006974AE" w:rsidRDefault="006974AE" w:rsidP="006974AE">
      <w:r>
        <w:t>654.5707</w:t>
      </w:r>
      <w:r>
        <w:tab/>
        <w:t>1.013e0</w:t>
      </w:r>
    </w:p>
    <w:p w:rsidR="006974AE" w:rsidRDefault="006974AE" w:rsidP="006974AE">
      <w:r>
        <w:lastRenderedPageBreak/>
        <w:t>654.6051</w:t>
      </w:r>
      <w:r>
        <w:tab/>
        <w:t>1.013e0</w:t>
      </w:r>
    </w:p>
    <w:p w:rsidR="006974AE" w:rsidRDefault="006974AE" w:rsidP="006974AE">
      <w:r>
        <w:t>654.6154</w:t>
      </w:r>
      <w:r>
        <w:tab/>
        <w:t>1.013e0</w:t>
      </w:r>
    </w:p>
    <w:p w:rsidR="006974AE" w:rsidRDefault="006974AE" w:rsidP="006974AE">
      <w:r>
        <w:t>654.6442</w:t>
      </w:r>
      <w:r>
        <w:tab/>
        <w:t>2.025e0</w:t>
      </w:r>
    </w:p>
    <w:p w:rsidR="006974AE" w:rsidRDefault="006974AE" w:rsidP="006974AE">
      <w:r>
        <w:t>654.6609</w:t>
      </w:r>
      <w:r>
        <w:tab/>
        <w:t>1.013e0</w:t>
      </w:r>
    </w:p>
    <w:p w:rsidR="006974AE" w:rsidRDefault="006974AE" w:rsidP="006974AE">
      <w:r>
        <w:t>654.7613</w:t>
      </w:r>
      <w:r>
        <w:tab/>
        <w:t>1.013e0</w:t>
      </w:r>
    </w:p>
    <w:p w:rsidR="006974AE" w:rsidRDefault="006974AE" w:rsidP="006974AE">
      <w:r>
        <w:t>654.7772</w:t>
      </w:r>
      <w:r>
        <w:tab/>
        <w:t>2.025e0</w:t>
      </w:r>
    </w:p>
    <w:p w:rsidR="006974AE" w:rsidRDefault="006974AE" w:rsidP="006974AE">
      <w:r>
        <w:t>654.7810</w:t>
      </w:r>
      <w:r>
        <w:tab/>
        <w:t>2.025e0</w:t>
      </w:r>
    </w:p>
    <w:p w:rsidR="006974AE" w:rsidRDefault="006974AE" w:rsidP="006974AE">
      <w:r>
        <w:t>654.8143</w:t>
      </w:r>
      <w:r>
        <w:tab/>
        <w:t>1.013e0</w:t>
      </w:r>
    </w:p>
    <w:p w:rsidR="006974AE" w:rsidRDefault="006974AE" w:rsidP="006974AE">
      <w:r>
        <w:t>654.8855</w:t>
      </w:r>
      <w:r>
        <w:tab/>
        <w:t>1.013e0</w:t>
      </w:r>
    </w:p>
    <w:p w:rsidR="006974AE" w:rsidRDefault="006974AE" w:rsidP="006974AE">
      <w:r>
        <w:t>654.9370</w:t>
      </w:r>
      <w:r>
        <w:tab/>
        <w:t>1.013e0</w:t>
      </w:r>
    </w:p>
    <w:p w:rsidR="006974AE" w:rsidRDefault="006974AE" w:rsidP="006974AE">
      <w:r>
        <w:t>654.9510</w:t>
      </w:r>
      <w:r>
        <w:tab/>
        <w:t>1.013e0</w:t>
      </w:r>
    </w:p>
    <w:p w:rsidR="006974AE" w:rsidRDefault="006974AE" w:rsidP="006974AE">
      <w:r>
        <w:t>654.9837</w:t>
      </w:r>
      <w:r>
        <w:tab/>
        <w:t>1.013e0</w:t>
      </w:r>
    </w:p>
    <w:p w:rsidR="006974AE" w:rsidRDefault="006974AE" w:rsidP="006974AE">
      <w:r>
        <w:t>655.0073</w:t>
      </w:r>
      <w:r>
        <w:tab/>
        <w:t>1.013e0</w:t>
      </w:r>
    </w:p>
    <w:p w:rsidR="006974AE" w:rsidRDefault="006974AE" w:rsidP="006974AE">
      <w:r>
        <w:t>655.0172</w:t>
      </w:r>
      <w:r>
        <w:tab/>
        <w:t>1.013e0</w:t>
      </w:r>
    </w:p>
    <w:p w:rsidR="006974AE" w:rsidRDefault="006974AE" w:rsidP="006974AE">
      <w:r>
        <w:t>655.0619</w:t>
      </w:r>
      <w:r>
        <w:tab/>
        <w:t>1.013e0</w:t>
      </w:r>
    </w:p>
    <w:p w:rsidR="006974AE" w:rsidRDefault="006974AE" w:rsidP="006974AE">
      <w:r>
        <w:t>655.0824</w:t>
      </w:r>
      <w:r>
        <w:tab/>
        <w:t>3.268e0</w:t>
      </w:r>
    </w:p>
    <w:p w:rsidR="006974AE" w:rsidRDefault="006974AE" w:rsidP="006974AE">
      <w:r>
        <w:t>655.0928</w:t>
      </w:r>
      <w:r>
        <w:tab/>
        <w:t>1.013e0</w:t>
      </w:r>
    </w:p>
    <w:p w:rsidR="006974AE" w:rsidRDefault="006974AE" w:rsidP="006974AE">
      <w:r>
        <w:t>655.1108</w:t>
      </w:r>
      <w:r>
        <w:tab/>
        <w:t>1.013e0</w:t>
      </w:r>
    </w:p>
    <w:p w:rsidR="006974AE" w:rsidRDefault="006974AE" w:rsidP="006974AE">
      <w:r>
        <w:t>655.1285</w:t>
      </w:r>
      <w:r>
        <w:tab/>
        <w:t>1.013e0</w:t>
      </w:r>
    </w:p>
    <w:p w:rsidR="006974AE" w:rsidRDefault="006974AE" w:rsidP="006974AE">
      <w:r>
        <w:lastRenderedPageBreak/>
        <w:t>655.1297</w:t>
      </w:r>
      <w:r>
        <w:tab/>
        <w:t>2.025e0</w:t>
      </w:r>
    </w:p>
    <w:p w:rsidR="006974AE" w:rsidRDefault="006974AE" w:rsidP="006974AE">
      <w:r>
        <w:t>655.1454</w:t>
      </w:r>
      <w:r>
        <w:tab/>
        <w:t>1.013e0</w:t>
      </w:r>
    </w:p>
    <w:p w:rsidR="006974AE" w:rsidRDefault="006974AE" w:rsidP="006974AE">
      <w:r>
        <w:t>655.1853</w:t>
      </w:r>
      <w:r>
        <w:tab/>
        <w:t>5.063e0</w:t>
      </w:r>
    </w:p>
    <w:p w:rsidR="006974AE" w:rsidRDefault="006974AE" w:rsidP="006974AE">
      <w:r>
        <w:t>655.2155</w:t>
      </w:r>
      <w:r>
        <w:tab/>
        <w:t>1.013e0</w:t>
      </w:r>
    </w:p>
    <w:p w:rsidR="006974AE" w:rsidRDefault="006974AE" w:rsidP="006974AE">
      <w:r>
        <w:t>655.2302</w:t>
      </w:r>
      <w:r>
        <w:tab/>
        <w:t>1.013e0</w:t>
      </w:r>
    </w:p>
    <w:p w:rsidR="006974AE" w:rsidRDefault="006974AE" w:rsidP="006974AE">
      <w:r>
        <w:t>655.2335</w:t>
      </w:r>
      <w:r>
        <w:tab/>
        <w:t>3.038e0</w:t>
      </w:r>
    </w:p>
    <w:p w:rsidR="006974AE" w:rsidRDefault="006974AE" w:rsidP="006974AE">
      <w:r>
        <w:t>655.2629</w:t>
      </w:r>
      <w:r>
        <w:tab/>
        <w:t>1.013e0</w:t>
      </w:r>
    </w:p>
    <w:p w:rsidR="006974AE" w:rsidRDefault="006974AE" w:rsidP="006974AE">
      <w:r>
        <w:t>655.2737</w:t>
      </w:r>
      <w:r>
        <w:tab/>
        <w:t>2.025e0</w:t>
      </w:r>
    </w:p>
    <w:p w:rsidR="006974AE" w:rsidRDefault="006974AE" w:rsidP="006974AE">
      <w:r>
        <w:t>655.2844</w:t>
      </w:r>
      <w:r>
        <w:tab/>
        <w:t>1.013e0</w:t>
      </w:r>
    </w:p>
    <w:p w:rsidR="006974AE" w:rsidRDefault="006974AE" w:rsidP="006974AE">
      <w:r>
        <w:t>655.3157</w:t>
      </w:r>
      <w:r>
        <w:tab/>
        <w:t>3.038e0</w:t>
      </w:r>
    </w:p>
    <w:p w:rsidR="006974AE" w:rsidRDefault="006974AE" w:rsidP="006974AE">
      <w:r>
        <w:t>655.3307</w:t>
      </w:r>
      <w:r>
        <w:tab/>
        <w:t>1.013e0</w:t>
      </w:r>
    </w:p>
    <w:p w:rsidR="006974AE" w:rsidRDefault="006974AE" w:rsidP="006974AE">
      <w:r>
        <w:t>655.3364</w:t>
      </w:r>
      <w:r>
        <w:tab/>
        <w:t>3.038e0</w:t>
      </w:r>
    </w:p>
    <w:p w:rsidR="006974AE" w:rsidRDefault="006974AE" w:rsidP="006974AE">
      <w:r>
        <w:t>655.3530</w:t>
      </w:r>
      <w:r>
        <w:tab/>
        <w:t>1.013e0</w:t>
      </w:r>
    </w:p>
    <w:p w:rsidR="006974AE" w:rsidRDefault="006974AE" w:rsidP="006974AE">
      <w:r>
        <w:t>655.4249</w:t>
      </w:r>
      <w:r>
        <w:tab/>
        <w:t>2.025e0</w:t>
      </w:r>
    </w:p>
    <w:p w:rsidR="006974AE" w:rsidRDefault="006974AE" w:rsidP="006974AE">
      <w:r>
        <w:t>655.4504</w:t>
      </w:r>
      <w:r>
        <w:tab/>
        <w:t>2.025e0</w:t>
      </w:r>
    </w:p>
    <w:p w:rsidR="006974AE" w:rsidRDefault="006974AE" w:rsidP="006974AE">
      <w:r>
        <w:t>655.4639</w:t>
      </w:r>
      <w:r>
        <w:tab/>
        <w:t>1.013e0</w:t>
      </w:r>
    </w:p>
    <w:p w:rsidR="006974AE" w:rsidRDefault="006974AE" w:rsidP="006974AE">
      <w:r>
        <w:t>655.4760</w:t>
      </w:r>
      <w:r>
        <w:tab/>
        <w:t>1.013e0</w:t>
      </w:r>
    </w:p>
    <w:p w:rsidR="006974AE" w:rsidRDefault="006974AE" w:rsidP="006974AE">
      <w:r>
        <w:t>655.4871</w:t>
      </w:r>
      <w:r>
        <w:tab/>
        <w:t>1.013e0</w:t>
      </w:r>
    </w:p>
    <w:p w:rsidR="006974AE" w:rsidRDefault="006974AE" w:rsidP="006974AE">
      <w:r>
        <w:t>655.5052</w:t>
      </w:r>
      <w:r>
        <w:tab/>
        <w:t>2.025e0</w:t>
      </w:r>
    </w:p>
    <w:p w:rsidR="006974AE" w:rsidRDefault="006974AE" w:rsidP="006974AE">
      <w:r>
        <w:lastRenderedPageBreak/>
        <w:t>655.5815</w:t>
      </w:r>
      <w:r>
        <w:tab/>
        <w:t>1.013e0</w:t>
      </w:r>
    </w:p>
    <w:p w:rsidR="006974AE" w:rsidRDefault="006974AE" w:rsidP="006974AE">
      <w:r>
        <w:t>655.6106</w:t>
      </w:r>
      <w:r>
        <w:tab/>
        <w:t>2.025e0</w:t>
      </w:r>
    </w:p>
    <w:p w:rsidR="006974AE" w:rsidRDefault="006974AE" w:rsidP="006974AE">
      <w:r>
        <w:t>655.6260</w:t>
      </w:r>
      <w:r>
        <w:tab/>
        <w:t>2.025e0</w:t>
      </w:r>
    </w:p>
    <w:p w:rsidR="006974AE" w:rsidRDefault="006974AE" w:rsidP="006974AE">
      <w:r>
        <w:t>655.6453</w:t>
      </w:r>
      <w:r>
        <w:tab/>
        <w:t>2.025e0</w:t>
      </w:r>
    </w:p>
    <w:p w:rsidR="006974AE" w:rsidRDefault="006974AE" w:rsidP="006974AE">
      <w:r>
        <w:t>655.6882</w:t>
      </w:r>
      <w:r>
        <w:tab/>
        <w:t>1.013e0</w:t>
      </w:r>
    </w:p>
    <w:p w:rsidR="006974AE" w:rsidRDefault="006974AE" w:rsidP="006974AE">
      <w:r>
        <w:t>655.7195</w:t>
      </w:r>
      <w:r>
        <w:tab/>
        <w:t>1.013e0</w:t>
      </w:r>
    </w:p>
    <w:p w:rsidR="006974AE" w:rsidRDefault="006974AE" w:rsidP="006974AE">
      <w:r>
        <w:t>655.7552</w:t>
      </w:r>
      <w:r>
        <w:tab/>
        <w:t>2.025e0</w:t>
      </w:r>
    </w:p>
    <w:p w:rsidR="006974AE" w:rsidRDefault="006974AE" w:rsidP="006974AE">
      <w:r>
        <w:t>655.7727</w:t>
      </w:r>
      <w:r>
        <w:tab/>
        <w:t>1.013e0</w:t>
      </w:r>
    </w:p>
    <w:p w:rsidR="006974AE" w:rsidRDefault="006974AE" w:rsidP="006974AE">
      <w:r>
        <w:t>655.7897</w:t>
      </w:r>
      <w:r>
        <w:tab/>
        <w:t>2.025e0</w:t>
      </w:r>
    </w:p>
    <w:p w:rsidR="006974AE" w:rsidRDefault="006974AE" w:rsidP="006974AE">
      <w:r>
        <w:t>655.7992</w:t>
      </w:r>
      <w:r>
        <w:tab/>
        <w:t>1.013e0</w:t>
      </w:r>
    </w:p>
    <w:p w:rsidR="006974AE" w:rsidRDefault="006974AE" w:rsidP="006974AE">
      <w:r>
        <w:t>655.8104</w:t>
      </w:r>
      <w:r>
        <w:tab/>
        <w:t>1.013e0</w:t>
      </w:r>
    </w:p>
    <w:p w:rsidR="006974AE" w:rsidRDefault="006974AE" w:rsidP="006974AE">
      <w:r>
        <w:t>655.8223</w:t>
      </w:r>
      <w:r>
        <w:tab/>
        <w:t>1.013e0</w:t>
      </w:r>
    </w:p>
    <w:p w:rsidR="006974AE" w:rsidRDefault="006974AE" w:rsidP="006974AE">
      <w:r>
        <w:t>655.8671</w:t>
      </w:r>
      <w:r>
        <w:tab/>
        <w:t>1.013e0</w:t>
      </w:r>
    </w:p>
    <w:p w:rsidR="006974AE" w:rsidRDefault="006974AE" w:rsidP="006974AE">
      <w:r>
        <w:t>655.8717</w:t>
      </w:r>
      <w:r>
        <w:tab/>
        <w:t>2.025e0</w:t>
      </w:r>
    </w:p>
    <w:p w:rsidR="006974AE" w:rsidRDefault="006974AE" w:rsidP="006974AE">
      <w:r>
        <w:t>655.9285</w:t>
      </w:r>
      <w:r>
        <w:tab/>
        <w:t>1.013e0</w:t>
      </w:r>
    </w:p>
    <w:p w:rsidR="006974AE" w:rsidRDefault="006974AE" w:rsidP="006974AE">
      <w:r>
        <w:t>655.9563</w:t>
      </w:r>
      <w:r>
        <w:tab/>
        <w:t>2.025e0</w:t>
      </w:r>
    </w:p>
    <w:p w:rsidR="006974AE" w:rsidRDefault="006974AE" w:rsidP="006974AE">
      <w:r>
        <w:t>656.0566</w:t>
      </w:r>
      <w:r>
        <w:tab/>
        <w:t>2.025e0</w:t>
      </w:r>
    </w:p>
    <w:p w:rsidR="006974AE" w:rsidRDefault="006974AE" w:rsidP="006974AE">
      <w:r>
        <w:t>656.0607</w:t>
      </w:r>
      <w:r>
        <w:tab/>
        <w:t>2.025e0</w:t>
      </w:r>
    </w:p>
    <w:p w:rsidR="006974AE" w:rsidRDefault="006974AE" w:rsidP="006974AE">
      <w:r>
        <w:t>656.0686</w:t>
      </w:r>
      <w:r>
        <w:tab/>
        <w:t>2.025e0</w:t>
      </w:r>
    </w:p>
    <w:p w:rsidR="006974AE" w:rsidRDefault="006974AE" w:rsidP="006974AE">
      <w:r>
        <w:lastRenderedPageBreak/>
        <w:t>656.1387</w:t>
      </w:r>
      <w:r>
        <w:tab/>
        <w:t>2.025e0</w:t>
      </w:r>
    </w:p>
    <w:p w:rsidR="006974AE" w:rsidRDefault="006974AE" w:rsidP="006974AE">
      <w:r>
        <w:t>656.1725</w:t>
      </w:r>
      <w:r>
        <w:tab/>
        <w:t>1.013e0</w:t>
      </w:r>
    </w:p>
    <w:p w:rsidR="006974AE" w:rsidRDefault="006974AE" w:rsidP="006974AE">
      <w:r>
        <w:t>656.2319</w:t>
      </w:r>
      <w:r>
        <w:tab/>
        <w:t>2.025e0</w:t>
      </w:r>
    </w:p>
    <w:p w:rsidR="006974AE" w:rsidRDefault="006974AE" w:rsidP="006974AE">
      <w:r>
        <w:t>656.2458</w:t>
      </w:r>
      <w:r>
        <w:tab/>
        <w:t>3.038e0</w:t>
      </w:r>
    </w:p>
    <w:p w:rsidR="006974AE" w:rsidRDefault="006974AE" w:rsidP="006974AE">
      <w:r>
        <w:t>656.2605</w:t>
      </w:r>
      <w:r>
        <w:tab/>
        <w:t>1.013e0</w:t>
      </w:r>
    </w:p>
    <w:p w:rsidR="006974AE" w:rsidRDefault="006974AE" w:rsidP="006974AE">
      <w:r>
        <w:t>656.2687</w:t>
      </w:r>
      <w:r>
        <w:tab/>
        <w:t>1.013e0</w:t>
      </w:r>
    </w:p>
    <w:p w:rsidR="006974AE" w:rsidRDefault="006974AE" w:rsidP="006974AE">
      <w:r>
        <w:t>656.2930</w:t>
      </w:r>
      <w:r>
        <w:tab/>
        <w:t>3.038e0</w:t>
      </w:r>
    </w:p>
    <w:p w:rsidR="006974AE" w:rsidRDefault="006974AE" w:rsidP="006974AE">
      <w:r>
        <w:t>656.3303</w:t>
      </w:r>
      <w:r>
        <w:tab/>
        <w:t>3.901e0</w:t>
      </w:r>
    </w:p>
    <w:p w:rsidR="006974AE" w:rsidRDefault="006974AE" w:rsidP="006974AE">
      <w:r>
        <w:t>656.3420</w:t>
      </w:r>
      <w:r>
        <w:tab/>
        <w:t>6.076e0</w:t>
      </w:r>
    </w:p>
    <w:p w:rsidR="006974AE" w:rsidRDefault="006974AE" w:rsidP="006974AE">
      <w:r>
        <w:t>656.3525</w:t>
      </w:r>
      <w:r>
        <w:tab/>
        <w:t>4.051e0</w:t>
      </w:r>
    </w:p>
    <w:p w:rsidR="006974AE" w:rsidRDefault="006974AE" w:rsidP="006974AE">
      <w:r>
        <w:t>656.3564</w:t>
      </w:r>
      <w:r>
        <w:tab/>
        <w:t>4.051e0</w:t>
      </w:r>
    </w:p>
    <w:p w:rsidR="006974AE" w:rsidRDefault="006974AE" w:rsidP="006974AE">
      <w:r>
        <w:t>656.3711</w:t>
      </w:r>
      <w:r>
        <w:tab/>
        <w:t>5.063e0</w:t>
      </w:r>
    </w:p>
    <w:p w:rsidR="006974AE" w:rsidRDefault="006974AE" w:rsidP="006974AE">
      <w:r>
        <w:t>656.4338</w:t>
      </w:r>
      <w:r>
        <w:tab/>
        <w:t>1.013e0</w:t>
      </w:r>
    </w:p>
    <w:p w:rsidR="006974AE" w:rsidRDefault="006974AE" w:rsidP="006974AE">
      <w:r>
        <w:t>656.4415</w:t>
      </w:r>
      <w:r>
        <w:tab/>
        <w:t>2.025e0</w:t>
      </w:r>
    </w:p>
    <w:p w:rsidR="006974AE" w:rsidRDefault="006974AE" w:rsidP="006974AE">
      <w:r>
        <w:t>656.4705</w:t>
      </w:r>
      <w:r>
        <w:tab/>
        <w:t>2.025e0</w:t>
      </w:r>
    </w:p>
    <w:p w:rsidR="006974AE" w:rsidRDefault="006974AE" w:rsidP="006974AE">
      <w:r>
        <w:t>656.4910</w:t>
      </w:r>
      <w:r>
        <w:tab/>
        <w:t>2.025e0</w:t>
      </w:r>
    </w:p>
    <w:p w:rsidR="006974AE" w:rsidRDefault="006974AE" w:rsidP="006974AE">
      <w:r>
        <w:t>656.4984</w:t>
      </w:r>
      <w:r>
        <w:tab/>
        <w:t>2.025e0</w:t>
      </w:r>
    </w:p>
    <w:p w:rsidR="006974AE" w:rsidRDefault="006974AE" w:rsidP="006974AE">
      <w:r>
        <w:t>656.5322</w:t>
      </w:r>
      <w:r>
        <w:tab/>
        <w:t>2.025e0</w:t>
      </w:r>
    </w:p>
    <w:p w:rsidR="006974AE" w:rsidRDefault="006974AE" w:rsidP="006974AE">
      <w:r>
        <w:t>656.5388</w:t>
      </w:r>
      <w:r>
        <w:tab/>
        <w:t>1.013e0</w:t>
      </w:r>
    </w:p>
    <w:p w:rsidR="006974AE" w:rsidRDefault="006974AE" w:rsidP="006974AE">
      <w:r>
        <w:lastRenderedPageBreak/>
        <w:t>656.5502</w:t>
      </w:r>
      <w:r>
        <w:tab/>
        <w:t>3.038e0</w:t>
      </w:r>
    </w:p>
    <w:p w:rsidR="006974AE" w:rsidRDefault="006974AE" w:rsidP="006974AE">
      <w:r>
        <w:t>656.5596</w:t>
      </w:r>
      <w:r>
        <w:tab/>
        <w:t>1.013e0</w:t>
      </w:r>
    </w:p>
    <w:p w:rsidR="006974AE" w:rsidRDefault="006974AE" w:rsidP="006974AE">
      <w:r>
        <w:t>656.5828</w:t>
      </w:r>
      <w:r>
        <w:tab/>
        <w:t>2.025e0</w:t>
      </w:r>
    </w:p>
    <w:p w:rsidR="006974AE" w:rsidRDefault="006974AE" w:rsidP="006974AE">
      <w:r>
        <w:t>656.6077</w:t>
      </w:r>
      <w:r>
        <w:tab/>
        <w:t>1.013e0</w:t>
      </w:r>
    </w:p>
    <w:p w:rsidR="006974AE" w:rsidRDefault="006974AE" w:rsidP="006974AE">
      <w:r>
        <w:t>656.6500</w:t>
      </w:r>
      <w:r>
        <w:tab/>
        <w:t>1.013e0</w:t>
      </w:r>
    </w:p>
    <w:p w:rsidR="006974AE" w:rsidRDefault="006974AE" w:rsidP="006974AE">
      <w:r>
        <w:t>656.6600</w:t>
      </w:r>
      <w:r>
        <w:tab/>
        <w:t>1.013e0</w:t>
      </w:r>
    </w:p>
    <w:p w:rsidR="006974AE" w:rsidRDefault="006974AE" w:rsidP="006974AE">
      <w:r>
        <w:t>656.6686</w:t>
      </w:r>
      <w:r>
        <w:tab/>
        <w:t>2.025e0</w:t>
      </w:r>
    </w:p>
    <w:p w:rsidR="006974AE" w:rsidRDefault="006974AE" w:rsidP="006974AE">
      <w:r>
        <w:t>656.6719</w:t>
      </w:r>
      <w:r>
        <w:tab/>
        <w:t>2.025e0</w:t>
      </w:r>
    </w:p>
    <w:p w:rsidR="006974AE" w:rsidRDefault="006974AE" w:rsidP="006974AE">
      <w:r>
        <w:t>656.6939</w:t>
      </w:r>
      <w:r>
        <w:tab/>
        <w:t>1.013e0</w:t>
      </w:r>
    </w:p>
    <w:p w:rsidR="006974AE" w:rsidRDefault="006974AE" w:rsidP="006974AE">
      <w:r>
        <w:t>656.7283</w:t>
      </w:r>
      <w:r>
        <w:tab/>
        <w:t>1.013e0</w:t>
      </w:r>
    </w:p>
    <w:p w:rsidR="006974AE" w:rsidRDefault="006974AE" w:rsidP="006974AE">
      <w:r>
        <w:t>656.7342</w:t>
      </w:r>
      <w:r>
        <w:tab/>
        <w:t>2.025e0</w:t>
      </w:r>
    </w:p>
    <w:p w:rsidR="006974AE" w:rsidRDefault="006974AE" w:rsidP="006974AE">
      <w:r>
        <w:t>656.7499</w:t>
      </w:r>
      <w:r>
        <w:tab/>
        <w:t>1.013e0</w:t>
      </w:r>
    </w:p>
    <w:p w:rsidR="006974AE" w:rsidRDefault="006974AE" w:rsidP="006974AE">
      <w:r>
        <w:t>656.7991</w:t>
      </w:r>
      <w:r>
        <w:tab/>
        <w:t>2.025e0</w:t>
      </w:r>
    </w:p>
    <w:p w:rsidR="006974AE" w:rsidRDefault="006974AE" w:rsidP="006974AE">
      <w:r>
        <w:t>656.8174</w:t>
      </w:r>
      <w:r>
        <w:tab/>
        <w:t>2.025e0</w:t>
      </w:r>
    </w:p>
    <w:p w:rsidR="006974AE" w:rsidRDefault="006974AE" w:rsidP="006974AE">
      <w:r>
        <w:t>656.8336</w:t>
      </w:r>
      <w:r>
        <w:tab/>
        <w:t>1.013e0</w:t>
      </w:r>
    </w:p>
    <w:p w:rsidR="006974AE" w:rsidRDefault="006974AE" w:rsidP="006974AE">
      <w:r>
        <w:t>656.8394</w:t>
      </w:r>
      <w:r>
        <w:tab/>
        <w:t>1.013e0</w:t>
      </w:r>
    </w:p>
    <w:p w:rsidR="006974AE" w:rsidRDefault="006974AE" w:rsidP="006974AE">
      <w:r>
        <w:t>656.8690</w:t>
      </w:r>
      <w:r>
        <w:tab/>
        <w:t>1.013e0</w:t>
      </w:r>
    </w:p>
    <w:p w:rsidR="006974AE" w:rsidRDefault="006974AE" w:rsidP="006974AE">
      <w:r>
        <w:t>656.8842</w:t>
      </w:r>
      <w:r>
        <w:tab/>
        <w:t>1.013e0</w:t>
      </w:r>
    </w:p>
    <w:p w:rsidR="006974AE" w:rsidRDefault="006974AE" w:rsidP="006974AE">
      <w:r>
        <w:t>656.9681</w:t>
      </w:r>
      <w:r>
        <w:tab/>
        <w:t>2.025e0</w:t>
      </w:r>
    </w:p>
    <w:p w:rsidR="006974AE" w:rsidRDefault="006974AE" w:rsidP="006974AE">
      <w:r>
        <w:lastRenderedPageBreak/>
        <w:t>656.9849</w:t>
      </w:r>
      <w:r>
        <w:tab/>
        <w:t>1.013e0</w:t>
      </w:r>
    </w:p>
    <w:p w:rsidR="006974AE" w:rsidRDefault="006974AE" w:rsidP="006974AE">
      <w:r>
        <w:t>656.9969</w:t>
      </w:r>
      <w:r>
        <w:tab/>
        <w:t>1.013e0</w:t>
      </w:r>
    </w:p>
    <w:p w:rsidR="006974AE" w:rsidRDefault="006974AE" w:rsidP="006974AE">
      <w:r>
        <w:t>657.0083</w:t>
      </w:r>
      <w:r>
        <w:tab/>
        <w:t>2.025e0</w:t>
      </w:r>
    </w:p>
    <w:p w:rsidR="006974AE" w:rsidRDefault="006974AE" w:rsidP="006974AE">
      <w:r>
        <w:t>657.0949</w:t>
      </w:r>
      <w:r>
        <w:tab/>
        <w:t>1.013e0</w:t>
      </w:r>
    </w:p>
    <w:p w:rsidR="006974AE" w:rsidRDefault="006974AE" w:rsidP="006974AE">
      <w:r>
        <w:t>657.1089</w:t>
      </w:r>
      <w:r>
        <w:tab/>
        <w:t>1.013e0</w:t>
      </w:r>
    </w:p>
    <w:p w:rsidR="006974AE" w:rsidRDefault="006974AE" w:rsidP="006974AE">
      <w:r>
        <w:t>657.1472</w:t>
      </w:r>
      <w:r>
        <w:tab/>
        <w:t>2.025e0</w:t>
      </w:r>
    </w:p>
    <w:p w:rsidR="006974AE" w:rsidRDefault="006974AE" w:rsidP="006974AE">
      <w:r>
        <w:t>657.1578</w:t>
      </w:r>
      <w:r>
        <w:tab/>
        <w:t>2.025e0</w:t>
      </w:r>
    </w:p>
    <w:p w:rsidR="006974AE" w:rsidRDefault="006974AE" w:rsidP="006974AE">
      <w:r>
        <w:t>657.1761</w:t>
      </w:r>
      <w:r>
        <w:tab/>
        <w:t>4.051e0</w:t>
      </w:r>
    </w:p>
    <w:p w:rsidR="006974AE" w:rsidRDefault="006974AE" w:rsidP="006974AE">
      <w:r>
        <w:t>657.1813</w:t>
      </w:r>
      <w:r>
        <w:tab/>
        <w:t>1.013e0</w:t>
      </w:r>
    </w:p>
    <w:p w:rsidR="006974AE" w:rsidRDefault="006974AE" w:rsidP="006974AE">
      <w:r>
        <w:t>657.2201</w:t>
      </w:r>
      <w:r>
        <w:tab/>
        <w:t>4.051e0</w:t>
      </w:r>
    </w:p>
    <w:p w:rsidR="006974AE" w:rsidRDefault="006974AE" w:rsidP="006974AE">
      <w:r>
        <w:t>657.2313</w:t>
      </w:r>
      <w:r>
        <w:tab/>
        <w:t>1.013e0</w:t>
      </w:r>
    </w:p>
    <w:p w:rsidR="006974AE" w:rsidRDefault="006974AE" w:rsidP="006974AE">
      <w:r>
        <w:t>657.2341</w:t>
      </w:r>
      <w:r>
        <w:tab/>
        <w:t>4.051e0</w:t>
      </w:r>
    </w:p>
    <w:p w:rsidR="006974AE" w:rsidRDefault="006974AE" w:rsidP="006974AE">
      <w:r>
        <w:t>657.2870</w:t>
      </w:r>
      <w:r>
        <w:tab/>
        <w:t>9.321e0</w:t>
      </w:r>
    </w:p>
    <w:p w:rsidR="006974AE" w:rsidRDefault="006974AE" w:rsidP="006974AE">
      <w:r>
        <w:t>657.2906</w:t>
      </w:r>
      <w:r>
        <w:tab/>
        <w:t>8.964e0</w:t>
      </w:r>
    </w:p>
    <w:p w:rsidR="006974AE" w:rsidRDefault="006974AE" w:rsidP="006974AE">
      <w:r>
        <w:t>657.2977</w:t>
      </w:r>
      <w:r>
        <w:tab/>
        <w:t>4.898e0</w:t>
      </w:r>
    </w:p>
    <w:p w:rsidR="006974AE" w:rsidRDefault="006974AE" w:rsidP="006974AE">
      <w:r>
        <w:t>657.3109</w:t>
      </w:r>
      <w:r>
        <w:tab/>
        <w:t>3.038e0</w:t>
      </w:r>
    </w:p>
    <w:p w:rsidR="006974AE" w:rsidRDefault="006974AE" w:rsidP="006974AE">
      <w:r>
        <w:t>657.3274</w:t>
      </w:r>
      <w:r>
        <w:tab/>
        <w:t>1.215e1</w:t>
      </w:r>
    </w:p>
    <w:p w:rsidR="006974AE" w:rsidRDefault="006974AE" w:rsidP="006974AE">
      <w:r>
        <w:t>657.3289</w:t>
      </w:r>
      <w:r>
        <w:tab/>
        <w:t>6.076e0</w:t>
      </w:r>
    </w:p>
    <w:p w:rsidR="006974AE" w:rsidRDefault="006974AE" w:rsidP="006974AE">
      <w:r>
        <w:t>657.3487</w:t>
      </w:r>
      <w:r>
        <w:tab/>
        <w:t>1.013e1</w:t>
      </w:r>
    </w:p>
    <w:p w:rsidR="006974AE" w:rsidRDefault="006974AE" w:rsidP="006974AE">
      <w:r>
        <w:lastRenderedPageBreak/>
        <w:t>657.3663</w:t>
      </w:r>
      <w:r>
        <w:tab/>
        <w:t>6.242e0</w:t>
      </w:r>
    </w:p>
    <w:p w:rsidR="006974AE" w:rsidRDefault="006974AE" w:rsidP="006974AE">
      <w:r>
        <w:t>657.3770</w:t>
      </w:r>
      <w:r>
        <w:tab/>
        <w:t>3.038e0</w:t>
      </w:r>
    </w:p>
    <w:p w:rsidR="006974AE" w:rsidRDefault="006974AE" w:rsidP="006974AE">
      <w:r>
        <w:t>657.3831</w:t>
      </w:r>
      <w:r>
        <w:tab/>
        <w:t>3.038e0</w:t>
      </w:r>
    </w:p>
    <w:p w:rsidR="006974AE" w:rsidRDefault="006974AE" w:rsidP="006974AE">
      <w:r>
        <w:t>657.3876</w:t>
      </w:r>
      <w:r>
        <w:tab/>
        <w:t>3.273e0</w:t>
      </w:r>
    </w:p>
    <w:p w:rsidR="006974AE" w:rsidRDefault="006974AE" w:rsidP="006974AE">
      <w:r>
        <w:t>657.3998</w:t>
      </w:r>
      <w:r>
        <w:tab/>
        <w:t>2.025e0</w:t>
      </w:r>
    </w:p>
    <w:p w:rsidR="006974AE" w:rsidRDefault="006974AE" w:rsidP="006974AE">
      <w:r>
        <w:t>657.4516</w:t>
      </w:r>
      <w:r>
        <w:tab/>
        <w:t>2.025e0</w:t>
      </w:r>
    </w:p>
    <w:p w:rsidR="006974AE" w:rsidRDefault="006974AE" w:rsidP="006974AE">
      <w:r>
        <w:t>657.4769</w:t>
      </w:r>
      <w:r>
        <w:tab/>
        <w:t>1.013e0</w:t>
      </w:r>
    </w:p>
    <w:p w:rsidR="006974AE" w:rsidRDefault="006974AE" w:rsidP="006974AE">
      <w:r>
        <w:t>657.4890</w:t>
      </w:r>
      <w:r>
        <w:tab/>
        <w:t>1.013e0</w:t>
      </w:r>
    </w:p>
    <w:p w:rsidR="006974AE" w:rsidRDefault="006974AE" w:rsidP="006974AE">
      <w:r>
        <w:t>657.5121</w:t>
      </w:r>
      <w:r>
        <w:tab/>
        <w:t>1.013e0</w:t>
      </w:r>
    </w:p>
    <w:p w:rsidR="006974AE" w:rsidRDefault="006974AE" w:rsidP="006974AE">
      <w:r>
        <w:t>657.5225</w:t>
      </w:r>
      <w:r>
        <w:tab/>
        <w:t>1.013e0</w:t>
      </w:r>
    </w:p>
    <w:p w:rsidR="006974AE" w:rsidRDefault="006974AE" w:rsidP="006974AE">
      <w:r>
        <w:t>657.5682</w:t>
      </w:r>
      <w:r>
        <w:tab/>
        <w:t>1.013e0</w:t>
      </w:r>
    </w:p>
    <w:p w:rsidR="006974AE" w:rsidRDefault="006974AE" w:rsidP="006974AE">
      <w:r>
        <w:t>657.5898</w:t>
      </w:r>
      <w:r>
        <w:tab/>
        <w:t>1.013e0</w:t>
      </w:r>
    </w:p>
    <w:p w:rsidR="006974AE" w:rsidRDefault="006974AE" w:rsidP="006974AE">
      <w:r>
        <w:t>657.6234</w:t>
      </w:r>
      <w:r>
        <w:tab/>
        <w:t>1.013e0</w:t>
      </w:r>
    </w:p>
    <w:p w:rsidR="006974AE" w:rsidRDefault="006974AE" w:rsidP="006974AE">
      <w:r>
        <w:t>657.6431</w:t>
      </w:r>
      <w:r>
        <w:tab/>
        <w:t>2.025e0</w:t>
      </w:r>
    </w:p>
    <w:p w:rsidR="006974AE" w:rsidRDefault="006974AE" w:rsidP="006974AE">
      <w:r>
        <w:t>657.7355</w:t>
      </w:r>
      <w:r>
        <w:tab/>
        <w:t>1.013e0</w:t>
      </w:r>
    </w:p>
    <w:p w:rsidR="006974AE" w:rsidRDefault="006974AE" w:rsidP="006974AE">
      <w:r>
        <w:t>657.7587</w:t>
      </w:r>
      <w:r>
        <w:tab/>
        <w:t>1.013e0</w:t>
      </w:r>
    </w:p>
    <w:p w:rsidR="006974AE" w:rsidRDefault="006974AE" w:rsidP="006974AE">
      <w:r>
        <w:t>657.7864</w:t>
      </w:r>
      <w:r>
        <w:tab/>
        <w:t>2.025e0</w:t>
      </w:r>
    </w:p>
    <w:p w:rsidR="006974AE" w:rsidRDefault="006974AE" w:rsidP="006974AE">
      <w:r>
        <w:t>657.7997</w:t>
      </w:r>
      <w:r>
        <w:tab/>
        <w:t>2.025e0</w:t>
      </w:r>
    </w:p>
    <w:p w:rsidR="006974AE" w:rsidRDefault="006974AE" w:rsidP="006974AE">
      <w:r>
        <w:t>657.8078</w:t>
      </w:r>
      <w:r>
        <w:tab/>
        <w:t>1.013e0</w:t>
      </w:r>
    </w:p>
    <w:p w:rsidR="006974AE" w:rsidRDefault="006974AE" w:rsidP="006974AE">
      <w:r>
        <w:lastRenderedPageBreak/>
        <w:t>657.8372</w:t>
      </w:r>
      <w:r>
        <w:tab/>
        <w:t>1.013e0</w:t>
      </w:r>
    </w:p>
    <w:p w:rsidR="006974AE" w:rsidRDefault="006974AE" w:rsidP="006974AE">
      <w:r>
        <w:t>657.8475</w:t>
      </w:r>
      <w:r>
        <w:tab/>
        <w:t>1.013e0</w:t>
      </w:r>
    </w:p>
    <w:p w:rsidR="006974AE" w:rsidRDefault="006974AE" w:rsidP="006974AE">
      <w:r>
        <w:t>657.8693</w:t>
      </w:r>
      <w:r>
        <w:tab/>
        <w:t>4.051e0</w:t>
      </w:r>
    </w:p>
    <w:p w:rsidR="006974AE" w:rsidRDefault="006974AE" w:rsidP="006974AE">
      <w:r>
        <w:t>657.8958</w:t>
      </w:r>
      <w:r>
        <w:tab/>
        <w:t>1.013e0</w:t>
      </w:r>
    </w:p>
    <w:p w:rsidR="006974AE" w:rsidRDefault="006974AE" w:rsidP="006974AE">
      <w:r>
        <w:t>657.9148</w:t>
      </w:r>
      <w:r>
        <w:tab/>
        <w:t>1.013e0</w:t>
      </w:r>
    </w:p>
    <w:p w:rsidR="006974AE" w:rsidRDefault="006974AE" w:rsidP="006974AE">
      <w:r>
        <w:t>657.9410</w:t>
      </w:r>
      <w:r>
        <w:tab/>
        <w:t>3.038e0</w:t>
      </w:r>
    </w:p>
    <w:p w:rsidR="006974AE" w:rsidRDefault="006974AE" w:rsidP="006974AE">
      <w:r>
        <w:t>657.9734</w:t>
      </w:r>
      <w:r>
        <w:tab/>
        <w:t>2.025e0</w:t>
      </w:r>
    </w:p>
    <w:p w:rsidR="006974AE" w:rsidRDefault="006974AE" w:rsidP="006974AE">
      <w:r>
        <w:t>658.0053</w:t>
      </w:r>
      <w:r>
        <w:tab/>
        <w:t>1.013e0</w:t>
      </w:r>
    </w:p>
    <w:p w:rsidR="006974AE" w:rsidRDefault="006974AE" w:rsidP="006974AE">
      <w:r>
        <w:t>658.0157</w:t>
      </w:r>
      <w:r>
        <w:tab/>
        <w:t>1.013e0</w:t>
      </w:r>
    </w:p>
    <w:p w:rsidR="006974AE" w:rsidRDefault="006974AE" w:rsidP="006974AE">
      <w:r>
        <w:t>658.0389</w:t>
      </w:r>
      <w:r>
        <w:tab/>
        <w:t>1.013e0</w:t>
      </w:r>
    </w:p>
    <w:p w:rsidR="006974AE" w:rsidRDefault="006974AE" w:rsidP="006974AE">
      <w:r>
        <w:t>658.0768</w:t>
      </w:r>
      <w:r>
        <w:tab/>
        <w:t>2.025e0</w:t>
      </w:r>
    </w:p>
    <w:p w:rsidR="006974AE" w:rsidRDefault="006974AE" w:rsidP="006974AE">
      <w:r>
        <w:t>658.1179</w:t>
      </w:r>
      <w:r>
        <w:tab/>
        <w:t>2.025e0</w:t>
      </w:r>
    </w:p>
    <w:p w:rsidR="006974AE" w:rsidRDefault="006974AE" w:rsidP="006974AE">
      <w:r>
        <w:t>658.1640</w:t>
      </w:r>
      <w:r>
        <w:tab/>
        <w:t>4.051e0</w:t>
      </w:r>
    </w:p>
    <w:p w:rsidR="006974AE" w:rsidRDefault="006974AE" w:rsidP="006974AE">
      <w:r>
        <w:t>658.2076</w:t>
      </w:r>
      <w:r>
        <w:tab/>
        <w:t>2.025e0</w:t>
      </w:r>
    </w:p>
    <w:p w:rsidR="006974AE" w:rsidRDefault="006974AE" w:rsidP="006974AE">
      <w:r>
        <w:t>658.2196</w:t>
      </w:r>
      <w:r>
        <w:tab/>
        <w:t>2.025e0</w:t>
      </w:r>
    </w:p>
    <w:p w:rsidR="006974AE" w:rsidRDefault="006974AE" w:rsidP="006974AE">
      <w:r>
        <w:t>658.2399</w:t>
      </w:r>
      <w:r>
        <w:tab/>
        <w:t>3.038e0</w:t>
      </w:r>
    </w:p>
    <w:p w:rsidR="006974AE" w:rsidRDefault="006974AE" w:rsidP="006974AE">
      <w:r>
        <w:t>658.2687</w:t>
      </w:r>
      <w:r>
        <w:tab/>
        <w:t>2.025e0</w:t>
      </w:r>
    </w:p>
    <w:p w:rsidR="006974AE" w:rsidRDefault="006974AE" w:rsidP="006974AE">
      <w:r>
        <w:t>658.2745</w:t>
      </w:r>
      <w:r>
        <w:tab/>
        <w:t>2.025e0</w:t>
      </w:r>
    </w:p>
    <w:p w:rsidR="006974AE" w:rsidRDefault="006974AE" w:rsidP="006974AE">
      <w:r>
        <w:t>658.3100</w:t>
      </w:r>
      <w:r>
        <w:tab/>
        <w:t>5.063e0</w:t>
      </w:r>
    </w:p>
    <w:p w:rsidR="006974AE" w:rsidRDefault="006974AE" w:rsidP="006974AE">
      <w:r>
        <w:lastRenderedPageBreak/>
        <w:t>658.3260</w:t>
      </w:r>
      <w:r>
        <w:tab/>
        <w:t>7.089e0</w:t>
      </w:r>
    </w:p>
    <w:p w:rsidR="006974AE" w:rsidRDefault="006974AE" w:rsidP="006974AE">
      <w:r>
        <w:t>658.3278</w:t>
      </w:r>
      <w:r>
        <w:tab/>
        <w:t>5.063e0</w:t>
      </w:r>
    </w:p>
    <w:p w:rsidR="006974AE" w:rsidRDefault="006974AE" w:rsidP="006974AE">
      <w:r>
        <w:t>658.3449</w:t>
      </w:r>
      <w:r>
        <w:tab/>
        <w:t>4.051e0</w:t>
      </w:r>
    </w:p>
    <w:p w:rsidR="006974AE" w:rsidRDefault="006974AE" w:rsidP="006974AE">
      <w:r>
        <w:t>658.3605</w:t>
      </w:r>
      <w:r>
        <w:tab/>
        <w:t>6.793e0</w:t>
      </w:r>
    </w:p>
    <w:p w:rsidR="006974AE" w:rsidRDefault="006974AE" w:rsidP="006974AE">
      <w:r>
        <w:t>658.3673</w:t>
      </w:r>
      <w:r>
        <w:tab/>
        <w:t>4.051e0</w:t>
      </w:r>
    </w:p>
    <w:p w:rsidR="006974AE" w:rsidRDefault="006974AE" w:rsidP="006974AE">
      <w:r>
        <w:t>658.3702</w:t>
      </w:r>
      <w:r>
        <w:tab/>
        <w:t>3.038e0</w:t>
      </w:r>
    </w:p>
    <w:p w:rsidR="006974AE" w:rsidRDefault="006974AE" w:rsidP="006974AE">
      <w:r>
        <w:t>658.3747</w:t>
      </w:r>
      <w:r>
        <w:tab/>
        <w:t>5.063e0</w:t>
      </w:r>
    </w:p>
    <w:p w:rsidR="006974AE" w:rsidRDefault="006974AE" w:rsidP="006974AE">
      <w:r>
        <w:t>658.3823</w:t>
      </w:r>
      <w:r>
        <w:tab/>
        <w:t>1.013e0</w:t>
      </w:r>
    </w:p>
    <w:p w:rsidR="006974AE" w:rsidRDefault="006974AE" w:rsidP="006974AE">
      <w:r>
        <w:t>658.4080</w:t>
      </w:r>
      <w:r>
        <w:tab/>
        <w:t>3.628e0</w:t>
      </w:r>
    </w:p>
    <w:p w:rsidR="006974AE" w:rsidRDefault="006974AE" w:rsidP="006974AE">
      <w:r>
        <w:t>658.4400</w:t>
      </w:r>
      <w:r>
        <w:tab/>
        <w:t>4.051e0</w:t>
      </w:r>
    </w:p>
    <w:p w:rsidR="006974AE" w:rsidRDefault="006974AE" w:rsidP="006974AE">
      <w:r>
        <w:t>658.4666</w:t>
      </w:r>
      <w:r>
        <w:tab/>
        <w:t>3.038e0</w:t>
      </w:r>
    </w:p>
    <w:p w:rsidR="006974AE" w:rsidRDefault="006974AE" w:rsidP="006974AE">
      <w:r>
        <w:t>658.4700</w:t>
      </w:r>
      <w:r>
        <w:tab/>
        <w:t>2.025e0</w:t>
      </w:r>
    </w:p>
    <w:p w:rsidR="006974AE" w:rsidRDefault="006974AE" w:rsidP="006974AE">
      <w:r>
        <w:t>658.5181</w:t>
      </w:r>
      <w:r>
        <w:tab/>
        <w:t>3.038e0</w:t>
      </w:r>
    </w:p>
    <w:p w:rsidR="006974AE" w:rsidRDefault="006974AE" w:rsidP="006974AE">
      <w:r>
        <w:t>658.5610</w:t>
      </w:r>
      <w:r>
        <w:tab/>
        <w:t>2.025e0</w:t>
      </w:r>
    </w:p>
    <w:p w:rsidR="006974AE" w:rsidRDefault="006974AE" w:rsidP="006974AE">
      <w:r>
        <w:t>658.5774</w:t>
      </w:r>
      <w:r>
        <w:tab/>
        <w:t>1.013e0</w:t>
      </w:r>
    </w:p>
    <w:p w:rsidR="006974AE" w:rsidRDefault="006974AE" w:rsidP="006974AE">
      <w:r>
        <w:t>658.5907</w:t>
      </w:r>
      <w:r>
        <w:tab/>
        <w:t>1.013e0</w:t>
      </w:r>
    </w:p>
    <w:p w:rsidR="006974AE" w:rsidRDefault="006974AE" w:rsidP="006974AE">
      <w:r>
        <w:t>658.5990</w:t>
      </w:r>
      <w:r>
        <w:tab/>
        <w:t>1.013e0</w:t>
      </w:r>
    </w:p>
    <w:p w:rsidR="006974AE" w:rsidRDefault="006974AE" w:rsidP="006974AE">
      <w:r>
        <w:t>658.6081</w:t>
      </w:r>
      <w:r>
        <w:tab/>
        <w:t>3.038e0</w:t>
      </w:r>
    </w:p>
    <w:p w:rsidR="006974AE" w:rsidRDefault="006974AE" w:rsidP="006974AE">
      <w:r>
        <w:t>658.6223</w:t>
      </w:r>
      <w:r>
        <w:tab/>
        <w:t>1.013e0</w:t>
      </w:r>
    </w:p>
    <w:p w:rsidR="006974AE" w:rsidRDefault="006974AE" w:rsidP="006974AE">
      <w:r>
        <w:lastRenderedPageBreak/>
        <w:t>658.6422</w:t>
      </w:r>
      <w:r>
        <w:tab/>
        <w:t>1.013e0</w:t>
      </w:r>
    </w:p>
    <w:p w:rsidR="006974AE" w:rsidRDefault="006974AE" w:rsidP="006974AE">
      <w:r>
        <w:t>658.6559</w:t>
      </w:r>
      <w:r>
        <w:tab/>
        <w:t>1.013e0</w:t>
      </w:r>
    </w:p>
    <w:p w:rsidR="006974AE" w:rsidRDefault="006974AE" w:rsidP="006974AE">
      <w:r>
        <w:t>658.6948</w:t>
      </w:r>
      <w:r>
        <w:tab/>
        <w:t>2.025e0</w:t>
      </w:r>
    </w:p>
    <w:p w:rsidR="006974AE" w:rsidRDefault="006974AE" w:rsidP="006974AE">
      <w:r>
        <w:t>658.7278</w:t>
      </w:r>
      <w:r>
        <w:tab/>
        <w:t>3.038e0</w:t>
      </w:r>
    </w:p>
    <w:p w:rsidR="006974AE" w:rsidRDefault="006974AE" w:rsidP="006974AE">
      <w:r>
        <w:t>658.7828</w:t>
      </w:r>
      <w:r>
        <w:tab/>
        <w:t>1.013e0</w:t>
      </w:r>
    </w:p>
    <w:p w:rsidR="006974AE" w:rsidRDefault="006974AE" w:rsidP="006974AE">
      <w:r>
        <w:t>658.8343</w:t>
      </w:r>
      <w:r>
        <w:tab/>
        <w:t>1.013e0</w:t>
      </w:r>
    </w:p>
    <w:p w:rsidR="006974AE" w:rsidRDefault="006974AE" w:rsidP="006974AE">
      <w:r>
        <w:t>658.8804</w:t>
      </w:r>
      <w:r>
        <w:tab/>
        <w:t>1.013e0</w:t>
      </w:r>
    </w:p>
    <w:p w:rsidR="006974AE" w:rsidRDefault="006974AE" w:rsidP="006974AE">
      <w:r>
        <w:t>658.9385</w:t>
      </w:r>
      <w:r>
        <w:tab/>
        <w:t>1.013e0</w:t>
      </w:r>
    </w:p>
    <w:p w:rsidR="006974AE" w:rsidRDefault="006974AE" w:rsidP="006974AE">
      <w:r>
        <w:t>658.9529</w:t>
      </w:r>
      <w:r>
        <w:tab/>
        <w:t>3.038e0</w:t>
      </w:r>
    </w:p>
    <w:p w:rsidR="006974AE" w:rsidRDefault="006974AE" w:rsidP="006974AE">
      <w:r>
        <w:t>659.0087</w:t>
      </w:r>
      <w:r>
        <w:tab/>
        <w:t>2.025e0</w:t>
      </w:r>
    </w:p>
    <w:p w:rsidR="006974AE" w:rsidRDefault="006974AE" w:rsidP="006974AE">
      <w:r>
        <w:t>659.0143</w:t>
      </w:r>
      <w:r>
        <w:tab/>
        <w:t>1.013e0</w:t>
      </w:r>
    </w:p>
    <w:p w:rsidR="006974AE" w:rsidRDefault="006974AE" w:rsidP="006974AE">
      <w:r>
        <w:t>659.0372</w:t>
      </w:r>
      <w:r>
        <w:tab/>
        <w:t>2.025e0</w:t>
      </w:r>
    </w:p>
    <w:p w:rsidR="006974AE" w:rsidRDefault="006974AE" w:rsidP="006974AE">
      <w:r>
        <w:t>659.0433</w:t>
      </w:r>
      <w:r>
        <w:tab/>
        <w:t>1.013e0</w:t>
      </w:r>
    </w:p>
    <w:p w:rsidR="006974AE" w:rsidRDefault="006974AE" w:rsidP="006974AE">
      <w:r>
        <w:t>659.0601</w:t>
      </w:r>
      <w:r>
        <w:tab/>
        <w:t>1.013e0</w:t>
      </w:r>
    </w:p>
    <w:p w:rsidR="006974AE" w:rsidRDefault="006974AE" w:rsidP="006974AE">
      <w:r>
        <w:t>659.0713</w:t>
      </w:r>
      <w:r>
        <w:tab/>
        <w:t>1.013e0</w:t>
      </w:r>
    </w:p>
    <w:p w:rsidR="006974AE" w:rsidRDefault="006974AE" w:rsidP="006974AE">
      <w:r>
        <w:t>659.0938</w:t>
      </w:r>
      <w:r>
        <w:tab/>
        <w:t>1.013e0</w:t>
      </w:r>
    </w:p>
    <w:p w:rsidR="006974AE" w:rsidRDefault="006974AE" w:rsidP="006974AE">
      <w:r>
        <w:t>659.0958</w:t>
      </w:r>
      <w:r>
        <w:tab/>
        <w:t>1.013e0</w:t>
      </w:r>
    </w:p>
    <w:p w:rsidR="006974AE" w:rsidRDefault="006974AE" w:rsidP="006974AE">
      <w:r>
        <w:t>659.1491</w:t>
      </w:r>
      <w:r>
        <w:tab/>
        <w:t>1.013e0</w:t>
      </w:r>
    </w:p>
    <w:p w:rsidR="006974AE" w:rsidRDefault="006974AE" w:rsidP="006974AE">
      <w:r>
        <w:t>659.1724</w:t>
      </w:r>
      <w:r>
        <w:tab/>
        <w:t>1.013e0</w:t>
      </w:r>
    </w:p>
    <w:p w:rsidR="006974AE" w:rsidRDefault="006974AE" w:rsidP="006974AE">
      <w:r>
        <w:lastRenderedPageBreak/>
        <w:t>659.1772</w:t>
      </w:r>
      <w:r>
        <w:tab/>
        <w:t>2.025e0</w:t>
      </w:r>
    </w:p>
    <w:p w:rsidR="006974AE" w:rsidRDefault="006974AE" w:rsidP="006974AE">
      <w:r>
        <w:t>659.2173</w:t>
      </w:r>
      <w:r>
        <w:tab/>
        <w:t>1.013e0</w:t>
      </w:r>
    </w:p>
    <w:p w:rsidR="006974AE" w:rsidRDefault="006974AE" w:rsidP="006974AE">
      <w:r>
        <w:t>659.2277</w:t>
      </w:r>
      <w:r>
        <w:tab/>
        <w:t>1.013e0</w:t>
      </w:r>
    </w:p>
    <w:p w:rsidR="006974AE" w:rsidRDefault="006974AE" w:rsidP="006974AE">
      <w:r>
        <w:t>659.2295</w:t>
      </w:r>
      <w:r>
        <w:tab/>
        <w:t>7.510e0</w:t>
      </w:r>
    </w:p>
    <w:p w:rsidR="006974AE" w:rsidRDefault="006974AE" w:rsidP="006974AE">
      <w:r>
        <w:t>659.2424</w:t>
      </w:r>
      <w:r>
        <w:tab/>
        <w:t>4.051e0</w:t>
      </w:r>
    </w:p>
    <w:p w:rsidR="006974AE" w:rsidRDefault="006974AE" w:rsidP="006974AE">
      <w:r>
        <w:t>659.2514</w:t>
      </w:r>
      <w:r>
        <w:tab/>
        <w:t>1.013e0</w:t>
      </w:r>
    </w:p>
    <w:p w:rsidR="006974AE" w:rsidRDefault="006974AE" w:rsidP="006974AE">
      <w:r>
        <w:t>659.2597</w:t>
      </w:r>
      <w:r>
        <w:tab/>
        <w:t>3.038e0</w:t>
      </w:r>
    </w:p>
    <w:p w:rsidR="006974AE" w:rsidRDefault="006974AE" w:rsidP="006974AE">
      <w:r>
        <w:t>659.2870</w:t>
      </w:r>
      <w:r>
        <w:tab/>
        <w:t>1.013e0</w:t>
      </w:r>
    </w:p>
    <w:p w:rsidR="006974AE" w:rsidRDefault="006974AE" w:rsidP="006974AE">
      <w:r>
        <w:t>659.3010</w:t>
      </w:r>
      <w:r>
        <w:tab/>
        <w:t>7.680e0</w:t>
      </w:r>
    </w:p>
    <w:p w:rsidR="006974AE" w:rsidRDefault="006974AE" w:rsidP="006974AE">
      <w:r>
        <w:t>659.3210</w:t>
      </w:r>
      <w:r>
        <w:tab/>
        <w:t>1.013e0</w:t>
      </w:r>
    </w:p>
    <w:p w:rsidR="006974AE" w:rsidRDefault="006974AE" w:rsidP="006974AE">
      <w:r>
        <w:t>659.3288</w:t>
      </w:r>
      <w:r>
        <w:tab/>
        <w:t>1.013e0</w:t>
      </w:r>
    </w:p>
    <w:p w:rsidR="006974AE" w:rsidRDefault="006974AE" w:rsidP="006974AE">
      <w:r>
        <w:t>659.3328</w:t>
      </w:r>
      <w:r>
        <w:tab/>
        <w:t>6.824e0</w:t>
      </w:r>
    </w:p>
    <w:p w:rsidR="006974AE" w:rsidRDefault="006974AE" w:rsidP="006974AE">
      <w:r>
        <w:t>659.3390</w:t>
      </w:r>
      <w:r>
        <w:tab/>
        <w:t>4.051e0</w:t>
      </w:r>
    </w:p>
    <w:p w:rsidR="006974AE" w:rsidRDefault="006974AE" w:rsidP="006974AE">
      <w:r>
        <w:t>659.3564</w:t>
      </w:r>
      <w:r>
        <w:tab/>
        <w:t>1.013e0</w:t>
      </w:r>
    </w:p>
    <w:p w:rsidR="006974AE" w:rsidRDefault="006974AE" w:rsidP="006974AE">
      <w:r>
        <w:t>659.3624</w:t>
      </w:r>
      <w:r>
        <w:tab/>
        <w:t>4.051e0</w:t>
      </w:r>
    </w:p>
    <w:p w:rsidR="006974AE" w:rsidRDefault="006974AE" w:rsidP="006974AE">
      <w:r>
        <w:t>659.4075</w:t>
      </w:r>
      <w:r>
        <w:tab/>
        <w:t>3.038e0</w:t>
      </w:r>
    </w:p>
    <w:p w:rsidR="006974AE" w:rsidRDefault="006974AE" w:rsidP="006974AE">
      <w:r>
        <w:t>659.4187</w:t>
      </w:r>
      <w:r>
        <w:tab/>
        <w:t>1.013e0</w:t>
      </w:r>
    </w:p>
    <w:p w:rsidR="006974AE" w:rsidRDefault="006974AE" w:rsidP="006974AE">
      <w:r>
        <w:t>659.4359</w:t>
      </w:r>
      <w:r>
        <w:tab/>
        <w:t>2.025e0</w:t>
      </w:r>
    </w:p>
    <w:p w:rsidR="006974AE" w:rsidRDefault="006974AE" w:rsidP="006974AE">
      <w:r>
        <w:t>659.4532</w:t>
      </w:r>
      <w:r>
        <w:tab/>
        <w:t>1.013e0</w:t>
      </w:r>
    </w:p>
    <w:p w:rsidR="006974AE" w:rsidRDefault="006974AE" w:rsidP="006974AE">
      <w:r>
        <w:lastRenderedPageBreak/>
        <w:t>659.4756</w:t>
      </w:r>
      <w:r>
        <w:tab/>
        <w:t>1.013e0</w:t>
      </w:r>
    </w:p>
    <w:p w:rsidR="006974AE" w:rsidRDefault="006974AE" w:rsidP="006974AE">
      <w:r>
        <w:t>659.4863</w:t>
      </w:r>
      <w:r>
        <w:tab/>
        <w:t>2.025e0</w:t>
      </w:r>
    </w:p>
    <w:p w:rsidR="006974AE" w:rsidRDefault="006974AE" w:rsidP="006974AE">
      <w:r>
        <w:t>659.5122</w:t>
      </w:r>
      <w:r>
        <w:tab/>
        <w:t>1.013e0</w:t>
      </w:r>
    </w:p>
    <w:p w:rsidR="006974AE" w:rsidRDefault="006974AE" w:rsidP="006974AE">
      <w:r>
        <w:t>659.5543</w:t>
      </w:r>
      <w:r>
        <w:tab/>
        <w:t>1.013e0</w:t>
      </w:r>
    </w:p>
    <w:p w:rsidR="006974AE" w:rsidRDefault="006974AE" w:rsidP="006974AE">
      <w:r>
        <w:t>659.5999</w:t>
      </w:r>
      <w:r>
        <w:tab/>
        <w:t>1.013e0</w:t>
      </w:r>
    </w:p>
    <w:p w:rsidR="006974AE" w:rsidRDefault="006974AE" w:rsidP="006974AE">
      <w:r>
        <w:t>659.6330</w:t>
      </w:r>
      <w:r>
        <w:tab/>
        <w:t>1.013e0</w:t>
      </w:r>
    </w:p>
    <w:p w:rsidR="006974AE" w:rsidRDefault="006974AE" w:rsidP="006974AE">
      <w:r>
        <w:t>659.6507</w:t>
      </w:r>
      <w:r>
        <w:tab/>
        <w:t>1.013e0</w:t>
      </w:r>
    </w:p>
    <w:p w:rsidR="006974AE" w:rsidRDefault="006974AE" w:rsidP="006974AE">
      <w:r>
        <w:t>659.6695</w:t>
      </w:r>
      <w:r>
        <w:tab/>
        <w:t>1.013e0</w:t>
      </w:r>
    </w:p>
    <w:p w:rsidR="006974AE" w:rsidRDefault="006974AE" w:rsidP="006974AE">
      <w:r>
        <w:t>659.7045</w:t>
      </w:r>
      <w:r>
        <w:tab/>
        <w:t>2.025e0</w:t>
      </w:r>
    </w:p>
    <w:p w:rsidR="006974AE" w:rsidRDefault="006974AE" w:rsidP="006974AE">
      <w:r>
        <w:t>659.7562</w:t>
      </w:r>
      <w:r>
        <w:tab/>
        <w:t>2.025e0</w:t>
      </w:r>
    </w:p>
    <w:p w:rsidR="006974AE" w:rsidRDefault="006974AE" w:rsidP="006974AE">
      <w:r>
        <w:t>659.7726</w:t>
      </w:r>
      <w:r>
        <w:tab/>
        <w:t>1.013e0</w:t>
      </w:r>
    </w:p>
    <w:p w:rsidR="006974AE" w:rsidRDefault="006974AE" w:rsidP="006974AE">
      <w:r>
        <w:t>659.8419</w:t>
      </w:r>
      <w:r>
        <w:tab/>
        <w:t>1.013e0</w:t>
      </w:r>
    </w:p>
    <w:p w:rsidR="006974AE" w:rsidRDefault="006974AE" w:rsidP="006974AE">
      <w:r>
        <w:t>659.8607</w:t>
      </w:r>
      <w:r>
        <w:tab/>
        <w:t>1.013e0</w:t>
      </w:r>
    </w:p>
    <w:p w:rsidR="006974AE" w:rsidRDefault="006974AE" w:rsidP="006974AE">
      <w:r>
        <w:t>659.8651</w:t>
      </w:r>
      <w:r>
        <w:tab/>
        <w:t>2.025e0</w:t>
      </w:r>
    </w:p>
    <w:p w:rsidR="006974AE" w:rsidRDefault="006974AE" w:rsidP="006974AE">
      <w:r>
        <w:t>659.8947</w:t>
      </w:r>
      <w:r>
        <w:tab/>
        <w:t>1.013e0</w:t>
      </w:r>
    </w:p>
    <w:p w:rsidR="006974AE" w:rsidRDefault="006974AE" w:rsidP="006974AE">
      <w:r>
        <w:t>659.9647</w:t>
      </w:r>
      <w:r>
        <w:tab/>
        <w:t>1.013e0</w:t>
      </w:r>
    </w:p>
    <w:p w:rsidR="006974AE" w:rsidRDefault="006974AE" w:rsidP="006974AE">
      <w:r>
        <w:t>659.9694</w:t>
      </w:r>
      <w:r>
        <w:tab/>
        <w:t>1.013e0</w:t>
      </w:r>
    </w:p>
    <w:p w:rsidR="006974AE" w:rsidRDefault="006974AE" w:rsidP="006974AE">
      <w:r>
        <w:t>659.9985</w:t>
      </w:r>
      <w:r>
        <w:tab/>
        <w:t>1.013e0</w:t>
      </w:r>
    </w:p>
    <w:p w:rsidR="006974AE" w:rsidRDefault="006974AE" w:rsidP="006974AE">
      <w:r>
        <w:t>660.0172</w:t>
      </w:r>
      <w:r>
        <w:tab/>
        <w:t>1.013e0</w:t>
      </w:r>
    </w:p>
    <w:p w:rsidR="006974AE" w:rsidRDefault="006974AE" w:rsidP="006974AE">
      <w:r>
        <w:lastRenderedPageBreak/>
        <w:t>660.0339</w:t>
      </w:r>
      <w:r>
        <w:tab/>
        <w:t>1.013e0</w:t>
      </w:r>
    </w:p>
    <w:p w:rsidR="006974AE" w:rsidRDefault="006974AE" w:rsidP="006974AE">
      <w:r>
        <w:t>660.0714</w:t>
      </w:r>
      <w:r>
        <w:tab/>
        <w:t>1.013e0</w:t>
      </w:r>
    </w:p>
    <w:p w:rsidR="006974AE" w:rsidRDefault="006974AE" w:rsidP="006974AE">
      <w:r>
        <w:t>660.0858</w:t>
      </w:r>
      <w:r>
        <w:tab/>
        <w:t>1.013e0</w:t>
      </w:r>
    </w:p>
    <w:p w:rsidR="006974AE" w:rsidRDefault="006974AE" w:rsidP="006974AE">
      <w:r>
        <w:t>660.0976</w:t>
      </w:r>
      <w:r>
        <w:tab/>
        <w:t>2.025e0</w:t>
      </w:r>
    </w:p>
    <w:p w:rsidR="006974AE" w:rsidRDefault="006974AE" w:rsidP="006974AE">
      <w:r>
        <w:t>660.1277</w:t>
      </w:r>
      <w:r>
        <w:tab/>
        <w:t>1.013e0</w:t>
      </w:r>
    </w:p>
    <w:p w:rsidR="006974AE" w:rsidRDefault="006974AE" w:rsidP="006974AE">
      <w:r>
        <w:t>660.1440</w:t>
      </w:r>
      <w:r>
        <w:tab/>
        <w:t>3.038e0</w:t>
      </w:r>
    </w:p>
    <w:p w:rsidR="006974AE" w:rsidRDefault="006974AE" w:rsidP="006974AE">
      <w:r>
        <w:t>660.1559</w:t>
      </w:r>
      <w:r>
        <w:tab/>
        <w:t>1.013e0</w:t>
      </w:r>
    </w:p>
    <w:p w:rsidR="006974AE" w:rsidRDefault="006974AE" w:rsidP="006974AE">
      <w:r>
        <w:t>660.1595</w:t>
      </w:r>
      <w:r>
        <w:tab/>
        <w:t>2.025e0</w:t>
      </w:r>
    </w:p>
    <w:p w:rsidR="006974AE" w:rsidRDefault="006974AE" w:rsidP="006974AE">
      <w:r>
        <w:t>660.2064</w:t>
      </w:r>
      <w:r>
        <w:tab/>
        <w:t>1.013e0</w:t>
      </w:r>
    </w:p>
    <w:p w:rsidR="006974AE" w:rsidRDefault="006974AE" w:rsidP="006974AE">
      <w:r>
        <w:t>660.2252</w:t>
      </w:r>
      <w:r>
        <w:tab/>
        <w:t>1.013e0</w:t>
      </w:r>
    </w:p>
    <w:p w:rsidR="006974AE" w:rsidRDefault="006974AE" w:rsidP="006974AE">
      <w:r>
        <w:t>660.2337</w:t>
      </w:r>
      <w:r>
        <w:tab/>
        <w:t>2.025e0</w:t>
      </w:r>
    </w:p>
    <w:p w:rsidR="006974AE" w:rsidRDefault="006974AE" w:rsidP="006974AE">
      <w:r>
        <w:t>660.2402</w:t>
      </w:r>
      <w:r>
        <w:tab/>
        <w:t>2.025e0</w:t>
      </w:r>
    </w:p>
    <w:p w:rsidR="006974AE" w:rsidRDefault="006974AE" w:rsidP="006974AE">
      <w:r>
        <w:t>660.2618</w:t>
      </w:r>
      <w:r>
        <w:tab/>
        <w:t>2.025e0</w:t>
      </w:r>
    </w:p>
    <w:p w:rsidR="006974AE" w:rsidRDefault="006974AE" w:rsidP="006974AE">
      <w:r>
        <w:t>660.2693</w:t>
      </w:r>
      <w:r>
        <w:tab/>
        <w:t>3.038e0</w:t>
      </w:r>
    </w:p>
    <w:p w:rsidR="006974AE" w:rsidRDefault="006974AE" w:rsidP="006974AE">
      <w:r>
        <w:t>660.3069</w:t>
      </w:r>
      <w:r>
        <w:tab/>
        <w:t>4.051e0</w:t>
      </w:r>
    </w:p>
    <w:p w:rsidR="006974AE" w:rsidRDefault="006974AE" w:rsidP="006974AE">
      <w:r>
        <w:t>660.3117</w:t>
      </w:r>
      <w:r>
        <w:tab/>
        <w:t>1.013e0</w:t>
      </w:r>
    </w:p>
    <w:p w:rsidR="006974AE" w:rsidRDefault="006974AE" w:rsidP="006974AE">
      <w:r>
        <w:t>660.3185</w:t>
      </w:r>
      <w:r>
        <w:tab/>
        <w:t>2.025e0</w:t>
      </w:r>
    </w:p>
    <w:p w:rsidR="006974AE" w:rsidRDefault="006974AE" w:rsidP="006974AE">
      <w:r>
        <w:t>660.3301</w:t>
      </w:r>
      <w:r>
        <w:tab/>
        <w:t>1.013e0</w:t>
      </w:r>
    </w:p>
    <w:p w:rsidR="006974AE" w:rsidRDefault="006974AE" w:rsidP="006974AE">
      <w:r>
        <w:t>660.3454</w:t>
      </w:r>
      <w:r>
        <w:tab/>
        <w:t>2.450e0</w:t>
      </w:r>
    </w:p>
    <w:p w:rsidR="006974AE" w:rsidRDefault="006974AE" w:rsidP="006974AE">
      <w:r>
        <w:lastRenderedPageBreak/>
        <w:t>660.3748</w:t>
      </w:r>
      <w:r>
        <w:tab/>
        <w:t>3.038e0</w:t>
      </w:r>
    </w:p>
    <w:p w:rsidR="006974AE" w:rsidRDefault="006974AE" w:rsidP="006974AE">
      <w:r>
        <w:t>660.3768</w:t>
      </w:r>
      <w:r>
        <w:tab/>
        <w:t>2.025e0</w:t>
      </w:r>
    </w:p>
    <w:p w:rsidR="006974AE" w:rsidRDefault="006974AE" w:rsidP="006974AE">
      <w:r>
        <w:t>660.3893</w:t>
      </w:r>
      <w:r>
        <w:tab/>
        <w:t>2.025e0</w:t>
      </w:r>
    </w:p>
    <w:p w:rsidR="006974AE" w:rsidRDefault="006974AE" w:rsidP="006974AE">
      <w:r>
        <w:t>660.3996</w:t>
      </w:r>
      <w:r>
        <w:tab/>
        <w:t>2.025e0</w:t>
      </w:r>
    </w:p>
    <w:p w:rsidR="006974AE" w:rsidRDefault="006974AE" w:rsidP="006974AE">
      <w:r>
        <w:t>660.4183</w:t>
      </w:r>
      <w:r>
        <w:tab/>
        <w:t>3.038e0</w:t>
      </w:r>
    </w:p>
    <w:p w:rsidR="006974AE" w:rsidRDefault="006974AE" w:rsidP="006974AE">
      <w:r>
        <w:t>660.4252</w:t>
      </w:r>
      <w:r>
        <w:tab/>
        <w:t>2.025e0</w:t>
      </w:r>
    </w:p>
    <w:p w:rsidR="006974AE" w:rsidRDefault="006974AE" w:rsidP="006974AE">
      <w:r>
        <w:t>660.4302</w:t>
      </w:r>
      <w:r>
        <w:tab/>
        <w:t>3.038e0</w:t>
      </w:r>
    </w:p>
    <w:p w:rsidR="006974AE" w:rsidRDefault="006974AE" w:rsidP="006974AE">
      <w:r>
        <w:t>660.4808</w:t>
      </w:r>
      <w:r>
        <w:tab/>
        <w:t>2.025e0</w:t>
      </w:r>
    </w:p>
    <w:p w:rsidR="006974AE" w:rsidRDefault="006974AE" w:rsidP="006974AE">
      <w:r>
        <w:t>660.4939</w:t>
      </w:r>
      <w:r>
        <w:tab/>
        <w:t>2.025e0</w:t>
      </w:r>
    </w:p>
    <w:p w:rsidR="006974AE" w:rsidRDefault="006974AE" w:rsidP="006974AE">
      <w:r>
        <w:t>660.5214</w:t>
      </w:r>
      <w:r>
        <w:tab/>
        <w:t>1.013e0</w:t>
      </w:r>
    </w:p>
    <w:p w:rsidR="006974AE" w:rsidRDefault="006974AE" w:rsidP="006974AE">
      <w:r>
        <w:t>660.5415</w:t>
      </w:r>
      <w:r>
        <w:tab/>
        <w:t>2.025e0</w:t>
      </w:r>
    </w:p>
    <w:p w:rsidR="006974AE" w:rsidRDefault="006974AE" w:rsidP="006974AE">
      <w:r>
        <w:t>660.5664</w:t>
      </w:r>
      <w:r>
        <w:tab/>
        <w:t>1.013e0</w:t>
      </w:r>
    </w:p>
    <w:p w:rsidR="006974AE" w:rsidRDefault="006974AE" w:rsidP="006974AE">
      <w:r>
        <w:t>660.6002</w:t>
      </w:r>
      <w:r>
        <w:tab/>
        <w:t>1.013e0</w:t>
      </w:r>
    </w:p>
    <w:p w:rsidR="006974AE" w:rsidRDefault="006974AE" w:rsidP="006974AE">
      <w:r>
        <w:t>660.6164</w:t>
      </w:r>
      <w:r>
        <w:tab/>
        <w:t>2.025e0</w:t>
      </w:r>
    </w:p>
    <w:p w:rsidR="006974AE" w:rsidRDefault="006974AE" w:rsidP="006974AE">
      <w:r>
        <w:t>660.6414</w:t>
      </w:r>
      <w:r>
        <w:tab/>
        <w:t>1.013e0</w:t>
      </w:r>
    </w:p>
    <w:p w:rsidR="006974AE" w:rsidRDefault="006974AE" w:rsidP="006974AE">
      <w:r>
        <w:t>660.6556</w:t>
      </w:r>
      <w:r>
        <w:tab/>
        <w:t>1.013e0</w:t>
      </w:r>
    </w:p>
    <w:p w:rsidR="006974AE" w:rsidRDefault="006974AE" w:rsidP="006974AE">
      <w:r>
        <w:t>660.6949</w:t>
      </w:r>
      <w:r>
        <w:tab/>
        <w:t>1.013e0</w:t>
      </w:r>
    </w:p>
    <w:p w:rsidR="006974AE" w:rsidRDefault="006974AE" w:rsidP="006974AE">
      <w:r>
        <w:t>660.7313</w:t>
      </w:r>
      <w:r>
        <w:tab/>
        <w:t>2.468e0</w:t>
      </w:r>
    </w:p>
    <w:p w:rsidR="006974AE" w:rsidRDefault="006974AE" w:rsidP="006974AE">
      <w:r>
        <w:t>660.7463</w:t>
      </w:r>
      <w:r>
        <w:tab/>
        <w:t>1.013e0</w:t>
      </w:r>
    </w:p>
    <w:p w:rsidR="006974AE" w:rsidRDefault="006974AE" w:rsidP="006974AE">
      <w:r>
        <w:lastRenderedPageBreak/>
        <w:t>660.7569</w:t>
      </w:r>
      <w:r>
        <w:tab/>
        <w:t>1.013e0</w:t>
      </w:r>
    </w:p>
    <w:p w:rsidR="006974AE" w:rsidRDefault="006974AE" w:rsidP="006974AE">
      <w:r>
        <w:t>660.7803</w:t>
      </w:r>
      <w:r>
        <w:tab/>
        <w:t>1.013e0</w:t>
      </w:r>
    </w:p>
    <w:p w:rsidR="006974AE" w:rsidRDefault="006974AE" w:rsidP="006974AE">
      <w:r>
        <w:t>660.7915</w:t>
      </w:r>
      <w:r>
        <w:tab/>
        <w:t>1.013e0</w:t>
      </w:r>
    </w:p>
    <w:p w:rsidR="006974AE" w:rsidRDefault="006974AE" w:rsidP="006974AE">
      <w:r>
        <w:t>660.8051</w:t>
      </w:r>
      <w:r>
        <w:tab/>
        <w:t>3.038e0</w:t>
      </w:r>
    </w:p>
    <w:p w:rsidR="006974AE" w:rsidRDefault="006974AE" w:rsidP="006974AE">
      <w:r>
        <w:t>660.8703</w:t>
      </w:r>
      <w:r>
        <w:tab/>
        <w:t>1.013e0</w:t>
      </w:r>
    </w:p>
    <w:p w:rsidR="006974AE" w:rsidRDefault="006974AE" w:rsidP="006974AE">
      <w:r>
        <w:t>660.8807</w:t>
      </w:r>
      <w:r>
        <w:tab/>
        <w:t>1.013e0</w:t>
      </w:r>
    </w:p>
    <w:p w:rsidR="006974AE" w:rsidRDefault="006974AE" w:rsidP="006974AE">
      <w:r>
        <w:t>660.9033</w:t>
      </w:r>
      <w:r>
        <w:tab/>
        <w:t>1.013e0</w:t>
      </w:r>
    </w:p>
    <w:p w:rsidR="006974AE" w:rsidRDefault="006974AE" w:rsidP="006974AE">
      <w:r>
        <w:t>660.9207</w:t>
      </w:r>
      <w:r>
        <w:tab/>
        <w:t>1.013e0</w:t>
      </w:r>
    </w:p>
    <w:p w:rsidR="006974AE" w:rsidRDefault="006974AE" w:rsidP="006974AE">
      <w:r>
        <w:t>660.9553</w:t>
      </w:r>
      <w:r>
        <w:tab/>
        <w:t>1.013e0</w:t>
      </w:r>
    </w:p>
    <w:p w:rsidR="006974AE" w:rsidRDefault="006974AE" w:rsidP="006974AE">
      <w:r>
        <w:t>661.0238</w:t>
      </w:r>
      <w:r>
        <w:tab/>
        <w:t>1.013e0</w:t>
      </w:r>
    </w:p>
    <w:p w:rsidR="006974AE" w:rsidRDefault="006974AE" w:rsidP="006974AE">
      <w:r>
        <w:t>661.0561</w:t>
      </w:r>
      <w:r>
        <w:tab/>
        <w:t>2.025e0</w:t>
      </w:r>
    </w:p>
    <w:p w:rsidR="006974AE" w:rsidRDefault="006974AE" w:rsidP="006974AE">
      <w:r>
        <w:t>661.0609</w:t>
      </w:r>
      <w:r>
        <w:tab/>
        <w:t>2.025e0</w:t>
      </w:r>
    </w:p>
    <w:p w:rsidR="006974AE" w:rsidRDefault="006974AE" w:rsidP="006974AE">
      <w:r>
        <w:t>661.0771</w:t>
      </w:r>
      <w:r>
        <w:tab/>
        <w:t>2.025e0</w:t>
      </w:r>
    </w:p>
    <w:p w:rsidR="006974AE" w:rsidRDefault="006974AE" w:rsidP="006974AE">
      <w:r>
        <w:t>661.1285</w:t>
      </w:r>
      <w:r>
        <w:tab/>
        <w:t>1.013e0</w:t>
      </w:r>
    </w:p>
    <w:p w:rsidR="006974AE" w:rsidRDefault="006974AE" w:rsidP="006974AE">
      <w:r>
        <w:t>661.1457</w:t>
      </w:r>
      <w:r>
        <w:tab/>
        <w:t>1.013e0</w:t>
      </w:r>
    </w:p>
    <w:p w:rsidR="006974AE" w:rsidRDefault="006974AE" w:rsidP="006974AE">
      <w:r>
        <w:t>661.1856</w:t>
      </w:r>
      <w:r>
        <w:tab/>
        <w:t>1.013e0</w:t>
      </w:r>
    </w:p>
    <w:p w:rsidR="006974AE" w:rsidRDefault="006974AE" w:rsidP="006974AE">
      <w:r>
        <w:t>661.1969</w:t>
      </w:r>
      <w:r>
        <w:tab/>
        <w:t>2.025e0</w:t>
      </w:r>
    </w:p>
    <w:p w:rsidR="006974AE" w:rsidRDefault="006974AE" w:rsidP="006974AE">
      <w:r>
        <w:t>661.2427</w:t>
      </w:r>
      <w:r>
        <w:tab/>
        <w:t>3.038e0</w:t>
      </w:r>
    </w:p>
    <w:p w:rsidR="006974AE" w:rsidRDefault="006974AE" w:rsidP="006974AE">
      <w:r>
        <w:t>661.2449</w:t>
      </w:r>
      <w:r>
        <w:tab/>
        <w:t>3.038e0</w:t>
      </w:r>
    </w:p>
    <w:p w:rsidR="006974AE" w:rsidRDefault="006974AE" w:rsidP="006974AE">
      <w:r>
        <w:lastRenderedPageBreak/>
        <w:t>661.2503</w:t>
      </w:r>
      <w:r>
        <w:tab/>
        <w:t>2.025e0</w:t>
      </w:r>
    </w:p>
    <w:p w:rsidR="006974AE" w:rsidRDefault="006974AE" w:rsidP="006974AE">
      <w:r>
        <w:t>661.2686</w:t>
      </w:r>
      <w:r>
        <w:tab/>
        <w:t>1.746e0</w:t>
      </w:r>
    </w:p>
    <w:p w:rsidR="006974AE" w:rsidRDefault="006974AE" w:rsidP="006974AE">
      <w:r>
        <w:t>661.2742</w:t>
      </w:r>
      <w:r>
        <w:tab/>
        <w:t>3.038e0</w:t>
      </w:r>
    </w:p>
    <w:p w:rsidR="006974AE" w:rsidRDefault="006974AE" w:rsidP="006974AE">
      <w:r>
        <w:t>661.2894</w:t>
      </w:r>
      <w:r>
        <w:tab/>
        <w:t>3.038e0</w:t>
      </w:r>
    </w:p>
    <w:p w:rsidR="006974AE" w:rsidRDefault="006974AE" w:rsidP="006974AE">
      <w:r>
        <w:t>661.3199</w:t>
      </w:r>
      <w:r>
        <w:tab/>
        <w:t>2.025e0</w:t>
      </w:r>
    </w:p>
    <w:p w:rsidR="006974AE" w:rsidRDefault="006974AE" w:rsidP="006974AE">
      <w:r>
        <w:t>661.3260</w:t>
      </w:r>
      <w:r>
        <w:tab/>
        <w:t>2.025e0</w:t>
      </w:r>
    </w:p>
    <w:p w:rsidR="006974AE" w:rsidRDefault="006974AE" w:rsidP="006974AE">
      <w:r>
        <w:t>661.3421</w:t>
      </w:r>
      <w:r>
        <w:tab/>
        <w:t>3.266e0</w:t>
      </w:r>
    </w:p>
    <w:p w:rsidR="006974AE" w:rsidRDefault="006974AE" w:rsidP="006974AE">
      <w:r>
        <w:t>661.3445</w:t>
      </w:r>
      <w:r>
        <w:tab/>
        <w:t>3.038e0</w:t>
      </w:r>
    </w:p>
    <w:p w:rsidR="006974AE" w:rsidRDefault="006974AE" w:rsidP="006974AE">
      <w:r>
        <w:t>661.3723</w:t>
      </w:r>
      <w:r>
        <w:tab/>
        <w:t>1.013e0</w:t>
      </w:r>
    </w:p>
    <w:p w:rsidR="006974AE" w:rsidRDefault="006974AE" w:rsidP="006974AE">
      <w:r>
        <w:t>661.3897</w:t>
      </w:r>
      <w:r>
        <w:tab/>
        <w:t>3.038e0</w:t>
      </w:r>
    </w:p>
    <w:p w:rsidR="006974AE" w:rsidRDefault="006974AE" w:rsidP="006974AE">
      <w:r>
        <w:t>661.4506</w:t>
      </w:r>
      <w:r>
        <w:tab/>
        <w:t>2.025e0</w:t>
      </w:r>
    </w:p>
    <w:p w:rsidR="006974AE" w:rsidRDefault="006974AE" w:rsidP="006974AE">
      <w:r>
        <w:t>661.5401</w:t>
      </w:r>
      <w:r>
        <w:tab/>
        <w:t>3.038e0</w:t>
      </w:r>
    </w:p>
    <w:p w:rsidR="006974AE" w:rsidRDefault="006974AE" w:rsidP="006974AE">
      <w:r>
        <w:t>661.5622</w:t>
      </w:r>
      <w:r>
        <w:tab/>
        <w:t>2.025e0</w:t>
      </w:r>
    </w:p>
    <w:p w:rsidR="006974AE" w:rsidRDefault="006974AE" w:rsidP="006974AE">
      <w:r>
        <w:t>661.6157</w:t>
      </w:r>
      <w:r>
        <w:tab/>
        <w:t>2.025e0</w:t>
      </w:r>
    </w:p>
    <w:p w:rsidR="006974AE" w:rsidRDefault="006974AE" w:rsidP="006974AE">
      <w:r>
        <w:t>661.6701</w:t>
      </w:r>
      <w:r>
        <w:tab/>
        <w:t>1.013e0</w:t>
      </w:r>
    </w:p>
    <w:p w:rsidR="006974AE" w:rsidRDefault="006974AE" w:rsidP="006974AE">
      <w:r>
        <w:t>661.6814</w:t>
      </w:r>
      <w:r>
        <w:tab/>
        <w:t>1.013e0</w:t>
      </w:r>
    </w:p>
    <w:p w:rsidR="006974AE" w:rsidRDefault="006974AE" w:rsidP="006974AE">
      <w:r>
        <w:t>661.6855</w:t>
      </w:r>
      <w:r>
        <w:tab/>
        <w:t>2.025e0</w:t>
      </w:r>
    </w:p>
    <w:p w:rsidR="006974AE" w:rsidRDefault="006974AE" w:rsidP="006974AE">
      <w:r>
        <w:t>661.7031</w:t>
      </w:r>
      <w:r>
        <w:tab/>
        <w:t>1.013e0</w:t>
      </w:r>
    </w:p>
    <w:p w:rsidR="006974AE" w:rsidRDefault="006974AE" w:rsidP="006974AE">
      <w:r>
        <w:t>661.7208</w:t>
      </w:r>
      <w:r>
        <w:tab/>
        <w:t>2.025e0</w:t>
      </w:r>
    </w:p>
    <w:p w:rsidR="006974AE" w:rsidRDefault="006974AE" w:rsidP="006974AE">
      <w:r>
        <w:lastRenderedPageBreak/>
        <w:t>661.7386</w:t>
      </w:r>
      <w:r>
        <w:tab/>
        <w:t>2.025e0</w:t>
      </w:r>
    </w:p>
    <w:p w:rsidR="006974AE" w:rsidRDefault="006974AE" w:rsidP="006974AE">
      <w:r>
        <w:t>661.7820</w:t>
      </w:r>
      <w:r>
        <w:tab/>
        <w:t>1.013e0</w:t>
      </w:r>
    </w:p>
    <w:p w:rsidR="006974AE" w:rsidRDefault="006974AE" w:rsidP="006974AE">
      <w:r>
        <w:t>661.8046</w:t>
      </w:r>
      <w:r>
        <w:tab/>
        <w:t>2.025e0</w:t>
      </w:r>
    </w:p>
    <w:p w:rsidR="006974AE" w:rsidRDefault="006974AE" w:rsidP="006974AE">
      <w:r>
        <w:t>661.8101</w:t>
      </w:r>
      <w:r>
        <w:tab/>
        <w:t>3.038e0</w:t>
      </w:r>
    </w:p>
    <w:p w:rsidR="006974AE" w:rsidRDefault="006974AE" w:rsidP="006974AE">
      <w:r>
        <w:t>661.8759</w:t>
      </w:r>
      <w:r>
        <w:tab/>
        <w:t>1.013e0</w:t>
      </w:r>
    </w:p>
    <w:p w:rsidR="006974AE" w:rsidRDefault="006974AE" w:rsidP="006974AE">
      <w:r>
        <w:t>661.9285</w:t>
      </w:r>
      <w:r>
        <w:tab/>
        <w:t>1.013e0</w:t>
      </w:r>
    </w:p>
    <w:p w:rsidR="006974AE" w:rsidRDefault="006974AE" w:rsidP="006974AE">
      <w:r>
        <w:t>661.9678</w:t>
      </w:r>
      <w:r>
        <w:tab/>
        <w:t>2.025e0</w:t>
      </w:r>
    </w:p>
    <w:p w:rsidR="006974AE" w:rsidRDefault="006974AE" w:rsidP="006974AE">
      <w:r>
        <w:t>661.9849</w:t>
      </w:r>
      <w:r>
        <w:tab/>
        <w:t>1.013e0</w:t>
      </w:r>
    </w:p>
    <w:p w:rsidR="006974AE" w:rsidRDefault="006974AE" w:rsidP="006974AE">
      <w:r>
        <w:t>662.0083</w:t>
      </w:r>
      <w:r>
        <w:tab/>
        <w:t>1.013e0</w:t>
      </w:r>
    </w:p>
    <w:p w:rsidR="006974AE" w:rsidRDefault="006974AE" w:rsidP="006974AE">
      <w:r>
        <w:t>662.0196</w:t>
      </w:r>
      <w:r>
        <w:tab/>
        <w:t>1.013e0</w:t>
      </w:r>
    </w:p>
    <w:p w:rsidR="006974AE" w:rsidRDefault="006974AE" w:rsidP="006974AE">
      <w:r>
        <w:t>662.0323</w:t>
      </w:r>
      <w:r>
        <w:tab/>
        <w:t>1.013e0</w:t>
      </w:r>
    </w:p>
    <w:p w:rsidR="006974AE" w:rsidRDefault="006974AE" w:rsidP="006974AE">
      <w:r>
        <w:t>662.0418</w:t>
      </w:r>
      <w:r>
        <w:tab/>
        <w:t>2.025e0</w:t>
      </w:r>
    </w:p>
    <w:p w:rsidR="006974AE" w:rsidRDefault="006974AE" w:rsidP="006974AE">
      <w:r>
        <w:t>662.0534</w:t>
      </w:r>
      <w:r>
        <w:tab/>
        <w:t>1.013e0</w:t>
      </w:r>
    </w:p>
    <w:p w:rsidR="006974AE" w:rsidRDefault="006974AE" w:rsidP="006974AE">
      <w:r>
        <w:t>662.0582</w:t>
      </w:r>
      <w:r>
        <w:tab/>
        <w:t>2.025e0</w:t>
      </w:r>
    </w:p>
    <w:p w:rsidR="006974AE" w:rsidRDefault="006974AE" w:rsidP="006974AE">
      <w:r>
        <w:t>662.1193</w:t>
      </w:r>
      <w:r>
        <w:tab/>
        <w:t>1.013e0</w:t>
      </w:r>
    </w:p>
    <w:p w:rsidR="006974AE" w:rsidRDefault="006974AE" w:rsidP="006974AE">
      <w:r>
        <w:t>662.1436</w:t>
      </w:r>
      <w:r>
        <w:tab/>
        <w:t>1.013e0</w:t>
      </w:r>
    </w:p>
    <w:p w:rsidR="006974AE" w:rsidRDefault="006974AE" w:rsidP="006974AE">
      <w:r>
        <w:t>662.1893</w:t>
      </w:r>
      <w:r>
        <w:tab/>
        <w:t>1.013e0</w:t>
      </w:r>
    </w:p>
    <w:p w:rsidR="006974AE" w:rsidRDefault="006974AE" w:rsidP="006974AE">
      <w:r>
        <w:t>662.2008</w:t>
      </w:r>
      <w:r>
        <w:tab/>
        <w:t>2.025e0</w:t>
      </w:r>
    </w:p>
    <w:p w:rsidR="006974AE" w:rsidRDefault="006974AE" w:rsidP="006974AE">
      <w:r>
        <w:t>662.2443</w:t>
      </w:r>
      <w:r>
        <w:tab/>
        <w:t>1.013e0</w:t>
      </w:r>
    </w:p>
    <w:p w:rsidR="006974AE" w:rsidRDefault="006974AE" w:rsidP="006974AE">
      <w:r>
        <w:lastRenderedPageBreak/>
        <w:t>662.2564</w:t>
      </w:r>
      <w:r>
        <w:tab/>
        <w:t>1.013e0</w:t>
      </w:r>
    </w:p>
    <w:p w:rsidR="006974AE" w:rsidRDefault="006974AE" w:rsidP="006974AE">
      <w:r>
        <w:t>662.2790</w:t>
      </w:r>
      <w:r>
        <w:tab/>
        <w:t>1.013e0</w:t>
      </w:r>
    </w:p>
    <w:p w:rsidR="006974AE" w:rsidRDefault="006974AE" w:rsidP="006974AE">
      <w:r>
        <w:t>662.2894</w:t>
      </w:r>
      <w:r>
        <w:tab/>
        <w:t>2.025e0</w:t>
      </w:r>
    </w:p>
    <w:p w:rsidR="006974AE" w:rsidRDefault="006974AE" w:rsidP="006974AE">
      <w:r>
        <w:t>662.3016</w:t>
      </w:r>
      <w:r>
        <w:tab/>
        <w:t>1.013e0</w:t>
      </w:r>
    </w:p>
    <w:p w:rsidR="006974AE" w:rsidRDefault="006974AE" w:rsidP="006974AE">
      <w:r>
        <w:t>662.3233</w:t>
      </w:r>
      <w:r>
        <w:tab/>
        <w:t>1.013e0</w:t>
      </w:r>
    </w:p>
    <w:p w:rsidR="006974AE" w:rsidRDefault="006974AE" w:rsidP="006974AE">
      <w:r>
        <w:t>662.3297</w:t>
      </w:r>
      <w:r>
        <w:tab/>
        <w:t>2.025e0</w:t>
      </w:r>
    </w:p>
    <w:p w:rsidR="006974AE" w:rsidRDefault="006974AE" w:rsidP="006974AE">
      <w:r>
        <w:t>662.3630</w:t>
      </w:r>
      <w:r>
        <w:tab/>
        <w:t>1.013e0</w:t>
      </w:r>
    </w:p>
    <w:p w:rsidR="006974AE" w:rsidRDefault="006974AE" w:rsidP="006974AE">
      <w:r>
        <w:t>662.4362</w:t>
      </w:r>
      <w:r>
        <w:tab/>
        <w:t>3.038e0</w:t>
      </w:r>
    </w:p>
    <w:p w:rsidR="006974AE" w:rsidRDefault="006974AE" w:rsidP="006974AE">
      <w:r>
        <w:t>662.4667</w:t>
      </w:r>
      <w:r>
        <w:tab/>
        <w:t>2.025e0</w:t>
      </w:r>
    </w:p>
    <w:p w:rsidR="006974AE" w:rsidRDefault="006974AE" w:rsidP="006974AE">
      <w:r>
        <w:t>662.4848</w:t>
      </w:r>
      <w:r>
        <w:tab/>
        <w:t>1.013e0</w:t>
      </w:r>
    </w:p>
    <w:p w:rsidR="006974AE" w:rsidRDefault="006974AE" w:rsidP="006974AE">
      <w:r>
        <w:t>662.5015</w:t>
      </w:r>
      <w:r>
        <w:tab/>
        <w:t>1.013e0</w:t>
      </w:r>
    </w:p>
    <w:p w:rsidR="006974AE" w:rsidRDefault="006974AE" w:rsidP="006974AE">
      <w:r>
        <w:t>662.5354</w:t>
      </w:r>
      <w:r>
        <w:tab/>
        <w:t>1.013e0</w:t>
      </w:r>
    </w:p>
    <w:p w:rsidR="006974AE" w:rsidRDefault="006974AE" w:rsidP="006974AE">
      <w:r>
        <w:t>662.5872</w:t>
      </w:r>
      <w:r>
        <w:tab/>
        <w:t>3.038e0</w:t>
      </w:r>
    </w:p>
    <w:p w:rsidR="006974AE" w:rsidRDefault="006974AE" w:rsidP="006974AE">
      <w:r>
        <w:t>662.5941</w:t>
      </w:r>
      <w:r>
        <w:tab/>
        <w:t>1.013e0</w:t>
      </w:r>
    </w:p>
    <w:p w:rsidR="006974AE" w:rsidRDefault="006974AE" w:rsidP="006974AE">
      <w:r>
        <w:t>662.6514</w:t>
      </w:r>
      <w:r>
        <w:tab/>
        <w:t>1.013e0</w:t>
      </w:r>
    </w:p>
    <w:p w:rsidR="006974AE" w:rsidRDefault="006974AE" w:rsidP="006974AE">
      <w:r>
        <w:t>662.6813</w:t>
      </w:r>
      <w:r>
        <w:tab/>
        <w:t>3.038e0</w:t>
      </w:r>
    </w:p>
    <w:p w:rsidR="006974AE" w:rsidRDefault="006974AE" w:rsidP="006974AE">
      <w:r>
        <w:t>662.6965</w:t>
      </w:r>
      <w:r>
        <w:tab/>
        <w:t>1.013e0</w:t>
      </w:r>
    </w:p>
    <w:p w:rsidR="006974AE" w:rsidRDefault="006974AE" w:rsidP="006974AE">
      <w:r>
        <w:t>662.7106</w:t>
      </w:r>
      <w:r>
        <w:tab/>
        <w:t>1.013e0</w:t>
      </w:r>
    </w:p>
    <w:p w:rsidR="006974AE" w:rsidRDefault="006974AE" w:rsidP="006974AE">
      <w:r>
        <w:t>662.7265</w:t>
      </w:r>
      <w:r>
        <w:tab/>
        <w:t>1.013e0</w:t>
      </w:r>
    </w:p>
    <w:p w:rsidR="006974AE" w:rsidRDefault="006974AE" w:rsidP="006974AE">
      <w:r>
        <w:lastRenderedPageBreak/>
        <w:t>662.7755</w:t>
      </w:r>
      <w:r>
        <w:tab/>
        <w:t>1.013e0</w:t>
      </w:r>
    </w:p>
    <w:p w:rsidR="006974AE" w:rsidRDefault="006974AE" w:rsidP="006974AE">
      <w:r>
        <w:t>662.7864</w:t>
      </w:r>
      <w:r>
        <w:tab/>
        <w:t>2.025e0</w:t>
      </w:r>
    </w:p>
    <w:p w:rsidR="006974AE" w:rsidRDefault="006974AE" w:rsidP="006974AE">
      <w:r>
        <w:t>662.7960</w:t>
      </w:r>
      <w:r>
        <w:tab/>
        <w:t>1.013e0</w:t>
      </w:r>
    </w:p>
    <w:p w:rsidR="006974AE" w:rsidRDefault="006974AE" w:rsidP="006974AE">
      <w:r>
        <w:t>662.8320</w:t>
      </w:r>
      <w:r>
        <w:tab/>
        <w:t>1.013e0</w:t>
      </w:r>
    </w:p>
    <w:p w:rsidR="006974AE" w:rsidRDefault="006974AE" w:rsidP="006974AE">
      <w:r>
        <w:t>662.8771</w:t>
      </w:r>
      <w:r>
        <w:tab/>
        <w:t>1.013e0</w:t>
      </w:r>
    </w:p>
    <w:p w:rsidR="006974AE" w:rsidRDefault="006974AE" w:rsidP="006974AE">
      <w:r>
        <w:t>662.8826</w:t>
      </w:r>
      <w:r>
        <w:tab/>
        <w:t>2.025e0</w:t>
      </w:r>
    </w:p>
    <w:p w:rsidR="006974AE" w:rsidRDefault="006974AE" w:rsidP="006974AE">
      <w:r>
        <w:t>662.8989</w:t>
      </w:r>
      <w:r>
        <w:tab/>
        <w:t>1.013e0</w:t>
      </w:r>
    </w:p>
    <w:p w:rsidR="006974AE" w:rsidRDefault="006974AE" w:rsidP="006974AE">
      <w:r>
        <w:t>662.9336</w:t>
      </w:r>
      <w:r>
        <w:tab/>
        <w:t>1.013e0</w:t>
      </w:r>
    </w:p>
    <w:p w:rsidR="006974AE" w:rsidRDefault="006974AE" w:rsidP="006974AE">
      <w:r>
        <w:t>662.9355</w:t>
      </w:r>
      <w:r>
        <w:tab/>
        <w:t>1.013e0</w:t>
      </w:r>
    </w:p>
    <w:p w:rsidR="006974AE" w:rsidRDefault="006974AE" w:rsidP="006974AE">
      <w:r>
        <w:t>662.9440</w:t>
      </w:r>
      <w:r>
        <w:tab/>
        <w:t>1.013e0</w:t>
      </w:r>
    </w:p>
    <w:p w:rsidR="006974AE" w:rsidRDefault="006974AE" w:rsidP="006974AE">
      <w:r>
        <w:t>662.9675</w:t>
      </w:r>
      <w:r>
        <w:tab/>
        <w:t>1.013e0</w:t>
      </w:r>
    </w:p>
    <w:p w:rsidR="006974AE" w:rsidRDefault="006974AE" w:rsidP="006974AE">
      <w:r>
        <w:t>662.9703</w:t>
      </w:r>
      <w:r>
        <w:tab/>
        <w:t>1.013e0</w:t>
      </w:r>
    </w:p>
    <w:p w:rsidR="006974AE" w:rsidRDefault="006974AE" w:rsidP="006974AE">
      <w:r>
        <w:t>663.0396</w:t>
      </w:r>
      <w:r>
        <w:tab/>
        <w:t>1.013e0</w:t>
      </w:r>
    </w:p>
    <w:p w:rsidR="006974AE" w:rsidRDefault="006974AE" w:rsidP="006974AE">
      <w:r>
        <w:t>663.0465</w:t>
      </w:r>
      <w:r>
        <w:tab/>
        <w:t>1.013e0</w:t>
      </w:r>
    </w:p>
    <w:p w:rsidR="006974AE" w:rsidRDefault="006974AE" w:rsidP="006974AE">
      <w:r>
        <w:t>663.0923</w:t>
      </w:r>
      <w:r>
        <w:tab/>
        <w:t>3.038e0</w:t>
      </w:r>
    </w:p>
    <w:p w:rsidR="006974AE" w:rsidRDefault="006974AE" w:rsidP="006974AE">
      <w:r>
        <w:t>663.1022</w:t>
      </w:r>
      <w:r>
        <w:tab/>
        <w:t>1.013e0</w:t>
      </w:r>
    </w:p>
    <w:p w:rsidR="006974AE" w:rsidRDefault="006974AE" w:rsidP="006974AE">
      <w:r>
        <w:t>663.1390</w:t>
      </w:r>
      <w:r>
        <w:tab/>
        <w:t>2.025e0</w:t>
      </w:r>
    </w:p>
    <w:p w:rsidR="006974AE" w:rsidRDefault="006974AE" w:rsidP="006974AE">
      <w:r>
        <w:t>663.1781</w:t>
      </w:r>
      <w:r>
        <w:tab/>
        <w:t>1.013e0</w:t>
      </w:r>
    </w:p>
    <w:p w:rsidR="006974AE" w:rsidRDefault="006974AE" w:rsidP="006974AE">
      <w:r>
        <w:t>663.1965</w:t>
      </w:r>
      <w:r>
        <w:tab/>
        <w:t>2.025e0</w:t>
      </w:r>
    </w:p>
    <w:p w:rsidR="006974AE" w:rsidRDefault="006974AE" w:rsidP="006974AE">
      <w:r>
        <w:lastRenderedPageBreak/>
        <w:t>663.2126</w:t>
      </w:r>
      <w:r>
        <w:tab/>
        <w:t>3.038e0</w:t>
      </w:r>
    </w:p>
    <w:p w:rsidR="006974AE" w:rsidRDefault="006974AE" w:rsidP="006974AE">
      <w:r>
        <w:t>663.2307</w:t>
      </w:r>
      <w:r>
        <w:tab/>
        <w:t>1.013e0</w:t>
      </w:r>
    </w:p>
    <w:p w:rsidR="006974AE" w:rsidRDefault="006974AE" w:rsidP="006974AE">
      <w:r>
        <w:t>663.2950</w:t>
      </w:r>
      <w:r>
        <w:tab/>
        <w:t>1.013e0</w:t>
      </w:r>
    </w:p>
    <w:p w:rsidR="006974AE" w:rsidRDefault="006974AE" w:rsidP="006974AE">
      <w:r>
        <w:t>663.3281</w:t>
      </w:r>
      <w:r>
        <w:tab/>
        <w:t>2.025e0</w:t>
      </w:r>
    </w:p>
    <w:p w:rsidR="006974AE" w:rsidRDefault="006974AE" w:rsidP="006974AE">
      <w:r>
        <w:t>663.3337</w:t>
      </w:r>
      <w:r>
        <w:tab/>
        <w:t>1.766e0</w:t>
      </w:r>
    </w:p>
    <w:p w:rsidR="006974AE" w:rsidRDefault="006974AE" w:rsidP="006974AE">
      <w:r>
        <w:t>663.3532</w:t>
      </w:r>
      <w:r>
        <w:tab/>
        <w:t>1.013e0</w:t>
      </w:r>
    </w:p>
    <w:p w:rsidR="006974AE" w:rsidRDefault="006974AE" w:rsidP="006974AE">
      <w:r>
        <w:t>663.4258</w:t>
      </w:r>
      <w:r>
        <w:tab/>
        <w:t>7.089e0</w:t>
      </w:r>
    </w:p>
    <w:p w:rsidR="006974AE" w:rsidRDefault="006974AE" w:rsidP="006974AE">
      <w:r>
        <w:t>663.4274</w:t>
      </w:r>
      <w:r>
        <w:tab/>
        <w:t>5.063e0</w:t>
      </w:r>
    </w:p>
    <w:p w:rsidR="006974AE" w:rsidRDefault="006974AE" w:rsidP="006974AE">
      <w:r>
        <w:t>663.4297</w:t>
      </w:r>
      <w:r>
        <w:tab/>
        <w:t>1.013e0</w:t>
      </w:r>
    </w:p>
    <w:p w:rsidR="006974AE" w:rsidRDefault="006974AE" w:rsidP="006974AE">
      <w:r>
        <w:t>663.4328</w:t>
      </w:r>
      <w:r>
        <w:tab/>
        <w:t>4.051e0</w:t>
      </w:r>
    </w:p>
    <w:p w:rsidR="006974AE" w:rsidRDefault="006974AE" w:rsidP="006974AE">
      <w:r>
        <w:t>663.4645</w:t>
      </w:r>
      <w:r>
        <w:tab/>
        <w:t>1.013e0</w:t>
      </w:r>
    </w:p>
    <w:p w:rsidR="006974AE" w:rsidRDefault="006974AE" w:rsidP="006974AE">
      <w:r>
        <w:t>663.4818</w:t>
      </w:r>
      <w:r>
        <w:tab/>
        <w:t>2.025e0</w:t>
      </w:r>
    </w:p>
    <w:p w:rsidR="006974AE" w:rsidRDefault="006974AE" w:rsidP="006974AE">
      <w:r>
        <w:t>663.4911</w:t>
      </w:r>
      <w:r>
        <w:tab/>
        <w:t>1.013e0</w:t>
      </w:r>
    </w:p>
    <w:p w:rsidR="006974AE" w:rsidRDefault="006974AE" w:rsidP="006974AE">
      <w:r>
        <w:t>663.5082</w:t>
      </w:r>
      <w:r>
        <w:tab/>
        <w:t>1.013e0</w:t>
      </w:r>
    </w:p>
    <w:p w:rsidR="006974AE" w:rsidRDefault="006974AE" w:rsidP="006974AE">
      <w:r>
        <w:t>663.5260</w:t>
      </w:r>
      <w:r>
        <w:tab/>
        <w:t>5.063e0</w:t>
      </w:r>
    </w:p>
    <w:p w:rsidR="006974AE" w:rsidRDefault="006974AE" w:rsidP="006974AE">
      <w:r>
        <w:t>663.5880</w:t>
      </w:r>
      <w:r>
        <w:tab/>
        <w:t>1.013e0</w:t>
      </w:r>
    </w:p>
    <w:p w:rsidR="006974AE" w:rsidRDefault="006974AE" w:rsidP="006974AE">
      <w:r>
        <w:t>663.6001</w:t>
      </w:r>
      <w:r>
        <w:tab/>
        <w:t>1.013e0</w:t>
      </w:r>
    </w:p>
    <w:p w:rsidR="006974AE" w:rsidRDefault="006974AE" w:rsidP="006974AE">
      <w:r>
        <w:t>663.6296</w:t>
      </w:r>
      <w:r>
        <w:tab/>
        <w:t>1.013e0</w:t>
      </w:r>
    </w:p>
    <w:p w:rsidR="006974AE" w:rsidRDefault="006974AE" w:rsidP="006974AE">
      <w:r>
        <w:t>663.6400</w:t>
      </w:r>
      <w:r>
        <w:tab/>
        <w:t>2.025e0</w:t>
      </w:r>
    </w:p>
    <w:p w:rsidR="006974AE" w:rsidRDefault="006974AE" w:rsidP="006974AE">
      <w:r>
        <w:lastRenderedPageBreak/>
        <w:t>663.6823</w:t>
      </w:r>
      <w:r>
        <w:tab/>
        <w:t>3.038e0</w:t>
      </w:r>
    </w:p>
    <w:p w:rsidR="006974AE" w:rsidRDefault="006974AE" w:rsidP="006974AE">
      <w:r>
        <w:t>663.6991</w:t>
      </w:r>
      <w:r>
        <w:tab/>
        <w:t>1.013e0</w:t>
      </w:r>
    </w:p>
    <w:p w:rsidR="006974AE" w:rsidRDefault="006974AE" w:rsidP="006974AE">
      <w:r>
        <w:t>663.7575</w:t>
      </w:r>
      <w:r>
        <w:tab/>
        <w:t>1.013e0</w:t>
      </w:r>
    </w:p>
    <w:p w:rsidR="006974AE" w:rsidRDefault="006974AE" w:rsidP="006974AE">
      <w:r>
        <w:t>663.8035</w:t>
      </w:r>
      <w:r>
        <w:tab/>
        <w:t>1.013e0</w:t>
      </w:r>
    </w:p>
    <w:p w:rsidR="006974AE" w:rsidRDefault="006974AE" w:rsidP="006974AE">
      <w:r>
        <w:t>663.8253</w:t>
      </w:r>
      <w:r>
        <w:tab/>
        <w:t>1.013e0</w:t>
      </w:r>
    </w:p>
    <w:p w:rsidR="006974AE" w:rsidRDefault="006974AE" w:rsidP="006974AE">
      <w:r>
        <w:t>663.8714</w:t>
      </w:r>
      <w:r>
        <w:tab/>
        <w:t>1.013e0</w:t>
      </w:r>
    </w:p>
    <w:p w:rsidR="006974AE" w:rsidRDefault="006974AE" w:rsidP="006974AE">
      <w:r>
        <w:t>663.9158</w:t>
      </w:r>
      <w:r>
        <w:tab/>
        <w:t>2.025e0</w:t>
      </w:r>
    </w:p>
    <w:p w:rsidR="006974AE" w:rsidRDefault="006974AE" w:rsidP="006974AE">
      <w:r>
        <w:t>663.9744</w:t>
      </w:r>
      <w:r>
        <w:tab/>
        <w:t>2.025e0</w:t>
      </w:r>
    </w:p>
    <w:p w:rsidR="006974AE" w:rsidRDefault="006974AE" w:rsidP="006974AE">
      <w:r>
        <w:t>663.9958</w:t>
      </w:r>
      <w:r>
        <w:tab/>
        <w:t>1.013e0</w:t>
      </w:r>
    </w:p>
    <w:p w:rsidR="006974AE" w:rsidRDefault="006974AE" w:rsidP="006974AE">
      <w:r>
        <w:t>664.0062</w:t>
      </w:r>
      <w:r>
        <w:tab/>
        <w:t>1.013e0</w:t>
      </w:r>
    </w:p>
    <w:p w:rsidR="006974AE" w:rsidRDefault="006974AE" w:rsidP="006974AE">
      <w:r>
        <w:t>664.0359</w:t>
      </w:r>
      <w:r>
        <w:tab/>
        <w:t>2.025e0</w:t>
      </w:r>
    </w:p>
    <w:p w:rsidR="006974AE" w:rsidRDefault="006974AE" w:rsidP="006974AE">
      <w:r>
        <w:t>664.0402</w:t>
      </w:r>
      <w:r>
        <w:tab/>
        <w:t>1.013e0</w:t>
      </w:r>
    </w:p>
    <w:p w:rsidR="006974AE" w:rsidRDefault="006974AE" w:rsidP="006974AE">
      <w:r>
        <w:t>664.0644</w:t>
      </w:r>
      <w:r>
        <w:tab/>
        <w:t>1.013e0</w:t>
      </w:r>
    </w:p>
    <w:p w:rsidR="006974AE" w:rsidRDefault="006974AE" w:rsidP="006974AE">
      <w:r>
        <w:t>664.0919</w:t>
      </w:r>
      <w:r>
        <w:tab/>
        <w:t>3.038e0</w:t>
      </w:r>
    </w:p>
    <w:p w:rsidR="006974AE" w:rsidRDefault="006974AE" w:rsidP="006974AE">
      <w:r>
        <w:t>664.1088</w:t>
      </w:r>
      <w:r>
        <w:tab/>
        <w:t>2.025e0</w:t>
      </w:r>
    </w:p>
    <w:p w:rsidR="006974AE" w:rsidRDefault="006974AE" w:rsidP="006974AE">
      <w:r>
        <w:t>664.1253</w:t>
      </w:r>
      <w:r>
        <w:tab/>
        <w:t>2.025e0</w:t>
      </w:r>
    </w:p>
    <w:p w:rsidR="006974AE" w:rsidRDefault="006974AE" w:rsidP="006974AE">
      <w:r>
        <w:t>664.1512</w:t>
      </w:r>
      <w:r>
        <w:tab/>
        <w:t>5.063e0</w:t>
      </w:r>
    </w:p>
    <w:p w:rsidR="006974AE" w:rsidRDefault="006974AE" w:rsidP="006974AE">
      <w:r>
        <w:t>664.1694</w:t>
      </w:r>
      <w:r>
        <w:tab/>
        <w:t>3.038e0</w:t>
      </w:r>
    </w:p>
    <w:p w:rsidR="006974AE" w:rsidRDefault="006974AE" w:rsidP="006974AE">
      <w:r>
        <w:t>664.2045</w:t>
      </w:r>
      <w:r>
        <w:tab/>
        <w:t>4.051e0</w:t>
      </w:r>
    </w:p>
    <w:p w:rsidR="006974AE" w:rsidRDefault="006974AE" w:rsidP="006974AE">
      <w:r>
        <w:lastRenderedPageBreak/>
        <w:t>664.2124</w:t>
      </w:r>
      <w:r>
        <w:tab/>
        <w:t>2.025e0</w:t>
      </w:r>
    </w:p>
    <w:p w:rsidR="006974AE" w:rsidRDefault="006974AE" w:rsidP="006974AE">
      <w:r>
        <w:t>664.2201</w:t>
      </w:r>
      <w:r>
        <w:tab/>
        <w:t>1.013e0</w:t>
      </w:r>
    </w:p>
    <w:p w:rsidR="006974AE" w:rsidRDefault="006974AE" w:rsidP="006974AE">
      <w:r>
        <w:t>664.2378</w:t>
      </w:r>
      <w:r>
        <w:tab/>
        <w:t>1.013e0</w:t>
      </w:r>
    </w:p>
    <w:p w:rsidR="006974AE" w:rsidRDefault="006974AE" w:rsidP="006974AE">
      <w:r>
        <w:t>664.2996</w:t>
      </w:r>
      <w:r>
        <w:tab/>
        <w:t>2.025e0</w:t>
      </w:r>
    </w:p>
    <w:p w:rsidR="006974AE" w:rsidRDefault="006974AE" w:rsidP="006974AE">
      <w:r>
        <w:t>664.3011</w:t>
      </w:r>
      <w:r>
        <w:tab/>
        <w:t>4.051e0</w:t>
      </w:r>
    </w:p>
    <w:p w:rsidR="006974AE" w:rsidRDefault="006974AE" w:rsidP="006974AE">
      <w:r>
        <w:t>664.3069</w:t>
      </w:r>
      <w:r>
        <w:tab/>
        <w:t>3.038e0</w:t>
      </w:r>
    </w:p>
    <w:p w:rsidR="006974AE" w:rsidRDefault="006974AE" w:rsidP="006974AE">
      <w:r>
        <w:t>664.3351</w:t>
      </w:r>
      <w:r>
        <w:tab/>
        <w:t>1.013e0</w:t>
      </w:r>
    </w:p>
    <w:p w:rsidR="006974AE" w:rsidRDefault="006974AE" w:rsidP="006974AE">
      <w:r>
        <w:t>664.3566</w:t>
      </w:r>
      <w:r>
        <w:tab/>
        <w:t>2.773e0</w:t>
      </w:r>
    </w:p>
    <w:p w:rsidR="006974AE" w:rsidRDefault="006974AE" w:rsidP="006974AE">
      <w:r>
        <w:t>664.3860</w:t>
      </w:r>
      <w:r>
        <w:tab/>
        <w:t>2.025e0</w:t>
      </w:r>
    </w:p>
    <w:p w:rsidR="006974AE" w:rsidRDefault="006974AE" w:rsidP="006974AE">
      <w:r>
        <w:t>664.3943</w:t>
      </w:r>
      <w:r>
        <w:tab/>
        <w:t>1.013e0</w:t>
      </w:r>
    </w:p>
    <w:p w:rsidR="006974AE" w:rsidRDefault="006974AE" w:rsidP="006974AE">
      <w:r>
        <w:t>664.4034</w:t>
      </w:r>
      <w:r>
        <w:tab/>
        <w:t>2.025e0</w:t>
      </w:r>
    </w:p>
    <w:p w:rsidR="006974AE" w:rsidRDefault="006974AE" w:rsidP="006974AE">
      <w:r>
        <w:t>664.4135</w:t>
      </w:r>
      <w:r>
        <w:tab/>
        <w:t>1.013e0</w:t>
      </w:r>
    </w:p>
    <w:p w:rsidR="006974AE" w:rsidRDefault="006974AE" w:rsidP="006974AE">
      <w:r>
        <w:t>664.4552</w:t>
      </w:r>
      <w:r>
        <w:tab/>
        <w:t>2.025e0</w:t>
      </w:r>
    </w:p>
    <w:p w:rsidR="006974AE" w:rsidRDefault="006974AE" w:rsidP="006974AE">
      <w:r>
        <w:t>664.5046</w:t>
      </w:r>
      <w:r>
        <w:tab/>
        <w:t>3.038e0</w:t>
      </w:r>
    </w:p>
    <w:p w:rsidR="006974AE" w:rsidRDefault="006974AE" w:rsidP="006974AE">
      <w:r>
        <w:t>664.5505</w:t>
      </w:r>
      <w:r>
        <w:tab/>
        <w:t>1.013e0</w:t>
      </w:r>
    </w:p>
    <w:p w:rsidR="006974AE" w:rsidRDefault="006974AE" w:rsidP="006974AE">
      <w:r>
        <w:t>664.6024</w:t>
      </w:r>
      <w:r>
        <w:tab/>
        <w:t>2.025e0</w:t>
      </w:r>
    </w:p>
    <w:p w:rsidR="006974AE" w:rsidRDefault="006974AE" w:rsidP="006974AE">
      <w:r>
        <w:t>664.6172</w:t>
      </w:r>
      <w:r>
        <w:tab/>
        <w:t>1.013e0</w:t>
      </w:r>
    </w:p>
    <w:p w:rsidR="006974AE" w:rsidRDefault="006974AE" w:rsidP="006974AE">
      <w:r>
        <w:t>664.6285</w:t>
      </w:r>
      <w:r>
        <w:tab/>
        <w:t>1.013e0</w:t>
      </w:r>
    </w:p>
    <w:p w:rsidR="006974AE" w:rsidRDefault="006974AE" w:rsidP="006974AE">
      <w:r>
        <w:t>664.6376</w:t>
      </w:r>
      <w:r>
        <w:tab/>
        <w:t>1.013e0</w:t>
      </w:r>
    </w:p>
    <w:p w:rsidR="006974AE" w:rsidRDefault="006974AE" w:rsidP="006974AE">
      <w:r>
        <w:lastRenderedPageBreak/>
        <w:t>664.6628</w:t>
      </w:r>
      <w:r>
        <w:tab/>
        <w:t>2.025e0</w:t>
      </w:r>
    </w:p>
    <w:p w:rsidR="006974AE" w:rsidRDefault="006974AE" w:rsidP="006974AE">
      <w:r>
        <w:t>664.6738</w:t>
      </w:r>
      <w:r>
        <w:tab/>
        <w:t>1.013e0</w:t>
      </w:r>
    </w:p>
    <w:p w:rsidR="006974AE" w:rsidRDefault="006974AE" w:rsidP="006974AE">
      <w:r>
        <w:t>664.7586</w:t>
      </w:r>
      <w:r>
        <w:tab/>
        <w:t>1.013e0</w:t>
      </w:r>
    </w:p>
    <w:p w:rsidR="006974AE" w:rsidRDefault="006974AE" w:rsidP="006974AE">
      <w:r>
        <w:t>664.7767</w:t>
      </w:r>
      <w:r>
        <w:tab/>
        <w:t>2.025e0</w:t>
      </w:r>
    </w:p>
    <w:p w:rsidR="006974AE" w:rsidRDefault="006974AE" w:rsidP="006974AE">
      <w:r>
        <w:t>664.7991</w:t>
      </w:r>
      <w:r>
        <w:tab/>
        <w:t>1.013e0</w:t>
      </w:r>
    </w:p>
    <w:p w:rsidR="006974AE" w:rsidRDefault="006974AE" w:rsidP="006974AE">
      <w:r>
        <w:t>664.8368</w:t>
      </w:r>
      <w:r>
        <w:tab/>
        <w:t>2.025e0</w:t>
      </w:r>
    </w:p>
    <w:p w:rsidR="006974AE" w:rsidRDefault="006974AE" w:rsidP="006974AE">
      <w:r>
        <w:t>664.8633</w:t>
      </w:r>
      <w:r>
        <w:tab/>
        <w:t>1.013e0</w:t>
      </w:r>
    </w:p>
    <w:p w:rsidR="006974AE" w:rsidRDefault="006974AE" w:rsidP="006974AE">
      <w:r>
        <w:t>664.8898</w:t>
      </w:r>
      <w:r>
        <w:tab/>
        <w:t>2.025e0</w:t>
      </w:r>
    </w:p>
    <w:p w:rsidR="006974AE" w:rsidRDefault="006974AE" w:rsidP="006974AE">
      <w:r>
        <w:t>664.9115</w:t>
      </w:r>
      <w:r>
        <w:tab/>
        <w:t>1.013e0</w:t>
      </w:r>
    </w:p>
    <w:p w:rsidR="006974AE" w:rsidRDefault="006974AE" w:rsidP="006974AE">
      <w:r>
        <w:t>664.9621</w:t>
      </w:r>
      <w:r>
        <w:tab/>
        <w:t>2.025e0</w:t>
      </w:r>
    </w:p>
    <w:p w:rsidR="006974AE" w:rsidRDefault="006974AE" w:rsidP="006974AE">
      <w:r>
        <w:t>665.0029</w:t>
      </w:r>
      <w:r>
        <w:tab/>
        <w:t>1.013e0</w:t>
      </w:r>
    </w:p>
    <w:p w:rsidR="006974AE" w:rsidRDefault="006974AE" w:rsidP="006974AE">
      <w:r>
        <w:t>665.0143</w:t>
      </w:r>
      <w:r>
        <w:tab/>
        <w:t>1.013e0</w:t>
      </w:r>
    </w:p>
    <w:p w:rsidR="006974AE" w:rsidRDefault="006974AE" w:rsidP="006974AE">
      <w:r>
        <w:t>665.0194</w:t>
      </w:r>
      <w:r>
        <w:tab/>
        <w:t>2.025e0</w:t>
      </w:r>
    </w:p>
    <w:p w:rsidR="006974AE" w:rsidRDefault="006974AE" w:rsidP="006974AE">
      <w:r>
        <w:t>665.0587</w:t>
      </w:r>
      <w:r>
        <w:tab/>
        <w:t>1.013e0</w:t>
      </w:r>
    </w:p>
    <w:p w:rsidR="006974AE" w:rsidRDefault="006974AE" w:rsidP="006974AE">
      <w:r>
        <w:t>665.1069</w:t>
      </w:r>
      <w:r>
        <w:tab/>
        <w:t>1.013e0</w:t>
      </w:r>
    </w:p>
    <w:p w:rsidR="006974AE" w:rsidRDefault="006974AE" w:rsidP="006974AE">
      <w:r>
        <w:t>665.1477</w:t>
      </w:r>
      <w:r>
        <w:tab/>
        <w:t>2.025e0</w:t>
      </w:r>
    </w:p>
    <w:p w:rsidR="006974AE" w:rsidRDefault="006974AE" w:rsidP="006974AE">
      <w:r>
        <w:t>665.1720</w:t>
      </w:r>
      <w:r>
        <w:tab/>
        <w:t>1.013e0</w:t>
      </w:r>
    </w:p>
    <w:p w:rsidR="006974AE" w:rsidRDefault="006974AE" w:rsidP="006974AE">
      <w:r>
        <w:t>665.2278</w:t>
      </w:r>
      <w:r>
        <w:tab/>
        <w:t>2.025e0</w:t>
      </w:r>
    </w:p>
    <w:p w:rsidR="006974AE" w:rsidRDefault="006974AE" w:rsidP="006974AE">
      <w:r>
        <w:t>665.2513</w:t>
      </w:r>
      <w:r>
        <w:tab/>
        <w:t>1.013e0</w:t>
      </w:r>
    </w:p>
    <w:p w:rsidR="006974AE" w:rsidRDefault="006974AE" w:rsidP="006974AE">
      <w:r>
        <w:lastRenderedPageBreak/>
        <w:t>665.2626</w:t>
      </w:r>
      <w:r>
        <w:tab/>
        <w:t>2.025e0</w:t>
      </w:r>
    </w:p>
    <w:p w:rsidR="006974AE" w:rsidRDefault="006974AE" w:rsidP="006974AE">
      <w:r>
        <w:t>665.2801</w:t>
      </w:r>
      <w:r>
        <w:tab/>
        <w:t>2.025e0</w:t>
      </w:r>
    </w:p>
    <w:p w:rsidR="006974AE" w:rsidRDefault="006974AE" w:rsidP="006974AE">
      <w:r>
        <w:t>665.2969</w:t>
      </w:r>
      <w:r>
        <w:tab/>
        <w:t>1.013e0</w:t>
      </w:r>
    </w:p>
    <w:p w:rsidR="006974AE" w:rsidRDefault="006974AE" w:rsidP="006974AE">
      <w:r>
        <w:t>665.3088</w:t>
      </w:r>
      <w:r>
        <w:tab/>
        <w:t>1.013e0</w:t>
      </w:r>
    </w:p>
    <w:p w:rsidR="006974AE" w:rsidRDefault="006974AE" w:rsidP="006974AE">
      <w:r>
        <w:t>665.3118</w:t>
      </w:r>
      <w:r>
        <w:tab/>
        <w:t>3.038e0</w:t>
      </w:r>
    </w:p>
    <w:p w:rsidR="006974AE" w:rsidRDefault="006974AE" w:rsidP="006974AE">
      <w:r>
        <w:t>665.3875</w:t>
      </w:r>
      <w:r>
        <w:tab/>
        <w:t>2.025e0</w:t>
      </w:r>
    </w:p>
    <w:p w:rsidR="006974AE" w:rsidRDefault="006974AE" w:rsidP="006974AE">
      <w:r>
        <w:t>665.3929</w:t>
      </w:r>
      <w:r>
        <w:tab/>
        <w:t>2.025e0</w:t>
      </w:r>
    </w:p>
    <w:p w:rsidR="006974AE" w:rsidRDefault="006974AE" w:rsidP="006974AE">
      <w:r>
        <w:t>665.3991</w:t>
      </w:r>
      <w:r>
        <w:tab/>
        <w:t>3.038e0</w:t>
      </w:r>
    </w:p>
    <w:p w:rsidR="006974AE" w:rsidRDefault="006974AE" w:rsidP="006974AE">
      <w:r>
        <w:t>665.4020</w:t>
      </w:r>
      <w:r>
        <w:tab/>
        <w:t>1.013e0</w:t>
      </w:r>
    </w:p>
    <w:p w:rsidR="006974AE" w:rsidRDefault="006974AE" w:rsidP="006974AE">
      <w:r>
        <w:t>665.4188</w:t>
      </w:r>
      <w:r>
        <w:tab/>
        <w:t>1.013e0</w:t>
      </w:r>
    </w:p>
    <w:p w:rsidR="006974AE" w:rsidRDefault="006974AE" w:rsidP="006974AE">
      <w:r>
        <w:t>665.4337</w:t>
      </w:r>
      <w:r>
        <w:tab/>
        <w:t>5.063e0</w:t>
      </w:r>
    </w:p>
    <w:p w:rsidR="006974AE" w:rsidRDefault="006974AE" w:rsidP="006974AE">
      <w:r>
        <w:t>665.4439</w:t>
      </w:r>
      <w:r>
        <w:tab/>
        <w:t>1.013e0</w:t>
      </w:r>
    </w:p>
    <w:p w:rsidR="006974AE" w:rsidRDefault="006974AE" w:rsidP="006974AE">
      <w:r>
        <w:t>665.4534</w:t>
      </w:r>
      <w:r>
        <w:tab/>
        <w:t>1.013e0</w:t>
      </w:r>
    </w:p>
    <w:p w:rsidR="006974AE" w:rsidRDefault="006974AE" w:rsidP="006974AE">
      <w:r>
        <w:t>665.4673</w:t>
      </w:r>
      <w:r>
        <w:tab/>
        <w:t>2.025e0</w:t>
      </w:r>
    </w:p>
    <w:p w:rsidR="006974AE" w:rsidRDefault="006974AE" w:rsidP="006974AE">
      <w:r>
        <w:t>665.4882</w:t>
      </w:r>
      <w:r>
        <w:tab/>
        <w:t>1.013e0</w:t>
      </w:r>
    </w:p>
    <w:p w:rsidR="006974AE" w:rsidRDefault="006974AE" w:rsidP="006974AE">
      <w:r>
        <w:t>665.4892</w:t>
      </w:r>
      <w:r>
        <w:tab/>
        <w:t>1.013e0</w:t>
      </w:r>
    </w:p>
    <w:p w:rsidR="006974AE" w:rsidRDefault="006974AE" w:rsidP="006974AE">
      <w:r>
        <w:t>665.5222</w:t>
      </w:r>
      <w:r>
        <w:tab/>
        <w:t>1.013e0</w:t>
      </w:r>
    </w:p>
    <w:p w:rsidR="006974AE" w:rsidRDefault="006974AE" w:rsidP="006974AE">
      <w:r>
        <w:t>665.5354</w:t>
      </w:r>
      <w:r>
        <w:tab/>
        <w:t>1.013e0</w:t>
      </w:r>
    </w:p>
    <w:p w:rsidR="006974AE" w:rsidRDefault="006974AE" w:rsidP="006974AE">
      <w:r>
        <w:t>665.5694</w:t>
      </w:r>
      <w:r>
        <w:tab/>
        <w:t>1.013e0</w:t>
      </w:r>
    </w:p>
    <w:p w:rsidR="006974AE" w:rsidRDefault="006974AE" w:rsidP="006974AE">
      <w:r>
        <w:lastRenderedPageBreak/>
        <w:t>665.6260</w:t>
      </w:r>
      <w:r>
        <w:tab/>
        <w:t>1.013e0</w:t>
      </w:r>
    </w:p>
    <w:p w:rsidR="006974AE" w:rsidRDefault="006974AE" w:rsidP="006974AE">
      <w:r>
        <w:t>665.6436</w:t>
      </w:r>
      <w:r>
        <w:tab/>
        <w:t>1.013e0</w:t>
      </w:r>
    </w:p>
    <w:p w:rsidR="006974AE" w:rsidRDefault="006974AE" w:rsidP="006974AE">
      <w:r>
        <w:t>665.6592</w:t>
      </w:r>
      <w:r>
        <w:tab/>
        <w:t>1.013e0</w:t>
      </w:r>
    </w:p>
    <w:p w:rsidR="006974AE" w:rsidRDefault="006974AE" w:rsidP="006974AE">
      <w:r>
        <w:t>665.6971</w:t>
      </w:r>
      <w:r>
        <w:tab/>
        <w:t>1.013e0</w:t>
      </w:r>
    </w:p>
    <w:p w:rsidR="006974AE" w:rsidRDefault="006974AE" w:rsidP="006974AE">
      <w:r>
        <w:t>665.7272</w:t>
      </w:r>
      <w:r>
        <w:tab/>
        <w:t>1.013e0</w:t>
      </w:r>
    </w:p>
    <w:p w:rsidR="006974AE" w:rsidRDefault="006974AE" w:rsidP="006974AE">
      <w:r>
        <w:t>665.7730</w:t>
      </w:r>
      <w:r>
        <w:tab/>
        <w:t>2.025e0</w:t>
      </w:r>
    </w:p>
    <w:p w:rsidR="006974AE" w:rsidRDefault="006974AE" w:rsidP="006974AE">
      <w:r>
        <w:t>665.7953</w:t>
      </w:r>
      <w:r>
        <w:tab/>
        <w:t>1.013e0</w:t>
      </w:r>
    </w:p>
    <w:p w:rsidR="006974AE" w:rsidRDefault="006974AE" w:rsidP="006974AE">
      <w:r>
        <w:t>665.8633</w:t>
      </w:r>
      <w:r>
        <w:tab/>
        <w:t>1.013e0</w:t>
      </w:r>
    </w:p>
    <w:p w:rsidR="006974AE" w:rsidRDefault="006974AE" w:rsidP="006974AE">
      <w:r>
        <w:t>665.8754</w:t>
      </w:r>
      <w:r>
        <w:tab/>
        <w:t>1.013e0</w:t>
      </w:r>
    </w:p>
    <w:p w:rsidR="006974AE" w:rsidRDefault="006974AE" w:rsidP="006974AE">
      <w:r>
        <w:t>665.8871</w:t>
      </w:r>
      <w:r>
        <w:tab/>
        <w:t>1.013e0</w:t>
      </w:r>
    </w:p>
    <w:p w:rsidR="006974AE" w:rsidRDefault="006974AE" w:rsidP="006974AE">
      <w:r>
        <w:t>665.9095</w:t>
      </w:r>
      <w:r>
        <w:tab/>
        <w:t>1.013e0</w:t>
      </w:r>
    </w:p>
    <w:p w:rsidR="006974AE" w:rsidRDefault="006974AE" w:rsidP="006974AE">
      <w:r>
        <w:t>665.9880</w:t>
      </w:r>
      <w:r>
        <w:tab/>
        <w:t>2.025e0</w:t>
      </w:r>
    </w:p>
    <w:p w:rsidR="006974AE" w:rsidRDefault="006974AE" w:rsidP="006974AE">
      <w:r>
        <w:t>666.0115</w:t>
      </w:r>
      <w:r>
        <w:tab/>
        <w:t>1.013e0</w:t>
      </w:r>
    </w:p>
    <w:p w:rsidR="006974AE" w:rsidRDefault="006974AE" w:rsidP="006974AE">
      <w:r>
        <w:t>666.0694</w:t>
      </w:r>
      <w:r>
        <w:tab/>
        <w:t>2.025e0</w:t>
      </w:r>
    </w:p>
    <w:p w:rsidR="006974AE" w:rsidRDefault="006974AE" w:rsidP="006974AE">
      <w:r>
        <w:t>666.0905</w:t>
      </w:r>
      <w:r>
        <w:tab/>
        <w:t>2.025e0</w:t>
      </w:r>
    </w:p>
    <w:p w:rsidR="006974AE" w:rsidRDefault="006974AE" w:rsidP="006974AE">
      <w:r>
        <w:t>666.0952</w:t>
      </w:r>
      <w:r>
        <w:tab/>
        <w:t>1.013e0</w:t>
      </w:r>
    </w:p>
    <w:p w:rsidR="006974AE" w:rsidRDefault="006974AE" w:rsidP="006974AE">
      <w:r>
        <w:t>666.1307</w:t>
      </w:r>
      <w:r>
        <w:tab/>
        <w:t>1.013e0</w:t>
      </w:r>
    </w:p>
    <w:p w:rsidR="006974AE" w:rsidRDefault="006974AE" w:rsidP="006974AE">
      <w:r>
        <w:t>666.1930</w:t>
      </w:r>
      <w:r>
        <w:tab/>
        <w:t>1.013e0</w:t>
      </w:r>
    </w:p>
    <w:p w:rsidR="006974AE" w:rsidRDefault="006974AE" w:rsidP="006974AE">
      <w:r>
        <w:t>666.1990</w:t>
      </w:r>
      <w:r>
        <w:tab/>
        <w:t>1.013e0</w:t>
      </w:r>
    </w:p>
    <w:p w:rsidR="006974AE" w:rsidRDefault="006974AE" w:rsidP="006974AE">
      <w:r>
        <w:lastRenderedPageBreak/>
        <w:t>666.2157</w:t>
      </w:r>
      <w:r>
        <w:tab/>
        <w:t>1.013e0</w:t>
      </w:r>
    </w:p>
    <w:p w:rsidR="006974AE" w:rsidRDefault="006974AE" w:rsidP="006974AE">
      <w:r>
        <w:t>666.2715</w:t>
      </w:r>
      <w:r>
        <w:tab/>
        <w:t>2.025e0</w:t>
      </w:r>
    </w:p>
    <w:p w:rsidR="006974AE" w:rsidRDefault="006974AE" w:rsidP="006974AE">
      <w:r>
        <w:t>666.2830</w:t>
      </w:r>
      <w:r>
        <w:tab/>
        <w:t>2.025e0</w:t>
      </w:r>
    </w:p>
    <w:p w:rsidR="006974AE" w:rsidRDefault="006974AE" w:rsidP="006974AE">
      <w:r>
        <w:t>666.3039</w:t>
      </w:r>
      <w:r>
        <w:tab/>
        <w:t>1.013e0</w:t>
      </w:r>
    </w:p>
    <w:p w:rsidR="006974AE" w:rsidRDefault="006974AE" w:rsidP="006974AE">
      <w:r>
        <w:t>666.3116</w:t>
      </w:r>
      <w:r>
        <w:tab/>
        <w:t>3.038e0</w:t>
      </w:r>
    </w:p>
    <w:p w:rsidR="006974AE" w:rsidRDefault="006974AE" w:rsidP="006974AE">
      <w:r>
        <w:t>666.3132</w:t>
      </w:r>
      <w:r>
        <w:tab/>
        <w:t>2.840e0</w:t>
      </w:r>
    </w:p>
    <w:p w:rsidR="006974AE" w:rsidRDefault="006974AE" w:rsidP="006974AE">
      <w:r>
        <w:t>666.3353</w:t>
      </w:r>
      <w:r>
        <w:tab/>
        <w:t>3.038e0</w:t>
      </w:r>
    </w:p>
    <w:p w:rsidR="006974AE" w:rsidRDefault="006974AE" w:rsidP="006974AE">
      <w:r>
        <w:t>666.3370</w:t>
      </w:r>
      <w:r>
        <w:tab/>
        <w:t>4.051e0</w:t>
      </w:r>
    </w:p>
    <w:p w:rsidR="006974AE" w:rsidRDefault="006974AE" w:rsidP="006974AE">
      <w:r>
        <w:t>666.3939</w:t>
      </w:r>
      <w:r>
        <w:tab/>
        <w:t>2.459e0</w:t>
      </w:r>
    </w:p>
    <w:p w:rsidR="006974AE" w:rsidRDefault="006974AE" w:rsidP="006974AE">
      <w:r>
        <w:t>666.3964</w:t>
      </w:r>
      <w:r>
        <w:tab/>
        <w:t>1.013e0</w:t>
      </w:r>
    </w:p>
    <w:p w:rsidR="006974AE" w:rsidRDefault="006974AE" w:rsidP="006974AE">
      <w:r>
        <w:t>666.4249</w:t>
      </w:r>
      <w:r>
        <w:tab/>
        <w:t>2.025e0</w:t>
      </w:r>
    </w:p>
    <w:p w:rsidR="006974AE" w:rsidRDefault="006974AE" w:rsidP="006974AE">
      <w:r>
        <w:t>666.4297</w:t>
      </w:r>
      <w:r>
        <w:tab/>
        <w:t>2.025e0</w:t>
      </w:r>
    </w:p>
    <w:p w:rsidR="006974AE" w:rsidRDefault="006974AE" w:rsidP="006974AE">
      <w:r>
        <w:t>666.4458</w:t>
      </w:r>
      <w:r>
        <w:tab/>
        <w:t>3.038e0</w:t>
      </w:r>
    </w:p>
    <w:p w:rsidR="006974AE" w:rsidRDefault="006974AE" w:rsidP="006974AE">
      <w:r>
        <w:t>666.4536</w:t>
      </w:r>
      <w:r>
        <w:tab/>
        <w:t>2.025e0</w:t>
      </w:r>
    </w:p>
    <w:p w:rsidR="006974AE" w:rsidRDefault="006974AE" w:rsidP="006974AE">
      <w:r>
        <w:t>666.4645</w:t>
      </w:r>
      <w:r>
        <w:tab/>
        <w:t>1.013e0</w:t>
      </w:r>
    </w:p>
    <w:p w:rsidR="006974AE" w:rsidRDefault="006974AE" w:rsidP="006974AE">
      <w:r>
        <w:t>666.5334</w:t>
      </w:r>
      <w:r>
        <w:tab/>
        <w:t>1.013e0</w:t>
      </w:r>
    </w:p>
    <w:p w:rsidR="006974AE" w:rsidRDefault="006974AE" w:rsidP="006974AE">
      <w:r>
        <w:t>666.5447</w:t>
      </w:r>
      <w:r>
        <w:tab/>
        <w:t>1.013e0</w:t>
      </w:r>
    </w:p>
    <w:p w:rsidR="006974AE" w:rsidRDefault="006974AE" w:rsidP="006974AE">
      <w:r>
        <w:t>666.5634</w:t>
      </w:r>
      <w:r>
        <w:tab/>
        <w:t>1.013e0</w:t>
      </w:r>
    </w:p>
    <w:p w:rsidR="006974AE" w:rsidRDefault="006974AE" w:rsidP="006974AE">
      <w:r>
        <w:t>666.5750</w:t>
      </w:r>
      <w:r>
        <w:tab/>
        <w:t>3.038e0</w:t>
      </w:r>
    </w:p>
    <w:p w:rsidR="006974AE" w:rsidRDefault="006974AE" w:rsidP="006974AE">
      <w:r>
        <w:lastRenderedPageBreak/>
        <w:t>666.6188</w:t>
      </w:r>
      <w:r>
        <w:tab/>
        <w:t>4.051e0</w:t>
      </w:r>
    </w:p>
    <w:p w:rsidR="006974AE" w:rsidRDefault="006974AE" w:rsidP="006974AE">
      <w:r>
        <w:t>666.6217</w:t>
      </w:r>
      <w:r>
        <w:tab/>
        <w:t>3.038e0</w:t>
      </w:r>
    </w:p>
    <w:p w:rsidR="006974AE" w:rsidRDefault="006974AE" w:rsidP="006974AE">
      <w:r>
        <w:t>666.6257</w:t>
      </w:r>
      <w:r>
        <w:tab/>
        <w:t>8.101e0</w:t>
      </w:r>
    </w:p>
    <w:p w:rsidR="006974AE" w:rsidRDefault="006974AE" w:rsidP="006974AE">
      <w:r>
        <w:t>666.6469</w:t>
      </w:r>
      <w:r>
        <w:tab/>
        <w:t>1.013e0</w:t>
      </w:r>
    </w:p>
    <w:p w:rsidR="006974AE" w:rsidRDefault="006974AE" w:rsidP="006974AE">
      <w:r>
        <w:t>666.6616</w:t>
      </w:r>
      <w:r>
        <w:tab/>
        <w:t>4.907e0</w:t>
      </w:r>
    </w:p>
    <w:p w:rsidR="006974AE" w:rsidRDefault="006974AE" w:rsidP="006974AE">
      <w:r>
        <w:t>666.6644</w:t>
      </w:r>
      <w:r>
        <w:tab/>
        <w:t>4.051e0</w:t>
      </w:r>
    </w:p>
    <w:p w:rsidR="006974AE" w:rsidRDefault="006974AE" w:rsidP="006974AE">
      <w:r>
        <w:t>666.6675</w:t>
      </w:r>
      <w:r>
        <w:tab/>
        <w:t>1.013e0</w:t>
      </w:r>
    </w:p>
    <w:p w:rsidR="006974AE" w:rsidRDefault="006974AE" w:rsidP="006974AE">
      <w:r>
        <w:t>666.6696</w:t>
      </w:r>
      <w:r>
        <w:tab/>
        <w:t>1.013e0</w:t>
      </w:r>
    </w:p>
    <w:p w:rsidR="006974AE" w:rsidRDefault="006974AE" w:rsidP="006974AE">
      <w:r>
        <w:t>666.6777</w:t>
      </w:r>
      <w:r>
        <w:tab/>
        <w:t>2.025e0</w:t>
      </w:r>
    </w:p>
    <w:p w:rsidR="006974AE" w:rsidRDefault="006974AE" w:rsidP="006974AE">
      <w:r>
        <w:t>666.7037</w:t>
      </w:r>
      <w:r>
        <w:tab/>
        <w:t>1.013e0</w:t>
      </w:r>
    </w:p>
    <w:p w:rsidR="006974AE" w:rsidRDefault="006974AE" w:rsidP="006974AE">
      <w:r>
        <w:t>666.7255</w:t>
      </w:r>
      <w:r>
        <w:tab/>
        <w:t>1.013e0</w:t>
      </w:r>
    </w:p>
    <w:p w:rsidR="006974AE" w:rsidRDefault="006974AE" w:rsidP="006974AE">
      <w:r>
        <w:t>666.7552</w:t>
      </w:r>
      <w:r>
        <w:tab/>
        <w:t>1.013e0</w:t>
      </w:r>
    </w:p>
    <w:p w:rsidR="006974AE" w:rsidRDefault="006974AE" w:rsidP="006974AE">
      <w:r>
        <w:t>666.7722</w:t>
      </w:r>
      <w:r>
        <w:tab/>
        <w:t>1.013e0</w:t>
      </w:r>
    </w:p>
    <w:p w:rsidR="006974AE" w:rsidRDefault="006974AE" w:rsidP="006974AE">
      <w:r>
        <w:t>666.8416</w:t>
      </w:r>
      <w:r>
        <w:tab/>
        <w:t>1.013e0</w:t>
      </w:r>
    </w:p>
    <w:p w:rsidR="006974AE" w:rsidRDefault="006974AE" w:rsidP="006974AE">
      <w:r>
        <w:t>666.8731</w:t>
      </w:r>
      <w:r>
        <w:tab/>
        <w:t>1.013e0</w:t>
      </w:r>
    </w:p>
    <w:p w:rsidR="006974AE" w:rsidRDefault="006974AE" w:rsidP="006974AE">
      <w:r>
        <w:t>666.8939</w:t>
      </w:r>
      <w:r>
        <w:tab/>
        <w:t>1.013e0</w:t>
      </w:r>
    </w:p>
    <w:p w:rsidR="006974AE" w:rsidRDefault="006974AE" w:rsidP="006974AE">
      <w:r>
        <w:t>666.9072</w:t>
      </w:r>
      <w:r>
        <w:tab/>
        <w:t>1.013e0</w:t>
      </w:r>
    </w:p>
    <w:p w:rsidR="006974AE" w:rsidRDefault="006974AE" w:rsidP="006974AE">
      <w:r>
        <w:t>666.9118</w:t>
      </w:r>
      <w:r>
        <w:tab/>
        <w:t>1.013e0</w:t>
      </w:r>
    </w:p>
    <w:p w:rsidR="006974AE" w:rsidRDefault="006974AE" w:rsidP="006974AE">
      <w:r>
        <w:t>666.9421</w:t>
      </w:r>
      <w:r>
        <w:tab/>
        <w:t>1.013e0</w:t>
      </w:r>
    </w:p>
    <w:p w:rsidR="006974AE" w:rsidRDefault="006974AE" w:rsidP="006974AE">
      <w:r>
        <w:lastRenderedPageBreak/>
        <w:t>666.9761</w:t>
      </w:r>
      <w:r>
        <w:tab/>
        <w:t>1.013e0</w:t>
      </w:r>
    </w:p>
    <w:p w:rsidR="006974AE" w:rsidRDefault="006974AE" w:rsidP="006974AE">
      <w:r>
        <w:t>666.9867</w:t>
      </w:r>
      <w:r>
        <w:tab/>
        <w:t>1.013e0</w:t>
      </w:r>
    </w:p>
    <w:p w:rsidR="006974AE" w:rsidRDefault="006974AE" w:rsidP="006974AE">
      <w:r>
        <w:t>667.0020</w:t>
      </w:r>
      <w:r>
        <w:tab/>
        <w:t>3.038e0</w:t>
      </w:r>
    </w:p>
    <w:p w:rsidR="006974AE" w:rsidRDefault="006974AE" w:rsidP="006974AE">
      <w:r>
        <w:t>667.0215</w:t>
      </w:r>
      <w:r>
        <w:tab/>
        <w:t>1.013e0</w:t>
      </w:r>
    </w:p>
    <w:p w:rsidR="006974AE" w:rsidRDefault="006974AE" w:rsidP="006974AE">
      <w:r>
        <w:t>667.0329</w:t>
      </w:r>
      <w:r>
        <w:tab/>
        <w:t>1.013e0</w:t>
      </w:r>
    </w:p>
    <w:p w:rsidR="006974AE" w:rsidRDefault="006974AE" w:rsidP="006974AE">
      <w:r>
        <w:t>667.0548</w:t>
      </w:r>
      <w:r>
        <w:tab/>
        <w:t>1.013e0</w:t>
      </w:r>
    </w:p>
    <w:p w:rsidR="006974AE" w:rsidRDefault="006974AE" w:rsidP="006974AE">
      <w:r>
        <w:t>667.0931</w:t>
      </w:r>
      <w:r>
        <w:tab/>
        <w:t>2.025e0</w:t>
      </w:r>
    </w:p>
    <w:p w:rsidR="006974AE" w:rsidRDefault="006974AE" w:rsidP="006974AE">
      <w:r>
        <w:t>667.1006</w:t>
      </w:r>
      <w:r>
        <w:tab/>
        <w:t>3.038e0</w:t>
      </w:r>
    </w:p>
    <w:p w:rsidR="006974AE" w:rsidRDefault="006974AE" w:rsidP="006974AE">
      <w:r>
        <w:t>667.1149</w:t>
      </w:r>
      <w:r>
        <w:tab/>
        <w:t>2.025e0</w:t>
      </w:r>
    </w:p>
    <w:p w:rsidR="006974AE" w:rsidRDefault="006974AE" w:rsidP="006974AE">
      <w:r>
        <w:t>667.1230</w:t>
      </w:r>
      <w:r>
        <w:tab/>
        <w:t>1.013e0</w:t>
      </w:r>
    </w:p>
    <w:p w:rsidR="006974AE" w:rsidRDefault="006974AE" w:rsidP="006974AE">
      <w:r>
        <w:t>667.1629</w:t>
      </w:r>
      <w:r>
        <w:tab/>
        <w:t>2.025e0</w:t>
      </w:r>
    </w:p>
    <w:p w:rsidR="006974AE" w:rsidRDefault="006974AE" w:rsidP="006974AE">
      <w:r>
        <w:t>667.1684</w:t>
      </w:r>
      <w:r>
        <w:tab/>
        <w:t>1.013e0</w:t>
      </w:r>
    </w:p>
    <w:p w:rsidR="006974AE" w:rsidRDefault="006974AE" w:rsidP="006974AE">
      <w:r>
        <w:t>667.1803</w:t>
      </w:r>
      <w:r>
        <w:tab/>
        <w:t>3.676e0</w:t>
      </w:r>
    </w:p>
    <w:p w:rsidR="006974AE" w:rsidRDefault="006974AE" w:rsidP="006974AE">
      <w:r>
        <w:t>667.2138</w:t>
      </w:r>
      <w:r>
        <w:tab/>
        <w:t>1.013e0</w:t>
      </w:r>
    </w:p>
    <w:p w:rsidR="006974AE" w:rsidRDefault="006974AE" w:rsidP="006974AE">
      <w:r>
        <w:t>667.2439</w:t>
      </w:r>
      <w:r>
        <w:tab/>
        <w:t>3.038e0</w:t>
      </w:r>
    </w:p>
    <w:p w:rsidR="006974AE" w:rsidRDefault="006974AE" w:rsidP="006974AE">
      <w:r>
        <w:t>667.2993</w:t>
      </w:r>
      <w:r>
        <w:tab/>
        <w:t>2.025e0</w:t>
      </w:r>
    </w:p>
    <w:p w:rsidR="006974AE" w:rsidRDefault="006974AE" w:rsidP="006974AE">
      <w:r>
        <w:t>667.3032</w:t>
      </w:r>
      <w:r>
        <w:tab/>
        <w:t>4.051e0</w:t>
      </w:r>
    </w:p>
    <w:p w:rsidR="006974AE" w:rsidRDefault="006974AE" w:rsidP="006974AE">
      <w:r>
        <w:t>667.3275</w:t>
      </w:r>
      <w:r>
        <w:tab/>
        <w:t>1.013e0</w:t>
      </w:r>
    </w:p>
    <w:p w:rsidR="006974AE" w:rsidRDefault="006974AE" w:rsidP="006974AE">
      <w:r>
        <w:t>667.3400</w:t>
      </w:r>
      <w:r>
        <w:tab/>
        <w:t>2.025e0</w:t>
      </w:r>
    </w:p>
    <w:p w:rsidR="006974AE" w:rsidRDefault="006974AE" w:rsidP="006974AE">
      <w:r>
        <w:lastRenderedPageBreak/>
        <w:t>667.3412</w:t>
      </w:r>
      <w:r>
        <w:tab/>
        <w:t>2.025e0</w:t>
      </w:r>
    </w:p>
    <w:p w:rsidR="006974AE" w:rsidRDefault="006974AE" w:rsidP="006974AE">
      <w:r>
        <w:t>667.3729</w:t>
      </w:r>
      <w:r>
        <w:tab/>
        <w:t>1.013e0</w:t>
      </w:r>
    </w:p>
    <w:p w:rsidR="006974AE" w:rsidRDefault="006974AE" w:rsidP="006974AE">
      <w:r>
        <w:t>667.4137</w:t>
      </w:r>
      <w:r>
        <w:tab/>
        <w:t>1.013e0</w:t>
      </w:r>
    </w:p>
    <w:p w:rsidR="006974AE" w:rsidRDefault="006974AE" w:rsidP="006974AE">
      <w:r>
        <w:t>667.4230</w:t>
      </w:r>
      <w:r>
        <w:tab/>
        <w:t>2.025e0</w:t>
      </w:r>
    </w:p>
    <w:p w:rsidR="006974AE" w:rsidRDefault="006974AE" w:rsidP="006974AE">
      <w:r>
        <w:t>667.4410</w:t>
      </w:r>
      <w:r>
        <w:tab/>
        <w:t>1.013e0</w:t>
      </w:r>
    </w:p>
    <w:p w:rsidR="006974AE" w:rsidRDefault="006974AE" w:rsidP="006974AE">
      <w:r>
        <w:t>667.4490</w:t>
      </w:r>
      <w:r>
        <w:tab/>
        <w:t>2.025e0</w:t>
      </w:r>
    </w:p>
    <w:p w:rsidR="006974AE" w:rsidRDefault="006974AE" w:rsidP="006974AE">
      <w:r>
        <w:t>667.4752</w:t>
      </w:r>
      <w:r>
        <w:tab/>
        <w:t>1.013e0</w:t>
      </w:r>
    </w:p>
    <w:p w:rsidR="006974AE" w:rsidRDefault="006974AE" w:rsidP="006974AE">
      <w:r>
        <w:t>667.4987</w:t>
      </w:r>
      <w:r>
        <w:tab/>
        <w:t>1.013e0</w:t>
      </w:r>
    </w:p>
    <w:p w:rsidR="006974AE" w:rsidRDefault="006974AE" w:rsidP="006974AE">
      <w:r>
        <w:t>667.5082</w:t>
      </w:r>
      <w:r>
        <w:tab/>
        <w:t>3.038e0</w:t>
      </w:r>
    </w:p>
    <w:p w:rsidR="006974AE" w:rsidRDefault="006974AE" w:rsidP="006974AE">
      <w:r>
        <w:t>667.5206</w:t>
      </w:r>
      <w:r>
        <w:tab/>
        <w:t>1.013e0</w:t>
      </w:r>
    </w:p>
    <w:p w:rsidR="006974AE" w:rsidRDefault="006974AE" w:rsidP="006974AE">
      <w:r>
        <w:t>667.5593</w:t>
      </w:r>
      <w:r>
        <w:tab/>
        <w:t>2.025e0</w:t>
      </w:r>
    </w:p>
    <w:p w:rsidR="006974AE" w:rsidRDefault="006974AE" w:rsidP="006974AE">
      <w:r>
        <w:t>667.5624</w:t>
      </w:r>
      <w:r>
        <w:tab/>
        <w:t>2.025e0</w:t>
      </w:r>
    </w:p>
    <w:p w:rsidR="006974AE" w:rsidRDefault="006974AE" w:rsidP="006974AE">
      <w:r>
        <w:t>667.6057</w:t>
      </w:r>
      <w:r>
        <w:tab/>
        <w:t>1.013e0</w:t>
      </w:r>
    </w:p>
    <w:p w:rsidR="006974AE" w:rsidRDefault="006974AE" w:rsidP="006974AE">
      <w:r>
        <w:t>667.6303</w:t>
      </w:r>
      <w:r>
        <w:tab/>
        <w:t>2.025e0</w:t>
      </w:r>
    </w:p>
    <w:p w:rsidR="006974AE" w:rsidRDefault="006974AE" w:rsidP="006974AE">
      <w:r>
        <w:t>667.6320</w:t>
      </w:r>
      <w:r>
        <w:tab/>
        <w:t>2.025e0</w:t>
      </w:r>
    </w:p>
    <w:p w:rsidR="006974AE" w:rsidRDefault="006974AE" w:rsidP="006974AE">
      <w:r>
        <w:t>667.6470</w:t>
      </w:r>
      <w:r>
        <w:tab/>
        <w:t>6.076e0</w:t>
      </w:r>
    </w:p>
    <w:p w:rsidR="006974AE" w:rsidRDefault="006974AE" w:rsidP="006974AE">
      <w:r>
        <w:t>667.6635</w:t>
      </w:r>
      <w:r>
        <w:tab/>
        <w:t>2.025e0</w:t>
      </w:r>
    </w:p>
    <w:p w:rsidR="006974AE" w:rsidRDefault="006974AE" w:rsidP="006974AE">
      <w:r>
        <w:t>667.6661</w:t>
      </w:r>
      <w:r>
        <w:tab/>
        <w:t>3.038e0</w:t>
      </w:r>
    </w:p>
    <w:p w:rsidR="006974AE" w:rsidRDefault="006974AE" w:rsidP="006974AE">
      <w:r>
        <w:t>667.6815</w:t>
      </w:r>
      <w:r>
        <w:tab/>
        <w:t>4.051e0</w:t>
      </w:r>
    </w:p>
    <w:p w:rsidR="006974AE" w:rsidRDefault="006974AE" w:rsidP="006974AE">
      <w:r>
        <w:lastRenderedPageBreak/>
        <w:t>667.6855</w:t>
      </w:r>
      <w:r>
        <w:tab/>
        <w:t>2.025e0</w:t>
      </w:r>
    </w:p>
    <w:p w:rsidR="006974AE" w:rsidRDefault="006974AE" w:rsidP="006974AE">
      <w:r>
        <w:t>667.7264</w:t>
      </w:r>
      <w:r>
        <w:tab/>
        <w:t>1.013e0</w:t>
      </w:r>
    </w:p>
    <w:p w:rsidR="006974AE" w:rsidRDefault="006974AE" w:rsidP="006974AE">
      <w:r>
        <w:t>667.7488</w:t>
      </w:r>
      <w:r>
        <w:tab/>
        <w:t>1.013e0</w:t>
      </w:r>
    </w:p>
    <w:p w:rsidR="006974AE" w:rsidRDefault="006974AE" w:rsidP="006974AE">
      <w:r>
        <w:t>667.7829</w:t>
      </w:r>
      <w:r>
        <w:tab/>
        <w:t>2.025e0</w:t>
      </w:r>
    </w:p>
    <w:p w:rsidR="006974AE" w:rsidRDefault="006974AE" w:rsidP="006974AE">
      <w:r>
        <w:t>667.8022</w:t>
      </w:r>
      <w:r>
        <w:tab/>
        <w:t>2.025e0</w:t>
      </w:r>
    </w:p>
    <w:p w:rsidR="006974AE" w:rsidRDefault="006974AE" w:rsidP="006974AE">
      <w:r>
        <w:t>667.8079</w:t>
      </w:r>
      <w:r>
        <w:tab/>
        <w:t>3.038e0</w:t>
      </w:r>
    </w:p>
    <w:p w:rsidR="006974AE" w:rsidRDefault="006974AE" w:rsidP="006974AE">
      <w:r>
        <w:t>667.8727</w:t>
      </w:r>
      <w:r>
        <w:tab/>
        <w:t>2.025e0</w:t>
      </w:r>
    </w:p>
    <w:p w:rsidR="006974AE" w:rsidRDefault="006974AE" w:rsidP="006974AE">
      <w:r>
        <w:t>667.8828</w:t>
      </w:r>
      <w:r>
        <w:tab/>
        <w:t>1.013e0</w:t>
      </w:r>
    </w:p>
    <w:p w:rsidR="006974AE" w:rsidRDefault="006974AE" w:rsidP="006974AE">
      <w:r>
        <w:t>667.9305</w:t>
      </w:r>
      <w:r>
        <w:tab/>
        <w:t>2.025e0</w:t>
      </w:r>
    </w:p>
    <w:p w:rsidR="006974AE" w:rsidRDefault="006974AE" w:rsidP="006974AE">
      <w:r>
        <w:t>667.9353</w:t>
      </w:r>
      <w:r>
        <w:tab/>
        <w:t>1.013e0</w:t>
      </w:r>
    </w:p>
    <w:p w:rsidR="006974AE" w:rsidRDefault="006974AE" w:rsidP="006974AE">
      <w:r>
        <w:t>667.9421</w:t>
      </w:r>
      <w:r>
        <w:tab/>
        <w:t>1.013e0</w:t>
      </w:r>
    </w:p>
    <w:p w:rsidR="006974AE" w:rsidRDefault="006974AE" w:rsidP="006974AE">
      <w:r>
        <w:t>667.9981</w:t>
      </w:r>
      <w:r>
        <w:tab/>
        <w:t>1.013e0</w:t>
      </w:r>
    </w:p>
    <w:p w:rsidR="006974AE" w:rsidRDefault="006974AE" w:rsidP="006974AE">
      <w:r>
        <w:t>668.0099</w:t>
      </w:r>
      <w:r>
        <w:tab/>
        <w:t>2.025e0</w:t>
      </w:r>
    </w:p>
    <w:p w:rsidR="006974AE" w:rsidRDefault="006974AE" w:rsidP="006974AE">
      <w:r>
        <w:t>668.0322</w:t>
      </w:r>
      <w:r>
        <w:tab/>
        <w:t>1.013e0</w:t>
      </w:r>
    </w:p>
    <w:p w:rsidR="006974AE" w:rsidRDefault="006974AE" w:rsidP="006974AE">
      <w:r>
        <w:t>668.0906</w:t>
      </w:r>
      <w:r>
        <w:tab/>
        <w:t>2.025e0</w:t>
      </w:r>
    </w:p>
    <w:p w:rsidR="006974AE" w:rsidRDefault="006974AE" w:rsidP="006974AE">
      <w:r>
        <w:t>668.0953</w:t>
      </w:r>
      <w:r>
        <w:tab/>
        <w:t>2.025e0</w:t>
      </w:r>
    </w:p>
    <w:p w:rsidR="006974AE" w:rsidRDefault="006974AE" w:rsidP="006974AE">
      <w:r>
        <w:t>668.1082</w:t>
      </w:r>
      <w:r>
        <w:tab/>
        <w:t>2.025e0</w:t>
      </w:r>
    </w:p>
    <w:p w:rsidR="006974AE" w:rsidRDefault="006974AE" w:rsidP="006974AE">
      <w:r>
        <w:t>668.1430</w:t>
      </w:r>
      <w:r>
        <w:tab/>
        <w:t>1.013e0</w:t>
      </w:r>
    </w:p>
    <w:p w:rsidR="006974AE" w:rsidRDefault="006974AE" w:rsidP="006974AE">
      <w:r>
        <w:t>668.1573</w:t>
      </w:r>
      <w:r>
        <w:tab/>
        <w:t>1.013e0</w:t>
      </w:r>
    </w:p>
    <w:p w:rsidR="006974AE" w:rsidRDefault="006974AE" w:rsidP="006974AE">
      <w:r>
        <w:lastRenderedPageBreak/>
        <w:t>668.1923</w:t>
      </w:r>
      <w:r>
        <w:tab/>
        <w:t>1.013e0</w:t>
      </w:r>
    </w:p>
    <w:p w:rsidR="006974AE" w:rsidRDefault="006974AE" w:rsidP="006974AE">
      <w:r>
        <w:t>668.2025</w:t>
      </w:r>
      <w:r>
        <w:tab/>
        <w:t>4.051e0</w:t>
      </w:r>
    </w:p>
    <w:p w:rsidR="006974AE" w:rsidRDefault="006974AE" w:rsidP="006974AE">
      <w:r>
        <w:t>668.2084</w:t>
      </w:r>
      <w:r>
        <w:tab/>
        <w:t>2.025e0</w:t>
      </w:r>
    </w:p>
    <w:p w:rsidR="006974AE" w:rsidRDefault="006974AE" w:rsidP="006974AE">
      <w:r>
        <w:t>668.2484</w:t>
      </w:r>
      <w:r>
        <w:tab/>
        <w:t>2.025e0</w:t>
      </w:r>
    </w:p>
    <w:p w:rsidR="006974AE" w:rsidRDefault="006974AE" w:rsidP="006974AE">
      <w:r>
        <w:t>668.2641</w:t>
      </w:r>
      <w:r>
        <w:tab/>
        <w:t>1.013e0</w:t>
      </w:r>
    </w:p>
    <w:p w:rsidR="006974AE" w:rsidRDefault="006974AE" w:rsidP="006974AE">
      <w:r>
        <w:t>668.2947</w:t>
      </w:r>
      <w:r>
        <w:tab/>
        <w:t>1.013e0</w:t>
      </w:r>
    </w:p>
    <w:p w:rsidR="006974AE" w:rsidRDefault="006974AE" w:rsidP="006974AE">
      <w:r>
        <w:t>668.3157</w:t>
      </w:r>
      <w:r>
        <w:tab/>
        <w:t>1.013e0</w:t>
      </w:r>
    </w:p>
    <w:p w:rsidR="006974AE" w:rsidRDefault="006974AE" w:rsidP="006974AE">
      <w:r>
        <w:t>668.3398</w:t>
      </w:r>
      <w:r>
        <w:tab/>
        <w:t>2.025e0</w:t>
      </w:r>
    </w:p>
    <w:p w:rsidR="006974AE" w:rsidRDefault="006974AE" w:rsidP="006974AE">
      <w:r>
        <w:t>668.3430</w:t>
      </w:r>
      <w:r>
        <w:tab/>
        <w:t>4.051e0</w:t>
      </w:r>
    </w:p>
    <w:p w:rsidR="006974AE" w:rsidRDefault="006974AE" w:rsidP="006974AE">
      <w:r>
        <w:t>668.3515</w:t>
      </w:r>
      <w:r>
        <w:tab/>
        <w:t>4.051e0</w:t>
      </w:r>
    </w:p>
    <w:p w:rsidR="006974AE" w:rsidRDefault="006974AE" w:rsidP="006974AE">
      <w:r>
        <w:t>668.3630</w:t>
      </w:r>
      <w:r>
        <w:tab/>
        <w:t>1.013e0</w:t>
      </w:r>
    </w:p>
    <w:p w:rsidR="006974AE" w:rsidRDefault="006974AE" w:rsidP="006974AE">
      <w:r>
        <w:t>668.3735</w:t>
      </w:r>
      <w:r>
        <w:tab/>
        <w:t>1.013e0</w:t>
      </w:r>
    </w:p>
    <w:p w:rsidR="006974AE" w:rsidRDefault="006974AE" w:rsidP="006974AE">
      <w:r>
        <w:t>668.4185</w:t>
      </w:r>
      <w:r>
        <w:tab/>
        <w:t>2.025e0</w:t>
      </w:r>
    </w:p>
    <w:p w:rsidR="006974AE" w:rsidRDefault="006974AE" w:rsidP="006974AE">
      <w:r>
        <w:t>668.4426</w:t>
      </w:r>
      <w:r>
        <w:tab/>
        <w:t>1.013e0</w:t>
      </w:r>
    </w:p>
    <w:p w:rsidR="006974AE" w:rsidRDefault="006974AE" w:rsidP="006974AE">
      <w:r>
        <w:t>668.4550</w:t>
      </w:r>
      <w:r>
        <w:tab/>
        <w:t>2.025e0</w:t>
      </w:r>
    </w:p>
    <w:p w:rsidR="006974AE" w:rsidRDefault="006974AE" w:rsidP="006974AE">
      <w:r>
        <w:t>668.4653</w:t>
      </w:r>
      <w:r>
        <w:tab/>
        <w:t>1.013e0</w:t>
      </w:r>
    </w:p>
    <w:p w:rsidR="006974AE" w:rsidRDefault="006974AE" w:rsidP="006974AE">
      <w:r>
        <w:t>668.4905</w:t>
      </w:r>
      <w:r>
        <w:tab/>
        <w:t>1.013e0</w:t>
      </w:r>
    </w:p>
    <w:p w:rsidR="006974AE" w:rsidRDefault="006974AE" w:rsidP="006974AE">
      <w:r>
        <w:t>668.5064</w:t>
      </w:r>
      <w:r>
        <w:tab/>
        <w:t>1.013e0</w:t>
      </w:r>
    </w:p>
    <w:p w:rsidR="006974AE" w:rsidRDefault="006974AE" w:rsidP="006974AE">
      <w:r>
        <w:t>668.5109</w:t>
      </w:r>
      <w:r>
        <w:tab/>
        <w:t>1.013e0</w:t>
      </w:r>
    </w:p>
    <w:p w:rsidR="006974AE" w:rsidRDefault="006974AE" w:rsidP="006974AE">
      <w:r>
        <w:lastRenderedPageBreak/>
        <w:t>668.5442</w:t>
      </w:r>
      <w:r>
        <w:tab/>
        <w:t>1.013e0</w:t>
      </w:r>
    </w:p>
    <w:p w:rsidR="006974AE" w:rsidRDefault="006974AE" w:rsidP="006974AE">
      <w:r>
        <w:t>668.5766</w:t>
      </w:r>
      <w:r>
        <w:tab/>
        <w:t>1.013e0</w:t>
      </w:r>
    </w:p>
    <w:p w:rsidR="006974AE" w:rsidRDefault="006974AE" w:rsidP="006974AE">
      <w:r>
        <w:t>668.5931</w:t>
      </w:r>
      <w:r>
        <w:tab/>
        <w:t>2.025e0</w:t>
      </w:r>
    </w:p>
    <w:p w:rsidR="006974AE" w:rsidRDefault="006974AE" w:rsidP="006974AE">
      <w:r>
        <w:t>668.6104</w:t>
      </w:r>
      <w:r>
        <w:tab/>
        <w:t>1.013e0</w:t>
      </w:r>
    </w:p>
    <w:p w:rsidR="006974AE" w:rsidRDefault="006974AE" w:rsidP="006974AE">
      <w:r>
        <w:t>668.6235</w:t>
      </w:r>
      <w:r>
        <w:tab/>
        <w:t>3.038e0</w:t>
      </w:r>
    </w:p>
    <w:p w:rsidR="006974AE" w:rsidRDefault="006974AE" w:rsidP="006974AE">
      <w:r>
        <w:t>668.6292</w:t>
      </w:r>
      <w:r>
        <w:tab/>
        <w:t>1.013e0</w:t>
      </w:r>
    </w:p>
    <w:p w:rsidR="006974AE" w:rsidRDefault="006974AE" w:rsidP="006974AE">
      <w:r>
        <w:t>668.6304</w:t>
      </w:r>
      <w:r>
        <w:tab/>
        <w:t>2.025e0</w:t>
      </w:r>
    </w:p>
    <w:p w:rsidR="006974AE" w:rsidRDefault="006974AE" w:rsidP="006974AE">
      <w:r>
        <w:t>668.6984</w:t>
      </w:r>
      <w:r>
        <w:tab/>
        <w:t>1.013e0</w:t>
      </w:r>
    </w:p>
    <w:p w:rsidR="006974AE" w:rsidRDefault="006974AE" w:rsidP="006974AE">
      <w:r>
        <w:t>668.7036</w:t>
      </w:r>
      <w:r>
        <w:tab/>
        <w:t>1.013e0</w:t>
      </w:r>
    </w:p>
    <w:p w:rsidR="006974AE" w:rsidRDefault="006974AE" w:rsidP="006974AE">
      <w:r>
        <w:t>668.7833</w:t>
      </w:r>
      <w:r>
        <w:tab/>
        <w:t>1.013e0</w:t>
      </w:r>
    </w:p>
    <w:p w:rsidR="006974AE" w:rsidRDefault="006974AE" w:rsidP="006974AE">
      <w:r>
        <w:t>668.8182</w:t>
      </w:r>
      <w:r>
        <w:tab/>
        <w:t>1.013e0</w:t>
      </w:r>
    </w:p>
    <w:p w:rsidR="006974AE" w:rsidRDefault="006974AE" w:rsidP="006974AE">
      <w:r>
        <w:t>668.8199</w:t>
      </w:r>
      <w:r>
        <w:tab/>
        <w:t>1.013e0</w:t>
      </w:r>
    </w:p>
    <w:p w:rsidR="006974AE" w:rsidRDefault="006974AE" w:rsidP="006974AE">
      <w:r>
        <w:t>668.8296</w:t>
      </w:r>
      <w:r>
        <w:tab/>
        <w:t>1.013e0</w:t>
      </w:r>
    </w:p>
    <w:p w:rsidR="006974AE" w:rsidRDefault="006974AE" w:rsidP="006974AE">
      <w:r>
        <w:t>668.8395</w:t>
      </w:r>
      <w:r>
        <w:tab/>
        <w:t>2.025e0</w:t>
      </w:r>
    </w:p>
    <w:p w:rsidR="006974AE" w:rsidRDefault="006974AE" w:rsidP="006974AE">
      <w:r>
        <w:t>668.8752</w:t>
      </w:r>
      <w:r>
        <w:tab/>
        <w:t>1.013e0</w:t>
      </w:r>
    </w:p>
    <w:p w:rsidR="006974AE" w:rsidRDefault="006974AE" w:rsidP="006974AE">
      <w:r>
        <w:t>668.9408</w:t>
      </w:r>
      <w:r>
        <w:tab/>
        <w:t>1.013e0</w:t>
      </w:r>
    </w:p>
    <w:p w:rsidR="006974AE" w:rsidRDefault="006974AE" w:rsidP="006974AE">
      <w:r>
        <w:t>668.9549</w:t>
      </w:r>
      <w:r>
        <w:tab/>
        <w:t>1.013e0</w:t>
      </w:r>
    </w:p>
    <w:p w:rsidR="006974AE" w:rsidRDefault="006974AE" w:rsidP="006974AE">
      <w:r>
        <w:t>668.9996</w:t>
      </w:r>
      <w:r>
        <w:tab/>
        <w:t>1.013e0</w:t>
      </w:r>
    </w:p>
    <w:p w:rsidR="006974AE" w:rsidRDefault="006974AE" w:rsidP="006974AE">
      <w:r>
        <w:t>669.0346</w:t>
      </w:r>
      <w:r>
        <w:tab/>
        <w:t>1.013e0</w:t>
      </w:r>
    </w:p>
    <w:p w:rsidR="006974AE" w:rsidRDefault="006974AE" w:rsidP="006974AE">
      <w:r>
        <w:lastRenderedPageBreak/>
        <w:t>669.0465</w:t>
      </w:r>
      <w:r>
        <w:tab/>
        <w:t>2.025e0</w:t>
      </w:r>
    </w:p>
    <w:p w:rsidR="006974AE" w:rsidRDefault="006974AE" w:rsidP="006974AE">
      <w:r>
        <w:t>669.0793</w:t>
      </w:r>
      <w:r>
        <w:tab/>
        <w:t>1.013e0</w:t>
      </w:r>
    </w:p>
    <w:p w:rsidR="006974AE" w:rsidRDefault="006974AE" w:rsidP="006974AE">
      <w:r>
        <w:t>669.1029</w:t>
      </w:r>
      <w:r>
        <w:tab/>
        <w:t>1.013e0</w:t>
      </w:r>
    </w:p>
    <w:p w:rsidR="006974AE" w:rsidRDefault="006974AE" w:rsidP="006974AE">
      <w:r>
        <w:t>669.1309</w:t>
      </w:r>
      <w:r>
        <w:tab/>
        <w:t>1.013e0</w:t>
      </w:r>
    </w:p>
    <w:p w:rsidR="006974AE" w:rsidRDefault="006974AE" w:rsidP="006974AE">
      <w:r>
        <w:t>669.1489</w:t>
      </w:r>
      <w:r>
        <w:tab/>
        <w:t>2.025e0</w:t>
      </w:r>
    </w:p>
    <w:p w:rsidR="006974AE" w:rsidRDefault="006974AE" w:rsidP="006974AE">
      <w:r>
        <w:t>669.1748</w:t>
      </w:r>
      <w:r>
        <w:tab/>
        <w:t>2.025e0</w:t>
      </w:r>
    </w:p>
    <w:p w:rsidR="006974AE" w:rsidRDefault="006974AE" w:rsidP="006974AE">
      <w:r>
        <w:t>669.1773</w:t>
      </w:r>
      <w:r>
        <w:tab/>
        <w:t>3.038e0</w:t>
      </w:r>
    </w:p>
    <w:p w:rsidR="006974AE" w:rsidRDefault="006974AE" w:rsidP="006974AE">
      <w:r>
        <w:t>669.1927</w:t>
      </w:r>
      <w:r>
        <w:tab/>
        <w:t>2.025e0</w:t>
      </w:r>
    </w:p>
    <w:p w:rsidR="006974AE" w:rsidRDefault="006974AE" w:rsidP="006974AE">
      <w:r>
        <w:t>669.2054</w:t>
      </w:r>
      <w:r>
        <w:tab/>
        <w:t>1.013e0</w:t>
      </w:r>
    </w:p>
    <w:p w:rsidR="006974AE" w:rsidRDefault="006974AE" w:rsidP="006974AE">
      <w:r>
        <w:t>669.2560</w:t>
      </w:r>
      <w:r>
        <w:tab/>
        <w:t>2.025e0</w:t>
      </w:r>
    </w:p>
    <w:p w:rsidR="006974AE" w:rsidRDefault="006974AE" w:rsidP="006974AE">
      <w:r>
        <w:t>669.2599</w:t>
      </w:r>
      <w:r>
        <w:tab/>
        <w:t>3.038e0</w:t>
      </w:r>
    </w:p>
    <w:p w:rsidR="006974AE" w:rsidRDefault="006974AE" w:rsidP="006974AE">
      <w:r>
        <w:t>669.2797</w:t>
      </w:r>
      <w:r>
        <w:tab/>
        <w:t>2.025e0</w:t>
      </w:r>
    </w:p>
    <w:p w:rsidR="006974AE" w:rsidRDefault="006974AE" w:rsidP="006974AE">
      <w:r>
        <w:t>669.2958</w:t>
      </w:r>
      <w:r>
        <w:tab/>
        <w:t>1.013e0</w:t>
      </w:r>
    </w:p>
    <w:p w:rsidR="006974AE" w:rsidRDefault="006974AE" w:rsidP="006974AE">
      <w:r>
        <w:t>669.3090</w:t>
      </w:r>
      <w:r>
        <w:tab/>
        <w:t>3.038e0</w:t>
      </w:r>
    </w:p>
    <w:p w:rsidR="006974AE" w:rsidRDefault="006974AE" w:rsidP="006974AE">
      <w:r>
        <w:t>669.3248</w:t>
      </w:r>
      <w:r>
        <w:tab/>
        <w:t>2.025e0</w:t>
      </w:r>
    </w:p>
    <w:p w:rsidR="006974AE" w:rsidRDefault="006974AE" w:rsidP="006974AE">
      <w:r>
        <w:t>669.3298</w:t>
      </w:r>
      <w:r>
        <w:tab/>
        <w:t>5.063e0</w:t>
      </w:r>
    </w:p>
    <w:p w:rsidR="006974AE" w:rsidRDefault="006974AE" w:rsidP="006974AE">
      <w:r>
        <w:t>669.3584</w:t>
      </w:r>
      <w:r>
        <w:tab/>
        <w:t>2.025e0</w:t>
      </w:r>
    </w:p>
    <w:p w:rsidR="006974AE" w:rsidRDefault="006974AE" w:rsidP="006974AE">
      <w:r>
        <w:t>669.3645</w:t>
      </w:r>
      <w:r>
        <w:tab/>
        <w:t>3.038e0</w:t>
      </w:r>
    </w:p>
    <w:p w:rsidR="006974AE" w:rsidRDefault="006974AE" w:rsidP="006974AE">
      <w:r>
        <w:t>669.3983</w:t>
      </w:r>
      <w:r>
        <w:tab/>
        <w:t>1.013e0</w:t>
      </w:r>
    </w:p>
    <w:p w:rsidR="006974AE" w:rsidRDefault="006974AE" w:rsidP="006974AE">
      <w:r>
        <w:lastRenderedPageBreak/>
        <w:t>669.4001</w:t>
      </w:r>
      <w:r>
        <w:tab/>
        <w:t>3.038e0</w:t>
      </w:r>
    </w:p>
    <w:p w:rsidR="006974AE" w:rsidRDefault="006974AE" w:rsidP="006974AE">
      <w:r>
        <w:t>669.4219</w:t>
      </w:r>
      <w:r>
        <w:tab/>
        <w:t>1.013e0</w:t>
      </w:r>
    </w:p>
    <w:p w:rsidR="006974AE" w:rsidRDefault="006974AE" w:rsidP="006974AE">
      <w:r>
        <w:t>669.4439</w:t>
      </w:r>
      <w:r>
        <w:tab/>
        <w:t>1.013e0</w:t>
      </w:r>
    </w:p>
    <w:p w:rsidR="006974AE" w:rsidRDefault="006974AE" w:rsidP="006974AE">
      <w:r>
        <w:t>669.4517</w:t>
      </w:r>
      <w:r>
        <w:tab/>
        <w:t>2.025e0</w:t>
      </w:r>
    </w:p>
    <w:p w:rsidR="006974AE" w:rsidRDefault="006974AE" w:rsidP="006974AE">
      <w:r>
        <w:t>669.4609</w:t>
      </w:r>
      <w:r>
        <w:tab/>
        <w:t>2.025e0</w:t>
      </w:r>
    </w:p>
    <w:p w:rsidR="006974AE" w:rsidRDefault="006974AE" w:rsidP="006974AE">
      <w:r>
        <w:t>669.4960</w:t>
      </w:r>
      <w:r>
        <w:tab/>
        <w:t>1.013e0</w:t>
      </w:r>
    </w:p>
    <w:p w:rsidR="006974AE" w:rsidRDefault="006974AE" w:rsidP="006974AE">
      <w:r>
        <w:t>669.5400</w:t>
      </w:r>
      <w:r>
        <w:tab/>
        <w:t>2.025e0</w:t>
      </w:r>
    </w:p>
    <w:p w:rsidR="006974AE" w:rsidRDefault="006974AE" w:rsidP="006974AE">
      <w:r>
        <w:t>669.5468</w:t>
      </w:r>
      <w:r>
        <w:tab/>
        <w:t>3.038e0</w:t>
      </w:r>
    </w:p>
    <w:p w:rsidR="006974AE" w:rsidRDefault="006974AE" w:rsidP="006974AE">
      <w:r>
        <w:t>669.5608</w:t>
      </w:r>
      <w:r>
        <w:tab/>
        <w:t>2.025e0</w:t>
      </w:r>
    </w:p>
    <w:p w:rsidR="006974AE" w:rsidRDefault="006974AE" w:rsidP="006974AE">
      <w:r>
        <w:t>669.5652</w:t>
      </w:r>
      <w:r>
        <w:tab/>
        <w:t>1.013e0</w:t>
      </w:r>
    </w:p>
    <w:p w:rsidR="006974AE" w:rsidRDefault="006974AE" w:rsidP="006974AE">
      <w:r>
        <w:t>669.6035</w:t>
      </w:r>
      <w:r>
        <w:tab/>
        <w:t>1.013e0</w:t>
      </w:r>
    </w:p>
    <w:p w:rsidR="006974AE" w:rsidRDefault="006974AE" w:rsidP="006974AE">
      <w:r>
        <w:t>669.6516</w:t>
      </w:r>
      <w:r>
        <w:tab/>
        <w:t>4.051e0</w:t>
      </w:r>
    </w:p>
    <w:p w:rsidR="006974AE" w:rsidRDefault="006974AE" w:rsidP="006974AE">
      <w:r>
        <w:t>669.6946</w:t>
      </w:r>
      <w:r>
        <w:tab/>
        <w:t>1.013e0</w:t>
      </w:r>
    </w:p>
    <w:p w:rsidR="006974AE" w:rsidRDefault="006974AE" w:rsidP="006974AE">
      <w:r>
        <w:t>669.7061</w:t>
      </w:r>
      <w:r>
        <w:tab/>
        <w:t>1.013e0</w:t>
      </w:r>
    </w:p>
    <w:p w:rsidR="006974AE" w:rsidRDefault="006974AE" w:rsidP="006974AE">
      <w:r>
        <w:t>669.7263</w:t>
      </w:r>
      <w:r>
        <w:tab/>
        <w:t>2.025e0</w:t>
      </w:r>
    </w:p>
    <w:p w:rsidR="006974AE" w:rsidRDefault="006974AE" w:rsidP="006974AE">
      <w:r>
        <w:t>669.7297</w:t>
      </w:r>
      <w:r>
        <w:tab/>
        <w:t>1.013e0</w:t>
      </w:r>
    </w:p>
    <w:p w:rsidR="006974AE" w:rsidRDefault="006974AE" w:rsidP="006974AE">
      <w:r>
        <w:t>669.7384</w:t>
      </w:r>
      <w:r>
        <w:tab/>
        <w:t>1.013e0</w:t>
      </w:r>
    </w:p>
    <w:p w:rsidR="006974AE" w:rsidRDefault="006974AE" w:rsidP="006974AE">
      <w:r>
        <w:t>669.8602</w:t>
      </w:r>
      <w:r>
        <w:tab/>
        <w:t>1.013e0</w:t>
      </w:r>
    </w:p>
    <w:p w:rsidR="006974AE" w:rsidRDefault="006974AE" w:rsidP="006974AE">
      <w:r>
        <w:t>669.8779</w:t>
      </w:r>
      <w:r>
        <w:tab/>
        <w:t>1.013e0</w:t>
      </w:r>
    </w:p>
    <w:p w:rsidR="006974AE" w:rsidRDefault="006974AE" w:rsidP="006974AE">
      <w:r>
        <w:lastRenderedPageBreak/>
        <w:t>669.9231</w:t>
      </w:r>
      <w:r>
        <w:tab/>
        <w:t>2.025e0</w:t>
      </w:r>
    </w:p>
    <w:p w:rsidR="006974AE" w:rsidRDefault="006974AE" w:rsidP="006974AE">
      <w:r>
        <w:t>669.9455</w:t>
      </w:r>
      <w:r>
        <w:tab/>
        <w:t>1.013e0</w:t>
      </w:r>
    </w:p>
    <w:p w:rsidR="006974AE" w:rsidRDefault="006974AE" w:rsidP="006974AE">
      <w:r>
        <w:t>669.9683</w:t>
      </w:r>
      <w:r>
        <w:tab/>
        <w:t>1.013e0</w:t>
      </w:r>
    </w:p>
    <w:p w:rsidR="006974AE" w:rsidRDefault="006974AE" w:rsidP="006974AE">
      <w:r>
        <w:t>670.0328</w:t>
      </w:r>
      <w:r>
        <w:tab/>
        <w:t>2.025e0</w:t>
      </w:r>
    </w:p>
    <w:p w:rsidR="006974AE" w:rsidRDefault="006974AE" w:rsidP="006974AE">
      <w:r>
        <w:t>670.0850</w:t>
      </w:r>
      <w:r>
        <w:tab/>
        <w:t>1.013e0</w:t>
      </w:r>
    </w:p>
    <w:p w:rsidR="006974AE" w:rsidRDefault="006974AE" w:rsidP="006974AE">
      <w:r>
        <w:t>670.1060</w:t>
      </w:r>
      <w:r>
        <w:tab/>
        <w:t>1.013e0</w:t>
      </w:r>
    </w:p>
    <w:p w:rsidR="006974AE" w:rsidRDefault="006974AE" w:rsidP="006974AE">
      <w:r>
        <w:t>670.1288</w:t>
      </w:r>
      <w:r>
        <w:tab/>
        <w:t>1.013e0</w:t>
      </w:r>
    </w:p>
    <w:p w:rsidR="006974AE" w:rsidRDefault="006974AE" w:rsidP="006974AE">
      <w:r>
        <w:t>670.1306</w:t>
      </w:r>
      <w:r>
        <w:tab/>
        <w:t>2.025e0</w:t>
      </w:r>
    </w:p>
    <w:p w:rsidR="006974AE" w:rsidRDefault="006974AE" w:rsidP="006974AE">
      <w:r>
        <w:t>670.1551</w:t>
      </w:r>
      <w:r>
        <w:tab/>
        <w:t>1.013e0</w:t>
      </w:r>
    </w:p>
    <w:p w:rsidR="006974AE" w:rsidRDefault="006974AE" w:rsidP="006974AE">
      <w:r>
        <w:t>670.1565</w:t>
      </w:r>
      <w:r>
        <w:tab/>
        <w:t>4.051e0</w:t>
      </w:r>
    </w:p>
    <w:p w:rsidR="006974AE" w:rsidRDefault="006974AE" w:rsidP="006974AE">
      <w:r>
        <w:t>670.1850</w:t>
      </w:r>
      <w:r>
        <w:tab/>
        <w:t>1.013e0</w:t>
      </w:r>
    </w:p>
    <w:p w:rsidR="006974AE" w:rsidRDefault="006974AE" w:rsidP="006974AE">
      <w:r>
        <w:t>670.2078</w:t>
      </w:r>
      <w:r>
        <w:tab/>
        <w:t>1.013e0</w:t>
      </w:r>
    </w:p>
    <w:p w:rsidR="006974AE" w:rsidRDefault="006974AE" w:rsidP="006974AE">
      <w:r>
        <w:t>670.2314</w:t>
      </w:r>
      <w:r>
        <w:tab/>
        <w:t>1.013e0</w:t>
      </w:r>
    </w:p>
    <w:p w:rsidR="006974AE" w:rsidRDefault="006974AE" w:rsidP="006974AE">
      <w:r>
        <w:t>670.2412</w:t>
      </w:r>
      <w:r>
        <w:tab/>
        <w:t>1.013e0</w:t>
      </w:r>
    </w:p>
    <w:p w:rsidR="006974AE" w:rsidRDefault="006974AE" w:rsidP="006974AE">
      <w:r>
        <w:t>670.2796</w:t>
      </w:r>
      <w:r>
        <w:tab/>
        <w:t>7.089e0</w:t>
      </w:r>
    </w:p>
    <w:p w:rsidR="006974AE" w:rsidRDefault="006974AE" w:rsidP="006974AE">
      <w:r>
        <w:t>670.2933</w:t>
      </w:r>
      <w:r>
        <w:tab/>
        <w:t>2.025e0</w:t>
      </w:r>
    </w:p>
    <w:p w:rsidR="006974AE" w:rsidRDefault="006974AE" w:rsidP="006974AE">
      <w:r>
        <w:t>670.2975</w:t>
      </w:r>
      <w:r>
        <w:tab/>
        <w:t>3.038e0</w:t>
      </w:r>
    </w:p>
    <w:p w:rsidR="006974AE" w:rsidRDefault="006974AE" w:rsidP="006974AE">
      <w:r>
        <w:t>670.3209</w:t>
      </w:r>
      <w:r>
        <w:tab/>
        <w:t>3.879e0</w:t>
      </w:r>
    </w:p>
    <w:p w:rsidR="006974AE" w:rsidRDefault="006974AE" w:rsidP="006974AE">
      <w:r>
        <w:t>670.3275</w:t>
      </w:r>
      <w:r>
        <w:tab/>
        <w:t>6.076e0</w:t>
      </w:r>
    </w:p>
    <w:p w:rsidR="006974AE" w:rsidRDefault="006974AE" w:rsidP="006974AE">
      <w:r>
        <w:lastRenderedPageBreak/>
        <w:t>670.3292</w:t>
      </w:r>
      <w:r>
        <w:tab/>
        <w:t>3.038e0</w:t>
      </w:r>
    </w:p>
    <w:p w:rsidR="006974AE" w:rsidRDefault="006974AE" w:rsidP="006974AE">
      <w:r>
        <w:t>670.3546</w:t>
      </w:r>
      <w:r>
        <w:tab/>
        <w:t>2.025e0</w:t>
      </w:r>
    </w:p>
    <w:p w:rsidR="006974AE" w:rsidRDefault="006974AE" w:rsidP="006974AE">
      <w:r>
        <w:t>670.4018</w:t>
      </w:r>
      <w:r>
        <w:tab/>
        <w:t>1.013e0</w:t>
      </w:r>
    </w:p>
    <w:p w:rsidR="006974AE" w:rsidRDefault="006974AE" w:rsidP="006974AE">
      <w:r>
        <w:t>670.4200</w:t>
      </w:r>
      <w:r>
        <w:tab/>
        <w:t>2.025e0</w:t>
      </w:r>
    </w:p>
    <w:p w:rsidR="006974AE" w:rsidRDefault="006974AE" w:rsidP="006974AE">
      <w:r>
        <w:t>670.4757</w:t>
      </w:r>
      <w:r>
        <w:tab/>
        <w:t>2.025e0</w:t>
      </w:r>
    </w:p>
    <w:p w:rsidR="006974AE" w:rsidRDefault="006974AE" w:rsidP="006974AE">
      <w:r>
        <w:t>670.4825</w:t>
      </w:r>
      <w:r>
        <w:tab/>
        <w:t>1.013e0</w:t>
      </w:r>
    </w:p>
    <w:p w:rsidR="006974AE" w:rsidRDefault="006974AE" w:rsidP="006974AE">
      <w:r>
        <w:t>670.4939</w:t>
      </w:r>
      <w:r>
        <w:tab/>
        <w:t>2.025e0</w:t>
      </w:r>
    </w:p>
    <w:p w:rsidR="006974AE" w:rsidRDefault="006974AE" w:rsidP="006974AE">
      <w:r>
        <w:t>670.5053</w:t>
      </w:r>
      <w:r>
        <w:tab/>
        <w:t>1.013e0</w:t>
      </w:r>
    </w:p>
    <w:p w:rsidR="006974AE" w:rsidRDefault="006974AE" w:rsidP="006974AE">
      <w:r>
        <w:t>670.5192</w:t>
      </w:r>
      <w:r>
        <w:tab/>
        <w:t>1.013e0</w:t>
      </w:r>
    </w:p>
    <w:p w:rsidR="006974AE" w:rsidRDefault="006974AE" w:rsidP="006974AE">
      <w:r>
        <w:t>670.5530</w:t>
      </w:r>
      <w:r>
        <w:tab/>
        <w:t>1.013e0</w:t>
      </w:r>
    </w:p>
    <w:p w:rsidR="006974AE" w:rsidRDefault="006974AE" w:rsidP="006974AE">
      <w:r>
        <w:t>670.5738</w:t>
      </w:r>
      <w:r>
        <w:tab/>
        <w:t>1.013e0</w:t>
      </w:r>
    </w:p>
    <w:p w:rsidR="006974AE" w:rsidRDefault="006974AE" w:rsidP="006974AE">
      <w:r>
        <w:t>670.5853</w:t>
      </w:r>
      <w:r>
        <w:tab/>
        <w:t>2.025e0</w:t>
      </w:r>
    </w:p>
    <w:p w:rsidR="006974AE" w:rsidRDefault="006974AE" w:rsidP="006974AE">
      <w:r>
        <w:t>670.6399</w:t>
      </w:r>
      <w:r>
        <w:tab/>
        <w:t>1.013e0</w:t>
      </w:r>
    </w:p>
    <w:p w:rsidR="006974AE" w:rsidRDefault="006974AE" w:rsidP="006974AE">
      <w:r>
        <w:t>670.6564</w:t>
      </w:r>
      <w:r>
        <w:tab/>
        <w:t>2.025e0</w:t>
      </w:r>
    </w:p>
    <w:p w:rsidR="006974AE" w:rsidRDefault="006974AE" w:rsidP="006974AE">
      <w:r>
        <w:t>670.7271</w:t>
      </w:r>
      <w:r>
        <w:tab/>
        <w:t>1.013e0</w:t>
      </w:r>
    </w:p>
    <w:p w:rsidR="006974AE" w:rsidRDefault="006974AE" w:rsidP="006974AE">
      <w:r>
        <w:t>670.7442</w:t>
      </w:r>
      <w:r>
        <w:tab/>
        <w:t>1.013e0</w:t>
      </w:r>
    </w:p>
    <w:p w:rsidR="006974AE" w:rsidRDefault="006974AE" w:rsidP="006974AE">
      <w:r>
        <w:t>670.7556</w:t>
      </w:r>
      <w:r>
        <w:tab/>
        <w:t>1.013e0</w:t>
      </w:r>
    </w:p>
    <w:p w:rsidR="006974AE" w:rsidRDefault="006974AE" w:rsidP="006974AE">
      <w:r>
        <w:t>670.7792</w:t>
      </w:r>
      <w:r>
        <w:tab/>
        <w:t>1.013e0</w:t>
      </w:r>
    </w:p>
    <w:p w:rsidR="006974AE" w:rsidRDefault="006974AE" w:rsidP="006974AE">
      <w:r>
        <w:t>670.8191</w:t>
      </w:r>
      <w:r>
        <w:tab/>
        <w:t>2.025e0</w:t>
      </w:r>
    </w:p>
    <w:p w:rsidR="006974AE" w:rsidRDefault="006974AE" w:rsidP="006974AE">
      <w:r>
        <w:lastRenderedPageBreak/>
        <w:t>670.8481</w:t>
      </w:r>
      <w:r>
        <w:tab/>
        <w:t>2.025e0</w:t>
      </w:r>
    </w:p>
    <w:p w:rsidR="006974AE" w:rsidRDefault="006974AE" w:rsidP="006974AE">
      <w:r>
        <w:t>670.8706</w:t>
      </w:r>
      <w:r>
        <w:tab/>
        <w:t>1.013e0</w:t>
      </w:r>
    </w:p>
    <w:p w:rsidR="006974AE" w:rsidRDefault="006974AE" w:rsidP="006974AE">
      <w:r>
        <w:t>670.8754</w:t>
      </w:r>
      <w:r>
        <w:tab/>
        <w:t>2.025e0</w:t>
      </w:r>
    </w:p>
    <w:p w:rsidR="006974AE" w:rsidRDefault="006974AE" w:rsidP="006974AE">
      <w:r>
        <w:t>670.9041</w:t>
      </w:r>
      <w:r>
        <w:tab/>
        <w:t>1.013e0</w:t>
      </w:r>
    </w:p>
    <w:p w:rsidR="006974AE" w:rsidRDefault="006974AE" w:rsidP="006974AE">
      <w:r>
        <w:t>670.9169</w:t>
      </w:r>
      <w:r>
        <w:tab/>
        <w:t>1.013e0</w:t>
      </w:r>
    </w:p>
    <w:p w:rsidR="006974AE" w:rsidRDefault="006974AE" w:rsidP="006974AE">
      <w:r>
        <w:t>670.9391</w:t>
      </w:r>
      <w:r>
        <w:tab/>
        <w:t>1.013e0</w:t>
      </w:r>
    </w:p>
    <w:p w:rsidR="006974AE" w:rsidRDefault="006974AE" w:rsidP="006974AE">
      <w:r>
        <w:t>671.0012</w:t>
      </w:r>
      <w:r>
        <w:tab/>
        <w:t>2.025e0</w:t>
      </w:r>
    </w:p>
    <w:p w:rsidR="006974AE" w:rsidRDefault="006974AE" w:rsidP="006974AE">
      <w:r>
        <w:t>671.0219</w:t>
      </w:r>
      <w:r>
        <w:tab/>
        <w:t>1.013e0</w:t>
      </w:r>
    </w:p>
    <w:p w:rsidR="006974AE" w:rsidRDefault="006974AE" w:rsidP="006974AE">
      <w:r>
        <w:t>671.0557</w:t>
      </w:r>
      <w:r>
        <w:tab/>
        <w:t>1.013e0</w:t>
      </w:r>
    </w:p>
    <w:p w:rsidR="006974AE" w:rsidRDefault="006974AE" w:rsidP="006974AE">
      <w:r>
        <w:t>671.0648</w:t>
      </w:r>
      <w:r>
        <w:tab/>
        <w:t>1.013e0</w:t>
      </w:r>
    </w:p>
    <w:p w:rsidR="006974AE" w:rsidRDefault="006974AE" w:rsidP="006974AE">
      <w:r>
        <w:t>671.0911</w:t>
      </w:r>
      <w:r>
        <w:tab/>
        <w:t>1.013e0</w:t>
      </w:r>
    </w:p>
    <w:p w:rsidR="006974AE" w:rsidRDefault="006974AE" w:rsidP="006974AE">
      <w:r>
        <w:t>671.0961</w:t>
      </w:r>
      <w:r>
        <w:tab/>
        <w:t>2.025e0</w:t>
      </w:r>
    </w:p>
    <w:p w:rsidR="006974AE" w:rsidRDefault="006974AE" w:rsidP="006974AE">
      <w:r>
        <w:t>671.0979</w:t>
      </w:r>
      <w:r>
        <w:tab/>
        <w:t>2.025e0</w:t>
      </w:r>
    </w:p>
    <w:p w:rsidR="006974AE" w:rsidRDefault="006974AE" w:rsidP="006974AE">
      <w:r>
        <w:t>671.1447</w:t>
      </w:r>
      <w:r>
        <w:tab/>
        <w:t>1.013e0</w:t>
      </w:r>
    </w:p>
    <w:p w:rsidR="006974AE" w:rsidRDefault="006974AE" w:rsidP="006974AE">
      <w:r>
        <w:t>671.1596</w:t>
      </w:r>
      <w:r>
        <w:tab/>
        <w:t>1.013e0</w:t>
      </w:r>
    </w:p>
    <w:p w:rsidR="006974AE" w:rsidRDefault="006974AE" w:rsidP="006974AE">
      <w:r>
        <w:t>671.1669</w:t>
      </w:r>
      <w:r>
        <w:tab/>
        <w:t>5.063e0</w:t>
      </w:r>
    </w:p>
    <w:p w:rsidR="006974AE" w:rsidRDefault="006974AE" w:rsidP="006974AE">
      <w:r>
        <w:t>671.1951</w:t>
      </w:r>
      <w:r>
        <w:tab/>
        <w:t>1.013e0</w:t>
      </w:r>
    </w:p>
    <w:p w:rsidR="006974AE" w:rsidRDefault="006974AE" w:rsidP="006974AE">
      <w:r>
        <w:t>671.2124</w:t>
      </w:r>
      <w:r>
        <w:tab/>
        <w:t>1.013e0</w:t>
      </w:r>
    </w:p>
    <w:p w:rsidR="006974AE" w:rsidRDefault="006974AE" w:rsidP="006974AE">
      <w:r>
        <w:t>671.2247</w:t>
      </w:r>
      <w:r>
        <w:tab/>
        <w:t>1.013e0</w:t>
      </w:r>
    </w:p>
    <w:p w:rsidR="006974AE" w:rsidRDefault="006974AE" w:rsidP="006974AE">
      <w:r>
        <w:lastRenderedPageBreak/>
        <w:t>671.2634</w:t>
      </w:r>
      <w:r>
        <w:tab/>
        <w:t>2.025e0</w:t>
      </w:r>
    </w:p>
    <w:p w:rsidR="006974AE" w:rsidRDefault="006974AE" w:rsidP="006974AE">
      <w:r>
        <w:t>671.2664</w:t>
      </w:r>
      <w:r>
        <w:tab/>
        <w:t>4.051e0</w:t>
      </w:r>
    </w:p>
    <w:p w:rsidR="006974AE" w:rsidRDefault="006974AE" w:rsidP="006974AE">
      <w:r>
        <w:t>671.2878</w:t>
      </w:r>
      <w:r>
        <w:tab/>
        <w:t>2.025e0</w:t>
      </w:r>
    </w:p>
    <w:p w:rsidR="006974AE" w:rsidRDefault="006974AE" w:rsidP="006974AE">
      <w:r>
        <w:t>671.3281</w:t>
      </w:r>
      <w:r>
        <w:tab/>
        <w:t>2.025e0</w:t>
      </w:r>
    </w:p>
    <w:p w:rsidR="006974AE" w:rsidRDefault="006974AE" w:rsidP="006974AE">
      <w:r>
        <w:t>671.3335</w:t>
      </w:r>
      <w:r>
        <w:tab/>
        <w:t>3.038e0</w:t>
      </w:r>
    </w:p>
    <w:p w:rsidR="006974AE" w:rsidRDefault="006974AE" w:rsidP="006974AE">
      <w:r>
        <w:t>671.3397</w:t>
      </w:r>
      <w:r>
        <w:tab/>
        <w:t>2.491e0</w:t>
      </w:r>
    </w:p>
    <w:p w:rsidR="006974AE" w:rsidRDefault="006974AE" w:rsidP="006974AE">
      <w:r>
        <w:t>671.3711</w:t>
      </w:r>
      <w:r>
        <w:tab/>
        <w:t>2.025e0</w:t>
      </w:r>
    </w:p>
    <w:p w:rsidR="006974AE" w:rsidRDefault="006974AE" w:rsidP="006974AE">
      <w:r>
        <w:t>671.3774</w:t>
      </w:r>
      <w:r>
        <w:tab/>
        <w:t>2.025e0</w:t>
      </w:r>
    </w:p>
    <w:p w:rsidR="006974AE" w:rsidRDefault="006974AE" w:rsidP="006974AE">
      <w:r>
        <w:t>671.4064</w:t>
      </w:r>
      <w:r>
        <w:tab/>
        <w:t>2.025e0</w:t>
      </w:r>
    </w:p>
    <w:p w:rsidR="006974AE" w:rsidRDefault="006974AE" w:rsidP="006974AE">
      <w:r>
        <w:t>671.4409</w:t>
      </w:r>
      <w:r>
        <w:tab/>
        <w:t>1.013e0</w:t>
      </w:r>
    </w:p>
    <w:p w:rsidR="006974AE" w:rsidRDefault="006974AE" w:rsidP="006974AE">
      <w:r>
        <w:t>671.4646</w:t>
      </w:r>
      <w:r>
        <w:tab/>
        <w:t>1.013e0</w:t>
      </w:r>
    </w:p>
    <w:p w:rsidR="006974AE" w:rsidRDefault="006974AE" w:rsidP="006974AE">
      <w:r>
        <w:t>671.4989</w:t>
      </w:r>
      <w:r>
        <w:tab/>
        <w:t>1.013e0</w:t>
      </w:r>
    </w:p>
    <w:p w:rsidR="006974AE" w:rsidRDefault="006974AE" w:rsidP="006974AE">
      <w:r>
        <w:t>671.5152</w:t>
      </w:r>
      <w:r>
        <w:tab/>
        <w:t>2.025e0</w:t>
      </w:r>
    </w:p>
    <w:p w:rsidR="006974AE" w:rsidRDefault="006974AE" w:rsidP="006974AE">
      <w:r>
        <w:t>671.5236</w:t>
      </w:r>
      <w:r>
        <w:tab/>
        <w:t>1.013e0</w:t>
      </w:r>
    </w:p>
    <w:p w:rsidR="006974AE" w:rsidRDefault="006974AE" w:rsidP="006974AE">
      <w:r>
        <w:t>671.5446</w:t>
      </w:r>
      <w:r>
        <w:tab/>
        <w:t>1.013e0</w:t>
      </w:r>
    </w:p>
    <w:p w:rsidR="006974AE" w:rsidRDefault="006974AE" w:rsidP="006974AE">
      <w:r>
        <w:t>671.5938</w:t>
      </w:r>
      <w:r>
        <w:tab/>
        <w:t>1.013e0</w:t>
      </w:r>
    </w:p>
    <w:p w:rsidR="006974AE" w:rsidRDefault="006974AE" w:rsidP="006974AE">
      <w:r>
        <w:t>671.6276</w:t>
      </w:r>
      <w:r>
        <w:tab/>
        <w:t>1.013e0</w:t>
      </w:r>
    </w:p>
    <w:p w:rsidR="006974AE" w:rsidRDefault="006974AE" w:rsidP="006974AE">
      <w:r>
        <w:t>671.6452</w:t>
      </w:r>
      <w:r>
        <w:tab/>
        <w:t>1.013e0</w:t>
      </w:r>
    </w:p>
    <w:p w:rsidR="006974AE" w:rsidRDefault="006974AE" w:rsidP="006974AE">
      <w:r>
        <w:t>671.6630</w:t>
      </w:r>
      <w:r>
        <w:tab/>
        <w:t>1.013e0</w:t>
      </w:r>
    </w:p>
    <w:p w:rsidR="006974AE" w:rsidRDefault="006974AE" w:rsidP="006974AE">
      <w:r>
        <w:lastRenderedPageBreak/>
        <w:t>671.7222</w:t>
      </w:r>
      <w:r>
        <w:tab/>
        <w:t>2.025e0</w:t>
      </w:r>
    </w:p>
    <w:p w:rsidR="006974AE" w:rsidRDefault="006974AE" w:rsidP="006974AE">
      <w:r>
        <w:t>671.7381</w:t>
      </w:r>
      <w:r>
        <w:tab/>
        <w:t>1.013e0</w:t>
      </w:r>
    </w:p>
    <w:p w:rsidR="006974AE" w:rsidRDefault="006974AE" w:rsidP="006974AE">
      <w:r>
        <w:t>671.7496</w:t>
      </w:r>
      <w:r>
        <w:tab/>
        <w:t>1.013e0</w:t>
      </w:r>
    </w:p>
    <w:p w:rsidR="006974AE" w:rsidRDefault="006974AE" w:rsidP="006974AE">
      <w:r>
        <w:t>671.7843</w:t>
      </w:r>
      <w:r>
        <w:tab/>
        <w:t>2.025e0</w:t>
      </w:r>
    </w:p>
    <w:p w:rsidR="006974AE" w:rsidRDefault="006974AE" w:rsidP="006974AE">
      <w:r>
        <w:t>671.8419</w:t>
      </w:r>
      <w:r>
        <w:tab/>
        <w:t>1.013e0</w:t>
      </w:r>
    </w:p>
    <w:p w:rsidR="006974AE" w:rsidRDefault="006974AE" w:rsidP="006974AE">
      <w:r>
        <w:t>671.8822</w:t>
      </w:r>
      <w:r>
        <w:tab/>
        <w:t>2.025e0</w:t>
      </w:r>
    </w:p>
    <w:p w:rsidR="006974AE" w:rsidRDefault="006974AE" w:rsidP="006974AE">
      <w:r>
        <w:t>671.8874</w:t>
      </w:r>
      <w:r>
        <w:tab/>
        <w:t>1.013e0</w:t>
      </w:r>
    </w:p>
    <w:p w:rsidR="006974AE" w:rsidRDefault="006974AE" w:rsidP="006974AE">
      <w:r>
        <w:t>671.8990</w:t>
      </w:r>
      <w:r>
        <w:tab/>
        <w:t>1.013e0</w:t>
      </w:r>
    </w:p>
    <w:p w:rsidR="006974AE" w:rsidRDefault="006974AE" w:rsidP="006974AE">
      <w:r>
        <w:t>671.9273</w:t>
      </w:r>
      <w:r>
        <w:tab/>
        <w:t>4.051e0</w:t>
      </w:r>
    </w:p>
    <w:p w:rsidR="006974AE" w:rsidRDefault="006974AE" w:rsidP="006974AE">
      <w:r>
        <w:t>671.9343</w:t>
      </w:r>
      <w:r>
        <w:tab/>
        <w:t>2.025e0</w:t>
      </w:r>
    </w:p>
    <w:p w:rsidR="006974AE" w:rsidRDefault="006974AE" w:rsidP="006974AE">
      <w:r>
        <w:t>672.0083</w:t>
      </w:r>
      <w:r>
        <w:tab/>
        <w:t>1.013e0</w:t>
      </w:r>
    </w:p>
    <w:p w:rsidR="006974AE" w:rsidRDefault="006974AE" w:rsidP="006974AE">
      <w:r>
        <w:t>672.0469</w:t>
      </w:r>
      <w:r>
        <w:tab/>
        <w:t>1.013e0</w:t>
      </w:r>
    </w:p>
    <w:p w:rsidR="006974AE" w:rsidRDefault="006974AE" w:rsidP="006974AE">
      <w:r>
        <w:t>672.0806</w:t>
      </w:r>
      <w:r>
        <w:tab/>
        <w:t>3.038e0</w:t>
      </w:r>
    </w:p>
    <w:p w:rsidR="006974AE" w:rsidRDefault="006974AE" w:rsidP="006974AE">
      <w:r>
        <w:t>672.1022</w:t>
      </w:r>
      <w:r>
        <w:tab/>
        <w:t>2.025e0</w:t>
      </w:r>
    </w:p>
    <w:p w:rsidR="006974AE" w:rsidRDefault="006974AE" w:rsidP="006974AE">
      <w:r>
        <w:t>672.1130</w:t>
      </w:r>
      <w:r>
        <w:tab/>
        <w:t>1.013e0</w:t>
      </w:r>
    </w:p>
    <w:p w:rsidR="006974AE" w:rsidRDefault="006974AE" w:rsidP="006974AE">
      <w:r>
        <w:t>672.1155</w:t>
      </w:r>
      <w:r>
        <w:tab/>
        <w:t>1.013e0</w:t>
      </w:r>
    </w:p>
    <w:p w:rsidR="006974AE" w:rsidRDefault="006974AE" w:rsidP="006974AE">
      <w:r>
        <w:t>672.1384</w:t>
      </w:r>
      <w:r>
        <w:tab/>
        <w:t>2.025e0</w:t>
      </w:r>
    </w:p>
    <w:p w:rsidR="006974AE" w:rsidRDefault="006974AE" w:rsidP="006974AE">
      <w:r>
        <w:t>672.1729</w:t>
      </w:r>
      <w:r>
        <w:tab/>
        <w:t>3.038e0</w:t>
      </w:r>
    </w:p>
    <w:p w:rsidR="006974AE" w:rsidRDefault="006974AE" w:rsidP="006974AE">
      <w:r>
        <w:t>672.1849</w:t>
      </w:r>
      <w:r>
        <w:tab/>
        <w:t>1.013e0</w:t>
      </w:r>
    </w:p>
    <w:p w:rsidR="006974AE" w:rsidRDefault="006974AE" w:rsidP="006974AE">
      <w:r>
        <w:lastRenderedPageBreak/>
        <w:t>672.1964</w:t>
      </w:r>
      <w:r>
        <w:tab/>
        <w:t>1.013e0</w:t>
      </w:r>
    </w:p>
    <w:p w:rsidR="006974AE" w:rsidRDefault="006974AE" w:rsidP="006974AE">
      <w:r>
        <w:t>672.2355</w:t>
      </w:r>
      <w:r>
        <w:tab/>
        <w:t>4.051e0</w:t>
      </w:r>
    </w:p>
    <w:p w:rsidR="006974AE" w:rsidRDefault="006974AE" w:rsidP="006974AE">
      <w:r>
        <w:t>672.2536</w:t>
      </w:r>
      <w:r>
        <w:tab/>
        <w:t>1.013e0</w:t>
      </w:r>
    </w:p>
    <w:p w:rsidR="006974AE" w:rsidRDefault="006974AE" w:rsidP="006974AE">
      <w:r>
        <w:t>672.3033</w:t>
      </w:r>
      <w:r>
        <w:tab/>
        <w:t>1.013e0</w:t>
      </w:r>
    </w:p>
    <w:p w:rsidR="006974AE" w:rsidRDefault="006974AE" w:rsidP="006974AE">
      <w:r>
        <w:t>672.3047</w:t>
      </w:r>
      <w:r>
        <w:tab/>
        <w:t>3.591e0</w:t>
      </w:r>
    </w:p>
    <w:p w:rsidR="006974AE" w:rsidRDefault="006974AE" w:rsidP="006974AE">
      <w:r>
        <w:t>672.3096</w:t>
      </w:r>
      <w:r>
        <w:tab/>
        <w:t>5.272e0</w:t>
      </w:r>
    </w:p>
    <w:p w:rsidR="006974AE" w:rsidRDefault="006974AE" w:rsidP="006974AE">
      <w:r>
        <w:t>672.3210</w:t>
      </w:r>
      <w:r>
        <w:tab/>
        <w:t>1.013e0</w:t>
      </w:r>
    </w:p>
    <w:p w:rsidR="006974AE" w:rsidRDefault="006974AE" w:rsidP="006974AE">
      <w:r>
        <w:t>672.3645</w:t>
      </w:r>
      <w:r>
        <w:tab/>
        <w:t>2.025e0</w:t>
      </w:r>
    </w:p>
    <w:p w:rsidR="006974AE" w:rsidRDefault="006974AE" w:rsidP="006974AE">
      <w:r>
        <w:t>672.3676</w:t>
      </w:r>
      <w:r>
        <w:tab/>
        <w:t>2.025e0</w:t>
      </w:r>
    </w:p>
    <w:p w:rsidR="006974AE" w:rsidRDefault="006974AE" w:rsidP="006974AE">
      <w:r>
        <w:t>672.3734</w:t>
      </w:r>
      <w:r>
        <w:tab/>
        <w:t>1.013e0</w:t>
      </w:r>
    </w:p>
    <w:p w:rsidR="006974AE" w:rsidRDefault="006974AE" w:rsidP="006974AE">
      <w:r>
        <w:t>672.3790</w:t>
      </w:r>
      <w:r>
        <w:tab/>
        <w:t>2.025e0</w:t>
      </w:r>
    </w:p>
    <w:p w:rsidR="006974AE" w:rsidRDefault="006974AE" w:rsidP="006974AE">
      <w:r>
        <w:t>672.3969</w:t>
      </w:r>
      <w:r>
        <w:tab/>
        <w:t>2.025e0</w:t>
      </w:r>
    </w:p>
    <w:p w:rsidR="006974AE" w:rsidRDefault="006974AE" w:rsidP="006974AE">
      <w:r>
        <w:t>672.4426</w:t>
      </w:r>
      <w:r>
        <w:tab/>
        <w:t>2.025e0</w:t>
      </w:r>
    </w:p>
    <w:p w:rsidR="006974AE" w:rsidRDefault="006974AE" w:rsidP="006974AE">
      <w:r>
        <w:t>672.4636</w:t>
      </w:r>
      <w:r>
        <w:tab/>
        <w:t>3.038e0</w:t>
      </w:r>
    </w:p>
    <w:p w:rsidR="006974AE" w:rsidRDefault="006974AE" w:rsidP="006974AE">
      <w:r>
        <w:t>672.4850</w:t>
      </w:r>
      <w:r>
        <w:tab/>
        <w:t>4.051e0</w:t>
      </w:r>
    </w:p>
    <w:p w:rsidR="006974AE" w:rsidRDefault="006974AE" w:rsidP="006974AE">
      <w:r>
        <w:t>672.4910</w:t>
      </w:r>
      <w:r>
        <w:tab/>
        <w:t>3.038e0</w:t>
      </w:r>
    </w:p>
    <w:p w:rsidR="006974AE" w:rsidRDefault="006974AE" w:rsidP="006974AE">
      <w:r>
        <w:t>672.5121</w:t>
      </w:r>
      <w:r>
        <w:tab/>
        <w:t>2.025e0</w:t>
      </w:r>
    </w:p>
    <w:p w:rsidR="006974AE" w:rsidRDefault="006974AE" w:rsidP="006974AE">
      <w:r>
        <w:t>672.5139</w:t>
      </w:r>
      <w:r>
        <w:tab/>
        <w:t>4.051e0</w:t>
      </w:r>
    </w:p>
    <w:p w:rsidR="006974AE" w:rsidRDefault="006974AE" w:rsidP="006974AE">
      <w:r>
        <w:t>672.5281</w:t>
      </w:r>
      <w:r>
        <w:tab/>
        <w:t>4.051e0</w:t>
      </w:r>
    </w:p>
    <w:p w:rsidR="006974AE" w:rsidRDefault="006974AE" w:rsidP="006974AE">
      <w:r>
        <w:lastRenderedPageBreak/>
        <w:t>672.5335</w:t>
      </w:r>
      <w:r>
        <w:tab/>
        <w:t>4.051e0</w:t>
      </w:r>
    </w:p>
    <w:p w:rsidR="006974AE" w:rsidRDefault="006974AE" w:rsidP="006974AE">
      <w:r>
        <w:t>672.6156</w:t>
      </w:r>
      <w:r>
        <w:tab/>
        <w:t>1.013e0</w:t>
      </w:r>
    </w:p>
    <w:p w:rsidR="006974AE" w:rsidRDefault="006974AE" w:rsidP="006974AE">
      <w:r>
        <w:t>672.6198</w:t>
      </w:r>
      <w:r>
        <w:tab/>
        <w:t>1.013e0</w:t>
      </w:r>
    </w:p>
    <w:p w:rsidR="006974AE" w:rsidRDefault="006974AE" w:rsidP="006974AE">
      <w:r>
        <w:t>672.6233</w:t>
      </w:r>
      <w:r>
        <w:tab/>
        <w:t>2.025e0</w:t>
      </w:r>
    </w:p>
    <w:p w:rsidR="006974AE" w:rsidRDefault="006974AE" w:rsidP="006974AE">
      <w:r>
        <w:t>672.6326</w:t>
      </w:r>
      <w:r>
        <w:tab/>
        <w:t>3.038e0</w:t>
      </w:r>
    </w:p>
    <w:p w:rsidR="006974AE" w:rsidRDefault="006974AE" w:rsidP="006974AE">
      <w:r>
        <w:t>672.7056</w:t>
      </w:r>
      <w:r>
        <w:tab/>
        <w:t>2.025e0</w:t>
      </w:r>
    </w:p>
    <w:p w:rsidR="006974AE" w:rsidRDefault="006974AE" w:rsidP="006974AE">
      <w:r>
        <w:t>672.7105</w:t>
      </w:r>
      <w:r>
        <w:tab/>
        <w:t>1.013e0</w:t>
      </w:r>
    </w:p>
    <w:p w:rsidR="006974AE" w:rsidRDefault="006974AE" w:rsidP="006974AE">
      <w:r>
        <w:t>672.7374</w:t>
      </w:r>
      <w:r>
        <w:tab/>
        <w:t>1.013e0</w:t>
      </w:r>
    </w:p>
    <w:p w:rsidR="006974AE" w:rsidRDefault="006974AE" w:rsidP="006974AE">
      <w:r>
        <w:t>672.7563</w:t>
      </w:r>
      <w:r>
        <w:tab/>
        <w:t>2.025e0</w:t>
      </w:r>
    </w:p>
    <w:p w:rsidR="006974AE" w:rsidRDefault="006974AE" w:rsidP="006974AE">
      <w:r>
        <w:t>672.7686</w:t>
      </w:r>
      <w:r>
        <w:tab/>
        <w:t>1.013e0</w:t>
      </w:r>
    </w:p>
    <w:p w:rsidR="006974AE" w:rsidRDefault="006974AE" w:rsidP="006974AE">
      <w:r>
        <w:t>672.8144</w:t>
      </w:r>
      <w:r>
        <w:tab/>
        <w:t>1.013e0</w:t>
      </w:r>
    </w:p>
    <w:p w:rsidR="006974AE" w:rsidRDefault="006974AE" w:rsidP="006974AE">
      <w:r>
        <w:t>672.8259</w:t>
      </w:r>
      <w:r>
        <w:tab/>
        <w:t>1.013e0</w:t>
      </w:r>
    </w:p>
    <w:p w:rsidR="006974AE" w:rsidRDefault="006974AE" w:rsidP="006974AE">
      <w:r>
        <w:t>672.8365</w:t>
      </w:r>
      <w:r>
        <w:tab/>
        <w:t>1.013e0</w:t>
      </w:r>
    </w:p>
    <w:p w:rsidR="006974AE" w:rsidRDefault="006974AE" w:rsidP="006974AE">
      <w:r>
        <w:t>672.8479</w:t>
      </w:r>
      <w:r>
        <w:tab/>
        <w:t>1.013e0</w:t>
      </w:r>
    </w:p>
    <w:p w:rsidR="006974AE" w:rsidRDefault="006974AE" w:rsidP="006974AE">
      <w:r>
        <w:t>672.8919</w:t>
      </w:r>
      <w:r>
        <w:tab/>
        <w:t>1.013e0</w:t>
      </w:r>
    </w:p>
    <w:p w:rsidR="006974AE" w:rsidRDefault="006974AE" w:rsidP="006974AE">
      <w:r>
        <w:t>672.9105</w:t>
      </w:r>
      <w:r>
        <w:tab/>
        <w:t>1.013e0</w:t>
      </w:r>
    </w:p>
    <w:p w:rsidR="006974AE" w:rsidRDefault="006974AE" w:rsidP="006974AE">
      <w:r>
        <w:t>672.9395</w:t>
      </w:r>
      <w:r>
        <w:tab/>
        <w:t>1.013e0</w:t>
      </w:r>
    </w:p>
    <w:p w:rsidR="006974AE" w:rsidRDefault="006974AE" w:rsidP="006974AE">
      <w:r>
        <w:t>672.9518</w:t>
      </w:r>
      <w:r>
        <w:tab/>
        <w:t>1.013e0</w:t>
      </w:r>
    </w:p>
    <w:p w:rsidR="006974AE" w:rsidRDefault="006974AE" w:rsidP="006974AE">
      <w:r>
        <w:t>672.9563</w:t>
      </w:r>
      <w:r>
        <w:tab/>
        <w:t>2.025e0</w:t>
      </w:r>
    </w:p>
    <w:p w:rsidR="006974AE" w:rsidRDefault="006974AE" w:rsidP="006974AE">
      <w:r>
        <w:lastRenderedPageBreak/>
        <w:t>672.9747</w:t>
      </w:r>
      <w:r>
        <w:tab/>
        <w:t>1.013e0</w:t>
      </w:r>
    </w:p>
    <w:p w:rsidR="006974AE" w:rsidRDefault="006974AE" w:rsidP="006974AE">
      <w:r>
        <w:t>672.9798</w:t>
      </w:r>
      <w:r>
        <w:tab/>
        <w:t>1.013e0</w:t>
      </w:r>
    </w:p>
    <w:p w:rsidR="006974AE" w:rsidRDefault="006974AE" w:rsidP="006974AE">
      <w:r>
        <w:t>673.0135</w:t>
      </w:r>
      <w:r>
        <w:tab/>
        <w:t>1.013e0</w:t>
      </w:r>
    </w:p>
    <w:p w:rsidR="006974AE" w:rsidRDefault="006974AE" w:rsidP="006974AE">
      <w:r>
        <w:t>673.0311</w:t>
      </w:r>
      <w:r>
        <w:tab/>
        <w:t>1.013e0</w:t>
      </w:r>
    </w:p>
    <w:p w:rsidR="006974AE" w:rsidRDefault="006974AE" w:rsidP="006974AE">
      <w:r>
        <w:t>673.0435</w:t>
      </w:r>
      <w:r>
        <w:tab/>
        <w:t>1.013e0</w:t>
      </w:r>
    </w:p>
    <w:p w:rsidR="006974AE" w:rsidRDefault="006974AE" w:rsidP="006974AE">
      <w:r>
        <w:t>673.0489</w:t>
      </w:r>
      <w:r>
        <w:tab/>
        <w:t>2.025e0</w:t>
      </w:r>
    </w:p>
    <w:p w:rsidR="006974AE" w:rsidRDefault="006974AE" w:rsidP="006974AE">
      <w:r>
        <w:t>673.0655</w:t>
      </w:r>
      <w:r>
        <w:tab/>
        <w:t>1.013e0</w:t>
      </w:r>
    </w:p>
    <w:p w:rsidR="006974AE" w:rsidRDefault="006974AE" w:rsidP="006974AE">
      <w:r>
        <w:t>673.0906</w:t>
      </w:r>
      <w:r>
        <w:tab/>
        <w:t>5.063e0</w:t>
      </w:r>
    </w:p>
    <w:p w:rsidR="006974AE" w:rsidRDefault="006974AE" w:rsidP="006974AE">
      <w:r>
        <w:t>673.1062</w:t>
      </w:r>
      <w:r>
        <w:tab/>
        <w:t>2.025e0</w:t>
      </w:r>
    </w:p>
    <w:p w:rsidR="006974AE" w:rsidRDefault="006974AE" w:rsidP="006974AE">
      <w:r>
        <w:t>673.1160</w:t>
      </w:r>
      <w:r>
        <w:tab/>
        <w:t>3.038e0</w:t>
      </w:r>
    </w:p>
    <w:p w:rsidR="006974AE" w:rsidRDefault="006974AE" w:rsidP="006974AE">
      <w:r>
        <w:t>673.1457</w:t>
      </w:r>
      <w:r>
        <w:tab/>
        <w:t>1.013e0</w:t>
      </w:r>
    </w:p>
    <w:p w:rsidR="006974AE" w:rsidRDefault="006974AE" w:rsidP="006974AE">
      <w:r>
        <w:t>673.2029</w:t>
      </w:r>
      <w:r>
        <w:tab/>
        <w:t>1.013e0</w:t>
      </w:r>
    </w:p>
    <w:p w:rsidR="006974AE" w:rsidRDefault="006974AE" w:rsidP="006974AE">
      <w:r>
        <w:t>673.2267</w:t>
      </w:r>
      <w:r>
        <w:tab/>
        <w:t>1.013e0</w:t>
      </w:r>
    </w:p>
    <w:p w:rsidR="006974AE" w:rsidRDefault="006974AE" w:rsidP="006974AE">
      <w:r>
        <w:t>673.2725</w:t>
      </w:r>
      <w:r>
        <w:tab/>
        <w:t>4.051e0</w:t>
      </w:r>
    </w:p>
    <w:p w:rsidR="006974AE" w:rsidRDefault="006974AE" w:rsidP="006974AE">
      <w:r>
        <w:t>673.2744</w:t>
      </w:r>
      <w:r>
        <w:tab/>
        <w:t>1.013e0</w:t>
      </w:r>
    </w:p>
    <w:p w:rsidR="006974AE" w:rsidRDefault="006974AE" w:rsidP="006974AE">
      <w:r>
        <w:t>673.2850</w:t>
      </w:r>
      <w:r>
        <w:tab/>
        <w:t>5.063e0</w:t>
      </w:r>
    </w:p>
    <w:p w:rsidR="006974AE" w:rsidRDefault="006974AE" w:rsidP="006974AE">
      <w:r>
        <w:t>673.3065</w:t>
      </w:r>
      <w:r>
        <w:tab/>
        <w:t>2.025e0</w:t>
      </w:r>
    </w:p>
    <w:p w:rsidR="006974AE" w:rsidRDefault="006974AE" w:rsidP="006974AE">
      <w:r>
        <w:t>673.3262</w:t>
      </w:r>
      <w:r>
        <w:tab/>
        <w:t>5.063e0</w:t>
      </w:r>
    </w:p>
    <w:p w:rsidR="006974AE" w:rsidRDefault="006974AE" w:rsidP="006974AE">
      <w:r>
        <w:t>673.3347</w:t>
      </w:r>
      <w:r>
        <w:tab/>
        <w:t>2.025e0</w:t>
      </w:r>
    </w:p>
    <w:p w:rsidR="006974AE" w:rsidRDefault="006974AE" w:rsidP="006974AE">
      <w:r>
        <w:lastRenderedPageBreak/>
        <w:t>673.3642</w:t>
      </w:r>
      <w:r>
        <w:tab/>
        <w:t>2.025e0</w:t>
      </w:r>
    </w:p>
    <w:p w:rsidR="006974AE" w:rsidRDefault="006974AE" w:rsidP="006974AE">
      <w:r>
        <w:t>673.3931</w:t>
      </w:r>
      <w:r>
        <w:tab/>
        <w:t>3.008e0</w:t>
      </w:r>
    </w:p>
    <w:p w:rsidR="006974AE" w:rsidRDefault="006974AE" w:rsidP="006974AE">
      <w:r>
        <w:t>673.3951</w:t>
      </w:r>
      <w:r>
        <w:tab/>
        <w:t>1.013e0</w:t>
      </w:r>
    </w:p>
    <w:p w:rsidR="006974AE" w:rsidRDefault="006974AE" w:rsidP="006974AE">
      <w:r>
        <w:t>673.4233</w:t>
      </w:r>
      <w:r>
        <w:tab/>
        <w:t>2.025e0</w:t>
      </w:r>
    </w:p>
    <w:p w:rsidR="006974AE" w:rsidRDefault="006974AE" w:rsidP="006974AE">
      <w:r>
        <w:t>673.4376</w:t>
      </w:r>
      <w:r>
        <w:tab/>
        <w:t>3.038e0</w:t>
      </w:r>
    </w:p>
    <w:p w:rsidR="006974AE" w:rsidRDefault="006974AE" w:rsidP="006974AE">
      <w:r>
        <w:t>673.4902</w:t>
      </w:r>
      <w:r>
        <w:tab/>
        <w:t>1.013e0</w:t>
      </w:r>
    </w:p>
    <w:p w:rsidR="006974AE" w:rsidRDefault="006974AE" w:rsidP="006974AE">
      <w:r>
        <w:t>673.5009</w:t>
      </w:r>
      <w:r>
        <w:tab/>
        <w:t>1.013e0</w:t>
      </w:r>
    </w:p>
    <w:p w:rsidR="006974AE" w:rsidRDefault="006974AE" w:rsidP="006974AE">
      <w:r>
        <w:t>673.5077</w:t>
      </w:r>
      <w:r>
        <w:tab/>
        <w:t>2.025e0</w:t>
      </w:r>
    </w:p>
    <w:p w:rsidR="006974AE" w:rsidRDefault="006974AE" w:rsidP="006974AE">
      <w:r>
        <w:t>673.5273</w:t>
      </w:r>
      <w:r>
        <w:tab/>
        <w:t>2.025e0</w:t>
      </w:r>
    </w:p>
    <w:p w:rsidR="006974AE" w:rsidRDefault="006974AE" w:rsidP="006974AE">
      <w:r>
        <w:t>673.5353</w:t>
      </w:r>
      <w:r>
        <w:tab/>
        <w:t>1.013e0</w:t>
      </w:r>
    </w:p>
    <w:p w:rsidR="006974AE" w:rsidRDefault="006974AE" w:rsidP="006974AE">
      <w:r>
        <w:t>673.5446</w:t>
      </w:r>
      <w:r>
        <w:tab/>
        <w:t>3.038e0</w:t>
      </w:r>
    </w:p>
    <w:p w:rsidR="006974AE" w:rsidRDefault="006974AE" w:rsidP="006974AE">
      <w:r>
        <w:t>673.5468</w:t>
      </w:r>
      <w:r>
        <w:tab/>
        <w:t>1.013e0</w:t>
      </w:r>
    </w:p>
    <w:p w:rsidR="006974AE" w:rsidRDefault="006974AE" w:rsidP="006974AE">
      <w:r>
        <w:t>673.5820</w:t>
      </w:r>
      <w:r>
        <w:tab/>
        <w:t>2.025e0</w:t>
      </w:r>
    </w:p>
    <w:p w:rsidR="006974AE" w:rsidRDefault="006974AE" w:rsidP="006974AE">
      <w:r>
        <w:t>673.6049</w:t>
      </w:r>
      <w:r>
        <w:tab/>
        <w:t>1.013e0</w:t>
      </w:r>
    </w:p>
    <w:p w:rsidR="006974AE" w:rsidRDefault="006974AE" w:rsidP="006974AE">
      <w:r>
        <w:t>673.6622</w:t>
      </w:r>
      <w:r>
        <w:tab/>
        <w:t>1.013e0</w:t>
      </w:r>
    </w:p>
    <w:p w:rsidR="006974AE" w:rsidRDefault="006974AE" w:rsidP="006974AE">
      <w:r>
        <w:t>673.7062</w:t>
      </w:r>
      <w:r>
        <w:tab/>
        <w:t>2.025e0</w:t>
      </w:r>
    </w:p>
    <w:p w:rsidR="006974AE" w:rsidRDefault="006974AE" w:rsidP="006974AE">
      <w:r>
        <w:t>673.7246</w:t>
      </w:r>
      <w:r>
        <w:tab/>
        <w:t>1.013e0</w:t>
      </w:r>
    </w:p>
    <w:p w:rsidR="006974AE" w:rsidRDefault="006974AE" w:rsidP="006974AE">
      <w:r>
        <w:t>673.7639</w:t>
      </w:r>
      <w:r>
        <w:tab/>
        <w:t>2.025e0</w:t>
      </w:r>
    </w:p>
    <w:p w:rsidR="006974AE" w:rsidRDefault="006974AE" w:rsidP="006974AE">
      <w:r>
        <w:t>673.7997</w:t>
      </w:r>
      <w:r>
        <w:tab/>
        <w:t>1.013e0</w:t>
      </w:r>
    </w:p>
    <w:p w:rsidR="006974AE" w:rsidRDefault="006974AE" w:rsidP="006974AE">
      <w:r>
        <w:lastRenderedPageBreak/>
        <w:t>673.8456</w:t>
      </w:r>
      <w:r>
        <w:tab/>
        <w:t>1.013e0</w:t>
      </w:r>
    </w:p>
    <w:p w:rsidR="006974AE" w:rsidRDefault="006974AE" w:rsidP="006974AE">
      <w:r>
        <w:t>673.8632</w:t>
      </w:r>
      <w:r>
        <w:tab/>
        <w:t>2.025e0</w:t>
      </w:r>
    </w:p>
    <w:p w:rsidR="006974AE" w:rsidRDefault="006974AE" w:rsidP="006974AE">
      <w:r>
        <w:t>673.8802</w:t>
      </w:r>
      <w:r>
        <w:tab/>
        <w:t>2.025e0</w:t>
      </w:r>
    </w:p>
    <w:p w:rsidR="006974AE" w:rsidRDefault="006974AE" w:rsidP="006974AE">
      <w:r>
        <w:t>673.9030</w:t>
      </w:r>
      <w:r>
        <w:tab/>
        <w:t>1.013e0</w:t>
      </w:r>
    </w:p>
    <w:p w:rsidR="006974AE" w:rsidRDefault="006974AE" w:rsidP="006974AE">
      <w:r>
        <w:t>673.9314</w:t>
      </w:r>
      <w:r>
        <w:tab/>
        <w:t>1.013e0</w:t>
      </w:r>
    </w:p>
    <w:p w:rsidR="006974AE" w:rsidRDefault="006974AE" w:rsidP="006974AE">
      <w:r>
        <w:t>673.9603</w:t>
      </w:r>
      <w:r>
        <w:tab/>
        <w:t>1.013e0</w:t>
      </w:r>
    </w:p>
    <w:p w:rsidR="006974AE" w:rsidRDefault="006974AE" w:rsidP="006974AE">
      <w:r>
        <w:t>673.9659</w:t>
      </w:r>
      <w:r>
        <w:tab/>
        <w:t>3.038e0</w:t>
      </w:r>
    </w:p>
    <w:p w:rsidR="006974AE" w:rsidRDefault="006974AE" w:rsidP="006974AE">
      <w:r>
        <w:t>673.9832</w:t>
      </w:r>
      <w:r>
        <w:tab/>
        <w:t>1.013e0</w:t>
      </w:r>
    </w:p>
    <w:p w:rsidR="006974AE" w:rsidRDefault="006974AE" w:rsidP="006974AE">
      <w:r>
        <w:t>674.0352</w:t>
      </w:r>
      <w:r>
        <w:tab/>
        <w:t>1.013e0</w:t>
      </w:r>
    </w:p>
    <w:p w:rsidR="006974AE" w:rsidRDefault="006974AE" w:rsidP="006974AE">
      <w:r>
        <w:t>674.1308</w:t>
      </w:r>
      <w:r>
        <w:tab/>
        <w:t>2.025e0</w:t>
      </w:r>
    </w:p>
    <w:p w:rsidR="006974AE" w:rsidRDefault="006974AE" w:rsidP="006974AE">
      <w:r>
        <w:t>674.1382</w:t>
      </w:r>
      <w:r>
        <w:tab/>
        <w:t>2.025e0</w:t>
      </w:r>
    </w:p>
    <w:p w:rsidR="006974AE" w:rsidRDefault="006974AE" w:rsidP="006974AE">
      <w:r>
        <w:t>674.1737</w:t>
      </w:r>
      <w:r>
        <w:tab/>
        <w:t>2.025e0</w:t>
      </w:r>
    </w:p>
    <w:p w:rsidR="006974AE" w:rsidRDefault="006974AE" w:rsidP="006974AE">
      <w:r>
        <w:t>674.2092</w:t>
      </w:r>
      <w:r>
        <w:tab/>
        <w:t>1.013e0</w:t>
      </w:r>
    </w:p>
    <w:p w:rsidR="006974AE" w:rsidRDefault="006974AE" w:rsidP="006974AE">
      <w:r>
        <w:t>674.2233</w:t>
      </w:r>
      <w:r>
        <w:tab/>
        <w:t>1.013e0</w:t>
      </w:r>
    </w:p>
    <w:p w:rsidR="006974AE" w:rsidRDefault="006974AE" w:rsidP="006974AE">
      <w:r>
        <w:t>674.2462</w:t>
      </w:r>
      <w:r>
        <w:tab/>
        <w:t>1.013e0</w:t>
      </w:r>
    </w:p>
    <w:p w:rsidR="006974AE" w:rsidRDefault="006974AE" w:rsidP="006974AE">
      <w:r>
        <w:t>674.2776</w:t>
      </w:r>
      <w:r>
        <w:tab/>
        <w:t>1.013e0</w:t>
      </w:r>
    </w:p>
    <w:p w:rsidR="006974AE" w:rsidRDefault="006974AE" w:rsidP="006974AE">
      <w:r>
        <w:t>674.3270</w:t>
      </w:r>
      <w:r>
        <w:tab/>
        <w:t>2.025e0</w:t>
      </w:r>
    </w:p>
    <w:p w:rsidR="006974AE" w:rsidRDefault="006974AE" w:rsidP="006974AE">
      <w:r>
        <w:t>674.3309</w:t>
      </w:r>
      <w:r>
        <w:tab/>
        <w:t>1.013e0</w:t>
      </w:r>
    </w:p>
    <w:p w:rsidR="006974AE" w:rsidRDefault="006974AE" w:rsidP="006974AE">
      <w:r>
        <w:t>674.3380</w:t>
      </w:r>
      <w:r>
        <w:tab/>
        <w:t>1.013e0</w:t>
      </w:r>
    </w:p>
    <w:p w:rsidR="006974AE" w:rsidRDefault="006974AE" w:rsidP="006974AE">
      <w:r>
        <w:lastRenderedPageBreak/>
        <w:t>674.3407</w:t>
      </w:r>
      <w:r>
        <w:tab/>
        <w:t>2.025e0</w:t>
      </w:r>
    </w:p>
    <w:p w:rsidR="006974AE" w:rsidRDefault="006974AE" w:rsidP="006974AE">
      <w:r>
        <w:t>674.3549</w:t>
      </w:r>
      <w:r>
        <w:tab/>
        <w:t>2.025e0</w:t>
      </w:r>
    </w:p>
    <w:p w:rsidR="006974AE" w:rsidRDefault="006974AE" w:rsidP="006974AE">
      <w:r>
        <w:t>674.3647</w:t>
      </w:r>
      <w:r>
        <w:tab/>
        <w:t>1.013e0</w:t>
      </w:r>
    </w:p>
    <w:p w:rsidR="006974AE" w:rsidRDefault="006974AE" w:rsidP="006974AE">
      <w:r>
        <w:t>674.4192</w:t>
      </w:r>
      <w:r>
        <w:tab/>
        <w:t>1.013e0</w:t>
      </w:r>
    </w:p>
    <w:p w:rsidR="006974AE" w:rsidRDefault="006974AE" w:rsidP="006974AE">
      <w:r>
        <w:t>674.4307</w:t>
      </w:r>
      <w:r>
        <w:tab/>
        <w:t>3.038e0</w:t>
      </w:r>
    </w:p>
    <w:p w:rsidR="006974AE" w:rsidRDefault="006974AE" w:rsidP="006974AE">
      <w:r>
        <w:t>674.4387</w:t>
      </w:r>
      <w:r>
        <w:tab/>
        <w:t>2.025e0</w:t>
      </w:r>
    </w:p>
    <w:p w:rsidR="006974AE" w:rsidRDefault="006974AE" w:rsidP="006974AE">
      <w:r>
        <w:t>674.4536</w:t>
      </w:r>
      <w:r>
        <w:tab/>
        <w:t>1.013e0</w:t>
      </w:r>
    </w:p>
    <w:p w:rsidR="006974AE" w:rsidRDefault="006974AE" w:rsidP="006974AE">
      <w:r>
        <w:t>674.4872</w:t>
      </w:r>
      <w:r>
        <w:tab/>
        <w:t>1.013e0</w:t>
      </w:r>
    </w:p>
    <w:p w:rsidR="006974AE" w:rsidRDefault="006974AE" w:rsidP="006974AE">
      <w:r>
        <w:t>674.4902</w:t>
      </w:r>
      <w:r>
        <w:tab/>
        <w:t>3.038e0</w:t>
      </w:r>
    </w:p>
    <w:p w:rsidR="006974AE" w:rsidRDefault="006974AE" w:rsidP="006974AE">
      <w:r>
        <w:t>674.4938</w:t>
      </w:r>
      <w:r>
        <w:tab/>
        <w:t>2.025e0</w:t>
      </w:r>
    </w:p>
    <w:p w:rsidR="006974AE" w:rsidRDefault="006974AE" w:rsidP="006974AE">
      <w:r>
        <w:t>674.5041</w:t>
      </w:r>
      <w:r>
        <w:tab/>
        <w:t>1.013e0</w:t>
      </w:r>
    </w:p>
    <w:p w:rsidR="006974AE" w:rsidRDefault="006974AE" w:rsidP="006974AE">
      <w:r>
        <w:t>674.5057</w:t>
      </w:r>
      <w:r>
        <w:tab/>
        <w:t>2.025e0</w:t>
      </w:r>
    </w:p>
    <w:p w:rsidR="006974AE" w:rsidRDefault="006974AE" w:rsidP="006974AE">
      <w:r>
        <w:t>674.5216</w:t>
      </w:r>
      <w:r>
        <w:tab/>
        <w:t>1.013e0</w:t>
      </w:r>
    </w:p>
    <w:p w:rsidR="006974AE" w:rsidRDefault="006974AE" w:rsidP="006974AE">
      <w:r>
        <w:t>674.5281</w:t>
      </w:r>
      <w:r>
        <w:tab/>
        <w:t>3.038e0</w:t>
      </w:r>
    </w:p>
    <w:p w:rsidR="006974AE" w:rsidRDefault="006974AE" w:rsidP="006974AE">
      <w:r>
        <w:t>674.5344</w:t>
      </w:r>
      <w:r>
        <w:tab/>
        <w:t>2.025e0</w:t>
      </w:r>
    </w:p>
    <w:p w:rsidR="006974AE" w:rsidRDefault="006974AE" w:rsidP="006974AE">
      <w:r>
        <w:t>674.5895</w:t>
      </w:r>
      <w:r>
        <w:tab/>
        <w:t>1.013e0</w:t>
      </w:r>
    </w:p>
    <w:p w:rsidR="006974AE" w:rsidRDefault="006974AE" w:rsidP="006974AE">
      <w:r>
        <w:t>674.6763</w:t>
      </w:r>
      <w:r>
        <w:tab/>
        <w:t>1.013e0</w:t>
      </w:r>
    </w:p>
    <w:p w:rsidR="006974AE" w:rsidRDefault="006974AE" w:rsidP="006974AE">
      <w:r>
        <w:t>674.6823</w:t>
      </w:r>
      <w:r>
        <w:tab/>
        <w:t>1.013e0</w:t>
      </w:r>
    </w:p>
    <w:p w:rsidR="006974AE" w:rsidRDefault="006974AE" w:rsidP="006974AE">
      <w:r>
        <w:t>674.7455</w:t>
      </w:r>
      <w:r>
        <w:tab/>
        <w:t>2.025e0</w:t>
      </w:r>
    </w:p>
    <w:p w:rsidR="006974AE" w:rsidRDefault="006974AE" w:rsidP="006974AE">
      <w:r>
        <w:lastRenderedPageBreak/>
        <w:t>674.7635</w:t>
      </w:r>
      <w:r>
        <w:tab/>
        <w:t>1.013e0</w:t>
      </w:r>
    </w:p>
    <w:p w:rsidR="006974AE" w:rsidRDefault="006974AE" w:rsidP="006974AE">
      <w:r>
        <w:t>674.7914</w:t>
      </w:r>
      <w:r>
        <w:tab/>
        <w:t>2.025e0</w:t>
      </w:r>
    </w:p>
    <w:p w:rsidR="006974AE" w:rsidRDefault="006974AE" w:rsidP="006974AE">
      <w:r>
        <w:t>674.8493</w:t>
      </w:r>
      <w:r>
        <w:tab/>
        <w:t>1.013e0</w:t>
      </w:r>
    </w:p>
    <w:p w:rsidR="006974AE" w:rsidRDefault="006974AE" w:rsidP="006974AE">
      <w:r>
        <w:t>674.8890</w:t>
      </w:r>
      <w:r>
        <w:tab/>
        <w:t>1.013e0</w:t>
      </w:r>
    </w:p>
    <w:p w:rsidR="006974AE" w:rsidRDefault="006974AE" w:rsidP="006974AE">
      <w:r>
        <w:t>674.9177</w:t>
      </w:r>
      <w:r>
        <w:tab/>
        <w:t>2.025e0</w:t>
      </w:r>
    </w:p>
    <w:p w:rsidR="006974AE" w:rsidRDefault="006974AE" w:rsidP="006974AE">
      <w:r>
        <w:t>674.9445</w:t>
      </w:r>
      <w:r>
        <w:tab/>
        <w:t>2.025e0</w:t>
      </w:r>
    </w:p>
    <w:p w:rsidR="006974AE" w:rsidRDefault="006974AE" w:rsidP="006974AE">
      <w:r>
        <w:t>674.9464</w:t>
      </w:r>
      <w:r>
        <w:tab/>
        <w:t>1.013e0</w:t>
      </w:r>
    </w:p>
    <w:p w:rsidR="006974AE" w:rsidRDefault="006974AE" w:rsidP="006974AE">
      <w:r>
        <w:t>674.9645</w:t>
      </w:r>
      <w:r>
        <w:tab/>
        <w:t>2.025e0</w:t>
      </w:r>
    </w:p>
    <w:p w:rsidR="006974AE" w:rsidRDefault="006974AE" w:rsidP="006974AE">
      <w:r>
        <w:t>675.0153</w:t>
      </w:r>
      <w:r>
        <w:tab/>
        <w:t>1.013e0</w:t>
      </w:r>
    </w:p>
    <w:p w:rsidR="006974AE" w:rsidRDefault="006974AE" w:rsidP="006974AE">
      <w:r>
        <w:t>675.0409</w:t>
      </w:r>
      <w:r>
        <w:tab/>
        <w:t>1.013e0</w:t>
      </w:r>
    </w:p>
    <w:p w:rsidR="006974AE" w:rsidRDefault="006974AE" w:rsidP="006974AE">
      <w:r>
        <w:t>675.0951</w:t>
      </w:r>
      <w:r>
        <w:tab/>
        <w:t>2.025e0</w:t>
      </w:r>
    </w:p>
    <w:p w:rsidR="006974AE" w:rsidRDefault="006974AE" w:rsidP="006974AE">
      <w:r>
        <w:t>675.1094</w:t>
      </w:r>
      <w:r>
        <w:tab/>
        <w:t>1.013e0</w:t>
      </w:r>
    </w:p>
    <w:p w:rsidR="006974AE" w:rsidRDefault="006974AE" w:rsidP="006974AE">
      <w:r>
        <w:t>675.1440</w:t>
      </w:r>
      <w:r>
        <w:tab/>
        <w:t>2.025e0</w:t>
      </w:r>
    </w:p>
    <w:p w:rsidR="006974AE" w:rsidRDefault="006974AE" w:rsidP="006974AE">
      <w:r>
        <w:t>675.1608</w:t>
      </w:r>
      <w:r>
        <w:tab/>
        <w:t>1.013e0</w:t>
      </w:r>
    </w:p>
    <w:p w:rsidR="006974AE" w:rsidRDefault="006974AE" w:rsidP="006974AE">
      <w:r>
        <w:t>675.1646</w:t>
      </w:r>
      <w:r>
        <w:tab/>
        <w:t>1.013e0</w:t>
      </w:r>
    </w:p>
    <w:p w:rsidR="006974AE" w:rsidRDefault="006974AE" w:rsidP="006974AE">
      <w:r>
        <w:t>675.1794</w:t>
      </w:r>
      <w:r>
        <w:tab/>
        <w:t>1.013e0</w:t>
      </w:r>
    </w:p>
    <w:p w:rsidR="006974AE" w:rsidRDefault="006974AE" w:rsidP="006974AE">
      <w:r>
        <w:t>675.2344</w:t>
      </w:r>
      <w:r>
        <w:tab/>
        <w:t>1.013e0</w:t>
      </w:r>
    </w:p>
    <w:p w:rsidR="006974AE" w:rsidRDefault="006974AE" w:rsidP="006974AE">
      <w:r>
        <w:t>675.2394</w:t>
      </w:r>
      <w:r>
        <w:tab/>
        <w:t>2.025e0</w:t>
      </w:r>
    </w:p>
    <w:p w:rsidR="006974AE" w:rsidRDefault="006974AE" w:rsidP="006974AE">
      <w:r>
        <w:t>675.2567</w:t>
      </w:r>
      <w:r>
        <w:tab/>
        <w:t>2.025e0</w:t>
      </w:r>
    </w:p>
    <w:p w:rsidR="006974AE" w:rsidRDefault="006974AE" w:rsidP="006974AE">
      <w:r>
        <w:lastRenderedPageBreak/>
        <w:t>675.2993</w:t>
      </w:r>
      <w:r>
        <w:tab/>
        <w:t>1.013e0</w:t>
      </w:r>
    </w:p>
    <w:p w:rsidR="006974AE" w:rsidRDefault="006974AE" w:rsidP="006974AE">
      <w:r>
        <w:t>675.3180</w:t>
      </w:r>
      <w:r>
        <w:tab/>
        <w:t>1.013e0</w:t>
      </w:r>
    </w:p>
    <w:p w:rsidR="006974AE" w:rsidRDefault="006974AE" w:rsidP="006974AE">
      <w:r>
        <w:t>675.3206</w:t>
      </w:r>
      <w:r>
        <w:tab/>
        <w:t>2.025e0</w:t>
      </w:r>
    </w:p>
    <w:p w:rsidR="006974AE" w:rsidRDefault="006974AE" w:rsidP="006974AE">
      <w:r>
        <w:t>675.3232</w:t>
      </w:r>
      <w:r>
        <w:tab/>
        <w:t>2.025e0</w:t>
      </w:r>
    </w:p>
    <w:p w:rsidR="006974AE" w:rsidRDefault="006974AE" w:rsidP="006974AE">
      <w:r>
        <w:t>675.3348</w:t>
      </w:r>
      <w:r>
        <w:tab/>
        <w:t>1.013e0</w:t>
      </w:r>
    </w:p>
    <w:p w:rsidR="006974AE" w:rsidRDefault="006974AE" w:rsidP="006974AE">
      <w:r>
        <w:t>675.3718</w:t>
      </w:r>
      <w:r>
        <w:tab/>
        <w:t>2.034e0</w:t>
      </w:r>
    </w:p>
    <w:p w:rsidR="006974AE" w:rsidRDefault="006974AE" w:rsidP="006974AE">
      <w:r>
        <w:t>675.3872</w:t>
      </w:r>
      <w:r>
        <w:tab/>
        <w:t>1.013e0</w:t>
      </w:r>
    </w:p>
    <w:p w:rsidR="006974AE" w:rsidRDefault="006974AE" w:rsidP="006974AE">
      <w:r>
        <w:t>675.4032</w:t>
      </w:r>
      <w:r>
        <w:tab/>
        <w:t>2.025e0</w:t>
      </w:r>
    </w:p>
    <w:p w:rsidR="006974AE" w:rsidRDefault="006974AE" w:rsidP="006974AE">
      <w:r>
        <w:t>675.4642</w:t>
      </w:r>
      <w:r>
        <w:tab/>
        <w:t>1.013e0</w:t>
      </w:r>
    </w:p>
    <w:p w:rsidR="006974AE" w:rsidRDefault="006974AE" w:rsidP="006974AE">
      <w:r>
        <w:t>675.4929</w:t>
      </w:r>
      <w:r>
        <w:tab/>
        <w:t>2.025e0</w:t>
      </w:r>
    </w:p>
    <w:p w:rsidR="006974AE" w:rsidRDefault="006974AE" w:rsidP="006974AE">
      <w:r>
        <w:t>675.5079</w:t>
      </w:r>
      <w:r>
        <w:tab/>
        <w:t>1.013e0</w:t>
      </w:r>
    </w:p>
    <w:p w:rsidR="006974AE" w:rsidRDefault="006974AE" w:rsidP="006974AE">
      <w:r>
        <w:t>675.5093</w:t>
      </w:r>
      <w:r>
        <w:tab/>
        <w:t>2.025e0</w:t>
      </w:r>
    </w:p>
    <w:p w:rsidR="006974AE" w:rsidRDefault="006974AE" w:rsidP="006974AE">
      <w:r>
        <w:t>675.5338</w:t>
      </w:r>
      <w:r>
        <w:tab/>
        <w:t>6.076e0</w:t>
      </w:r>
    </w:p>
    <w:p w:rsidR="006974AE" w:rsidRDefault="006974AE" w:rsidP="006974AE">
      <w:r>
        <w:t>675.5677</w:t>
      </w:r>
      <w:r>
        <w:tab/>
        <w:t>2.025e0</w:t>
      </w:r>
    </w:p>
    <w:p w:rsidR="006974AE" w:rsidRDefault="006974AE" w:rsidP="006974AE">
      <w:r>
        <w:t>675.5771</w:t>
      </w:r>
      <w:r>
        <w:tab/>
        <w:t>1.013e0</w:t>
      </w:r>
    </w:p>
    <w:p w:rsidR="006974AE" w:rsidRDefault="006974AE" w:rsidP="006974AE">
      <w:r>
        <w:t>675.5902</w:t>
      </w:r>
      <w:r>
        <w:tab/>
        <w:t>2.025e0</w:t>
      </w:r>
    </w:p>
    <w:p w:rsidR="006974AE" w:rsidRDefault="006974AE" w:rsidP="006974AE">
      <w:r>
        <w:t>675.5941</w:t>
      </w:r>
      <w:r>
        <w:tab/>
        <w:t>1.013e0</w:t>
      </w:r>
    </w:p>
    <w:p w:rsidR="006974AE" w:rsidRDefault="006974AE" w:rsidP="006974AE">
      <w:r>
        <w:t>675.6013</w:t>
      </w:r>
      <w:r>
        <w:tab/>
        <w:t>1.013e0</w:t>
      </w:r>
    </w:p>
    <w:p w:rsidR="006974AE" w:rsidRDefault="006974AE" w:rsidP="006974AE">
      <w:r>
        <w:t>675.7334</w:t>
      </w:r>
      <w:r>
        <w:tab/>
        <w:t>1.013e0</w:t>
      </w:r>
    </w:p>
    <w:p w:rsidR="006974AE" w:rsidRDefault="006974AE" w:rsidP="006974AE">
      <w:r>
        <w:lastRenderedPageBreak/>
        <w:t>675.7401</w:t>
      </w:r>
      <w:r>
        <w:tab/>
        <w:t>1.013e0</w:t>
      </w:r>
    </w:p>
    <w:p w:rsidR="006974AE" w:rsidRDefault="006974AE" w:rsidP="006974AE">
      <w:r>
        <w:t>675.7516</w:t>
      </w:r>
      <w:r>
        <w:tab/>
        <w:t>1.013e0</w:t>
      </w:r>
    </w:p>
    <w:p w:rsidR="006974AE" w:rsidRDefault="006974AE" w:rsidP="006974AE">
      <w:r>
        <w:t>675.7579</w:t>
      </w:r>
      <w:r>
        <w:tab/>
        <w:t>2.025e0</w:t>
      </w:r>
    </w:p>
    <w:p w:rsidR="006974AE" w:rsidRDefault="006974AE" w:rsidP="006974AE">
      <w:r>
        <w:t>675.8427</w:t>
      </w:r>
      <w:r>
        <w:tab/>
        <w:t>1.013e0</w:t>
      </w:r>
    </w:p>
    <w:p w:rsidR="006974AE" w:rsidRDefault="006974AE" w:rsidP="006974AE">
      <w:r>
        <w:t>675.8657</w:t>
      </w:r>
      <w:r>
        <w:tab/>
        <w:t>1.013e0</w:t>
      </w:r>
    </w:p>
    <w:p w:rsidR="006974AE" w:rsidRDefault="006974AE" w:rsidP="006974AE">
      <w:r>
        <w:t>675.9930</w:t>
      </w:r>
      <w:r>
        <w:tab/>
        <w:t>1.013e0</w:t>
      </w:r>
    </w:p>
    <w:p w:rsidR="006974AE" w:rsidRDefault="006974AE" w:rsidP="006974AE">
      <w:r>
        <w:t>676.0483</w:t>
      </w:r>
      <w:r>
        <w:tab/>
        <w:t>2.025e0</w:t>
      </w:r>
    </w:p>
    <w:p w:rsidR="006974AE" w:rsidRDefault="006974AE" w:rsidP="006974AE">
      <w:r>
        <w:t>676.0574</w:t>
      </w:r>
      <w:r>
        <w:tab/>
        <w:t>3.038e0</w:t>
      </w:r>
    </w:p>
    <w:p w:rsidR="006974AE" w:rsidRDefault="006974AE" w:rsidP="006974AE">
      <w:r>
        <w:t>676.1132</w:t>
      </w:r>
      <w:r>
        <w:tab/>
        <w:t>1.013e0</w:t>
      </w:r>
    </w:p>
    <w:p w:rsidR="006974AE" w:rsidRDefault="006974AE" w:rsidP="006974AE">
      <w:r>
        <w:t>676.1196</w:t>
      </w:r>
      <w:r>
        <w:tab/>
        <w:t>1.013e0</w:t>
      </w:r>
    </w:p>
    <w:p w:rsidR="006974AE" w:rsidRDefault="006974AE" w:rsidP="006974AE">
      <w:r>
        <w:t>676.1658</w:t>
      </w:r>
      <w:r>
        <w:tab/>
        <w:t>2.025e0</w:t>
      </w:r>
    </w:p>
    <w:p w:rsidR="006974AE" w:rsidRDefault="006974AE" w:rsidP="006974AE">
      <w:r>
        <w:t>676.1832</w:t>
      </w:r>
      <w:r>
        <w:tab/>
        <w:t>1.013e0</w:t>
      </w:r>
    </w:p>
    <w:p w:rsidR="006974AE" w:rsidRDefault="006974AE" w:rsidP="006974AE">
      <w:r>
        <w:t>676.2170</w:t>
      </w:r>
      <w:r>
        <w:tab/>
        <w:t>3.038e0</w:t>
      </w:r>
    </w:p>
    <w:p w:rsidR="006974AE" w:rsidRDefault="006974AE" w:rsidP="006974AE">
      <w:r>
        <w:t>676.2181</w:t>
      </w:r>
      <w:r>
        <w:tab/>
        <w:t>2.025e0</w:t>
      </w:r>
    </w:p>
    <w:p w:rsidR="006974AE" w:rsidRDefault="006974AE" w:rsidP="006974AE">
      <w:r>
        <w:t>676.2222</w:t>
      </w:r>
      <w:r>
        <w:tab/>
        <w:t>1.013e0</w:t>
      </w:r>
    </w:p>
    <w:p w:rsidR="006974AE" w:rsidRDefault="006974AE" w:rsidP="006974AE">
      <w:r>
        <w:t>676.2279</w:t>
      </w:r>
      <w:r>
        <w:tab/>
        <w:t>2.025e0</w:t>
      </w:r>
    </w:p>
    <w:p w:rsidR="006974AE" w:rsidRDefault="006974AE" w:rsidP="006974AE">
      <w:r>
        <w:t>676.3028</w:t>
      </w:r>
      <w:r>
        <w:tab/>
        <w:t>3.038e0</w:t>
      </w:r>
    </w:p>
    <w:p w:rsidR="006974AE" w:rsidRDefault="006974AE" w:rsidP="006974AE">
      <w:r>
        <w:t>676.3109</w:t>
      </w:r>
      <w:r>
        <w:tab/>
        <w:t>4.051e0</w:t>
      </w:r>
    </w:p>
    <w:p w:rsidR="006974AE" w:rsidRDefault="006974AE" w:rsidP="006974AE">
      <w:r>
        <w:t>676.3126</w:t>
      </w:r>
      <w:r>
        <w:tab/>
        <w:t>2.025e0</w:t>
      </w:r>
    </w:p>
    <w:p w:rsidR="006974AE" w:rsidRDefault="006974AE" w:rsidP="006974AE">
      <w:r>
        <w:lastRenderedPageBreak/>
        <w:t>676.3151</w:t>
      </w:r>
      <w:r>
        <w:tab/>
        <w:t>1.013e0</w:t>
      </w:r>
    </w:p>
    <w:p w:rsidR="006974AE" w:rsidRDefault="006974AE" w:rsidP="006974AE">
      <w:r>
        <w:t>676.3243</w:t>
      </w:r>
      <w:r>
        <w:tab/>
        <w:t>2.025e0</w:t>
      </w:r>
    </w:p>
    <w:p w:rsidR="006974AE" w:rsidRDefault="006974AE" w:rsidP="006974AE">
      <w:r>
        <w:t>676.3310</w:t>
      </w:r>
      <w:r>
        <w:tab/>
        <w:t>3.038e0</w:t>
      </w:r>
    </w:p>
    <w:p w:rsidR="006974AE" w:rsidRDefault="006974AE" w:rsidP="006974AE">
      <w:r>
        <w:t>676.3384</w:t>
      </w:r>
      <w:r>
        <w:tab/>
        <w:t>1.013e0</w:t>
      </w:r>
    </w:p>
    <w:p w:rsidR="006974AE" w:rsidRDefault="006974AE" w:rsidP="006974AE">
      <w:r>
        <w:t>676.3784</w:t>
      </w:r>
      <w:r>
        <w:tab/>
        <w:t>2.025e0</w:t>
      </w:r>
    </w:p>
    <w:p w:rsidR="006974AE" w:rsidRDefault="006974AE" w:rsidP="006974AE">
      <w:r>
        <w:t>676.4050</w:t>
      </w:r>
      <w:r>
        <w:tab/>
        <w:t>2.258e0</w:t>
      </w:r>
    </w:p>
    <w:p w:rsidR="006974AE" w:rsidRDefault="006974AE" w:rsidP="006974AE">
      <w:r>
        <w:t>676.4221</w:t>
      </w:r>
      <w:r>
        <w:tab/>
        <w:t>3.038e0</w:t>
      </w:r>
    </w:p>
    <w:p w:rsidR="006974AE" w:rsidRDefault="006974AE" w:rsidP="006974AE">
      <w:r>
        <w:t>676.4294</w:t>
      </w:r>
      <w:r>
        <w:tab/>
        <w:t>1.013e0</w:t>
      </w:r>
    </w:p>
    <w:p w:rsidR="006974AE" w:rsidRDefault="006974AE" w:rsidP="006974AE">
      <w:r>
        <w:t>676.5116</w:t>
      </w:r>
      <w:r>
        <w:tab/>
        <w:t>1.013e0</w:t>
      </w:r>
    </w:p>
    <w:p w:rsidR="006974AE" w:rsidRDefault="006974AE" w:rsidP="006974AE">
      <w:r>
        <w:t>676.5453</w:t>
      </w:r>
      <w:r>
        <w:tab/>
        <w:t>4.051e0</w:t>
      </w:r>
    </w:p>
    <w:p w:rsidR="006974AE" w:rsidRDefault="006974AE" w:rsidP="006974AE">
      <w:r>
        <w:t>676.5683</w:t>
      </w:r>
      <w:r>
        <w:tab/>
        <w:t>1.013e0</w:t>
      </w:r>
    </w:p>
    <w:p w:rsidR="006974AE" w:rsidRDefault="006974AE" w:rsidP="006974AE">
      <w:r>
        <w:t>676.5790</w:t>
      </w:r>
      <w:r>
        <w:tab/>
        <w:t>1.013e0</w:t>
      </w:r>
    </w:p>
    <w:p w:rsidR="006974AE" w:rsidRDefault="006974AE" w:rsidP="006974AE">
      <w:r>
        <w:t>676.5913</w:t>
      </w:r>
      <w:r>
        <w:tab/>
        <w:t>1.013e0</w:t>
      </w:r>
    </w:p>
    <w:p w:rsidR="006974AE" w:rsidRDefault="006974AE" w:rsidP="006974AE">
      <w:r>
        <w:t>676.6480</w:t>
      </w:r>
      <w:r>
        <w:tab/>
        <w:t>2.025e0</w:t>
      </w:r>
    </w:p>
    <w:p w:rsidR="006974AE" w:rsidRDefault="006974AE" w:rsidP="006974AE">
      <w:r>
        <w:t>676.7015</w:t>
      </w:r>
      <w:r>
        <w:tab/>
        <w:t>1.013e0</w:t>
      </w:r>
    </w:p>
    <w:p w:rsidR="006974AE" w:rsidRDefault="006974AE" w:rsidP="006974AE">
      <w:r>
        <w:t>676.7548</w:t>
      </w:r>
      <w:r>
        <w:tab/>
        <w:t>1.013e0</w:t>
      </w:r>
    </w:p>
    <w:p w:rsidR="006974AE" w:rsidRDefault="006974AE" w:rsidP="006974AE">
      <w:r>
        <w:t>676.7713</w:t>
      </w:r>
      <w:r>
        <w:tab/>
        <w:t>3.038e0</w:t>
      </w:r>
    </w:p>
    <w:p w:rsidR="006974AE" w:rsidRDefault="006974AE" w:rsidP="006974AE">
      <w:r>
        <w:t>676.8054</w:t>
      </w:r>
      <w:r>
        <w:tab/>
        <w:t>1.013e0</w:t>
      </w:r>
    </w:p>
    <w:p w:rsidR="006974AE" w:rsidRDefault="006974AE" w:rsidP="006974AE">
      <w:r>
        <w:t>676.8215</w:t>
      </w:r>
      <w:r>
        <w:tab/>
        <w:t>2.025e0</w:t>
      </w:r>
    </w:p>
    <w:p w:rsidR="006974AE" w:rsidRDefault="006974AE" w:rsidP="006974AE">
      <w:r>
        <w:lastRenderedPageBreak/>
        <w:t>676.8586</w:t>
      </w:r>
      <w:r>
        <w:tab/>
        <w:t>1.013e0</w:t>
      </w:r>
    </w:p>
    <w:p w:rsidR="006974AE" w:rsidRDefault="006974AE" w:rsidP="006974AE">
      <w:r>
        <w:t>676.9244</w:t>
      </w:r>
      <w:r>
        <w:tab/>
        <w:t>1.013e0</w:t>
      </w:r>
    </w:p>
    <w:p w:rsidR="006974AE" w:rsidRDefault="006974AE" w:rsidP="006974AE">
      <w:r>
        <w:t>676.9889</w:t>
      </w:r>
      <w:r>
        <w:tab/>
        <w:t>2.025e0</w:t>
      </w:r>
    </w:p>
    <w:p w:rsidR="006974AE" w:rsidRDefault="006974AE" w:rsidP="006974AE">
      <w:r>
        <w:t>677.0403</w:t>
      </w:r>
      <w:r>
        <w:tab/>
        <w:t>2.025e0</w:t>
      </w:r>
    </w:p>
    <w:p w:rsidR="006974AE" w:rsidRDefault="006974AE" w:rsidP="006974AE">
      <w:r>
        <w:t>677.0749</w:t>
      </w:r>
      <w:r>
        <w:tab/>
        <w:t>1.013e0</w:t>
      </w:r>
    </w:p>
    <w:p w:rsidR="006974AE" w:rsidRDefault="006974AE" w:rsidP="006974AE">
      <w:r>
        <w:t>677.0971</w:t>
      </w:r>
      <w:r>
        <w:tab/>
        <w:t>1.013e0</w:t>
      </w:r>
    </w:p>
    <w:p w:rsidR="006974AE" w:rsidRDefault="006974AE" w:rsidP="006974AE">
      <w:r>
        <w:t>677.1169</w:t>
      </w:r>
      <w:r>
        <w:tab/>
        <w:t>1.013e0</w:t>
      </w:r>
    </w:p>
    <w:p w:rsidR="006974AE" w:rsidRDefault="006974AE" w:rsidP="006974AE">
      <w:r>
        <w:t>677.1267</w:t>
      </w:r>
      <w:r>
        <w:tab/>
        <w:t>2.025e0</w:t>
      </w:r>
    </w:p>
    <w:p w:rsidR="006974AE" w:rsidRDefault="006974AE" w:rsidP="006974AE">
      <w:r>
        <w:t>677.1347</w:t>
      </w:r>
      <w:r>
        <w:tab/>
        <w:t>1.013e0</w:t>
      </w:r>
    </w:p>
    <w:p w:rsidR="006974AE" w:rsidRDefault="006974AE" w:rsidP="006974AE">
      <w:r>
        <w:t>677.1515</w:t>
      </w:r>
      <w:r>
        <w:tab/>
        <w:t>1.013e0</w:t>
      </w:r>
    </w:p>
    <w:p w:rsidR="006974AE" w:rsidRDefault="006974AE" w:rsidP="006974AE">
      <w:r>
        <w:t>677.2048</w:t>
      </w:r>
      <w:r>
        <w:tab/>
        <w:t>1.013e0</w:t>
      </w:r>
    </w:p>
    <w:p w:rsidR="006974AE" w:rsidRDefault="006974AE" w:rsidP="006974AE">
      <w:r>
        <w:t>677.2592</w:t>
      </w:r>
      <w:r>
        <w:tab/>
        <w:t>1.013e0</w:t>
      </w:r>
    </w:p>
    <w:p w:rsidR="006974AE" w:rsidRDefault="006974AE" w:rsidP="006974AE">
      <w:r>
        <w:t>677.2699</w:t>
      </w:r>
      <w:r>
        <w:tab/>
        <w:t>2.025e0</w:t>
      </w:r>
    </w:p>
    <w:p w:rsidR="006974AE" w:rsidRDefault="006974AE" w:rsidP="006974AE">
      <w:r>
        <w:t>677.2792</w:t>
      </w:r>
      <w:r>
        <w:tab/>
        <w:t>2.024e0</w:t>
      </w:r>
    </w:p>
    <w:p w:rsidR="006974AE" w:rsidRDefault="006974AE" w:rsidP="006974AE">
      <w:r>
        <w:t>677.2855</w:t>
      </w:r>
      <w:r>
        <w:tab/>
        <w:t>2.025e0</w:t>
      </w:r>
    </w:p>
    <w:p w:rsidR="006974AE" w:rsidRDefault="006974AE" w:rsidP="006974AE">
      <w:r>
        <w:t>677.3245</w:t>
      </w:r>
      <w:r>
        <w:tab/>
        <w:t>1.013e0</w:t>
      </w:r>
    </w:p>
    <w:p w:rsidR="006974AE" w:rsidRDefault="006974AE" w:rsidP="006974AE">
      <w:r>
        <w:t>677.3378</w:t>
      </w:r>
      <w:r>
        <w:tab/>
        <w:t>5.063e0</w:t>
      </w:r>
    </w:p>
    <w:p w:rsidR="006974AE" w:rsidRDefault="006974AE" w:rsidP="006974AE">
      <w:r>
        <w:t>677.3484</w:t>
      </w:r>
      <w:r>
        <w:tab/>
        <w:t>3.038e0</w:t>
      </w:r>
    </w:p>
    <w:p w:rsidR="006974AE" w:rsidRDefault="006974AE" w:rsidP="006974AE">
      <w:r>
        <w:t>677.3600</w:t>
      </w:r>
      <w:r>
        <w:tab/>
        <w:t>1.013e0</w:t>
      </w:r>
    </w:p>
    <w:p w:rsidR="006974AE" w:rsidRDefault="006974AE" w:rsidP="006974AE">
      <w:r>
        <w:lastRenderedPageBreak/>
        <w:t>677.3746</w:t>
      </w:r>
      <w:r>
        <w:tab/>
        <w:t>2.025e0</w:t>
      </w:r>
    </w:p>
    <w:p w:rsidR="006974AE" w:rsidRDefault="006974AE" w:rsidP="006974AE">
      <w:r>
        <w:t>677.4116</w:t>
      </w:r>
      <w:r>
        <w:tab/>
        <w:t>2.025e0</w:t>
      </w:r>
    </w:p>
    <w:p w:rsidR="006974AE" w:rsidRDefault="006974AE" w:rsidP="006974AE">
      <w:r>
        <w:t>677.4543</w:t>
      </w:r>
      <w:r>
        <w:tab/>
        <w:t>1.013e0</w:t>
      </w:r>
    </w:p>
    <w:p w:rsidR="006974AE" w:rsidRDefault="006974AE" w:rsidP="006974AE">
      <w:r>
        <w:t>677.4716</w:t>
      </w:r>
      <w:r>
        <w:tab/>
        <w:t>2.025e0</w:t>
      </w:r>
    </w:p>
    <w:p w:rsidR="006974AE" w:rsidRDefault="006974AE" w:rsidP="006974AE">
      <w:r>
        <w:t>677.4984</w:t>
      </w:r>
      <w:r>
        <w:tab/>
        <w:t>1.013e0</w:t>
      </w:r>
    </w:p>
    <w:p w:rsidR="006974AE" w:rsidRDefault="006974AE" w:rsidP="006974AE">
      <w:r>
        <w:t>677.5242</w:t>
      </w:r>
      <w:r>
        <w:tab/>
        <w:t>1.013e0</w:t>
      </w:r>
    </w:p>
    <w:p w:rsidR="006974AE" w:rsidRDefault="006974AE" w:rsidP="006974AE">
      <w:r>
        <w:t>677.5349</w:t>
      </w:r>
      <w:r>
        <w:tab/>
        <w:t>1.013e0</w:t>
      </w:r>
    </w:p>
    <w:p w:rsidR="006974AE" w:rsidRDefault="006974AE" w:rsidP="006974AE">
      <w:r>
        <w:t>677.5414</w:t>
      </w:r>
      <w:r>
        <w:tab/>
        <w:t>2.025e0</w:t>
      </w:r>
    </w:p>
    <w:p w:rsidR="006974AE" w:rsidRDefault="006974AE" w:rsidP="006974AE">
      <w:r>
        <w:t>677.6193</w:t>
      </w:r>
      <w:r>
        <w:tab/>
        <w:t>1.013e0</w:t>
      </w:r>
    </w:p>
    <w:p w:rsidR="006974AE" w:rsidRDefault="006974AE" w:rsidP="006974AE">
      <w:r>
        <w:t>677.6395</w:t>
      </w:r>
      <w:r>
        <w:tab/>
        <w:t>1.013e0</w:t>
      </w:r>
    </w:p>
    <w:p w:rsidR="006974AE" w:rsidRDefault="006974AE" w:rsidP="006974AE">
      <w:r>
        <w:t>677.6469</w:t>
      </w:r>
      <w:r>
        <w:tab/>
        <w:t>2.025e0</w:t>
      </w:r>
    </w:p>
    <w:p w:rsidR="006974AE" w:rsidRDefault="006974AE" w:rsidP="006974AE">
      <w:r>
        <w:t>677.7078</w:t>
      </w:r>
      <w:r>
        <w:tab/>
        <w:t>1.013e0</w:t>
      </w:r>
    </w:p>
    <w:p w:rsidR="006974AE" w:rsidRDefault="006974AE" w:rsidP="006974AE">
      <w:r>
        <w:t>677.7309</w:t>
      </w:r>
      <w:r>
        <w:tab/>
        <w:t>1.013e0</w:t>
      </w:r>
    </w:p>
    <w:p w:rsidR="006974AE" w:rsidRDefault="006974AE" w:rsidP="006974AE">
      <w:r>
        <w:t>677.7424</w:t>
      </w:r>
      <w:r>
        <w:tab/>
        <w:t>1.013e0</w:t>
      </w:r>
    </w:p>
    <w:p w:rsidR="006974AE" w:rsidRDefault="006974AE" w:rsidP="006974AE">
      <w:r>
        <w:t>677.7585</w:t>
      </w:r>
      <w:r>
        <w:tab/>
        <w:t>2.025e0</w:t>
      </w:r>
    </w:p>
    <w:p w:rsidR="006974AE" w:rsidRDefault="006974AE" w:rsidP="006974AE">
      <w:r>
        <w:t>677.7745</w:t>
      </w:r>
      <w:r>
        <w:tab/>
        <w:t>1.013e0</w:t>
      </w:r>
    </w:p>
    <w:p w:rsidR="006974AE" w:rsidRDefault="006974AE" w:rsidP="006974AE">
      <w:r>
        <w:t>677.7923</w:t>
      </w:r>
      <w:r>
        <w:tab/>
        <w:t>1.013e0</w:t>
      </w:r>
    </w:p>
    <w:p w:rsidR="006974AE" w:rsidRDefault="006974AE" w:rsidP="006974AE">
      <w:r>
        <w:t>677.8000</w:t>
      </w:r>
      <w:r>
        <w:tab/>
        <w:t>1.013e0</w:t>
      </w:r>
    </w:p>
    <w:p w:rsidR="006974AE" w:rsidRDefault="006974AE" w:rsidP="006974AE">
      <w:r>
        <w:t>677.8240</w:t>
      </w:r>
      <w:r>
        <w:tab/>
        <w:t>1.013e0</w:t>
      </w:r>
    </w:p>
    <w:p w:rsidR="006974AE" w:rsidRDefault="006974AE" w:rsidP="006974AE">
      <w:r>
        <w:lastRenderedPageBreak/>
        <w:t>677.8437</w:t>
      </w:r>
      <w:r>
        <w:tab/>
        <w:t>1.013e0</w:t>
      </w:r>
    </w:p>
    <w:p w:rsidR="006974AE" w:rsidRDefault="006974AE" w:rsidP="006974AE">
      <w:r>
        <w:t>677.8496</w:t>
      </w:r>
      <w:r>
        <w:tab/>
        <w:t>4.051e0</w:t>
      </w:r>
    </w:p>
    <w:p w:rsidR="006974AE" w:rsidRDefault="006974AE" w:rsidP="006974AE">
      <w:r>
        <w:t>677.8810</w:t>
      </w:r>
      <w:r>
        <w:tab/>
        <w:t>4.051e0</w:t>
      </w:r>
    </w:p>
    <w:p w:rsidR="006974AE" w:rsidRDefault="006974AE" w:rsidP="006974AE">
      <w:r>
        <w:t>677.9138</w:t>
      </w:r>
      <w:r>
        <w:tab/>
        <w:t>1.013e0</w:t>
      </w:r>
    </w:p>
    <w:p w:rsidR="006974AE" w:rsidRDefault="006974AE" w:rsidP="006974AE">
      <w:r>
        <w:t>677.9393</w:t>
      </w:r>
      <w:r>
        <w:tab/>
        <w:t>1.013e0</w:t>
      </w:r>
    </w:p>
    <w:p w:rsidR="006974AE" w:rsidRDefault="006974AE" w:rsidP="006974AE">
      <w:r>
        <w:t>677.9615</w:t>
      </w:r>
      <w:r>
        <w:tab/>
        <w:t>1.013e0</w:t>
      </w:r>
    </w:p>
    <w:p w:rsidR="006974AE" w:rsidRDefault="006974AE" w:rsidP="006974AE">
      <w:r>
        <w:t>677.9821</w:t>
      </w:r>
      <w:r>
        <w:tab/>
        <w:t>1.013e0</w:t>
      </w:r>
    </w:p>
    <w:p w:rsidR="006974AE" w:rsidRDefault="006974AE" w:rsidP="006974AE">
      <w:r>
        <w:t>678.0085</w:t>
      </w:r>
      <w:r>
        <w:tab/>
        <w:t>1.013e0</w:t>
      </w:r>
    </w:p>
    <w:p w:rsidR="006974AE" w:rsidRDefault="006974AE" w:rsidP="006974AE">
      <w:r>
        <w:t>678.0176</w:t>
      </w:r>
      <w:r>
        <w:tab/>
        <w:t>1.013e0</w:t>
      </w:r>
    </w:p>
    <w:p w:rsidR="006974AE" w:rsidRDefault="006974AE" w:rsidP="006974AE">
      <w:r>
        <w:t>678.0353</w:t>
      </w:r>
      <w:r>
        <w:tab/>
        <w:t>1.013e0</w:t>
      </w:r>
    </w:p>
    <w:p w:rsidR="006974AE" w:rsidRDefault="006974AE" w:rsidP="006974AE">
      <w:r>
        <w:t>678.0859</w:t>
      </w:r>
      <w:r>
        <w:tab/>
        <w:t>2.025e0</w:t>
      </w:r>
    </w:p>
    <w:p w:rsidR="006974AE" w:rsidRDefault="006974AE" w:rsidP="006974AE">
      <w:r>
        <w:t>678.1008</w:t>
      </w:r>
      <w:r>
        <w:tab/>
        <w:t>1.013e0</w:t>
      </w:r>
    </w:p>
    <w:p w:rsidR="006974AE" w:rsidRDefault="006974AE" w:rsidP="006974AE">
      <w:r>
        <w:t>678.1037</w:t>
      </w:r>
      <w:r>
        <w:tab/>
        <w:t>1.013e0</w:t>
      </w:r>
    </w:p>
    <w:p w:rsidR="006974AE" w:rsidRDefault="006974AE" w:rsidP="006974AE">
      <w:r>
        <w:t>678.1559</w:t>
      </w:r>
      <w:r>
        <w:tab/>
        <w:t>1.013e0</w:t>
      </w:r>
    </w:p>
    <w:p w:rsidR="006974AE" w:rsidRDefault="006974AE" w:rsidP="006974AE">
      <w:r>
        <w:t>678.1898</w:t>
      </w:r>
      <w:r>
        <w:tab/>
        <w:t>1.013e0</w:t>
      </w:r>
    </w:p>
    <w:p w:rsidR="006974AE" w:rsidRDefault="006974AE" w:rsidP="006974AE">
      <w:r>
        <w:t>678.1969</w:t>
      </w:r>
      <w:r>
        <w:tab/>
        <w:t>2.025e0</w:t>
      </w:r>
    </w:p>
    <w:p w:rsidR="006974AE" w:rsidRDefault="006974AE" w:rsidP="006974AE">
      <w:r>
        <w:t>678.2037</w:t>
      </w:r>
      <w:r>
        <w:tab/>
        <w:t>1.013e0</w:t>
      </w:r>
    </w:p>
    <w:p w:rsidR="006974AE" w:rsidRDefault="006974AE" w:rsidP="006974AE">
      <w:r>
        <w:t>678.2277</w:t>
      </w:r>
      <w:r>
        <w:tab/>
        <w:t>1.013e0</w:t>
      </w:r>
    </w:p>
    <w:p w:rsidR="006974AE" w:rsidRDefault="006974AE" w:rsidP="006974AE">
      <w:r>
        <w:t>678.2598</w:t>
      </w:r>
      <w:r>
        <w:tab/>
        <w:t>1.013e0</w:t>
      </w:r>
    </w:p>
    <w:p w:rsidR="006974AE" w:rsidRDefault="006974AE" w:rsidP="006974AE">
      <w:r>
        <w:lastRenderedPageBreak/>
        <w:t>678.2623</w:t>
      </w:r>
      <w:r>
        <w:tab/>
        <w:t>1.013e0</w:t>
      </w:r>
    </w:p>
    <w:p w:rsidR="006974AE" w:rsidRDefault="006974AE" w:rsidP="006974AE">
      <w:r>
        <w:t>678.2960</w:t>
      </w:r>
      <w:r>
        <w:tab/>
        <w:t>1.013e0</w:t>
      </w:r>
    </w:p>
    <w:p w:rsidR="006974AE" w:rsidRDefault="006974AE" w:rsidP="006974AE">
      <w:r>
        <w:t>678.3024</w:t>
      </w:r>
      <w:r>
        <w:tab/>
        <w:t>4.051e0</w:t>
      </w:r>
    </w:p>
    <w:p w:rsidR="006974AE" w:rsidRDefault="006974AE" w:rsidP="006974AE">
      <w:r>
        <w:t>678.3430</w:t>
      </w:r>
      <w:r>
        <w:tab/>
        <w:t>1.013e0</w:t>
      </w:r>
    </w:p>
    <w:p w:rsidR="006974AE" w:rsidRDefault="006974AE" w:rsidP="006974AE">
      <w:r>
        <w:t>678.3489</w:t>
      </w:r>
      <w:r>
        <w:tab/>
        <w:t>4.839e0</w:t>
      </w:r>
    </w:p>
    <w:p w:rsidR="006974AE" w:rsidRDefault="006974AE" w:rsidP="006974AE">
      <w:r>
        <w:t>678.3602</w:t>
      </w:r>
      <w:r>
        <w:tab/>
        <w:t>2.025e0</w:t>
      </w:r>
    </w:p>
    <w:p w:rsidR="006974AE" w:rsidRDefault="006974AE" w:rsidP="006974AE">
      <w:r>
        <w:t>678.3780</w:t>
      </w:r>
      <w:r>
        <w:tab/>
        <w:t>2.025e0</w:t>
      </w:r>
    </w:p>
    <w:p w:rsidR="006974AE" w:rsidRDefault="006974AE" w:rsidP="006974AE">
      <w:r>
        <w:t>678.3806</w:t>
      </w:r>
      <w:r>
        <w:tab/>
        <w:t>3.038e0</w:t>
      </w:r>
    </w:p>
    <w:p w:rsidR="006974AE" w:rsidRDefault="006974AE" w:rsidP="006974AE">
      <w:r>
        <w:t>678.3973</w:t>
      </w:r>
      <w:r>
        <w:tab/>
        <w:t>1.013e0</w:t>
      </w:r>
    </w:p>
    <w:p w:rsidR="006974AE" w:rsidRDefault="006974AE" w:rsidP="006974AE">
      <w:r>
        <w:t>678.4230</w:t>
      </w:r>
      <w:r>
        <w:tab/>
        <w:t>1.013e0</w:t>
      </w:r>
    </w:p>
    <w:p w:rsidR="006974AE" w:rsidRDefault="006974AE" w:rsidP="006974AE">
      <w:r>
        <w:t>678.4506</w:t>
      </w:r>
      <w:r>
        <w:tab/>
        <w:t>1.013e0</w:t>
      </w:r>
    </w:p>
    <w:p w:rsidR="006974AE" w:rsidRDefault="006974AE" w:rsidP="006974AE">
      <w:r>
        <w:t>678.4870</w:t>
      </w:r>
      <w:r>
        <w:tab/>
        <w:t>5.063e0</w:t>
      </w:r>
    </w:p>
    <w:p w:rsidR="006974AE" w:rsidRDefault="006974AE" w:rsidP="006974AE">
      <w:r>
        <w:t>678.4979</w:t>
      </w:r>
      <w:r>
        <w:tab/>
        <w:t>2.025e0</w:t>
      </w:r>
    </w:p>
    <w:p w:rsidR="006974AE" w:rsidRDefault="006974AE" w:rsidP="006974AE">
      <w:r>
        <w:t>678.5020</w:t>
      </w:r>
      <w:r>
        <w:tab/>
        <w:t>1.013e0</w:t>
      </w:r>
    </w:p>
    <w:p w:rsidR="006974AE" w:rsidRDefault="006974AE" w:rsidP="006974AE">
      <w:r>
        <w:t>678.5164</w:t>
      </w:r>
      <w:r>
        <w:tab/>
        <w:t>2.025e0</w:t>
      </w:r>
    </w:p>
    <w:p w:rsidR="006974AE" w:rsidRDefault="006974AE" w:rsidP="006974AE">
      <w:r>
        <w:t>678.5325</w:t>
      </w:r>
      <w:r>
        <w:tab/>
        <w:t>2.025e0</w:t>
      </w:r>
    </w:p>
    <w:p w:rsidR="006974AE" w:rsidRDefault="006974AE" w:rsidP="006974AE">
      <w:r>
        <w:t>678.5708</w:t>
      </w:r>
      <w:r>
        <w:tab/>
        <w:t>2.025e0</w:t>
      </w:r>
    </w:p>
    <w:p w:rsidR="006974AE" w:rsidRDefault="006974AE" w:rsidP="006974AE">
      <w:r>
        <w:t>678.6404</w:t>
      </w:r>
      <w:r>
        <w:tab/>
        <w:t>1.013e0</w:t>
      </w:r>
    </w:p>
    <w:p w:rsidR="006974AE" w:rsidRDefault="006974AE" w:rsidP="006974AE">
      <w:r>
        <w:t>678.6653</w:t>
      </w:r>
      <w:r>
        <w:tab/>
        <w:t>1.013e0</w:t>
      </w:r>
    </w:p>
    <w:p w:rsidR="006974AE" w:rsidRDefault="006974AE" w:rsidP="006974AE">
      <w:r>
        <w:lastRenderedPageBreak/>
        <w:t>678.6884</w:t>
      </w:r>
      <w:r>
        <w:tab/>
        <w:t>1.013e0</w:t>
      </w:r>
    </w:p>
    <w:p w:rsidR="006974AE" w:rsidRDefault="006974AE" w:rsidP="006974AE">
      <w:r>
        <w:t>678.7008</w:t>
      </w:r>
      <w:r>
        <w:tab/>
        <w:t>1.013e0</w:t>
      </w:r>
    </w:p>
    <w:p w:rsidR="006974AE" w:rsidRDefault="006974AE" w:rsidP="006974AE">
      <w:r>
        <w:t>678.7096</w:t>
      </w:r>
      <w:r>
        <w:tab/>
        <w:t>1.013e0</w:t>
      </w:r>
    </w:p>
    <w:p w:rsidR="006974AE" w:rsidRDefault="006974AE" w:rsidP="006974AE">
      <w:r>
        <w:t>678.7562</w:t>
      </w:r>
      <w:r>
        <w:tab/>
        <w:t>3.038e0</w:t>
      </w:r>
    </w:p>
    <w:p w:rsidR="006974AE" w:rsidRDefault="006974AE" w:rsidP="006974AE">
      <w:r>
        <w:t>678.7703</w:t>
      </w:r>
      <w:r>
        <w:tab/>
        <w:t>2.025e0</w:t>
      </w:r>
    </w:p>
    <w:p w:rsidR="006974AE" w:rsidRDefault="006974AE" w:rsidP="006974AE">
      <w:r>
        <w:t>678.7923</w:t>
      </w:r>
      <w:r>
        <w:tab/>
        <w:t>1.013e0</w:t>
      </w:r>
    </w:p>
    <w:p w:rsidR="006974AE" w:rsidRDefault="006974AE" w:rsidP="006974AE">
      <w:r>
        <w:t>678.8126</w:t>
      </w:r>
      <w:r>
        <w:tab/>
        <w:t>1.013e0</w:t>
      </w:r>
    </w:p>
    <w:p w:rsidR="006974AE" w:rsidRDefault="006974AE" w:rsidP="006974AE">
      <w:r>
        <w:t>678.8278</w:t>
      </w:r>
      <w:r>
        <w:tab/>
        <w:t>1.013e0</w:t>
      </w:r>
    </w:p>
    <w:p w:rsidR="006974AE" w:rsidRDefault="006974AE" w:rsidP="006974AE">
      <w:r>
        <w:t>678.8855</w:t>
      </w:r>
      <w:r>
        <w:tab/>
        <w:t>1.013e0</w:t>
      </w:r>
    </w:p>
    <w:p w:rsidR="006974AE" w:rsidRDefault="006974AE" w:rsidP="006974AE">
      <w:r>
        <w:t>678.9172</w:t>
      </w:r>
      <w:r>
        <w:tab/>
        <w:t>2.025e0</w:t>
      </w:r>
    </w:p>
    <w:p w:rsidR="006974AE" w:rsidRDefault="006974AE" w:rsidP="006974AE">
      <w:r>
        <w:t>678.9308</w:t>
      </w:r>
      <w:r>
        <w:tab/>
        <w:t>1.013e0</w:t>
      </w:r>
    </w:p>
    <w:p w:rsidR="006974AE" w:rsidRDefault="006974AE" w:rsidP="006974AE">
      <w:r>
        <w:t>678.9432</w:t>
      </w:r>
      <w:r>
        <w:tab/>
        <w:t>1.013e0</w:t>
      </w:r>
    </w:p>
    <w:p w:rsidR="006974AE" w:rsidRDefault="006974AE" w:rsidP="006974AE">
      <w:r>
        <w:t>678.9855</w:t>
      </w:r>
      <w:r>
        <w:tab/>
        <w:t>1.013e0</w:t>
      </w:r>
    </w:p>
    <w:p w:rsidR="006974AE" w:rsidRDefault="006974AE" w:rsidP="006974AE">
      <w:r>
        <w:t>679.0126</w:t>
      </w:r>
      <w:r>
        <w:tab/>
        <w:t>1.013e0</w:t>
      </w:r>
    </w:p>
    <w:p w:rsidR="006974AE" w:rsidRDefault="006974AE" w:rsidP="006974AE">
      <w:r>
        <w:t>679.0352</w:t>
      </w:r>
      <w:r>
        <w:tab/>
        <w:t>3.038e0</w:t>
      </w:r>
    </w:p>
    <w:p w:rsidR="006974AE" w:rsidRDefault="006974AE" w:rsidP="006974AE">
      <w:r>
        <w:t>679.0810</w:t>
      </w:r>
      <w:r>
        <w:tab/>
        <w:t>1.013e0</w:t>
      </w:r>
    </w:p>
    <w:p w:rsidR="006974AE" w:rsidRDefault="006974AE" w:rsidP="006974AE">
      <w:r>
        <w:t>679.1046</w:t>
      </w:r>
      <w:r>
        <w:tab/>
        <w:t>2.025e0</w:t>
      </w:r>
    </w:p>
    <w:p w:rsidR="006974AE" w:rsidRDefault="006974AE" w:rsidP="006974AE">
      <w:r>
        <w:t>679.1159</w:t>
      </w:r>
      <w:r>
        <w:tab/>
        <w:t>3.038e0</w:t>
      </w:r>
    </w:p>
    <w:p w:rsidR="006974AE" w:rsidRDefault="006974AE" w:rsidP="006974AE">
      <w:r>
        <w:t>679.1281</w:t>
      </w:r>
      <w:r>
        <w:tab/>
        <w:t>1.013e0</w:t>
      </w:r>
    </w:p>
    <w:p w:rsidR="006974AE" w:rsidRDefault="006974AE" w:rsidP="006974AE">
      <w:r>
        <w:lastRenderedPageBreak/>
        <w:t>679.1538</w:t>
      </w:r>
      <w:r>
        <w:tab/>
        <w:t>2.025e0</w:t>
      </w:r>
    </w:p>
    <w:p w:rsidR="006974AE" w:rsidRDefault="006974AE" w:rsidP="006974AE">
      <w:r>
        <w:t>679.1569</w:t>
      </w:r>
      <w:r>
        <w:tab/>
        <w:t>2.025e0</w:t>
      </w:r>
    </w:p>
    <w:p w:rsidR="006974AE" w:rsidRDefault="006974AE" w:rsidP="006974AE">
      <w:r>
        <w:t>679.2089</w:t>
      </w:r>
      <w:r>
        <w:tab/>
        <w:t>1.013e0</w:t>
      </w:r>
    </w:p>
    <w:p w:rsidR="006974AE" w:rsidRDefault="006974AE" w:rsidP="006974AE">
      <w:r>
        <w:t>679.2205</w:t>
      </w:r>
      <w:r>
        <w:tab/>
        <w:t>1.013e0</w:t>
      </w:r>
    </w:p>
    <w:p w:rsidR="006974AE" w:rsidRDefault="006974AE" w:rsidP="006974AE">
      <w:r>
        <w:t>679.2277</w:t>
      </w:r>
      <w:r>
        <w:tab/>
        <w:t>1.013e0</w:t>
      </w:r>
    </w:p>
    <w:p w:rsidR="006974AE" w:rsidRDefault="006974AE" w:rsidP="006974AE">
      <w:r>
        <w:t>679.2455</w:t>
      </w:r>
      <w:r>
        <w:tab/>
        <w:t>1.013e0</w:t>
      </w:r>
    </w:p>
    <w:p w:rsidR="006974AE" w:rsidRDefault="006974AE" w:rsidP="006974AE">
      <w:r>
        <w:t>679.2861</w:t>
      </w:r>
      <w:r>
        <w:tab/>
        <w:t>2.025e0</w:t>
      </w:r>
    </w:p>
    <w:p w:rsidR="006974AE" w:rsidRDefault="006974AE" w:rsidP="006974AE">
      <w:r>
        <w:t>679.2927</w:t>
      </w:r>
      <w:r>
        <w:tab/>
        <w:t>2.025e0</w:t>
      </w:r>
    </w:p>
    <w:p w:rsidR="006974AE" w:rsidRDefault="006974AE" w:rsidP="006974AE">
      <w:r>
        <w:t>679.3270</w:t>
      </w:r>
      <w:r>
        <w:tab/>
        <w:t>2.025e0</w:t>
      </w:r>
    </w:p>
    <w:p w:rsidR="006974AE" w:rsidRDefault="006974AE" w:rsidP="006974AE">
      <w:r>
        <w:t>679.3350</w:t>
      </w:r>
      <w:r>
        <w:tab/>
        <w:t>2.025e0</w:t>
      </w:r>
    </w:p>
    <w:p w:rsidR="006974AE" w:rsidRDefault="006974AE" w:rsidP="006974AE">
      <w:r>
        <w:t>679.3407</w:t>
      </w:r>
      <w:r>
        <w:tab/>
        <w:t>2.025e0</w:t>
      </w:r>
    </w:p>
    <w:p w:rsidR="006974AE" w:rsidRDefault="006974AE" w:rsidP="006974AE">
      <w:r>
        <w:t>679.3593</w:t>
      </w:r>
      <w:r>
        <w:tab/>
        <w:t>2.025e0</w:t>
      </w:r>
    </w:p>
    <w:p w:rsidR="006974AE" w:rsidRDefault="006974AE" w:rsidP="006974AE">
      <w:r>
        <w:t>679.3698</w:t>
      </w:r>
      <w:r>
        <w:tab/>
        <w:t>1.013e0</w:t>
      </w:r>
    </w:p>
    <w:p w:rsidR="006974AE" w:rsidRDefault="006974AE" w:rsidP="006974AE">
      <w:r>
        <w:t>679.3822</w:t>
      </w:r>
      <w:r>
        <w:tab/>
        <w:t>1.013e0</w:t>
      </w:r>
    </w:p>
    <w:p w:rsidR="006974AE" w:rsidRDefault="006974AE" w:rsidP="006974AE">
      <w:r>
        <w:t>679.4007</w:t>
      </w:r>
      <w:r>
        <w:tab/>
        <w:t>1.013e0</w:t>
      </w:r>
    </w:p>
    <w:p w:rsidR="006974AE" w:rsidRDefault="006974AE" w:rsidP="006974AE">
      <w:r>
        <w:t>679.4185</w:t>
      </w:r>
      <w:r>
        <w:tab/>
        <w:t>1.013e0</w:t>
      </w:r>
    </w:p>
    <w:p w:rsidR="006974AE" w:rsidRDefault="006974AE" w:rsidP="006974AE">
      <w:r>
        <w:t>679.4396</w:t>
      </w:r>
      <w:r>
        <w:tab/>
        <w:t>4.051e0</w:t>
      </w:r>
    </w:p>
    <w:p w:rsidR="006974AE" w:rsidRDefault="006974AE" w:rsidP="006974AE">
      <w:r>
        <w:t>679.4490</w:t>
      </w:r>
      <w:r>
        <w:tab/>
        <w:t>3.038e0</w:t>
      </w:r>
    </w:p>
    <w:p w:rsidR="006974AE" w:rsidRDefault="006974AE" w:rsidP="006974AE">
      <w:r>
        <w:t>679.4631</w:t>
      </w:r>
      <w:r>
        <w:tab/>
        <w:t>1.013e0</w:t>
      </w:r>
    </w:p>
    <w:p w:rsidR="006974AE" w:rsidRDefault="006974AE" w:rsidP="006974AE">
      <w:r>
        <w:lastRenderedPageBreak/>
        <w:t>679.4792</w:t>
      </w:r>
      <w:r>
        <w:tab/>
        <w:t>2.025e0</w:t>
      </w:r>
    </w:p>
    <w:p w:rsidR="006974AE" w:rsidRDefault="006974AE" w:rsidP="006974AE">
      <w:r>
        <w:t>679.5143</w:t>
      </w:r>
      <w:r>
        <w:tab/>
        <w:t>2.025e0</w:t>
      </w:r>
    </w:p>
    <w:p w:rsidR="006974AE" w:rsidRDefault="006974AE" w:rsidP="006974AE">
      <w:r>
        <w:t>679.5399</w:t>
      </w:r>
      <w:r>
        <w:tab/>
        <w:t>1.013e0</w:t>
      </w:r>
    </w:p>
    <w:p w:rsidR="006974AE" w:rsidRDefault="006974AE" w:rsidP="006974AE">
      <w:r>
        <w:t>679.5914</w:t>
      </w:r>
      <w:r>
        <w:tab/>
        <w:t>1.013e0</w:t>
      </w:r>
    </w:p>
    <w:p w:rsidR="006974AE" w:rsidRDefault="006974AE" w:rsidP="006974AE">
      <w:r>
        <w:t>679.7306</w:t>
      </w:r>
      <w:r>
        <w:tab/>
        <w:t>2.025e0</w:t>
      </w:r>
    </w:p>
    <w:p w:rsidR="006974AE" w:rsidRDefault="006974AE" w:rsidP="006974AE">
      <w:r>
        <w:t>679.7512</w:t>
      </w:r>
      <w:r>
        <w:tab/>
        <w:t>1.013e0</w:t>
      </w:r>
    </w:p>
    <w:p w:rsidR="006974AE" w:rsidRDefault="006974AE" w:rsidP="006974AE">
      <w:r>
        <w:t>679.7628</w:t>
      </w:r>
      <w:r>
        <w:tab/>
        <w:t>1.013e0</w:t>
      </w:r>
    </w:p>
    <w:p w:rsidR="006974AE" w:rsidRDefault="006974AE" w:rsidP="006974AE">
      <w:r>
        <w:t>679.8167</w:t>
      </w:r>
      <w:r>
        <w:tab/>
        <w:t>1.013e0</w:t>
      </w:r>
    </w:p>
    <w:p w:rsidR="006974AE" w:rsidRDefault="006974AE" w:rsidP="006974AE">
      <w:r>
        <w:t>679.8214</w:t>
      </w:r>
      <w:r>
        <w:tab/>
        <w:t>1.013e0</w:t>
      </w:r>
    </w:p>
    <w:p w:rsidR="006974AE" w:rsidRDefault="006974AE" w:rsidP="006974AE">
      <w:r>
        <w:t>679.8261</w:t>
      </w:r>
      <w:r>
        <w:tab/>
        <w:t>3.038e0</w:t>
      </w:r>
    </w:p>
    <w:p w:rsidR="006974AE" w:rsidRDefault="006974AE" w:rsidP="006974AE">
      <w:r>
        <w:t>679.8335</w:t>
      </w:r>
      <w:r>
        <w:tab/>
        <w:t>1.013e0</w:t>
      </w:r>
    </w:p>
    <w:p w:rsidR="006974AE" w:rsidRDefault="006974AE" w:rsidP="006974AE">
      <w:r>
        <w:t>679.8397</w:t>
      </w:r>
      <w:r>
        <w:tab/>
        <w:t>2.025e0</w:t>
      </w:r>
    </w:p>
    <w:p w:rsidR="006974AE" w:rsidRDefault="006974AE" w:rsidP="006974AE">
      <w:r>
        <w:t>679.9020</w:t>
      </w:r>
      <w:r>
        <w:tab/>
        <w:t>4.051e0</w:t>
      </w:r>
    </w:p>
    <w:p w:rsidR="006974AE" w:rsidRDefault="006974AE" w:rsidP="006974AE">
      <w:r>
        <w:t>679.9545</w:t>
      </w:r>
      <w:r>
        <w:tab/>
        <w:t>2.025e0</w:t>
      </w:r>
    </w:p>
    <w:p w:rsidR="006974AE" w:rsidRDefault="006974AE" w:rsidP="006974AE">
      <w:r>
        <w:t>679.9602</w:t>
      </w:r>
      <w:r>
        <w:tab/>
        <w:t>1.013e0</w:t>
      </w:r>
    </w:p>
    <w:p w:rsidR="006974AE" w:rsidRDefault="006974AE" w:rsidP="006974AE">
      <w:r>
        <w:t>679.9713</w:t>
      </w:r>
      <w:r>
        <w:tab/>
        <w:t>2.025e0</w:t>
      </w:r>
    </w:p>
    <w:p w:rsidR="006974AE" w:rsidRDefault="006974AE" w:rsidP="006974AE">
      <w:r>
        <w:t>680.0544</w:t>
      </w:r>
      <w:r>
        <w:tab/>
        <w:t>2.025e0</w:t>
      </w:r>
    </w:p>
    <w:p w:rsidR="006974AE" w:rsidRDefault="006974AE" w:rsidP="006974AE">
      <w:r>
        <w:t>680.0754</w:t>
      </w:r>
      <w:r>
        <w:tab/>
        <w:t>2.025e0</w:t>
      </w:r>
    </w:p>
    <w:p w:rsidR="006974AE" w:rsidRDefault="006974AE" w:rsidP="006974AE">
      <w:r>
        <w:t>680.1450</w:t>
      </w:r>
      <w:r>
        <w:tab/>
        <w:t>3.038e0</w:t>
      </w:r>
    </w:p>
    <w:p w:rsidR="006974AE" w:rsidRDefault="006974AE" w:rsidP="006974AE">
      <w:r>
        <w:lastRenderedPageBreak/>
        <w:t>680.1617</w:t>
      </w:r>
      <w:r>
        <w:tab/>
        <w:t>2.025e0</w:t>
      </w:r>
    </w:p>
    <w:p w:rsidR="006974AE" w:rsidRDefault="006974AE" w:rsidP="006974AE">
      <w:r>
        <w:t>680.1714</w:t>
      </w:r>
      <w:r>
        <w:tab/>
        <w:t>3.038e0</w:t>
      </w:r>
    </w:p>
    <w:p w:rsidR="006974AE" w:rsidRDefault="006974AE" w:rsidP="006974AE">
      <w:r>
        <w:t>680.1808</w:t>
      </w:r>
      <w:r>
        <w:tab/>
        <w:t>5.063e0</w:t>
      </w:r>
    </w:p>
    <w:p w:rsidR="006974AE" w:rsidRDefault="006974AE" w:rsidP="006974AE">
      <w:r>
        <w:t>680.2138</w:t>
      </w:r>
      <w:r>
        <w:tab/>
        <w:t>1.013e0</w:t>
      </w:r>
    </w:p>
    <w:p w:rsidR="006974AE" w:rsidRDefault="006974AE" w:rsidP="006974AE">
      <w:r>
        <w:t>680.2262</w:t>
      </w:r>
      <w:r>
        <w:tab/>
        <w:t>1.013e0</w:t>
      </w:r>
    </w:p>
    <w:p w:rsidR="006974AE" w:rsidRDefault="006974AE" w:rsidP="006974AE">
      <w:r>
        <w:t>680.2369</w:t>
      </w:r>
      <w:r>
        <w:tab/>
        <w:t>1.013e0</w:t>
      </w:r>
    </w:p>
    <w:p w:rsidR="006974AE" w:rsidRDefault="006974AE" w:rsidP="006974AE">
      <w:r>
        <w:t>680.2838</w:t>
      </w:r>
      <w:r>
        <w:tab/>
        <w:t>1.013e0</w:t>
      </w:r>
    </w:p>
    <w:p w:rsidR="006974AE" w:rsidRDefault="006974AE" w:rsidP="006974AE">
      <w:r>
        <w:t>680.3060</w:t>
      </w:r>
      <w:r>
        <w:tab/>
        <w:t>8.262e0</w:t>
      </w:r>
    </w:p>
    <w:p w:rsidR="006974AE" w:rsidRDefault="006974AE" w:rsidP="006974AE">
      <w:r>
        <w:t>680.3129</w:t>
      </w:r>
      <w:r>
        <w:tab/>
        <w:t>5.063e0</w:t>
      </w:r>
    </w:p>
    <w:p w:rsidR="006974AE" w:rsidRDefault="006974AE" w:rsidP="006974AE">
      <w:r>
        <w:t>680.3188</w:t>
      </w:r>
      <w:r>
        <w:tab/>
        <w:t>1.013e0</w:t>
      </w:r>
    </w:p>
    <w:p w:rsidR="006974AE" w:rsidRDefault="006974AE" w:rsidP="006974AE">
      <w:r>
        <w:t>680.3411</w:t>
      </w:r>
      <w:r>
        <w:tab/>
        <w:t>1.013e0</w:t>
      </w:r>
    </w:p>
    <w:p w:rsidR="006974AE" w:rsidRDefault="006974AE" w:rsidP="006974AE">
      <w:r>
        <w:t>680.3530</w:t>
      </w:r>
      <w:r>
        <w:tab/>
        <w:t>1.846e0</w:t>
      </w:r>
    </w:p>
    <w:p w:rsidR="006974AE" w:rsidRDefault="006974AE" w:rsidP="006974AE">
      <w:r>
        <w:t>680.3661</w:t>
      </w:r>
      <w:r>
        <w:tab/>
        <w:t>2.025e0</w:t>
      </w:r>
    </w:p>
    <w:p w:rsidR="006974AE" w:rsidRDefault="006974AE" w:rsidP="006974AE">
      <w:r>
        <w:t>680.3962</w:t>
      </w:r>
      <w:r>
        <w:tab/>
        <w:t>3.038e0</w:t>
      </w:r>
    </w:p>
    <w:p w:rsidR="006974AE" w:rsidRDefault="006974AE" w:rsidP="006974AE">
      <w:r>
        <w:t>680.4041</w:t>
      </w:r>
      <w:r>
        <w:tab/>
        <w:t>1.013e0</w:t>
      </w:r>
    </w:p>
    <w:p w:rsidR="006974AE" w:rsidRDefault="006974AE" w:rsidP="006974AE">
      <w:r>
        <w:t>680.4345</w:t>
      </w:r>
      <w:r>
        <w:tab/>
        <w:t>1.013e0</w:t>
      </w:r>
    </w:p>
    <w:p w:rsidR="006974AE" w:rsidRDefault="006974AE" w:rsidP="006974AE">
      <w:r>
        <w:t>680.4460</w:t>
      </w:r>
      <w:r>
        <w:tab/>
        <w:t>1.013e0</w:t>
      </w:r>
    </w:p>
    <w:p w:rsidR="006974AE" w:rsidRDefault="006974AE" w:rsidP="006974AE">
      <w:r>
        <w:t>680.4576</w:t>
      </w:r>
      <w:r>
        <w:tab/>
        <w:t>2.025e0</w:t>
      </w:r>
    </w:p>
    <w:p w:rsidR="006974AE" w:rsidRDefault="006974AE" w:rsidP="006974AE">
      <w:r>
        <w:t>680.4645</w:t>
      </w:r>
      <w:r>
        <w:tab/>
        <w:t>4.051e0</w:t>
      </w:r>
    </w:p>
    <w:p w:rsidR="006974AE" w:rsidRDefault="006974AE" w:rsidP="006974AE">
      <w:r>
        <w:lastRenderedPageBreak/>
        <w:t>680.4781</w:t>
      </w:r>
      <w:r>
        <w:tab/>
        <w:t>2.025e0</w:t>
      </w:r>
    </w:p>
    <w:p w:rsidR="006974AE" w:rsidRDefault="006974AE" w:rsidP="006974AE">
      <w:r>
        <w:t>680.4918</w:t>
      </w:r>
      <w:r>
        <w:tab/>
        <w:t>3.038e0</w:t>
      </w:r>
    </w:p>
    <w:p w:rsidR="006974AE" w:rsidRDefault="006974AE" w:rsidP="006974AE">
      <w:r>
        <w:t>680.4964</w:t>
      </w:r>
      <w:r>
        <w:tab/>
        <w:t>3.038e0</w:t>
      </w:r>
    </w:p>
    <w:p w:rsidR="006974AE" w:rsidRDefault="006974AE" w:rsidP="006974AE">
      <w:r>
        <w:t>680.5502</w:t>
      </w:r>
      <w:r>
        <w:tab/>
        <w:t>1.013e0</w:t>
      </w:r>
    </w:p>
    <w:p w:rsidR="006974AE" w:rsidRDefault="006974AE" w:rsidP="006974AE">
      <w:r>
        <w:t>680.5595</w:t>
      </w:r>
      <w:r>
        <w:tab/>
        <w:t>1.013e0</w:t>
      </w:r>
    </w:p>
    <w:p w:rsidR="006974AE" w:rsidRDefault="006974AE" w:rsidP="006974AE">
      <w:r>
        <w:t>680.5620</w:t>
      </w:r>
      <w:r>
        <w:tab/>
        <w:t>2.025e0</w:t>
      </w:r>
    </w:p>
    <w:p w:rsidR="006974AE" w:rsidRDefault="006974AE" w:rsidP="006974AE">
      <w:r>
        <w:t>680.5734</w:t>
      </w:r>
      <w:r>
        <w:tab/>
        <w:t>1.013e0</w:t>
      </w:r>
    </w:p>
    <w:p w:rsidR="006974AE" w:rsidRDefault="006974AE" w:rsidP="006974AE">
      <w:r>
        <w:t>680.5780</w:t>
      </w:r>
      <w:r>
        <w:tab/>
        <w:t>1.013e0</w:t>
      </w:r>
    </w:p>
    <w:p w:rsidR="006974AE" w:rsidRDefault="006974AE" w:rsidP="006974AE">
      <w:r>
        <w:t>680.6072</w:t>
      </w:r>
      <w:r>
        <w:tab/>
        <w:t>1.013e0</w:t>
      </w:r>
    </w:p>
    <w:p w:rsidR="006974AE" w:rsidRDefault="006974AE" w:rsidP="006974AE">
      <w:r>
        <w:t>680.6118</w:t>
      </w:r>
      <w:r>
        <w:tab/>
        <w:t>1.013e0</w:t>
      </w:r>
    </w:p>
    <w:p w:rsidR="006974AE" w:rsidRDefault="006974AE" w:rsidP="006974AE">
      <w:r>
        <w:t>680.6420</w:t>
      </w:r>
      <w:r>
        <w:tab/>
        <w:t>1.013e0</w:t>
      </w:r>
    </w:p>
    <w:p w:rsidR="006974AE" w:rsidRDefault="006974AE" w:rsidP="006974AE">
      <w:r>
        <w:t>680.6776</w:t>
      </w:r>
      <w:r>
        <w:tab/>
        <w:t>1.013e0</w:t>
      </w:r>
    </w:p>
    <w:p w:rsidR="006974AE" w:rsidRDefault="006974AE" w:rsidP="006974AE">
      <w:r>
        <w:t>680.6818</w:t>
      </w:r>
      <w:r>
        <w:tab/>
        <w:t>1.013e0</w:t>
      </w:r>
    </w:p>
    <w:p w:rsidR="006974AE" w:rsidRDefault="006974AE" w:rsidP="006974AE">
      <w:r>
        <w:t>680.7491</w:t>
      </w:r>
      <w:r>
        <w:tab/>
        <w:t>4.051e0</w:t>
      </w:r>
    </w:p>
    <w:p w:rsidR="006974AE" w:rsidRDefault="006974AE" w:rsidP="006974AE">
      <w:r>
        <w:t>680.7586</w:t>
      </w:r>
      <w:r>
        <w:tab/>
        <w:t>1.013e0</w:t>
      </w:r>
    </w:p>
    <w:p w:rsidR="006974AE" w:rsidRDefault="006974AE" w:rsidP="006974AE">
      <w:r>
        <w:t>680.7693</w:t>
      </w:r>
      <w:r>
        <w:tab/>
        <w:t>2.025e0</w:t>
      </w:r>
    </w:p>
    <w:p w:rsidR="006974AE" w:rsidRDefault="006974AE" w:rsidP="006974AE">
      <w:r>
        <w:t>680.8049</w:t>
      </w:r>
      <w:r>
        <w:tab/>
        <w:t>1.013e0</w:t>
      </w:r>
    </w:p>
    <w:p w:rsidR="006974AE" w:rsidRDefault="006974AE" w:rsidP="006974AE">
      <w:r>
        <w:t>680.8197</w:t>
      </w:r>
      <w:r>
        <w:tab/>
        <w:t>2.025e0</w:t>
      </w:r>
    </w:p>
    <w:p w:rsidR="006974AE" w:rsidRDefault="006974AE" w:rsidP="006974AE">
      <w:r>
        <w:t>680.8715</w:t>
      </w:r>
      <w:r>
        <w:tab/>
        <w:t>2.025e0</w:t>
      </w:r>
    </w:p>
    <w:p w:rsidR="006974AE" w:rsidRDefault="006974AE" w:rsidP="006974AE">
      <w:r>
        <w:lastRenderedPageBreak/>
        <w:t>680.9061</w:t>
      </w:r>
      <w:r>
        <w:tab/>
        <w:t>1.013e0</w:t>
      </w:r>
    </w:p>
    <w:p w:rsidR="006974AE" w:rsidRDefault="006974AE" w:rsidP="006974AE">
      <w:r>
        <w:t>680.9207</w:t>
      </w:r>
      <w:r>
        <w:tab/>
        <w:t>1.013e0</w:t>
      </w:r>
    </w:p>
    <w:p w:rsidR="006974AE" w:rsidRDefault="006974AE" w:rsidP="006974AE">
      <w:r>
        <w:t>680.9314</w:t>
      </w:r>
      <w:r>
        <w:tab/>
        <w:t>1.013e0</w:t>
      </w:r>
    </w:p>
    <w:p w:rsidR="006974AE" w:rsidRDefault="006974AE" w:rsidP="006974AE">
      <w:r>
        <w:t>680.9546</w:t>
      </w:r>
      <w:r>
        <w:tab/>
        <w:t>1.013e0</w:t>
      </w:r>
    </w:p>
    <w:p w:rsidR="006974AE" w:rsidRDefault="006974AE" w:rsidP="006974AE">
      <w:r>
        <w:t>680.9584</w:t>
      </w:r>
      <w:r>
        <w:tab/>
        <w:t>2.025e0</w:t>
      </w:r>
    </w:p>
    <w:p w:rsidR="006974AE" w:rsidRDefault="006974AE" w:rsidP="006974AE">
      <w:r>
        <w:t>681.0009</w:t>
      </w:r>
      <w:r>
        <w:tab/>
        <w:t>1.013e0</w:t>
      </w:r>
    </w:p>
    <w:p w:rsidR="006974AE" w:rsidRDefault="006974AE" w:rsidP="006974AE">
      <w:r>
        <w:t>681.0062</w:t>
      </w:r>
      <w:r>
        <w:tab/>
        <w:t>2.025e0</w:t>
      </w:r>
    </w:p>
    <w:p w:rsidR="006974AE" w:rsidRDefault="006974AE" w:rsidP="006974AE">
      <w:r>
        <w:t>681.0995</w:t>
      </w:r>
      <w:r>
        <w:tab/>
        <w:t>4.051e0</w:t>
      </w:r>
    </w:p>
    <w:p w:rsidR="006974AE" w:rsidRDefault="006974AE" w:rsidP="006974AE">
      <w:r>
        <w:t>681.1063</w:t>
      </w:r>
      <w:r>
        <w:tab/>
        <w:t>2.025e0</w:t>
      </w:r>
    </w:p>
    <w:p w:rsidR="006974AE" w:rsidRDefault="006974AE" w:rsidP="006974AE">
      <w:r>
        <w:t>681.1176</w:t>
      </w:r>
      <w:r>
        <w:tab/>
        <w:t>1.013e0</w:t>
      </w:r>
    </w:p>
    <w:p w:rsidR="006974AE" w:rsidRDefault="006974AE" w:rsidP="006974AE">
      <w:r>
        <w:t>681.1283</w:t>
      </w:r>
      <w:r>
        <w:tab/>
        <w:t>1.013e0</w:t>
      </w:r>
    </w:p>
    <w:p w:rsidR="006974AE" w:rsidRDefault="006974AE" w:rsidP="006974AE">
      <w:r>
        <w:t>681.1479</w:t>
      </w:r>
      <w:r>
        <w:tab/>
        <w:t>3.038e0</w:t>
      </w:r>
    </w:p>
    <w:p w:rsidR="006974AE" w:rsidRDefault="006974AE" w:rsidP="006974AE">
      <w:r>
        <w:t>681.2094</w:t>
      </w:r>
      <w:r>
        <w:tab/>
        <w:t>1.013e0</w:t>
      </w:r>
    </w:p>
    <w:p w:rsidR="006974AE" w:rsidRDefault="006974AE" w:rsidP="006974AE">
      <w:r>
        <w:t>681.2173</w:t>
      </w:r>
      <w:r>
        <w:tab/>
        <w:t>1.013e0</w:t>
      </w:r>
    </w:p>
    <w:p w:rsidR="006974AE" w:rsidRDefault="006974AE" w:rsidP="006974AE">
      <w:r>
        <w:t>681.2269</w:t>
      </w:r>
      <w:r>
        <w:tab/>
        <w:t>1.114e1</w:t>
      </w:r>
    </w:p>
    <w:p w:rsidR="006974AE" w:rsidRDefault="006974AE" w:rsidP="006974AE">
      <w:r>
        <w:t>681.2334</w:t>
      </w:r>
      <w:r>
        <w:tab/>
        <w:t>1.013e0</w:t>
      </w:r>
    </w:p>
    <w:p w:rsidR="006974AE" w:rsidRDefault="006974AE" w:rsidP="006974AE">
      <w:r>
        <w:t>681.2523</w:t>
      </w:r>
      <w:r>
        <w:tab/>
        <w:t>2.025e0</w:t>
      </w:r>
    </w:p>
    <w:p w:rsidR="006974AE" w:rsidRDefault="006974AE" w:rsidP="006974AE">
      <w:r>
        <w:t>681.3137</w:t>
      </w:r>
      <w:r>
        <w:tab/>
        <w:t>1.013e0</w:t>
      </w:r>
    </w:p>
    <w:p w:rsidR="006974AE" w:rsidRDefault="006974AE" w:rsidP="006974AE">
      <w:r>
        <w:t>681.3288</w:t>
      </w:r>
      <w:r>
        <w:tab/>
        <w:t>2.025e0</w:t>
      </w:r>
    </w:p>
    <w:p w:rsidR="006974AE" w:rsidRDefault="006974AE" w:rsidP="006974AE">
      <w:r>
        <w:lastRenderedPageBreak/>
        <w:t>681.3340</w:t>
      </w:r>
      <w:r>
        <w:tab/>
        <w:t>3.038e0</w:t>
      </w:r>
    </w:p>
    <w:p w:rsidR="006974AE" w:rsidRDefault="006974AE" w:rsidP="006974AE">
      <w:r>
        <w:t>681.3362</w:t>
      </w:r>
      <w:r>
        <w:tab/>
        <w:t>3.038e0</w:t>
      </w:r>
    </w:p>
    <w:p w:rsidR="006974AE" w:rsidRDefault="006974AE" w:rsidP="006974AE">
      <w:r>
        <w:t>681.3376</w:t>
      </w:r>
      <w:r>
        <w:tab/>
        <w:t>2.025e0</w:t>
      </w:r>
    </w:p>
    <w:p w:rsidR="006974AE" w:rsidRDefault="006974AE" w:rsidP="006974AE">
      <w:r>
        <w:t>681.3732</w:t>
      </w:r>
      <w:r>
        <w:tab/>
        <w:t>1.013e0</w:t>
      </w:r>
    </w:p>
    <w:p w:rsidR="006974AE" w:rsidRDefault="006974AE" w:rsidP="006974AE">
      <w:r>
        <w:t>681.4104</w:t>
      </w:r>
      <w:r>
        <w:tab/>
        <w:t>3.038e0</w:t>
      </w:r>
    </w:p>
    <w:p w:rsidR="006974AE" w:rsidRDefault="006974AE" w:rsidP="006974AE">
      <w:r>
        <w:t>681.4241</w:t>
      </w:r>
      <w:r>
        <w:tab/>
        <w:t>1.013e0</w:t>
      </w:r>
    </w:p>
    <w:p w:rsidR="006974AE" w:rsidRDefault="006974AE" w:rsidP="006974AE">
      <w:r>
        <w:t>681.4651</w:t>
      </w:r>
      <w:r>
        <w:tab/>
        <w:t>1.013e0</w:t>
      </w:r>
    </w:p>
    <w:p w:rsidR="006974AE" w:rsidRDefault="006974AE" w:rsidP="006974AE">
      <w:r>
        <w:t>681.4759</w:t>
      </w:r>
      <w:r>
        <w:tab/>
        <w:t>2.025e0</w:t>
      </w:r>
    </w:p>
    <w:p w:rsidR="006974AE" w:rsidRDefault="006974AE" w:rsidP="006974AE">
      <w:r>
        <w:t>681.4893</w:t>
      </w:r>
      <w:r>
        <w:tab/>
        <w:t>3.038e0</w:t>
      </w:r>
    </w:p>
    <w:p w:rsidR="006974AE" w:rsidRDefault="006974AE" w:rsidP="006974AE">
      <w:r>
        <w:t>681.5106</w:t>
      </w:r>
      <w:r>
        <w:tab/>
        <w:t>2.025e0</w:t>
      </w:r>
    </w:p>
    <w:p w:rsidR="006974AE" w:rsidRDefault="006974AE" w:rsidP="006974AE">
      <w:r>
        <w:t>681.5171</w:t>
      </w:r>
      <w:r>
        <w:tab/>
        <w:t>2.025e0</w:t>
      </w:r>
    </w:p>
    <w:p w:rsidR="006974AE" w:rsidRDefault="006974AE" w:rsidP="006974AE">
      <w:r>
        <w:t>681.5287</w:t>
      </w:r>
      <w:r>
        <w:tab/>
        <w:t>1.013e0</w:t>
      </w:r>
    </w:p>
    <w:p w:rsidR="006974AE" w:rsidRDefault="006974AE" w:rsidP="006974AE">
      <w:r>
        <w:t>681.5367</w:t>
      </w:r>
      <w:r>
        <w:tab/>
        <w:t>2.025e0</w:t>
      </w:r>
    </w:p>
    <w:p w:rsidR="006974AE" w:rsidRDefault="006974AE" w:rsidP="006974AE">
      <w:r>
        <w:t>681.6158</w:t>
      </w:r>
      <w:r>
        <w:tab/>
        <w:t>2.025e0</w:t>
      </w:r>
    </w:p>
    <w:p w:rsidR="006974AE" w:rsidRDefault="006974AE" w:rsidP="006974AE">
      <w:r>
        <w:t>681.6274</w:t>
      </w:r>
      <w:r>
        <w:tab/>
        <w:t>1.013e0</w:t>
      </w:r>
    </w:p>
    <w:p w:rsidR="006974AE" w:rsidRDefault="006974AE" w:rsidP="006974AE">
      <w:r>
        <w:t>681.6579</w:t>
      </w:r>
      <w:r>
        <w:tab/>
        <w:t>2.025e0</w:t>
      </w:r>
    </w:p>
    <w:p w:rsidR="006974AE" w:rsidRDefault="006974AE" w:rsidP="006974AE">
      <w:r>
        <w:t>681.6729</w:t>
      </w:r>
      <w:r>
        <w:tab/>
        <w:t>1.013e0</w:t>
      </w:r>
    </w:p>
    <w:p w:rsidR="006974AE" w:rsidRDefault="006974AE" w:rsidP="006974AE">
      <w:r>
        <w:t>681.7188</w:t>
      </w:r>
      <w:r>
        <w:tab/>
        <w:t>1.013e0</w:t>
      </w:r>
    </w:p>
    <w:p w:rsidR="006974AE" w:rsidRDefault="006974AE" w:rsidP="006974AE">
      <w:r>
        <w:t>681.7355</w:t>
      </w:r>
      <w:r>
        <w:tab/>
        <w:t>1.013e0</w:t>
      </w:r>
    </w:p>
    <w:p w:rsidR="006974AE" w:rsidRDefault="006974AE" w:rsidP="006974AE">
      <w:r>
        <w:lastRenderedPageBreak/>
        <w:t>681.7665</w:t>
      </w:r>
      <w:r>
        <w:tab/>
        <w:t>1.013e0</w:t>
      </w:r>
    </w:p>
    <w:p w:rsidR="006974AE" w:rsidRDefault="006974AE" w:rsidP="006974AE">
      <w:r>
        <w:t>681.7701</w:t>
      </w:r>
      <w:r>
        <w:tab/>
        <w:t>1.013e0</w:t>
      </w:r>
    </w:p>
    <w:p w:rsidR="006974AE" w:rsidRDefault="006974AE" w:rsidP="006974AE">
      <w:r>
        <w:t>681.8361</w:t>
      </w:r>
      <w:r>
        <w:tab/>
        <w:t>1.013e0</w:t>
      </w:r>
    </w:p>
    <w:p w:rsidR="006974AE" w:rsidRDefault="006974AE" w:rsidP="006974AE">
      <w:r>
        <w:t>681.8584</w:t>
      </w:r>
      <w:r>
        <w:tab/>
        <w:t>1.013e0</w:t>
      </w:r>
    </w:p>
    <w:p w:rsidR="006974AE" w:rsidRDefault="006974AE" w:rsidP="006974AE">
      <w:r>
        <w:t>681.9261</w:t>
      </w:r>
      <w:r>
        <w:tab/>
        <w:t>1.013e0</w:t>
      </w:r>
    </w:p>
    <w:p w:rsidR="006974AE" w:rsidRDefault="006974AE" w:rsidP="006974AE">
      <w:r>
        <w:t>681.9868</w:t>
      </w:r>
      <w:r>
        <w:tab/>
        <w:t>1.013e0</w:t>
      </w:r>
    </w:p>
    <w:p w:rsidR="006974AE" w:rsidRDefault="006974AE" w:rsidP="006974AE">
      <w:r>
        <w:t>682.0092</w:t>
      </w:r>
      <w:r>
        <w:tab/>
        <w:t>1.013e0</w:t>
      </w:r>
    </w:p>
    <w:p w:rsidR="006974AE" w:rsidRDefault="006974AE" w:rsidP="006974AE">
      <w:r>
        <w:t>682.0562</w:t>
      </w:r>
      <w:r>
        <w:tab/>
        <w:t>3.038e0</w:t>
      </w:r>
    </w:p>
    <w:p w:rsidR="006974AE" w:rsidRDefault="006974AE" w:rsidP="006974AE">
      <w:r>
        <w:t>682.0792</w:t>
      </w:r>
      <w:r>
        <w:tab/>
        <w:t>2.025e0</w:t>
      </w:r>
    </w:p>
    <w:p w:rsidR="006974AE" w:rsidRDefault="006974AE" w:rsidP="006974AE">
      <w:r>
        <w:t>682.1028</w:t>
      </w:r>
      <w:r>
        <w:tab/>
        <w:t>1.013e0</w:t>
      </w:r>
    </w:p>
    <w:p w:rsidR="006974AE" w:rsidRDefault="006974AE" w:rsidP="006974AE">
      <w:r>
        <w:t>682.1483</w:t>
      </w:r>
      <w:r>
        <w:tab/>
        <w:t>1.013e0</w:t>
      </w:r>
    </w:p>
    <w:p w:rsidR="006974AE" w:rsidRDefault="006974AE" w:rsidP="006974AE">
      <w:r>
        <w:t>682.1519</w:t>
      </w:r>
      <w:r>
        <w:tab/>
        <w:t>3.038e0</w:t>
      </w:r>
    </w:p>
    <w:p w:rsidR="006974AE" w:rsidRDefault="006974AE" w:rsidP="006974AE">
      <w:r>
        <w:t>682.1951</w:t>
      </w:r>
      <w:r>
        <w:tab/>
        <w:t>2.025e0</w:t>
      </w:r>
    </w:p>
    <w:p w:rsidR="006974AE" w:rsidRDefault="006974AE" w:rsidP="006974AE">
      <w:r>
        <w:t>682.2295</w:t>
      </w:r>
      <w:r>
        <w:tab/>
        <w:t>2.025e0</w:t>
      </w:r>
    </w:p>
    <w:p w:rsidR="006974AE" w:rsidRDefault="006974AE" w:rsidP="006974AE">
      <w:r>
        <w:t>682.2779</w:t>
      </w:r>
      <w:r>
        <w:tab/>
        <w:t>2.480e0</w:t>
      </w:r>
    </w:p>
    <w:p w:rsidR="006974AE" w:rsidRDefault="006974AE" w:rsidP="006974AE">
      <w:r>
        <w:t>682.2811</w:t>
      </w:r>
      <w:r>
        <w:tab/>
        <w:t>2.147e0</w:t>
      </w:r>
    </w:p>
    <w:p w:rsidR="006974AE" w:rsidRDefault="006974AE" w:rsidP="006974AE">
      <w:r>
        <w:t>682.2854</w:t>
      </w:r>
      <w:r>
        <w:tab/>
        <w:t>4.051e0</w:t>
      </w:r>
    </w:p>
    <w:p w:rsidR="006974AE" w:rsidRDefault="006974AE" w:rsidP="006974AE">
      <w:r>
        <w:t>682.2897</w:t>
      </w:r>
      <w:r>
        <w:tab/>
        <w:t>8.101e0</w:t>
      </w:r>
    </w:p>
    <w:p w:rsidR="006974AE" w:rsidRDefault="006974AE" w:rsidP="006974AE">
      <w:r>
        <w:t>682.3058</w:t>
      </w:r>
      <w:r>
        <w:tab/>
        <w:t>3.610e0</w:t>
      </w:r>
    </w:p>
    <w:p w:rsidR="006974AE" w:rsidRDefault="006974AE" w:rsidP="006974AE">
      <w:r>
        <w:lastRenderedPageBreak/>
        <w:t>682.3325</w:t>
      </w:r>
      <w:r>
        <w:tab/>
        <w:t>4.051e0</w:t>
      </w:r>
    </w:p>
    <w:p w:rsidR="006974AE" w:rsidRDefault="006974AE" w:rsidP="006974AE">
      <w:r>
        <w:t>682.3375</w:t>
      </w:r>
      <w:r>
        <w:tab/>
        <w:t>3.038e0</w:t>
      </w:r>
    </w:p>
    <w:p w:rsidR="006974AE" w:rsidRDefault="006974AE" w:rsidP="006974AE">
      <w:r>
        <w:t>682.3687</w:t>
      </w:r>
      <w:r>
        <w:tab/>
        <w:t>1.013e0</w:t>
      </w:r>
    </w:p>
    <w:p w:rsidR="006974AE" w:rsidRDefault="006974AE" w:rsidP="006974AE">
      <w:r>
        <w:t>682.3937</w:t>
      </w:r>
      <w:r>
        <w:tab/>
        <w:t>2.025e0</w:t>
      </w:r>
    </w:p>
    <w:p w:rsidR="006974AE" w:rsidRDefault="006974AE" w:rsidP="006974AE">
      <w:r>
        <w:t>682.4160</w:t>
      </w:r>
      <w:r>
        <w:tab/>
        <w:t>1.013e0</w:t>
      </w:r>
    </w:p>
    <w:p w:rsidR="006974AE" w:rsidRDefault="006974AE" w:rsidP="006974AE">
      <w:r>
        <w:t>682.4268</w:t>
      </w:r>
      <w:r>
        <w:tab/>
        <w:t>1.013e0</w:t>
      </w:r>
    </w:p>
    <w:p w:rsidR="006974AE" w:rsidRDefault="006974AE" w:rsidP="006974AE">
      <w:r>
        <w:t>682.4441</w:t>
      </w:r>
      <w:r>
        <w:tab/>
        <w:t>2.025e0</w:t>
      </w:r>
    </w:p>
    <w:p w:rsidR="006974AE" w:rsidRDefault="006974AE" w:rsidP="006974AE">
      <w:r>
        <w:t>682.4927</w:t>
      </w:r>
      <w:r>
        <w:tab/>
        <w:t>4.051e0</w:t>
      </w:r>
    </w:p>
    <w:p w:rsidR="006974AE" w:rsidRDefault="006974AE" w:rsidP="006974AE">
      <w:r>
        <w:t>682.5085</w:t>
      </w:r>
      <w:r>
        <w:tab/>
        <w:t>3.038e0</w:t>
      </w:r>
    </w:p>
    <w:p w:rsidR="006974AE" w:rsidRDefault="006974AE" w:rsidP="006974AE">
      <w:r>
        <w:t>682.5367</w:t>
      </w:r>
      <w:r>
        <w:tab/>
        <w:t>3.038e0</w:t>
      </w:r>
    </w:p>
    <w:p w:rsidR="006974AE" w:rsidRDefault="006974AE" w:rsidP="006974AE">
      <w:r>
        <w:t>682.5479</w:t>
      </w:r>
      <w:r>
        <w:tab/>
        <w:t>1.013e0</w:t>
      </w:r>
    </w:p>
    <w:p w:rsidR="006974AE" w:rsidRDefault="006974AE" w:rsidP="006974AE">
      <w:r>
        <w:t>682.6017</w:t>
      </w:r>
      <w:r>
        <w:tab/>
        <w:t>1.013e0</w:t>
      </w:r>
    </w:p>
    <w:p w:rsidR="006974AE" w:rsidRDefault="006974AE" w:rsidP="006974AE">
      <w:r>
        <w:t>682.6786</w:t>
      </w:r>
      <w:r>
        <w:tab/>
        <w:t>2.025e0</w:t>
      </w:r>
    </w:p>
    <w:p w:rsidR="006974AE" w:rsidRDefault="006974AE" w:rsidP="006974AE">
      <w:r>
        <w:t>682.6829</w:t>
      </w:r>
      <w:r>
        <w:tab/>
        <w:t>1.013e0</w:t>
      </w:r>
    </w:p>
    <w:p w:rsidR="006974AE" w:rsidRDefault="006974AE" w:rsidP="006974AE">
      <w:r>
        <w:t>682.7178</w:t>
      </w:r>
      <w:r>
        <w:tab/>
        <w:t>1.013e0</w:t>
      </w:r>
    </w:p>
    <w:p w:rsidR="006974AE" w:rsidRDefault="006974AE" w:rsidP="006974AE">
      <w:r>
        <w:t>682.7642</w:t>
      </w:r>
      <w:r>
        <w:tab/>
        <w:t>2.025e0</w:t>
      </w:r>
    </w:p>
    <w:p w:rsidR="006974AE" w:rsidRDefault="006974AE" w:rsidP="006974AE">
      <w:r>
        <w:t>682.8223</w:t>
      </w:r>
      <w:r>
        <w:tab/>
        <w:t>1.013e0</w:t>
      </w:r>
    </w:p>
    <w:p w:rsidR="006974AE" w:rsidRDefault="006974AE" w:rsidP="006974AE">
      <w:r>
        <w:t>682.8414</w:t>
      </w:r>
      <w:r>
        <w:tab/>
        <w:t>1.013e0</w:t>
      </w:r>
    </w:p>
    <w:p w:rsidR="006974AE" w:rsidRDefault="006974AE" w:rsidP="006974AE">
      <w:r>
        <w:t>682.8795</w:t>
      </w:r>
      <w:r>
        <w:tab/>
        <w:t>1.013e0</w:t>
      </w:r>
    </w:p>
    <w:p w:rsidR="006974AE" w:rsidRDefault="006974AE" w:rsidP="006974AE">
      <w:r>
        <w:lastRenderedPageBreak/>
        <w:t>682.9022</w:t>
      </w:r>
      <w:r>
        <w:tab/>
        <w:t>3.038e0</w:t>
      </w:r>
    </w:p>
    <w:p w:rsidR="006974AE" w:rsidRDefault="006974AE" w:rsidP="006974AE">
      <w:r>
        <w:t>682.9384</w:t>
      </w:r>
      <w:r>
        <w:tab/>
        <w:t>1.013e0</w:t>
      </w:r>
    </w:p>
    <w:p w:rsidR="006974AE" w:rsidRDefault="006974AE" w:rsidP="006974AE">
      <w:r>
        <w:t>682.9724</w:t>
      </w:r>
      <w:r>
        <w:tab/>
        <w:t>1.013e0</w:t>
      </w:r>
    </w:p>
    <w:p w:rsidR="006974AE" w:rsidRDefault="006974AE" w:rsidP="006974AE">
      <w:r>
        <w:t>682.9805</w:t>
      </w:r>
      <w:r>
        <w:tab/>
        <w:t>1.013e0</w:t>
      </w:r>
    </w:p>
    <w:p w:rsidR="006974AE" w:rsidRDefault="006974AE" w:rsidP="006974AE">
      <w:r>
        <w:t>682.9839</w:t>
      </w:r>
      <w:r>
        <w:tab/>
        <w:t>2.025e0</w:t>
      </w:r>
    </w:p>
    <w:p w:rsidR="006974AE" w:rsidRDefault="006974AE" w:rsidP="006974AE">
      <w:r>
        <w:t>683.0188</w:t>
      </w:r>
      <w:r>
        <w:tab/>
        <w:t>1.013e0</w:t>
      </w:r>
    </w:p>
    <w:p w:rsidR="006974AE" w:rsidRDefault="006974AE" w:rsidP="006974AE">
      <w:r>
        <w:t>683.0673</w:t>
      </w:r>
      <w:r>
        <w:tab/>
        <w:t>1.013e0</w:t>
      </w:r>
    </w:p>
    <w:p w:rsidR="006974AE" w:rsidRDefault="006974AE" w:rsidP="006974AE">
      <w:r>
        <w:t>683.0773</w:t>
      </w:r>
      <w:r>
        <w:tab/>
        <w:t>2.025e0</w:t>
      </w:r>
    </w:p>
    <w:p w:rsidR="006974AE" w:rsidRDefault="006974AE" w:rsidP="006974AE">
      <w:r>
        <w:t>683.0922</w:t>
      </w:r>
      <w:r>
        <w:tab/>
        <w:t>2.025e0</w:t>
      </w:r>
    </w:p>
    <w:p w:rsidR="006974AE" w:rsidRDefault="006974AE" w:rsidP="006974AE">
      <w:r>
        <w:t>683.1276</w:t>
      </w:r>
      <w:r>
        <w:tab/>
        <w:t>2.025e0</w:t>
      </w:r>
    </w:p>
    <w:p w:rsidR="006974AE" w:rsidRDefault="006974AE" w:rsidP="006974AE">
      <w:r>
        <w:t>683.1698</w:t>
      </w:r>
      <w:r>
        <w:tab/>
        <w:t>1.013e0</w:t>
      </w:r>
    </w:p>
    <w:p w:rsidR="006974AE" w:rsidRDefault="006974AE" w:rsidP="006974AE">
      <w:r>
        <w:t>683.1881</w:t>
      </w:r>
      <w:r>
        <w:tab/>
        <w:t>1.013e0</w:t>
      </w:r>
    </w:p>
    <w:p w:rsidR="006974AE" w:rsidRDefault="006974AE" w:rsidP="006974AE">
      <w:r>
        <w:t>683.2178</w:t>
      </w:r>
      <w:r>
        <w:tab/>
        <w:t>2.025e0</w:t>
      </w:r>
    </w:p>
    <w:p w:rsidR="006974AE" w:rsidRDefault="006974AE" w:rsidP="006974AE">
      <w:r>
        <w:t>683.2399</w:t>
      </w:r>
      <w:r>
        <w:tab/>
        <w:t>1.013e0</w:t>
      </w:r>
    </w:p>
    <w:p w:rsidR="006974AE" w:rsidRDefault="006974AE" w:rsidP="006974AE">
      <w:r>
        <w:t>683.2681</w:t>
      </w:r>
      <w:r>
        <w:tab/>
        <w:t>2.025e0</w:t>
      </w:r>
    </w:p>
    <w:p w:rsidR="006974AE" w:rsidRDefault="006974AE" w:rsidP="006974AE">
      <w:r>
        <w:t>683.2834</w:t>
      </w:r>
      <w:r>
        <w:tab/>
        <w:t>2.025e0</w:t>
      </w:r>
    </w:p>
    <w:p w:rsidR="006974AE" w:rsidRDefault="006974AE" w:rsidP="006974AE">
      <w:r>
        <w:t>683.2911</w:t>
      </w:r>
      <w:r>
        <w:tab/>
        <w:t>2.025e0</w:t>
      </w:r>
    </w:p>
    <w:p w:rsidR="006974AE" w:rsidRDefault="006974AE" w:rsidP="006974AE">
      <w:r>
        <w:t>683.3038</w:t>
      </w:r>
      <w:r>
        <w:tab/>
        <w:t>2.025e0</w:t>
      </w:r>
    </w:p>
    <w:p w:rsidR="006974AE" w:rsidRDefault="006974AE" w:rsidP="006974AE">
      <w:r>
        <w:t>683.3280</w:t>
      </w:r>
      <w:r>
        <w:tab/>
        <w:t>6.076e0</w:t>
      </w:r>
    </w:p>
    <w:p w:rsidR="006974AE" w:rsidRDefault="006974AE" w:rsidP="006974AE">
      <w:r>
        <w:lastRenderedPageBreak/>
        <w:t>683.3296</w:t>
      </w:r>
      <w:r>
        <w:tab/>
        <w:t>6.333e0</w:t>
      </w:r>
    </w:p>
    <w:p w:rsidR="006974AE" w:rsidRDefault="006974AE" w:rsidP="006974AE">
      <w:r>
        <w:t>683.3514</w:t>
      </w:r>
      <w:r>
        <w:tab/>
        <w:t>2.025e0</w:t>
      </w:r>
    </w:p>
    <w:p w:rsidR="006974AE" w:rsidRDefault="006974AE" w:rsidP="006974AE">
      <w:r>
        <w:t>683.3611</w:t>
      </w:r>
      <w:r>
        <w:tab/>
        <w:t>3.038e0</w:t>
      </w:r>
    </w:p>
    <w:p w:rsidR="006974AE" w:rsidRDefault="006974AE" w:rsidP="006974AE">
      <w:r>
        <w:t>683.3677</w:t>
      </w:r>
      <w:r>
        <w:tab/>
        <w:t>1.979e0</w:t>
      </w:r>
    </w:p>
    <w:p w:rsidR="006974AE" w:rsidRDefault="006974AE" w:rsidP="006974AE">
      <w:r>
        <w:t>683.3859</w:t>
      </w:r>
      <w:r>
        <w:tab/>
        <w:t>2.025e0</w:t>
      </w:r>
    </w:p>
    <w:p w:rsidR="006974AE" w:rsidRDefault="006974AE" w:rsidP="006974AE">
      <w:r>
        <w:t>683.4606</w:t>
      </w:r>
      <w:r>
        <w:tab/>
        <w:t>2.025e0</w:t>
      </w:r>
    </w:p>
    <w:p w:rsidR="006974AE" w:rsidRDefault="006974AE" w:rsidP="006974AE">
      <w:r>
        <w:t>683.4640</w:t>
      </w:r>
      <w:r>
        <w:tab/>
        <w:t>1.013e0</w:t>
      </w:r>
    </w:p>
    <w:p w:rsidR="006974AE" w:rsidRDefault="006974AE" w:rsidP="006974AE">
      <w:r>
        <w:t>683.4727</w:t>
      </w:r>
      <w:r>
        <w:tab/>
        <w:t>1.013e0</w:t>
      </w:r>
    </w:p>
    <w:p w:rsidR="006974AE" w:rsidRDefault="006974AE" w:rsidP="006974AE">
      <w:r>
        <w:t>683.4816</w:t>
      </w:r>
      <w:r>
        <w:tab/>
        <w:t>1.013e0</w:t>
      </w:r>
    </w:p>
    <w:p w:rsidR="006974AE" w:rsidRDefault="006974AE" w:rsidP="006974AE">
      <w:r>
        <w:t>683.5024</w:t>
      </w:r>
      <w:r>
        <w:tab/>
        <w:t>2.025e0</w:t>
      </w:r>
    </w:p>
    <w:p w:rsidR="006974AE" w:rsidRDefault="006974AE" w:rsidP="006974AE">
      <w:r>
        <w:t>683.5162</w:t>
      </w:r>
      <w:r>
        <w:tab/>
        <w:t>1.013e0</w:t>
      </w:r>
    </w:p>
    <w:p w:rsidR="006974AE" w:rsidRDefault="006974AE" w:rsidP="006974AE">
      <w:r>
        <w:t>683.5304</w:t>
      </w:r>
      <w:r>
        <w:tab/>
        <w:t>2.025e0</w:t>
      </w:r>
    </w:p>
    <w:p w:rsidR="006974AE" w:rsidRDefault="006974AE" w:rsidP="006974AE">
      <w:r>
        <w:t>683.5648</w:t>
      </w:r>
      <w:r>
        <w:tab/>
        <w:t>1.013e0</w:t>
      </w:r>
    </w:p>
    <w:p w:rsidR="006974AE" w:rsidRDefault="006974AE" w:rsidP="006974AE">
      <w:r>
        <w:t>683.5764</w:t>
      </w:r>
      <w:r>
        <w:tab/>
        <w:t>1.013e0</w:t>
      </w:r>
    </w:p>
    <w:p w:rsidR="006974AE" w:rsidRDefault="006974AE" w:rsidP="006974AE">
      <w:r>
        <w:t>683.5849</w:t>
      </w:r>
      <w:r>
        <w:tab/>
        <w:t>2.025e0</w:t>
      </w:r>
    </w:p>
    <w:p w:rsidR="006974AE" w:rsidRDefault="006974AE" w:rsidP="006974AE">
      <w:r>
        <w:t>683.6030</w:t>
      </w:r>
      <w:r>
        <w:tab/>
        <w:t>1.013e0</w:t>
      </w:r>
    </w:p>
    <w:p w:rsidR="006974AE" w:rsidRDefault="006974AE" w:rsidP="006974AE">
      <w:r>
        <w:t>683.6093</w:t>
      </w:r>
      <w:r>
        <w:tab/>
        <w:t>2.025e0</w:t>
      </w:r>
    </w:p>
    <w:p w:rsidR="006974AE" w:rsidRDefault="006974AE" w:rsidP="006974AE">
      <w:r>
        <w:t>683.6158</w:t>
      </w:r>
      <w:r>
        <w:tab/>
        <w:t>2.025e0</w:t>
      </w:r>
    </w:p>
    <w:p w:rsidR="006974AE" w:rsidRDefault="006974AE" w:rsidP="006974AE">
      <w:r>
        <w:t>683.6190</w:t>
      </w:r>
      <w:r>
        <w:tab/>
        <w:t>1.013e0</w:t>
      </w:r>
    </w:p>
    <w:p w:rsidR="006974AE" w:rsidRDefault="006974AE" w:rsidP="006974AE">
      <w:r>
        <w:lastRenderedPageBreak/>
        <w:t>683.6582</w:t>
      </w:r>
      <w:r>
        <w:tab/>
        <w:t>2.025e0</w:t>
      </w:r>
    </w:p>
    <w:p w:rsidR="006974AE" w:rsidRDefault="006974AE" w:rsidP="006974AE">
      <w:r>
        <w:t>683.7067</w:t>
      </w:r>
      <w:r>
        <w:tab/>
        <w:t>1.013e0</w:t>
      </w:r>
    </w:p>
    <w:p w:rsidR="006974AE" w:rsidRDefault="006974AE" w:rsidP="006974AE">
      <w:r>
        <w:t>683.7168</w:t>
      </w:r>
      <w:r>
        <w:tab/>
        <w:t>1.013e0</w:t>
      </w:r>
    </w:p>
    <w:p w:rsidR="006974AE" w:rsidRDefault="006974AE" w:rsidP="006974AE">
      <w:r>
        <w:t>683.7346</w:t>
      </w:r>
      <w:r>
        <w:tab/>
        <w:t>2.025e0</w:t>
      </w:r>
    </w:p>
    <w:p w:rsidR="006974AE" w:rsidRDefault="006974AE" w:rsidP="006974AE">
      <w:r>
        <w:t>683.7856</w:t>
      </w:r>
      <w:r>
        <w:tab/>
        <w:t>1.013e0</w:t>
      </w:r>
    </w:p>
    <w:p w:rsidR="006974AE" w:rsidRDefault="006974AE" w:rsidP="006974AE">
      <w:r>
        <w:t>683.7867</w:t>
      </w:r>
      <w:r>
        <w:tab/>
        <w:t>3.038e0</w:t>
      </w:r>
    </w:p>
    <w:p w:rsidR="006974AE" w:rsidRDefault="006974AE" w:rsidP="006974AE">
      <w:r>
        <w:t>683.8620</w:t>
      </w:r>
      <w:r>
        <w:tab/>
        <w:t>1.013e0</w:t>
      </w:r>
    </w:p>
    <w:p w:rsidR="006974AE" w:rsidRDefault="006974AE" w:rsidP="006974AE">
      <w:r>
        <w:t>683.8671</w:t>
      </w:r>
      <w:r>
        <w:tab/>
        <w:t>1.013e0</w:t>
      </w:r>
    </w:p>
    <w:p w:rsidR="006974AE" w:rsidRDefault="006974AE" w:rsidP="006974AE">
      <w:r>
        <w:t>683.8903</w:t>
      </w:r>
      <w:r>
        <w:tab/>
        <w:t>1.013e0</w:t>
      </w:r>
    </w:p>
    <w:p w:rsidR="006974AE" w:rsidRDefault="006974AE" w:rsidP="006974AE">
      <w:r>
        <w:t>683.9137</w:t>
      </w:r>
      <w:r>
        <w:tab/>
        <w:t>2.025e0</w:t>
      </w:r>
    </w:p>
    <w:p w:rsidR="006974AE" w:rsidRDefault="006974AE" w:rsidP="006974AE">
      <w:r>
        <w:t>683.9218</w:t>
      </w:r>
      <w:r>
        <w:tab/>
        <w:t>2.025e0</w:t>
      </w:r>
    </w:p>
    <w:p w:rsidR="006974AE" w:rsidRDefault="006974AE" w:rsidP="006974AE">
      <w:r>
        <w:t>683.9609</w:t>
      </w:r>
      <w:r>
        <w:tab/>
        <w:t>1.013e0</w:t>
      </w:r>
    </w:p>
    <w:p w:rsidR="006974AE" w:rsidRDefault="006974AE" w:rsidP="006974AE">
      <w:r>
        <w:t>684.0298</w:t>
      </w:r>
      <w:r>
        <w:tab/>
        <w:t>1.013e0</w:t>
      </w:r>
    </w:p>
    <w:p w:rsidR="006974AE" w:rsidRDefault="006974AE" w:rsidP="006974AE">
      <w:r>
        <w:t>684.0519</w:t>
      </w:r>
      <w:r>
        <w:tab/>
        <w:t>1.013e0</w:t>
      </w:r>
    </w:p>
    <w:p w:rsidR="006974AE" w:rsidRDefault="006974AE" w:rsidP="006974AE">
      <w:r>
        <w:t>684.0811</w:t>
      </w:r>
      <w:r>
        <w:tab/>
        <w:t>2.025e0</w:t>
      </w:r>
    </w:p>
    <w:p w:rsidR="006974AE" w:rsidRDefault="006974AE" w:rsidP="006974AE">
      <w:r>
        <w:t>684.1033</w:t>
      </w:r>
      <w:r>
        <w:tab/>
        <w:t>1.013e0</w:t>
      </w:r>
    </w:p>
    <w:p w:rsidR="006974AE" w:rsidRDefault="006974AE" w:rsidP="006974AE">
      <w:r>
        <w:t>684.1295</w:t>
      </w:r>
      <w:r>
        <w:tab/>
        <w:t>2.025e0</w:t>
      </w:r>
    </w:p>
    <w:p w:rsidR="006974AE" w:rsidRDefault="006974AE" w:rsidP="006974AE">
      <w:r>
        <w:t>684.1580</w:t>
      </w:r>
      <w:r>
        <w:tab/>
        <w:t>2.025e0</w:t>
      </w:r>
    </w:p>
    <w:p w:rsidR="006974AE" w:rsidRDefault="006974AE" w:rsidP="006974AE">
      <w:r>
        <w:t>684.1925</w:t>
      </w:r>
      <w:r>
        <w:tab/>
        <w:t>2.025e0</w:t>
      </w:r>
    </w:p>
    <w:p w:rsidR="006974AE" w:rsidRDefault="006974AE" w:rsidP="006974AE">
      <w:r>
        <w:lastRenderedPageBreak/>
        <w:t>684.2004</w:t>
      </w:r>
      <w:r>
        <w:tab/>
        <w:t>3.038e0</w:t>
      </w:r>
    </w:p>
    <w:p w:rsidR="006974AE" w:rsidRDefault="006974AE" w:rsidP="006974AE">
      <w:r>
        <w:t>684.2163</w:t>
      </w:r>
      <w:r>
        <w:tab/>
        <w:t>2.025e0</w:t>
      </w:r>
    </w:p>
    <w:p w:rsidR="006974AE" w:rsidRDefault="006974AE" w:rsidP="006974AE">
      <w:r>
        <w:t>684.2285</w:t>
      </w:r>
      <w:r>
        <w:tab/>
        <w:t>1.013e0</w:t>
      </w:r>
    </w:p>
    <w:p w:rsidR="006974AE" w:rsidRDefault="006974AE" w:rsidP="006974AE">
      <w:r>
        <w:t>684.2392</w:t>
      </w:r>
      <w:r>
        <w:tab/>
        <w:t>1.013e0</w:t>
      </w:r>
    </w:p>
    <w:p w:rsidR="006974AE" w:rsidRDefault="006974AE" w:rsidP="006974AE">
      <w:r>
        <w:t>684.2429</w:t>
      </w:r>
      <w:r>
        <w:tab/>
        <w:t>3.038e0</w:t>
      </w:r>
    </w:p>
    <w:p w:rsidR="006974AE" w:rsidRDefault="006974AE" w:rsidP="006974AE">
      <w:r>
        <w:t>684.2544</w:t>
      </w:r>
      <w:r>
        <w:tab/>
        <w:t>2.025e0</w:t>
      </w:r>
    </w:p>
    <w:p w:rsidR="006974AE" w:rsidRDefault="006974AE" w:rsidP="006974AE">
      <w:r>
        <w:t>684.2938</w:t>
      </w:r>
      <w:r>
        <w:tab/>
        <w:t>1.013e0</w:t>
      </w:r>
    </w:p>
    <w:p w:rsidR="006974AE" w:rsidRDefault="006974AE" w:rsidP="006974AE">
      <w:r>
        <w:t>684.3090</w:t>
      </w:r>
      <w:r>
        <w:tab/>
        <w:t>1.013e0</w:t>
      </w:r>
    </w:p>
    <w:p w:rsidR="006974AE" w:rsidRDefault="006974AE" w:rsidP="006974AE">
      <w:r>
        <w:t>684.3268</w:t>
      </w:r>
      <w:r>
        <w:tab/>
        <w:t>4.004e0</w:t>
      </w:r>
    </w:p>
    <w:p w:rsidR="006974AE" w:rsidRDefault="006974AE" w:rsidP="006974AE">
      <w:r>
        <w:t>684.3630</w:t>
      </w:r>
      <w:r>
        <w:tab/>
        <w:t>2.025e0</w:t>
      </w:r>
    </w:p>
    <w:p w:rsidR="006974AE" w:rsidRDefault="006974AE" w:rsidP="006974AE">
      <w:r>
        <w:t>684.3741</w:t>
      </w:r>
      <w:r>
        <w:tab/>
        <w:t>6.076e0</w:t>
      </w:r>
    </w:p>
    <w:p w:rsidR="006974AE" w:rsidRDefault="006974AE" w:rsidP="006974AE">
      <w:r>
        <w:t>684.3885</w:t>
      </w:r>
      <w:r>
        <w:tab/>
        <w:t>3.038e0</w:t>
      </w:r>
    </w:p>
    <w:p w:rsidR="006974AE" w:rsidRDefault="006974AE" w:rsidP="006974AE">
      <w:r>
        <w:t>684.3976</w:t>
      </w:r>
      <w:r>
        <w:tab/>
        <w:t>5.063e0</w:t>
      </w:r>
    </w:p>
    <w:p w:rsidR="006974AE" w:rsidRDefault="006974AE" w:rsidP="006974AE">
      <w:r>
        <w:t>684.4311</w:t>
      </w:r>
      <w:r>
        <w:tab/>
        <w:t>3.038e0</w:t>
      </w:r>
    </w:p>
    <w:p w:rsidR="006974AE" w:rsidRDefault="006974AE" w:rsidP="006974AE">
      <w:r>
        <w:t>684.4333</w:t>
      </w:r>
      <w:r>
        <w:tab/>
        <w:t>3.038e0</w:t>
      </w:r>
    </w:p>
    <w:p w:rsidR="006974AE" w:rsidRDefault="006974AE" w:rsidP="006974AE">
      <w:r>
        <w:t>684.4844</w:t>
      </w:r>
      <w:r>
        <w:tab/>
        <w:t>1.013e0</w:t>
      </w:r>
    </w:p>
    <w:p w:rsidR="006974AE" w:rsidRDefault="006974AE" w:rsidP="006974AE">
      <w:r>
        <w:t>684.4960</w:t>
      </w:r>
      <w:r>
        <w:tab/>
        <w:t>1.013e0</w:t>
      </w:r>
    </w:p>
    <w:p w:rsidR="006974AE" w:rsidRDefault="006974AE" w:rsidP="006974AE">
      <w:r>
        <w:t>684.5301</w:t>
      </w:r>
      <w:r>
        <w:tab/>
        <w:t>2.025e0</w:t>
      </w:r>
    </w:p>
    <w:p w:rsidR="006974AE" w:rsidRDefault="006974AE" w:rsidP="006974AE">
      <w:r>
        <w:t>684.5397</w:t>
      </w:r>
      <w:r>
        <w:tab/>
        <w:t>4.051e0</w:t>
      </w:r>
    </w:p>
    <w:p w:rsidR="006974AE" w:rsidRDefault="006974AE" w:rsidP="006974AE">
      <w:r>
        <w:lastRenderedPageBreak/>
        <w:t>684.5867</w:t>
      </w:r>
      <w:r>
        <w:tab/>
        <w:t>1.013e0</w:t>
      </w:r>
    </w:p>
    <w:p w:rsidR="006974AE" w:rsidRDefault="006974AE" w:rsidP="006974AE">
      <w:r>
        <w:t>684.5891</w:t>
      </w:r>
      <w:r>
        <w:tab/>
        <w:t>1.013e0</w:t>
      </w:r>
    </w:p>
    <w:p w:rsidR="006974AE" w:rsidRDefault="006974AE" w:rsidP="006974AE">
      <w:r>
        <w:t>684.6353</w:t>
      </w:r>
      <w:r>
        <w:tab/>
        <w:t>2.025e0</w:t>
      </w:r>
    </w:p>
    <w:p w:rsidR="006974AE" w:rsidRDefault="006974AE" w:rsidP="006974AE">
      <w:r>
        <w:t>684.7248</w:t>
      </w:r>
      <w:r>
        <w:tab/>
        <w:t>1.013e0</w:t>
      </w:r>
    </w:p>
    <w:p w:rsidR="006974AE" w:rsidRDefault="006974AE" w:rsidP="006974AE">
      <w:r>
        <w:t>684.7396</w:t>
      </w:r>
      <w:r>
        <w:tab/>
        <w:t>1.013e0</w:t>
      </w:r>
    </w:p>
    <w:p w:rsidR="006974AE" w:rsidRDefault="006974AE" w:rsidP="006974AE">
      <w:r>
        <w:t>684.7602</w:t>
      </w:r>
      <w:r>
        <w:tab/>
        <w:t>1.013e0</w:t>
      </w:r>
    </w:p>
    <w:p w:rsidR="006974AE" w:rsidRDefault="006974AE" w:rsidP="006974AE">
      <w:r>
        <w:t>684.7974</w:t>
      </w:r>
      <w:r>
        <w:tab/>
        <w:t>2.025e0</w:t>
      </w:r>
    </w:p>
    <w:p w:rsidR="006974AE" w:rsidRDefault="006974AE" w:rsidP="006974AE">
      <w:r>
        <w:t>684.8887</w:t>
      </w:r>
      <w:r>
        <w:tab/>
        <w:t>1.269e0</w:t>
      </w:r>
    </w:p>
    <w:p w:rsidR="006974AE" w:rsidRDefault="006974AE" w:rsidP="006974AE">
      <w:r>
        <w:t>684.9259</w:t>
      </w:r>
      <w:r>
        <w:tab/>
        <w:t>1.013e0</w:t>
      </w:r>
    </w:p>
    <w:p w:rsidR="006974AE" w:rsidRDefault="006974AE" w:rsidP="006974AE">
      <w:r>
        <w:t>684.9617</w:t>
      </w:r>
      <w:r>
        <w:tab/>
        <w:t>1.013e0</w:t>
      </w:r>
    </w:p>
    <w:p w:rsidR="006974AE" w:rsidRDefault="006974AE" w:rsidP="006974AE">
      <w:r>
        <w:t>684.9706</w:t>
      </w:r>
      <w:r>
        <w:tab/>
        <w:t>3.038e0</w:t>
      </w:r>
    </w:p>
    <w:p w:rsidR="006974AE" w:rsidRDefault="006974AE" w:rsidP="006974AE">
      <w:r>
        <w:t>684.9956</w:t>
      </w:r>
      <w:r>
        <w:tab/>
        <w:t>3.038e0</w:t>
      </w:r>
    </w:p>
    <w:p w:rsidR="006974AE" w:rsidRDefault="006974AE" w:rsidP="006974AE">
      <w:r>
        <w:t>685.0187</w:t>
      </w:r>
      <w:r>
        <w:tab/>
        <w:t>1.013e0</w:t>
      </w:r>
    </w:p>
    <w:p w:rsidR="006974AE" w:rsidRDefault="006974AE" w:rsidP="006974AE">
      <w:r>
        <w:t>685.0307</w:t>
      </w:r>
      <w:r>
        <w:tab/>
        <w:t>2.025e0</w:t>
      </w:r>
    </w:p>
    <w:p w:rsidR="006974AE" w:rsidRDefault="006974AE" w:rsidP="006974AE">
      <w:r>
        <w:t>685.0630</w:t>
      </w:r>
      <w:r>
        <w:tab/>
        <w:t>2.025e0</w:t>
      </w:r>
    </w:p>
    <w:p w:rsidR="006974AE" w:rsidRDefault="006974AE" w:rsidP="006974AE">
      <w:r>
        <w:t>685.0773</w:t>
      </w:r>
      <w:r>
        <w:tab/>
        <w:t>1.013e0</w:t>
      </w:r>
    </w:p>
    <w:p w:rsidR="006974AE" w:rsidRDefault="006974AE" w:rsidP="006974AE">
      <w:r>
        <w:t>685.1006</w:t>
      </w:r>
      <w:r>
        <w:tab/>
        <w:t>1.013e0</w:t>
      </w:r>
    </w:p>
    <w:p w:rsidR="006974AE" w:rsidRDefault="006974AE" w:rsidP="006974AE">
      <w:r>
        <w:t>685.1231</w:t>
      </w:r>
      <w:r>
        <w:tab/>
        <w:t>3.038e0</w:t>
      </w:r>
    </w:p>
    <w:p w:rsidR="006974AE" w:rsidRDefault="006974AE" w:rsidP="006974AE">
      <w:r>
        <w:t>685.1355</w:t>
      </w:r>
      <w:r>
        <w:tab/>
        <w:t>1.013e0</w:t>
      </w:r>
    </w:p>
    <w:p w:rsidR="006974AE" w:rsidRDefault="006974AE" w:rsidP="006974AE">
      <w:r>
        <w:lastRenderedPageBreak/>
        <w:t>685.1597</w:t>
      </w:r>
      <w:r>
        <w:tab/>
        <w:t>2.025e0</w:t>
      </w:r>
    </w:p>
    <w:p w:rsidR="006974AE" w:rsidRDefault="006974AE" w:rsidP="006974AE">
      <w:r>
        <w:t>685.2026</w:t>
      </w:r>
      <w:r>
        <w:tab/>
        <w:t>3.038e0</w:t>
      </w:r>
    </w:p>
    <w:p w:rsidR="006974AE" w:rsidRDefault="006974AE" w:rsidP="006974AE">
      <w:r>
        <w:t>685.2089</w:t>
      </w:r>
      <w:r>
        <w:tab/>
        <w:t>1.013e0</w:t>
      </w:r>
    </w:p>
    <w:p w:rsidR="006974AE" w:rsidRDefault="006974AE" w:rsidP="006974AE">
      <w:r>
        <w:t>685.2170</w:t>
      </w:r>
      <w:r>
        <w:tab/>
        <w:t>1.013e0</w:t>
      </w:r>
    </w:p>
    <w:p w:rsidR="006974AE" w:rsidRDefault="006974AE" w:rsidP="006974AE">
      <w:r>
        <w:t>685.3033</w:t>
      </w:r>
      <w:r>
        <w:tab/>
        <w:t>3.038e0</w:t>
      </w:r>
    </w:p>
    <w:p w:rsidR="006974AE" w:rsidRDefault="006974AE" w:rsidP="006974AE">
      <w:r>
        <w:t>685.3102</w:t>
      </w:r>
      <w:r>
        <w:tab/>
        <w:t>2.025e0</w:t>
      </w:r>
    </w:p>
    <w:p w:rsidR="006974AE" w:rsidRDefault="006974AE" w:rsidP="006974AE">
      <w:r>
        <w:t>685.3231</w:t>
      </w:r>
      <w:r>
        <w:tab/>
        <w:t>2.025e0</w:t>
      </w:r>
    </w:p>
    <w:p w:rsidR="006974AE" w:rsidRDefault="006974AE" w:rsidP="006974AE">
      <w:r>
        <w:t>685.3294</w:t>
      </w:r>
      <w:r>
        <w:tab/>
        <w:t>3.038e0</w:t>
      </w:r>
    </w:p>
    <w:p w:rsidR="006974AE" w:rsidRDefault="006974AE" w:rsidP="006974AE">
      <w:r>
        <w:t>685.3324</w:t>
      </w:r>
      <w:r>
        <w:tab/>
        <w:t>2.025e0</w:t>
      </w:r>
    </w:p>
    <w:p w:rsidR="006974AE" w:rsidRDefault="006974AE" w:rsidP="006974AE">
      <w:r>
        <w:t>685.3344</w:t>
      </w:r>
      <w:r>
        <w:tab/>
        <w:t>1.013e0</w:t>
      </w:r>
    </w:p>
    <w:p w:rsidR="006974AE" w:rsidRDefault="006974AE" w:rsidP="006974AE">
      <w:r>
        <w:t>685.3452</w:t>
      </w:r>
      <w:r>
        <w:tab/>
        <w:t>1.013e0</w:t>
      </w:r>
    </w:p>
    <w:p w:rsidR="006974AE" w:rsidRDefault="006974AE" w:rsidP="006974AE">
      <w:r>
        <w:t>685.4096</w:t>
      </w:r>
      <w:r>
        <w:tab/>
        <w:t>4.051e0</w:t>
      </w:r>
    </w:p>
    <w:p w:rsidR="006974AE" w:rsidRDefault="006974AE" w:rsidP="006974AE">
      <w:r>
        <w:t>685.4285</w:t>
      </w:r>
      <w:r>
        <w:tab/>
        <w:t>2.025e0</w:t>
      </w:r>
    </w:p>
    <w:p w:rsidR="006974AE" w:rsidRDefault="006974AE" w:rsidP="006974AE">
      <w:r>
        <w:t>685.4314</w:t>
      </w:r>
      <w:r>
        <w:tab/>
        <w:t>3.038e0</w:t>
      </w:r>
    </w:p>
    <w:p w:rsidR="006974AE" w:rsidRDefault="006974AE" w:rsidP="006974AE">
      <w:r>
        <w:t>685.4333</w:t>
      </w:r>
      <w:r>
        <w:tab/>
        <w:t>2.025e0</w:t>
      </w:r>
    </w:p>
    <w:p w:rsidR="006974AE" w:rsidRDefault="006974AE" w:rsidP="006974AE">
      <w:r>
        <w:t>685.4419</w:t>
      </w:r>
      <w:r>
        <w:tab/>
        <w:t>2.025e0</w:t>
      </w:r>
    </w:p>
    <w:p w:rsidR="006974AE" w:rsidRDefault="006974AE" w:rsidP="006974AE">
      <w:r>
        <w:t>685.4678</w:t>
      </w:r>
      <w:r>
        <w:tab/>
        <w:t>1.013e0</w:t>
      </w:r>
    </w:p>
    <w:p w:rsidR="006974AE" w:rsidRDefault="006974AE" w:rsidP="006974AE">
      <w:r>
        <w:t>685.4733</w:t>
      </w:r>
      <w:r>
        <w:tab/>
        <w:t>1.013e0</w:t>
      </w:r>
    </w:p>
    <w:p w:rsidR="006974AE" w:rsidRDefault="006974AE" w:rsidP="006974AE">
      <w:r>
        <w:t>685.5206</w:t>
      </w:r>
      <w:r>
        <w:tab/>
        <w:t>2.025e0</w:t>
      </w:r>
    </w:p>
    <w:p w:rsidR="006974AE" w:rsidRDefault="006974AE" w:rsidP="006974AE">
      <w:r>
        <w:lastRenderedPageBreak/>
        <w:t>685.5627</w:t>
      </w:r>
      <w:r>
        <w:tab/>
        <w:t>2.025e0</w:t>
      </w:r>
    </w:p>
    <w:p w:rsidR="006974AE" w:rsidRDefault="006974AE" w:rsidP="006974AE">
      <w:r>
        <w:t>685.5724</w:t>
      </w:r>
      <w:r>
        <w:tab/>
        <w:t>1.013e0</w:t>
      </w:r>
    </w:p>
    <w:p w:rsidR="006974AE" w:rsidRDefault="006974AE" w:rsidP="006974AE">
      <w:r>
        <w:t>685.5782</w:t>
      </w:r>
      <w:r>
        <w:tab/>
        <w:t>1.013e0</w:t>
      </w:r>
    </w:p>
    <w:p w:rsidR="006974AE" w:rsidRDefault="006974AE" w:rsidP="006974AE">
      <w:r>
        <w:t>685.5894</w:t>
      </w:r>
      <w:r>
        <w:tab/>
        <w:t>1.013e0</w:t>
      </w:r>
    </w:p>
    <w:p w:rsidR="006974AE" w:rsidRDefault="006974AE" w:rsidP="006974AE">
      <w:r>
        <w:t>685.6455</w:t>
      </w:r>
      <w:r>
        <w:tab/>
        <w:t>2.025e0</w:t>
      </w:r>
    </w:p>
    <w:p w:rsidR="006974AE" w:rsidRDefault="006974AE" w:rsidP="006974AE">
      <w:r>
        <w:t>685.6490</w:t>
      </w:r>
      <w:r>
        <w:tab/>
        <w:t>1.013e0</w:t>
      </w:r>
    </w:p>
    <w:p w:rsidR="006974AE" w:rsidRDefault="006974AE" w:rsidP="006974AE">
      <w:r>
        <w:t>685.7035</w:t>
      </w:r>
      <w:r>
        <w:tab/>
        <w:t>3.038e0</w:t>
      </w:r>
    </w:p>
    <w:p w:rsidR="006974AE" w:rsidRDefault="006974AE" w:rsidP="006974AE">
      <w:r>
        <w:t>685.7764</w:t>
      </w:r>
      <w:r>
        <w:tab/>
        <w:t>1.013e0</w:t>
      </w:r>
    </w:p>
    <w:p w:rsidR="006974AE" w:rsidRDefault="006974AE" w:rsidP="006974AE">
      <w:r>
        <w:t>685.8013</w:t>
      </w:r>
      <w:r>
        <w:tab/>
        <w:t>3.038e0</w:t>
      </w:r>
    </w:p>
    <w:p w:rsidR="006974AE" w:rsidRDefault="006974AE" w:rsidP="006974AE">
      <w:r>
        <w:t>685.8230</w:t>
      </w:r>
      <w:r>
        <w:tab/>
        <w:t>1.013e0</w:t>
      </w:r>
    </w:p>
    <w:p w:rsidR="006974AE" w:rsidRDefault="006974AE" w:rsidP="006974AE">
      <w:r>
        <w:t>685.8824</w:t>
      </w:r>
      <w:r>
        <w:tab/>
        <w:t>1.013e0</w:t>
      </w:r>
    </w:p>
    <w:p w:rsidR="006974AE" w:rsidRDefault="006974AE" w:rsidP="006974AE">
      <w:r>
        <w:t>685.9755</w:t>
      </w:r>
      <w:r>
        <w:tab/>
        <w:t>1.013e0</w:t>
      </w:r>
    </w:p>
    <w:p w:rsidR="006974AE" w:rsidRDefault="006974AE" w:rsidP="006974AE">
      <w:r>
        <w:t>685.9871</w:t>
      </w:r>
      <w:r>
        <w:tab/>
        <w:t>1.013e0</w:t>
      </w:r>
    </w:p>
    <w:p w:rsidR="006974AE" w:rsidRDefault="006974AE" w:rsidP="006974AE">
      <w:r>
        <w:t>685.9940</w:t>
      </w:r>
      <w:r>
        <w:tab/>
        <w:t>3.038e0</w:t>
      </w:r>
    </w:p>
    <w:p w:rsidR="006974AE" w:rsidRDefault="006974AE" w:rsidP="006974AE">
      <w:r>
        <w:t>686.0687</w:t>
      </w:r>
      <w:r>
        <w:tab/>
        <w:t>1.013e0</w:t>
      </w:r>
    </w:p>
    <w:p w:rsidR="006974AE" w:rsidRDefault="006974AE" w:rsidP="006974AE">
      <w:r>
        <w:t>686.1070</w:t>
      </w:r>
      <w:r>
        <w:tab/>
        <w:t>1.013e0</w:t>
      </w:r>
    </w:p>
    <w:p w:rsidR="006974AE" w:rsidRDefault="006974AE" w:rsidP="006974AE">
      <w:r>
        <w:t>686.1270</w:t>
      </w:r>
      <w:r>
        <w:tab/>
        <w:t>1.013e0</w:t>
      </w:r>
    </w:p>
    <w:p w:rsidR="006974AE" w:rsidRDefault="006974AE" w:rsidP="006974AE">
      <w:r>
        <w:t>686.1766</w:t>
      </w:r>
      <w:r>
        <w:tab/>
        <w:t>2.025e0</w:t>
      </w:r>
    </w:p>
    <w:p w:rsidR="006974AE" w:rsidRDefault="006974AE" w:rsidP="006974AE">
      <w:r>
        <w:t>686.1802</w:t>
      </w:r>
      <w:r>
        <w:tab/>
        <w:t>3.038e0</w:t>
      </w:r>
    </w:p>
    <w:p w:rsidR="006974AE" w:rsidRDefault="006974AE" w:rsidP="006974AE">
      <w:r>
        <w:lastRenderedPageBreak/>
        <w:t>686.2027</w:t>
      </w:r>
      <w:r>
        <w:tab/>
        <w:t>2.025e0</w:t>
      </w:r>
    </w:p>
    <w:p w:rsidR="006974AE" w:rsidRDefault="006974AE" w:rsidP="006974AE">
      <w:r>
        <w:t>686.2039</w:t>
      </w:r>
      <w:r>
        <w:tab/>
        <w:t>3.038e0</w:t>
      </w:r>
    </w:p>
    <w:p w:rsidR="006974AE" w:rsidRDefault="006974AE" w:rsidP="006974AE">
      <w:r>
        <w:t>686.2524</w:t>
      </w:r>
      <w:r>
        <w:tab/>
        <w:t>2.025e0</w:t>
      </w:r>
    </w:p>
    <w:p w:rsidR="006974AE" w:rsidRDefault="006974AE" w:rsidP="006974AE">
      <w:r>
        <w:t>686.2698</w:t>
      </w:r>
      <w:r>
        <w:tab/>
        <w:t>3.038e0</w:t>
      </w:r>
    </w:p>
    <w:p w:rsidR="006974AE" w:rsidRDefault="006974AE" w:rsidP="006974AE">
      <w:r>
        <w:t>686.3077</w:t>
      </w:r>
      <w:r>
        <w:tab/>
        <w:t>1.994e0</w:t>
      </w:r>
    </w:p>
    <w:p w:rsidR="006974AE" w:rsidRDefault="006974AE" w:rsidP="006974AE">
      <w:r>
        <w:t>686.3128</w:t>
      </w:r>
      <w:r>
        <w:tab/>
        <w:t>1.013e0</w:t>
      </w:r>
    </w:p>
    <w:p w:rsidR="006974AE" w:rsidRDefault="006974AE" w:rsidP="006974AE">
      <w:r>
        <w:t>686.3155</w:t>
      </w:r>
      <w:r>
        <w:tab/>
        <w:t>3.038e0</w:t>
      </w:r>
    </w:p>
    <w:p w:rsidR="006974AE" w:rsidRDefault="006974AE" w:rsidP="006974AE">
      <w:r>
        <w:t>686.3662</w:t>
      </w:r>
      <w:r>
        <w:tab/>
        <w:t>2.025e0</w:t>
      </w:r>
    </w:p>
    <w:p w:rsidR="006974AE" w:rsidRDefault="006974AE" w:rsidP="006974AE">
      <w:r>
        <w:t>686.3704</w:t>
      </w:r>
      <w:r>
        <w:tab/>
        <w:t>3.038e0</w:t>
      </w:r>
    </w:p>
    <w:p w:rsidR="006974AE" w:rsidRDefault="006974AE" w:rsidP="006974AE">
      <w:r>
        <w:t>686.3831</w:t>
      </w:r>
      <w:r>
        <w:tab/>
        <w:t>1.013e0</w:t>
      </w:r>
    </w:p>
    <w:p w:rsidR="006974AE" w:rsidRDefault="006974AE" w:rsidP="006974AE">
      <w:r>
        <w:t>686.4304</w:t>
      </w:r>
      <w:r>
        <w:tab/>
        <w:t>1.013e0</w:t>
      </w:r>
    </w:p>
    <w:p w:rsidR="006974AE" w:rsidRDefault="006974AE" w:rsidP="006974AE">
      <w:r>
        <w:t>686.4705</w:t>
      </w:r>
      <w:r>
        <w:tab/>
        <w:t>1.013e0</w:t>
      </w:r>
    </w:p>
    <w:p w:rsidR="006974AE" w:rsidRDefault="006974AE" w:rsidP="006974AE">
      <w:r>
        <w:t>686.4762</w:t>
      </w:r>
      <w:r>
        <w:tab/>
        <w:t>1.013e0</w:t>
      </w:r>
    </w:p>
    <w:p w:rsidR="006974AE" w:rsidRDefault="006974AE" w:rsidP="006974AE">
      <w:r>
        <w:t>686.4862</w:t>
      </w:r>
      <w:r>
        <w:tab/>
        <w:t>3.038e0</w:t>
      </w:r>
    </w:p>
    <w:p w:rsidR="006974AE" w:rsidRDefault="006974AE" w:rsidP="006974AE">
      <w:r>
        <w:t>686.5039</w:t>
      </w:r>
      <w:r>
        <w:tab/>
        <w:t>2.025e0</w:t>
      </w:r>
    </w:p>
    <w:p w:rsidR="006974AE" w:rsidRDefault="006974AE" w:rsidP="006974AE">
      <w:r>
        <w:t>686.5427</w:t>
      </w:r>
      <w:r>
        <w:tab/>
        <w:t>3.038e0</w:t>
      </w:r>
    </w:p>
    <w:p w:rsidR="006974AE" w:rsidRDefault="006974AE" w:rsidP="006974AE">
      <w:r>
        <w:t>686.5560</w:t>
      </w:r>
      <w:r>
        <w:tab/>
        <w:t>2.025e0</w:t>
      </w:r>
    </w:p>
    <w:p w:rsidR="006974AE" w:rsidRDefault="006974AE" w:rsidP="006974AE">
      <w:r>
        <w:t>686.5898</w:t>
      </w:r>
      <w:r>
        <w:tab/>
        <w:t>3.038e0</w:t>
      </w:r>
    </w:p>
    <w:p w:rsidR="006974AE" w:rsidRDefault="006974AE" w:rsidP="006974AE">
      <w:r>
        <w:t>686.5929</w:t>
      </w:r>
      <w:r>
        <w:tab/>
        <w:t>1.013e0</w:t>
      </w:r>
    </w:p>
    <w:p w:rsidR="006974AE" w:rsidRDefault="006974AE" w:rsidP="006974AE">
      <w:r>
        <w:lastRenderedPageBreak/>
        <w:t>686.6061</w:t>
      </w:r>
      <w:r>
        <w:tab/>
        <w:t>2.025e0</w:t>
      </w:r>
    </w:p>
    <w:p w:rsidR="006974AE" w:rsidRDefault="006974AE" w:rsidP="006974AE">
      <w:r>
        <w:t>686.6246</w:t>
      </w:r>
      <w:r>
        <w:tab/>
        <w:t>2.025e0</w:t>
      </w:r>
    </w:p>
    <w:p w:rsidR="006974AE" w:rsidRDefault="006974AE" w:rsidP="006974AE">
      <w:r>
        <w:t>686.6424</w:t>
      </w:r>
      <w:r>
        <w:tab/>
        <w:t>1.013e0</w:t>
      </w:r>
    </w:p>
    <w:p w:rsidR="006974AE" w:rsidRDefault="006974AE" w:rsidP="006974AE">
      <w:r>
        <w:t>686.6979</w:t>
      </w:r>
      <w:r>
        <w:tab/>
        <w:t>1.013e0</w:t>
      </w:r>
    </w:p>
    <w:p w:rsidR="006974AE" w:rsidRDefault="006974AE" w:rsidP="006974AE">
      <w:r>
        <w:t>686.7122</w:t>
      </w:r>
      <w:r>
        <w:tab/>
        <w:t>1.013e0</w:t>
      </w:r>
    </w:p>
    <w:p w:rsidR="006974AE" w:rsidRDefault="006974AE" w:rsidP="006974AE">
      <w:r>
        <w:t>686.7467</w:t>
      </w:r>
      <w:r>
        <w:tab/>
        <w:t>1.013e0</w:t>
      </w:r>
    </w:p>
    <w:p w:rsidR="006974AE" w:rsidRDefault="006974AE" w:rsidP="006974AE">
      <w:r>
        <w:t>686.7688</w:t>
      </w:r>
      <w:r>
        <w:tab/>
        <w:t>1.013e0</w:t>
      </w:r>
    </w:p>
    <w:p w:rsidR="006974AE" w:rsidRDefault="006974AE" w:rsidP="006974AE">
      <w:r>
        <w:t>686.8146</w:t>
      </w:r>
      <w:r>
        <w:tab/>
        <w:t>1.013e0</w:t>
      </w:r>
    </w:p>
    <w:p w:rsidR="006974AE" w:rsidRDefault="006974AE" w:rsidP="006974AE">
      <w:r>
        <w:t>686.8389</w:t>
      </w:r>
      <w:r>
        <w:tab/>
        <w:t>2.025e0</w:t>
      </w:r>
    </w:p>
    <w:p w:rsidR="006974AE" w:rsidRDefault="006974AE" w:rsidP="006974AE">
      <w:r>
        <w:t>686.8622</w:t>
      </w:r>
      <w:r>
        <w:tab/>
        <w:t>1.013e0</w:t>
      </w:r>
    </w:p>
    <w:p w:rsidR="006974AE" w:rsidRDefault="006974AE" w:rsidP="006974AE">
      <w:r>
        <w:t>686.9359</w:t>
      </w:r>
      <w:r>
        <w:tab/>
        <w:t>2.025e0</w:t>
      </w:r>
    </w:p>
    <w:p w:rsidR="006974AE" w:rsidRDefault="006974AE" w:rsidP="006974AE">
      <w:r>
        <w:t>686.9431</w:t>
      </w:r>
      <w:r>
        <w:tab/>
        <w:t>1.013e0</w:t>
      </w:r>
    </w:p>
    <w:p w:rsidR="006974AE" w:rsidRDefault="006974AE" w:rsidP="006974AE">
      <w:r>
        <w:t>686.9624</w:t>
      </w:r>
      <w:r>
        <w:tab/>
        <w:t>2.025e0</w:t>
      </w:r>
    </w:p>
    <w:p w:rsidR="006974AE" w:rsidRDefault="006974AE" w:rsidP="006974AE">
      <w:r>
        <w:t>686.9789</w:t>
      </w:r>
      <w:r>
        <w:tab/>
        <w:t>1.013e0</w:t>
      </w:r>
    </w:p>
    <w:p w:rsidR="006974AE" w:rsidRDefault="006974AE" w:rsidP="006974AE">
      <w:r>
        <w:t>687.0218</w:t>
      </w:r>
      <w:r>
        <w:tab/>
        <w:t>1.013e0</w:t>
      </w:r>
    </w:p>
    <w:p w:rsidR="006974AE" w:rsidRDefault="006974AE" w:rsidP="006974AE">
      <w:r>
        <w:t>687.0607</w:t>
      </w:r>
      <w:r>
        <w:tab/>
        <w:t>2.025e0</w:t>
      </w:r>
    </w:p>
    <w:p w:rsidR="006974AE" w:rsidRDefault="006974AE" w:rsidP="006974AE">
      <w:r>
        <w:t>687.0724</w:t>
      </w:r>
      <w:r>
        <w:tab/>
        <w:t>1.013e0</w:t>
      </w:r>
    </w:p>
    <w:p w:rsidR="006974AE" w:rsidRDefault="006974AE" w:rsidP="006974AE">
      <w:r>
        <w:t>687.0740</w:t>
      </w:r>
      <w:r>
        <w:tab/>
        <w:t>1.013e0</w:t>
      </w:r>
    </w:p>
    <w:p w:rsidR="006974AE" w:rsidRDefault="006974AE" w:rsidP="006974AE">
      <w:r>
        <w:t>687.1357</w:t>
      </w:r>
      <w:r>
        <w:tab/>
        <w:t>2.025e0</w:t>
      </w:r>
    </w:p>
    <w:p w:rsidR="006974AE" w:rsidRDefault="006974AE" w:rsidP="006974AE">
      <w:r>
        <w:lastRenderedPageBreak/>
        <w:t>687.1533</w:t>
      </w:r>
      <w:r>
        <w:tab/>
        <w:t>2.025e0</w:t>
      </w:r>
    </w:p>
    <w:p w:rsidR="006974AE" w:rsidRDefault="006974AE" w:rsidP="006974AE">
      <w:r>
        <w:t>687.1609</w:t>
      </w:r>
      <w:r>
        <w:tab/>
        <w:t>1.013e0</w:t>
      </w:r>
    </w:p>
    <w:p w:rsidR="006974AE" w:rsidRDefault="006974AE" w:rsidP="006974AE">
      <w:r>
        <w:t>687.1693</w:t>
      </w:r>
      <w:r>
        <w:tab/>
        <w:t>2.025e0</w:t>
      </w:r>
    </w:p>
    <w:p w:rsidR="006974AE" w:rsidRDefault="006974AE" w:rsidP="006974AE">
      <w:r>
        <w:t>687.1783</w:t>
      </w:r>
      <w:r>
        <w:tab/>
        <w:t>1.013e0</w:t>
      </w:r>
    </w:p>
    <w:p w:rsidR="006974AE" w:rsidRDefault="006974AE" w:rsidP="006974AE">
      <w:r>
        <w:t>687.2126</w:t>
      </w:r>
      <w:r>
        <w:tab/>
        <w:t>4.051e0</w:t>
      </w:r>
    </w:p>
    <w:p w:rsidR="006974AE" w:rsidRDefault="006974AE" w:rsidP="006974AE">
      <w:r>
        <w:t>687.2818</w:t>
      </w:r>
      <w:r>
        <w:tab/>
        <w:t>1.013e0</w:t>
      </w:r>
    </w:p>
    <w:p w:rsidR="006974AE" w:rsidRDefault="006974AE" w:rsidP="006974AE">
      <w:r>
        <w:t>687.3038</w:t>
      </w:r>
      <w:r>
        <w:tab/>
        <w:t>4.051e0</w:t>
      </w:r>
    </w:p>
    <w:p w:rsidR="006974AE" w:rsidRDefault="006974AE" w:rsidP="006974AE">
      <w:r>
        <w:t>687.3053</w:t>
      </w:r>
      <w:r>
        <w:tab/>
        <w:t>2.025e0</w:t>
      </w:r>
    </w:p>
    <w:p w:rsidR="006974AE" w:rsidRDefault="006974AE" w:rsidP="006974AE">
      <w:r>
        <w:t>687.3076</w:t>
      </w:r>
      <w:r>
        <w:tab/>
        <w:t>1.994e0</w:t>
      </w:r>
    </w:p>
    <w:p w:rsidR="006974AE" w:rsidRDefault="006974AE" w:rsidP="006974AE">
      <w:r>
        <w:t>687.3397</w:t>
      </w:r>
      <w:r>
        <w:tab/>
        <w:t>2.025e0</w:t>
      </w:r>
    </w:p>
    <w:p w:rsidR="006974AE" w:rsidRDefault="006974AE" w:rsidP="006974AE">
      <w:r>
        <w:t>687.3684</w:t>
      </w:r>
      <w:r>
        <w:tab/>
        <w:t>1.013e0</w:t>
      </w:r>
    </w:p>
    <w:p w:rsidR="006974AE" w:rsidRDefault="006974AE" w:rsidP="006974AE">
      <w:r>
        <w:t>687.3994</w:t>
      </w:r>
      <w:r>
        <w:tab/>
        <w:t>1.013e0</w:t>
      </w:r>
    </w:p>
    <w:p w:rsidR="006974AE" w:rsidRDefault="006974AE" w:rsidP="006974AE">
      <w:r>
        <w:t>687.4144</w:t>
      </w:r>
      <w:r>
        <w:tab/>
        <w:t>2.739e0</w:t>
      </w:r>
    </w:p>
    <w:p w:rsidR="006974AE" w:rsidRDefault="006974AE" w:rsidP="006974AE">
      <w:r>
        <w:t>687.4189</w:t>
      </w:r>
      <w:r>
        <w:tab/>
        <w:t>1.013e0</w:t>
      </w:r>
    </w:p>
    <w:p w:rsidR="006974AE" w:rsidRDefault="006974AE" w:rsidP="006974AE">
      <w:r>
        <w:t>687.4687</w:t>
      </w:r>
      <w:r>
        <w:tab/>
        <w:t>1.013e0</w:t>
      </w:r>
    </w:p>
    <w:p w:rsidR="006974AE" w:rsidRDefault="006974AE" w:rsidP="006974AE">
      <w:r>
        <w:t>687.4812</w:t>
      </w:r>
      <w:r>
        <w:tab/>
        <w:t>1.013e0</w:t>
      </w:r>
    </w:p>
    <w:p w:rsidR="006974AE" w:rsidRDefault="006974AE" w:rsidP="006974AE">
      <w:r>
        <w:t>687.5046</w:t>
      </w:r>
      <w:r>
        <w:tab/>
        <w:t>1.013e0</w:t>
      </w:r>
    </w:p>
    <w:p w:rsidR="006974AE" w:rsidRDefault="006974AE" w:rsidP="006974AE">
      <w:r>
        <w:t>687.5154</w:t>
      </w:r>
      <w:r>
        <w:tab/>
        <w:t>1.013e0</w:t>
      </w:r>
    </w:p>
    <w:p w:rsidR="006974AE" w:rsidRDefault="006974AE" w:rsidP="006974AE">
      <w:r>
        <w:t>687.5410</w:t>
      </w:r>
      <w:r>
        <w:tab/>
        <w:t>1.013e0</w:t>
      </w:r>
    </w:p>
    <w:p w:rsidR="006974AE" w:rsidRDefault="006974AE" w:rsidP="006974AE">
      <w:r>
        <w:lastRenderedPageBreak/>
        <w:t>687.5462</w:t>
      </w:r>
      <w:r>
        <w:tab/>
        <w:t>2.025e0</w:t>
      </w:r>
    </w:p>
    <w:p w:rsidR="006974AE" w:rsidRDefault="006974AE" w:rsidP="006974AE">
      <w:r>
        <w:t>687.5864</w:t>
      </w:r>
      <w:r>
        <w:tab/>
        <w:t>1.013e0</w:t>
      </w:r>
    </w:p>
    <w:p w:rsidR="006974AE" w:rsidRDefault="006974AE" w:rsidP="006974AE">
      <w:r>
        <w:t>687.6039</w:t>
      </w:r>
      <w:r>
        <w:tab/>
        <w:t>2.025e0</w:t>
      </w:r>
    </w:p>
    <w:p w:rsidR="006974AE" w:rsidRDefault="006974AE" w:rsidP="006974AE">
      <w:r>
        <w:t>687.6440</w:t>
      </w:r>
      <w:r>
        <w:tab/>
        <w:t>1.013e0</w:t>
      </w:r>
    </w:p>
    <w:p w:rsidR="006974AE" w:rsidRDefault="006974AE" w:rsidP="006974AE">
      <w:r>
        <w:t>687.6732</w:t>
      </w:r>
      <w:r>
        <w:tab/>
        <w:t>2.025e0</w:t>
      </w:r>
    </w:p>
    <w:p w:rsidR="006974AE" w:rsidRDefault="006974AE" w:rsidP="006974AE">
      <w:r>
        <w:t>687.6879</w:t>
      </w:r>
      <w:r>
        <w:tab/>
        <w:t>2.025e0</w:t>
      </w:r>
    </w:p>
    <w:p w:rsidR="006974AE" w:rsidRDefault="006974AE" w:rsidP="006974AE">
      <w:r>
        <w:t>687.7028</w:t>
      </w:r>
      <w:r>
        <w:tab/>
        <w:t>2.025e0</w:t>
      </w:r>
    </w:p>
    <w:p w:rsidR="006974AE" w:rsidRDefault="006974AE" w:rsidP="006974AE">
      <w:r>
        <w:t>687.7266</w:t>
      </w:r>
      <w:r>
        <w:tab/>
        <w:t>1.013e0</w:t>
      </w:r>
    </w:p>
    <w:p w:rsidR="006974AE" w:rsidRDefault="006974AE" w:rsidP="006974AE">
      <w:r>
        <w:t>687.7609</w:t>
      </w:r>
      <w:r>
        <w:tab/>
        <w:t>1.013e0</w:t>
      </w:r>
    </w:p>
    <w:p w:rsidR="006974AE" w:rsidRDefault="006974AE" w:rsidP="006974AE">
      <w:r>
        <w:t>687.8514</w:t>
      </w:r>
      <w:r>
        <w:tab/>
        <w:t>1.013e0</w:t>
      </w:r>
    </w:p>
    <w:p w:rsidR="006974AE" w:rsidRDefault="006974AE" w:rsidP="006974AE">
      <w:r>
        <w:t>687.8857</w:t>
      </w:r>
      <w:r>
        <w:tab/>
        <w:t>2.025e0</w:t>
      </w:r>
    </w:p>
    <w:p w:rsidR="006974AE" w:rsidRDefault="006974AE" w:rsidP="006974AE">
      <w:r>
        <w:t>687.9016</w:t>
      </w:r>
      <w:r>
        <w:tab/>
        <w:t>2.025e0</w:t>
      </w:r>
    </w:p>
    <w:p w:rsidR="006974AE" w:rsidRDefault="006974AE" w:rsidP="006974AE">
      <w:r>
        <w:t>687.9108</w:t>
      </w:r>
      <w:r>
        <w:tab/>
        <w:t>3.038e0</w:t>
      </w:r>
    </w:p>
    <w:p w:rsidR="006974AE" w:rsidRDefault="006974AE" w:rsidP="006974AE">
      <w:r>
        <w:t>687.9371</w:t>
      </w:r>
      <w:r>
        <w:tab/>
        <w:t>1.013e0</w:t>
      </w:r>
    </w:p>
    <w:p w:rsidR="006974AE" w:rsidRDefault="006974AE" w:rsidP="006974AE">
      <w:r>
        <w:t>687.9496</w:t>
      </w:r>
      <w:r>
        <w:tab/>
        <w:t>2.025e0</w:t>
      </w:r>
    </w:p>
    <w:p w:rsidR="006974AE" w:rsidRDefault="006974AE" w:rsidP="006974AE">
      <w:r>
        <w:t>687.9724</w:t>
      </w:r>
      <w:r>
        <w:tab/>
        <w:t>1.013e0</w:t>
      </w:r>
    </w:p>
    <w:p w:rsidR="006974AE" w:rsidRDefault="006974AE" w:rsidP="006974AE">
      <w:r>
        <w:t>688.0064</w:t>
      </w:r>
      <w:r>
        <w:tab/>
        <w:t>1.013e0</w:t>
      </w:r>
    </w:p>
    <w:p w:rsidR="006974AE" w:rsidRDefault="006974AE" w:rsidP="006974AE">
      <w:r>
        <w:t>688.0158</w:t>
      </w:r>
      <w:r>
        <w:tab/>
        <w:t>3.038e0</w:t>
      </w:r>
    </w:p>
    <w:p w:rsidR="006974AE" w:rsidRDefault="006974AE" w:rsidP="006974AE">
      <w:r>
        <w:t>688.0181</w:t>
      </w:r>
      <w:r>
        <w:tab/>
        <w:t>1.013e0</w:t>
      </w:r>
    </w:p>
    <w:p w:rsidR="006974AE" w:rsidRDefault="006974AE" w:rsidP="006974AE">
      <w:r>
        <w:lastRenderedPageBreak/>
        <w:t>688.0414</w:t>
      </w:r>
      <w:r>
        <w:tab/>
        <w:t>1.013e0</w:t>
      </w:r>
    </w:p>
    <w:p w:rsidR="006974AE" w:rsidRDefault="006974AE" w:rsidP="006974AE">
      <w:r>
        <w:t>688.0589</w:t>
      </w:r>
      <w:r>
        <w:tab/>
        <w:t>1.013e0</w:t>
      </w:r>
    </w:p>
    <w:p w:rsidR="006974AE" w:rsidRDefault="006974AE" w:rsidP="006974AE">
      <w:r>
        <w:t>688.0651</w:t>
      </w:r>
      <w:r>
        <w:tab/>
        <w:t>2.025e0</w:t>
      </w:r>
    </w:p>
    <w:p w:rsidR="006974AE" w:rsidRDefault="006974AE" w:rsidP="006974AE">
      <w:r>
        <w:t>688.0750</w:t>
      </w:r>
      <w:r>
        <w:tab/>
        <w:t>1.013e0</w:t>
      </w:r>
    </w:p>
    <w:p w:rsidR="006974AE" w:rsidRDefault="006974AE" w:rsidP="006974AE">
      <w:r>
        <w:t>688.1359</w:t>
      </w:r>
      <w:r>
        <w:tab/>
        <w:t>2.025e0</w:t>
      </w:r>
    </w:p>
    <w:p w:rsidR="006974AE" w:rsidRDefault="006974AE" w:rsidP="006974AE">
      <w:r>
        <w:t>688.1440</w:t>
      </w:r>
      <w:r>
        <w:tab/>
        <w:t>1.013e0</w:t>
      </w:r>
    </w:p>
    <w:p w:rsidR="006974AE" w:rsidRDefault="006974AE" w:rsidP="006974AE">
      <w:r>
        <w:t>688.1467</w:t>
      </w:r>
      <w:r>
        <w:tab/>
        <w:t>1.013e0</w:t>
      </w:r>
    </w:p>
    <w:p w:rsidR="006974AE" w:rsidRDefault="006974AE" w:rsidP="006974AE">
      <w:r>
        <w:t>688.1896</w:t>
      </w:r>
      <w:r>
        <w:tab/>
        <w:t>2.025e0</w:t>
      </w:r>
    </w:p>
    <w:p w:rsidR="006974AE" w:rsidRDefault="006974AE" w:rsidP="006974AE">
      <w:r>
        <w:t>688.2528</w:t>
      </w:r>
      <w:r>
        <w:tab/>
        <w:t>1.013e0</w:t>
      </w:r>
    </w:p>
    <w:p w:rsidR="006974AE" w:rsidRDefault="006974AE" w:rsidP="006974AE">
      <w:r>
        <w:t>688.2651</w:t>
      </w:r>
      <w:r>
        <w:tab/>
        <w:t>1.013e0</w:t>
      </w:r>
    </w:p>
    <w:p w:rsidR="006974AE" w:rsidRDefault="006974AE" w:rsidP="006974AE">
      <w:r>
        <w:t>688.2700</w:t>
      </w:r>
      <w:r>
        <w:tab/>
        <w:t>4.051e0</w:t>
      </w:r>
    </w:p>
    <w:p w:rsidR="006974AE" w:rsidRDefault="006974AE" w:rsidP="006974AE">
      <w:r>
        <w:t>688.2903</w:t>
      </w:r>
      <w:r>
        <w:tab/>
        <w:t>3.038e0</w:t>
      </w:r>
    </w:p>
    <w:p w:rsidR="006974AE" w:rsidRDefault="006974AE" w:rsidP="006974AE">
      <w:r>
        <w:t>688.2996</w:t>
      </w:r>
      <w:r>
        <w:tab/>
        <w:t>1.013e0</w:t>
      </w:r>
    </w:p>
    <w:p w:rsidR="006974AE" w:rsidRDefault="006974AE" w:rsidP="006974AE">
      <w:r>
        <w:t>688.3105</w:t>
      </w:r>
      <w:r>
        <w:tab/>
        <w:t>1.013e0</w:t>
      </w:r>
    </w:p>
    <w:p w:rsidR="006974AE" w:rsidRDefault="006974AE" w:rsidP="006974AE">
      <w:r>
        <w:t>688.3221</w:t>
      </w:r>
      <w:r>
        <w:tab/>
        <w:t>2.025e0</w:t>
      </w:r>
    </w:p>
    <w:p w:rsidR="006974AE" w:rsidRDefault="006974AE" w:rsidP="006974AE">
      <w:r>
        <w:t>688.3339</w:t>
      </w:r>
      <w:r>
        <w:tab/>
        <w:t>2.025e0</w:t>
      </w:r>
    </w:p>
    <w:p w:rsidR="006974AE" w:rsidRDefault="006974AE" w:rsidP="006974AE">
      <w:r>
        <w:t>688.3379</w:t>
      </w:r>
      <w:r>
        <w:tab/>
        <w:t>3.038e0</w:t>
      </w:r>
    </w:p>
    <w:p w:rsidR="006974AE" w:rsidRDefault="006974AE" w:rsidP="006974AE">
      <w:r>
        <w:t>688.3764</w:t>
      </w:r>
      <w:r>
        <w:tab/>
        <w:t>2.025e0</w:t>
      </w:r>
    </w:p>
    <w:p w:rsidR="006974AE" w:rsidRDefault="006974AE" w:rsidP="006974AE">
      <w:r>
        <w:t>688.4039</w:t>
      </w:r>
      <w:r>
        <w:tab/>
        <w:t>1.013e0</w:t>
      </w:r>
    </w:p>
    <w:p w:rsidR="006974AE" w:rsidRDefault="006974AE" w:rsidP="006974AE">
      <w:r>
        <w:lastRenderedPageBreak/>
        <w:t>688.4158</w:t>
      </w:r>
      <w:r>
        <w:tab/>
        <w:t>1.013e0</w:t>
      </w:r>
    </w:p>
    <w:p w:rsidR="006974AE" w:rsidRDefault="006974AE" w:rsidP="006974AE">
      <w:r>
        <w:t>688.4205</w:t>
      </w:r>
      <w:r>
        <w:tab/>
        <w:t>1.013e0</w:t>
      </w:r>
    </w:p>
    <w:p w:rsidR="006974AE" w:rsidRDefault="006974AE" w:rsidP="006974AE">
      <w:r>
        <w:t>688.4683</w:t>
      </w:r>
      <w:r>
        <w:tab/>
        <w:t>2.025e0</w:t>
      </w:r>
    </w:p>
    <w:p w:rsidR="006974AE" w:rsidRDefault="006974AE" w:rsidP="006974AE">
      <w:r>
        <w:t>688.4868</w:t>
      </w:r>
      <w:r>
        <w:tab/>
        <w:t>1.013e0</w:t>
      </w:r>
    </w:p>
    <w:p w:rsidR="006974AE" w:rsidRDefault="006974AE" w:rsidP="006974AE">
      <w:r>
        <w:t>688.5094</w:t>
      </w:r>
      <w:r>
        <w:tab/>
        <w:t>4.051e0</w:t>
      </w:r>
    </w:p>
    <w:p w:rsidR="006974AE" w:rsidRDefault="006974AE" w:rsidP="006974AE">
      <w:r>
        <w:t>688.5242</w:t>
      </w:r>
      <w:r>
        <w:tab/>
        <w:t>1.013e0</w:t>
      </w:r>
    </w:p>
    <w:p w:rsidR="006974AE" w:rsidRDefault="006974AE" w:rsidP="006974AE">
      <w:r>
        <w:t>688.5270</w:t>
      </w:r>
      <w:r>
        <w:tab/>
        <w:t>3.038e0</w:t>
      </w:r>
    </w:p>
    <w:p w:rsidR="006974AE" w:rsidRDefault="006974AE" w:rsidP="006974AE">
      <w:r>
        <w:t>688.5404</w:t>
      </w:r>
      <w:r>
        <w:tab/>
        <w:t>5.063e0</w:t>
      </w:r>
    </w:p>
    <w:p w:rsidR="006974AE" w:rsidRDefault="006974AE" w:rsidP="006974AE">
      <w:r>
        <w:t>688.5641</w:t>
      </w:r>
      <w:r>
        <w:tab/>
        <w:t>2.025e0</w:t>
      </w:r>
    </w:p>
    <w:p w:rsidR="006974AE" w:rsidRDefault="006974AE" w:rsidP="006974AE">
      <w:r>
        <w:t>688.5708</w:t>
      </w:r>
      <w:r>
        <w:tab/>
        <w:t>3.038e0</w:t>
      </w:r>
    </w:p>
    <w:p w:rsidR="006974AE" w:rsidRDefault="006974AE" w:rsidP="006974AE">
      <w:r>
        <w:t>688.6276</w:t>
      </w:r>
      <w:r>
        <w:tab/>
        <w:t>1.013e0</w:t>
      </w:r>
    </w:p>
    <w:p w:rsidR="006974AE" w:rsidRDefault="006974AE" w:rsidP="006974AE">
      <w:r>
        <w:t>688.6447</w:t>
      </w:r>
      <w:r>
        <w:tab/>
        <w:t>1.013e0</w:t>
      </w:r>
    </w:p>
    <w:p w:rsidR="006974AE" w:rsidRDefault="006974AE" w:rsidP="006974AE">
      <w:r>
        <w:t>688.6506</w:t>
      </w:r>
      <w:r>
        <w:tab/>
        <w:t>1.013e0</w:t>
      </w:r>
    </w:p>
    <w:p w:rsidR="006974AE" w:rsidRDefault="006974AE" w:rsidP="006974AE">
      <w:r>
        <w:t>688.6732</w:t>
      </w:r>
      <w:r>
        <w:tab/>
        <w:t>1.013e0</w:t>
      </w:r>
    </w:p>
    <w:p w:rsidR="006974AE" w:rsidRDefault="006974AE" w:rsidP="006974AE">
      <w:r>
        <w:t>688.7200</w:t>
      </w:r>
      <w:r>
        <w:tab/>
        <w:t>1.013e0</w:t>
      </w:r>
    </w:p>
    <w:p w:rsidR="006974AE" w:rsidRDefault="006974AE" w:rsidP="006974AE">
      <w:r>
        <w:t>688.7252</w:t>
      </w:r>
      <w:r>
        <w:tab/>
        <w:t>2.025e0</w:t>
      </w:r>
    </w:p>
    <w:p w:rsidR="006974AE" w:rsidRDefault="006974AE" w:rsidP="006974AE">
      <w:r>
        <w:t>688.7320</w:t>
      </w:r>
      <w:r>
        <w:tab/>
        <w:t>2.025e0</w:t>
      </w:r>
    </w:p>
    <w:p w:rsidR="006974AE" w:rsidRDefault="006974AE" w:rsidP="006974AE">
      <w:r>
        <w:t>688.7603</w:t>
      </w:r>
      <w:r>
        <w:tab/>
        <w:t>2.025e0</w:t>
      </w:r>
    </w:p>
    <w:p w:rsidR="006974AE" w:rsidRDefault="006974AE" w:rsidP="006974AE">
      <w:r>
        <w:t>688.8496</w:t>
      </w:r>
      <w:r>
        <w:tab/>
        <w:t>1.013e0</w:t>
      </w:r>
    </w:p>
    <w:p w:rsidR="006974AE" w:rsidRDefault="006974AE" w:rsidP="006974AE">
      <w:r>
        <w:lastRenderedPageBreak/>
        <w:t>688.8605</w:t>
      </w:r>
      <w:r>
        <w:tab/>
        <w:t>2.025e0</w:t>
      </w:r>
    </w:p>
    <w:p w:rsidR="006974AE" w:rsidRDefault="006974AE" w:rsidP="006974AE">
      <w:r>
        <w:t>688.8848</w:t>
      </w:r>
      <w:r>
        <w:tab/>
        <w:t>1.013e0</w:t>
      </w:r>
    </w:p>
    <w:p w:rsidR="006974AE" w:rsidRDefault="006974AE" w:rsidP="006974AE">
      <w:r>
        <w:t>688.8875</w:t>
      </w:r>
      <w:r>
        <w:tab/>
        <w:t>1.013e0</w:t>
      </w:r>
    </w:p>
    <w:p w:rsidR="006974AE" w:rsidRDefault="006974AE" w:rsidP="006974AE">
      <w:r>
        <w:t>688.9050</w:t>
      </w:r>
      <w:r>
        <w:tab/>
        <w:t>2.025e0</w:t>
      </w:r>
    </w:p>
    <w:p w:rsidR="006974AE" w:rsidRDefault="006974AE" w:rsidP="006974AE">
      <w:r>
        <w:t>688.9433</w:t>
      </w:r>
      <w:r>
        <w:tab/>
        <w:t>1.013e0</w:t>
      </w:r>
    </w:p>
    <w:p w:rsidR="006974AE" w:rsidRDefault="006974AE" w:rsidP="006974AE">
      <w:r>
        <w:t>688.9659</w:t>
      </w:r>
      <w:r>
        <w:tab/>
        <w:t>1.013e0</w:t>
      </w:r>
    </w:p>
    <w:p w:rsidR="006974AE" w:rsidRDefault="006974AE" w:rsidP="006974AE">
      <w:r>
        <w:t>689.0010</w:t>
      </w:r>
      <w:r>
        <w:tab/>
        <w:t>1.013e0</w:t>
      </w:r>
    </w:p>
    <w:p w:rsidR="006974AE" w:rsidRDefault="006974AE" w:rsidP="006974AE">
      <w:r>
        <w:t>689.0253</w:t>
      </w:r>
      <w:r>
        <w:tab/>
        <w:t>3.038e0</w:t>
      </w:r>
    </w:p>
    <w:p w:rsidR="006974AE" w:rsidRDefault="006974AE" w:rsidP="006974AE">
      <w:r>
        <w:t>689.0598</w:t>
      </w:r>
      <w:r>
        <w:tab/>
        <w:t>1.013e0</w:t>
      </w:r>
    </w:p>
    <w:p w:rsidR="006974AE" w:rsidRDefault="006974AE" w:rsidP="006974AE">
      <w:r>
        <w:t>689.0947</w:t>
      </w:r>
      <w:r>
        <w:tab/>
        <w:t>2.025e0</w:t>
      </w:r>
    </w:p>
    <w:p w:rsidR="006974AE" w:rsidRDefault="006974AE" w:rsidP="006974AE">
      <w:r>
        <w:t>689.1296</w:t>
      </w:r>
      <w:r>
        <w:tab/>
        <w:t>2.025e0</w:t>
      </w:r>
    </w:p>
    <w:p w:rsidR="006974AE" w:rsidRDefault="006974AE" w:rsidP="006974AE">
      <w:r>
        <w:t>689.1415</w:t>
      </w:r>
      <w:r>
        <w:tab/>
        <w:t>1.013e0</w:t>
      </w:r>
    </w:p>
    <w:p w:rsidR="006974AE" w:rsidRDefault="006974AE" w:rsidP="006974AE">
      <w:r>
        <w:t>689.1766</w:t>
      </w:r>
      <w:r>
        <w:tab/>
        <w:t>1.013e0</w:t>
      </w:r>
    </w:p>
    <w:p w:rsidR="006974AE" w:rsidRDefault="006974AE" w:rsidP="006974AE">
      <w:r>
        <w:t>689.1910</w:t>
      </w:r>
      <w:r>
        <w:tab/>
        <w:t>3.038e0</w:t>
      </w:r>
    </w:p>
    <w:p w:rsidR="006974AE" w:rsidRDefault="006974AE" w:rsidP="006974AE">
      <w:r>
        <w:t>689.1977</w:t>
      </w:r>
      <w:r>
        <w:tab/>
        <w:t>1.013e0</w:t>
      </w:r>
    </w:p>
    <w:p w:rsidR="006974AE" w:rsidRDefault="006974AE" w:rsidP="006974AE">
      <w:r>
        <w:t>689.2244</w:t>
      </w:r>
      <w:r>
        <w:tab/>
        <w:t>2.025e0</w:t>
      </w:r>
    </w:p>
    <w:p w:rsidR="006974AE" w:rsidRDefault="006974AE" w:rsidP="006974AE">
      <w:r>
        <w:t>689.2352</w:t>
      </w:r>
      <w:r>
        <w:tab/>
        <w:t>1.013e0</w:t>
      </w:r>
    </w:p>
    <w:p w:rsidR="006974AE" w:rsidRDefault="006974AE" w:rsidP="006974AE">
      <w:r>
        <w:t>689.2418</w:t>
      </w:r>
      <w:r>
        <w:tab/>
        <w:t>2.025e0</w:t>
      </w:r>
    </w:p>
    <w:p w:rsidR="006974AE" w:rsidRDefault="006974AE" w:rsidP="006974AE">
      <w:r>
        <w:t>689.2490</w:t>
      </w:r>
      <w:r>
        <w:tab/>
        <w:t>1.013e0</w:t>
      </w:r>
    </w:p>
    <w:p w:rsidR="006974AE" w:rsidRDefault="006974AE" w:rsidP="006974AE">
      <w:r>
        <w:lastRenderedPageBreak/>
        <w:t>689.2712</w:t>
      </w:r>
      <w:r>
        <w:tab/>
        <w:t>1.013e0</w:t>
      </w:r>
    </w:p>
    <w:p w:rsidR="006974AE" w:rsidRDefault="006974AE" w:rsidP="006974AE">
      <w:r>
        <w:t>689.2753</w:t>
      </w:r>
      <w:r>
        <w:tab/>
        <w:t>2.151e0</w:t>
      </w:r>
    </w:p>
    <w:p w:rsidR="006974AE" w:rsidRDefault="006974AE" w:rsidP="006974AE">
      <w:r>
        <w:t>689.2834</w:t>
      </w:r>
      <w:r>
        <w:tab/>
        <w:t>1.013e0</w:t>
      </w:r>
    </w:p>
    <w:p w:rsidR="006974AE" w:rsidRDefault="006974AE" w:rsidP="006974AE">
      <w:r>
        <w:t>689.3013</w:t>
      </w:r>
      <w:r>
        <w:tab/>
        <w:t>1.013e0</w:t>
      </w:r>
    </w:p>
    <w:p w:rsidR="006974AE" w:rsidRDefault="006974AE" w:rsidP="006974AE">
      <w:r>
        <w:t>689.3055</w:t>
      </w:r>
      <w:r>
        <w:tab/>
        <w:t>1.013e0</w:t>
      </w:r>
    </w:p>
    <w:p w:rsidR="006974AE" w:rsidRDefault="006974AE" w:rsidP="006974AE">
      <w:r>
        <w:t>689.3604</w:t>
      </w:r>
      <w:r>
        <w:tab/>
        <w:t>3.988e0</w:t>
      </w:r>
    </w:p>
    <w:p w:rsidR="006974AE" w:rsidRDefault="006974AE" w:rsidP="006974AE">
      <w:r>
        <w:t>689.3641</w:t>
      </w:r>
      <w:r>
        <w:tab/>
        <w:t>1.013e0</w:t>
      </w:r>
    </w:p>
    <w:p w:rsidR="006974AE" w:rsidRDefault="006974AE" w:rsidP="006974AE">
      <w:r>
        <w:t>689.4001</w:t>
      </w:r>
      <w:r>
        <w:tab/>
        <w:t>1.013e0</w:t>
      </w:r>
    </w:p>
    <w:p w:rsidR="006974AE" w:rsidRDefault="006974AE" w:rsidP="006974AE">
      <w:r>
        <w:t>689.4109</w:t>
      </w:r>
      <w:r>
        <w:tab/>
        <w:t>1.013e0</w:t>
      </w:r>
    </w:p>
    <w:p w:rsidR="006974AE" w:rsidRDefault="006974AE" w:rsidP="006974AE">
      <w:r>
        <w:t>689.4213</w:t>
      </w:r>
      <w:r>
        <w:tab/>
        <w:t>1.013e0</w:t>
      </w:r>
    </w:p>
    <w:p w:rsidR="006974AE" w:rsidRDefault="006974AE" w:rsidP="006974AE">
      <w:r>
        <w:t>689.4604</w:t>
      </w:r>
      <w:r>
        <w:tab/>
        <w:t>3.038e0</w:t>
      </w:r>
    </w:p>
    <w:p w:rsidR="006974AE" w:rsidRDefault="006974AE" w:rsidP="006974AE">
      <w:r>
        <w:t>689.4703</w:t>
      </w:r>
      <w:r>
        <w:tab/>
        <w:t>1.013e0</w:t>
      </w:r>
    </w:p>
    <w:p w:rsidR="006974AE" w:rsidRDefault="006974AE" w:rsidP="006974AE">
      <w:r>
        <w:t>689.4761</w:t>
      </w:r>
      <w:r>
        <w:tab/>
        <w:t>3.038e0</w:t>
      </w:r>
    </w:p>
    <w:p w:rsidR="006974AE" w:rsidRDefault="006974AE" w:rsidP="006974AE">
      <w:r>
        <w:t>689.5055</w:t>
      </w:r>
      <w:r>
        <w:tab/>
        <w:t>1.013e0</w:t>
      </w:r>
    </w:p>
    <w:p w:rsidR="006974AE" w:rsidRDefault="006974AE" w:rsidP="006974AE">
      <w:r>
        <w:t>689.5398</w:t>
      </w:r>
      <w:r>
        <w:tab/>
        <w:t>1.013e0</w:t>
      </w:r>
    </w:p>
    <w:p w:rsidR="006974AE" w:rsidRDefault="006974AE" w:rsidP="006974AE">
      <w:r>
        <w:t>689.5446</w:t>
      </w:r>
      <w:r>
        <w:tab/>
        <w:t>3.038e0</w:t>
      </w:r>
    </w:p>
    <w:p w:rsidR="006974AE" w:rsidRDefault="006974AE" w:rsidP="006974AE">
      <w:r>
        <w:t>689.5524</w:t>
      </w:r>
      <w:r>
        <w:tab/>
        <w:t>1.013e0</w:t>
      </w:r>
    </w:p>
    <w:p w:rsidR="006974AE" w:rsidRDefault="006974AE" w:rsidP="006974AE">
      <w:r>
        <w:t>689.5641</w:t>
      </w:r>
      <w:r>
        <w:tab/>
        <w:t>1.013e0</w:t>
      </w:r>
    </w:p>
    <w:p w:rsidR="006974AE" w:rsidRDefault="006974AE" w:rsidP="006974AE">
      <w:r>
        <w:t>689.5867</w:t>
      </w:r>
      <w:r>
        <w:tab/>
        <w:t>1.013e0</w:t>
      </w:r>
    </w:p>
    <w:p w:rsidR="006974AE" w:rsidRDefault="006974AE" w:rsidP="006974AE">
      <w:r>
        <w:lastRenderedPageBreak/>
        <w:t>689.6110</w:t>
      </w:r>
      <w:r>
        <w:tab/>
        <w:t>2.025e0</w:t>
      </w:r>
    </w:p>
    <w:p w:rsidR="006974AE" w:rsidRDefault="006974AE" w:rsidP="006974AE">
      <w:r>
        <w:t>689.6284</w:t>
      </w:r>
      <w:r>
        <w:tab/>
        <w:t>1.013e0</w:t>
      </w:r>
    </w:p>
    <w:p w:rsidR="006974AE" w:rsidRDefault="006974AE" w:rsidP="006974AE">
      <w:r>
        <w:t>689.7220</w:t>
      </w:r>
      <w:r>
        <w:tab/>
        <w:t>2.025e0</w:t>
      </w:r>
    </w:p>
    <w:p w:rsidR="006974AE" w:rsidRDefault="006974AE" w:rsidP="006974AE">
      <w:r>
        <w:t>689.7399</w:t>
      </w:r>
      <w:r>
        <w:tab/>
        <w:t>1.013e0</w:t>
      </w:r>
    </w:p>
    <w:p w:rsidR="006974AE" w:rsidRDefault="006974AE" w:rsidP="006974AE">
      <w:r>
        <w:t>689.7928</w:t>
      </w:r>
      <w:r>
        <w:tab/>
        <w:t>2.025e0</w:t>
      </w:r>
    </w:p>
    <w:p w:rsidR="006974AE" w:rsidRDefault="006974AE" w:rsidP="006974AE">
      <w:r>
        <w:t>689.8102</w:t>
      </w:r>
      <w:r>
        <w:tab/>
        <w:t>1.013e0</w:t>
      </w:r>
    </w:p>
    <w:p w:rsidR="006974AE" w:rsidRDefault="006974AE" w:rsidP="006974AE">
      <w:r>
        <w:t>689.8526</w:t>
      </w:r>
      <w:r>
        <w:tab/>
        <w:t>2.025e0</w:t>
      </w:r>
    </w:p>
    <w:p w:rsidR="006974AE" w:rsidRDefault="006974AE" w:rsidP="006974AE">
      <w:r>
        <w:t>689.9157</w:t>
      </w:r>
      <w:r>
        <w:tab/>
        <w:t>1.013e0</w:t>
      </w:r>
    </w:p>
    <w:p w:rsidR="006974AE" w:rsidRDefault="006974AE" w:rsidP="006974AE">
      <w:r>
        <w:t>689.9266</w:t>
      </w:r>
      <w:r>
        <w:tab/>
        <w:t>1.013e0</w:t>
      </w:r>
    </w:p>
    <w:p w:rsidR="006974AE" w:rsidRDefault="006974AE" w:rsidP="006974AE">
      <w:r>
        <w:t>689.9402</w:t>
      </w:r>
      <w:r>
        <w:tab/>
        <w:t>2.025e0</w:t>
      </w:r>
    </w:p>
    <w:p w:rsidR="006974AE" w:rsidRDefault="006974AE" w:rsidP="006974AE">
      <w:r>
        <w:t>689.9908</w:t>
      </w:r>
      <w:r>
        <w:tab/>
        <w:t>1.013e0</w:t>
      </w:r>
    </w:p>
    <w:p w:rsidR="006974AE" w:rsidRDefault="006974AE" w:rsidP="006974AE">
      <w:r>
        <w:t>690.0255</w:t>
      </w:r>
      <w:r>
        <w:tab/>
        <w:t>2.025e0</w:t>
      </w:r>
    </w:p>
    <w:p w:rsidR="006974AE" w:rsidRDefault="006974AE" w:rsidP="006974AE">
      <w:r>
        <w:t>690.0433</w:t>
      </w:r>
      <w:r>
        <w:tab/>
        <w:t>2.025e0</w:t>
      </w:r>
    </w:p>
    <w:p w:rsidR="006974AE" w:rsidRDefault="006974AE" w:rsidP="006974AE">
      <w:r>
        <w:t>690.0774</w:t>
      </w:r>
      <w:r>
        <w:tab/>
        <w:t>2.025e0</w:t>
      </w:r>
    </w:p>
    <w:p w:rsidR="006974AE" w:rsidRDefault="006974AE" w:rsidP="006974AE">
      <w:r>
        <w:t>690.0919</w:t>
      </w:r>
      <w:r>
        <w:tab/>
        <w:t>2.025e0</w:t>
      </w:r>
    </w:p>
    <w:p w:rsidR="006974AE" w:rsidRDefault="006974AE" w:rsidP="006974AE">
      <w:r>
        <w:t>690.0954</w:t>
      </w:r>
      <w:r>
        <w:tab/>
        <w:t>1.013e0</w:t>
      </w:r>
    </w:p>
    <w:p w:rsidR="006974AE" w:rsidRDefault="006974AE" w:rsidP="006974AE">
      <w:r>
        <w:t>690.1611</w:t>
      </w:r>
      <w:r>
        <w:tab/>
        <w:t>1.013e0</w:t>
      </w:r>
    </w:p>
    <w:p w:rsidR="006974AE" w:rsidRDefault="006974AE" w:rsidP="006974AE">
      <w:r>
        <w:t>690.1813</w:t>
      </w:r>
      <w:r>
        <w:tab/>
        <w:t>1.013e0</w:t>
      </w:r>
    </w:p>
    <w:p w:rsidR="006974AE" w:rsidRDefault="006974AE" w:rsidP="006974AE">
      <w:r>
        <w:t>690.2080</w:t>
      </w:r>
      <w:r>
        <w:tab/>
        <w:t>1.013e0</w:t>
      </w:r>
    </w:p>
    <w:p w:rsidR="006974AE" w:rsidRDefault="006974AE" w:rsidP="006974AE">
      <w:r>
        <w:lastRenderedPageBreak/>
        <w:t>690.2333</w:t>
      </w:r>
      <w:r>
        <w:tab/>
        <w:t>1.013e0</w:t>
      </w:r>
    </w:p>
    <w:p w:rsidR="006974AE" w:rsidRDefault="006974AE" w:rsidP="006974AE">
      <w:r>
        <w:t>690.2486</w:t>
      </w:r>
      <w:r>
        <w:tab/>
        <w:t>2.025e0</w:t>
      </w:r>
    </w:p>
    <w:p w:rsidR="006974AE" w:rsidRDefault="006974AE" w:rsidP="006974AE">
      <w:r>
        <w:t>690.2498</w:t>
      </w:r>
      <w:r>
        <w:tab/>
        <w:t>2.025e0</w:t>
      </w:r>
    </w:p>
    <w:p w:rsidR="006974AE" w:rsidRDefault="006974AE" w:rsidP="006974AE">
      <w:r>
        <w:t>690.2676</w:t>
      </w:r>
      <w:r>
        <w:tab/>
        <w:t>1.013e0</w:t>
      </w:r>
    </w:p>
    <w:p w:rsidR="006974AE" w:rsidRDefault="006974AE" w:rsidP="006974AE">
      <w:r>
        <w:t>690.3137</w:t>
      </w:r>
      <w:r>
        <w:tab/>
        <w:t>4.051e0</w:t>
      </w:r>
    </w:p>
    <w:p w:rsidR="006974AE" w:rsidRDefault="006974AE" w:rsidP="006974AE">
      <w:r>
        <w:t>690.3253</w:t>
      </w:r>
      <w:r>
        <w:tab/>
        <w:t>1.013e0</w:t>
      </w:r>
    </w:p>
    <w:p w:rsidR="006974AE" w:rsidRDefault="006974AE" w:rsidP="006974AE">
      <w:r>
        <w:t>690.3502</w:t>
      </w:r>
      <w:r>
        <w:tab/>
        <w:t>2.025e0</w:t>
      </w:r>
    </w:p>
    <w:p w:rsidR="006974AE" w:rsidRDefault="006974AE" w:rsidP="006974AE">
      <w:r>
        <w:t>690.3551</w:t>
      </w:r>
      <w:r>
        <w:tab/>
        <w:t>3.038e0</w:t>
      </w:r>
    </w:p>
    <w:p w:rsidR="006974AE" w:rsidRDefault="006974AE" w:rsidP="006974AE">
      <w:r>
        <w:t>690.3956</w:t>
      </w:r>
      <w:r>
        <w:tab/>
        <w:t>2.912e0</w:t>
      </w:r>
    </w:p>
    <w:p w:rsidR="006974AE" w:rsidRDefault="006974AE" w:rsidP="006974AE">
      <w:r>
        <w:t>690.4073</w:t>
      </w:r>
      <w:r>
        <w:tab/>
        <w:t>4.051e0</w:t>
      </w:r>
    </w:p>
    <w:p w:rsidR="006974AE" w:rsidRDefault="006974AE" w:rsidP="006974AE">
      <w:r>
        <w:t>690.4228</w:t>
      </w:r>
      <w:r>
        <w:tab/>
        <w:t>2.025e0</w:t>
      </w:r>
    </w:p>
    <w:p w:rsidR="006974AE" w:rsidRDefault="006974AE" w:rsidP="006974AE">
      <w:r>
        <w:t>690.5139</w:t>
      </w:r>
      <w:r>
        <w:tab/>
        <w:t>1.013e0</w:t>
      </w:r>
    </w:p>
    <w:p w:rsidR="006974AE" w:rsidRDefault="006974AE" w:rsidP="006974AE">
      <w:r>
        <w:t>690.5248</w:t>
      </w:r>
      <w:r>
        <w:tab/>
        <w:t>1.013e0</w:t>
      </w:r>
    </w:p>
    <w:p w:rsidR="006974AE" w:rsidRDefault="006974AE" w:rsidP="006974AE">
      <w:r>
        <w:t>690.5266</w:t>
      </w:r>
      <w:r>
        <w:tab/>
        <w:t>1.013e0</w:t>
      </w:r>
    </w:p>
    <w:p w:rsidR="006974AE" w:rsidRDefault="006974AE" w:rsidP="006974AE">
      <w:r>
        <w:t>690.5319</w:t>
      </w:r>
      <w:r>
        <w:tab/>
        <w:t>3.038e0</w:t>
      </w:r>
    </w:p>
    <w:p w:rsidR="006974AE" w:rsidRDefault="006974AE" w:rsidP="006974AE">
      <w:r>
        <w:t>690.5469</w:t>
      </w:r>
      <w:r>
        <w:tab/>
        <w:t>2.025e0</w:t>
      </w:r>
    </w:p>
    <w:p w:rsidR="006974AE" w:rsidRDefault="006974AE" w:rsidP="006974AE">
      <w:r>
        <w:t>690.6129</w:t>
      </w:r>
      <w:r>
        <w:tab/>
        <w:t>1.013e0</w:t>
      </w:r>
    </w:p>
    <w:p w:rsidR="006974AE" w:rsidRDefault="006974AE" w:rsidP="006974AE">
      <w:r>
        <w:t>690.6187</w:t>
      </w:r>
      <w:r>
        <w:tab/>
        <w:t>1.013e0</w:t>
      </w:r>
    </w:p>
    <w:p w:rsidR="006974AE" w:rsidRDefault="006974AE" w:rsidP="006974AE">
      <w:r>
        <w:t>690.7291</w:t>
      </w:r>
      <w:r>
        <w:tab/>
        <w:t>3.038e0</w:t>
      </w:r>
    </w:p>
    <w:p w:rsidR="006974AE" w:rsidRDefault="006974AE" w:rsidP="006974AE">
      <w:r>
        <w:lastRenderedPageBreak/>
        <w:t>690.8065</w:t>
      </w:r>
      <w:r>
        <w:tab/>
        <w:t>1.013e0</w:t>
      </w:r>
    </w:p>
    <w:p w:rsidR="006974AE" w:rsidRDefault="006974AE" w:rsidP="006974AE">
      <w:r>
        <w:t>690.8651</w:t>
      </w:r>
      <w:r>
        <w:tab/>
        <w:t>1.013e0</w:t>
      </w:r>
    </w:p>
    <w:p w:rsidR="006974AE" w:rsidRDefault="006974AE" w:rsidP="006974AE">
      <w:r>
        <w:t>690.9062</w:t>
      </w:r>
      <w:r>
        <w:tab/>
        <w:t>1.013e0</w:t>
      </w:r>
    </w:p>
    <w:p w:rsidR="006974AE" w:rsidRDefault="006974AE" w:rsidP="006974AE">
      <w:r>
        <w:t>690.9224</w:t>
      </w:r>
      <w:r>
        <w:tab/>
        <w:t>1.013e0</w:t>
      </w:r>
    </w:p>
    <w:p w:rsidR="006974AE" w:rsidRDefault="006974AE" w:rsidP="006974AE">
      <w:r>
        <w:t>690.9577</w:t>
      </w:r>
      <w:r>
        <w:tab/>
        <w:t>1.013e0</w:t>
      </w:r>
    </w:p>
    <w:p w:rsidR="006974AE" w:rsidRDefault="006974AE" w:rsidP="006974AE">
      <w:r>
        <w:t>691.0186</w:t>
      </w:r>
      <w:r>
        <w:tab/>
        <w:t>1.013e0</w:t>
      </w:r>
    </w:p>
    <w:p w:rsidR="006974AE" w:rsidRDefault="006974AE" w:rsidP="006974AE">
      <w:r>
        <w:t>691.0413</w:t>
      </w:r>
      <w:r>
        <w:tab/>
        <w:t>1.013e0</w:t>
      </w:r>
    </w:p>
    <w:p w:rsidR="006974AE" w:rsidRDefault="006974AE" w:rsidP="006974AE">
      <w:r>
        <w:t>691.0554</w:t>
      </w:r>
      <w:r>
        <w:tab/>
        <w:t>4.051e0</w:t>
      </w:r>
    </w:p>
    <w:p w:rsidR="006974AE" w:rsidRDefault="006974AE" w:rsidP="006974AE">
      <w:r>
        <w:t>691.0773</w:t>
      </w:r>
      <w:r>
        <w:tab/>
        <w:t>1.013e0</w:t>
      </w:r>
    </w:p>
    <w:p w:rsidR="006974AE" w:rsidRDefault="006974AE" w:rsidP="006974AE">
      <w:r>
        <w:t>691.0787</w:t>
      </w:r>
      <w:r>
        <w:tab/>
        <w:t>1.013e0</w:t>
      </w:r>
    </w:p>
    <w:p w:rsidR="006974AE" w:rsidRDefault="006974AE" w:rsidP="006974AE">
      <w:r>
        <w:t>691.1295</w:t>
      </w:r>
      <w:r>
        <w:tab/>
        <w:t>1.013e0</w:t>
      </w:r>
    </w:p>
    <w:p w:rsidR="006974AE" w:rsidRDefault="006974AE" w:rsidP="006974AE">
      <w:r>
        <w:t>691.1474</w:t>
      </w:r>
      <w:r>
        <w:tab/>
        <w:t>3.038e0</w:t>
      </w:r>
    </w:p>
    <w:p w:rsidR="006974AE" w:rsidRDefault="006974AE" w:rsidP="006974AE">
      <w:r>
        <w:t>691.1641</w:t>
      </w:r>
      <w:r>
        <w:tab/>
        <w:t>1.013e0</w:t>
      </w:r>
    </w:p>
    <w:p w:rsidR="006974AE" w:rsidRDefault="006974AE" w:rsidP="006974AE">
      <w:r>
        <w:t>691.1830</w:t>
      </w:r>
      <w:r>
        <w:tab/>
        <w:t>1.013e0</w:t>
      </w:r>
    </w:p>
    <w:p w:rsidR="006974AE" w:rsidRDefault="006974AE" w:rsidP="006974AE">
      <w:r>
        <w:t>691.1886</w:t>
      </w:r>
      <w:r>
        <w:tab/>
        <w:t>2.025e0</w:t>
      </w:r>
    </w:p>
    <w:p w:rsidR="006974AE" w:rsidRDefault="006974AE" w:rsidP="006974AE">
      <w:r>
        <w:t>691.1982</w:t>
      </w:r>
      <w:r>
        <w:tab/>
        <w:t>2.025e0</w:t>
      </w:r>
    </w:p>
    <w:p w:rsidR="006974AE" w:rsidRDefault="006974AE" w:rsidP="006974AE">
      <w:r>
        <w:t>691.2165</w:t>
      </w:r>
      <w:r>
        <w:tab/>
        <w:t>1.013e0</w:t>
      </w:r>
    </w:p>
    <w:p w:rsidR="006974AE" w:rsidRDefault="006974AE" w:rsidP="006974AE">
      <w:r>
        <w:t>691.2221</w:t>
      </w:r>
      <w:r>
        <w:tab/>
        <w:t>4.051e0</w:t>
      </w:r>
    </w:p>
    <w:p w:rsidR="006974AE" w:rsidRDefault="006974AE" w:rsidP="006974AE">
      <w:r>
        <w:t>691.2296</w:t>
      </w:r>
      <w:r>
        <w:tab/>
        <w:t>2.025e0</w:t>
      </w:r>
    </w:p>
    <w:p w:rsidR="006974AE" w:rsidRDefault="006974AE" w:rsidP="006974AE">
      <w:r>
        <w:lastRenderedPageBreak/>
        <w:t>691.2770</w:t>
      </w:r>
      <w:r>
        <w:tab/>
        <w:t>1.013e0</w:t>
      </w:r>
    </w:p>
    <w:p w:rsidR="006974AE" w:rsidRDefault="006974AE" w:rsidP="006974AE">
      <w:r>
        <w:t>691.2845</w:t>
      </w:r>
      <w:r>
        <w:tab/>
        <w:t>4.051e0</w:t>
      </w:r>
    </w:p>
    <w:p w:rsidR="006974AE" w:rsidRDefault="006974AE" w:rsidP="006974AE">
      <w:r>
        <w:t>691.3466</w:t>
      </w:r>
      <w:r>
        <w:tab/>
        <w:t>2.025e0</w:t>
      </w:r>
    </w:p>
    <w:p w:rsidR="006974AE" w:rsidRDefault="006974AE" w:rsidP="006974AE">
      <w:r>
        <w:t>691.3536</w:t>
      </w:r>
      <w:r>
        <w:tab/>
        <w:t>1.013e0</w:t>
      </w:r>
    </w:p>
    <w:p w:rsidR="006974AE" w:rsidRDefault="006974AE" w:rsidP="006974AE">
      <w:r>
        <w:t>691.3765</w:t>
      </w:r>
      <w:r>
        <w:tab/>
        <w:t>3.038e0</w:t>
      </w:r>
    </w:p>
    <w:p w:rsidR="006974AE" w:rsidRDefault="006974AE" w:rsidP="006974AE">
      <w:r>
        <w:t>691.4236</w:t>
      </w:r>
      <w:r>
        <w:tab/>
        <w:t>1.013e0</w:t>
      </w:r>
    </w:p>
    <w:p w:rsidR="006974AE" w:rsidRDefault="006974AE" w:rsidP="006974AE">
      <w:r>
        <w:t>691.4409</w:t>
      </w:r>
      <w:r>
        <w:tab/>
        <w:t>1.013e0</w:t>
      </w:r>
    </w:p>
    <w:p w:rsidR="006974AE" w:rsidRDefault="006974AE" w:rsidP="006974AE">
      <w:r>
        <w:t>691.4641</w:t>
      </w:r>
      <w:r>
        <w:tab/>
        <w:t>2.025e0</w:t>
      </w:r>
    </w:p>
    <w:p w:rsidR="006974AE" w:rsidRDefault="006974AE" w:rsidP="006974AE">
      <w:r>
        <w:t>691.4746</w:t>
      </w:r>
      <w:r>
        <w:tab/>
        <w:t>2.025e0</w:t>
      </w:r>
    </w:p>
    <w:p w:rsidR="006974AE" w:rsidRDefault="006974AE" w:rsidP="006974AE">
      <w:r>
        <w:t>691.5097</w:t>
      </w:r>
      <w:r>
        <w:tab/>
        <w:t>2.025e0</w:t>
      </w:r>
    </w:p>
    <w:p w:rsidR="006974AE" w:rsidRDefault="006974AE" w:rsidP="006974AE">
      <w:r>
        <w:t>691.5511</w:t>
      </w:r>
      <w:r>
        <w:tab/>
        <w:t>3.038e0</w:t>
      </w:r>
    </w:p>
    <w:p w:rsidR="006974AE" w:rsidRDefault="006974AE" w:rsidP="006974AE">
      <w:r>
        <w:t>691.5778</w:t>
      </w:r>
      <w:r>
        <w:tab/>
        <w:t>1.013e0</w:t>
      </w:r>
    </w:p>
    <w:p w:rsidR="006974AE" w:rsidRDefault="006974AE" w:rsidP="006974AE">
      <w:r>
        <w:t>691.5942</w:t>
      </w:r>
      <w:r>
        <w:tab/>
        <w:t>2.025e0</w:t>
      </w:r>
    </w:p>
    <w:p w:rsidR="006974AE" w:rsidRDefault="006974AE" w:rsidP="006974AE">
      <w:r>
        <w:t>691.6642</w:t>
      </w:r>
      <w:r>
        <w:tab/>
        <w:t>2.025e0</w:t>
      </w:r>
    </w:p>
    <w:p w:rsidR="006974AE" w:rsidRDefault="006974AE" w:rsidP="006974AE">
      <w:r>
        <w:t>691.7226</w:t>
      </w:r>
      <w:r>
        <w:tab/>
        <w:t>1.013e0</w:t>
      </w:r>
    </w:p>
    <w:p w:rsidR="006974AE" w:rsidRDefault="006974AE" w:rsidP="006974AE">
      <w:r>
        <w:t>691.7461</w:t>
      </w:r>
      <w:r>
        <w:tab/>
        <w:t>2.025e0</w:t>
      </w:r>
    </w:p>
    <w:p w:rsidR="006974AE" w:rsidRDefault="006974AE" w:rsidP="006974AE">
      <w:r>
        <w:t>691.8057</w:t>
      </w:r>
      <w:r>
        <w:tab/>
        <w:t>2.025e0</w:t>
      </w:r>
    </w:p>
    <w:p w:rsidR="006974AE" w:rsidRDefault="006974AE" w:rsidP="006974AE">
      <w:r>
        <w:t>691.8234</w:t>
      </w:r>
      <w:r>
        <w:tab/>
        <w:t>2.025e0</w:t>
      </w:r>
    </w:p>
    <w:p w:rsidR="006974AE" w:rsidRDefault="006974AE" w:rsidP="006974AE">
      <w:r>
        <w:t>691.8281</w:t>
      </w:r>
      <w:r>
        <w:tab/>
        <w:t>2.025e0</w:t>
      </w:r>
    </w:p>
    <w:p w:rsidR="006974AE" w:rsidRDefault="006974AE" w:rsidP="006974AE">
      <w:r>
        <w:lastRenderedPageBreak/>
        <w:t>691.8519</w:t>
      </w:r>
      <w:r>
        <w:tab/>
        <w:t>1.013e0</w:t>
      </w:r>
    </w:p>
    <w:p w:rsidR="006974AE" w:rsidRDefault="006974AE" w:rsidP="006974AE">
      <w:r>
        <w:t>691.8871</w:t>
      </w:r>
      <w:r>
        <w:tab/>
        <w:t>1.013e0</w:t>
      </w:r>
    </w:p>
    <w:p w:rsidR="006974AE" w:rsidRDefault="006974AE" w:rsidP="006974AE">
      <w:r>
        <w:t>691.9064</w:t>
      </w:r>
      <w:r>
        <w:tab/>
        <w:t>1.013e0</w:t>
      </w:r>
    </w:p>
    <w:p w:rsidR="006974AE" w:rsidRDefault="006974AE" w:rsidP="006974AE">
      <w:r>
        <w:t>691.9236</w:t>
      </w:r>
      <w:r>
        <w:tab/>
        <w:t>4.051e0</w:t>
      </w:r>
    </w:p>
    <w:p w:rsidR="006974AE" w:rsidRDefault="006974AE" w:rsidP="006974AE">
      <w:r>
        <w:t>691.9402</w:t>
      </w:r>
      <w:r>
        <w:tab/>
        <w:t>1.013e0</w:t>
      </w:r>
    </w:p>
    <w:p w:rsidR="006974AE" w:rsidRDefault="006974AE" w:rsidP="006974AE">
      <w:r>
        <w:t>691.9717</w:t>
      </w:r>
      <w:r>
        <w:tab/>
        <w:t>2.025e0</w:t>
      </w:r>
    </w:p>
    <w:p w:rsidR="006974AE" w:rsidRDefault="006974AE" w:rsidP="006974AE">
      <w:r>
        <w:t>691.9997</w:t>
      </w:r>
      <w:r>
        <w:tab/>
        <w:t>2.025e0</w:t>
      </w:r>
    </w:p>
    <w:p w:rsidR="006974AE" w:rsidRDefault="006974AE" w:rsidP="006974AE">
      <w:r>
        <w:t>692.0272</w:t>
      </w:r>
      <w:r>
        <w:tab/>
        <w:t>1.013e0</w:t>
      </w:r>
    </w:p>
    <w:p w:rsidR="006974AE" w:rsidRDefault="006974AE" w:rsidP="006974AE">
      <w:r>
        <w:t>692.0334</w:t>
      </w:r>
      <w:r>
        <w:tab/>
        <w:t>2.025e0</w:t>
      </w:r>
    </w:p>
    <w:p w:rsidR="006974AE" w:rsidRDefault="006974AE" w:rsidP="006974AE">
      <w:r>
        <w:t>692.0643</w:t>
      </w:r>
      <w:r>
        <w:tab/>
        <w:t>1.013e0</w:t>
      </w:r>
    </w:p>
    <w:p w:rsidR="006974AE" w:rsidRDefault="006974AE" w:rsidP="006974AE">
      <w:r>
        <w:t>692.1349</w:t>
      </w:r>
      <w:r>
        <w:tab/>
        <w:t>3.038e0</w:t>
      </w:r>
    </w:p>
    <w:p w:rsidR="006974AE" w:rsidRDefault="006974AE" w:rsidP="006974AE">
      <w:r>
        <w:t>692.1969</w:t>
      </w:r>
      <w:r>
        <w:tab/>
        <w:t>3.038e0</w:t>
      </w:r>
    </w:p>
    <w:p w:rsidR="006974AE" w:rsidRDefault="006974AE" w:rsidP="006974AE">
      <w:r>
        <w:t>692.2169</w:t>
      </w:r>
      <w:r>
        <w:tab/>
        <w:t>2.025e0</w:t>
      </w:r>
    </w:p>
    <w:p w:rsidR="006974AE" w:rsidRDefault="006974AE" w:rsidP="006974AE">
      <w:r>
        <w:t>692.2290</w:t>
      </w:r>
      <w:r>
        <w:tab/>
        <w:t>1.013e0</w:t>
      </w:r>
    </w:p>
    <w:p w:rsidR="006974AE" w:rsidRDefault="006974AE" w:rsidP="006974AE">
      <w:r>
        <w:t>692.2399</w:t>
      </w:r>
      <w:r>
        <w:tab/>
        <w:t>1.013e0</w:t>
      </w:r>
    </w:p>
    <w:p w:rsidR="006974AE" w:rsidRDefault="006974AE" w:rsidP="006974AE">
      <w:r>
        <w:t>692.2515</w:t>
      </w:r>
      <w:r>
        <w:tab/>
        <w:t>1.013e0</w:t>
      </w:r>
    </w:p>
    <w:p w:rsidR="006974AE" w:rsidRDefault="006974AE" w:rsidP="006974AE">
      <w:r>
        <w:t>692.2838</w:t>
      </w:r>
      <w:r>
        <w:tab/>
        <w:t>5.063e0</w:t>
      </w:r>
    </w:p>
    <w:p w:rsidR="006974AE" w:rsidRDefault="006974AE" w:rsidP="006974AE">
      <w:r>
        <w:t>692.3034</w:t>
      </w:r>
      <w:r>
        <w:tab/>
        <w:t>5.063e0</w:t>
      </w:r>
    </w:p>
    <w:p w:rsidR="006974AE" w:rsidRDefault="006974AE" w:rsidP="006974AE">
      <w:r>
        <w:t>692.3192</w:t>
      </w:r>
      <w:r>
        <w:tab/>
        <w:t>1.937e0</w:t>
      </w:r>
    </w:p>
    <w:p w:rsidR="006974AE" w:rsidRDefault="006974AE" w:rsidP="006974AE">
      <w:r>
        <w:lastRenderedPageBreak/>
        <w:t>692.3232</w:t>
      </w:r>
      <w:r>
        <w:tab/>
        <w:t>6.076e0</w:t>
      </w:r>
    </w:p>
    <w:p w:rsidR="006974AE" w:rsidRDefault="006974AE" w:rsidP="006974AE">
      <w:r>
        <w:t>692.3779</w:t>
      </w:r>
      <w:r>
        <w:tab/>
        <w:t>1.848e0</w:t>
      </w:r>
    </w:p>
    <w:p w:rsidR="006974AE" w:rsidRDefault="006974AE" w:rsidP="006974AE">
      <w:r>
        <w:t>692.4407</w:t>
      </w:r>
      <w:r>
        <w:tab/>
        <w:t>2.025e0</w:t>
      </w:r>
    </w:p>
    <w:p w:rsidR="006974AE" w:rsidRDefault="006974AE" w:rsidP="006974AE">
      <w:r>
        <w:t>692.4525</w:t>
      </w:r>
      <w:r>
        <w:tab/>
        <w:t>1.013e0</w:t>
      </w:r>
    </w:p>
    <w:p w:rsidR="006974AE" w:rsidRDefault="006974AE" w:rsidP="006974AE">
      <w:r>
        <w:t>692.4859</w:t>
      </w:r>
      <w:r>
        <w:tab/>
        <w:t>3.038e0</w:t>
      </w:r>
    </w:p>
    <w:p w:rsidR="006974AE" w:rsidRDefault="006974AE" w:rsidP="006974AE">
      <w:r>
        <w:t>692.5101</w:t>
      </w:r>
      <w:r>
        <w:tab/>
        <w:t>1.013e0</w:t>
      </w:r>
    </w:p>
    <w:p w:rsidR="006974AE" w:rsidRDefault="006974AE" w:rsidP="006974AE">
      <w:r>
        <w:t>692.5222</w:t>
      </w:r>
      <w:r>
        <w:tab/>
        <w:t>1.013e0</w:t>
      </w:r>
    </w:p>
    <w:p w:rsidR="006974AE" w:rsidRDefault="006974AE" w:rsidP="006974AE">
      <w:r>
        <w:t>692.5958</w:t>
      </w:r>
      <w:r>
        <w:tab/>
        <w:t>1.013e0</w:t>
      </w:r>
    </w:p>
    <w:p w:rsidR="006974AE" w:rsidRDefault="006974AE" w:rsidP="006974AE">
      <w:r>
        <w:t>692.6054</w:t>
      </w:r>
      <w:r>
        <w:tab/>
        <w:t>1.013e0</w:t>
      </w:r>
    </w:p>
    <w:p w:rsidR="006974AE" w:rsidRDefault="006974AE" w:rsidP="006974AE">
      <w:r>
        <w:t>692.6129</w:t>
      </w:r>
      <w:r>
        <w:tab/>
        <w:t>2.025e0</w:t>
      </w:r>
    </w:p>
    <w:p w:rsidR="006974AE" w:rsidRDefault="006974AE" w:rsidP="006974AE">
      <w:r>
        <w:t>692.6163</w:t>
      </w:r>
      <w:r>
        <w:tab/>
        <w:t>1.013e0</w:t>
      </w:r>
    </w:p>
    <w:p w:rsidR="006974AE" w:rsidRDefault="006974AE" w:rsidP="006974AE">
      <w:r>
        <w:t>692.6642</w:t>
      </w:r>
      <w:r>
        <w:tab/>
        <w:t>1.013e0</w:t>
      </w:r>
    </w:p>
    <w:p w:rsidR="006974AE" w:rsidRDefault="006974AE" w:rsidP="006974AE">
      <w:r>
        <w:t>692.6987</w:t>
      </w:r>
      <w:r>
        <w:tab/>
        <w:t>1.013e0</w:t>
      </w:r>
    </w:p>
    <w:p w:rsidR="006974AE" w:rsidRDefault="006974AE" w:rsidP="006974AE">
      <w:r>
        <w:t>692.7349</w:t>
      </w:r>
      <w:r>
        <w:tab/>
        <w:t>1.013e0</w:t>
      </w:r>
    </w:p>
    <w:p w:rsidR="006974AE" w:rsidRDefault="006974AE" w:rsidP="006974AE">
      <w:r>
        <w:t>692.7466</w:t>
      </w:r>
      <w:r>
        <w:tab/>
        <w:t>1.013e0</w:t>
      </w:r>
    </w:p>
    <w:p w:rsidR="006974AE" w:rsidRDefault="006974AE" w:rsidP="006974AE">
      <w:r>
        <w:t>692.7820</w:t>
      </w:r>
      <w:r>
        <w:tab/>
        <w:t>1.013e0</w:t>
      </w:r>
    </w:p>
    <w:p w:rsidR="006974AE" w:rsidRDefault="006974AE" w:rsidP="006974AE">
      <w:r>
        <w:t>692.7928</w:t>
      </w:r>
      <w:r>
        <w:tab/>
        <w:t>1.013e0</w:t>
      </w:r>
    </w:p>
    <w:p w:rsidR="006974AE" w:rsidRDefault="006974AE" w:rsidP="006974AE">
      <w:r>
        <w:t>692.8400</w:t>
      </w:r>
      <w:r>
        <w:tab/>
        <w:t>1.013e0</w:t>
      </w:r>
    </w:p>
    <w:p w:rsidR="006974AE" w:rsidRDefault="006974AE" w:rsidP="006974AE">
      <w:r>
        <w:t>692.8713</w:t>
      </w:r>
      <w:r>
        <w:tab/>
        <w:t>1.013e0</w:t>
      </w:r>
    </w:p>
    <w:p w:rsidR="006974AE" w:rsidRDefault="006974AE" w:rsidP="006974AE">
      <w:r>
        <w:lastRenderedPageBreak/>
        <w:t>692.9114</w:t>
      </w:r>
      <w:r>
        <w:tab/>
        <w:t>1.013e0</w:t>
      </w:r>
    </w:p>
    <w:p w:rsidR="006974AE" w:rsidRDefault="006974AE" w:rsidP="006974AE">
      <w:r>
        <w:t>692.9232</w:t>
      </w:r>
      <w:r>
        <w:tab/>
        <w:t>1.013e0</w:t>
      </w:r>
    </w:p>
    <w:p w:rsidR="006974AE" w:rsidRDefault="006974AE" w:rsidP="006974AE">
      <w:r>
        <w:t>692.9359</w:t>
      </w:r>
      <w:r>
        <w:tab/>
        <w:t>2.025e0</w:t>
      </w:r>
    </w:p>
    <w:p w:rsidR="006974AE" w:rsidRDefault="006974AE" w:rsidP="006974AE">
      <w:r>
        <w:t>692.9750</w:t>
      </w:r>
      <w:r>
        <w:tab/>
        <w:t>1.013e0</w:t>
      </w:r>
    </w:p>
    <w:p w:rsidR="006974AE" w:rsidRDefault="006974AE" w:rsidP="006974AE">
      <w:r>
        <w:t>693.0561</w:t>
      </w:r>
      <w:r>
        <w:tab/>
        <w:t>3.038e0</w:t>
      </w:r>
    </w:p>
    <w:p w:rsidR="006974AE" w:rsidRDefault="006974AE" w:rsidP="006974AE">
      <w:r>
        <w:t>693.0610</w:t>
      </w:r>
      <w:r>
        <w:tab/>
        <w:t>1.013e0</w:t>
      </w:r>
    </w:p>
    <w:p w:rsidR="006974AE" w:rsidRDefault="006974AE" w:rsidP="006974AE">
      <w:r>
        <w:t>693.0989</w:t>
      </w:r>
      <w:r>
        <w:tab/>
        <w:t>1.013e0</w:t>
      </w:r>
    </w:p>
    <w:p w:rsidR="006974AE" w:rsidRDefault="006974AE" w:rsidP="006974AE">
      <w:r>
        <w:t>693.1234</w:t>
      </w:r>
      <w:r>
        <w:tab/>
        <w:t>1.013e0</w:t>
      </w:r>
    </w:p>
    <w:p w:rsidR="006974AE" w:rsidRDefault="006974AE" w:rsidP="006974AE">
      <w:r>
        <w:t>693.1474</w:t>
      </w:r>
      <w:r>
        <w:tab/>
        <w:t>1.013e0</w:t>
      </w:r>
    </w:p>
    <w:p w:rsidR="006974AE" w:rsidRDefault="006974AE" w:rsidP="006974AE">
      <w:r>
        <w:t>693.2058</w:t>
      </w:r>
      <w:r>
        <w:tab/>
        <w:t>1.013e0</w:t>
      </w:r>
    </w:p>
    <w:p w:rsidR="006974AE" w:rsidRDefault="006974AE" w:rsidP="006974AE">
      <w:r>
        <w:t>693.2518</w:t>
      </w:r>
      <w:r>
        <w:tab/>
        <w:t>3.038e0</w:t>
      </w:r>
    </w:p>
    <w:p w:rsidR="006974AE" w:rsidRDefault="006974AE" w:rsidP="006974AE">
      <w:r>
        <w:t>693.2691</w:t>
      </w:r>
      <w:r>
        <w:tab/>
        <w:t>1.013e0</w:t>
      </w:r>
    </w:p>
    <w:p w:rsidR="006974AE" w:rsidRDefault="006974AE" w:rsidP="006974AE">
      <w:r>
        <w:t>693.2903</w:t>
      </w:r>
      <w:r>
        <w:tab/>
        <w:t>4.051e0</w:t>
      </w:r>
    </w:p>
    <w:p w:rsidR="006974AE" w:rsidRDefault="006974AE" w:rsidP="006974AE">
      <w:r>
        <w:t>693.3036</w:t>
      </w:r>
      <w:r>
        <w:tab/>
        <w:t>2.025e0</w:t>
      </w:r>
    </w:p>
    <w:p w:rsidR="006974AE" w:rsidRDefault="006974AE" w:rsidP="006974AE">
      <w:r>
        <w:t>693.3522</w:t>
      </w:r>
      <w:r>
        <w:tab/>
        <w:t>2.025e0</w:t>
      </w:r>
    </w:p>
    <w:p w:rsidR="006974AE" w:rsidRDefault="006974AE" w:rsidP="006974AE">
      <w:r>
        <w:t>693.3549</w:t>
      </w:r>
      <w:r>
        <w:tab/>
        <w:t>1.013e0</w:t>
      </w:r>
    </w:p>
    <w:p w:rsidR="006974AE" w:rsidRDefault="006974AE" w:rsidP="006974AE">
      <w:r>
        <w:t>693.3571</w:t>
      </w:r>
      <w:r>
        <w:tab/>
        <w:t>4.051e0</w:t>
      </w:r>
    </w:p>
    <w:p w:rsidR="006974AE" w:rsidRDefault="006974AE" w:rsidP="006974AE">
      <w:r>
        <w:t>693.3707</w:t>
      </w:r>
      <w:r>
        <w:tab/>
        <w:t>1.013e0</w:t>
      </w:r>
    </w:p>
    <w:p w:rsidR="006974AE" w:rsidRDefault="006974AE" w:rsidP="006974AE">
      <w:r>
        <w:t>693.3895</w:t>
      </w:r>
      <w:r>
        <w:tab/>
        <w:t>1.013e0</w:t>
      </w:r>
    </w:p>
    <w:p w:rsidR="006974AE" w:rsidRDefault="006974AE" w:rsidP="006974AE">
      <w:r>
        <w:lastRenderedPageBreak/>
        <w:t>693.4149</w:t>
      </w:r>
      <w:r>
        <w:tab/>
        <w:t>2.025e0</w:t>
      </w:r>
    </w:p>
    <w:p w:rsidR="006974AE" w:rsidRDefault="006974AE" w:rsidP="006974AE">
      <w:r>
        <w:t>693.4296</w:t>
      </w:r>
      <w:r>
        <w:tab/>
        <w:t>1.013e0</w:t>
      </w:r>
    </w:p>
    <w:p w:rsidR="006974AE" w:rsidRDefault="006974AE" w:rsidP="006974AE">
      <w:r>
        <w:t>693.4578</w:t>
      </w:r>
      <w:r>
        <w:tab/>
        <w:t>1.013e0</w:t>
      </w:r>
    </w:p>
    <w:p w:rsidR="006974AE" w:rsidRDefault="006974AE" w:rsidP="006974AE">
      <w:r>
        <w:t>693.4698</w:t>
      </w:r>
      <w:r>
        <w:tab/>
        <w:t>3.038e0</w:t>
      </w:r>
    </w:p>
    <w:p w:rsidR="006974AE" w:rsidRDefault="006974AE" w:rsidP="006974AE">
      <w:r>
        <w:t>693.5042</w:t>
      </w:r>
      <w:r>
        <w:tab/>
        <w:t>2.025e0</w:t>
      </w:r>
    </w:p>
    <w:p w:rsidR="006974AE" w:rsidRDefault="006974AE" w:rsidP="006974AE">
      <w:r>
        <w:t>693.5068</w:t>
      </w:r>
      <w:r>
        <w:tab/>
        <w:t>3.038e0</w:t>
      </w:r>
    </w:p>
    <w:p w:rsidR="006974AE" w:rsidRDefault="006974AE" w:rsidP="006974AE">
      <w:r>
        <w:t>693.5235</w:t>
      </w:r>
      <w:r>
        <w:tab/>
        <w:t>3.038e0</w:t>
      </w:r>
    </w:p>
    <w:p w:rsidR="006974AE" w:rsidRDefault="006974AE" w:rsidP="006974AE">
      <w:r>
        <w:t>693.5446</w:t>
      </w:r>
      <w:r>
        <w:tab/>
        <w:t>1.013e0</w:t>
      </w:r>
    </w:p>
    <w:p w:rsidR="006974AE" w:rsidRDefault="006974AE" w:rsidP="006974AE">
      <w:r>
        <w:t>693.6063</w:t>
      </w:r>
      <w:r>
        <w:tab/>
        <w:t>1.013e0</w:t>
      </w:r>
    </w:p>
    <w:p w:rsidR="006974AE" w:rsidRDefault="006974AE" w:rsidP="006974AE">
      <w:r>
        <w:t>693.6136</w:t>
      </w:r>
      <w:r>
        <w:tab/>
        <w:t>1.013e0</w:t>
      </w:r>
    </w:p>
    <w:p w:rsidR="006974AE" w:rsidRDefault="006974AE" w:rsidP="006974AE">
      <w:r>
        <w:t>693.6290</w:t>
      </w:r>
      <w:r>
        <w:tab/>
        <w:t>1.013e0</w:t>
      </w:r>
    </w:p>
    <w:p w:rsidR="006974AE" w:rsidRDefault="006974AE" w:rsidP="006974AE">
      <w:r>
        <w:t>693.6761</w:t>
      </w:r>
      <w:r>
        <w:tab/>
        <w:t>1.013e0</w:t>
      </w:r>
    </w:p>
    <w:p w:rsidR="006974AE" w:rsidRDefault="006974AE" w:rsidP="006974AE">
      <w:r>
        <w:t>693.7949</w:t>
      </w:r>
      <w:r>
        <w:tab/>
        <w:t>1.013e0</w:t>
      </w:r>
    </w:p>
    <w:p w:rsidR="006974AE" w:rsidRDefault="006974AE" w:rsidP="006974AE">
      <w:r>
        <w:t>693.8534</w:t>
      </w:r>
      <w:r>
        <w:tab/>
        <w:t>2.025e0</w:t>
      </w:r>
    </w:p>
    <w:p w:rsidR="006974AE" w:rsidRDefault="006974AE" w:rsidP="006974AE">
      <w:r>
        <w:t>693.8759</w:t>
      </w:r>
      <w:r>
        <w:tab/>
        <w:t>2.025e0</w:t>
      </w:r>
    </w:p>
    <w:p w:rsidR="006974AE" w:rsidRDefault="006974AE" w:rsidP="006974AE">
      <w:r>
        <w:t>693.8883</w:t>
      </w:r>
      <w:r>
        <w:tab/>
        <w:t>1.013e0</w:t>
      </w:r>
    </w:p>
    <w:p w:rsidR="006974AE" w:rsidRDefault="006974AE" w:rsidP="006974AE">
      <w:r>
        <w:t>693.9009</w:t>
      </w:r>
      <w:r>
        <w:tab/>
        <w:t>1.013e0</w:t>
      </w:r>
    </w:p>
    <w:p w:rsidR="006974AE" w:rsidRDefault="006974AE" w:rsidP="006974AE">
      <w:r>
        <w:t>693.9578</w:t>
      </w:r>
      <w:r>
        <w:tab/>
        <w:t>2.025e0</w:t>
      </w:r>
    </w:p>
    <w:p w:rsidR="006974AE" w:rsidRDefault="006974AE" w:rsidP="006974AE">
      <w:r>
        <w:t>693.9708</w:t>
      </w:r>
      <w:r>
        <w:tab/>
        <w:t>1.013e0</w:t>
      </w:r>
    </w:p>
    <w:p w:rsidR="006974AE" w:rsidRDefault="006974AE" w:rsidP="006974AE">
      <w:r>
        <w:lastRenderedPageBreak/>
        <w:t>694.0189</w:t>
      </w:r>
      <w:r>
        <w:tab/>
        <w:t>1.013e0</w:t>
      </w:r>
    </w:p>
    <w:p w:rsidR="006974AE" w:rsidRDefault="006974AE" w:rsidP="006974AE">
      <w:r>
        <w:t>694.0416</w:t>
      </w:r>
      <w:r>
        <w:tab/>
        <w:t>1.013e0</w:t>
      </w:r>
    </w:p>
    <w:p w:rsidR="006974AE" w:rsidRDefault="006974AE" w:rsidP="006974AE">
      <w:r>
        <w:t>694.0769</w:t>
      </w:r>
      <w:r>
        <w:tab/>
        <w:t>1.013e0</w:t>
      </w:r>
    </w:p>
    <w:p w:rsidR="006974AE" w:rsidRDefault="006974AE" w:rsidP="006974AE">
      <w:r>
        <w:t>694.0846</w:t>
      </w:r>
      <w:r>
        <w:tab/>
        <w:t>2.025e0</w:t>
      </w:r>
    </w:p>
    <w:p w:rsidR="006974AE" w:rsidRDefault="006974AE" w:rsidP="006974AE">
      <w:r>
        <w:t>694.0955</w:t>
      </w:r>
      <w:r>
        <w:tab/>
        <w:t>1.013e0</w:t>
      </w:r>
    </w:p>
    <w:p w:rsidR="006974AE" w:rsidRDefault="006974AE" w:rsidP="006974AE">
      <w:r>
        <w:t>694.1483</w:t>
      </w:r>
      <w:r>
        <w:tab/>
        <w:t>1.013e0</w:t>
      </w:r>
    </w:p>
    <w:p w:rsidR="006974AE" w:rsidRDefault="006974AE" w:rsidP="006974AE">
      <w:r>
        <w:t>694.1721</w:t>
      </w:r>
      <w:r>
        <w:tab/>
        <w:t>1.013e0</w:t>
      </w:r>
    </w:p>
    <w:p w:rsidR="006974AE" w:rsidRDefault="006974AE" w:rsidP="006974AE">
      <w:r>
        <w:t>694.1992</w:t>
      </w:r>
      <w:r>
        <w:tab/>
        <w:t>1.013e0</w:t>
      </w:r>
    </w:p>
    <w:p w:rsidR="006974AE" w:rsidRDefault="006974AE" w:rsidP="006974AE">
      <w:r>
        <w:t>694.2193</w:t>
      </w:r>
      <w:r>
        <w:tab/>
        <w:t>2.025e0</w:t>
      </w:r>
    </w:p>
    <w:p w:rsidR="006974AE" w:rsidRDefault="006974AE" w:rsidP="006974AE">
      <w:r>
        <w:t>694.2505</w:t>
      </w:r>
      <w:r>
        <w:tab/>
        <w:t>1.013e0</w:t>
      </w:r>
    </w:p>
    <w:p w:rsidR="006974AE" w:rsidRDefault="006974AE" w:rsidP="006974AE">
      <w:r>
        <w:t>694.2833</w:t>
      </w:r>
      <w:r>
        <w:tab/>
        <w:t>2.025e0</w:t>
      </w:r>
    </w:p>
    <w:p w:rsidR="006974AE" w:rsidRDefault="006974AE" w:rsidP="006974AE">
      <w:r>
        <w:t>694.3196</w:t>
      </w:r>
      <w:r>
        <w:tab/>
        <w:t>1.013e0</w:t>
      </w:r>
    </w:p>
    <w:p w:rsidR="006974AE" w:rsidRDefault="006974AE" w:rsidP="006974AE">
      <w:r>
        <w:t>694.3371</w:t>
      </w:r>
      <w:r>
        <w:tab/>
        <w:t>2.904e0</w:t>
      </w:r>
    </w:p>
    <w:p w:rsidR="006974AE" w:rsidRDefault="006974AE" w:rsidP="006974AE">
      <w:r>
        <w:t>694.3425</w:t>
      </w:r>
      <w:r>
        <w:tab/>
        <w:t>7.089e0</w:t>
      </w:r>
    </w:p>
    <w:p w:rsidR="006974AE" w:rsidRDefault="006974AE" w:rsidP="006974AE">
      <w:r>
        <w:t>694.3548</w:t>
      </w:r>
      <w:r>
        <w:tab/>
        <w:t>3.038e0</w:t>
      </w:r>
    </w:p>
    <w:p w:rsidR="006974AE" w:rsidRDefault="006974AE" w:rsidP="006974AE">
      <w:r>
        <w:t>694.3892</w:t>
      </w:r>
      <w:r>
        <w:tab/>
        <w:t>3.038e0</w:t>
      </w:r>
    </w:p>
    <w:p w:rsidR="006974AE" w:rsidRDefault="006974AE" w:rsidP="006974AE">
      <w:r>
        <w:t>694.4067</w:t>
      </w:r>
      <w:r>
        <w:tab/>
        <w:t>1.013e0</w:t>
      </w:r>
    </w:p>
    <w:p w:rsidR="006974AE" w:rsidRDefault="006974AE" w:rsidP="006974AE">
      <w:r>
        <w:t>694.4242</w:t>
      </w:r>
      <w:r>
        <w:tab/>
        <w:t>1.013e0</w:t>
      </w:r>
    </w:p>
    <w:p w:rsidR="006974AE" w:rsidRDefault="006974AE" w:rsidP="006974AE">
      <w:r>
        <w:t>694.4425</w:t>
      </w:r>
      <w:r>
        <w:tab/>
        <w:t>2.025e0</w:t>
      </w:r>
    </w:p>
    <w:p w:rsidR="006974AE" w:rsidRDefault="006974AE" w:rsidP="006974AE">
      <w:r>
        <w:lastRenderedPageBreak/>
        <w:t>694.4932</w:t>
      </w:r>
      <w:r>
        <w:tab/>
        <w:t>1.013e0</w:t>
      </w:r>
    </w:p>
    <w:p w:rsidR="006974AE" w:rsidRDefault="006974AE" w:rsidP="006974AE">
      <w:r>
        <w:t>694.5369</w:t>
      </w:r>
      <w:r>
        <w:tab/>
        <w:t>1.013e0</w:t>
      </w:r>
    </w:p>
    <w:p w:rsidR="006974AE" w:rsidRDefault="006974AE" w:rsidP="006974AE">
      <w:r>
        <w:t>694.5408</w:t>
      </w:r>
      <w:r>
        <w:tab/>
        <w:t>3.038e0</w:t>
      </w:r>
    </w:p>
    <w:p w:rsidR="006974AE" w:rsidRDefault="006974AE" w:rsidP="006974AE">
      <w:r>
        <w:t>694.5496</w:t>
      </w:r>
      <w:r>
        <w:tab/>
        <w:t>2.025e0</w:t>
      </w:r>
    </w:p>
    <w:p w:rsidR="006974AE" w:rsidRDefault="006974AE" w:rsidP="006974AE">
      <w:r>
        <w:t>694.5723</w:t>
      </w:r>
      <w:r>
        <w:tab/>
        <w:t>1.013e0</w:t>
      </w:r>
    </w:p>
    <w:p w:rsidR="006974AE" w:rsidRDefault="006974AE" w:rsidP="006974AE">
      <w:r>
        <w:t>694.5792</w:t>
      </w:r>
      <w:r>
        <w:tab/>
        <w:t>1.013e0</w:t>
      </w:r>
    </w:p>
    <w:p w:rsidR="006974AE" w:rsidRDefault="006974AE" w:rsidP="006974AE">
      <w:r>
        <w:t>694.6217</w:t>
      </w:r>
      <w:r>
        <w:tab/>
        <w:t>2.025e0</w:t>
      </w:r>
    </w:p>
    <w:p w:rsidR="006974AE" w:rsidRDefault="006974AE" w:rsidP="006974AE">
      <w:r>
        <w:t>694.6321</w:t>
      </w:r>
      <w:r>
        <w:tab/>
        <w:t>1.013e0</w:t>
      </w:r>
    </w:p>
    <w:p w:rsidR="006974AE" w:rsidRDefault="006974AE" w:rsidP="006974AE">
      <w:r>
        <w:t>694.6439</w:t>
      </w:r>
      <w:r>
        <w:tab/>
        <w:t>1.013e0</w:t>
      </w:r>
    </w:p>
    <w:p w:rsidR="006974AE" w:rsidRDefault="006974AE" w:rsidP="006974AE">
      <w:r>
        <w:t>694.6667</w:t>
      </w:r>
      <w:r>
        <w:tab/>
        <w:t>1.013e0</w:t>
      </w:r>
    </w:p>
    <w:p w:rsidR="006974AE" w:rsidRDefault="006974AE" w:rsidP="006974AE">
      <w:r>
        <w:t>694.7421</w:t>
      </w:r>
      <w:r>
        <w:tab/>
        <w:t>2.025e0</w:t>
      </w:r>
    </w:p>
    <w:p w:rsidR="006974AE" w:rsidRDefault="006974AE" w:rsidP="006974AE">
      <w:r>
        <w:t>694.7965</w:t>
      </w:r>
      <w:r>
        <w:tab/>
        <w:t>1.013e0</w:t>
      </w:r>
    </w:p>
    <w:p w:rsidR="006974AE" w:rsidRDefault="006974AE" w:rsidP="006974AE">
      <w:r>
        <w:t>694.9381</w:t>
      </w:r>
      <w:r>
        <w:tab/>
        <w:t>2.025e0</w:t>
      </w:r>
    </w:p>
    <w:p w:rsidR="006974AE" w:rsidRDefault="006974AE" w:rsidP="006974AE">
      <w:r>
        <w:t>694.9500</w:t>
      </w:r>
      <w:r>
        <w:tab/>
        <w:t>1.013e0</w:t>
      </w:r>
    </w:p>
    <w:p w:rsidR="006974AE" w:rsidRDefault="006974AE" w:rsidP="006974AE">
      <w:r>
        <w:t>694.9756</w:t>
      </w:r>
      <w:r>
        <w:tab/>
        <w:t>1.013e0</w:t>
      </w:r>
    </w:p>
    <w:p w:rsidR="006974AE" w:rsidRDefault="006974AE" w:rsidP="006974AE">
      <w:r>
        <w:t>694.9971</w:t>
      </w:r>
      <w:r>
        <w:tab/>
        <w:t>1.013e0</w:t>
      </w:r>
    </w:p>
    <w:p w:rsidR="006974AE" w:rsidRDefault="006974AE" w:rsidP="006974AE">
      <w:r>
        <w:t>695.0286</w:t>
      </w:r>
      <w:r>
        <w:tab/>
        <w:t>3.038e0</w:t>
      </w:r>
    </w:p>
    <w:p w:rsidR="006974AE" w:rsidRDefault="006974AE" w:rsidP="006974AE">
      <w:r>
        <w:t>695.0562</w:t>
      </w:r>
      <w:r>
        <w:tab/>
        <w:t>1.013e0</w:t>
      </w:r>
    </w:p>
    <w:p w:rsidR="006974AE" w:rsidRDefault="006974AE" w:rsidP="006974AE">
      <w:r>
        <w:t>695.0964</w:t>
      </w:r>
      <w:r>
        <w:tab/>
        <w:t>3.038e0</w:t>
      </w:r>
    </w:p>
    <w:p w:rsidR="006974AE" w:rsidRDefault="006974AE" w:rsidP="006974AE">
      <w:r>
        <w:lastRenderedPageBreak/>
        <w:t>695.1017</w:t>
      </w:r>
      <w:r>
        <w:tab/>
        <w:t>2.025e0</w:t>
      </w:r>
    </w:p>
    <w:p w:rsidR="006974AE" w:rsidRDefault="006974AE" w:rsidP="006974AE">
      <w:r>
        <w:t>695.1103</w:t>
      </w:r>
      <w:r>
        <w:tab/>
        <w:t>3.038e0</w:t>
      </w:r>
    </w:p>
    <w:p w:rsidR="006974AE" w:rsidRDefault="006974AE" w:rsidP="006974AE">
      <w:r>
        <w:t>695.1396</w:t>
      </w:r>
      <w:r>
        <w:tab/>
        <w:t>3.038e0</w:t>
      </w:r>
    </w:p>
    <w:p w:rsidR="006974AE" w:rsidRDefault="006974AE" w:rsidP="006974AE">
      <w:r>
        <w:t>695.1469</w:t>
      </w:r>
      <w:r>
        <w:tab/>
        <w:t>1.013e0</w:t>
      </w:r>
    </w:p>
    <w:p w:rsidR="006974AE" w:rsidRDefault="006974AE" w:rsidP="006974AE">
      <w:r>
        <w:t>695.1642</w:t>
      </w:r>
      <w:r>
        <w:tab/>
        <w:t>6.076e0</w:t>
      </w:r>
    </w:p>
    <w:p w:rsidR="006974AE" w:rsidRDefault="006974AE" w:rsidP="006974AE">
      <w:r>
        <w:t>695.1870</w:t>
      </w:r>
      <w:r>
        <w:tab/>
        <w:t>1.013e0</w:t>
      </w:r>
    </w:p>
    <w:p w:rsidR="006974AE" w:rsidRDefault="006974AE" w:rsidP="006974AE">
      <w:r>
        <w:t>695.2578</w:t>
      </w:r>
      <w:r>
        <w:tab/>
        <w:t>1.013e0</w:t>
      </w:r>
    </w:p>
    <w:p w:rsidR="006974AE" w:rsidRDefault="006974AE" w:rsidP="006974AE">
      <w:r>
        <w:t>695.2860</w:t>
      </w:r>
      <w:r>
        <w:tab/>
        <w:t>1.013e0</w:t>
      </w:r>
    </w:p>
    <w:p w:rsidR="006974AE" w:rsidRDefault="006974AE" w:rsidP="006974AE">
      <w:r>
        <w:t>695.2929</w:t>
      </w:r>
      <w:r>
        <w:tab/>
        <w:t>3.038e0</w:t>
      </w:r>
    </w:p>
    <w:p w:rsidR="006974AE" w:rsidRDefault="006974AE" w:rsidP="006974AE">
      <w:r>
        <w:t>695.2955</w:t>
      </w:r>
      <w:r>
        <w:tab/>
        <w:t>2.025e0</w:t>
      </w:r>
    </w:p>
    <w:p w:rsidR="006974AE" w:rsidRDefault="006974AE" w:rsidP="006974AE">
      <w:r>
        <w:t>695.3046</w:t>
      </w:r>
      <w:r>
        <w:tab/>
        <w:t>2.025e0</w:t>
      </w:r>
    </w:p>
    <w:p w:rsidR="006974AE" w:rsidRDefault="006974AE" w:rsidP="006974AE">
      <w:r>
        <w:t>695.3103</w:t>
      </w:r>
      <w:r>
        <w:tab/>
        <w:t>2.025e0</w:t>
      </w:r>
    </w:p>
    <w:p w:rsidR="006974AE" w:rsidRDefault="006974AE" w:rsidP="006974AE">
      <w:r>
        <w:t>695.3205</w:t>
      </w:r>
      <w:r>
        <w:tab/>
        <w:t>2.025e0</w:t>
      </w:r>
    </w:p>
    <w:p w:rsidR="006974AE" w:rsidRDefault="006974AE" w:rsidP="006974AE">
      <w:r>
        <w:t>695.3874</w:t>
      </w:r>
      <w:r>
        <w:tab/>
        <w:t>3.038e0</w:t>
      </w:r>
    </w:p>
    <w:p w:rsidR="006974AE" w:rsidRDefault="006974AE" w:rsidP="006974AE">
      <w:r>
        <w:t>695.4109</w:t>
      </w:r>
      <w:r>
        <w:tab/>
        <w:t>2.025e0</w:t>
      </w:r>
    </w:p>
    <w:p w:rsidR="006974AE" w:rsidRDefault="006974AE" w:rsidP="006974AE">
      <w:r>
        <w:t>695.4401</w:t>
      </w:r>
      <w:r>
        <w:tab/>
        <w:t>1.013e0</w:t>
      </w:r>
    </w:p>
    <w:p w:rsidR="006974AE" w:rsidRDefault="006974AE" w:rsidP="006974AE">
      <w:r>
        <w:t>695.4577</w:t>
      </w:r>
      <w:r>
        <w:tab/>
        <w:t>1.013e0</w:t>
      </w:r>
    </w:p>
    <w:p w:rsidR="006974AE" w:rsidRDefault="006974AE" w:rsidP="006974AE">
      <w:r>
        <w:t>695.4667</w:t>
      </w:r>
      <w:r>
        <w:tab/>
        <w:t>2.025e0</w:t>
      </w:r>
    </w:p>
    <w:p w:rsidR="006974AE" w:rsidRDefault="006974AE" w:rsidP="006974AE">
      <w:r>
        <w:t>695.4755</w:t>
      </w:r>
      <w:r>
        <w:tab/>
        <w:t>1.013e0</w:t>
      </w:r>
    </w:p>
    <w:p w:rsidR="006974AE" w:rsidRDefault="006974AE" w:rsidP="006974AE">
      <w:r>
        <w:lastRenderedPageBreak/>
        <w:t>695.4822</w:t>
      </w:r>
      <w:r>
        <w:tab/>
        <w:t>1.013e0</w:t>
      </w:r>
    </w:p>
    <w:p w:rsidR="006974AE" w:rsidRDefault="006974AE" w:rsidP="006974AE">
      <w:r>
        <w:t>695.5261</w:t>
      </w:r>
      <w:r>
        <w:tab/>
        <w:t>1.013e0</w:t>
      </w:r>
    </w:p>
    <w:p w:rsidR="006974AE" w:rsidRDefault="006974AE" w:rsidP="006974AE">
      <w:r>
        <w:t>695.5404</w:t>
      </w:r>
      <w:r>
        <w:tab/>
        <w:t>1.013e0</w:t>
      </w:r>
    </w:p>
    <w:p w:rsidR="006974AE" w:rsidRDefault="006974AE" w:rsidP="006974AE">
      <w:r>
        <w:t>695.5876</w:t>
      </w:r>
      <w:r>
        <w:tab/>
        <w:t>1.013e0</w:t>
      </w:r>
    </w:p>
    <w:p w:rsidR="006974AE" w:rsidRDefault="006974AE" w:rsidP="006974AE">
      <w:r>
        <w:t>695.6190</w:t>
      </w:r>
      <w:r>
        <w:tab/>
        <w:t>2.025e0</w:t>
      </w:r>
    </w:p>
    <w:p w:rsidR="006974AE" w:rsidRDefault="006974AE" w:rsidP="006974AE">
      <w:r>
        <w:t>695.6467</w:t>
      </w:r>
      <w:r>
        <w:tab/>
        <w:t>2.025e0</w:t>
      </w:r>
    </w:p>
    <w:p w:rsidR="006974AE" w:rsidRDefault="006974AE" w:rsidP="006974AE">
      <w:r>
        <w:t>695.7166</w:t>
      </w:r>
      <w:r>
        <w:tab/>
        <w:t>1.013e0</w:t>
      </w:r>
    </w:p>
    <w:p w:rsidR="006974AE" w:rsidRDefault="006974AE" w:rsidP="006974AE">
      <w:r>
        <w:t>695.7413</w:t>
      </w:r>
      <w:r>
        <w:tab/>
        <w:t>1.013e0</w:t>
      </w:r>
    </w:p>
    <w:p w:rsidR="006974AE" w:rsidRDefault="006974AE" w:rsidP="006974AE">
      <w:r>
        <w:t>695.8021</w:t>
      </w:r>
      <w:r>
        <w:tab/>
        <w:t>1.013e0</w:t>
      </w:r>
    </w:p>
    <w:p w:rsidR="006974AE" w:rsidRDefault="006974AE" w:rsidP="006974AE">
      <w:r>
        <w:t>695.8580</w:t>
      </w:r>
      <w:r>
        <w:tab/>
        <w:t>3.038e0</w:t>
      </w:r>
    </w:p>
    <w:p w:rsidR="006974AE" w:rsidRDefault="006974AE" w:rsidP="006974AE">
      <w:r>
        <w:t>695.8719</w:t>
      </w:r>
      <w:r>
        <w:tab/>
        <w:t>1.013e0</w:t>
      </w:r>
    </w:p>
    <w:p w:rsidR="006974AE" w:rsidRDefault="006974AE" w:rsidP="006974AE">
      <w:r>
        <w:t>695.8929</w:t>
      </w:r>
      <w:r>
        <w:tab/>
        <w:t>2.025e0</w:t>
      </w:r>
    </w:p>
    <w:p w:rsidR="006974AE" w:rsidRDefault="006974AE" w:rsidP="006974AE">
      <w:r>
        <w:t>695.9194</w:t>
      </w:r>
      <w:r>
        <w:tab/>
        <w:t>1.013e0</w:t>
      </w:r>
    </w:p>
    <w:p w:rsidR="006974AE" w:rsidRDefault="006974AE" w:rsidP="006974AE">
      <w:r>
        <w:t>695.9228</w:t>
      </w:r>
      <w:r>
        <w:tab/>
        <w:t>1.013e0</w:t>
      </w:r>
    </w:p>
    <w:p w:rsidR="006974AE" w:rsidRDefault="006974AE" w:rsidP="006974AE">
      <w:r>
        <w:t>695.9750</w:t>
      </w:r>
      <w:r>
        <w:tab/>
        <w:t>1.013e0</w:t>
      </w:r>
    </w:p>
    <w:p w:rsidR="006974AE" w:rsidRDefault="006974AE" w:rsidP="006974AE">
      <w:r>
        <w:t>696.0131</w:t>
      </w:r>
      <w:r>
        <w:tab/>
        <w:t>1.013e0</w:t>
      </w:r>
    </w:p>
    <w:p w:rsidR="006974AE" w:rsidRDefault="006974AE" w:rsidP="006974AE">
      <w:r>
        <w:t>696.0494</w:t>
      </w:r>
      <w:r>
        <w:tab/>
        <w:t>1.013e0</w:t>
      </w:r>
    </w:p>
    <w:p w:rsidR="006974AE" w:rsidRDefault="006974AE" w:rsidP="006974AE">
      <w:r>
        <w:t>696.0604</w:t>
      </w:r>
      <w:r>
        <w:tab/>
        <w:t>1.013e0</w:t>
      </w:r>
    </w:p>
    <w:p w:rsidR="006974AE" w:rsidRDefault="006974AE" w:rsidP="006974AE">
      <w:r>
        <w:t>696.0969</w:t>
      </w:r>
      <w:r>
        <w:tab/>
        <w:t>2.025e0</w:t>
      </w:r>
    </w:p>
    <w:p w:rsidR="006974AE" w:rsidRDefault="006974AE" w:rsidP="006974AE">
      <w:r>
        <w:lastRenderedPageBreak/>
        <w:t>696.1086</w:t>
      </w:r>
      <w:r>
        <w:tab/>
        <w:t>1.013e0</w:t>
      </w:r>
    </w:p>
    <w:p w:rsidR="006974AE" w:rsidRDefault="006974AE" w:rsidP="006974AE">
      <w:r>
        <w:t>696.1637</w:t>
      </w:r>
      <w:r>
        <w:tab/>
        <w:t>1.013e0</w:t>
      </w:r>
    </w:p>
    <w:p w:rsidR="006974AE" w:rsidRDefault="006974AE" w:rsidP="006974AE">
      <w:r>
        <w:t>696.2031</w:t>
      </w:r>
      <w:r>
        <w:tab/>
        <w:t>1.013e0</w:t>
      </w:r>
    </w:p>
    <w:p w:rsidR="006974AE" w:rsidRDefault="006974AE" w:rsidP="006974AE">
      <w:r>
        <w:t>696.2203</w:t>
      </w:r>
      <w:r>
        <w:tab/>
        <w:t>2.025e0</w:t>
      </w:r>
    </w:p>
    <w:p w:rsidR="006974AE" w:rsidRDefault="006974AE" w:rsidP="006974AE">
      <w:r>
        <w:t>696.2336</w:t>
      </w:r>
      <w:r>
        <w:tab/>
        <w:t>2.025e0</w:t>
      </w:r>
    </w:p>
    <w:p w:rsidR="006974AE" w:rsidRDefault="006974AE" w:rsidP="006974AE">
      <w:r>
        <w:t>696.2378</w:t>
      </w:r>
      <w:r>
        <w:tab/>
        <w:t>1.013e0</w:t>
      </w:r>
    </w:p>
    <w:p w:rsidR="006974AE" w:rsidRDefault="006974AE" w:rsidP="006974AE">
      <w:r>
        <w:t>696.2504</w:t>
      </w:r>
      <w:r>
        <w:tab/>
        <w:t>1.013e0</w:t>
      </w:r>
    </w:p>
    <w:p w:rsidR="006974AE" w:rsidRDefault="006974AE" w:rsidP="006974AE">
      <w:r>
        <w:t>696.2717</w:t>
      </w:r>
      <w:r>
        <w:tab/>
        <w:t>2.025e0</w:t>
      </w:r>
    </w:p>
    <w:p w:rsidR="006974AE" w:rsidRDefault="006974AE" w:rsidP="006974AE">
      <w:r>
        <w:t>696.3093</w:t>
      </w:r>
      <w:r>
        <w:tab/>
        <w:t>3.038e0</w:t>
      </w:r>
    </w:p>
    <w:p w:rsidR="006974AE" w:rsidRDefault="006974AE" w:rsidP="006974AE">
      <w:r>
        <w:t>696.3273</w:t>
      </w:r>
      <w:r>
        <w:tab/>
        <w:t>2.025e0</w:t>
      </w:r>
    </w:p>
    <w:p w:rsidR="006974AE" w:rsidRDefault="006974AE" w:rsidP="006974AE">
      <w:r>
        <w:t>696.3324</w:t>
      </w:r>
      <w:r>
        <w:tab/>
        <w:t>1.013e0</w:t>
      </w:r>
    </w:p>
    <w:p w:rsidR="006974AE" w:rsidRDefault="006974AE" w:rsidP="006974AE">
      <w:r>
        <w:t>696.3406</w:t>
      </w:r>
      <w:r>
        <w:tab/>
        <w:t>4.051e0</w:t>
      </w:r>
    </w:p>
    <w:p w:rsidR="006974AE" w:rsidRDefault="006974AE" w:rsidP="006974AE">
      <w:r>
        <w:t>696.3422</w:t>
      </w:r>
      <w:r>
        <w:tab/>
        <w:t>4.051e0</w:t>
      </w:r>
    </w:p>
    <w:p w:rsidR="006974AE" w:rsidRDefault="006974AE" w:rsidP="006974AE">
      <w:r>
        <w:t>696.3442</w:t>
      </w:r>
      <w:r>
        <w:tab/>
        <w:t>1.013e0</w:t>
      </w:r>
    </w:p>
    <w:p w:rsidR="006974AE" w:rsidRDefault="006974AE" w:rsidP="006974AE">
      <w:r>
        <w:t>696.3708</w:t>
      </w:r>
      <w:r>
        <w:tab/>
        <w:t>1.013e0</w:t>
      </w:r>
    </w:p>
    <w:p w:rsidR="006974AE" w:rsidRDefault="006974AE" w:rsidP="006974AE">
      <w:r>
        <w:t>696.3924</w:t>
      </w:r>
      <w:r>
        <w:tab/>
        <w:t>2.025e0</w:t>
      </w:r>
    </w:p>
    <w:p w:rsidR="006974AE" w:rsidRDefault="006974AE" w:rsidP="006974AE">
      <w:r>
        <w:t>696.4152</w:t>
      </w:r>
      <w:r>
        <w:tab/>
        <w:t>1.013e0</w:t>
      </w:r>
    </w:p>
    <w:p w:rsidR="006974AE" w:rsidRDefault="006974AE" w:rsidP="006974AE">
      <w:r>
        <w:t>696.4743</w:t>
      </w:r>
      <w:r>
        <w:tab/>
        <w:t>1.013e0</w:t>
      </w:r>
    </w:p>
    <w:p w:rsidR="006974AE" w:rsidRDefault="006974AE" w:rsidP="006974AE">
      <w:r>
        <w:t>696.4822</w:t>
      </w:r>
      <w:r>
        <w:tab/>
        <w:t>2.025e0</w:t>
      </w:r>
    </w:p>
    <w:p w:rsidR="006974AE" w:rsidRDefault="006974AE" w:rsidP="006974AE">
      <w:r>
        <w:lastRenderedPageBreak/>
        <w:t>696.4929</w:t>
      </w:r>
      <w:r>
        <w:tab/>
        <w:t>2.025e0</w:t>
      </w:r>
    </w:p>
    <w:p w:rsidR="006974AE" w:rsidRDefault="006974AE" w:rsidP="006974AE">
      <w:r>
        <w:t>696.4988</w:t>
      </w:r>
      <w:r>
        <w:tab/>
        <w:t>3.038e0</w:t>
      </w:r>
    </w:p>
    <w:p w:rsidR="006974AE" w:rsidRDefault="006974AE" w:rsidP="006974AE">
      <w:r>
        <w:t>696.5428</w:t>
      </w:r>
      <w:r>
        <w:tab/>
        <w:t>1.013e0</w:t>
      </w:r>
    </w:p>
    <w:p w:rsidR="006974AE" w:rsidRDefault="006974AE" w:rsidP="006974AE">
      <w:r>
        <w:t>696.5698</w:t>
      </w:r>
      <w:r>
        <w:tab/>
        <w:t>1.013e0</w:t>
      </w:r>
    </w:p>
    <w:p w:rsidR="006974AE" w:rsidRDefault="006974AE" w:rsidP="006974AE">
      <w:r>
        <w:t>696.6053</w:t>
      </w:r>
      <w:r>
        <w:tab/>
        <w:t>1.013e0</w:t>
      </w:r>
    </w:p>
    <w:p w:rsidR="006974AE" w:rsidRDefault="006974AE" w:rsidP="006974AE">
      <w:r>
        <w:t>696.6292</w:t>
      </w:r>
      <w:r>
        <w:tab/>
        <w:t>1.013e0</w:t>
      </w:r>
    </w:p>
    <w:p w:rsidR="006974AE" w:rsidRDefault="006974AE" w:rsidP="006974AE">
      <w:r>
        <w:t>696.6415</w:t>
      </w:r>
      <w:r>
        <w:tab/>
        <w:t>4.051e0</w:t>
      </w:r>
    </w:p>
    <w:p w:rsidR="006974AE" w:rsidRDefault="006974AE" w:rsidP="006974AE">
      <w:r>
        <w:t>696.7236</w:t>
      </w:r>
      <w:r>
        <w:tab/>
        <w:t>1.013e0</w:t>
      </w:r>
    </w:p>
    <w:p w:rsidR="006974AE" w:rsidRDefault="006974AE" w:rsidP="006974AE">
      <w:r>
        <w:t>696.7324</w:t>
      </w:r>
      <w:r>
        <w:tab/>
        <w:t>2.025e0</w:t>
      </w:r>
    </w:p>
    <w:p w:rsidR="006974AE" w:rsidRDefault="006974AE" w:rsidP="006974AE">
      <w:r>
        <w:t>696.7346</w:t>
      </w:r>
      <w:r>
        <w:tab/>
        <w:t>1.013e0</w:t>
      </w:r>
    </w:p>
    <w:p w:rsidR="006974AE" w:rsidRDefault="006974AE" w:rsidP="006974AE">
      <w:r>
        <w:t>696.7508</w:t>
      </w:r>
      <w:r>
        <w:tab/>
        <w:t>1.013e0</w:t>
      </w:r>
    </w:p>
    <w:p w:rsidR="006974AE" w:rsidRDefault="006974AE" w:rsidP="006974AE">
      <w:r>
        <w:t>696.8183</w:t>
      </w:r>
      <w:r>
        <w:tab/>
        <w:t>1.013e0</w:t>
      </w:r>
    </w:p>
    <w:p w:rsidR="006974AE" w:rsidRDefault="006974AE" w:rsidP="006974AE">
      <w:r>
        <w:t>696.8253</w:t>
      </w:r>
      <w:r>
        <w:tab/>
        <w:t>3.330e0</w:t>
      </w:r>
    </w:p>
    <w:p w:rsidR="006974AE" w:rsidRDefault="006974AE" w:rsidP="006974AE">
      <w:r>
        <w:t>696.8885</w:t>
      </w:r>
      <w:r>
        <w:tab/>
        <w:t>1.013e0</w:t>
      </w:r>
    </w:p>
    <w:p w:rsidR="006974AE" w:rsidRDefault="006974AE" w:rsidP="006974AE">
      <w:r>
        <w:t>696.9403</w:t>
      </w:r>
      <w:r>
        <w:tab/>
        <w:t>1.013e0</w:t>
      </w:r>
    </w:p>
    <w:p w:rsidR="006974AE" w:rsidRDefault="006974AE" w:rsidP="006974AE">
      <w:r>
        <w:t>696.9426</w:t>
      </w:r>
      <w:r>
        <w:tab/>
        <w:t>2.025e0</w:t>
      </w:r>
    </w:p>
    <w:p w:rsidR="006974AE" w:rsidRDefault="006974AE" w:rsidP="006974AE">
      <w:r>
        <w:t>696.9747</w:t>
      </w:r>
      <w:r>
        <w:tab/>
        <w:t>1.013e0</w:t>
      </w:r>
    </w:p>
    <w:p w:rsidR="006974AE" w:rsidRDefault="006974AE" w:rsidP="006974AE">
      <w:r>
        <w:t>697.0784</w:t>
      </w:r>
      <w:r>
        <w:tab/>
        <w:t>2.025e0</w:t>
      </w:r>
    </w:p>
    <w:p w:rsidR="006974AE" w:rsidRDefault="006974AE" w:rsidP="006974AE">
      <w:r>
        <w:t>697.0814</w:t>
      </w:r>
      <w:r>
        <w:tab/>
        <w:t>3.038e0</w:t>
      </w:r>
    </w:p>
    <w:p w:rsidR="006974AE" w:rsidRDefault="006974AE" w:rsidP="006974AE">
      <w:r>
        <w:lastRenderedPageBreak/>
        <w:t>697.0846</w:t>
      </w:r>
      <w:r>
        <w:tab/>
        <w:t>2.025e0</w:t>
      </w:r>
    </w:p>
    <w:p w:rsidR="006974AE" w:rsidRDefault="006974AE" w:rsidP="006974AE">
      <w:r>
        <w:t>697.1252</w:t>
      </w:r>
      <w:r>
        <w:tab/>
        <w:t>1.013e0</w:t>
      </w:r>
    </w:p>
    <w:p w:rsidR="006974AE" w:rsidRDefault="006974AE" w:rsidP="006974AE">
      <w:r>
        <w:t>697.1429</w:t>
      </w:r>
      <w:r>
        <w:tab/>
        <w:t>2.025e0</w:t>
      </w:r>
    </w:p>
    <w:p w:rsidR="006974AE" w:rsidRDefault="006974AE" w:rsidP="006974AE">
      <w:r>
        <w:t>697.1467</w:t>
      </w:r>
      <w:r>
        <w:tab/>
        <w:t>1.013e0</w:t>
      </w:r>
    </w:p>
    <w:p w:rsidR="006974AE" w:rsidRDefault="006974AE" w:rsidP="006974AE">
      <w:r>
        <w:t>697.1833</w:t>
      </w:r>
      <w:r>
        <w:tab/>
        <w:t>6.076e0</w:t>
      </w:r>
    </w:p>
    <w:p w:rsidR="006974AE" w:rsidRDefault="006974AE" w:rsidP="006974AE">
      <w:r>
        <w:t>697.1852</w:t>
      </w:r>
      <w:r>
        <w:tab/>
        <w:t>1.013e0</w:t>
      </w:r>
    </w:p>
    <w:p w:rsidR="006974AE" w:rsidRDefault="006974AE" w:rsidP="006974AE">
      <w:r>
        <w:t>697.1962</w:t>
      </w:r>
      <w:r>
        <w:tab/>
        <w:t>1.013e0</w:t>
      </w:r>
    </w:p>
    <w:p w:rsidR="006974AE" w:rsidRDefault="006974AE" w:rsidP="006974AE">
      <w:r>
        <w:t>697.2318</w:t>
      </w:r>
      <w:r>
        <w:tab/>
        <w:t>1.013e0</w:t>
      </w:r>
    </w:p>
    <w:p w:rsidR="006974AE" w:rsidRDefault="006974AE" w:rsidP="006974AE">
      <w:r>
        <w:t>697.2436</w:t>
      </w:r>
      <w:r>
        <w:tab/>
        <w:t>1.013e0</w:t>
      </w:r>
    </w:p>
    <w:p w:rsidR="006974AE" w:rsidRDefault="006974AE" w:rsidP="006974AE">
      <w:r>
        <w:t>697.2918</w:t>
      </w:r>
      <w:r>
        <w:tab/>
        <w:t>1.013e0</w:t>
      </w:r>
    </w:p>
    <w:p w:rsidR="006974AE" w:rsidRDefault="006974AE" w:rsidP="006974AE">
      <w:r>
        <w:t>697.3331</w:t>
      </w:r>
      <w:r>
        <w:tab/>
        <w:t>8.101e0</w:t>
      </w:r>
    </w:p>
    <w:p w:rsidR="006974AE" w:rsidRDefault="006974AE" w:rsidP="006974AE">
      <w:r>
        <w:t>697.3502</w:t>
      </w:r>
      <w:r>
        <w:tab/>
        <w:t>2.025e0</w:t>
      </w:r>
    </w:p>
    <w:p w:rsidR="006974AE" w:rsidRDefault="006974AE" w:rsidP="006974AE">
      <w:r>
        <w:t>697.3554</w:t>
      </w:r>
      <w:r>
        <w:tab/>
        <w:t>1.418e1</w:t>
      </w:r>
    </w:p>
    <w:p w:rsidR="006974AE" w:rsidRDefault="006974AE" w:rsidP="006974AE">
      <w:r>
        <w:t>697.3624</w:t>
      </w:r>
      <w:r>
        <w:tab/>
        <w:t>4.051e0</w:t>
      </w:r>
    </w:p>
    <w:p w:rsidR="006974AE" w:rsidRDefault="006974AE" w:rsidP="006974AE">
      <w:r>
        <w:t>697.3655</w:t>
      </w:r>
      <w:r>
        <w:tab/>
        <w:t>2.025e0</w:t>
      </w:r>
    </w:p>
    <w:p w:rsidR="006974AE" w:rsidRDefault="006974AE" w:rsidP="006974AE">
      <w:r>
        <w:t>697.3707</w:t>
      </w:r>
      <w:r>
        <w:tab/>
        <w:t>3.038e0</w:t>
      </w:r>
    </w:p>
    <w:p w:rsidR="006974AE" w:rsidRDefault="006974AE" w:rsidP="006974AE">
      <w:r>
        <w:t>697.4042</w:t>
      </w:r>
      <w:r>
        <w:tab/>
        <w:t>4.051e0</w:t>
      </w:r>
    </w:p>
    <w:p w:rsidR="006974AE" w:rsidRDefault="006974AE" w:rsidP="006974AE">
      <w:r>
        <w:t>697.4389</w:t>
      </w:r>
      <w:r>
        <w:tab/>
        <w:t>1.013e0</w:t>
      </w:r>
    </w:p>
    <w:p w:rsidR="006974AE" w:rsidRDefault="006974AE" w:rsidP="006974AE">
      <w:r>
        <w:t>697.4743</w:t>
      </w:r>
      <w:r>
        <w:tab/>
        <w:t>1.013e0</w:t>
      </w:r>
    </w:p>
    <w:p w:rsidR="006974AE" w:rsidRDefault="006974AE" w:rsidP="006974AE">
      <w:r>
        <w:lastRenderedPageBreak/>
        <w:t>697.5131</w:t>
      </w:r>
      <w:r>
        <w:tab/>
        <w:t>2.025e0</w:t>
      </w:r>
    </w:p>
    <w:p w:rsidR="006974AE" w:rsidRDefault="006974AE" w:rsidP="006974AE">
      <w:r>
        <w:t>697.5593</w:t>
      </w:r>
      <w:r>
        <w:tab/>
        <w:t>1.013e0</w:t>
      </w:r>
    </w:p>
    <w:p w:rsidR="006974AE" w:rsidRDefault="006974AE" w:rsidP="006974AE">
      <w:r>
        <w:t>697.5629</w:t>
      </w:r>
      <w:r>
        <w:tab/>
        <w:t>2.025e0</w:t>
      </w:r>
    </w:p>
    <w:p w:rsidR="006974AE" w:rsidRDefault="006974AE" w:rsidP="006974AE">
      <w:r>
        <w:t>697.6235</w:t>
      </w:r>
      <w:r>
        <w:tab/>
        <w:t>1.013e0</w:t>
      </w:r>
    </w:p>
    <w:p w:rsidR="006974AE" w:rsidRDefault="006974AE" w:rsidP="006974AE">
      <w:r>
        <w:t>697.6759</w:t>
      </w:r>
      <w:r>
        <w:tab/>
        <w:t>2.025e0</w:t>
      </w:r>
    </w:p>
    <w:p w:rsidR="006974AE" w:rsidRDefault="006974AE" w:rsidP="006974AE">
      <w:r>
        <w:t>697.7301</w:t>
      </w:r>
      <w:r>
        <w:tab/>
        <w:t>1.013e0</w:t>
      </w:r>
    </w:p>
    <w:p w:rsidR="006974AE" w:rsidRDefault="006974AE" w:rsidP="006974AE">
      <w:r>
        <w:t>697.7488</w:t>
      </w:r>
      <w:r>
        <w:tab/>
        <w:t>1.013e0</w:t>
      </w:r>
    </w:p>
    <w:p w:rsidR="006974AE" w:rsidRDefault="006974AE" w:rsidP="006974AE">
      <w:r>
        <w:t>697.8486</w:t>
      </w:r>
      <w:r>
        <w:tab/>
        <w:t>1.013e0</w:t>
      </w:r>
    </w:p>
    <w:p w:rsidR="006974AE" w:rsidRDefault="006974AE" w:rsidP="006974AE">
      <w:r>
        <w:t>697.8527</w:t>
      </w:r>
      <w:r>
        <w:tab/>
        <w:t>3.038e0</w:t>
      </w:r>
    </w:p>
    <w:p w:rsidR="006974AE" w:rsidRDefault="006974AE" w:rsidP="006974AE">
      <w:r>
        <w:t>697.8870</w:t>
      </w:r>
      <w:r>
        <w:tab/>
        <w:t>1.013e0</w:t>
      </w:r>
    </w:p>
    <w:p w:rsidR="006974AE" w:rsidRDefault="006974AE" w:rsidP="006974AE">
      <w:r>
        <w:t>697.9197</w:t>
      </w:r>
      <w:r>
        <w:tab/>
        <w:t>1.013e0</w:t>
      </w:r>
    </w:p>
    <w:p w:rsidR="006974AE" w:rsidRDefault="006974AE" w:rsidP="006974AE">
      <w:r>
        <w:t>697.9316</w:t>
      </w:r>
      <w:r>
        <w:tab/>
        <w:t>1.013e0</w:t>
      </w:r>
    </w:p>
    <w:p w:rsidR="006974AE" w:rsidRDefault="006974AE" w:rsidP="006974AE">
      <w:r>
        <w:t>697.9904</w:t>
      </w:r>
      <w:r>
        <w:tab/>
        <w:t>2.025e0</w:t>
      </w:r>
    </w:p>
    <w:p w:rsidR="006974AE" w:rsidRDefault="006974AE" w:rsidP="006974AE">
      <w:r>
        <w:t>698.0027</w:t>
      </w:r>
      <w:r>
        <w:tab/>
        <w:t>2.025e0</w:t>
      </w:r>
    </w:p>
    <w:p w:rsidR="006974AE" w:rsidRDefault="006974AE" w:rsidP="006974AE">
      <w:r>
        <w:t>698.0056</w:t>
      </w:r>
      <w:r>
        <w:tab/>
        <w:t>3.038e0</w:t>
      </w:r>
    </w:p>
    <w:p w:rsidR="006974AE" w:rsidRDefault="006974AE" w:rsidP="006974AE">
      <w:r>
        <w:t>698.0082</w:t>
      </w:r>
      <w:r>
        <w:tab/>
        <w:t>1.013e0</w:t>
      </w:r>
    </w:p>
    <w:p w:rsidR="006974AE" w:rsidRDefault="006974AE" w:rsidP="006974AE">
      <w:r>
        <w:t>698.0341</w:t>
      </w:r>
      <w:r>
        <w:tab/>
        <w:t>2.025e0</w:t>
      </w:r>
    </w:p>
    <w:p w:rsidR="006974AE" w:rsidRDefault="006974AE" w:rsidP="006974AE">
      <w:r>
        <w:t>698.1686</w:t>
      </w:r>
      <w:r>
        <w:tab/>
        <w:t>1.013e0</w:t>
      </w:r>
    </w:p>
    <w:p w:rsidR="006974AE" w:rsidRDefault="006974AE" w:rsidP="006974AE">
      <w:r>
        <w:t>698.1871</w:t>
      </w:r>
      <w:r>
        <w:tab/>
        <w:t>2.025e0</w:t>
      </w:r>
    </w:p>
    <w:p w:rsidR="006974AE" w:rsidRDefault="006974AE" w:rsidP="006974AE">
      <w:r>
        <w:lastRenderedPageBreak/>
        <w:t>698.2152</w:t>
      </w:r>
      <w:r>
        <w:tab/>
        <w:t>1.013e0</w:t>
      </w:r>
    </w:p>
    <w:p w:rsidR="006974AE" w:rsidRDefault="006974AE" w:rsidP="006974AE">
      <w:r>
        <w:t>698.2508</w:t>
      </w:r>
      <w:r>
        <w:tab/>
        <w:t>1.013e0</w:t>
      </w:r>
    </w:p>
    <w:p w:rsidR="006974AE" w:rsidRDefault="006974AE" w:rsidP="006974AE">
      <w:r>
        <w:t>698.2659</w:t>
      </w:r>
      <w:r>
        <w:tab/>
        <w:t>1.013e0</w:t>
      </w:r>
    </w:p>
    <w:p w:rsidR="006974AE" w:rsidRDefault="006974AE" w:rsidP="006974AE">
      <w:r>
        <w:t>698.2745</w:t>
      </w:r>
      <w:r>
        <w:tab/>
        <w:t>1.013e0</w:t>
      </w:r>
    </w:p>
    <w:p w:rsidR="006974AE" w:rsidRDefault="006974AE" w:rsidP="006974AE">
      <w:r>
        <w:t>698.2836</w:t>
      </w:r>
      <w:r>
        <w:tab/>
        <w:t>1.013e0</w:t>
      </w:r>
    </w:p>
    <w:p w:rsidR="006974AE" w:rsidRDefault="006974AE" w:rsidP="006974AE">
      <w:r>
        <w:t>698.2997</w:t>
      </w:r>
      <w:r>
        <w:tab/>
        <w:t>4.051e0</w:t>
      </w:r>
    </w:p>
    <w:p w:rsidR="006974AE" w:rsidRDefault="006974AE" w:rsidP="006974AE">
      <w:r>
        <w:t>698.3192</w:t>
      </w:r>
      <w:r>
        <w:tab/>
        <w:t>4.051e0</w:t>
      </w:r>
    </w:p>
    <w:p w:rsidR="006974AE" w:rsidRDefault="006974AE" w:rsidP="006974AE">
      <w:r>
        <w:t>698.3447</w:t>
      </w:r>
      <w:r>
        <w:tab/>
        <w:t>3.038e0</w:t>
      </w:r>
    </w:p>
    <w:p w:rsidR="006974AE" w:rsidRDefault="006974AE" w:rsidP="006974AE">
      <w:r>
        <w:t>698.3667</w:t>
      </w:r>
      <w:r>
        <w:tab/>
        <w:t>8.101e0</w:t>
      </w:r>
    </w:p>
    <w:p w:rsidR="006974AE" w:rsidRDefault="006974AE" w:rsidP="006974AE">
      <w:r>
        <w:t>698.3699</w:t>
      </w:r>
      <w:r>
        <w:tab/>
        <w:t>6.076e0</w:t>
      </w:r>
    </w:p>
    <w:p w:rsidR="006974AE" w:rsidRDefault="006974AE" w:rsidP="006974AE">
      <w:r>
        <w:t>698.3864</w:t>
      </w:r>
      <w:r>
        <w:tab/>
        <w:t>1.013e0</w:t>
      </w:r>
    </w:p>
    <w:p w:rsidR="006974AE" w:rsidRDefault="006974AE" w:rsidP="006974AE">
      <w:r>
        <w:t>698.3885</w:t>
      </w:r>
      <w:r>
        <w:tab/>
        <w:t>2.025e0</w:t>
      </w:r>
    </w:p>
    <w:p w:rsidR="006974AE" w:rsidRDefault="006974AE" w:rsidP="006974AE">
      <w:r>
        <w:t>698.3956</w:t>
      </w:r>
      <w:r>
        <w:tab/>
        <w:t>2.025e0</w:t>
      </w:r>
    </w:p>
    <w:p w:rsidR="006974AE" w:rsidRDefault="006974AE" w:rsidP="006974AE">
      <w:r>
        <w:t>698.4642</w:t>
      </w:r>
      <w:r>
        <w:tab/>
        <w:t>2.025e0</w:t>
      </w:r>
    </w:p>
    <w:p w:rsidR="006974AE" w:rsidRDefault="006974AE" w:rsidP="006974AE">
      <w:r>
        <w:t>698.4888</w:t>
      </w:r>
      <w:r>
        <w:tab/>
        <w:t>1.013e0</w:t>
      </w:r>
    </w:p>
    <w:p w:rsidR="006974AE" w:rsidRDefault="006974AE" w:rsidP="006974AE">
      <w:r>
        <w:t>698.4950</w:t>
      </w:r>
      <w:r>
        <w:tab/>
        <w:t>2.025e0</w:t>
      </w:r>
    </w:p>
    <w:p w:rsidR="006974AE" w:rsidRDefault="006974AE" w:rsidP="006974AE">
      <w:r>
        <w:t>698.5236</w:t>
      </w:r>
      <w:r>
        <w:tab/>
        <w:t>1.013e0</w:t>
      </w:r>
    </w:p>
    <w:p w:rsidR="006974AE" w:rsidRDefault="006974AE" w:rsidP="006974AE">
      <w:r>
        <w:t>698.5338</w:t>
      </w:r>
      <w:r>
        <w:tab/>
        <w:t>2.025e0</w:t>
      </w:r>
    </w:p>
    <w:p w:rsidR="006974AE" w:rsidRDefault="006974AE" w:rsidP="006974AE">
      <w:r>
        <w:t>698.5473</w:t>
      </w:r>
      <w:r>
        <w:tab/>
        <w:t>1.013e0</w:t>
      </w:r>
    </w:p>
    <w:p w:rsidR="006974AE" w:rsidRDefault="006974AE" w:rsidP="006974AE">
      <w:r>
        <w:lastRenderedPageBreak/>
        <w:t>698.5710</w:t>
      </w:r>
      <w:r>
        <w:tab/>
        <w:t>1.013e0</w:t>
      </w:r>
    </w:p>
    <w:p w:rsidR="006974AE" w:rsidRDefault="006974AE" w:rsidP="006974AE">
      <w:r>
        <w:t>698.6069</w:t>
      </w:r>
      <w:r>
        <w:tab/>
        <w:t>2.025e0</w:t>
      </w:r>
    </w:p>
    <w:p w:rsidR="006974AE" w:rsidRDefault="006974AE" w:rsidP="006974AE">
      <w:r>
        <w:t>698.6104</w:t>
      </w:r>
      <w:r>
        <w:tab/>
        <w:t>1.013e0</w:t>
      </w:r>
    </w:p>
    <w:p w:rsidR="006974AE" w:rsidRDefault="006974AE" w:rsidP="006974AE">
      <w:r>
        <w:t>698.6193</w:t>
      </w:r>
      <w:r>
        <w:tab/>
        <w:t>1.013e0</w:t>
      </w:r>
    </w:p>
    <w:p w:rsidR="006974AE" w:rsidRDefault="006974AE" w:rsidP="006974AE">
      <w:r>
        <w:t>698.6625</w:t>
      </w:r>
      <w:r>
        <w:tab/>
        <w:t>1.013e0</w:t>
      </w:r>
    </w:p>
    <w:p w:rsidR="006974AE" w:rsidRDefault="006974AE" w:rsidP="006974AE">
      <w:r>
        <w:t>698.6778</w:t>
      </w:r>
      <w:r>
        <w:tab/>
        <w:t>1.013e0</w:t>
      </w:r>
    </w:p>
    <w:p w:rsidR="006974AE" w:rsidRDefault="006974AE" w:rsidP="006974AE">
      <w:r>
        <w:t>698.6905</w:t>
      </w:r>
      <w:r>
        <w:tab/>
        <w:t>1.013e0</w:t>
      </w:r>
    </w:p>
    <w:p w:rsidR="006974AE" w:rsidRDefault="006974AE" w:rsidP="006974AE">
      <w:r>
        <w:t>698.7068</w:t>
      </w:r>
      <w:r>
        <w:tab/>
        <w:t>2.025e0</w:t>
      </w:r>
    </w:p>
    <w:p w:rsidR="006974AE" w:rsidRDefault="006974AE" w:rsidP="006974AE">
      <w:r>
        <w:t>698.7142</w:t>
      </w:r>
      <w:r>
        <w:tab/>
        <w:t>1.013e0</w:t>
      </w:r>
    </w:p>
    <w:p w:rsidR="006974AE" w:rsidRDefault="006974AE" w:rsidP="006974AE">
      <w:r>
        <w:t>698.7308</w:t>
      </w:r>
      <w:r>
        <w:tab/>
        <w:t>1.013e0</w:t>
      </w:r>
    </w:p>
    <w:p w:rsidR="006974AE" w:rsidRDefault="006974AE" w:rsidP="006974AE">
      <w:r>
        <w:t>698.7485</w:t>
      </w:r>
      <w:r>
        <w:tab/>
        <w:t>2.025e0</w:t>
      </w:r>
    </w:p>
    <w:p w:rsidR="006974AE" w:rsidRDefault="006974AE" w:rsidP="006974AE">
      <w:r>
        <w:t>698.8199</w:t>
      </w:r>
      <w:r>
        <w:tab/>
        <w:t>2.025e0</w:t>
      </w:r>
    </w:p>
    <w:p w:rsidR="006974AE" w:rsidRDefault="006974AE" w:rsidP="006974AE">
      <w:r>
        <w:t>698.8439</w:t>
      </w:r>
      <w:r>
        <w:tab/>
        <w:t>1.013e0</w:t>
      </w:r>
    </w:p>
    <w:p w:rsidR="006974AE" w:rsidRDefault="006974AE" w:rsidP="006974AE">
      <w:r>
        <w:t>698.8676</w:t>
      </w:r>
      <w:r>
        <w:tab/>
        <w:t>1.013e0</w:t>
      </w:r>
    </w:p>
    <w:p w:rsidR="006974AE" w:rsidRDefault="006974AE" w:rsidP="006974AE">
      <w:r>
        <w:t>698.8795</w:t>
      </w:r>
      <w:r>
        <w:tab/>
        <w:t>1.013e0</w:t>
      </w:r>
    </w:p>
    <w:p w:rsidR="006974AE" w:rsidRDefault="006974AE" w:rsidP="006974AE">
      <w:r>
        <w:t>698.9279</w:t>
      </w:r>
      <w:r>
        <w:tab/>
        <w:t>1.013e0</w:t>
      </w:r>
    </w:p>
    <w:p w:rsidR="006974AE" w:rsidRDefault="006974AE" w:rsidP="006974AE">
      <w:r>
        <w:t>699.0273</w:t>
      </w:r>
      <w:r>
        <w:tab/>
        <w:t>3.038e0</w:t>
      </w:r>
    </w:p>
    <w:p w:rsidR="006974AE" w:rsidRDefault="006974AE" w:rsidP="006974AE">
      <w:r>
        <w:t>699.0338</w:t>
      </w:r>
      <w:r>
        <w:tab/>
        <w:t>1.013e0</w:t>
      </w:r>
    </w:p>
    <w:p w:rsidR="006974AE" w:rsidRDefault="006974AE" w:rsidP="006974AE">
      <w:r>
        <w:t>699.0703</w:t>
      </w:r>
      <w:r>
        <w:tab/>
        <w:t>2.025e0</w:t>
      </w:r>
    </w:p>
    <w:p w:rsidR="006974AE" w:rsidRDefault="006974AE" w:rsidP="006974AE">
      <w:r>
        <w:lastRenderedPageBreak/>
        <w:t>699.1050</w:t>
      </w:r>
      <w:r>
        <w:tab/>
        <w:t>2.025e0</w:t>
      </w:r>
    </w:p>
    <w:p w:rsidR="006974AE" w:rsidRDefault="006974AE" w:rsidP="006974AE">
      <w:r>
        <w:t>699.1107</w:t>
      </w:r>
      <w:r>
        <w:tab/>
        <w:t>1.013e0</w:t>
      </w:r>
    </w:p>
    <w:p w:rsidR="006974AE" w:rsidRDefault="006974AE" w:rsidP="006974AE">
      <w:r>
        <w:t>699.1229</w:t>
      </w:r>
      <w:r>
        <w:tab/>
        <w:t>2.025e0</w:t>
      </w:r>
    </w:p>
    <w:p w:rsidR="006974AE" w:rsidRDefault="006974AE" w:rsidP="006974AE">
      <w:r>
        <w:t>699.1525</w:t>
      </w:r>
      <w:r>
        <w:tab/>
        <w:t>1.013e0</w:t>
      </w:r>
    </w:p>
    <w:p w:rsidR="006974AE" w:rsidRDefault="006974AE" w:rsidP="006974AE">
      <w:r>
        <w:t>699.1620</w:t>
      </w:r>
      <w:r>
        <w:tab/>
        <w:t>1.013e0</w:t>
      </w:r>
    </w:p>
    <w:p w:rsidR="006974AE" w:rsidRDefault="006974AE" w:rsidP="006974AE">
      <w:r>
        <w:t>699.1653</w:t>
      </w:r>
      <w:r>
        <w:tab/>
        <w:t>1.013e0</w:t>
      </w:r>
    </w:p>
    <w:p w:rsidR="006974AE" w:rsidRDefault="006974AE" w:rsidP="006974AE">
      <w:r>
        <w:t>699.2603</w:t>
      </w:r>
      <w:r>
        <w:tab/>
        <w:t>1.013e0</w:t>
      </w:r>
    </w:p>
    <w:p w:rsidR="006974AE" w:rsidRDefault="006974AE" w:rsidP="006974AE">
      <w:r>
        <w:t>699.2645</w:t>
      </w:r>
      <w:r>
        <w:tab/>
        <w:t>2.025e0</w:t>
      </w:r>
    </w:p>
    <w:p w:rsidR="006974AE" w:rsidRDefault="006974AE" w:rsidP="006974AE">
      <w:r>
        <w:t>699.2910</w:t>
      </w:r>
      <w:r>
        <w:tab/>
        <w:t>3.038e0</w:t>
      </w:r>
    </w:p>
    <w:p w:rsidR="006974AE" w:rsidRDefault="006974AE" w:rsidP="006974AE">
      <w:r>
        <w:t>699.3247</w:t>
      </w:r>
      <w:r>
        <w:tab/>
        <w:t>2.025e0</w:t>
      </w:r>
    </w:p>
    <w:p w:rsidR="006974AE" w:rsidRDefault="006974AE" w:rsidP="006974AE">
      <w:r>
        <w:t>699.3428</w:t>
      </w:r>
      <w:r>
        <w:tab/>
        <w:t>6.158e0</w:t>
      </w:r>
    </w:p>
    <w:p w:rsidR="006974AE" w:rsidRDefault="006974AE" w:rsidP="006974AE">
      <w:r>
        <w:t>699.3514</w:t>
      </w:r>
      <w:r>
        <w:tab/>
        <w:t>1.013e0</w:t>
      </w:r>
    </w:p>
    <w:p w:rsidR="006974AE" w:rsidRDefault="006974AE" w:rsidP="006974AE">
      <w:r>
        <w:t>699.3632</w:t>
      </w:r>
      <w:r>
        <w:tab/>
        <w:t>3.697e0</w:t>
      </w:r>
    </w:p>
    <w:p w:rsidR="006974AE" w:rsidRDefault="006974AE" w:rsidP="006974AE">
      <w:r>
        <w:t>699.3647</w:t>
      </w:r>
      <w:r>
        <w:tab/>
        <w:t>6.076e0</w:t>
      </w:r>
    </w:p>
    <w:p w:rsidR="006974AE" w:rsidRDefault="006974AE" w:rsidP="006974AE">
      <w:r>
        <w:t>699.3689</w:t>
      </w:r>
      <w:r>
        <w:tab/>
        <w:t>6.076e0</w:t>
      </w:r>
    </w:p>
    <w:p w:rsidR="006974AE" w:rsidRDefault="006974AE" w:rsidP="006974AE">
      <w:r>
        <w:t>699.4731</w:t>
      </w:r>
      <w:r>
        <w:tab/>
        <w:t>1.013e0</w:t>
      </w:r>
    </w:p>
    <w:p w:rsidR="006974AE" w:rsidRDefault="006974AE" w:rsidP="006974AE">
      <w:r>
        <w:t>699.4805</w:t>
      </w:r>
      <w:r>
        <w:tab/>
        <w:t>2.025e0</w:t>
      </w:r>
    </w:p>
    <w:p w:rsidR="006974AE" w:rsidRDefault="006974AE" w:rsidP="006974AE">
      <w:r>
        <w:t>699.5231</w:t>
      </w:r>
      <w:r>
        <w:tab/>
        <w:t>1.013e0</w:t>
      </w:r>
    </w:p>
    <w:p w:rsidR="006974AE" w:rsidRDefault="006974AE" w:rsidP="006974AE">
      <w:r>
        <w:t>699.5400</w:t>
      </w:r>
      <w:r>
        <w:tab/>
        <w:t>1.013e0</w:t>
      </w:r>
    </w:p>
    <w:p w:rsidR="006974AE" w:rsidRDefault="006974AE" w:rsidP="006974AE">
      <w:r>
        <w:lastRenderedPageBreak/>
        <w:t>699.5682</w:t>
      </w:r>
      <w:r>
        <w:tab/>
        <w:t>1.013e0</w:t>
      </w:r>
    </w:p>
    <w:p w:rsidR="006974AE" w:rsidRDefault="006974AE" w:rsidP="006974AE">
      <w:r>
        <w:t>699.6276</w:t>
      </w:r>
      <w:r>
        <w:tab/>
        <w:t>2.025e0</w:t>
      </w:r>
    </w:p>
    <w:p w:rsidR="006974AE" w:rsidRDefault="006974AE" w:rsidP="006974AE">
      <w:r>
        <w:t>699.6513</w:t>
      </w:r>
      <w:r>
        <w:tab/>
        <w:t>2.025e0</w:t>
      </w:r>
    </w:p>
    <w:p w:rsidR="006974AE" w:rsidRDefault="006974AE" w:rsidP="006974AE">
      <w:r>
        <w:t>699.6641</w:t>
      </w:r>
      <w:r>
        <w:tab/>
        <w:t>1.013e0</w:t>
      </w:r>
    </w:p>
    <w:p w:rsidR="006974AE" w:rsidRDefault="006974AE" w:rsidP="006974AE">
      <w:r>
        <w:t>699.7466</w:t>
      </w:r>
      <w:r>
        <w:tab/>
        <w:t>1.013e0</w:t>
      </w:r>
    </w:p>
    <w:p w:rsidR="006974AE" w:rsidRDefault="006974AE" w:rsidP="006974AE">
      <w:r>
        <w:t>699.7582</w:t>
      </w:r>
      <w:r>
        <w:tab/>
        <w:t>1.013e0</w:t>
      </w:r>
    </w:p>
    <w:p w:rsidR="006974AE" w:rsidRDefault="006974AE" w:rsidP="006974AE">
      <w:r>
        <w:t>699.7828</w:t>
      </w:r>
      <w:r>
        <w:tab/>
        <w:t>1.013e0</w:t>
      </w:r>
    </w:p>
    <w:p w:rsidR="006974AE" w:rsidRDefault="006974AE" w:rsidP="006974AE">
      <w:r>
        <w:t>699.8414</w:t>
      </w:r>
      <w:r>
        <w:tab/>
        <w:t>2.025e0</w:t>
      </w:r>
    </w:p>
    <w:p w:rsidR="006974AE" w:rsidRDefault="006974AE" w:rsidP="006974AE">
      <w:r>
        <w:t>699.8674</w:t>
      </w:r>
      <w:r>
        <w:tab/>
        <w:t>1.013e0</w:t>
      </w:r>
    </w:p>
    <w:p w:rsidR="006974AE" w:rsidRDefault="006974AE" w:rsidP="006974AE">
      <w:r>
        <w:t>699.8898</w:t>
      </w:r>
      <w:r>
        <w:tab/>
        <w:t>1.013e0</w:t>
      </w:r>
    </w:p>
    <w:p w:rsidR="006974AE" w:rsidRDefault="006974AE" w:rsidP="006974AE">
      <w:r>
        <w:t>699.9255</w:t>
      </w:r>
      <w:r>
        <w:tab/>
        <w:t>1.013e0</w:t>
      </w:r>
    </w:p>
    <w:p w:rsidR="006974AE" w:rsidRDefault="006974AE" w:rsidP="006974AE">
      <w:r>
        <w:t>699.9708</w:t>
      </w:r>
      <w:r>
        <w:tab/>
        <w:t>2.025e0</w:t>
      </w:r>
    </w:p>
    <w:p w:rsidR="006974AE" w:rsidRDefault="006974AE" w:rsidP="006974AE">
      <w:r>
        <w:t>699.9846</w:t>
      </w:r>
      <w:r>
        <w:tab/>
        <w:t>2.025e0</w:t>
      </w:r>
    </w:p>
    <w:p w:rsidR="006974AE" w:rsidRDefault="006974AE" w:rsidP="006974AE">
      <w:r>
        <w:t>700.0027</w:t>
      </w:r>
      <w:r>
        <w:tab/>
        <w:t>2.025e0</w:t>
      </w:r>
    </w:p>
    <w:p w:rsidR="006974AE" w:rsidRDefault="006974AE" w:rsidP="006974AE">
      <w:r>
        <w:t>700.0435</w:t>
      </w:r>
      <w:r>
        <w:tab/>
        <w:t>1.013e0</w:t>
      </w:r>
    </w:p>
    <w:p w:rsidR="006974AE" w:rsidRDefault="006974AE" w:rsidP="006974AE">
      <w:r>
        <w:t>700.1212</w:t>
      </w:r>
      <w:r>
        <w:tab/>
        <w:t>2.025e0</w:t>
      </w:r>
    </w:p>
    <w:p w:rsidR="006974AE" w:rsidRDefault="006974AE" w:rsidP="006974AE">
      <w:r>
        <w:t>700.1266</w:t>
      </w:r>
      <w:r>
        <w:tab/>
        <w:t>3.038e0</w:t>
      </w:r>
    </w:p>
    <w:p w:rsidR="006974AE" w:rsidRDefault="006974AE" w:rsidP="006974AE">
      <w:r>
        <w:t>700.1418</w:t>
      </w:r>
      <w:r>
        <w:tab/>
        <w:t>3.038e0</w:t>
      </w:r>
    </w:p>
    <w:p w:rsidR="006974AE" w:rsidRDefault="006974AE" w:rsidP="006974AE">
      <w:r>
        <w:t>700.1429</w:t>
      </w:r>
      <w:r>
        <w:tab/>
        <w:t>1.013e0</w:t>
      </w:r>
    </w:p>
    <w:p w:rsidR="006974AE" w:rsidRDefault="006974AE" w:rsidP="006974AE">
      <w:r>
        <w:lastRenderedPageBreak/>
        <w:t>700.1608</w:t>
      </w:r>
      <w:r>
        <w:tab/>
        <w:t>1.013e0</w:t>
      </w:r>
    </w:p>
    <w:p w:rsidR="006974AE" w:rsidRDefault="006974AE" w:rsidP="006974AE">
      <w:r>
        <w:t>700.1951</w:t>
      </w:r>
      <w:r>
        <w:tab/>
        <w:t>1.013e0</w:t>
      </w:r>
    </w:p>
    <w:p w:rsidR="006974AE" w:rsidRDefault="006974AE" w:rsidP="006974AE">
      <w:r>
        <w:t>700.2108</w:t>
      </w:r>
      <w:r>
        <w:tab/>
        <w:t>1.013e0</w:t>
      </w:r>
    </w:p>
    <w:p w:rsidR="006974AE" w:rsidRDefault="006974AE" w:rsidP="006974AE">
      <w:r>
        <w:t>700.2468</w:t>
      </w:r>
      <w:r>
        <w:tab/>
        <w:t>1.013e0</w:t>
      </w:r>
    </w:p>
    <w:p w:rsidR="006974AE" w:rsidRDefault="006974AE" w:rsidP="006974AE">
      <w:r>
        <w:t>700.2558</w:t>
      </w:r>
      <w:r>
        <w:tab/>
        <w:t>2.025e0</w:t>
      </w:r>
    </w:p>
    <w:p w:rsidR="006974AE" w:rsidRDefault="006974AE" w:rsidP="006974AE">
      <w:r>
        <w:t>700.3163</w:t>
      </w:r>
      <w:r>
        <w:tab/>
        <w:t>5.063e0</w:t>
      </w:r>
    </w:p>
    <w:p w:rsidR="006974AE" w:rsidRDefault="006974AE" w:rsidP="006974AE">
      <w:r>
        <w:t>700.3265</w:t>
      </w:r>
      <w:r>
        <w:tab/>
        <w:t>7.307e0</w:t>
      </w:r>
    </w:p>
    <w:p w:rsidR="006974AE" w:rsidRDefault="006974AE" w:rsidP="006974AE">
      <w:r>
        <w:t>700.3288</w:t>
      </w:r>
      <w:r>
        <w:tab/>
        <w:t>1.013e0</w:t>
      </w:r>
    </w:p>
    <w:p w:rsidR="006974AE" w:rsidRDefault="006974AE" w:rsidP="006974AE">
      <w:r>
        <w:t>700.3322</w:t>
      </w:r>
      <w:r>
        <w:tab/>
        <w:t>3.735e0</w:t>
      </w:r>
    </w:p>
    <w:p w:rsidR="006974AE" w:rsidRDefault="006974AE" w:rsidP="006974AE">
      <w:r>
        <w:t>700.3431</w:t>
      </w:r>
      <w:r>
        <w:tab/>
        <w:t>1.672e0</w:t>
      </w:r>
    </w:p>
    <w:p w:rsidR="006974AE" w:rsidRDefault="006974AE" w:rsidP="006974AE">
      <w:r>
        <w:t>700.3588</w:t>
      </w:r>
      <w:r>
        <w:tab/>
        <w:t>2.025e0</w:t>
      </w:r>
    </w:p>
    <w:p w:rsidR="006974AE" w:rsidRDefault="006974AE" w:rsidP="006974AE">
      <w:r>
        <w:t>700.4121</w:t>
      </w:r>
      <w:r>
        <w:tab/>
        <w:t>2.623e0</w:t>
      </w:r>
    </w:p>
    <w:p w:rsidR="006974AE" w:rsidRDefault="006974AE" w:rsidP="006974AE">
      <w:r>
        <w:t>700.4191</w:t>
      </w:r>
      <w:r>
        <w:tab/>
        <w:t>1.013e0</w:t>
      </w:r>
    </w:p>
    <w:p w:rsidR="006974AE" w:rsidRDefault="006974AE" w:rsidP="006974AE">
      <w:r>
        <w:t>700.4528</w:t>
      </w:r>
      <w:r>
        <w:tab/>
        <w:t>1.013e0</w:t>
      </w:r>
    </w:p>
    <w:p w:rsidR="006974AE" w:rsidRDefault="006974AE" w:rsidP="006974AE">
      <w:r>
        <w:t>700.4843</w:t>
      </w:r>
      <w:r>
        <w:tab/>
        <w:t>1.013e0</w:t>
      </w:r>
    </w:p>
    <w:p w:rsidR="006974AE" w:rsidRDefault="006974AE" w:rsidP="006974AE">
      <w:r>
        <w:t>700.5071</w:t>
      </w:r>
      <w:r>
        <w:tab/>
        <w:t>1.013e0</w:t>
      </w:r>
    </w:p>
    <w:p w:rsidR="006974AE" w:rsidRDefault="006974AE" w:rsidP="006974AE">
      <w:r>
        <w:t>700.5437</w:t>
      </w:r>
      <w:r>
        <w:tab/>
        <w:t>1.013e0</w:t>
      </w:r>
    </w:p>
    <w:p w:rsidR="006974AE" w:rsidRDefault="006974AE" w:rsidP="006974AE">
      <w:r>
        <w:t>700.5478</w:t>
      </w:r>
      <w:r>
        <w:tab/>
        <w:t>3.038e0</w:t>
      </w:r>
    </w:p>
    <w:p w:rsidR="006974AE" w:rsidRDefault="006974AE" w:rsidP="006974AE">
      <w:r>
        <w:t>700.5528</w:t>
      </w:r>
      <w:r>
        <w:tab/>
        <w:t>4.051e0</w:t>
      </w:r>
    </w:p>
    <w:p w:rsidR="006974AE" w:rsidRDefault="006974AE" w:rsidP="006974AE">
      <w:r>
        <w:lastRenderedPageBreak/>
        <w:t>700.5675</w:t>
      </w:r>
      <w:r>
        <w:tab/>
        <w:t>1.013e0</w:t>
      </w:r>
    </w:p>
    <w:p w:rsidR="006974AE" w:rsidRDefault="006974AE" w:rsidP="006974AE">
      <w:r>
        <w:t>700.5726</w:t>
      </w:r>
      <w:r>
        <w:tab/>
        <w:t>4.051e0</w:t>
      </w:r>
    </w:p>
    <w:p w:rsidR="006974AE" w:rsidRDefault="006974AE" w:rsidP="006974AE">
      <w:r>
        <w:t>700.5987</w:t>
      </w:r>
      <w:r>
        <w:tab/>
        <w:t>2.025e0</w:t>
      </w:r>
    </w:p>
    <w:p w:rsidR="006974AE" w:rsidRDefault="006974AE" w:rsidP="006974AE">
      <w:r>
        <w:t>700.6141</w:t>
      </w:r>
      <w:r>
        <w:tab/>
        <w:t>3.038e0</w:t>
      </w:r>
    </w:p>
    <w:p w:rsidR="006974AE" w:rsidRDefault="006974AE" w:rsidP="006974AE">
      <w:r>
        <w:t>700.6766</w:t>
      </w:r>
      <w:r>
        <w:tab/>
        <w:t>1.013e0</w:t>
      </w:r>
    </w:p>
    <w:p w:rsidR="006974AE" w:rsidRDefault="006974AE" w:rsidP="006974AE">
      <w:r>
        <w:t>700.6813</w:t>
      </w:r>
      <w:r>
        <w:tab/>
        <w:t>2.025e0</w:t>
      </w:r>
    </w:p>
    <w:p w:rsidR="006974AE" w:rsidRDefault="006974AE" w:rsidP="006974AE">
      <w:r>
        <w:t>700.7626</w:t>
      </w:r>
      <w:r>
        <w:tab/>
        <w:t>1.013e0</w:t>
      </w:r>
    </w:p>
    <w:p w:rsidR="006974AE" w:rsidRDefault="006974AE" w:rsidP="006974AE">
      <w:r>
        <w:t>700.7808</w:t>
      </w:r>
      <w:r>
        <w:tab/>
        <w:t>2.025e0</w:t>
      </w:r>
    </w:p>
    <w:p w:rsidR="006974AE" w:rsidRDefault="006974AE" w:rsidP="006974AE">
      <w:r>
        <w:t>700.8316</w:t>
      </w:r>
      <w:r>
        <w:tab/>
        <w:t>2.025e0</w:t>
      </w:r>
    </w:p>
    <w:p w:rsidR="006974AE" w:rsidRDefault="006974AE" w:rsidP="006974AE">
      <w:r>
        <w:t>700.8532</w:t>
      </w:r>
      <w:r>
        <w:tab/>
        <w:t>3.038e0</w:t>
      </w:r>
    </w:p>
    <w:p w:rsidR="006974AE" w:rsidRDefault="006974AE" w:rsidP="006974AE">
      <w:r>
        <w:t>700.9175</w:t>
      </w:r>
      <w:r>
        <w:tab/>
        <w:t>1.013e0</w:t>
      </w:r>
    </w:p>
    <w:p w:rsidR="006974AE" w:rsidRDefault="006974AE" w:rsidP="006974AE">
      <w:r>
        <w:t>700.9720</w:t>
      </w:r>
      <w:r>
        <w:tab/>
        <w:t>1.013e0</w:t>
      </w:r>
    </w:p>
    <w:p w:rsidR="006974AE" w:rsidRDefault="006974AE" w:rsidP="006974AE">
      <w:r>
        <w:t>700.9830</w:t>
      </w:r>
      <w:r>
        <w:tab/>
        <w:t>1.013e0</w:t>
      </w:r>
    </w:p>
    <w:p w:rsidR="006974AE" w:rsidRDefault="006974AE" w:rsidP="006974AE">
      <w:r>
        <w:t>700.9958</w:t>
      </w:r>
      <w:r>
        <w:tab/>
        <w:t>1.013e0</w:t>
      </w:r>
    </w:p>
    <w:p w:rsidR="006974AE" w:rsidRDefault="006974AE" w:rsidP="006974AE">
      <w:r>
        <w:t>701.0197</w:t>
      </w:r>
      <w:r>
        <w:tab/>
        <w:t>1.013e0</w:t>
      </w:r>
    </w:p>
    <w:p w:rsidR="006974AE" w:rsidRDefault="006974AE" w:rsidP="006974AE">
      <w:r>
        <w:t>701.0673</w:t>
      </w:r>
      <w:r>
        <w:tab/>
        <w:t>2.025e0</w:t>
      </w:r>
    </w:p>
    <w:p w:rsidR="006974AE" w:rsidRDefault="006974AE" w:rsidP="006974AE">
      <w:r>
        <w:t>701.0970</w:t>
      </w:r>
      <w:r>
        <w:tab/>
        <w:t>2.025e0</w:t>
      </w:r>
    </w:p>
    <w:p w:rsidR="006974AE" w:rsidRDefault="006974AE" w:rsidP="006974AE">
      <w:r>
        <w:t>701.1199</w:t>
      </w:r>
      <w:r>
        <w:tab/>
        <w:t>3.038e0</w:t>
      </w:r>
    </w:p>
    <w:p w:rsidR="006974AE" w:rsidRDefault="006974AE" w:rsidP="006974AE">
      <w:r>
        <w:t>701.1616</w:t>
      </w:r>
      <w:r>
        <w:tab/>
        <w:t>2.025e0</w:t>
      </w:r>
    </w:p>
    <w:p w:rsidR="006974AE" w:rsidRDefault="006974AE" w:rsidP="006974AE">
      <w:r>
        <w:lastRenderedPageBreak/>
        <w:t>701.1711</w:t>
      </w:r>
      <w:r>
        <w:tab/>
        <w:t>3.038e0</w:t>
      </w:r>
    </w:p>
    <w:p w:rsidR="006974AE" w:rsidRDefault="006974AE" w:rsidP="006974AE">
      <w:r>
        <w:t>701.2101</w:t>
      </w:r>
      <w:r>
        <w:tab/>
        <w:t>1.013e0</w:t>
      </w:r>
    </w:p>
    <w:p w:rsidR="006974AE" w:rsidRDefault="006974AE" w:rsidP="006974AE">
      <w:r>
        <w:t>701.2238</w:t>
      </w:r>
      <w:r>
        <w:tab/>
        <w:t>2.025e0</w:t>
      </w:r>
    </w:p>
    <w:p w:rsidR="006974AE" w:rsidRDefault="006974AE" w:rsidP="006974AE">
      <w:r>
        <w:t>701.2446</w:t>
      </w:r>
      <w:r>
        <w:tab/>
        <w:t>2.025e0</w:t>
      </w:r>
    </w:p>
    <w:p w:rsidR="006974AE" w:rsidRDefault="006974AE" w:rsidP="006974AE">
      <w:r>
        <w:t>701.2458</w:t>
      </w:r>
      <w:r>
        <w:tab/>
        <w:t>1.013e0</w:t>
      </w:r>
    </w:p>
    <w:p w:rsidR="006974AE" w:rsidRDefault="006974AE" w:rsidP="006974AE">
      <w:r>
        <w:t>701.2790</w:t>
      </w:r>
      <w:r>
        <w:tab/>
        <w:t>1.013e0</w:t>
      </w:r>
    </w:p>
    <w:p w:rsidR="006974AE" w:rsidRDefault="006974AE" w:rsidP="006974AE">
      <w:r>
        <w:t>701.2972</w:t>
      </w:r>
      <w:r>
        <w:tab/>
        <w:t>1.013e0</w:t>
      </w:r>
    </w:p>
    <w:p w:rsidR="006974AE" w:rsidRDefault="006974AE" w:rsidP="006974AE">
      <w:r>
        <w:t>701.3053</w:t>
      </w:r>
      <w:r>
        <w:tab/>
        <w:t>1.013e0</w:t>
      </w:r>
    </w:p>
    <w:p w:rsidR="006974AE" w:rsidRDefault="006974AE" w:rsidP="006974AE">
      <w:r>
        <w:t>701.3394</w:t>
      </w:r>
      <w:r>
        <w:tab/>
        <w:t>2.025e0</w:t>
      </w:r>
    </w:p>
    <w:p w:rsidR="006974AE" w:rsidRDefault="006974AE" w:rsidP="006974AE">
      <w:r>
        <w:t>701.3494</w:t>
      </w:r>
      <w:r>
        <w:tab/>
        <w:t>3.953e0</w:t>
      </w:r>
    </w:p>
    <w:p w:rsidR="006974AE" w:rsidRDefault="006974AE" w:rsidP="006974AE">
      <w:r>
        <w:t>701.3530</w:t>
      </w:r>
      <w:r>
        <w:tab/>
        <w:t>1.013e0</w:t>
      </w:r>
    </w:p>
    <w:p w:rsidR="006974AE" w:rsidRDefault="006974AE" w:rsidP="006974AE">
      <w:r>
        <w:t>701.3552</w:t>
      </w:r>
      <w:r>
        <w:tab/>
        <w:t>6.076e0</w:t>
      </w:r>
    </w:p>
    <w:p w:rsidR="006974AE" w:rsidRDefault="006974AE" w:rsidP="006974AE">
      <w:r>
        <w:t>701.3734</w:t>
      </w:r>
      <w:r>
        <w:tab/>
        <w:t>2.025e0</w:t>
      </w:r>
    </w:p>
    <w:p w:rsidR="006974AE" w:rsidRDefault="006974AE" w:rsidP="006974AE">
      <w:r>
        <w:t>701.3887</w:t>
      </w:r>
      <w:r>
        <w:tab/>
        <w:t>1.013e0</w:t>
      </w:r>
    </w:p>
    <w:p w:rsidR="006974AE" w:rsidRDefault="006974AE" w:rsidP="006974AE">
      <w:r>
        <w:t>701.4348</w:t>
      </w:r>
      <w:r>
        <w:tab/>
        <w:t>1.013e0</w:t>
      </w:r>
    </w:p>
    <w:p w:rsidR="006974AE" w:rsidRDefault="006974AE" w:rsidP="006974AE">
      <w:r>
        <w:t>701.4831</w:t>
      </w:r>
      <w:r>
        <w:tab/>
        <w:t>1.013e0</w:t>
      </w:r>
    </w:p>
    <w:p w:rsidR="006974AE" w:rsidRDefault="006974AE" w:rsidP="006974AE">
      <w:r>
        <w:t>701.4885</w:t>
      </w:r>
      <w:r>
        <w:tab/>
        <w:t>3.038e0</w:t>
      </w:r>
    </w:p>
    <w:p w:rsidR="006974AE" w:rsidRDefault="006974AE" w:rsidP="006974AE">
      <w:r>
        <w:t>701.5069</w:t>
      </w:r>
      <w:r>
        <w:tab/>
        <w:t>1.013e0</w:t>
      </w:r>
    </w:p>
    <w:p w:rsidR="006974AE" w:rsidRDefault="006974AE" w:rsidP="006974AE">
      <w:r>
        <w:t>701.5208</w:t>
      </w:r>
      <w:r>
        <w:tab/>
        <w:t>2.025e0</w:t>
      </w:r>
    </w:p>
    <w:p w:rsidR="006974AE" w:rsidRDefault="006974AE" w:rsidP="006974AE">
      <w:r>
        <w:lastRenderedPageBreak/>
        <w:t>701.5486</w:t>
      </w:r>
      <w:r>
        <w:tab/>
        <w:t>2.025e0</w:t>
      </w:r>
    </w:p>
    <w:p w:rsidR="006974AE" w:rsidRDefault="006974AE" w:rsidP="006974AE">
      <w:r>
        <w:t>701.5554</w:t>
      </w:r>
      <w:r>
        <w:tab/>
        <w:t>2.025e0</w:t>
      </w:r>
    </w:p>
    <w:p w:rsidR="006974AE" w:rsidRDefault="006974AE" w:rsidP="006974AE">
      <w:r>
        <w:t>701.5620</w:t>
      </w:r>
      <w:r>
        <w:tab/>
        <w:t>2.025e0</w:t>
      </w:r>
    </w:p>
    <w:p w:rsidR="006974AE" w:rsidRDefault="006974AE" w:rsidP="006974AE">
      <w:r>
        <w:t>701.5784</w:t>
      </w:r>
      <w:r>
        <w:tab/>
        <w:t>1.013e0</w:t>
      </w:r>
    </w:p>
    <w:p w:rsidR="006974AE" w:rsidRDefault="006974AE" w:rsidP="006974AE">
      <w:r>
        <w:t>701.6411</w:t>
      </w:r>
      <w:r>
        <w:tab/>
        <w:t>2.025e0</w:t>
      </w:r>
    </w:p>
    <w:p w:rsidR="006974AE" w:rsidRDefault="006974AE" w:rsidP="006974AE">
      <w:r>
        <w:t>701.6627</w:t>
      </w:r>
      <w:r>
        <w:tab/>
        <w:t>3.038e0</w:t>
      </w:r>
    </w:p>
    <w:p w:rsidR="006974AE" w:rsidRDefault="006974AE" w:rsidP="006974AE">
      <w:r>
        <w:t>701.6666</w:t>
      </w:r>
      <w:r>
        <w:tab/>
        <w:t>3.038e0</w:t>
      </w:r>
    </w:p>
    <w:p w:rsidR="006974AE" w:rsidRDefault="006974AE" w:rsidP="006974AE">
      <w:r>
        <w:t>701.7332</w:t>
      </w:r>
      <w:r>
        <w:tab/>
        <w:t>1.013e0</w:t>
      </w:r>
    </w:p>
    <w:p w:rsidR="006974AE" w:rsidRDefault="006974AE" w:rsidP="006974AE">
      <w:r>
        <w:t>701.7366</w:t>
      </w:r>
      <w:r>
        <w:tab/>
        <w:t>2.025e0</w:t>
      </w:r>
    </w:p>
    <w:p w:rsidR="006974AE" w:rsidRDefault="006974AE" w:rsidP="006974AE">
      <w:r>
        <w:t>701.7733</w:t>
      </w:r>
      <w:r>
        <w:tab/>
        <w:t>2.025e0</w:t>
      </w:r>
    </w:p>
    <w:p w:rsidR="006974AE" w:rsidRDefault="006974AE" w:rsidP="006974AE">
      <w:r>
        <w:t>701.7936</w:t>
      </w:r>
      <w:r>
        <w:tab/>
        <w:t>1.013e0</w:t>
      </w:r>
    </w:p>
    <w:p w:rsidR="006974AE" w:rsidRDefault="006974AE" w:rsidP="006974AE">
      <w:r>
        <w:t>701.8729</w:t>
      </w:r>
      <w:r>
        <w:tab/>
        <w:t>2.025e0</w:t>
      </w:r>
    </w:p>
    <w:p w:rsidR="006974AE" w:rsidRDefault="006974AE" w:rsidP="006974AE">
      <w:r>
        <w:t>701.8771</w:t>
      </w:r>
      <w:r>
        <w:tab/>
        <w:t>1.013e0</w:t>
      </w:r>
    </w:p>
    <w:p w:rsidR="006974AE" w:rsidRDefault="006974AE" w:rsidP="006974AE">
      <w:r>
        <w:t>701.9000</w:t>
      </w:r>
      <w:r>
        <w:tab/>
        <w:t>2.025e0</w:t>
      </w:r>
    </w:p>
    <w:p w:rsidR="006974AE" w:rsidRDefault="006974AE" w:rsidP="006974AE">
      <w:r>
        <w:t>701.9119</w:t>
      </w:r>
      <w:r>
        <w:tab/>
        <w:t>1.013e0</w:t>
      </w:r>
    </w:p>
    <w:p w:rsidR="006974AE" w:rsidRDefault="006974AE" w:rsidP="006974AE">
      <w:r>
        <w:t>701.9504</w:t>
      </w:r>
      <w:r>
        <w:tab/>
        <w:t>1.013e0</w:t>
      </w:r>
    </w:p>
    <w:p w:rsidR="006974AE" w:rsidRDefault="006974AE" w:rsidP="006974AE">
      <w:r>
        <w:t>701.9604</w:t>
      </w:r>
      <w:r>
        <w:tab/>
        <w:t>1.013e0</w:t>
      </w:r>
    </w:p>
    <w:p w:rsidR="006974AE" w:rsidRDefault="006974AE" w:rsidP="006974AE">
      <w:r>
        <w:t>702.0192</w:t>
      </w:r>
      <w:r>
        <w:tab/>
        <w:t>1.013e0</w:t>
      </w:r>
    </w:p>
    <w:p w:rsidR="006974AE" w:rsidRDefault="006974AE" w:rsidP="006974AE">
      <w:r>
        <w:t>702.0536</w:t>
      </w:r>
      <w:r>
        <w:tab/>
        <w:t>1.013e0</w:t>
      </w:r>
    </w:p>
    <w:p w:rsidR="006974AE" w:rsidRDefault="006974AE" w:rsidP="006974AE">
      <w:r>
        <w:lastRenderedPageBreak/>
        <w:t>702.1026</w:t>
      </w:r>
      <w:r>
        <w:tab/>
        <w:t>1.013e0</w:t>
      </w:r>
    </w:p>
    <w:p w:rsidR="006974AE" w:rsidRDefault="006974AE" w:rsidP="006974AE">
      <w:r>
        <w:t>702.1503</w:t>
      </w:r>
      <w:r>
        <w:tab/>
        <w:t>1.013e0</w:t>
      </w:r>
    </w:p>
    <w:p w:rsidR="006974AE" w:rsidRDefault="006974AE" w:rsidP="006974AE">
      <w:r>
        <w:t>702.1577</w:t>
      </w:r>
      <w:r>
        <w:tab/>
        <w:t>1.013e0</w:t>
      </w:r>
    </w:p>
    <w:p w:rsidR="006974AE" w:rsidRDefault="006974AE" w:rsidP="006974AE">
      <w:r>
        <w:t>702.1741</w:t>
      </w:r>
      <w:r>
        <w:tab/>
        <w:t>1.013e0</w:t>
      </w:r>
    </w:p>
    <w:p w:rsidR="006974AE" w:rsidRDefault="006974AE" w:rsidP="006974AE">
      <w:r>
        <w:t>702.2465</w:t>
      </w:r>
      <w:r>
        <w:tab/>
        <w:t>2.025e0</w:t>
      </w:r>
    </w:p>
    <w:p w:rsidR="006974AE" w:rsidRDefault="006974AE" w:rsidP="006974AE">
      <w:r>
        <w:t>702.2585</w:t>
      </w:r>
      <w:r>
        <w:tab/>
        <w:t>2.025e0</w:t>
      </w:r>
    </w:p>
    <w:p w:rsidR="006974AE" w:rsidRDefault="006974AE" w:rsidP="006974AE">
      <w:r>
        <w:t>702.2948</w:t>
      </w:r>
      <w:r>
        <w:tab/>
        <w:t>4.051e0</w:t>
      </w:r>
    </w:p>
    <w:p w:rsidR="006974AE" w:rsidRDefault="006974AE" w:rsidP="006974AE">
      <w:r>
        <w:t>702.3167</w:t>
      </w:r>
      <w:r>
        <w:tab/>
        <w:t>8.405e0</w:t>
      </w:r>
    </w:p>
    <w:p w:rsidR="006974AE" w:rsidRDefault="006974AE" w:rsidP="006974AE">
      <w:r>
        <w:t>702.3189</w:t>
      </w:r>
      <w:r>
        <w:tab/>
        <w:t>4.051e0</w:t>
      </w:r>
    </w:p>
    <w:p w:rsidR="006974AE" w:rsidRDefault="006974AE" w:rsidP="006974AE">
      <w:r>
        <w:t>702.3239</w:t>
      </w:r>
      <w:r>
        <w:tab/>
        <w:t>4.051e0</w:t>
      </w:r>
    </w:p>
    <w:p w:rsidR="006974AE" w:rsidRDefault="006974AE" w:rsidP="006974AE">
      <w:r>
        <w:t>702.3290</w:t>
      </w:r>
      <w:r>
        <w:tab/>
        <w:t>5.032e0</w:t>
      </w:r>
    </w:p>
    <w:p w:rsidR="006974AE" w:rsidRDefault="006974AE" w:rsidP="006974AE">
      <w:r>
        <w:t>702.3502</w:t>
      </w:r>
      <w:r>
        <w:tab/>
        <w:t>3.038e0</w:t>
      </w:r>
    </w:p>
    <w:p w:rsidR="006974AE" w:rsidRDefault="006974AE" w:rsidP="006974AE">
      <w:r>
        <w:t>702.3569</w:t>
      </w:r>
      <w:r>
        <w:tab/>
        <w:t>1.760e0</w:t>
      </w:r>
    </w:p>
    <w:p w:rsidR="006974AE" w:rsidRDefault="006974AE" w:rsidP="006974AE">
      <w:r>
        <w:t>702.3809</w:t>
      </w:r>
      <w:r>
        <w:tab/>
        <w:t>2.025e0</w:t>
      </w:r>
    </w:p>
    <w:p w:rsidR="006974AE" w:rsidRDefault="006974AE" w:rsidP="006974AE">
      <w:r>
        <w:t>702.4917</w:t>
      </w:r>
      <w:r>
        <w:tab/>
        <w:t>2.025e0</w:t>
      </w:r>
    </w:p>
    <w:p w:rsidR="006974AE" w:rsidRDefault="006974AE" w:rsidP="006974AE">
      <w:r>
        <w:t>702.4975</w:t>
      </w:r>
      <w:r>
        <w:tab/>
        <w:t>2.025e0</w:t>
      </w:r>
    </w:p>
    <w:p w:rsidR="006974AE" w:rsidRDefault="006974AE" w:rsidP="006974AE">
      <w:r>
        <w:t>702.5255</w:t>
      </w:r>
      <w:r>
        <w:tab/>
        <w:t>3.038e0</w:t>
      </w:r>
    </w:p>
    <w:p w:rsidR="006974AE" w:rsidRDefault="006974AE" w:rsidP="006974AE">
      <w:r>
        <w:t>702.5318</w:t>
      </w:r>
      <w:r>
        <w:tab/>
        <w:t>1.013e0</w:t>
      </w:r>
    </w:p>
    <w:p w:rsidR="006974AE" w:rsidRDefault="006974AE" w:rsidP="006974AE">
      <w:r>
        <w:t>702.5335</w:t>
      </w:r>
      <w:r>
        <w:tab/>
        <w:t>3.175e0</w:t>
      </w:r>
    </w:p>
    <w:p w:rsidR="006974AE" w:rsidRDefault="006974AE" w:rsidP="006974AE">
      <w:r>
        <w:lastRenderedPageBreak/>
        <w:t>702.5508</w:t>
      </w:r>
      <w:r>
        <w:tab/>
        <w:t>3.038e0</w:t>
      </w:r>
    </w:p>
    <w:p w:rsidR="006974AE" w:rsidRDefault="006974AE" w:rsidP="006974AE">
      <w:r>
        <w:t>702.5527</w:t>
      </w:r>
      <w:r>
        <w:tab/>
        <w:t>2.025e0</w:t>
      </w:r>
    </w:p>
    <w:p w:rsidR="006974AE" w:rsidRDefault="006974AE" w:rsidP="006974AE">
      <w:r>
        <w:t>702.5804</w:t>
      </w:r>
      <w:r>
        <w:tab/>
        <w:t>4.051e0</w:t>
      </w:r>
    </w:p>
    <w:p w:rsidR="006974AE" w:rsidRDefault="006974AE" w:rsidP="006974AE">
      <w:r>
        <w:t>702.6710</w:t>
      </w:r>
      <w:r>
        <w:tab/>
        <w:t>3.038e0</w:t>
      </w:r>
    </w:p>
    <w:p w:rsidR="006974AE" w:rsidRDefault="006974AE" w:rsidP="006974AE">
      <w:r>
        <w:t>702.7337</w:t>
      </w:r>
      <w:r>
        <w:tab/>
        <w:t>2.025e0</w:t>
      </w:r>
    </w:p>
    <w:p w:rsidR="006974AE" w:rsidRDefault="006974AE" w:rsidP="006974AE">
      <w:r>
        <w:t>702.7782</w:t>
      </w:r>
      <w:r>
        <w:tab/>
        <w:t>2.025e0</w:t>
      </w:r>
    </w:p>
    <w:p w:rsidR="006974AE" w:rsidRDefault="006974AE" w:rsidP="006974AE">
      <w:r>
        <w:t>702.7941</w:t>
      </w:r>
      <w:r>
        <w:tab/>
        <w:t>2.025e0</w:t>
      </w:r>
    </w:p>
    <w:p w:rsidR="006974AE" w:rsidRDefault="006974AE" w:rsidP="006974AE">
      <w:r>
        <w:t>702.8453</w:t>
      </w:r>
      <w:r>
        <w:tab/>
        <w:t>1.013e0</w:t>
      </w:r>
    </w:p>
    <w:p w:rsidR="006974AE" w:rsidRDefault="006974AE" w:rsidP="006974AE">
      <w:r>
        <w:t>702.8539</w:t>
      </w:r>
      <w:r>
        <w:tab/>
        <w:t>1.013e0</w:t>
      </w:r>
    </w:p>
    <w:p w:rsidR="006974AE" w:rsidRDefault="006974AE" w:rsidP="006974AE">
      <w:r>
        <w:t>702.8655</w:t>
      </w:r>
      <w:r>
        <w:tab/>
        <w:t>2.025e0</w:t>
      </w:r>
    </w:p>
    <w:p w:rsidR="006974AE" w:rsidRDefault="006974AE" w:rsidP="006974AE">
      <w:r>
        <w:t>702.9147</w:t>
      </w:r>
      <w:r>
        <w:tab/>
        <w:t>1.013e0</w:t>
      </w:r>
    </w:p>
    <w:p w:rsidR="006974AE" w:rsidRDefault="006974AE" w:rsidP="006974AE">
      <w:r>
        <w:t>702.9264</w:t>
      </w:r>
      <w:r>
        <w:tab/>
        <w:t>1.013e0</w:t>
      </w:r>
    </w:p>
    <w:p w:rsidR="006974AE" w:rsidRDefault="006974AE" w:rsidP="006974AE">
      <w:r>
        <w:t>702.9667</w:t>
      </w:r>
      <w:r>
        <w:tab/>
        <w:t>1.013e0</w:t>
      </w:r>
    </w:p>
    <w:p w:rsidR="006974AE" w:rsidRDefault="006974AE" w:rsidP="006974AE">
      <w:r>
        <w:t>702.9732</w:t>
      </w:r>
      <w:r>
        <w:tab/>
        <w:t>1.013e0</w:t>
      </w:r>
    </w:p>
    <w:p w:rsidR="006974AE" w:rsidRDefault="006974AE" w:rsidP="006974AE">
      <w:r>
        <w:t>703.0338</w:t>
      </w:r>
      <w:r>
        <w:tab/>
        <w:t>1.013e0</w:t>
      </w:r>
    </w:p>
    <w:p w:rsidR="006974AE" w:rsidRDefault="006974AE" w:rsidP="006974AE">
      <w:r>
        <w:t>703.0605</w:t>
      </w:r>
      <w:r>
        <w:tab/>
        <w:t>2.025e0</w:t>
      </w:r>
    </w:p>
    <w:p w:rsidR="006974AE" w:rsidRDefault="006974AE" w:rsidP="006974AE">
      <w:r>
        <w:t>703.0870</w:t>
      </w:r>
      <w:r>
        <w:tab/>
        <w:t>1.013e0</w:t>
      </w:r>
    </w:p>
    <w:p w:rsidR="006974AE" w:rsidRDefault="006974AE" w:rsidP="006974AE">
      <w:r>
        <w:t>703.1293</w:t>
      </w:r>
      <w:r>
        <w:tab/>
        <w:t>1.013e0</w:t>
      </w:r>
    </w:p>
    <w:p w:rsidR="006974AE" w:rsidRDefault="006974AE" w:rsidP="006974AE">
      <w:r>
        <w:t>703.1720</w:t>
      </w:r>
      <w:r>
        <w:tab/>
        <w:t>1.013e0</w:t>
      </w:r>
    </w:p>
    <w:p w:rsidR="006974AE" w:rsidRDefault="006974AE" w:rsidP="006974AE">
      <w:r>
        <w:lastRenderedPageBreak/>
        <w:t>703.2065</w:t>
      </w:r>
      <w:r>
        <w:tab/>
        <w:t>1.013e0</w:t>
      </w:r>
    </w:p>
    <w:p w:rsidR="006974AE" w:rsidRDefault="006974AE" w:rsidP="006974AE">
      <w:r>
        <w:t>703.2119</w:t>
      </w:r>
      <w:r>
        <w:tab/>
        <w:t>1.013e0</w:t>
      </w:r>
    </w:p>
    <w:p w:rsidR="006974AE" w:rsidRDefault="006974AE" w:rsidP="006974AE">
      <w:r>
        <w:t>703.2252</w:t>
      </w:r>
      <w:r>
        <w:tab/>
        <w:t>2.025e0</w:t>
      </w:r>
    </w:p>
    <w:p w:rsidR="006974AE" w:rsidRDefault="006974AE" w:rsidP="006974AE">
      <w:r>
        <w:t>703.2358</w:t>
      </w:r>
      <w:r>
        <w:tab/>
        <w:t>1.013e0</w:t>
      </w:r>
    </w:p>
    <w:p w:rsidR="006974AE" w:rsidRDefault="006974AE" w:rsidP="006974AE">
      <w:r>
        <w:t>703.2590</w:t>
      </w:r>
      <w:r>
        <w:tab/>
        <w:t>1.013e0</w:t>
      </w:r>
    </w:p>
    <w:p w:rsidR="006974AE" w:rsidRDefault="006974AE" w:rsidP="006974AE">
      <w:r>
        <w:t>703.2716</w:t>
      </w:r>
      <w:r>
        <w:tab/>
        <w:t>1.013e0</w:t>
      </w:r>
    </w:p>
    <w:p w:rsidR="006974AE" w:rsidRDefault="006974AE" w:rsidP="006974AE">
      <w:r>
        <w:t>703.3104</w:t>
      </w:r>
      <w:r>
        <w:tab/>
        <w:t>2.025e0</w:t>
      </w:r>
    </w:p>
    <w:p w:rsidR="006974AE" w:rsidRDefault="006974AE" w:rsidP="006974AE">
      <w:r>
        <w:t>703.3450</w:t>
      </w:r>
      <w:r>
        <w:tab/>
        <w:t>2.025e0</w:t>
      </w:r>
    </w:p>
    <w:p w:rsidR="006974AE" w:rsidRDefault="006974AE" w:rsidP="006974AE">
      <w:r>
        <w:t>703.3797</w:t>
      </w:r>
      <w:r>
        <w:tab/>
        <w:t>1.013e0</w:t>
      </w:r>
    </w:p>
    <w:p w:rsidR="006974AE" w:rsidRDefault="006974AE" w:rsidP="006974AE">
      <w:r>
        <w:t>703.3809</w:t>
      </w:r>
      <w:r>
        <w:tab/>
        <w:t>4.563e0</w:t>
      </w:r>
    </w:p>
    <w:p w:rsidR="006974AE" w:rsidRDefault="006974AE" w:rsidP="006974AE">
      <w:r>
        <w:t>703.4130</w:t>
      </w:r>
      <w:r>
        <w:tab/>
        <w:t>1.013e0</w:t>
      </w:r>
    </w:p>
    <w:p w:rsidR="006974AE" w:rsidRDefault="006974AE" w:rsidP="006974AE">
      <w:r>
        <w:t>703.4225</w:t>
      </w:r>
      <w:r>
        <w:tab/>
        <w:t>2.025e0</w:t>
      </w:r>
    </w:p>
    <w:p w:rsidR="006974AE" w:rsidRDefault="006974AE" w:rsidP="006974AE">
      <w:r>
        <w:t>703.4795</w:t>
      </w:r>
      <w:r>
        <w:tab/>
        <w:t>2.025e0</w:t>
      </w:r>
    </w:p>
    <w:p w:rsidR="006974AE" w:rsidRDefault="006974AE" w:rsidP="006974AE">
      <w:r>
        <w:t>703.4810</w:t>
      </w:r>
      <w:r>
        <w:tab/>
        <w:t>3.038e0</w:t>
      </w:r>
    </w:p>
    <w:p w:rsidR="006974AE" w:rsidRDefault="006974AE" w:rsidP="006974AE">
      <w:r>
        <w:t>703.4874</w:t>
      </w:r>
      <w:r>
        <w:tab/>
        <w:t>1.013e0</w:t>
      </w:r>
    </w:p>
    <w:p w:rsidR="006974AE" w:rsidRDefault="006974AE" w:rsidP="006974AE">
      <w:r>
        <w:t>703.4985</w:t>
      </w:r>
      <w:r>
        <w:tab/>
        <w:t>1.013e0</w:t>
      </w:r>
    </w:p>
    <w:p w:rsidR="006974AE" w:rsidRDefault="006974AE" w:rsidP="006974AE">
      <w:r>
        <w:t>703.5070</w:t>
      </w:r>
      <w:r>
        <w:tab/>
        <w:t>2.025e0</w:t>
      </w:r>
    </w:p>
    <w:p w:rsidR="006974AE" w:rsidRDefault="006974AE" w:rsidP="006974AE">
      <w:r>
        <w:t>703.5183</w:t>
      </w:r>
      <w:r>
        <w:tab/>
        <w:t>2.025e0</w:t>
      </w:r>
    </w:p>
    <w:p w:rsidR="006974AE" w:rsidRDefault="006974AE" w:rsidP="006974AE">
      <w:r>
        <w:t>703.5284</w:t>
      </w:r>
      <w:r>
        <w:tab/>
        <w:t>2.025e0</w:t>
      </w:r>
    </w:p>
    <w:p w:rsidR="006974AE" w:rsidRDefault="006974AE" w:rsidP="006974AE">
      <w:r>
        <w:lastRenderedPageBreak/>
        <w:t>703.5701</w:t>
      </w:r>
      <w:r>
        <w:tab/>
        <w:t>1.013e0</w:t>
      </w:r>
    </w:p>
    <w:p w:rsidR="006974AE" w:rsidRDefault="006974AE" w:rsidP="006974AE">
      <w:r>
        <w:t>703.5821</w:t>
      </w:r>
      <w:r>
        <w:tab/>
        <w:t>1.013e0</w:t>
      </w:r>
    </w:p>
    <w:p w:rsidR="006974AE" w:rsidRDefault="006974AE" w:rsidP="006974AE">
      <w:r>
        <w:t>703.6546</w:t>
      </w:r>
      <w:r>
        <w:tab/>
        <w:t>1.013e0</w:t>
      </w:r>
    </w:p>
    <w:p w:rsidR="006974AE" w:rsidRDefault="006974AE" w:rsidP="006974AE">
      <w:r>
        <w:t>703.6666</w:t>
      </w:r>
      <w:r>
        <w:tab/>
        <w:t>1.013e0</w:t>
      </w:r>
    </w:p>
    <w:p w:rsidR="006974AE" w:rsidRDefault="006974AE" w:rsidP="006974AE">
      <w:r>
        <w:t>703.6785</w:t>
      </w:r>
      <w:r>
        <w:tab/>
        <w:t>1.013e0</w:t>
      </w:r>
    </w:p>
    <w:p w:rsidR="006974AE" w:rsidRDefault="006974AE" w:rsidP="006974AE">
      <w:r>
        <w:t>703.7015</w:t>
      </w:r>
      <w:r>
        <w:tab/>
        <w:t>1.013e0</w:t>
      </w:r>
    </w:p>
    <w:p w:rsidR="006974AE" w:rsidRDefault="006974AE" w:rsidP="006974AE">
      <w:r>
        <w:t>703.7493</w:t>
      </w:r>
      <w:r>
        <w:tab/>
        <w:t>1.013e0</w:t>
      </w:r>
    </w:p>
    <w:p w:rsidR="006974AE" w:rsidRDefault="006974AE" w:rsidP="006974AE">
      <w:r>
        <w:t>703.7743</w:t>
      </w:r>
      <w:r>
        <w:tab/>
        <w:t>1.013e0</w:t>
      </w:r>
    </w:p>
    <w:p w:rsidR="006974AE" w:rsidRDefault="006974AE" w:rsidP="006974AE">
      <w:r>
        <w:t>703.7924</w:t>
      </w:r>
      <w:r>
        <w:tab/>
        <w:t>1.013e0</w:t>
      </w:r>
    </w:p>
    <w:p w:rsidR="006974AE" w:rsidRDefault="006974AE" w:rsidP="006974AE">
      <w:r>
        <w:t>703.8270</w:t>
      </w:r>
      <w:r>
        <w:tab/>
        <w:t>1.013e0</w:t>
      </w:r>
    </w:p>
    <w:p w:rsidR="006974AE" w:rsidRDefault="006974AE" w:rsidP="006974AE">
      <w:r>
        <w:t>703.9413</w:t>
      </w:r>
      <w:r>
        <w:tab/>
        <w:t>1.013e0</w:t>
      </w:r>
    </w:p>
    <w:p w:rsidR="006974AE" w:rsidRDefault="006974AE" w:rsidP="006974AE">
      <w:r>
        <w:t>703.9644</w:t>
      </w:r>
      <w:r>
        <w:tab/>
        <w:t>1.013e0</w:t>
      </w:r>
    </w:p>
    <w:p w:rsidR="006974AE" w:rsidRDefault="006974AE" w:rsidP="006974AE">
      <w:r>
        <w:t>703.9712</w:t>
      </w:r>
      <w:r>
        <w:tab/>
        <w:t>4.051e0</w:t>
      </w:r>
    </w:p>
    <w:p w:rsidR="006974AE" w:rsidRDefault="006974AE" w:rsidP="006974AE">
      <w:r>
        <w:t>704.0667</w:t>
      </w:r>
      <w:r>
        <w:tab/>
        <w:t>2.025e0</w:t>
      </w:r>
    </w:p>
    <w:p w:rsidR="006974AE" w:rsidRDefault="006974AE" w:rsidP="006974AE">
      <w:r>
        <w:t>704.0728</w:t>
      </w:r>
      <w:r>
        <w:tab/>
        <w:t>1.013e0</w:t>
      </w:r>
    </w:p>
    <w:p w:rsidR="006974AE" w:rsidRDefault="006974AE" w:rsidP="006974AE">
      <w:r>
        <w:t>704.0776</w:t>
      </w:r>
      <w:r>
        <w:tab/>
        <w:t>2.025e0</w:t>
      </w:r>
    </w:p>
    <w:p w:rsidR="006974AE" w:rsidRDefault="006974AE" w:rsidP="006974AE">
      <w:r>
        <w:t>704.1367</w:t>
      </w:r>
      <w:r>
        <w:tab/>
        <w:t>1.013e0</w:t>
      </w:r>
    </w:p>
    <w:p w:rsidR="006974AE" w:rsidRDefault="006974AE" w:rsidP="006974AE">
      <w:r>
        <w:t>704.1744</w:t>
      </w:r>
      <w:r>
        <w:tab/>
        <w:t>2.025e0</w:t>
      </w:r>
    </w:p>
    <w:p w:rsidR="006974AE" w:rsidRDefault="006974AE" w:rsidP="006974AE">
      <w:r>
        <w:t>704.1804</w:t>
      </w:r>
      <w:r>
        <w:tab/>
        <w:t>2.025e0</w:t>
      </w:r>
    </w:p>
    <w:p w:rsidR="006974AE" w:rsidRDefault="006974AE" w:rsidP="006974AE">
      <w:r>
        <w:lastRenderedPageBreak/>
        <w:t>704.1967</w:t>
      </w:r>
      <w:r>
        <w:tab/>
        <w:t>2.025e0</w:t>
      </w:r>
    </w:p>
    <w:p w:rsidR="006974AE" w:rsidRDefault="006974AE" w:rsidP="006974AE">
      <w:r>
        <w:t>704.2044</w:t>
      </w:r>
      <w:r>
        <w:tab/>
        <w:t>1.013e0</w:t>
      </w:r>
    </w:p>
    <w:p w:rsidR="006974AE" w:rsidRDefault="006974AE" w:rsidP="006974AE">
      <w:r>
        <w:t>704.2273</w:t>
      </w:r>
      <w:r>
        <w:tab/>
        <w:t>1.013e0</w:t>
      </w:r>
    </w:p>
    <w:p w:rsidR="006974AE" w:rsidRDefault="006974AE" w:rsidP="006974AE">
      <w:r>
        <w:t>704.2391</w:t>
      </w:r>
      <w:r>
        <w:tab/>
        <w:t>1.013e0</w:t>
      </w:r>
    </w:p>
    <w:p w:rsidR="006974AE" w:rsidRDefault="006974AE" w:rsidP="006974AE">
      <w:r>
        <w:t>704.2662</w:t>
      </w:r>
      <w:r>
        <w:tab/>
        <w:t>2.025e0</w:t>
      </w:r>
    </w:p>
    <w:p w:rsidR="006974AE" w:rsidRDefault="006974AE" w:rsidP="006974AE">
      <w:r>
        <w:t>704.2741</w:t>
      </w:r>
      <w:r>
        <w:tab/>
        <w:t>3.038e0</w:t>
      </w:r>
    </w:p>
    <w:p w:rsidR="006974AE" w:rsidRDefault="006974AE" w:rsidP="006974AE">
      <w:r>
        <w:t>704.2990</w:t>
      </w:r>
      <w:r>
        <w:tab/>
        <w:t>1.013e0</w:t>
      </w:r>
    </w:p>
    <w:p w:rsidR="006974AE" w:rsidRDefault="006974AE" w:rsidP="006974AE">
      <w:r>
        <w:t>704.3022</w:t>
      </w:r>
      <w:r>
        <w:tab/>
        <w:t>1.925e0</w:t>
      </w:r>
    </w:p>
    <w:p w:rsidR="006974AE" w:rsidRDefault="006974AE" w:rsidP="006974AE">
      <w:r>
        <w:t>704.3336</w:t>
      </w:r>
      <w:r>
        <w:tab/>
        <w:t>2.025e0</w:t>
      </w:r>
    </w:p>
    <w:p w:rsidR="006974AE" w:rsidRDefault="006974AE" w:rsidP="006974AE">
      <w:r>
        <w:t>704.3600</w:t>
      </w:r>
      <w:r>
        <w:tab/>
        <w:t>6.076e0</w:t>
      </w:r>
    </w:p>
    <w:p w:rsidR="006974AE" w:rsidRDefault="006974AE" w:rsidP="006974AE">
      <w:r>
        <w:t>704.4066</w:t>
      </w:r>
      <w:r>
        <w:tab/>
        <w:t>1.013e0</w:t>
      </w:r>
    </w:p>
    <w:p w:rsidR="006974AE" w:rsidRDefault="006974AE" w:rsidP="006974AE">
      <w:r>
        <w:t>704.4365</w:t>
      </w:r>
      <w:r>
        <w:tab/>
        <w:t>2.025e0</w:t>
      </w:r>
    </w:p>
    <w:p w:rsidR="006974AE" w:rsidRDefault="006974AE" w:rsidP="006974AE">
      <w:r>
        <w:t>704.4454</w:t>
      </w:r>
      <w:r>
        <w:tab/>
        <w:t>1.013e0</w:t>
      </w:r>
    </w:p>
    <w:p w:rsidR="006974AE" w:rsidRDefault="006974AE" w:rsidP="006974AE">
      <w:r>
        <w:t>704.4550</w:t>
      </w:r>
      <w:r>
        <w:tab/>
        <w:t>3.038e0</w:t>
      </w:r>
    </w:p>
    <w:p w:rsidR="006974AE" w:rsidRDefault="006974AE" w:rsidP="006974AE">
      <w:r>
        <w:t>704.4628</w:t>
      </w:r>
      <w:r>
        <w:tab/>
        <w:t>2.025e0</w:t>
      </w:r>
    </w:p>
    <w:p w:rsidR="006974AE" w:rsidRDefault="006974AE" w:rsidP="006974AE">
      <w:r>
        <w:t>704.4994</w:t>
      </w:r>
      <w:r>
        <w:tab/>
        <w:t>4.051e0</w:t>
      </w:r>
    </w:p>
    <w:p w:rsidR="006974AE" w:rsidRDefault="006974AE" w:rsidP="006974AE">
      <w:r>
        <w:t>704.5023</w:t>
      </w:r>
      <w:r>
        <w:tab/>
        <w:t>1.013e0</w:t>
      </w:r>
    </w:p>
    <w:p w:rsidR="006974AE" w:rsidRDefault="006974AE" w:rsidP="006974AE">
      <w:r>
        <w:t>704.5270</w:t>
      </w:r>
      <w:r>
        <w:tab/>
        <w:t>1.013e0</w:t>
      </w:r>
    </w:p>
    <w:p w:rsidR="006974AE" w:rsidRDefault="006974AE" w:rsidP="006974AE">
      <w:r>
        <w:t>704.5620</w:t>
      </w:r>
      <w:r>
        <w:tab/>
        <w:t>1.013e0</w:t>
      </w:r>
    </w:p>
    <w:p w:rsidR="006974AE" w:rsidRDefault="006974AE" w:rsidP="006974AE">
      <w:r>
        <w:lastRenderedPageBreak/>
        <w:t>704.6071</w:t>
      </w:r>
      <w:r>
        <w:tab/>
        <w:t>2.025e0</w:t>
      </w:r>
    </w:p>
    <w:p w:rsidR="006974AE" w:rsidRDefault="006974AE" w:rsidP="006974AE">
      <w:r>
        <w:t>704.6644</w:t>
      </w:r>
      <w:r>
        <w:tab/>
        <w:t>3.038e0</w:t>
      </w:r>
    </w:p>
    <w:p w:rsidR="006974AE" w:rsidRDefault="006974AE" w:rsidP="006974AE">
      <w:r>
        <w:t>704.6863</w:t>
      </w:r>
      <w:r>
        <w:tab/>
        <w:t>1.013e0</w:t>
      </w:r>
    </w:p>
    <w:p w:rsidR="006974AE" w:rsidRDefault="006974AE" w:rsidP="006974AE">
      <w:r>
        <w:t>704.7303</w:t>
      </w:r>
      <w:r>
        <w:tab/>
        <w:t>1.013e0</w:t>
      </w:r>
    </w:p>
    <w:p w:rsidR="006974AE" w:rsidRDefault="006974AE" w:rsidP="006974AE">
      <w:r>
        <w:t>704.7376</w:t>
      </w:r>
      <w:r>
        <w:tab/>
        <w:t>1.013e0</w:t>
      </w:r>
    </w:p>
    <w:p w:rsidR="006974AE" w:rsidRDefault="006974AE" w:rsidP="006974AE">
      <w:r>
        <w:t>704.8013</w:t>
      </w:r>
      <w:r>
        <w:tab/>
        <w:t>1.013e0</w:t>
      </w:r>
    </w:p>
    <w:p w:rsidR="006974AE" w:rsidRDefault="006974AE" w:rsidP="006974AE">
      <w:r>
        <w:t>704.8500</w:t>
      </w:r>
      <w:r>
        <w:tab/>
        <w:t>2.025e0</w:t>
      </w:r>
    </w:p>
    <w:p w:rsidR="006974AE" w:rsidRDefault="006974AE" w:rsidP="006974AE">
      <w:r>
        <w:t>704.8637</w:t>
      </w:r>
      <w:r>
        <w:tab/>
        <w:t>3.038e0</w:t>
      </w:r>
    </w:p>
    <w:p w:rsidR="006974AE" w:rsidRDefault="006974AE" w:rsidP="006974AE">
      <w:r>
        <w:t>704.8763</w:t>
      </w:r>
      <w:r>
        <w:tab/>
        <w:t>1.013e0</w:t>
      </w:r>
    </w:p>
    <w:p w:rsidR="006974AE" w:rsidRDefault="006974AE" w:rsidP="006974AE">
      <w:r>
        <w:t>704.9443</w:t>
      </w:r>
      <w:r>
        <w:tab/>
        <w:t>1.013e0</w:t>
      </w:r>
    </w:p>
    <w:p w:rsidR="006974AE" w:rsidRDefault="006974AE" w:rsidP="006974AE">
      <w:r>
        <w:t>705.0216</w:t>
      </w:r>
      <w:r>
        <w:tab/>
        <w:t>2.025e0</w:t>
      </w:r>
    </w:p>
    <w:p w:rsidR="006974AE" w:rsidRDefault="006974AE" w:rsidP="006974AE">
      <w:r>
        <w:t>705.0473</w:t>
      </w:r>
      <w:r>
        <w:tab/>
        <w:t>1.013e0</w:t>
      </w:r>
    </w:p>
    <w:p w:rsidR="006974AE" w:rsidRDefault="006974AE" w:rsidP="006974AE">
      <w:r>
        <w:t>705.0654</w:t>
      </w:r>
      <w:r>
        <w:tab/>
        <w:t>1.013e0</w:t>
      </w:r>
    </w:p>
    <w:p w:rsidR="006974AE" w:rsidRDefault="006974AE" w:rsidP="006974AE">
      <w:r>
        <w:t>705.1077</w:t>
      </w:r>
      <w:r>
        <w:tab/>
        <w:t>2.025e0</w:t>
      </w:r>
    </w:p>
    <w:p w:rsidR="006974AE" w:rsidRDefault="006974AE" w:rsidP="006974AE">
      <w:r>
        <w:t>705.1363</w:t>
      </w:r>
      <w:r>
        <w:tab/>
        <w:t>1.013e0</w:t>
      </w:r>
    </w:p>
    <w:p w:rsidR="006974AE" w:rsidRDefault="006974AE" w:rsidP="006974AE">
      <w:r>
        <w:t>705.1611</w:t>
      </w:r>
      <w:r>
        <w:tab/>
        <w:t>1.013e0</w:t>
      </w:r>
    </w:p>
    <w:p w:rsidR="006974AE" w:rsidRDefault="006974AE" w:rsidP="006974AE">
      <w:r>
        <w:t>705.1850</w:t>
      </w:r>
      <w:r>
        <w:tab/>
        <w:t>2.025e0</w:t>
      </w:r>
    </w:p>
    <w:p w:rsidR="006974AE" w:rsidRDefault="006974AE" w:rsidP="006974AE">
      <w:r>
        <w:t>705.2197</w:t>
      </w:r>
      <w:r>
        <w:tab/>
        <w:t>3.038e0</w:t>
      </w:r>
    </w:p>
    <w:p w:rsidR="006974AE" w:rsidRDefault="006974AE" w:rsidP="006974AE">
      <w:r>
        <w:t>705.2546</w:t>
      </w:r>
      <w:r>
        <w:tab/>
        <w:t>1.013e0</w:t>
      </w:r>
    </w:p>
    <w:p w:rsidR="006974AE" w:rsidRDefault="006974AE" w:rsidP="006974AE">
      <w:r>
        <w:lastRenderedPageBreak/>
        <w:t>705.2568</w:t>
      </w:r>
      <w:r>
        <w:tab/>
        <w:t>1.013e0</w:t>
      </w:r>
    </w:p>
    <w:p w:rsidR="006974AE" w:rsidRDefault="006974AE" w:rsidP="006974AE">
      <w:r>
        <w:t>705.3571</w:t>
      </w:r>
      <w:r>
        <w:tab/>
        <w:t>1.013e0</w:t>
      </w:r>
    </w:p>
    <w:p w:rsidR="006974AE" w:rsidRDefault="006974AE" w:rsidP="006974AE">
      <w:r>
        <w:t>705.3619</w:t>
      </w:r>
      <w:r>
        <w:tab/>
        <w:t>3.785e0</w:t>
      </w:r>
    </w:p>
    <w:p w:rsidR="006974AE" w:rsidRDefault="006974AE" w:rsidP="006974AE">
      <w:r>
        <w:t>705.3669</w:t>
      </w:r>
      <w:r>
        <w:tab/>
        <w:t>3.038e0</w:t>
      </w:r>
    </w:p>
    <w:p w:rsidR="006974AE" w:rsidRDefault="006974AE" w:rsidP="006974AE">
      <w:r>
        <w:t>705.4236</w:t>
      </w:r>
      <w:r>
        <w:tab/>
        <w:t>2.025e0</w:t>
      </w:r>
    </w:p>
    <w:p w:rsidR="006974AE" w:rsidRDefault="006974AE" w:rsidP="006974AE">
      <w:r>
        <w:t>705.4668</w:t>
      </w:r>
      <w:r>
        <w:tab/>
        <w:t>2.025e0</w:t>
      </w:r>
    </w:p>
    <w:p w:rsidR="006974AE" w:rsidRDefault="006974AE" w:rsidP="006974AE">
      <w:r>
        <w:t>705.5119</w:t>
      </w:r>
      <w:r>
        <w:tab/>
        <w:t>2.025e0</w:t>
      </w:r>
    </w:p>
    <w:p w:rsidR="006974AE" w:rsidRDefault="006974AE" w:rsidP="006974AE">
      <w:r>
        <w:t>705.5193</w:t>
      </w:r>
      <w:r>
        <w:tab/>
        <w:t>2.025e0</w:t>
      </w:r>
    </w:p>
    <w:p w:rsidR="006974AE" w:rsidRDefault="006974AE" w:rsidP="006974AE">
      <w:r>
        <w:t>705.5632</w:t>
      </w:r>
      <w:r>
        <w:tab/>
        <w:t>1.013e0</w:t>
      </w:r>
    </w:p>
    <w:p w:rsidR="006974AE" w:rsidRDefault="006974AE" w:rsidP="006974AE">
      <w:r>
        <w:t>705.5681</w:t>
      </w:r>
      <w:r>
        <w:tab/>
        <w:t>1.013e0</w:t>
      </w:r>
    </w:p>
    <w:p w:rsidR="006974AE" w:rsidRDefault="006974AE" w:rsidP="006974AE">
      <w:r>
        <w:t>705.6160</w:t>
      </w:r>
      <w:r>
        <w:tab/>
        <w:t>1.013e0</w:t>
      </w:r>
    </w:p>
    <w:p w:rsidR="006974AE" w:rsidRDefault="006974AE" w:rsidP="006974AE">
      <w:r>
        <w:t>705.6598</w:t>
      </w:r>
      <w:r>
        <w:tab/>
        <w:t>3.038e0</w:t>
      </w:r>
    </w:p>
    <w:p w:rsidR="006974AE" w:rsidRDefault="006974AE" w:rsidP="006974AE">
      <w:r>
        <w:t>705.7109</w:t>
      </w:r>
      <w:r>
        <w:tab/>
        <w:t>1.013e0</w:t>
      </w:r>
    </w:p>
    <w:p w:rsidR="006974AE" w:rsidRDefault="006974AE" w:rsidP="006974AE">
      <w:r>
        <w:t>705.7142</w:t>
      </w:r>
      <w:r>
        <w:tab/>
        <w:t>2.025e0</w:t>
      </w:r>
    </w:p>
    <w:p w:rsidR="006974AE" w:rsidRDefault="006974AE" w:rsidP="006974AE">
      <w:r>
        <w:t>705.7352</w:t>
      </w:r>
      <w:r>
        <w:tab/>
        <w:t>1.013e0</w:t>
      </w:r>
    </w:p>
    <w:p w:rsidR="006974AE" w:rsidRDefault="006974AE" w:rsidP="006974AE">
      <w:r>
        <w:t>705.7477</w:t>
      </w:r>
      <w:r>
        <w:tab/>
        <w:t>1.013e0</w:t>
      </w:r>
    </w:p>
    <w:p w:rsidR="006974AE" w:rsidRDefault="006974AE" w:rsidP="006974AE">
      <w:r>
        <w:t>705.7775</w:t>
      </w:r>
      <w:r>
        <w:tab/>
        <w:t>2.025e0</w:t>
      </w:r>
    </w:p>
    <w:p w:rsidR="006974AE" w:rsidRDefault="006974AE" w:rsidP="006974AE">
      <w:r>
        <w:t>705.8016</w:t>
      </w:r>
      <w:r>
        <w:tab/>
        <w:t>2.025e0</w:t>
      </w:r>
    </w:p>
    <w:p w:rsidR="006974AE" w:rsidRDefault="006974AE" w:rsidP="006974AE">
      <w:r>
        <w:t>705.8738</w:t>
      </w:r>
      <w:r>
        <w:tab/>
        <w:t>1.013e0</w:t>
      </w:r>
    </w:p>
    <w:p w:rsidR="006974AE" w:rsidRDefault="006974AE" w:rsidP="006974AE">
      <w:r>
        <w:lastRenderedPageBreak/>
        <w:t>705.8906</w:t>
      </w:r>
      <w:r>
        <w:tab/>
        <w:t>1.013e0</w:t>
      </w:r>
    </w:p>
    <w:p w:rsidR="006974AE" w:rsidRDefault="006974AE" w:rsidP="006974AE">
      <w:r>
        <w:t>705.9274</w:t>
      </w:r>
      <w:r>
        <w:tab/>
        <w:t>1.013e0</w:t>
      </w:r>
    </w:p>
    <w:p w:rsidR="006974AE" w:rsidRDefault="006974AE" w:rsidP="006974AE">
      <w:r>
        <w:t>705.9933</w:t>
      </w:r>
      <w:r>
        <w:tab/>
        <w:t>2.025e0</w:t>
      </w:r>
    </w:p>
    <w:p w:rsidR="006974AE" w:rsidRDefault="006974AE" w:rsidP="006974AE">
      <w:r>
        <w:t>706.0104</w:t>
      </w:r>
      <w:r>
        <w:tab/>
        <w:t>2.025e0</w:t>
      </w:r>
    </w:p>
    <w:p w:rsidR="006974AE" w:rsidRDefault="006974AE" w:rsidP="006974AE">
      <w:r>
        <w:t>706.0224</w:t>
      </w:r>
      <w:r>
        <w:tab/>
        <w:t>1.013e0</w:t>
      </w:r>
    </w:p>
    <w:p w:rsidR="006974AE" w:rsidRDefault="006974AE" w:rsidP="006974AE">
      <w:r>
        <w:t>706.0704</w:t>
      </w:r>
      <w:r>
        <w:tab/>
        <w:t>1.013e0</w:t>
      </w:r>
    </w:p>
    <w:p w:rsidR="006974AE" w:rsidRDefault="006974AE" w:rsidP="006974AE">
      <w:r>
        <w:t>706.1004</w:t>
      </w:r>
      <w:r>
        <w:tab/>
        <w:t>2.025e0</w:t>
      </w:r>
    </w:p>
    <w:p w:rsidR="006974AE" w:rsidRDefault="006974AE" w:rsidP="006974AE">
      <w:r>
        <w:t>706.1136</w:t>
      </w:r>
      <w:r>
        <w:tab/>
        <w:t>1.013e0</w:t>
      </w:r>
    </w:p>
    <w:p w:rsidR="006974AE" w:rsidRDefault="006974AE" w:rsidP="006974AE">
      <w:r>
        <w:t>706.1220</w:t>
      </w:r>
      <w:r>
        <w:tab/>
        <w:t>3.246e0</w:t>
      </w:r>
    </w:p>
    <w:p w:rsidR="006974AE" w:rsidRDefault="006974AE" w:rsidP="006974AE">
      <w:r>
        <w:t>706.1312</w:t>
      </w:r>
      <w:r>
        <w:tab/>
        <w:t>1.013e0</w:t>
      </w:r>
    </w:p>
    <w:p w:rsidR="006974AE" w:rsidRDefault="006974AE" w:rsidP="006974AE">
      <w:r>
        <w:t>706.1654</w:t>
      </w:r>
      <w:r>
        <w:tab/>
        <w:t>1.013e0</w:t>
      </w:r>
    </w:p>
    <w:p w:rsidR="006974AE" w:rsidRDefault="006974AE" w:rsidP="006974AE">
      <w:r>
        <w:t>706.1996</w:t>
      </w:r>
      <w:r>
        <w:tab/>
        <w:t>1.013e0</w:t>
      </w:r>
    </w:p>
    <w:p w:rsidR="006974AE" w:rsidRDefault="006974AE" w:rsidP="006974AE">
      <w:r>
        <w:t>706.2142</w:t>
      </w:r>
      <w:r>
        <w:tab/>
        <w:t>1.013e0</w:t>
      </w:r>
    </w:p>
    <w:p w:rsidR="006974AE" w:rsidRDefault="006974AE" w:rsidP="006974AE">
      <w:r>
        <w:t>706.2339</w:t>
      </w:r>
      <w:r>
        <w:tab/>
        <w:t>1.013e0</w:t>
      </w:r>
    </w:p>
    <w:p w:rsidR="006974AE" w:rsidRDefault="006974AE" w:rsidP="006974AE">
      <w:r>
        <w:t>706.2387</w:t>
      </w:r>
      <w:r>
        <w:tab/>
        <w:t>3.038e0</w:t>
      </w:r>
    </w:p>
    <w:p w:rsidR="006974AE" w:rsidRDefault="006974AE" w:rsidP="006974AE">
      <w:r>
        <w:t>706.2908</w:t>
      </w:r>
      <w:r>
        <w:tab/>
        <w:t>3.038e0</w:t>
      </w:r>
    </w:p>
    <w:p w:rsidR="006974AE" w:rsidRDefault="006974AE" w:rsidP="006974AE">
      <w:r>
        <w:t>706.2928</w:t>
      </w:r>
      <w:r>
        <w:tab/>
        <w:t>2.025e0</w:t>
      </w:r>
    </w:p>
    <w:p w:rsidR="006974AE" w:rsidRDefault="006974AE" w:rsidP="006974AE">
      <w:r>
        <w:t>706.2990</w:t>
      </w:r>
      <w:r>
        <w:tab/>
        <w:t>1.013e0</w:t>
      </w:r>
    </w:p>
    <w:p w:rsidR="006974AE" w:rsidRDefault="006974AE" w:rsidP="006974AE">
      <w:r>
        <w:t>706.3109</w:t>
      </w:r>
      <w:r>
        <w:tab/>
        <w:t>1.013e0</w:t>
      </w:r>
    </w:p>
    <w:p w:rsidR="006974AE" w:rsidRDefault="006974AE" w:rsidP="006974AE">
      <w:r>
        <w:lastRenderedPageBreak/>
        <w:t>706.3449</w:t>
      </w:r>
      <w:r>
        <w:tab/>
        <w:t>6.076e0</w:t>
      </w:r>
    </w:p>
    <w:p w:rsidR="006974AE" w:rsidRDefault="006974AE" w:rsidP="006974AE">
      <w:r>
        <w:t>706.3543</w:t>
      </w:r>
      <w:r>
        <w:tab/>
        <w:t>1.013e0</w:t>
      </w:r>
    </w:p>
    <w:p w:rsidR="006974AE" w:rsidRDefault="006974AE" w:rsidP="006974AE">
      <w:r>
        <w:t>706.3798</w:t>
      </w:r>
      <w:r>
        <w:tab/>
        <w:t>3.038e0</w:t>
      </w:r>
    </w:p>
    <w:p w:rsidR="006974AE" w:rsidRDefault="006974AE" w:rsidP="006974AE">
      <w:r>
        <w:t>706.3914</w:t>
      </w:r>
      <w:r>
        <w:tab/>
        <w:t>3.038e0</w:t>
      </w:r>
    </w:p>
    <w:p w:rsidR="006974AE" w:rsidRDefault="006974AE" w:rsidP="006974AE">
      <w:r>
        <w:t>706.4419</w:t>
      </w:r>
      <w:r>
        <w:tab/>
        <w:t>1.013e0</w:t>
      </w:r>
    </w:p>
    <w:p w:rsidR="006974AE" w:rsidRDefault="006974AE" w:rsidP="006974AE">
      <w:r>
        <w:t>706.4930</w:t>
      </w:r>
      <w:r>
        <w:tab/>
        <w:t>1.013e0</w:t>
      </w:r>
    </w:p>
    <w:p w:rsidR="006974AE" w:rsidRDefault="006974AE" w:rsidP="006974AE">
      <w:r>
        <w:t>706.4968</w:t>
      </w:r>
      <w:r>
        <w:tab/>
        <w:t>2.025e0</w:t>
      </w:r>
    </w:p>
    <w:p w:rsidR="006974AE" w:rsidRDefault="006974AE" w:rsidP="006974AE">
      <w:r>
        <w:t>706.5018</w:t>
      </w:r>
      <w:r>
        <w:tab/>
        <w:t>1.013e0</w:t>
      </w:r>
    </w:p>
    <w:p w:rsidR="006974AE" w:rsidRDefault="006974AE" w:rsidP="006974AE">
      <w:r>
        <w:t>706.5099</w:t>
      </w:r>
      <w:r>
        <w:tab/>
        <w:t>1.013e0</w:t>
      </w:r>
    </w:p>
    <w:p w:rsidR="006974AE" w:rsidRDefault="006974AE" w:rsidP="006974AE">
      <w:r>
        <w:t>706.5258</w:t>
      </w:r>
      <w:r>
        <w:tab/>
        <w:t>1.013e0</w:t>
      </w:r>
    </w:p>
    <w:p w:rsidR="006974AE" w:rsidRDefault="006974AE" w:rsidP="006974AE">
      <w:r>
        <w:t>706.5436</w:t>
      </w:r>
      <w:r>
        <w:tab/>
        <w:t>3.038e0</w:t>
      </w:r>
    </w:p>
    <w:p w:rsidR="006974AE" w:rsidRDefault="006974AE" w:rsidP="006974AE">
      <w:r>
        <w:t>706.5951</w:t>
      </w:r>
      <w:r>
        <w:tab/>
        <w:t>1.013e0</w:t>
      </w:r>
    </w:p>
    <w:p w:rsidR="006974AE" w:rsidRDefault="006974AE" w:rsidP="006974AE">
      <w:r>
        <w:t>706.6218</w:t>
      </w:r>
      <w:r>
        <w:tab/>
        <w:t>1.013e0</w:t>
      </w:r>
    </w:p>
    <w:p w:rsidR="006974AE" w:rsidRDefault="006974AE" w:rsidP="006974AE">
      <w:r>
        <w:t>706.6666</w:t>
      </w:r>
      <w:r>
        <w:tab/>
        <w:t>3.038e0</w:t>
      </w:r>
    </w:p>
    <w:p w:rsidR="006974AE" w:rsidRDefault="006974AE" w:rsidP="006974AE">
      <w:r>
        <w:t>706.6826</w:t>
      </w:r>
      <w:r>
        <w:tab/>
        <w:t>1.013e0</w:t>
      </w:r>
    </w:p>
    <w:p w:rsidR="006974AE" w:rsidRDefault="006974AE" w:rsidP="006974AE">
      <w:r>
        <w:t>706.7155</w:t>
      </w:r>
      <w:r>
        <w:tab/>
        <w:t>1.013e0</w:t>
      </w:r>
    </w:p>
    <w:p w:rsidR="006974AE" w:rsidRDefault="006974AE" w:rsidP="006974AE">
      <w:r>
        <w:t>706.7498</w:t>
      </w:r>
      <w:r>
        <w:tab/>
        <w:t>1.013e0</w:t>
      </w:r>
    </w:p>
    <w:p w:rsidR="006974AE" w:rsidRDefault="006974AE" w:rsidP="006974AE">
      <w:r>
        <w:t>706.7546</w:t>
      </w:r>
      <w:r>
        <w:tab/>
        <w:t>1.013e0</w:t>
      </w:r>
    </w:p>
    <w:p w:rsidR="006974AE" w:rsidRDefault="006974AE" w:rsidP="006974AE">
      <w:r>
        <w:t>706.7852</w:t>
      </w:r>
      <w:r>
        <w:tab/>
        <w:t>1.013e0</w:t>
      </w:r>
    </w:p>
    <w:p w:rsidR="006974AE" w:rsidRDefault="006974AE" w:rsidP="006974AE">
      <w:r>
        <w:lastRenderedPageBreak/>
        <w:t>706.7897</w:t>
      </w:r>
      <w:r>
        <w:tab/>
        <w:t>1.013e0</w:t>
      </w:r>
    </w:p>
    <w:p w:rsidR="006974AE" w:rsidRDefault="006974AE" w:rsidP="006974AE">
      <w:r>
        <w:t>706.8197</w:t>
      </w:r>
      <w:r>
        <w:tab/>
        <w:t>1.013e0</w:t>
      </w:r>
    </w:p>
    <w:p w:rsidR="006974AE" w:rsidRDefault="006974AE" w:rsidP="006974AE">
      <w:r>
        <w:t>706.8385</w:t>
      </w:r>
      <w:r>
        <w:tab/>
        <w:t>1.013e0</w:t>
      </w:r>
    </w:p>
    <w:p w:rsidR="006974AE" w:rsidRDefault="006974AE" w:rsidP="006974AE">
      <w:r>
        <w:t>706.8702</w:t>
      </w:r>
      <w:r>
        <w:tab/>
        <w:t>1.013e0</w:t>
      </w:r>
    </w:p>
    <w:p w:rsidR="006974AE" w:rsidRDefault="006974AE" w:rsidP="006974AE">
      <w:r>
        <w:t>706.8865</w:t>
      </w:r>
      <w:r>
        <w:tab/>
        <w:t>1.013e0</w:t>
      </w:r>
    </w:p>
    <w:p w:rsidR="006974AE" w:rsidRDefault="006974AE" w:rsidP="006974AE">
      <w:r>
        <w:t>706.8976</w:t>
      </w:r>
      <w:r>
        <w:tab/>
        <w:t>1.013e0</w:t>
      </w:r>
    </w:p>
    <w:p w:rsidR="006974AE" w:rsidRDefault="006974AE" w:rsidP="006974AE">
      <w:r>
        <w:t>706.9096</w:t>
      </w:r>
      <w:r>
        <w:tab/>
        <w:t>1.013e0</w:t>
      </w:r>
    </w:p>
    <w:p w:rsidR="006974AE" w:rsidRDefault="006974AE" w:rsidP="006974AE">
      <w:r>
        <w:t>706.9705</w:t>
      </w:r>
      <w:r>
        <w:tab/>
        <w:t>1.013e0</w:t>
      </w:r>
    </w:p>
    <w:p w:rsidR="006974AE" w:rsidRDefault="006974AE" w:rsidP="006974AE">
      <w:r>
        <w:t>706.9816</w:t>
      </w:r>
      <w:r>
        <w:tab/>
        <w:t>1.013e0</w:t>
      </w:r>
    </w:p>
    <w:p w:rsidR="006974AE" w:rsidRDefault="006974AE" w:rsidP="006974AE">
      <w:r>
        <w:t>706.9905</w:t>
      </w:r>
      <w:r>
        <w:tab/>
        <w:t>1.013e0</w:t>
      </w:r>
    </w:p>
    <w:p w:rsidR="006974AE" w:rsidRDefault="006974AE" w:rsidP="006974AE">
      <w:r>
        <w:t>707.0430</w:t>
      </w:r>
      <w:r>
        <w:tab/>
        <w:t>1.013e0</w:t>
      </w:r>
    </w:p>
    <w:p w:rsidR="006974AE" w:rsidRDefault="006974AE" w:rsidP="006974AE">
      <w:r>
        <w:t>707.0480</w:t>
      </w:r>
      <w:r>
        <w:tab/>
        <w:t>2.025e0</w:t>
      </w:r>
    </w:p>
    <w:p w:rsidR="006974AE" w:rsidRDefault="006974AE" w:rsidP="006974AE">
      <w:r>
        <w:t>707.1736</w:t>
      </w:r>
      <w:r>
        <w:tab/>
        <w:t>1.013e0</w:t>
      </w:r>
    </w:p>
    <w:p w:rsidR="006974AE" w:rsidRDefault="006974AE" w:rsidP="006974AE">
      <w:r>
        <w:t>707.1803</w:t>
      </w:r>
      <w:r>
        <w:tab/>
        <w:t>3.038e0</w:t>
      </w:r>
    </w:p>
    <w:p w:rsidR="006974AE" w:rsidRDefault="006974AE" w:rsidP="006974AE">
      <w:r>
        <w:t>707.2096</w:t>
      </w:r>
      <w:r>
        <w:tab/>
        <w:t>1.013e0</w:t>
      </w:r>
    </w:p>
    <w:p w:rsidR="006974AE" w:rsidRDefault="006974AE" w:rsidP="006974AE">
      <w:r>
        <w:t>707.2336</w:t>
      </w:r>
      <w:r>
        <w:tab/>
        <w:t>1.013e0</w:t>
      </w:r>
    </w:p>
    <w:p w:rsidR="006974AE" w:rsidRDefault="006974AE" w:rsidP="006974AE">
      <w:r>
        <w:t>707.2838</w:t>
      </w:r>
      <w:r>
        <w:tab/>
        <w:t>2.025e0</w:t>
      </w:r>
    </w:p>
    <w:p w:rsidR="006974AE" w:rsidRDefault="006974AE" w:rsidP="006974AE">
      <w:r>
        <w:t>707.2975</w:t>
      </w:r>
      <w:r>
        <w:tab/>
        <w:t>3.007e0</w:t>
      </w:r>
    </w:p>
    <w:p w:rsidR="006974AE" w:rsidRDefault="006974AE" w:rsidP="006974AE">
      <w:r>
        <w:t>707.3065</w:t>
      </w:r>
      <w:r>
        <w:tab/>
        <w:t>1.013e0</w:t>
      </w:r>
    </w:p>
    <w:p w:rsidR="006974AE" w:rsidRDefault="006974AE" w:rsidP="006974AE">
      <w:r>
        <w:lastRenderedPageBreak/>
        <w:t>707.3146</w:t>
      </w:r>
      <w:r>
        <w:tab/>
        <w:t>3.038e0</w:t>
      </w:r>
    </w:p>
    <w:p w:rsidR="006974AE" w:rsidRDefault="006974AE" w:rsidP="006974AE">
      <w:r>
        <w:t>707.3305</w:t>
      </w:r>
      <w:r>
        <w:tab/>
        <w:t>1.013e0</w:t>
      </w:r>
    </w:p>
    <w:p w:rsidR="006974AE" w:rsidRDefault="006974AE" w:rsidP="006974AE">
      <w:r>
        <w:t>707.3536</w:t>
      </w:r>
      <w:r>
        <w:tab/>
        <w:t>1.013e0</w:t>
      </w:r>
    </w:p>
    <w:p w:rsidR="006974AE" w:rsidRDefault="006974AE" w:rsidP="006974AE">
      <w:r>
        <w:t>707.4376</w:t>
      </w:r>
      <w:r>
        <w:tab/>
        <w:t>1.013e0</w:t>
      </w:r>
    </w:p>
    <w:p w:rsidR="006974AE" w:rsidRDefault="006974AE" w:rsidP="006974AE">
      <w:r>
        <w:t>707.4588</w:t>
      </w:r>
      <w:r>
        <w:tab/>
        <w:t>3.038e0</w:t>
      </w:r>
    </w:p>
    <w:p w:rsidR="006974AE" w:rsidRDefault="006974AE" w:rsidP="006974AE">
      <w:r>
        <w:t>707.4604</w:t>
      </w:r>
      <w:r>
        <w:tab/>
        <w:t>2.025e0</w:t>
      </w:r>
    </w:p>
    <w:p w:rsidR="006974AE" w:rsidRDefault="006974AE" w:rsidP="006974AE">
      <w:r>
        <w:t>707.4860</w:t>
      </w:r>
      <w:r>
        <w:tab/>
        <w:t>2.025e0</w:t>
      </w:r>
    </w:p>
    <w:p w:rsidR="006974AE" w:rsidRDefault="006974AE" w:rsidP="006974AE">
      <w:r>
        <w:t>707.4985</w:t>
      </w:r>
      <w:r>
        <w:tab/>
        <w:t>2.025e0</w:t>
      </w:r>
    </w:p>
    <w:p w:rsidR="006974AE" w:rsidRDefault="006974AE" w:rsidP="006974AE">
      <w:r>
        <w:t>707.5070</w:t>
      </w:r>
      <w:r>
        <w:tab/>
        <w:t>4.051e0</w:t>
      </w:r>
    </w:p>
    <w:p w:rsidR="006974AE" w:rsidRDefault="006974AE" w:rsidP="006974AE">
      <w:r>
        <w:t>707.5408</w:t>
      </w:r>
      <w:r>
        <w:tab/>
        <w:t>1.013e0</w:t>
      </w:r>
    </w:p>
    <w:p w:rsidR="006974AE" w:rsidRDefault="006974AE" w:rsidP="006974AE">
      <w:r>
        <w:t>707.5581</w:t>
      </w:r>
      <w:r>
        <w:tab/>
        <w:t>2.025e0</w:t>
      </w:r>
    </w:p>
    <w:p w:rsidR="006974AE" w:rsidRDefault="006974AE" w:rsidP="006974AE">
      <w:r>
        <w:t>707.6267</w:t>
      </w:r>
      <w:r>
        <w:tab/>
        <w:t>1.013e0</w:t>
      </w:r>
    </w:p>
    <w:p w:rsidR="006974AE" w:rsidRDefault="006974AE" w:rsidP="006974AE">
      <w:r>
        <w:t>707.6718</w:t>
      </w:r>
      <w:r>
        <w:tab/>
        <w:t>2.025e0</w:t>
      </w:r>
    </w:p>
    <w:p w:rsidR="006974AE" w:rsidRDefault="006974AE" w:rsidP="006974AE">
      <w:r>
        <w:t>707.7137</w:t>
      </w:r>
      <w:r>
        <w:tab/>
        <w:t>1.013e0</w:t>
      </w:r>
    </w:p>
    <w:p w:rsidR="006974AE" w:rsidRDefault="006974AE" w:rsidP="006974AE">
      <w:r>
        <w:t>707.7498</w:t>
      </w:r>
      <w:r>
        <w:tab/>
        <w:t>1.013e0</w:t>
      </w:r>
    </w:p>
    <w:p w:rsidR="006974AE" w:rsidRDefault="006974AE" w:rsidP="006974AE">
      <w:r>
        <w:t>707.7995</w:t>
      </w:r>
      <w:r>
        <w:tab/>
        <w:t>1.013e0</w:t>
      </w:r>
    </w:p>
    <w:p w:rsidR="006974AE" w:rsidRDefault="006974AE" w:rsidP="006974AE">
      <w:r>
        <w:t>707.8210</w:t>
      </w:r>
      <w:r>
        <w:tab/>
        <w:t>2.025e0</w:t>
      </w:r>
    </w:p>
    <w:p w:rsidR="006974AE" w:rsidRDefault="006974AE" w:rsidP="006974AE">
      <w:r>
        <w:t>707.8708</w:t>
      </w:r>
      <w:r>
        <w:tab/>
        <w:t>1.013e0</w:t>
      </w:r>
    </w:p>
    <w:p w:rsidR="006974AE" w:rsidRDefault="006974AE" w:rsidP="006974AE">
      <w:r>
        <w:t>707.8839</w:t>
      </w:r>
      <w:r>
        <w:tab/>
        <w:t>2.025e0</w:t>
      </w:r>
    </w:p>
    <w:p w:rsidR="006974AE" w:rsidRDefault="006974AE" w:rsidP="006974AE">
      <w:r>
        <w:lastRenderedPageBreak/>
        <w:t>707.9180</w:t>
      </w:r>
      <w:r>
        <w:tab/>
        <w:t>1.013e0</w:t>
      </w:r>
    </w:p>
    <w:p w:rsidR="006974AE" w:rsidRDefault="006974AE" w:rsidP="006974AE">
      <w:r>
        <w:t>707.9308</w:t>
      </w:r>
      <w:r>
        <w:tab/>
        <w:t>1.013e0</w:t>
      </w:r>
    </w:p>
    <w:p w:rsidR="006974AE" w:rsidRDefault="006974AE" w:rsidP="006974AE">
      <w:r>
        <w:t>707.9679</w:t>
      </w:r>
      <w:r>
        <w:tab/>
        <w:t>2.025e0</w:t>
      </w:r>
    </w:p>
    <w:p w:rsidR="006974AE" w:rsidRDefault="006974AE" w:rsidP="006974AE">
      <w:r>
        <w:t>707.9717</w:t>
      </w:r>
      <w:r>
        <w:tab/>
        <w:t>1.013e0</w:t>
      </w:r>
    </w:p>
    <w:p w:rsidR="006974AE" w:rsidRDefault="006974AE" w:rsidP="006974AE">
      <w:r>
        <w:t>708.0117</w:t>
      </w:r>
      <w:r>
        <w:tab/>
        <w:t>2.025e0</w:t>
      </w:r>
    </w:p>
    <w:p w:rsidR="006974AE" w:rsidRDefault="006974AE" w:rsidP="006974AE">
      <w:r>
        <w:t>708.0566</w:t>
      </w:r>
      <w:r>
        <w:tab/>
        <w:t>2.025e0</w:t>
      </w:r>
    </w:p>
    <w:p w:rsidR="006974AE" w:rsidRDefault="006974AE" w:rsidP="006974AE">
      <w:r>
        <w:t>708.0750</w:t>
      </w:r>
      <w:r>
        <w:tab/>
        <w:t>1.013e0</w:t>
      </w:r>
    </w:p>
    <w:p w:rsidR="006974AE" w:rsidRDefault="006974AE" w:rsidP="006974AE">
      <w:r>
        <w:t>708.1102</w:t>
      </w:r>
      <w:r>
        <w:tab/>
        <w:t>1.013e0</w:t>
      </w:r>
    </w:p>
    <w:p w:rsidR="006974AE" w:rsidRDefault="006974AE" w:rsidP="006974AE">
      <w:r>
        <w:t>708.1264</w:t>
      </w:r>
      <w:r>
        <w:tab/>
        <w:t>2.025e0</w:t>
      </w:r>
    </w:p>
    <w:p w:rsidR="006974AE" w:rsidRDefault="006974AE" w:rsidP="006974AE">
      <w:r>
        <w:t>708.1342</w:t>
      </w:r>
      <w:r>
        <w:tab/>
        <w:t>2.025e0</w:t>
      </w:r>
    </w:p>
    <w:p w:rsidR="006974AE" w:rsidRDefault="006974AE" w:rsidP="006974AE">
      <w:r>
        <w:t>708.2231</w:t>
      </w:r>
      <w:r>
        <w:tab/>
        <w:t>2.025e0</w:t>
      </w:r>
    </w:p>
    <w:p w:rsidR="006974AE" w:rsidRDefault="006974AE" w:rsidP="006974AE">
      <w:r>
        <w:t>708.2515</w:t>
      </w:r>
      <w:r>
        <w:tab/>
        <w:t>3.038e0</w:t>
      </w:r>
    </w:p>
    <w:p w:rsidR="006974AE" w:rsidRDefault="006974AE" w:rsidP="006974AE">
      <w:r>
        <w:t>708.2553</w:t>
      </w:r>
      <w:r>
        <w:tab/>
        <w:t>1.013e0</w:t>
      </w:r>
    </w:p>
    <w:p w:rsidR="006974AE" w:rsidRDefault="006974AE" w:rsidP="006974AE">
      <w:r>
        <w:t>708.2801</w:t>
      </w:r>
      <w:r>
        <w:tab/>
        <w:t>1.013e0</w:t>
      </w:r>
    </w:p>
    <w:p w:rsidR="006974AE" w:rsidRDefault="006974AE" w:rsidP="006974AE">
      <w:r>
        <w:t>708.2913</w:t>
      </w:r>
      <w:r>
        <w:tab/>
        <w:t>1.013e0</w:t>
      </w:r>
    </w:p>
    <w:p w:rsidR="006974AE" w:rsidRDefault="006974AE" w:rsidP="006974AE">
      <w:r>
        <w:t>708.3067</w:t>
      </w:r>
      <w:r>
        <w:tab/>
        <w:t>3.007e0</w:t>
      </w:r>
    </w:p>
    <w:p w:rsidR="006974AE" w:rsidRDefault="006974AE" w:rsidP="006974AE">
      <w:r>
        <w:t>708.3220</w:t>
      </w:r>
      <w:r>
        <w:tab/>
        <w:t>2.025e0</w:t>
      </w:r>
    </w:p>
    <w:p w:rsidR="006974AE" w:rsidRDefault="006974AE" w:rsidP="006974AE">
      <w:r>
        <w:t>708.3363</w:t>
      </w:r>
      <w:r>
        <w:tab/>
        <w:t>2.025e0</w:t>
      </w:r>
    </w:p>
    <w:p w:rsidR="006974AE" w:rsidRDefault="006974AE" w:rsidP="006974AE">
      <w:r>
        <w:t>708.3583</w:t>
      </w:r>
      <w:r>
        <w:tab/>
        <w:t>2.025e0</w:t>
      </w:r>
    </w:p>
    <w:p w:rsidR="006974AE" w:rsidRDefault="006974AE" w:rsidP="006974AE">
      <w:r>
        <w:lastRenderedPageBreak/>
        <w:t>708.3831</w:t>
      </w:r>
      <w:r>
        <w:tab/>
        <w:t>1.013e0</w:t>
      </w:r>
    </w:p>
    <w:p w:rsidR="006974AE" w:rsidRDefault="006974AE" w:rsidP="006974AE">
      <w:r>
        <w:t>708.4110</w:t>
      </w:r>
      <w:r>
        <w:tab/>
        <w:t>2.025e0</w:t>
      </w:r>
    </w:p>
    <w:p w:rsidR="006974AE" w:rsidRDefault="006974AE" w:rsidP="006974AE">
      <w:r>
        <w:t>708.4224</w:t>
      </w:r>
      <w:r>
        <w:tab/>
        <w:t>2.025e0</w:t>
      </w:r>
    </w:p>
    <w:p w:rsidR="006974AE" w:rsidRDefault="006974AE" w:rsidP="006974AE">
      <w:r>
        <w:t>708.4347</w:t>
      </w:r>
      <w:r>
        <w:tab/>
        <w:t>1.013e0</w:t>
      </w:r>
    </w:p>
    <w:p w:rsidR="006974AE" w:rsidRDefault="006974AE" w:rsidP="006974AE">
      <w:r>
        <w:t>708.4520</w:t>
      </w:r>
      <w:r>
        <w:tab/>
        <w:t>1.013e0</w:t>
      </w:r>
    </w:p>
    <w:p w:rsidR="006974AE" w:rsidRDefault="006974AE" w:rsidP="006974AE">
      <w:r>
        <w:t>708.4826</w:t>
      </w:r>
      <w:r>
        <w:tab/>
        <w:t>3.038e0</w:t>
      </w:r>
    </w:p>
    <w:p w:rsidR="006974AE" w:rsidRDefault="006974AE" w:rsidP="006974AE">
      <w:r>
        <w:t>708.4874</w:t>
      </w:r>
      <w:r>
        <w:tab/>
        <w:t>1.013e0</w:t>
      </w:r>
    </w:p>
    <w:p w:rsidR="006974AE" w:rsidRDefault="006974AE" w:rsidP="006974AE">
      <w:r>
        <w:t>708.5065</w:t>
      </w:r>
      <w:r>
        <w:tab/>
        <w:t>2.025e0</w:t>
      </w:r>
    </w:p>
    <w:p w:rsidR="006974AE" w:rsidRDefault="006974AE" w:rsidP="006974AE">
      <w:r>
        <w:t>708.5208</w:t>
      </w:r>
      <w:r>
        <w:tab/>
        <w:t>1.013e0</w:t>
      </w:r>
    </w:p>
    <w:p w:rsidR="006974AE" w:rsidRDefault="006974AE" w:rsidP="006974AE">
      <w:r>
        <w:t>708.5552</w:t>
      </w:r>
      <w:r>
        <w:tab/>
        <w:t>3.038e0</w:t>
      </w:r>
    </w:p>
    <w:p w:rsidR="006974AE" w:rsidRDefault="006974AE" w:rsidP="006974AE">
      <w:r>
        <w:t>708.6420</w:t>
      </w:r>
      <w:r>
        <w:tab/>
        <w:t>1.013e0</w:t>
      </w:r>
    </w:p>
    <w:p w:rsidR="006974AE" w:rsidRDefault="006974AE" w:rsidP="006974AE">
      <w:r>
        <w:t>708.6756</w:t>
      </w:r>
      <w:r>
        <w:tab/>
        <w:t>2.025e0</w:t>
      </w:r>
    </w:p>
    <w:p w:rsidR="006974AE" w:rsidRDefault="006974AE" w:rsidP="006974AE">
      <w:r>
        <w:t>708.7001</w:t>
      </w:r>
      <w:r>
        <w:tab/>
        <w:t>1.013e0</w:t>
      </w:r>
    </w:p>
    <w:p w:rsidR="006974AE" w:rsidRDefault="006974AE" w:rsidP="006974AE">
      <w:r>
        <w:t>708.7112</w:t>
      </w:r>
      <w:r>
        <w:tab/>
        <w:t>1.013e0</w:t>
      </w:r>
    </w:p>
    <w:p w:rsidR="006974AE" w:rsidRDefault="006974AE" w:rsidP="006974AE">
      <w:r>
        <w:t>708.7440</w:t>
      </w:r>
      <w:r>
        <w:tab/>
        <w:t>1.013e0</w:t>
      </w:r>
    </w:p>
    <w:p w:rsidR="006974AE" w:rsidRDefault="006974AE" w:rsidP="006974AE">
      <w:r>
        <w:t>708.7473</w:t>
      </w:r>
      <w:r>
        <w:tab/>
        <w:t>1.013e0</w:t>
      </w:r>
    </w:p>
    <w:p w:rsidR="006974AE" w:rsidRDefault="006974AE" w:rsidP="006974AE">
      <w:r>
        <w:t>708.7602</w:t>
      </w:r>
      <w:r>
        <w:tab/>
        <w:t>1.013e0</w:t>
      </w:r>
    </w:p>
    <w:p w:rsidR="006974AE" w:rsidRDefault="006974AE" w:rsidP="006974AE">
      <w:r>
        <w:t>708.7623</w:t>
      </w:r>
      <w:r>
        <w:tab/>
        <w:t>1.013e0</w:t>
      </w:r>
    </w:p>
    <w:p w:rsidR="006974AE" w:rsidRDefault="006974AE" w:rsidP="006974AE">
      <w:r>
        <w:t>708.7955</w:t>
      </w:r>
      <w:r>
        <w:tab/>
        <w:t>2.025e0</w:t>
      </w:r>
    </w:p>
    <w:p w:rsidR="006974AE" w:rsidRDefault="006974AE" w:rsidP="006974AE">
      <w:r>
        <w:lastRenderedPageBreak/>
        <w:t>708.8264</w:t>
      </w:r>
      <w:r>
        <w:tab/>
        <w:t>2.025e0</w:t>
      </w:r>
    </w:p>
    <w:p w:rsidR="006974AE" w:rsidRDefault="006974AE" w:rsidP="006974AE">
      <w:r>
        <w:t>708.8817</w:t>
      </w:r>
      <w:r>
        <w:tab/>
        <w:t>2.025e0</w:t>
      </w:r>
    </w:p>
    <w:p w:rsidR="006974AE" w:rsidRDefault="006974AE" w:rsidP="006974AE">
      <w:r>
        <w:t>708.8925</w:t>
      </w:r>
      <w:r>
        <w:tab/>
        <w:t>1.013e0</w:t>
      </w:r>
    </w:p>
    <w:p w:rsidR="006974AE" w:rsidRDefault="006974AE" w:rsidP="006974AE">
      <w:r>
        <w:t>708.9158</w:t>
      </w:r>
      <w:r>
        <w:tab/>
        <w:t>1.013e0</w:t>
      </w:r>
    </w:p>
    <w:p w:rsidR="006974AE" w:rsidRDefault="006974AE" w:rsidP="006974AE">
      <w:r>
        <w:t>708.9277</w:t>
      </w:r>
      <w:r>
        <w:tab/>
        <w:t>1.013e0</w:t>
      </w:r>
    </w:p>
    <w:p w:rsidR="006974AE" w:rsidRDefault="006974AE" w:rsidP="006974AE">
      <w:r>
        <w:t>708.9333</w:t>
      </w:r>
      <w:r>
        <w:tab/>
        <w:t>1.013e0</w:t>
      </w:r>
    </w:p>
    <w:p w:rsidR="006974AE" w:rsidRDefault="006974AE" w:rsidP="006974AE">
      <w:r>
        <w:t>709.0021</w:t>
      </w:r>
      <w:r>
        <w:tab/>
        <w:t>1.013e0</w:t>
      </w:r>
    </w:p>
    <w:p w:rsidR="006974AE" w:rsidRDefault="006974AE" w:rsidP="006974AE">
      <w:r>
        <w:t>709.0721</w:t>
      </w:r>
      <w:r>
        <w:tab/>
        <w:t>1.013e0</w:t>
      </w:r>
    </w:p>
    <w:p w:rsidR="006974AE" w:rsidRDefault="006974AE" w:rsidP="006974AE">
      <w:r>
        <w:t>709.0841</w:t>
      </w:r>
      <w:r>
        <w:tab/>
        <w:t>1.013e0</w:t>
      </w:r>
    </w:p>
    <w:p w:rsidR="006974AE" w:rsidRDefault="006974AE" w:rsidP="006974AE">
      <w:r>
        <w:t>709.0970</w:t>
      </w:r>
      <w:r>
        <w:tab/>
        <w:t>1.013e0</w:t>
      </w:r>
    </w:p>
    <w:p w:rsidR="006974AE" w:rsidRDefault="006974AE" w:rsidP="006974AE">
      <w:r>
        <w:t>709.1059</w:t>
      </w:r>
      <w:r>
        <w:tab/>
        <w:t>1.013e0</w:t>
      </w:r>
    </w:p>
    <w:p w:rsidR="006974AE" w:rsidRDefault="006974AE" w:rsidP="006974AE">
      <w:r>
        <w:t>709.1692</w:t>
      </w:r>
      <w:r>
        <w:tab/>
        <w:t>1.013e0</w:t>
      </w:r>
    </w:p>
    <w:p w:rsidR="006974AE" w:rsidRDefault="006974AE" w:rsidP="006974AE">
      <w:r>
        <w:t>709.1924</w:t>
      </w:r>
      <w:r>
        <w:tab/>
        <w:t>2.025e0</w:t>
      </w:r>
    </w:p>
    <w:p w:rsidR="006974AE" w:rsidRDefault="006974AE" w:rsidP="006974AE">
      <w:r>
        <w:t>709.2084</w:t>
      </w:r>
      <w:r>
        <w:tab/>
        <w:t>1.013e0</w:t>
      </w:r>
    </w:p>
    <w:p w:rsidR="006974AE" w:rsidRDefault="006974AE" w:rsidP="006974AE">
      <w:r>
        <w:t>709.2414</w:t>
      </w:r>
      <w:r>
        <w:tab/>
        <w:t>1.013e0</w:t>
      </w:r>
    </w:p>
    <w:p w:rsidR="006974AE" w:rsidRDefault="006974AE" w:rsidP="006974AE">
      <w:r>
        <w:t>709.2595</w:t>
      </w:r>
      <w:r>
        <w:tab/>
        <w:t>1.852e0</w:t>
      </w:r>
    </w:p>
    <w:p w:rsidR="006974AE" w:rsidRDefault="006974AE" w:rsidP="006974AE">
      <w:r>
        <w:t>709.2841</w:t>
      </w:r>
      <w:r>
        <w:tab/>
        <w:t>2.025e0</w:t>
      </w:r>
    </w:p>
    <w:p w:rsidR="006974AE" w:rsidRDefault="006974AE" w:rsidP="006974AE">
      <w:r>
        <w:t>709.3030</w:t>
      </w:r>
      <w:r>
        <w:tab/>
        <w:t>2.359e0</w:t>
      </w:r>
    </w:p>
    <w:p w:rsidR="006974AE" w:rsidRDefault="006974AE" w:rsidP="006974AE">
      <w:r>
        <w:t>709.3192</w:t>
      </w:r>
      <w:r>
        <w:tab/>
        <w:t>3.676e0</w:t>
      </w:r>
    </w:p>
    <w:p w:rsidR="006974AE" w:rsidRDefault="006974AE" w:rsidP="006974AE">
      <w:r>
        <w:lastRenderedPageBreak/>
        <w:t>709.3228</w:t>
      </w:r>
      <w:r>
        <w:tab/>
        <w:t>3.038e0</w:t>
      </w:r>
    </w:p>
    <w:p w:rsidR="006974AE" w:rsidRDefault="006974AE" w:rsidP="006974AE">
      <w:r>
        <w:t>709.3427</w:t>
      </w:r>
      <w:r>
        <w:tab/>
        <w:t>3.038e0</w:t>
      </w:r>
    </w:p>
    <w:p w:rsidR="006974AE" w:rsidRDefault="006974AE" w:rsidP="006974AE">
      <w:r>
        <w:t>709.3459</w:t>
      </w:r>
      <w:r>
        <w:tab/>
        <w:t>3.654e0</w:t>
      </w:r>
    </w:p>
    <w:p w:rsidR="006974AE" w:rsidRDefault="006974AE" w:rsidP="006974AE">
      <w:r>
        <w:t>709.3486</w:t>
      </w:r>
      <w:r>
        <w:tab/>
        <w:t>4.051e0</w:t>
      </w:r>
    </w:p>
    <w:p w:rsidR="006974AE" w:rsidRDefault="006974AE" w:rsidP="006974AE">
      <w:r>
        <w:t>709.4146</w:t>
      </w:r>
      <w:r>
        <w:tab/>
        <w:t>1.013e0</w:t>
      </w:r>
    </w:p>
    <w:p w:rsidR="006974AE" w:rsidRDefault="006974AE" w:rsidP="006974AE">
      <w:r>
        <w:t>709.4156</w:t>
      </w:r>
      <w:r>
        <w:tab/>
        <w:t>2.972e0</w:t>
      </w:r>
    </w:p>
    <w:p w:rsidR="006974AE" w:rsidRDefault="006974AE" w:rsidP="006974AE">
      <w:r>
        <w:t>709.4319</w:t>
      </w:r>
      <w:r>
        <w:tab/>
        <w:t>5.943e0</w:t>
      </w:r>
    </w:p>
    <w:p w:rsidR="006974AE" w:rsidRDefault="006974AE" w:rsidP="006974AE">
      <w:r>
        <w:t>709.4499</w:t>
      </w:r>
      <w:r>
        <w:tab/>
        <w:t>1.013e0</w:t>
      </w:r>
    </w:p>
    <w:p w:rsidR="006974AE" w:rsidRDefault="006974AE" w:rsidP="006974AE">
      <w:r>
        <w:t>709.4597</w:t>
      </w:r>
      <w:r>
        <w:tab/>
        <w:t>3.038e0</w:t>
      </w:r>
    </w:p>
    <w:p w:rsidR="006974AE" w:rsidRDefault="006974AE" w:rsidP="006974AE">
      <w:r>
        <w:t>709.4663</w:t>
      </w:r>
      <w:r>
        <w:tab/>
        <w:t>2.025e0</w:t>
      </w:r>
    </w:p>
    <w:p w:rsidR="006974AE" w:rsidRDefault="006974AE" w:rsidP="006974AE">
      <w:r>
        <w:t>709.5182</w:t>
      </w:r>
      <w:r>
        <w:tab/>
        <w:t>1.013e0</w:t>
      </w:r>
    </w:p>
    <w:p w:rsidR="006974AE" w:rsidRDefault="006974AE" w:rsidP="006974AE">
      <w:r>
        <w:t>709.5455</w:t>
      </w:r>
      <w:r>
        <w:tab/>
        <w:t>2.025e0</w:t>
      </w:r>
    </w:p>
    <w:p w:rsidR="006974AE" w:rsidRDefault="006974AE" w:rsidP="006974AE">
      <w:r>
        <w:t>709.5664</w:t>
      </w:r>
      <w:r>
        <w:tab/>
        <w:t>1.013e0</w:t>
      </w:r>
    </w:p>
    <w:p w:rsidR="006974AE" w:rsidRDefault="006974AE" w:rsidP="006974AE">
      <w:r>
        <w:t>709.5775</w:t>
      </w:r>
      <w:r>
        <w:tab/>
        <w:t>1.013e0</w:t>
      </w:r>
    </w:p>
    <w:p w:rsidR="006974AE" w:rsidRDefault="006974AE" w:rsidP="006974AE">
      <w:r>
        <w:t>709.5862</w:t>
      </w:r>
      <w:r>
        <w:tab/>
        <w:t>1.013e0</w:t>
      </w:r>
    </w:p>
    <w:p w:rsidR="006974AE" w:rsidRDefault="006974AE" w:rsidP="006974AE">
      <w:r>
        <w:t>709.5965</w:t>
      </w:r>
      <w:r>
        <w:tab/>
        <w:t>2.025e0</w:t>
      </w:r>
    </w:p>
    <w:p w:rsidR="006974AE" w:rsidRDefault="006974AE" w:rsidP="006974AE">
      <w:r>
        <w:t>709.6025</w:t>
      </w:r>
      <w:r>
        <w:tab/>
        <w:t>1.013e0</w:t>
      </w:r>
    </w:p>
    <w:p w:rsidR="006974AE" w:rsidRDefault="006974AE" w:rsidP="006974AE">
      <w:r>
        <w:t>709.6627</w:t>
      </w:r>
      <w:r>
        <w:tab/>
        <w:t>1.013e0</w:t>
      </w:r>
    </w:p>
    <w:p w:rsidR="006974AE" w:rsidRDefault="006974AE" w:rsidP="006974AE">
      <w:r>
        <w:t>709.6732</w:t>
      </w:r>
      <w:r>
        <w:tab/>
        <w:t>1.013e0</w:t>
      </w:r>
    </w:p>
    <w:p w:rsidR="006974AE" w:rsidRDefault="006974AE" w:rsidP="006974AE">
      <w:r>
        <w:lastRenderedPageBreak/>
        <w:t>709.7151</w:t>
      </w:r>
      <w:r>
        <w:tab/>
        <w:t>2.025e0</w:t>
      </w:r>
    </w:p>
    <w:p w:rsidR="006974AE" w:rsidRDefault="006974AE" w:rsidP="006974AE">
      <w:r>
        <w:t>709.7247</w:t>
      </w:r>
      <w:r>
        <w:tab/>
        <w:t>1.013e0</w:t>
      </w:r>
    </w:p>
    <w:p w:rsidR="006974AE" w:rsidRDefault="006974AE" w:rsidP="006974AE">
      <w:r>
        <w:t>709.7578</w:t>
      </w:r>
      <w:r>
        <w:tab/>
        <w:t>2.025e0</w:t>
      </w:r>
    </w:p>
    <w:p w:rsidR="006974AE" w:rsidRDefault="006974AE" w:rsidP="006974AE">
      <w:r>
        <w:t>709.7590</w:t>
      </w:r>
      <w:r>
        <w:tab/>
        <w:t>1.013e0</w:t>
      </w:r>
    </w:p>
    <w:p w:rsidR="006974AE" w:rsidRDefault="006974AE" w:rsidP="006974AE">
      <w:r>
        <w:t>709.8192</w:t>
      </w:r>
      <w:r>
        <w:tab/>
        <w:t>1.013e0</w:t>
      </w:r>
    </w:p>
    <w:p w:rsidR="006974AE" w:rsidRDefault="006974AE" w:rsidP="006974AE">
      <w:r>
        <w:t>709.9026</w:t>
      </w:r>
      <w:r>
        <w:tab/>
        <w:t>1.013e0</w:t>
      </w:r>
    </w:p>
    <w:p w:rsidR="006974AE" w:rsidRDefault="006974AE" w:rsidP="006974AE">
      <w:r>
        <w:t>709.9137</w:t>
      </w:r>
      <w:r>
        <w:tab/>
        <w:t>1.013e0</w:t>
      </w:r>
    </w:p>
    <w:p w:rsidR="006974AE" w:rsidRDefault="006974AE" w:rsidP="006974AE">
      <w:r>
        <w:t>709.9147</w:t>
      </w:r>
      <w:r>
        <w:tab/>
        <w:t>1.013e0</w:t>
      </w:r>
    </w:p>
    <w:p w:rsidR="006974AE" w:rsidRDefault="006974AE" w:rsidP="006974AE">
      <w:r>
        <w:t>709.9637</w:t>
      </w:r>
      <w:r>
        <w:tab/>
        <w:t>1.013e0</w:t>
      </w:r>
    </w:p>
    <w:p w:rsidR="006974AE" w:rsidRDefault="006974AE" w:rsidP="006974AE">
      <w:r>
        <w:t>709.9736</w:t>
      </w:r>
      <w:r>
        <w:tab/>
        <w:t>3.038e0</w:t>
      </w:r>
    </w:p>
    <w:p w:rsidR="006974AE" w:rsidRDefault="006974AE" w:rsidP="006974AE">
      <w:r>
        <w:t>710.0170</w:t>
      </w:r>
      <w:r>
        <w:tab/>
        <w:t>1.013e0</w:t>
      </w:r>
    </w:p>
    <w:p w:rsidR="006974AE" w:rsidRDefault="006974AE" w:rsidP="006974AE">
      <w:r>
        <w:t>710.0340</w:t>
      </w:r>
      <w:r>
        <w:tab/>
        <w:t>2.025e0</w:t>
      </w:r>
    </w:p>
    <w:p w:rsidR="006974AE" w:rsidRDefault="006974AE" w:rsidP="006974AE">
      <w:r>
        <w:t>710.0847</w:t>
      </w:r>
      <w:r>
        <w:tab/>
        <w:t>1.013e0</w:t>
      </w:r>
    </w:p>
    <w:p w:rsidR="006974AE" w:rsidRDefault="006974AE" w:rsidP="006974AE">
      <w:r>
        <w:t>710.1025</w:t>
      </w:r>
      <w:r>
        <w:tab/>
        <w:t>2.025e0</w:t>
      </w:r>
    </w:p>
    <w:p w:rsidR="006974AE" w:rsidRDefault="006974AE" w:rsidP="006974AE">
      <w:r>
        <w:t>710.1204</w:t>
      </w:r>
      <w:r>
        <w:tab/>
        <w:t>2.025e0</w:t>
      </w:r>
    </w:p>
    <w:p w:rsidR="006974AE" w:rsidRDefault="006974AE" w:rsidP="006974AE">
      <w:r>
        <w:t>710.1716</w:t>
      </w:r>
      <w:r>
        <w:tab/>
        <w:t>1.013e0</w:t>
      </w:r>
    </w:p>
    <w:p w:rsidR="006974AE" w:rsidRDefault="006974AE" w:rsidP="006974AE">
      <w:r>
        <w:t>710.2038</w:t>
      </w:r>
      <w:r>
        <w:tab/>
        <w:t>1.013e0</w:t>
      </w:r>
    </w:p>
    <w:p w:rsidR="006974AE" w:rsidRDefault="006974AE" w:rsidP="006974AE">
      <w:r>
        <w:t>710.2049</w:t>
      </w:r>
      <w:r>
        <w:tab/>
        <w:t>1.013e0</w:t>
      </w:r>
    </w:p>
    <w:p w:rsidR="006974AE" w:rsidRDefault="006974AE" w:rsidP="006974AE">
      <w:r>
        <w:t>710.2106</w:t>
      </w:r>
      <w:r>
        <w:tab/>
        <w:t>3.038e0</w:t>
      </w:r>
    </w:p>
    <w:p w:rsidR="006974AE" w:rsidRDefault="006974AE" w:rsidP="006974AE">
      <w:r>
        <w:lastRenderedPageBreak/>
        <w:t>710.2167</w:t>
      </w:r>
      <w:r>
        <w:tab/>
        <w:t>1.013e0</w:t>
      </w:r>
    </w:p>
    <w:p w:rsidR="006974AE" w:rsidRDefault="006974AE" w:rsidP="006974AE">
      <w:r>
        <w:t>710.2279</w:t>
      </w:r>
      <w:r>
        <w:tab/>
        <w:t>1.013e0</w:t>
      </w:r>
    </w:p>
    <w:p w:rsidR="006974AE" w:rsidRDefault="006974AE" w:rsidP="006974AE">
      <w:r>
        <w:t>710.2910</w:t>
      </w:r>
      <w:r>
        <w:tab/>
        <w:t>3.038e0</w:t>
      </w:r>
    </w:p>
    <w:p w:rsidR="006974AE" w:rsidRDefault="006974AE" w:rsidP="006974AE">
      <w:r>
        <w:t>710.2996</w:t>
      </w:r>
      <w:r>
        <w:tab/>
        <w:t>2.025e0</w:t>
      </w:r>
    </w:p>
    <w:p w:rsidR="006974AE" w:rsidRDefault="006974AE" w:rsidP="006974AE">
      <w:r>
        <w:t>710.3348</w:t>
      </w:r>
      <w:r>
        <w:tab/>
        <w:t>4.817e0</w:t>
      </w:r>
    </w:p>
    <w:p w:rsidR="006974AE" w:rsidRDefault="006974AE" w:rsidP="006974AE">
      <w:r>
        <w:t>710.3360</w:t>
      </w:r>
      <w:r>
        <w:tab/>
        <w:t>4.051e0</w:t>
      </w:r>
    </w:p>
    <w:p w:rsidR="006974AE" w:rsidRDefault="006974AE" w:rsidP="006974AE">
      <w:r>
        <w:t>710.3372</w:t>
      </w:r>
      <w:r>
        <w:tab/>
        <w:t>2.025e0</w:t>
      </w:r>
    </w:p>
    <w:p w:rsidR="006974AE" w:rsidRDefault="006974AE" w:rsidP="006974AE">
      <w:r>
        <w:t>710.3445</w:t>
      </w:r>
      <w:r>
        <w:tab/>
        <w:t>2.025e0</w:t>
      </w:r>
    </w:p>
    <w:p w:rsidR="006974AE" w:rsidRDefault="006974AE" w:rsidP="006974AE">
      <w:r>
        <w:t>710.3647</w:t>
      </w:r>
      <w:r>
        <w:tab/>
        <w:t>3.785e0</w:t>
      </w:r>
    </w:p>
    <w:p w:rsidR="006974AE" w:rsidRDefault="006974AE" w:rsidP="006974AE">
      <w:r>
        <w:t>710.3754</w:t>
      </w:r>
      <w:r>
        <w:tab/>
        <w:t>8.101e0</w:t>
      </w:r>
    </w:p>
    <w:p w:rsidR="006974AE" w:rsidRDefault="006974AE" w:rsidP="006974AE">
      <w:r>
        <w:t>710.4337</w:t>
      </w:r>
      <w:r>
        <w:tab/>
        <w:t>1.013e0</w:t>
      </w:r>
    </w:p>
    <w:p w:rsidR="006974AE" w:rsidRDefault="006974AE" w:rsidP="006974AE">
      <w:r>
        <w:t>710.4533</w:t>
      </w:r>
      <w:r>
        <w:tab/>
        <w:t>2.025e0</w:t>
      </w:r>
    </w:p>
    <w:p w:rsidR="006974AE" w:rsidRDefault="006974AE" w:rsidP="006974AE">
      <w:r>
        <w:t>710.4750</w:t>
      </w:r>
      <w:r>
        <w:tab/>
        <w:t>2.025e0</w:t>
      </w:r>
    </w:p>
    <w:p w:rsidR="006974AE" w:rsidRDefault="006974AE" w:rsidP="006974AE">
      <w:r>
        <w:t>710.5170</w:t>
      </w:r>
      <w:r>
        <w:tab/>
        <w:t>2.025e0</w:t>
      </w:r>
    </w:p>
    <w:p w:rsidR="006974AE" w:rsidRDefault="006974AE" w:rsidP="006974AE">
      <w:r>
        <w:t>710.5378</w:t>
      </w:r>
      <w:r>
        <w:tab/>
        <w:t>2.025e0</w:t>
      </w:r>
    </w:p>
    <w:p w:rsidR="006974AE" w:rsidRDefault="006974AE" w:rsidP="006974AE">
      <w:r>
        <w:t>710.5583</w:t>
      </w:r>
      <w:r>
        <w:tab/>
        <w:t>3.038e0</w:t>
      </w:r>
    </w:p>
    <w:p w:rsidR="006974AE" w:rsidRDefault="006974AE" w:rsidP="006974AE">
      <w:r>
        <w:t>710.5831</w:t>
      </w:r>
      <w:r>
        <w:tab/>
        <w:t>1.013e0</w:t>
      </w:r>
    </w:p>
    <w:p w:rsidR="006974AE" w:rsidRDefault="006974AE" w:rsidP="006974AE">
      <w:r>
        <w:t>710.5895</w:t>
      </w:r>
      <w:r>
        <w:tab/>
        <w:t>1.013e0</w:t>
      </w:r>
    </w:p>
    <w:p w:rsidR="006974AE" w:rsidRDefault="006974AE" w:rsidP="006974AE">
      <w:r>
        <w:t>710.6016</w:t>
      </w:r>
      <w:r>
        <w:tab/>
        <w:t>1.013e0</w:t>
      </w:r>
    </w:p>
    <w:p w:rsidR="006974AE" w:rsidRDefault="006974AE" w:rsidP="006974AE">
      <w:r>
        <w:lastRenderedPageBreak/>
        <w:t>710.6145</w:t>
      </w:r>
      <w:r>
        <w:tab/>
        <w:t>1.013e0</w:t>
      </w:r>
    </w:p>
    <w:p w:rsidR="006974AE" w:rsidRDefault="006974AE" w:rsidP="006974AE">
      <w:r>
        <w:t>710.6184</w:t>
      </w:r>
      <w:r>
        <w:tab/>
        <w:t>1.013e0</w:t>
      </w:r>
    </w:p>
    <w:p w:rsidR="006974AE" w:rsidRDefault="006974AE" w:rsidP="006974AE">
      <w:r>
        <w:t>710.6743</w:t>
      </w:r>
      <w:r>
        <w:tab/>
        <w:t>2.025e0</w:t>
      </w:r>
    </w:p>
    <w:p w:rsidR="006974AE" w:rsidRDefault="006974AE" w:rsidP="006974AE">
      <w:r>
        <w:t>710.7034</w:t>
      </w:r>
      <w:r>
        <w:tab/>
        <w:t>1.013e0</w:t>
      </w:r>
    </w:p>
    <w:p w:rsidR="006974AE" w:rsidRDefault="006974AE" w:rsidP="006974AE">
      <w:r>
        <w:t>710.7720</w:t>
      </w:r>
      <w:r>
        <w:tab/>
        <w:t>1.013e0</w:t>
      </w:r>
    </w:p>
    <w:p w:rsidR="006974AE" w:rsidRDefault="006974AE" w:rsidP="006974AE">
      <w:r>
        <w:t>710.8065</w:t>
      </w:r>
      <w:r>
        <w:tab/>
        <w:t>2.025e0</w:t>
      </w:r>
    </w:p>
    <w:p w:rsidR="006974AE" w:rsidRDefault="006974AE" w:rsidP="006974AE">
      <w:r>
        <w:t>710.8416</w:t>
      </w:r>
      <w:r>
        <w:tab/>
        <w:t>1.013e0</w:t>
      </w:r>
    </w:p>
    <w:p w:rsidR="006974AE" w:rsidRDefault="006974AE" w:rsidP="006974AE">
      <w:r>
        <w:t>710.8427</w:t>
      </w:r>
      <w:r>
        <w:tab/>
        <w:t>1.013e0</w:t>
      </w:r>
    </w:p>
    <w:p w:rsidR="006974AE" w:rsidRDefault="006974AE" w:rsidP="006974AE">
      <w:r>
        <w:t>710.8579</w:t>
      </w:r>
      <w:r>
        <w:tab/>
        <w:t>2.025e0</w:t>
      </w:r>
    </w:p>
    <w:p w:rsidR="006974AE" w:rsidRDefault="006974AE" w:rsidP="006974AE">
      <w:r>
        <w:t>710.9094</w:t>
      </w:r>
      <w:r>
        <w:tab/>
        <w:t>1.013e0</w:t>
      </w:r>
    </w:p>
    <w:p w:rsidR="006974AE" w:rsidRDefault="006974AE" w:rsidP="006974AE">
      <w:r>
        <w:t>710.9416</w:t>
      </w:r>
      <w:r>
        <w:tab/>
        <w:t>2.025e0</w:t>
      </w:r>
    </w:p>
    <w:p w:rsidR="006974AE" w:rsidRDefault="006974AE" w:rsidP="006974AE">
      <w:r>
        <w:t>711.0366</w:t>
      </w:r>
      <w:r>
        <w:tab/>
        <w:t>1.013e0</w:t>
      </w:r>
    </w:p>
    <w:p w:rsidR="006974AE" w:rsidRDefault="006974AE" w:rsidP="006974AE">
      <w:r>
        <w:t>711.0603</w:t>
      </w:r>
      <w:r>
        <w:tab/>
        <w:t>3.038e0</w:t>
      </w:r>
    </w:p>
    <w:p w:rsidR="006974AE" w:rsidRDefault="006974AE" w:rsidP="006974AE">
      <w:r>
        <w:t>711.0839</w:t>
      </w:r>
      <w:r>
        <w:tab/>
        <w:t>3.038e0</w:t>
      </w:r>
    </w:p>
    <w:p w:rsidR="006974AE" w:rsidRDefault="006974AE" w:rsidP="006974AE">
      <w:r>
        <w:t>711.1210</w:t>
      </w:r>
      <w:r>
        <w:tab/>
        <w:t>1.013e0</w:t>
      </w:r>
    </w:p>
    <w:p w:rsidR="006974AE" w:rsidRDefault="006974AE" w:rsidP="006974AE">
      <w:r>
        <w:t>711.1451</w:t>
      </w:r>
      <w:r>
        <w:tab/>
        <w:t>1.013e0</w:t>
      </w:r>
    </w:p>
    <w:p w:rsidR="006974AE" w:rsidRDefault="006974AE" w:rsidP="006974AE">
      <w:r>
        <w:t>711.1563</w:t>
      </w:r>
      <w:r>
        <w:tab/>
        <w:t>2.025e0</w:t>
      </w:r>
    </w:p>
    <w:p w:rsidR="006974AE" w:rsidRDefault="006974AE" w:rsidP="006974AE">
      <w:r>
        <w:t>711.1849</w:t>
      </w:r>
      <w:r>
        <w:tab/>
        <w:t>2.025e0</w:t>
      </w:r>
    </w:p>
    <w:p w:rsidR="006974AE" w:rsidRDefault="006974AE" w:rsidP="006974AE">
      <w:r>
        <w:t>711.2186</w:t>
      </w:r>
      <w:r>
        <w:tab/>
        <w:t>2.025e0</w:t>
      </w:r>
    </w:p>
    <w:p w:rsidR="006974AE" w:rsidRDefault="006974AE" w:rsidP="006974AE">
      <w:r>
        <w:lastRenderedPageBreak/>
        <w:t>711.2466</w:t>
      </w:r>
      <w:r>
        <w:tab/>
        <w:t>2.025e0</w:t>
      </w:r>
    </w:p>
    <w:p w:rsidR="006974AE" w:rsidRDefault="006974AE" w:rsidP="006974AE">
      <w:r>
        <w:t>711.2967</w:t>
      </w:r>
      <w:r>
        <w:tab/>
        <w:t>3.038e0</w:t>
      </w:r>
    </w:p>
    <w:p w:rsidR="006974AE" w:rsidRDefault="006974AE" w:rsidP="006974AE">
      <w:r>
        <w:t>711.3268</w:t>
      </w:r>
      <w:r>
        <w:tab/>
        <w:t>5.877e0</w:t>
      </w:r>
    </w:p>
    <w:p w:rsidR="006974AE" w:rsidRDefault="006974AE" w:rsidP="006974AE">
      <w:r>
        <w:t>711.3304</w:t>
      </w:r>
      <w:r>
        <w:tab/>
        <w:t>2.025e0</w:t>
      </w:r>
    </w:p>
    <w:p w:rsidR="006974AE" w:rsidRDefault="006974AE" w:rsidP="006974AE">
      <w:r>
        <w:t>711.3380</w:t>
      </w:r>
      <w:r>
        <w:tab/>
        <w:t>1.994e0</w:t>
      </w:r>
    </w:p>
    <w:p w:rsidR="006974AE" w:rsidRDefault="006974AE" w:rsidP="006974AE">
      <w:r>
        <w:t>711.3462</w:t>
      </w:r>
      <w:r>
        <w:tab/>
        <w:t>2.025e0</w:t>
      </w:r>
    </w:p>
    <w:p w:rsidR="006974AE" w:rsidRDefault="006974AE" w:rsidP="006974AE">
      <w:r>
        <w:t>711.3735</w:t>
      </w:r>
      <w:r>
        <w:tab/>
        <w:t>2.025e0</w:t>
      </w:r>
    </w:p>
    <w:p w:rsidR="006974AE" w:rsidRDefault="006974AE" w:rsidP="006974AE">
      <w:r>
        <w:t>711.3823</w:t>
      </w:r>
      <w:r>
        <w:tab/>
        <w:t>3.038e0</w:t>
      </w:r>
    </w:p>
    <w:p w:rsidR="006974AE" w:rsidRDefault="006974AE" w:rsidP="006974AE">
      <w:r>
        <w:t>711.3985</w:t>
      </w:r>
      <w:r>
        <w:tab/>
        <w:t>1.013e0</w:t>
      </w:r>
    </w:p>
    <w:p w:rsidR="006974AE" w:rsidRDefault="006974AE" w:rsidP="006974AE">
      <w:r>
        <w:t>711.4584</w:t>
      </w:r>
      <w:r>
        <w:tab/>
        <w:t>2.025e0</w:t>
      </w:r>
    </w:p>
    <w:p w:rsidR="006974AE" w:rsidRDefault="006974AE" w:rsidP="006974AE">
      <w:r>
        <w:t>711.4680</w:t>
      </w:r>
      <w:r>
        <w:tab/>
        <w:t>2.025e0</w:t>
      </w:r>
    </w:p>
    <w:p w:rsidR="006974AE" w:rsidRDefault="006974AE" w:rsidP="006974AE">
      <w:r>
        <w:t>711.4728</w:t>
      </w:r>
      <w:r>
        <w:tab/>
        <w:t>2.025e0</w:t>
      </w:r>
    </w:p>
    <w:p w:rsidR="006974AE" w:rsidRDefault="006974AE" w:rsidP="006974AE">
      <w:r>
        <w:t>711.4772</w:t>
      </w:r>
      <w:r>
        <w:tab/>
        <w:t>1.013e0</w:t>
      </w:r>
    </w:p>
    <w:p w:rsidR="006974AE" w:rsidRDefault="006974AE" w:rsidP="006974AE">
      <w:r>
        <w:t>711.4821</w:t>
      </w:r>
      <w:r>
        <w:tab/>
        <w:t>1.013e0</w:t>
      </w:r>
    </w:p>
    <w:p w:rsidR="006974AE" w:rsidRDefault="006974AE" w:rsidP="006974AE">
      <w:r>
        <w:t>711.5313</w:t>
      </w:r>
      <w:r>
        <w:tab/>
        <w:t>1.013e0</w:t>
      </w:r>
    </w:p>
    <w:p w:rsidR="006974AE" w:rsidRDefault="006974AE" w:rsidP="006974AE">
      <w:r>
        <w:t>711.5546</w:t>
      </w:r>
      <w:r>
        <w:tab/>
        <w:t>1.013e0</w:t>
      </w:r>
    </w:p>
    <w:p w:rsidR="006974AE" w:rsidRDefault="006974AE" w:rsidP="006974AE">
      <w:r>
        <w:t>711.5622</w:t>
      </w:r>
      <w:r>
        <w:tab/>
        <w:t>1.013e0</w:t>
      </w:r>
    </w:p>
    <w:p w:rsidR="006974AE" w:rsidRDefault="006974AE" w:rsidP="006974AE">
      <w:r>
        <w:t>711.5802</w:t>
      </w:r>
      <w:r>
        <w:tab/>
        <w:t>1.013e0</w:t>
      </w:r>
    </w:p>
    <w:p w:rsidR="006974AE" w:rsidRDefault="006974AE" w:rsidP="006974AE">
      <w:r>
        <w:t>711.6641</w:t>
      </w:r>
      <w:r>
        <w:tab/>
        <w:t>3.038e0</w:t>
      </w:r>
    </w:p>
    <w:p w:rsidR="006974AE" w:rsidRDefault="006974AE" w:rsidP="006974AE">
      <w:r>
        <w:lastRenderedPageBreak/>
        <w:t>711.6653</w:t>
      </w:r>
      <w:r>
        <w:tab/>
        <w:t>2.025e0</w:t>
      </w:r>
    </w:p>
    <w:p w:rsidR="006974AE" w:rsidRDefault="006974AE" w:rsidP="006974AE">
      <w:r>
        <w:t>711.6909</w:t>
      </w:r>
      <w:r>
        <w:tab/>
        <w:t>3.038e0</w:t>
      </w:r>
    </w:p>
    <w:p w:rsidR="006974AE" w:rsidRDefault="006974AE" w:rsidP="006974AE">
      <w:r>
        <w:t>711.7350</w:t>
      </w:r>
      <w:r>
        <w:tab/>
        <w:t>1.013e0</w:t>
      </w:r>
    </w:p>
    <w:p w:rsidR="006974AE" w:rsidRDefault="006974AE" w:rsidP="006974AE">
      <w:r>
        <w:t>711.7430</w:t>
      </w:r>
      <w:r>
        <w:tab/>
        <w:t>2.025e0</w:t>
      </w:r>
    </w:p>
    <w:p w:rsidR="006974AE" w:rsidRDefault="006974AE" w:rsidP="006974AE">
      <w:r>
        <w:t>711.7683</w:t>
      </w:r>
      <w:r>
        <w:tab/>
        <w:t>1.013e0</w:t>
      </w:r>
    </w:p>
    <w:p w:rsidR="006974AE" w:rsidRDefault="006974AE" w:rsidP="006974AE">
      <w:r>
        <w:t>711.8027</w:t>
      </w:r>
      <w:r>
        <w:tab/>
        <w:t>2.025e0</w:t>
      </w:r>
    </w:p>
    <w:p w:rsidR="006974AE" w:rsidRDefault="006974AE" w:rsidP="006974AE">
      <w:r>
        <w:t>711.8805</w:t>
      </w:r>
      <w:r>
        <w:tab/>
        <w:t>1.013e0</w:t>
      </w:r>
    </w:p>
    <w:p w:rsidR="006974AE" w:rsidRDefault="006974AE" w:rsidP="006974AE">
      <w:r>
        <w:t>711.9239</w:t>
      </w:r>
      <w:r>
        <w:tab/>
        <w:t>1.013e0</w:t>
      </w:r>
    </w:p>
    <w:p w:rsidR="006974AE" w:rsidRDefault="006974AE" w:rsidP="006974AE">
      <w:r>
        <w:t>712.0142</w:t>
      </w:r>
      <w:r>
        <w:tab/>
        <w:t>1.013e0</w:t>
      </w:r>
    </w:p>
    <w:p w:rsidR="006974AE" w:rsidRDefault="006974AE" w:rsidP="006974AE">
      <w:r>
        <w:t>712.0505</w:t>
      </w:r>
      <w:r>
        <w:tab/>
        <w:t>1.013e0</w:t>
      </w:r>
    </w:p>
    <w:p w:rsidR="006974AE" w:rsidRDefault="006974AE" w:rsidP="006974AE">
      <w:r>
        <w:t>712.0517</w:t>
      </w:r>
      <w:r>
        <w:tab/>
        <w:t>2.025e0</w:t>
      </w:r>
    </w:p>
    <w:p w:rsidR="006974AE" w:rsidRDefault="006974AE" w:rsidP="006974AE">
      <w:r>
        <w:t>712.0988</w:t>
      </w:r>
      <w:r>
        <w:tab/>
        <w:t>2.025e0</w:t>
      </w:r>
    </w:p>
    <w:p w:rsidR="006974AE" w:rsidRDefault="006974AE" w:rsidP="006974AE">
      <w:r>
        <w:t>712.1279</w:t>
      </w:r>
      <w:r>
        <w:tab/>
        <w:t>3.038e0</w:t>
      </w:r>
    </w:p>
    <w:p w:rsidR="006974AE" w:rsidRDefault="006974AE" w:rsidP="006974AE">
      <w:r>
        <w:t>712.1636</w:t>
      </w:r>
      <w:r>
        <w:tab/>
        <w:t>1.013e0</w:t>
      </w:r>
    </w:p>
    <w:p w:rsidR="006974AE" w:rsidRDefault="006974AE" w:rsidP="006974AE">
      <w:r>
        <w:t>712.1954</w:t>
      </w:r>
      <w:r>
        <w:tab/>
        <w:t>1.013e0</w:t>
      </w:r>
    </w:p>
    <w:p w:rsidR="006974AE" w:rsidRDefault="006974AE" w:rsidP="006974AE">
      <w:r>
        <w:t>712.1985</w:t>
      </w:r>
      <w:r>
        <w:tab/>
        <w:t>3.038e0</w:t>
      </w:r>
    </w:p>
    <w:p w:rsidR="006974AE" w:rsidRDefault="006974AE" w:rsidP="006974AE">
      <w:r>
        <w:t>712.2158</w:t>
      </w:r>
      <w:r>
        <w:tab/>
        <w:t>1.013e0</w:t>
      </w:r>
    </w:p>
    <w:p w:rsidR="006974AE" w:rsidRDefault="006974AE" w:rsidP="006974AE">
      <w:r>
        <w:t>712.2308</w:t>
      </w:r>
      <w:r>
        <w:tab/>
        <w:t>2.025e0</w:t>
      </w:r>
    </w:p>
    <w:p w:rsidR="006974AE" w:rsidRDefault="006974AE" w:rsidP="006974AE">
      <w:r>
        <w:t>712.2670</w:t>
      </w:r>
      <w:r>
        <w:tab/>
        <w:t>2.025e0</w:t>
      </w:r>
    </w:p>
    <w:p w:rsidR="006974AE" w:rsidRDefault="006974AE" w:rsidP="006974AE">
      <w:r>
        <w:lastRenderedPageBreak/>
        <w:t>712.2912</w:t>
      </w:r>
      <w:r>
        <w:tab/>
        <w:t>1.013e0</w:t>
      </w:r>
    </w:p>
    <w:p w:rsidR="006974AE" w:rsidRDefault="006974AE" w:rsidP="006974AE">
      <w:r>
        <w:t>712.3302</w:t>
      </w:r>
      <w:r>
        <w:tab/>
        <w:t>2.025e0</w:t>
      </w:r>
    </w:p>
    <w:p w:rsidR="006974AE" w:rsidRDefault="006974AE" w:rsidP="006974AE">
      <w:r>
        <w:t>712.3397</w:t>
      </w:r>
      <w:r>
        <w:tab/>
        <w:t>4.051e0</w:t>
      </w:r>
    </w:p>
    <w:p w:rsidR="006974AE" w:rsidRDefault="006974AE" w:rsidP="006974AE">
      <w:r>
        <w:t>712.3525</w:t>
      </w:r>
      <w:r>
        <w:tab/>
        <w:t>2.025e0</w:t>
      </w:r>
    </w:p>
    <w:p w:rsidR="006974AE" w:rsidRDefault="006974AE" w:rsidP="006974AE">
      <w:r>
        <w:t>712.3562</w:t>
      </w:r>
      <w:r>
        <w:tab/>
        <w:t>3.038e0</w:t>
      </w:r>
    </w:p>
    <w:p w:rsidR="006974AE" w:rsidRDefault="006974AE" w:rsidP="006974AE">
      <w:r>
        <w:t>712.3682</w:t>
      </w:r>
      <w:r>
        <w:tab/>
        <w:t>5.063e0</w:t>
      </w:r>
    </w:p>
    <w:p w:rsidR="006974AE" w:rsidRDefault="006974AE" w:rsidP="006974AE">
      <w:r>
        <w:t>712.3713</w:t>
      </w:r>
      <w:r>
        <w:tab/>
        <w:t>1.694e0</w:t>
      </w:r>
    </w:p>
    <w:p w:rsidR="006974AE" w:rsidRDefault="006974AE" w:rsidP="006974AE">
      <w:r>
        <w:t>712.3879</w:t>
      </w:r>
      <w:r>
        <w:tab/>
        <w:t>2.025e0</w:t>
      </w:r>
    </w:p>
    <w:p w:rsidR="006974AE" w:rsidRDefault="006974AE" w:rsidP="006974AE">
      <w:r>
        <w:t>712.3935</w:t>
      </w:r>
      <w:r>
        <w:tab/>
        <w:t>4.051e0</w:t>
      </w:r>
    </w:p>
    <w:p w:rsidR="006974AE" w:rsidRDefault="006974AE" w:rsidP="006974AE">
      <w:r>
        <w:t>712.3971</w:t>
      </w:r>
      <w:r>
        <w:tab/>
        <w:t>6.076e0</w:t>
      </w:r>
    </w:p>
    <w:p w:rsidR="006974AE" w:rsidRDefault="006974AE" w:rsidP="006974AE">
      <w:r>
        <w:t>712.4908</w:t>
      </w:r>
      <w:r>
        <w:tab/>
        <w:t>2.025e0</w:t>
      </w:r>
    </w:p>
    <w:p w:rsidR="006974AE" w:rsidRDefault="006974AE" w:rsidP="006974AE">
      <w:r>
        <w:t>712.5422</w:t>
      </w:r>
      <w:r>
        <w:tab/>
        <w:t>1.013e0</w:t>
      </w:r>
    </w:p>
    <w:p w:rsidR="006974AE" w:rsidRDefault="006974AE" w:rsidP="006974AE">
      <w:r>
        <w:t>712.5505</w:t>
      </w:r>
      <w:r>
        <w:tab/>
        <w:t>2.025e0</w:t>
      </w:r>
    </w:p>
    <w:p w:rsidR="006974AE" w:rsidRDefault="006974AE" w:rsidP="006974AE">
      <w:r>
        <w:t>712.5571</w:t>
      </w:r>
      <w:r>
        <w:tab/>
        <w:t>1.013e0</w:t>
      </w:r>
    </w:p>
    <w:p w:rsidR="006974AE" w:rsidRDefault="006974AE" w:rsidP="006974AE">
      <w:r>
        <w:t>712.5752</w:t>
      </w:r>
      <w:r>
        <w:tab/>
        <w:t>2.025e0</w:t>
      </w:r>
    </w:p>
    <w:p w:rsidR="006974AE" w:rsidRDefault="006974AE" w:rsidP="006974AE">
      <w:r>
        <w:t>712.5942</w:t>
      </w:r>
      <w:r>
        <w:tab/>
        <w:t>1.013e0</w:t>
      </w:r>
    </w:p>
    <w:p w:rsidR="006974AE" w:rsidRDefault="006974AE" w:rsidP="006974AE">
      <w:r>
        <w:t>712.6063</w:t>
      </w:r>
      <w:r>
        <w:tab/>
        <w:t>1.013e0</w:t>
      </w:r>
    </w:p>
    <w:p w:rsidR="006974AE" w:rsidRDefault="006974AE" w:rsidP="006974AE">
      <w:r>
        <w:t>712.6102</w:t>
      </w:r>
      <w:r>
        <w:tab/>
        <w:t>1.013e0</w:t>
      </w:r>
    </w:p>
    <w:p w:rsidR="006974AE" w:rsidRDefault="006974AE" w:rsidP="006974AE">
      <w:r>
        <w:t>712.6417</w:t>
      </w:r>
      <w:r>
        <w:tab/>
        <w:t>1.013e0</w:t>
      </w:r>
    </w:p>
    <w:p w:rsidR="006974AE" w:rsidRDefault="006974AE" w:rsidP="006974AE">
      <w:r>
        <w:lastRenderedPageBreak/>
        <w:t>712.6780</w:t>
      </w:r>
      <w:r>
        <w:tab/>
        <w:t>1.013e0</w:t>
      </w:r>
    </w:p>
    <w:p w:rsidR="006974AE" w:rsidRDefault="006974AE" w:rsidP="006974AE">
      <w:r>
        <w:t>712.6969</w:t>
      </w:r>
      <w:r>
        <w:tab/>
        <w:t>1.013e0</w:t>
      </w:r>
    </w:p>
    <w:p w:rsidR="006974AE" w:rsidRDefault="006974AE" w:rsidP="006974AE">
      <w:r>
        <w:t>712.7012</w:t>
      </w:r>
      <w:r>
        <w:tab/>
        <w:t>2.025e0</w:t>
      </w:r>
    </w:p>
    <w:p w:rsidR="006974AE" w:rsidRDefault="006974AE" w:rsidP="006974AE">
      <w:r>
        <w:t>712.7030</w:t>
      </w:r>
      <w:r>
        <w:tab/>
        <w:t>1.013e0</w:t>
      </w:r>
    </w:p>
    <w:p w:rsidR="006974AE" w:rsidRDefault="006974AE" w:rsidP="006974AE">
      <w:r>
        <w:t>712.7484</w:t>
      </w:r>
      <w:r>
        <w:tab/>
        <w:t>1.013e0</w:t>
      </w:r>
    </w:p>
    <w:p w:rsidR="006974AE" w:rsidRDefault="006974AE" w:rsidP="006974AE">
      <w:r>
        <w:t>712.8172</w:t>
      </w:r>
      <w:r>
        <w:tab/>
        <w:t>1.013e0</w:t>
      </w:r>
    </w:p>
    <w:p w:rsidR="006974AE" w:rsidRDefault="006974AE" w:rsidP="006974AE">
      <w:r>
        <w:t>712.9205</w:t>
      </w:r>
      <w:r>
        <w:tab/>
        <w:t>1.013e0</w:t>
      </w:r>
    </w:p>
    <w:p w:rsidR="006974AE" w:rsidRDefault="006974AE" w:rsidP="006974AE">
      <w:r>
        <w:t>712.9366</w:t>
      </w:r>
      <w:r>
        <w:tab/>
        <w:t>1.013e0</w:t>
      </w:r>
    </w:p>
    <w:p w:rsidR="006974AE" w:rsidRDefault="006974AE" w:rsidP="006974AE">
      <w:r>
        <w:t>712.9850</w:t>
      </w:r>
      <w:r>
        <w:tab/>
        <w:t>2.025e0</w:t>
      </w:r>
    </w:p>
    <w:p w:rsidR="006974AE" w:rsidRDefault="006974AE" w:rsidP="006974AE">
      <w:r>
        <w:t>713.0405</w:t>
      </w:r>
      <w:r>
        <w:tab/>
        <w:t>1.013e0</w:t>
      </w:r>
    </w:p>
    <w:p w:rsidR="006974AE" w:rsidRDefault="006974AE" w:rsidP="006974AE">
      <w:r>
        <w:t>713.0528</w:t>
      </w:r>
      <w:r>
        <w:tab/>
        <w:t>1.013e0</w:t>
      </w:r>
    </w:p>
    <w:p w:rsidR="006974AE" w:rsidRDefault="006974AE" w:rsidP="006974AE">
      <w:r>
        <w:t>713.1271</w:t>
      </w:r>
      <w:r>
        <w:tab/>
        <w:t>3.038e0</w:t>
      </w:r>
    </w:p>
    <w:p w:rsidR="006974AE" w:rsidRDefault="006974AE" w:rsidP="006974AE">
      <w:r>
        <w:t>713.1320</w:t>
      </w:r>
      <w:r>
        <w:tab/>
        <w:t>2.025e0</w:t>
      </w:r>
    </w:p>
    <w:p w:rsidR="006974AE" w:rsidRDefault="006974AE" w:rsidP="006974AE">
      <w:r>
        <w:t>713.2016</w:t>
      </w:r>
      <w:r>
        <w:tab/>
        <w:t>3.038e0</w:t>
      </w:r>
    </w:p>
    <w:p w:rsidR="006974AE" w:rsidRDefault="006974AE" w:rsidP="006974AE">
      <w:r>
        <w:t>713.2293</w:t>
      </w:r>
      <w:r>
        <w:tab/>
        <w:t>1.013e0</w:t>
      </w:r>
    </w:p>
    <w:p w:rsidR="006974AE" w:rsidRDefault="006974AE" w:rsidP="006974AE">
      <w:r>
        <w:t>713.2458</w:t>
      </w:r>
      <w:r>
        <w:tab/>
        <w:t>1.013e0</w:t>
      </w:r>
    </w:p>
    <w:p w:rsidR="006974AE" w:rsidRDefault="006974AE" w:rsidP="006974AE">
      <w:r>
        <w:t>713.2667</w:t>
      </w:r>
      <w:r>
        <w:tab/>
        <w:t>2.025e0</w:t>
      </w:r>
    </w:p>
    <w:p w:rsidR="006974AE" w:rsidRDefault="006974AE" w:rsidP="006974AE">
      <w:r>
        <w:t>713.3146</w:t>
      </w:r>
      <w:r>
        <w:tab/>
        <w:t>2.025e0</w:t>
      </w:r>
    </w:p>
    <w:p w:rsidR="006974AE" w:rsidRDefault="006974AE" w:rsidP="006974AE">
      <w:r>
        <w:t>713.3339</w:t>
      </w:r>
      <w:r>
        <w:tab/>
        <w:t>2.833e0</w:t>
      </w:r>
    </w:p>
    <w:p w:rsidR="006974AE" w:rsidRDefault="006974AE" w:rsidP="006974AE">
      <w:r>
        <w:lastRenderedPageBreak/>
        <w:t>713.3674</w:t>
      </w:r>
      <w:r>
        <w:tab/>
        <w:t>6.076e0</w:t>
      </w:r>
    </w:p>
    <w:p w:rsidR="006974AE" w:rsidRDefault="006974AE" w:rsidP="006974AE">
      <w:r>
        <w:t>713.3710</w:t>
      </w:r>
      <w:r>
        <w:tab/>
        <w:t>7.089e0</w:t>
      </w:r>
    </w:p>
    <w:p w:rsidR="006974AE" w:rsidRDefault="006974AE" w:rsidP="006974AE">
      <w:r>
        <w:t>713.3755</w:t>
      </w:r>
      <w:r>
        <w:tab/>
        <w:t>2.025e0</w:t>
      </w:r>
    </w:p>
    <w:p w:rsidR="006974AE" w:rsidRDefault="006974AE" w:rsidP="006974AE">
      <w:r>
        <w:t>713.3904</w:t>
      </w:r>
      <w:r>
        <w:tab/>
        <w:t>5.063e0</w:t>
      </w:r>
    </w:p>
    <w:p w:rsidR="006974AE" w:rsidRDefault="006974AE" w:rsidP="006974AE">
      <w:r>
        <w:t>713.4077</w:t>
      </w:r>
      <w:r>
        <w:tab/>
        <w:t>3.038e0</w:t>
      </w:r>
    </w:p>
    <w:p w:rsidR="006974AE" w:rsidRDefault="006974AE" w:rsidP="006974AE">
      <w:r>
        <w:t>713.4251</w:t>
      </w:r>
      <w:r>
        <w:tab/>
        <w:t>2.025e0</w:t>
      </w:r>
    </w:p>
    <w:p w:rsidR="006974AE" w:rsidRDefault="006974AE" w:rsidP="006974AE">
      <w:r>
        <w:t>713.4408</w:t>
      </w:r>
      <w:r>
        <w:tab/>
        <w:t>1.013e0</w:t>
      </w:r>
    </w:p>
    <w:p w:rsidR="006974AE" w:rsidRDefault="006974AE" w:rsidP="006974AE">
      <w:r>
        <w:t>713.4520</w:t>
      </w:r>
      <w:r>
        <w:tab/>
        <w:t>1.013e0</w:t>
      </w:r>
    </w:p>
    <w:p w:rsidR="006974AE" w:rsidRDefault="006974AE" w:rsidP="006974AE">
      <w:r>
        <w:t>713.4892</w:t>
      </w:r>
      <w:r>
        <w:tab/>
        <w:t>1.013e0</w:t>
      </w:r>
    </w:p>
    <w:p w:rsidR="006974AE" w:rsidRDefault="006974AE" w:rsidP="006974AE">
      <w:r>
        <w:t>713.5731</w:t>
      </w:r>
      <w:r>
        <w:tab/>
        <w:t>2.025e0</w:t>
      </w:r>
    </w:p>
    <w:p w:rsidR="006974AE" w:rsidRDefault="006974AE" w:rsidP="006974AE">
      <w:r>
        <w:t>713.5851</w:t>
      </w:r>
      <w:r>
        <w:tab/>
        <w:t>1.013e0</w:t>
      </w:r>
    </w:p>
    <w:p w:rsidR="006974AE" w:rsidRDefault="006974AE" w:rsidP="006974AE">
      <w:r>
        <w:t>713.6038</w:t>
      </w:r>
      <w:r>
        <w:tab/>
        <w:t>2.025e0</w:t>
      </w:r>
    </w:p>
    <w:p w:rsidR="006974AE" w:rsidRDefault="006974AE" w:rsidP="006974AE">
      <w:r>
        <w:t>713.6340</w:t>
      </w:r>
      <w:r>
        <w:tab/>
        <w:t>2.025e0</w:t>
      </w:r>
    </w:p>
    <w:p w:rsidR="006974AE" w:rsidRDefault="006974AE" w:rsidP="006974AE">
      <w:r>
        <w:t>713.6587</w:t>
      </w:r>
      <w:r>
        <w:tab/>
        <w:t>1.013e0</w:t>
      </w:r>
    </w:p>
    <w:p w:rsidR="006974AE" w:rsidRDefault="006974AE" w:rsidP="006974AE">
      <w:r>
        <w:t>713.7062</w:t>
      </w:r>
      <w:r>
        <w:tab/>
        <w:t>1.013e0</w:t>
      </w:r>
    </w:p>
    <w:p w:rsidR="006974AE" w:rsidRDefault="006974AE" w:rsidP="006974AE">
      <w:r>
        <w:t>713.7094</w:t>
      </w:r>
      <w:r>
        <w:tab/>
        <w:t>1.013e0</w:t>
      </w:r>
    </w:p>
    <w:p w:rsidR="006974AE" w:rsidRDefault="006974AE" w:rsidP="006974AE">
      <w:r>
        <w:t>713.7781</w:t>
      </w:r>
      <w:r>
        <w:tab/>
        <w:t>1.013e0</w:t>
      </w:r>
    </w:p>
    <w:p w:rsidR="006974AE" w:rsidRDefault="006974AE" w:rsidP="006974AE">
      <w:r>
        <w:t>713.7914</w:t>
      </w:r>
      <w:r>
        <w:tab/>
        <w:t>2.025e0</w:t>
      </w:r>
    </w:p>
    <w:p w:rsidR="006974AE" w:rsidRDefault="006974AE" w:rsidP="006974AE">
      <w:r>
        <w:t>713.8160</w:t>
      </w:r>
      <w:r>
        <w:tab/>
        <w:t>1.013e0</w:t>
      </w:r>
    </w:p>
    <w:p w:rsidR="006974AE" w:rsidRDefault="006974AE" w:rsidP="006974AE">
      <w:r>
        <w:lastRenderedPageBreak/>
        <w:t>713.8394</w:t>
      </w:r>
      <w:r>
        <w:tab/>
        <w:t>1.013e0</w:t>
      </w:r>
    </w:p>
    <w:p w:rsidR="006974AE" w:rsidRDefault="006974AE" w:rsidP="006974AE">
      <w:r>
        <w:t>713.8466</w:t>
      </w:r>
      <w:r>
        <w:tab/>
        <w:t>1.013e0</w:t>
      </w:r>
    </w:p>
    <w:p w:rsidR="006974AE" w:rsidRDefault="006974AE" w:rsidP="006974AE">
      <w:r>
        <w:t>713.8636</w:t>
      </w:r>
      <w:r>
        <w:tab/>
        <w:t>1.013e0</w:t>
      </w:r>
    </w:p>
    <w:p w:rsidR="006974AE" w:rsidRDefault="006974AE" w:rsidP="006974AE">
      <w:r>
        <w:t>713.8802</w:t>
      </w:r>
      <w:r>
        <w:tab/>
        <w:t>3.038e0</w:t>
      </w:r>
    </w:p>
    <w:p w:rsidR="006974AE" w:rsidRDefault="006974AE" w:rsidP="006974AE">
      <w:r>
        <w:t>713.9163</w:t>
      </w:r>
      <w:r>
        <w:tab/>
        <w:t>2.025e0</w:t>
      </w:r>
    </w:p>
    <w:p w:rsidR="006974AE" w:rsidRDefault="006974AE" w:rsidP="006974AE">
      <w:r>
        <w:t>714.0014</w:t>
      </w:r>
      <w:r>
        <w:tab/>
        <w:t>2.025e0</w:t>
      </w:r>
    </w:p>
    <w:p w:rsidR="006974AE" w:rsidRDefault="006974AE" w:rsidP="006974AE">
      <w:r>
        <w:t>714.0331</w:t>
      </w:r>
      <w:r>
        <w:tab/>
        <w:t>2.025e0</w:t>
      </w:r>
    </w:p>
    <w:p w:rsidR="006974AE" w:rsidRDefault="006974AE" w:rsidP="006974AE">
      <w:r>
        <w:t>714.0703</w:t>
      </w:r>
      <w:r>
        <w:tab/>
        <w:t>1.013e0</w:t>
      </w:r>
    </w:p>
    <w:p w:rsidR="006974AE" w:rsidRDefault="006974AE" w:rsidP="006974AE">
      <w:r>
        <w:t>714.0871</w:t>
      </w:r>
      <w:r>
        <w:tab/>
        <w:t>1.013e0</w:t>
      </w:r>
    </w:p>
    <w:p w:rsidR="006974AE" w:rsidRDefault="006974AE" w:rsidP="006974AE">
      <w:r>
        <w:t>714.1421</w:t>
      </w:r>
      <w:r>
        <w:tab/>
        <w:t>1.013e0</w:t>
      </w:r>
    </w:p>
    <w:p w:rsidR="006974AE" w:rsidRDefault="006974AE" w:rsidP="006974AE">
      <w:r>
        <w:t>714.2083</w:t>
      </w:r>
      <w:r>
        <w:tab/>
        <w:t>3.038e0</w:t>
      </w:r>
    </w:p>
    <w:p w:rsidR="006974AE" w:rsidRDefault="006974AE" w:rsidP="006974AE">
      <w:r>
        <w:t>714.2375</w:t>
      </w:r>
      <w:r>
        <w:tab/>
        <w:t>3.038e0</w:t>
      </w:r>
    </w:p>
    <w:p w:rsidR="006974AE" w:rsidRDefault="006974AE" w:rsidP="006974AE">
      <w:r>
        <w:t>714.2503</w:t>
      </w:r>
      <w:r>
        <w:tab/>
        <w:t>2.025e0</w:t>
      </w:r>
    </w:p>
    <w:p w:rsidR="006974AE" w:rsidRDefault="006974AE" w:rsidP="006974AE">
      <w:r>
        <w:t>714.2905</w:t>
      </w:r>
      <w:r>
        <w:tab/>
        <w:t>2.915e0</w:t>
      </w:r>
    </w:p>
    <w:p w:rsidR="006974AE" w:rsidRDefault="006974AE" w:rsidP="006974AE">
      <w:r>
        <w:t>714.3055</w:t>
      </w:r>
      <w:r>
        <w:tab/>
        <w:t>3.033e0</w:t>
      </w:r>
    </w:p>
    <w:p w:rsidR="006974AE" w:rsidRDefault="006974AE" w:rsidP="006974AE">
      <w:r>
        <w:t>714.3113</w:t>
      </w:r>
      <w:r>
        <w:tab/>
        <w:t>1.013e0</w:t>
      </w:r>
    </w:p>
    <w:p w:rsidR="006974AE" w:rsidRDefault="006974AE" w:rsidP="006974AE">
      <w:r>
        <w:t>714.3541</w:t>
      </w:r>
      <w:r>
        <w:tab/>
        <w:t>2.025e0</w:t>
      </w:r>
    </w:p>
    <w:p w:rsidR="006974AE" w:rsidRDefault="006974AE" w:rsidP="006974AE">
      <w:r>
        <w:t>714.3609</w:t>
      </w:r>
      <w:r>
        <w:tab/>
        <w:t>7.089e0</w:t>
      </w:r>
    </w:p>
    <w:p w:rsidR="006974AE" w:rsidRDefault="006974AE" w:rsidP="006974AE">
      <w:r>
        <w:t>714.3665</w:t>
      </w:r>
      <w:r>
        <w:tab/>
        <w:t>2.025e0</w:t>
      </w:r>
    </w:p>
    <w:p w:rsidR="006974AE" w:rsidRDefault="006974AE" w:rsidP="006974AE">
      <w:r>
        <w:lastRenderedPageBreak/>
        <w:t>714.3703</w:t>
      </w:r>
      <w:r>
        <w:tab/>
        <w:t>2.025e0</w:t>
      </w:r>
    </w:p>
    <w:p w:rsidR="006974AE" w:rsidRDefault="006974AE" w:rsidP="006974AE">
      <w:r>
        <w:t>714.3764</w:t>
      </w:r>
      <w:r>
        <w:tab/>
        <w:t>4.798e0</w:t>
      </w:r>
    </w:p>
    <w:p w:rsidR="006974AE" w:rsidRDefault="006974AE" w:rsidP="006974AE">
      <w:r>
        <w:t>714.3827</w:t>
      </w:r>
      <w:r>
        <w:tab/>
        <w:t>4.051e0</w:t>
      </w:r>
    </w:p>
    <w:p w:rsidR="006974AE" w:rsidRDefault="006974AE" w:rsidP="006974AE">
      <w:r>
        <w:t>714.4143</w:t>
      </w:r>
      <w:r>
        <w:tab/>
        <w:t>3.038e0</w:t>
      </w:r>
    </w:p>
    <w:p w:rsidR="006974AE" w:rsidRDefault="006974AE" w:rsidP="006974AE">
      <w:r>
        <w:t>714.4818</w:t>
      </w:r>
      <w:r>
        <w:tab/>
        <w:t>1.013e0</w:t>
      </w:r>
    </w:p>
    <w:p w:rsidR="006974AE" w:rsidRDefault="006974AE" w:rsidP="006974AE">
      <w:r>
        <w:t>714.5001</w:t>
      </w:r>
      <w:r>
        <w:tab/>
        <w:t>1.013e0</w:t>
      </w:r>
    </w:p>
    <w:p w:rsidR="006974AE" w:rsidRDefault="006974AE" w:rsidP="006974AE">
      <w:r>
        <w:t>714.5505</w:t>
      </w:r>
      <w:r>
        <w:tab/>
        <w:t>1.013e0</w:t>
      </w:r>
    </w:p>
    <w:p w:rsidR="006974AE" w:rsidRDefault="006974AE" w:rsidP="006974AE">
      <w:r>
        <w:t>714.5677</w:t>
      </w:r>
      <w:r>
        <w:tab/>
        <w:t>1.013e0</w:t>
      </w:r>
    </w:p>
    <w:p w:rsidR="006974AE" w:rsidRDefault="006974AE" w:rsidP="006974AE">
      <w:r>
        <w:t>714.5941</w:t>
      </w:r>
      <w:r>
        <w:tab/>
        <w:t>4.051e0</w:t>
      </w:r>
    </w:p>
    <w:p w:rsidR="006974AE" w:rsidRDefault="006974AE" w:rsidP="006974AE">
      <w:r>
        <w:t>714.5988</w:t>
      </w:r>
      <w:r>
        <w:tab/>
        <w:t>4.000e0</w:t>
      </w:r>
    </w:p>
    <w:p w:rsidR="006974AE" w:rsidRDefault="006974AE" w:rsidP="006974AE">
      <w:r>
        <w:t>714.6089</w:t>
      </w:r>
      <w:r>
        <w:tab/>
        <w:t>3.038e0</w:t>
      </w:r>
    </w:p>
    <w:p w:rsidR="006974AE" w:rsidRDefault="006974AE" w:rsidP="006974AE">
      <w:r>
        <w:t>714.6155</w:t>
      </w:r>
      <w:r>
        <w:tab/>
        <w:t>1.013e0</w:t>
      </w:r>
    </w:p>
    <w:p w:rsidR="006974AE" w:rsidRDefault="006974AE" w:rsidP="006974AE">
      <w:r>
        <w:t>714.6745</w:t>
      </w:r>
      <w:r>
        <w:tab/>
        <w:t>2.025e0</w:t>
      </w:r>
    </w:p>
    <w:p w:rsidR="006974AE" w:rsidRDefault="006974AE" w:rsidP="006974AE">
      <w:r>
        <w:t>714.7004</w:t>
      </w:r>
      <w:r>
        <w:tab/>
        <w:t>1.013e0</w:t>
      </w:r>
    </w:p>
    <w:p w:rsidR="006974AE" w:rsidRDefault="006974AE" w:rsidP="006974AE">
      <w:r>
        <w:t>714.7052</w:t>
      </w:r>
      <w:r>
        <w:tab/>
        <w:t>1.013e0</w:t>
      </w:r>
    </w:p>
    <w:p w:rsidR="006974AE" w:rsidRDefault="006974AE" w:rsidP="006974AE">
      <w:r>
        <w:t>714.7237</w:t>
      </w:r>
      <w:r>
        <w:tab/>
        <w:t>1.013e0</w:t>
      </w:r>
    </w:p>
    <w:p w:rsidR="006974AE" w:rsidRDefault="006974AE" w:rsidP="006974AE">
      <w:r>
        <w:t>714.7405</w:t>
      </w:r>
      <w:r>
        <w:tab/>
        <w:t>1.013e0</w:t>
      </w:r>
    </w:p>
    <w:p w:rsidR="006974AE" w:rsidRDefault="006974AE" w:rsidP="006974AE">
      <w:r>
        <w:t>714.7534</w:t>
      </w:r>
      <w:r>
        <w:tab/>
        <w:t>2.025e0</w:t>
      </w:r>
    </w:p>
    <w:p w:rsidR="006974AE" w:rsidRDefault="006974AE" w:rsidP="006974AE">
      <w:r>
        <w:t>714.7566</w:t>
      </w:r>
      <w:r>
        <w:tab/>
        <w:t>1.013e0</w:t>
      </w:r>
    </w:p>
    <w:p w:rsidR="006974AE" w:rsidRDefault="006974AE" w:rsidP="006974AE">
      <w:r>
        <w:lastRenderedPageBreak/>
        <w:t>714.7747</w:t>
      </w:r>
      <w:r>
        <w:tab/>
        <w:t>1.013e0</w:t>
      </w:r>
    </w:p>
    <w:p w:rsidR="006974AE" w:rsidRDefault="006974AE" w:rsidP="006974AE">
      <w:r>
        <w:t>714.8086</w:t>
      </w:r>
      <w:r>
        <w:tab/>
        <w:t>1.013e0</w:t>
      </w:r>
    </w:p>
    <w:p w:rsidR="006974AE" w:rsidRDefault="006974AE" w:rsidP="006974AE">
      <w:r>
        <w:t>714.8255</w:t>
      </w:r>
      <w:r>
        <w:tab/>
        <w:t>1.013e0</w:t>
      </w:r>
    </w:p>
    <w:p w:rsidR="006974AE" w:rsidRDefault="006974AE" w:rsidP="006974AE">
      <w:r>
        <w:t>714.8434</w:t>
      </w:r>
      <w:r>
        <w:tab/>
        <w:t>1.013e0</w:t>
      </w:r>
    </w:p>
    <w:p w:rsidR="006974AE" w:rsidRDefault="006974AE" w:rsidP="006974AE">
      <w:r>
        <w:t>714.8701</w:t>
      </w:r>
      <w:r>
        <w:tab/>
        <w:t>1.013e0</w:t>
      </w:r>
    </w:p>
    <w:p w:rsidR="006974AE" w:rsidRDefault="006974AE" w:rsidP="006974AE">
      <w:r>
        <w:t>714.8937</w:t>
      </w:r>
      <w:r>
        <w:tab/>
        <w:t>1.013e0</w:t>
      </w:r>
    </w:p>
    <w:p w:rsidR="006974AE" w:rsidRDefault="006974AE" w:rsidP="006974AE">
      <w:r>
        <w:t>714.9122</w:t>
      </w:r>
      <w:r>
        <w:tab/>
        <w:t>1.013e0</w:t>
      </w:r>
    </w:p>
    <w:p w:rsidR="006974AE" w:rsidRDefault="006974AE" w:rsidP="006974AE">
      <w:r>
        <w:t>714.9177</w:t>
      </w:r>
      <w:r>
        <w:tab/>
        <w:t>1.013e0</w:t>
      </w:r>
    </w:p>
    <w:p w:rsidR="006974AE" w:rsidRDefault="006974AE" w:rsidP="006974AE">
      <w:r>
        <w:t>715.0060</w:t>
      </w:r>
      <w:r>
        <w:tab/>
        <w:t>3.038e0</w:t>
      </w:r>
    </w:p>
    <w:p w:rsidR="006974AE" w:rsidRDefault="006974AE" w:rsidP="006974AE">
      <w:r>
        <w:t>715.0324</w:t>
      </w:r>
      <w:r>
        <w:tab/>
        <w:t>1.013e0</w:t>
      </w:r>
    </w:p>
    <w:p w:rsidR="006974AE" w:rsidRDefault="006974AE" w:rsidP="006974AE">
      <w:r>
        <w:t>715.0399</w:t>
      </w:r>
      <w:r>
        <w:tab/>
        <w:t>1.013e0</w:t>
      </w:r>
    </w:p>
    <w:p w:rsidR="006974AE" w:rsidRDefault="006974AE" w:rsidP="006974AE">
      <w:r>
        <w:t>715.0632</w:t>
      </w:r>
      <w:r>
        <w:tab/>
        <w:t>1.013e0</w:t>
      </w:r>
    </w:p>
    <w:p w:rsidR="006974AE" w:rsidRDefault="006974AE" w:rsidP="006974AE">
      <w:r>
        <w:t>715.0658</w:t>
      </w:r>
      <w:r>
        <w:tab/>
        <w:t>1.013e0</w:t>
      </w:r>
    </w:p>
    <w:p w:rsidR="006974AE" w:rsidRDefault="006974AE" w:rsidP="006974AE">
      <w:r>
        <w:t>715.0828</w:t>
      </w:r>
      <w:r>
        <w:tab/>
        <w:t>1.013e0</w:t>
      </w:r>
    </w:p>
    <w:p w:rsidR="006974AE" w:rsidRDefault="006974AE" w:rsidP="006974AE">
      <w:r>
        <w:t>715.1126</w:t>
      </w:r>
      <w:r>
        <w:tab/>
        <w:t>1.013e0</w:t>
      </w:r>
    </w:p>
    <w:p w:rsidR="006974AE" w:rsidRDefault="006974AE" w:rsidP="006974AE">
      <w:r>
        <w:t>715.1346</w:t>
      </w:r>
      <w:r>
        <w:tab/>
        <w:t>3.038e0</w:t>
      </w:r>
    </w:p>
    <w:p w:rsidR="006974AE" w:rsidRDefault="006974AE" w:rsidP="006974AE">
      <w:r>
        <w:t>715.1481</w:t>
      </w:r>
      <w:r>
        <w:tab/>
        <w:t>1.013e0</w:t>
      </w:r>
    </w:p>
    <w:p w:rsidR="006974AE" w:rsidRDefault="006974AE" w:rsidP="006974AE">
      <w:r>
        <w:t>715.2035</w:t>
      </w:r>
      <w:r>
        <w:tab/>
        <w:t>2.025e0</w:t>
      </w:r>
    </w:p>
    <w:p w:rsidR="006974AE" w:rsidRDefault="006974AE" w:rsidP="006974AE">
      <w:r>
        <w:t>715.2971</w:t>
      </w:r>
      <w:r>
        <w:tab/>
        <w:t>3.038e0</w:t>
      </w:r>
    </w:p>
    <w:p w:rsidR="006974AE" w:rsidRDefault="006974AE" w:rsidP="006974AE">
      <w:r>
        <w:lastRenderedPageBreak/>
        <w:t>715.3190</w:t>
      </w:r>
      <w:r>
        <w:tab/>
        <w:t>3.716e0</w:t>
      </w:r>
    </w:p>
    <w:p w:rsidR="006974AE" w:rsidRDefault="006974AE" w:rsidP="006974AE">
      <w:r>
        <w:t>715.3240</w:t>
      </w:r>
      <w:r>
        <w:tab/>
        <w:t>1.925e0</w:t>
      </w:r>
    </w:p>
    <w:p w:rsidR="006974AE" w:rsidRDefault="006974AE" w:rsidP="006974AE">
      <w:r>
        <w:t>715.3351</w:t>
      </w:r>
      <w:r>
        <w:tab/>
        <w:t>3.038e0</w:t>
      </w:r>
    </w:p>
    <w:p w:rsidR="006974AE" w:rsidRDefault="006974AE" w:rsidP="006974AE">
      <w:r>
        <w:t>715.3405</w:t>
      </w:r>
      <w:r>
        <w:tab/>
        <w:t>1.013e0</w:t>
      </w:r>
    </w:p>
    <w:p w:rsidR="006974AE" w:rsidRDefault="006974AE" w:rsidP="006974AE">
      <w:r>
        <w:t>715.3422</w:t>
      </w:r>
      <w:r>
        <w:tab/>
        <w:t>1.013e0</w:t>
      </w:r>
    </w:p>
    <w:p w:rsidR="006974AE" w:rsidRDefault="006974AE" w:rsidP="006974AE">
      <w:r>
        <w:t>715.3851</w:t>
      </w:r>
      <w:r>
        <w:tab/>
        <w:t>5.063e0</w:t>
      </w:r>
    </w:p>
    <w:p w:rsidR="006974AE" w:rsidRDefault="006974AE" w:rsidP="006974AE">
      <w:r>
        <w:t>715.3943</w:t>
      </w:r>
      <w:r>
        <w:tab/>
        <w:t>3.918e0</w:t>
      </w:r>
    </w:p>
    <w:p w:rsidR="006974AE" w:rsidRDefault="006974AE" w:rsidP="006974AE">
      <w:r>
        <w:t>715.4044</w:t>
      </w:r>
      <w:r>
        <w:tab/>
        <w:t>1.824e0</w:t>
      </w:r>
    </w:p>
    <w:p w:rsidR="006974AE" w:rsidRDefault="006974AE" w:rsidP="006974AE">
      <w:r>
        <w:t>715.4158</w:t>
      </w:r>
      <w:r>
        <w:tab/>
        <w:t>2.025e0</w:t>
      </w:r>
    </w:p>
    <w:p w:rsidR="006974AE" w:rsidRDefault="006974AE" w:rsidP="006974AE">
      <w:r>
        <w:t>715.4265</w:t>
      </w:r>
      <w:r>
        <w:tab/>
        <w:t>1.013e0</w:t>
      </w:r>
    </w:p>
    <w:p w:rsidR="006974AE" w:rsidRDefault="006974AE" w:rsidP="006974AE">
      <w:r>
        <w:t>715.4351</w:t>
      </w:r>
      <w:r>
        <w:tab/>
        <w:t>6.076e0</w:t>
      </w:r>
    </w:p>
    <w:p w:rsidR="006974AE" w:rsidRDefault="006974AE" w:rsidP="006974AE">
      <w:r>
        <w:t>715.4523</w:t>
      </w:r>
      <w:r>
        <w:tab/>
        <w:t>1.013e0</w:t>
      </w:r>
    </w:p>
    <w:p w:rsidR="006974AE" w:rsidRDefault="006974AE" w:rsidP="006974AE">
      <w:r>
        <w:t>715.4756</w:t>
      </w:r>
      <w:r>
        <w:tab/>
        <w:t>1.013e0</w:t>
      </w:r>
    </w:p>
    <w:p w:rsidR="006974AE" w:rsidRDefault="006974AE" w:rsidP="006974AE">
      <w:r>
        <w:t>715.4950</w:t>
      </w:r>
      <w:r>
        <w:tab/>
        <w:t>2.025e0</w:t>
      </w:r>
    </w:p>
    <w:p w:rsidR="006974AE" w:rsidRDefault="006974AE" w:rsidP="006974AE">
      <w:r>
        <w:t>715.5302</w:t>
      </w:r>
      <w:r>
        <w:tab/>
        <w:t>1.013e0</w:t>
      </w:r>
    </w:p>
    <w:p w:rsidR="006974AE" w:rsidRDefault="006974AE" w:rsidP="006974AE">
      <w:r>
        <w:t>715.5645</w:t>
      </w:r>
      <w:r>
        <w:tab/>
        <w:t>3.486e0</w:t>
      </w:r>
    </w:p>
    <w:p w:rsidR="006974AE" w:rsidRDefault="006974AE" w:rsidP="006974AE">
      <w:r>
        <w:t>715.5902</w:t>
      </w:r>
      <w:r>
        <w:tab/>
        <w:t>2.025e0</w:t>
      </w:r>
    </w:p>
    <w:p w:rsidR="006974AE" w:rsidRDefault="006974AE" w:rsidP="006974AE">
      <w:r>
        <w:t>715.6160</w:t>
      </w:r>
      <w:r>
        <w:tab/>
        <w:t>1.013e0</w:t>
      </w:r>
    </w:p>
    <w:p w:rsidR="006974AE" w:rsidRDefault="006974AE" w:rsidP="006974AE">
      <w:r>
        <w:t>715.6586</w:t>
      </w:r>
      <w:r>
        <w:tab/>
        <w:t>1.013e0</w:t>
      </w:r>
    </w:p>
    <w:p w:rsidR="006974AE" w:rsidRDefault="006974AE" w:rsidP="006974AE">
      <w:r>
        <w:lastRenderedPageBreak/>
        <w:t>715.6674</w:t>
      </w:r>
      <w:r>
        <w:tab/>
        <w:t>1.013e0</w:t>
      </w:r>
    </w:p>
    <w:p w:rsidR="006974AE" w:rsidRDefault="006974AE" w:rsidP="006974AE">
      <w:r>
        <w:t>715.6698</w:t>
      </w:r>
      <w:r>
        <w:tab/>
        <w:t>1.013e0</w:t>
      </w:r>
    </w:p>
    <w:p w:rsidR="006974AE" w:rsidRDefault="006974AE" w:rsidP="006974AE">
      <w:r>
        <w:t>715.7095</w:t>
      </w:r>
      <w:r>
        <w:tab/>
        <w:t>2.025e0</w:t>
      </w:r>
    </w:p>
    <w:p w:rsidR="006974AE" w:rsidRDefault="006974AE" w:rsidP="006974AE">
      <w:r>
        <w:t>715.7426</w:t>
      </w:r>
      <w:r>
        <w:tab/>
        <w:t>1.013e0</w:t>
      </w:r>
    </w:p>
    <w:p w:rsidR="006974AE" w:rsidRDefault="006974AE" w:rsidP="006974AE">
      <w:r>
        <w:t>715.7795</w:t>
      </w:r>
      <w:r>
        <w:tab/>
        <w:t>2.025e0</w:t>
      </w:r>
    </w:p>
    <w:p w:rsidR="006974AE" w:rsidRDefault="006974AE" w:rsidP="006974AE">
      <w:r>
        <w:t>715.8214</w:t>
      </w:r>
      <w:r>
        <w:tab/>
        <w:t>3.038e0</w:t>
      </w:r>
    </w:p>
    <w:p w:rsidR="006974AE" w:rsidRDefault="006974AE" w:rsidP="006974AE">
      <w:r>
        <w:t>715.9373</w:t>
      </w:r>
      <w:r>
        <w:tab/>
        <w:t>2.025e0</w:t>
      </w:r>
    </w:p>
    <w:p w:rsidR="006974AE" w:rsidRDefault="006974AE" w:rsidP="006974AE">
      <w:r>
        <w:t>715.9490</w:t>
      </w:r>
      <w:r>
        <w:tab/>
        <w:t>1.013e0</w:t>
      </w:r>
    </w:p>
    <w:p w:rsidR="006974AE" w:rsidRDefault="006974AE" w:rsidP="006974AE">
      <w:r>
        <w:t>715.9756</w:t>
      </w:r>
      <w:r>
        <w:tab/>
        <w:t>1.013e0</w:t>
      </w:r>
    </w:p>
    <w:p w:rsidR="006974AE" w:rsidRDefault="006974AE" w:rsidP="006974AE">
      <w:r>
        <w:t>715.9863</w:t>
      </w:r>
      <w:r>
        <w:tab/>
        <w:t>1.013e0</w:t>
      </w:r>
    </w:p>
    <w:p w:rsidR="006974AE" w:rsidRDefault="006974AE" w:rsidP="006974AE">
      <w:r>
        <w:t>716.0097</w:t>
      </w:r>
      <w:r>
        <w:tab/>
        <w:t>1.013e0</w:t>
      </w:r>
    </w:p>
    <w:p w:rsidR="006974AE" w:rsidRDefault="006974AE" w:rsidP="006974AE">
      <w:r>
        <w:t>716.0349</w:t>
      </w:r>
      <w:r>
        <w:tab/>
        <w:t>1.013e0</w:t>
      </w:r>
    </w:p>
    <w:p w:rsidR="006974AE" w:rsidRDefault="006974AE" w:rsidP="006974AE">
      <w:r>
        <w:t>716.0461</w:t>
      </w:r>
      <w:r>
        <w:tab/>
        <w:t>1.013e0</w:t>
      </w:r>
    </w:p>
    <w:p w:rsidR="006974AE" w:rsidRDefault="006974AE" w:rsidP="006974AE">
      <w:r>
        <w:t>716.0615</w:t>
      </w:r>
      <w:r>
        <w:tab/>
        <w:t>1.013e0</w:t>
      </w:r>
    </w:p>
    <w:p w:rsidR="006974AE" w:rsidRDefault="006974AE" w:rsidP="006974AE">
      <w:r>
        <w:t>716.1077</w:t>
      </w:r>
      <w:r>
        <w:tab/>
        <w:t>1.013e0</w:t>
      </w:r>
    </w:p>
    <w:p w:rsidR="006974AE" w:rsidRDefault="006974AE" w:rsidP="006974AE">
      <w:r>
        <w:t>716.1918</w:t>
      </w:r>
      <w:r>
        <w:tab/>
        <w:t>1.013e0</w:t>
      </w:r>
    </w:p>
    <w:p w:rsidR="006974AE" w:rsidRDefault="006974AE" w:rsidP="006974AE">
      <w:r>
        <w:t>716.2161</w:t>
      </w:r>
      <w:r>
        <w:tab/>
        <w:t>1.013e0</w:t>
      </w:r>
    </w:p>
    <w:p w:rsidR="006974AE" w:rsidRDefault="006974AE" w:rsidP="006974AE">
      <w:r>
        <w:t>716.2388</w:t>
      </w:r>
      <w:r>
        <w:tab/>
        <w:t>2.025e0</w:t>
      </w:r>
    </w:p>
    <w:p w:rsidR="006974AE" w:rsidRDefault="006974AE" w:rsidP="006974AE">
      <w:r>
        <w:t>716.2405</w:t>
      </w:r>
      <w:r>
        <w:tab/>
        <w:t>5.063e0</w:t>
      </w:r>
    </w:p>
    <w:p w:rsidR="006974AE" w:rsidRDefault="006974AE" w:rsidP="006974AE">
      <w:r>
        <w:lastRenderedPageBreak/>
        <w:t>716.3011</w:t>
      </w:r>
      <w:r>
        <w:tab/>
        <w:t>2.025e0</w:t>
      </w:r>
    </w:p>
    <w:p w:rsidR="006974AE" w:rsidRDefault="006974AE" w:rsidP="006974AE">
      <w:r>
        <w:t>716.3022</w:t>
      </w:r>
      <w:r>
        <w:tab/>
        <w:t>1.013e0</w:t>
      </w:r>
    </w:p>
    <w:p w:rsidR="006974AE" w:rsidRDefault="006974AE" w:rsidP="006974AE">
      <w:r>
        <w:t>716.3518</w:t>
      </w:r>
      <w:r>
        <w:tab/>
        <w:t>2.660e0</w:t>
      </w:r>
    </w:p>
    <w:p w:rsidR="006974AE" w:rsidRDefault="006974AE" w:rsidP="006974AE">
      <w:r>
        <w:t>716.3542</w:t>
      </w:r>
      <w:r>
        <w:tab/>
        <w:t>1.013e0</w:t>
      </w:r>
    </w:p>
    <w:p w:rsidR="006974AE" w:rsidRDefault="006974AE" w:rsidP="006974AE">
      <w:r>
        <w:t>716.3586</w:t>
      </w:r>
      <w:r>
        <w:tab/>
        <w:t>4.051e0</w:t>
      </w:r>
    </w:p>
    <w:p w:rsidR="006974AE" w:rsidRDefault="006974AE" w:rsidP="006974AE">
      <w:r>
        <w:t>716.3810</w:t>
      </w:r>
      <w:r>
        <w:tab/>
        <w:t>2.025e0</w:t>
      </w:r>
    </w:p>
    <w:p w:rsidR="006974AE" w:rsidRDefault="006974AE" w:rsidP="006974AE">
      <w:r>
        <w:t>716.3862</w:t>
      </w:r>
      <w:r>
        <w:tab/>
        <w:t>6.076e0</w:t>
      </w:r>
    </w:p>
    <w:p w:rsidR="006974AE" w:rsidRDefault="006974AE" w:rsidP="006974AE">
      <w:r>
        <w:t>716.3967</w:t>
      </w:r>
      <w:r>
        <w:tab/>
        <w:t>3.996e0</w:t>
      </w:r>
    </w:p>
    <w:p w:rsidR="006974AE" w:rsidRDefault="006974AE" w:rsidP="006974AE">
      <w:r>
        <w:t>716.4188</w:t>
      </w:r>
      <w:r>
        <w:tab/>
        <w:t>2.942e0</w:t>
      </w:r>
    </w:p>
    <w:p w:rsidR="006974AE" w:rsidRDefault="006974AE" w:rsidP="006974AE">
      <w:r>
        <w:t>716.4374</w:t>
      </w:r>
      <w:r>
        <w:tab/>
        <w:t>1.830e0</w:t>
      </w:r>
    </w:p>
    <w:p w:rsidR="006974AE" w:rsidRDefault="006974AE" w:rsidP="006974AE">
      <w:r>
        <w:t>716.4570</w:t>
      </w:r>
      <w:r>
        <w:tab/>
        <w:t>1.013e0</w:t>
      </w:r>
    </w:p>
    <w:p w:rsidR="006974AE" w:rsidRDefault="006974AE" w:rsidP="006974AE">
      <w:r>
        <w:t>716.4591</w:t>
      </w:r>
      <w:r>
        <w:tab/>
        <w:t>1.013e0</w:t>
      </w:r>
    </w:p>
    <w:p w:rsidR="006974AE" w:rsidRDefault="006974AE" w:rsidP="006974AE">
      <w:r>
        <w:t>716.4760</w:t>
      </w:r>
      <w:r>
        <w:tab/>
        <w:t>3.038e0</w:t>
      </w:r>
    </w:p>
    <w:p w:rsidR="006974AE" w:rsidRDefault="006974AE" w:rsidP="006974AE">
      <w:r>
        <w:t>716.4783</w:t>
      </w:r>
      <w:r>
        <w:tab/>
        <w:t>2.025e0</w:t>
      </w:r>
    </w:p>
    <w:p w:rsidR="006974AE" w:rsidRDefault="006974AE" w:rsidP="006974AE">
      <w:r>
        <w:t>716.5077</w:t>
      </w:r>
      <w:r>
        <w:tab/>
        <w:t>1.013e0</w:t>
      </w:r>
    </w:p>
    <w:p w:rsidR="006974AE" w:rsidRDefault="006974AE" w:rsidP="006974AE">
      <w:r>
        <w:t>716.5198</w:t>
      </w:r>
      <w:r>
        <w:tab/>
        <w:t>1.013e0</w:t>
      </w:r>
    </w:p>
    <w:p w:rsidR="006974AE" w:rsidRDefault="006974AE" w:rsidP="006974AE">
      <w:r>
        <w:t>716.5428</w:t>
      </w:r>
      <w:r>
        <w:tab/>
        <w:t>1.013e0</w:t>
      </w:r>
    </w:p>
    <w:p w:rsidR="006974AE" w:rsidRDefault="006974AE" w:rsidP="006974AE">
      <w:r>
        <w:t>716.5573</w:t>
      </w:r>
      <w:r>
        <w:tab/>
        <w:t>2.025e0</w:t>
      </w:r>
    </w:p>
    <w:p w:rsidR="006974AE" w:rsidRDefault="006974AE" w:rsidP="006974AE">
      <w:r>
        <w:t>716.5859</w:t>
      </w:r>
      <w:r>
        <w:tab/>
        <w:t>2.025e0</w:t>
      </w:r>
    </w:p>
    <w:p w:rsidR="006974AE" w:rsidRDefault="006974AE" w:rsidP="006974AE">
      <w:r>
        <w:lastRenderedPageBreak/>
        <w:t>716.6292</w:t>
      </w:r>
      <w:r>
        <w:tab/>
        <w:t>1.013e0</w:t>
      </w:r>
    </w:p>
    <w:p w:rsidR="006974AE" w:rsidRDefault="006974AE" w:rsidP="006974AE">
      <w:r>
        <w:t>716.6373</w:t>
      </w:r>
      <w:r>
        <w:tab/>
        <w:t>2.025e0</w:t>
      </w:r>
    </w:p>
    <w:p w:rsidR="006974AE" w:rsidRDefault="006974AE" w:rsidP="006974AE">
      <w:r>
        <w:t>716.6451</w:t>
      </w:r>
      <w:r>
        <w:tab/>
        <w:t>1.013e0</w:t>
      </w:r>
    </w:p>
    <w:p w:rsidR="006974AE" w:rsidRDefault="006974AE" w:rsidP="006974AE">
      <w:r>
        <w:t>716.6620</w:t>
      </w:r>
      <w:r>
        <w:tab/>
        <w:t>2.025e0</w:t>
      </w:r>
    </w:p>
    <w:p w:rsidR="006974AE" w:rsidRDefault="006974AE" w:rsidP="006974AE">
      <w:r>
        <w:t>716.7125</w:t>
      </w:r>
      <w:r>
        <w:tab/>
        <w:t>3.038e0</w:t>
      </w:r>
    </w:p>
    <w:p w:rsidR="006974AE" w:rsidRDefault="006974AE" w:rsidP="006974AE">
      <w:r>
        <w:t>716.7313</w:t>
      </w:r>
      <w:r>
        <w:tab/>
        <w:t>2.025e0</w:t>
      </w:r>
    </w:p>
    <w:p w:rsidR="006974AE" w:rsidRDefault="006974AE" w:rsidP="006974AE">
      <w:r>
        <w:t>716.7759</w:t>
      </w:r>
      <w:r>
        <w:tab/>
        <w:t>1.013e0</w:t>
      </w:r>
    </w:p>
    <w:p w:rsidR="006974AE" w:rsidRDefault="006974AE" w:rsidP="006974AE">
      <w:r>
        <w:t>716.8845</w:t>
      </w:r>
      <w:r>
        <w:tab/>
        <w:t>1.013e0</w:t>
      </w:r>
    </w:p>
    <w:p w:rsidR="006974AE" w:rsidRDefault="006974AE" w:rsidP="006974AE">
      <w:r>
        <w:t>716.9097</w:t>
      </w:r>
      <w:r>
        <w:tab/>
        <w:t>1.013e0</w:t>
      </w:r>
    </w:p>
    <w:p w:rsidR="006974AE" w:rsidRDefault="006974AE" w:rsidP="006974AE">
      <w:r>
        <w:t>716.9209</w:t>
      </w:r>
      <w:r>
        <w:tab/>
        <w:t>1.013e0</w:t>
      </w:r>
    </w:p>
    <w:p w:rsidR="006974AE" w:rsidRDefault="006974AE" w:rsidP="006974AE">
      <w:r>
        <w:t>716.9452</w:t>
      </w:r>
      <w:r>
        <w:tab/>
        <w:t>2.025e0</w:t>
      </w:r>
    </w:p>
    <w:p w:rsidR="006974AE" w:rsidRDefault="006974AE" w:rsidP="006974AE">
      <w:r>
        <w:t>717.0150</w:t>
      </w:r>
      <w:r>
        <w:tab/>
        <w:t>2.025e0</w:t>
      </w:r>
    </w:p>
    <w:p w:rsidR="006974AE" w:rsidRDefault="006974AE" w:rsidP="006974AE">
      <w:r>
        <w:t>717.0266</w:t>
      </w:r>
      <w:r>
        <w:tab/>
        <w:t>2.025e0</w:t>
      </w:r>
    </w:p>
    <w:p w:rsidR="006974AE" w:rsidRDefault="006974AE" w:rsidP="006974AE">
      <w:r>
        <w:t>717.0546</w:t>
      </w:r>
      <w:r>
        <w:tab/>
        <w:t>1.013e0</w:t>
      </w:r>
    </w:p>
    <w:p w:rsidR="006974AE" w:rsidRDefault="006974AE" w:rsidP="006974AE">
      <w:r>
        <w:t>717.0677</w:t>
      </w:r>
      <w:r>
        <w:tab/>
        <w:t>1.013e0</w:t>
      </w:r>
    </w:p>
    <w:p w:rsidR="006974AE" w:rsidRDefault="006974AE" w:rsidP="006974AE">
      <w:r>
        <w:t>717.0739</w:t>
      </w:r>
      <w:r>
        <w:tab/>
        <w:t>1.013e0</w:t>
      </w:r>
    </w:p>
    <w:p w:rsidR="006974AE" w:rsidRDefault="006974AE" w:rsidP="006974AE">
      <w:r>
        <w:t>717.1082</w:t>
      </w:r>
      <w:r>
        <w:tab/>
        <w:t>2.025e0</w:t>
      </w:r>
    </w:p>
    <w:p w:rsidR="006974AE" w:rsidRDefault="006974AE" w:rsidP="006974AE">
      <w:r>
        <w:t>717.1264</w:t>
      </w:r>
      <w:r>
        <w:tab/>
        <w:t>1.013e0</w:t>
      </w:r>
    </w:p>
    <w:p w:rsidR="006974AE" w:rsidRDefault="006974AE" w:rsidP="006974AE">
      <w:r>
        <w:t>717.1528</w:t>
      </w:r>
      <w:r>
        <w:tab/>
        <w:t>1.013e0</w:t>
      </w:r>
    </w:p>
    <w:p w:rsidR="006974AE" w:rsidRDefault="006974AE" w:rsidP="006974AE">
      <w:r>
        <w:lastRenderedPageBreak/>
        <w:t>717.1599</w:t>
      </w:r>
      <w:r>
        <w:tab/>
        <w:t>3.038e0</w:t>
      </w:r>
    </w:p>
    <w:p w:rsidR="006974AE" w:rsidRDefault="006974AE" w:rsidP="006974AE">
      <w:r>
        <w:t>717.1793</w:t>
      </w:r>
      <w:r>
        <w:tab/>
        <w:t>4.051e0</w:t>
      </w:r>
    </w:p>
    <w:p w:rsidR="006974AE" w:rsidRDefault="006974AE" w:rsidP="006974AE">
      <w:r>
        <w:t>717.1951</w:t>
      </w:r>
      <w:r>
        <w:tab/>
        <w:t>1.013e0</w:t>
      </w:r>
    </w:p>
    <w:p w:rsidR="006974AE" w:rsidRDefault="006974AE" w:rsidP="006974AE">
      <w:r>
        <w:t>717.2455</w:t>
      </w:r>
      <w:r>
        <w:tab/>
        <w:t>1.013e0</w:t>
      </w:r>
    </w:p>
    <w:p w:rsidR="006974AE" w:rsidRDefault="006974AE" w:rsidP="006974AE">
      <w:r>
        <w:t>717.2496</w:t>
      </w:r>
      <w:r>
        <w:tab/>
        <w:t>2.025e0</w:t>
      </w:r>
    </w:p>
    <w:p w:rsidR="006974AE" w:rsidRDefault="006974AE" w:rsidP="006974AE">
      <w:r>
        <w:t>717.2894</w:t>
      </w:r>
      <w:r>
        <w:tab/>
        <w:t>2.021e0</w:t>
      </w:r>
    </w:p>
    <w:p w:rsidR="006974AE" w:rsidRDefault="006974AE" w:rsidP="006974AE">
      <w:r>
        <w:t>717.3100</w:t>
      </w:r>
      <w:r>
        <w:tab/>
        <w:t>2.823e0</w:t>
      </w:r>
    </w:p>
    <w:p w:rsidR="006974AE" w:rsidRDefault="006974AE" w:rsidP="006974AE">
      <w:r>
        <w:t>717.3344</w:t>
      </w:r>
      <w:r>
        <w:tab/>
        <w:t>3.911e0</w:t>
      </w:r>
    </w:p>
    <w:p w:rsidR="006974AE" w:rsidRDefault="006974AE" w:rsidP="006974AE">
      <w:r>
        <w:t>717.3465</w:t>
      </w:r>
      <w:r>
        <w:tab/>
        <w:t>1.013e0</w:t>
      </w:r>
    </w:p>
    <w:p w:rsidR="006974AE" w:rsidRDefault="006974AE" w:rsidP="006974AE">
      <w:r>
        <w:t>717.3961</w:t>
      </w:r>
      <w:r>
        <w:tab/>
        <w:t>1.013e0</w:t>
      </w:r>
    </w:p>
    <w:p w:rsidR="006974AE" w:rsidRDefault="006974AE" w:rsidP="006974AE">
      <w:r>
        <w:t>717.4195</w:t>
      </w:r>
      <w:r>
        <w:tab/>
        <w:t>1.925e0</w:t>
      </w:r>
    </w:p>
    <w:p w:rsidR="006974AE" w:rsidRDefault="006974AE" w:rsidP="006974AE">
      <w:r>
        <w:t>717.4397</w:t>
      </w:r>
      <w:r>
        <w:tab/>
        <w:t>2.025e0</w:t>
      </w:r>
    </w:p>
    <w:p w:rsidR="006974AE" w:rsidRDefault="006974AE" w:rsidP="006974AE">
      <w:r>
        <w:t>717.4495</w:t>
      </w:r>
      <w:r>
        <w:tab/>
        <w:t>3.038e0</w:t>
      </w:r>
    </w:p>
    <w:p w:rsidR="006974AE" w:rsidRDefault="006974AE" w:rsidP="006974AE">
      <w:r>
        <w:t>717.4812</w:t>
      </w:r>
      <w:r>
        <w:tab/>
        <w:t>1.013e0</w:t>
      </w:r>
    </w:p>
    <w:p w:rsidR="006974AE" w:rsidRDefault="006974AE" w:rsidP="006974AE">
      <w:r>
        <w:t>717.5056</w:t>
      </w:r>
      <w:r>
        <w:tab/>
        <w:t>2.025e0</w:t>
      </w:r>
    </w:p>
    <w:p w:rsidR="006974AE" w:rsidRDefault="006974AE" w:rsidP="006974AE">
      <w:r>
        <w:t>717.5543</w:t>
      </w:r>
      <w:r>
        <w:tab/>
        <w:t>2.025e0</w:t>
      </w:r>
    </w:p>
    <w:p w:rsidR="006974AE" w:rsidRDefault="006974AE" w:rsidP="006974AE">
      <w:r>
        <w:t>717.5642</w:t>
      </w:r>
      <w:r>
        <w:tab/>
        <w:t>2.025e0</w:t>
      </w:r>
    </w:p>
    <w:p w:rsidR="006974AE" w:rsidRDefault="006974AE" w:rsidP="006974AE">
      <w:r>
        <w:t>717.5724</w:t>
      </w:r>
      <w:r>
        <w:tab/>
        <w:t>3.038e0</w:t>
      </w:r>
    </w:p>
    <w:p w:rsidR="006974AE" w:rsidRDefault="006974AE" w:rsidP="006974AE">
      <w:r>
        <w:t>717.6029</w:t>
      </w:r>
      <w:r>
        <w:tab/>
        <w:t>1.013e0</w:t>
      </w:r>
    </w:p>
    <w:p w:rsidR="006974AE" w:rsidRDefault="006974AE" w:rsidP="006974AE">
      <w:r>
        <w:lastRenderedPageBreak/>
        <w:t>717.6759</w:t>
      </w:r>
      <w:r>
        <w:tab/>
        <w:t>1.013e0</w:t>
      </w:r>
    </w:p>
    <w:p w:rsidR="006974AE" w:rsidRDefault="006974AE" w:rsidP="006974AE">
      <w:r>
        <w:t>717.6915</w:t>
      </w:r>
      <w:r>
        <w:tab/>
        <w:t>2.025e0</w:t>
      </w:r>
    </w:p>
    <w:p w:rsidR="006974AE" w:rsidRDefault="006974AE" w:rsidP="006974AE">
      <w:r>
        <w:t>717.7271</w:t>
      </w:r>
      <w:r>
        <w:tab/>
        <w:t>1.013e0</w:t>
      </w:r>
    </w:p>
    <w:p w:rsidR="006974AE" w:rsidRDefault="006974AE" w:rsidP="006974AE">
      <w:r>
        <w:t>717.7610</w:t>
      </w:r>
      <w:r>
        <w:tab/>
        <w:t>2.025e0</w:t>
      </w:r>
    </w:p>
    <w:p w:rsidR="006974AE" w:rsidRDefault="006974AE" w:rsidP="006974AE">
      <w:r>
        <w:t>717.7845</w:t>
      </w:r>
      <w:r>
        <w:tab/>
        <w:t>1.013e0</w:t>
      </w:r>
    </w:p>
    <w:p w:rsidR="006974AE" w:rsidRDefault="006974AE" w:rsidP="006974AE">
      <w:r>
        <w:t>717.8575</w:t>
      </w:r>
      <w:r>
        <w:tab/>
        <w:t>1.013e0</w:t>
      </w:r>
    </w:p>
    <w:p w:rsidR="006974AE" w:rsidRDefault="006974AE" w:rsidP="006974AE">
      <w:r>
        <w:t>717.8643</w:t>
      </w:r>
      <w:r>
        <w:tab/>
        <w:t>1.013e0</w:t>
      </w:r>
    </w:p>
    <w:p w:rsidR="006974AE" w:rsidRDefault="006974AE" w:rsidP="006974AE">
      <w:r>
        <w:t>717.9437</w:t>
      </w:r>
      <w:r>
        <w:tab/>
        <w:t>1.013e0</w:t>
      </w:r>
    </w:p>
    <w:p w:rsidR="006974AE" w:rsidRDefault="006974AE" w:rsidP="006974AE">
      <w:r>
        <w:t>718.0532</w:t>
      </w:r>
      <w:r>
        <w:tab/>
        <w:t>1.013e0</w:t>
      </w:r>
    </w:p>
    <w:p w:rsidR="006974AE" w:rsidRDefault="006974AE" w:rsidP="006974AE">
      <w:r>
        <w:t>718.1010</w:t>
      </w:r>
      <w:r>
        <w:tab/>
        <w:t>1.013e0</w:t>
      </w:r>
    </w:p>
    <w:p w:rsidR="006974AE" w:rsidRDefault="006974AE" w:rsidP="006974AE">
      <w:r>
        <w:t>718.1132</w:t>
      </w:r>
      <w:r>
        <w:tab/>
        <w:t>1.013e0</w:t>
      </w:r>
    </w:p>
    <w:p w:rsidR="006974AE" w:rsidRDefault="006974AE" w:rsidP="006974AE">
      <w:r>
        <w:t>718.2073</w:t>
      </w:r>
      <w:r>
        <w:tab/>
        <w:t>1.013e0</w:t>
      </w:r>
    </w:p>
    <w:p w:rsidR="006974AE" w:rsidRDefault="006974AE" w:rsidP="006974AE">
      <w:r>
        <w:t>718.2110</w:t>
      </w:r>
      <w:r>
        <w:tab/>
        <w:t>2.025e0</w:t>
      </w:r>
    </w:p>
    <w:p w:rsidR="006974AE" w:rsidRDefault="006974AE" w:rsidP="006974AE">
      <w:r>
        <w:t>718.2218</w:t>
      </w:r>
      <w:r>
        <w:tab/>
        <w:t>4.051e0</w:t>
      </w:r>
    </w:p>
    <w:p w:rsidR="006974AE" w:rsidRDefault="006974AE" w:rsidP="006974AE">
      <w:r>
        <w:t>718.2235</w:t>
      </w:r>
      <w:r>
        <w:tab/>
        <w:t>1.013e0</w:t>
      </w:r>
    </w:p>
    <w:p w:rsidR="006974AE" w:rsidRDefault="006974AE" w:rsidP="006974AE">
      <w:r>
        <w:t>718.2471</w:t>
      </w:r>
      <w:r>
        <w:tab/>
        <w:t>1.013e0</w:t>
      </w:r>
    </w:p>
    <w:p w:rsidR="006974AE" w:rsidRDefault="006974AE" w:rsidP="006974AE">
      <w:r>
        <w:t>718.2515</w:t>
      </w:r>
      <w:r>
        <w:tab/>
        <w:t>2.025e0</w:t>
      </w:r>
    </w:p>
    <w:p w:rsidR="006974AE" w:rsidRDefault="006974AE" w:rsidP="006974AE">
      <w:r>
        <w:t>718.2715</w:t>
      </w:r>
      <w:r>
        <w:tab/>
        <w:t>2.025e0</w:t>
      </w:r>
    </w:p>
    <w:p w:rsidR="006974AE" w:rsidRDefault="006974AE" w:rsidP="006974AE">
      <w:r>
        <w:t>718.2762</w:t>
      </w:r>
      <w:r>
        <w:tab/>
        <w:t>1.013e0</w:t>
      </w:r>
    </w:p>
    <w:p w:rsidR="006974AE" w:rsidRDefault="006974AE" w:rsidP="006974AE">
      <w:r>
        <w:lastRenderedPageBreak/>
        <w:t>718.3090</w:t>
      </w:r>
      <w:r>
        <w:tab/>
        <w:t>1.013e0</w:t>
      </w:r>
    </w:p>
    <w:p w:rsidR="006974AE" w:rsidRDefault="006974AE" w:rsidP="006974AE">
      <w:r>
        <w:t>718.3257</w:t>
      </w:r>
      <w:r>
        <w:tab/>
        <w:t>2.025e0</w:t>
      </w:r>
    </w:p>
    <w:p w:rsidR="006974AE" w:rsidRDefault="006974AE" w:rsidP="006974AE">
      <w:r>
        <w:t>718.3306</w:t>
      </w:r>
      <w:r>
        <w:tab/>
        <w:t>1.724e0</w:t>
      </w:r>
    </w:p>
    <w:p w:rsidR="006974AE" w:rsidRDefault="006974AE" w:rsidP="006974AE">
      <w:r>
        <w:t>718.3439</w:t>
      </w:r>
      <w:r>
        <w:tab/>
        <w:t>1.692e0</w:t>
      </w:r>
    </w:p>
    <w:p w:rsidR="006974AE" w:rsidRDefault="006974AE" w:rsidP="006974AE">
      <w:r>
        <w:t>718.3450</w:t>
      </w:r>
      <w:r>
        <w:tab/>
        <w:t>1.013e0</w:t>
      </w:r>
    </w:p>
    <w:p w:rsidR="006974AE" w:rsidRDefault="006974AE" w:rsidP="006974AE">
      <w:r>
        <w:t>718.3690</w:t>
      </w:r>
      <w:r>
        <w:tab/>
        <w:t>1.151e0</w:t>
      </w:r>
    </w:p>
    <w:p w:rsidR="006974AE" w:rsidRDefault="006974AE" w:rsidP="006974AE">
      <w:r>
        <w:t>718.4136</w:t>
      </w:r>
      <w:r>
        <w:tab/>
        <w:t>3.038e0</w:t>
      </w:r>
    </w:p>
    <w:p w:rsidR="006974AE" w:rsidRDefault="006974AE" w:rsidP="006974AE">
      <w:r>
        <w:t>718.4543</w:t>
      </w:r>
      <w:r>
        <w:tab/>
        <w:t>3.038e0</w:t>
      </w:r>
    </w:p>
    <w:p w:rsidR="006974AE" w:rsidRDefault="006974AE" w:rsidP="006974AE">
      <w:r>
        <w:t>718.4612</w:t>
      </w:r>
      <w:r>
        <w:tab/>
        <w:t>2.025e0</w:t>
      </w:r>
    </w:p>
    <w:p w:rsidR="006974AE" w:rsidRDefault="006974AE" w:rsidP="006974AE">
      <w:r>
        <w:t>718.4794</w:t>
      </w:r>
      <w:r>
        <w:tab/>
        <w:t>1.013e0</w:t>
      </w:r>
    </w:p>
    <w:p w:rsidR="006974AE" w:rsidRDefault="006974AE" w:rsidP="006974AE">
      <w:r>
        <w:t>718.5029</w:t>
      </w:r>
      <w:r>
        <w:tab/>
        <w:t>1.013e0</w:t>
      </w:r>
    </w:p>
    <w:p w:rsidR="006974AE" w:rsidRDefault="006974AE" w:rsidP="006974AE">
      <w:r>
        <w:t>718.5273</w:t>
      </w:r>
      <w:r>
        <w:tab/>
        <w:t>1.013e0</w:t>
      </w:r>
    </w:p>
    <w:p w:rsidR="006974AE" w:rsidRDefault="006974AE" w:rsidP="006974AE">
      <w:r>
        <w:t>718.5336</w:t>
      </w:r>
      <w:r>
        <w:tab/>
        <w:t>1.013e0</w:t>
      </w:r>
    </w:p>
    <w:p w:rsidR="006974AE" w:rsidRDefault="006974AE" w:rsidP="006974AE">
      <w:r>
        <w:t>718.5592</w:t>
      </w:r>
      <w:r>
        <w:tab/>
        <w:t>2.025e0</w:t>
      </w:r>
    </w:p>
    <w:p w:rsidR="006974AE" w:rsidRDefault="006974AE" w:rsidP="006974AE">
      <w:r>
        <w:t>718.5839</w:t>
      </w:r>
      <w:r>
        <w:tab/>
        <w:t>1.013e0</w:t>
      </w:r>
    </w:p>
    <w:p w:rsidR="006974AE" w:rsidRDefault="006974AE" w:rsidP="006974AE">
      <w:r>
        <w:t>718.6004</w:t>
      </w:r>
      <w:r>
        <w:tab/>
        <w:t>1.013e0</w:t>
      </w:r>
    </w:p>
    <w:p w:rsidR="006974AE" w:rsidRDefault="006974AE" w:rsidP="006974AE">
      <w:r>
        <w:t>718.6125</w:t>
      </w:r>
      <w:r>
        <w:tab/>
        <w:t>1.013e0</w:t>
      </w:r>
    </w:p>
    <w:p w:rsidR="006974AE" w:rsidRDefault="006974AE" w:rsidP="006974AE">
      <w:r>
        <w:t>718.6877</w:t>
      </w:r>
      <w:r>
        <w:tab/>
        <w:t>1.013e0</w:t>
      </w:r>
    </w:p>
    <w:p w:rsidR="006974AE" w:rsidRDefault="006974AE" w:rsidP="006974AE">
      <w:r>
        <w:t>718.7222</w:t>
      </w:r>
      <w:r>
        <w:tab/>
        <w:t>1.013e0</w:t>
      </w:r>
    </w:p>
    <w:p w:rsidR="006974AE" w:rsidRDefault="006974AE" w:rsidP="006974AE">
      <w:r>
        <w:lastRenderedPageBreak/>
        <w:t>718.7732</w:t>
      </w:r>
      <w:r>
        <w:tab/>
        <w:t>2.025e0</w:t>
      </w:r>
    </w:p>
    <w:p w:rsidR="006974AE" w:rsidRDefault="006974AE" w:rsidP="006974AE">
      <w:r>
        <w:t>718.7835</w:t>
      </w:r>
      <w:r>
        <w:tab/>
        <w:t>2.025e0</w:t>
      </w:r>
    </w:p>
    <w:p w:rsidR="006974AE" w:rsidRDefault="006974AE" w:rsidP="006974AE">
      <w:r>
        <w:t>718.7948</w:t>
      </w:r>
      <w:r>
        <w:tab/>
        <w:t>2.025e0</w:t>
      </w:r>
    </w:p>
    <w:p w:rsidR="006974AE" w:rsidRDefault="006974AE" w:rsidP="006974AE">
      <w:r>
        <w:t>718.8076</w:t>
      </w:r>
      <w:r>
        <w:tab/>
        <w:t>1.013e0</w:t>
      </w:r>
    </w:p>
    <w:p w:rsidR="006974AE" w:rsidRDefault="006974AE" w:rsidP="006974AE">
      <w:r>
        <w:t>718.8414</w:t>
      </w:r>
      <w:r>
        <w:tab/>
        <w:t>1.013e0</w:t>
      </w:r>
    </w:p>
    <w:p w:rsidR="006974AE" w:rsidRDefault="006974AE" w:rsidP="006974AE">
      <w:r>
        <w:t>718.8572</w:t>
      </w:r>
      <w:r>
        <w:tab/>
        <w:t>1.013e0</w:t>
      </w:r>
    </w:p>
    <w:p w:rsidR="006974AE" w:rsidRDefault="006974AE" w:rsidP="006974AE">
      <w:r>
        <w:t>718.9425</w:t>
      </w:r>
      <w:r>
        <w:tab/>
        <w:t>2.025e0</w:t>
      </w:r>
    </w:p>
    <w:p w:rsidR="006974AE" w:rsidRDefault="006974AE" w:rsidP="006974AE">
      <w:r>
        <w:t>718.9792</w:t>
      </w:r>
      <w:r>
        <w:tab/>
        <w:t>1.013e0</w:t>
      </w:r>
    </w:p>
    <w:p w:rsidR="006974AE" w:rsidRDefault="006974AE" w:rsidP="006974AE">
      <w:r>
        <w:t>719.0156</w:t>
      </w:r>
      <w:r>
        <w:tab/>
        <w:t>1.013e0</w:t>
      </w:r>
    </w:p>
    <w:p w:rsidR="006974AE" w:rsidRDefault="006974AE" w:rsidP="006974AE">
      <w:r>
        <w:t>719.0311</w:t>
      </w:r>
      <w:r>
        <w:tab/>
        <w:t>1.013e0</w:t>
      </w:r>
    </w:p>
    <w:p w:rsidR="006974AE" w:rsidRDefault="006974AE" w:rsidP="006974AE">
      <w:r>
        <w:t>719.1001</w:t>
      </w:r>
      <w:r>
        <w:tab/>
        <w:t>2.025e0</w:t>
      </w:r>
    </w:p>
    <w:p w:rsidR="006974AE" w:rsidRDefault="006974AE" w:rsidP="006974AE">
      <w:r>
        <w:t>719.1339</w:t>
      </w:r>
      <w:r>
        <w:tab/>
        <w:t>1.013e0</w:t>
      </w:r>
    </w:p>
    <w:p w:rsidR="006974AE" w:rsidRDefault="006974AE" w:rsidP="006974AE">
      <w:r>
        <w:t>719.1619</w:t>
      </w:r>
      <w:r>
        <w:tab/>
        <w:t>1.013e0</w:t>
      </w:r>
    </w:p>
    <w:p w:rsidR="006974AE" w:rsidRDefault="006974AE" w:rsidP="006974AE">
      <w:r>
        <w:t>719.1848</w:t>
      </w:r>
      <w:r>
        <w:tab/>
        <w:t>1.013e0</w:t>
      </w:r>
    </w:p>
    <w:p w:rsidR="006974AE" w:rsidRDefault="006974AE" w:rsidP="006974AE">
      <w:r>
        <w:t>719.1863</w:t>
      </w:r>
      <w:r>
        <w:tab/>
        <w:t>1.013e0</w:t>
      </w:r>
    </w:p>
    <w:p w:rsidR="006974AE" w:rsidRDefault="006974AE" w:rsidP="006974AE">
      <w:r>
        <w:t>719.2342</w:t>
      </w:r>
      <w:r>
        <w:tab/>
        <w:t>1.013e0</w:t>
      </w:r>
    </w:p>
    <w:p w:rsidR="006974AE" w:rsidRDefault="006974AE" w:rsidP="006974AE">
      <w:r>
        <w:t>719.2359</w:t>
      </w:r>
      <w:r>
        <w:tab/>
        <w:t>1.013e0</w:t>
      </w:r>
    </w:p>
    <w:p w:rsidR="006974AE" w:rsidRDefault="006974AE" w:rsidP="006974AE">
      <w:r>
        <w:t>719.2595</w:t>
      </w:r>
      <w:r>
        <w:tab/>
        <w:t>2.025e0</w:t>
      </w:r>
    </w:p>
    <w:p w:rsidR="006974AE" w:rsidRDefault="006974AE" w:rsidP="006974AE">
      <w:r>
        <w:t>719.2642</w:t>
      </w:r>
      <w:r>
        <w:tab/>
        <w:t>1.909e0</w:t>
      </w:r>
    </w:p>
    <w:p w:rsidR="006974AE" w:rsidRDefault="006974AE" w:rsidP="006974AE">
      <w:r>
        <w:lastRenderedPageBreak/>
        <w:t>719.3226</w:t>
      </w:r>
      <w:r>
        <w:tab/>
        <w:t>1.013e0</w:t>
      </w:r>
    </w:p>
    <w:p w:rsidR="006974AE" w:rsidRDefault="006974AE" w:rsidP="006974AE">
      <w:r>
        <w:t>719.3309</w:t>
      </w:r>
      <w:r>
        <w:tab/>
        <w:t>1.304e0</w:t>
      </w:r>
    </w:p>
    <w:p w:rsidR="006974AE" w:rsidRDefault="006974AE" w:rsidP="006974AE">
      <w:r>
        <w:t>719.3339</w:t>
      </w:r>
      <w:r>
        <w:tab/>
        <w:t>3.038e0</w:t>
      </w:r>
    </w:p>
    <w:p w:rsidR="006974AE" w:rsidRDefault="006974AE" w:rsidP="006974AE">
      <w:r>
        <w:t>719.3805</w:t>
      </w:r>
      <w:r>
        <w:tab/>
        <w:t>2.025e0</w:t>
      </w:r>
    </w:p>
    <w:p w:rsidR="006974AE" w:rsidRDefault="006974AE" w:rsidP="006974AE">
      <w:r>
        <w:t>719.4085</w:t>
      </w:r>
      <w:r>
        <w:tab/>
        <w:t>1.013e0</w:t>
      </w:r>
    </w:p>
    <w:p w:rsidR="006974AE" w:rsidRDefault="006974AE" w:rsidP="006974AE">
      <w:r>
        <w:t>719.4255</w:t>
      </w:r>
      <w:r>
        <w:tab/>
        <w:t>1.013e0</w:t>
      </w:r>
    </w:p>
    <w:p w:rsidR="006974AE" w:rsidRDefault="006974AE" w:rsidP="006974AE">
      <w:r>
        <w:t>719.4344</w:t>
      </w:r>
      <w:r>
        <w:tab/>
        <w:t>1.998e0</w:t>
      </w:r>
    </w:p>
    <w:p w:rsidR="006974AE" w:rsidRDefault="006974AE" w:rsidP="006974AE">
      <w:r>
        <w:t>719.4934</w:t>
      </w:r>
      <w:r>
        <w:tab/>
        <w:t>1.013e0</w:t>
      </w:r>
    </w:p>
    <w:p w:rsidR="006974AE" w:rsidRDefault="006974AE" w:rsidP="006974AE">
      <w:r>
        <w:t>719.5209</w:t>
      </w:r>
      <w:r>
        <w:tab/>
        <w:t>2.025e0</w:t>
      </w:r>
    </w:p>
    <w:p w:rsidR="006974AE" w:rsidRDefault="006974AE" w:rsidP="006974AE">
      <w:r>
        <w:t>719.5583</w:t>
      </w:r>
      <w:r>
        <w:tab/>
        <w:t>2.025e0</w:t>
      </w:r>
    </w:p>
    <w:p w:rsidR="006974AE" w:rsidRDefault="006974AE" w:rsidP="006974AE">
      <w:r>
        <w:t>719.6010</w:t>
      </w:r>
      <w:r>
        <w:tab/>
        <w:t>1.013e0</w:t>
      </w:r>
    </w:p>
    <w:p w:rsidR="006974AE" w:rsidRDefault="006974AE" w:rsidP="006974AE">
      <w:r>
        <w:t>719.6367</w:t>
      </w:r>
      <w:r>
        <w:tab/>
        <w:t>1.013e0</w:t>
      </w:r>
    </w:p>
    <w:p w:rsidR="006974AE" w:rsidRDefault="006974AE" w:rsidP="006974AE">
      <w:r>
        <w:t>719.6498</w:t>
      </w:r>
      <w:r>
        <w:tab/>
        <w:t>1.013e0</w:t>
      </w:r>
    </w:p>
    <w:p w:rsidR="006974AE" w:rsidRDefault="006974AE" w:rsidP="006974AE">
      <w:r>
        <w:t>719.7469</w:t>
      </w:r>
      <w:r>
        <w:tab/>
        <w:t>2.025e0</w:t>
      </w:r>
    </w:p>
    <w:p w:rsidR="006974AE" w:rsidRDefault="006974AE" w:rsidP="006974AE">
      <w:r>
        <w:t>719.7677</w:t>
      </w:r>
      <w:r>
        <w:tab/>
        <w:t>1.013e0</w:t>
      </w:r>
    </w:p>
    <w:p w:rsidR="006974AE" w:rsidRDefault="006974AE" w:rsidP="006974AE">
      <w:r>
        <w:t>719.7849</w:t>
      </w:r>
      <w:r>
        <w:tab/>
        <w:t>1.013e0</w:t>
      </w:r>
    </w:p>
    <w:p w:rsidR="006974AE" w:rsidRDefault="006974AE" w:rsidP="006974AE">
      <w:r>
        <w:t>719.8544</w:t>
      </w:r>
      <w:r>
        <w:tab/>
        <w:t>1.013e0</w:t>
      </w:r>
    </w:p>
    <w:p w:rsidR="006974AE" w:rsidRDefault="006974AE" w:rsidP="006974AE">
      <w:r>
        <w:t>719.8563</w:t>
      </w:r>
      <w:r>
        <w:tab/>
        <w:t>2.025e0</w:t>
      </w:r>
    </w:p>
    <w:p w:rsidR="006974AE" w:rsidRDefault="006974AE" w:rsidP="006974AE">
      <w:r>
        <w:t>719.8887</w:t>
      </w:r>
      <w:r>
        <w:tab/>
        <w:t>1.013e0</w:t>
      </w:r>
    </w:p>
    <w:p w:rsidR="006974AE" w:rsidRDefault="006974AE" w:rsidP="006974AE">
      <w:r>
        <w:lastRenderedPageBreak/>
        <w:t>719.9662</w:t>
      </w:r>
      <w:r>
        <w:tab/>
        <w:t>1.013e0</w:t>
      </w:r>
    </w:p>
    <w:p w:rsidR="006974AE" w:rsidRDefault="006974AE" w:rsidP="006974AE">
      <w:r>
        <w:t>720.0150</w:t>
      </w:r>
      <w:r>
        <w:tab/>
        <w:t>1.013e0</w:t>
      </w:r>
    </w:p>
    <w:p w:rsidR="006974AE" w:rsidRDefault="006974AE" w:rsidP="006974AE">
      <w:r>
        <w:t>720.0251</w:t>
      </w:r>
      <w:r>
        <w:tab/>
        <w:t>2.025e0</w:t>
      </w:r>
    </w:p>
    <w:p w:rsidR="006974AE" w:rsidRDefault="006974AE" w:rsidP="006974AE">
      <w:r>
        <w:t>720.0760</w:t>
      </w:r>
      <w:r>
        <w:tab/>
        <w:t>5.063e0</w:t>
      </w:r>
    </w:p>
    <w:p w:rsidR="006974AE" w:rsidRDefault="006974AE" w:rsidP="006974AE">
      <w:r>
        <w:t>720.1990</w:t>
      </w:r>
      <w:r>
        <w:tab/>
        <w:t>1.013e0</w:t>
      </w:r>
    </w:p>
    <w:p w:rsidR="006974AE" w:rsidRDefault="006974AE" w:rsidP="006974AE">
      <w:r>
        <w:t>720.2052</w:t>
      </w:r>
      <w:r>
        <w:tab/>
        <w:t>2.025e0</w:t>
      </w:r>
    </w:p>
    <w:p w:rsidR="006974AE" w:rsidRDefault="006974AE" w:rsidP="006974AE">
      <w:r>
        <w:t>720.2474</w:t>
      </w:r>
      <w:r>
        <w:tab/>
        <w:t>2.025e0</w:t>
      </w:r>
    </w:p>
    <w:p w:rsidR="006974AE" w:rsidRDefault="006974AE" w:rsidP="006974AE">
      <w:r>
        <w:t>720.2910</w:t>
      </w:r>
      <w:r>
        <w:tab/>
        <w:t>2.021e0</w:t>
      </w:r>
    </w:p>
    <w:p w:rsidR="006974AE" w:rsidRDefault="006974AE" w:rsidP="006974AE">
      <w:r>
        <w:t>720.3138</w:t>
      </w:r>
      <w:r>
        <w:tab/>
        <w:t>4.051e0</w:t>
      </w:r>
    </w:p>
    <w:p w:rsidR="006974AE" w:rsidRDefault="006974AE" w:rsidP="006974AE">
      <w:r>
        <w:t>720.3211</w:t>
      </w:r>
      <w:r>
        <w:tab/>
        <w:t>1.013e0</w:t>
      </w:r>
    </w:p>
    <w:p w:rsidR="006974AE" w:rsidRDefault="006974AE" w:rsidP="006974AE">
      <w:r>
        <w:t>720.3484</w:t>
      </w:r>
      <w:r>
        <w:tab/>
        <w:t>2.461e0</w:t>
      </w:r>
    </w:p>
    <w:p w:rsidR="006974AE" w:rsidRDefault="006974AE" w:rsidP="006974AE">
      <w:r>
        <w:t>720.3859</w:t>
      </w:r>
      <w:r>
        <w:tab/>
        <w:t>2.025e0</w:t>
      </w:r>
    </w:p>
    <w:p w:rsidR="006974AE" w:rsidRDefault="006974AE" w:rsidP="006974AE">
      <w:r>
        <w:t>720.4204</w:t>
      </w:r>
      <w:r>
        <w:tab/>
        <w:t>1.013e0</w:t>
      </w:r>
    </w:p>
    <w:p w:rsidR="006974AE" w:rsidRDefault="006974AE" w:rsidP="006974AE">
      <w:r>
        <w:t>720.4432</w:t>
      </w:r>
      <w:r>
        <w:tab/>
        <w:t>1.013e0</w:t>
      </w:r>
    </w:p>
    <w:p w:rsidR="006974AE" w:rsidRDefault="006974AE" w:rsidP="006974AE">
      <w:r>
        <w:t>720.4619</w:t>
      </w:r>
      <w:r>
        <w:tab/>
        <w:t>2.025e0</w:t>
      </w:r>
    </w:p>
    <w:p w:rsidR="006974AE" w:rsidRDefault="006974AE" w:rsidP="006974AE">
      <w:r>
        <w:t>720.4668</w:t>
      </w:r>
      <w:r>
        <w:tab/>
        <w:t>1.013e0</w:t>
      </w:r>
    </w:p>
    <w:p w:rsidR="006974AE" w:rsidRDefault="006974AE" w:rsidP="006974AE">
      <w:r>
        <w:t>720.4719</w:t>
      </w:r>
      <w:r>
        <w:tab/>
        <w:t>5.817e0</w:t>
      </w:r>
    </w:p>
    <w:p w:rsidR="006974AE" w:rsidRDefault="006974AE" w:rsidP="006974AE">
      <w:r>
        <w:t>720.5119</w:t>
      </w:r>
      <w:r>
        <w:tab/>
        <w:t>2.025e0</w:t>
      </w:r>
    </w:p>
    <w:p w:rsidR="006974AE" w:rsidRDefault="006974AE" w:rsidP="006974AE">
      <w:r>
        <w:t>720.5165</w:t>
      </w:r>
      <w:r>
        <w:tab/>
        <w:t>1.013e0</w:t>
      </w:r>
    </w:p>
    <w:p w:rsidR="006974AE" w:rsidRDefault="006974AE" w:rsidP="006974AE">
      <w:r>
        <w:lastRenderedPageBreak/>
        <w:t>720.5892</w:t>
      </w:r>
      <w:r>
        <w:tab/>
        <w:t>3.038e0</w:t>
      </w:r>
    </w:p>
    <w:p w:rsidR="006974AE" w:rsidRDefault="006974AE" w:rsidP="006974AE">
      <w:r>
        <w:t>720.5920</w:t>
      </w:r>
      <w:r>
        <w:tab/>
        <w:t>1.013e0</w:t>
      </w:r>
    </w:p>
    <w:p w:rsidR="006974AE" w:rsidRDefault="006974AE" w:rsidP="006974AE">
      <w:r>
        <w:t>720.6022</w:t>
      </w:r>
      <w:r>
        <w:tab/>
        <w:t>2.025e0</w:t>
      </w:r>
    </w:p>
    <w:p w:rsidR="006974AE" w:rsidRDefault="006974AE" w:rsidP="006974AE">
      <w:r>
        <w:t>720.6342</w:t>
      </w:r>
      <w:r>
        <w:tab/>
        <w:t>2.025e0</w:t>
      </w:r>
    </w:p>
    <w:p w:rsidR="006974AE" w:rsidRDefault="006974AE" w:rsidP="006974AE">
      <w:r>
        <w:t>720.6918</w:t>
      </w:r>
      <w:r>
        <w:tab/>
        <w:t>2.025e0</w:t>
      </w:r>
    </w:p>
    <w:p w:rsidR="006974AE" w:rsidRDefault="006974AE" w:rsidP="006974AE">
      <w:r>
        <w:t>720.6939</w:t>
      </w:r>
      <w:r>
        <w:tab/>
        <w:t>1.013e0</w:t>
      </w:r>
    </w:p>
    <w:p w:rsidR="006974AE" w:rsidRDefault="006974AE" w:rsidP="006974AE">
      <w:r>
        <w:t>720.7111</w:t>
      </w:r>
      <w:r>
        <w:tab/>
        <w:t>1.013e0</w:t>
      </w:r>
    </w:p>
    <w:p w:rsidR="006974AE" w:rsidRDefault="006974AE" w:rsidP="006974AE">
      <w:r>
        <w:t>720.7380</w:t>
      </w:r>
      <w:r>
        <w:tab/>
        <w:t>2.025e0</w:t>
      </w:r>
    </w:p>
    <w:p w:rsidR="006974AE" w:rsidRDefault="006974AE" w:rsidP="006974AE">
      <w:r>
        <w:t>720.7463</w:t>
      </w:r>
      <w:r>
        <w:tab/>
        <w:t>1.013e0</w:t>
      </w:r>
    </w:p>
    <w:p w:rsidR="006974AE" w:rsidRDefault="006974AE" w:rsidP="006974AE">
      <w:r>
        <w:t>720.7599</w:t>
      </w:r>
      <w:r>
        <w:tab/>
        <w:t>1.013e0</w:t>
      </w:r>
    </w:p>
    <w:p w:rsidR="006974AE" w:rsidRDefault="006974AE" w:rsidP="006974AE">
      <w:r>
        <w:t>720.7731</w:t>
      </w:r>
      <w:r>
        <w:tab/>
        <w:t>1.013e0</w:t>
      </w:r>
    </w:p>
    <w:p w:rsidR="006974AE" w:rsidRDefault="006974AE" w:rsidP="006974AE">
      <w:r>
        <w:t>720.8110</w:t>
      </w:r>
      <w:r>
        <w:tab/>
        <w:t>2.025e0</w:t>
      </w:r>
    </w:p>
    <w:p w:rsidR="006974AE" w:rsidRDefault="006974AE" w:rsidP="006974AE">
      <w:r>
        <w:t>720.8210</w:t>
      </w:r>
      <w:r>
        <w:tab/>
        <w:t>1.013e0</w:t>
      </w:r>
    </w:p>
    <w:p w:rsidR="006974AE" w:rsidRDefault="006974AE" w:rsidP="006974AE">
      <w:r>
        <w:t>720.8247</w:t>
      </w:r>
      <w:r>
        <w:tab/>
        <w:t>2.025e0</w:t>
      </w:r>
    </w:p>
    <w:p w:rsidR="006974AE" w:rsidRDefault="006974AE" w:rsidP="006974AE">
      <w:r>
        <w:t>720.8322</w:t>
      </w:r>
      <w:r>
        <w:tab/>
        <w:t>1.013e0</w:t>
      </w:r>
    </w:p>
    <w:p w:rsidR="006974AE" w:rsidRDefault="006974AE" w:rsidP="006974AE">
      <w:r>
        <w:t>720.8455</w:t>
      </w:r>
      <w:r>
        <w:tab/>
        <w:t>1.013e0</w:t>
      </w:r>
    </w:p>
    <w:p w:rsidR="006974AE" w:rsidRDefault="006974AE" w:rsidP="006974AE">
      <w:r>
        <w:t>720.8510</w:t>
      </w:r>
      <w:r>
        <w:tab/>
        <w:t>3.038e0</w:t>
      </w:r>
    </w:p>
    <w:p w:rsidR="006974AE" w:rsidRDefault="006974AE" w:rsidP="006974AE">
      <w:r>
        <w:t>720.8828</w:t>
      </w:r>
      <w:r>
        <w:tab/>
        <w:t>2.025e0</w:t>
      </w:r>
    </w:p>
    <w:p w:rsidR="006974AE" w:rsidRDefault="006974AE" w:rsidP="006974AE">
      <w:r>
        <w:t>720.9557</w:t>
      </w:r>
      <w:r>
        <w:tab/>
        <w:t>2.025e0</w:t>
      </w:r>
    </w:p>
    <w:p w:rsidR="006974AE" w:rsidRDefault="006974AE" w:rsidP="006974AE">
      <w:r>
        <w:lastRenderedPageBreak/>
        <w:t>720.9677</w:t>
      </w:r>
      <w:r>
        <w:tab/>
        <w:t>1.013e0</w:t>
      </w:r>
    </w:p>
    <w:p w:rsidR="006974AE" w:rsidRDefault="006974AE" w:rsidP="006974AE">
      <w:r>
        <w:t>720.9753</w:t>
      </w:r>
      <w:r>
        <w:tab/>
        <w:t>2.025e0</w:t>
      </w:r>
    </w:p>
    <w:p w:rsidR="006974AE" w:rsidRDefault="006974AE" w:rsidP="006974AE">
      <w:r>
        <w:t>721.0592</w:t>
      </w:r>
      <w:r>
        <w:tab/>
        <w:t>3.038e0</w:t>
      </w:r>
    </w:p>
    <w:p w:rsidR="006974AE" w:rsidRDefault="006974AE" w:rsidP="006974AE">
      <w:r>
        <w:t>721.0613</w:t>
      </w:r>
      <w:r>
        <w:tab/>
        <w:t>2.025e0</w:t>
      </w:r>
    </w:p>
    <w:p w:rsidR="006974AE" w:rsidRDefault="006974AE" w:rsidP="006974AE">
      <w:r>
        <w:t>721.0664</w:t>
      </w:r>
      <w:r>
        <w:tab/>
        <w:t>1.013e0</w:t>
      </w:r>
    </w:p>
    <w:p w:rsidR="006974AE" w:rsidRDefault="006974AE" w:rsidP="006974AE">
      <w:r>
        <w:t>721.1580</w:t>
      </w:r>
      <w:r>
        <w:tab/>
        <w:t>2.025e0</w:t>
      </w:r>
    </w:p>
    <w:p w:rsidR="006974AE" w:rsidRDefault="006974AE" w:rsidP="006974AE">
      <w:r>
        <w:t>721.2052</w:t>
      </w:r>
      <w:r>
        <w:tab/>
        <w:t>2.025e0</w:t>
      </w:r>
    </w:p>
    <w:p w:rsidR="006974AE" w:rsidRDefault="006974AE" w:rsidP="006974AE">
      <w:r>
        <w:t>721.3286</w:t>
      </w:r>
      <w:r>
        <w:tab/>
        <w:t>1.013e0</w:t>
      </w:r>
    </w:p>
    <w:p w:rsidR="006974AE" w:rsidRDefault="006974AE" w:rsidP="006974AE">
      <w:r>
        <w:t>721.3392</w:t>
      </w:r>
      <w:r>
        <w:tab/>
        <w:t>1.595e0</w:t>
      </w:r>
    </w:p>
    <w:p w:rsidR="006974AE" w:rsidRDefault="006974AE" w:rsidP="006974AE">
      <w:r>
        <w:t>721.3538</w:t>
      </w:r>
      <w:r>
        <w:tab/>
        <w:t>2.025e0</w:t>
      </w:r>
    </w:p>
    <w:p w:rsidR="006974AE" w:rsidRDefault="006974AE" w:rsidP="006974AE">
      <w:r>
        <w:t>721.3829</w:t>
      </w:r>
      <w:r>
        <w:tab/>
        <w:t>2.025e0</w:t>
      </w:r>
    </w:p>
    <w:p w:rsidR="006974AE" w:rsidRDefault="006974AE" w:rsidP="006974AE">
      <w:r>
        <w:t>721.4148</w:t>
      </w:r>
      <w:r>
        <w:tab/>
        <w:t>2.025e0</w:t>
      </w:r>
    </w:p>
    <w:p w:rsidR="006974AE" w:rsidRDefault="006974AE" w:rsidP="006974AE">
      <w:r>
        <w:t>721.4200</w:t>
      </w:r>
      <w:r>
        <w:tab/>
        <w:t>1.013e0</w:t>
      </w:r>
    </w:p>
    <w:p w:rsidR="006974AE" w:rsidRDefault="006974AE" w:rsidP="006974AE">
      <w:r>
        <w:t>721.4355</w:t>
      </w:r>
      <w:r>
        <w:tab/>
        <w:t>4.051e0</w:t>
      </w:r>
    </w:p>
    <w:p w:rsidR="006974AE" w:rsidRDefault="006974AE" w:rsidP="006974AE">
      <w:r>
        <w:t>721.4487</w:t>
      </w:r>
      <w:r>
        <w:tab/>
        <w:t>1.013e0</w:t>
      </w:r>
    </w:p>
    <w:p w:rsidR="006974AE" w:rsidRDefault="006974AE" w:rsidP="006974AE">
      <w:r>
        <w:t>721.4837</w:t>
      </w:r>
      <w:r>
        <w:tab/>
        <w:t>1.013e0</w:t>
      </w:r>
    </w:p>
    <w:p w:rsidR="006974AE" w:rsidRDefault="006974AE" w:rsidP="006974AE">
      <w:r>
        <w:t>721.5009</w:t>
      </w:r>
      <w:r>
        <w:tab/>
        <w:t>1.013e0</w:t>
      </w:r>
    </w:p>
    <w:p w:rsidR="006974AE" w:rsidRDefault="006974AE" w:rsidP="006974AE">
      <w:r>
        <w:t>721.5310</w:t>
      </w:r>
      <w:r>
        <w:tab/>
        <w:t>1.013e0</w:t>
      </w:r>
    </w:p>
    <w:p w:rsidR="006974AE" w:rsidRDefault="006974AE" w:rsidP="006974AE">
      <w:r>
        <w:t>721.5432</w:t>
      </w:r>
      <w:r>
        <w:tab/>
        <w:t>1.013e0</w:t>
      </w:r>
    </w:p>
    <w:p w:rsidR="006974AE" w:rsidRDefault="006974AE" w:rsidP="006974AE">
      <w:r>
        <w:lastRenderedPageBreak/>
        <w:t>721.5686</w:t>
      </w:r>
      <w:r>
        <w:tab/>
        <w:t>2.025e0</w:t>
      </w:r>
    </w:p>
    <w:p w:rsidR="006974AE" w:rsidRDefault="006974AE" w:rsidP="006974AE">
      <w:r>
        <w:t>721.6211</w:t>
      </w:r>
      <w:r>
        <w:tab/>
        <w:t>1.013e0</w:t>
      </w:r>
    </w:p>
    <w:p w:rsidR="006974AE" w:rsidRDefault="006974AE" w:rsidP="006974AE">
      <w:r>
        <w:t>721.6381</w:t>
      </w:r>
      <w:r>
        <w:tab/>
        <w:t>1.013e0</w:t>
      </w:r>
    </w:p>
    <w:p w:rsidR="006974AE" w:rsidRDefault="006974AE" w:rsidP="006974AE">
      <w:r>
        <w:t>721.6552</w:t>
      </w:r>
      <w:r>
        <w:tab/>
        <w:t>1.013e0</w:t>
      </w:r>
    </w:p>
    <w:p w:rsidR="006974AE" w:rsidRDefault="006974AE" w:rsidP="006974AE">
      <w:r>
        <w:t>721.6891</w:t>
      </w:r>
      <w:r>
        <w:tab/>
        <w:t>1.013e0</w:t>
      </w:r>
    </w:p>
    <w:p w:rsidR="006974AE" w:rsidRDefault="006974AE" w:rsidP="006974AE">
      <w:r>
        <w:t>721.7014</w:t>
      </w:r>
      <w:r>
        <w:tab/>
        <w:t>1.013e0</w:t>
      </w:r>
    </w:p>
    <w:p w:rsidR="006974AE" w:rsidRDefault="006974AE" w:rsidP="006974AE">
      <w:r>
        <w:t>721.7238</w:t>
      </w:r>
      <w:r>
        <w:tab/>
        <w:t>1.013e0</w:t>
      </w:r>
    </w:p>
    <w:p w:rsidR="006974AE" w:rsidRDefault="006974AE" w:rsidP="006974AE">
      <w:r>
        <w:t>721.7401</w:t>
      </w:r>
      <w:r>
        <w:tab/>
        <w:t>1.013e0</w:t>
      </w:r>
    </w:p>
    <w:p w:rsidR="006974AE" w:rsidRDefault="006974AE" w:rsidP="006974AE">
      <w:r>
        <w:t>721.7993</w:t>
      </w:r>
      <w:r>
        <w:tab/>
        <w:t>1.013e0</w:t>
      </w:r>
    </w:p>
    <w:p w:rsidR="006974AE" w:rsidRDefault="006974AE" w:rsidP="006974AE">
      <w:r>
        <w:t>721.8696</w:t>
      </w:r>
      <w:r>
        <w:tab/>
        <w:t>2.025e0</w:t>
      </w:r>
    </w:p>
    <w:p w:rsidR="006974AE" w:rsidRDefault="006974AE" w:rsidP="006974AE">
      <w:r>
        <w:t>721.8774</w:t>
      </w:r>
      <w:r>
        <w:tab/>
        <w:t>1.013e0</w:t>
      </w:r>
    </w:p>
    <w:p w:rsidR="006974AE" w:rsidRDefault="006974AE" w:rsidP="006974AE">
      <w:r>
        <w:t>721.8796</w:t>
      </w:r>
      <w:r>
        <w:tab/>
        <w:t>2.025e0</w:t>
      </w:r>
    </w:p>
    <w:p w:rsidR="006974AE" w:rsidRDefault="006974AE" w:rsidP="006974AE">
      <w:r>
        <w:t>721.9094</w:t>
      </w:r>
      <w:r>
        <w:tab/>
        <w:t>1.013e0</w:t>
      </w:r>
    </w:p>
    <w:p w:rsidR="006974AE" w:rsidRDefault="006974AE" w:rsidP="006974AE">
      <w:r>
        <w:t>721.9828</w:t>
      </w:r>
      <w:r>
        <w:tab/>
        <w:t>1.013e0</w:t>
      </w:r>
    </w:p>
    <w:p w:rsidR="006974AE" w:rsidRDefault="006974AE" w:rsidP="006974AE">
      <w:r>
        <w:t>722.0327</w:t>
      </w:r>
      <w:r>
        <w:tab/>
        <w:t>1.013e0</w:t>
      </w:r>
    </w:p>
    <w:p w:rsidR="006974AE" w:rsidRDefault="006974AE" w:rsidP="006974AE">
      <w:r>
        <w:t>722.0816</w:t>
      </w:r>
      <w:r>
        <w:tab/>
        <w:t>1.013e0</w:t>
      </w:r>
    </w:p>
    <w:p w:rsidR="006974AE" w:rsidRDefault="006974AE" w:rsidP="006974AE">
      <w:r>
        <w:t>722.0868</w:t>
      </w:r>
      <w:r>
        <w:tab/>
        <w:t>2.025e0</w:t>
      </w:r>
    </w:p>
    <w:p w:rsidR="006974AE" w:rsidRDefault="006974AE" w:rsidP="006974AE">
      <w:r>
        <w:t>722.1052</w:t>
      </w:r>
      <w:r>
        <w:tab/>
        <w:t>5.063e0</w:t>
      </w:r>
    </w:p>
    <w:p w:rsidR="006974AE" w:rsidRDefault="006974AE" w:rsidP="006974AE">
      <w:r>
        <w:t>722.1144</w:t>
      </w:r>
      <w:r>
        <w:tab/>
        <w:t>4.051e0</w:t>
      </w:r>
    </w:p>
    <w:p w:rsidR="006974AE" w:rsidRDefault="006974AE" w:rsidP="006974AE">
      <w:r>
        <w:lastRenderedPageBreak/>
        <w:t>722.1693</w:t>
      </w:r>
      <w:r>
        <w:tab/>
        <w:t>2.025e0</w:t>
      </w:r>
    </w:p>
    <w:p w:rsidR="006974AE" w:rsidRDefault="006974AE" w:rsidP="006974AE">
      <w:r>
        <w:t>722.1868</w:t>
      </w:r>
      <w:r>
        <w:tab/>
        <w:t>1.013e0</w:t>
      </w:r>
    </w:p>
    <w:p w:rsidR="006974AE" w:rsidRDefault="006974AE" w:rsidP="006974AE">
      <w:r>
        <w:t>722.2233</w:t>
      </w:r>
      <w:r>
        <w:tab/>
        <w:t>2.025e0</w:t>
      </w:r>
    </w:p>
    <w:p w:rsidR="006974AE" w:rsidRDefault="006974AE" w:rsidP="006974AE">
      <w:r>
        <w:t>722.2374</w:t>
      </w:r>
      <w:r>
        <w:tab/>
        <w:t>1.013e0</w:t>
      </w:r>
    </w:p>
    <w:p w:rsidR="006974AE" w:rsidRDefault="006974AE" w:rsidP="006974AE">
      <w:r>
        <w:t>722.2529</w:t>
      </w:r>
      <w:r>
        <w:tab/>
        <w:t>1.013e0</w:t>
      </w:r>
    </w:p>
    <w:p w:rsidR="006974AE" w:rsidRDefault="006974AE" w:rsidP="006974AE">
      <w:r>
        <w:t>722.2725</w:t>
      </w:r>
      <w:r>
        <w:tab/>
        <w:t>1.013e0</w:t>
      </w:r>
    </w:p>
    <w:p w:rsidR="006974AE" w:rsidRDefault="006974AE" w:rsidP="006974AE">
      <w:r>
        <w:t>722.2961</w:t>
      </w:r>
      <w:r>
        <w:tab/>
        <w:t>2.025e0</w:t>
      </w:r>
    </w:p>
    <w:p w:rsidR="006974AE" w:rsidRDefault="006974AE" w:rsidP="006974AE">
      <w:r>
        <w:t>722.3378</w:t>
      </w:r>
      <w:r>
        <w:tab/>
        <w:t>1.013e0</w:t>
      </w:r>
    </w:p>
    <w:p w:rsidR="006974AE" w:rsidRDefault="006974AE" w:rsidP="006974AE">
      <w:r>
        <w:t>722.3448</w:t>
      </w:r>
      <w:r>
        <w:tab/>
        <w:t>2.025e0</w:t>
      </w:r>
    </w:p>
    <w:p w:rsidR="006974AE" w:rsidRDefault="006974AE" w:rsidP="006974AE">
      <w:r>
        <w:t>722.3509</w:t>
      </w:r>
      <w:r>
        <w:tab/>
        <w:t>1.013e0</w:t>
      </w:r>
    </w:p>
    <w:p w:rsidR="006974AE" w:rsidRDefault="006974AE" w:rsidP="006974AE">
      <w:r>
        <w:t>722.3561</w:t>
      </w:r>
      <w:r>
        <w:tab/>
        <w:t>2.409e0</w:t>
      </w:r>
    </w:p>
    <w:p w:rsidR="006974AE" w:rsidRDefault="006974AE" w:rsidP="006974AE">
      <w:r>
        <w:t>722.3820</w:t>
      </w:r>
      <w:r>
        <w:tab/>
        <w:t>2.483e0</w:t>
      </w:r>
    </w:p>
    <w:p w:rsidR="006974AE" w:rsidRDefault="006974AE" w:rsidP="006974AE">
      <w:r>
        <w:t>722.4089</w:t>
      </w:r>
      <w:r>
        <w:tab/>
        <w:t>1.013e0</w:t>
      </w:r>
    </w:p>
    <w:p w:rsidR="006974AE" w:rsidRDefault="006974AE" w:rsidP="006974AE">
      <w:r>
        <w:t>722.4366</w:t>
      </w:r>
      <w:r>
        <w:tab/>
        <w:t>1.013e0</w:t>
      </w:r>
    </w:p>
    <w:p w:rsidR="006974AE" w:rsidRDefault="006974AE" w:rsidP="006974AE">
      <w:r>
        <w:t>722.4784</w:t>
      </w:r>
      <w:r>
        <w:tab/>
        <w:t>1.013e0</w:t>
      </w:r>
    </w:p>
    <w:p w:rsidR="006974AE" w:rsidRDefault="006974AE" w:rsidP="006974AE">
      <w:r>
        <w:t>722.4852</w:t>
      </w:r>
      <w:r>
        <w:tab/>
        <w:t>3.038e0</w:t>
      </w:r>
    </w:p>
    <w:p w:rsidR="006974AE" w:rsidRDefault="006974AE" w:rsidP="006974AE">
      <w:r>
        <w:t>722.5085</w:t>
      </w:r>
      <w:r>
        <w:tab/>
        <w:t>3.038e0</w:t>
      </w:r>
    </w:p>
    <w:p w:rsidR="006974AE" w:rsidRDefault="006974AE" w:rsidP="006974AE">
      <w:r>
        <w:t>722.5150</w:t>
      </w:r>
      <w:r>
        <w:tab/>
        <w:t>3.038e0</w:t>
      </w:r>
    </w:p>
    <w:p w:rsidR="006974AE" w:rsidRDefault="006974AE" w:rsidP="006974AE">
      <w:r>
        <w:t>722.5181</w:t>
      </w:r>
      <w:r>
        <w:tab/>
        <w:t>2.025e0</w:t>
      </w:r>
    </w:p>
    <w:p w:rsidR="006974AE" w:rsidRDefault="006974AE" w:rsidP="006974AE">
      <w:r>
        <w:lastRenderedPageBreak/>
        <w:t>722.5591</w:t>
      </w:r>
      <w:r>
        <w:tab/>
        <w:t>1.013e0</w:t>
      </w:r>
    </w:p>
    <w:p w:rsidR="006974AE" w:rsidRDefault="006974AE" w:rsidP="006974AE">
      <w:r>
        <w:t>722.5765</w:t>
      </w:r>
      <w:r>
        <w:tab/>
        <w:t>2.025e0</w:t>
      </w:r>
    </w:p>
    <w:p w:rsidR="006974AE" w:rsidRDefault="006974AE" w:rsidP="006974AE">
      <w:r>
        <w:t>722.5983</w:t>
      </w:r>
      <w:r>
        <w:tab/>
        <w:t>2.025e0</w:t>
      </w:r>
    </w:p>
    <w:p w:rsidR="006974AE" w:rsidRDefault="006974AE" w:rsidP="006974AE">
      <w:r>
        <w:t>722.6326</w:t>
      </w:r>
      <w:r>
        <w:tab/>
        <w:t>2.025e0</w:t>
      </w:r>
    </w:p>
    <w:p w:rsidR="006974AE" w:rsidRDefault="006974AE" w:rsidP="006974AE">
      <w:r>
        <w:t>722.6660</w:t>
      </w:r>
      <w:r>
        <w:tab/>
        <w:t>1.013e0</w:t>
      </w:r>
    </w:p>
    <w:p w:rsidR="006974AE" w:rsidRDefault="006974AE" w:rsidP="006974AE">
      <w:r>
        <w:t>722.7002</w:t>
      </w:r>
      <w:r>
        <w:tab/>
        <w:t>1.013e0</w:t>
      </w:r>
    </w:p>
    <w:p w:rsidR="006974AE" w:rsidRDefault="006974AE" w:rsidP="006974AE">
      <w:r>
        <w:t>722.7673</w:t>
      </w:r>
      <w:r>
        <w:tab/>
        <w:t>1.013e0</w:t>
      </w:r>
    </w:p>
    <w:p w:rsidR="006974AE" w:rsidRDefault="006974AE" w:rsidP="006974AE">
      <w:r>
        <w:t>722.8213</w:t>
      </w:r>
      <w:r>
        <w:tab/>
        <w:t>1.013e0</w:t>
      </w:r>
    </w:p>
    <w:p w:rsidR="006974AE" w:rsidRDefault="006974AE" w:rsidP="006974AE">
      <w:r>
        <w:t>722.8375</w:t>
      </w:r>
      <w:r>
        <w:tab/>
        <w:t>1.013e0</w:t>
      </w:r>
    </w:p>
    <w:p w:rsidR="006974AE" w:rsidRDefault="006974AE" w:rsidP="006974AE">
      <w:r>
        <w:t>722.8555</w:t>
      </w:r>
      <w:r>
        <w:tab/>
        <w:t>1.013e0</w:t>
      </w:r>
    </w:p>
    <w:p w:rsidR="006974AE" w:rsidRDefault="006974AE" w:rsidP="006974AE">
      <w:r>
        <w:t>722.8644</w:t>
      </w:r>
      <w:r>
        <w:tab/>
        <w:t>1.013e0</w:t>
      </w:r>
    </w:p>
    <w:p w:rsidR="006974AE" w:rsidRDefault="006974AE" w:rsidP="006974AE">
      <w:r>
        <w:t>722.9266</w:t>
      </w:r>
      <w:r>
        <w:tab/>
        <w:t>1.013e0</w:t>
      </w:r>
    </w:p>
    <w:p w:rsidR="006974AE" w:rsidRDefault="006974AE" w:rsidP="006974AE">
      <w:r>
        <w:t>722.9384</w:t>
      </w:r>
      <w:r>
        <w:tab/>
        <w:t>2.025e0</w:t>
      </w:r>
    </w:p>
    <w:p w:rsidR="006974AE" w:rsidRDefault="006974AE" w:rsidP="006974AE">
      <w:r>
        <w:t>722.9756</w:t>
      </w:r>
      <w:r>
        <w:tab/>
        <w:t>1.013e0</w:t>
      </w:r>
    </w:p>
    <w:p w:rsidR="006974AE" w:rsidRDefault="006974AE" w:rsidP="006974AE">
      <w:r>
        <w:t>723.0431</w:t>
      </w:r>
      <w:r>
        <w:tab/>
        <w:t>2.025e0</w:t>
      </w:r>
    </w:p>
    <w:p w:rsidR="006974AE" w:rsidRDefault="006974AE" w:rsidP="006974AE">
      <w:r>
        <w:t>723.0613</w:t>
      </w:r>
      <w:r>
        <w:tab/>
        <w:t>2.025e0</w:t>
      </w:r>
    </w:p>
    <w:p w:rsidR="006974AE" w:rsidRDefault="006974AE" w:rsidP="006974AE">
      <w:r>
        <w:t>723.1104</w:t>
      </w:r>
      <w:r>
        <w:tab/>
        <w:t>1.013e0</w:t>
      </w:r>
    </w:p>
    <w:p w:rsidR="006974AE" w:rsidRDefault="006974AE" w:rsidP="006974AE">
      <w:r>
        <w:t>723.1115</w:t>
      </w:r>
      <w:r>
        <w:tab/>
        <w:t>5.063e0</w:t>
      </w:r>
    </w:p>
    <w:p w:rsidR="006974AE" w:rsidRDefault="006974AE" w:rsidP="006974AE">
      <w:r>
        <w:t>723.1226</w:t>
      </w:r>
      <w:r>
        <w:tab/>
        <w:t>1.013e0</w:t>
      </w:r>
    </w:p>
    <w:p w:rsidR="006974AE" w:rsidRDefault="006974AE" w:rsidP="006974AE">
      <w:r>
        <w:lastRenderedPageBreak/>
        <w:t>723.1340</w:t>
      </w:r>
      <w:r>
        <w:tab/>
        <w:t>1.013e0</w:t>
      </w:r>
    </w:p>
    <w:p w:rsidR="006974AE" w:rsidRDefault="006974AE" w:rsidP="006974AE">
      <w:r>
        <w:t>723.1754</w:t>
      </w:r>
      <w:r>
        <w:tab/>
        <w:t>2.025e0</w:t>
      </w:r>
    </w:p>
    <w:p w:rsidR="006974AE" w:rsidRDefault="006974AE" w:rsidP="006974AE">
      <w:r>
        <w:t>723.2084</w:t>
      </w:r>
      <w:r>
        <w:tab/>
        <w:t>1.013e0</w:t>
      </w:r>
    </w:p>
    <w:p w:rsidR="006974AE" w:rsidRDefault="006974AE" w:rsidP="006974AE">
      <w:r>
        <w:t>723.2145</w:t>
      </w:r>
      <w:r>
        <w:tab/>
        <w:t>1.013e0</w:t>
      </w:r>
    </w:p>
    <w:p w:rsidR="006974AE" w:rsidRDefault="006974AE" w:rsidP="006974AE">
      <w:r>
        <w:t>723.2943</w:t>
      </w:r>
      <w:r>
        <w:tab/>
        <w:t>1.013e0</w:t>
      </w:r>
    </w:p>
    <w:p w:rsidR="006974AE" w:rsidRDefault="006974AE" w:rsidP="006974AE">
      <w:r>
        <w:t>723.3003</w:t>
      </w:r>
      <w:r>
        <w:tab/>
        <w:t>1.013e0</w:t>
      </w:r>
    </w:p>
    <w:p w:rsidR="006974AE" w:rsidRDefault="006974AE" w:rsidP="006974AE">
      <w:r>
        <w:t>723.3179</w:t>
      </w:r>
      <w:r>
        <w:tab/>
        <w:t>2.025e0</w:t>
      </w:r>
    </w:p>
    <w:p w:rsidR="006974AE" w:rsidRDefault="006974AE" w:rsidP="006974AE">
      <w:r>
        <w:t>723.3237</w:t>
      </w:r>
      <w:r>
        <w:tab/>
        <w:t>2.389e0</w:t>
      </w:r>
    </w:p>
    <w:p w:rsidR="006974AE" w:rsidRDefault="006974AE" w:rsidP="006974AE">
      <w:r>
        <w:t>723.3312</w:t>
      </w:r>
      <w:r>
        <w:tab/>
        <w:t>1.595e0</w:t>
      </w:r>
    </w:p>
    <w:p w:rsidR="006974AE" w:rsidRDefault="006974AE" w:rsidP="006974AE">
      <w:r>
        <w:t>723.3472</w:t>
      </w:r>
      <w:r>
        <w:tab/>
        <w:t>3.038e0</w:t>
      </w:r>
    </w:p>
    <w:p w:rsidR="006974AE" w:rsidRDefault="006974AE" w:rsidP="006974AE">
      <w:r>
        <w:t>723.3796</w:t>
      </w:r>
      <w:r>
        <w:tab/>
        <w:t>2.025e0</w:t>
      </w:r>
    </w:p>
    <w:p w:rsidR="006974AE" w:rsidRDefault="006974AE" w:rsidP="006974AE">
      <w:r>
        <w:t>723.3911</w:t>
      </w:r>
      <w:r>
        <w:tab/>
        <w:t>1.609e0</w:t>
      </w:r>
    </w:p>
    <w:p w:rsidR="006974AE" w:rsidRDefault="006974AE" w:rsidP="006974AE">
      <w:r>
        <w:t>723.4117</w:t>
      </w:r>
      <w:r>
        <w:tab/>
        <w:t>3.038e0</w:t>
      </w:r>
    </w:p>
    <w:p w:rsidR="006974AE" w:rsidRDefault="006974AE" w:rsidP="006974AE">
      <w:r>
        <w:t>723.4214</w:t>
      </w:r>
      <w:r>
        <w:tab/>
        <w:t>1.013e0</w:t>
      </w:r>
    </w:p>
    <w:p w:rsidR="006974AE" w:rsidRDefault="006974AE" w:rsidP="006974AE">
      <w:r>
        <w:t>723.4772</w:t>
      </w:r>
      <w:r>
        <w:tab/>
        <w:t>1.013e0</w:t>
      </w:r>
    </w:p>
    <w:p w:rsidR="006974AE" w:rsidRDefault="006974AE" w:rsidP="006974AE">
      <w:r>
        <w:t>723.4811</w:t>
      </w:r>
      <w:r>
        <w:tab/>
        <w:t>2.025e0</w:t>
      </w:r>
    </w:p>
    <w:p w:rsidR="006974AE" w:rsidRDefault="006974AE" w:rsidP="006974AE">
      <w:r>
        <w:t>723.5027</w:t>
      </w:r>
      <w:r>
        <w:tab/>
        <w:t>1.013e0</w:t>
      </w:r>
    </w:p>
    <w:p w:rsidR="006974AE" w:rsidRDefault="006974AE" w:rsidP="006974AE">
      <w:r>
        <w:t>723.5231</w:t>
      </w:r>
      <w:r>
        <w:tab/>
        <w:t>1.013e0</w:t>
      </w:r>
    </w:p>
    <w:p w:rsidR="006974AE" w:rsidRDefault="006974AE" w:rsidP="006974AE">
      <w:r>
        <w:t>723.5508</w:t>
      </w:r>
      <w:r>
        <w:tab/>
        <w:t>1.013e0</w:t>
      </w:r>
    </w:p>
    <w:p w:rsidR="006974AE" w:rsidRDefault="006974AE" w:rsidP="006974AE">
      <w:r>
        <w:lastRenderedPageBreak/>
        <w:t>723.5587</w:t>
      </w:r>
      <w:r>
        <w:tab/>
        <w:t>2.025e0</w:t>
      </w:r>
    </w:p>
    <w:p w:rsidR="006974AE" w:rsidRDefault="006974AE" w:rsidP="006974AE">
      <w:r>
        <w:t>723.5640</w:t>
      </w:r>
      <w:r>
        <w:tab/>
        <w:t>2.025e0</w:t>
      </w:r>
    </w:p>
    <w:p w:rsidR="006974AE" w:rsidRDefault="006974AE" w:rsidP="006974AE">
      <w:r>
        <w:t>723.5876</w:t>
      </w:r>
      <w:r>
        <w:tab/>
        <w:t>1.013e0</w:t>
      </w:r>
    </w:p>
    <w:p w:rsidR="006974AE" w:rsidRDefault="006974AE" w:rsidP="006974AE">
      <w:r>
        <w:t>723.5999</w:t>
      </w:r>
      <w:r>
        <w:tab/>
        <w:t>1.013e0</w:t>
      </w:r>
    </w:p>
    <w:p w:rsidR="006974AE" w:rsidRDefault="006974AE" w:rsidP="006974AE">
      <w:r>
        <w:t>723.6547</w:t>
      </w:r>
      <w:r>
        <w:tab/>
        <w:t>2.025e0</w:t>
      </w:r>
    </w:p>
    <w:p w:rsidR="006974AE" w:rsidRDefault="006974AE" w:rsidP="006974AE">
      <w:r>
        <w:t>723.6616</w:t>
      </w:r>
      <w:r>
        <w:tab/>
        <w:t>1.013e0</w:t>
      </w:r>
    </w:p>
    <w:p w:rsidR="006974AE" w:rsidRDefault="006974AE" w:rsidP="006974AE">
      <w:r>
        <w:t>723.6776</w:t>
      </w:r>
      <w:r>
        <w:tab/>
        <w:t>1.013e0</w:t>
      </w:r>
    </w:p>
    <w:p w:rsidR="006974AE" w:rsidRDefault="006974AE" w:rsidP="006974AE">
      <w:r>
        <w:t>723.7125</w:t>
      </w:r>
      <w:r>
        <w:tab/>
        <w:t>1.013e0</w:t>
      </w:r>
    </w:p>
    <w:p w:rsidR="006974AE" w:rsidRDefault="006974AE" w:rsidP="006974AE">
      <w:r>
        <w:t>723.7234</w:t>
      </w:r>
      <w:r>
        <w:tab/>
        <w:t>1.013e0</w:t>
      </w:r>
    </w:p>
    <w:p w:rsidR="006974AE" w:rsidRDefault="006974AE" w:rsidP="006974AE">
      <w:r>
        <w:t>723.7725</w:t>
      </w:r>
      <w:r>
        <w:tab/>
        <w:t>1.013e0</w:t>
      </w:r>
    </w:p>
    <w:p w:rsidR="006974AE" w:rsidRDefault="006974AE" w:rsidP="006974AE">
      <w:r>
        <w:t>723.8155</w:t>
      </w:r>
      <w:r>
        <w:tab/>
        <w:t>1.013e0</w:t>
      </w:r>
    </w:p>
    <w:p w:rsidR="006974AE" w:rsidRDefault="006974AE" w:rsidP="006974AE">
      <w:r>
        <w:t>723.8339</w:t>
      </w:r>
      <w:r>
        <w:tab/>
        <w:t>2.025e0</w:t>
      </w:r>
    </w:p>
    <w:p w:rsidR="006974AE" w:rsidRDefault="006974AE" w:rsidP="006974AE">
      <w:r>
        <w:t>724.0383</w:t>
      </w:r>
      <w:r>
        <w:tab/>
        <w:t>1.013e0</w:t>
      </w:r>
    </w:p>
    <w:p w:rsidR="006974AE" w:rsidRDefault="006974AE" w:rsidP="006974AE">
      <w:r>
        <w:t>724.0415</w:t>
      </w:r>
      <w:r>
        <w:tab/>
        <w:t>1.013e0</w:t>
      </w:r>
    </w:p>
    <w:p w:rsidR="006974AE" w:rsidRDefault="006974AE" w:rsidP="006974AE">
      <w:r>
        <w:t>724.1038</w:t>
      </w:r>
      <w:r>
        <w:tab/>
        <w:t>1.013e0</w:t>
      </w:r>
    </w:p>
    <w:p w:rsidR="006974AE" w:rsidRDefault="006974AE" w:rsidP="006974AE">
      <w:r>
        <w:t>724.1406</w:t>
      </w:r>
      <w:r>
        <w:tab/>
        <w:t>1.013e0</w:t>
      </w:r>
    </w:p>
    <w:p w:rsidR="006974AE" w:rsidRDefault="006974AE" w:rsidP="006974AE">
      <w:r>
        <w:t>724.1583</w:t>
      </w:r>
      <w:r>
        <w:tab/>
        <w:t>2.025e0</w:t>
      </w:r>
    </w:p>
    <w:p w:rsidR="006974AE" w:rsidRDefault="006974AE" w:rsidP="006974AE">
      <w:r>
        <w:t>724.1642</w:t>
      </w:r>
      <w:r>
        <w:tab/>
        <w:t>1.013e0</w:t>
      </w:r>
    </w:p>
    <w:p w:rsidR="006974AE" w:rsidRDefault="006974AE" w:rsidP="006974AE">
      <w:r>
        <w:t>724.2010</w:t>
      </w:r>
      <w:r>
        <w:tab/>
        <w:t>1.013e0</w:t>
      </w:r>
    </w:p>
    <w:p w:rsidR="006974AE" w:rsidRDefault="006974AE" w:rsidP="006974AE">
      <w:r>
        <w:lastRenderedPageBreak/>
        <w:t>724.2265</w:t>
      </w:r>
      <w:r>
        <w:tab/>
        <w:t>2.025e0</w:t>
      </w:r>
    </w:p>
    <w:p w:rsidR="006974AE" w:rsidRDefault="006974AE" w:rsidP="006974AE">
      <w:r>
        <w:t>724.2604</w:t>
      </w:r>
      <w:r>
        <w:tab/>
        <w:t>1.013e0</w:t>
      </w:r>
    </w:p>
    <w:p w:rsidR="006974AE" w:rsidRDefault="006974AE" w:rsidP="006974AE">
      <w:r>
        <w:t>724.2993</w:t>
      </w:r>
      <w:r>
        <w:tab/>
        <w:t>2.025e0</w:t>
      </w:r>
    </w:p>
    <w:p w:rsidR="006974AE" w:rsidRDefault="006974AE" w:rsidP="006974AE">
      <w:r>
        <w:t>724.3264</w:t>
      </w:r>
      <w:r>
        <w:tab/>
        <w:t>3.038e0</w:t>
      </w:r>
    </w:p>
    <w:p w:rsidR="006974AE" w:rsidRDefault="006974AE" w:rsidP="006974AE">
      <w:r>
        <w:t>724.3345</w:t>
      </w:r>
      <w:r>
        <w:tab/>
        <w:t>2.025e0</w:t>
      </w:r>
    </w:p>
    <w:p w:rsidR="006974AE" w:rsidRDefault="006974AE" w:rsidP="006974AE">
      <w:r>
        <w:t>724.3357</w:t>
      </w:r>
      <w:r>
        <w:tab/>
        <w:t>4.051e0</w:t>
      </w:r>
    </w:p>
    <w:p w:rsidR="006974AE" w:rsidRDefault="006974AE" w:rsidP="006974AE">
      <w:r>
        <w:t>724.3469</w:t>
      </w:r>
      <w:r>
        <w:tab/>
        <w:t>2.794e0</w:t>
      </w:r>
    </w:p>
    <w:p w:rsidR="006974AE" w:rsidRDefault="006974AE" w:rsidP="006974AE">
      <w:r>
        <w:t>724.3488</w:t>
      </w:r>
      <w:r>
        <w:tab/>
        <w:t>2.740e0</w:t>
      </w:r>
    </w:p>
    <w:p w:rsidR="006974AE" w:rsidRDefault="006974AE" w:rsidP="006974AE">
      <w:r>
        <w:t>724.3529</w:t>
      </w:r>
      <w:r>
        <w:tab/>
        <w:t>2.616e0</w:t>
      </w:r>
    </w:p>
    <w:p w:rsidR="006974AE" w:rsidRDefault="006974AE" w:rsidP="006974AE">
      <w:r>
        <w:t>724.3769</w:t>
      </w:r>
      <w:r>
        <w:tab/>
        <w:t>4.051e0</w:t>
      </w:r>
    </w:p>
    <w:p w:rsidR="006974AE" w:rsidRDefault="006974AE" w:rsidP="006974AE">
      <w:r>
        <w:t>724.3799</w:t>
      </w:r>
      <w:r>
        <w:tab/>
        <w:t>3.038e0</w:t>
      </w:r>
    </w:p>
    <w:p w:rsidR="006974AE" w:rsidRDefault="006974AE" w:rsidP="006974AE">
      <w:r>
        <w:t>724.3979</w:t>
      </w:r>
      <w:r>
        <w:tab/>
        <w:t>5.063e0</w:t>
      </w:r>
    </w:p>
    <w:p w:rsidR="006974AE" w:rsidRDefault="006974AE" w:rsidP="006974AE">
      <w:r>
        <w:t>724.4317</w:t>
      </w:r>
      <w:r>
        <w:tab/>
        <w:t>1.013e0</w:t>
      </w:r>
    </w:p>
    <w:p w:rsidR="006974AE" w:rsidRDefault="006974AE" w:rsidP="006974AE">
      <w:r>
        <w:t>724.4589</w:t>
      </w:r>
      <w:r>
        <w:tab/>
        <w:t>2.025e0</w:t>
      </w:r>
    </w:p>
    <w:p w:rsidR="006974AE" w:rsidRDefault="006974AE" w:rsidP="006974AE">
      <w:r>
        <w:t>724.4831</w:t>
      </w:r>
      <w:r>
        <w:tab/>
        <w:t>4.051e0</w:t>
      </w:r>
    </w:p>
    <w:p w:rsidR="006974AE" w:rsidRDefault="006974AE" w:rsidP="006974AE">
      <w:r>
        <w:t>724.5106</w:t>
      </w:r>
      <w:r>
        <w:tab/>
        <w:t>2.025e0</w:t>
      </w:r>
    </w:p>
    <w:p w:rsidR="006974AE" w:rsidRDefault="006974AE" w:rsidP="006974AE">
      <w:r>
        <w:t>724.5215</w:t>
      </w:r>
      <w:r>
        <w:tab/>
        <w:t>3.038e0</w:t>
      </w:r>
    </w:p>
    <w:p w:rsidR="006974AE" w:rsidRDefault="006974AE" w:rsidP="006974AE">
      <w:r>
        <w:t>724.5816</w:t>
      </w:r>
      <w:r>
        <w:tab/>
        <w:t>1.013e0</w:t>
      </w:r>
    </w:p>
    <w:p w:rsidR="006974AE" w:rsidRDefault="006974AE" w:rsidP="006974AE">
      <w:r>
        <w:t>724.6194</w:t>
      </w:r>
      <w:r>
        <w:tab/>
        <w:t>1.013e0</w:t>
      </w:r>
    </w:p>
    <w:p w:rsidR="006974AE" w:rsidRDefault="006974AE" w:rsidP="006974AE">
      <w:r>
        <w:lastRenderedPageBreak/>
        <w:t>724.6458</w:t>
      </w:r>
      <w:r>
        <w:tab/>
        <w:t>2.025e0</w:t>
      </w:r>
    </w:p>
    <w:p w:rsidR="006974AE" w:rsidRDefault="006974AE" w:rsidP="006974AE">
      <w:r>
        <w:t>724.6718</w:t>
      </w:r>
      <w:r>
        <w:tab/>
        <w:t>1.013e0</w:t>
      </w:r>
    </w:p>
    <w:p w:rsidR="006974AE" w:rsidRDefault="006974AE" w:rsidP="006974AE">
      <w:r>
        <w:t>724.7230</w:t>
      </w:r>
      <w:r>
        <w:tab/>
        <w:t>1.013e0</w:t>
      </w:r>
    </w:p>
    <w:p w:rsidR="006974AE" w:rsidRDefault="006974AE" w:rsidP="006974AE">
      <w:r>
        <w:t>724.7790</w:t>
      </w:r>
      <w:r>
        <w:tab/>
        <w:t>1.013e0</w:t>
      </w:r>
    </w:p>
    <w:p w:rsidR="006974AE" w:rsidRDefault="006974AE" w:rsidP="006974AE">
      <w:r>
        <w:t>724.8027</w:t>
      </w:r>
      <w:r>
        <w:tab/>
        <w:t>1.013e0</w:t>
      </w:r>
    </w:p>
    <w:p w:rsidR="006974AE" w:rsidRDefault="006974AE" w:rsidP="006974AE">
      <w:r>
        <w:t>724.8181</w:t>
      </w:r>
      <w:r>
        <w:tab/>
        <w:t>2.025e0</w:t>
      </w:r>
    </w:p>
    <w:p w:rsidR="006974AE" w:rsidRDefault="006974AE" w:rsidP="006974AE">
      <w:r>
        <w:t>724.8440</w:t>
      </w:r>
      <w:r>
        <w:tab/>
        <w:t>1.013e0</w:t>
      </w:r>
    </w:p>
    <w:p w:rsidR="006974AE" w:rsidRDefault="006974AE" w:rsidP="006974AE">
      <w:r>
        <w:t>724.8764</w:t>
      </w:r>
      <w:r>
        <w:tab/>
        <w:t>1.013e0</w:t>
      </w:r>
    </w:p>
    <w:p w:rsidR="006974AE" w:rsidRDefault="006974AE" w:rsidP="006974AE">
      <w:r>
        <w:t>724.8838</w:t>
      </w:r>
      <w:r>
        <w:tab/>
        <w:t>2.025e0</w:t>
      </w:r>
    </w:p>
    <w:p w:rsidR="006974AE" w:rsidRDefault="006974AE" w:rsidP="006974AE">
      <w:r>
        <w:t>724.9288</w:t>
      </w:r>
      <w:r>
        <w:tab/>
        <w:t>1.013e0</w:t>
      </w:r>
    </w:p>
    <w:p w:rsidR="006974AE" w:rsidRDefault="006974AE" w:rsidP="006974AE">
      <w:r>
        <w:t>724.9467</w:t>
      </w:r>
      <w:r>
        <w:tab/>
        <w:t>1.013e0</w:t>
      </w:r>
    </w:p>
    <w:p w:rsidR="006974AE" w:rsidRDefault="006974AE" w:rsidP="006974AE">
      <w:r>
        <w:t>724.9553</w:t>
      </w:r>
      <w:r>
        <w:tab/>
        <w:t>2.025e0</w:t>
      </w:r>
    </w:p>
    <w:p w:rsidR="006974AE" w:rsidRDefault="006974AE" w:rsidP="006974AE">
      <w:r>
        <w:t>724.9879</w:t>
      </w:r>
      <w:r>
        <w:tab/>
        <w:t>1.013e0</w:t>
      </w:r>
    </w:p>
    <w:p w:rsidR="006974AE" w:rsidRDefault="006974AE" w:rsidP="006974AE">
      <w:r>
        <w:t>725.0128</w:t>
      </w:r>
      <w:r>
        <w:tab/>
        <w:t>2.025e0</w:t>
      </w:r>
    </w:p>
    <w:p w:rsidR="006974AE" w:rsidRDefault="006974AE" w:rsidP="006974AE">
      <w:r>
        <w:t>725.0370</w:t>
      </w:r>
      <w:r>
        <w:tab/>
        <w:t>1.013e0</w:t>
      </w:r>
    </w:p>
    <w:p w:rsidR="006974AE" w:rsidRDefault="006974AE" w:rsidP="006974AE">
      <w:r>
        <w:t>725.1107</w:t>
      </w:r>
      <w:r>
        <w:tab/>
        <w:t>1.013e0</w:t>
      </w:r>
    </w:p>
    <w:p w:rsidR="006974AE" w:rsidRDefault="006974AE" w:rsidP="006974AE">
      <w:r>
        <w:t>725.1172</w:t>
      </w:r>
      <w:r>
        <w:tab/>
        <w:t>1.013e0</w:t>
      </w:r>
    </w:p>
    <w:p w:rsidR="006974AE" w:rsidRDefault="006974AE" w:rsidP="006974AE">
      <w:r>
        <w:t>725.1418</w:t>
      </w:r>
      <w:r>
        <w:tab/>
        <w:t>3.038e0</w:t>
      </w:r>
    </w:p>
    <w:p w:rsidR="006974AE" w:rsidRDefault="006974AE" w:rsidP="006974AE">
      <w:r>
        <w:t>725.1599</w:t>
      </w:r>
      <w:r>
        <w:tab/>
        <w:t>1.013e0</w:t>
      </w:r>
    </w:p>
    <w:p w:rsidR="006974AE" w:rsidRDefault="006974AE" w:rsidP="006974AE">
      <w:r>
        <w:lastRenderedPageBreak/>
        <w:t>725.1854</w:t>
      </w:r>
      <w:r>
        <w:tab/>
        <w:t>2.025e0</w:t>
      </w:r>
    </w:p>
    <w:p w:rsidR="006974AE" w:rsidRDefault="006974AE" w:rsidP="006974AE">
      <w:r>
        <w:t>725.2015</w:t>
      </w:r>
      <w:r>
        <w:tab/>
        <w:t>2.025e0</w:t>
      </w:r>
    </w:p>
    <w:p w:rsidR="006974AE" w:rsidRDefault="006974AE" w:rsidP="006974AE">
      <w:r>
        <w:t>725.2373</w:t>
      </w:r>
      <w:r>
        <w:tab/>
        <w:t>1.013e0</w:t>
      </w:r>
    </w:p>
    <w:p w:rsidR="006974AE" w:rsidRDefault="006974AE" w:rsidP="006974AE">
      <w:r>
        <w:t>725.2450</w:t>
      </w:r>
      <w:r>
        <w:tab/>
        <w:t>1.013e0</w:t>
      </w:r>
    </w:p>
    <w:p w:rsidR="006974AE" w:rsidRDefault="006974AE" w:rsidP="006974AE">
      <w:r>
        <w:t>725.2495</w:t>
      </w:r>
      <w:r>
        <w:tab/>
        <w:t>2.025e0</w:t>
      </w:r>
    </w:p>
    <w:p w:rsidR="006974AE" w:rsidRDefault="006974AE" w:rsidP="006974AE">
      <w:r>
        <w:t>725.3065</w:t>
      </w:r>
      <w:r>
        <w:tab/>
        <w:t>1.013e0</w:t>
      </w:r>
    </w:p>
    <w:p w:rsidR="006974AE" w:rsidRDefault="006974AE" w:rsidP="006974AE">
      <w:r>
        <w:t>725.3239</w:t>
      </w:r>
      <w:r>
        <w:tab/>
        <w:t>2.025e0</w:t>
      </w:r>
    </w:p>
    <w:p w:rsidR="006974AE" w:rsidRDefault="006974AE" w:rsidP="006974AE">
      <w:r>
        <w:t>725.3270</w:t>
      </w:r>
      <w:r>
        <w:tab/>
        <w:t>2.025e0</w:t>
      </w:r>
    </w:p>
    <w:p w:rsidR="006974AE" w:rsidRDefault="006974AE" w:rsidP="006974AE">
      <w:r>
        <w:t>725.3319</w:t>
      </w:r>
      <w:r>
        <w:tab/>
        <w:t>1.013e0</w:t>
      </w:r>
    </w:p>
    <w:p w:rsidR="006974AE" w:rsidRDefault="006974AE" w:rsidP="006974AE">
      <w:r>
        <w:t>725.3387</w:t>
      </w:r>
      <w:r>
        <w:tab/>
        <w:t>4.051e0</w:t>
      </w:r>
    </w:p>
    <w:p w:rsidR="006974AE" w:rsidRDefault="006974AE" w:rsidP="006974AE">
      <w:r>
        <w:t>725.3679</w:t>
      </w:r>
      <w:r>
        <w:tab/>
        <w:t>1.013e0</w:t>
      </w:r>
    </w:p>
    <w:p w:rsidR="006974AE" w:rsidRDefault="006974AE" w:rsidP="006974AE">
      <w:r>
        <w:t>725.3699</w:t>
      </w:r>
      <w:r>
        <w:tab/>
        <w:t>2.025e0</w:t>
      </w:r>
    </w:p>
    <w:p w:rsidR="006974AE" w:rsidRDefault="006974AE" w:rsidP="006974AE">
      <w:r>
        <w:t>725.3784</w:t>
      </w:r>
      <w:r>
        <w:tab/>
        <w:t>1.849e0</w:t>
      </w:r>
    </w:p>
    <w:p w:rsidR="006974AE" w:rsidRDefault="006974AE" w:rsidP="006974AE">
      <w:r>
        <w:t>725.3926</w:t>
      </w:r>
      <w:r>
        <w:tab/>
        <w:t>1.013e0</w:t>
      </w:r>
    </w:p>
    <w:p w:rsidR="006974AE" w:rsidRDefault="006974AE" w:rsidP="006974AE">
      <w:r>
        <w:t>725.4013</w:t>
      </w:r>
      <w:r>
        <w:tab/>
        <w:t>3.038e0</w:t>
      </w:r>
    </w:p>
    <w:p w:rsidR="006974AE" w:rsidRDefault="006974AE" w:rsidP="006974AE">
      <w:r>
        <w:t>725.4266</w:t>
      </w:r>
      <w:r>
        <w:tab/>
        <w:t>1.013e0</w:t>
      </w:r>
    </w:p>
    <w:p w:rsidR="006974AE" w:rsidRDefault="006974AE" w:rsidP="006974AE">
      <w:r>
        <w:t>725.4303</w:t>
      </w:r>
      <w:r>
        <w:tab/>
        <w:t>1.013e0</w:t>
      </w:r>
    </w:p>
    <w:p w:rsidR="006974AE" w:rsidRDefault="006974AE" w:rsidP="006974AE">
      <w:r>
        <w:t>725.4437</w:t>
      </w:r>
      <w:r>
        <w:tab/>
        <w:t>2.025e0</w:t>
      </w:r>
    </w:p>
    <w:p w:rsidR="006974AE" w:rsidRDefault="006974AE" w:rsidP="006974AE">
      <w:r>
        <w:t>725.4540</w:t>
      </w:r>
      <w:r>
        <w:tab/>
        <w:t>1.013e0</w:t>
      </w:r>
    </w:p>
    <w:p w:rsidR="006974AE" w:rsidRDefault="006974AE" w:rsidP="006974AE">
      <w:r>
        <w:lastRenderedPageBreak/>
        <w:t>725.5117</w:t>
      </w:r>
      <w:r>
        <w:tab/>
        <w:t>2.025e0</w:t>
      </w:r>
    </w:p>
    <w:p w:rsidR="006974AE" w:rsidRDefault="006974AE" w:rsidP="006974AE">
      <w:r>
        <w:t>725.5282</w:t>
      </w:r>
      <w:r>
        <w:tab/>
        <w:t>1.013e0</w:t>
      </w:r>
    </w:p>
    <w:p w:rsidR="006974AE" w:rsidRDefault="006974AE" w:rsidP="006974AE">
      <w:r>
        <w:t>725.5457</w:t>
      </w:r>
      <w:r>
        <w:tab/>
        <w:t>1.013e0</w:t>
      </w:r>
    </w:p>
    <w:p w:rsidR="006974AE" w:rsidRDefault="006974AE" w:rsidP="006974AE">
      <w:r>
        <w:t>725.5655</w:t>
      </w:r>
      <w:r>
        <w:tab/>
        <w:t>1.013e0</w:t>
      </w:r>
    </w:p>
    <w:p w:rsidR="006974AE" w:rsidRDefault="006974AE" w:rsidP="006974AE">
      <w:r>
        <w:t>725.5979</w:t>
      </w:r>
      <w:r>
        <w:tab/>
        <w:t>1.013e0</w:t>
      </w:r>
    </w:p>
    <w:p w:rsidR="006974AE" w:rsidRDefault="006974AE" w:rsidP="006974AE">
      <w:r>
        <w:t>725.6218</w:t>
      </w:r>
      <w:r>
        <w:tab/>
        <w:t>2.025e0</w:t>
      </w:r>
    </w:p>
    <w:p w:rsidR="006974AE" w:rsidRDefault="006974AE" w:rsidP="006974AE">
      <w:r>
        <w:t>725.6338</w:t>
      </w:r>
      <w:r>
        <w:tab/>
        <w:t>3.038e0</w:t>
      </w:r>
    </w:p>
    <w:p w:rsidR="006974AE" w:rsidRDefault="006974AE" w:rsidP="006974AE">
      <w:r>
        <w:t>725.6384</w:t>
      </w:r>
      <w:r>
        <w:tab/>
        <w:t>1.013e0</w:t>
      </w:r>
    </w:p>
    <w:p w:rsidR="006974AE" w:rsidRDefault="006974AE" w:rsidP="006974AE">
      <w:r>
        <w:t>725.6507</w:t>
      </w:r>
      <w:r>
        <w:tab/>
        <w:t>1.013e0</w:t>
      </w:r>
    </w:p>
    <w:p w:rsidR="006974AE" w:rsidRDefault="006974AE" w:rsidP="006974AE">
      <w:r>
        <w:t>725.6836</w:t>
      </w:r>
      <w:r>
        <w:tab/>
        <w:t>1.013e0</w:t>
      </w:r>
    </w:p>
    <w:p w:rsidR="006974AE" w:rsidRDefault="006974AE" w:rsidP="006974AE">
      <w:r>
        <w:t>725.6876</w:t>
      </w:r>
      <w:r>
        <w:tab/>
        <w:t>1.013e0</w:t>
      </w:r>
    </w:p>
    <w:p w:rsidR="006974AE" w:rsidRDefault="006974AE" w:rsidP="006974AE">
      <w:r>
        <w:t>725.7180</w:t>
      </w:r>
      <w:r>
        <w:tab/>
        <w:t>1.013e0</w:t>
      </w:r>
    </w:p>
    <w:p w:rsidR="006974AE" w:rsidRDefault="006974AE" w:rsidP="006974AE">
      <w:r>
        <w:t>725.7367</w:t>
      </w:r>
      <w:r>
        <w:tab/>
        <w:t>2.025e0</w:t>
      </w:r>
    </w:p>
    <w:p w:rsidR="006974AE" w:rsidRDefault="006974AE" w:rsidP="006974AE">
      <w:r>
        <w:t>725.7499</w:t>
      </w:r>
      <w:r>
        <w:tab/>
        <w:t>1.013e0</w:t>
      </w:r>
    </w:p>
    <w:p w:rsidR="006974AE" w:rsidRDefault="006974AE" w:rsidP="006974AE">
      <w:r>
        <w:t>725.7693</w:t>
      </w:r>
      <w:r>
        <w:tab/>
        <w:t>1.013e0</w:t>
      </w:r>
    </w:p>
    <w:p w:rsidR="006974AE" w:rsidRDefault="006974AE" w:rsidP="006974AE">
      <w:r>
        <w:t>725.7859</w:t>
      </w:r>
      <w:r>
        <w:tab/>
        <w:t>1.013e0</w:t>
      </w:r>
    </w:p>
    <w:p w:rsidR="006974AE" w:rsidRDefault="006974AE" w:rsidP="006974AE">
      <w:r>
        <w:t>725.7943</w:t>
      </w:r>
      <w:r>
        <w:tab/>
        <w:t>2.025e0</w:t>
      </w:r>
    </w:p>
    <w:p w:rsidR="006974AE" w:rsidRDefault="006974AE" w:rsidP="006974AE">
      <w:r>
        <w:t>725.8207</w:t>
      </w:r>
      <w:r>
        <w:tab/>
        <w:t>1.013e0</w:t>
      </w:r>
    </w:p>
    <w:p w:rsidR="006974AE" w:rsidRDefault="006974AE" w:rsidP="006974AE">
      <w:r>
        <w:t>725.8229</w:t>
      </w:r>
      <w:r>
        <w:tab/>
        <w:t>1.013e0</w:t>
      </w:r>
    </w:p>
    <w:p w:rsidR="006974AE" w:rsidRDefault="006974AE" w:rsidP="006974AE">
      <w:r>
        <w:lastRenderedPageBreak/>
        <w:t>725.8361</w:t>
      </w:r>
      <w:r>
        <w:tab/>
        <w:t>1.013e0</w:t>
      </w:r>
    </w:p>
    <w:p w:rsidR="006974AE" w:rsidRDefault="006974AE" w:rsidP="006974AE">
      <w:r>
        <w:t>725.8541</w:t>
      </w:r>
      <w:r>
        <w:tab/>
        <w:t>1.013e0</w:t>
      </w:r>
    </w:p>
    <w:p w:rsidR="006974AE" w:rsidRDefault="006974AE" w:rsidP="006974AE">
      <w:r>
        <w:t>725.9581</w:t>
      </w:r>
      <w:r>
        <w:tab/>
        <w:t>1.013e0</w:t>
      </w:r>
    </w:p>
    <w:p w:rsidR="006974AE" w:rsidRDefault="006974AE" w:rsidP="006974AE">
      <w:r>
        <w:t>725.9744</w:t>
      </w:r>
      <w:r>
        <w:tab/>
        <w:t>2.025e0</w:t>
      </w:r>
    </w:p>
    <w:p w:rsidR="006974AE" w:rsidRDefault="006974AE" w:rsidP="006974AE">
      <w:r>
        <w:t>726.0074</w:t>
      </w:r>
      <w:r>
        <w:tab/>
        <w:t>1.013e0</w:t>
      </w:r>
    </w:p>
    <w:p w:rsidR="006974AE" w:rsidRDefault="006974AE" w:rsidP="006974AE">
      <w:r>
        <w:t>726.0408</w:t>
      </w:r>
      <w:r>
        <w:tab/>
        <w:t>3.038e0</w:t>
      </w:r>
    </w:p>
    <w:p w:rsidR="006974AE" w:rsidRDefault="006974AE" w:rsidP="006974AE">
      <w:r>
        <w:t>726.0637</w:t>
      </w:r>
      <w:r>
        <w:tab/>
        <w:t>2.025e0</w:t>
      </w:r>
    </w:p>
    <w:p w:rsidR="006974AE" w:rsidRDefault="006974AE" w:rsidP="006974AE">
      <w:r>
        <w:t>726.0718</w:t>
      </w:r>
      <w:r>
        <w:tab/>
        <w:t>2.025e0</w:t>
      </w:r>
    </w:p>
    <w:p w:rsidR="006974AE" w:rsidRDefault="006974AE" w:rsidP="006974AE">
      <w:r>
        <w:t>726.0777</w:t>
      </w:r>
      <w:r>
        <w:tab/>
        <w:t>1.013e0</w:t>
      </w:r>
    </w:p>
    <w:p w:rsidR="006974AE" w:rsidRDefault="006974AE" w:rsidP="006974AE">
      <w:r>
        <w:t>726.1181</w:t>
      </w:r>
      <w:r>
        <w:tab/>
        <w:t>1.013e0</w:t>
      </w:r>
    </w:p>
    <w:p w:rsidR="006974AE" w:rsidRDefault="006974AE" w:rsidP="006974AE">
      <w:r>
        <w:t>726.1304</w:t>
      </w:r>
      <w:r>
        <w:tab/>
        <w:t>1.013e0</w:t>
      </w:r>
    </w:p>
    <w:p w:rsidR="006974AE" w:rsidRDefault="006974AE" w:rsidP="006974AE">
      <w:r>
        <w:t>726.1628</w:t>
      </w:r>
      <w:r>
        <w:tab/>
        <w:t>2.025e0</w:t>
      </w:r>
    </w:p>
    <w:p w:rsidR="006974AE" w:rsidRDefault="006974AE" w:rsidP="006974AE">
      <w:r>
        <w:t>726.1805</w:t>
      </w:r>
      <w:r>
        <w:tab/>
        <w:t>1.013e0</w:t>
      </w:r>
    </w:p>
    <w:p w:rsidR="006974AE" w:rsidRDefault="006974AE" w:rsidP="006974AE">
      <w:r>
        <w:t>726.2051</w:t>
      </w:r>
      <w:r>
        <w:tab/>
        <w:t>1.013e0</w:t>
      </w:r>
    </w:p>
    <w:p w:rsidR="006974AE" w:rsidRDefault="006974AE" w:rsidP="006974AE">
      <w:r>
        <w:t>726.2657</w:t>
      </w:r>
      <w:r>
        <w:tab/>
        <w:t>1.013e0</w:t>
      </w:r>
    </w:p>
    <w:p w:rsidR="006974AE" w:rsidRDefault="006974AE" w:rsidP="006974AE">
      <w:r>
        <w:t>726.2789</w:t>
      </w:r>
      <w:r>
        <w:tab/>
        <w:t>3.038e0</w:t>
      </w:r>
    </w:p>
    <w:p w:rsidR="006974AE" w:rsidRDefault="006974AE" w:rsidP="006974AE">
      <w:r>
        <w:t>726.3215</w:t>
      </w:r>
      <w:r>
        <w:tab/>
        <w:t>1.008e1</w:t>
      </w:r>
    </w:p>
    <w:p w:rsidR="006974AE" w:rsidRDefault="006974AE" w:rsidP="006974AE">
      <w:r>
        <w:t>726.3435</w:t>
      </w:r>
      <w:r>
        <w:tab/>
        <w:t>4.641e0</w:t>
      </w:r>
    </w:p>
    <w:p w:rsidR="006974AE" w:rsidRDefault="006974AE" w:rsidP="006974AE">
      <w:r>
        <w:t>726.3513</w:t>
      </w:r>
      <w:r>
        <w:tab/>
        <w:t>2.243e0</w:t>
      </w:r>
    </w:p>
    <w:p w:rsidR="006974AE" w:rsidRDefault="006974AE" w:rsidP="006974AE">
      <w:r>
        <w:lastRenderedPageBreak/>
        <w:t>726.3683</w:t>
      </w:r>
      <w:r>
        <w:tab/>
        <w:t>1.013e0</w:t>
      </w:r>
    </w:p>
    <w:p w:rsidR="006974AE" w:rsidRDefault="006974AE" w:rsidP="006974AE">
      <w:r>
        <w:t>726.3735</w:t>
      </w:r>
      <w:r>
        <w:tab/>
        <w:t>2.025e0</w:t>
      </w:r>
    </w:p>
    <w:p w:rsidR="006974AE" w:rsidRDefault="006974AE" w:rsidP="006974AE">
      <w:r>
        <w:t>726.3777</w:t>
      </w:r>
      <w:r>
        <w:tab/>
        <w:t>4.051e0</w:t>
      </w:r>
    </w:p>
    <w:p w:rsidR="006974AE" w:rsidRDefault="006974AE" w:rsidP="006974AE">
      <w:r>
        <w:t>726.4144</w:t>
      </w:r>
      <w:r>
        <w:tab/>
        <w:t>1.013e0</w:t>
      </w:r>
    </w:p>
    <w:p w:rsidR="006974AE" w:rsidRDefault="006974AE" w:rsidP="006974AE">
      <w:r>
        <w:t>726.4269</w:t>
      </w:r>
      <w:r>
        <w:tab/>
        <w:t>2.973e0</w:t>
      </w:r>
    </w:p>
    <w:p w:rsidR="006974AE" w:rsidRDefault="006974AE" w:rsidP="006974AE">
      <w:r>
        <w:t>726.4565</w:t>
      </w:r>
      <w:r>
        <w:tab/>
        <w:t>2.025e0</w:t>
      </w:r>
    </w:p>
    <w:p w:rsidR="006974AE" w:rsidRDefault="006974AE" w:rsidP="006974AE">
      <w:r>
        <w:t>726.4692</w:t>
      </w:r>
      <w:r>
        <w:tab/>
        <w:t>3.038e0</w:t>
      </w:r>
    </w:p>
    <w:p w:rsidR="006974AE" w:rsidRDefault="006974AE" w:rsidP="006974AE">
      <w:r>
        <w:t>726.4887</w:t>
      </w:r>
      <w:r>
        <w:tab/>
        <w:t>1.013e0</w:t>
      </w:r>
    </w:p>
    <w:p w:rsidR="006974AE" w:rsidRDefault="006974AE" w:rsidP="006974AE">
      <w:r>
        <w:t>726.5535</w:t>
      </w:r>
      <w:r>
        <w:tab/>
        <w:t>2.025e0</w:t>
      </w:r>
    </w:p>
    <w:p w:rsidR="006974AE" w:rsidRDefault="006974AE" w:rsidP="006974AE">
      <w:r>
        <w:t>726.5735</w:t>
      </w:r>
      <w:r>
        <w:tab/>
        <w:t>1.013e0</w:t>
      </w:r>
    </w:p>
    <w:p w:rsidR="006974AE" w:rsidRDefault="006974AE" w:rsidP="006974AE">
      <w:r>
        <w:t>726.5872</w:t>
      </w:r>
      <w:r>
        <w:tab/>
        <w:t>2.025e0</w:t>
      </w:r>
    </w:p>
    <w:p w:rsidR="006974AE" w:rsidRDefault="006974AE" w:rsidP="006974AE">
      <w:r>
        <w:t>726.6028</w:t>
      </w:r>
      <w:r>
        <w:tab/>
        <w:t>2.025e0</w:t>
      </w:r>
    </w:p>
    <w:p w:rsidR="006974AE" w:rsidRDefault="006974AE" w:rsidP="006974AE">
      <w:r>
        <w:t>726.6044</w:t>
      </w:r>
      <w:r>
        <w:tab/>
        <w:t>4.051e0</w:t>
      </w:r>
    </w:p>
    <w:p w:rsidR="006974AE" w:rsidRDefault="006974AE" w:rsidP="006974AE">
      <w:r>
        <w:t>726.6180</w:t>
      </w:r>
      <w:r>
        <w:tab/>
        <w:t>2.025e0</w:t>
      </w:r>
    </w:p>
    <w:p w:rsidR="006974AE" w:rsidRDefault="006974AE" w:rsidP="006974AE">
      <w:r>
        <w:t>726.6227</w:t>
      </w:r>
      <w:r>
        <w:tab/>
        <w:t>1.013e0</w:t>
      </w:r>
    </w:p>
    <w:p w:rsidR="006974AE" w:rsidRDefault="006974AE" w:rsidP="006974AE">
      <w:r>
        <w:t>726.6423</w:t>
      </w:r>
      <w:r>
        <w:tab/>
        <w:t>1.013e0</w:t>
      </w:r>
    </w:p>
    <w:p w:rsidR="006974AE" w:rsidRDefault="006974AE" w:rsidP="006974AE">
      <w:r>
        <w:t>726.6975</w:t>
      </w:r>
      <w:r>
        <w:tab/>
        <w:t>1.013e0</w:t>
      </w:r>
    </w:p>
    <w:p w:rsidR="006974AE" w:rsidRDefault="006974AE" w:rsidP="006974AE">
      <w:r>
        <w:t>726.7213</w:t>
      </w:r>
      <w:r>
        <w:tab/>
        <w:t>1.013e0</w:t>
      </w:r>
    </w:p>
    <w:p w:rsidR="006974AE" w:rsidRDefault="006974AE" w:rsidP="006974AE">
      <w:r>
        <w:t>726.7537</w:t>
      </w:r>
      <w:r>
        <w:tab/>
        <w:t>2.025e0</w:t>
      </w:r>
    </w:p>
    <w:p w:rsidR="006974AE" w:rsidRDefault="006974AE" w:rsidP="006974AE">
      <w:r>
        <w:lastRenderedPageBreak/>
        <w:t>726.8198</w:t>
      </w:r>
      <w:r>
        <w:tab/>
        <w:t>1.013e0</w:t>
      </w:r>
    </w:p>
    <w:p w:rsidR="006974AE" w:rsidRDefault="006974AE" w:rsidP="006974AE">
      <w:r>
        <w:t>726.8690</w:t>
      </w:r>
      <w:r>
        <w:tab/>
        <w:t>1.013e0</w:t>
      </w:r>
    </w:p>
    <w:p w:rsidR="006974AE" w:rsidRDefault="006974AE" w:rsidP="006974AE">
      <w:r>
        <w:t>726.8945</w:t>
      </w:r>
      <w:r>
        <w:tab/>
        <w:t>1.013e0</w:t>
      </w:r>
    </w:p>
    <w:p w:rsidR="006974AE" w:rsidRDefault="006974AE" w:rsidP="006974AE">
      <w:r>
        <w:t>726.9431</w:t>
      </w:r>
      <w:r>
        <w:tab/>
        <w:t>2.025e0</w:t>
      </w:r>
    </w:p>
    <w:p w:rsidR="006974AE" w:rsidRDefault="006974AE" w:rsidP="006974AE">
      <w:r>
        <w:t>726.9675</w:t>
      </w:r>
      <w:r>
        <w:tab/>
        <w:t>1.013e0</w:t>
      </w:r>
    </w:p>
    <w:p w:rsidR="006974AE" w:rsidRDefault="006974AE" w:rsidP="006974AE">
      <w:r>
        <w:t>727.0178</w:t>
      </w:r>
      <w:r>
        <w:tab/>
        <w:t>1.013e0</w:t>
      </w:r>
    </w:p>
    <w:p w:rsidR="006974AE" w:rsidRDefault="006974AE" w:rsidP="006974AE">
      <w:r>
        <w:t>727.0471</w:t>
      </w:r>
      <w:r>
        <w:tab/>
        <w:t>2.025e0</w:t>
      </w:r>
    </w:p>
    <w:p w:rsidR="006974AE" w:rsidRDefault="006974AE" w:rsidP="006974AE">
      <w:r>
        <w:t>727.0767</w:t>
      </w:r>
      <w:r>
        <w:tab/>
        <w:t>2.025e0</w:t>
      </w:r>
    </w:p>
    <w:p w:rsidR="006974AE" w:rsidRDefault="006974AE" w:rsidP="006974AE">
      <w:r>
        <w:t>727.1133</w:t>
      </w:r>
      <w:r>
        <w:tab/>
        <w:t>3.038e0</w:t>
      </w:r>
    </w:p>
    <w:p w:rsidR="006974AE" w:rsidRDefault="006974AE" w:rsidP="006974AE">
      <w:r>
        <w:t>727.1573</w:t>
      </w:r>
      <w:r>
        <w:tab/>
        <w:t>1.013e0</w:t>
      </w:r>
    </w:p>
    <w:p w:rsidR="006974AE" w:rsidRDefault="006974AE" w:rsidP="006974AE">
      <w:r>
        <w:t>727.1993</w:t>
      </w:r>
      <w:r>
        <w:tab/>
        <w:t>2.025e0</w:t>
      </w:r>
    </w:p>
    <w:p w:rsidR="006974AE" w:rsidRDefault="006974AE" w:rsidP="006974AE">
      <w:r>
        <w:t>727.2429</w:t>
      </w:r>
      <w:r>
        <w:tab/>
        <w:t>1.013e0</w:t>
      </w:r>
    </w:p>
    <w:p w:rsidR="006974AE" w:rsidRDefault="006974AE" w:rsidP="006974AE">
      <w:r>
        <w:t>727.2756</w:t>
      </w:r>
      <w:r>
        <w:tab/>
        <w:t>1.013e0</w:t>
      </w:r>
    </w:p>
    <w:p w:rsidR="006974AE" w:rsidRDefault="006974AE" w:rsidP="006974AE">
      <w:r>
        <w:t>727.3011</w:t>
      </w:r>
      <w:r>
        <w:tab/>
        <w:t>1.013e0</w:t>
      </w:r>
    </w:p>
    <w:p w:rsidR="006974AE" w:rsidRDefault="006974AE" w:rsidP="006974AE">
      <w:r>
        <w:t>727.3471</w:t>
      </w:r>
      <w:r>
        <w:tab/>
        <w:t>3.002e0</w:t>
      </w:r>
    </w:p>
    <w:p w:rsidR="006974AE" w:rsidRDefault="006974AE" w:rsidP="006974AE">
      <w:r>
        <w:t>727.3628</w:t>
      </w:r>
      <w:r>
        <w:tab/>
        <w:t>3.038e0</w:t>
      </w:r>
    </w:p>
    <w:p w:rsidR="006974AE" w:rsidRDefault="006974AE" w:rsidP="006974AE">
      <w:r>
        <w:t>727.3882</w:t>
      </w:r>
      <w:r>
        <w:tab/>
        <w:t>5.063e0</w:t>
      </w:r>
    </w:p>
    <w:p w:rsidR="006974AE" w:rsidRDefault="006974AE" w:rsidP="006974AE">
      <w:r>
        <w:t>727.4193</w:t>
      </w:r>
      <w:r>
        <w:tab/>
        <w:t>5.063e0</w:t>
      </w:r>
    </w:p>
    <w:p w:rsidR="006974AE" w:rsidRDefault="006974AE" w:rsidP="006974AE">
      <w:r>
        <w:t>727.4539</w:t>
      </w:r>
      <w:r>
        <w:tab/>
        <w:t>3.038e0</w:t>
      </w:r>
    </w:p>
    <w:p w:rsidR="006974AE" w:rsidRDefault="006974AE" w:rsidP="006974AE">
      <w:r>
        <w:lastRenderedPageBreak/>
        <w:t>727.4818</w:t>
      </w:r>
      <w:r>
        <w:tab/>
        <w:t>1.013e0</w:t>
      </w:r>
    </w:p>
    <w:p w:rsidR="006974AE" w:rsidRDefault="006974AE" w:rsidP="006974AE">
      <w:r>
        <w:t>727.4845</w:t>
      </w:r>
      <w:r>
        <w:tab/>
        <w:t>2.025e0</w:t>
      </w:r>
    </w:p>
    <w:p w:rsidR="006974AE" w:rsidRDefault="006974AE" w:rsidP="006974AE">
      <w:r>
        <w:t>727.5344</w:t>
      </w:r>
      <w:r>
        <w:tab/>
        <w:t>1.013e0</w:t>
      </w:r>
    </w:p>
    <w:p w:rsidR="006974AE" w:rsidRDefault="006974AE" w:rsidP="006974AE">
      <w:r>
        <w:t>727.5513</w:t>
      </w:r>
      <w:r>
        <w:tab/>
        <w:t>1.013e0</w:t>
      </w:r>
    </w:p>
    <w:p w:rsidR="006974AE" w:rsidRDefault="006974AE" w:rsidP="006974AE">
      <w:r>
        <w:t>727.5674</w:t>
      </w:r>
      <w:r>
        <w:tab/>
        <w:t>1.013e0</w:t>
      </w:r>
    </w:p>
    <w:p w:rsidR="006974AE" w:rsidRDefault="006974AE" w:rsidP="006974AE">
      <w:r>
        <w:t>727.5964</w:t>
      </w:r>
      <w:r>
        <w:tab/>
        <w:t>2.025e0</w:t>
      </w:r>
    </w:p>
    <w:p w:rsidR="006974AE" w:rsidRDefault="006974AE" w:rsidP="006974AE">
      <w:r>
        <w:t>727.6083</w:t>
      </w:r>
      <w:r>
        <w:tab/>
        <w:t>1.013e0</w:t>
      </w:r>
    </w:p>
    <w:p w:rsidR="006974AE" w:rsidRDefault="006974AE" w:rsidP="006974AE">
      <w:r>
        <w:t>727.6207</w:t>
      </w:r>
      <w:r>
        <w:tab/>
        <w:t>1.013e0</w:t>
      </w:r>
    </w:p>
    <w:p w:rsidR="006974AE" w:rsidRDefault="006974AE" w:rsidP="006974AE">
      <w:r>
        <w:t>727.6462</w:t>
      </w:r>
      <w:r>
        <w:tab/>
        <w:t>1.013e0</w:t>
      </w:r>
    </w:p>
    <w:p w:rsidR="006974AE" w:rsidRDefault="006974AE" w:rsidP="006974AE">
      <w:r>
        <w:t>727.7563</w:t>
      </w:r>
      <w:r>
        <w:tab/>
        <w:t>1.013e0</w:t>
      </w:r>
    </w:p>
    <w:p w:rsidR="006974AE" w:rsidRDefault="006974AE" w:rsidP="006974AE">
      <w:r>
        <w:t>727.7933</w:t>
      </w:r>
      <w:r>
        <w:tab/>
        <w:t>1.013e0</w:t>
      </w:r>
    </w:p>
    <w:p w:rsidR="006974AE" w:rsidRDefault="006974AE" w:rsidP="006974AE">
      <w:r>
        <w:t>727.8597</w:t>
      </w:r>
      <w:r>
        <w:tab/>
        <w:t>2.025e0</w:t>
      </w:r>
    </w:p>
    <w:p w:rsidR="006974AE" w:rsidRDefault="006974AE" w:rsidP="006974AE">
      <w:r>
        <w:t>727.9283</w:t>
      </w:r>
      <w:r>
        <w:tab/>
        <w:t>1.013e0</w:t>
      </w:r>
    </w:p>
    <w:p w:rsidR="006974AE" w:rsidRDefault="006974AE" w:rsidP="006974AE">
      <w:r>
        <w:t>727.9789</w:t>
      </w:r>
      <w:r>
        <w:tab/>
        <w:t>3.038e0</w:t>
      </w:r>
    </w:p>
    <w:p w:rsidR="006974AE" w:rsidRDefault="006974AE" w:rsidP="006974AE">
      <w:r>
        <w:t>727.9906</w:t>
      </w:r>
      <w:r>
        <w:tab/>
        <w:t>1.013e0</w:t>
      </w:r>
    </w:p>
    <w:p w:rsidR="006974AE" w:rsidRDefault="006974AE" w:rsidP="006974AE">
      <w:r>
        <w:t>728.0038</w:t>
      </w:r>
      <w:r>
        <w:tab/>
        <w:t>1.013e0</w:t>
      </w:r>
    </w:p>
    <w:p w:rsidR="006974AE" w:rsidRDefault="006974AE" w:rsidP="006974AE">
      <w:r>
        <w:t>728.0400</w:t>
      </w:r>
      <w:r>
        <w:tab/>
        <w:t>1.013e0</w:t>
      </w:r>
    </w:p>
    <w:p w:rsidR="006974AE" w:rsidRDefault="006974AE" w:rsidP="006974AE">
      <w:r>
        <w:t>728.0646</w:t>
      </w:r>
      <w:r>
        <w:tab/>
        <w:t>2.025e0</w:t>
      </w:r>
    </w:p>
    <w:p w:rsidR="006974AE" w:rsidRDefault="006974AE" w:rsidP="006974AE">
      <w:r>
        <w:t>728.0824</w:t>
      </w:r>
      <w:r>
        <w:tab/>
        <w:t>1.013e0</w:t>
      </w:r>
    </w:p>
    <w:p w:rsidR="006974AE" w:rsidRDefault="006974AE" w:rsidP="006974AE">
      <w:r>
        <w:lastRenderedPageBreak/>
        <w:t>728.1016</w:t>
      </w:r>
      <w:r>
        <w:tab/>
        <w:t>1.013e0</w:t>
      </w:r>
    </w:p>
    <w:p w:rsidR="006974AE" w:rsidRDefault="006974AE" w:rsidP="006974AE">
      <w:r>
        <w:t>728.1263</w:t>
      </w:r>
      <w:r>
        <w:tab/>
        <w:t>1.013e0</w:t>
      </w:r>
    </w:p>
    <w:p w:rsidR="006974AE" w:rsidRDefault="006974AE" w:rsidP="006974AE">
      <w:r>
        <w:t>728.1510</w:t>
      </w:r>
      <w:r>
        <w:tab/>
        <w:t>1.013e0</w:t>
      </w:r>
    </w:p>
    <w:p w:rsidR="006974AE" w:rsidRDefault="006974AE" w:rsidP="006974AE">
      <w:r>
        <w:t>728.1829</w:t>
      </w:r>
      <w:r>
        <w:tab/>
        <w:t>3.038e0</w:t>
      </w:r>
    </w:p>
    <w:p w:rsidR="006974AE" w:rsidRDefault="006974AE" w:rsidP="006974AE">
      <w:r>
        <w:t>728.2006</w:t>
      </w:r>
      <w:r>
        <w:tab/>
        <w:t>4.051e0</w:t>
      </w:r>
    </w:p>
    <w:p w:rsidR="006974AE" w:rsidRDefault="006974AE" w:rsidP="006974AE">
      <w:r>
        <w:t>728.2357</w:t>
      </w:r>
      <w:r>
        <w:tab/>
        <w:t>1.013e0</w:t>
      </w:r>
    </w:p>
    <w:p w:rsidR="006974AE" w:rsidRDefault="006974AE" w:rsidP="006974AE">
      <w:r>
        <w:t>728.3068</w:t>
      </w:r>
      <w:r>
        <w:tab/>
        <w:t>2.025e0</w:t>
      </w:r>
    </w:p>
    <w:p w:rsidR="006974AE" w:rsidRDefault="006974AE" w:rsidP="006974AE">
      <w:r>
        <w:t>728.3182</w:t>
      </w:r>
      <w:r>
        <w:tab/>
        <w:t>4.051e0</w:t>
      </w:r>
    </w:p>
    <w:p w:rsidR="006974AE" w:rsidRDefault="006974AE" w:rsidP="006974AE">
      <w:r>
        <w:t>728.3333</w:t>
      </w:r>
      <w:r>
        <w:tab/>
        <w:t>4.051e0</w:t>
      </w:r>
    </w:p>
    <w:p w:rsidR="006974AE" w:rsidRDefault="006974AE" w:rsidP="006974AE">
      <w:r>
        <w:t>728.3493</w:t>
      </w:r>
      <w:r>
        <w:tab/>
        <w:t>1.013e0</w:t>
      </w:r>
    </w:p>
    <w:p w:rsidR="006974AE" w:rsidRDefault="006974AE" w:rsidP="006974AE">
      <w:r>
        <w:t>728.3730</w:t>
      </w:r>
      <w:r>
        <w:tab/>
        <w:t>1.013e0</w:t>
      </w:r>
    </w:p>
    <w:p w:rsidR="006974AE" w:rsidRDefault="006974AE" w:rsidP="006974AE">
      <w:r>
        <w:t>728.3797</w:t>
      </w:r>
      <w:r>
        <w:tab/>
        <w:t>1.013e1</w:t>
      </w:r>
    </w:p>
    <w:p w:rsidR="006974AE" w:rsidRDefault="006974AE" w:rsidP="006974AE">
      <w:r>
        <w:t>728.4291</w:t>
      </w:r>
      <w:r>
        <w:tab/>
        <w:t>5.759e0</w:t>
      </w:r>
    </w:p>
    <w:p w:rsidR="006974AE" w:rsidRDefault="006974AE" w:rsidP="006974AE">
      <w:r>
        <w:t>728.4754</w:t>
      </w:r>
      <w:r>
        <w:tab/>
        <w:t>1.013e0</w:t>
      </w:r>
    </w:p>
    <w:p w:rsidR="006974AE" w:rsidRDefault="006974AE" w:rsidP="006974AE">
      <w:r>
        <w:t>728.4974</w:t>
      </w:r>
      <w:r>
        <w:tab/>
        <w:t>1.013e0</w:t>
      </w:r>
    </w:p>
    <w:p w:rsidR="006974AE" w:rsidRDefault="006974AE" w:rsidP="006974AE">
      <w:r>
        <w:t>728.5101</w:t>
      </w:r>
      <w:r>
        <w:tab/>
        <w:t>1.013e0</w:t>
      </w:r>
    </w:p>
    <w:p w:rsidR="006974AE" w:rsidRDefault="006974AE" w:rsidP="006974AE">
      <w:r>
        <w:t>728.5582</w:t>
      </w:r>
      <w:r>
        <w:tab/>
        <w:t>2.025e0</w:t>
      </w:r>
    </w:p>
    <w:p w:rsidR="006974AE" w:rsidRDefault="006974AE" w:rsidP="006974AE">
      <w:r>
        <w:t>728.5781</w:t>
      </w:r>
      <w:r>
        <w:tab/>
        <w:t>1.013e0</w:t>
      </w:r>
    </w:p>
    <w:p w:rsidR="006974AE" w:rsidRDefault="006974AE" w:rsidP="006974AE">
      <w:r>
        <w:t>728.6304</w:t>
      </w:r>
      <w:r>
        <w:tab/>
        <w:t>3.038e0</w:t>
      </w:r>
    </w:p>
    <w:p w:rsidR="006974AE" w:rsidRDefault="006974AE" w:rsidP="006974AE">
      <w:r>
        <w:lastRenderedPageBreak/>
        <w:t>728.6563</w:t>
      </w:r>
      <w:r>
        <w:tab/>
        <w:t>2.025e0</w:t>
      </w:r>
    </w:p>
    <w:p w:rsidR="006974AE" w:rsidRDefault="006974AE" w:rsidP="006974AE">
      <w:r>
        <w:t>728.6631</w:t>
      </w:r>
      <w:r>
        <w:tab/>
        <w:t>2.025e0</w:t>
      </w:r>
    </w:p>
    <w:p w:rsidR="006974AE" w:rsidRDefault="006974AE" w:rsidP="006974AE">
      <w:r>
        <w:t>728.7072</w:t>
      </w:r>
      <w:r>
        <w:tab/>
        <w:t>1.013e0</w:t>
      </w:r>
    </w:p>
    <w:p w:rsidR="006974AE" w:rsidRDefault="006974AE" w:rsidP="006974AE">
      <w:r>
        <w:t>728.7170</w:t>
      </w:r>
      <w:r>
        <w:tab/>
        <w:t>2.025e0</w:t>
      </w:r>
    </w:p>
    <w:p w:rsidR="006974AE" w:rsidRDefault="006974AE" w:rsidP="006974AE">
      <w:r>
        <w:t>728.7494</w:t>
      </w:r>
      <w:r>
        <w:tab/>
        <w:t>1.013e0</w:t>
      </w:r>
    </w:p>
    <w:p w:rsidR="006974AE" w:rsidRDefault="006974AE" w:rsidP="006974AE">
      <w:r>
        <w:t>728.7557</w:t>
      </w:r>
      <w:r>
        <w:tab/>
        <w:t>1.013e0</w:t>
      </w:r>
    </w:p>
    <w:p w:rsidR="006974AE" w:rsidRDefault="006974AE" w:rsidP="006974AE">
      <w:r>
        <w:t>728.7758</w:t>
      </w:r>
      <w:r>
        <w:tab/>
        <w:t>2.025e0</w:t>
      </w:r>
    </w:p>
    <w:p w:rsidR="006974AE" w:rsidRDefault="006974AE" w:rsidP="006974AE">
      <w:r>
        <w:t>728.7813</w:t>
      </w:r>
      <w:r>
        <w:tab/>
        <w:t>1.013e0</w:t>
      </w:r>
    </w:p>
    <w:p w:rsidR="006974AE" w:rsidRDefault="006974AE" w:rsidP="006974AE">
      <w:r>
        <w:t>728.7846</w:t>
      </w:r>
      <w:r>
        <w:tab/>
        <w:t>1.013e0</w:t>
      </w:r>
    </w:p>
    <w:p w:rsidR="006974AE" w:rsidRDefault="006974AE" w:rsidP="006974AE">
      <w:r>
        <w:t>728.8060</w:t>
      </w:r>
      <w:r>
        <w:tab/>
        <w:t>1.013e0</w:t>
      </w:r>
    </w:p>
    <w:p w:rsidR="006974AE" w:rsidRDefault="006974AE" w:rsidP="006974AE">
      <w:r>
        <w:t>728.8174</w:t>
      </w:r>
      <w:r>
        <w:tab/>
        <w:t>1.013e0</w:t>
      </w:r>
    </w:p>
    <w:p w:rsidR="006974AE" w:rsidRDefault="006974AE" w:rsidP="006974AE">
      <w:r>
        <w:t>728.8351</w:t>
      </w:r>
      <w:r>
        <w:tab/>
        <w:t>1.013e0</w:t>
      </w:r>
    </w:p>
    <w:p w:rsidR="006974AE" w:rsidRDefault="006974AE" w:rsidP="006974AE">
      <w:r>
        <w:t>728.9217</w:t>
      </w:r>
      <w:r>
        <w:tab/>
        <w:t>1.013e0</w:t>
      </w:r>
    </w:p>
    <w:p w:rsidR="006974AE" w:rsidRDefault="006974AE" w:rsidP="006974AE">
      <w:r>
        <w:t>728.9295</w:t>
      </w:r>
      <w:r>
        <w:tab/>
        <w:t>1.013e0</w:t>
      </w:r>
    </w:p>
    <w:p w:rsidR="006974AE" w:rsidRDefault="006974AE" w:rsidP="006974AE">
      <w:r>
        <w:t>728.9780</w:t>
      </w:r>
      <w:r>
        <w:tab/>
        <w:t>1.013e0</w:t>
      </w:r>
    </w:p>
    <w:p w:rsidR="006974AE" w:rsidRDefault="006974AE" w:rsidP="006974AE">
      <w:r>
        <w:t>728.9912</w:t>
      </w:r>
      <w:r>
        <w:tab/>
        <w:t>1.013e0</w:t>
      </w:r>
    </w:p>
    <w:p w:rsidR="006974AE" w:rsidRDefault="006974AE" w:rsidP="006974AE">
      <w:r>
        <w:t>729.0649</w:t>
      </w:r>
      <w:r>
        <w:tab/>
        <w:t>2.025e0</w:t>
      </w:r>
    </w:p>
    <w:p w:rsidR="006974AE" w:rsidRDefault="006974AE" w:rsidP="006974AE">
      <w:r>
        <w:t>729.1138</w:t>
      </w:r>
      <w:r>
        <w:tab/>
        <w:t>1.013e0</w:t>
      </w:r>
    </w:p>
    <w:p w:rsidR="006974AE" w:rsidRDefault="006974AE" w:rsidP="006974AE">
      <w:r>
        <w:t>729.1633</w:t>
      </w:r>
      <w:r>
        <w:tab/>
        <w:t>1.013e0</w:t>
      </w:r>
    </w:p>
    <w:p w:rsidR="006974AE" w:rsidRDefault="006974AE" w:rsidP="006974AE">
      <w:r>
        <w:lastRenderedPageBreak/>
        <w:t>729.2129</w:t>
      </w:r>
      <w:r>
        <w:tab/>
        <w:t>2.025e0</w:t>
      </w:r>
    </w:p>
    <w:p w:rsidR="006974AE" w:rsidRDefault="006974AE" w:rsidP="006974AE">
      <w:r>
        <w:t>729.2294</w:t>
      </w:r>
      <w:r>
        <w:tab/>
        <w:t>3.038e0</w:t>
      </w:r>
    </w:p>
    <w:p w:rsidR="006974AE" w:rsidRDefault="006974AE" w:rsidP="006974AE">
      <w:r>
        <w:t>729.2877</w:t>
      </w:r>
      <w:r>
        <w:tab/>
        <w:t>1.013e0</w:t>
      </w:r>
    </w:p>
    <w:p w:rsidR="006974AE" w:rsidRDefault="006974AE" w:rsidP="006974AE">
      <w:r>
        <w:t>729.3298</w:t>
      </w:r>
      <w:r>
        <w:tab/>
        <w:t>7.089e0</w:t>
      </w:r>
    </w:p>
    <w:p w:rsidR="006974AE" w:rsidRDefault="006974AE" w:rsidP="006974AE">
      <w:r>
        <w:t>729.3414</w:t>
      </w:r>
      <w:r>
        <w:tab/>
        <w:t>1.920e0</w:t>
      </w:r>
    </w:p>
    <w:p w:rsidR="006974AE" w:rsidRDefault="006974AE" w:rsidP="006974AE">
      <w:r>
        <w:t>729.3687</w:t>
      </w:r>
      <w:r>
        <w:tab/>
        <w:t>2.025e0</w:t>
      </w:r>
    </w:p>
    <w:p w:rsidR="006974AE" w:rsidRDefault="006974AE" w:rsidP="006974AE">
      <w:r>
        <w:t>729.3768</w:t>
      </w:r>
      <w:r>
        <w:tab/>
        <w:t>4.051e0</w:t>
      </w:r>
    </w:p>
    <w:p w:rsidR="006974AE" w:rsidRDefault="006974AE" w:rsidP="006974AE">
      <w:r>
        <w:t>729.3989</w:t>
      </w:r>
      <w:r>
        <w:tab/>
        <w:t>1.013e0</w:t>
      </w:r>
    </w:p>
    <w:p w:rsidR="006974AE" w:rsidRDefault="006974AE" w:rsidP="006974AE">
      <w:r>
        <w:t>729.4064</w:t>
      </w:r>
      <w:r>
        <w:tab/>
        <w:t>2.025e0</w:t>
      </w:r>
    </w:p>
    <w:p w:rsidR="006974AE" w:rsidRDefault="006974AE" w:rsidP="006974AE">
      <w:r>
        <w:t>729.4086</w:t>
      </w:r>
      <w:r>
        <w:tab/>
        <w:t>3.840e0</w:t>
      </w:r>
    </w:p>
    <w:p w:rsidR="006974AE" w:rsidRDefault="006974AE" w:rsidP="006974AE">
      <w:r>
        <w:t>729.4142</w:t>
      </w:r>
      <w:r>
        <w:tab/>
        <w:t>2.746e0</w:t>
      </w:r>
    </w:p>
    <w:p w:rsidR="006974AE" w:rsidRDefault="006974AE" w:rsidP="006974AE">
      <w:r>
        <w:t>729.4163</w:t>
      </w:r>
      <w:r>
        <w:tab/>
        <w:t>2.025e0</w:t>
      </w:r>
    </w:p>
    <w:p w:rsidR="006974AE" w:rsidRDefault="006974AE" w:rsidP="006974AE">
      <w:r>
        <w:t>729.5187</w:t>
      </w:r>
      <w:r>
        <w:tab/>
        <w:t>4.051e0</w:t>
      </w:r>
    </w:p>
    <w:p w:rsidR="006974AE" w:rsidRDefault="006974AE" w:rsidP="006974AE">
      <w:r>
        <w:t>729.5203</w:t>
      </w:r>
      <w:r>
        <w:tab/>
        <w:t>1.013e0</w:t>
      </w:r>
    </w:p>
    <w:p w:rsidR="006974AE" w:rsidRDefault="006974AE" w:rsidP="006974AE">
      <w:r>
        <w:t>729.5225</w:t>
      </w:r>
      <w:r>
        <w:tab/>
        <w:t>2.025e0</w:t>
      </w:r>
    </w:p>
    <w:p w:rsidR="006974AE" w:rsidRDefault="006974AE" w:rsidP="006974AE">
      <w:r>
        <w:t>729.5564</w:t>
      </w:r>
      <w:r>
        <w:tab/>
        <w:t>3.038e0</w:t>
      </w:r>
    </w:p>
    <w:p w:rsidR="006974AE" w:rsidRDefault="006974AE" w:rsidP="006974AE">
      <w:r>
        <w:t>729.6213</w:t>
      </w:r>
      <w:r>
        <w:tab/>
        <w:t>1.013e0</w:t>
      </w:r>
    </w:p>
    <w:p w:rsidR="006974AE" w:rsidRDefault="006974AE" w:rsidP="006974AE">
      <w:r>
        <w:t>729.6575</w:t>
      </w:r>
      <w:r>
        <w:tab/>
        <w:t>1.013e0</w:t>
      </w:r>
    </w:p>
    <w:p w:rsidR="006974AE" w:rsidRDefault="006974AE" w:rsidP="006974AE">
      <w:r>
        <w:t>729.6860</w:t>
      </w:r>
      <w:r>
        <w:tab/>
        <w:t>2.025e0</w:t>
      </w:r>
    </w:p>
    <w:p w:rsidR="006974AE" w:rsidRDefault="006974AE" w:rsidP="006974AE">
      <w:r>
        <w:lastRenderedPageBreak/>
        <w:t>729.7147</w:t>
      </w:r>
      <w:r>
        <w:tab/>
        <w:t>2.025e0</w:t>
      </w:r>
    </w:p>
    <w:p w:rsidR="006974AE" w:rsidRDefault="006974AE" w:rsidP="006974AE">
      <w:r>
        <w:t>729.7256</w:t>
      </w:r>
      <w:r>
        <w:tab/>
        <w:t>1.013e0</w:t>
      </w:r>
    </w:p>
    <w:p w:rsidR="006974AE" w:rsidRDefault="006974AE" w:rsidP="006974AE">
      <w:r>
        <w:t>729.7513</w:t>
      </w:r>
      <w:r>
        <w:tab/>
        <w:t>2.025e0</w:t>
      </w:r>
    </w:p>
    <w:p w:rsidR="006974AE" w:rsidRDefault="006974AE" w:rsidP="006974AE">
      <w:r>
        <w:t>729.7811</w:t>
      </w:r>
      <w:r>
        <w:tab/>
        <w:t>2.025e0</w:t>
      </w:r>
    </w:p>
    <w:p w:rsidR="006974AE" w:rsidRDefault="006974AE" w:rsidP="006974AE">
      <w:r>
        <w:t>729.8284</w:t>
      </w:r>
      <w:r>
        <w:tab/>
        <w:t>1.013e0</w:t>
      </w:r>
    </w:p>
    <w:p w:rsidR="006974AE" w:rsidRDefault="006974AE" w:rsidP="006974AE">
      <w:r>
        <w:t>729.9180</w:t>
      </w:r>
      <w:r>
        <w:tab/>
        <w:t>3.038e0</w:t>
      </w:r>
    </w:p>
    <w:p w:rsidR="006974AE" w:rsidRDefault="006974AE" w:rsidP="006974AE">
      <w:r>
        <w:t>729.9243</w:t>
      </w:r>
      <w:r>
        <w:tab/>
        <w:t>2.025e0</w:t>
      </w:r>
    </w:p>
    <w:p w:rsidR="006974AE" w:rsidRDefault="006974AE" w:rsidP="006974AE">
      <w:r>
        <w:t>729.9419</w:t>
      </w:r>
      <w:r>
        <w:tab/>
        <w:t>2.025e0</w:t>
      </w:r>
    </w:p>
    <w:p w:rsidR="006974AE" w:rsidRDefault="006974AE" w:rsidP="006974AE">
      <w:r>
        <w:t>729.9542</w:t>
      </w:r>
      <w:r>
        <w:tab/>
        <w:t>1.013e0</w:t>
      </w:r>
    </w:p>
    <w:p w:rsidR="006974AE" w:rsidRDefault="006974AE" w:rsidP="006974AE">
      <w:r>
        <w:t>729.9656</w:t>
      </w:r>
      <w:r>
        <w:tab/>
        <w:t>1.013e0</w:t>
      </w:r>
    </w:p>
    <w:p w:rsidR="006974AE" w:rsidRDefault="006974AE" w:rsidP="006974AE">
      <w:r>
        <w:t>730.0294</w:t>
      </w:r>
      <w:r>
        <w:tab/>
        <w:t>1.013e0</w:t>
      </w:r>
    </w:p>
    <w:p w:rsidR="006974AE" w:rsidRDefault="006974AE" w:rsidP="006974AE">
      <w:r>
        <w:t>730.1165</w:t>
      </w:r>
      <w:r>
        <w:tab/>
        <w:t>3.038e0</w:t>
      </w:r>
    </w:p>
    <w:p w:rsidR="006974AE" w:rsidRDefault="006974AE" w:rsidP="006974AE">
      <w:r>
        <w:t>730.1274</w:t>
      </w:r>
      <w:r>
        <w:tab/>
        <w:t>1.013e0</w:t>
      </w:r>
    </w:p>
    <w:p w:rsidR="006974AE" w:rsidRDefault="006974AE" w:rsidP="006974AE">
      <w:r>
        <w:t>730.1345</w:t>
      </w:r>
      <w:r>
        <w:tab/>
        <w:t>2.025e0</w:t>
      </w:r>
    </w:p>
    <w:p w:rsidR="006974AE" w:rsidRDefault="006974AE" w:rsidP="006974AE">
      <w:r>
        <w:t>730.1365</w:t>
      </w:r>
      <w:r>
        <w:tab/>
        <w:t>1.013e0</w:t>
      </w:r>
    </w:p>
    <w:p w:rsidR="006974AE" w:rsidRDefault="006974AE" w:rsidP="006974AE">
      <w:r>
        <w:t>730.1654</w:t>
      </w:r>
      <w:r>
        <w:tab/>
        <w:t>1.013e0</w:t>
      </w:r>
    </w:p>
    <w:p w:rsidR="006974AE" w:rsidRDefault="006974AE" w:rsidP="006974AE">
      <w:r>
        <w:t>730.1905</w:t>
      </w:r>
      <w:r>
        <w:tab/>
        <w:t>3.038e0</w:t>
      </w:r>
    </w:p>
    <w:p w:rsidR="006974AE" w:rsidRDefault="006974AE" w:rsidP="006974AE">
      <w:r>
        <w:t>730.2230</w:t>
      </w:r>
      <w:r>
        <w:tab/>
        <w:t>1.013e0</w:t>
      </w:r>
    </w:p>
    <w:p w:rsidR="006974AE" w:rsidRDefault="006974AE" w:rsidP="006974AE">
      <w:r>
        <w:t>730.2383</w:t>
      </w:r>
      <w:r>
        <w:tab/>
        <w:t>3.038e0</w:t>
      </w:r>
    </w:p>
    <w:p w:rsidR="006974AE" w:rsidRDefault="006974AE" w:rsidP="006974AE">
      <w:r>
        <w:lastRenderedPageBreak/>
        <w:t>730.2398</w:t>
      </w:r>
      <w:r>
        <w:tab/>
        <w:t>2.025e0</w:t>
      </w:r>
    </w:p>
    <w:p w:rsidR="006974AE" w:rsidRDefault="006974AE" w:rsidP="006974AE">
      <w:r>
        <w:t>730.2643</w:t>
      </w:r>
      <w:r>
        <w:tab/>
        <w:t>1.013e0</w:t>
      </w:r>
    </w:p>
    <w:p w:rsidR="006974AE" w:rsidRDefault="006974AE" w:rsidP="006974AE">
      <w:r>
        <w:t>730.2736</w:t>
      </w:r>
      <w:r>
        <w:tab/>
        <w:t>3.038e0</w:t>
      </w:r>
    </w:p>
    <w:p w:rsidR="006974AE" w:rsidRDefault="006974AE" w:rsidP="006974AE">
      <w:r>
        <w:t>730.3386</w:t>
      </w:r>
      <w:r>
        <w:tab/>
        <w:t>1.013e0</w:t>
      </w:r>
    </w:p>
    <w:p w:rsidR="006974AE" w:rsidRDefault="006974AE" w:rsidP="006974AE">
      <w:r>
        <w:t>730.3437</w:t>
      </w:r>
      <w:r>
        <w:tab/>
        <w:t>1.937e0</w:t>
      </w:r>
    </w:p>
    <w:p w:rsidR="006974AE" w:rsidRDefault="006974AE" w:rsidP="006974AE">
      <w:r>
        <w:t>730.3463</w:t>
      </w:r>
      <w:r>
        <w:tab/>
        <w:t>2.025e0</w:t>
      </w:r>
    </w:p>
    <w:p w:rsidR="006974AE" w:rsidRDefault="006974AE" w:rsidP="006974AE">
      <w:r>
        <w:t>730.3572</w:t>
      </w:r>
      <w:r>
        <w:tab/>
        <w:t>3.038e0</w:t>
      </w:r>
    </w:p>
    <w:p w:rsidR="006974AE" w:rsidRDefault="006974AE" w:rsidP="006974AE">
      <w:r>
        <w:t>730.3591</w:t>
      </w:r>
      <w:r>
        <w:tab/>
        <w:t>4.051e0</w:t>
      </w:r>
    </w:p>
    <w:p w:rsidR="006974AE" w:rsidRDefault="006974AE" w:rsidP="006974AE">
      <w:r>
        <w:t>730.3609</w:t>
      </w:r>
      <w:r>
        <w:tab/>
        <w:t>2.025e0</w:t>
      </w:r>
    </w:p>
    <w:p w:rsidR="006974AE" w:rsidRDefault="006974AE" w:rsidP="006974AE">
      <w:r>
        <w:t>730.3774</w:t>
      </w:r>
      <w:r>
        <w:tab/>
        <w:t>4.051e0</w:t>
      </w:r>
    </w:p>
    <w:p w:rsidR="006974AE" w:rsidRDefault="006974AE" w:rsidP="006974AE">
      <w:r>
        <w:t>730.3999</w:t>
      </w:r>
      <w:r>
        <w:tab/>
        <w:t>3.496e0</w:t>
      </w:r>
    </w:p>
    <w:p w:rsidR="006974AE" w:rsidRDefault="006974AE" w:rsidP="006974AE">
      <w:r>
        <w:t>730.4062</w:t>
      </w:r>
      <w:r>
        <w:tab/>
        <w:t>2.950e0</w:t>
      </w:r>
    </w:p>
    <w:p w:rsidR="006974AE" w:rsidRDefault="006974AE" w:rsidP="006974AE">
      <w:r>
        <w:t>730.4799</w:t>
      </w:r>
      <w:r>
        <w:tab/>
        <w:t>2.025e0</w:t>
      </w:r>
    </w:p>
    <w:p w:rsidR="006974AE" w:rsidRDefault="006974AE" w:rsidP="006974AE">
      <w:r>
        <w:t>730.5303</w:t>
      </w:r>
      <w:r>
        <w:tab/>
        <w:t>1.013e0</w:t>
      </w:r>
    </w:p>
    <w:p w:rsidR="006974AE" w:rsidRDefault="006974AE" w:rsidP="006974AE">
      <w:r>
        <w:t>730.5366</w:t>
      </w:r>
      <w:r>
        <w:tab/>
        <w:t>1.013e0</w:t>
      </w:r>
    </w:p>
    <w:p w:rsidR="006974AE" w:rsidRDefault="006974AE" w:rsidP="006974AE">
      <w:r>
        <w:t>730.5675</w:t>
      </w:r>
      <w:r>
        <w:tab/>
        <w:t>3.038e0</w:t>
      </w:r>
    </w:p>
    <w:p w:rsidR="006974AE" w:rsidRDefault="006974AE" w:rsidP="006974AE">
      <w:r>
        <w:t>730.5737</w:t>
      </w:r>
      <w:r>
        <w:tab/>
        <w:t>1.013e0</w:t>
      </w:r>
    </w:p>
    <w:p w:rsidR="006974AE" w:rsidRDefault="006974AE" w:rsidP="006974AE">
      <w:r>
        <w:t>730.5851</w:t>
      </w:r>
      <w:r>
        <w:tab/>
        <w:t>1.013e0</w:t>
      </w:r>
    </w:p>
    <w:p w:rsidR="006974AE" w:rsidRDefault="006974AE" w:rsidP="006974AE">
      <w:r>
        <w:t>730.5984</w:t>
      </w:r>
      <w:r>
        <w:tab/>
        <w:t>1.013e0</w:t>
      </w:r>
    </w:p>
    <w:p w:rsidR="006974AE" w:rsidRDefault="006974AE" w:rsidP="006974AE">
      <w:r>
        <w:lastRenderedPageBreak/>
        <w:t>730.6061</w:t>
      </w:r>
      <w:r>
        <w:tab/>
        <w:t>2.025e0</w:t>
      </w:r>
    </w:p>
    <w:p w:rsidR="006974AE" w:rsidRDefault="006974AE" w:rsidP="006974AE">
      <w:r>
        <w:t>730.6347</w:t>
      </w:r>
      <w:r>
        <w:tab/>
        <w:t>3.038e0</w:t>
      </w:r>
    </w:p>
    <w:p w:rsidR="006974AE" w:rsidRDefault="006974AE" w:rsidP="006974AE">
      <w:r>
        <w:t>730.6851</w:t>
      </w:r>
      <w:r>
        <w:tab/>
        <w:t>1.013e0</w:t>
      </w:r>
    </w:p>
    <w:p w:rsidR="006974AE" w:rsidRDefault="006974AE" w:rsidP="006974AE">
      <w:r>
        <w:t>730.6974</w:t>
      </w:r>
      <w:r>
        <w:tab/>
        <w:t>1.013e0</w:t>
      </w:r>
    </w:p>
    <w:p w:rsidR="006974AE" w:rsidRDefault="006974AE" w:rsidP="006974AE">
      <w:r>
        <w:t>730.7354</w:t>
      </w:r>
      <w:r>
        <w:tab/>
        <w:t>4.051e0</w:t>
      </w:r>
    </w:p>
    <w:p w:rsidR="006974AE" w:rsidRDefault="006974AE" w:rsidP="006974AE">
      <w:r>
        <w:t>730.8043</w:t>
      </w:r>
      <w:r>
        <w:tab/>
        <w:t>1.013e0</w:t>
      </w:r>
    </w:p>
    <w:p w:rsidR="006974AE" w:rsidRDefault="006974AE" w:rsidP="006974AE">
      <w:r>
        <w:t>730.9413</w:t>
      </w:r>
      <w:r>
        <w:tab/>
        <w:t>1.013e0</w:t>
      </w:r>
    </w:p>
    <w:p w:rsidR="006974AE" w:rsidRDefault="006974AE" w:rsidP="006974AE">
      <w:r>
        <w:t>730.9764</w:t>
      </w:r>
      <w:r>
        <w:tab/>
        <w:t>1.013e0</w:t>
      </w:r>
    </w:p>
    <w:p w:rsidR="006974AE" w:rsidRDefault="006974AE" w:rsidP="006974AE">
      <w:r>
        <w:t>730.9940</w:t>
      </w:r>
      <w:r>
        <w:tab/>
        <w:t>1.013e0</w:t>
      </w:r>
    </w:p>
    <w:p w:rsidR="006974AE" w:rsidRDefault="006974AE" w:rsidP="006974AE">
      <w:r>
        <w:t>731.0193</w:t>
      </w:r>
      <w:r>
        <w:tab/>
        <w:t>1.013e0</w:t>
      </w:r>
    </w:p>
    <w:p w:rsidR="006974AE" w:rsidRDefault="006974AE" w:rsidP="006974AE">
      <w:r>
        <w:t>731.0269</w:t>
      </w:r>
      <w:r>
        <w:tab/>
        <w:t>1.013e0</w:t>
      </w:r>
    </w:p>
    <w:p w:rsidR="006974AE" w:rsidRDefault="006974AE" w:rsidP="006974AE">
      <w:r>
        <w:t>731.0437</w:t>
      </w:r>
      <w:r>
        <w:tab/>
        <w:t>1.013e0</w:t>
      </w:r>
    </w:p>
    <w:p w:rsidR="006974AE" w:rsidRDefault="006974AE" w:rsidP="006974AE">
      <w:r>
        <w:t>731.0713</w:t>
      </w:r>
      <w:r>
        <w:tab/>
        <w:t>2.025e0</w:t>
      </w:r>
    </w:p>
    <w:p w:rsidR="006974AE" w:rsidRDefault="006974AE" w:rsidP="006974AE">
      <w:r>
        <w:t>731.1171</w:t>
      </w:r>
      <w:r>
        <w:tab/>
        <w:t>2.025e0</w:t>
      </w:r>
    </w:p>
    <w:p w:rsidR="006974AE" w:rsidRDefault="006974AE" w:rsidP="006974AE">
      <w:r>
        <w:t>731.1308</w:t>
      </w:r>
      <w:r>
        <w:tab/>
        <w:t>1.013e0</w:t>
      </w:r>
    </w:p>
    <w:p w:rsidR="006974AE" w:rsidRDefault="006974AE" w:rsidP="006974AE">
      <w:r>
        <w:t>731.1794</w:t>
      </w:r>
      <w:r>
        <w:tab/>
        <w:t>2.025e0</w:t>
      </w:r>
    </w:p>
    <w:p w:rsidR="006974AE" w:rsidRDefault="006974AE" w:rsidP="006974AE">
      <w:r>
        <w:t>731.2165</w:t>
      </w:r>
      <w:r>
        <w:tab/>
        <w:t>1.013e0</w:t>
      </w:r>
    </w:p>
    <w:p w:rsidR="006974AE" w:rsidRDefault="006974AE" w:rsidP="006974AE">
      <w:r>
        <w:t>731.2231</w:t>
      </w:r>
      <w:r>
        <w:tab/>
        <w:t>3.038e0</w:t>
      </w:r>
    </w:p>
    <w:p w:rsidR="006974AE" w:rsidRDefault="006974AE" w:rsidP="006974AE">
      <w:r>
        <w:t>731.2360</w:t>
      </w:r>
      <w:r>
        <w:tab/>
        <w:t>3.038e0</w:t>
      </w:r>
    </w:p>
    <w:p w:rsidR="006974AE" w:rsidRDefault="006974AE" w:rsidP="006974AE">
      <w:r>
        <w:lastRenderedPageBreak/>
        <w:t>731.2413</w:t>
      </w:r>
      <w:r>
        <w:tab/>
        <w:t>1.013e0</w:t>
      </w:r>
    </w:p>
    <w:p w:rsidR="006974AE" w:rsidRDefault="006974AE" w:rsidP="006974AE">
      <w:r>
        <w:t>731.2623</w:t>
      </w:r>
      <w:r>
        <w:tab/>
        <w:t>1.574e0</w:t>
      </w:r>
    </w:p>
    <w:p w:rsidR="006974AE" w:rsidRDefault="006974AE" w:rsidP="006974AE">
      <w:r>
        <w:t>731.2671</w:t>
      </w:r>
      <w:r>
        <w:tab/>
        <w:t>1.013e0</w:t>
      </w:r>
    </w:p>
    <w:p w:rsidR="006974AE" w:rsidRDefault="006974AE" w:rsidP="006974AE">
      <w:r>
        <w:t>731.3179</w:t>
      </w:r>
      <w:r>
        <w:tab/>
        <w:t>1.013e0</w:t>
      </w:r>
    </w:p>
    <w:p w:rsidR="006974AE" w:rsidRDefault="006974AE" w:rsidP="006974AE">
      <w:r>
        <w:t>731.3295</w:t>
      </w:r>
      <w:r>
        <w:tab/>
        <w:t>3.038e0</w:t>
      </w:r>
    </w:p>
    <w:p w:rsidR="006974AE" w:rsidRDefault="006974AE" w:rsidP="006974AE">
      <w:r>
        <w:t>731.3370</w:t>
      </w:r>
      <w:r>
        <w:tab/>
        <w:t>2.025e0</w:t>
      </w:r>
    </w:p>
    <w:p w:rsidR="006974AE" w:rsidRDefault="006974AE" w:rsidP="006974AE">
      <w:r>
        <w:t>731.3494</w:t>
      </w:r>
      <w:r>
        <w:tab/>
        <w:t>2.622e0</w:t>
      </w:r>
    </w:p>
    <w:p w:rsidR="006974AE" w:rsidRDefault="006974AE" w:rsidP="006974AE">
      <w:r>
        <w:t>731.3538</w:t>
      </w:r>
      <w:r>
        <w:tab/>
        <w:t>1.013e0</w:t>
      </w:r>
    </w:p>
    <w:p w:rsidR="006974AE" w:rsidRDefault="006974AE" w:rsidP="006974AE">
      <w:r>
        <w:t>731.3779</w:t>
      </w:r>
      <w:r>
        <w:tab/>
        <w:t>2.025e0</w:t>
      </w:r>
    </w:p>
    <w:p w:rsidR="006974AE" w:rsidRDefault="006974AE" w:rsidP="006974AE">
      <w:r>
        <w:t>731.3868</w:t>
      </w:r>
      <w:r>
        <w:tab/>
        <w:t>3.038e0</w:t>
      </w:r>
    </w:p>
    <w:p w:rsidR="006974AE" w:rsidRDefault="006974AE" w:rsidP="006974AE">
      <w:r>
        <w:t>731.4272</w:t>
      </w:r>
      <w:r>
        <w:tab/>
        <w:t>1.013e0</w:t>
      </w:r>
    </w:p>
    <w:p w:rsidR="006974AE" w:rsidRDefault="006974AE" w:rsidP="006974AE">
      <w:r>
        <w:t>731.4405</w:t>
      </w:r>
      <w:r>
        <w:tab/>
        <w:t>1.013e0</w:t>
      </w:r>
    </w:p>
    <w:p w:rsidR="006974AE" w:rsidRDefault="006974AE" w:rsidP="006974AE">
      <w:r>
        <w:t>731.4644</w:t>
      </w:r>
      <w:r>
        <w:tab/>
        <w:t>1.013e0</w:t>
      </w:r>
    </w:p>
    <w:p w:rsidR="006974AE" w:rsidRDefault="006974AE" w:rsidP="006974AE">
      <w:r>
        <w:t>731.4767</w:t>
      </w:r>
      <w:r>
        <w:tab/>
        <w:t>1.013e0</w:t>
      </w:r>
    </w:p>
    <w:p w:rsidR="006974AE" w:rsidRDefault="006974AE" w:rsidP="006974AE">
      <w:r>
        <w:t>731.5015</w:t>
      </w:r>
      <w:r>
        <w:tab/>
        <w:t>1.013e0</w:t>
      </w:r>
    </w:p>
    <w:p w:rsidR="006974AE" w:rsidRDefault="006974AE" w:rsidP="006974AE">
      <w:r>
        <w:t>731.5392</w:t>
      </w:r>
      <w:r>
        <w:tab/>
        <w:t>2.025e0</w:t>
      </w:r>
    </w:p>
    <w:p w:rsidR="006974AE" w:rsidRDefault="006974AE" w:rsidP="006974AE">
      <w:r>
        <w:t>731.5577</w:t>
      </w:r>
      <w:r>
        <w:tab/>
        <w:t>1.013e0</w:t>
      </w:r>
    </w:p>
    <w:p w:rsidR="006974AE" w:rsidRDefault="006974AE" w:rsidP="006974AE">
      <w:r>
        <w:t>731.6006</w:t>
      </w:r>
      <w:r>
        <w:tab/>
        <w:t>1.013e0</w:t>
      </w:r>
    </w:p>
    <w:p w:rsidR="006974AE" w:rsidRDefault="006974AE" w:rsidP="006974AE">
      <w:r>
        <w:t>731.6130</w:t>
      </w:r>
      <w:r>
        <w:tab/>
        <w:t>1.013e0</w:t>
      </w:r>
    </w:p>
    <w:p w:rsidR="006974AE" w:rsidRDefault="006974AE" w:rsidP="006974AE">
      <w:r>
        <w:lastRenderedPageBreak/>
        <w:t>731.6605</w:t>
      </w:r>
      <w:r>
        <w:tab/>
        <w:t>1.013e0</w:t>
      </w:r>
    </w:p>
    <w:p w:rsidR="006974AE" w:rsidRDefault="006974AE" w:rsidP="006974AE">
      <w:r>
        <w:t>731.6635</w:t>
      </w:r>
      <w:r>
        <w:tab/>
        <w:t>1.013e0</w:t>
      </w:r>
    </w:p>
    <w:p w:rsidR="006974AE" w:rsidRDefault="006974AE" w:rsidP="006974AE">
      <w:r>
        <w:t>731.6998</w:t>
      </w:r>
      <w:r>
        <w:tab/>
        <w:t>1.013e0</w:t>
      </w:r>
    </w:p>
    <w:p w:rsidR="006974AE" w:rsidRDefault="006974AE" w:rsidP="006974AE">
      <w:r>
        <w:t>731.7460</w:t>
      </w:r>
      <w:r>
        <w:tab/>
        <w:t>1.013e0</w:t>
      </w:r>
    </w:p>
    <w:p w:rsidR="006974AE" w:rsidRDefault="006974AE" w:rsidP="006974AE">
      <w:r>
        <w:t>731.7502</w:t>
      </w:r>
      <w:r>
        <w:tab/>
        <w:t>1.013e0</w:t>
      </w:r>
    </w:p>
    <w:p w:rsidR="006974AE" w:rsidRDefault="006974AE" w:rsidP="006974AE">
      <w:r>
        <w:t>731.7638</w:t>
      </w:r>
      <w:r>
        <w:tab/>
        <w:t>1.013e0</w:t>
      </w:r>
    </w:p>
    <w:p w:rsidR="006974AE" w:rsidRDefault="006974AE" w:rsidP="006974AE">
      <w:r>
        <w:t>731.7803</w:t>
      </w:r>
      <w:r>
        <w:tab/>
        <w:t>2.025e0</w:t>
      </w:r>
    </w:p>
    <w:p w:rsidR="006974AE" w:rsidRDefault="006974AE" w:rsidP="006974AE">
      <w:r>
        <w:t>731.7866</w:t>
      </w:r>
      <w:r>
        <w:tab/>
        <w:t>1.013e0</w:t>
      </w:r>
    </w:p>
    <w:p w:rsidR="006974AE" w:rsidRDefault="006974AE" w:rsidP="006974AE">
      <w:r>
        <w:t>731.8618</w:t>
      </w:r>
      <w:r>
        <w:tab/>
        <w:t>1.013e0</w:t>
      </w:r>
    </w:p>
    <w:p w:rsidR="006974AE" w:rsidRDefault="006974AE" w:rsidP="006974AE">
      <w:r>
        <w:t>731.9009</w:t>
      </w:r>
      <w:r>
        <w:tab/>
        <w:t>1.013e0</w:t>
      </w:r>
    </w:p>
    <w:p w:rsidR="006974AE" w:rsidRDefault="006974AE" w:rsidP="006974AE">
      <w:r>
        <w:t>731.9222</w:t>
      </w:r>
      <w:r>
        <w:tab/>
        <w:t>2.025e0</w:t>
      </w:r>
    </w:p>
    <w:p w:rsidR="006974AE" w:rsidRDefault="006974AE" w:rsidP="006974AE">
      <w:r>
        <w:t>731.9362</w:t>
      </w:r>
      <w:r>
        <w:tab/>
        <w:t>1.013e0</w:t>
      </w:r>
    </w:p>
    <w:p w:rsidR="006974AE" w:rsidRDefault="006974AE" w:rsidP="006974AE">
      <w:r>
        <w:t>731.9477</w:t>
      </w:r>
      <w:r>
        <w:tab/>
        <w:t>1.013e0</w:t>
      </w:r>
    </w:p>
    <w:p w:rsidR="006974AE" w:rsidRDefault="006974AE" w:rsidP="006974AE">
      <w:r>
        <w:t>731.9926</w:t>
      </w:r>
      <w:r>
        <w:tab/>
        <w:t>2.025e0</w:t>
      </w:r>
    </w:p>
    <w:p w:rsidR="006974AE" w:rsidRDefault="006974AE" w:rsidP="006974AE">
      <w:r>
        <w:t>731.9982</w:t>
      </w:r>
      <w:r>
        <w:tab/>
        <w:t>1.013e0</w:t>
      </w:r>
    </w:p>
    <w:p w:rsidR="006974AE" w:rsidRDefault="006974AE" w:rsidP="006974AE">
      <w:r>
        <w:t>732.0221</w:t>
      </w:r>
      <w:r>
        <w:tab/>
        <w:t>1.013e0</w:t>
      </w:r>
    </w:p>
    <w:p w:rsidR="006974AE" w:rsidRDefault="006974AE" w:rsidP="006974AE">
      <w:r>
        <w:t>732.0379</w:t>
      </w:r>
      <w:r>
        <w:tab/>
        <w:t>1.013e0</w:t>
      </w:r>
    </w:p>
    <w:p w:rsidR="006974AE" w:rsidRDefault="006974AE" w:rsidP="006974AE">
      <w:r>
        <w:t>732.1187</w:t>
      </w:r>
      <w:r>
        <w:tab/>
        <w:t>3.038e0</w:t>
      </w:r>
    </w:p>
    <w:p w:rsidR="006974AE" w:rsidRDefault="006974AE" w:rsidP="006974AE">
      <w:r>
        <w:t>732.1398</w:t>
      </w:r>
      <w:r>
        <w:tab/>
        <w:t>1.013e0</w:t>
      </w:r>
    </w:p>
    <w:p w:rsidR="006974AE" w:rsidRDefault="006974AE" w:rsidP="006974AE">
      <w:r>
        <w:lastRenderedPageBreak/>
        <w:t>732.1709</w:t>
      </w:r>
      <w:r>
        <w:tab/>
        <w:t>1.013e0</w:t>
      </w:r>
    </w:p>
    <w:p w:rsidR="006974AE" w:rsidRDefault="006974AE" w:rsidP="006974AE">
      <w:r>
        <w:t>732.1749</w:t>
      </w:r>
      <w:r>
        <w:tab/>
        <w:t>1.013e0</w:t>
      </w:r>
    </w:p>
    <w:p w:rsidR="006974AE" w:rsidRDefault="006974AE" w:rsidP="006974AE">
      <w:r>
        <w:t>732.1910</w:t>
      </w:r>
      <w:r>
        <w:tab/>
        <w:t>1.013e0</w:t>
      </w:r>
    </w:p>
    <w:p w:rsidR="006974AE" w:rsidRDefault="006974AE" w:rsidP="006974AE">
      <w:r>
        <w:t>732.2338</w:t>
      </w:r>
      <w:r>
        <w:tab/>
        <w:t>3.038e0</w:t>
      </w:r>
    </w:p>
    <w:p w:rsidR="006974AE" w:rsidRDefault="006974AE" w:rsidP="006974AE">
      <w:r>
        <w:t>732.2588</w:t>
      </w:r>
      <w:r>
        <w:tab/>
        <w:t>2.025e0</w:t>
      </w:r>
    </w:p>
    <w:p w:rsidR="006974AE" w:rsidRDefault="006974AE" w:rsidP="006974AE">
      <w:r>
        <w:t>732.2732</w:t>
      </w:r>
      <w:r>
        <w:tab/>
        <w:t>2.025e0</w:t>
      </w:r>
    </w:p>
    <w:p w:rsidR="006974AE" w:rsidRDefault="006974AE" w:rsidP="006974AE">
      <w:r>
        <w:t>732.2807</w:t>
      </w:r>
      <w:r>
        <w:tab/>
        <w:t>2.025e0</w:t>
      </w:r>
    </w:p>
    <w:p w:rsidR="006974AE" w:rsidRDefault="006974AE" w:rsidP="006974AE">
      <w:r>
        <w:t>732.3103</w:t>
      </w:r>
      <w:r>
        <w:tab/>
        <w:t>4.739e0</w:t>
      </w:r>
    </w:p>
    <w:p w:rsidR="006974AE" w:rsidRDefault="006974AE" w:rsidP="006974AE">
      <w:r>
        <w:t>732.3190</w:t>
      </w:r>
      <w:r>
        <w:tab/>
        <w:t>4.043e0</w:t>
      </w:r>
    </w:p>
    <w:p w:rsidR="006974AE" w:rsidRDefault="006974AE" w:rsidP="006974AE">
      <w:r>
        <w:t>732.3462</w:t>
      </w:r>
      <w:r>
        <w:tab/>
        <w:t>1.659e0</w:t>
      </w:r>
    </w:p>
    <w:p w:rsidR="006974AE" w:rsidRDefault="006974AE" w:rsidP="006974AE">
      <w:r>
        <w:t>732.3733</w:t>
      </w:r>
      <w:r>
        <w:tab/>
        <w:t>4.555e0</w:t>
      </w:r>
    </w:p>
    <w:p w:rsidR="006974AE" w:rsidRDefault="006974AE" w:rsidP="006974AE">
      <w:r>
        <w:t>732.3804</w:t>
      </w:r>
      <w:r>
        <w:tab/>
        <w:t>1.013e0</w:t>
      </w:r>
    </w:p>
    <w:p w:rsidR="006974AE" w:rsidRDefault="006974AE" w:rsidP="006974AE">
      <w:r>
        <w:t>732.4067</w:t>
      </w:r>
      <w:r>
        <w:tab/>
        <w:t>1.609e0</w:t>
      </w:r>
    </w:p>
    <w:p w:rsidR="006974AE" w:rsidRDefault="006974AE" w:rsidP="006974AE">
      <w:r>
        <w:t>732.4145</w:t>
      </w:r>
      <w:r>
        <w:tab/>
        <w:t>1.013e0</w:t>
      </w:r>
    </w:p>
    <w:p w:rsidR="006974AE" w:rsidRDefault="006974AE" w:rsidP="006974AE">
      <w:r>
        <w:t>732.4180</w:t>
      </w:r>
      <w:r>
        <w:tab/>
        <w:t>5.063e0</w:t>
      </w:r>
    </w:p>
    <w:p w:rsidR="006974AE" w:rsidRDefault="006974AE" w:rsidP="006974AE">
      <w:r>
        <w:t>732.4393</w:t>
      </w:r>
      <w:r>
        <w:tab/>
        <w:t>2.025e0</w:t>
      </w:r>
    </w:p>
    <w:p w:rsidR="006974AE" w:rsidRDefault="006974AE" w:rsidP="006974AE">
      <w:r>
        <w:t>732.4680</w:t>
      </w:r>
      <w:r>
        <w:tab/>
        <w:t>2.025e0</w:t>
      </w:r>
    </w:p>
    <w:p w:rsidR="006974AE" w:rsidRDefault="006974AE" w:rsidP="006974AE">
      <w:r>
        <w:t>732.5191</w:t>
      </w:r>
      <w:r>
        <w:tab/>
        <w:t>1.013e0</w:t>
      </w:r>
    </w:p>
    <w:p w:rsidR="006974AE" w:rsidRDefault="006974AE" w:rsidP="006974AE">
      <w:r>
        <w:t>732.5260</w:t>
      </w:r>
      <w:r>
        <w:tab/>
        <w:t>2.025e0</w:t>
      </w:r>
    </w:p>
    <w:p w:rsidR="006974AE" w:rsidRDefault="006974AE" w:rsidP="006974AE">
      <w:r>
        <w:lastRenderedPageBreak/>
        <w:t>732.5430</w:t>
      </w:r>
      <w:r>
        <w:tab/>
        <w:t>1.013e0</w:t>
      </w:r>
    </w:p>
    <w:p w:rsidR="006974AE" w:rsidRDefault="006974AE" w:rsidP="006974AE">
      <w:r>
        <w:t>732.5554</w:t>
      </w:r>
      <w:r>
        <w:tab/>
        <w:t>1.013e0</w:t>
      </w:r>
    </w:p>
    <w:p w:rsidR="006974AE" w:rsidRDefault="006974AE" w:rsidP="006974AE">
      <w:r>
        <w:t>732.5579</w:t>
      </w:r>
      <w:r>
        <w:tab/>
        <w:t>3.038e0</w:t>
      </w:r>
    </w:p>
    <w:p w:rsidR="006974AE" w:rsidRDefault="006974AE" w:rsidP="006974AE">
      <w:r>
        <w:t>732.5731</w:t>
      </w:r>
      <w:r>
        <w:tab/>
        <w:t>3.038e0</w:t>
      </w:r>
    </w:p>
    <w:p w:rsidR="006974AE" w:rsidRDefault="006974AE" w:rsidP="006974AE">
      <w:r>
        <w:t>732.5835</w:t>
      </w:r>
      <w:r>
        <w:tab/>
        <w:t>5.063e0</w:t>
      </w:r>
    </w:p>
    <w:p w:rsidR="006974AE" w:rsidRDefault="006974AE" w:rsidP="006974AE">
      <w:r>
        <w:t>732.6432</w:t>
      </w:r>
      <w:r>
        <w:tab/>
        <w:t>1.013e0</w:t>
      </w:r>
    </w:p>
    <w:p w:rsidR="006974AE" w:rsidRDefault="006974AE" w:rsidP="006974AE">
      <w:r>
        <w:t>732.6883</w:t>
      </w:r>
      <w:r>
        <w:tab/>
        <w:t>2.025e0</w:t>
      </w:r>
    </w:p>
    <w:p w:rsidR="006974AE" w:rsidRDefault="006974AE" w:rsidP="006974AE">
      <w:r>
        <w:t>732.8160</w:t>
      </w:r>
      <w:r>
        <w:tab/>
        <w:t>1.013e0</w:t>
      </w:r>
    </w:p>
    <w:p w:rsidR="006974AE" w:rsidRDefault="006974AE" w:rsidP="006974AE">
      <w:r>
        <w:t>732.8657</w:t>
      </w:r>
      <w:r>
        <w:tab/>
        <w:t>1.013e0</w:t>
      </w:r>
    </w:p>
    <w:p w:rsidR="006974AE" w:rsidRDefault="006974AE" w:rsidP="006974AE">
      <w:r>
        <w:t>732.8790</w:t>
      </w:r>
      <w:r>
        <w:tab/>
        <w:t>1.013e0</w:t>
      </w:r>
    </w:p>
    <w:p w:rsidR="006974AE" w:rsidRDefault="006974AE" w:rsidP="006974AE">
      <w:r>
        <w:t>732.9659</w:t>
      </w:r>
      <w:r>
        <w:tab/>
        <w:t>1.013e0</w:t>
      </w:r>
    </w:p>
    <w:p w:rsidR="006974AE" w:rsidRDefault="006974AE" w:rsidP="006974AE">
      <w:r>
        <w:t>732.9783</w:t>
      </w:r>
      <w:r>
        <w:tab/>
        <w:t>1.013e0</w:t>
      </w:r>
    </w:p>
    <w:p w:rsidR="006974AE" w:rsidRDefault="006974AE" w:rsidP="006974AE">
      <w:r>
        <w:t>733.0403</w:t>
      </w:r>
      <w:r>
        <w:tab/>
        <w:t>1.013e0</w:t>
      </w:r>
    </w:p>
    <w:p w:rsidR="006974AE" w:rsidRDefault="006974AE" w:rsidP="006974AE">
      <w:r>
        <w:t>733.0478</w:t>
      </w:r>
      <w:r>
        <w:tab/>
        <w:t>1.013e0</w:t>
      </w:r>
    </w:p>
    <w:p w:rsidR="006974AE" w:rsidRDefault="006974AE" w:rsidP="006974AE">
      <w:r>
        <w:t>733.0581</w:t>
      </w:r>
      <w:r>
        <w:tab/>
        <w:t>4.051e0</w:t>
      </w:r>
    </w:p>
    <w:p w:rsidR="006974AE" w:rsidRDefault="006974AE" w:rsidP="006974AE">
      <w:r>
        <w:t>733.0981</w:t>
      </w:r>
      <w:r>
        <w:tab/>
        <w:t>2.025e0</w:t>
      </w:r>
    </w:p>
    <w:p w:rsidR="006974AE" w:rsidRDefault="006974AE" w:rsidP="006974AE">
      <w:r>
        <w:t>733.1243</w:t>
      </w:r>
      <w:r>
        <w:tab/>
        <w:t>3.038e0</w:t>
      </w:r>
    </w:p>
    <w:p w:rsidR="006974AE" w:rsidRDefault="006974AE" w:rsidP="006974AE">
      <w:r>
        <w:t>733.1521</w:t>
      </w:r>
      <w:r>
        <w:tab/>
        <w:t>1.013e0</w:t>
      </w:r>
    </w:p>
    <w:p w:rsidR="006974AE" w:rsidRDefault="006974AE" w:rsidP="006974AE">
      <w:r>
        <w:t>733.1788</w:t>
      </w:r>
      <w:r>
        <w:tab/>
        <w:t>2.025e0</w:t>
      </w:r>
    </w:p>
    <w:p w:rsidR="006974AE" w:rsidRDefault="006974AE" w:rsidP="006974AE">
      <w:r>
        <w:lastRenderedPageBreak/>
        <w:t>733.2133</w:t>
      </w:r>
      <w:r>
        <w:tab/>
        <w:t>1.013e0</w:t>
      </w:r>
    </w:p>
    <w:p w:rsidR="006974AE" w:rsidRDefault="006974AE" w:rsidP="006974AE">
      <w:r>
        <w:t>733.2352</w:t>
      </w:r>
      <w:r>
        <w:tab/>
        <w:t>1.013e0</w:t>
      </w:r>
    </w:p>
    <w:p w:rsidR="006974AE" w:rsidRDefault="006974AE" w:rsidP="006974AE">
      <w:r>
        <w:t>733.2515</w:t>
      </w:r>
      <w:r>
        <w:tab/>
        <w:t>1.013e0</w:t>
      </w:r>
    </w:p>
    <w:p w:rsidR="006974AE" w:rsidRDefault="006974AE" w:rsidP="006974AE">
      <w:r>
        <w:t>733.2878</w:t>
      </w:r>
      <w:r>
        <w:tab/>
        <w:t>1.013e0</w:t>
      </w:r>
    </w:p>
    <w:p w:rsidR="006974AE" w:rsidRDefault="006974AE" w:rsidP="006974AE">
      <w:r>
        <w:t>733.3037</w:t>
      </w:r>
      <w:r>
        <w:tab/>
        <w:t>2.025e0</w:t>
      </w:r>
    </w:p>
    <w:p w:rsidR="006974AE" w:rsidRDefault="006974AE" w:rsidP="006974AE">
      <w:r>
        <w:t>733.3384</w:t>
      </w:r>
      <w:r>
        <w:tab/>
        <w:t>2.655e0</w:t>
      </w:r>
    </w:p>
    <w:p w:rsidR="006974AE" w:rsidRDefault="006974AE" w:rsidP="006974AE">
      <w:r>
        <w:t>733.3755</w:t>
      </w:r>
      <w:r>
        <w:tab/>
        <w:t>2.025e0</w:t>
      </w:r>
    </w:p>
    <w:p w:rsidR="006974AE" w:rsidRDefault="006974AE" w:rsidP="006974AE">
      <w:r>
        <w:t>733.4129</w:t>
      </w:r>
      <w:r>
        <w:tab/>
        <w:t>1.013e0</w:t>
      </w:r>
    </w:p>
    <w:p w:rsidR="006974AE" w:rsidRDefault="006974AE" w:rsidP="006974AE">
      <w:r>
        <w:t>733.4254</w:t>
      </w:r>
      <w:r>
        <w:tab/>
        <w:t>2.009e0</w:t>
      </w:r>
    </w:p>
    <w:p w:rsidR="006974AE" w:rsidRDefault="006974AE" w:rsidP="006974AE">
      <w:r>
        <w:t>733.4586</w:t>
      </w:r>
      <w:r>
        <w:tab/>
        <w:t>1.013e0</w:t>
      </w:r>
    </w:p>
    <w:p w:rsidR="006974AE" w:rsidRDefault="006974AE" w:rsidP="006974AE">
      <w:r>
        <w:t>733.4744</w:t>
      </w:r>
      <w:r>
        <w:tab/>
        <w:t>1.013e0</w:t>
      </w:r>
    </w:p>
    <w:p w:rsidR="006974AE" w:rsidRDefault="006974AE" w:rsidP="006974AE">
      <w:r>
        <w:t>733.4756</w:t>
      </w:r>
      <w:r>
        <w:tab/>
        <w:t>3.038e0</w:t>
      </w:r>
    </w:p>
    <w:p w:rsidR="006974AE" w:rsidRDefault="006974AE" w:rsidP="006974AE">
      <w:r>
        <w:t>733.4999</w:t>
      </w:r>
      <w:r>
        <w:tab/>
        <w:t>1.013e0</w:t>
      </w:r>
    </w:p>
    <w:p w:rsidR="006974AE" w:rsidRDefault="006974AE" w:rsidP="006974AE">
      <w:r>
        <w:t>733.5101</w:t>
      </w:r>
      <w:r>
        <w:tab/>
        <w:t>1.013e0</w:t>
      </w:r>
    </w:p>
    <w:p w:rsidR="006974AE" w:rsidRDefault="006974AE" w:rsidP="006974AE">
      <w:r>
        <w:t>733.5123</w:t>
      </w:r>
      <w:r>
        <w:tab/>
        <w:t>1.013e0</w:t>
      </w:r>
    </w:p>
    <w:p w:rsidR="006974AE" w:rsidRDefault="006974AE" w:rsidP="006974AE">
      <w:r>
        <w:t>733.5471</w:t>
      </w:r>
      <w:r>
        <w:tab/>
        <w:t>2.025e0</w:t>
      </w:r>
    </w:p>
    <w:p w:rsidR="006974AE" w:rsidRDefault="006974AE" w:rsidP="006974AE">
      <w:r>
        <w:t>733.5610</w:t>
      </w:r>
      <w:r>
        <w:tab/>
        <w:t>1.013e0</w:t>
      </w:r>
    </w:p>
    <w:p w:rsidR="006974AE" w:rsidRDefault="006974AE" w:rsidP="006974AE">
      <w:r>
        <w:t>733.5681</w:t>
      </w:r>
      <w:r>
        <w:tab/>
        <w:t>2.025e0</w:t>
      </w:r>
    </w:p>
    <w:p w:rsidR="006974AE" w:rsidRDefault="006974AE" w:rsidP="006974AE">
      <w:r>
        <w:t>733.6289</w:t>
      </w:r>
      <w:r>
        <w:tab/>
        <w:t>1.013e0</w:t>
      </w:r>
    </w:p>
    <w:p w:rsidR="006974AE" w:rsidRDefault="006974AE" w:rsidP="006974AE">
      <w:r>
        <w:lastRenderedPageBreak/>
        <w:t>733.6310</w:t>
      </w:r>
      <w:r>
        <w:tab/>
        <w:t>2.025e0</w:t>
      </w:r>
    </w:p>
    <w:p w:rsidR="006974AE" w:rsidRDefault="006974AE" w:rsidP="006974AE">
      <w:r>
        <w:t>733.6639</w:t>
      </w:r>
      <w:r>
        <w:tab/>
        <w:t>1.013e0</w:t>
      </w:r>
    </w:p>
    <w:p w:rsidR="006974AE" w:rsidRDefault="006974AE" w:rsidP="006974AE">
      <w:r>
        <w:t>733.7059</w:t>
      </w:r>
      <w:r>
        <w:tab/>
        <w:t>2.025e0</w:t>
      </w:r>
    </w:p>
    <w:p w:rsidR="006974AE" w:rsidRDefault="006974AE" w:rsidP="006974AE">
      <w:r>
        <w:t>733.7840</w:t>
      </w:r>
      <w:r>
        <w:tab/>
        <w:t>1.013e0</w:t>
      </w:r>
    </w:p>
    <w:p w:rsidR="006974AE" w:rsidRDefault="006974AE" w:rsidP="006974AE">
      <w:r>
        <w:t>733.7971</w:t>
      </w:r>
      <w:r>
        <w:tab/>
        <w:t>1.013e0</w:t>
      </w:r>
    </w:p>
    <w:p w:rsidR="006974AE" w:rsidRDefault="006974AE" w:rsidP="006974AE">
      <w:r>
        <w:t>733.8096</w:t>
      </w:r>
      <w:r>
        <w:tab/>
        <w:t>1.013e0</w:t>
      </w:r>
    </w:p>
    <w:p w:rsidR="006974AE" w:rsidRDefault="006974AE" w:rsidP="006974AE">
      <w:r>
        <w:t>733.8514</w:t>
      </w:r>
      <w:r>
        <w:tab/>
        <w:t>1.013e0</w:t>
      </w:r>
    </w:p>
    <w:p w:rsidR="006974AE" w:rsidRDefault="006974AE" w:rsidP="006974AE">
      <w:r>
        <w:t>733.8979</w:t>
      </w:r>
      <w:r>
        <w:tab/>
        <w:t>2.025e0</w:t>
      </w:r>
    </w:p>
    <w:p w:rsidR="006974AE" w:rsidRDefault="006974AE" w:rsidP="006974AE">
      <w:r>
        <w:t>733.9207</w:t>
      </w:r>
      <w:r>
        <w:tab/>
        <w:t>2.025e0</w:t>
      </w:r>
    </w:p>
    <w:p w:rsidR="006974AE" w:rsidRDefault="006974AE" w:rsidP="006974AE">
      <w:r>
        <w:t>733.9552</w:t>
      </w:r>
      <w:r>
        <w:tab/>
        <w:t>2.025e0</w:t>
      </w:r>
    </w:p>
    <w:p w:rsidR="006974AE" w:rsidRDefault="006974AE" w:rsidP="006974AE">
      <w:r>
        <w:t>733.9720</w:t>
      </w:r>
      <w:r>
        <w:tab/>
        <w:t>1.013e0</w:t>
      </w:r>
    </w:p>
    <w:p w:rsidR="006974AE" w:rsidRDefault="006974AE" w:rsidP="006974AE">
      <w:r>
        <w:t>733.9883</w:t>
      </w:r>
      <w:r>
        <w:tab/>
        <w:t>1.013e0</w:t>
      </w:r>
    </w:p>
    <w:p w:rsidR="006974AE" w:rsidRDefault="006974AE" w:rsidP="006974AE">
      <w:r>
        <w:t>734.0093</w:t>
      </w:r>
      <w:r>
        <w:tab/>
        <w:t>1.013e0</w:t>
      </w:r>
    </w:p>
    <w:p w:rsidR="006974AE" w:rsidRDefault="006974AE" w:rsidP="006974AE">
      <w:r>
        <w:t>734.0575</w:t>
      </w:r>
      <w:r>
        <w:tab/>
        <w:t>2.025e0</w:t>
      </w:r>
    </w:p>
    <w:p w:rsidR="006974AE" w:rsidRDefault="006974AE" w:rsidP="006974AE">
      <w:r>
        <w:t>734.0623</w:t>
      </w:r>
      <w:r>
        <w:tab/>
        <w:t>3.038e0</w:t>
      </w:r>
    </w:p>
    <w:p w:rsidR="006974AE" w:rsidRDefault="006974AE" w:rsidP="006974AE">
      <w:r>
        <w:t>734.0839</w:t>
      </w:r>
      <w:r>
        <w:tab/>
        <w:t>1.013e0</w:t>
      </w:r>
    </w:p>
    <w:p w:rsidR="006974AE" w:rsidRDefault="006974AE" w:rsidP="006974AE">
      <w:r>
        <w:t>734.0955</w:t>
      </w:r>
      <w:r>
        <w:tab/>
        <w:t>1.013e0</w:t>
      </w:r>
    </w:p>
    <w:p w:rsidR="006974AE" w:rsidRDefault="006974AE" w:rsidP="006974AE">
      <w:r>
        <w:t>734.1601</w:t>
      </w:r>
      <w:r>
        <w:tab/>
        <w:t>1.013e0</w:t>
      </w:r>
    </w:p>
    <w:p w:rsidR="006974AE" w:rsidRDefault="006974AE" w:rsidP="006974AE">
      <w:r>
        <w:t>734.2073</w:t>
      </w:r>
      <w:r>
        <w:tab/>
        <w:t>1.013e0</w:t>
      </w:r>
    </w:p>
    <w:p w:rsidR="006974AE" w:rsidRDefault="006974AE" w:rsidP="006974AE">
      <w:r>
        <w:lastRenderedPageBreak/>
        <w:t>734.2327</w:t>
      </w:r>
      <w:r>
        <w:tab/>
        <w:t>2.025e0</w:t>
      </w:r>
    </w:p>
    <w:p w:rsidR="006974AE" w:rsidRDefault="006974AE" w:rsidP="006974AE">
      <w:r>
        <w:t>734.2446</w:t>
      </w:r>
      <w:r>
        <w:tab/>
        <w:t>1.013e0</w:t>
      </w:r>
    </w:p>
    <w:p w:rsidR="006974AE" w:rsidRDefault="006974AE" w:rsidP="006974AE">
      <w:r>
        <w:t>734.2458</w:t>
      </w:r>
      <w:r>
        <w:tab/>
        <w:t>2.025e0</w:t>
      </w:r>
    </w:p>
    <w:p w:rsidR="006974AE" w:rsidRDefault="006974AE" w:rsidP="006974AE">
      <w:r>
        <w:t>734.3174</w:t>
      </w:r>
      <w:r>
        <w:tab/>
        <w:t>2.326e0</w:t>
      </w:r>
    </w:p>
    <w:p w:rsidR="006974AE" w:rsidRDefault="006974AE" w:rsidP="006974AE">
      <w:r>
        <w:t>734.3364</w:t>
      </w:r>
      <w:r>
        <w:tab/>
        <w:t>3.840e0</w:t>
      </w:r>
    </w:p>
    <w:p w:rsidR="006974AE" w:rsidRDefault="006974AE" w:rsidP="006974AE">
      <w:r>
        <w:t>734.3450</w:t>
      </w:r>
      <w:r>
        <w:tab/>
        <w:t>1.013e0</w:t>
      </w:r>
    </w:p>
    <w:p w:rsidR="006974AE" w:rsidRDefault="006974AE" w:rsidP="006974AE">
      <w:r>
        <w:t>734.3668</w:t>
      </w:r>
      <w:r>
        <w:tab/>
        <w:t>1.867e0</w:t>
      </w:r>
    </w:p>
    <w:p w:rsidR="006974AE" w:rsidRDefault="006974AE" w:rsidP="006974AE">
      <w:r>
        <w:t>734.3824</w:t>
      </w:r>
      <w:r>
        <w:tab/>
        <w:t>2.025e0</w:t>
      </w:r>
    </w:p>
    <w:p w:rsidR="006974AE" w:rsidRDefault="006974AE" w:rsidP="006974AE">
      <w:r>
        <w:t>734.3990</w:t>
      </w:r>
      <w:r>
        <w:tab/>
        <w:t>1.013e0</w:t>
      </w:r>
    </w:p>
    <w:p w:rsidR="006974AE" w:rsidRDefault="006974AE" w:rsidP="006974AE">
      <w:r>
        <w:t>734.4340</w:t>
      </w:r>
      <w:r>
        <w:tab/>
        <w:t>1.013e0</w:t>
      </w:r>
    </w:p>
    <w:p w:rsidR="006974AE" w:rsidRDefault="006974AE" w:rsidP="006974AE">
      <w:r>
        <w:t>734.5025</w:t>
      </w:r>
      <w:r>
        <w:tab/>
        <w:t>1.013e0</w:t>
      </w:r>
    </w:p>
    <w:p w:rsidR="006974AE" w:rsidRDefault="006974AE" w:rsidP="006974AE">
      <w:r>
        <w:t>734.5062</w:t>
      </w:r>
      <w:r>
        <w:tab/>
        <w:t>2.025e0</w:t>
      </w:r>
    </w:p>
    <w:p w:rsidR="006974AE" w:rsidRDefault="006974AE" w:rsidP="006974AE">
      <w:r>
        <w:t>734.5121</w:t>
      </w:r>
      <w:r>
        <w:tab/>
        <w:t>2.025e0</w:t>
      </w:r>
    </w:p>
    <w:p w:rsidR="006974AE" w:rsidRDefault="006974AE" w:rsidP="006974AE">
      <w:r>
        <w:t>734.5979</w:t>
      </w:r>
      <w:r>
        <w:tab/>
        <w:t>2.025e0</w:t>
      </w:r>
    </w:p>
    <w:p w:rsidR="006974AE" w:rsidRDefault="006974AE" w:rsidP="006974AE">
      <w:r>
        <w:t>734.6189</w:t>
      </w:r>
      <w:r>
        <w:tab/>
        <w:t>2.025e0</w:t>
      </w:r>
    </w:p>
    <w:p w:rsidR="006974AE" w:rsidRDefault="006974AE" w:rsidP="006974AE">
      <w:r>
        <w:t>734.6551</w:t>
      </w:r>
      <w:r>
        <w:tab/>
        <w:t>1.013e0</w:t>
      </w:r>
    </w:p>
    <w:p w:rsidR="006974AE" w:rsidRDefault="006974AE" w:rsidP="006974AE">
      <w:r>
        <w:t>734.6923</w:t>
      </w:r>
      <w:r>
        <w:tab/>
        <w:t>2.025e0</w:t>
      </w:r>
    </w:p>
    <w:p w:rsidR="006974AE" w:rsidRDefault="006974AE" w:rsidP="006974AE">
      <w:r>
        <w:t>734.7493</w:t>
      </w:r>
      <w:r>
        <w:tab/>
        <w:t>2.025e0</w:t>
      </w:r>
    </w:p>
    <w:p w:rsidR="006974AE" w:rsidRDefault="006974AE" w:rsidP="006974AE">
      <w:r>
        <w:t>734.8536</w:t>
      </w:r>
      <w:r>
        <w:tab/>
        <w:t>2.025e0</w:t>
      </w:r>
    </w:p>
    <w:p w:rsidR="006974AE" w:rsidRDefault="006974AE" w:rsidP="006974AE">
      <w:r>
        <w:lastRenderedPageBreak/>
        <w:t>734.8716</w:t>
      </w:r>
      <w:r>
        <w:tab/>
        <w:t>2.025e0</w:t>
      </w:r>
    </w:p>
    <w:p w:rsidR="006974AE" w:rsidRDefault="006974AE" w:rsidP="006974AE">
      <w:r>
        <w:t>734.9131</w:t>
      </w:r>
      <w:r>
        <w:tab/>
        <w:t>1.013e0</w:t>
      </w:r>
    </w:p>
    <w:p w:rsidR="006974AE" w:rsidRDefault="006974AE" w:rsidP="006974AE">
      <w:r>
        <w:t>734.9537</w:t>
      </w:r>
      <w:r>
        <w:tab/>
        <w:t>1.013e0</w:t>
      </w:r>
    </w:p>
    <w:p w:rsidR="006974AE" w:rsidRDefault="006974AE" w:rsidP="006974AE">
      <w:r>
        <w:t>734.9730</w:t>
      </w:r>
      <w:r>
        <w:tab/>
        <w:t>2.025e0</w:t>
      </w:r>
    </w:p>
    <w:p w:rsidR="006974AE" w:rsidRDefault="006974AE" w:rsidP="006974AE">
      <w:r>
        <w:t>735.0035</w:t>
      </w:r>
      <w:r>
        <w:tab/>
        <w:t>1.013e0</w:t>
      </w:r>
    </w:p>
    <w:p w:rsidR="006974AE" w:rsidRDefault="006974AE" w:rsidP="006974AE">
      <w:r>
        <w:t>735.0162</w:t>
      </w:r>
      <w:r>
        <w:tab/>
        <w:t>1.013e0</w:t>
      </w:r>
    </w:p>
    <w:p w:rsidR="006974AE" w:rsidRDefault="006974AE" w:rsidP="006974AE">
      <w:r>
        <w:t>735.0235</w:t>
      </w:r>
      <w:r>
        <w:tab/>
        <w:t>2.025e0</w:t>
      </w:r>
    </w:p>
    <w:p w:rsidR="006974AE" w:rsidRDefault="006974AE" w:rsidP="006974AE">
      <w:r>
        <w:t>735.0293</w:t>
      </w:r>
      <w:r>
        <w:tab/>
        <w:t>1.013e0</w:t>
      </w:r>
    </w:p>
    <w:p w:rsidR="006974AE" w:rsidRDefault="006974AE" w:rsidP="006974AE">
      <w:r>
        <w:t>735.0925</w:t>
      </w:r>
      <w:r>
        <w:tab/>
        <w:t>2.025e0</w:t>
      </w:r>
    </w:p>
    <w:p w:rsidR="006974AE" w:rsidRDefault="006974AE" w:rsidP="006974AE">
      <w:r>
        <w:t>735.1165</w:t>
      </w:r>
      <w:r>
        <w:tab/>
        <w:t>1.013e0</w:t>
      </w:r>
    </w:p>
    <w:p w:rsidR="006974AE" w:rsidRDefault="006974AE" w:rsidP="006974AE">
      <w:r>
        <w:t>735.1348</w:t>
      </w:r>
      <w:r>
        <w:tab/>
        <w:t>2.025e0</w:t>
      </w:r>
    </w:p>
    <w:p w:rsidR="006974AE" w:rsidRDefault="006974AE" w:rsidP="006974AE">
      <w:r>
        <w:t>735.2027</w:t>
      </w:r>
      <w:r>
        <w:tab/>
        <w:t>1.013e0</w:t>
      </w:r>
    </w:p>
    <w:p w:rsidR="006974AE" w:rsidRDefault="006974AE" w:rsidP="006974AE">
      <w:r>
        <w:t>735.2119</w:t>
      </w:r>
      <w:r>
        <w:tab/>
        <w:t>2.025e0</w:t>
      </w:r>
    </w:p>
    <w:p w:rsidR="006974AE" w:rsidRDefault="006974AE" w:rsidP="006974AE">
      <w:r>
        <w:t>735.2285</w:t>
      </w:r>
      <w:r>
        <w:tab/>
        <w:t>1.013e0</w:t>
      </w:r>
    </w:p>
    <w:p w:rsidR="006974AE" w:rsidRDefault="006974AE" w:rsidP="006974AE">
      <w:r>
        <w:t>735.2554</w:t>
      </w:r>
      <w:r>
        <w:tab/>
        <w:t>3.038e0</w:t>
      </w:r>
    </w:p>
    <w:p w:rsidR="006974AE" w:rsidRDefault="006974AE" w:rsidP="006974AE">
      <w:r>
        <w:t>735.2660</w:t>
      </w:r>
      <w:r>
        <w:tab/>
        <w:t>2.025e0</w:t>
      </w:r>
    </w:p>
    <w:p w:rsidR="006974AE" w:rsidRDefault="006974AE" w:rsidP="006974AE">
      <w:r>
        <w:t>735.2899</w:t>
      </w:r>
      <w:r>
        <w:tab/>
        <w:t>1.013e0</w:t>
      </w:r>
    </w:p>
    <w:p w:rsidR="006974AE" w:rsidRDefault="006974AE" w:rsidP="006974AE">
      <w:r>
        <w:t>735.3148</w:t>
      </w:r>
      <w:r>
        <w:tab/>
        <w:t>1.013e0</w:t>
      </w:r>
    </w:p>
    <w:p w:rsidR="006974AE" w:rsidRDefault="006974AE" w:rsidP="006974AE">
      <w:r>
        <w:t>735.3262</w:t>
      </w:r>
      <w:r>
        <w:tab/>
        <w:t>8.837e0</w:t>
      </w:r>
    </w:p>
    <w:p w:rsidR="006974AE" w:rsidRDefault="006974AE" w:rsidP="006974AE">
      <w:r>
        <w:lastRenderedPageBreak/>
        <w:t>735.3400</w:t>
      </w:r>
      <w:r>
        <w:tab/>
        <w:t>2.018e0</w:t>
      </w:r>
    </w:p>
    <w:p w:rsidR="006974AE" w:rsidRDefault="006974AE" w:rsidP="006974AE">
      <w:r>
        <w:t>735.4028</w:t>
      </w:r>
      <w:r>
        <w:tab/>
        <w:t>1.013e0</w:t>
      </w:r>
    </w:p>
    <w:p w:rsidR="006974AE" w:rsidRDefault="006974AE" w:rsidP="006974AE">
      <w:r>
        <w:t>735.4160</w:t>
      </w:r>
      <w:r>
        <w:tab/>
        <w:t>2.420e0</w:t>
      </w:r>
    </w:p>
    <w:p w:rsidR="006974AE" w:rsidRDefault="006974AE" w:rsidP="006974AE">
      <w:r>
        <w:t>735.4269</w:t>
      </w:r>
      <w:r>
        <w:tab/>
        <w:t>1.013e0</w:t>
      </w:r>
    </w:p>
    <w:p w:rsidR="006974AE" w:rsidRDefault="006974AE" w:rsidP="006974AE">
      <w:r>
        <w:t>735.4598</w:t>
      </w:r>
      <w:r>
        <w:tab/>
        <w:t>1.013e0</w:t>
      </w:r>
    </w:p>
    <w:p w:rsidR="006974AE" w:rsidRDefault="006974AE" w:rsidP="006974AE">
      <w:r>
        <w:t>735.4608</w:t>
      </w:r>
      <w:r>
        <w:tab/>
        <w:t>3.038e0</w:t>
      </w:r>
    </w:p>
    <w:p w:rsidR="006974AE" w:rsidRDefault="006974AE" w:rsidP="006974AE">
      <w:r>
        <w:t>735.4766</w:t>
      </w:r>
      <w:r>
        <w:tab/>
        <w:t>1.013e0</w:t>
      </w:r>
    </w:p>
    <w:p w:rsidR="006974AE" w:rsidRDefault="006974AE" w:rsidP="006974AE">
      <w:r>
        <w:t>735.5121</w:t>
      </w:r>
      <w:r>
        <w:tab/>
        <w:t>1.013e0</w:t>
      </w:r>
    </w:p>
    <w:p w:rsidR="006974AE" w:rsidRDefault="006974AE" w:rsidP="006974AE">
      <w:r>
        <w:t>735.5940</w:t>
      </w:r>
      <w:r>
        <w:tab/>
        <w:t>2.025e0</w:t>
      </w:r>
    </w:p>
    <w:p w:rsidR="006974AE" w:rsidRDefault="006974AE" w:rsidP="006974AE">
      <w:r>
        <w:t>735.6001</w:t>
      </w:r>
      <w:r>
        <w:tab/>
        <w:t>2.025e0</w:t>
      </w:r>
    </w:p>
    <w:p w:rsidR="006974AE" w:rsidRDefault="006974AE" w:rsidP="006974AE">
      <w:r>
        <w:t>735.6789</w:t>
      </w:r>
      <w:r>
        <w:tab/>
        <w:t>2.025e0</w:t>
      </w:r>
    </w:p>
    <w:p w:rsidR="006974AE" w:rsidRDefault="006974AE" w:rsidP="006974AE">
      <w:r>
        <w:t>735.7382</w:t>
      </w:r>
      <w:r>
        <w:tab/>
        <w:t>1.013e0</w:t>
      </w:r>
    </w:p>
    <w:p w:rsidR="006974AE" w:rsidRDefault="006974AE" w:rsidP="006974AE">
      <w:r>
        <w:t>735.7640</w:t>
      </w:r>
      <w:r>
        <w:tab/>
        <w:t>1.013e0</w:t>
      </w:r>
    </w:p>
    <w:p w:rsidR="006974AE" w:rsidRDefault="006974AE" w:rsidP="006974AE">
      <w:r>
        <w:t>735.8139</w:t>
      </w:r>
      <w:r>
        <w:tab/>
        <w:t>1.013e0</w:t>
      </w:r>
    </w:p>
    <w:p w:rsidR="006974AE" w:rsidRDefault="006974AE" w:rsidP="006974AE">
      <w:r>
        <w:t>735.8254</w:t>
      </w:r>
      <w:r>
        <w:tab/>
        <w:t>1.013e0</w:t>
      </w:r>
    </w:p>
    <w:p w:rsidR="006974AE" w:rsidRDefault="006974AE" w:rsidP="006974AE">
      <w:r>
        <w:t>735.8388</w:t>
      </w:r>
      <w:r>
        <w:tab/>
        <w:t>1.013e0</w:t>
      </w:r>
    </w:p>
    <w:p w:rsidR="006974AE" w:rsidRDefault="006974AE" w:rsidP="006974AE">
      <w:r>
        <w:t>735.8672</w:t>
      </w:r>
      <w:r>
        <w:tab/>
        <w:t>2.025e0</w:t>
      </w:r>
    </w:p>
    <w:p w:rsidR="006974AE" w:rsidRDefault="006974AE" w:rsidP="006974AE">
      <w:r>
        <w:t>735.9006</w:t>
      </w:r>
      <w:r>
        <w:tab/>
        <w:t>2.025e0</w:t>
      </w:r>
    </w:p>
    <w:p w:rsidR="006974AE" w:rsidRDefault="006974AE" w:rsidP="006974AE">
      <w:r>
        <w:t>735.9750</w:t>
      </w:r>
      <w:r>
        <w:tab/>
        <w:t>1.013e0</w:t>
      </w:r>
    </w:p>
    <w:p w:rsidR="006974AE" w:rsidRDefault="006974AE" w:rsidP="006974AE">
      <w:r>
        <w:lastRenderedPageBreak/>
        <w:t>736.0476</w:t>
      </w:r>
      <w:r>
        <w:tab/>
        <w:t>2.025e0</w:t>
      </w:r>
    </w:p>
    <w:p w:rsidR="006974AE" w:rsidRDefault="006974AE" w:rsidP="006974AE">
      <w:r>
        <w:t>736.0941</w:t>
      </w:r>
      <w:r>
        <w:tab/>
        <w:t>2.025e0</w:t>
      </w:r>
    </w:p>
    <w:p w:rsidR="006974AE" w:rsidRDefault="006974AE" w:rsidP="006974AE">
      <w:r>
        <w:t>736.1779</w:t>
      </w:r>
      <w:r>
        <w:tab/>
        <w:t>3.038e0</w:t>
      </w:r>
    </w:p>
    <w:p w:rsidR="006974AE" w:rsidRDefault="006974AE" w:rsidP="006974AE">
      <w:r>
        <w:t>736.1868</w:t>
      </w:r>
      <w:r>
        <w:tab/>
        <w:t>1.013e0</w:t>
      </w:r>
    </w:p>
    <w:p w:rsidR="006974AE" w:rsidRDefault="006974AE" w:rsidP="006974AE">
      <w:r>
        <w:t>736.2501</w:t>
      </w:r>
      <w:r>
        <w:tab/>
        <w:t>1.013e0</w:t>
      </w:r>
    </w:p>
    <w:p w:rsidR="006974AE" w:rsidRDefault="006974AE" w:rsidP="006974AE">
      <w:r>
        <w:t>736.2626</w:t>
      </w:r>
      <w:r>
        <w:tab/>
        <w:t>2.025e0</w:t>
      </w:r>
    </w:p>
    <w:p w:rsidR="006974AE" w:rsidRDefault="006974AE" w:rsidP="006974AE">
      <w:r>
        <w:t>736.3249</w:t>
      </w:r>
      <w:r>
        <w:tab/>
        <w:t>1.013e0</w:t>
      </w:r>
    </w:p>
    <w:p w:rsidR="006974AE" w:rsidRDefault="006974AE" w:rsidP="006974AE">
      <w:r>
        <w:t>736.3260</w:t>
      </w:r>
      <w:r>
        <w:tab/>
        <w:t>3.038e0</w:t>
      </w:r>
    </w:p>
    <w:p w:rsidR="006974AE" w:rsidRDefault="006974AE" w:rsidP="006974AE">
      <w:r>
        <w:t>736.3364</w:t>
      </w:r>
      <w:r>
        <w:tab/>
        <w:t>2.025e0</w:t>
      </w:r>
    </w:p>
    <w:p w:rsidR="006974AE" w:rsidRDefault="006974AE" w:rsidP="006974AE">
      <w:r>
        <w:t>736.3499</w:t>
      </w:r>
      <w:r>
        <w:tab/>
        <w:t>2.025e0</w:t>
      </w:r>
    </w:p>
    <w:p w:rsidR="006974AE" w:rsidRDefault="006974AE" w:rsidP="006974AE">
      <w:r>
        <w:t>736.3697</w:t>
      </w:r>
      <w:r>
        <w:tab/>
        <w:t>4.893e0</w:t>
      </w:r>
    </w:p>
    <w:p w:rsidR="006974AE" w:rsidRDefault="006974AE" w:rsidP="006974AE">
      <w:r>
        <w:t>736.3748</w:t>
      </w:r>
      <w:r>
        <w:tab/>
        <w:t>1.013e0</w:t>
      </w:r>
    </w:p>
    <w:p w:rsidR="006974AE" w:rsidRDefault="006974AE" w:rsidP="006974AE">
      <w:r>
        <w:t>736.3945</w:t>
      </w:r>
      <w:r>
        <w:tab/>
        <w:t>1.472e0</w:t>
      </w:r>
    </w:p>
    <w:p w:rsidR="006974AE" w:rsidRDefault="006974AE" w:rsidP="006974AE">
      <w:r>
        <w:t>736.4120</w:t>
      </w:r>
      <w:r>
        <w:tab/>
        <w:t>4.051e0</w:t>
      </w:r>
    </w:p>
    <w:p w:rsidR="006974AE" w:rsidRDefault="006974AE" w:rsidP="006974AE">
      <w:r>
        <w:t>736.4620</w:t>
      </w:r>
      <w:r>
        <w:tab/>
        <w:t>1.013e0</w:t>
      </w:r>
    </w:p>
    <w:p w:rsidR="006974AE" w:rsidRDefault="006974AE" w:rsidP="006974AE">
      <w:r>
        <w:t>736.5058</w:t>
      </w:r>
      <w:r>
        <w:tab/>
        <w:t>3.038e0</w:t>
      </w:r>
    </w:p>
    <w:p w:rsidR="006974AE" w:rsidRDefault="006974AE" w:rsidP="006974AE">
      <w:r>
        <w:t>736.5110</w:t>
      </w:r>
      <w:r>
        <w:tab/>
        <w:t>1.013e0</w:t>
      </w:r>
    </w:p>
    <w:p w:rsidR="006974AE" w:rsidRDefault="006974AE" w:rsidP="006974AE">
      <w:r>
        <w:t>736.5374</w:t>
      </w:r>
      <w:r>
        <w:tab/>
        <w:t>1.013e0</w:t>
      </w:r>
    </w:p>
    <w:p w:rsidR="006974AE" w:rsidRDefault="006974AE" w:rsidP="006974AE">
      <w:r>
        <w:t>736.5448</w:t>
      </w:r>
      <w:r>
        <w:tab/>
        <w:t>4.051e0</w:t>
      </w:r>
    </w:p>
    <w:p w:rsidR="006974AE" w:rsidRDefault="006974AE" w:rsidP="006974AE">
      <w:r>
        <w:lastRenderedPageBreak/>
        <w:t>736.5609</w:t>
      </w:r>
      <w:r>
        <w:tab/>
        <w:t>1.013e0</w:t>
      </w:r>
    </w:p>
    <w:p w:rsidR="006974AE" w:rsidRDefault="006974AE" w:rsidP="006974AE">
      <w:r>
        <w:t>736.5731</w:t>
      </w:r>
      <w:r>
        <w:tab/>
        <w:t>1.013e0</w:t>
      </w:r>
    </w:p>
    <w:p w:rsidR="006974AE" w:rsidRDefault="006974AE" w:rsidP="006974AE">
      <w:r>
        <w:t>736.6242</w:t>
      </w:r>
      <w:r>
        <w:tab/>
        <w:t>2.025e0</w:t>
      </w:r>
    </w:p>
    <w:p w:rsidR="006974AE" w:rsidRDefault="006974AE" w:rsidP="006974AE">
      <w:r>
        <w:t>736.6412</w:t>
      </w:r>
      <w:r>
        <w:tab/>
        <w:t>1.013e0</w:t>
      </w:r>
    </w:p>
    <w:p w:rsidR="006974AE" w:rsidRDefault="006974AE" w:rsidP="006974AE">
      <w:r>
        <w:t>736.7605</w:t>
      </w:r>
      <w:r>
        <w:tab/>
        <w:t>1.013e0</w:t>
      </w:r>
    </w:p>
    <w:p w:rsidR="006974AE" w:rsidRDefault="006974AE" w:rsidP="006974AE">
      <w:r>
        <w:t>736.7834</w:t>
      </w:r>
      <w:r>
        <w:tab/>
        <w:t>2.025e0</w:t>
      </w:r>
    </w:p>
    <w:p w:rsidR="006974AE" w:rsidRDefault="006974AE" w:rsidP="006974AE">
      <w:r>
        <w:t>736.7854</w:t>
      </w:r>
      <w:r>
        <w:tab/>
        <w:t>1.013e0</w:t>
      </w:r>
    </w:p>
    <w:p w:rsidR="006974AE" w:rsidRDefault="006974AE" w:rsidP="006974AE">
      <w:r>
        <w:t>736.8294</w:t>
      </w:r>
      <w:r>
        <w:tab/>
        <w:t>1.013e0</w:t>
      </w:r>
    </w:p>
    <w:p w:rsidR="006974AE" w:rsidRDefault="006974AE" w:rsidP="006974AE">
      <w:r>
        <w:t>736.8553</w:t>
      </w:r>
      <w:r>
        <w:tab/>
        <w:t>2.025e0</w:t>
      </w:r>
    </w:p>
    <w:p w:rsidR="006974AE" w:rsidRDefault="006974AE" w:rsidP="006974AE">
      <w:r>
        <w:t>736.8853</w:t>
      </w:r>
      <w:r>
        <w:tab/>
        <w:t>1.013e0</w:t>
      </w:r>
    </w:p>
    <w:p w:rsidR="006974AE" w:rsidRDefault="006974AE" w:rsidP="006974AE">
      <w:r>
        <w:t>736.9074</w:t>
      </w:r>
      <w:r>
        <w:tab/>
        <w:t>3.038e0</w:t>
      </w:r>
    </w:p>
    <w:p w:rsidR="006974AE" w:rsidRDefault="006974AE" w:rsidP="006974AE">
      <w:r>
        <w:t>736.9102</w:t>
      </w:r>
      <w:r>
        <w:tab/>
        <w:t>1.013e0</w:t>
      </w:r>
    </w:p>
    <w:p w:rsidR="006974AE" w:rsidRDefault="006974AE" w:rsidP="006974AE">
      <w:r>
        <w:t>736.9532</w:t>
      </w:r>
      <w:r>
        <w:tab/>
        <w:t>3.038e0</w:t>
      </w:r>
    </w:p>
    <w:p w:rsidR="006974AE" w:rsidRDefault="006974AE" w:rsidP="006974AE">
      <w:r>
        <w:t>736.9825</w:t>
      </w:r>
      <w:r>
        <w:tab/>
        <w:t>1.013e0</w:t>
      </w:r>
    </w:p>
    <w:p w:rsidR="006974AE" w:rsidRDefault="006974AE" w:rsidP="006974AE">
      <w:r>
        <w:t>737.0225</w:t>
      </w:r>
      <w:r>
        <w:tab/>
        <w:t>1.013e0</w:t>
      </w:r>
    </w:p>
    <w:p w:rsidR="006974AE" w:rsidRDefault="006974AE" w:rsidP="006974AE">
      <w:r>
        <w:t>737.0974</w:t>
      </w:r>
      <w:r>
        <w:tab/>
        <w:t>1.013e0</w:t>
      </w:r>
    </w:p>
    <w:p w:rsidR="006974AE" w:rsidRDefault="006974AE" w:rsidP="006974AE">
      <w:r>
        <w:t>737.1099</w:t>
      </w:r>
      <w:r>
        <w:tab/>
        <w:t>1.013e0</w:t>
      </w:r>
    </w:p>
    <w:p w:rsidR="006974AE" w:rsidRDefault="006974AE" w:rsidP="006974AE">
      <w:r>
        <w:t>737.1360</w:t>
      </w:r>
      <w:r>
        <w:tab/>
        <w:t>1.013e0</w:t>
      </w:r>
    </w:p>
    <w:p w:rsidR="006974AE" w:rsidRDefault="006974AE" w:rsidP="006974AE">
      <w:r>
        <w:t>737.1485</w:t>
      </w:r>
      <w:r>
        <w:tab/>
        <w:t>4.051e0</w:t>
      </w:r>
    </w:p>
    <w:p w:rsidR="006974AE" w:rsidRDefault="006974AE" w:rsidP="006974AE">
      <w:r>
        <w:lastRenderedPageBreak/>
        <w:t>737.2564</w:t>
      </w:r>
      <w:r>
        <w:tab/>
        <w:t>3.038e0</w:t>
      </w:r>
    </w:p>
    <w:p w:rsidR="006974AE" w:rsidRDefault="006974AE" w:rsidP="006974AE">
      <w:r>
        <w:t>737.2913</w:t>
      </w:r>
      <w:r>
        <w:tab/>
        <w:t>1.013e0</w:t>
      </w:r>
    </w:p>
    <w:p w:rsidR="006974AE" w:rsidRDefault="006974AE" w:rsidP="006974AE">
      <w:r>
        <w:t>737.3305</w:t>
      </w:r>
      <w:r>
        <w:tab/>
        <w:t>2.025e0</w:t>
      </w:r>
    </w:p>
    <w:p w:rsidR="006974AE" w:rsidRDefault="006974AE" w:rsidP="006974AE">
      <w:r>
        <w:t>737.3417</w:t>
      </w:r>
      <w:r>
        <w:tab/>
        <w:t>2.025e0</w:t>
      </w:r>
    </w:p>
    <w:p w:rsidR="006974AE" w:rsidRDefault="006974AE" w:rsidP="006974AE">
      <w:r>
        <w:t>737.3537</w:t>
      </w:r>
      <w:r>
        <w:tab/>
        <w:t>2.761e0</w:t>
      </w:r>
    </w:p>
    <w:p w:rsidR="006974AE" w:rsidRDefault="006974AE" w:rsidP="006974AE">
      <w:r>
        <w:t>737.3694</w:t>
      </w:r>
      <w:r>
        <w:tab/>
        <w:t>3.038e0</w:t>
      </w:r>
    </w:p>
    <w:p w:rsidR="006974AE" w:rsidRDefault="006974AE" w:rsidP="006974AE">
      <w:r>
        <w:t>737.3723</w:t>
      </w:r>
      <w:r>
        <w:tab/>
        <w:t>5.063e0</w:t>
      </w:r>
    </w:p>
    <w:p w:rsidR="006974AE" w:rsidRDefault="006974AE" w:rsidP="006974AE">
      <w:r>
        <w:t>737.3854</w:t>
      </w:r>
      <w:r>
        <w:tab/>
        <w:t>1.013e0</w:t>
      </w:r>
    </w:p>
    <w:p w:rsidR="006974AE" w:rsidRDefault="006974AE" w:rsidP="006974AE">
      <w:r>
        <w:t>737.3952</w:t>
      </w:r>
      <w:r>
        <w:tab/>
        <w:t>3.038e0</w:t>
      </w:r>
    </w:p>
    <w:p w:rsidR="006974AE" w:rsidRDefault="006974AE" w:rsidP="006974AE">
      <w:r>
        <w:t>737.3996</w:t>
      </w:r>
      <w:r>
        <w:tab/>
        <w:t>3.038e0</w:t>
      </w:r>
    </w:p>
    <w:p w:rsidR="006974AE" w:rsidRDefault="006974AE" w:rsidP="006974AE">
      <w:r>
        <w:t>737.4094</w:t>
      </w:r>
      <w:r>
        <w:tab/>
        <w:t>1.013e0</w:t>
      </w:r>
    </w:p>
    <w:p w:rsidR="006974AE" w:rsidRDefault="006974AE" w:rsidP="006974AE">
      <w:r>
        <w:t>737.4162</w:t>
      </w:r>
      <w:r>
        <w:tab/>
        <w:t>4.051e0</w:t>
      </w:r>
    </w:p>
    <w:p w:rsidR="006974AE" w:rsidRDefault="006974AE" w:rsidP="006974AE">
      <w:r>
        <w:t>737.4186</w:t>
      </w:r>
      <w:r>
        <w:tab/>
        <w:t>1.887e0</w:t>
      </w:r>
    </w:p>
    <w:p w:rsidR="006974AE" w:rsidRDefault="006974AE" w:rsidP="006974AE">
      <w:r>
        <w:t>737.4714</w:t>
      </w:r>
      <w:r>
        <w:tab/>
        <w:t>4.051e0</w:t>
      </w:r>
    </w:p>
    <w:p w:rsidR="006974AE" w:rsidRDefault="006974AE" w:rsidP="006974AE">
      <w:r>
        <w:t>737.4794</w:t>
      </w:r>
      <w:r>
        <w:tab/>
        <w:t>3.038e0</w:t>
      </w:r>
    </w:p>
    <w:p w:rsidR="006974AE" w:rsidRDefault="006974AE" w:rsidP="006974AE">
      <w:r>
        <w:t>737.5045</w:t>
      </w:r>
      <w:r>
        <w:tab/>
        <w:t>2.025e0</w:t>
      </w:r>
    </w:p>
    <w:p w:rsidR="006974AE" w:rsidRDefault="006974AE" w:rsidP="006974AE">
      <w:r>
        <w:t>737.5174</w:t>
      </w:r>
      <w:r>
        <w:tab/>
        <w:t>4.051e0</w:t>
      </w:r>
    </w:p>
    <w:p w:rsidR="006974AE" w:rsidRDefault="006974AE" w:rsidP="006974AE">
      <w:r>
        <w:t>737.5468</w:t>
      </w:r>
      <w:r>
        <w:tab/>
        <w:t>1.013e0</w:t>
      </w:r>
    </w:p>
    <w:p w:rsidR="006974AE" w:rsidRDefault="006974AE" w:rsidP="006974AE">
      <w:r>
        <w:t>737.5602</w:t>
      </w:r>
      <w:r>
        <w:tab/>
        <w:t>1.013e0</w:t>
      </w:r>
    </w:p>
    <w:p w:rsidR="006974AE" w:rsidRDefault="006974AE" w:rsidP="006974AE">
      <w:r>
        <w:lastRenderedPageBreak/>
        <w:t>737.5967</w:t>
      </w:r>
      <w:r>
        <w:tab/>
        <w:t>1.013e0</w:t>
      </w:r>
    </w:p>
    <w:p w:rsidR="006974AE" w:rsidRDefault="006974AE" w:rsidP="006974AE">
      <w:r>
        <w:t>737.6101</w:t>
      </w:r>
      <w:r>
        <w:tab/>
        <w:t>1.013e0</w:t>
      </w:r>
    </w:p>
    <w:p w:rsidR="006974AE" w:rsidRDefault="006974AE" w:rsidP="006974AE">
      <w:r>
        <w:t>737.6326</w:t>
      </w:r>
      <w:r>
        <w:tab/>
        <w:t>1.013e0</w:t>
      </w:r>
    </w:p>
    <w:p w:rsidR="006974AE" w:rsidRDefault="006974AE" w:rsidP="006974AE">
      <w:r>
        <w:t>737.6494</w:t>
      </w:r>
      <w:r>
        <w:tab/>
        <w:t>1.013e0</w:t>
      </w:r>
    </w:p>
    <w:p w:rsidR="006974AE" w:rsidRDefault="006974AE" w:rsidP="006974AE">
      <w:r>
        <w:t>737.6663</w:t>
      </w:r>
      <w:r>
        <w:tab/>
        <w:t>2.025e0</w:t>
      </w:r>
    </w:p>
    <w:p w:rsidR="006974AE" w:rsidRDefault="006974AE" w:rsidP="006974AE">
      <w:r>
        <w:t>737.7725</w:t>
      </w:r>
      <w:r>
        <w:tab/>
        <w:t>2.025e0</w:t>
      </w:r>
    </w:p>
    <w:p w:rsidR="006974AE" w:rsidRDefault="006974AE" w:rsidP="006974AE">
      <w:r>
        <w:t>737.8033</w:t>
      </w:r>
      <w:r>
        <w:tab/>
        <w:t>1.013e0</w:t>
      </w:r>
    </w:p>
    <w:p w:rsidR="006974AE" w:rsidRDefault="006974AE" w:rsidP="006974AE">
      <w:r>
        <w:t>737.8724</w:t>
      </w:r>
      <w:r>
        <w:tab/>
        <w:t>1.013e0</w:t>
      </w:r>
    </w:p>
    <w:p w:rsidR="006974AE" w:rsidRDefault="006974AE" w:rsidP="006974AE">
      <w:r>
        <w:t>737.8782</w:t>
      </w:r>
      <w:r>
        <w:tab/>
        <w:t>2.025e0</w:t>
      </w:r>
    </w:p>
    <w:p w:rsidR="006974AE" w:rsidRDefault="006974AE" w:rsidP="006974AE">
      <w:r>
        <w:t>737.8849</w:t>
      </w:r>
      <w:r>
        <w:tab/>
        <w:t>1.013e0</w:t>
      </w:r>
    </w:p>
    <w:p w:rsidR="006974AE" w:rsidRDefault="006974AE" w:rsidP="006974AE">
      <w:r>
        <w:t>737.9171</w:t>
      </w:r>
      <w:r>
        <w:tab/>
        <w:t>4.051e0</w:t>
      </w:r>
    </w:p>
    <w:p w:rsidR="006974AE" w:rsidRDefault="006974AE" w:rsidP="006974AE">
      <w:r>
        <w:t>737.9599</w:t>
      </w:r>
      <w:r>
        <w:tab/>
        <w:t>1.013e0</w:t>
      </w:r>
    </w:p>
    <w:p w:rsidR="006974AE" w:rsidRDefault="006974AE" w:rsidP="006974AE">
      <w:r>
        <w:t>738.0258</w:t>
      </w:r>
      <w:r>
        <w:tab/>
        <w:t>1.013e0</w:t>
      </w:r>
    </w:p>
    <w:p w:rsidR="006974AE" w:rsidRDefault="006974AE" w:rsidP="006974AE">
      <w:r>
        <w:t>738.1459</w:t>
      </w:r>
      <w:r>
        <w:tab/>
        <w:t>1.013e0</w:t>
      </w:r>
    </w:p>
    <w:p w:rsidR="006974AE" w:rsidRDefault="006974AE" w:rsidP="006974AE">
      <w:r>
        <w:t>738.1473</w:t>
      </w:r>
      <w:r>
        <w:tab/>
        <w:t>1.013e0</w:t>
      </w:r>
    </w:p>
    <w:p w:rsidR="006974AE" w:rsidRDefault="006974AE" w:rsidP="006974AE">
      <w:r>
        <w:t>738.1723</w:t>
      </w:r>
      <w:r>
        <w:tab/>
        <w:t>1.013e0</w:t>
      </w:r>
    </w:p>
    <w:p w:rsidR="006974AE" w:rsidRDefault="006974AE" w:rsidP="006974AE">
      <w:r>
        <w:t>738.1973</w:t>
      </w:r>
      <w:r>
        <w:tab/>
        <w:t>1.013e0</w:t>
      </w:r>
    </w:p>
    <w:p w:rsidR="006974AE" w:rsidRDefault="006974AE" w:rsidP="006974AE">
      <w:r>
        <w:t>738.2482</w:t>
      </w:r>
      <w:r>
        <w:tab/>
        <w:t>2.025e0</w:t>
      </w:r>
    </w:p>
    <w:p w:rsidR="006974AE" w:rsidRDefault="006974AE" w:rsidP="006974AE">
      <w:r>
        <w:t>738.2745</w:t>
      </w:r>
      <w:r>
        <w:tab/>
        <w:t>2.025e0</w:t>
      </w:r>
    </w:p>
    <w:p w:rsidR="006974AE" w:rsidRDefault="006974AE" w:rsidP="006974AE">
      <w:r>
        <w:lastRenderedPageBreak/>
        <w:t>738.3093</w:t>
      </w:r>
      <w:r>
        <w:tab/>
        <w:t>6.690e0</w:t>
      </w:r>
    </w:p>
    <w:p w:rsidR="006974AE" w:rsidRDefault="006974AE" w:rsidP="006974AE">
      <w:r>
        <w:t>738.3687</w:t>
      </w:r>
      <w:r>
        <w:tab/>
        <w:t>1.013e0</w:t>
      </w:r>
    </w:p>
    <w:p w:rsidR="006974AE" w:rsidRDefault="006974AE" w:rsidP="006974AE">
      <w:r>
        <w:t>738.3713</w:t>
      </w:r>
      <w:r>
        <w:tab/>
        <w:t>2.025e0</w:t>
      </w:r>
    </w:p>
    <w:p w:rsidR="006974AE" w:rsidRDefault="006974AE" w:rsidP="006974AE">
      <w:r>
        <w:t>738.3723</w:t>
      </w:r>
      <w:r>
        <w:tab/>
        <w:t>1.013e0</w:t>
      </w:r>
    </w:p>
    <w:p w:rsidR="006974AE" w:rsidRDefault="006974AE" w:rsidP="006974AE">
      <w:r>
        <w:t>738.3772</w:t>
      </w:r>
      <w:r>
        <w:tab/>
        <w:t>1.819e0</w:t>
      </w:r>
    </w:p>
    <w:p w:rsidR="006974AE" w:rsidRDefault="006974AE" w:rsidP="006974AE">
      <w:r>
        <w:t>738.3973</w:t>
      </w:r>
      <w:r>
        <w:tab/>
        <w:t>1.013e0</w:t>
      </w:r>
    </w:p>
    <w:p w:rsidR="006974AE" w:rsidRDefault="006974AE" w:rsidP="006974AE">
      <w:r>
        <w:t>738.4036</w:t>
      </w:r>
      <w:r>
        <w:tab/>
        <w:t>2.025e0</w:t>
      </w:r>
    </w:p>
    <w:p w:rsidR="006974AE" w:rsidRDefault="006974AE" w:rsidP="006974AE">
      <w:r>
        <w:t>738.4214</w:t>
      </w:r>
      <w:r>
        <w:tab/>
        <w:t>2.025e0</w:t>
      </w:r>
    </w:p>
    <w:p w:rsidR="006974AE" w:rsidRDefault="006974AE" w:rsidP="006974AE">
      <w:r>
        <w:t>738.4360</w:t>
      </w:r>
      <w:r>
        <w:tab/>
        <w:t>3.038e0</w:t>
      </w:r>
    </w:p>
    <w:p w:rsidR="006974AE" w:rsidRDefault="006974AE" w:rsidP="006974AE">
      <w:r>
        <w:t>738.4464</w:t>
      </w:r>
      <w:r>
        <w:tab/>
        <w:t>1.013e0</w:t>
      </w:r>
    </w:p>
    <w:p w:rsidR="006974AE" w:rsidRDefault="006974AE" w:rsidP="006974AE">
      <w:r>
        <w:t>738.4651</w:t>
      </w:r>
      <w:r>
        <w:tab/>
        <w:t>2.025e0</w:t>
      </w:r>
    </w:p>
    <w:p w:rsidR="006974AE" w:rsidRDefault="006974AE" w:rsidP="006974AE">
      <w:r>
        <w:t>738.5223</w:t>
      </w:r>
      <w:r>
        <w:tab/>
        <w:t>1.013e0</w:t>
      </w:r>
    </w:p>
    <w:p w:rsidR="006974AE" w:rsidRDefault="006974AE" w:rsidP="006974AE">
      <w:r>
        <w:t>738.5339</w:t>
      </w:r>
      <w:r>
        <w:tab/>
        <w:t>1.013e0</w:t>
      </w:r>
    </w:p>
    <w:p w:rsidR="006974AE" w:rsidRDefault="006974AE" w:rsidP="006974AE">
      <w:r>
        <w:t>738.5398</w:t>
      </w:r>
      <w:r>
        <w:tab/>
        <w:t>1.013e0</w:t>
      </w:r>
    </w:p>
    <w:p w:rsidR="006974AE" w:rsidRDefault="006974AE" w:rsidP="006974AE">
      <w:r>
        <w:t>738.5529</w:t>
      </w:r>
      <w:r>
        <w:tab/>
        <w:t>3.038e0</w:t>
      </w:r>
    </w:p>
    <w:p w:rsidR="006974AE" w:rsidRDefault="006974AE" w:rsidP="006974AE">
      <w:r>
        <w:t>738.5848</w:t>
      </w:r>
      <w:r>
        <w:tab/>
        <w:t>1.013e0</w:t>
      </w:r>
    </w:p>
    <w:p w:rsidR="006974AE" w:rsidRDefault="006974AE" w:rsidP="006974AE">
      <w:r>
        <w:t>738.5955</w:t>
      </w:r>
      <w:r>
        <w:tab/>
        <w:t>2.025e0</w:t>
      </w:r>
    </w:p>
    <w:p w:rsidR="006974AE" w:rsidRDefault="006974AE" w:rsidP="006974AE">
      <w:r>
        <w:t>738.6099</w:t>
      </w:r>
      <w:r>
        <w:tab/>
        <w:t>1.013e0</w:t>
      </w:r>
    </w:p>
    <w:p w:rsidR="006974AE" w:rsidRDefault="006974AE" w:rsidP="006974AE">
      <w:r>
        <w:t>738.6167</w:t>
      </w:r>
      <w:r>
        <w:tab/>
        <w:t>2.025e0</w:t>
      </w:r>
    </w:p>
    <w:p w:rsidR="006974AE" w:rsidRDefault="006974AE" w:rsidP="006974AE">
      <w:r>
        <w:lastRenderedPageBreak/>
        <w:t>738.6214</w:t>
      </w:r>
      <w:r>
        <w:tab/>
        <w:t>1.013e0</w:t>
      </w:r>
    </w:p>
    <w:p w:rsidR="006974AE" w:rsidRDefault="006974AE" w:rsidP="006974AE">
      <w:r>
        <w:t>738.6599</w:t>
      </w:r>
      <w:r>
        <w:tab/>
        <w:t>1.013e0</w:t>
      </w:r>
    </w:p>
    <w:p w:rsidR="006974AE" w:rsidRDefault="006974AE" w:rsidP="006974AE">
      <w:r>
        <w:t>738.6849</w:t>
      </w:r>
      <w:r>
        <w:tab/>
        <w:t>1.013e0</w:t>
      </w:r>
    </w:p>
    <w:p w:rsidR="006974AE" w:rsidRDefault="006974AE" w:rsidP="006974AE">
      <w:r>
        <w:t>738.7099</w:t>
      </w:r>
      <w:r>
        <w:tab/>
        <w:t>1.013e0</w:t>
      </w:r>
    </w:p>
    <w:p w:rsidR="006974AE" w:rsidRDefault="006974AE" w:rsidP="006974AE">
      <w:r>
        <w:t>738.7184</w:t>
      </w:r>
      <w:r>
        <w:tab/>
        <w:t>2.025e0</w:t>
      </w:r>
    </w:p>
    <w:p w:rsidR="006974AE" w:rsidRDefault="006974AE" w:rsidP="006974AE">
      <w:r>
        <w:t>738.7590</w:t>
      </w:r>
      <w:r>
        <w:tab/>
        <w:t>1.013e0</w:t>
      </w:r>
    </w:p>
    <w:p w:rsidR="006974AE" w:rsidRDefault="006974AE" w:rsidP="006974AE">
      <w:r>
        <w:t>738.7966</w:t>
      </w:r>
      <w:r>
        <w:tab/>
        <w:t>1.013e0</w:t>
      </w:r>
    </w:p>
    <w:p w:rsidR="006974AE" w:rsidRDefault="006974AE" w:rsidP="006974AE">
      <w:r>
        <w:t>738.8090</w:t>
      </w:r>
      <w:r>
        <w:tab/>
        <w:t>1.013e0</w:t>
      </w:r>
    </w:p>
    <w:p w:rsidR="006974AE" w:rsidRDefault="006974AE" w:rsidP="006974AE">
      <w:r>
        <w:t>738.8180</w:t>
      </w:r>
      <w:r>
        <w:tab/>
        <w:t>2.025e0</w:t>
      </w:r>
    </w:p>
    <w:p w:rsidR="006974AE" w:rsidRDefault="006974AE" w:rsidP="006974AE">
      <w:r>
        <w:t>738.8475</w:t>
      </w:r>
      <w:r>
        <w:tab/>
        <w:t>1.013e0</w:t>
      </w:r>
    </w:p>
    <w:p w:rsidR="006974AE" w:rsidRDefault="006974AE" w:rsidP="006974AE">
      <w:r>
        <w:t>738.9553</w:t>
      </w:r>
      <w:r>
        <w:tab/>
        <w:t>2.025e0</w:t>
      </w:r>
    </w:p>
    <w:p w:rsidR="006974AE" w:rsidRDefault="006974AE" w:rsidP="006974AE">
      <w:r>
        <w:t>738.9600</w:t>
      </w:r>
      <w:r>
        <w:tab/>
        <w:t>1.013e0</w:t>
      </w:r>
    </w:p>
    <w:p w:rsidR="006974AE" w:rsidRDefault="006974AE" w:rsidP="006974AE">
      <w:r>
        <w:t>738.9725</w:t>
      </w:r>
      <w:r>
        <w:tab/>
        <w:t>1.013e0</w:t>
      </w:r>
    </w:p>
    <w:p w:rsidR="006974AE" w:rsidRDefault="006974AE" w:rsidP="006974AE">
      <w:r>
        <w:t>739.0092</w:t>
      </w:r>
      <w:r>
        <w:tab/>
        <w:t>1.013e0</w:t>
      </w:r>
    </w:p>
    <w:p w:rsidR="006974AE" w:rsidRDefault="006974AE" w:rsidP="006974AE">
      <w:r>
        <w:t>739.0345</w:t>
      </w:r>
      <w:r>
        <w:tab/>
        <w:t>3.038e0</w:t>
      </w:r>
    </w:p>
    <w:p w:rsidR="006974AE" w:rsidRDefault="006974AE" w:rsidP="006974AE">
      <w:r>
        <w:t>739.0519</w:t>
      </w:r>
      <w:r>
        <w:tab/>
        <w:t>1.013e0</w:t>
      </w:r>
    </w:p>
    <w:p w:rsidR="006974AE" w:rsidRDefault="006974AE" w:rsidP="006974AE">
      <w:r>
        <w:t>739.0601</w:t>
      </w:r>
      <w:r>
        <w:tab/>
        <w:t>3.038e0</w:t>
      </w:r>
    </w:p>
    <w:p w:rsidR="006974AE" w:rsidRDefault="006974AE" w:rsidP="006974AE">
      <w:r>
        <w:t>739.0612</w:t>
      </w:r>
      <w:r>
        <w:tab/>
        <w:t>2.025e0</w:t>
      </w:r>
    </w:p>
    <w:p w:rsidR="006974AE" w:rsidRDefault="006974AE" w:rsidP="006974AE">
      <w:r>
        <w:t>739.0867</w:t>
      </w:r>
      <w:r>
        <w:tab/>
        <w:t>1.013e0</w:t>
      </w:r>
    </w:p>
    <w:p w:rsidR="006974AE" w:rsidRDefault="006974AE" w:rsidP="006974AE">
      <w:r>
        <w:lastRenderedPageBreak/>
        <w:t>739.1205</w:t>
      </w:r>
      <w:r>
        <w:tab/>
        <w:t>1.013e0</w:t>
      </w:r>
    </w:p>
    <w:p w:rsidR="006974AE" w:rsidRDefault="006974AE" w:rsidP="006974AE">
      <w:r>
        <w:t>739.1718</w:t>
      </w:r>
      <w:r>
        <w:tab/>
        <w:t>1.013e0</w:t>
      </w:r>
    </w:p>
    <w:p w:rsidR="006974AE" w:rsidRDefault="006974AE" w:rsidP="006974AE">
      <w:r>
        <w:t>739.1930</w:t>
      </w:r>
      <w:r>
        <w:tab/>
        <w:t>2.025e0</w:t>
      </w:r>
    </w:p>
    <w:p w:rsidR="006974AE" w:rsidRDefault="006974AE" w:rsidP="006974AE">
      <w:r>
        <w:t>739.2057</w:t>
      </w:r>
      <w:r>
        <w:tab/>
        <w:t>1.013e0</w:t>
      </w:r>
    </w:p>
    <w:p w:rsidR="006974AE" w:rsidRDefault="006974AE" w:rsidP="006974AE">
      <w:r>
        <w:t>739.2344</w:t>
      </w:r>
      <w:r>
        <w:tab/>
        <w:t>1.013e0</w:t>
      </w:r>
    </w:p>
    <w:p w:rsidR="006974AE" w:rsidRDefault="006974AE" w:rsidP="006974AE">
      <w:r>
        <w:t>739.2469</w:t>
      </w:r>
      <w:r>
        <w:tab/>
        <w:t>1.013e0</w:t>
      </w:r>
    </w:p>
    <w:p w:rsidR="006974AE" w:rsidRDefault="006974AE" w:rsidP="006974AE">
      <w:r>
        <w:t>739.2921</w:t>
      </w:r>
      <w:r>
        <w:tab/>
        <w:t>1.013e0</w:t>
      </w:r>
    </w:p>
    <w:p w:rsidR="006974AE" w:rsidRDefault="006974AE" w:rsidP="006974AE">
      <w:r>
        <w:t>739.3088</w:t>
      </w:r>
      <w:r>
        <w:tab/>
        <w:t>2.020e0</w:t>
      </w:r>
    </w:p>
    <w:p w:rsidR="006974AE" w:rsidRDefault="006974AE" w:rsidP="006974AE">
      <w:r>
        <w:t>739.3235</w:t>
      </w:r>
      <w:r>
        <w:tab/>
        <w:t>2.025e0</w:t>
      </w:r>
    </w:p>
    <w:p w:rsidR="006974AE" w:rsidRDefault="006974AE" w:rsidP="006974AE">
      <w:r>
        <w:t>739.3686</w:t>
      </w:r>
      <w:r>
        <w:tab/>
        <w:t>1.959e0</w:t>
      </w:r>
    </w:p>
    <w:p w:rsidR="006974AE" w:rsidRDefault="006974AE" w:rsidP="006974AE">
      <w:r>
        <w:t>739.3732</w:t>
      </w:r>
      <w:r>
        <w:tab/>
        <w:t>2.025e0</w:t>
      </w:r>
    </w:p>
    <w:p w:rsidR="006974AE" w:rsidRDefault="006974AE" w:rsidP="006974AE">
      <w:r>
        <w:t>739.3849</w:t>
      </w:r>
      <w:r>
        <w:tab/>
        <w:t>4.049e0</w:t>
      </w:r>
    </w:p>
    <w:p w:rsidR="006974AE" w:rsidRDefault="006974AE" w:rsidP="006974AE">
      <w:r>
        <w:t>739.3903</w:t>
      </w:r>
      <w:r>
        <w:tab/>
        <w:t>8.101e0</w:t>
      </w:r>
    </w:p>
    <w:p w:rsidR="006974AE" w:rsidRDefault="006974AE" w:rsidP="006974AE">
      <w:r>
        <w:t>739.4332</w:t>
      </w:r>
      <w:r>
        <w:tab/>
        <w:t>2.957e0</w:t>
      </w:r>
    </w:p>
    <w:p w:rsidR="006974AE" w:rsidRDefault="006974AE" w:rsidP="006974AE">
      <w:r>
        <w:t>739.4346</w:t>
      </w:r>
      <w:r>
        <w:tab/>
        <w:t>1.013e0</w:t>
      </w:r>
    </w:p>
    <w:p w:rsidR="006974AE" w:rsidRDefault="006974AE" w:rsidP="006974AE">
      <w:r>
        <w:t>739.4792</w:t>
      </w:r>
      <w:r>
        <w:tab/>
        <w:t>1.013e0</w:t>
      </w:r>
    </w:p>
    <w:p w:rsidR="006974AE" w:rsidRDefault="006974AE" w:rsidP="006974AE">
      <w:r>
        <w:t>739.5145</w:t>
      </w:r>
      <w:r>
        <w:tab/>
        <w:t>1.013e0</w:t>
      </w:r>
    </w:p>
    <w:p w:rsidR="006974AE" w:rsidRDefault="006974AE" w:rsidP="006974AE">
      <w:r>
        <w:t>739.5649</w:t>
      </w:r>
      <w:r>
        <w:tab/>
        <w:t>1.013e0</w:t>
      </w:r>
    </w:p>
    <w:p w:rsidR="006974AE" w:rsidRDefault="006974AE" w:rsidP="006974AE">
      <w:r>
        <w:t>739.5732</w:t>
      </w:r>
      <w:r>
        <w:tab/>
        <w:t>1.013e0</w:t>
      </w:r>
    </w:p>
    <w:p w:rsidR="006974AE" w:rsidRDefault="006974AE" w:rsidP="006974AE">
      <w:r>
        <w:lastRenderedPageBreak/>
        <w:t>739.5820</w:t>
      </w:r>
      <w:r>
        <w:tab/>
        <w:t>1.013e0</w:t>
      </w:r>
    </w:p>
    <w:p w:rsidR="006974AE" w:rsidRDefault="006974AE" w:rsidP="006974AE">
      <w:r>
        <w:t>739.6203</w:t>
      </w:r>
      <w:r>
        <w:tab/>
        <w:t>2.025e0</w:t>
      </w:r>
    </w:p>
    <w:p w:rsidR="006974AE" w:rsidRDefault="006974AE" w:rsidP="006974AE">
      <w:r>
        <w:t>739.6344</w:t>
      </w:r>
      <w:r>
        <w:tab/>
        <w:t>1.013e0</w:t>
      </w:r>
    </w:p>
    <w:p w:rsidR="006974AE" w:rsidRDefault="006974AE" w:rsidP="006974AE">
      <w:r>
        <w:t>739.6475</w:t>
      </w:r>
      <w:r>
        <w:tab/>
        <w:t>1.013e0</w:t>
      </w:r>
    </w:p>
    <w:p w:rsidR="006974AE" w:rsidRDefault="006974AE" w:rsidP="006974AE">
      <w:r>
        <w:t>739.6860</w:t>
      </w:r>
      <w:r>
        <w:tab/>
        <w:t>1.013e0</w:t>
      </w:r>
    </w:p>
    <w:p w:rsidR="006974AE" w:rsidRDefault="006974AE" w:rsidP="006974AE">
      <w:r>
        <w:t>739.7069</w:t>
      </w:r>
      <w:r>
        <w:tab/>
        <w:t>2.025e0</w:t>
      </w:r>
    </w:p>
    <w:p w:rsidR="006974AE" w:rsidRDefault="006974AE" w:rsidP="006974AE">
      <w:r>
        <w:t>739.7226</w:t>
      </w:r>
      <w:r>
        <w:tab/>
        <w:t>1.013e0</w:t>
      </w:r>
    </w:p>
    <w:p w:rsidR="006974AE" w:rsidRDefault="006974AE" w:rsidP="006974AE">
      <w:r>
        <w:t>739.7548</w:t>
      </w:r>
      <w:r>
        <w:tab/>
        <w:t>2.025e0</w:t>
      </w:r>
    </w:p>
    <w:p w:rsidR="006974AE" w:rsidRDefault="006974AE" w:rsidP="006974AE">
      <w:r>
        <w:t>739.7602</w:t>
      </w:r>
      <w:r>
        <w:tab/>
        <w:t>1.013e0</w:t>
      </w:r>
    </w:p>
    <w:p w:rsidR="006974AE" w:rsidRDefault="006974AE" w:rsidP="006974AE">
      <w:r>
        <w:t>739.8558</w:t>
      </w:r>
      <w:r>
        <w:tab/>
        <w:t>2.025e0</w:t>
      </w:r>
    </w:p>
    <w:p w:rsidR="006974AE" w:rsidRDefault="006974AE" w:rsidP="006974AE">
      <w:r>
        <w:t>739.8729</w:t>
      </w:r>
      <w:r>
        <w:tab/>
        <w:t>1.013e0</w:t>
      </w:r>
    </w:p>
    <w:p w:rsidR="006974AE" w:rsidRDefault="006974AE" w:rsidP="006974AE">
      <w:r>
        <w:t>739.9114</w:t>
      </w:r>
      <w:r>
        <w:tab/>
        <w:t>1.013e0</w:t>
      </w:r>
    </w:p>
    <w:p w:rsidR="006974AE" w:rsidRDefault="006974AE" w:rsidP="006974AE">
      <w:r>
        <w:t>739.9490</w:t>
      </w:r>
      <w:r>
        <w:tab/>
        <w:t>1.013e0</w:t>
      </w:r>
    </w:p>
    <w:p w:rsidR="006974AE" w:rsidRDefault="006974AE" w:rsidP="006974AE">
      <w:r>
        <w:t>739.9932</w:t>
      </w:r>
      <w:r>
        <w:tab/>
        <w:t>1.013e0</w:t>
      </w:r>
    </w:p>
    <w:p w:rsidR="006974AE" w:rsidRDefault="006974AE" w:rsidP="006974AE">
      <w:r>
        <w:t>740.0492</w:t>
      </w:r>
      <w:r>
        <w:tab/>
        <w:t>1.013e0</w:t>
      </w:r>
    </w:p>
    <w:p w:rsidR="006974AE" w:rsidRDefault="006974AE" w:rsidP="006974AE">
      <w:r>
        <w:t>740.0733</w:t>
      </w:r>
      <w:r>
        <w:tab/>
        <w:t>1.013e0</w:t>
      </w:r>
    </w:p>
    <w:p w:rsidR="006974AE" w:rsidRDefault="006974AE" w:rsidP="006974AE">
      <w:r>
        <w:t>740.0867</w:t>
      </w:r>
      <w:r>
        <w:tab/>
        <w:t>1.013e0</w:t>
      </w:r>
    </w:p>
    <w:p w:rsidR="006974AE" w:rsidRDefault="006974AE" w:rsidP="006974AE">
      <w:r>
        <w:t>740.1115</w:t>
      </w:r>
      <w:r>
        <w:tab/>
        <w:t>2.025e0</w:t>
      </w:r>
    </w:p>
    <w:p w:rsidR="006974AE" w:rsidRDefault="006974AE" w:rsidP="006974AE">
      <w:r>
        <w:t>740.1640</w:t>
      </w:r>
      <w:r>
        <w:tab/>
        <w:t>1.013e0</w:t>
      </w:r>
    </w:p>
    <w:p w:rsidR="006974AE" w:rsidRDefault="006974AE" w:rsidP="006974AE">
      <w:r>
        <w:lastRenderedPageBreak/>
        <w:t>740.2111</w:t>
      </w:r>
      <w:r>
        <w:tab/>
        <w:t>1.013e0</w:t>
      </w:r>
    </w:p>
    <w:p w:rsidR="006974AE" w:rsidRDefault="006974AE" w:rsidP="006974AE">
      <w:r>
        <w:t>740.2316</w:t>
      </w:r>
      <w:r>
        <w:tab/>
        <w:t>1.013e0</w:t>
      </w:r>
    </w:p>
    <w:p w:rsidR="006974AE" w:rsidRDefault="006974AE" w:rsidP="006974AE">
      <w:r>
        <w:t>740.2487</w:t>
      </w:r>
      <w:r>
        <w:tab/>
        <w:t>3.038e0</w:t>
      </w:r>
    </w:p>
    <w:p w:rsidR="006974AE" w:rsidRDefault="006974AE" w:rsidP="006974AE">
      <w:r>
        <w:t>740.2825</w:t>
      </w:r>
      <w:r>
        <w:tab/>
        <w:t>5.330e0</w:t>
      </w:r>
    </w:p>
    <w:p w:rsidR="006974AE" w:rsidRDefault="006974AE" w:rsidP="006974AE">
      <w:r>
        <w:t>740.3123</w:t>
      </w:r>
      <w:r>
        <w:tab/>
        <w:t>1.013e0</w:t>
      </w:r>
    </w:p>
    <w:p w:rsidR="006974AE" w:rsidRDefault="006974AE" w:rsidP="006974AE">
      <w:r>
        <w:t>740.3304</w:t>
      </w:r>
      <w:r>
        <w:tab/>
        <w:t>7.089e0</w:t>
      </w:r>
    </w:p>
    <w:p w:rsidR="006974AE" w:rsidRDefault="006974AE" w:rsidP="006974AE">
      <w:r>
        <w:t>740.3480</w:t>
      </w:r>
      <w:r>
        <w:tab/>
        <w:t>4.051e0</w:t>
      </w:r>
    </w:p>
    <w:p w:rsidR="006974AE" w:rsidRDefault="006974AE" w:rsidP="006974AE">
      <w:r>
        <w:t>740.3603</w:t>
      </w:r>
      <w:r>
        <w:tab/>
        <w:t>3.038e0</w:t>
      </w:r>
    </w:p>
    <w:p w:rsidR="006974AE" w:rsidRDefault="006974AE" w:rsidP="006974AE">
      <w:r>
        <w:t>740.3669</w:t>
      </w:r>
      <w:r>
        <w:tab/>
        <w:t>3.038e0</w:t>
      </w:r>
    </w:p>
    <w:p w:rsidR="006974AE" w:rsidRDefault="006974AE" w:rsidP="006974AE">
      <w:r>
        <w:t>740.3868</w:t>
      </w:r>
      <w:r>
        <w:tab/>
        <w:t>1.013e0</w:t>
      </w:r>
    </w:p>
    <w:p w:rsidR="006974AE" w:rsidRDefault="006974AE" w:rsidP="006974AE">
      <w:r>
        <w:t>740.4116</w:t>
      </w:r>
      <w:r>
        <w:tab/>
        <w:t>1.013e0</w:t>
      </w:r>
    </w:p>
    <w:p w:rsidR="006974AE" w:rsidRDefault="006974AE" w:rsidP="006974AE">
      <w:r>
        <w:t>740.4435</w:t>
      </w:r>
      <w:r>
        <w:tab/>
        <w:t>2.025e0</w:t>
      </w:r>
    </w:p>
    <w:p w:rsidR="006974AE" w:rsidRDefault="006974AE" w:rsidP="006974AE">
      <w:r>
        <w:t>740.4710</w:t>
      </w:r>
      <w:r>
        <w:tab/>
        <w:t>1.013e0</w:t>
      </w:r>
    </w:p>
    <w:p w:rsidR="006974AE" w:rsidRDefault="006974AE" w:rsidP="006974AE">
      <w:r>
        <w:t>740.4806</w:t>
      </w:r>
      <w:r>
        <w:tab/>
        <w:t>2.025e0</w:t>
      </w:r>
    </w:p>
    <w:p w:rsidR="006974AE" w:rsidRDefault="006974AE" w:rsidP="006974AE">
      <w:r>
        <w:t>740.5621</w:t>
      </w:r>
      <w:r>
        <w:tab/>
        <w:t>1.013e0</w:t>
      </w:r>
    </w:p>
    <w:p w:rsidR="006974AE" w:rsidRDefault="006974AE" w:rsidP="006974AE">
      <w:r>
        <w:t>740.5659</w:t>
      </w:r>
      <w:r>
        <w:tab/>
        <w:t>2.025e0</w:t>
      </w:r>
    </w:p>
    <w:p w:rsidR="006974AE" w:rsidRDefault="006974AE" w:rsidP="006974AE">
      <w:r>
        <w:t>740.6006</w:t>
      </w:r>
      <w:r>
        <w:tab/>
        <w:t>1.013e0</w:t>
      </w:r>
    </w:p>
    <w:p w:rsidR="006974AE" w:rsidRDefault="006974AE" w:rsidP="006974AE">
      <w:r>
        <w:t>740.6122</w:t>
      </w:r>
      <w:r>
        <w:tab/>
        <w:t>1.013e0</w:t>
      </w:r>
    </w:p>
    <w:p w:rsidR="006974AE" w:rsidRDefault="006974AE" w:rsidP="006974AE">
      <w:r>
        <w:t>740.6381</w:t>
      </w:r>
      <w:r>
        <w:tab/>
        <w:t>3.038e0</w:t>
      </w:r>
    </w:p>
    <w:p w:rsidR="006974AE" w:rsidRDefault="006974AE" w:rsidP="006974AE">
      <w:r>
        <w:lastRenderedPageBreak/>
        <w:t>740.6765</w:t>
      </w:r>
      <w:r>
        <w:tab/>
        <w:t>3.038e0</w:t>
      </w:r>
    </w:p>
    <w:p w:rsidR="006974AE" w:rsidRDefault="006974AE" w:rsidP="006974AE">
      <w:r>
        <w:t>740.6987</w:t>
      </w:r>
      <w:r>
        <w:tab/>
        <w:t>3.038e0</w:t>
      </w:r>
    </w:p>
    <w:p w:rsidR="006974AE" w:rsidRDefault="006974AE" w:rsidP="006974AE">
      <w:r>
        <w:t>740.7000</w:t>
      </w:r>
      <w:r>
        <w:tab/>
        <w:t>1.013e0</w:t>
      </w:r>
    </w:p>
    <w:p w:rsidR="006974AE" w:rsidRDefault="006974AE" w:rsidP="006974AE">
      <w:r>
        <w:t>740.7017</w:t>
      </w:r>
      <w:r>
        <w:tab/>
        <w:t>2.025e0</w:t>
      </w:r>
    </w:p>
    <w:p w:rsidR="006974AE" w:rsidRDefault="006974AE" w:rsidP="006974AE">
      <w:r>
        <w:t>740.7797</w:t>
      </w:r>
      <w:r>
        <w:tab/>
        <w:t>2.025e0</w:t>
      </w:r>
    </w:p>
    <w:p w:rsidR="006974AE" w:rsidRDefault="006974AE" w:rsidP="006974AE">
      <w:r>
        <w:t>740.8002</w:t>
      </w:r>
      <w:r>
        <w:tab/>
        <w:t>1.013e0</w:t>
      </w:r>
    </w:p>
    <w:p w:rsidR="006974AE" w:rsidRDefault="006974AE" w:rsidP="006974AE">
      <w:r>
        <w:t>740.8128</w:t>
      </w:r>
      <w:r>
        <w:tab/>
        <w:t>1.013e0</w:t>
      </w:r>
    </w:p>
    <w:p w:rsidR="006974AE" w:rsidRDefault="006974AE" w:rsidP="006974AE">
      <w:r>
        <w:t>740.8513</w:t>
      </w:r>
      <w:r>
        <w:tab/>
        <w:t>1.013e0</w:t>
      </w:r>
    </w:p>
    <w:p w:rsidR="006974AE" w:rsidRDefault="006974AE" w:rsidP="006974AE">
      <w:r>
        <w:t>740.8925</w:t>
      </w:r>
      <w:r>
        <w:tab/>
        <w:t>3.038e0</w:t>
      </w:r>
    </w:p>
    <w:p w:rsidR="006974AE" w:rsidRDefault="006974AE" w:rsidP="006974AE">
      <w:r>
        <w:t>740.9131</w:t>
      </w:r>
      <w:r>
        <w:tab/>
        <w:t>1.013e0</w:t>
      </w:r>
    </w:p>
    <w:p w:rsidR="006974AE" w:rsidRDefault="006974AE" w:rsidP="006974AE">
      <w:r>
        <w:t>740.9329</w:t>
      </w:r>
      <w:r>
        <w:tab/>
        <w:t>2.025e0</w:t>
      </w:r>
    </w:p>
    <w:p w:rsidR="006974AE" w:rsidRDefault="006974AE" w:rsidP="006974AE">
      <w:r>
        <w:t>740.9633</w:t>
      </w:r>
      <w:r>
        <w:tab/>
        <w:t>1.013e0</w:t>
      </w:r>
    </w:p>
    <w:p w:rsidR="006974AE" w:rsidRDefault="006974AE" w:rsidP="006974AE">
      <w:r>
        <w:t>741.0248</w:t>
      </w:r>
      <w:r>
        <w:tab/>
        <w:t>3.038e0</w:t>
      </w:r>
    </w:p>
    <w:p w:rsidR="006974AE" w:rsidRDefault="006974AE" w:rsidP="006974AE">
      <w:r>
        <w:t>741.0395</w:t>
      </w:r>
      <w:r>
        <w:tab/>
        <w:t>1.013e0</w:t>
      </w:r>
    </w:p>
    <w:p w:rsidR="006974AE" w:rsidRDefault="006974AE" w:rsidP="006974AE">
      <w:r>
        <w:t>741.0518</w:t>
      </w:r>
      <w:r>
        <w:tab/>
        <w:t>1.013e0</w:t>
      </w:r>
    </w:p>
    <w:p w:rsidR="006974AE" w:rsidRDefault="006974AE" w:rsidP="006974AE">
      <w:r>
        <w:t>741.0609</w:t>
      </w:r>
      <w:r>
        <w:tab/>
        <w:t>2.025e0</w:t>
      </w:r>
    </w:p>
    <w:p w:rsidR="006974AE" w:rsidRDefault="006974AE" w:rsidP="006974AE">
      <w:r>
        <w:t>741.0717</w:t>
      </w:r>
      <w:r>
        <w:tab/>
        <w:t>2.025e0</w:t>
      </w:r>
    </w:p>
    <w:p w:rsidR="006974AE" w:rsidRDefault="006974AE" w:rsidP="006974AE">
      <w:r>
        <w:t>741.1147</w:t>
      </w:r>
      <w:r>
        <w:tab/>
        <w:t>1.013e0</w:t>
      </w:r>
    </w:p>
    <w:p w:rsidR="006974AE" w:rsidRDefault="006974AE" w:rsidP="006974AE">
      <w:r>
        <w:t>741.1206</w:t>
      </w:r>
      <w:r>
        <w:tab/>
        <w:t>3.038e0</w:t>
      </w:r>
    </w:p>
    <w:p w:rsidR="006974AE" w:rsidRDefault="006974AE" w:rsidP="006974AE">
      <w:r>
        <w:lastRenderedPageBreak/>
        <w:t>741.1640</w:t>
      </w:r>
      <w:r>
        <w:tab/>
        <w:t>1.013e0</w:t>
      </w:r>
    </w:p>
    <w:p w:rsidR="006974AE" w:rsidRDefault="006974AE" w:rsidP="006974AE">
      <w:r>
        <w:t>741.1900</w:t>
      </w:r>
      <w:r>
        <w:tab/>
        <w:t>1.013e0</w:t>
      </w:r>
    </w:p>
    <w:p w:rsidR="006974AE" w:rsidRDefault="006974AE" w:rsidP="006974AE">
      <w:r>
        <w:t>741.2062</w:t>
      </w:r>
      <w:r>
        <w:tab/>
        <w:t>1.013e0</w:t>
      </w:r>
    </w:p>
    <w:p w:rsidR="006974AE" w:rsidRDefault="006974AE" w:rsidP="006974AE">
      <w:r>
        <w:t>741.2093</w:t>
      </w:r>
      <w:r>
        <w:tab/>
        <w:t>3.038e0</w:t>
      </w:r>
    </w:p>
    <w:p w:rsidR="006974AE" w:rsidRDefault="006974AE" w:rsidP="006974AE">
      <w:r>
        <w:t>741.2402</w:t>
      </w:r>
      <w:r>
        <w:tab/>
        <w:t>1.013e0</w:t>
      </w:r>
    </w:p>
    <w:p w:rsidR="006974AE" w:rsidRDefault="006974AE" w:rsidP="006974AE">
      <w:r>
        <w:t>741.2518</w:t>
      </w:r>
      <w:r>
        <w:tab/>
        <w:t>1.013e0</w:t>
      </w:r>
    </w:p>
    <w:p w:rsidR="006974AE" w:rsidRDefault="006974AE" w:rsidP="006974AE">
      <w:r>
        <w:t>741.3029</w:t>
      </w:r>
      <w:r>
        <w:tab/>
        <w:t>2.025e0</w:t>
      </w:r>
    </w:p>
    <w:p w:rsidR="006974AE" w:rsidRDefault="006974AE" w:rsidP="006974AE">
      <w:r>
        <w:t>741.3397</w:t>
      </w:r>
      <w:r>
        <w:tab/>
        <w:t>1.013e0</w:t>
      </w:r>
    </w:p>
    <w:p w:rsidR="006974AE" w:rsidRDefault="006974AE" w:rsidP="006974AE">
      <w:r>
        <w:t>741.3586</w:t>
      </w:r>
      <w:r>
        <w:tab/>
        <w:t>1.923e0</w:t>
      </w:r>
    </w:p>
    <w:p w:rsidR="006974AE" w:rsidRDefault="006974AE" w:rsidP="006974AE">
      <w:r>
        <w:t>741.3605</w:t>
      </w:r>
      <w:r>
        <w:tab/>
        <w:t>5.687e0</w:t>
      </w:r>
    </w:p>
    <w:p w:rsidR="006974AE" w:rsidRDefault="006974AE" w:rsidP="006974AE">
      <w:r>
        <w:t>741.3824</w:t>
      </w:r>
      <w:r>
        <w:tab/>
        <w:t>4.051e0</w:t>
      </w:r>
    </w:p>
    <w:p w:rsidR="006974AE" w:rsidRDefault="006974AE" w:rsidP="006974AE">
      <w:r>
        <w:t>741.3842</w:t>
      </w:r>
      <w:r>
        <w:tab/>
        <w:t>2.025e0</w:t>
      </w:r>
    </w:p>
    <w:p w:rsidR="006974AE" w:rsidRDefault="006974AE" w:rsidP="006974AE">
      <w:r>
        <w:t>741.3951</w:t>
      </w:r>
      <w:r>
        <w:tab/>
        <w:t>1.013e0</w:t>
      </w:r>
    </w:p>
    <w:p w:rsidR="006974AE" w:rsidRDefault="006974AE" w:rsidP="006974AE">
      <w:r>
        <w:t>741.4279</w:t>
      </w:r>
      <w:r>
        <w:tab/>
        <w:t>1.013e0</w:t>
      </w:r>
    </w:p>
    <w:p w:rsidR="006974AE" w:rsidRDefault="006974AE" w:rsidP="006974AE">
      <w:r>
        <w:t>741.4470</w:t>
      </w:r>
      <w:r>
        <w:tab/>
        <w:t>3.038e0</w:t>
      </w:r>
    </w:p>
    <w:p w:rsidR="006974AE" w:rsidRDefault="006974AE" w:rsidP="006974AE">
      <w:r>
        <w:t>741.4586</w:t>
      </w:r>
      <w:r>
        <w:tab/>
        <w:t>4.051e0</w:t>
      </w:r>
    </w:p>
    <w:p w:rsidR="006974AE" w:rsidRDefault="006974AE" w:rsidP="006974AE">
      <w:r>
        <w:t>741.5141</w:t>
      </w:r>
      <w:r>
        <w:tab/>
        <w:t>1.013e0</w:t>
      </w:r>
    </w:p>
    <w:p w:rsidR="006974AE" w:rsidRDefault="006974AE" w:rsidP="006974AE">
      <w:r>
        <w:t>741.5366</w:t>
      </w:r>
      <w:r>
        <w:tab/>
        <w:t>2.025e0</w:t>
      </w:r>
    </w:p>
    <w:p w:rsidR="006974AE" w:rsidRDefault="006974AE" w:rsidP="006974AE">
      <w:r>
        <w:t>741.5790</w:t>
      </w:r>
      <w:r>
        <w:tab/>
        <w:t>1.013e0</w:t>
      </w:r>
    </w:p>
    <w:p w:rsidR="006974AE" w:rsidRDefault="006974AE" w:rsidP="006974AE">
      <w:r>
        <w:lastRenderedPageBreak/>
        <w:t>741.6002</w:t>
      </w:r>
      <w:r>
        <w:tab/>
        <w:t>1.013e0</w:t>
      </w:r>
    </w:p>
    <w:p w:rsidR="006974AE" w:rsidRDefault="006974AE" w:rsidP="006974AE">
      <w:r>
        <w:t>741.6088</w:t>
      </w:r>
      <w:r>
        <w:tab/>
        <w:t>2.025e0</w:t>
      </w:r>
    </w:p>
    <w:p w:rsidR="006974AE" w:rsidRDefault="006974AE" w:rsidP="006974AE">
      <w:r>
        <w:t>741.6683</w:t>
      </w:r>
      <w:r>
        <w:tab/>
        <w:t>1.013e0</w:t>
      </w:r>
    </w:p>
    <w:p w:rsidR="006974AE" w:rsidRDefault="006974AE" w:rsidP="006974AE">
      <w:r>
        <w:t>741.6785</w:t>
      </w:r>
      <w:r>
        <w:tab/>
        <w:t>1.013e0</w:t>
      </w:r>
    </w:p>
    <w:p w:rsidR="006974AE" w:rsidRDefault="006974AE" w:rsidP="006974AE">
      <w:r>
        <w:t>741.7789</w:t>
      </w:r>
      <w:r>
        <w:tab/>
        <w:t>1.013e0</w:t>
      </w:r>
    </w:p>
    <w:p w:rsidR="006974AE" w:rsidRDefault="006974AE" w:rsidP="006974AE">
      <w:r>
        <w:t>741.8050</w:t>
      </w:r>
      <w:r>
        <w:tab/>
        <w:t>1.013e0</w:t>
      </w:r>
    </w:p>
    <w:p w:rsidR="006974AE" w:rsidRDefault="006974AE" w:rsidP="006974AE">
      <w:r>
        <w:t>741.8215</w:t>
      </w:r>
      <w:r>
        <w:tab/>
        <w:t>1.013e0</w:t>
      </w:r>
    </w:p>
    <w:p w:rsidR="006974AE" w:rsidRDefault="006974AE" w:rsidP="006974AE">
      <w:r>
        <w:t>741.8427</w:t>
      </w:r>
      <w:r>
        <w:tab/>
        <w:t>1.013e0</w:t>
      </w:r>
    </w:p>
    <w:p w:rsidR="006974AE" w:rsidRDefault="006974AE" w:rsidP="006974AE">
      <w:r>
        <w:t>741.8562</w:t>
      </w:r>
      <w:r>
        <w:tab/>
        <w:t>1.013e0</w:t>
      </w:r>
    </w:p>
    <w:p w:rsidR="006974AE" w:rsidRDefault="006974AE" w:rsidP="006974AE">
      <w:r>
        <w:t>741.9055</w:t>
      </w:r>
      <w:r>
        <w:tab/>
        <w:t>1.013e0</w:t>
      </w:r>
    </w:p>
    <w:p w:rsidR="006974AE" w:rsidRDefault="006974AE" w:rsidP="006974AE">
      <w:r>
        <w:t>741.9131</w:t>
      </w:r>
      <w:r>
        <w:tab/>
        <w:t>2.025e0</w:t>
      </w:r>
    </w:p>
    <w:p w:rsidR="006974AE" w:rsidRDefault="006974AE" w:rsidP="006974AE">
      <w:r>
        <w:t>741.9171</w:t>
      </w:r>
      <w:r>
        <w:tab/>
        <w:t>1.013e0</w:t>
      </w:r>
    </w:p>
    <w:p w:rsidR="006974AE" w:rsidRDefault="006974AE" w:rsidP="006974AE">
      <w:r>
        <w:t>741.9344</w:t>
      </w:r>
      <w:r>
        <w:tab/>
        <w:t>2.025e0</w:t>
      </w:r>
    </w:p>
    <w:p w:rsidR="006974AE" w:rsidRDefault="006974AE" w:rsidP="006974AE">
      <w:r>
        <w:t>742.0266</w:t>
      </w:r>
      <w:r>
        <w:tab/>
        <w:t>2.025e0</w:t>
      </w:r>
    </w:p>
    <w:p w:rsidR="006974AE" w:rsidRDefault="006974AE" w:rsidP="006974AE">
      <w:r>
        <w:t>742.0432</w:t>
      </w:r>
      <w:r>
        <w:tab/>
        <w:t>1.013e0</w:t>
      </w:r>
    </w:p>
    <w:p w:rsidR="006974AE" w:rsidRDefault="006974AE" w:rsidP="006974AE">
      <w:r>
        <w:t>742.0557</w:t>
      </w:r>
      <w:r>
        <w:tab/>
        <w:t>2.025e0</w:t>
      </w:r>
    </w:p>
    <w:p w:rsidR="006974AE" w:rsidRDefault="006974AE" w:rsidP="006974AE">
      <w:r>
        <w:t>742.0687</w:t>
      </w:r>
      <w:r>
        <w:tab/>
        <w:t>1.013e0</w:t>
      </w:r>
    </w:p>
    <w:p w:rsidR="006974AE" w:rsidRDefault="006974AE" w:rsidP="006974AE">
      <w:r>
        <w:t>742.1557</w:t>
      </w:r>
      <w:r>
        <w:tab/>
        <w:t>1.013e0</w:t>
      </w:r>
    </w:p>
    <w:p w:rsidR="006974AE" w:rsidRDefault="006974AE" w:rsidP="006974AE">
      <w:r>
        <w:t>742.1670</w:t>
      </w:r>
      <w:r>
        <w:tab/>
        <w:t>3.038e0</w:t>
      </w:r>
    </w:p>
    <w:p w:rsidR="006974AE" w:rsidRDefault="006974AE" w:rsidP="006974AE">
      <w:r>
        <w:lastRenderedPageBreak/>
        <w:t>742.1750</w:t>
      </w:r>
      <w:r>
        <w:tab/>
        <w:t>2.025e0</w:t>
      </w:r>
    </w:p>
    <w:p w:rsidR="006974AE" w:rsidRDefault="006974AE" w:rsidP="006974AE">
      <w:r>
        <w:t>742.1976</w:t>
      </w:r>
      <w:r>
        <w:tab/>
        <w:t>1.013e0</w:t>
      </w:r>
    </w:p>
    <w:p w:rsidR="006974AE" w:rsidRDefault="006974AE" w:rsidP="006974AE">
      <w:r>
        <w:t>742.2170</w:t>
      </w:r>
      <w:r>
        <w:tab/>
        <w:t>2.025e0</w:t>
      </w:r>
    </w:p>
    <w:p w:rsidR="006974AE" w:rsidRDefault="006974AE" w:rsidP="006974AE">
      <w:r>
        <w:t>742.2320</w:t>
      </w:r>
      <w:r>
        <w:tab/>
        <w:t>1.013e0</w:t>
      </w:r>
    </w:p>
    <w:p w:rsidR="006974AE" w:rsidRDefault="006974AE" w:rsidP="006974AE">
      <w:r>
        <w:t>742.2437</w:t>
      </w:r>
      <w:r>
        <w:tab/>
        <w:t>1.013e0</w:t>
      </w:r>
    </w:p>
    <w:p w:rsidR="006974AE" w:rsidRDefault="006974AE" w:rsidP="006974AE">
      <w:r>
        <w:t>742.2903</w:t>
      </w:r>
      <w:r>
        <w:tab/>
        <w:t>2.025e0</w:t>
      </w:r>
    </w:p>
    <w:p w:rsidR="006974AE" w:rsidRDefault="006974AE" w:rsidP="006974AE">
      <w:r>
        <w:t>742.2916</w:t>
      </w:r>
      <w:r>
        <w:tab/>
        <w:t>4.051e0</w:t>
      </w:r>
    </w:p>
    <w:p w:rsidR="006974AE" w:rsidRDefault="006974AE" w:rsidP="006974AE">
      <w:r>
        <w:t>742.2956</w:t>
      </w:r>
      <w:r>
        <w:tab/>
        <w:t>2.025e0</w:t>
      </w:r>
    </w:p>
    <w:p w:rsidR="006974AE" w:rsidRDefault="006974AE" w:rsidP="006974AE">
      <w:r>
        <w:t>742.3094</w:t>
      </w:r>
      <w:r>
        <w:tab/>
        <w:t>2.025e0</w:t>
      </w:r>
    </w:p>
    <w:p w:rsidR="006974AE" w:rsidRDefault="006974AE" w:rsidP="006974AE">
      <w:r>
        <w:t>742.3174</w:t>
      </w:r>
      <w:r>
        <w:tab/>
        <w:t>1.013e0</w:t>
      </w:r>
    </w:p>
    <w:p w:rsidR="006974AE" w:rsidRDefault="006974AE" w:rsidP="006974AE">
      <w:r>
        <w:t>742.3401</w:t>
      </w:r>
      <w:r>
        <w:tab/>
        <w:t>3.038e0</w:t>
      </w:r>
    </w:p>
    <w:p w:rsidR="006974AE" w:rsidRDefault="006974AE" w:rsidP="006974AE">
      <w:r>
        <w:t>742.3522</w:t>
      </w:r>
      <w:r>
        <w:tab/>
        <w:t>2.025e0</w:t>
      </w:r>
    </w:p>
    <w:p w:rsidR="006974AE" w:rsidRDefault="006974AE" w:rsidP="006974AE">
      <w:r>
        <w:t>742.3616</w:t>
      </w:r>
      <w:r>
        <w:tab/>
        <w:t>1.898e0</w:t>
      </w:r>
    </w:p>
    <w:p w:rsidR="006974AE" w:rsidRDefault="006974AE" w:rsidP="006974AE">
      <w:r>
        <w:t>742.3644</w:t>
      </w:r>
      <w:r>
        <w:tab/>
        <w:t>3.948e0</w:t>
      </w:r>
    </w:p>
    <w:p w:rsidR="006974AE" w:rsidRDefault="006974AE" w:rsidP="006974AE">
      <w:r>
        <w:t>742.3693</w:t>
      </w:r>
      <w:r>
        <w:tab/>
        <w:t>1.013e0</w:t>
      </w:r>
    </w:p>
    <w:p w:rsidR="006974AE" w:rsidRDefault="006974AE" w:rsidP="006974AE">
      <w:r>
        <w:t>742.3762</w:t>
      </w:r>
      <w:r>
        <w:tab/>
        <w:t>1.700e0</w:t>
      </w:r>
    </w:p>
    <w:p w:rsidR="006974AE" w:rsidRDefault="006974AE" w:rsidP="006974AE">
      <w:r>
        <w:t>742.4389</w:t>
      </w:r>
      <w:r>
        <w:tab/>
        <w:t>3.038e0</w:t>
      </w:r>
    </w:p>
    <w:p w:rsidR="006974AE" w:rsidRDefault="006974AE" w:rsidP="006974AE">
      <w:r>
        <w:t>742.4412</w:t>
      </w:r>
      <w:r>
        <w:tab/>
        <w:t>1.983e0</w:t>
      </w:r>
    </w:p>
    <w:p w:rsidR="006974AE" w:rsidRDefault="006974AE" w:rsidP="006974AE">
      <w:r>
        <w:t>742.4702</w:t>
      </w:r>
      <w:r>
        <w:tab/>
        <w:t>2.025e0</w:t>
      </w:r>
    </w:p>
    <w:p w:rsidR="006974AE" w:rsidRDefault="006974AE" w:rsidP="006974AE">
      <w:r>
        <w:lastRenderedPageBreak/>
        <w:t>742.4768</w:t>
      </w:r>
      <w:r>
        <w:tab/>
        <w:t>5.063e0</w:t>
      </w:r>
    </w:p>
    <w:p w:rsidR="006974AE" w:rsidRDefault="006974AE" w:rsidP="006974AE">
      <w:r>
        <w:t>742.4833</w:t>
      </w:r>
      <w:r>
        <w:tab/>
        <w:t>1.013e0</w:t>
      </w:r>
    </w:p>
    <w:p w:rsidR="006974AE" w:rsidRDefault="006974AE" w:rsidP="006974AE">
      <w:r>
        <w:t>742.5075</w:t>
      </w:r>
      <w:r>
        <w:tab/>
        <w:t>1.013e0</w:t>
      </w:r>
    </w:p>
    <w:p w:rsidR="006974AE" w:rsidRDefault="006974AE" w:rsidP="006974AE">
      <w:r>
        <w:t>742.5393</w:t>
      </w:r>
      <w:r>
        <w:tab/>
        <w:t>1.013e0</w:t>
      </w:r>
    </w:p>
    <w:p w:rsidR="006974AE" w:rsidRDefault="006974AE" w:rsidP="006974AE">
      <w:r>
        <w:t>742.5587</w:t>
      </w:r>
      <w:r>
        <w:tab/>
        <w:t>1.013e0</w:t>
      </w:r>
    </w:p>
    <w:p w:rsidR="006974AE" w:rsidRDefault="006974AE" w:rsidP="006974AE">
      <w:r>
        <w:t>742.5915</w:t>
      </w:r>
      <w:r>
        <w:tab/>
        <w:t>1.013e0</w:t>
      </w:r>
    </w:p>
    <w:p w:rsidR="006974AE" w:rsidRDefault="006974AE" w:rsidP="006974AE">
      <w:r>
        <w:t>742.5964</w:t>
      </w:r>
      <w:r>
        <w:tab/>
        <w:t>1.013e0</w:t>
      </w:r>
    </w:p>
    <w:p w:rsidR="006974AE" w:rsidRDefault="006974AE" w:rsidP="006974AE">
      <w:r>
        <w:t>742.6218</w:t>
      </w:r>
      <w:r>
        <w:tab/>
        <w:t>3.038e0</w:t>
      </w:r>
    </w:p>
    <w:p w:rsidR="006974AE" w:rsidRDefault="006974AE" w:rsidP="006974AE">
      <w:r>
        <w:t>742.6341</w:t>
      </w:r>
      <w:r>
        <w:tab/>
        <w:t>1.013e0</w:t>
      </w:r>
    </w:p>
    <w:p w:rsidR="006974AE" w:rsidRDefault="006974AE" w:rsidP="006974AE">
      <w:r>
        <w:t>742.6418</w:t>
      </w:r>
      <w:r>
        <w:tab/>
        <w:t>1.013e0</w:t>
      </w:r>
    </w:p>
    <w:p w:rsidR="006974AE" w:rsidRDefault="006974AE" w:rsidP="006974AE">
      <w:r>
        <w:t>742.6709</w:t>
      </w:r>
      <w:r>
        <w:tab/>
        <w:t>1.013e0</w:t>
      </w:r>
    </w:p>
    <w:p w:rsidR="006974AE" w:rsidRDefault="006974AE" w:rsidP="006974AE">
      <w:r>
        <w:t>742.6771</w:t>
      </w:r>
      <w:r>
        <w:tab/>
        <w:t>1.013e0</w:t>
      </w:r>
    </w:p>
    <w:p w:rsidR="006974AE" w:rsidRDefault="006974AE" w:rsidP="006974AE">
      <w:r>
        <w:t>742.6965</w:t>
      </w:r>
      <w:r>
        <w:tab/>
        <w:t>2.025e0</w:t>
      </w:r>
    </w:p>
    <w:p w:rsidR="006974AE" w:rsidRDefault="006974AE" w:rsidP="006974AE">
      <w:r>
        <w:t>742.7623</w:t>
      </w:r>
      <w:r>
        <w:tab/>
        <w:t>1.013e0</w:t>
      </w:r>
    </w:p>
    <w:p w:rsidR="006974AE" w:rsidRDefault="006974AE" w:rsidP="006974AE">
      <w:r>
        <w:t>742.7962</w:t>
      </w:r>
      <w:r>
        <w:tab/>
        <w:t>1.013e0</w:t>
      </w:r>
    </w:p>
    <w:p w:rsidR="006974AE" w:rsidRDefault="006974AE" w:rsidP="006974AE">
      <w:r>
        <w:t>742.8101</w:t>
      </w:r>
      <w:r>
        <w:tab/>
        <w:t>1.013e0</w:t>
      </w:r>
    </w:p>
    <w:p w:rsidR="006974AE" w:rsidRDefault="006974AE" w:rsidP="006974AE">
      <w:r>
        <w:t>742.8226</w:t>
      </w:r>
      <w:r>
        <w:tab/>
        <w:t>2.025e0</w:t>
      </w:r>
    </w:p>
    <w:p w:rsidR="006974AE" w:rsidRDefault="006974AE" w:rsidP="006974AE">
      <w:r>
        <w:t>742.8333</w:t>
      </w:r>
      <w:r>
        <w:tab/>
        <w:t>2.025e0</w:t>
      </w:r>
    </w:p>
    <w:p w:rsidR="006974AE" w:rsidRDefault="006974AE" w:rsidP="006974AE">
      <w:r>
        <w:t>742.8478</w:t>
      </w:r>
      <w:r>
        <w:tab/>
        <w:t>1.013e0</w:t>
      </w:r>
    </w:p>
    <w:p w:rsidR="006974AE" w:rsidRDefault="006974AE" w:rsidP="006974AE">
      <w:r>
        <w:lastRenderedPageBreak/>
        <w:t>742.8812</w:t>
      </w:r>
      <w:r>
        <w:tab/>
        <w:t>1.013e0</w:t>
      </w:r>
    </w:p>
    <w:p w:rsidR="006974AE" w:rsidRDefault="006974AE" w:rsidP="006974AE">
      <w:r>
        <w:t>742.9019</w:t>
      </w:r>
      <w:r>
        <w:tab/>
        <w:t>3.038e0</w:t>
      </w:r>
    </w:p>
    <w:p w:rsidR="006974AE" w:rsidRDefault="006974AE" w:rsidP="006974AE">
      <w:r>
        <w:t>742.9163</w:t>
      </w:r>
      <w:r>
        <w:tab/>
        <w:t>1.013e0</w:t>
      </w:r>
    </w:p>
    <w:p w:rsidR="006974AE" w:rsidRDefault="006974AE" w:rsidP="006974AE">
      <w:r>
        <w:t>742.9326</w:t>
      </w:r>
      <w:r>
        <w:tab/>
        <w:t>1.013e0</w:t>
      </w:r>
    </w:p>
    <w:p w:rsidR="006974AE" w:rsidRDefault="006974AE" w:rsidP="006974AE">
      <w:r>
        <w:t>742.9841</w:t>
      </w:r>
      <w:r>
        <w:tab/>
        <w:t>1.013e0</w:t>
      </w:r>
    </w:p>
    <w:p w:rsidR="006974AE" w:rsidRDefault="006974AE" w:rsidP="006974AE">
      <w:r>
        <w:t>743.0112</w:t>
      </w:r>
      <w:r>
        <w:tab/>
        <w:t>1.013e0</w:t>
      </w:r>
    </w:p>
    <w:p w:rsidR="006974AE" w:rsidRDefault="006974AE" w:rsidP="006974AE">
      <w:r>
        <w:t>743.0229</w:t>
      </w:r>
      <w:r>
        <w:tab/>
        <w:t>1.013e0</w:t>
      </w:r>
    </w:p>
    <w:p w:rsidR="006974AE" w:rsidRDefault="006974AE" w:rsidP="006974AE">
      <w:r>
        <w:t>743.0289</w:t>
      </w:r>
      <w:r>
        <w:tab/>
        <w:t>2.025e0</w:t>
      </w:r>
    </w:p>
    <w:p w:rsidR="006974AE" w:rsidRDefault="006974AE" w:rsidP="006974AE">
      <w:r>
        <w:t>743.0701</w:t>
      </w:r>
      <w:r>
        <w:tab/>
        <w:t>1.013e0</w:t>
      </w:r>
    </w:p>
    <w:p w:rsidR="006974AE" w:rsidRDefault="006974AE" w:rsidP="006974AE">
      <w:r>
        <w:t>743.0737</w:t>
      </w:r>
      <w:r>
        <w:tab/>
        <w:t>2.025e0</w:t>
      </w:r>
    </w:p>
    <w:p w:rsidR="006974AE" w:rsidRDefault="006974AE" w:rsidP="006974AE">
      <w:r>
        <w:t>743.0933</w:t>
      </w:r>
      <w:r>
        <w:tab/>
        <w:t>2.025e0</w:t>
      </w:r>
    </w:p>
    <w:p w:rsidR="006974AE" w:rsidRDefault="006974AE" w:rsidP="006974AE">
      <w:r>
        <w:t>743.1051</w:t>
      </w:r>
      <w:r>
        <w:tab/>
        <w:t>3.038e0</w:t>
      </w:r>
    </w:p>
    <w:p w:rsidR="006974AE" w:rsidRDefault="006974AE" w:rsidP="006974AE">
      <w:r>
        <w:t>743.1119</w:t>
      </w:r>
      <w:r>
        <w:tab/>
        <w:t>1.013e0</w:t>
      </w:r>
    </w:p>
    <w:p w:rsidR="006974AE" w:rsidRDefault="006974AE" w:rsidP="006974AE">
      <w:r>
        <w:t>743.1296</w:t>
      </w:r>
      <w:r>
        <w:tab/>
        <w:t>2.025e0</w:t>
      </w:r>
    </w:p>
    <w:p w:rsidR="006974AE" w:rsidRDefault="006974AE" w:rsidP="006974AE">
      <w:r>
        <w:t>743.1370</w:t>
      </w:r>
      <w:r>
        <w:tab/>
        <w:t>1.013e0</w:t>
      </w:r>
    </w:p>
    <w:p w:rsidR="006974AE" w:rsidRDefault="006974AE" w:rsidP="006974AE">
      <w:r>
        <w:t>743.2410</w:t>
      </w:r>
      <w:r>
        <w:tab/>
        <w:t>1.013e0</w:t>
      </w:r>
    </w:p>
    <w:p w:rsidR="006974AE" w:rsidRDefault="006974AE" w:rsidP="006974AE">
      <w:r>
        <w:t>743.2571</w:t>
      </w:r>
      <w:r>
        <w:tab/>
        <w:t>1.013e0</w:t>
      </w:r>
    </w:p>
    <w:p w:rsidR="006974AE" w:rsidRDefault="006974AE" w:rsidP="006974AE">
      <w:r>
        <w:t>743.3084</w:t>
      </w:r>
      <w:r>
        <w:tab/>
        <w:t>1.013e0</w:t>
      </w:r>
    </w:p>
    <w:p w:rsidR="006974AE" w:rsidRDefault="006974AE" w:rsidP="006974AE">
      <w:r>
        <w:t>743.3153</w:t>
      </w:r>
      <w:r>
        <w:tab/>
        <w:t>3.038e0</w:t>
      </w:r>
    </w:p>
    <w:p w:rsidR="006974AE" w:rsidRDefault="006974AE" w:rsidP="006974AE">
      <w:r>
        <w:lastRenderedPageBreak/>
        <w:t>743.3248</w:t>
      </w:r>
      <w:r>
        <w:tab/>
        <w:t>1.013e0</w:t>
      </w:r>
    </w:p>
    <w:p w:rsidR="006974AE" w:rsidRDefault="006974AE" w:rsidP="006974AE">
      <w:r>
        <w:t>743.3499</w:t>
      </w:r>
      <w:r>
        <w:tab/>
        <w:t>1.013e0</w:t>
      </w:r>
    </w:p>
    <w:p w:rsidR="006974AE" w:rsidRDefault="006974AE" w:rsidP="006974AE">
      <w:r>
        <w:t>743.3854</w:t>
      </w:r>
      <w:r>
        <w:tab/>
        <w:t>2.025e0</w:t>
      </w:r>
    </w:p>
    <w:p w:rsidR="006974AE" w:rsidRDefault="006974AE" w:rsidP="006974AE">
      <w:r>
        <w:t>743.3949</w:t>
      </w:r>
      <w:r>
        <w:tab/>
        <w:t>4.051e0</w:t>
      </w:r>
    </w:p>
    <w:p w:rsidR="006974AE" w:rsidRDefault="006974AE" w:rsidP="006974AE">
      <w:r>
        <w:t>743.4138</w:t>
      </w:r>
      <w:r>
        <w:tab/>
        <w:t>1.013e0</w:t>
      </w:r>
    </w:p>
    <w:p w:rsidR="006974AE" w:rsidRDefault="006974AE" w:rsidP="006974AE">
      <w:r>
        <w:t>743.4254</w:t>
      </w:r>
      <w:r>
        <w:tab/>
        <w:t>1.013e0</w:t>
      </w:r>
    </w:p>
    <w:p w:rsidR="006974AE" w:rsidRDefault="006974AE" w:rsidP="006974AE">
      <w:r>
        <w:t>743.4380</w:t>
      </w:r>
      <w:r>
        <w:tab/>
        <w:t>2.025e0</w:t>
      </w:r>
    </w:p>
    <w:p w:rsidR="006974AE" w:rsidRDefault="006974AE" w:rsidP="006974AE">
      <w:r>
        <w:t>743.4427</w:t>
      </w:r>
      <w:r>
        <w:tab/>
        <w:t>2.025e0</w:t>
      </w:r>
    </w:p>
    <w:p w:rsidR="006974AE" w:rsidRDefault="006974AE" w:rsidP="006974AE">
      <w:r>
        <w:t>743.4985</w:t>
      </w:r>
      <w:r>
        <w:tab/>
        <w:t>3.038e0</w:t>
      </w:r>
    </w:p>
    <w:p w:rsidR="006974AE" w:rsidRDefault="006974AE" w:rsidP="006974AE">
      <w:r>
        <w:t>743.5144</w:t>
      </w:r>
      <w:r>
        <w:tab/>
        <w:t>1.013e0</w:t>
      </w:r>
    </w:p>
    <w:p w:rsidR="006974AE" w:rsidRDefault="006974AE" w:rsidP="006974AE">
      <w:r>
        <w:t>743.5283</w:t>
      </w:r>
      <w:r>
        <w:tab/>
        <w:t>3.038e0</w:t>
      </w:r>
    </w:p>
    <w:p w:rsidR="006974AE" w:rsidRDefault="006974AE" w:rsidP="006974AE">
      <w:r>
        <w:t>743.5643</w:t>
      </w:r>
      <w:r>
        <w:tab/>
        <w:t>1.013e0</w:t>
      </w:r>
    </w:p>
    <w:p w:rsidR="006974AE" w:rsidRDefault="006974AE" w:rsidP="006974AE">
      <w:r>
        <w:t>743.6514</w:t>
      </w:r>
      <w:r>
        <w:tab/>
        <w:t>1.013e0</w:t>
      </w:r>
    </w:p>
    <w:p w:rsidR="006974AE" w:rsidRDefault="006974AE" w:rsidP="006974AE">
      <w:r>
        <w:t>743.6645</w:t>
      </w:r>
      <w:r>
        <w:tab/>
        <w:t>4.051e0</w:t>
      </w:r>
    </w:p>
    <w:p w:rsidR="006974AE" w:rsidRDefault="006974AE" w:rsidP="006974AE">
      <w:r>
        <w:t>743.7158</w:t>
      </w:r>
      <w:r>
        <w:tab/>
        <w:t>1.013e0</w:t>
      </w:r>
    </w:p>
    <w:p w:rsidR="006974AE" w:rsidRDefault="006974AE" w:rsidP="006974AE">
      <w:r>
        <w:t>743.7526</w:t>
      </w:r>
      <w:r>
        <w:tab/>
        <w:t>1.013e0</w:t>
      </w:r>
    </w:p>
    <w:p w:rsidR="006974AE" w:rsidRDefault="006974AE" w:rsidP="006974AE">
      <w:r>
        <w:t>743.7787</w:t>
      </w:r>
      <w:r>
        <w:tab/>
        <w:t>1.013e0</w:t>
      </w:r>
    </w:p>
    <w:p w:rsidR="006974AE" w:rsidRDefault="006974AE" w:rsidP="006974AE">
      <w:r>
        <w:t>743.8029</w:t>
      </w:r>
      <w:r>
        <w:tab/>
        <w:t>1.013e0</w:t>
      </w:r>
    </w:p>
    <w:p w:rsidR="006974AE" w:rsidRDefault="006974AE" w:rsidP="006974AE">
      <w:r>
        <w:t>743.8104</w:t>
      </w:r>
      <w:r>
        <w:tab/>
        <w:t>2.025e0</w:t>
      </w:r>
    </w:p>
    <w:p w:rsidR="006974AE" w:rsidRDefault="006974AE" w:rsidP="006974AE">
      <w:r>
        <w:lastRenderedPageBreak/>
        <w:t>743.9484</w:t>
      </w:r>
      <w:r>
        <w:tab/>
        <w:t>2.025e0</w:t>
      </w:r>
    </w:p>
    <w:p w:rsidR="006974AE" w:rsidRDefault="006974AE" w:rsidP="006974AE">
      <w:r>
        <w:t>743.9550</w:t>
      </w:r>
      <w:r>
        <w:tab/>
        <w:t>1.013e0</w:t>
      </w:r>
    </w:p>
    <w:p w:rsidR="006974AE" w:rsidRDefault="006974AE" w:rsidP="006974AE">
      <w:r>
        <w:t>743.9672</w:t>
      </w:r>
      <w:r>
        <w:tab/>
        <w:t>3.038e0</w:t>
      </w:r>
    </w:p>
    <w:p w:rsidR="006974AE" w:rsidRDefault="006974AE" w:rsidP="006974AE">
      <w:r>
        <w:t>743.9918</w:t>
      </w:r>
      <w:r>
        <w:tab/>
        <w:t>1.013e0</w:t>
      </w:r>
    </w:p>
    <w:p w:rsidR="006974AE" w:rsidRDefault="006974AE" w:rsidP="006974AE">
      <w:r>
        <w:t>744.0044</w:t>
      </w:r>
      <w:r>
        <w:tab/>
        <w:t>1.013e0</w:t>
      </w:r>
    </w:p>
    <w:p w:rsidR="006974AE" w:rsidRDefault="006974AE" w:rsidP="006974AE">
      <w:r>
        <w:t>744.0595</w:t>
      </w:r>
      <w:r>
        <w:tab/>
        <w:t>2.025e0</w:t>
      </w:r>
    </w:p>
    <w:p w:rsidR="006974AE" w:rsidRDefault="006974AE" w:rsidP="006974AE">
      <w:r>
        <w:t>744.0723</w:t>
      </w:r>
      <w:r>
        <w:tab/>
        <w:t>2.025e0</w:t>
      </w:r>
    </w:p>
    <w:p w:rsidR="006974AE" w:rsidRDefault="006974AE" w:rsidP="006974AE">
      <w:r>
        <w:t>744.1182</w:t>
      </w:r>
      <w:r>
        <w:tab/>
        <w:t>2.025e0</w:t>
      </w:r>
    </w:p>
    <w:p w:rsidR="006974AE" w:rsidRDefault="006974AE" w:rsidP="006974AE">
      <w:r>
        <w:t>744.1445</w:t>
      </w:r>
      <w:r>
        <w:tab/>
        <w:t>2.025e0</w:t>
      </w:r>
    </w:p>
    <w:p w:rsidR="006974AE" w:rsidRDefault="006974AE" w:rsidP="006974AE">
      <w:r>
        <w:t>744.1564</w:t>
      </w:r>
      <w:r>
        <w:tab/>
        <w:t>1.013e0</w:t>
      </w:r>
    </w:p>
    <w:p w:rsidR="006974AE" w:rsidRDefault="006974AE" w:rsidP="006974AE">
      <w:r>
        <w:t>744.1816</w:t>
      </w:r>
      <w:r>
        <w:tab/>
        <w:t>1.013e0</w:t>
      </w:r>
    </w:p>
    <w:p w:rsidR="006974AE" w:rsidRDefault="006974AE" w:rsidP="006974AE">
      <w:r>
        <w:t>744.2310</w:t>
      </w:r>
      <w:r>
        <w:tab/>
        <w:t>2.025e0</w:t>
      </w:r>
    </w:p>
    <w:p w:rsidR="006974AE" w:rsidRDefault="006974AE" w:rsidP="006974AE">
      <w:r>
        <w:t>744.2919</w:t>
      </w:r>
      <w:r>
        <w:tab/>
        <w:t>3.038e0</w:t>
      </w:r>
    </w:p>
    <w:p w:rsidR="006974AE" w:rsidRDefault="006974AE" w:rsidP="006974AE">
      <w:r>
        <w:t>744.3079</w:t>
      </w:r>
      <w:r>
        <w:tab/>
        <w:t>3.038e0</w:t>
      </w:r>
    </w:p>
    <w:p w:rsidR="006974AE" w:rsidRDefault="006974AE" w:rsidP="006974AE">
      <w:r>
        <w:t>744.3109</w:t>
      </w:r>
      <w:r>
        <w:tab/>
        <w:t>2.970e0</w:t>
      </w:r>
    </w:p>
    <w:p w:rsidR="006974AE" w:rsidRDefault="006974AE" w:rsidP="006974AE">
      <w:r>
        <w:t>744.3367</w:t>
      </w:r>
      <w:r>
        <w:tab/>
        <w:t>3.038e0</w:t>
      </w:r>
    </w:p>
    <w:p w:rsidR="006974AE" w:rsidRDefault="006974AE" w:rsidP="006974AE">
      <w:r>
        <w:t>744.3498</w:t>
      </w:r>
      <w:r>
        <w:tab/>
        <w:t>5.063e0</w:t>
      </w:r>
    </w:p>
    <w:p w:rsidR="006974AE" w:rsidRDefault="006974AE" w:rsidP="006974AE">
      <w:r>
        <w:t>744.3517</w:t>
      </w:r>
      <w:r>
        <w:tab/>
        <w:t>3.038e0</w:t>
      </w:r>
    </w:p>
    <w:p w:rsidR="006974AE" w:rsidRDefault="006974AE" w:rsidP="006974AE">
      <w:r>
        <w:t>744.3691</w:t>
      </w:r>
      <w:r>
        <w:tab/>
        <w:t>2.544e0</w:t>
      </w:r>
    </w:p>
    <w:p w:rsidR="006974AE" w:rsidRDefault="006974AE" w:rsidP="006974AE">
      <w:r>
        <w:lastRenderedPageBreak/>
        <w:t>744.3817</w:t>
      </w:r>
      <w:r>
        <w:tab/>
        <w:t>3.038e0</w:t>
      </w:r>
    </w:p>
    <w:p w:rsidR="006974AE" w:rsidRDefault="006974AE" w:rsidP="006974AE">
      <w:r>
        <w:t>744.4131</w:t>
      </w:r>
      <w:r>
        <w:tab/>
        <w:t>2.025e0</w:t>
      </w:r>
    </w:p>
    <w:p w:rsidR="006974AE" w:rsidRDefault="006974AE" w:rsidP="006974AE">
      <w:r>
        <w:t>744.4156</w:t>
      </w:r>
      <w:r>
        <w:tab/>
        <w:t>6.042e0</w:t>
      </w:r>
    </w:p>
    <w:p w:rsidR="006974AE" w:rsidRDefault="006974AE" w:rsidP="006974AE">
      <w:r>
        <w:t>744.4426</w:t>
      </w:r>
      <w:r>
        <w:tab/>
        <w:t>2.025e0</w:t>
      </w:r>
    </w:p>
    <w:p w:rsidR="006974AE" w:rsidRDefault="006974AE" w:rsidP="006974AE">
      <w:r>
        <w:t>744.4839</w:t>
      </w:r>
      <w:r>
        <w:tab/>
        <w:t>1.013e0</w:t>
      </w:r>
    </w:p>
    <w:p w:rsidR="006974AE" w:rsidRDefault="006974AE" w:rsidP="006974AE">
      <w:r>
        <w:t>744.5343</w:t>
      </w:r>
      <w:r>
        <w:tab/>
        <w:t>1.013e0</w:t>
      </w:r>
    </w:p>
    <w:p w:rsidR="006974AE" w:rsidRDefault="006974AE" w:rsidP="006974AE">
      <w:r>
        <w:t>744.5726</w:t>
      </w:r>
      <w:r>
        <w:tab/>
        <w:t>2.025e0</w:t>
      </w:r>
    </w:p>
    <w:p w:rsidR="006974AE" w:rsidRDefault="006974AE" w:rsidP="006974AE">
      <w:r>
        <w:t>744.5847</w:t>
      </w:r>
      <w:r>
        <w:tab/>
        <w:t>1.013e0</w:t>
      </w:r>
    </w:p>
    <w:p w:rsidR="006974AE" w:rsidRDefault="006974AE" w:rsidP="006974AE">
      <w:r>
        <w:t>744.5900</w:t>
      </w:r>
      <w:r>
        <w:tab/>
        <w:t>1.013e0</w:t>
      </w:r>
    </w:p>
    <w:p w:rsidR="006974AE" w:rsidRDefault="006974AE" w:rsidP="006974AE">
      <w:r>
        <w:t>744.6729</w:t>
      </w:r>
      <w:r>
        <w:tab/>
        <w:t>1.013e0</w:t>
      </w:r>
    </w:p>
    <w:p w:rsidR="006974AE" w:rsidRDefault="006974AE" w:rsidP="006974AE">
      <w:r>
        <w:t>744.6846</w:t>
      </w:r>
      <w:r>
        <w:tab/>
        <w:t>1.013e0</w:t>
      </w:r>
    </w:p>
    <w:p w:rsidR="006974AE" w:rsidRDefault="006974AE" w:rsidP="006974AE">
      <w:r>
        <w:t>744.6934</w:t>
      </w:r>
      <w:r>
        <w:tab/>
        <w:t>1.013e0</w:t>
      </w:r>
    </w:p>
    <w:p w:rsidR="006974AE" w:rsidRDefault="006974AE" w:rsidP="006974AE">
      <w:r>
        <w:t>744.7728</w:t>
      </w:r>
      <w:r>
        <w:tab/>
        <w:t>1.013e0</w:t>
      </w:r>
    </w:p>
    <w:p w:rsidR="006974AE" w:rsidRDefault="006974AE" w:rsidP="006974AE">
      <w:r>
        <w:t>744.7863</w:t>
      </w:r>
      <w:r>
        <w:tab/>
        <w:t>2.025e0</w:t>
      </w:r>
    </w:p>
    <w:p w:rsidR="006974AE" w:rsidRDefault="006974AE" w:rsidP="006974AE">
      <w:r>
        <w:t>744.7960</w:t>
      </w:r>
      <w:r>
        <w:tab/>
        <w:t>1.013e0</w:t>
      </w:r>
    </w:p>
    <w:p w:rsidR="006974AE" w:rsidRDefault="006974AE" w:rsidP="006974AE">
      <w:r>
        <w:t>744.7989</w:t>
      </w:r>
      <w:r>
        <w:tab/>
        <w:t>1.013e0</w:t>
      </w:r>
    </w:p>
    <w:p w:rsidR="006974AE" w:rsidRDefault="006974AE" w:rsidP="006974AE">
      <w:r>
        <w:t>744.8635</w:t>
      </w:r>
      <w:r>
        <w:tab/>
        <w:t>2.025e0</w:t>
      </w:r>
    </w:p>
    <w:p w:rsidR="006974AE" w:rsidRDefault="006974AE" w:rsidP="006974AE">
      <w:r>
        <w:t>744.8770</w:t>
      </w:r>
      <w:r>
        <w:tab/>
        <w:t>2.025e0</w:t>
      </w:r>
    </w:p>
    <w:p w:rsidR="006974AE" w:rsidRDefault="006974AE" w:rsidP="006974AE">
      <w:r>
        <w:t>744.9114</w:t>
      </w:r>
      <w:r>
        <w:tab/>
        <w:t>1.013e0</w:t>
      </w:r>
    </w:p>
    <w:p w:rsidR="006974AE" w:rsidRDefault="006974AE" w:rsidP="006974AE">
      <w:r>
        <w:lastRenderedPageBreak/>
        <w:t>744.9497</w:t>
      </w:r>
      <w:r>
        <w:tab/>
        <w:t>2.025e0</w:t>
      </w:r>
    </w:p>
    <w:p w:rsidR="006974AE" w:rsidRDefault="006974AE" w:rsidP="006974AE">
      <w:r>
        <w:t>744.9669</w:t>
      </w:r>
      <w:r>
        <w:tab/>
        <w:t>1.013e0</w:t>
      </w:r>
    </w:p>
    <w:p w:rsidR="006974AE" w:rsidRDefault="006974AE" w:rsidP="006974AE">
      <w:r>
        <w:t>745.0254</w:t>
      </w:r>
      <w:r>
        <w:tab/>
        <w:t>2.025e0</w:t>
      </w:r>
    </w:p>
    <w:p w:rsidR="006974AE" w:rsidRDefault="006974AE" w:rsidP="006974AE">
      <w:r>
        <w:t>745.0343</w:t>
      </w:r>
      <w:r>
        <w:tab/>
        <w:t>1.013e0</w:t>
      </w:r>
    </w:p>
    <w:p w:rsidR="006974AE" w:rsidRDefault="006974AE" w:rsidP="006974AE">
      <w:r>
        <w:t>745.0696</w:t>
      </w:r>
      <w:r>
        <w:tab/>
        <w:t>3.038e0</w:t>
      </w:r>
    </w:p>
    <w:p w:rsidR="006974AE" w:rsidRDefault="006974AE" w:rsidP="006974AE">
      <w:r>
        <w:t>745.0762</w:t>
      </w:r>
      <w:r>
        <w:tab/>
        <w:t>2.025e0</w:t>
      </w:r>
    </w:p>
    <w:p w:rsidR="006974AE" w:rsidRDefault="006974AE" w:rsidP="006974AE">
      <w:r>
        <w:t>745.1191</w:t>
      </w:r>
      <w:r>
        <w:tab/>
        <w:t>2.025e0</w:t>
      </w:r>
    </w:p>
    <w:p w:rsidR="006974AE" w:rsidRDefault="006974AE" w:rsidP="006974AE">
      <w:r>
        <w:t>745.1257</w:t>
      </w:r>
      <w:r>
        <w:tab/>
        <w:t>1.013e0</w:t>
      </w:r>
    </w:p>
    <w:p w:rsidR="006974AE" w:rsidRDefault="006974AE" w:rsidP="006974AE">
      <w:r>
        <w:t>745.1750</w:t>
      </w:r>
      <w:r>
        <w:tab/>
        <w:t>2.025e0</w:t>
      </w:r>
    </w:p>
    <w:p w:rsidR="006974AE" w:rsidRDefault="006974AE" w:rsidP="006974AE">
      <w:r>
        <w:t>745.1865</w:t>
      </w:r>
      <w:r>
        <w:tab/>
        <w:t>3.038e0</w:t>
      </w:r>
    </w:p>
    <w:p w:rsidR="006974AE" w:rsidRDefault="006974AE" w:rsidP="006974AE">
      <w:r>
        <w:t>745.1895</w:t>
      </w:r>
      <w:r>
        <w:tab/>
        <w:t>1.013e0</w:t>
      </w:r>
    </w:p>
    <w:p w:rsidR="006974AE" w:rsidRDefault="006974AE" w:rsidP="006974AE">
      <w:r>
        <w:t>745.2181</w:t>
      </w:r>
      <w:r>
        <w:tab/>
        <w:t>2.025e0</w:t>
      </w:r>
    </w:p>
    <w:p w:rsidR="006974AE" w:rsidRDefault="006974AE" w:rsidP="006974AE">
      <w:r>
        <w:t>745.2402</w:t>
      </w:r>
      <w:r>
        <w:tab/>
        <w:t>1.013e0</w:t>
      </w:r>
    </w:p>
    <w:p w:rsidR="006974AE" w:rsidRDefault="006974AE" w:rsidP="006974AE">
      <w:r>
        <w:t>745.2900</w:t>
      </w:r>
      <w:r>
        <w:tab/>
        <w:t>1.013e0</w:t>
      </w:r>
    </w:p>
    <w:p w:rsidR="006974AE" w:rsidRDefault="006974AE" w:rsidP="006974AE">
      <w:r>
        <w:t>745.3257</w:t>
      </w:r>
      <w:r>
        <w:tab/>
        <w:t>1.013e0</w:t>
      </w:r>
    </w:p>
    <w:p w:rsidR="006974AE" w:rsidRDefault="006974AE" w:rsidP="006974AE">
      <w:r>
        <w:t>745.3275</w:t>
      </w:r>
      <w:r>
        <w:tab/>
        <w:t>1.013e0</w:t>
      </w:r>
    </w:p>
    <w:p w:rsidR="006974AE" w:rsidRDefault="006974AE" w:rsidP="006974AE">
      <w:r>
        <w:t>745.3411</w:t>
      </w:r>
      <w:r>
        <w:tab/>
        <w:t>2.164e0</w:t>
      </w:r>
    </w:p>
    <w:p w:rsidR="006974AE" w:rsidRDefault="006974AE" w:rsidP="006974AE">
      <w:r>
        <w:t>745.3453</w:t>
      </w:r>
      <w:r>
        <w:tab/>
        <w:t>7.089e0</w:t>
      </w:r>
    </w:p>
    <w:p w:rsidR="006974AE" w:rsidRDefault="006974AE" w:rsidP="006974AE">
      <w:r>
        <w:t>745.3483</w:t>
      </w:r>
      <w:r>
        <w:tab/>
        <w:t>1.749e0</w:t>
      </w:r>
    </w:p>
    <w:p w:rsidR="006974AE" w:rsidRDefault="006974AE" w:rsidP="006974AE">
      <w:r>
        <w:lastRenderedPageBreak/>
        <w:t>745.3589</w:t>
      </w:r>
      <w:r>
        <w:tab/>
        <w:t>1.013e0</w:t>
      </w:r>
    </w:p>
    <w:p w:rsidR="006974AE" w:rsidRDefault="006974AE" w:rsidP="006974AE">
      <w:r>
        <w:t>745.3780</w:t>
      </w:r>
      <w:r>
        <w:tab/>
        <w:t>2.024e0</w:t>
      </w:r>
    </w:p>
    <w:p w:rsidR="006974AE" w:rsidRDefault="006974AE" w:rsidP="006974AE">
      <w:r>
        <w:t>745.3851</w:t>
      </w:r>
      <w:r>
        <w:tab/>
        <w:t>2.025e0</w:t>
      </w:r>
    </w:p>
    <w:p w:rsidR="006974AE" w:rsidRDefault="006974AE" w:rsidP="006974AE">
      <w:r>
        <w:t>745.4276</w:t>
      </w:r>
      <w:r>
        <w:tab/>
        <w:t>1.151e0</w:t>
      </w:r>
    </w:p>
    <w:p w:rsidR="006974AE" w:rsidRDefault="006974AE" w:rsidP="006974AE">
      <w:r>
        <w:t>745.4420</w:t>
      </w:r>
      <w:r>
        <w:tab/>
        <w:t>1.013e0</w:t>
      </w:r>
    </w:p>
    <w:p w:rsidR="006974AE" w:rsidRDefault="006974AE" w:rsidP="006974AE">
      <w:r>
        <w:t>745.4622</w:t>
      </w:r>
      <w:r>
        <w:tab/>
        <w:t>1.013e0</w:t>
      </w:r>
    </w:p>
    <w:p w:rsidR="006974AE" w:rsidRDefault="006974AE" w:rsidP="006974AE">
      <w:r>
        <w:t>745.5298</w:t>
      </w:r>
      <w:r>
        <w:tab/>
        <w:t>2.025e0</w:t>
      </w:r>
    </w:p>
    <w:p w:rsidR="006974AE" w:rsidRDefault="006974AE" w:rsidP="006974AE">
      <w:r>
        <w:t>745.5546</w:t>
      </w:r>
      <w:r>
        <w:tab/>
        <w:t>1.013e0</w:t>
      </w:r>
    </w:p>
    <w:p w:rsidR="006974AE" w:rsidRDefault="006974AE" w:rsidP="006974AE">
      <w:r>
        <w:t>745.5639</w:t>
      </w:r>
      <w:r>
        <w:tab/>
        <w:t>1.013e0</w:t>
      </w:r>
    </w:p>
    <w:p w:rsidR="006974AE" w:rsidRDefault="006974AE" w:rsidP="006974AE">
      <w:r>
        <w:t>745.5735</w:t>
      </w:r>
      <w:r>
        <w:tab/>
        <w:t>2.025e0</w:t>
      </w:r>
    </w:p>
    <w:p w:rsidR="006974AE" w:rsidRDefault="006974AE" w:rsidP="006974AE">
      <w:r>
        <w:t>745.5865</w:t>
      </w:r>
      <w:r>
        <w:tab/>
        <w:t>3.038e0</w:t>
      </w:r>
    </w:p>
    <w:p w:rsidR="006974AE" w:rsidRDefault="006974AE" w:rsidP="006974AE">
      <w:r>
        <w:t>745.6385</w:t>
      </w:r>
      <w:r>
        <w:tab/>
        <w:t>2.025e0</w:t>
      </w:r>
    </w:p>
    <w:p w:rsidR="006974AE" w:rsidRDefault="006974AE" w:rsidP="006974AE">
      <w:r>
        <w:t>745.6681</w:t>
      </w:r>
      <w:r>
        <w:tab/>
        <w:t>3.038e0</w:t>
      </w:r>
    </w:p>
    <w:p w:rsidR="006974AE" w:rsidRDefault="006974AE" w:rsidP="006974AE">
      <w:r>
        <w:t>745.6816</w:t>
      </w:r>
      <w:r>
        <w:tab/>
        <w:t>1.013e0</w:t>
      </w:r>
    </w:p>
    <w:p w:rsidR="006974AE" w:rsidRDefault="006974AE" w:rsidP="006974AE">
      <w:r>
        <w:t>745.6843</w:t>
      </w:r>
      <w:r>
        <w:tab/>
        <w:t>1.013e0</w:t>
      </w:r>
    </w:p>
    <w:p w:rsidR="006974AE" w:rsidRDefault="006974AE" w:rsidP="006974AE">
      <w:r>
        <w:t>745.6943</w:t>
      </w:r>
      <w:r>
        <w:tab/>
        <w:t>1.013e0</w:t>
      </w:r>
    </w:p>
    <w:p w:rsidR="006974AE" w:rsidRDefault="006974AE" w:rsidP="006974AE">
      <w:r>
        <w:t>745.7186</w:t>
      </w:r>
      <w:r>
        <w:tab/>
        <w:t>1.013e0</w:t>
      </w:r>
    </w:p>
    <w:p w:rsidR="006974AE" w:rsidRDefault="006974AE" w:rsidP="006974AE">
      <w:r>
        <w:t>745.7700</w:t>
      </w:r>
      <w:r>
        <w:tab/>
        <w:t>1.013e0</w:t>
      </w:r>
    </w:p>
    <w:p w:rsidR="006974AE" w:rsidRDefault="006974AE" w:rsidP="006974AE">
      <w:r>
        <w:t>745.7922</w:t>
      </w:r>
      <w:r>
        <w:tab/>
        <w:t>2.025e0</w:t>
      </w:r>
    </w:p>
    <w:p w:rsidR="006974AE" w:rsidRDefault="006974AE" w:rsidP="006974AE">
      <w:r>
        <w:lastRenderedPageBreak/>
        <w:t>745.7994</w:t>
      </w:r>
      <w:r>
        <w:tab/>
        <w:t>2.025e0</w:t>
      </w:r>
    </w:p>
    <w:p w:rsidR="006974AE" w:rsidRDefault="006974AE" w:rsidP="006974AE">
      <w:r>
        <w:t>745.8195</w:t>
      </w:r>
      <w:r>
        <w:tab/>
        <w:t>1.013e0</w:t>
      </w:r>
    </w:p>
    <w:p w:rsidR="006974AE" w:rsidRDefault="006974AE" w:rsidP="006974AE">
      <w:r>
        <w:t>745.8382</w:t>
      </w:r>
      <w:r>
        <w:tab/>
        <w:t>1.013e0</w:t>
      </w:r>
    </w:p>
    <w:p w:rsidR="006974AE" w:rsidRDefault="006974AE" w:rsidP="006974AE">
      <w:r>
        <w:t>745.8835</w:t>
      </w:r>
      <w:r>
        <w:tab/>
        <w:t>1.013e0</w:t>
      </w:r>
    </w:p>
    <w:p w:rsidR="006974AE" w:rsidRDefault="006974AE" w:rsidP="006974AE">
      <w:r>
        <w:t>745.9457</w:t>
      </w:r>
      <w:r>
        <w:tab/>
        <w:t>2.025e0</w:t>
      </w:r>
    </w:p>
    <w:p w:rsidR="006974AE" w:rsidRDefault="006974AE" w:rsidP="006974AE">
      <w:r>
        <w:t>746.0333</w:t>
      </w:r>
      <w:r>
        <w:tab/>
        <w:t>2.025e0</w:t>
      </w:r>
    </w:p>
    <w:p w:rsidR="006974AE" w:rsidRDefault="006974AE" w:rsidP="006974AE">
      <w:r>
        <w:t>746.0436</w:t>
      </w:r>
      <w:r>
        <w:tab/>
        <w:t>3.038e0</w:t>
      </w:r>
    </w:p>
    <w:p w:rsidR="006974AE" w:rsidRDefault="006974AE" w:rsidP="006974AE">
      <w:r>
        <w:t>746.1108</w:t>
      </w:r>
      <w:r>
        <w:tab/>
        <w:t>1.013e0</w:t>
      </w:r>
    </w:p>
    <w:p w:rsidR="006974AE" w:rsidRDefault="006974AE" w:rsidP="006974AE">
      <w:r>
        <w:t>746.1245</w:t>
      </w:r>
      <w:r>
        <w:tab/>
        <w:t>2.025e0</w:t>
      </w:r>
    </w:p>
    <w:p w:rsidR="006974AE" w:rsidRDefault="006974AE" w:rsidP="006974AE">
      <w:r>
        <w:t>746.1739</w:t>
      </w:r>
      <w:r>
        <w:tab/>
        <w:t>1.013e0</w:t>
      </w:r>
    </w:p>
    <w:p w:rsidR="006974AE" w:rsidRDefault="006974AE" w:rsidP="006974AE">
      <w:r>
        <w:t>746.1798</w:t>
      </w:r>
      <w:r>
        <w:tab/>
        <w:t>1.013e0</w:t>
      </w:r>
    </w:p>
    <w:p w:rsidR="006974AE" w:rsidRDefault="006974AE" w:rsidP="006974AE">
      <w:r>
        <w:t>746.1856</w:t>
      </w:r>
      <w:r>
        <w:tab/>
        <w:t>1.013e0</w:t>
      </w:r>
    </w:p>
    <w:p w:rsidR="006974AE" w:rsidRDefault="006974AE" w:rsidP="006974AE">
      <w:r>
        <w:t>746.2109</w:t>
      </w:r>
      <w:r>
        <w:tab/>
        <w:t>1.013e0</w:t>
      </w:r>
    </w:p>
    <w:p w:rsidR="006974AE" w:rsidRDefault="006974AE" w:rsidP="006974AE">
      <w:r>
        <w:t>746.2302</w:t>
      </w:r>
      <w:r>
        <w:tab/>
        <w:t>3.038e0</w:t>
      </w:r>
    </w:p>
    <w:p w:rsidR="006974AE" w:rsidRDefault="006974AE" w:rsidP="006974AE">
      <w:r>
        <w:t>746.2433</w:t>
      </w:r>
      <w:r>
        <w:tab/>
        <w:t>3.038e0</w:t>
      </w:r>
    </w:p>
    <w:p w:rsidR="006974AE" w:rsidRDefault="006974AE" w:rsidP="006974AE">
      <w:r>
        <w:t>746.2645</w:t>
      </w:r>
      <w:r>
        <w:tab/>
        <w:t>2.025e0</w:t>
      </w:r>
    </w:p>
    <w:p w:rsidR="006974AE" w:rsidRDefault="006974AE" w:rsidP="006974AE">
      <w:r>
        <w:t>746.3245</w:t>
      </w:r>
      <w:r>
        <w:tab/>
        <w:t>1.013e0</w:t>
      </w:r>
    </w:p>
    <w:p w:rsidR="006974AE" w:rsidRDefault="006974AE" w:rsidP="006974AE">
      <w:r>
        <w:t>746.3435</w:t>
      </w:r>
      <w:r>
        <w:tab/>
        <w:t>5.063e0</w:t>
      </w:r>
    </w:p>
    <w:p w:rsidR="006974AE" w:rsidRDefault="006974AE" w:rsidP="006974AE">
      <w:r>
        <w:t>746.3507</w:t>
      </w:r>
      <w:r>
        <w:tab/>
        <w:t>1.013e0</w:t>
      </w:r>
    </w:p>
    <w:p w:rsidR="006974AE" w:rsidRDefault="006974AE" w:rsidP="006974AE">
      <w:r>
        <w:lastRenderedPageBreak/>
        <w:t>746.3526</w:t>
      </w:r>
      <w:r>
        <w:tab/>
        <w:t>4.051e0</w:t>
      </w:r>
    </w:p>
    <w:p w:rsidR="006974AE" w:rsidRDefault="006974AE" w:rsidP="006974AE">
      <w:r>
        <w:t>746.3629</w:t>
      </w:r>
      <w:r>
        <w:tab/>
        <w:t>4.404e0</w:t>
      </w:r>
    </w:p>
    <w:p w:rsidR="006974AE" w:rsidRDefault="006974AE" w:rsidP="006974AE">
      <w:r>
        <w:t>746.3785</w:t>
      </w:r>
      <w:r>
        <w:tab/>
        <w:t>2.022e0</w:t>
      </w:r>
    </w:p>
    <w:p w:rsidR="006974AE" w:rsidRDefault="006974AE" w:rsidP="006974AE">
      <w:r>
        <w:t>746.3802</w:t>
      </w:r>
      <w:r>
        <w:tab/>
        <w:t>2.025e0</w:t>
      </w:r>
    </w:p>
    <w:p w:rsidR="006974AE" w:rsidRDefault="006974AE" w:rsidP="006974AE">
      <w:r>
        <w:t>746.3998</w:t>
      </w:r>
      <w:r>
        <w:tab/>
        <w:t>2.476e0</w:t>
      </w:r>
    </w:p>
    <w:p w:rsidR="006974AE" w:rsidRDefault="006974AE" w:rsidP="006974AE">
      <w:r>
        <w:t>746.4301</w:t>
      </w:r>
      <w:r>
        <w:tab/>
        <w:t>2.025e0</w:t>
      </w:r>
    </w:p>
    <w:p w:rsidR="006974AE" w:rsidRDefault="006974AE" w:rsidP="006974AE">
      <w:r>
        <w:t>746.4644</w:t>
      </w:r>
      <w:r>
        <w:tab/>
        <w:t>1.013e0</w:t>
      </w:r>
    </w:p>
    <w:p w:rsidR="006974AE" w:rsidRDefault="006974AE" w:rsidP="006974AE">
      <w:r>
        <w:t>746.4886</w:t>
      </w:r>
      <w:r>
        <w:tab/>
        <w:t>2.025e0</w:t>
      </w:r>
    </w:p>
    <w:p w:rsidR="006974AE" w:rsidRDefault="006974AE" w:rsidP="006974AE">
      <w:r>
        <w:t>746.5013</w:t>
      </w:r>
      <w:r>
        <w:tab/>
        <w:t>2.025e0</w:t>
      </w:r>
    </w:p>
    <w:p w:rsidR="006974AE" w:rsidRDefault="006974AE" w:rsidP="006974AE">
      <w:r>
        <w:t>746.5528</w:t>
      </w:r>
      <w:r>
        <w:tab/>
        <w:t>1.013e0</w:t>
      </w:r>
    </w:p>
    <w:p w:rsidR="006974AE" w:rsidRDefault="006974AE" w:rsidP="006974AE">
      <w:r>
        <w:t>746.5594</w:t>
      </w:r>
      <w:r>
        <w:tab/>
        <w:t>3.038e0</w:t>
      </w:r>
    </w:p>
    <w:p w:rsidR="006974AE" w:rsidRDefault="006974AE" w:rsidP="006974AE">
      <w:r>
        <w:t>746.5605</w:t>
      </w:r>
      <w:r>
        <w:tab/>
        <w:t>2.025e0</w:t>
      </w:r>
    </w:p>
    <w:p w:rsidR="006974AE" w:rsidRDefault="006974AE" w:rsidP="006974AE">
      <w:r>
        <w:t>746.5654</w:t>
      </w:r>
      <w:r>
        <w:tab/>
        <w:t>1.013e0</w:t>
      </w:r>
    </w:p>
    <w:p w:rsidR="006974AE" w:rsidRDefault="006974AE" w:rsidP="006974AE">
      <w:r>
        <w:t>746.6233</w:t>
      </w:r>
      <w:r>
        <w:tab/>
        <w:t>2.025e0</w:t>
      </w:r>
    </w:p>
    <w:p w:rsidR="006974AE" w:rsidRDefault="006974AE" w:rsidP="006974AE">
      <w:r>
        <w:t>746.6914</w:t>
      </w:r>
      <w:r>
        <w:tab/>
        <w:t>3.038e0</w:t>
      </w:r>
    </w:p>
    <w:p w:rsidR="006974AE" w:rsidRDefault="006974AE" w:rsidP="006974AE">
      <w:r>
        <w:t>746.7083</w:t>
      </w:r>
      <w:r>
        <w:tab/>
        <w:t>2.025e0</w:t>
      </w:r>
    </w:p>
    <w:p w:rsidR="006974AE" w:rsidRDefault="006974AE" w:rsidP="006974AE">
      <w:r>
        <w:t>746.7134</w:t>
      </w:r>
      <w:r>
        <w:tab/>
        <w:t>2.025e0</w:t>
      </w:r>
    </w:p>
    <w:p w:rsidR="006974AE" w:rsidRDefault="006974AE" w:rsidP="006974AE">
      <w:r>
        <w:t>746.7161</w:t>
      </w:r>
      <w:r>
        <w:tab/>
        <w:t>1.013e0</w:t>
      </w:r>
    </w:p>
    <w:p w:rsidR="006974AE" w:rsidRDefault="006974AE" w:rsidP="006974AE">
      <w:r>
        <w:t>746.7650</w:t>
      </w:r>
      <w:r>
        <w:tab/>
        <w:t>2.025e0</w:t>
      </w:r>
    </w:p>
    <w:p w:rsidR="006974AE" w:rsidRDefault="006974AE" w:rsidP="006974AE">
      <w:r>
        <w:lastRenderedPageBreak/>
        <w:t>746.7671</w:t>
      </w:r>
      <w:r>
        <w:tab/>
        <w:t>2.025e0</w:t>
      </w:r>
    </w:p>
    <w:p w:rsidR="006974AE" w:rsidRDefault="006974AE" w:rsidP="006974AE">
      <w:r>
        <w:t>746.8109</w:t>
      </w:r>
      <w:r>
        <w:tab/>
        <w:t>1.013e0</w:t>
      </w:r>
    </w:p>
    <w:p w:rsidR="006974AE" w:rsidRDefault="006974AE" w:rsidP="006974AE">
      <w:r>
        <w:t>746.8962</w:t>
      </w:r>
      <w:r>
        <w:tab/>
        <w:t>1.013e0</w:t>
      </w:r>
    </w:p>
    <w:p w:rsidR="006974AE" w:rsidRDefault="006974AE" w:rsidP="006974AE">
      <w:r>
        <w:t>746.9066</w:t>
      </w:r>
      <w:r>
        <w:tab/>
        <w:t>1.013e0</w:t>
      </w:r>
    </w:p>
    <w:p w:rsidR="006974AE" w:rsidRDefault="006974AE" w:rsidP="006974AE">
      <w:r>
        <w:t>746.9475</w:t>
      </w:r>
      <w:r>
        <w:tab/>
        <w:t>2.025e0</w:t>
      </w:r>
    </w:p>
    <w:p w:rsidR="006974AE" w:rsidRDefault="006974AE" w:rsidP="006974AE">
      <w:r>
        <w:t>746.9990</w:t>
      </w:r>
      <w:r>
        <w:tab/>
        <w:t>2.025e0</w:t>
      </w:r>
    </w:p>
    <w:p w:rsidR="006974AE" w:rsidRDefault="006974AE" w:rsidP="006974AE">
      <w:r>
        <w:t>747.0510</w:t>
      </w:r>
      <w:r>
        <w:tab/>
        <w:t>1.013e0</w:t>
      </w:r>
    </w:p>
    <w:p w:rsidR="006974AE" w:rsidRDefault="006974AE" w:rsidP="006974AE">
      <w:r>
        <w:t>747.0838</w:t>
      </w:r>
      <w:r>
        <w:tab/>
        <w:t>1.013e0</w:t>
      </w:r>
    </w:p>
    <w:p w:rsidR="006974AE" w:rsidRDefault="006974AE" w:rsidP="006974AE">
      <w:r>
        <w:t>747.0961</w:t>
      </w:r>
      <w:r>
        <w:tab/>
        <w:t>2.025e0</w:t>
      </w:r>
    </w:p>
    <w:p w:rsidR="006974AE" w:rsidRDefault="006974AE" w:rsidP="006974AE">
      <w:r>
        <w:t>747.1013</w:t>
      </w:r>
      <w:r>
        <w:tab/>
        <w:t>1.013e0</w:t>
      </w:r>
    </w:p>
    <w:p w:rsidR="006974AE" w:rsidRDefault="006974AE" w:rsidP="006974AE">
      <w:r>
        <w:t>747.1078</w:t>
      </w:r>
      <w:r>
        <w:tab/>
        <w:t>1.013e0</w:t>
      </w:r>
    </w:p>
    <w:p w:rsidR="006974AE" w:rsidRDefault="006974AE" w:rsidP="006974AE">
      <w:r>
        <w:t>747.1866</w:t>
      </w:r>
      <w:r>
        <w:tab/>
        <w:t>1.013e0</w:t>
      </w:r>
    </w:p>
    <w:p w:rsidR="006974AE" w:rsidRDefault="006974AE" w:rsidP="006974AE">
      <w:r>
        <w:t>747.2046</w:t>
      </w:r>
      <w:r>
        <w:tab/>
        <w:t>1.013e0</w:t>
      </w:r>
    </w:p>
    <w:p w:rsidR="006974AE" w:rsidRDefault="006974AE" w:rsidP="006974AE">
      <w:r>
        <w:t>747.2214</w:t>
      </w:r>
      <w:r>
        <w:tab/>
        <w:t>1.013e0</w:t>
      </w:r>
    </w:p>
    <w:p w:rsidR="006974AE" w:rsidRDefault="006974AE" w:rsidP="006974AE">
      <w:r>
        <w:t>747.2691</w:t>
      </w:r>
      <w:r>
        <w:tab/>
        <w:t>3.038e0</w:t>
      </w:r>
    </w:p>
    <w:p w:rsidR="006974AE" w:rsidRDefault="006974AE" w:rsidP="006974AE">
      <w:r>
        <w:t>747.2848</w:t>
      </w:r>
      <w:r>
        <w:tab/>
        <w:t>1.013e0</w:t>
      </w:r>
    </w:p>
    <w:p w:rsidR="006974AE" w:rsidRDefault="006974AE" w:rsidP="006974AE">
      <w:r>
        <w:t>747.3071</w:t>
      </w:r>
      <w:r>
        <w:tab/>
        <w:t>1.013e0</w:t>
      </w:r>
    </w:p>
    <w:p w:rsidR="006974AE" w:rsidRDefault="006974AE" w:rsidP="006974AE">
      <w:r>
        <w:t>747.3242</w:t>
      </w:r>
      <w:r>
        <w:tab/>
        <w:t>4.051e0</w:t>
      </w:r>
    </w:p>
    <w:p w:rsidR="006974AE" w:rsidRDefault="006974AE" w:rsidP="006974AE">
      <w:r>
        <w:t>747.3575</w:t>
      </w:r>
      <w:r>
        <w:tab/>
        <w:t>1.013e0</w:t>
      </w:r>
    </w:p>
    <w:p w:rsidR="006974AE" w:rsidRDefault="006974AE" w:rsidP="006974AE">
      <w:r>
        <w:lastRenderedPageBreak/>
        <w:t>747.3825</w:t>
      </w:r>
      <w:r>
        <w:tab/>
        <w:t>2.025e0</w:t>
      </w:r>
    </w:p>
    <w:p w:rsidR="006974AE" w:rsidRDefault="006974AE" w:rsidP="006974AE">
      <w:r>
        <w:t>747.3972</w:t>
      </w:r>
      <w:r>
        <w:tab/>
        <w:t>1.604e0</w:t>
      </w:r>
    </w:p>
    <w:p w:rsidR="006974AE" w:rsidRDefault="006974AE" w:rsidP="006974AE">
      <w:r>
        <w:t>747.3997</w:t>
      </w:r>
      <w:r>
        <w:tab/>
        <w:t>2.025e0</w:t>
      </w:r>
    </w:p>
    <w:p w:rsidR="006974AE" w:rsidRDefault="006974AE" w:rsidP="006974AE">
      <w:r>
        <w:t>747.4185</w:t>
      </w:r>
      <w:r>
        <w:tab/>
        <w:t>2.025e0</w:t>
      </w:r>
    </w:p>
    <w:p w:rsidR="006974AE" w:rsidRDefault="006974AE" w:rsidP="006974AE">
      <w:r>
        <w:t>747.4302</w:t>
      </w:r>
      <w:r>
        <w:tab/>
        <w:t>2.025e0</w:t>
      </w:r>
    </w:p>
    <w:p w:rsidR="006974AE" w:rsidRDefault="006974AE" w:rsidP="006974AE">
      <w:r>
        <w:t>747.5007</w:t>
      </w:r>
      <w:r>
        <w:tab/>
        <w:t>1.013e0</w:t>
      </w:r>
    </w:p>
    <w:p w:rsidR="006974AE" w:rsidRDefault="006974AE" w:rsidP="006974AE">
      <w:r>
        <w:t>747.5116</w:t>
      </w:r>
      <w:r>
        <w:tab/>
        <w:t>1.013e0</w:t>
      </w:r>
    </w:p>
    <w:p w:rsidR="006974AE" w:rsidRDefault="006974AE" w:rsidP="006974AE">
      <w:r>
        <w:t>747.5591</w:t>
      </w:r>
      <w:r>
        <w:tab/>
        <w:t>3.038e0</w:t>
      </w:r>
    </w:p>
    <w:p w:rsidR="006974AE" w:rsidRDefault="006974AE" w:rsidP="006974AE">
      <w:r>
        <w:t>747.5620</w:t>
      </w:r>
      <w:r>
        <w:tab/>
        <w:t>4.051e0</w:t>
      </w:r>
    </w:p>
    <w:p w:rsidR="006974AE" w:rsidRDefault="006974AE" w:rsidP="006974AE">
      <w:r>
        <w:t>747.5640</w:t>
      </w:r>
      <w:r>
        <w:tab/>
        <w:t>3.038e0</w:t>
      </w:r>
    </w:p>
    <w:p w:rsidR="006974AE" w:rsidRDefault="006974AE" w:rsidP="006974AE">
      <w:r>
        <w:t>747.5789</w:t>
      </w:r>
      <w:r>
        <w:tab/>
        <w:t>2.025e0</w:t>
      </w:r>
    </w:p>
    <w:p w:rsidR="006974AE" w:rsidRDefault="006974AE" w:rsidP="006974AE">
      <w:r>
        <w:t>747.5883</w:t>
      </w:r>
      <w:r>
        <w:tab/>
        <w:t>1.013e0</w:t>
      </w:r>
    </w:p>
    <w:p w:rsidR="006974AE" w:rsidRDefault="006974AE" w:rsidP="006974AE">
      <w:r>
        <w:t>747.6136</w:t>
      </w:r>
      <w:r>
        <w:tab/>
        <w:t>1.013e0</w:t>
      </w:r>
    </w:p>
    <w:p w:rsidR="006974AE" w:rsidRDefault="006974AE" w:rsidP="006974AE">
      <w:r>
        <w:t>747.6389</w:t>
      </w:r>
      <w:r>
        <w:tab/>
        <w:t>1.013e0</w:t>
      </w:r>
    </w:p>
    <w:p w:rsidR="006974AE" w:rsidRDefault="006974AE" w:rsidP="006974AE">
      <w:r>
        <w:t>747.6401</w:t>
      </w:r>
      <w:r>
        <w:tab/>
        <w:t>2.025e0</w:t>
      </w:r>
    </w:p>
    <w:p w:rsidR="006974AE" w:rsidRDefault="006974AE" w:rsidP="006974AE">
      <w:r>
        <w:t>747.6652</w:t>
      </w:r>
      <w:r>
        <w:tab/>
        <w:t>1.013e0</w:t>
      </w:r>
    </w:p>
    <w:p w:rsidR="006974AE" w:rsidRDefault="006974AE" w:rsidP="006974AE">
      <w:r>
        <w:t>747.6820</w:t>
      </w:r>
      <w:r>
        <w:tab/>
        <w:t>1.013e0</w:t>
      </w:r>
    </w:p>
    <w:p w:rsidR="006974AE" w:rsidRDefault="006974AE" w:rsidP="006974AE">
      <w:r>
        <w:t>747.7401</w:t>
      </w:r>
      <w:r>
        <w:tab/>
        <w:t>1.013e0</w:t>
      </w:r>
    </w:p>
    <w:p w:rsidR="006974AE" w:rsidRDefault="006974AE" w:rsidP="006974AE">
      <w:r>
        <w:t>747.7853</w:t>
      </w:r>
      <w:r>
        <w:tab/>
        <w:t>1.013e0</w:t>
      </w:r>
    </w:p>
    <w:p w:rsidR="006974AE" w:rsidRDefault="006974AE" w:rsidP="006974AE">
      <w:r>
        <w:lastRenderedPageBreak/>
        <w:t>747.8097</w:t>
      </w:r>
      <w:r>
        <w:tab/>
        <w:t>2.025e0</w:t>
      </w:r>
    </w:p>
    <w:p w:rsidR="006974AE" w:rsidRDefault="006974AE" w:rsidP="006974AE">
      <w:r>
        <w:t>747.8756</w:t>
      </w:r>
      <w:r>
        <w:tab/>
        <w:t>3.038e0</w:t>
      </w:r>
    </w:p>
    <w:p w:rsidR="006974AE" w:rsidRDefault="006974AE" w:rsidP="006974AE">
      <w:r>
        <w:t>747.8873</w:t>
      </w:r>
      <w:r>
        <w:tab/>
        <w:t>2.025e0</w:t>
      </w:r>
    </w:p>
    <w:p w:rsidR="006974AE" w:rsidRDefault="006974AE" w:rsidP="006974AE">
      <w:r>
        <w:t>747.9561</w:t>
      </w:r>
      <w:r>
        <w:tab/>
        <w:t>1.013e0</w:t>
      </w:r>
    </w:p>
    <w:p w:rsidR="006974AE" w:rsidRDefault="006974AE" w:rsidP="006974AE">
      <w:r>
        <w:t>747.9688</w:t>
      </w:r>
      <w:r>
        <w:tab/>
        <w:t>1.013e0</w:t>
      </w:r>
    </w:p>
    <w:p w:rsidR="006974AE" w:rsidRDefault="006974AE" w:rsidP="006974AE">
      <w:r>
        <w:t>747.9814</w:t>
      </w:r>
      <w:r>
        <w:tab/>
        <w:t>1.013e0</w:t>
      </w:r>
    </w:p>
    <w:p w:rsidR="006974AE" w:rsidRDefault="006974AE" w:rsidP="006974AE">
      <w:r>
        <w:t>748.0189</w:t>
      </w:r>
      <w:r>
        <w:tab/>
        <w:t>2.025e0</w:t>
      </w:r>
    </w:p>
    <w:p w:rsidR="006974AE" w:rsidRDefault="006974AE" w:rsidP="006974AE">
      <w:r>
        <w:t>748.0572</w:t>
      </w:r>
      <w:r>
        <w:tab/>
        <w:t>1.013e0</w:t>
      </w:r>
    </w:p>
    <w:p w:rsidR="006974AE" w:rsidRDefault="006974AE" w:rsidP="006974AE">
      <w:r>
        <w:t>748.0718</w:t>
      </w:r>
      <w:r>
        <w:tab/>
        <w:t>2.025e0</w:t>
      </w:r>
    </w:p>
    <w:p w:rsidR="006974AE" w:rsidRDefault="006974AE" w:rsidP="006974AE">
      <w:r>
        <w:t>748.1289</w:t>
      </w:r>
      <w:r>
        <w:tab/>
        <w:t>2.025e0</w:t>
      </w:r>
    </w:p>
    <w:p w:rsidR="006974AE" w:rsidRDefault="006974AE" w:rsidP="006974AE">
      <w:r>
        <w:t>748.1603</w:t>
      </w:r>
      <w:r>
        <w:tab/>
        <w:t>2.025e0</w:t>
      </w:r>
    </w:p>
    <w:p w:rsidR="006974AE" w:rsidRDefault="006974AE" w:rsidP="006974AE">
      <w:r>
        <w:t>748.1620</w:t>
      </w:r>
      <w:r>
        <w:tab/>
        <w:t>3.038e0</w:t>
      </w:r>
    </w:p>
    <w:p w:rsidR="006974AE" w:rsidRDefault="006974AE" w:rsidP="006974AE">
      <w:r>
        <w:t>748.2092</w:t>
      </w:r>
      <w:r>
        <w:tab/>
        <w:t>1.013e0</w:t>
      </w:r>
    </w:p>
    <w:p w:rsidR="006974AE" w:rsidRDefault="006974AE" w:rsidP="006974AE">
      <w:r>
        <w:t>748.2770</w:t>
      </w:r>
      <w:r>
        <w:tab/>
        <w:t>2.025e0</w:t>
      </w:r>
    </w:p>
    <w:p w:rsidR="006974AE" w:rsidRDefault="006974AE" w:rsidP="006974AE">
      <w:r>
        <w:t>748.2901</w:t>
      </w:r>
      <w:r>
        <w:tab/>
        <w:t>2.025e0</w:t>
      </w:r>
    </w:p>
    <w:p w:rsidR="006974AE" w:rsidRDefault="006974AE" w:rsidP="006974AE">
      <w:r>
        <w:t>748.3286</w:t>
      </w:r>
      <w:r>
        <w:tab/>
        <w:t>3.038e0</w:t>
      </w:r>
    </w:p>
    <w:p w:rsidR="006974AE" w:rsidRDefault="006974AE" w:rsidP="006974AE">
      <w:r>
        <w:t>748.3431</w:t>
      </w:r>
      <w:r>
        <w:tab/>
        <w:t>4.051e0</w:t>
      </w:r>
    </w:p>
    <w:p w:rsidR="006974AE" w:rsidRDefault="006974AE" w:rsidP="006974AE">
      <w:r>
        <w:t>748.3651</w:t>
      </w:r>
      <w:r>
        <w:tab/>
        <w:t>1.013e0</w:t>
      </w:r>
    </w:p>
    <w:p w:rsidR="006974AE" w:rsidRDefault="006974AE" w:rsidP="006974AE">
      <w:r>
        <w:t>748.3812</w:t>
      </w:r>
      <w:r>
        <w:tab/>
        <w:t>2.868e0</w:t>
      </w:r>
    </w:p>
    <w:p w:rsidR="006974AE" w:rsidRDefault="006974AE" w:rsidP="006974AE">
      <w:r>
        <w:lastRenderedPageBreak/>
        <w:t>748.4001</w:t>
      </w:r>
      <w:r>
        <w:tab/>
        <w:t>2.025e0</w:t>
      </w:r>
    </w:p>
    <w:p w:rsidR="006974AE" w:rsidRDefault="006974AE" w:rsidP="006974AE">
      <w:r>
        <w:t>748.4203</w:t>
      </w:r>
      <w:r>
        <w:tab/>
        <w:t>3.038e0</w:t>
      </w:r>
    </w:p>
    <w:p w:rsidR="006974AE" w:rsidRDefault="006974AE" w:rsidP="006974AE">
      <w:r>
        <w:t>748.4848</w:t>
      </w:r>
      <w:r>
        <w:tab/>
        <w:t>1.013e0</w:t>
      </w:r>
    </w:p>
    <w:p w:rsidR="006974AE" w:rsidRDefault="006974AE" w:rsidP="006974AE">
      <w:r>
        <w:t>748.5537</w:t>
      </w:r>
      <w:r>
        <w:tab/>
        <w:t>1.013e0</w:t>
      </w:r>
    </w:p>
    <w:p w:rsidR="006974AE" w:rsidRDefault="006974AE" w:rsidP="006974AE">
      <w:r>
        <w:t>748.5709</w:t>
      </w:r>
      <w:r>
        <w:tab/>
        <w:t>1.013e0</w:t>
      </w:r>
    </w:p>
    <w:p w:rsidR="006974AE" w:rsidRDefault="006974AE" w:rsidP="006974AE">
      <w:r>
        <w:t>748.5881</w:t>
      </w:r>
      <w:r>
        <w:tab/>
        <w:t>3.038e0</w:t>
      </w:r>
    </w:p>
    <w:p w:rsidR="006974AE" w:rsidRDefault="006974AE" w:rsidP="006974AE">
      <w:r>
        <w:t>748.6395</w:t>
      </w:r>
      <w:r>
        <w:tab/>
        <w:t>3.038e0</w:t>
      </w:r>
    </w:p>
    <w:p w:rsidR="006974AE" w:rsidRDefault="006974AE" w:rsidP="006974AE">
      <w:r>
        <w:t>748.6469</w:t>
      </w:r>
      <w:r>
        <w:tab/>
        <w:t>2.025e0</w:t>
      </w:r>
    </w:p>
    <w:p w:rsidR="006974AE" w:rsidRDefault="006974AE" w:rsidP="006974AE">
      <w:r>
        <w:t>748.6774</w:t>
      </w:r>
      <w:r>
        <w:tab/>
        <w:t>3.038e0</w:t>
      </w:r>
    </w:p>
    <w:p w:rsidR="006974AE" w:rsidRDefault="006974AE" w:rsidP="006974AE">
      <w:r>
        <w:t>748.7284</w:t>
      </w:r>
      <w:r>
        <w:tab/>
        <w:t>1.013e0</w:t>
      </w:r>
    </w:p>
    <w:p w:rsidR="006974AE" w:rsidRDefault="006974AE" w:rsidP="006974AE">
      <w:r>
        <w:t>748.7781</w:t>
      </w:r>
      <w:r>
        <w:tab/>
        <w:t>1.013e0</w:t>
      </w:r>
    </w:p>
    <w:p w:rsidR="006974AE" w:rsidRDefault="006974AE" w:rsidP="006974AE">
      <w:r>
        <w:t>748.7920</w:t>
      </w:r>
      <w:r>
        <w:tab/>
        <w:t>2.025e0</w:t>
      </w:r>
    </w:p>
    <w:p w:rsidR="006974AE" w:rsidRDefault="006974AE" w:rsidP="006974AE">
      <w:r>
        <w:t>748.8603</w:t>
      </w:r>
      <w:r>
        <w:tab/>
        <w:t>1.013e0</w:t>
      </w:r>
    </w:p>
    <w:p w:rsidR="006974AE" w:rsidRDefault="006974AE" w:rsidP="006974AE">
      <w:r>
        <w:t>748.8804</w:t>
      </w:r>
      <w:r>
        <w:tab/>
        <w:t>1.013e0</w:t>
      </w:r>
    </w:p>
    <w:p w:rsidR="006974AE" w:rsidRDefault="006974AE" w:rsidP="006974AE">
      <w:r>
        <w:t>748.8951</w:t>
      </w:r>
      <w:r>
        <w:tab/>
        <w:t>1.013e0</w:t>
      </w:r>
    </w:p>
    <w:p w:rsidR="006974AE" w:rsidRDefault="006974AE" w:rsidP="006974AE">
      <w:r>
        <w:t>748.9017</w:t>
      </w:r>
      <w:r>
        <w:tab/>
        <w:t>2.025e0</w:t>
      </w:r>
    </w:p>
    <w:p w:rsidR="006974AE" w:rsidRDefault="006974AE" w:rsidP="006974AE">
      <w:r>
        <w:t>748.9072</w:t>
      </w:r>
      <w:r>
        <w:tab/>
        <w:t>2.025e0</w:t>
      </w:r>
    </w:p>
    <w:p w:rsidR="006974AE" w:rsidRDefault="006974AE" w:rsidP="006974AE">
      <w:r>
        <w:t>748.9220</w:t>
      </w:r>
      <w:r>
        <w:tab/>
        <w:t>2.025e0</w:t>
      </w:r>
    </w:p>
    <w:p w:rsidR="006974AE" w:rsidRDefault="006974AE" w:rsidP="006974AE">
      <w:r>
        <w:t>748.9944</w:t>
      </w:r>
      <w:r>
        <w:tab/>
        <w:t>2.025e0</w:t>
      </w:r>
    </w:p>
    <w:p w:rsidR="006974AE" w:rsidRDefault="006974AE" w:rsidP="006974AE">
      <w:r>
        <w:lastRenderedPageBreak/>
        <w:t>748.9968</w:t>
      </w:r>
      <w:r>
        <w:tab/>
        <w:t>1.013e0</w:t>
      </w:r>
    </w:p>
    <w:p w:rsidR="006974AE" w:rsidRDefault="006974AE" w:rsidP="006974AE">
      <w:r>
        <w:t>749.0139</w:t>
      </w:r>
      <w:r>
        <w:tab/>
        <w:t>1.013e0</w:t>
      </w:r>
    </w:p>
    <w:p w:rsidR="006974AE" w:rsidRDefault="006974AE" w:rsidP="006974AE">
      <w:r>
        <w:t>749.0316</w:t>
      </w:r>
      <w:r>
        <w:tab/>
        <w:t>1.013e0</w:t>
      </w:r>
    </w:p>
    <w:p w:rsidR="006974AE" w:rsidRDefault="006974AE" w:rsidP="006974AE">
      <w:r>
        <w:t>749.0569</w:t>
      </w:r>
      <w:r>
        <w:tab/>
        <w:t>1.013e0</w:t>
      </w:r>
    </w:p>
    <w:p w:rsidR="006974AE" w:rsidRDefault="006974AE" w:rsidP="006974AE">
      <w:r>
        <w:t>749.0652</w:t>
      </w:r>
      <w:r>
        <w:tab/>
        <w:t>1.013e0</w:t>
      </w:r>
    </w:p>
    <w:p w:rsidR="006974AE" w:rsidRDefault="006974AE" w:rsidP="006974AE">
      <w:r>
        <w:t>749.0663</w:t>
      </w:r>
      <w:r>
        <w:tab/>
        <w:t>3.038e0</w:t>
      </w:r>
    </w:p>
    <w:p w:rsidR="006974AE" w:rsidRDefault="006974AE" w:rsidP="006974AE">
      <w:r>
        <w:t>749.0705</w:t>
      </w:r>
      <w:r>
        <w:tab/>
        <w:t>1.013e0</w:t>
      </w:r>
    </w:p>
    <w:p w:rsidR="006974AE" w:rsidRDefault="006974AE" w:rsidP="006974AE">
      <w:r>
        <w:t>749.1053</w:t>
      </w:r>
      <w:r>
        <w:tab/>
        <w:t>2.025e0</w:t>
      </w:r>
    </w:p>
    <w:p w:rsidR="006974AE" w:rsidRDefault="006974AE" w:rsidP="006974AE">
      <w:r>
        <w:t>749.1165</w:t>
      </w:r>
      <w:r>
        <w:tab/>
        <w:t>1.013e0</w:t>
      </w:r>
    </w:p>
    <w:p w:rsidR="006974AE" w:rsidRDefault="006974AE" w:rsidP="006974AE">
      <w:r>
        <w:t>749.1339</w:t>
      </w:r>
      <w:r>
        <w:tab/>
        <w:t>2.025e0</w:t>
      </w:r>
    </w:p>
    <w:p w:rsidR="006974AE" w:rsidRDefault="006974AE" w:rsidP="006974AE">
      <w:r>
        <w:t>749.1842</w:t>
      </w:r>
      <w:r>
        <w:tab/>
        <w:t>1.013e0</w:t>
      </w:r>
    </w:p>
    <w:p w:rsidR="006974AE" w:rsidRDefault="006974AE" w:rsidP="006974AE">
      <w:r>
        <w:t>749.2343</w:t>
      </w:r>
      <w:r>
        <w:tab/>
        <w:t>1.013e0</w:t>
      </w:r>
    </w:p>
    <w:p w:rsidR="006974AE" w:rsidRDefault="006974AE" w:rsidP="006974AE">
      <w:r>
        <w:t>749.2385</w:t>
      </w:r>
      <w:r>
        <w:tab/>
        <w:t>4.051e0</w:t>
      </w:r>
    </w:p>
    <w:p w:rsidR="006974AE" w:rsidRDefault="006974AE" w:rsidP="006974AE">
      <w:r>
        <w:t>749.2531</w:t>
      </w:r>
      <w:r>
        <w:tab/>
        <w:t>1.013e0</w:t>
      </w:r>
    </w:p>
    <w:p w:rsidR="006974AE" w:rsidRDefault="006974AE" w:rsidP="006974AE">
      <w:r>
        <w:t>749.2716</w:t>
      </w:r>
      <w:r>
        <w:tab/>
        <w:t>4.051e0</w:t>
      </w:r>
    </w:p>
    <w:p w:rsidR="006974AE" w:rsidRDefault="006974AE" w:rsidP="006974AE">
      <w:r>
        <w:t>749.2986</w:t>
      </w:r>
      <w:r>
        <w:tab/>
        <w:t>1.013e0</w:t>
      </w:r>
    </w:p>
    <w:p w:rsidR="006974AE" w:rsidRDefault="006974AE" w:rsidP="006974AE">
      <w:r>
        <w:t>749.3432</w:t>
      </w:r>
      <w:r>
        <w:tab/>
        <w:t>3.038e0</w:t>
      </w:r>
    </w:p>
    <w:p w:rsidR="006974AE" w:rsidRDefault="006974AE" w:rsidP="006974AE">
      <w:r>
        <w:t>749.4076</w:t>
      </w:r>
      <w:r>
        <w:tab/>
        <w:t>1.013e0</w:t>
      </w:r>
    </w:p>
    <w:p w:rsidR="006974AE" w:rsidRDefault="006974AE" w:rsidP="006974AE">
      <w:r>
        <w:t>749.4115</w:t>
      </w:r>
      <w:r>
        <w:tab/>
        <w:t>3.923e0</w:t>
      </w:r>
    </w:p>
    <w:p w:rsidR="006974AE" w:rsidRDefault="006974AE" w:rsidP="006974AE">
      <w:r>
        <w:lastRenderedPageBreak/>
        <w:t>749.4254</w:t>
      </w:r>
      <w:r>
        <w:tab/>
        <w:t>1.013e0</w:t>
      </w:r>
    </w:p>
    <w:p w:rsidR="006974AE" w:rsidRDefault="006974AE" w:rsidP="006974AE">
      <w:r>
        <w:t>749.4380</w:t>
      </w:r>
      <w:r>
        <w:tab/>
        <w:t>1.013e0</w:t>
      </w:r>
    </w:p>
    <w:p w:rsidR="006974AE" w:rsidRDefault="006974AE" w:rsidP="006974AE">
      <w:r>
        <w:t>749.4462</w:t>
      </w:r>
      <w:r>
        <w:tab/>
        <w:t>2.025e0</w:t>
      </w:r>
    </w:p>
    <w:p w:rsidR="006974AE" w:rsidRDefault="006974AE" w:rsidP="006974AE">
      <w:r>
        <w:t>749.4543</w:t>
      </w:r>
      <w:r>
        <w:tab/>
        <w:t>2.025e0</w:t>
      </w:r>
    </w:p>
    <w:p w:rsidR="006974AE" w:rsidRDefault="006974AE" w:rsidP="006974AE">
      <w:r>
        <w:t>749.5132</w:t>
      </w:r>
      <w:r>
        <w:tab/>
        <w:t>1.013e0</w:t>
      </w:r>
    </w:p>
    <w:p w:rsidR="006974AE" w:rsidRDefault="006974AE" w:rsidP="006974AE">
      <w:r>
        <w:t>749.5178</w:t>
      </w:r>
      <w:r>
        <w:tab/>
        <w:t>2.025e0</w:t>
      </w:r>
    </w:p>
    <w:p w:rsidR="006974AE" w:rsidRDefault="006974AE" w:rsidP="006974AE">
      <w:r>
        <w:t>749.5433</w:t>
      </w:r>
      <w:r>
        <w:tab/>
        <w:t>1.013e0</w:t>
      </w:r>
    </w:p>
    <w:p w:rsidR="006974AE" w:rsidRDefault="006974AE" w:rsidP="006974AE">
      <w:r>
        <w:t>749.5643</w:t>
      </w:r>
      <w:r>
        <w:tab/>
        <w:t>2.025e0</w:t>
      </w:r>
    </w:p>
    <w:p w:rsidR="006974AE" w:rsidRDefault="006974AE" w:rsidP="006974AE">
      <w:r>
        <w:t>749.5703</w:t>
      </w:r>
      <w:r>
        <w:tab/>
        <w:t>2.025e0</w:t>
      </w:r>
    </w:p>
    <w:p w:rsidR="006974AE" w:rsidRDefault="006974AE" w:rsidP="006974AE">
      <w:r>
        <w:t>749.6117</w:t>
      </w:r>
      <w:r>
        <w:tab/>
        <w:t>1.013e0</w:t>
      </w:r>
    </w:p>
    <w:p w:rsidR="006974AE" w:rsidRDefault="006974AE" w:rsidP="006974AE">
      <w:r>
        <w:t>749.6292</w:t>
      </w:r>
      <w:r>
        <w:tab/>
        <w:t>1.013e0</w:t>
      </w:r>
    </w:p>
    <w:p w:rsidR="006974AE" w:rsidRDefault="006974AE" w:rsidP="006974AE">
      <w:r>
        <w:t>749.7401</w:t>
      </w:r>
      <w:r>
        <w:tab/>
        <w:t>2.025e0</w:t>
      </w:r>
    </w:p>
    <w:p w:rsidR="006974AE" w:rsidRDefault="006974AE" w:rsidP="006974AE">
      <w:r>
        <w:t>749.7491</w:t>
      </w:r>
      <w:r>
        <w:tab/>
        <w:t>1.013e0</w:t>
      </w:r>
    </w:p>
    <w:p w:rsidR="006974AE" w:rsidRDefault="006974AE" w:rsidP="006974AE">
      <w:r>
        <w:t>749.7652</w:t>
      </w:r>
      <w:r>
        <w:tab/>
        <w:t>2.025e0</w:t>
      </w:r>
    </w:p>
    <w:p w:rsidR="006974AE" w:rsidRDefault="006974AE" w:rsidP="006974AE">
      <w:r>
        <w:t>749.7943</w:t>
      </w:r>
      <w:r>
        <w:tab/>
        <w:t>3.038e0</w:t>
      </w:r>
    </w:p>
    <w:p w:rsidR="006974AE" w:rsidRDefault="006974AE" w:rsidP="006974AE">
      <w:r>
        <w:t>749.8312</w:t>
      </w:r>
      <w:r>
        <w:tab/>
        <w:t>1.013e0</w:t>
      </w:r>
    </w:p>
    <w:p w:rsidR="006974AE" w:rsidRDefault="006974AE" w:rsidP="006974AE">
      <w:r>
        <w:t>749.8566</w:t>
      </w:r>
      <w:r>
        <w:tab/>
        <w:t>1.013e0</w:t>
      </w:r>
    </w:p>
    <w:p w:rsidR="006974AE" w:rsidRDefault="006974AE" w:rsidP="006974AE">
      <w:r>
        <w:t>749.9175</w:t>
      </w:r>
      <w:r>
        <w:tab/>
        <w:t>4.051e0</w:t>
      </w:r>
    </w:p>
    <w:p w:rsidR="006974AE" w:rsidRDefault="006974AE" w:rsidP="006974AE">
      <w:r>
        <w:t>749.9317</w:t>
      </w:r>
      <w:r>
        <w:tab/>
        <w:t>1.013e0</w:t>
      </w:r>
    </w:p>
    <w:p w:rsidR="006974AE" w:rsidRDefault="006974AE" w:rsidP="006974AE">
      <w:r>
        <w:lastRenderedPageBreak/>
        <w:t>749.9834</w:t>
      </w:r>
      <w:r>
        <w:tab/>
        <w:t>1.013e0</w:t>
      </w:r>
    </w:p>
    <w:p w:rsidR="006974AE" w:rsidRDefault="006974AE" w:rsidP="006974AE">
      <w:r>
        <w:t>750.0060</w:t>
      </w:r>
      <w:r>
        <w:tab/>
        <w:t>2.025e0</w:t>
      </w:r>
    </w:p>
    <w:p w:rsidR="006974AE" w:rsidRDefault="006974AE" w:rsidP="006974AE">
      <w:r>
        <w:t>750.0151</w:t>
      </w:r>
      <w:r>
        <w:tab/>
        <w:t>2.025e0</w:t>
      </w:r>
    </w:p>
    <w:p w:rsidR="006974AE" w:rsidRDefault="006974AE" w:rsidP="006974AE">
      <w:r>
        <w:t>750.1151</w:t>
      </w:r>
      <w:r>
        <w:tab/>
        <w:t>2.025e0</w:t>
      </w:r>
    </w:p>
    <w:p w:rsidR="006974AE" w:rsidRDefault="006974AE" w:rsidP="006974AE">
      <w:r>
        <w:t>750.2100</w:t>
      </w:r>
      <w:r>
        <w:tab/>
        <w:t>4.051e0</w:t>
      </w:r>
    </w:p>
    <w:p w:rsidR="006974AE" w:rsidRDefault="006974AE" w:rsidP="006974AE">
      <w:r>
        <w:t>750.2743</w:t>
      </w:r>
      <w:r>
        <w:tab/>
        <w:t>2.025e0</w:t>
      </w:r>
    </w:p>
    <w:p w:rsidR="006974AE" w:rsidRDefault="006974AE" w:rsidP="006974AE">
      <w:r>
        <w:t>750.2783</w:t>
      </w:r>
      <w:r>
        <w:tab/>
        <w:t>1.013e0</w:t>
      </w:r>
    </w:p>
    <w:p w:rsidR="006974AE" w:rsidRDefault="006974AE" w:rsidP="006974AE">
      <w:r>
        <w:t>750.3287</w:t>
      </w:r>
      <w:r>
        <w:tab/>
        <w:t>1.013e0</w:t>
      </w:r>
    </w:p>
    <w:p w:rsidR="006974AE" w:rsidRDefault="006974AE" w:rsidP="006974AE">
      <w:r>
        <w:t>750.3545</w:t>
      </w:r>
      <w:r>
        <w:tab/>
        <w:t>1.331e0</w:t>
      </w:r>
    </w:p>
    <w:p w:rsidR="006974AE" w:rsidRDefault="006974AE" w:rsidP="006974AE">
      <w:r>
        <w:t>750.3641</w:t>
      </w:r>
      <w:r>
        <w:tab/>
        <w:t>1.013e0</w:t>
      </w:r>
    </w:p>
    <w:p w:rsidR="006974AE" w:rsidRDefault="006974AE" w:rsidP="006974AE">
      <w:r>
        <w:t>750.3752</w:t>
      </w:r>
      <w:r>
        <w:tab/>
        <w:t>2.369e0</w:t>
      </w:r>
    </w:p>
    <w:p w:rsidR="006974AE" w:rsidRDefault="006974AE" w:rsidP="006974AE">
      <w:r>
        <w:t>750.3979</w:t>
      </w:r>
      <w:r>
        <w:tab/>
        <w:t>3.881e0</w:t>
      </w:r>
    </w:p>
    <w:p w:rsidR="006974AE" w:rsidRDefault="006974AE" w:rsidP="006974AE">
      <w:r>
        <w:t>750.4492</w:t>
      </w:r>
      <w:r>
        <w:tab/>
        <w:t>1.013e0</w:t>
      </w:r>
    </w:p>
    <w:p w:rsidR="006974AE" w:rsidRDefault="006974AE" w:rsidP="006974AE">
      <w:r>
        <w:t>750.4650</w:t>
      </w:r>
      <w:r>
        <w:tab/>
        <w:t>3.038e0</w:t>
      </w:r>
    </w:p>
    <w:p w:rsidR="006974AE" w:rsidRDefault="006974AE" w:rsidP="006974AE">
      <w:r>
        <w:t>750.5581</w:t>
      </w:r>
      <w:r>
        <w:tab/>
        <w:t>5.063e0</w:t>
      </w:r>
    </w:p>
    <w:p w:rsidR="006974AE" w:rsidRDefault="006974AE" w:rsidP="006974AE">
      <w:r>
        <w:t>750.5682</w:t>
      </w:r>
      <w:r>
        <w:tab/>
        <w:t>1.013e0</w:t>
      </w:r>
    </w:p>
    <w:p w:rsidR="006974AE" w:rsidRDefault="006974AE" w:rsidP="006974AE">
      <w:r>
        <w:t>750.6264</w:t>
      </w:r>
      <w:r>
        <w:tab/>
        <w:t>2.025e0</w:t>
      </w:r>
    </w:p>
    <w:p w:rsidR="006974AE" w:rsidRDefault="006974AE" w:rsidP="006974AE">
      <w:r>
        <w:t>750.6743</w:t>
      </w:r>
      <w:r>
        <w:tab/>
        <w:t>2.025e0</w:t>
      </w:r>
    </w:p>
    <w:p w:rsidR="006974AE" w:rsidRDefault="006974AE" w:rsidP="006974AE">
      <w:r>
        <w:t>750.6872</w:t>
      </w:r>
      <w:r>
        <w:tab/>
        <w:t>1.013e0</w:t>
      </w:r>
    </w:p>
    <w:p w:rsidR="006974AE" w:rsidRDefault="006974AE" w:rsidP="006974AE">
      <w:r>
        <w:lastRenderedPageBreak/>
        <w:t>750.7052</w:t>
      </w:r>
      <w:r>
        <w:tab/>
        <w:t>2.025e0</w:t>
      </w:r>
    </w:p>
    <w:p w:rsidR="006974AE" w:rsidRDefault="006974AE" w:rsidP="006974AE">
      <w:r>
        <w:t>750.7567</w:t>
      </w:r>
      <w:r>
        <w:tab/>
        <w:t>1.013e0</w:t>
      </w:r>
    </w:p>
    <w:p w:rsidR="006974AE" w:rsidRDefault="006974AE" w:rsidP="006974AE">
      <w:r>
        <w:t>750.7948</w:t>
      </w:r>
      <w:r>
        <w:tab/>
        <w:t>1.013e0</w:t>
      </w:r>
    </w:p>
    <w:p w:rsidR="006974AE" w:rsidRDefault="006974AE" w:rsidP="006974AE">
      <w:r>
        <w:t>750.8295</w:t>
      </w:r>
      <w:r>
        <w:tab/>
        <w:t>2.025e0</w:t>
      </w:r>
    </w:p>
    <w:p w:rsidR="006974AE" w:rsidRDefault="006974AE" w:rsidP="006974AE">
      <w:r>
        <w:t>750.8339</w:t>
      </w:r>
      <w:r>
        <w:tab/>
        <w:t>1.013e0</w:t>
      </w:r>
    </w:p>
    <w:p w:rsidR="006974AE" w:rsidRDefault="006974AE" w:rsidP="006974AE">
      <w:r>
        <w:t>750.8973</w:t>
      </w:r>
      <w:r>
        <w:tab/>
        <w:t>1.013e0</w:t>
      </w:r>
    </w:p>
    <w:p w:rsidR="006974AE" w:rsidRDefault="006974AE" w:rsidP="006974AE">
      <w:r>
        <w:t>750.9355</w:t>
      </w:r>
      <w:r>
        <w:tab/>
        <w:t>2.025e0</w:t>
      </w:r>
    </w:p>
    <w:p w:rsidR="006974AE" w:rsidRDefault="006974AE" w:rsidP="006974AE">
      <w:r>
        <w:t>750.9727</w:t>
      </w:r>
      <w:r>
        <w:tab/>
        <w:t>1.013e0</w:t>
      </w:r>
    </w:p>
    <w:p w:rsidR="006974AE" w:rsidRDefault="006974AE" w:rsidP="006974AE">
      <w:r>
        <w:t>750.9775</w:t>
      </w:r>
      <w:r>
        <w:tab/>
        <w:t>1.013e0</w:t>
      </w:r>
    </w:p>
    <w:p w:rsidR="006974AE" w:rsidRDefault="006974AE" w:rsidP="006974AE">
      <w:r>
        <w:t>751.0770</w:t>
      </w:r>
      <w:r>
        <w:tab/>
        <w:t>2.025e0</w:t>
      </w:r>
    </w:p>
    <w:p w:rsidR="006974AE" w:rsidRDefault="006974AE" w:rsidP="006974AE">
      <w:r>
        <w:t>751.0821</w:t>
      </w:r>
      <w:r>
        <w:tab/>
        <w:t>3.038e0</w:t>
      </w:r>
    </w:p>
    <w:p w:rsidR="006974AE" w:rsidRDefault="006974AE" w:rsidP="006974AE">
      <w:r>
        <w:t>751.1251</w:t>
      </w:r>
      <w:r>
        <w:tab/>
        <w:t>1.013e0</w:t>
      </w:r>
    </w:p>
    <w:p w:rsidR="006974AE" w:rsidRDefault="006974AE" w:rsidP="006974AE">
      <w:r>
        <w:t>751.1493</w:t>
      </w:r>
      <w:r>
        <w:tab/>
        <w:t>1.013e0</w:t>
      </w:r>
    </w:p>
    <w:p w:rsidR="006974AE" w:rsidRDefault="006974AE" w:rsidP="006974AE">
      <w:r>
        <w:t>751.2404</w:t>
      </w:r>
      <w:r>
        <w:tab/>
        <w:t>1.013e0</w:t>
      </w:r>
    </w:p>
    <w:p w:rsidR="006974AE" w:rsidRDefault="006974AE" w:rsidP="006974AE">
      <w:r>
        <w:t>751.2847</w:t>
      </w:r>
      <w:r>
        <w:tab/>
        <w:t>1.013e0</w:t>
      </w:r>
    </w:p>
    <w:p w:rsidR="006974AE" w:rsidRDefault="006974AE" w:rsidP="006974AE">
      <w:r>
        <w:t>751.3492</w:t>
      </w:r>
      <w:r>
        <w:tab/>
        <w:t>3.038e0</w:t>
      </w:r>
    </w:p>
    <w:p w:rsidR="006974AE" w:rsidRDefault="006974AE" w:rsidP="006974AE">
      <w:r>
        <w:t>751.3544</w:t>
      </w:r>
      <w:r>
        <w:tab/>
        <w:t>3.502e0</w:t>
      </w:r>
    </w:p>
    <w:p w:rsidR="006974AE" w:rsidRDefault="006974AE" w:rsidP="006974AE">
      <w:r>
        <w:t>751.3871</w:t>
      </w:r>
      <w:r>
        <w:tab/>
        <w:t>1.013e0</w:t>
      </w:r>
    </w:p>
    <w:p w:rsidR="006974AE" w:rsidRDefault="006974AE" w:rsidP="006974AE">
      <w:r>
        <w:t>751.3968</w:t>
      </w:r>
      <w:r>
        <w:tab/>
        <w:t>2.025e0</w:t>
      </w:r>
    </w:p>
    <w:p w:rsidR="006974AE" w:rsidRDefault="006974AE" w:rsidP="006974AE">
      <w:r>
        <w:lastRenderedPageBreak/>
        <w:t>751.4265</w:t>
      </w:r>
      <w:r>
        <w:tab/>
        <w:t>2.025e0</w:t>
      </w:r>
    </w:p>
    <w:p w:rsidR="006974AE" w:rsidRDefault="006974AE" w:rsidP="006974AE">
      <w:r>
        <w:t>751.4941</w:t>
      </w:r>
      <w:r>
        <w:tab/>
        <w:t>2.025e0</w:t>
      </w:r>
    </w:p>
    <w:p w:rsidR="006974AE" w:rsidRDefault="006974AE" w:rsidP="006974AE">
      <w:r>
        <w:t>751.5073</w:t>
      </w:r>
      <w:r>
        <w:tab/>
        <w:t>1.013e0</w:t>
      </w:r>
    </w:p>
    <w:p w:rsidR="006974AE" w:rsidRDefault="006974AE" w:rsidP="006974AE">
      <w:r>
        <w:t>751.5444</w:t>
      </w:r>
      <w:r>
        <w:tab/>
        <w:t>2.025e0</w:t>
      </w:r>
    </w:p>
    <w:p w:rsidR="006974AE" w:rsidRDefault="006974AE" w:rsidP="006974AE">
      <w:r>
        <w:t>751.5870</w:t>
      </w:r>
      <w:r>
        <w:tab/>
        <w:t>3.038e0</w:t>
      </w:r>
    </w:p>
    <w:p w:rsidR="006974AE" w:rsidRDefault="006974AE" w:rsidP="006974AE">
      <w:r>
        <w:t>751.5920</w:t>
      </w:r>
      <w:r>
        <w:tab/>
        <w:t>1.013e0</w:t>
      </w:r>
    </w:p>
    <w:p w:rsidR="006974AE" w:rsidRDefault="006974AE" w:rsidP="006974AE">
      <w:r>
        <w:t>751.6598</w:t>
      </w:r>
      <w:r>
        <w:tab/>
        <w:t>1.013e0</w:t>
      </w:r>
    </w:p>
    <w:p w:rsidR="006974AE" w:rsidRDefault="006974AE" w:rsidP="006974AE">
      <w:r>
        <w:t>751.6722</w:t>
      </w:r>
      <w:r>
        <w:tab/>
        <w:t>3.038e0</w:t>
      </w:r>
    </w:p>
    <w:p w:rsidR="006974AE" w:rsidRDefault="006974AE" w:rsidP="006974AE">
      <w:r>
        <w:t>751.7106</w:t>
      </w:r>
      <w:r>
        <w:tab/>
        <w:t>1.013e0</w:t>
      </w:r>
    </w:p>
    <w:p w:rsidR="006974AE" w:rsidRDefault="006974AE" w:rsidP="006974AE">
      <w:r>
        <w:t>751.7606</w:t>
      </w:r>
      <w:r>
        <w:tab/>
        <w:t>1.013e0</w:t>
      </w:r>
    </w:p>
    <w:p w:rsidR="006974AE" w:rsidRDefault="006974AE" w:rsidP="006974AE">
      <w:r>
        <w:t>751.7797</w:t>
      </w:r>
      <w:r>
        <w:tab/>
        <w:t>1.013e0</w:t>
      </w:r>
    </w:p>
    <w:p w:rsidR="006974AE" w:rsidRDefault="006974AE" w:rsidP="006974AE">
      <w:r>
        <w:t>751.8493</w:t>
      </w:r>
      <w:r>
        <w:tab/>
        <w:t>1.013e0</w:t>
      </w:r>
    </w:p>
    <w:p w:rsidR="006974AE" w:rsidRDefault="006974AE" w:rsidP="006974AE">
      <w:r>
        <w:t>751.9141</w:t>
      </w:r>
      <w:r>
        <w:tab/>
        <w:t>1.013e0</w:t>
      </w:r>
    </w:p>
    <w:p w:rsidR="006974AE" w:rsidRDefault="006974AE" w:rsidP="006974AE">
      <w:r>
        <w:t>751.9259</w:t>
      </w:r>
      <w:r>
        <w:tab/>
        <w:t>1.013e0</w:t>
      </w:r>
    </w:p>
    <w:p w:rsidR="006974AE" w:rsidRDefault="006974AE" w:rsidP="006974AE">
      <w:r>
        <w:t>751.9774</w:t>
      </w:r>
      <w:r>
        <w:tab/>
        <w:t>2.025e0</w:t>
      </w:r>
    </w:p>
    <w:p w:rsidR="006974AE" w:rsidRDefault="006974AE" w:rsidP="006974AE">
      <w:r>
        <w:t>752.0954</w:t>
      </w:r>
      <w:r>
        <w:tab/>
        <w:t>3.038e0</w:t>
      </w:r>
    </w:p>
    <w:p w:rsidR="006974AE" w:rsidRDefault="006974AE" w:rsidP="006974AE">
      <w:r>
        <w:t>752.1049</w:t>
      </w:r>
      <w:r>
        <w:tab/>
        <w:t>1.013e0</w:t>
      </w:r>
    </w:p>
    <w:p w:rsidR="006974AE" w:rsidRDefault="006974AE" w:rsidP="006974AE">
      <w:r>
        <w:t>752.1248</w:t>
      </w:r>
      <w:r>
        <w:tab/>
        <w:t>2.025e0</w:t>
      </w:r>
    </w:p>
    <w:p w:rsidR="006974AE" w:rsidRDefault="006974AE" w:rsidP="006974AE">
      <w:r>
        <w:t>752.2200</w:t>
      </w:r>
      <w:r>
        <w:tab/>
        <w:t>2.025e0</w:t>
      </w:r>
    </w:p>
    <w:p w:rsidR="006974AE" w:rsidRDefault="006974AE" w:rsidP="006974AE">
      <w:r>
        <w:lastRenderedPageBreak/>
        <w:t>752.2720</w:t>
      </w:r>
      <w:r>
        <w:tab/>
        <w:t>2.025e0</w:t>
      </w:r>
    </w:p>
    <w:p w:rsidR="006974AE" w:rsidRDefault="006974AE" w:rsidP="006974AE">
      <w:r>
        <w:t>752.2832</w:t>
      </w:r>
      <w:r>
        <w:tab/>
        <w:t>2.025e0</w:t>
      </w:r>
    </w:p>
    <w:p w:rsidR="006974AE" w:rsidRDefault="006974AE" w:rsidP="006974AE">
      <w:r>
        <w:t>752.2948</w:t>
      </w:r>
      <w:r>
        <w:tab/>
        <w:t>1.013e0</w:t>
      </w:r>
    </w:p>
    <w:p w:rsidR="006974AE" w:rsidRDefault="006974AE" w:rsidP="006974AE">
      <w:r>
        <w:t>752.3387</w:t>
      </w:r>
      <w:r>
        <w:tab/>
        <w:t>3.038e0</w:t>
      </w:r>
    </w:p>
    <w:p w:rsidR="006974AE" w:rsidRDefault="006974AE" w:rsidP="006974AE">
      <w:r>
        <w:t>752.3406</w:t>
      </w:r>
      <w:r>
        <w:tab/>
        <w:t>3.038e0</w:t>
      </w:r>
    </w:p>
    <w:p w:rsidR="006974AE" w:rsidRDefault="006974AE" w:rsidP="006974AE">
      <w:r>
        <w:t>752.3447</w:t>
      </w:r>
      <w:r>
        <w:tab/>
        <w:t>3.835e0</w:t>
      </w:r>
    </w:p>
    <w:p w:rsidR="006974AE" w:rsidRDefault="006974AE" w:rsidP="006974AE">
      <w:r>
        <w:t>752.3718</w:t>
      </w:r>
      <w:r>
        <w:tab/>
        <w:t>1.425e0</w:t>
      </w:r>
    </w:p>
    <w:p w:rsidR="006974AE" w:rsidRDefault="006974AE" w:rsidP="006974AE">
      <w:r>
        <w:t>752.3813</w:t>
      </w:r>
      <w:r>
        <w:tab/>
        <w:t>2.641e0</w:t>
      </w:r>
    </w:p>
    <w:p w:rsidR="006974AE" w:rsidRDefault="006974AE" w:rsidP="006974AE">
      <w:r>
        <w:t>752.3856</w:t>
      </w:r>
      <w:r>
        <w:tab/>
        <w:t>2.025e0</w:t>
      </w:r>
    </w:p>
    <w:p w:rsidR="006974AE" w:rsidRDefault="006974AE" w:rsidP="006974AE">
      <w:r>
        <w:t>752.4315</w:t>
      </w:r>
      <w:r>
        <w:tab/>
        <w:t>2.025e0</w:t>
      </w:r>
    </w:p>
    <w:p w:rsidR="006974AE" w:rsidRDefault="006974AE" w:rsidP="006974AE">
      <w:r>
        <w:t>752.4569</w:t>
      </w:r>
      <w:r>
        <w:tab/>
        <w:t>4.051e0</w:t>
      </w:r>
    </w:p>
    <w:p w:rsidR="006974AE" w:rsidRDefault="006974AE" w:rsidP="006974AE">
      <w:r>
        <w:t>752.4922</w:t>
      </w:r>
      <w:r>
        <w:tab/>
        <w:t>4.051e0</w:t>
      </w:r>
    </w:p>
    <w:p w:rsidR="006974AE" w:rsidRDefault="006974AE" w:rsidP="006974AE">
      <w:r>
        <w:t>752.4969</w:t>
      </w:r>
      <w:r>
        <w:tab/>
        <w:t>1.013e0</w:t>
      </w:r>
    </w:p>
    <w:p w:rsidR="006974AE" w:rsidRDefault="006974AE" w:rsidP="006974AE">
      <w:r>
        <w:t>752.5111</w:t>
      </w:r>
      <w:r>
        <w:tab/>
        <w:t>1.013e0</w:t>
      </w:r>
    </w:p>
    <w:p w:rsidR="006974AE" w:rsidRDefault="006974AE" w:rsidP="006974AE">
      <w:r>
        <w:t>752.5144</w:t>
      </w:r>
      <w:r>
        <w:tab/>
        <w:t>1.013e0</w:t>
      </w:r>
    </w:p>
    <w:p w:rsidR="006974AE" w:rsidRDefault="006974AE" w:rsidP="006974AE">
      <w:r>
        <w:t>752.5482</w:t>
      </w:r>
      <w:r>
        <w:tab/>
        <w:t>1.013e0</w:t>
      </w:r>
    </w:p>
    <w:p w:rsidR="006974AE" w:rsidRDefault="006974AE" w:rsidP="006974AE">
      <w:r>
        <w:t>752.6005</w:t>
      </w:r>
      <w:r>
        <w:tab/>
        <w:t>1.013e0</w:t>
      </w:r>
    </w:p>
    <w:p w:rsidR="006974AE" w:rsidRDefault="006974AE" w:rsidP="006974AE">
      <w:r>
        <w:t>752.6160</w:t>
      </w:r>
      <w:r>
        <w:tab/>
        <w:t>1.013e0</w:t>
      </w:r>
    </w:p>
    <w:p w:rsidR="006974AE" w:rsidRDefault="006974AE" w:rsidP="006974AE">
      <w:r>
        <w:t>752.6217</w:t>
      </w:r>
      <w:r>
        <w:tab/>
        <w:t>3.038e0</w:t>
      </w:r>
    </w:p>
    <w:p w:rsidR="006974AE" w:rsidRDefault="006974AE" w:rsidP="006974AE">
      <w:r>
        <w:lastRenderedPageBreak/>
        <w:t>752.6648</w:t>
      </w:r>
      <w:r>
        <w:tab/>
        <w:t>1.013e0</w:t>
      </w:r>
    </w:p>
    <w:p w:rsidR="006974AE" w:rsidRDefault="006974AE" w:rsidP="006974AE">
      <w:r>
        <w:t>752.6672</w:t>
      </w:r>
      <w:r>
        <w:tab/>
        <w:t>1.013e0</w:t>
      </w:r>
    </w:p>
    <w:p w:rsidR="006974AE" w:rsidRDefault="006974AE" w:rsidP="006974AE">
      <w:r>
        <w:t>752.6852</w:t>
      </w:r>
      <w:r>
        <w:tab/>
        <w:t>1.013e0</w:t>
      </w:r>
    </w:p>
    <w:p w:rsidR="006974AE" w:rsidRDefault="006974AE" w:rsidP="006974AE">
      <w:r>
        <w:t>752.7049</w:t>
      </w:r>
      <w:r>
        <w:tab/>
        <w:t>3.038e0</w:t>
      </w:r>
    </w:p>
    <w:p w:rsidR="006974AE" w:rsidRDefault="006974AE" w:rsidP="006974AE">
      <w:r>
        <w:t>752.7285</w:t>
      </w:r>
      <w:r>
        <w:tab/>
        <w:t>1.013e0</w:t>
      </w:r>
    </w:p>
    <w:p w:rsidR="006974AE" w:rsidRDefault="006974AE" w:rsidP="006974AE">
      <w:r>
        <w:t>752.7530</w:t>
      </w:r>
      <w:r>
        <w:tab/>
        <w:t>1.013e0</w:t>
      </w:r>
    </w:p>
    <w:p w:rsidR="006974AE" w:rsidRDefault="006974AE" w:rsidP="006974AE">
      <w:r>
        <w:t>752.8303</w:t>
      </w:r>
      <w:r>
        <w:tab/>
        <w:t>1.013e0</w:t>
      </w:r>
    </w:p>
    <w:p w:rsidR="006974AE" w:rsidRDefault="006974AE" w:rsidP="006974AE">
      <w:r>
        <w:t>752.8550</w:t>
      </w:r>
      <w:r>
        <w:tab/>
        <w:t>2.025e0</w:t>
      </w:r>
    </w:p>
    <w:p w:rsidR="006974AE" w:rsidRDefault="006974AE" w:rsidP="006974AE">
      <w:r>
        <w:t>752.8685</w:t>
      </w:r>
      <w:r>
        <w:tab/>
        <w:t>1.013e0</w:t>
      </w:r>
    </w:p>
    <w:p w:rsidR="006974AE" w:rsidRDefault="006974AE" w:rsidP="006974AE">
      <w:r>
        <w:t>752.8697</w:t>
      </w:r>
      <w:r>
        <w:tab/>
        <w:t>2.025e0</w:t>
      </w:r>
    </w:p>
    <w:p w:rsidR="006974AE" w:rsidRDefault="006974AE" w:rsidP="006974AE">
      <w:r>
        <w:t>752.9704</w:t>
      </w:r>
      <w:r>
        <w:tab/>
        <w:t>1.013e0</w:t>
      </w:r>
    </w:p>
    <w:p w:rsidR="006974AE" w:rsidRDefault="006974AE" w:rsidP="006974AE">
      <w:r>
        <w:t>753.0076</w:t>
      </w:r>
      <w:r>
        <w:tab/>
        <w:t>1.013e0</w:t>
      </w:r>
    </w:p>
    <w:p w:rsidR="006974AE" w:rsidRDefault="006974AE" w:rsidP="006974AE">
      <w:r>
        <w:t>753.0267</w:t>
      </w:r>
      <w:r>
        <w:tab/>
        <w:t>1.013e0</w:t>
      </w:r>
    </w:p>
    <w:p w:rsidR="006974AE" w:rsidRDefault="006974AE" w:rsidP="006974AE">
      <w:r>
        <w:t>753.0458</w:t>
      </w:r>
      <w:r>
        <w:tab/>
        <w:t>1.013e0</w:t>
      </w:r>
    </w:p>
    <w:p w:rsidR="006974AE" w:rsidRDefault="006974AE" w:rsidP="006974AE">
      <w:r>
        <w:t>753.0602</w:t>
      </w:r>
      <w:r>
        <w:tab/>
        <w:t>1.013e0</w:t>
      </w:r>
    </w:p>
    <w:p w:rsidR="006974AE" w:rsidRDefault="006974AE" w:rsidP="006974AE">
      <w:r>
        <w:t>753.0879</w:t>
      </w:r>
      <w:r>
        <w:tab/>
        <w:t>2.025e0</w:t>
      </w:r>
    </w:p>
    <w:p w:rsidR="006974AE" w:rsidRDefault="006974AE" w:rsidP="006974AE">
      <w:r>
        <w:t>753.0891</w:t>
      </w:r>
      <w:r>
        <w:tab/>
        <w:t>2.025e0</w:t>
      </w:r>
    </w:p>
    <w:p w:rsidR="006974AE" w:rsidRDefault="006974AE" w:rsidP="006974AE">
      <w:r>
        <w:t>753.0909</w:t>
      </w:r>
      <w:r>
        <w:tab/>
        <w:t>2.025e0</w:t>
      </w:r>
    </w:p>
    <w:p w:rsidR="006974AE" w:rsidRDefault="006974AE" w:rsidP="006974AE">
      <w:r>
        <w:t>753.1614</w:t>
      </w:r>
      <w:r>
        <w:tab/>
        <w:t>1.013e0</w:t>
      </w:r>
    </w:p>
    <w:p w:rsidR="006974AE" w:rsidRDefault="006974AE" w:rsidP="006974AE">
      <w:r>
        <w:lastRenderedPageBreak/>
        <w:t>753.1996</w:t>
      </w:r>
      <w:r>
        <w:tab/>
        <w:t>1.013e0</w:t>
      </w:r>
    </w:p>
    <w:p w:rsidR="006974AE" w:rsidRDefault="006974AE" w:rsidP="006974AE">
      <w:r>
        <w:t>753.2076</w:t>
      </w:r>
      <w:r>
        <w:tab/>
        <w:t>4.051e0</w:t>
      </w:r>
    </w:p>
    <w:p w:rsidR="006974AE" w:rsidRDefault="006974AE" w:rsidP="006974AE">
      <w:r>
        <w:t>753.2624</w:t>
      </w:r>
      <w:r>
        <w:tab/>
        <w:t>1.013e0</w:t>
      </w:r>
    </w:p>
    <w:p w:rsidR="006974AE" w:rsidRDefault="006974AE" w:rsidP="006974AE">
      <w:r>
        <w:t>753.2761</w:t>
      </w:r>
      <w:r>
        <w:tab/>
        <w:t>1.013e0</w:t>
      </w:r>
    </w:p>
    <w:p w:rsidR="006974AE" w:rsidRDefault="006974AE" w:rsidP="006974AE">
      <w:r>
        <w:t>753.3000</w:t>
      </w:r>
      <w:r>
        <w:tab/>
        <w:t>1.013e0</w:t>
      </w:r>
    </w:p>
    <w:p w:rsidR="006974AE" w:rsidRDefault="006974AE" w:rsidP="006974AE">
      <w:r>
        <w:t>753.3528</w:t>
      </w:r>
      <w:r>
        <w:tab/>
        <w:t>1.373e0</w:t>
      </w:r>
    </w:p>
    <w:p w:rsidR="006974AE" w:rsidRDefault="006974AE" w:rsidP="006974AE">
      <w:r>
        <w:t>753.3585</w:t>
      </w:r>
      <w:r>
        <w:tab/>
        <w:t>2.025e0</w:t>
      </w:r>
    </w:p>
    <w:p w:rsidR="006974AE" w:rsidRDefault="006974AE" w:rsidP="006974AE">
      <w:r>
        <w:t>753.3652</w:t>
      </w:r>
      <w:r>
        <w:tab/>
        <w:t>2.025e0</w:t>
      </w:r>
    </w:p>
    <w:p w:rsidR="006974AE" w:rsidRDefault="006974AE" w:rsidP="006974AE">
      <w:r>
        <w:t>753.3716</w:t>
      </w:r>
      <w:r>
        <w:tab/>
        <w:t>2.025e0</w:t>
      </w:r>
    </w:p>
    <w:p w:rsidR="006974AE" w:rsidRDefault="006974AE" w:rsidP="006974AE">
      <w:r>
        <w:t>753.3731</w:t>
      </w:r>
      <w:r>
        <w:tab/>
        <w:t>2.025e0</w:t>
      </w:r>
    </w:p>
    <w:p w:rsidR="006974AE" w:rsidRDefault="006974AE" w:rsidP="006974AE">
      <w:r>
        <w:t>753.4153</w:t>
      </w:r>
      <w:r>
        <w:tab/>
        <w:t>2.025e0</w:t>
      </w:r>
    </w:p>
    <w:p w:rsidR="006974AE" w:rsidRDefault="006974AE" w:rsidP="006974AE">
      <w:r>
        <w:t>753.4538</w:t>
      </w:r>
      <w:r>
        <w:tab/>
        <w:t>1.013e0</w:t>
      </w:r>
    </w:p>
    <w:p w:rsidR="006974AE" w:rsidRDefault="006974AE" w:rsidP="006974AE">
      <w:r>
        <w:t>753.4662</w:t>
      </w:r>
      <w:r>
        <w:tab/>
        <w:t>1.013e0</w:t>
      </w:r>
    </w:p>
    <w:p w:rsidR="006974AE" w:rsidRDefault="006974AE" w:rsidP="006974AE">
      <w:r>
        <w:t>753.4812</w:t>
      </w:r>
      <w:r>
        <w:tab/>
        <w:t>3.038e0</w:t>
      </w:r>
    </w:p>
    <w:p w:rsidR="006974AE" w:rsidRDefault="006974AE" w:rsidP="006974AE">
      <w:r>
        <w:t>753.4864</w:t>
      </w:r>
      <w:r>
        <w:tab/>
        <w:t>1.013e0</w:t>
      </w:r>
    </w:p>
    <w:p w:rsidR="006974AE" w:rsidRDefault="006974AE" w:rsidP="006974AE">
      <w:r>
        <w:t>753.5178</w:t>
      </w:r>
      <w:r>
        <w:tab/>
        <w:t>3.038e0</w:t>
      </w:r>
    </w:p>
    <w:p w:rsidR="006974AE" w:rsidRDefault="006974AE" w:rsidP="006974AE">
      <w:r>
        <w:t>753.5309</w:t>
      </w:r>
      <w:r>
        <w:tab/>
        <w:t>1.013e0</w:t>
      </w:r>
    </w:p>
    <w:p w:rsidR="006974AE" w:rsidRDefault="006974AE" w:rsidP="006974AE">
      <w:r>
        <w:t>753.5421</w:t>
      </w:r>
      <w:r>
        <w:tab/>
        <w:t>3.038e0</w:t>
      </w:r>
    </w:p>
    <w:p w:rsidR="006974AE" w:rsidRDefault="006974AE" w:rsidP="006974AE">
      <w:r>
        <w:t>753.5554</w:t>
      </w:r>
      <w:r>
        <w:tab/>
        <w:t>1.013e0</w:t>
      </w:r>
    </w:p>
    <w:p w:rsidR="006974AE" w:rsidRDefault="006974AE" w:rsidP="006974AE">
      <w:r>
        <w:lastRenderedPageBreak/>
        <w:t>753.5626</w:t>
      </w:r>
      <w:r>
        <w:tab/>
        <w:t>2.025e0</w:t>
      </w:r>
    </w:p>
    <w:p w:rsidR="006974AE" w:rsidRDefault="006974AE" w:rsidP="006974AE">
      <w:r>
        <w:t>753.5888</w:t>
      </w:r>
      <w:r>
        <w:tab/>
        <w:t>1.013e0</w:t>
      </w:r>
    </w:p>
    <w:p w:rsidR="006974AE" w:rsidRDefault="006974AE" w:rsidP="006974AE">
      <w:r>
        <w:t>753.6201</w:t>
      </w:r>
      <w:r>
        <w:tab/>
        <w:t>1.013e0</w:t>
      </w:r>
    </w:p>
    <w:p w:rsidR="006974AE" w:rsidRDefault="006974AE" w:rsidP="006974AE">
      <w:r>
        <w:t>753.6239</w:t>
      </w:r>
      <w:r>
        <w:tab/>
        <w:t>1.013e0</w:t>
      </w:r>
    </w:p>
    <w:p w:rsidR="006974AE" w:rsidRDefault="006974AE" w:rsidP="006974AE">
      <w:r>
        <w:t>753.6349</w:t>
      </w:r>
      <w:r>
        <w:tab/>
        <w:t>3.038e0</w:t>
      </w:r>
    </w:p>
    <w:p w:rsidR="006974AE" w:rsidRDefault="006974AE" w:rsidP="006974AE">
      <w:r>
        <w:t>753.6400</w:t>
      </w:r>
      <w:r>
        <w:tab/>
        <w:t>1.013e0</w:t>
      </w:r>
    </w:p>
    <w:p w:rsidR="006974AE" w:rsidRDefault="006974AE" w:rsidP="006974AE">
      <w:r>
        <w:t>753.6574</w:t>
      </w:r>
      <w:r>
        <w:tab/>
        <w:t>1.013e0</w:t>
      </w:r>
    </w:p>
    <w:p w:rsidR="006974AE" w:rsidRDefault="006974AE" w:rsidP="006974AE">
      <w:r>
        <w:t>753.6966</w:t>
      </w:r>
      <w:r>
        <w:tab/>
        <w:t>1.013e0</w:t>
      </w:r>
    </w:p>
    <w:p w:rsidR="006974AE" w:rsidRDefault="006974AE" w:rsidP="006974AE">
      <w:r>
        <w:t>753.7471</w:t>
      </w:r>
      <w:r>
        <w:tab/>
        <w:t>2.025e0</w:t>
      </w:r>
    </w:p>
    <w:p w:rsidR="006974AE" w:rsidRDefault="006974AE" w:rsidP="006974AE">
      <w:r>
        <w:t>753.7858</w:t>
      </w:r>
      <w:r>
        <w:tab/>
        <w:t>1.013e0</w:t>
      </w:r>
    </w:p>
    <w:p w:rsidR="006974AE" w:rsidRDefault="006974AE" w:rsidP="006974AE">
      <w:r>
        <w:t>753.8282</w:t>
      </w:r>
      <w:r>
        <w:tab/>
        <w:t>2.025e0</w:t>
      </w:r>
    </w:p>
    <w:p w:rsidR="006974AE" w:rsidRDefault="006974AE" w:rsidP="006974AE">
      <w:r>
        <w:t>753.9637</w:t>
      </w:r>
      <w:r>
        <w:tab/>
        <w:t>1.013e0</w:t>
      </w:r>
    </w:p>
    <w:p w:rsidR="006974AE" w:rsidRDefault="006974AE" w:rsidP="006974AE">
      <w:r>
        <w:t>753.9873</w:t>
      </w:r>
      <w:r>
        <w:tab/>
        <w:t>2.025e0</w:t>
      </w:r>
    </w:p>
    <w:p w:rsidR="006974AE" w:rsidRDefault="006974AE" w:rsidP="006974AE">
      <w:r>
        <w:t>754.0229</w:t>
      </w:r>
      <w:r>
        <w:tab/>
        <w:t>3.038e0</w:t>
      </w:r>
    </w:p>
    <w:p w:rsidR="006974AE" w:rsidRDefault="006974AE" w:rsidP="006974AE">
      <w:r>
        <w:t>754.1292</w:t>
      </w:r>
      <w:r>
        <w:tab/>
        <w:t>1.013e0</w:t>
      </w:r>
    </w:p>
    <w:p w:rsidR="006974AE" w:rsidRDefault="006974AE" w:rsidP="006974AE">
      <w:r>
        <w:t>754.1619</w:t>
      </w:r>
      <w:r>
        <w:tab/>
        <w:t>2.025e0</w:t>
      </w:r>
    </w:p>
    <w:p w:rsidR="006974AE" w:rsidRDefault="006974AE" w:rsidP="006974AE">
      <w:r>
        <w:t>754.1686</w:t>
      </w:r>
      <w:r>
        <w:tab/>
        <w:t>1.013e0</w:t>
      </w:r>
    </w:p>
    <w:p w:rsidR="006974AE" w:rsidRDefault="006974AE" w:rsidP="006974AE">
      <w:r>
        <w:t>754.2042</w:t>
      </w:r>
      <w:r>
        <w:tab/>
        <w:t>3.038e0</w:t>
      </w:r>
    </w:p>
    <w:p w:rsidR="006974AE" w:rsidRDefault="006974AE" w:rsidP="006974AE">
      <w:r>
        <w:t>754.2439</w:t>
      </w:r>
      <w:r>
        <w:tab/>
        <w:t>1.013e0</w:t>
      </w:r>
    </w:p>
    <w:p w:rsidR="006974AE" w:rsidRDefault="006974AE" w:rsidP="006974AE">
      <w:r>
        <w:lastRenderedPageBreak/>
        <w:t>754.2694</w:t>
      </w:r>
      <w:r>
        <w:tab/>
        <w:t>1.013e0</w:t>
      </w:r>
    </w:p>
    <w:p w:rsidR="006974AE" w:rsidRDefault="006974AE" w:rsidP="006974AE">
      <w:r>
        <w:t>754.2716</w:t>
      </w:r>
      <w:r>
        <w:tab/>
        <w:t>2.025e0</w:t>
      </w:r>
    </w:p>
    <w:p w:rsidR="006974AE" w:rsidRDefault="006974AE" w:rsidP="006974AE">
      <w:r>
        <w:t>754.2903</w:t>
      </w:r>
      <w:r>
        <w:tab/>
        <w:t>3.038e0</w:t>
      </w:r>
    </w:p>
    <w:p w:rsidR="006974AE" w:rsidRDefault="006974AE" w:rsidP="006974AE">
      <w:r>
        <w:t>754.3137</w:t>
      </w:r>
      <w:r>
        <w:tab/>
        <w:t>4.556e0</w:t>
      </w:r>
    </w:p>
    <w:p w:rsidR="006974AE" w:rsidRDefault="006974AE" w:rsidP="006974AE">
      <w:r>
        <w:t>754.3149</w:t>
      </w:r>
      <w:r>
        <w:tab/>
        <w:t>3.283e0</w:t>
      </w:r>
    </w:p>
    <w:p w:rsidR="006974AE" w:rsidRDefault="006974AE" w:rsidP="006974AE">
      <w:r>
        <w:t>754.3356</w:t>
      </w:r>
      <w:r>
        <w:tab/>
        <w:t>3.038e0</w:t>
      </w:r>
    </w:p>
    <w:p w:rsidR="006974AE" w:rsidRDefault="006974AE" w:rsidP="006974AE">
      <w:r>
        <w:t>754.3459</w:t>
      </w:r>
      <w:r>
        <w:tab/>
        <w:t>1.013e0</w:t>
      </w:r>
    </w:p>
    <w:p w:rsidR="006974AE" w:rsidRDefault="006974AE" w:rsidP="006974AE">
      <w:r>
        <w:t>754.3581</w:t>
      </w:r>
      <w:r>
        <w:tab/>
        <w:t>6.195e0</w:t>
      </w:r>
    </w:p>
    <w:p w:rsidR="006974AE" w:rsidRDefault="006974AE" w:rsidP="006974AE">
      <w:r>
        <w:t>754.3909</w:t>
      </w:r>
      <w:r>
        <w:tab/>
        <w:t>2.485e0</w:t>
      </w:r>
    </w:p>
    <w:p w:rsidR="006974AE" w:rsidRDefault="006974AE" w:rsidP="006974AE">
      <w:r>
        <w:t>754.3998</w:t>
      </w:r>
      <w:r>
        <w:tab/>
        <w:t>3.038e0</w:t>
      </w:r>
    </w:p>
    <w:p w:rsidR="006974AE" w:rsidRDefault="006974AE" w:rsidP="006974AE">
      <w:r>
        <w:t>754.4033</w:t>
      </w:r>
      <w:r>
        <w:tab/>
        <w:t>2.695e0</w:t>
      </w:r>
    </w:p>
    <w:p w:rsidR="006974AE" w:rsidRDefault="006974AE" w:rsidP="006974AE">
      <w:r>
        <w:t>754.4197</w:t>
      </w:r>
      <w:r>
        <w:tab/>
        <w:t>3.304e0</w:t>
      </w:r>
    </w:p>
    <w:p w:rsidR="006974AE" w:rsidRDefault="006974AE" w:rsidP="006974AE">
      <w:r>
        <w:t>754.4239</w:t>
      </w:r>
      <w:r>
        <w:tab/>
        <w:t>2.025e0</w:t>
      </w:r>
    </w:p>
    <w:p w:rsidR="006974AE" w:rsidRDefault="006974AE" w:rsidP="006974AE">
      <w:r>
        <w:t>754.4402</w:t>
      </w:r>
      <w:r>
        <w:tab/>
        <w:t>2.356e0</w:t>
      </w:r>
    </w:p>
    <w:p w:rsidR="006974AE" w:rsidRDefault="006974AE" w:rsidP="006974AE">
      <w:r>
        <w:t>754.4480</w:t>
      </w:r>
      <w:r>
        <w:tab/>
        <w:t>1.033e0</w:t>
      </w:r>
    </w:p>
    <w:p w:rsidR="006974AE" w:rsidRDefault="006974AE" w:rsidP="006974AE">
      <w:r>
        <w:t>754.4932</w:t>
      </w:r>
      <w:r>
        <w:tab/>
        <w:t>4.051e0</w:t>
      </w:r>
    </w:p>
    <w:p w:rsidR="006974AE" w:rsidRDefault="006974AE" w:rsidP="006974AE">
      <w:r>
        <w:t>754.5510</w:t>
      </w:r>
      <w:r>
        <w:tab/>
        <w:t>1.013e0</w:t>
      </w:r>
    </w:p>
    <w:p w:rsidR="006974AE" w:rsidRDefault="006974AE" w:rsidP="006974AE">
      <w:r>
        <w:t>754.5620</w:t>
      </w:r>
      <w:r>
        <w:tab/>
        <w:t>2.025e0</w:t>
      </w:r>
    </w:p>
    <w:p w:rsidR="006974AE" w:rsidRDefault="006974AE" w:rsidP="006974AE">
      <w:r>
        <w:t>754.6136</w:t>
      </w:r>
      <w:r>
        <w:tab/>
        <w:t>2.025e0</w:t>
      </w:r>
    </w:p>
    <w:p w:rsidR="006974AE" w:rsidRDefault="006974AE" w:rsidP="006974AE">
      <w:r>
        <w:lastRenderedPageBreak/>
        <w:t>754.6786</w:t>
      </w:r>
      <w:r>
        <w:tab/>
        <w:t>1.013e0</w:t>
      </w:r>
    </w:p>
    <w:p w:rsidR="006974AE" w:rsidRDefault="006974AE" w:rsidP="006974AE">
      <w:r>
        <w:t>754.6818</w:t>
      </w:r>
      <w:r>
        <w:tab/>
        <w:t>1.013e0</w:t>
      </w:r>
    </w:p>
    <w:p w:rsidR="006974AE" w:rsidRDefault="006974AE" w:rsidP="006974AE">
      <w:r>
        <w:t>754.6868</w:t>
      </w:r>
      <w:r>
        <w:tab/>
        <w:t>3.038e0</w:t>
      </w:r>
    </w:p>
    <w:p w:rsidR="006974AE" w:rsidRDefault="006974AE" w:rsidP="006974AE">
      <w:r>
        <w:t>754.7169</w:t>
      </w:r>
      <w:r>
        <w:tab/>
        <w:t>1.013e0</w:t>
      </w:r>
    </w:p>
    <w:p w:rsidR="006974AE" w:rsidRDefault="006974AE" w:rsidP="006974AE">
      <w:r>
        <w:t>754.7491</w:t>
      </w:r>
      <w:r>
        <w:tab/>
        <w:t>1.013e0</w:t>
      </w:r>
    </w:p>
    <w:p w:rsidR="006974AE" w:rsidRDefault="006974AE" w:rsidP="006974AE">
      <w:r>
        <w:t>754.7670</w:t>
      </w:r>
      <w:r>
        <w:tab/>
        <w:t>1.013e0</w:t>
      </w:r>
    </w:p>
    <w:p w:rsidR="006974AE" w:rsidRDefault="006974AE" w:rsidP="006974AE">
      <w:r>
        <w:t>754.7798</w:t>
      </w:r>
      <w:r>
        <w:tab/>
        <w:t>1.013e0</w:t>
      </w:r>
    </w:p>
    <w:p w:rsidR="006974AE" w:rsidRDefault="006974AE" w:rsidP="006974AE">
      <w:r>
        <w:t>754.8013</w:t>
      </w:r>
      <w:r>
        <w:tab/>
        <w:t>1.013e0</w:t>
      </w:r>
    </w:p>
    <w:p w:rsidR="006974AE" w:rsidRDefault="006974AE" w:rsidP="006974AE">
      <w:r>
        <w:t>754.8354</w:t>
      </w:r>
      <w:r>
        <w:tab/>
        <w:t>1.013e0</w:t>
      </w:r>
    </w:p>
    <w:p w:rsidR="006974AE" w:rsidRDefault="006974AE" w:rsidP="006974AE">
      <w:r>
        <w:t>754.9330</w:t>
      </w:r>
      <w:r>
        <w:tab/>
        <w:t>1.013e0</w:t>
      </w:r>
    </w:p>
    <w:p w:rsidR="006974AE" w:rsidRDefault="006974AE" w:rsidP="006974AE">
      <w:r>
        <w:t>754.9496</w:t>
      </w:r>
      <w:r>
        <w:tab/>
        <w:t>2.025e0</w:t>
      </w:r>
    </w:p>
    <w:p w:rsidR="006974AE" w:rsidRDefault="006974AE" w:rsidP="006974AE">
      <w:r>
        <w:t>754.9507</w:t>
      </w:r>
      <w:r>
        <w:tab/>
        <w:t>3.038e0</w:t>
      </w:r>
    </w:p>
    <w:p w:rsidR="006974AE" w:rsidRDefault="006974AE" w:rsidP="006974AE">
      <w:r>
        <w:t>754.9850</w:t>
      </w:r>
      <w:r>
        <w:tab/>
        <w:t>1.013e0</w:t>
      </w:r>
    </w:p>
    <w:p w:rsidR="006974AE" w:rsidRDefault="006974AE" w:rsidP="006974AE">
      <w:r>
        <w:t>755.0223</w:t>
      </w:r>
      <w:r>
        <w:tab/>
        <w:t>1.013e0</w:t>
      </w:r>
    </w:p>
    <w:p w:rsidR="006974AE" w:rsidRDefault="006974AE" w:rsidP="006974AE">
      <w:r>
        <w:t>755.0351</w:t>
      </w:r>
      <w:r>
        <w:tab/>
        <w:t>3.038e0</w:t>
      </w:r>
    </w:p>
    <w:p w:rsidR="006974AE" w:rsidRDefault="006974AE" w:rsidP="006974AE">
      <w:r>
        <w:t>755.0743</w:t>
      </w:r>
      <w:r>
        <w:tab/>
        <w:t>1.013e0</w:t>
      </w:r>
    </w:p>
    <w:p w:rsidR="006974AE" w:rsidRDefault="006974AE" w:rsidP="006974AE">
      <w:r>
        <w:t>755.0914</w:t>
      </w:r>
      <w:r>
        <w:tab/>
        <w:t>1.013e0</w:t>
      </w:r>
    </w:p>
    <w:p w:rsidR="006974AE" w:rsidRDefault="006974AE" w:rsidP="006974AE">
      <w:r>
        <w:t>755.1373</w:t>
      </w:r>
      <w:r>
        <w:tab/>
        <w:t>1.013e0</w:t>
      </w:r>
    </w:p>
    <w:p w:rsidR="006974AE" w:rsidRDefault="006974AE" w:rsidP="006974AE">
      <w:r>
        <w:t>755.1500</w:t>
      </w:r>
      <w:r>
        <w:tab/>
        <w:t>1.013e0</w:t>
      </w:r>
    </w:p>
    <w:p w:rsidR="006974AE" w:rsidRDefault="006974AE" w:rsidP="006974AE">
      <w:r>
        <w:lastRenderedPageBreak/>
        <w:t>755.1790</w:t>
      </w:r>
      <w:r>
        <w:tab/>
        <w:t>3.038e0</w:t>
      </w:r>
    </w:p>
    <w:p w:rsidR="006974AE" w:rsidRDefault="006974AE" w:rsidP="006974AE">
      <w:r>
        <w:t>755.2139</w:t>
      </w:r>
      <w:r>
        <w:tab/>
        <w:t>1.013e0</w:t>
      </w:r>
    </w:p>
    <w:p w:rsidR="006974AE" w:rsidRDefault="006974AE" w:rsidP="006974AE">
      <w:r>
        <w:t>755.2266</w:t>
      </w:r>
      <w:r>
        <w:tab/>
        <w:t>2.025e0</w:t>
      </w:r>
    </w:p>
    <w:p w:rsidR="006974AE" w:rsidRDefault="006974AE" w:rsidP="006974AE">
      <w:r>
        <w:t>755.3588</w:t>
      </w:r>
      <w:r>
        <w:tab/>
        <w:t>3.038e0</w:t>
      </w:r>
    </w:p>
    <w:p w:rsidR="006974AE" w:rsidRDefault="006974AE" w:rsidP="006974AE">
      <w:r>
        <w:t>755.3644</w:t>
      </w:r>
      <w:r>
        <w:tab/>
        <w:t>1.013e0</w:t>
      </w:r>
    </w:p>
    <w:p w:rsidR="006974AE" w:rsidRDefault="006974AE" w:rsidP="006974AE">
      <w:r>
        <w:t>755.4151</w:t>
      </w:r>
      <w:r>
        <w:tab/>
        <w:t>1.917e0</w:t>
      </w:r>
    </w:p>
    <w:p w:rsidR="006974AE" w:rsidRDefault="006974AE" w:rsidP="006974AE">
      <w:r>
        <w:t>755.4397</w:t>
      </w:r>
      <w:r>
        <w:tab/>
        <w:t>1.578e0</w:t>
      </w:r>
    </w:p>
    <w:p w:rsidR="006974AE" w:rsidRDefault="006974AE" w:rsidP="006974AE">
      <w:r>
        <w:t>755.4448</w:t>
      </w:r>
      <w:r>
        <w:tab/>
        <w:t>3.708e0</w:t>
      </w:r>
    </w:p>
    <w:p w:rsidR="006974AE" w:rsidRDefault="006974AE" w:rsidP="006974AE">
      <w:r>
        <w:t>755.4506</w:t>
      </w:r>
      <w:r>
        <w:tab/>
        <w:t>4.684e0</w:t>
      </w:r>
    </w:p>
    <w:p w:rsidR="006974AE" w:rsidRDefault="006974AE" w:rsidP="006974AE">
      <w:r>
        <w:t>755.5076</w:t>
      </w:r>
      <w:r>
        <w:tab/>
        <w:t>1.013e0</w:t>
      </w:r>
    </w:p>
    <w:p w:rsidR="006974AE" w:rsidRDefault="006974AE" w:rsidP="006974AE">
      <w:r>
        <w:t>755.5597</w:t>
      </w:r>
      <w:r>
        <w:tab/>
        <w:t>1.013e0</w:t>
      </w:r>
    </w:p>
    <w:p w:rsidR="006974AE" w:rsidRDefault="006974AE" w:rsidP="006974AE">
      <w:r>
        <w:t>755.5853</w:t>
      </w:r>
      <w:r>
        <w:tab/>
        <w:t>1.013e0</w:t>
      </w:r>
    </w:p>
    <w:p w:rsidR="006974AE" w:rsidRDefault="006974AE" w:rsidP="006974AE">
      <w:r>
        <w:t>755.5980</w:t>
      </w:r>
      <w:r>
        <w:tab/>
        <w:t>1.013e0</w:t>
      </w:r>
    </w:p>
    <w:p w:rsidR="006974AE" w:rsidRDefault="006974AE" w:rsidP="006974AE">
      <w:r>
        <w:t>755.6023</w:t>
      </w:r>
      <w:r>
        <w:tab/>
        <w:t>1.013e0</w:t>
      </w:r>
    </w:p>
    <w:p w:rsidR="006974AE" w:rsidRDefault="006974AE" w:rsidP="006974AE">
      <w:r>
        <w:t>755.6362</w:t>
      </w:r>
      <w:r>
        <w:tab/>
        <w:t>3.038e0</w:t>
      </w:r>
    </w:p>
    <w:p w:rsidR="006974AE" w:rsidRDefault="006974AE" w:rsidP="006974AE">
      <w:r>
        <w:t>755.7051</w:t>
      </w:r>
      <w:r>
        <w:tab/>
        <w:t>2.025e0</w:t>
      </w:r>
    </w:p>
    <w:p w:rsidR="006974AE" w:rsidRDefault="006974AE" w:rsidP="006974AE">
      <w:r>
        <w:t>755.7317</w:t>
      </w:r>
      <w:r>
        <w:tab/>
        <w:t>2.025e0</w:t>
      </w:r>
    </w:p>
    <w:p w:rsidR="006974AE" w:rsidRDefault="006974AE" w:rsidP="006974AE">
      <w:r>
        <w:t>755.7903</w:t>
      </w:r>
      <w:r>
        <w:tab/>
        <w:t>1.013e0</w:t>
      </w:r>
    </w:p>
    <w:p w:rsidR="006974AE" w:rsidRDefault="006974AE" w:rsidP="006974AE">
      <w:r>
        <w:t>755.8155</w:t>
      </w:r>
      <w:r>
        <w:tab/>
        <w:t>2.025e0</w:t>
      </w:r>
    </w:p>
    <w:p w:rsidR="006974AE" w:rsidRDefault="006974AE" w:rsidP="006974AE">
      <w:r>
        <w:lastRenderedPageBreak/>
        <w:t>755.8281</w:t>
      </w:r>
      <w:r>
        <w:tab/>
        <w:t>1.013e0</w:t>
      </w:r>
    </w:p>
    <w:p w:rsidR="006974AE" w:rsidRDefault="006974AE" w:rsidP="006974AE">
      <w:r>
        <w:t>755.8399</w:t>
      </w:r>
      <w:r>
        <w:tab/>
        <w:t>2.025e0</w:t>
      </w:r>
    </w:p>
    <w:p w:rsidR="006974AE" w:rsidRDefault="006974AE" w:rsidP="006974AE">
      <w:r>
        <w:t>755.9103</w:t>
      </w:r>
      <w:r>
        <w:tab/>
        <w:t>2.025e0</w:t>
      </w:r>
    </w:p>
    <w:p w:rsidR="006974AE" w:rsidRDefault="006974AE" w:rsidP="006974AE">
      <w:r>
        <w:t>755.9175</w:t>
      </w:r>
      <w:r>
        <w:tab/>
        <w:t>1.013e0</w:t>
      </w:r>
    </w:p>
    <w:p w:rsidR="006974AE" w:rsidRDefault="006974AE" w:rsidP="006974AE">
      <w:r>
        <w:t>755.9266</w:t>
      </w:r>
      <w:r>
        <w:tab/>
        <w:t>1.013e0</w:t>
      </w:r>
    </w:p>
    <w:p w:rsidR="006974AE" w:rsidRDefault="006974AE" w:rsidP="006974AE">
      <w:r>
        <w:t>755.9421</w:t>
      </w:r>
      <w:r>
        <w:tab/>
        <w:t>2.025e0</w:t>
      </w:r>
    </w:p>
    <w:p w:rsidR="006974AE" w:rsidRDefault="006974AE" w:rsidP="006974AE">
      <w:r>
        <w:t>755.9686</w:t>
      </w:r>
      <w:r>
        <w:tab/>
        <w:t>1.013e0</w:t>
      </w:r>
    </w:p>
    <w:p w:rsidR="006974AE" w:rsidRDefault="006974AE" w:rsidP="006974AE">
      <w:r>
        <w:t>755.9942</w:t>
      </w:r>
      <w:r>
        <w:tab/>
        <w:t>2.025e0</w:t>
      </w:r>
    </w:p>
    <w:p w:rsidR="006974AE" w:rsidRDefault="006974AE" w:rsidP="006974AE">
      <w:r>
        <w:t>756.0955</w:t>
      </w:r>
      <w:r>
        <w:tab/>
        <w:t>1.013e0</w:t>
      </w:r>
    </w:p>
    <w:p w:rsidR="006974AE" w:rsidRDefault="006974AE" w:rsidP="006974AE">
      <w:r>
        <w:t>756.1320</w:t>
      </w:r>
      <w:r>
        <w:tab/>
        <w:t>3.038e0</w:t>
      </w:r>
    </w:p>
    <w:p w:rsidR="006974AE" w:rsidRDefault="006974AE" w:rsidP="006974AE">
      <w:r>
        <w:t>756.1336</w:t>
      </w:r>
      <w:r>
        <w:tab/>
        <w:t>4.051e0</w:t>
      </w:r>
    </w:p>
    <w:p w:rsidR="006974AE" w:rsidRDefault="006974AE" w:rsidP="006974AE">
      <w:r>
        <w:t>756.2222</w:t>
      </w:r>
      <w:r>
        <w:tab/>
        <w:t>2.025e0</w:t>
      </w:r>
    </w:p>
    <w:p w:rsidR="006974AE" w:rsidRDefault="006974AE" w:rsidP="006974AE">
      <w:r>
        <w:t>756.2346</w:t>
      </w:r>
      <w:r>
        <w:tab/>
        <w:t>1.013e0</w:t>
      </w:r>
    </w:p>
    <w:p w:rsidR="006974AE" w:rsidRDefault="006974AE" w:rsidP="006974AE">
      <w:r>
        <w:t>756.2501</w:t>
      </w:r>
      <w:r>
        <w:tab/>
        <w:t>1.013e0</w:t>
      </w:r>
    </w:p>
    <w:p w:rsidR="006974AE" w:rsidRDefault="006974AE" w:rsidP="006974AE">
      <w:r>
        <w:t>756.2632</w:t>
      </w:r>
      <w:r>
        <w:tab/>
        <w:t>2.025e0</w:t>
      </w:r>
    </w:p>
    <w:p w:rsidR="006974AE" w:rsidRDefault="006974AE" w:rsidP="006974AE">
      <w:r>
        <w:t>756.3132</w:t>
      </w:r>
      <w:r>
        <w:tab/>
        <w:t>2.025e0</w:t>
      </w:r>
    </w:p>
    <w:p w:rsidR="006974AE" w:rsidRDefault="006974AE" w:rsidP="006974AE">
      <w:r>
        <w:t>756.3319</w:t>
      </w:r>
      <w:r>
        <w:tab/>
        <w:t>5.063e0</w:t>
      </w:r>
    </w:p>
    <w:p w:rsidR="006974AE" w:rsidRDefault="006974AE" w:rsidP="006974AE">
      <w:r>
        <w:t>756.3456</w:t>
      </w:r>
      <w:r>
        <w:tab/>
        <w:t>1.800e0</w:t>
      </w:r>
    </w:p>
    <w:p w:rsidR="006974AE" w:rsidRDefault="006974AE" w:rsidP="006974AE">
      <w:r>
        <w:t>756.3514</w:t>
      </w:r>
      <w:r>
        <w:tab/>
        <w:t>2.952e0</w:t>
      </w:r>
    </w:p>
    <w:p w:rsidR="006974AE" w:rsidRDefault="006974AE" w:rsidP="006974AE">
      <w:r>
        <w:lastRenderedPageBreak/>
        <w:t>756.3576</w:t>
      </w:r>
      <w:r>
        <w:tab/>
        <w:t>2.111e0</w:t>
      </w:r>
    </w:p>
    <w:p w:rsidR="006974AE" w:rsidRDefault="006974AE" w:rsidP="006974AE">
      <w:r>
        <w:t>756.3854</w:t>
      </w:r>
      <w:r>
        <w:tab/>
        <w:t>5.760e0</w:t>
      </w:r>
    </w:p>
    <w:p w:rsidR="006974AE" w:rsidRDefault="006974AE" w:rsidP="006974AE">
      <w:r>
        <w:t>756.3896</w:t>
      </w:r>
      <w:r>
        <w:tab/>
        <w:t>1.870e0</w:t>
      </w:r>
    </w:p>
    <w:p w:rsidR="006974AE" w:rsidRDefault="006974AE" w:rsidP="006974AE">
      <w:r>
        <w:t>756.3987</w:t>
      </w:r>
      <w:r>
        <w:tab/>
        <w:t>2.706e0</w:t>
      </w:r>
    </w:p>
    <w:p w:rsidR="006974AE" w:rsidRDefault="006974AE" w:rsidP="006974AE">
      <w:r>
        <w:t>756.4200</w:t>
      </w:r>
      <w:r>
        <w:tab/>
        <w:t>2.781e0</w:t>
      </w:r>
    </w:p>
    <w:p w:rsidR="006974AE" w:rsidRDefault="006974AE" w:rsidP="006974AE">
      <w:r>
        <w:t>756.4441</w:t>
      </w:r>
      <w:r>
        <w:tab/>
        <w:t>3.038e0</w:t>
      </w:r>
    </w:p>
    <w:p w:rsidR="006974AE" w:rsidRDefault="006974AE" w:rsidP="006974AE">
      <w:r>
        <w:t>756.4558</w:t>
      </w:r>
      <w:r>
        <w:tab/>
        <w:t>2.025e0</w:t>
      </w:r>
    </w:p>
    <w:p w:rsidR="006974AE" w:rsidRDefault="006974AE" w:rsidP="006974AE">
      <w:r>
        <w:t>756.4792</w:t>
      </w:r>
      <w:r>
        <w:tab/>
        <w:t>1.013e0</w:t>
      </w:r>
    </w:p>
    <w:p w:rsidR="006974AE" w:rsidRDefault="006974AE" w:rsidP="006974AE">
      <w:r>
        <w:t>756.5243</w:t>
      </w:r>
      <w:r>
        <w:tab/>
        <w:t>3.038e0</w:t>
      </w:r>
    </w:p>
    <w:p w:rsidR="006974AE" w:rsidRDefault="006974AE" w:rsidP="006974AE">
      <w:r>
        <w:t>756.5408</w:t>
      </w:r>
      <w:r>
        <w:tab/>
        <w:t>1.013e0</w:t>
      </w:r>
    </w:p>
    <w:p w:rsidR="006974AE" w:rsidRDefault="006974AE" w:rsidP="006974AE">
      <w:r>
        <w:t>756.5439</w:t>
      </w:r>
      <w:r>
        <w:tab/>
        <w:t>2.025e0</w:t>
      </w:r>
    </w:p>
    <w:p w:rsidR="006974AE" w:rsidRDefault="006974AE" w:rsidP="006974AE">
      <w:r>
        <w:t>756.5572</w:t>
      </w:r>
      <w:r>
        <w:tab/>
        <w:t>1.013e0</w:t>
      </w:r>
    </w:p>
    <w:p w:rsidR="006974AE" w:rsidRDefault="006974AE" w:rsidP="006974AE">
      <w:r>
        <w:t>756.5729</w:t>
      </w:r>
      <w:r>
        <w:tab/>
        <w:t>2.025e0</w:t>
      </w:r>
    </w:p>
    <w:p w:rsidR="006974AE" w:rsidRDefault="006974AE" w:rsidP="006974AE">
      <w:r>
        <w:t>756.5815</w:t>
      </w:r>
      <w:r>
        <w:tab/>
        <w:t>1.013e0</w:t>
      </w:r>
    </w:p>
    <w:p w:rsidR="006974AE" w:rsidRDefault="006974AE" w:rsidP="006974AE">
      <w:r>
        <w:t>756.6084</w:t>
      </w:r>
      <w:r>
        <w:tab/>
        <w:t>1.013e0</w:t>
      </w:r>
    </w:p>
    <w:p w:rsidR="006974AE" w:rsidRDefault="006974AE" w:rsidP="006974AE">
      <w:r>
        <w:t>756.6208</w:t>
      </w:r>
      <w:r>
        <w:tab/>
        <w:t>1.013e0</w:t>
      </w:r>
    </w:p>
    <w:p w:rsidR="006974AE" w:rsidRDefault="006974AE" w:rsidP="006974AE">
      <w:r>
        <w:t>756.6440</w:t>
      </w:r>
      <w:r>
        <w:tab/>
        <w:t>1.013e0</w:t>
      </w:r>
    </w:p>
    <w:p w:rsidR="006974AE" w:rsidRDefault="006974AE" w:rsidP="006974AE">
      <w:r>
        <w:t>756.6464</w:t>
      </w:r>
      <w:r>
        <w:tab/>
        <w:t>1.013e0</w:t>
      </w:r>
    </w:p>
    <w:p w:rsidR="006974AE" w:rsidRDefault="006974AE" w:rsidP="006974AE">
      <w:r>
        <w:t>756.6879</w:t>
      </w:r>
      <w:r>
        <w:tab/>
        <w:t>2.025e0</w:t>
      </w:r>
    </w:p>
    <w:p w:rsidR="006974AE" w:rsidRDefault="006974AE" w:rsidP="006974AE">
      <w:r>
        <w:lastRenderedPageBreak/>
        <w:t>756.7488</w:t>
      </w:r>
      <w:r>
        <w:tab/>
        <w:t>1.013e0</w:t>
      </w:r>
    </w:p>
    <w:p w:rsidR="006974AE" w:rsidRDefault="006974AE" w:rsidP="006974AE">
      <w:r>
        <w:t>756.8050</w:t>
      </w:r>
      <w:r>
        <w:tab/>
        <w:t>2.025e0</w:t>
      </w:r>
    </w:p>
    <w:p w:rsidR="006974AE" w:rsidRDefault="006974AE" w:rsidP="006974AE">
      <w:r>
        <w:t>756.8511</w:t>
      </w:r>
      <w:r>
        <w:tab/>
        <w:t>1.013e0</w:t>
      </w:r>
    </w:p>
    <w:p w:rsidR="006974AE" w:rsidRDefault="006974AE" w:rsidP="006974AE">
      <w:r>
        <w:t>756.8641</w:t>
      </w:r>
      <w:r>
        <w:tab/>
        <w:t>2.025e0</w:t>
      </w:r>
    </w:p>
    <w:p w:rsidR="006974AE" w:rsidRDefault="006974AE" w:rsidP="006974AE">
      <w:r>
        <w:t>756.8818</w:t>
      </w:r>
      <w:r>
        <w:tab/>
        <w:t>1.013e0</w:t>
      </w:r>
    </w:p>
    <w:p w:rsidR="006974AE" w:rsidRDefault="006974AE" w:rsidP="006974AE">
      <w:r>
        <w:t>756.9329</w:t>
      </w:r>
      <w:r>
        <w:tab/>
        <w:t>1.013e0</w:t>
      </w:r>
    </w:p>
    <w:p w:rsidR="006974AE" w:rsidRDefault="006974AE" w:rsidP="006974AE">
      <w:r>
        <w:t>756.9398</w:t>
      </w:r>
      <w:r>
        <w:tab/>
        <w:t>1.013e0</w:t>
      </w:r>
    </w:p>
    <w:p w:rsidR="006974AE" w:rsidRDefault="006974AE" w:rsidP="006974AE">
      <w:r>
        <w:t>756.9440</w:t>
      </w:r>
      <w:r>
        <w:tab/>
        <w:t>2.025e0</w:t>
      </w:r>
    </w:p>
    <w:p w:rsidR="006974AE" w:rsidRDefault="006974AE" w:rsidP="006974AE">
      <w:r>
        <w:t>756.9507</w:t>
      </w:r>
      <w:r>
        <w:tab/>
        <w:t>2.025e0</w:t>
      </w:r>
    </w:p>
    <w:p w:rsidR="006974AE" w:rsidRDefault="006974AE" w:rsidP="006974AE">
      <w:r>
        <w:t>757.0687</w:t>
      </w:r>
      <w:r>
        <w:tab/>
        <w:t>2.025e0</w:t>
      </w:r>
    </w:p>
    <w:p w:rsidR="006974AE" w:rsidRDefault="006974AE" w:rsidP="006974AE">
      <w:r>
        <w:t>757.0698</w:t>
      </w:r>
      <w:r>
        <w:tab/>
        <w:t>2.025e0</w:t>
      </w:r>
    </w:p>
    <w:p w:rsidR="006974AE" w:rsidRDefault="006974AE" w:rsidP="006974AE">
      <w:r>
        <w:t>757.0743</w:t>
      </w:r>
      <w:r>
        <w:tab/>
        <w:t>2.025e0</w:t>
      </w:r>
    </w:p>
    <w:p w:rsidR="006974AE" w:rsidRDefault="006974AE" w:rsidP="006974AE">
      <w:r>
        <w:t>757.0822</w:t>
      </w:r>
      <w:r>
        <w:tab/>
        <w:t>3.038e0</w:t>
      </w:r>
    </w:p>
    <w:p w:rsidR="006974AE" w:rsidRDefault="006974AE" w:rsidP="006974AE">
      <w:r>
        <w:t>757.1037</w:t>
      </w:r>
      <w:r>
        <w:tab/>
        <w:t>1.013e0</w:t>
      </w:r>
    </w:p>
    <w:p w:rsidR="006974AE" w:rsidRDefault="006974AE" w:rsidP="006974AE">
      <w:r>
        <w:t>757.1210</w:t>
      </w:r>
      <w:r>
        <w:tab/>
        <w:t>1.013e0</w:t>
      </w:r>
    </w:p>
    <w:p w:rsidR="006974AE" w:rsidRDefault="006974AE" w:rsidP="006974AE">
      <w:r>
        <w:t>757.1385</w:t>
      </w:r>
      <w:r>
        <w:tab/>
        <w:t>1.013e0</w:t>
      </w:r>
    </w:p>
    <w:p w:rsidR="006974AE" w:rsidRDefault="006974AE" w:rsidP="006974AE">
      <w:r>
        <w:t>757.1573</w:t>
      </w:r>
      <w:r>
        <w:tab/>
        <w:t>1.013e0</w:t>
      </w:r>
    </w:p>
    <w:p w:rsidR="006974AE" w:rsidRDefault="006974AE" w:rsidP="006974AE">
      <w:r>
        <w:t>757.1702</w:t>
      </w:r>
      <w:r>
        <w:tab/>
        <w:t>1.013e0</w:t>
      </w:r>
    </w:p>
    <w:p w:rsidR="006974AE" w:rsidRDefault="006974AE" w:rsidP="006974AE">
      <w:r>
        <w:t>757.1839</w:t>
      </w:r>
      <w:r>
        <w:tab/>
        <w:t>1.013e0</w:t>
      </w:r>
    </w:p>
    <w:p w:rsidR="006974AE" w:rsidRDefault="006974AE" w:rsidP="006974AE">
      <w:r>
        <w:lastRenderedPageBreak/>
        <w:t>757.2598</w:t>
      </w:r>
      <w:r>
        <w:tab/>
        <w:t>1.013e0</w:t>
      </w:r>
    </w:p>
    <w:p w:rsidR="006974AE" w:rsidRDefault="006974AE" w:rsidP="006974AE">
      <w:r>
        <w:t>757.2863</w:t>
      </w:r>
      <w:r>
        <w:tab/>
        <w:t>1.013e0</w:t>
      </w:r>
    </w:p>
    <w:p w:rsidR="006974AE" w:rsidRDefault="006974AE" w:rsidP="006974AE">
      <w:r>
        <w:t>757.3576</w:t>
      </w:r>
      <w:r>
        <w:tab/>
        <w:t>2.727e0</w:t>
      </w:r>
    </w:p>
    <w:p w:rsidR="006974AE" w:rsidRDefault="006974AE" w:rsidP="006974AE">
      <w:r>
        <w:t>757.3632</w:t>
      </w:r>
      <w:r>
        <w:tab/>
        <w:t>1.013e0</w:t>
      </w:r>
    </w:p>
    <w:p w:rsidR="006974AE" w:rsidRDefault="006974AE" w:rsidP="006974AE">
      <w:r>
        <w:t>757.3719</w:t>
      </w:r>
      <w:r>
        <w:tab/>
        <w:t>2.231e0</w:t>
      </w:r>
    </w:p>
    <w:p w:rsidR="006974AE" w:rsidRDefault="006974AE" w:rsidP="006974AE">
      <w:r>
        <w:t>757.4144</w:t>
      </w:r>
      <w:r>
        <w:tab/>
        <w:t>1.013e0</w:t>
      </w:r>
    </w:p>
    <w:p w:rsidR="006974AE" w:rsidRDefault="006974AE" w:rsidP="006974AE">
      <w:r>
        <w:t>757.4343</w:t>
      </w:r>
      <w:r>
        <w:tab/>
        <w:t>1.883e0</w:t>
      </w:r>
    </w:p>
    <w:p w:rsidR="006974AE" w:rsidRDefault="006974AE" w:rsidP="006974AE">
      <w:r>
        <w:t>757.4424</w:t>
      </w:r>
      <w:r>
        <w:tab/>
        <w:t>2.025e0</w:t>
      </w:r>
    </w:p>
    <w:p w:rsidR="006974AE" w:rsidRDefault="006974AE" w:rsidP="006974AE">
      <w:r>
        <w:t>757.5031</w:t>
      </w:r>
      <w:r>
        <w:tab/>
        <w:t>1.013e0</w:t>
      </w:r>
    </w:p>
    <w:p w:rsidR="006974AE" w:rsidRDefault="006974AE" w:rsidP="006974AE">
      <w:r>
        <w:t>757.5424</w:t>
      </w:r>
      <w:r>
        <w:tab/>
        <w:t>1.013e0</w:t>
      </w:r>
    </w:p>
    <w:p w:rsidR="006974AE" w:rsidRDefault="006974AE" w:rsidP="006974AE">
      <w:r>
        <w:t>757.5649</w:t>
      </w:r>
      <w:r>
        <w:tab/>
        <w:t>2.025e0</w:t>
      </w:r>
    </w:p>
    <w:p w:rsidR="006974AE" w:rsidRDefault="006974AE" w:rsidP="006974AE">
      <w:r>
        <w:t>757.6065</w:t>
      </w:r>
      <w:r>
        <w:tab/>
        <w:t>1.013e0</w:t>
      </w:r>
    </w:p>
    <w:p w:rsidR="006974AE" w:rsidRDefault="006974AE" w:rsidP="006974AE">
      <w:r>
        <w:t>757.6257</w:t>
      </w:r>
      <w:r>
        <w:tab/>
        <w:t>2.025e0</w:t>
      </w:r>
    </w:p>
    <w:p w:rsidR="006974AE" w:rsidRDefault="006974AE" w:rsidP="006974AE">
      <w:r>
        <w:t>757.6600</w:t>
      </w:r>
      <w:r>
        <w:tab/>
        <w:t>2.025e0</w:t>
      </w:r>
    </w:p>
    <w:p w:rsidR="006974AE" w:rsidRDefault="006974AE" w:rsidP="006974AE">
      <w:r>
        <w:t>757.7176</w:t>
      </w:r>
      <w:r>
        <w:tab/>
        <w:t>1.013e0</w:t>
      </w:r>
    </w:p>
    <w:p w:rsidR="006974AE" w:rsidRDefault="006974AE" w:rsidP="006974AE">
      <w:r>
        <w:t>757.7430</w:t>
      </w:r>
      <w:r>
        <w:tab/>
        <w:t>3.038e0</w:t>
      </w:r>
    </w:p>
    <w:p w:rsidR="006974AE" w:rsidRDefault="006974AE" w:rsidP="006974AE">
      <w:r>
        <w:t>757.7465</w:t>
      </w:r>
      <w:r>
        <w:tab/>
        <w:t>1.013e0</w:t>
      </w:r>
    </w:p>
    <w:p w:rsidR="006974AE" w:rsidRDefault="006974AE" w:rsidP="006974AE">
      <w:r>
        <w:t>757.8371</w:t>
      </w:r>
      <w:r>
        <w:tab/>
        <w:t>2.025e0</w:t>
      </w:r>
    </w:p>
    <w:p w:rsidR="006974AE" w:rsidRDefault="006974AE" w:rsidP="006974AE">
      <w:r>
        <w:t>757.8807</w:t>
      </w:r>
      <w:r>
        <w:tab/>
        <w:t>2.025e0</w:t>
      </w:r>
    </w:p>
    <w:p w:rsidR="006974AE" w:rsidRDefault="006974AE" w:rsidP="006974AE">
      <w:r>
        <w:lastRenderedPageBreak/>
        <w:t>758.0332</w:t>
      </w:r>
      <w:r>
        <w:tab/>
        <w:t>2.025e0</w:t>
      </w:r>
    </w:p>
    <w:p w:rsidR="006974AE" w:rsidRDefault="006974AE" w:rsidP="006974AE">
      <w:r>
        <w:t>758.0348</w:t>
      </w:r>
      <w:r>
        <w:tab/>
        <w:t>2.025e0</w:t>
      </w:r>
    </w:p>
    <w:p w:rsidR="006974AE" w:rsidRDefault="006974AE" w:rsidP="006974AE">
      <w:r>
        <w:t>758.1190</w:t>
      </w:r>
      <w:r>
        <w:tab/>
        <w:t>1.013e0</w:t>
      </w:r>
    </w:p>
    <w:p w:rsidR="006974AE" w:rsidRDefault="006974AE" w:rsidP="006974AE">
      <w:r>
        <w:t>758.1517</w:t>
      </w:r>
      <w:r>
        <w:tab/>
        <w:t>2.025e0</w:t>
      </w:r>
    </w:p>
    <w:p w:rsidR="006974AE" w:rsidRDefault="006974AE" w:rsidP="006974AE">
      <w:r>
        <w:t>758.1575</w:t>
      </w:r>
      <w:r>
        <w:tab/>
        <w:t>1.013e0</w:t>
      </w:r>
    </w:p>
    <w:p w:rsidR="006974AE" w:rsidRDefault="006974AE" w:rsidP="006974AE">
      <w:r>
        <w:t>758.1693</w:t>
      </w:r>
      <w:r>
        <w:tab/>
        <w:t>1.013e0</w:t>
      </w:r>
    </w:p>
    <w:p w:rsidR="006974AE" w:rsidRDefault="006974AE" w:rsidP="006974AE">
      <w:r>
        <w:t>758.1949</w:t>
      </w:r>
      <w:r>
        <w:tab/>
        <w:t>1.013e0</w:t>
      </w:r>
    </w:p>
    <w:p w:rsidR="006974AE" w:rsidRDefault="006974AE" w:rsidP="006974AE">
      <w:r>
        <w:t>758.2671</w:t>
      </w:r>
      <w:r>
        <w:tab/>
        <w:t>2.025e0</w:t>
      </w:r>
    </w:p>
    <w:p w:rsidR="006974AE" w:rsidRDefault="006974AE" w:rsidP="006974AE">
      <w:r>
        <w:t>758.2728</w:t>
      </w:r>
      <w:r>
        <w:tab/>
        <w:t>2.025e0</w:t>
      </w:r>
    </w:p>
    <w:p w:rsidR="006974AE" w:rsidRDefault="006974AE" w:rsidP="006974AE">
      <w:r>
        <w:t>758.3477</w:t>
      </w:r>
      <w:r>
        <w:tab/>
        <w:t>2.397e0</w:t>
      </w:r>
    </w:p>
    <w:p w:rsidR="006974AE" w:rsidRDefault="006974AE" w:rsidP="006974AE">
      <w:r>
        <w:t>758.3495</w:t>
      </w:r>
      <w:r>
        <w:tab/>
        <w:t>3.947e0</w:t>
      </w:r>
    </w:p>
    <w:p w:rsidR="006974AE" w:rsidRDefault="006974AE" w:rsidP="006974AE">
      <w:r>
        <w:t>758.3577</w:t>
      </w:r>
      <w:r>
        <w:tab/>
        <w:t>6.129e0</w:t>
      </w:r>
    </w:p>
    <w:p w:rsidR="006974AE" w:rsidRDefault="006974AE" w:rsidP="006974AE">
      <w:r>
        <w:t>758.3881</w:t>
      </w:r>
      <w:r>
        <w:tab/>
        <w:t>4.340e0</w:t>
      </w:r>
    </w:p>
    <w:p w:rsidR="006974AE" w:rsidRDefault="006974AE" w:rsidP="006974AE">
      <w:r>
        <w:t>758.4197</w:t>
      </w:r>
      <w:r>
        <w:tab/>
        <w:t>1.818e0</w:t>
      </w:r>
    </w:p>
    <w:p w:rsidR="006974AE" w:rsidRDefault="006974AE" w:rsidP="006974AE">
      <w:r>
        <w:t>758.4374</w:t>
      </w:r>
      <w:r>
        <w:tab/>
        <w:t>3.770e0</w:t>
      </w:r>
    </w:p>
    <w:p w:rsidR="006974AE" w:rsidRDefault="006974AE" w:rsidP="006974AE">
      <w:r>
        <w:t>758.4523</w:t>
      </w:r>
      <w:r>
        <w:tab/>
        <w:t>1.013e0</w:t>
      </w:r>
    </w:p>
    <w:p w:rsidR="006974AE" w:rsidRDefault="006974AE" w:rsidP="006974AE">
      <w:r>
        <w:t>758.4780</w:t>
      </w:r>
      <w:r>
        <w:tab/>
        <w:t>2.025e0</w:t>
      </w:r>
    </w:p>
    <w:p w:rsidR="006974AE" w:rsidRDefault="006974AE" w:rsidP="006974AE">
      <w:r>
        <w:t>758.5169</w:t>
      </w:r>
      <w:r>
        <w:tab/>
        <w:t>3.038e0</w:t>
      </w:r>
    </w:p>
    <w:p w:rsidR="006974AE" w:rsidRDefault="006974AE" w:rsidP="006974AE">
      <w:r>
        <w:t>758.5190</w:t>
      </w:r>
      <w:r>
        <w:tab/>
        <w:t>1.013e0</w:t>
      </w:r>
    </w:p>
    <w:p w:rsidR="006974AE" w:rsidRDefault="006974AE" w:rsidP="006974AE">
      <w:r>
        <w:lastRenderedPageBreak/>
        <w:t>758.5283</w:t>
      </w:r>
      <w:r>
        <w:tab/>
        <w:t>1.013e0</w:t>
      </w:r>
    </w:p>
    <w:p w:rsidR="006974AE" w:rsidRDefault="006974AE" w:rsidP="006974AE">
      <w:r>
        <w:t>758.5673</w:t>
      </w:r>
      <w:r>
        <w:tab/>
        <w:t>2.025e0</w:t>
      </w:r>
    </w:p>
    <w:p w:rsidR="006974AE" w:rsidRDefault="006974AE" w:rsidP="006974AE">
      <w:r>
        <w:t>758.5796</w:t>
      </w:r>
      <w:r>
        <w:tab/>
        <w:t>1.013e0</w:t>
      </w:r>
    </w:p>
    <w:p w:rsidR="006974AE" w:rsidRDefault="006974AE" w:rsidP="006974AE">
      <w:r>
        <w:t>758.5826</w:t>
      </w:r>
      <w:r>
        <w:tab/>
        <w:t>2.025e0</w:t>
      </w:r>
    </w:p>
    <w:p w:rsidR="006974AE" w:rsidRDefault="006974AE" w:rsidP="006974AE">
      <w:r>
        <w:t>758.5873</w:t>
      </w:r>
      <w:r>
        <w:tab/>
        <w:t>1.013e0</w:t>
      </w:r>
    </w:p>
    <w:p w:rsidR="006974AE" w:rsidRDefault="006974AE" w:rsidP="006974AE">
      <w:r>
        <w:t>758.6318</w:t>
      </w:r>
      <w:r>
        <w:tab/>
        <w:t>1.013e0</w:t>
      </w:r>
    </w:p>
    <w:p w:rsidR="006974AE" w:rsidRDefault="006974AE" w:rsidP="006974AE">
      <w:r>
        <w:t>758.6447</w:t>
      </w:r>
      <w:r>
        <w:tab/>
        <w:t>1.013e0</w:t>
      </w:r>
    </w:p>
    <w:p w:rsidR="006974AE" w:rsidRDefault="006974AE" w:rsidP="006974AE">
      <w:r>
        <w:t>758.6822</w:t>
      </w:r>
      <w:r>
        <w:tab/>
        <w:t>1.013e0</w:t>
      </w:r>
    </w:p>
    <w:p w:rsidR="006974AE" w:rsidRDefault="006974AE" w:rsidP="006974AE">
      <w:r>
        <w:t>758.6896</w:t>
      </w:r>
      <w:r>
        <w:tab/>
        <w:t>1.013e0</w:t>
      </w:r>
    </w:p>
    <w:p w:rsidR="006974AE" w:rsidRDefault="006974AE" w:rsidP="006974AE">
      <w:r>
        <w:t>758.7417</w:t>
      </w:r>
      <w:r>
        <w:tab/>
        <w:t>1.013e0</w:t>
      </w:r>
    </w:p>
    <w:p w:rsidR="006974AE" w:rsidRDefault="006974AE" w:rsidP="006974AE">
      <w:r>
        <w:t>758.7592</w:t>
      </w:r>
      <w:r>
        <w:tab/>
        <w:t>2.025e0</w:t>
      </w:r>
    </w:p>
    <w:p w:rsidR="006974AE" w:rsidRDefault="006974AE" w:rsidP="006974AE">
      <w:r>
        <w:t>758.7840</w:t>
      </w:r>
      <w:r>
        <w:tab/>
        <w:t>2.025e0</w:t>
      </w:r>
    </w:p>
    <w:p w:rsidR="006974AE" w:rsidRDefault="006974AE" w:rsidP="006974AE">
      <w:r>
        <w:t>758.8114</w:t>
      </w:r>
      <w:r>
        <w:tab/>
        <w:t>1.013e0</w:t>
      </w:r>
    </w:p>
    <w:p w:rsidR="006974AE" w:rsidRDefault="006974AE" w:rsidP="006974AE">
      <w:r>
        <w:t>758.8746</w:t>
      </w:r>
      <w:r>
        <w:tab/>
        <w:t>1.013e0</w:t>
      </w:r>
    </w:p>
    <w:p w:rsidR="006974AE" w:rsidRDefault="006974AE" w:rsidP="006974AE">
      <w:r>
        <w:t>758.9326</w:t>
      </w:r>
      <w:r>
        <w:tab/>
        <w:t>2.025e0</w:t>
      </w:r>
    </w:p>
    <w:p w:rsidR="006974AE" w:rsidRDefault="006974AE" w:rsidP="006974AE">
      <w:r>
        <w:t>758.9637</w:t>
      </w:r>
      <w:r>
        <w:tab/>
        <w:t>3.038e0</w:t>
      </w:r>
    </w:p>
    <w:p w:rsidR="006974AE" w:rsidRDefault="006974AE" w:rsidP="006974AE">
      <w:r>
        <w:t>758.9747</w:t>
      </w:r>
      <w:r>
        <w:tab/>
        <w:t>3.038e0</w:t>
      </w:r>
    </w:p>
    <w:p w:rsidR="006974AE" w:rsidRDefault="006974AE" w:rsidP="006974AE">
      <w:r>
        <w:t>759.0145</w:t>
      </w:r>
      <w:r>
        <w:tab/>
        <w:t>2.025e0</w:t>
      </w:r>
    </w:p>
    <w:p w:rsidR="006974AE" w:rsidRDefault="006974AE" w:rsidP="006974AE">
      <w:r>
        <w:t>759.0167</w:t>
      </w:r>
      <w:r>
        <w:tab/>
        <w:t>1.013e0</w:t>
      </w:r>
    </w:p>
    <w:p w:rsidR="006974AE" w:rsidRDefault="006974AE" w:rsidP="006974AE">
      <w:r>
        <w:lastRenderedPageBreak/>
        <w:t>759.0414</w:t>
      </w:r>
      <w:r>
        <w:tab/>
        <w:t>1.013e0</w:t>
      </w:r>
    </w:p>
    <w:p w:rsidR="006974AE" w:rsidRDefault="006974AE" w:rsidP="006974AE">
      <w:r>
        <w:t>759.0588</w:t>
      </w:r>
      <w:r>
        <w:tab/>
        <w:t>2.025e0</w:t>
      </w:r>
    </w:p>
    <w:p w:rsidR="006974AE" w:rsidRDefault="006974AE" w:rsidP="006974AE">
      <w:r>
        <w:t>759.0809</w:t>
      </w:r>
      <w:r>
        <w:tab/>
        <w:t>3.038e0</w:t>
      </w:r>
    </w:p>
    <w:p w:rsidR="006974AE" w:rsidRDefault="006974AE" w:rsidP="006974AE">
      <w:r>
        <w:t>759.0989</w:t>
      </w:r>
      <w:r>
        <w:tab/>
        <w:t>1.013e0</w:t>
      </w:r>
    </w:p>
    <w:p w:rsidR="006974AE" w:rsidRDefault="006974AE" w:rsidP="006974AE">
      <w:r>
        <w:t>759.1511</w:t>
      </w:r>
      <w:r>
        <w:tab/>
        <w:t>1.013e0</w:t>
      </w:r>
    </w:p>
    <w:p w:rsidR="006974AE" w:rsidRDefault="006974AE" w:rsidP="006974AE">
      <w:r>
        <w:t>759.1697</w:t>
      </w:r>
      <w:r>
        <w:tab/>
        <w:t>1.013e0</w:t>
      </w:r>
    </w:p>
    <w:p w:rsidR="006974AE" w:rsidRDefault="006974AE" w:rsidP="006974AE">
      <w:r>
        <w:t>759.2017</w:t>
      </w:r>
      <w:r>
        <w:tab/>
        <w:t>3.038e0</w:t>
      </w:r>
    </w:p>
    <w:p w:rsidR="006974AE" w:rsidRDefault="006974AE" w:rsidP="006974AE">
      <w:r>
        <w:t>759.2267</w:t>
      </w:r>
      <w:r>
        <w:tab/>
        <w:t>2.025e0</w:t>
      </w:r>
    </w:p>
    <w:p w:rsidR="006974AE" w:rsidRDefault="006974AE" w:rsidP="006974AE">
      <w:r>
        <w:t>759.2349</w:t>
      </w:r>
      <w:r>
        <w:tab/>
        <w:t>1.013e0</w:t>
      </w:r>
    </w:p>
    <w:p w:rsidR="006974AE" w:rsidRDefault="006974AE" w:rsidP="006974AE">
      <w:r>
        <w:t>759.3162</w:t>
      </w:r>
      <w:r>
        <w:tab/>
        <w:t>2.722e0</w:t>
      </w:r>
    </w:p>
    <w:p w:rsidR="006974AE" w:rsidRDefault="006974AE" w:rsidP="006974AE">
      <w:r>
        <w:t>759.3366</w:t>
      </w:r>
      <w:r>
        <w:tab/>
        <w:t>1.518e0</w:t>
      </w:r>
    </w:p>
    <w:p w:rsidR="006974AE" w:rsidRDefault="006974AE" w:rsidP="006974AE">
      <w:r>
        <w:t>759.3384</w:t>
      </w:r>
      <w:r>
        <w:tab/>
        <w:t>2.025e0</w:t>
      </w:r>
    </w:p>
    <w:p w:rsidR="006974AE" w:rsidRDefault="006974AE" w:rsidP="006974AE">
      <w:r>
        <w:t>759.3426</w:t>
      </w:r>
      <w:r>
        <w:tab/>
        <w:t>2.727e0</w:t>
      </w:r>
    </w:p>
    <w:p w:rsidR="006974AE" w:rsidRDefault="006974AE" w:rsidP="006974AE">
      <w:r>
        <w:t>759.3554</w:t>
      </w:r>
      <w:r>
        <w:tab/>
        <w:t>2.962e0</w:t>
      </w:r>
    </w:p>
    <w:p w:rsidR="006974AE" w:rsidRDefault="006974AE" w:rsidP="006974AE">
      <w:r>
        <w:t>759.4123</w:t>
      </w:r>
      <w:r>
        <w:tab/>
        <w:t>3.038e0</w:t>
      </w:r>
    </w:p>
    <w:p w:rsidR="006974AE" w:rsidRDefault="006974AE" w:rsidP="006974AE">
      <w:r>
        <w:t>759.4274</w:t>
      </w:r>
      <w:r>
        <w:tab/>
        <w:t>1.013e0</w:t>
      </w:r>
    </w:p>
    <w:p w:rsidR="006974AE" w:rsidRDefault="006974AE" w:rsidP="006974AE">
      <w:r>
        <w:t>759.4488</w:t>
      </w:r>
      <w:r>
        <w:tab/>
        <w:t>3.038e0</w:t>
      </w:r>
    </w:p>
    <w:p w:rsidR="006974AE" w:rsidRDefault="006974AE" w:rsidP="006974AE">
      <w:r>
        <w:t>759.4571</w:t>
      </w:r>
      <w:r>
        <w:tab/>
        <w:t>1.013e0</w:t>
      </w:r>
    </w:p>
    <w:p w:rsidR="006974AE" w:rsidRDefault="006974AE" w:rsidP="006974AE">
      <w:r>
        <w:t>759.5603</w:t>
      </w:r>
      <w:r>
        <w:tab/>
        <w:t>1.013e0</w:t>
      </w:r>
    </w:p>
    <w:p w:rsidR="006974AE" w:rsidRDefault="006974AE" w:rsidP="006974AE">
      <w:r>
        <w:lastRenderedPageBreak/>
        <w:t>759.5737</w:t>
      </w:r>
      <w:r>
        <w:tab/>
        <w:t>3.038e0</w:t>
      </w:r>
    </w:p>
    <w:p w:rsidR="006974AE" w:rsidRDefault="006974AE" w:rsidP="006974AE">
      <w:r>
        <w:t>759.5943</w:t>
      </w:r>
      <w:r>
        <w:tab/>
        <w:t>1.013e0</w:t>
      </w:r>
    </w:p>
    <w:p w:rsidR="006974AE" w:rsidRDefault="006974AE" w:rsidP="006974AE">
      <w:r>
        <w:t>759.6191</w:t>
      </w:r>
      <w:r>
        <w:tab/>
        <w:t>1.013e0</w:t>
      </w:r>
    </w:p>
    <w:p w:rsidR="006974AE" w:rsidRDefault="006974AE" w:rsidP="006974AE">
      <w:r>
        <w:t>759.6457</w:t>
      </w:r>
      <w:r>
        <w:tab/>
        <w:t>2.025e0</w:t>
      </w:r>
    </w:p>
    <w:p w:rsidR="006974AE" w:rsidRDefault="006974AE" w:rsidP="006974AE">
      <w:r>
        <w:t>759.6576</w:t>
      </w:r>
      <w:r>
        <w:tab/>
        <w:t>1.013e0</w:t>
      </w:r>
    </w:p>
    <w:p w:rsidR="006974AE" w:rsidRDefault="006974AE" w:rsidP="006974AE">
      <w:r>
        <w:t>759.6836</w:t>
      </w:r>
      <w:r>
        <w:tab/>
        <w:t>3.038e0</w:t>
      </w:r>
    </w:p>
    <w:p w:rsidR="006974AE" w:rsidRDefault="006974AE" w:rsidP="006974AE">
      <w:r>
        <w:t>759.6970</w:t>
      </w:r>
      <w:r>
        <w:tab/>
        <w:t>1.013e0</w:t>
      </w:r>
    </w:p>
    <w:p w:rsidR="006974AE" w:rsidRDefault="006974AE" w:rsidP="006974AE">
      <w:r>
        <w:t>759.7128</w:t>
      </w:r>
      <w:r>
        <w:tab/>
        <w:t>1.013e0</w:t>
      </w:r>
    </w:p>
    <w:p w:rsidR="006974AE" w:rsidRDefault="006974AE" w:rsidP="006974AE">
      <w:r>
        <w:t>759.7475</w:t>
      </w:r>
      <w:r>
        <w:tab/>
        <w:t>1.013e0</w:t>
      </w:r>
    </w:p>
    <w:p w:rsidR="006974AE" w:rsidRDefault="006974AE" w:rsidP="006974AE">
      <w:r>
        <w:t>759.7679</w:t>
      </w:r>
      <w:r>
        <w:tab/>
        <w:t>3.038e0</w:t>
      </w:r>
    </w:p>
    <w:p w:rsidR="006974AE" w:rsidRDefault="006974AE" w:rsidP="006974AE">
      <w:r>
        <w:t>759.8631</w:t>
      </w:r>
      <w:r>
        <w:tab/>
        <w:t>1.013e0</w:t>
      </w:r>
    </w:p>
    <w:p w:rsidR="006974AE" w:rsidRDefault="006974AE" w:rsidP="006974AE">
      <w:r>
        <w:t>759.8833</w:t>
      </w:r>
      <w:r>
        <w:tab/>
        <w:t>1.013e0</w:t>
      </w:r>
    </w:p>
    <w:p w:rsidR="006974AE" w:rsidRDefault="006974AE" w:rsidP="006974AE">
      <w:r>
        <w:t>759.8917</w:t>
      </w:r>
      <w:r>
        <w:tab/>
        <w:t>2.025e0</w:t>
      </w:r>
    </w:p>
    <w:p w:rsidR="006974AE" w:rsidRDefault="006974AE" w:rsidP="006974AE">
      <w:r>
        <w:t>759.9025</w:t>
      </w:r>
      <w:r>
        <w:tab/>
        <w:t>1.013e0</w:t>
      </w:r>
    </w:p>
    <w:p w:rsidR="006974AE" w:rsidRDefault="006974AE" w:rsidP="006974AE">
      <w:r>
        <w:t>759.9182</w:t>
      </w:r>
      <w:r>
        <w:tab/>
        <w:t>1.013e0</w:t>
      </w:r>
    </w:p>
    <w:p w:rsidR="006974AE" w:rsidRDefault="006974AE" w:rsidP="006974AE">
      <w:r>
        <w:t>759.9530</w:t>
      </w:r>
      <w:r>
        <w:tab/>
        <w:t>1.013e0</w:t>
      </w:r>
    </w:p>
    <w:p w:rsidR="006974AE" w:rsidRDefault="006974AE" w:rsidP="006974AE">
      <w:r>
        <w:t>759.9925</w:t>
      </w:r>
      <w:r>
        <w:tab/>
        <w:t>1.013e0</w:t>
      </w:r>
    </w:p>
    <w:p w:rsidR="006974AE" w:rsidRDefault="006974AE" w:rsidP="006974AE">
      <w:r>
        <w:t>760.0109</w:t>
      </w:r>
      <w:r>
        <w:tab/>
        <w:t>2.025e0</w:t>
      </w:r>
    </w:p>
    <w:p w:rsidR="006974AE" w:rsidRDefault="006974AE" w:rsidP="006974AE">
      <w:r>
        <w:t>760.0368</w:t>
      </w:r>
      <w:r>
        <w:tab/>
        <w:t>1.013e0</w:t>
      </w:r>
    </w:p>
    <w:p w:rsidR="006974AE" w:rsidRDefault="006974AE" w:rsidP="006974AE">
      <w:r>
        <w:lastRenderedPageBreak/>
        <w:t>760.0567</w:t>
      </w:r>
      <w:r>
        <w:tab/>
        <w:t>1.013e0</w:t>
      </w:r>
    </w:p>
    <w:p w:rsidR="006974AE" w:rsidRDefault="006974AE" w:rsidP="006974AE">
      <w:r>
        <w:t>760.1564</w:t>
      </w:r>
      <w:r>
        <w:tab/>
        <w:t>1.013e0</w:t>
      </w:r>
    </w:p>
    <w:p w:rsidR="006974AE" w:rsidRDefault="006974AE" w:rsidP="006974AE">
      <w:r>
        <w:t>760.1651</w:t>
      </w:r>
      <w:r>
        <w:tab/>
        <w:t>2.025e0</w:t>
      </w:r>
    </w:p>
    <w:p w:rsidR="006974AE" w:rsidRDefault="006974AE" w:rsidP="006974AE">
      <w:r>
        <w:t>760.1815</w:t>
      </w:r>
      <w:r>
        <w:tab/>
        <w:t>3.038e0</w:t>
      </w:r>
    </w:p>
    <w:p w:rsidR="006974AE" w:rsidRDefault="006974AE" w:rsidP="006974AE">
      <w:r>
        <w:t>760.1960</w:t>
      </w:r>
      <w:r>
        <w:tab/>
        <w:t>3.038e0</w:t>
      </w:r>
    </w:p>
    <w:p w:rsidR="006974AE" w:rsidRDefault="006974AE" w:rsidP="006974AE">
      <w:r>
        <w:t>760.2100</w:t>
      </w:r>
      <w:r>
        <w:tab/>
        <w:t>1.013e0</w:t>
      </w:r>
    </w:p>
    <w:p w:rsidR="006974AE" w:rsidRDefault="006974AE" w:rsidP="006974AE">
      <w:r>
        <w:t>760.2357</w:t>
      </w:r>
      <w:r>
        <w:tab/>
        <w:t>1.013e0</w:t>
      </w:r>
    </w:p>
    <w:p w:rsidR="006974AE" w:rsidRDefault="006974AE" w:rsidP="006974AE">
      <w:r>
        <w:t>760.2718</w:t>
      </w:r>
      <w:r>
        <w:tab/>
        <w:t>3.038e0</w:t>
      </w:r>
    </w:p>
    <w:p w:rsidR="006974AE" w:rsidRDefault="006974AE" w:rsidP="006974AE">
      <w:r>
        <w:t>760.2744</w:t>
      </w:r>
      <w:r>
        <w:tab/>
        <w:t>2.822e0</w:t>
      </w:r>
    </w:p>
    <w:p w:rsidR="006974AE" w:rsidRDefault="006974AE" w:rsidP="006974AE">
      <w:r>
        <w:t>760.3270</w:t>
      </w:r>
      <w:r>
        <w:tab/>
        <w:t>1.013e0</w:t>
      </w:r>
    </w:p>
    <w:p w:rsidR="006974AE" w:rsidRDefault="006974AE" w:rsidP="006974AE">
      <w:r>
        <w:t>760.3699</w:t>
      </w:r>
      <w:r>
        <w:tab/>
        <w:t>6.555e0</w:t>
      </w:r>
    </w:p>
    <w:p w:rsidR="006974AE" w:rsidRDefault="006974AE" w:rsidP="006974AE">
      <w:r>
        <w:t>760.3782</w:t>
      </w:r>
      <w:r>
        <w:tab/>
        <w:t>5.348e0</w:t>
      </w:r>
    </w:p>
    <w:p w:rsidR="006974AE" w:rsidRDefault="006974AE" w:rsidP="006974AE">
      <w:r>
        <w:t>760.3987</w:t>
      </w:r>
      <w:r>
        <w:tab/>
        <w:t>3.726e0</w:t>
      </w:r>
    </w:p>
    <w:p w:rsidR="006974AE" w:rsidRDefault="006974AE" w:rsidP="006974AE">
      <w:r>
        <w:t>760.4128</w:t>
      </w:r>
      <w:r>
        <w:tab/>
        <w:t>2.919e0</w:t>
      </w:r>
    </w:p>
    <w:p w:rsidR="006974AE" w:rsidRDefault="006974AE" w:rsidP="006974AE">
      <w:r>
        <w:t>760.4222</w:t>
      </w:r>
      <w:r>
        <w:tab/>
        <w:t>2.025e0</w:t>
      </w:r>
    </w:p>
    <w:p w:rsidR="006974AE" w:rsidRDefault="006974AE" w:rsidP="006974AE">
      <w:r>
        <w:t>760.4415</w:t>
      </w:r>
      <w:r>
        <w:tab/>
        <w:t>3.502e0</w:t>
      </w:r>
    </w:p>
    <w:p w:rsidR="006974AE" w:rsidRDefault="006974AE" w:rsidP="006974AE">
      <w:r>
        <w:t>760.4717</w:t>
      </w:r>
      <w:r>
        <w:tab/>
        <w:t>3.038e0</w:t>
      </w:r>
    </w:p>
    <w:p w:rsidR="006974AE" w:rsidRDefault="006974AE" w:rsidP="006974AE">
      <w:r>
        <w:t>760.5313</w:t>
      </w:r>
      <w:r>
        <w:tab/>
        <w:t>1.013e0</w:t>
      </w:r>
    </w:p>
    <w:p w:rsidR="006974AE" w:rsidRDefault="006974AE" w:rsidP="006974AE">
      <w:r>
        <w:t>760.5461</w:t>
      </w:r>
      <w:r>
        <w:tab/>
        <w:t>2.025e0</w:t>
      </w:r>
    </w:p>
    <w:p w:rsidR="006974AE" w:rsidRDefault="006974AE" w:rsidP="006974AE">
      <w:r>
        <w:lastRenderedPageBreak/>
        <w:t>760.5689</w:t>
      </w:r>
      <w:r>
        <w:tab/>
        <w:t>3.038e0</w:t>
      </w:r>
    </w:p>
    <w:p w:rsidR="006974AE" w:rsidRDefault="006974AE" w:rsidP="006974AE">
      <w:r>
        <w:t>760.5827</w:t>
      </w:r>
      <w:r>
        <w:tab/>
        <w:t>1.013e0</w:t>
      </w:r>
    </w:p>
    <w:p w:rsidR="006974AE" w:rsidRDefault="006974AE" w:rsidP="006974AE">
      <w:r>
        <w:t>760.5913</w:t>
      </w:r>
      <w:r>
        <w:tab/>
        <w:t>3.038e0</w:t>
      </w:r>
    </w:p>
    <w:p w:rsidR="006974AE" w:rsidRDefault="006974AE" w:rsidP="006974AE">
      <w:r>
        <w:t>760.6229</w:t>
      </w:r>
      <w:r>
        <w:tab/>
        <w:t>3.038e0</w:t>
      </w:r>
    </w:p>
    <w:p w:rsidR="006974AE" w:rsidRDefault="006974AE" w:rsidP="006974AE">
      <w:r>
        <w:t>760.6718</w:t>
      </w:r>
      <w:r>
        <w:tab/>
        <w:t>2.025e0</w:t>
      </w:r>
    </w:p>
    <w:p w:rsidR="006974AE" w:rsidRDefault="006974AE" w:rsidP="006974AE">
      <w:r>
        <w:t>760.6865</w:t>
      </w:r>
      <w:r>
        <w:tab/>
        <w:t>1.013e0</w:t>
      </w:r>
    </w:p>
    <w:p w:rsidR="006974AE" w:rsidRDefault="006974AE" w:rsidP="006974AE">
      <w:r>
        <w:t>760.7113</w:t>
      </w:r>
      <w:r>
        <w:tab/>
        <w:t>1.013e0</w:t>
      </w:r>
    </w:p>
    <w:p w:rsidR="006974AE" w:rsidRDefault="006974AE" w:rsidP="006974AE">
      <w:r>
        <w:t>760.7237</w:t>
      </w:r>
      <w:r>
        <w:tab/>
        <w:t>2.025e0</w:t>
      </w:r>
    </w:p>
    <w:p w:rsidR="006974AE" w:rsidRDefault="006974AE" w:rsidP="006974AE">
      <w:r>
        <w:t>760.7637</w:t>
      </w:r>
      <w:r>
        <w:tab/>
        <w:t>1.013e0</w:t>
      </w:r>
    </w:p>
    <w:p w:rsidR="006974AE" w:rsidRDefault="006974AE" w:rsidP="006974AE">
      <w:r>
        <w:t>760.7709</w:t>
      </w:r>
      <w:r>
        <w:tab/>
        <w:t>1.013e0</w:t>
      </w:r>
    </w:p>
    <w:p w:rsidR="006974AE" w:rsidRDefault="006974AE" w:rsidP="006974AE">
      <w:r>
        <w:t>760.7885</w:t>
      </w:r>
      <w:r>
        <w:tab/>
        <w:t>1.013e0</w:t>
      </w:r>
    </w:p>
    <w:p w:rsidR="006974AE" w:rsidRDefault="006974AE" w:rsidP="006974AE">
      <w:r>
        <w:t>760.8173</w:t>
      </w:r>
      <w:r>
        <w:tab/>
        <w:t>2.025e0</w:t>
      </w:r>
    </w:p>
    <w:p w:rsidR="006974AE" w:rsidRDefault="006974AE" w:rsidP="006974AE">
      <w:r>
        <w:t>760.8527</w:t>
      </w:r>
      <w:r>
        <w:tab/>
        <w:t>1.013e0</w:t>
      </w:r>
    </w:p>
    <w:p w:rsidR="006974AE" w:rsidRDefault="006974AE" w:rsidP="006974AE">
      <w:r>
        <w:t>760.9299</w:t>
      </w:r>
      <w:r>
        <w:tab/>
        <w:t>1.013e0</w:t>
      </w:r>
    </w:p>
    <w:p w:rsidR="006974AE" w:rsidRDefault="006974AE" w:rsidP="006974AE">
      <w:r>
        <w:t>761.0200</w:t>
      </w:r>
      <w:r>
        <w:tab/>
        <w:t>1.013e0</w:t>
      </w:r>
    </w:p>
    <w:p w:rsidR="006974AE" w:rsidRDefault="006974AE" w:rsidP="006974AE">
      <w:r>
        <w:t>761.0230</w:t>
      </w:r>
      <w:r>
        <w:tab/>
        <w:t>3.038e0</w:t>
      </w:r>
    </w:p>
    <w:p w:rsidR="006974AE" w:rsidRDefault="006974AE" w:rsidP="006974AE">
      <w:r>
        <w:t>761.0258</w:t>
      </w:r>
      <w:r>
        <w:tab/>
        <w:t>1.013e0</w:t>
      </w:r>
    </w:p>
    <w:p w:rsidR="006974AE" w:rsidRDefault="006974AE" w:rsidP="006974AE">
      <w:r>
        <w:t>761.1181</w:t>
      </w:r>
      <w:r>
        <w:tab/>
        <w:t>3.038e0</w:t>
      </w:r>
    </w:p>
    <w:p w:rsidR="006974AE" w:rsidRDefault="006974AE" w:rsidP="006974AE">
      <w:r>
        <w:t>761.1290</w:t>
      </w:r>
      <w:r>
        <w:tab/>
        <w:t>1.013e0</w:t>
      </w:r>
    </w:p>
    <w:p w:rsidR="006974AE" w:rsidRDefault="006974AE" w:rsidP="006974AE">
      <w:r>
        <w:lastRenderedPageBreak/>
        <w:t>761.1544</w:t>
      </w:r>
      <w:r>
        <w:tab/>
        <w:t>2.025e0</w:t>
      </w:r>
    </w:p>
    <w:p w:rsidR="006974AE" w:rsidRDefault="006974AE" w:rsidP="006974AE">
      <w:r>
        <w:t>761.2056</w:t>
      </w:r>
      <w:r>
        <w:tab/>
        <w:t>2.025e0</w:t>
      </w:r>
    </w:p>
    <w:p w:rsidR="006974AE" w:rsidRDefault="006974AE" w:rsidP="006974AE">
      <w:r>
        <w:t>761.2139</w:t>
      </w:r>
      <w:r>
        <w:tab/>
        <w:t>1.013e0</w:t>
      </w:r>
    </w:p>
    <w:p w:rsidR="006974AE" w:rsidRDefault="006974AE" w:rsidP="006974AE">
      <w:r>
        <w:t>761.2258</w:t>
      </w:r>
      <w:r>
        <w:tab/>
        <w:t>1.013e0</w:t>
      </w:r>
    </w:p>
    <w:p w:rsidR="006974AE" w:rsidRDefault="006974AE" w:rsidP="006974AE">
      <w:r>
        <w:t>761.2303</w:t>
      </w:r>
      <w:r>
        <w:tab/>
        <w:t>2.025e0</w:t>
      </w:r>
    </w:p>
    <w:p w:rsidR="006974AE" w:rsidRDefault="006974AE" w:rsidP="006974AE">
      <w:r>
        <w:t>761.2353</w:t>
      </w:r>
      <w:r>
        <w:tab/>
        <w:t>2.025e0</w:t>
      </w:r>
    </w:p>
    <w:p w:rsidR="006974AE" w:rsidRDefault="006974AE" w:rsidP="006974AE">
      <w:r>
        <w:t>761.2644</w:t>
      </w:r>
      <w:r>
        <w:tab/>
        <w:t>1.013e0</w:t>
      </w:r>
    </w:p>
    <w:p w:rsidR="006974AE" w:rsidRDefault="006974AE" w:rsidP="006974AE">
      <w:r>
        <w:t>761.3088</w:t>
      </w:r>
      <w:r>
        <w:tab/>
        <w:t>3.038e0</w:t>
      </w:r>
    </w:p>
    <w:p w:rsidR="006974AE" w:rsidRDefault="006974AE" w:rsidP="006974AE">
      <w:r>
        <w:t>761.3475</w:t>
      </w:r>
      <w:r>
        <w:tab/>
        <w:t>2.727e0</w:t>
      </w:r>
    </w:p>
    <w:p w:rsidR="006974AE" w:rsidRDefault="006974AE" w:rsidP="006974AE">
      <w:r>
        <w:t>761.3674</w:t>
      </w:r>
      <w:r>
        <w:tab/>
        <w:t>1.013e0</w:t>
      </w:r>
    </w:p>
    <w:p w:rsidR="006974AE" w:rsidRDefault="006974AE" w:rsidP="006974AE">
      <w:r>
        <w:t>761.3812</w:t>
      </w:r>
      <w:r>
        <w:tab/>
        <w:t>1.449e0</w:t>
      </w:r>
    </w:p>
    <w:p w:rsidR="006974AE" w:rsidRDefault="006974AE" w:rsidP="006974AE">
      <w:r>
        <w:t>761.3826</w:t>
      </w:r>
      <w:r>
        <w:tab/>
        <w:t>2.641e0</w:t>
      </w:r>
    </w:p>
    <w:p w:rsidR="006974AE" w:rsidRDefault="006974AE" w:rsidP="006974AE">
      <w:r>
        <w:t>761.4118</w:t>
      </w:r>
      <w:r>
        <w:tab/>
        <w:t>2.025e0</w:t>
      </w:r>
    </w:p>
    <w:p w:rsidR="006974AE" w:rsidRDefault="006974AE" w:rsidP="006974AE">
      <w:r>
        <w:t>761.4592</w:t>
      </w:r>
      <w:r>
        <w:tab/>
        <w:t>2.788e0</w:t>
      </w:r>
    </w:p>
    <w:p w:rsidR="006974AE" w:rsidRDefault="006974AE" w:rsidP="006974AE">
      <w:r>
        <w:t>761.4606</w:t>
      </w:r>
      <w:r>
        <w:tab/>
        <w:t>2.856e0</w:t>
      </w:r>
    </w:p>
    <w:p w:rsidR="006974AE" w:rsidRDefault="006974AE" w:rsidP="006974AE">
      <w:r>
        <w:t>761.4935</w:t>
      </w:r>
      <w:r>
        <w:tab/>
        <w:t>3.038e0</w:t>
      </w:r>
    </w:p>
    <w:p w:rsidR="006974AE" w:rsidRDefault="006974AE" w:rsidP="006974AE">
      <w:r>
        <w:t>761.5347</w:t>
      </w:r>
      <w:r>
        <w:tab/>
        <w:t>2.025e0</w:t>
      </w:r>
    </w:p>
    <w:p w:rsidR="006974AE" w:rsidRDefault="006974AE" w:rsidP="006974AE">
      <w:r>
        <w:t>761.5436</w:t>
      </w:r>
      <w:r>
        <w:tab/>
        <w:t>3.038e0</w:t>
      </w:r>
    </w:p>
    <w:p w:rsidR="006974AE" w:rsidRDefault="006974AE" w:rsidP="006974AE">
      <w:r>
        <w:t>761.5542</w:t>
      </w:r>
      <w:r>
        <w:tab/>
        <w:t>1.013e0</w:t>
      </w:r>
    </w:p>
    <w:p w:rsidR="006974AE" w:rsidRDefault="006974AE" w:rsidP="006974AE">
      <w:r>
        <w:lastRenderedPageBreak/>
        <w:t>761.5668</w:t>
      </w:r>
      <w:r>
        <w:tab/>
        <w:t>2.025e0</w:t>
      </w:r>
    </w:p>
    <w:p w:rsidR="006974AE" w:rsidRDefault="006974AE" w:rsidP="006974AE">
      <w:r>
        <w:t>761.5806</w:t>
      </w:r>
      <w:r>
        <w:tab/>
        <w:t>2.025e0</w:t>
      </w:r>
    </w:p>
    <w:p w:rsidR="006974AE" w:rsidRDefault="006974AE" w:rsidP="006974AE">
      <w:r>
        <w:t>761.6053</w:t>
      </w:r>
      <w:r>
        <w:tab/>
        <w:t>2.025e0</w:t>
      </w:r>
    </w:p>
    <w:p w:rsidR="006974AE" w:rsidRDefault="006974AE" w:rsidP="006974AE">
      <w:r>
        <w:t>761.6085</w:t>
      </w:r>
      <w:r>
        <w:tab/>
        <w:t>3.038e0</w:t>
      </w:r>
    </w:p>
    <w:p w:rsidR="006974AE" w:rsidRDefault="006974AE" w:rsidP="006974AE">
      <w:r>
        <w:t>761.6110</w:t>
      </w:r>
      <w:r>
        <w:tab/>
        <w:t>2.025e0</w:t>
      </w:r>
    </w:p>
    <w:p w:rsidR="006974AE" w:rsidRDefault="006974AE" w:rsidP="006974AE">
      <w:r>
        <w:t>761.6376</w:t>
      </w:r>
      <w:r>
        <w:tab/>
        <w:t>1.013e0</w:t>
      </w:r>
    </w:p>
    <w:p w:rsidR="006974AE" w:rsidRDefault="006974AE" w:rsidP="006974AE">
      <w:r>
        <w:t>761.6891</w:t>
      </w:r>
      <w:r>
        <w:tab/>
        <w:t>1.013e0</w:t>
      </w:r>
    </w:p>
    <w:p w:rsidR="006974AE" w:rsidRDefault="006974AE" w:rsidP="006974AE">
      <w:r>
        <w:t>761.7049</w:t>
      </w:r>
      <w:r>
        <w:tab/>
        <w:t>2.025e0</w:t>
      </w:r>
    </w:p>
    <w:p w:rsidR="006974AE" w:rsidRDefault="006974AE" w:rsidP="006974AE">
      <w:r>
        <w:t>761.7416</w:t>
      </w:r>
      <w:r>
        <w:tab/>
        <w:t>1.013e0</w:t>
      </w:r>
    </w:p>
    <w:p w:rsidR="006974AE" w:rsidRDefault="006974AE" w:rsidP="006974AE">
      <w:r>
        <w:t>761.7535</w:t>
      </w:r>
      <w:r>
        <w:tab/>
        <w:t>1.013e0</w:t>
      </w:r>
    </w:p>
    <w:p w:rsidR="006974AE" w:rsidRDefault="006974AE" w:rsidP="006974AE">
      <w:r>
        <w:t>761.7792</w:t>
      </w:r>
      <w:r>
        <w:tab/>
        <w:t>1.013e0</w:t>
      </w:r>
    </w:p>
    <w:p w:rsidR="006974AE" w:rsidRDefault="006974AE" w:rsidP="006974AE">
      <w:r>
        <w:t>761.8179</w:t>
      </w:r>
      <w:r>
        <w:tab/>
        <w:t>1.013e0</w:t>
      </w:r>
    </w:p>
    <w:p w:rsidR="006974AE" w:rsidRDefault="006974AE" w:rsidP="006974AE">
      <w:r>
        <w:t>761.9209</w:t>
      </w:r>
      <w:r>
        <w:tab/>
        <w:t>1.013e0</w:t>
      </w:r>
    </w:p>
    <w:p w:rsidR="006974AE" w:rsidRDefault="006974AE" w:rsidP="006974AE">
      <w:r>
        <w:t>761.9302</w:t>
      </w:r>
      <w:r>
        <w:tab/>
        <w:t>1.013e0</w:t>
      </w:r>
    </w:p>
    <w:p w:rsidR="006974AE" w:rsidRDefault="006974AE" w:rsidP="006974AE">
      <w:r>
        <w:t>761.9605</w:t>
      </w:r>
      <w:r>
        <w:tab/>
        <w:t>1.013e0</w:t>
      </w:r>
    </w:p>
    <w:p w:rsidR="006974AE" w:rsidRDefault="006974AE" w:rsidP="006974AE">
      <w:r>
        <w:t>761.9982</w:t>
      </w:r>
      <w:r>
        <w:tab/>
        <w:t>1.013e0</w:t>
      </w:r>
    </w:p>
    <w:p w:rsidR="006974AE" w:rsidRDefault="006974AE" w:rsidP="006974AE">
      <w:r>
        <w:t>762.0325</w:t>
      </w:r>
      <w:r>
        <w:tab/>
        <w:t>1.013e0</w:t>
      </w:r>
    </w:p>
    <w:p w:rsidR="006974AE" w:rsidRDefault="006974AE" w:rsidP="006974AE">
      <w:r>
        <w:t>762.0497</w:t>
      </w:r>
      <w:r>
        <w:tab/>
        <w:t>1.013e0</w:t>
      </w:r>
    </w:p>
    <w:p w:rsidR="006974AE" w:rsidRDefault="006974AE" w:rsidP="006974AE">
      <w:r>
        <w:t>762.0562</w:t>
      </w:r>
      <w:r>
        <w:tab/>
        <w:t>2.025e0</w:t>
      </w:r>
    </w:p>
    <w:p w:rsidR="006974AE" w:rsidRDefault="006974AE" w:rsidP="006974AE">
      <w:r>
        <w:lastRenderedPageBreak/>
        <w:t>762.0588</w:t>
      </w:r>
      <w:r>
        <w:tab/>
        <w:t>3.038e0</w:t>
      </w:r>
    </w:p>
    <w:p w:rsidR="006974AE" w:rsidRDefault="006974AE" w:rsidP="006974AE">
      <w:r>
        <w:t>762.0764</w:t>
      </w:r>
      <w:r>
        <w:tab/>
        <w:t>1.013e0</w:t>
      </w:r>
    </w:p>
    <w:p w:rsidR="006974AE" w:rsidRDefault="006974AE" w:rsidP="006974AE">
      <w:r>
        <w:t>762.1270</w:t>
      </w:r>
      <w:r>
        <w:tab/>
        <w:t>1.013e0</w:t>
      </w:r>
    </w:p>
    <w:p w:rsidR="006974AE" w:rsidRDefault="006974AE" w:rsidP="006974AE">
      <w:r>
        <w:t>762.1594</w:t>
      </w:r>
      <w:r>
        <w:tab/>
        <w:t>2.025e0</w:t>
      </w:r>
    </w:p>
    <w:p w:rsidR="006974AE" w:rsidRDefault="006974AE" w:rsidP="006974AE">
      <w:r>
        <w:t>762.1778</w:t>
      </w:r>
      <w:r>
        <w:tab/>
        <w:t>2.025e0</w:t>
      </w:r>
    </w:p>
    <w:p w:rsidR="006974AE" w:rsidRDefault="006974AE" w:rsidP="006974AE">
      <w:r>
        <w:t>762.2023</w:t>
      </w:r>
      <w:r>
        <w:tab/>
        <w:t>1.013e0</w:t>
      </w:r>
    </w:p>
    <w:p w:rsidR="006974AE" w:rsidRDefault="006974AE" w:rsidP="006974AE">
      <w:r>
        <w:t>762.2534</w:t>
      </w:r>
      <w:r>
        <w:tab/>
        <w:t>1.013e0</w:t>
      </w:r>
    </w:p>
    <w:p w:rsidR="006974AE" w:rsidRDefault="006974AE" w:rsidP="006974AE">
      <w:r>
        <w:t>762.2568</w:t>
      </w:r>
      <w:r>
        <w:tab/>
        <w:t>1.013e0</w:t>
      </w:r>
    </w:p>
    <w:p w:rsidR="006974AE" w:rsidRDefault="006974AE" w:rsidP="006974AE">
      <w:r>
        <w:t>762.3489</w:t>
      </w:r>
      <w:r>
        <w:tab/>
        <w:t>3.629e0</w:t>
      </w:r>
    </w:p>
    <w:p w:rsidR="006974AE" w:rsidRDefault="006974AE" w:rsidP="006974AE">
      <w:r>
        <w:t>762.3524</w:t>
      </w:r>
      <w:r>
        <w:tab/>
        <w:t>4.650e0</w:t>
      </w:r>
    </w:p>
    <w:p w:rsidR="006974AE" w:rsidRDefault="006974AE" w:rsidP="006974AE">
      <w:r>
        <w:t>762.3582</w:t>
      </w:r>
      <w:r>
        <w:tab/>
        <w:t>3.346e0</w:t>
      </w:r>
    </w:p>
    <w:p w:rsidR="006974AE" w:rsidRDefault="006974AE" w:rsidP="006974AE">
      <w:r>
        <w:t>762.3644</w:t>
      </w:r>
      <w:r>
        <w:tab/>
        <w:t>2.591e0</w:t>
      </w:r>
    </w:p>
    <w:p w:rsidR="006974AE" w:rsidRDefault="006974AE" w:rsidP="006974AE">
      <w:r>
        <w:t>762.3785</w:t>
      </w:r>
      <w:r>
        <w:tab/>
        <w:t>3.983e0</w:t>
      </w:r>
    </w:p>
    <w:p w:rsidR="006974AE" w:rsidRDefault="006974AE" w:rsidP="006974AE">
      <w:r>
        <w:t>762.4037</w:t>
      </w:r>
      <w:r>
        <w:tab/>
        <w:t>7.177e0</w:t>
      </w:r>
    </w:p>
    <w:p w:rsidR="006974AE" w:rsidRDefault="006974AE" w:rsidP="006974AE">
      <w:r>
        <w:t>762.4362</w:t>
      </w:r>
      <w:r>
        <w:tab/>
        <w:t>1.013e0</w:t>
      </w:r>
    </w:p>
    <w:p w:rsidR="006974AE" w:rsidRDefault="006974AE" w:rsidP="006974AE">
      <w:r>
        <w:t>762.4577</w:t>
      </w:r>
      <w:r>
        <w:tab/>
        <w:t>1.013e0</w:t>
      </w:r>
    </w:p>
    <w:p w:rsidR="006974AE" w:rsidRDefault="006974AE" w:rsidP="006974AE">
      <w:r>
        <w:t>762.4628</w:t>
      </w:r>
      <w:r>
        <w:tab/>
        <w:t>3.038e0</w:t>
      </w:r>
    </w:p>
    <w:p w:rsidR="006974AE" w:rsidRDefault="006974AE" w:rsidP="006974AE">
      <w:r>
        <w:t>762.5016</w:t>
      </w:r>
      <w:r>
        <w:tab/>
        <w:t>3.038e0</w:t>
      </w:r>
    </w:p>
    <w:p w:rsidR="006974AE" w:rsidRDefault="006974AE" w:rsidP="006974AE">
      <w:r>
        <w:t>762.5393</w:t>
      </w:r>
      <w:r>
        <w:tab/>
        <w:t>1.013e0</w:t>
      </w:r>
    </w:p>
    <w:p w:rsidR="006974AE" w:rsidRDefault="006974AE" w:rsidP="006974AE">
      <w:r>
        <w:lastRenderedPageBreak/>
        <w:t>762.5522</w:t>
      </w:r>
      <w:r>
        <w:tab/>
        <w:t>1.013e0</w:t>
      </w:r>
    </w:p>
    <w:p w:rsidR="006974AE" w:rsidRDefault="006974AE" w:rsidP="006974AE">
      <w:r>
        <w:t>762.5918</w:t>
      </w:r>
      <w:r>
        <w:tab/>
        <w:t>1.013e0</w:t>
      </w:r>
    </w:p>
    <w:p w:rsidR="006974AE" w:rsidRDefault="006974AE" w:rsidP="006974AE">
      <w:r>
        <w:t>762.5993</w:t>
      </w:r>
      <w:r>
        <w:tab/>
        <w:t>3.038e0</w:t>
      </w:r>
    </w:p>
    <w:p w:rsidR="006974AE" w:rsidRDefault="006974AE" w:rsidP="006974AE">
      <w:r>
        <w:t>762.6553</w:t>
      </w:r>
      <w:r>
        <w:tab/>
        <w:t>1.013e0</w:t>
      </w:r>
    </w:p>
    <w:p w:rsidR="006974AE" w:rsidRDefault="006974AE" w:rsidP="006974AE">
      <w:r>
        <w:t>762.7197</w:t>
      </w:r>
      <w:r>
        <w:tab/>
        <w:t>1.013e0</w:t>
      </w:r>
    </w:p>
    <w:p w:rsidR="006974AE" w:rsidRDefault="006974AE" w:rsidP="006974AE">
      <w:r>
        <w:t>762.7308</w:t>
      </w:r>
      <w:r>
        <w:tab/>
        <w:t>1.013e0</w:t>
      </w:r>
    </w:p>
    <w:p w:rsidR="006974AE" w:rsidRDefault="006974AE" w:rsidP="006974AE">
      <w:r>
        <w:t>762.7828</w:t>
      </w:r>
      <w:r>
        <w:tab/>
        <w:t>1.013e0</w:t>
      </w:r>
    </w:p>
    <w:p w:rsidR="006974AE" w:rsidRDefault="006974AE" w:rsidP="006974AE">
      <w:r>
        <w:t>762.7842</w:t>
      </w:r>
      <w:r>
        <w:tab/>
        <w:t>1.013e0</w:t>
      </w:r>
    </w:p>
    <w:p w:rsidR="006974AE" w:rsidRDefault="006974AE" w:rsidP="006974AE">
      <w:r>
        <w:t>762.8109</w:t>
      </w:r>
      <w:r>
        <w:tab/>
        <w:t>1.013e0</w:t>
      </w:r>
    </w:p>
    <w:p w:rsidR="006974AE" w:rsidRDefault="006974AE" w:rsidP="006974AE">
      <w:r>
        <w:t>762.8293</w:t>
      </w:r>
      <w:r>
        <w:tab/>
        <w:t>2.025e0</w:t>
      </w:r>
    </w:p>
    <w:p w:rsidR="006974AE" w:rsidRDefault="006974AE" w:rsidP="006974AE">
      <w:r>
        <w:t>762.8496</w:t>
      </w:r>
      <w:r>
        <w:tab/>
        <w:t>1.013e0</w:t>
      </w:r>
    </w:p>
    <w:p w:rsidR="006974AE" w:rsidRDefault="006974AE" w:rsidP="006974AE">
      <w:r>
        <w:t>762.8840</w:t>
      </w:r>
      <w:r>
        <w:tab/>
        <w:t>1.013e0</w:t>
      </w:r>
    </w:p>
    <w:p w:rsidR="006974AE" w:rsidRDefault="006974AE" w:rsidP="006974AE">
      <w:r>
        <w:t>762.9180</w:t>
      </w:r>
      <w:r>
        <w:tab/>
        <w:t>1.013e0</w:t>
      </w:r>
    </w:p>
    <w:p w:rsidR="006974AE" w:rsidRDefault="006974AE" w:rsidP="006974AE">
      <w:r>
        <w:t>762.9307</w:t>
      </w:r>
      <w:r>
        <w:tab/>
        <w:t>2.025e0</w:t>
      </w:r>
    </w:p>
    <w:p w:rsidR="006974AE" w:rsidRDefault="006974AE" w:rsidP="006974AE">
      <w:r>
        <w:t>762.9659</w:t>
      </w:r>
      <w:r>
        <w:tab/>
        <w:t>2.025e0</w:t>
      </w:r>
    </w:p>
    <w:p w:rsidR="006974AE" w:rsidRDefault="006974AE" w:rsidP="006974AE">
      <w:r>
        <w:t>762.9905</w:t>
      </w:r>
      <w:r>
        <w:tab/>
        <w:t>1.013e0</w:t>
      </w:r>
    </w:p>
    <w:p w:rsidR="006974AE" w:rsidRDefault="006974AE" w:rsidP="006974AE">
      <w:r>
        <w:t>763.0302</w:t>
      </w:r>
      <w:r>
        <w:tab/>
        <w:t>1.013e0</w:t>
      </w:r>
    </w:p>
    <w:p w:rsidR="006974AE" w:rsidRDefault="006974AE" w:rsidP="006974AE">
      <w:r>
        <w:t>763.0408</w:t>
      </w:r>
      <w:r>
        <w:tab/>
        <w:t>3.038e0</w:t>
      </w:r>
    </w:p>
    <w:p w:rsidR="006974AE" w:rsidRDefault="006974AE" w:rsidP="006974AE">
      <w:r>
        <w:t>763.0679</w:t>
      </w:r>
      <w:r>
        <w:tab/>
        <w:t>1.013e0</w:t>
      </w:r>
    </w:p>
    <w:p w:rsidR="006974AE" w:rsidRDefault="006974AE" w:rsidP="006974AE">
      <w:r>
        <w:lastRenderedPageBreak/>
        <w:t>763.0983</w:t>
      </w:r>
      <w:r>
        <w:tab/>
        <w:t>2.025e0</w:t>
      </w:r>
    </w:p>
    <w:p w:rsidR="006974AE" w:rsidRDefault="006974AE" w:rsidP="006974AE">
      <w:r>
        <w:t>763.1053</w:t>
      </w:r>
      <w:r>
        <w:tab/>
        <w:t>2.025e0</w:t>
      </w:r>
    </w:p>
    <w:p w:rsidR="006974AE" w:rsidRDefault="006974AE" w:rsidP="006974AE">
      <w:r>
        <w:t>763.1066</w:t>
      </w:r>
      <w:r>
        <w:tab/>
        <w:t>2.025e0</w:t>
      </w:r>
    </w:p>
    <w:p w:rsidR="006974AE" w:rsidRDefault="006974AE" w:rsidP="006974AE">
      <w:r>
        <w:t>763.1110</w:t>
      </w:r>
      <w:r>
        <w:tab/>
        <w:t>3.038e0</w:t>
      </w:r>
    </w:p>
    <w:p w:rsidR="006974AE" w:rsidRDefault="006974AE" w:rsidP="006974AE">
      <w:r>
        <w:t>763.1849</w:t>
      </w:r>
      <w:r>
        <w:tab/>
        <w:t>1.013e0</w:t>
      </w:r>
    </w:p>
    <w:p w:rsidR="006974AE" w:rsidRDefault="006974AE" w:rsidP="006974AE">
      <w:r>
        <w:t>763.2172</w:t>
      </w:r>
      <w:r>
        <w:tab/>
        <w:t>2.025e0</w:t>
      </w:r>
    </w:p>
    <w:p w:rsidR="006974AE" w:rsidRDefault="006974AE" w:rsidP="006974AE">
      <w:r>
        <w:t>763.2614</w:t>
      </w:r>
      <w:r>
        <w:tab/>
        <w:t>1.013e0</w:t>
      </w:r>
    </w:p>
    <w:p w:rsidR="006974AE" w:rsidRDefault="006974AE" w:rsidP="006974AE">
      <w:r>
        <w:t>763.2646</w:t>
      </w:r>
      <w:r>
        <w:tab/>
        <w:t>3.038e0</w:t>
      </w:r>
    </w:p>
    <w:p w:rsidR="006974AE" w:rsidRDefault="006974AE" w:rsidP="006974AE">
      <w:r>
        <w:t>763.3553</w:t>
      </w:r>
      <w:r>
        <w:tab/>
        <w:t>2.832e0</w:t>
      </w:r>
    </w:p>
    <w:p w:rsidR="006974AE" w:rsidRDefault="006974AE" w:rsidP="006974AE">
      <w:r>
        <w:t>763.3646</w:t>
      </w:r>
      <w:r>
        <w:tab/>
        <w:t>1.792e0</w:t>
      </w:r>
    </w:p>
    <w:p w:rsidR="006974AE" w:rsidRDefault="006974AE" w:rsidP="006974AE">
      <w:r>
        <w:t>763.3749</w:t>
      </w:r>
      <w:r>
        <w:tab/>
        <w:t>2.970e0</w:t>
      </w:r>
    </w:p>
    <w:p w:rsidR="006974AE" w:rsidRDefault="006974AE" w:rsidP="006974AE">
      <w:r>
        <w:t>763.3903</w:t>
      </w:r>
      <w:r>
        <w:tab/>
        <w:t>1.203e0</w:t>
      </w:r>
    </w:p>
    <w:p w:rsidR="006974AE" w:rsidRDefault="006974AE" w:rsidP="006974AE">
      <w:r>
        <w:t>763.4417</w:t>
      </w:r>
      <w:r>
        <w:tab/>
        <w:t>6.281e0</w:t>
      </w:r>
    </w:p>
    <w:p w:rsidR="006974AE" w:rsidRDefault="006974AE" w:rsidP="006974AE">
      <w:r>
        <w:t>763.4463</w:t>
      </w:r>
      <w:r>
        <w:tab/>
        <w:t>1.013e0</w:t>
      </w:r>
    </w:p>
    <w:p w:rsidR="006974AE" w:rsidRDefault="006974AE" w:rsidP="006974AE">
      <w:r>
        <w:t>763.4521</w:t>
      </w:r>
      <w:r>
        <w:tab/>
        <w:t>1.494e0</w:t>
      </w:r>
    </w:p>
    <w:p w:rsidR="006974AE" w:rsidRDefault="006974AE" w:rsidP="006974AE">
      <w:r>
        <w:t>763.5234</w:t>
      </w:r>
      <w:r>
        <w:tab/>
        <w:t>3.038e0</w:t>
      </w:r>
    </w:p>
    <w:p w:rsidR="006974AE" w:rsidRDefault="006974AE" w:rsidP="006974AE">
      <w:r>
        <w:t>763.5452</w:t>
      </w:r>
      <w:r>
        <w:tab/>
        <w:t>1.013e0</w:t>
      </w:r>
    </w:p>
    <w:p w:rsidR="006974AE" w:rsidRDefault="006974AE" w:rsidP="006974AE">
      <w:r>
        <w:t>763.5580</w:t>
      </w:r>
      <w:r>
        <w:tab/>
        <w:t>2.025e0</w:t>
      </w:r>
    </w:p>
    <w:p w:rsidR="006974AE" w:rsidRDefault="006974AE" w:rsidP="006974AE">
      <w:r>
        <w:t>763.6353</w:t>
      </w:r>
      <w:r>
        <w:tab/>
        <w:t>3.038e0</w:t>
      </w:r>
    </w:p>
    <w:p w:rsidR="006974AE" w:rsidRDefault="006974AE" w:rsidP="006974AE">
      <w:r>
        <w:lastRenderedPageBreak/>
        <w:t>763.6770</w:t>
      </w:r>
      <w:r>
        <w:tab/>
        <w:t>3.038e0</w:t>
      </w:r>
    </w:p>
    <w:p w:rsidR="006974AE" w:rsidRDefault="006974AE" w:rsidP="006974AE">
      <w:r>
        <w:t>763.7343</w:t>
      </w:r>
      <w:r>
        <w:tab/>
        <w:t>3.038e0</w:t>
      </w:r>
    </w:p>
    <w:p w:rsidR="006974AE" w:rsidRDefault="006974AE" w:rsidP="006974AE">
      <w:r>
        <w:t>763.8034</w:t>
      </w:r>
      <w:r>
        <w:tab/>
        <w:t>2.025e0</w:t>
      </w:r>
    </w:p>
    <w:p w:rsidR="006974AE" w:rsidRDefault="006974AE" w:rsidP="006974AE">
      <w:r>
        <w:t>763.8171</w:t>
      </w:r>
      <w:r>
        <w:tab/>
        <w:t>2.025e0</w:t>
      </w:r>
    </w:p>
    <w:p w:rsidR="006974AE" w:rsidRDefault="006974AE" w:rsidP="006974AE">
      <w:r>
        <w:t>763.8630</w:t>
      </w:r>
      <w:r>
        <w:tab/>
        <w:t>4.051e0</w:t>
      </w:r>
    </w:p>
    <w:p w:rsidR="006974AE" w:rsidRDefault="006974AE" w:rsidP="006974AE">
      <w:r>
        <w:t>763.9066</w:t>
      </w:r>
      <w:r>
        <w:tab/>
        <w:t>1.013e0</w:t>
      </w:r>
    </w:p>
    <w:p w:rsidR="006974AE" w:rsidRDefault="006974AE" w:rsidP="006974AE">
      <w:r>
        <w:t>763.9850</w:t>
      </w:r>
      <w:r>
        <w:tab/>
        <w:t>1.013e0</w:t>
      </w:r>
    </w:p>
    <w:p w:rsidR="006974AE" w:rsidRDefault="006974AE" w:rsidP="006974AE">
      <w:r>
        <w:t>764.0182</w:t>
      </w:r>
      <w:r>
        <w:tab/>
        <w:t>2.025e0</w:t>
      </w:r>
    </w:p>
    <w:p w:rsidR="006974AE" w:rsidRDefault="006974AE" w:rsidP="006974AE">
      <w:r>
        <w:t>764.0361</w:t>
      </w:r>
      <w:r>
        <w:tab/>
        <w:t>2.025e0</w:t>
      </w:r>
    </w:p>
    <w:p w:rsidR="006974AE" w:rsidRDefault="006974AE" w:rsidP="006974AE">
      <w:r>
        <w:t>764.0394</w:t>
      </w:r>
      <w:r>
        <w:tab/>
        <w:t>3.038e0</w:t>
      </w:r>
    </w:p>
    <w:p w:rsidR="006974AE" w:rsidRDefault="006974AE" w:rsidP="006974AE">
      <w:r>
        <w:t>764.0744</w:t>
      </w:r>
      <w:r>
        <w:tab/>
        <w:t>2.025e0</w:t>
      </w:r>
    </w:p>
    <w:p w:rsidR="006974AE" w:rsidRDefault="006974AE" w:rsidP="006974AE">
      <w:r>
        <w:t>764.0939</w:t>
      </w:r>
      <w:r>
        <w:tab/>
        <w:t>1.013e0</w:t>
      </w:r>
    </w:p>
    <w:p w:rsidR="006974AE" w:rsidRDefault="006974AE" w:rsidP="006974AE">
      <w:r>
        <w:t>764.1286</w:t>
      </w:r>
      <w:r>
        <w:tab/>
        <w:t>1.013e0</w:t>
      </w:r>
    </w:p>
    <w:p w:rsidR="006974AE" w:rsidRDefault="006974AE" w:rsidP="006974AE">
      <w:r>
        <w:t>764.1842</w:t>
      </w:r>
      <w:r>
        <w:tab/>
        <w:t>2.093e0</w:t>
      </w:r>
    </w:p>
    <w:p w:rsidR="006974AE" w:rsidRDefault="006974AE" w:rsidP="006974AE">
      <w:r>
        <w:t>764.1919</w:t>
      </w:r>
      <w:r>
        <w:tab/>
        <w:t>2.025e0</w:t>
      </w:r>
    </w:p>
    <w:p w:rsidR="006974AE" w:rsidRDefault="006974AE" w:rsidP="006974AE">
      <w:r>
        <w:t>764.2085</w:t>
      </w:r>
      <w:r>
        <w:tab/>
        <w:t>3.038e0</w:t>
      </w:r>
    </w:p>
    <w:p w:rsidR="006974AE" w:rsidRDefault="006974AE" w:rsidP="006974AE">
      <w:r>
        <w:t>764.2802</w:t>
      </w:r>
      <w:r>
        <w:tab/>
        <w:t>1.013e1</w:t>
      </w:r>
    </w:p>
    <w:p w:rsidR="006974AE" w:rsidRDefault="006974AE" w:rsidP="006974AE">
      <w:r>
        <w:t>764.2885</w:t>
      </w:r>
      <w:r>
        <w:tab/>
        <w:t>9.081e0</w:t>
      </w:r>
    </w:p>
    <w:p w:rsidR="006974AE" w:rsidRDefault="006974AE" w:rsidP="006974AE">
      <w:r>
        <w:t>764.3021</w:t>
      </w:r>
      <w:r>
        <w:tab/>
        <w:t>3.038e0</w:t>
      </w:r>
    </w:p>
    <w:p w:rsidR="006974AE" w:rsidRDefault="006974AE" w:rsidP="006974AE">
      <w:r>
        <w:lastRenderedPageBreak/>
        <w:t>764.3076</w:t>
      </w:r>
      <w:r>
        <w:tab/>
        <w:t>1.413e1</w:t>
      </w:r>
    </w:p>
    <w:p w:rsidR="006974AE" w:rsidRDefault="006974AE" w:rsidP="006974AE">
      <w:r>
        <w:t>764.3116</w:t>
      </w:r>
      <w:r>
        <w:tab/>
        <w:t>2.845e1</w:t>
      </w:r>
    </w:p>
    <w:p w:rsidR="006974AE" w:rsidRDefault="006974AE" w:rsidP="006974AE">
      <w:r>
        <w:t>764.3177</w:t>
      </w:r>
      <w:r>
        <w:tab/>
        <w:t>1.527e1</w:t>
      </w:r>
    </w:p>
    <w:p w:rsidR="006974AE" w:rsidRDefault="006974AE" w:rsidP="006974AE">
      <w:r>
        <w:t>764.3267</w:t>
      </w:r>
      <w:r>
        <w:tab/>
        <w:t>1.312e1</w:t>
      </w:r>
    </w:p>
    <w:p w:rsidR="006974AE" w:rsidRDefault="006974AE" w:rsidP="006974AE">
      <w:r>
        <w:t>764.3866</w:t>
      </w:r>
      <w:r>
        <w:tab/>
        <w:t>3.945e0</w:t>
      </w:r>
    </w:p>
    <w:p w:rsidR="006974AE" w:rsidRDefault="006974AE" w:rsidP="006974AE">
      <w:r>
        <w:t>764.4037</w:t>
      </w:r>
      <w:r>
        <w:tab/>
        <w:t>2.871e0</w:t>
      </w:r>
    </w:p>
    <w:p w:rsidR="006974AE" w:rsidRDefault="006974AE" w:rsidP="006974AE">
      <w:r>
        <w:t>764.4490</w:t>
      </w:r>
      <w:r>
        <w:tab/>
        <w:t>1.013e0</w:t>
      </w:r>
    </w:p>
    <w:p w:rsidR="006974AE" w:rsidRDefault="006974AE" w:rsidP="006974AE">
      <w:r>
        <w:t>764.4803</w:t>
      </w:r>
      <w:r>
        <w:tab/>
        <w:t>2.025e0</w:t>
      </w:r>
    </w:p>
    <w:p w:rsidR="006974AE" w:rsidRDefault="006974AE" w:rsidP="006974AE">
      <w:r>
        <w:t>764.4942</w:t>
      </w:r>
      <w:r>
        <w:tab/>
        <w:t>2.025e0</w:t>
      </w:r>
    </w:p>
    <w:p w:rsidR="006974AE" w:rsidRDefault="006974AE" w:rsidP="006974AE">
      <w:r>
        <w:t>764.5027</w:t>
      </w:r>
      <w:r>
        <w:tab/>
        <w:t>1.013e0</w:t>
      </w:r>
    </w:p>
    <w:p w:rsidR="006974AE" w:rsidRDefault="006974AE" w:rsidP="006974AE">
      <w:r>
        <w:t>764.5546</w:t>
      </w:r>
      <w:r>
        <w:tab/>
        <w:t>1.013e0</w:t>
      </w:r>
    </w:p>
    <w:p w:rsidR="006974AE" w:rsidRDefault="006974AE" w:rsidP="006974AE">
      <w:r>
        <w:t>764.6179</w:t>
      </w:r>
      <w:r>
        <w:tab/>
        <w:t>1.013e0</w:t>
      </w:r>
    </w:p>
    <w:p w:rsidR="006974AE" w:rsidRDefault="006974AE" w:rsidP="006974AE">
      <w:r>
        <w:t>764.6298</w:t>
      </w:r>
      <w:r>
        <w:tab/>
        <w:t>1.013e0</w:t>
      </w:r>
    </w:p>
    <w:p w:rsidR="006974AE" w:rsidRDefault="006974AE" w:rsidP="006974AE">
      <w:r>
        <w:t>764.6348</w:t>
      </w:r>
      <w:r>
        <w:tab/>
        <w:t>2.025e0</w:t>
      </w:r>
    </w:p>
    <w:p w:rsidR="006974AE" w:rsidRDefault="006974AE" w:rsidP="006974AE">
      <w:r>
        <w:t>764.6394</w:t>
      </w:r>
      <w:r>
        <w:tab/>
        <w:t>2.025e0</w:t>
      </w:r>
    </w:p>
    <w:p w:rsidR="006974AE" w:rsidRDefault="006974AE" w:rsidP="006974AE">
      <w:r>
        <w:t>764.6437</w:t>
      </w:r>
      <w:r>
        <w:tab/>
        <w:t>1.013e0</w:t>
      </w:r>
    </w:p>
    <w:p w:rsidR="006974AE" w:rsidRDefault="006974AE" w:rsidP="006974AE">
      <w:r>
        <w:t>764.6744</w:t>
      </w:r>
      <w:r>
        <w:tab/>
        <w:t>1.013e0</w:t>
      </w:r>
    </w:p>
    <w:p w:rsidR="006974AE" w:rsidRDefault="006974AE" w:rsidP="006974AE">
      <w:r>
        <w:t>764.7245</w:t>
      </w:r>
      <w:r>
        <w:tab/>
        <w:t>1.013e0</w:t>
      </w:r>
    </w:p>
    <w:p w:rsidR="006974AE" w:rsidRDefault="006974AE" w:rsidP="006974AE">
      <w:r>
        <w:t>764.7765</w:t>
      </w:r>
      <w:r>
        <w:tab/>
        <w:t>1.013e0</w:t>
      </w:r>
    </w:p>
    <w:p w:rsidR="006974AE" w:rsidRDefault="006974AE" w:rsidP="006974AE">
      <w:r>
        <w:lastRenderedPageBreak/>
        <w:t>764.7885</w:t>
      </w:r>
      <w:r>
        <w:tab/>
        <w:t>2.025e0</w:t>
      </w:r>
    </w:p>
    <w:p w:rsidR="006974AE" w:rsidRDefault="006974AE" w:rsidP="006974AE">
      <w:r>
        <w:t>764.8235</w:t>
      </w:r>
      <w:r>
        <w:tab/>
        <w:t>4.051e0</w:t>
      </w:r>
    </w:p>
    <w:p w:rsidR="006974AE" w:rsidRDefault="006974AE" w:rsidP="006974AE">
      <w:r>
        <w:t>764.8366</w:t>
      </w:r>
      <w:r>
        <w:tab/>
        <w:t>2.025e0</w:t>
      </w:r>
    </w:p>
    <w:p w:rsidR="006974AE" w:rsidRDefault="006974AE" w:rsidP="006974AE">
      <w:r>
        <w:t>764.8511</w:t>
      </w:r>
      <w:r>
        <w:tab/>
        <w:t>3.535e0</w:t>
      </w:r>
    </w:p>
    <w:p w:rsidR="006974AE" w:rsidRDefault="006974AE" w:rsidP="006974AE">
      <w:r>
        <w:t>764.9643</w:t>
      </w:r>
      <w:r>
        <w:tab/>
        <w:t>1.013e0</w:t>
      </w:r>
    </w:p>
    <w:p w:rsidR="006974AE" w:rsidRDefault="006974AE" w:rsidP="006974AE">
      <w:r>
        <w:t>764.9659</w:t>
      </w:r>
      <w:r>
        <w:tab/>
        <w:t>1.013e0</w:t>
      </w:r>
    </w:p>
    <w:p w:rsidR="006974AE" w:rsidRDefault="006974AE" w:rsidP="006974AE">
      <w:r>
        <w:t>765.0143</w:t>
      </w:r>
      <w:r>
        <w:tab/>
        <w:t>1.013e0</w:t>
      </w:r>
    </w:p>
    <w:p w:rsidR="006974AE" w:rsidRDefault="006974AE" w:rsidP="006974AE">
      <w:r>
        <w:t>765.0314</w:t>
      </w:r>
      <w:r>
        <w:tab/>
        <w:t>2.025e0</w:t>
      </w:r>
    </w:p>
    <w:p w:rsidR="006974AE" w:rsidRDefault="006974AE" w:rsidP="006974AE">
      <w:r>
        <w:t>765.0822</w:t>
      </w:r>
      <w:r>
        <w:tab/>
        <w:t>2.025e0</w:t>
      </w:r>
    </w:p>
    <w:p w:rsidR="006974AE" w:rsidRDefault="006974AE" w:rsidP="006974AE">
      <w:r>
        <w:t>765.0952</w:t>
      </w:r>
      <w:r>
        <w:tab/>
        <w:t>1.013e0</w:t>
      </w:r>
    </w:p>
    <w:p w:rsidR="006974AE" w:rsidRDefault="006974AE" w:rsidP="006974AE">
      <w:r>
        <w:t>765.1003</w:t>
      </w:r>
      <w:r>
        <w:tab/>
        <w:t>1.013e0</w:t>
      </w:r>
    </w:p>
    <w:p w:rsidR="006974AE" w:rsidRDefault="006974AE" w:rsidP="006974AE">
      <w:r>
        <w:t>765.1853</w:t>
      </w:r>
      <w:r>
        <w:tab/>
        <w:t>1.013e0</w:t>
      </w:r>
    </w:p>
    <w:p w:rsidR="006974AE" w:rsidRDefault="006974AE" w:rsidP="006974AE">
      <w:r>
        <w:t>765.2015</w:t>
      </w:r>
      <w:r>
        <w:tab/>
        <w:t>1.013e0</w:t>
      </w:r>
    </w:p>
    <w:p w:rsidR="006974AE" w:rsidRDefault="006974AE" w:rsidP="006974AE">
      <w:r>
        <w:t>765.2455</w:t>
      </w:r>
      <w:r>
        <w:tab/>
        <w:t>2.025e0</w:t>
      </w:r>
    </w:p>
    <w:p w:rsidR="006974AE" w:rsidRDefault="006974AE" w:rsidP="006974AE">
      <w:r>
        <w:t>765.2587</w:t>
      </w:r>
      <w:r>
        <w:tab/>
        <w:t>2.025e0</w:t>
      </w:r>
    </w:p>
    <w:p w:rsidR="006974AE" w:rsidRDefault="006974AE" w:rsidP="006974AE">
      <w:r>
        <w:t>765.3044</w:t>
      </w:r>
      <w:r>
        <w:tab/>
        <w:t>2.970e0</w:t>
      </w:r>
    </w:p>
    <w:p w:rsidR="006974AE" w:rsidRDefault="006974AE" w:rsidP="006974AE">
      <w:r>
        <w:t>765.3077</w:t>
      </w:r>
      <w:r>
        <w:tab/>
        <w:t>1.023e1</w:t>
      </w:r>
    </w:p>
    <w:p w:rsidR="006974AE" w:rsidRDefault="006974AE" w:rsidP="006974AE">
      <w:r>
        <w:t>765.3124</w:t>
      </w:r>
      <w:r>
        <w:tab/>
        <w:t>2.025e0</w:t>
      </w:r>
    </w:p>
    <w:p w:rsidR="006974AE" w:rsidRDefault="006974AE" w:rsidP="006974AE">
      <w:r>
        <w:t>765.3157</w:t>
      </w:r>
      <w:r>
        <w:tab/>
        <w:t>6.076e0</w:t>
      </w:r>
    </w:p>
    <w:p w:rsidR="006974AE" w:rsidRDefault="006974AE" w:rsidP="006974AE">
      <w:r>
        <w:lastRenderedPageBreak/>
        <w:t>765.3263</w:t>
      </w:r>
      <w:r>
        <w:tab/>
        <w:t>3.038e0</w:t>
      </w:r>
    </w:p>
    <w:p w:rsidR="006974AE" w:rsidRDefault="006974AE" w:rsidP="006974AE">
      <w:r>
        <w:t>765.3591</w:t>
      </w:r>
      <w:r>
        <w:tab/>
        <w:t>4.171e0</w:t>
      </w:r>
    </w:p>
    <w:p w:rsidR="006974AE" w:rsidRDefault="006974AE" w:rsidP="006974AE">
      <w:r>
        <w:t>765.3806</w:t>
      </w:r>
      <w:r>
        <w:tab/>
        <w:t>1.013e0</w:t>
      </w:r>
    </w:p>
    <w:p w:rsidR="006974AE" w:rsidRDefault="006974AE" w:rsidP="006974AE">
      <w:r>
        <w:t>765.3890</w:t>
      </w:r>
      <w:r>
        <w:tab/>
        <w:t>6.589e0</w:t>
      </w:r>
    </w:p>
    <w:p w:rsidR="006974AE" w:rsidRDefault="006974AE" w:rsidP="006974AE">
      <w:r>
        <w:t>765.3983</w:t>
      </w:r>
      <w:r>
        <w:tab/>
        <w:t>2.216e0</w:t>
      </w:r>
    </w:p>
    <w:p w:rsidR="006974AE" w:rsidRDefault="006974AE" w:rsidP="006974AE">
      <w:r>
        <w:t>765.4184</w:t>
      </w:r>
      <w:r>
        <w:tab/>
        <w:t>1.013e0</w:t>
      </w:r>
    </w:p>
    <w:p w:rsidR="006974AE" w:rsidRDefault="006974AE" w:rsidP="006974AE">
      <w:r>
        <w:t>765.4453</w:t>
      </w:r>
      <w:r>
        <w:tab/>
        <w:t>2.695e0</w:t>
      </w:r>
    </w:p>
    <w:p w:rsidR="006974AE" w:rsidRDefault="006974AE" w:rsidP="006974AE">
      <w:r>
        <w:t>765.4485</w:t>
      </w:r>
      <w:r>
        <w:tab/>
        <w:t>2.982e0</w:t>
      </w:r>
    </w:p>
    <w:p w:rsidR="006974AE" w:rsidRDefault="006974AE" w:rsidP="006974AE">
      <w:r>
        <w:t>765.4825</w:t>
      </w:r>
      <w:r>
        <w:tab/>
        <w:t>4.700e0</w:t>
      </w:r>
    </w:p>
    <w:p w:rsidR="006974AE" w:rsidRDefault="006974AE" w:rsidP="006974AE">
      <w:r>
        <w:t>765.5018</w:t>
      </w:r>
      <w:r>
        <w:tab/>
        <w:t>3.038e0</w:t>
      </w:r>
    </w:p>
    <w:p w:rsidR="006974AE" w:rsidRDefault="006974AE" w:rsidP="006974AE">
      <w:r>
        <w:t>765.5219</w:t>
      </w:r>
      <w:r>
        <w:tab/>
        <w:t>1.013e0</w:t>
      </w:r>
    </w:p>
    <w:p w:rsidR="006974AE" w:rsidRDefault="006974AE" w:rsidP="006974AE">
      <w:r>
        <w:t>765.5604</w:t>
      </w:r>
      <w:r>
        <w:tab/>
        <w:t>2.025e0</w:t>
      </w:r>
    </w:p>
    <w:p w:rsidR="006974AE" w:rsidRDefault="006974AE" w:rsidP="006974AE">
      <w:r>
        <w:t>765.6254</w:t>
      </w:r>
      <w:r>
        <w:tab/>
        <w:t>1.013e0</w:t>
      </w:r>
    </w:p>
    <w:p w:rsidR="006974AE" w:rsidRDefault="006974AE" w:rsidP="006974AE">
      <w:r>
        <w:t>765.6383</w:t>
      </w:r>
      <w:r>
        <w:tab/>
        <w:t>1.013e0</w:t>
      </w:r>
    </w:p>
    <w:p w:rsidR="006974AE" w:rsidRDefault="006974AE" w:rsidP="006974AE">
      <w:r>
        <w:t>765.6639</w:t>
      </w:r>
      <w:r>
        <w:tab/>
        <w:t>2.025e0</w:t>
      </w:r>
    </w:p>
    <w:p w:rsidR="006974AE" w:rsidRDefault="006974AE" w:rsidP="006974AE">
      <w:r>
        <w:t>765.6836</w:t>
      </w:r>
      <w:r>
        <w:tab/>
        <w:t>2.025e0</w:t>
      </w:r>
    </w:p>
    <w:p w:rsidR="006974AE" w:rsidRDefault="006974AE" w:rsidP="006974AE">
      <w:r>
        <w:t>765.6915</w:t>
      </w:r>
      <w:r>
        <w:tab/>
        <w:t>2.025e0</w:t>
      </w:r>
    </w:p>
    <w:p w:rsidR="006974AE" w:rsidRDefault="006974AE" w:rsidP="006974AE">
      <w:r>
        <w:t>765.6968</w:t>
      </w:r>
      <w:r>
        <w:tab/>
        <w:t>1.013e0</w:t>
      </w:r>
    </w:p>
    <w:p w:rsidR="006974AE" w:rsidRDefault="006974AE" w:rsidP="006974AE">
      <w:r>
        <w:t>765.7469</w:t>
      </w:r>
      <w:r>
        <w:tab/>
        <w:t>1.013e0</w:t>
      </w:r>
    </w:p>
    <w:p w:rsidR="006974AE" w:rsidRDefault="006974AE" w:rsidP="006974AE">
      <w:r>
        <w:lastRenderedPageBreak/>
        <w:t>765.7516</w:t>
      </w:r>
      <w:r>
        <w:tab/>
        <w:t>2.025e0</w:t>
      </w:r>
    </w:p>
    <w:p w:rsidR="006974AE" w:rsidRDefault="006974AE" w:rsidP="006974AE">
      <w:r>
        <w:t>765.7667</w:t>
      </w:r>
      <w:r>
        <w:tab/>
        <w:t>4.051e0</w:t>
      </w:r>
    </w:p>
    <w:p w:rsidR="006974AE" w:rsidRDefault="006974AE" w:rsidP="006974AE">
      <w:r>
        <w:t>765.7736</w:t>
      </w:r>
      <w:r>
        <w:tab/>
        <w:t>2.025e0</w:t>
      </w:r>
    </w:p>
    <w:p w:rsidR="006974AE" w:rsidRDefault="006974AE" w:rsidP="006974AE">
      <w:r>
        <w:t>765.8075</w:t>
      </w:r>
      <w:r>
        <w:tab/>
        <w:t>1.013e0</w:t>
      </w:r>
    </w:p>
    <w:p w:rsidR="006974AE" w:rsidRDefault="006974AE" w:rsidP="006974AE">
      <w:r>
        <w:t>765.8183</w:t>
      </w:r>
      <w:r>
        <w:tab/>
        <w:t>2.025e0</w:t>
      </w:r>
    </w:p>
    <w:p w:rsidR="006974AE" w:rsidRDefault="006974AE" w:rsidP="006974AE">
      <w:r>
        <w:t>765.8329</w:t>
      </w:r>
      <w:r>
        <w:tab/>
        <w:t>3.038e0</w:t>
      </w:r>
    </w:p>
    <w:p w:rsidR="006974AE" w:rsidRDefault="006974AE" w:rsidP="006974AE">
      <w:r>
        <w:t>765.8500</w:t>
      </w:r>
      <w:r>
        <w:tab/>
        <w:t>1.013e0</w:t>
      </w:r>
    </w:p>
    <w:p w:rsidR="006974AE" w:rsidRDefault="006974AE" w:rsidP="006974AE">
      <w:r>
        <w:t>765.9183</w:t>
      </w:r>
      <w:r>
        <w:tab/>
        <w:t>1.013e0</w:t>
      </w:r>
    </w:p>
    <w:p w:rsidR="006974AE" w:rsidRDefault="006974AE" w:rsidP="006974AE">
      <w:r>
        <w:t>765.9210</w:t>
      </w:r>
      <w:r>
        <w:tab/>
        <w:t>2.025e0</w:t>
      </w:r>
    </w:p>
    <w:p w:rsidR="006974AE" w:rsidRDefault="006974AE" w:rsidP="006974AE">
      <w:r>
        <w:t>765.9868</w:t>
      </w:r>
      <w:r>
        <w:tab/>
        <w:t>1.013e0</w:t>
      </w:r>
    </w:p>
    <w:p w:rsidR="006974AE" w:rsidRDefault="006974AE" w:rsidP="006974AE">
      <w:r>
        <w:t>766.0205</w:t>
      </w:r>
      <w:r>
        <w:tab/>
        <w:t>1.013e0</w:t>
      </w:r>
    </w:p>
    <w:p w:rsidR="006974AE" w:rsidRDefault="006974AE" w:rsidP="006974AE">
      <w:r>
        <w:t>766.0405</w:t>
      </w:r>
      <w:r>
        <w:tab/>
        <w:t>1.013e0</w:t>
      </w:r>
    </w:p>
    <w:p w:rsidR="006974AE" w:rsidRDefault="006974AE" w:rsidP="006974AE">
      <w:r>
        <w:t>766.1042</w:t>
      </w:r>
      <w:r>
        <w:tab/>
        <w:t>1.013e0</w:t>
      </w:r>
    </w:p>
    <w:p w:rsidR="006974AE" w:rsidRDefault="006974AE" w:rsidP="006974AE">
      <w:r>
        <w:t>766.1129</w:t>
      </w:r>
      <w:r>
        <w:tab/>
        <w:t>2.025e0</w:t>
      </w:r>
    </w:p>
    <w:p w:rsidR="006974AE" w:rsidRDefault="006974AE" w:rsidP="006974AE">
      <w:r>
        <w:t>766.1172</w:t>
      </w:r>
      <w:r>
        <w:tab/>
        <w:t>2.025e0</w:t>
      </w:r>
    </w:p>
    <w:p w:rsidR="006974AE" w:rsidRDefault="006974AE" w:rsidP="006974AE">
      <w:r>
        <w:t>766.1403</w:t>
      </w:r>
      <w:r>
        <w:tab/>
        <w:t>4.051e0</w:t>
      </w:r>
    </w:p>
    <w:p w:rsidR="006974AE" w:rsidRDefault="006974AE" w:rsidP="006974AE">
      <w:r>
        <w:t>766.1829</w:t>
      </w:r>
      <w:r>
        <w:tab/>
        <w:t>1.013e0</w:t>
      </w:r>
    </w:p>
    <w:p w:rsidR="006974AE" w:rsidRDefault="006974AE" w:rsidP="006974AE">
      <w:r>
        <w:t>766.1940</w:t>
      </w:r>
      <w:r>
        <w:tab/>
        <w:t>2.025e0</w:t>
      </w:r>
    </w:p>
    <w:p w:rsidR="006974AE" w:rsidRDefault="006974AE" w:rsidP="006974AE">
      <w:r>
        <w:t>766.2082</w:t>
      </w:r>
      <w:r>
        <w:tab/>
        <w:t>3.038e0</w:t>
      </w:r>
    </w:p>
    <w:p w:rsidR="006974AE" w:rsidRDefault="006974AE" w:rsidP="006974AE">
      <w:r>
        <w:lastRenderedPageBreak/>
        <w:t>766.2984</w:t>
      </w:r>
      <w:r>
        <w:tab/>
        <w:t>2.729e0</w:t>
      </w:r>
    </w:p>
    <w:p w:rsidR="006974AE" w:rsidRDefault="006974AE" w:rsidP="006974AE">
      <w:r>
        <w:t>766.3048</w:t>
      </w:r>
      <w:r>
        <w:tab/>
        <w:t>3.076e0</w:t>
      </w:r>
    </w:p>
    <w:p w:rsidR="006974AE" w:rsidRDefault="006974AE" w:rsidP="006974AE">
      <w:r>
        <w:t>766.3111</w:t>
      </w:r>
      <w:r>
        <w:tab/>
        <w:t>8.101e0</w:t>
      </w:r>
    </w:p>
    <w:p w:rsidR="006974AE" w:rsidRDefault="006974AE" w:rsidP="006974AE">
      <w:r>
        <w:t>766.3184</w:t>
      </w:r>
      <w:r>
        <w:tab/>
        <w:t>4.825e0</w:t>
      </w:r>
    </w:p>
    <w:p w:rsidR="006974AE" w:rsidRDefault="006974AE" w:rsidP="006974AE">
      <w:r>
        <w:t>766.3522</w:t>
      </w:r>
      <w:r>
        <w:tab/>
        <w:t>4.974e0</w:t>
      </w:r>
    </w:p>
    <w:p w:rsidR="006974AE" w:rsidRDefault="006974AE" w:rsidP="006974AE">
      <w:r>
        <w:t>766.3827</w:t>
      </w:r>
      <w:r>
        <w:tab/>
        <w:t>2.900e0</w:t>
      </w:r>
    </w:p>
    <w:p w:rsidR="006974AE" w:rsidRDefault="006974AE" w:rsidP="006974AE">
      <w:r>
        <w:t>766.3954</w:t>
      </w:r>
      <w:r>
        <w:tab/>
        <w:t>1.013e0</w:t>
      </w:r>
    </w:p>
    <w:p w:rsidR="006974AE" w:rsidRDefault="006974AE" w:rsidP="006974AE">
      <w:r>
        <w:t>766.4026</w:t>
      </w:r>
      <w:r>
        <w:tab/>
        <w:t>1.928e0</w:t>
      </w:r>
    </w:p>
    <w:p w:rsidR="006974AE" w:rsidRDefault="006974AE" w:rsidP="006974AE">
      <w:r>
        <w:t>766.4042</w:t>
      </w:r>
      <w:r>
        <w:tab/>
        <w:t>3.601e0</w:t>
      </w:r>
    </w:p>
    <w:p w:rsidR="006974AE" w:rsidRDefault="006974AE" w:rsidP="006974AE">
      <w:r>
        <w:t>766.4067</w:t>
      </w:r>
      <w:r>
        <w:tab/>
        <w:t>2.940e0</w:t>
      </w:r>
    </w:p>
    <w:p w:rsidR="006974AE" w:rsidRDefault="006974AE" w:rsidP="006974AE">
      <w:r>
        <w:t>766.4279</w:t>
      </w:r>
      <w:r>
        <w:tab/>
        <w:t>1.013e0</w:t>
      </w:r>
    </w:p>
    <w:p w:rsidR="006974AE" w:rsidRDefault="006974AE" w:rsidP="006974AE">
      <w:r>
        <w:t>766.4432</w:t>
      </w:r>
      <w:r>
        <w:tab/>
        <w:t>1.945e0</w:t>
      </w:r>
    </w:p>
    <w:p w:rsidR="006974AE" w:rsidRDefault="006974AE" w:rsidP="006974AE">
      <w:r>
        <w:t>766.5186</w:t>
      </w:r>
      <w:r>
        <w:tab/>
        <w:t>1.013e0</w:t>
      </w:r>
    </w:p>
    <w:p w:rsidR="006974AE" w:rsidRDefault="006974AE" w:rsidP="006974AE">
      <w:r>
        <w:t>766.5257</w:t>
      </w:r>
      <w:r>
        <w:tab/>
        <w:t>2.025e0</w:t>
      </w:r>
    </w:p>
    <w:p w:rsidR="006974AE" w:rsidRDefault="006974AE" w:rsidP="006974AE">
      <w:r>
        <w:t>766.5454</w:t>
      </w:r>
      <w:r>
        <w:tab/>
        <w:t>1.013e0</w:t>
      </w:r>
    </w:p>
    <w:p w:rsidR="006974AE" w:rsidRDefault="006974AE" w:rsidP="006974AE">
      <w:r>
        <w:t>766.5476</w:t>
      </w:r>
      <w:r>
        <w:tab/>
        <w:t>1.013e0</w:t>
      </w:r>
    </w:p>
    <w:p w:rsidR="006974AE" w:rsidRDefault="006974AE" w:rsidP="006974AE">
      <w:r>
        <w:t>766.6093</w:t>
      </w:r>
      <w:r>
        <w:tab/>
        <w:t>1.013e0</w:t>
      </w:r>
    </w:p>
    <w:p w:rsidR="006974AE" w:rsidRDefault="006974AE" w:rsidP="006974AE">
      <w:r>
        <w:t>766.6490</w:t>
      </w:r>
      <w:r>
        <w:tab/>
        <w:t>1.013e0</w:t>
      </w:r>
    </w:p>
    <w:p w:rsidR="006974AE" w:rsidRDefault="006974AE" w:rsidP="006974AE">
      <w:r>
        <w:t>766.6843</w:t>
      </w:r>
      <w:r>
        <w:tab/>
        <w:t>1.013e0</w:t>
      </w:r>
    </w:p>
    <w:p w:rsidR="006974AE" w:rsidRDefault="006974AE" w:rsidP="006974AE">
      <w:r>
        <w:lastRenderedPageBreak/>
        <w:t>766.6879</w:t>
      </w:r>
      <w:r>
        <w:tab/>
        <w:t>1.013e0</w:t>
      </w:r>
    </w:p>
    <w:p w:rsidR="006974AE" w:rsidRDefault="006974AE" w:rsidP="006974AE">
      <w:r>
        <w:t>766.7004</w:t>
      </w:r>
      <w:r>
        <w:tab/>
        <w:t>1.013e0</w:t>
      </w:r>
    </w:p>
    <w:p w:rsidR="006974AE" w:rsidRDefault="006974AE" w:rsidP="006974AE">
      <w:r>
        <w:t>766.7189</w:t>
      </w:r>
      <w:r>
        <w:tab/>
        <w:t>2.025e0</w:t>
      </w:r>
    </w:p>
    <w:p w:rsidR="006974AE" w:rsidRDefault="006974AE" w:rsidP="006974AE">
      <w:r>
        <w:t>766.7449</w:t>
      </w:r>
      <w:r>
        <w:tab/>
        <w:t>3.038e0</w:t>
      </w:r>
    </w:p>
    <w:p w:rsidR="006974AE" w:rsidRDefault="006974AE" w:rsidP="006974AE">
      <w:r>
        <w:t>766.7647</w:t>
      </w:r>
      <w:r>
        <w:tab/>
        <w:t>1.013e0</w:t>
      </w:r>
    </w:p>
    <w:p w:rsidR="006974AE" w:rsidRDefault="006974AE" w:rsidP="006974AE">
      <w:r>
        <w:t>766.7692</w:t>
      </w:r>
      <w:r>
        <w:tab/>
        <w:t>2.025e0</w:t>
      </w:r>
    </w:p>
    <w:p w:rsidR="006974AE" w:rsidRDefault="006974AE" w:rsidP="006974AE">
      <w:r>
        <w:t>766.8326</w:t>
      </w:r>
      <w:r>
        <w:tab/>
        <w:t>2.025e0</w:t>
      </w:r>
    </w:p>
    <w:p w:rsidR="006974AE" w:rsidRDefault="006974AE" w:rsidP="006974AE">
      <w:r>
        <w:t>766.8693</w:t>
      </w:r>
      <w:r>
        <w:tab/>
        <w:t>1.013e0</w:t>
      </w:r>
    </w:p>
    <w:p w:rsidR="006974AE" w:rsidRDefault="006974AE" w:rsidP="006974AE">
      <w:r>
        <w:t>766.8823</w:t>
      </w:r>
      <w:r>
        <w:tab/>
        <w:t>2.025e0</w:t>
      </w:r>
    </w:p>
    <w:p w:rsidR="006974AE" w:rsidRDefault="006974AE" w:rsidP="006974AE">
      <w:r>
        <w:t>766.8880</w:t>
      </w:r>
      <w:r>
        <w:tab/>
        <w:t>3.038e0</w:t>
      </w:r>
    </w:p>
    <w:p w:rsidR="006974AE" w:rsidRDefault="006974AE" w:rsidP="006974AE">
      <w:r>
        <w:t>766.8894</w:t>
      </w:r>
      <w:r>
        <w:tab/>
        <w:t>1.013e0</w:t>
      </w:r>
    </w:p>
    <w:p w:rsidR="006974AE" w:rsidRDefault="006974AE" w:rsidP="006974AE">
      <w:r>
        <w:t>766.9010</w:t>
      </w:r>
      <w:r>
        <w:tab/>
        <w:t>3.038e0</w:t>
      </w:r>
    </w:p>
    <w:p w:rsidR="006974AE" w:rsidRDefault="006974AE" w:rsidP="006974AE">
      <w:r>
        <w:t>766.9797</w:t>
      </w:r>
      <w:r>
        <w:tab/>
        <w:t>2.532e0</w:t>
      </w:r>
    </w:p>
    <w:p w:rsidR="006974AE" w:rsidRDefault="006974AE" w:rsidP="006974AE">
      <w:r>
        <w:t>767.0083</w:t>
      </w:r>
      <w:r>
        <w:tab/>
        <w:t>2.025e0</w:t>
      </w:r>
    </w:p>
    <w:p w:rsidR="006974AE" w:rsidRDefault="006974AE" w:rsidP="006974AE">
      <w:r>
        <w:t>767.0240</w:t>
      </w:r>
      <w:r>
        <w:tab/>
        <w:t>1.013e0</w:t>
      </w:r>
    </w:p>
    <w:p w:rsidR="006974AE" w:rsidRDefault="006974AE" w:rsidP="006974AE">
      <w:r>
        <w:t>767.0328</w:t>
      </w:r>
      <w:r>
        <w:tab/>
        <w:t>2.025e0</w:t>
      </w:r>
    </w:p>
    <w:p w:rsidR="006974AE" w:rsidRDefault="006974AE" w:rsidP="006974AE">
      <w:r>
        <w:t>767.0368</w:t>
      </w:r>
      <w:r>
        <w:tab/>
        <w:t>1.013e0</w:t>
      </w:r>
    </w:p>
    <w:p w:rsidR="006974AE" w:rsidRDefault="006974AE" w:rsidP="006974AE">
      <w:r>
        <w:t>767.0532</w:t>
      </w:r>
      <w:r>
        <w:tab/>
        <w:t>2.025e0</w:t>
      </w:r>
    </w:p>
    <w:p w:rsidR="006974AE" w:rsidRDefault="006974AE" w:rsidP="006974AE">
      <w:r>
        <w:t>767.0760</w:t>
      </w:r>
      <w:r>
        <w:tab/>
        <w:t>3.038e0</w:t>
      </w:r>
    </w:p>
    <w:p w:rsidR="006974AE" w:rsidRDefault="006974AE" w:rsidP="006974AE">
      <w:r>
        <w:lastRenderedPageBreak/>
        <w:t>767.1664</w:t>
      </w:r>
      <w:r>
        <w:tab/>
        <w:t>1.013e0</w:t>
      </w:r>
    </w:p>
    <w:p w:rsidR="006974AE" w:rsidRDefault="006974AE" w:rsidP="006974AE">
      <w:r>
        <w:t>767.1727</w:t>
      </w:r>
      <w:r>
        <w:tab/>
        <w:t>2.025e0</w:t>
      </w:r>
    </w:p>
    <w:p w:rsidR="006974AE" w:rsidRDefault="006974AE" w:rsidP="006974AE">
      <w:r>
        <w:t>767.1797</w:t>
      </w:r>
      <w:r>
        <w:tab/>
        <w:t>1.013e0</w:t>
      </w:r>
    </w:p>
    <w:p w:rsidR="006974AE" w:rsidRDefault="006974AE" w:rsidP="006974AE">
      <w:r>
        <w:t>767.1933</w:t>
      </w:r>
      <w:r>
        <w:tab/>
        <w:t>2.025e0</w:t>
      </w:r>
    </w:p>
    <w:p w:rsidR="006974AE" w:rsidRDefault="006974AE" w:rsidP="006974AE">
      <w:r>
        <w:t>767.2468</w:t>
      </w:r>
      <w:r>
        <w:tab/>
        <w:t>1.013e0</w:t>
      </w:r>
    </w:p>
    <w:p w:rsidR="006974AE" w:rsidRDefault="006974AE" w:rsidP="006974AE">
      <w:r>
        <w:t>767.2786</w:t>
      </w:r>
      <w:r>
        <w:tab/>
        <w:t>3.038e0</w:t>
      </w:r>
    </w:p>
    <w:p w:rsidR="006974AE" w:rsidRDefault="006974AE" w:rsidP="006974AE">
      <w:r>
        <w:t>767.3012</w:t>
      </w:r>
      <w:r>
        <w:tab/>
        <w:t>3.038e0</w:t>
      </w:r>
    </w:p>
    <w:p w:rsidR="006974AE" w:rsidRDefault="006974AE" w:rsidP="006974AE">
      <w:r>
        <w:t>767.3083</w:t>
      </w:r>
      <w:r>
        <w:tab/>
        <w:t>1.407e0</w:t>
      </w:r>
    </w:p>
    <w:p w:rsidR="006974AE" w:rsidRDefault="006974AE" w:rsidP="006974AE">
      <w:r>
        <w:t>767.3198</w:t>
      </w:r>
      <w:r>
        <w:tab/>
        <w:t>4.780e0</w:t>
      </w:r>
    </w:p>
    <w:p w:rsidR="006974AE" w:rsidRDefault="006974AE" w:rsidP="006974AE">
      <w:r>
        <w:t>767.3618</w:t>
      </w:r>
      <w:r>
        <w:tab/>
        <w:t>1.013e0</w:t>
      </w:r>
    </w:p>
    <w:p w:rsidR="006974AE" w:rsidRDefault="006974AE" w:rsidP="006974AE">
      <w:r>
        <w:t>767.3663</w:t>
      </w:r>
      <w:r>
        <w:tab/>
        <w:t>3.370e0</w:t>
      </w:r>
    </w:p>
    <w:p w:rsidR="006974AE" w:rsidRDefault="006974AE" w:rsidP="006974AE">
      <w:r>
        <w:t>767.3942</w:t>
      </w:r>
      <w:r>
        <w:tab/>
        <w:t>1.433e0</w:t>
      </w:r>
    </w:p>
    <w:p w:rsidR="006974AE" w:rsidRDefault="006974AE" w:rsidP="006974AE">
      <w:r>
        <w:t>767.3998</w:t>
      </w:r>
      <w:r>
        <w:tab/>
        <w:t>1.610e0</w:t>
      </w:r>
    </w:p>
    <w:p w:rsidR="006974AE" w:rsidRDefault="006974AE" w:rsidP="006974AE">
      <w:r>
        <w:t>767.4137</w:t>
      </w:r>
      <w:r>
        <w:tab/>
        <w:t>1.013e0</w:t>
      </w:r>
    </w:p>
    <w:p w:rsidR="006974AE" w:rsidRDefault="006974AE" w:rsidP="006974AE">
      <w:r>
        <w:t>767.4228</w:t>
      </w:r>
      <w:r>
        <w:tab/>
        <w:t>1.784e0</w:t>
      </w:r>
    </w:p>
    <w:p w:rsidR="006974AE" w:rsidRDefault="006974AE" w:rsidP="006974AE">
      <w:r>
        <w:t>767.4675</w:t>
      </w:r>
      <w:r>
        <w:tab/>
        <w:t>2.025e0</w:t>
      </w:r>
    </w:p>
    <w:p w:rsidR="006974AE" w:rsidRDefault="006974AE" w:rsidP="006974AE">
      <w:r>
        <w:t>767.4813</w:t>
      </w:r>
      <w:r>
        <w:tab/>
        <w:t>2.025e0</w:t>
      </w:r>
    </w:p>
    <w:p w:rsidR="006974AE" w:rsidRDefault="006974AE" w:rsidP="006974AE">
      <w:r>
        <w:t>767.4941</w:t>
      </w:r>
      <w:r>
        <w:tab/>
        <w:t>3.038e0</w:t>
      </w:r>
    </w:p>
    <w:p w:rsidR="006974AE" w:rsidRDefault="006974AE" w:rsidP="006974AE">
      <w:r>
        <w:t>767.5114</w:t>
      </w:r>
      <w:r>
        <w:tab/>
        <w:t>2.025e0</w:t>
      </w:r>
    </w:p>
    <w:p w:rsidR="006974AE" w:rsidRDefault="006974AE" w:rsidP="006974AE">
      <w:r>
        <w:lastRenderedPageBreak/>
        <w:t>767.5262</w:t>
      </w:r>
      <w:r>
        <w:tab/>
        <w:t>3.038e0</w:t>
      </w:r>
    </w:p>
    <w:p w:rsidR="006974AE" w:rsidRDefault="006974AE" w:rsidP="006974AE">
      <w:r>
        <w:t>767.5470</w:t>
      </w:r>
      <w:r>
        <w:tab/>
        <w:t>2.025e0</w:t>
      </w:r>
    </w:p>
    <w:p w:rsidR="006974AE" w:rsidRDefault="006974AE" w:rsidP="006974AE">
      <w:r>
        <w:t>767.5698</w:t>
      </w:r>
      <w:r>
        <w:tab/>
        <w:t>3.038e0</w:t>
      </w:r>
    </w:p>
    <w:p w:rsidR="006974AE" w:rsidRDefault="006974AE" w:rsidP="006974AE">
      <w:r>
        <w:t>767.5823</w:t>
      </w:r>
      <w:r>
        <w:tab/>
        <w:t>1.013e0</w:t>
      </w:r>
    </w:p>
    <w:p w:rsidR="006974AE" w:rsidRDefault="006974AE" w:rsidP="006974AE">
      <w:r>
        <w:t>767.6052</w:t>
      </w:r>
      <w:r>
        <w:tab/>
        <w:t>1.013e0</w:t>
      </w:r>
    </w:p>
    <w:p w:rsidR="006974AE" w:rsidRDefault="006974AE" w:rsidP="006974AE">
      <w:r>
        <w:t>767.6342</w:t>
      </w:r>
      <w:r>
        <w:tab/>
        <w:t>1.013e0</w:t>
      </w:r>
    </w:p>
    <w:p w:rsidR="006974AE" w:rsidRDefault="006974AE" w:rsidP="006974AE">
      <w:r>
        <w:t>767.6461</w:t>
      </w:r>
      <w:r>
        <w:tab/>
        <w:t>1.013e0</w:t>
      </w:r>
    </w:p>
    <w:p w:rsidR="006974AE" w:rsidRDefault="006974AE" w:rsidP="006974AE">
      <w:r>
        <w:t>767.6718</w:t>
      </w:r>
      <w:r>
        <w:tab/>
        <w:t>2.025e0</w:t>
      </w:r>
    </w:p>
    <w:p w:rsidR="006974AE" w:rsidRDefault="006974AE" w:rsidP="006974AE">
      <w:r>
        <w:t>767.6801</w:t>
      </w:r>
      <w:r>
        <w:tab/>
        <w:t>2.025e0</w:t>
      </w:r>
    </w:p>
    <w:p w:rsidR="006974AE" w:rsidRDefault="006974AE" w:rsidP="006974AE">
      <w:r>
        <w:t>767.6896</w:t>
      </w:r>
      <w:r>
        <w:tab/>
        <w:t>2.025e0</w:t>
      </w:r>
    </w:p>
    <w:p w:rsidR="006974AE" w:rsidRDefault="006974AE" w:rsidP="006974AE">
      <w:r>
        <w:t>767.6948</w:t>
      </w:r>
      <w:r>
        <w:tab/>
        <w:t>2.025e0</w:t>
      </w:r>
    </w:p>
    <w:p w:rsidR="006974AE" w:rsidRDefault="006974AE" w:rsidP="006974AE">
      <w:r>
        <w:t>767.7369</w:t>
      </w:r>
      <w:r>
        <w:tab/>
        <w:t>1.013e0</w:t>
      </w:r>
    </w:p>
    <w:p w:rsidR="006974AE" w:rsidRDefault="006974AE" w:rsidP="006974AE">
      <w:r>
        <w:t>767.7509</w:t>
      </w:r>
      <w:r>
        <w:tab/>
        <w:t>1.013e0</w:t>
      </w:r>
    </w:p>
    <w:p w:rsidR="006974AE" w:rsidRDefault="006974AE" w:rsidP="006974AE">
      <w:r>
        <w:t>767.7759</w:t>
      </w:r>
      <w:r>
        <w:tab/>
        <w:t>1.013e0</w:t>
      </w:r>
    </w:p>
    <w:p w:rsidR="006974AE" w:rsidRDefault="006974AE" w:rsidP="006974AE">
      <w:r>
        <w:t>767.8407</w:t>
      </w:r>
      <w:r>
        <w:tab/>
        <w:t>1.013e0</w:t>
      </w:r>
    </w:p>
    <w:p w:rsidR="006974AE" w:rsidRDefault="006974AE" w:rsidP="006974AE">
      <w:r>
        <w:t>767.8420</w:t>
      </w:r>
      <w:r>
        <w:tab/>
        <w:t>2.025e0</w:t>
      </w:r>
    </w:p>
    <w:p w:rsidR="006974AE" w:rsidRDefault="006974AE" w:rsidP="006974AE">
      <w:r>
        <w:t>767.9003</w:t>
      </w:r>
      <w:r>
        <w:tab/>
        <w:t>3.038e0</w:t>
      </w:r>
    </w:p>
    <w:p w:rsidR="006974AE" w:rsidRDefault="006974AE" w:rsidP="006974AE">
      <w:r>
        <w:t>767.9021</w:t>
      </w:r>
      <w:r>
        <w:tab/>
        <w:t>2.025e0</w:t>
      </w:r>
    </w:p>
    <w:p w:rsidR="006974AE" w:rsidRDefault="006974AE" w:rsidP="006974AE">
      <w:r>
        <w:t>767.9066</w:t>
      </w:r>
      <w:r>
        <w:tab/>
        <w:t>1.013e0</w:t>
      </w:r>
    </w:p>
    <w:p w:rsidR="006974AE" w:rsidRDefault="006974AE" w:rsidP="006974AE">
      <w:r>
        <w:lastRenderedPageBreak/>
        <w:t>767.9653</w:t>
      </w:r>
      <w:r>
        <w:tab/>
        <w:t>2.025e0</w:t>
      </w:r>
    </w:p>
    <w:p w:rsidR="006974AE" w:rsidRDefault="006974AE" w:rsidP="006974AE">
      <w:r>
        <w:t>767.9788</w:t>
      </w:r>
      <w:r>
        <w:tab/>
        <w:t>1.013e0</w:t>
      </w:r>
    </w:p>
    <w:p w:rsidR="006974AE" w:rsidRDefault="006974AE" w:rsidP="006974AE">
      <w:r>
        <w:t>768.0137</w:t>
      </w:r>
      <w:r>
        <w:tab/>
        <w:t>1.013e0</w:t>
      </w:r>
    </w:p>
    <w:p w:rsidR="006974AE" w:rsidRDefault="006974AE" w:rsidP="006974AE">
      <w:r>
        <w:t>768.0488</w:t>
      </w:r>
      <w:r>
        <w:tab/>
        <w:t>2.025e0</w:t>
      </w:r>
    </w:p>
    <w:p w:rsidR="006974AE" w:rsidRDefault="006974AE" w:rsidP="006974AE">
      <w:r>
        <w:t>768.0637</w:t>
      </w:r>
      <w:r>
        <w:tab/>
        <w:t>1.013e0</w:t>
      </w:r>
    </w:p>
    <w:p w:rsidR="006974AE" w:rsidRDefault="006974AE" w:rsidP="006974AE">
      <w:r>
        <w:t>768.1321</w:t>
      </w:r>
      <w:r>
        <w:tab/>
        <w:t>1.013e0</w:t>
      </w:r>
    </w:p>
    <w:p w:rsidR="006974AE" w:rsidRDefault="006974AE" w:rsidP="006974AE">
      <w:r>
        <w:t>768.1503</w:t>
      </w:r>
      <w:r>
        <w:tab/>
        <w:t>1.013e0</w:t>
      </w:r>
    </w:p>
    <w:p w:rsidR="006974AE" w:rsidRDefault="006974AE" w:rsidP="006974AE">
      <w:r>
        <w:t>768.1728</w:t>
      </w:r>
      <w:r>
        <w:tab/>
        <w:t>2.025e0</w:t>
      </w:r>
    </w:p>
    <w:p w:rsidR="006974AE" w:rsidRDefault="006974AE" w:rsidP="006974AE">
      <w:r>
        <w:t>768.1832</w:t>
      </w:r>
      <w:r>
        <w:tab/>
        <w:t>1.013e0</w:t>
      </w:r>
    </w:p>
    <w:p w:rsidR="006974AE" w:rsidRDefault="006974AE" w:rsidP="006974AE">
      <w:r>
        <w:t>768.2491</w:t>
      </w:r>
      <w:r>
        <w:tab/>
        <w:t>3.038e0</w:t>
      </w:r>
    </w:p>
    <w:p w:rsidR="006974AE" w:rsidRDefault="006974AE" w:rsidP="006974AE">
      <w:r>
        <w:t>768.2769</w:t>
      </w:r>
      <w:r>
        <w:tab/>
        <w:t>2.025e0</w:t>
      </w:r>
    </w:p>
    <w:p w:rsidR="006974AE" w:rsidRDefault="006974AE" w:rsidP="006974AE">
      <w:r>
        <w:t>768.2958</w:t>
      </w:r>
      <w:r>
        <w:tab/>
        <w:t>1.013e0</w:t>
      </w:r>
    </w:p>
    <w:p w:rsidR="006974AE" w:rsidRDefault="006974AE" w:rsidP="006974AE">
      <w:r>
        <w:t>768.3024</w:t>
      </w:r>
      <w:r>
        <w:tab/>
        <w:t>1.906e0</w:t>
      </w:r>
    </w:p>
    <w:p w:rsidR="006974AE" w:rsidRDefault="006974AE" w:rsidP="006974AE">
      <w:r>
        <w:t>768.3631</w:t>
      </w:r>
      <w:r>
        <w:tab/>
        <w:t>3.827e0</w:t>
      </w:r>
    </w:p>
    <w:p w:rsidR="006974AE" w:rsidRDefault="006974AE" w:rsidP="006974AE">
      <w:r>
        <w:t>768.3749</w:t>
      </w:r>
      <w:r>
        <w:tab/>
        <w:t>2.504e0</w:t>
      </w:r>
    </w:p>
    <w:p w:rsidR="006974AE" w:rsidRDefault="006974AE" w:rsidP="006974AE">
      <w:r>
        <w:t>768.3947</w:t>
      </w:r>
      <w:r>
        <w:tab/>
        <w:t>8.226e0</w:t>
      </w:r>
    </w:p>
    <w:p w:rsidR="006974AE" w:rsidRDefault="006974AE" w:rsidP="006974AE">
      <w:r>
        <w:t>768.4026</w:t>
      </w:r>
      <w:r>
        <w:tab/>
        <w:t>6.076e0</w:t>
      </w:r>
    </w:p>
    <w:p w:rsidR="006974AE" w:rsidRDefault="006974AE" w:rsidP="006974AE">
      <w:r>
        <w:t>768.4137</w:t>
      </w:r>
      <w:r>
        <w:tab/>
        <w:t>3.765e0</w:t>
      </w:r>
    </w:p>
    <w:p w:rsidR="006974AE" w:rsidRDefault="006974AE" w:rsidP="006974AE">
      <w:r>
        <w:t>768.4317</w:t>
      </w:r>
      <w:r>
        <w:tab/>
        <w:t>2.025e0</w:t>
      </w:r>
    </w:p>
    <w:p w:rsidR="006974AE" w:rsidRDefault="006974AE" w:rsidP="006974AE">
      <w:r>
        <w:lastRenderedPageBreak/>
        <w:t>768.4457</w:t>
      </w:r>
      <w:r>
        <w:tab/>
        <w:t>1.844e0</w:t>
      </w:r>
    </w:p>
    <w:p w:rsidR="006974AE" w:rsidRDefault="006974AE" w:rsidP="006974AE">
      <w:r>
        <w:t>768.4516</w:t>
      </w:r>
      <w:r>
        <w:tab/>
        <w:t>3.428e0</w:t>
      </w:r>
    </w:p>
    <w:p w:rsidR="006974AE" w:rsidRDefault="006974AE" w:rsidP="006974AE">
      <w:r>
        <w:t>768.4738</w:t>
      </w:r>
      <w:r>
        <w:tab/>
        <w:t>1.013e0</w:t>
      </w:r>
    </w:p>
    <w:p w:rsidR="006974AE" w:rsidRDefault="006974AE" w:rsidP="006974AE">
      <w:r>
        <w:t>768.5068</w:t>
      </w:r>
      <w:r>
        <w:tab/>
        <w:t>1.013e0</w:t>
      </w:r>
    </w:p>
    <w:p w:rsidR="006974AE" w:rsidRDefault="006974AE" w:rsidP="006974AE">
      <w:r>
        <w:t>768.5144</w:t>
      </w:r>
      <w:r>
        <w:tab/>
        <w:t>5.063e0</w:t>
      </w:r>
    </w:p>
    <w:p w:rsidR="006974AE" w:rsidRDefault="006974AE" w:rsidP="006974AE">
      <w:r>
        <w:t>768.5221</w:t>
      </w:r>
      <w:r>
        <w:tab/>
        <w:t>2.025e0</w:t>
      </w:r>
    </w:p>
    <w:p w:rsidR="006974AE" w:rsidRDefault="006974AE" w:rsidP="006974AE">
      <w:r>
        <w:t>768.5320</w:t>
      </w:r>
      <w:r>
        <w:tab/>
        <w:t>4.051e0</w:t>
      </w:r>
    </w:p>
    <w:p w:rsidR="006974AE" w:rsidRDefault="006974AE" w:rsidP="006974AE">
      <w:r>
        <w:t>768.5420</w:t>
      </w:r>
      <w:r>
        <w:tab/>
        <w:t>4.051e0</w:t>
      </w:r>
    </w:p>
    <w:p w:rsidR="006974AE" w:rsidRDefault="006974AE" w:rsidP="006974AE">
      <w:r>
        <w:t>768.5685</w:t>
      </w:r>
      <w:r>
        <w:tab/>
        <w:t>1.013e0</w:t>
      </w:r>
    </w:p>
    <w:p w:rsidR="006974AE" w:rsidRDefault="006974AE" w:rsidP="006974AE">
      <w:r>
        <w:t>768.6261</w:t>
      </w:r>
      <w:r>
        <w:tab/>
        <w:t>1.013e0</w:t>
      </w:r>
    </w:p>
    <w:p w:rsidR="006974AE" w:rsidRDefault="006974AE" w:rsidP="006974AE">
      <w:r>
        <w:t>768.6954</w:t>
      </w:r>
      <w:r>
        <w:tab/>
        <w:t>1.013e0</w:t>
      </w:r>
    </w:p>
    <w:p w:rsidR="006974AE" w:rsidRDefault="006974AE" w:rsidP="006974AE">
      <w:r>
        <w:t>768.6983</w:t>
      </w:r>
      <w:r>
        <w:tab/>
        <w:t>1.013e0</w:t>
      </w:r>
    </w:p>
    <w:p w:rsidR="006974AE" w:rsidRDefault="006974AE" w:rsidP="006974AE">
      <w:r>
        <w:t>768.7043</w:t>
      </w:r>
      <w:r>
        <w:tab/>
        <w:t>4.051e0</w:t>
      </w:r>
    </w:p>
    <w:p w:rsidR="006974AE" w:rsidRDefault="006974AE" w:rsidP="006974AE">
      <w:r>
        <w:t>768.7493</w:t>
      </w:r>
      <w:r>
        <w:tab/>
        <w:t>1.013e0</w:t>
      </w:r>
    </w:p>
    <w:p w:rsidR="006974AE" w:rsidRDefault="006974AE" w:rsidP="006974AE">
      <w:r>
        <w:t>768.7753</w:t>
      </w:r>
      <w:r>
        <w:tab/>
        <w:t>1.013e0</w:t>
      </w:r>
    </w:p>
    <w:p w:rsidR="006974AE" w:rsidRDefault="006974AE" w:rsidP="006974AE">
      <w:r>
        <w:t>768.8152</w:t>
      </w:r>
      <w:r>
        <w:tab/>
        <w:t>1.013e0</w:t>
      </w:r>
    </w:p>
    <w:p w:rsidR="006974AE" w:rsidRDefault="006974AE" w:rsidP="006974AE">
      <w:r>
        <w:t>768.8361</w:t>
      </w:r>
      <w:r>
        <w:tab/>
        <w:t>2.025e0</w:t>
      </w:r>
    </w:p>
    <w:p w:rsidR="006974AE" w:rsidRDefault="006974AE" w:rsidP="006974AE">
      <w:r>
        <w:t>768.8922</w:t>
      </w:r>
      <w:r>
        <w:tab/>
        <w:t>1.013e0</w:t>
      </w:r>
    </w:p>
    <w:p w:rsidR="006974AE" w:rsidRDefault="006974AE" w:rsidP="006974AE">
      <w:r>
        <w:t>768.9520</w:t>
      </w:r>
      <w:r>
        <w:tab/>
        <w:t>2.025e0</w:t>
      </w:r>
    </w:p>
    <w:p w:rsidR="006974AE" w:rsidRDefault="006974AE" w:rsidP="006974AE">
      <w:r>
        <w:lastRenderedPageBreak/>
        <w:t>768.9572</w:t>
      </w:r>
      <w:r>
        <w:tab/>
        <w:t>1.013e0</w:t>
      </w:r>
    </w:p>
    <w:p w:rsidR="006974AE" w:rsidRDefault="006974AE" w:rsidP="006974AE">
      <w:r>
        <w:t>768.9913</w:t>
      </w:r>
      <w:r>
        <w:tab/>
        <w:t>2.025e0</w:t>
      </w:r>
    </w:p>
    <w:p w:rsidR="006974AE" w:rsidRDefault="006974AE" w:rsidP="006974AE">
      <w:r>
        <w:t>769.0226</w:t>
      </w:r>
      <w:r>
        <w:tab/>
        <w:t>2.025e0</w:t>
      </w:r>
    </w:p>
    <w:p w:rsidR="006974AE" w:rsidRDefault="006974AE" w:rsidP="006974AE">
      <w:r>
        <w:t>769.0528</w:t>
      </w:r>
      <w:r>
        <w:tab/>
        <w:t>1.013e0</w:t>
      </w:r>
    </w:p>
    <w:p w:rsidR="006974AE" w:rsidRDefault="006974AE" w:rsidP="006974AE">
      <w:r>
        <w:t>769.0796</w:t>
      </w:r>
      <w:r>
        <w:tab/>
        <w:t>2.025e0</w:t>
      </w:r>
    </w:p>
    <w:p w:rsidR="006974AE" w:rsidRDefault="006974AE" w:rsidP="006974AE">
      <w:r>
        <w:t>769.0877</w:t>
      </w:r>
      <w:r>
        <w:tab/>
        <w:t>1.013e0</w:t>
      </w:r>
    </w:p>
    <w:p w:rsidR="006974AE" w:rsidRDefault="006974AE" w:rsidP="006974AE">
      <w:r>
        <w:t>769.1270</w:t>
      </w:r>
      <w:r>
        <w:tab/>
        <w:t>1.013e0</w:t>
      </w:r>
    </w:p>
    <w:p w:rsidR="006974AE" w:rsidRDefault="006974AE" w:rsidP="006974AE">
      <w:r>
        <w:t>769.1376</w:t>
      </w:r>
      <w:r>
        <w:tab/>
        <w:t>1.013e0</w:t>
      </w:r>
    </w:p>
    <w:p w:rsidR="006974AE" w:rsidRDefault="006974AE" w:rsidP="006974AE">
      <w:r>
        <w:t>769.1520</w:t>
      </w:r>
      <w:r>
        <w:tab/>
        <w:t>1.013e0</w:t>
      </w:r>
    </w:p>
    <w:p w:rsidR="006974AE" w:rsidRDefault="006974AE" w:rsidP="006974AE">
      <w:r>
        <w:t>769.1780</w:t>
      </w:r>
      <w:r>
        <w:tab/>
        <w:t>1.013e0</w:t>
      </w:r>
    </w:p>
    <w:p w:rsidR="006974AE" w:rsidRDefault="006974AE" w:rsidP="006974AE">
      <w:r>
        <w:t>769.2050</w:t>
      </w:r>
      <w:r>
        <w:tab/>
        <w:t>1.013e0</w:t>
      </w:r>
    </w:p>
    <w:p w:rsidR="006974AE" w:rsidRDefault="006974AE" w:rsidP="006974AE">
      <w:r>
        <w:t>769.2560</w:t>
      </w:r>
      <w:r>
        <w:tab/>
        <w:t>1.013e0</w:t>
      </w:r>
    </w:p>
    <w:p w:rsidR="006974AE" w:rsidRDefault="006974AE" w:rsidP="006974AE">
      <w:r>
        <w:t>769.2634</w:t>
      </w:r>
      <w:r>
        <w:tab/>
        <w:t>2.025e0</w:t>
      </w:r>
    </w:p>
    <w:p w:rsidR="006974AE" w:rsidRDefault="006974AE" w:rsidP="006974AE">
      <w:r>
        <w:t>769.2702</w:t>
      </w:r>
      <w:r>
        <w:tab/>
        <w:t>2.025e0</w:t>
      </w:r>
    </w:p>
    <w:p w:rsidR="006974AE" w:rsidRDefault="006974AE" w:rsidP="006974AE">
      <w:r>
        <w:t>769.2952</w:t>
      </w:r>
      <w:r>
        <w:tab/>
        <w:t>2.025e0</w:t>
      </w:r>
    </w:p>
    <w:p w:rsidR="006974AE" w:rsidRDefault="006974AE" w:rsidP="006974AE">
      <w:r>
        <w:t>769.3340</w:t>
      </w:r>
      <w:r>
        <w:tab/>
        <w:t>1.013e0</w:t>
      </w:r>
    </w:p>
    <w:p w:rsidR="006974AE" w:rsidRDefault="006974AE" w:rsidP="006974AE">
      <w:r>
        <w:t>769.3826</w:t>
      </w:r>
      <w:r>
        <w:tab/>
        <w:t>3.760e0</w:t>
      </w:r>
    </w:p>
    <w:p w:rsidR="006974AE" w:rsidRDefault="006974AE" w:rsidP="006974AE">
      <w:r>
        <w:t>769.3891</w:t>
      </w:r>
      <w:r>
        <w:tab/>
        <w:t>2.205e0</w:t>
      </w:r>
    </w:p>
    <w:p w:rsidR="006974AE" w:rsidRDefault="006974AE" w:rsidP="006974AE">
      <w:r>
        <w:t>769.3926</w:t>
      </w:r>
      <w:r>
        <w:tab/>
        <w:t>1.013e0</w:t>
      </w:r>
    </w:p>
    <w:p w:rsidR="006974AE" w:rsidRDefault="006974AE" w:rsidP="006974AE">
      <w:r>
        <w:lastRenderedPageBreak/>
        <w:t>769.3976</w:t>
      </w:r>
      <w:r>
        <w:tab/>
        <w:t>1.777e0</w:t>
      </w:r>
    </w:p>
    <w:p w:rsidR="006974AE" w:rsidRDefault="006974AE" w:rsidP="006974AE">
      <w:r>
        <w:t>769.4282</w:t>
      </w:r>
      <w:r>
        <w:tab/>
        <w:t>4.705e0</w:t>
      </w:r>
    </w:p>
    <w:p w:rsidR="006974AE" w:rsidRDefault="006974AE" w:rsidP="006974AE">
      <w:r>
        <w:t>769.4445</w:t>
      </w:r>
      <w:r>
        <w:tab/>
        <w:t>2.025e0</w:t>
      </w:r>
    </w:p>
    <w:p w:rsidR="006974AE" w:rsidRDefault="006974AE" w:rsidP="006974AE">
      <w:r>
        <w:t>769.4653</w:t>
      </w:r>
      <w:r>
        <w:tab/>
        <w:t>5.063e0</w:t>
      </w:r>
    </w:p>
    <w:p w:rsidR="006974AE" w:rsidRDefault="006974AE" w:rsidP="006974AE">
      <w:r>
        <w:t>769.4899</w:t>
      </w:r>
      <w:r>
        <w:tab/>
        <w:t>1.013e0</w:t>
      </w:r>
    </w:p>
    <w:p w:rsidR="006974AE" w:rsidRDefault="006974AE" w:rsidP="006974AE">
      <w:r>
        <w:t>769.5073</w:t>
      </w:r>
      <w:r>
        <w:tab/>
        <w:t>5.063e0</w:t>
      </w:r>
    </w:p>
    <w:p w:rsidR="006974AE" w:rsidRDefault="006974AE" w:rsidP="006974AE">
      <w:r>
        <w:t>769.5374</w:t>
      </w:r>
      <w:r>
        <w:tab/>
        <w:t>2.025e0</w:t>
      </w:r>
    </w:p>
    <w:p w:rsidR="006974AE" w:rsidRDefault="006974AE" w:rsidP="006974AE">
      <w:r>
        <w:t>769.5549</w:t>
      </w:r>
      <w:r>
        <w:tab/>
        <w:t>1.013e0</w:t>
      </w:r>
    </w:p>
    <w:p w:rsidR="006974AE" w:rsidRDefault="006974AE" w:rsidP="006974AE">
      <w:r>
        <w:t>769.5809</w:t>
      </w:r>
      <w:r>
        <w:tab/>
        <w:t>1.013e0</w:t>
      </w:r>
    </w:p>
    <w:p w:rsidR="006974AE" w:rsidRDefault="006974AE" w:rsidP="006974AE">
      <w:r>
        <w:t>769.6079</w:t>
      </w:r>
      <w:r>
        <w:tab/>
        <w:t>1.013e0</w:t>
      </w:r>
    </w:p>
    <w:p w:rsidR="006974AE" w:rsidRDefault="006974AE" w:rsidP="006974AE">
      <w:r>
        <w:t>769.6178</w:t>
      </w:r>
      <w:r>
        <w:tab/>
        <w:t>2.025e0</w:t>
      </w:r>
    </w:p>
    <w:p w:rsidR="006974AE" w:rsidRDefault="006974AE" w:rsidP="006974AE">
      <w:r>
        <w:t>769.6473</w:t>
      </w:r>
      <w:r>
        <w:tab/>
        <w:t>2.025e0</w:t>
      </w:r>
    </w:p>
    <w:p w:rsidR="006974AE" w:rsidRDefault="006974AE" w:rsidP="006974AE">
      <w:r>
        <w:t>769.6824</w:t>
      </w:r>
      <w:r>
        <w:tab/>
        <w:t>1.013e0</w:t>
      </w:r>
    </w:p>
    <w:p w:rsidR="006974AE" w:rsidRDefault="006974AE" w:rsidP="006974AE">
      <w:r>
        <w:t>769.6991</w:t>
      </w:r>
      <w:r>
        <w:tab/>
        <w:t>3.038e0</w:t>
      </w:r>
    </w:p>
    <w:p w:rsidR="006974AE" w:rsidRDefault="006974AE" w:rsidP="006974AE">
      <w:r>
        <w:t>769.7172</w:t>
      </w:r>
      <w:r>
        <w:tab/>
        <w:t>1.013e0</w:t>
      </w:r>
    </w:p>
    <w:p w:rsidR="006974AE" w:rsidRDefault="006974AE" w:rsidP="006974AE">
      <w:r>
        <w:t>769.7369</w:t>
      </w:r>
      <w:r>
        <w:tab/>
        <w:t>1.013e0</w:t>
      </w:r>
    </w:p>
    <w:p w:rsidR="006974AE" w:rsidRDefault="006974AE" w:rsidP="006974AE">
      <w:r>
        <w:t>769.7843</w:t>
      </w:r>
      <w:r>
        <w:tab/>
        <w:t>1.013e0</w:t>
      </w:r>
    </w:p>
    <w:p w:rsidR="006974AE" w:rsidRDefault="006974AE" w:rsidP="006974AE">
      <w:r>
        <w:t>769.8182</w:t>
      </w:r>
      <w:r>
        <w:tab/>
        <w:t>1.013e0</w:t>
      </w:r>
    </w:p>
    <w:p w:rsidR="006974AE" w:rsidRDefault="006974AE" w:rsidP="006974AE">
      <w:r>
        <w:t>769.8420</w:t>
      </w:r>
      <w:r>
        <w:tab/>
        <w:t>1.013e0</w:t>
      </w:r>
    </w:p>
    <w:p w:rsidR="006974AE" w:rsidRDefault="006974AE" w:rsidP="006974AE">
      <w:r>
        <w:lastRenderedPageBreak/>
        <w:t>769.8691</w:t>
      </w:r>
      <w:r>
        <w:tab/>
        <w:t>1.013e0</w:t>
      </w:r>
    </w:p>
    <w:p w:rsidR="006974AE" w:rsidRDefault="006974AE" w:rsidP="006974AE">
      <w:r>
        <w:t>769.9857</w:t>
      </w:r>
      <w:r>
        <w:tab/>
        <w:t>2.025e0</w:t>
      </w:r>
    </w:p>
    <w:p w:rsidR="006974AE" w:rsidRDefault="006974AE" w:rsidP="006974AE">
      <w:r>
        <w:t>769.9896</w:t>
      </w:r>
      <w:r>
        <w:tab/>
        <w:t>1.013e0</w:t>
      </w:r>
    </w:p>
    <w:p w:rsidR="006974AE" w:rsidRDefault="006974AE" w:rsidP="006974AE">
      <w:r>
        <w:t>770.0322</w:t>
      </w:r>
      <w:r>
        <w:tab/>
        <w:t>2.025e0</w:t>
      </w:r>
    </w:p>
    <w:p w:rsidR="006974AE" w:rsidRDefault="006974AE" w:rsidP="006974AE">
      <w:r>
        <w:t>770.0745</w:t>
      </w:r>
      <w:r>
        <w:tab/>
        <w:t>1.013e0</w:t>
      </w:r>
    </w:p>
    <w:p w:rsidR="006974AE" w:rsidRDefault="006974AE" w:rsidP="006974AE">
      <w:r>
        <w:t>770.0891</w:t>
      </w:r>
      <w:r>
        <w:tab/>
        <w:t>1.013e0</w:t>
      </w:r>
    </w:p>
    <w:p w:rsidR="006974AE" w:rsidRDefault="006974AE" w:rsidP="006974AE">
      <w:r>
        <w:t>770.1151</w:t>
      </w:r>
      <w:r>
        <w:tab/>
        <w:t>1.013e0</w:t>
      </w:r>
    </w:p>
    <w:p w:rsidR="006974AE" w:rsidRDefault="006974AE" w:rsidP="006974AE">
      <w:r>
        <w:t>770.1276</w:t>
      </w:r>
      <w:r>
        <w:tab/>
        <w:t>2.025e0</w:t>
      </w:r>
    </w:p>
    <w:p w:rsidR="006974AE" w:rsidRDefault="006974AE" w:rsidP="006974AE">
      <w:r>
        <w:t>770.2101</w:t>
      </w:r>
      <w:r>
        <w:tab/>
        <w:t>1.013e0</w:t>
      </w:r>
    </w:p>
    <w:p w:rsidR="006974AE" w:rsidRDefault="006974AE" w:rsidP="006974AE">
      <w:r>
        <w:t>770.2281</w:t>
      </w:r>
      <w:r>
        <w:tab/>
        <w:t>1.013e0</w:t>
      </w:r>
    </w:p>
    <w:p w:rsidR="006974AE" w:rsidRDefault="006974AE" w:rsidP="006974AE">
      <w:r>
        <w:t>770.2303</w:t>
      </w:r>
      <w:r>
        <w:tab/>
        <w:t>2.025e0</w:t>
      </w:r>
    </w:p>
    <w:p w:rsidR="006974AE" w:rsidRDefault="006974AE" w:rsidP="006974AE">
      <w:r>
        <w:t>770.2592</w:t>
      </w:r>
      <w:r>
        <w:tab/>
        <w:t>2.025e0</w:t>
      </w:r>
    </w:p>
    <w:p w:rsidR="006974AE" w:rsidRDefault="006974AE" w:rsidP="006974AE">
      <w:r>
        <w:t>770.2782</w:t>
      </w:r>
      <w:r>
        <w:tab/>
        <w:t>1.013e0</w:t>
      </w:r>
    </w:p>
    <w:p w:rsidR="006974AE" w:rsidRDefault="006974AE" w:rsidP="006974AE">
      <w:r>
        <w:t>770.2896</w:t>
      </w:r>
      <w:r>
        <w:tab/>
        <w:t>1.947e0</w:t>
      </w:r>
    </w:p>
    <w:p w:rsidR="006974AE" w:rsidRDefault="006974AE" w:rsidP="006974AE">
      <w:r>
        <w:t>770.3203</w:t>
      </w:r>
      <w:r>
        <w:tab/>
        <w:t>2.025e0</w:t>
      </w:r>
    </w:p>
    <w:p w:rsidR="006974AE" w:rsidRDefault="006974AE" w:rsidP="006974AE">
      <w:r>
        <w:t>770.3252</w:t>
      </w:r>
      <w:r>
        <w:tab/>
        <w:t>5.188e0</w:t>
      </w:r>
    </w:p>
    <w:p w:rsidR="006974AE" w:rsidRDefault="006974AE" w:rsidP="006974AE">
      <w:r>
        <w:t>770.3325</w:t>
      </w:r>
      <w:r>
        <w:tab/>
        <w:t>1.652e0</w:t>
      </w:r>
    </w:p>
    <w:p w:rsidR="006974AE" w:rsidRDefault="006974AE" w:rsidP="006974AE">
      <w:r>
        <w:t>770.3614</w:t>
      </w:r>
      <w:r>
        <w:tab/>
        <w:t>4.346e0</w:t>
      </w:r>
    </w:p>
    <w:p w:rsidR="006974AE" w:rsidRDefault="006974AE" w:rsidP="006974AE">
      <w:r>
        <w:t>770.3914</w:t>
      </w:r>
      <w:r>
        <w:tab/>
        <w:t>3.596e0</w:t>
      </w:r>
    </w:p>
    <w:p w:rsidR="006974AE" w:rsidRDefault="006974AE" w:rsidP="006974AE">
      <w:r>
        <w:lastRenderedPageBreak/>
        <w:t>770.4014</w:t>
      </w:r>
      <w:r>
        <w:tab/>
        <w:t>1.013e0</w:t>
      </w:r>
    </w:p>
    <w:p w:rsidR="006974AE" w:rsidRDefault="006974AE" w:rsidP="006974AE">
      <w:r>
        <w:t>770.4125</w:t>
      </w:r>
      <w:r>
        <w:tab/>
        <w:t>2.205e0</w:t>
      </w:r>
    </w:p>
    <w:p w:rsidR="006974AE" w:rsidRDefault="006974AE" w:rsidP="006974AE">
      <w:r>
        <w:t>770.4359</w:t>
      </w:r>
      <w:r>
        <w:tab/>
        <w:t>6.076e0</w:t>
      </w:r>
    </w:p>
    <w:p w:rsidR="006974AE" w:rsidRDefault="006974AE" w:rsidP="006974AE">
      <w:r>
        <w:t>770.4794</w:t>
      </w:r>
      <w:r>
        <w:tab/>
        <w:t>2.025e0</w:t>
      </w:r>
    </w:p>
    <w:p w:rsidR="006974AE" w:rsidRDefault="006974AE" w:rsidP="006974AE">
      <w:r>
        <w:t>770.5102</w:t>
      </w:r>
      <w:r>
        <w:tab/>
        <w:t>4.051e0</w:t>
      </w:r>
    </w:p>
    <w:p w:rsidR="006974AE" w:rsidRDefault="006974AE" w:rsidP="006974AE">
      <w:r>
        <w:t>770.5137</w:t>
      </w:r>
      <w:r>
        <w:tab/>
        <w:t>3.038e0</w:t>
      </w:r>
    </w:p>
    <w:p w:rsidR="006974AE" w:rsidRDefault="006974AE" w:rsidP="006974AE">
      <w:r>
        <w:t>770.5315</w:t>
      </w:r>
      <w:r>
        <w:tab/>
        <w:t>1.013e0</w:t>
      </w:r>
    </w:p>
    <w:p w:rsidR="006974AE" w:rsidRDefault="006974AE" w:rsidP="006974AE">
      <w:r>
        <w:t>770.5436</w:t>
      </w:r>
      <w:r>
        <w:tab/>
        <w:t>1.013e0</w:t>
      </w:r>
    </w:p>
    <w:p w:rsidR="006974AE" w:rsidRDefault="006974AE" w:rsidP="006974AE">
      <w:r>
        <w:t>770.6086</w:t>
      </w:r>
      <w:r>
        <w:tab/>
        <w:t>1.013e0</w:t>
      </w:r>
    </w:p>
    <w:p w:rsidR="006974AE" w:rsidRDefault="006974AE" w:rsidP="006974AE">
      <w:r>
        <w:t>770.6356</w:t>
      </w:r>
      <w:r>
        <w:tab/>
        <w:t>1.013e0</w:t>
      </w:r>
    </w:p>
    <w:p w:rsidR="006974AE" w:rsidRDefault="006974AE" w:rsidP="006974AE">
      <w:r>
        <w:t>770.6529</w:t>
      </w:r>
      <w:r>
        <w:tab/>
        <w:t>1.013e0</w:t>
      </w:r>
    </w:p>
    <w:p w:rsidR="006974AE" w:rsidRDefault="006974AE" w:rsidP="006974AE">
      <w:r>
        <w:t>770.6875</w:t>
      </w:r>
      <w:r>
        <w:tab/>
        <w:t>4.051e0</w:t>
      </w:r>
    </w:p>
    <w:p w:rsidR="006974AE" w:rsidRDefault="006974AE" w:rsidP="006974AE">
      <w:r>
        <w:t>770.7007</w:t>
      </w:r>
      <w:r>
        <w:tab/>
        <w:t>1.013e0</w:t>
      </w:r>
    </w:p>
    <w:p w:rsidR="006974AE" w:rsidRDefault="006974AE" w:rsidP="006974AE">
      <w:r>
        <w:t>770.7908</w:t>
      </w:r>
      <w:r>
        <w:tab/>
        <w:t>2.025e0</w:t>
      </w:r>
    </w:p>
    <w:p w:rsidR="006974AE" w:rsidRDefault="006974AE" w:rsidP="006974AE">
      <w:r>
        <w:t>770.8057</w:t>
      </w:r>
      <w:r>
        <w:tab/>
        <w:t>1.013e0</w:t>
      </w:r>
    </w:p>
    <w:p w:rsidR="006974AE" w:rsidRDefault="006974AE" w:rsidP="006974AE">
      <w:r>
        <w:t>770.8560</w:t>
      </w:r>
      <w:r>
        <w:tab/>
        <w:t>1.013e0</w:t>
      </w:r>
    </w:p>
    <w:p w:rsidR="006974AE" w:rsidRDefault="006974AE" w:rsidP="006974AE">
      <w:r>
        <w:t>770.8830</w:t>
      </w:r>
      <w:r>
        <w:tab/>
        <w:t>2.025e0</w:t>
      </w:r>
    </w:p>
    <w:p w:rsidR="006974AE" w:rsidRDefault="006974AE" w:rsidP="006974AE">
      <w:r>
        <w:t>770.8914</w:t>
      </w:r>
      <w:r>
        <w:tab/>
        <w:t>1.013e0</w:t>
      </w:r>
    </w:p>
    <w:p w:rsidR="006974AE" w:rsidRDefault="006974AE" w:rsidP="006974AE">
      <w:r>
        <w:t>770.8961</w:t>
      </w:r>
      <w:r>
        <w:tab/>
        <w:t>1.013e0</w:t>
      </w:r>
    </w:p>
    <w:p w:rsidR="006974AE" w:rsidRDefault="006974AE" w:rsidP="006974AE">
      <w:r>
        <w:lastRenderedPageBreak/>
        <w:t>770.9081</w:t>
      </w:r>
      <w:r>
        <w:tab/>
        <w:t>1.013e0</w:t>
      </w:r>
    </w:p>
    <w:p w:rsidR="006974AE" w:rsidRDefault="006974AE" w:rsidP="006974AE">
      <w:r>
        <w:t>770.9221</w:t>
      </w:r>
      <w:r>
        <w:tab/>
        <w:t>1.013e0</w:t>
      </w:r>
    </w:p>
    <w:p w:rsidR="006974AE" w:rsidRDefault="006974AE" w:rsidP="006974AE">
      <w:r>
        <w:t>770.9885</w:t>
      </w:r>
      <w:r>
        <w:tab/>
        <w:t>2.025e0</w:t>
      </w:r>
    </w:p>
    <w:p w:rsidR="006974AE" w:rsidRDefault="006974AE" w:rsidP="006974AE">
      <w:r>
        <w:t>771.0339</w:t>
      </w:r>
      <w:r>
        <w:tab/>
        <w:t>2.025e0</w:t>
      </w:r>
    </w:p>
    <w:p w:rsidR="006974AE" w:rsidRDefault="006974AE" w:rsidP="006974AE">
      <w:r>
        <w:t>771.0513</w:t>
      </w:r>
      <w:r>
        <w:tab/>
        <w:t>1.013e0</w:t>
      </w:r>
    </w:p>
    <w:p w:rsidR="006974AE" w:rsidRDefault="006974AE" w:rsidP="006974AE">
      <w:r>
        <w:t>771.0776</w:t>
      </w:r>
      <w:r>
        <w:tab/>
        <w:t>3.038e0</w:t>
      </w:r>
    </w:p>
    <w:p w:rsidR="006974AE" w:rsidRDefault="006974AE" w:rsidP="006974AE">
      <w:r>
        <w:t>771.1044</w:t>
      </w:r>
      <w:r>
        <w:tab/>
        <w:t>1.013e0</w:t>
      </w:r>
    </w:p>
    <w:p w:rsidR="006974AE" w:rsidRDefault="006974AE" w:rsidP="006974AE">
      <w:r>
        <w:t>771.1696</w:t>
      </w:r>
      <w:r>
        <w:tab/>
        <w:t>1.013e0</w:t>
      </w:r>
    </w:p>
    <w:p w:rsidR="006974AE" w:rsidRDefault="006974AE" w:rsidP="006974AE">
      <w:r>
        <w:t>771.1977</w:t>
      </w:r>
      <w:r>
        <w:tab/>
        <w:t>4.051e0</w:t>
      </w:r>
    </w:p>
    <w:p w:rsidR="006974AE" w:rsidRDefault="006974AE" w:rsidP="006974AE">
      <w:r>
        <w:t>771.2086</w:t>
      </w:r>
      <w:r>
        <w:tab/>
        <w:t>1.013e0</w:t>
      </w:r>
    </w:p>
    <w:p w:rsidR="006974AE" w:rsidRDefault="006974AE" w:rsidP="006974AE">
      <w:r>
        <w:t>771.2337</w:t>
      </w:r>
      <w:r>
        <w:tab/>
        <w:t>1.013e0</w:t>
      </w:r>
    </w:p>
    <w:p w:rsidR="006974AE" w:rsidRDefault="006974AE" w:rsidP="006974AE">
      <w:r>
        <w:t>771.3002</w:t>
      </w:r>
      <w:r>
        <w:tab/>
        <w:t>1.013e0</w:t>
      </w:r>
    </w:p>
    <w:p w:rsidR="006974AE" w:rsidRDefault="006974AE" w:rsidP="006974AE">
      <w:r>
        <w:t>771.3170</w:t>
      </w:r>
      <w:r>
        <w:tab/>
        <w:t>1.013e0</w:t>
      </w:r>
    </w:p>
    <w:p w:rsidR="006974AE" w:rsidRDefault="006974AE" w:rsidP="006974AE">
      <w:r>
        <w:t>771.3391</w:t>
      </w:r>
      <w:r>
        <w:tab/>
        <w:t>2.768e0</w:t>
      </w:r>
    </w:p>
    <w:p w:rsidR="006974AE" w:rsidRDefault="006974AE" w:rsidP="006974AE">
      <w:r>
        <w:t>771.3580</w:t>
      </w:r>
      <w:r>
        <w:tab/>
        <w:t>4.061e0</w:t>
      </w:r>
    </w:p>
    <w:p w:rsidR="006974AE" w:rsidRDefault="006974AE" w:rsidP="006974AE">
      <w:r>
        <w:t>771.3897</w:t>
      </w:r>
      <w:r>
        <w:tab/>
        <w:t>3.038e0</w:t>
      </w:r>
    </w:p>
    <w:p w:rsidR="006974AE" w:rsidRDefault="006974AE" w:rsidP="006974AE">
      <w:r>
        <w:t>771.4161</w:t>
      </w:r>
      <w:r>
        <w:tab/>
        <w:t>1.013e0</w:t>
      </w:r>
    </w:p>
    <w:p w:rsidR="006974AE" w:rsidRDefault="006974AE" w:rsidP="006974AE">
      <w:r>
        <w:t>771.4539</w:t>
      </w:r>
      <w:r>
        <w:tab/>
        <w:t>3.038e0</w:t>
      </w:r>
    </w:p>
    <w:p w:rsidR="006974AE" w:rsidRDefault="006974AE" w:rsidP="006974AE">
      <w:r>
        <w:t>771.4683</w:t>
      </w:r>
      <w:r>
        <w:tab/>
        <w:t>1.013e0</w:t>
      </w:r>
    </w:p>
    <w:p w:rsidR="006974AE" w:rsidRDefault="006974AE" w:rsidP="006974AE">
      <w:r>
        <w:lastRenderedPageBreak/>
        <w:t>771.4782</w:t>
      </w:r>
      <w:r>
        <w:tab/>
        <w:t>2.025e0</w:t>
      </w:r>
    </w:p>
    <w:p w:rsidR="006974AE" w:rsidRDefault="006974AE" w:rsidP="006974AE">
      <w:r>
        <w:t>771.5026</w:t>
      </w:r>
      <w:r>
        <w:tab/>
        <w:t>2.990e0</w:t>
      </w:r>
    </w:p>
    <w:p w:rsidR="006974AE" w:rsidRDefault="006974AE" w:rsidP="006974AE">
      <w:r>
        <w:t>771.5393</w:t>
      </w:r>
      <w:r>
        <w:tab/>
        <w:t>1.013e0</w:t>
      </w:r>
    </w:p>
    <w:p w:rsidR="006974AE" w:rsidRDefault="006974AE" w:rsidP="006974AE">
      <w:r>
        <w:t>771.5555</w:t>
      </w:r>
      <w:r>
        <w:tab/>
        <w:t>1.013e0</w:t>
      </w:r>
    </w:p>
    <w:p w:rsidR="006974AE" w:rsidRDefault="006974AE" w:rsidP="006974AE">
      <w:r>
        <w:t>771.5894</w:t>
      </w:r>
      <w:r>
        <w:tab/>
        <w:t>1.013e0</w:t>
      </w:r>
    </w:p>
    <w:p w:rsidR="006974AE" w:rsidRDefault="006974AE" w:rsidP="006974AE">
      <w:r>
        <w:t>771.6015</w:t>
      </w:r>
      <w:r>
        <w:tab/>
        <w:t>3.038e0</w:t>
      </w:r>
    </w:p>
    <w:p w:rsidR="006974AE" w:rsidRDefault="006974AE" w:rsidP="006974AE">
      <w:r>
        <w:t>771.6116</w:t>
      </w:r>
      <w:r>
        <w:tab/>
        <w:t>1.013e0</w:t>
      </w:r>
    </w:p>
    <w:p w:rsidR="006974AE" w:rsidRDefault="006974AE" w:rsidP="006974AE">
      <w:r>
        <w:t>771.6647</w:t>
      </w:r>
      <w:r>
        <w:tab/>
        <w:t>1.013e0</w:t>
      </w:r>
    </w:p>
    <w:p w:rsidR="006974AE" w:rsidRDefault="006974AE" w:rsidP="006974AE">
      <w:r>
        <w:t>771.7419</w:t>
      </w:r>
      <w:r>
        <w:tab/>
        <w:t>1.013e0</w:t>
      </w:r>
    </w:p>
    <w:p w:rsidR="006974AE" w:rsidRDefault="006974AE" w:rsidP="006974AE">
      <w:r>
        <w:t>771.8080</w:t>
      </w:r>
      <w:r>
        <w:tab/>
        <w:t>1.013e0</w:t>
      </w:r>
    </w:p>
    <w:p w:rsidR="006974AE" w:rsidRDefault="006974AE" w:rsidP="006974AE">
      <w:r>
        <w:t>771.8593</w:t>
      </w:r>
      <w:r>
        <w:tab/>
        <w:t>1.013e0</w:t>
      </w:r>
    </w:p>
    <w:p w:rsidR="006974AE" w:rsidRDefault="006974AE" w:rsidP="006974AE">
      <w:r>
        <w:t>771.8853</w:t>
      </w:r>
      <w:r>
        <w:tab/>
        <w:t>1.013e0</w:t>
      </w:r>
    </w:p>
    <w:p w:rsidR="006974AE" w:rsidRDefault="006974AE" w:rsidP="006974AE">
      <w:r>
        <w:t>771.9636</w:t>
      </w:r>
      <w:r>
        <w:tab/>
        <w:t>1.013e0</w:t>
      </w:r>
    </w:p>
    <w:p w:rsidR="006974AE" w:rsidRDefault="006974AE" w:rsidP="006974AE">
      <w:r>
        <w:t>771.9820</w:t>
      </w:r>
      <w:r>
        <w:tab/>
        <w:t>1.013e0</w:t>
      </w:r>
    </w:p>
    <w:p w:rsidR="006974AE" w:rsidRDefault="006974AE" w:rsidP="006974AE">
      <w:r>
        <w:t>771.9981</w:t>
      </w:r>
      <w:r>
        <w:tab/>
        <w:t>1.013e0</w:t>
      </w:r>
    </w:p>
    <w:p w:rsidR="006974AE" w:rsidRDefault="006974AE" w:rsidP="006974AE">
      <w:r>
        <w:t>772.0688</w:t>
      </w:r>
      <w:r>
        <w:tab/>
        <w:t>1.013e0</w:t>
      </w:r>
    </w:p>
    <w:p w:rsidR="006974AE" w:rsidRDefault="006974AE" w:rsidP="006974AE">
      <w:r>
        <w:t>772.0829</w:t>
      </w:r>
      <w:r>
        <w:tab/>
        <w:t>1.013e0</w:t>
      </w:r>
    </w:p>
    <w:p w:rsidR="006974AE" w:rsidRDefault="006974AE" w:rsidP="006974AE">
      <w:r>
        <w:t>772.0939</w:t>
      </w:r>
      <w:r>
        <w:tab/>
        <w:t>1.013e0</w:t>
      </w:r>
    </w:p>
    <w:p w:rsidR="006974AE" w:rsidRDefault="006974AE" w:rsidP="006974AE">
      <w:r>
        <w:t>772.1070</w:t>
      </w:r>
      <w:r>
        <w:tab/>
        <w:t>2.025e0</w:t>
      </w:r>
    </w:p>
    <w:p w:rsidR="006974AE" w:rsidRDefault="006974AE" w:rsidP="006974AE">
      <w:r>
        <w:lastRenderedPageBreak/>
        <w:t>772.1210</w:t>
      </w:r>
      <w:r>
        <w:tab/>
        <w:t>2.025e0</w:t>
      </w:r>
    </w:p>
    <w:p w:rsidR="006974AE" w:rsidRDefault="006974AE" w:rsidP="006974AE">
      <w:r>
        <w:t>772.1694</w:t>
      </w:r>
      <w:r>
        <w:tab/>
        <w:t>1.013e0</w:t>
      </w:r>
    </w:p>
    <w:p w:rsidR="006974AE" w:rsidRDefault="006974AE" w:rsidP="006974AE">
      <w:r>
        <w:t>772.2356</w:t>
      </w:r>
      <w:r>
        <w:tab/>
        <w:t>4.260e0</w:t>
      </w:r>
    </w:p>
    <w:p w:rsidR="006974AE" w:rsidRDefault="006974AE" w:rsidP="006974AE">
      <w:r>
        <w:t>772.2645</w:t>
      </w:r>
      <w:r>
        <w:tab/>
        <w:t>1.013e0</w:t>
      </w:r>
    </w:p>
    <w:p w:rsidR="006974AE" w:rsidRDefault="006974AE" w:rsidP="006974AE">
      <w:r>
        <w:t>772.3019</w:t>
      </w:r>
      <w:r>
        <w:tab/>
        <w:t>3.038e0</w:t>
      </w:r>
    </w:p>
    <w:p w:rsidR="006974AE" w:rsidRDefault="006974AE" w:rsidP="006974AE">
      <w:r>
        <w:t>772.3133</w:t>
      </w:r>
      <w:r>
        <w:tab/>
        <w:t>3.038e0</w:t>
      </w:r>
    </w:p>
    <w:p w:rsidR="006974AE" w:rsidRDefault="006974AE" w:rsidP="006974AE">
      <w:r>
        <w:t>772.3224</w:t>
      </w:r>
      <w:r>
        <w:tab/>
        <w:t>3.136e0</w:t>
      </w:r>
    </w:p>
    <w:p w:rsidR="006974AE" w:rsidRDefault="006974AE" w:rsidP="006974AE">
      <w:r>
        <w:t>772.3301</w:t>
      </w:r>
      <w:r>
        <w:tab/>
        <w:t>2.025e0</w:t>
      </w:r>
    </w:p>
    <w:p w:rsidR="006974AE" w:rsidRDefault="006974AE" w:rsidP="006974AE">
      <w:r>
        <w:t>772.3472</w:t>
      </w:r>
      <w:r>
        <w:tab/>
        <w:t>2.025e0</w:t>
      </w:r>
    </w:p>
    <w:p w:rsidR="006974AE" w:rsidRDefault="006974AE" w:rsidP="006974AE">
      <w:r>
        <w:t>772.3737</w:t>
      </w:r>
      <w:r>
        <w:tab/>
        <w:t>2.025e0</w:t>
      </w:r>
    </w:p>
    <w:p w:rsidR="006974AE" w:rsidRDefault="006974AE" w:rsidP="006974AE">
      <w:r>
        <w:t>772.3757</w:t>
      </w:r>
      <w:r>
        <w:tab/>
        <w:t>1.278e0</w:t>
      </w:r>
    </w:p>
    <w:p w:rsidR="006974AE" w:rsidRDefault="006974AE" w:rsidP="006974AE">
      <w:r>
        <w:t>772.3898</w:t>
      </w:r>
      <w:r>
        <w:tab/>
        <w:t>2.982e0</w:t>
      </w:r>
    </w:p>
    <w:p w:rsidR="006974AE" w:rsidRDefault="006974AE" w:rsidP="006974AE">
      <w:r>
        <w:t>772.4279</w:t>
      </w:r>
      <w:r>
        <w:tab/>
        <w:t>2.789e0</w:t>
      </w:r>
    </w:p>
    <w:p w:rsidR="006974AE" w:rsidRDefault="006974AE" w:rsidP="006974AE">
      <w:r>
        <w:t>772.4595</w:t>
      </w:r>
      <w:r>
        <w:tab/>
        <w:t>1.013e0</w:t>
      </w:r>
    </w:p>
    <w:p w:rsidR="006974AE" w:rsidRDefault="006974AE" w:rsidP="006974AE">
      <w:r>
        <w:t>772.4639</w:t>
      </w:r>
      <w:r>
        <w:tab/>
        <w:t>4.102e0</w:t>
      </w:r>
    </w:p>
    <w:p w:rsidR="006974AE" w:rsidRDefault="006974AE" w:rsidP="006974AE">
      <w:r>
        <w:t>772.4661</w:t>
      </w:r>
      <w:r>
        <w:tab/>
        <w:t>4.051e0</w:t>
      </w:r>
    </w:p>
    <w:p w:rsidR="006974AE" w:rsidRDefault="006974AE" w:rsidP="006974AE">
      <w:r>
        <w:t>772.4834</w:t>
      </w:r>
      <w:r>
        <w:tab/>
        <w:t>2.025e0</w:t>
      </w:r>
    </w:p>
    <w:p w:rsidR="006974AE" w:rsidRDefault="006974AE" w:rsidP="006974AE">
      <w:r>
        <w:t>772.4853</w:t>
      </w:r>
      <w:r>
        <w:tab/>
        <w:t>1.013e0</w:t>
      </w:r>
    </w:p>
    <w:p w:rsidR="006974AE" w:rsidRDefault="006974AE" w:rsidP="006974AE">
      <w:r>
        <w:t>772.4928</w:t>
      </w:r>
      <w:r>
        <w:tab/>
        <w:t>3.038e0</w:t>
      </w:r>
    </w:p>
    <w:p w:rsidR="006974AE" w:rsidRDefault="006974AE" w:rsidP="006974AE">
      <w:r>
        <w:lastRenderedPageBreak/>
        <w:t>772.5180</w:t>
      </w:r>
      <w:r>
        <w:tab/>
        <w:t>1.989e0</w:t>
      </w:r>
    </w:p>
    <w:p w:rsidR="006974AE" w:rsidRDefault="006974AE" w:rsidP="006974AE">
      <w:r>
        <w:t>772.5377</w:t>
      </w:r>
      <w:r>
        <w:tab/>
        <w:t>3.038e0</w:t>
      </w:r>
    </w:p>
    <w:p w:rsidR="006974AE" w:rsidRDefault="006974AE" w:rsidP="006974AE">
      <w:r>
        <w:t>772.5430</w:t>
      </w:r>
      <w:r>
        <w:tab/>
        <w:t>1.013e0</w:t>
      </w:r>
    </w:p>
    <w:p w:rsidR="006974AE" w:rsidRDefault="006974AE" w:rsidP="006974AE">
      <w:r>
        <w:t>772.5776</w:t>
      </w:r>
      <w:r>
        <w:tab/>
        <w:t>1.013e0</w:t>
      </w:r>
    </w:p>
    <w:p w:rsidR="006974AE" w:rsidRDefault="006974AE" w:rsidP="006974AE">
      <w:r>
        <w:t>772.6121</w:t>
      </w:r>
      <w:r>
        <w:tab/>
        <w:t>1.013e0</w:t>
      </w:r>
    </w:p>
    <w:p w:rsidR="006974AE" w:rsidRDefault="006974AE" w:rsidP="006974AE">
      <w:r>
        <w:t>772.6293</w:t>
      </w:r>
      <w:r>
        <w:tab/>
        <w:t>2.025e0</w:t>
      </w:r>
    </w:p>
    <w:p w:rsidR="006974AE" w:rsidRDefault="006974AE" w:rsidP="006974AE">
      <w:r>
        <w:t>772.6549</w:t>
      </w:r>
      <w:r>
        <w:tab/>
        <w:t>1.013e0</w:t>
      </w:r>
    </w:p>
    <w:p w:rsidR="006974AE" w:rsidRDefault="006974AE" w:rsidP="006974AE">
      <w:r>
        <w:t>772.6680</w:t>
      </w:r>
      <w:r>
        <w:tab/>
        <w:t>1.013e0</w:t>
      </w:r>
    </w:p>
    <w:p w:rsidR="006974AE" w:rsidRDefault="006974AE" w:rsidP="006974AE">
      <w:r>
        <w:t>772.7211</w:t>
      </w:r>
      <w:r>
        <w:tab/>
        <w:t>1.013e0</w:t>
      </w:r>
    </w:p>
    <w:p w:rsidR="006974AE" w:rsidRDefault="006974AE" w:rsidP="006974AE">
      <w:r>
        <w:t>772.7643</w:t>
      </w:r>
      <w:r>
        <w:tab/>
        <w:t>2.025e0</w:t>
      </w:r>
    </w:p>
    <w:p w:rsidR="006974AE" w:rsidRDefault="006974AE" w:rsidP="006974AE">
      <w:r>
        <w:t>772.7724</w:t>
      </w:r>
      <w:r>
        <w:tab/>
        <w:t>1.013e0</w:t>
      </w:r>
    </w:p>
    <w:p w:rsidR="006974AE" w:rsidRDefault="006974AE" w:rsidP="006974AE">
      <w:r>
        <w:t>772.8246</w:t>
      </w:r>
      <w:r>
        <w:tab/>
        <w:t>1.013e0</w:t>
      </w:r>
    </w:p>
    <w:p w:rsidR="006974AE" w:rsidRDefault="006974AE" w:rsidP="006974AE">
      <w:r>
        <w:t>772.8661</w:t>
      </w:r>
      <w:r>
        <w:tab/>
        <w:t>1.013e0</w:t>
      </w:r>
    </w:p>
    <w:p w:rsidR="006974AE" w:rsidRDefault="006974AE" w:rsidP="006974AE">
      <w:r>
        <w:t>772.8777</w:t>
      </w:r>
      <w:r>
        <w:tab/>
        <w:t>1.013e0</w:t>
      </w:r>
    </w:p>
    <w:p w:rsidR="006974AE" w:rsidRDefault="006974AE" w:rsidP="006974AE">
      <w:r>
        <w:t>772.8844</w:t>
      </w:r>
      <w:r>
        <w:tab/>
        <w:t>1.013e0</w:t>
      </w:r>
    </w:p>
    <w:p w:rsidR="006974AE" w:rsidRDefault="006974AE" w:rsidP="006974AE">
      <w:r>
        <w:t>772.9095</w:t>
      </w:r>
      <w:r>
        <w:tab/>
        <w:t>2.025e0</w:t>
      </w:r>
    </w:p>
    <w:p w:rsidR="006974AE" w:rsidRDefault="006974AE" w:rsidP="006974AE">
      <w:r>
        <w:t>772.9682</w:t>
      </w:r>
      <w:r>
        <w:tab/>
        <w:t>1.013e0</w:t>
      </w:r>
    </w:p>
    <w:p w:rsidR="006974AE" w:rsidRDefault="006974AE" w:rsidP="006974AE">
      <w:r>
        <w:t>772.9813</w:t>
      </w:r>
      <w:r>
        <w:tab/>
        <w:t>1.013e0</w:t>
      </w:r>
    </w:p>
    <w:p w:rsidR="006974AE" w:rsidRDefault="006974AE" w:rsidP="006974AE">
      <w:r>
        <w:t>772.9861</w:t>
      </w:r>
      <w:r>
        <w:tab/>
        <w:t>2.025e0</w:t>
      </w:r>
    </w:p>
    <w:p w:rsidR="006974AE" w:rsidRDefault="006974AE" w:rsidP="006974AE">
      <w:r>
        <w:lastRenderedPageBreak/>
        <w:t>773.0139</w:t>
      </w:r>
      <w:r>
        <w:tab/>
        <w:t>2.025e0</w:t>
      </w:r>
    </w:p>
    <w:p w:rsidR="006974AE" w:rsidRDefault="006974AE" w:rsidP="006974AE">
      <w:r>
        <w:t>773.0706</w:t>
      </w:r>
      <w:r>
        <w:tab/>
        <w:t>2.025e0</w:t>
      </w:r>
    </w:p>
    <w:p w:rsidR="006974AE" w:rsidRDefault="006974AE" w:rsidP="006974AE">
      <w:r>
        <w:t>773.0723</w:t>
      </w:r>
      <w:r>
        <w:tab/>
        <w:t>3.038e0</w:t>
      </w:r>
    </w:p>
    <w:p w:rsidR="006974AE" w:rsidRDefault="006974AE" w:rsidP="006974AE">
      <w:r>
        <w:t>773.0857</w:t>
      </w:r>
      <w:r>
        <w:tab/>
        <w:t>3.038e0</w:t>
      </w:r>
    </w:p>
    <w:p w:rsidR="006974AE" w:rsidRDefault="006974AE" w:rsidP="006974AE">
      <w:r>
        <w:t>773.1058</w:t>
      </w:r>
      <w:r>
        <w:tab/>
        <w:t>1.013e0</w:t>
      </w:r>
    </w:p>
    <w:p w:rsidR="006974AE" w:rsidRDefault="006974AE" w:rsidP="006974AE">
      <w:r>
        <w:t>773.1379</w:t>
      </w:r>
      <w:r>
        <w:tab/>
        <w:t>1.013e0</w:t>
      </w:r>
    </w:p>
    <w:p w:rsidR="006974AE" w:rsidRDefault="006974AE" w:rsidP="006974AE">
      <w:r>
        <w:t>773.2042</w:t>
      </w:r>
      <w:r>
        <w:tab/>
        <w:t>1.013e0</w:t>
      </w:r>
    </w:p>
    <w:p w:rsidR="006974AE" w:rsidRDefault="006974AE" w:rsidP="006974AE">
      <w:r>
        <w:t>773.2172</w:t>
      </w:r>
      <w:r>
        <w:tab/>
        <w:t>2.025e0</w:t>
      </w:r>
    </w:p>
    <w:p w:rsidR="006974AE" w:rsidRDefault="006974AE" w:rsidP="006974AE">
      <w:r>
        <w:t>773.2325</w:t>
      </w:r>
      <w:r>
        <w:tab/>
        <w:t>2.025e0</w:t>
      </w:r>
    </w:p>
    <w:p w:rsidR="006974AE" w:rsidRDefault="006974AE" w:rsidP="006974AE">
      <w:r>
        <w:t>773.2344</w:t>
      </w:r>
      <w:r>
        <w:tab/>
        <w:t>2.025e0</w:t>
      </w:r>
    </w:p>
    <w:p w:rsidR="006974AE" w:rsidRDefault="006974AE" w:rsidP="006974AE">
      <w:r>
        <w:t>773.2816</w:t>
      </w:r>
      <w:r>
        <w:tab/>
        <w:t>4.051e0</w:t>
      </w:r>
    </w:p>
    <w:p w:rsidR="006974AE" w:rsidRDefault="006974AE" w:rsidP="006974AE">
      <w:r>
        <w:t>773.2956</w:t>
      </w:r>
      <w:r>
        <w:tab/>
        <w:t>2.025e0</w:t>
      </w:r>
    </w:p>
    <w:p w:rsidR="006974AE" w:rsidRDefault="006974AE" w:rsidP="006974AE">
      <w:r>
        <w:t>773.3085</w:t>
      </w:r>
      <w:r>
        <w:tab/>
        <w:t>2.025e0</w:t>
      </w:r>
    </w:p>
    <w:p w:rsidR="006974AE" w:rsidRDefault="006974AE" w:rsidP="006974AE">
      <w:r>
        <w:t>773.3433</w:t>
      </w:r>
      <w:r>
        <w:tab/>
        <w:t>1.013e0</w:t>
      </w:r>
    </w:p>
    <w:p w:rsidR="006974AE" w:rsidRDefault="006974AE" w:rsidP="006974AE">
      <w:r>
        <w:t>773.3702</w:t>
      </w:r>
      <w:r>
        <w:tab/>
        <w:t>3.543e0</w:t>
      </w:r>
    </w:p>
    <w:p w:rsidR="006974AE" w:rsidRDefault="006974AE" w:rsidP="006974AE">
      <w:r>
        <w:t>773.3785</w:t>
      </w:r>
      <w:r>
        <w:tab/>
        <w:t>3.038e0</w:t>
      </w:r>
    </w:p>
    <w:p w:rsidR="006974AE" w:rsidRDefault="006974AE" w:rsidP="006974AE">
      <w:r>
        <w:t>773.3831</w:t>
      </w:r>
      <w:r>
        <w:tab/>
        <w:t>3.371e0</w:t>
      </w:r>
    </w:p>
    <w:p w:rsidR="006974AE" w:rsidRDefault="006974AE" w:rsidP="006974AE">
      <w:r>
        <w:t>773.4027</w:t>
      </w:r>
      <w:r>
        <w:tab/>
        <w:t>3.780e0</w:t>
      </w:r>
    </w:p>
    <w:p w:rsidR="006974AE" w:rsidRDefault="006974AE" w:rsidP="006974AE">
      <w:r>
        <w:t>773.4374</w:t>
      </w:r>
      <w:r>
        <w:tab/>
        <w:t>4.638e0</w:t>
      </w:r>
    </w:p>
    <w:p w:rsidR="006974AE" w:rsidRDefault="006974AE" w:rsidP="006974AE">
      <w:r>
        <w:lastRenderedPageBreak/>
        <w:t>773.4491</w:t>
      </w:r>
      <w:r>
        <w:tab/>
        <w:t>2.025e0</w:t>
      </w:r>
    </w:p>
    <w:p w:rsidR="006974AE" w:rsidRDefault="006974AE" w:rsidP="006974AE">
      <w:r>
        <w:t>773.4838</w:t>
      </w:r>
      <w:r>
        <w:tab/>
        <w:t>3.038e0</w:t>
      </w:r>
    </w:p>
    <w:p w:rsidR="006974AE" w:rsidRDefault="006974AE" w:rsidP="006974AE">
      <w:r>
        <w:t>773.4855</w:t>
      </w:r>
      <w:r>
        <w:tab/>
        <w:t>2.025e0</w:t>
      </w:r>
    </w:p>
    <w:p w:rsidR="006974AE" w:rsidRDefault="006974AE" w:rsidP="006974AE">
      <w:r>
        <w:t>773.5036</w:t>
      </w:r>
      <w:r>
        <w:tab/>
        <w:t>1.013e0</w:t>
      </w:r>
    </w:p>
    <w:p w:rsidR="006974AE" w:rsidRDefault="006974AE" w:rsidP="006974AE">
      <w:r>
        <w:t>773.5568</w:t>
      </w:r>
      <w:r>
        <w:tab/>
        <w:t>2.013e0</w:t>
      </w:r>
    </w:p>
    <w:p w:rsidR="006974AE" w:rsidRDefault="006974AE" w:rsidP="006974AE">
      <w:r>
        <w:t>773.6072</w:t>
      </w:r>
      <w:r>
        <w:tab/>
        <w:t>3.038e0</w:t>
      </w:r>
    </w:p>
    <w:p w:rsidR="006974AE" w:rsidRDefault="006974AE" w:rsidP="006974AE">
      <w:r>
        <w:t>773.6345</w:t>
      </w:r>
      <w:r>
        <w:tab/>
        <w:t>4.051e0</w:t>
      </w:r>
    </w:p>
    <w:p w:rsidR="006974AE" w:rsidRDefault="006974AE" w:rsidP="006974AE">
      <w:r>
        <w:t>773.6735</w:t>
      </w:r>
      <w:r>
        <w:tab/>
        <w:t>3.038e0</w:t>
      </w:r>
    </w:p>
    <w:p w:rsidR="006974AE" w:rsidRDefault="006974AE" w:rsidP="006974AE">
      <w:r>
        <w:t>773.7257</w:t>
      </w:r>
      <w:r>
        <w:tab/>
        <w:t>2.025e0</w:t>
      </w:r>
    </w:p>
    <w:p w:rsidR="006974AE" w:rsidRDefault="006974AE" w:rsidP="006974AE">
      <w:r>
        <w:t>773.7518</w:t>
      </w:r>
      <w:r>
        <w:tab/>
        <w:t>1.013e0</w:t>
      </w:r>
    </w:p>
    <w:p w:rsidR="006974AE" w:rsidRDefault="006974AE" w:rsidP="006974AE">
      <w:r>
        <w:t>773.7659</w:t>
      </w:r>
      <w:r>
        <w:tab/>
        <w:t>1.013e0</w:t>
      </w:r>
    </w:p>
    <w:p w:rsidR="006974AE" w:rsidRDefault="006974AE" w:rsidP="006974AE">
      <w:r>
        <w:t>773.8378</w:t>
      </w:r>
      <w:r>
        <w:tab/>
        <w:t>1.013e0</w:t>
      </w:r>
    </w:p>
    <w:p w:rsidR="006974AE" w:rsidRDefault="006974AE" w:rsidP="006974AE">
      <w:r>
        <w:t>773.9051</w:t>
      </w:r>
      <w:r>
        <w:tab/>
        <w:t>1.013e0</w:t>
      </w:r>
    </w:p>
    <w:p w:rsidR="006974AE" w:rsidRDefault="006974AE" w:rsidP="006974AE">
      <w:r>
        <w:t>773.9087</w:t>
      </w:r>
      <w:r>
        <w:tab/>
        <w:t>1.013e0</w:t>
      </w:r>
    </w:p>
    <w:p w:rsidR="006974AE" w:rsidRDefault="006974AE" w:rsidP="006974AE">
      <w:r>
        <w:t>773.9218</w:t>
      </w:r>
      <w:r>
        <w:tab/>
        <w:t>2.025e0</w:t>
      </w:r>
    </w:p>
    <w:p w:rsidR="006974AE" w:rsidRDefault="006974AE" w:rsidP="006974AE">
      <w:r>
        <w:t>773.9399</w:t>
      </w:r>
      <w:r>
        <w:tab/>
        <w:t>1.013e0</w:t>
      </w:r>
    </w:p>
    <w:p w:rsidR="006974AE" w:rsidRDefault="006974AE" w:rsidP="006974AE">
      <w:r>
        <w:t>773.9570</w:t>
      </w:r>
      <w:r>
        <w:tab/>
        <w:t>1.013e0</w:t>
      </w:r>
    </w:p>
    <w:p w:rsidR="006974AE" w:rsidRDefault="006974AE" w:rsidP="006974AE">
      <w:r>
        <w:t>774.0081</w:t>
      </w:r>
      <w:r>
        <w:tab/>
        <w:t>1.013e0</w:t>
      </w:r>
    </w:p>
    <w:p w:rsidR="006974AE" w:rsidRDefault="006974AE" w:rsidP="006974AE">
      <w:r>
        <w:t>774.0228</w:t>
      </w:r>
      <w:r>
        <w:tab/>
        <w:t>3.038e0</w:t>
      </w:r>
    </w:p>
    <w:p w:rsidR="006974AE" w:rsidRDefault="006974AE" w:rsidP="006974AE">
      <w:r>
        <w:lastRenderedPageBreak/>
        <w:t>774.0599</w:t>
      </w:r>
      <w:r>
        <w:tab/>
        <w:t>2.025e0</w:t>
      </w:r>
    </w:p>
    <w:p w:rsidR="006974AE" w:rsidRDefault="006974AE" w:rsidP="006974AE">
      <w:r>
        <w:t>774.0917</w:t>
      </w:r>
      <w:r>
        <w:tab/>
        <w:t>1.013e0</w:t>
      </w:r>
    </w:p>
    <w:p w:rsidR="006974AE" w:rsidRDefault="006974AE" w:rsidP="006974AE">
      <w:r>
        <w:t>774.1176</w:t>
      </w:r>
      <w:r>
        <w:tab/>
        <w:t>2.025e0</w:t>
      </w:r>
    </w:p>
    <w:p w:rsidR="006974AE" w:rsidRDefault="006974AE" w:rsidP="006974AE">
      <w:r>
        <w:t>774.1244</w:t>
      </w:r>
      <w:r>
        <w:tab/>
        <w:t>2.025e0</w:t>
      </w:r>
    </w:p>
    <w:p w:rsidR="006974AE" w:rsidRDefault="006974AE" w:rsidP="006974AE">
      <w:r>
        <w:t>774.1298</w:t>
      </w:r>
      <w:r>
        <w:tab/>
        <w:t>3.038e0</w:t>
      </w:r>
    </w:p>
    <w:p w:rsidR="006974AE" w:rsidRDefault="006974AE" w:rsidP="006974AE">
      <w:r>
        <w:t>774.1450</w:t>
      </w:r>
      <w:r>
        <w:tab/>
        <w:t>1.013e0</w:t>
      </w:r>
    </w:p>
    <w:p w:rsidR="006974AE" w:rsidRDefault="006974AE" w:rsidP="006974AE">
      <w:r>
        <w:t>774.1485</w:t>
      </w:r>
      <w:r>
        <w:tab/>
        <w:t>3.038e0</w:t>
      </w:r>
    </w:p>
    <w:p w:rsidR="006974AE" w:rsidRDefault="006974AE" w:rsidP="006974AE">
      <w:r>
        <w:t>774.1611</w:t>
      </w:r>
      <w:r>
        <w:tab/>
        <w:t>1.013e0</w:t>
      </w:r>
    </w:p>
    <w:p w:rsidR="006974AE" w:rsidRDefault="006974AE" w:rsidP="006974AE">
      <w:r>
        <w:t>774.2119</w:t>
      </w:r>
      <w:r>
        <w:tab/>
        <w:t>1.013e0</w:t>
      </w:r>
    </w:p>
    <w:p w:rsidR="006974AE" w:rsidRDefault="006974AE" w:rsidP="006974AE">
      <w:r>
        <w:t>774.2224</w:t>
      </w:r>
      <w:r>
        <w:tab/>
        <w:t>1.013e0</w:t>
      </w:r>
    </w:p>
    <w:p w:rsidR="006974AE" w:rsidRDefault="006974AE" w:rsidP="006974AE">
      <w:r>
        <w:t>774.2617</w:t>
      </w:r>
      <w:r>
        <w:tab/>
        <w:t>2.025e0</w:t>
      </w:r>
    </w:p>
    <w:p w:rsidR="006974AE" w:rsidRDefault="006974AE" w:rsidP="006974AE">
      <w:r>
        <w:t>774.3275</w:t>
      </w:r>
      <w:r>
        <w:tab/>
        <w:t>1.231e0</w:t>
      </w:r>
    </w:p>
    <w:p w:rsidR="006974AE" w:rsidRDefault="006974AE" w:rsidP="006974AE">
      <w:r>
        <w:t>774.3640</w:t>
      </w:r>
      <w:r>
        <w:tab/>
        <w:t>1.612e0</w:t>
      </w:r>
    </w:p>
    <w:p w:rsidR="006974AE" w:rsidRDefault="006974AE" w:rsidP="006974AE">
      <w:r>
        <w:t>774.3801</w:t>
      </w:r>
      <w:r>
        <w:tab/>
        <w:t>3.947e0</w:t>
      </w:r>
    </w:p>
    <w:p w:rsidR="006974AE" w:rsidRDefault="006974AE" w:rsidP="006974AE">
      <w:r>
        <w:t>774.3934</w:t>
      </w:r>
      <w:r>
        <w:tab/>
        <w:t>1.732e0</w:t>
      </w:r>
    </w:p>
    <w:p w:rsidR="006974AE" w:rsidRDefault="006974AE" w:rsidP="006974AE">
      <w:r>
        <w:t>774.4167</w:t>
      </w:r>
      <w:r>
        <w:tab/>
        <w:t>3.038e0</w:t>
      </w:r>
    </w:p>
    <w:p w:rsidR="006974AE" w:rsidRDefault="006974AE" w:rsidP="006974AE">
      <w:r>
        <w:t>774.4316</w:t>
      </w:r>
      <w:r>
        <w:tab/>
        <w:t>1.013e0</w:t>
      </w:r>
    </w:p>
    <w:p w:rsidR="006974AE" w:rsidRDefault="006974AE" w:rsidP="006974AE">
      <w:r>
        <w:t>774.4328</w:t>
      </w:r>
      <w:r>
        <w:tab/>
        <w:t>1.013e0</w:t>
      </w:r>
    </w:p>
    <w:p w:rsidR="006974AE" w:rsidRDefault="006974AE" w:rsidP="006974AE">
      <w:r>
        <w:t>774.4683</w:t>
      </w:r>
      <w:r>
        <w:tab/>
        <w:t>3.014e0</w:t>
      </w:r>
    </w:p>
    <w:p w:rsidR="006974AE" w:rsidRDefault="006974AE" w:rsidP="006974AE">
      <w:r>
        <w:lastRenderedPageBreak/>
        <w:t>774.4998</w:t>
      </w:r>
      <w:r>
        <w:tab/>
        <w:t>3.684e0</w:t>
      </w:r>
    </w:p>
    <w:p w:rsidR="006974AE" w:rsidRDefault="006974AE" w:rsidP="006974AE">
      <w:r>
        <w:t>774.5422</w:t>
      </w:r>
      <w:r>
        <w:tab/>
        <w:t>3.038e0</w:t>
      </w:r>
    </w:p>
    <w:p w:rsidR="006974AE" w:rsidRDefault="006974AE" w:rsidP="006974AE">
      <w:r>
        <w:t>774.5504</w:t>
      </w:r>
      <w:r>
        <w:tab/>
        <w:t>1.013e0</w:t>
      </w:r>
    </w:p>
    <w:p w:rsidR="006974AE" w:rsidRDefault="006974AE" w:rsidP="006974AE">
      <w:r>
        <w:t>774.5688</w:t>
      </w:r>
      <w:r>
        <w:tab/>
        <w:t>1.013e0</w:t>
      </w:r>
    </w:p>
    <w:p w:rsidR="006974AE" w:rsidRDefault="006974AE" w:rsidP="006974AE">
      <w:r>
        <w:t>774.6017</w:t>
      </w:r>
      <w:r>
        <w:tab/>
        <w:t>1.013e0</w:t>
      </w:r>
    </w:p>
    <w:p w:rsidR="006974AE" w:rsidRDefault="006974AE" w:rsidP="006974AE">
      <w:r>
        <w:t>774.6031</w:t>
      </w:r>
      <w:r>
        <w:tab/>
        <w:t>1.013e0</w:t>
      </w:r>
    </w:p>
    <w:p w:rsidR="006974AE" w:rsidRDefault="006974AE" w:rsidP="006974AE">
      <w:r>
        <w:t>774.6208</w:t>
      </w:r>
      <w:r>
        <w:tab/>
        <w:t>1.013e0</w:t>
      </w:r>
    </w:p>
    <w:p w:rsidR="006974AE" w:rsidRDefault="006974AE" w:rsidP="006974AE">
      <w:r>
        <w:t>774.6545</w:t>
      </w:r>
      <w:r>
        <w:tab/>
        <w:t>2.025e0</w:t>
      </w:r>
    </w:p>
    <w:p w:rsidR="006974AE" w:rsidRDefault="006974AE" w:rsidP="006974AE">
      <w:r>
        <w:t>774.6671</w:t>
      </w:r>
      <w:r>
        <w:tab/>
        <w:t>1.013e0</w:t>
      </w:r>
    </w:p>
    <w:p w:rsidR="006974AE" w:rsidRDefault="006974AE" w:rsidP="006974AE">
      <w:r>
        <w:t>774.7068</w:t>
      </w:r>
      <w:r>
        <w:tab/>
        <w:t>2.025e0</w:t>
      </w:r>
    </w:p>
    <w:p w:rsidR="006974AE" w:rsidRDefault="006974AE" w:rsidP="006974AE">
      <w:r>
        <w:t>774.7330</w:t>
      </w:r>
      <w:r>
        <w:tab/>
        <w:t>2.025e0</w:t>
      </w:r>
    </w:p>
    <w:p w:rsidR="006974AE" w:rsidRDefault="006974AE" w:rsidP="006974AE">
      <w:r>
        <w:t>774.7391</w:t>
      </w:r>
      <w:r>
        <w:tab/>
        <w:t>1.013e0</w:t>
      </w:r>
    </w:p>
    <w:p w:rsidR="006974AE" w:rsidRDefault="006974AE" w:rsidP="006974AE">
      <w:r>
        <w:t>774.7724</w:t>
      </w:r>
      <w:r>
        <w:tab/>
        <w:t>1.013e0</w:t>
      </w:r>
    </w:p>
    <w:p w:rsidR="006974AE" w:rsidRDefault="006974AE" w:rsidP="006974AE">
      <w:r>
        <w:t>774.7989</w:t>
      </w:r>
      <w:r>
        <w:tab/>
        <w:t>1.013e0</w:t>
      </w:r>
    </w:p>
    <w:p w:rsidR="006974AE" w:rsidRDefault="006974AE" w:rsidP="006974AE">
      <w:r>
        <w:t>774.8241</w:t>
      </w:r>
      <w:r>
        <w:tab/>
        <w:t>1.013e0</w:t>
      </w:r>
    </w:p>
    <w:p w:rsidR="006974AE" w:rsidRDefault="006974AE" w:rsidP="006974AE">
      <w:r>
        <w:t>774.8374</w:t>
      </w:r>
      <w:r>
        <w:tab/>
        <w:t>2.025e0</w:t>
      </w:r>
    </w:p>
    <w:p w:rsidR="006974AE" w:rsidRDefault="006974AE" w:rsidP="006974AE">
      <w:r>
        <w:t>774.8474</w:t>
      </w:r>
      <w:r>
        <w:tab/>
        <w:t>2.025e0</w:t>
      </w:r>
    </w:p>
    <w:p w:rsidR="006974AE" w:rsidRDefault="006974AE" w:rsidP="006974AE">
      <w:r>
        <w:t>774.9419</w:t>
      </w:r>
      <w:r>
        <w:tab/>
        <w:t>1.013e0</w:t>
      </w:r>
    </w:p>
    <w:p w:rsidR="006974AE" w:rsidRDefault="006974AE" w:rsidP="006974AE">
      <w:r>
        <w:t>774.9613</w:t>
      </w:r>
      <w:r>
        <w:tab/>
        <w:t>1.013e0</w:t>
      </w:r>
    </w:p>
    <w:p w:rsidR="006974AE" w:rsidRDefault="006974AE" w:rsidP="006974AE">
      <w:r>
        <w:lastRenderedPageBreak/>
        <w:t>775.0284</w:t>
      </w:r>
      <w:r>
        <w:tab/>
        <w:t>1.013e0</w:t>
      </w:r>
    </w:p>
    <w:p w:rsidR="006974AE" w:rsidRDefault="006974AE" w:rsidP="006974AE">
      <w:r>
        <w:t>775.0380</w:t>
      </w:r>
      <w:r>
        <w:tab/>
        <w:t>2.025e0</w:t>
      </w:r>
    </w:p>
    <w:p w:rsidR="006974AE" w:rsidRDefault="006974AE" w:rsidP="006974AE">
      <w:r>
        <w:t>775.0728</w:t>
      </w:r>
      <w:r>
        <w:tab/>
        <w:t>1.013e0</w:t>
      </w:r>
    </w:p>
    <w:p w:rsidR="006974AE" w:rsidRDefault="006974AE" w:rsidP="006974AE">
      <w:r>
        <w:t>775.0858</w:t>
      </w:r>
      <w:r>
        <w:tab/>
        <w:t>1.013e0</w:t>
      </w:r>
    </w:p>
    <w:p w:rsidR="006974AE" w:rsidRDefault="006974AE" w:rsidP="006974AE">
      <w:r>
        <w:t>775.1392</w:t>
      </w:r>
      <w:r>
        <w:tab/>
        <w:t>1.013e0</w:t>
      </w:r>
    </w:p>
    <w:p w:rsidR="006974AE" w:rsidRDefault="006974AE" w:rsidP="006974AE">
      <w:r>
        <w:t>775.1644</w:t>
      </w:r>
      <w:r>
        <w:tab/>
        <w:t>1.013e0</w:t>
      </w:r>
    </w:p>
    <w:p w:rsidR="006974AE" w:rsidRDefault="006974AE" w:rsidP="006974AE">
      <w:r>
        <w:t>775.1987</w:t>
      </w:r>
      <w:r>
        <w:tab/>
        <w:t>1.013e0</w:t>
      </w:r>
    </w:p>
    <w:p w:rsidR="006974AE" w:rsidRDefault="006974AE" w:rsidP="006974AE">
      <w:r>
        <w:t>775.2308</w:t>
      </w:r>
      <w:r>
        <w:tab/>
        <w:t>1.013e0</w:t>
      </w:r>
    </w:p>
    <w:p w:rsidR="006974AE" w:rsidRDefault="006974AE" w:rsidP="006974AE">
      <w:r>
        <w:t>775.2324</w:t>
      </w:r>
      <w:r>
        <w:tab/>
        <w:t>1.013e0</w:t>
      </w:r>
    </w:p>
    <w:p w:rsidR="006974AE" w:rsidRDefault="006974AE" w:rsidP="006974AE">
      <w:r>
        <w:t>775.2429</w:t>
      </w:r>
      <w:r>
        <w:tab/>
        <w:t>1.013e0</w:t>
      </w:r>
    </w:p>
    <w:p w:rsidR="006974AE" w:rsidRDefault="006974AE" w:rsidP="006974AE">
      <w:r>
        <w:t>775.2570</w:t>
      </w:r>
      <w:r>
        <w:tab/>
        <w:t>1.013e0</w:t>
      </w:r>
    </w:p>
    <w:p w:rsidR="006974AE" w:rsidRDefault="006974AE" w:rsidP="006974AE">
      <w:r>
        <w:t>775.2756</w:t>
      </w:r>
      <w:r>
        <w:tab/>
        <w:t>2.025e0</w:t>
      </w:r>
    </w:p>
    <w:p w:rsidR="006974AE" w:rsidRDefault="006974AE" w:rsidP="006974AE">
      <w:r>
        <w:t>775.3314</w:t>
      </w:r>
      <w:r>
        <w:tab/>
        <w:t>3.203e0</w:t>
      </w:r>
    </w:p>
    <w:p w:rsidR="006974AE" w:rsidRDefault="006974AE" w:rsidP="006974AE">
      <w:r>
        <w:t>775.3356</w:t>
      </w:r>
      <w:r>
        <w:tab/>
        <w:t>4.823e0</w:t>
      </w:r>
    </w:p>
    <w:p w:rsidR="006974AE" w:rsidRDefault="006974AE" w:rsidP="006974AE">
      <w:r>
        <w:t>775.3738</w:t>
      </w:r>
      <w:r>
        <w:tab/>
        <w:t>1.013e0</w:t>
      </w:r>
    </w:p>
    <w:p w:rsidR="006974AE" w:rsidRDefault="006974AE" w:rsidP="006974AE">
      <w:r>
        <w:t>775.3766</w:t>
      </w:r>
      <w:r>
        <w:tab/>
        <w:t>4.927e0</w:t>
      </w:r>
    </w:p>
    <w:p w:rsidR="006974AE" w:rsidRDefault="006974AE" w:rsidP="006974AE">
      <w:r>
        <w:t>775.3817</w:t>
      </w:r>
      <w:r>
        <w:tab/>
        <w:t>6.733e0</w:t>
      </w:r>
    </w:p>
    <w:p w:rsidR="006974AE" w:rsidRDefault="006974AE" w:rsidP="006974AE">
      <w:r>
        <w:t>775.4036</w:t>
      </w:r>
      <w:r>
        <w:tab/>
        <w:t>1.013e0</w:t>
      </w:r>
    </w:p>
    <w:p w:rsidR="006974AE" w:rsidRDefault="006974AE" w:rsidP="006974AE">
      <w:r>
        <w:t>775.4235</w:t>
      </w:r>
      <w:r>
        <w:tab/>
        <w:t>3.038e0</w:t>
      </w:r>
    </w:p>
    <w:p w:rsidR="006974AE" w:rsidRDefault="006974AE" w:rsidP="006974AE">
      <w:r>
        <w:lastRenderedPageBreak/>
        <w:t>775.4272</w:t>
      </w:r>
      <w:r>
        <w:tab/>
        <w:t>2.025e0</w:t>
      </w:r>
    </w:p>
    <w:p w:rsidR="006974AE" w:rsidRDefault="006974AE" w:rsidP="006974AE">
      <w:r>
        <w:t>775.4655</w:t>
      </w:r>
      <w:r>
        <w:tab/>
        <w:t>1.013e0</w:t>
      </w:r>
    </w:p>
    <w:p w:rsidR="006974AE" w:rsidRDefault="006974AE" w:rsidP="006974AE">
      <w:r>
        <w:t>775.4786</w:t>
      </w:r>
      <w:r>
        <w:tab/>
        <w:t>1.013e0</w:t>
      </w:r>
    </w:p>
    <w:p w:rsidR="006974AE" w:rsidRDefault="006974AE" w:rsidP="006974AE">
      <w:r>
        <w:t>775.4876</w:t>
      </w:r>
      <w:r>
        <w:tab/>
        <w:t>3.038e0</w:t>
      </w:r>
    </w:p>
    <w:p w:rsidR="006974AE" w:rsidRDefault="006974AE" w:rsidP="006974AE">
      <w:r>
        <w:t>775.5360</w:t>
      </w:r>
      <w:r>
        <w:tab/>
        <w:t>2.025e0</w:t>
      </w:r>
    </w:p>
    <w:p w:rsidR="006974AE" w:rsidRDefault="006974AE" w:rsidP="006974AE">
      <w:r>
        <w:t>775.5528</w:t>
      </w:r>
      <w:r>
        <w:tab/>
        <w:t>3.038e0</w:t>
      </w:r>
    </w:p>
    <w:p w:rsidR="006974AE" w:rsidRDefault="006974AE" w:rsidP="006974AE">
      <w:r>
        <w:t>775.5728</w:t>
      </w:r>
      <w:r>
        <w:tab/>
        <w:t>1.013e0</w:t>
      </w:r>
    </w:p>
    <w:p w:rsidR="006974AE" w:rsidRDefault="006974AE" w:rsidP="006974AE">
      <w:r>
        <w:t>775.5906</w:t>
      </w:r>
      <w:r>
        <w:tab/>
        <w:t>2.025e0</w:t>
      </w:r>
    </w:p>
    <w:p w:rsidR="006974AE" w:rsidRDefault="006974AE" w:rsidP="006974AE">
      <w:r>
        <w:t>775.6367</w:t>
      </w:r>
      <w:r>
        <w:tab/>
        <w:t>1.013e0</w:t>
      </w:r>
    </w:p>
    <w:p w:rsidR="006974AE" w:rsidRDefault="006974AE" w:rsidP="006974AE">
      <w:r>
        <w:t>775.6422</w:t>
      </w:r>
      <w:r>
        <w:tab/>
        <w:t>1.013e0</w:t>
      </w:r>
    </w:p>
    <w:p w:rsidR="006974AE" w:rsidRDefault="006974AE" w:rsidP="006974AE">
      <w:r>
        <w:t>775.7093</w:t>
      </w:r>
      <w:r>
        <w:tab/>
        <w:t>1.013e0</w:t>
      </w:r>
    </w:p>
    <w:p w:rsidR="006974AE" w:rsidRDefault="006974AE" w:rsidP="006974AE">
      <w:r>
        <w:t>775.7188</w:t>
      </w:r>
      <w:r>
        <w:tab/>
        <w:t>2.025e0</w:t>
      </w:r>
    </w:p>
    <w:p w:rsidR="006974AE" w:rsidRDefault="006974AE" w:rsidP="006974AE">
      <w:r>
        <w:t>775.8201</w:t>
      </w:r>
      <w:r>
        <w:tab/>
        <w:t>1.013e0</w:t>
      </w:r>
    </w:p>
    <w:p w:rsidR="006974AE" w:rsidRDefault="006974AE" w:rsidP="006974AE">
      <w:r>
        <w:t>775.8633</w:t>
      </w:r>
      <w:r>
        <w:tab/>
        <w:t>1.013e0</w:t>
      </w:r>
    </w:p>
    <w:p w:rsidR="006974AE" w:rsidRDefault="006974AE" w:rsidP="006974AE">
      <w:r>
        <w:t>775.9825</w:t>
      </w:r>
      <w:r>
        <w:tab/>
        <w:t>1.013e0</w:t>
      </w:r>
    </w:p>
    <w:p w:rsidR="006974AE" w:rsidRDefault="006974AE" w:rsidP="006974AE">
      <w:r>
        <w:t>775.9904</w:t>
      </w:r>
      <w:r>
        <w:tab/>
        <w:t>2.025e0</w:t>
      </w:r>
    </w:p>
    <w:p w:rsidR="006974AE" w:rsidRDefault="006974AE" w:rsidP="006974AE">
      <w:r>
        <w:t>775.9993</w:t>
      </w:r>
      <w:r>
        <w:tab/>
        <w:t>2.025e0</w:t>
      </w:r>
    </w:p>
    <w:p w:rsidR="006974AE" w:rsidRDefault="006974AE" w:rsidP="006974AE">
      <w:r>
        <w:t>776.0378</w:t>
      </w:r>
      <w:r>
        <w:tab/>
        <w:t>3.038e0</w:t>
      </w:r>
    </w:p>
    <w:p w:rsidR="006974AE" w:rsidRDefault="006974AE" w:rsidP="006974AE">
      <w:r>
        <w:t>776.0679</w:t>
      </w:r>
      <w:r>
        <w:tab/>
        <w:t>2.025e0</w:t>
      </w:r>
    </w:p>
    <w:p w:rsidR="006974AE" w:rsidRDefault="006974AE" w:rsidP="006974AE">
      <w:r>
        <w:lastRenderedPageBreak/>
        <w:t>776.1180</w:t>
      </w:r>
      <w:r>
        <w:tab/>
        <w:t>1.013e0</w:t>
      </w:r>
    </w:p>
    <w:p w:rsidR="006974AE" w:rsidRDefault="006974AE" w:rsidP="006974AE">
      <w:r>
        <w:t>776.1230</w:t>
      </w:r>
      <w:r>
        <w:tab/>
        <w:t>3.038e0</w:t>
      </w:r>
    </w:p>
    <w:p w:rsidR="006974AE" w:rsidRDefault="006974AE" w:rsidP="006974AE">
      <w:r>
        <w:t>776.1356</w:t>
      </w:r>
      <w:r>
        <w:tab/>
        <w:t>3.038e0</w:t>
      </w:r>
    </w:p>
    <w:p w:rsidR="006974AE" w:rsidRDefault="006974AE" w:rsidP="006974AE">
      <w:r>
        <w:t>776.1870</w:t>
      </w:r>
      <w:r>
        <w:tab/>
        <w:t>2.025e0</w:t>
      </w:r>
    </w:p>
    <w:p w:rsidR="006974AE" w:rsidRDefault="006974AE" w:rsidP="006974AE">
      <w:r>
        <w:t>776.1992</w:t>
      </w:r>
      <w:r>
        <w:tab/>
        <w:t>1.013e0</w:t>
      </w:r>
    </w:p>
    <w:p w:rsidR="006974AE" w:rsidRDefault="006974AE" w:rsidP="006974AE">
      <w:r>
        <w:t>776.2037</w:t>
      </w:r>
      <w:r>
        <w:tab/>
        <w:t>1.013e0</w:t>
      </w:r>
    </w:p>
    <w:p w:rsidR="006974AE" w:rsidRDefault="006974AE" w:rsidP="006974AE">
      <w:r>
        <w:t>776.2686</w:t>
      </w:r>
      <w:r>
        <w:tab/>
        <w:t>3.038e0</w:t>
      </w:r>
    </w:p>
    <w:p w:rsidR="006974AE" w:rsidRDefault="006974AE" w:rsidP="006974AE">
      <w:r>
        <w:t>776.3050</w:t>
      </w:r>
      <w:r>
        <w:tab/>
        <w:t>1.945e0</w:t>
      </w:r>
    </w:p>
    <w:p w:rsidR="006974AE" w:rsidRDefault="006974AE" w:rsidP="006974AE">
      <w:r>
        <w:t>776.3181</w:t>
      </w:r>
      <w:r>
        <w:tab/>
        <w:t>1.087e0</w:t>
      </w:r>
    </w:p>
    <w:p w:rsidR="006974AE" w:rsidRDefault="006974AE" w:rsidP="006974AE">
      <w:r>
        <w:t>776.3325</w:t>
      </w:r>
      <w:r>
        <w:tab/>
        <w:t>2.902e0</w:t>
      </w:r>
    </w:p>
    <w:p w:rsidR="006974AE" w:rsidRDefault="006974AE" w:rsidP="006974AE">
      <w:r>
        <w:t>776.3629</w:t>
      </w:r>
      <w:r>
        <w:tab/>
        <w:t>7.775e0</w:t>
      </w:r>
    </w:p>
    <w:p w:rsidR="006974AE" w:rsidRDefault="006974AE" w:rsidP="006974AE">
      <w:r>
        <w:t>776.3660</w:t>
      </w:r>
      <w:r>
        <w:tab/>
        <w:t>4.051e0</w:t>
      </w:r>
    </w:p>
    <w:p w:rsidR="006974AE" w:rsidRDefault="006974AE" w:rsidP="006974AE">
      <w:r>
        <w:t>776.3892</w:t>
      </w:r>
      <w:r>
        <w:tab/>
        <w:t>3.498e0</w:t>
      </w:r>
    </w:p>
    <w:p w:rsidR="006974AE" w:rsidRDefault="006974AE" w:rsidP="006974AE">
      <w:r>
        <w:t>776.4076</w:t>
      </w:r>
      <w:r>
        <w:tab/>
        <w:t>1.013e0</w:t>
      </w:r>
    </w:p>
    <w:p w:rsidR="006974AE" w:rsidRDefault="006974AE" w:rsidP="006974AE">
      <w:r>
        <w:t>776.4184</w:t>
      </w:r>
      <w:r>
        <w:tab/>
        <w:t>4.125e0</w:t>
      </w:r>
    </w:p>
    <w:p w:rsidR="006974AE" w:rsidRDefault="006974AE" w:rsidP="006974AE">
      <w:r>
        <w:t>776.4464</w:t>
      </w:r>
      <w:r>
        <w:tab/>
        <w:t>1.935e0</w:t>
      </w:r>
    </w:p>
    <w:p w:rsidR="006974AE" w:rsidRDefault="006974AE" w:rsidP="006974AE">
      <w:r>
        <w:t>776.4616</w:t>
      </w:r>
      <w:r>
        <w:tab/>
        <w:t>4.932e0</w:t>
      </w:r>
    </w:p>
    <w:p w:rsidR="006974AE" w:rsidRDefault="006974AE" w:rsidP="006974AE">
      <w:r>
        <w:t>776.4875</w:t>
      </w:r>
      <w:r>
        <w:tab/>
        <w:t>1.013e0</w:t>
      </w:r>
    </w:p>
    <w:p w:rsidR="006974AE" w:rsidRDefault="006974AE" w:rsidP="006974AE">
      <w:r>
        <w:t>776.5082</w:t>
      </w:r>
      <w:r>
        <w:tab/>
        <w:t>1.977e0</w:t>
      </w:r>
    </w:p>
    <w:p w:rsidR="006974AE" w:rsidRDefault="006974AE" w:rsidP="006974AE">
      <w:r>
        <w:lastRenderedPageBreak/>
        <w:t>776.5132</w:t>
      </w:r>
      <w:r>
        <w:tab/>
        <w:t>2.025e0</w:t>
      </w:r>
    </w:p>
    <w:p w:rsidR="006974AE" w:rsidRDefault="006974AE" w:rsidP="006974AE">
      <w:r>
        <w:t>776.5273</w:t>
      </w:r>
      <w:r>
        <w:tab/>
        <w:t>2.025e0</w:t>
      </w:r>
    </w:p>
    <w:p w:rsidR="006974AE" w:rsidRDefault="006974AE" w:rsidP="006974AE">
      <w:r>
        <w:t>776.5672</w:t>
      </w:r>
      <w:r>
        <w:tab/>
        <w:t>1.013e0</w:t>
      </w:r>
    </w:p>
    <w:p w:rsidR="006974AE" w:rsidRDefault="006974AE" w:rsidP="006974AE">
      <w:r>
        <w:t>776.5787</w:t>
      </w:r>
      <w:r>
        <w:tab/>
        <w:t>1.013e0</w:t>
      </w:r>
    </w:p>
    <w:p w:rsidR="006974AE" w:rsidRDefault="006974AE" w:rsidP="006974AE">
      <w:r>
        <w:t>776.5925</w:t>
      </w:r>
      <w:r>
        <w:tab/>
        <w:t>1.013e0</w:t>
      </w:r>
    </w:p>
    <w:p w:rsidR="006974AE" w:rsidRDefault="006974AE" w:rsidP="006974AE">
      <w:r>
        <w:t>776.6559</w:t>
      </w:r>
      <w:r>
        <w:tab/>
        <w:t>3.038e0</w:t>
      </w:r>
    </w:p>
    <w:p w:rsidR="006974AE" w:rsidRDefault="006974AE" w:rsidP="006974AE">
      <w:r>
        <w:t>776.6740</w:t>
      </w:r>
      <w:r>
        <w:tab/>
        <w:t>2.025e0</w:t>
      </w:r>
    </w:p>
    <w:p w:rsidR="006974AE" w:rsidRDefault="006974AE" w:rsidP="006974AE">
      <w:r>
        <w:t>776.6794</w:t>
      </w:r>
      <w:r>
        <w:tab/>
        <w:t>1.013e0</w:t>
      </w:r>
    </w:p>
    <w:p w:rsidR="006974AE" w:rsidRDefault="006974AE" w:rsidP="006974AE">
      <w:r>
        <w:t>776.6972</w:t>
      </w:r>
      <w:r>
        <w:tab/>
        <w:t>1.013e0</w:t>
      </w:r>
    </w:p>
    <w:p w:rsidR="006974AE" w:rsidRDefault="006974AE" w:rsidP="006974AE">
      <w:r>
        <w:t>776.7498</w:t>
      </w:r>
      <w:r>
        <w:tab/>
        <w:t>2.025e0</w:t>
      </w:r>
    </w:p>
    <w:p w:rsidR="006974AE" w:rsidRDefault="006974AE" w:rsidP="006974AE">
      <w:r>
        <w:t>776.7571</w:t>
      </w:r>
      <w:r>
        <w:tab/>
        <w:t>2.025e0</w:t>
      </w:r>
    </w:p>
    <w:p w:rsidR="006974AE" w:rsidRDefault="006974AE" w:rsidP="006974AE">
      <w:r>
        <w:t>776.7632</w:t>
      </w:r>
      <w:r>
        <w:tab/>
        <w:t>3.038e0</w:t>
      </w:r>
    </w:p>
    <w:p w:rsidR="006974AE" w:rsidRDefault="006974AE" w:rsidP="006974AE">
      <w:r>
        <w:t>776.8426</w:t>
      </w:r>
      <w:r>
        <w:tab/>
        <w:t>1.013e0</w:t>
      </w:r>
    </w:p>
    <w:p w:rsidR="006974AE" w:rsidRDefault="006974AE" w:rsidP="006974AE">
      <w:r>
        <w:t>776.8673</w:t>
      </w:r>
      <w:r>
        <w:tab/>
        <w:t>1.013e0</w:t>
      </w:r>
    </w:p>
    <w:p w:rsidR="006974AE" w:rsidRDefault="006974AE" w:rsidP="006974AE">
      <w:r>
        <w:t>776.8842</w:t>
      </w:r>
      <w:r>
        <w:tab/>
        <w:t>1.013e0</w:t>
      </w:r>
    </w:p>
    <w:p w:rsidR="006974AE" w:rsidRDefault="006974AE" w:rsidP="006974AE">
      <w:r>
        <w:t>776.9203</w:t>
      </w:r>
      <w:r>
        <w:tab/>
        <w:t>1.013e0</w:t>
      </w:r>
    </w:p>
    <w:p w:rsidR="006974AE" w:rsidRDefault="006974AE" w:rsidP="006974AE">
      <w:r>
        <w:t>776.9247</w:t>
      </w:r>
      <w:r>
        <w:tab/>
        <w:t>3.038e0</w:t>
      </w:r>
    </w:p>
    <w:p w:rsidR="006974AE" w:rsidRDefault="006974AE" w:rsidP="006974AE">
      <w:r>
        <w:t>776.9948</w:t>
      </w:r>
      <w:r>
        <w:tab/>
        <w:t>2.025e0</w:t>
      </w:r>
    </w:p>
    <w:p w:rsidR="006974AE" w:rsidRDefault="006974AE" w:rsidP="006974AE">
      <w:r>
        <w:t>777.0121</w:t>
      </w:r>
      <w:r>
        <w:tab/>
        <w:t>1.013e0</w:t>
      </w:r>
    </w:p>
    <w:p w:rsidR="006974AE" w:rsidRDefault="006974AE" w:rsidP="006974AE">
      <w:r>
        <w:lastRenderedPageBreak/>
        <w:t>777.0292</w:t>
      </w:r>
      <w:r>
        <w:tab/>
        <w:t>3.038e0</w:t>
      </w:r>
    </w:p>
    <w:p w:rsidR="006974AE" w:rsidRDefault="006974AE" w:rsidP="006974AE">
      <w:r>
        <w:t>777.0515</w:t>
      </w:r>
      <w:r>
        <w:tab/>
        <w:t>2.025e0</w:t>
      </w:r>
    </w:p>
    <w:p w:rsidR="006974AE" w:rsidRDefault="006974AE" w:rsidP="006974AE">
      <w:r>
        <w:t>777.0646</w:t>
      </w:r>
      <w:r>
        <w:tab/>
        <w:t>1.013e0</w:t>
      </w:r>
    </w:p>
    <w:p w:rsidR="006974AE" w:rsidRDefault="006974AE" w:rsidP="006974AE">
      <w:r>
        <w:t>777.0766</w:t>
      </w:r>
      <w:r>
        <w:tab/>
        <w:t>2.025e0</w:t>
      </w:r>
    </w:p>
    <w:p w:rsidR="006974AE" w:rsidRDefault="006974AE" w:rsidP="006974AE">
      <w:r>
        <w:t>777.0890</w:t>
      </w:r>
      <w:r>
        <w:tab/>
        <w:t>1.013e0</w:t>
      </w:r>
    </w:p>
    <w:p w:rsidR="006974AE" w:rsidRDefault="006974AE" w:rsidP="006974AE">
      <w:r>
        <w:t>777.1789</w:t>
      </w:r>
      <w:r>
        <w:tab/>
        <w:t>2.025e0</w:t>
      </w:r>
    </w:p>
    <w:p w:rsidR="006974AE" w:rsidRDefault="006974AE" w:rsidP="006974AE">
      <w:r>
        <w:t>777.1909</w:t>
      </w:r>
      <w:r>
        <w:tab/>
        <w:t>1.013e0</w:t>
      </w:r>
    </w:p>
    <w:p w:rsidR="006974AE" w:rsidRDefault="006974AE" w:rsidP="006974AE">
      <w:r>
        <w:t>777.1944</w:t>
      </w:r>
      <w:r>
        <w:tab/>
        <w:t>2.025e0</w:t>
      </w:r>
    </w:p>
    <w:p w:rsidR="006974AE" w:rsidRDefault="006974AE" w:rsidP="006974AE">
      <w:r>
        <w:t>777.2165</w:t>
      </w:r>
      <w:r>
        <w:tab/>
        <w:t>2.025e0</w:t>
      </w:r>
    </w:p>
    <w:p w:rsidR="006974AE" w:rsidRDefault="006974AE" w:rsidP="006974AE">
      <w:r>
        <w:t>777.2352</w:t>
      </w:r>
      <w:r>
        <w:tab/>
        <w:t>1.013e0</w:t>
      </w:r>
    </w:p>
    <w:p w:rsidR="006974AE" w:rsidRDefault="006974AE" w:rsidP="006974AE">
      <w:r>
        <w:t>777.2415</w:t>
      </w:r>
      <w:r>
        <w:tab/>
        <w:t>2.025e0</w:t>
      </w:r>
    </w:p>
    <w:p w:rsidR="006974AE" w:rsidRDefault="006974AE" w:rsidP="006974AE">
      <w:r>
        <w:t>777.2887</w:t>
      </w:r>
      <w:r>
        <w:tab/>
        <w:t>1.013e0</w:t>
      </w:r>
    </w:p>
    <w:p w:rsidR="006974AE" w:rsidRDefault="006974AE" w:rsidP="006974AE">
      <w:r>
        <w:t>777.3542</w:t>
      </w:r>
      <w:r>
        <w:tab/>
        <w:t>6.076e0</w:t>
      </w:r>
    </w:p>
    <w:p w:rsidR="006974AE" w:rsidRDefault="006974AE" w:rsidP="006974AE">
      <w:r>
        <w:t>777.3785</w:t>
      </w:r>
      <w:r>
        <w:tab/>
        <w:t>2.744e0</w:t>
      </w:r>
    </w:p>
    <w:p w:rsidR="006974AE" w:rsidRDefault="006974AE" w:rsidP="006974AE">
      <w:r>
        <w:t>777.4200</w:t>
      </w:r>
      <w:r>
        <w:tab/>
        <w:t>1.013e0</w:t>
      </w:r>
    </w:p>
    <w:p w:rsidR="006974AE" w:rsidRDefault="006974AE" w:rsidP="006974AE">
      <w:r>
        <w:t>777.4283</w:t>
      </w:r>
      <w:r>
        <w:tab/>
        <w:t>1.013e0</w:t>
      </w:r>
    </w:p>
    <w:p w:rsidR="006974AE" w:rsidRDefault="006974AE" w:rsidP="006974AE">
      <w:r>
        <w:t>777.4377</w:t>
      </w:r>
      <w:r>
        <w:tab/>
        <w:t>2.018e0</w:t>
      </w:r>
    </w:p>
    <w:p w:rsidR="006974AE" w:rsidRDefault="006974AE" w:rsidP="006974AE">
      <w:r>
        <w:t>777.4699</w:t>
      </w:r>
      <w:r>
        <w:tab/>
        <w:t>2.025e0</w:t>
      </w:r>
    </w:p>
    <w:p w:rsidR="006974AE" w:rsidRDefault="006974AE" w:rsidP="006974AE">
      <w:r>
        <w:t>777.4887</w:t>
      </w:r>
      <w:r>
        <w:tab/>
        <w:t>2.025e0</w:t>
      </w:r>
    </w:p>
    <w:p w:rsidR="006974AE" w:rsidRDefault="006974AE" w:rsidP="006974AE">
      <w:r>
        <w:lastRenderedPageBreak/>
        <w:t>777.5111</w:t>
      </w:r>
      <w:r>
        <w:tab/>
        <w:t>2.025e0</w:t>
      </w:r>
    </w:p>
    <w:p w:rsidR="006974AE" w:rsidRDefault="006974AE" w:rsidP="006974AE">
      <w:r>
        <w:t>777.5313</w:t>
      </w:r>
      <w:r>
        <w:tab/>
        <w:t>1.013e0</w:t>
      </w:r>
    </w:p>
    <w:p w:rsidR="006974AE" w:rsidRDefault="006974AE" w:rsidP="006974AE">
      <w:r>
        <w:t>777.5475</w:t>
      </w:r>
      <w:r>
        <w:tab/>
        <w:t>1.013e0</w:t>
      </w:r>
    </w:p>
    <w:p w:rsidR="006974AE" w:rsidRDefault="006974AE" w:rsidP="006974AE">
      <w:r>
        <w:t>777.6035</w:t>
      </w:r>
      <w:r>
        <w:tab/>
        <w:t>3.038e0</w:t>
      </w:r>
    </w:p>
    <w:p w:rsidR="006974AE" w:rsidRDefault="006974AE" w:rsidP="006974AE">
      <w:r>
        <w:t>777.6422</w:t>
      </w:r>
      <w:r>
        <w:tab/>
        <w:t>1.013e0</w:t>
      </w:r>
    </w:p>
    <w:p w:rsidR="006974AE" w:rsidRDefault="006974AE" w:rsidP="006974AE">
      <w:r>
        <w:t>777.7482</w:t>
      </w:r>
      <w:r>
        <w:tab/>
        <w:t>2.025e0</w:t>
      </w:r>
    </w:p>
    <w:p w:rsidR="006974AE" w:rsidRDefault="006974AE" w:rsidP="006974AE">
      <w:r>
        <w:t>777.8007</w:t>
      </w:r>
      <w:r>
        <w:tab/>
        <w:t>1.013e0</w:t>
      </w:r>
    </w:p>
    <w:p w:rsidR="006974AE" w:rsidRDefault="006974AE" w:rsidP="006974AE">
      <w:r>
        <w:t>777.8205</w:t>
      </w:r>
      <w:r>
        <w:tab/>
        <w:t>1.013e0</w:t>
      </w:r>
    </w:p>
    <w:p w:rsidR="006974AE" w:rsidRDefault="006974AE" w:rsidP="006974AE">
      <w:r>
        <w:t>777.9053</w:t>
      </w:r>
      <w:r>
        <w:tab/>
        <w:t>2.025e0</w:t>
      </w:r>
    </w:p>
    <w:p w:rsidR="006974AE" w:rsidRDefault="006974AE" w:rsidP="006974AE">
      <w:r>
        <w:t>777.9214</w:t>
      </w:r>
      <w:r>
        <w:tab/>
        <w:t>1.013e0</w:t>
      </w:r>
    </w:p>
    <w:p w:rsidR="006974AE" w:rsidRDefault="006974AE" w:rsidP="006974AE">
      <w:r>
        <w:t>777.9311</w:t>
      </w:r>
      <w:r>
        <w:tab/>
        <w:t>1.013e0</w:t>
      </w:r>
    </w:p>
    <w:p w:rsidR="006974AE" w:rsidRDefault="006974AE" w:rsidP="006974AE">
      <w:r>
        <w:t>777.9897</w:t>
      </w:r>
      <w:r>
        <w:tab/>
        <w:t>1.013e0</w:t>
      </w:r>
    </w:p>
    <w:p w:rsidR="006974AE" w:rsidRDefault="006974AE" w:rsidP="006974AE">
      <w:r>
        <w:t>778.0104</w:t>
      </w:r>
      <w:r>
        <w:tab/>
        <w:t>2.025e0</w:t>
      </w:r>
    </w:p>
    <w:p w:rsidR="006974AE" w:rsidRDefault="006974AE" w:rsidP="006974AE">
      <w:r>
        <w:t>778.0361</w:t>
      </w:r>
      <w:r>
        <w:tab/>
        <w:t>1.013e0</w:t>
      </w:r>
    </w:p>
    <w:p w:rsidR="006974AE" w:rsidRDefault="006974AE" w:rsidP="006974AE">
      <w:r>
        <w:t>778.0416</w:t>
      </w:r>
      <w:r>
        <w:tab/>
        <w:t>1.013e0</w:t>
      </w:r>
    </w:p>
    <w:p w:rsidR="006974AE" w:rsidRDefault="006974AE" w:rsidP="006974AE">
      <w:r>
        <w:t>778.1019</w:t>
      </w:r>
      <w:r>
        <w:tab/>
        <w:t>1.013e0</w:t>
      </w:r>
    </w:p>
    <w:p w:rsidR="006974AE" w:rsidRDefault="006974AE" w:rsidP="006974AE">
      <w:r>
        <w:t>778.1599</w:t>
      </w:r>
      <w:r>
        <w:tab/>
        <w:t>1.013e0</w:t>
      </w:r>
    </w:p>
    <w:p w:rsidR="006974AE" w:rsidRDefault="006974AE" w:rsidP="006974AE">
      <w:r>
        <w:t>778.2108</w:t>
      </w:r>
      <w:r>
        <w:tab/>
        <w:t>1.013e0</w:t>
      </w:r>
    </w:p>
    <w:p w:rsidR="006974AE" w:rsidRDefault="006974AE" w:rsidP="006974AE">
      <w:r>
        <w:t>778.2204</w:t>
      </w:r>
      <w:r>
        <w:tab/>
        <w:t>2.025e0</w:t>
      </w:r>
    </w:p>
    <w:p w:rsidR="006974AE" w:rsidRDefault="006974AE" w:rsidP="006974AE">
      <w:r>
        <w:lastRenderedPageBreak/>
        <w:t>778.2605</w:t>
      </w:r>
      <w:r>
        <w:tab/>
        <w:t>1.013e0</w:t>
      </w:r>
    </w:p>
    <w:p w:rsidR="006974AE" w:rsidRDefault="006974AE" w:rsidP="006974AE">
      <w:r>
        <w:t>778.2625</w:t>
      </w:r>
      <w:r>
        <w:tab/>
        <w:t>1.013e0</w:t>
      </w:r>
    </w:p>
    <w:p w:rsidR="006974AE" w:rsidRDefault="006974AE" w:rsidP="006974AE">
      <w:r>
        <w:t>778.2723</w:t>
      </w:r>
      <w:r>
        <w:tab/>
        <w:t>5.063e0</w:t>
      </w:r>
    </w:p>
    <w:p w:rsidR="006974AE" w:rsidRDefault="006974AE" w:rsidP="006974AE">
      <w:r>
        <w:t>778.2972</w:t>
      </w:r>
      <w:r>
        <w:tab/>
        <w:t>1.013e0</w:t>
      </w:r>
    </w:p>
    <w:p w:rsidR="006974AE" w:rsidRDefault="006974AE" w:rsidP="006974AE">
      <w:r>
        <w:t>778.3030</w:t>
      </w:r>
      <w:r>
        <w:tab/>
        <w:t>3.038e0</w:t>
      </w:r>
    </w:p>
    <w:p w:rsidR="006974AE" w:rsidRDefault="006974AE" w:rsidP="006974AE">
      <w:r>
        <w:t>778.3568</w:t>
      </w:r>
      <w:r>
        <w:tab/>
        <w:t>1.930e0</w:t>
      </w:r>
    </w:p>
    <w:p w:rsidR="006974AE" w:rsidRDefault="006974AE" w:rsidP="006974AE">
      <w:r>
        <w:t>778.3605</w:t>
      </w:r>
      <w:r>
        <w:tab/>
        <w:t>4.900e0</w:t>
      </w:r>
    </w:p>
    <w:p w:rsidR="006974AE" w:rsidRDefault="006974AE" w:rsidP="006974AE">
      <w:r>
        <w:t>778.3656</w:t>
      </w:r>
      <w:r>
        <w:tab/>
        <w:t>1.291e0</w:t>
      </w:r>
    </w:p>
    <w:p w:rsidR="006974AE" w:rsidRDefault="006974AE" w:rsidP="006974AE">
      <w:r>
        <w:t>778.3722</w:t>
      </w:r>
      <w:r>
        <w:tab/>
        <w:t>2.025e0</w:t>
      </w:r>
    </w:p>
    <w:p w:rsidR="006974AE" w:rsidRDefault="006974AE" w:rsidP="006974AE">
      <w:r>
        <w:t>778.4066</w:t>
      </w:r>
      <w:r>
        <w:tab/>
        <w:t>2.948e0</w:t>
      </w:r>
    </w:p>
    <w:p w:rsidR="006974AE" w:rsidRDefault="006974AE" w:rsidP="006974AE">
      <w:r>
        <w:t>778.4315</w:t>
      </w:r>
      <w:r>
        <w:tab/>
        <w:t>1.013e0</w:t>
      </w:r>
    </w:p>
    <w:p w:rsidR="006974AE" w:rsidRDefault="006974AE" w:rsidP="006974AE">
      <w:r>
        <w:t>778.4445</w:t>
      </w:r>
      <w:r>
        <w:tab/>
        <w:t>1.013e0</w:t>
      </w:r>
    </w:p>
    <w:p w:rsidR="006974AE" w:rsidRDefault="006974AE" w:rsidP="006974AE">
      <w:r>
        <w:t>778.4501</w:t>
      </w:r>
      <w:r>
        <w:tab/>
        <w:t>1.013e0</w:t>
      </w:r>
    </w:p>
    <w:p w:rsidR="006974AE" w:rsidRDefault="006974AE" w:rsidP="006974AE">
      <w:r>
        <w:t>778.4807</w:t>
      </w:r>
      <w:r>
        <w:tab/>
        <w:t>1.233e0</w:t>
      </w:r>
    </w:p>
    <w:p w:rsidR="006974AE" w:rsidRDefault="006974AE" w:rsidP="006974AE">
      <w:r>
        <w:t>778.5424</w:t>
      </w:r>
      <w:r>
        <w:tab/>
        <w:t>2.025e0</w:t>
      </w:r>
    </w:p>
    <w:p w:rsidR="006974AE" w:rsidRDefault="006974AE" w:rsidP="006974AE">
      <w:r>
        <w:t>778.5682</w:t>
      </w:r>
      <w:r>
        <w:tab/>
        <w:t>1.013e0</w:t>
      </w:r>
    </w:p>
    <w:p w:rsidR="006974AE" w:rsidRDefault="006974AE" w:rsidP="006974AE">
      <w:r>
        <w:t>778.5865</w:t>
      </w:r>
      <w:r>
        <w:tab/>
        <w:t>1.013e0</w:t>
      </w:r>
    </w:p>
    <w:p w:rsidR="006974AE" w:rsidRDefault="006974AE" w:rsidP="006974AE">
      <w:r>
        <w:t>778.6193</w:t>
      </w:r>
      <w:r>
        <w:tab/>
        <w:t>1.013e0</w:t>
      </w:r>
    </w:p>
    <w:p w:rsidR="006974AE" w:rsidRDefault="006974AE" w:rsidP="006974AE">
      <w:r>
        <w:t>778.6275</w:t>
      </w:r>
      <w:r>
        <w:tab/>
        <w:t>2.025e0</w:t>
      </w:r>
    </w:p>
    <w:p w:rsidR="006974AE" w:rsidRDefault="006974AE" w:rsidP="006974AE">
      <w:r>
        <w:lastRenderedPageBreak/>
        <w:t>778.6406</w:t>
      </w:r>
      <w:r>
        <w:tab/>
        <w:t>1.013e0</w:t>
      </w:r>
    </w:p>
    <w:p w:rsidR="006974AE" w:rsidRDefault="006974AE" w:rsidP="006974AE">
      <w:r>
        <w:t>778.7058</w:t>
      </w:r>
      <w:r>
        <w:tab/>
        <w:t>1.013e0</w:t>
      </w:r>
    </w:p>
    <w:p w:rsidR="006974AE" w:rsidRDefault="006974AE" w:rsidP="006974AE">
      <w:r>
        <w:t>778.7195</w:t>
      </w:r>
      <w:r>
        <w:tab/>
        <w:t>1.013e0</w:t>
      </w:r>
    </w:p>
    <w:p w:rsidR="006974AE" w:rsidRDefault="006974AE" w:rsidP="006974AE">
      <w:r>
        <w:t>778.7863</w:t>
      </w:r>
      <w:r>
        <w:tab/>
        <w:t>1.013e0</w:t>
      </w:r>
    </w:p>
    <w:p w:rsidR="006974AE" w:rsidRDefault="006974AE" w:rsidP="006974AE">
      <w:r>
        <w:t>778.8125</w:t>
      </w:r>
      <w:r>
        <w:tab/>
        <w:t>1.013e0</w:t>
      </w:r>
    </w:p>
    <w:p w:rsidR="006974AE" w:rsidRDefault="006974AE" w:rsidP="006974AE">
      <w:r>
        <w:t>778.8247</w:t>
      </w:r>
      <w:r>
        <w:tab/>
        <w:t>1.013e0</w:t>
      </w:r>
    </w:p>
    <w:p w:rsidR="006974AE" w:rsidRDefault="006974AE" w:rsidP="006974AE">
      <w:r>
        <w:t>778.8783</w:t>
      </w:r>
      <w:r>
        <w:tab/>
        <w:t>1.013e0</w:t>
      </w:r>
    </w:p>
    <w:p w:rsidR="006974AE" w:rsidRDefault="006974AE" w:rsidP="006974AE">
      <w:r>
        <w:t>778.8830</w:t>
      </w:r>
      <w:r>
        <w:tab/>
        <w:t>2.631e0</w:t>
      </w:r>
    </w:p>
    <w:p w:rsidR="006974AE" w:rsidRDefault="006974AE" w:rsidP="006974AE">
      <w:r>
        <w:t>778.9680</w:t>
      </w:r>
      <w:r>
        <w:tab/>
        <w:t>3.038e0</w:t>
      </w:r>
    </w:p>
    <w:p w:rsidR="006974AE" w:rsidRDefault="006974AE" w:rsidP="006974AE">
      <w:r>
        <w:t>778.9711</w:t>
      </w:r>
      <w:r>
        <w:tab/>
        <w:t>3.038e0</w:t>
      </w:r>
    </w:p>
    <w:p w:rsidR="006974AE" w:rsidRDefault="006974AE" w:rsidP="006974AE">
      <w:r>
        <w:t>778.9775</w:t>
      </w:r>
      <w:r>
        <w:tab/>
        <w:t>1.013e0</w:t>
      </w:r>
    </w:p>
    <w:p w:rsidR="006974AE" w:rsidRDefault="006974AE" w:rsidP="006974AE">
      <w:r>
        <w:t>779.0088</w:t>
      </w:r>
      <w:r>
        <w:tab/>
        <w:t>1.013e0</w:t>
      </w:r>
    </w:p>
    <w:p w:rsidR="006974AE" w:rsidRDefault="006974AE" w:rsidP="006974AE">
      <w:r>
        <w:t>779.0458</w:t>
      </w:r>
      <w:r>
        <w:tab/>
        <w:t>1.013e0</w:t>
      </w:r>
    </w:p>
    <w:p w:rsidR="006974AE" w:rsidRDefault="006974AE" w:rsidP="006974AE">
      <w:r>
        <w:t>779.1140</w:t>
      </w:r>
      <w:r>
        <w:tab/>
        <w:t>1.013e0</w:t>
      </w:r>
    </w:p>
    <w:p w:rsidR="006974AE" w:rsidRDefault="006974AE" w:rsidP="006974AE">
      <w:r>
        <w:t>779.1939</w:t>
      </w:r>
      <w:r>
        <w:tab/>
        <w:t>2.025e0</w:t>
      </w:r>
    </w:p>
    <w:p w:rsidR="006974AE" w:rsidRDefault="006974AE" w:rsidP="006974AE">
      <w:r>
        <w:t>779.2059</w:t>
      </w:r>
      <w:r>
        <w:tab/>
        <w:t>4.051e0</w:t>
      </w:r>
    </w:p>
    <w:p w:rsidR="006974AE" w:rsidRDefault="006974AE" w:rsidP="006974AE">
      <w:r>
        <w:t>779.2148</w:t>
      </w:r>
      <w:r>
        <w:tab/>
        <w:t>1.013e0</w:t>
      </w:r>
    </w:p>
    <w:p w:rsidR="006974AE" w:rsidRDefault="006974AE" w:rsidP="006974AE">
      <w:r>
        <w:t>779.2729</w:t>
      </w:r>
      <w:r>
        <w:tab/>
        <w:t>1.013e0</w:t>
      </w:r>
    </w:p>
    <w:p w:rsidR="006974AE" w:rsidRDefault="006974AE" w:rsidP="006974AE">
      <w:r>
        <w:t>779.2917</w:t>
      </w:r>
      <w:r>
        <w:tab/>
        <w:t>2.025e0</w:t>
      </w:r>
    </w:p>
    <w:p w:rsidR="006974AE" w:rsidRDefault="006974AE" w:rsidP="006974AE">
      <w:r>
        <w:lastRenderedPageBreak/>
        <w:t>779.3250</w:t>
      </w:r>
      <w:r>
        <w:tab/>
        <w:t>1.801e0</w:t>
      </w:r>
    </w:p>
    <w:p w:rsidR="006974AE" w:rsidRDefault="006974AE" w:rsidP="006974AE">
      <w:r>
        <w:t>779.3340</w:t>
      </w:r>
      <w:r>
        <w:tab/>
        <w:t>1.013e0</w:t>
      </w:r>
    </w:p>
    <w:p w:rsidR="006974AE" w:rsidRDefault="006974AE" w:rsidP="006974AE">
      <w:r>
        <w:t>779.3383</w:t>
      </w:r>
      <w:r>
        <w:tab/>
        <w:t>4.487e0</w:t>
      </w:r>
    </w:p>
    <w:p w:rsidR="006974AE" w:rsidRDefault="006974AE" w:rsidP="006974AE">
      <w:r>
        <w:t>779.3544</w:t>
      </w:r>
      <w:r>
        <w:tab/>
        <w:t>2.877e0</w:t>
      </w:r>
    </w:p>
    <w:p w:rsidR="006974AE" w:rsidRDefault="006974AE" w:rsidP="006974AE">
      <w:r>
        <w:t>779.3903</w:t>
      </w:r>
      <w:r>
        <w:tab/>
        <w:t>1.013e0</w:t>
      </w:r>
    </w:p>
    <w:p w:rsidR="006974AE" w:rsidRDefault="006974AE" w:rsidP="006974AE">
      <w:r>
        <w:t>779.3936</w:t>
      </w:r>
      <w:r>
        <w:tab/>
        <w:t>4.329e0</w:t>
      </w:r>
    </w:p>
    <w:p w:rsidR="006974AE" w:rsidRDefault="006974AE" w:rsidP="006974AE">
      <w:r>
        <w:t>779.4429</w:t>
      </w:r>
      <w:r>
        <w:tab/>
        <w:t>1.013e0</w:t>
      </w:r>
    </w:p>
    <w:p w:rsidR="006974AE" w:rsidRDefault="006974AE" w:rsidP="006974AE">
      <w:r>
        <w:t>779.4771</w:t>
      </w:r>
      <w:r>
        <w:tab/>
        <w:t>6.076e0</w:t>
      </w:r>
    </w:p>
    <w:p w:rsidR="006974AE" w:rsidRDefault="006974AE" w:rsidP="006974AE">
      <w:r>
        <w:t>779.4847</w:t>
      </w:r>
      <w:r>
        <w:tab/>
        <w:t>1.977e0</w:t>
      </w:r>
    </w:p>
    <w:p w:rsidR="006974AE" w:rsidRDefault="006974AE" w:rsidP="006974AE">
      <w:r>
        <w:t>779.5087</w:t>
      </w:r>
      <w:r>
        <w:tab/>
        <w:t>1.013e0</w:t>
      </w:r>
    </w:p>
    <w:p w:rsidR="006974AE" w:rsidRDefault="006974AE" w:rsidP="006974AE">
      <w:r>
        <w:t>779.5877</w:t>
      </w:r>
      <w:r>
        <w:tab/>
        <w:t>1.013e0</w:t>
      </w:r>
    </w:p>
    <w:p w:rsidR="006974AE" w:rsidRDefault="006974AE" w:rsidP="006974AE">
      <w:r>
        <w:t>779.6535</w:t>
      </w:r>
      <w:r>
        <w:tab/>
        <w:t>1.013e0</w:t>
      </w:r>
    </w:p>
    <w:p w:rsidR="006974AE" w:rsidRDefault="006974AE" w:rsidP="006974AE">
      <w:r>
        <w:t>779.6927</w:t>
      </w:r>
      <w:r>
        <w:tab/>
        <w:t>1.013e0</w:t>
      </w:r>
    </w:p>
    <w:p w:rsidR="006974AE" w:rsidRDefault="006974AE" w:rsidP="006974AE">
      <w:r>
        <w:t>779.7538</w:t>
      </w:r>
      <w:r>
        <w:tab/>
        <w:t>3.043e0</w:t>
      </w:r>
    </w:p>
    <w:p w:rsidR="006974AE" w:rsidRDefault="006974AE" w:rsidP="006974AE">
      <w:r>
        <w:t>779.7588</w:t>
      </w:r>
      <w:r>
        <w:tab/>
        <w:t>1.013e0</w:t>
      </w:r>
    </w:p>
    <w:p w:rsidR="006974AE" w:rsidRDefault="006974AE" w:rsidP="006974AE">
      <w:r>
        <w:t>779.7983</w:t>
      </w:r>
      <w:r>
        <w:tab/>
        <w:t>1.013e0</w:t>
      </w:r>
    </w:p>
    <w:p w:rsidR="006974AE" w:rsidRDefault="006974AE" w:rsidP="006974AE">
      <w:r>
        <w:t>779.8395</w:t>
      </w:r>
      <w:r>
        <w:tab/>
        <w:t>2.025e0</w:t>
      </w:r>
    </w:p>
    <w:p w:rsidR="006974AE" w:rsidRDefault="006974AE" w:rsidP="006974AE">
      <w:r>
        <w:t>779.9046</w:t>
      </w:r>
      <w:r>
        <w:tab/>
        <w:t>1.013e0</w:t>
      </w:r>
    </w:p>
    <w:p w:rsidR="006974AE" w:rsidRDefault="006974AE" w:rsidP="006974AE">
      <w:r>
        <w:t>779.9568</w:t>
      </w:r>
      <w:r>
        <w:tab/>
        <w:t>2.025e0</w:t>
      </w:r>
    </w:p>
    <w:p w:rsidR="006974AE" w:rsidRDefault="006974AE" w:rsidP="006974AE">
      <w:r>
        <w:lastRenderedPageBreak/>
        <w:t>779.9644</w:t>
      </w:r>
      <w:r>
        <w:tab/>
        <w:t>2.025e0</w:t>
      </w:r>
    </w:p>
    <w:p w:rsidR="006974AE" w:rsidRDefault="006974AE" w:rsidP="006974AE">
      <w:r>
        <w:t>780.0231</w:t>
      </w:r>
      <w:r>
        <w:tab/>
        <w:t>1.013e0</w:t>
      </w:r>
    </w:p>
    <w:p w:rsidR="006974AE" w:rsidRDefault="006974AE" w:rsidP="006974AE">
      <w:r>
        <w:t>780.0363</w:t>
      </w:r>
      <w:r>
        <w:tab/>
        <w:t>1.013e0</w:t>
      </w:r>
    </w:p>
    <w:p w:rsidR="006974AE" w:rsidRDefault="006974AE" w:rsidP="006974AE">
      <w:r>
        <w:t>780.0494</w:t>
      </w:r>
      <w:r>
        <w:tab/>
        <w:t>1.013e0</w:t>
      </w:r>
    </w:p>
    <w:p w:rsidR="006974AE" w:rsidRDefault="006974AE" w:rsidP="006974AE">
      <w:r>
        <w:t>780.0616</w:t>
      </w:r>
      <w:r>
        <w:tab/>
        <w:t>1.013e0</w:t>
      </w:r>
    </w:p>
    <w:p w:rsidR="006974AE" w:rsidRDefault="006974AE" w:rsidP="006974AE">
      <w:r>
        <w:t>780.1011</w:t>
      </w:r>
      <w:r>
        <w:tab/>
        <w:t>2.025e0</w:t>
      </w:r>
    </w:p>
    <w:p w:rsidR="006974AE" w:rsidRDefault="006974AE" w:rsidP="006974AE">
      <w:r>
        <w:t>780.1387</w:t>
      </w:r>
      <w:r>
        <w:tab/>
        <w:t>2.025e0</w:t>
      </w:r>
    </w:p>
    <w:p w:rsidR="006974AE" w:rsidRDefault="006974AE" w:rsidP="006974AE">
      <w:r>
        <w:t>780.1454</w:t>
      </w:r>
      <w:r>
        <w:tab/>
        <w:t>2.025e0</w:t>
      </w:r>
    </w:p>
    <w:p w:rsidR="006974AE" w:rsidRDefault="006974AE" w:rsidP="006974AE">
      <w:r>
        <w:t>780.1670</w:t>
      </w:r>
      <w:r>
        <w:tab/>
        <w:t>2.025e0</w:t>
      </w:r>
    </w:p>
    <w:p w:rsidR="006974AE" w:rsidRDefault="006974AE" w:rsidP="006974AE">
      <w:r>
        <w:t>780.1812</w:t>
      </w:r>
      <w:r>
        <w:tab/>
        <w:t>1.013e0</w:t>
      </w:r>
    </w:p>
    <w:p w:rsidR="006974AE" w:rsidRDefault="006974AE" w:rsidP="006974AE">
      <w:r>
        <w:t>780.1962</w:t>
      </w:r>
      <w:r>
        <w:tab/>
        <w:t>2.025e0</w:t>
      </w:r>
    </w:p>
    <w:p w:rsidR="006974AE" w:rsidRDefault="006974AE" w:rsidP="006974AE">
      <w:r>
        <w:t>780.2491</w:t>
      </w:r>
      <w:r>
        <w:tab/>
        <w:t>3.038e0</w:t>
      </w:r>
    </w:p>
    <w:p w:rsidR="006974AE" w:rsidRDefault="006974AE" w:rsidP="006974AE">
      <w:r>
        <w:t>780.2950</w:t>
      </w:r>
      <w:r>
        <w:tab/>
        <w:t>2.958e0</w:t>
      </w:r>
    </w:p>
    <w:p w:rsidR="006974AE" w:rsidRDefault="006974AE" w:rsidP="006974AE">
      <w:r>
        <w:t>780.3212</w:t>
      </w:r>
      <w:r>
        <w:tab/>
        <w:t>4.945e0</w:t>
      </w:r>
    </w:p>
    <w:p w:rsidR="006974AE" w:rsidRDefault="006974AE" w:rsidP="006974AE">
      <w:r>
        <w:t>780.3514</w:t>
      </w:r>
      <w:r>
        <w:tab/>
        <w:t>4.206e0</w:t>
      </w:r>
    </w:p>
    <w:p w:rsidR="006974AE" w:rsidRDefault="006974AE" w:rsidP="006974AE">
      <w:r>
        <w:t>780.3771</w:t>
      </w:r>
      <w:r>
        <w:tab/>
        <w:t>3.453e0</w:t>
      </w:r>
    </w:p>
    <w:p w:rsidR="006974AE" w:rsidRDefault="006974AE" w:rsidP="006974AE">
      <w:r>
        <w:t>780.3930</w:t>
      </w:r>
      <w:r>
        <w:tab/>
        <w:t>4.051e0</w:t>
      </w:r>
    </w:p>
    <w:p w:rsidR="006974AE" w:rsidRDefault="006974AE" w:rsidP="006974AE">
      <w:r>
        <w:t>780.4272</w:t>
      </w:r>
      <w:r>
        <w:tab/>
        <w:t>2.025e0</w:t>
      </w:r>
    </w:p>
    <w:p w:rsidR="006974AE" w:rsidRDefault="006974AE" w:rsidP="006974AE">
      <w:r>
        <w:t>780.4379</w:t>
      </w:r>
      <w:r>
        <w:tab/>
        <w:t>2.700e0</w:t>
      </w:r>
    </w:p>
    <w:p w:rsidR="006974AE" w:rsidRDefault="006974AE" w:rsidP="006974AE">
      <w:r>
        <w:lastRenderedPageBreak/>
        <w:t>780.4745</w:t>
      </w:r>
      <w:r>
        <w:tab/>
        <w:t>1.013e0</w:t>
      </w:r>
    </w:p>
    <w:p w:rsidR="006974AE" w:rsidRDefault="006974AE" w:rsidP="006974AE">
      <w:r>
        <w:t>780.4775</w:t>
      </w:r>
      <w:r>
        <w:tab/>
        <w:t>3.038e0</w:t>
      </w:r>
    </w:p>
    <w:p w:rsidR="006974AE" w:rsidRDefault="006974AE" w:rsidP="006974AE">
      <w:r>
        <w:t>780.5104</w:t>
      </w:r>
      <w:r>
        <w:tab/>
        <w:t>1.013e0</w:t>
      </w:r>
    </w:p>
    <w:p w:rsidR="006974AE" w:rsidRDefault="006974AE" w:rsidP="006974AE">
      <w:r>
        <w:t>780.5292</w:t>
      </w:r>
      <w:r>
        <w:tab/>
        <w:t>2.025e0</w:t>
      </w:r>
    </w:p>
    <w:p w:rsidR="006974AE" w:rsidRDefault="006974AE" w:rsidP="006974AE">
      <w:r>
        <w:t>780.5490</w:t>
      </w:r>
      <w:r>
        <w:tab/>
        <w:t>1.013e0</w:t>
      </w:r>
    </w:p>
    <w:p w:rsidR="006974AE" w:rsidRDefault="006974AE" w:rsidP="006974AE">
      <w:r>
        <w:t>780.6108</w:t>
      </w:r>
      <w:r>
        <w:tab/>
        <w:t>1.013e0</w:t>
      </w:r>
    </w:p>
    <w:p w:rsidR="006974AE" w:rsidRDefault="006974AE" w:rsidP="006974AE">
      <w:r>
        <w:t>780.6434</w:t>
      </w:r>
      <w:r>
        <w:tab/>
        <w:t>1.013e0</w:t>
      </w:r>
    </w:p>
    <w:p w:rsidR="006974AE" w:rsidRDefault="006974AE" w:rsidP="006974AE">
      <w:r>
        <w:t>780.6873</w:t>
      </w:r>
      <w:r>
        <w:tab/>
        <w:t>2.025e0</w:t>
      </w:r>
    </w:p>
    <w:p w:rsidR="006974AE" w:rsidRDefault="006974AE" w:rsidP="006974AE">
      <w:r>
        <w:t>780.7720</w:t>
      </w:r>
      <w:r>
        <w:tab/>
        <w:t>2.025e0</w:t>
      </w:r>
    </w:p>
    <w:p w:rsidR="006974AE" w:rsidRDefault="006974AE" w:rsidP="006974AE">
      <w:r>
        <w:t>780.7797</w:t>
      </w:r>
      <w:r>
        <w:tab/>
        <w:t>3.038e0</w:t>
      </w:r>
    </w:p>
    <w:p w:rsidR="006974AE" w:rsidRDefault="006974AE" w:rsidP="006974AE">
      <w:r>
        <w:t>780.7872</w:t>
      </w:r>
      <w:r>
        <w:tab/>
        <w:t>1.013e0</w:t>
      </w:r>
    </w:p>
    <w:p w:rsidR="006974AE" w:rsidRDefault="006974AE" w:rsidP="006974AE">
      <w:r>
        <w:t>780.8141</w:t>
      </w:r>
      <w:r>
        <w:tab/>
        <w:t>1.013e0</w:t>
      </w:r>
    </w:p>
    <w:p w:rsidR="006974AE" w:rsidRDefault="006974AE" w:rsidP="006974AE">
      <w:r>
        <w:t>780.8795</w:t>
      </w:r>
      <w:r>
        <w:tab/>
        <w:t>1.013e0</w:t>
      </w:r>
    </w:p>
    <w:p w:rsidR="006974AE" w:rsidRDefault="006974AE" w:rsidP="006974AE">
      <w:r>
        <w:t>780.8818</w:t>
      </w:r>
      <w:r>
        <w:tab/>
        <w:t>1.013e0</w:t>
      </w:r>
    </w:p>
    <w:p w:rsidR="006974AE" w:rsidRDefault="006974AE" w:rsidP="006974AE">
      <w:r>
        <w:t>780.9058</w:t>
      </w:r>
      <w:r>
        <w:tab/>
        <w:t>1.013e0</w:t>
      </w:r>
    </w:p>
    <w:p w:rsidR="006974AE" w:rsidRDefault="006974AE" w:rsidP="006974AE">
      <w:r>
        <w:t>780.9500</w:t>
      </w:r>
      <w:r>
        <w:tab/>
        <w:t>1.013e0</w:t>
      </w:r>
    </w:p>
    <w:p w:rsidR="006974AE" w:rsidRDefault="006974AE" w:rsidP="006974AE">
      <w:r>
        <w:t>780.9971</w:t>
      </w:r>
      <w:r>
        <w:tab/>
        <w:t>2.025e0</w:t>
      </w:r>
    </w:p>
    <w:p w:rsidR="006974AE" w:rsidRDefault="006974AE" w:rsidP="006974AE">
      <w:r>
        <w:t>781.0019</w:t>
      </w:r>
      <w:r>
        <w:tab/>
        <w:t>1.013e0</w:t>
      </w:r>
    </w:p>
    <w:p w:rsidR="006974AE" w:rsidRDefault="006974AE" w:rsidP="006974AE">
      <w:r>
        <w:t>781.0245</w:t>
      </w:r>
      <w:r>
        <w:tab/>
        <w:t>1.013e0</w:t>
      </w:r>
    </w:p>
    <w:p w:rsidR="006974AE" w:rsidRDefault="006974AE" w:rsidP="006974AE">
      <w:r>
        <w:lastRenderedPageBreak/>
        <w:t>781.0516</w:t>
      </w:r>
      <w:r>
        <w:tab/>
        <w:t>1.013e0</w:t>
      </w:r>
    </w:p>
    <w:p w:rsidR="006974AE" w:rsidRDefault="006974AE" w:rsidP="006974AE">
      <w:r>
        <w:t>781.0864</w:t>
      </w:r>
      <w:r>
        <w:tab/>
        <w:t>1.013e0</w:t>
      </w:r>
    </w:p>
    <w:p w:rsidR="006974AE" w:rsidRDefault="006974AE" w:rsidP="006974AE">
      <w:r>
        <w:t>781.0894</w:t>
      </w:r>
      <w:r>
        <w:tab/>
        <w:t>1.013e0</w:t>
      </w:r>
    </w:p>
    <w:p w:rsidR="006974AE" w:rsidRDefault="006974AE" w:rsidP="006974AE">
      <w:r>
        <w:t>781.1299</w:t>
      </w:r>
      <w:r>
        <w:tab/>
        <w:t>1.013e0</w:t>
      </w:r>
    </w:p>
    <w:p w:rsidR="006974AE" w:rsidRDefault="006974AE" w:rsidP="006974AE">
      <w:r>
        <w:t>781.1376</w:t>
      </w:r>
      <w:r>
        <w:tab/>
        <w:t>2.025e0</w:t>
      </w:r>
    </w:p>
    <w:p w:rsidR="006974AE" w:rsidRDefault="006974AE" w:rsidP="006974AE">
      <w:r>
        <w:t>781.1553</w:t>
      </w:r>
      <w:r>
        <w:tab/>
        <w:t>1.013e0</w:t>
      </w:r>
    </w:p>
    <w:p w:rsidR="006974AE" w:rsidRDefault="006974AE" w:rsidP="006974AE">
      <w:r>
        <w:t>781.2488</w:t>
      </w:r>
      <w:r>
        <w:tab/>
        <w:t>2.025e0</w:t>
      </w:r>
    </w:p>
    <w:p w:rsidR="006974AE" w:rsidRDefault="006974AE" w:rsidP="006974AE">
      <w:r>
        <w:t>781.2517</w:t>
      </w:r>
      <w:r>
        <w:tab/>
        <w:t>4.770e0</w:t>
      </w:r>
    </w:p>
    <w:p w:rsidR="006974AE" w:rsidRDefault="006974AE" w:rsidP="006974AE">
      <w:r>
        <w:t>781.2899</w:t>
      </w:r>
      <w:r>
        <w:tab/>
        <w:t>2.025e0</w:t>
      </w:r>
    </w:p>
    <w:p w:rsidR="006974AE" w:rsidRDefault="006974AE" w:rsidP="006974AE">
      <w:r>
        <w:t>781.3455</w:t>
      </w:r>
      <w:r>
        <w:tab/>
        <w:t>3.038e0</w:t>
      </w:r>
    </w:p>
    <w:p w:rsidR="006974AE" w:rsidRDefault="006974AE" w:rsidP="006974AE">
      <w:r>
        <w:t>781.3688</w:t>
      </w:r>
      <w:r>
        <w:tab/>
        <w:t>1.930e0</w:t>
      </w:r>
    </w:p>
    <w:p w:rsidR="006974AE" w:rsidRDefault="006974AE" w:rsidP="006974AE">
      <w:r>
        <w:t>781.3770</w:t>
      </w:r>
      <w:r>
        <w:tab/>
        <w:t>1.532e0</w:t>
      </w:r>
    </w:p>
    <w:p w:rsidR="006974AE" w:rsidRDefault="006974AE" w:rsidP="006974AE">
      <w:r>
        <w:t>781.3937</w:t>
      </w:r>
      <w:r>
        <w:tab/>
        <w:t>1.013e0</w:t>
      </w:r>
    </w:p>
    <w:p w:rsidR="006974AE" w:rsidRDefault="006974AE" w:rsidP="006974AE">
      <w:r>
        <w:t>781.4139</w:t>
      </w:r>
      <w:r>
        <w:tab/>
        <w:t>3.976e0</w:t>
      </w:r>
    </w:p>
    <w:p w:rsidR="006974AE" w:rsidRDefault="006974AE" w:rsidP="006974AE">
      <w:r>
        <w:t>781.4323</w:t>
      </w:r>
      <w:r>
        <w:tab/>
        <w:t>1.013e0</w:t>
      </w:r>
    </w:p>
    <w:p w:rsidR="006974AE" w:rsidRDefault="006974AE" w:rsidP="006974AE">
      <w:r>
        <w:t>781.4529</w:t>
      </w:r>
      <w:r>
        <w:tab/>
        <w:t>2.025e0</w:t>
      </w:r>
    </w:p>
    <w:p w:rsidR="006974AE" w:rsidRDefault="006974AE" w:rsidP="006974AE">
      <w:r>
        <w:t>781.4988</w:t>
      </w:r>
      <w:r>
        <w:tab/>
        <w:t>3.035e0</w:t>
      </w:r>
    </w:p>
    <w:p w:rsidR="006974AE" w:rsidRDefault="006974AE" w:rsidP="006974AE">
      <w:r>
        <w:t>781.5247</w:t>
      </w:r>
      <w:r>
        <w:tab/>
        <w:t>1.013e0</w:t>
      </w:r>
    </w:p>
    <w:p w:rsidR="006974AE" w:rsidRDefault="006974AE" w:rsidP="006974AE">
      <w:r>
        <w:t>781.5292</w:t>
      </w:r>
      <w:r>
        <w:tab/>
        <w:t>2.025e0</w:t>
      </w:r>
    </w:p>
    <w:p w:rsidR="006974AE" w:rsidRDefault="006974AE" w:rsidP="006974AE">
      <w:r>
        <w:lastRenderedPageBreak/>
        <w:t>781.5520</w:t>
      </w:r>
      <w:r>
        <w:tab/>
        <w:t>1.013e0</w:t>
      </w:r>
    </w:p>
    <w:p w:rsidR="006974AE" w:rsidRDefault="006974AE" w:rsidP="006974AE">
      <w:r>
        <w:t>781.5798</w:t>
      </w:r>
      <w:r>
        <w:tab/>
        <w:t>1.013e0</w:t>
      </w:r>
    </w:p>
    <w:p w:rsidR="006974AE" w:rsidRDefault="006974AE" w:rsidP="006974AE">
      <w:r>
        <w:t>781.6038</w:t>
      </w:r>
      <w:r>
        <w:tab/>
        <w:t>1.013e0</w:t>
      </w:r>
    </w:p>
    <w:p w:rsidR="006974AE" w:rsidRDefault="006974AE" w:rsidP="006974AE">
      <w:r>
        <w:t>781.6104</w:t>
      </w:r>
      <w:r>
        <w:tab/>
        <w:t>2.025e0</w:t>
      </w:r>
    </w:p>
    <w:p w:rsidR="006974AE" w:rsidRDefault="006974AE" w:rsidP="006974AE">
      <w:r>
        <w:t>781.8014</w:t>
      </w:r>
      <w:r>
        <w:tab/>
        <w:t>1.013e0</w:t>
      </w:r>
    </w:p>
    <w:p w:rsidR="006974AE" w:rsidRDefault="006974AE" w:rsidP="006974AE">
      <w:r>
        <w:t>781.8171</w:t>
      </w:r>
      <w:r>
        <w:tab/>
        <w:t>1.013e0</w:t>
      </w:r>
    </w:p>
    <w:p w:rsidR="006974AE" w:rsidRDefault="006974AE" w:rsidP="006974AE">
      <w:r>
        <w:t>781.8455</w:t>
      </w:r>
      <w:r>
        <w:tab/>
        <w:t>4.051e0</w:t>
      </w:r>
    </w:p>
    <w:p w:rsidR="006974AE" w:rsidRDefault="006974AE" w:rsidP="006974AE">
      <w:r>
        <w:t>781.8677</w:t>
      </w:r>
      <w:r>
        <w:tab/>
        <w:t>1.013e0</w:t>
      </w:r>
    </w:p>
    <w:p w:rsidR="006974AE" w:rsidRDefault="006974AE" w:rsidP="006974AE">
      <w:r>
        <w:t>781.9017</w:t>
      </w:r>
      <w:r>
        <w:tab/>
        <w:t>2.025e0</w:t>
      </w:r>
    </w:p>
    <w:p w:rsidR="006974AE" w:rsidRDefault="006974AE" w:rsidP="006974AE">
      <w:r>
        <w:t>781.9438</w:t>
      </w:r>
      <w:r>
        <w:tab/>
        <w:t>2.025e0</w:t>
      </w:r>
    </w:p>
    <w:p w:rsidR="006974AE" w:rsidRDefault="006974AE" w:rsidP="006974AE">
      <w:r>
        <w:t>781.9601</w:t>
      </w:r>
      <w:r>
        <w:tab/>
        <w:t>1.013e0</w:t>
      </w:r>
    </w:p>
    <w:p w:rsidR="006974AE" w:rsidRDefault="006974AE" w:rsidP="006974AE">
      <w:r>
        <w:t>781.9710</w:t>
      </w:r>
      <w:r>
        <w:tab/>
        <w:t>1.013e0</w:t>
      </w:r>
    </w:p>
    <w:p w:rsidR="006974AE" w:rsidRDefault="006974AE" w:rsidP="006974AE">
      <w:r>
        <w:t>782.0227</w:t>
      </w:r>
      <w:r>
        <w:tab/>
        <w:t>1.013e0</w:t>
      </w:r>
    </w:p>
    <w:p w:rsidR="006974AE" w:rsidRDefault="006974AE" w:rsidP="006974AE">
      <w:r>
        <w:t>782.0393</w:t>
      </w:r>
      <w:r>
        <w:tab/>
        <w:t>1.013e0</w:t>
      </w:r>
    </w:p>
    <w:p w:rsidR="006974AE" w:rsidRDefault="006974AE" w:rsidP="006974AE">
      <w:r>
        <w:t>782.0554</w:t>
      </w:r>
      <w:r>
        <w:tab/>
        <w:t>1.013e0</w:t>
      </w:r>
    </w:p>
    <w:p w:rsidR="006974AE" w:rsidRDefault="006974AE" w:rsidP="006974AE">
      <w:r>
        <w:t>782.0737</w:t>
      </w:r>
      <w:r>
        <w:tab/>
        <w:t>2.025e0</w:t>
      </w:r>
    </w:p>
    <w:p w:rsidR="006974AE" w:rsidRDefault="006974AE" w:rsidP="006974AE">
      <w:r>
        <w:t>782.1247</w:t>
      </w:r>
      <w:r>
        <w:tab/>
        <w:t>1.013e0</w:t>
      </w:r>
    </w:p>
    <w:p w:rsidR="006974AE" w:rsidRDefault="006974AE" w:rsidP="006974AE">
      <w:r>
        <w:t>782.1408</w:t>
      </w:r>
      <w:r>
        <w:tab/>
        <w:t>2.025e0</w:t>
      </w:r>
    </w:p>
    <w:p w:rsidR="006974AE" w:rsidRDefault="006974AE" w:rsidP="006974AE">
      <w:r>
        <w:t>782.1459</w:t>
      </w:r>
      <w:r>
        <w:tab/>
        <w:t>1.013e0</w:t>
      </w:r>
    </w:p>
    <w:p w:rsidR="006974AE" w:rsidRDefault="006974AE" w:rsidP="006974AE">
      <w:r>
        <w:lastRenderedPageBreak/>
        <w:t>782.1508</w:t>
      </w:r>
      <w:r>
        <w:tab/>
        <w:t>2.025e0</w:t>
      </w:r>
    </w:p>
    <w:p w:rsidR="006974AE" w:rsidRDefault="006974AE" w:rsidP="006974AE">
      <w:r>
        <w:t>782.1581</w:t>
      </w:r>
      <w:r>
        <w:tab/>
        <w:t>1.013e0</w:t>
      </w:r>
    </w:p>
    <w:p w:rsidR="006974AE" w:rsidRDefault="006974AE" w:rsidP="006974AE">
      <w:r>
        <w:t>782.2374</w:t>
      </w:r>
      <w:r>
        <w:tab/>
        <w:t>1.013e0</w:t>
      </w:r>
    </w:p>
    <w:p w:rsidR="006974AE" w:rsidRDefault="006974AE" w:rsidP="006974AE">
      <w:r>
        <w:t>782.2428</w:t>
      </w:r>
      <w:r>
        <w:tab/>
        <w:t>1.013e0</w:t>
      </w:r>
    </w:p>
    <w:p w:rsidR="006974AE" w:rsidRDefault="006974AE" w:rsidP="006974AE">
      <w:r>
        <w:t>782.2451</w:t>
      </w:r>
      <w:r>
        <w:tab/>
        <w:t>2.025e0</w:t>
      </w:r>
    </w:p>
    <w:p w:rsidR="006974AE" w:rsidRDefault="006974AE" w:rsidP="006974AE">
      <w:r>
        <w:t>782.2603</w:t>
      </w:r>
      <w:r>
        <w:tab/>
        <w:t>3.720e0</w:t>
      </w:r>
    </w:p>
    <w:p w:rsidR="006974AE" w:rsidRDefault="006974AE" w:rsidP="006974AE">
      <w:r>
        <w:t>782.2902</w:t>
      </w:r>
      <w:r>
        <w:tab/>
        <w:t>1.013e0</w:t>
      </w:r>
    </w:p>
    <w:p w:rsidR="006974AE" w:rsidRDefault="006974AE" w:rsidP="006974AE">
      <w:r>
        <w:t>782.2946</w:t>
      </w:r>
      <w:r>
        <w:tab/>
        <w:t>2.025e0</w:t>
      </w:r>
    </w:p>
    <w:p w:rsidR="006974AE" w:rsidRDefault="006974AE" w:rsidP="006974AE">
      <w:r>
        <w:t>782.3118</w:t>
      </w:r>
      <w:r>
        <w:tab/>
        <w:t>1.013e0</w:t>
      </w:r>
    </w:p>
    <w:p w:rsidR="006974AE" w:rsidRDefault="006974AE" w:rsidP="006974AE">
      <w:r>
        <w:t>782.3356</w:t>
      </w:r>
      <w:r>
        <w:tab/>
        <w:t>1.690e0</w:t>
      </w:r>
    </w:p>
    <w:p w:rsidR="006974AE" w:rsidRDefault="006974AE" w:rsidP="006974AE">
      <w:r>
        <w:t>782.3671</w:t>
      </w:r>
      <w:r>
        <w:tab/>
        <w:t>4.051e0</w:t>
      </w:r>
    </w:p>
    <w:p w:rsidR="006974AE" w:rsidRDefault="006974AE" w:rsidP="006974AE">
      <w:r>
        <w:t>782.3776</w:t>
      </w:r>
      <w:r>
        <w:tab/>
        <w:t>3.026e0</w:t>
      </w:r>
    </w:p>
    <w:p w:rsidR="006974AE" w:rsidRDefault="006974AE" w:rsidP="006974AE">
      <w:r>
        <w:t>782.3892</w:t>
      </w:r>
      <w:r>
        <w:tab/>
        <w:t>1.914e0</w:t>
      </w:r>
    </w:p>
    <w:p w:rsidR="006974AE" w:rsidRDefault="006974AE" w:rsidP="006974AE">
      <w:r>
        <w:t>782.3994</w:t>
      </w:r>
      <w:r>
        <w:tab/>
        <w:t>3.407e0</w:t>
      </w:r>
    </w:p>
    <w:p w:rsidR="006974AE" w:rsidRDefault="006974AE" w:rsidP="006974AE">
      <w:r>
        <w:t>782.4364</w:t>
      </w:r>
      <w:r>
        <w:tab/>
        <w:t>2.025e0</w:t>
      </w:r>
    </w:p>
    <w:p w:rsidR="006974AE" w:rsidRDefault="006974AE" w:rsidP="006974AE">
      <w:r>
        <w:t>782.4401</w:t>
      </w:r>
      <w:r>
        <w:tab/>
        <w:t>2.018e0</w:t>
      </w:r>
    </w:p>
    <w:p w:rsidR="006974AE" w:rsidRDefault="006974AE" w:rsidP="006974AE">
      <w:r>
        <w:t>782.4642</w:t>
      </w:r>
      <w:r>
        <w:tab/>
        <w:t>1.832e0</w:t>
      </w:r>
    </w:p>
    <w:p w:rsidR="006974AE" w:rsidRDefault="006974AE" w:rsidP="006974AE">
      <w:r>
        <w:t>782.4809</w:t>
      </w:r>
      <w:r>
        <w:tab/>
        <w:t>1.013e0</w:t>
      </w:r>
    </w:p>
    <w:p w:rsidR="006974AE" w:rsidRDefault="006974AE" w:rsidP="006974AE">
      <w:r>
        <w:t>782.5411</w:t>
      </w:r>
      <w:r>
        <w:tab/>
        <w:t>1.013e0</w:t>
      </w:r>
    </w:p>
    <w:p w:rsidR="006974AE" w:rsidRDefault="006974AE" w:rsidP="006974AE">
      <w:r>
        <w:lastRenderedPageBreak/>
        <w:t>782.5490</w:t>
      </w:r>
      <w:r>
        <w:tab/>
        <w:t>1.013e0</w:t>
      </w:r>
    </w:p>
    <w:p w:rsidR="006974AE" w:rsidRDefault="006974AE" w:rsidP="006974AE">
      <w:r>
        <w:t>782.5667</w:t>
      </w:r>
      <w:r>
        <w:tab/>
        <w:t>1.013e0</w:t>
      </w:r>
    </w:p>
    <w:p w:rsidR="006974AE" w:rsidRDefault="006974AE" w:rsidP="006974AE">
      <w:r>
        <w:t>782.5748</w:t>
      </w:r>
      <w:r>
        <w:tab/>
        <w:t>2.025e0</w:t>
      </w:r>
    </w:p>
    <w:p w:rsidR="006974AE" w:rsidRDefault="006974AE" w:rsidP="006974AE">
      <w:r>
        <w:t>782.5817</w:t>
      </w:r>
      <w:r>
        <w:tab/>
        <w:t>2.025e0</w:t>
      </w:r>
    </w:p>
    <w:p w:rsidR="006974AE" w:rsidRDefault="006974AE" w:rsidP="006974AE">
      <w:r>
        <w:t>782.6081</w:t>
      </w:r>
      <w:r>
        <w:tab/>
        <w:t>1.013e0</w:t>
      </w:r>
    </w:p>
    <w:p w:rsidR="006974AE" w:rsidRDefault="006974AE" w:rsidP="006974AE">
      <w:r>
        <w:t>782.6467</w:t>
      </w:r>
      <w:r>
        <w:tab/>
        <w:t>1.013e0</w:t>
      </w:r>
    </w:p>
    <w:p w:rsidR="006974AE" w:rsidRDefault="006974AE" w:rsidP="006974AE">
      <w:r>
        <w:t>782.6509</w:t>
      </w:r>
      <w:r>
        <w:tab/>
        <w:t>1.013e0</w:t>
      </w:r>
    </w:p>
    <w:p w:rsidR="006974AE" w:rsidRDefault="006974AE" w:rsidP="006974AE">
      <w:r>
        <w:t>782.6680</w:t>
      </w:r>
      <w:r>
        <w:tab/>
        <w:t>1.013e0</w:t>
      </w:r>
    </w:p>
    <w:p w:rsidR="006974AE" w:rsidRDefault="006974AE" w:rsidP="006974AE">
      <w:r>
        <w:t>782.7402</w:t>
      </w:r>
      <w:r>
        <w:tab/>
        <w:t>1.013e0</w:t>
      </w:r>
    </w:p>
    <w:p w:rsidR="006974AE" w:rsidRDefault="006974AE" w:rsidP="006974AE">
      <w:r>
        <w:t>782.7666</w:t>
      </w:r>
      <w:r>
        <w:tab/>
        <w:t>1.013e0</w:t>
      </w:r>
    </w:p>
    <w:p w:rsidR="006974AE" w:rsidRDefault="006974AE" w:rsidP="006974AE">
      <w:r>
        <w:t>782.7921</w:t>
      </w:r>
      <w:r>
        <w:tab/>
        <w:t>1.013e0</w:t>
      </w:r>
    </w:p>
    <w:p w:rsidR="006974AE" w:rsidRDefault="006974AE" w:rsidP="006974AE">
      <w:r>
        <w:t>782.7974</w:t>
      </w:r>
      <w:r>
        <w:tab/>
        <w:t>2.025e0</w:t>
      </w:r>
    </w:p>
    <w:p w:rsidR="006974AE" w:rsidRDefault="006974AE" w:rsidP="006974AE">
      <w:r>
        <w:t>782.8206</w:t>
      </w:r>
      <w:r>
        <w:tab/>
        <w:t>1.013e0</w:t>
      </w:r>
    </w:p>
    <w:p w:rsidR="006974AE" w:rsidRDefault="006974AE" w:rsidP="006974AE">
      <w:r>
        <w:t>782.8356</w:t>
      </w:r>
      <w:r>
        <w:tab/>
        <w:t>2.025e0</w:t>
      </w:r>
    </w:p>
    <w:p w:rsidR="006974AE" w:rsidRDefault="006974AE" w:rsidP="006974AE">
      <w:r>
        <w:t>782.8461</w:t>
      </w:r>
      <w:r>
        <w:tab/>
        <w:t>2.025e0</w:t>
      </w:r>
    </w:p>
    <w:p w:rsidR="006974AE" w:rsidRDefault="006974AE" w:rsidP="006974AE">
      <w:r>
        <w:t>782.8723</w:t>
      </w:r>
      <w:r>
        <w:tab/>
        <w:t>1.013e0</w:t>
      </w:r>
    </w:p>
    <w:p w:rsidR="006974AE" w:rsidRDefault="006974AE" w:rsidP="006974AE">
      <w:r>
        <w:t>782.9120</w:t>
      </w:r>
      <w:r>
        <w:tab/>
        <w:t>1.013e0</w:t>
      </w:r>
    </w:p>
    <w:p w:rsidR="006974AE" w:rsidRDefault="006974AE" w:rsidP="006974AE">
      <w:r>
        <w:t>782.9374</w:t>
      </w:r>
      <w:r>
        <w:tab/>
        <w:t>1.013e0</w:t>
      </w:r>
    </w:p>
    <w:p w:rsidR="006974AE" w:rsidRDefault="006974AE" w:rsidP="006974AE">
      <w:r>
        <w:t>782.9506</w:t>
      </w:r>
      <w:r>
        <w:tab/>
        <w:t>1.013e0</w:t>
      </w:r>
    </w:p>
    <w:p w:rsidR="006974AE" w:rsidRDefault="006974AE" w:rsidP="006974AE">
      <w:r>
        <w:lastRenderedPageBreak/>
        <w:t>782.9847</w:t>
      </w:r>
      <w:r>
        <w:tab/>
        <w:t>2.025e0</w:t>
      </w:r>
    </w:p>
    <w:p w:rsidR="006974AE" w:rsidRDefault="006974AE" w:rsidP="006974AE">
      <w:r>
        <w:t>783.0045</w:t>
      </w:r>
      <w:r>
        <w:tab/>
        <w:t>1.013e0</w:t>
      </w:r>
    </w:p>
    <w:p w:rsidR="006974AE" w:rsidRDefault="006974AE" w:rsidP="006974AE">
      <w:r>
        <w:t>783.0256</w:t>
      </w:r>
      <w:r>
        <w:tab/>
        <w:t>5.063e0</w:t>
      </w:r>
    </w:p>
    <w:p w:rsidR="006974AE" w:rsidRDefault="006974AE" w:rsidP="006974AE">
      <w:r>
        <w:t>783.0431</w:t>
      </w:r>
      <w:r>
        <w:tab/>
        <w:t>1.013e0</w:t>
      </w:r>
    </w:p>
    <w:p w:rsidR="006974AE" w:rsidRDefault="006974AE" w:rsidP="006974AE">
      <w:r>
        <w:t>783.1093</w:t>
      </w:r>
      <w:r>
        <w:tab/>
        <w:t>1.013e0</w:t>
      </w:r>
    </w:p>
    <w:p w:rsidR="006974AE" w:rsidRDefault="006974AE" w:rsidP="006974AE">
      <w:r>
        <w:t>783.1271</w:t>
      </w:r>
      <w:r>
        <w:tab/>
        <w:t>1.013e0</w:t>
      </w:r>
    </w:p>
    <w:p w:rsidR="006974AE" w:rsidRDefault="006974AE" w:rsidP="006974AE">
      <w:r>
        <w:t>783.1693</w:t>
      </w:r>
      <w:r>
        <w:tab/>
        <w:t>2.025e0</w:t>
      </w:r>
    </w:p>
    <w:p w:rsidR="006974AE" w:rsidRDefault="006974AE" w:rsidP="006974AE">
      <w:r>
        <w:t>783.1753</w:t>
      </w:r>
      <w:r>
        <w:tab/>
        <w:t>1.013e0</w:t>
      </w:r>
    </w:p>
    <w:p w:rsidR="006974AE" w:rsidRDefault="006974AE" w:rsidP="006974AE">
      <w:r>
        <w:t>783.1962</w:t>
      </w:r>
      <w:r>
        <w:tab/>
        <w:t>1.013e0</w:t>
      </w:r>
    </w:p>
    <w:p w:rsidR="006974AE" w:rsidRDefault="006974AE" w:rsidP="006974AE">
      <w:r>
        <w:t>783.2212</w:t>
      </w:r>
      <w:r>
        <w:tab/>
        <w:t>2.025e0</w:t>
      </w:r>
    </w:p>
    <w:p w:rsidR="006974AE" w:rsidRDefault="006974AE" w:rsidP="006974AE">
      <w:r>
        <w:t>783.2683</w:t>
      </w:r>
      <w:r>
        <w:tab/>
        <w:t>2.025e0</w:t>
      </w:r>
    </w:p>
    <w:p w:rsidR="006974AE" w:rsidRDefault="006974AE" w:rsidP="006974AE">
      <w:r>
        <w:t>783.2697</w:t>
      </w:r>
      <w:r>
        <w:tab/>
        <w:t>4.051e0</w:t>
      </w:r>
    </w:p>
    <w:p w:rsidR="006974AE" w:rsidRDefault="006974AE" w:rsidP="006974AE">
      <w:r>
        <w:t>783.3075</w:t>
      </w:r>
      <w:r>
        <w:tab/>
        <w:t>1.013e0</w:t>
      </w:r>
    </w:p>
    <w:p w:rsidR="006974AE" w:rsidRDefault="006974AE" w:rsidP="006974AE">
      <w:r>
        <w:t>783.3472</w:t>
      </w:r>
      <w:r>
        <w:tab/>
        <w:t>1.013e0</w:t>
      </w:r>
    </w:p>
    <w:p w:rsidR="006974AE" w:rsidRDefault="006974AE" w:rsidP="006974AE">
      <w:r>
        <w:t>783.3569</w:t>
      </w:r>
      <w:r>
        <w:tab/>
        <w:t>4.230e0</w:t>
      </w:r>
    </w:p>
    <w:p w:rsidR="006974AE" w:rsidRDefault="006974AE" w:rsidP="006974AE">
      <w:r>
        <w:t>783.3649</w:t>
      </w:r>
      <w:r>
        <w:tab/>
        <w:t>2.291e0</w:t>
      </w:r>
    </w:p>
    <w:p w:rsidR="006974AE" w:rsidRDefault="006974AE" w:rsidP="006974AE">
      <w:r>
        <w:t>783.3823</w:t>
      </w:r>
      <w:r>
        <w:tab/>
        <w:t>5.788e0</w:t>
      </w:r>
    </w:p>
    <w:p w:rsidR="006974AE" w:rsidRDefault="006974AE" w:rsidP="006974AE">
      <w:r>
        <w:t>783.4221</w:t>
      </w:r>
      <w:r>
        <w:tab/>
        <w:t>2.025e0</w:t>
      </w:r>
    </w:p>
    <w:p w:rsidR="006974AE" w:rsidRDefault="006974AE" w:rsidP="006974AE">
      <w:r>
        <w:t>783.4598</w:t>
      </w:r>
      <w:r>
        <w:tab/>
        <w:t>3.038e0</w:t>
      </w:r>
    </w:p>
    <w:p w:rsidR="006974AE" w:rsidRDefault="006974AE" w:rsidP="006974AE">
      <w:r>
        <w:lastRenderedPageBreak/>
        <w:t>783.4822</w:t>
      </w:r>
      <w:r>
        <w:tab/>
        <w:t>4.051e0</w:t>
      </w:r>
    </w:p>
    <w:p w:rsidR="006974AE" w:rsidRDefault="006974AE" w:rsidP="006974AE">
      <w:r>
        <w:t>783.5106</w:t>
      </w:r>
      <w:r>
        <w:tab/>
        <w:t>4.051e0</w:t>
      </w:r>
    </w:p>
    <w:p w:rsidR="006974AE" w:rsidRDefault="006974AE" w:rsidP="006974AE">
      <w:r>
        <w:t>783.5239</w:t>
      </w:r>
      <w:r>
        <w:tab/>
        <w:t>4.048e0</w:t>
      </w:r>
    </w:p>
    <w:p w:rsidR="006974AE" w:rsidRDefault="006974AE" w:rsidP="006974AE">
      <w:r>
        <w:t>783.5264</w:t>
      </w:r>
      <w:r>
        <w:tab/>
        <w:t>2.025e0</w:t>
      </w:r>
    </w:p>
    <w:p w:rsidR="006974AE" w:rsidRDefault="006974AE" w:rsidP="006974AE">
      <w:r>
        <w:t>783.6230</w:t>
      </w:r>
      <w:r>
        <w:tab/>
        <w:t>2.025e0</w:t>
      </w:r>
    </w:p>
    <w:p w:rsidR="006974AE" w:rsidRDefault="006974AE" w:rsidP="006974AE">
      <w:r>
        <w:t>783.6786</w:t>
      </w:r>
      <w:r>
        <w:tab/>
        <w:t>3.038e0</w:t>
      </w:r>
    </w:p>
    <w:p w:rsidR="006974AE" w:rsidRDefault="006974AE" w:rsidP="006974AE">
      <w:r>
        <w:t>783.6898</w:t>
      </w:r>
      <w:r>
        <w:tab/>
        <w:t>1.013e0</w:t>
      </w:r>
    </w:p>
    <w:p w:rsidR="006974AE" w:rsidRDefault="006974AE" w:rsidP="006974AE">
      <w:r>
        <w:t>783.7307</w:t>
      </w:r>
      <w:r>
        <w:tab/>
        <w:t>2.025e0</w:t>
      </w:r>
    </w:p>
    <w:p w:rsidR="006974AE" w:rsidRDefault="006974AE" w:rsidP="006974AE">
      <w:r>
        <w:t>783.7581</w:t>
      </w:r>
      <w:r>
        <w:tab/>
        <w:t>1.013e0</w:t>
      </w:r>
    </w:p>
    <w:p w:rsidR="006974AE" w:rsidRDefault="006974AE" w:rsidP="006974AE">
      <w:r>
        <w:t>783.8140</w:t>
      </w:r>
      <w:r>
        <w:tab/>
        <w:t>3.038e0</w:t>
      </w:r>
    </w:p>
    <w:p w:rsidR="006974AE" w:rsidRDefault="006974AE" w:rsidP="006974AE">
      <w:r>
        <w:t>783.8375</w:t>
      </w:r>
      <w:r>
        <w:tab/>
        <w:t>1.013e0</w:t>
      </w:r>
    </w:p>
    <w:p w:rsidR="006974AE" w:rsidRDefault="006974AE" w:rsidP="006974AE">
      <w:r>
        <w:t>783.8414</w:t>
      </w:r>
      <w:r>
        <w:tab/>
        <w:t>1.013e0</w:t>
      </w:r>
    </w:p>
    <w:p w:rsidR="006974AE" w:rsidRDefault="006974AE" w:rsidP="006974AE">
      <w:r>
        <w:t>783.8942</w:t>
      </w:r>
      <w:r>
        <w:tab/>
        <w:t>3.038e0</w:t>
      </w:r>
    </w:p>
    <w:p w:rsidR="006974AE" w:rsidRDefault="006974AE" w:rsidP="006974AE">
      <w:r>
        <w:t>783.9200</w:t>
      </w:r>
      <w:r>
        <w:tab/>
        <w:t>2.025e0</w:t>
      </w:r>
    </w:p>
    <w:p w:rsidR="006974AE" w:rsidRDefault="006974AE" w:rsidP="006974AE">
      <w:r>
        <w:t>783.9500</w:t>
      </w:r>
      <w:r>
        <w:tab/>
        <w:t>1.396e0</w:t>
      </w:r>
    </w:p>
    <w:p w:rsidR="006974AE" w:rsidRDefault="006974AE" w:rsidP="006974AE">
      <w:r>
        <w:t>783.9632</w:t>
      </w:r>
      <w:r>
        <w:tab/>
        <w:t>2.025e0</w:t>
      </w:r>
    </w:p>
    <w:p w:rsidR="006974AE" w:rsidRDefault="006974AE" w:rsidP="006974AE">
      <w:r>
        <w:t>784.0091</w:t>
      </w:r>
      <w:r>
        <w:tab/>
        <w:t>3.038e0</w:t>
      </w:r>
    </w:p>
    <w:p w:rsidR="006974AE" w:rsidRDefault="006974AE" w:rsidP="006974AE">
      <w:r>
        <w:t>784.0482</w:t>
      </w:r>
      <w:r>
        <w:tab/>
        <w:t>1.013e0</w:t>
      </w:r>
    </w:p>
    <w:p w:rsidR="006974AE" w:rsidRDefault="006974AE" w:rsidP="006974AE">
      <w:r>
        <w:t>784.0746</w:t>
      </w:r>
      <w:r>
        <w:tab/>
        <w:t>1.013e0</w:t>
      </w:r>
    </w:p>
    <w:p w:rsidR="006974AE" w:rsidRDefault="006974AE" w:rsidP="006974AE">
      <w:r>
        <w:lastRenderedPageBreak/>
        <w:t>784.0889</w:t>
      </w:r>
      <w:r>
        <w:tab/>
        <w:t>1.013e0</w:t>
      </w:r>
    </w:p>
    <w:p w:rsidR="006974AE" w:rsidRDefault="006974AE" w:rsidP="006974AE">
      <w:r>
        <w:t>784.1144</w:t>
      </w:r>
      <w:r>
        <w:tab/>
        <w:t>1.013e0</w:t>
      </w:r>
    </w:p>
    <w:p w:rsidR="006974AE" w:rsidRDefault="006974AE" w:rsidP="006974AE">
      <w:r>
        <w:t>784.1550</w:t>
      </w:r>
      <w:r>
        <w:tab/>
        <w:t>1.013e0</w:t>
      </w:r>
    </w:p>
    <w:p w:rsidR="006974AE" w:rsidRDefault="006974AE" w:rsidP="006974AE">
      <w:r>
        <w:t>784.1938</w:t>
      </w:r>
      <w:r>
        <w:tab/>
        <w:t>1.013e0</w:t>
      </w:r>
    </w:p>
    <w:p w:rsidR="006974AE" w:rsidRDefault="006974AE" w:rsidP="006974AE">
      <w:r>
        <w:t>784.2203</w:t>
      </w:r>
      <w:r>
        <w:tab/>
        <w:t>1.013e0</w:t>
      </w:r>
    </w:p>
    <w:p w:rsidR="006974AE" w:rsidRDefault="006974AE" w:rsidP="006974AE">
      <w:r>
        <w:t>784.2467</w:t>
      </w:r>
      <w:r>
        <w:tab/>
        <w:t>1.013e0</w:t>
      </w:r>
    </w:p>
    <w:p w:rsidR="006974AE" w:rsidRDefault="006974AE" w:rsidP="006974AE">
      <w:r>
        <w:t>784.2715</w:t>
      </w:r>
      <w:r>
        <w:tab/>
        <w:t>2.025e0</w:t>
      </w:r>
    </w:p>
    <w:p w:rsidR="006974AE" w:rsidRDefault="006974AE" w:rsidP="006974AE">
      <w:r>
        <w:t>784.2811</w:t>
      </w:r>
      <w:r>
        <w:tab/>
        <w:t>3.038e0</w:t>
      </w:r>
    </w:p>
    <w:p w:rsidR="006974AE" w:rsidRDefault="006974AE" w:rsidP="006974AE">
      <w:r>
        <w:t>784.3073</w:t>
      </w:r>
      <w:r>
        <w:tab/>
        <w:t>1.408e0</w:t>
      </w:r>
    </w:p>
    <w:p w:rsidR="006974AE" w:rsidRDefault="006974AE" w:rsidP="006974AE">
      <w:r>
        <w:t>784.3356</w:t>
      </w:r>
      <w:r>
        <w:tab/>
        <w:t>1.013e0</w:t>
      </w:r>
    </w:p>
    <w:p w:rsidR="006974AE" w:rsidRDefault="006974AE" w:rsidP="006974AE">
      <w:r>
        <w:t>784.3525</w:t>
      </w:r>
      <w:r>
        <w:tab/>
        <w:t>1.013e0</w:t>
      </w:r>
    </w:p>
    <w:p w:rsidR="006974AE" w:rsidRDefault="006974AE" w:rsidP="006974AE">
      <w:r>
        <w:t>784.3536</w:t>
      </w:r>
      <w:r>
        <w:tab/>
        <w:t>2.753e0</w:t>
      </w:r>
    </w:p>
    <w:p w:rsidR="006974AE" w:rsidRDefault="006974AE" w:rsidP="006974AE">
      <w:r>
        <w:t>784.3597</w:t>
      </w:r>
      <w:r>
        <w:tab/>
        <w:t>2.025e0</w:t>
      </w:r>
    </w:p>
    <w:p w:rsidR="006974AE" w:rsidRDefault="006974AE" w:rsidP="006974AE">
      <w:r>
        <w:t>784.3838</w:t>
      </w:r>
      <w:r>
        <w:tab/>
        <w:t>6.101e0</w:t>
      </w:r>
    </w:p>
    <w:p w:rsidR="006974AE" w:rsidRDefault="006974AE" w:rsidP="006974AE">
      <w:r>
        <w:t>784.4519</w:t>
      </w:r>
      <w:r>
        <w:tab/>
        <w:t>2.025e0</w:t>
      </w:r>
    </w:p>
    <w:p w:rsidR="006974AE" w:rsidRDefault="006974AE" w:rsidP="006974AE">
      <w:r>
        <w:t>784.4543</w:t>
      </w:r>
      <w:r>
        <w:tab/>
        <w:t>4.794e0</w:t>
      </w:r>
    </w:p>
    <w:p w:rsidR="006974AE" w:rsidRDefault="006974AE" w:rsidP="006974AE">
      <w:r>
        <w:t>784.4632</w:t>
      </w:r>
      <w:r>
        <w:tab/>
        <w:t>3.038e0</w:t>
      </w:r>
    </w:p>
    <w:p w:rsidR="006974AE" w:rsidRDefault="006974AE" w:rsidP="006974AE">
      <w:r>
        <w:t>784.4658</w:t>
      </w:r>
      <w:r>
        <w:tab/>
        <w:t>3.919e0</w:t>
      </w:r>
    </w:p>
    <w:p w:rsidR="006974AE" w:rsidRDefault="006974AE" w:rsidP="006974AE">
      <w:r>
        <w:t>784.4717</w:t>
      </w:r>
      <w:r>
        <w:tab/>
        <w:t>1.013e0</w:t>
      </w:r>
    </w:p>
    <w:p w:rsidR="006974AE" w:rsidRDefault="006974AE" w:rsidP="006974AE">
      <w:r>
        <w:lastRenderedPageBreak/>
        <w:t>784.5389</w:t>
      </w:r>
      <w:r>
        <w:tab/>
        <w:t>1.013e0</w:t>
      </w:r>
    </w:p>
    <w:p w:rsidR="006974AE" w:rsidRDefault="006974AE" w:rsidP="006974AE">
      <w:r>
        <w:t>784.5737</w:t>
      </w:r>
      <w:r>
        <w:tab/>
        <w:t>1.013e0</w:t>
      </w:r>
    </w:p>
    <w:p w:rsidR="006974AE" w:rsidRDefault="006974AE" w:rsidP="006974AE">
      <w:r>
        <w:t>784.6042</w:t>
      </w:r>
      <w:r>
        <w:tab/>
        <w:t>1.013e0</w:t>
      </w:r>
    </w:p>
    <w:p w:rsidR="006974AE" w:rsidRDefault="006974AE" w:rsidP="006974AE">
      <w:r>
        <w:t>784.6063</w:t>
      </w:r>
      <w:r>
        <w:tab/>
        <w:t>1.013e0</w:t>
      </w:r>
    </w:p>
    <w:p w:rsidR="006974AE" w:rsidRDefault="006974AE" w:rsidP="006974AE">
      <w:r>
        <w:t>784.6581</w:t>
      </w:r>
      <w:r>
        <w:tab/>
        <w:t>1.013e0</w:t>
      </w:r>
    </w:p>
    <w:p w:rsidR="006974AE" w:rsidRDefault="006974AE" w:rsidP="006974AE">
      <w:r>
        <w:t>784.6746</w:t>
      </w:r>
      <w:r>
        <w:tab/>
        <w:t>1.013e0</w:t>
      </w:r>
    </w:p>
    <w:p w:rsidR="006974AE" w:rsidRDefault="006974AE" w:rsidP="006974AE">
      <w:r>
        <w:t>784.7349</w:t>
      </w:r>
      <w:r>
        <w:tab/>
        <w:t>2.025e0</w:t>
      </w:r>
    </w:p>
    <w:p w:rsidR="006974AE" w:rsidRDefault="006974AE" w:rsidP="006974AE">
      <w:r>
        <w:t>784.7763</w:t>
      </w:r>
      <w:r>
        <w:tab/>
        <w:t>1.013e0</w:t>
      </w:r>
    </w:p>
    <w:p w:rsidR="006974AE" w:rsidRDefault="006974AE" w:rsidP="006974AE">
      <w:r>
        <w:t>784.7946</w:t>
      </w:r>
      <w:r>
        <w:tab/>
        <w:t>1.013e0</w:t>
      </w:r>
    </w:p>
    <w:p w:rsidR="006974AE" w:rsidRDefault="006974AE" w:rsidP="006974AE">
      <w:r>
        <w:t>784.8160</w:t>
      </w:r>
      <w:r>
        <w:tab/>
        <w:t>1.013e0</w:t>
      </w:r>
    </w:p>
    <w:p w:rsidR="006974AE" w:rsidRDefault="006974AE" w:rsidP="006974AE">
      <w:r>
        <w:t>784.8442</w:t>
      </w:r>
      <w:r>
        <w:tab/>
        <w:t>1.013e0</w:t>
      </w:r>
    </w:p>
    <w:p w:rsidR="006974AE" w:rsidRDefault="006974AE" w:rsidP="006974AE">
      <w:r>
        <w:t>784.8568</w:t>
      </w:r>
      <w:r>
        <w:tab/>
        <w:t>1.013e0</w:t>
      </w:r>
    </w:p>
    <w:p w:rsidR="006974AE" w:rsidRDefault="006974AE" w:rsidP="006974AE">
      <w:r>
        <w:t>784.8587</w:t>
      </w:r>
      <w:r>
        <w:tab/>
        <w:t>3.038e0</w:t>
      </w:r>
    </w:p>
    <w:p w:rsidR="006974AE" w:rsidRDefault="006974AE" w:rsidP="006974AE">
      <w:r>
        <w:t>784.8799</w:t>
      </w:r>
      <w:r>
        <w:tab/>
        <w:t>1.013e0</w:t>
      </w:r>
    </w:p>
    <w:p w:rsidR="006974AE" w:rsidRDefault="006974AE" w:rsidP="006974AE">
      <w:r>
        <w:t>784.9352</w:t>
      </w:r>
      <w:r>
        <w:tab/>
        <w:t>1.013e0</w:t>
      </w:r>
    </w:p>
    <w:p w:rsidR="006974AE" w:rsidRDefault="006974AE" w:rsidP="006974AE">
      <w:r>
        <w:t>784.9642</w:t>
      </w:r>
      <w:r>
        <w:tab/>
        <w:t>1.013e0</w:t>
      </w:r>
    </w:p>
    <w:p w:rsidR="006974AE" w:rsidRDefault="006974AE" w:rsidP="006974AE">
      <w:r>
        <w:t>784.9883</w:t>
      </w:r>
      <w:r>
        <w:tab/>
        <w:t>2.025e0</w:t>
      </w:r>
    </w:p>
    <w:p w:rsidR="006974AE" w:rsidRDefault="006974AE" w:rsidP="006974AE">
      <w:r>
        <w:t>785.0148</w:t>
      </w:r>
      <w:r>
        <w:tab/>
        <w:t>2.025e0</w:t>
      </w:r>
    </w:p>
    <w:p w:rsidR="006974AE" w:rsidRDefault="006974AE" w:rsidP="006974AE">
      <w:r>
        <w:t>785.1008</w:t>
      </w:r>
      <w:r>
        <w:tab/>
        <w:t>1.013e0</w:t>
      </w:r>
    </w:p>
    <w:p w:rsidR="006974AE" w:rsidRDefault="006974AE" w:rsidP="006974AE">
      <w:r>
        <w:lastRenderedPageBreak/>
        <w:t>785.1340</w:t>
      </w:r>
      <w:r>
        <w:tab/>
        <w:t>1.013e0</w:t>
      </w:r>
    </w:p>
    <w:p w:rsidR="006974AE" w:rsidRDefault="006974AE" w:rsidP="006974AE">
      <w:r>
        <w:t>785.2021</w:t>
      </w:r>
      <w:r>
        <w:tab/>
        <w:t>1.013e0</w:t>
      </w:r>
    </w:p>
    <w:p w:rsidR="006974AE" w:rsidRDefault="006974AE" w:rsidP="006974AE">
      <w:r>
        <w:t>785.2407</w:t>
      </w:r>
      <w:r>
        <w:tab/>
        <w:t>2.025e0</w:t>
      </w:r>
    </w:p>
    <w:p w:rsidR="006974AE" w:rsidRDefault="006974AE" w:rsidP="006974AE">
      <w:r>
        <w:t>785.2538</w:t>
      </w:r>
      <w:r>
        <w:tab/>
        <w:t>2.025e0</w:t>
      </w:r>
    </w:p>
    <w:p w:rsidR="006974AE" w:rsidRDefault="006974AE" w:rsidP="006974AE">
      <w:r>
        <w:t>785.2869</w:t>
      </w:r>
      <w:r>
        <w:tab/>
        <w:t>1.013e0</w:t>
      </w:r>
    </w:p>
    <w:p w:rsidR="006974AE" w:rsidRDefault="006974AE" w:rsidP="006974AE">
      <w:r>
        <w:t>785.2940</w:t>
      </w:r>
      <w:r>
        <w:tab/>
        <w:t>1.013e0</w:t>
      </w:r>
    </w:p>
    <w:p w:rsidR="006974AE" w:rsidRDefault="006974AE" w:rsidP="006974AE">
      <w:r>
        <w:t>785.3013</w:t>
      </w:r>
      <w:r>
        <w:tab/>
        <w:t>7.686e0</w:t>
      </w:r>
    </w:p>
    <w:p w:rsidR="006974AE" w:rsidRDefault="006974AE" w:rsidP="006974AE">
      <w:r>
        <w:t>785.3935</w:t>
      </w:r>
      <w:r>
        <w:tab/>
        <w:t>4.051e0</w:t>
      </w:r>
    </w:p>
    <w:p w:rsidR="006974AE" w:rsidRDefault="006974AE" w:rsidP="006974AE">
      <w:r>
        <w:t>785.4295</w:t>
      </w:r>
      <w:r>
        <w:tab/>
        <w:t>3.038e0</w:t>
      </w:r>
    </w:p>
    <w:p w:rsidR="006974AE" w:rsidRDefault="006974AE" w:rsidP="006974AE">
      <w:r>
        <w:t>785.4474</w:t>
      </w:r>
      <w:r>
        <w:tab/>
        <w:t>3.038e0</w:t>
      </w:r>
    </w:p>
    <w:p w:rsidR="006974AE" w:rsidRDefault="006974AE" w:rsidP="006974AE">
      <w:r>
        <w:t>785.4664</w:t>
      </w:r>
      <w:r>
        <w:tab/>
        <w:t>2.025e0</w:t>
      </w:r>
    </w:p>
    <w:p w:rsidR="006974AE" w:rsidRDefault="006974AE" w:rsidP="006974AE">
      <w:r>
        <w:t>785.5083</w:t>
      </w:r>
      <w:r>
        <w:tab/>
        <w:t>2.025e0</w:t>
      </w:r>
    </w:p>
    <w:p w:rsidR="006974AE" w:rsidRDefault="006974AE" w:rsidP="006974AE">
      <w:r>
        <w:t>785.5344</w:t>
      </w:r>
      <w:r>
        <w:tab/>
        <w:t>2.025e0</w:t>
      </w:r>
    </w:p>
    <w:p w:rsidR="006974AE" w:rsidRDefault="006974AE" w:rsidP="006974AE">
      <w:r>
        <w:t>785.5586</w:t>
      </w:r>
      <w:r>
        <w:tab/>
        <w:t>2.025e0</w:t>
      </w:r>
    </w:p>
    <w:p w:rsidR="006974AE" w:rsidRDefault="006974AE" w:rsidP="006974AE">
      <w:r>
        <w:t>785.5856</w:t>
      </w:r>
      <w:r>
        <w:tab/>
        <w:t>1.013e0</w:t>
      </w:r>
    </w:p>
    <w:p w:rsidR="006974AE" w:rsidRDefault="006974AE" w:rsidP="006974AE">
      <w:r>
        <w:t>785.5930</w:t>
      </w:r>
      <w:r>
        <w:tab/>
        <w:t>1.013e0</w:t>
      </w:r>
    </w:p>
    <w:p w:rsidR="006974AE" w:rsidRDefault="006974AE" w:rsidP="006974AE">
      <w:r>
        <w:t>785.6534</w:t>
      </w:r>
      <w:r>
        <w:tab/>
        <w:t>2.025e0</w:t>
      </w:r>
    </w:p>
    <w:p w:rsidR="006974AE" w:rsidRDefault="006974AE" w:rsidP="006974AE">
      <w:r>
        <w:t>785.6612</w:t>
      </w:r>
      <w:r>
        <w:tab/>
        <w:t>1.013e0</w:t>
      </w:r>
    </w:p>
    <w:p w:rsidR="006974AE" w:rsidRDefault="006974AE" w:rsidP="006974AE">
      <w:r>
        <w:t>785.6748</w:t>
      </w:r>
      <w:r>
        <w:tab/>
        <w:t>3.038e0</w:t>
      </w:r>
    </w:p>
    <w:p w:rsidR="006974AE" w:rsidRDefault="006974AE" w:rsidP="006974AE">
      <w:r>
        <w:lastRenderedPageBreak/>
        <w:t>785.6948</w:t>
      </w:r>
      <w:r>
        <w:tab/>
        <w:t>1.013e0</w:t>
      </w:r>
    </w:p>
    <w:p w:rsidR="006974AE" w:rsidRDefault="006974AE" w:rsidP="006974AE">
      <w:r>
        <w:t>785.7028</w:t>
      </w:r>
      <w:r>
        <w:tab/>
        <w:t>2.025e0</w:t>
      </w:r>
    </w:p>
    <w:p w:rsidR="006974AE" w:rsidRDefault="006974AE" w:rsidP="006974AE">
      <w:r>
        <w:t>785.7454</w:t>
      </w:r>
      <w:r>
        <w:tab/>
        <w:t>1.013e0</w:t>
      </w:r>
    </w:p>
    <w:p w:rsidR="006974AE" w:rsidRDefault="006974AE" w:rsidP="006974AE">
      <w:r>
        <w:t>785.7629</w:t>
      </w:r>
      <w:r>
        <w:tab/>
        <w:t>1.013e0</w:t>
      </w:r>
    </w:p>
    <w:p w:rsidR="006974AE" w:rsidRDefault="006974AE" w:rsidP="006974AE">
      <w:r>
        <w:t>785.8233</w:t>
      </w:r>
      <w:r>
        <w:tab/>
        <w:t>1.013e0</w:t>
      </w:r>
    </w:p>
    <w:p w:rsidR="006974AE" w:rsidRDefault="006974AE" w:rsidP="006974AE">
      <w:r>
        <w:t>785.8599</w:t>
      </w:r>
      <w:r>
        <w:tab/>
        <w:t>3.158e0</w:t>
      </w:r>
    </w:p>
    <w:p w:rsidR="006974AE" w:rsidRDefault="006974AE" w:rsidP="006974AE">
      <w:r>
        <w:t>785.8824</w:t>
      </w:r>
      <w:r>
        <w:tab/>
        <w:t>2.025e0</w:t>
      </w:r>
    </w:p>
    <w:p w:rsidR="006974AE" w:rsidRDefault="006974AE" w:rsidP="006974AE">
      <w:r>
        <w:t>785.9161</w:t>
      </w:r>
      <w:r>
        <w:tab/>
        <w:t>2.025e0</w:t>
      </w:r>
    </w:p>
    <w:p w:rsidR="006974AE" w:rsidRDefault="006974AE" w:rsidP="006974AE">
      <w:r>
        <w:t>785.9675</w:t>
      </w:r>
      <w:r>
        <w:tab/>
        <w:t>1.013e0</w:t>
      </w:r>
    </w:p>
    <w:p w:rsidR="006974AE" w:rsidRDefault="006974AE" w:rsidP="006974AE">
      <w:r>
        <w:t>786.0090</w:t>
      </w:r>
      <w:r>
        <w:tab/>
        <w:t>1.013e0</w:t>
      </w:r>
    </w:p>
    <w:p w:rsidR="006974AE" w:rsidRDefault="006974AE" w:rsidP="006974AE">
      <w:r>
        <w:t>786.0227</w:t>
      </w:r>
      <w:r>
        <w:tab/>
        <w:t>2.025e0</w:t>
      </w:r>
    </w:p>
    <w:p w:rsidR="006974AE" w:rsidRDefault="006974AE" w:rsidP="006974AE">
      <w:r>
        <w:t>786.0355</w:t>
      </w:r>
      <w:r>
        <w:tab/>
        <w:t>2.025e0</w:t>
      </w:r>
    </w:p>
    <w:p w:rsidR="006974AE" w:rsidRDefault="006974AE" w:rsidP="006974AE">
      <w:r>
        <w:t>786.0510</w:t>
      </w:r>
      <w:r>
        <w:tab/>
        <w:t>2.025e0</w:t>
      </w:r>
    </w:p>
    <w:p w:rsidR="006974AE" w:rsidRDefault="006974AE" w:rsidP="006974AE">
      <w:r>
        <w:t>786.1284</w:t>
      </w:r>
      <w:r>
        <w:tab/>
        <w:t>1.013e0</w:t>
      </w:r>
    </w:p>
    <w:p w:rsidR="006974AE" w:rsidRDefault="006974AE" w:rsidP="006974AE">
      <w:r>
        <w:t>786.1426</w:t>
      </w:r>
      <w:r>
        <w:tab/>
        <w:t>1.013e0</w:t>
      </w:r>
    </w:p>
    <w:p w:rsidR="006974AE" w:rsidRDefault="006974AE" w:rsidP="006974AE">
      <w:r>
        <w:t>786.1558</w:t>
      </w:r>
      <w:r>
        <w:tab/>
        <w:t>1.013e0</w:t>
      </w:r>
    </w:p>
    <w:p w:rsidR="006974AE" w:rsidRDefault="006974AE" w:rsidP="006974AE">
      <w:r>
        <w:t>786.2222</w:t>
      </w:r>
      <w:r>
        <w:tab/>
        <w:t>1.013e0</w:t>
      </w:r>
    </w:p>
    <w:p w:rsidR="006974AE" w:rsidRDefault="006974AE" w:rsidP="006974AE">
      <w:r>
        <w:t>786.2260</w:t>
      </w:r>
      <w:r>
        <w:tab/>
        <w:t>5.063e0</w:t>
      </w:r>
    </w:p>
    <w:p w:rsidR="006974AE" w:rsidRDefault="006974AE" w:rsidP="006974AE">
      <w:r>
        <w:t>786.2593</w:t>
      </w:r>
      <w:r>
        <w:tab/>
        <w:t>2.025e0</w:t>
      </w:r>
    </w:p>
    <w:p w:rsidR="006974AE" w:rsidRDefault="006974AE" w:rsidP="006974AE">
      <w:r>
        <w:lastRenderedPageBreak/>
        <w:t>786.2612</w:t>
      </w:r>
      <w:r>
        <w:tab/>
        <w:t>2.025e0</w:t>
      </w:r>
    </w:p>
    <w:p w:rsidR="006974AE" w:rsidRDefault="006974AE" w:rsidP="006974AE">
      <w:r>
        <w:t>786.3008</w:t>
      </w:r>
      <w:r>
        <w:tab/>
        <w:t>1.013e0</w:t>
      </w:r>
    </w:p>
    <w:p w:rsidR="006974AE" w:rsidRDefault="006974AE" w:rsidP="006974AE">
      <w:r>
        <w:t>786.3151</w:t>
      </w:r>
      <w:r>
        <w:tab/>
        <w:t>1.013e0</w:t>
      </w:r>
    </w:p>
    <w:p w:rsidR="006974AE" w:rsidRDefault="006974AE" w:rsidP="006974AE">
      <w:r>
        <w:t>786.3378</w:t>
      </w:r>
      <w:r>
        <w:tab/>
        <w:t>2.458e0</w:t>
      </w:r>
    </w:p>
    <w:p w:rsidR="006974AE" w:rsidRDefault="006974AE" w:rsidP="006974AE">
      <w:r>
        <w:t>786.3558</w:t>
      </w:r>
      <w:r>
        <w:tab/>
        <w:t>1.725e0</w:t>
      </w:r>
    </w:p>
    <w:p w:rsidR="006974AE" w:rsidRDefault="006974AE" w:rsidP="006974AE">
      <w:r>
        <w:t>786.3805</w:t>
      </w:r>
      <w:r>
        <w:tab/>
        <w:t>1.690e0</w:t>
      </w:r>
    </w:p>
    <w:p w:rsidR="006974AE" w:rsidRDefault="006974AE" w:rsidP="006974AE">
      <w:r>
        <w:t>786.3857</w:t>
      </w:r>
      <w:r>
        <w:tab/>
        <w:t>2.025e0</w:t>
      </w:r>
    </w:p>
    <w:p w:rsidR="006974AE" w:rsidRDefault="006974AE" w:rsidP="006974AE">
      <w:r>
        <w:t>786.3966</w:t>
      </w:r>
      <w:r>
        <w:tab/>
        <w:t>5.063e0</w:t>
      </w:r>
    </w:p>
    <w:p w:rsidR="006974AE" w:rsidRDefault="006974AE" w:rsidP="006974AE">
      <w:r>
        <w:t>786.4202</w:t>
      </w:r>
      <w:r>
        <w:tab/>
        <w:t>1.013e0</w:t>
      </w:r>
    </w:p>
    <w:p w:rsidR="006974AE" w:rsidRDefault="006974AE" w:rsidP="006974AE">
      <w:r>
        <w:t>786.4304</w:t>
      </w:r>
      <w:r>
        <w:tab/>
        <w:t>2.025e0</w:t>
      </w:r>
    </w:p>
    <w:p w:rsidR="006974AE" w:rsidRDefault="006974AE" w:rsidP="006974AE">
      <w:r>
        <w:t>786.4523</w:t>
      </w:r>
      <w:r>
        <w:tab/>
        <w:t>4.507e0</w:t>
      </w:r>
    </w:p>
    <w:p w:rsidR="006974AE" w:rsidRDefault="006974AE" w:rsidP="006974AE">
      <w:r>
        <w:t>786.4562</w:t>
      </w:r>
      <w:r>
        <w:tab/>
        <w:t>3.038e0</w:t>
      </w:r>
    </w:p>
    <w:p w:rsidR="006974AE" w:rsidRDefault="006974AE" w:rsidP="006974AE">
      <w:r>
        <w:t>786.4772</w:t>
      </w:r>
      <w:r>
        <w:tab/>
        <w:t>2.025e0</w:t>
      </w:r>
    </w:p>
    <w:p w:rsidR="006974AE" w:rsidRDefault="006974AE" w:rsidP="006974AE">
      <w:r>
        <w:t>786.5289</w:t>
      </w:r>
      <w:r>
        <w:tab/>
        <w:t>3.038e0</w:t>
      </w:r>
    </w:p>
    <w:p w:rsidR="006974AE" w:rsidRDefault="006974AE" w:rsidP="006974AE">
      <w:r>
        <w:t>786.5397</w:t>
      </w:r>
      <w:r>
        <w:tab/>
        <w:t>4.051e0</w:t>
      </w:r>
    </w:p>
    <w:p w:rsidR="006974AE" w:rsidRDefault="006974AE" w:rsidP="006974AE">
      <w:r>
        <w:t>786.5928</w:t>
      </w:r>
      <w:r>
        <w:tab/>
        <w:t>1.013e0</w:t>
      </w:r>
    </w:p>
    <w:p w:rsidR="006974AE" w:rsidRDefault="006974AE" w:rsidP="006974AE">
      <w:r>
        <w:t>786.6315</w:t>
      </w:r>
      <w:r>
        <w:tab/>
        <w:t>1.013e0</w:t>
      </w:r>
    </w:p>
    <w:p w:rsidR="006974AE" w:rsidRDefault="006974AE" w:rsidP="006974AE">
      <w:r>
        <w:t>786.6335</w:t>
      </w:r>
      <w:r>
        <w:tab/>
        <w:t>1.013e0</w:t>
      </w:r>
    </w:p>
    <w:p w:rsidR="006974AE" w:rsidRDefault="006974AE" w:rsidP="006974AE">
      <w:r>
        <w:t>786.6995</w:t>
      </w:r>
      <w:r>
        <w:tab/>
        <w:t>2.025e0</w:t>
      </w:r>
    </w:p>
    <w:p w:rsidR="006974AE" w:rsidRDefault="006974AE" w:rsidP="006974AE">
      <w:r>
        <w:lastRenderedPageBreak/>
        <w:t>786.7156</w:t>
      </w:r>
      <w:r>
        <w:tab/>
        <w:t>1.013e0</w:t>
      </w:r>
    </w:p>
    <w:p w:rsidR="006974AE" w:rsidRDefault="006974AE" w:rsidP="006974AE">
      <w:r>
        <w:t>786.7435</w:t>
      </w:r>
      <w:r>
        <w:tab/>
        <w:t>2.025e0</w:t>
      </w:r>
    </w:p>
    <w:p w:rsidR="006974AE" w:rsidRDefault="006974AE" w:rsidP="006974AE">
      <w:r>
        <w:t>786.7653</w:t>
      </w:r>
      <w:r>
        <w:tab/>
        <w:t>1.013e0</w:t>
      </w:r>
    </w:p>
    <w:p w:rsidR="006974AE" w:rsidRDefault="006974AE" w:rsidP="006974AE">
      <w:r>
        <w:t>786.8062</w:t>
      </w:r>
      <w:r>
        <w:tab/>
        <w:t>1.013e0</w:t>
      </w:r>
    </w:p>
    <w:p w:rsidR="006974AE" w:rsidRDefault="006974AE" w:rsidP="006974AE">
      <w:r>
        <w:t>786.8184</w:t>
      </w:r>
      <w:r>
        <w:tab/>
        <w:t>1.013e0</w:t>
      </w:r>
    </w:p>
    <w:p w:rsidR="006974AE" w:rsidRDefault="006974AE" w:rsidP="006974AE">
      <w:r>
        <w:t>786.8981</w:t>
      </w:r>
      <w:r>
        <w:tab/>
        <w:t>1.013e0</w:t>
      </w:r>
    </w:p>
    <w:p w:rsidR="006974AE" w:rsidRDefault="006974AE" w:rsidP="006974AE">
      <w:r>
        <w:t>786.9124</w:t>
      </w:r>
      <w:r>
        <w:tab/>
        <w:t>1.013e0</w:t>
      </w:r>
    </w:p>
    <w:p w:rsidR="006974AE" w:rsidRDefault="006974AE" w:rsidP="006974AE">
      <w:r>
        <w:t>786.9823</w:t>
      </w:r>
      <w:r>
        <w:tab/>
        <w:t>2.025e0</w:t>
      </w:r>
    </w:p>
    <w:p w:rsidR="006974AE" w:rsidRDefault="006974AE" w:rsidP="006974AE">
      <w:r>
        <w:t>786.9872</w:t>
      </w:r>
      <w:r>
        <w:tab/>
        <w:t>1.013e0</w:t>
      </w:r>
    </w:p>
    <w:p w:rsidR="006974AE" w:rsidRDefault="006974AE" w:rsidP="006974AE">
      <w:r>
        <w:t>787.0134</w:t>
      </w:r>
      <w:r>
        <w:tab/>
        <w:t>2.025e0</w:t>
      </w:r>
    </w:p>
    <w:p w:rsidR="006974AE" w:rsidRDefault="006974AE" w:rsidP="006974AE">
      <w:r>
        <w:t>787.0208</w:t>
      </w:r>
      <w:r>
        <w:tab/>
        <w:t>1.013e0</w:t>
      </w:r>
    </w:p>
    <w:p w:rsidR="006974AE" w:rsidRDefault="006974AE" w:rsidP="006974AE">
      <w:r>
        <w:t>787.0555</w:t>
      </w:r>
      <w:r>
        <w:tab/>
        <w:t>1.013e0</w:t>
      </w:r>
    </w:p>
    <w:p w:rsidR="006974AE" w:rsidRDefault="006974AE" w:rsidP="006974AE">
      <w:r>
        <w:t>787.1473</w:t>
      </w:r>
      <w:r>
        <w:tab/>
        <w:t>4.051e0</w:t>
      </w:r>
    </w:p>
    <w:p w:rsidR="006974AE" w:rsidRDefault="006974AE" w:rsidP="006974AE">
      <w:r>
        <w:t>787.1570</w:t>
      </w:r>
      <w:r>
        <w:tab/>
        <w:t>1.013e0</w:t>
      </w:r>
    </w:p>
    <w:p w:rsidR="006974AE" w:rsidRDefault="006974AE" w:rsidP="006974AE">
      <w:r>
        <w:t>787.2080</w:t>
      </w:r>
      <w:r>
        <w:tab/>
        <w:t>1.013e0</w:t>
      </w:r>
    </w:p>
    <w:p w:rsidR="006974AE" w:rsidRDefault="006974AE" w:rsidP="006974AE">
      <w:r>
        <w:t>787.2577</w:t>
      </w:r>
      <w:r>
        <w:tab/>
        <w:t>1.013e0</w:t>
      </w:r>
    </w:p>
    <w:p w:rsidR="006974AE" w:rsidRDefault="006974AE" w:rsidP="006974AE">
      <w:r>
        <w:t>787.2842</w:t>
      </w:r>
      <w:r>
        <w:tab/>
        <w:t>1.013e0</w:t>
      </w:r>
    </w:p>
    <w:p w:rsidR="006974AE" w:rsidRDefault="006974AE" w:rsidP="006974AE">
      <w:r>
        <w:t>787.3024</w:t>
      </w:r>
      <w:r>
        <w:tab/>
        <w:t>2.025e0</w:t>
      </w:r>
    </w:p>
    <w:p w:rsidR="006974AE" w:rsidRDefault="006974AE" w:rsidP="006974AE">
      <w:r>
        <w:t>787.3497</w:t>
      </w:r>
      <w:r>
        <w:tab/>
        <w:t>1.013e0</w:t>
      </w:r>
    </w:p>
    <w:p w:rsidR="006974AE" w:rsidRDefault="006974AE" w:rsidP="006974AE">
      <w:r>
        <w:lastRenderedPageBreak/>
        <w:t>787.3541</w:t>
      </w:r>
      <w:r>
        <w:tab/>
        <w:t>2.737e0</w:t>
      </w:r>
    </w:p>
    <w:p w:rsidR="006974AE" w:rsidRDefault="006974AE" w:rsidP="006974AE">
      <w:r>
        <w:t>787.3725</w:t>
      </w:r>
      <w:r>
        <w:tab/>
        <w:t>3.304e0</w:t>
      </w:r>
    </w:p>
    <w:p w:rsidR="006974AE" w:rsidRDefault="006974AE" w:rsidP="006974AE">
      <w:r>
        <w:t>787.3763</w:t>
      </w:r>
      <w:r>
        <w:tab/>
        <w:t>4.527e0</w:t>
      </w:r>
    </w:p>
    <w:p w:rsidR="006974AE" w:rsidRDefault="006974AE" w:rsidP="006974AE">
      <w:r>
        <w:t>787.4032</w:t>
      </w:r>
      <w:r>
        <w:tab/>
        <w:t>3.631e0</w:t>
      </w:r>
    </w:p>
    <w:p w:rsidR="006974AE" w:rsidRDefault="006974AE" w:rsidP="006974AE">
      <w:r>
        <w:t>787.4210</w:t>
      </w:r>
      <w:r>
        <w:tab/>
        <w:t>3.038e0</w:t>
      </w:r>
    </w:p>
    <w:p w:rsidR="006974AE" w:rsidRDefault="006974AE" w:rsidP="006974AE">
      <w:r>
        <w:t>787.4294</w:t>
      </w:r>
      <w:r>
        <w:tab/>
        <w:t>1.013e0</w:t>
      </w:r>
    </w:p>
    <w:p w:rsidR="006974AE" w:rsidRDefault="006974AE" w:rsidP="006974AE">
      <w:r>
        <w:t>787.4304</w:t>
      </w:r>
      <w:r>
        <w:tab/>
        <w:t>2.025e0</w:t>
      </w:r>
    </w:p>
    <w:p w:rsidR="006974AE" w:rsidRDefault="006974AE" w:rsidP="006974AE">
      <w:r>
        <w:t>787.5234</w:t>
      </w:r>
      <w:r>
        <w:tab/>
        <w:t>1.013e0</w:t>
      </w:r>
    </w:p>
    <w:p w:rsidR="006974AE" w:rsidRDefault="006974AE" w:rsidP="006974AE">
      <w:r>
        <w:t>787.5490</w:t>
      </w:r>
      <w:r>
        <w:tab/>
        <w:t>1.013e0</w:t>
      </w:r>
    </w:p>
    <w:p w:rsidR="006974AE" w:rsidRDefault="006974AE" w:rsidP="006974AE">
      <w:r>
        <w:t>787.5657</w:t>
      </w:r>
      <w:r>
        <w:tab/>
        <w:t>1.013e0</w:t>
      </w:r>
    </w:p>
    <w:p w:rsidR="006974AE" w:rsidRDefault="006974AE" w:rsidP="006974AE">
      <w:r>
        <w:t>787.5994</w:t>
      </w:r>
      <w:r>
        <w:tab/>
        <w:t>1.013e0</w:t>
      </w:r>
    </w:p>
    <w:p w:rsidR="006974AE" w:rsidRDefault="006974AE" w:rsidP="006974AE">
      <w:r>
        <w:t>787.6087</w:t>
      </w:r>
      <w:r>
        <w:tab/>
        <w:t>2.025e0</w:t>
      </w:r>
    </w:p>
    <w:p w:rsidR="006974AE" w:rsidRDefault="006974AE" w:rsidP="006974AE">
      <w:r>
        <w:t>787.6553</w:t>
      </w:r>
      <w:r>
        <w:tab/>
        <w:t>1.013e0</w:t>
      </w:r>
    </w:p>
    <w:p w:rsidR="006974AE" w:rsidRDefault="006974AE" w:rsidP="006974AE">
      <w:r>
        <w:t>787.6687</w:t>
      </w:r>
      <w:r>
        <w:tab/>
        <w:t>3.038e0</w:t>
      </w:r>
    </w:p>
    <w:p w:rsidR="006974AE" w:rsidRDefault="006974AE" w:rsidP="006974AE">
      <w:r>
        <w:t>787.6829</w:t>
      </w:r>
      <w:r>
        <w:tab/>
        <w:t>1.013e0</w:t>
      </w:r>
    </w:p>
    <w:p w:rsidR="006974AE" w:rsidRDefault="006974AE" w:rsidP="006974AE">
      <w:r>
        <w:t>787.7183</w:t>
      </w:r>
      <w:r>
        <w:tab/>
        <w:t>1.013e0</w:t>
      </w:r>
    </w:p>
    <w:p w:rsidR="006974AE" w:rsidRDefault="006974AE" w:rsidP="006974AE">
      <w:r>
        <w:t>787.7350</w:t>
      </w:r>
      <w:r>
        <w:tab/>
        <w:t>1.013e0</w:t>
      </w:r>
    </w:p>
    <w:p w:rsidR="006974AE" w:rsidRDefault="006974AE" w:rsidP="006974AE">
      <w:r>
        <w:t>787.8227</w:t>
      </w:r>
      <w:r>
        <w:tab/>
        <w:t>2.025e0</w:t>
      </w:r>
    </w:p>
    <w:p w:rsidR="006974AE" w:rsidRDefault="006974AE" w:rsidP="006974AE">
      <w:r>
        <w:t>787.9066</w:t>
      </w:r>
      <w:r>
        <w:tab/>
        <w:t>3.038e0</w:t>
      </w:r>
    </w:p>
    <w:p w:rsidR="006974AE" w:rsidRDefault="006974AE" w:rsidP="006974AE">
      <w:r>
        <w:lastRenderedPageBreak/>
        <w:t>787.9221</w:t>
      </w:r>
      <w:r>
        <w:tab/>
        <w:t>1.013e0</w:t>
      </w:r>
    </w:p>
    <w:p w:rsidR="006974AE" w:rsidRDefault="006974AE" w:rsidP="006974AE">
      <w:r>
        <w:t>788.0019</w:t>
      </w:r>
      <w:r>
        <w:tab/>
        <w:t>2.025e0</w:t>
      </w:r>
    </w:p>
    <w:p w:rsidR="006974AE" w:rsidRDefault="006974AE" w:rsidP="006974AE">
      <w:r>
        <w:t>788.0142</w:t>
      </w:r>
      <w:r>
        <w:tab/>
        <w:t>1.013e0</w:t>
      </w:r>
    </w:p>
    <w:p w:rsidR="006974AE" w:rsidRDefault="006974AE" w:rsidP="006974AE">
      <w:r>
        <w:t>788.0684</w:t>
      </w:r>
      <w:r>
        <w:tab/>
        <w:t>1.013e0</w:t>
      </w:r>
    </w:p>
    <w:p w:rsidR="006974AE" w:rsidRDefault="006974AE" w:rsidP="006974AE">
      <w:r>
        <w:t>788.1432</w:t>
      </w:r>
      <w:r>
        <w:tab/>
        <w:t>2.025e0</w:t>
      </w:r>
    </w:p>
    <w:p w:rsidR="006974AE" w:rsidRDefault="006974AE" w:rsidP="006974AE">
      <w:r>
        <w:t>788.1950</w:t>
      </w:r>
      <w:r>
        <w:tab/>
        <w:t>1.013e0</w:t>
      </w:r>
    </w:p>
    <w:p w:rsidR="006974AE" w:rsidRDefault="006974AE" w:rsidP="006974AE">
      <w:r>
        <w:t>788.2280</w:t>
      </w:r>
      <w:r>
        <w:tab/>
        <w:t>1.013e0</w:t>
      </w:r>
    </w:p>
    <w:p w:rsidR="006974AE" w:rsidRDefault="006974AE" w:rsidP="006974AE">
      <w:r>
        <w:t>788.2686</w:t>
      </w:r>
      <w:r>
        <w:tab/>
        <w:t>3.569e0</w:t>
      </w:r>
    </w:p>
    <w:p w:rsidR="006974AE" w:rsidRDefault="006974AE" w:rsidP="006974AE">
      <w:r>
        <w:t>788.3078</w:t>
      </w:r>
      <w:r>
        <w:tab/>
        <w:t>1.013e0</w:t>
      </w:r>
    </w:p>
    <w:p w:rsidR="006974AE" w:rsidRDefault="006974AE" w:rsidP="006974AE">
      <w:r>
        <w:t>788.3398</w:t>
      </w:r>
      <w:r>
        <w:tab/>
        <w:t>2.025e0</w:t>
      </w:r>
    </w:p>
    <w:p w:rsidR="006974AE" w:rsidRDefault="006974AE" w:rsidP="006974AE">
      <w:r>
        <w:t>788.3687</w:t>
      </w:r>
      <w:r>
        <w:tab/>
        <w:t>5.659e0</w:t>
      </w:r>
    </w:p>
    <w:p w:rsidR="006974AE" w:rsidRDefault="006974AE" w:rsidP="006974AE">
      <w:r>
        <w:t>788.3738</w:t>
      </w:r>
      <w:r>
        <w:tab/>
        <w:t>2.798e0</w:t>
      </w:r>
    </w:p>
    <w:p w:rsidR="006974AE" w:rsidRDefault="006974AE" w:rsidP="006974AE">
      <w:r>
        <w:t>788.4132</w:t>
      </w:r>
      <w:r>
        <w:tab/>
        <w:t>2.025e0</w:t>
      </w:r>
    </w:p>
    <w:p w:rsidR="006974AE" w:rsidRDefault="006974AE" w:rsidP="006974AE">
      <w:r>
        <w:t>788.4501</w:t>
      </w:r>
      <w:r>
        <w:tab/>
        <w:t>1.013e0</w:t>
      </w:r>
    </w:p>
    <w:p w:rsidR="006974AE" w:rsidRDefault="006974AE" w:rsidP="006974AE">
      <w:r>
        <w:t>788.4663</w:t>
      </w:r>
      <w:r>
        <w:tab/>
        <w:t>3.038e0</w:t>
      </w:r>
    </w:p>
    <w:p w:rsidR="006974AE" w:rsidRDefault="006974AE" w:rsidP="006974AE">
      <w:r>
        <w:t>788.4741</w:t>
      </w:r>
      <w:r>
        <w:tab/>
        <w:t>2.025e0</w:t>
      </w:r>
    </w:p>
    <w:p w:rsidR="006974AE" w:rsidRDefault="006974AE" w:rsidP="006974AE">
      <w:r>
        <w:t>788.4821</w:t>
      </w:r>
      <w:r>
        <w:tab/>
        <w:t>2.025e0</w:t>
      </w:r>
    </w:p>
    <w:p w:rsidR="006974AE" w:rsidRDefault="006974AE" w:rsidP="006974AE">
      <w:r>
        <w:t>788.4894</w:t>
      </w:r>
      <w:r>
        <w:tab/>
        <w:t>2.025e0</w:t>
      </w:r>
    </w:p>
    <w:p w:rsidR="006974AE" w:rsidRDefault="006974AE" w:rsidP="006974AE">
      <w:r>
        <w:t>788.4922</w:t>
      </w:r>
      <w:r>
        <w:tab/>
        <w:t>4.051e0</w:t>
      </w:r>
    </w:p>
    <w:p w:rsidR="006974AE" w:rsidRDefault="006974AE" w:rsidP="006974AE">
      <w:r>
        <w:lastRenderedPageBreak/>
        <w:t>788.5184</w:t>
      </w:r>
      <w:r>
        <w:tab/>
        <w:t>2.025e0</w:t>
      </w:r>
    </w:p>
    <w:p w:rsidR="006974AE" w:rsidRDefault="006974AE" w:rsidP="006974AE">
      <w:r>
        <w:t>788.5264</w:t>
      </w:r>
      <w:r>
        <w:tab/>
        <w:t>2.025e0</w:t>
      </w:r>
    </w:p>
    <w:p w:rsidR="006974AE" w:rsidRDefault="006974AE" w:rsidP="006974AE">
      <w:r>
        <w:t>788.5517</w:t>
      </w:r>
      <w:r>
        <w:tab/>
        <w:t>2.025e0</w:t>
      </w:r>
    </w:p>
    <w:p w:rsidR="006974AE" w:rsidRDefault="006974AE" w:rsidP="006974AE">
      <w:r>
        <w:t>788.6005</w:t>
      </w:r>
      <w:r>
        <w:tab/>
        <w:t>1.013e0</w:t>
      </w:r>
    </w:p>
    <w:p w:rsidR="006974AE" w:rsidRDefault="006974AE" w:rsidP="006974AE">
      <w:r>
        <w:t>788.6128</w:t>
      </w:r>
      <w:r>
        <w:tab/>
        <w:t>1.013e0</w:t>
      </w:r>
    </w:p>
    <w:p w:rsidR="006974AE" w:rsidRDefault="006974AE" w:rsidP="006974AE">
      <w:r>
        <w:t>788.6926</w:t>
      </w:r>
      <w:r>
        <w:tab/>
        <w:t>1.013e0</w:t>
      </w:r>
    </w:p>
    <w:p w:rsidR="006974AE" w:rsidRDefault="006974AE" w:rsidP="006974AE">
      <w:r>
        <w:t>788.7390</w:t>
      </w:r>
      <w:r>
        <w:tab/>
        <w:t>1.013e0</w:t>
      </w:r>
    </w:p>
    <w:p w:rsidR="006974AE" w:rsidRDefault="006974AE" w:rsidP="006974AE">
      <w:r>
        <w:t>788.7551</w:t>
      </w:r>
      <w:r>
        <w:tab/>
        <w:t>1.013e0</w:t>
      </w:r>
    </w:p>
    <w:p w:rsidR="006974AE" w:rsidRDefault="006974AE" w:rsidP="006974AE">
      <w:r>
        <w:t>788.7768</w:t>
      </w:r>
      <w:r>
        <w:tab/>
        <w:t>3.038e0</w:t>
      </w:r>
    </w:p>
    <w:p w:rsidR="006974AE" w:rsidRDefault="006974AE" w:rsidP="006974AE">
      <w:r>
        <w:t>788.8255</w:t>
      </w:r>
      <w:r>
        <w:tab/>
        <w:t>3.038e0</w:t>
      </w:r>
    </w:p>
    <w:p w:rsidR="006974AE" w:rsidRDefault="006974AE" w:rsidP="006974AE">
      <w:r>
        <w:t>788.8390</w:t>
      </w:r>
      <w:r>
        <w:tab/>
        <w:t>1.013e0</w:t>
      </w:r>
    </w:p>
    <w:p w:rsidR="006974AE" w:rsidRDefault="006974AE" w:rsidP="006974AE">
      <w:r>
        <w:t>788.8740</w:t>
      </w:r>
      <w:r>
        <w:tab/>
        <w:t>1.013e0</w:t>
      </w:r>
    </w:p>
    <w:p w:rsidR="006974AE" w:rsidRDefault="006974AE" w:rsidP="006974AE">
      <w:r>
        <w:t>788.9189</w:t>
      </w:r>
      <w:r>
        <w:tab/>
        <w:t>1.013e0</w:t>
      </w:r>
    </w:p>
    <w:p w:rsidR="006974AE" w:rsidRDefault="006974AE" w:rsidP="006974AE">
      <w:r>
        <w:t>788.9422</w:t>
      </w:r>
      <w:r>
        <w:tab/>
        <w:t>1.013e0</w:t>
      </w:r>
    </w:p>
    <w:p w:rsidR="006974AE" w:rsidRDefault="006974AE" w:rsidP="006974AE">
      <w:r>
        <w:t>788.9855</w:t>
      </w:r>
      <w:r>
        <w:tab/>
        <w:t>4.051e0</w:t>
      </w:r>
    </w:p>
    <w:p w:rsidR="006974AE" w:rsidRDefault="006974AE" w:rsidP="006974AE">
      <w:r>
        <w:t>788.9975</w:t>
      </w:r>
      <w:r>
        <w:tab/>
        <w:t>2.025e0</w:t>
      </w:r>
    </w:p>
    <w:p w:rsidR="006974AE" w:rsidRDefault="006974AE" w:rsidP="006974AE">
      <w:r>
        <w:t>789.0015</w:t>
      </w:r>
      <w:r>
        <w:tab/>
        <w:t>2.025e0</w:t>
      </w:r>
    </w:p>
    <w:p w:rsidR="006974AE" w:rsidRDefault="006974AE" w:rsidP="006974AE">
      <w:r>
        <w:t>789.0253</w:t>
      </w:r>
      <w:r>
        <w:tab/>
        <w:t>1.013e0</w:t>
      </w:r>
    </w:p>
    <w:p w:rsidR="006974AE" w:rsidRDefault="006974AE" w:rsidP="006974AE">
      <w:r>
        <w:t>789.0439</w:t>
      </w:r>
      <w:r>
        <w:tab/>
        <w:t>1.013e0</w:t>
      </w:r>
    </w:p>
    <w:p w:rsidR="006974AE" w:rsidRDefault="006974AE" w:rsidP="006974AE">
      <w:r>
        <w:lastRenderedPageBreak/>
        <w:t>789.0596</w:t>
      </w:r>
      <w:r>
        <w:tab/>
        <w:t>2.025e0</w:t>
      </w:r>
    </w:p>
    <w:p w:rsidR="006974AE" w:rsidRDefault="006974AE" w:rsidP="006974AE">
      <w:r>
        <w:t>789.1119</w:t>
      </w:r>
      <w:r>
        <w:tab/>
        <w:t>1.013e0</w:t>
      </w:r>
    </w:p>
    <w:p w:rsidR="006974AE" w:rsidRDefault="006974AE" w:rsidP="006974AE">
      <w:r>
        <w:t>789.1460</w:t>
      </w:r>
      <w:r>
        <w:tab/>
        <w:t>4.051e0</w:t>
      </w:r>
    </w:p>
    <w:p w:rsidR="006974AE" w:rsidRDefault="006974AE" w:rsidP="006974AE">
      <w:r>
        <w:t>789.2260</w:t>
      </w:r>
      <w:r>
        <w:tab/>
        <w:t>1.013e0</w:t>
      </w:r>
    </w:p>
    <w:p w:rsidR="006974AE" w:rsidRDefault="006974AE" w:rsidP="006974AE">
      <w:r>
        <w:t>789.2926</w:t>
      </w:r>
      <w:r>
        <w:tab/>
        <w:t>1.013e0</w:t>
      </w:r>
    </w:p>
    <w:p w:rsidR="006974AE" w:rsidRDefault="006974AE" w:rsidP="006974AE">
      <w:r>
        <w:t>789.2981</w:t>
      </w:r>
      <w:r>
        <w:tab/>
        <w:t>3.038e0</w:t>
      </w:r>
    </w:p>
    <w:p w:rsidR="006974AE" w:rsidRDefault="006974AE" w:rsidP="006974AE">
      <w:r>
        <w:t>789.3586</w:t>
      </w:r>
      <w:r>
        <w:tab/>
        <w:t>4.763e0</w:t>
      </w:r>
    </w:p>
    <w:p w:rsidR="006974AE" w:rsidRDefault="006974AE" w:rsidP="006974AE">
      <w:r>
        <w:t>789.3856</w:t>
      </w:r>
      <w:r>
        <w:tab/>
        <w:t>3.618e0</w:t>
      </w:r>
    </w:p>
    <w:p w:rsidR="006974AE" w:rsidRDefault="006974AE" w:rsidP="006974AE">
      <w:r>
        <w:t>789.4021</w:t>
      </w:r>
      <w:r>
        <w:tab/>
        <w:t>3.827e0</w:t>
      </w:r>
    </w:p>
    <w:p w:rsidR="006974AE" w:rsidRDefault="006974AE" w:rsidP="006974AE">
      <w:r>
        <w:t>789.4258</w:t>
      </w:r>
      <w:r>
        <w:tab/>
        <w:t>1.013e0</w:t>
      </w:r>
    </w:p>
    <w:p w:rsidR="006974AE" w:rsidRDefault="006974AE" w:rsidP="006974AE">
      <w:r>
        <w:t>789.4585</w:t>
      </w:r>
      <w:r>
        <w:tab/>
        <w:t>2.025e0</w:t>
      </w:r>
    </w:p>
    <w:p w:rsidR="006974AE" w:rsidRDefault="006974AE" w:rsidP="006974AE">
      <w:r>
        <w:t>789.5190</w:t>
      </w:r>
      <w:r>
        <w:tab/>
        <w:t>1.013e0</w:t>
      </w:r>
    </w:p>
    <w:p w:rsidR="006974AE" w:rsidRDefault="006974AE" w:rsidP="006974AE">
      <w:r>
        <w:t>789.5201</w:t>
      </w:r>
      <w:r>
        <w:tab/>
        <w:t>1.013e0</w:t>
      </w:r>
    </w:p>
    <w:p w:rsidR="006974AE" w:rsidRDefault="006974AE" w:rsidP="006974AE">
      <w:r>
        <w:t>789.5369</w:t>
      </w:r>
      <w:r>
        <w:tab/>
        <w:t>1.013e0</w:t>
      </w:r>
    </w:p>
    <w:p w:rsidR="006974AE" w:rsidRDefault="006974AE" w:rsidP="006974AE">
      <w:r>
        <w:t>789.5447</w:t>
      </w:r>
      <w:r>
        <w:tab/>
        <w:t>1.013e0</w:t>
      </w:r>
    </w:p>
    <w:p w:rsidR="006974AE" w:rsidRDefault="006974AE" w:rsidP="006974AE">
      <w:r>
        <w:t>789.5626</w:t>
      </w:r>
      <w:r>
        <w:tab/>
        <w:t>2.025e0</w:t>
      </w:r>
    </w:p>
    <w:p w:rsidR="006974AE" w:rsidRDefault="006974AE" w:rsidP="006974AE">
      <w:r>
        <w:t>789.6058</w:t>
      </w:r>
      <w:r>
        <w:tab/>
        <w:t>1.013e0</w:t>
      </w:r>
    </w:p>
    <w:p w:rsidR="006974AE" w:rsidRDefault="006974AE" w:rsidP="006974AE">
      <w:r>
        <w:t>789.6123</w:t>
      </w:r>
      <w:r>
        <w:tab/>
        <w:t>1.013e0</w:t>
      </w:r>
    </w:p>
    <w:p w:rsidR="006974AE" w:rsidRDefault="006974AE" w:rsidP="006974AE">
      <w:r>
        <w:t>789.6246</w:t>
      </w:r>
      <w:r>
        <w:tab/>
        <w:t>1.013e0</w:t>
      </w:r>
    </w:p>
    <w:p w:rsidR="006974AE" w:rsidRDefault="006974AE" w:rsidP="006974AE">
      <w:r>
        <w:lastRenderedPageBreak/>
        <w:t>789.6389</w:t>
      </w:r>
      <w:r>
        <w:tab/>
        <w:t>1.013e0</w:t>
      </w:r>
    </w:p>
    <w:p w:rsidR="006974AE" w:rsidRDefault="006974AE" w:rsidP="006974AE">
      <w:r>
        <w:t>789.6558</w:t>
      </w:r>
      <w:r>
        <w:tab/>
        <w:t>1.013e0</w:t>
      </w:r>
    </w:p>
    <w:p w:rsidR="006974AE" w:rsidRDefault="006974AE" w:rsidP="006974AE">
      <w:r>
        <w:t>789.7045</w:t>
      </w:r>
      <w:r>
        <w:tab/>
        <w:t>1.013e0</w:t>
      </w:r>
    </w:p>
    <w:p w:rsidR="006974AE" w:rsidRDefault="006974AE" w:rsidP="006974AE">
      <w:r>
        <w:t>789.7248</w:t>
      </w:r>
      <w:r>
        <w:tab/>
        <w:t>1.013e0</w:t>
      </w:r>
    </w:p>
    <w:p w:rsidR="006974AE" w:rsidRDefault="006974AE" w:rsidP="006974AE">
      <w:r>
        <w:t>789.7341</w:t>
      </w:r>
      <w:r>
        <w:tab/>
        <w:t>2.025e0</w:t>
      </w:r>
    </w:p>
    <w:p w:rsidR="006974AE" w:rsidRDefault="006974AE" w:rsidP="006974AE">
      <w:r>
        <w:t>789.7746</w:t>
      </w:r>
      <w:r>
        <w:tab/>
        <w:t>1.013e0</w:t>
      </w:r>
    </w:p>
    <w:p w:rsidR="006974AE" w:rsidRDefault="006974AE" w:rsidP="006974AE">
      <w:r>
        <w:t>789.8112</w:t>
      </w:r>
      <w:r>
        <w:tab/>
        <w:t>1.013e0</w:t>
      </w:r>
    </w:p>
    <w:p w:rsidR="006974AE" w:rsidRDefault="006974AE" w:rsidP="006974AE">
      <w:r>
        <w:t>789.8245</w:t>
      </w:r>
      <w:r>
        <w:tab/>
        <w:t>1.013e0</w:t>
      </w:r>
    </w:p>
    <w:p w:rsidR="006974AE" w:rsidRDefault="006974AE" w:rsidP="006974AE">
      <w:r>
        <w:t>789.8388</w:t>
      </w:r>
      <w:r>
        <w:tab/>
        <w:t>1.013e0</w:t>
      </w:r>
    </w:p>
    <w:p w:rsidR="006974AE" w:rsidRDefault="006974AE" w:rsidP="006974AE">
      <w:r>
        <w:t>789.8438</w:t>
      </w:r>
      <w:r>
        <w:tab/>
        <w:t>1.013e0</w:t>
      </w:r>
    </w:p>
    <w:p w:rsidR="006974AE" w:rsidRDefault="006974AE" w:rsidP="006974AE">
      <w:r>
        <w:t>789.9044</w:t>
      </w:r>
      <w:r>
        <w:tab/>
        <w:t>1.013e0</w:t>
      </w:r>
    </w:p>
    <w:p w:rsidR="006974AE" w:rsidRDefault="006974AE" w:rsidP="006974AE">
      <w:r>
        <w:t>789.9449</w:t>
      </w:r>
      <w:r>
        <w:tab/>
        <w:t>2.025e0</w:t>
      </w:r>
    </w:p>
    <w:p w:rsidR="006974AE" w:rsidRDefault="006974AE" w:rsidP="006974AE">
      <w:r>
        <w:t>789.9720</w:t>
      </w:r>
      <w:r>
        <w:tab/>
        <w:t>1.013e0</w:t>
      </w:r>
    </w:p>
    <w:p w:rsidR="006974AE" w:rsidRDefault="006974AE" w:rsidP="006974AE">
      <w:r>
        <w:t>790.0120</w:t>
      </w:r>
      <w:r>
        <w:tab/>
        <w:t>1.013e0</w:t>
      </w:r>
    </w:p>
    <w:p w:rsidR="006974AE" w:rsidRDefault="006974AE" w:rsidP="006974AE">
      <w:r>
        <w:t>790.0557</w:t>
      </w:r>
      <w:r>
        <w:tab/>
        <w:t>2.025e0</w:t>
      </w:r>
    </w:p>
    <w:p w:rsidR="006974AE" w:rsidRDefault="006974AE" w:rsidP="006974AE">
      <w:r>
        <w:t>790.0643</w:t>
      </w:r>
      <w:r>
        <w:tab/>
        <w:t>1.013e0</w:t>
      </w:r>
    </w:p>
    <w:p w:rsidR="006974AE" w:rsidRDefault="006974AE" w:rsidP="006974AE">
      <w:r>
        <w:t>790.1099</w:t>
      </w:r>
      <w:r>
        <w:tab/>
        <w:t>2.025e0</w:t>
      </w:r>
    </w:p>
    <w:p w:rsidR="006974AE" w:rsidRDefault="006974AE" w:rsidP="006974AE">
      <w:r>
        <w:t>790.1177</w:t>
      </w:r>
      <w:r>
        <w:tab/>
        <w:t>1.013e0</w:t>
      </w:r>
    </w:p>
    <w:p w:rsidR="006974AE" w:rsidRDefault="006974AE" w:rsidP="006974AE">
      <w:r>
        <w:t>790.1453</w:t>
      </w:r>
      <w:r>
        <w:tab/>
        <w:t>1.013e0</w:t>
      </w:r>
    </w:p>
    <w:p w:rsidR="006974AE" w:rsidRDefault="006974AE" w:rsidP="006974AE">
      <w:r>
        <w:lastRenderedPageBreak/>
        <w:t>790.1561</w:t>
      </w:r>
      <w:r>
        <w:tab/>
        <w:t>2.025e0</w:t>
      </w:r>
    </w:p>
    <w:p w:rsidR="006974AE" w:rsidRDefault="006974AE" w:rsidP="006974AE">
      <w:r>
        <w:t>790.1710</w:t>
      </w:r>
      <w:r>
        <w:tab/>
        <w:t>1.013e0</w:t>
      </w:r>
    </w:p>
    <w:p w:rsidR="006974AE" w:rsidRDefault="006974AE" w:rsidP="006974AE">
      <w:r>
        <w:t>790.2147</w:t>
      </w:r>
      <w:r>
        <w:tab/>
        <w:t>3.038e0</w:t>
      </w:r>
    </w:p>
    <w:p w:rsidR="006974AE" w:rsidRDefault="006974AE" w:rsidP="006974AE">
      <w:r>
        <w:t>790.2643</w:t>
      </w:r>
      <w:r>
        <w:tab/>
        <w:t>2.025e0</w:t>
      </w:r>
    </w:p>
    <w:p w:rsidR="006974AE" w:rsidRDefault="006974AE" w:rsidP="006974AE">
      <w:r>
        <w:t>790.3156</w:t>
      </w:r>
      <w:r>
        <w:tab/>
        <w:t>3.273e0</w:t>
      </w:r>
    </w:p>
    <w:p w:rsidR="006974AE" w:rsidRDefault="006974AE" w:rsidP="006974AE">
      <w:r>
        <w:t>790.3614</w:t>
      </w:r>
      <w:r>
        <w:tab/>
        <w:t>5.063e0</w:t>
      </w:r>
    </w:p>
    <w:p w:rsidR="006974AE" w:rsidRDefault="006974AE" w:rsidP="006974AE">
      <w:r>
        <w:t>790.3670</w:t>
      </w:r>
      <w:r>
        <w:tab/>
        <w:t>2.824e0</w:t>
      </w:r>
    </w:p>
    <w:p w:rsidR="006974AE" w:rsidRDefault="006974AE" w:rsidP="006974AE">
      <w:r>
        <w:t>790.3789</w:t>
      </w:r>
      <w:r>
        <w:tab/>
        <w:t>8.235e0</w:t>
      </w:r>
    </w:p>
    <w:p w:rsidR="006974AE" w:rsidRDefault="006974AE" w:rsidP="006974AE">
      <w:r>
        <w:t>790.3871</w:t>
      </w:r>
      <w:r>
        <w:tab/>
        <w:t>6.642e0</w:t>
      </w:r>
    </w:p>
    <w:p w:rsidR="006974AE" w:rsidRDefault="006974AE" w:rsidP="006974AE">
      <w:r>
        <w:t>790.4080</w:t>
      </w:r>
      <w:r>
        <w:tab/>
        <w:t>2.963e0</w:t>
      </w:r>
    </w:p>
    <w:p w:rsidR="006974AE" w:rsidRDefault="006974AE" w:rsidP="006974AE">
      <w:r>
        <w:t>790.4520</w:t>
      </w:r>
      <w:r>
        <w:tab/>
        <w:t>1.013e0</w:t>
      </w:r>
    </w:p>
    <w:p w:rsidR="006974AE" w:rsidRDefault="006974AE" w:rsidP="006974AE">
      <w:r>
        <w:t>790.4786</w:t>
      </w:r>
      <w:r>
        <w:tab/>
        <w:t>1.013e0</w:t>
      </w:r>
    </w:p>
    <w:p w:rsidR="006974AE" w:rsidRDefault="006974AE" w:rsidP="006974AE">
      <w:r>
        <w:t>790.4811</w:t>
      </w:r>
      <w:r>
        <w:tab/>
        <w:t>3.038e0</w:t>
      </w:r>
    </w:p>
    <w:p w:rsidR="006974AE" w:rsidRDefault="006974AE" w:rsidP="006974AE">
      <w:r>
        <w:t>790.5053</w:t>
      </w:r>
      <w:r>
        <w:tab/>
        <w:t>1.013e0</w:t>
      </w:r>
    </w:p>
    <w:p w:rsidR="006974AE" w:rsidRDefault="006974AE" w:rsidP="006974AE">
      <w:r>
        <w:t>790.5397</w:t>
      </w:r>
      <w:r>
        <w:tab/>
        <w:t>1.013e0</w:t>
      </w:r>
    </w:p>
    <w:p w:rsidR="006974AE" w:rsidRDefault="006974AE" w:rsidP="006974AE">
      <w:r>
        <w:t>790.5487</w:t>
      </w:r>
      <w:r>
        <w:tab/>
        <w:t>2.025e0</w:t>
      </w:r>
    </w:p>
    <w:p w:rsidR="006974AE" w:rsidRDefault="006974AE" w:rsidP="006974AE">
      <w:r>
        <w:t>790.5635</w:t>
      </w:r>
      <w:r>
        <w:tab/>
        <w:t>3.038e0</w:t>
      </w:r>
    </w:p>
    <w:p w:rsidR="006974AE" w:rsidRDefault="006974AE" w:rsidP="006974AE">
      <w:r>
        <w:t>790.5831</w:t>
      </w:r>
      <w:r>
        <w:tab/>
        <w:t>3.660e0</w:t>
      </w:r>
    </w:p>
    <w:p w:rsidR="006974AE" w:rsidRDefault="006974AE" w:rsidP="006974AE">
      <w:r>
        <w:t>790.5853</w:t>
      </w:r>
      <w:r>
        <w:tab/>
        <w:t>1.013e0</w:t>
      </w:r>
    </w:p>
    <w:p w:rsidR="006974AE" w:rsidRDefault="006974AE" w:rsidP="006974AE">
      <w:r>
        <w:lastRenderedPageBreak/>
        <w:t>790.5906</w:t>
      </w:r>
      <w:r>
        <w:tab/>
        <w:t>2.025e0</w:t>
      </w:r>
    </w:p>
    <w:p w:rsidR="006974AE" w:rsidRDefault="006974AE" w:rsidP="006974AE">
      <w:r>
        <w:t>790.6172</w:t>
      </w:r>
      <w:r>
        <w:tab/>
        <w:t>3.038e0</w:t>
      </w:r>
    </w:p>
    <w:p w:rsidR="006974AE" w:rsidRDefault="006974AE" w:rsidP="006974AE">
      <w:r>
        <w:t>790.6777</w:t>
      </w:r>
      <w:r>
        <w:tab/>
        <w:t>1.013e0</w:t>
      </w:r>
    </w:p>
    <w:p w:rsidR="006974AE" w:rsidRDefault="006974AE" w:rsidP="006974AE">
      <w:r>
        <w:t>790.7277</w:t>
      </w:r>
      <w:r>
        <w:tab/>
        <w:t>1.013e0</w:t>
      </w:r>
    </w:p>
    <w:p w:rsidR="006974AE" w:rsidRDefault="006974AE" w:rsidP="006974AE">
      <w:r>
        <w:t>790.7444</w:t>
      </w:r>
      <w:r>
        <w:tab/>
        <w:t>1.013e0</w:t>
      </w:r>
    </w:p>
    <w:p w:rsidR="006974AE" w:rsidRDefault="006974AE" w:rsidP="006974AE">
      <w:r>
        <w:t>790.7454</w:t>
      </w:r>
      <w:r>
        <w:tab/>
        <w:t>1.013e0</w:t>
      </w:r>
    </w:p>
    <w:p w:rsidR="006974AE" w:rsidRDefault="006974AE" w:rsidP="006974AE">
      <w:r>
        <w:t>790.7988</w:t>
      </w:r>
      <w:r>
        <w:tab/>
        <w:t>1.013e0</w:t>
      </w:r>
    </w:p>
    <w:p w:rsidR="006974AE" w:rsidRDefault="006974AE" w:rsidP="006974AE">
      <w:r>
        <w:t>790.8044</w:t>
      </w:r>
      <w:r>
        <w:tab/>
        <w:t>2.025e0</w:t>
      </w:r>
    </w:p>
    <w:p w:rsidR="006974AE" w:rsidRDefault="006974AE" w:rsidP="006974AE">
      <w:r>
        <w:t>790.8121</w:t>
      </w:r>
      <w:r>
        <w:tab/>
        <w:t>1.013e0</w:t>
      </w:r>
    </w:p>
    <w:p w:rsidR="006974AE" w:rsidRDefault="006974AE" w:rsidP="006974AE">
      <w:r>
        <w:t>790.8212</w:t>
      </w:r>
      <w:r>
        <w:tab/>
        <w:t>2.025e0</w:t>
      </w:r>
    </w:p>
    <w:p w:rsidR="006974AE" w:rsidRDefault="006974AE" w:rsidP="006974AE">
      <w:r>
        <w:t>790.8793</w:t>
      </w:r>
      <w:r>
        <w:tab/>
        <w:t>2.025e0</w:t>
      </w:r>
    </w:p>
    <w:p w:rsidR="006974AE" w:rsidRDefault="006974AE" w:rsidP="006974AE">
      <w:r>
        <w:t>791.0389</w:t>
      </w:r>
      <w:r>
        <w:tab/>
        <w:t>2.025e0</w:t>
      </w:r>
    </w:p>
    <w:p w:rsidR="006974AE" w:rsidRDefault="006974AE" w:rsidP="006974AE">
      <w:r>
        <w:t>791.0918</w:t>
      </w:r>
      <w:r>
        <w:tab/>
        <w:t>2.025e0</w:t>
      </w:r>
    </w:p>
    <w:p w:rsidR="006974AE" w:rsidRDefault="006974AE" w:rsidP="006974AE">
      <w:r>
        <w:t>791.1313</w:t>
      </w:r>
      <w:r>
        <w:tab/>
        <w:t>1.013e0</w:t>
      </w:r>
    </w:p>
    <w:p w:rsidR="006974AE" w:rsidRDefault="006974AE" w:rsidP="006974AE">
      <w:r>
        <w:t>791.1343</w:t>
      </w:r>
      <w:r>
        <w:tab/>
        <w:t>2.025e0</w:t>
      </w:r>
    </w:p>
    <w:p w:rsidR="006974AE" w:rsidRDefault="006974AE" w:rsidP="006974AE">
      <w:r>
        <w:t>791.1852</w:t>
      </w:r>
      <w:r>
        <w:tab/>
        <w:t>3.038e0</w:t>
      </w:r>
    </w:p>
    <w:p w:rsidR="006974AE" w:rsidRDefault="006974AE" w:rsidP="006974AE">
      <w:r>
        <w:t>791.1946</w:t>
      </w:r>
      <w:r>
        <w:tab/>
        <w:t>2.025e0</w:t>
      </w:r>
    </w:p>
    <w:p w:rsidR="006974AE" w:rsidRDefault="006974AE" w:rsidP="006974AE">
      <w:r>
        <w:t>791.2451</w:t>
      </w:r>
      <w:r>
        <w:tab/>
        <w:t>4.051e0</w:t>
      </w:r>
    </w:p>
    <w:p w:rsidR="006974AE" w:rsidRDefault="006974AE" w:rsidP="006974AE">
      <w:r>
        <w:t>791.2520</w:t>
      </w:r>
      <w:r>
        <w:tab/>
        <w:t>2.025e0</w:t>
      </w:r>
    </w:p>
    <w:p w:rsidR="006974AE" w:rsidRDefault="006974AE" w:rsidP="006974AE">
      <w:r>
        <w:lastRenderedPageBreak/>
        <w:t>791.3369</w:t>
      </w:r>
      <w:r>
        <w:tab/>
        <w:t>1.800e0</w:t>
      </w:r>
    </w:p>
    <w:p w:rsidR="006974AE" w:rsidRDefault="006974AE" w:rsidP="006974AE">
      <w:r>
        <w:t>791.3384</w:t>
      </w:r>
      <w:r>
        <w:tab/>
        <w:t>1.013e0</w:t>
      </w:r>
    </w:p>
    <w:p w:rsidR="006974AE" w:rsidRDefault="006974AE" w:rsidP="006974AE">
      <w:r>
        <w:t>791.3553</w:t>
      </w:r>
      <w:r>
        <w:tab/>
        <w:t>1.578e0</w:t>
      </w:r>
    </w:p>
    <w:p w:rsidR="006974AE" w:rsidRDefault="006974AE" w:rsidP="006974AE">
      <w:r>
        <w:t>791.3997</w:t>
      </w:r>
      <w:r>
        <w:tab/>
        <w:t>4.047e0</w:t>
      </w:r>
    </w:p>
    <w:p w:rsidR="006974AE" w:rsidRDefault="006974AE" w:rsidP="006974AE">
      <w:r>
        <w:t>791.4117</w:t>
      </w:r>
      <w:r>
        <w:tab/>
        <w:t>1.013e0</w:t>
      </w:r>
    </w:p>
    <w:p w:rsidR="006974AE" w:rsidRDefault="006974AE" w:rsidP="006974AE">
      <w:r>
        <w:t>791.4651</w:t>
      </w:r>
      <w:r>
        <w:tab/>
        <w:t>1.013e0</w:t>
      </w:r>
    </w:p>
    <w:p w:rsidR="006974AE" w:rsidRDefault="006974AE" w:rsidP="006974AE">
      <w:r>
        <w:t>791.4755</w:t>
      </w:r>
      <w:r>
        <w:tab/>
        <w:t>2.025e0</w:t>
      </w:r>
    </w:p>
    <w:p w:rsidR="006974AE" w:rsidRDefault="006974AE" w:rsidP="006974AE">
      <w:r>
        <w:t>791.4794</w:t>
      </w:r>
      <w:r>
        <w:tab/>
        <w:t>1.013e0</w:t>
      </w:r>
    </w:p>
    <w:p w:rsidR="006974AE" w:rsidRDefault="006974AE" w:rsidP="006974AE">
      <w:r>
        <w:t>791.4995</w:t>
      </w:r>
      <w:r>
        <w:tab/>
        <w:t>2.025e0</w:t>
      </w:r>
    </w:p>
    <w:p w:rsidR="006974AE" w:rsidRDefault="006974AE" w:rsidP="006974AE">
      <w:r>
        <w:t>791.5370</w:t>
      </w:r>
      <w:r>
        <w:tab/>
        <w:t>2.025e0</w:t>
      </w:r>
    </w:p>
    <w:p w:rsidR="006974AE" w:rsidRDefault="006974AE" w:rsidP="006974AE">
      <w:r>
        <w:t>791.5585</w:t>
      </w:r>
      <w:r>
        <w:tab/>
        <w:t>1.013e0</w:t>
      </w:r>
    </w:p>
    <w:p w:rsidR="006974AE" w:rsidRDefault="006974AE" w:rsidP="006974AE">
      <w:r>
        <w:t>791.5996</w:t>
      </w:r>
      <w:r>
        <w:tab/>
        <w:t>1.013e0</w:t>
      </w:r>
    </w:p>
    <w:p w:rsidR="006974AE" w:rsidRDefault="006974AE" w:rsidP="006974AE">
      <w:r>
        <w:t>791.6129</w:t>
      </w:r>
      <w:r>
        <w:tab/>
        <w:t>2.025e0</w:t>
      </w:r>
    </w:p>
    <w:p w:rsidR="006974AE" w:rsidRDefault="006974AE" w:rsidP="006974AE">
      <w:r>
        <w:t>791.6258</w:t>
      </w:r>
      <w:r>
        <w:tab/>
        <w:t>2.025e0</w:t>
      </w:r>
    </w:p>
    <w:p w:rsidR="006974AE" w:rsidRDefault="006974AE" w:rsidP="006974AE">
      <w:r>
        <w:t>791.6442</w:t>
      </w:r>
      <w:r>
        <w:tab/>
        <w:t>1.013e0</w:t>
      </w:r>
    </w:p>
    <w:p w:rsidR="006974AE" w:rsidRDefault="006974AE" w:rsidP="006974AE">
      <w:r>
        <w:t>791.6657</w:t>
      </w:r>
      <w:r>
        <w:tab/>
        <w:t>2.025e0</w:t>
      </w:r>
    </w:p>
    <w:p w:rsidR="006974AE" w:rsidRDefault="006974AE" w:rsidP="006974AE">
      <w:r>
        <w:t>791.7132</w:t>
      </w:r>
      <w:r>
        <w:tab/>
        <w:t>2.025e0</w:t>
      </w:r>
    </w:p>
    <w:p w:rsidR="006974AE" w:rsidRDefault="006974AE" w:rsidP="006974AE">
      <w:r>
        <w:t>791.8311</w:t>
      </w:r>
      <w:r>
        <w:tab/>
        <w:t>1.013e0</w:t>
      </w:r>
    </w:p>
    <w:p w:rsidR="006974AE" w:rsidRDefault="006974AE" w:rsidP="006974AE">
      <w:r>
        <w:t>791.8400</w:t>
      </w:r>
      <w:r>
        <w:tab/>
        <w:t>1.013e0</w:t>
      </w:r>
    </w:p>
    <w:p w:rsidR="006974AE" w:rsidRDefault="006974AE" w:rsidP="006974AE">
      <w:r>
        <w:lastRenderedPageBreak/>
        <w:t>791.9325</w:t>
      </w:r>
      <w:r>
        <w:tab/>
        <w:t>1.013e0</w:t>
      </w:r>
    </w:p>
    <w:p w:rsidR="006974AE" w:rsidRDefault="006974AE" w:rsidP="006974AE">
      <w:r>
        <w:t>791.9736</w:t>
      </w:r>
      <w:r>
        <w:tab/>
        <w:t>1.013e0</w:t>
      </w:r>
    </w:p>
    <w:p w:rsidR="006974AE" w:rsidRDefault="006974AE" w:rsidP="006974AE">
      <w:r>
        <w:t>791.9848</w:t>
      </w:r>
      <w:r>
        <w:tab/>
        <w:t>1.013e0</w:t>
      </w:r>
    </w:p>
    <w:p w:rsidR="006974AE" w:rsidRDefault="006974AE" w:rsidP="006974AE">
      <w:r>
        <w:t>792.0381</w:t>
      </w:r>
      <w:r>
        <w:tab/>
        <w:t>6.076e0</w:t>
      </w:r>
    </w:p>
    <w:p w:rsidR="006974AE" w:rsidRDefault="006974AE" w:rsidP="006974AE">
      <w:r>
        <w:t>792.0527</w:t>
      </w:r>
      <w:r>
        <w:tab/>
        <w:t>1.013e0</w:t>
      </w:r>
    </w:p>
    <w:p w:rsidR="006974AE" w:rsidRDefault="006974AE" w:rsidP="006974AE">
      <w:r>
        <w:t>792.0655</w:t>
      </w:r>
      <w:r>
        <w:tab/>
        <w:t>3.038e0</w:t>
      </w:r>
    </w:p>
    <w:p w:rsidR="006974AE" w:rsidRDefault="006974AE" w:rsidP="006974AE">
      <w:r>
        <w:t>792.0914</w:t>
      </w:r>
      <w:r>
        <w:tab/>
        <w:t>7.089e0</w:t>
      </w:r>
    </w:p>
    <w:p w:rsidR="006974AE" w:rsidRDefault="006974AE" w:rsidP="006974AE">
      <w:r>
        <w:t>792.1072</w:t>
      </w:r>
      <w:r>
        <w:tab/>
        <w:t>1.013e0</w:t>
      </w:r>
    </w:p>
    <w:p w:rsidR="006974AE" w:rsidRDefault="006974AE" w:rsidP="006974AE">
      <w:r>
        <w:t>792.1273</w:t>
      </w:r>
      <w:r>
        <w:tab/>
        <w:t>2.025e0</w:t>
      </w:r>
    </w:p>
    <w:p w:rsidR="006974AE" w:rsidRDefault="006974AE" w:rsidP="006974AE">
      <w:r>
        <w:t>792.1740</w:t>
      </w:r>
      <w:r>
        <w:tab/>
        <w:t>3.038e0</w:t>
      </w:r>
    </w:p>
    <w:p w:rsidR="006974AE" w:rsidRDefault="006974AE" w:rsidP="006974AE">
      <w:r>
        <w:t>792.2558</w:t>
      </w:r>
      <w:r>
        <w:tab/>
        <w:t>2.025e0</w:t>
      </w:r>
    </w:p>
    <w:p w:rsidR="006974AE" w:rsidRDefault="006974AE" w:rsidP="006974AE">
      <w:r>
        <w:t>792.2675</w:t>
      </w:r>
      <w:r>
        <w:tab/>
        <w:t>1.013e0</w:t>
      </w:r>
    </w:p>
    <w:p w:rsidR="006974AE" w:rsidRDefault="006974AE" w:rsidP="006974AE">
      <w:r>
        <w:t>792.2903</w:t>
      </w:r>
      <w:r>
        <w:tab/>
        <w:t>1.013e0</w:t>
      </w:r>
    </w:p>
    <w:p w:rsidR="006974AE" w:rsidRDefault="006974AE" w:rsidP="006974AE">
      <w:r>
        <w:t>792.3511</w:t>
      </w:r>
      <w:r>
        <w:tab/>
        <w:t>1.725e0</w:t>
      </w:r>
    </w:p>
    <w:p w:rsidR="006974AE" w:rsidRDefault="006974AE" w:rsidP="006974AE">
      <w:r>
        <w:t>792.3563</w:t>
      </w:r>
      <w:r>
        <w:tab/>
        <w:t>1.021e1</w:t>
      </w:r>
    </w:p>
    <w:p w:rsidR="006974AE" w:rsidRDefault="006974AE" w:rsidP="006974AE">
      <w:r>
        <w:t>792.3870</w:t>
      </w:r>
      <w:r>
        <w:tab/>
        <w:t>4.051e0</w:t>
      </w:r>
    </w:p>
    <w:p w:rsidR="006974AE" w:rsidRDefault="006974AE" w:rsidP="006974AE">
      <w:r>
        <w:t>792.3956</w:t>
      </w:r>
      <w:r>
        <w:tab/>
        <w:t>3.715e0</w:t>
      </w:r>
    </w:p>
    <w:p w:rsidR="006974AE" w:rsidRDefault="006974AE" w:rsidP="006974AE">
      <w:r>
        <w:t>792.4128</w:t>
      </w:r>
      <w:r>
        <w:tab/>
        <w:t>6.076e0</w:t>
      </w:r>
    </w:p>
    <w:p w:rsidR="006974AE" w:rsidRDefault="006974AE" w:rsidP="006974AE">
      <w:r>
        <w:t>792.4200</w:t>
      </w:r>
      <w:r>
        <w:tab/>
        <w:t>2.025e0</w:t>
      </w:r>
    </w:p>
    <w:p w:rsidR="006974AE" w:rsidRDefault="006974AE" w:rsidP="006974AE">
      <w:r>
        <w:lastRenderedPageBreak/>
        <w:t>792.4786</w:t>
      </w:r>
      <w:r>
        <w:tab/>
        <w:t>2.025e0</w:t>
      </w:r>
    </w:p>
    <w:p w:rsidR="006974AE" w:rsidRDefault="006974AE" w:rsidP="006974AE">
      <w:r>
        <w:t>792.5282</w:t>
      </w:r>
      <w:r>
        <w:tab/>
        <w:t>2.025e0</w:t>
      </w:r>
    </w:p>
    <w:p w:rsidR="006974AE" w:rsidRDefault="006974AE" w:rsidP="006974AE">
      <w:r>
        <w:t>792.5549</w:t>
      </w:r>
      <w:r>
        <w:tab/>
        <w:t>4.051e0</w:t>
      </w:r>
    </w:p>
    <w:p w:rsidR="006974AE" w:rsidRDefault="006974AE" w:rsidP="006974AE">
      <w:r>
        <w:t>792.5832</w:t>
      </w:r>
      <w:r>
        <w:tab/>
        <w:t>2.025e0</w:t>
      </w:r>
    </w:p>
    <w:p w:rsidR="006974AE" w:rsidRDefault="006974AE" w:rsidP="006974AE">
      <w:r>
        <w:t>792.6478</w:t>
      </w:r>
      <w:r>
        <w:tab/>
        <w:t>2.025e0</w:t>
      </w:r>
    </w:p>
    <w:p w:rsidR="006974AE" w:rsidRDefault="006974AE" w:rsidP="006974AE">
      <w:r>
        <w:t>792.6735</w:t>
      </w:r>
      <w:r>
        <w:tab/>
        <w:t>3.038e0</w:t>
      </w:r>
    </w:p>
    <w:p w:rsidR="006974AE" w:rsidRDefault="006974AE" w:rsidP="006974AE">
      <w:r>
        <w:t>792.6819</w:t>
      </w:r>
      <w:r>
        <w:tab/>
        <w:t>1.013e0</w:t>
      </w:r>
    </w:p>
    <w:p w:rsidR="006974AE" w:rsidRDefault="006974AE" w:rsidP="006974AE">
      <w:r>
        <w:t>792.7340</w:t>
      </w:r>
      <w:r>
        <w:tab/>
        <w:t>2.025e0</w:t>
      </w:r>
    </w:p>
    <w:p w:rsidR="006974AE" w:rsidRDefault="006974AE" w:rsidP="006974AE">
      <w:r>
        <w:t>792.7478</w:t>
      </w:r>
      <w:r>
        <w:tab/>
        <w:t>1.013e0</w:t>
      </w:r>
    </w:p>
    <w:p w:rsidR="006974AE" w:rsidRDefault="006974AE" w:rsidP="006974AE">
      <w:r>
        <w:t>792.7621</w:t>
      </w:r>
      <w:r>
        <w:tab/>
        <w:t>1.013e0</w:t>
      </w:r>
    </w:p>
    <w:p w:rsidR="006974AE" w:rsidRDefault="006974AE" w:rsidP="006974AE">
      <w:r>
        <w:t>792.8541</w:t>
      </w:r>
      <w:r>
        <w:tab/>
        <w:t>2.025e0</w:t>
      </w:r>
    </w:p>
    <w:p w:rsidR="006974AE" w:rsidRDefault="006974AE" w:rsidP="006974AE">
      <w:r>
        <w:t>792.8853</w:t>
      </w:r>
      <w:r>
        <w:tab/>
        <w:t>1.013e0</w:t>
      </w:r>
    </w:p>
    <w:p w:rsidR="006974AE" w:rsidRDefault="006974AE" w:rsidP="006974AE">
      <w:r>
        <w:t>792.9618</w:t>
      </w:r>
      <w:r>
        <w:tab/>
        <w:t>1.013e0</w:t>
      </w:r>
    </w:p>
    <w:p w:rsidR="006974AE" w:rsidRDefault="006974AE" w:rsidP="006974AE">
      <w:r>
        <w:t>792.9962</w:t>
      </w:r>
      <w:r>
        <w:tab/>
        <w:t>2.025e0</w:t>
      </w:r>
    </w:p>
    <w:p w:rsidR="006974AE" w:rsidRDefault="006974AE" w:rsidP="006974AE">
      <w:r>
        <w:t>793.0029</w:t>
      </w:r>
      <w:r>
        <w:tab/>
        <w:t>1.013e0</w:t>
      </w:r>
    </w:p>
    <w:p w:rsidR="006974AE" w:rsidRDefault="006974AE" w:rsidP="006974AE">
      <w:r>
        <w:t>793.0206</w:t>
      </w:r>
      <w:r>
        <w:tab/>
        <w:t>1.013e0</w:t>
      </w:r>
    </w:p>
    <w:p w:rsidR="006974AE" w:rsidRDefault="006974AE" w:rsidP="006974AE">
      <w:r>
        <w:t>793.0554</w:t>
      </w:r>
      <w:r>
        <w:tab/>
        <w:t>1.013e0</w:t>
      </w:r>
    </w:p>
    <w:p w:rsidR="006974AE" w:rsidRDefault="006974AE" w:rsidP="006974AE">
      <w:r>
        <w:t>793.0842</w:t>
      </w:r>
      <w:r>
        <w:tab/>
        <w:t>3.038e0</w:t>
      </w:r>
    </w:p>
    <w:p w:rsidR="006974AE" w:rsidRDefault="006974AE" w:rsidP="006974AE">
      <w:r>
        <w:t>793.1099</w:t>
      </w:r>
      <w:r>
        <w:tab/>
        <w:t>1.013e0</w:t>
      </w:r>
    </w:p>
    <w:p w:rsidR="006974AE" w:rsidRDefault="006974AE" w:rsidP="006974AE">
      <w:r>
        <w:lastRenderedPageBreak/>
        <w:t>793.1310</w:t>
      </w:r>
      <w:r>
        <w:tab/>
        <w:t>2.025e0</w:t>
      </w:r>
    </w:p>
    <w:p w:rsidR="006974AE" w:rsidRDefault="006974AE" w:rsidP="006974AE">
      <w:r>
        <w:t>793.1367</w:t>
      </w:r>
      <w:r>
        <w:tab/>
        <w:t>1.013e0</w:t>
      </w:r>
    </w:p>
    <w:p w:rsidR="006974AE" w:rsidRDefault="006974AE" w:rsidP="006974AE">
      <w:r>
        <w:t>793.1522</w:t>
      </w:r>
      <w:r>
        <w:tab/>
        <w:t>2.025e0</w:t>
      </w:r>
    </w:p>
    <w:p w:rsidR="006974AE" w:rsidRDefault="006974AE" w:rsidP="006974AE">
      <w:r>
        <w:t>793.1691</w:t>
      </w:r>
      <w:r>
        <w:tab/>
        <w:t>2.025e0</w:t>
      </w:r>
    </w:p>
    <w:p w:rsidR="006974AE" w:rsidRDefault="006974AE" w:rsidP="006974AE">
      <w:r>
        <w:t>793.2050</w:t>
      </w:r>
      <w:r>
        <w:tab/>
        <w:t>2.025e0</w:t>
      </w:r>
    </w:p>
    <w:p w:rsidR="006974AE" w:rsidRDefault="006974AE" w:rsidP="006974AE">
      <w:r>
        <w:t>793.2159</w:t>
      </w:r>
      <w:r>
        <w:tab/>
        <w:t>1.013e0</w:t>
      </w:r>
    </w:p>
    <w:p w:rsidR="006974AE" w:rsidRDefault="006974AE" w:rsidP="006974AE">
      <w:r>
        <w:t>793.2413</w:t>
      </w:r>
      <w:r>
        <w:tab/>
        <w:t>2.025e0</w:t>
      </w:r>
    </w:p>
    <w:p w:rsidR="006974AE" w:rsidRDefault="006974AE" w:rsidP="006974AE">
      <w:r>
        <w:t>793.2434</w:t>
      </w:r>
      <w:r>
        <w:tab/>
        <w:t>1.013e0</w:t>
      </w:r>
    </w:p>
    <w:p w:rsidR="006974AE" w:rsidRDefault="006974AE" w:rsidP="006974AE">
      <w:r>
        <w:t>793.2616</w:t>
      </w:r>
      <w:r>
        <w:tab/>
        <w:t>3.038e0</w:t>
      </w:r>
    </w:p>
    <w:p w:rsidR="006974AE" w:rsidRDefault="006974AE" w:rsidP="006974AE">
      <w:r>
        <w:t>793.2695</w:t>
      </w:r>
      <w:r>
        <w:tab/>
        <w:t>1.013e0</w:t>
      </w:r>
    </w:p>
    <w:p w:rsidR="006974AE" w:rsidRDefault="006974AE" w:rsidP="006974AE">
      <w:r>
        <w:t>793.3096</w:t>
      </w:r>
      <w:r>
        <w:tab/>
        <w:t>2.025e0</w:t>
      </w:r>
    </w:p>
    <w:p w:rsidR="006974AE" w:rsidRDefault="006974AE" w:rsidP="006974AE">
      <w:r>
        <w:t>793.3357</w:t>
      </w:r>
      <w:r>
        <w:tab/>
        <w:t>1.474e0</w:t>
      </w:r>
    </w:p>
    <w:p w:rsidR="006974AE" w:rsidRDefault="006974AE" w:rsidP="006974AE">
      <w:r>
        <w:t>793.3773</w:t>
      </w:r>
      <w:r>
        <w:tab/>
        <w:t>2.025e0</w:t>
      </w:r>
    </w:p>
    <w:p w:rsidR="006974AE" w:rsidRDefault="006974AE" w:rsidP="006974AE">
      <w:r>
        <w:t>793.3802</w:t>
      </w:r>
      <w:r>
        <w:tab/>
        <w:t>4.503e0</w:t>
      </w:r>
    </w:p>
    <w:p w:rsidR="006974AE" w:rsidRDefault="006974AE" w:rsidP="006974AE">
      <w:r>
        <w:t>793.4033</w:t>
      </w:r>
      <w:r>
        <w:tab/>
        <w:t>1.013e0</w:t>
      </w:r>
    </w:p>
    <w:p w:rsidR="006974AE" w:rsidRDefault="006974AE" w:rsidP="006974AE">
      <w:r>
        <w:t>793.4623</w:t>
      </w:r>
      <w:r>
        <w:tab/>
        <w:t>2.482e0</w:t>
      </w:r>
    </w:p>
    <w:p w:rsidR="006974AE" w:rsidRDefault="006974AE" w:rsidP="006974AE">
      <w:r>
        <w:t>793.4712</w:t>
      </w:r>
      <w:r>
        <w:tab/>
        <w:t>1.013e0</w:t>
      </w:r>
    </w:p>
    <w:p w:rsidR="006974AE" w:rsidRDefault="006974AE" w:rsidP="006974AE">
      <w:r>
        <w:t>793.5515</w:t>
      </w:r>
      <w:r>
        <w:tab/>
        <w:t>1.013e0</w:t>
      </w:r>
    </w:p>
    <w:p w:rsidR="006974AE" w:rsidRDefault="006974AE" w:rsidP="006974AE">
      <w:r>
        <w:t>793.5567</w:t>
      </w:r>
      <w:r>
        <w:tab/>
        <w:t>2.025e0</w:t>
      </w:r>
    </w:p>
    <w:p w:rsidR="006974AE" w:rsidRDefault="006974AE" w:rsidP="006974AE">
      <w:r>
        <w:lastRenderedPageBreak/>
        <w:t>793.5778</w:t>
      </w:r>
      <w:r>
        <w:tab/>
        <w:t>2.025e0</w:t>
      </w:r>
    </w:p>
    <w:p w:rsidR="006974AE" w:rsidRDefault="006974AE" w:rsidP="006974AE">
      <w:r>
        <w:t>793.5906</w:t>
      </w:r>
      <w:r>
        <w:tab/>
        <w:t>1.013e0</w:t>
      </w:r>
    </w:p>
    <w:p w:rsidR="006974AE" w:rsidRDefault="006974AE" w:rsidP="006974AE">
      <w:r>
        <w:t>793.6576</w:t>
      </w:r>
      <w:r>
        <w:tab/>
        <w:t>1.013e0</w:t>
      </w:r>
    </w:p>
    <w:p w:rsidR="006974AE" w:rsidRDefault="006974AE" w:rsidP="006974AE">
      <w:r>
        <w:t>793.6710</w:t>
      </w:r>
      <w:r>
        <w:tab/>
        <w:t>1.013e0</w:t>
      </w:r>
    </w:p>
    <w:p w:rsidR="006974AE" w:rsidRDefault="006974AE" w:rsidP="006974AE">
      <w:r>
        <w:t>793.6854</w:t>
      </w:r>
      <w:r>
        <w:tab/>
        <w:t>1.013e0</w:t>
      </w:r>
    </w:p>
    <w:p w:rsidR="006974AE" w:rsidRDefault="006974AE" w:rsidP="006974AE">
      <w:r>
        <w:t>793.7111</w:t>
      </w:r>
      <w:r>
        <w:tab/>
        <w:t>1.013e0</w:t>
      </w:r>
    </w:p>
    <w:p w:rsidR="006974AE" w:rsidRDefault="006974AE" w:rsidP="006974AE">
      <w:r>
        <w:t>793.7182</w:t>
      </w:r>
      <w:r>
        <w:tab/>
        <w:t>1.013e0</w:t>
      </w:r>
    </w:p>
    <w:p w:rsidR="006974AE" w:rsidRDefault="006974AE" w:rsidP="006974AE">
      <w:r>
        <w:t>793.7523</w:t>
      </w:r>
      <w:r>
        <w:tab/>
        <w:t>1.013e0</w:t>
      </w:r>
    </w:p>
    <w:p w:rsidR="006974AE" w:rsidRDefault="006974AE" w:rsidP="006974AE">
      <w:r>
        <w:t>793.7781</w:t>
      </w:r>
      <w:r>
        <w:tab/>
        <w:t>1.013e0</w:t>
      </w:r>
    </w:p>
    <w:p w:rsidR="006974AE" w:rsidRDefault="006974AE" w:rsidP="006974AE">
      <w:r>
        <w:t>793.7914</w:t>
      </w:r>
      <w:r>
        <w:tab/>
        <w:t>1.013e0</w:t>
      </w:r>
    </w:p>
    <w:p w:rsidR="006974AE" w:rsidRDefault="006974AE" w:rsidP="006974AE">
      <w:r>
        <w:t>793.8728</w:t>
      </w:r>
      <w:r>
        <w:tab/>
        <w:t>2.025e0</w:t>
      </w:r>
    </w:p>
    <w:p w:rsidR="006974AE" w:rsidRDefault="006974AE" w:rsidP="006974AE">
      <w:r>
        <w:t>793.8874</w:t>
      </w:r>
      <w:r>
        <w:tab/>
        <w:t>1.013e0</w:t>
      </w:r>
    </w:p>
    <w:p w:rsidR="006974AE" w:rsidRDefault="006974AE" w:rsidP="006974AE">
      <w:r>
        <w:t>793.9213</w:t>
      </w:r>
      <w:r>
        <w:tab/>
        <w:t>1.013e0</w:t>
      </w:r>
    </w:p>
    <w:p w:rsidR="006974AE" w:rsidRDefault="006974AE" w:rsidP="006974AE">
      <w:r>
        <w:t>793.9387</w:t>
      </w:r>
      <w:r>
        <w:tab/>
        <w:t>1.013e0</w:t>
      </w:r>
    </w:p>
    <w:p w:rsidR="006974AE" w:rsidRDefault="006974AE" w:rsidP="006974AE">
      <w:r>
        <w:t>794.0201</w:t>
      </w:r>
      <w:r>
        <w:tab/>
        <w:t>1.013e0</w:t>
      </w:r>
    </w:p>
    <w:p w:rsidR="006974AE" w:rsidRDefault="006974AE" w:rsidP="006974AE">
      <w:r>
        <w:t>794.0238</w:t>
      </w:r>
      <w:r>
        <w:tab/>
        <w:t>1.013e0</w:t>
      </w:r>
    </w:p>
    <w:p w:rsidR="006974AE" w:rsidRDefault="006974AE" w:rsidP="006974AE">
      <w:r>
        <w:t>794.0325</w:t>
      </w:r>
      <w:r>
        <w:tab/>
        <w:t>1.013e0</w:t>
      </w:r>
    </w:p>
    <w:p w:rsidR="006974AE" w:rsidRDefault="006974AE" w:rsidP="006974AE">
      <w:r>
        <w:t>794.0459</w:t>
      </w:r>
      <w:r>
        <w:tab/>
        <w:t>1.013e0</w:t>
      </w:r>
    </w:p>
    <w:p w:rsidR="006974AE" w:rsidRDefault="006974AE" w:rsidP="006974AE">
      <w:r>
        <w:t>794.0635</w:t>
      </w:r>
      <w:r>
        <w:tab/>
        <w:t>3.165e0</w:t>
      </w:r>
    </w:p>
    <w:p w:rsidR="006974AE" w:rsidRDefault="006974AE" w:rsidP="006974AE">
      <w:r>
        <w:lastRenderedPageBreak/>
        <w:t>794.0773</w:t>
      </w:r>
      <w:r>
        <w:tab/>
        <w:t>4.051e0</w:t>
      </w:r>
    </w:p>
    <w:p w:rsidR="006974AE" w:rsidRDefault="006974AE" w:rsidP="006974AE">
      <w:r>
        <w:t>794.1652</w:t>
      </w:r>
      <w:r>
        <w:tab/>
        <w:t>2.025e0</w:t>
      </w:r>
    </w:p>
    <w:p w:rsidR="006974AE" w:rsidRDefault="006974AE" w:rsidP="006974AE">
      <w:r>
        <w:t>794.1711</w:t>
      </w:r>
      <w:r>
        <w:tab/>
        <w:t>2.025e0</w:t>
      </w:r>
    </w:p>
    <w:p w:rsidR="006974AE" w:rsidRDefault="006974AE" w:rsidP="006974AE">
      <w:r>
        <w:t>794.2279</w:t>
      </w:r>
      <w:r>
        <w:tab/>
        <w:t>1.013e0</w:t>
      </w:r>
    </w:p>
    <w:p w:rsidR="006974AE" w:rsidRDefault="006974AE" w:rsidP="006974AE">
      <w:r>
        <w:t>794.2451</w:t>
      </w:r>
      <w:r>
        <w:tab/>
        <w:t>2.025e0</w:t>
      </w:r>
    </w:p>
    <w:p w:rsidR="006974AE" w:rsidRDefault="006974AE" w:rsidP="006974AE">
      <w:r>
        <w:t>794.2612</w:t>
      </w:r>
      <w:r>
        <w:tab/>
        <w:t>1.013e0</w:t>
      </w:r>
    </w:p>
    <w:p w:rsidR="006974AE" w:rsidRDefault="006974AE" w:rsidP="006974AE">
      <w:r>
        <w:t>794.2959</w:t>
      </w:r>
      <w:r>
        <w:tab/>
        <w:t>1.013e0</w:t>
      </w:r>
    </w:p>
    <w:p w:rsidR="006974AE" w:rsidRDefault="006974AE" w:rsidP="006974AE">
      <w:r>
        <w:t>794.3290</w:t>
      </w:r>
      <w:r>
        <w:tab/>
        <w:t>1.013e0</w:t>
      </w:r>
    </w:p>
    <w:p w:rsidR="006974AE" w:rsidRDefault="006974AE" w:rsidP="006974AE">
      <w:r>
        <w:t>794.3339</w:t>
      </w:r>
      <w:r>
        <w:tab/>
        <w:t>2.025e0</w:t>
      </w:r>
    </w:p>
    <w:p w:rsidR="006974AE" w:rsidRDefault="006974AE" w:rsidP="006974AE">
      <w:r>
        <w:t>794.3540</w:t>
      </w:r>
      <w:r>
        <w:tab/>
        <w:t>1.013e0</w:t>
      </w:r>
    </w:p>
    <w:p w:rsidR="006974AE" w:rsidRDefault="006974AE" w:rsidP="006974AE">
      <w:r>
        <w:t>794.3921</w:t>
      </w:r>
      <w:r>
        <w:tab/>
        <w:t>3.335e0</w:t>
      </w:r>
    </w:p>
    <w:p w:rsidR="006974AE" w:rsidRDefault="006974AE" w:rsidP="006974AE">
      <w:r>
        <w:t>794.4001</w:t>
      </w:r>
      <w:r>
        <w:tab/>
        <w:t>4.051e0</w:t>
      </w:r>
    </w:p>
    <w:p w:rsidR="006974AE" w:rsidRDefault="006974AE" w:rsidP="006974AE">
      <w:r>
        <w:t>794.4063</w:t>
      </w:r>
      <w:r>
        <w:tab/>
        <w:t>3.038e0</w:t>
      </w:r>
    </w:p>
    <w:p w:rsidR="006974AE" w:rsidRDefault="006974AE" w:rsidP="006974AE">
      <w:r>
        <w:t>794.4086</w:t>
      </w:r>
      <w:r>
        <w:tab/>
        <w:t>1.890e0</w:t>
      </w:r>
    </w:p>
    <w:p w:rsidR="006974AE" w:rsidRDefault="006974AE" w:rsidP="006974AE">
      <w:r>
        <w:t>794.4436</w:t>
      </w:r>
      <w:r>
        <w:tab/>
        <w:t>2.203e0</w:t>
      </w:r>
    </w:p>
    <w:p w:rsidR="006974AE" w:rsidRDefault="006974AE" w:rsidP="006974AE">
      <w:r>
        <w:t>794.5148</w:t>
      </w:r>
      <w:r>
        <w:tab/>
        <w:t>2.025e0</w:t>
      </w:r>
    </w:p>
    <w:p w:rsidR="006974AE" w:rsidRDefault="006974AE" w:rsidP="006974AE">
      <w:r>
        <w:t>794.5550</w:t>
      </w:r>
      <w:r>
        <w:tab/>
        <w:t>2.025e0</w:t>
      </w:r>
    </w:p>
    <w:p w:rsidR="006974AE" w:rsidRDefault="006974AE" w:rsidP="006974AE">
      <w:r>
        <w:t>794.5828</w:t>
      </w:r>
      <w:r>
        <w:tab/>
        <w:t>1.013e0</w:t>
      </w:r>
    </w:p>
    <w:p w:rsidR="006974AE" w:rsidRDefault="006974AE" w:rsidP="006974AE">
      <w:r>
        <w:t>794.6188</w:t>
      </w:r>
      <w:r>
        <w:tab/>
        <w:t>1.013e0</w:t>
      </w:r>
    </w:p>
    <w:p w:rsidR="006974AE" w:rsidRDefault="006974AE" w:rsidP="006974AE">
      <w:r>
        <w:lastRenderedPageBreak/>
        <w:t>794.6488</w:t>
      </w:r>
      <w:r>
        <w:tab/>
        <w:t>1.013e0</w:t>
      </w:r>
    </w:p>
    <w:p w:rsidR="006974AE" w:rsidRDefault="006974AE" w:rsidP="006974AE">
      <w:r>
        <w:t>794.6631</w:t>
      </w:r>
      <w:r>
        <w:tab/>
        <w:t>1.013e0</w:t>
      </w:r>
    </w:p>
    <w:p w:rsidR="006974AE" w:rsidRDefault="006974AE" w:rsidP="006974AE">
      <w:r>
        <w:t>794.6890</w:t>
      </w:r>
      <w:r>
        <w:tab/>
        <w:t>2.025e0</w:t>
      </w:r>
    </w:p>
    <w:p w:rsidR="006974AE" w:rsidRDefault="006974AE" w:rsidP="006974AE">
      <w:r>
        <w:t>794.7034</w:t>
      </w:r>
      <w:r>
        <w:tab/>
        <w:t>1.013e0</w:t>
      </w:r>
    </w:p>
    <w:p w:rsidR="006974AE" w:rsidRDefault="006974AE" w:rsidP="006974AE">
      <w:r>
        <w:t>794.7158</w:t>
      </w:r>
      <w:r>
        <w:tab/>
        <w:t>1.013e0</w:t>
      </w:r>
    </w:p>
    <w:p w:rsidR="006974AE" w:rsidRDefault="006974AE" w:rsidP="006974AE">
      <w:r>
        <w:t>794.7696</w:t>
      </w:r>
      <w:r>
        <w:tab/>
        <w:t>1.013e0</w:t>
      </w:r>
    </w:p>
    <w:p w:rsidR="006974AE" w:rsidRDefault="006974AE" w:rsidP="006974AE">
      <w:r>
        <w:t>794.8106</w:t>
      </w:r>
      <w:r>
        <w:tab/>
        <w:t>1.013e0</w:t>
      </w:r>
    </w:p>
    <w:p w:rsidR="006974AE" w:rsidRDefault="006974AE" w:rsidP="006974AE">
      <w:r>
        <w:t>794.8499</w:t>
      </w:r>
      <w:r>
        <w:tab/>
        <w:t>1.013e0</w:t>
      </w:r>
    </w:p>
    <w:p w:rsidR="006974AE" w:rsidRDefault="006974AE" w:rsidP="006974AE">
      <w:r>
        <w:t>794.8564</w:t>
      </w:r>
      <w:r>
        <w:tab/>
        <w:t>1.013e0</w:t>
      </w:r>
    </w:p>
    <w:p w:rsidR="006974AE" w:rsidRDefault="006974AE" w:rsidP="006974AE">
      <w:r>
        <w:t>794.8632</w:t>
      </w:r>
      <w:r>
        <w:tab/>
        <w:t>1.013e0</w:t>
      </w:r>
    </w:p>
    <w:p w:rsidR="006974AE" w:rsidRDefault="006974AE" w:rsidP="006974AE">
      <w:r>
        <w:t>794.8911</w:t>
      </w:r>
      <w:r>
        <w:tab/>
        <w:t>1.013e0</w:t>
      </w:r>
    </w:p>
    <w:p w:rsidR="006974AE" w:rsidRDefault="006974AE" w:rsidP="006974AE">
      <w:r>
        <w:t>794.9756</w:t>
      </w:r>
      <w:r>
        <w:tab/>
        <w:t>4.051e0</w:t>
      </w:r>
    </w:p>
    <w:p w:rsidR="006974AE" w:rsidRDefault="006974AE" w:rsidP="006974AE">
      <w:r>
        <w:t>795.0107</w:t>
      </w:r>
      <w:r>
        <w:tab/>
        <w:t>2.025e0</w:t>
      </w:r>
    </w:p>
    <w:p w:rsidR="006974AE" w:rsidRDefault="006974AE" w:rsidP="006974AE">
      <w:r>
        <w:t>795.0244</w:t>
      </w:r>
      <w:r>
        <w:tab/>
        <w:t>1.013e0</w:t>
      </w:r>
    </w:p>
    <w:p w:rsidR="006974AE" w:rsidRDefault="006974AE" w:rsidP="006974AE">
      <w:r>
        <w:t>795.0375</w:t>
      </w:r>
      <w:r>
        <w:tab/>
        <w:t>1.013e0</w:t>
      </w:r>
    </w:p>
    <w:p w:rsidR="006974AE" w:rsidRDefault="006974AE" w:rsidP="006974AE">
      <w:r>
        <w:t>795.0778</w:t>
      </w:r>
      <w:r>
        <w:tab/>
        <w:t>1.013e0</w:t>
      </w:r>
    </w:p>
    <w:p w:rsidR="006974AE" w:rsidRDefault="006974AE" w:rsidP="006974AE">
      <w:r>
        <w:t>795.0924</w:t>
      </w:r>
      <w:r>
        <w:tab/>
        <w:t>2.025e0</w:t>
      </w:r>
    </w:p>
    <w:p w:rsidR="006974AE" w:rsidRDefault="006974AE" w:rsidP="006974AE">
      <w:r>
        <w:t>795.1381</w:t>
      </w:r>
      <w:r>
        <w:tab/>
        <w:t>2.025e0</w:t>
      </w:r>
    </w:p>
    <w:p w:rsidR="006974AE" w:rsidRDefault="006974AE" w:rsidP="006974AE">
      <w:r>
        <w:t>795.1455</w:t>
      </w:r>
      <w:r>
        <w:tab/>
        <w:t>3.038e0</w:t>
      </w:r>
    </w:p>
    <w:p w:rsidR="006974AE" w:rsidRDefault="006974AE" w:rsidP="006974AE">
      <w:r>
        <w:lastRenderedPageBreak/>
        <w:t>795.1740</w:t>
      </w:r>
      <w:r>
        <w:tab/>
        <w:t>2.025e0</w:t>
      </w:r>
    </w:p>
    <w:p w:rsidR="006974AE" w:rsidRDefault="006974AE" w:rsidP="006974AE">
      <w:r>
        <w:t>795.2128</w:t>
      </w:r>
      <w:r>
        <w:tab/>
        <w:t>1.013e0</w:t>
      </w:r>
    </w:p>
    <w:p w:rsidR="006974AE" w:rsidRDefault="006974AE" w:rsidP="006974AE">
      <w:r>
        <w:t>795.2253</w:t>
      </w:r>
      <w:r>
        <w:tab/>
        <w:t>1.013e0</w:t>
      </w:r>
    </w:p>
    <w:p w:rsidR="006974AE" w:rsidRDefault="006974AE" w:rsidP="006974AE">
      <w:r>
        <w:t>795.2521</w:t>
      </w:r>
      <w:r>
        <w:tab/>
        <w:t>1.013e0</w:t>
      </w:r>
    </w:p>
    <w:p w:rsidR="006974AE" w:rsidRDefault="006974AE" w:rsidP="006974AE">
      <w:r>
        <w:t>795.2686</w:t>
      </w:r>
      <w:r>
        <w:tab/>
        <w:t>3.038e0</w:t>
      </w:r>
    </w:p>
    <w:p w:rsidR="006974AE" w:rsidRDefault="006974AE" w:rsidP="006974AE">
      <w:r>
        <w:t>795.2799</w:t>
      </w:r>
      <w:r>
        <w:tab/>
        <w:t>1.013e0</w:t>
      </w:r>
    </w:p>
    <w:p w:rsidR="006974AE" w:rsidRDefault="006974AE" w:rsidP="006974AE">
      <w:r>
        <w:t>795.3389</w:t>
      </w:r>
      <w:r>
        <w:tab/>
        <w:t>3.038e0</w:t>
      </w:r>
    </w:p>
    <w:p w:rsidR="006974AE" w:rsidRDefault="006974AE" w:rsidP="006974AE">
      <w:r>
        <w:t>795.3475</w:t>
      </w:r>
      <w:r>
        <w:tab/>
        <w:t>1.013e0</w:t>
      </w:r>
    </w:p>
    <w:p w:rsidR="006974AE" w:rsidRDefault="006974AE" w:rsidP="006974AE">
      <w:r>
        <w:t>795.3607</w:t>
      </w:r>
      <w:r>
        <w:tab/>
        <w:t>2.025e0</w:t>
      </w:r>
    </w:p>
    <w:p w:rsidR="006974AE" w:rsidRDefault="006974AE" w:rsidP="006974AE">
      <w:r>
        <w:t>795.3661</w:t>
      </w:r>
      <w:r>
        <w:tab/>
        <w:t>2.025e0</w:t>
      </w:r>
    </w:p>
    <w:p w:rsidR="006974AE" w:rsidRDefault="006974AE" w:rsidP="006974AE">
      <w:r>
        <w:t>795.3738</w:t>
      </w:r>
      <w:r>
        <w:tab/>
        <w:t>1.447e0</w:t>
      </w:r>
    </w:p>
    <w:p w:rsidR="006974AE" w:rsidRDefault="006974AE" w:rsidP="006974AE">
      <w:r>
        <w:t>795.4379</w:t>
      </w:r>
      <w:r>
        <w:tab/>
        <w:t>2.025e0</w:t>
      </w:r>
    </w:p>
    <w:p w:rsidR="006974AE" w:rsidRDefault="006974AE" w:rsidP="006974AE">
      <w:r>
        <w:t>795.4401</w:t>
      </w:r>
      <w:r>
        <w:tab/>
        <w:t>2.203e0</w:t>
      </w:r>
    </w:p>
    <w:p w:rsidR="006974AE" w:rsidRDefault="006974AE" w:rsidP="006974AE">
      <w:r>
        <w:t>795.4848</w:t>
      </w:r>
      <w:r>
        <w:tab/>
        <w:t>1.013e0</w:t>
      </w:r>
    </w:p>
    <w:p w:rsidR="006974AE" w:rsidRDefault="006974AE" w:rsidP="006974AE">
      <w:r>
        <w:t>795.4935</w:t>
      </w:r>
      <w:r>
        <w:tab/>
        <w:t>1.013e0</w:t>
      </w:r>
    </w:p>
    <w:p w:rsidR="006974AE" w:rsidRDefault="006974AE" w:rsidP="006974AE">
      <w:r>
        <w:t>795.5010</w:t>
      </w:r>
      <w:r>
        <w:tab/>
        <w:t>1.013e0</w:t>
      </w:r>
    </w:p>
    <w:p w:rsidR="006974AE" w:rsidRDefault="006974AE" w:rsidP="006974AE">
      <w:r>
        <w:t>795.5214</w:t>
      </w:r>
      <w:r>
        <w:tab/>
        <w:t>1.013e0</w:t>
      </w:r>
    </w:p>
    <w:p w:rsidR="006974AE" w:rsidRDefault="006974AE" w:rsidP="006974AE">
      <w:r>
        <w:t>795.5485</w:t>
      </w:r>
      <w:r>
        <w:tab/>
        <w:t>2.025e0</w:t>
      </w:r>
    </w:p>
    <w:p w:rsidR="006974AE" w:rsidRDefault="006974AE" w:rsidP="006974AE">
      <w:r>
        <w:t>795.5740</w:t>
      </w:r>
      <w:r>
        <w:tab/>
        <w:t>1.013e0</w:t>
      </w:r>
    </w:p>
    <w:p w:rsidR="006974AE" w:rsidRDefault="006974AE" w:rsidP="006974AE">
      <w:r>
        <w:lastRenderedPageBreak/>
        <w:t>795.6153</w:t>
      </w:r>
      <w:r>
        <w:tab/>
        <w:t>1.013e0</w:t>
      </w:r>
    </w:p>
    <w:p w:rsidR="006974AE" w:rsidRDefault="006974AE" w:rsidP="006974AE">
      <w:r>
        <w:t>795.6422</w:t>
      </w:r>
      <w:r>
        <w:tab/>
        <w:t>1.013e0</w:t>
      </w:r>
    </w:p>
    <w:p w:rsidR="006974AE" w:rsidRDefault="006974AE" w:rsidP="006974AE">
      <w:r>
        <w:t>795.6545</w:t>
      </w:r>
      <w:r>
        <w:tab/>
        <w:t>1.013e0</w:t>
      </w:r>
    </w:p>
    <w:p w:rsidR="006974AE" w:rsidRDefault="006974AE" w:rsidP="006974AE">
      <w:r>
        <w:t>795.6680</w:t>
      </w:r>
      <w:r>
        <w:tab/>
        <w:t>1.013e0</w:t>
      </w:r>
    </w:p>
    <w:p w:rsidR="006974AE" w:rsidRDefault="006974AE" w:rsidP="006974AE">
      <w:r>
        <w:t>795.6779</w:t>
      </w:r>
      <w:r>
        <w:tab/>
        <w:t>2.025e0</w:t>
      </w:r>
    </w:p>
    <w:p w:rsidR="006974AE" w:rsidRDefault="006974AE" w:rsidP="006974AE">
      <w:r>
        <w:t>795.7062</w:t>
      </w:r>
      <w:r>
        <w:tab/>
        <w:t>1.013e0</w:t>
      </w:r>
    </w:p>
    <w:p w:rsidR="006974AE" w:rsidRDefault="006974AE" w:rsidP="006974AE">
      <w:r>
        <w:t>795.7614</w:t>
      </w:r>
      <w:r>
        <w:tab/>
        <w:t>2.025e0</w:t>
      </w:r>
    </w:p>
    <w:p w:rsidR="006974AE" w:rsidRDefault="006974AE" w:rsidP="006974AE">
      <w:r>
        <w:t>795.7629</w:t>
      </w:r>
      <w:r>
        <w:tab/>
        <w:t>1.013e0</w:t>
      </w:r>
    </w:p>
    <w:p w:rsidR="006974AE" w:rsidRDefault="006974AE" w:rsidP="006974AE">
      <w:r>
        <w:t>795.7763</w:t>
      </w:r>
      <w:r>
        <w:tab/>
        <w:t>1.013e0</w:t>
      </w:r>
    </w:p>
    <w:p w:rsidR="006974AE" w:rsidRDefault="006974AE" w:rsidP="006974AE">
      <w:r>
        <w:t>795.8022</w:t>
      </w:r>
      <w:r>
        <w:tab/>
        <w:t>2.025e0</w:t>
      </w:r>
    </w:p>
    <w:p w:rsidR="006974AE" w:rsidRDefault="006974AE" w:rsidP="006974AE">
      <w:r>
        <w:t>795.8484</w:t>
      </w:r>
      <w:r>
        <w:tab/>
        <w:t>2.025e0</w:t>
      </w:r>
    </w:p>
    <w:p w:rsidR="006974AE" w:rsidRDefault="006974AE" w:rsidP="006974AE">
      <w:r>
        <w:t>795.8827</w:t>
      </w:r>
      <w:r>
        <w:tab/>
        <w:t>1.013e0</w:t>
      </w:r>
    </w:p>
    <w:p w:rsidR="006974AE" w:rsidRDefault="006974AE" w:rsidP="006974AE">
      <w:r>
        <w:t>795.9642</w:t>
      </w:r>
      <w:r>
        <w:tab/>
        <w:t>1.013e0</w:t>
      </w:r>
    </w:p>
    <w:p w:rsidR="006974AE" w:rsidRDefault="006974AE" w:rsidP="006974AE">
      <w:r>
        <w:t>795.9777</w:t>
      </w:r>
      <w:r>
        <w:tab/>
        <w:t>1.013e0</w:t>
      </w:r>
    </w:p>
    <w:p w:rsidR="006974AE" w:rsidRDefault="006974AE" w:rsidP="006974AE">
      <w:r>
        <w:t>796.0237</w:t>
      </w:r>
      <w:r>
        <w:tab/>
        <w:t>2.025e0</w:t>
      </w:r>
    </w:p>
    <w:p w:rsidR="006974AE" w:rsidRDefault="006974AE" w:rsidP="006974AE">
      <w:r>
        <w:t>796.0624</w:t>
      </w:r>
      <w:r>
        <w:tab/>
        <w:t>1.013e0</w:t>
      </w:r>
    </w:p>
    <w:p w:rsidR="006974AE" w:rsidRDefault="006974AE" w:rsidP="006974AE">
      <w:r>
        <w:t>796.1305</w:t>
      </w:r>
      <w:r>
        <w:tab/>
        <w:t>1.013e0</w:t>
      </w:r>
    </w:p>
    <w:p w:rsidR="006974AE" w:rsidRDefault="006974AE" w:rsidP="006974AE">
      <w:r>
        <w:t>796.1358</w:t>
      </w:r>
      <w:r>
        <w:tab/>
        <w:t>3.038e0</w:t>
      </w:r>
    </w:p>
    <w:p w:rsidR="006974AE" w:rsidRDefault="006974AE" w:rsidP="006974AE">
      <w:r>
        <w:t>796.1801</w:t>
      </w:r>
      <w:r>
        <w:tab/>
        <w:t>3.038e0</w:t>
      </w:r>
    </w:p>
    <w:p w:rsidR="006974AE" w:rsidRDefault="006974AE" w:rsidP="006974AE">
      <w:r>
        <w:lastRenderedPageBreak/>
        <w:t>796.2653</w:t>
      </w:r>
      <w:r>
        <w:tab/>
        <w:t>2.025e0</w:t>
      </w:r>
    </w:p>
    <w:p w:rsidR="006974AE" w:rsidRDefault="006974AE" w:rsidP="006974AE">
      <w:r>
        <w:t>796.2664</w:t>
      </w:r>
      <w:r>
        <w:tab/>
        <w:t>1.013e0</w:t>
      </w:r>
    </w:p>
    <w:p w:rsidR="006974AE" w:rsidRDefault="006974AE" w:rsidP="006974AE">
      <w:r>
        <w:t>796.2864</w:t>
      </w:r>
      <w:r>
        <w:tab/>
        <w:t>1.013e0</w:t>
      </w:r>
    </w:p>
    <w:p w:rsidR="006974AE" w:rsidRDefault="006974AE" w:rsidP="006974AE">
      <w:r>
        <w:t>796.2999</w:t>
      </w:r>
      <w:r>
        <w:tab/>
        <w:t>1.013e0</w:t>
      </w:r>
    </w:p>
    <w:p w:rsidR="006974AE" w:rsidRDefault="006974AE" w:rsidP="006974AE">
      <w:r>
        <w:t>796.3483</w:t>
      </w:r>
      <w:r>
        <w:tab/>
        <w:t>3.038e0</w:t>
      </w:r>
    </w:p>
    <w:p w:rsidR="006974AE" w:rsidRDefault="006974AE" w:rsidP="006974AE">
      <w:r>
        <w:t>796.3593</w:t>
      </w:r>
      <w:r>
        <w:tab/>
        <w:t>1.386e0</w:t>
      </w:r>
    </w:p>
    <w:p w:rsidR="006974AE" w:rsidRDefault="006974AE" w:rsidP="006974AE">
      <w:r>
        <w:t>796.3782</w:t>
      </w:r>
      <w:r>
        <w:tab/>
        <w:t>4.051e0</w:t>
      </w:r>
    </w:p>
    <w:p w:rsidR="006974AE" w:rsidRDefault="006974AE" w:rsidP="006974AE">
      <w:r>
        <w:t>796.3843</w:t>
      </w:r>
      <w:r>
        <w:tab/>
        <w:t>1.013e0</w:t>
      </w:r>
    </w:p>
    <w:p w:rsidR="006974AE" w:rsidRDefault="006974AE" w:rsidP="006974AE">
      <w:r>
        <w:t>796.4101</w:t>
      </w:r>
      <w:r>
        <w:tab/>
        <w:t>3.038e0</w:t>
      </w:r>
    </w:p>
    <w:p w:rsidR="006974AE" w:rsidRDefault="006974AE" w:rsidP="006974AE">
      <w:r>
        <w:t>796.4289</w:t>
      </w:r>
      <w:r>
        <w:tab/>
        <w:t>7.698e0</w:t>
      </w:r>
    </w:p>
    <w:p w:rsidR="006974AE" w:rsidRDefault="006974AE" w:rsidP="006974AE">
      <w:r>
        <w:t>796.4357</w:t>
      </w:r>
      <w:r>
        <w:tab/>
        <w:t>3.038e0</w:t>
      </w:r>
    </w:p>
    <w:p w:rsidR="006974AE" w:rsidRDefault="006974AE" w:rsidP="006974AE">
      <w:r>
        <w:t>796.4651</w:t>
      </w:r>
      <w:r>
        <w:tab/>
        <w:t>3.038e0</w:t>
      </w:r>
    </w:p>
    <w:p w:rsidR="006974AE" w:rsidRDefault="006974AE" w:rsidP="006974AE">
      <w:r>
        <w:t>796.5028</w:t>
      </w:r>
      <w:r>
        <w:tab/>
        <w:t>1.013e0</w:t>
      </w:r>
    </w:p>
    <w:p w:rsidR="006974AE" w:rsidRDefault="006974AE" w:rsidP="006974AE">
      <w:r>
        <w:t>796.5385</w:t>
      </w:r>
      <w:r>
        <w:tab/>
        <w:t>1.013e0</w:t>
      </w:r>
    </w:p>
    <w:p w:rsidR="006974AE" w:rsidRDefault="006974AE" w:rsidP="006974AE">
      <w:r>
        <w:t>796.5416</w:t>
      </w:r>
      <w:r>
        <w:tab/>
        <w:t>1.013e0</w:t>
      </w:r>
    </w:p>
    <w:p w:rsidR="006974AE" w:rsidRDefault="006974AE" w:rsidP="006974AE">
      <w:r>
        <w:t>796.5809</w:t>
      </w:r>
      <w:r>
        <w:tab/>
        <w:t>1.013e0</w:t>
      </w:r>
    </w:p>
    <w:p w:rsidR="006974AE" w:rsidRDefault="006974AE" w:rsidP="006974AE">
      <w:r>
        <w:t>796.6223</w:t>
      </w:r>
      <w:r>
        <w:tab/>
        <w:t>1.013e0</w:t>
      </w:r>
    </w:p>
    <w:p w:rsidR="006974AE" w:rsidRDefault="006974AE" w:rsidP="006974AE">
      <w:r>
        <w:t>796.6548</w:t>
      </w:r>
      <w:r>
        <w:tab/>
        <w:t>2.025e0</w:t>
      </w:r>
    </w:p>
    <w:p w:rsidR="006974AE" w:rsidRDefault="006974AE" w:rsidP="006974AE">
      <w:r>
        <w:t>796.7086</w:t>
      </w:r>
      <w:r>
        <w:tab/>
        <w:t>2.025e0</w:t>
      </w:r>
    </w:p>
    <w:p w:rsidR="006974AE" w:rsidRDefault="006974AE" w:rsidP="006974AE">
      <w:r>
        <w:lastRenderedPageBreak/>
        <w:t>796.7153</w:t>
      </w:r>
      <w:r>
        <w:tab/>
        <w:t>3.038e0</w:t>
      </w:r>
    </w:p>
    <w:p w:rsidR="006974AE" w:rsidRDefault="006974AE" w:rsidP="006974AE">
      <w:r>
        <w:t>796.7284</w:t>
      </w:r>
      <w:r>
        <w:tab/>
        <w:t>2.025e0</w:t>
      </w:r>
    </w:p>
    <w:p w:rsidR="006974AE" w:rsidRDefault="006974AE" w:rsidP="006974AE">
      <w:r>
        <w:t>796.7363</w:t>
      </w:r>
      <w:r>
        <w:tab/>
        <w:t>2.025e0</w:t>
      </w:r>
    </w:p>
    <w:p w:rsidR="006974AE" w:rsidRDefault="006974AE" w:rsidP="006974AE">
      <w:r>
        <w:t>796.7825</w:t>
      </w:r>
      <w:r>
        <w:tab/>
        <w:t>1.013e0</w:t>
      </w:r>
    </w:p>
    <w:p w:rsidR="006974AE" w:rsidRDefault="006974AE" w:rsidP="006974AE">
      <w:r>
        <w:t>796.7969</w:t>
      </w:r>
      <w:r>
        <w:tab/>
        <w:t>1.013e0</w:t>
      </w:r>
    </w:p>
    <w:p w:rsidR="006974AE" w:rsidRDefault="006974AE" w:rsidP="006974AE">
      <w:r>
        <w:t>796.9285</w:t>
      </w:r>
      <w:r>
        <w:tab/>
        <w:t>1.013e0</w:t>
      </w:r>
    </w:p>
    <w:p w:rsidR="006974AE" w:rsidRDefault="006974AE" w:rsidP="006974AE">
      <w:r>
        <w:t>796.9716</w:t>
      </w:r>
      <w:r>
        <w:tab/>
        <w:t>1.013e0</w:t>
      </w:r>
    </w:p>
    <w:p w:rsidR="006974AE" w:rsidRDefault="006974AE" w:rsidP="006974AE">
      <w:r>
        <w:t>796.9975</w:t>
      </w:r>
      <w:r>
        <w:tab/>
        <w:t>1.013e0</w:t>
      </w:r>
    </w:p>
    <w:p w:rsidR="006974AE" w:rsidRDefault="006974AE" w:rsidP="006974AE">
      <w:r>
        <w:t>797.0244</w:t>
      </w:r>
      <w:r>
        <w:tab/>
        <w:t>1.013e0</w:t>
      </w:r>
    </w:p>
    <w:p w:rsidR="006974AE" w:rsidRDefault="006974AE" w:rsidP="006974AE">
      <w:r>
        <w:t>797.0469</w:t>
      </w:r>
      <w:r>
        <w:tab/>
        <w:t>1.013e0</w:t>
      </w:r>
    </w:p>
    <w:p w:rsidR="006974AE" w:rsidRDefault="006974AE" w:rsidP="006974AE">
      <w:r>
        <w:t>797.0657</w:t>
      </w:r>
      <w:r>
        <w:tab/>
        <w:t>1.013e0</w:t>
      </w:r>
    </w:p>
    <w:p w:rsidR="006974AE" w:rsidRDefault="006974AE" w:rsidP="006974AE">
      <w:r>
        <w:t>797.1050</w:t>
      </w:r>
      <w:r>
        <w:tab/>
        <w:t>1.013e0</w:t>
      </w:r>
    </w:p>
    <w:p w:rsidR="006974AE" w:rsidRDefault="006974AE" w:rsidP="006974AE">
      <w:r>
        <w:t>797.1323</w:t>
      </w:r>
      <w:r>
        <w:tab/>
        <w:t>3.038e0</w:t>
      </w:r>
    </w:p>
    <w:p w:rsidR="006974AE" w:rsidRDefault="006974AE" w:rsidP="006974AE">
      <w:r>
        <w:t>797.2174</w:t>
      </w:r>
      <w:r>
        <w:tab/>
        <w:t>1.013e0</w:t>
      </w:r>
    </w:p>
    <w:p w:rsidR="006974AE" w:rsidRDefault="006974AE" w:rsidP="006974AE">
      <w:r>
        <w:t>797.2336</w:t>
      </w:r>
      <w:r>
        <w:tab/>
        <w:t>1.013e0</w:t>
      </w:r>
    </w:p>
    <w:p w:rsidR="006974AE" w:rsidRDefault="006974AE" w:rsidP="006974AE">
      <w:r>
        <w:t>797.2742</w:t>
      </w:r>
      <w:r>
        <w:tab/>
        <w:t>2.025e0</w:t>
      </w:r>
    </w:p>
    <w:p w:rsidR="006974AE" w:rsidRDefault="006974AE" w:rsidP="006974AE">
      <w:r>
        <w:t>797.3016</w:t>
      </w:r>
      <w:r>
        <w:tab/>
        <w:t>1.013e0</w:t>
      </w:r>
    </w:p>
    <w:p w:rsidR="006974AE" w:rsidRDefault="006974AE" w:rsidP="006974AE">
      <w:r>
        <w:t>797.3194</w:t>
      </w:r>
      <w:r>
        <w:tab/>
        <w:t>1.013e0</w:t>
      </w:r>
    </w:p>
    <w:p w:rsidR="006974AE" w:rsidRDefault="006974AE" w:rsidP="006974AE">
      <w:r>
        <w:t>797.3211</w:t>
      </w:r>
      <w:r>
        <w:tab/>
        <w:t>1.013e0</w:t>
      </w:r>
    </w:p>
    <w:p w:rsidR="006974AE" w:rsidRDefault="006974AE" w:rsidP="006974AE">
      <w:r>
        <w:lastRenderedPageBreak/>
        <w:t>797.3460</w:t>
      </w:r>
      <w:r>
        <w:tab/>
        <w:t>1.577e0</w:t>
      </w:r>
    </w:p>
    <w:p w:rsidR="006974AE" w:rsidRDefault="006974AE" w:rsidP="006974AE">
      <w:r>
        <w:t>797.3480</w:t>
      </w:r>
      <w:r>
        <w:tab/>
        <w:t>1.013e0</w:t>
      </w:r>
    </w:p>
    <w:p w:rsidR="006974AE" w:rsidRDefault="006974AE" w:rsidP="006974AE">
      <w:r>
        <w:t>797.3578</w:t>
      </w:r>
      <w:r>
        <w:tab/>
        <w:t>2.020e0</w:t>
      </w:r>
    </w:p>
    <w:p w:rsidR="006974AE" w:rsidRDefault="006974AE" w:rsidP="006974AE">
      <w:r>
        <w:t>797.3655</w:t>
      </w:r>
      <w:r>
        <w:tab/>
        <w:t>4.051e0</w:t>
      </w:r>
    </w:p>
    <w:p w:rsidR="006974AE" w:rsidRDefault="006974AE" w:rsidP="006974AE">
      <w:r>
        <w:t>797.3953</w:t>
      </w:r>
      <w:r>
        <w:tab/>
        <w:t>1.861e0</w:t>
      </w:r>
    </w:p>
    <w:p w:rsidR="006974AE" w:rsidRDefault="006974AE" w:rsidP="006974AE">
      <w:r>
        <w:t>797.4546</w:t>
      </w:r>
      <w:r>
        <w:tab/>
        <w:t>2.025e0</w:t>
      </w:r>
    </w:p>
    <w:p w:rsidR="006974AE" w:rsidRDefault="006974AE" w:rsidP="006974AE">
      <w:r>
        <w:t>797.5093</w:t>
      </w:r>
      <w:r>
        <w:tab/>
        <w:t>2.025e0</w:t>
      </w:r>
    </w:p>
    <w:p w:rsidR="006974AE" w:rsidRDefault="006974AE" w:rsidP="006974AE">
      <w:r>
        <w:t>797.5573</w:t>
      </w:r>
      <w:r>
        <w:tab/>
        <w:t>3.038e0</w:t>
      </w:r>
    </w:p>
    <w:p w:rsidR="006974AE" w:rsidRDefault="006974AE" w:rsidP="006974AE">
      <w:r>
        <w:t>797.5621</w:t>
      </w:r>
      <w:r>
        <w:tab/>
        <w:t>1.013e0</w:t>
      </w:r>
    </w:p>
    <w:p w:rsidR="006974AE" w:rsidRDefault="006974AE" w:rsidP="006974AE">
      <w:r>
        <w:t>797.6048</w:t>
      </w:r>
      <w:r>
        <w:tab/>
        <w:t>2.025e0</w:t>
      </w:r>
    </w:p>
    <w:p w:rsidR="006974AE" w:rsidRDefault="006974AE" w:rsidP="006974AE">
      <w:r>
        <w:t>797.6718</w:t>
      </w:r>
      <w:r>
        <w:tab/>
        <w:t>2.025e0</w:t>
      </w:r>
    </w:p>
    <w:p w:rsidR="006974AE" w:rsidRDefault="006974AE" w:rsidP="006974AE">
      <w:r>
        <w:t>797.7170</w:t>
      </w:r>
      <w:r>
        <w:tab/>
        <w:t>2.025e0</w:t>
      </w:r>
    </w:p>
    <w:p w:rsidR="006974AE" w:rsidRDefault="006974AE" w:rsidP="006974AE">
      <w:r>
        <w:t>797.7256</w:t>
      </w:r>
      <w:r>
        <w:tab/>
        <w:t>1.013e0</w:t>
      </w:r>
    </w:p>
    <w:p w:rsidR="006974AE" w:rsidRDefault="006974AE" w:rsidP="006974AE">
      <w:r>
        <w:t>797.7319</w:t>
      </w:r>
      <w:r>
        <w:tab/>
        <w:t>2.025e0</w:t>
      </w:r>
    </w:p>
    <w:p w:rsidR="006974AE" w:rsidRDefault="006974AE" w:rsidP="006974AE">
      <w:r>
        <w:t>797.7604</w:t>
      </w:r>
      <w:r>
        <w:tab/>
        <w:t>1.013e0</w:t>
      </w:r>
    </w:p>
    <w:p w:rsidR="006974AE" w:rsidRDefault="006974AE" w:rsidP="006974AE">
      <w:r>
        <w:t>797.7649</w:t>
      </w:r>
      <w:r>
        <w:tab/>
        <w:t>1.013e0</w:t>
      </w:r>
    </w:p>
    <w:p w:rsidR="006974AE" w:rsidRDefault="006974AE" w:rsidP="006974AE">
      <w:r>
        <w:t>797.8121</w:t>
      </w:r>
      <w:r>
        <w:tab/>
        <w:t>1.013e0</w:t>
      </w:r>
    </w:p>
    <w:p w:rsidR="006974AE" w:rsidRDefault="006974AE" w:rsidP="006974AE">
      <w:r>
        <w:t>797.8450</w:t>
      </w:r>
      <w:r>
        <w:tab/>
        <w:t>2.025e0</w:t>
      </w:r>
    </w:p>
    <w:p w:rsidR="006974AE" w:rsidRDefault="006974AE" w:rsidP="006974AE">
      <w:r>
        <w:t>797.8682</w:t>
      </w:r>
      <w:r>
        <w:tab/>
        <w:t>2.025e0</w:t>
      </w:r>
    </w:p>
    <w:p w:rsidR="006974AE" w:rsidRDefault="006974AE" w:rsidP="006974AE">
      <w:r>
        <w:lastRenderedPageBreak/>
        <w:t>797.8726</w:t>
      </w:r>
      <w:r>
        <w:tab/>
        <w:t>1.013e0</w:t>
      </w:r>
    </w:p>
    <w:p w:rsidR="006974AE" w:rsidRDefault="006974AE" w:rsidP="006974AE">
      <w:r>
        <w:t>797.9398</w:t>
      </w:r>
      <w:r>
        <w:tab/>
        <w:t>1.013e0</w:t>
      </w:r>
    </w:p>
    <w:p w:rsidR="006974AE" w:rsidRDefault="006974AE" w:rsidP="006974AE">
      <w:r>
        <w:t>797.9820</w:t>
      </w:r>
      <w:r>
        <w:tab/>
        <w:t>2.025e0</w:t>
      </w:r>
    </w:p>
    <w:p w:rsidR="006974AE" w:rsidRDefault="006974AE" w:rsidP="006974AE">
      <w:r>
        <w:t>798.0160</w:t>
      </w:r>
      <w:r>
        <w:tab/>
        <w:t>1.013e0</w:t>
      </w:r>
    </w:p>
    <w:p w:rsidR="006974AE" w:rsidRDefault="006974AE" w:rsidP="006974AE">
      <w:r>
        <w:t>798.0195</w:t>
      </w:r>
      <w:r>
        <w:tab/>
        <w:t>1.013e0</w:t>
      </w:r>
    </w:p>
    <w:p w:rsidR="006974AE" w:rsidRDefault="006974AE" w:rsidP="006974AE">
      <w:r>
        <w:t>798.0239</w:t>
      </w:r>
      <w:r>
        <w:tab/>
        <w:t>2.025e0</w:t>
      </w:r>
    </w:p>
    <w:p w:rsidR="006974AE" w:rsidRDefault="006974AE" w:rsidP="006974AE">
      <w:r>
        <w:t>798.0339</w:t>
      </w:r>
      <w:r>
        <w:tab/>
        <w:t>1.013e0</w:t>
      </w:r>
    </w:p>
    <w:p w:rsidR="006974AE" w:rsidRDefault="006974AE" w:rsidP="006974AE">
      <w:r>
        <w:t>798.0744</w:t>
      </w:r>
      <w:r>
        <w:tab/>
        <w:t>1.013e0</w:t>
      </w:r>
    </w:p>
    <w:p w:rsidR="006974AE" w:rsidRDefault="006974AE" w:rsidP="006974AE">
      <w:r>
        <w:t>798.1256</w:t>
      </w:r>
      <w:r>
        <w:tab/>
        <w:t>3.038e0</w:t>
      </w:r>
    </w:p>
    <w:p w:rsidR="006974AE" w:rsidRDefault="006974AE" w:rsidP="006974AE">
      <w:r>
        <w:t>798.1676</w:t>
      </w:r>
      <w:r>
        <w:tab/>
        <w:t>1.013e0</w:t>
      </w:r>
    </w:p>
    <w:p w:rsidR="006974AE" w:rsidRDefault="006974AE" w:rsidP="006974AE">
      <w:r>
        <w:t>798.1727</w:t>
      </w:r>
      <w:r>
        <w:tab/>
        <w:t>1.280e0</w:t>
      </w:r>
    </w:p>
    <w:p w:rsidR="006974AE" w:rsidRDefault="006974AE" w:rsidP="006974AE">
      <w:r>
        <w:t>798.2022</w:t>
      </w:r>
      <w:r>
        <w:tab/>
        <w:t>4.051e0</w:t>
      </w:r>
    </w:p>
    <w:p w:rsidR="006974AE" w:rsidRDefault="006974AE" w:rsidP="006974AE">
      <w:r>
        <w:t>798.2200</w:t>
      </w:r>
      <w:r>
        <w:tab/>
        <w:t>2.025e0</w:t>
      </w:r>
    </w:p>
    <w:p w:rsidR="006974AE" w:rsidRDefault="006974AE" w:rsidP="006974AE">
      <w:r>
        <w:t>798.2437</w:t>
      </w:r>
      <w:r>
        <w:tab/>
        <w:t>2.025e0</w:t>
      </w:r>
    </w:p>
    <w:p w:rsidR="006974AE" w:rsidRDefault="006974AE" w:rsidP="006974AE">
      <w:r>
        <w:t>798.2525</w:t>
      </w:r>
      <w:r>
        <w:tab/>
        <w:t>1.013e0</w:t>
      </w:r>
    </w:p>
    <w:p w:rsidR="006974AE" w:rsidRDefault="006974AE" w:rsidP="006974AE">
      <w:r>
        <w:t>798.2762</w:t>
      </w:r>
      <w:r>
        <w:tab/>
        <w:t>2.025e0</w:t>
      </w:r>
    </w:p>
    <w:p w:rsidR="006974AE" w:rsidRDefault="006974AE" w:rsidP="006974AE">
      <w:r>
        <w:t>798.2797</w:t>
      </w:r>
      <w:r>
        <w:tab/>
        <w:t>3.038e0</w:t>
      </w:r>
    </w:p>
    <w:p w:rsidR="006974AE" w:rsidRDefault="006974AE" w:rsidP="006974AE">
      <w:r>
        <w:t>798.3495</w:t>
      </w:r>
      <w:r>
        <w:tab/>
        <w:t>5.063e0</w:t>
      </w:r>
    </w:p>
    <w:p w:rsidR="006974AE" w:rsidRDefault="006974AE" w:rsidP="006974AE">
      <w:r>
        <w:t>798.3635</w:t>
      </w:r>
      <w:r>
        <w:tab/>
        <w:t>3.730e0</w:t>
      </w:r>
    </w:p>
    <w:p w:rsidR="006974AE" w:rsidRDefault="006974AE" w:rsidP="006974AE">
      <w:r>
        <w:lastRenderedPageBreak/>
        <w:t>798.3829</w:t>
      </w:r>
      <w:r>
        <w:tab/>
        <w:t>1.013e0</w:t>
      </w:r>
    </w:p>
    <w:p w:rsidR="006974AE" w:rsidRDefault="006974AE" w:rsidP="006974AE">
      <w:r>
        <w:t>798.4142</w:t>
      </w:r>
      <w:r>
        <w:tab/>
        <w:t>5.063e0</w:t>
      </w:r>
    </w:p>
    <w:p w:rsidR="006974AE" w:rsidRDefault="006974AE" w:rsidP="006974AE">
      <w:r>
        <w:t>798.4164</w:t>
      </w:r>
      <w:r>
        <w:tab/>
        <w:t>1.981e0</w:t>
      </w:r>
    </w:p>
    <w:p w:rsidR="006974AE" w:rsidRDefault="006974AE" w:rsidP="006974AE">
      <w:r>
        <w:t>798.4647</w:t>
      </w:r>
      <w:r>
        <w:tab/>
        <w:t>1.013e0</w:t>
      </w:r>
    </w:p>
    <w:p w:rsidR="006974AE" w:rsidRDefault="006974AE" w:rsidP="006974AE">
      <w:r>
        <w:t>798.4774</w:t>
      </w:r>
      <w:r>
        <w:tab/>
        <w:t>2.025e0</w:t>
      </w:r>
    </w:p>
    <w:p w:rsidR="006974AE" w:rsidRDefault="006974AE" w:rsidP="006974AE">
      <w:r>
        <w:t>798.4953</w:t>
      </w:r>
      <w:r>
        <w:tab/>
        <w:t>3.038e0</w:t>
      </w:r>
    </w:p>
    <w:p w:rsidR="006974AE" w:rsidRDefault="006974AE" w:rsidP="006974AE">
      <w:r>
        <w:t>798.5051</w:t>
      </w:r>
      <w:r>
        <w:tab/>
        <w:t>1.971e0</w:t>
      </w:r>
    </w:p>
    <w:p w:rsidR="006974AE" w:rsidRDefault="006974AE" w:rsidP="006974AE">
      <w:r>
        <w:t>798.5162</w:t>
      </w:r>
      <w:r>
        <w:tab/>
        <w:t>1.939e0</w:t>
      </w:r>
    </w:p>
    <w:p w:rsidR="006974AE" w:rsidRDefault="006974AE" w:rsidP="006974AE">
      <w:r>
        <w:t>798.5513</w:t>
      </w:r>
      <w:r>
        <w:tab/>
        <w:t>2.025e0</w:t>
      </w:r>
    </w:p>
    <w:p w:rsidR="006974AE" w:rsidRDefault="006974AE" w:rsidP="006974AE">
      <w:r>
        <w:t>798.5822</w:t>
      </w:r>
      <w:r>
        <w:tab/>
        <w:t>2.025e0</w:t>
      </w:r>
    </w:p>
    <w:p w:rsidR="006974AE" w:rsidRDefault="006974AE" w:rsidP="006974AE">
      <w:r>
        <w:t>798.6442</w:t>
      </w:r>
      <w:r>
        <w:tab/>
        <w:t>1.013e0</w:t>
      </w:r>
    </w:p>
    <w:p w:rsidR="006974AE" w:rsidRDefault="006974AE" w:rsidP="006974AE">
      <w:r>
        <w:t>798.6533</w:t>
      </w:r>
      <w:r>
        <w:tab/>
        <w:t>1.013e0</w:t>
      </w:r>
    </w:p>
    <w:p w:rsidR="006974AE" w:rsidRDefault="006974AE" w:rsidP="006974AE">
      <w:r>
        <w:t>798.7061</w:t>
      </w:r>
      <w:r>
        <w:tab/>
        <w:t>1.013e0</w:t>
      </w:r>
    </w:p>
    <w:p w:rsidR="006974AE" w:rsidRDefault="006974AE" w:rsidP="006974AE">
      <w:r>
        <w:t>798.7122</w:t>
      </w:r>
      <w:r>
        <w:tab/>
        <w:t>1.013e0</w:t>
      </w:r>
    </w:p>
    <w:p w:rsidR="006974AE" w:rsidRDefault="006974AE" w:rsidP="006974AE">
      <w:r>
        <w:t>798.7574</w:t>
      </w:r>
      <w:r>
        <w:tab/>
        <w:t>3.188e0</w:t>
      </w:r>
    </w:p>
    <w:p w:rsidR="006974AE" w:rsidRDefault="006974AE" w:rsidP="006974AE">
      <w:r>
        <w:t>798.7625</w:t>
      </w:r>
      <w:r>
        <w:tab/>
        <w:t>1.013e0</w:t>
      </w:r>
    </w:p>
    <w:p w:rsidR="006974AE" w:rsidRDefault="006974AE" w:rsidP="006974AE">
      <w:r>
        <w:t>798.8677</w:t>
      </w:r>
      <w:r>
        <w:tab/>
        <w:t>1.013e0</w:t>
      </w:r>
    </w:p>
    <w:p w:rsidR="006974AE" w:rsidRDefault="006974AE" w:rsidP="006974AE">
      <w:r>
        <w:t>798.8812</w:t>
      </w:r>
      <w:r>
        <w:tab/>
        <w:t>1.013e0</w:t>
      </w:r>
    </w:p>
    <w:p w:rsidR="006974AE" w:rsidRDefault="006974AE" w:rsidP="006974AE">
      <w:r>
        <w:t>798.8957</w:t>
      </w:r>
      <w:r>
        <w:tab/>
        <w:t>1.013e0</w:t>
      </w:r>
    </w:p>
    <w:p w:rsidR="006974AE" w:rsidRDefault="006974AE" w:rsidP="006974AE">
      <w:r>
        <w:lastRenderedPageBreak/>
        <w:t>798.9150</w:t>
      </w:r>
      <w:r>
        <w:tab/>
        <w:t>1.013e0</w:t>
      </w:r>
    </w:p>
    <w:p w:rsidR="006974AE" w:rsidRDefault="006974AE" w:rsidP="006974AE">
      <w:r>
        <w:t>798.9495</w:t>
      </w:r>
      <w:r>
        <w:tab/>
        <w:t>1.013e0</w:t>
      </w:r>
    </w:p>
    <w:p w:rsidR="006974AE" w:rsidRDefault="006974AE" w:rsidP="006974AE">
      <w:r>
        <w:t>799.0005</w:t>
      </w:r>
      <w:r>
        <w:tab/>
        <w:t>1.013e0</w:t>
      </w:r>
    </w:p>
    <w:p w:rsidR="006974AE" w:rsidRDefault="006974AE" w:rsidP="006974AE">
      <w:r>
        <w:t>799.0843</w:t>
      </w:r>
      <w:r>
        <w:tab/>
        <w:t>1.013e0</w:t>
      </w:r>
    </w:p>
    <w:p w:rsidR="006974AE" w:rsidRDefault="006974AE" w:rsidP="006974AE">
      <w:r>
        <w:t>799.1017</w:t>
      </w:r>
      <w:r>
        <w:tab/>
        <w:t>1.013e0</w:t>
      </w:r>
    </w:p>
    <w:p w:rsidR="006974AE" w:rsidRDefault="006974AE" w:rsidP="006974AE">
      <w:r>
        <w:t>799.1064</w:t>
      </w:r>
      <w:r>
        <w:tab/>
        <w:t>3.038e0</w:t>
      </w:r>
    </w:p>
    <w:p w:rsidR="006974AE" w:rsidRDefault="006974AE" w:rsidP="006974AE">
      <w:r>
        <w:t>799.1517</w:t>
      </w:r>
      <w:r>
        <w:tab/>
        <w:t>1.013e0</w:t>
      </w:r>
    </w:p>
    <w:p w:rsidR="006974AE" w:rsidRDefault="006974AE" w:rsidP="006974AE">
      <w:r>
        <w:t>799.2056</w:t>
      </w:r>
      <w:r>
        <w:tab/>
        <w:t>1.013e0</w:t>
      </w:r>
    </w:p>
    <w:p w:rsidR="006974AE" w:rsidRDefault="006974AE" w:rsidP="006974AE">
      <w:r>
        <w:t>799.2211</w:t>
      </w:r>
      <w:r>
        <w:tab/>
        <w:t>1.013e0</w:t>
      </w:r>
    </w:p>
    <w:p w:rsidR="006974AE" w:rsidRDefault="006974AE" w:rsidP="006974AE">
      <w:r>
        <w:t>799.2383</w:t>
      </w:r>
      <w:r>
        <w:tab/>
        <w:t>3.038e0</w:t>
      </w:r>
    </w:p>
    <w:p w:rsidR="006974AE" w:rsidRDefault="006974AE" w:rsidP="006974AE">
      <w:r>
        <w:t>799.2433</w:t>
      </w:r>
      <w:r>
        <w:tab/>
        <w:t>2.952e0</w:t>
      </w:r>
    </w:p>
    <w:p w:rsidR="006974AE" w:rsidRDefault="006974AE" w:rsidP="006974AE">
      <w:r>
        <w:t>799.2585</w:t>
      </w:r>
      <w:r>
        <w:tab/>
        <w:t>1.013e0</w:t>
      </w:r>
    </w:p>
    <w:p w:rsidR="006974AE" w:rsidRDefault="006974AE" w:rsidP="006974AE">
      <w:r>
        <w:t>799.2719</w:t>
      </w:r>
      <w:r>
        <w:tab/>
        <w:t>1.013e0</w:t>
      </w:r>
    </w:p>
    <w:p w:rsidR="006974AE" w:rsidRDefault="006974AE" w:rsidP="006974AE">
      <w:r>
        <w:t>799.2864</w:t>
      </w:r>
      <w:r>
        <w:tab/>
        <w:t>1.013e0</w:t>
      </w:r>
    </w:p>
    <w:p w:rsidR="006974AE" w:rsidRDefault="006974AE" w:rsidP="006974AE">
      <w:r>
        <w:t>799.2935</w:t>
      </w:r>
      <w:r>
        <w:tab/>
        <w:t>4.051e0</w:t>
      </w:r>
    </w:p>
    <w:p w:rsidR="006974AE" w:rsidRDefault="006974AE" w:rsidP="006974AE">
      <w:r>
        <w:t>799.3229</w:t>
      </w:r>
      <w:r>
        <w:tab/>
        <w:t>1.013e0</w:t>
      </w:r>
    </w:p>
    <w:p w:rsidR="006974AE" w:rsidRDefault="006974AE" w:rsidP="006974AE">
      <w:r>
        <w:t>799.3258</w:t>
      </w:r>
      <w:r>
        <w:tab/>
        <w:t>2.025e0</w:t>
      </w:r>
    </w:p>
    <w:p w:rsidR="006974AE" w:rsidRDefault="006974AE" w:rsidP="006974AE">
      <w:r>
        <w:t>799.3393</w:t>
      </w:r>
      <w:r>
        <w:tab/>
        <w:t>1.013e0</w:t>
      </w:r>
    </w:p>
    <w:p w:rsidR="006974AE" w:rsidRDefault="006974AE" w:rsidP="006974AE">
      <w:r>
        <w:t>799.3782</w:t>
      </w:r>
      <w:r>
        <w:tab/>
        <w:t>2.025e0</w:t>
      </w:r>
    </w:p>
    <w:p w:rsidR="006974AE" w:rsidRDefault="006974AE" w:rsidP="006974AE">
      <w:r>
        <w:lastRenderedPageBreak/>
        <w:t>799.3918</w:t>
      </w:r>
      <w:r>
        <w:tab/>
        <w:t>2.021e0</w:t>
      </w:r>
    </w:p>
    <w:p w:rsidR="006974AE" w:rsidRDefault="006974AE" w:rsidP="006974AE">
      <w:r>
        <w:t>799.4417</w:t>
      </w:r>
      <w:r>
        <w:tab/>
        <w:t>3.409e0</w:t>
      </w:r>
    </w:p>
    <w:p w:rsidR="006974AE" w:rsidRDefault="006974AE" w:rsidP="006974AE">
      <w:r>
        <w:t>799.5145</w:t>
      </w:r>
      <w:r>
        <w:tab/>
        <w:t>1.013e0</w:t>
      </w:r>
    </w:p>
    <w:p w:rsidR="006974AE" w:rsidRDefault="006974AE" w:rsidP="006974AE">
      <w:r>
        <w:t>799.5195</w:t>
      </w:r>
      <w:r>
        <w:tab/>
        <w:t>2.025e0</w:t>
      </w:r>
    </w:p>
    <w:p w:rsidR="006974AE" w:rsidRDefault="006974AE" w:rsidP="006974AE">
      <w:r>
        <w:t>799.5426</w:t>
      </w:r>
      <w:r>
        <w:tab/>
        <w:t>3.038e0</w:t>
      </w:r>
    </w:p>
    <w:p w:rsidR="006974AE" w:rsidRDefault="006974AE" w:rsidP="006974AE">
      <w:r>
        <w:t>799.5557</w:t>
      </w:r>
      <w:r>
        <w:tab/>
        <w:t>6.076e0</w:t>
      </w:r>
    </w:p>
    <w:p w:rsidR="006974AE" w:rsidRDefault="006974AE" w:rsidP="006974AE">
      <w:r>
        <w:t>799.5954</w:t>
      </w:r>
      <w:r>
        <w:tab/>
        <w:t>2.025e0</w:t>
      </w:r>
    </w:p>
    <w:p w:rsidR="006974AE" w:rsidRDefault="006974AE" w:rsidP="006974AE">
      <w:r>
        <w:t>799.6470</w:t>
      </w:r>
      <w:r>
        <w:tab/>
        <w:t>2.025e0</w:t>
      </w:r>
    </w:p>
    <w:p w:rsidR="006974AE" w:rsidRDefault="006974AE" w:rsidP="006974AE">
      <w:r>
        <w:t>799.6706</w:t>
      </w:r>
      <w:r>
        <w:tab/>
        <w:t>2.025e0</w:t>
      </w:r>
    </w:p>
    <w:p w:rsidR="006974AE" w:rsidRDefault="006974AE" w:rsidP="006974AE">
      <w:r>
        <w:t>799.6763</w:t>
      </w:r>
      <w:r>
        <w:tab/>
        <w:t>1.013e0</w:t>
      </w:r>
    </w:p>
    <w:p w:rsidR="006974AE" w:rsidRDefault="006974AE" w:rsidP="006974AE">
      <w:r>
        <w:t>799.7178</w:t>
      </w:r>
      <w:r>
        <w:tab/>
        <w:t>2.025e0</w:t>
      </w:r>
    </w:p>
    <w:p w:rsidR="006974AE" w:rsidRDefault="006974AE" w:rsidP="006974AE">
      <w:r>
        <w:t>799.8381</w:t>
      </w:r>
      <w:r>
        <w:tab/>
        <w:t>1.013e0</w:t>
      </w:r>
    </w:p>
    <w:p w:rsidR="006974AE" w:rsidRDefault="006974AE" w:rsidP="006974AE">
      <w:r>
        <w:t>799.8505</w:t>
      </w:r>
      <w:r>
        <w:tab/>
        <w:t>1.013e0</w:t>
      </w:r>
    </w:p>
    <w:p w:rsidR="006974AE" w:rsidRDefault="006974AE" w:rsidP="006974AE">
      <w:r>
        <w:t>799.8651</w:t>
      </w:r>
      <w:r>
        <w:tab/>
        <w:t>1.013e0</w:t>
      </w:r>
    </w:p>
    <w:p w:rsidR="006974AE" w:rsidRDefault="006974AE" w:rsidP="006974AE">
      <w:r>
        <w:t>799.8922</w:t>
      </w:r>
      <w:r>
        <w:tab/>
        <w:t>2.025e0</w:t>
      </w:r>
    </w:p>
    <w:p w:rsidR="006974AE" w:rsidRDefault="006974AE" w:rsidP="006974AE">
      <w:r>
        <w:t>799.9056</w:t>
      </w:r>
      <w:r>
        <w:tab/>
        <w:t>1.013e0</w:t>
      </w:r>
    </w:p>
    <w:p w:rsidR="006974AE" w:rsidRDefault="006974AE" w:rsidP="006974AE">
      <w:r>
        <w:t>799.9186</w:t>
      </w:r>
      <w:r>
        <w:tab/>
        <w:t>1.013e0</w:t>
      </w:r>
    </w:p>
    <w:p w:rsidR="006974AE" w:rsidRDefault="006974AE" w:rsidP="006974AE">
      <w:r>
        <w:t>799.9730</w:t>
      </w:r>
      <w:r>
        <w:tab/>
        <w:t>2.025e0</w:t>
      </w:r>
    </w:p>
    <w:p w:rsidR="006974AE" w:rsidRDefault="006974AE" w:rsidP="006974AE">
      <w:r>
        <w:t>800.0684</w:t>
      </w:r>
      <w:r>
        <w:tab/>
        <w:t>1.013e0</w:t>
      </w:r>
    </w:p>
    <w:p w:rsidR="006974AE" w:rsidRDefault="006974AE" w:rsidP="006974AE">
      <w:r>
        <w:lastRenderedPageBreak/>
        <w:t>800.1214</w:t>
      </w:r>
      <w:r>
        <w:tab/>
        <w:t>2.025e0</w:t>
      </w:r>
    </w:p>
    <w:p w:rsidR="006974AE" w:rsidRDefault="006974AE" w:rsidP="006974AE">
      <w:r>
        <w:t>800.1359</w:t>
      </w:r>
      <w:r>
        <w:tab/>
        <w:t>1.013e0</w:t>
      </w:r>
    </w:p>
    <w:p w:rsidR="006974AE" w:rsidRDefault="006974AE" w:rsidP="006974AE">
      <w:r>
        <w:t>800.1888</w:t>
      </w:r>
      <w:r>
        <w:tab/>
        <w:t>1.013e0</w:t>
      </w:r>
    </w:p>
    <w:p w:rsidR="006974AE" w:rsidRDefault="006974AE" w:rsidP="006974AE">
      <w:r>
        <w:t>800.2303</w:t>
      </w:r>
      <w:r>
        <w:tab/>
        <w:t>1.013e0</w:t>
      </w:r>
    </w:p>
    <w:p w:rsidR="006974AE" w:rsidRDefault="006974AE" w:rsidP="006974AE">
      <w:r>
        <w:t>800.2325</w:t>
      </w:r>
      <w:r>
        <w:tab/>
        <w:t>5.063e0</w:t>
      </w:r>
    </w:p>
    <w:p w:rsidR="006974AE" w:rsidRDefault="006974AE" w:rsidP="006974AE">
      <w:r>
        <w:t>800.2361</w:t>
      </w:r>
      <w:r>
        <w:tab/>
        <w:t>2.025e0</w:t>
      </w:r>
    </w:p>
    <w:p w:rsidR="006974AE" w:rsidRDefault="006974AE" w:rsidP="006974AE">
      <w:r>
        <w:t>800.2505</w:t>
      </w:r>
      <w:r>
        <w:tab/>
        <w:t>2.025e0</w:t>
      </w:r>
    </w:p>
    <w:p w:rsidR="006974AE" w:rsidRDefault="006974AE" w:rsidP="006974AE">
      <w:r>
        <w:t>800.2623</w:t>
      </w:r>
      <w:r>
        <w:tab/>
        <w:t>3.038e0</w:t>
      </w:r>
    </w:p>
    <w:p w:rsidR="006974AE" w:rsidRDefault="006974AE" w:rsidP="006974AE">
      <w:r>
        <w:t>800.3325</w:t>
      </w:r>
      <w:r>
        <w:tab/>
        <w:t>6.058e0</w:t>
      </w:r>
    </w:p>
    <w:p w:rsidR="006974AE" w:rsidRDefault="006974AE" w:rsidP="006974AE">
      <w:r>
        <w:t>800.3376</w:t>
      </w:r>
      <w:r>
        <w:tab/>
        <w:t>3.038e0</w:t>
      </w:r>
    </w:p>
    <w:p w:rsidR="006974AE" w:rsidRDefault="006974AE" w:rsidP="006974AE">
      <w:r>
        <w:t>800.3578</w:t>
      </w:r>
      <w:r>
        <w:tab/>
        <w:t>9.114e0</w:t>
      </w:r>
    </w:p>
    <w:p w:rsidR="006974AE" w:rsidRDefault="006974AE" w:rsidP="006974AE">
      <w:r>
        <w:t>800.3652</w:t>
      </w:r>
      <w:r>
        <w:tab/>
        <w:t>1.013e0</w:t>
      </w:r>
    </w:p>
    <w:p w:rsidR="006974AE" w:rsidRDefault="006974AE" w:rsidP="006974AE">
      <w:r>
        <w:t>800.3706</w:t>
      </w:r>
      <w:r>
        <w:tab/>
        <w:t>2.025e0</w:t>
      </w:r>
    </w:p>
    <w:p w:rsidR="006974AE" w:rsidRDefault="006974AE" w:rsidP="006974AE">
      <w:r>
        <w:t>800.3845</w:t>
      </w:r>
      <w:r>
        <w:tab/>
        <w:t>8.771e0</w:t>
      </w:r>
    </w:p>
    <w:p w:rsidR="006974AE" w:rsidRDefault="006974AE" w:rsidP="006974AE">
      <w:r>
        <w:t>800.3997</w:t>
      </w:r>
      <w:r>
        <w:tab/>
        <w:t>4.101e0</w:t>
      </w:r>
    </w:p>
    <w:p w:rsidR="006974AE" w:rsidRDefault="006974AE" w:rsidP="006974AE">
      <w:r>
        <w:t>800.4047</w:t>
      </w:r>
      <w:r>
        <w:tab/>
        <w:t>3.038e0</w:t>
      </w:r>
    </w:p>
    <w:p w:rsidR="006974AE" w:rsidRDefault="006974AE" w:rsidP="006974AE">
      <w:r>
        <w:t>800.4081</w:t>
      </w:r>
      <w:r>
        <w:tab/>
        <w:t>5.461e0</w:t>
      </w:r>
    </w:p>
    <w:p w:rsidR="006974AE" w:rsidRDefault="006974AE" w:rsidP="006974AE">
      <w:r>
        <w:t>800.4382</w:t>
      </w:r>
      <w:r>
        <w:tab/>
        <w:t>1.848e0</w:t>
      </w:r>
    </w:p>
    <w:p w:rsidR="006974AE" w:rsidRDefault="006974AE" w:rsidP="006974AE">
      <w:r>
        <w:t>800.4451</w:t>
      </w:r>
      <w:r>
        <w:tab/>
        <w:t>1.013e0</w:t>
      </w:r>
    </w:p>
    <w:p w:rsidR="006974AE" w:rsidRDefault="006974AE" w:rsidP="006974AE">
      <w:r>
        <w:lastRenderedPageBreak/>
        <w:t>800.4748</w:t>
      </w:r>
      <w:r>
        <w:tab/>
        <w:t>3.038e0</w:t>
      </w:r>
    </w:p>
    <w:p w:rsidR="006974AE" w:rsidRDefault="006974AE" w:rsidP="006974AE">
      <w:r>
        <w:t>800.4905</w:t>
      </w:r>
      <w:r>
        <w:tab/>
        <w:t>2.025e0</w:t>
      </w:r>
    </w:p>
    <w:p w:rsidR="006974AE" w:rsidRDefault="006974AE" w:rsidP="006974AE">
      <w:r>
        <w:t>800.5262</w:t>
      </w:r>
      <w:r>
        <w:tab/>
        <w:t>1.013e0</w:t>
      </w:r>
    </w:p>
    <w:p w:rsidR="006974AE" w:rsidRDefault="006974AE" w:rsidP="006974AE">
      <w:r>
        <w:t>800.5801</w:t>
      </w:r>
      <w:r>
        <w:tab/>
        <w:t>2.025e0</w:t>
      </w:r>
    </w:p>
    <w:p w:rsidR="006974AE" w:rsidRDefault="006974AE" w:rsidP="006974AE">
      <w:r>
        <w:t>800.5812</w:t>
      </w:r>
      <w:r>
        <w:tab/>
        <w:t>1.013e0</w:t>
      </w:r>
    </w:p>
    <w:p w:rsidR="006974AE" w:rsidRDefault="006974AE" w:rsidP="006974AE">
      <w:r>
        <w:t>800.6476</w:t>
      </w:r>
      <w:r>
        <w:tab/>
        <w:t>2.025e0</w:t>
      </w:r>
    </w:p>
    <w:p w:rsidR="006974AE" w:rsidRDefault="006974AE" w:rsidP="006974AE">
      <w:r>
        <w:t>800.6891</w:t>
      </w:r>
      <w:r>
        <w:tab/>
        <w:t>3.038e0</w:t>
      </w:r>
    </w:p>
    <w:p w:rsidR="006974AE" w:rsidRDefault="006974AE" w:rsidP="006974AE">
      <w:r>
        <w:t>800.7421</w:t>
      </w:r>
      <w:r>
        <w:tab/>
        <w:t>1.013e0</w:t>
      </w:r>
    </w:p>
    <w:p w:rsidR="006974AE" w:rsidRDefault="006974AE" w:rsidP="006974AE">
      <w:r>
        <w:t>800.7489</w:t>
      </w:r>
      <w:r>
        <w:tab/>
        <w:t>2.025e0</w:t>
      </w:r>
    </w:p>
    <w:p w:rsidR="006974AE" w:rsidRDefault="006974AE" w:rsidP="006974AE">
      <w:r>
        <w:t>800.7836</w:t>
      </w:r>
      <w:r>
        <w:tab/>
        <w:t>1.013e0</w:t>
      </w:r>
    </w:p>
    <w:p w:rsidR="006974AE" w:rsidRDefault="006974AE" w:rsidP="006974AE">
      <w:r>
        <w:t>800.7996</w:t>
      </w:r>
      <w:r>
        <w:tab/>
        <w:t>1.013e0</w:t>
      </w:r>
    </w:p>
    <w:p w:rsidR="006974AE" w:rsidRDefault="006974AE" w:rsidP="006974AE">
      <w:r>
        <w:t>800.8232</w:t>
      </w:r>
      <w:r>
        <w:tab/>
        <w:t>1.013e0</w:t>
      </w:r>
    </w:p>
    <w:p w:rsidR="006974AE" w:rsidRDefault="006974AE" w:rsidP="006974AE">
      <w:r>
        <w:t>800.8686</w:t>
      </w:r>
      <w:r>
        <w:tab/>
        <w:t>1.013e0</w:t>
      </w:r>
    </w:p>
    <w:p w:rsidR="006974AE" w:rsidRDefault="006974AE" w:rsidP="006974AE">
      <w:r>
        <w:t>800.8858</w:t>
      </w:r>
      <w:r>
        <w:tab/>
        <w:t>1.013e0</w:t>
      </w:r>
    </w:p>
    <w:p w:rsidR="006974AE" w:rsidRDefault="006974AE" w:rsidP="006974AE">
      <w:r>
        <w:t>800.9182</w:t>
      </w:r>
      <w:r>
        <w:tab/>
        <w:t>2.025e0</w:t>
      </w:r>
    </w:p>
    <w:p w:rsidR="006974AE" w:rsidRDefault="006974AE" w:rsidP="006974AE">
      <w:r>
        <w:t>800.9356</w:t>
      </w:r>
      <w:r>
        <w:tab/>
        <w:t>1.013e0</w:t>
      </w:r>
    </w:p>
    <w:p w:rsidR="006974AE" w:rsidRDefault="006974AE" w:rsidP="006974AE">
      <w:r>
        <w:t>800.9717</w:t>
      </w:r>
      <w:r>
        <w:tab/>
        <w:t>1.013e0</w:t>
      </w:r>
    </w:p>
    <w:p w:rsidR="006974AE" w:rsidRDefault="006974AE" w:rsidP="006974AE">
      <w:r>
        <w:t>801.0390</w:t>
      </w:r>
      <w:r>
        <w:tab/>
        <w:t>2.025e0</w:t>
      </w:r>
    </w:p>
    <w:p w:rsidR="006974AE" w:rsidRDefault="006974AE" w:rsidP="006974AE">
      <w:r>
        <w:t>801.0725</w:t>
      </w:r>
      <w:r>
        <w:tab/>
        <w:t>1.013e0</w:t>
      </w:r>
    </w:p>
    <w:p w:rsidR="006974AE" w:rsidRDefault="006974AE" w:rsidP="006974AE">
      <w:r>
        <w:lastRenderedPageBreak/>
        <w:t>801.0942</w:t>
      </w:r>
      <w:r>
        <w:tab/>
        <w:t>1.013e0</w:t>
      </w:r>
    </w:p>
    <w:p w:rsidR="006974AE" w:rsidRDefault="006974AE" w:rsidP="006974AE">
      <w:r>
        <w:t>801.1153</w:t>
      </w:r>
      <w:r>
        <w:tab/>
        <w:t>2.025e0</w:t>
      </w:r>
    </w:p>
    <w:p w:rsidR="006974AE" w:rsidRDefault="006974AE" w:rsidP="006974AE">
      <w:r>
        <w:t>801.1405</w:t>
      </w:r>
      <w:r>
        <w:tab/>
        <w:t>2.025e0</w:t>
      </w:r>
    </w:p>
    <w:p w:rsidR="006974AE" w:rsidRDefault="006974AE" w:rsidP="006974AE">
      <w:r>
        <w:t>801.1473</w:t>
      </w:r>
      <w:r>
        <w:tab/>
        <w:t>2.025e0</w:t>
      </w:r>
    </w:p>
    <w:p w:rsidR="006974AE" w:rsidRDefault="006974AE" w:rsidP="006974AE">
      <w:r>
        <w:t>801.1827</w:t>
      </w:r>
      <w:r>
        <w:tab/>
        <w:t>2.025e0</w:t>
      </w:r>
    </w:p>
    <w:p w:rsidR="006974AE" w:rsidRDefault="006974AE" w:rsidP="006974AE">
      <w:r>
        <w:t>801.2023</w:t>
      </w:r>
      <w:r>
        <w:tab/>
        <w:t>1.013e0</w:t>
      </w:r>
    </w:p>
    <w:p w:rsidR="006974AE" w:rsidRDefault="006974AE" w:rsidP="006974AE">
      <w:r>
        <w:t>801.2074</w:t>
      </w:r>
      <w:r>
        <w:tab/>
        <w:t>1.013e0</w:t>
      </w:r>
    </w:p>
    <w:p w:rsidR="006974AE" w:rsidRDefault="006974AE" w:rsidP="006974AE">
      <w:r>
        <w:t>801.2418</w:t>
      </w:r>
      <w:r>
        <w:tab/>
        <w:t>2.025e0</w:t>
      </w:r>
    </w:p>
    <w:p w:rsidR="006974AE" w:rsidRDefault="006974AE" w:rsidP="006974AE">
      <w:r>
        <w:t>801.2870</w:t>
      </w:r>
      <w:r>
        <w:tab/>
        <w:t>2.025e0</w:t>
      </w:r>
    </w:p>
    <w:p w:rsidR="006974AE" w:rsidRDefault="006974AE" w:rsidP="006974AE">
      <w:r>
        <w:t>801.2901</w:t>
      </w:r>
      <w:r>
        <w:tab/>
        <w:t>2.025e0</w:t>
      </w:r>
    </w:p>
    <w:p w:rsidR="006974AE" w:rsidRDefault="006974AE" w:rsidP="006974AE">
      <w:r>
        <w:t>801.3173</w:t>
      </w:r>
      <w:r>
        <w:tab/>
        <w:t>2.024e0</w:t>
      </w:r>
    </w:p>
    <w:p w:rsidR="006974AE" w:rsidRDefault="006974AE" w:rsidP="006974AE">
      <w:r>
        <w:t>801.3269</w:t>
      </w:r>
      <w:r>
        <w:tab/>
        <w:t>1.013e0</w:t>
      </w:r>
    </w:p>
    <w:p w:rsidR="006974AE" w:rsidRDefault="006974AE" w:rsidP="006974AE">
      <w:r>
        <w:t>801.3392</w:t>
      </w:r>
      <w:r>
        <w:tab/>
        <w:t>3.038e0</w:t>
      </w:r>
    </w:p>
    <w:p w:rsidR="006974AE" w:rsidRDefault="006974AE" w:rsidP="006974AE">
      <w:r>
        <w:t>801.3563</w:t>
      </w:r>
      <w:r>
        <w:tab/>
        <w:t>5.063e0</w:t>
      </w:r>
    </w:p>
    <w:p w:rsidR="006974AE" w:rsidRDefault="006974AE" w:rsidP="006974AE">
      <w:r>
        <w:t>801.3613</w:t>
      </w:r>
      <w:r>
        <w:tab/>
        <w:t>2.025e0</w:t>
      </w:r>
    </w:p>
    <w:p w:rsidR="006974AE" w:rsidRDefault="006974AE" w:rsidP="006974AE">
      <w:r>
        <w:t>801.3774</w:t>
      </w:r>
      <w:r>
        <w:tab/>
        <w:t>4.720e0</w:t>
      </w:r>
    </w:p>
    <w:p w:rsidR="006974AE" w:rsidRDefault="006974AE" w:rsidP="006974AE">
      <w:r>
        <w:t>801.4049</w:t>
      </w:r>
      <w:r>
        <w:tab/>
        <w:t>2.779e0</w:t>
      </w:r>
    </w:p>
    <w:p w:rsidR="006974AE" w:rsidRDefault="006974AE" w:rsidP="006974AE">
      <w:r>
        <w:t>801.4415</w:t>
      </w:r>
      <w:r>
        <w:tab/>
        <w:t>2.932e0</w:t>
      </w:r>
    </w:p>
    <w:p w:rsidR="006974AE" w:rsidRDefault="006974AE" w:rsidP="006974AE">
      <w:r>
        <w:t>801.4791</w:t>
      </w:r>
      <w:r>
        <w:tab/>
        <w:t>1.013e0</w:t>
      </w:r>
    </w:p>
    <w:p w:rsidR="006974AE" w:rsidRDefault="006974AE" w:rsidP="006974AE">
      <w:r>
        <w:lastRenderedPageBreak/>
        <w:t>801.4927</w:t>
      </w:r>
      <w:r>
        <w:tab/>
        <w:t>2.025e0</w:t>
      </w:r>
    </w:p>
    <w:p w:rsidR="006974AE" w:rsidRDefault="006974AE" w:rsidP="006974AE">
      <w:r>
        <w:t>801.4966</w:t>
      </w:r>
      <w:r>
        <w:tab/>
        <w:t>1.013e0</w:t>
      </w:r>
    </w:p>
    <w:p w:rsidR="006974AE" w:rsidRDefault="006974AE" w:rsidP="006974AE">
      <w:r>
        <w:t>801.5130</w:t>
      </w:r>
      <w:r>
        <w:tab/>
        <w:t>1.013e0</w:t>
      </w:r>
    </w:p>
    <w:p w:rsidR="006974AE" w:rsidRDefault="006974AE" w:rsidP="006974AE">
      <w:r>
        <w:t>801.5280</w:t>
      </w:r>
      <w:r>
        <w:tab/>
        <w:t>2.025e0</w:t>
      </w:r>
    </w:p>
    <w:p w:rsidR="006974AE" w:rsidRDefault="006974AE" w:rsidP="006974AE">
      <w:r>
        <w:t>801.5978</w:t>
      </w:r>
      <w:r>
        <w:tab/>
        <w:t>2.025e0</w:t>
      </w:r>
    </w:p>
    <w:p w:rsidR="006974AE" w:rsidRDefault="006974AE" w:rsidP="006974AE">
      <w:r>
        <w:t>801.6578</w:t>
      </w:r>
      <w:r>
        <w:tab/>
        <w:t>2.025e0</w:t>
      </w:r>
    </w:p>
    <w:p w:rsidR="006974AE" w:rsidRDefault="006974AE" w:rsidP="006974AE">
      <w:r>
        <w:t>801.7157</w:t>
      </w:r>
      <w:r>
        <w:tab/>
        <w:t>1.013e0</w:t>
      </w:r>
    </w:p>
    <w:p w:rsidR="006974AE" w:rsidRDefault="006974AE" w:rsidP="006974AE">
      <w:r>
        <w:t>801.7282</w:t>
      </w:r>
      <w:r>
        <w:tab/>
        <w:t>1.013e0</w:t>
      </w:r>
    </w:p>
    <w:p w:rsidR="006974AE" w:rsidRDefault="006974AE" w:rsidP="006974AE">
      <w:r>
        <w:t>801.7418</w:t>
      </w:r>
      <w:r>
        <w:tab/>
        <w:t>1.013e0</w:t>
      </w:r>
    </w:p>
    <w:p w:rsidR="006974AE" w:rsidRDefault="006974AE" w:rsidP="006974AE">
      <w:r>
        <w:t>801.7552</w:t>
      </w:r>
      <w:r>
        <w:tab/>
        <w:t>2.025e0</w:t>
      </w:r>
    </w:p>
    <w:p w:rsidR="006974AE" w:rsidRDefault="006974AE" w:rsidP="006974AE">
      <w:r>
        <w:t>801.7698</w:t>
      </w:r>
      <w:r>
        <w:tab/>
        <w:t>1.013e0</w:t>
      </w:r>
    </w:p>
    <w:p w:rsidR="006974AE" w:rsidRDefault="006974AE" w:rsidP="006974AE">
      <w:r>
        <w:t>801.8198</w:t>
      </w:r>
      <w:r>
        <w:tab/>
        <w:t>1.013e0</w:t>
      </w:r>
    </w:p>
    <w:p w:rsidR="006974AE" w:rsidRDefault="006974AE" w:rsidP="006974AE">
      <w:r>
        <w:t>801.8369</w:t>
      </w:r>
      <w:r>
        <w:tab/>
        <w:t>2.025e0</w:t>
      </w:r>
    </w:p>
    <w:p w:rsidR="006974AE" w:rsidRDefault="006974AE" w:rsidP="006974AE">
      <w:r>
        <w:t>801.8769</w:t>
      </w:r>
      <w:r>
        <w:tab/>
        <w:t>1.013e0</w:t>
      </w:r>
    </w:p>
    <w:p w:rsidR="006974AE" w:rsidRDefault="006974AE" w:rsidP="006974AE">
      <w:r>
        <w:t>801.8907</w:t>
      </w:r>
      <w:r>
        <w:tab/>
        <w:t>2.025e0</w:t>
      </w:r>
    </w:p>
    <w:p w:rsidR="006974AE" w:rsidRDefault="006974AE" w:rsidP="006974AE">
      <w:r>
        <w:t>801.9320</w:t>
      </w:r>
      <w:r>
        <w:tab/>
        <w:t>1.013e0</w:t>
      </w:r>
    </w:p>
    <w:p w:rsidR="006974AE" w:rsidRDefault="006974AE" w:rsidP="006974AE">
      <w:r>
        <w:t>801.9375</w:t>
      </w:r>
      <w:r>
        <w:tab/>
        <w:t>1.013e0</w:t>
      </w:r>
    </w:p>
    <w:p w:rsidR="006974AE" w:rsidRDefault="006974AE" w:rsidP="006974AE">
      <w:r>
        <w:t>801.9564</w:t>
      </w:r>
      <w:r>
        <w:tab/>
        <w:t>2.025e0</w:t>
      </w:r>
    </w:p>
    <w:p w:rsidR="006974AE" w:rsidRDefault="006974AE" w:rsidP="006974AE">
      <w:r>
        <w:t>802.0392</w:t>
      </w:r>
      <w:r>
        <w:tab/>
        <w:t>1.013e0</w:t>
      </w:r>
    </w:p>
    <w:p w:rsidR="006974AE" w:rsidRDefault="006974AE" w:rsidP="006974AE">
      <w:r>
        <w:lastRenderedPageBreak/>
        <w:t>802.0570</w:t>
      </w:r>
      <w:r>
        <w:tab/>
        <w:t>1.013e0</w:t>
      </w:r>
    </w:p>
    <w:p w:rsidR="006974AE" w:rsidRDefault="006974AE" w:rsidP="006974AE">
      <w:r>
        <w:t>802.1240</w:t>
      </w:r>
      <w:r>
        <w:tab/>
        <w:t>1.013e0</w:t>
      </w:r>
    </w:p>
    <w:p w:rsidR="006974AE" w:rsidRDefault="006974AE" w:rsidP="006974AE">
      <w:r>
        <w:t>802.1327</w:t>
      </w:r>
      <w:r>
        <w:tab/>
        <w:t>2.025e0</w:t>
      </w:r>
    </w:p>
    <w:p w:rsidR="006974AE" w:rsidRDefault="006974AE" w:rsidP="006974AE">
      <w:r>
        <w:t>802.1422</w:t>
      </w:r>
      <w:r>
        <w:tab/>
        <w:t>1.013e0</w:t>
      </w:r>
    </w:p>
    <w:p w:rsidR="006974AE" w:rsidRDefault="006974AE" w:rsidP="006974AE">
      <w:r>
        <w:t>802.1879</w:t>
      </w:r>
      <w:r>
        <w:tab/>
        <w:t>1.013e0</w:t>
      </w:r>
    </w:p>
    <w:p w:rsidR="006974AE" w:rsidRDefault="006974AE" w:rsidP="006974AE">
      <w:r>
        <w:t>802.2101</w:t>
      </w:r>
      <w:r>
        <w:tab/>
        <w:t>1.013e0</w:t>
      </w:r>
    </w:p>
    <w:p w:rsidR="006974AE" w:rsidRDefault="006974AE" w:rsidP="006974AE">
      <w:r>
        <w:t>802.2399</w:t>
      </w:r>
      <w:r>
        <w:tab/>
        <w:t>3.038e0</w:t>
      </w:r>
    </w:p>
    <w:p w:rsidR="006974AE" w:rsidRDefault="006974AE" w:rsidP="006974AE">
      <w:r>
        <w:t>802.2420</w:t>
      </w:r>
      <w:r>
        <w:tab/>
        <w:t>2.382e0</w:t>
      </w:r>
    </w:p>
    <w:p w:rsidR="006974AE" w:rsidRDefault="006974AE" w:rsidP="006974AE">
      <w:r>
        <w:t>802.2737</w:t>
      </w:r>
      <w:r>
        <w:tab/>
        <w:t>2.025e0</w:t>
      </w:r>
    </w:p>
    <w:p w:rsidR="006974AE" w:rsidRDefault="006974AE" w:rsidP="006974AE">
      <w:r>
        <w:t>802.2813</w:t>
      </w:r>
      <w:r>
        <w:tab/>
        <w:t>3.038e0</w:t>
      </w:r>
    </w:p>
    <w:p w:rsidR="006974AE" w:rsidRDefault="006974AE" w:rsidP="006974AE">
      <w:r>
        <w:t>802.3367</w:t>
      </w:r>
      <w:r>
        <w:tab/>
        <w:t>1.013e0</w:t>
      </w:r>
    </w:p>
    <w:p w:rsidR="006974AE" w:rsidRDefault="006974AE" w:rsidP="006974AE">
      <w:r>
        <w:t>802.3488</w:t>
      </w:r>
      <w:r>
        <w:tab/>
        <w:t>3.038e0</w:t>
      </w:r>
    </w:p>
    <w:p w:rsidR="006974AE" w:rsidRDefault="006974AE" w:rsidP="006974AE">
      <w:r>
        <w:t>802.3637</w:t>
      </w:r>
      <w:r>
        <w:tab/>
        <w:t>1.013e0</w:t>
      </w:r>
    </w:p>
    <w:p w:rsidR="006974AE" w:rsidRDefault="006974AE" w:rsidP="006974AE">
      <w:r>
        <w:t>802.3743</w:t>
      </w:r>
      <w:r>
        <w:tab/>
        <w:t>6.076e0</w:t>
      </w:r>
    </w:p>
    <w:p w:rsidR="006974AE" w:rsidRDefault="006974AE" w:rsidP="006974AE">
      <w:r>
        <w:t>802.3860</w:t>
      </w:r>
      <w:r>
        <w:tab/>
        <w:t>4.045e0</w:t>
      </w:r>
    </w:p>
    <w:p w:rsidR="006974AE" w:rsidRDefault="006974AE" w:rsidP="006974AE">
      <w:r>
        <w:t>802.4046</w:t>
      </w:r>
      <w:r>
        <w:tab/>
        <w:t>3.655e0</w:t>
      </w:r>
    </w:p>
    <w:p w:rsidR="006974AE" w:rsidRDefault="006974AE" w:rsidP="006974AE">
      <w:r>
        <w:t>802.4594</w:t>
      </w:r>
      <w:r>
        <w:tab/>
        <w:t>1.013e0</w:t>
      </w:r>
    </w:p>
    <w:p w:rsidR="006974AE" w:rsidRDefault="006974AE" w:rsidP="006974AE">
      <w:r>
        <w:t>802.4608</w:t>
      </w:r>
      <w:r>
        <w:tab/>
        <w:t>3.038e0</w:t>
      </w:r>
    </w:p>
    <w:p w:rsidR="006974AE" w:rsidRDefault="006974AE" w:rsidP="006974AE">
      <w:r>
        <w:t>802.4883</w:t>
      </w:r>
      <w:r>
        <w:tab/>
        <w:t>2.860e0</w:t>
      </w:r>
    </w:p>
    <w:p w:rsidR="006974AE" w:rsidRDefault="006974AE" w:rsidP="006974AE">
      <w:r>
        <w:lastRenderedPageBreak/>
        <w:t>802.4990</w:t>
      </w:r>
      <w:r>
        <w:tab/>
        <w:t>2.025e0</w:t>
      </w:r>
    </w:p>
    <w:p w:rsidR="006974AE" w:rsidRDefault="006974AE" w:rsidP="006974AE">
      <w:r>
        <w:t>802.5499</w:t>
      </w:r>
      <w:r>
        <w:tab/>
        <w:t>2.025e0</w:t>
      </w:r>
    </w:p>
    <w:p w:rsidR="006974AE" w:rsidRDefault="006974AE" w:rsidP="006974AE">
      <w:r>
        <w:t>802.5676</w:t>
      </w:r>
      <w:r>
        <w:tab/>
        <w:t>1.013e0</w:t>
      </w:r>
    </w:p>
    <w:p w:rsidR="006974AE" w:rsidRDefault="006974AE" w:rsidP="006974AE">
      <w:r>
        <w:t>802.5996</w:t>
      </w:r>
      <w:r>
        <w:tab/>
        <w:t>2.025e0</w:t>
      </w:r>
    </w:p>
    <w:p w:rsidR="006974AE" w:rsidRDefault="006974AE" w:rsidP="006974AE">
      <w:r>
        <w:t>802.6343</w:t>
      </w:r>
      <w:r>
        <w:tab/>
        <w:t>1.013e0</w:t>
      </w:r>
    </w:p>
    <w:p w:rsidR="006974AE" w:rsidRDefault="006974AE" w:rsidP="006974AE">
      <w:r>
        <w:t>802.6420</w:t>
      </w:r>
      <w:r>
        <w:tab/>
        <w:t>2.025e0</w:t>
      </w:r>
    </w:p>
    <w:p w:rsidR="006974AE" w:rsidRDefault="006974AE" w:rsidP="006974AE">
      <w:r>
        <w:t>802.6887</w:t>
      </w:r>
      <w:r>
        <w:tab/>
        <w:t>3.038e0</w:t>
      </w:r>
    </w:p>
    <w:p w:rsidR="006974AE" w:rsidRDefault="006974AE" w:rsidP="006974AE">
      <w:r>
        <w:t>802.7355</w:t>
      </w:r>
      <w:r>
        <w:tab/>
        <w:t>3.038e0</w:t>
      </w:r>
    </w:p>
    <w:p w:rsidR="006974AE" w:rsidRDefault="006974AE" w:rsidP="006974AE">
      <w:r>
        <w:t>802.7706</w:t>
      </w:r>
      <w:r>
        <w:tab/>
        <w:t>1.013e0</w:t>
      </w:r>
    </w:p>
    <w:p w:rsidR="006974AE" w:rsidRDefault="006974AE" w:rsidP="006974AE">
      <w:r>
        <w:t>802.7839</w:t>
      </w:r>
      <w:r>
        <w:tab/>
        <w:t>2.025e0</w:t>
      </w:r>
    </w:p>
    <w:p w:rsidR="006974AE" w:rsidRDefault="006974AE" w:rsidP="006974AE">
      <w:r>
        <w:t>802.8217</w:t>
      </w:r>
      <w:r>
        <w:tab/>
        <w:t>1.013e0</w:t>
      </w:r>
    </w:p>
    <w:p w:rsidR="006974AE" w:rsidRDefault="006974AE" w:rsidP="006974AE">
      <w:r>
        <w:t>802.8373</w:t>
      </w:r>
      <w:r>
        <w:tab/>
        <w:t>1.013e0</w:t>
      </w:r>
    </w:p>
    <w:p w:rsidR="006974AE" w:rsidRDefault="006974AE" w:rsidP="006974AE">
      <w:r>
        <w:t>802.8518</w:t>
      </w:r>
      <w:r>
        <w:tab/>
        <w:t>1.013e0</w:t>
      </w:r>
    </w:p>
    <w:p w:rsidR="006974AE" w:rsidRDefault="006974AE" w:rsidP="006974AE">
      <w:r>
        <w:t>802.8654</w:t>
      </w:r>
      <w:r>
        <w:tab/>
        <w:t>1.013e0</w:t>
      </w:r>
    </w:p>
    <w:p w:rsidR="006974AE" w:rsidRDefault="006974AE" w:rsidP="006974AE">
      <w:r>
        <w:t>802.8711</w:t>
      </w:r>
      <w:r>
        <w:tab/>
        <w:t>2.025e0</w:t>
      </w:r>
    </w:p>
    <w:p w:rsidR="006974AE" w:rsidRDefault="006974AE" w:rsidP="006974AE">
      <w:r>
        <w:t>802.9590</w:t>
      </w:r>
      <w:r>
        <w:tab/>
        <w:t>1.013e0</w:t>
      </w:r>
    </w:p>
    <w:p w:rsidR="006974AE" w:rsidRDefault="006974AE" w:rsidP="006974AE">
      <w:r>
        <w:t>802.9803</w:t>
      </w:r>
      <w:r>
        <w:tab/>
        <w:t>2.025e0</w:t>
      </w:r>
    </w:p>
    <w:p w:rsidR="006974AE" w:rsidRDefault="006974AE" w:rsidP="006974AE">
      <w:r>
        <w:t>803.0071</w:t>
      </w:r>
      <w:r>
        <w:tab/>
        <w:t>1.013e0</w:t>
      </w:r>
    </w:p>
    <w:p w:rsidR="006974AE" w:rsidRDefault="006974AE" w:rsidP="006974AE">
      <w:r>
        <w:t>803.0142</w:t>
      </w:r>
      <w:r>
        <w:tab/>
        <w:t>1.013e0</w:t>
      </w:r>
    </w:p>
    <w:p w:rsidR="006974AE" w:rsidRDefault="006974AE" w:rsidP="006974AE">
      <w:r>
        <w:lastRenderedPageBreak/>
        <w:t>803.0548</w:t>
      </w:r>
      <w:r>
        <w:tab/>
        <w:t>1.013e0</w:t>
      </w:r>
    </w:p>
    <w:p w:rsidR="006974AE" w:rsidRDefault="006974AE" w:rsidP="006974AE">
      <w:r>
        <w:t>803.0750</w:t>
      </w:r>
      <w:r>
        <w:tab/>
        <w:t>1.013e0</w:t>
      </w:r>
    </w:p>
    <w:p w:rsidR="006974AE" w:rsidRDefault="006974AE" w:rsidP="006974AE">
      <w:r>
        <w:t>803.0917</w:t>
      </w:r>
      <w:r>
        <w:tab/>
        <w:t>2.025e0</w:t>
      </w:r>
    </w:p>
    <w:p w:rsidR="006974AE" w:rsidRDefault="006974AE" w:rsidP="006974AE">
      <w:r>
        <w:t>803.1215</w:t>
      </w:r>
      <w:r>
        <w:tab/>
        <w:t>1.013e0</w:t>
      </w:r>
    </w:p>
    <w:p w:rsidR="006974AE" w:rsidRDefault="006974AE" w:rsidP="006974AE">
      <w:r>
        <w:t>803.1360</w:t>
      </w:r>
      <w:r>
        <w:tab/>
        <w:t>1.013e0</w:t>
      </w:r>
    </w:p>
    <w:p w:rsidR="006974AE" w:rsidRDefault="006974AE" w:rsidP="006974AE">
      <w:r>
        <w:t>803.1754</w:t>
      </w:r>
      <w:r>
        <w:tab/>
        <w:t>2.025e0</w:t>
      </w:r>
    </w:p>
    <w:p w:rsidR="006974AE" w:rsidRDefault="006974AE" w:rsidP="006974AE">
      <w:r>
        <w:t>803.1767</w:t>
      </w:r>
      <w:r>
        <w:tab/>
        <w:t>1.013e0</w:t>
      </w:r>
    </w:p>
    <w:p w:rsidR="006974AE" w:rsidRDefault="006974AE" w:rsidP="006974AE">
      <w:r>
        <w:t>803.1902</w:t>
      </w:r>
      <w:r>
        <w:tab/>
        <w:t>1.013e0</w:t>
      </w:r>
    </w:p>
    <w:p w:rsidR="006974AE" w:rsidRDefault="006974AE" w:rsidP="006974AE">
      <w:r>
        <w:t>803.1937</w:t>
      </w:r>
      <w:r>
        <w:tab/>
        <w:t>1.013e0</w:t>
      </w:r>
    </w:p>
    <w:p w:rsidR="006974AE" w:rsidRDefault="006974AE" w:rsidP="006974AE">
      <w:r>
        <w:t>803.2461</w:t>
      </w:r>
      <w:r>
        <w:tab/>
        <w:t>2.025e0</w:t>
      </w:r>
    </w:p>
    <w:p w:rsidR="006974AE" w:rsidRDefault="006974AE" w:rsidP="006974AE">
      <w:r>
        <w:t>803.2850</w:t>
      </w:r>
      <w:r>
        <w:tab/>
        <w:t>1.013e0</w:t>
      </w:r>
    </w:p>
    <w:p w:rsidR="006974AE" w:rsidRDefault="006974AE" w:rsidP="006974AE">
      <w:r>
        <w:t>803.3381</w:t>
      </w:r>
      <w:r>
        <w:tab/>
        <w:t>1.013e0</w:t>
      </w:r>
    </w:p>
    <w:p w:rsidR="006974AE" w:rsidRDefault="006974AE" w:rsidP="006974AE">
      <w:r>
        <w:t>803.3498</w:t>
      </w:r>
      <w:r>
        <w:tab/>
        <w:t>2.025e0</w:t>
      </w:r>
    </w:p>
    <w:p w:rsidR="006974AE" w:rsidRDefault="006974AE" w:rsidP="006974AE">
      <w:r>
        <w:t>803.3730</w:t>
      </w:r>
      <w:r>
        <w:tab/>
        <w:t>2.025e0</w:t>
      </w:r>
    </w:p>
    <w:p w:rsidR="006974AE" w:rsidRDefault="006974AE" w:rsidP="006974AE">
      <w:r>
        <w:t>803.3762</w:t>
      </w:r>
      <w:r>
        <w:tab/>
        <w:t>1.073e1</w:t>
      </w:r>
    </w:p>
    <w:p w:rsidR="006974AE" w:rsidRDefault="006974AE" w:rsidP="006974AE">
      <w:r>
        <w:t>803.3976</w:t>
      </w:r>
      <w:r>
        <w:tab/>
        <w:t>3.038e0</w:t>
      </w:r>
    </w:p>
    <w:p w:rsidR="006974AE" w:rsidRDefault="006974AE" w:rsidP="006974AE">
      <w:r>
        <w:t>803.4312</w:t>
      </w:r>
      <w:r>
        <w:tab/>
        <w:t>2.062e0</w:t>
      </w:r>
    </w:p>
    <w:p w:rsidR="006974AE" w:rsidRDefault="006974AE" w:rsidP="006974AE">
      <w:r>
        <w:t>803.4329</w:t>
      </w:r>
      <w:r>
        <w:tab/>
        <w:t>1.013e0</w:t>
      </w:r>
    </w:p>
    <w:p w:rsidR="006974AE" w:rsidRDefault="006974AE" w:rsidP="006974AE">
      <w:r>
        <w:t>803.4847</w:t>
      </w:r>
      <w:r>
        <w:tab/>
        <w:t>3.038e0</w:t>
      </w:r>
    </w:p>
    <w:p w:rsidR="006974AE" w:rsidRDefault="006974AE" w:rsidP="006974AE">
      <w:r>
        <w:lastRenderedPageBreak/>
        <w:t>803.5014</w:t>
      </w:r>
      <w:r>
        <w:tab/>
        <w:t>1.013e0</w:t>
      </w:r>
    </w:p>
    <w:p w:rsidR="006974AE" w:rsidRDefault="006974AE" w:rsidP="006974AE">
      <w:r>
        <w:t>803.5024</w:t>
      </w:r>
      <w:r>
        <w:tab/>
        <w:t>3.630e0</w:t>
      </w:r>
    </w:p>
    <w:p w:rsidR="006974AE" w:rsidRDefault="006974AE" w:rsidP="006974AE">
      <w:r>
        <w:t>803.5278</w:t>
      </w:r>
      <w:r>
        <w:tab/>
        <w:t>1.013e0</w:t>
      </w:r>
    </w:p>
    <w:p w:rsidR="006974AE" w:rsidRDefault="006974AE" w:rsidP="006974AE">
      <w:r>
        <w:t>803.5829</w:t>
      </w:r>
      <w:r>
        <w:tab/>
        <w:t>1.013e0</w:t>
      </w:r>
    </w:p>
    <w:p w:rsidR="006974AE" w:rsidRDefault="006974AE" w:rsidP="006974AE">
      <w:r>
        <w:t>803.6184</w:t>
      </w:r>
      <w:r>
        <w:tab/>
        <w:t>1.013e0</w:t>
      </w:r>
    </w:p>
    <w:p w:rsidR="006974AE" w:rsidRDefault="006974AE" w:rsidP="006974AE">
      <w:r>
        <w:t>803.6278</w:t>
      </w:r>
      <w:r>
        <w:tab/>
        <w:t>3.038e0</w:t>
      </w:r>
    </w:p>
    <w:p w:rsidR="006974AE" w:rsidRDefault="006974AE" w:rsidP="006974AE">
      <w:r>
        <w:t>803.6701</w:t>
      </w:r>
      <w:r>
        <w:tab/>
        <w:t>1.013e0</w:t>
      </w:r>
    </w:p>
    <w:p w:rsidR="006974AE" w:rsidRDefault="006974AE" w:rsidP="006974AE">
      <w:r>
        <w:t>803.6744</w:t>
      </w:r>
      <w:r>
        <w:tab/>
        <w:t>2.025e0</w:t>
      </w:r>
    </w:p>
    <w:p w:rsidR="006974AE" w:rsidRDefault="006974AE" w:rsidP="006974AE">
      <w:r>
        <w:t>803.6898</w:t>
      </w:r>
      <w:r>
        <w:tab/>
        <w:t>3.038e0</w:t>
      </w:r>
    </w:p>
    <w:p w:rsidR="006974AE" w:rsidRDefault="006974AE" w:rsidP="006974AE">
      <w:r>
        <w:t>803.7377</w:t>
      </w:r>
      <w:r>
        <w:tab/>
        <w:t>2.025e0</w:t>
      </w:r>
    </w:p>
    <w:p w:rsidR="006974AE" w:rsidRDefault="006974AE" w:rsidP="006974AE">
      <w:r>
        <w:t>803.7656</w:t>
      </w:r>
      <w:r>
        <w:tab/>
        <w:t>2.025e0</w:t>
      </w:r>
    </w:p>
    <w:p w:rsidR="006974AE" w:rsidRDefault="006974AE" w:rsidP="006974AE">
      <w:r>
        <w:t>803.7726</w:t>
      </w:r>
      <w:r>
        <w:tab/>
        <w:t>1.013e0</w:t>
      </w:r>
    </w:p>
    <w:p w:rsidR="006974AE" w:rsidRDefault="006974AE" w:rsidP="006974AE">
      <w:r>
        <w:t>803.8059</w:t>
      </w:r>
      <w:r>
        <w:tab/>
        <w:t>1.013e0</w:t>
      </w:r>
    </w:p>
    <w:p w:rsidR="006974AE" w:rsidRDefault="006974AE" w:rsidP="006974AE">
      <w:r>
        <w:t>803.8182</w:t>
      </w:r>
      <w:r>
        <w:tab/>
        <w:t>2.025e0</w:t>
      </w:r>
    </w:p>
    <w:p w:rsidR="006974AE" w:rsidRDefault="006974AE" w:rsidP="006974AE">
      <w:r>
        <w:t>803.8222</w:t>
      </w:r>
      <w:r>
        <w:tab/>
        <w:t>1.013e0</w:t>
      </w:r>
    </w:p>
    <w:p w:rsidR="006974AE" w:rsidRDefault="006974AE" w:rsidP="006974AE">
      <w:r>
        <w:t>803.8268</w:t>
      </w:r>
      <w:r>
        <w:tab/>
        <w:t>2.025e0</w:t>
      </w:r>
    </w:p>
    <w:p w:rsidR="006974AE" w:rsidRDefault="006974AE" w:rsidP="006974AE">
      <w:r>
        <w:t>803.8940</w:t>
      </w:r>
      <w:r>
        <w:tab/>
        <w:t>2.025e0</w:t>
      </w:r>
    </w:p>
    <w:p w:rsidR="006974AE" w:rsidRDefault="006974AE" w:rsidP="006974AE">
      <w:r>
        <w:t>803.9233</w:t>
      </w:r>
      <w:r>
        <w:tab/>
        <w:t>1.013e0</w:t>
      </w:r>
    </w:p>
    <w:p w:rsidR="006974AE" w:rsidRDefault="006974AE" w:rsidP="006974AE">
      <w:r>
        <w:t>803.9487</w:t>
      </w:r>
      <w:r>
        <w:tab/>
        <w:t>1.013e0</w:t>
      </w:r>
    </w:p>
    <w:p w:rsidR="006974AE" w:rsidRDefault="006974AE" w:rsidP="006974AE">
      <w:r>
        <w:lastRenderedPageBreak/>
        <w:t>803.9894</w:t>
      </w:r>
      <w:r>
        <w:tab/>
        <w:t>1.013e0</w:t>
      </w:r>
    </w:p>
    <w:p w:rsidR="006974AE" w:rsidRDefault="006974AE" w:rsidP="006974AE">
      <w:r>
        <w:t>804.0436</w:t>
      </w:r>
      <w:r>
        <w:tab/>
        <w:t>1.013e0</w:t>
      </w:r>
    </w:p>
    <w:p w:rsidR="006974AE" w:rsidRDefault="006974AE" w:rsidP="006974AE">
      <w:r>
        <w:t>804.0562</w:t>
      </w:r>
      <w:r>
        <w:tab/>
        <w:t>1.013e0</w:t>
      </w:r>
    </w:p>
    <w:p w:rsidR="006974AE" w:rsidRDefault="006974AE" w:rsidP="006974AE">
      <w:r>
        <w:t>804.1114</w:t>
      </w:r>
      <w:r>
        <w:tab/>
        <w:t>1.013e0</w:t>
      </w:r>
    </w:p>
    <w:p w:rsidR="006974AE" w:rsidRDefault="006974AE" w:rsidP="006974AE">
      <w:r>
        <w:t>804.1213</w:t>
      </w:r>
      <w:r>
        <w:tab/>
        <w:t>3.038e0</w:t>
      </w:r>
    </w:p>
    <w:p w:rsidR="006974AE" w:rsidRDefault="006974AE" w:rsidP="006974AE">
      <w:r>
        <w:t>804.1619</w:t>
      </w:r>
      <w:r>
        <w:tab/>
        <w:t>1.013e0</w:t>
      </w:r>
    </w:p>
    <w:p w:rsidR="006974AE" w:rsidRDefault="006974AE" w:rsidP="006974AE">
      <w:r>
        <w:t>804.1960</w:t>
      </w:r>
      <w:r>
        <w:tab/>
        <w:t>1.013e0</w:t>
      </w:r>
    </w:p>
    <w:p w:rsidR="006974AE" w:rsidRDefault="006974AE" w:rsidP="006974AE">
      <w:r>
        <w:t>804.2133</w:t>
      </w:r>
      <w:r>
        <w:tab/>
        <w:t>1.013e0</w:t>
      </w:r>
    </w:p>
    <w:p w:rsidR="006974AE" w:rsidRDefault="006974AE" w:rsidP="006974AE">
      <w:r>
        <w:t>804.2773</w:t>
      </w:r>
      <w:r>
        <w:tab/>
        <w:t>4.051e0</w:t>
      </w:r>
    </w:p>
    <w:p w:rsidR="006974AE" w:rsidRDefault="006974AE" w:rsidP="006974AE">
      <w:r>
        <w:t>804.2803</w:t>
      </w:r>
      <w:r>
        <w:tab/>
        <w:t>1.013e0</w:t>
      </w:r>
    </w:p>
    <w:p w:rsidR="006974AE" w:rsidRDefault="006974AE" w:rsidP="006974AE">
      <w:r>
        <w:t>804.3002</w:t>
      </w:r>
      <w:r>
        <w:tab/>
        <w:t>1.013e0</w:t>
      </w:r>
    </w:p>
    <w:p w:rsidR="006974AE" w:rsidRDefault="006974AE" w:rsidP="006974AE">
      <w:r>
        <w:t>804.3084</w:t>
      </w:r>
      <w:r>
        <w:tab/>
        <w:t>5.063e0</w:t>
      </w:r>
    </w:p>
    <w:p w:rsidR="006974AE" w:rsidRDefault="006974AE" w:rsidP="006974AE">
      <w:r>
        <w:t>804.3597</w:t>
      </w:r>
      <w:r>
        <w:tab/>
        <w:t>2.025e0</w:t>
      </w:r>
    </w:p>
    <w:p w:rsidR="006974AE" w:rsidRDefault="006974AE" w:rsidP="006974AE">
      <w:r>
        <w:t>804.3743</w:t>
      </w:r>
      <w:r>
        <w:tab/>
        <w:t>1.990e0</w:t>
      </w:r>
    </w:p>
    <w:p w:rsidR="006974AE" w:rsidRDefault="006974AE" w:rsidP="006974AE">
      <w:r>
        <w:t>804.3825</w:t>
      </w:r>
      <w:r>
        <w:tab/>
        <w:t>4.051e0</w:t>
      </w:r>
    </w:p>
    <w:p w:rsidR="006974AE" w:rsidRDefault="006974AE" w:rsidP="006974AE">
      <w:r>
        <w:t>804.3889</w:t>
      </w:r>
      <w:r>
        <w:tab/>
        <w:t>3.655e0</w:t>
      </w:r>
    </w:p>
    <w:p w:rsidR="006974AE" w:rsidRDefault="006974AE" w:rsidP="006974AE">
      <w:r>
        <w:t>804.4086</w:t>
      </w:r>
      <w:r>
        <w:tab/>
        <w:t>1.013e0</w:t>
      </w:r>
    </w:p>
    <w:p w:rsidR="006974AE" w:rsidRDefault="006974AE" w:rsidP="006974AE">
      <w:r>
        <w:t>804.4120</w:t>
      </w:r>
      <w:r>
        <w:tab/>
        <w:t>2.076e0</w:t>
      </w:r>
    </w:p>
    <w:p w:rsidR="006974AE" w:rsidRDefault="006974AE" w:rsidP="006974AE">
      <w:r>
        <w:t>804.4334</w:t>
      </w:r>
      <w:r>
        <w:tab/>
        <w:t>6.076e0</w:t>
      </w:r>
    </w:p>
    <w:p w:rsidR="006974AE" w:rsidRDefault="006974AE" w:rsidP="006974AE">
      <w:r>
        <w:lastRenderedPageBreak/>
        <w:t>804.4593</w:t>
      </w:r>
      <w:r>
        <w:tab/>
        <w:t>6.852e0</w:t>
      </w:r>
    </w:p>
    <w:p w:rsidR="006974AE" w:rsidRDefault="006974AE" w:rsidP="006974AE">
      <w:r>
        <w:t>804.4684</w:t>
      </w:r>
      <w:r>
        <w:tab/>
        <w:t>8.101e0</w:t>
      </w:r>
    </w:p>
    <w:p w:rsidR="006974AE" w:rsidRDefault="006974AE" w:rsidP="006974AE">
      <w:r>
        <w:t>804.4803</w:t>
      </w:r>
      <w:r>
        <w:tab/>
        <w:t>3.038e0</w:t>
      </w:r>
    </w:p>
    <w:p w:rsidR="006974AE" w:rsidRDefault="006974AE" w:rsidP="006974AE">
      <w:r>
        <w:t>804.5015</w:t>
      </w:r>
      <w:r>
        <w:tab/>
        <w:t>1.013e0</w:t>
      </w:r>
    </w:p>
    <w:p w:rsidR="006974AE" w:rsidRDefault="006974AE" w:rsidP="006974AE">
      <w:r>
        <w:t>804.5045</w:t>
      </w:r>
      <w:r>
        <w:tab/>
        <w:t>1.013e0</w:t>
      </w:r>
    </w:p>
    <w:p w:rsidR="006974AE" w:rsidRDefault="006974AE" w:rsidP="006974AE">
      <w:r>
        <w:t>804.5081</w:t>
      </w:r>
      <w:r>
        <w:tab/>
        <w:t>3.038e0</w:t>
      </w:r>
    </w:p>
    <w:p w:rsidR="006974AE" w:rsidRDefault="006974AE" w:rsidP="006974AE">
      <w:r>
        <w:t>804.5849</w:t>
      </w:r>
      <w:r>
        <w:tab/>
        <w:t>1.013e0</w:t>
      </w:r>
    </w:p>
    <w:p w:rsidR="006974AE" w:rsidRDefault="006974AE" w:rsidP="006974AE">
      <w:r>
        <w:t>804.6256</w:t>
      </w:r>
      <w:r>
        <w:tab/>
        <w:t>1.013e0</w:t>
      </w:r>
    </w:p>
    <w:p w:rsidR="006974AE" w:rsidRDefault="006974AE" w:rsidP="006974AE">
      <w:r>
        <w:t>804.6412</w:t>
      </w:r>
      <w:r>
        <w:tab/>
        <w:t>3.038e0</w:t>
      </w:r>
    </w:p>
    <w:p w:rsidR="006974AE" w:rsidRDefault="006974AE" w:rsidP="006974AE">
      <w:r>
        <w:t>804.6527</w:t>
      </w:r>
      <w:r>
        <w:tab/>
        <w:t>2.025e0</w:t>
      </w:r>
    </w:p>
    <w:p w:rsidR="006974AE" w:rsidRDefault="006974AE" w:rsidP="006974AE">
      <w:r>
        <w:t>804.6615</w:t>
      </w:r>
      <w:r>
        <w:tab/>
        <w:t>3.038e0</w:t>
      </w:r>
    </w:p>
    <w:p w:rsidR="006974AE" w:rsidRDefault="006974AE" w:rsidP="006974AE">
      <w:r>
        <w:t>804.6673</w:t>
      </w:r>
      <w:r>
        <w:tab/>
        <w:t>1.013e0</w:t>
      </w:r>
    </w:p>
    <w:p w:rsidR="006974AE" w:rsidRDefault="006974AE" w:rsidP="006974AE">
      <w:r>
        <w:t>804.7732</w:t>
      </w:r>
      <w:r>
        <w:tab/>
        <w:t>2.025e0</w:t>
      </w:r>
    </w:p>
    <w:p w:rsidR="006974AE" w:rsidRDefault="006974AE" w:rsidP="006974AE">
      <w:r>
        <w:t>804.7883</w:t>
      </w:r>
      <w:r>
        <w:tab/>
        <w:t>2.025e0</w:t>
      </w:r>
    </w:p>
    <w:p w:rsidR="006974AE" w:rsidRDefault="006974AE" w:rsidP="006974AE">
      <w:r>
        <w:t>804.8800</w:t>
      </w:r>
      <w:r>
        <w:tab/>
        <w:t>2.025e0</w:t>
      </w:r>
    </w:p>
    <w:p w:rsidR="006974AE" w:rsidRDefault="006974AE" w:rsidP="006974AE">
      <w:r>
        <w:t>804.9105</w:t>
      </w:r>
      <w:r>
        <w:tab/>
        <w:t>1.013e0</w:t>
      </w:r>
    </w:p>
    <w:p w:rsidR="006974AE" w:rsidRDefault="006974AE" w:rsidP="006974AE">
      <w:r>
        <w:t>805.0272</w:t>
      </w:r>
      <w:r>
        <w:tab/>
        <w:t>1.013e0</w:t>
      </w:r>
    </w:p>
    <w:p w:rsidR="006974AE" w:rsidRDefault="006974AE" w:rsidP="006974AE">
      <w:r>
        <w:t>805.0378</w:t>
      </w:r>
      <w:r>
        <w:tab/>
        <w:t>2.025e0</w:t>
      </w:r>
    </w:p>
    <w:p w:rsidR="006974AE" w:rsidRDefault="006974AE" w:rsidP="006974AE">
      <w:r>
        <w:t>805.0449</w:t>
      </w:r>
      <w:r>
        <w:tab/>
        <w:t>1.013e0</w:t>
      </w:r>
    </w:p>
    <w:p w:rsidR="006974AE" w:rsidRDefault="006974AE" w:rsidP="006974AE">
      <w:r>
        <w:lastRenderedPageBreak/>
        <w:t>805.0469</w:t>
      </w:r>
      <w:r>
        <w:tab/>
        <w:t>2.025e0</w:t>
      </w:r>
    </w:p>
    <w:p w:rsidR="006974AE" w:rsidRDefault="006974AE" w:rsidP="006974AE">
      <w:r>
        <w:t>805.0601</w:t>
      </w:r>
      <w:r>
        <w:tab/>
        <w:t>1.013e0</w:t>
      </w:r>
    </w:p>
    <w:p w:rsidR="006974AE" w:rsidRDefault="006974AE" w:rsidP="006974AE">
      <w:r>
        <w:t>805.1285</w:t>
      </w:r>
      <w:r>
        <w:tab/>
        <w:t>3.038e0</w:t>
      </w:r>
    </w:p>
    <w:p w:rsidR="006974AE" w:rsidRDefault="006974AE" w:rsidP="006974AE">
      <w:r>
        <w:t>805.1582</w:t>
      </w:r>
      <w:r>
        <w:tab/>
        <w:t>2.025e0</w:t>
      </w:r>
    </w:p>
    <w:p w:rsidR="006974AE" w:rsidRDefault="006974AE" w:rsidP="006974AE">
      <w:r>
        <w:t>805.1630</w:t>
      </w:r>
      <w:r>
        <w:tab/>
        <w:t>1.013e0</w:t>
      </w:r>
    </w:p>
    <w:p w:rsidR="006974AE" w:rsidRDefault="006974AE" w:rsidP="006974AE">
      <w:r>
        <w:t>805.2235</w:t>
      </w:r>
      <w:r>
        <w:tab/>
        <w:t>1.013e0</w:t>
      </w:r>
    </w:p>
    <w:p w:rsidR="006974AE" w:rsidRDefault="006974AE" w:rsidP="006974AE">
      <w:r>
        <w:t>805.2486</w:t>
      </w:r>
      <w:r>
        <w:tab/>
        <w:t>1.013e0</w:t>
      </w:r>
    </w:p>
    <w:p w:rsidR="006974AE" w:rsidRDefault="006974AE" w:rsidP="006974AE">
      <w:r>
        <w:t>805.2507</w:t>
      </w:r>
      <w:r>
        <w:tab/>
        <w:t>1.013e0</w:t>
      </w:r>
    </w:p>
    <w:p w:rsidR="006974AE" w:rsidRDefault="006974AE" w:rsidP="006974AE">
      <w:r>
        <w:t>805.2816</w:t>
      </w:r>
      <w:r>
        <w:tab/>
        <w:t>1.013e0</w:t>
      </w:r>
    </w:p>
    <w:p w:rsidR="006974AE" w:rsidRDefault="006974AE" w:rsidP="006974AE">
      <w:r>
        <w:t>805.3464</w:t>
      </w:r>
      <w:r>
        <w:tab/>
        <w:t>2.025e0</w:t>
      </w:r>
    </w:p>
    <w:p w:rsidR="006974AE" w:rsidRDefault="006974AE" w:rsidP="006974AE">
      <w:r>
        <w:t>805.3475</w:t>
      </w:r>
      <w:r>
        <w:tab/>
        <w:t>2.025e0</w:t>
      </w:r>
    </w:p>
    <w:p w:rsidR="006974AE" w:rsidRDefault="006974AE" w:rsidP="006974AE">
      <w:r>
        <w:t>805.3530</w:t>
      </w:r>
      <w:r>
        <w:tab/>
        <w:t>1.843e0</w:t>
      </w:r>
    </w:p>
    <w:p w:rsidR="006974AE" w:rsidRDefault="006974AE" w:rsidP="006974AE">
      <w:r>
        <w:t>805.3718</w:t>
      </w:r>
      <w:r>
        <w:tab/>
        <w:t>1.722e0</w:t>
      </w:r>
    </w:p>
    <w:p w:rsidR="006974AE" w:rsidRDefault="006974AE" w:rsidP="006974AE">
      <w:r>
        <w:t>805.3817</w:t>
      </w:r>
      <w:r>
        <w:tab/>
        <w:t>3.034e0</w:t>
      </w:r>
    </w:p>
    <w:p w:rsidR="006974AE" w:rsidRDefault="006974AE" w:rsidP="006974AE">
      <w:r>
        <w:t>805.4543</w:t>
      </w:r>
      <w:r>
        <w:tab/>
        <w:t>1.013e0</w:t>
      </w:r>
    </w:p>
    <w:p w:rsidR="006974AE" w:rsidRDefault="006974AE" w:rsidP="006974AE">
      <w:r>
        <w:t>805.4639</w:t>
      </w:r>
      <w:r>
        <w:tab/>
        <w:t>2.801e0</w:t>
      </w:r>
    </w:p>
    <w:p w:rsidR="006974AE" w:rsidRDefault="006974AE" w:rsidP="006974AE">
      <w:r>
        <w:t>805.4695</w:t>
      </w:r>
      <w:r>
        <w:tab/>
        <w:t>2.734e0</w:t>
      </w:r>
    </w:p>
    <w:p w:rsidR="006974AE" w:rsidRDefault="006974AE" w:rsidP="006974AE">
      <w:r>
        <w:t>805.4805</w:t>
      </w:r>
      <w:r>
        <w:tab/>
        <w:t>1.013e0</w:t>
      </w:r>
    </w:p>
    <w:p w:rsidR="006974AE" w:rsidRDefault="006974AE" w:rsidP="006974AE">
      <w:r>
        <w:t>805.4860</w:t>
      </w:r>
      <w:r>
        <w:tab/>
        <w:t>3.840e0</w:t>
      </w:r>
    </w:p>
    <w:p w:rsidR="006974AE" w:rsidRDefault="006974AE" w:rsidP="006974AE">
      <w:r>
        <w:lastRenderedPageBreak/>
        <w:t>805.4882</w:t>
      </w:r>
      <w:r>
        <w:tab/>
        <w:t>2.025e0</w:t>
      </w:r>
    </w:p>
    <w:p w:rsidR="006974AE" w:rsidRDefault="006974AE" w:rsidP="006974AE">
      <w:r>
        <w:t>805.4950</w:t>
      </w:r>
      <w:r>
        <w:tab/>
        <w:t>1.013e0</w:t>
      </w:r>
    </w:p>
    <w:p w:rsidR="006974AE" w:rsidRDefault="006974AE" w:rsidP="006974AE">
      <w:r>
        <w:t>805.5035</w:t>
      </w:r>
      <w:r>
        <w:tab/>
        <w:t>2.025e0</w:t>
      </w:r>
    </w:p>
    <w:p w:rsidR="006974AE" w:rsidRDefault="006974AE" w:rsidP="006974AE">
      <w:r>
        <w:t>805.5542</w:t>
      </w:r>
      <w:r>
        <w:tab/>
        <w:t>1.013e0</w:t>
      </w:r>
    </w:p>
    <w:p w:rsidR="006974AE" w:rsidRDefault="006974AE" w:rsidP="006974AE">
      <w:r>
        <w:t>805.5881</w:t>
      </w:r>
      <w:r>
        <w:tab/>
        <w:t>1.013e0</w:t>
      </w:r>
    </w:p>
    <w:p w:rsidR="006974AE" w:rsidRDefault="006974AE" w:rsidP="006974AE">
      <w:r>
        <w:t>805.6298</w:t>
      </w:r>
      <w:r>
        <w:tab/>
        <w:t>1.013e0</w:t>
      </w:r>
    </w:p>
    <w:p w:rsidR="006974AE" w:rsidRDefault="006974AE" w:rsidP="006974AE">
      <w:r>
        <w:t>805.6841</w:t>
      </w:r>
      <w:r>
        <w:tab/>
        <w:t>1.013e0</w:t>
      </w:r>
    </w:p>
    <w:p w:rsidR="006974AE" w:rsidRDefault="006974AE" w:rsidP="006974AE">
      <w:r>
        <w:t>805.6937</w:t>
      </w:r>
      <w:r>
        <w:tab/>
        <w:t>2.025e0</w:t>
      </w:r>
    </w:p>
    <w:p w:rsidR="006974AE" w:rsidRDefault="006974AE" w:rsidP="006974AE">
      <w:r>
        <w:t>805.7094</w:t>
      </w:r>
      <w:r>
        <w:tab/>
        <w:t>4.651e0</w:t>
      </w:r>
    </w:p>
    <w:p w:rsidR="006974AE" w:rsidRDefault="006974AE" w:rsidP="006974AE">
      <w:r>
        <w:t>805.7325</w:t>
      </w:r>
      <w:r>
        <w:tab/>
        <w:t>2.025e0</w:t>
      </w:r>
    </w:p>
    <w:p w:rsidR="006974AE" w:rsidRDefault="006974AE" w:rsidP="006974AE">
      <w:r>
        <w:t>805.7695</w:t>
      </w:r>
      <w:r>
        <w:tab/>
        <w:t>2.025e0</w:t>
      </w:r>
    </w:p>
    <w:p w:rsidR="006974AE" w:rsidRDefault="006974AE" w:rsidP="006974AE">
      <w:r>
        <w:t>805.7964</w:t>
      </w:r>
      <w:r>
        <w:tab/>
        <w:t>9.114e0</w:t>
      </w:r>
    </w:p>
    <w:p w:rsidR="006974AE" w:rsidRDefault="006974AE" w:rsidP="006974AE">
      <w:r>
        <w:t>805.8063</w:t>
      </w:r>
      <w:r>
        <w:tab/>
        <w:t>2.025e0</w:t>
      </w:r>
    </w:p>
    <w:p w:rsidR="006974AE" w:rsidRDefault="006974AE" w:rsidP="006974AE">
      <w:r>
        <w:t>805.8268</w:t>
      </w:r>
      <w:r>
        <w:tab/>
        <w:t>2.025e0</w:t>
      </w:r>
    </w:p>
    <w:p w:rsidR="006974AE" w:rsidRDefault="006974AE" w:rsidP="006974AE">
      <w:r>
        <w:t>805.8683</w:t>
      </w:r>
      <w:r>
        <w:tab/>
        <w:t>2.025e0</w:t>
      </w:r>
    </w:p>
    <w:p w:rsidR="006974AE" w:rsidRDefault="006974AE" w:rsidP="006974AE">
      <w:r>
        <w:t>805.9421</w:t>
      </w:r>
      <w:r>
        <w:tab/>
        <w:t>1.013e0</w:t>
      </w:r>
    </w:p>
    <w:p w:rsidR="006974AE" w:rsidRDefault="006974AE" w:rsidP="006974AE">
      <w:r>
        <w:t>805.9653</w:t>
      </w:r>
      <w:r>
        <w:tab/>
        <w:t>2.025e0</w:t>
      </w:r>
    </w:p>
    <w:p w:rsidR="006974AE" w:rsidRDefault="006974AE" w:rsidP="006974AE">
      <w:r>
        <w:t>805.9679</w:t>
      </w:r>
      <w:r>
        <w:tab/>
        <w:t>3.038e0</w:t>
      </w:r>
    </w:p>
    <w:p w:rsidR="006974AE" w:rsidRDefault="006974AE" w:rsidP="006974AE">
      <w:r>
        <w:t>805.9952</w:t>
      </w:r>
      <w:r>
        <w:tab/>
        <w:t>2.025e0</w:t>
      </w:r>
    </w:p>
    <w:p w:rsidR="006974AE" w:rsidRDefault="006974AE" w:rsidP="006974AE">
      <w:r>
        <w:lastRenderedPageBreak/>
        <w:t>805.9964</w:t>
      </w:r>
      <w:r>
        <w:tab/>
        <w:t>3.038e0</w:t>
      </w:r>
    </w:p>
    <w:p w:rsidR="006974AE" w:rsidRDefault="006974AE" w:rsidP="006974AE">
      <w:r>
        <w:t>806.0654</w:t>
      </w:r>
      <w:r>
        <w:tab/>
        <w:t>1.013e0</w:t>
      </w:r>
    </w:p>
    <w:p w:rsidR="006974AE" w:rsidRDefault="006974AE" w:rsidP="006974AE">
      <w:r>
        <w:t>806.1061</w:t>
      </w:r>
      <w:r>
        <w:tab/>
        <w:t>1.013e0</w:t>
      </w:r>
    </w:p>
    <w:p w:rsidR="006974AE" w:rsidRDefault="006974AE" w:rsidP="006974AE">
      <w:r>
        <w:t>806.1652</w:t>
      </w:r>
      <w:r>
        <w:tab/>
        <w:t>1.013e0</w:t>
      </w:r>
    </w:p>
    <w:p w:rsidR="006974AE" w:rsidRDefault="006974AE" w:rsidP="006974AE">
      <w:r>
        <w:t>806.1703</w:t>
      </w:r>
      <w:r>
        <w:tab/>
        <w:t>2.025e0</w:t>
      </w:r>
    </w:p>
    <w:p w:rsidR="006974AE" w:rsidRDefault="006974AE" w:rsidP="006974AE">
      <w:r>
        <w:t>806.1731</w:t>
      </w:r>
      <w:r>
        <w:tab/>
        <w:t>1.013e0</w:t>
      </w:r>
    </w:p>
    <w:p w:rsidR="006974AE" w:rsidRDefault="006974AE" w:rsidP="006974AE">
      <w:r>
        <w:t>806.2001</w:t>
      </w:r>
      <w:r>
        <w:tab/>
        <w:t>1.013e0</w:t>
      </w:r>
    </w:p>
    <w:p w:rsidR="006974AE" w:rsidRDefault="006974AE" w:rsidP="006974AE">
      <w:r>
        <w:t>806.2410</w:t>
      </w:r>
      <w:r>
        <w:tab/>
        <w:t>1.013e0</w:t>
      </w:r>
    </w:p>
    <w:p w:rsidR="006974AE" w:rsidRDefault="006974AE" w:rsidP="006974AE">
      <w:r>
        <w:t>806.2556</w:t>
      </w:r>
      <w:r>
        <w:tab/>
        <w:t>1.013e0</w:t>
      </w:r>
    </w:p>
    <w:p w:rsidR="006974AE" w:rsidRDefault="006974AE" w:rsidP="006974AE">
      <w:r>
        <w:t>806.2669</w:t>
      </w:r>
      <w:r>
        <w:tab/>
        <w:t>1.013e0</w:t>
      </w:r>
    </w:p>
    <w:p w:rsidR="006974AE" w:rsidRDefault="006974AE" w:rsidP="006974AE">
      <w:r>
        <w:t>806.2823</w:t>
      </w:r>
      <w:r>
        <w:tab/>
        <w:t>3.038e0</w:t>
      </w:r>
    </w:p>
    <w:p w:rsidR="006974AE" w:rsidRDefault="006974AE" w:rsidP="006974AE">
      <w:r>
        <w:t>806.3274</w:t>
      </w:r>
      <w:r>
        <w:tab/>
        <w:t>3.793e0</w:t>
      </w:r>
    </w:p>
    <w:p w:rsidR="006974AE" w:rsidRDefault="006974AE" w:rsidP="006974AE">
      <w:r>
        <w:t>806.3582</w:t>
      </w:r>
      <w:r>
        <w:tab/>
        <w:t>4.045e0</w:t>
      </w:r>
    </w:p>
    <w:p w:rsidR="006974AE" w:rsidRDefault="006974AE" w:rsidP="006974AE">
      <w:r>
        <w:t>806.3651</w:t>
      </w:r>
      <w:r>
        <w:tab/>
        <w:t>3.122e0</w:t>
      </w:r>
    </w:p>
    <w:p w:rsidR="006974AE" w:rsidRDefault="006974AE" w:rsidP="006974AE">
      <w:r>
        <w:t>806.3721</w:t>
      </w:r>
      <w:r>
        <w:tab/>
        <w:t>4.051e0</w:t>
      </w:r>
    </w:p>
    <w:p w:rsidR="006974AE" w:rsidRDefault="006974AE" w:rsidP="006974AE">
      <w:r>
        <w:t>806.4046</w:t>
      </w:r>
      <w:r>
        <w:tab/>
        <w:t>2.836e0</w:t>
      </w:r>
    </w:p>
    <w:p w:rsidR="006974AE" w:rsidRDefault="006974AE" w:rsidP="006974AE">
      <w:r>
        <w:t>806.4147</w:t>
      </w:r>
      <w:r>
        <w:tab/>
        <w:t>3.038e0</w:t>
      </w:r>
    </w:p>
    <w:p w:rsidR="006974AE" w:rsidRDefault="006974AE" w:rsidP="006974AE">
      <w:r>
        <w:t>806.4367</w:t>
      </w:r>
      <w:r>
        <w:tab/>
        <w:t>1.013e0</w:t>
      </w:r>
    </w:p>
    <w:p w:rsidR="006974AE" w:rsidRDefault="006974AE" w:rsidP="006974AE">
      <w:r>
        <w:t>806.4585</w:t>
      </w:r>
      <w:r>
        <w:tab/>
        <w:t>1.013e0</w:t>
      </w:r>
    </w:p>
    <w:p w:rsidR="006974AE" w:rsidRDefault="006974AE" w:rsidP="006974AE">
      <w:r>
        <w:lastRenderedPageBreak/>
        <w:t>806.4716</w:t>
      </w:r>
      <w:r>
        <w:tab/>
        <w:t>1.896e0</w:t>
      </w:r>
    </w:p>
    <w:p w:rsidR="006974AE" w:rsidRDefault="006974AE" w:rsidP="006974AE">
      <w:r>
        <w:t>806.5002</w:t>
      </w:r>
      <w:r>
        <w:tab/>
        <w:t>1.013e0</w:t>
      </w:r>
    </w:p>
    <w:p w:rsidR="006974AE" w:rsidRDefault="006974AE" w:rsidP="006974AE">
      <w:r>
        <w:t>806.5043</w:t>
      </w:r>
      <w:r>
        <w:tab/>
        <w:t>2.025e0</w:t>
      </w:r>
    </w:p>
    <w:p w:rsidR="006974AE" w:rsidRDefault="006974AE" w:rsidP="006974AE">
      <w:r>
        <w:t>806.5258</w:t>
      </w:r>
      <w:r>
        <w:tab/>
        <w:t>2.025e0</w:t>
      </w:r>
    </w:p>
    <w:p w:rsidR="006974AE" w:rsidRDefault="006974AE" w:rsidP="006974AE">
      <w:r>
        <w:t>806.5319</w:t>
      </w:r>
      <w:r>
        <w:tab/>
        <w:t>2.025e0</w:t>
      </w:r>
    </w:p>
    <w:p w:rsidR="006974AE" w:rsidRDefault="006974AE" w:rsidP="006974AE">
      <w:r>
        <w:t>806.5546</w:t>
      </w:r>
      <w:r>
        <w:tab/>
        <w:t>1.013e0</w:t>
      </w:r>
    </w:p>
    <w:p w:rsidR="006974AE" w:rsidRDefault="006974AE" w:rsidP="006974AE">
      <w:r>
        <w:t>806.5808</w:t>
      </w:r>
      <w:r>
        <w:tab/>
        <w:t>1.013e0</w:t>
      </w:r>
    </w:p>
    <w:p w:rsidR="006974AE" w:rsidRDefault="006974AE" w:rsidP="006974AE">
      <w:r>
        <w:t>806.6176</w:t>
      </w:r>
      <w:r>
        <w:tab/>
        <w:t>3.038e0</w:t>
      </w:r>
    </w:p>
    <w:p w:rsidR="006974AE" w:rsidRDefault="006974AE" w:rsidP="006974AE">
      <w:r>
        <w:t>806.6216</w:t>
      </w:r>
      <w:r>
        <w:tab/>
        <w:t>1.013e0</w:t>
      </w:r>
    </w:p>
    <w:p w:rsidR="006974AE" w:rsidRDefault="006974AE" w:rsidP="006974AE">
      <w:r>
        <w:t>806.6566</w:t>
      </w:r>
      <w:r>
        <w:tab/>
        <w:t>2.025e0</w:t>
      </w:r>
    </w:p>
    <w:p w:rsidR="006974AE" w:rsidRDefault="006974AE" w:rsidP="006974AE">
      <w:r>
        <w:t>806.7072</w:t>
      </w:r>
      <w:r>
        <w:tab/>
        <w:t>1.013e0</w:t>
      </w:r>
    </w:p>
    <w:p w:rsidR="006974AE" w:rsidRDefault="006974AE" w:rsidP="006974AE">
      <w:r>
        <w:t>806.7279</w:t>
      </w:r>
      <w:r>
        <w:tab/>
        <w:t>2.025e0</w:t>
      </w:r>
    </w:p>
    <w:p w:rsidR="006974AE" w:rsidRDefault="006974AE" w:rsidP="006974AE">
      <w:r>
        <w:t>806.7483</w:t>
      </w:r>
      <w:r>
        <w:tab/>
        <w:t>3.038e0</w:t>
      </w:r>
    </w:p>
    <w:p w:rsidR="006974AE" w:rsidRDefault="006974AE" w:rsidP="006974AE">
      <w:r>
        <w:t>806.7722</w:t>
      </w:r>
      <w:r>
        <w:tab/>
        <w:t>1.013e0</w:t>
      </w:r>
    </w:p>
    <w:p w:rsidR="006974AE" w:rsidRDefault="006974AE" w:rsidP="006974AE">
      <w:r>
        <w:t>806.7923</w:t>
      </w:r>
      <w:r>
        <w:tab/>
        <w:t>1.013e0</w:t>
      </w:r>
    </w:p>
    <w:p w:rsidR="006974AE" w:rsidRDefault="006974AE" w:rsidP="006974AE">
      <w:r>
        <w:t>806.8098</w:t>
      </w:r>
      <w:r>
        <w:tab/>
        <w:t>2.025e0</w:t>
      </w:r>
    </w:p>
    <w:p w:rsidR="006974AE" w:rsidRDefault="006974AE" w:rsidP="006974AE">
      <w:r>
        <w:t>806.8109</w:t>
      </w:r>
      <w:r>
        <w:tab/>
        <w:t>1.013e0</w:t>
      </w:r>
    </w:p>
    <w:p w:rsidR="006974AE" w:rsidRDefault="006974AE" w:rsidP="006974AE">
      <w:r>
        <w:t>806.8423</w:t>
      </w:r>
      <w:r>
        <w:tab/>
        <w:t>2.025e0</w:t>
      </w:r>
    </w:p>
    <w:p w:rsidR="006974AE" w:rsidRDefault="006974AE" w:rsidP="006974AE">
      <w:r>
        <w:t>806.8799</w:t>
      </w:r>
      <w:r>
        <w:tab/>
        <w:t>1.013e0</w:t>
      </w:r>
    </w:p>
    <w:p w:rsidR="006974AE" w:rsidRDefault="006974AE" w:rsidP="006974AE">
      <w:r>
        <w:lastRenderedPageBreak/>
        <w:t>806.8935</w:t>
      </w:r>
      <w:r>
        <w:tab/>
        <w:t>1.013e0</w:t>
      </w:r>
    </w:p>
    <w:p w:rsidR="006974AE" w:rsidRDefault="006974AE" w:rsidP="006974AE">
      <w:r>
        <w:t>806.9071</w:t>
      </w:r>
      <w:r>
        <w:tab/>
        <w:t>1.013e0</w:t>
      </w:r>
    </w:p>
    <w:p w:rsidR="006974AE" w:rsidRDefault="006974AE" w:rsidP="006974AE">
      <w:r>
        <w:t>806.9118</w:t>
      </w:r>
      <w:r>
        <w:tab/>
        <w:t>1.013e0</w:t>
      </w:r>
    </w:p>
    <w:p w:rsidR="006974AE" w:rsidRDefault="006974AE" w:rsidP="006974AE">
      <w:r>
        <w:t>806.9792</w:t>
      </w:r>
      <w:r>
        <w:tab/>
        <w:t>2.025e0</w:t>
      </w:r>
    </w:p>
    <w:p w:rsidR="006974AE" w:rsidRDefault="006974AE" w:rsidP="006974AE">
      <w:r>
        <w:t>806.9969</w:t>
      </w:r>
      <w:r>
        <w:tab/>
        <w:t>1.013e0</w:t>
      </w:r>
    </w:p>
    <w:p w:rsidR="006974AE" w:rsidRDefault="006974AE" w:rsidP="006974AE">
      <w:r>
        <w:t>807.0844</w:t>
      </w:r>
      <w:r>
        <w:tab/>
        <w:t>2.025e0</w:t>
      </w:r>
    </w:p>
    <w:p w:rsidR="006974AE" w:rsidRDefault="006974AE" w:rsidP="006974AE">
      <w:r>
        <w:t>807.1501</w:t>
      </w:r>
      <w:r>
        <w:tab/>
        <w:t>1.013e0</w:t>
      </w:r>
    </w:p>
    <w:p w:rsidR="006974AE" w:rsidRDefault="006974AE" w:rsidP="006974AE">
      <w:r>
        <w:t>807.1801</w:t>
      </w:r>
      <w:r>
        <w:tab/>
        <w:t>1.013e0</w:t>
      </w:r>
    </w:p>
    <w:p w:rsidR="006974AE" w:rsidRDefault="006974AE" w:rsidP="006974AE">
      <w:r>
        <w:t>807.2233</w:t>
      </w:r>
      <w:r>
        <w:tab/>
        <w:t>5.063e0</w:t>
      </w:r>
    </w:p>
    <w:p w:rsidR="006974AE" w:rsidRDefault="006974AE" w:rsidP="006974AE">
      <w:r>
        <w:t>807.2425</w:t>
      </w:r>
      <w:r>
        <w:tab/>
        <w:t>2.025e0</w:t>
      </w:r>
    </w:p>
    <w:p w:rsidR="006974AE" w:rsidRDefault="006974AE" w:rsidP="006974AE">
      <w:r>
        <w:t>807.2744</w:t>
      </w:r>
      <w:r>
        <w:tab/>
        <w:t>1.013e0</w:t>
      </w:r>
    </w:p>
    <w:p w:rsidR="006974AE" w:rsidRDefault="006974AE" w:rsidP="006974AE">
      <w:r>
        <w:t>807.2880</w:t>
      </w:r>
      <w:r>
        <w:tab/>
        <w:t>1.013e0</w:t>
      </w:r>
    </w:p>
    <w:p w:rsidR="006974AE" w:rsidRDefault="006974AE" w:rsidP="006974AE">
      <w:r>
        <w:t>807.3102</w:t>
      </w:r>
      <w:r>
        <w:tab/>
        <w:t>2.025e0</w:t>
      </w:r>
    </w:p>
    <w:p w:rsidR="006974AE" w:rsidRDefault="006974AE" w:rsidP="006974AE">
      <w:r>
        <w:t>807.3494</w:t>
      </w:r>
      <w:r>
        <w:tab/>
        <w:t>5.063e0</w:t>
      </w:r>
    </w:p>
    <w:p w:rsidR="006974AE" w:rsidRDefault="006974AE" w:rsidP="006974AE">
      <w:r>
        <w:t>807.4013</w:t>
      </w:r>
      <w:r>
        <w:tab/>
        <w:t>4.658e0</w:t>
      </w:r>
    </w:p>
    <w:p w:rsidR="006974AE" w:rsidRDefault="006974AE" w:rsidP="006974AE">
      <w:r>
        <w:t>807.4377</w:t>
      </w:r>
      <w:r>
        <w:tab/>
        <w:t>5.401e0</w:t>
      </w:r>
    </w:p>
    <w:p w:rsidR="006974AE" w:rsidRDefault="006974AE" w:rsidP="006974AE">
      <w:r>
        <w:t>807.4446</w:t>
      </w:r>
      <w:r>
        <w:tab/>
        <w:t>6.112e0</w:t>
      </w:r>
    </w:p>
    <w:p w:rsidR="006974AE" w:rsidRDefault="006974AE" w:rsidP="006974AE">
      <w:r>
        <w:t>807.4754</w:t>
      </w:r>
      <w:r>
        <w:tab/>
        <w:t>2.466e1</w:t>
      </w:r>
    </w:p>
    <w:p w:rsidR="006974AE" w:rsidRDefault="006974AE" w:rsidP="006974AE">
      <w:r>
        <w:t>807.4767</w:t>
      </w:r>
      <w:r>
        <w:tab/>
        <w:t>1.013e1</w:t>
      </w:r>
    </w:p>
    <w:p w:rsidR="006974AE" w:rsidRDefault="006974AE" w:rsidP="006974AE">
      <w:r>
        <w:lastRenderedPageBreak/>
        <w:t>807.4818</w:t>
      </w:r>
      <w:r>
        <w:tab/>
        <w:t>1.013e1</w:t>
      </w:r>
    </w:p>
    <w:p w:rsidR="006974AE" w:rsidRDefault="006974AE" w:rsidP="006974AE">
      <w:r>
        <w:t>807.4908</w:t>
      </w:r>
      <w:r>
        <w:tab/>
        <w:t>5.063e0</w:t>
      </w:r>
    </w:p>
    <w:p w:rsidR="006974AE" w:rsidRDefault="006974AE" w:rsidP="006974AE">
      <w:r>
        <w:t>807.5747</w:t>
      </w:r>
      <w:r>
        <w:tab/>
        <w:t>2.025e0</w:t>
      </w:r>
    </w:p>
    <w:p w:rsidR="006974AE" w:rsidRDefault="006974AE" w:rsidP="006974AE">
      <w:r>
        <w:t>807.6069</w:t>
      </w:r>
      <w:r>
        <w:tab/>
        <w:t>2.025e0</w:t>
      </w:r>
    </w:p>
    <w:p w:rsidR="006974AE" w:rsidRDefault="006974AE" w:rsidP="006974AE">
      <w:r>
        <w:t>807.6292</w:t>
      </w:r>
      <w:r>
        <w:tab/>
        <w:t>1.013e0</w:t>
      </w:r>
    </w:p>
    <w:p w:rsidR="006974AE" w:rsidRDefault="006974AE" w:rsidP="006974AE">
      <w:r>
        <w:t>807.6581</w:t>
      </w:r>
      <w:r>
        <w:tab/>
        <w:t>1.013e0</w:t>
      </w:r>
    </w:p>
    <w:p w:rsidR="006974AE" w:rsidRDefault="006974AE" w:rsidP="006974AE">
      <w:r>
        <w:t>807.7021</w:t>
      </w:r>
      <w:r>
        <w:tab/>
        <w:t>2.025e0</w:t>
      </w:r>
    </w:p>
    <w:p w:rsidR="006974AE" w:rsidRDefault="006974AE" w:rsidP="006974AE">
      <w:r>
        <w:t>807.7034</w:t>
      </w:r>
      <w:r>
        <w:tab/>
        <w:t>2.025e0</w:t>
      </w:r>
    </w:p>
    <w:p w:rsidR="006974AE" w:rsidRDefault="006974AE" w:rsidP="006974AE">
      <w:r>
        <w:t>807.7784</w:t>
      </w:r>
      <w:r>
        <w:tab/>
        <w:t>2.025e0</w:t>
      </w:r>
    </w:p>
    <w:p w:rsidR="006974AE" w:rsidRDefault="006974AE" w:rsidP="006974AE">
      <w:r>
        <w:t>807.8061</w:t>
      </w:r>
      <w:r>
        <w:tab/>
        <w:t>1.013e0</w:t>
      </w:r>
    </w:p>
    <w:p w:rsidR="006974AE" w:rsidRDefault="006974AE" w:rsidP="006974AE">
      <w:r>
        <w:t>807.8470</w:t>
      </w:r>
      <w:r>
        <w:tab/>
        <w:t>1.013e0</w:t>
      </w:r>
    </w:p>
    <w:p w:rsidR="006974AE" w:rsidRDefault="006974AE" w:rsidP="006974AE">
      <w:r>
        <w:t>807.8691</w:t>
      </w:r>
      <w:r>
        <w:tab/>
        <w:t>2.025e0</w:t>
      </w:r>
    </w:p>
    <w:p w:rsidR="006974AE" w:rsidRDefault="006974AE" w:rsidP="006974AE">
      <w:r>
        <w:t>807.8793</w:t>
      </w:r>
      <w:r>
        <w:tab/>
        <w:t>1.013e0</w:t>
      </w:r>
    </w:p>
    <w:p w:rsidR="006974AE" w:rsidRDefault="006974AE" w:rsidP="006974AE">
      <w:r>
        <w:t>807.9462</w:t>
      </w:r>
      <w:r>
        <w:tab/>
        <w:t>1.013e0</w:t>
      </w:r>
    </w:p>
    <w:p w:rsidR="006974AE" w:rsidRDefault="006974AE" w:rsidP="006974AE">
      <w:r>
        <w:t>807.9578</w:t>
      </w:r>
      <w:r>
        <w:tab/>
        <w:t>2.025e0</w:t>
      </w:r>
    </w:p>
    <w:p w:rsidR="006974AE" w:rsidRDefault="006974AE" w:rsidP="006974AE">
      <w:r>
        <w:t>807.9831</w:t>
      </w:r>
      <w:r>
        <w:tab/>
        <w:t>1.013e0</w:t>
      </w:r>
    </w:p>
    <w:p w:rsidR="006974AE" w:rsidRDefault="006974AE" w:rsidP="006974AE">
      <w:r>
        <w:t>807.9897</w:t>
      </w:r>
      <w:r>
        <w:tab/>
        <w:t>2.025e0</w:t>
      </w:r>
    </w:p>
    <w:p w:rsidR="006974AE" w:rsidRDefault="006974AE" w:rsidP="006974AE">
      <w:r>
        <w:t>807.9962</w:t>
      </w:r>
      <w:r>
        <w:tab/>
        <w:t>1.013e0</w:t>
      </w:r>
    </w:p>
    <w:p w:rsidR="006974AE" w:rsidRDefault="006974AE" w:rsidP="006974AE">
      <w:r>
        <w:t>808.0103</w:t>
      </w:r>
      <w:r>
        <w:tab/>
        <w:t>1.013e0</w:t>
      </w:r>
    </w:p>
    <w:p w:rsidR="006974AE" w:rsidRDefault="006974AE" w:rsidP="006974AE">
      <w:r>
        <w:lastRenderedPageBreak/>
        <w:t>808.0354</w:t>
      </w:r>
      <w:r>
        <w:tab/>
        <w:t>3.038e0</w:t>
      </w:r>
    </w:p>
    <w:p w:rsidR="006974AE" w:rsidRDefault="006974AE" w:rsidP="006974AE">
      <w:r>
        <w:t>808.0419</w:t>
      </w:r>
      <w:r>
        <w:tab/>
        <w:t>2.025e0</w:t>
      </w:r>
    </w:p>
    <w:p w:rsidR="006974AE" w:rsidRDefault="006974AE" w:rsidP="006974AE">
      <w:r>
        <w:t>808.0991</w:t>
      </w:r>
      <w:r>
        <w:tab/>
        <w:t>1.013e0</w:t>
      </w:r>
    </w:p>
    <w:p w:rsidR="006974AE" w:rsidRDefault="006974AE" w:rsidP="006974AE">
      <w:r>
        <w:t>808.1582</w:t>
      </w:r>
      <w:r>
        <w:tab/>
        <w:t>2.025e0</w:t>
      </w:r>
    </w:p>
    <w:p w:rsidR="006974AE" w:rsidRDefault="006974AE" w:rsidP="006974AE">
      <w:r>
        <w:t>808.1714</w:t>
      </w:r>
      <w:r>
        <w:tab/>
        <w:t>2.025e0</w:t>
      </w:r>
    </w:p>
    <w:p w:rsidR="006974AE" w:rsidRDefault="006974AE" w:rsidP="006974AE">
      <w:r>
        <w:t>808.1870</w:t>
      </w:r>
      <w:r>
        <w:tab/>
        <w:t>2.025e0</w:t>
      </w:r>
    </w:p>
    <w:p w:rsidR="006974AE" w:rsidRDefault="006974AE" w:rsidP="006974AE">
      <w:r>
        <w:t>808.2000</w:t>
      </w:r>
      <w:r>
        <w:tab/>
        <w:t>1.013e0</w:t>
      </w:r>
    </w:p>
    <w:p w:rsidR="006974AE" w:rsidRDefault="006974AE" w:rsidP="006974AE">
      <w:r>
        <w:t>808.3099</w:t>
      </w:r>
      <w:r>
        <w:tab/>
        <w:t>1.013e0</w:t>
      </w:r>
    </w:p>
    <w:p w:rsidR="006974AE" w:rsidRDefault="006974AE" w:rsidP="006974AE">
      <w:r>
        <w:t>808.3170</w:t>
      </w:r>
      <w:r>
        <w:tab/>
        <w:t>3.038e0</w:t>
      </w:r>
    </w:p>
    <w:p w:rsidR="006974AE" w:rsidRDefault="006974AE" w:rsidP="006974AE">
      <w:r>
        <w:t>808.3372</w:t>
      </w:r>
      <w:r>
        <w:tab/>
        <w:t>2.025e0</w:t>
      </w:r>
    </w:p>
    <w:p w:rsidR="006974AE" w:rsidRDefault="006974AE" w:rsidP="006974AE">
      <w:r>
        <w:t>808.3523</w:t>
      </w:r>
      <w:r>
        <w:tab/>
        <w:t>1.275e0</w:t>
      </w:r>
    </w:p>
    <w:p w:rsidR="006974AE" w:rsidRDefault="006974AE" w:rsidP="006974AE">
      <w:r>
        <w:t>808.3630</w:t>
      </w:r>
      <w:r>
        <w:tab/>
        <w:t>5.723e0</w:t>
      </w:r>
    </w:p>
    <w:p w:rsidR="006974AE" w:rsidRDefault="006974AE" w:rsidP="006974AE">
      <w:r>
        <w:t>808.4573</w:t>
      </w:r>
      <w:r>
        <w:tab/>
        <w:t>7.089e0</w:t>
      </w:r>
    </w:p>
    <w:p w:rsidR="006974AE" w:rsidRDefault="006974AE" w:rsidP="006974AE">
      <w:r>
        <w:t>808.4669</w:t>
      </w:r>
      <w:r>
        <w:tab/>
        <w:t>5.063e0</w:t>
      </w:r>
    </w:p>
    <w:p w:rsidR="006974AE" w:rsidRDefault="006974AE" w:rsidP="006974AE">
      <w:r>
        <w:t>808.4703</w:t>
      </w:r>
      <w:r>
        <w:tab/>
        <w:t>6.076e0</w:t>
      </w:r>
    </w:p>
    <w:p w:rsidR="006974AE" w:rsidRDefault="006974AE" w:rsidP="006974AE">
      <w:r>
        <w:t>808.4744</w:t>
      </w:r>
      <w:r>
        <w:tab/>
        <w:t>2.025e0</w:t>
      </w:r>
    </w:p>
    <w:p w:rsidR="006974AE" w:rsidRDefault="006974AE" w:rsidP="006974AE">
      <w:r>
        <w:t>808.4769</w:t>
      </w:r>
      <w:r>
        <w:tab/>
        <w:t>8.101e0</w:t>
      </w:r>
    </w:p>
    <w:p w:rsidR="006974AE" w:rsidRDefault="006974AE" w:rsidP="006974AE">
      <w:r>
        <w:t>808.4885</w:t>
      </w:r>
      <w:r>
        <w:tab/>
        <w:t>5.849e0</w:t>
      </w:r>
    </w:p>
    <w:p w:rsidR="006974AE" w:rsidRDefault="006974AE" w:rsidP="006974AE">
      <w:r>
        <w:t>808.4912</w:t>
      </w:r>
      <w:r>
        <w:tab/>
        <w:t>5.063e0</w:t>
      </w:r>
    </w:p>
    <w:p w:rsidR="006974AE" w:rsidRDefault="006974AE" w:rsidP="006974AE">
      <w:r>
        <w:lastRenderedPageBreak/>
        <w:t>808.4984</w:t>
      </w:r>
      <w:r>
        <w:tab/>
        <w:t>6.076e0</w:t>
      </w:r>
    </w:p>
    <w:p w:rsidR="006974AE" w:rsidRDefault="006974AE" w:rsidP="006974AE">
      <w:r>
        <w:t>808.5567</w:t>
      </w:r>
      <w:r>
        <w:tab/>
        <w:t>1.013e0</w:t>
      </w:r>
    </w:p>
    <w:p w:rsidR="006974AE" w:rsidRDefault="006974AE" w:rsidP="006974AE">
      <w:r>
        <w:t>808.6091</w:t>
      </w:r>
      <w:r>
        <w:tab/>
        <w:t>2.025e0</w:t>
      </w:r>
    </w:p>
    <w:p w:rsidR="006974AE" w:rsidRDefault="006974AE" w:rsidP="006974AE">
      <w:r>
        <w:t>808.6245</w:t>
      </w:r>
      <w:r>
        <w:tab/>
        <w:t>1.013e0</w:t>
      </w:r>
    </w:p>
    <w:p w:rsidR="006974AE" w:rsidRDefault="006974AE" w:rsidP="006974AE">
      <w:r>
        <w:t>808.6431</w:t>
      </w:r>
      <w:r>
        <w:tab/>
        <w:t>1.013e0</w:t>
      </w:r>
    </w:p>
    <w:p w:rsidR="006974AE" w:rsidRDefault="006974AE" w:rsidP="006974AE">
      <w:r>
        <w:t>808.7109</w:t>
      </w:r>
      <w:r>
        <w:tab/>
        <w:t>2.025e0</w:t>
      </w:r>
    </w:p>
    <w:p w:rsidR="006974AE" w:rsidRDefault="006974AE" w:rsidP="006974AE">
      <w:r>
        <w:t>808.7954</w:t>
      </w:r>
      <w:r>
        <w:tab/>
        <w:t>2.025e0</w:t>
      </w:r>
    </w:p>
    <w:p w:rsidR="006974AE" w:rsidRDefault="006974AE" w:rsidP="006974AE">
      <w:r>
        <w:t>808.8128</w:t>
      </w:r>
      <w:r>
        <w:tab/>
        <w:t>1.013e0</w:t>
      </w:r>
    </w:p>
    <w:p w:rsidR="006974AE" w:rsidRDefault="006974AE" w:rsidP="006974AE">
      <w:r>
        <w:t>808.8279</w:t>
      </w:r>
      <w:r>
        <w:tab/>
        <w:t>1.013e0</w:t>
      </w:r>
    </w:p>
    <w:p w:rsidR="006974AE" w:rsidRDefault="006974AE" w:rsidP="006974AE">
      <w:r>
        <w:t>808.8414</w:t>
      </w:r>
      <w:r>
        <w:tab/>
        <w:t>1.013e0</w:t>
      </w:r>
    </w:p>
    <w:p w:rsidR="006974AE" w:rsidRDefault="006974AE" w:rsidP="006974AE">
      <w:r>
        <w:t>808.8812</w:t>
      </w:r>
      <w:r>
        <w:tab/>
        <w:t>1.013e0</w:t>
      </w:r>
    </w:p>
    <w:p w:rsidR="006974AE" w:rsidRDefault="006974AE" w:rsidP="006974AE">
      <w:r>
        <w:t>808.8823</w:t>
      </w:r>
      <w:r>
        <w:tab/>
        <w:t>1.013e0</w:t>
      </w:r>
    </w:p>
    <w:p w:rsidR="006974AE" w:rsidRDefault="006974AE" w:rsidP="006974AE">
      <w:r>
        <w:t>808.8956</w:t>
      </w:r>
      <w:r>
        <w:tab/>
        <w:t>1.013e0</w:t>
      </w:r>
    </w:p>
    <w:p w:rsidR="006974AE" w:rsidRDefault="006974AE" w:rsidP="006974AE">
      <w:r>
        <w:t>808.9026</w:t>
      </w:r>
      <w:r>
        <w:tab/>
        <w:t>3.038e0</w:t>
      </w:r>
    </w:p>
    <w:p w:rsidR="006974AE" w:rsidRDefault="006974AE" w:rsidP="006974AE">
      <w:r>
        <w:t>808.9144</w:t>
      </w:r>
      <w:r>
        <w:tab/>
        <w:t>1.013e0</w:t>
      </w:r>
    </w:p>
    <w:p w:rsidR="006974AE" w:rsidRDefault="006974AE" w:rsidP="006974AE">
      <w:r>
        <w:t>808.9358</w:t>
      </w:r>
      <w:r>
        <w:tab/>
        <w:t>1.013e0</w:t>
      </w:r>
    </w:p>
    <w:p w:rsidR="006974AE" w:rsidRDefault="006974AE" w:rsidP="006974AE">
      <w:r>
        <w:t>808.9499</w:t>
      </w:r>
      <w:r>
        <w:tab/>
        <w:t>2.025e0</w:t>
      </w:r>
    </w:p>
    <w:p w:rsidR="006974AE" w:rsidRDefault="006974AE" w:rsidP="006974AE">
      <w:r>
        <w:t>809.0160</w:t>
      </w:r>
      <w:r>
        <w:tab/>
        <w:t>2.025e0</w:t>
      </w:r>
    </w:p>
    <w:p w:rsidR="006974AE" w:rsidRDefault="006974AE" w:rsidP="006974AE">
      <w:r>
        <w:t>809.0594</w:t>
      </w:r>
      <w:r>
        <w:tab/>
        <w:t>1.013e0</w:t>
      </w:r>
    </w:p>
    <w:p w:rsidR="006974AE" w:rsidRDefault="006974AE" w:rsidP="006974AE">
      <w:r>
        <w:lastRenderedPageBreak/>
        <w:t>809.0999</w:t>
      </w:r>
      <w:r>
        <w:tab/>
        <w:t>2.025e0</w:t>
      </w:r>
    </w:p>
    <w:p w:rsidR="006974AE" w:rsidRDefault="006974AE" w:rsidP="006974AE">
      <w:r>
        <w:t>809.1533</w:t>
      </w:r>
      <w:r>
        <w:tab/>
        <w:t>2.025e0</w:t>
      </w:r>
    </w:p>
    <w:p w:rsidR="006974AE" w:rsidRDefault="006974AE" w:rsidP="006974AE">
      <w:r>
        <w:t>809.1685</w:t>
      </w:r>
      <w:r>
        <w:tab/>
        <w:t>1.013e0</w:t>
      </w:r>
    </w:p>
    <w:p w:rsidR="006974AE" w:rsidRDefault="006974AE" w:rsidP="006974AE">
      <w:r>
        <w:t>809.1822</w:t>
      </w:r>
      <w:r>
        <w:tab/>
        <w:t>2.110e0</w:t>
      </w:r>
    </w:p>
    <w:p w:rsidR="006974AE" w:rsidRDefault="006974AE" w:rsidP="006974AE">
      <w:r>
        <w:t>809.1858</w:t>
      </w:r>
      <w:r>
        <w:tab/>
        <w:t>2.025e0</w:t>
      </w:r>
    </w:p>
    <w:p w:rsidR="006974AE" w:rsidRDefault="006974AE" w:rsidP="006974AE">
      <w:r>
        <w:t>809.2359</w:t>
      </w:r>
      <w:r>
        <w:tab/>
        <w:t>3.038e0</w:t>
      </w:r>
    </w:p>
    <w:p w:rsidR="006974AE" w:rsidRDefault="006974AE" w:rsidP="006974AE">
      <w:r>
        <w:t>809.2592</w:t>
      </w:r>
      <w:r>
        <w:tab/>
        <w:t>2.025e0</w:t>
      </w:r>
    </w:p>
    <w:p w:rsidR="006974AE" w:rsidRDefault="006974AE" w:rsidP="006974AE">
      <w:r>
        <w:t>809.2883</w:t>
      </w:r>
      <w:r>
        <w:tab/>
        <w:t>1.013e0</w:t>
      </w:r>
    </w:p>
    <w:p w:rsidR="006974AE" w:rsidRDefault="006974AE" w:rsidP="006974AE">
      <w:r>
        <w:t>809.3002</w:t>
      </w:r>
      <w:r>
        <w:tab/>
        <w:t>3.038e0</w:t>
      </w:r>
    </w:p>
    <w:p w:rsidR="006974AE" w:rsidRDefault="006974AE" w:rsidP="006974AE">
      <w:r>
        <w:t>809.3117</w:t>
      </w:r>
      <w:r>
        <w:tab/>
        <w:t>2.025e0</w:t>
      </w:r>
    </w:p>
    <w:p w:rsidR="006974AE" w:rsidRDefault="006974AE" w:rsidP="006974AE">
      <w:r>
        <w:t>809.3175</w:t>
      </w:r>
      <w:r>
        <w:tab/>
        <w:t>2.025e0</w:t>
      </w:r>
    </w:p>
    <w:p w:rsidR="006974AE" w:rsidRDefault="006974AE" w:rsidP="006974AE">
      <w:r>
        <w:t>809.3329</w:t>
      </w:r>
      <w:r>
        <w:tab/>
        <w:t>2.025e0</w:t>
      </w:r>
    </w:p>
    <w:p w:rsidR="006974AE" w:rsidRDefault="006974AE" w:rsidP="006974AE">
      <w:r>
        <w:t>809.3487</w:t>
      </w:r>
      <w:r>
        <w:tab/>
        <w:t>2.025e0</w:t>
      </w:r>
    </w:p>
    <w:p w:rsidR="006974AE" w:rsidRDefault="006974AE" w:rsidP="006974AE">
      <w:r>
        <w:t>809.4022</w:t>
      </w:r>
      <w:r>
        <w:tab/>
        <w:t>2.509e0</w:t>
      </w:r>
    </w:p>
    <w:p w:rsidR="006974AE" w:rsidRDefault="006974AE" w:rsidP="006974AE">
      <w:r>
        <w:t>809.4036</w:t>
      </w:r>
      <w:r>
        <w:tab/>
        <w:t>1.852e0</w:t>
      </w:r>
    </w:p>
    <w:p w:rsidR="006974AE" w:rsidRDefault="006974AE" w:rsidP="006974AE">
      <w:r>
        <w:t>809.4130</w:t>
      </w:r>
      <w:r>
        <w:tab/>
        <w:t>1.965e0</w:t>
      </w:r>
    </w:p>
    <w:p w:rsidR="006974AE" w:rsidRDefault="006974AE" w:rsidP="006974AE">
      <w:r>
        <w:t>809.4402</w:t>
      </w:r>
      <w:r>
        <w:tab/>
        <w:t>1.013e0</w:t>
      </w:r>
    </w:p>
    <w:p w:rsidR="006974AE" w:rsidRDefault="006974AE" w:rsidP="006974AE">
      <w:r>
        <w:t>809.4546</w:t>
      </w:r>
      <w:r>
        <w:tab/>
        <w:t>3.038e0</w:t>
      </w:r>
    </w:p>
    <w:p w:rsidR="006974AE" w:rsidRDefault="006974AE" w:rsidP="006974AE">
      <w:r>
        <w:t>809.4848</w:t>
      </w:r>
      <w:r>
        <w:tab/>
        <w:t>3.038e0</w:t>
      </w:r>
    </w:p>
    <w:p w:rsidR="006974AE" w:rsidRDefault="006974AE" w:rsidP="006974AE">
      <w:r>
        <w:lastRenderedPageBreak/>
        <w:t>809.5085</w:t>
      </w:r>
      <w:r>
        <w:tab/>
        <w:t>1.013e0</w:t>
      </w:r>
    </w:p>
    <w:p w:rsidR="006974AE" w:rsidRDefault="006974AE" w:rsidP="006974AE">
      <w:r>
        <w:t>809.5170</w:t>
      </w:r>
      <w:r>
        <w:tab/>
        <w:t>2.025e0</w:t>
      </w:r>
    </w:p>
    <w:p w:rsidR="006974AE" w:rsidRDefault="006974AE" w:rsidP="006974AE">
      <w:r>
        <w:t>809.5202</w:t>
      </w:r>
      <w:r>
        <w:tab/>
        <w:t>4.051e0</w:t>
      </w:r>
    </w:p>
    <w:p w:rsidR="006974AE" w:rsidRDefault="006974AE" w:rsidP="006974AE">
      <w:r>
        <w:t>809.5425</w:t>
      </w:r>
      <w:r>
        <w:tab/>
        <w:t>5.063e0</w:t>
      </w:r>
    </w:p>
    <w:p w:rsidR="006974AE" w:rsidRDefault="006974AE" w:rsidP="006974AE">
      <w:r>
        <w:t>809.5494</w:t>
      </w:r>
      <w:r>
        <w:tab/>
        <w:t>2.025e0</w:t>
      </w:r>
    </w:p>
    <w:p w:rsidR="006974AE" w:rsidRDefault="006974AE" w:rsidP="006974AE">
      <w:r>
        <w:t>809.6102</w:t>
      </w:r>
      <w:r>
        <w:tab/>
        <w:t>1.013e0</w:t>
      </w:r>
    </w:p>
    <w:p w:rsidR="006974AE" w:rsidRDefault="006974AE" w:rsidP="006974AE">
      <w:r>
        <w:t>809.6595</w:t>
      </w:r>
      <w:r>
        <w:tab/>
        <w:t>1.013e0</w:t>
      </w:r>
    </w:p>
    <w:p w:rsidR="006974AE" w:rsidRDefault="006974AE" w:rsidP="006974AE">
      <w:r>
        <w:t>809.6732</w:t>
      </w:r>
      <w:r>
        <w:tab/>
        <w:t>1.013e0</w:t>
      </w:r>
    </w:p>
    <w:p w:rsidR="006974AE" w:rsidRDefault="006974AE" w:rsidP="006974AE">
      <w:r>
        <w:t>809.6770</w:t>
      </w:r>
      <w:r>
        <w:tab/>
        <w:t>1.013e0</w:t>
      </w:r>
    </w:p>
    <w:p w:rsidR="006974AE" w:rsidRDefault="006974AE" w:rsidP="006974AE">
      <w:r>
        <w:t>809.7119</w:t>
      </w:r>
      <w:r>
        <w:tab/>
        <w:t>1.013e0</w:t>
      </w:r>
    </w:p>
    <w:p w:rsidR="006974AE" w:rsidRDefault="006974AE" w:rsidP="006974AE">
      <w:r>
        <w:t>809.7129</w:t>
      </w:r>
      <w:r>
        <w:tab/>
        <w:t>1.013e0</w:t>
      </w:r>
    </w:p>
    <w:p w:rsidR="006974AE" w:rsidRDefault="006974AE" w:rsidP="006974AE">
      <w:r>
        <w:t>809.7813</w:t>
      </w:r>
      <w:r>
        <w:tab/>
        <w:t>1.013e0</w:t>
      </w:r>
    </w:p>
    <w:p w:rsidR="006974AE" w:rsidRDefault="006974AE" w:rsidP="006974AE">
      <w:r>
        <w:t>809.8086</w:t>
      </w:r>
      <w:r>
        <w:tab/>
        <w:t>1.013e0</w:t>
      </w:r>
    </w:p>
    <w:p w:rsidR="006974AE" w:rsidRDefault="006974AE" w:rsidP="006974AE">
      <w:r>
        <w:t>809.8232</w:t>
      </w:r>
      <w:r>
        <w:tab/>
        <w:t>1.013e0</w:t>
      </w:r>
    </w:p>
    <w:p w:rsidR="006974AE" w:rsidRDefault="006974AE" w:rsidP="006974AE">
      <w:r>
        <w:t>809.8484</w:t>
      </w:r>
      <w:r>
        <w:tab/>
        <w:t>1.013e0</w:t>
      </w:r>
    </w:p>
    <w:p w:rsidR="006974AE" w:rsidRDefault="006974AE" w:rsidP="006974AE">
      <w:r>
        <w:t>809.9025</w:t>
      </w:r>
      <w:r>
        <w:tab/>
        <w:t>2.025e0</w:t>
      </w:r>
    </w:p>
    <w:p w:rsidR="006974AE" w:rsidRDefault="006974AE" w:rsidP="006974AE">
      <w:r>
        <w:t>809.9315</w:t>
      </w:r>
      <w:r>
        <w:tab/>
        <w:t>2.025e0</w:t>
      </w:r>
    </w:p>
    <w:p w:rsidR="006974AE" w:rsidRDefault="006974AE" w:rsidP="006974AE">
      <w:r>
        <w:t>809.9666</w:t>
      </w:r>
      <w:r>
        <w:tab/>
        <w:t>1.013e0</w:t>
      </w:r>
    </w:p>
    <w:p w:rsidR="006974AE" w:rsidRDefault="006974AE" w:rsidP="006974AE">
      <w:r>
        <w:t>809.9833</w:t>
      </w:r>
      <w:r>
        <w:tab/>
        <w:t>3.038e0</w:t>
      </w:r>
    </w:p>
    <w:p w:rsidR="006974AE" w:rsidRDefault="006974AE" w:rsidP="006974AE">
      <w:r>
        <w:lastRenderedPageBreak/>
        <w:t>810.0485</w:t>
      </w:r>
      <w:r>
        <w:tab/>
        <w:t>2.025e0</w:t>
      </w:r>
    </w:p>
    <w:p w:rsidR="006974AE" w:rsidRDefault="006974AE" w:rsidP="006974AE">
      <w:r>
        <w:t>810.0517</w:t>
      </w:r>
      <w:r>
        <w:tab/>
        <w:t>1.013e0</w:t>
      </w:r>
    </w:p>
    <w:p w:rsidR="006974AE" w:rsidRDefault="006974AE" w:rsidP="006974AE">
      <w:r>
        <w:t>810.0543</w:t>
      </w:r>
      <w:r>
        <w:tab/>
        <w:t>1.013e0</w:t>
      </w:r>
    </w:p>
    <w:p w:rsidR="006974AE" w:rsidRDefault="006974AE" w:rsidP="006974AE">
      <w:r>
        <w:t>810.0679</w:t>
      </w:r>
      <w:r>
        <w:tab/>
        <w:t>1.013e0</w:t>
      </w:r>
    </w:p>
    <w:p w:rsidR="006974AE" w:rsidRDefault="006974AE" w:rsidP="006974AE">
      <w:r>
        <w:t>810.0826</w:t>
      </w:r>
      <w:r>
        <w:tab/>
        <w:t>1.013e0</w:t>
      </w:r>
    </w:p>
    <w:p w:rsidR="006974AE" w:rsidRDefault="006974AE" w:rsidP="006974AE">
      <w:r>
        <w:t>810.0841</w:t>
      </w:r>
      <w:r>
        <w:tab/>
        <w:t>3.038e0</w:t>
      </w:r>
    </w:p>
    <w:p w:rsidR="006974AE" w:rsidRDefault="006974AE" w:rsidP="006974AE">
      <w:r>
        <w:t>810.1065</w:t>
      </w:r>
      <w:r>
        <w:tab/>
        <w:t>2.025e0</w:t>
      </w:r>
    </w:p>
    <w:p w:rsidR="006974AE" w:rsidRDefault="006974AE" w:rsidP="006974AE">
      <w:r>
        <w:t>810.1099</w:t>
      </w:r>
      <w:r>
        <w:tab/>
        <w:t>1.013e0</w:t>
      </w:r>
    </w:p>
    <w:p w:rsidR="006974AE" w:rsidRDefault="006974AE" w:rsidP="006974AE">
      <w:r>
        <w:t>810.1371</w:t>
      </w:r>
      <w:r>
        <w:tab/>
        <w:t>1.013e0</w:t>
      </w:r>
    </w:p>
    <w:p w:rsidR="006974AE" w:rsidRDefault="006974AE" w:rsidP="006974AE">
      <w:r>
        <w:t>810.1913</w:t>
      </w:r>
      <w:r>
        <w:tab/>
        <w:t>2.025e0</w:t>
      </w:r>
    </w:p>
    <w:p w:rsidR="006974AE" w:rsidRDefault="006974AE" w:rsidP="006974AE">
      <w:r>
        <w:t>810.2042</w:t>
      </w:r>
      <w:r>
        <w:tab/>
        <w:t>1.013e0</w:t>
      </w:r>
    </w:p>
    <w:p w:rsidR="006974AE" w:rsidRDefault="006974AE" w:rsidP="006974AE">
      <w:r>
        <w:t>810.2203</w:t>
      </w:r>
      <w:r>
        <w:tab/>
        <w:t>1.013e0</w:t>
      </w:r>
    </w:p>
    <w:p w:rsidR="006974AE" w:rsidRDefault="006974AE" w:rsidP="006974AE">
      <w:r>
        <w:t>810.2252</w:t>
      </w:r>
      <w:r>
        <w:tab/>
        <w:t>2.025e0</w:t>
      </w:r>
    </w:p>
    <w:p w:rsidR="006974AE" w:rsidRDefault="006974AE" w:rsidP="006974AE">
      <w:r>
        <w:t>810.2378</w:t>
      </w:r>
      <w:r>
        <w:tab/>
        <w:t>2.025e0</w:t>
      </w:r>
    </w:p>
    <w:p w:rsidR="006974AE" w:rsidRDefault="006974AE" w:rsidP="006974AE">
      <w:r>
        <w:t>810.3269</w:t>
      </w:r>
      <w:r>
        <w:tab/>
        <w:t>4.793e0</w:t>
      </w:r>
    </w:p>
    <w:p w:rsidR="006974AE" w:rsidRDefault="006974AE" w:rsidP="006974AE">
      <w:r>
        <w:t>810.3683</w:t>
      </w:r>
      <w:r>
        <w:tab/>
        <w:t>2.025e0</w:t>
      </w:r>
    </w:p>
    <w:p w:rsidR="006974AE" w:rsidRDefault="006974AE" w:rsidP="006974AE">
      <w:r>
        <w:t>810.3788</w:t>
      </w:r>
      <w:r>
        <w:tab/>
        <w:t>1.783e0</w:t>
      </w:r>
    </w:p>
    <w:p w:rsidR="006974AE" w:rsidRDefault="006974AE" w:rsidP="006974AE">
      <w:r>
        <w:t>810.3911</w:t>
      </w:r>
      <w:r>
        <w:tab/>
        <w:t>3.033e0</w:t>
      </w:r>
    </w:p>
    <w:p w:rsidR="006974AE" w:rsidRDefault="006974AE" w:rsidP="006974AE">
      <w:r>
        <w:t>810.4448</w:t>
      </w:r>
      <w:r>
        <w:tab/>
        <w:t>7.089e0</w:t>
      </w:r>
    </w:p>
    <w:p w:rsidR="006974AE" w:rsidRDefault="006974AE" w:rsidP="006974AE">
      <w:r>
        <w:lastRenderedPageBreak/>
        <w:t>810.4739</w:t>
      </w:r>
      <w:r>
        <w:tab/>
        <w:t>1.519e0</w:t>
      </w:r>
    </w:p>
    <w:p w:rsidR="006974AE" w:rsidRDefault="006974AE" w:rsidP="006974AE">
      <w:r>
        <w:t>810.4777</w:t>
      </w:r>
      <w:r>
        <w:tab/>
        <w:t>4.051e0</w:t>
      </w:r>
    </w:p>
    <w:p w:rsidR="006974AE" w:rsidRDefault="006974AE" w:rsidP="006974AE">
      <w:r>
        <w:t>810.4926</w:t>
      </w:r>
      <w:r>
        <w:tab/>
        <w:t>2.025e0</w:t>
      </w:r>
    </w:p>
    <w:p w:rsidR="006974AE" w:rsidRDefault="006974AE" w:rsidP="006974AE">
      <w:r>
        <w:t>810.5429</w:t>
      </w:r>
      <w:r>
        <w:tab/>
        <w:t>1.013e0</w:t>
      </w:r>
    </w:p>
    <w:p w:rsidR="006974AE" w:rsidRDefault="006974AE" w:rsidP="006974AE">
      <w:r>
        <w:t>810.5604</w:t>
      </w:r>
      <w:r>
        <w:tab/>
        <w:t>1.013e0</w:t>
      </w:r>
    </w:p>
    <w:p w:rsidR="006974AE" w:rsidRDefault="006974AE" w:rsidP="006974AE">
      <w:r>
        <w:t>810.5823</w:t>
      </w:r>
      <w:r>
        <w:tab/>
        <w:t>2.025e0</w:t>
      </w:r>
    </w:p>
    <w:p w:rsidR="006974AE" w:rsidRDefault="006974AE" w:rsidP="006974AE">
      <w:r>
        <w:t>810.5847</w:t>
      </w:r>
      <w:r>
        <w:tab/>
        <w:t>2.025e0</w:t>
      </w:r>
    </w:p>
    <w:p w:rsidR="006974AE" w:rsidRDefault="006974AE" w:rsidP="006974AE">
      <w:r>
        <w:t>810.5867</w:t>
      </w:r>
      <w:r>
        <w:tab/>
        <w:t>1.013e0</w:t>
      </w:r>
    </w:p>
    <w:p w:rsidR="006974AE" w:rsidRDefault="006974AE" w:rsidP="006974AE">
      <w:r>
        <w:t>810.6586</w:t>
      </w:r>
      <w:r>
        <w:tab/>
        <w:t>2.025e0</w:t>
      </w:r>
    </w:p>
    <w:p w:rsidR="006974AE" w:rsidRDefault="006974AE" w:rsidP="006974AE">
      <w:r>
        <w:t>810.6723</w:t>
      </w:r>
      <w:r>
        <w:tab/>
        <w:t>2.025e0</w:t>
      </w:r>
    </w:p>
    <w:p w:rsidR="006974AE" w:rsidRDefault="006974AE" w:rsidP="006974AE">
      <w:r>
        <w:t>810.6960</w:t>
      </w:r>
      <w:r>
        <w:tab/>
        <w:t>2.025e0</w:t>
      </w:r>
    </w:p>
    <w:p w:rsidR="006974AE" w:rsidRDefault="006974AE" w:rsidP="006974AE">
      <w:r>
        <w:t>810.7047</w:t>
      </w:r>
      <w:r>
        <w:tab/>
        <w:t>2.025e0</w:t>
      </w:r>
    </w:p>
    <w:p w:rsidR="006974AE" w:rsidRDefault="006974AE" w:rsidP="006974AE">
      <w:r>
        <w:t>810.7502</w:t>
      </w:r>
      <w:r>
        <w:tab/>
        <w:t>3.038e0</w:t>
      </w:r>
    </w:p>
    <w:p w:rsidR="006974AE" w:rsidRDefault="006974AE" w:rsidP="006974AE">
      <w:r>
        <w:t>810.7642</w:t>
      </w:r>
      <w:r>
        <w:tab/>
        <w:t>1.013e0</w:t>
      </w:r>
    </w:p>
    <w:p w:rsidR="006974AE" w:rsidRDefault="006974AE" w:rsidP="006974AE">
      <w:r>
        <w:t>810.7790</w:t>
      </w:r>
      <w:r>
        <w:tab/>
        <w:t>1.013e0</w:t>
      </w:r>
    </w:p>
    <w:p w:rsidR="006974AE" w:rsidRDefault="006974AE" w:rsidP="006974AE">
      <w:r>
        <w:t>810.7927</w:t>
      </w:r>
      <w:r>
        <w:tab/>
        <w:t>1.013e0</w:t>
      </w:r>
    </w:p>
    <w:p w:rsidR="006974AE" w:rsidRDefault="006974AE" w:rsidP="006974AE">
      <w:r>
        <w:t>810.7969</w:t>
      </w:r>
      <w:r>
        <w:tab/>
        <w:t>1.013e0</w:t>
      </w:r>
    </w:p>
    <w:p w:rsidR="006974AE" w:rsidRDefault="006974AE" w:rsidP="006974AE">
      <w:r>
        <w:t>810.8599</w:t>
      </w:r>
      <w:r>
        <w:tab/>
        <w:t>1.013e0</w:t>
      </w:r>
    </w:p>
    <w:p w:rsidR="006974AE" w:rsidRDefault="006974AE" w:rsidP="006974AE">
      <w:r>
        <w:t>810.8883</w:t>
      </w:r>
      <w:r>
        <w:tab/>
        <w:t>1.013e0</w:t>
      </w:r>
    </w:p>
    <w:p w:rsidR="006974AE" w:rsidRDefault="006974AE" w:rsidP="006974AE">
      <w:r>
        <w:lastRenderedPageBreak/>
        <w:t>810.9005</w:t>
      </w:r>
      <w:r>
        <w:tab/>
        <w:t>1.013e0</w:t>
      </w:r>
    </w:p>
    <w:p w:rsidR="006974AE" w:rsidRDefault="006974AE" w:rsidP="006974AE">
      <w:r>
        <w:t>811.0013</w:t>
      </w:r>
      <w:r>
        <w:tab/>
        <w:t>1.013e0</w:t>
      </w:r>
    </w:p>
    <w:p w:rsidR="006974AE" w:rsidRDefault="006974AE" w:rsidP="006974AE">
      <w:r>
        <w:t>811.0239</w:t>
      </w:r>
      <w:r>
        <w:tab/>
        <w:t>1.013e0</w:t>
      </w:r>
    </w:p>
    <w:p w:rsidR="006974AE" w:rsidRDefault="006974AE" w:rsidP="006974AE">
      <w:r>
        <w:t>811.0854</w:t>
      </w:r>
      <w:r>
        <w:tab/>
        <w:t>2.025e0</w:t>
      </w:r>
    </w:p>
    <w:p w:rsidR="006974AE" w:rsidRDefault="006974AE" w:rsidP="006974AE">
      <w:r>
        <w:t>811.1038</w:t>
      </w:r>
      <w:r>
        <w:tab/>
        <w:t>1.013e0</w:t>
      </w:r>
    </w:p>
    <w:p w:rsidR="006974AE" w:rsidRDefault="006974AE" w:rsidP="006974AE">
      <w:r>
        <w:t>811.1479</w:t>
      </w:r>
      <w:r>
        <w:tab/>
        <w:t>1.013e0</w:t>
      </w:r>
    </w:p>
    <w:p w:rsidR="006974AE" w:rsidRDefault="006974AE" w:rsidP="006974AE">
      <w:r>
        <w:t>811.1507</w:t>
      </w:r>
      <w:r>
        <w:tab/>
        <w:t>5.063e0</w:t>
      </w:r>
    </w:p>
    <w:p w:rsidR="006974AE" w:rsidRDefault="006974AE" w:rsidP="006974AE">
      <w:r>
        <w:t>811.1653</w:t>
      </w:r>
      <w:r>
        <w:tab/>
        <w:t>2.025e0</w:t>
      </w:r>
    </w:p>
    <w:p w:rsidR="006974AE" w:rsidRDefault="006974AE" w:rsidP="006974AE">
      <w:r>
        <w:t>811.1884</w:t>
      </w:r>
      <w:r>
        <w:tab/>
        <w:t>2.025e0</w:t>
      </w:r>
    </w:p>
    <w:p w:rsidR="006974AE" w:rsidRDefault="006974AE" w:rsidP="006974AE">
      <w:r>
        <w:t>811.2709</w:t>
      </w:r>
      <w:r>
        <w:tab/>
        <w:t>1.013e0</w:t>
      </w:r>
    </w:p>
    <w:p w:rsidR="006974AE" w:rsidRDefault="006974AE" w:rsidP="006974AE">
      <w:r>
        <w:t>811.3415</w:t>
      </w:r>
      <w:r>
        <w:tab/>
        <w:t>3.793e0</w:t>
      </w:r>
    </w:p>
    <w:p w:rsidR="006974AE" w:rsidRDefault="006974AE" w:rsidP="006974AE">
      <w:r>
        <w:t>811.3523</w:t>
      </w:r>
      <w:r>
        <w:tab/>
        <w:t>2.668e0</w:t>
      </w:r>
    </w:p>
    <w:p w:rsidR="006974AE" w:rsidRDefault="006974AE" w:rsidP="006974AE">
      <w:r>
        <w:t>811.3644</w:t>
      </w:r>
      <w:r>
        <w:tab/>
        <w:t>3.808e0</w:t>
      </w:r>
    </w:p>
    <w:p w:rsidR="006974AE" w:rsidRDefault="006974AE" w:rsidP="006974AE">
      <w:r>
        <w:t>811.3738</w:t>
      </w:r>
      <w:r>
        <w:tab/>
        <w:t>1.013e0</w:t>
      </w:r>
    </w:p>
    <w:p w:rsidR="006974AE" w:rsidRDefault="006974AE" w:rsidP="006974AE">
      <w:r>
        <w:t>811.4125</w:t>
      </w:r>
      <w:r>
        <w:tab/>
        <w:t>2.521e0</w:t>
      </w:r>
    </w:p>
    <w:p w:rsidR="006974AE" w:rsidRDefault="006974AE" w:rsidP="006974AE">
      <w:r>
        <w:t>811.4282</w:t>
      </w:r>
      <w:r>
        <w:tab/>
        <w:t>2.025e0</w:t>
      </w:r>
    </w:p>
    <w:p w:rsidR="006974AE" w:rsidRDefault="006974AE" w:rsidP="006974AE">
      <w:r>
        <w:t>811.4592</w:t>
      </w:r>
      <w:r>
        <w:tab/>
        <w:t>1.013e0</w:t>
      </w:r>
    </w:p>
    <w:p w:rsidR="006974AE" w:rsidRDefault="006974AE" w:rsidP="006974AE">
      <w:r>
        <w:t>811.4686</w:t>
      </w:r>
      <w:r>
        <w:tab/>
        <w:t>2.025e0</w:t>
      </w:r>
    </w:p>
    <w:p w:rsidR="006974AE" w:rsidRDefault="006974AE" w:rsidP="006974AE">
      <w:r>
        <w:t>811.4922</w:t>
      </w:r>
      <w:r>
        <w:tab/>
        <w:t>1.013e0</w:t>
      </w:r>
    </w:p>
    <w:p w:rsidR="006974AE" w:rsidRDefault="006974AE" w:rsidP="006974AE">
      <w:r>
        <w:lastRenderedPageBreak/>
        <w:t>811.5160</w:t>
      </w:r>
      <w:r>
        <w:tab/>
        <w:t>1.013e0</w:t>
      </w:r>
    </w:p>
    <w:p w:rsidR="006974AE" w:rsidRDefault="006974AE" w:rsidP="006974AE">
      <w:r>
        <w:t>811.5580</w:t>
      </w:r>
      <w:r>
        <w:tab/>
        <w:t>1.013e0</w:t>
      </w:r>
    </w:p>
    <w:p w:rsidR="006974AE" w:rsidRDefault="006974AE" w:rsidP="006974AE">
      <w:r>
        <w:t>811.5823</w:t>
      </w:r>
      <w:r>
        <w:tab/>
        <w:t>2.025e0</w:t>
      </w:r>
    </w:p>
    <w:p w:rsidR="006974AE" w:rsidRDefault="006974AE" w:rsidP="006974AE">
      <w:r>
        <w:t>811.5854</w:t>
      </w:r>
      <w:r>
        <w:tab/>
        <w:t>1.013e0</w:t>
      </w:r>
    </w:p>
    <w:p w:rsidR="006974AE" w:rsidRDefault="006974AE" w:rsidP="006974AE">
      <w:r>
        <w:t>811.5947</w:t>
      </w:r>
      <w:r>
        <w:tab/>
        <w:t>1.013e0</w:t>
      </w:r>
    </w:p>
    <w:p w:rsidR="006974AE" w:rsidRDefault="006974AE" w:rsidP="006974AE">
      <w:r>
        <w:t>811.6625</w:t>
      </w:r>
      <w:r>
        <w:tab/>
        <w:t>1.013e0</w:t>
      </w:r>
    </w:p>
    <w:p w:rsidR="006974AE" w:rsidRDefault="006974AE" w:rsidP="006974AE">
      <w:r>
        <w:t>811.6811</w:t>
      </w:r>
      <w:r>
        <w:tab/>
        <w:t>1.013e0</w:t>
      </w:r>
    </w:p>
    <w:p w:rsidR="006974AE" w:rsidRDefault="006974AE" w:rsidP="006974AE">
      <w:r>
        <w:t>811.7131</w:t>
      </w:r>
      <w:r>
        <w:tab/>
        <w:t>1.013e0</w:t>
      </w:r>
    </w:p>
    <w:p w:rsidR="006974AE" w:rsidRDefault="006974AE" w:rsidP="006974AE">
      <w:r>
        <w:t>811.7221</w:t>
      </w:r>
      <w:r>
        <w:tab/>
        <w:t>1.013e0</w:t>
      </w:r>
    </w:p>
    <w:p w:rsidR="006974AE" w:rsidRDefault="006974AE" w:rsidP="006974AE">
      <w:r>
        <w:t>811.7357</w:t>
      </w:r>
      <w:r>
        <w:tab/>
        <w:t>2.025e0</w:t>
      </w:r>
    </w:p>
    <w:p w:rsidR="006974AE" w:rsidRDefault="006974AE" w:rsidP="006974AE">
      <w:r>
        <w:t>811.7768</w:t>
      </w:r>
      <w:r>
        <w:tab/>
        <w:t>1.013e0</w:t>
      </w:r>
    </w:p>
    <w:p w:rsidR="006974AE" w:rsidRDefault="006974AE" w:rsidP="006974AE">
      <w:r>
        <w:t>811.8042</w:t>
      </w:r>
      <w:r>
        <w:tab/>
        <w:t>1.013e0</w:t>
      </w:r>
    </w:p>
    <w:p w:rsidR="006974AE" w:rsidRDefault="006974AE" w:rsidP="006974AE">
      <w:r>
        <w:t>811.8660</w:t>
      </w:r>
      <w:r>
        <w:tab/>
        <w:t>2.025e0</w:t>
      </w:r>
    </w:p>
    <w:p w:rsidR="006974AE" w:rsidRDefault="006974AE" w:rsidP="006974AE">
      <w:r>
        <w:t>811.8862</w:t>
      </w:r>
      <w:r>
        <w:tab/>
        <w:t>1.013e0</w:t>
      </w:r>
    </w:p>
    <w:p w:rsidR="006974AE" w:rsidRDefault="006974AE" w:rsidP="006974AE">
      <w:r>
        <w:t>811.9263</w:t>
      </w:r>
      <w:r>
        <w:tab/>
        <w:t>1.013e0</w:t>
      </w:r>
    </w:p>
    <w:p w:rsidR="006974AE" w:rsidRDefault="006974AE" w:rsidP="006974AE">
      <w:r>
        <w:t>811.9410</w:t>
      </w:r>
      <w:r>
        <w:tab/>
        <w:t>1.013e0</w:t>
      </w:r>
    </w:p>
    <w:p w:rsidR="006974AE" w:rsidRDefault="006974AE" w:rsidP="006974AE">
      <w:r>
        <w:t>811.9536</w:t>
      </w:r>
      <w:r>
        <w:tab/>
        <w:t>1.013e0</w:t>
      </w:r>
    </w:p>
    <w:p w:rsidR="006974AE" w:rsidRDefault="006974AE" w:rsidP="006974AE">
      <w:r>
        <w:t>811.9683</w:t>
      </w:r>
      <w:r>
        <w:tab/>
        <w:t>1.013e0</w:t>
      </w:r>
    </w:p>
    <w:p w:rsidR="006974AE" w:rsidRDefault="006974AE" w:rsidP="006974AE">
      <w:r>
        <w:t>812.0054</w:t>
      </w:r>
      <w:r>
        <w:tab/>
        <w:t>2.025e0</w:t>
      </w:r>
    </w:p>
    <w:p w:rsidR="006974AE" w:rsidRDefault="006974AE" w:rsidP="006974AE">
      <w:r>
        <w:lastRenderedPageBreak/>
        <w:t>812.0866</w:t>
      </w:r>
      <w:r>
        <w:tab/>
        <w:t>1.013e0</w:t>
      </w:r>
    </w:p>
    <w:p w:rsidR="006974AE" w:rsidRDefault="006974AE" w:rsidP="006974AE">
      <w:r>
        <w:t>812.1315</w:t>
      </w:r>
      <w:r>
        <w:tab/>
        <w:t>1.013e0</w:t>
      </w:r>
    </w:p>
    <w:p w:rsidR="006974AE" w:rsidRDefault="006974AE" w:rsidP="006974AE">
      <w:r>
        <w:t>812.1725</w:t>
      </w:r>
      <w:r>
        <w:tab/>
        <w:t>1.013e0</w:t>
      </w:r>
    </w:p>
    <w:p w:rsidR="006974AE" w:rsidRDefault="006974AE" w:rsidP="006974AE">
      <w:r>
        <w:t>812.1863</w:t>
      </w:r>
      <w:r>
        <w:tab/>
        <w:t>4.051e0</w:t>
      </w:r>
    </w:p>
    <w:p w:rsidR="006974AE" w:rsidRDefault="006974AE" w:rsidP="006974AE">
      <w:r>
        <w:t>812.2556</w:t>
      </w:r>
      <w:r>
        <w:tab/>
        <w:t>1.013e0</w:t>
      </w:r>
    </w:p>
    <w:p w:rsidR="006974AE" w:rsidRDefault="006974AE" w:rsidP="006974AE">
      <w:r>
        <w:t>812.2626</w:t>
      </w:r>
      <w:r>
        <w:tab/>
        <w:t>2.025e0</w:t>
      </w:r>
    </w:p>
    <w:p w:rsidR="006974AE" w:rsidRDefault="006974AE" w:rsidP="006974AE">
      <w:r>
        <w:t>812.2683</w:t>
      </w:r>
      <w:r>
        <w:tab/>
        <w:t>1.013e0</w:t>
      </w:r>
    </w:p>
    <w:p w:rsidR="006974AE" w:rsidRDefault="006974AE" w:rsidP="006974AE">
      <w:r>
        <w:t>812.2889</w:t>
      </w:r>
      <w:r>
        <w:tab/>
        <w:t>2.025e0</w:t>
      </w:r>
    </w:p>
    <w:p w:rsidR="006974AE" w:rsidRDefault="006974AE" w:rsidP="006974AE">
      <w:r>
        <w:t>812.2967</w:t>
      </w:r>
      <w:r>
        <w:tab/>
        <w:t>1.013e0</w:t>
      </w:r>
    </w:p>
    <w:p w:rsidR="006974AE" w:rsidRDefault="006974AE" w:rsidP="006974AE">
      <w:r>
        <w:t>812.3231</w:t>
      </w:r>
      <w:r>
        <w:tab/>
        <w:t>1.013e0</w:t>
      </w:r>
    </w:p>
    <w:p w:rsidR="006974AE" w:rsidRDefault="006974AE" w:rsidP="006974AE">
      <w:r>
        <w:t>812.3562</w:t>
      </w:r>
      <w:r>
        <w:tab/>
        <w:t>4.051e0</w:t>
      </w:r>
    </w:p>
    <w:p w:rsidR="006974AE" w:rsidRDefault="006974AE" w:rsidP="006974AE">
      <w:r>
        <w:t>812.3842</w:t>
      </w:r>
      <w:r>
        <w:tab/>
        <w:t>7.961e0</w:t>
      </w:r>
    </w:p>
    <w:p w:rsidR="006974AE" w:rsidRDefault="006974AE" w:rsidP="006974AE">
      <w:r>
        <w:t>812.3877</w:t>
      </w:r>
      <w:r>
        <w:tab/>
        <w:t>4.051e0</w:t>
      </w:r>
    </w:p>
    <w:p w:rsidR="006974AE" w:rsidRDefault="006974AE" w:rsidP="006974AE">
      <w:r>
        <w:t>812.3915</w:t>
      </w:r>
      <w:r>
        <w:tab/>
        <w:t>1.848e0</w:t>
      </w:r>
    </w:p>
    <w:p w:rsidR="006974AE" w:rsidRDefault="006974AE" w:rsidP="006974AE">
      <w:r>
        <w:t>812.4086</w:t>
      </w:r>
      <w:r>
        <w:tab/>
        <w:t>5.473e0</w:t>
      </w:r>
    </w:p>
    <w:p w:rsidR="006974AE" w:rsidRDefault="006974AE" w:rsidP="006974AE">
      <w:r>
        <w:t>812.4271</w:t>
      </w:r>
      <w:r>
        <w:tab/>
        <w:t>5.063e0</w:t>
      </w:r>
    </w:p>
    <w:p w:rsidR="006974AE" w:rsidRDefault="006974AE" w:rsidP="006974AE">
      <w:r>
        <w:t>812.4335</w:t>
      </w:r>
      <w:r>
        <w:tab/>
        <w:t>1.013e0</w:t>
      </w:r>
    </w:p>
    <w:p w:rsidR="006974AE" w:rsidRDefault="006974AE" w:rsidP="006974AE">
      <w:r>
        <w:t>812.4355</w:t>
      </w:r>
      <w:r>
        <w:tab/>
        <w:t>1.680e0</w:t>
      </w:r>
    </w:p>
    <w:p w:rsidR="006974AE" w:rsidRDefault="006974AE" w:rsidP="006974AE">
      <w:r>
        <w:t>812.4661</w:t>
      </w:r>
      <w:r>
        <w:tab/>
        <w:t>3.038e0</w:t>
      </w:r>
    </w:p>
    <w:p w:rsidR="006974AE" w:rsidRDefault="006974AE" w:rsidP="006974AE">
      <w:r>
        <w:lastRenderedPageBreak/>
        <w:t>812.4883</w:t>
      </w:r>
      <w:r>
        <w:tab/>
        <w:t>1.013e0</w:t>
      </w:r>
    </w:p>
    <w:p w:rsidR="006974AE" w:rsidRDefault="006974AE" w:rsidP="006974AE">
      <w:r>
        <w:t>812.5226</w:t>
      </w:r>
      <w:r>
        <w:tab/>
        <w:t>3.423e0</w:t>
      </w:r>
    </w:p>
    <w:p w:rsidR="006974AE" w:rsidRDefault="006974AE" w:rsidP="006974AE">
      <w:r>
        <w:t>812.5284</w:t>
      </w:r>
      <w:r>
        <w:tab/>
        <w:t>1.013e0</w:t>
      </w:r>
    </w:p>
    <w:p w:rsidR="006974AE" w:rsidRDefault="006974AE" w:rsidP="006974AE">
      <w:r>
        <w:t>812.6252</w:t>
      </w:r>
      <w:r>
        <w:tab/>
        <w:t>1.013e0</w:t>
      </w:r>
    </w:p>
    <w:p w:rsidR="006974AE" w:rsidRDefault="006974AE" w:rsidP="006974AE">
      <w:r>
        <w:t>812.6526</w:t>
      </w:r>
      <w:r>
        <w:tab/>
        <w:t>1.013e0</w:t>
      </w:r>
    </w:p>
    <w:p w:rsidR="006974AE" w:rsidRDefault="006974AE" w:rsidP="006974AE">
      <w:r>
        <w:t>812.6639</w:t>
      </w:r>
      <w:r>
        <w:tab/>
        <w:t>1.013e0</w:t>
      </w:r>
    </w:p>
    <w:p w:rsidR="006974AE" w:rsidRDefault="006974AE" w:rsidP="006974AE">
      <w:r>
        <w:t>812.6790</w:t>
      </w:r>
      <w:r>
        <w:tab/>
        <w:t>1.013e0</w:t>
      </w:r>
    </w:p>
    <w:p w:rsidR="006974AE" w:rsidRDefault="006974AE" w:rsidP="006974AE">
      <w:r>
        <w:t>812.6929</w:t>
      </w:r>
      <w:r>
        <w:tab/>
        <w:t>2.025e0</w:t>
      </w:r>
    </w:p>
    <w:p w:rsidR="006974AE" w:rsidRDefault="006974AE" w:rsidP="006974AE">
      <w:r>
        <w:t>812.7484</w:t>
      </w:r>
      <w:r>
        <w:tab/>
        <w:t>1.013e0</w:t>
      </w:r>
    </w:p>
    <w:p w:rsidR="006974AE" w:rsidRDefault="006974AE" w:rsidP="006974AE">
      <w:r>
        <w:t>812.7895</w:t>
      </w:r>
      <w:r>
        <w:tab/>
        <w:t>1.013e0</w:t>
      </w:r>
    </w:p>
    <w:p w:rsidR="006974AE" w:rsidRDefault="006974AE" w:rsidP="006974AE">
      <w:r>
        <w:t>812.8569</w:t>
      </w:r>
      <w:r>
        <w:tab/>
        <w:t>1.013e0</w:t>
      </w:r>
    </w:p>
    <w:p w:rsidR="006974AE" w:rsidRDefault="006974AE" w:rsidP="006974AE">
      <w:r>
        <w:t>812.8641</w:t>
      </w:r>
      <w:r>
        <w:tab/>
        <w:t>2.025e0</w:t>
      </w:r>
    </w:p>
    <w:p w:rsidR="006974AE" w:rsidRDefault="006974AE" w:rsidP="006974AE">
      <w:r>
        <w:t>812.8854</w:t>
      </w:r>
      <w:r>
        <w:tab/>
        <w:t>1.013e0</w:t>
      </w:r>
    </w:p>
    <w:p w:rsidR="006974AE" w:rsidRDefault="006974AE" w:rsidP="006974AE">
      <w:r>
        <w:t>812.8981</w:t>
      </w:r>
      <w:r>
        <w:tab/>
        <w:t>1.013e0</w:t>
      </w:r>
    </w:p>
    <w:p w:rsidR="006974AE" w:rsidRDefault="006974AE" w:rsidP="006974AE">
      <w:r>
        <w:t>812.9537</w:t>
      </w:r>
      <w:r>
        <w:tab/>
        <w:t>2.025e0</w:t>
      </w:r>
    </w:p>
    <w:p w:rsidR="006974AE" w:rsidRDefault="006974AE" w:rsidP="006974AE">
      <w:r>
        <w:t>812.9676</w:t>
      </w:r>
      <w:r>
        <w:tab/>
        <w:t>1.013e0</w:t>
      </w:r>
    </w:p>
    <w:p w:rsidR="006974AE" w:rsidRDefault="006974AE" w:rsidP="006974AE">
      <w:r>
        <w:t>813.0035</w:t>
      </w:r>
      <w:r>
        <w:tab/>
        <w:t>1.013e0</w:t>
      </w:r>
    </w:p>
    <w:p w:rsidR="006974AE" w:rsidRDefault="006974AE" w:rsidP="006974AE">
      <w:r>
        <w:t>813.0972</w:t>
      </w:r>
      <w:r>
        <w:tab/>
        <w:t>2.025e0</w:t>
      </w:r>
    </w:p>
    <w:p w:rsidR="006974AE" w:rsidRDefault="006974AE" w:rsidP="006974AE">
      <w:r>
        <w:t>813.1208</w:t>
      </w:r>
      <w:r>
        <w:tab/>
        <w:t>1.013e0</w:t>
      </w:r>
    </w:p>
    <w:p w:rsidR="006974AE" w:rsidRDefault="006974AE" w:rsidP="006974AE">
      <w:r>
        <w:lastRenderedPageBreak/>
        <w:t>813.1254</w:t>
      </w:r>
      <w:r>
        <w:tab/>
        <w:t>3.038e0</w:t>
      </w:r>
    </w:p>
    <w:p w:rsidR="006974AE" w:rsidRDefault="006974AE" w:rsidP="006974AE">
      <w:r>
        <w:t>813.2070</w:t>
      </w:r>
      <w:r>
        <w:tab/>
        <w:t>1.013e0</w:t>
      </w:r>
    </w:p>
    <w:p w:rsidR="006974AE" w:rsidRDefault="006974AE" w:rsidP="006974AE">
      <w:r>
        <w:t>813.2244</w:t>
      </w:r>
      <w:r>
        <w:tab/>
        <w:t>3.038e0</w:t>
      </w:r>
    </w:p>
    <w:p w:rsidR="006974AE" w:rsidRDefault="006974AE" w:rsidP="006974AE">
      <w:r>
        <w:t>813.2573</w:t>
      </w:r>
      <w:r>
        <w:tab/>
        <w:t>1.013e0</w:t>
      </w:r>
    </w:p>
    <w:p w:rsidR="006974AE" w:rsidRDefault="006974AE" w:rsidP="006974AE">
      <w:r>
        <w:t>813.2953</w:t>
      </w:r>
      <w:r>
        <w:tab/>
        <w:t>2.025e0</w:t>
      </w:r>
    </w:p>
    <w:p w:rsidR="006974AE" w:rsidRDefault="006974AE" w:rsidP="006974AE">
      <w:r>
        <w:t>813.3344</w:t>
      </w:r>
      <w:r>
        <w:tab/>
        <w:t>2.952e0</w:t>
      </w:r>
    </w:p>
    <w:p w:rsidR="006974AE" w:rsidRDefault="006974AE" w:rsidP="006974AE">
      <w:r>
        <w:t>813.3462</w:t>
      </w:r>
      <w:r>
        <w:tab/>
        <w:t>2.025e0</w:t>
      </w:r>
    </w:p>
    <w:p w:rsidR="006974AE" w:rsidRDefault="006974AE" w:rsidP="006974AE">
      <w:r>
        <w:t>813.3648</w:t>
      </w:r>
      <w:r>
        <w:tab/>
        <w:t>3.827e0</w:t>
      </w:r>
    </w:p>
    <w:p w:rsidR="006974AE" w:rsidRDefault="006974AE" w:rsidP="006974AE">
      <w:r>
        <w:t>813.3990</w:t>
      </w:r>
      <w:r>
        <w:tab/>
        <w:t>2.025e0</w:t>
      </w:r>
    </w:p>
    <w:p w:rsidR="006974AE" w:rsidRDefault="006974AE" w:rsidP="006974AE">
      <w:r>
        <w:t>813.4049</w:t>
      </w:r>
      <w:r>
        <w:tab/>
        <w:t>1.013e0</w:t>
      </w:r>
    </w:p>
    <w:p w:rsidR="006974AE" w:rsidRDefault="006974AE" w:rsidP="006974AE">
      <w:r>
        <w:t>813.4177</w:t>
      </w:r>
      <w:r>
        <w:tab/>
        <w:t>3.038e0</w:t>
      </w:r>
    </w:p>
    <w:p w:rsidR="006974AE" w:rsidRDefault="006974AE" w:rsidP="006974AE">
      <w:r>
        <w:t>813.4781</w:t>
      </w:r>
      <w:r>
        <w:tab/>
        <w:t>1.013e0</w:t>
      </w:r>
    </w:p>
    <w:p w:rsidR="006974AE" w:rsidRDefault="006974AE" w:rsidP="006974AE">
      <w:r>
        <w:t>813.5147</w:t>
      </w:r>
      <w:r>
        <w:tab/>
        <w:t>2.025e0</w:t>
      </w:r>
    </w:p>
    <w:p w:rsidR="006974AE" w:rsidRDefault="006974AE" w:rsidP="006974AE">
      <w:r>
        <w:t>813.5622</w:t>
      </w:r>
      <w:r>
        <w:tab/>
        <w:t>1.013e0</w:t>
      </w:r>
    </w:p>
    <w:p w:rsidR="006974AE" w:rsidRDefault="006974AE" w:rsidP="006974AE">
      <w:r>
        <w:t>813.5967</w:t>
      </w:r>
      <w:r>
        <w:tab/>
        <w:t>1.013e0</w:t>
      </w:r>
    </w:p>
    <w:p w:rsidR="006974AE" w:rsidRDefault="006974AE" w:rsidP="006974AE">
      <w:r>
        <w:t>813.6516</w:t>
      </w:r>
      <w:r>
        <w:tab/>
        <w:t>1.013e0</w:t>
      </w:r>
    </w:p>
    <w:p w:rsidR="006974AE" w:rsidRDefault="006974AE" w:rsidP="006974AE">
      <w:r>
        <w:t>813.6603</w:t>
      </w:r>
      <w:r>
        <w:tab/>
        <w:t>3.038e0</w:t>
      </w:r>
    </w:p>
    <w:p w:rsidR="006974AE" w:rsidRDefault="006974AE" w:rsidP="006974AE">
      <w:r>
        <w:t>813.7631</w:t>
      </w:r>
      <w:r>
        <w:tab/>
        <w:t>2.025e0</w:t>
      </w:r>
    </w:p>
    <w:p w:rsidR="006974AE" w:rsidRDefault="006974AE" w:rsidP="006974AE">
      <w:r>
        <w:t>813.7663</w:t>
      </w:r>
      <w:r>
        <w:tab/>
        <w:t>2.025e0</w:t>
      </w:r>
    </w:p>
    <w:p w:rsidR="006974AE" w:rsidRDefault="006974AE" w:rsidP="006974AE">
      <w:r>
        <w:lastRenderedPageBreak/>
        <w:t>813.7750</w:t>
      </w:r>
      <w:r>
        <w:tab/>
        <w:t>1.013e0</w:t>
      </w:r>
    </w:p>
    <w:p w:rsidR="006974AE" w:rsidRDefault="006974AE" w:rsidP="006974AE">
      <w:r>
        <w:t>813.7972</w:t>
      </w:r>
      <w:r>
        <w:tab/>
        <w:t>3.038e0</w:t>
      </w:r>
    </w:p>
    <w:p w:rsidR="006974AE" w:rsidRDefault="006974AE" w:rsidP="006974AE">
      <w:r>
        <w:t>813.8511</w:t>
      </w:r>
      <w:r>
        <w:tab/>
        <w:t>2.025e0</w:t>
      </w:r>
    </w:p>
    <w:p w:rsidR="006974AE" w:rsidRDefault="006974AE" w:rsidP="006974AE">
      <w:r>
        <w:t>813.9020</w:t>
      </w:r>
      <w:r>
        <w:tab/>
        <w:t>1.013e0</w:t>
      </w:r>
    </w:p>
    <w:p w:rsidR="006974AE" w:rsidRDefault="006974AE" w:rsidP="006974AE">
      <w:r>
        <w:t>813.9405</w:t>
      </w:r>
      <w:r>
        <w:tab/>
        <w:t>1.013e0</w:t>
      </w:r>
    </w:p>
    <w:p w:rsidR="006974AE" w:rsidRDefault="006974AE" w:rsidP="006974AE">
      <w:r>
        <w:t>813.9542</w:t>
      </w:r>
      <w:r>
        <w:tab/>
        <w:t>1.013e0</w:t>
      </w:r>
    </w:p>
    <w:p w:rsidR="006974AE" w:rsidRDefault="006974AE" w:rsidP="006974AE">
      <w:r>
        <w:t>814.0081</w:t>
      </w:r>
      <w:r>
        <w:tab/>
        <w:t>2.025e0</w:t>
      </w:r>
    </w:p>
    <w:p w:rsidR="006974AE" w:rsidRDefault="006974AE" w:rsidP="006974AE">
      <w:r>
        <w:t>814.0362</w:t>
      </w:r>
      <w:r>
        <w:tab/>
        <w:t>1.013e0</w:t>
      </w:r>
    </w:p>
    <w:p w:rsidR="006974AE" w:rsidRDefault="006974AE" w:rsidP="006974AE">
      <w:r>
        <w:t>814.0629</w:t>
      </w:r>
      <w:r>
        <w:tab/>
        <w:t>1.013e0</w:t>
      </w:r>
    </w:p>
    <w:p w:rsidR="006974AE" w:rsidRDefault="006974AE" w:rsidP="006974AE">
      <w:r>
        <w:t>814.0766</w:t>
      </w:r>
      <w:r>
        <w:tab/>
        <w:t>1.013e0</w:t>
      </w:r>
    </w:p>
    <w:p w:rsidR="006974AE" w:rsidRDefault="006974AE" w:rsidP="006974AE">
      <w:r>
        <w:t>814.1452</w:t>
      </w:r>
      <w:r>
        <w:tab/>
        <w:t>1.013e0</w:t>
      </w:r>
    </w:p>
    <w:p w:rsidR="006974AE" w:rsidRDefault="006974AE" w:rsidP="006974AE">
      <w:r>
        <w:t>814.2021</w:t>
      </w:r>
      <w:r>
        <w:tab/>
        <w:t>2.025e0</w:t>
      </w:r>
    </w:p>
    <w:p w:rsidR="006974AE" w:rsidRDefault="006974AE" w:rsidP="006974AE">
      <w:r>
        <w:t>814.2148</w:t>
      </w:r>
      <w:r>
        <w:tab/>
        <w:t>1.013e0</w:t>
      </w:r>
    </w:p>
    <w:p w:rsidR="006974AE" w:rsidRDefault="006974AE" w:rsidP="006974AE">
      <w:r>
        <w:t>814.2216</w:t>
      </w:r>
      <w:r>
        <w:tab/>
        <w:t>2.025e0</w:t>
      </w:r>
    </w:p>
    <w:p w:rsidR="006974AE" w:rsidRDefault="006974AE" w:rsidP="006974AE">
      <w:r>
        <w:t>814.2275</w:t>
      </w:r>
      <w:r>
        <w:tab/>
        <w:t>1.013e0</w:t>
      </w:r>
    </w:p>
    <w:p w:rsidR="006974AE" w:rsidRDefault="006974AE" w:rsidP="006974AE">
      <w:r>
        <w:t>814.2372</w:t>
      </w:r>
      <w:r>
        <w:tab/>
        <w:t>3.038e0</w:t>
      </w:r>
    </w:p>
    <w:p w:rsidR="006974AE" w:rsidRDefault="006974AE" w:rsidP="006974AE">
      <w:r>
        <w:t>814.3301</w:t>
      </w:r>
      <w:r>
        <w:tab/>
        <w:t>3.038e0</w:t>
      </w:r>
    </w:p>
    <w:p w:rsidR="006974AE" w:rsidRDefault="006974AE" w:rsidP="006974AE">
      <w:r>
        <w:t>814.3382</w:t>
      </w:r>
      <w:r>
        <w:tab/>
        <w:t>1.013e0</w:t>
      </w:r>
    </w:p>
    <w:p w:rsidR="006974AE" w:rsidRDefault="006974AE" w:rsidP="006974AE">
      <w:r>
        <w:t>814.3716</w:t>
      </w:r>
      <w:r>
        <w:tab/>
        <w:t>4.051e0</w:t>
      </w:r>
    </w:p>
    <w:p w:rsidR="006974AE" w:rsidRDefault="006974AE" w:rsidP="006974AE">
      <w:r>
        <w:lastRenderedPageBreak/>
        <w:t>814.3740</w:t>
      </w:r>
      <w:r>
        <w:tab/>
        <w:t>1.189e1</w:t>
      </w:r>
    </w:p>
    <w:p w:rsidR="006974AE" w:rsidRDefault="006974AE" w:rsidP="006974AE">
      <w:r>
        <w:t>814.4033</w:t>
      </w:r>
      <w:r>
        <w:tab/>
        <w:t>3.038e0</w:t>
      </w:r>
    </w:p>
    <w:p w:rsidR="006974AE" w:rsidRDefault="006974AE" w:rsidP="006974AE">
      <w:r>
        <w:t>814.4062</w:t>
      </w:r>
      <w:r>
        <w:tab/>
        <w:t>2.025e0</w:t>
      </w:r>
    </w:p>
    <w:p w:rsidR="006974AE" w:rsidRDefault="006974AE" w:rsidP="006974AE">
      <w:r>
        <w:t>814.4205</w:t>
      </w:r>
      <w:r>
        <w:tab/>
        <w:t>1.013e0</w:t>
      </w:r>
    </w:p>
    <w:p w:rsidR="006974AE" w:rsidRDefault="006974AE" w:rsidP="006974AE">
      <w:r>
        <w:t>814.4543</w:t>
      </w:r>
      <w:r>
        <w:tab/>
        <w:t>6.573e0</w:t>
      </w:r>
    </w:p>
    <w:p w:rsidR="006974AE" w:rsidRDefault="006974AE" w:rsidP="006974AE">
      <w:r>
        <w:t>814.4796</w:t>
      </w:r>
      <w:r>
        <w:tab/>
        <w:t>2.714e0</w:t>
      </w:r>
    </w:p>
    <w:p w:rsidR="006974AE" w:rsidRDefault="006974AE" w:rsidP="006974AE">
      <w:r>
        <w:t>814.5379</w:t>
      </w:r>
      <w:r>
        <w:tab/>
        <w:t>2.025e0</w:t>
      </w:r>
    </w:p>
    <w:p w:rsidR="006974AE" w:rsidRDefault="006974AE" w:rsidP="006974AE">
      <w:r>
        <w:t>814.5455</w:t>
      </w:r>
      <w:r>
        <w:tab/>
        <w:t>1.013e0</w:t>
      </w:r>
    </w:p>
    <w:p w:rsidR="006974AE" w:rsidRDefault="006974AE" w:rsidP="006974AE">
      <w:r>
        <w:t>814.5802</w:t>
      </w:r>
      <w:r>
        <w:tab/>
        <w:t>1.013e0</w:t>
      </w:r>
    </w:p>
    <w:p w:rsidR="006974AE" w:rsidRDefault="006974AE" w:rsidP="006974AE">
      <w:r>
        <w:t>814.5989</w:t>
      </w:r>
      <w:r>
        <w:tab/>
        <w:t>1.013e0</w:t>
      </w:r>
    </w:p>
    <w:p w:rsidR="006974AE" w:rsidRDefault="006974AE" w:rsidP="006974AE">
      <w:r>
        <w:t>814.6055</w:t>
      </w:r>
      <w:r>
        <w:tab/>
        <w:t>2.025e0</w:t>
      </w:r>
    </w:p>
    <w:p w:rsidR="006974AE" w:rsidRDefault="006974AE" w:rsidP="006974AE">
      <w:r>
        <w:t>814.6528</w:t>
      </w:r>
      <w:r>
        <w:tab/>
        <w:t>1.013e0</w:t>
      </w:r>
    </w:p>
    <w:p w:rsidR="006974AE" w:rsidRDefault="006974AE" w:rsidP="006974AE">
      <w:r>
        <w:t>814.6667</w:t>
      </w:r>
      <w:r>
        <w:tab/>
        <w:t>1.013e0</w:t>
      </w:r>
    </w:p>
    <w:p w:rsidR="006974AE" w:rsidRDefault="006974AE" w:rsidP="006974AE">
      <w:r>
        <w:t>814.6734</w:t>
      </w:r>
      <w:r>
        <w:tab/>
        <w:t>2.025e0</w:t>
      </w:r>
    </w:p>
    <w:p w:rsidR="006974AE" w:rsidRDefault="006974AE" w:rsidP="006974AE">
      <w:r>
        <w:t>814.6816</w:t>
      </w:r>
      <w:r>
        <w:tab/>
        <w:t>1.013e0</w:t>
      </w:r>
    </w:p>
    <w:p w:rsidR="006974AE" w:rsidRDefault="006974AE" w:rsidP="006974AE">
      <w:r>
        <w:t>814.7167</w:t>
      </w:r>
      <w:r>
        <w:tab/>
        <w:t>1.013e0</w:t>
      </w:r>
    </w:p>
    <w:p w:rsidR="006974AE" w:rsidRDefault="006974AE" w:rsidP="006974AE">
      <w:r>
        <w:t>814.7488</w:t>
      </w:r>
      <w:r>
        <w:tab/>
        <w:t>1.013e0</w:t>
      </w:r>
    </w:p>
    <w:p w:rsidR="006974AE" w:rsidRDefault="006974AE" w:rsidP="006974AE">
      <w:r>
        <w:t>814.7842</w:t>
      </w:r>
      <w:r>
        <w:tab/>
        <w:t>2.025e0</w:t>
      </w:r>
    </w:p>
    <w:p w:rsidR="006974AE" w:rsidRDefault="006974AE" w:rsidP="006974AE">
      <w:r>
        <w:t>814.8019</w:t>
      </w:r>
      <w:r>
        <w:tab/>
        <w:t>1.013e0</w:t>
      </w:r>
    </w:p>
    <w:p w:rsidR="006974AE" w:rsidRDefault="006974AE" w:rsidP="006974AE">
      <w:r>
        <w:lastRenderedPageBreak/>
        <w:t>814.8459</w:t>
      </w:r>
      <w:r>
        <w:tab/>
        <w:t>2.025e0</w:t>
      </w:r>
    </w:p>
    <w:p w:rsidR="006974AE" w:rsidRDefault="006974AE" w:rsidP="006974AE">
      <w:r>
        <w:t>814.8724</w:t>
      </w:r>
      <w:r>
        <w:tab/>
        <w:t>2.025e0</w:t>
      </w:r>
    </w:p>
    <w:p w:rsidR="006974AE" w:rsidRDefault="006974AE" w:rsidP="006974AE">
      <w:r>
        <w:t>814.8734</w:t>
      </w:r>
      <w:r>
        <w:tab/>
        <w:t>1.013e0</w:t>
      </w:r>
    </w:p>
    <w:p w:rsidR="006974AE" w:rsidRDefault="006974AE" w:rsidP="006974AE">
      <w:r>
        <w:t>814.9146</w:t>
      </w:r>
      <w:r>
        <w:tab/>
        <w:t>1.013e0</w:t>
      </w:r>
    </w:p>
    <w:p w:rsidR="006974AE" w:rsidRDefault="006974AE" w:rsidP="006974AE">
      <w:r>
        <w:t>814.9420</w:t>
      </w:r>
      <w:r>
        <w:tab/>
        <w:t>1.013e0</w:t>
      </w:r>
    </w:p>
    <w:p w:rsidR="006974AE" w:rsidRDefault="006974AE" w:rsidP="006974AE">
      <w:r>
        <w:t>814.9822</w:t>
      </w:r>
      <w:r>
        <w:tab/>
        <w:t>1.013e0</w:t>
      </w:r>
    </w:p>
    <w:p w:rsidR="006974AE" w:rsidRDefault="006974AE" w:rsidP="006974AE">
      <w:r>
        <w:t>815.0381</w:t>
      </w:r>
      <w:r>
        <w:tab/>
        <w:t>1.013e0</w:t>
      </w:r>
    </w:p>
    <w:p w:rsidR="006974AE" w:rsidRDefault="006974AE" w:rsidP="006974AE">
      <w:r>
        <w:t>815.0729</w:t>
      </w:r>
      <w:r>
        <w:tab/>
        <w:t>2.025e0</w:t>
      </w:r>
    </w:p>
    <w:p w:rsidR="006974AE" w:rsidRDefault="006974AE" w:rsidP="006974AE">
      <w:r>
        <w:t>815.0783</w:t>
      </w:r>
      <w:r>
        <w:tab/>
        <w:t>1.013e0</w:t>
      </w:r>
    </w:p>
    <w:p w:rsidR="006974AE" w:rsidRDefault="006974AE" w:rsidP="006974AE">
      <w:r>
        <w:t>815.1332</w:t>
      </w:r>
      <w:r>
        <w:tab/>
        <w:t>1.013e0</w:t>
      </w:r>
    </w:p>
    <w:p w:rsidR="006974AE" w:rsidRDefault="006974AE" w:rsidP="006974AE">
      <w:r>
        <w:t>815.1479</w:t>
      </w:r>
      <w:r>
        <w:tab/>
        <w:t>1.013e0</w:t>
      </w:r>
    </w:p>
    <w:p w:rsidR="006974AE" w:rsidRDefault="006974AE" w:rsidP="006974AE">
      <w:r>
        <w:t>815.2303</w:t>
      </w:r>
      <w:r>
        <w:tab/>
        <w:t>1.013e0</w:t>
      </w:r>
    </w:p>
    <w:p w:rsidR="006974AE" w:rsidRDefault="006974AE" w:rsidP="006974AE">
      <w:r>
        <w:t>815.2568</w:t>
      </w:r>
      <w:r>
        <w:tab/>
        <w:t>3.038e0</w:t>
      </w:r>
    </w:p>
    <w:p w:rsidR="006974AE" w:rsidRDefault="006974AE" w:rsidP="006974AE">
      <w:r>
        <w:t>815.2924</w:t>
      </w:r>
      <w:r>
        <w:tab/>
        <w:t>1.013e0</w:t>
      </w:r>
    </w:p>
    <w:p w:rsidR="006974AE" w:rsidRDefault="006974AE" w:rsidP="006974AE">
      <w:r>
        <w:t>815.3110</w:t>
      </w:r>
      <w:r>
        <w:tab/>
        <w:t>2.025e0</w:t>
      </w:r>
    </w:p>
    <w:p w:rsidR="006974AE" w:rsidRDefault="006974AE" w:rsidP="006974AE">
      <w:r>
        <w:t>815.3439</w:t>
      </w:r>
      <w:r>
        <w:tab/>
        <w:t>1.013e0</w:t>
      </w:r>
    </w:p>
    <w:p w:rsidR="006974AE" w:rsidRDefault="006974AE" w:rsidP="006974AE">
      <w:r>
        <w:t>815.3723</w:t>
      </w:r>
      <w:r>
        <w:tab/>
        <w:t>2.025e0</w:t>
      </w:r>
    </w:p>
    <w:p w:rsidR="006974AE" w:rsidRDefault="006974AE" w:rsidP="006974AE">
      <w:r>
        <w:t>815.4058</w:t>
      </w:r>
      <w:r>
        <w:tab/>
        <w:t>5.815e0</w:t>
      </w:r>
    </w:p>
    <w:p w:rsidR="006974AE" w:rsidRDefault="006974AE" w:rsidP="006974AE">
      <w:r>
        <w:t>815.4087</w:t>
      </w:r>
      <w:r>
        <w:tab/>
        <w:t>2.025e0</w:t>
      </w:r>
    </w:p>
    <w:p w:rsidR="006974AE" w:rsidRDefault="006974AE" w:rsidP="006974AE">
      <w:r>
        <w:lastRenderedPageBreak/>
        <w:t>815.4354</w:t>
      </w:r>
      <w:r>
        <w:tab/>
        <w:t>1.013e0</w:t>
      </w:r>
    </w:p>
    <w:p w:rsidR="006974AE" w:rsidRDefault="006974AE" w:rsidP="006974AE">
      <w:r>
        <w:t>815.4666</w:t>
      </w:r>
      <w:r>
        <w:tab/>
        <w:t>6.076e0</w:t>
      </w:r>
    </w:p>
    <w:p w:rsidR="006974AE" w:rsidRDefault="006974AE" w:rsidP="006974AE">
      <w:r>
        <w:t>815.4958</w:t>
      </w:r>
      <w:r>
        <w:tab/>
        <w:t>1.013e0</w:t>
      </w:r>
    </w:p>
    <w:p w:rsidR="006974AE" w:rsidRDefault="006974AE" w:rsidP="006974AE">
      <w:r>
        <w:t>815.5092</w:t>
      </w:r>
      <w:r>
        <w:tab/>
        <w:t>3.038e0</w:t>
      </w:r>
    </w:p>
    <w:p w:rsidR="006974AE" w:rsidRDefault="006974AE" w:rsidP="006974AE">
      <w:r>
        <w:t>815.5119</w:t>
      </w:r>
      <w:r>
        <w:tab/>
        <w:t>2.025e0</w:t>
      </w:r>
    </w:p>
    <w:p w:rsidR="006974AE" w:rsidRDefault="006974AE" w:rsidP="006974AE">
      <w:r>
        <w:t>815.5315</w:t>
      </w:r>
      <w:r>
        <w:tab/>
        <w:t>1.013e0</w:t>
      </w:r>
    </w:p>
    <w:p w:rsidR="006974AE" w:rsidRDefault="006974AE" w:rsidP="006974AE">
      <w:r>
        <w:t>815.5864</w:t>
      </w:r>
      <w:r>
        <w:tab/>
        <w:t>1.013e0</w:t>
      </w:r>
    </w:p>
    <w:p w:rsidR="006974AE" w:rsidRDefault="006974AE" w:rsidP="006974AE">
      <w:r>
        <w:t>815.6552</w:t>
      </w:r>
      <w:r>
        <w:tab/>
        <w:t>1.013e0</w:t>
      </w:r>
    </w:p>
    <w:p w:rsidR="006974AE" w:rsidRDefault="006974AE" w:rsidP="006974AE">
      <w:r>
        <w:t>815.6689</w:t>
      </w:r>
      <w:r>
        <w:tab/>
        <w:t>1.013e0</w:t>
      </w:r>
    </w:p>
    <w:p w:rsidR="006974AE" w:rsidRDefault="006974AE" w:rsidP="006974AE">
      <w:r>
        <w:t>815.6989</w:t>
      </w:r>
      <w:r>
        <w:tab/>
        <w:t>1.013e0</w:t>
      </w:r>
    </w:p>
    <w:p w:rsidR="006974AE" w:rsidRDefault="006974AE" w:rsidP="006974AE">
      <w:r>
        <w:t>815.7173</w:t>
      </w:r>
      <w:r>
        <w:tab/>
        <w:t>1.013e0</w:t>
      </w:r>
    </w:p>
    <w:p w:rsidR="006974AE" w:rsidRDefault="006974AE" w:rsidP="006974AE">
      <w:r>
        <w:t>815.7376</w:t>
      </w:r>
      <w:r>
        <w:tab/>
        <w:t>1.013e0</w:t>
      </w:r>
    </w:p>
    <w:p w:rsidR="006974AE" w:rsidRDefault="006974AE" w:rsidP="006974AE">
      <w:r>
        <w:t>815.7846</w:t>
      </w:r>
      <w:r>
        <w:tab/>
        <w:t>2.025e0</w:t>
      </w:r>
    </w:p>
    <w:p w:rsidR="006974AE" w:rsidRDefault="006974AE" w:rsidP="006974AE">
      <w:r>
        <w:t>815.8200</w:t>
      </w:r>
      <w:r>
        <w:tab/>
        <w:t>1.013e0</w:t>
      </w:r>
    </w:p>
    <w:p w:rsidR="006974AE" w:rsidRDefault="006974AE" w:rsidP="006974AE">
      <w:r>
        <w:t>815.8690</w:t>
      </w:r>
      <w:r>
        <w:tab/>
        <w:t>1.013e0</w:t>
      </w:r>
    </w:p>
    <w:p w:rsidR="006974AE" w:rsidRDefault="006974AE" w:rsidP="006974AE">
      <w:r>
        <w:t>815.8701</w:t>
      </w:r>
      <w:r>
        <w:tab/>
        <w:t>1.013e0</w:t>
      </w:r>
    </w:p>
    <w:p w:rsidR="006974AE" w:rsidRDefault="006974AE" w:rsidP="006974AE">
      <w:r>
        <w:t>815.9205</w:t>
      </w:r>
      <w:r>
        <w:tab/>
        <w:t>1.013e0</w:t>
      </w:r>
    </w:p>
    <w:p w:rsidR="006974AE" w:rsidRDefault="006974AE" w:rsidP="006974AE">
      <w:r>
        <w:t>815.9542</w:t>
      </w:r>
      <w:r>
        <w:tab/>
        <w:t>1.013e0</w:t>
      </w:r>
    </w:p>
    <w:p w:rsidR="006974AE" w:rsidRDefault="006974AE" w:rsidP="006974AE">
      <w:r>
        <w:t>816.0056</w:t>
      </w:r>
      <w:r>
        <w:tab/>
        <w:t>1.013e0</w:t>
      </w:r>
    </w:p>
    <w:p w:rsidR="006974AE" w:rsidRDefault="006974AE" w:rsidP="006974AE">
      <w:r>
        <w:lastRenderedPageBreak/>
        <w:t>816.0547</w:t>
      </w:r>
      <w:r>
        <w:tab/>
        <w:t>3.038e0</w:t>
      </w:r>
    </w:p>
    <w:p w:rsidR="006974AE" w:rsidRDefault="006974AE" w:rsidP="006974AE">
      <w:r>
        <w:t>816.1097</w:t>
      </w:r>
      <w:r>
        <w:tab/>
        <w:t>1.013e0</w:t>
      </w:r>
    </w:p>
    <w:p w:rsidR="006974AE" w:rsidRDefault="006974AE" w:rsidP="006974AE">
      <w:r>
        <w:t>816.1362</w:t>
      </w:r>
      <w:r>
        <w:tab/>
        <w:t>1.013e0</w:t>
      </w:r>
    </w:p>
    <w:p w:rsidR="006974AE" w:rsidRDefault="006974AE" w:rsidP="006974AE">
      <w:r>
        <w:t>816.1647</w:t>
      </w:r>
      <w:r>
        <w:tab/>
        <w:t>2.025e0</w:t>
      </w:r>
    </w:p>
    <w:p w:rsidR="006974AE" w:rsidRDefault="006974AE" w:rsidP="006974AE">
      <w:r>
        <w:t>816.1988</w:t>
      </w:r>
      <w:r>
        <w:tab/>
        <w:t>2.025e0</w:t>
      </w:r>
    </w:p>
    <w:p w:rsidR="006974AE" w:rsidRDefault="006974AE" w:rsidP="006974AE">
      <w:r>
        <w:t>816.2049</w:t>
      </w:r>
      <w:r>
        <w:tab/>
        <w:t>1.013e0</w:t>
      </w:r>
    </w:p>
    <w:p w:rsidR="006974AE" w:rsidRDefault="006974AE" w:rsidP="006974AE">
      <w:r>
        <w:t>816.2252</w:t>
      </w:r>
      <w:r>
        <w:tab/>
        <w:t>1.013e0</w:t>
      </w:r>
    </w:p>
    <w:p w:rsidR="006974AE" w:rsidRDefault="006974AE" w:rsidP="006974AE">
      <w:r>
        <w:t>816.2424</w:t>
      </w:r>
      <w:r>
        <w:tab/>
        <w:t>1.013e0</w:t>
      </w:r>
    </w:p>
    <w:p w:rsidR="006974AE" w:rsidRDefault="006974AE" w:rsidP="006974AE">
      <w:r>
        <w:t>816.2604</w:t>
      </w:r>
      <w:r>
        <w:tab/>
        <w:t>2.025e0</w:t>
      </w:r>
    </w:p>
    <w:p w:rsidR="006974AE" w:rsidRDefault="006974AE" w:rsidP="006974AE">
      <w:r>
        <w:t>816.3101</w:t>
      </w:r>
      <w:r>
        <w:tab/>
        <w:t>1.013e0</w:t>
      </w:r>
    </w:p>
    <w:p w:rsidR="006974AE" w:rsidRDefault="006974AE" w:rsidP="006974AE">
      <w:r>
        <w:t>816.3443</w:t>
      </w:r>
      <w:r>
        <w:tab/>
        <w:t>4.051e0</w:t>
      </w:r>
    </w:p>
    <w:p w:rsidR="006974AE" w:rsidRDefault="006974AE" w:rsidP="006974AE">
      <w:r>
        <w:t>816.3571</w:t>
      </w:r>
      <w:r>
        <w:tab/>
        <w:t>1.013e0</w:t>
      </w:r>
    </w:p>
    <w:p w:rsidR="006974AE" w:rsidRDefault="006974AE" w:rsidP="006974AE">
      <w:r>
        <w:t>816.3701</w:t>
      </w:r>
      <w:r>
        <w:tab/>
        <w:t>3.969e0</w:t>
      </w:r>
    </w:p>
    <w:p w:rsidR="006974AE" w:rsidRDefault="006974AE" w:rsidP="006974AE">
      <w:r>
        <w:t>816.3836</w:t>
      </w:r>
      <w:r>
        <w:tab/>
        <w:t>3.038e0</w:t>
      </w:r>
    </w:p>
    <w:p w:rsidR="006974AE" w:rsidRDefault="006974AE" w:rsidP="006974AE">
      <w:r>
        <w:t>816.3962</w:t>
      </w:r>
      <w:r>
        <w:tab/>
        <w:t>1.951e0</w:t>
      </w:r>
    </w:p>
    <w:p w:rsidR="006974AE" w:rsidRDefault="006974AE" w:rsidP="006974AE">
      <w:r>
        <w:t>816.3979</w:t>
      </w:r>
      <w:r>
        <w:tab/>
        <w:t>5.139e0</w:t>
      </w:r>
    </w:p>
    <w:p w:rsidR="006974AE" w:rsidRDefault="006974AE" w:rsidP="006974AE">
      <w:r>
        <w:t>816.4192</w:t>
      </w:r>
      <w:r>
        <w:tab/>
        <w:t>3.038e0</w:t>
      </w:r>
    </w:p>
    <w:p w:rsidR="006974AE" w:rsidRDefault="006974AE" w:rsidP="006974AE">
      <w:r>
        <w:t>816.4441</w:t>
      </w:r>
      <w:r>
        <w:tab/>
        <w:t>8.101e0</w:t>
      </w:r>
    </w:p>
    <w:p w:rsidR="006974AE" w:rsidRDefault="006974AE" w:rsidP="006974AE">
      <w:r>
        <w:t>816.4809</w:t>
      </w:r>
      <w:r>
        <w:tab/>
        <w:t>1.013e0</w:t>
      </w:r>
    </w:p>
    <w:p w:rsidR="006974AE" w:rsidRDefault="006974AE" w:rsidP="006974AE">
      <w:r>
        <w:lastRenderedPageBreak/>
        <w:t>816.4835</w:t>
      </w:r>
      <w:r>
        <w:tab/>
        <w:t>3.038e0</w:t>
      </w:r>
    </w:p>
    <w:p w:rsidR="006974AE" w:rsidRDefault="006974AE" w:rsidP="006974AE">
      <w:r>
        <w:t>816.4959</w:t>
      </w:r>
      <w:r>
        <w:tab/>
        <w:t>2.025e0</w:t>
      </w:r>
    </w:p>
    <w:p w:rsidR="006974AE" w:rsidRDefault="006974AE" w:rsidP="006974AE">
      <w:r>
        <w:t>816.5040</w:t>
      </w:r>
      <w:r>
        <w:tab/>
        <w:t>2.025e0</w:t>
      </w:r>
    </w:p>
    <w:p w:rsidR="006974AE" w:rsidRDefault="006974AE" w:rsidP="006974AE">
      <w:r>
        <w:t>816.5211</w:t>
      </w:r>
      <w:r>
        <w:tab/>
        <w:t>1.013e0</w:t>
      </w:r>
    </w:p>
    <w:p w:rsidR="006974AE" w:rsidRDefault="006974AE" w:rsidP="006974AE">
      <w:r>
        <w:t>816.5222</w:t>
      </w:r>
      <w:r>
        <w:tab/>
        <w:t>1.013e0</w:t>
      </w:r>
    </w:p>
    <w:p w:rsidR="006974AE" w:rsidRDefault="006974AE" w:rsidP="006974AE">
      <w:r>
        <w:t>816.5812</w:t>
      </w:r>
      <w:r>
        <w:tab/>
        <w:t>1.013e0</w:t>
      </w:r>
    </w:p>
    <w:p w:rsidR="006974AE" w:rsidRDefault="006974AE" w:rsidP="006974AE">
      <w:r>
        <w:t>816.5822</w:t>
      </w:r>
      <w:r>
        <w:tab/>
        <w:t>1.013e0</w:t>
      </w:r>
    </w:p>
    <w:p w:rsidR="006974AE" w:rsidRDefault="006974AE" w:rsidP="006974AE">
      <w:r>
        <w:t>816.6160</w:t>
      </w:r>
      <w:r>
        <w:tab/>
        <w:t>1.013e0</w:t>
      </w:r>
    </w:p>
    <w:p w:rsidR="006974AE" w:rsidRDefault="006974AE" w:rsidP="006974AE">
      <w:r>
        <w:t>816.6171</w:t>
      </w:r>
      <w:r>
        <w:tab/>
        <w:t>1.013e0</w:t>
      </w:r>
    </w:p>
    <w:p w:rsidR="006974AE" w:rsidRDefault="006974AE" w:rsidP="006974AE">
      <w:r>
        <w:t>816.6246</w:t>
      </w:r>
      <w:r>
        <w:tab/>
        <w:t>2.025e0</w:t>
      </w:r>
    </w:p>
    <w:p w:rsidR="006974AE" w:rsidRDefault="006974AE" w:rsidP="006974AE">
      <w:r>
        <w:t>816.6540</w:t>
      </w:r>
      <w:r>
        <w:tab/>
        <w:t>2.025e0</w:t>
      </w:r>
    </w:p>
    <w:p w:rsidR="006974AE" w:rsidRDefault="006974AE" w:rsidP="006974AE">
      <w:r>
        <w:t>816.7147</w:t>
      </w:r>
      <w:r>
        <w:tab/>
        <w:t>1.013e0</w:t>
      </w:r>
    </w:p>
    <w:p w:rsidR="006974AE" w:rsidRDefault="006974AE" w:rsidP="006974AE">
      <w:r>
        <w:t>816.7233</w:t>
      </w:r>
      <w:r>
        <w:tab/>
        <w:t>2.025e0</w:t>
      </w:r>
    </w:p>
    <w:p w:rsidR="006974AE" w:rsidRDefault="006974AE" w:rsidP="006974AE">
      <w:r>
        <w:t>816.7512</w:t>
      </w:r>
      <w:r>
        <w:tab/>
        <w:t>1.013e0</w:t>
      </w:r>
    </w:p>
    <w:p w:rsidR="006974AE" w:rsidRDefault="006974AE" w:rsidP="006974AE">
      <w:r>
        <w:t>816.7549</w:t>
      </w:r>
      <w:r>
        <w:tab/>
        <w:t>1.013e0</w:t>
      </w:r>
    </w:p>
    <w:p w:rsidR="006974AE" w:rsidRDefault="006974AE" w:rsidP="006974AE">
      <w:r>
        <w:t>816.7687</w:t>
      </w:r>
      <w:r>
        <w:tab/>
        <w:t>1.013e0</w:t>
      </w:r>
    </w:p>
    <w:p w:rsidR="006974AE" w:rsidRDefault="006974AE" w:rsidP="006974AE">
      <w:r>
        <w:t>816.7850</w:t>
      </w:r>
      <w:r>
        <w:tab/>
        <w:t>1.013e0</w:t>
      </w:r>
    </w:p>
    <w:p w:rsidR="006974AE" w:rsidRDefault="006974AE" w:rsidP="006974AE">
      <w:r>
        <w:t>816.8513</w:t>
      </w:r>
      <w:r>
        <w:tab/>
        <w:t>1.013e0</w:t>
      </w:r>
    </w:p>
    <w:p w:rsidR="006974AE" w:rsidRDefault="006974AE" w:rsidP="006974AE">
      <w:r>
        <w:t>816.8798</w:t>
      </w:r>
      <w:r>
        <w:tab/>
        <w:t>1.013e0</w:t>
      </w:r>
    </w:p>
    <w:p w:rsidR="006974AE" w:rsidRDefault="006974AE" w:rsidP="006974AE">
      <w:r>
        <w:lastRenderedPageBreak/>
        <w:t>816.9554</w:t>
      </w:r>
      <w:r>
        <w:tab/>
        <w:t>1.013e0</w:t>
      </w:r>
    </w:p>
    <w:p w:rsidR="006974AE" w:rsidRDefault="006974AE" w:rsidP="006974AE">
      <w:r>
        <w:t>817.0729</w:t>
      </w:r>
      <w:r>
        <w:tab/>
        <w:t>3.038e0</w:t>
      </w:r>
    </w:p>
    <w:p w:rsidR="006974AE" w:rsidRDefault="006974AE" w:rsidP="006974AE">
      <w:r>
        <w:t>817.0863</w:t>
      </w:r>
      <w:r>
        <w:tab/>
        <w:t>2.025e0</w:t>
      </w:r>
    </w:p>
    <w:p w:rsidR="006974AE" w:rsidRDefault="006974AE" w:rsidP="006974AE">
      <w:r>
        <w:t>817.1678</w:t>
      </w:r>
      <w:r>
        <w:tab/>
        <w:t>1.013e0</w:t>
      </w:r>
    </w:p>
    <w:p w:rsidR="006974AE" w:rsidRDefault="006974AE" w:rsidP="006974AE">
      <w:r>
        <w:t>817.1844</w:t>
      </w:r>
      <w:r>
        <w:tab/>
        <w:t>2.025e0</w:t>
      </w:r>
    </w:p>
    <w:p w:rsidR="006974AE" w:rsidRDefault="006974AE" w:rsidP="006974AE">
      <w:r>
        <w:t>817.2917</w:t>
      </w:r>
      <w:r>
        <w:tab/>
        <w:t>4.051e0</w:t>
      </w:r>
    </w:p>
    <w:p w:rsidR="006974AE" w:rsidRDefault="006974AE" w:rsidP="006974AE">
      <w:r>
        <w:t>817.3453</w:t>
      </w:r>
      <w:r>
        <w:tab/>
        <w:t>1.013e0</w:t>
      </w:r>
    </w:p>
    <w:p w:rsidR="006974AE" w:rsidRDefault="006974AE" w:rsidP="006974AE">
      <w:r>
        <w:t>817.3477</w:t>
      </w:r>
      <w:r>
        <w:tab/>
        <w:t>1.013e0</w:t>
      </w:r>
    </w:p>
    <w:p w:rsidR="006974AE" w:rsidRDefault="006974AE" w:rsidP="006974AE">
      <w:r>
        <w:t>817.3885</w:t>
      </w:r>
      <w:r>
        <w:tab/>
        <w:t>4.805e0</w:t>
      </w:r>
    </w:p>
    <w:p w:rsidR="006974AE" w:rsidRDefault="006974AE" w:rsidP="006974AE">
      <w:r>
        <w:t>817.3932</w:t>
      </w:r>
      <w:r>
        <w:tab/>
        <w:t>3.038e0</w:t>
      </w:r>
    </w:p>
    <w:p w:rsidR="006974AE" w:rsidRDefault="006974AE" w:rsidP="006974AE">
      <w:r>
        <w:t>817.3984</w:t>
      </w:r>
      <w:r>
        <w:tab/>
        <w:t>2.956e0</w:t>
      </w:r>
    </w:p>
    <w:p w:rsidR="006974AE" w:rsidRDefault="006974AE" w:rsidP="006974AE">
      <w:r>
        <w:t>817.4190</w:t>
      </w:r>
      <w:r>
        <w:tab/>
        <w:t>7.399e0</w:t>
      </w:r>
    </w:p>
    <w:p w:rsidR="006974AE" w:rsidRDefault="006974AE" w:rsidP="006974AE">
      <w:r>
        <w:t>817.4281</w:t>
      </w:r>
      <w:r>
        <w:tab/>
        <w:t>2.025e0</w:t>
      </w:r>
    </w:p>
    <w:p w:rsidR="006974AE" w:rsidRDefault="006974AE" w:rsidP="006974AE">
      <w:r>
        <w:t>817.4991</w:t>
      </w:r>
      <w:r>
        <w:tab/>
        <w:t>1.013e0</w:t>
      </w:r>
    </w:p>
    <w:p w:rsidR="006974AE" w:rsidRDefault="006974AE" w:rsidP="006974AE">
      <w:r>
        <w:t>817.5309</w:t>
      </w:r>
      <w:r>
        <w:tab/>
        <w:t>1.013e0</w:t>
      </w:r>
    </w:p>
    <w:p w:rsidR="006974AE" w:rsidRDefault="006974AE" w:rsidP="006974AE">
      <w:r>
        <w:t>817.5658</w:t>
      </w:r>
      <w:r>
        <w:tab/>
        <w:t>1.013e0</w:t>
      </w:r>
    </w:p>
    <w:p w:rsidR="006974AE" w:rsidRDefault="006974AE" w:rsidP="006974AE">
      <w:r>
        <w:t>817.5955</w:t>
      </w:r>
      <w:r>
        <w:tab/>
        <w:t>1.013e0</w:t>
      </w:r>
    </w:p>
    <w:p w:rsidR="006974AE" w:rsidRDefault="006974AE" w:rsidP="006974AE">
      <w:r>
        <w:t>817.6093</w:t>
      </w:r>
      <w:r>
        <w:tab/>
        <w:t>1.013e0</w:t>
      </w:r>
    </w:p>
    <w:p w:rsidR="006974AE" w:rsidRDefault="006974AE" w:rsidP="006974AE">
      <w:r>
        <w:t>817.6343</w:t>
      </w:r>
      <w:r>
        <w:tab/>
        <w:t>1.013e0</w:t>
      </w:r>
    </w:p>
    <w:p w:rsidR="006974AE" w:rsidRDefault="006974AE" w:rsidP="006974AE">
      <w:r>
        <w:lastRenderedPageBreak/>
        <w:t>817.6496</w:t>
      </w:r>
      <w:r>
        <w:tab/>
        <w:t>1.013e0</w:t>
      </w:r>
    </w:p>
    <w:p w:rsidR="006974AE" w:rsidRDefault="006974AE" w:rsidP="006974AE">
      <w:r>
        <w:t>817.6771</w:t>
      </w:r>
      <w:r>
        <w:tab/>
        <w:t>1.013e0</w:t>
      </w:r>
    </w:p>
    <w:p w:rsidR="006974AE" w:rsidRDefault="006974AE" w:rsidP="006974AE">
      <w:r>
        <w:t>817.7009</w:t>
      </w:r>
      <w:r>
        <w:tab/>
        <w:t>1.013e0</w:t>
      </w:r>
    </w:p>
    <w:p w:rsidR="006974AE" w:rsidRDefault="006974AE" w:rsidP="006974AE">
      <w:r>
        <w:t>817.7184</w:t>
      </w:r>
      <w:r>
        <w:tab/>
        <w:t>1.013e0</w:t>
      </w:r>
    </w:p>
    <w:p w:rsidR="006974AE" w:rsidRDefault="006974AE" w:rsidP="006974AE">
      <w:r>
        <w:t>817.7271</w:t>
      </w:r>
      <w:r>
        <w:tab/>
        <w:t>2.025e0</w:t>
      </w:r>
    </w:p>
    <w:p w:rsidR="006974AE" w:rsidRDefault="006974AE" w:rsidP="006974AE">
      <w:r>
        <w:t>817.7322</w:t>
      </w:r>
      <w:r>
        <w:tab/>
        <w:t>1.013e0</w:t>
      </w:r>
    </w:p>
    <w:p w:rsidR="006974AE" w:rsidRDefault="006974AE" w:rsidP="006974AE">
      <w:r>
        <w:t>817.7336</w:t>
      </w:r>
      <w:r>
        <w:tab/>
        <w:t>1.013e0</w:t>
      </w:r>
    </w:p>
    <w:p w:rsidR="006974AE" w:rsidRDefault="006974AE" w:rsidP="006974AE">
      <w:r>
        <w:t>817.7347</w:t>
      </w:r>
      <w:r>
        <w:tab/>
        <w:t>1.013e0</w:t>
      </w:r>
    </w:p>
    <w:p w:rsidR="006974AE" w:rsidRDefault="006974AE" w:rsidP="006974AE">
      <w:r>
        <w:t>817.8149</w:t>
      </w:r>
      <w:r>
        <w:tab/>
        <w:t>1.013e0</w:t>
      </w:r>
    </w:p>
    <w:p w:rsidR="006974AE" w:rsidRDefault="006974AE" w:rsidP="006974AE">
      <w:r>
        <w:t>817.8538</w:t>
      </w:r>
      <w:r>
        <w:tab/>
        <w:t>1.013e0</w:t>
      </w:r>
    </w:p>
    <w:p w:rsidR="006974AE" w:rsidRDefault="006974AE" w:rsidP="006974AE">
      <w:r>
        <w:t>817.8548</w:t>
      </w:r>
      <w:r>
        <w:tab/>
        <w:t>1.013e0</w:t>
      </w:r>
    </w:p>
    <w:p w:rsidR="006974AE" w:rsidRDefault="006974AE" w:rsidP="006974AE">
      <w:r>
        <w:t>817.8712</w:t>
      </w:r>
      <w:r>
        <w:tab/>
        <w:t>2.025e0</w:t>
      </w:r>
    </w:p>
    <w:p w:rsidR="006974AE" w:rsidRDefault="006974AE" w:rsidP="006974AE">
      <w:r>
        <w:t>817.8954</w:t>
      </w:r>
      <w:r>
        <w:tab/>
        <w:t>2.025e0</w:t>
      </w:r>
    </w:p>
    <w:p w:rsidR="006974AE" w:rsidRDefault="006974AE" w:rsidP="006974AE">
      <w:r>
        <w:t>818.0215</w:t>
      </w:r>
      <w:r>
        <w:tab/>
        <w:t>1.013e0</w:t>
      </w:r>
    </w:p>
    <w:p w:rsidR="006974AE" w:rsidRDefault="006974AE" w:rsidP="006974AE">
      <w:r>
        <w:t>818.0231</w:t>
      </w:r>
      <w:r>
        <w:tab/>
        <w:t>3.038e0</w:t>
      </w:r>
    </w:p>
    <w:p w:rsidR="006974AE" w:rsidRDefault="006974AE" w:rsidP="006974AE">
      <w:r>
        <w:t>818.0569</w:t>
      </w:r>
      <w:r>
        <w:tab/>
        <w:t>2.025e0</w:t>
      </w:r>
    </w:p>
    <w:p w:rsidR="006974AE" w:rsidRDefault="006974AE" w:rsidP="006974AE">
      <w:r>
        <w:t>818.0629</w:t>
      </w:r>
      <w:r>
        <w:tab/>
        <w:t>2.025e0</w:t>
      </w:r>
    </w:p>
    <w:p w:rsidR="006974AE" w:rsidRDefault="006974AE" w:rsidP="006974AE">
      <w:r>
        <w:t>818.0675</w:t>
      </w:r>
      <w:r>
        <w:tab/>
        <w:t>3.038e0</w:t>
      </w:r>
    </w:p>
    <w:p w:rsidR="006974AE" w:rsidRDefault="006974AE" w:rsidP="006974AE">
      <w:r>
        <w:t>818.0776</w:t>
      </w:r>
      <w:r>
        <w:tab/>
        <w:t>1.013e0</w:t>
      </w:r>
    </w:p>
    <w:p w:rsidR="006974AE" w:rsidRDefault="006974AE" w:rsidP="006974AE">
      <w:r>
        <w:lastRenderedPageBreak/>
        <w:t>818.1187</w:t>
      </w:r>
      <w:r>
        <w:tab/>
        <w:t>3.038e0</w:t>
      </w:r>
    </w:p>
    <w:p w:rsidR="006974AE" w:rsidRDefault="006974AE" w:rsidP="006974AE">
      <w:r>
        <w:t>818.2006</w:t>
      </w:r>
      <w:r>
        <w:tab/>
        <w:t>1.013e0</w:t>
      </w:r>
    </w:p>
    <w:p w:rsidR="006974AE" w:rsidRDefault="006974AE" w:rsidP="006974AE">
      <w:r>
        <w:t>818.2368</w:t>
      </w:r>
      <w:r>
        <w:tab/>
        <w:t>2.025e0</w:t>
      </w:r>
    </w:p>
    <w:p w:rsidR="006974AE" w:rsidRDefault="006974AE" w:rsidP="006974AE">
      <w:r>
        <w:t>818.2420</w:t>
      </w:r>
      <w:r>
        <w:tab/>
        <w:t>1.013e0</w:t>
      </w:r>
    </w:p>
    <w:p w:rsidR="006974AE" w:rsidRDefault="006974AE" w:rsidP="006974AE">
      <w:r>
        <w:t>818.2632</w:t>
      </w:r>
      <w:r>
        <w:tab/>
        <w:t>3.038e0</w:t>
      </w:r>
    </w:p>
    <w:p w:rsidR="006974AE" w:rsidRDefault="006974AE" w:rsidP="006974AE">
      <w:r>
        <w:t>818.2772</w:t>
      </w:r>
      <w:r>
        <w:tab/>
        <w:t>1.013e0</w:t>
      </w:r>
    </w:p>
    <w:p w:rsidR="006974AE" w:rsidRDefault="006974AE" w:rsidP="006974AE">
      <w:r>
        <w:t>818.3395</w:t>
      </w:r>
      <w:r>
        <w:tab/>
        <w:t>2.174e0</w:t>
      </w:r>
    </w:p>
    <w:p w:rsidR="006974AE" w:rsidRDefault="006974AE" w:rsidP="006974AE">
      <w:r>
        <w:t>818.3450</w:t>
      </w:r>
      <w:r>
        <w:tab/>
        <w:t>1.013e0</w:t>
      </w:r>
    </w:p>
    <w:p w:rsidR="006974AE" w:rsidRDefault="006974AE" w:rsidP="006974AE">
      <w:r>
        <w:t>818.3628</w:t>
      </w:r>
      <w:r>
        <w:tab/>
        <w:t>3.038e0</w:t>
      </w:r>
    </w:p>
    <w:p w:rsidR="006974AE" w:rsidRDefault="006974AE" w:rsidP="006974AE">
      <w:r>
        <w:t>818.3670</w:t>
      </w:r>
      <w:r>
        <w:tab/>
        <w:t>1.013e0</w:t>
      </w:r>
    </w:p>
    <w:p w:rsidR="006974AE" w:rsidRDefault="006974AE" w:rsidP="006974AE">
      <w:r>
        <w:t>818.3776</w:t>
      </w:r>
      <w:r>
        <w:tab/>
        <w:t>5.903e0</w:t>
      </w:r>
    </w:p>
    <w:p w:rsidR="006974AE" w:rsidRDefault="006974AE" w:rsidP="006974AE">
      <w:r>
        <w:t>818.3896</w:t>
      </w:r>
      <w:r>
        <w:tab/>
        <w:t>1.768e0</w:t>
      </w:r>
    </w:p>
    <w:p w:rsidR="006974AE" w:rsidRDefault="006974AE" w:rsidP="006974AE">
      <w:r>
        <w:t>818.4487</w:t>
      </w:r>
      <w:r>
        <w:tab/>
        <w:t>2.025e0</w:t>
      </w:r>
    </w:p>
    <w:p w:rsidR="006974AE" w:rsidRDefault="006974AE" w:rsidP="006974AE">
      <w:r>
        <w:t>818.4540</w:t>
      </w:r>
      <w:r>
        <w:tab/>
        <w:t>4.051e0</w:t>
      </w:r>
    </w:p>
    <w:p w:rsidR="006974AE" w:rsidRDefault="006974AE" w:rsidP="006974AE">
      <w:r>
        <w:t>818.4594</w:t>
      </w:r>
      <w:r>
        <w:tab/>
        <w:t>2.570e0</w:t>
      </w:r>
    </w:p>
    <w:p w:rsidR="006974AE" w:rsidRDefault="006974AE" w:rsidP="006974AE">
      <w:r>
        <w:t>818.4691</w:t>
      </w:r>
      <w:r>
        <w:tab/>
        <w:t>4.933e0</w:t>
      </w:r>
    </w:p>
    <w:p w:rsidR="006974AE" w:rsidRDefault="006974AE" w:rsidP="006974AE">
      <w:r>
        <w:t>818.4756</w:t>
      </w:r>
      <w:r>
        <w:tab/>
        <w:t>3.038e0</w:t>
      </w:r>
    </w:p>
    <w:p w:rsidR="006974AE" w:rsidRDefault="006974AE" w:rsidP="006974AE">
      <w:r>
        <w:t>818.4911</w:t>
      </w:r>
      <w:r>
        <w:tab/>
        <w:t>2.025e0</w:t>
      </w:r>
    </w:p>
    <w:p w:rsidR="006974AE" w:rsidRDefault="006974AE" w:rsidP="006974AE">
      <w:r>
        <w:t>818.5462</w:t>
      </w:r>
      <w:r>
        <w:tab/>
        <w:t>1.013e0</w:t>
      </w:r>
    </w:p>
    <w:p w:rsidR="006974AE" w:rsidRDefault="006974AE" w:rsidP="006974AE">
      <w:r>
        <w:lastRenderedPageBreak/>
        <w:t>818.5728</w:t>
      </w:r>
      <w:r>
        <w:tab/>
        <w:t>1.013e0</w:t>
      </w:r>
    </w:p>
    <w:p w:rsidR="006974AE" w:rsidRDefault="006974AE" w:rsidP="006974AE">
      <w:r>
        <w:t>818.5869</w:t>
      </w:r>
      <w:r>
        <w:tab/>
        <w:t>4.051e0</w:t>
      </w:r>
    </w:p>
    <w:p w:rsidR="006974AE" w:rsidRDefault="006974AE" w:rsidP="006974AE">
      <w:r>
        <w:t>818.6014</w:t>
      </w:r>
      <w:r>
        <w:tab/>
        <w:t>1.013e0</w:t>
      </w:r>
    </w:p>
    <w:p w:rsidR="006974AE" w:rsidRDefault="006974AE" w:rsidP="006974AE">
      <w:r>
        <w:t>818.6693</w:t>
      </w:r>
      <w:r>
        <w:tab/>
        <w:t>1.013e0</w:t>
      </w:r>
    </w:p>
    <w:p w:rsidR="006974AE" w:rsidRDefault="006974AE" w:rsidP="006974AE">
      <w:r>
        <w:t>818.6703</w:t>
      </w:r>
      <w:r>
        <w:tab/>
        <w:t>1.013e0</w:t>
      </w:r>
    </w:p>
    <w:p w:rsidR="006974AE" w:rsidRDefault="006974AE" w:rsidP="006974AE">
      <w:r>
        <w:t>818.7355</w:t>
      </w:r>
      <w:r>
        <w:tab/>
        <w:t>1.013e0</w:t>
      </w:r>
    </w:p>
    <w:p w:rsidR="006974AE" w:rsidRDefault="006974AE" w:rsidP="006974AE">
      <w:r>
        <w:t>818.7520</w:t>
      </w:r>
      <w:r>
        <w:tab/>
        <w:t>1.013e0</w:t>
      </w:r>
    </w:p>
    <w:p w:rsidR="006974AE" w:rsidRDefault="006974AE" w:rsidP="006974AE">
      <w:r>
        <w:t>818.8041</w:t>
      </w:r>
      <w:r>
        <w:tab/>
        <w:t>1.013e0</w:t>
      </w:r>
    </w:p>
    <w:p w:rsidR="006974AE" w:rsidRDefault="006974AE" w:rsidP="006974AE">
      <w:r>
        <w:t>818.8368</w:t>
      </w:r>
      <w:r>
        <w:tab/>
        <w:t>1.013e0</w:t>
      </w:r>
    </w:p>
    <w:p w:rsidR="006974AE" w:rsidRDefault="006974AE" w:rsidP="006974AE">
      <w:r>
        <w:t>818.8436</w:t>
      </w:r>
      <w:r>
        <w:tab/>
        <w:t>2.025e0</w:t>
      </w:r>
    </w:p>
    <w:p w:rsidR="006974AE" w:rsidRDefault="006974AE" w:rsidP="006974AE">
      <w:r>
        <w:t>818.8771</w:t>
      </w:r>
      <w:r>
        <w:tab/>
        <w:t>1.013e0</w:t>
      </w:r>
    </w:p>
    <w:p w:rsidR="006974AE" w:rsidRDefault="006974AE" w:rsidP="006974AE">
      <w:r>
        <w:t>818.8899</w:t>
      </w:r>
      <w:r>
        <w:tab/>
        <w:t>1.013e0</w:t>
      </w:r>
    </w:p>
    <w:p w:rsidR="006974AE" w:rsidRDefault="006974AE" w:rsidP="006974AE">
      <w:r>
        <w:t>818.9203</w:t>
      </w:r>
      <w:r>
        <w:tab/>
        <w:t>2.025e0</w:t>
      </w:r>
    </w:p>
    <w:p w:rsidR="006974AE" w:rsidRDefault="006974AE" w:rsidP="006974AE">
      <w:r>
        <w:t>818.9222</w:t>
      </w:r>
      <w:r>
        <w:tab/>
        <w:t>1.013e0</w:t>
      </w:r>
    </w:p>
    <w:p w:rsidR="006974AE" w:rsidRDefault="006974AE" w:rsidP="006974AE">
      <w:r>
        <w:t>818.9323</w:t>
      </w:r>
      <w:r>
        <w:tab/>
        <w:t>1.013e0</w:t>
      </w:r>
    </w:p>
    <w:p w:rsidR="006974AE" w:rsidRDefault="006974AE" w:rsidP="006974AE">
      <w:r>
        <w:t>819.0350</w:t>
      </w:r>
      <w:r>
        <w:tab/>
        <w:t>2.025e0</w:t>
      </w:r>
    </w:p>
    <w:p w:rsidR="006974AE" w:rsidRDefault="006974AE" w:rsidP="006974AE">
      <w:r>
        <w:t>819.0564</w:t>
      </w:r>
      <w:r>
        <w:tab/>
        <w:t>1.013e0</w:t>
      </w:r>
    </w:p>
    <w:p w:rsidR="006974AE" w:rsidRDefault="006974AE" w:rsidP="006974AE">
      <w:r>
        <w:t>819.0826</w:t>
      </w:r>
      <w:r>
        <w:tab/>
        <w:t>2.025e0</w:t>
      </w:r>
    </w:p>
    <w:p w:rsidR="006974AE" w:rsidRDefault="006974AE" w:rsidP="006974AE">
      <w:r>
        <w:t>819.0909</w:t>
      </w:r>
      <w:r>
        <w:tab/>
        <w:t>2.025e0</w:t>
      </w:r>
    </w:p>
    <w:p w:rsidR="006974AE" w:rsidRDefault="006974AE" w:rsidP="006974AE">
      <w:r>
        <w:lastRenderedPageBreak/>
        <w:t>819.1097</w:t>
      </w:r>
      <w:r>
        <w:tab/>
        <w:t>1.013e0</w:t>
      </w:r>
    </w:p>
    <w:p w:rsidR="006974AE" w:rsidRDefault="006974AE" w:rsidP="006974AE">
      <w:r>
        <w:t>819.2090</w:t>
      </w:r>
      <w:r>
        <w:tab/>
        <w:t>1.013e0</w:t>
      </w:r>
    </w:p>
    <w:p w:rsidR="006974AE" w:rsidRDefault="006974AE" w:rsidP="006974AE">
      <w:r>
        <w:t>819.2219</w:t>
      </w:r>
      <w:r>
        <w:tab/>
        <w:t>1.013e0</w:t>
      </w:r>
    </w:p>
    <w:p w:rsidR="006974AE" w:rsidRDefault="006974AE" w:rsidP="006974AE">
      <w:r>
        <w:t>819.2603</w:t>
      </w:r>
      <w:r>
        <w:tab/>
        <w:t>2.025e0</w:t>
      </w:r>
    </w:p>
    <w:p w:rsidR="006974AE" w:rsidRDefault="006974AE" w:rsidP="006974AE">
      <w:r>
        <w:t>819.2772</w:t>
      </w:r>
      <w:r>
        <w:tab/>
        <w:t>1.013e0</w:t>
      </w:r>
    </w:p>
    <w:p w:rsidR="006974AE" w:rsidRDefault="006974AE" w:rsidP="006974AE">
      <w:r>
        <w:t>819.3803</w:t>
      </w:r>
      <w:r>
        <w:tab/>
        <w:t>1.013e0</w:t>
      </w:r>
    </w:p>
    <w:p w:rsidR="006974AE" w:rsidRDefault="006974AE" w:rsidP="006974AE">
      <w:r>
        <w:t>819.3865</w:t>
      </w:r>
      <w:r>
        <w:tab/>
        <w:t>1.013e0</w:t>
      </w:r>
    </w:p>
    <w:p w:rsidR="006974AE" w:rsidRDefault="006974AE" w:rsidP="006974AE">
      <w:r>
        <w:t>819.4095</w:t>
      </w:r>
      <w:r>
        <w:tab/>
        <w:t>3.038e0</w:t>
      </w:r>
    </w:p>
    <w:p w:rsidR="006974AE" w:rsidRDefault="006974AE" w:rsidP="006974AE">
      <w:r>
        <w:t>819.4304</w:t>
      </w:r>
      <w:r>
        <w:tab/>
        <w:t>1.013e0</w:t>
      </w:r>
    </w:p>
    <w:p w:rsidR="006974AE" w:rsidRDefault="006974AE" w:rsidP="006974AE">
      <w:r>
        <w:t>819.4369</w:t>
      </w:r>
      <w:r>
        <w:tab/>
        <w:t>4.736e0</w:t>
      </w:r>
    </w:p>
    <w:p w:rsidR="006974AE" w:rsidRDefault="006974AE" w:rsidP="006974AE">
      <w:r>
        <w:t>819.4484</w:t>
      </w:r>
      <w:r>
        <w:tab/>
        <w:t>3.595e0</w:t>
      </w:r>
    </w:p>
    <w:p w:rsidR="006974AE" w:rsidRDefault="006974AE" w:rsidP="006974AE">
      <w:r>
        <w:t>819.4685</w:t>
      </w:r>
      <w:r>
        <w:tab/>
        <w:t>2.025e0</w:t>
      </w:r>
    </w:p>
    <w:p w:rsidR="006974AE" w:rsidRDefault="006974AE" w:rsidP="006974AE">
      <w:r>
        <w:t>819.4827</w:t>
      </w:r>
      <w:r>
        <w:tab/>
        <w:t>4.934e0</w:t>
      </w:r>
    </w:p>
    <w:p w:rsidR="006974AE" w:rsidRDefault="006974AE" w:rsidP="006974AE">
      <w:r>
        <w:t>819.5314</w:t>
      </w:r>
      <w:r>
        <w:tab/>
        <w:t>2.025e0</w:t>
      </w:r>
    </w:p>
    <w:p w:rsidR="006974AE" w:rsidRDefault="006974AE" w:rsidP="006974AE">
      <w:r>
        <w:t>819.5351</w:t>
      </w:r>
      <w:r>
        <w:tab/>
        <w:t>5.063e0</w:t>
      </w:r>
    </w:p>
    <w:p w:rsidR="006974AE" w:rsidRDefault="006974AE" w:rsidP="006974AE">
      <w:r>
        <w:t>819.5595</w:t>
      </w:r>
      <w:r>
        <w:tab/>
        <w:t>2.025e0</w:t>
      </w:r>
    </w:p>
    <w:p w:rsidR="006974AE" w:rsidRDefault="006974AE" w:rsidP="006974AE">
      <w:r>
        <w:t>819.6180</w:t>
      </w:r>
      <w:r>
        <w:tab/>
        <w:t>1.013e0</w:t>
      </w:r>
    </w:p>
    <w:p w:rsidR="006974AE" w:rsidRDefault="006974AE" w:rsidP="006974AE">
      <w:r>
        <w:t>819.6507</w:t>
      </w:r>
      <w:r>
        <w:tab/>
        <w:t>1.013e0</w:t>
      </w:r>
    </w:p>
    <w:p w:rsidR="006974AE" w:rsidRDefault="006974AE" w:rsidP="006974AE">
      <w:r>
        <w:t>819.6685</w:t>
      </w:r>
      <w:r>
        <w:tab/>
        <w:t>1.013e0</w:t>
      </w:r>
    </w:p>
    <w:p w:rsidR="006974AE" w:rsidRDefault="006974AE" w:rsidP="006974AE">
      <w:r>
        <w:lastRenderedPageBreak/>
        <w:t>819.7316</w:t>
      </w:r>
      <w:r>
        <w:tab/>
        <w:t>1.013e0</w:t>
      </w:r>
    </w:p>
    <w:p w:rsidR="006974AE" w:rsidRDefault="006974AE" w:rsidP="006974AE">
      <w:r>
        <w:t>819.7523</w:t>
      </w:r>
      <w:r>
        <w:tab/>
        <w:t>2.025e0</w:t>
      </w:r>
    </w:p>
    <w:p w:rsidR="006974AE" w:rsidRDefault="006974AE" w:rsidP="006974AE">
      <w:r>
        <w:t>819.7794</w:t>
      </w:r>
      <w:r>
        <w:tab/>
        <w:t>3.038e0</w:t>
      </w:r>
    </w:p>
    <w:p w:rsidR="006974AE" w:rsidRDefault="006974AE" w:rsidP="006974AE">
      <w:r>
        <w:t>819.8292</w:t>
      </w:r>
      <w:r>
        <w:tab/>
        <w:t>1.013e0</w:t>
      </w:r>
    </w:p>
    <w:p w:rsidR="006974AE" w:rsidRDefault="006974AE" w:rsidP="006974AE">
      <w:r>
        <w:t>819.8568</w:t>
      </w:r>
      <w:r>
        <w:tab/>
        <w:t>2.025e0</w:t>
      </w:r>
    </w:p>
    <w:p w:rsidR="006974AE" w:rsidRDefault="006974AE" w:rsidP="006974AE">
      <w:r>
        <w:t>819.8963</w:t>
      </w:r>
      <w:r>
        <w:tab/>
        <w:t>2.025e0</w:t>
      </w:r>
    </w:p>
    <w:p w:rsidR="006974AE" w:rsidRDefault="006974AE" w:rsidP="006974AE">
      <w:r>
        <w:t>819.8983</w:t>
      </w:r>
      <w:r>
        <w:tab/>
        <w:t>1.013e0</w:t>
      </w:r>
    </w:p>
    <w:p w:rsidR="006974AE" w:rsidRDefault="006974AE" w:rsidP="006974AE">
      <w:r>
        <w:t>819.9534</w:t>
      </w:r>
      <w:r>
        <w:tab/>
        <w:t>1.013e0</w:t>
      </w:r>
    </w:p>
    <w:p w:rsidR="006974AE" w:rsidRDefault="006974AE" w:rsidP="006974AE">
      <w:r>
        <w:t>819.9910</w:t>
      </w:r>
      <w:r>
        <w:tab/>
        <w:t>1.013e0</w:t>
      </w:r>
    </w:p>
    <w:p w:rsidR="006974AE" w:rsidRDefault="006974AE" w:rsidP="006974AE">
      <w:r>
        <w:t>820.0082</w:t>
      </w:r>
      <w:r>
        <w:tab/>
        <w:t>2.025e0</w:t>
      </w:r>
    </w:p>
    <w:p w:rsidR="006974AE" w:rsidRDefault="006974AE" w:rsidP="006974AE">
      <w:r>
        <w:t>820.0150</w:t>
      </w:r>
      <w:r>
        <w:tab/>
        <w:t>2.025e0</w:t>
      </w:r>
    </w:p>
    <w:p w:rsidR="006974AE" w:rsidRDefault="006974AE" w:rsidP="006974AE">
      <w:r>
        <w:t>820.0767</w:t>
      </w:r>
      <w:r>
        <w:tab/>
        <w:t>2.025e0</w:t>
      </w:r>
    </w:p>
    <w:p w:rsidR="006974AE" w:rsidRDefault="006974AE" w:rsidP="006974AE">
      <w:r>
        <w:t>820.0815</w:t>
      </w:r>
      <w:r>
        <w:tab/>
        <w:t>4.051e0</w:t>
      </w:r>
    </w:p>
    <w:p w:rsidR="006974AE" w:rsidRDefault="006974AE" w:rsidP="006974AE">
      <w:r>
        <w:t>820.1053</w:t>
      </w:r>
      <w:r>
        <w:tab/>
        <w:t>1.013e0</w:t>
      </w:r>
    </w:p>
    <w:p w:rsidR="006974AE" w:rsidRDefault="006974AE" w:rsidP="006974AE">
      <w:r>
        <w:t>820.2148</w:t>
      </w:r>
      <w:r>
        <w:tab/>
        <w:t>2.025e0</w:t>
      </w:r>
    </w:p>
    <w:p w:rsidR="006974AE" w:rsidRDefault="006974AE" w:rsidP="006974AE">
      <w:r>
        <w:t>820.2435</w:t>
      </w:r>
      <w:r>
        <w:tab/>
        <w:t>1.013e0</w:t>
      </w:r>
    </w:p>
    <w:p w:rsidR="006974AE" w:rsidRDefault="006974AE" w:rsidP="006974AE">
      <w:r>
        <w:t>820.2573</w:t>
      </w:r>
      <w:r>
        <w:tab/>
        <w:t>1.013e0</w:t>
      </w:r>
    </w:p>
    <w:p w:rsidR="006974AE" w:rsidRDefault="006974AE" w:rsidP="006974AE">
      <w:r>
        <w:t>820.2826</w:t>
      </w:r>
      <w:r>
        <w:tab/>
        <w:t>2.025e0</w:t>
      </w:r>
    </w:p>
    <w:p w:rsidR="006974AE" w:rsidRDefault="006974AE" w:rsidP="006974AE">
      <w:r>
        <w:t>820.3140</w:t>
      </w:r>
      <w:r>
        <w:tab/>
        <w:t>2.025e0</w:t>
      </w:r>
    </w:p>
    <w:p w:rsidR="006974AE" w:rsidRDefault="006974AE" w:rsidP="006974AE">
      <w:r>
        <w:lastRenderedPageBreak/>
        <w:t>820.3340</w:t>
      </w:r>
      <w:r>
        <w:tab/>
        <w:t>2.025e0</w:t>
      </w:r>
    </w:p>
    <w:p w:rsidR="006974AE" w:rsidRDefault="006974AE" w:rsidP="006974AE">
      <w:r>
        <w:t>820.3589</w:t>
      </w:r>
      <w:r>
        <w:tab/>
        <w:t>1.736e0</w:t>
      </w:r>
    </w:p>
    <w:p w:rsidR="006974AE" w:rsidRDefault="006974AE" w:rsidP="006974AE">
      <w:r>
        <w:t>820.3668</w:t>
      </w:r>
      <w:r>
        <w:tab/>
        <w:t>1.013e0</w:t>
      </w:r>
    </w:p>
    <w:p w:rsidR="006974AE" w:rsidRDefault="006974AE" w:rsidP="006974AE">
      <w:r>
        <w:t>820.4044</w:t>
      </w:r>
      <w:r>
        <w:tab/>
        <w:t>2.025e0</w:t>
      </w:r>
    </w:p>
    <w:p w:rsidR="006974AE" w:rsidRDefault="006974AE" w:rsidP="006974AE">
      <w:r>
        <w:t>820.4683</w:t>
      </w:r>
      <w:r>
        <w:tab/>
        <w:t>2.734e0</w:t>
      </w:r>
    </w:p>
    <w:p w:rsidR="006974AE" w:rsidRDefault="006974AE" w:rsidP="006974AE">
      <w:r>
        <w:t>820.4894</w:t>
      </w:r>
      <w:r>
        <w:tab/>
        <w:t>2.973e0</w:t>
      </w:r>
    </w:p>
    <w:p w:rsidR="006974AE" w:rsidRDefault="006974AE" w:rsidP="006974AE">
      <w:r>
        <w:t>820.5049</w:t>
      </w:r>
      <w:r>
        <w:tab/>
        <w:t>1.013e0</w:t>
      </w:r>
    </w:p>
    <w:p w:rsidR="006974AE" w:rsidRDefault="006974AE" w:rsidP="006974AE">
      <w:r>
        <w:t>820.5101</w:t>
      </w:r>
      <w:r>
        <w:tab/>
        <w:t>2.025e0</w:t>
      </w:r>
    </w:p>
    <w:p w:rsidR="006974AE" w:rsidRDefault="006974AE" w:rsidP="006974AE">
      <w:r>
        <w:t>820.5326</w:t>
      </w:r>
      <w:r>
        <w:tab/>
        <w:t>1.013e0</w:t>
      </w:r>
    </w:p>
    <w:p w:rsidR="006974AE" w:rsidRDefault="006974AE" w:rsidP="006974AE">
      <w:r>
        <w:t>820.5464</w:t>
      </w:r>
      <w:r>
        <w:tab/>
        <w:t>1.013e0</w:t>
      </w:r>
    </w:p>
    <w:p w:rsidR="006974AE" w:rsidRDefault="006974AE" w:rsidP="006974AE">
      <w:r>
        <w:t>820.5602</w:t>
      </w:r>
      <w:r>
        <w:tab/>
        <w:t>1.013e0</w:t>
      </w:r>
    </w:p>
    <w:p w:rsidR="006974AE" w:rsidRDefault="006974AE" w:rsidP="006974AE">
      <w:r>
        <w:t>820.5844</w:t>
      </w:r>
      <w:r>
        <w:tab/>
        <w:t>1.013e0</w:t>
      </w:r>
    </w:p>
    <w:p w:rsidR="006974AE" w:rsidRDefault="006974AE" w:rsidP="006974AE">
      <w:r>
        <w:t>820.6008</w:t>
      </w:r>
      <w:r>
        <w:tab/>
        <w:t>2.025e0</w:t>
      </w:r>
    </w:p>
    <w:p w:rsidR="006974AE" w:rsidRDefault="006974AE" w:rsidP="006974AE">
      <w:r>
        <w:t>820.6846</w:t>
      </w:r>
      <w:r>
        <w:tab/>
        <w:t>1.013e0</w:t>
      </w:r>
    </w:p>
    <w:p w:rsidR="006974AE" w:rsidRDefault="006974AE" w:rsidP="006974AE">
      <w:r>
        <w:t>820.6948</w:t>
      </w:r>
      <w:r>
        <w:tab/>
        <w:t>3.038e0</w:t>
      </w:r>
    </w:p>
    <w:p w:rsidR="006974AE" w:rsidRDefault="006974AE" w:rsidP="006974AE">
      <w:r>
        <w:t>820.6984</w:t>
      </w:r>
      <w:r>
        <w:tab/>
        <w:t>2.025e0</w:t>
      </w:r>
    </w:p>
    <w:p w:rsidR="006974AE" w:rsidRDefault="006974AE" w:rsidP="006974AE">
      <w:r>
        <w:t>820.7150</w:t>
      </w:r>
      <w:r>
        <w:tab/>
        <w:t>2.025e0</w:t>
      </w:r>
    </w:p>
    <w:p w:rsidR="006974AE" w:rsidRDefault="006974AE" w:rsidP="006974AE">
      <w:r>
        <w:t>820.8224</w:t>
      </w:r>
      <w:r>
        <w:tab/>
        <w:t>2.025e0</w:t>
      </w:r>
    </w:p>
    <w:p w:rsidR="006974AE" w:rsidRDefault="006974AE" w:rsidP="006974AE">
      <w:r>
        <w:t>820.8293</w:t>
      </w:r>
      <w:r>
        <w:tab/>
        <w:t>2.025e0</w:t>
      </w:r>
    </w:p>
    <w:p w:rsidR="006974AE" w:rsidRDefault="006974AE" w:rsidP="006974AE">
      <w:r>
        <w:lastRenderedPageBreak/>
        <w:t>820.8898</w:t>
      </w:r>
      <w:r>
        <w:tab/>
        <w:t>1.013e0</w:t>
      </w:r>
    </w:p>
    <w:p w:rsidR="006974AE" w:rsidRDefault="006974AE" w:rsidP="006974AE">
      <w:r>
        <w:t>820.9196</w:t>
      </w:r>
      <w:r>
        <w:tab/>
        <w:t>1.013e0</w:t>
      </w:r>
    </w:p>
    <w:p w:rsidR="006974AE" w:rsidRDefault="006974AE" w:rsidP="006974AE">
      <w:r>
        <w:t>820.9742</w:t>
      </w:r>
      <w:r>
        <w:tab/>
        <w:t>1.013e0</w:t>
      </w:r>
    </w:p>
    <w:p w:rsidR="006974AE" w:rsidRDefault="006974AE" w:rsidP="006974AE">
      <w:r>
        <w:t>820.9984</w:t>
      </w:r>
      <w:r>
        <w:tab/>
        <w:t>2.025e0</w:t>
      </w:r>
    </w:p>
    <w:p w:rsidR="006974AE" w:rsidRDefault="006974AE" w:rsidP="006974AE">
      <w:r>
        <w:t>821.0425</w:t>
      </w:r>
      <w:r>
        <w:tab/>
        <w:t>1.013e0</w:t>
      </w:r>
    </w:p>
    <w:p w:rsidR="006974AE" w:rsidRDefault="006974AE" w:rsidP="006974AE">
      <w:r>
        <w:t>821.0511</w:t>
      </w:r>
      <w:r>
        <w:tab/>
        <w:t>2.025e0</w:t>
      </w:r>
    </w:p>
    <w:p w:rsidR="006974AE" w:rsidRDefault="006974AE" w:rsidP="006974AE">
      <w:r>
        <w:t>821.0578</w:t>
      </w:r>
      <w:r>
        <w:tab/>
        <w:t>1.013e0</w:t>
      </w:r>
    </w:p>
    <w:p w:rsidR="006974AE" w:rsidRDefault="006974AE" w:rsidP="006974AE">
      <w:r>
        <w:t>821.1090</w:t>
      </w:r>
      <w:r>
        <w:tab/>
        <w:t>1.013e0</w:t>
      </w:r>
    </w:p>
    <w:p w:rsidR="006974AE" w:rsidRDefault="006974AE" w:rsidP="006974AE">
      <w:r>
        <w:t>821.1556</w:t>
      </w:r>
      <w:r>
        <w:tab/>
        <w:t>1.013e0</w:t>
      </w:r>
    </w:p>
    <w:p w:rsidR="006974AE" w:rsidRDefault="006974AE" w:rsidP="006974AE">
      <w:r>
        <w:t>821.1717</w:t>
      </w:r>
      <w:r>
        <w:tab/>
        <w:t>3.038e0</w:t>
      </w:r>
    </w:p>
    <w:p w:rsidR="006974AE" w:rsidRDefault="006974AE" w:rsidP="006974AE">
      <w:r>
        <w:t>821.1971</w:t>
      </w:r>
      <w:r>
        <w:tab/>
        <w:t>1.013e0</w:t>
      </w:r>
    </w:p>
    <w:p w:rsidR="006974AE" w:rsidRDefault="006974AE" w:rsidP="006974AE">
      <w:r>
        <w:t>821.2628</w:t>
      </w:r>
      <w:r>
        <w:tab/>
        <w:t>2.025e0</w:t>
      </w:r>
    </w:p>
    <w:p w:rsidR="006974AE" w:rsidRDefault="006974AE" w:rsidP="006974AE">
      <w:r>
        <w:t>821.2652</w:t>
      </w:r>
      <w:r>
        <w:tab/>
        <w:t>1.013e0</w:t>
      </w:r>
    </w:p>
    <w:p w:rsidR="006974AE" w:rsidRDefault="006974AE" w:rsidP="006974AE">
      <w:r>
        <w:t>821.2928</w:t>
      </w:r>
      <w:r>
        <w:tab/>
        <w:t>1.013e0</w:t>
      </w:r>
    </w:p>
    <w:p w:rsidR="006974AE" w:rsidRDefault="006974AE" w:rsidP="006974AE">
      <w:r>
        <w:t>821.3015</w:t>
      </w:r>
      <w:r>
        <w:tab/>
        <w:t>5.063e0</w:t>
      </w:r>
    </w:p>
    <w:p w:rsidR="006974AE" w:rsidRDefault="006974AE" w:rsidP="006974AE">
      <w:r>
        <w:t>821.3101</w:t>
      </w:r>
      <w:r>
        <w:tab/>
        <w:t>4.051e0</w:t>
      </w:r>
    </w:p>
    <w:p w:rsidR="006974AE" w:rsidRDefault="006974AE" w:rsidP="006974AE">
      <w:r>
        <w:t>821.3855</w:t>
      </w:r>
      <w:r>
        <w:tab/>
        <w:t>3.788e0</w:t>
      </w:r>
    </w:p>
    <w:p w:rsidR="006974AE" w:rsidRDefault="006974AE" w:rsidP="006974AE">
      <w:r>
        <w:t>821.4033</w:t>
      </w:r>
      <w:r>
        <w:tab/>
        <w:t>1.551e0</w:t>
      </w:r>
    </w:p>
    <w:p w:rsidR="006974AE" w:rsidRDefault="006974AE" w:rsidP="006974AE">
      <w:r>
        <w:t>821.4322</w:t>
      </w:r>
      <w:r>
        <w:tab/>
        <w:t>1.013e0</w:t>
      </w:r>
    </w:p>
    <w:p w:rsidR="006974AE" w:rsidRDefault="006974AE" w:rsidP="006974AE">
      <w:r>
        <w:lastRenderedPageBreak/>
        <w:t>821.4634</w:t>
      </w:r>
      <w:r>
        <w:tab/>
        <w:t>1.721e0</w:t>
      </w:r>
    </w:p>
    <w:p w:rsidR="006974AE" w:rsidRDefault="006974AE" w:rsidP="006974AE">
      <w:r>
        <w:t>821.4727</w:t>
      </w:r>
      <w:r>
        <w:tab/>
        <w:t>1.998e0</w:t>
      </w:r>
    </w:p>
    <w:p w:rsidR="006974AE" w:rsidRDefault="006974AE" w:rsidP="006974AE">
      <w:r>
        <w:t>821.4933</w:t>
      </w:r>
      <w:r>
        <w:tab/>
        <w:t>2.025e0</w:t>
      </w:r>
    </w:p>
    <w:p w:rsidR="006974AE" w:rsidRDefault="006974AE" w:rsidP="006974AE">
      <w:r>
        <w:t>821.5151</w:t>
      </w:r>
      <w:r>
        <w:tab/>
        <w:t>1.013e0</w:t>
      </w:r>
    </w:p>
    <w:p w:rsidR="006974AE" w:rsidRDefault="006974AE" w:rsidP="006974AE">
      <w:r>
        <w:t>821.5428</w:t>
      </w:r>
      <w:r>
        <w:tab/>
        <w:t>2.025e0</w:t>
      </w:r>
    </w:p>
    <w:p w:rsidR="006974AE" w:rsidRDefault="006974AE" w:rsidP="006974AE">
      <w:r>
        <w:t>821.5844</w:t>
      </w:r>
      <w:r>
        <w:tab/>
        <w:t>1.013e0</w:t>
      </w:r>
    </w:p>
    <w:p w:rsidR="006974AE" w:rsidRDefault="006974AE" w:rsidP="006974AE">
      <w:r>
        <w:t>821.6396</w:t>
      </w:r>
      <w:r>
        <w:tab/>
        <w:t>1.013e0</w:t>
      </w:r>
    </w:p>
    <w:p w:rsidR="006974AE" w:rsidRDefault="006974AE" w:rsidP="006974AE">
      <w:r>
        <w:t>821.6456</w:t>
      </w:r>
      <w:r>
        <w:tab/>
        <w:t>2.025e0</w:t>
      </w:r>
    </w:p>
    <w:p w:rsidR="006974AE" w:rsidRDefault="006974AE" w:rsidP="006974AE">
      <w:r>
        <w:t>821.6535</w:t>
      </w:r>
      <w:r>
        <w:tab/>
        <w:t>1.013e0</w:t>
      </w:r>
    </w:p>
    <w:p w:rsidR="006974AE" w:rsidRDefault="006974AE" w:rsidP="006974AE">
      <w:r>
        <w:t>821.6683</w:t>
      </w:r>
      <w:r>
        <w:tab/>
        <w:t>1.013e0</w:t>
      </w:r>
    </w:p>
    <w:p w:rsidR="006974AE" w:rsidRDefault="006974AE" w:rsidP="006974AE">
      <w:r>
        <w:t>821.6871</w:t>
      </w:r>
      <w:r>
        <w:tab/>
        <w:t>2.025e0</w:t>
      </w:r>
    </w:p>
    <w:p w:rsidR="006974AE" w:rsidRDefault="006974AE" w:rsidP="006974AE">
      <w:r>
        <w:t>821.7032</w:t>
      </w:r>
      <w:r>
        <w:tab/>
        <w:t>1.013e0</w:t>
      </w:r>
    </w:p>
    <w:p w:rsidR="006974AE" w:rsidRDefault="006974AE" w:rsidP="006974AE">
      <w:r>
        <w:t>821.7125</w:t>
      </w:r>
      <w:r>
        <w:tab/>
        <w:t>2.025e0</w:t>
      </w:r>
    </w:p>
    <w:p w:rsidR="006974AE" w:rsidRDefault="006974AE" w:rsidP="006974AE">
      <w:r>
        <w:t>821.7355</w:t>
      </w:r>
      <w:r>
        <w:tab/>
        <w:t>1.013e0</w:t>
      </w:r>
    </w:p>
    <w:p w:rsidR="006974AE" w:rsidRDefault="006974AE" w:rsidP="006974AE">
      <w:r>
        <w:t>821.8120</w:t>
      </w:r>
      <w:r>
        <w:tab/>
        <w:t>2.025e0</w:t>
      </w:r>
    </w:p>
    <w:p w:rsidR="006974AE" w:rsidRDefault="006974AE" w:rsidP="006974AE">
      <w:r>
        <w:t>821.8749</w:t>
      </w:r>
      <w:r>
        <w:tab/>
        <w:t>1.013e0</w:t>
      </w:r>
    </w:p>
    <w:p w:rsidR="006974AE" w:rsidRDefault="006974AE" w:rsidP="006974AE">
      <w:r>
        <w:t>821.9197</w:t>
      </w:r>
      <w:r>
        <w:tab/>
        <w:t>2.025e0</w:t>
      </w:r>
    </w:p>
    <w:p w:rsidR="006974AE" w:rsidRDefault="006974AE" w:rsidP="006974AE">
      <w:r>
        <w:t>821.9223</w:t>
      </w:r>
      <w:r>
        <w:tab/>
        <w:t>2.025e0</w:t>
      </w:r>
    </w:p>
    <w:p w:rsidR="006974AE" w:rsidRDefault="006974AE" w:rsidP="006974AE">
      <w:r>
        <w:t>822.0253</w:t>
      </w:r>
      <w:r>
        <w:tab/>
        <w:t>1.013e0</w:t>
      </w:r>
    </w:p>
    <w:p w:rsidR="006974AE" w:rsidRDefault="006974AE" w:rsidP="006974AE">
      <w:r>
        <w:lastRenderedPageBreak/>
        <w:t>822.0548</w:t>
      </w:r>
      <w:r>
        <w:tab/>
        <w:t>1.013e0</w:t>
      </w:r>
    </w:p>
    <w:p w:rsidR="006974AE" w:rsidRDefault="006974AE" w:rsidP="006974AE">
      <w:r>
        <w:t>822.0589</w:t>
      </w:r>
      <w:r>
        <w:tab/>
        <w:t>1.013e0</w:t>
      </w:r>
    </w:p>
    <w:p w:rsidR="006974AE" w:rsidRDefault="006974AE" w:rsidP="006974AE">
      <w:r>
        <w:t>822.0963</w:t>
      </w:r>
      <w:r>
        <w:tab/>
        <w:t>1.013e0</w:t>
      </w:r>
    </w:p>
    <w:p w:rsidR="006974AE" w:rsidRDefault="006974AE" w:rsidP="006974AE">
      <w:r>
        <w:t>822.1091</w:t>
      </w:r>
      <w:r>
        <w:tab/>
        <w:t>1.013e0</w:t>
      </w:r>
    </w:p>
    <w:p w:rsidR="006974AE" w:rsidRDefault="006974AE" w:rsidP="006974AE">
      <w:r>
        <w:t>822.1429</w:t>
      </w:r>
      <w:r>
        <w:tab/>
        <w:t>1.013e0</w:t>
      </w:r>
    </w:p>
    <w:p w:rsidR="006974AE" w:rsidRDefault="006974AE" w:rsidP="006974AE">
      <w:r>
        <w:t>822.1439</w:t>
      </w:r>
      <w:r>
        <w:tab/>
        <w:t>1.013e0</w:t>
      </w:r>
    </w:p>
    <w:p w:rsidR="006974AE" w:rsidRDefault="006974AE" w:rsidP="006974AE">
      <w:r>
        <w:t>822.1783</w:t>
      </w:r>
      <w:r>
        <w:tab/>
        <w:t>1.013e0</w:t>
      </w:r>
    </w:p>
    <w:p w:rsidR="006974AE" w:rsidRDefault="006974AE" w:rsidP="006974AE">
      <w:r>
        <w:t>822.2079</w:t>
      </w:r>
      <w:r>
        <w:tab/>
        <w:t>2.025e0</w:t>
      </w:r>
    </w:p>
    <w:p w:rsidR="006974AE" w:rsidRDefault="006974AE" w:rsidP="006974AE">
      <w:r>
        <w:t>822.2199</w:t>
      </w:r>
      <w:r>
        <w:tab/>
        <w:t>1.013e0</w:t>
      </w:r>
    </w:p>
    <w:p w:rsidR="006974AE" w:rsidRDefault="006974AE" w:rsidP="006974AE">
      <w:r>
        <w:t>822.2452</w:t>
      </w:r>
      <w:r>
        <w:tab/>
        <w:t>1.013e0</w:t>
      </w:r>
    </w:p>
    <w:p w:rsidR="006974AE" w:rsidRDefault="006974AE" w:rsidP="006974AE">
      <w:r>
        <w:t>822.2664</w:t>
      </w:r>
      <w:r>
        <w:tab/>
        <w:t>3.038e0</w:t>
      </w:r>
    </w:p>
    <w:p w:rsidR="006974AE" w:rsidRDefault="006974AE" w:rsidP="006974AE">
      <w:r>
        <w:t>822.2753</w:t>
      </w:r>
      <w:r>
        <w:tab/>
        <w:t>1.013e0</w:t>
      </w:r>
    </w:p>
    <w:p w:rsidR="006974AE" w:rsidRDefault="006974AE" w:rsidP="006974AE">
      <w:r>
        <w:t>822.3320</w:t>
      </w:r>
      <w:r>
        <w:tab/>
        <w:t>1.636e0</w:t>
      </w:r>
    </w:p>
    <w:p w:rsidR="006974AE" w:rsidRDefault="006974AE" w:rsidP="006974AE">
      <w:r>
        <w:t>822.3408</w:t>
      </w:r>
      <w:r>
        <w:tab/>
        <w:t>4.051e0</w:t>
      </w:r>
    </w:p>
    <w:p w:rsidR="006974AE" w:rsidRDefault="006974AE" w:rsidP="006974AE">
      <w:r>
        <w:t>822.3785</w:t>
      </w:r>
      <w:r>
        <w:tab/>
        <w:t>4.428e0</w:t>
      </w:r>
    </w:p>
    <w:p w:rsidR="006974AE" w:rsidRDefault="006974AE" w:rsidP="006974AE">
      <w:r>
        <w:t>822.3805</w:t>
      </w:r>
      <w:r>
        <w:tab/>
        <w:t>2.025e0</w:t>
      </w:r>
    </w:p>
    <w:p w:rsidR="006974AE" w:rsidRDefault="006974AE" w:rsidP="006974AE">
      <w:r>
        <w:t>822.4009</w:t>
      </w:r>
      <w:r>
        <w:tab/>
        <w:t>1.013e0</w:t>
      </w:r>
    </w:p>
    <w:p w:rsidR="006974AE" w:rsidRDefault="006974AE" w:rsidP="006974AE">
      <w:r>
        <w:t>822.4296</w:t>
      </w:r>
      <w:r>
        <w:tab/>
        <w:t>3.038e0</w:t>
      </w:r>
    </w:p>
    <w:p w:rsidR="006974AE" w:rsidRDefault="006974AE" w:rsidP="006974AE">
      <w:r>
        <w:t>822.4373</w:t>
      </w:r>
      <w:r>
        <w:tab/>
        <w:t>3.038e0</w:t>
      </w:r>
    </w:p>
    <w:p w:rsidR="006974AE" w:rsidRDefault="006974AE" w:rsidP="006974AE">
      <w:r>
        <w:lastRenderedPageBreak/>
        <w:t>822.4447</w:t>
      </w:r>
      <w:r>
        <w:tab/>
        <w:t>2.928e0</w:t>
      </w:r>
    </w:p>
    <w:p w:rsidR="006974AE" w:rsidRDefault="006974AE" w:rsidP="006974AE">
      <w:r>
        <w:t>822.4899</w:t>
      </w:r>
      <w:r>
        <w:tab/>
        <w:t>1.893e0</w:t>
      </w:r>
    </w:p>
    <w:p w:rsidR="006974AE" w:rsidRDefault="006974AE" w:rsidP="006974AE">
      <w:r>
        <w:t>822.4968</w:t>
      </w:r>
      <w:r>
        <w:tab/>
        <w:t>1.013e0</w:t>
      </w:r>
    </w:p>
    <w:p w:rsidR="006974AE" w:rsidRDefault="006974AE" w:rsidP="006974AE">
      <w:r>
        <w:t>822.5049</w:t>
      </w:r>
      <w:r>
        <w:tab/>
        <w:t>3.962e0</w:t>
      </w:r>
    </w:p>
    <w:p w:rsidR="006974AE" w:rsidRDefault="006974AE" w:rsidP="006974AE">
      <w:r>
        <w:t>822.5168</w:t>
      </w:r>
      <w:r>
        <w:tab/>
        <w:t>1.013e0</w:t>
      </w:r>
    </w:p>
    <w:p w:rsidR="006974AE" w:rsidRDefault="006974AE" w:rsidP="006974AE">
      <w:r>
        <w:t>822.5384</w:t>
      </w:r>
      <w:r>
        <w:tab/>
        <w:t>1.013e0</w:t>
      </w:r>
    </w:p>
    <w:p w:rsidR="006974AE" w:rsidRDefault="006974AE" w:rsidP="006974AE">
      <w:r>
        <w:t>822.5661</w:t>
      </w:r>
      <w:r>
        <w:tab/>
        <w:t>1.013e0</w:t>
      </w:r>
    </w:p>
    <w:p w:rsidR="006974AE" w:rsidRDefault="006974AE" w:rsidP="006974AE">
      <w:r>
        <w:t>822.5809</w:t>
      </w:r>
      <w:r>
        <w:tab/>
        <w:t>1.013e0</w:t>
      </w:r>
    </w:p>
    <w:p w:rsidR="006974AE" w:rsidRDefault="006974AE" w:rsidP="006974AE">
      <w:r>
        <w:t>822.5897</w:t>
      </w:r>
      <w:r>
        <w:tab/>
        <w:t>2.025e0</w:t>
      </w:r>
    </w:p>
    <w:p w:rsidR="006974AE" w:rsidRDefault="006974AE" w:rsidP="006974AE">
      <w:r>
        <w:t>822.6364</w:t>
      </w:r>
      <w:r>
        <w:tab/>
        <w:t>1.013e0</w:t>
      </w:r>
    </w:p>
    <w:p w:rsidR="006974AE" w:rsidRDefault="006974AE" w:rsidP="006974AE">
      <w:r>
        <w:t>822.7402</w:t>
      </w:r>
      <w:r>
        <w:tab/>
        <w:t>2.025e0</w:t>
      </w:r>
    </w:p>
    <w:p w:rsidR="006974AE" w:rsidRDefault="006974AE" w:rsidP="006974AE">
      <w:r>
        <w:t>822.7600</w:t>
      </w:r>
      <w:r>
        <w:tab/>
        <w:t>1.013e0</w:t>
      </w:r>
    </w:p>
    <w:p w:rsidR="006974AE" w:rsidRDefault="006974AE" w:rsidP="006974AE">
      <w:r>
        <w:t>822.7896</w:t>
      </w:r>
      <w:r>
        <w:tab/>
        <w:t>4.051e0</w:t>
      </w:r>
    </w:p>
    <w:p w:rsidR="006974AE" w:rsidRDefault="006974AE" w:rsidP="006974AE">
      <w:r>
        <w:t>822.8847</w:t>
      </w:r>
      <w:r>
        <w:tab/>
        <w:t>1.013e0</w:t>
      </w:r>
    </w:p>
    <w:p w:rsidR="006974AE" w:rsidRDefault="006974AE" w:rsidP="006974AE">
      <w:r>
        <w:t>822.9272</w:t>
      </w:r>
      <w:r>
        <w:tab/>
        <w:t>2.025e0</w:t>
      </w:r>
    </w:p>
    <w:p w:rsidR="006974AE" w:rsidRDefault="006974AE" w:rsidP="006974AE">
      <w:r>
        <w:t>822.9678</w:t>
      </w:r>
      <w:r>
        <w:tab/>
        <w:t>1.013e0</w:t>
      </w:r>
    </w:p>
    <w:p w:rsidR="006974AE" w:rsidRDefault="006974AE" w:rsidP="006974AE">
      <w:r>
        <w:t>823.0447</w:t>
      </w:r>
      <w:r>
        <w:tab/>
        <w:t>3.038e0</w:t>
      </w:r>
    </w:p>
    <w:p w:rsidR="006974AE" w:rsidRDefault="006974AE" w:rsidP="006974AE">
      <w:r>
        <w:t>823.0925</w:t>
      </w:r>
      <w:r>
        <w:tab/>
        <w:t>1.013e0</w:t>
      </w:r>
    </w:p>
    <w:p w:rsidR="006974AE" w:rsidRDefault="006974AE" w:rsidP="006974AE">
      <w:r>
        <w:t>823.1171</w:t>
      </w:r>
      <w:r>
        <w:tab/>
        <w:t>2.025e0</w:t>
      </w:r>
    </w:p>
    <w:p w:rsidR="006974AE" w:rsidRDefault="006974AE" w:rsidP="006974AE">
      <w:r>
        <w:lastRenderedPageBreak/>
        <w:t>823.1212</w:t>
      </w:r>
      <w:r>
        <w:tab/>
        <w:t>3.038e0</w:t>
      </w:r>
    </w:p>
    <w:p w:rsidR="006974AE" w:rsidRDefault="006974AE" w:rsidP="006974AE">
      <w:r>
        <w:t>823.1629</w:t>
      </w:r>
      <w:r>
        <w:tab/>
        <w:t>2.025e0</w:t>
      </w:r>
    </w:p>
    <w:p w:rsidR="006974AE" w:rsidRDefault="006974AE" w:rsidP="006974AE">
      <w:r>
        <w:t>823.2120</w:t>
      </w:r>
      <w:r>
        <w:tab/>
        <w:t>1.013e0</w:t>
      </w:r>
    </w:p>
    <w:p w:rsidR="006974AE" w:rsidRDefault="006974AE" w:rsidP="006974AE">
      <w:r>
        <w:t>823.2173</w:t>
      </w:r>
      <w:r>
        <w:tab/>
        <w:t>1.013e0</w:t>
      </w:r>
    </w:p>
    <w:p w:rsidR="006974AE" w:rsidRDefault="006974AE" w:rsidP="006974AE">
      <w:r>
        <w:t>823.2289</w:t>
      </w:r>
      <w:r>
        <w:tab/>
        <w:t>2.025e0</w:t>
      </w:r>
    </w:p>
    <w:p w:rsidR="006974AE" w:rsidRDefault="006974AE" w:rsidP="006974AE">
      <w:r>
        <w:t>823.2343</w:t>
      </w:r>
      <w:r>
        <w:tab/>
        <w:t>4.051e0</w:t>
      </w:r>
    </w:p>
    <w:p w:rsidR="006974AE" w:rsidRDefault="006974AE" w:rsidP="006974AE">
      <w:r>
        <w:t>823.2460</w:t>
      </w:r>
      <w:r>
        <w:tab/>
        <w:t>1.013e0</w:t>
      </w:r>
    </w:p>
    <w:p w:rsidR="006974AE" w:rsidRDefault="006974AE" w:rsidP="006974AE">
      <w:r>
        <w:t>823.2876</w:t>
      </w:r>
      <w:r>
        <w:tab/>
        <w:t>1.013e0</w:t>
      </w:r>
    </w:p>
    <w:p w:rsidR="006974AE" w:rsidRDefault="006974AE" w:rsidP="006974AE">
      <w:r>
        <w:t>823.3484</w:t>
      </w:r>
      <w:r>
        <w:tab/>
        <w:t>4.051e0</w:t>
      </w:r>
    </w:p>
    <w:p w:rsidR="006974AE" w:rsidRDefault="006974AE" w:rsidP="006974AE">
      <w:r>
        <w:t>823.3553</w:t>
      </w:r>
      <w:r>
        <w:tab/>
        <w:t>2.973e0</w:t>
      </w:r>
    </w:p>
    <w:p w:rsidR="006974AE" w:rsidRDefault="006974AE" w:rsidP="006974AE">
      <w:r>
        <w:t>823.3635</w:t>
      </w:r>
      <w:r>
        <w:tab/>
        <w:t>1.013e0</w:t>
      </w:r>
    </w:p>
    <w:p w:rsidR="006974AE" w:rsidRDefault="006974AE" w:rsidP="006974AE">
      <w:r>
        <w:t>823.3676</w:t>
      </w:r>
      <w:r>
        <w:tab/>
        <w:t>1.715e0</w:t>
      </w:r>
    </w:p>
    <w:p w:rsidR="006974AE" w:rsidRDefault="006974AE" w:rsidP="006974AE">
      <w:r>
        <w:t>823.4122</w:t>
      </w:r>
      <w:r>
        <w:tab/>
        <w:t>2.025e0</w:t>
      </w:r>
    </w:p>
    <w:p w:rsidR="006974AE" w:rsidRDefault="006974AE" w:rsidP="006974AE">
      <w:r>
        <w:t>823.4138</w:t>
      </w:r>
      <w:r>
        <w:tab/>
        <w:t>1.013e0</w:t>
      </w:r>
    </w:p>
    <w:p w:rsidR="006974AE" w:rsidRDefault="006974AE" w:rsidP="006974AE">
      <w:r>
        <w:t>823.4401</w:t>
      </w:r>
      <w:r>
        <w:tab/>
        <w:t>1.013e0</w:t>
      </w:r>
    </w:p>
    <w:p w:rsidR="006974AE" w:rsidRDefault="006974AE" w:rsidP="006974AE">
      <w:r>
        <w:t>823.4913</w:t>
      </w:r>
      <w:r>
        <w:tab/>
        <w:t>1.893e0</w:t>
      </w:r>
    </w:p>
    <w:p w:rsidR="006974AE" w:rsidRDefault="006974AE" w:rsidP="006974AE">
      <w:r>
        <w:t>823.4960</w:t>
      </w:r>
      <w:r>
        <w:tab/>
        <w:t>2.025e0</w:t>
      </w:r>
    </w:p>
    <w:p w:rsidR="006974AE" w:rsidRDefault="006974AE" w:rsidP="006974AE">
      <w:r>
        <w:t>823.5222</w:t>
      </w:r>
      <w:r>
        <w:tab/>
        <w:t>1.013e0</w:t>
      </w:r>
    </w:p>
    <w:p w:rsidR="006974AE" w:rsidRDefault="006974AE" w:rsidP="006974AE">
      <w:r>
        <w:t>823.5500</w:t>
      </w:r>
      <w:r>
        <w:tab/>
        <w:t>1.013e0</w:t>
      </w:r>
    </w:p>
    <w:p w:rsidR="006974AE" w:rsidRDefault="006974AE" w:rsidP="006974AE">
      <w:r>
        <w:lastRenderedPageBreak/>
        <w:t>823.5663</w:t>
      </w:r>
      <w:r>
        <w:tab/>
        <w:t>2.025e0</w:t>
      </w:r>
    </w:p>
    <w:p w:rsidR="006974AE" w:rsidRDefault="006974AE" w:rsidP="006974AE">
      <w:r>
        <w:t>823.5777</w:t>
      </w:r>
      <w:r>
        <w:tab/>
        <w:t>1.013e0</w:t>
      </w:r>
    </w:p>
    <w:p w:rsidR="006974AE" w:rsidRDefault="006974AE" w:rsidP="006974AE">
      <w:r>
        <w:t>823.5883</w:t>
      </w:r>
      <w:r>
        <w:tab/>
        <w:t>2.025e0</w:t>
      </w:r>
    </w:p>
    <w:p w:rsidR="006974AE" w:rsidRDefault="006974AE" w:rsidP="006974AE">
      <w:r>
        <w:t>823.5926</w:t>
      </w:r>
      <w:r>
        <w:tab/>
        <w:t>1.013e0</w:t>
      </w:r>
    </w:p>
    <w:p w:rsidR="006974AE" w:rsidRDefault="006974AE" w:rsidP="006974AE">
      <w:r>
        <w:t>823.6203</w:t>
      </w:r>
      <w:r>
        <w:tab/>
        <w:t>1.013e0</w:t>
      </w:r>
    </w:p>
    <w:p w:rsidR="006974AE" w:rsidRDefault="006974AE" w:rsidP="006974AE">
      <w:r>
        <w:t>823.6891</w:t>
      </w:r>
      <w:r>
        <w:tab/>
        <w:t>2.025e0</w:t>
      </w:r>
    </w:p>
    <w:p w:rsidR="006974AE" w:rsidRDefault="006974AE" w:rsidP="006974AE">
      <w:r>
        <w:t>823.7451</w:t>
      </w:r>
      <w:r>
        <w:tab/>
        <w:t>1.013e0</w:t>
      </w:r>
    </w:p>
    <w:p w:rsidR="006974AE" w:rsidRDefault="006974AE" w:rsidP="006974AE">
      <w:r>
        <w:t>823.7857</w:t>
      </w:r>
      <w:r>
        <w:tab/>
        <w:t>1.013e0</w:t>
      </w:r>
    </w:p>
    <w:p w:rsidR="006974AE" w:rsidRDefault="006974AE" w:rsidP="006974AE">
      <w:r>
        <w:t>823.8269</w:t>
      </w:r>
      <w:r>
        <w:tab/>
        <w:t>2.025e0</w:t>
      </w:r>
    </w:p>
    <w:p w:rsidR="006974AE" w:rsidRDefault="006974AE" w:rsidP="006974AE">
      <w:r>
        <w:t>823.8412</w:t>
      </w:r>
      <w:r>
        <w:tab/>
        <w:t>1.013e0</w:t>
      </w:r>
    </w:p>
    <w:p w:rsidR="006974AE" w:rsidRDefault="006974AE" w:rsidP="006974AE">
      <w:r>
        <w:t>823.8890</w:t>
      </w:r>
      <w:r>
        <w:tab/>
        <w:t>1.013e0</w:t>
      </w:r>
    </w:p>
    <w:p w:rsidR="006974AE" w:rsidRDefault="006974AE" w:rsidP="006974AE">
      <w:r>
        <w:t>823.8900</w:t>
      </w:r>
      <w:r>
        <w:tab/>
        <w:t>1.013e0</w:t>
      </w:r>
    </w:p>
    <w:p w:rsidR="006974AE" w:rsidRDefault="006974AE" w:rsidP="006974AE">
      <w:r>
        <w:t>823.9062</w:t>
      </w:r>
      <w:r>
        <w:tab/>
        <w:t>1.013e0</w:t>
      </w:r>
    </w:p>
    <w:p w:rsidR="006974AE" w:rsidRDefault="006974AE" w:rsidP="006974AE">
      <w:r>
        <w:t>823.9323</w:t>
      </w:r>
      <w:r>
        <w:tab/>
        <w:t>2.025e0</w:t>
      </w:r>
    </w:p>
    <w:p w:rsidR="006974AE" w:rsidRDefault="006974AE" w:rsidP="006974AE">
      <w:r>
        <w:t>823.9810</w:t>
      </w:r>
      <w:r>
        <w:tab/>
        <w:t>1.013e0</w:t>
      </w:r>
    </w:p>
    <w:p w:rsidR="006974AE" w:rsidRDefault="006974AE" w:rsidP="006974AE">
      <w:r>
        <w:t>823.9843</w:t>
      </w:r>
      <w:r>
        <w:tab/>
        <w:t>2.025e0</w:t>
      </w:r>
    </w:p>
    <w:p w:rsidR="006974AE" w:rsidRDefault="006974AE" w:rsidP="006974AE">
      <w:r>
        <w:t>823.9940</w:t>
      </w:r>
      <w:r>
        <w:tab/>
        <w:t>2.025e0</w:t>
      </w:r>
    </w:p>
    <w:p w:rsidR="006974AE" w:rsidRDefault="006974AE" w:rsidP="006974AE">
      <w:r>
        <w:t>824.0425</w:t>
      </w:r>
      <w:r>
        <w:tab/>
        <w:t>1.013e0</w:t>
      </w:r>
    </w:p>
    <w:p w:rsidR="006974AE" w:rsidRDefault="006974AE" w:rsidP="006974AE">
      <w:r>
        <w:t>824.0598</w:t>
      </w:r>
      <w:r>
        <w:tab/>
        <w:t>2.025e0</w:t>
      </w:r>
    </w:p>
    <w:p w:rsidR="006974AE" w:rsidRDefault="006974AE" w:rsidP="006974AE">
      <w:r>
        <w:lastRenderedPageBreak/>
        <w:t>824.1047</w:t>
      </w:r>
      <w:r>
        <w:tab/>
        <w:t>1.013e0</w:t>
      </w:r>
    </w:p>
    <w:p w:rsidR="006974AE" w:rsidRDefault="006974AE" w:rsidP="006974AE">
      <w:r>
        <w:t>824.1752</w:t>
      </w:r>
      <w:r>
        <w:tab/>
        <w:t>1.013e0</w:t>
      </w:r>
    </w:p>
    <w:p w:rsidR="006974AE" w:rsidRDefault="006974AE" w:rsidP="006974AE">
      <w:r>
        <w:t>824.2029</w:t>
      </w:r>
      <w:r>
        <w:tab/>
        <w:t>1.013e0</w:t>
      </w:r>
    </w:p>
    <w:p w:rsidR="006974AE" w:rsidRDefault="006974AE" w:rsidP="006974AE">
      <w:r>
        <w:t>824.2296</w:t>
      </w:r>
      <w:r>
        <w:tab/>
        <w:t>1.013e0</w:t>
      </w:r>
    </w:p>
    <w:p w:rsidR="006974AE" w:rsidRDefault="006974AE" w:rsidP="006974AE">
      <w:r>
        <w:t>824.2438</w:t>
      </w:r>
      <w:r>
        <w:tab/>
        <w:t>1.013e0</w:t>
      </w:r>
    </w:p>
    <w:p w:rsidR="006974AE" w:rsidRDefault="006974AE" w:rsidP="006974AE">
      <w:r>
        <w:t>824.2505</w:t>
      </w:r>
      <w:r>
        <w:tab/>
        <w:t>2.025e0</w:t>
      </w:r>
    </w:p>
    <w:p w:rsidR="006974AE" w:rsidRDefault="006974AE" w:rsidP="006974AE">
      <w:r>
        <w:t>824.2627</w:t>
      </w:r>
      <w:r>
        <w:tab/>
        <w:t>1.013e0</w:t>
      </w:r>
    </w:p>
    <w:p w:rsidR="006974AE" w:rsidRDefault="006974AE" w:rsidP="006974AE">
      <w:r>
        <w:t>824.2862</w:t>
      </w:r>
      <w:r>
        <w:tab/>
        <w:t>1.013e0</w:t>
      </w:r>
    </w:p>
    <w:p w:rsidR="006974AE" w:rsidRDefault="006974AE" w:rsidP="006974AE">
      <w:r>
        <w:t>824.3000</w:t>
      </w:r>
      <w:r>
        <w:tab/>
        <w:t>1.013e0</w:t>
      </w:r>
    </w:p>
    <w:p w:rsidR="006974AE" w:rsidRDefault="006974AE" w:rsidP="006974AE">
      <w:r>
        <w:t>824.3129</w:t>
      </w:r>
      <w:r>
        <w:tab/>
        <w:t>1.013e0</w:t>
      </w:r>
    </w:p>
    <w:p w:rsidR="006974AE" w:rsidRDefault="006974AE" w:rsidP="006974AE">
      <w:r>
        <w:t>824.4054</w:t>
      </w:r>
      <w:r>
        <w:tab/>
        <w:t>6.076e0</w:t>
      </w:r>
    </w:p>
    <w:p w:rsidR="006974AE" w:rsidRDefault="006974AE" w:rsidP="006974AE">
      <w:r>
        <w:t>824.4240</w:t>
      </w:r>
      <w:r>
        <w:tab/>
        <w:t>4.051e0</w:t>
      </w:r>
    </w:p>
    <w:p w:rsidR="006974AE" w:rsidRDefault="006974AE" w:rsidP="006974AE">
      <w:r>
        <w:t>824.4492</w:t>
      </w:r>
      <w:r>
        <w:tab/>
        <w:t>2.430e0</w:t>
      </w:r>
    </w:p>
    <w:p w:rsidR="006974AE" w:rsidRDefault="006974AE" w:rsidP="006974AE">
      <w:r>
        <w:t>824.4546</w:t>
      </w:r>
      <w:r>
        <w:tab/>
        <w:t>3.038e0</w:t>
      </w:r>
    </w:p>
    <w:p w:rsidR="006974AE" w:rsidRDefault="006974AE" w:rsidP="006974AE">
      <w:r>
        <w:t>824.4740</w:t>
      </w:r>
      <w:r>
        <w:tab/>
        <w:t>2.793e0</w:t>
      </w:r>
    </w:p>
    <w:p w:rsidR="006974AE" w:rsidRDefault="006974AE" w:rsidP="006974AE">
      <w:r>
        <w:t>824.4805</w:t>
      </w:r>
      <w:r>
        <w:tab/>
        <w:t>1.981e0</w:t>
      </w:r>
    </w:p>
    <w:p w:rsidR="006974AE" w:rsidRDefault="006974AE" w:rsidP="006974AE">
      <w:r>
        <w:t>824.5211</w:t>
      </w:r>
      <w:r>
        <w:tab/>
        <w:t>1.013e0</w:t>
      </w:r>
    </w:p>
    <w:p w:rsidR="006974AE" w:rsidRDefault="006974AE" w:rsidP="006974AE">
      <w:r>
        <w:t>824.5729</w:t>
      </w:r>
      <w:r>
        <w:tab/>
        <w:t>2.025e0</w:t>
      </w:r>
    </w:p>
    <w:p w:rsidR="006974AE" w:rsidRDefault="006974AE" w:rsidP="006974AE">
      <w:r>
        <w:t>824.6025</w:t>
      </w:r>
      <w:r>
        <w:tab/>
        <w:t>1.013e0</w:t>
      </w:r>
    </w:p>
    <w:p w:rsidR="006974AE" w:rsidRDefault="006974AE" w:rsidP="006974AE">
      <w:r>
        <w:lastRenderedPageBreak/>
        <w:t>824.6044</w:t>
      </w:r>
      <w:r>
        <w:tab/>
        <w:t>1.013e0</w:t>
      </w:r>
    </w:p>
    <w:p w:rsidR="006974AE" w:rsidRDefault="006974AE" w:rsidP="006974AE">
      <w:r>
        <w:t>824.6713</w:t>
      </w:r>
      <w:r>
        <w:tab/>
        <w:t>3.038e0</w:t>
      </w:r>
    </w:p>
    <w:p w:rsidR="006974AE" w:rsidRDefault="006974AE" w:rsidP="006974AE">
      <w:r>
        <w:t>824.6877</w:t>
      </w:r>
      <w:r>
        <w:tab/>
        <w:t>1.013e0</w:t>
      </w:r>
    </w:p>
    <w:p w:rsidR="006974AE" w:rsidRDefault="006974AE" w:rsidP="006974AE">
      <w:r>
        <w:t>824.7026</w:t>
      </w:r>
      <w:r>
        <w:tab/>
        <w:t>1.013e0</w:t>
      </w:r>
    </w:p>
    <w:p w:rsidR="006974AE" w:rsidRDefault="006974AE" w:rsidP="006974AE">
      <w:r>
        <w:t>824.7427</w:t>
      </w:r>
      <w:r>
        <w:tab/>
        <w:t>3.038e0</w:t>
      </w:r>
    </w:p>
    <w:p w:rsidR="006974AE" w:rsidRDefault="006974AE" w:rsidP="006974AE">
      <w:r>
        <w:t>824.7616</w:t>
      </w:r>
      <w:r>
        <w:tab/>
        <w:t>2.025e0</w:t>
      </w:r>
    </w:p>
    <w:p w:rsidR="006974AE" w:rsidRDefault="006974AE" w:rsidP="006974AE">
      <w:r>
        <w:t>824.7710</w:t>
      </w:r>
      <w:r>
        <w:tab/>
        <w:t>1.013e0</w:t>
      </w:r>
    </w:p>
    <w:p w:rsidR="006974AE" w:rsidRDefault="006974AE" w:rsidP="006974AE">
      <w:r>
        <w:t>824.7720</w:t>
      </w:r>
      <w:r>
        <w:tab/>
        <w:t>1.013e0</w:t>
      </w:r>
    </w:p>
    <w:p w:rsidR="006974AE" w:rsidRDefault="006974AE" w:rsidP="006974AE">
      <w:r>
        <w:t>824.7849</w:t>
      </w:r>
      <w:r>
        <w:tab/>
        <w:t>2.025e0</w:t>
      </w:r>
    </w:p>
    <w:p w:rsidR="006974AE" w:rsidRDefault="006974AE" w:rsidP="006974AE">
      <w:r>
        <w:t>824.8404</w:t>
      </w:r>
      <w:r>
        <w:tab/>
        <w:t>1.013e0</w:t>
      </w:r>
    </w:p>
    <w:p w:rsidR="006974AE" w:rsidRDefault="006974AE" w:rsidP="006974AE">
      <w:r>
        <w:t>824.9109</w:t>
      </w:r>
      <w:r>
        <w:tab/>
        <w:t>1.013e0</w:t>
      </w:r>
    </w:p>
    <w:p w:rsidR="006974AE" w:rsidRDefault="006974AE" w:rsidP="006974AE">
      <w:r>
        <w:t>824.9247</w:t>
      </w:r>
      <w:r>
        <w:tab/>
        <w:t>1.013e0</w:t>
      </w:r>
    </w:p>
    <w:p w:rsidR="006974AE" w:rsidRDefault="006974AE" w:rsidP="006974AE">
      <w:r>
        <w:t>824.9739</w:t>
      </w:r>
      <w:r>
        <w:tab/>
        <w:t>1.013e0</w:t>
      </w:r>
    </w:p>
    <w:p w:rsidR="006974AE" w:rsidRDefault="006974AE" w:rsidP="006974AE">
      <w:r>
        <w:t>824.9916</w:t>
      </w:r>
      <w:r>
        <w:tab/>
        <w:t>2.025e0</w:t>
      </w:r>
    </w:p>
    <w:p w:rsidR="006974AE" w:rsidRDefault="006974AE" w:rsidP="006974AE">
      <w:r>
        <w:t>825.0365</w:t>
      </w:r>
      <w:r>
        <w:tab/>
        <w:t>3.038e0</w:t>
      </w:r>
    </w:p>
    <w:p w:rsidR="006974AE" w:rsidRDefault="006974AE" w:rsidP="006974AE">
      <w:r>
        <w:t>825.0765</w:t>
      </w:r>
      <w:r>
        <w:tab/>
        <w:t>1.013e0</w:t>
      </w:r>
    </w:p>
    <w:p w:rsidR="006974AE" w:rsidRDefault="006974AE" w:rsidP="006974AE">
      <w:r>
        <w:t>825.1275</w:t>
      </w:r>
      <w:r>
        <w:tab/>
        <w:t>1.013e0</w:t>
      </w:r>
    </w:p>
    <w:p w:rsidR="006974AE" w:rsidRDefault="006974AE" w:rsidP="006974AE">
      <w:r>
        <w:t>825.1952</w:t>
      </w:r>
      <w:r>
        <w:tab/>
        <w:t>1.013e0</w:t>
      </w:r>
    </w:p>
    <w:p w:rsidR="006974AE" w:rsidRDefault="006974AE" w:rsidP="006974AE">
      <w:r>
        <w:t>825.2015</w:t>
      </w:r>
      <w:r>
        <w:tab/>
        <w:t>2.025e0</w:t>
      </w:r>
    </w:p>
    <w:p w:rsidR="006974AE" w:rsidRDefault="006974AE" w:rsidP="006974AE">
      <w:r>
        <w:lastRenderedPageBreak/>
        <w:t>825.2571</w:t>
      </w:r>
      <w:r>
        <w:tab/>
        <w:t>1.013e0</w:t>
      </w:r>
    </w:p>
    <w:p w:rsidR="006974AE" w:rsidRDefault="006974AE" w:rsidP="006974AE">
      <w:r>
        <w:t>825.2628</w:t>
      </w:r>
      <w:r>
        <w:tab/>
        <w:t>1.013e0</w:t>
      </w:r>
    </w:p>
    <w:p w:rsidR="006974AE" w:rsidRDefault="006974AE" w:rsidP="006974AE">
      <w:r>
        <w:t>825.3544</w:t>
      </w:r>
      <w:r>
        <w:tab/>
        <w:t>1.013e0</w:t>
      </w:r>
    </w:p>
    <w:p w:rsidR="006974AE" w:rsidRDefault="006974AE" w:rsidP="006974AE">
      <w:r>
        <w:t>825.3681</w:t>
      </w:r>
      <w:r>
        <w:tab/>
        <w:t>4.051e0</w:t>
      </w:r>
    </w:p>
    <w:p w:rsidR="006974AE" w:rsidRDefault="006974AE" w:rsidP="006974AE">
      <w:r>
        <w:t>825.3829</w:t>
      </w:r>
      <w:r>
        <w:tab/>
        <w:t>1.013e0</w:t>
      </w:r>
    </w:p>
    <w:p w:rsidR="006974AE" w:rsidRDefault="006974AE" w:rsidP="006974AE">
      <w:r>
        <w:t>825.4104</w:t>
      </w:r>
      <w:r>
        <w:tab/>
        <w:t>1.765e0</w:t>
      </w:r>
    </w:p>
    <w:p w:rsidR="006974AE" w:rsidRDefault="006974AE" w:rsidP="006974AE">
      <w:r>
        <w:t>825.4794</w:t>
      </w:r>
      <w:r>
        <w:tab/>
        <w:t>2.025e0</w:t>
      </w:r>
    </w:p>
    <w:p w:rsidR="006974AE" w:rsidRDefault="006974AE" w:rsidP="006974AE">
      <w:r>
        <w:t>825.4810</w:t>
      </w:r>
      <w:r>
        <w:tab/>
        <w:t>3.038e0</w:t>
      </w:r>
    </w:p>
    <w:p w:rsidR="006974AE" w:rsidRDefault="006974AE" w:rsidP="006974AE">
      <w:r>
        <w:t>825.4992</w:t>
      </w:r>
      <w:r>
        <w:tab/>
        <w:t>1.013e0</w:t>
      </w:r>
    </w:p>
    <w:p w:rsidR="006974AE" w:rsidRDefault="006974AE" w:rsidP="006974AE">
      <w:r>
        <w:t>825.5184</w:t>
      </w:r>
      <w:r>
        <w:tab/>
        <w:t>1.939e0</w:t>
      </w:r>
    </w:p>
    <w:p w:rsidR="006974AE" w:rsidRDefault="006974AE" w:rsidP="006974AE">
      <w:r>
        <w:t>825.5509</w:t>
      </w:r>
      <w:r>
        <w:tab/>
        <w:t>3.038e0</w:t>
      </w:r>
    </w:p>
    <w:p w:rsidR="006974AE" w:rsidRDefault="006974AE" w:rsidP="006974AE">
      <w:r>
        <w:t>825.5602</w:t>
      </w:r>
      <w:r>
        <w:tab/>
        <w:t>2.025e0</w:t>
      </w:r>
    </w:p>
    <w:p w:rsidR="006974AE" w:rsidRDefault="006974AE" w:rsidP="006974AE">
      <w:r>
        <w:t>825.5851</w:t>
      </w:r>
      <w:r>
        <w:tab/>
        <w:t>1.013e0</w:t>
      </w:r>
    </w:p>
    <w:p w:rsidR="006974AE" w:rsidRDefault="006974AE" w:rsidP="006974AE">
      <w:r>
        <w:t>825.6359</w:t>
      </w:r>
      <w:r>
        <w:tab/>
        <w:t>3.038e0</w:t>
      </w:r>
    </w:p>
    <w:p w:rsidR="006974AE" w:rsidRDefault="006974AE" w:rsidP="006974AE">
      <w:r>
        <w:t>825.6517</w:t>
      </w:r>
      <w:r>
        <w:tab/>
        <w:t>2.025e0</w:t>
      </w:r>
    </w:p>
    <w:p w:rsidR="006974AE" w:rsidRDefault="006974AE" w:rsidP="006974AE">
      <w:r>
        <w:t>825.6971</w:t>
      </w:r>
      <w:r>
        <w:tab/>
        <w:t>3.284e0</w:t>
      </w:r>
    </w:p>
    <w:p w:rsidR="006974AE" w:rsidRDefault="006974AE" w:rsidP="006974AE">
      <w:r>
        <w:t>825.7376</w:t>
      </w:r>
      <w:r>
        <w:tab/>
        <w:t>1.013e0</w:t>
      </w:r>
    </w:p>
    <w:p w:rsidR="006974AE" w:rsidRDefault="006974AE" w:rsidP="006974AE">
      <w:r>
        <w:t>825.8140</w:t>
      </w:r>
      <w:r>
        <w:tab/>
        <w:t>1.013e0</w:t>
      </w:r>
    </w:p>
    <w:p w:rsidR="006974AE" w:rsidRDefault="006974AE" w:rsidP="006974AE">
      <w:r>
        <w:t>825.9242</w:t>
      </w:r>
      <w:r>
        <w:tab/>
        <w:t>1.013e0</w:t>
      </w:r>
    </w:p>
    <w:p w:rsidR="006974AE" w:rsidRDefault="006974AE" w:rsidP="006974AE">
      <w:r>
        <w:lastRenderedPageBreak/>
        <w:t>825.9925</w:t>
      </w:r>
      <w:r>
        <w:tab/>
        <w:t>1.013e0</w:t>
      </w:r>
    </w:p>
    <w:p w:rsidR="006974AE" w:rsidRDefault="006974AE" w:rsidP="006974AE">
      <w:r>
        <w:t>826.0241</w:t>
      </w:r>
      <w:r>
        <w:tab/>
        <w:t>1.013e0</w:t>
      </w:r>
    </w:p>
    <w:p w:rsidR="006974AE" w:rsidRDefault="006974AE" w:rsidP="006974AE">
      <w:r>
        <w:t>826.0355</w:t>
      </w:r>
      <w:r>
        <w:tab/>
        <w:t>1.013e0</w:t>
      </w:r>
    </w:p>
    <w:p w:rsidR="006974AE" w:rsidRDefault="006974AE" w:rsidP="006974AE">
      <w:r>
        <w:t>826.0365</w:t>
      </w:r>
      <w:r>
        <w:tab/>
        <w:t>1.013e0</w:t>
      </w:r>
    </w:p>
    <w:p w:rsidR="006974AE" w:rsidRDefault="006974AE" w:rsidP="006974AE">
      <w:r>
        <w:t>826.0632</w:t>
      </w:r>
      <w:r>
        <w:tab/>
        <w:t>1.013e0</w:t>
      </w:r>
    </w:p>
    <w:p w:rsidR="006974AE" w:rsidRDefault="006974AE" w:rsidP="006974AE">
      <w:r>
        <w:t>826.1540</w:t>
      </w:r>
      <w:r>
        <w:tab/>
        <w:t>2.025e0</w:t>
      </w:r>
    </w:p>
    <w:p w:rsidR="006974AE" w:rsidRDefault="006974AE" w:rsidP="006974AE">
      <w:r>
        <w:t>826.1616</w:t>
      </w:r>
      <w:r>
        <w:tab/>
        <w:t>1.013e0</w:t>
      </w:r>
    </w:p>
    <w:p w:rsidR="006974AE" w:rsidRDefault="006974AE" w:rsidP="006974AE">
      <w:r>
        <w:t>826.1765</w:t>
      </w:r>
      <w:r>
        <w:tab/>
        <w:t>1.013e0</w:t>
      </w:r>
    </w:p>
    <w:p w:rsidR="006974AE" w:rsidRDefault="006974AE" w:rsidP="006974AE">
      <w:r>
        <w:t>826.2162</w:t>
      </w:r>
      <w:r>
        <w:tab/>
        <w:t>1.013e0</w:t>
      </w:r>
    </w:p>
    <w:p w:rsidR="006974AE" w:rsidRDefault="006974AE" w:rsidP="006974AE">
      <w:r>
        <w:t>826.2719</w:t>
      </w:r>
      <w:r>
        <w:tab/>
        <w:t>1.013e0</w:t>
      </w:r>
    </w:p>
    <w:p w:rsidR="006974AE" w:rsidRDefault="006974AE" w:rsidP="006974AE">
      <w:r>
        <w:t>826.2800</w:t>
      </w:r>
      <w:r>
        <w:tab/>
        <w:t>1.013e0</w:t>
      </w:r>
    </w:p>
    <w:p w:rsidR="006974AE" w:rsidRDefault="006974AE" w:rsidP="006974AE">
      <w:r>
        <w:t>826.3066</w:t>
      </w:r>
      <w:r>
        <w:tab/>
        <w:t>6.076e0</w:t>
      </w:r>
    </w:p>
    <w:p w:rsidR="006974AE" w:rsidRDefault="006974AE" w:rsidP="006974AE">
      <w:r>
        <w:t>826.3286</w:t>
      </w:r>
      <w:r>
        <w:tab/>
        <w:t>1.013e0</w:t>
      </w:r>
    </w:p>
    <w:p w:rsidR="006974AE" w:rsidRDefault="006974AE" w:rsidP="006974AE">
      <w:r>
        <w:t>826.3553</w:t>
      </w:r>
      <w:r>
        <w:tab/>
        <w:t>1.013e0</w:t>
      </w:r>
    </w:p>
    <w:p w:rsidR="006974AE" w:rsidRDefault="006974AE" w:rsidP="006974AE">
      <w:r>
        <w:t>826.3760</w:t>
      </w:r>
      <w:r>
        <w:tab/>
        <w:t>1.981e0</w:t>
      </w:r>
    </w:p>
    <w:p w:rsidR="006974AE" w:rsidRDefault="006974AE" w:rsidP="006974AE">
      <w:r>
        <w:t>826.3821</w:t>
      </w:r>
      <w:r>
        <w:tab/>
        <w:t>2.025e0</w:t>
      </w:r>
    </w:p>
    <w:p w:rsidR="006974AE" w:rsidRDefault="006974AE" w:rsidP="006974AE">
      <w:r>
        <w:t>826.4037</w:t>
      </w:r>
      <w:r>
        <w:tab/>
        <w:t>3.603e0</w:t>
      </w:r>
    </w:p>
    <w:p w:rsidR="006974AE" w:rsidRDefault="006974AE" w:rsidP="006974AE">
      <w:r>
        <w:t>826.4065</w:t>
      </w:r>
      <w:r>
        <w:tab/>
        <w:t>2.025e0</w:t>
      </w:r>
    </w:p>
    <w:p w:rsidR="006974AE" w:rsidRDefault="006974AE" w:rsidP="006974AE">
      <w:r>
        <w:t>826.4116</w:t>
      </w:r>
      <w:r>
        <w:tab/>
        <w:t>4.051e0</w:t>
      </w:r>
    </w:p>
    <w:p w:rsidR="006974AE" w:rsidRDefault="006974AE" w:rsidP="006974AE">
      <w:r>
        <w:lastRenderedPageBreak/>
        <w:t>826.4274</w:t>
      </w:r>
      <w:r>
        <w:tab/>
        <w:t>4.022e0</w:t>
      </w:r>
    </w:p>
    <w:p w:rsidR="006974AE" w:rsidRDefault="006974AE" w:rsidP="006974AE">
      <w:r>
        <w:t>826.4814</w:t>
      </w:r>
      <w:r>
        <w:tab/>
        <w:t>4.911e0</w:t>
      </w:r>
    </w:p>
    <w:p w:rsidR="006974AE" w:rsidRDefault="006974AE" w:rsidP="006974AE">
      <w:r>
        <w:t>826.4957</w:t>
      </w:r>
      <w:r>
        <w:tab/>
        <w:t>4.051e0</w:t>
      </w:r>
    </w:p>
    <w:p w:rsidR="006974AE" w:rsidRDefault="006974AE" w:rsidP="006974AE">
      <w:r>
        <w:t>826.5050</w:t>
      </w:r>
      <w:r>
        <w:tab/>
        <w:t>2.993e0</w:t>
      </w:r>
    </w:p>
    <w:p w:rsidR="006974AE" w:rsidRDefault="006974AE" w:rsidP="006974AE">
      <w:r>
        <w:t>826.5427</w:t>
      </w:r>
      <w:r>
        <w:tab/>
        <w:t>2.025e0</w:t>
      </w:r>
    </w:p>
    <w:p w:rsidR="006974AE" w:rsidRDefault="006974AE" w:rsidP="006974AE">
      <w:r>
        <w:t>826.5720</w:t>
      </w:r>
      <w:r>
        <w:tab/>
        <w:t>2.025e0</w:t>
      </w:r>
    </w:p>
    <w:p w:rsidR="006974AE" w:rsidRDefault="006974AE" w:rsidP="006974AE">
      <w:r>
        <w:t>826.6022</w:t>
      </w:r>
      <w:r>
        <w:tab/>
        <w:t>1.013e0</w:t>
      </w:r>
    </w:p>
    <w:p w:rsidR="006974AE" w:rsidRDefault="006974AE" w:rsidP="006974AE">
      <w:r>
        <w:t>826.6201</w:t>
      </w:r>
      <w:r>
        <w:tab/>
        <w:t>1.013e0</w:t>
      </w:r>
    </w:p>
    <w:p w:rsidR="006974AE" w:rsidRDefault="006974AE" w:rsidP="006974AE">
      <w:r>
        <w:t>826.6475</w:t>
      </w:r>
      <w:r>
        <w:tab/>
        <w:t>1.013e0</w:t>
      </w:r>
    </w:p>
    <w:p w:rsidR="006974AE" w:rsidRDefault="006974AE" w:rsidP="006974AE">
      <w:r>
        <w:t>826.6946</w:t>
      </w:r>
      <w:r>
        <w:tab/>
        <w:t>2.025e0</w:t>
      </w:r>
    </w:p>
    <w:p w:rsidR="006974AE" w:rsidRDefault="006974AE" w:rsidP="006974AE">
      <w:r>
        <w:t>826.7171</w:t>
      </w:r>
      <w:r>
        <w:tab/>
        <w:t>1.013e0</w:t>
      </w:r>
    </w:p>
    <w:p w:rsidR="006974AE" w:rsidRDefault="006974AE" w:rsidP="006974AE">
      <w:r>
        <w:t>826.7188</w:t>
      </w:r>
      <w:r>
        <w:tab/>
        <w:t>1.013e0</w:t>
      </w:r>
    </w:p>
    <w:p w:rsidR="006974AE" w:rsidRDefault="006974AE" w:rsidP="006974AE">
      <w:r>
        <w:t>826.7198</w:t>
      </w:r>
      <w:r>
        <w:tab/>
        <w:t>1.013e0</w:t>
      </w:r>
    </w:p>
    <w:p w:rsidR="006974AE" w:rsidRDefault="006974AE" w:rsidP="006974AE">
      <w:r>
        <w:t>826.7723</w:t>
      </w:r>
      <w:r>
        <w:tab/>
        <w:t>1.013e0</w:t>
      </w:r>
    </w:p>
    <w:p w:rsidR="006974AE" w:rsidRDefault="006974AE" w:rsidP="006974AE">
      <w:r>
        <w:t>826.7877</w:t>
      </w:r>
      <w:r>
        <w:tab/>
        <w:t>1.013e0</w:t>
      </w:r>
    </w:p>
    <w:p w:rsidR="006974AE" w:rsidRDefault="006974AE" w:rsidP="006974AE">
      <w:r>
        <w:t>826.8006</w:t>
      </w:r>
      <w:r>
        <w:tab/>
        <w:t>1.013e0</w:t>
      </w:r>
    </w:p>
    <w:p w:rsidR="006974AE" w:rsidRDefault="006974AE" w:rsidP="006974AE">
      <w:r>
        <w:t>826.8213</w:t>
      </w:r>
      <w:r>
        <w:tab/>
        <w:t>1.013e0</w:t>
      </w:r>
    </w:p>
    <w:p w:rsidR="006974AE" w:rsidRDefault="006974AE" w:rsidP="006974AE">
      <w:r>
        <w:t>826.8573</w:t>
      </w:r>
      <w:r>
        <w:tab/>
        <w:t>1.013e0</w:t>
      </w:r>
    </w:p>
    <w:p w:rsidR="006974AE" w:rsidRDefault="006974AE" w:rsidP="006974AE">
      <w:r>
        <w:t>826.8712</w:t>
      </w:r>
      <w:r>
        <w:tab/>
        <w:t>1.013e0</w:t>
      </w:r>
    </w:p>
    <w:p w:rsidR="006974AE" w:rsidRDefault="006974AE" w:rsidP="006974AE">
      <w:r>
        <w:lastRenderedPageBreak/>
        <w:t>826.9050</w:t>
      </w:r>
      <w:r>
        <w:tab/>
        <w:t>2.025e0</w:t>
      </w:r>
    </w:p>
    <w:p w:rsidR="006974AE" w:rsidRDefault="006974AE" w:rsidP="006974AE">
      <w:r>
        <w:t>826.9398</w:t>
      </w:r>
      <w:r>
        <w:tab/>
        <w:t>1.013e0</w:t>
      </w:r>
    </w:p>
    <w:p w:rsidR="006974AE" w:rsidRDefault="006974AE" w:rsidP="006974AE">
      <w:r>
        <w:t>826.9789</w:t>
      </w:r>
      <w:r>
        <w:tab/>
        <w:t>2.025e0</w:t>
      </w:r>
    </w:p>
    <w:p w:rsidR="006974AE" w:rsidRDefault="006974AE" w:rsidP="006974AE">
      <w:r>
        <w:t>826.9954</w:t>
      </w:r>
      <w:r>
        <w:tab/>
        <w:t>1.013e0</w:t>
      </w:r>
    </w:p>
    <w:p w:rsidR="006974AE" w:rsidRDefault="006974AE" w:rsidP="006974AE">
      <w:r>
        <w:t>827.0424</w:t>
      </w:r>
      <w:r>
        <w:tab/>
        <w:t>1.013e0</w:t>
      </w:r>
    </w:p>
    <w:p w:rsidR="006974AE" w:rsidRDefault="006974AE" w:rsidP="006974AE">
      <w:r>
        <w:t>827.0522</w:t>
      </w:r>
      <w:r>
        <w:tab/>
        <w:t>1.013e0</w:t>
      </w:r>
    </w:p>
    <w:p w:rsidR="006974AE" w:rsidRDefault="006974AE" w:rsidP="006974AE">
      <w:r>
        <w:t>827.0542</w:t>
      </w:r>
      <w:r>
        <w:tab/>
        <w:t>2.025e0</w:t>
      </w:r>
    </w:p>
    <w:p w:rsidR="006974AE" w:rsidRDefault="006974AE" w:rsidP="006974AE">
      <w:r>
        <w:t>827.0800</w:t>
      </w:r>
      <w:r>
        <w:tab/>
        <w:t>1.013e0</w:t>
      </w:r>
    </w:p>
    <w:p w:rsidR="006974AE" w:rsidRDefault="006974AE" w:rsidP="006974AE">
      <w:r>
        <w:t>827.0929</w:t>
      </w:r>
      <w:r>
        <w:tab/>
        <w:t>1.013e0</w:t>
      </w:r>
    </w:p>
    <w:p w:rsidR="006974AE" w:rsidRDefault="006974AE" w:rsidP="006974AE">
      <w:r>
        <w:t>827.1611</w:t>
      </w:r>
      <w:r>
        <w:tab/>
        <w:t>1.013e0</w:t>
      </w:r>
    </w:p>
    <w:p w:rsidR="006974AE" w:rsidRDefault="006974AE" w:rsidP="006974AE">
      <w:r>
        <w:t>827.2284</w:t>
      </w:r>
      <w:r>
        <w:tab/>
        <w:t>1.013e0</w:t>
      </w:r>
    </w:p>
    <w:p w:rsidR="006974AE" w:rsidRDefault="006974AE" w:rsidP="006974AE">
      <w:r>
        <w:t>827.2609</w:t>
      </w:r>
      <w:r>
        <w:tab/>
        <w:t>1.013e0</w:t>
      </w:r>
    </w:p>
    <w:p w:rsidR="006974AE" w:rsidRDefault="006974AE" w:rsidP="006974AE">
      <w:r>
        <w:t>827.2959</w:t>
      </w:r>
      <w:r>
        <w:tab/>
        <w:t>1.013e0</w:t>
      </w:r>
    </w:p>
    <w:p w:rsidR="006974AE" w:rsidRDefault="006974AE" w:rsidP="006974AE">
      <w:r>
        <w:t>827.3145</w:t>
      </w:r>
      <w:r>
        <w:tab/>
        <w:t>1.013e0</w:t>
      </w:r>
    </w:p>
    <w:p w:rsidR="006974AE" w:rsidRDefault="006974AE" w:rsidP="006974AE">
      <w:r>
        <w:t>827.3595</w:t>
      </w:r>
      <w:r>
        <w:tab/>
        <w:t>6.076e0</w:t>
      </w:r>
    </w:p>
    <w:p w:rsidR="006974AE" w:rsidRDefault="006974AE" w:rsidP="006974AE">
      <w:r>
        <w:t>827.3716</w:t>
      </w:r>
      <w:r>
        <w:tab/>
        <w:t>3.961e0</w:t>
      </w:r>
    </w:p>
    <w:p w:rsidR="006974AE" w:rsidRDefault="006974AE" w:rsidP="006974AE">
      <w:r>
        <w:t>827.4044</w:t>
      </w:r>
      <w:r>
        <w:tab/>
        <w:t>3.962e0</w:t>
      </w:r>
    </w:p>
    <w:p w:rsidR="006974AE" w:rsidRDefault="006974AE" w:rsidP="006974AE">
      <w:r>
        <w:t>827.4100</w:t>
      </w:r>
      <w:r>
        <w:tab/>
        <w:t>4.051e0</w:t>
      </w:r>
    </w:p>
    <w:p w:rsidR="006974AE" w:rsidRDefault="006974AE" w:rsidP="006974AE">
      <w:r>
        <w:t>827.4216</w:t>
      </w:r>
      <w:r>
        <w:tab/>
        <w:t>3.038e0</w:t>
      </w:r>
    </w:p>
    <w:p w:rsidR="006974AE" w:rsidRDefault="006974AE" w:rsidP="006974AE">
      <w:r>
        <w:lastRenderedPageBreak/>
        <w:t>827.4440</w:t>
      </w:r>
      <w:r>
        <w:tab/>
        <w:t>2.025e0</w:t>
      </w:r>
    </w:p>
    <w:p w:rsidR="006974AE" w:rsidRDefault="006974AE" w:rsidP="006974AE">
      <w:r>
        <w:t>827.4756</w:t>
      </w:r>
      <w:r>
        <w:tab/>
        <w:t>1.777e0</w:t>
      </w:r>
    </w:p>
    <w:p w:rsidR="006974AE" w:rsidRDefault="006974AE" w:rsidP="006974AE">
      <w:r>
        <w:t>827.4805</w:t>
      </w:r>
      <w:r>
        <w:tab/>
        <w:t>2.993e0</w:t>
      </w:r>
    </w:p>
    <w:p w:rsidR="006974AE" w:rsidRDefault="006974AE" w:rsidP="006974AE">
      <w:r>
        <w:t>827.4822</w:t>
      </w:r>
      <w:r>
        <w:tab/>
        <w:t>2.025e0</w:t>
      </w:r>
    </w:p>
    <w:p w:rsidR="006974AE" w:rsidRDefault="006974AE" w:rsidP="006974AE">
      <w:r>
        <w:t>827.5342</w:t>
      </w:r>
      <w:r>
        <w:tab/>
        <w:t>2.054e0</w:t>
      </w:r>
    </w:p>
    <w:p w:rsidR="006974AE" w:rsidRDefault="006974AE" w:rsidP="006974AE">
      <w:r>
        <w:t>827.5901</w:t>
      </w:r>
      <w:r>
        <w:tab/>
        <w:t>2.025e0</w:t>
      </w:r>
    </w:p>
    <w:p w:rsidR="006974AE" w:rsidRDefault="006974AE" w:rsidP="006974AE">
      <w:r>
        <w:t>827.5953</w:t>
      </w:r>
      <w:r>
        <w:tab/>
        <w:t>1.013e0</w:t>
      </w:r>
    </w:p>
    <w:p w:rsidR="006974AE" w:rsidRDefault="006974AE" w:rsidP="006974AE">
      <w:r>
        <w:t>827.6019</w:t>
      </w:r>
      <w:r>
        <w:tab/>
        <w:t>1.013e0</w:t>
      </w:r>
    </w:p>
    <w:p w:rsidR="006974AE" w:rsidRDefault="006974AE" w:rsidP="006974AE">
      <w:r>
        <w:t>827.6221</w:t>
      </w:r>
      <w:r>
        <w:tab/>
        <w:t>1.013e0</w:t>
      </w:r>
    </w:p>
    <w:p w:rsidR="006974AE" w:rsidRDefault="006974AE" w:rsidP="006974AE">
      <w:r>
        <w:t>827.6301</w:t>
      </w:r>
      <w:r>
        <w:tab/>
        <w:t>2.025e0</w:t>
      </w:r>
    </w:p>
    <w:p w:rsidR="006974AE" w:rsidRDefault="006974AE" w:rsidP="006974AE">
      <w:r>
        <w:t>827.7883</w:t>
      </w:r>
      <w:r>
        <w:tab/>
        <w:t>2.025e0</w:t>
      </w:r>
    </w:p>
    <w:p w:rsidR="006974AE" w:rsidRDefault="006974AE" w:rsidP="006974AE">
      <w:r>
        <w:t>827.8043</w:t>
      </w:r>
      <w:r>
        <w:tab/>
        <w:t>1.013e0</w:t>
      </w:r>
    </w:p>
    <w:p w:rsidR="006974AE" w:rsidRDefault="006974AE" w:rsidP="006974AE">
      <w:r>
        <w:t>827.8729</w:t>
      </w:r>
      <w:r>
        <w:tab/>
        <w:t>2.025e0</w:t>
      </w:r>
    </w:p>
    <w:p w:rsidR="006974AE" w:rsidRDefault="006974AE" w:rsidP="006974AE">
      <w:r>
        <w:t>827.8860</w:t>
      </w:r>
      <w:r>
        <w:tab/>
        <w:t>4.051e0</w:t>
      </w:r>
    </w:p>
    <w:p w:rsidR="006974AE" w:rsidRDefault="006974AE" w:rsidP="006974AE">
      <w:r>
        <w:t>827.9008</w:t>
      </w:r>
      <w:r>
        <w:tab/>
        <w:t>1.013e0</w:t>
      </w:r>
    </w:p>
    <w:p w:rsidR="006974AE" w:rsidRDefault="006974AE" w:rsidP="006974AE">
      <w:r>
        <w:t>827.9423</w:t>
      </w:r>
      <w:r>
        <w:tab/>
        <w:t>2.025e0</w:t>
      </w:r>
    </w:p>
    <w:p w:rsidR="006974AE" w:rsidRDefault="006974AE" w:rsidP="006974AE">
      <w:r>
        <w:t>827.9565</w:t>
      </w:r>
      <w:r>
        <w:tab/>
        <w:t>1.013e0</w:t>
      </w:r>
    </w:p>
    <w:p w:rsidR="006974AE" w:rsidRDefault="006974AE" w:rsidP="006974AE">
      <w:r>
        <w:t>827.9830</w:t>
      </w:r>
      <w:r>
        <w:tab/>
        <w:t>2.025e0</w:t>
      </w:r>
    </w:p>
    <w:p w:rsidR="006974AE" w:rsidRDefault="006974AE" w:rsidP="006974AE">
      <w:r>
        <w:t>827.9854</w:t>
      </w:r>
      <w:r>
        <w:tab/>
        <w:t>1.013e0</w:t>
      </w:r>
    </w:p>
    <w:p w:rsidR="006974AE" w:rsidRDefault="006974AE" w:rsidP="006974AE">
      <w:r>
        <w:lastRenderedPageBreak/>
        <w:t>828.0803</w:t>
      </w:r>
      <w:r>
        <w:tab/>
        <w:t>2.025e0</w:t>
      </w:r>
    </w:p>
    <w:p w:rsidR="006974AE" w:rsidRDefault="006974AE" w:rsidP="006974AE">
      <w:r>
        <w:t>828.1248</w:t>
      </w:r>
      <w:r>
        <w:tab/>
        <w:t>1.013e0</w:t>
      </w:r>
    </w:p>
    <w:p w:rsidR="006974AE" w:rsidRDefault="006974AE" w:rsidP="006974AE">
      <w:r>
        <w:t>828.1431</w:t>
      </w:r>
      <w:r>
        <w:tab/>
        <w:t>1.013e0</w:t>
      </w:r>
    </w:p>
    <w:p w:rsidR="006974AE" w:rsidRDefault="006974AE" w:rsidP="006974AE">
      <w:r>
        <w:t>828.1441</w:t>
      </w:r>
      <w:r>
        <w:tab/>
        <w:t>1.013e0</w:t>
      </w:r>
    </w:p>
    <w:p w:rsidR="006974AE" w:rsidRDefault="006974AE" w:rsidP="006974AE">
      <w:r>
        <w:t>828.1527</w:t>
      </w:r>
      <w:r>
        <w:tab/>
        <w:t>2.025e0</w:t>
      </w:r>
    </w:p>
    <w:p w:rsidR="006974AE" w:rsidRDefault="006974AE" w:rsidP="006974AE">
      <w:r>
        <w:t>828.2105</w:t>
      </w:r>
      <w:r>
        <w:tab/>
        <w:t>1.013e0</w:t>
      </w:r>
    </w:p>
    <w:p w:rsidR="006974AE" w:rsidRDefault="006974AE" w:rsidP="006974AE">
      <w:r>
        <w:t>828.2289</w:t>
      </w:r>
      <w:r>
        <w:tab/>
        <w:t>4.051e0</w:t>
      </w:r>
    </w:p>
    <w:p w:rsidR="006974AE" w:rsidRDefault="006974AE" w:rsidP="006974AE">
      <w:r>
        <w:t>828.3170</w:t>
      </w:r>
      <w:r>
        <w:tab/>
        <w:t>2.025e0</w:t>
      </w:r>
    </w:p>
    <w:p w:rsidR="006974AE" w:rsidRDefault="006974AE" w:rsidP="006974AE">
      <w:r>
        <w:t>828.3365</w:t>
      </w:r>
      <w:r>
        <w:tab/>
        <w:t>4.051e0</w:t>
      </w:r>
    </w:p>
    <w:p w:rsidR="006974AE" w:rsidRDefault="006974AE" w:rsidP="006974AE">
      <w:r>
        <w:t>828.3478</w:t>
      </w:r>
      <w:r>
        <w:tab/>
        <w:t>2.025e0</w:t>
      </w:r>
    </w:p>
    <w:p w:rsidR="006974AE" w:rsidRDefault="006974AE" w:rsidP="006974AE">
      <w:r>
        <w:t>828.3691</w:t>
      </w:r>
      <w:r>
        <w:tab/>
        <w:t>2.025e0</w:t>
      </w:r>
    </w:p>
    <w:p w:rsidR="006974AE" w:rsidRDefault="006974AE" w:rsidP="006974AE">
      <w:r>
        <w:t>828.4086</w:t>
      </w:r>
      <w:r>
        <w:tab/>
        <w:t>4.051e0</w:t>
      </w:r>
    </w:p>
    <w:p w:rsidR="006974AE" w:rsidRDefault="006974AE" w:rsidP="006974AE">
      <w:r>
        <w:t>828.4162</w:t>
      </w:r>
      <w:r>
        <w:tab/>
        <w:t>1.104e1</w:t>
      </w:r>
    </w:p>
    <w:p w:rsidR="006974AE" w:rsidRDefault="006974AE" w:rsidP="006974AE">
      <w:r>
        <w:t>828.4428</w:t>
      </w:r>
      <w:r>
        <w:tab/>
        <w:t>6.532e0</w:t>
      </w:r>
    </w:p>
    <w:p w:rsidR="006974AE" w:rsidRDefault="006974AE" w:rsidP="006974AE">
      <w:r>
        <w:t>828.4468</w:t>
      </w:r>
      <w:r>
        <w:tab/>
        <w:t>2.025e0</w:t>
      </w:r>
    </w:p>
    <w:p w:rsidR="006974AE" w:rsidRDefault="006974AE" w:rsidP="006974AE">
      <w:r>
        <w:t>828.4489</w:t>
      </w:r>
      <w:r>
        <w:tab/>
        <w:t>1.013e0</w:t>
      </w:r>
    </w:p>
    <w:p w:rsidR="006974AE" w:rsidRDefault="006974AE" w:rsidP="006974AE">
      <w:r>
        <w:t>828.4694</w:t>
      </w:r>
      <w:r>
        <w:tab/>
        <w:t>2.952e0</w:t>
      </w:r>
    </w:p>
    <w:p w:rsidR="006974AE" w:rsidRDefault="006974AE" w:rsidP="006974AE">
      <w:r>
        <w:t>828.5328</w:t>
      </w:r>
      <w:r>
        <w:tab/>
        <w:t>1.013e0</w:t>
      </w:r>
    </w:p>
    <w:p w:rsidR="006974AE" w:rsidRDefault="006974AE" w:rsidP="006974AE">
      <w:r>
        <w:t>828.5463</w:t>
      </w:r>
      <w:r>
        <w:tab/>
        <w:t>2.025e0</w:t>
      </w:r>
    </w:p>
    <w:p w:rsidR="006974AE" w:rsidRDefault="006974AE" w:rsidP="006974AE">
      <w:r>
        <w:lastRenderedPageBreak/>
        <w:t>828.5701</w:t>
      </w:r>
      <w:r>
        <w:tab/>
        <w:t>2.025e0</w:t>
      </w:r>
    </w:p>
    <w:p w:rsidR="006974AE" w:rsidRDefault="006974AE" w:rsidP="006974AE">
      <w:r>
        <w:t>828.5849</w:t>
      </w:r>
      <w:r>
        <w:tab/>
        <w:t>1.013e0</w:t>
      </w:r>
    </w:p>
    <w:p w:rsidR="006974AE" w:rsidRDefault="006974AE" w:rsidP="006974AE">
      <w:r>
        <w:t>828.5978</w:t>
      </w:r>
      <w:r>
        <w:tab/>
        <w:t>1.013e0</w:t>
      </w:r>
    </w:p>
    <w:p w:rsidR="006974AE" w:rsidRDefault="006974AE" w:rsidP="006974AE">
      <w:r>
        <w:t>828.6001</w:t>
      </w:r>
      <w:r>
        <w:tab/>
        <w:t>1.013e0</w:t>
      </w:r>
    </w:p>
    <w:p w:rsidR="006974AE" w:rsidRDefault="006974AE" w:rsidP="006974AE">
      <w:r>
        <w:t>828.6118</w:t>
      </w:r>
      <w:r>
        <w:tab/>
        <w:t>1.013e0</w:t>
      </w:r>
    </w:p>
    <w:p w:rsidR="006974AE" w:rsidRDefault="006974AE" w:rsidP="006974AE">
      <w:r>
        <w:t>828.6257</w:t>
      </w:r>
      <w:r>
        <w:tab/>
        <w:t>1.013e0</w:t>
      </w:r>
    </w:p>
    <w:p w:rsidR="006974AE" w:rsidRDefault="006974AE" w:rsidP="006974AE">
      <w:r>
        <w:t>828.6546</w:t>
      </w:r>
      <w:r>
        <w:tab/>
        <w:t>1.013e0</w:t>
      </w:r>
    </w:p>
    <w:p w:rsidR="006974AE" w:rsidRDefault="006974AE" w:rsidP="006974AE">
      <w:r>
        <w:t>828.7460</w:t>
      </w:r>
      <w:r>
        <w:tab/>
        <w:t>2.025e0</w:t>
      </w:r>
    </w:p>
    <w:p w:rsidR="006974AE" w:rsidRDefault="006974AE" w:rsidP="006974AE">
      <w:r>
        <w:t>828.7523</w:t>
      </w:r>
      <w:r>
        <w:tab/>
        <w:t>1.013e0</w:t>
      </w:r>
    </w:p>
    <w:p w:rsidR="006974AE" w:rsidRDefault="006974AE" w:rsidP="006974AE">
      <w:r>
        <w:t>828.8349</w:t>
      </w:r>
      <w:r>
        <w:tab/>
        <w:t>1.013e0</w:t>
      </w:r>
    </w:p>
    <w:p w:rsidR="006974AE" w:rsidRDefault="006974AE" w:rsidP="006974AE">
      <w:r>
        <w:t>828.9057</w:t>
      </w:r>
      <w:r>
        <w:tab/>
        <w:t>1.013e0</w:t>
      </w:r>
    </w:p>
    <w:p w:rsidR="006974AE" w:rsidRDefault="006974AE" w:rsidP="006974AE">
      <w:r>
        <w:t>828.9744</w:t>
      </w:r>
      <w:r>
        <w:tab/>
        <w:t>1.013e0</w:t>
      </w:r>
    </w:p>
    <w:p w:rsidR="006974AE" w:rsidRDefault="006974AE" w:rsidP="006974AE">
      <w:r>
        <w:t>829.0292</w:t>
      </w:r>
      <w:r>
        <w:tab/>
        <w:t>2.025e0</w:t>
      </w:r>
    </w:p>
    <w:p w:rsidR="006974AE" w:rsidRDefault="006974AE" w:rsidP="006974AE">
      <w:r>
        <w:t>829.0352</w:t>
      </w:r>
      <w:r>
        <w:tab/>
        <w:t>2.025e0</w:t>
      </w:r>
    </w:p>
    <w:p w:rsidR="006974AE" w:rsidRDefault="006974AE" w:rsidP="006974AE">
      <w:r>
        <w:t>829.0421</w:t>
      </w:r>
      <w:r>
        <w:tab/>
        <w:t>1.013e0</w:t>
      </w:r>
    </w:p>
    <w:p w:rsidR="006974AE" w:rsidRDefault="006974AE" w:rsidP="006974AE">
      <w:r>
        <w:t>829.0442</w:t>
      </w:r>
      <w:r>
        <w:tab/>
        <w:t>1.013e0</w:t>
      </w:r>
    </w:p>
    <w:p w:rsidR="006974AE" w:rsidRDefault="006974AE" w:rsidP="006974AE">
      <w:r>
        <w:t>829.1279</w:t>
      </w:r>
      <w:r>
        <w:tab/>
        <w:t>1.013e0</w:t>
      </w:r>
    </w:p>
    <w:p w:rsidR="006974AE" w:rsidRDefault="006974AE" w:rsidP="006974AE">
      <w:r>
        <w:t>829.1977</w:t>
      </w:r>
      <w:r>
        <w:tab/>
        <w:t>1.013e0</w:t>
      </w:r>
    </w:p>
    <w:p w:rsidR="006974AE" w:rsidRDefault="006974AE" w:rsidP="006974AE">
      <w:r>
        <w:t>829.2372</w:t>
      </w:r>
      <w:r>
        <w:tab/>
        <w:t>2.025e0</w:t>
      </w:r>
    </w:p>
    <w:p w:rsidR="006974AE" w:rsidRDefault="006974AE" w:rsidP="006974AE">
      <w:r>
        <w:lastRenderedPageBreak/>
        <w:t>829.2406</w:t>
      </w:r>
      <w:r>
        <w:tab/>
        <w:t>2.025e0</w:t>
      </w:r>
    </w:p>
    <w:p w:rsidR="006974AE" w:rsidRDefault="006974AE" w:rsidP="006974AE">
      <w:r>
        <w:t>829.2445</w:t>
      </w:r>
      <w:r>
        <w:tab/>
        <w:t>1.013e0</w:t>
      </w:r>
    </w:p>
    <w:p w:rsidR="006974AE" w:rsidRDefault="006974AE" w:rsidP="006974AE">
      <w:r>
        <w:t>829.2628</w:t>
      </w:r>
      <w:r>
        <w:tab/>
        <w:t>1.013e0</w:t>
      </w:r>
    </w:p>
    <w:p w:rsidR="006974AE" w:rsidRDefault="006974AE" w:rsidP="006974AE">
      <w:r>
        <w:t>829.3304</w:t>
      </w:r>
      <w:r>
        <w:tab/>
        <w:t>1.013e0</w:t>
      </w:r>
    </w:p>
    <w:p w:rsidR="006974AE" w:rsidRDefault="006974AE" w:rsidP="006974AE">
      <w:r>
        <w:t>829.3373</w:t>
      </w:r>
      <w:r>
        <w:tab/>
        <w:t>1.013e0</w:t>
      </w:r>
    </w:p>
    <w:p w:rsidR="006974AE" w:rsidRDefault="006974AE" w:rsidP="006974AE">
      <w:r>
        <w:t>829.3461</w:t>
      </w:r>
      <w:r>
        <w:tab/>
        <w:t>4.051e0</w:t>
      </w:r>
    </w:p>
    <w:p w:rsidR="006974AE" w:rsidRDefault="006974AE" w:rsidP="006974AE">
      <w:r>
        <w:t>829.3722</w:t>
      </w:r>
      <w:r>
        <w:tab/>
        <w:t>2.025e0</w:t>
      </w:r>
    </w:p>
    <w:p w:rsidR="006974AE" w:rsidRDefault="006974AE" w:rsidP="006974AE">
      <w:r>
        <w:t>829.3881</w:t>
      </w:r>
      <w:r>
        <w:tab/>
        <w:t>1.833e0</w:t>
      </w:r>
    </w:p>
    <w:p w:rsidR="006974AE" w:rsidRDefault="006974AE" w:rsidP="006974AE">
      <w:r>
        <w:t>829.4210</w:t>
      </w:r>
      <w:r>
        <w:tab/>
        <w:t>1.013e0</w:t>
      </w:r>
    </w:p>
    <w:p w:rsidR="006974AE" w:rsidRDefault="006974AE" w:rsidP="006974AE">
      <w:r>
        <w:t>829.4249</w:t>
      </w:r>
      <w:r>
        <w:tab/>
        <w:t>6.076e0</w:t>
      </w:r>
    </w:p>
    <w:p w:rsidR="006974AE" w:rsidRDefault="006974AE" w:rsidP="006974AE">
      <w:r>
        <w:t>829.4490</w:t>
      </w:r>
      <w:r>
        <w:tab/>
        <w:t>2.025e0</w:t>
      </w:r>
    </w:p>
    <w:p w:rsidR="006974AE" w:rsidRDefault="006974AE" w:rsidP="006974AE">
      <w:r>
        <w:t>829.4764</w:t>
      </w:r>
      <w:r>
        <w:tab/>
        <w:t>5.149e0</w:t>
      </w:r>
    </w:p>
    <w:p w:rsidR="006974AE" w:rsidRDefault="006974AE" w:rsidP="006974AE">
      <w:r>
        <w:t>829.5467</w:t>
      </w:r>
      <w:r>
        <w:tab/>
        <w:t>2.025e0</w:t>
      </w:r>
    </w:p>
    <w:p w:rsidR="006974AE" w:rsidRDefault="006974AE" w:rsidP="006974AE">
      <w:r>
        <w:t>829.5756</w:t>
      </w:r>
      <w:r>
        <w:tab/>
        <w:t>1.013e0</w:t>
      </w:r>
    </w:p>
    <w:p w:rsidR="006974AE" w:rsidRDefault="006974AE" w:rsidP="006974AE">
      <w:r>
        <w:t>829.6036</w:t>
      </w:r>
      <w:r>
        <w:tab/>
        <w:t>1.013e0</w:t>
      </w:r>
    </w:p>
    <w:p w:rsidR="006974AE" w:rsidRDefault="006974AE" w:rsidP="006974AE">
      <w:r>
        <w:t>829.6175</w:t>
      </w:r>
      <w:r>
        <w:tab/>
        <w:t>1.013e0</w:t>
      </w:r>
    </w:p>
    <w:p w:rsidR="006974AE" w:rsidRDefault="006974AE" w:rsidP="006974AE">
      <w:r>
        <w:t>829.6340</w:t>
      </w:r>
      <w:r>
        <w:tab/>
        <w:t>1.013e0</w:t>
      </w:r>
    </w:p>
    <w:p w:rsidR="006974AE" w:rsidRDefault="006974AE" w:rsidP="006974AE">
      <w:r>
        <w:t>829.6729</w:t>
      </w:r>
      <w:r>
        <w:tab/>
        <w:t>2.025e0</w:t>
      </w:r>
    </w:p>
    <w:p w:rsidR="006974AE" w:rsidRDefault="006974AE" w:rsidP="006974AE">
      <w:r>
        <w:t>829.7142</w:t>
      </w:r>
      <w:r>
        <w:tab/>
        <w:t>1.013e0</w:t>
      </w:r>
    </w:p>
    <w:p w:rsidR="006974AE" w:rsidRDefault="006974AE" w:rsidP="006974AE">
      <w:r>
        <w:lastRenderedPageBreak/>
        <w:t>829.7480</w:t>
      </w:r>
      <w:r>
        <w:tab/>
        <w:t>2.025e0</w:t>
      </w:r>
    </w:p>
    <w:p w:rsidR="006974AE" w:rsidRDefault="006974AE" w:rsidP="006974AE">
      <w:r>
        <w:t>829.8135</w:t>
      </w:r>
      <w:r>
        <w:tab/>
        <w:t>2.025e0</w:t>
      </w:r>
    </w:p>
    <w:p w:rsidR="006974AE" w:rsidRDefault="006974AE" w:rsidP="006974AE">
      <w:r>
        <w:t>829.8220</w:t>
      </w:r>
      <w:r>
        <w:tab/>
        <w:t>1.013e0</w:t>
      </w:r>
    </w:p>
    <w:p w:rsidR="006974AE" w:rsidRDefault="006974AE" w:rsidP="006974AE">
      <w:r>
        <w:t>829.8886</w:t>
      </w:r>
      <w:r>
        <w:tab/>
        <w:t>1.013e0</w:t>
      </w:r>
    </w:p>
    <w:p w:rsidR="006974AE" w:rsidRDefault="006974AE" w:rsidP="006974AE">
      <w:r>
        <w:t>830.0085</w:t>
      </w:r>
      <w:r>
        <w:tab/>
        <w:t>1.013e0</w:t>
      </w:r>
    </w:p>
    <w:p w:rsidR="006974AE" w:rsidRDefault="006974AE" w:rsidP="006974AE">
      <w:r>
        <w:t>830.0225</w:t>
      </w:r>
      <w:r>
        <w:tab/>
        <w:t>2.025e0</w:t>
      </w:r>
    </w:p>
    <w:p w:rsidR="006974AE" w:rsidRDefault="006974AE" w:rsidP="006974AE">
      <w:r>
        <w:t>830.0507</w:t>
      </w:r>
      <w:r>
        <w:tab/>
        <w:t>2.025e0</w:t>
      </w:r>
    </w:p>
    <w:p w:rsidR="006974AE" w:rsidRDefault="006974AE" w:rsidP="006974AE">
      <w:r>
        <w:t>830.0759</w:t>
      </w:r>
      <w:r>
        <w:tab/>
        <w:t>1.013e0</w:t>
      </w:r>
    </w:p>
    <w:p w:rsidR="006974AE" w:rsidRDefault="006974AE" w:rsidP="006974AE">
      <w:r>
        <w:t>830.0923</w:t>
      </w:r>
      <w:r>
        <w:tab/>
        <w:t>1.013e0</w:t>
      </w:r>
    </w:p>
    <w:p w:rsidR="006974AE" w:rsidRDefault="006974AE" w:rsidP="006974AE">
      <w:r>
        <w:t>830.1203</w:t>
      </w:r>
      <w:r>
        <w:tab/>
        <w:t>1.013e0</w:t>
      </w:r>
    </w:p>
    <w:p w:rsidR="006974AE" w:rsidRDefault="006974AE" w:rsidP="006974AE">
      <w:r>
        <w:t>830.2031</w:t>
      </w:r>
      <w:r>
        <w:tab/>
        <w:t>3.038e0</w:t>
      </w:r>
    </w:p>
    <w:p w:rsidR="006974AE" w:rsidRDefault="006974AE" w:rsidP="006974AE">
      <w:r>
        <w:t>830.2600</w:t>
      </w:r>
      <w:r>
        <w:tab/>
        <w:t>1.013e0</w:t>
      </w:r>
    </w:p>
    <w:p w:rsidR="006974AE" w:rsidRDefault="006974AE" w:rsidP="006974AE">
      <w:r>
        <w:t>830.2782</w:t>
      </w:r>
      <w:r>
        <w:tab/>
        <w:t>1.013e0</w:t>
      </w:r>
    </w:p>
    <w:p w:rsidR="006974AE" w:rsidRDefault="006974AE" w:rsidP="006974AE">
      <w:r>
        <w:t>830.2880</w:t>
      </w:r>
      <w:r>
        <w:tab/>
        <w:t>2.025e0</w:t>
      </w:r>
    </w:p>
    <w:p w:rsidR="006974AE" w:rsidRDefault="006974AE" w:rsidP="006974AE">
      <w:r>
        <w:t>830.3141</w:t>
      </w:r>
      <w:r>
        <w:tab/>
        <w:t>1.013e0</w:t>
      </w:r>
    </w:p>
    <w:p w:rsidR="006974AE" w:rsidRDefault="006974AE" w:rsidP="006974AE">
      <w:r>
        <w:t>830.3632</w:t>
      </w:r>
      <w:r>
        <w:tab/>
        <w:t>3.989e0</w:t>
      </w:r>
    </w:p>
    <w:p w:rsidR="006974AE" w:rsidRDefault="006974AE" w:rsidP="006974AE">
      <w:r>
        <w:t>830.3718</w:t>
      </w:r>
      <w:r>
        <w:tab/>
        <w:t>1.013e0</w:t>
      </w:r>
    </w:p>
    <w:p w:rsidR="006974AE" w:rsidRDefault="006974AE" w:rsidP="006974AE">
      <w:r>
        <w:t>830.3774</w:t>
      </w:r>
      <w:r>
        <w:tab/>
        <w:t>5.912e0</w:t>
      </w:r>
    </w:p>
    <w:p w:rsidR="006974AE" w:rsidRDefault="006974AE" w:rsidP="006974AE">
      <w:r>
        <w:t>830.3802</w:t>
      </w:r>
      <w:r>
        <w:tab/>
        <w:t>1.013e0</w:t>
      </w:r>
    </w:p>
    <w:p w:rsidR="006974AE" w:rsidRDefault="006974AE" w:rsidP="006974AE">
      <w:r>
        <w:lastRenderedPageBreak/>
        <w:t>830.3854</w:t>
      </w:r>
      <w:r>
        <w:tab/>
        <w:t>2.025e0</w:t>
      </w:r>
    </w:p>
    <w:p w:rsidR="006974AE" w:rsidRDefault="006974AE" w:rsidP="006974AE">
      <w:r>
        <w:t>830.3947</w:t>
      </w:r>
      <w:r>
        <w:tab/>
        <w:t>3.038e0</w:t>
      </w:r>
    </w:p>
    <w:p w:rsidR="006974AE" w:rsidRDefault="006974AE" w:rsidP="006974AE">
      <w:r>
        <w:t>830.4249</w:t>
      </w:r>
      <w:r>
        <w:tab/>
        <w:t>6.076e0</w:t>
      </w:r>
    </w:p>
    <w:p w:rsidR="006974AE" w:rsidRDefault="006974AE" w:rsidP="006974AE">
      <w:r>
        <w:t>830.4337</w:t>
      </w:r>
      <w:r>
        <w:tab/>
        <w:t>2.025e0</w:t>
      </w:r>
    </w:p>
    <w:p w:rsidR="006974AE" w:rsidRDefault="006974AE" w:rsidP="006974AE">
      <w:r>
        <w:t>830.4478</w:t>
      </w:r>
      <w:r>
        <w:tab/>
        <w:t>1.013e0</w:t>
      </w:r>
    </w:p>
    <w:p w:rsidR="006974AE" w:rsidRDefault="006974AE" w:rsidP="006974AE">
      <w:r>
        <w:t>830.4557</w:t>
      </w:r>
      <w:r>
        <w:tab/>
        <w:t>1.013e0</w:t>
      </w:r>
    </w:p>
    <w:p w:rsidR="006974AE" w:rsidRDefault="006974AE" w:rsidP="006974AE">
      <w:r>
        <w:t>830.4781</w:t>
      </w:r>
      <w:r>
        <w:tab/>
        <w:t>4.945e0</w:t>
      </w:r>
    </w:p>
    <w:p w:rsidR="006974AE" w:rsidRDefault="006974AE" w:rsidP="006974AE">
      <w:r>
        <w:t>830.5106</w:t>
      </w:r>
      <w:r>
        <w:tab/>
        <w:t>1.013e0</w:t>
      </w:r>
    </w:p>
    <w:p w:rsidR="006974AE" w:rsidRDefault="006974AE" w:rsidP="006974AE">
      <w:r>
        <w:t>830.5325</w:t>
      </w:r>
      <w:r>
        <w:tab/>
        <w:t>2.025e0</w:t>
      </w:r>
    </w:p>
    <w:p w:rsidR="006974AE" w:rsidRDefault="006974AE" w:rsidP="006974AE">
      <w:r>
        <w:t>830.5359</w:t>
      </w:r>
      <w:r>
        <w:tab/>
        <w:t>2.025e0</w:t>
      </w:r>
    </w:p>
    <w:p w:rsidR="006974AE" w:rsidRDefault="006974AE" w:rsidP="006974AE">
      <w:r>
        <w:t>830.5518</w:t>
      </w:r>
      <w:r>
        <w:tab/>
        <w:t>2.025e0</w:t>
      </w:r>
    </w:p>
    <w:p w:rsidR="006974AE" w:rsidRDefault="006974AE" w:rsidP="006974AE">
      <w:r>
        <w:t>830.5535</w:t>
      </w:r>
      <w:r>
        <w:tab/>
        <w:t>1.013e0</w:t>
      </w:r>
    </w:p>
    <w:p w:rsidR="006974AE" w:rsidRDefault="006974AE" w:rsidP="006974AE">
      <w:r>
        <w:t>830.5675</w:t>
      </w:r>
      <w:r>
        <w:tab/>
        <w:t>1.013e0</w:t>
      </w:r>
    </w:p>
    <w:p w:rsidR="006974AE" w:rsidRDefault="006974AE" w:rsidP="006974AE">
      <w:r>
        <w:t>830.5944</w:t>
      </w:r>
      <w:r>
        <w:tab/>
        <w:t>2.025e0</w:t>
      </w:r>
    </w:p>
    <w:p w:rsidR="006974AE" w:rsidRDefault="006974AE" w:rsidP="006974AE">
      <w:r>
        <w:t>830.6174</w:t>
      </w:r>
      <w:r>
        <w:tab/>
        <w:t>1.013e0</w:t>
      </w:r>
    </w:p>
    <w:p w:rsidR="006974AE" w:rsidRDefault="006974AE" w:rsidP="006974AE">
      <w:r>
        <w:t>830.6352</w:t>
      </w:r>
      <w:r>
        <w:tab/>
        <w:t>1.013e0</w:t>
      </w:r>
    </w:p>
    <w:p w:rsidR="006974AE" w:rsidRDefault="006974AE" w:rsidP="006974AE">
      <w:r>
        <w:t>830.6653</w:t>
      </w:r>
      <w:r>
        <w:tab/>
        <w:t>1.013e0</w:t>
      </w:r>
    </w:p>
    <w:p w:rsidR="006974AE" w:rsidRDefault="006974AE" w:rsidP="006974AE">
      <w:r>
        <w:t>830.6860</w:t>
      </w:r>
      <w:r>
        <w:tab/>
        <w:t>1.013e0</w:t>
      </w:r>
    </w:p>
    <w:p w:rsidR="006974AE" w:rsidRDefault="006974AE" w:rsidP="006974AE">
      <w:r>
        <w:t>830.7357</w:t>
      </w:r>
      <w:r>
        <w:tab/>
        <w:t>1.013e0</w:t>
      </w:r>
    </w:p>
    <w:p w:rsidR="006974AE" w:rsidRDefault="006974AE" w:rsidP="006974AE">
      <w:r>
        <w:lastRenderedPageBreak/>
        <w:t>830.7492</w:t>
      </w:r>
      <w:r>
        <w:tab/>
        <w:t>2.025e0</w:t>
      </w:r>
    </w:p>
    <w:p w:rsidR="006974AE" w:rsidRDefault="006974AE" w:rsidP="006974AE">
      <w:r>
        <w:t>830.7823</w:t>
      </w:r>
      <w:r>
        <w:tab/>
        <w:t>2.025e0</w:t>
      </w:r>
    </w:p>
    <w:p w:rsidR="006974AE" w:rsidRDefault="006974AE" w:rsidP="006974AE">
      <w:r>
        <w:t>830.8556</w:t>
      </w:r>
      <w:r>
        <w:tab/>
        <w:t>1.013e0</w:t>
      </w:r>
    </w:p>
    <w:p w:rsidR="006974AE" w:rsidRDefault="006974AE" w:rsidP="006974AE">
      <w:r>
        <w:t>830.8722</w:t>
      </w:r>
      <w:r>
        <w:tab/>
        <w:t>2.025e0</w:t>
      </w:r>
    </w:p>
    <w:p w:rsidR="006974AE" w:rsidRDefault="006974AE" w:rsidP="006974AE">
      <w:r>
        <w:t>830.9020</w:t>
      </w:r>
      <w:r>
        <w:tab/>
        <w:t>1.013e0</w:t>
      </w:r>
    </w:p>
    <w:p w:rsidR="006974AE" w:rsidRDefault="006974AE" w:rsidP="006974AE">
      <w:r>
        <w:t>830.9578</w:t>
      </w:r>
      <w:r>
        <w:tab/>
        <w:t>5.063e0</w:t>
      </w:r>
    </w:p>
    <w:p w:rsidR="006974AE" w:rsidRDefault="006974AE" w:rsidP="006974AE">
      <w:r>
        <w:t>830.9730</w:t>
      </w:r>
      <w:r>
        <w:tab/>
        <w:t>1.013e0</w:t>
      </w:r>
    </w:p>
    <w:p w:rsidR="006974AE" w:rsidRDefault="006974AE" w:rsidP="006974AE">
      <w:r>
        <w:t>831.0329</w:t>
      </w:r>
      <w:r>
        <w:tab/>
        <w:t>2.025e0</w:t>
      </w:r>
    </w:p>
    <w:p w:rsidR="006974AE" w:rsidRDefault="006974AE" w:rsidP="006974AE">
      <w:r>
        <w:t>831.0838</w:t>
      </w:r>
      <w:r>
        <w:tab/>
        <w:t>1.013e0</w:t>
      </w:r>
    </w:p>
    <w:p w:rsidR="006974AE" w:rsidRDefault="006974AE" w:rsidP="006974AE">
      <w:r>
        <w:t>831.0848</w:t>
      </w:r>
      <w:r>
        <w:tab/>
        <w:t>1.013e0</w:t>
      </w:r>
    </w:p>
    <w:p w:rsidR="006974AE" w:rsidRDefault="006974AE" w:rsidP="006974AE">
      <w:r>
        <w:t>831.1765</w:t>
      </w:r>
      <w:r>
        <w:tab/>
        <w:t>1.013e0</w:t>
      </w:r>
    </w:p>
    <w:p w:rsidR="006974AE" w:rsidRDefault="006974AE" w:rsidP="006974AE">
      <w:r>
        <w:t>831.2952</w:t>
      </w:r>
      <w:r>
        <w:tab/>
        <w:t>3.038e0</w:t>
      </w:r>
    </w:p>
    <w:p w:rsidR="006974AE" w:rsidRDefault="006974AE" w:rsidP="006974AE">
      <w:r>
        <w:t>831.3076</w:t>
      </w:r>
      <w:r>
        <w:tab/>
        <w:t>1.013e0</w:t>
      </w:r>
    </w:p>
    <w:p w:rsidR="006974AE" w:rsidRDefault="006974AE" w:rsidP="006974AE">
      <w:r>
        <w:t>831.3397</w:t>
      </w:r>
      <w:r>
        <w:tab/>
        <w:t>1.963e0</w:t>
      </w:r>
    </w:p>
    <w:p w:rsidR="006974AE" w:rsidRDefault="006974AE" w:rsidP="006974AE">
      <w:r>
        <w:t>831.3474</w:t>
      </w:r>
      <w:r>
        <w:tab/>
        <w:t>1.013e0</w:t>
      </w:r>
    </w:p>
    <w:p w:rsidR="006974AE" w:rsidRDefault="006974AE" w:rsidP="006974AE">
      <w:r>
        <w:t>831.3781</w:t>
      </w:r>
      <w:r>
        <w:tab/>
        <w:t>6.021e0</w:t>
      </w:r>
    </w:p>
    <w:p w:rsidR="006974AE" w:rsidRDefault="006974AE" w:rsidP="006974AE">
      <w:r>
        <w:t>831.3965</w:t>
      </w:r>
      <w:r>
        <w:tab/>
        <w:t>1.013e0</w:t>
      </w:r>
    </w:p>
    <w:p w:rsidR="006974AE" w:rsidRDefault="006974AE" w:rsidP="006974AE">
      <w:r>
        <w:t>831.3975</w:t>
      </w:r>
      <w:r>
        <w:tab/>
        <w:t>1.013e0</w:t>
      </w:r>
    </w:p>
    <w:p w:rsidR="006974AE" w:rsidRDefault="006974AE" w:rsidP="006974AE">
      <w:r>
        <w:t>831.4475</w:t>
      </w:r>
      <w:r>
        <w:tab/>
        <w:t>3.038e0</w:t>
      </w:r>
    </w:p>
    <w:p w:rsidR="006974AE" w:rsidRDefault="006974AE" w:rsidP="006974AE">
      <w:r>
        <w:lastRenderedPageBreak/>
        <w:t>831.4535</w:t>
      </w:r>
      <w:r>
        <w:tab/>
        <w:t>3.038e0</w:t>
      </w:r>
    </w:p>
    <w:p w:rsidR="006974AE" w:rsidRDefault="006974AE" w:rsidP="006974AE">
      <w:r>
        <w:t>831.4639</w:t>
      </w:r>
      <w:r>
        <w:tab/>
        <w:t>1.848e0</w:t>
      </w:r>
    </w:p>
    <w:p w:rsidR="006974AE" w:rsidRDefault="006974AE" w:rsidP="006974AE">
      <w:r>
        <w:t>831.5173</w:t>
      </w:r>
      <w:r>
        <w:tab/>
        <w:t>1.013e0</w:t>
      </w:r>
    </w:p>
    <w:p w:rsidR="006974AE" w:rsidRDefault="006974AE" w:rsidP="006974AE">
      <w:r>
        <w:t>831.5942</w:t>
      </w:r>
      <w:r>
        <w:tab/>
        <w:t>2.025e0</w:t>
      </w:r>
    </w:p>
    <w:p w:rsidR="006974AE" w:rsidRDefault="006974AE" w:rsidP="006974AE">
      <w:r>
        <w:t>831.6013</w:t>
      </w:r>
      <w:r>
        <w:tab/>
        <w:t>1.013e0</w:t>
      </w:r>
    </w:p>
    <w:p w:rsidR="006974AE" w:rsidRDefault="006974AE" w:rsidP="006974AE">
      <w:r>
        <w:t>831.6336</w:t>
      </w:r>
      <w:r>
        <w:tab/>
        <w:t>1.013e0</w:t>
      </w:r>
    </w:p>
    <w:p w:rsidR="006974AE" w:rsidRDefault="006974AE" w:rsidP="006974AE">
      <w:r>
        <w:t>831.6714</w:t>
      </w:r>
      <w:r>
        <w:tab/>
        <w:t>1.013e0</w:t>
      </w:r>
    </w:p>
    <w:p w:rsidR="006974AE" w:rsidRDefault="006974AE" w:rsidP="006974AE">
      <w:r>
        <w:t>831.6724</w:t>
      </w:r>
      <w:r>
        <w:tab/>
        <w:t>2.025e0</w:t>
      </w:r>
    </w:p>
    <w:p w:rsidR="006974AE" w:rsidRDefault="006974AE" w:rsidP="006974AE">
      <w:r>
        <w:t>831.6865</w:t>
      </w:r>
      <w:r>
        <w:tab/>
        <w:t>1.013e0</w:t>
      </w:r>
    </w:p>
    <w:p w:rsidR="006974AE" w:rsidRDefault="006974AE" w:rsidP="006974AE">
      <w:r>
        <w:t>831.7017</w:t>
      </w:r>
      <w:r>
        <w:tab/>
        <w:t>1.013e0</w:t>
      </w:r>
    </w:p>
    <w:p w:rsidR="006974AE" w:rsidRDefault="006974AE" w:rsidP="006974AE">
      <w:r>
        <w:t>831.7242</w:t>
      </w:r>
      <w:r>
        <w:tab/>
        <w:t>2.025e0</w:t>
      </w:r>
    </w:p>
    <w:p w:rsidR="006974AE" w:rsidRDefault="006974AE" w:rsidP="006974AE">
      <w:r>
        <w:t>831.7694</w:t>
      </w:r>
      <w:r>
        <w:tab/>
        <w:t>2.025e0</w:t>
      </w:r>
    </w:p>
    <w:p w:rsidR="006974AE" w:rsidRDefault="006974AE" w:rsidP="006974AE">
      <w:r>
        <w:t>831.7834</w:t>
      </w:r>
      <w:r>
        <w:tab/>
        <w:t>1.013e0</w:t>
      </w:r>
    </w:p>
    <w:p w:rsidR="006974AE" w:rsidRDefault="006974AE" w:rsidP="006974AE">
      <w:r>
        <w:t>831.8163</w:t>
      </w:r>
      <w:r>
        <w:tab/>
        <w:t>2.025e0</w:t>
      </w:r>
    </w:p>
    <w:p w:rsidR="006974AE" w:rsidRDefault="006974AE" w:rsidP="006974AE">
      <w:r>
        <w:t>831.8534</w:t>
      </w:r>
      <w:r>
        <w:tab/>
        <w:t>1.013e0</w:t>
      </w:r>
    </w:p>
    <w:p w:rsidR="006974AE" w:rsidRDefault="006974AE" w:rsidP="006974AE">
      <w:r>
        <w:t>831.8880</w:t>
      </w:r>
      <w:r>
        <w:tab/>
        <w:t>1.013e0</w:t>
      </w:r>
    </w:p>
    <w:p w:rsidR="006974AE" w:rsidRDefault="006974AE" w:rsidP="006974AE">
      <w:r>
        <w:t>831.9401</w:t>
      </w:r>
      <w:r>
        <w:tab/>
        <w:t>2.025e0</w:t>
      </w:r>
    </w:p>
    <w:p w:rsidR="006974AE" w:rsidRDefault="006974AE" w:rsidP="006974AE">
      <w:r>
        <w:t>831.9664</w:t>
      </w:r>
      <w:r>
        <w:tab/>
        <w:t>1.013e0</w:t>
      </w:r>
    </w:p>
    <w:p w:rsidR="006974AE" w:rsidRDefault="006974AE" w:rsidP="006974AE">
      <w:r>
        <w:t>831.9728</w:t>
      </w:r>
      <w:r>
        <w:tab/>
        <w:t>1.013e0</w:t>
      </w:r>
    </w:p>
    <w:p w:rsidR="006974AE" w:rsidRDefault="006974AE" w:rsidP="006974AE">
      <w:r>
        <w:lastRenderedPageBreak/>
        <w:t>832.0364</w:t>
      </w:r>
      <w:r>
        <w:tab/>
        <w:t>1.013e0</w:t>
      </w:r>
    </w:p>
    <w:p w:rsidR="006974AE" w:rsidRDefault="006974AE" w:rsidP="006974AE">
      <w:r>
        <w:t>832.0568</w:t>
      </w:r>
      <w:r>
        <w:tab/>
        <w:t>3.038e0</w:t>
      </w:r>
    </w:p>
    <w:p w:rsidR="006974AE" w:rsidRDefault="006974AE" w:rsidP="006974AE">
      <w:r>
        <w:t>832.0634</w:t>
      </w:r>
      <w:r>
        <w:tab/>
        <w:t>1.013e0</w:t>
      </w:r>
    </w:p>
    <w:p w:rsidR="006974AE" w:rsidRDefault="006974AE" w:rsidP="006974AE">
      <w:r>
        <w:t>832.0924</w:t>
      </w:r>
      <w:r>
        <w:tab/>
        <w:t>1.013e0</w:t>
      </w:r>
    </w:p>
    <w:p w:rsidR="006974AE" w:rsidRDefault="006974AE" w:rsidP="006974AE">
      <w:r>
        <w:t>832.1086</w:t>
      </w:r>
      <w:r>
        <w:tab/>
        <w:t>1.013e0</w:t>
      </w:r>
    </w:p>
    <w:p w:rsidR="006974AE" w:rsidRDefault="006974AE" w:rsidP="006974AE">
      <w:r>
        <w:t>832.1765</w:t>
      </w:r>
      <w:r>
        <w:tab/>
        <w:t>1.013e0</w:t>
      </w:r>
    </w:p>
    <w:p w:rsidR="006974AE" w:rsidRDefault="006974AE" w:rsidP="006974AE">
      <w:r>
        <w:t>832.2013</w:t>
      </w:r>
      <w:r>
        <w:tab/>
        <w:t>2.025e0</w:t>
      </w:r>
    </w:p>
    <w:p w:rsidR="006974AE" w:rsidRDefault="006974AE" w:rsidP="006974AE">
      <w:r>
        <w:t>832.2184</w:t>
      </w:r>
      <w:r>
        <w:tab/>
        <w:t>1.013e0</w:t>
      </w:r>
    </w:p>
    <w:p w:rsidR="006974AE" w:rsidRDefault="006974AE" w:rsidP="006974AE">
      <w:r>
        <w:t>832.2256</w:t>
      </w:r>
      <w:r>
        <w:tab/>
        <w:t>3.038e0</w:t>
      </w:r>
    </w:p>
    <w:p w:rsidR="006974AE" w:rsidRDefault="006974AE" w:rsidP="006974AE">
      <w:r>
        <w:t>832.2305</w:t>
      </w:r>
      <w:r>
        <w:tab/>
        <w:t>3.038e0</w:t>
      </w:r>
    </w:p>
    <w:p w:rsidR="006974AE" w:rsidRDefault="006974AE" w:rsidP="006974AE">
      <w:r>
        <w:t>832.2395</w:t>
      </w:r>
      <w:r>
        <w:tab/>
        <w:t>3.038e0</w:t>
      </w:r>
    </w:p>
    <w:p w:rsidR="006974AE" w:rsidRDefault="006974AE" w:rsidP="006974AE">
      <w:r>
        <w:t>832.2594</w:t>
      </w:r>
      <w:r>
        <w:tab/>
        <w:t>1.013e0</w:t>
      </w:r>
    </w:p>
    <w:p w:rsidR="006974AE" w:rsidRDefault="006974AE" w:rsidP="006974AE">
      <w:r>
        <w:t>832.2734</w:t>
      </w:r>
      <w:r>
        <w:tab/>
        <w:t>1.013e0</w:t>
      </w:r>
    </w:p>
    <w:p w:rsidR="006974AE" w:rsidRDefault="006974AE" w:rsidP="006974AE">
      <w:r>
        <w:t>832.3074</w:t>
      </w:r>
      <w:r>
        <w:tab/>
        <w:t>2.025e0</w:t>
      </w:r>
    </w:p>
    <w:p w:rsidR="006974AE" w:rsidRDefault="006974AE" w:rsidP="006974AE">
      <w:r>
        <w:t>832.3295</w:t>
      </w:r>
      <w:r>
        <w:tab/>
        <w:t>1.013e0</w:t>
      </w:r>
    </w:p>
    <w:p w:rsidR="006974AE" w:rsidRDefault="006974AE" w:rsidP="006974AE">
      <w:r>
        <w:t>832.3455</w:t>
      </w:r>
      <w:r>
        <w:tab/>
        <w:t>1.013e0</w:t>
      </w:r>
    </w:p>
    <w:p w:rsidR="006974AE" w:rsidRDefault="006974AE" w:rsidP="006974AE">
      <w:r>
        <w:t>832.3622</w:t>
      </w:r>
      <w:r>
        <w:tab/>
        <w:t>1.013e0</w:t>
      </w:r>
    </w:p>
    <w:p w:rsidR="006974AE" w:rsidRDefault="006974AE" w:rsidP="006974AE">
      <w:r>
        <w:t>832.3667</w:t>
      </w:r>
      <w:r>
        <w:tab/>
        <w:t>6.956e0</w:t>
      </w:r>
    </w:p>
    <w:p w:rsidR="006974AE" w:rsidRDefault="006974AE" w:rsidP="006974AE">
      <w:r>
        <w:t>832.3881</w:t>
      </w:r>
      <w:r>
        <w:tab/>
        <w:t>1.971e0</w:t>
      </w:r>
    </w:p>
    <w:p w:rsidR="006974AE" w:rsidRDefault="006974AE" w:rsidP="006974AE">
      <w:r>
        <w:lastRenderedPageBreak/>
        <w:t>832.4291</w:t>
      </w:r>
      <w:r>
        <w:tab/>
        <w:t>6.076e0</w:t>
      </w:r>
    </w:p>
    <w:p w:rsidR="006974AE" w:rsidRDefault="006974AE" w:rsidP="006974AE">
      <w:r>
        <w:t>832.4470</w:t>
      </w:r>
      <w:r>
        <w:tab/>
        <w:t>1.013e0</w:t>
      </w:r>
    </w:p>
    <w:p w:rsidR="006974AE" w:rsidRDefault="006974AE" w:rsidP="006974AE">
      <w:r>
        <w:t>832.4531</w:t>
      </w:r>
      <w:r>
        <w:tab/>
        <w:t>2.640e0</w:t>
      </w:r>
    </w:p>
    <w:p w:rsidR="006974AE" w:rsidRDefault="006974AE" w:rsidP="006974AE">
      <w:r>
        <w:t>832.4850</w:t>
      </w:r>
      <w:r>
        <w:tab/>
        <w:t>3.996e0</w:t>
      </w:r>
    </w:p>
    <w:p w:rsidR="006974AE" w:rsidRDefault="006974AE" w:rsidP="006974AE">
      <w:r>
        <w:t>832.4885</w:t>
      </w:r>
      <w:r>
        <w:tab/>
        <w:t>5.063e0</w:t>
      </w:r>
    </w:p>
    <w:p w:rsidR="006974AE" w:rsidRDefault="006974AE" w:rsidP="006974AE">
      <w:r>
        <w:t>832.5143</w:t>
      </w:r>
      <w:r>
        <w:tab/>
        <w:t>1.013e0</w:t>
      </w:r>
    </w:p>
    <w:p w:rsidR="006974AE" w:rsidRDefault="006974AE" w:rsidP="006974AE">
      <w:r>
        <w:t>832.5328</w:t>
      </w:r>
      <w:r>
        <w:tab/>
        <w:t>2.025e0</w:t>
      </w:r>
    </w:p>
    <w:p w:rsidR="006974AE" w:rsidRDefault="006974AE" w:rsidP="006974AE">
      <w:r>
        <w:t>832.5375</w:t>
      </w:r>
      <w:r>
        <w:tab/>
        <w:t>2.025e0</w:t>
      </w:r>
    </w:p>
    <w:p w:rsidR="006974AE" w:rsidRDefault="006974AE" w:rsidP="006974AE">
      <w:r>
        <w:t>832.6517</w:t>
      </w:r>
      <w:r>
        <w:tab/>
        <w:t>1.013e0</w:t>
      </w:r>
    </w:p>
    <w:p w:rsidR="006974AE" w:rsidRDefault="006974AE" w:rsidP="006974AE">
      <w:r>
        <w:t>832.6527</w:t>
      </w:r>
      <w:r>
        <w:tab/>
        <w:t>1.013e0</w:t>
      </w:r>
    </w:p>
    <w:p w:rsidR="006974AE" w:rsidRDefault="006974AE" w:rsidP="006974AE">
      <w:r>
        <w:t>832.6937</w:t>
      </w:r>
      <w:r>
        <w:tab/>
        <w:t>1.013e0</w:t>
      </w:r>
    </w:p>
    <w:p w:rsidR="006974AE" w:rsidRDefault="006974AE" w:rsidP="006974AE">
      <w:r>
        <w:t>832.6990</w:t>
      </w:r>
      <w:r>
        <w:tab/>
        <w:t>4.051e0</w:t>
      </w:r>
    </w:p>
    <w:p w:rsidR="006974AE" w:rsidRDefault="006974AE" w:rsidP="006974AE">
      <w:r>
        <w:t>832.7861</w:t>
      </w:r>
      <w:r>
        <w:tab/>
        <w:t>1.013e0</w:t>
      </w:r>
    </w:p>
    <w:p w:rsidR="006974AE" w:rsidRDefault="006974AE" w:rsidP="006974AE">
      <w:r>
        <w:t>832.8354</w:t>
      </w:r>
      <w:r>
        <w:tab/>
        <w:t>2.025e0</w:t>
      </w:r>
    </w:p>
    <w:p w:rsidR="006974AE" w:rsidRDefault="006974AE" w:rsidP="006974AE">
      <w:r>
        <w:t>832.8372</w:t>
      </w:r>
      <w:r>
        <w:tab/>
        <w:t>1.013e0</w:t>
      </w:r>
    </w:p>
    <w:p w:rsidR="006974AE" w:rsidRDefault="006974AE" w:rsidP="006974AE">
      <w:r>
        <w:t>832.8478</w:t>
      </w:r>
      <w:r>
        <w:tab/>
        <w:t>1.013e0</w:t>
      </w:r>
    </w:p>
    <w:p w:rsidR="006974AE" w:rsidRDefault="006974AE" w:rsidP="006974AE">
      <w:r>
        <w:t>832.8489</w:t>
      </w:r>
      <w:r>
        <w:tab/>
        <w:t>1.013e0</w:t>
      </w:r>
    </w:p>
    <w:p w:rsidR="006974AE" w:rsidRDefault="006974AE" w:rsidP="006974AE">
      <w:r>
        <w:t>832.9179</w:t>
      </w:r>
      <w:r>
        <w:tab/>
        <w:t>1.013e0</w:t>
      </w:r>
    </w:p>
    <w:p w:rsidR="006974AE" w:rsidRDefault="006974AE" w:rsidP="006974AE">
      <w:r>
        <w:t>832.9210</w:t>
      </w:r>
      <w:r>
        <w:tab/>
        <w:t>1.013e0</w:t>
      </w:r>
    </w:p>
    <w:p w:rsidR="006974AE" w:rsidRDefault="006974AE" w:rsidP="006974AE">
      <w:r>
        <w:lastRenderedPageBreak/>
        <w:t>832.9734</w:t>
      </w:r>
      <w:r>
        <w:tab/>
        <w:t>3.038e0</w:t>
      </w:r>
    </w:p>
    <w:p w:rsidR="006974AE" w:rsidRDefault="006974AE" w:rsidP="006974AE">
      <w:r>
        <w:t>832.9890</w:t>
      </w:r>
      <w:r>
        <w:tab/>
        <w:t>1.013e0</w:t>
      </w:r>
    </w:p>
    <w:p w:rsidR="006974AE" w:rsidRDefault="006974AE" w:rsidP="006974AE">
      <w:r>
        <w:t>833.0065</w:t>
      </w:r>
      <w:r>
        <w:tab/>
        <w:t>3.038e0</w:t>
      </w:r>
    </w:p>
    <w:p w:rsidR="006974AE" w:rsidRDefault="006974AE" w:rsidP="006974AE">
      <w:r>
        <w:t>833.0441</w:t>
      </w:r>
      <w:r>
        <w:tab/>
        <w:t>1.013e0</w:t>
      </w:r>
    </w:p>
    <w:p w:rsidR="006974AE" w:rsidRDefault="006974AE" w:rsidP="006974AE">
      <w:r>
        <w:t>833.0591</w:t>
      </w:r>
      <w:r>
        <w:tab/>
        <w:t>1.013e0</w:t>
      </w:r>
    </w:p>
    <w:p w:rsidR="006974AE" w:rsidRDefault="006974AE" w:rsidP="006974AE">
      <w:r>
        <w:t>833.0721</w:t>
      </w:r>
      <w:r>
        <w:tab/>
        <w:t>1.013e0</w:t>
      </w:r>
    </w:p>
    <w:p w:rsidR="006974AE" w:rsidRDefault="006974AE" w:rsidP="006974AE">
      <w:r>
        <w:t>833.1141</w:t>
      </w:r>
      <w:r>
        <w:tab/>
        <w:t>1.013e0</w:t>
      </w:r>
    </w:p>
    <w:p w:rsidR="006974AE" w:rsidRDefault="006974AE" w:rsidP="006974AE">
      <w:r>
        <w:t>833.1508</w:t>
      </w:r>
      <w:r>
        <w:tab/>
        <w:t>2.025e0</w:t>
      </w:r>
    </w:p>
    <w:p w:rsidR="006974AE" w:rsidRDefault="006974AE" w:rsidP="006974AE">
      <w:r>
        <w:t>833.1578</w:t>
      </w:r>
      <w:r>
        <w:tab/>
        <w:t>1.013e0</w:t>
      </w:r>
    </w:p>
    <w:p w:rsidR="006974AE" w:rsidRDefault="006974AE" w:rsidP="006974AE">
      <w:r>
        <w:t>833.1589</w:t>
      </w:r>
      <w:r>
        <w:tab/>
        <w:t>2.025e0</w:t>
      </w:r>
    </w:p>
    <w:p w:rsidR="006974AE" w:rsidRDefault="006974AE" w:rsidP="006974AE">
      <w:r>
        <w:t>833.1853</w:t>
      </w:r>
      <w:r>
        <w:tab/>
        <w:t>1.013e0</w:t>
      </w:r>
    </w:p>
    <w:p w:rsidR="006974AE" w:rsidRDefault="006974AE" w:rsidP="006974AE">
      <w:r>
        <w:t>833.1927</w:t>
      </w:r>
      <w:r>
        <w:tab/>
        <w:t>1.013e0</w:t>
      </w:r>
    </w:p>
    <w:p w:rsidR="006974AE" w:rsidRDefault="006974AE" w:rsidP="006974AE">
      <w:r>
        <w:t>833.2059</w:t>
      </w:r>
      <w:r>
        <w:tab/>
        <w:t>3.038e0</w:t>
      </w:r>
    </w:p>
    <w:p w:rsidR="006974AE" w:rsidRDefault="006974AE" w:rsidP="006974AE">
      <w:r>
        <w:t>833.2558</w:t>
      </w:r>
      <w:r>
        <w:tab/>
        <w:t>3.038e0</w:t>
      </w:r>
    </w:p>
    <w:p w:rsidR="006974AE" w:rsidRDefault="006974AE" w:rsidP="006974AE">
      <w:r>
        <w:t>833.3579</w:t>
      </w:r>
      <w:r>
        <w:tab/>
        <w:t>4.051e0</w:t>
      </w:r>
    </w:p>
    <w:p w:rsidR="006974AE" w:rsidRDefault="006974AE" w:rsidP="006974AE">
      <w:r>
        <w:t>833.3623</w:t>
      </w:r>
      <w:r>
        <w:tab/>
        <w:t>1.013e0</w:t>
      </w:r>
    </w:p>
    <w:p w:rsidR="006974AE" w:rsidRDefault="006974AE" w:rsidP="006974AE">
      <w:r>
        <w:t>833.3860</w:t>
      </w:r>
      <w:r>
        <w:tab/>
        <w:t>3.038e0</w:t>
      </w:r>
    </w:p>
    <w:p w:rsidR="006974AE" w:rsidRDefault="006974AE" w:rsidP="006974AE">
      <w:r>
        <w:t>833.3896</w:t>
      </w:r>
      <w:r>
        <w:tab/>
        <w:t>6.024e0</w:t>
      </w:r>
    </w:p>
    <w:p w:rsidR="006974AE" w:rsidRDefault="006974AE" w:rsidP="006974AE">
      <w:r>
        <w:t>833.4252</w:t>
      </w:r>
      <w:r>
        <w:tab/>
        <w:t>5.624e0</w:t>
      </w:r>
    </w:p>
    <w:p w:rsidR="006974AE" w:rsidRDefault="006974AE" w:rsidP="006974AE">
      <w:r>
        <w:lastRenderedPageBreak/>
        <w:t>833.4284</w:t>
      </w:r>
      <w:r>
        <w:tab/>
        <w:t>5.063e0</w:t>
      </w:r>
    </w:p>
    <w:p w:rsidR="006974AE" w:rsidRDefault="006974AE" w:rsidP="006974AE">
      <w:r>
        <w:t>833.4368</w:t>
      </w:r>
      <w:r>
        <w:tab/>
        <w:t>6.068e0</w:t>
      </w:r>
    </w:p>
    <w:p w:rsidR="006974AE" w:rsidRDefault="006974AE" w:rsidP="006974AE">
      <w:r>
        <w:t>833.4673</w:t>
      </w:r>
      <w:r>
        <w:tab/>
        <w:t>3.941e0</w:t>
      </w:r>
    </w:p>
    <w:p w:rsidR="006974AE" w:rsidRDefault="006974AE" w:rsidP="006974AE">
      <w:r>
        <w:t>833.4920</w:t>
      </w:r>
      <w:r>
        <w:tab/>
        <w:t>5.063e0</w:t>
      </w:r>
    </w:p>
    <w:p w:rsidR="006974AE" w:rsidRDefault="006974AE" w:rsidP="006974AE">
      <w:r>
        <w:t>833.5068</w:t>
      </w:r>
      <w:r>
        <w:tab/>
        <w:t>2.025e0</w:t>
      </w:r>
    </w:p>
    <w:p w:rsidR="006974AE" w:rsidRDefault="006974AE" w:rsidP="006974AE">
      <w:r>
        <w:t>833.5115</w:t>
      </w:r>
      <w:r>
        <w:tab/>
        <w:t>3.038e0</w:t>
      </w:r>
    </w:p>
    <w:p w:rsidR="006974AE" w:rsidRDefault="006974AE" w:rsidP="006974AE">
      <w:r>
        <w:t>833.5769</w:t>
      </w:r>
      <w:r>
        <w:tab/>
        <w:t>1.013e0</w:t>
      </w:r>
    </w:p>
    <w:p w:rsidR="006974AE" w:rsidRDefault="006974AE" w:rsidP="006974AE">
      <w:r>
        <w:t>833.6621</w:t>
      </w:r>
      <w:r>
        <w:tab/>
        <w:t>1.013e0</w:t>
      </w:r>
    </w:p>
    <w:p w:rsidR="006974AE" w:rsidRDefault="006974AE" w:rsidP="006974AE">
      <w:r>
        <w:t>833.6761</w:t>
      </w:r>
      <w:r>
        <w:tab/>
        <w:t>1.013e0</w:t>
      </w:r>
    </w:p>
    <w:p w:rsidR="006974AE" w:rsidRDefault="006974AE" w:rsidP="006974AE">
      <w:r>
        <w:t>833.6971</w:t>
      </w:r>
      <w:r>
        <w:tab/>
        <w:t>2.025e0</w:t>
      </w:r>
    </w:p>
    <w:p w:rsidR="006974AE" w:rsidRDefault="006974AE" w:rsidP="006974AE">
      <w:r>
        <w:t>833.7018</w:t>
      </w:r>
      <w:r>
        <w:tab/>
        <w:t>1.013e0</w:t>
      </w:r>
    </w:p>
    <w:p w:rsidR="006974AE" w:rsidRDefault="006974AE" w:rsidP="006974AE">
      <w:r>
        <w:t>833.7172</w:t>
      </w:r>
      <w:r>
        <w:tab/>
        <w:t>2.025e0</w:t>
      </w:r>
    </w:p>
    <w:p w:rsidR="006974AE" w:rsidRDefault="006974AE" w:rsidP="006974AE">
      <w:r>
        <w:t>833.7325</w:t>
      </w:r>
      <w:r>
        <w:tab/>
        <w:t>3.038e0</w:t>
      </w:r>
    </w:p>
    <w:p w:rsidR="006974AE" w:rsidRDefault="006974AE" w:rsidP="006974AE">
      <w:r>
        <w:t>833.7872</w:t>
      </w:r>
      <w:r>
        <w:tab/>
        <w:t>2.025e0</w:t>
      </w:r>
    </w:p>
    <w:p w:rsidR="006974AE" w:rsidRDefault="006974AE" w:rsidP="006974AE">
      <w:r>
        <w:t>833.8537</w:t>
      </w:r>
      <w:r>
        <w:tab/>
        <w:t>1.013e0</w:t>
      </w:r>
    </w:p>
    <w:p w:rsidR="006974AE" w:rsidRDefault="006974AE" w:rsidP="006974AE">
      <w:r>
        <w:t>833.8585</w:t>
      </w:r>
      <w:r>
        <w:tab/>
        <w:t>2.025e0</w:t>
      </w:r>
    </w:p>
    <w:p w:rsidR="006974AE" w:rsidRDefault="006974AE" w:rsidP="006974AE">
      <w:r>
        <w:t>833.8722</w:t>
      </w:r>
      <w:r>
        <w:tab/>
        <w:t>2.025e0</w:t>
      </w:r>
    </w:p>
    <w:p w:rsidR="006974AE" w:rsidRDefault="006974AE" w:rsidP="006974AE">
      <w:r>
        <w:t>833.9719</w:t>
      </w:r>
      <w:r>
        <w:tab/>
        <w:t>1.013e0</w:t>
      </w:r>
    </w:p>
    <w:p w:rsidR="006974AE" w:rsidRDefault="006974AE" w:rsidP="006974AE">
      <w:r>
        <w:t>834.0399</w:t>
      </w:r>
      <w:r>
        <w:tab/>
        <w:t>2.025e0</w:t>
      </w:r>
    </w:p>
    <w:p w:rsidR="006974AE" w:rsidRDefault="006974AE" w:rsidP="006974AE">
      <w:r>
        <w:lastRenderedPageBreak/>
        <w:t>834.0958</w:t>
      </w:r>
      <w:r>
        <w:tab/>
        <w:t>2.025e0</w:t>
      </w:r>
    </w:p>
    <w:p w:rsidR="006974AE" w:rsidRDefault="006974AE" w:rsidP="006974AE">
      <w:r>
        <w:t>834.1241</w:t>
      </w:r>
      <w:r>
        <w:tab/>
        <w:t>1.013e0</w:t>
      </w:r>
    </w:p>
    <w:p w:rsidR="006974AE" w:rsidRDefault="006974AE" w:rsidP="006974AE">
      <w:r>
        <w:t>834.1592</w:t>
      </w:r>
      <w:r>
        <w:tab/>
        <w:t>1.013e0</w:t>
      </w:r>
    </w:p>
    <w:p w:rsidR="006974AE" w:rsidRDefault="006974AE" w:rsidP="006974AE">
      <w:r>
        <w:t>834.1802</w:t>
      </w:r>
      <w:r>
        <w:tab/>
        <w:t>1.013e0</w:t>
      </w:r>
    </w:p>
    <w:p w:rsidR="006974AE" w:rsidRDefault="006974AE" w:rsidP="006974AE">
      <w:r>
        <w:t>834.1813</w:t>
      </w:r>
      <w:r>
        <w:tab/>
        <w:t>1.013e0</w:t>
      </w:r>
    </w:p>
    <w:p w:rsidR="006974AE" w:rsidRDefault="006974AE" w:rsidP="006974AE">
      <w:r>
        <w:t>834.2504</w:t>
      </w:r>
      <w:r>
        <w:tab/>
        <w:t>1.013e0</w:t>
      </w:r>
    </w:p>
    <w:p w:rsidR="006974AE" w:rsidRDefault="006974AE" w:rsidP="006974AE">
      <w:r>
        <w:t>834.2795</w:t>
      </w:r>
      <w:r>
        <w:tab/>
        <w:t>2.025e0</w:t>
      </w:r>
    </w:p>
    <w:p w:rsidR="006974AE" w:rsidRDefault="006974AE" w:rsidP="006974AE">
      <w:r>
        <w:t>834.3597</w:t>
      </w:r>
      <w:r>
        <w:tab/>
        <w:t>3.967e0</w:t>
      </w:r>
    </w:p>
    <w:p w:rsidR="006974AE" w:rsidRDefault="006974AE" w:rsidP="006974AE">
      <w:r>
        <w:t>834.3638</w:t>
      </w:r>
      <w:r>
        <w:tab/>
        <w:t>3.038e0</w:t>
      </w:r>
    </w:p>
    <w:p w:rsidR="006974AE" w:rsidRDefault="006974AE" w:rsidP="006974AE">
      <w:r>
        <w:t>834.3680</w:t>
      </w:r>
      <w:r>
        <w:tab/>
        <w:t>4.051e0</w:t>
      </w:r>
    </w:p>
    <w:p w:rsidR="006974AE" w:rsidRDefault="006974AE" w:rsidP="006974AE">
      <w:r>
        <w:t>834.3870</w:t>
      </w:r>
      <w:r>
        <w:tab/>
        <w:t>2.025e0</w:t>
      </w:r>
    </w:p>
    <w:p w:rsidR="006974AE" w:rsidRDefault="006974AE" w:rsidP="006974AE">
      <w:r>
        <w:t>834.3900</w:t>
      </w:r>
      <w:r>
        <w:tab/>
        <w:t>5.874e0</w:t>
      </w:r>
    </w:p>
    <w:p w:rsidR="006974AE" w:rsidRDefault="006974AE" w:rsidP="006974AE">
      <w:r>
        <w:t>834.3969</w:t>
      </w:r>
      <w:r>
        <w:tab/>
        <w:t>2.011e0</w:t>
      </w:r>
    </w:p>
    <w:p w:rsidR="006974AE" w:rsidRDefault="006974AE" w:rsidP="006974AE">
      <w:r>
        <w:t>834.4512</w:t>
      </w:r>
      <w:r>
        <w:tab/>
        <w:t>5.496e0</w:t>
      </w:r>
    </w:p>
    <w:p w:rsidR="006974AE" w:rsidRDefault="006974AE" w:rsidP="006974AE">
      <w:r>
        <w:t>834.4761</w:t>
      </w:r>
      <w:r>
        <w:tab/>
        <w:t>1.013e0</w:t>
      </w:r>
    </w:p>
    <w:p w:rsidR="006974AE" w:rsidRDefault="006974AE" w:rsidP="006974AE">
      <w:r>
        <w:t>834.4827</w:t>
      </w:r>
      <w:r>
        <w:tab/>
        <w:t>3.038e0</w:t>
      </w:r>
    </w:p>
    <w:p w:rsidR="006974AE" w:rsidRDefault="006974AE" w:rsidP="006974AE">
      <w:r>
        <w:t>834.4962</w:t>
      </w:r>
      <w:r>
        <w:tab/>
        <w:t>3.909e0</w:t>
      </w:r>
    </w:p>
    <w:p w:rsidR="006974AE" w:rsidRDefault="006974AE" w:rsidP="006974AE">
      <w:r>
        <w:t>834.5031</w:t>
      </w:r>
      <w:r>
        <w:tab/>
        <w:t>2.025e0</w:t>
      </w:r>
    </w:p>
    <w:p w:rsidR="006974AE" w:rsidRDefault="006974AE" w:rsidP="006974AE">
      <w:r>
        <w:t>834.6154</w:t>
      </w:r>
      <w:r>
        <w:tab/>
        <w:t>1.013e0</w:t>
      </w:r>
    </w:p>
    <w:p w:rsidR="006974AE" w:rsidRDefault="006974AE" w:rsidP="006974AE">
      <w:r>
        <w:lastRenderedPageBreak/>
        <w:t>834.6295</w:t>
      </w:r>
      <w:r>
        <w:tab/>
        <w:t>1.013e0</w:t>
      </w:r>
    </w:p>
    <w:p w:rsidR="006974AE" w:rsidRDefault="006974AE" w:rsidP="006974AE">
      <w:r>
        <w:t>834.6446</w:t>
      </w:r>
      <w:r>
        <w:tab/>
        <w:t>1.013e0</w:t>
      </w:r>
    </w:p>
    <w:p w:rsidR="006974AE" w:rsidRDefault="006974AE" w:rsidP="006974AE">
      <w:r>
        <w:t>834.6844</w:t>
      </w:r>
      <w:r>
        <w:tab/>
        <w:t>1.013e0</w:t>
      </w:r>
    </w:p>
    <w:p w:rsidR="006974AE" w:rsidRDefault="006974AE" w:rsidP="006974AE">
      <w:r>
        <w:t>834.7418</w:t>
      </w:r>
      <w:r>
        <w:tab/>
        <w:t>1.013e0</w:t>
      </w:r>
    </w:p>
    <w:p w:rsidR="006974AE" w:rsidRDefault="006974AE" w:rsidP="006974AE">
      <w:r>
        <w:t>834.7429</w:t>
      </w:r>
      <w:r>
        <w:tab/>
        <w:t>2.025e0</w:t>
      </w:r>
    </w:p>
    <w:p w:rsidR="006974AE" w:rsidRDefault="006974AE" w:rsidP="006974AE">
      <w:r>
        <w:t>834.7714</w:t>
      </w:r>
      <w:r>
        <w:tab/>
        <w:t>3.038e0</w:t>
      </w:r>
    </w:p>
    <w:p w:rsidR="006974AE" w:rsidRDefault="006974AE" w:rsidP="006974AE">
      <w:r>
        <w:t>834.7840</w:t>
      </w:r>
      <w:r>
        <w:tab/>
        <w:t>1.013e0</w:t>
      </w:r>
    </w:p>
    <w:p w:rsidR="006974AE" w:rsidRDefault="006974AE" w:rsidP="006974AE">
      <w:r>
        <w:t>834.9221</w:t>
      </w:r>
      <w:r>
        <w:tab/>
        <w:t>1.013e0</w:t>
      </w:r>
    </w:p>
    <w:p w:rsidR="006974AE" w:rsidRDefault="006974AE" w:rsidP="006974AE">
      <w:r>
        <w:t>834.9244</w:t>
      </w:r>
      <w:r>
        <w:tab/>
        <w:t>1.013e0</w:t>
      </w:r>
    </w:p>
    <w:p w:rsidR="006974AE" w:rsidRDefault="006974AE" w:rsidP="006974AE">
      <w:r>
        <w:t>834.9255</w:t>
      </w:r>
      <w:r>
        <w:tab/>
        <w:t>1.013e0</w:t>
      </w:r>
    </w:p>
    <w:p w:rsidR="006974AE" w:rsidRDefault="006974AE" w:rsidP="006974AE">
      <w:r>
        <w:t>834.9807</w:t>
      </w:r>
      <w:r>
        <w:tab/>
        <w:t>1.013e0</w:t>
      </w:r>
    </w:p>
    <w:p w:rsidR="006974AE" w:rsidRDefault="006974AE" w:rsidP="006974AE">
      <w:r>
        <w:t>834.9957</w:t>
      </w:r>
      <w:r>
        <w:tab/>
        <w:t>1.013e0</w:t>
      </w:r>
    </w:p>
    <w:p w:rsidR="006974AE" w:rsidRDefault="006974AE" w:rsidP="006974AE">
      <w:r>
        <w:t>835.0382</w:t>
      </w:r>
      <w:r>
        <w:tab/>
        <w:t>1.013e0</w:t>
      </w:r>
    </w:p>
    <w:p w:rsidR="006974AE" w:rsidRDefault="006974AE" w:rsidP="006974AE">
      <w:r>
        <w:t>835.0907</w:t>
      </w:r>
      <w:r>
        <w:tab/>
        <w:t>1.013e0</w:t>
      </w:r>
    </w:p>
    <w:p w:rsidR="006974AE" w:rsidRDefault="006974AE" w:rsidP="006974AE">
      <w:r>
        <w:t>835.1222</w:t>
      </w:r>
      <w:r>
        <w:tab/>
        <w:t>1.013e0</w:t>
      </w:r>
    </w:p>
    <w:p w:rsidR="006974AE" w:rsidRDefault="006974AE" w:rsidP="006974AE">
      <w:r>
        <w:t>835.1407</w:t>
      </w:r>
      <w:r>
        <w:tab/>
        <w:t>1.013e0</w:t>
      </w:r>
    </w:p>
    <w:p w:rsidR="006974AE" w:rsidRDefault="006974AE" w:rsidP="006974AE">
      <w:r>
        <w:t>835.1467</w:t>
      </w:r>
      <w:r>
        <w:tab/>
        <w:t>2.025e0</w:t>
      </w:r>
    </w:p>
    <w:p w:rsidR="006974AE" w:rsidRDefault="006974AE" w:rsidP="006974AE">
      <w:r>
        <w:t>835.2054</w:t>
      </w:r>
      <w:r>
        <w:tab/>
        <w:t>1.013e0</w:t>
      </w:r>
    </w:p>
    <w:p w:rsidR="006974AE" w:rsidRDefault="006974AE" w:rsidP="006974AE">
      <w:r>
        <w:t>835.2437</w:t>
      </w:r>
      <w:r>
        <w:tab/>
        <w:t>1.013e0</w:t>
      </w:r>
    </w:p>
    <w:p w:rsidR="006974AE" w:rsidRDefault="006974AE" w:rsidP="006974AE">
      <w:r>
        <w:lastRenderedPageBreak/>
        <w:t>835.2627</w:t>
      </w:r>
      <w:r>
        <w:tab/>
        <w:t>1.013e0</w:t>
      </w:r>
    </w:p>
    <w:p w:rsidR="006974AE" w:rsidRDefault="006974AE" w:rsidP="006974AE">
      <w:r>
        <w:t>835.2767</w:t>
      </w:r>
      <w:r>
        <w:tab/>
        <w:t>1.013e0</w:t>
      </w:r>
    </w:p>
    <w:p w:rsidR="006974AE" w:rsidRDefault="006974AE" w:rsidP="006974AE">
      <w:r>
        <w:t>835.3255</w:t>
      </w:r>
      <w:r>
        <w:tab/>
        <w:t>3.038e0</w:t>
      </w:r>
    </w:p>
    <w:p w:rsidR="006974AE" w:rsidRDefault="006974AE" w:rsidP="006974AE">
      <w:r>
        <w:t>835.3319</w:t>
      </w:r>
      <w:r>
        <w:tab/>
        <w:t>2.025e0</w:t>
      </w:r>
    </w:p>
    <w:p w:rsidR="006974AE" w:rsidRDefault="006974AE" w:rsidP="006974AE">
      <w:r>
        <w:t>835.3447</w:t>
      </w:r>
      <w:r>
        <w:tab/>
        <w:t>3.038e0</w:t>
      </w:r>
    </w:p>
    <w:p w:rsidR="006974AE" w:rsidRDefault="006974AE" w:rsidP="006974AE">
      <w:r>
        <w:t>835.3686</w:t>
      </w:r>
      <w:r>
        <w:tab/>
        <w:t>1.963e0</w:t>
      </w:r>
    </w:p>
    <w:p w:rsidR="006974AE" w:rsidRDefault="006974AE" w:rsidP="006974AE">
      <w:r>
        <w:t>835.4286</w:t>
      </w:r>
      <w:r>
        <w:tab/>
        <w:t>2.025e0</w:t>
      </w:r>
    </w:p>
    <w:p w:rsidR="006974AE" w:rsidRDefault="006974AE" w:rsidP="006974AE">
      <w:r>
        <w:t>835.4301</w:t>
      </w:r>
      <w:r>
        <w:tab/>
        <w:t>1.013e0</w:t>
      </w:r>
    </w:p>
    <w:p w:rsidR="006974AE" w:rsidRDefault="006974AE" w:rsidP="006974AE">
      <w:r>
        <w:t>835.4348</w:t>
      </w:r>
      <w:r>
        <w:tab/>
        <w:t>6.520e0</w:t>
      </w:r>
    </w:p>
    <w:p w:rsidR="006974AE" w:rsidRDefault="006974AE" w:rsidP="006974AE">
      <w:r>
        <w:t>835.4448</w:t>
      </w:r>
      <w:r>
        <w:tab/>
        <w:t>3.832e0</w:t>
      </w:r>
    </w:p>
    <w:p w:rsidR="006974AE" w:rsidRDefault="006974AE" w:rsidP="006974AE">
      <w:r>
        <w:t>835.4926</w:t>
      </w:r>
      <w:r>
        <w:tab/>
        <w:t>2.025e0</w:t>
      </w:r>
    </w:p>
    <w:p w:rsidR="006974AE" w:rsidRDefault="006974AE" w:rsidP="006974AE">
      <w:r>
        <w:t>835.5200</w:t>
      </w:r>
      <w:r>
        <w:tab/>
        <w:t>3.038e0</w:t>
      </w:r>
    </w:p>
    <w:p w:rsidR="006974AE" w:rsidRDefault="006974AE" w:rsidP="006974AE">
      <w:r>
        <w:t>835.5438</w:t>
      </w:r>
      <w:r>
        <w:tab/>
        <w:t>1.013e0</w:t>
      </w:r>
    </w:p>
    <w:p w:rsidR="006974AE" w:rsidRDefault="006974AE" w:rsidP="006974AE">
      <w:r>
        <w:t>835.5990</w:t>
      </w:r>
      <w:r>
        <w:tab/>
        <w:t>1.013e0</w:t>
      </w:r>
    </w:p>
    <w:p w:rsidR="006974AE" w:rsidRDefault="006974AE" w:rsidP="006974AE">
      <w:r>
        <w:t>835.6329</w:t>
      </w:r>
      <w:r>
        <w:tab/>
        <w:t>1.013e0</w:t>
      </w:r>
    </w:p>
    <w:p w:rsidR="006974AE" w:rsidRDefault="006974AE" w:rsidP="006974AE">
      <w:r>
        <w:t>835.6666</w:t>
      </w:r>
      <w:r>
        <w:tab/>
        <w:t>1.013e0</w:t>
      </w:r>
    </w:p>
    <w:p w:rsidR="006974AE" w:rsidRDefault="006974AE" w:rsidP="006974AE">
      <w:r>
        <w:t>835.7166</w:t>
      </w:r>
      <w:r>
        <w:tab/>
        <w:t>1.013e0</w:t>
      </w:r>
    </w:p>
    <w:p w:rsidR="006974AE" w:rsidRDefault="006974AE" w:rsidP="006974AE">
      <w:r>
        <w:t>835.7339</w:t>
      </w:r>
      <w:r>
        <w:tab/>
        <w:t>2.025e0</w:t>
      </w:r>
    </w:p>
    <w:p w:rsidR="006974AE" w:rsidRDefault="006974AE" w:rsidP="006974AE">
      <w:r>
        <w:t>835.7406</w:t>
      </w:r>
      <w:r>
        <w:tab/>
        <w:t>2.025e0</w:t>
      </w:r>
    </w:p>
    <w:p w:rsidR="006974AE" w:rsidRDefault="006974AE" w:rsidP="006974AE">
      <w:r>
        <w:lastRenderedPageBreak/>
        <w:t>835.7524</w:t>
      </w:r>
      <w:r>
        <w:tab/>
        <w:t>1.013e0</w:t>
      </w:r>
    </w:p>
    <w:p w:rsidR="006974AE" w:rsidRDefault="006974AE" w:rsidP="006974AE">
      <w:r>
        <w:t>835.8185</w:t>
      </w:r>
      <w:r>
        <w:tab/>
        <w:t>1.013e0</w:t>
      </w:r>
    </w:p>
    <w:p w:rsidR="006974AE" w:rsidRDefault="006974AE" w:rsidP="006974AE">
      <w:r>
        <w:t>835.8221</w:t>
      </w:r>
      <w:r>
        <w:tab/>
        <w:t>2.025e0</w:t>
      </w:r>
    </w:p>
    <w:p w:rsidR="006974AE" w:rsidRDefault="006974AE" w:rsidP="006974AE">
      <w:r>
        <w:t>835.8362</w:t>
      </w:r>
      <w:r>
        <w:tab/>
        <w:t>1.013e0</w:t>
      </w:r>
    </w:p>
    <w:p w:rsidR="006974AE" w:rsidRDefault="006974AE" w:rsidP="006974AE">
      <w:r>
        <w:t>835.8531</w:t>
      </w:r>
      <w:r>
        <w:tab/>
        <w:t>1.013e0</w:t>
      </w:r>
    </w:p>
    <w:p w:rsidR="006974AE" w:rsidRDefault="006974AE" w:rsidP="006974AE">
      <w:r>
        <w:t>835.8774</w:t>
      </w:r>
      <w:r>
        <w:tab/>
        <w:t>2.025e0</w:t>
      </w:r>
    </w:p>
    <w:p w:rsidR="006974AE" w:rsidRDefault="006974AE" w:rsidP="006974AE">
      <w:r>
        <w:t>835.9013</w:t>
      </w:r>
      <w:r>
        <w:tab/>
        <w:t>2.025e0</w:t>
      </w:r>
    </w:p>
    <w:p w:rsidR="006974AE" w:rsidRDefault="006974AE" w:rsidP="006974AE">
      <w:r>
        <w:t>835.9533</w:t>
      </w:r>
      <w:r>
        <w:tab/>
        <w:t>1.013e0</w:t>
      </w:r>
    </w:p>
    <w:p w:rsidR="006974AE" w:rsidRDefault="006974AE" w:rsidP="006974AE">
      <w:r>
        <w:t>835.9543</w:t>
      </w:r>
      <w:r>
        <w:tab/>
        <w:t>1.013e0</w:t>
      </w:r>
    </w:p>
    <w:p w:rsidR="006974AE" w:rsidRDefault="006974AE" w:rsidP="006974AE">
      <w:r>
        <w:t>835.9996</w:t>
      </w:r>
      <w:r>
        <w:tab/>
        <w:t>3.038e0</w:t>
      </w:r>
    </w:p>
    <w:p w:rsidR="006974AE" w:rsidRDefault="006974AE" w:rsidP="006974AE">
      <w:r>
        <w:t>836.0728</w:t>
      </w:r>
      <w:r>
        <w:tab/>
        <w:t>1.013e0</w:t>
      </w:r>
    </w:p>
    <w:p w:rsidR="006974AE" w:rsidRDefault="006974AE" w:rsidP="006974AE">
      <w:r>
        <w:t>836.0912</w:t>
      </w:r>
      <w:r>
        <w:tab/>
        <w:t>1.013e0</w:t>
      </w:r>
    </w:p>
    <w:p w:rsidR="006974AE" w:rsidRDefault="006974AE" w:rsidP="006974AE">
      <w:r>
        <w:t>836.1154</w:t>
      </w:r>
      <w:r>
        <w:tab/>
        <w:t>2.025e0</w:t>
      </w:r>
    </w:p>
    <w:p w:rsidR="006974AE" w:rsidRDefault="006974AE" w:rsidP="006974AE">
      <w:r>
        <w:t>836.1344</w:t>
      </w:r>
      <w:r>
        <w:tab/>
        <w:t>1.013e0</w:t>
      </w:r>
    </w:p>
    <w:p w:rsidR="006974AE" w:rsidRDefault="006974AE" w:rsidP="006974AE">
      <w:r>
        <w:t>836.1756</w:t>
      </w:r>
      <w:r>
        <w:tab/>
        <w:t>1.013e0</w:t>
      </w:r>
    </w:p>
    <w:p w:rsidR="006974AE" w:rsidRDefault="006974AE" w:rsidP="006974AE">
      <w:r>
        <w:t>836.1913</w:t>
      </w:r>
      <w:r>
        <w:tab/>
        <w:t>2.025e0</w:t>
      </w:r>
    </w:p>
    <w:p w:rsidR="006974AE" w:rsidRDefault="006974AE" w:rsidP="006974AE">
      <w:r>
        <w:t>836.2221</w:t>
      </w:r>
      <w:r>
        <w:tab/>
        <w:t>2.025e0</w:t>
      </w:r>
    </w:p>
    <w:p w:rsidR="006974AE" w:rsidRDefault="006974AE" w:rsidP="006974AE">
      <w:r>
        <w:t>836.2678</w:t>
      </w:r>
      <w:r>
        <w:tab/>
        <w:t>2.025e0</w:t>
      </w:r>
    </w:p>
    <w:p w:rsidR="006974AE" w:rsidRDefault="006974AE" w:rsidP="006974AE">
      <w:r>
        <w:t>836.2751</w:t>
      </w:r>
      <w:r>
        <w:tab/>
        <w:t>1.013e0</w:t>
      </w:r>
    </w:p>
    <w:p w:rsidR="006974AE" w:rsidRDefault="006974AE" w:rsidP="006974AE">
      <w:r>
        <w:lastRenderedPageBreak/>
        <w:t>836.3058</w:t>
      </w:r>
      <w:r>
        <w:tab/>
        <w:t>2.025e0</w:t>
      </w:r>
    </w:p>
    <w:p w:rsidR="006974AE" w:rsidRDefault="006974AE" w:rsidP="006974AE">
      <w:r>
        <w:t>836.3316</w:t>
      </w:r>
      <w:r>
        <w:tab/>
        <w:t>3.038e0</w:t>
      </w:r>
    </w:p>
    <w:p w:rsidR="006974AE" w:rsidRDefault="006974AE" w:rsidP="006974AE">
      <w:r>
        <w:t>836.3779</w:t>
      </w:r>
      <w:r>
        <w:tab/>
        <w:t>4.928e0</w:t>
      </w:r>
    </w:p>
    <w:p w:rsidR="006974AE" w:rsidRDefault="006974AE" w:rsidP="006974AE">
      <w:r>
        <w:t>836.5018</w:t>
      </w:r>
      <w:r>
        <w:tab/>
        <w:t>2.870e0</w:t>
      </w:r>
    </w:p>
    <w:p w:rsidR="006974AE" w:rsidRDefault="006974AE" w:rsidP="006974AE">
      <w:r>
        <w:t>836.5122</w:t>
      </w:r>
      <w:r>
        <w:tab/>
        <w:t>3.038e0</w:t>
      </w:r>
    </w:p>
    <w:p w:rsidR="006974AE" w:rsidRDefault="006974AE" w:rsidP="006974AE">
      <w:r>
        <w:t>836.5284</w:t>
      </w:r>
      <w:r>
        <w:tab/>
        <w:t>1.013e0</w:t>
      </w:r>
    </w:p>
    <w:p w:rsidR="006974AE" w:rsidRDefault="006974AE" w:rsidP="006974AE">
      <w:r>
        <w:t>836.5414</w:t>
      </w:r>
      <w:r>
        <w:tab/>
        <w:t>1.013e0</w:t>
      </w:r>
    </w:p>
    <w:p w:rsidR="006974AE" w:rsidRDefault="006974AE" w:rsidP="006974AE">
      <w:r>
        <w:t>836.5565</w:t>
      </w:r>
      <w:r>
        <w:tab/>
        <w:t>1.013e0</w:t>
      </w:r>
    </w:p>
    <w:p w:rsidR="006974AE" w:rsidRDefault="006974AE" w:rsidP="006974AE">
      <w:r>
        <w:t>836.5638</w:t>
      </w:r>
      <w:r>
        <w:tab/>
        <w:t>1.013e0</w:t>
      </w:r>
    </w:p>
    <w:p w:rsidR="006974AE" w:rsidRDefault="006974AE" w:rsidP="006974AE">
      <w:r>
        <w:t>836.6661</w:t>
      </w:r>
      <w:r>
        <w:tab/>
        <w:t>1.013e0</w:t>
      </w:r>
    </w:p>
    <w:p w:rsidR="006974AE" w:rsidRDefault="006974AE" w:rsidP="006974AE">
      <w:r>
        <w:t>836.6733</w:t>
      </w:r>
      <w:r>
        <w:tab/>
        <w:t>4.051e0</w:t>
      </w:r>
    </w:p>
    <w:p w:rsidR="006974AE" w:rsidRDefault="006974AE" w:rsidP="006974AE">
      <w:r>
        <w:t>836.6821</w:t>
      </w:r>
      <w:r>
        <w:tab/>
        <w:t>1.013e0</w:t>
      </w:r>
    </w:p>
    <w:p w:rsidR="006974AE" w:rsidRDefault="006974AE" w:rsidP="006974AE">
      <w:r>
        <w:t>836.7171</w:t>
      </w:r>
      <w:r>
        <w:tab/>
        <w:t>2.025e0</w:t>
      </w:r>
    </w:p>
    <w:p w:rsidR="006974AE" w:rsidRDefault="006974AE" w:rsidP="006974AE">
      <w:r>
        <w:t>836.7666</w:t>
      </w:r>
      <w:r>
        <w:tab/>
        <w:t>1.013e0</w:t>
      </w:r>
    </w:p>
    <w:p w:rsidR="006974AE" w:rsidRDefault="006974AE" w:rsidP="006974AE">
      <w:r>
        <w:t>836.7961</w:t>
      </w:r>
      <w:r>
        <w:tab/>
        <w:t>3.038e0</w:t>
      </w:r>
    </w:p>
    <w:p w:rsidR="006974AE" w:rsidRDefault="006974AE" w:rsidP="006974AE">
      <w:r>
        <w:t>836.7975</w:t>
      </w:r>
      <w:r>
        <w:tab/>
        <w:t>3.038e0</w:t>
      </w:r>
    </w:p>
    <w:p w:rsidR="006974AE" w:rsidRDefault="006974AE" w:rsidP="006974AE">
      <w:r>
        <w:t>836.8370</w:t>
      </w:r>
      <w:r>
        <w:tab/>
        <w:t>1.013e0</w:t>
      </w:r>
    </w:p>
    <w:p w:rsidR="006974AE" w:rsidRDefault="006974AE" w:rsidP="006974AE">
      <w:r>
        <w:t>836.8605</w:t>
      </w:r>
      <w:r>
        <w:tab/>
        <w:t>2.025e0</w:t>
      </w:r>
    </w:p>
    <w:p w:rsidR="006974AE" w:rsidRDefault="006974AE" w:rsidP="006974AE">
      <w:r>
        <w:t>836.8680</w:t>
      </w:r>
      <w:r>
        <w:tab/>
        <w:t>1.013e0</w:t>
      </w:r>
    </w:p>
    <w:p w:rsidR="006974AE" w:rsidRDefault="006974AE" w:rsidP="006974AE">
      <w:r>
        <w:lastRenderedPageBreak/>
        <w:t>836.8793</w:t>
      </w:r>
      <w:r>
        <w:tab/>
        <w:t>1.013e0</w:t>
      </w:r>
    </w:p>
    <w:p w:rsidR="006974AE" w:rsidRDefault="006974AE" w:rsidP="006974AE">
      <w:r>
        <w:t>836.8865</w:t>
      </w:r>
      <w:r>
        <w:tab/>
        <w:t>1.013e0</w:t>
      </w:r>
    </w:p>
    <w:p w:rsidR="006974AE" w:rsidRDefault="006974AE" w:rsidP="006974AE">
      <w:r>
        <w:t>836.9150</w:t>
      </w:r>
      <w:r>
        <w:tab/>
        <w:t>2.025e0</w:t>
      </w:r>
    </w:p>
    <w:p w:rsidR="006974AE" w:rsidRDefault="006974AE" w:rsidP="006974AE">
      <w:r>
        <w:t>836.9366</w:t>
      </w:r>
      <w:r>
        <w:tab/>
        <w:t>1.013e0</w:t>
      </w:r>
    </w:p>
    <w:p w:rsidR="006974AE" w:rsidRDefault="006974AE" w:rsidP="006974AE">
      <w:r>
        <w:t>836.9778</w:t>
      </w:r>
      <w:r>
        <w:tab/>
        <w:t>1.013e0</w:t>
      </w:r>
    </w:p>
    <w:p w:rsidR="006974AE" w:rsidRDefault="006974AE" w:rsidP="006974AE">
      <w:r>
        <w:t>837.0518</w:t>
      </w:r>
      <w:r>
        <w:tab/>
        <w:t>2.025e0</w:t>
      </w:r>
    </w:p>
    <w:p w:rsidR="006974AE" w:rsidRDefault="006974AE" w:rsidP="006974AE">
      <w:r>
        <w:t>837.0623</w:t>
      </w:r>
      <w:r>
        <w:tab/>
        <w:t>1.013e0</w:t>
      </w:r>
    </w:p>
    <w:p w:rsidR="006974AE" w:rsidRDefault="006974AE" w:rsidP="006974AE">
      <w:r>
        <w:t>837.0764</w:t>
      </w:r>
      <w:r>
        <w:tab/>
        <w:t>2.025e0</w:t>
      </w:r>
    </w:p>
    <w:p w:rsidR="006974AE" w:rsidRDefault="006974AE" w:rsidP="006974AE">
      <w:r>
        <w:t>837.0915</w:t>
      </w:r>
      <w:r>
        <w:tab/>
        <w:t>1.013e0</w:t>
      </w:r>
    </w:p>
    <w:p w:rsidR="006974AE" w:rsidRDefault="006974AE" w:rsidP="006974AE">
      <w:r>
        <w:t>837.1141</w:t>
      </w:r>
      <w:r>
        <w:tab/>
        <w:t>2.025e0</w:t>
      </w:r>
    </w:p>
    <w:p w:rsidR="006974AE" w:rsidRDefault="006974AE" w:rsidP="006974AE">
      <w:r>
        <w:t>837.1233</w:t>
      </w:r>
      <w:r>
        <w:tab/>
        <w:t>1.013e0</w:t>
      </w:r>
    </w:p>
    <w:p w:rsidR="006974AE" w:rsidRDefault="006974AE" w:rsidP="006974AE">
      <w:r>
        <w:t>837.1580</w:t>
      </w:r>
      <w:r>
        <w:tab/>
        <w:t>1.013e0</w:t>
      </w:r>
    </w:p>
    <w:p w:rsidR="006974AE" w:rsidRDefault="006974AE" w:rsidP="006974AE">
      <w:r>
        <w:t>837.2119</w:t>
      </w:r>
      <w:r>
        <w:tab/>
        <w:t>2.025e0</w:t>
      </w:r>
    </w:p>
    <w:p w:rsidR="006974AE" w:rsidRDefault="006974AE" w:rsidP="006974AE">
      <w:r>
        <w:t>837.2416</w:t>
      </w:r>
      <w:r>
        <w:tab/>
        <w:t>1.013e0</w:t>
      </w:r>
    </w:p>
    <w:p w:rsidR="006974AE" w:rsidRDefault="006974AE" w:rsidP="006974AE">
      <w:r>
        <w:t>837.2605</w:t>
      </w:r>
      <w:r>
        <w:tab/>
        <w:t>1.013e0</w:t>
      </w:r>
    </w:p>
    <w:p w:rsidR="006974AE" w:rsidRDefault="006974AE" w:rsidP="006974AE">
      <w:r>
        <w:t>837.2840</w:t>
      </w:r>
      <w:r>
        <w:tab/>
        <w:t>2.025e0</w:t>
      </w:r>
    </w:p>
    <w:p w:rsidR="006974AE" w:rsidRDefault="006974AE" w:rsidP="006974AE">
      <w:r>
        <w:t>837.2887</w:t>
      </w:r>
      <w:r>
        <w:tab/>
        <w:t>1.013e0</w:t>
      </w:r>
    </w:p>
    <w:p w:rsidR="006974AE" w:rsidRDefault="006974AE" w:rsidP="006974AE">
      <w:r>
        <w:t>837.3090</w:t>
      </w:r>
      <w:r>
        <w:tab/>
        <w:t>1.013e0</w:t>
      </w:r>
    </w:p>
    <w:p w:rsidR="006974AE" w:rsidRDefault="006974AE" w:rsidP="006974AE">
      <w:r>
        <w:t>837.3452</w:t>
      </w:r>
      <w:r>
        <w:tab/>
        <w:t>3.038e0</w:t>
      </w:r>
    </w:p>
    <w:p w:rsidR="006974AE" w:rsidRDefault="006974AE" w:rsidP="006974AE">
      <w:r>
        <w:lastRenderedPageBreak/>
        <w:t>837.3732</w:t>
      </w:r>
      <w:r>
        <w:tab/>
        <w:t>1.013e0</w:t>
      </w:r>
    </w:p>
    <w:p w:rsidR="006974AE" w:rsidRDefault="006974AE" w:rsidP="006974AE">
      <w:r>
        <w:t>837.4373</w:t>
      </w:r>
      <w:r>
        <w:tab/>
        <w:t>2.583e0</w:t>
      </w:r>
    </w:p>
    <w:p w:rsidR="006974AE" w:rsidRDefault="006974AE" w:rsidP="006974AE">
      <w:r>
        <w:t>837.4718</w:t>
      </w:r>
      <w:r>
        <w:tab/>
        <w:t>1.013e0</w:t>
      </w:r>
    </w:p>
    <w:p w:rsidR="006974AE" w:rsidRDefault="006974AE" w:rsidP="006974AE">
      <w:r>
        <w:t>837.4958</w:t>
      </w:r>
      <w:r>
        <w:tab/>
        <w:t>2.025e0</w:t>
      </w:r>
    </w:p>
    <w:p w:rsidR="006974AE" w:rsidRDefault="006974AE" w:rsidP="006974AE">
      <w:r>
        <w:t>837.5054</w:t>
      </w:r>
      <w:r>
        <w:tab/>
        <w:t>4.051e0</w:t>
      </w:r>
    </w:p>
    <w:p w:rsidR="006974AE" w:rsidRDefault="006974AE" w:rsidP="006974AE">
      <w:r>
        <w:t>837.5292</w:t>
      </w:r>
      <w:r>
        <w:tab/>
        <w:t>1.013e0</w:t>
      </w:r>
    </w:p>
    <w:p w:rsidR="006974AE" w:rsidRDefault="006974AE" w:rsidP="006974AE">
      <w:r>
        <w:t>837.5428</w:t>
      </w:r>
      <w:r>
        <w:tab/>
        <w:t>2.025e0</w:t>
      </w:r>
    </w:p>
    <w:p w:rsidR="006974AE" w:rsidRDefault="006974AE" w:rsidP="006974AE">
      <w:r>
        <w:t>837.6317</w:t>
      </w:r>
      <w:r>
        <w:tab/>
        <w:t>1.013e0</w:t>
      </w:r>
    </w:p>
    <w:p w:rsidR="006974AE" w:rsidRDefault="006974AE" w:rsidP="006974AE">
      <w:r>
        <w:t>837.6423</w:t>
      </w:r>
      <w:r>
        <w:tab/>
        <w:t>3.038e0</w:t>
      </w:r>
    </w:p>
    <w:p w:rsidR="006974AE" w:rsidRDefault="006974AE" w:rsidP="006974AE">
      <w:r>
        <w:t>837.7103</w:t>
      </w:r>
      <w:r>
        <w:tab/>
        <w:t>1.013e0</w:t>
      </w:r>
    </w:p>
    <w:p w:rsidR="006974AE" w:rsidRDefault="006974AE" w:rsidP="006974AE">
      <w:r>
        <w:t>837.7210</w:t>
      </w:r>
      <w:r>
        <w:tab/>
        <w:t>2.025e0</w:t>
      </w:r>
    </w:p>
    <w:p w:rsidR="006974AE" w:rsidRDefault="006974AE" w:rsidP="006974AE">
      <w:r>
        <w:t>837.7244</w:t>
      </w:r>
      <w:r>
        <w:tab/>
        <w:t>1.013e0</w:t>
      </w:r>
    </w:p>
    <w:p w:rsidR="006974AE" w:rsidRDefault="006974AE" w:rsidP="006974AE">
      <w:r>
        <w:t>837.7976</w:t>
      </w:r>
      <w:r>
        <w:tab/>
        <w:t>2.025e0</w:t>
      </w:r>
    </w:p>
    <w:p w:rsidR="006974AE" w:rsidRDefault="006974AE" w:rsidP="006974AE">
      <w:r>
        <w:t>837.8172</w:t>
      </w:r>
      <w:r>
        <w:tab/>
        <w:t>1.013e0</w:t>
      </w:r>
    </w:p>
    <w:p w:rsidR="006974AE" w:rsidRDefault="006974AE" w:rsidP="006974AE">
      <w:r>
        <w:t>837.8184</w:t>
      </w:r>
      <w:r>
        <w:tab/>
        <w:t>2.025e0</w:t>
      </w:r>
    </w:p>
    <w:p w:rsidR="006974AE" w:rsidRDefault="006974AE" w:rsidP="006974AE">
      <w:r>
        <w:t>837.8276</w:t>
      </w:r>
      <w:r>
        <w:tab/>
        <w:t>2.025e0</w:t>
      </w:r>
    </w:p>
    <w:p w:rsidR="006974AE" w:rsidRDefault="006974AE" w:rsidP="006974AE">
      <w:r>
        <w:t>837.8358</w:t>
      </w:r>
      <w:r>
        <w:tab/>
        <w:t>1.013e0</w:t>
      </w:r>
    </w:p>
    <w:p w:rsidR="006974AE" w:rsidRDefault="006974AE" w:rsidP="006974AE">
      <w:r>
        <w:t>837.8946</w:t>
      </w:r>
      <w:r>
        <w:tab/>
        <w:t>2.025e0</w:t>
      </w:r>
    </w:p>
    <w:p w:rsidR="006974AE" w:rsidRDefault="006974AE" w:rsidP="006974AE">
      <w:r>
        <w:t>837.9195</w:t>
      </w:r>
      <w:r>
        <w:tab/>
        <w:t>1.013e0</w:t>
      </w:r>
    </w:p>
    <w:p w:rsidR="006974AE" w:rsidRDefault="006974AE" w:rsidP="006974AE">
      <w:r>
        <w:lastRenderedPageBreak/>
        <w:t>837.9640</w:t>
      </w:r>
      <w:r>
        <w:tab/>
        <w:t>1.013e0</w:t>
      </w:r>
    </w:p>
    <w:p w:rsidR="006974AE" w:rsidRDefault="006974AE" w:rsidP="006974AE">
      <w:r>
        <w:t>837.9866</w:t>
      </w:r>
      <w:r>
        <w:tab/>
        <w:t>1.013e0</w:t>
      </w:r>
    </w:p>
    <w:p w:rsidR="006974AE" w:rsidRDefault="006974AE" w:rsidP="006974AE">
      <w:r>
        <w:t>838.0214</w:t>
      </w:r>
      <w:r>
        <w:tab/>
        <w:t>1.013e0</w:t>
      </w:r>
    </w:p>
    <w:p w:rsidR="006974AE" w:rsidRDefault="006974AE" w:rsidP="006974AE">
      <w:r>
        <w:t>838.0355</w:t>
      </w:r>
      <w:r>
        <w:tab/>
        <w:t>1.013e0</w:t>
      </w:r>
    </w:p>
    <w:p w:rsidR="006974AE" w:rsidRDefault="006974AE" w:rsidP="006974AE">
      <w:r>
        <w:t>838.0778</w:t>
      </w:r>
      <w:r>
        <w:tab/>
        <w:t>1.013e0</w:t>
      </w:r>
    </w:p>
    <w:p w:rsidR="006974AE" w:rsidRDefault="006974AE" w:rsidP="006974AE">
      <w:r>
        <w:t>838.1050</w:t>
      </w:r>
      <w:r>
        <w:tab/>
        <w:t>1.013e0</w:t>
      </w:r>
    </w:p>
    <w:p w:rsidR="006974AE" w:rsidRDefault="006974AE" w:rsidP="006974AE">
      <w:r>
        <w:t>838.2319</w:t>
      </w:r>
      <w:r>
        <w:tab/>
        <w:t>1.013e0</w:t>
      </w:r>
    </w:p>
    <w:p w:rsidR="006974AE" w:rsidRDefault="006974AE" w:rsidP="006974AE">
      <w:r>
        <w:t>838.2355</w:t>
      </w:r>
      <w:r>
        <w:tab/>
        <w:t>2.025e0</w:t>
      </w:r>
    </w:p>
    <w:p w:rsidR="006974AE" w:rsidRDefault="006974AE" w:rsidP="006974AE">
      <w:r>
        <w:t>838.2418</w:t>
      </w:r>
      <w:r>
        <w:tab/>
        <w:t>1.013e0</w:t>
      </w:r>
    </w:p>
    <w:p w:rsidR="006974AE" w:rsidRDefault="006974AE" w:rsidP="006974AE">
      <w:r>
        <w:t>838.2814</w:t>
      </w:r>
      <w:r>
        <w:tab/>
        <w:t>2.025e0</w:t>
      </w:r>
    </w:p>
    <w:p w:rsidR="006974AE" w:rsidRDefault="006974AE" w:rsidP="006974AE">
      <w:r>
        <w:t>838.3034</w:t>
      </w:r>
      <w:r>
        <w:tab/>
        <w:t>1.013e0</w:t>
      </w:r>
    </w:p>
    <w:p w:rsidR="006974AE" w:rsidRDefault="006974AE" w:rsidP="006974AE">
      <w:r>
        <w:t>838.3265</w:t>
      </w:r>
      <w:r>
        <w:tab/>
        <w:t>1.013e0</w:t>
      </w:r>
    </w:p>
    <w:p w:rsidR="006974AE" w:rsidRDefault="006974AE" w:rsidP="006974AE">
      <w:r>
        <w:t>838.3316</w:t>
      </w:r>
      <w:r>
        <w:tab/>
        <w:t>1.013e0</w:t>
      </w:r>
    </w:p>
    <w:p w:rsidR="006974AE" w:rsidRDefault="006974AE" w:rsidP="006974AE">
      <w:r>
        <w:t>838.3513</w:t>
      </w:r>
      <w:r>
        <w:tab/>
        <w:t>2.025e0</w:t>
      </w:r>
    </w:p>
    <w:p w:rsidR="006974AE" w:rsidRDefault="006974AE" w:rsidP="006974AE">
      <w:r>
        <w:t>838.3609</w:t>
      </w:r>
      <w:r>
        <w:tab/>
        <w:t>5.993e0</w:t>
      </w:r>
    </w:p>
    <w:p w:rsidR="006974AE" w:rsidRDefault="006974AE" w:rsidP="006974AE">
      <w:r>
        <w:t>838.3799</w:t>
      </w:r>
      <w:r>
        <w:tab/>
        <w:t>1.333e0</w:t>
      </w:r>
    </w:p>
    <w:p w:rsidR="006974AE" w:rsidRDefault="006974AE" w:rsidP="006974AE">
      <w:r>
        <w:t>838.4371</w:t>
      </w:r>
      <w:r>
        <w:tab/>
        <w:t>1.824e0</w:t>
      </w:r>
    </w:p>
    <w:p w:rsidR="006974AE" w:rsidRDefault="006974AE" w:rsidP="006974AE">
      <w:r>
        <w:t>838.4439</w:t>
      </w:r>
      <w:r>
        <w:tab/>
        <w:t>2.025e0</w:t>
      </w:r>
    </w:p>
    <w:p w:rsidR="006974AE" w:rsidRDefault="006974AE" w:rsidP="006974AE">
      <w:r>
        <w:t>838.4554</w:t>
      </w:r>
      <w:r>
        <w:tab/>
        <w:t>3.038e0</w:t>
      </w:r>
    </w:p>
    <w:p w:rsidR="006974AE" w:rsidRDefault="006974AE" w:rsidP="006974AE">
      <w:r>
        <w:lastRenderedPageBreak/>
        <w:t>838.4591</w:t>
      </w:r>
      <w:r>
        <w:tab/>
        <w:t>5.832e0</w:t>
      </w:r>
    </w:p>
    <w:p w:rsidR="006974AE" w:rsidRDefault="006974AE" w:rsidP="006974AE">
      <w:r>
        <w:t>838.4670</w:t>
      </w:r>
      <w:r>
        <w:tab/>
        <w:t>1.861e0</w:t>
      </w:r>
    </w:p>
    <w:p w:rsidR="006974AE" w:rsidRDefault="006974AE" w:rsidP="006974AE">
      <w:r>
        <w:t>838.4958</w:t>
      </w:r>
      <w:r>
        <w:tab/>
        <w:t>1.013e0</w:t>
      </w:r>
    </w:p>
    <w:p w:rsidR="006974AE" w:rsidRDefault="006974AE" w:rsidP="006974AE">
      <w:r>
        <w:t>838.5126</w:t>
      </w:r>
      <w:r>
        <w:tab/>
        <w:t>1.013e0</w:t>
      </w:r>
    </w:p>
    <w:p w:rsidR="006974AE" w:rsidRDefault="006974AE" w:rsidP="006974AE">
      <w:r>
        <w:t>838.5458</w:t>
      </w:r>
      <w:r>
        <w:tab/>
        <w:t>1.013e0</w:t>
      </w:r>
    </w:p>
    <w:p w:rsidR="006974AE" w:rsidRDefault="006974AE" w:rsidP="006974AE">
      <w:r>
        <w:t>838.5573</w:t>
      </w:r>
      <w:r>
        <w:tab/>
        <w:t>1.013e0</w:t>
      </w:r>
    </w:p>
    <w:p w:rsidR="006974AE" w:rsidRDefault="006974AE" w:rsidP="006974AE">
      <w:r>
        <w:t>838.5736</w:t>
      </w:r>
      <w:r>
        <w:tab/>
        <w:t>2.025e0</w:t>
      </w:r>
    </w:p>
    <w:p w:rsidR="006974AE" w:rsidRDefault="006974AE" w:rsidP="006974AE">
      <w:r>
        <w:t>838.6127</w:t>
      </w:r>
      <w:r>
        <w:tab/>
        <w:t>1.013e0</w:t>
      </w:r>
    </w:p>
    <w:p w:rsidR="006974AE" w:rsidRDefault="006974AE" w:rsidP="006974AE">
      <w:r>
        <w:t>838.6834</w:t>
      </w:r>
      <w:r>
        <w:tab/>
        <w:t>5.063e0</w:t>
      </w:r>
    </w:p>
    <w:p w:rsidR="006974AE" w:rsidRDefault="006974AE" w:rsidP="006974AE">
      <w:r>
        <w:t>838.7114</w:t>
      </w:r>
      <w:r>
        <w:tab/>
        <w:t>1.013e0</w:t>
      </w:r>
    </w:p>
    <w:p w:rsidR="006974AE" w:rsidRDefault="006974AE" w:rsidP="006974AE">
      <w:r>
        <w:t>838.7266</w:t>
      </w:r>
      <w:r>
        <w:tab/>
        <w:t>1.013e0</w:t>
      </w:r>
    </w:p>
    <w:p w:rsidR="006974AE" w:rsidRDefault="006974AE" w:rsidP="006974AE">
      <w:r>
        <w:t>838.7488</w:t>
      </w:r>
      <w:r>
        <w:tab/>
        <w:t>3.038e0</w:t>
      </w:r>
    </w:p>
    <w:p w:rsidR="006974AE" w:rsidRDefault="006974AE" w:rsidP="006974AE">
      <w:r>
        <w:t>838.7989</w:t>
      </w:r>
      <w:r>
        <w:tab/>
        <w:t>1.013e0</w:t>
      </w:r>
    </w:p>
    <w:p w:rsidR="006974AE" w:rsidRDefault="006974AE" w:rsidP="006974AE">
      <w:r>
        <w:t>838.8164</w:t>
      </w:r>
      <w:r>
        <w:tab/>
        <w:t>1.013e0</w:t>
      </w:r>
    </w:p>
    <w:p w:rsidR="006974AE" w:rsidRDefault="006974AE" w:rsidP="006974AE">
      <w:r>
        <w:t>838.8514</w:t>
      </w:r>
      <w:r>
        <w:tab/>
        <w:t>2.025e0</w:t>
      </w:r>
    </w:p>
    <w:p w:rsidR="006974AE" w:rsidRDefault="006974AE" w:rsidP="006974AE">
      <w:r>
        <w:t>839.0501</w:t>
      </w:r>
      <w:r>
        <w:tab/>
        <w:t>1.013e0</w:t>
      </w:r>
    </w:p>
    <w:p w:rsidR="006974AE" w:rsidRDefault="006974AE" w:rsidP="006974AE">
      <w:r>
        <w:t>839.0715</w:t>
      </w:r>
      <w:r>
        <w:tab/>
        <w:t>1.013e0</w:t>
      </w:r>
    </w:p>
    <w:p w:rsidR="006974AE" w:rsidRDefault="006974AE" w:rsidP="006974AE">
      <w:r>
        <w:t>839.0783</w:t>
      </w:r>
      <w:r>
        <w:tab/>
        <w:t>1.013e0</w:t>
      </w:r>
    </w:p>
    <w:p w:rsidR="006974AE" w:rsidRDefault="006974AE" w:rsidP="006974AE">
      <w:r>
        <w:t>839.1376</w:t>
      </w:r>
      <w:r>
        <w:tab/>
        <w:t>1.013e0</w:t>
      </w:r>
    </w:p>
    <w:p w:rsidR="006974AE" w:rsidRDefault="006974AE" w:rsidP="006974AE">
      <w:r>
        <w:lastRenderedPageBreak/>
        <w:t>839.1409</w:t>
      </w:r>
      <w:r>
        <w:tab/>
        <w:t>3.038e0</w:t>
      </w:r>
    </w:p>
    <w:p w:rsidR="006974AE" w:rsidRDefault="006974AE" w:rsidP="006974AE">
      <w:r>
        <w:t>839.1551</w:t>
      </w:r>
      <w:r>
        <w:tab/>
        <w:t>2.025e0</w:t>
      </w:r>
    </w:p>
    <w:p w:rsidR="006974AE" w:rsidRDefault="006974AE" w:rsidP="006974AE">
      <w:r>
        <w:t>839.2759</w:t>
      </w:r>
      <w:r>
        <w:tab/>
        <w:t>1.013e0</w:t>
      </w:r>
    </w:p>
    <w:p w:rsidR="006974AE" w:rsidRDefault="006974AE" w:rsidP="006974AE">
      <w:r>
        <w:t>839.2911</w:t>
      </w:r>
      <w:r>
        <w:tab/>
        <w:t>1.013e0</w:t>
      </w:r>
    </w:p>
    <w:p w:rsidR="006974AE" w:rsidRDefault="006974AE" w:rsidP="006974AE">
      <w:r>
        <w:t>839.3270</w:t>
      </w:r>
      <w:r>
        <w:tab/>
        <w:t>3.038e0</w:t>
      </w:r>
    </w:p>
    <w:p w:rsidR="006974AE" w:rsidRDefault="006974AE" w:rsidP="006974AE">
      <w:r>
        <w:t>839.3470</w:t>
      </w:r>
      <w:r>
        <w:tab/>
        <w:t>2.025e0</w:t>
      </w:r>
    </w:p>
    <w:p w:rsidR="006974AE" w:rsidRDefault="006974AE" w:rsidP="006974AE">
      <w:r>
        <w:t>839.3617</w:t>
      </w:r>
      <w:r>
        <w:tab/>
        <w:t>1.013e0</w:t>
      </w:r>
    </w:p>
    <w:p w:rsidR="006974AE" w:rsidRDefault="006974AE" w:rsidP="006974AE">
      <w:r>
        <w:t>839.4532</w:t>
      </w:r>
      <w:r>
        <w:tab/>
        <w:t>3.038e0</w:t>
      </w:r>
    </w:p>
    <w:p w:rsidR="006974AE" w:rsidRDefault="006974AE" w:rsidP="006974AE">
      <w:r>
        <w:t>839.4575</w:t>
      </w:r>
      <w:r>
        <w:tab/>
        <w:t>3.508e0</w:t>
      </w:r>
    </w:p>
    <w:p w:rsidR="006974AE" w:rsidRDefault="006974AE" w:rsidP="006974AE">
      <w:r>
        <w:t>839.4694</w:t>
      </w:r>
      <w:r>
        <w:tab/>
        <w:t>2.025e0</w:t>
      </w:r>
    </w:p>
    <w:p w:rsidR="006974AE" w:rsidRDefault="006974AE" w:rsidP="006974AE">
      <w:r>
        <w:t>839.4747</w:t>
      </w:r>
      <w:r>
        <w:tab/>
        <w:t>1.857e0</w:t>
      </w:r>
    </w:p>
    <w:p w:rsidR="006974AE" w:rsidRDefault="006974AE" w:rsidP="006974AE">
      <w:r>
        <w:t>839.5248</w:t>
      </w:r>
      <w:r>
        <w:tab/>
        <w:t>3.038e0</w:t>
      </w:r>
    </w:p>
    <w:p w:rsidR="006974AE" w:rsidRDefault="006974AE" w:rsidP="006974AE">
      <w:r>
        <w:t>839.5442</w:t>
      </w:r>
      <w:r>
        <w:tab/>
        <w:t>1.013e0</w:t>
      </w:r>
    </w:p>
    <w:p w:rsidR="006974AE" w:rsidRDefault="006974AE" w:rsidP="006974AE">
      <w:r>
        <w:t>839.5811</w:t>
      </w:r>
      <w:r>
        <w:tab/>
        <w:t>3.038e0</w:t>
      </w:r>
    </w:p>
    <w:p w:rsidR="006974AE" w:rsidRDefault="006974AE" w:rsidP="006974AE">
      <w:r>
        <w:t>839.5967</w:t>
      </w:r>
      <w:r>
        <w:tab/>
        <w:t>1.013e0</w:t>
      </w:r>
    </w:p>
    <w:p w:rsidR="006974AE" w:rsidRDefault="006974AE" w:rsidP="006974AE">
      <w:r>
        <w:t>839.6017</w:t>
      </w:r>
      <w:r>
        <w:tab/>
        <w:t>2.025e0</w:t>
      </w:r>
    </w:p>
    <w:p w:rsidR="006974AE" w:rsidRDefault="006974AE" w:rsidP="006974AE">
      <w:r>
        <w:t>839.6134</w:t>
      </w:r>
      <w:r>
        <w:tab/>
        <w:t>1.013e0</w:t>
      </w:r>
    </w:p>
    <w:p w:rsidR="006974AE" w:rsidRDefault="006974AE" w:rsidP="006974AE">
      <w:r>
        <w:t>839.6854</w:t>
      </w:r>
      <w:r>
        <w:tab/>
        <w:t>1.013e0</w:t>
      </w:r>
    </w:p>
    <w:p w:rsidR="006974AE" w:rsidRDefault="006974AE" w:rsidP="006974AE">
      <w:r>
        <w:t>839.7843</w:t>
      </w:r>
      <w:r>
        <w:tab/>
        <w:t>1.013e0</w:t>
      </w:r>
    </w:p>
    <w:p w:rsidR="006974AE" w:rsidRDefault="006974AE" w:rsidP="006974AE">
      <w:r>
        <w:lastRenderedPageBreak/>
        <w:t>839.7924</w:t>
      </w:r>
      <w:r>
        <w:tab/>
        <w:t>2.025e0</w:t>
      </w:r>
    </w:p>
    <w:p w:rsidR="006974AE" w:rsidRDefault="006974AE" w:rsidP="006974AE">
      <w:r>
        <w:t>839.7995</w:t>
      </w:r>
      <w:r>
        <w:tab/>
        <w:t>1.013e0</w:t>
      </w:r>
    </w:p>
    <w:p w:rsidR="006974AE" w:rsidRDefault="006974AE" w:rsidP="006974AE">
      <w:r>
        <w:t>839.8136</w:t>
      </w:r>
      <w:r>
        <w:tab/>
        <w:t>2.025e0</w:t>
      </w:r>
    </w:p>
    <w:p w:rsidR="006974AE" w:rsidRDefault="006974AE" w:rsidP="006974AE">
      <w:r>
        <w:t>839.8996</w:t>
      </w:r>
      <w:r>
        <w:tab/>
        <w:t>1.013e0</w:t>
      </w:r>
    </w:p>
    <w:p w:rsidR="006974AE" w:rsidRDefault="006974AE" w:rsidP="006974AE">
      <w:r>
        <w:t>839.9172</w:t>
      </w:r>
      <w:r>
        <w:tab/>
        <w:t>1.013e0</w:t>
      </w:r>
    </w:p>
    <w:p w:rsidR="006974AE" w:rsidRDefault="006974AE" w:rsidP="006974AE">
      <w:r>
        <w:t>839.9407</w:t>
      </w:r>
      <w:r>
        <w:tab/>
        <w:t>1.013e0</w:t>
      </w:r>
    </w:p>
    <w:p w:rsidR="006974AE" w:rsidRDefault="006974AE" w:rsidP="006974AE">
      <w:r>
        <w:t>839.9468</w:t>
      </w:r>
      <w:r>
        <w:tab/>
        <w:t>2.025e0</w:t>
      </w:r>
    </w:p>
    <w:p w:rsidR="006974AE" w:rsidRDefault="006974AE" w:rsidP="006974AE">
      <w:r>
        <w:t>839.9893</w:t>
      </w:r>
      <w:r>
        <w:tab/>
        <w:t>3.038e0</w:t>
      </w:r>
    </w:p>
    <w:p w:rsidR="006974AE" w:rsidRDefault="006974AE" w:rsidP="006974AE">
      <w:r>
        <w:t>840.0367</w:t>
      </w:r>
      <w:r>
        <w:tab/>
        <w:t>1.013e0</w:t>
      </w:r>
    </w:p>
    <w:p w:rsidR="006974AE" w:rsidRDefault="006974AE" w:rsidP="006974AE">
      <w:r>
        <w:t>840.1245</w:t>
      </w:r>
      <w:r>
        <w:tab/>
        <w:t>1.013e0</w:t>
      </w:r>
    </w:p>
    <w:p w:rsidR="006974AE" w:rsidRDefault="006974AE" w:rsidP="006974AE">
      <w:r>
        <w:t>840.1375</w:t>
      </w:r>
      <w:r>
        <w:tab/>
        <w:t>1.013e0</w:t>
      </w:r>
    </w:p>
    <w:p w:rsidR="006974AE" w:rsidRDefault="006974AE" w:rsidP="006974AE">
      <w:r>
        <w:t>840.1799</w:t>
      </w:r>
      <w:r>
        <w:tab/>
        <w:t>1.013e0</w:t>
      </w:r>
    </w:p>
    <w:p w:rsidR="006974AE" w:rsidRDefault="006974AE" w:rsidP="006974AE">
      <w:r>
        <w:t>840.1940</w:t>
      </w:r>
      <w:r>
        <w:tab/>
        <w:t>1.013e0</w:t>
      </w:r>
    </w:p>
    <w:p w:rsidR="006974AE" w:rsidRDefault="006974AE" w:rsidP="006974AE">
      <w:r>
        <w:t>840.2284</w:t>
      </w:r>
      <w:r>
        <w:tab/>
        <w:t>2.025e0</w:t>
      </w:r>
    </w:p>
    <w:p w:rsidR="006974AE" w:rsidRDefault="006974AE" w:rsidP="006974AE">
      <w:r>
        <w:t>840.2382</w:t>
      </w:r>
      <w:r>
        <w:tab/>
        <w:t>1.013e0</w:t>
      </w:r>
    </w:p>
    <w:p w:rsidR="006974AE" w:rsidRDefault="006974AE" w:rsidP="006974AE">
      <w:r>
        <w:t>840.2657</w:t>
      </w:r>
      <w:r>
        <w:tab/>
        <w:t>1.013e0</w:t>
      </w:r>
    </w:p>
    <w:p w:rsidR="006974AE" w:rsidRDefault="006974AE" w:rsidP="006974AE">
      <w:r>
        <w:t>840.2789</w:t>
      </w:r>
      <w:r>
        <w:tab/>
        <w:t>2.025e0</w:t>
      </w:r>
    </w:p>
    <w:p w:rsidR="006974AE" w:rsidRDefault="006974AE" w:rsidP="006974AE">
      <w:r>
        <w:t>840.3354</w:t>
      </w:r>
      <w:r>
        <w:tab/>
        <w:t>1.013e0</w:t>
      </w:r>
    </w:p>
    <w:p w:rsidR="006974AE" w:rsidRDefault="006974AE" w:rsidP="006974AE">
      <w:r>
        <w:t>840.3474</w:t>
      </w:r>
      <w:r>
        <w:tab/>
        <w:t>2.025e0</w:t>
      </w:r>
    </w:p>
    <w:p w:rsidR="006974AE" w:rsidRDefault="006974AE" w:rsidP="006974AE">
      <w:r>
        <w:lastRenderedPageBreak/>
        <w:t>840.3495</w:t>
      </w:r>
      <w:r>
        <w:tab/>
        <w:t>4.051e0</w:t>
      </w:r>
    </w:p>
    <w:p w:rsidR="006974AE" w:rsidRDefault="006974AE" w:rsidP="006974AE">
      <w:r>
        <w:t>840.4269</w:t>
      </w:r>
      <w:r>
        <w:tab/>
        <w:t>3.038e0</w:t>
      </w:r>
    </w:p>
    <w:p w:rsidR="006974AE" w:rsidRDefault="006974AE" w:rsidP="006974AE">
      <w:r>
        <w:t>840.4341</w:t>
      </w:r>
      <w:r>
        <w:tab/>
        <w:t>4.087e0</w:t>
      </w:r>
    </w:p>
    <w:p w:rsidR="006974AE" w:rsidRDefault="006974AE" w:rsidP="006974AE">
      <w:r>
        <w:t>840.4453</w:t>
      </w:r>
      <w:r>
        <w:tab/>
        <w:t>1.789e0</w:t>
      </w:r>
    </w:p>
    <w:p w:rsidR="006974AE" w:rsidRDefault="006974AE" w:rsidP="006974AE">
      <w:r>
        <w:t>840.4539</w:t>
      </w:r>
      <w:r>
        <w:tab/>
        <w:t>2.025e0</w:t>
      </w:r>
    </w:p>
    <w:p w:rsidR="006974AE" w:rsidRDefault="006974AE" w:rsidP="006974AE">
      <w:r>
        <w:t>840.4658</w:t>
      </w:r>
      <w:r>
        <w:tab/>
        <w:t>4.226e0</w:t>
      </w:r>
    </w:p>
    <w:p w:rsidR="006974AE" w:rsidRDefault="006974AE" w:rsidP="006974AE">
      <w:r>
        <w:t>840.4786</w:t>
      </w:r>
      <w:r>
        <w:tab/>
        <w:t>8.101e0</w:t>
      </w:r>
    </w:p>
    <w:p w:rsidR="006974AE" w:rsidRDefault="006974AE" w:rsidP="006974AE">
      <w:r>
        <w:t>840.5333</w:t>
      </w:r>
      <w:r>
        <w:tab/>
        <w:t>2.025e0</w:t>
      </w:r>
    </w:p>
    <w:p w:rsidR="006974AE" w:rsidRDefault="006974AE" w:rsidP="006974AE">
      <w:r>
        <w:t>840.5433</w:t>
      </w:r>
      <w:r>
        <w:tab/>
        <w:t>3.038e0</w:t>
      </w:r>
    </w:p>
    <w:p w:rsidR="006974AE" w:rsidRDefault="006974AE" w:rsidP="006974AE">
      <w:r>
        <w:t>840.5616</w:t>
      </w:r>
      <w:r>
        <w:tab/>
        <w:t>2.025e0</w:t>
      </w:r>
    </w:p>
    <w:p w:rsidR="006974AE" w:rsidRDefault="006974AE" w:rsidP="006974AE">
      <w:r>
        <w:t>840.6050</w:t>
      </w:r>
      <w:r>
        <w:tab/>
        <w:t>1.013e0</w:t>
      </w:r>
    </w:p>
    <w:p w:rsidR="006974AE" w:rsidRDefault="006974AE" w:rsidP="006974AE">
      <w:r>
        <w:t>840.6127</w:t>
      </w:r>
      <w:r>
        <w:tab/>
        <w:t>1.013e0</w:t>
      </w:r>
    </w:p>
    <w:p w:rsidR="006974AE" w:rsidRDefault="006974AE" w:rsidP="006974AE">
      <w:r>
        <w:t>840.6302</w:t>
      </w:r>
      <w:r>
        <w:tab/>
        <w:t>1.013e0</w:t>
      </w:r>
    </w:p>
    <w:p w:rsidR="006974AE" w:rsidRDefault="006974AE" w:rsidP="006974AE">
      <w:r>
        <w:t>840.6464</w:t>
      </w:r>
      <w:r>
        <w:tab/>
        <w:t>2.025e0</w:t>
      </w:r>
    </w:p>
    <w:p w:rsidR="006974AE" w:rsidRDefault="006974AE" w:rsidP="006974AE">
      <w:r>
        <w:t>840.6605</w:t>
      </w:r>
      <w:r>
        <w:tab/>
        <w:t>2.025e0</w:t>
      </w:r>
    </w:p>
    <w:p w:rsidR="006974AE" w:rsidRDefault="006974AE" w:rsidP="006974AE">
      <w:r>
        <w:t>840.6964</w:t>
      </w:r>
      <w:r>
        <w:tab/>
        <w:t>1.013e0</w:t>
      </w:r>
    </w:p>
    <w:p w:rsidR="006974AE" w:rsidRDefault="006974AE" w:rsidP="006974AE">
      <w:r>
        <w:t>840.6974</w:t>
      </w:r>
      <w:r>
        <w:tab/>
        <w:t>1.013e0</w:t>
      </w:r>
    </w:p>
    <w:p w:rsidR="006974AE" w:rsidRDefault="006974AE" w:rsidP="006974AE">
      <w:r>
        <w:t>840.7181</w:t>
      </w:r>
      <w:r>
        <w:tab/>
        <w:t>1.013e0</w:t>
      </w:r>
    </w:p>
    <w:p w:rsidR="006974AE" w:rsidRDefault="006974AE" w:rsidP="006974AE">
      <w:r>
        <w:t>840.7323</w:t>
      </w:r>
      <w:r>
        <w:tab/>
        <w:t>1.013e0</w:t>
      </w:r>
    </w:p>
    <w:p w:rsidR="006974AE" w:rsidRDefault="006974AE" w:rsidP="006974AE">
      <w:r>
        <w:lastRenderedPageBreak/>
        <w:t>840.8667</w:t>
      </w:r>
      <w:r>
        <w:tab/>
        <w:t>1.013e0</w:t>
      </w:r>
    </w:p>
    <w:p w:rsidR="006974AE" w:rsidRDefault="006974AE" w:rsidP="006974AE">
      <w:r>
        <w:t>840.8868</w:t>
      </w:r>
      <w:r>
        <w:tab/>
        <w:t>2.025e0</w:t>
      </w:r>
    </w:p>
    <w:p w:rsidR="006974AE" w:rsidRDefault="006974AE" w:rsidP="006974AE">
      <w:r>
        <w:t>840.9151</w:t>
      </w:r>
      <w:r>
        <w:tab/>
        <w:t>1.013e0</w:t>
      </w:r>
    </w:p>
    <w:p w:rsidR="006974AE" w:rsidRDefault="006974AE" w:rsidP="006974AE">
      <w:r>
        <w:t>840.9444</w:t>
      </w:r>
      <w:r>
        <w:tab/>
        <w:t>1.013e0</w:t>
      </w:r>
    </w:p>
    <w:p w:rsidR="006974AE" w:rsidRDefault="006974AE" w:rsidP="006974AE">
      <w:r>
        <w:t>840.9858</w:t>
      </w:r>
      <w:r>
        <w:tab/>
        <w:t>2.025e0</w:t>
      </w:r>
    </w:p>
    <w:p w:rsidR="006974AE" w:rsidRDefault="006974AE" w:rsidP="006974AE">
      <w:r>
        <w:t>841.0010</w:t>
      </w:r>
      <w:r>
        <w:tab/>
        <w:t>1.013e0</w:t>
      </w:r>
    </w:p>
    <w:p w:rsidR="006974AE" w:rsidRDefault="006974AE" w:rsidP="006974AE">
      <w:r>
        <w:t>841.0151</w:t>
      </w:r>
      <w:r>
        <w:tab/>
        <w:t>1.013e0</w:t>
      </w:r>
    </w:p>
    <w:p w:rsidR="006974AE" w:rsidRDefault="006974AE" w:rsidP="006974AE">
      <w:r>
        <w:t>841.0350</w:t>
      </w:r>
      <w:r>
        <w:tab/>
        <w:t>1.013e0</w:t>
      </w:r>
    </w:p>
    <w:p w:rsidR="006974AE" w:rsidRDefault="006974AE" w:rsidP="006974AE">
      <w:r>
        <w:t>841.0435</w:t>
      </w:r>
      <w:r>
        <w:tab/>
        <w:t>1.013e0</w:t>
      </w:r>
    </w:p>
    <w:p w:rsidR="006974AE" w:rsidRDefault="006974AE" w:rsidP="006974AE">
      <w:r>
        <w:t>841.1022</w:t>
      </w:r>
      <w:r>
        <w:tab/>
        <w:t>1.013e0</w:t>
      </w:r>
    </w:p>
    <w:p w:rsidR="006974AE" w:rsidRDefault="006974AE" w:rsidP="006974AE">
      <w:r>
        <w:t>841.1131</w:t>
      </w:r>
      <w:r>
        <w:tab/>
        <w:t>2.025e0</w:t>
      </w:r>
    </w:p>
    <w:p w:rsidR="006974AE" w:rsidRDefault="006974AE" w:rsidP="006974AE">
      <w:r>
        <w:t>841.1637</w:t>
      </w:r>
      <w:r>
        <w:tab/>
        <w:t>2.025e0</w:t>
      </w:r>
    </w:p>
    <w:p w:rsidR="006974AE" w:rsidRDefault="006974AE" w:rsidP="006974AE">
      <w:r>
        <w:t>841.1860</w:t>
      </w:r>
      <w:r>
        <w:tab/>
        <w:t>2.025e0</w:t>
      </w:r>
    </w:p>
    <w:p w:rsidR="006974AE" w:rsidRDefault="006974AE" w:rsidP="006974AE">
      <w:r>
        <w:t>841.2405</w:t>
      </w:r>
      <w:r>
        <w:tab/>
        <w:t>1.013e0</w:t>
      </w:r>
    </w:p>
    <w:p w:rsidR="006974AE" w:rsidRDefault="006974AE" w:rsidP="006974AE">
      <w:r>
        <w:t>841.2715</w:t>
      </w:r>
      <w:r>
        <w:tab/>
        <w:t>1.013e0</w:t>
      </w:r>
    </w:p>
    <w:p w:rsidR="006974AE" w:rsidRDefault="006974AE" w:rsidP="006974AE">
      <w:r>
        <w:t>841.2900</w:t>
      </w:r>
      <w:r>
        <w:tab/>
        <w:t>1.013e0</w:t>
      </w:r>
    </w:p>
    <w:p w:rsidR="006974AE" w:rsidRDefault="006974AE" w:rsidP="006974AE">
      <w:r>
        <w:t>841.3325</w:t>
      </w:r>
      <w:r>
        <w:tab/>
        <w:t>2.025e0</w:t>
      </w:r>
    </w:p>
    <w:p w:rsidR="006974AE" w:rsidRDefault="006974AE" w:rsidP="006974AE">
      <w:r>
        <w:t>841.3547</w:t>
      </w:r>
      <w:r>
        <w:tab/>
        <w:t>1.013e0</w:t>
      </w:r>
    </w:p>
    <w:p w:rsidR="006974AE" w:rsidRDefault="006974AE" w:rsidP="006974AE">
      <w:r>
        <w:t>841.3736</w:t>
      </w:r>
      <w:r>
        <w:tab/>
        <w:t>1.013e0</w:t>
      </w:r>
    </w:p>
    <w:p w:rsidR="006974AE" w:rsidRDefault="006974AE" w:rsidP="006974AE">
      <w:r>
        <w:lastRenderedPageBreak/>
        <w:t>841.4030</w:t>
      </w:r>
      <w:r>
        <w:tab/>
        <w:t>2.025e0</w:t>
      </w:r>
    </w:p>
    <w:p w:rsidR="006974AE" w:rsidRDefault="006974AE" w:rsidP="006974AE">
      <w:r>
        <w:t>841.4503</w:t>
      </w:r>
      <w:r>
        <w:tab/>
        <w:t>1.951e0</w:t>
      </w:r>
    </w:p>
    <w:p w:rsidR="006974AE" w:rsidRDefault="006974AE" w:rsidP="006974AE">
      <w:r>
        <w:t>841.4941</w:t>
      </w:r>
      <w:r>
        <w:tab/>
        <w:t>1.013e0</w:t>
      </w:r>
    </w:p>
    <w:p w:rsidR="006974AE" w:rsidRDefault="006974AE" w:rsidP="006974AE">
      <w:r>
        <w:t>841.4952</w:t>
      </w:r>
      <w:r>
        <w:tab/>
        <w:t>1.013e0</w:t>
      </w:r>
    </w:p>
    <w:p w:rsidR="006974AE" w:rsidRDefault="006974AE" w:rsidP="006974AE">
      <w:r>
        <w:t>841.5252</w:t>
      </w:r>
      <w:r>
        <w:tab/>
        <w:t>2.025e0</w:t>
      </w:r>
    </w:p>
    <w:p w:rsidR="006974AE" w:rsidRDefault="006974AE" w:rsidP="006974AE">
      <w:r>
        <w:t>841.5529</w:t>
      </w:r>
      <w:r>
        <w:tab/>
        <w:t>1.013e0</w:t>
      </w:r>
    </w:p>
    <w:p w:rsidR="006974AE" w:rsidRDefault="006974AE" w:rsidP="006974AE">
      <w:r>
        <w:t>841.6098</w:t>
      </w:r>
      <w:r>
        <w:tab/>
        <w:t>1.013e0</w:t>
      </w:r>
    </w:p>
    <w:p w:rsidR="006974AE" w:rsidRDefault="006974AE" w:rsidP="006974AE">
      <w:r>
        <w:t>841.7177</w:t>
      </w:r>
      <w:r>
        <w:tab/>
        <w:t>2.025e0</w:t>
      </w:r>
    </w:p>
    <w:p w:rsidR="006974AE" w:rsidRDefault="006974AE" w:rsidP="006974AE">
      <w:r>
        <w:t>841.7227</w:t>
      </w:r>
      <w:r>
        <w:tab/>
        <w:t>1.013e0</w:t>
      </w:r>
    </w:p>
    <w:p w:rsidR="006974AE" w:rsidRDefault="006974AE" w:rsidP="006974AE">
      <w:r>
        <w:t>841.7651</w:t>
      </w:r>
      <w:r>
        <w:tab/>
        <w:t>1.013e0</w:t>
      </w:r>
    </w:p>
    <w:p w:rsidR="006974AE" w:rsidRDefault="006974AE" w:rsidP="006974AE">
      <w:r>
        <w:t>841.8066</w:t>
      </w:r>
      <w:r>
        <w:tab/>
        <w:t>1.013e0</w:t>
      </w:r>
    </w:p>
    <w:p w:rsidR="006974AE" w:rsidRDefault="006974AE" w:rsidP="006974AE">
      <w:r>
        <w:t>841.8267</w:t>
      </w:r>
      <w:r>
        <w:tab/>
        <w:t>2.025e0</w:t>
      </w:r>
    </w:p>
    <w:p w:rsidR="006974AE" w:rsidRDefault="006974AE" w:rsidP="006974AE">
      <w:r>
        <w:t>841.8491</w:t>
      </w:r>
      <w:r>
        <w:tab/>
        <w:t>1.013e0</w:t>
      </w:r>
    </w:p>
    <w:p w:rsidR="006974AE" w:rsidRDefault="006974AE" w:rsidP="006974AE">
      <w:r>
        <w:t>841.9182</w:t>
      </w:r>
      <w:r>
        <w:tab/>
        <w:t>2.025e0</w:t>
      </w:r>
    </w:p>
    <w:p w:rsidR="006974AE" w:rsidRDefault="006974AE" w:rsidP="006974AE">
      <w:r>
        <w:t>841.9199</w:t>
      </w:r>
      <w:r>
        <w:tab/>
        <w:t>1.013e0</w:t>
      </w:r>
    </w:p>
    <w:p w:rsidR="006974AE" w:rsidRDefault="006974AE" w:rsidP="006974AE">
      <w:r>
        <w:t>841.9482</w:t>
      </w:r>
      <w:r>
        <w:tab/>
        <w:t>1.013e0</w:t>
      </w:r>
    </w:p>
    <w:p w:rsidR="006974AE" w:rsidRDefault="006974AE" w:rsidP="006974AE">
      <w:r>
        <w:t>841.9670</w:t>
      </w:r>
      <w:r>
        <w:tab/>
        <w:t>1.013e0</w:t>
      </w:r>
    </w:p>
    <w:p w:rsidR="006974AE" w:rsidRDefault="006974AE" w:rsidP="006974AE">
      <w:r>
        <w:t>842.0342</w:t>
      </w:r>
      <w:r>
        <w:tab/>
        <w:t>1.013e0</w:t>
      </w:r>
    </w:p>
    <w:p w:rsidR="006974AE" w:rsidRDefault="006974AE" w:rsidP="006974AE">
      <w:r>
        <w:t>842.0615</w:t>
      </w:r>
      <w:r>
        <w:tab/>
        <w:t>1.013e0</w:t>
      </w:r>
    </w:p>
    <w:p w:rsidR="006974AE" w:rsidRDefault="006974AE" w:rsidP="006974AE">
      <w:r>
        <w:lastRenderedPageBreak/>
        <w:t>842.0625</w:t>
      </w:r>
      <w:r>
        <w:tab/>
        <w:t>1.013e0</w:t>
      </w:r>
    </w:p>
    <w:p w:rsidR="006974AE" w:rsidRDefault="006974AE" w:rsidP="006974AE">
      <w:r>
        <w:t>842.1351</w:t>
      </w:r>
      <w:r>
        <w:tab/>
        <w:t>1.013e0</w:t>
      </w:r>
    </w:p>
    <w:p w:rsidR="006974AE" w:rsidRDefault="006974AE" w:rsidP="006974AE">
      <w:r>
        <w:t>842.1886</w:t>
      </w:r>
      <w:r>
        <w:tab/>
        <w:t>1.013e0</w:t>
      </w:r>
    </w:p>
    <w:p w:rsidR="006974AE" w:rsidRDefault="006974AE" w:rsidP="006974AE">
      <w:r>
        <w:t>842.1900</w:t>
      </w:r>
      <w:r>
        <w:tab/>
        <w:t>1.013e0</w:t>
      </w:r>
    </w:p>
    <w:p w:rsidR="006974AE" w:rsidRDefault="006974AE" w:rsidP="006974AE">
      <w:r>
        <w:t>842.2881</w:t>
      </w:r>
      <w:r>
        <w:tab/>
        <w:t>1.013e0</w:t>
      </w:r>
    </w:p>
    <w:p w:rsidR="006974AE" w:rsidRDefault="006974AE" w:rsidP="006974AE">
      <w:r>
        <w:t>842.3642</w:t>
      </w:r>
      <w:r>
        <w:tab/>
        <w:t>1.437e0</w:t>
      </w:r>
    </w:p>
    <w:p w:rsidR="006974AE" w:rsidRDefault="006974AE" w:rsidP="006974AE">
      <w:r>
        <w:t>842.3889</w:t>
      </w:r>
      <w:r>
        <w:tab/>
        <w:t>2.025e0</w:t>
      </w:r>
    </w:p>
    <w:p w:rsidR="006974AE" w:rsidRDefault="006974AE" w:rsidP="006974AE">
      <w:r>
        <w:t>842.3914</w:t>
      </w:r>
      <w:r>
        <w:tab/>
        <w:t>3.038e0</w:t>
      </w:r>
    </w:p>
    <w:p w:rsidR="006974AE" w:rsidRDefault="006974AE" w:rsidP="006974AE">
      <w:r>
        <w:t>842.3944</w:t>
      </w:r>
      <w:r>
        <w:tab/>
        <w:t>5.063e0</w:t>
      </w:r>
    </w:p>
    <w:p w:rsidR="006974AE" w:rsidRDefault="006974AE" w:rsidP="006974AE">
      <w:r>
        <w:t>842.4171</w:t>
      </w:r>
      <w:r>
        <w:tab/>
        <w:t>1.548e0</w:t>
      </w:r>
    </w:p>
    <w:p w:rsidR="006974AE" w:rsidRDefault="006974AE" w:rsidP="006974AE">
      <w:r>
        <w:t>842.4250</w:t>
      </w:r>
      <w:r>
        <w:tab/>
        <w:t>3.751e0</w:t>
      </w:r>
    </w:p>
    <w:p w:rsidR="006974AE" w:rsidRDefault="006974AE" w:rsidP="006974AE">
      <w:r>
        <w:t>842.4521</w:t>
      </w:r>
      <w:r>
        <w:tab/>
        <w:t>3.235e0</w:t>
      </w:r>
    </w:p>
    <w:p w:rsidR="006974AE" w:rsidRDefault="006974AE" w:rsidP="006974AE">
      <w:r>
        <w:t>842.5084</w:t>
      </w:r>
      <w:r>
        <w:tab/>
        <w:t>2.983e0</w:t>
      </w:r>
    </w:p>
    <w:p w:rsidR="006974AE" w:rsidRDefault="006974AE" w:rsidP="006974AE">
      <w:r>
        <w:t>842.5125</w:t>
      </w:r>
      <w:r>
        <w:tab/>
        <w:t>2.025e0</w:t>
      </w:r>
    </w:p>
    <w:p w:rsidR="006974AE" w:rsidRDefault="006974AE" w:rsidP="006974AE">
      <w:r>
        <w:t>842.5148</w:t>
      </w:r>
      <w:r>
        <w:tab/>
        <w:t>1.013e0</w:t>
      </w:r>
    </w:p>
    <w:p w:rsidR="006974AE" w:rsidRDefault="006974AE" w:rsidP="006974AE">
      <w:r>
        <w:t>842.5768</w:t>
      </w:r>
      <w:r>
        <w:tab/>
        <w:t>1.013e0</w:t>
      </w:r>
    </w:p>
    <w:p w:rsidR="006974AE" w:rsidRDefault="006974AE" w:rsidP="006974AE">
      <w:r>
        <w:t>842.5825</w:t>
      </w:r>
      <w:r>
        <w:tab/>
        <w:t>2.025e0</w:t>
      </w:r>
    </w:p>
    <w:p w:rsidR="006974AE" w:rsidRDefault="006974AE" w:rsidP="006974AE">
      <w:r>
        <w:t>842.6140</w:t>
      </w:r>
      <w:r>
        <w:tab/>
        <w:t>1.013e0</w:t>
      </w:r>
    </w:p>
    <w:p w:rsidR="006974AE" w:rsidRDefault="006974AE" w:rsidP="006974AE">
      <w:r>
        <w:t>842.6292</w:t>
      </w:r>
      <w:r>
        <w:tab/>
        <w:t>1.013e0</w:t>
      </w:r>
    </w:p>
    <w:p w:rsidR="006974AE" w:rsidRDefault="006974AE" w:rsidP="006974AE">
      <w:r>
        <w:lastRenderedPageBreak/>
        <w:t>842.6434</w:t>
      </w:r>
      <w:r>
        <w:tab/>
        <w:t>1.013e0</w:t>
      </w:r>
    </w:p>
    <w:p w:rsidR="006974AE" w:rsidRDefault="006974AE" w:rsidP="006974AE">
      <w:r>
        <w:t>842.6824</w:t>
      </w:r>
      <w:r>
        <w:tab/>
        <w:t>2.025e0</w:t>
      </w:r>
    </w:p>
    <w:p w:rsidR="006974AE" w:rsidRDefault="006974AE" w:rsidP="006974AE">
      <w:r>
        <w:t>842.7128</w:t>
      </w:r>
      <w:r>
        <w:tab/>
        <w:t>1.013e0</w:t>
      </w:r>
    </w:p>
    <w:p w:rsidR="006974AE" w:rsidRDefault="006974AE" w:rsidP="006974AE">
      <w:r>
        <w:t>842.7274</w:t>
      </w:r>
      <w:r>
        <w:tab/>
        <w:t>1.013e0</w:t>
      </w:r>
    </w:p>
    <w:p w:rsidR="006974AE" w:rsidRDefault="006974AE" w:rsidP="006974AE">
      <w:r>
        <w:t>842.7557</w:t>
      </w:r>
      <w:r>
        <w:tab/>
        <w:t>1.013e0</w:t>
      </w:r>
    </w:p>
    <w:p w:rsidR="006974AE" w:rsidRDefault="006974AE" w:rsidP="006974AE">
      <w:r>
        <w:t>842.8134</w:t>
      </w:r>
      <w:r>
        <w:tab/>
        <w:t>1.013e0</w:t>
      </w:r>
    </w:p>
    <w:p w:rsidR="006974AE" w:rsidRDefault="006974AE" w:rsidP="006974AE">
      <w:r>
        <w:t>842.8679</w:t>
      </w:r>
      <w:r>
        <w:tab/>
        <w:t>2.025e0</w:t>
      </w:r>
    </w:p>
    <w:p w:rsidR="006974AE" w:rsidRDefault="006974AE" w:rsidP="006974AE">
      <w:r>
        <w:t>842.9619</w:t>
      </w:r>
      <w:r>
        <w:tab/>
        <w:t>3.038e0</w:t>
      </w:r>
    </w:p>
    <w:p w:rsidR="006974AE" w:rsidRDefault="006974AE" w:rsidP="006974AE">
      <w:r>
        <w:t>842.9985</w:t>
      </w:r>
      <w:r>
        <w:tab/>
        <w:t>1.013e0</w:t>
      </w:r>
    </w:p>
    <w:p w:rsidR="006974AE" w:rsidRDefault="006974AE" w:rsidP="006974AE">
      <w:r>
        <w:t>843.0817</w:t>
      </w:r>
      <w:r>
        <w:tab/>
        <w:t>1.013e0</w:t>
      </w:r>
    </w:p>
    <w:p w:rsidR="006974AE" w:rsidRDefault="006974AE" w:rsidP="006974AE">
      <w:r>
        <w:t>843.0912</w:t>
      </w:r>
      <w:r>
        <w:tab/>
        <w:t>4.051e0</w:t>
      </w:r>
    </w:p>
    <w:p w:rsidR="006974AE" w:rsidRDefault="006974AE" w:rsidP="006974AE">
      <w:r>
        <w:t>843.1101</w:t>
      </w:r>
      <w:r>
        <w:tab/>
        <w:t>1.013e0</w:t>
      </w:r>
    </w:p>
    <w:p w:rsidR="006974AE" w:rsidRDefault="006974AE" w:rsidP="006974AE">
      <w:r>
        <w:t>843.1537</w:t>
      </w:r>
      <w:r>
        <w:tab/>
        <w:t>1.013e0</w:t>
      </w:r>
    </w:p>
    <w:p w:rsidR="006974AE" w:rsidRDefault="006974AE" w:rsidP="006974AE">
      <w:r>
        <w:t>843.1864</w:t>
      </w:r>
      <w:r>
        <w:tab/>
        <w:t>1.013e0</w:t>
      </w:r>
    </w:p>
    <w:p w:rsidR="006974AE" w:rsidRDefault="006974AE" w:rsidP="006974AE">
      <w:r>
        <w:t>843.2094</w:t>
      </w:r>
      <w:r>
        <w:tab/>
        <w:t>1.013e0</w:t>
      </w:r>
    </w:p>
    <w:p w:rsidR="006974AE" w:rsidRDefault="006974AE" w:rsidP="006974AE">
      <w:r>
        <w:t>843.2210</w:t>
      </w:r>
      <w:r>
        <w:tab/>
        <w:t>1.013e0</w:t>
      </w:r>
    </w:p>
    <w:p w:rsidR="006974AE" w:rsidRDefault="006974AE" w:rsidP="006974AE">
      <w:r>
        <w:t>843.2377</w:t>
      </w:r>
      <w:r>
        <w:tab/>
        <w:t>1.013e0</w:t>
      </w:r>
    </w:p>
    <w:p w:rsidR="006974AE" w:rsidRDefault="006974AE" w:rsidP="006974AE">
      <w:r>
        <w:t>843.2529</w:t>
      </w:r>
      <w:r>
        <w:tab/>
        <w:t>1.013e0</w:t>
      </w:r>
    </w:p>
    <w:p w:rsidR="006974AE" w:rsidRDefault="006974AE" w:rsidP="006974AE">
      <w:r>
        <w:t>843.2606</w:t>
      </w:r>
      <w:r>
        <w:tab/>
        <w:t>2.025e0</w:t>
      </w:r>
    </w:p>
    <w:p w:rsidR="006974AE" w:rsidRDefault="006974AE" w:rsidP="006974AE">
      <w:r>
        <w:lastRenderedPageBreak/>
        <w:t>843.2955</w:t>
      </w:r>
      <w:r>
        <w:tab/>
        <w:t>1.013e0</w:t>
      </w:r>
    </w:p>
    <w:p w:rsidR="006974AE" w:rsidRDefault="006974AE" w:rsidP="006974AE">
      <w:r>
        <w:t>843.3224</w:t>
      </w:r>
      <w:r>
        <w:tab/>
        <w:t>1.013e0</w:t>
      </w:r>
    </w:p>
    <w:p w:rsidR="006974AE" w:rsidRDefault="006974AE" w:rsidP="006974AE">
      <w:r>
        <w:t>843.3729</w:t>
      </w:r>
      <w:r>
        <w:tab/>
        <w:t>1.013e0</w:t>
      </w:r>
    </w:p>
    <w:p w:rsidR="006974AE" w:rsidRDefault="006974AE" w:rsidP="006974AE">
      <w:r>
        <w:t>843.3846</w:t>
      </w:r>
      <w:r>
        <w:tab/>
        <w:t>3.967e0</w:t>
      </w:r>
    </w:p>
    <w:p w:rsidR="006974AE" w:rsidRDefault="006974AE" w:rsidP="006974AE">
      <w:r>
        <w:t>843.3870</w:t>
      </w:r>
      <w:r>
        <w:tab/>
        <w:t>2.560e0</w:t>
      </w:r>
    </w:p>
    <w:p w:rsidR="006974AE" w:rsidRDefault="006974AE" w:rsidP="006974AE">
      <w:r>
        <w:t>843.3923</w:t>
      </w:r>
      <w:r>
        <w:tab/>
        <w:t>3.462e0</w:t>
      </w:r>
    </w:p>
    <w:p w:rsidR="006974AE" w:rsidRDefault="006974AE" w:rsidP="006974AE">
      <w:r>
        <w:t>843.4079</w:t>
      </w:r>
      <w:r>
        <w:tab/>
        <w:t>1.013e0</w:t>
      </w:r>
    </w:p>
    <w:p w:rsidR="006974AE" w:rsidRDefault="006974AE" w:rsidP="006974AE">
      <w:r>
        <w:t>843.4542</w:t>
      </w:r>
      <w:r>
        <w:tab/>
        <w:t>3.038e0</w:t>
      </w:r>
    </w:p>
    <w:p w:rsidR="006974AE" w:rsidRDefault="006974AE" w:rsidP="006974AE">
      <w:r>
        <w:t>843.4867</w:t>
      </w:r>
      <w:r>
        <w:tab/>
        <w:t>2.945e0</w:t>
      </w:r>
    </w:p>
    <w:p w:rsidR="006974AE" w:rsidRDefault="006974AE" w:rsidP="006974AE">
      <w:r>
        <w:t>843.5068</w:t>
      </w:r>
      <w:r>
        <w:tab/>
        <w:t>3.038e0</w:t>
      </w:r>
    </w:p>
    <w:p w:rsidR="006974AE" w:rsidRDefault="006974AE" w:rsidP="006974AE">
      <w:r>
        <w:t>843.5543</w:t>
      </w:r>
      <w:r>
        <w:tab/>
        <w:t>2.025e0</w:t>
      </w:r>
    </w:p>
    <w:p w:rsidR="006974AE" w:rsidRDefault="006974AE" w:rsidP="006974AE">
      <w:r>
        <w:t>843.5586</w:t>
      </w:r>
      <w:r>
        <w:tab/>
        <w:t>3.038e0</w:t>
      </w:r>
    </w:p>
    <w:p w:rsidR="006974AE" w:rsidRDefault="006974AE" w:rsidP="006974AE">
      <w:r>
        <w:t>843.5678</w:t>
      </w:r>
      <w:r>
        <w:tab/>
        <w:t>3.038e0</w:t>
      </w:r>
    </w:p>
    <w:p w:rsidR="006974AE" w:rsidRDefault="006974AE" w:rsidP="006974AE">
      <w:r>
        <w:t>843.5759</w:t>
      </w:r>
      <w:r>
        <w:tab/>
        <w:t>1.013e0</w:t>
      </w:r>
    </w:p>
    <w:p w:rsidR="006974AE" w:rsidRDefault="006974AE" w:rsidP="006974AE">
      <w:r>
        <w:t>843.6136</w:t>
      </w:r>
      <w:r>
        <w:tab/>
        <w:t>2.025e0</w:t>
      </w:r>
    </w:p>
    <w:p w:rsidR="006974AE" w:rsidRDefault="006974AE" w:rsidP="006974AE">
      <w:r>
        <w:t>843.6268</w:t>
      </w:r>
      <w:r>
        <w:tab/>
        <w:t>1.013e0</w:t>
      </w:r>
    </w:p>
    <w:p w:rsidR="006974AE" w:rsidRDefault="006974AE" w:rsidP="006974AE">
      <w:r>
        <w:t>843.6927</w:t>
      </w:r>
      <w:r>
        <w:tab/>
        <w:t>1.013e0</w:t>
      </w:r>
    </w:p>
    <w:p w:rsidR="006974AE" w:rsidRDefault="006974AE" w:rsidP="006974AE">
      <w:r>
        <w:t>843.6952</w:t>
      </w:r>
      <w:r>
        <w:tab/>
        <w:t>3.038e0</w:t>
      </w:r>
    </w:p>
    <w:p w:rsidR="006974AE" w:rsidRDefault="006974AE" w:rsidP="006974AE">
      <w:r>
        <w:t>843.7210</w:t>
      </w:r>
      <w:r>
        <w:tab/>
        <w:t>2.025e0</w:t>
      </w:r>
    </w:p>
    <w:p w:rsidR="006974AE" w:rsidRDefault="006974AE" w:rsidP="006974AE">
      <w:r>
        <w:lastRenderedPageBreak/>
        <w:t>843.7342</w:t>
      </w:r>
      <w:r>
        <w:tab/>
        <w:t>1.013e0</w:t>
      </w:r>
    </w:p>
    <w:p w:rsidR="006974AE" w:rsidRDefault="006974AE" w:rsidP="006974AE">
      <w:r>
        <w:t>843.7778</w:t>
      </w:r>
      <w:r>
        <w:tab/>
        <w:t>1.013e0</w:t>
      </w:r>
    </w:p>
    <w:p w:rsidR="006974AE" w:rsidRDefault="006974AE" w:rsidP="006974AE">
      <w:r>
        <w:t>843.7910</w:t>
      </w:r>
      <w:r>
        <w:tab/>
        <w:t>1.013e0</w:t>
      </w:r>
    </w:p>
    <w:p w:rsidR="006974AE" w:rsidRDefault="006974AE" w:rsidP="006974AE">
      <w:r>
        <w:t>843.8800</w:t>
      </w:r>
      <w:r>
        <w:tab/>
        <w:t>2.025e0</w:t>
      </w:r>
    </w:p>
    <w:p w:rsidR="006974AE" w:rsidRDefault="006974AE" w:rsidP="006974AE">
      <w:r>
        <w:t>843.9045</w:t>
      </w:r>
      <w:r>
        <w:tab/>
        <w:t>2.025e0</w:t>
      </w:r>
    </w:p>
    <w:p w:rsidR="006974AE" w:rsidRDefault="006974AE" w:rsidP="006974AE">
      <w:r>
        <w:t>843.9150</w:t>
      </w:r>
      <w:r>
        <w:tab/>
        <w:t>1.013e0</w:t>
      </w:r>
    </w:p>
    <w:p w:rsidR="006974AE" w:rsidRDefault="006974AE" w:rsidP="006974AE">
      <w:r>
        <w:t>843.9186</w:t>
      </w:r>
      <w:r>
        <w:tab/>
        <w:t>2.025e0</w:t>
      </w:r>
    </w:p>
    <w:p w:rsidR="006974AE" w:rsidRDefault="006974AE" w:rsidP="006974AE">
      <w:r>
        <w:t>843.9318</w:t>
      </w:r>
      <w:r>
        <w:tab/>
        <w:t>1.013e0</w:t>
      </w:r>
    </w:p>
    <w:p w:rsidR="006974AE" w:rsidRDefault="006974AE" w:rsidP="006974AE">
      <w:r>
        <w:t>843.9634</w:t>
      </w:r>
      <w:r>
        <w:tab/>
        <w:t>2.025e0</w:t>
      </w:r>
    </w:p>
    <w:p w:rsidR="006974AE" w:rsidRDefault="006974AE" w:rsidP="006974AE">
      <w:r>
        <w:t>844.0190</w:t>
      </w:r>
      <w:r>
        <w:tab/>
        <w:t>1.013e0</w:t>
      </w:r>
    </w:p>
    <w:p w:rsidR="006974AE" w:rsidRDefault="006974AE" w:rsidP="006974AE">
      <w:r>
        <w:t>844.0322</w:t>
      </w:r>
      <w:r>
        <w:tab/>
        <w:t>1.013e0</w:t>
      </w:r>
    </w:p>
    <w:p w:rsidR="006974AE" w:rsidRDefault="006974AE" w:rsidP="006974AE">
      <w:r>
        <w:t>844.0472</w:t>
      </w:r>
      <w:r>
        <w:tab/>
        <w:t>3.038e0</w:t>
      </w:r>
    </w:p>
    <w:p w:rsidR="006974AE" w:rsidRDefault="006974AE" w:rsidP="006974AE">
      <w:r>
        <w:t>844.0670</w:t>
      </w:r>
      <w:r>
        <w:tab/>
        <w:t>1.013e0</w:t>
      </w:r>
    </w:p>
    <w:p w:rsidR="006974AE" w:rsidRDefault="006974AE" w:rsidP="006974AE">
      <w:r>
        <w:t>844.1468</w:t>
      </w:r>
      <w:r>
        <w:tab/>
        <w:t>1.013e0</w:t>
      </w:r>
    </w:p>
    <w:p w:rsidR="006974AE" w:rsidRDefault="006974AE" w:rsidP="006974AE">
      <w:r>
        <w:t>844.1894</w:t>
      </w:r>
      <w:r>
        <w:tab/>
        <w:t>1.013e0</w:t>
      </w:r>
    </w:p>
    <w:p w:rsidR="006974AE" w:rsidRDefault="006974AE" w:rsidP="006974AE">
      <w:r>
        <w:t>844.2025</w:t>
      </w:r>
      <w:r>
        <w:tab/>
        <w:t>1.013e0</w:t>
      </w:r>
    </w:p>
    <w:p w:rsidR="006974AE" w:rsidRDefault="006974AE" w:rsidP="006974AE">
      <w:r>
        <w:t>844.2161</w:t>
      </w:r>
      <w:r>
        <w:tab/>
        <w:t>5.063e0</w:t>
      </w:r>
    </w:p>
    <w:p w:rsidR="006974AE" w:rsidRDefault="006974AE" w:rsidP="006974AE">
      <w:r>
        <w:t>844.3294</w:t>
      </w:r>
      <w:r>
        <w:tab/>
        <w:t>4.051e0</w:t>
      </w:r>
    </w:p>
    <w:p w:rsidR="006974AE" w:rsidRDefault="006974AE" w:rsidP="006974AE">
      <w:r>
        <w:t>844.3367</w:t>
      </w:r>
      <w:r>
        <w:tab/>
        <w:t>3.038e0</w:t>
      </w:r>
    </w:p>
    <w:p w:rsidR="006974AE" w:rsidRDefault="006974AE" w:rsidP="006974AE">
      <w:r>
        <w:lastRenderedPageBreak/>
        <w:t>844.3729</w:t>
      </w:r>
      <w:r>
        <w:tab/>
        <w:t>6.452e0</w:t>
      </w:r>
    </w:p>
    <w:p w:rsidR="006974AE" w:rsidRDefault="006974AE" w:rsidP="006974AE">
      <w:r>
        <w:t>844.3754</w:t>
      </w:r>
      <w:r>
        <w:tab/>
        <w:t>7.089e0</w:t>
      </w:r>
    </w:p>
    <w:p w:rsidR="006974AE" w:rsidRDefault="006974AE" w:rsidP="006974AE">
      <w:r>
        <w:t>844.4176</w:t>
      </w:r>
      <w:r>
        <w:tab/>
        <w:t>2.025e0</w:t>
      </w:r>
    </w:p>
    <w:p w:rsidR="006974AE" w:rsidRDefault="006974AE" w:rsidP="006974AE">
      <w:r>
        <w:t>844.4261</w:t>
      </w:r>
      <w:r>
        <w:tab/>
        <w:t>9.875e0</w:t>
      </w:r>
    </w:p>
    <w:p w:rsidR="006974AE" w:rsidRDefault="006974AE" w:rsidP="006974AE">
      <w:r>
        <w:t>844.4460</w:t>
      </w:r>
      <w:r>
        <w:tab/>
        <w:t>9.504e0</w:t>
      </w:r>
    </w:p>
    <w:p w:rsidR="006974AE" w:rsidRDefault="006974AE" w:rsidP="006974AE">
      <w:r>
        <w:t>844.5159</w:t>
      </w:r>
      <w:r>
        <w:tab/>
        <w:t>1.013e0</w:t>
      </w:r>
    </w:p>
    <w:p w:rsidR="006974AE" w:rsidRDefault="006974AE" w:rsidP="006974AE">
      <w:r>
        <w:t>844.5575</w:t>
      </w:r>
      <w:r>
        <w:tab/>
        <w:t>3.038e0</w:t>
      </w:r>
    </w:p>
    <w:p w:rsidR="006974AE" w:rsidRDefault="006974AE" w:rsidP="006974AE">
      <w:r>
        <w:t>844.5585</w:t>
      </w:r>
      <w:r>
        <w:tab/>
        <w:t>2.025e0</w:t>
      </w:r>
    </w:p>
    <w:p w:rsidR="006974AE" w:rsidRDefault="006974AE" w:rsidP="006974AE">
      <w:r>
        <w:t>844.5687</w:t>
      </w:r>
      <w:r>
        <w:tab/>
        <w:t>3.038e0</w:t>
      </w:r>
    </w:p>
    <w:p w:rsidR="006974AE" w:rsidRDefault="006974AE" w:rsidP="006974AE">
      <w:r>
        <w:t>844.6638</w:t>
      </w:r>
      <w:r>
        <w:tab/>
        <w:t>3.038e0</w:t>
      </w:r>
    </w:p>
    <w:p w:rsidR="006974AE" w:rsidRDefault="006974AE" w:rsidP="006974AE">
      <w:r>
        <w:t>844.7065</w:t>
      </w:r>
      <w:r>
        <w:tab/>
        <w:t>3.038e0</w:t>
      </w:r>
    </w:p>
    <w:p w:rsidR="006974AE" w:rsidRDefault="006974AE" w:rsidP="006974AE">
      <w:r>
        <w:t>844.7783</w:t>
      </w:r>
      <w:r>
        <w:tab/>
        <w:t>1.013e0</w:t>
      </w:r>
    </w:p>
    <w:p w:rsidR="006974AE" w:rsidRDefault="006974AE" w:rsidP="006974AE">
      <w:r>
        <w:t>844.7848</w:t>
      </w:r>
      <w:r>
        <w:tab/>
        <w:t>1.013e0</w:t>
      </w:r>
    </w:p>
    <w:p w:rsidR="006974AE" w:rsidRDefault="006974AE" w:rsidP="006974AE">
      <w:r>
        <w:t>844.8853</w:t>
      </w:r>
      <w:r>
        <w:tab/>
        <w:t>1.013e0</w:t>
      </w:r>
    </w:p>
    <w:p w:rsidR="006974AE" w:rsidRDefault="006974AE" w:rsidP="006974AE">
      <w:r>
        <w:t>844.8900</w:t>
      </w:r>
      <w:r>
        <w:tab/>
        <w:t>2.025e0</w:t>
      </w:r>
    </w:p>
    <w:p w:rsidR="006974AE" w:rsidRDefault="006974AE" w:rsidP="006974AE">
      <w:r>
        <w:t>844.9030</w:t>
      </w:r>
      <w:r>
        <w:tab/>
        <w:t>2.025e0</w:t>
      </w:r>
    </w:p>
    <w:p w:rsidR="006974AE" w:rsidRDefault="006974AE" w:rsidP="006974AE">
      <w:r>
        <w:t>844.9553</w:t>
      </w:r>
      <w:r>
        <w:tab/>
        <w:t>1.013e0</w:t>
      </w:r>
    </w:p>
    <w:p w:rsidR="006974AE" w:rsidRDefault="006974AE" w:rsidP="006974AE">
      <w:r>
        <w:t>844.9812</w:t>
      </w:r>
      <w:r>
        <w:tab/>
        <w:t>1.013e0</w:t>
      </w:r>
    </w:p>
    <w:p w:rsidR="006974AE" w:rsidRDefault="006974AE" w:rsidP="006974AE">
      <w:r>
        <w:t>844.9990</w:t>
      </w:r>
      <w:r>
        <w:tab/>
        <w:t>1.013e0</w:t>
      </w:r>
    </w:p>
    <w:p w:rsidR="006974AE" w:rsidRDefault="006974AE" w:rsidP="006974AE">
      <w:r>
        <w:lastRenderedPageBreak/>
        <w:t>845.0405</w:t>
      </w:r>
      <w:r>
        <w:tab/>
        <w:t>1.013e0</w:t>
      </w:r>
    </w:p>
    <w:p w:rsidR="006974AE" w:rsidRDefault="006974AE" w:rsidP="006974AE">
      <w:r>
        <w:t>845.0911</w:t>
      </w:r>
      <w:r>
        <w:tab/>
        <w:t>2.566e0</w:t>
      </w:r>
    </w:p>
    <w:p w:rsidR="006974AE" w:rsidRDefault="006974AE" w:rsidP="006974AE">
      <w:r>
        <w:t>845.0974</w:t>
      </w:r>
      <w:r>
        <w:tab/>
        <w:t>1.013e0</w:t>
      </w:r>
    </w:p>
    <w:p w:rsidR="006974AE" w:rsidRDefault="006974AE" w:rsidP="006974AE">
      <w:r>
        <w:t>845.1034</w:t>
      </w:r>
      <w:r>
        <w:tab/>
        <w:t>3.038e0</w:t>
      </w:r>
    </w:p>
    <w:p w:rsidR="006974AE" w:rsidRDefault="006974AE" w:rsidP="006974AE">
      <w:r>
        <w:t>845.1694</w:t>
      </w:r>
      <w:r>
        <w:tab/>
        <w:t>1.013e0</w:t>
      </w:r>
    </w:p>
    <w:p w:rsidR="006974AE" w:rsidRDefault="006974AE" w:rsidP="006974AE">
      <w:r>
        <w:t>845.2175</w:t>
      </w:r>
      <w:r>
        <w:tab/>
        <w:t>1.013e0</w:t>
      </w:r>
    </w:p>
    <w:p w:rsidR="006974AE" w:rsidRDefault="006974AE" w:rsidP="006974AE">
      <w:r>
        <w:t>845.2347</w:t>
      </w:r>
      <w:r>
        <w:tab/>
        <w:t>1.013e0</w:t>
      </w:r>
    </w:p>
    <w:p w:rsidR="006974AE" w:rsidRDefault="006974AE" w:rsidP="006974AE">
      <w:r>
        <w:t>845.3765</w:t>
      </w:r>
      <w:r>
        <w:tab/>
        <w:t>7.513e0</w:t>
      </w:r>
    </w:p>
    <w:p w:rsidR="006974AE" w:rsidRDefault="006974AE" w:rsidP="006974AE">
      <w:r>
        <w:t>845.3804</w:t>
      </w:r>
      <w:r>
        <w:tab/>
        <w:t>6.876e0</w:t>
      </w:r>
    </w:p>
    <w:p w:rsidR="006974AE" w:rsidRDefault="006974AE" w:rsidP="006974AE">
      <w:r>
        <w:t>845.3822</w:t>
      </w:r>
      <w:r>
        <w:tab/>
        <w:t>4.183e0</w:t>
      </w:r>
    </w:p>
    <w:p w:rsidR="006974AE" w:rsidRDefault="006974AE" w:rsidP="006974AE">
      <w:r>
        <w:t>845.3843</w:t>
      </w:r>
      <w:r>
        <w:tab/>
        <w:t>3.038e0</w:t>
      </w:r>
    </w:p>
    <w:p w:rsidR="006974AE" w:rsidRDefault="006974AE" w:rsidP="006974AE">
      <w:r>
        <w:t>845.3857</w:t>
      </w:r>
      <w:r>
        <w:tab/>
        <w:t>1.229e1</w:t>
      </w:r>
    </w:p>
    <w:p w:rsidR="006974AE" w:rsidRDefault="006974AE" w:rsidP="006974AE">
      <w:r>
        <w:t>845.4224</w:t>
      </w:r>
      <w:r>
        <w:tab/>
        <w:t>1.013e0</w:t>
      </w:r>
    </w:p>
    <w:p w:rsidR="006974AE" w:rsidRDefault="006974AE" w:rsidP="006974AE">
      <w:r>
        <w:t>845.4814</w:t>
      </w:r>
      <w:r>
        <w:tab/>
        <w:t>4.059e0</w:t>
      </w:r>
    </w:p>
    <w:p w:rsidR="006974AE" w:rsidRDefault="006974AE" w:rsidP="006974AE">
      <w:r>
        <w:t>845.5106</w:t>
      </w:r>
      <w:r>
        <w:tab/>
        <w:t>1.013e0</w:t>
      </w:r>
    </w:p>
    <w:p w:rsidR="006974AE" w:rsidRDefault="006974AE" w:rsidP="006974AE">
      <w:r>
        <w:t>845.5143</w:t>
      </w:r>
      <w:r>
        <w:tab/>
        <w:t>2.025e0</w:t>
      </w:r>
    </w:p>
    <w:p w:rsidR="006974AE" w:rsidRDefault="006974AE" w:rsidP="006974AE">
      <w:r>
        <w:t>845.5391</w:t>
      </w:r>
      <w:r>
        <w:tab/>
        <w:t>1.013e0</w:t>
      </w:r>
    </w:p>
    <w:p w:rsidR="006974AE" w:rsidRDefault="006974AE" w:rsidP="006974AE">
      <w:r>
        <w:t>845.5664</w:t>
      </w:r>
      <w:r>
        <w:tab/>
        <w:t>1.013e0</w:t>
      </w:r>
    </w:p>
    <w:p w:rsidR="006974AE" w:rsidRDefault="006974AE" w:rsidP="006974AE">
      <w:r>
        <w:t>845.5731</w:t>
      </w:r>
      <w:r>
        <w:tab/>
        <w:t>1.013e0</w:t>
      </w:r>
    </w:p>
    <w:p w:rsidR="006974AE" w:rsidRDefault="006974AE" w:rsidP="006974AE">
      <w:r>
        <w:lastRenderedPageBreak/>
        <w:t>845.6101</w:t>
      </w:r>
      <w:r>
        <w:tab/>
        <w:t>1.013e0</w:t>
      </w:r>
    </w:p>
    <w:p w:rsidR="006974AE" w:rsidRDefault="006974AE" w:rsidP="006974AE">
      <w:r>
        <w:t>845.6308</w:t>
      </w:r>
      <w:r>
        <w:tab/>
        <w:t>2.025e0</w:t>
      </w:r>
    </w:p>
    <w:p w:rsidR="006974AE" w:rsidRDefault="006974AE" w:rsidP="006974AE">
      <w:r>
        <w:t>845.6550</w:t>
      </w:r>
      <w:r>
        <w:tab/>
        <w:t>2.025e0</w:t>
      </w:r>
    </w:p>
    <w:p w:rsidR="006974AE" w:rsidRDefault="006974AE" w:rsidP="006974AE">
      <w:r>
        <w:t>845.6577</w:t>
      </w:r>
      <w:r>
        <w:tab/>
        <w:t>1.013e0</w:t>
      </w:r>
    </w:p>
    <w:p w:rsidR="006974AE" w:rsidRDefault="006974AE" w:rsidP="006974AE">
      <w:r>
        <w:t>845.6758</w:t>
      </w:r>
      <w:r>
        <w:tab/>
        <w:t>1.013e0</w:t>
      </w:r>
    </w:p>
    <w:p w:rsidR="006974AE" w:rsidRDefault="006974AE" w:rsidP="006974AE">
      <w:r>
        <w:t>845.6802</w:t>
      </w:r>
      <w:r>
        <w:tab/>
        <w:t>1.013e0</w:t>
      </w:r>
    </w:p>
    <w:p w:rsidR="006974AE" w:rsidRDefault="006974AE" w:rsidP="006974AE">
      <w:r>
        <w:t>845.6924</w:t>
      </w:r>
      <w:r>
        <w:tab/>
        <w:t>1.013e0</w:t>
      </w:r>
    </w:p>
    <w:p w:rsidR="006974AE" w:rsidRDefault="006974AE" w:rsidP="006974AE">
      <w:r>
        <w:t>845.7857</w:t>
      </w:r>
      <w:r>
        <w:tab/>
        <w:t>2.025e0</w:t>
      </w:r>
    </w:p>
    <w:p w:rsidR="006974AE" w:rsidRDefault="006974AE" w:rsidP="006974AE">
      <w:r>
        <w:t>845.8519</w:t>
      </w:r>
      <w:r>
        <w:tab/>
        <w:t>1.013e0</w:t>
      </w:r>
    </w:p>
    <w:p w:rsidR="006974AE" w:rsidRDefault="006974AE" w:rsidP="006974AE">
      <w:r>
        <w:t>846.0314</w:t>
      </w:r>
      <w:r>
        <w:tab/>
        <w:t>1.013e0</w:t>
      </w:r>
    </w:p>
    <w:p w:rsidR="006974AE" w:rsidRDefault="006974AE" w:rsidP="006974AE">
      <w:r>
        <w:t>846.0428</w:t>
      </w:r>
      <w:r>
        <w:tab/>
        <w:t>2.025e0</w:t>
      </w:r>
    </w:p>
    <w:p w:rsidR="006974AE" w:rsidRDefault="006974AE" w:rsidP="006974AE">
      <w:r>
        <w:t>846.1069</w:t>
      </w:r>
      <w:r>
        <w:tab/>
        <w:t>1.013e0</w:t>
      </w:r>
    </w:p>
    <w:p w:rsidR="006974AE" w:rsidRDefault="006974AE" w:rsidP="006974AE">
      <w:r>
        <w:t>846.1211</w:t>
      </w:r>
      <w:r>
        <w:tab/>
        <w:t>1.013e0</w:t>
      </w:r>
    </w:p>
    <w:p w:rsidR="006974AE" w:rsidRDefault="006974AE" w:rsidP="006974AE">
      <w:r>
        <w:t>846.1696</w:t>
      </w:r>
      <w:r>
        <w:tab/>
        <w:t>3.038e0</w:t>
      </w:r>
    </w:p>
    <w:p w:rsidR="006974AE" w:rsidRDefault="006974AE" w:rsidP="006974AE">
      <w:r>
        <w:t>846.1780</w:t>
      </w:r>
      <w:r>
        <w:tab/>
        <w:t>1.013e0</w:t>
      </w:r>
    </w:p>
    <w:p w:rsidR="006974AE" w:rsidRDefault="006974AE" w:rsidP="006974AE">
      <w:r>
        <w:t>846.2006</w:t>
      </w:r>
      <w:r>
        <w:tab/>
        <w:t>1.013e0</w:t>
      </w:r>
    </w:p>
    <w:p w:rsidR="006974AE" w:rsidRDefault="006974AE" w:rsidP="006974AE">
      <w:r>
        <w:t>846.2221</w:t>
      </w:r>
      <w:r>
        <w:tab/>
        <w:t>2.889e0</w:t>
      </w:r>
    </w:p>
    <w:p w:rsidR="006974AE" w:rsidRDefault="006974AE" w:rsidP="006974AE">
      <w:r>
        <w:t>846.2358</w:t>
      </w:r>
      <w:r>
        <w:tab/>
        <w:t>1.013e0</w:t>
      </w:r>
    </w:p>
    <w:p w:rsidR="006974AE" w:rsidRDefault="006974AE" w:rsidP="006974AE">
      <w:r>
        <w:t>846.2634</w:t>
      </w:r>
      <w:r>
        <w:tab/>
        <w:t>2.025e0</w:t>
      </w:r>
    </w:p>
    <w:p w:rsidR="006974AE" w:rsidRDefault="006974AE" w:rsidP="006974AE">
      <w:r>
        <w:lastRenderedPageBreak/>
        <w:t>846.2678</w:t>
      </w:r>
      <w:r>
        <w:tab/>
        <w:t>1.013e0</w:t>
      </w:r>
    </w:p>
    <w:p w:rsidR="006974AE" w:rsidRDefault="006974AE" w:rsidP="006974AE">
      <w:r>
        <w:t>846.3374</w:t>
      </w:r>
      <w:r>
        <w:tab/>
        <w:t>5.880e0</w:t>
      </w:r>
    </w:p>
    <w:p w:rsidR="006974AE" w:rsidRDefault="006974AE" w:rsidP="006974AE">
      <w:r>
        <w:t>846.3427</w:t>
      </w:r>
      <w:r>
        <w:tab/>
        <w:t>5.063e0</w:t>
      </w:r>
    </w:p>
    <w:p w:rsidR="006974AE" w:rsidRDefault="006974AE" w:rsidP="006974AE">
      <w:r>
        <w:t>846.3668</w:t>
      </w:r>
      <w:r>
        <w:tab/>
        <w:t>2.025e0</w:t>
      </w:r>
    </w:p>
    <w:p w:rsidR="006974AE" w:rsidRDefault="006974AE" w:rsidP="006974AE">
      <w:r>
        <w:t>846.3743</w:t>
      </w:r>
      <w:r>
        <w:tab/>
        <w:t>3.038e0</w:t>
      </w:r>
    </w:p>
    <w:p w:rsidR="006974AE" w:rsidRDefault="006974AE" w:rsidP="006974AE">
      <w:r>
        <w:t>846.4057</w:t>
      </w:r>
      <w:r>
        <w:tab/>
        <w:t>3.695e0</w:t>
      </w:r>
    </w:p>
    <w:p w:rsidR="006974AE" w:rsidRDefault="006974AE" w:rsidP="006974AE">
      <w:r>
        <w:t>846.4087</w:t>
      </w:r>
      <w:r>
        <w:tab/>
        <w:t>4.051e0</w:t>
      </w:r>
    </w:p>
    <w:p w:rsidR="006974AE" w:rsidRDefault="006974AE" w:rsidP="006974AE">
      <w:r>
        <w:t>846.4152</w:t>
      </w:r>
      <w:r>
        <w:tab/>
        <w:t>7.089e0</w:t>
      </w:r>
    </w:p>
    <w:p w:rsidR="006974AE" w:rsidRDefault="006974AE" w:rsidP="006974AE">
      <w:r>
        <w:t>846.4186</w:t>
      </w:r>
      <w:r>
        <w:tab/>
        <w:t>1.328e1</w:t>
      </w:r>
    </w:p>
    <w:p w:rsidR="006974AE" w:rsidRDefault="006974AE" w:rsidP="006974AE">
      <w:r>
        <w:t>846.4341</w:t>
      </w:r>
      <w:r>
        <w:tab/>
        <w:t>1.013e0</w:t>
      </w:r>
    </w:p>
    <w:p w:rsidR="006974AE" w:rsidRDefault="006974AE" w:rsidP="006974AE">
      <w:r>
        <w:t>846.4921</w:t>
      </w:r>
      <w:r>
        <w:tab/>
        <w:t>1.013e0</w:t>
      </w:r>
    </w:p>
    <w:p w:rsidR="006974AE" w:rsidRDefault="006974AE" w:rsidP="006974AE">
      <w:r>
        <w:t>846.4982</w:t>
      </w:r>
      <w:r>
        <w:tab/>
        <w:t>2.025e0</w:t>
      </w:r>
    </w:p>
    <w:p w:rsidR="006974AE" w:rsidRDefault="006974AE" w:rsidP="006974AE">
      <w:r>
        <w:t>846.5074</w:t>
      </w:r>
      <w:r>
        <w:tab/>
        <w:t>2.025e0</w:t>
      </w:r>
    </w:p>
    <w:p w:rsidR="006974AE" w:rsidRDefault="006974AE" w:rsidP="006974AE">
      <w:r>
        <w:t>846.5267</w:t>
      </w:r>
      <w:r>
        <w:tab/>
        <w:t>2.025e0</w:t>
      </w:r>
    </w:p>
    <w:p w:rsidR="006974AE" w:rsidRDefault="006974AE" w:rsidP="006974AE">
      <w:r>
        <w:t>846.5349</w:t>
      </w:r>
      <w:r>
        <w:tab/>
        <w:t>1.013e0</w:t>
      </w:r>
    </w:p>
    <w:p w:rsidR="006974AE" w:rsidRDefault="006974AE" w:rsidP="006974AE">
      <w:r>
        <w:t>846.5623</w:t>
      </w:r>
      <w:r>
        <w:tab/>
        <w:t>2.012e0</w:t>
      </w:r>
    </w:p>
    <w:p w:rsidR="006974AE" w:rsidRDefault="006974AE" w:rsidP="006974AE">
      <w:r>
        <w:t>846.5704</w:t>
      </w:r>
      <w:r>
        <w:tab/>
        <w:t>2.025e0</w:t>
      </w:r>
    </w:p>
    <w:p w:rsidR="006974AE" w:rsidRDefault="006974AE" w:rsidP="006974AE">
      <w:r>
        <w:t>846.6060</w:t>
      </w:r>
      <w:r>
        <w:tab/>
        <w:t>1.013e0</w:t>
      </w:r>
    </w:p>
    <w:p w:rsidR="006974AE" w:rsidRDefault="006974AE" w:rsidP="006974AE">
      <w:r>
        <w:t>846.6222</w:t>
      </w:r>
      <w:r>
        <w:tab/>
        <w:t>1.013e0</w:t>
      </w:r>
    </w:p>
    <w:p w:rsidR="006974AE" w:rsidRDefault="006974AE" w:rsidP="006974AE">
      <w:r>
        <w:lastRenderedPageBreak/>
        <w:t>846.6334</w:t>
      </w:r>
      <w:r>
        <w:tab/>
        <w:t>1.013e0</w:t>
      </w:r>
    </w:p>
    <w:p w:rsidR="006974AE" w:rsidRDefault="006974AE" w:rsidP="006974AE">
      <w:r>
        <w:t>846.6407</w:t>
      </w:r>
      <w:r>
        <w:tab/>
        <w:t>2.025e0</w:t>
      </w:r>
    </w:p>
    <w:p w:rsidR="006974AE" w:rsidRDefault="006974AE" w:rsidP="006974AE">
      <w:r>
        <w:t>846.6569</w:t>
      </w:r>
      <w:r>
        <w:tab/>
        <w:t>1.013e0</w:t>
      </w:r>
    </w:p>
    <w:p w:rsidR="006974AE" w:rsidRDefault="006974AE" w:rsidP="006974AE">
      <w:r>
        <w:t>846.6761</w:t>
      </w:r>
      <w:r>
        <w:tab/>
        <w:t>1.013e0</w:t>
      </w:r>
    </w:p>
    <w:p w:rsidR="006974AE" w:rsidRDefault="006974AE" w:rsidP="006974AE">
      <w:r>
        <w:t>846.7341</w:t>
      </w:r>
      <w:r>
        <w:tab/>
        <w:t>1.013e0</w:t>
      </w:r>
    </w:p>
    <w:p w:rsidR="006974AE" w:rsidRDefault="006974AE" w:rsidP="006974AE">
      <w:r>
        <w:t>846.7414</w:t>
      </w:r>
      <w:r>
        <w:tab/>
        <w:t>1.013e0</w:t>
      </w:r>
    </w:p>
    <w:p w:rsidR="006974AE" w:rsidRDefault="006974AE" w:rsidP="006974AE">
      <w:r>
        <w:t>846.8054</w:t>
      </w:r>
      <w:r>
        <w:tab/>
        <w:t>1.013e0</w:t>
      </w:r>
    </w:p>
    <w:p w:rsidR="006974AE" w:rsidRDefault="006974AE" w:rsidP="006974AE">
      <w:r>
        <w:t>846.8087</w:t>
      </w:r>
      <w:r>
        <w:tab/>
        <w:t>1.013e0</w:t>
      </w:r>
    </w:p>
    <w:p w:rsidR="006974AE" w:rsidRDefault="006974AE" w:rsidP="006974AE">
      <w:r>
        <w:t>846.8623</w:t>
      </w:r>
      <w:r>
        <w:tab/>
        <w:t>1.013e0</w:t>
      </w:r>
    </w:p>
    <w:p w:rsidR="006974AE" w:rsidRDefault="006974AE" w:rsidP="006974AE">
      <w:r>
        <w:t>846.9039</w:t>
      </w:r>
      <w:r>
        <w:tab/>
        <w:t>1.013e0</w:t>
      </w:r>
    </w:p>
    <w:p w:rsidR="006974AE" w:rsidRDefault="006974AE" w:rsidP="006974AE">
      <w:r>
        <w:t>846.9082</w:t>
      </w:r>
      <w:r>
        <w:tab/>
        <w:t>2.025e0</w:t>
      </w:r>
    </w:p>
    <w:p w:rsidR="006974AE" w:rsidRDefault="006974AE" w:rsidP="006974AE">
      <w:r>
        <w:t>846.9193</w:t>
      </w:r>
      <w:r>
        <w:tab/>
        <w:t>1.013e0</w:t>
      </w:r>
    </w:p>
    <w:p w:rsidR="006974AE" w:rsidRDefault="006974AE" w:rsidP="006974AE">
      <w:r>
        <w:t>846.9324</w:t>
      </w:r>
      <w:r>
        <w:tab/>
        <w:t>1.013e0</w:t>
      </w:r>
    </w:p>
    <w:p w:rsidR="006974AE" w:rsidRDefault="006974AE" w:rsidP="006974AE">
      <w:r>
        <w:t>846.9609</w:t>
      </w:r>
      <w:r>
        <w:tab/>
        <w:t>1.013e0</w:t>
      </w:r>
    </w:p>
    <w:p w:rsidR="006974AE" w:rsidRDefault="006974AE" w:rsidP="006974AE">
      <w:r>
        <w:t>846.9951</w:t>
      </w:r>
      <w:r>
        <w:tab/>
        <w:t>1.013e0</w:t>
      </w:r>
    </w:p>
    <w:p w:rsidR="006974AE" w:rsidRDefault="006974AE" w:rsidP="006974AE">
      <w:r>
        <w:t>847.0220</w:t>
      </w:r>
      <w:r>
        <w:tab/>
        <w:t>2.025e0</w:t>
      </w:r>
    </w:p>
    <w:p w:rsidR="006974AE" w:rsidRDefault="006974AE" w:rsidP="006974AE">
      <w:r>
        <w:t>847.0748</w:t>
      </w:r>
      <w:r>
        <w:tab/>
        <w:t>1.013e0</w:t>
      </w:r>
    </w:p>
    <w:p w:rsidR="006974AE" w:rsidRDefault="006974AE" w:rsidP="006974AE">
      <w:r>
        <w:t>847.0807</w:t>
      </w:r>
      <w:r>
        <w:tab/>
        <w:t>1.013e0</w:t>
      </w:r>
    </w:p>
    <w:p w:rsidR="006974AE" w:rsidRDefault="006974AE" w:rsidP="006974AE">
      <w:r>
        <w:t>847.0854</w:t>
      </w:r>
      <w:r>
        <w:tab/>
        <w:t>2.025e0</w:t>
      </w:r>
    </w:p>
    <w:p w:rsidR="006974AE" w:rsidRDefault="006974AE" w:rsidP="006974AE">
      <w:r>
        <w:lastRenderedPageBreak/>
        <w:t>847.1641</w:t>
      </w:r>
      <w:r>
        <w:tab/>
        <w:t>1.013e0</w:t>
      </w:r>
    </w:p>
    <w:p w:rsidR="006974AE" w:rsidRDefault="006974AE" w:rsidP="006974AE">
      <w:r>
        <w:t>847.2671</w:t>
      </w:r>
      <w:r>
        <w:tab/>
        <w:t>1.013e0</w:t>
      </w:r>
    </w:p>
    <w:p w:rsidR="006974AE" w:rsidRDefault="006974AE" w:rsidP="006974AE">
      <w:r>
        <w:t>847.3283</w:t>
      </w:r>
      <w:r>
        <w:tab/>
        <w:t>5.163e0</w:t>
      </w:r>
    </w:p>
    <w:p w:rsidR="006974AE" w:rsidRDefault="006974AE" w:rsidP="006974AE">
      <w:r>
        <w:t>847.3678</w:t>
      </w:r>
      <w:r>
        <w:tab/>
        <w:t>2.025e0</w:t>
      </w:r>
    </w:p>
    <w:p w:rsidR="006974AE" w:rsidRDefault="006974AE" w:rsidP="006974AE">
      <w:r>
        <w:t>847.4037</w:t>
      </w:r>
      <w:r>
        <w:tab/>
        <w:t>3.038e0</w:t>
      </w:r>
    </w:p>
    <w:p w:rsidR="006974AE" w:rsidRDefault="006974AE" w:rsidP="006974AE">
      <w:r>
        <w:t>847.4167</w:t>
      </w:r>
      <w:r>
        <w:tab/>
        <w:t>6.076e0</w:t>
      </w:r>
    </w:p>
    <w:p w:rsidR="006974AE" w:rsidRDefault="006974AE" w:rsidP="006974AE">
      <w:r>
        <w:t>847.4209</w:t>
      </w:r>
      <w:r>
        <w:tab/>
        <w:t>3.235e0</w:t>
      </w:r>
    </w:p>
    <w:p w:rsidR="006974AE" w:rsidRDefault="006974AE" w:rsidP="006974AE">
      <w:r>
        <w:t>847.4244</w:t>
      </w:r>
      <w:r>
        <w:tab/>
        <w:t>6.278e0</w:t>
      </w:r>
    </w:p>
    <w:p w:rsidR="006974AE" w:rsidRDefault="006974AE" w:rsidP="006974AE">
      <w:r>
        <w:t>847.4331</w:t>
      </w:r>
      <w:r>
        <w:tab/>
        <w:t>3.424e0</w:t>
      </w:r>
    </w:p>
    <w:p w:rsidR="006974AE" w:rsidRDefault="006974AE" w:rsidP="006974AE">
      <w:r>
        <w:t>847.5184</w:t>
      </w:r>
      <w:r>
        <w:tab/>
        <w:t>2.025e0</w:t>
      </w:r>
    </w:p>
    <w:p w:rsidR="006974AE" w:rsidRDefault="006974AE" w:rsidP="006974AE">
      <w:r>
        <w:t>847.5235</w:t>
      </w:r>
      <w:r>
        <w:tab/>
        <w:t>3.038e0</w:t>
      </w:r>
    </w:p>
    <w:p w:rsidR="006974AE" w:rsidRDefault="006974AE" w:rsidP="006974AE">
      <w:r>
        <w:t>847.5307</w:t>
      </w:r>
      <w:r>
        <w:tab/>
        <w:t>1.013e0</w:t>
      </w:r>
    </w:p>
    <w:p w:rsidR="006974AE" w:rsidRDefault="006974AE" w:rsidP="006974AE">
      <w:r>
        <w:t>847.5541</w:t>
      </w:r>
      <w:r>
        <w:tab/>
        <w:t>1.013e0</w:t>
      </w:r>
    </w:p>
    <w:p w:rsidR="006974AE" w:rsidRDefault="006974AE" w:rsidP="006974AE">
      <w:r>
        <w:t>847.5592</w:t>
      </w:r>
      <w:r>
        <w:tab/>
        <w:t>2.025e0</w:t>
      </w:r>
    </w:p>
    <w:p w:rsidR="006974AE" w:rsidRDefault="006974AE" w:rsidP="006974AE">
      <w:r>
        <w:t>847.5924</w:t>
      </w:r>
      <w:r>
        <w:tab/>
        <w:t>3.038e0</w:t>
      </w:r>
    </w:p>
    <w:p w:rsidR="006974AE" w:rsidRDefault="006974AE" w:rsidP="006974AE">
      <w:r>
        <w:t>847.6225</w:t>
      </w:r>
      <w:r>
        <w:tab/>
        <w:t>1.013e0</w:t>
      </w:r>
    </w:p>
    <w:p w:rsidR="006974AE" w:rsidRDefault="006974AE" w:rsidP="006974AE">
      <w:r>
        <w:t>847.6484</w:t>
      </w:r>
      <w:r>
        <w:tab/>
        <w:t>2.025e0</w:t>
      </w:r>
    </w:p>
    <w:p w:rsidR="006974AE" w:rsidRDefault="006974AE" w:rsidP="006974AE">
      <w:r>
        <w:t>847.6562</w:t>
      </w:r>
      <w:r>
        <w:tab/>
        <w:t>1.013e0</w:t>
      </w:r>
    </w:p>
    <w:p w:rsidR="006974AE" w:rsidRDefault="006974AE" w:rsidP="006974AE">
      <w:r>
        <w:t>847.6732</w:t>
      </w:r>
      <w:r>
        <w:tab/>
        <w:t>1.013e0</w:t>
      </w:r>
    </w:p>
    <w:p w:rsidR="006974AE" w:rsidRDefault="006974AE" w:rsidP="006974AE">
      <w:r>
        <w:lastRenderedPageBreak/>
        <w:t>847.7070</w:t>
      </w:r>
      <w:r>
        <w:tab/>
        <w:t>1.013e0</w:t>
      </w:r>
    </w:p>
    <w:p w:rsidR="006974AE" w:rsidRDefault="006974AE" w:rsidP="006974AE">
      <w:r>
        <w:t>847.7416</w:t>
      </w:r>
      <w:r>
        <w:tab/>
        <w:t>1.013e0</w:t>
      </w:r>
    </w:p>
    <w:p w:rsidR="006974AE" w:rsidRDefault="006974AE" w:rsidP="006974AE">
      <w:r>
        <w:t>847.7455</w:t>
      </w:r>
      <w:r>
        <w:tab/>
        <w:t>1.013e0</w:t>
      </w:r>
    </w:p>
    <w:p w:rsidR="006974AE" w:rsidRDefault="006974AE" w:rsidP="006974AE">
      <w:r>
        <w:t>847.7838</w:t>
      </w:r>
      <w:r>
        <w:tab/>
        <w:t>2.025e0</w:t>
      </w:r>
    </w:p>
    <w:p w:rsidR="006974AE" w:rsidRDefault="006974AE" w:rsidP="006974AE">
      <w:r>
        <w:t>847.8201</w:t>
      </w:r>
      <w:r>
        <w:tab/>
        <w:t>3.038e0</w:t>
      </w:r>
    </w:p>
    <w:p w:rsidR="006974AE" w:rsidRDefault="006974AE" w:rsidP="006974AE">
      <w:r>
        <w:t>847.8311</w:t>
      </w:r>
      <w:r>
        <w:tab/>
        <w:t>1.013e0</w:t>
      </w:r>
    </w:p>
    <w:p w:rsidR="006974AE" w:rsidRDefault="006974AE" w:rsidP="006974AE">
      <w:r>
        <w:t>847.8352</w:t>
      </w:r>
      <w:r>
        <w:tab/>
        <w:t>2.025e0</w:t>
      </w:r>
    </w:p>
    <w:p w:rsidR="006974AE" w:rsidRDefault="006974AE" w:rsidP="006974AE">
      <w:r>
        <w:t>847.8440</w:t>
      </w:r>
      <w:r>
        <w:tab/>
        <w:t>2.025e0</w:t>
      </w:r>
    </w:p>
    <w:p w:rsidR="006974AE" w:rsidRDefault="006974AE" w:rsidP="006974AE">
      <w:r>
        <w:t>847.9155</w:t>
      </w:r>
      <w:r>
        <w:tab/>
        <w:t>1.013e0</w:t>
      </w:r>
    </w:p>
    <w:p w:rsidR="006974AE" w:rsidRDefault="006974AE" w:rsidP="006974AE">
      <w:r>
        <w:t>847.9166</w:t>
      </w:r>
      <w:r>
        <w:tab/>
        <w:t>1.013e0</w:t>
      </w:r>
    </w:p>
    <w:p w:rsidR="006974AE" w:rsidRDefault="006974AE" w:rsidP="006974AE">
      <w:r>
        <w:t>847.9440</w:t>
      </w:r>
      <w:r>
        <w:tab/>
        <w:t>2.025e0</w:t>
      </w:r>
    </w:p>
    <w:p w:rsidR="006974AE" w:rsidRDefault="006974AE" w:rsidP="006974AE">
      <w:r>
        <w:t>847.9600</w:t>
      </w:r>
      <w:r>
        <w:tab/>
        <w:t>1.013e0</w:t>
      </w:r>
    </w:p>
    <w:p w:rsidR="006974AE" w:rsidRDefault="006974AE" w:rsidP="006974AE">
      <w:r>
        <w:t>847.9747</w:t>
      </w:r>
      <w:r>
        <w:tab/>
        <w:t>2.025e0</w:t>
      </w:r>
    </w:p>
    <w:p w:rsidR="006974AE" w:rsidRDefault="006974AE" w:rsidP="006974AE">
      <w:r>
        <w:t>848.0225</w:t>
      </w:r>
      <w:r>
        <w:tab/>
        <w:t>2.025e0</w:t>
      </w:r>
    </w:p>
    <w:p w:rsidR="006974AE" w:rsidRDefault="006974AE" w:rsidP="006974AE">
      <w:r>
        <w:t>848.0438</w:t>
      </w:r>
      <w:r>
        <w:tab/>
        <w:t>1.013e0</w:t>
      </w:r>
    </w:p>
    <w:p w:rsidR="006974AE" w:rsidRDefault="006974AE" w:rsidP="006974AE">
      <w:r>
        <w:t>848.0449</w:t>
      </w:r>
      <w:r>
        <w:tab/>
        <w:t>1.013e0</w:t>
      </w:r>
    </w:p>
    <w:p w:rsidR="006974AE" w:rsidRDefault="006974AE" w:rsidP="006974AE">
      <w:r>
        <w:t>848.0462</w:t>
      </w:r>
      <w:r>
        <w:tab/>
        <w:t>2.025e0</w:t>
      </w:r>
    </w:p>
    <w:p w:rsidR="006974AE" w:rsidRDefault="006974AE" w:rsidP="006974AE">
      <w:r>
        <w:t>848.0797</w:t>
      </w:r>
      <w:r>
        <w:tab/>
        <w:t>2.025e0</w:t>
      </w:r>
    </w:p>
    <w:p w:rsidR="006974AE" w:rsidRDefault="006974AE" w:rsidP="006974AE">
      <w:r>
        <w:t>848.0823</w:t>
      </w:r>
      <w:r>
        <w:tab/>
        <w:t>2.025e0</w:t>
      </w:r>
    </w:p>
    <w:p w:rsidR="006974AE" w:rsidRDefault="006974AE" w:rsidP="006974AE">
      <w:r>
        <w:lastRenderedPageBreak/>
        <w:t>848.1454</w:t>
      </w:r>
      <w:r>
        <w:tab/>
        <w:t>2.025e0</w:t>
      </w:r>
    </w:p>
    <w:p w:rsidR="006974AE" w:rsidRDefault="006974AE" w:rsidP="006974AE">
      <w:r>
        <w:t>848.1865</w:t>
      </w:r>
      <w:r>
        <w:tab/>
        <w:t>1.013e0</w:t>
      </w:r>
    </w:p>
    <w:p w:rsidR="006974AE" w:rsidRDefault="006974AE" w:rsidP="006974AE">
      <w:r>
        <w:t>848.2078</w:t>
      </w:r>
      <w:r>
        <w:tab/>
        <w:t>2.025e0</w:t>
      </w:r>
    </w:p>
    <w:p w:rsidR="006974AE" w:rsidRDefault="006974AE" w:rsidP="006974AE">
      <w:r>
        <w:t>848.2141</w:t>
      </w:r>
      <w:r>
        <w:tab/>
        <w:t>2.025e0</w:t>
      </w:r>
    </w:p>
    <w:p w:rsidR="006974AE" w:rsidRDefault="006974AE" w:rsidP="006974AE">
      <w:r>
        <w:t>848.2574</w:t>
      </w:r>
      <w:r>
        <w:tab/>
        <w:t>2.025e0</w:t>
      </w:r>
    </w:p>
    <w:p w:rsidR="006974AE" w:rsidRDefault="006974AE" w:rsidP="006974AE">
      <w:r>
        <w:t>848.3220</w:t>
      </w:r>
      <w:r>
        <w:tab/>
        <w:t>2.025e0</w:t>
      </w:r>
    </w:p>
    <w:p w:rsidR="006974AE" w:rsidRDefault="006974AE" w:rsidP="006974AE">
      <w:r>
        <w:t>848.3442</w:t>
      </w:r>
      <w:r>
        <w:tab/>
        <w:t>4.051e0</w:t>
      </w:r>
    </w:p>
    <w:p w:rsidR="006974AE" w:rsidRDefault="006974AE" w:rsidP="006974AE">
      <w:r>
        <w:t>848.3467</w:t>
      </w:r>
      <w:r>
        <w:tab/>
        <w:t>4.019e0</w:t>
      </w:r>
    </w:p>
    <w:p w:rsidR="006974AE" w:rsidRDefault="006974AE" w:rsidP="006974AE">
      <w:r>
        <w:t>848.3729</w:t>
      </w:r>
      <w:r>
        <w:tab/>
        <w:t>1.013e0</w:t>
      </w:r>
    </w:p>
    <w:p w:rsidR="006974AE" w:rsidRDefault="006974AE" w:rsidP="006974AE">
      <w:r>
        <w:t>848.4146</w:t>
      </w:r>
      <w:r>
        <w:tab/>
        <w:t>1.013e0</w:t>
      </w:r>
    </w:p>
    <w:p w:rsidR="006974AE" w:rsidRDefault="006974AE" w:rsidP="006974AE">
      <w:r>
        <w:t>848.4245</w:t>
      </w:r>
      <w:r>
        <w:tab/>
        <w:t>6.336e0</w:t>
      </w:r>
    </w:p>
    <w:p w:rsidR="006974AE" w:rsidRDefault="006974AE" w:rsidP="006974AE">
      <w:r>
        <w:t>848.4442</w:t>
      </w:r>
      <w:r>
        <w:tab/>
        <w:t>1.013e0</w:t>
      </w:r>
    </w:p>
    <w:p w:rsidR="006974AE" w:rsidRDefault="006974AE" w:rsidP="006974AE">
      <w:r>
        <w:t>848.4601</w:t>
      </w:r>
      <w:r>
        <w:tab/>
        <w:t>4.701e0</w:t>
      </w:r>
    </w:p>
    <w:p w:rsidR="006974AE" w:rsidRDefault="006974AE" w:rsidP="006974AE">
      <w:r>
        <w:t>848.4860</w:t>
      </w:r>
      <w:r>
        <w:tab/>
        <w:t>1.013e0</w:t>
      </w:r>
    </w:p>
    <w:p w:rsidR="006974AE" w:rsidRDefault="006974AE" w:rsidP="006974AE">
      <w:r>
        <w:t>848.5073</w:t>
      </w:r>
      <w:r>
        <w:tab/>
        <w:t>8.235e0</w:t>
      </w:r>
    </w:p>
    <w:p w:rsidR="006974AE" w:rsidRDefault="006974AE" w:rsidP="006974AE">
      <w:r>
        <w:t>848.5544</w:t>
      </w:r>
      <w:r>
        <w:tab/>
        <w:t>3.038e0</w:t>
      </w:r>
    </w:p>
    <w:p w:rsidR="006974AE" w:rsidRDefault="006974AE" w:rsidP="006974AE">
      <w:r>
        <w:t>848.5571</w:t>
      </w:r>
      <w:r>
        <w:tab/>
        <w:t>2.025e0</w:t>
      </w:r>
    </w:p>
    <w:p w:rsidR="006974AE" w:rsidRDefault="006974AE" w:rsidP="006974AE">
      <w:r>
        <w:t>848.5824</w:t>
      </w:r>
      <w:r>
        <w:tab/>
        <w:t>3.038e0</w:t>
      </w:r>
    </w:p>
    <w:p w:rsidR="006974AE" w:rsidRDefault="006974AE" w:rsidP="006974AE">
      <w:r>
        <w:t>848.5858</w:t>
      </w:r>
      <w:r>
        <w:tab/>
        <w:t>1.013e0</w:t>
      </w:r>
    </w:p>
    <w:p w:rsidR="006974AE" w:rsidRDefault="006974AE" w:rsidP="006974AE">
      <w:r>
        <w:lastRenderedPageBreak/>
        <w:t>848.6386</w:t>
      </w:r>
      <w:r>
        <w:tab/>
        <w:t>1.013e0</w:t>
      </w:r>
    </w:p>
    <w:p w:rsidR="006974AE" w:rsidRDefault="006974AE" w:rsidP="006974AE">
      <w:r>
        <w:t>848.6429</w:t>
      </w:r>
      <w:r>
        <w:tab/>
        <w:t>1.013e0</w:t>
      </w:r>
    </w:p>
    <w:p w:rsidR="006974AE" w:rsidRDefault="006974AE" w:rsidP="006974AE">
      <w:r>
        <w:t>848.6882</w:t>
      </w:r>
      <w:r>
        <w:tab/>
        <w:t>1.013e0</w:t>
      </w:r>
    </w:p>
    <w:p w:rsidR="006974AE" w:rsidRDefault="006974AE" w:rsidP="006974AE">
      <w:r>
        <w:t>848.7282</w:t>
      </w:r>
      <w:r>
        <w:tab/>
        <w:t>3.038e0</w:t>
      </w:r>
    </w:p>
    <w:p w:rsidR="006974AE" w:rsidRDefault="006974AE" w:rsidP="006974AE">
      <w:r>
        <w:t>848.7437</w:t>
      </w:r>
      <w:r>
        <w:tab/>
        <w:t>2.025e0</w:t>
      </w:r>
    </w:p>
    <w:p w:rsidR="006974AE" w:rsidRDefault="006974AE" w:rsidP="006974AE">
      <w:r>
        <w:t>848.7723</w:t>
      </w:r>
      <w:r>
        <w:tab/>
        <w:t>1.013e0</w:t>
      </w:r>
    </w:p>
    <w:p w:rsidR="006974AE" w:rsidRDefault="006974AE" w:rsidP="006974AE">
      <w:r>
        <w:t>848.8326</w:t>
      </w:r>
      <w:r>
        <w:tab/>
        <w:t>2.025e0</w:t>
      </w:r>
    </w:p>
    <w:p w:rsidR="006974AE" w:rsidRDefault="006974AE" w:rsidP="006974AE">
      <w:r>
        <w:t>848.8437</w:t>
      </w:r>
      <w:r>
        <w:tab/>
        <w:t>2.025e0</w:t>
      </w:r>
    </w:p>
    <w:p w:rsidR="006974AE" w:rsidRDefault="006974AE" w:rsidP="006974AE">
      <w:r>
        <w:t>848.8723</w:t>
      </w:r>
      <w:r>
        <w:tab/>
        <w:t>1.013e0</w:t>
      </w:r>
    </w:p>
    <w:p w:rsidR="006974AE" w:rsidRDefault="006974AE" w:rsidP="006974AE">
      <w:r>
        <w:t>848.8865</w:t>
      </w:r>
      <w:r>
        <w:tab/>
        <w:t>1.013e0</w:t>
      </w:r>
    </w:p>
    <w:p w:rsidR="006974AE" w:rsidRDefault="006974AE" w:rsidP="006974AE">
      <w:r>
        <w:t>848.8912</w:t>
      </w:r>
      <w:r>
        <w:tab/>
        <w:t>1.013e0</w:t>
      </w:r>
    </w:p>
    <w:p w:rsidR="006974AE" w:rsidRDefault="006974AE" w:rsidP="006974AE">
      <w:r>
        <w:t>848.9140</w:t>
      </w:r>
      <w:r>
        <w:tab/>
        <w:t>1.013e0</w:t>
      </w:r>
    </w:p>
    <w:p w:rsidR="006974AE" w:rsidRDefault="006974AE" w:rsidP="006974AE">
      <w:r>
        <w:t>848.9436</w:t>
      </w:r>
      <w:r>
        <w:tab/>
        <w:t>1.013e0</w:t>
      </w:r>
    </w:p>
    <w:p w:rsidR="006974AE" w:rsidRDefault="006974AE" w:rsidP="006974AE">
      <w:r>
        <w:t>848.9902</w:t>
      </w:r>
      <w:r>
        <w:tab/>
        <w:t>2.025e0</w:t>
      </w:r>
    </w:p>
    <w:p w:rsidR="006974AE" w:rsidRDefault="006974AE" w:rsidP="006974AE">
      <w:r>
        <w:t>849.0710</w:t>
      </w:r>
      <w:r>
        <w:tab/>
        <w:t>1.013e0</w:t>
      </w:r>
    </w:p>
    <w:p w:rsidR="006974AE" w:rsidRDefault="006974AE" w:rsidP="006974AE">
      <w:r>
        <w:t>849.0721</w:t>
      </w:r>
      <w:r>
        <w:tab/>
        <w:t>1.013e0</w:t>
      </w:r>
    </w:p>
    <w:p w:rsidR="006974AE" w:rsidRDefault="006974AE" w:rsidP="006974AE">
      <w:r>
        <w:t>849.0786</w:t>
      </w:r>
      <w:r>
        <w:tab/>
        <w:t>1.013e0</w:t>
      </w:r>
    </w:p>
    <w:p w:rsidR="006974AE" w:rsidRDefault="006974AE" w:rsidP="006974AE">
      <w:r>
        <w:t>849.0958</w:t>
      </w:r>
      <w:r>
        <w:tab/>
        <w:t>1.013e0</w:t>
      </w:r>
    </w:p>
    <w:p w:rsidR="006974AE" w:rsidRDefault="006974AE" w:rsidP="006974AE">
      <w:r>
        <w:t>849.1567</w:t>
      </w:r>
      <w:r>
        <w:tab/>
        <w:t>1.013e0</w:t>
      </w:r>
    </w:p>
    <w:p w:rsidR="006974AE" w:rsidRDefault="006974AE" w:rsidP="006974AE">
      <w:r>
        <w:lastRenderedPageBreak/>
        <w:t>849.1577</w:t>
      </w:r>
      <w:r>
        <w:tab/>
        <w:t>1.013e0</w:t>
      </w:r>
    </w:p>
    <w:p w:rsidR="006974AE" w:rsidRDefault="006974AE" w:rsidP="006974AE">
      <w:r>
        <w:t>849.2137</w:t>
      </w:r>
      <w:r>
        <w:tab/>
        <w:t>1.013e0</w:t>
      </w:r>
    </w:p>
    <w:p w:rsidR="006974AE" w:rsidRDefault="006974AE" w:rsidP="006974AE">
      <w:r>
        <w:t>849.2148</w:t>
      </w:r>
      <w:r>
        <w:tab/>
        <w:t>1.013e0</w:t>
      </w:r>
    </w:p>
    <w:p w:rsidR="006974AE" w:rsidRDefault="006974AE" w:rsidP="006974AE">
      <w:r>
        <w:t>849.2521</w:t>
      </w:r>
      <w:r>
        <w:tab/>
        <w:t>2.025e0</w:t>
      </w:r>
    </w:p>
    <w:p w:rsidR="006974AE" w:rsidRDefault="006974AE" w:rsidP="006974AE">
      <w:r>
        <w:t>849.2994</w:t>
      </w:r>
      <w:r>
        <w:tab/>
        <w:t>1.013e0</w:t>
      </w:r>
    </w:p>
    <w:p w:rsidR="006974AE" w:rsidRDefault="006974AE" w:rsidP="006974AE">
      <w:r>
        <w:t>849.3494</w:t>
      </w:r>
      <w:r>
        <w:tab/>
        <w:t>1.013e0</w:t>
      </w:r>
    </w:p>
    <w:p w:rsidR="006974AE" w:rsidRDefault="006974AE" w:rsidP="006974AE">
      <w:r>
        <w:t>849.3851</w:t>
      </w:r>
      <w:r>
        <w:tab/>
        <w:t>1.013e0</w:t>
      </w:r>
    </w:p>
    <w:p w:rsidR="006974AE" w:rsidRDefault="006974AE" w:rsidP="006974AE">
      <w:r>
        <w:t>849.4001</w:t>
      </w:r>
      <w:r>
        <w:tab/>
        <w:t>4.425e0</w:t>
      </w:r>
    </w:p>
    <w:p w:rsidR="006974AE" w:rsidRDefault="006974AE" w:rsidP="006974AE">
      <w:r>
        <w:t>849.4020</w:t>
      </w:r>
      <w:r>
        <w:tab/>
        <w:t>2.614e0</w:t>
      </w:r>
    </w:p>
    <w:p w:rsidR="006974AE" w:rsidRDefault="006974AE" w:rsidP="006974AE">
      <w:r>
        <w:t>849.4147</w:t>
      </w:r>
      <w:r>
        <w:tab/>
        <w:t>1.013e0</w:t>
      </w:r>
    </w:p>
    <w:p w:rsidR="006974AE" w:rsidRDefault="006974AE" w:rsidP="006974AE">
      <w:r>
        <w:t>849.4233</w:t>
      </w:r>
      <w:r>
        <w:tab/>
        <w:t>3.462e0</w:t>
      </w:r>
    </w:p>
    <w:p w:rsidR="006974AE" w:rsidRDefault="006974AE" w:rsidP="006974AE">
      <w:r>
        <w:t>849.4993</w:t>
      </w:r>
      <w:r>
        <w:tab/>
        <w:t>2.025e0</w:t>
      </w:r>
    </w:p>
    <w:p w:rsidR="006974AE" w:rsidRDefault="006974AE" w:rsidP="006974AE">
      <w:r>
        <w:t>849.5208</w:t>
      </w:r>
      <w:r>
        <w:tab/>
        <w:t>1.986e0</w:t>
      </w:r>
    </w:p>
    <w:p w:rsidR="006974AE" w:rsidRDefault="006974AE" w:rsidP="006974AE">
      <w:r>
        <w:t>849.5277</w:t>
      </w:r>
      <w:r>
        <w:tab/>
        <w:t>6.076e0</w:t>
      </w:r>
    </w:p>
    <w:p w:rsidR="006974AE" w:rsidRDefault="006974AE" w:rsidP="006974AE">
      <w:r>
        <w:t>849.5422</w:t>
      </w:r>
      <w:r>
        <w:tab/>
        <w:t>1.094e0</w:t>
      </w:r>
    </w:p>
    <w:p w:rsidR="006974AE" w:rsidRDefault="006974AE" w:rsidP="006974AE">
      <w:r>
        <w:t>849.5433</w:t>
      </w:r>
      <w:r>
        <w:tab/>
        <w:t>1.013e0</w:t>
      </w:r>
    </w:p>
    <w:p w:rsidR="006974AE" w:rsidRDefault="006974AE" w:rsidP="006974AE">
      <w:r>
        <w:t>849.5707</w:t>
      </w:r>
      <w:r>
        <w:tab/>
        <w:t>1.013e0</w:t>
      </w:r>
    </w:p>
    <w:p w:rsidR="006974AE" w:rsidRDefault="006974AE" w:rsidP="006974AE">
      <w:r>
        <w:t>849.6279</w:t>
      </w:r>
      <w:r>
        <w:tab/>
        <w:t>1.013e0</w:t>
      </w:r>
    </w:p>
    <w:p w:rsidR="006974AE" w:rsidRDefault="006974AE" w:rsidP="006974AE">
      <w:r>
        <w:t>849.6373</w:t>
      </w:r>
      <w:r>
        <w:tab/>
        <w:t>1.013e0</w:t>
      </w:r>
    </w:p>
    <w:p w:rsidR="006974AE" w:rsidRDefault="006974AE" w:rsidP="006974AE">
      <w:r>
        <w:lastRenderedPageBreak/>
        <w:t>849.6850</w:t>
      </w:r>
      <w:r>
        <w:tab/>
        <w:t>1.013e0</w:t>
      </w:r>
    </w:p>
    <w:p w:rsidR="006974AE" w:rsidRDefault="006974AE" w:rsidP="006974AE">
      <w:r>
        <w:t>849.6950</w:t>
      </w:r>
      <w:r>
        <w:tab/>
        <w:t>2.025e0</w:t>
      </w:r>
    </w:p>
    <w:p w:rsidR="006974AE" w:rsidRDefault="006974AE" w:rsidP="006974AE">
      <w:r>
        <w:t>849.7131</w:t>
      </w:r>
      <w:r>
        <w:tab/>
        <w:t>2.025e0</w:t>
      </w:r>
    </w:p>
    <w:p w:rsidR="006974AE" w:rsidRDefault="006974AE" w:rsidP="006974AE">
      <w:r>
        <w:t>849.7565</w:t>
      </w:r>
      <w:r>
        <w:tab/>
        <w:t>1.013e0</w:t>
      </w:r>
    </w:p>
    <w:p w:rsidR="006974AE" w:rsidRDefault="006974AE" w:rsidP="006974AE">
      <w:r>
        <w:t>849.8007</w:t>
      </w:r>
      <w:r>
        <w:tab/>
        <w:t>2.025e0</w:t>
      </w:r>
    </w:p>
    <w:p w:rsidR="006974AE" w:rsidRDefault="006974AE" w:rsidP="006974AE">
      <w:r>
        <w:t>849.8726</w:t>
      </w:r>
      <w:r>
        <w:tab/>
        <w:t>2.025e0</w:t>
      </w:r>
    </w:p>
    <w:p w:rsidR="006974AE" w:rsidRDefault="006974AE" w:rsidP="006974AE">
      <w:r>
        <w:t>849.9081</w:t>
      </w:r>
      <w:r>
        <w:tab/>
        <w:t>1.013e0</w:t>
      </w:r>
    </w:p>
    <w:p w:rsidR="006974AE" w:rsidRDefault="006974AE" w:rsidP="006974AE">
      <w:r>
        <w:t>849.9850</w:t>
      </w:r>
      <w:r>
        <w:tab/>
        <w:t>1.013e0</w:t>
      </w:r>
    </w:p>
    <w:p w:rsidR="006974AE" w:rsidRDefault="006974AE" w:rsidP="006974AE">
      <w:r>
        <w:t>850.0147</w:t>
      </w:r>
      <w:r>
        <w:tab/>
        <w:t>2.025e0</w:t>
      </w:r>
    </w:p>
    <w:p w:rsidR="006974AE" w:rsidRDefault="006974AE" w:rsidP="006974AE">
      <w:r>
        <w:t>850.0422</w:t>
      </w:r>
      <w:r>
        <w:tab/>
        <w:t>1.013e0</w:t>
      </w:r>
    </w:p>
    <w:p w:rsidR="006974AE" w:rsidRDefault="006974AE" w:rsidP="006974AE">
      <w:r>
        <w:t>850.0718</w:t>
      </w:r>
      <w:r>
        <w:tab/>
        <w:t>1.013e0</w:t>
      </w:r>
    </w:p>
    <w:p w:rsidR="006974AE" w:rsidRDefault="006974AE" w:rsidP="006974AE">
      <w:r>
        <w:t>850.0861</w:t>
      </w:r>
      <w:r>
        <w:tab/>
        <w:t>1.013e0</w:t>
      </w:r>
    </w:p>
    <w:p w:rsidR="006974AE" w:rsidRDefault="006974AE" w:rsidP="006974AE">
      <w:r>
        <w:t>850.0930</w:t>
      </w:r>
      <w:r>
        <w:tab/>
        <w:t>4.051e0</w:t>
      </w:r>
    </w:p>
    <w:p w:rsidR="006974AE" w:rsidRDefault="006974AE" w:rsidP="006974AE">
      <w:r>
        <w:t>850.1422</w:t>
      </w:r>
      <w:r>
        <w:tab/>
        <w:t>1.013e0</w:t>
      </w:r>
    </w:p>
    <w:p w:rsidR="006974AE" w:rsidRDefault="006974AE" w:rsidP="006974AE">
      <w:r>
        <w:t>850.1851</w:t>
      </w:r>
      <w:r>
        <w:tab/>
        <w:t>1.013e0</w:t>
      </w:r>
    </w:p>
    <w:p w:rsidR="006974AE" w:rsidRDefault="006974AE" w:rsidP="006974AE">
      <w:r>
        <w:t>850.2130</w:t>
      </w:r>
      <w:r>
        <w:tab/>
        <w:t>2.025e0</w:t>
      </w:r>
    </w:p>
    <w:p w:rsidR="006974AE" w:rsidRDefault="006974AE" w:rsidP="006974AE">
      <w:r>
        <w:t>850.2278</w:t>
      </w:r>
      <w:r>
        <w:tab/>
        <w:t>2.446e0</w:t>
      </w:r>
    </w:p>
    <w:p w:rsidR="006974AE" w:rsidRDefault="006974AE" w:rsidP="006974AE">
      <w:r>
        <w:t>850.2433</w:t>
      </w:r>
      <w:r>
        <w:tab/>
        <w:t>1.013e0</w:t>
      </w:r>
    </w:p>
    <w:p w:rsidR="006974AE" w:rsidRDefault="006974AE" w:rsidP="006974AE">
      <w:r>
        <w:t>850.2709</w:t>
      </w:r>
      <w:r>
        <w:tab/>
        <w:t>1.013e0</w:t>
      </w:r>
    </w:p>
    <w:p w:rsidR="006974AE" w:rsidRDefault="006974AE" w:rsidP="006974AE">
      <w:r>
        <w:lastRenderedPageBreak/>
        <w:t>850.3137</w:t>
      </w:r>
      <w:r>
        <w:tab/>
        <w:t>2.025e0</w:t>
      </w:r>
    </w:p>
    <w:p w:rsidR="006974AE" w:rsidRDefault="006974AE" w:rsidP="006974AE">
      <w:r>
        <w:t>850.3786</w:t>
      </w:r>
      <w:r>
        <w:tab/>
        <w:t>4.067e0</w:t>
      </w:r>
    </w:p>
    <w:p w:rsidR="006974AE" w:rsidRDefault="006974AE" w:rsidP="006974AE">
      <w:r>
        <w:t>850.3821</w:t>
      </w:r>
      <w:r>
        <w:tab/>
        <w:t>2.664e0</w:t>
      </w:r>
    </w:p>
    <w:p w:rsidR="006974AE" w:rsidRDefault="006974AE" w:rsidP="006974AE">
      <w:r>
        <w:t>850.4006</w:t>
      </w:r>
      <w:r>
        <w:tab/>
        <w:t>1.765e0</w:t>
      </w:r>
    </w:p>
    <w:p w:rsidR="006974AE" w:rsidRDefault="006974AE" w:rsidP="006974AE">
      <w:r>
        <w:t>850.4060</w:t>
      </w:r>
      <w:r>
        <w:tab/>
        <w:t>2.025e0</w:t>
      </w:r>
    </w:p>
    <w:p w:rsidR="006974AE" w:rsidRDefault="006974AE" w:rsidP="006974AE">
      <w:r>
        <w:t>850.4211</w:t>
      </w:r>
      <w:r>
        <w:tab/>
        <w:t>5.305e0</w:t>
      </w:r>
    </w:p>
    <w:p w:rsidR="006974AE" w:rsidRDefault="006974AE" w:rsidP="006974AE">
      <w:r>
        <w:t>850.4324</w:t>
      </w:r>
      <w:r>
        <w:tab/>
        <w:t>3.380e0</w:t>
      </w:r>
    </w:p>
    <w:p w:rsidR="006974AE" w:rsidRDefault="006974AE" w:rsidP="006974AE">
      <w:r>
        <w:t>850.4455</w:t>
      </w:r>
      <w:r>
        <w:tab/>
        <w:t>2.495e0</w:t>
      </w:r>
    </w:p>
    <w:p w:rsidR="006974AE" w:rsidRDefault="006974AE" w:rsidP="006974AE">
      <w:r>
        <w:t>850.4635</w:t>
      </w:r>
      <w:r>
        <w:tab/>
        <w:t>4.989e0</w:t>
      </w:r>
    </w:p>
    <w:p w:rsidR="006974AE" w:rsidRDefault="006974AE" w:rsidP="006974AE">
      <w:r>
        <w:t>850.4769</w:t>
      </w:r>
      <w:r>
        <w:tab/>
        <w:t>2.025e0</w:t>
      </w:r>
    </w:p>
    <w:p w:rsidR="006974AE" w:rsidRDefault="006974AE" w:rsidP="006974AE">
      <w:r>
        <w:t>850.5024</w:t>
      </w:r>
      <w:r>
        <w:tab/>
        <w:t>1.834e0</w:t>
      </w:r>
    </w:p>
    <w:p w:rsidR="006974AE" w:rsidRDefault="006974AE" w:rsidP="006974AE">
      <w:r>
        <w:t>850.5282</w:t>
      </w:r>
      <w:r>
        <w:tab/>
        <w:t>1.013e0</w:t>
      </w:r>
    </w:p>
    <w:p w:rsidR="006974AE" w:rsidRDefault="006974AE" w:rsidP="006974AE">
      <w:r>
        <w:t>850.5292</w:t>
      </w:r>
      <w:r>
        <w:tab/>
        <w:t>1.013e0</w:t>
      </w:r>
    </w:p>
    <w:p w:rsidR="006974AE" w:rsidRDefault="006974AE" w:rsidP="006974AE">
      <w:r>
        <w:t>850.5617</w:t>
      </w:r>
      <w:r>
        <w:tab/>
        <w:t>4.051e0</w:t>
      </w:r>
    </w:p>
    <w:p w:rsidR="006974AE" w:rsidRDefault="006974AE" w:rsidP="006974AE">
      <w:r>
        <w:t>850.5688</w:t>
      </w:r>
      <w:r>
        <w:tab/>
        <w:t>1.013e0</w:t>
      </w:r>
    </w:p>
    <w:p w:rsidR="006974AE" w:rsidRDefault="006974AE" w:rsidP="006974AE">
      <w:r>
        <w:t>850.6293</w:t>
      </w:r>
      <w:r>
        <w:tab/>
        <w:t>1.013e0</w:t>
      </w:r>
    </w:p>
    <w:p w:rsidR="006974AE" w:rsidRDefault="006974AE" w:rsidP="006974AE">
      <w:r>
        <w:t>850.6359</w:t>
      </w:r>
      <w:r>
        <w:tab/>
        <w:t>2.025e0</w:t>
      </w:r>
    </w:p>
    <w:p w:rsidR="006974AE" w:rsidRDefault="006974AE" w:rsidP="006974AE">
      <w:r>
        <w:t>850.6532</w:t>
      </w:r>
      <w:r>
        <w:tab/>
        <w:t>1.013e0</w:t>
      </w:r>
    </w:p>
    <w:p w:rsidR="006974AE" w:rsidRDefault="006974AE" w:rsidP="006974AE">
      <w:r>
        <w:t>850.6712</w:t>
      </w:r>
      <w:r>
        <w:tab/>
        <w:t>2.025e0</w:t>
      </w:r>
    </w:p>
    <w:p w:rsidR="006974AE" w:rsidRDefault="006974AE" w:rsidP="006974AE">
      <w:r>
        <w:lastRenderedPageBreak/>
        <w:t>850.7166</w:t>
      </w:r>
      <w:r>
        <w:tab/>
        <w:t>2.025e0</w:t>
      </w:r>
    </w:p>
    <w:p w:rsidR="006974AE" w:rsidRDefault="006974AE" w:rsidP="006974AE">
      <w:r>
        <w:t>850.7284</w:t>
      </w:r>
      <w:r>
        <w:tab/>
        <w:t>1.013e0</w:t>
      </w:r>
    </w:p>
    <w:p w:rsidR="006974AE" w:rsidRDefault="006974AE" w:rsidP="006974AE">
      <w:r>
        <w:t>850.7294</w:t>
      </w:r>
      <w:r>
        <w:tab/>
        <w:t>1.013e0</w:t>
      </w:r>
    </w:p>
    <w:p w:rsidR="006974AE" w:rsidRDefault="006974AE" w:rsidP="006974AE">
      <w:r>
        <w:t>850.8048</w:t>
      </w:r>
      <w:r>
        <w:tab/>
        <w:t>1.013e0</w:t>
      </w:r>
    </w:p>
    <w:p w:rsidR="006974AE" w:rsidRDefault="006974AE" w:rsidP="006974AE">
      <w:r>
        <w:t>850.8572</w:t>
      </w:r>
      <w:r>
        <w:tab/>
        <w:t>1.013e0</w:t>
      </w:r>
    </w:p>
    <w:p w:rsidR="006974AE" w:rsidRDefault="006974AE" w:rsidP="006974AE">
      <w:r>
        <w:t>850.8980</w:t>
      </w:r>
      <w:r>
        <w:tab/>
        <w:t>2.025e0</w:t>
      </w:r>
    </w:p>
    <w:p w:rsidR="006974AE" w:rsidRDefault="006974AE" w:rsidP="006974AE">
      <w:r>
        <w:t>850.9805</w:t>
      </w:r>
      <w:r>
        <w:tab/>
        <w:t>2.025e0</w:t>
      </w:r>
    </w:p>
    <w:p w:rsidR="006974AE" w:rsidRDefault="006974AE" w:rsidP="006974AE">
      <w:r>
        <w:t>850.9869</w:t>
      </w:r>
      <w:r>
        <w:tab/>
        <w:t>1.013e0</w:t>
      </w:r>
    </w:p>
    <w:p w:rsidR="006974AE" w:rsidRDefault="006974AE" w:rsidP="006974AE">
      <w:r>
        <w:t>851.0298</w:t>
      </w:r>
      <w:r>
        <w:tab/>
        <w:t>1.013e0</w:t>
      </w:r>
    </w:p>
    <w:p w:rsidR="006974AE" w:rsidRDefault="006974AE" w:rsidP="006974AE">
      <w:r>
        <w:t>851.0584</w:t>
      </w:r>
      <w:r>
        <w:tab/>
        <w:t>1.013e0</w:t>
      </w:r>
    </w:p>
    <w:p w:rsidR="006974AE" w:rsidRDefault="006974AE" w:rsidP="006974AE">
      <w:r>
        <w:t>851.0823</w:t>
      </w:r>
      <w:r>
        <w:tab/>
        <w:t>2.025e0</w:t>
      </w:r>
    </w:p>
    <w:p w:rsidR="006974AE" w:rsidRDefault="006974AE" w:rsidP="006974AE">
      <w:r>
        <w:t>851.0929</w:t>
      </w:r>
      <w:r>
        <w:tab/>
        <w:t>1.013e0</w:t>
      </w:r>
    </w:p>
    <w:p w:rsidR="006974AE" w:rsidRDefault="006974AE" w:rsidP="006974AE">
      <w:r>
        <w:t>851.1090</w:t>
      </w:r>
      <w:r>
        <w:tab/>
        <w:t>1.013e0</w:t>
      </w:r>
    </w:p>
    <w:p w:rsidR="006974AE" w:rsidRDefault="006974AE" w:rsidP="006974AE">
      <w:r>
        <w:t>851.1729</w:t>
      </w:r>
      <w:r>
        <w:tab/>
        <w:t>2.025e0</w:t>
      </w:r>
    </w:p>
    <w:p w:rsidR="006974AE" w:rsidRDefault="006974AE" w:rsidP="006974AE">
      <w:r>
        <w:t>851.1946</w:t>
      </w:r>
      <w:r>
        <w:tab/>
        <w:t>1.013e0</w:t>
      </w:r>
    </w:p>
    <w:p w:rsidR="006974AE" w:rsidRDefault="006974AE" w:rsidP="006974AE">
      <w:r>
        <w:t>851.2076</w:t>
      </w:r>
      <w:r>
        <w:tab/>
        <w:t>2.025e0</w:t>
      </w:r>
    </w:p>
    <w:p w:rsidR="006974AE" w:rsidRDefault="006974AE" w:rsidP="006974AE">
      <w:r>
        <w:t>851.2216</w:t>
      </w:r>
      <w:r>
        <w:tab/>
        <w:t>2.025e0</w:t>
      </w:r>
    </w:p>
    <w:p w:rsidR="006974AE" w:rsidRDefault="006974AE" w:rsidP="006974AE">
      <w:r>
        <w:t>851.2288</w:t>
      </w:r>
      <w:r>
        <w:tab/>
        <w:t>1.013e0</w:t>
      </w:r>
    </w:p>
    <w:p w:rsidR="006974AE" w:rsidRDefault="006974AE" w:rsidP="006974AE">
      <w:r>
        <w:t>851.2587</w:t>
      </w:r>
      <w:r>
        <w:tab/>
        <w:t>1.013e0</w:t>
      </w:r>
    </w:p>
    <w:p w:rsidR="006974AE" w:rsidRDefault="006974AE" w:rsidP="006974AE">
      <w:r>
        <w:lastRenderedPageBreak/>
        <w:t>851.2863</w:t>
      </w:r>
      <w:r>
        <w:tab/>
        <w:t>1.013e0</w:t>
      </w:r>
    </w:p>
    <w:p w:rsidR="006974AE" w:rsidRDefault="006974AE" w:rsidP="006974AE">
      <w:r>
        <w:t>851.3292</w:t>
      </w:r>
      <w:r>
        <w:tab/>
        <w:t>1.013e0</w:t>
      </w:r>
    </w:p>
    <w:p w:rsidR="006974AE" w:rsidRDefault="006974AE" w:rsidP="006974AE">
      <w:r>
        <w:t>851.3472</w:t>
      </w:r>
      <w:r>
        <w:tab/>
        <w:t>2.938e0</w:t>
      </w:r>
    </w:p>
    <w:p w:rsidR="006974AE" w:rsidRDefault="006974AE" w:rsidP="006974AE">
      <w:r>
        <w:t>851.3740</w:t>
      </w:r>
      <w:r>
        <w:tab/>
        <w:t>2.351e0</w:t>
      </w:r>
    </w:p>
    <w:p w:rsidR="006974AE" w:rsidRDefault="006974AE" w:rsidP="006974AE">
      <w:r>
        <w:t>851.4221</w:t>
      </w:r>
      <w:r>
        <w:tab/>
        <w:t>1.600e0</w:t>
      </w:r>
    </w:p>
    <w:p w:rsidR="006974AE" w:rsidRDefault="006974AE" w:rsidP="006974AE">
      <w:r>
        <w:t>851.4719</w:t>
      </w:r>
      <w:r>
        <w:tab/>
        <w:t>3.012e0</w:t>
      </w:r>
    </w:p>
    <w:p w:rsidR="006974AE" w:rsidRDefault="006974AE" w:rsidP="006974AE">
      <w:r>
        <w:t>851.4941</w:t>
      </w:r>
      <w:r>
        <w:tab/>
        <w:t>1.813e0</w:t>
      </w:r>
    </w:p>
    <w:p w:rsidR="006974AE" w:rsidRDefault="006974AE" w:rsidP="006974AE">
      <w:r>
        <w:t>851.4957</w:t>
      </w:r>
      <w:r>
        <w:tab/>
        <w:t>1.341e0</w:t>
      </w:r>
    </w:p>
    <w:p w:rsidR="006974AE" w:rsidRDefault="006974AE" w:rsidP="006974AE">
      <w:r>
        <w:t>851.5085</w:t>
      </w:r>
      <w:r>
        <w:tab/>
        <w:t>1.780e0</w:t>
      </w:r>
    </w:p>
    <w:p w:rsidR="006974AE" w:rsidRDefault="006974AE" w:rsidP="006974AE">
      <w:r>
        <w:t>851.5173</w:t>
      </w:r>
      <w:r>
        <w:tab/>
        <w:t>3.038e0</w:t>
      </w:r>
    </w:p>
    <w:p w:rsidR="006974AE" w:rsidRDefault="006974AE" w:rsidP="006974AE">
      <w:r>
        <w:t>851.5320</w:t>
      </w:r>
      <w:r>
        <w:tab/>
        <w:t>1.013e0</w:t>
      </w:r>
    </w:p>
    <w:p w:rsidR="006974AE" w:rsidRDefault="006974AE" w:rsidP="006974AE">
      <w:r>
        <w:t>851.6155</w:t>
      </w:r>
      <w:r>
        <w:tab/>
        <w:t>1.013e0</w:t>
      </w:r>
    </w:p>
    <w:p w:rsidR="006974AE" w:rsidRDefault="006974AE" w:rsidP="006974AE">
      <w:r>
        <w:t>851.6179</w:t>
      </w:r>
      <w:r>
        <w:tab/>
        <w:t>2.025e0</w:t>
      </w:r>
    </w:p>
    <w:p w:rsidR="006974AE" w:rsidRDefault="006974AE" w:rsidP="006974AE">
      <w:r>
        <w:t>851.6309</w:t>
      </w:r>
      <w:r>
        <w:tab/>
        <w:t>1.013e0</w:t>
      </w:r>
    </w:p>
    <w:p w:rsidR="006974AE" w:rsidRDefault="006974AE" w:rsidP="006974AE">
      <w:r>
        <w:t>851.6409</w:t>
      </w:r>
      <w:r>
        <w:tab/>
        <w:t>2.025e0</w:t>
      </w:r>
    </w:p>
    <w:p w:rsidR="006974AE" w:rsidRDefault="006974AE" w:rsidP="006974AE">
      <w:r>
        <w:t>851.6871</w:t>
      </w:r>
      <w:r>
        <w:tab/>
        <w:t>1.013e0</w:t>
      </w:r>
    </w:p>
    <w:p w:rsidR="006974AE" w:rsidRDefault="006974AE" w:rsidP="006974AE">
      <w:r>
        <w:t>851.7237</w:t>
      </w:r>
      <w:r>
        <w:tab/>
        <w:t>2.025e0</w:t>
      </w:r>
    </w:p>
    <w:p w:rsidR="006974AE" w:rsidRDefault="006974AE" w:rsidP="006974AE">
      <w:r>
        <w:t>851.7260</w:t>
      </w:r>
      <w:r>
        <w:tab/>
        <w:t>1.944e0</w:t>
      </w:r>
    </w:p>
    <w:p w:rsidR="006974AE" w:rsidRDefault="006974AE" w:rsidP="006974AE">
      <w:r>
        <w:t>851.7349</w:t>
      </w:r>
      <w:r>
        <w:tab/>
        <w:t>1.013e0</w:t>
      </w:r>
    </w:p>
    <w:p w:rsidR="006974AE" w:rsidRDefault="006974AE" w:rsidP="006974AE">
      <w:r>
        <w:lastRenderedPageBreak/>
        <w:t>851.8170</w:t>
      </w:r>
      <w:r>
        <w:tab/>
        <w:t>1.013e0</w:t>
      </w:r>
    </w:p>
    <w:p w:rsidR="006974AE" w:rsidRDefault="006974AE" w:rsidP="006974AE">
      <w:r>
        <w:t>851.8539</w:t>
      </w:r>
      <w:r>
        <w:tab/>
        <w:t>1.013e0</w:t>
      </w:r>
    </w:p>
    <w:p w:rsidR="006974AE" w:rsidRDefault="006974AE" w:rsidP="006974AE">
      <w:r>
        <w:t>851.8660</w:t>
      </w:r>
      <w:r>
        <w:tab/>
        <w:t>2.025e0</w:t>
      </w:r>
    </w:p>
    <w:p w:rsidR="006974AE" w:rsidRDefault="006974AE" w:rsidP="006974AE">
      <w:r>
        <w:t>851.9034</w:t>
      </w:r>
      <w:r>
        <w:tab/>
        <w:t>1.013e0</w:t>
      </w:r>
    </w:p>
    <w:p w:rsidR="006974AE" w:rsidRDefault="006974AE" w:rsidP="006974AE">
      <w:r>
        <w:t>851.9568</w:t>
      </w:r>
      <w:r>
        <w:tab/>
        <w:t>1.013e0</w:t>
      </w:r>
    </w:p>
    <w:p w:rsidR="006974AE" w:rsidRDefault="006974AE" w:rsidP="006974AE">
      <w:r>
        <w:t>851.9684</w:t>
      </w:r>
      <w:r>
        <w:tab/>
        <w:t>4.051e0</w:t>
      </w:r>
    </w:p>
    <w:p w:rsidR="006974AE" w:rsidRDefault="006974AE" w:rsidP="006974AE">
      <w:r>
        <w:t>851.9888</w:t>
      </w:r>
      <w:r>
        <w:tab/>
        <w:t>1.013e0</w:t>
      </w:r>
    </w:p>
    <w:p w:rsidR="006974AE" w:rsidRDefault="006974AE" w:rsidP="006974AE">
      <w:r>
        <w:t>852.0427</w:t>
      </w:r>
      <w:r>
        <w:tab/>
        <w:t>2.025e0</w:t>
      </w:r>
    </w:p>
    <w:p w:rsidR="006974AE" w:rsidRDefault="006974AE" w:rsidP="006974AE">
      <w:r>
        <w:t>852.0677</w:t>
      </w:r>
      <w:r>
        <w:tab/>
        <w:t>2.025e0</w:t>
      </w:r>
    </w:p>
    <w:p w:rsidR="006974AE" w:rsidRDefault="006974AE" w:rsidP="006974AE">
      <w:r>
        <w:t>852.0891</w:t>
      </w:r>
      <w:r>
        <w:tab/>
        <w:t>1.013e0</w:t>
      </w:r>
    </w:p>
    <w:p w:rsidR="006974AE" w:rsidRDefault="006974AE" w:rsidP="006974AE">
      <w:r>
        <w:t>852.1023</w:t>
      </w:r>
      <w:r>
        <w:tab/>
        <w:t>1.013e0</w:t>
      </w:r>
    </w:p>
    <w:p w:rsidR="006974AE" w:rsidRDefault="006974AE" w:rsidP="006974AE">
      <w:r>
        <w:t>852.1289</w:t>
      </w:r>
      <w:r>
        <w:tab/>
        <w:t>2.025e0</w:t>
      </w:r>
    </w:p>
    <w:p w:rsidR="006974AE" w:rsidRDefault="006974AE" w:rsidP="006974AE">
      <w:r>
        <w:t>852.1750</w:t>
      </w:r>
      <w:r>
        <w:tab/>
        <w:t>2.025e0</w:t>
      </w:r>
    </w:p>
    <w:p w:rsidR="006974AE" w:rsidRDefault="006974AE" w:rsidP="006974AE">
      <w:r>
        <w:t>852.2130</w:t>
      </w:r>
      <w:r>
        <w:tab/>
        <w:t>2.025e0</w:t>
      </w:r>
    </w:p>
    <w:p w:rsidR="006974AE" w:rsidRDefault="006974AE" w:rsidP="006974AE">
      <w:r>
        <w:t>852.2609</w:t>
      </w:r>
      <w:r>
        <w:tab/>
        <w:t>1.013e0</w:t>
      </w:r>
    </w:p>
    <w:p w:rsidR="006974AE" w:rsidRDefault="006974AE" w:rsidP="006974AE">
      <w:r>
        <w:t>852.2849</w:t>
      </w:r>
      <w:r>
        <w:tab/>
        <w:t>2.025e0</w:t>
      </w:r>
    </w:p>
    <w:p w:rsidR="006974AE" w:rsidRDefault="006974AE" w:rsidP="006974AE">
      <w:r>
        <w:t>852.3172</w:t>
      </w:r>
      <w:r>
        <w:tab/>
        <w:t>1.013e0</w:t>
      </w:r>
    </w:p>
    <w:p w:rsidR="006974AE" w:rsidRDefault="006974AE" w:rsidP="006974AE">
      <w:r>
        <w:t>852.3326</w:t>
      </w:r>
      <w:r>
        <w:tab/>
        <w:t>1.013e0</w:t>
      </w:r>
    </w:p>
    <w:p w:rsidR="006974AE" w:rsidRDefault="006974AE" w:rsidP="006974AE">
      <w:r>
        <w:t>852.3684</w:t>
      </w:r>
      <w:r>
        <w:tab/>
        <w:t>1.809e0</w:t>
      </w:r>
    </w:p>
    <w:p w:rsidR="006974AE" w:rsidRDefault="006974AE" w:rsidP="006974AE">
      <w:r>
        <w:lastRenderedPageBreak/>
        <w:t>852.4116</w:t>
      </w:r>
      <w:r>
        <w:tab/>
        <w:t>2.242e0</w:t>
      </w:r>
    </w:p>
    <w:p w:rsidR="006974AE" w:rsidRDefault="006974AE" w:rsidP="006974AE">
      <w:r>
        <w:t>852.4227</w:t>
      </w:r>
      <w:r>
        <w:tab/>
        <w:t>2.025e0</w:t>
      </w:r>
    </w:p>
    <w:p w:rsidR="006974AE" w:rsidRDefault="006974AE" w:rsidP="006974AE">
      <w:r>
        <w:t>852.4319</w:t>
      </w:r>
      <w:r>
        <w:tab/>
        <w:t>2.632e0</w:t>
      </w:r>
    </w:p>
    <w:p w:rsidR="006974AE" w:rsidRDefault="006974AE" w:rsidP="006974AE">
      <w:r>
        <w:t>852.4664</w:t>
      </w:r>
      <w:r>
        <w:tab/>
        <w:t>3.038e0</w:t>
      </w:r>
    </w:p>
    <w:p w:rsidR="006974AE" w:rsidRDefault="006974AE" w:rsidP="006974AE">
      <w:r>
        <w:t>852.5049</w:t>
      </w:r>
      <w:r>
        <w:tab/>
        <w:t>3.038e0</w:t>
      </w:r>
    </w:p>
    <w:p w:rsidR="006974AE" w:rsidRDefault="006974AE" w:rsidP="006974AE">
      <w:r>
        <w:t>852.5119</w:t>
      </w:r>
      <w:r>
        <w:tab/>
        <w:t>4.845e0</w:t>
      </w:r>
    </w:p>
    <w:p w:rsidR="006974AE" w:rsidRDefault="006974AE" w:rsidP="006974AE">
      <w:r>
        <w:t>852.5332</w:t>
      </w:r>
      <w:r>
        <w:tab/>
        <w:t>1.013e0</w:t>
      </w:r>
    </w:p>
    <w:p w:rsidR="006974AE" w:rsidRDefault="006974AE" w:rsidP="006974AE">
      <w:r>
        <w:t>852.5751</w:t>
      </w:r>
      <w:r>
        <w:tab/>
        <w:t>1.013e0</w:t>
      </w:r>
    </w:p>
    <w:p w:rsidR="006974AE" w:rsidRDefault="006974AE" w:rsidP="006974AE">
      <w:r>
        <w:t>852.5911</w:t>
      </w:r>
      <w:r>
        <w:tab/>
        <w:t>2.025e0</w:t>
      </w:r>
    </w:p>
    <w:p w:rsidR="006974AE" w:rsidRDefault="006974AE" w:rsidP="006974AE">
      <w:r>
        <w:t>852.6038</w:t>
      </w:r>
      <w:r>
        <w:tab/>
        <w:t>1.013e0</w:t>
      </w:r>
    </w:p>
    <w:p w:rsidR="006974AE" w:rsidRDefault="006974AE" w:rsidP="006974AE">
      <w:r>
        <w:t>852.6324</w:t>
      </w:r>
      <w:r>
        <w:tab/>
        <w:t>1.013e0</w:t>
      </w:r>
    </w:p>
    <w:p w:rsidR="006974AE" w:rsidRDefault="006974AE" w:rsidP="006974AE">
      <w:r>
        <w:t>852.6908</w:t>
      </w:r>
      <w:r>
        <w:tab/>
        <w:t>1.013e0</w:t>
      </w:r>
    </w:p>
    <w:p w:rsidR="006974AE" w:rsidRDefault="006974AE" w:rsidP="006974AE">
      <w:r>
        <w:t>852.7051</w:t>
      </w:r>
      <w:r>
        <w:tab/>
        <w:t>1.013e0</w:t>
      </w:r>
    </w:p>
    <w:p w:rsidR="006974AE" w:rsidRDefault="006974AE" w:rsidP="006974AE">
      <w:r>
        <w:t>852.7501</w:t>
      </w:r>
      <w:r>
        <w:tab/>
        <w:t>1.013e0</w:t>
      </w:r>
    </w:p>
    <w:p w:rsidR="006974AE" w:rsidRDefault="006974AE" w:rsidP="006974AE">
      <w:r>
        <w:t>852.8052</w:t>
      </w:r>
      <w:r>
        <w:tab/>
        <w:t>3.038e0</w:t>
      </w:r>
    </w:p>
    <w:p w:rsidR="006974AE" w:rsidRDefault="006974AE" w:rsidP="006974AE">
      <w:r>
        <w:t>852.8198</w:t>
      </w:r>
      <w:r>
        <w:tab/>
        <w:t>1.013e0</w:t>
      </w:r>
    </w:p>
    <w:p w:rsidR="006974AE" w:rsidRDefault="006974AE" w:rsidP="006974AE">
      <w:r>
        <w:t>852.8331</w:t>
      </w:r>
      <w:r>
        <w:tab/>
        <w:t>1.013e0</w:t>
      </w:r>
    </w:p>
    <w:p w:rsidR="006974AE" w:rsidRDefault="006974AE" w:rsidP="006974AE">
      <w:r>
        <w:t>852.8351</w:t>
      </w:r>
      <w:r>
        <w:tab/>
        <w:t>2.025e0</w:t>
      </w:r>
    </w:p>
    <w:p w:rsidR="006974AE" w:rsidRDefault="006974AE" w:rsidP="006974AE">
      <w:r>
        <w:t>852.9202</w:t>
      </w:r>
      <w:r>
        <w:tab/>
        <w:t>1.013e0</w:t>
      </w:r>
    </w:p>
    <w:p w:rsidR="006974AE" w:rsidRDefault="006974AE" w:rsidP="006974AE">
      <w:r>
        <w:lastRenderedPageBreak/>
        <w:t>852.9362</w:t>
      </w:r>
      <w:r>
        <w:tab/>
        <w:t>1.013e0</w:t>
      </w:r>
    </w:p>
    <w:p w:rsidR="006974AE" w:rsidRDefault="006974AE" w:rsidP="006974AE">
      <w:r>
        <w:t>852.9537</w:t>
      </w:r>
      <w:r>
        <w:tab/>
        <w:t>1.013e0</w:t>
      </w:r>
    </w:p>
    <w:p w:rsidR="006974AE" w:rsidRDefault="006974AE" w:rsidP="006974AE">
      <w:r>
        <w:t>852.9548</w:t>
      </w:r>
      <w:r>
        <w:tab/>
        <w:t>2.025e0</w:t>
      </w:r>
    </w:p>
    <w:p w:rsidR="006974AE" w:rsidRDefault="006974AE" w:rsidP="006974AE">
      <w:r>
        <w:t>853.0107</w:t>
      </w:r>
      <w:r>
        <w:tab/>
        <w:t>3.038e0</w:t>
      </w:r>
    </w:p>
    <w:p w:rsidR="006974AE" w:rsidRDefault="006974AE" w:rsidP="006974AE">
      <w:r>
        <w:t>853.0635</w:t>
      </w:r>
      <w:r>
        <w:tab/>
        <w:t>1.013e0</w:t>
      </w:r>
    </w:p>
    <w:p w:rsidR="006974AE" w:rsidRDefault="006974AE" w:rsidP="006974AE">
      <w:r>
        <w:t>853.0772</w:t>
      </w:r>
      <w:r>
        <w:tab/>
        <w:t>2.025e0</w:t>
      </w:r>
    </w:p>
    <w:p w:rsidR="006974AE" w:rsidRDefault="006974AE" w:rsidP="006974AE">
      <w:r>
        <w:t>853.1342</w:t>
      </w:r>
      <w:r>
        <w:tab/>
        <w:t>1.013e0</w:t>
      </w:r>
    </w:p>
    <w:p w:rsidR="006974AE" w:rsidRDefault="006974AE" w:rsidP="006974AE">
      <w:r>
        <w:t>853.1772</w:t>
      </w:r>
      <w:r>
        <w:tab/>
        <w:t>1.013e0</w:t>
      </w:r>
    </w:p>
    <w:p w:rsidR="006974AE" w:rsidRDefault="006974AE" w:rsidP="006974AE">
      <w:r>
        <w:t>853.2064</w:t>
      </w:r>
      <w:r>
        <w:tab/>
        <w:t>1.013e0</w:t>
      </w:r>
    </w:p>
    <w:p w:rsidR="006974AE" w:rsidRDefault="006974AE" w:rsidP="006974AE">
      <w:r>
        <w:t>853.2589</w:t>
      </w:r>
      <w:r>
        <w:tab/>
        <w:t>2.025e0</w:t>
      </w:r>
    </w:p>
    <w:p w:rsidR="006974AE" w:rsidRDefault="006974AE" w:rsidP="006974AE">
      <w:r>
        <w:t>853.2643</w:t>
      </w:r>
      <w:r>
        <w:tab/>
        <w:t>1.013e0</w:t>
      </w:r>
    </w:p>
    <w:p w:rsidR="006974AE" w:rsidRDefault="006974AE" w:rsidP="006974AE">
      <w:r>
        <w:t>853.3073</w:t>
      </w:r>
      <w:r>
        <w:tab/>
        <w:t>1.013e0</w:t>
      </w:r>
    </w:p>
    <w:p w:rsidR="006974AE" w:rsidRDefault="006974AE" w:rsidP="006974AE">
      <w:r>
        <w:t>853.3433</w:t>
      </w:r>
      <w:r>
        <w:tab/>
        <w:t>1.013e0</w:t>
      </w:r>
    </w:p>
    <w:p w:rsidR="006974AE" w:rsidRDefault="006974AE" w:rsidP="006974AE">
      <w:r>
        <w:t>853.3636</w:t>
      </w:r>
      <w:r>
        <w:tab/>
        <w:t>1.013e0</w:t>
      </w:r>
    </w:p>
    <w:p w:rsidR="006974AE" w:rsidRDefault="006974AE" w:rsidP="006974AE">
      <w:r>
        <w:t>853.3780</w:t>
      </w:r>
      <w:r>
        <w:tab/>
        <w:t>1.013e0</w:t>
      </w:r>
    </w:p>
    <w:p w:rsidR="006974AE" w:rsidRDefault="006974AE" w:rsidP="006974AE">
      <w:r>
        <w:t>853.4027</w:t>
      </w:r>
      <w:r>
        <w:tab/>
        <w:t>2.461e0</w:t>
      </w:r>
    </w:p>
    <w:p w:rsidR="006974AE" w:rsidRDefault="006974AE" w:rsidP="006974AE">
      <w:r>
        <w:t>853.4844</w:t>
      </w:r>
      <w:r>
        <w:tab/>
        <w:t>3.038e0</w:t>
      </w:r>
    </w:p>
    <w:p w:rsidR="006974AE" w:rsidRDefault="006974AE" w:rsidP="006974AE">
      <w:r>
        <w:t>853.4945</w:t>
      </w:r>
      <w:r>
        <w:tab/>
        <w:t>1.013e0</w:t>
      </w:r>
    </w:p>
    <w:p w:rsidR="006974AE" w:rsidRDefault="006974AE" w:rsidP="006974AE">
      <w:r>
        <w:t>853.4999</w:t>
      </w:r>
      <w:r>
        <w:tab/>
        <w:t>1.735e0</w:t>
      </w:r>
    </w:p>
    <w:p w:rsidR="006974AE" w:rsidRDefault="006974AE" w:rsidP="006974AE">
      <w:r>
        <w:lastRenderedPageBreak/>
        <w:t>853.5037</w:t>
      </w:r>
      <w:r>
        <w:tab/>
        <w:t>4.835e0</w:t>
      </w:r>
    </w:p>
    <w:p w:rsidR="006974AE" w:rsidRDefault="006974AE" w:rsidP="006974AE">
      <w:r>
        <w:t>853.5214</w:t>
      </w:r>
      <w:r>
        <w:tab/>
        <w:t>1.013e0</w:t>
      </w:r>
    </w:p>
    <w:p w:rsidR="006974AE" w:rsidRDefault="006974AE" w:rsidP="006974AE">
      <w:r>
        <w:t>853.5655</w:t>
      </w:r>
      <w:r>
        <w:tab/>
        <w:t>1.013e0</w:t>
      </w:r>
    </w:p>
    <w:p w:rsidR="006974AE" w:rsidRDefault="006974AE" w:rsidP="006974AE">
      <w:r>
        <w:t>853.5788</w:t>
      </w:r>
      <w:r>
        <w:tab/>
        <w:t>1.013e0</w:t>
      </w:r>
    </w:p>
    <w:p w:rsidR="006974AE" w:rsidRDefault="006974AE" w:rsidP="006974AE">
      <w:r>
        <w:t>853.6086</w:t>
      </w:r>
      <w:r>
        <w:tab/>
        <w:t>1.013e0</w:t>
      </w:r>
    </w:p>
    <w:p w:rsidR="006974AE" w:rsidRDefault="006974AE" w:rsidP="006974AE">
      <w:r>
        <w:t>853.6266</w:t>
      </w:r>
      <w:r>
        <w:tab/>
        <w:t>2.025e0</w:t>
      </w:r>
    </w:p>
    <w:p w:rsidR="006974AE" w:rsidRDefault="006974AE" w:rsidP="006974AE">
      <w:r>
        <w:t>853.6313</w:t>
      </w:r>
      <w:r>
        <w:tab/>
        <w:t>2.025e0</w:t>
      </w:r>
    </w:p>
    <w:p w:rsidR="006974AE" w:rsidRDefault="006974AE" w:rsidP="006974AE">
      <w:r>
        <w:t>853.6488</w:t>
      </w:r>
      <w:r>
        <w:tab/>
        <w:t>2.025e0</w:t>
      </w:r>
    </w:p>
    <w:p w:rsidR="006974AE" w:rsidRDefault="006974AE" w:rsidP="006974AE">
      <w:r>
        <w:t>853.6816</w:t>
      </w:r>
      <w:r>
        <w:tab/>
        <w:t>1.013e0</w:t>
      </w:r>
    </w:p>
    <w:p w:rsidR="006974AE" w:rsidRDefault="006974AE" w:rsidP="006974AE">
      <w:r>
        <w:t>853.6936</w:t>
      </w:r>
      <w:r>
        <w:tab/>
        <w:t>1.013e0</w:t>
      </w:r>
    </w:p>
    <w:p w:rsidR="006974AE" w:rsidRDefault="006974AE" w:rsidP="006974AE">
      <w:r>
        <w:t>853.7329</w:t>
      </w:r>
      <w:r>
        <w:tab/>
        <w:t>1.013e0</w:t>
      </w:r>
    </w:p>
    <w:p w:rsidR="006974AE" w:rsidRDefault="006974AE" w:rsidP="006974AE">
      <w:r>
        <w:t>853.7519</w:t>
      </w:r>
      <w:r>
        <w:tab/>
        <w:t>1.013e0</w:t>
      </w:r>
    </w:p>
    <w:p w:rsidR="006974AE" w:rsidRDefault="006974AE" w:rsidP="006974AE">
      <w:r>
        <w:t>853.7825</w:t>
      </w:r>
      <w:r>
        <w:tab/>
        <w:t>1.013e0</w:t>
      </w:r>
    </w:p>
    <w:p w:rsidR="006974AE" w:rsidRDefault="006974AE" w:rsidP="006974AE">
      <w:r>
        <w:t>853.8172</w:t>
      </w:r>
      <w:r>
        <w:tab/>
        <w:t>1.013e0</w:t>
      </w:r>
    </w:p>
    <w:p w:rsidR="006974AE" w:rsidRDefault="006974AE" w:rsidP="006974AE">
      <w:r>
        <w:t>853.8525</w:t>
      </w:r>
      <w:r>
        <w:tab/>
        <w:t>1.013e0</w:t>
      </w:r>
    </w:p>
    <w:p w:rsidR="006974AE" w:rsidRDefault="006974AE" w:rsidP="006974AE">
      <w:r>
        <w:t>853.8658</w:t>
      </w:r>
      <w:r>
        <w:tab/>
        <w:t>1.013e0</w:t>
      </w:r>
    </w:p>
    <w:p w:rsidR="006974AE" w:rsidRDefault="006974AE" w:rsidP="006974AE">
      <w:r>
        <w:t>853.8945</w:t>
      </w:r>
      <w:r>
        <w:tab/>
        <w:t>1.013e0</w:t>
      </w:r>
    </w:p>
    <w:p w:rsidR="006974AE" w:rsidRDefault="006974AE" w:rsidP="006974AE">
      <w:r>
        <w:t>853.9099</w:t>
      </w:r>
      <w:r>
        <w:tab/>
        <w:t>1.013e0</w:t>
      </w:r>
    </w:p>
    <w:p w:rsidR="006974AE" w:rsidRDefault="006974AE" w:rsidP="006974AE">
      <w:r>
        <w:t>853.9379</w:t>
      </w:r>
      <w:r>
        <w:tab/>
        <w:t>1.013e0</w:t>
      </w:r>
    </w:p>
    <w:p w:rsidR="006974AE" w:rsidRDefault="006974AE" w:rsidP="006974AE">
      <w:r>
        <w:lastRenderedPageBreak/>
        <w:t>853.9948</w:t>
      </w:r>
      <w:r>
        <w:tab/>
        <w:t>2.025e0</w:t>
      </w:r>
    </w:p>
    <w:p w:rsidR="006974AE" w:rsidRDefault="006974AE" w:rsidP="006974AE">
      <w:r>
        <w:t>854.1228</w:t>
      </w:r>
      <w:r>
        <w:tab/>
        <w:t>1.013e0</w:t>
      </w:r>
    </w:p>
    <w:p w:rsidR="006974AE" w:rsidRDefault="006974AE" w:rsidP="006974AE">
      <w:r>
        <w:t>854.1385</w:t>
      </w:r>
      <w:r>
        <w:tab/>
        <w:t>1.013e0</w:t>
      </w:r>
    </w:p>
    <w:p w:rsidR="006974AE" w:rsidRDefault="006974AE" w:rsidP="006974AE">
      <w:r>
        <w:t>854.1522</w:t>
      </w:r>
      <w:r>
        <w:tab/>
        <w:t>3.038e0</w:t>
      </w:r>
    </w:p>
    <w:p w:rsidR="006974AE" w:rsidRDefault="006974AE" w:rsidP="006974AE">
      <w:r>
        <w:t>854.1623</w:t>
      </w:r>
      <w:r>
        <w:tab/>
        <w:t>2.025e0</w:t>
      </w:r>
    </w:p>
    <w:p w:rsidR="006974AE" w:rsidRDefault="006974AE" w:rsidP="006974AE">
      <w:r>
        <w:t>854.1722</w:t>
      </w:r>
      <w:r>
        <w:tab/>
        <w:t>1.013e0</w:t>
      </w:r>
    </w:p>
    <w:p w:rsidR="006974AE" w:rsidRDefault="006974AE" w:rsidP="006974AE">
      <w:r>
        <w:t>854.1905</w:t>
      </w:r>
      <w:r>
        <w:tab/>
        <w:t>1.013e0</w:t>
      </w:r>
    </w:p>
    <w:p w:rsidR="006974AE" w:rsidRDefault="006974AE" w:rsidP="006974AE">
      <w:r>
        <w:t>854.2964</w:t>
      </w:r>
      <w:r>
        <w:tab/>
        <w:t>1.013e0</w:t>
      </w:r>
    </w:p>
    <w:p w:rsidR="006974AE" w:rsidRDefault="006974AE" w:rsidP="006974AE">
      <w:r>
        <w:t>854.3549</w:t>
      </w:r>
      <w:r>
        <w:tab/>
        <w:t>1.013e0</w:t>
      </w:r>
    </w:p>
    <w:p w:rsidR="006974AE" w:rsidRDefault="006974AE" w:rsidP="006974AE">
      <w:r>
        <w:t>854.3584</w:t>
      </w:r>
      <w:r>
        <w:tab/>
        <w:t>4.262e0</w:t>
      </w:r>
    </w:p>
    <w:p w:rsidR="006974AE" w:rsidRDefault="006974AE" w:rsidP="006974AE">
      <w:r>
        <w:t>854.3619</w:t>
      </w:r>
      <w:r>
        <w:tab/>
        <w:t>3.721e0</w:t>
      </w:r>
    </w:p>
    <w:p w:rsidR="006974AE" w:rsidRDefault="006974AE" w:rsidP="006974AE">
      <w:r>
        <w:t>854.3766</w:t>
      </w:r>
      <w:r>
        <w:tab/>
        <w:t>1.013e0</w:t>
      </w:r>
    </w:p>
    <w:p w:rsidR="006974AE" w:rsidRDefault="006974AE" w:rsidP="006974AE">
      <w:r>
        <w:t>854.3959</w:t>
      </w:r>
      <w:r>
        <w:tab/>
        <w:t>1.592e0</w:t>
      </w:r>
    </w:p>
    <w:p w:rsidR="006974AE" w:rsidRDefault="006974AE" w:rsidP="006974AE">
      <w:r>
        <w:t>854.4031</w:t>
      </w:r>
      <w:r>
        <w:tab/>
        <w:t>4.051e0</w:t>
      </w:r>
    </w:p>
    <w:p w:rsidR="006974AE" w:rsidRDefault="006974AE" w:rsidP="006974AE">
      <w:r>
        <w:t>854.4257</w:t>
      </w:r>
      <w:r>
        <w:tab/>
        <w:t>2.025e0</w:t>
      </w:r>
    </w:p>
    <w:p w:rsidR="006974AE" w:rsidRDefault="006974AE" w:rsidP="006974AE">
      <w:r>
        <w:t>854.4897</w:t>
      </w:r>
      <w:r>
        <w:tab/>
        <w:t>3.932e0</w:t>
      </w:r>
    </w:p>
    <w:p w:rsidR="006974AE" w:rsidRDefault="006974AE" w:rsidP="006974AE">
      <w:r>
        <w:t>854.5264</w:t>
      </w:r>
      <w:r>
        <w:tab/>
        <w:t>1.013e0</w:t>
      </w:r>
    </w:p>
    <w:p w:rsidR="006974AE" w:rsidRDefault="006974AE" w:rsidP="006974AE">
      <w:r>
        <w:t>854.5416</w:t>
      </w:r>
      <w:r>
        <w:tab/>
        <w:t>1.013e0</w:t>
      </w:r>
    </w:p>
    <w:p w:rsidR="006974AE" w:rsidRDefault="006974AE" w:rsidP="006974AE">
      <w:r>
        <w:t>854.5454</w:t>
      </w:r>
      <w:r>
        <w:tab/>
        <w:t>1.013e0</w:t>
      </w:r>
    </w:p>
    <w:p w:rsidR="006974AE" w:rsidRDefault="006974AE" w:rsidP="006974AE">
      <w:r>
        <w:lastRenderedPageBreak/>
        <w:t>854.5549</w:t>
      </w:r>
      <w:r>
        <w:tab/>
        <w:t>1.026e0</w:t>
      </w:r>
    </w:p>
    <w:p w:rsidR="006974AE" w:rsidRDefault="006974AE" w:rsidP="006974AE">
      <w:r>
        <w:t>854.5617</w:t>
      </w:r>
      <w:r>
        <w:tab/>
        <w:t>1.013e0</w:t>
      </w:r>
    </w:p>
    <w:p w:rsidR="006974AE" w:rsidRDefault="006974AE" w:rsidP="006974AE">
      <w:r>
        <w:t>854.5836</w:t>
      </w:r>
      <w:r>
        <w:tab/>
        <w:t>3.038e0</w:t>
      </w:r>
    </w:p>
    <w:p w:rsidR="006974AE" w:rsidRDefault="006974AE" w:rsidP="006974AE">
      <w:r>
        <w:t>854.6124</w:t>
      </w:r>
      <w:r>
        <w:tab/>
        <w:t>1.013e0</w:t>
      </w:r>
    </w:p>
    <w:p w:rsidR="006974AE" w:rsidRDefault="006974AE" w:rsidP="006974AE">
      <w:r>
        <w:t>854.6134</w:t>
      </w:r>
      <w:r>
        <w:tab/>
        <w:t>1.013e0</w:t>
      </w:r>
    </w:p>
    <w:p w:rsidR="006974AE" w:rsidRDefault="006974AE" w:rsidP="006974AE">
      <w:r>
        <w:t>854.6481</w:t>
      </w:r>
      <w:r>
        <w:tab/>
        <w:t>3.038e0</w:t>
      </w:r>
    </w:p>
    <w:p w:rsidR="006974AE" w:rsidRDefault="006974AE" w:rsidP="006974AE">
      <w:r>
        <w:t>854.6909</w:t>
      </w:r>
      <w:r>
        <w:tab/>
        <w:t>2.025e0</w:t>
      </w:r>
    </w:p>
    <w:p w:rsidR="006974AE" w:rsidRDefault="006974AE" w:rsidP="006974AE">
      <w:r>
        <w:t>854.6996</w:t>
      </w:r>
      <w:r>
        <w:tab/>
        <w:t>1.013e0</w:t>
      </w:r>
    </w:p>
    <w:p w:rsidR="006974AE" w:rsidRDefault="006974AE" w:rsidP="006974AE">
      <w:r>
        <w:t>854.7303</w:t>
      </w:r>
      <w:r>
        <w:tab/>
        <w:t>1.013e0</w:t>
      </w:r>
    </w:p>
    <w:p w:rsidR="006974AE" w:rsidRDefault="006974AE" w:rsidP="006974AE">
      <w:r>
        <w:t>854.7416</w:t>
      </w:r>
      <w:r>
        <w:tab/>
        <w:t>1.013e0</w:t>
      </w:r>
    </w:p>
    <w:p w:rsidR="006974AE" w:rsidRDefault="006974AE" w:rsidP="006974AE">
      <w:r>
        <w:t>854.8135</w:t>
      </w:r>
      <w:r>
        <w:tab/>
        <w:t>1.013e0</w:t>
      </w:r>
    </w:p>
    <w:p w:rsidR="006974AE" w:rsidRDefault="006974AE" w:rsidP="006974AE">
      <w:r>
        <w:t>854.8333</w:t>
      </w:r>
      <w:r>
        <w:tab/>
        <w:t>3.038e0</w:t>
      </w:r>
    </w:p>
    <w:p w:rsidR="006974AE" w:rsidRDefault="006974AE" w:rsidP="006974AE">
      <w:r>
        <w:t>854.8618</w:t>
      </w:r>
      <w:r>
        <w:tab/>
        <w:t>2.025e0</w:t>
      </w:r>
    </w:p>
    <w:p w:rsidR="006974AE" w:rsidRDefault="006974AE" w:rsidP="006974AE">
      <w:r>
        <w:t>854.8846</w:t>
      </w:r>
      <w:r>
        <w:tab/>
        <w:t>1.013e0</w:t>
      </w:r>
    </w:p>
    <w:p w:rsidR="006974AE" w:rsidRDefault="006974AE" w:rsidP="006974AE">
      <w:r>
        <w:t>854.9339</w:t>
      </w:r>
      <w:r>
        <w:tab/>
        <w:t>1.013e0</w:t>
      </w:r>
    </w:p>
    <w:p w:rsidR="006974AE" w:rsidRDefault="006974AE" w:rsidP="006974AE">
      <w:r>
        <w:t>854.9726</w:t>
      </w:r>
      <w:r>
        <w:tab/>
        <w:t>1.013e0</w:t>
      </w:r>
    </w:p>
    <w:p w:rsidR="006974AE" w:rsidRDefault="006974AE" w:rsidP="006974AE">
      <w:r>
        <w:t>855.0002</w:t>
      </w:r>
      <w:r>
        <w:tab/>
        <w:t>1.013e0</w:t>
      </w:r>
    </w:p>
    <w:p w:rsidR="006974AE" w:rsidRDefault="006974AE" w:rsidP="006974AE">
      <w:r>
        <w:t>855.1306</w:t>
      </w:r>
      <w:r>
        <w:tab/>
        <w:t>1.013e0</w:t>
      </w:r>
    </w:p>
    <w:p w:rsidR="006974AE" w:rsidRDefault="006974AE" w:rsidP="006974AE">
      <w:r>
        <w:t>855.1382</w:t>
      </w:r>
      <w:r>
        <w:tab/>
        <w:t>1.013e0</w:t>
      </w:r>
    </w:p>
    <w:p w:rsidR="006974AE" w:rsidRDefault="006974AE" w:rsidP="006974AE">
      <w:r>
        <w:lastRenderedPageBreak/>
        <w:t>855.1450</w:t>
      </w:r>
      <w:r>
        <w:tab/>
        <w:t>2.025e0</w:t>
      </w:r>
    </w:p>
    <w:p w:rsidR="006974AE" w:rsidRDefault="006974AE" w:rsidP="006974AE">
      <w:r>
        <w:t>855.1583</w:t>
      </w:r>
      <w:r>
        <w:tab/>
        <w:t>1.013e0</w:t>
      </w:r>
    </w:p>
    <w:p w:rsidR="006974AE" w:rsidRDefault="006974AE" w:rsidP="006974AE">
      <w:r>
        <w:t>855.1801</w:t>
      </w:r>
      <w:r>
        <w:tab/>
        <w:t>2.025e0</w:t>
      </w:r>
    </w:p>
    <w:p w:rsidR="006974AE" w:rsidRDefault="006974AE" w:rsidP="006974AE">
      <w:r>
        <w:t>855.2600</w:t>
      </w:r>
      <w:r>
        <w:tab/>
        <w:t>2.025e0</w:t>
      </w:r>
    </w:p>
    <w:p w:rsidR="006974AE" w:rsidRDefault="006974AE" w:rsidP="006974AE">
      <w:r>
        <w:t>855.2888</w:t>
      </w:r>
      <w:r>
        <w:tab/>
        <w:t>1.013e0</w:t>
      </w:r>
    </w:p>
    <w:p w:rsidR="006974AE" w:rsidRDefault="006974AE" w:rsidP="006974AE">
      <w:r>
        <w:t>855.3145</w:t>
      </w:r>
      <w:r>
        <w:tab/>
        <w:t>2.025e0</w:t>
      </w:r>
    </w:p>
    <w:p w:rsidR="006974AE" w:rsidRDefault="006974AE" w:rsidP="006974AE">
      <w:r>
        <w:t>855.4213</w:t>
      </w:r>
      <w:r>
        <w:tab/>
        <w:t>3.861e0</w:t>
      </w:r>
    </w:p>
    <w:p w:rsidR="006974AE" w:rsidRDefault="006974AE" w:rsidP="006974AE">
      <w:r>
        <w:t>855.4399</w:t>
      </w:r>
      <w:r>
        <w:tab/>
        <w:t>4.051e0</w:t>
      </w:r>
    </w:p>
    <w:p w:rsidR="006974AE" w:rsidRDefault="006974AE" w:rsidP="006974AE">
      <w:r>
        <w:t>855.4495</w:t>
      </w:r>
      <w:r>
        <w:tab/>
        <w:t>2.865e0</w:t>
      </w:r>
    </w:p>
    <w:p w:rsidR="006974AE" w:rsidRDefault="006974AE" w:rsidP="006974AE">
      <w:r>
        <w:t>855.4602</w:t>
      </w:r>
      <w:r>
        <w:tab/>
        <w:t>2.025e0</w:t>
      </w:r>
    </w:p>
    <w:p w:rsidR="006974AE" w:rsidRDefault="006974AE" w:rsidP="006974AE">
      <w:r>
        <w:t>855.4633</w:t>
      </w:r>
      <w:r>
        <w:tab/>
        <w:t>7.341e0</w:t>
      </w:r>
    </w:p>
    <w:p w:rsidR="006974AE" w:rsidRDefault="006974AE" w:rsidP="006974AE">
      <w:r>
        <w:t>855.4764</w:t>
      </w:r>
      <w:r>
        <w:tab/>
        <w:t>6.124e0</w:t>
      </w:r>
    </w:p>
    <w:p w:rsidR="006974AE" w:rsidRDefault="006974AE" w:rsidP="006974AE">
      <w:r>
        <w:t>855.5233</w:t>
      </w:r>
      <w:r>
        <w:tab/>
        <w:t>2.025e0</w:t>
      </w:r>
    </w:p>
    <w:p w:rsidR="006974AE" w:rsidRDefault="006974AE" w:rsidP="006974AE">
      <w:r>
        <w:t>855.5392</w:t>
      </w:r>
      <w:r>
        <w:tab/>
        <w:t>2.025e0</w:t>
      </w:r>
    </w:p>
    <w:p w:rsidR="006974AE" w:rsidRDefault="006974AE" w:rsidP="006974AE">
      <w:r>
        <w:t>855.5862</w:t>
      </w:r>
      <w:r>
        <w:tab/>
        <w:t>2.025e0</w:t>
      </w:r>
    </w:p>
    <w:p w:rsidR="006974AE" w:rsidRDefault="006974AE" w:rsidP="006974AE">
      <w:r>
        <w:t>855.6338</w:t>
      </w:r>
      <w:r>
        <w:tab/>
        <w:t>1.013e0</w:t>
      </w:r>
    </w:p>
    <w:p w:rsidR="006974AE" w:rsidRDefault="006974AE" w:rsidP="006974AE">
      <w:r>
        <w:t>855.6615</w:t>
      </w:r>
      <w:r>
        <w:tab/>
        <w:t>2.025e0</w:t>
      </w:r>
    </w:p>
    <w:p w:rsidR="006974AE" w:rsidRDefault="006974AE" w:rsidP="006974AE">
      <w:r>
        <w:t>855.6844</w:t>
      </w:r>
      <w:r>
        <w:tab/>
        <w:t>2.025e0</w:t>
      </w:r>
    </w:p>
    <w:p w:rsidR="006974AE" w:rsidRDefault="006974AE" w:rsidP="006974AE">
      <w:r>
        <w:t>855.7041</w:t>
      </w:r>
      <w:r>
        <w:tab/>
        <w:t>2.025e0</w:t>
      </w:r>
    </w:p>
    <w:p w:rsidR="006974AE" w:rsidRDefault="006974AE" w:rsidP="006974AE">
      <w:r>
        <w:lastRenderedPageBreak/>
        <w:t>855.7051</w:t>
      </w:r>
      <w:r>
        <w:tab/>
        <w:t>2.025e0</w:t>
      </w:r>
    </w:p>
    <w:p w:rsidR="006974AE" w:rsidRDefault="006974AE" w:rsidP="006974AE">
      <w:r>
        <w:t>855.7126</w:t>
      </w:r>
      <w:r>
        <w:tab/>
        <w:t>1.013e0</w:t>
      </w:r>
    </w:p>
    <w:p w:rsidR="006974AE" w:rsidRDefault="006974AE" w:rsidP="006974AE">
      <w:r>
        <w:t>855.7312</w:t>
      </w:r>
      <w:r>
        <w:tab/>
        <w:t>1.013e0</w:t>
      </w:r>
    </w:p>
    <w:p w:rsidR="006974AE" w:rsidRDefault="006974AE" w:rsidP="006974AE">
      <w:r>
        <w:t>855.7488</w:t>
      </w:r>
      <w:r>
        <w:tab/>
        <w:t>1.013e0</w:t>
      </w:r>
    </w:p>
    <w:p w:rsidR="006974AE" w:rsidRDefault="006974AE" w:rsidP="006974AE">
      <w:r>
        <w:t>855.7621</w:t>
      </w:r>
      <w:r>
        <w:tab/>
        <w:t>1.013e0</w:t>
      </w:r>
    </w:p>
    <w:p w:rsidR="006974AE" w:rsidRDefault="006974AE" w:rsidP="006974AE">
      <w:r>
        <w:t>855.8063</w:t>
      </w:r>
      <w:r>
        <w:tab/>
        <w:t>1.013e0</w:t>
      </w:r>
    </w:p>
    <w:p w:rsidR="006974AE" w:rsidRDefault="006974AE" w:rsidP="006974AE">
      <w:r>
        <w:t>855.8207</w:t>
      </w:r>
      <w:r>
        <w:tab/>
        <w:t>1.013e0</w:t>
      </w:r>
    </w:p>
    <w:p w:rsidR="006974AE" w:rsidRDefault="006974AE" w:rsidP="006974AE">
      <w:r>
        <w:t>855.8340</w:t>
      </w:r>
      <w:r>
        <w:tab/>
        <w:t>1.013e0</w:t>
      </w:r>
    </w:p>
    <w:p w:rsidR="006974AE" w:rsidRDefault="006974AE" w:rsidP="006974AE">
      <w:r>
        <w:t>855.8495</w:t>
      </w:r>
      <w:r>
        <w:tab/>
        <w:t>1.013e0</w:t>
      </w:r>
    </w:p>
    <w:p w:rsidR="006974AE" w:rsidRDefault="006974AE" w:rsidP="006974AE">
      <w:r>
        <w:t>855.8998</w:t>
      </w:r>
      <w:r>
        <w:tab/>
        <w:t>2.025e0</w:t>
      </w:r>
    </w:p>
    <w:p w:rsidR="006974AE" w:rsidRDefault="006974AE" w:rsidP="006974AE">
      <w:r>
        <w:t>855.9645</w:t>
      </w:r>
      <w:r>
        <w:tab/>
        <w:t>1.013e0</w:t>
      </w:r>
    </w:p>
    <w:p w:rsidR="006974AE" w:rsidRDefault="006974AE" w:rsidP="006974AE">
      <w:r>
        <w:t>856.1197</w:t>
      </w:r>
      <w:r>
        <w:tab/>
        <w:t>1.013e0</w:t>
      </w:r>
    </w:p>
    <w:p w:rsidR="006974AE" w:rsidRDefault="006974AE" w:rsidP="006974AE">
      <w:r>
        <w:t>856.1207</w:t>
      </w:r>
      <w:r>
        <w:tab/>
        <w:t>2.025e0</w:t>
      </w:r>
    </w:p>
    <w:p w:rsidR="006974AE" w:rsidRDefault="006974AE" w:rsidP="006974AE">
      <w:r>
        <w:t>856.1876</w:t>
      </w:r>
      <w:r>
        <w:tab/>
        <w:t>2.025e0</w:t>
      </w:r>
    </w:p>
    <w:p w:rsidR="006974AE" w:rsidRDefault="006974AE" w:rsidP="006974AE">
      <w:r>
        <w:t>856.3016</w:t>
      </w:r>
      <w:r>
        <w:tab/>
        <w:t>2.025e0</w:t>
      </w:r>
    </w:p>
    <w:p w:rsidR="006974AE" w:rsidRDefault="006974AE" w:rsidP="006974AE">
      <w:r>
        <w:t>856.3088</w:t>
      </w:r>
      <w:r>
        <w:tab/>
        <w:t>2.025e0</w:t>
      </w:r>
    </w:p>
    <w:p w:rsidR="006974AE" w:rsidRDefault="006974AE" w:rsidP="006974AE">
      <w:r>
        <w:t>856.3141</w:t>
      </w:r>
      <w:r>
        <w:tab/>
        <w:t>4.051e0</w:t>
      </w:r>
    </w:p>
    <w:p w:rsidR="006974AE" w:rsidRDefault="006974AE" w:rsidP="006974AE">
      <w:r>
        <w:t>856.3376</w:t>
      </w:r>
      <w:r>
        <w:tab/>
        <w:t>1.013e0</w:t>
      </w:r>
    </w:p>
    <w:p w:rsidR="006974AE" w:rsidRDefault="006974AE" w:rsidP="006974AE">
      <w:r>
        <w:t>856.3530</w:t>
      </w:r>
      <w:r>
        <w:tab/>
        <w:t>2.063e0</w:t>
      </w:r>
    </w:p>
    <w:p w:rsidR="006974AE" w:rsidRDefault="006974AE" w:rsidP="006974AE">
      <w:r>
        <w:lastRenderedPageBreak/>
        <w:t>856.4168</w:t>
      </w:r>
      <w:r>
        <w:tab/>
        <w:t>2.025e0</w:t>
      </w:r>
    </w:p>
    <w:p w:rsidR="006974AE" w:rsidRDefault="006974AE" w:rsidP="006974AE">
      <w:r>
        <w:t>856.4430</w:t>
      </w:r>
      <w:r>
        <w:tab/>
        <w:t>3.084e0</w:t>
      </w:r>
    </w:p>
    <w:p w:rsidR="006974AE" w:rsidRDefault="006974AE" w:rsidP="006974AE">
      <w:r>
        <w:t>856.4556</w:t>
      </w:r>
      <w:r>
        <w:tab/>
        <w:t>5.419e0</w:t>
      </w:r>
    </w:p>
    <w:p w:rsidR="006974AE" w:rsidRDefault="006974AE" w:rsidP="006974AE">
      <w:r>
        <w:t>856.4700</w:t>
      </w:r>
      <w:r>
        <w:tab/>
        <w:t>6.915e0</w:t>
      </w:r>
    </w:p>
    <w:p w:rsidR="006974AE" w:rsidRDefault="006974AE" w:rsidP="006974AE">
      <w:r>
        <w:t>856.4760</w:t>
      </w:r>
      <w:r>
        <w:tab/>
        <w:t>1.088e1</w:t>
      </w:r>
    </w:p>
    <w:p w:rsidR="006974AE" w:rsidRDefault="006974AE" w:rsidP="006974AE">
      <w:r>
        <w:t>856.4821</w:t>
      </w:r>
      <w:r>
        <w:tab/>
        <w:t>6.049e0</w:t>
      </w:r>
    </w:p>
    <w:p w:rsidR="006974AE" w:rsidRDefault="006974AE" w:rsidP="006974AE">
      <w:r>
        <w:t>856.4943</w:t>
      </w:r>
      <w:r>
        <w:tab/>
        <w:t>3.038e0</w:t>
      </w:r>
    </w:p>
    <w:p w:rsidR="006974AE" w:rsidRDefault="006974AE" w:rsidP="006974AE">
      <w:r>
        <w:t>856.5244</w:t>
      </w:r>
      <w:r>
        <w:tab/>
        <w:t>6.076e0</w:t>
      </w:r>
    </w:p>
    <w:p w:rsidR="006974AE" w:rsidRDefault="006974AE" w:rsidP="006974AE">
      <w:r>
        <w:t>856.5689</w:t>
      </w:r>
      <w:r>
        <w:tab/>
        <w:t>3.038e0</w:t>
      </w:r>
    </w:p>
    <w:p w:rsidR="006974AE" w:rsidRDefault="006974AE" w:rsidP="006974AE">
      <w:r>
        <w:t>856.5716</w:t>
      </w:r>
      <w:r>
        <w:tab/>
        <w:t>3.038e0</w:t>
      </w:r>
    </w:p>
    <w:p w:rsidR="006974AE" w:rsidRDefault="006974AE" w:rsidP="006974AE">
      <w:r>
        <w:t>856.6110</w:t>
      </w:r>
      <w:r>
        <w:tab/>
        <w:t>1.013e0</w:t>
      </w:r>
    </w:p>
    <w:p w:rsidR="006974AE" w:rsidRDefault="006974AE" w:rsidP="006974AE">
      <w:r>
        <w:t>856.6254</w:t>
      </w:r>
      <w:r>
        <w:tab/>
        <w:t>2.025e0</w:t>
      </w:r>
    </w:p>
    <w:p w:rsidR="006974AE" w:rsidRDefault="006974AE" w:rsidP="006974AE">
      <w:r>
        <w:t>856.6553</w:t>
      </w:r>
      <w:r>
        <w:tab/>
        <w:t>1.013e0</w:t>
      </w:r>
    </w:p>
    <w:p w:rsidR="006974AE" w:rsidRDefault="006974AE" w:rsidP="006974AE">
      <w:r>
        <w:t>856.6985</w:t>
      </w:r>
      <w:r>
        <w:tab/>
        <w:t>1.013e0</w:t>
      </w:r>
    </w:p>
    <w:p w:rsidR="006974AE" w:rsidRDefault="006974AE" w:rsidP="006974AE">
      <w:r>
        <w:t>856.7119</w:t>
      </w:r>
      <w:r>
        <w:tab/>
        <w:t>4.051e0</w:t>
      </w:r>
    </w:p>
    <w:p w:rsidR="006974AE" w:rsidRDefault="006974AE" w:rsidP="006974AE">
      <w:r>
        <w:t>856.7849</w:t>
      </w:r>
      <w:r>
        <w:tab/>
        <w:t>1.013e0</w:t>
      </w:r>
    </w:p>
    <w:p w:rsidR="006974AE" w:rsidRDefault="006974AE" w:rsidP="006974AE">
      <w:r>
        <w:t>856.8818</w:t>
      </w:r>
      <w:r>
        <w:tab/>
        <w:t>1.013e0</w:t>
      </w:r>
    </w:p>
    <w:p w:rsidR="006974AE" w:rsidRDefault="006974AE" w:rsidP="006974AE">
      <w:r>
        <w:t>856.9605</w:t>
      </w:r>
      <w:r>
        <w:tab/>
        <w:t>4.051e0</w:t>
      </w:r>
    </w:p>
    <w:p w:rsidR="006974AE" w:rsidRDefault="006974AE" w:rsidP="006974AE">
      <w:r>
        <w:t>856.9926</w:t>
      </w:r>
      <w:r>
        <w:tab/>
        <w:t>2.025e0</w:t>
      </w:r>
    </w:p>
    <w:p w:rsidR="006974AE" w:rsidRDefault="006974AE" w:rsidP="006974AE">
      <w:r>
        <w:lastRenderedPageBreak/>
        <w:t>857.1151</w:t>
      </w:r>
      <w:r>
        <w:tab/>
        <w:t>1.013e0</w:t>
      </w:r>
    </w:p>
    <w:p w:rsidR="006974AE" w:rsidRDefault="006974AE" w:rsidP="006974AE">
      <w:r>
        <w:t>857.1233</w:t>
      </w:r>
      <w:r>
        <w:tab/>
        <w:t>2.025e0</w:t>
      </w:r>
    </w:p>
    <w:p w:rsidR="006974AE" w:rsidRDefault="006974AE" w:rsidP="006974AE">
      <w:r>
        <w:t>857.1583</w:t>
      </w:r>
      <w:r>
        <w:tab/>
        <w:t>1.013e0</w:t>
      </w:r>
    </w:p>
    <w:p w:rsidR="006974AE" w:rsidRDefault="006974AE" w:rsidP="006974AE">
      <w:r>
        <w:t>857.1871</w:t>
      </w:r>
      <w:r>
        <w:tab/>
        <w:t>2.025e0</w:t>
      </w:r>
    </w:p>
    <w:p w:rsidR="006974AE" w:rsidRDefault="006974AE" w:rsidP="006974AE">
      <w:r>
        <w:t>857.1948</w:t>
      </w:r>
      <w:r>
        <w:tab/>
        <w:t>2.025e0</w:t>
      </w:r>
    </w:p>
    <w:p w:rsidR="006974AE" w:rsidRDefault="006974AE" w:rsidP="006974AE">
      <w:r>
        <w:t>857.2527</w:t>
      </w:r>
      <w:r>
        <w:tab/>
        <w:t>1.013e0</w:t>
      </w:r>
    </w:p>
    <w:p w:rsidR="006974AE" w:rsidRDefault="006974AE" w:rsidP="006974AE">
      <w:r>
        <w:t>857.2745</w:t>
      </w:r>
      <w:r>
        <w:tab/>
        <w:t>1.013e0</w:t>
      </w:r>
    </w:p>
    <w:p w:rsidR="006974AE" w:rsidRDefault="006974AE" w:rsidP="006974AE">
      <w:r>
        <w:t>857.2969</w:t>
      </w:r>
      <w:r>
        <w:tab/>
        <w:t>2.025e0</w:t>
      </w:r>
    </w:p>
    <w:p w:rsidR="006974AE" w:rsidRDefault="006974AE" w:rsidP="006974AE">
      <w:r>
        <w:t>857.3108</w:t>
      </w:r>
      <w:r>
        <w:tab/>
        <w:t>2.025e0</w:t>
      </w:r>
    </w:p>
    <w:p w:rsidR="006974AE" w:rsidRDefault="006974AE" w:rsidP="006974AE">
      <w:r>
        <w:t>857.3207</w:t>
      </w:r>
      <w:r>
        <w:tab/>
        <w:t>2.025e0</w:t>
      </w:r>
    </w:p>
    <w:p w:rsidR="006974AE" w:rsidRDefault="006974AE" w:rsidP="006974AE">
      <w:r>
        <w:t>857.3898</w:t>
      </w:r>
      <w:r>
        <w:tab/>
        <w:t>5.408e0</w:t>
      </w:r>
    </w:p>
    <w:p w:rsidR="006974AE" w:rsidRDefault="006974AE" w:rsidP="006974AE">
      <w:r>
        <w:t>857.3920</w:t>
      </w:r>
      <w:r>
        <w:tab/>
        <w:t>3.940e0</w:t>
      </w:r>
    </w:p>
    <w:p w:rsidR="006974AE" w:rsidRDefault="006974AE" w:rsidP="006974AE">
      <w:r>
        <w:t>857.4126</w:t>
      </w:r>
      <w:r>
        <w:tab/>
        <w:t>2.025e0</w:t>
      </w:r>
    </w:p>
    <w:p w:rsidR="006974AE" w:rsidRDefault="006974AE" w:rsidP="006974AE">
      <w:r>
        <w:t>857.4241</w:t>
      </w:r>
      <w:r>
        <w:tab/>
        <w:t>3.038e0</w:t>
      </w:r>
    </w:p>
    <w:p w:rsidR="006974AE" w:rsidRDefault="006974AE" w:rsidP="006974AE">
      <w:r>
        <w:t>857.4260</w:t>
      </w:r>
      <w:r>
        <w:tab/>
        <w:t>4.008e0</w:t>
      </w:r>
    </w:p>
    <w:p w:rsidR="006974AE" w:rsidRDefault="006974AE" w:rsidP="006974AE">
      <w:r>
        <w:t>857.4646</w:t>
      </w:r>
      <w:r>
        <w:tab/>
        <w:t>5.215e0</w:t>
      </w:r>
    </w:p>
    <w:p w:rsidR="006974AE" w:rsidRDefault="006974AE" w:rsidP="006974AE">
      <w:r>
        <w:t>857.5054</w:t>
      </w:r>
      <w:r>
        <w:tab/>
        <w:t>1.013e0</w:t>
      </w:r>
    </w:p>
    <w:p w:rsidR="006974AE" w:rsidRDefault="006974AE" w:rsidP="006974AE">
      <w:r>
        <w:t>857.5201</w:t>
      </w:r>
      <w:r>
        <w:tab/>
        <w:t>5.063e0</w:t>
      </w:r>
    </w:p>
    <w:p w:rsidR="006974AE" w:rsidRDefault="006974AE" w:rsidP="006974AE">
      <w:r>
        <w:t>857.5281</w:t>
      </w:r>
      <w:r>
        <w:tab/>
        <w:t>6.933e0</w:t>
      </w:r>
    </w:p>
    <w:p w:rsidR="006974AE" w:rsidRDefault="006974AE" w:rsidP="006974AE">
      <w:r>
        <w:lastRenderedPageBreak/>
        <w:t>857.5323</w:t>
      </w:r>
      <w:r>
        <w:tab/>
        <w:t>4.051e0</w:t>
      </w:r>
    </w:p>
    <w:p w:rsidR="006974AE" w:rsidRDefault="006974AE" w:rsidP="006974AE">
      <w:r>
        <w:t>857.5353</w:t>
      </w:r>
      <w:r>
        <w:tab/>
        <w:t>3.038e0</w:t>
      </w:r>
    </w:p>
    <w:p w:rsidR="006974AE" w:rsidRDefault="006974AE" w:rsidP="006974AE">
      <w:r>
        <w:t>857.5414</w:t>
      </w:r>
      <w:r>
        <w:tab/>
        <w:t>1.013e0</w:t>
      </w:r>
    </w:p>
    <w:p w:rsidR="006974AE" w:rsidRDefault="006974AE" w:rsidP="006974AE">
      <w:r>
        <w:t>857.5529</w:t>
      </w:r>
      <w:r>
        <w:tab/>
        <w:t>4.051e0</w:t>
      </w:r>
    </w:p>
    <w:p w:rsidR="006974AE" w:rsidRDefault="006974AE" w:rsidP="006974AE">
      <w:r>
        <w:t>857.5630</w:t>
      </w:r>
      <w:r>
        <w:tab/>
        <w:t>4.051e0</w:t>
      </w:r>
    </w:p>
    <w:p w:rsidR="006974AE" w:rsidRDefault="006974AE" w:rsidP="006974AE">
      <w:r>
        <w:t>857.5975</w:t>
      </w:r>
      <w:r>
        <w:tab/>
        <w:t>2.025e0</w:t>
      </w:r>
    </w:p>
    <w:p w:rsidR="006974AE" w:rsidRDefault="006974AE" w:rsidP="006974AE">
      <w:r>
        <w:t>857.6337</w:t>
      </w:r>
      <w:r>
        <w:tab/>
        <w:t>1.013e0</w:t>
      </w:r>
    </w:p>
    <w:p w:rsidR="006974AE" w:rsidRDefault="006974AE" w:rsidP="006974AE">
      <w:r>
        <w:t>857.6348</w:t>
      </w:r>
      <w:r>
        <w:tab/>
        <w:t>2.025e0</w:t>
      </w:r>
    </w:p>
    <w:p w:rsidR="006974AE" w:rsidRDefault="006974AE" w:rsidP="006974AE">
      <w:r>
        <w:t>857.6605</w:t>
      </w:r>
      <w:r>
        <w:tab/>
        <w:t>1.013e0</w:t>
      </w:r>
    </w:p>
    <w:p w:rsidR="006974AE" w:rsidRDefault="006974AE" w:rsidP="006974AE">
      <w:r>
        <w:t>857.6769</w:t>
      </w:r>
      <w:r>
        <w:tab/>
        <w:t>1.013e0</w:t>
      </w:r>
    </w:p>
    <w:p w:rsidR="006974AE" w:rsidRDefault="006974AE" w:rsidP="006974AE">
      <w:r>
        <w:t>857.6881</w:t>
      </w:r>
      <w:r>
        <w:tab/>
        <w:t>3.038e0</w:t>
      </w:r>
    </w:p>
    <w:p w:rsidR="006974AE" w:rsidRDefault="006974AE" w:rsidP="006974AE">
      <w:r>
        <w:t>857.7083</w:t>
      </w:r>
      <w:r>
        <w:tab/>
        <w:t>2.025e0</w:t>
      </w:r>
    </w:p>
    <w:p w:rsidR="006974AE" w:rsidRDefault="006974AE" w:rsidP="006974AE">
      <w:r>
        <w:t>857.7616</w:t>
      </w:r>
      <w:r>
        <w:tab/>
        <w:t>4.352e0</w:t>
      </w:r>
    </w:p>
    <w:p w:rsidR="006974AE" w:rsidRDefault="006974AE" w:rsidP="006974AE">
      <w:r>
        <w:t>857.7858</w:t>
      </w:r>
      <w:r>
        <w:tab/>
        <w:t>2.025e0</w:t>
      </w:r>
    </w:p>
    <w:p w:rsidR="006974AE" w:rsidRDefault="006974AE" w:rsidP="006974AE">
      <w:r>
        <w:t>857.7938</w:t>
      </w:r>
      <w:r>
        <w:tab/>
        <w:t>1.013e0</w:t>
      </w:r>
    </w:p>
    <w:p w:rsidR="006974AE" w:rsidRDefault="006974AE" w:rsidP="006974AE">
      <w:r>
        <w:t>857.8221</w:t>
      </w:r>
      <w:r>
        <w:tab/>
        <w:t>2.025e0</w:t>
      </w:r>
    </w:p>
    <w:p w:rsidR="006974AE" w:rsidRDefault="006974AE" w:rsidP="006974AE">
      <w:r>
        <w:t>857.8541</w:t>
      </w:r>
      <w:r>
        <w:tab/>
        <w:t>3.038e0</w:t>
      </w:r>
    </w:p>
    <w:p w:rsidR="006974AE" w:rsidRDefault="006974AE" w:rsidP="006974AE">
      <w:r>
        <w:t>857.8709</w:t>
      </w:r>
      <w:r>
        <w:tab/>
        <w:t>3.038e0</w:t>
      </w:r>
    </w:p>
    <w:p w:rsidR="006974AE" w:rsidRDefault="006974AE" w:rsidP="006974AE">
      <w:r>
        <w:t>857.8817</w:t>
      </w:r>
      <w:r>
        <w:tab/>
        <w:t>2.025e0</w:t>
      </w:r>
    </w:p>
    <w:p w:rsidR="006974AE" w:rsidRDefault="006974AE" w:rsidP="006974AE">
      <w:r>
        <w:lastRenderedPageBreak/>
        <w:t>857.9656</w:t>
      </w:r>
      <w:r>
        <w:tab/>
        <w:t>2.025e0</w:t>
      </w:r>
    </w:p>
    <w:p w:rsidR="006974AE" w:rsidRDefault="006974AE" w:rsidP="006974AE">
      <w:r>
        <w:t>858.0672</w:t>
      </w:r>
      <w:r>
        <w:tab/>
        <w:t>1.013e0</w:t>
      </w:r>
    </w:p>
    <w:p w:rsidR="006974AE" w:rsidRDefault="006974AE" w:rsidP="006974AE">
      <w:r>
        <w:t>858.0961</w:t>
      </w:r>
      <w:r>
        <w:tab/>
        <w:t>1.013e0</w:t>
      </w:r>
    </w:p>
    <w:p w:rsidR="006974AE" w:rsidRDefault="006974AE" w:rsidP="006974AE">
      <w:r>
        <w:t>858.0992</w:t>
      </w:r>
      <w:r>
        <w:tab/>
        <w:t>1.013e0</w:t>
      </w:r>
    </w:p>
    <w:p w:rsidR="006974AE" w:rsidRDefault="006974AE" w:rsidP="006974AE">
      <w:r>
        <w:t>858.1382</w:t>
      </w:r>
      <w:r>
        <w:tab/>
        <w:t>1.013e0</w:t>
      </w:r>
    </w:p>
    <w:p w:rsidR="006974AE" w:rsidRDefault="006974AE" w:rsidP="006974AE">
      <w:r>
        <w:t>858.1526</w:t>
      </w:r>
      <w:r>
        <w:tab/>
        <w:t>1.013e0</w:t>
      </w:r>
    </w:p>
    <w:p w:rsidR="006974AE" w:rsidRDefault="006974AE" w:rsidP="006974AE">
      <w:r>
        <w:t>858.1682</w:t>
      </w:r>
      <w:r>
        <w:tab/>
        <w:t>2.025e0</w:t>
      </w:r>
    </w:p>
    <w:p w:rsidR="006974AE" w:rsidRDefault="006974AE" w:rsidP="006974AE">
      <w:r>
        <w:t>858.2969</w:t>
      </w:r>
      <w:r>
        <w:tab/>
        <w:t>1.013e0</w:t>
      </w:r>
    </w:p>
    <w:p w:rsidR="006974AE" w:rsidRDefault="006974AE" w:rsidP="006974AE">
      <w:r>
        <w:t>858.3063</w:t>
      </w:r>
      <w:r>
        <w:tab/>
        <w:t>3.038e0</w:t>
      </w:r>
    </w:p>
    <w:p w:rsidR="006974AE" w:rsidRDefault="006974AE" w:rsidP="006974AE">
      <w:r>
        <w:t>858.3124</w:t>
      </w:r>
      <w:r>
        <w:tab/>
        <w:t>2.025e0</w:t>
      </w:r>
    </w:p>
    <w:p w:rsidR="006974AE" w:rsidRDefault="006974AE" w:rsidP="006974AE">
      <w:r>
        <w:t>858.3154</w:t>
      </w:r>
      <w:r>
        <w:tab/>
        <w:t>3.038e0</w:t>
      </w:r>
    </w:p>
    <w:p w:rsidR="006974AE" w:rsidRDefault="006974AE" w:rsidP="006974AE">
      <w:r>
        <w:t>858.3198</w:t>
      </w:r>
      <w:r>
        <w:tab/>
        <w:t>1.013e0</w:t>
      </w:r>
    </w:p>
    <w:p w:rsidR="006974AE" w:rsidRDefault="006974AE" w:rsidP="006974AE">
      <w:r>
        <w:t>858.3665</w:t>
      </w:r>
      <w:r>
        <w:tab/>
        <w:t>2.557e0</w:t>
      </w:r>
    </w:p>
    <w:p w:rsidR="006974AE" w:rsidRDefault="006974AE" w:rsidP="006974AE">
      <w:r>
        <w:t>858.3690</w:t>
      </w:r>
      <w:r>
        <w:tab/>
        <w:t>1.013e0</w:t>
      </w:r>
    </w:p>
    <w:p w:rsidR="006974AE" w:rsidRDefault="006974AE" w:rsidP="006974AE">
      <w:r>
        <w:t>858.4030</w:t>
      </w:r>
      <w:r>
        <w:tab/>
        <w:t>4.183e0</w:t>
      </w:r>
    </w:p>
    <w:p w:rsidR="006974AE" w:rsidRDefault="006974AE" w:rsidP="006974AE">
      <w:r>
        <w:t>858.4122</w:t>
      </w:r>
      <w:r>
        <w:tab/>
        <w:t>1.320e0</w:t>
      </w:r>
    </w:p>
    <w:p w:rsidR="006974AE" w:rsidRDefault="006974AE" w:rsidP="006974AE">
      <w:r>
        <w:t>858.4268</w:t>
      </w:r>
      <w:r>
        <w:tab/>
        <w:t>7.157e0</w:t>
      </w:r>
    </w:p>
    <w:p w:rsidR="006974AE" w:rsidRDefault="006974AE" w:rsidP="006974AE">
      <w:r>
        <w:t>858.4411</w:t>
      </w:r>
      <w:r>
        <w:tab/>
        <w:t>2.025e0</w:t>
      </w:r>
    </w:p>
    <w:p w:rsidR="006974AE" w:rsidRDefault="006974AE" w:rsidP="006974AE">
      <w:r>
        <w:t>858.4548</w:t>
      </w:r>
      <w:r>
        <w:tab/>
        <w:t>7.071e0</w:t>
      </w:r>
    </w:p>
    <w:p w:rsidR="006974AE" w:rsidRDefault="006974AE" w:rsidP="006974AE">
      <w:r>
        <w:lastRenderedPageBreak/>
        <w:t>858.4855</w:t>
      </w:r>
      <w:r>
        <w:tab/>
        <w:t>1.714e0</w:t>
      </w:r>
    </w:p>
    <w:p w:rsidR="006974AE" w:rsidRDefault="006974AE" w:rsidP="006974AE">
      <w:r>
        <w:t>858.4877</w:t>
      </w:r>
      <w:r>
        <w:tab/>
        <w:t>1.896e0</w:t>
      </w:r>
    </w:p>
    <w:p w:rsidR="006974AE" w:rsidRDefault="006974AE" w:rsidP="006974AE">
      <w:r>
        <w:t>858.5084</w:t>
      </w:r>
      <w:r>
        <w:tab/>
        <w:t>3.038e0</w:t>
      </w:r>
    </w:p>
    <w:p w:rsidR="006974AE" w:rsidRDefault="006974AE" w:rsidP="006974AE">
      <w:r>
        <w:t>858.5145</w:t>
      </w:r>
      <w:r>
        <w:tab/>
        <w:t>2.025e0</w:t>
      </w:r>
    </w:p>
    <w:p w:rsidR="006974AE" w:rsidRDefault="006974AE" w:rsidP="006974AE">
      <w:r>
        <w:t>858.5327</w:t>
      </w:r>
      <w:r>
        <w:tab/>
        <w:t>2.315e0</w:t>
      </w:r>
    </w:p>
    <w:p w:rsidR="006974AE" w:rsidRDefault="006974AE" w:rsidP="006974AE">
      <w:r>
        <w:t>858.5393</w:t>
      </w:r>
      <w:r>
        <w:tab/>
        <w:t>9.035e0</w:t>
      </w:r>
    </w:p>
    <w:p w:rsidR="006974AE" w:rsidRDefault="006974AE" w:rsidP="006974AE">
      <w:r>
        <w:t>858.6277</w:t>
      </w:r>
      <w:r>
        <w:tab/>
        <w:t>3.038e0</w:t>
      </w:r>
    </w:p>
    <w:p w:rsidR="006974AE" w:rsidRDefault="006974AE" w:rsidP="006974AE">
      <w:r>
        <w:t>858.6423</w:t>
      </w:r>
      <w:r>
        <w:tab/>
        <w:t>1.013e0</w:t>
      </w:r>
    </w:p>
    <w:p w:rsidR="006974AE" w:rsidRDefault="006974AE" w:rsidP="006974AE">
      <w:r>
        <w:t>858.6508</w:t>
      </w:r>
      <w:r>
        <w:tab/>
        <w:t>2.025e0</w:t>
      </w:r>
    </w:p>
    <w:p w:rsidR="006974AE" w:rsidRDefault="006974AE" w:rsidP="006974AE">
      <w:r>
        <w:t>858.6863</w:t>
      </w:r>
      <w:r>
        <w:tab/>
        <w:t>1.013e0</w:t>
      </w:r>
    </w:p>
    <w:p w:rsidR="006974AE" w:rsidRDefault="006974AE" w:rsidP="006974AE">
      <w:r>
        <w:t>858.7090</w:t>
      </w:r>
      <w:r>
        <w:tab/>
        <w:t>1.013e0</w:t>
      </w:r>
    </w:p>
    <w:p w:rsidR="006974AE" w:rsidRDefault="006974AE" w:rsidP="006974AE">
      <w:r>
        <w:t>858.7152</w:t>
      </w:r>
      <w:r>
        <w:tab/>
        <w:t>1.013e0</w:t>
      </w:r>
    </w:p>
    <w:p w:rsidR="006974AE" w:rsidRDefault="006974AE" w:rsidP="006974AE">
      <w:r>
        <w:t>858.7585</w:t>
      </w:r>
      <w:r>
        <w:tab/>
        <w:t>1.013e0</w:t>
      </w:r>
    </w:p>
    <w:p w:rsidR="006974AE" w:rsidRDefault="006974AE" w:rsidP="006974AE">
      <w:r>
        <w:t>858.7744</w:t>
      </w:r>
      <w:r>
        <w:tab/>
        <w:t>3.038e0</w:t>
      </w:r>
    </w:p>
    <w:p w:rsidR="006974AE" w:rsidRDefault="006974AE" w:rsidP="006974AE">
      <w:r>
        <w:t>858.7884</w:t>
      </w:r>
      <w:r>
        <w:tab/>
        <w:t>1.013e0</w:t>
      </w:r>
    </w:p>
    <w:p w:rsidR="006974AE" w:rsidRDefault="006974AE" w:rsidP="006974AE">
      <w:r>
        <w:t>858.7933</w:t>
      </w:r>
      <w:r>
        <w:tab/>
        <w:t>1.013e0</w:t>
      </w:r>
    </w:p>
    <w:p w:rsidR="006974AE" w:rsidRDefault="006974AE" w:rsidP="006974AE">
      <w:r>
        <w:t>858.9183</w:t>
      </w:r>
      <w:r>
        <w:tab/>
        <w:t>1.013e0</w:t>
      </w:r>
    </w:p>
    <w:p w:rsidR="006974AE" w:rsidRDefault="006974AE" w:rsidP="006974AE">
      <w:r>
        <w:t>858.9461</w:t>
      </w:r>
      <w:r>
        <w:tab/>
        <w:t>1.013e0</w:t>
      </w:r>
    </w:p>
    <w:p w:rsidR="006974AE" w:rsidRDefault="006974AE" w:rsidP="006974AE">
      <w:r>
        <w:t>858.9616</w:t>
      </w:r>
      <w:r>
        <w:tab/>
        <w:t>1.013e0</w:t>
      </w:r>
    </w:p>
    <w:p w:rsidR="006974AE" w:rsidRDefault="006974AE" w:rsidP="006974AE">
      <w:r>
        <w:lastRenderedPageBreak/>
        <w:t>858.9894</w:t>
      </w:r>
      <w:r>
        <w:tab/>
        <w:t>1.013e0</w:t>
      </w:r>
    </w:p>
    <w:p w:rsidR="006974AE" w:rsidRDefault="006974AE" w:rsidP="006974AE">
      <w:r>
        <w:t>859.0138</w:t>
      </w:r>
      <w:r>
        <w:tab/>
        <w:t>1.013e0</w:t>
      </w:r>
    </w:p>
    <w:p w:rsidR="006974AE" w:rsidRDefault="006974AE" w:rsidP="006974AE">
      <w:r>
        <w:t>859.0314</w:t>
      </w:r>
      <w:r>
        <w:tab/>
        <w:t>1.013e0</w:t>
      </w:r>
    </w:p>
    <w:p w:rsidR="006974AE" w:rsidRDefault="006974AE" w:rsidP="006974AE">
      <w:r>
        <w:t>859.0616</w:t>
      </w:r>
      <w:r>
        <w:tab/>
        <w:t>2.025e0</w:t>
      </w:r>
    </w:p>
    <w:p w:rsidR="006974AE" w:rsidRDefault="006974AE" w:rsidP="006974AE">
      <w:r>
        <w:t>859.0893</w:t>
      </w:r>
      <w:r>
        <w:tab/>
        <w:t>2.025e0</w:t>
      </w:r>
    </w:p>
    <w:p w:rsidR="006974AE" w:rsidRDefault="006974AE" w:rsidP="006974AE">
      <w:r>
        <w:t>859.1060</w:t>
      </w:r>
      <w:r>
        <w:tab/>
        <w:t>1.013e0</w:t>
      </w:r>
    </w:p>
    <w:p w:rsidR="006974AE" w:rsidRDefault="006974AE" w:rsidP="006974AE">
      <w:r>
        <w:t>859.1276</w:t>
      </w:r>
      <w:r>
        <w:tab/>
        <w:t>2.025e0</w:t>
      </w:r>
    </w:p>
    <w:p w:rsidR="006974AE" w:rsidRDefault="006974AE" w:rsidP="006974AE">
      <w:r>
        <w:t>859.2160</w:t>
      </w:r>
      <w:r>
        <w:tab/>
        <w:t>1.013e0</w:t>
      </w:r>
    </w:p>
    <w:p w:rsidR="006974AE" w:rsidRDefault="006974AE" w:rsidP="006974AE">
      <w:r>
        <w:t>859.2647</w:t>
      </w:r>
      <w:r>
        <w:tab/>
        <w:t>1.013e0</w:t>
      </w:r>
    </w:p>
    <w:p w:rsidR="006974AE" w:rsidRDefault="006974AE" w:rsidP="006974AE">
      <w:r>
        <w:t>859.3214</w:t>
      </w:r>
      <w:r>
        <w:tab/>
        <w:t>1.013e0</w:t>
      </w:r>
    </w:p>
    <w:p w:rsidR="006974AE" w:rsidRDefault="006974AE" w:rsidP="006974AE">
      <w:r>
        <w:t>859.3369</w:t>
      </w:r>
      <w:r>
        <w:tab/>
        <w:t>1.013e0</w:t>
      </w:r>
    </w:p>
    <w:p w:rsidR="006974AE" w:rsidRDefault="006974AE" w:rsidP="006974AE">
      <w:r>
        <w:t>859.3514</w:t>
      </w:r>
      <w:r>
        <w:tab/>
        <w:t>1.013e0</w:t>
      </w:r>
    </w:p>
    <w:p w:rsidR="006974AE" w:rsidRDefault="006974AE" w:rsidP="006974AE">
      <w:r>
        <w:t>859.3744</w:t>
      </w:r>
      <w:r>
        <w:tab/>
        <w:t>3.224e0</w:t>
      </w:r>
    </w:p>
    <w:p w:rsidR="006974AE" w:rsidRDefault="006974AE" w:rsidP="006974AE">
      <w:r>
        <w:t>859.4019</w:t>
      </w:r>
      <w:r>
        <w:tab/>
        <w:t>1.013e0</w:t>
      </w:r>
    </w:p>
    <w:p w:rsidR="006974AE" w:rsidRDefault="006974AE" w:rsidP="006974AE">
      <w:r>
        <w:t>859.4029</w:t>
      </w:r>
      <w:r>
        <w:tab/>
        <w:t>1.013e0</w:t>
      </w:r>
    </w:p>
    <w:p w:rsidR="006974AE" w:rsidRDefault="006974AE" w:rsidP="006974AE">
      <w:r>
        <w:t>859.4072</w:t>
      </w:r>
      <w:r>
        <w:tab/>
        <w:t>3.959e0</w:t>
      </w:r>
    </w:p>
    <w:p w:rsidR="006974AE" w:rsidRDefault="006974AE" w:rsidP="006974AE">
      <w:r>
        <w:t>859.4167</w:t>
      </w:r>
      <w:r>
        <w:tab/>
        <w:t>6.025e0</w:t>
      </w:r>
    </w:p>
    <w:p w:rsidR="006974AE" w:rsidRDefault="006974AE" w:rsidP="006974AE">
      <w:r>
        <w:t>859.4462</w:t>
      </w:r>
      <w:r>
        <w:tab/>
        <w:t>2.025e0</w:t>
      </w:r>
    </w:p>
    <w:p w:rsidR="006974AE" w:rsidRDefault="006974AE" w:rsidP="006974AE">
      <w:r>
        <w:t>859.4541</w:t>
      </w:r>
      <w:r>
        <w:tab/>
        <w:t>1.852e0</w:t>
      </w:r>
    </w:p>
    <w:p w:rsidR="006974AE" w:rsidRDefault="006974AE" w:rsidP="006974AE">
      <w:r>
        <w:lastRenderedPageBreak/>
        <w:t>859.4918</w:t>
      </w:r>
      <w:r>
        <w:tab/>
        <w:t>2.726e0</w:t>
      </w:r>
    </w:p>
    <w:p w:rsidR="006974AE" w:rsidRDefault="006974AE" w:rsidP="006974AE">
      <w:r>
        <w:t>859.5045</w:t>
      </w:r>
      <w:r>
        <w:tab/>
        <w:t>1.013e0</w:t>
      </w:r>
    </w:p>
    <w:p w:rsidR="006974AE" w:rsidRDefault="006974AE" w:rsidP="006974AE">
      <w:r>
        <w:t>859.5170</w:t>
      </w:r>
      <w:r>
        <w:tab/>
        <w:t>4.051e0</w:t>
      </w:r>
    </w:p>
    <w:p w:rsidR="006974AE" w:rsidRDefault="006974AE" w:rsidP="006974AE">
      <w:r>
        <w:t>859.5210</w:t>
      </w:r>
      <w:r>
        <w:tab/>
        <w:t>1.013e0</w:t>
      </w:r>
    </w:p>
    <w:p w:rsidR="006974AE" w:rsidRDefault="006974AE" w:rsidP="006974AE">
      <w:r>
        <w:t>859.5380</w:t>
      </w:r>
      <w:r>
        <w:tab/>
        <w:t>2.025e0</w:t>
      </w:r>
    </w:p>
    <w:p w:rsidR="006974AE" w:rsidRDefault="006974AE" w:rsidP="006974AE">
      <w:r>
        <w:t>859.5704</w:t>
      </w:r>
      <w:r>
        <w:tab/>
        <w:t>1.013e0</w:t>
      </w:r>
    </w:p>
    <w:p w:rsidR="006974AE" w:rsidRDefault="006974AE" w:rsidP="006974AE">
      <w:r>
        <w:t>859.5917</w:t>
      </w:r>
      <w:r>
        <w:tab/>
        <w:t>2.025e0</w:t>
      </w:r>
    </w:p>
    <w:p w:rsidR="006974AE" w:rsidRDefault="006974AE" w:rsidP="006974AE">
      <w:r>
        <w:t>859.6041</w:t>
      </w:r>
      <w:r>
        <w:tab/>
        <w:t>2.025e0</w:t>
      </w:r>
    </w:p>
    <w:p w:rsidR="006974AE" w:rsidRDefault="006974AE" w:rsidP="006974AE">
      <w:r>
        <w:t>859.6061</w:t>
      </w:r>
      <w:r>
        <w:tab/>
        <w:t>1.013e0</w:t>
      </w:r>
    </w:p>
    <w:p w:rsidR="006974AE" w:rsidRDefault="006974AE" w:rsidP="006974AE">
      <w:r>
        <w:t>859.6161</w:t>
      </w:r>
      <w:r>
        <w:tab/>
        <w:t>2.025e0</w:t>
      </w:r>
    </w:p>
    <w:p w:rsidR="006974AE" w:rsidRDefault="006974AE" w:rsidP="006974AE">
      <w:r>
        <w:t>859.6464</w:t>
      </w:r>
      <w:r>
        <w:tab/>
        <w:t>2.025e0</w:t>
      </w:r>
    </w:p>
    <w:p w:rsidR="006974AE" w:rsidRDefault="006974AE" w:rsidP="006974AE">
      <w:r>
        <w:t>859.6691</w:t>
      </w:r>
      <w:r>
        <w:tab/>
        <w:t>1.013e0</w:t>
      </w:r>
    </w:p>
    <w:p w:rsidR="006974AE" w:rsidRDefault="006974AE" w:rsidP="006974AE">
      <w:r>
        <w:t>859.7258</w:t>
      </w:r>
      <w:r>
        <w:tab/>
        <w:t>1.013e0</w:t>
      </w:r>
    </w:p>
    <w:p w:rsidR="006974AE" w:rsidRDefault="006974AE" w:rsidP="006974AE">
      <w:r>
        <w:t>859.7774</w:t>
      </w:r>
      <w:r>
        <w:tab/>
        <w:t>2.025e0</w:t>
      </w:r>
    </w:p>
    <w:p w:rsidR="006974AE" w:rsidRDefault="006974AE" w:rsidP="006974AE">
      <w:r>
        <w:t>859.7836</w:t>
      </w:r>
      <w:r>
        <w:tab/>
        <w:t>1.013e0</w:t>
      </w:r>
    </w:p>
    <w:p w:rsidR="006974AE" w:rsidRDefault="006974AE" w:rsidP="006974AE">
      <w:r>
        <w:t>859.8124</w:t>
      </w:r>
      <w:r>
        <w:tab/>
        <w:t>1.013e0</w:t>
      </w:r>
    </w:p>
    <w:p w:rsidR="006974AE" w:rsidRDefault="006974AE" w:rsidP="006974AE">
      <w:r>
        <w:t>859.8763</w:t>
      </w:r>
      <w:r>
        <w:tab/>
        <w:t>1.013e0</w:t>
      </w:r>
    </w:p>
    <w:p w:rsidR="006974AE" w:rsidRDefault="006974AE" w:rsidP="006974AE">
      <w:r>
        <w:t>859.9136</w:t>
      </w:r>
      <w:r>
        <w:tab/>
        <w:t>1.013e0</w:t>
      </w:r>
    </w:p>
    <w:p w:rsidR="006974AE" w:rsidRDefault="006974AE" w:rsidP="006974AE">
      <w:r>
        <w:t>859.9278</w:t>
      </w:r>
      <w:r>
        <w:tab/>
        <w:t>1.013e0</w:t>
      </w:r>
    </w:p>
    <w:p w:rsidR="006974AE" w:rsidRDefault="006974AE" w:rsidP="006974AE">
      <w:r>
        <w:lastRenderedPageBreak/>
        <w:t>860.0052</w:t>
      </w:r>
      <w:r>
        <w:tab/>
        <w:t>2.025e0</w:t>
      </w:r>
    </w:p>
    <w:p w:rsidR="006974AE" w:rsidRDefault="006974AE" w:rsidP="006974AE">
      <w:r>
        <w:t>860.0076</w:t>
      </w:r>
      <w:r>
        <w:tab/>
        <w:t>2.025e0</w:t>
      </w:r>
    </w:p>
    <w:p w:rsidR="006974AE" w:rsidRDefault="006974AE" w:rsidP="006974AE">
      <w:r>
        <w:t>860.0303</w:t>
      </w:r>
      <w:r>
        <w:tab/>
        <w:t>3.038e0</w:t>
      </w:r>
    </w:p>
    <w:p w:rsidR="006974AE" w:rsidRDefault="006974AE" w:rsidP="006974AE">
      <w:r>
        <w:t>860.0726</w:t>
      </w:r>
      <w:r>
        <w:tab/>
        <w:t>1.013e0</w:t>
      </w:r>
    </w:p>
    <w:p w:rsidR="006974AE" w:rsidRDefault="006974AE" w:rsidP="006974AE">
      <w:r>
        <w:t>860.1132</w:t>
      </w:r>
      <w:r>
        <w:tab/>
        <w:t>1.013e0</w:t>
      </w:r>
    </w:p>
    <w:p w:rsidR="006974AE" w:rsidRDefault="006974AE" w:rsidP="006974AE">
      <w:r>
        <w:t>860.1304</w:t>
      </w:r>
      <w:r>
        <w:tab/>
        <w:t>1.013e0</w:t>
      </w:r>
    </w:p>
    <w:p w:rsidR="006974AE" w:rsidRDefault="006974AE" w:rsidP="006974AE">
      <w:r>
        <w:t>860.1459</w:t>
      </w:r>
      <w:r>
        <w:tab/>
        <w:t>2.025e0</w:t>
      </w:r>
    </w:p>
    <w:p w:rsidR="006974AE" w:rsidRDefault="006974AE" w:rsidP="006974AE">
      <w:r>
        <w:t>860.1592</w:t>
      </w:r>
      <w:r>
        <w:tab/>
        <w:t>1.013e0</w:t>
      </w:r>
    </w:p>
    <w:p w:rsidR="006974AE" w:rsidRDefault="006974AE" w:rsidP="006974AE">
      <w:r>
        <w:t>860.2170</w:t>
      </w:r>
      <w:r>
        <w:tab/>
        <w:t>1.013e0</w:t>
      </w:r>
    </w:p>
    <w:p w:rsidR="006974AE" w:rsidRDefault="006974AE" w:rsidP="006974AE">
      <w:r>
        <w:t>860.2463</w:t>
      </w:r>
      <w:r>
        <w:tab/>
        <w:t>1.013e0</w:t>
      </w:r>
    </w:p>
    <w:p w:rsidR="006974AE" w:rsidRDefault="006974AE" w:rsidP="006974AE">
      <w:r>
        <w:t>860.2559</w:t>
      </w:r>
      <w:r>
        <w:tab/>
        <w:t>2.025e0</w:t>
      </w:r>
    </w:p>
    <w:p w:rsidR="006974AE" w:rsidRDefault="006974AE" w:rsidP="006974AE">
      <w:r>
        <w:t>860.3360</w:t>
      </w:r>
      <w:r>
        <w:tab/>
        <w:t>3.038e0</w:t>
      </w:r>
    </w:p>
    <w:p w:rsidR="006974AE" w:rsidRDefault="006974AE" w:rsidP="006974AE">
      <w:r>
        <w:t>860.3397</w:t>
      </w:r>
      <w:r>
        <w:tab/>
        <w:t>2.025e0</w:t>
      </w:r>
    </w:p>
    <w:p w:rsidR="006974AE" w:rsidRDefault="006974AE" w:rsidP="006974AE">
      <w:r>
        <w:t>860.3732</w:t>
      </w:r>
      <w:r>
        <w:tab/>
        <w:t>2.277e0</w:t>
      </w:r>
    </w:p>
    <w:p w:rsidR="006974AE" w:rsidRDefault="006974AE" w:rsidP="006974AE">
      <w:r>
        <w:t>860.3988</w:t>
      </w:r>
      <w:r>
        <w:tab/>
        <w:t>1.700e0</w:t>
      </w:r>
    </w:p>
    <w:p w:rsidR="006974AE" w:rsidRDefault="006974AE" w:rsidP="006974AE">
      <w:r>
        <w:t>860.4102</w:t>
      </w:r>
      <w:r>
        <w:tab/>
        <w:t>1.016e1</w:t>
      </w:r>
    </w:p>
    <w:p w:rsidR="006974AE" w:rsidRDefault="006974AE" w:rsidP="006974AE">
      <w:r>
        <w:t>860.4175</w:t>
      </w:r>
      <w:r>
        <w:tab/>
        <w:t>2.996e0</w:t>
      </w:r>
    </w:p>
    <w:p w:rsidR="006974AE" w:rsidRDefault="006974AE" w:rsidP="006974AE">
      <w:r>
        <w:t>860.4194</w:t>
      </w:r>
      <w:r>
        <w:tab/>
        <w:t>1.982e0</w:t>
      </w:r>
    </w:p>
    <w:p w:rsidR="006974AE" w:rsidRDefault="006974AE" w:rsidP="006974AE">
      <w:r>
        <w:t>860.4471</w:t>
      </w:r>
      <w:r>
        <w:tab/>
        <w:t>5.609e0</w:t>
      </w:r>
    </w:p>
    <w:p w:rsidR="006974AE" w:rsidRDefault="006974AE" w:rsidP="006974AE">
      <w:r>
        <w:lastRenderedPageBreak/>
        <w:t>860.4639</w:t>
      </w:r>
      <w:r>
        <w:tab/>
        <w:t>1.013e0</w:t>
      </w:r>
    </w:p>
    <w:p w:rsidR="006974AE" w:rsidRDefault="006974AE" w:rsidP="006974AE">
      <w:r>
        <w:t>860.4917</w:t>
      </w:r>
      <w:r>
        <w:tab/>
        <w:t>1.013e0</w:t>
      </w:r>
    </w:p>
    <w:p w:rsidR="006974AE" w:rsidRDefault="006974AE" w:rsidP="006974AE">
      <w:r>
        <w:t>860.5092</w:t>
      </w:r>
      <w:r>
        <w:tab/>
        <w:t>3.263e0</w:t>
      </w:r>
    </w:p>
    <w:p w:rsidR="006974AE" w:rsidRDefault="006974AE" w:rsidP="006974AE">
      <w:r>
        <w:t>860.5199</w:t>
      </w:r>
      <w:r>
        <w:tab/>
        <w:t>1.013e0</w:t>
      </w:r>
    </w:p>
    <w:p w:rsidR="006974AE" w:rsidRDefault="006974AE" w:rsidP="006974AE">
      <w:r>
        <w:t>860.5356</w:t>
      </w:r>
      <w:r>
        <w:tab/>
        <w:t>2.025e0</w:t>
      </w:r>
    </w:p>
    <w:p w:rsidR="006974AE" w:rsidRDefault="006974AE" w:rsidP="006974AE">
      <w:r>
        <w:t>860.5731</w:t>
      </w:r>
      <w:r>
        <w:tab/>
        <w:t>3.038e0</w:t>
      </w:r>
    </w:p>
    <w:p w:rsidR="006974AE" w:rsidRDefault="006974AE" w:rsidP="006974AE">
      <w:r>
        <w:t>860.5940</w:t>
      </w:r>
      <w:r>
        <w:tab/>
        <w:t>1.013e0</w:t>
      </w:r>
    </w:p>
    <w:p w:rsidR="006974AE" w:rsidRDefault="006974AE" w:rsidP="006974AE">
      <w:r>
        <w:t>860.6217</w:t>
      </w:r>
      <w:r>
        <w:tab/>
        <w:t>2.025e0</w:t>
      </w:r>
    </w:p>
    <w:p w:rsidR="006974AE" w:rsidRDefault="006974AE" w:rsidP="006974AE">
      <w:r>
        <w:t>860.6710</w:t>
      </w:r>
      <w:r>
        <w:tab/>
        <w:t>4.051e0</w:t>
      </w:r>
    </w:p>
    <w:p w:rsidR="006974AE" w:rsidRDefault="006974AE" w:rsidP="006974AE">
      <w:r>
        <w:t>860.7097</w:t>
      </w:r>
      <w:r>
        <w:tab/>
        <w:t>1.013e0</w:t>
      </w:r>
    </w:p>
    <w:p w:rsidR="006974AE" w:rsidRDefault="006974AE" w:rsidP="006974AE">
      <w:r>
        <w:t>860.7587</w:t>
      </w:r>
      <w:r>
        <w:tab/>
        <w:t>3.038e0</w:t>
      </w:r>
    </w:p>
    <w:p w:rsidR="006974AE" w:rsidRDefault="006974AE" w:rsidP="006974AE">
      <w:r>
        <w:t>860.7605</w:t>
      </w:r>
      <w:r>
        <w:tab/>
        <w:t>2.025e0</w:t>
      </w:r>
    </w:p>
    <w:p w:rsidR="006974AE" w:rsidRDefault="006974AE" w:rsidP="006974AE">
      <w:r>
        <w:t>860.7693</w:t>
      </w:r>
      <w:r>
        <w:tab/>
        <w:t>2.025e0</w:t>
      </w:r>
    </w:p>
    <w:p w:rsidR="006974AE" w:rsidRDefault="006974AE" w:rsidP="006974AE">
      <w:r>
        <w:t>860.8387</w:t>
      </w:r>
      <w:r>
        <w:tab/>
        <w:t>1.013e0</w:t>
      </w:r>
    </w:p>
    <w:p w:rsidR="006974AE" w:rsidRDefault="006974AE" w:rsidP="006974AE">
      <w:r>
        <w:t>860.9085</w:t>
      </w:r>
      <w:r>
        <w:tab/>
        <w:t>2.025e0</w:t>
      </w:r>
    </w:p>
    <w:p w:rsidR="006974AE" w:rsidRDefault="006974AE" w:rsidP="006974AE">
      <w:r>
        <w:t>860.9266</w:t>
      </w:r>
      <w:r>
        <w:tab/>
        <w:t>1.013e0</w:t>
      </w:r>
    </w:p>
    <w:p w:rsidR="006974AE" w:rsidRDefault="006974AE" w:rsidP="006974AE">
      <w:r>
        <w:t>860.9410</w:t>
      </w:r>
      <w:r>
        <w:tab/>
        <w:t>1.013e0</w:t>
      </w:r>
    </w:p>
    <w:p w:rsidR="006974AE" w:rsidRDefault="006974AE" w:rsidP="006974AE">
      <w:r>
        <w:t>861.0268</w:t>
      </w:r>
      <w:r>
        <w:tab/>
        <w:t>1.013e0</w:t>
      </w:r>
    </w:p>
    <w:p w:rsidR="006974AE" w:rsidRDefault="006974AE" w:rsidP="006974AE">
      <w:r>
        <w:t>861.0576</w:t>
      </w:r>
      <w:r>
        <w:tab/>
        <w:t>2.025e0</w:t>
      </w:r>
    </w:p>
    <w:p w:rsidR="006974AE" w:rsidRDefault="006974AE" w:rsidP="006974AE">
      <w:r>
        <w:lastRenderedPageBreak/>
        <w:t>861.0629</w:t>
      </w:r>
      <w:r>
        <w:tab/>
        <w:t>2.025e0</w:t>
      </w:r>
    </w:p>
    <w:p w:rsidR="006974AE" w:rsidRDefault="006974AE" w:rsidP="006974AE">
      <w:r>
        <w:t>861.0952</w:t>
      </w:r>
      <w:r>
        <w:tab/>
        <w:t>1.013e0</w:t>
      </w:r>
    </w:p>
    <w:p w:rsidR="006974AE" w:rsidRDefault="006974AE" w:rsidP="006974AE">
      <w:r>
        <w:t>861.1219</w:t>
      </w:r>
      <w:r>
        <w:tab/>
        <w:t>2.025e0</w:t>
      </w:r>
    </w:p>
    <w:p w:rsidR="006974AE" w:rsidRDefault="006974AE" w:rsidP="006974AE">
      <w:r>
        <w:t>861.1432</w:t>
      </w:r>
      <w:r>
        <w:tab/>
        <w:t>1.013e0</w:t>
      </w:r>
    </w:p>
    <w:p w:rsidR="006974AE" w:rsidRDefault="006974AE" w:rsidP="006974AE">
      <w:r>
        <w:t>861.1443</w:t>
      </w:r>
      <w:r>
        <w:tab/>
        <w:t>1.013e0</w:t>
      </w:r>
    </w:p>
    <w:p w:rsidR="006974AE" w:rsidRDefault="006974AE" w:rsidP="006974AE">
      <w:r>
        <w:t>861.2218</w:t>
      </w:r>
      <w:r>
        <w:tab/>
        <w:t>2.025e0</w:t>
      </w:r>
    </w:p>
    <w:p w:rsidR="006974AE" w:rsidRDefault="006974AE" w:rsidP="006974AE">
      <w:r>
        <w:t>861.2810</w:t>
      </w:r>
      <w:r>
        <w:tab/>
        <w:t>1.013e0</w:t>
      </w:r>
    </w:p>
    <w:p w:rsidR="006974AE" w:rsidRDefault="006974AE" w:rsidP="006974AE">
      <w:r>
        <w:t>861.3232</w:t>
      </w:r>
      <w:r>
        <w:tab/>
        <w:t>1.103e1</w:t>
      </w:r>
    </w:p>
    <w:p w:rsidR="006974AE" w:rsidRDefault="006974AE" w:rsidP="006974AE">
      <w:r>
        <w:t>861.3320</w:t>
      </w:r>
      <w:r>
        <w:tab/>
        <w:t>4.051e0</w:t>
      </w:r>
    </w:p>
    <w:p w:rsidR="006974AE" w:rsidRDefault="006974AE" w:rsidP="006974AE">
      <w:r>
        <w:t>861.3395</w:t>
      </w:r>
      <w:r>
        <w:tab/>
        <w:t>1.470e1</w:t>
      </w:r>
    </w:p>
    <w:p w:rsidR="006974AE" w:rsidRDefault="006974AE" w:rsidP="006974AE">
      <w:r>
        <w:t>861.3453</w:t>
      </w:r>
      <w:r>
        <w:tab/>
        <w:t>3.038e0</w:t>
      </w:r>
    </w:p>
    <w:p w:rsidR="006974AE" w:rsidRDefault="006974AE" w:rsidP="006974AE">
      <w:r>
        <w:t>861.3470</w:t>
      </w:r>
      <w:r>
        <w:tab/>
        <w:t>2.025e0</w:t>
      </w:r>
    </w:p>
    <w:p w:rsidR="006974AE" w:rsidRDefault="006974AE" w:rsidP="006974AE">
      <w:r>
        <w:t>861.3480</w:t>
      </w:r>
      <w:r>
        <w:tab/>
        <w:t>1.460e1</w:t>
      </w:r>
    </w:p>
    <w:p w:rsidR="006974AE" w:rsidRDefault="006974AE" w:rsidP="006974AE">
      <w:r>
        <w:t>861.3606</w:t>
      </w:r>
      <w:r>
        <w:tab/>
        <w:t>3.952e1</w:t>
      </w:r>
    </w:p>
    <w:p w:rsidR="006974AE" w:rsidRDefault="006974AE" w:rsidP="006974AE">
      <w:r>
        <w:t>861.4520</w:t>
      </w:r>
      <w:r>
        <w:tab/>
        <w:t>4.051e0</w:t>
      </w:r>
    </w:p>
    <w:p w:rsidR="006974AE" w:rsidRDefault="006974AE" w:rsidP="006974AE">
      <w:r>
        <w:t>861.4854</w:t>
      </w:r>
      <w:r>
        <w:tab/>
        <w:t>4.954e0</w:t>
      </w:r>
    </w:p>
    <w:p w:rsidR="006974AE" w:rsidRDefault="006974AE" w:rsidP="006974AE">
      <w:r>
        <w:t>861.5343</w:t>
      </w:r>
      <w:r>
        <w:tab/>
        <w:t>1.013e0</w:t>
      </w:r>
    </w:p>
    <w:p w:rsidR="006974AE" w:rsidRDefault="006974AE" w:rsidP="006974AE">
      <w:r>
        <w:t>861.5477</w:t>
      </w:r>
      <w:r>
        <w:tab/>
        <w:t>2.025e0</w:t>
      </w:r>
    </w:p>
    <w:p w:rsidR="006974AE" w:rsidRDefault="006974AE" w:rsidP="006974AE">
      <w:r>
        <w:t>861.6067</w:t>
      </w:r>
      <w:r>
        <w:tab/>
        <w:t>1.013e0</w:t>
      </w:r>
    </w:p>
    <w:p w:rsidR="006974AE" w:rsidRDefault="006974AE" w:rsidP="006974AE">
      <w:r>
        <w:lastRenderedPageBreak/>
        <w:t>861.6210</w:t>
      </w:r>
      <w:r>
        <w:tab/>
        <w:t>1.013e0</w:t>
      </w:r>
    </w:p>
    <w:p w:rsidR="006974AE" w:rsidRDefault="006974AE" w:rsidP="006974AE">
      <w:r>
        <w:t>861.6346</w:t>
      </w:r>
      <w:r>
        <w:tab/>
        <w:t>1.013e0</w:t>
      </w:r>
    </w:p>
    <w:p w:rsidR="006974AE" w:rsidRDefault="006974AE" w:rsidP="006974AE">
      <w:r>
        <w:t>861.6635</w:t>
      </w:r>
      <w:r>
        <w:tab/>
        <w:t>1.013e0</w:t>
      </w:r>
    </w:p>
    <w:p w:rsidR="006974AE" w:rsidRDefault="006974AE" w:rsidP="006974AE">
      <w:r>
        <w:t>861.6994</w:t>
      </w:r>
      <w:r>
        <w:tab/>
        <w:t>3.038e0</w:t>
      </w:r>
    </w:p>
    <w:p w:rsidR="006974AE" w:rsidRDefault="006974AE" w:rsidP="006974AE">
      <w:r>
        <w:t>861.7225</w:t>
      </w:r>
      <w:r>
        <w:tab/>
        <w:t>1.013e0</w:t>
      </w:r>
    </w:p>
    <w:p w:rsidR="006974AE" w:rsidRDefault="006974AE" w:rsidP="006974AE">
      <w:r>
        <w:t>861.7793</w:t>
      </w:r>
      <w:r>
        <w:tab/>
        <w:t>1.013e0</w:t>
      </w:r>
    </w:p>
    <w:p w:rsidR="006974AE" w:rsidRDefault="006974AE" w:rsidP="006974AE">
      <w:r>
        <w:t>861.7938</w:t>
      </w:r>
      <w:r>
        <w:tab/>
        <w:t>1.013e0</w:t>
      </w:r>
    </w:p>
    <w:p w:rsidR="006974AE" w:rsidRDefault="006974AE" w:rsidP="006974AE">
      <w:r>
        <w:t>861.8817</w:t>
      </w:r>
      <w:r>
        <w:tab/>
        <w:t>2.025e0</w:t>
      </w:r>
    </w:p>
    <w:p w:rsidR="006974AE" w:rsidRDefault="006974AE" w:rsidP="006974AE">
      <w:r>
        <w:t>861.9096</w:t>
      </w:r>
      <w:r>
        <w:tab/>
        <w:t>1.013e0</w:t>
      </w:r>
    </w:p>
    <w:p w:rsidR="006974AE" w:rsidRDefault="006974AE" w:rsidP="006974AE">
      <w:r>
        <w:t>861.9556</w:t>
      </w:r>
      <w:r>
        <w:tab/>
        <w:t>2.025e0</w:t>
      </w:r>
    </w:p>
    <w:p w:rsidR="006974AE" w:rsidRDefault="006974AE" w:rsidP="006974AE">
      <w:r>
        <w:t>861.9712</w:t>
      </w:r>
      <w:r>
        <w:tab/>
        <w:t>4.051e0</w:t>
      </w:r>
    </w:p>
    <w:p w:rsidR="006974AE" w:rsidRDefault="006974AE" w:rsidP="006974AE">
      <w:r>
        <w:t>861.9821</w:t>
      </w:r>
      <w:r>
        <w:tab/>
        <w:t>1.013e0</w:t>
      </w:r>
    </w:p>
    <w:p w:rsidR="006974AE" w:rsidRDefault="006974AE" w:rsidP="006974AE">
      <w:r>
        <w:t>862.0555</w:t>
      </w:r>
      <w:r>
        <w:tab/>
        <w:t>1.013e0</w:t>
      </w:r>
    </w:p>
    <w:p w:rsidR="006974AE" w:rsidRDefault="006974AE" w:rsidP="006974AE">
      <w:r>
        <w:t>862.0762</w:t>
      </w:r>
      <w:r>
        <w:tab/>
        <w:t>2.025e0</w:t>
      </w:r>
    </w:p>
    <w:p w:rsidR="006974AE" w:rsidRDefault="006974AE" w:rsidP="006974AE">
      <w:r>
        <w:t>862.1714</w:t>
      </w:r>
      <w:r>
        <w:tab/>
        <w:t>1.013e0</w:t>
      </w:r>
    </w:p>
    <w:p w:rsidR="006974AE" w:rsidRDefault="006974AE" w:rsidP="006974AE">
      <w:r>
        <w:t>862.1777</w:t>
      </w:r>
      <w:r>
        <w:tab/>
        <w:t>1.013e0</w:t>
      </w:r>
    </w:p>
    <w:p w:rsidR="006974AE" w:rsidRDefault="006974AE" w:rsidP="006974AE">
      <w:r>
        <w:t>862.2728</w:t>
      </w:r>
      <w:r>
        <w:tab/>
        <w:t>1.013e0</w:t>
      </w:r>
    </w:p>
    <w:p w:rsidR="006974AE" w:rsidRDefault="006974AE" w:rsidP="006974AE">
      <w:r>
        <w:t>862.2991</w:t>
      </w:r>
      <w:r>
        <w:tab/>
        <w:t>4.051e0</w:t>
      </w:r>
    </w:p>
    <w:p w:rsidR="006974AE" w:rsidRDefault="006974AE" w:rsidP="006974AE">
      <w:r>
        <w:t>862.3336</w:t>
      </w:r>
      <w:r>
        <w:tab/>
        <w:t>1.112e1</w:t>
      </w:r>
    </w:p>
    <w:p w:rsidR="006974AE" w:rsidRDefault="006974AE" w:rsidP="006974AE">
      <w:r>
        <w:lastRenderedPageBreak/>
        <w:t>862.3350</w:t>
      </w:r>
      <w:r>
        <w:tab/>
        <w:t>1.094e1</w:t>
      </w:r>
    </w:p>
    <w:p w:rsidR="006974AE" w:rsidRDefault="006974AE" w:rsidP="006974AE">
      <w:r>
        <w:t>862.3400</w:t>
      </w:r>
      <w:r>
        <w:tab/>
        <w:t>1.396e1</w:t>
      </w:r>
    </w:p>
    <w:p w:rsidR="006974AE" w:rsidRDefault="006974AE" w:rsidP="006974AE">
      <w:r>
        <w:t>862.3484</w:t>
      </w:r>
      <w:r>
        <w:tab/>
        <w:t>9.408e0</w:t>
      </w:r>
    </w:p>
    <w:p w:rsidR="006974AE" w:rsidRDefault="006974AE" w:rsidP="006974AE">
      <w:r>
        <w:t>862.3690</w:t>
      </w:r>
      <w:r>
        <w:tab/>
        <w:t>2.025e0</w:t>
      </w:r>
    </w:p>
    <w:p w:rsidR="006974AE" w:rsidRDefault="006974AE" w:rsidP="006974AE">
      <w:r>
        <w:t>862.3949</w:t>
      </w:r>
      <w:r>
        <w:tab/>
        <w:t>7.182e0</w:t>
      </w:r>
    </w:p>
    <w:p w:rsidR="006974AE" w:rsidRDefault="006974AE" w:rsidP="006974AE">
      <w:r>
        <w:t>862.4371</w:t>
      </w:r>
      <w:r>
        <w:tab/>
        <w:t>4.064e0</w:t>
      </w:r>
    </w:p>
    <w:p w:rsidR="006974AE" w:rsidRDefault="006974AE" w:rsidP="006974AE">
      <w:r>
        <w:t>862.4442</w:t>
      </w:r>
      <w:r>
        <w:tab/>
        <w:t>3.324e0</w:t>
      </w:r>
    </w:p>
    <w:p w:rsidR="006974AE" w:rsidRDefault="006974AE" w:rsidP="006974AE">
      <w:r>
        <w:t>862.4674</w:t>
      </w:r>
      <w:r>
        <w:tab/>
        <w:t>1.802e0</w:t>
      </w:r>
    </w:p>
    <w:p w:rsidR="006974AE" w:rsidRDefault="006974AE" w:rsidP="006974AE">
      <w:r>
        <w:t>862.4999</w:t>
      </w:r>
      <w:r>
        <w:tab/>
        <w:t>8.796e0</w:t>
      </w:r>
    </w:p>
    <w:p w:rsidR="006974AE" w:rsidRDefault="006974AE" w:rsidP="006974AE">
      <w:r>
        <w:t>862.5168</w:t>
      </w:r>
      <w:r>
        <w:tab/>
        <w:t>4.752e0</w:t>
      </w:r>
    </w:p>
    <w:p w:rsidR="006974AE" w:rsidRDefault="006974AE" w:rsidP="006974AE">
      <w:r>
        <w:t>862.5298</w:t>
      </w:r>
      <w:r>
        <w:tab/>
        <w:t>4.051e0</w:t>
      </w:r>
    </w:p>
    <w:p w:rsidR="006974AE" w:rsidRDefault="006974AE" w:rsidP="006974AE">
      <w:r>
        <w:t>862.5330</w:t>
      </w:r>
      <w:r>
        <w:tab/>
        <w:t>4.051e0</w:t>
      </w:r>
    </w:p>
    <w:p w:rsidR="006974AE" w:rsidRDefault="006974AE" w:rsidP="006974AE">
      <w:r>
        <w:t>862.5543</w:t>
      </w:r>
      <w:r>
        <w:tab/>
        <w:t>1.953e0</w:t>
      </w:r>
    </w:p>
    <w:p w:rsidR="006974AE" w:rsidRDefault="006974AE" w:rsidP="006974AE">
      <w:r>
        <w:t>862.6049</w:t>
      </w:r>
      <w:r>
        <w:tab/>
        <w:t>2.025e0</w:t>
      </w:r>
    </w:p>
    <w:p w:rsidR="006974AE" w:rsidRDefault="006974AE" w:rsidP="006974AE">
      <w:r>
        <w:t>862.6148</w:t>
      </w:r>
      <w:r>
        <w:tab/>
        <w:t>3.038e0</w:t>
      </w:r>
    </w:p>
    <w:p w:rsidR="006974AE" w:rsidRDefault="006974AE" w:rsidP="006974AE">
      <w:r>
        <w:t>862.6173</w:t>
      </w:r>
      <w:r>
        <w:tab/>
        <w:t>3.038e0</w:t>
      </w:r>
    </w:p>
    <w:p w:rsidR="006974AE" w:rsidRDefault="006974AE" w:rsidP="006974AE">
      <w:r>
        <w:t>862.6201</w:t>
      </w:r>
      <w:r>
        <w:tab/>
        <w:t>2.025e0</w:t>
      </w:r>
    </w:p>
    <w:p w:rsidR="006974AE" w:rsidRDefault="006974AE" w:rsidP="006974AE">
      <w:r>
        <w:t>862.6571</w:t>
      </w:r>
      <w:r>
        <w:tab/>
        <w:t>2.025e0</w:t>
      </w:r>
    </w:p>
    <w:p w:rsidR="006974AE" w:rsidRDefault="006974AE" w:rsidP="006974AE">
      <w:r>
        <w:t>862.6629</w:t>
      </w:r>
      <w:r>
        <w:tab/>
        <w:t>1.013e0</w:t>
      </w:r>
    </w:p>
    <w:p w:rsidR="006974AE" w:rsidRDefault="006974AE" w:rsidP="006974AE">
      <w:r>
        <w:lastRenderedPageBreak/>
        <w:t>862.6640</w:t>
      </w:r>
      <w:r>
        <w:tab/>
        <w:t>1.013e0</w:t>
      </w:r>
    </w:p>
    <w:p w:rsidR="006974AE" w:rsidRDefault="006974AE" w:rsidP="006974AE">
      <w:r>
        <w:t>862.7026</w:t>
      </w:r>
      <w:r>
        <w:tab/>
        <w:t>1.013e0</w:t>
      </w:r>
    </w:p>
    <w:p w:rsidR="006974AE" w:rsidRDefault="006974AE" w:rsidP="006974AE">
      <w:r>
        <w:t>862.7584</w:t>
      </w:r>
      <w:r>
        <w:tab/>
        <w:t>2.025e0</w:t>
      </w:r>
    </w:p>
    <w:p w:rsidR="006974AE" w:rsidRDefault="006974AE" w:rsidP="006974AE">
      <w:r>
        <w:t>862.7799</w:t>
      </w:r>
      <w:r>
        <w:tab/>
        <w:t>1.013e0</w:t>
      </w:r>
    </w:p>
    <w:p w:rsidR="006974AE" w:rsidRDefault="006974AE" w:rsidP="006974AE">
      <w:r>
        <w:t>862.8041</w:t>
      </w:r>
      <w:r>
        <w:tab/>
        <w:t>1.013e0</w:t>
      </w:r>
    </w:p>
    <w:p w:rsidR="006974AE" w:rsidRDefault="006974AE" w:rsidP="006974AE">
      <w:r>
        <w:t>862.8533</w:t>
      </w:r>
      <w:r>
        <w:tab/>
        <w:t>1.013e0</w:t>
      </w:r>
    </w:p>
    <w:p w:rsidR="006974AE" w:rsidRDefault="006974AE" w:rsidP="006974AE">
      <w:r>
        <w:t>862.8814</w:t>
      </w:r>
      <w:r>
        <w:tab/>
        <w:t>1.013e0</w:t>
      </w:r>
    </w:p>
    <w:p w:rsidR="006974AE" w:rsidRDefault="006974AE" w:rsidP="006974AE">
      <w:r>
        <w:t>862.9454</w:t>
      </w:r>
      <w:r>
        <w:tab/>
        <w:t>2.025e0</w:t>
      </w:r>
    </w:p>
    <w:p w:rsidR="006974AE" w:rsidRDefault="006974AE" w:rsidP="006974AE">
      <w:r>
        <w:t>862.9528</w:t>
      </w:r>
      <w:r>
        <w:tab/>
        <w:t>1.013e0</w:t>
      </w:r>
    </w:p>
    <w:p w:rsidR="006974AE" w:rsidRDefault="006974AE" w:rsidP="006974AE">
      <w:r>
        <w:t>862.9683</w:t>
      </w:r>
      <w:r>
        <w:tab/>
        <w:t>2.025e0</w:t>
      </w:r>
    </w:p>
    <w:p w:rsidR="006974AE" w:rsidRDefault="006974AE" w:rsidP="006974AE">
      <w:r>
        <w:t>862.9724</w:t>
      </w:r>
      <w:r>
        <w:tab/>
        <w:t>2.025e0</w:t>
      </w:r>
    </w:p>
    <w:p w:rsidR="006974AE" w:rsidRDefault="006974AE" w:rsidP="006974AE">
      <w:r>
        <w:t>862.9974</w:t>
      </w:r>
      <w:r>
        <w:tab/>
        <w:t>1.013e0</w:t>
      </w:r>
    </w:p>
    <w:p w:rsidR="006974AE" w:rsidRDefault="006974AE" w:rsidP="006974AE">
      <w:r>
        <w:t>863.0408</w:t>
      </w:r>
      <w:r>
        <w:tab/>
        <w:t>1.013e0</w:t>
      </w:r>
    </w:p>
    <w:p w:rsidR="006974AE" w:rsidRDefault="006974AE" w:rsidP="006974AE">
      <w:r>
        <w:t>863.0543</w:t>
      </w:r>
      <w:r>
        <w:tab/>
        <w:t>1.013e0</w:t>
      </w:r>
    </w:p>
    <w:p w:rsidR="006974AE" w:rsidRDefault="006974AE" w:rsidP="006974AE">
      <w:r>
        <w:t>863.0690</w:t>
      </w:r>
      <w:r>
        <w:tab/>
        <w:t>2.025e0</w:t>
      </w:r>
    </w:p>
    <w:p w:rsidR="006974AE" w:rsidRDefault="006974AE" w:rsidP="006974AE">
      <w:r>
        <w:t>863.0731</w:t>
      </w:r>
      <w:r>
        <w:tab/>
        <w:t>1.013e0</w:t>
      </w:r>
    </w:p>
    <w:p w:rsidR="006974AE" w:rsidRDefault="006974AE" w:rsidP="006974AE">
      <w:r>
        <w:t>863.0914</w:t>
      </w:r>
      <w:r>
        <w:tab/>
        <w:t>3.038e0</w:t>
      </w:r>
    </w:p>
    <w:p w:rsidR="006974AE" w:rsidRDefault="006974AE" w:rsidP="006974AE">
      <w:r>
        <w:t>863.1279</w:t>
      </w:r>
      <w:r>
        <w:tab/>
        <w:t>1.013e0</w:t>
      </w:r>
    </w:p>
    <w:p w:rsidR="006974AE" w:rsidRDefault="006974AE" w:rsidP="006974AE">
      <w:r>
        <w:t>863.1558</w:t>
      </w:r>
      <w:r>
        <w:tab/>
        <w:t>1.013e0</w:t>
      </w:r>
    </w:p>
    <w:p w:rsidR="006974AE" w:rsidRDefault="006974AE" w:rsidP="006974AE">
      <w:r>
        <w:lastRenderedPageBreak/>
        <w:t>863.2004</w:t>
      </w:r>
      <w:r>
        <w:tab/>
        <w:t>1.013e0</w:t>
      </w:r>
    </w:p>
    <w:p w:rsidR="006974AE" w:rsidRDefault="006974AE" w:rsidP="006974AE">
      <w:r>
        <w:t>863.2380</w:t>
      </w:r>
      <w:r>
        <w:tab/>
        <w:t>2.025e0</w:t>
      </w:r>
    </w:p>
    <w:p w:rsidR="006974AE" w:rsidRDefault="006974AE" w:rsidP="006974AE">
      <w:r>
        <w:t>863.2579</w:t>
      </w:r>
      <w:r>
        <w:tab/>
        <w:t>4.051e0</w:t>
      </w:r>
    </w:p>
    <w:p w:rsidR="006974AE" w:rsidRDefault="006974AE" w:rsidP="006974AE">
      <w:r>
        <w:t>863.3008</w:t>
      </w:r>
      <w:r>
        <w:tab/>
        <w:t>1.013e0</w:t>
      </w:r>
    </w:p>
    <w:p w:rsidR="006974AE" w:rsidRDefault="006974AE" w:rsidP="006974AE">
      <w:r>
        <w:t>863.3163</w:t>
      </w:r>
      <w:r>
        <w:tab/>
        <w:t>1.013e0</w:t>
      </w:r>
    </w:p>
    <w:p w:rsidR="006974AE" w:rsidRDefault="006974AE" w:rsidP="006974AE">
      <w:r>
        <w:t>863.3329</w:t>
      </w:r>
      <w:r>
        <w:tab/>
        <w:t>2.828e0</w:t>
      </w:r>
    </w:p>
    <w:p w:rsidR="006974AE" w:rsidRDefault="006974AE" w:rsidP="006974AE">
      <w:r>
        <w:t>863.3462</w:t>
      </w:r>
      <w:r>
        <w:tab/>
        <w:t>4.041e0</w:t>
      </w:r>
    </w:p>
    <w:p w:rsidR="006974AE" w:rsidRDefault="006974AE" w:rsidP="006974AE">
      <w:r>
        <w:t>863.3555</w:t>
      </w:r>
      <w:r>
        <w:tab/>
        <w:t>5.835e0</w:t>
      </w:r>
    </w:p>
    <w:p w:rsidR="006974AE" w:rsidRDefault="006974AE" w:rsidP="006974AE">
      <w:r>
        <w:t>863.3649</w:t>
      </w:r>
      <w:r>
        <w:tab/>
        <w:t>8.851e0</w:t>
      </w:r>
    </w:p>
    <w:p w:rsidR="006974AE" w:rsidRDefault="006974AE" w:rsidP="006974AE">
      <w:r>
        <w:t>863.3720</w:t>
      </w:r>
      <w:r>
        <w:tab/>
        <w:t>2.919e0</w:t>
      </w:r>
    </w:p>
    <w:p w:rsidR="006974AE" w:rsidRDefault="006974AE" w:rsidP="006974AE">
      <w:r>
        <w:t>863.3878</w:t>
      </w:r>
      <w:r>
        <w:tab/>
        <w:t>2.025e0</w:t>
      </w:r>
    </w:p>
    <w:p w:rsidR="006974AE" w:rsidRDefault="006974AE" w:rsidP="006974AE">
      <w:r>
        <w:t>863.4178</w:t>
      </w:r>
      <w:r>
        <w:tab/>
        <w:t>2.995e0</w:t>
      </w:r>
    </w:p>
    <w:p w:rsidR="006974AE" w:rsidRDefault="006974AE" w:rsidP="006974AE">
      <w:r>
        <w:t>863.4201</w:t>
      </w:r>
      <w:r>
        <w:tab/>
        <w:t>2.086e0</w:t>
      </w:r>
    </w:p>
    <w:p w:rsidR="006974AE" w:rsidRDefault="006974AE" w:rsidP="006974AE">
      <w:r>
        <w:t>863.4802</w:t>
      </w:r>
      <w:r>
        <w:tab/>
        <w:t>1.013e0</w:t>
      </w:r>
    </w:p>
    <w:p w:rsidR="006974AE" w:rsidRDefault="006974AE" w:rsidP="006974AE">
      <w:r>
        <w:t>863.5024</w:t>
      </w:r>
      <w:r>
        <w:tab/>
        <w:t>3.833e0</w:t>
      </w:r>
    </w:p>
    <w:p w:rsidR="006974AE" w:rsidRDefault="006974AE" w:rsidP="006974AE">
      <w:r>
        <w:t>863.5093</w:t>
      </w:r>
      <w:r>
        <w:tab/>
        <w:t>3.942e0</w:t>
      </w:r>
    </w:p>
    <w:p w:rsidR="006974AE" w:rsidRDefault="006974AE" w:rsidP="006974AE">
      <w:r>
        <w:t>863.5184</w:t>
      </w:r>
      <w:r>
        <w:tab/>
        <w:t>1.013e0</w:t>
      </w:r>
    </w:p>
    <w:p w:rsidR="006974AE" w:rsidRDefault="006974AE" w:rsidP="006974AE">
      <w:r>
        <w:t>863.5249</w:t>
      </w:r>
      <w:r>
        <w:tab/>
        <w:t>1.906e0</w:t>
      </w:r>
    </w:p>
    <w:p w:rsidR="006974AE" w:rsidRDefault="006974AE" w:rsidP="006974AE">
      <w:r>
        <w:t>863.5607</w:t>
      </w:r>
      <w:r>
        <w:tab/>
        <w:t>4.051e0</w:t>
      </w:r>
    </w:p>
    <w:p w:rsidR="006974AE" w:rsidRDefault="006974AE" w:rsidP="006974AE">
      <w:r>
        <w:lastRenderedPageBreak/>
        <w:t>863.5775</w:t>
      </w:r>
      <w:r>
        <w:tab/>
        <w:t>1.013e0</w:t>
      </w:r>
    </w:p>
    <w:p w:rsidR="006974AE" w:rsidRDefault="006974AE" w:rsidP="006974AE">
      <w:r>
        <w:t>863.5980</w:t>
      </w:r>
      <w:r>
        <w:tab/>
        <w:t>1.013e0</w:t>
      </w:r>
    </w:p>
    <w:p w:rsidR="006974AE" w:rsidRDefault="006974AE" w:rsidP="006974AE">
      <w:r>
        <w:t>863.6500</w:t>
      </w:r>
      <w:r>
        <w:tab/>
        <w:t>1.013e0</w:t>
      </w:r>
    </w:p>
    <w:p w:rsidR="006974AE" w:rsidRDefault="006974AE" w:rsidP="006974AE">
      <w:r>
        <w:t>863.6779</w:t>
      </w:r>
      <w:r>
        <w:tab/>
        <w:t>1.013e0</w:t>
      </w:r>
    </w:p>
    <w:p w:rsidR="006974AE" w:rsidRDefault="006974AE" w:rsidP="006974AE">
      <w:r>
        <w:t>863.6790</w:t>
      </w:r>
      <w:r>
        <w:tab/>
        <w:t>1.013e0</w:t>
      </w:r>
    </w:p>
    <w:p w:rsidR="006974AE" w:rsidRDefault="006974AE" w:rsidP="006974AE">
      <w:r>
        <w:t>863.6882</w:t>
      </w:r>
      <w:r>
        <w:tab/>
        <w:t>2.025e0</w:t>
      </w:r>
    </w:p>
    <w:p w:rsidR="006974AE" w:rsidRDefault="006974AE" w:rsidP="006974AE">
      <w:r>
        <w:t>863.6924</w:t>
      </w:r>
      <w:r>
        <w:tab/>
        <w:t>1.013e0</w:t>
      </w:r>
    </w:p>
    <w:p w:rsidR="006974AE" w:rsidRDefault="006974AE" w:rsidP="006974AE">
      <w:r>
        <w:t>863.7006</w:t>
      </w:r>
      <w:r>
        <w:tab/>
        <w:t>1.013e0</w:t>
      </w:r>
    </w:p>
    <w:p w:rsidR="006974AE" w:rsidRDefault="006974AE" w:rsidP="006974AE">
      <w:r>
        <w:t>863.7070</w:t>
      </w:r>
      <w:r>
        <w:tab/>
        <w:t>1.013e0</w:t>
      </w:r>
    </w:p>
    <w:p w:rsidR="006974AE" w:rsidRDefault="006974AE" w:rsidP="006974AE">
      <w:r>
        <w:t>863.7178</w:t>
      </w:r>
      <w:r>
        <w:tab/>
        <w:t>1.013e0</w:t>
      </w:r>
    </w:p>
    <w:p w:rsidR="006974AE" w:rsidRDefault="006974AE" w:rsidP="006974AE">
      <w:r>
        <w:t>863.7661</w:t>
      </w:r>
      <w:r>
        <w:tab/>
        <w:t>2.025e0</w:t>
      </w:r>
    </w:p>
    <w:p w:rsidR="006974AE" w:rsidRDefault="006974AE" w:rsidP="006974AE">
      <w:r>
        <w:t>863.8182</w:t>
      </w:r>
      <w:r>
        <w:tab/>
        <w:t>1.013e0</w:t>
      </w:r>
    </w:p>
    <w:p w:rsidR="006974AE" w:rsidRDefault="006974AE" w:rsidP="006974AE">
      <w:r>
        <w:t>863.8386</w:t>
      </w:r>
      <w:r>
        <w:tab/>
        <w:t>1.013e0</w:t>
      </w:r>
    </w:p>
    <w:p w:rsidR="006974AE" w:rsidRDefault="006974AE" w:rsidP="006974AE">
      <w:r>
        <w:t>863.8666</w:t>
      </w:r>
      <w:r>
        <w:tab/>
        <w:t>1.013e0</w:t>
      </w:r>
    </w:p>
    <w:p w:rsidR="006974AE" w:rsidRDefault="006974AE" w:rsidP="006974AE">
      <w:r>
        <w:t>863.8810</w:t>
      </w:r>
      <w:r>
        <w:tab/>
        <w:t>1.013e0</w:t>
      </w:r>
    </w:p>
    <w:p w:rsidR="006974AE" w:rsidRDefault="006974AE" w:rsidP="006974AE">
      <w:r>
        <w:t>863.9036</w:t>
      </w:r>
      <w:r>
        <w:tab/>
        <w:t>1.013e0</w:t>
      </w:r>
    </w:p>
    <w:p w:rsidR="006974AE" w:rsidRDefault="006974AE" w:rsidP="006974AE">
      <w:r>
        <w:t>863.9101</w:t>
      </w:r>
      <w:r>
        <w:tab/>
        <w:t>1.013e0</w:t>
      </w:r>
    </w:p>
    <w:p w:rsidR="006974AE" w:rsidRDefault="006974AE" w:rsidP="006974AE">
      <w:r>
        <w:t>863.9208</w:t>
      </w:r>
      <w:r>
        <w:tab/>
        <w:t>1.013e0</w:t>
      </w:r>
    </w:p>
    <w:p w:rsidR="006974AE" w:rsidRDefault="006974AE" w:rsidP="006974AE">
      <w:r>
        <w:t>863.9553</w:t>
      </w:r>
      <w:r>
        <w:tab/>
        <w:t>2.025e0</w:t>
      </w:r>
    </w:p>
    <w:p w:rsidR="006974AE" w:rsidRDefault="006974AE" w:rsidP="006974AE">
      <w:r>
        <w:lastRenderedPageBreak/>
        <w:t>864.0051</w:t>
      </w:r>
      <w:r>
        <w:tab/>
        <w:t>1.013e0</w:t>
      </w:r>
    </w:p>
    <w:p w:rsidR="006974AE" w:rsidRDefault="006974AE" w:rsidP="006974AE">
      <w:r>
        <w:t>864.0117</w:t>
      </w:r>
      <w:r>
        <w:tab/>
        <w:t>1.013e0</w:t>
      </w:r>
    </w:p>
    <w:p w:rsidR="006974AE" w:rsidRDefault="006974AE" w:rsidP="006974AE">
      <w:r>
        <w:t>864.0418</w:t>
      </w:r>
      <w:r>
        <w:tab/>
        <w:t>1.013e0</w:t>
      </w:r>
    </w:p>
    <w:p w:rsidR="006974AE" w:rsidRDefault="006974AE" w:rsidP="006974AE">
      <w:r>
        <w:t>864.0482</w:t>
      </w:r>
      <w:r>
        <w:tab/>
        <w:t>2.025e0</w:t>
      </w:r>
    </w:p>
    <w:p w:rsidR="006974AE" w:rsidRDefault="006974AE" w:rsidP="006974AE">
      <w:r>
        <w:t>864.0892</w:t>
      </w:r>
      <w:r>
        <w:tab/>
        <w:t>1.013e0</w:t>
      </w:r>
    </w:p>
    <w:p w:rsidR="006974AE" w:rsidRDefault="006974AE" w:rsidP="006974AE">
      <w:r>
        <w:t>864.1269</w:t>
      </w:r>
      <w:r>
        <w:tab/>
        <w:t>2.025e0</w:t>
      </w:r>
    </w:p>
    <w:p w:rsidR="006974AE" w:rsidRDefault="006974AE" w:rsidP="006974AE">
      <w:r>
        <w:t>864.1423</w:t>
      </w:r>
      <w:r>
        <w:tab/>
        <w:t>1.013e0</w:t>
      </w:r>
    </w:p>
    <w:p w:rsidR="006974AE" w:rsidRDefault="006974AE" w:rsidP="006974AE">
      <w:r>
        <w:t>864.1569</w:t>
      </w:r>
      <w:r>
        <w:tab/>
        <w:t>1.013e0</w:t>
      </w:r>
    </w:p>
    <w:p w:rsidR="006974AE" w:rsidRDefault="006974AE" w:rsidP="006974AE">
      <w:r>
        <w:t>864.1870</w:t>
      </w:r>
      <w:r>
        <w:tab/>
        <w:t>1.013e0</w:t>
      </w:r>
    </w:p>
    <w:p w:rsidR="006974AE" w:rsidRDefault="006974AE" w:rsidP="006974AE">
      <w:r>
        <w:t>864.2070</w:t>
      </w:r>
      <w:r>
        <w:tab/>
        <w:t>2.025e0</w:t>
      </w:r>
    </w:p>
    <w:p w:rsidR="006974AE" w:rsidRDefault="006974AE" w:rsidP="006974AE">
      <w:r>
        <w:t>864.2305</w:t>
      </w:r>
      <w:r>
        <w:tab/>
        <w:t>1.013e0</w:t>
      </w:r>
    </w:p>
    <w:p w:rsidR="006974AE" w:rsidRDefault="006974AE" w:rsidP="006974AE">
      <w:r>
        <w:t>864.3104</w:t>
      </w:r>
      <w:r>
        <w:tab/>
        <w:t>2.025e0</w:t>
      </w:r>
    </w:p>
    <w:p w:rsidR="006974AE" w:rsidRDefault="006974AE" w:rsidP="006974AE">
      <w:r>
        <w:t>864.3149</w:t>
      </w:r>
      <w:r>
        <w:tab/>
        <w:t>3.977e0</w:t>
      </w:r>
    </w:p>
    <w:p w:rsidR="006974AE" w:rsidRDefault="006974AE" w:rsidP="006974AE">
      <w:r>
        <w:t>864.3395</w:t>
      </w:r>
      <w:r>
        <w:tab/>
        <w:t>5.063e0</w:t>
      </w:r>
    </w:p>
    <w:p w:rsidR="006974AE" w:rsidRDefault="006974AE" w:rsidP="006974AE">
      <w:r>
        <w:t>864.3413</w:t>
      </w:r>
      <w:r>
        <w:tab/>
        <w:t>2.143e0</w:t>
      </w:r>
    </w:p>
    <w:p w:rsidR="006974AE" w:rsidRDefault="006974AE" w:rsidP="006974AE">
      <w:r>
        <w:t>864.4086</w:t>
      </w:r>
      <w:r>
        <w:tab/>
        <w:t>4.221e0</w:t>
      </w:r>
    </w:p>
    <w:p w:rsidR="006974AE" w:rsidRDefault="006974AE" w:rsidP="006974AE">
      <w:r>
        <w:t>864.4131</w:t>
      </w:r>
      <w:r>
        <w:tab/>
        <w:t>5.383e0</w:t>
      </w:r>
    </w:p>
    <w:p w:rsidR="006974AE" w:rsidRDefault="006974AE" w:rsidP="006974AE">
      <w:r>
        <w:t>864.4272</w:t>
      </w:r>
      <w:r>
        <w:tab/>
        <w:t>4.051e0</w:t>
      </w:r>
    </w:p>
    <w:p w:rsidR="006974AE" w:rsidRDefault="006974AE" w:rsidP="006974AE">
      <w:r>
        <w:t>864.4283</w:t>
      </w:r>
      <w:r>
        <w:tab/>
        <w:t>1.013e0</w:t>
      </w:r>
    </w:p>
    <w:p w:rsidR="006974AE" w:rsidRDefault="006974AE" w:rsidP="006974AE">
      <w:r>
        <w:lastRenderedPageBreak/>
        <w:t>864.4327</w:t>
      </w:r>
      <w:r>
        <w:tab/>
        <w:t>4.051e0</w:t>
      </w:r>
    </w:p>
    <w:p w:rsidR="006974AE" w:rsidRDefault="006974AE" w:rsidP="006974AE">
      <w:r>
        <w:t>864.4799</w:t>
      </w:r>
      <w:r>
        <w:tab/>
        <w:t>3.986e0</w:t>
      </w:r>
    </w:p>
    <w:p w:rsidR="006974AE" w:rsidRDefault="006974AE" w:rsidP="006974AE">
      <w:r>
        <w:t>864.4853</w:t>
      </w:r>
      <w:r>
        <w:tab/>
        <w:t>1.931e0</w:t>
      </w:r>
    </w:p>
    <w:p w:rsidR="006974AE" w:rsidRDefault="006974AE" w:rsidP="006974AE">
      <w:r>
        <w:t>864.5354</w:t>
      </w:r>
      <w:r>
        <w:tab/>
        <w:t>2.025e0</w:t>
      </w:r>
    </w:p>
    <w:p w:rsidR="006974AE" w:rsidRDefault="006974AE" w:rsidP="006974AE">
      <w:r>
        <w:t>864.5634</w:t>
      </w:r>
      <w:r>
        <w:tab/>
        <w:t>1.013e0</w:t>
      </w:r>
    </w:p>
    <w:p w:rsidR="006974AE" w:rsidRDefault="006974AE" w:rsidP="006974AE">
      <w:r>
        <w:t>864.6069</w:t>
      </w:r>
      <w:r>
        <w:tab/>
        <w:t>1.013e0</w:t>
      </w:r>
    </w:p>
    <w:p w:rsidR="006974AE" w:rsidRDefault="006974AE" w:rsidP="006974AE">
      <w:r>
        <w:t>864.6226</w:t>
      </w:r>
      <w:r>
        <w:tab/>
        <w:t>1.013e0</w:t>
      </w:r>
    </w:p>
    <w:p w:rsidR="006974AE" w:rsidRDefault="006974AE" w:rsidP="006974AE">
      <w:r>
        <w:t>864.6807</w:t>
      </w:r>
      <w:r>
        <w:tab/>
        <w:t>2.025e0</w:t>
      </w:r>
    </w:p>
    <w:p w:rsidR="006974AE" w:rsidRDefault="006974AE" w:rsidP="006974AE">
      <w:r>
        <w:t>864.7221</w:t>
      </w:r>
      <w:r>
        <w:tab/>
        <w:t>3.038e0</w:t>
      </w:r>
    </w:p>
    <w:p w:rsidR="006974AE" w:rsidRDefault="006974AE" w:rsidP="006974AE">
      <w:r>
        <w:t>864.7520</w:t>
      </w:r>
      <w:r>
        <w:tab/>
        <w:t>2.025e0</w:t>
      </w:r>
    </w:p>
    <w:p w:rsidR="006974AE" w:rsidRDefault="006974AE" w:rsidP="006974AE">
      <w:r>
        <w:t>864.7875</w:t>
      </w:r>
      <w:r>
        <w:tab/>
        <w:t>3.038e0</w:t>
      </w:r>
    </w:p>
    <w:p w:rsidR="006974AE" w:rsidRDefault="006974AE" w:rsidP="006974AE">
      <w:r>
        <w:t>864.8517</w:t>
      </w:r>
      <w:r>
        <w:tab/>
        <w:t>1.013e0</w:t>
      </w:r>
    </w:p>
    <w:p w:rsidR="006974AE" w:rsidRDefault="006974AE" w:rsidP="006974AE">
      <w:r>
        <w:t>864.8611</w:t>
      </w:r>
      <w:r>
        <w:tab/>
        <w:t>2.025e0</w:t>
      </w:r>
    </w:p>
    <w:p w:rsidR="006974AE" w:rsidRDefault="006974AE" w:rsidP="006974AE">
      <w:r>
        <w:t>864.8694</w:t>
      </w:r>
      <w:r>
        <w:tab/>
        <w:t>1.013e0</w:t>
      </w:r>
    </w:p>
    <w:p w:rsidR="006974AE" w:rsidRDefault="006974AE" w:rsidP="006974AE">
      <w:r>
        <w:t>864.9069</w:t>
      </w:r>
      <w:r>
        <w:tab/>
        <w:t>2.025e0</w:t>
      </w:r>
    </w:p>
    <w:p w:rsidR="006974AE" w:rsidRDefault="006974AE" w:rsidP="006974AE">
      <w:r>
        <w:t>864.9185</w:t>
      </w:r>
      <w:r>
        <w:tab/>
        <w:t>1.013e0</w:t>
      </w:r>
    </w:p>
    <w:p w:rsidR="006974AE" w:rsidRDefault="006974AE" w:rsidP="006974AE">
      <w:r>
        <w:t>864.9531</w:t>
      </w:r>
      <w:r>
        <w:tab/>
        <w:t>1.013e0</w:t>
      </w:r>
    </w:p>
    <w:p w:rsidR="006974AE" w:rsidRDefault="006974AE" w:rsidP="006974AE">
      <w:r>
        <w:t>864.9609</w:t>
      </w:r>
      <w:r>
        <w:tab/>
        <w:t>2.025e0</w:t>
      </w:r>
    </w:p>
    <w:p w:rsidR="006974AE" w:rsidRDefault="006974AE" w:rsidP="006974AE">
      <w:r>
        <w:t>865.0148</w:t>
      </w:r>
      <w:r>
        <w:tab/>
        <w:t>1.013e0</w:t>
      </w:r>
    </w:p>
    <w:p w:rsidR="006974AE" w:rsidRDefault="006974AE" w:rsidP="006974AE">
      <w:r>
        <w:lastRenderedPageBreak/>
        <w:t>865.0384</w:t>
      </w:r>
      <w:r>
        <w:tab/>
        <w:t>3.038e0</w:t>
      </w:r>
    </w:p>
    <w:p w:rsidR="006974AE" w:rsidRDefault="006974AE" w:rsidP="006974AE">
      <w:r>
        <w:t>865.0934</w:t>
      </w:r>
      <w:r>
        <w:tab/>
        <w:t>2.025e0</w:t>
      </w:r>
    </w:p>
    <w:p w:rsidR="006974AE" w:rsidRDefault="006974AE" w:rsidP="006974AE">
      <w:r>
        <w:t>865.1110</w:t>
      </w:r>
      <w:r>
        <w:tab/>
        <w:t>3.237e0</w:t>
      </w:r>
    </w:p>
    <w:p w:rsidR="006974AE" w:rsidRDefault="006974AE" w:rsidP="006974AE">
      <w:r>
        <w:t>865.1204</w:t>
      </w:r>
      <w:r>
        <w:tab/>
        <w:t>1.013e0</w:t>
      </w:r>
    </w:p>
    <w:p w:rsidR="006974AE" w:rsidRDefault="006974AE" w:rsidP="006974AE">
      <w:r>
        <w:t>865.1880</w:t>
      </w:r>
      <w:r>
        <w:tab/>
        <w:t>1.013e0</w:t>
      </w:r>
    </w:p>
    <w:p w:rsidR="006974AE" w:rsidRDefault="006974AE" w:rsidP="006974AE">
      <w:r>
        <w:t>865.2182</w:t>
      </w:r>
      <w:r>
        <w:tab/>
        <w:t>1.013e0</w:t>
      </w:r>
    </w:p>
    <w:p w:rsidR="006974AE" w:rsidRDefault="006974AE" w:rsidP="006974AE">
      <w:r>
        <w:t>865.2462</w:t>
      </w:r>
      <w:r>
        <w:tab/>
        <w:t>2.025e0</w:t>
      </w:r>
    </w:p>
    <w:p w:rsidR="006974AE" w:rsidRDefault="006974AE" w:rsidP="006974AE">
      <w:r>
        <w:t>865.3597</w:t>
      </w:r>
      <w:r>
        <w:tab/>
        <w:t>5.837e0</w:t>
      </w:r>
    </w:p>
    <w:p w:rsidR="006974AE" w:rsidRDefault="006974AE" w:rsidP="006974AE">
      <w:r>
        <w:t>865.3666</w:t>
      </w:r>
      <w:r>
        <w:tab/>
        <w:t>9.717e0</w:t>
      </w:r>
    </w:p>
    <w:p w:rsidR="006974AE" w:rsidRDefault="006974AE" w:rsidP="006974AE">
      <w:r>
        <w:t>865.3679</w:t>
      </w:r>
      <w:r>
        <w:tab/>
        <w:t>3.174e0</w:t>
      </w:r>
    </w:p>
    <w:p w:rsidR="006974AE" w:rsidRDefault="006974AE" w:rsidP="006974AE">
      <w:r>
        <w:t>865.4537</w:t>
      </w:r>
      <w:r>
        <w:tab/>
        <w:t>1.438e0</w:t>
      </w:r>
    </w:p>
    <w:p w:rsidR="006974AE" w:rsidRDefault="006974AE" w:rsidP="006974AE">
      <w:r>
        <w:t>865.4617</w:t>
      </w:r>
      <w:r>
        <w:tab/>
        <w:t>1.764e0</w:t>
      </w:r>
    </w:p>
    <w:p w:rsidR="006974AE" w:rsidRDefault="006974AE" w:rsidP="006974AE">
      <w:r>
        <w:t>865.4642</w:t>
      </w:r>
      <w:r>
        <w:tab/>
        <w:t>1.708e0</w:t>
      </w:r>
    </w:p>
    <w:p w:rsidR="006974AE" w:rsidRDefault="006974AE" w:rsidP="006974AE">
      <w:r>
        <w:t>865.4653</w:t>
      </w:r>
      <w:r>
        <w:tab/>
        <w:t>1.890e0</w:t>
      </w:r>
    </w:p>
    <w:p w:rsidR="006974AE" w:rsidRDefault="006974AE" w:rsidP="006974AE">
      <w:r>
        <w:t>865.5005</w:t>
      </w:r>
      <w:r>
        <w:tab/>
        <w:t>2.025e0</w:t>
      </w:r>
    </w:p>
    <w:p w:rsidR="006974AE" w:rsidRDefault="006974AE" w:rsidP="006974AE">
      <w:r>
        <w:t>865.5671</w:t>
      </w:r>
      <w:r>
        <w:tab/>
        <w:t>4.051e0</w:t>
      </w:r>
    </w:p>
    <w:p w:rsidR="006974AE" w:rsidRDefault="006974AE" w:rsidP="006974AE">
      <w:r>
        <w:t>865.5795</w:t>
      </w:r>
      <w:r>
        <w:tab/>
        <w:t>1.013e0</w:t>
      </w:r>
    </w:p>
    <w:p w:rsidR="006974AE" w:rsidRDefault="006974AE" w:rsidP="006974AE">
      <w:r>
        <w:t>865.6107</w:t>
      </w:r>
      <w:r>
        <w:tab/>
        <w:t>1.013e0</w:t>
      </w:r>
    </w:p>
    <w:p w:rsidR="006974AE" w:rsidRDefault="006974AE" w:rsidP="006974AE">
      <w:r>
        <w:t>865.6754</w:t>
      </w:r>
      <w:r>
        <w:tab/>
        <w:t>2.025e0</w:t>
      </w:r>
    </w:p>
    <w:p w:rsidR="006974AE" w:rsidRDefault="006974AE" w:rsidP="006974AE">
      <w:r>
        <w:lastRenderedPageBreak/>
        <w:t>865.6979</w:t>
      </w:r>
      <w:r>
        <w:tab/>
        <w:t>1.013e0</w:t>
      </w:r>
    </w:p>
    <w:p w:rsidR="006974AE" w:rsidRDefault="006974AE" w:rsidP="006974AE">
      <w:r>
        <w:t>865.7476</w:t>
      </w:r>
      <w:r>
        <w:tab/>
        <w:t>1.013e0</w:t>
      </w:r>
    </w:p>
    <w:p w:rsidR="006974AE" w:rsidRDefault="006974AE" w:rsidP="006974AE">
      <w:r>
        <w:t>865.7676</w:t>
      </w:r>
      <w:r>
        <w:tab/>
        <w:t>2.025e0</w:t>
      </w:r>
    </w:p>
    <w:p w:rsidR="006974AE" w:rsidRDefault="006974AE" w:rsidP="006974AE">
      <w:r>
        <w:t>865.8132</w:t>
      </w:r>
      <w:r>
        <w:tab/>
        <w:t>1.013e0</w:t>
      </w:r>
    </w:p>
    <w:p w:rsidR="006974AE" w:rsidRDefault="006974AE" w:rsidP="006974AE">
      <w:r>
        <w:t>865.8143</w:t>
      </w:r>
      <w:r>
        <w:tab/>
        <w:t>1.013e0</w:t>
      </w:r>
    </w:p>
    <w:p w:rsidR="006974AE" w:rsidRDefault="006974AE" w:rsidP="006974AE">
      <w:r>
        <w:t>865.8490</w:t>
      </w:r>
      <w:r>
        <w:tab/>
        <w:t>1.013e0</w:t>
      </w:r>
    </w:p>
    <w:p w:rsidR="006974AE" w:rsidRDefault="006974AE" w:rsidP="006974AE">
      <w:r>
        <w:t>865.8662</w:t>
      </w:r>
      <w:r>
        <w:tab/>
        <w:t>1.013e0</w:t>
      </w:r>
    </w:p>
    <w:p w:rsidR="006974AE" w:rsidRDefault="006974AE" w:rsidP="006974AE">
      <w:r>
        <w:t>865.8859</w:t>
      </w:r>
      <w:r>
        <w:tab/>
        <w:t>1.013e0</w:t>
      </w:r>
    </w:p>
    <w:p w:rsidR="006974AE" w:rsidRDefault="006974AE" w:rsidP="006974AE">
      <w:r>
        <w:t>865.9150</w:t>
      </w:r>
      <w:r>
        <w:tab/>
        <w:t>1.013e0</w:t>
      </w:r>
    </w:p>
    <w:p w:rsidR="006974AE" w:rsidRDefault="006974AE" w:rsidP="006974AE">
      <w:r>
        <w:t>865.9161</w:t>
      </w:r>
      <w:r>
        <w:tab/>
        <w:t>1.013e0</w:t>
      </w:r>
    </w:p>
    <w:p w:rsidR="006974AE" w:rsidRDefault="006974AE" w:rsidP="006974AE">
      <w:r>
        <w:t>866.0331</w:t>
      </w:r>
      <w:r>
        <w:tab/>
        <w:t>1.013e0</w:t>
      </w:r>
    </w:p>
    <w:p w:rsidR="006974AE" w:rsidRDefault="006974AE" w:rsidP="006974AE">
      <w:r>
        <w:t>866.0519</w:t>
      </w:r>
      <w:r>
        <w:tab/>
        <w:t>1.013e0</w:t>
      </w:r>
    </w:p>
    <w:p w:rsidR="006974AE" w:rsidRDefault="006974AE" w:rsidP="006974AE">
      <w:r>
        <w:t>866.0792</w:t>
      </w:r>
      <w:r>
        <w:tab/>
        <w:t>2.025e0</w:t>
      </w:r>
    </w:p>
    <w:p w:rsidR="006974AE" w:rsidRDefault="006974AE" w:rsidP="006974AE">
      <w:r>
        <w:t>866.0949</w:t>
      </w:r>
      <w:r>
        <w:tab/>
        <w:t>2.025e0</w:t>
      </w:r>
    </w:p>
    <w:p w:rsidR="006974AE" w:rsidRDefault="006974AE" w:rsidP="006974AE">
      <w:r>
        <w:t>866.1356</w:t>
      </w:r>
      <w:r>
        <w:tab/>
        <w:t>1.013e0</w:t>
      </w:r>
    </w:p>
    <w:p w:rsidR="006974AE" w:rsidRDefault="006974AE" w:rsidP="006974AE">
      <w:r>
        <w:t>866.1768</w:t>
      </w:r>
      <w:r>
        <w:tab/>
        <w:t>1.013e0</w:t>
      </w:r>
    </w:p>
    <w:p w:rsidR="006974AE" w:rsidRDefault="006974AE" w:rsidP="006974AE">
      <w:r>
        <w:t>866.2216</w:t>
      </w:r>
      <w:r>
        <w:tab/>
        <w:t>1.013e0</w:t>
      </w:r>
    </w:p>
    <w:p w:rsidR="006974AE" w:rsidRDefault="006974AE" w:rsidP="006974AE">
      <w:r>
        <w:t>866.2350</w:t>
      </w:r>
      <w:r>
        <w:tab/>
        <w:t>1.013e0</w:t>
      </w:r>
    </w:p>
    <w:p w:rsidR="006974AE" w:rsidRDefault="006974AE" w:rsidP="006974AE">
      <w:r>
        <w:t>866.2537</w:t>
      </w:r>
      <w:r>
        <w:tab/>
        <w:t>1.013e0</w:t>
      </w:r>
    </w:p>
    <w:p w:rsidR="006974AE" w:rsidRDefault="006974AE" w:rsidP="006974AE">
      <w:r>
        <w:lastRenderedPageBreak/>
        <w:t>866.2917</w:t>
      </w:r>
      <w:r>
        <w:tab/>
        <w:t>2.997e0</w:t>
      </w:r>
    </w:p>
    <w:p w:rsidR="006974AE" w:rsidRDefault="006974AE" w:rsidP="006974AE">
      <w:r>
        <w:t>866.3197</w:t>
      </w:r>
      <w:r>
        <w:tab/>
        <w:t>1.292e0</w:t>
      </w:r>
    </w:p>
    <w:p w:rsidR="006974AE" w:rsidRDefault="006974AE" w:rsidP="006974AE">
      <w:r>
        <w:t>866.3514</w:t>
      </w:r>
      <w:r>
        <w:tab/>
        <w:t>2.619e0</w:t>
      </w:r>
    </w:p>
    <w:p w:rsidR="006974AE" w:rsidRDefault="006974AE" w:rsidP="006974AE">
      <w:r>
        <w:t>866.3892</w:t>
      </w:r>
      <w:r>
        <w:tab/>
        <w:t>3.641e0</w:t>
      </w:r>
    </w:p>
    <w:p w:rsidR="006974AE" w:rsidRDefault="006974AE" w:rsidP="006974AE">
      <w:r>
        <w:t>866.4034</w:t>
      </w:r>
      <w:r>
        <w:tab/>
        <w:t>1.700e0</w:t>
      </w:r>
    </w:p>
    <w:p w:rsidR="006974AE" w:rsidRDefault="006974AE" w:rsidP="006974AE">
      <w:r>
        <w:t>866.4177</w:t>
      </w:r>
      <w:r>
        <w:tab/>
        <w:t>3.038e0</w:t>
      </w:r>
    </w:p>
    <w:p w:rsidR="006974AE" w:rsidRDefault="006974AE" w:rsidP="006974AE">
      <w:r>
        <w:t>866.4200</w:t>
      </w:r>
      <w:r>
        <w:tab/>
        <w:t>3.505e0</w:t>
      </w:r>
    </w:p>
    <w:p w:rsidR="006974AE" w:rsidRDefault="006974AE" w:rsidP="006974AE">
      <w:r>
        <w:t>866.4377</w:t>
      </w:r>
      <w:r>
        <w:tab/>
        <w:t>5.822e0</w:t>
      </w:r>
    </w:p>
    <w:p w:rsidR="006974AE" w:rsidRDefault="006974AE" w:rsidP="006974AE">
      <w:r>
        <w:t>866.4745</w:t>
      </w:r>
      <w:r>
        <w:tab/>
        <w:t>1.840e0</w:t>
      </w:r>
    </w:p>
    <w:p w:rsidR="006974AE" w:rsidRDefault="006974AE" w:rsidP="006974AE">
      <w:r>
        <w:t>866.5201</w:t>
      </w:r>
      <w:r>
        <w:tab/>
        <w:t>5.063e0</w:t>
      </w:r>
    </w:p>
    <w:p w:rsidR="006974AE" w:rsidRDefault="006974AE" w:rsidP="006974AE">
      <w:r>
        <w:t>866.5886</w:t>
      </w:r>
      <w:r>
        <w:tab/>
        <w:t>2.025e0</w:t>
      </w:r>
    </w:p>
    <w:p w:rsidR="006974AE" w:rsidRDefault="006974AE" w:rsidP="006974AE">
      <w:r>
        <w:t>866.5926</w:t>
      </w:r>
      <w:r>
        <w:tab/>
        <w:t>1.013e0</w:t>
      </w:r>
    </w:p>
    <w:p w:rsidR="006974AE" w:rsidRDefault="006974AE" w:rsidP="006974AE">
      <w:r>
        <w:t>866.6144</w:t>
      </w:r>
      <w:r>
        <w:tab/>
        <w:t>2.025e0</w:t>
      </w:r>
    </w:p>
    <w:p w:rsidR="006974AE" w:rsidRDefault="006974AE" w:rsidP="006974AE">
      <w:r>
        <w:t>866.6425</w:t>
      </w:r>
      <w:r>
        <w:tab/>
        <w:t>1.013e0</w:t>
      </w:r>
    </w:p>
    <w:p w:rsidR="006974AE" w:rsidRDefault="006974AE" w:rsidP="006974AE">
      <w:r>
        <w:t>866.6862</w:t>
      </w:r>
      <w:r>
        <w:tab/>
        <w:t>1.013e0</w:t>
      </w:r>
    </w:p>
    <w:p w:rsidR="006974AE" w:rsidRDefault="006974AE" w:rsidP="006974AE">
      <w:r>
        <w:t>866.7455</w:t>
      </w:r>
      <w:r>
        <w:tab/>
        <w:t>1.013e0</w:t>
      </w:r>
    </w:p>
    <w:p w:rsidR="006974AE" w:rsidRDefault="006974AE" w:rsidP="006974AE">
      <w:r>
        <w:t>866.7600</w:t>
      </w:r>
      <w:r>
        <w:tab/>
        <w:t>1.013e0</w:t>
      </w:r>
    </w:p>
    <w:p w:rsidR="006974AE" w:rsidRDefault="006974AE" w:rsidP="006974AE">
      <w:r>
        <w:t>866.7783</w:t>
      </w:r>
      <w:r>
        <w:tab/>
        <w:t>1.013e0</w:t>
      </w:r>
    </w:p>
    <w:p w:rsidR="006974AE" w:rsidRDefault="006974AE" w:rsidP="006974AE">
      <w:r>
        <w:t>866.8128</w:t>
      </w:r>
      <w:r>
        <w:tab/>
        <w:t>1.013e0</w:t>
      </w:r>
    </w:p>
    <w:p w:rsidR="006974AE" w:rsidRDefault="006974AE" w:rsidP="006974AE">
      <w:r>
        <w:lastRenderedPageBreak/>
        <w:t>866.8754</w:t>
      </w:r>
      <w:r>
        <w:tab/>
        <w:t>1.013e0</w:t>
      </w:r>
    </w:p>
    <w:p w:rsidR="006974AE" w:rsidRDefault="006974AE" w:rsidP="006974AE">
      <w:r>
        <w:t>866.8981</w:t>
      </w:r>
      <w:r>
        <w:tab/>
        <w:t>1.013e0</w:t>
      </w:r>
    </w:p>
    <w:p w:rsidR="006974AE" w:rsidRDefault="006974AE" w:rsidP="006974AE">
      <w:r>
        <w:t>866.9191</w:t>
      </w:r>
      <w:r>
        <w:tab/>
        <w:t>1.013e0</w:t>
      </w:r>
    </w:p>
    <w:p w:rsidR="006974AE" w:rsidRDefault="006974AE" w:rsidP="006974AE">
      <w:r>
        <w:t>866.9810</w:t>
      </w:r>
      <w:r>
        <w:tab/>
        <w:t>1.013e0</w:t>
      </w:r>
    </w:p>
    <w:p w:rsidR="006974AE" w:rsidRDefault="006974AE" w:rsidP="006974AE">
      <w:r>
        <w:t>866.9995</w:t>
      </w:r>
      <w:r>
        <w:tab/>
        <w:t>1.013e0</w:t>
      </w:r>
    </w:p>
    <w:p w:rsidR="006974AE" w:rsidRDefault="006974AE" w:rsidP="006974AE">
      <w:r>
        <w:t>867.0343</w:t>
      </w:r>
      <w:r>
        <w:tab/>
        <w:t>1.013e0</w:t>
      </w:r>
    </w:p>
    <w:p w:rsidR="006974AE" w:rsidRDefault="006974AE" w:rsidP="006974AE">
      <w:r>
        <w:t>867.0356</w:t>
      </w:r>
      <w:r>
        <w:tab/>
        <w:t>1.013e0</w:t>
      </w:r>
    </w:p>
    <w:p w:rsidR="006974AE" w:rsidRDefault="006974AE" w:rsidP="006974AE">
      <w:r>
        <w:t>867.0824</w:t>
      </w:r>
      <w:r>
        <w:tab/>
        <w:t>1.013e0</w:t>
      </w:r>
    </w:p>
    <w:p w:rsidR="006974AE" w:rsidRDefault="006974AE" w:rsidP="006974AE">
      <w:r>
        <w:t>867.1010</w:t>
      </w:r>
      <w:r>
        <w:tab/>
        <w:t>1.013e0</w:t>
      </w:r>
    </w:p>
    <w:p w:rsidR="006974AE" w:rsidRDefault="006974AE" w:rsidP="006974AE">
      <w:r>
        <w:t>867.1240</w:t>
      </w:r>
      <w:r>
        <w:tab/>
        <w:t>1.013e0</w:t>
      </w:r>
    </w:p>
    <w:p w:rsidR="006974AE" w:rsidRDefault="006974AE" w:rsidP="006974AE">
      <w:r>
        <w:t>867.1521</w:t>
      </w:r>
      <w:r>
        <w:tab/>
        <w:t>1.013e0</w:t>
      </w:r>
    </w:p>
    <w:p w:rsidR="006974AE" w:rsidRDefault="006974AE" w:rsidP="006974AE">
      <w:r>
        <w:t>867.2463</w:t>
      </w:r>
      <w:r>
        <w:tab/>
        <w:t>2.025e0</w:t>
      </w:r>
    </w:p>
    <w:p w:rsidR="006974AE" w:rsidRDefault="006974AE" w:rsidP="006974AE">
      <w:r>
        <w:t>867.2686</w:t>
      </w:r>
      <w:r>
        <w:tab/>
        <w:t>1.013e0</w:t>
      </w:r>
    </w:p>
    <w:p w:rsidR="006974AE" w:rsidRDefault="006974AE" w:rsidP="006974AE">
      <w:r>
        <w:t>867.2842</w:t>
      </w:r>
      <w:r>
        <w:tab/>
        <w:t>1.013e0</w:t>
      </w:r>
    </w:p>
    <w:p w:rsidR="006974AE" w:rsidRDefault="006974AE" w:rsidP="006974AE">
      <w:r>
        <w:t>867.3279</w:t>
      </w:r>
      <w:r>
        <w:tab/>
        <w:t>1.013e0</w:t>
      </w:r>
    </w:p>
    <w:p w:rsidR="006974AE" w:rsidRDefault="006974AE" w:rsidP="006974AE">
      <w:r>
        <w:t>867.3752</w:t>
      </w:r>
      <w:r>
        <w:tab/>
        <w:t>3.038e0</w:t>
      </w:r>
    </w:p>
    <w:p w:rsidR="006974AE" w:rsidRDefault="006974AE" w:rsidP="006974AE">
      <w:r>
        <w:t>867.4153</w:t>
      </w:r>
      <w:r>
        <w:tab/>
        <w:t>2.025e0</w:t>
      </w:r>
    </w:p>
    <w:p w:rsidR="006974AE" w:rsidRDefault="006974AE" w:rsidP="006974AE">
      <w:r>
        <w:t>867.4970</w:t>
      </w:r>
      <w:r>
        <w:tab/>
        <w:t>2.800e0</w:t>
      </w:r>
    </w:p>
    <w:p w:rsidR="006974AE" w:rsidRDefault="006974AE" w:rsidP="006974AE">
      <w:r>
        <w:t>867.5256</w:t>
      </w:r>
      <w:r>
        <w:tab/>
        <w:t>4.051e0</w:t>
      </w:r>
    </w:p>
    <w:p w:rsidR="006974AE" w:rsidRDefault="006974AE" w:rsidP="006974AE">
      <w:r>
        <w:lastRenderedPageBreak/>
        <w:t>867.5553</w:t>
      </w:r>
      <w:r>
        <w:tab/>
        <w:t>3.021e0</w:t>
      </w:r>
    </w:p>
    <w:p w:rsidR="006974AE" w:rsidRDefault="006974AE" w:rsidP="006974AE">
      <w:r>
        <w:t>867.5577</w:t>
      </w:r>
      <w:r>
        <w:tab/>
        <w:t>2.025e0</w:t>
      </w:r>
    </w:p>
    <w:p w:rsidR="006974AE" w:rsidRDefault="006974AE" w:rsidP="006974AE">
      <w:r>
        <w:t>867.6051</w:t>
      </w:r>
      <w:r>
        <w:tab/>
        <w:t>2.025e0</w:t>
      </w:r>
    </w:p>
    <w:p w:rsidR="006974AE" w:rsidRDefault="006974AE" w:rsidP="006974AE">
      <w:r>
        <w:t>867.6079</w:t>
      </w:r>
      <w:r>
        <w:tab/>
        <w:t>1.013e0</w:t>
      </w:r>
    </w:p>
    <w:p w:rsidR="006974AE" w:rsidRDefault="006974AE" w:rsidP="006974AE">
      <w:r>
        <w:t>867.6384</w:t>
      </w:r>
      <w:r>
        <w:tab/>
        <w:t>2.025e0</w:t>
      </w:r>
    </w:p>
    <w:p w:rsidR="006974AE" w:rsidRDefault="006974AE" w:rsidP="006974AE">
      <w:r>
        <w:t>867.6620</w:t>
      </w:r>
      <w:r>
        <w:tab/>
        <w:t>1.013e0</w:t>
      </w:r>
    </w:p>
    <w:p w:rsidR="006974AE" w:rsidRDefault="006974AE" w:rsidP="006974AE">
      <w:r>
        <w:t>867.6759</w:t>
      </w:r>
      <w:r>
        <w:tab/>
        <w:t>4.051e0</w:t>
      </w:r>
    </w:p>
    <w:p w:rsidR="006974AE" w:rsidRDefault="006974AE" w:rsidP="006974AE">
      <w:r>
        <w:t>867.7081</w:t>
      </w:r>
      <w:r>
        <w:tab/>
        <w:t>1.013e0</w:t>
      </w:r>
    </w:p>
    <w:p w:rsidR="006974AE" w:rsidRDefault="006974AE" w:rsidP="006974AE">
      <w:r>
        <w:t>867.7092</w:t>
      </w:r>
      <w:r>
        <w:tab/>
        <w:t>1.013e0</w:t>
      </w:r>
    </w:p>
    <w:p w:rsidR="006974AE" w:rsidRDefault="006974AE" w:rsidP="006974AE">
      <w:r>
        <w:t>867.7440</w:t>
      </w:r>
      <w:r>
        <w:tab/>
        <w:t>1.013e0</w:t>
      </w:r>
    </w:p>
    <w:p w:rsidR="006974AE" w:rsidRDefault="006974AE" w:rsidP="006974AE">
      <w:r>
        <w:t>867.7494</w:t>
      </w:r>
      <w:r>
        <w:tab/>
        <w:t>1.013e0</w:t>
      </w:r>
    </w:p>
    <w:p w:rsidR="006974AE" w:rsidRDefault="006974AE" w:rsidP="006974AE">
      <w:r>
        <w:t>867.7505</w:t>
      </w:r>
      <w:r>
        <w:tab/>
        <w:t>1.013e0</w:t>
      </w:r>
    </w:p>
    <w:p w:rsidR="006974AE" w:rsidRDefault="006974AE" w:rsidP="006974AE">
      <w:r>
        <w:t>867.8806</w:t>
      </w:r>
      <w:r>
        <w:tab/>
        <w:t>1.013e0</w:t>
      </w:r>
    </w:p>
    <w:p w:rsidR="006974AE" w:rsidRDefault="006974AE" w:rsidP="006974AE">
      <w:r>
        <w:t>867.8962</w:t>
      </w:r>
      <w:r>
        <w:tab/>
        <w:t>1.013e0</w:t>
      </w:r>
    </w:p>
    <w:p w:rsidR="006974AE" w:rsidRDefault="006974AE" w:rsidP="006974AE">
      <w:r>
        <w:t>867.9108</w:t>
      </w:r>
      <w:r>
        <w:tab/>
        <w:t>1.013e0</w:t>
      </w:r>
    </w:p>
    <w:p w:rsidR="006974AE" w:rsidRDefault="006974AE" w:rsidP="006974AE">
      <w:r>
        <w:t>867.9683</w:t>
      </w:r>
      <w:r>
        <w:tab/>
        <w:t>3.038e0</w:t>
      </w:r>
    </w:p>
    <w:p w:rsidR="006974AE" w:rsidRDefault="006974AE" w:rsidP="006974AE">
      <w:r>
        <w:t>867.9807</w:t>
      </w:r>
      <w:r>
        <w:tab/>
        <w:t>1.013e0</w:t>
      </w:r>
    </w:p>
    <w:p w:rsidR="006974AE" w:rsidRDefault="006974AE" w:rsidP="006974AE">
      <w:r>
        <w:t>868.0274</w:t>
      </w:r>
      <w:r>
        <w:tab/>
        <w:t>1.013e0</w:t>
      </w:r>
    </w:p>
    <w:p w:rsidR="006974AE" w:rsidRDefault="006974AE" w:rsidP="006974AE">
      <w:r>
        <w:t>868.0645</w:t>
      </w:r>
      <w:r>
        <w:tab/>
        <w:t>1.013e0</w:t>
      </w:r>
    </w:p>
    <w:p w:rsidR="006974AE" w:rsidRDefault="006974AE" w:rsidP="006974AE">
      <w:r>
        <w:lastRenderedPageBreak/>
        <w:t>868.0750</w:t>
      </w:r>
      <w:r>
        <w:tab/>
        <w:t>2.025e0</w:t>
      </w:r>
    </w:p>
    <w:p w:rsidR="006974AE" w:rsidRDefault="006974AE" w:rsidP="006974AE">
      <w:r>
        <w:t>868.0847</w:t>
      </w:r>
      <w:r>
        <w:tab/>
        <w:t>1.013e0</w:t>
      </w:r>
    </w:p>
    <w:p w:rsidR="006974AE" w:rsidRDefault="006974AE" w:rsidP="006974AE">
      <w:r>
        <w:t>868.1138</w:t>
      </w:r>
      <w:r>
        <w:tab/>
        <w:t>1.013e0</w:t>
      </w:r>
    </w:p>
    <w:p w:rsidR="006974AE" w:rsidRDefault="006974AE" w:rsidP="006974AE">
      <w:r>
        <w:t>868.1149</w:t>
      </w:r>
      <w:r>
        <w:tab/>
        <w:t>1.013e0</w:t>
      </w:r>
    </w:p>
    <w:p w:rsidR="006974AE" w:rsidRDefault="006974AE" w:rsidP="006974AE">
      <w:r>
        <w:t>868.1456</w:t>
      </w:r>
      <w:r>
        <w:tab/>
        <w:t>3.038e0</w:t>
      </w:r>
    </w:p>
    <w:p w:rsidR="006974AE" w:rsidRDefault="006974AE" w:rsidP="006974AE">
      <w:r>
        <w:t>868.2012</w:t>
      </w:r>
      <w:r>
        <w:tab/>
        <w:t>1.013e0</w:t>
      </w:r>
    </w:p>
    <w:p w:rsidR="006974AE" w:rsidRDefault="006974AE" w:rsidP="006974AE">
      <w:r>
        <w:t>868.2117</w:t>
      </w:r>
      <w:r>
        <w:tab/>
        <w:t>2.025e0</w:t>
      </w:r>
    </w:p>
    <w:p w:rsidR="006974AE" w:rsidRDefault="006974AE" w:rsidP="006974AE">
      <w:r>
        <w:t>868.2159</w:t>
      </w:r>
      <w:r>
        <w:tab/>
        <w:t>1.013e0</w:t>
      </w:r>
    </w:p>
    <w:p w:rsidR="006974AE" w:rsidRDefault="006974AE" w:rsidP="006974AE">
      <w:r>
        <w:t>868.2684</w:t>
      </w:r>
      <w:r>
        <w:tab/>
        <w:t>1.013e0</w:t>
      </w:r>
    </w:p>
    <w:p w:rsidR="006974AE" w:rsidRDefault="006974AE" w:rsidP="006974AE">
      <w:r>
        <w:t>868.2761</w:t>
      </w:r>
      <w:r>
        <w:tab/>
        <w:t>2.025e0</w:t>
      </w:r>
    </w:p>
    <w:p w:rsidR="006974AE" w:rsidRDefault="006974AE" w:rsidP="006974AE">
      <w:r>
        <w:t>868.3033</w:t>
      </w:r>
      <w:r>
        <w:tab/>
        <w:t>1.013e0</w:t>
      </w:r>
    </w:p>
    <w:p w:rsidR="006974AE" w:rsidRDefault="006974AE" w:rsidP="006974AE">
      <w:r>
        <w:t>868.3306</w:t>
      </w:r>
      <w:r>
        <w:tab/>
        <w:t>2.658e0</w:t>
      </w:r>
    </w:p>
    <w:p w:rsidR="006974AE" w:rsidRDefault="006974AE" w:rsidP="006974AE">
      <w:r>
        <w:t>868.3877</w:t>
      </w:r>
      <w:r>
        <w:tab/>
        <w:t>2.407e0</w:t>
      </w:r>
    </w:p>
    <w:p w:rsidR="006974AE" w:rsidRDefault="006974AE" w:rsidP="006974AE">
      <w:r>
        <w:t>868.3948</w:t>
      </w:r>
      <w:r>
        <w:tab/>
        <w:t>1.108e0</w:t>
      </w:r>
    </w:p>
    <w:p w:rsidR="006974AE" w:rsidRDefault="006974AE" w:rsidP="006974AE">
      <w:r>
        <w:t>868.4106</w:t>
      </w:r>
      <w:r>
        <w:tab/>
        <w:t>5.676e0</w:t>
      </w:r>
    </w:p>
    <w:p w:rsidR="006974AE" w:rsidRDefault="006974AE" w:rsidP="006974AE">
      <w:r>
        <w:t>868.4211</w:t>
      </w:r>
      <w:r>
        <w:tab/>
        <w:t>6.831e0</w:t>
      </w:r>
    </w:p>
    <w:p w:rsidR="006974AE" w:rsidRDefault="006974AE" w:rsidP="006974AE">
      <w:r>
        <w:t>868.4503</w:t>
      </w:r>
      <w:r>
        <w:tab/>
        <w:t>5.350e0</w:t>
      </w:r>
    </w:p>
    <w:p w:rsidR="006974AE" w:rsidRDefault="006974AE" w:rsidP="006974AE">
      <w:r>
        <w:t>868.5109</w:t>
      </w:r>
      <w:r>
        <w:tab/>
        <w:t>2.773e0</w:t>
      </w:r>
    </w:p>
    <w:p w:rsidR="006974AE" w:rsidRDefault="006974AE" w:rsidP="006974AE">
      <w:r>
        <w:t>868.5335</w:t>
      </w:r>
      <w:r>
        <w:tab/>
        <w:t>4.051e0</w:t>
      </w:r>
    </w:p>
    <w:p w:rsidR="006974AE" w:rsidRDefault="006974AE" w:rsidP="006974AE">
      <w:r>
        <w:lastRenderedPageBreak/>
        <w:t>868.5433</w:t>
      </w:r>
      <w:r>
        <w:tab/>
        <w:t>8.339e0</w:t>
      </w:r>
    </w:p>
    <w:p w:rsidR="006974AE" w:rsidRDefault="006974AE" w:rsidP="006974AE">
      <w:r>
        <w:t>868.5513</w:t>
      </w:r>
      <w:r>
        <w:tab/>
        <w:t>1.013e0</w:t>
      </w:r>
    </w:p>
    <w:p w:rsidR="006974AE" w:rsidRDefault="006974AE" w:rsidP="006974AE">
      <w:r>
        <w:t>868.5804</w:t>
      </w:r>
      <w:r>
        <w:tab/>
        <w:t>1.013e0</w:t>
      </w:r>
    </w:p>
    <w:p w:rsidR="006974AE" w:rsidRDefault="006974AE" w:rsidP="006974AE">
      <w:r>
        <w:t>868.5865</w:t>
      </w:r>
      <w:r>
        <w:tab/>
        <w:t>2.025e0</w:t>
      </w:r>
    </w:p>
    <w:p w:rsidR="006974AE" w:rsidRDefault="006974AE" w:rsidP="006974AE">
      <w:r>
        <w:t>868.6073</w:t>
      </w:r>
      <w:r>
        <w:tab/>
        <w:t>1.013e0</w:t>
      </w:r>
    </w:p>
    <w:p w:rsidR="006974AE" w:rsidRDefault="006974AE" w:rsidP="006974AE">
      <w:r>
        <w:t>868.7270</w:t>
      </w:r>
      <w:r>
        <w:tab/>
        <w:t>2.025e0</w:t>
      </w:r>
    </w:p>
    <w:p w:rsidR="006974AE" w:rsidRDefault="006974AE" w:rsidP="006974AE">
      <w:r>
        <w:t>868.7410</w:t>
      </w:r>
      <w:r>
        <w:tab/>
        <w:t>1.013e0</w:t>
      </w:r>
    </w:p>
    <w:p w:rsidR="006974AE" w:rsidRDefault="006974AE" w:rsidP="006974AE">
      <w:r>
        <w:t>868.7916</w:t>
      </w:r>
      <w:r>
        <w:tab/>
        <w:t>1.013e0</w:t>
      </w:r>
    </w:p>
    <w:p w:rsidR="006974AE" w:rsidRDefault="006974AE" w:rsidP="006974AE">
      <w:r>
        <w:t>868.7927</w:t>
      </w:r>
      <w:r>
        <w:tab/>
        <w:t>1.013e0</w:t>
      </w:r>
    </w:p>
    <w:p w:rsidR="006974AE" w:rsidRDefault="006974AE" w:rsidP="006974AE">
      <w:r>
        <w:t>868.8043</w:t>
      </w:r>
      <w:r>
        <w:tab/>
        <w:t>2.025e0</w:t>
      </w:r>
    </w:p>
    <w:p w:rsidR="006974AE" w:rsidRDefault="006974AE" w:rsidP="006974AE">
      <w:r>
        <w:t>868.8276</w:t>
      </w:r>
      <w:r>
        <w:tab/>
        <w:t>1.013e0</w:t>
      </w:r>
    </w:p>
    <w:p w:rsidR="006974AE" w:rsidRDefault="006974AE" w:rsidP="006974AE">
      <w:r>
        <w:t>868.9456</w:t>
      </w:r>
      <w:r>
        <w:tab/>
        <w:t>2.025e0</w:t>
      </w:r>
    </w:p>
    <w:p w:rsidR="006974AE" w:rsidRDefault="006974AE" w:rsidP="006974AE">
      <w:r>
        <w:t>869.0009</w:t>
      </w:r>
      <w:r>
        <w:tab/>
        <w:t>3.038e0</w:t>
      </w:r>
    </w:p>
    <w:p w:rsidR="006974AE" w:rsidRDefault="006974AE" w:rsidP="006974AE">
      <w:r>
        <w:t>869.0117</w:t>
      </w:r>
      <w:r>
        <w:tab/>
        <w:t>1.013e0</w:t>
      </w:r>
    </w:p>
    <w:p w:rsidR="006974AE" w:rsidRDefault="006974AE" w:rsidP="006974AE">
      <w:r>
        <w:t>869.0127</w:t>
      </w:r>
      <w:r>
        <w:tab/>
        <w:t>1.013e0</w:t>
      </w:r>
    </w:p>
    <w:p w:rsidR="006974AE" w:rsidRDefault="006974AE" w:rsidP="006974AE">
      <w:r>
        <w:t>869.0485</w:t>
      </w:r>
      <w:r>
        <w:tab/>
        <w:t>1.013e0</w:t>
      </w:r>
    </w:p>
    <w:p w:rsidR="006974AE" w:rsidRDefault="006974AE" w:rsidP="006974AE">
      <w:r>
        <w:t>869.1487</w:t>
      </w:r>
      <w:r>
        <w:tab/>
        <w:t>2.025e0</w:t>
      </w:r>
    </w:p>
    <w:p w:rsidR="006974AE" w:rsidRDefault="006974AE" w:rsidP="006974AE">
      <w:r>
        <w:t>869.1506</w:t>
      </w:r>
      <w:r>
        <w:tab/>
        <w:t>1.013e0</w:t>
      </w:r>
    </w:p>
    <w:p w:rsidR="006974AE" w:rsidRDefault="006974AE" w:rsidP="006974AE">
      <w:r>
        <w:t>869.1641</w:t>
      </w:r>
      <w:r>
        <w:tab/>
        <w:t>1.013e0</w:t>
      </w:r>
    </w:p>
    <w:p w:rsidR="006974AE" w:rsidRDefault="006974AE" w:rsidP="006974AE">
      <w:r>
        <w:lastRenderedPageBreak/>
        <w:t>869.2357</w:t>
      </w:r>
      <w:r>
        <w:tab/>
        <w:t>2.025e0</w:t>
      </w:r>
    </w:p>
    <w:p w:rsidR="006974AE" w:rsidRDefault="006974AE" w:rsidP="006974AE">
      <w:r>
        <w:t>869.2809</w:t>
      </w:r>
      <w:r>
        <w:tab/>
        <w:t>1.013e0</w:t>
      </w:r>
    </w:p>
    <w:p w:rsidR="006974AE" w:rsidRDefault="006974AE" w:rsidP="006974AE">
      <w:r>
        <w:t>869.3973</w:t>
      </w:r>
      <w:r>
        <w:tab/>
        <w:t>2.325e0</w:t>
      </w:r>
    </w:p>
    <w:p w:rsidR="006974AE" w:rsidRDefault="006974AE" w:rsidP="006974AE">
      <w:r>
        <w:t>869.4350</w:t>
      </w:r>
      <w:r>
        <w:tab/>
        <w:t>4.731e0</w:t>
      </w:r>
    </w:p>
    <w:p w:rsidR="006974AE" w:rsidRDefault="006974AE" w:rsidP="006974AE">
      <w:r>
        <w:t>869.4433</w:t>
      </w:r>
      <w:r>
        <w:tab/>
        <w:t>1.594e0</w:t>
      </w:r>
    </w:p>
    <w:p w:rsidR="006974AE" w:rsidRDefault="006974AE" w:rsidP="006974AE">
      <w:r>
        <w:t>869.5223</w:t>
      </w:r>
      <w:r>
        <w:tab/>
        <w:t>3.892e0</w:t>
      </w:r>
    </w:p>
    <w:p w:rsidR="006974AE" w:rsidRDefault="006974AE" w:rsidP="006974AE">
      <w:r>
        <w:t>869.5410</w:t>
      </w:r>
      <w:r>
        <w:tab/>
        <w:t>2.025e0</w:t>
      </w:r>
    </w:p>
    <w:p w:rsidR="006974AE" w:rsidRDefault="006974AE" w:rsidP="006974AE">
      <w:r>
        <w:t>869.5647</w:t>
      </w:r>
      <w:r>
        <w:tab/>
        <w:t>2.025e0</w:t>
      </w:r>
    </w:p>
    <w:p w:rsidR="006974AE" w:rsidRDefault="006974AE" w:rsidP="006974AE">
      <w:r>
        <w:t>869.5707</w:t>
      </w:r>
      <w:r>
        <w:tab/>
        <w:t>1.013e0</w:t>
      </w:r>
    </w:p>
    <w:p w:rsidR="006974AE" w:rsidRDefault="006974AE" w:rsidP="006974AE">
      <w:r>
        <w:t>869.6021</w:t>
      </w:r>
      <w:r>
        <w:tab/>
        <w:t>1.013e0</w:t>
      </w:r>
    </w:p>
    <w:p w:rsidR="006974AE" w:rsidRDefault="006974AE" w:rsidP="006974AE">
      <w:r>
        <w:t>869.6178</w:t>
      </w:r>
      <w:r>
        <w:tab/>
        <w:t>1.013e0</w:t>
      </w:r>
    </w:p>
    <w:p w:rsidR="006974AE" w:rsidRDefault="006974AE" w:rsidP="006974AE">
      <w:r>
        <w:t>869.6605</w:t>
      </w:r>
      <w:r>
        <w:tab/>
        <w:t>1.013e0</w:t>
      </w:r>
    </w:p>
    <w:p w:rsidR="006974AE" w:rsidRDefault="006974AE" w:rsidP="006974AE">
      <w:r>
        <w:t>869.6616</w:t>
      </w:r>
      <w:r>
        <w:tab/>
        <w:t>2.025e0</w:t>
      </w:r>
    </w:p>
    <w:p w:rsidR="006974AE" w:rsidRDefault="006974AE" w:rsidP="006974AE">
      <w:r>
        <w:t>869.6808</w:t>
      </w:r>
      <w:r>
        <w:tab/>
        <w:t>2.025e0</w:t>
      </w:r>
    </w:p>
    <w:p w:rsidR="006974AE" w:rsidRDefault="006974AE" w:rsidP="006974AE">
      <w:r>
        <w:t>869.7054</w:t>
      </w:r>
      <w:r>
        <w:tab/>
        <w:t>1.013e0</w:t>
      </w:r>
    </w:p>
    <w:p w:rsidR="006974AE" w:rsidRDefault="006974AE" w:rsidP="006974AE">
      <w:r>
        <w:t>869.7921</w:t>
      </w:r>
      <w:r>
        <w:tab/>
        <w:t>1.013e0</w:t>
      </w:r>
    </w:p>
    <w:p w:rsidR="006974AE" w:rsidRDefault="006974AE" w:rsidP="006974AE">
      <w:r>
        <w:t>869.7966</w:t>
      </w:r>
      <w:r>
        <w:tab/>
        <w:t>3.038e0</w:t>
      </w:r>
    </w:p>
    <w:p w:rsidR="006974AE" w:rsidRDefault="006974AE" w:rsidP="006974AE">
      <w:r>
        <w:t>869.8574</w:t>
      </w:r>
      <w:r>
        <w:tab/>
        <w:t>1.013e0</w:t>
      </w:r>
    </w:p>
    <w:p w:rsidR="006974AE" w:rsidRDefault="006974AE" w:rsidP="006974AE">
      <w:r>
        <w:t>869.8584</w:t>
      </w:r>
      <w:r>
        <w:tab/>
        <w:t>2.025e0</w:t>
      </w:r>
    </w:p>
    <w:p w:rsidR="006974AE" w:rsidRDefault="006974AE" w:rsidP="006974AE">
      <w:r>
        <w:lastRenderedPageBreak/>
        <w:t>869.8922</w:t>
      </w:r>
      <w:r>
        <w:tab/>
        <w:t>1.013e0</w:t>
      </w:r>
    </w:p>
    <w:p w:rsidR="006974AE" w:rsidRDefault="006974AE" w:rsidP="006974AE">
      <w:r>
        <w:t>869.9527</w:t>
      </w:r>
      <w:r>
        <w:tab/>
        <w:t>1.013e0</w:t>
      </w:r>
    </w:p>
    <w:p w:rsidR="006974AE" w:rsidRDefault="006974AE" w:rsidP="006974AE">
      <w:r>
        <w:t>870.0587</w:t>
      </w:r>
      <w:r>
        <w:tab/>
        <w:t>2.025e0</w:t>
      </w:r>
    </w:p>
    <w:p w:rsidR="006974AE" w:rsidRDefault="006974AE" w:rsidP="006974AE">
      <w:r>
        <w:t>870.0773</w:t>
      </w:r>
      <w:r>
        <w:tab/>
        <w:t>1.013e0</w:t>
      </w:r>
    </w:p>
    <w:p w:rsidR="006974AE" w:rsidRDefault="006974AE" w:rsidP="006974AE">
      <w:r>
        <w:t>870.1787</w:t>
      </w:r>
      <w:r>
        <w:tab/>
        <w:t>1.013e0</w:t>
      </w:r>
    </w:p>
    <w:p w:rsidR="006974AE" w:rsidRDefault="006974AE" w:rsidP="006974AE">
      <w:r>
        <w:t>870.2157</w:t>
      </w:r>
      <w:r>
        <w:tab/>
        <w:t>1.013e0</w:t>
      </w:r>
    </w:p>
    <w:p w:rsidR="006974AE" w:rsidRDefault="006974AE" w:rsidP="006974AE">
      <w:r>
        <w:t>870.3033</w:t>
      </w:r>
      <w:r>
        <w:tab/>
        <w:t>1.013e0</w:t>
      </w:r>
    </w:p>
    <w:p w:rsidR="006974AE" w:rsidRDefault="006974AE" w:rsidP="006974AE">
      <w:r>
        <w:t>870.3044</w:t>
      </w:r>
      <w:r>
        <w:tab/>
        <w:t>1.512e0</w:t>
      </w:r>
    </w:p>
    <w:p w:rsidR="006974AE" w:rsidRDefault="006974AE" w:rsidP="006974AE">
      <w:r>
        <w:t>870.3337</w:t>
      </w:r>
      <w:r>
        <w:tab/>
        <w:t>1.013e0</w:t>
      </w:r>
    </w:p>
    <w:p w:rsidR="006974AE" w:rsidRDefault="006974AE" w:rsidP="006974AE">
      <w:r>
        <w:t>870.4086</w:t>
      </w:r>
      <w:r>
        <w:tab/>
        <w:t>1.768e0</w:t>
      </w:r>
    </w:p>
    <w:p w:rsidR="006974AE" w:rsidRDefault="006974AE" w:rsidP="006974AE">
      <w:r>
        <w:t>870.4280</w:t>
      </w:r>
      <w:r>
        <w:tab/>
        <w:t>4.310e0</w:t>
      </w:r>
    </w:p>
    <w:p w:rsidR="006974AE" w:rsidRDefault="006974AE" w:rsidP="006974AE">
      <w:r>
        <w:t>870.4343</w:t>
      </w:r>
      <w:r>
        <w:tab/>
        <w:t>4.893e0</w:t>
      </w:r>
    </w:p>
    <w:p w:rsidR="006974AE" w:rsidRDefault="006974AE" w:rsidP="006974AE">
      <w:r>
        <w:t>870.4605</w:t>
      </w:r>
      <w:r>
        <w:tab/>
        <w:t>1.341e1</w:t>
      </w:r>
    </w:p>
    <w:p w:rsidR="006974AE" w:rsidRDefault="006974AE" w:rsidP="006974AE">
      <w:r>
        <w:t>870.4621</w:t>
      </w:r>
      <w:r>
        <w:tab/>
        <w:t>7.610e0</w:t>
      </w:r>
    </w:p>
    <w:p w:rsidR="006974AE" w:rsidRDefault="006974AE" w:rsidP="006974AE">
      <w:r>
        <w:t>870.4662</w:t>
      </w:r>
      <w:r>
        <w:tab/>
        <w:t>1.184e0</w:t>
      </w:r>
    </w:p>
    <w:p w:rsidR="006974AE" w:rsidRDefault="006974AE" w:rsidP="006974AE">
      <w:r>
        <w:t>870.4906</w:t>
      </w:r>
      <w:r>
        <w:tab/>
        <w:t>5.063e0</w:t>
      </w:r>
    </w:p>
    <w:p w:rsidR="006974AE" w:rsidRDefault="006974AE" w:rsidP="006974AE">
      <w:r>
        <w:t>870.5311</w:t>
      </w:r>
      <w:r>
        <w:tab/>
        <w:t>4.552e0</w:t>
      </w:r>
    </w:p>
    <w:p w:rsidR="006974AE" w:rsidRDefault="006974AE" w:rsidP="006974AE">
      <w:r>
        <w:t>870.5604</w:t>
      </w:r>
      <w:r>
        <w:tab/>
        <w:t>2.025e0</w:t>
      </w:r>
    </w:p>
    <w:p w:rsidR="006974AE" w:rsidRDefault="006974AE" w:rsidP="006974AE">
      <w:r>
        <w:t>870.5824</w:t>
      </w:r>
      <w:r>
        <w:tab/>
        <w:t>2.025e0</w:t>
      </w:r>
    </w:p>
    <w:p w:rsidR="006974AE" w:rsidRDefault="006974AE" w:rsidP="006974AE">
      <w:r>
        <w:lastRenderedPageBreak/>
        <w:t>870.6103</w:t>
      </w:r>
      <w:r>
        <w:tab/>
        <w:t>1.013e0</w:t>
      </w:r>
    </w:p>
    <w:p w:rsidR="006974AE" w:rsidRDefault="006974AE" w:rsidP="006974AE">
      <w:r>
        <w:t>870.6361</w:t>
      </w:r>
      <w:r>
        <w:tab/>
        <w:t>1.013e0</w:t>
      </w:r>
    </w:p>
    <w:p w:rsidR="006974AE" w:rsidRDefault="006974AE" w:rsidP="006974AE">
      <w:r>
        <w:t>870.6395</w:t>
      </w:r>
      <w:r>
        <w:tab/>
        <w:t>1.013e0</w:t>
      </w:r>
    </w:p>
    <w:p w:rsidR="006974AE" w:rsidRDefault="006974AE" w:rsidP="006974AE">
      <w:r>
        <w:t>870.6699</w:t>
      </w:r>
      <w:r>
        <w:tab/>
        <w:t>1.013e0</w:t>
      </w:r>
    </w:p>
    <w:p w:rsidR="006974AE" w:rsidRDefault="006974AE" w:rsidP="006974AE">
      <w:r>
        <w:t>870.7430</w:t>
      </w:r>
      <w:r>
        <w:tab/>
        <w:t>1.013e0</w:t>
      </w:r>
    </w:p>
    <w:p w:rsidR="006974AE" w:rsidRDefault="006974AE" w:rsidP="006974AE">
      <w:r>
        <w:t>870.7576</w:t>
      </w:r>
      <w:r>
        <w:tab/>
        <w:t>1.013e0</w:t>
      </w:r>
    </w:p>
    <w:p w:rsidR="006974AE" w:rsidRDefault="006974AE" w:rsidP="006974AE">
      <w:r>
        <w:t>870.7711</w:t>
      </w:r>
      <w:r>
        <w:tab/>
        <w:t>1.013e0</w:t>
      </w:r>
    </w:p>
    <w:p w:rsidR="006974AE" w:rsidRDefault="006974AE" w:rsidP="006974AE">
      <w:r>
        <w:t>870.7722</w:t>
      </w:r>
      <w:r>
        <w:tab/>
        <w:t>1.013e0</w:t>
      </w:r>
    </w:p>
    <w:p w:rsidR="006974AE" w:rsidRDefault="006974AE" w:rsidP="006974AE">
      <w:r>
        <w:t>870.8387</w:t>
      </w:r>
      <w:r>
        <w:tab/>
        <w:t>1.013e0</w:t>
      </w:r>
    </w:p>
    <w:p w:rsidR="006974AE" w:rsidRDefault="006974AE" w:rsidP="006974AE">
      <w:r>
        <w:t>870.8600</w:t>
      </w:r>
      <w:r>
        <w:tab/>
        <w:t>1.013e0</w:t>
      </w:r>
    </w:p>
    <w:p w:rsidR="006974AE" w:rsidRDefault="006974AE" w:rsidP="006974AE">
      <w:r>
        <w:t>870.8746</w:t>
      </w:r>
      <w:r>
        <w:tab/>
        <w:t>1.013e0</w:t>
      </w:r>
    </w:p>
    <w:p w:rsidR="006974AE" w:rsidRDefault="006974AE" w:rsidP="006974AE">
      <w:r>
        <w:t>870.8881</w:t>
      </w:r>
      <w:r>
        <w:tab/>
        <w:t>1.013e0</w:t>
      </w:r>
    </w:p>
    <w:p w:rsidR="006974AE" w:rsidRDefault="006974AE" w:rsidP="006974AE">
      <w:r>
        <w:t>870.9331</w:t>
      </w:r>
      <w:r>
        <w:tab/>
        <w:t>1.013e0</w:t>
      </w:r>
    </w:p>
    <w:p w:rsidR="006974AE" w:rsidRDefault="006974AE" w:rsidP="006974AE">
      <w:r>
        <w:t>870.9466</w:t>
      </w:r>
      <w:r>
        <w:tab/>
        <w:t>1.013e0</w:t>
      </w:r>
    </w:p>
    <w:p w:rsidR="006974AE" w:rsidRDefault="006974AE" w:rsidP="006974AE">
      <w:r>
        <w:t>870.9769</w:t>
      </w:r>
      <w:r>
        <w:tab/>
        <w:t>1.013e0</w:t>
      </w:r>
    </w:p>
    <w:p w:rsidR="006974AE" w:rsidRDefault="006974AE" w:rsidP="006974AE">
      <w:r>
        <w:t>871.0208</w:t>
      </w:r>
      <w:r>
        <w:tab/>
        <w:t>1.013e0</w:t>
      </w:r>
    </w:p>
    <w:p w:rsidR="006974AE" w:rsidRDefault="006974AE" w:rsidP="006974AE">
      <w:r>
        <w:t>871.0355</w:t>
      </w:r>
      <w:r>
        <w:tab/>
        <w:t>1.013e0</w:t>
      </w:r>
    </w:p>
    <w:p w:rsidR="006974AE" w:rsidRDefault="006974AE" w:rsidP="006974AE">
      <w:r>
        <w:t>871.0511</w:t>
      </w:r>
      <w:r>
        <w:tab/>
        <w:t>2.025e0</w:t>
      </w:r>
    </w:p>
    <w:p w:rsidR="006974AE" w:rsidRDefault="006974AE" w:rsidP="006974AE">
      <w:r>
        <w:t>871.0636</w:t>
      </w:r>
      <w:r>
        <w:tab/>
        <w:t>1.013e0</w:t>
      </w:r>
    </w:p>
    <w:p w:rsidR="006974AE" w:rsidRDefault="006974AE" w:rsidP="006974AE">
      <w:r>
        <w:lastRenderedPageBreak/>
        <w:t>871.0647</w:t>
      </w:r>
      <w:r>
        <w:tab/>
        <w:t>1.013e0</w:t>
      </w:r>
    </w:p>
    <w:p w:rsidR="006974AE" w:rsidRDefault="006974AE" w:rsidP="006974AE">
      <w:r>
        <w:t>871.1086</w:t>
      </w:r>
      <w:r>
        <w:tab/>
        <w:t>1.013e0</w:t>
      </w:r>
    </w:p>
    <w:p w:rsidR="006974AE" w:rsidRDefault="006974AE" w:rsidP="006974AE">
      <w:r>
        <w:t>871.1428</w:t>
      </w:r>
      <w:r>
        <w:tab/>
        <w:t>1.013e0</w:t>
      </w:r>
    </w:p>
    <w:p w:rsidR="006974AE" w:rsidRDefault="006974AE" w:rsidP="006974AE">
      <w:r>
        <w:t>871.1514</w:t>
      </w:r>
      <w:r>
        <w:tab/>
        <w:t>1.013e0</w:t>
      </w:r>
    </w:p>
    <w:p w:rsidR="006974AE" w:rsidRDefault="006974AE" w:rsidP="006974AE">
      <w:r>
        <w:t>871.2402</w:t>
      </w:r>
      <w:r>
        <w:tab/>
        <w:t>1.013e0</w:t>
      </w:r>
    </w:p>
    <w:p w:rsidR="006974AE" w:rsidRDefault="006974AE" w:rsidP="006974AE">
      <w:r>
        <w:t>871.2589</w:t>
      </w:r>
      <w:r>
        <w:tab/>
        <w:t>2.025e0</w:t>
      </w:r>
    </w:p>
    <w:p w:rsidR="006974AE" w:rsidRDefault="006974AE" w:rsidP="006974AE">
      <w:r>
        <w:t>871.2614</w:t>
      </w:r>
      <w:r>
        <w:tab/>
        <w:t>1.013e0</w:t>
      </w:r>
    </w:p>
    <w:p w:rsidR="006974AE" w:rsidRDefault="006974AE" w:rsidP="006974AE">
      <w:r>
        <w:t>871.2625</w:t>
      </w:r>
      <w:r>
        <w:tab/>
        <w:t>1.013e0</w:t>
      </w:r>
    </w:p>
    <w:p w:rsidR="006974AE" w:rsidRDefault="006974AE" w:rsidP="006974AE">
      <w:r>
        <w:t>871.2720</w:t>
      </w:r>
      <w:r>
        <w:tab/>
        <w:t>2.669e0</w:t>
      </w:r>
    </w:p>
    <w:p w:rsidR="006974AE" w:rsidRDefault="006974AE" w:rsidP="006974AE">
      <w:r>
        <w:t>871.2822</w:t>
      </w:r>
      <w:r>
        <w:tab/>
        <w:t>2.025e0</w:t>
      </w:r>
    </w:p>
    <w:p w:rsidR="006974AE" w:rsidRDefault="006974AE" w:rsidP="006974AE">
      <w:r>
        <w:t>871.3810</w:t>
      </w:r>
      <w:r>
        <w:tab/>
        <w:t>1.013e0</w:t>
      </w:r>
    </w:p>
    <w:p w:rsidR="006974AE" w:rsidRDefault="006974AE" w:rsidP="006974AE">
      <w:r>
        <w:t>871.3983</w:t>
      </w:r>
      <w:r>
        <w:tab/>
        <w:t>1.752e0</w:t>
      </w:r>
    </w:p>
    <w:p w:rsidR="006974AE" w:rsidRDefault="006974AE" w:rsidP="006974AE">
      <w:r>
        <w:t>871.4062</w:t>
      </w:r>
      <w:r>
        <w:tab/>
        <w:t>1.013e0</w:t>
      </w:r>
    </w:p>
    <w:p w:rsidR="006974AE" w:rsidRDefault="006974AE" w:rsidP="006974AE">
      <w:r>
        <w:t>871.4101</w:t>
      </w:r>
      <w:r>
        <w:tab/>
        <w:t>3.186e0</w:t>
      </w:r>
    </w:p>
    <w:p w:rsidR="006974AE" w:rsidRDefault="006974AE" w:rsidP="006974AE">
      <w:r>
        <w:t>871.4543</w:t>
      </w:r>
      <w:r>
        <w:tab/>
        <w:t>3.038e0</w:t>
      </w:r>
    </w:p>
    <w:p w:rsidR="006974AE" w:rsidRDefault="006974AE" w:rsidP="006974AE">
      <w:r>
        <w:t>871.4799</w:t>
      </w:r>
      <w:r>
        <w:tab/>
        <w:t>4.755e0</w:t>
      </w:r>
    </w:p>
    <w:p w:rsidR="006974AE" w:rsidRDefault="006974AE" w:rsidP="006974AE">
      <w:r>
        <w:t>871.4815</w:t>
      </w:r>
      <w:r>
        <w:tab/>
        <w:t>3.523e0</w:t>
      </w:r>
    </w:p>
    <w:p w:rsidR="006974AE" w:rsidRDefault="006974AE" w:rsidP="006974AE">
      <w:r>
        <w:t>871.5063</w:t>
      </w:r>
      <w:r>
        <w:tab/>
        <w:t>4.947e0</w:t>
      </w:r>
    </w:p>
    <w:p w:rsidR="006974AE" w:rsidRDefault="006974AE" w:rsidP="006974AE">
      <w:r>
        <w:t>871.5126</w:t>
      </w:r>
      <w:r>
        <w:tab/>
        <w:t>3.779e0</w:t>
      </w:r>
    </w:p>
    <w:p w:rsidR="006974AE" w:rsidRDefault="006974AE" w:rsidP="006974AE">
      <w:r>
        <w:lastRenderedPageBreak/>
        <w:t>871.5181</w:t>
      </w:r>
      <w:r>
        <w:tab/>
        <w:t>4.051e0</w:t>
      </w:r>
    </w:p>
    <w:p w:rsidR="006974AE" w:rsidRDefault="006974AE" w:rsidP="006974AE">
      <w:r>
        <w:t>871.5407</w:t>
      </w:r>
      <w:r>
        <w:tab/>
        <w:t>4.051e0</w:t>
      </w:r>
    </w:p>
    <w:p w:rsidR="006974AE" w:rsidRDefault="006974AE" w:rsidP="006974AE">
      <w:r>
        <w:t>871.5441</w:t>
      </w:r>
      <w:r>
        <w:tab/>
        <w:t>2.844e0</w:t>
      </w:r>
    </w:p>
    <w:p w:rsidR="006974AE" w:rsidRDefault="006974AE" w:rsidP="006974AE">
      <w:r>
        <w:t>871.5616</w:t>
      </w:r>
      <w:r>
        <w:tab/>
        <w:t>2.935e0</w:t>
      </w:r>
    </w:p>
    <w:p w:rsidR="006974AE" w:rsidRDefault="006974AE" w:rsidP="006974AE">
      <w:r>
        <w:t>871.5954</w:t>
      </w:r>
      <w:r>
        <w:tab/>
        <w:t>2.025e0</w:t>
      </w:r>
    </w:p>
    <w:p w:rsidR="006974AE" w:rsidRDefault="006974AE" w:rsidP="006974AE">
      <w:r>
        <w:t>871.6511</w:t>
      </w:r>
      <w:r>
        <w:tab/>
        <w:t>2.025e0</w:t>
      </w:r>
    </w:p>
    <w:p w:rsidR="006974AE" w:rsidRDefault="006974AE" w:rsidP="006974AE">
      <w:r>
        <w:t>871.6732</w:t>
      </w:r>
      <w:r>
        <w:tab/>
        <w:t>2.025e0</w:t>
      </w:r>
    </w:p>
    <w:p w:rsidR="006974AE" w:rsidRDefault="006974AE" w:rsidP="006974AE">
      <w:r>
        <w:t>871.6938</w:t>
      </w:r>
      <w:r>
        <w:tab/>
        <w:t>1.013e0</w:t>
      </w:r>
    </w:p>
    <w:p w:rsidR="006974AE" w:rsidRDefault="006974AE" w:rsidP="006974AE">
      <w:r>
        <w:t>871.7085</w:t>
      </w:r>
      <w:r>
        <w:tab/>
        <w:t>3.038e0</w:t>
      </w:r>
    </w:p>
    <w:p w:rsidR="006974AE" w:rsidRDefault="006974AE" w:rsidP="006974AE">
      <w:r>
        <w:t>871.7292</w:t>
      </w:r>
      <w:r>
        <w:tab/>
        <w:t>2.025e0</w:t>
      </w:r>
    </w:p>
    <w:p w:rsidR="006974AE" w:rsidRDefault="006974AE" w:rsidP="006974AE">
      <w:r>
        <w:t>871.7831</w:t>
      </w:r>
      <w:r>
        <w:tab/>
        <w:t>2.025e0</w:t>
      </w:r>
    </w:p>
    <w:p w:rsidR="006974AE" w:rsidRDefault="006974AE" w:rsidP="006974AE">
      <w:r>
        <w:t>871.8110</w:t>
      </w:r>
      <w:r>
        <w:tab/>
        <w:t>1.013e0</w:t>
      </w:r>
    </w:p>
    <w:p w:rsidR="006974AE" w:rsidRDefault="006974AE" w:rsidP="006974AE">
      <w:r>
        <w:t>871.8831</w:t>
      </w:r>
      <w:r>
        <w:tab/>
        <w:t>2.025e0</w:t>
      </w:r>
    </w:p>
    <w:p w:rsidR="006974AE" w:rsidRDefault="006974AE" w:rsidP="006974AE">
      <w:r>
        <w:t>871.8846</w:t>
      </w:r>
      <w:r>
        <w:tab/>
        <w:t>2.025e0</w:t>
      </w:r>
    </w:p>
    <w:p w:rsidR="006974AE" w:rsidRDefault="006974AE" w:rsidP="006974AE">
      <w:r>
        <w:t>871.9563</w:t>
      </w:r>
      <w:r>
        <w:tab/>
        <w:t>2.025e0</w:t>
      </w:r>
    </w:p>
    <w:p w:rsidR="006974AE" w:rsidRDefault="006974AE" w:rsidP="006974AE">
      <w:r>
        <w:t>871.9872</w:t>
      </w:r>
      <w:r>
        <w:tab/>
        <w:t>2.025e0</w:t>
      </w:r>
    </w:p>
    <w:p w:rsidR="006974AE" w:rsidRDefault="006974AE" w:rsidP="006974AE">
      <w:r>
        <w:t>872.0013</w:t>
      </w:r>
      <w:r>
        <w:tab/>
        <w:t>2.025e0</w:t>
      </w:r>
    </w:p>
    <w:p w:rsidR="006974AE" w:rsidRDefault="006974AE" w:rsidP="006974AE">
      <w:r>
        <w:t>872.0588</w:t>
      </w:r>
      <w:r>
        <w:tab/>
        <w:t>1.013e0</w:t>
      </w:r>
    </w:p>
    <w:p w:rsidR="006974AE" w:rsidRDefault="006974AE" w:rsidP="006974AE">
      <w:r>
        <w:t>872.0745</w:t>
      </w:r>
      <w:r>
        <w:tab/>
        <w:t>1.013e0</w:t>
      </w:r>
    </w:p>
    <w:p w:rsidR="006974AE" w:rsidRDefault="006974AE" w:rsidP="006974AE">
      <w:r>
        <w:lastRenderedPageBreak/>
        <w:t>872.1027</w:t>
      </w:r>
      <w:r>
        <w:tab/>
        <w:t>1.013e0</w:t>
      </w:r>
    </w:p>
    <w:p w:rsidR="006974AE" w:rsidRDefault="006974AE" w:rsidP="006974AE">
      <w:r>
        <w:t>872.1174</w:t>
      </w:r>
      <w:r>
        <w:tab/>
        <w:t>2.025e0</w:t>
      </w:r>
    </w:p>
    <w:p w:rsidR="006974AE" w:rsidRDefault="006974AE" w:rsidP="006974AE">
      <w:r>
        <w:t>872.1218</w:t>
      </w:r>
      <w:r>
        <w:tab/>
        <w:t>2.025e0</w:t>
      </w:r>
    </w:p>
    <w:p w:rsidR="006974AE" w:rsidRDefault="006974AE" w:rsidP="006974AE">
      <w:r>
        <w:t>872.1239</w:t>
      </w:r>
      <w:r>
        <w:tab/>
        <w:t>1.013e0</w:t>
      </w:r>
    </w:p>
    <w:p w:rsidR="006974AE" w:rsidRDefault="006974AE" w:rsidP="006974AE">
      <w:r>
        <w:t>872.1906</w:t>
      </w:r>
      <w:r>
        <w:tab/>
        <w:t>1.013e0</w:t>
      </w:r>
    </w:p>
    <w:p w:rsidR="006974AE" w:rsidRDefault="006974AE" w:rsidP="006974AE">
      <w:r>
        <w:t>872.1917</w:t>
      </w:r>
      <w:r>
        <w:tab/>
        <w:t>1.013e0</w:t>
      </w:r>
    </w:p>
    <w:p w:rsidR="006974AE" w:rsidRDefault="006974AE" w:rsidP="006974AE">
      <w:r>
        <w:t>872.2052</w:t>
      </w:r>
      <w:r>
        <w:tab/>
        <w:t>2.025e0</w:t>
      </w:r>
    </w:p>
    <w:p w:rsidR="006974AE" w:rsidRDefault="006974AE" w:rsidP="006974AE">
      <w:r>
        <w:t>872.2598</w:t>
      </w:r>
      <w:r>
        <w:tab/>
        <w:t>1.013e0</w:t>
      </w:r>
    </w:p>
    <w:p w:rsidR="006974AE" w:rsidRDefault="006974AE" w:rsidP="006974AE">
      <w:r>
        <w:t>872.2649</w:t>
      </w:r>
      <w:r>
        <w:tab/>
        <w:t>1.013e0</w:t>
      </w:r>
    </w:p>
    <w:p w:rsidR="006974AE" w:rsidRDefault="006974AE" w:rsidP="006974AE">
      <w:r>
        <w:t>872.2931</w:t>
      </w:r>
      <w:r>
        <w:tab/>
        <w:t>1.013e0</w:t>
      </w:r>
    </w:p>
    <w:p w:rsidR="006974AE" w:rsidRDefault="006974AE" w:rsidP="006974AE">
      <w:r>
        <w:t>872.2942</w:t>
      </w:r>
      <w:r>
        <w:tab/>
        <w:t>1.013e0</w:t>
      </w:r>
    </w:p>
    <w:p w:rsidR="006974AE" w:rsidRDefault="006974AE" w:rsidP="006974AE">
      <w:r>
        <w:t>872.3276</w:t>
      </w:r>
      <w:r>
        <w:tab/>
        <w:t>1.013e0</w:t>
      </w:r>
    </w:p>
    <w:p w:rsidR="006974AE" w:rsidRDefault="006974AE" w:rsidP="006974AE">
      <w:r>
        <w:t>872.3932</w:t>
      </w:r>
      <w:r>
        <w:tab/>
        <w:t>1.746e0</w:t>
      </w:r>
    </w:p>
    <w:p w:rsidR="006974AE" w:rsidRDefault="006974AE" w:rsidP="006974AE">
      <w:r>
        <w:t>872.3989</w:t>
      </w:r>
      <w:r>
        <w:tab/>
        <w:t>3.768e0</w:t>
      </w:r>
    </w:p>
    <w:p w:rsidR="006974AE" w:rsidRDefault="006974AE" w:rsidP="006974AE">
      <w:r>
        <w:t>872.4114</w:t>
      </w:r>
      <w:r>
        <w:tab/>
        <w:t>1.013e0</w:t>
      </w:r>
    </w:p>
    <w:p w:rsidR="006974AE" w:rsidRDefault="006974AE" w:rsidP="006974AE">
      <w:r>
        <w:t>872.4354</w:t>
      </w:r>
      <w:r>
        <w:tab/>
        <w:t>5.063e0</w:t>
      </w:r>
    </w:p>
    <w:p w:rsidR="006974AE" w:rsidRDefault="006974AE" w:rsidP="006974AE">
      <w:r>
        <w:t>872.4572</w:t>
      </w:r>
      <w:r>
        <w:tab/>
        <w:t>1.923e0</w:t>
      </w:r>
    </w:p>
    <w:p w:rsidR="006974AE" w:rsidRDefault="006974AE" w:rsidP="006974AE">
      <w:r>
        <w:t>872.4786</w:t>
      </w:r>
      <w:r>
        <w:tab/>
        <w:t>3.300e0</w:t>
      </w:r>
    </w:p>
    <w:p w:rsidR="006974AE" w:rsidRDefault="006974AE" w:rsidP="006974AE">
      <w:r>
        <w:t>872.4857</w:t>
      </w:r>
      <w:r>
        <w:tab/>
        <w:t>3.446e0</w:t>
      </w:r>
    </w:p>
    <w:p w:rsidR="006974AE" w:rsidRDefault="006974AE" w:rsidP="006974AE">
      <w:r>
        <w:lastRenderedPageBreak/>
        <w:t>872.4993</w:t>
      </w:r>
      <w:r>
        <w:tab/>
        <w:t>1.013e0</w:t>
      </w:r>
    </w:p>
    <w:p w:rsidR="006974AE" w:rsidRDefault="006974AE" w:rsidP="006974AE">
      <w:r>
        <w:t>872.5176</w:t>
      </w:r>
      <w:r>
        <w:tab/>
        <w:t>4.004e0</w:t>
      </w:r>
    </w:p>
    <w:p w:rsidR="006974AE" w:rsidRDefault="006974AE" w:rsidP="006974AE">
      <w:r>
        <w:t>872.5278</w:t>
      </w:r>
      <w:r>
        <w:tab/>
        <w:t>3.847e0</w:t>
      </w:r>
    </w:p>
    <w:p w:rsidR="006974AE" w:rsidRDefault="006974AE" w:rsidP="006974AE">
      <w:r>
        <w:t>872.5714</w:t>
      </w:r>
      <w:r>
        <w:tab/>
        <w:t>2.025e0</w:t>
      </w:r>
    </w:p>
    <w:p w:rsidR="006974AE" w:rsidRDefault="006974AE" w:rsidP="006974AE">
      <w:r>
        <w:t>872.5759</w:t>
      </w:r>
      <w:r>
        <w:tab/>
        <w:t>2.025e0</w:t>
      </w:r>
    </w:p>
    <w:p w:rsidR="006974AE" w:rsidRDefault="006974AE" w:rsidP="006974AE">
      <w:r>
        <w:t>872.5848</w:t>
      </w:r>
      <w:r>
        <w:tab/>
        <w:t>2.025e0</w:t>
      </w:r>
    </w:p>
    <w:p w:rsidR="006974AE" w:rsidRDefault="006974AE" w:rsidP="006974AE">
      <w:r>
        <w:t>872.5917</w:t>
      </w:r>
      <w:r>
        <w:tab/>
        <w:t>2.025e0</w:t>
      </w:r>
    </w:p>
    <w:p w:rsidR="006974AE" w:rsidRDefault="006974AE" w:rsidP="006974AE">
      <w:r>
        <w:t>872.6300</w:t>
      </w:r>
      <w:r>
        <w:tab/>
        <w:t>1.013e0</w:t>
      </w:r>
    </w:p>
    <w:p w:rsidR="006974AE" w:rsidRDefault="006974AE" w:rsidP="006974AE">
      <w:r>
        <w:t>872.6833</w:t>
      </w:r>
      <w:r>
        <w:tab/>
        <w:t>1.013e0</w:t>
      </w:r>
    </w:p>
    <w:p w:rsidR="006974AE" w:rsidRDefault="006974AE" w:rsidP="006974AE">
      <w:r>
        <w:t>872.7186</w:t>
      </w:r>
      <w:r>
        <w:tab/>
        <w:t>1.013e0</w:t>
      </w:r>
    </w:p>
    <w:p w:rsidR="006974AE" w:rsidRDefault="006974AE" w:rsidP="006974AE">
      <w:r>
        <w:t>872.7243</w:t>
      </w:r>
      <w:r>
        <w:tab/>
        <w:t>3.038e0</w:t>
      </w:r>
    </w:p>
    <w:p w:rsidR="006974AE" w:rsidRDefault="006974AE" w:rsidP="006974AE">
      <w:r>
        <w:t>872.7275</w:t>
      </w:r>
      <w:r>
        <w:tab/>
        <w:t>3.038e0</w:t>
      </w:r>
    </w:p>
    <w:p w:rsidR="006974AE" w:rsidRDefault="006974AE" w:rsidP="006974AE">
      <w:r>
        <w:t>872.8047</w:t>
      </w:r>
      <w:r>
        <w:tab/>
        <w:t>2.025e0</w:t>
      </w:r>
    </w:p>
    <w:p w:rsidR="006974AE" w:rsidRDefault="006974AE" w:rsidP="006974AE">
      <w:r>
        <w:t>872.8216</w:t>
      </w:r>
      <w:r>
        <w:tab/>
        <w:t>1.013e0</w:t>
      </w:r>
    </w:p>
    <w:p w:rsidR="006974AE" w:rsidRDefault="006974AE" w:rsidP="006974AE">
      <w:r>
        <w:t>872.8302</w:t>
      </w:r>
      <w:r>
        <w:tab/>
        <w:t>2.025e0</w:t>
      </w:r>
    </w:p>
    <w:p w:rsidR="006974AE" w:rsidRDefault="006974AE" w:rsidP="006974AE">
      <w:r>
        <w:t>872.8352</w:t>
      </w:r>
      <w:r>
        <w:tab/>
        <w:t>2.025e0</w:t>
      </w:r>
    </w:p>
    <w:p w:rsidR="006974AE" w:rsidRDefault="006974AE" w:rsidP="006974AE">
      <w:r>
        <w:t>872.9095</w:t>
      </w:r>
      <w:r>
        <w:tab/>
        <w:t>1.013e0</w:t>
      </w:r>
    </w:p>
    <w:p w:rsidR="006974AE" w:rsidRDefault="006974AE" w:rsidP="006974AE">
      <w:r>
        <w:t>872.9388</w:t>
      </w:r>
      <w:r>
        <w:tab/>
        <w:t>1.013e0</w:t>
      </w:r>
    </w:p>
    <w:p w:rsidR="006974AE" w:rsidRDefault="006974AE" w:rsidP="006974AE">
      <w:r>
        <w:t>872.9543</w:t>
      </w:r>
      <w:r>
        <w:tab/>
        <w:t>2.025e0</w:t>
      </w:r>
    </w:p>
    <w:p w:rsidR="006974AE" w:rsidRDefault="006974AE" w:rsidP="006974AE">
      <w:r>
        <w:lastRenderedPageBreak/>
        <w:t>872.9696</w:t>
      </w:r>
      <w:r>
        <w:tab/>
        <w:t>1.013e0</w:t>
      </w:r>
    </w:p>
    <w:p w:rsidR="006974AE" w:rsidRDefault="006974AE" w:rsidP="006974AE">
      <w:r>
        <w:t>873.0551</w:t>
      </w:r>
      <w:r>
        <w:tab/>
        <w:t>2.025e0</w:t>
      </w:r>
    </w:p>
    <w:p w:rsidR="006974AE" w:rsidRDefault="006974AE" w:rsidP="006974AE">
      <w:r>
        <w:t>873.0773</w:t>
      </w:r>
      <w:r>
        <w:tab/>
        <w:t>2.025e0</w:t>
      </w:r>
    </w:p>
    <w:p w:rsidR="006974AE" w:rsidRDefault="006974AE" w:rsidP="006974AE">
      <w:r>
        <w:t>873.0854</w:t>
      </w:r>
      <w:r>
        <w:tab/>
        <w:t>1.013e0</w:t>
      </w:r>
    </w:p>
    <w:p w:rsidR="006974AE" w:rsidRDefault="006974AE" w:rsidP="006974AE">
      <w:r>
        <w:t>873.1060</w:t>
      </w:r>
      <w:r>
        <w:tab/>
        <w:t>2.025e0</w:t>
      </w:r>
    </w:p>
    <w:p w:rsidR="006974AE" w:rsidRDefault="006974AE" w:rsidP="006974AE">
      <w:r>
        <w:t>873.1221</w:t>
      </w:r>
      <w:r>
        <w:tab/>
        <w:t>1.013e0</w:t>
      </w:r>
    </w:p>
    <w:p w:rsidR="006974AE" w:rsidRDefault="006974AE" w:rsidP="006974AE">
      <w:r>
        <w:t>873.3022</w:t>
      </w:r>
      <w:r>
        <w:tab/>
        <w:t>3.349e0</w:t>
      </w:r>
    </w:p>
    <w:p w:rsidR="006974AE" w:rsidRDefault="006974AE" w:rsidP="006974AE">
      <w:r>
        <w:t>873.3116</w:t>
      </w:r>
      <w:r>
        <w:tab/>
        <w:t>2.025e0</w:t>
      </w:r>
    </w:p>
    <w:p w:rsidR="006974AE" w:rsidRDefault="006974AE" w:rsidP="006974AE">
      <w:r>
        <w:t>873.3160</w:t>
      </w:r>
      <w:r>
        <w:tab/>
        <w:t>9.114e0</w:t>
      </w:r>
    </w:p>
    <w:p w:rsidR="006974AE" w:rsidRDefault="006974AE" w:rsidP="006974AE">
      <w:r>
        <w:t>873.3205</w:t>
      </w:r>
      <w:r>
        <w:tab/>
        <w:t>8.455e0</w:t>
      </w:r>
    </w:p>
    <w:p w:rsidR="006974AE" w:rsidRDefault="006974AE" w:rsidP="006974AE">
      <w:r>
        <w:t>873.3322</w:t>
      </w:r>
      <w:r>
        <w:tab/>
        <w:t>8.655e0</w:t>
      </w:r>
    </w:p>
    <w:p w:rsidR="006974AE" w:rsidRDefault="006974AE" w:rsidP="006974AE">
      <w:r>
        <w:t>873.3353</w:t>
      </w:r>
      <w:r>
        <w:tab/>
        <w:t>8.697e0</w:t>
      </w:r>
    </w:p>
    <w:p w:rsidR="006974AE" w:rsidRDefault="006974AE" w:rsidP="006974AE">
      <w:r>
        <w:t>873.4277</w:t>
      </w:r>
      <w:r>
        <w:tab/>
        <w:t>3.038e0</w:t>
      </w:r>
    </w:p>
    <w:p w:rsidR="006974AE" w:rsidRDefault="006974AE" w:rsidP="006974AE">
      <w:r>
        <w:t>873.4767</w:t>
      </w:r>
      <w:r>
        <w:tab/>
        <w:t>3.743e0</w:t>
      </w:r>
    </w:p>
    <w:p w:rsidR="006974AE" w:rsidRDefault="006974AE" w:rsidP="006974AE">
      <w:r>
        <w:t>873.4792</w:t>
      </w:r>
      <w:r>
        <w:tab/>
        <w:t>1.013e0</w:t>
      </w:r>
    </w:p>
    <w:p w:rsidR="006974AE" w:rsidRDefault="006974AE" w:rsidP="006974AE">
      <w:r>
        <w:t>873.4880</w:t>
      </w:r>
      <w:r>
        <w:tab/>
        <w:t>1.792e0</w:t>
      </w:r>
    </w:p>
    <w:p w:rsidR="006974AE" w:rsidRDefault="006974AE" w:rsidP="006974AE">
      <w:r>
        <w:t>873.4897</w:t>
      </w:r>
      <w:r>
        <w:tab/>
        <w:t>3.038e0</w:t>
      </w:r>
    </w:p>
    <w:p w:rsidR="006974AE" w:rsidRDefault="006974AE" w:rsidP="006974AE">
      <w:r>
        <w:t>873.4963</w:t>
      </w:r>
      <w:r>
        <w:tab/>
        <w:t>1.931e0</w:t>
      </w:r>
    </w:p>
    <w:p w:rsidR="006974AE" w:rsidRDefault="006974AE" w:rsidP="006974AE">
      <w:r>
        <w:t>873.4988</w:t>
      </w:r>
      <w:r>
        <w:tab/>
        <w:t>4.051e0</w:t>
      </w:r>
    </w:p>
    <w:p w:rsidR="006974AE" w:rsidRDefault="006974AE" w:rsidP="006974AE">
      <w:r>
        <w:lastRenderedPageBreak/>
        <w:t>873.5059</w:t>
      </w:r>
      <w:r>
        <w:tab/>
        <w:t>3.038e0</w:t>
      </w:r>
    </w:p>
    <w:p w:rsidR="006974AE" w:rsidRDefault="006974AE" w:rsidP="006974AE">
      <w:r>
        <w:t>873.5693</w:t>
      </w:r>
      <w:r>
        <w:tab/>
        <w:t>1.013e0</w:t>
      </w:r>
    </w:p>
    <w:p w:rsidR="006974AE" w:rsidRDefault="006974AE" w:rsidP="006974AE">
      <w:r>
        <w:t>873.5852</w:t>
      </w:r>
      <w:r>
        <w:tab/>
        <w:t>1.433e0</w:t>
      </w:r>
    </w:p>
    <w:p w:rsidR="006974AE" w:rsidRDefault="006974AE" w:rsidP="006974AE">
      <w:r>
        <w:t>873.6512</w:t>
      </w:r>
      <w:r>
        <w:tab/>
        <w:t>3.038e0</w:t>
      </w:r>
    </w:p>
    <w:p w:rsidR="006974AE" w:rsidRDefault="006974AE" w:rsidP="006974AE">
      <w:r>
        <w:t>873.6573</w:t>
      </w:r>
      <w:r>
        <w:tab/>
        <w:t>1.013e0</w:t>
      </w:r>
    </w:p>
    <w:p w:rsidR="006974AE" w:rsidRDefault="006974AE" w:rsidP="006974AE">
      <w:r>
        <w:t>873.6699</w:t>
      </w:r>
      <w:r>
        <w:tab/>
        <w:t>4.051e0</w:t>
      </w:r>
    </w:p>
    <w:p w:rsidR="006974AE" w:rsidRDefault="006974AE" w:rsidP="006974AE">
      <w:r>
        <w:t>873.6866</w:t>
      </w:r>
      <w:r>
        <w:tab/>
        <w:t>1.013e0</w:t>
      </w:r>
    </w:p>
    <w:p w:rsidR="006974AE" w:rsidRDefault="006974AE" w:rsidP="006974AE">
      <w:r>
        <w:t>873.7160</w:t>
      </w:r>
      <w:r>
        <w:tab/>
        <w:t>1.013e0</w:t>
      </w:r>
    </w:p>
    <w:p w:rsidR="006974AE" w:rsidRDefault="006974AE" w:rsidP="006974AE">
      <w:r>
        <w:t>873.7296</w:t>
      </w:r>
      <w:r>
        <w:tab/>
        <w:t>1.013e0</w:t>
      </w:r>
    </w:p>
    <w:p w:rsidR="006974AE" w:rsidRDefault="006974AE" w:rsidP="006974AE">
      <w:r>
        <w:t>873.7589</w:t>
      </w:r>
      <w:r>
        <w:tab/>
        <w:t>1.013e0</w:t>
      </w:r>
    </w:p>
    <w:p w:rsidR="006974AE" w:rsidRDefault="006974AE" w:rsidP="006974AE">
      <w:r>
        <w:t>873.7747</w:t>
      </w:r>
      <w:r>
        <w:tab/>
        <w:t>1.013e0</w:t>
      </w:r>
    </w:p>
    <w:p w:rsidR="006974AE" w:rsidRDefault="006974AE" w:rsidP="006974AE">
      <w:r>
        <w:t>873.7893</w:t>
      </w:r>
      <w:r>
        <w:tab/>
        <w:t>1.013e0</w:t>
      </w:r>
    </w:p>
    <w:p w:rsidR="006974AE" w:rsidRDefault="006974AE" w:rsidP="006974AE">
      <w:r>
        <w:t>873.8334</w:t>
      </w:r>
      <w:r>
        <w:tab/>
        <w:t>1.013e0</w:t>
      </w:r>
    </w:p>
    <w:p w:rsidR="006974AE" w:rsidRDefault="006974AE" w:rsidP="006974AE">
      <w:r>
        <w:t>873.9179</w:t>
      </w:r>
      <w:r>
        <w:tab/>
        <w:t>4.051e0</w:t>
      </w:r>
    </w:p>
    <w:p w:rsidR="006974AE" w:rsidRDefault="006974AE" w:rsidP="006974AE">
      <w:r>
        <w:t>873.9360</w:t>
      </w:r>
      <w:r>
        <w:tab/>
        <w:t>1.013e0</w:t>
      </w:r>
    </w:p>
    <w:p w:rsidR="006974AE" w:rsidRDefault="006974AE" w:rsidP="006974AE">
      <w:r>
        <w:t>874.0077</w:t>
      </w:r>
      <w:r>
        <w:tab/>
        <w:t>2.025e0</w:t>
      </w:r>
    </w:p>
    <w:p w:rsidR="006974AE" w:rsidRDefault="006974AE" w:rsidP="006974AE">
      <w:r>
        <w:t>874.0134</w:t>
      </w:r>
      <w:r>
        <w:tab/>
        <w:t>2.025e0</w:t>
      </w:r>
    </w:p>
    <w:p w:rsidR="006974AE" w:rsidRDefault="006974AE" w:rsidP="006974AE">
      <w:r>
        <w:t>874.0230</w:t>
      </w:r>
      <w:r>
        <w:tab/>
        <w:t>1.013e0</w:t>
      </w:r>
    </w:p>
    <w:p w:rsidR="006974AE" w:rsidRDefault="006974AE" w:rsidP="006974AE">
      <w:r>
        <w:t>874.0303</w:t>
      </w:r>
      <w:r>
        <w:tab/>
        <w:t>2.025e0</w:t>
      </w:r>
    </w:p>
    <w:p w:rsidR="006974AE" w:rsidRDefault="006974AE" w:rsidP="006974AE">
      <w:r>
        <w:lastRenderedPageBreak/>
        <w:t>874.0638</w:t>
      </w:r>
      <w:r>
        <w:tab/>
        <w:t>2.025e0</w:t>
      </w:r>
    </w:p>
    <w:p w:rsidR="006974AE" w:rsidRDefault="006974AE" w:rsidP="006974AE">
      <w:r>
        <w:t>874.1039</w:t>
      </w:r>
      <w:r>
        <w:tab/>
        <w:t>1.013e0</w:t>
      </w:r>
    </w:p>
    <w:p w:rsidR="006974AE" w:rsidRDefault="006974AE" w:rsidP="006974AE">
      <w:r>
        <w:t>874.1257</w:t>
      </w:r>
      <w:r>
        <w:tab/>
        <w:t>1.013e0</w:t>
      </w:r>
    </w:p>
    <w:p w:rsidR="006974AE" w:rsidRDefault="006974AE" w:rsidP="006974AE">
      <w:r>
        <w:t>874.1342</w:t>
      </w:r>
      <w:r>
        <w:tab/>
        <w:t>2.025e0</w:t>
      </w:r>
    </w:p>
    <w:p w:rsidR="006974AE" w:rsidRDefault="006974AE" w:rsidP="006974AE">
      <w:r>
        <w:t>874.2921</w:t>
      </w:r>
      <w:r>
        <w:tab/>
        <w:t>5.712e0</w:t>
      </w:r>
    </w:p>
    <w:p w:rsidR="006974AE" w:rsidRDefault="006974AE" w:rsidP="006974AE">
      <w:r>
        <w:t>874.3119</w:t>
      </w:r>
      <w:r>
        <w:tab/>
        <w:t>5.802e0</w:t>
      </w:r>
    </w:p>
    <w:p w:rsidR="006974AE" w:rsidRDefault="006974AE" w:rsidP="006974AE">
      <w:r>
        <w:t>874.3194</w:t>
      </w:r>
      <w:r>
        <w:tab/>
        <w:t>2.025e0</w:t>
      </w:r>
    </w:p>
    <w:p w:rsidR="006974AE" w:rsidRDefault="006974AE" w:rsidP="006974AE">
      <w:r>
        <w:t>874.3370</w:t>
      </w:r>
      <w:r>
        <w:tab/>
        <w:t>4.002e0</w:t>
      </w:r>
    </w:p>
    <w:p w:rsidR="006974AE" w:rsidRDefault="006974AE" w:rsidP="006974AE">
      <w:r>
        <w:t>874.3392</w:t>
      </w:r>
      <w:r>
        <w:tab/>
        <w:t>5.036e0</w:t>
      </w:r>
    </w:p>
    <w:p w:rsidR="006974AE" w:rsidRDefault="006974AE" w:rsidP="006974AE">
      <w:r>
        <w:t>874.3409</w:t>
      </w:r>
      <w:r>
        <w:tab/>
        <w:t>3.344e0</w:t>
      </w:r>
    </w:p>
    <w:p w:rsidR="006974AE" w:rsidRDefault="006974AE" w:rsidP="006974AE">
      <w:r>
        <w:t>874.3494</w:t>
      </w:r>
      <w:r>
        <w:tab/>
        <w:t>4.334e0</w:t>
      </w:r>
    </w:p>
    <w:p w:rsidR="006974AE" w:rsidRDefault="006974AE" w:rsidP="006974AE">
      <w:r>
        <w:t>874.3623</w:t>
      </w:r>
      <w:r>
        <w:tab/>
        <w:t>3.038e0</w:t>
      </w:r>
    </w:p>
    <w:p w:rsidR="006974AE" w:rsidRDefault="006974AE" w:rsidP="006974AE">
      <w:r>
        <w:t>874.4448</w:t>
      </w:r>
      <w:r>
        <w:tab/>
        <w:t>4.908e0</w:t>
      </w:r>
    </w:p>
    <w:p w:rsidR="006974AE" w:rsidRDefault="006974AE" w:rsidP="006974AE">
      <w:r>
        <w:t>874.4644</w:t>
      </w:r>
      <w:r>
        <w:tab/>
        <w:t>1.013e0</w:t>
      </w:r>
    </w:p>
    <w:p w:rsidR="006974AE" w:rsidRDefault="006974AE" w:rsidP="006974AE">
      <w:r>
        <w:t>874.4670</w:t>
      </w:r>
      <w:r>
        <w:tab/>
        <w:t>1.242e0</w:t>
      </w:r>
    </w:p>
    <w:p w:rsidR="006974AE" w:rsidRDefault="006974AE" w:rsidP="006974AE">
      <w:r>
        <w:t>874.4839</w:t>
      </w:r>
      <w:r>
        <w:tab/>
        <w:t>5.431e0</w:t>
      </w:r>
    </w:p>
    <w:p w:rsidR="006974AE" w:rsidRDefault="006974AE" w:rsidP="006974AE">
      <w:r>
        <w:t>874.4897</w:t>
      </w:r>
      <w:r>
        <w:tab/>
        <w:t>2.349e0</w:t>
      </w:r>
    </w:p>
    <w:p w:rsidR="006974AE" w:rsidRDefault="006974AE" w:rsidP="006974AE">
      <w:r>
        <w:t>874.5233</w:t>
      </w:r>
      <w:r>
        <w:tab/>
        <w:t>3.065e0</w:t>
      </w:r>
    </w:p>
    <w:p w:rsidR="006974AE" w:rsidRDefault="006974AE" w:rsidP="006974AE">
      <w:r>
        <w:t>874.5386</w:t>
      </w:r>
      <w:r>
        <w:tab/>
        <w:t>4.051e0</w:t>
      </w:r>
    </w:p>
    <w:p w:rsidR="006974AE" w:rsidRDefault="006974AE" w:rsidP="006974AE">
      <w:r>
        <w:lastRenderedPageBreak/>
        <w:t>874.5818</w:t>
      </w:r>
      <w:r>
        <w:tab/>
        <w:t>1.013e0</w:t>
      </w:r>
    </w:p>
    <w:p w:rsidR="006974AE" w:rsidRDefault="006974AE" w:rsidP="006974AE">
      <w:r>
        <w:t>874.6259</w:t>
      </w:r>
      <w:r>
        <w:tab/>
        <w:t>1.013e0</w:t>
      </w:r>
    </w:p>
    <w:p w:rsidR="006974AE" w:rsidRDefault="006974AE" w:rsidP="006974AE">
      <w:r>
        <w:t>874.6553</w:t>
      </w:r>
      <w:r>
        <w:tab/>
        <w:t>6.076e0</w:t>
      </w:r>
    </w:p>
    <w:p w:rsidR="006974AE" w:rsidRDefault="006974AE" w:rsidP="006974AE">
      <w:r>
        <w:t>874.6621</w:t>
      </w:r>
      <w:r>
        <w:tab/>
        <w:t>1.013e0</w:t>
      </w:r>
    </w:p>
    <w:p w:rsidR="006974AE" w:rsidRDefault="006974AE" w:rsidP="006974AE">
      <w:r>
        <w:t>874.6847</w:t>
      </w:r>
      <w:r>
        <w:tab/>
        <w:t>1.013e0</w:t>
      </w:r>
    </w:p>
    <w:p w:rsidR="006974AE" w:rsidRDefault="006974AE" w:rsidP="006974AE">
      <w:r>
        <w:t>874.7458</w:t>
      </w:r>
      <w:r>
        <w:tab/>
        <w:t>1.013e0</w:t>
      </w:r>
    </w:p>
    <w:p w:rsidR="006974AE" w:rsidRDefault="006974AE" w:rsidP="006974AE">
      <w:r>
        <w:t>874.7806</w:t>
      </w:r>
      <w:r>
        <w:tab/>
        <w:t>1.013e0</w:t>
      </w:r>
    </w:p>
    <w:p w:rsidR="006974AE" w:rsidRDefault="006974AE" w:rsidP="006974AE">
      <w:r>
        <w:t>874.7875</w:t>
      </w:r>
      <w:r>
        <w:tab/>
        <w:t>1.013e0</w:t>
      </w:r>
    </w:p>
    <w:p w:rsidR="006974AE" w:rsidRDefault="006974AE" w:rsidP="006974AE">
      <w:r>
        <w:t>874.7969</w:t>
      </w:r>
      <w:r>
        <w:tab/>
        <w:t>1.013e0</w:t>
      </w:r>
    </w:p>
    <w:p w:rsidR="006974AE" w:rsidRDefault="006974AE" w:rsidP="006974AE">
      <w:r>
        <w:t>874.8640</w:t>
      </w:r>
      <w:r>
        <w:tab/>
        <w:t>4.051e0</w:t>
      </w:r>
    </w:p>
    <w:p w:rsidR="006974AE" w:rsidRDefault="006974AE" w:rsidP="006974AE">
      <w:r>
        <w:t>874.9197</w:t>
      </w:r>
      <w:r>
        <w:tab/>
        <w:t>1.013e0</w:t>
      </w:r>
    </w:p>
    <w:p w:rsidR="006974AE" w:rsidRDefault="006974AE" w:rsidP="006974AE">
      <w:r>
        <w:t>874.9332</w:t>
      </w:r>
      <w:r>
        <w:tab/>
        <w:t>1.013e0</w:t>
      </w:r>
    </w:p>
    <w:p w:rsidR="006974AE" w:rsidRDefault="006974AE" w:rsidP="006974AE">
      <w:r>
        <w:t>875.0587</w:t>
      </w:r>
      <w:r>
        <w:tab/>
        <w:t>3.038e0</w:t>
      </w:r>
    </w:p>
    <w:p w:rsidR="006974AE" w:rsidRDefault="006974AE" w:rsidP="006974AE">
      <w:r>
        <w:t>875.1006</w:t>
      </w:r>
      <w:r>
        <w:tab/>
        <w:t>1.013e0</w:t>
      </w:r>
    </w:p>
    <w:p w:rsidR="006974AE" w:rsidRDefault="006974AE" w:rsidP="006974AE">
      <w:r>
        <w:t>875.1209</w:t>
      </w:r>
      <w:r>
        <w:tab/>
        <w:t>2.025e0</w:t>
      </w:r>
    </w:p>
    <w:p w:rsidR="006974AE" w:rsidRDefault="006974AE" w:rsidP="006974AE">
      <w:r>
        <w:t>875.1536</w:t>
      </w:r>
      <w:r>
        <w:tab/>
        <w:t>1.013e0</w:t>
      </w:r>
    </w:p>
    <w:p w:rsidR="006974AE" w:rsidRDefault="006974AE" w:rsidP="006974AE">
      <w:r>
        <w:t>875.2029</w:t>
      </w:r>
      <w:r>
        <w:tab/>
        <w:t>1.013e0</w:t>
      </w:r>
    </w:p>
    <w:p w:rsidR="006974AE" w:rsidRDefault="006974AE" w:rsidP="006974AE">
      <w:r>
        <w:t>875.2712</w:t>
      </w:r>
      <w:r>
        <w:tab/>
        <w:t>1.013e0</w:t>
      </w:r>
    </w:p>
    <w:p w:rsidR="006974AE" w:rsidRDefault="006974AE" w:rsidP="006974AE">
      <w:r>
        <w:t>875.3104</w:t>
      </w:r>
      <w:r>
        <w:tab/>
        <w:t>4.910e0</w:t>
      </w:r>
    </w:p>
    <w:p w:rsidR="006974AE" w:rsidRDefault="006974AE" w:rsidP="006974AE">
      <w:r>
        <w:lastRenderedPageBreak/>
        <w:t>875.3168</w:t>
      </w:r>
      <w:r>
        <w:tab/>
        <w:t>4.516e0</w:t>
      </w:r>
    </w:p>
    <w:p w:rsidR="006974AE" w:rsidRDefault="006974AE" w:rsidP="006974AE">
      <w:r>
        <w:t>875.3225</w:t>
      </w:r>
      <w:r>
        <w:tab/>
        <w:t>2.973e0</w:t>
      </w:r>
    </w:p>
    <w:p w:rsidR="006974AE" w:rsidRDefault="006974AE" w:rsidP="006974AE">
      <w:r>
        <w:t>875.3278</w:t>
      </w:r>
      <w:r>
        <w:tab/>
        <w:t>4.051e0</w:t>
      </w:r>
    </w:p>
    <w:p w:rsidR="006974AE" w:rsidRDefault="006974AE" w:rsidP="006974AE">
      <w:r>
        <w:t>875.3771</w:t>
      </w:r>
      <w:r>
        <w:tab/>
        <w:t>5.244e0</w:t>
      </w:r>
    </w:p>
    <w:p w:rsidR="006974AE" w:rsidRDefault="006974AE" w:rsidP="006974AE">
      <w:r>
        <w:t>875.3918</w:t>
      </w:r>
      <w:r>
        <w:tab/>
        <w:t>6.382e0</w:t>
      </w:r>
    </w:p>
    <w:p w:rsidR="006974AE" w:rsidRDefault="006974AE" w:rsidP="006974AE">
      <w:r>
        <w:t>875.4006</w:t>
      </w:r>
      <w:r>
        <w:tab/>
        <w:t>1.071e1</w:t>
      </w:r>
    </w:p>
    <w:p w:rsidR="006974AE" w:rsidRDefault="006974AE" w:rsidP="006974AE">
      <w:r>
        <w:t>875.4099</w:t>
      </w:r>
      <w:r>
        <w:tab/>
        <w:t>8.410e0</w:t>
      </w:r>
    </w:p>
    <w:p w:rsidR="006974AE" w:rsidRDefault="006974AE" w:rsidP="006974AE">
      <w:r>
        <w:t>875.4126</w:t>
      </w:r>
      <w:r>
        <w:tab/>
        <w:t>3.474e0</w:t>
      </w:r>
    </w:p>
    <w:p w:rsidR="006974AE" w:rsidRDefault="006974AE" w:rsidP="006974AE">
      <w:r>
        <w:t>875.4200</w:t>
      </w:r>
      <w:r>
        <w:tab/>
        <w:t>1.335e1</w:t>
      </w:r>
    </w:p>
    <w:p w:rsidR="006974AE" w:rsidRDefault="006974AE" w:rsidP="006974AE">
      <w:r>
        <w:t>875.4913</w:t>
      </w:r>
      <w:r>
        <w:tab/>
        <w:t>2.601e0</w:t>
      </w:r>
    </w:p>
    <w:p w:rsidR="006974AE" w:rsidRDefault="006974AE" w:rsidP="006974AE">
      <w:r>
        <w:t>875.5308</w:t>
      </w:r>
      <w:r>
        <w:tab/>
        <w:t>4.986e0</w:t>
      </w:r>
    </w:p>
    <w:p w:rsidR="006974AE" w:rsidRDefault="006974AE" w:rsidP="006974AE">
      <w:r>
        <w:t>875.5349</w:t>
      </w:r>
      <w:r>
        <w:tab/>
        <w:t>3.038e0</w:t>
      </w:r>
    </w:p>
    <w:p w:rsidR="006974AE" w:rsidRDefault="006974AE" w:rsidP="006974AE">
      <w:r>
        <w:t>875.5809</w:t>
      </w:r>
      <w:r>
        <w:tab/>
        <w:t>1.013e0</w:t>
      </w:r>
    </w:p>
    <w:p w:rsidR="006974AE" w:rsidRDefault="006974AE" w:rsidP="006974AE">
      <w:r>
        <w:t>875.5923</w:t>
      </w:r>
      <w:r>
        <w:tab/>
        <w:t>1.013e0</w:t>
      </w:r>
    </w:p>
    <w:p w:rsidR="006974AE" w:rsidRDefault="006974AE" w:rsidP="006974AE">
      <w:r>
        <w:t>875.6103</w:t>
      </w:r>
      <w:r>
        <w:tab/>
        <w:t>2.025e0</w:t>
      </w:r>
    </w:p>
    <w:p w:rsidR="006974AE" w:rsidRDefault="006974AE" w:rsidP="006974AE">
      <w:r>
        <w:t>875.6262</w:t>
      </w:r>
      <w:r>
        <w:tab/>
        <w:t>3.038e0</w:t>
      </w:r>
    </w:p>
    <w:p w:rsidR="006974AE" w:rsidRDefault="006974AE" w:rsidP="006974AE">
      <w:r>
        <w:t>875.6544</w:t>
      </w:r>
      <w:r>
        <w:tab/>
        <w:t>1.013e0</w:t>
      </w:r>
    </w:p>
    <w:p w:rsidR="006974AE" w:rsidRDefault="006974AE" w:rsidP="006974AE">
      <w:r>
        <w:t>875.7415</w:t>
      </w:r>
      <w:r>
        <w:tab/>
        <w:t>1.013e0</w:t>
      </w:r>
    </w:p>
    <w:p w:rsidR="006974AE" w:rsidRDefault="006974AE" w:rsidP="006974AE">
      <w:r>
        <w:t>875.7592</w:t>
      </w:r>
      <w:r>
        <w:tab/>
        <w:t>2.025e0</w:t>
      </w:r>
    </w:p>
    <w:p w:rsidR="006974AE" w:rsidRDefault="006974AE" w:rsidP="006974AE">
      <w:r>
        <w:lastRenderedPageBreak/>
        <w:t>875.7827</w:t>
      </w:r>
      <w:r>
        <w:tab/>
        <w:t>2.025e0</w:t>
      </w:r>
    </w:p>
    <w:p w:rsidR="006974AE" w:rsidRDefault="006974AE" w:rsidP="006974AE">
      <w:r>
        <w:t>875.8444</w:t>
      </w:r>
      <w:r>
        <w:tab/>
        <w:t>1.013e0</w:t>
      </w:r>
    </w:p>
    <w:p w:rsidR="006974AE" w:rsidRDefault="006974AE" w:rsidP="006974AE">
      <w:r>
        <w:t>875.8455</w:t>
      </w:r>
      <w:r>
        <w:tab/>
        <w:t>1.013e0</w:t>
      </w:r>
    </w:p>
    <w:p w:rsidR="006974AE" w:rsidRDefault="006974AE" w:rsidP="006974AE">
      <w:r>
        <w:t>875.9045</w:t>
      </w:r>
      <w:r>
        <w:tab/>
        <w:t>2.025e0</w:t>
      </w:r>
    </w:p>
    <w:p w:rsidR="006974AE" w:rsidRDefault="006974AE" w:rsidP="006974AE">
      <w:r>
        <w:t>875.9130</w:t>
      </w:r>
      <w:r>
        <w:tab/>
        <w:t>1.013e0</w:t>
      </w:r>
    </w:p>
    <w:p w:rsidR="006974AE" w:rsidRDefault="006974AE" w:rsidP="006974AE">
      <w:r>
        <w:t>875.9190</w:t>
      </w:r>
      <w:r>
        <w:tab/>
        <w:t>2.025e0</w:t>
      </w:r>
    </w:p>
    <w:p w:rsidR="006974AE" w:rsidRDefault="006974AE" w:rsidP="006974AE">
      <w:r>
        <w:t>875.9795</w:t>
      </w:r>
      <w:r>
        <w:tab/>
        <w:t>1.013e0</w:t>
      </w:r>
    </w:p>
    <w:p w:rsidR="006974AE" w:rsidRDefault="006974AE" w:rsidP="006974AE">
      <w:r>
        <w:t>875.9915</w:t>
      </w:r>
      <w:r>
        <w:tab/>
        <w:t>1.013e0</w:t>
      </w:r>
    </w:p>
    <w:p w:rsidR="006974AE" w:rsidRDefault="006974AE" w:rsidP="006974AE">
      <w:r>
        <w:t>876.0073</w:t>
      </w:r>
      <w:r>
        <w:tab/>
        <w:t>2.025e0</w:t>
      </w:r>
    </w:p>
    <w:p w:rsidR="006974AE" w:rsidRDefault="006974AE" w:rsidP="006974AE">
      <w:r>
        <w:t>876.0366</w:t>
      </w:r>
      <w:r>
        <w:tab/>
        <w:t>1.013e0</w:t>
      </w:r>
    </w:p>
    <w:p w:rsidR="006974AE" w:rsidRDefault="006974AE" w:rsidP="006974AE">
      <w:r>
        <w:t>876.0650</w:t>
      </w:r>
      <w:r>
        <w:tab/>
        <w:t>1.013e0</w:t>
      </w:r>
    </w:p>
    <w:p w:rsidR="006974AE" w:rsidRDefault="006974AE" w:rsidP="006974AE">
      <w:r>
        <w:t>876.1091</w:t>
      </w:r>
      <w:r>
        <w:tab/>
        <w:t>1.013e0</w:t>
      </w:r>
    </w:p>
    <w:p w:rsidR="006974AE" w:rsidRDefault="006974AE" w:rsidP="006974AE">
      <w:r>
        <w:t>876.1249</w:t>
      </w:r>
      <w:r>
        <w:tab/>
        <w:t>1.013e0</w:t>
      </w:r>
    </w:p>
    <w:p w:rsidR="006974AE" w:rsidRDefault="006974AE" w:rsidP="006974AE">
      <w:r>
        <w:t>876.1385</w:t>
      </w:r>
      <w:r>
        <w:tab/>
        <w:t>1.013e0</w:t>
      </w:r>
    </w:p>
    <w:p w:rsidR="006974AE" w:rsidRDefault="006974AE" w:rsidP="006974AE">
      <w:r>
        <w:t>876.1837</w:t>
      </w:r>
      <w:r>
        <w:tab/>
        <w:t>2.025e0</w:t>
      </w:r>
    </w:p>
    <w:p w:rsidR="006974AE" w:rsidRDefault="006974AE" w:rsidP="006974AE">
      <w:r>
        <w:t>876.1912</w:t>
      </w:r>
      <w:r>
        <w:tab/>
        <w:t>2.025e0</w:t>
      </w:r>
    </w:p>
    <w:p w:rsidR="006974AE" w:rsidRDefault="006974AE" w:rsidP="006974AE">
      <w:r>
        <w:t>876.2313</w:t>
      </w:r>
      <w:r>
        <w:tab/>
        <w:t>2.025e0</w:t>
      </w:r>
    </w:p>
    <w:p w:rsidR="006974AE" w:rsidRDefault="006974AE" w:rsidP="006974AE">
      <w:r>
        <w:t>876.2426</w:t>
      </w:r>
      <w:r>
        <w:tab/>
        <w:t>1.013e0</w:t>
      </w:r>
    </w:p>
    <w:p w:rsidR="006974AE" w:rsidRDefault="006974AE" w:rsidP="006974AE">
      <w:r>
        <w:t>876.2562</w:t>
      </w:r>
      <w:r>
        <w:tab/>
        <w:t>1.013e0</w:t>
      </w:r>
    </w:p>
    <w:p w:rsidR="006974AE" w:rsidRDefault="006974AE" w:rsidP="006974AE">
      <w:r>
        <w:lastRenderedPageBreak/>
        <w:t>876.2856</w:t>
      </w:r>
      <w:r>
        <w:tab/>
        <w:t>2.025e0</w:t>
      </w:r>
    </w:p>
    <w:p w:rsidR="006974AE" w:rsidRDefault="006974AE" w:rsidP="006974AE">
      <w:r>
        <w:t>876.4197</w:t>
      </w:r>
      <w:r>
        <w:tab/>
        <w:t>1.022e1</w:t>
      </w:r>
    </w:p>
    <w:p w:rsidR="006974AE" w:rsidRDefault="006974AE" w:rsidP="006974AE">
      <w:r>
        <w:t>876.4351</w:t>
      </w:r>
      <w:r>
        <w:tab/>
        <w:t>3.468e0</w:t>
      </w:r>
    </w:p>
    <w:p w:rsidR="006974AE" w:rsidRDefault="006974AE" w:rsidP="006974AE">
      <w:r>
        <w:t>876.4642</w:t>
      </w:r>
      <w:r>
        <w:tab/>
        <w:t>1.679e1</w:t>
      </w:r>
    </w:p>
    <w:p w:rsidR="006974AE" w:rsidRDefault="006974AE" w:rsidP="006974AE">
      <w:r>
        <w:t>876.4695</w:t>
      </w:r>
      <w:r>
        <w:tab/>
        <w:t>1.355e1</w:t>
      </w:r>
    </w:p>
    <w:p w:rsidR="006974AE" w:rsidRDefault="006974AE" w:rsidP="006974AE">
      <w:r>
        <w:t>876.4763</w:t>
      </w:r>
      <w:r>
        <w:tab/>
        <w:t>1.858e1</w:t>
      </w:r>
    </w:p>
    <w:p w:rsidR="006974AE" w:rsidRDefault="006974AE" w:rsidP="006974AE">
      <w:r>
        <w:t>876.4882</w:t>
      </w:r>
      <w:r>
        <w:tab/>
        <w:t>1.156e1</w:t>
      </w:r>
    </w:p>
    <w:p w:rsidR="006974AE" w:rsidRDefault="006974AE" w:rsidP="006974AE">
      <w:r>
        <w:t>876.4966</w:t>
      </w:r>
      <w:r>
        <w:tab/>
        <w:t>2.630e1</w:t>
      </w:r>
    </w:p>
    <w:p w:rsidR="006974AE" w:rsidRDefault="006974AE" w:rsidP="006974AE">
      <w:r>
        <w:t>876.5071</w:t>
      </w:r>
      <w:r>
        <w:tab/>
        <w:t>1.638e1</w:t>
      </w:r>
    </w:p>
    <w:p w:rsidR="006974AE" w:rsidRDefault="006974AE" w:rsidP="006974AE">
      <w:r>
        <w:t>876.5249</w:t>
      </w:r>
      <w:r>
        <w:tab/>
        <w:t>1.114e1</w:t>
      </w:r>
    </w:p>
    <w:p w:rsidR="006974AE" w:rsidRDefault="006974AE" w:rsidP="006974AE">
      <w:r>
        <w:t>876.6091</w:t>
      </w:r>
      <w:r>
        <w:tab/>
        <w:t>2.025e0</w:t>
      </w:r>
    </w:p>
    <w:p w:rsidR="006974AE" w:rsidRDefault="006974AE" w:rsidP="006974AE">
      <w:r>
        <w:t>876.6240</w:t>
      </w:r>
      <w:r>
        <w:tab/>
        <w:t>1.013e0</w:t>
      </w:r>
    </w:p>
    <w:p w:rsidR="006974AE" w:rsidRDefault="006974AE" w:rsidP="006974AE">
      <w:r>
        <w:t>876.6251</w:t>
      </w:r>
      <w:r>
        <w:tab/>
        <w:t>1.013e0</w:t>
      </w:r>
    </w:p>
    <w:p w:rsidR="006974AE" w:rsidRDefault="006974AE" w:rsidP="006974AE">
      <w:r>
        <w:t>876.6266</w:t>
      </w:r>
      <w:r>
        <w:tab/>
        <w:t>2.025e0</w:t>
      </w:r>
    </w:p>
    <w:p w:rsidR="006974AE" w:rsidRDefault="006974AE" w:rsidP="006974AE">
      <w:r>
        <w:t>876.6735</w:t>
      </w:r>
      <w:r>
        <w:tab/>
        <w:t>1.013e0</w:t>
      </w:r>
    </w:p>
    <w:p w:rsidR="006974AE" w:rsidRDefault="006974AE" w:rsidP="006974AE">
      <w:r>
        <w:t>876.6779</w:t>
      </w:r>
      <w:r>
        <w:tab/>
        <w:t>2.025e0</w:t>
      </w:r>
    </w:p>
    <w:p w:rsidR="006974AE" w:rsidRDefault="006974AE" w:rsidP="006974AE">
      <w:r>
        <w:t>876.7418</w:t>
      </w:r>
      <w:r>
        <w:tab/>
        <w:t>1.013e0</w:t>
      </w:r>
    </w:p>
    <w:p w:rsidR="006974AE" w:rsidRDefault="006974AE" w:rsidP="006974AE">
      <w:r>
        <w:t>876.7578</w:t>
      </w:r>
      <w:r>
        <w:tab/>
        <w:t>1.013e0</w:t>
      </w:r>
    </w:p>
    <w:p w:rsidR="006974AE" w:rsidRDefault="006974AE" w:rsidP="006974AE">
      <w:r>
        <w:t>876.7960</w:t>
      </w:r>
      <w:r>
        <w:tab/>
        <w:t>2.025e0</w:t>
      </w:r>
    </w:p>
    <w:p w:rsidR="006974AE" w:rsidRDefault="006974AE" w:rsidP="006974AE">
      <w:r>
        <w:lastRenderedPageBreak/>
        <w:t>876.8091</w:t>
      </w:r>
      <w:r>
        <w:tab/>
        <w:t>1.013e0</w:t>
      </w:r>
    </w:p>
    <w:p w:rsidR="006974AE" w:rsidRDefault="006974AE" w:rsidP="006974AE">
      <w:r>
        <w:t>876.8190</w:t>
      </w:r>
      <w:r>
        <w:tab/>
        <w:t>2.025e0</w:t>
      </w:r>
    </w:p>
    <w:p w:rsidR="006974AE" w:rsidRDefault="006974AE" w:rsidP="006974AE">
      <w:r>
        <w:t>876.8311</w:t>
      </w:r>
      <w:r>
        <w:tab/>
        <w:t>2.025e0</w:t>
      </w:r>
    </w:p>
    <w:p w:rsidR="006974AE" w:rsidRDefault="006974AE" w:rsidP="006974AE">
      <w:r>
        <w:t>876.8445</w:t>
      </w:r>
      <w:r>
        <w:tab/>
        <w:t>1.013e0</w:t>
      </w:r>
    </w:p>
    <w:p w:rsidR="006974AE" w:rsidRDefault="006974AE" w:rsidP="006974AE">
      <w:r>
        <w:t>876.8606</w:t>
      </w:r>
      <w:r>
        <w:tab/>
        <w:t>1.013e0</w:t>
      </w:r>
    </w:p>
    <w:p w:rsidR="006974AE" w:rsidRDefault="006974AE" w:rsidP="006974AE">
      <w:r>
        <w:t>876.9625</w:t>
      </w:r>
      <w:r>
        <w:tab/>
        <w:t>1.013e0</w:t>
      </w:r>
    </w:p>
    <w:p w:rsidR="006974AE" w:rsidRDefault="006974AE" w:rsidP="006974AE">
      <w:r>
        <w:t>877.0078</w:t>
      </w:r>
      <w:r>
        <w:tab/>
        <w:t>1.013e0</w:t>
      </w:r>
    </w:p>
    <w:p w:rsidR="006974AE" w:rsidRDefault="006974AE" w:rsidP="006974AE">
      <w:r>
        <w:t>877.0361</w:t>
      </w:r>
      <w:r>
        <w:tab/>
        <w:t>1.013e0</w:t>
      </w:r>
    </w:p>
    <w:p w:rsidR="006974AE" w:rsidRDefault="006974AE" w:rsidP="006974AE">
      <w:r>
        <w:t>877.0656</w:t>
      </w:r>
      <w:r>
        <w:tab/>
        <w:t>1.013e0</w:t>
      </w:r>
    </w:p>
    <w:p w:rsidR="006974AE" w:rsidRDefault="006974AE" w:rsidP="006974AE">
      <w:r>
        <w:t>877.0953</w:t>
      </w:r>
      <w:r>
        <w:tab/>
        <w:t>2.025e0</w:t>
      </w:r>
    </w:p>
    <w:p w:rsidR="006974AE" w:rsidRDefault="006974AE" w:rsidP="006974AE">
      <w:r>
        <w:t>877.1027</w:t>
      </w:r>
      <w:r>
        <w:tab/>
        <w:t>2.025e0</w:t>
      </w:r>
    </w:p>
    <w:p w:rsidR="006974AE" w:rsidRDefault="006974AE" w:rsidP="006974AE">
      <w:r>
        <w:t>877.1050</w:t>
      </w:r>
      <w:r>
        <w:tab/>
        <w:t>2.025e0</w:t>
      </w:r>
    </w:p>
    <w:p w:rsidR="006974AE" w:rsidRDefault="006974AE" w:rsidP="006974AE">
      <w:r>
        <w:t>877.1097</w:t>
      </w:r>
      <w:r>
        <w:tab/>
        <w:t>1.013e0</w:t>
      </w:r>
    </w:p>
    <w:p w:rsidR="006974AE" w:rsidRDefault="006974AE" w:rsidP="006974AE">
      <w:r>
        <w:t>877.1245</w:t>
      </w:r>
      <w:r>
        <w:tab/>
        <w:t>1.013e0</w:t>
      </w:r>
    </w:p>
    <w:p w:rsidR="006974AE" w:rsidRDefault="006974AE" w:rsidP="006974AE">
      <w:r>
        <w:t>877.1981</w:t>
      </w:r>
      <w:r>
        <w:tab/>
        <w:t>2.025e0</w:t>
      </w:r>
    </w:p>
    <w:p w:rsidR="006974AE" w:rsidRDefault="006974AE" w:rsidP="006974AE">
      <w:r>
        <w:t>877.1992</w:t>
      </w:r>
      <w:r>
        <w:tab/>
        <w:t>1.013e0</w:t>
      </w:r>
    </w:p>
    <w:p w:rsidR="006974AE" w:rsidRDefault="006974AE" w:rsidP="006974AE">
      <w:r>
        <w:t>877.2139</w:t>
      </w:r>
      <w:r>
        <w:tab/>
        <w:t>1.013e0</w:t>
      </w:r>
    </w:p>
    <w:p w:rsidR="006974AE" w:rsidRDefault="006974AE" w:rsidP="006974AE">
      <w:r>
        <w:t>877.3306</w:t>
      </w:r>
      <w:r>
        <w:tab/>
        <w:t>1.830e1</w:t>
      </w:r>
    </w:p>
    <w:p w:rsidR="006974AE" w:rsidRDefault="006974AE" w:rsidP="006974AE">
      <w:r>
        <w:t>877.3362</w:t>
      </w:r>
      <w:r>
        <w:tab/>
        <w:t>1.013e1</w:t>
      </w:r>
    </w:p>
    <w:p w:rsidR="006974AE" w:rsidRDefault="006974AE" w:rsidP="006974AE">
      <w:r>
        <w:lastRenderedPageBreak/>
        <w:t>877.3383</w:t>
      </w:r>
      <w:r>
        <w:tab/>
        <w:t>1.828e1</w:t>
      </w:r>
    </w:p>
    <w:p w:rsidR="006974AE" w:rsidRDefault="006974AE" w:rsidP="006974AE">
      <w:r>
        <w:t>877.3478</w:t>
      </w:r>
      <w:r>
        <w:tab/>
        <w:t>2.976e1</w:t>
      </w:r>
    </w:p>
    <w:p w:rsidR="006974AE" w:rsidRDefault="006974AE" w:rsidP="006974AE">
      <w:r>
        <w:t>877.3499</w:t>
      </w:r>
      <w:r>
        <w:tab/>
        <w:t>3.277e1</w:t>
      </w:r>
    </w:p>
    <w:p w:rsidR="006974AE" w:rsidRDefault="006974AE" w:rsidP="006974AE">
      <w:r>
        <w:t>877.3563</w:t>
      </w:r>
      <w:r>
        <w:tab/>
        <w:t>1.663e1</w:t>
      </w:r>
    </w:p>
    <w:p w:rsidR="006974AE" w:rsidRDefault="006974AE" w:rsidP="006974AE">
      <w:r>
        <w:t>877.3649</w:t>
      </w:r>
      <w:r>
        <w:tab/>
        <w:t>2.025e0</w:t>
      </w:r>
    </w:p>
    <w:p w:rsidR="006974AE" w:rsidRDefault="006974AE" w:rsidP="006974AE">
      <w:r>
        <w:t>877.4518</w:t>
      </w:r>
      <w:r>
        <w:tab/>
        <w:t>1.013e0</w:t>
      </w:r>
    </w:p>
    <w:p w:rsidR="006974AE" w:rsidRDefault="006974AE" w:rsidP="006974AE">
      <w:r>
        <w:t>877.4733</w:t>
      </w:r>
      <w:r>
        <w:tab/>
        <w:t>1.114e1</w:t>
      </w:r>
    </w:p>
    <w:p w:rsidR="006974AE" w:rsidRDefault="006974AE" w:rsidP="006974AE">
      <w:r>
        <w:t>877.4762</w:t>
      </w:r>
      <w:r>
        <w:tab/>
        <w:t>6.515e0</w:t>
      </w:r>
    </w:p>
    <w:p w:rsidR="006974AE" w:rsidRDefault="006974AE" w:rsidP="006974AE">
      <w:r>
        <w:t>877.4800</w:t>
      </w:r>
      <w:r>
        <w:tab/>
        <w:t>5.778e0</w:t>
      </w:r>
    </w:p>
    <w:p w:rsidR="006974AE" w:rsidRDefault="006974AE" w:rsidP="006974AE">
      <w:r>
        <w:t>877.4892</w:t>
      </w:r>
      <w:r>
        <w:tab/>
        <w:t>5.063e0</w:t>
      </w:r>
    </w:p>
    <w:p w:rsidR="006974AE" w:rsidRDefault="006974AE" w:rsidP="006974AE">
      <w:r>
        <w:t>877.5305</w:t>
      </w:r>
      <w:r>
        <w:tab/>
        <w:t>4.695e0</w:t>
      </w:r>
    </w:p>
    <w:p w:rsidR="006974AE" w:rsidRDefault="006974AE" w:rsidP="006974AE">
      <w:r>
        <w:t>877.5379</w:t>
      </w:r>
      <w:r>
        <w:tab/>
        <w:t>5.525e0</w:t>
      </w:r>
    </w:p>
    <w:p w:rsidR="006974AE" w:rsidRDefault="006974AE" w:rsidP="006974AE">
      <w:r>
        <w:t>877.5673</w:t>
      </w:r>
      <w:r>
        <w:tab/>
        <w:t>4.964e0</w:t>
      </w:r>
    </w:p>
    <w:p w:rsidR="006974AE" w:rsidRDefault="006974AE" w:rsidP="006974AE">
      <w:r>
        <w:t>877.6225</w:t>
      </w:r>
      <w:r>
        <w:tab/>
        <w:t>1.013e0</w:t>
      </w:r>
    </w:p>
    <w:p w:rsidR="006974AE" w:rsidRDefault="006974AE" w:rsidP="006974AE">
      <w:r>
        <w:t>877.6484</w:t>
      </w:r>
      <w:r>
        <w:tab/>
        <w:t>2.025e0</w:t>
      </w:r>
    </w:p>
    <w:p w:rsidR="006974AE" w:rsidRDefault="006974AE" w:rsidP="006974AE">
      <w:r>
        <w:t>877.6558</w:t>
      </w:r>
      <w:r>
        <w:tab/>
        <w:t>1.013e0</w:t>
      </w:r>
    </w:p>
    <w:p w:rsidR="006974AE" w:rsidRDefault="006974AE" w:rsidP="006974AE">
      <w:r>
        <w:t>877.6858</w:t>
      </w:r>
      <w:r>
        <w:tab/>
        <w:t>4.051e0</w:t>
      </w:r>
    </w:p>
    <w:p w:rsidR="006974AE" w:rsidRDefault="006974AE" w:rsidP="006974AE">
      <w:r>
        <w:t>877.6989</w:t>
      </w:r>
      <w:r>
        <w:tab/>
        <w:t>1.013e0</w:t>
      </w:r>
    </w:p>
    <w:p w:rsidR="006974AE" w:rsidRDefault="006974AE" w:rsidP="006974AE">
      <w:r>
        <w:t>877.7064</w:t>
      </w:r>
      <w:r>
        <w:tab/>
        <w:t>1.013e0</w:t>
      </w:r>
    </w:p>
    <w:p w:rsidR="006974AE" w:rsidRDefault="006974AE" w:rsidP="006974AE">
      <w:r>
        <w:lastRenderedPageBreak/>
        <w:t>877.7236</w:t>
      </w:r>
      <w:r>
        <w:tab/>
        <w:t>1.013e0</w:t>
      </w:r>
    </w:p>
    <w:p w:rsidR="006974AE" w:rsidRDefault="006974AE" w:rsidP="006974AE">
      <w:r>
        <w:t>877.7578</w:t>
      </w:r>
      <w:r>
        <w:tab/>
        <w:t>1.013e0</w:t>
      </w:r>
    </w:p>
    <w:p w:rsidR="006974AE" w:rsidRDefault="006974AE" w:rsidP="006974AE">
      <w:r>
        <w:t>877.7898</w:t>
      </w:r>
      <w:r>
        <w:tab/>
        <w:t>1.013e0</w:t>
      </w:r>
    </w:p>
    <w:p w:rsidR="006974AE" w:rsidRDefault="006974AE" w:rsidP="006974AE">
      <w:r>
        <w:t>877.7960</w:t>
      </w:r>
      <w:r>
        <w:tab/>
        <w:t>2.025e0</w:t>
      </w:r>
    </w:p>
    <w:p w:rsidR="006974AE" w:rsidRDefault="006974AE" w:rsidP="006974AE">
      <w:r>
        <w:t>877.8218</w:t>
      </w:r>
      <w:r>
        <w:tab/>
        <w:t>3.038e0</w:t>
      </w:r>
    </w:p>
    <w:p w:rsidR="006974AE" w:rsidRDefault="006974AE" w:rsidP="006974AE">
      <w:r>
        <w:t>877.8248</w:t>
      </w:r>
      <w:r>
        <w:tab/>
        <w:t>1.013e0</w:t>
      </w:r>
    </w:p>
    <w:p w:rsidR="006974AE" w:rsidRDefault="006974AE" w:rsidP="006974AE">
      <w:r>
        <w:t>877.8266</w:t>
      </w:r>
      <w:r>
        <w:tab/>
        <w:t>2.025e0</w:t>
      </w:r>
    </w:p>
    <w:p w:rsidR="006974AE" w:rsidRDefault="006974AE" w:rsidP="006974AE">
      <w:r>
        <w:t>877.9246</w:t>
      </w:r>
      <w:r>
        <w:tab/>
        <w:t>2.263e0</w:t>
      </w:r>
    </w:p>
    <w:p w:rsidR="006974AE" w:rsidRDefault="006974AE" w:rsidP="006974AE">
      <w:r>
        <w:t>877.9260</w:t>
      </w:r>
      <w:r>
        <w:tab/>
        <w:t>1.013e0</w:t>
      </w:r>
    </w:p>
    <w:p w:rsidR="006974AE" w:rsidRDefault="006974AE" w:rsidP="006974AE">
      <w:r>
        <w:t>877.9432</w:t>
      </w:r>
      <w:r>
        <w:tab/>
        <w:t>1.013e0</w:t>
      </w:r>
    </w:p>
    <w:p w:rsidR="006974AE" w:rsidRDefault="006974AE" w:rsidP="006974AE">
      <w:r>
        <w:t>877.9947</w:t>
      </w:r>
      <w:r>
        <w:tab/>
        <w:t>1.013e0</w:t>
      </w:r>
    </w:p>
    <w:p w:rsidR="006974AE" w:rsidRDefault="006974AE" w:rsidP="006974AE">
      <w:r>
        <w:t>878.0168</w:t>
      </w:r>
      <w:r>
        <w:tab/>
        <w:t>2.025e0</w:t>
      </w:r>
    </w:p>
    <w:p w:rsidR="006974AE" w:rsidRDefault="006974AE" w:rsidP="006974AE">
      <w:r>
        <w:t>878.0231</w:t>
      </w:r>
      <w:r>
        <w:tab/>
        <w:t>2.025e0</w:t>
      </w:r>
    </w:p>
    <w:p w:rsidR="006974AE" w:rsidRDefault="006974AE" w:rsidP="006974AE">
      <w:r>
        <w:t>878.0434</w:t>
      </w:r>
      <w:r>
        <w:tab/>
        <w:t>2.025e0</w:t>
      </w:r>
    </w:p>
    <w:p w:rsidR="006974AE" w:rsidRDefault="006974AE" w:rsidP="006974AE">
      <w:r>
        <w:t>878.0536</w:t>
      </w:r>
      <w:r>
        <w:tab/>
        <w:t>2.025e0</w:t>
      </w:r>
    </w:p>
    <w:p w:rsidR="006974AE" w:rsidRDefault="006974AE" w:rsidP="006974AE">
      <w:r>
        <w:t>878.0617</w:t>
      </w:r>
      <w:r>
        <w:tab/>
        <w:t>1.013e0</w:t>
      </w:r>
    </w:p>
    <w:p w:rsidR="006974AE" w:rsidRDefault="006974AE" w:rsidP="006974AE">
      <w:r>
        <w:t>878.1115</w:t>
      </w:r>
      <w:r>
        <w:tab/>
        <w:t>1.013e0</w:t>
      </w:r>
    </w:p>
    <w:p w:rsidR="006974AE" w:rsidRDefault="006974AE" w:rsidP="006974AE">
      <w:r>
        <w:t>878.1354</w:t>
      </w:r>
      <w:r>
        <w:tab/>
        <w:t>2.025e0</w:t>
      </w:r>
    </w:p>
    <w:p w:rsidR="006974AE" w:rsidRDefault="006974AE" w:rsidP="006974AE">
      <w:r>
        <w:t>878.1630</w:t>
      </w:r>
      <w:r>
        <w:tab/>
        <w:t>1.013e0</w:t>
      </w:r>
    </w:p>
    <w:p w:rsidR="006974AE" w:rsidRDefault="006974AE" w:rsidP="006974AE">
      <w:r>
        <w:lastRenderedPageBreak/>
        <w:t>878.2821</w:t>
      </w:r>
      <w:r>
        <w:tab/>
        <w:t>2.310e0</w:t>
      </w:r>
    </w:p>
    <w:p w:rsidR="006974AE" w:rsidRDefault="006974AE" w:rsidP="006974AE">
      <w:r>
        <w:t>878.3169</w:t>
      </w:r>
      <w:r>
        <w:tab/>
        <w:t>9.487e0</w:t>
      </w:r>
    </w:p>
    <w:p w:rsidR="006974AE" w:rsidRDefault="006974AE" w:rsidP="006974AE">
      <w:r>
        <w:t>878.3473</w:t>
      </w:r>
      <w:r>
        <w:tab/>
        <w:t>3.137e1</w:t>
      </w:r>
    </w:p>
    <w:p w:rsidR="006974AE" w:rsidRDefault="006974AE" w:rsidP="006974AE">
      <w:r>
        <w:t>878.3529</w:t>
      </w:r>
      <w:r>
        <w:tab/>
        <w:t>1.039e1</w:t>
      </w:r>
    </w:p>
    <w:p w:rsidR="006974AE" w:rsidRDefault="006974AE" w:rsidP="006974AE">
      <w:r>
        <w:t>878.3561</w:t>
      </w:r>
      <w:r>
        <w:tab/>
        <w:t>2.607e1</w:t>
      </w:r>
    </w:p>
    <w:p w:rsidR="006974AE" w:rsidRDefault="006974AE" w:rsidP="006974AE">
      <w:r>
        <w:t>878.3669</w:t>
      </w:r>
      <w:r>
        <w:tab/>
        <w:t>4.051e0</w:t>
      </w:r>
    </w:p>
    <w:p w:rsidR="006974AE" w:rsidRDefault="006974AE" w:rsidP="006974AE">
      <w:r>
        <w:t>878.4665</w:t>
      </w:r>
      <w:r>
        <w:tab/>
        <w:t>3.916e0</w:t>
      </w:r>
    </w:p>
    <w:p w:rsidR="006974AE" w:rsidRDefault="006974AE" w:rsidP="006974AE">
      <w:r>
        <w:t>878.4855</w:t>
      </w:r>
      <w:r>
        <w:tab/>
        <w:t>1.122e1</w:t>
      </w:r>
    </w:p>
    <w:p w:rsidR="006974AE" w:rsidRDefault="006974AE" w:rsidP="006974AE">
      <w:r>
        <w:t>878.5059</w:t>
      </w:r>
      <w:r>
        <w:tab/>
        <w:t>4.189e0</w:t>
      </w:r>
    </w:p>
    <w:p w:rsidR="006974AE" w:rsidRDefault="006974AE" w:rsidP="006974AE">
      <w:r>
        <w:t>878.5295</w:t>
      </w:r>
      <w:r>
        <w:tab/>
        <w:t>2.998e0</w:t>
      </w:r>
    </w:p>
    <w:p w:rsidR="006974AE" w:rsidRDefault="006974AE" w:rsidP="006974AE">
      <w:r>
        <w:t>878.5833</w:t>
      </w:r>
      <w:r>
        <w:tab/>
        <w:t>2.025e0</w:t>
      </w:r>
    </w:p>
    <w:p w:rsidR="006974AE" w:rsidRDefault="006974AE" w:rsidP="006974AE">
      <w:r>
        <w:t>878.6139</w:t>
      </w:r>
      <w:r>
        <w:tab/>
        <w:t>2.025e0</w:t>
      </w:r>
    </w:p>
    <w:p w:rsidR="006974AE" w:rsidRDefault="006974AE" w:rsidP="006974AE">
      <w:r>
        <w:t>878.6195</w:t>
      </w:r>
      <w:r>
        <w:tab/>
        <w:t>1.013e0</w:t>
      </w:r>
    </w:p>
    <w:p w:rsidR="006974AE" w:rsidRDefault="006974AE" w:rsidP="006974AE">
      <w:r>
        <w:t>878.6337</w:t>
      </w:r>
      <w:r>
        <w:tab/>
        <w:t>2.025e0</w:t>
      </w:r>
    </w:p>
    <w:p w:rsidR="006974AE" w:rsidRDefault="006974AE" w:rsidP="006974AE">
      <w:r>
        <w:t>878.7026</w:t>
      </w:r>
      <w:r>
        <w:tab/>
        <w:t>1.013e0</w:t>
      </w:r>
    </w:p>
    <w:p w:rsidR="006974AE" w:rsidRDefault="006974AE" w:rsidP="006974AE">
      <w:r>
        <w:t>878.7739</w:t>
      </w:r>
      <w:r>
        <w:tab/>
        <w:t>2.025e0</w:t>
      </w:r>
    </w:p>
    <w:p w:rsidR="006974AE" w:rsidRDefault="006974AE" w:rsidP="006974AE">
      <w:r>
        <w:t>878.8045</w:t>
      </w:r>
      <w:r>
        <w:tab/>
        <w:t>1.013e0</w:t>
      </w:r>
    </w:p>
    <w:p w:rsidR="006974AE" w:rsidRDefault="006974AE" w:rsidP="006974AE">
      <w:r>
        <w:t>878.8209</w:t>
      </w:r>
      <w:r>
        <w:tab/>
        <w:t>3.038e0</w:t>
      </w:r>
    </w:p>
    <w:p w:rsidR="006974AE" w:rsidRDefault="006974AE" w:rsidP="006974AE">
      <w:r>
        <w:t>878.9156</w:t>
      </w:r>
      <w:r>
        <w:tab/>
        <w:t>2.025e0</w:t>
      </w:r>
    </w:p>
    <w:p w:rsidR="006974AE" w:rsidRDefault="006974AE" w:rsidP="006974AE">
      <w:r>
        <w:lastRenderedPageBreak/>
        <w:t>878.9236</w:t>
      </w:r>
      <w:r>
        <w:tab/>
        <w:t>1.013e0</w:t>
      </w:r>
    </w:p>
    <w:p w:rsidR="006974AE" w:rsidRDefault="006974AE" w:rsidP="006974AE">
      <w:r>
        <w:t>878.9387</w:t>
      </w:r>
      <w:r>
        <w:tab/>
        <w:t>1.013e0</w:t>
      </w:r>
    </w:p>
    <w:p w:rsidR="006974AE" w:rsidRDefault="006974AE" w:rsidP="006974AE">
      <w:r>
        <w:t>879.0258</w:t>
      </w:r>
      <w:r>
        <w:tab/>
        <w:t>1.013e0</w:t>
      </w:r>
    </w:p>
    <w:p w:rsidR="006974AE" w:rsidRDefault="006974AE" w:rsidP="006974AE">
      <w:r>
        <w:t>879.0349</w:t>
      </w:r>
      <w:r>
        <w:tab/>
        <w:t>2.025e0</w:t>
      </w:r>
    </w:p>
    <w:p w:rsidR="006974AE" w:rsidRDefault="006974AE" w:rsidP="006974AE">
      <w:r>
        <w:t>879.0416</w:t>
      </w:r>
      <w:r>
        <w:tab/>
        <w:t>2.025e0</w:t>
      </w:r>
    </w:p>
    <w:p w:rsidR="006974AE" w:rsidRDefault="006974AE" w:rsidP="006974AE">
      <w:r>
        <w:t>879.0583</w:t>
      </w:r>
      <w:r>
        <w:tab/>
        <w:t>1.013e0</w:t>
      </w:r>
    </w:p>
    <w:p w:rsidR="006974AE" w:rsidRDefault="006974AE" w:rsidP="006974AE">
      <w:r>
        <w:t>879.1439</w:t>
      </w:r>
      <w:r>
        <w:tab/>
        <w:t>1.013e0</w:t>
      </w:r>
    </w:p>
    <w:p w:rsidR="006974AE" w:rsidRDefault="006974AE" w:rsidP="006974AE">
      <w:r>
        <w:t>879.1450</w:t>
      </w:r>
      <w:r>
        <w:tab/>
        <w:t>1.013e0</w:t>
      </w:r>
    </w:p>
    <w:p w:rsidR="006974AE" w:rsidRDefault="006974AE" w:rsidP="006974AE">
      <w:r>
        <w:t>879.1597</w:t>
      </w:r>
      <w:r>
        <w:tab/>
        <w:t>1.013e0</w:t>
      </w:r>
    </w:p>
    <w:p w:rsidR="006974AE" w:rsidRDefault="006974AE" w:rsidP="006974AE">
      <w:r>
        <w:t>879.1744</w:t>
      </w:r>
      <w:r>
        <w:tab/>
        <w:t>1.013e0</w:t>
      </w:r>
    </w:p>
    <w:p w:rsidR="006974AE" w:rsidRDefault="006974AE" w:rsidP="006974AE">
      <w:r>
        <w:t>879.1801</w:t>
      </w:r>
      <w:r>
        <w:tab/>
        <w:t>3.038e0</w:t>
      </w:r>
    </w:p>
    <w:p w:rsidR="006974AE" w:rsidRDefault="006974AE" w:rsidP="006974AE">
      <w:r>
        <w:t>879.2324</w:t>
      </w:r>
      <w:r>
        <w:tab/>
        <w:t>2.025e0</w:t>
      </w:r>
    </w:p>
    <w:p w:rsidR="006974AE" w:rsidRDefault="006974AE" w:rsidP="006974AE">
      <w:r>
        <w:t>879.3114</w:t>
      </w:r>
      <w:r>
        <w:tab/>
        <w:t>5.148e0</w:t>
      </w:r>
    </w:p>
    <w:p w:rsidR="006974AE" w:rsidRDefault="006974AE" w:rsidP="006974AE">
      <w:r>
        <w:t>879.3352</w:t>
      </w:r>
      <w:r>
        <w:tab/>
        <w:t>1.210e1</w:t>
      </w:r>
    </w:p>
    <w:p w:rsidR="006974AE" w:rsidRDefault="006974AE" w:rsidP="006974AE">
      <w:r>
        <w:t>879.3378</w:t>
      </w:r>
      <w:r>
        <w:tab/>
        <w:t>1.820e1</w:t>
      </w:r>
    </w:p>
    <w:p w:rsidR="006974AE" w:rsidRDefault="006974AE" w:rsidP="006974AE">
      <w:r>
        <w:t>879.3407</w:t>
      </w:r>
      <w:r>
        <w:tab/>
        <w:t>2.309e1</w:t>
      </w:r>
    </w:p>
    <w:p w:rsidR="006974AE" w:rsidRDefault="006974AE" w:rsidP="006974AE">
      <w:r>
        <w:t>879.3457</w:t>
      </w:r>
      <w:r>
        <w:tab/>
        <w:t>1.306e1</w:t>
      </w:r>
    </w:p>
    <w:p w:rsidR="006974AE" w:rsidRDefault="006974AE" w:rsidP="006974AE">
      <w:r>
        <w:t>879.3472</w:t>
      </w:r>
      <w:r>
        <w:tab/>
        <w:t>1.722e1</w:t>
      </w:r>
    </w:p>
    <w:p w:rsidR="006974AE" w:rsidRDefault="006974AE" w:rsidP="006974AE">
      <w:r>
        <w:t>879.3583</w:t>
      </w:r>
      <w:r>
        <w:tab/>
        <w:t>3.773e1</w:t>
      </w:r>
    </w:p>
    <w:p w:rsidR="006974AE" w:rsidRDefault="006974AE" w:rsidP="006974AE">
      <w:r>
        <w:lastRenderedPageBreak/>
        <w:t>879.3652</w:t>
      </w:r>
      <w:r>
        <w:tab/>
        <w:t>1.013e0</w:t>
      </w:r>
    </w:p>
    <w:p w:rsidR="006974AE" w:rsidRDefault="006974AE" w:rsidP="006974AE">
      <w:r>
        <w:t>879.4243</w:t>
      </w:r>
      <w:r>
        <w:tab/>
        <w:t>2.025e0</w:t>
      </w:r>
    </w:p>
    <w:p w:rsidR="006974AE" w:rsidRDefault="006974AE" w:rsidP="006974AE">
      <w:r>
        <w:t>879.4753</w:t>
      </w:r>
      <w:r>
        <w:tab/>
        <w:t>3.038e0</w:t>
      </w:r>
    </w:p>
    <w:p w:rsidR="006974AE" w:rsidRDefault="006974AE" w:rsidP="006974AE">
      <w:r>
        <w:t>879.4988</w:t>
      </w:r>
      <w:r>
        <w:tab/>
        <w:t>2.382e0</w:t>
      </w:r>
    </w:p>
    <w:p w:rsidR="006974AE" w:rsidRDefault="006974AE" w:rsidP="006974AE">
      <w:r>
        <w:t>879.5326</w:t>
      </w:r>
      <w:r>
        <w:tab/>
        <w:t>1.835e0</w:t>
      </w:r>
    </w:p>
    <w:p w:rsidR="006974AE" w:rsidRDefault="006974AE" w:rsidP="006974AE">
      <w:r>
        <w:t>879.5844</w:t>
      </w:r>
      <w:r>
        <w:tab/>
        <w:t>1.013e0</w:t>
      </w:r>
    </w:p>
    <w:p w:rsidR="006974AE" w:rsidRDefault="006974AE" w:rsidP="006974AE">
      <w:r>
        <w:t>879.5867</w:t>
      </w:r>
      <w:r>
        <w:tab/>
        <w:t>1.013e0</w:t>
      </w:r>
    </w:p>
    <w:p w:rsidR="006974AE" w:rsidRDefault="006974AE" w:rsidP="006974AE">
      <w:r>
        <w:t>879.6457</w:t>
      </w:r>
      <w:r>
        <w:tab/>
        <w:t>1.013e0</w:t>
      </w:r>
    </w:p>
    <w:p w:rsidR="006974AE" w:rsidRDefault="006974AE" w:rsidP="006974AE">
      <w:r>
        <w:t>879.6508</w:t>
      </w:r>
      <w:r>
        <w:tab/>
        <w:t>1.013e0</w:t>
      </w:r>
    </w:p>
    <w:p w:rsidR="006974AE" w:rsidRDefault="006974AE" w:rsidP="006974AE">
      <w:r>
        <w:t>879.6945</w:t>
      </w:r>
      <w:r>
        <w:tab/>
        <w:t>2.025e0</w:t>
      </w:r>
    </w:p>
    <w:p w:rsidR="006974AE" w:rsidRDefault="006974AE" w:rsidP="006974AE">
      <w:r>
        <w:t>879.7059</w:t>
      </w:r>
      <w:r>
        <w:tab/>
        <w:t>2.025e0</w:t>
      </w:r>
    </w:p>
    <w:p w:rsidR="006974AE" w:rsidRDefault="006974AE" w:rsidP="006974AE">
      <w:r>
        <w:t>879.7195</w:t>
      </w:r>
      <w:r>
        <w:tab/>
        <w:t>1.013e0</w:t>
      </w:r>
    </w:p>
    <w:p w:rsidR="006974AE" w:rsidRDefault="006974AE" w:rsidP="006974AE">
      <w:r>
        <w:t>879.7213</w:t>
      </w:r>
      <w:r>
        <w:tab/>
        <w:t>2.025e0</w:t>
      </w:r>
    </w:p>
    <w:p w:rsidR="006974AE" w:rsidRDefault="006974AE" w:rsidP="006974AE">
      <w:r>
        <w:t>879.7681</w:t>
      </w:r>
      <w:r>
        <w:tab/>
        <w:t>1.013e0</w:t>
      </w:r>
    </w:p>
    <w:p w:rsidR="006974AE" w:rsidRDefault="006974AE" w:rsidP="006974AE">
      <w:r>
        <w:t>879.8203</w:t>
      </w:r>
      <w:r>
        <w:tab/>
        <w:t>1.013e0</w:t>
      </w:r>
    </w:p>
    <w:p w:rsidR="006974AE" w:rsidRDefault="006974AE" w:rsidP="006974AE">
      <w:r>
        <w:t>879.8506</w:t>
      </w:r>
      <w:r>
        <w:tab/>
        <w:t>2.025e0</w:t>
      </w:r>
    </w:p>
    <w:p w:rsidR="006974AE" w:rsidRDefault="006974AE" w:rsidP="006974AE">
      <w:r>
        <w:t>879.9050</w:t>
      </w:r>
      <w:r>
        <w:tab/>
        <w:t>1.013e0</w:t>
      </w:r>
    </w:p>
    <w:p w:rsidR="006974AE" w:rsidRDefault="006974AE" w:rsidP="006974AE">
      <w:r>
        <w:t>880.0018</w:t>
      </w:r>
      <w:r>
        <w:tab/>
        <w:t>2.025e0</w:t>
      </w:r>
    </w:p>
    <w:p w:rsidR="006974AE" w:rsidRDefault="006974AE" w:rsidP="006974AE">
      <w:r>
        <w:t>880.0444</w:t>
      </w:r>
      <w:r>
        <w:tab/>
        <w:t>2.025e0</w:t>
      </w:r>
    </w:p>
    <w:p w:rsidR="006974AE" w:rsidRDefault="006974AE" w:rsidP="006974AE">
      <w:r>
        <w:lastRenderedPageBreak/>
        <w:t>880.1069</w:t>
      </w:r>
      <w:r>
        <w:tab/>
        <w:t>1.013e0</w:t>
      </w:r>
    </w:p>
    <w:p w:rsidR="006974AE" w:rsidRDefault="006974AE" w:rsidP="006974AE">
      <w:r>
        <w:t>880.1245</w:t>
      </w:r>
      <w:r>
        <w:tab/>
        <w:t>1.013e0</w:t>
      </w:r>
    </w:p>
    <w:p w:rsidR="006974AE" w:rsidRDefault="006974AE" w:rsidP="006974AE">
      <w:r>
        <w:t>880.1342</w:t>
      </w:r>
      <w:r>
        <w:tab/>
        <w:t>1.013e0</w:t>
      </w:r>
    </w:p>
    <w:p w:rsidR="006974AE" w:rsidRDefault="006974AE" w:rsidP="006974AE">
      <w:r>
        <w:t>880.1478</w:t>
      </w:r>
      <w:r>
        <w:tab/>
        <w:t>1.013e0</w:t>
      </w:r>
    </w:p>
    <w:p w:rsidR="006974AE" w:rsidRDefault="006974AE" w:rsidP="006974AE">
      <w:r>
        <w:t>880.1626</w:t>
      </w:r>
      <w:r>
        <w:tab/>
        <w:t>1.013e0</w:t>
      </w:r>
    </w:p>
    <w:p w:rsidR="006974AE" w:rsidRDefault="006974AE" w:rsidP="006974AE">
      <w:r>
        <w:t>880.1921</w:t>
      </w:r>
      <w:r>
        <w:tab/>
        <w:t>1.013e0</w:t>
      </w:r>
    </w:p>
    <w:p w:rsidR="006974AE" w:rsidRDefault="006974AE" w:rsidP="006974AE">
      <w:r>
        <w:t>880.2562</w:t>
      </w:r>
      <w:r>
        <w:tab/>
        <w:t>2.025e0</w:t>
      </w:r>
    </w:p>
    <w:p w:rsidR="006974AE" w:rsidRDefault="006974AE" w:rsidP="006974AE">
      <w:r>
        <w:t>880.3322</w:t>
      </w:r>
      <w:r>
        <w:tab/>
        <w:t>2.025e0</w:t>
      </w:r>
    </w:p>
    <w:p w:rsidR="006974AE" w:rsidRDefault="006974AE" w:rsidP="006974AE">
      <w:r>
        <w:t>880.3425</w:t>
      </w:r>
      <w:r>
        <w:tab/>
        <w:t>1.913e1</w:t>
      </w:r>
    </w:p>
    <w:p w:rsidR="006974AE" w:rsidRDefault="006974AE" w:rsidP="006974AE">
      <w:r>
        <w:t>880.3478</w:t>
      </w:r>
      <w:r>
        <w:tab/>
        <w:t>1.870e1</w:t>
      </w:r>
    </w:p>
    <w:p w:rsidR="006974AE" w:rsidRDefault="006974AE" w:rsidP="006974AE">
      <w:r>
        <w:t>880.3519</w:t>
      </w:r>
      <w:r>
        <w:tab/>
        <w:t>3.817e1</w:t>
      </w:r>
    </w:p>
    <w:p w:rsidR="006974AE" w:rsidRDefault="006974AE" w:rsidP="006974AE">
      <w:r>
        <w:t>880.3761</w:t>
      </w:r>
      <w:r>
        <w:tab/>
        <w:t>5.684e0</w:t>
      </w:r>
    </w:p>
    <w:p w:rsidR="006974AE" w:rsidRDefault="006974AE" w:rsidP="006974AE">
      <w:r>
        <w:t>880.3986</w:t>
      </w:r>
      <w:r>
        <w:tab/>
        <w:t>1.111e1</w:t>
      </w:r>
    </w:p>
    <w:p w:rsidR="006974AE" w:rsidRDefault="006974AE" w:rsidP="006974AE">
      <w:r>
        <w:t>880.4296</w:t>
      </w:r>
      <w:r>
        <w:tab/>
        <w:t>1.013e0</w:t>
      </w:r>
    </w:p>
    <w:p w:rsidR="006974AE" w:rsidRDefault="006974AE" w:rsidP="006974AE">
      <w:r>
        <w:t>880.4581</w:t>
      </w:r>
      <w:r>
        <w:tab/>
        <w:t>1.013e0</w:t>
      </w:r>
    </w:p>
    <w:p w:rsidR="006974AE" w:rsidRDefault="006974AE" w:rsidP="006974AE">
      <w:r>
        <w:t>880.4665</w:t>
      </w:r>
      <w:r>
        <w:tab/>
        <w:t>2.976e0</w:t>
      </w:r>
    </w:p>
    <w:p w:rsidR="006974AE" w:rsidRDefault="006974AE" w:rsidP="006974AE">
      <w:r>
        <w:t>880.5023</w:t>
      </w:r>
      <w:r>
        <w:tab/>
        <w:t>1.467e0</w:t>
      </w:r>
    </w:p>
    <w:p w:rsidR="006974AE" w:rsidRDefault="006974AE" w:rsidP="006974AE">
      <w:r>
        <w:t>880.5162</w:t>
      </w:r>
      <w:r>
        <w:tab/>
        <w:t>2.025e0</w:t>
      </w:r>
    </w:p>
    <w:p w:rsidR="006974AE" w:rsidRDefault="006974AE" w:rsidP="006974AE">
      <w:r>
        <w:t>880.5442</w:t>
      </w:r>
      <w:r>
        <w:tab/>
        <w:t>2.833e0</w:t>
      </w:r>
    </w:p>
    <w:p w:rsidR="006974AE" w:rsidRDefault="006974AE" w:rsidP="006974AE">
      <w:r>
        <w:lastRenderedPageBreak/>
        <w:t>880.5479</w:t>
      </w:r>
      <w:r>
        <w:tab/>
        <w:t>1.013e0</w:t>
      </w:r>
    </w:p>
    <w:p w:rsidR="006974AE" w:rsidRDefault="006974AE" w:rsidP="006974AE">
      <w:r>
        <w:t>880.5493</w:t>
      </w:r>
      <w:r>
        <w:tab/>
        <w:t>2.833e0</w:t>
      </w:r>
    </w:p>
    <w:p w:rsidR="006974AE" w:rsidRDefault="006974AE" w:rsidP="006974AE">
      <w:r>
        <w:t>880.5615</w:t>
      </w:r>
      <w:r>
        <w:tab/>
        <w:t>1.013e0</w:t>
      </w:r>
    </w:p>
    <w:p w:rsidR="006974AE" w:rsidRDefault="006974AE" w:rsidP="006974AE">
      <w:r>
        <w:t>880.5660</w:t>
      </w:r>
      <w:r>
        <w:tab/>
        <w:t>4.873e0</w:t>
      </w:r>
    </w:p>
    <w:p w:rsidR="006974AE" w:rsidRDefault="006974AE" w:rsidP="006974AE">
      <w:r>
        <w:t>880.5709</w:t>
      </w:r>
      <w:r>
        <w:tab/>
        <w:t>3.832e0</w:t>
      </w:r>
    </w:p>
    <w:p w:rsidR="006974AE" w:rsidRDefault="006974AE" w:rsidP="006974AE">
      <w:r>
        <w:t>880.5982</w:t>
      </w:r>
      <w:r>
        <w:tab/>
        <w:t>1.013e0</w:t>
      </w:r>
    </w:p>
    <w:p w:rsidR="006974AE" w:rsidRDefault="006974AE" w:rsidP="006974AE">
      <w:r>
        <w:t>880.6661</w:t>
      </w:r>
      <w:r>
        <w:tab/>
        <w:t>1.013e0</w:t>
      </w:r>
    </w:p>
    <w:p w:rsidR="006974AE" w:rsidRDefault="006974AE" w:rsidP="006974AE">
      <w:r>
        <w:t>880.6808</w:t>
      </w:r>
      <w:r>
        <w:tab/>
        <w:t>1.013e0</w:t>
      </w:r>
    </w:p>
    <w:p w:rsidR="006974AE" w:rsidRDefault="006974AE" w:rsidP="006974AE">
      <w:r>
        <w:t>880.7252</w:t>
      </w:r>
      <w:r>
        <w:tab/>
        <w:t>1.013e0</w:t>
      </w:r>
    </w:p>
    <w:p w:rsidR="006974AE" w:rsidRDefault="006974AE" w:rsidP="006974AE">
      <w:r>
        <w:t>880.7525</w:t>
      </w:r>
      <w:r>
        <w:tab/>
        <w:t>2.025e0</w:t>
      </w:r>
    </w:p>
    <w:p w:rsidR="006974AE" w:rsidRDefault="006974AE" w:rsidP="006974AE">
      <w:r>
        <w:t>880.7548</w:t>
      </w:r>
      <w:r>
        <w:tab/>
        <w:t>1.013e0</w:t>
      </w:r>
    </w:p>
    <w:p w:rsidR="006974AE" w:rsidRDefault="006974AE" w:rsidP="006974AE">
      <w:r>
        <w:t>880.7679</w:t>
      </w:r>
      <w:r>
        <w:tab/>
        <w:t>1.013e0</w:t>
      </w:r>
    </w:p>
    <w:p w:rsidR="006974AE" w:rsidRDefault="006974AE" w:rsidP="006974AE">
      <w:r>
        <w:t>880.8176</w:t>
      </w:r>
      <w:r>
        <w:tab/>
        <w:t>1.013e0</w:t>
      </w:r>
    </w:p>
    <w:p w:rsidR="006974AE" w:rsidRDefault="006974AE" w:rsidP="006974AE">
      <w:r>
        <w:t>880.8423</w:t>
      </w:r>
      <w:r>
        <w:tab/>
        <w:t>1.013e0</w:t>
      </w:r>
    </w:p>
    <w:p w:rsidR="006974AE" w:rsidRDefault="006974AE" w:rsidP="006974AE">
      <w:r>
        <w:t>880.8434</w:t>
      </w:r>
      <w:r>
        <w:tab/>
        <w:t>1.013e0</w:t>
      </w:r>
    </w:p>
    <w:p w:rsidR="006974AE" w:rsidRDefault="006974AE" w:rsidP="006974AE">
      <w:r>
        <w:t>880.8867</w:t>
      </w:r>
      <w:r>
        <w:tab/>
        <w:t>1.013e0</w:t>
      </w:r>
    </w:p>
    <w:p w:rsidR="006974AE" w:rsidRDefault="006974AE" w:rsidP="006974AE">
      <w:r>
        <w:t>880.8938</w:t>
      </w:r>
      <w:r>
        <w:tab/>
        <w:t>2.025e0</w:t>
      </w:r>
    </w:p>
    <w:p w:rsidR="006974AE" w:rsidRDefault="006974AE" w:rsidP="006974AE">
      <w:r>
        <w:t>880.9099</w:t>
      </w:r>
      <w:r>
        <w:tab/>
        <w:t>2.025e0</w:t>
      </w:r>
    </w:p>
    <w:p w:rsidR="006974AE" w:rsidRDefault="006974AE" w:rsidP="006974AE">
      <w:r>
        <w:t>881.0050</w:t>
      </w:r>
      <w:r>
        <w:tab/>
        <w:t>1.013e0</w:t>
      </w:r>
    </w:p>
    <w:p w:rsidR="006974AE" w:rsidRDefault="006974AE" w:rsidP="006974AE">
      <w:r>
        <w:lastRenderedPageBreak/>
        <w:t>881.0402</w:t>
      </w:r>
      <w:r>
        <w:tab/>
        <w:t>3.038e0</w:t>
      </w:r>
    </w:p>
    <w:p w:rsidR="006974AE" w:rsidRDefault="006974AE" w:rsidP="006974AE">
      <w:r>
        <w:t>881.0800</w:t>
      </w:r>
      <w:r>
        <w:tab/>
        <w:t>2.025e0</w:t>
      </w:r>
    </w:p>
    <w:p w:rsidR="006974AE" w:rsidRDefault="006974AE" w:rsidP="006974AE">
      <w:r>
        <w:t>881.1381</w:t>
      </w:r>
      <w:r>
        <w:tab/>
        <w:t>1.013e0</w:t>
      </w:r>
    </w:p>
    <w:p w:rsidR="006974AE" w:rsidRDefault="006974AE" w:rsidP="006974AE">
      <w:r>
        <w:t>881.1761</w:t>
      </w:r>
      <w:r>
        <w:tab/>
        <w:t>2.025e0</w:t>
      </w:r>
    </w:p>
    <w:p w:rsidR="006974AE" w:rsidRDefault="006974AE" w:rsidP="006974AE">
      <w:r>
        <w:t>881.1783</w:t>
      </w:r>
      <w:r>
        <w:tab/>
        <w:t>2.025e0</w:t>
      </w:r>
    </w:p>
    <w:p w:rsidR="006974AE" w:rsidRDefault="006974AE" w:rsidP="006974AE">
      <w:r>
        <w:t>881.2268</w:t>
      </w:r>
      <w:r>
        <w:tab/>
        <w:t>1.013e0</w:t>
      </w:r>
    </w:p>
    <w:p w:rsidR="006974AE" w:rsidRDefault="006974AE" w:rsidP="006974AE">
      <w:r>
        <w:t>881.2712</w:t>
      </w:r>
      <w:r>
        <w:tab/>
        <w:t>1.013e0</w:t>
      </w:r>
    </w:p>
    <w:p w:rsidR="006974AE" w:rsidRDefault="006974AE" w:rsidP="006974AE">
      <w:r>
        <w:t>881.3246</w:t>
      </w:r>
      <w:r>
        <w:tab/>
        <w:t>5.606e0</w:t>
      </w:r>
    </w:p>
    <w:p w:rsidR="006974AE" w:rsidRDefault="006974AE" w:rsidP="006974AE">
      <w:r>
        <w:t>881.3405</w:t>
      </w:r>
      <w:r>
        <w:tab/>
        <w:t>1.722e1</w:t>
      </w:r>
    </w:p>
    <w:p w:rsidR="006974AE" w:rsidRDefault="006974AE" w:rsidP="006974AE">
      <w:r>
        <w:t>881.3456</w:t>
      </w:r>
      <w:r>
        <w:tab/>
        <w:t>1.202e1</w:t>
      </w:r>
    </w:p>
    <w:p w:rsidR="006974AE" w:rsidRDefault="006974AE" w:rsidP="006974AE">
      <w:r>
        <w:t>881.3609</w:t>
      </w:r>
      <w:r>
        <w:tab/>
        <w:t>5.025e0</w:t>
      </w:r>
    </w:p>
    <w:p w:rsidR="006974AE" w:rsidRDefault="006974AE" w:rsidP="006974AE">
      <w:r>
        <w:t>881.3698</w:t>
      </w:r>
      <w:r>
        <w:tab/>
        <w:t>1.896e1</w:t>
      </w:r>
    </w:p>
    <w:p w:rsidR="006974AE" w:rsidRDefault="006974AE" w:rsidP="006974AE">
      <w:r>
        <w:t>881.3740</w:t>
      </w:r>
      <w:r>
        <w:tab/>
        <w:t>3.998e0</w:t>
      </w:r>
    </w:p>
    <w:p w:rsidR="006974AE" w:rsidRDefault="006974AE" w:rsidP="006974AE">
      <w:r>
        <w:t>881.3895</w:t>
      </w:r>
      <w:r>
        <w:tab/>
        <w:t>1.013e0</w:t>
      </w:r>
    </w:p>
    <w:p w:rsidR="006974AE" w:rsidRDefault="006974AE" w:rsidP="006974AE">
      <w:r>
        <w:t>881.3976</w:t>
      </w:r>
      <w:r>
        <w:tab/>
        <w:t>1.021e1</w:t>
      </w:r>
    </w:p>
    <w:p w:rsidR="006974AE" w:rsidRDefault="006974AE" w:rsidP="006974AE">
      <w:r>
        <w:t>881.4694</w:t>
      </w:r>
      <w:r>
        <w:tab/>
        <w:t>3.836e0</w:t>
      </w:r>
    </w:p>
    <w:p w:rsidR="006974AE" w:rsidRDefault="006974AE" w:rsidP="006974AE">
      <w:r>
        <w:t>881.4941</w:t>
      </w:r>
      <w:r>
        <w:tab/>
        <w:t>4.375e0</w:t>
      </w:r>
    </w:p>
    <w:p w:rsidR="006974AE" w:rsidRDefault="006974AE" w:rsidP="006974AE">
      <w:r>
        <w:t>881.5477</w:t>
      </w:r>
      <w:r>
        <w:tab/>
        <w:t>1.174e0</w:t>
      </w:r>
    </w:p>
    <w:p w:rsidR="006974AE" w:rsidRDefault="006974AE" w:rsidP="006974AE">
      <w:r>
        <w:t>881.5765</w:t>
      </w:r>
      <w:r>
        <w:tab/>
        <w:t>3.613e0</w:t>
      </w:r>
    </w:p>
    <w:p w:rsidR="006974AE" w:rsidRDefault="006974AE" w:rsidP="006974AE">
      <w:r>
        <w:lastRenderedPageBreak/>
        <w:t>881.5818</w:t>
      </w:r>
      <w:r>
        <w:tab/>
        <w:t>3.038e0</w:t>
      </w:r>
    </w:p>
    <w:p w:rsidR="006974AE" w:rsidRDefault="006974AE" w:rsidP="006974AE">
      <w:r>
        <w:t>881.5894</w:t>
      </w:r>
      <w:r>
        <w:tab/>
        <w:t>3.860e0</w:t>
      </w:r>
    </w:p>
    <w:p w:rsidR="006974AE" w:rsidRDefault="006974AE" w:rsidP="006974AE">
      <w:r>
        <w:t>881.5977</w:t>
      </w:r>
      <w:r>
        <w:tab/>
        <w:t>1.013e0</w:t>
      </w:r>
    </w:p>
    <w:p w:rsidR="006974AE" w:rsidRDefault="006974AE" w:rsidP="006974AE">
      <w:r>
        <w:t>881.6410</w:t>
      </w:r>
      <w:r>
        <w:tab/>
        <w:t>1.013e0</w:t>
      </w:r>
    </w:p>
    <w:p w:rsidR="006974AE" w:rsidRDefault="006974AE" w:rsidP="006974AE">
      <w:r>
        <w:t>881.6501</w:t>
      </w:r>
      <w:r>
        <w:tab/>
        <w:t>2.025e0</w:t>
      </w:r>
    </w:p>
    <w:p w:rsidR="006974AE" w:rsidRDefault="006974AE" w:rsidP="006974AE">
      <w:r>
        <w:t>881.7135</w:t>
      </w:r>
      <w:r>
        <w:tab/>
        <w:t>3.038e0</w:t>
      </w:r>
    </w:p>
    <w:p w:rsidR="006974AE" w:rsidRDefault="006974AE" w:rsidP="006974AE">
      <w:r>
        <w:t>881.7150</w:t>
      </w:r>
      <w:r>
        <w:tab/>
        <w:t>1.013e0</w:t>
      </w:r>
    </w:p>
    <w:p w:rsidR="006974AE" w:rsidRDefault="006974AE" w:rsidP="006974AE">
      <w:r>
        <w:t>881.7939</w:t>
      </w:r>
      <w:r>
        <w:tab/>
        <w:t>2.025e0</w:t>
      </w:r>
    </w:p>
    <w:p w:rsidR="006974AE" w:rsidRDefault="006974AE" w:rsidP="006974AE">
      <w:r>
        <w:t>881.7982</w:t>
      </w:r>
      <w:r>
        <w:tab/>
        <w:t>1.013e0</w:t>
      </w:r>
    </w:p>
    <w:p w:rsidR="006974AE" w:rsidRDefault="006974AE" w:rsidP="006974AE">
      <w:r>
        <w:t>881.8352</w:t>
      </w:r>
      <w:r>
        <w:tab/>
        <w:t>2.025e0</w:t>
      </w:r>
    </w:p>
    <w:p w:rsidR="006974AE" w:rsidRDefault="006974AE" w:rsidP="006974AE">
      <w:r>
        <w:t>881.8937</w:t>
      </w:r>
      <w:r>
        <w:tab/>
        <w:t>1.013e0</w:t>
      </w:r>
    </w:p>
    <w:p w:rsidR="006974AE" w:rsidRDefault="006974AE" w:rsidP="006974AE">
      <w:r>
        <w:t>881.8993</w:t>
      </w:r>
      <w:r>
        <w:tab/>
        <w:t>2.025e0</w:t>
      </w:r>
    </w:p>
    <w:p w:rsidR="006974AE" w:rsidRDefault="006974AE" w:rsidP="006974AE">
      <w:r>
        <w:t>881.9518</w:t>
      </w:r>
      <w:r>
        <w:tab/>
        <w:t>1.013e0</w:t>
      </w:r>
    </w:p>
    <w:p w:rsidR="006974AE" w:rsidRDefault="006974AE" w:rsidP="006974AE">
      <w:r>
        <w:t>881.9529</w:t>
      </w:r>
      <w:r>
        <w:tab/>
        <w:t>1.013e0</w:t>
      </w:r>
    </w:p>
    <w:p w:rsidR="006974AE" w:rsidRDefault="006974AE" w:rsidP="006974AE">
      <w:r>
        <w:t>881.9685</w:t>
      </w:r>
      <w:r>
        <w:tab/>
        <w:t>4.051e0</w:t>
      </w:r>
    </w:p>
    <w:p w:rsidR="006974AE" w:rsidRDefault="006974AE" w:rsidP="006974AE">
      <w:r>
        <w:t>882.0349</w:t>
      </w:r>
      <w:r>
        <w:tab/>
        <w:t>1.013e0</w:t>
      </w:r>
    </w:p>
    <w:p w:rsidR="006974AE" w:rsidRDefault="006974AE" w:rsidP="006974AE">
      <w:r>
        <w:t>882.0421</w:t>
      </w:r>
      <w:r>
        <w:tab/>
        <w:t>3.038e0</w:t>
      </w:r>
    </w:p>
    <w:p w:rsidR="006974AE" w:rsidRDefault="006974AE" w:rsidP="006974AE">
      <w:r>
        <w:t>882.0524</w:t>
      </w:r>
      <w:r>
        <w:tab/>
        <w:t>1.013e0</w:t>
      </w:r>
    </w:p>
    <w:p w:rsidR="006974AE" w:rsidRDefault="006974AE" w:rsidP="006974AE">
      <w:r>
        <w:t>882.1310</w:t>
      </w:r>
      <w:r>
        <w:tab/>
        <w:t>2.025e0</w:t>
      </w:r>
    </w:p>
    <w:p w:rsidR="006974AE" w:rsidRDefault="006974AE" w:rsidP="006974AE">
      <w:r>
        <w:lastRenderedPageBreak/>
        <w:t>882.1453</w:t>
      </w:r>
      <w:r>
        <w:tab/>
        <w:t>1.013e0</w:t>
      </w:r>
    </w:p>
    <w:p w:rsidR="006974AE" w:rsidRDefault="006974AE" w:rsidP="006974AE">
      <w:r>
        <w:t>882.1898</w:t>
      </w:r>
      <w:r>
        <w:tab/>
        <w:t>1.013e0</w:t>
      </w:r>
    </w:p>
    <w:p w:rsidR="006974AE" w:rsidRDefault="006974AE" w:rsidP="006974AE">
      <w:r>
        <w:t>882.2336</w:t>
      </w:r>
      <w:r>
        <w:tab/>
        <w:t>2.025e0</w:t>
      </w:r>
    </w:p>
    <w:p w:rsidR="006974AE" w:rsidRDefault="006974AE" w:rsidP="006974AE">
      <w:r>
        <w:t>882.2490</w:t>
      </w:r>
      <w:r>
        <w:tab/>
        <w:t>1.013e0</w:t>
      </w:r>
    </w:p>
    <w:p w:rsidR="006974AE" w:rsidRDefault="006974AE" w:rsidP="006974AE">
      <w:r>
        <w:t>882.3029</w:t>
      </w:r>
      <w:r>
        <w:tab/>
        <w:t>3.038e0</w:t>
      </w:r>
    </w:p>
    <w:p w:rsidR="006974AE" w:rsidRDefault="006974AE" w:rsidP="006974AE">
      <w:r>
        <w:t>882.3167</w:t>
      </w:r>
      <w:r>
        <w:tab/>
        <w:t>3.420e0</w:t>
      </w:r>
    </w:p>
    <w:p w:rsidR="006974AE" w:rsidRDefault="006974AE" w:rsidP="006974AE">
      <w:r>
        <w:t>882.3340</w:t>
      </w:r>
      <w:r>
        <w:tab/>
        <w:t>4.022e0</w:t>
      </w:r>
    </w:p>
    <w:p w:rsidR="006974AE" w:rsidRDefault="006974AE" w:rsidP="006974AE">
      <w:r>
        <w:t>882.3611</w:t>
      </w:r>
      <w:r>
        <w:tab/>
        <w:t>8.660e0</w:t>
      </w:r>
    </w:p>
    <w:p w:rsidR="006974AE" w:rsidRDefault="006974AE" w:rsidP="006974AE">
      <w:r>
        <w:t>882.3801</w:t>
      </w:r>
      <w:r>
        <w:tab/>
        <w:t>3.904e0</w:t>
      </w:r>
    </w:p>
    <w:p w:rsidR="006974AE" w:rsidRDefault="006974AE" w:rsidP="006974AE">
      <w:r>
        <w:t>882.3885</w:t>
      </w:r>
      <w:r>
        <w:tab/>
        <w:t>2.776e0</w:t>
      </w:r>
    </w:p>
    <w:p w:rsidR="006974AE" w:rsidRDefault="006974AE" w:rsidP="006974AE">
      <w:r>
        <w:t>882.3949</w:t>
      </w:r>
      <w:r>
        <w:tab/>
        <w:t>5.924e0</w:t>
      </w:r>
    </w:p>
    <w:p w:rsidR="006974AE" w:rsidRDefault="006974AE" w:rsidP="006974AE">
      <w:r>
        <w:t>882.4259</w:t>
      </w:r>
      <w:r>
        <w:tab/>
        <w:t>2.025e0</w:t>
      </w:r>
    </w:p>
    <w:p w:rsidR="006974AE" w:rsidRDefault="006974AE" w:rsidP="006974AE">
      <w:r>
        <w:t>882.4476</w:t>
      </w:r>
      <w:r>
        <w:tab/>
        <w:t>1.881e0</w:t>
      </w:r>
    </w:p>
    <w:p w:rsidR="006974AE" w:rsidRDefault="006974AE" w:rsidP="006974AE">
      <w:r>
        <w:t>882.4766</w:t>
      </w:r>
      <w:r>
        <w:tab/>
        <w:t>3.322e0</w:t>
      </w:r>
    </w:p>
    <w:p w:rsidR="006974AE" w:rsidRDefault="006974AE" w:rsidP="006974AE">
      <w:r>
        <w:t>882.5405</w:t>
      </w:r>
      <w:r>
        <w:tab/>
        <w:t>3.038e0</w:t>
      </w:r>
    </w:p>
    <w:p w:rsidR="006974AE" w:rsidRDefault="006974AE" w:rsidP="006974AE">
      <w:r>
        <w:t>882.5451</w:t>
      </w:r>
      <w:r>
        <w:tab/>
        <w:t>1.013e0</w:t>
      </w:r>
    </w:p>
    <w:p w:rsidR="006974AE" w:rsidRDefault="006974AE" w:rsidP="006974AE">
      <w:r>
        <w:t>882.5477</w:t>
      </w:r>
      <w:r>
        <w:tab/>
        <w:t>3.847e0</w:t>
      </w:r>
    </w:p>
    <w:p w:rsidR="006974AE" w:rsidRDefault="006974AE" w:rsidP="006974AE">
      <w:r>
        <w:t>882.5508</w:t>
      </w:r>
      <w:r>
        <w:tab/>
        <w:t>2.025e0</w:t>
      </w:r>
    </w:p>
    <w:p w:rsidR="006974AE" w:rsidRDefault="006974AE" w:rsidP="006974AE">
      <w:r>
        <w:t>882.5653</w:t>
      </w:r>
      <w:r>
        <w:tab/>
        <w:t>3.739e0</w:t>
      </w:r>
    </w:p>
    <w:p w:rsidR="006974AE" w:rsidRDefault="006974AE" w:rsidP="006974AE">
      <w:r>
        <w:lastRenderedPageBreak/>
        <w:t>882.6464</w:t>
      </w:r>
      <w:r>
        <w:tab/>
        <w:t>2.025e0</w:t>
      </w:r>
    </w:p>
    <w:p w:rsidR="006974AE" w:rsidRDefault="006974AE" w:rsidP="006974AE">
      <w:r>
        <w:t>882.6488</w:t>
      </w:r>
      <w:r>
        <w:tab/>
        <w:t>1.013e0</w:t>
      </w:r>
    </w:p>
    <w:p w:rsidR="006974AE" w:rsidRDefault="006974AE" w:rsidP="006974AE">
      <w:r>
        <w:t>882.6561</w:t>
      </w:r>
      <w:r>
        <w:tab/>
        <w:t>2.025e0</w:t>
      </w:r>
    </w:p>
    <w:p w:rsidR="006974AE" w:rsidRDefault="006974AE" w:rsidP="006974AE">
      <w:r>
        <w:t>882.6619</w:t>
      </w:r>
      <w:r>
        <w:tab/>
        <w:t>1.013e0</w:t>
      </w:r>
    </w:p>
    <w:p w:rsidR="006974AE" w:rsidRDefault="006974AE" w:rsidP="006974AE">
      <w:r>
        <w:t>882.6713</w:t>
      </w:r>
      <w:r>
        <w:tab/>
        <w:t>2.025e0</w:t>
      </w:r>
    </w:p>
    <w:p w:rsidR="006974AE" w:rsidRDefault="006974AE" w:rsidP="006974AE">
      <w:r>
        <w:t>882.7070</w:t>
      </w:r>
      <w:r>
        <w:tab/>
        <w:t>1.013e0</w:t>
      </w:r>
    </w:p>
    <w:p w:rsidR="006974AE" w:rsidRDefault="006974AE" w:rsidP="006974AE">
      <w:r>
        <w:t>882.7119</w:t>
      </w:r>
      <w:r>
        <w:tab/>
        <w:t>4.051e0</w:t>
      </w:r>
    </w:p>
    <w:p w:rsidR="006974AE" w:rsidRDefault="006974AE" w:rsidP="006974AE">
      <w:r>
        <w:t>882.7217</w:t>
      </w:r>
      <w:r>
        <w:tab/>
        <w:t>1.013e0</w:t>
      </w:r>
    </w:p>
    <w:p w:rsidR="006974AE" w:rsidRDefault="006974AE" w:rsidP="006974AE">
      <w:r>
        <w:t>882.7461</w:t>
      </w:r>
      <w:r>
        <w:tab/>
        <w:t>1.013e0</w:t>
      </w:r>
    </w:p>
    <w:p w:rsidR="006974AE" w:rsidRDefault="006974AE" w:rsidP="006974AE">
      <w:r>
        <w:t>882.7821</w:t>
      </w:r>
      <w:r>
        <w:tab/>
        <w:t>2.025e0</w:t>
      </w:r>
    </w:p>
    <w:p w:rsidR="006974AE" w:rsidRDefault="006974AE" w:rsidP="006974AE">
      <w:r>
        <w:t>882.8699</w:t>
      </w:r>
      <w:r>
        <w:tab/>
        <w:t>1.013e0</w:t>
      </w:r>
    </w:p>
    <w:p w:rsidR="006974AE" w:rsidRDefault="006974AE" w:rsidP="006974AE">
      <w:r>
        <w:t>882.8985</w:t>
      </w:r>
      <w:r>
        <w:tab/>
        <w:t>1.013e0</w:t>
      </w:r>
    </w:p>
    <w:p w:rsidR="006974AE" w:rsidRDefault="006974AE" w:rsidP="006974AE">
      <w:r>
        <w:t>882.9144</w:t>
      </w:r>
      <w:r>
        <w:tab/>
        <w:t>1.013e0</w:t>
      </w:r>
    </w:p>
    <w:p w:rsidR="006974AE" w:rsidRDefault="006974AE" w:rsidP="006974AE">
      <w:r>
        <w:t>882.9385</w:t>
      </w:r>
      <w:r>
        <w:tab/>
        <w:t>2.025e0</w:t>
      </w:r>
    </w:p>
    <w:p w:rsidR="006974AE" w:rsidRDefault="006974AE" w:rsidP="006974AE">
      <w:r>
        <w:t>882.9736</w:t>
      </w:r>
      <w:r>
        <w:tab/>
        <w:t>1.013e0</w:t>
      </w:r>
    </w:p>
    <w:p w:rsidR="006974AE" w:rsidRDefault="006974AE" w:rsidP="006974AE">
      <w:r>
        <w:t>883.1229</w:t>
      </w:r>
      <w:r>
        <w:tab/>
        <w:t>1.013e0</w:t>
      </w:r>
    </w:p>
    <w:p w:rsidR="006974AE" w:rsidRDefault="006974AE" w:rsidP="006974AE">
      <w:r>
        <w:t>883.1378</w:t>
      </w:r>
      <w:r>
        <w:tab/>
        <w:t>1.013e0</w:t>
      </w:r>
    </w:p>
    <w:p w:rsidR="006974AE" w:rsidRDefault="006974AE" w:rsidP="006974AE">
      <w:r>
        <w:t>883.1525</w:t>
      </w:r>
      <w:r>
        <w:tab/>
        <w:t>1.013e0</w:t>
      </w:r>
    </w:p>
    <w:p w:rsidR="006974AE" w:rsidRDefault="006974AE" w:rsidP="006974AE">
      <w:r>
        <w:t>883.1663</w:t>
      </w:r>
      <w:r>
        <w:tab/>
        <w:t>1.013e0</w:t>
      </w:r>
    </w:p>
    <w:p w:rsidR="006974AE" w:rsidRDefault="006974AE" w:rsidP="006974AE">
      <w:r>
        <w:lastRenderedPageBreak/>
        <w:t>883.1674</w:t>
      </w:r>
      <w:r>
        <w:tab/>
        <w:t>1.013e0</w:t>
      </w:r>
    </w:p>
    <w:p w:rsidR="006974AE" w:rsidRDefault="006974AE" w:rsidP="006974AE">
      <w:r>
        <w:t>883.2108</w:t>
      </w:r>
      <w:r>
        <w:tab/>
        <w:t>1.013e0</w:t>
      </w:r>
    </w:p>
    <w:p w:rsidR="006974AE" w:rsidRDefault="006974AE" w:rsidP="006974AE">
      <w:r>
        <w:t>883.2415</w:t>
      </w:r>
      <w:r>
        <w:tab/>
        <w:t>1.013e0</w:t>
      </w:r>
    </w:p>
    <w:p w:rsidR="006974AE" w:rsidRDefault="006974AE" w:rsidP="006974AE">
      <w:r>
        <w:t>883.2700</w:t>
      </w:r>
      <w:r>
        <w:tab/>
        <w:t>1.013e0</w:t>
      </w:r>
    </w:p>
    <w:p w:rsidR="006974AE" w:rsidRDefault="006974AE" w:rsidP="006974AE">
      <w:r>
        <w:t>883.2775</w:t>
      </w:r>
      <w:r>
        <w:tab/>
        <w:t>1.931e0</w:t>
      </w:r>
    </w:p>
    <w:p w:rsidR="006974AE" w:rsidRDefault="006974AE" w:rsidP="006974AE">
      <w:r>
        <w:t>883.2849</w:t>
      </w:r>
      <w:r>
        <w:tab/>
        <w:t>1.013e0</w:t>
      </w:r>
    </w:p>
    <w:p w:rsidR="006974AE" w:rsidRDefault="006974AE" w:rsidP="006974AE">
      <w:r>
        <w:t>883.2860</w:t>
      </w:r>
      <w:r>
        <w:tab/>
        <w:t>2.025e0</w:t>
      </w:r>
    </w:p>
    <w:p w:rsidR="006974AE" w:rsidRDefault="006974AE" w:rsidP="006974AE">
      <w:r>
        <w:t>883.3551</w:t>
      </w:r>
      <w:r>
        <w:tab/>
        <w:t>1.013e0</w:t>
      </w:r>
    </w:p>
    <w:p w:rsidR="006974AE" w:rsidRDefault="006974AE" w:rsidP="006974AE">
      <w:r>
        <w:t>883.3812</w:t>
      </w:r>
      <w:r>
        <w:tab/>
        <w:t>2.616e0</w:t>
      </w:r>
    </w:p>
    <w:p w:rsidR="006974AE" w:rsidRDefault="006974AE" w:rsidP="006974AE">
      <w:r>
        <w:t>883.3918</w:t>
      </w:r>
      <w:r>
        <w:tab/>
        <w:t>1.531e0</w:t>
      </w:r>
    </w:p>
    <w:p w:rsidR="006974AE" w:rsidRDefault="006974AE" w:rsidP="006974AE">
      <w:r>
        <w:t>883.4076</w:t>
      </w:r>
      <w:r>
        <w:tab/>
        <w:t>3.968e0</w:t>
      </w:r>
    </w:p>
    <w:p w:rsidR="006974AE" w:rsidRDefault="006974AE" w:rsidP="006974AE">
      <w:r>
        <w:t>883.4357</w:t>
      </w:r>
      <w:r>
        <w:tab/>
        <w:t>4.024e0</w:t>
      </w:r>
    </w:p>
    <w:p w:rsidR="006974AE" w:rsidRDefault="006974AE" w:rsidP="006974AE">
      <w:r>
        <w:t>883.4626</w:t>
      </w:r>
      <w:r>
        <w:tab/>
        <w:t>5.063e0</w:t>
      </w:r>
    </w:p>
    <w:p w:rsidR="006974AE" w:rsidRDefault="006974AE" w:rsidP="006974AE">
      <w:r>
        <w:t>883.4650</w:t>
      </w:r>
      <w:r>
        <w:tab/>
        <w:t>2.832e0</w:t>
      </w:r>
    </w:p>
    <w:p w:rsidR="006974AE" w:rsidRDefault="006974AE" w:rsidP="006974AE">
      <w:r>
        <w:t>883.4929</w:t>
      </w:r>
      <w:r>
        <w:tab/>
        <w:t>1.861e0</w:t>
      </w:r>
    </w:p>
    <w:p w:rsidR="006974AE" w:rsidRDefault="006974AE" w:rsidP="006974AE">
      <w:r>
        <w:t>883.5422</w:t>
      </w:r>
      <w:r>
        <w:tab/>
        <w:t>3.008e0</w:t>
      </w:r>
    </w:p>
    <w:p w:rsidR="006974AE" w:rsidRDefault="006974AE" w:rsidP="006974AE">
      <w:r>
        <w:t>883.5511</w:t>
      </w:r>
      <w:r>
        <w:tab/>
        <w:t>4.034e0</w:t>
      </w:r>
    </w:p>
    <w:p w:rsidR="006974AE" w:rsidRDefault="006974AE" w:rsidP="006974AE">
      <w:r>
        <w:t>883.5750</w:t>
      </w:r>
      <w:r>
        <w:tab/>
        <w:t>2.025e0</w:t>
      </w:r>
    </w:p>
    <w:p w:rsidR="006974AE" w:rsidRDefault="006974AE" w:rsidP="006974AE">
      <w:r>
        <w:t>883.5917</w:t>
      </w:r>
      <w:r>
        <w:tab/>
        <w:t>1.013e0</w:t>
      </w:r>
    </w:p>
    <w:p w:rsidR="006974AE" w:rsidRDefault="006974AE" w:rsidP="006974AE">
      <w:r>
        <w:lastRenderedPageBreak/>
        <w:t>883.6093</w:t>
      </w:r>
      <w:r>
        <w:tab/>
        <w:t>1.013e0</w:t>
      </w:r>
    </w:p>
    <w:p w:rsidR="006974AE" w:rsidRDefault="006974AE" w:rsidP="006974AE">
      <w:r>
        <w:t>883.6110</w:t>
      </w:r>
      <w:r>
        <w:tab/>
        <w:t>2.025e0</w:t>
      </w:r>
    </w:p>
    <w:p w:rsidR="006974AE" w:rsidRDefault="006974AE" w:rsidP="006974AE">
      <w:r>
        <w:t>883.6259</w:t>
      </w:r>
      <w:r>
        <w:tab/>
        <w:t>1.013e0</w:t>
      </w:r>
    </w:p>
    <w:p w:rsidR="006974AE" w:rsidRDefault="006974AE" w:rsidP="006974AE">
      <w:r>
        <w:t>883.6862</w:t>
      </w:r>
      <w:r>
        <w:tab/>
        <w:t>1.013e0</w:t>
      </w:r>
    </w:p>
    <w:p w:rsidR="006974AE" w:rsidRDefault="006974AE" w:rsidP="006974AE">
      <w:r>
        <w:t>883.7089</w:t>
      </w:r>
      <w:r>
        <w:tab/>
        <w:t>1.013e0</w:t>
      </w:r>
    </w:p>
    <w:p w:rsidR="006974AE" w:rsidRDefault="006974AE" w:rsidP="006974AE">
      <w:r>
        <w:t>883.7296</w:t>
      </w:r>
      <w:r>
        <w:tab/>
        <w:t>1.013e0</w:t>
      </w:r>
    </w:p>
    <w:p w:rsidR="006974AE" w:rsidRDefault="006974AE" w:rsidP="006974AE">
      <w:r>
        <w:t>883.7454</w:t>
      </w:r>
      <w:r>
        <w:tab/>
        <w:t>1.013e0</w:t>
      </w:r>
    </w:p>
    <w:p w:rsidR="006974AE" w:rsidRDefault="006974AE" w:rsidP="006974AE">
      <w:r>
        <w:t>883.8052</w:t>
      </w:r>
      <w:r>
        <w:tab/>
        <w:t>2.025e0</w:t>
      </w:r>
    </w:p>
    <w:p w:rsidR="006974AE" w:rsidRDefault="006974AE" w:rsidP="006974AE">
      <w:r>
        <w:t>883.8186</w:t>
      </w:r>
      <w:r>
        <w:tab/>
        <w:t>1.013e0</w:t>
      </w:r>
    </w:p>
    <w:p w:rsidR="006974AE" w:rsidRDefault="006974AE" w:rsidP="006974AE">
      <w:r>
        <w:t>883.9076</w:t>
      </w:r>
      <w:r>
        <w:tab/>
        <w:t>1.013e0</w:t>
      </w:r>
    </w:p>
    <w:p w:rsidR="006974AE" w:rsidRDefault="006974AE" w:rsidP="006974AE">
      <w:r>
        <w:t>883.9224</w:t>
      </w:r>
      <w:r>
        <w:tab/>
        <w:t>1.013e0</w:t>
      </w:r>
    </w:p>
    <w:p w:rsidR="006974AE" w:rsidRDefault="006974AE" w:rsidP="006974AE">
      <w:r>
        <w:t>883.9664</w:t>
      </w:r>
      <w:r>
        <w:tab/>
        <w:t>2.025e0</w:t>
      </w:r>
    </w:p>
    <w:p w:rsidR="006974AE" w:rsidRDefault="006974AE" w:rsidP="006974AE">
      <w:r>
        <w:t>883.9949</w:t>
      </w:r>
      <w:r>
        <w:tab/>
        <w:t>2.025e0</w:t>
      </w:r>
    </w:p>
    <w:p w:rsidR="006974AE" w:rsidRDefault="006974AE" w:rsidP="006974AE">
      <w:r>
        <w:t>883.9966</w:t>
      </w:r>
      <w:r>
        <w:tab/>
        <w:t>1.013e0</w:t>
      </w:r>
    </w:p>
    <w:p w:rsidR="006974AE" w:rsidRDefault="006974AE" w:rsidP="006974AE">
      <w:r>
        <w:t>884.0650</w:t>
      </w:r>
      <w:r>
        <w:tab/>
        <w:t>1.013e0</w:t>
      </w:r>
    </w:p>
    <w:p w:rsidR="006974AE" w:rsidRDefault="006974AE" w:rsidP="006974AE">
      <w:r>
        <w:t>884.0719</w:t>
      </w:r>
      <w:r>
        <w:tab/>
        <w:t>1.013e0</w:t>
      </w:r>
    </w:p>
    <w:p w:rsidR="006974AE" w:rsidRDefault="006974AE" w:rsidP="006974AE">
      <w:r>
        <w:t>884.0915</w:t>
      </w:r>
      <w:r>
        <w:tab/>
        <w:t>2.025e0</w:t>
      </w:r>
    </w:p>
    <w:p w:rsidR="006974AE" w:rsidRDefault="006974AE" w:rsidP="006974AE">
      <w:r>
        <w:t>884.0936</w:t>
      </w:r>
      <w:r>
        <w:tab/>
        <w:t>2.025e0</w:t>
      </w:r>
    </w:p>
    <w:p w:rsidR="006974AE" w:rsidRDefault="006974AE" w:rsidP="006974AE">
      <w:r>
        <w:t>884.1746</w:t>
      </w:r>
      <w:r>
        <w:tab/>
        <w:t>1.013e0</w:t>
      </w:r>
    </w:p>
    <w:p w:rsidR="006974AE" w:rsidRDefault="006974AE" w:rsidP="006974AE">
      <w:r>
        <w:lastRenderedPageBreak/>
        <w:t>884.2054</w:t>
      </w:r>
      <w:r>
        <w:tab/>
        <w:t>1.013e0</w:t>
      </w:r>
    </w:p>
    <w:p w:rsidR="006974AE" w:rsidRDefault="006974AE" w:rsidP="006974AE">
      <w:r>
        <w:t>884.2338</w:t>
      </w:r>
      <w:r>
        <w:tab/>
        <w:t>2.025e0</w:t>
      </w:r>
    </w:p>
    <w:p w:rsidR="006974AE" w:rsidRDefault="006974AE" w:rsidP="006974AE">
      <w:r>
        <w:t>884.2560</w:t>
      </w:r>
      <w:r>
        <w:tab/>
        <w:t>1.730e0</w:t>
      </w:r>
    </w:p>
    <w:p w:rsidR="006974AE" w:rsidRDefault="006974AE" w:rsidP="006974AE">
      <w:r>
        <w:t>884.2637</w:t>
      </w:r>
      <w:r>
        <w:tab/>
        <w:t>1.013e0</w:t>
      </w:r>
    </w:p>
    <w:p w:rsidR="006974AE" w:rsidRDefault="006974AE" w:rsidP="006974AE">
      <w:r>
        <w:t>884.3006</w:t>
      </w:r>
      <w:r>
        <w:tab/>
        <w:t>1.013e0</w:t>
      </w:r>
    </w:p>
    <w:p w:rsidR="006974AE" w:rsidRDefault="006974AE" w:rsidP="006974AE">
      <w:r>
        <w:t>884.4422</w:t>
      </w:r>
      <w:r>
        <w:tab/>
        <w:t>2.367e0</w:t>
      </w:r>
    </w:p>
    <w:p w:rsidR="006974AE" w:rsidRDefault="006974AE" w:rsidP="006974AE">
      <w:r>
        <w:t>884.4580</w:t>
      </w:r>
      <w:r>
        <w:tab/>
        <w:t>3.038e0</w:t>
      </w:r>
    </w:p>
    <w:p w:rsidR="006974AE" w:rsidRDefault="006974AE" w:rsidP="006974AE">
      <w:r>
        <w:t>884.4725</w:t>
      </w:r>
      <w:r>
        <w:tab/>
        <w:t>2.598e0</w:t>
      </w:r>
    </w:p>
    <w:p w:rsidR="006974AE" w:rsidRDefault="006974AE" w:rsidP="006974AE">
      <w:r>
        <w:t>884.4768</w:t>
      </w:r>
      <w:r>
        <w:tab/>
        <w:t>6.050e0</w:t>
      </w:r>
    </w:p>
    <w:p w:rsidR="006974AE" w:rsidRDefault="006974AE" w:rsidP="006974AE">
      <w:r>
        <w:t>884.5024</w:t>
      </w:r>
      <w:r>
        <w:tab/>
        <w:t>3.038e0</w:t>
      </w:r>
    </w:p>
    <w:p w:rsidR="006974AE" w:rsidRDefault="006974AE" w:rsidP="006974AE">
      <w:r>
        <w:t>884.5053</w:t>
      </w:r>
      <w:r>
        <w:tab/>
        <w:t>3.638e0</w:t>
      </w:r>
    </w:p>
    <w:p w:rsidR="006974AE" w:rsidRDefault="006974AE" w:rsidP="006974AE">
      <w:r>
        <w:t>884.5319</w:t>
      </w:r>
      <w:r>
        <w:tab/>
        <w:t>1.013e0</w:t>
      </w:r>
    </w:p>
    <w:p w:rsidR="006974AE" w:rsidRDefault="006974AE" w:rsidP="006974AE">
      <w:r>
        <w:t>884.5461</w:t>
      </w:r>
      <w:r>
        <w:tab/>
        <w:t>1.588e0</w:t>
      </w:r>
    </w:p>
    <w:p w:rsidR="006974AE" w:rsidRDefault="006974AE" w:rsidP="006974AE">
      <w:r>
        <w:t>884.5718</w:t>
      </w:r>
      <w:r>
        <w:tab/>
        <w:t>1.013e0</w:t>
      </w:r>
    </w:p>
    <w:p w:rsidR="006974AE" w:rsidRDefault="006974AE" w:rsidP="006974AE">
      <w:r>
        <w:t>884.6506</w:t>
      </w:r>
      <w:r>
        <w:tab/>
        <w:t>1.013e0</w:t>
      </w:r>
    </w:p>
    <w:p w:rsidR="006974AE" w:rsidRDefault="006974AE" w:rsidP="006974AE">
      <w:r>
        <w:t>884.6912</w:t>
      </w:r>
      <w:r>
        <w:tab/>
        <w:t>1.013e0</w:t>
      </w:r>
    </w:p>
    <w:p w:rsidR="006974AE" w:rsidRDefault="006974AE" w:rsidP="006974AE">
      <w:r>
        <w:t>884.7386</w:t>
      </w:r>
      <w:r>
        <w:tab/>
        <w:t>1.013e0</w:t>
      </w:r>
    </w:p>
    <w:p w:rsidR="006974AE" w:rsidRDefault="006974AE" w:rsidP="006974AE">
      <w:r>
        <w:t>884.7831</w:t>
      </w:r>
      <w:r>
        <w:tab/>
        <w:t>1.013e0</w:t>
      </w:r>
    </w:p>
    <w:p w:rsidR="006974AE" w:rsidRDefault="006974AE" w:rsidP="006974AE">
      <w:r>
        <w:t>884.7980</w:t>
      </w:r>
      <w:r>
        <w:tab/>
        <w:t>1.013e0</w:t>
      </w:r>
    </w:p>
    <w:p w:rsidR="006974AE" w:rsidRDefault="006974AE" w:rsidP="006974AE">
      <w:r>
        <w:lastRenderedPageBreak/>
        <w:t>884.8260</w:t>
      </w:r>
      <w:r>
        <w:tab/>
        <w:t>1.013e0</w:t>
      </w:r>
    </w:p>
    <w:p w:rsidR="006974AE" w:rsidRDefault="006974AE" w:rsidP="006974AE">
      <w:r>
        <w:t>884.8271</w:t>
      </w:r>
      <w:r>
        <w:tab/>
        <w:t>1.013e0</w:t>
      </w:r>
    </w:p>
    <w:p w:rsidR="006974AE" w:rsidRDefault="006974AE" w:rsidP="006974AE">
      <w:r>
        <w:t>884.8756</w:t>
      </w:r>
      <w:r>
        <w:tab/>
        <w:t>1.013e0</w:t>
      </w:r>
    </w:p>
    <w:p w:rsidR="006974AE" w:rsidRDefault="006974AE" w:rsidP="006974AE">
      <w:r>
        <w:t>884.9180</w:t>
      </w:r>
      <w:r>
        <w:tab/>
        <w:t>2.025e0</w:t>
      </w:r>
    </w:p>
    <w:p w:rsidR="006974AE" w:rsidRDefault="006974AE" w:rsidP="006974AE">
      <w:r>
        <w:t>884.9442</w:t>
      </w:r>
      <w:r>
        <w:tab/>
        <w:t>1.013e0</w:t>
      </w:r>
    </w:p>
    <w:p w:rsidR="006974AE" w:rsidRDefault="006974AE" w:rsidP="006974AE">
      <w:r>
        <w:t>885.0207</w:t>
      </w:r>
      <w:r>
        <w:tab/>
        <w:t>1.013e0</w:t>
      </w:r>
    </w:p>
    <w:p w:rsidR="006974AE" w:rsidRDefault="006974AE" w:rsidP="006974AE">
      <w:r>
        <w:t>885.0449</w:t>
      </w:r>
      <w:r>
        <w:tab/>
        <w:t>1.013e0</w:t>
      </w:r>
    </w:p>
    <w:p w:rsidR="006974AE" w:rsidRDefault="006974AE" w:rsidP="006974AE">
      <w:r>
        <w:t>885.0504</w:t>
      </w:r>
      <w:r>
        <w:tab/>
        <w:t>1.013e0</w:t>
      </w:r>
    </w:p>
    <w:p w:rsidR="006974AE" w:rsidRDefault="006974AE" w:rsidP="006974AE">
      <w:r>
        <w:t>885.1109</w:t>
      </w:r>
      <w:r>
        <w:tab/>
        <w:t>2.025e0</w:t>
      </w:r>
    </w:p>
    <w:p w:rsidR="006974AE" w:rsidRDefault="006974AE" w:rsidP="006974AE">
      <w:r>
        <w:t>885.1395</w:t>
      </w:r>
      <w:r>
        <w:tab/>
        <w:t>1.013e0</w:t>
      </w:r>
    </w:p>
    <w:p w:rsidR="006974AE" w:rsidRDefault="006974AE" w:rsidP="006974AE">
      <w:r>
        <w:t>885.1470</w:t>
      </w:r>
      <w:r>
        <w:tab/>
        <w:t>1.013e0</w:t>
      </w:r>
    </w:p>
    <w:p w:rsidR="006974AE" w:rsidRDefault="006974AE" w:rsidP="006974AE">
      <w:r>
        <w:t>885.1618</w:t>
      </w:r>
      <w:r>
        <w:tab/>
        <w:t>2.025e0</w:t>
      </w:r>
    </w:p>
    <w:p w:rsidR="006974AE" w:rsidRDefault="006974AE" w:rsidP="006974AE">
      <w:r>
        <w:t>885.1692</w:t>
      </w:r>
      <w:r>
        <w:tab/>
        <w:t>1.013e0</w:t>
      </w:r>
    </w:p>
    <w:p w:rsidR="006974AE" w:rsidRDefault="006974AE" w:rsidP="006974AE">
      <w:r>
        <w:t>885.2149</w:t>
      </w:r>
      <w:r>
        <w:tab/>
        <w:t>1.013e0</w:t>
      </w:r>
    </w:p>
    <w:p w:rsidR="006974AE" w:rsidRDefault="006974AE" w:rsidP="006974AE">
      <w:r>
        <w:t>885.2458</w:t>
      </w:r>
      <w:r>
        <w:tab/>
        <w:t>1.730e0</w:t>
      </w:r>
    </w:p>
    <w:p w:rsidR="006974AE" w:rsidRDefault="006974AE" w:rsidP="006974AE">
      <w:r>
        <w:t>885.2642</w:t>
      </w:r>
      <w:r>
        <w:tab/>
        <w:t>1.013e0</w:t>
      </w:r>
    </w:p>
    <w:p w:rsidR="006974AE" w:rsidRDefault="006974AE" w:rsidP="006974AE">
      <w:r>
        <w:t>885.2732</w:t>
      </w:r>
      <w:r>
        <w:tab/>
        <w:t>1.013e0</w:t>
      </w:r>
    </w:p>
    <w:p w:rsidR="006974AE" w:rsidRDefault="006974AE" w:rsidP="006974AE">
      <w:r>
        <w:t>885.2909</w:t>
      </w:r>
      <w:r>
        <w:tab/>
        <w:t>2.510e0</w:t>
      </w:r>
    </w:p>
    <w:p w:rsidR="006974AE" w:rsidRDefault="006974AE" w:rsidP="006974AE">
      <w:r>
        <w:t>885.3280</w:t>
      </w:r>
      <w:r>
        <w:tab/>
        <w:t>2.025e0</w:t>
      </w:r>
    </w:p>
    <w:p w:rsidR="006974AE" w:rsidRDefault="006974AE" w:rsidP="006974AE">
      <w:r>
        <w:lastRenderedPageBreak/>
        <w:t>885.4158</w:t>
      </w:r>
      <w:r>
        <w:tab/>
        <w:t>1.860e0</w:t>
      </w:r>
    </w:p>
    <w:p w:rsidR="006974AE" w:rsidRDefault="006974AE" w:rsidP="006974AE">
      <w:r>
        <w:t>885.4171</w:t>
      </w:r>
      <w:r>
        <w:tab/>
        <w:t>1.013e0</w:t>
      </w:r>
    </w:p>
    <w:p w:rsidR="006974AE" w:rsidRDefault="006974AE" w:rsidP="006974AE">
      <w:r>
        <w:t>885.4526</w:t>
      </w:r>
      <w:r>
        <w:tab/>
        <w:t>2.741e0</w:t>
      </w:r>
    </w:p>
    <w:p w:rsidR="006974AE" w:rsidRDefault="006974AE" w:rsidP="006974AE">
      <w:r>
        <w:t>885.4663</w:t>
      </w:r>
      <w:r>
        <w:tab/>
        <w:t>1.817e0</w:t>
      </w:r>
    </w:p>
    <w:p w:rsidR="006974AE" w:rsidRDefault="006974AE" w:rsidP="006974AE">
      <w:r>
        <w:t>885.4831</w:t>
      </w:r>
      <w:r>
        <w:tab/>
        <w:t>1.013e0</w:t>
      </w:r>
    </w:p>
    <w:p w:rsidR="006974AE" w:rsidRDefault="006974AE" w:rsidP="006974AE">
      <w:r>
        <w:t>885.5016</w:t>
      </w:r>
      <w:r>
        <w:tab/>
        <w:t>2.025e0</w:t>
      </w:r>
    </w:p>
    <w:p w:rsidR="006974AE" w:rsidRDefault="006974AE" w:rsidP="006974AE">
      <w:r>
        <w:t>885.5067</w:t>
      </w:r>
      <w:r>
        <w:tab/>
        <w:t>1.135e0</w:t>
      </w:r>
    </w:p>
    <w:p w:rsidR="006974AE" w:rsidRDefault="006974AE" w:rsidP="006974AE">
      <w:r>
        <w:t>885.5365</w:t>
      </w:r>
      <w:r>
        <w:tab/>
        <w:t>2.025e0</w:t>
      </w:r>
    </w:p>
    <w:p w:rsidR="006974AE" w:rsidRDefault="006974AE" w:rsidP="006974AE">
      <w:r>
        <w:t>885.5601</w:t>
      </w:r>
      <w:r>
        <w:tab/>
        <w:t>3.038e0</w:t>
      </w:r>
    </w:p>
    <w:p w:rsidR="006974AE" w:rsidRDefault="006974AE" w:rsidP="006974AE">
      <w:r>
        <w:t>885.5707</w:t>
      </w:r>
      <w:r>
        <w:tab/>
        <w:t>6.076e0</w:t>
      </w:r>
    </w:p>
    <w:p w:rsidR="006974AE" w:rsidRDefault="006974AE" w:rsidP="006974AE">
      <w:r>
        <w:t>885.6000</w:t>
      </w:r>
      <w:r>
        <w:tab/>
        <w:t>2.025e0</w:t>
      </w:r>
    </w:p>
    <w:p w:rsidR="006974AE" w:rsidRDefault="006974AE" w:rsidP="006974AE">
      <w:r>
        <w:t>885.6160</w:t>
      </w:r>
      <w:r>
        <w:tab/>
        <w:t>2.025e0</w:t>
      </w:r>
    </w:p>
    <w:p w:rsidR="006974AE" w:rsidRDefault="006974AE" w:rsidP="006974AE">
      <w:r>
        <w:t>885.7051</w:t>
      </w:r>
      <w:r>
        <w:tab/>
        <w:t>1.013e0</w:t>
      </w:r>
    </w:p>
    <w:p w:rsidR="006974AE" w:rsidRDefault="006974AE" w:rsidP="006974AE">
      <w:r>
        <w:t>885.7441</w:t>
      </w:r>
      <w:r>
        <w:tab/>
        <w:t>2.025e0</w:t>
      </w:r>
    </w:p>
    <w:p w:rsidR="006974AE" w:rsidRDefault="006974AE" w:rsidP="006974AE">
      <w:r>
        <w:t>885.7892</w:t>
      </w:r>
      <w:r>
        <w:tab/>
        <w:t>1.013e0</w:t>
      </w:r>
    </w:p>
    <w:p w:rsidR="006974AE" w:rsidRDefault="006974AE" w:rsidP="006974AE">
      <w:r>
        <w:t>885.8080</w:t>
      </w:r>
      <w:r>
        <w:tab/>
        <w:t>1.013e0</w:t>
      </w:r>
    </w:p>
    <w:p w:rsidR="006974AE" w:rsidRDefault="006974AE" w:rsidP="006974AE">
      <w:r>
        <w:t>885.8538</w:t>
      </w:r>
      <w:r>
        <w:tab/>
        <w:t>2.025e0</w:t>
      </w:r>
    </w:p>
    <w:p w:rsidR="006974AE" w:rsidRDefault="006974AE" w:rsidP="006974AE">
      <w:r>
        <w:t>885.8676</w:t>
      </w:r>
      <w:r>
        <w:tab/>
        <w:t>1.013e0</w:t>
      </w:r>
    </w:p>
    <w:p w:rsidR="006974AE" w:rsidRDefault="006974AE" w:rsidP="006974AE">
      <w:r>
        <w:t>885.9344</w:t>
      </w:r>
      <w:r>
        <w:tab/>
        <w:t>2.025e0</w:t>
      </w:r>
    </w:p>
    <w:p w:rsidR="006974AE" w:rsidRDefault="006974AE" w:rsidP="006974AE">
      <w:r>
        <w:lastRenderedPageBreak/>
        <w:t>885.9430</w:t>
      </w:r>
      <w:r>
        <w:tab/>
        <w:t>2.025e0</w:t>
      </w:r>
    </w:p>
    <w:p w:rsidR="006974AE" w:rsidRDefault="006974AE" w:rsidP="006974AE">
      <w:r>
        <w:t>886.0084</w:t>
      </w:r>
      <w:r>
        <w:tab/>
        <w:t>1.013e0</w:t>
      </w:r>
    </w:p>
    <w:p w:rsidR="006974AE" w:rsidRDefault="006974AE" w:rsidP="006974AE">
      <w:r>
        <w:t>886.0322</w:t>
      </w:r>
      <w:r>
        <w:tab/>
        <w:t>1.013e0</w:t>
      </w:r>
    </w:p>
    <w:p w:rsidR="006974AE" w:rsidRDefault="006974AE" w:rsidP="006974AE">
      <w:r>
        <w:t>886.0361</w:t>
      </w:r>
      <w:r>
        <w:tab/>
        <w:t>2.025e0</w:t>
      </w:r>
    </w:p>
    <w:p w:rsidR="006974AE" w:rsidRDefault="006974AE" w:rsidP="006974AE">
      <w:r>
        <w:t>886.0471</w:t>
      </w:r>
      <w:r>
        <w:tab/>
        <w:t>1.013e0</w:t>
      </w:r>
    </w:p>
    <w:p w:rsidR="006974AE" w:rsidRDefault="006974AE" w:rsidP="006974AE">
      <w:r>
        <w:t>886.1266</w:t>
      </w:r>
      <w:r>
        <w:tab/>
        <w:t>1.013e0</w:t>
      </w:r>
    </w:p>
    <w:p w:rsidR="006974AE" w:rsidRDefault="006974AE" w:rsidP="006974AE">
      <w:r>
        <w:t>886.1957</w:t>
      </w:r>
      <w:r>
        <w:tab/>
        <w:t>2.025e0</w:t>
      </w:r>
    </w:p>
    <w:p w:rsidR="006974AE" w:rsidRDefault="006974AE" w:rsidP="006974AE">
      <w:r>
        <w:t>886.2026</w:t>
      </w:r>
      <w:r>
        <w:tab/>
        <w:t>2.025e0</w:t>
      </w:r>
    </w:p>
    <w:p w:rsidR="006974AE" w:rsidRDefault="006974AE" w:rsidP="006974AE">
      <w:r>
        <w:t>886.2621</w:t>
      </w:r>
      <w:r>
        <w:tab/>
        <w:t>1.013e0</w:t>
      </w:r>
    </w:p>
    <w:p w:rsidR="006974AE" w:rsidRDefault="006974AE" w:rsidP="006974AE">
      <w:r>
        <w:t>886.3136</w:t>
      </w:r>
      <w:r>
        <w:tab/>
        <w:t>1.013e0</w:t>
      </w:r>
    </w:p>
    <w:p w:rsidR="006974AE" w:rsidRDefault="006974AE" w:rsidP="006974AE">
      <w:r>
        <w:t>886.3147</w:t>
      </w:r>
      <w:r>
        <w:tab/>
        <w:t>1.519e0</w:t>
      </w:r>
    </w:p>
    <w:p w:rsidR="006974AE" w:rsidRDefault="006974AE" w:rsidP="006974AE">
      <w:r>
        <w:t>886.3655</w:t>
      </w:r>
      <w:r>
        <w:tab/>
        <w:t>3.009e0</w:t>
      </w:r>
    </w:p>
    <w:p w:rsidR="006974AE" w:rsidRDefault="006974AE" w:rsidP="006974AE">
      <w:r>
        <w:t>886.4926</w:t>
      </w:r>
      <w:r>
        <w:tab/>
        <w:t>4.051e0</w:t>
      </w:r>
    </w:p>
    <w:p w:rsidR="006974AE" w:rsidRDefault="006974AE" w:rsidP="006974AE">
      <w:r>
        <w:t>886.4985</w:t>
      </w:r>
      <w:r>
        <w:tab/>
        <w:t>1.996e0</w:t>
      </w:r>
    </w:p>
    <w:p w:rsidR="006974AE" w:rsidRDefault="006974AE" w:rsidP="006974AE">
      <w:r>
        <w:t>886.5054</w:t>
      </w:r>
      <w:r>
        <w:tab/>
        <w:t>2.025e0</w:t>
      </w:r>
    </w:p>
    <w:p w:rsidR="006974AE" w:rsidRDefault="006974AE" w:rsidP="006974AE">
      <w:r>
        <w:t>886.5346</w:t>
      </w:r>
      <w:r>
        <w:tab/>
        <w:t>5.063e0</w:t>
      </w:r>
    </w:p>
    <w:p w:rsidR="006974AE" w:rsidRDefault="006974AE" w:rsidP="006974AE">
      <w:r>
        <w:t>886.5376</w:t>
      </w:r>
      <w:r>
        <w:tab/>
        <w:t>3.909e0</w:t>
      </w:r>
    </w:p>
    <w:p w:rsidR="006974AE" w:rsidRDefault="006974AE" w:rsidP="006974AE">
      <w:r>
        <w:t>886.5515</w:t>
      </w:r>
      <w:r>
        <w:tab/>
        <w:t>1.013e0</w:t>
      </w:r>
    </w:p>
    <w:p w:rsidR="006974AE" w:rsidRDefault="006974AE" w:rsidP="006974AE">
      <w:r>
        <w:t>886.5530</w:t>
      </w:r>
      <w:r>
        <w:tab/>
        <w:t>5.063e0</w:t>
      </w:r>
    </w:p>
    <w:p w:rsidR="006974AE" w:rsidRDefault="006974AE" w:rsidP="006974AE">
      <w:r>
        <w:lastRenderedPageBreak/>
        <w:t>886.6169</w:t>
      </w:r>
      <w:r>
        <w:tab/>
        <w:t>1.013e0</w:t>
      </w:r>
    </w:p>
    <w:p w:rsidR="006974AE" w:rsidRDefault="006974AE" w:rsidP="006974AE">
      <w:r>
        <w:t>886.6353</w:t>
      </w:r>
      <w:r>
        <w:tab/>
        <w:t>1.013e0</w:t>
      </w:r>
    </w:p>
    <w:p w:rsidR="006974AE" w:rsidRDefault="006974AE" w:rsidP="006974AE">
      <w:r>
        <w:t>886.6568</w:t>
      </w:r>
      <w:r>
        <w:tab/>
        <w:t>1.013e0</w:t>
      </w:r>
    </w:p>
    <w:p w:rsidR="006974AE" w:rsidRDefault="006974AE" w:rsidP="006974AE">
      <w:r>
        <w:t>886.6703</w:t>
      </w:r>
      <w:r>
        <w:tab/>
        <w:t>1.013e0</w:t>
      </w:r>
    </w:p>
    <w:p w:rsidR="006974AE" w:rsidRDefault="006974AE" w:rsidP="006974AE">
      <w:r>
        <w:t>886.7151</w:t>
      </w:r>
      <w:r>
        <w:tab/>
        <w:t>1.013e0</w:t>
      </w:r>
    </w:p>
    <w:p w:rsidR="006974AE" w:rsidRDefault="006974AE" w:rsidP="006974AE">
      <w:r>
        <w:t>886.7363</w:t>
      </w:r>
      <w:r>
        <w:tab/>
        <w:t>1.013e0</w:t>
      </w:r>
    </w:p>
    <w:p w:rsidR="006974AE" w:rsidRDefault="006974AE" w:rsidP="006974AE">
      <w:r>
        <w:t>886.7589</w:t>
      </w:r>
      <w:r>
        <w:tab/>
        <w:t>2.025e0</w:t>
      </w:r>
    </w:p>
    <w:p w:rsidR="006974AE" w:rsidRDefault="006974AE" w:rsidP="006974AE">
      <w:r>
        <w:t>886.8055</w:t>
      </w:r>
      <w:r>
        <w:tab/>
        <w:t>4.051e0</w:t>
      </w:r>
    </w:p>
    <w:p w:rsidR="006974AE" w:rsidRDefault="006974AE" w:rsidP="006974AE">
      <w:r>
        <w:t>886.8193</w:t>
      </w:r>
      <w:r>
        <w:tab/>
        <w:t>1.013e0</w:t>
      </w:r>
    </w:p>
    <w:p w:rsidR="006974AE" w:rsidRDefault="006974AE" w:rsidP="006974AE">
      <w:r>
        <w:t>886.8491</w:t>
      </w:r>
      <w:r>
        <w:tab/>
        <w:t>1.013e0</w:t>
      </w:r>
    </w:p>
    <w:p w:rsidR="006974AE" w:rsidRDefault="006974AE" w:rsidP="006974AE">
      <w:r>
        <w:t>886.8545</w:t>
      </w:r>
      <w:r>
        <w:tab/>
        <w:t>1.013e0</w:t>
      </w:r>
    </w:p>
    <w:p w:rsidR="006974AE" w:rsidRDefault="006974AE" w:rsidP="006974AE">
      <w:r>
        <w:t>886.8799</w:t>
      </w:r>
      <w:r>
        <w:tab/>
        <w:t>1.013e0</w:t>
      </w:r>
    </w:p>
    <w:p w:rsidR="006974AE" w:rsidRDefault="006974AE" w:rsidP="006974AE">
      <w:r>
        <w:t>886.9054</w:t>
      </w:r>
      <w:r>
        <w:tab/>
        <w:t>1.013e0</w:t>
      </w:r>
    </w:p>
    <w:p w:rsidR="006974AE" w:rsidRDefault="006974AE" w:rsidP="006974AE">
      <w:r>
        <w:t>886.9246</w:t>
      </w:r>
      <w:r>
        <w:tab/>
        <w:t>1.013e0</w:t>
      </w:r>
    </w:p>
    <w:p w:rsidR="006974AE" w:rsidRDefault="006974AE" w:rsidP="006974AE">
      <w:r>
        <w:t>886.9395</w:t>
      </w:r>
      <w:r>
        <w:tab/>
        <w:t>1.013e0</w:t>
      </w:r>
    </w:p>
    <w:p w:rsidR="006974AE" w:rsidRDefault="006974AE" w:rsidP="006974AE">
      <w:r>
        <w:t>886.9890</w:t>
      </w:r>
      <w:r>
        <w:tab/>
        <w:t>1.013e0</w:t>
      </w:r>
    </w:p>
    <w:p w:rsidR="006974AE" w:rsidRDefault="006974AE" w:rsidP="006974AE">
      <w:r>
        <w:t>887.0412</w:t>
      </w:r>
      <w:r>
        <w:tab/>
        <w:t>1.013e0</w:t>
      </w:r>
    </w:p>
    <w:p w:rsidR="006974AE" w:rsidRDefault="006974AE" w:rsidP="006974AE">
      <w:r>
        <w:t>887.0518</w:t>
      </w:r>
      <w:r>
        <w:tab/>
        <w:t>2.025e0</w:t>
      </w:r>
    </w:p>
    <w:p w:rsidR="006974AE" w:rsidRDefault="006974AE" w:rsidP="006974AE">
      <w:r>
        <w:t>887.0734</w:t>
      </w:r>
      <w:r>
        <w:tab/>
        <w:t>1.013e0</w:t>
      </w:r>
    </w:p>
    <w:p w:rsidR="006974AE" w:rsidRDefault="006974AE" w:rsidP="006974AE">
      <w:r>
        <w:lastRenderedPageBreak/>
        <w:t>887.1342</w:t>
      </w:r>
      <w:r>
        <w:tab/>
        <w:t>2.025e0</w:t>
      </w:r>
    </w:p>
    <w:p w:rsidR="006974AE" w:rsidRDefault="006974AE" w:rsidP="006974AE">
      <w:r>
        <w:t>887.1864</w:t>
      </w:r>
      <w:r>
        <w:tab/>
        <w:t>3.038e0</w:t>
      </w:r>
    </w:p>
    <w:p w:rsidR="006974AE" w:rsidRDefault="006974AE" w:rsidP="006974AE">
      <w:r>
        <w:t>887.2509</w:t>
      </w:r>
      <w:r>
        <w:tab/>
        <w:t>2.025e0</w:t>
      </w:r>
    </w:p>
    <w:p w:rsidR="006974AE" w:rsidRDefault="006974AE" w:rsidP="006974AE">
      <w:r>
        <w:t>887.2952</w:t>
      </w:r>
      <w:r>
        <w:tab/>
        <w:t>1.013e0</w:t>
      </w:r>
    </w:p>
    <w:p w:rsidR="006974AE" w:rsidRDefault="006974AE" w:rsidP="006974AE">
      <w:r>
        <w:t>887.3386</w:t>
      </w:r>
      <w:r>
        <w:tab/>
        <w:t>1.635e0</w:t>
      </w:r>
    </w:p>
    <w:p w:rsidR="006974AE" w:rsidRDefault="006974AE" w:rsidP="006974AE">
      <w:r>
        <w:t>887.3443</w:t>
      </w:r>
      <w:r>
        <w:tab/>
        <w:t>1.013e0</w:t>
      </w:r>
    </w:p>
    <w:p w:rsidR="006974AE" w:rsidRDefault="006974AE" w:rsidP="006974AE">
      <w:r>
        <w:t>887.3667</w:t>
      </w:r>
      <w:r>
        <w:tab/>
        <w:t>1.993e0</w:t>
      </w:r>
    </w:p>
    <w:p w:rsidR="006974AE" w:rsidRDefault="006974AE" w:rsidP="006974AE">
      <w:r>
        <w:t>887.3954</w:t>
      </w:r>
      <w:r>
        <w:tab/>
        <w:t>1.013e0</w:t>
      </w:r>
    </w:p>
    <w:p w:rsidR="006974AE" w:rsidRDefault="006974AE" w:rsidP="006974AE">
      <w:r>
        <w:t>887.4222</w:t>
      </w:r>
      <w:r>
        <w:tab/>
        <w:t>2.025e0</w:t>
      </w:r>
    </w:p>
    <w:p w:rsidR="006974AE" w:rsidRDefault="006974AE" w:rsidP="006974AE">
      <w:r>
        <w:t>887.4381</w:t>
      </w:r>
      <w:r>
        <w:tab/>
        <w:t>2.025e0</w:t>
      </w:r>
    </w:p>
    <w:p w:rsidR="006974AE" w:rsidRDefault="006974AE" w:rsidP="006974AE">
      <w:r>
        <w:t>887.4456</w:t>
      </w:r>
      <w:r>
        <w:tab/>
        <w:t>4.600e0</w:t>
      </w:r>
    </w:p>
    <w:p w:rsidR="006974AE" w:rsidRDefault="006974AE" w:rsidP="006974AE">
      <w:r>
        <w:t>887.4964</w:t>
      </w:r>
      <w:r>
        <w:tab/>
        <w:t>1.013e0</w:t>
      </w:r>
    </w:p>
    <w:p w:rsidR="006974AE" w:rsidRDefault="006974AE" w:rsidP="006974AE">
      <w:r>
        <w:t>887.5248</w:t>
      </w:r>
      <w:r>
        <w:tab/>
        <w:t>2.025e0</w:t>
      </w:r>
    </w:p>
    <w:p w:rsidR="006974AE" w:rsidRDefault="006974AE" w:rsidP="006974AE">
      <w:r>
        <w:t>887.5270</w:t>
      </w:r>
      <w:r>
        <w:tab/>
        <w:t>1.884e0</w:t>
      </w:r>
    </w:p>
    <w:p w:rsidR="006974AE" w:rsidRDefault="006974AE" w:rsidP="006974AE">
      <w:r>
        <w:t>887.5487</w:t>
      </w:r>
      <w:r>
        <w:tab/>
        <w:t>1.013e0</w:t>
      </w:r>
    </w:p>
    <w:p w:rsidR="006974AE" w:rsidRDefault="006974AE" w:rsidP="006974AE">
      <w:r>
        <w:t>887.5785</w:t>
      </w:r>
      <w:r>
        <w:tab/>
        <w:t>1.013e0</w:t>
      </w:r>
    </w:p>
    <w:p w:rsidR="006974AE" w:rsidRDefault="006974AE" w:rsidP="006974AE">
      <w:r>
        <w:t>887.5972</w:t>
      </w:r>
      <w:r>
        <w:tab/>
        <w:t>1.013e0</w:t>
      </w:r>
    </w:p>
    <w:p w:rsidR="006974AE" w:rsidRDefault="006974AE" w:rsidP="006974AE">
      <w:r>
        <w:t>887.6019</w:t>
      </w:r>
      <w:r>
        <w:tab/>
        <w:t>2.025e0</w:t>
      </w:r>
    </w:p>
    <w:p w:rsidR="006974AE" w:rsidRDefault="006974AE" w:rsidP="006974AE">
      <w:r>
        <w:t>887.6094</w:t>
      </w:r>
      <w:r>
        <w:tab/>
        <w:t>1.013e0</w:t>
      </w:r>
    </w:p>
    <w:p w:rsidR="006974AE" w:rsidRDefault="006974AE" w:rsidP="006974AE">
      <w:r>
        <w:lastRenderedPageBreak/>
        <w:t>887.6827</w:t>
      </w:r>
      <w:r>
        <w:tab/>
        <w:t>1.013e0</w:t>
      </w:r>
    </w:p>
    <w:p w:rsidR="006974AE" w:rsidRDefault="006974AE" w:rsidP="006974AE">
      <w:r>
        <w:t>887.6991</w:t>
      </w:r>
      <w:r>
        <w:tab/>
        <w:t>2.025e0</w:t>
      </w:r>
    </w:p>
    <w:p w:rsidR="006974AE" w:rsidRDefault="006974AE" w:rsidP="006974AE">
      <w:r>
        <w:t>887.7285</w:t>
      </w:r>
      <w:r>
        <w:tab/>
        <w:t>1.013e0</w:t>
      </w:r>
    </w:p>
    <w:p w:rsidR="006974AE" w:rsidRDefault="006974AE" w:rsidP="006974AE">
      <w:r>
        <w:t>887.7889</w:t>
      </w:r>
      <w:r>
        <w:tab/>
        <w:t>3.038e0</w:t>
      </w:r>
    </w:p>
    <w:p w:rsidR="006974AE" w:rsidRDefault="006974AE" w:rsidP="006974AE">
      <w:r>
        <w:t>887.8019</w:t>
      </w:r>
      <w:r>
        <w:tab/>
        <w:t>1.013e0</w:t>
      </w:r>
    </w:p>
    <w:p w:rsidR="006974AE" w:rsidRDefault="006974AE" w:rsidP="006974AE">
      <w:r>
        <w:t>887.8120</w:t>
      </w:r>
      <w:r>
        <w:tab/>
        <w:t>2.025e0</w:t>
      </w:r>
    </w:p>
    <w:p w:rsidR="006974AE" w:rsidRDefault="006974AE" w:rsidP="006974AE">
      <w:r>
        <w:t>887.8477</w:t>
      </w:r>
      <w:r>
        <w:tab/>
        <w:t>1.013e0</w:t>
      </w:r>
    </w:p>
    <w:p w:rsidR="006974AE" w:rsidRDefault="006974AE" w:rsidP="006974AE">
      <w:r>
        <w:t>887.8763</w:t>
      </w:r>
      <w:r>
        <w:tab/>
        <w:t>1.013e0</w:t>
      </w:r>
    </w:p>
    <w:p w:rsidR="006974AE" w:rsidRDefault="006974AE" w:rsidP="006974AE">
      <w:r>
        <w:t>887.8774</w:t>
      </w:r>
      <w:r>
        <w:tab/>
        <w:t>1.013e0</w:t>
      </w:r>
    </w:p>
    <w:p w:rsidR="006974AE" w:rsidRDefault="006974AE" w:rsidP="006974AE">
      <w:r>
        <w:t>887.8867</w:t>
      </w:r>
      <w:r>
        <w:tab/>
        <w:t>1.013e0</w:t>
      </w:r>
    </w:p>
    <w:p w:rsidR="006974AE" w:rsidRDefault="006974AE" w:rsidP="006974AE">
      <w:r>
        <w:t>887.9668</w:t>
      </w:r>
      <w:r>
        <w:tab/>
        <w:t>1.013e0</w:t>
      </w:r>
    </w:p>
    <w:p w:rsidR="006974AE" w:rsidRDefault="006974AE" w:rsidP="006974AE">
      <w:r>
        <w:t>887.9994</w:t>
      </w:r>
      <w:r>
        <w:tab/>
        <w:t>2.025e0</w:t>
      </w:r>
    </w:p>
    <w:p w:rsidR="006974AE" w:rsidRDefault="006974AE" w:rsidP="006974AE">
      <w:r>
        <w:t>888.0551</w:t>
      </w:r>
      <w:r>
        <w:tab/>
        <w:t>1.013e0</w:t>
      </w:r>
    </w:p>
    <w:p w:rsidR="006974AE" w:rsidRDefault="006974AE" w:rsidP="006974AE">
      <w:r>
        <w:t>888.0700</w:t>
      </w:r>
      <w:r>
        <w:tab/>
        <w:t>1.013e0</w:t>
      </w:r>
    </w:p>
    <w:p w:rsidR="006974AE" w:rsidRDefault="006974AE" w:rsidP="006974AE">
      <w:r>
        <w:t>888.0711</w:t>
      </w:r>
      <w:r>
        <w:tab/>
        <w:t>2.025e0</w:t>
      </w:r>
    </w:p>
    <w:p w:rsidR="006974AE" w:rsidRDefault="006974AE" w:rsidP="006974AE">
      <w:r>
        <w:t>888.2228</w:t>
      </w:r>
      <w:r>
        <w:tab/>
        <w:t>1.013e0</w:t>
      </w:r>
    </w:p>
    <w:p w:rsidR="006974AE" w:rsidRDefault="006974AE" w:rsidP="006974AE">
      <w:r>
        <w:t>888.2585</w:t>
      </w:r>
      <w:r>
        <w:tab/>
        <w:t>1.013e0</w:t>
      </w:r>
    </w:p>
    <w:p w:rsidR="006974AE" w:rsidRDefault="006974AE" w:rsidP="006974AE">
      <w:r>
        <w:t>888.2708</w:t>
      </w:r>
      <w:r>
        <w:tab/>
        <w:t>1.835e0</w:t>
      </w:r>
    </w:p>
    <w:p w:rsidR="006974AE" w:rsidRDefault="006974AE" w:rsidP="006974AE">
      <w:r>
        <w:t>888.2861</w:t>
      </w:r>
      <w:r>
        <w:tab/>
        <w:t>2.025e0</w:t>
      </w:r>
    </w:p>
    <w:p w:rsidR="006974AE" w:rsidRDefault="006974AE" w:rsidP="006974AE">
      <w:r>
        <w:lastRenderedPageBreak/>
        <w:t>888.3007</w:t>
      </w:r>
      <w:r>
        <w:tab/>
        <w:t>1.325e0</w:t>
      </w:r>
    </w:p>
    <w:p w:rsidR="006974AE" w:rsidRDefault="006974AE" w:rsidP="006974AE">
      <w:r>
        <w:t>888.3531</w:t>
      </w:r>
      <w:r>
        <w:tab/>
        <w:t>1.013e0</w:t>
      </w:r>
    </w:p>
    <w:p w:rsidR="006974AE" w:rsidRDefault="006974AE" w:rsidP="006974AE">
      <w:r>
        <w:t>888.3766</w:t>
      </w:r>
      <w:r>
        <w:tab/>
        <w:t>1.261e0</w:t>
      </w:r>
    </w:p>
    <w:p w:rsidR="006974AE" w:rsidRDefault="006974AE" w:rsidP="006974AE">
      <w:r>
        <w:t>888.4139</w:t>
      </w:r>
      <w:r>
        <w:tab/>
        <w:t>1.013e0</w:t>
      </w:r>
    </w:p>
    <w:p w:rsidR="006974AE" w:rsidRDefault="006974AE" w:rsidP="006974AE">
      <w:r>
        <w:t>888.4267</w:t>
      </w:r>
      <w:r>
        <w:tab/>
        <w:t>9.572e0</w:t>
      </w:r>
    </w:p>
    <w:p w:rsidR="006974AE" w:rsidRDefault="006974AE" w:rsidP="006974AE">
      <w:r>
        <w:t>888.4335</w:t>
      </w:r>
      <w:r>
        <w:tab/>
        <w:t>9.037e0</w:t>
      </w:r>
    </w:p>
    <w:p w:rsidR="006974AE" w:rsidRDefault="006974AE" w:rsidP="006974AE">
      <w:r>
        <w:t>888.4697</w:t>
      </w:r>
      <w:r>
        <w:tab/>
        <w:t>7.089e0</w:t>
      </w:r>
    </w:p>
    <w:p w:rsidR="006974AE" w:rsidRDefault="006974AE" w:rsidP="006974AE">
      <w:r>
        <w:t>888.4816</w:t>
      </w:r>
      <w:r>
        <w:tab/>
        <w:t>3.432e0</w:t>
      </w:r>
    </w:p>
    <w:p w:rsidR="006974AE" w:rsidRDefault="006974AE" w:rsidP="006974AE">
      <w:r>
        <w:t>888.4847</w:t>
      </w:r>
      <w:r>
        <w:tab/>
        <w:t>1.182e1</w:t>
      </w:r>
    </w:p>
    <w:p w:rsidR="006974AE" w:rsidRDefault="006974AE" w:rsidP="006974AE">
      <w:r>
        <w:t>888.4905</w:t>
      </w:r>
      <w:r>
        <w:tab/>
        <w:t>3.038e0</w:t>
      </w:r>
    </w:p>
    <w:p w:rsidR="006974AE" w:rsidRDefault="006974AE" w:rsidP="006974AE">
      <w:r>
        <w:t>888.5150</w:t>
      </w:r>
      <w:r>
        <w:tab/>
        <w:t>2.025e0</w:t>
      </w:r>
    </w:p>
    <w:p w:rsidR="006974AE" w:rsidRDefault="006974AE" w:rsidP="006974AE">
      <w:r>
        <w:t>888.5193</w:t>
      </w:r>
      <w:r>
        <w:tab/>
        <w:t>6.180e0</w:t>
      </w:r>
    </w:p>
    <w:p w:rsidR="006974AE" w:rsidRDefault="006974AE" w:rsidP="006974AE">
      <w:r>
        <w:t>888.6215</w:t>
      </w:r>
      <w:r>
        <w:tab/>
        <w:t>2.074e0</w:t>
      </w:r>
    </w:p>
    <w:p w:rsidR="006974AE" w:rsidRDefault="006974AE" w:rsidP="006974AE">
      <w:r>
        <w:t>888.6401</w:t>
      </w:r>
      <w:r>
        <w:tab/>
        <w:t>2.025e0</w:t>
      </w:r>
    </w:p>
    <w:p w:rsidR="006974AE" w:rsidRDefault="006974AE" w:rsidP="006974AE">
      <w:r>
        <w:t>888.6430</w:t>
      </w:r>
      <w:r>
        <w:tab/>
        <w:t>2.025e0</w:t>
      </w:r>
    </w:p>
    <w:p w:rsidR="006974AE" w:rsidRDefault="006974AE" w:rsidP="006974AE">
      <w:r>
        <w:t>888.6564</w:t>
      </w:r>
      <w:r>
        <w:tab/>
        <w:t>2.025e0</w:t>
      </w:r>
    </w:p>
    <w:p w:rsidR="006974AE" w:rsidRDefault="006974AE" w:rsidP="006974AE">
      <w:r>
        <w:t>888.6677</w:t>
      </w:r>
      <w:r>
        <w:tab/>
        <w:t>2.025e0</w:t>
      </w:r>
    </w:p>
    <w:p w:rsidR="006974AE" w:rsidRDefault="006974AE" w:rsidP="006974AE">
      <w:r>
        <w:t>888.6811</w:t>
      </w:r>
      <w:r>
        <w:tab/>
        <w:t>1.013e0</w:t>
      </w:r>
    </w:p>
    <w:p w:rsidR="006974AE" w:rsidRDefault="006974AE" w:rsidP="006974AE">
      <w:r>
        <w:t>888.7313</w:t>
      </w:r>
      <w:r>
        <w:tab/>
        <w:t>1.013e0</w:t>
      </w:r>
    </w:p>
    <w:p w:rsidR="006974AE" w:rsidRDefault="006974AE" w:rsidP="006974AE">
      <w:r>
        <w:lastRenderedPageBreak/>
        <w:t>888.7664</w:t>
      </w:r>
      <w:r>
        <w:tab/>
        <w:t>3.038e0</w:t>
      </w:r>
    </w:p>
    <w:p w:rsidR="006974AE" w:rsidRDefault="006974AE" w:rsidP="006974AE">
      <w:r>
        <w:t>888.7866</w:t>
      </w:r>
      <w:r>
        <w:tab/>
        <w:t>1.013e0</w:t>
      </w:r>
    </w:p>
    <w:p w:rsidR="006974AE" w:rsidRDefault="006974AE" w:rsidP="006974AE">
      <w:r>
        <w:t>888.8466</w:t>
      </w:r>
      <w:r>
        <w:tab/>
        <w:t>3.038e0</w:t>
      </w:r>
    </w:p>
    <w:p w:rsidR="006974AE" w:rsidRDefault="006974AE" w:rsidP="006974AE">
      <w:r>
        <w:t>888.8600</w:t>
      </w:r>
      <w:r>
        <w:tab/>
        <w:t>1.013e0</w:t>
      </w:r>
    </w:p>
    <w:p w:rsidR="006974AE" w:rsidRDefault="006974AE" w:rsidP="006974AE">
      <w:r>
        <w:t>888.8840</w:t>
      </w:r>
      <w:r>
        <w:tab/>
        <w:t>1.013e0</w:t>
      </w:r>
    </w:p>
    <w:p w:rsidR="006974AE" w:rsidRDefault="006974AE" w:rsidP="006974AE">
      <w:r>
        <w:t>888.8909</w:t>
      </w:r>
      <w:r>
        <w:tab/>
        <w:t>1.013e0</w:t>
      </w:r>
    </w:p>
    <w:p w:rsidR="006974AE" w:rsidRDefault="006974AE" w:rsidP="006974AE">
      <w:r>
        <w:t>888.9014</w:t>
      </w:r>
      <w:r>
        <w:tab/>
        <w:t>1.013e0</w:t>
      </w:r>
    </w:p>
    <w:p w:rsidR="006974AE" w:rsidRDefault="006974AE" w:rsidP="006974AE">
      <w:r>
        <w:t>888.9495</w:t>
      </w:r>
      <w:r>
        <w:tab/>
        <w:t>1.013e0</w:t>
      </w:r>
    </w:p>
    <w:p w:rsidR="006974AE" w:rsidRDefault="006974AE" w:rsidP="006974AE">
      <w:r>
        <w:t>888.9744</w:t>
      </w:r>
      <w:r>
        <w:tab/>
        <w:t>3.038e0</w:t>
      </w:r>
    </w:p>
    <w:p w:rsidR="006974AE" w:rsidRDefault="006974AE" w:rsidP="006974AE">
      <w:r>
        <w:t>889.0023</w:t>
      </w:r>
      <w:r>
        <w:tab/>
        <w:t>1.013e0</w:t>
      </w:r>
    </w:p>
    <w:p w:rsidR="006974AE" w:rsidRDefault="006974AE" w:rsidP="006974AE">
      <w:r>
        <w:t>889.0455</w:t>
      </w:r>
      <w:r>
        <w:tab/>
        <w:t>2.025e0</w:t>
      </w:r>
    </w:p>
    <w:p w:rsidR="006974AE" w:rsidRDefault="006974AE" w:rsidP="006974AE">
      <w:r>
        <w:t>889.0699</w:t>
      </w:r>
      <w:r>
        <w:tab/>
        <w:t>1.013e0</w:t>
      </w:r>
    </w:p>
    <w:p w:rsidR="006974AE" w:rsidRDefault="006974AE" w:rsidP="006974AE">
      <w:r>
        <w:t>889.0841</w:t>
      </w:r>
      <w:r>
        <w:tab/>
        <w:t>1.013e0</w:t>
      </w:r>
    </w:p>
    <w:p w:rsidR="006974AE" w:rsidRDefault="006974AE" w:rsidP="006974AE">
      <w:r>
        <w:t>889.1303</w:t>
      </w:r>
      <w:r>
        <w:tab/>
        <w:t>3.038e0</w:t>
      </w:r>
    </w:p>
    <w:p w:rsidR="006974AE" w:rsidRDefault="006974AE" w:rsidP="006974AE">
      <w:r>
        <w:t>889.1366</w:t>
      </w:r>
      <w:r>
        <w:tab/>
        <w:t>1.013e0</w:t>
      </w:r>
    </w:p>
    <w:p w:rsidR="006974AE" w:rsidRDefault="006974AE" w:rsidP="006974AE">
      <w:r>
        <w:t>889.1583</w:t>
      </w:r>
      <w:r>
        <w:tab/>
        <w:t>1.013e0</w:t>
      </w:r>
    </w:p>
    <w:p w:rsidR="006974AE" w:rsidRDefault="006974AE" w:rsidP="006974AE">
      <w:r>
        <w:t>889.1594</w:t>
      </w:r>
      <w:r>
        <w:tab/>
        <w:t>1.013e0</w:t>
      </w:r>
    </w:p>
    <w:p w:rsidR="006974AE" w:rsidRDefault="006974AE" w:rsidP="006974AE">
      <w:r>
        <w:t>889.2030</w:t>
      </w:r>
      <w:r>
        <w:tab/>
        <w:t>1.013e0</w:t>
      </w:r>
    </w:p>
    <w:p w:rsidR="006974AE" w:rsidRDefault="006974AE" w:rsidP="006974AE">
      <w:r>
        <w:t>889.2151</w:t>
      </w:r>
      <w:r>
        <w:tab/>
        <w:t>3.038e0</w:t>
      </w:r>
    </w:p>
    <w:p w:rsidR="006974AE" w:rsidRDefault="006974AE" w:rsidP="006974AE">
      <w:r>
        <w:lastRenderedPageBreak/>
        <w:t>889.2375</w:t>
      </w:r>
      <w:r>
        <w:tab/>
        <w:t>1.013e0</w:t>
      </w:r>
    </w:p>
    <w:p w:rsidR="006974AE" w:rsidRDefault="006974AE" w:rsidP="006974AE">
      <w:r>
        <w:t>889.3031</w:t>
      </w:r>
      <w:r>
        <w:tab/>
        <w:t>6.656e0</w:t>
      </w:r>
    </w:p>
    <w:p w:rsidR="006974AE" w:rsidRDefault="006974AE" w:rsidP="006974AE">
      <w:r>
        <w:t>889.3101</w:t>
      </w:r>
      <w:r>
        <w:tab/>
        <w:t>4.051e0</w:t>
      </w:r>
    </w:p>
    <w:p w:rsidR="006974AE" w:rsidRDefault="006974AE" w:rsidP="006974AE">
      <w:r>
        <w:t>889.3219</w:t>
      </w:r>
      <w:r>
        <w:tab/>
        <w:t>2.252e0</w:t>
      </w:r>
    </w:p>
    <w:p w:rsidR="006974AE" w:rsidRDefault="006974AE" w:rsidP="006974AE">
      <w:r>
        <w:t>889.3292</w:t>
      </w:r>
      <w:r>
        <w:tab/>
        <w:t>2.640e0</w:t>
      </w:r>
    </w:p>
    <w:p w:rsidR="006974AE" w:rsidRDefault="006974AE" w:rsidP="006974AE">
      <w:r>
        <w:t>889.3370</w:t>
      </w:r>
      <w:r>
        <w:tab/>
        <w:t>6.021e0</w:t>
      </w:r>
    </w:p>
    <w:p w:rsidR="006974AE" w:rsidRDefault="006974AE" w:rsidP="006974AE">
      <w:r>
        <w:t>889.3638</w:t>
      </w:r>
      <w:r>
        <w:tab/>
        <w:t>3.038e0</w:t>
      </w:r>
    </w:p>
    <w:p w:rsidR="006974AE" w:rsidRDefault="006974AE" w:rsidP="006974AE">
      <w:r>
        <w:t>889.3964</w:t>
      </w:r>
      <w:r>
        <w:tab/>
        <w:t>2.305e0</w:t>
      </w:r>
    </w:p>
    <w:p w:rsidR="006974AE" w:rsidRDefault="006974AE" w:rsidP="006974AE">
      <w:r>
        <w:t>889.4042</w:t>
      </w:r>
      <w:r>
        <w:tab/>
        <w:t>1.272e0</w:t>
      </w:r>
    </w:p>
    <w:p w:rsidR="006974AE" w:rsidRDefault="006974AE" w:rsidP="006974AE">
      <w:r>
        <w:t>889.4157</w:t>
      </w:r>
      <w:r>
        <w:tab/>
        <w:t>3.038e0</w:t>
      </w:r>
    </w:p>
    <w:p w:rsidR="006974AE" w:rsidRDefault="006974AE" w:rsidP="006974AE">
      <w:r>
        <w:t>889.4376</w:t>
      </w:r>
      <w:r>
        <w:tab/>
        <w:t>5.063e0</w:t>
      </w:r>
    </w:p>
    <w:p w:rsidR="006974AE" w:rsidRDefault="006974AE" w:rsidP="006974AE">
      <w:r>
        <w:t>889.4429</w:t>
      </w:r>
      <w:r>
        <w:tab/>
        <w:t>1.013e0</w:t>
      </w:r>
    </w:p>
    <w:p w:rsidR="006974AE" w:rsidRDefault="006974AE" w:rsidP="006974AE">
      <w:r>
        <w:t>889.4481</w:t>
      </w:r>
      <w:r>
        <w:tab/>
        <w:t>3.408e0</w:t>
      </w:r>
    </w:p>
    <w:p w:rsidR="006974AE" w:rsidRDefault="006974AE" w:rsidP="006974AE">
      <w:r>
        <w:t>889.4727</w:t>
      </w:r>
      <w:r>
        <w:tab/>
        <w:t>1.013e0</w:t>
      </w:r>
    </w:p>
    <w:p w:rsidR="006974AE" w:rsidRDefault="006974AE" w:rsidP="006974AE">
      <w:r>
        <w:t>889.4922</w:t>
      </w:r>
      <w:r>
        <w:tab/>
        <w:t>1.013e0</w:t>
      </w:r>
    </w:p>
    <w:p w:rsidR="006974AE" w:rsidRDefault="006974AE" w:rsidP="006974AE">
      <w:r>
        <w:t>889.5421</w:t>
      </w:r>
      <w:r>
        <w:tab/>
        <w:t>3.038e0</w:t>
      </w:r>
    </w:p>
    <w:p w:rsidR="006974AE" w:rsidRDefault="006974AE" w:rsidP="006974AE">
      <w:r>
        <w:t>889.5760</w:t>
      </w:r>
      <w:r>
        <w:tab/>
        <w:t>1.013e0</w:t>
      </w:r>
    </w:p>
    <w:p w:rsidR="006974AE" w:rsidRDefault="006974AE" w:rsidP="006974AE">
      <w:r>
        <w:t>889.5995</w:t>
      </w:r>
      <w:r>
        <w:tab/>
        <w:t>2.025e0</w:t>
      </w:r>
    </w:p>
    <w:p w:rsidR="006974AE" w:rsidRDefault="006974AE" w:rsidP="006974AE">
      <w:r>
        <w:t>889.6102</w:t>
      </w:r>
      <w:r>
        <w:tab/>
        <w:t>1.013e0</w:t>
      </w:r>
    </w:p>
    <w:p w:rsidR="006974AE" w:rsidRDefault="006974AE" w:rsidP="006974AE">
      <w:r>
        <w:lastRenderedPageBreak/>
        <w:t>889.6266</w:t>
      </w:r>
      <w:r>
        <w:tab/>
        <w:t>1.013e0</w:t>
      </w:r>
    </w:p>
    <w:p w:rsidR="006974AE" w:rsidRDefault="006974AE" w:rsidP="006974AE">
      <w:r>
        <w:t>889.6954</w:t>
      </w:r>
      <w:r>
        <w:tab/>
        <w:t>1.013e0</w:t>
      </w:r>
    </w:p>
    <w:p w:rsidR="006974AE" w:rsidRDefault="006974AE" w:rsidP="006974AE">
      <w:r>
        <w:t>889.7631</w:t>
      </w:r>
      <w:r>
        <w:tab/>
        <w:t>1.013e0</w:t>
      </w:r>
    </w:p>
    <w:p w:rsidR="006974AE" w:rsidRDefault="006974AE" w:rsidP="006974AE">
      <w:r>
        <w:t>889.8010</w:t>
      </w:r>
      <w:r>
        <w:tab/>
        <w:t>1.013e0</w:t>
      </w:r>
    </w:p>
    <w:p w:rsidR="006974AE" w:rsidRDefault="006974AE" w:rsidP="006974AE">
      <w:r>
        <w:t>889.8607</w:t>
      </w:r>
      <w:r>
        <w:tab/>
        <w:t>1.013e0</w:t>
      </w:r>
    </w:p>
    <w:p w:rsidR="006974AE" w:rsidRDefault="006974AE" w:rsidP="006974AE">
      <w:r>
        <w:t>889.8906</w:t>
      </w:r>
      <w:r>
        <w:tab/>
        <w:t>1.013e0</w:t>
      </w:r>
    </w:p>
    <w:p w:rsidR="006974AE" w:rsidRDefault="006974AE" w:rsidP="006974AE">
      <w:r>
        <w:t>889.9100</w:t>
      </w:r>
      <w:r>
        <w:tab/>
        <w:t>2.025e0</w:t>
      </w:r>
    </w:p>
    <w:p w:rsidR="006974AE" w:rsidRDefault="006974AE" w:rsidP="006974AE">
      <w:r>
        <w:t>889.9158</w:t>
      </w:r>
      <w:r>
        <w:tab/>
        <w:t>1.013e0</w:t>
      </w:r>
    </w:p>
    <w:p w:rsidR="006974AE" w:rsidRDefault="006974AE" w:rsidP="006974AE">
      <w:r>
        <w:t>889.9503</w:t>
      </w:r>
      <w:r>
        <w:tab/>
        <w:t>1.013e0</w:t>
      </w:r>
    </w:p>
    <w:p w:rsidR="006974AE" w:rsidRDefault="006974AE" w:rsidP="006974AE">
      <w:r>
        <w:t>889.9788</w:t>
      </w:r>
      <w:r>
        <w:tab/>
        <w:t>3.038e0</w:t>
      </w:r>
    </w:p>
    <w:p w:rsidR="006974AE" w:rsidRDefault="006974AE" w:rsidP="006974AE">
      <w:r>
        <w:t>890.0089</w:t>
      </w:r>
      <w:r>
        <w:tab/>
        <w:t>1.013e0</w:t>
      </w:r>
    </w:p>
    <w:p w:rsidR="006974AE" w:rsidRDefault="006974AE" w:rsidP="006974AE">
      <w:r>
        <w:t>890.0548</w:t>
      </w:r>
      <w:r>
        <w:tab/>
        <w:t>1.013e0</w:t>
      </w:r>
    </w:p>
    <w:p w:rsidR="006974AE" w:rsidRDefault="006974AE" w:rsidP="006974AE">
      <w:r>
        <w:t>890.0985</w:t>
      </w:r>
      <w:r>
        <w:tab/>
        <w:t>1.013e0</w:t>
      </w:r>
    </w:p>
    <w:p w:rsidR="006974AE" w:rsidRDefault="006974AE" w:rsidP="006974AE">
      <w:r>
        <w:t>890.1163</w:t>
      </w:r>
      <w:r>
        <w:tab/>
        <w:t>1.013e0</w:t>
      </w:r>
    </w:p>
    <w:p w:rsidR="006974AE" w:rsidRDefault="006974AE" w:rsidP="006974AE">
      <w:r>
        <w:t>890.1174</w:t>
      </w:r>
      <w:r>
        <w:tab/>
        <w:t>1.013e0</w:t>
      </w:r>
    </w:p>
    <w:p w:rsidR="006974AE" w:rsidRDefault="006974AE" w:rsidP="006974AE">
      <w:r>
        <w:t>890.1349</w:t>
      </w:r>
      <w:r>
        <w:tab/>
        <w:t>1.013e0</w:t>
      </w:r>
    </w:p>
    <w:p w:rsidR="006974AE" w:rsidRDefault="006974AE" w:rsidP="006974AE">
      <w:r>
        <w:t>890.1608</w:t>
      </w:r>
      <w:r>
        <w:tab/>
        <w:t>2.025e0</w:t>
      </w:r>
    </w:p>
    <w:p w:rsidR="006974AE" w:rsidRDefault="006974AE" w:rsidP="006974AE">
      <w:r>
        <w:t>890.1668</w:t>
      </w:r>
      <w:r>
        <w:tab/>
        <w:t>2.025e0</w:t>
      </w:r>
    </w:p>
    <w:p w:rsidR="006974AE" w:rsidRDefault="006974AE" w:rsidP="006974AE">
      <w:r>
        <w:t>890.2180</w:t>
      </w:r>
      <w:r>
        <w:tab/>
        <w:t>1.013e0</w:t>
      </w:r>
    </w:p>
    <w:p w:rsidR="006974AE" w:rsidRDefault="006974AE" w:rsidP="006974AE">
      <w:r>
        <w:lastRenderedPageBreak/>
        <w:t>890.2352</w:t>
      </w:r>
      <w:r>
        <w:tab/>
        <w:t>1.013e0</w:t>
      </w:r>
    </w:p>
    <w:p w:rsidR="006974AE" w:rsidRDefault="006974AE" w:rsidP="006974AE">
      <w:r>
        <w:t>890.2518</w:t>
      </w:r>
      <w:r>
        <w:tab/>
        <w:t>1.013e0</w:t>
      </w:r>
    </w:p>
    <w:p w:rsidR="006974AE" w:rsidRDefault="006974AE" w:rsidP="006974AE">
      <w:r>
        <w:t>890.2616</w:t>
      </w:r>
      <w:r>
        <w:tab/>
        <w:t>2.025e0</w:t>
      </w:r>
    </w:p>
    <w:p w:rsidR="006974AE" w:rsidRDefault="006974AE" w:rsidP="006974AE">
      <w:r>
        <w:t>890.2639</w:t>
      </w:r>
      <w:r>
        <w:tab/>
        <w:t>1.013e0</w:t>
      </w:r>
    </w:p>
    <w:p w:rsidR="006974AE" w:rsidRDefault="006974AE" w:rsidP="006974AE">
      <w:r>
        <w:t>890.3151</w:t>
      </w:r>
      <w:r>
        <w:tab/>
        <w:t>1.897e0</w:t>
      </w:r>
    </w:p>
    <w:p w:rsidR="006974AE" w:rsidRDefault="006974AE" w:rsidP="006974AE">
      <w:r>
        <w:t>890.3480</w:t>
      </w:r>
      <w:r>
        <w:tab/>
        <w:t>3.212e0</w:t>
      </w:r>
    </w:p>
    <w:p w:rsidR="006974AE" w:rsidRDefault="006974AE" w:rsidP="006974AE">
      <w:r>
        <w:t>890.3535</w:t>
      </w:r>
      <w:r>
        <w:tab/>
        <w:t>1.013e0</w:t>
      </w:r>
    </w:p>
    <w:p w:rsidR="006974AE" w:rsidRDefault="006974AE" w:rsidP="006974AE">
      <w:r>
        <w:t>890.4121</w:t>
      </w:r>
      <w:r>
        <w:tab/>
        <w:t>1.013e0</w:t>
      </w:r>
    </w:p>
    <w:p w:rsidR="006974AE" w:rsidRDefault="006974AE" w:rsidP="006974AE">
      <w:r>
        <w:t>890.4178</w:t>
      </w:r>
      <w:r>
        <w:tab/>
        <w:t>3.056e0</w:t>
      </w:r>
    </w:p>
    <w:p w:rsidR="006974AE" w:rsidRDefault="006974AE" w:rsidP="006974AE">
      <w:r>
        <w:t>890.4218</w:t>
      </w:r>
      <w:r>
        <w:tab/>
        <w:t>1.013e0</w:t>
      </w:r>
    </w:p>
    <w:p w:rsidR="006974AE" w:rsidRDefault="006974AE" w:rsidP="006974AE">
      <w:r>
        <w:t>890.4271</w:t>
      </w:r>
      <w:r>
        <w:tab/>
        <w:t>2.733e0</w:t>
      </w:r>
    </w:p>
    <w:p w:rsidR="006974AE" w:rsidRDefault="006974AE" w:rsidP="006974AE">
      <w:r>
        <w:t>890.4405</w:t>
      </w:r>
      <w:r>
        <w:tab/>
        <w:t>1.013e0</w:t>
      </w:r>
    </w:p>
    <w:p w:rsidR="006974AE" w:rsidRDefault="006974AE" w:rsidP="006974AE">
      <w:r>
        <w:t>890.4520</w:t>
      </w:r>
      <w:r>
        <w:tab/>
        <w:t>3.038e0</w:t>
      </w:r>
    </w:p>
    <w:p w:rsidR="006974AE" w:rsidRDefault="006974AE" w:rsidP="006974AE">
      <w:r>
        <w:t>890.4719</w:t>
      </w:r>
      <w:r>
        <w:tab/>
        <w:t>1.013e0</w:t>
      </w:r>
    </w:p>
    <w:p w:rsidR="006974AE" w:rsidRDefault="006974AE" w:rsidP="006974AE">
      <w:r>
        <w:t>890.4944</w:t>
      </w:r>
      <w:r>
        <w:tab/>
        <w:t>2.025e0</w:t>
      </w:r>
    </w:p>
    <w:p w:rsidR="006974AE" w:rsidRDefault="006974AE" w:rsidP="006974AE">
      <w:r>
        <w:t>890.5253</w:t>
      </w:r>
      <w:r>
        <w:tab/>
        <w:t>4.051e0</w:t>
      </w:r>
    </w:p>
    <w:p w:rsidR="006974AE" w:rsidRDefault="006974AE" w:rsidP="006974AE">
      <w:r>
        <w:t>890.5327</w:t>
      </w:r>
      <w:r>
        <w:tab/>
        <w:t>2.025e0</w:t>
      </w:r>
    </w:p>
    <w:p w:rsidR="006974AE" w:rsidRDefault="006974AE" w:rsidP="006974AE">
      <w:r>
        <w:t>890.5551</w:t>
      </w:r>
      <w:r>
        <w:tab/>
        <w:t>2.025e0</w:t>
      </w:r>
    </w:p>
    <w:p w:rsidR="006974AE" w:rsidRDefault="006974AE" w:rsidP="006974AE">
      <w:r>
        <w:t>890.5722</w:t>
      </w:r>
      <w:r>
        <w:tab/>
        <w:t>3.018e0</w:t>
      </w:r>
    </w:p>
    <w:p w:rsidR="006974AE" w:rsidRDefault="006974AE" w:rsidP="006974AE">
      <w:r>
        <w:lastRenderedPageBreak/>
        <w:t>890.5764</w:t>
      </w:r>
      <w:r>
        <w:tab/>
        <w:t>1.013e0</w:t>
      </w:r>
    </w:p>
    <w:p w:rsidR="006974AE" w:rsidRDefault="006974AE" w:rsidP="006974AE">
      <w:r>
        <w:t>890.6243</w:t>
      </w:r>
      <w:r>
        <w:tab/>
        <w:t>1.013e0</w:t>
      </w:r>
    </w:p>
    <w:p w:rsidR="006974AE" w:rsidRDefault="006974AE" w:rsidP="006974AE">
      <w:r>
        <w:t>890.6940</w:t>
      </w:r>
      <w:r>
        <w:tab/>
        <w:t>1.013e0</w:t>
      </w:r>
    </w:p>
    <w:p w:rsidR="006974AE" w:rsidRDefault="006974AE" w:rsidP="006974AE">
      <w:r>
        <w:t>890.7258</w:t>
      </w:r>
      <w:r>
        <w:tab/>
        <w:t>1.013e0</w:t>
      </w:r>
    </w:p>
    <w:p w:rsidR="006974AE" w:rsidRDefault="006974AE" w:rsidP="006974AE">
      <w:r>
        <w:t>890.7408</w:t>
      </w:r>
      <w:r>
        <w:tab/>
        <w:t>1.013e0</w:t>
      </w:r>
    </w:p>
    <w:p w:rsidR="006974AE" w:rsidRDefault="006974AE" w:rsidP="006974AE">
      <w:r>
        <w:t>890.7419</w:t>
      </w:r>
      <w:r>
        <w:tab/>
        <w:t>1.013e0</w:t>
      </w:r>
    </w:p>
    <w:p w:rsidR="006974AE" w:rsidRDefault="006974AE" w:rsidP="006974AE">
      <w:r>
        <w:t>890.8284</w:t>
      </w:r>
      <w:r>
        <w:tab/>
        <w:t>1.013e0</w:t>
      </w:r>
    </w:p>
    <w:p w:rsidR="006974AE" w:rsidRDefault="006974AE" w:rsidP="006974AE">
      <w:r>
        <w:t>890.8752</w:t>
      </w:r>
      <w:r>
        <w:tab/>
        <w:t>1.013e0</w:t>
      </w:r>
    </w:p>
    <w:p w:rsidR="006974AE" w:rsidRDefault="006974AE" w:rsidP="006974AE">
      <w:r>
        <w:t>890.8774</w:t>
      </w:r>
      <w:r>
        <w:tab/>
        <w:t>2.025e0</w:t>
      </w:r>
    </w:p>
    <w:p w:rsidR="006974AE" w:rsidRDefault="006974AE" w:rsidP="006974AE">
      <w:r>
        <w:t>890.9212</w:t>
      </w:r>
      <w:r>
        <w:tab/>
        <w:t>1.013e0</w:t>
      </w:r>
    </w:p>
    <w:p w:rsidR="006974AE" w:rsidRDefault="006974AE" w:rsidP="006974AE">
      <w:r>
        <w:t>890.9500</w:t>
      </w:r>
      <w:r>
        <w:tab/>
        <w:t>1.013e0</w:t>
      </w:r>
    </w:p>
    <w:p w:rsidR="006974AE" w:rsidRDefault="006974AE" w:rsidP="006974AE">
      <w:r>
        <w:t>890.9810</w:t>
      </w:r>
      <w:r>
        <w:tab/>
        <w:t>1.013e0</w:t>
      </w:r>
    </w:p>
    <w:p w:rsidR="006974AE" w:rsidRDefault="006974AE" w:rsidP="006974AE">
      <w:r>
        <w:t>890.9869</w:t>
      </w:r>
      <w:r>
        <w:tab/>
        <w:t>2.025e0</w:t>
      </w:r>
    </w:p>
    <w:p w:rsidR="006974AE" w:rsidRDefault="006974AE" w:rsidP="006974AE">
      <w:r>
        <w:t>891.0289</w:t>
      </w:r>
      <w:r>
        <w:tab/>
        <w:t>2.025e0</w:t>
      </w:r>
    </w:p>
    <w:p w:rsidR="006974AE" w:rsidRDefault="006974AE" w:rsidP="006974AE">
      <w:r>
        <w:t>891.0384</w:t>
      </w:r>
      <w:r>
        <w:tab/>
        <w:t>2.025e0</w:t>
      </w:r>
    </w:p>
    <w:p w:rsidR="006974AE" w:rsidRDefault="006974AE" w:rsidP="006974AE">
      <w:r>
        <w:t>891.0845</w:t>
      </w:r>
      <w:r>
        <w:tab/>
        <w:t>1.013e0</w:t>
      </w:r>
    </w:p>
    <w:p w:rsidR="006974AE" w:rsidRDefault="006974AE" w:rsidP="006974AE">
      <w:r>
        <w:t>891.1006</w:t>
      </w:r>
      <w:r>
        <w:tab/>
        <w:t>1.013e0</w:t>
      </w:r>
    </w:p>
    <w:p w:rsidR="006974AE" w:rsidRDefault="006974AE" w:rsidP="006974AE">
      <w:r>
        <w:t>891.1454</w:t>
      </w:r>
      <w:r>
        <w:tab/>
        <w:t>1.013e0</w:t>
      </w:r>
    </w:p>
    <w:p w:rsidR="006974AE" w:rsidRDefault="006974AE" w:rsidP="006974AE">
      <w:r>
        <w:t>891.1835</w:t>
      </w:r>
      <w:r>
        <w:tab/>
        <w:t>2.025e0</w:t>
      </w:r>
    </w:p>
    <w:p w:rsidR="006974AE" w:rsidRDefault="006974AE" w:rsidP="006974AE">
      <w:r>
        <w:lastRenderedPageBreak/>
        <w:t>891.2415</w:t>
      </w:r>
      <w:r>
        <w:tab/>
        <w:t>2.025e0</w:t>
      </w:r>
    </w:p>
    <w:p w:rsidR="006974AE" w:rsidRDefault="006974AE" w:rsidP="006974AE">
      <w:r>
        <w:t>891.3054</w:t>
      </w:r>
      <w:r>
        <w:tab/>
        <w:t>3.038e0</w:t>
      </w:r>
    </w:p>
    <w:p w:rsidR="006974AE" w:rsidRDefault="006974AE" w:rsidP="006974AE">
      <w:r>
        <w:t>891.3098</w:t>
      </w:r>
      <w:r>
        <w:tab/>
        <w:t>3.808e0</w:t>
      </w:r>
    </w:p>
    <w:p w:rsidR="006974AE" w:rsidRDefault="006974AE" w:rsidP="006974AE">
      <w:r>
        <w:t>891.3240</w:t>
      </w:r>
      <w:r>
        <w:tab/>
        <w:t>2.983e0</w:t>
      </w:r>
    </w:p>
    <w:p w:rsidR="006974AE" w:rsidRDefault="006974AE" w:rsidP="006974AE">
      <w:r>
        <w:t>891.3381</w:t>
      </w:r>
      <w:r>
        <w:tab/>
        <w:t>2.842e0</w:t>
      </w:r>
    </w:p>
    <w:p w:rsidR="006974AE" w:rsidRDefault="006974AE" w:rsidP="006974AE">
      <w:r>
        <w:t>891.3559</w:t>
      </w:r>
      <w:r>
        <w:tab/>
        <w:t>6.286e0</w:t>
      </w:r>
    </w:p>
    <w:p w:rsidR="006974AE" w:rsidRDefault="006974AE" w:rsidP="006974AE">
      <w:r>
        <w:t>891.3613</w:t>
      </w:r>
      <w:r>
        <w:tab/>
        <w:t>2.025e0</w:t>
      </w:r>
    </w:p>
    <w:p w:rsidR="006974AE" w:rsidRDefault="006974AE" w:rsidP="006974AE">
      <w:r>
        <w:t>891.4059</w:t>
      </w:r>
      <w:r>
        <w:tab/>
        <w:t>2.855e0</w:t>
      </w:r>
    </w:p>
    <w:p w:rsidR="006974AE" w:rsidRDefault="006974AE" w:rsidP="006974AE">
      <w:r>
        <w:t>891.4568</w:t>
      </w:r>
      <w:r>
        <w:tab/>
        <w:t>1.276e0</w:t>
      </w:r>
    </w:p>
    <w:p w:rsidR="006974AE" w:rsidRDefault="006974AE" w:rsidP="006974AE">
      <w:r>
        <w:t>891.4708</w:t>
      </w:r>
      <w:r>
        <w:tab/>
        <w:t>1.013e0</w:t>
      </w:r>
    </w:p>
    <w:p w:rsidR="006974AE" w:rsidRDefault="006974AE" w:rsidP="006974AE">
      <w:r>
        <w:t>891.4758</w:t>
      </w:r>
      <w:r>
        <w:tab/>
        <w:t>3.376e0</w:t>
      </w:r>
    </w:p>
    <w:p w:rsidR="006974AE" w:rsidRDefault="006974AE" w:rsidP="006974AE">
      <w:r>
        <w:t>891.5031</w:t>
      </w:r>
      <w:r>
        <w:tab/>
        <w:t>2.025e0</w:t>
      </w:r>
    </w:p>
    <w:p w:rsidR="006974AE" w:rsidRDefault="006974AE" w:rsidP="006974AE">
      <w:r>
        <w:t>891.5042</w:t>
      </w:r>
      <w:r>
        <w:tab/>
        <w:t>3.038e0</w:t>
      </w:r>
    </w:p>
    <w:p w:rsidR="006974AE" w:rsidRDefault="006974AE" w:rsidP="006974AE">
      <w:r>
        <w:t>891.5330</w:t>
      </w:r>
      <w:r>
        <w:tab/>
        <w:t>1.013e0</w:t>
      </w:r>
    </w:p>
    <w:p w:rsidR="006974AE" w:rsidRDefault="006974AE" w:rsidP="006974AE">
      <w:r>
        <w:t>891.5713</w:t>
      </w:r>
      <w:r>
        <w:tab/>
        <w:t>1.013e0</w:t>
      </w:r>
    </w:p>
    <w:p w:rsidR="006974AE" w:rsidRDefault="006974AE" w:rsidP="006974AE">
      <w:r>
        <w:t>891.6361</w:t>
      </w:r>
      <w:r>
        <w:tab/>
        <w:t>2.025e0</w:t>
      </w:r>
    </w:p>
    <w:p w:rsidR="006974AE" w:rsidRDefault="006974AE" w:rsidP="006974AE">
      <w:r>
        <w:t>891.6377</w:t>
      </w:r>
      <w:r>
        <w:tab/>
        <w:t>1.013e0</w:t>
      </w:r>
    </w:p>
    <w:p w:rsidR="006974AE" w:rsidRDefault="006974AE" w:rsidP="006974AE">
      <w:r>
        <w:t>891.7585</w:t>
      </w:r>
      <w:r>
        <w:tab/>
        <w:t>1.013e0</w:t>
      </w:r>
    </w:p>
    <w:p w:rsidR="006974AE" w:rsidRDefault="006974AE" w:rsidP="006974AE">
      <w:r>
        <w:t>891.7723</w:t>
      </w:r>
      <w:r>
        <w:tab/>
        <w:t>1.013e0</w:t>
      </w:r>
    </w:p>
    <w:p w:rsidR="006974AE" w:rsidRDefault="006974AE" w:rsidP="006974AE">
      <w:r>
        <w:lastRenderedPageBreak/>
        <w:t>891.7734</w:t>
      </w:r>
      <w:r>
        <w:tab/>
        <w:t>1.013e0</w:t>
      </w:r>
    </w:p>
    <w:p w:rsidR="006974AE" w:rsidRDefault="006974AE" w:rsidP="006974AE">
      <w:r>
        <w:t>891.8622</w:t>
      </w:r>
      <w:r>
        <w:tab/>
        <w:t>3.038e0</w:t>
      </w:r>
    </w:p>
    <w:p w:rsidR="006974AE" w:rsidRDefault="006974AE" w:rsidP="006974AE">
      <w:r>
        <w:t>891.8702</w:t>
      </w:r>
      <w:r>
        <w:tab/>
        <w:t>2.025e0</w:t>
      </w:r>
    </w:p>
    <w:p w:rsidR="006974AE" w:rsidRDefault="006974AE" w:rsidP="006974AE">
      <w:r>
        <w:t>891.9084</w:t>
      </w:r>
      <w:r>
        <w:tab/>
        <w:t>2.025e0</w:t>
      </w:r>
    </w:p>
    <w:p w:rsidR="006974AE" w:rsidRDefault="006974AE" w:rsidP="006974AE">
      <w:r>
        <w:t>891.9256</w:t>
      </w:r>
      <w:r>
        <w:tab/>
        <w:t>1.013e0</w:t>
      </w:r>
    </w:p>
    <w:p w:rsidR="006974AE" w:rsidRDefault="006974AE" w:rsidP="006974AE">
      <w:r>
        <w:t>891.9930</w:t>
      </w:r>
      <w:r>
        <w:tab/>
        <w:t>3.038e0</w:t>
      </w:r>
    </w:p>
    <w:p w:rsidR="006974AE" w:rsidRDefault="006974AE" w:rsidP="006974AE">
      <w:r>
        <w:t>892.1613</w:t>
      </w:r>
      <w:r>
        <w:tab/>
        <w:t>1.013e0</w:t>
      </w:r>
    </w:p>
    <w:p w:rsidR="006974AE" w:rsidRDefault="006974AE" w:rsidP="006974AE">
      <w:r>
        <w:t>892.1625</w:t>
      </w:r>
      <w:r>
        <w:tab/>
        <w:t>1.013e0</w:t>
      </w:r>
    </w:p>
    <w:p w:rsidR="006974AE" w:rsidRDefault="006974AE" w:rsidP="006974AE">
      <w:r>
        <w:t>892.2148</w:t>
      </w:r>
      <w:r>
        <w:tab/>
        <w:t>1.013e0</w:t>
      </w:r>
    </w:p>
    <w:p w:rsidR="006974AE" w:rsidRDefault="006974AE" w:rsidP="006974AE">
      <w:r>
        <w:t>892.2687</w:t>
      </w:r>
      <w:r>
        <w:tab/>
        <w:t>3.038e0</w:t>
      </w:r>
    </w:p>
    <w:p w:rsidR="006974AE" w:rsidRDefault="006974AE" w:rsidP="006974AE">
      <w:r>
        <w:t>892.2706</w:t>
      </w:r>
      <w:r>
        <w:tab/>
        <w:t>2.025e0</w:t>
      </w:r>
    </w:p>
    <w:p w:rsidR="006974AE" w:rsidRDefault="006974AE" w:rsidP="006974AE">
      <w:r>
        <w:t>892.3306</w:t>
      </w:r>
      <w:r>
        <w:tab/>
        <w:t>3.007e0</w:t>
      </w:r>
    </w:p>
    <w:p w:rsidR="006974AE" w:rsidRDefault="006974AE" w:rsidP="006974AE">
      <w:r>
        <w:t>892.3559</w:t>
      </w:r>
      <w:r>
        <w:tab/>
        <w:t>1.013e0</w:t>
      </w:r>
    </w:p>
    <w:p w:rsidR="006974AE" w:rsidRDefault="006974AE" w:rsidP="006974AE">
      <w:r>
        <w:t>892.3714</w:t>
      </w:r>
      <w:r>
        <w:tab/>
        <w:t>4.025e0</w:t>
      </w:r>
    </w:p>
    <w:p w:rsidR="006974AE" w:rsidRDefault="006974AE" w:rsidP="006974AE">
      <w:r>
        <w:t>892.3745</w:t>
      </w:r>
      <w:r>
        <w:tab/>
        <w:t>4.003e0</w:t>
      </w:r>
    </w:p>
    <w:p w:rsidR="006974AE" w:rsidRDefault="006974AE" w:rsidP="006974AE">
      <w:r>
        <w:t>892.3968</w:t>
      </w:r>
      <w:r>
        <w:tab/>
        <w:t>3.658e0</w:t>
      </w:r>
    </w:p>
    <w:p w:rsidR="006974AE" w:rsidRDefault="006974AE" w:rsidP="006974AE">
      <w:r>
        <w:t>892.4271</w:t>
      </w:r>
      <w:r>
        <w:tab/>
        <w:t>4.343e0</w:t>
      </w:r>
    </w:p>
    <w:p w:rsidR="006974AE" w:rsidRDefault="006974AE" w:rsidP="006974AE">
      <w:r>
        <w:t>892.4844</w:t>
      </w:r>
      <w:r>
        <w:tab/>
        <w:t>1.013e0</w:t>
      </w:r>
    </w:p>
    <w:p w:rsidR="006974AE" w:rsidRDefault="006974AE" w:rsidP="006974AE">
      <w:r>
        <w:t>892.5198</w:t>
      </w:r>
      <w:r>
        <w:tab/>
        <w:t>6.076e0</w:t>
      </w:r>
    </w:p>
    <w:p w:rsidR="006974AE" w:rsidRDefault="006974AE" w:rsidP="006974AE">
      <w:r>
        <w:lastRenderedPageBreak/>
        <w:t>892.5253</w:t>
      </w:r>
      <w:r>
        <w:tab/>
        <w:t>3.038e0</w:t>
      </w:r>
    </w:p>
    <w:p w:rsidR="006974AE" w:rsidRDefault="006974AE" w:rsidP="006974AE">
      <w:r>
        <w:t>892.5366</w:t>
      </w:r>
      <w:r>
        <w:tab/>
        <w:t>1.013e0</w:t>
      </w:r>
    </w:p>
    <w:p w:rsidR="006974AE" w:rsidRDefault="006974AE" w:rsidP="006974AE">
      <w:r>
        <w:t>892.5651</w:t>
      </w:r>
      <w:r>
        <w:tab/>
        <w:t>2.025e0</w:t>
      </w:r>
    </w:p>
    <w:p w:rsidR="006974AE" w:rsidRDefault="006974AE" w:rsidP="006974AE">
      <w:r>
        <w:t>892.5804</w:t>
      </w:r>
      <w:r>
        <w:tab/>
        <w:t>1.013e0</w:t>
      </w:r>
    </w:p>
    <w:p w:rsidR="006974AE" w:rsidRDefault="006974AE" w:rsidP="006974AE">
      <w:r>
        <w:t>892.6237</w:t>
      </w:r>
      <w:r>
        <w:tab/>
        <w:t>3.038e0</w:t>
      </w:r>
    </w:p>
    <w:p w:rsidR="006974AE" w:rsidRDefault="006974AE" w:rsidP="006974AE">
      <w:r>
        <w:t>892.6772</w:t>
      </w:r>
      <w:r>
        <w:tab/>
        <w:t>2.025e0</w:t>
      </w:r>
    </w:p>
    <w:p w:rsidR="006974AE" w:rsidRDefault="006974AE" w:rsidP="006974AE">
      <w:r>
        <w:t>892.7023</w:t>
      </w:r>
      <w:r>
        <w:tab/>
        <w:t>2.025e0</w:t>
      </w:r>
    </w:p>
    <w:p w:rsidR="006974AE" w:rsidRDefault="006974AE" w:rsidP="006974AE">
      <w:r>
        <w:t>892.7217</w:t>
      </w:r>
      <w:r>
        <w:tab/>
        <w:t>1.013e0</w:t>
      </w:r>
    </w:p>
    <w:p w:rsidR="006974AE" w:rsidRDefault="006974AE" w:rsidP="006974AE">
      <w:r>
        <w:t>892.7912</w:t>
      </w:r>
      <w:r>
        <w:tab/>
        <w:t>1.013e0</w:t>
      </w:r>
    </w:p>
    <w:p w:rsidR="006974AE" w:rsidRDefault="006974AE" w:rsidP="006974AE">
      <w:r>
        <w:t>892.8051</w:t>
      </w:r>
      <w:r>
        <w:tab/>
        <w:t>1.013e0</w:t>
      </w:r>
    </w:p>
    <w:p w:rsidR="006974AE" w:rsidRDefault="006974AE" w:rsidP="006974AE">
      <w:r>
        <w:t>892.8361</w:t>
      </w:r>
      <w:r>
        <w:tab/>
        <w:t>1.013e0</w:t>
      </w:r>
    </w:p>
    <w:p w:rsidR="006974AE" w:rsidRDefault="006974AE" w:rsidP="006974AE">
      <w:r>
        <w:t>892.8385</w:t>
      </w:r>
      <w:r>
        <w:tab/>
        <w:t>1.013e0</w:t>
      </w:r>
    </w:p>
    <w:p w:rsidR="006974AE" w:rsidRDefault="006974AE" w:rsidP="006974AE">
      <w:r>
        <w:t>892.8630</w:t>
      </w:r>
      <w:r>
        <w:tab/>
        <w:t>2.025e0</w:t>
      </w:r>
    </w:p>
    <w:p w:rsidR="006974AE" w:rsidRDefault="006974AE" w:rsidP="006974AE">
      <w:r>
        <w:t>892.8660</w:t>
      </w:r>
      <w:r>
        <w:tab/>
        <w:t>1.013e0</w:t>
      </w:r>
    </w:p>
    <w:p w:rsidR="006974AE" w:rsidRDefault="006974AE" w:rsidP="006974AE">
      <w:r>
        <w:t>892.9913</w:t>
      </w:r>
      <w:r>
        <w:tab/>
        <w:t>1.013e0</w:t>
      </w:r>
    </w:p>
    <w:p w:rsidR="006974AE" w:rsidRDefault="006974AE" w:rsidP="006974AE">
      <w:r>
        <w:t>893.0085</w:t>
      </w:r>
      <w:r>
        <w:tab/>
        <w:t>1.013e0</w:t>
      </w:r>
    </w:p>
    <w:p w:rsidR="006974AE" w:rsidRDefault="006974AE" w:rsidP="006974AE">
      <w:r>
        <w:t>893.0105</w:t>
      </w:r>
      <w:r>
        <w:tab/>
        <w:t>4.051e0</w:t>
      </w:r>
    </w:p>
    <w:p w:rsidR="006974AE" w:rsidRDefault="006974AE" w:rsidP="006974AE">
      <w:r>
        <w:t>893.0458</w:t>
      </w:r>
      <w:r>
        <w:tab/>
        <w:t>1.013e0</w:t>
      </w:r>
    </w:p>
    <w:p w:rsidR="006974AE" w:rsidRDefault="006974AE" w:rsidP="006974AE">
      <w:r>
        <w:t>893.0746</w:t>
      </w:r>
      <w:r>
        <w:tab/>
        <w:t>1.013e0</w:t>
      </w:r>
    </w:p>
    <w:p w:rsidR="006974AE" w:rsidRDefault="006974AE" w:rsidP="006974AE">
      <w:r>
        <w:lastRenderedPageBreak/>
        <w:t>893.0896</w:t>
      </w:r>
      <w:r>
        <w:tab/>
        <w:t>1.013e0</w:t>
      </w:r>
    </w:p>
    <w:p w:rsidR="006974AE" w:rsidRDefault="006974AE" w:rsidP="006974AE">
      <w:r>
        <w:t>893.1158</w:t>
      </w:r>
      <w:r>
        <w:tab/>
        <w:t>2.025e0</w:t>
      </w:r>
    </w:p>
    <w:p w:rsidR="006974AE" w:rsidRDefault="006974AE" w:rsidP="006974AE">
      <w:r>
        <w:t>893.1357</w:t>
      </w:r>
      <w:r>
        <w:tab/>
        <w:t>1.013e0</w:t>
      </w:r>
    </w:p>
    <w:p w:rsidR="006974AE" w:rsidRDefault="006974AE" w:rsidP="006974AE">
      <w:r>
        <w:t>893.1495</w:t>
      </w:r>
      <w:r>
        <w:tab/>
        <w:t>1.013e0</w:t>
      </w:r>
    </w:p>
    <w:p w:rsidR="006974AE" w:rsidRDefault="006974AE" w:rsidP="006974AE">
      <w:r>
        <w:t>893.1656</w:t>
      </w:r>
      <w:r>
        <w:tab/>
        <w:t>1.013e0</w:t>
      </w:r>
    </w:p>
    <w:p w:rsidR="006974AE" w:rsidRDefault="006974AE" w:rsidP="006974AE">
      <w:r>
        <w:t>893.2244</w:t>
      </w:r>
      <w:r>
        <w:tab/>
        <w:t>3.038e0</w:t>
      </w:r>
    </w:p>
    <w:p w:rsidR="006974AE" w:rsidRDefault="006974AE" w:rsidP="006974AE">
      <w:r>
        <w:t>893.2366</w:t>
      </w:r>
      <w:r>
        <w:tab/>
        <w:t>2.025e0</w:t>
      </w:r>
    </w:p>
    <w:p w:rsidR="006974AE" w:rsidRDefault="006974AE" w:rsidP="006974AE">
      <w:r>
        <w:t>893.2945</w:t>
      </w:r>
      <w:r>
        <w:tab/>
        <w:t>3.038e0</w:t>
      </w:r>
    </w:p>
    <w:p w:rsidR="006974AE" w:rsidRDefault="006974AE" w:rsidP="006974AE">
      <w:r>
        <w:t>893.3566</w:t>
      </w:r>
      <w:r>
        <w:tab/>
        <w:t>2.585e0</w:t>
      </w:r>
    </w:p>
    <w:p w:rsidR="006974AE" w:rsidRDefault="006974AE" w:rsidP="006974AE">
      <w:r>
        <w:t>893.3613</w:t>
      </w:r>
      <w:r>
        <w:tab/>
        <w:t>9.114e0</w:t>
      </w:r>
    </w:p>
    <w:p w:rsidR="006974AE" w:rsidRDefault="006974AE" w:rsidP="006974AE">
      <w:r>
        <w:t>893.3828</w:t>
      </w:r>
      <w:r>
        <w:tab/>
        <w:t>5.834e0</w:t>
      </w:r>
    </w:p>
    <w:p w:rsidR="006974AE" w:rsidRDefault="006974AE" w:rsidP="006974AE">
      <w:r>
        <w:t>893.3892</w:t>
      </w:r>
      <w:r>
        <w:tab/>
        <w:t>1.449e1</w:t>
      </w:r>
    </w:p>
    <w:p w:rsidR="006974AE" w:rsidRDefault="006974AE" w:rsidP="006974AE">
      <w:r>
        <w:t>893.3943</w:t>
      </w:r>
      <w:r>
        <w:tab/>
        <w:t>1.007e1</w:t>
      </w:r>
    </w:p>
    <w:p w:rsidR="006974AE" w:rsidRDefault="006974AE" w:rsidP="006974AE">
      <w:r>
        <w:t>893.3959</w:t>
      </w:r>
      <w:r>
        <w:tab/>
        <w:t>1.418e1</w:t>
      </w:r>
    </w:p>
    <w:p w:rsidR="006974AE" w:rsidRDefault="006974AE" w:rsidP="006974AE">
      <w:r>
        <w:t>893.4482</w:t>
      </w:r>
      <w:r>
        <w:tab/>
        <w:t>2.025e0</w:t>
      </w:r>
    </w:p>
    <w:p w:rsidR="006974AE" w:rsidRDefault="006974AE" w:rsidP="006974AE">
      <w:r>
        <w:t>893.4541</w:t>
      </w:r>
      <w:r>
        <w:tab/>
        <w:t>4.051e0</w:t>
      </w:r>
    </w:p>
    <w:p w:rsidR="006974AE" w:rsidRDefault="006974AE" w:rsidP="006974AE">
      <w:r>
        <w:t>893.5167</w:t>
      </w:r>
      <w:r>
        <w:tab/>
        <w:t>3.038e0</w:t>
      </w:r>
    </w:p>
    <w:p w:rsidR="006974AE" w:rsidRDefault="006974AE" w:rsidP="006974AE">
      <w:r>
        <w:t>893.5327</w:t>
      </w:r>
      <w:r>
        <w:tab/>
        <w:t>2.025e0</w:t>
      </w:r>
    </w:p>
    <w:p w:rsidR="006974AE" w:rsidRDefault="006974AE" w:rsidP="006974AE">
      <w:r>
        <w:t>893.5462</w:t>
      </w:r>
      <w:r>
        <w:tab/>
        <w:t>3.038e0</w:t>
      </w:r>
    </w:p>
    <w:p w:rsidR="006974AE" w:rsidRDefault="006974AE" w:rsidP="006974AE">
      <w:r>
        <w:lastRenderedPageBreak/>
        <w:t>893.5682</w:t>
      </w:r>
      <w:r>
        <w:tab/>
        <w:t>3.038e0</w:t>
      </w:r>
    </w:p>
    <w:p w:rsidR="006974AE" w:rsidRDefault="006974AE" w:rsidP="006974AE">
      <w:r>
        <w:t>893.6303</w:t>
      </w:r>
      <w:r>
        <w:tab/>
        <w:t>2.025e0</w:t>
      </w:r>
    </w:p>
    <w:p w:rsidR="006974AE" w:rsidRDefault="006974AE" w:rsidP="006974AE">
      <w:r>
        <w:t>893.6451</w:t>
      </w:r>
      <w:r>
        <w:tab/>
        <w:t>1.013e0</w:t>
      </w:r>
    </w:p>
    <w:p w:rsidR="006974AE" w:rsidRDefault="006974AE" w:rsidP="006974AE">
      <w:r>
        <w:t>893.6740</w:t>
      </w:r>
      <w:r>
        <w:tab/>
        <w:t>1.013e0</w:t>
      </w:r>
    </w:p>
    <w:p w:rsidR="006974AE" w:rsidRDefault="006974AE" w:rsidP="006974AE">
      <w:r>
        <w:t>893.7339</w:t>
      </w:r>
      <w:r>
        <w:tab/>
        <w:t>1.013e0</w:t>
      </w:r>
    </w:p>
    <w:p w:rsidR="006974AE" w:rsidRDefault="006974AE" w:rsidP="006974AE">
      <w:r>
        <w:t>893.7714</w:t>
      </w:r>
      <w:r>
        <w:tab/>
        <w:t>2.025e0</w:t>
      </w:r>
    </w:p>
    <w:p w:rsidR="006974AE" w:rsidRDefault="006974AE" w:rsidP="006974AE">
      <w:r>
        <w:t>893.9363</w:t>
      </w:r>
      <w:r>
        <w:tab/>
        <w:t>2.025e0</w:t>
      </w:r>
    </w:p>
    <w:p w:rsidR="006974AE" w:rsidRDefault="006974AE" w:rsidP="006974AE">
      <w:r>
        <w:t>893.9735</w:t>
      </w:r>
      <w:r>
        <w:tab/>
        <w:t>3.038e0</w:t>
      </w:r>
    </w:p>
    <w:p w:rsidR="006974AE" w:rsidRDefault="006974AE" w:rsidP="006974AE">
      <w:r>
        <w:t>893.9899</w:t>
      </w:r>
      <w:r>
        <w:tab/>
        <w:t>1.013e0</w:t>
      </w:r>
    </w:p>
    <w:p w:rsidR="006974AE" w:rsidRDefault="006974AE" w:rsidP="006974AE">
      <w:r>
        <w:t>894.0199</w:t>
      </w:r>
      <w:r>
        <w:tab/>
        <w:t>1.013e0</w:t>
      </w:r>
    </w:p>
    <w:p w:rsidR="006974AE" w:rsidRDefault="006974AE" w:rsidP="006974AE">
      <w:r>
        <w:t>894.0925</w:t>
      </w:r>
      <w:r>
        <w:tab/>
        <w:t>1.013e0</w:t>
      </w:r>
    </w:p>
    <w:p w:rsidR="006974AE" w:rsidRDefault="006974AE" w:rsidP="006974AE">
      <w:r>
        <w:t>894.1010</w:t>
      </w:r>
      <w:r>
        <w:tab/>
        <w:t>2.025e0</w:t>
      </w:r>
    </w:p>
    <w:p w:rsidR="006974AE" w:rsidRDefault="006974AE" w:rsidP="006974AE">
      <w:r>
        <w:t>894.1088</w:t>
      </w:r>
      <w:r>
        <w:tab/>
        <w:t>1.013e0</w:t>
      </w:r>
    </w:p>
    <w:p w:rsidR="006974AE" w:rsidRDefault="006974AE" w:rsidP="006974AE">
      <w:r>
        <w:t>894.1249</w:t>
      </w:r>
      <w:r>
        <w:tab/>
        <w:t>1.013e0</w:t>
      </w:r>
    </w:p>
    <w:p w:rsidR="006974AE" w:rsidRDefault="006974AE" w:rsidP="006974AE">
      <w:r>
        <w:t>894.1747</w:t>
      </w:r>
      <w:r>
        <w:tab/>
        <w:t>1.013e0</w:t>
      </w:r>
    </w:p>
    <w:p w:rsidR="006974AE" w:rsidRDefault="006974AE" w:rsidP="006974AE">
      <w:r>
        <w:t>894.1763</w:t>
      </w:r>
      <w:r>
        <w:tab/>
        <w:t>2.025e0</w:t>
      </w:r>
    </w:p>
    <w:p w:rsidR="006974AE" w:rsidRDefault="006974AE" w:rsidP="006974AE">
      <w:r>
        <w:t>894.1849</w:t>
      </w:r>
      <w:r>
        <w:tab/>
        <w:t>1.013e0</w:t>
      </w:r>
    </w:p>
    <w:p w:rsidR="006974AE" w:rsidRDefault="006974AE" w:rsidP="006974AE">
      <w:r>
        <w:t>894.1999</w:t>
      </w:r>
      <w:r>
        <w:tab/>
        <w:t>1.013e0</w:t>
      </w:r>
    </w:p>
    <w:p w:rsidR="006974AE" w:rsidRDefault="006974AE" w:rsidP="006974AE">
      <w:r>
        <w:t>894.2438</w:t>
      </w:r>
      <w:r>
        <w:tab/>
        <w:t>1.013e0</w:t>
      </w:r>
    </w:p>
    <w:p w:rsidR="006974AE" w:rsidRDefault="006974AE" w:rsidP="006974AE">
      <w:r>
        <w:lastRenderedPageBreak/>
        <w:t>894.3282</w:t>
      </w:r>
      <w:r>
        <w:tab/>
        <w:t>1.013e0</w:t>
      </w:r>
    </w:p>
    <w:p w:rsidR="006974AE" w:rsidRDefault="006974AE" w:rsidP="006974AE">
      <w:r>
        <w:t>894.3423</w:t>
      </w:r>
      <w:r>
        <w:tab/>
        <w:t>3.038e0</w:t>
      </w:r>
    </w:p>
    <w:p w:rsidR="006974AE" w:rsidRDefault="006974AE" w:rsidP="006974AE">
      <w:r>
        <w:t>894.3702</w:t>
      </w:r>
      <w:r>
        <w:tab/>
        <w:t>4.610e0</w:t>
      </w:r>
    </w:p>
    <w:p w:rsidR="006974AE" w:rsidRDefault="006974AE" w:rsidP="006974AE">
      <w:r>
        <w:t>894.3788</w:t>
      </w:r>
      <w:r>
        <w:tab/>
        <w:t>1.495e1</w:t>
      </w:r>
    </w:p>
    <w:p w:rsidR="006974AE" w:rsidRDefault="006974AE" w:rsidP="006974AE">
      <w:r>
        <w:t>894.3898</w:t>
      </w:r>
      <w:r>
        <w:tab/>
        <w:t>4.751e0</w:t>
      </w:r>
    </w:p>
    <w:p w:rsidR="006974AE" w:rsidRDefault="006974AE" w:rsidP="006974AE">
      <w:r>
        <w:t>894.4008</w:t>
      </w:r>
      <w:r>
        <w:tab/>
        <w:t>9.586e0</w:t>
      </w:r>
    </w:p>
    <w:p w:rsidR="006974AE" w:rsidRDefault="006974AE" w:rsidP="006974AE">
      <w:r>
        <w:t>894.4324</w:t>
      </w:r>
      <w:r>
        <w:tab/>
        <w:t>3.012e0</w:t>
      </w:r>
    </w:p>
    <w:p w:rsidR="006974AE" w:rsidRDefault="006974AE" w:rsidP="006974AE">
      <w:r>
        <w:t>894.4553</w:t>
      </w:r>
      <w:r>
        <w:tab/>
        <w:t>4.012e0</w:t>
      </w:r>
    </w:p>
    <w:p w:rsidR="006974AE" w:rsidRDefault="006974AE" w:rsidP="006974AE">
      <w:r>
        <w:t>894.4706</w:t>
      </w:r>
      <w:r>
        <w:tab/>
        <w:t>3.038e0</w:t>
      </w:r>
    </w:p>
    <w:p w:rsidR="006974AE" w:rsidRDefault="006974AE" w:rsidP="006974AE">
      <w:r>
        <w:t>894.5334</w:t>
      </w:r>
      <w:r>
        <w:tab/>
        <w:t>4.051e0</w:t>
      </w:r>
    </w:p>
    <w:p w:rsidR="006974AE" w:rsidRDefault="006974AE" w:rsidP="006974AE">
      <w:r>
        <w:t>894.5468</w:t>
      </w:r>
      <w:r>
        <w:tab/>
        <w:t>1.013e0</w:t>
      </w:r>
    </w:p>
    <w:p w:rsidR="006974AE" w:rsidRDefault="006974AE" w:rsidP="006974AE">
      <w:r>
        <w:t>894.5782</w:t>
      </w:r>
      <w:r>
        <w:tab/>
        <w:t>4.051e0</w:t>
      </w:r>
    </w:p>
    <w:p w:rsidR="006974AE" w:rsidRDefault="006974AE" w:rsidP="006974AE">
      <w:r>
        <w:t>894.5822</w:t>
      </w:r>
      <w:r>
        <w:tab/>
        <w:t>3.038e0</w:t>
      </w:r>
    </w:p>
    <w:p w:rsidR="006974AE" w:rsidRDefault="006974AE" w:rsidP="006974AE">
      <w:r>
        <w:t>894.6113</w:t>
      </w:r>
      <w:r>
        <w:tab/>
        <w:t>2.025e0</w:t>
      </w:r>
    </w:p>
    <w:p w:rsidR="006974AE" w:rsidRDefault="006974AE" w:rsidP="006974AE">
      <w:r>
        <w:t>894.6649</w:t>
      </w:r>
      <w:r>
        <w:tab/>
        <w:t>1.013e0</w:t>
      </w:r>
    </w:p>
    <w:p w:rsidR="006974AE" w:rsidRDefault="006974AE" w:rsidP="006974AE">
      <w:r>
        <w:t>894.7330</w:t>
      </w:r>
      <w:r>
        <w:tab/>
        <w:t>1.013e0</w:t>
      </w:r>
    </w:p>
    <w:p w:rsidR="006974AE" w:rsidRDefault="006974AE" w:rsidP="006974AE">
      <w:r>
        <w:t>894.7635</w:t>
      </w:r>
      <w:r>
        <w:tab/>
        <w:t>4.051e0</w:t>
      </w:r>
    </w:p>
    <w:p w:rsidR="006974AE" w:rsidRDefault="006974AE" w:rsidP="006974AE">
      <w:r>
        <w:t>894.7694</w:t>
      </w:r>
      <w:r>
        <w:tab/>
        <w:t>1.013e0</w:t>
      </w:r>
    </w:p>
    <w:p w:rsidR="006974AE" w:rsidRDefault="006974AE" w:rsidP="006974AE">
      <w:r>
        <w:t>894.7850</w:t>
      </w:r>
      <w:r>
        <w:tab/>
        <w:t>1.013e0</w:t>
      </w:r>
    </w:p>
    <w:p w:rsidR="006974AE" w:rsidRDefault="006974AE" w:rsidP="006974AE">
      <w:r>
        <w:lastRenderedPageBreak/>
        <w:t>894.8223</w:t>
      </w:r>
      <w:r>
        <w:tab/>
        <w:t>2.025e0</w:t>
      </w:r>
    </w:p>
    <w:p w:rsidR="006974AE" w:rsidRDefault="006974AE" w:rsidP="006974AE">
      <w:r>
        <w:t>894.8339</w:t>
      </w:r>
      <w:r>
        <w:tab/>
        <w:t>1.013e0</w:t>
      </w:r>
    </w:p>
    <w:p w:rsidR="006974AE" w:rsidRDefault="006974AE" w:rsidP="006974AE">
      <w:r>
        <w:t>894.8964</w:t>
      </w:r>
      <w:r>
        <w:tab/>
        <w:t>2.025e0</w:t>
      </w:r>
    </w:p>
    <w:p w:rsidR="006974AE" w:rsidRDefault="006974AE" w:rsidP="006974AE">
      <w:r>
        <w:t>894.9639</w:t>
      </w:r>
      <w:r>
        <w:tab/>
        <w:t>1.013e0</w:t>
      </w:r>
    </w:p>
    <w:p w:rsidR="006974AE" w:rsidRDefault="006974AE" w:rsidP="006974AE">
      <w:r>
        <w:t>894.9875</w:t>
      </w:r>
      <w:r>
        <w:tab/>
        <w:t>1.013e0</w:t>
      </w:r>
    </w:p>
    <w:p w:rsidR="006974AE" w:rsidRDefault="006974AE" w:rsidP="006974AE">
      <w:r>
        <w:t>894.9986</w:t>
      </w:r>
      <w:r>
        <w:tab/>
        <w:t>3.038e0</w:t>
      </w:r>
    </w:p>
    <w:p w:rsidR="006974AE" w:rsidRDefault="006974AE" w:rsidP="006974AE">
      <w:r>
        <w:t>895.0390</w:t>
      </w:r>
      <w:r>
        <w:tab/>
        <w:t>1.013e0</w:t>
      </w:r>
    </w:p>
    <w:p w:rsidR="006974AE" w:rsidRDefault="006974AE" w:rsidP="006974AE">
      <w:r>
        <w:t>895.0401</w:t>
      </w:r>
      <w:r>
        <w:tab/>
        <w:t>1.013e0</w:t>
      </w:r>
    </w:p>
    <w:p w:rsidR="006974AE" w:rsidRDefault="006974AE" w:rsidP="006974AE">
      <w:r>
        <w:t>895.0690</w:t>
      </w:r>
      <w:r>
        <w:tab/>
        <w:t>1.013e0</w:t>
      </w:r>
    </w:p>
    <w:p w:rsidR="006974AE" w:rsidRDefault="006974AE" w:rsidP="006974AE">
      <w:r>
        <w:t>895.1044</w:t>
      </w:r>
      <w:r>
        <w:tab/>
        <w:t>1.013e0</w:t>
      </w:r>
    </w:p>
    <w:p w:rsidR="006974AE" w:rsidRDefault="006974AE" w:rsidP="006974AE">
      <w:r>
        <w:t>895.1228</w:t>
      </w:r>
      <w:r>
        <w:tab/>
        <w:t>1.013e0</w:t>
      </w:r>
    </w:p>
    <w:p w:rsidR="006974AE" w:rsidRDefault="006974AE" w:rsidP="006974AE">
      <w:r>
        <w:t>895.1440</w:t>
      </w:r>
      <w:r>
        <w:tab/>
        <w:t>1.013e0</w:t>
      </w:r>
    </w:p>
    <w:p w:rsidR="006974AE" w:rsidRDefault="006974AE" w:rsidP="006974AE">
      <w:r>
        <w:t>895.1576</w:t>
      </w:r>
      <w:r>
        <w:tab/>
        <w:t>1.013e0</w:t>
      </w:r>
    </w:p>
    <w:p w:rsidR="006974AE" w:rsidRDefault="006974AE" w:rsidP="006974AE">
      <w:r>
        <w:t>895.1891</w:t>
      </w:r>
      <w:r>
        <w:tab/>
        <w:t>1.013e0</w:t>
      </w:r>
    </w:p>
    <w:p w:rsidR="006974AE" w:rsidRDefault="006974AE" w:rsidP="006974AE">
      <w:r>
        <w:t>895.2397</w:t>
      </w:r>
      <w:r>
        <w:tab/>
        <w:t>1.013e0</w:t>
      </w:r>
    </w:p>
    <w:p w:rsidR="006974AE" w:rsidRDefault="006974AE" w:rsidP="006974AE">
      <w:r>
        <w:t>895.2408</w:t>
      </w:r>
      <w:r>
        <w:tab/>
        <w:t>1.013e0</w:t>
      </w:r>
    </w:p>
    <w:p w:rsidR="006974AE" w:rsidRDefault="006974AE" w:rsidP="006974AE">
      <w:r>
        <w:t>895.2829</w:t>
      </w:r>
      <w:r>
        <w:tab/>
        <w:t>2.025e0</w:t>
      </w:r>
    </w:p>
    <w:p w:rsidR="006974AE" w:rsidRDefault="006974AE" w:rsidP="006974AE">
      <w:r>
        <w:t>895.3090</w:t>
      </w:r>
      <w:r>
        <w:tab/>
        <w:t>6.061e0</w:t>
      </w:r>
    </w:p>
    <w:p w:rsidR="006974AE" w:rsidRDefault="006974AE" w:rsidP="006974AE">
      <w:r>
        <w:t>895.3558</w:t>
      </w:r>
      <w:r>
        <w:tab/>
        <w:t>9.126e0</w:t>
      </w:r>
    </w:p>
    <w:p w:rsidR="006974AE" w:rsidRDefault="006974AE" w:rsidP="006974AE">
      <w:r>
        <w:lastRenderedPageBreak/>
        <w:t>895.3682</w:t>
      </w:r>
      <w:r>
        <w:tab/>
        <w:t>7.008e0</w:t>
      </w:r>
    </w:p>
    <w:p w:rsidR="006974AE" w:rsidRDefault="006974AE" w:rsidP="006974AE">
      <w:r>
        <w:t>895.3727</w:t>
      </w:r>
      <w:r>
        <w:tab/>
        <w:t>6.076e0</w:t>
      </w:r>
    </w:p>
    <w:p w:rsidR="006974AE" w:rsidRDefault="006974AE" w:rsidP="006974AE">
      <w:r>
        <w:t>895.3906</w:t>
      </w:r>
      <w:r>
        <w:tab/>
        <w:t>1.155e1</w:t>
      </w:r>
    </w:p>
    <w:p w:rsidR="006974AE" w:rsidRDefault="006974AE" w:rsidP="006974AE">
      <w:r>
        <w:t>895.4342</w:t>
      </w:r>
      <w:r>
        <w:tab/>
        <w:t>2.623e0</w:t>
      </w:r>
    </w:p>
    <w:p w:rsidR="006974AE" w:rsidRDefault="006974AE" w:rsidP="006974AE">
      <w:r>
        <w:t>895.5356</w:t>
      </w:r>
      <w:r>
        <w:tab/>
        <w:t>1.013e0</w:t>
      </w:r>
    </w:p>
    <w:p w:rsidR="006974AE" w:rsidRDefault="006974AE" w:rsidP="006974AE">
      <w:r>
        <w:t>895.5413</w:t>
      </w:r>
      <w:r>
        <w:tab/>
        <w:t>2.025e0</w:t>
      </w:r>
    </w:p>
    <w:p w:rsidR="006974AE" w:rsidRDefault="006974AE" w:rsidP="006974AE">
      <w:r>
        <w:t>895.5570</w:t>
      </w:r>
      <w:r>
        <w:tab/>
        <w:t>2.025e0</w:t>
      </w:r>
    </w:p>
    <w:p w:rsidR="006974AE" w:rsidRDefault="006974AE" w:rsidP="006974AE">
      <w:r>
        <w:t>895.5635</w:t>
      </w:r>
      <w:r>
        <w:tab/>
        <w:t>1.013e0</w:t>
      </w:r>
    </w:p>
    <w:p w:rsidR="006974AE" w:rsidRDefault="006974AE" w:rsidP="006974AE">
      <w:r>
        <w:t>895.5875</w:t>
      </w:r>
      <w:r>
        <w:tab/>
        <w:t>2.025e0</w:t>
      </w:r>
    </w:p>
    <w:p w:rsidR="006974AE" w:rsidRDefault="006974AE" w:rsidP="006974AE">
      <w:r>
        <w:t>895.5945</w:t>
      </w:r>
      <w:r>
        <w:tab/>
        <w:t>1.013e0</w:t>
      </w:r>
    </w:p>
    <w:p w:rsidR="006974AE" w:rsidRDefault="006974AE" w:rsidP="006974AE">
      <w:r>
        <w:t>895.6281</w:t>
      </w:r>
      <w:r>
        <w:tab/>
        <w:t>1.013e0</w:t>
      </w:r>
    </w:p>
    <w:p w:rsidR="006974AE" w:rsidRDefault="006974AE" w:rsidP="006974AE">
      <w:r>
        <w:t>895.6515</w:t>
      </w:r>
      <w:r>
        <w:tab/>
        <w:t>2.025e0</w:t>
      </w:r>
    </w:p>
    <w:p w:rsidR="006974AE" w:rsidRDefault="006974AE" w:rsidP="006974AE">
      <w:r>
        <w:t>895.6552</w:t>
      </w:r>
      <w:r>
        <w:tab/>
        <w:t>2.025e0</w:t>
      </w:r>
    </w:p>
    <w:p w:rsidR="006974AE" w:rsidRDefault="006974AE" w:rsidP="006974AE">
      <w:r>
        <w:t>895.7158</w:t>
      </w:r>
      <w:r>
        <w:tab/>
        <w:t>1.013e0</w:t>
      </w:r>
    </w:p>
    <w:p w:rsidR="006974AE" w:rsidRDefault="006974AE" w:rsidP="006974AE">
      <w:r>
        <w:t>895.7728</w:t>
      </w:r>
      <w:r>
        <w:tab/>
        <w:t>3.038e0</w:t>
      </w:r>
    </w:p>
    <w:p w:rsidR="006974AE" w:rsidRDefault="006974AE" w:rsidP="006974AE">
      <w:r>
        <w:t>895.8153</w:t>
      </w:r>
      <w:r>
        <w:tab/>
        <w:t>1.013e0</w:t>
      </w:r>
    </w:p>
    <w:p w:rsidR="006974AE" w:rsidRDefault="006974AE" w:rsidP="006974AE">
      <w:r>
        <w:t>895.8199</w:t>
      </w:r>
      <w:r>
        <w:tab/>
        <w:t>1.013e0</w:t>
      </w:r>
    </w:p>
    <w:p w:rsidR="006974AE" w:rsidRDefault="006974AE" w:rsidP="006974AE">
      <w:r>
        <w:t>895.8950</w:t>
      </w:r>
      <w:r>
        <w:tab/>
        <w:t>1.013e0</w:t>
      </w:r>
    </w:p>
    <w:p w:rsidR="006974AE" w:rsidRDefault="006974AE" w:rsidP="006974AE">
      <w:r>
        <w:t>895.9175</w:t>
      </w:r>
      <w:r>
        <w:tab/>
        <w:t>2.025e0</w:t>
      </w:r>
    </w:p>
    <w:p w:rsidR="006974AE" w:rsidRDefault="006974AE" w:rsidP="006974AE">
      <w:r>
        <w:lastRenderedPageBreak/>
        <w:t>895.9333</w:t>
      </w:r>
      <w:r>
        <w:tab/>
        <w:t>2.025e0</w:t>
      </w:r>
    </w:p>
    <w:p w:rsidR="006974AE" w:rsidRDefault="006974AE" w:rsidP="006974AE">
      <w:r>
        <w:t>895.9559</w:t>
      </w:r>
      <w:r>
        <w:tab/>
        <w:t>2.025e0</w:t>
      </w:r>
    </w:p>
    <w:p w:rsidR="006974AE" w:rsidRDefault="006974AE" w:rsidP="006974AE">
      <w:r>
        <w:t>896.0173</w:t>
      </w:r>
      <w:r>
        <w:tab/>
        <w:t>1.013e0</w:t>
      </w:r>
    </w:p>
    <w:p w:rsidR="006974AE" w:rsidRDefault="006974AE" w:rsidP="006974AE">
      <w:r>
        <w:t>896.0339</w:t>
      </w:r>
      <w:r>
        <w:tab/>
        <w:t>1.013e0</w:t>
      </w:r>
    </w:p>
    <w:p w:rsidR="006974AE" w:rsidRDefault="006974AE" w:rsidP="006974AE">
      <w:r>
        <w:t>896.0463</w:t>
      </w:r>
      <w:r>
        <w:tab/>
        <w:t>1.013e0</w:t>
      </w:r>
    </w:p>
    <w:p w:rsidR="006974AE" w:rsidRDefault="006974AE" w:rsidP="006974AE">
      <w:r>
        <w:t>896.0753</w:t>
      </w:r>
      <w:r>
        <w:tab/>
        <w:t>1.013e0</w:t>
      </w:r>
    </w:p>
    <w:p w:rsidR="006974AE" w:rsidRDefault="006974AE" w:rsidP="006974AE">
      <w:r>
        <w:t>896.1215</w:t>
      </w:r>
      <w:r>
        <w:tab/>
        <w:t>1.013e0</w:t>
      </w:r>
    </w:p>
    <w:p w:rsidR="006974AE" w:rsidRDefault="006974AE" w:rsidP="006974AE">
      <w:r>
        <w:t>896.1438</w:t>
      </w:r>
      <w:r>
        <w:tab/>
        <w:t>2.025e0</w:t>
      </w:r>
    </w:p>
    <w:p w:rsidR="006974AE" w:rsidRDefault="006974AE" w:rsidP="006974AE">
      <w:r>
        <w:t>896.1955</w:t>
      </w:r>
      <w:r>
        <w:tab/>
        <w:t>1.013e0</w:t>
      </w:r>
    </w:p>
    <w:p w:rsidR="006974AE" w:rsidRDefault="006974AE" w:rsidP="006974AE">
      <w:r>
        <w:t>896.2417</w:t>
      </w:r>
      <w:r>
        <w:tab/>
        <w:t>1.013e0</w:t>
      </w:r>
    </w:p>
    <w:p w:rsidR="006974AE" w:rsidRDefault="006974AE" w:rsidP="006974AE">
      <w:r>
        <w:t>896.2482</w:t>
      </w:r>
      <w:r>
        <w:tab/>
        <w:t>2.025e0</w:t>
      </w:r>
    </w:p>
    <w:p w:rsidR="006974AE" w:rsidRDefault="006974AE" w:rsidP="006974AE">
      <w:r>
        <w:t>896.2568</w:t>
      </w:r>
      <w:r>
        <w:tab/>
        <w:t>1.013e0</w:t>
      </w:r>
    </w:p>
    <w:p w:rsidR="006974AE" w:rsidRDefault="006974AE" w:rsidP="006974AE">
      <w:r>
        <w:t>896.3044</w:t>
      </w:r>
      <w:r>
        <w:tab/>
        <w:t>1.013e0</w:t>
      </w:r>
    </w:p>
    <w:p w:rsidR="006974AE" w:rsidRDefault="006974AE" w:rsidP="006974AE">
      <w:r>
        <w:t>896.3218</w:t>
      </w:r>
      <w:r>
        <w:tab/>
        <w:t>1.013e0</w:t>
      </w:r>
    </w:p>
    <w:p w:rsidR="006974AE" w:rsidRDefault="006974AE" w:rsidP="006974AE">
      <w:r>
        <w:t>896.3492</w:t>
      </w:r>
      <w:r>
        <w:tab/>
        <w:t>3.002e0</w:t>
      </w:r>
    </w:p>
    <w:p w:rsidR="006974AE" w:rsidRDefault="006974AE" w:rsidP="006974AE">
      <w:r>
        <w:t>896.3620</w:t>
      </w:r>
      <w:r>
        <w:tab/>
        <w:t>1.948e0</w:t>
      </w:r>
    </w:p>
    <w:p w:rsidR="006974AE" w:rsidRDefault="006974AE" w:rsidP="006974AE">
      <w:r>
        <w:t>896.3770</w:t>
      </w:r>
      <w:r>
        <w:tab/>
        <w:t>1.013e0</w:t>
      </w:r>
    </w:p>
    <w:p w:rsidR="006974AE" w:rsidRDefault="006974AE" w:rsidP="006974AE">
      <w:r>
        <w:t>896.3925</w:t>
      </w:r>
      <w:r>
        <w:tab/>
        <w:t>2.902e0</w:t>
      </w:r>
    </w:p>
    <w:p w:rsidR="006974AE" w:rsidRDefault="006974AE" w:rsidP="006974AE">
      <w:r>
        <w:t>896.3950</w:t>
      </w:r>
      <w:r>
        <w:tab/>
        <w:t>2.807e0</w:t>
      </w:r>
    </w:p>
    <w:p w:rsidR="006974AE" w:rsidRDefault="006974AE" w:rsidP="006974AE">
      <w:r>
        <w:lastRenderedPageBreak/>
        <w:t>896.3973</w:t>
      </w:r>
      <w:r>
        <w:tab/>
        <w:t>6.076e0</w:t>
      </w:r>
    </w:p>
    <w:p w:rsidR="006974AE" w:rsidRDefault="006974AE" w:rsidP="006974AE">
      <w:r>
        <w:t>896.4210</w:t>
      </w:r>
      <w:r>
        <w:tab/>
        <w:t>4.051e0</w:t>
      </w:r>
    </w:p>
    <w:p w:rsidR="006974AE" w:rsidRDefault="006974AE" w:rsidP="006974AE">
      <w:r>
        <w:t>896.4549</w:t>
      </w:r>
      <w:r>
        <w:tab/>
        <w:t>1.276e0</w:t>
      </w:r>
    </w:p>
    <w:p w:rsidR="006974AE" w:rsidRDefault="006974AE" w:rsidP="006974AE">
      <w:r>
        <w:t>896.5031</w:t>
      </w:r>
      <w:r>
        <w:tab/>
        <w:t>2.025e0</w:t>
      </w:r>
    </w:p>
    <w:p w:rsidR="006974AE" w:rsidRDefault="006974AE" w:rsidP="006974AE">
      <w:r>
        <w:t>896.5218</w:t>
      </w:r>
      <w:r>
        <w:tab/>
        <w:t>3.038e0</w:t>
      </w:r>
    </w:p>
    <w:p w:rsidR="006974AE" w:rsidRDefault="006974AE" w:rsidP="006974AE">
      <w:r>
        <w:t>896.5409</w:t>
      </w:r>
      <w:r>
        <w:tab/>
        <w:t>5.063e0</w:t>
      </w:r>
    </w:p>
    <w:p w:rsidR="006974AE" w:rsidRDefault="006974AE" w:rsidP="006974AE">
      <w:r>
        <w:t>896.5487</w:t>
      </w:r>
      <w:r>
        <w:tab/>
        <w:t>3.038e0</w:t>
      </w:r>
    </w:p>
    <w:p w:rsidR="006974AE" w:rsidRDefault="006974AE" w:rsidP="006974AE">
      <w:r>
        <w:t>896.5692</w:t>
      </w:r>
      <w:r>
        <w:tab/>
        <w:t>3.038e0</w:t>
      </w:r>
    </w:p>
    <w:p w:rsidR="006974AE" w:rsidRDefault="006974AE" w:rsidP="006974AE">
      <w:r>
        <w:t>896.5967</w:t>
      </w:r>
      <w:r>
        <w:tab/>
        <w:t>3.038e0</w:t>
      </w:r>
    </w:p>
    <w:p w:rsidR="006974AE" w:rsidRDefault="006974AE" w:rsidP="006974AE">
      <w:r>
        <w:t>896.6476</w:t>
      </w:r>
      <w:r>
        <w:tab/>
        <w:t>1.013e0</w:t>
      </w:r>
    </w:p>
    <w:p w:rsidR="006974AE" w:rsidRDefault="006974AE" w:rsidP="006974AE">
      <w:r>
        <w:t>896.7112</w:t>
      </w:r>
      <w:r>
        <w:tab/>
        <w:t>1.013e0</w:t>
      </w:r>
    </w:p>
    <w:p w:rsidR="006974AE" w:rsidRDefault="006974AE" w:rsidP="006974AE">
      <w:r>
        <w:t>896.7286</w:t>
      </w:r>
      <w:r>
        <w:tab/>
        <w:t>1.013e0</w:t>
      </w:r>
    </w:p>
    <w:p w:rsidR="006974AE" w:rsidRDefault="006974AE" w:rsidP="006974AE">
      <w:r>
        <w:t>896.7830</w:t>
      </w:r>
      <w:r>
        <w:tab/>
        <w:t>1.013e0</w:t>
      </w:r>
    </w:p>
    <w:p w:rsidR="006974AE" w:rsidRDefault="006974AE" w:rsidP="006974AE">
      <w:r>
        <w:t>896.8130</w:t>
      </w:r>
      <w:r>
        <w:tab/>
        <w:t>1.013e0</w:t>
      </w:r>
    </w:p>
    <w:p w:rsidR="006974AE" w:rsidRDefault="006974AE" w:rsidP="006974AE">
      <w:r>
        <w:t>896.8270</w:t>
      </w:r>
      <w:r>
        <w:tab/>
        <w:t>1.013e0</w:t>
      </w:r>
    </w:p>
    <w:p w:rsidR="006974AE" w:rsidRDefault="006974AE" w:rsidP="006974AE">
      <w:r>
        <w:t>896.8571</w:t>
      </w:r>
      <w:r>
        <w:tab/>
        <w:t>1.013e0</w:t>
      </w:r>
    </w:p>
    <w:p w:rsidR="006974AE" w:rsidRDefault="006974AE" w:rsidP="006974AE">
      <w:r>
        <w:t>896.8983</w:t>
      </w:r>
      <w:r>
        <w:tab/>
        <w:t>1.013e0</w:t>
      </w:r>
    </w:p>
    <w:p w:rsidR="006974AE" w:rsidRDefault="006974AE" w:rsidP="006974AE">
      <w:r>
        <w:t>896.9183</w:t>
      </w:r>
      <w:r>
        <w:tab/>
        <w:t>1.013e0</w:t>
      </w:r>
    </w:p>
    <w:p w:rsidR="006974AE" w:rsidRDefault="006974AE" w:rsidP="006974AE">
      <w:r>
        <w:t>896.9323</w:t>
      </w:r>
      <w:r>
        <w:tab/>
        <w:t>1.013e0</w:t>
      </w:r>
    </w:p>
    <w:p w:rsidR="006974AE" w:rsidRDefault="006974AE" w:rsidP="006974AE">
      <w:r>
        <w:lastRenderedPageBreak/>
        <w:t>896.9470</w:t>
      </w:r>
      <w:r>
        <w:tab/>
        <w:t>3.038e0</w:t>
      </w:r>
    </w:p>
    <w:p w:rsidR="006974AE" w:rsidRDefault="006974AE" w:rsidP="006974AE">
      <w:r>
        <w:t>897.0225</w:t>
      </w:r>
      <w:r>
        <w:tab/>
        <w:t>1.013e0</w:t>
      </w:r>
    </w:p>
    <w:p w:rsidR="006974AE" w:rsidRDefault="006974AE" w:rsidP="006974AE">
      <w:r>
        <w:t>897.0336</w:t>
      </w:r>
      <w:r>
        <w:tab/>
        <w:t>1.013e0</w:t>
      </w:r>
    </w:p>
    <w:p w:rsidR="006974AE" w:rsidRDefault="006974AE" w:rsidP="006974AE">
      <w:r>
        <w:t>897.0838</w:t>
      </w:r>
      <w:r>
        <w:tab/>
        <w:t>1.013e0</w:t>
      </w:r>
    </w:p>
    <w:p w:rsidR="006974AE" w:rsidRDefault="006974AE" w:rsidP="006974AE">
      <w:r>
        <w:t>897.0878</w:t>
      </w:r>
      <w:r>
        <w:tab/>
        <w:t>3.038e0</w:t>
      </w:r>
    </w:p>
    <w:p w:rsidR="006974AE" w:rsidRDefault="006974AE" w:rsidP="006974AE">
      <w:r>
        <w:t>897.1428</w:t>
      </w:r>
      <w:r>
        <w:tab/>
        <w:t>1.013e0</w:t>
      </w:r>
    </w:p>
    <w:p w:rsidR="006974AE" w:rsidRDefault="006974AE" w:rsidP="006974AE">
      <w:r>
        <w:t>897.1515</w:t>
      </w:r>
      <w:r>
        <w:tab/>
        <w:t>1.013e0</w:t>
      </w:r>
    </w:p>
    <w:p w:rsidR="006974AE" w:rsidRDefault="006974AE" w:rsidP="006974AE">
      <w:r>
        <w:t>897.1741</w:t>
      </w:r>
      <w:r>
        <w:tab/>
        <w:t>1.013e0</w:t>
      </w:r>
    </w:p>
    <w:p w:rsidR="006974AE" w:rsidRDefault="006974AE" w:rsidP="006974AE">
      <w:r>
        <w:t>897.1891</w:t>
      </w:r>
      <w:r>
        <w:tab/>
        <w:t>1.013e0</w:t>
      </w:r>
    </w:p>
    <w:p w:rsidR="006974AE" w:rsidRDefault="006974AE" w:rsidP="006974AE">
      <w:r>
        <w:t>897.2042</w:t>
      </w:r>
      <w:r>
        <w:tab/>
        <w:t>1.013e0</w:t>
      </w:r>
    </w:p>
    <w:p w:rsidR="006974AE" w:rsidRDefault="006974AE" w:rsidP="006974AE">
      <w:r>
        <w:t>897.2856</w:t>
      </w:r>
      <w:r>
        <w:tab/>
        <w:t>1.013e0</w:t>
      </w:r>
    </w:p>
    <w:p w:rsidR="006974AE" w:rsidRDefault="006974AE" w:rsidP="006974AE">
      <w:r>
        <w:t>897.3836</w:t>
      </w:r>
      <w:r>
        <w:tab/>
        <w:t>4.051e0</w:t>
      </w:r>
    </w:p>
    <w:p w:rsidR="006974AE" w:rsidRDefault="006974AE" w:rsidP="006974AE">
      <w:r>
        <w:t>897.3871</w:t>
      </w:r>
      <w:r>
        <w:tab/>
        <w:t>3.503e0</w:t>
      </w:r>
    </w:p>
    <w:p w:rsidR="006974AE" w:rsidRDefault="006974AE" w:rsidP="006974AE">
      <w:r>
        <w:t>897.4241</w:t>
      </w:r>
      <w:r>
        <w:tab/>
        <w:t>3.995e0</w:t>
      </w:r>
    </w:p>
    <w:p w:rsidR="006974AE" w:rsidRDefault="006974AE" w:rsidP="006974AE">
      <w:r>
        <w:t>897.4255</w:t>
      </w:r>
      <w:r>
        <w:tab/>
        <w:t>2.105e0</w:t>
      </w:r>
    </w:p>
    <w:p w:rsidR="006974AE" w:rsidRDefault="006974AE" w:rsidP="006974AE">
      <w:r>
        <w:t>897.5190</w:t>
      </w:r>
      <w:r>
        <w:tab/>
        <w:t>1.013e0</w:t>
      </w:r>
    </w:p>
    <w:p w:rsidR="006974AE" w:rsidRDefault="006974AE" w:rsidP="006974AE">
      <w:r>
        <w:t>897.5272</w:t>
      </w:r>
      <w:r>
        <w:tab/>
        <w:t>2.025e0</w:t>
      </w:r>
    </w:p>
    <w:p w:rsidR="006974AE" w:rsidRDefault="006974AE" w:rsidP="006974AE">
      <w:r>
        <w:t>897.5397</w:t>
      </w:r>
      <w:r>
        <w:tab/>
        <w:t>2.025e0</w:t>
      </w:r>
    </w:p>
    <w:p w:rsidR="006974AE" w:rsidRDefault="006974AE" w:rsidP="006974AE">
      <w:r>
        <w:t>897.5628</w:t>
      </w:r>
      <w:r>
        <w:tab/>
        <w:t>2.025e0</w:t>
      </w:r>
    </w:p>
    <w:p w:rsidR="006974AE" w:rsidRDefault="006974AE" w:rsidP="006974AE">
      <w:r>
        <w:lastRenderedPageBreak/>
        <w:t>897.5792</w:t>
      </w:r>
      <w:r>
        <w:tab/>
        <w:t>1.013e0</w:t>
      </w:r>
    </w:p>
    <w:p w:rsidR="006974AE" w:rsidRDefault="006974AE" w:rsidP="006974AE">
      <w:r>
        <w:t>897.6100</w:t>
      </w:r>
      <w:r>
        <w:tab/>
        <w:t>2.025e0</w:t>
      </w:r>
    </w:p>
    <w:p w:rsidR="006974AE" w:rsidRDefault="006974AE" w:rsidP="006974AE">
      <w:r>
        <w:t>897.6276</w:t>
      </w:r>
      <w:r>
        <w:tab/>
        <w:t>2.025e0</w:t>
      </w:r>
    </w:p>
    <w:p w:rsidR="006974AE" w:rsidRDefault="006974AE" w:rsidP="006974AE">
      <w:r>
        <w:t>897.6473</w:t>
      </w:r>
      <w:r>
        <w:tab/>
        <w:t>2.025e0</w:t>
      </w:r>
    </w:p>
    <w:p w:rsidR="006974AE" w:rsidRDefault="006974AE" w:rsidP="006974AE">
      <w:r>
        <w:t>897.6556</w:t>
      </w:r>
      <w:r>
        <w:tab/>
        <w:t>1.013e0</w:t>
      </w:r>
    </w:p>
    <w:p w:rsidR="006974AE" w:rsidRDefault="006974AE" w:rsidP="006974AE">
      <w:r>
        <w:t>897.6846</w:t>
      </w:r>
      <w:r>
        <w:tab/>
        <w:t>1.013e0</w:t>
      </w:r>
    </w:p>
    <w:p w:rsidR="006974AE" w:rsidRDefault="006974AE" w:rsidP="006974AE">
      <w:r>
        <w:t>897.7309</w:t>
      </w:r>
      <w:r>
        <w:tab/>
        <w:t>3.038e0</w:t>
      </w:r>
    </w:p>
    <w:p w:rsidR="006974AE" w:rsidRDefault="006974AE" w:rsidP="006974AE">
      <w:r>
        <w:t>897.7438</w:t>
      </w:r>
      <w:r>
        <w:tab/>
        <w:t>2.025e0</w:t>
      </w:r>
    </w:p>
    <w:p w:rsidR="006974AE" w:rsidRDefault="006974AE" w:rsidP="006974AE">
      <w:r>
        <w:t>897.7599</w:t>
      </w:r>
      <w:r>
        <w:tab/>
        <w:t>1.013e0</w:t>
      </w:r>
    </w:p>
    <w:p w:rsidR="006974AE" w:rsidRDefault="006974AE" w:rsidP="006974AE">
      <w:r>
        <w:t>897.7610</w:t>
      </w:r>
      <w:r>
        <w:tab/>
        <w:t>1.013e0</w:t>
      </w:r>
    </w:p>
    <w:p w:rsidR="006974AE" w:rsidRDefault="006974AE" w:rsidP="006974AE">
      <w:r>
        <w:t>897.8265</w:t>
      </w:r>
      <w:r>
        <w:tab/>
        <w:t>1.013e0</w:t>
      </w:r>
    </w:p>
    <w:p w:rsidR="006974AE" w:rsidRDefault="006974AE" w:rsidP="006974AE">
      <w:r>
        <w:t>897.8664</w:t>
      </w:r>
      <w:r>
        <w:tab/>
        <w:t>1.013e0</w:t>
      </w:r>
    </w:p>
    <w:p w:rsidR="006974AE" w:rsidRDefault="006974AE" w:rsidP="006974AE">
      <w:r>
        <w:t>897.8956</w:t>
      </w:r>
      <w:r>
        <w:tab/>
        <w:t>3.038e0</w:t>
      </w:r>
    </w:p>
    <w:p w:rsidR="006974AE" w:rsidRDefault="006974AE" w:rsidP="006974AE">
      <w:r>
        <w:t>897.9009</w:t>
      </w:r>
      <w:r>
        <w:tab/>
        <w:t>2.025e0</w:t>
      </w:r>
    </w:p>
    <w:p w:rsidR="006974AE" w:rsidRDefault="006974AE" w:rsidP="006974AE">
      <w:r>
        <w:t>897.9714</w:t>
      </w:r>
      <w:r>
        <w:tab/>
        <w:t>2.025e0</w:t>
      </w:r>
    </w:p>
    <w:p w:rsidR="006974AE" w:rsidRDefault="006974AE" w:rsidP="006974AE">
      <w:r>
        <w:t>898.0460</w:t>
      </w:r>
      <w:r>
        <w:tab/>
        <w:t>1.013e0</w:t>
      </w:r>
    </w:p>
    <w:p w:rsidR="006974AE" w:rsidRDefault="006974AE" w:rsidP="006974AE">
      <w:r>
        <w:t>898.1062</w:t>
      </w:r>
      <w:r>
        <w:tab/>
        <w:t>1.013e0</w:t>
      </w:r>
    </w:p>
    <w:p w:rsidR="006974AE" w:rsidRDefault="006974AE" w:rsidP="006974AE">
      <w:r>
        <w:t>898.1152</w:t>
      </w:r>
      <w:r>
        <w:tab/>
        <w:t>1.013e0</w:t>
      </w:r>
    </w:p>
    <w:p w:rsidR="006974AE" w:rsidRDefault="006974AE" w:rsidP="006974AE">
      <w:r>
        <w:t>898.1664</w:t>
      </w:r>
      <w:r>
        <w:tab/>
        <w:t>1.013e0</w:t>
      </w:r>
    </w:p>
    <w:p w:rsidR="006974AE" w:rsidRDefault="006974AE" w:rsidP="006974AE">
      <w:r>
        <w:lastRenderedPageBreak/>
        <w:t>898.2504</w:t>
      </w:r>
      <w:r>
        <w:tab/>
        <w:t>1.013e0</w:t>
      </w:r>
    </w:p>
    <w:p w:rsidR="006974AE" w:rsidRDefault="006974AE" w:rsidP="006974AE">
      <w:r>
        <w:t>898.3089</w:t>
      </w:r>
      <w:r>
        <w:tab/>
        <w:t>2.025e0</w:t>
      </w:r>
    </w:p>
    <w:p w:rsidR="006974AE" w:rsidRDefault="006974AE" w:rsidP="006974AE">
      <w:r>
        <w:t>898.3403</w:t>
      </w:r>
      <w:r>
        <w:tab/>
        <w:t>2.025e0</w:t>
      </w:r>
    </w:p>
    <w:p w:rsidR="006974AE" w:rsidRDefault="006974AE" w:rsidP="006974AE">
      <w:r>
        <w:t>898.3723</w:t>
      </w:r>
      <w:r>
        <w:tab/>
        <w:t>2.993e0</w:t>
      </w:r>
    </w:p>
    <w:p w:rsidR="006974AE" w:rsidRDefault="006974AE" w:rsidP="006974AE">
      <w:r>
        <w:t>898.4017</w:t>
      </w:r>
      <w:r>
        <w:tab/>
        <w:t>1.013e0</w:t>
      </w:r>
    </w:p>
    <w:p w:rsidR="006974AE" w:rsidRDefault="006974AE" w:rsidP="006974AE">
      <w:r>
        <w:t>898.4380</w:t>
      </w:r>
      <w:r>
        <w:tab/>
        <w:t>1.013e0</w:t>
      </w:r>
    </w:p>
    <w:p w:rsidR="006974AE" w:rsidRDefault="006974AE" w:rsidP="006974AE">
      <w:r>
        <w:t>898.4467</w:t>
      </w:r>
      <w:r>
        <w:tab/>
        <w:t>3.974e0</w:t>
      </w:r>
    </w:p>
    <w:p w:rsidR="006974AE" w:rsidRDefault="006974AE" w:rsidP="006974AE">
      <w:r>
        <w:t>898.4526</w:t>
      </w:r>
      <w:r>
        <w:tab/>
        <w:t>1.013e0</w:t>
      </w:r>
    </w:p>
    <w:p w:rsidR="006974AE" w:rsidRDefault="006974AE" w:rsidP="006974AE">
      <w:r>
        <w:t>898.4597</w:t>
      </w:r>
      <w:r>
        <w:tab/>
        <w:t>6.041e0</w:t>
      </w:r>
    </w:p>
    <w:p w:rsidR="006974AE" w:rsidRDefault="006974AE" w:rsidP="006974AE">
      <w:r>
        <w:t>898.4851</w:t>
      </w:r>
      <w:r>
        <w:tab/>
        <w:t>4.639e0</w:t>
      </w:r>
    </w:p>
    <w:p w:rsidR="006974AE" w:rsidRDefault="006974AE" w:rsidP="006974AE">
      <w:r>
        <w:t>898.5129</w:t>
      </w:r>
      <w:r>
        <w:tab/>
        <w:t>1.013e0</w:t>
      </w:r>
    </w:p>
    <w:p w:rsidR="006974AE" w:rsidRDefault="006974AE" w:rsidP="006974AE">
      <w:r>
        <w:t>898.5187</w:t>
      </w:r>
      <w:r>
        <w:tab/>
        <w:t>3.065e0</w:t>
      </w:r>
    </w:p>
    <w:p w:rsidR="006974AE" w:rsidRDefault="006974AE" w:rsidP="006974AE">
      <w:r>
        <w:t>898.5341</w:t>
      </w:r>
      <w:r>
        <w:tab/>
        <w:t>2.025e0</w:t>
      </w:r>
    </w:p>
    <w:p w:rsidR="006974AE" w:rsidRDefault="006974AE" w:rsidP="006974AE">
      <w:r>
        <w:t>898.5797</w:t>
      </w:r>
      <w:r>
        <w:tab/>
        <w:t>2.025e0</w:t>
      </w:r>
    </w:p>
    <w:p w:rsidR="006974AE" w:rsidRDefault="006974AE" w:rsidP="006974AE">
      <w:r>
        <w:t>898.5882</w:t>
      </w:r>
      <w:r>
        <w:tab/>
        <w:t>1.013e0</w:t>
      </w:r>
    </w:p>
    <w:p w:rsidR="006974AE" w:rsidRDefault="006974AE" w:rsidP="006974AE">
      <w:r>
        <w:t>898.5894</w:t>
      </w:r>
      <w:r>
        <w:tab/>
        <w:t>1.013e0</w:t>
      </w:r>
    </w:p>
    <w:p w:rsidR="006974AE" w:rsidRDefault="006974AE" w:rsidP="006974AE">
      <w:r>
        <w:t>898.6033</w:t>
      </w:r>
      <w:r>
        <w:tab/>
        <w:t>2.025e0</w:t>
      </w:r>
    </w:p>
    <w:p w:rsidR="006974AE" w:rsidRDefault="006974AE" w:rsidP="006974AE">
      <w:r>
        <w:t>898.6181</w:t>
      </w:r>
      <w:r>
        <w:tab/>
        <w:t>4.051e0</w:t>
      </w:r>
    </w:p>
    <w:p w:rsidR="006974AE" w:rsidRDefault="006974AE" w:rsidP="006974AE">
      <w:r>
        <w:t>898.6194</w:t>
      </w:r>
      <w:r>
        <w:tab/>
        <w:t>1.013e0</w:t>
      </w:r>
    </w:p>
    <w:p w:rsidR="006974AE" w:rsidRDefault="006974AE" w:rsidP="006974AE">
      <w:r>
        <w:lastRenderedPageBreak/>
        <w:t>898.6210</w:t>
      </w:r>
      <w:r>
        <w:tab/>
        <w:t>1.013e0</w:t>
      </w:r>
    </w:p>
    <w:p w:rsidR="006974AE" w:rsidRDefault="006974AE" w:rsidP="006974AE">
      <w:r>
        <w:t>898.7389</w:t>
      </w:r>
      <w:r>
        <w:tab/>
        <w:t>1.013e0</w:t>
      </w:r>
    </w:p>
    <w:p w:rsidR="006974AE" w:rsidRDefault="006974AE" w:rsidP="006974AE">
      <w:r>
        <w:t>898.7485</w:t>
      </w:r>
      <w:r>
        <w:tab/>
        <w:t>2.025e0</w:t>
      </w:r>
    </w:p>
    <w:p w:rsidR="006974AE" w:rsidRDefault="006974AE" w:rsidP="006974AE">
      <w:r>
        <w:t>898.7841</w:t>
      </w:r>
      <w:r>
        <w:tab/>
        <w:t>1.013e0</w:t>
      </w:r>
    </w:p>
    <w:p w:rsidR="006974AE" w:rsidRDefault="006974AE" w:rsidP="006974AE">
      <w:r>
        <w:t>898.7911</w:t>
      </w:r>
      <w:r>
        <w:tab/>
        <w:t>1.013e0</w:t>
      </w:r>
    </w:p>
    <w:p w:rsidR="006974AE" w:rsidRDefault="006974AE" w:rsidP="006974AE">
      <w:r>
        <w:t>898.8519</w:t>
      </w:r>
      <w:r>
        <w:tab/>
        <w:t>2.025e0</w:t>
      </w:r>
    </w:p>
    <w:p w:rsidR="006974AE" w:rsidRDefault="006974AE" w:rsidP="006974AE">
      <w:r>
        <w:t>898.8606</w:t>
      </w:r>
      <w:r>
        <w:tab/>
        <w:t>1.013e0</w:t>
      </w:r>
    </w:p>
    <w:p w:rsidR="006974AE" w:rsidRDefault="006974AE" w:rsidP="006974AE">
      <w:r>
        <w:t>898.9088</w:t>
      </w:r>
      <w:r>
        <w:tab/>
        <w:t>1.013e0</w:t>
      </w:r>
    </w:p>
    <w:p w:rsidR="006974AE" w:rsidRDefault="006974AE" w:rsidP="006974AE">
      <w:r>
        <w:t>898.9499</w:t>
      </w:r>
      <w:r>
        <w:tab/>
        <w:t>1.013e0</w:t>
      </w:r>
    </w:p>
    <w:p w:rsidR="006974AE" w:rsidRDefault="006974AE" w:rsidP="006974AE">
      <w:r>
        <w:t>898.9510</w:t>
      </w:r>
      <w:r>
        <w:tab/>
        <w:t>1.013e0</w:t>
      </w:r>
    </w:p>
    <w:p w:rsidR="006974AE" w:rsidRDefault="006974AE" w:rsidP="006974AE">
      <w:r>
        <w:t>898.9783</w:t>
      </w:r>
      <w:r>
        <w:tab/>
        <w:t>1.013e0</w:t>
      </w:r>
    </w:p>
    <w:p w:rsidR="006974AE" w:rsidRDefault="006974AE" w:rsidP="006974AE">
      <w:r>
        <w:t>899.0439</w:t>
      </w:r>
      <w:r>
        <w:tab/>
        <w:t>1.013e0</w:t>
      </w:r>
    </w:p>
    <w:p w:rsidR="006974AE" w:rsidRDefault="006974AE" w:rsidP="006974AE">
      <w:r>
        <w:t>899.0717</w:t>
      </w:r>
      <w:r>
        <w:tab/>
        <w:t>1.013e0</w:t>
      </w:r>
    </w:p>
    <w:p w:rsidR="006974AE" w:rsidRDefault="006974AE" w:rsidP="006974AE">
      <w:r>
        <w:t>899.1404</w:t>
      </w:r>
      <w:r>
        <w:tab/>
        <w:t>2.025e0</w:t>
      </w:r>
    </w:p>
    <w:p w:rsidR="006974AE" w:rsidRDefault="006974AE" w:rsidP="006974AE">
      <w:r>
        <w:t>899.1459</w:t>
      </w:r>
      <w:r>
        <w:tab/>
        <w:t>1.013e0</w:t>
      </w:r>
    </w:p>
    <w:p w:rsidR="006974AE" w:rsidRDefault="006974AE" w:rsidP="006974AE">
      <w:r>
        <w:t>899.2139</w:t>
      </w:r>
      <w:r>
        <w:tab/>
        <w:t>2.025e0</w:t>
      </w:r>
    </w:p>
    <w:p w:rsidR="006974AE" w:rsidRDefault="006974AE" w:rsidP="006974AE">
      <w:r>
        <w:t>899.2820</w:t>
      </w:r>
      <w:r>
        <w:tab/>
        <w:t>2.025e0</w:t>
      </w:r>
    </w:p>
    <w:p w:rsidR="006974AE" w:rsidRDefault="006974AE" w:rsidP="006974AE">
      <w:r>
        <w:t>899.2967</w:t>
      </w:r>
      <w:r>
        <w:tab/>
        <w:t>1.013e0</w:t>
      </w:r>
    </w:p>
    <w:p w:rsidR="006974AE" w:rsidRDefault="006974AE" w:rsidP="006974AE">
      <w:r>
        <w:t>899.3419</w:t>
      </w:r>
      <w:r>
        <w:tab/>
        <w:t>1.013e0</w:t>
      </w:r>
    </w:p>
    <w:p w:rsidR="006974AE" w:rsidRDefault="006974AE" w:rsidP="006974AE">
      <w:r>
        <w:lastRenderedPageBreak/>
        <w:t>899.3627</w:t>
      </w:r>
      <w:r>
        <w:tab/>
        <w:t>2.025e0</w:t>
      </w:r>
    </w:p>
    <w:p w:rsidR="006974AE" w:rsidRDefault="006974AE" w:rsidP="006974AE">
      <w:r>
        <w:t>899.4099</w:t>
      </w:r>
      <w:r>
        <w:tab/>
        <w:t>4.035e0</w:t>
      </w:r>
    </w:p>
    <w:p w:rsidR="006974AE" w:rsidRDefault="006974AE" w:rsidP="006974AE">
      <w:r>
        <w:t>899.4335</w:t>
      </w:r>
      <w:r>
        <w:tab/>
        <w:t>1.013e0</w:t>
      </w:r>
    </w:p>
    <w:p w:rsidR="006974AE" w:rsidRDefault="006974AE" w:rsidP="006974AE">
      <w:r>
        <w:t>899.4625</w:t>
      </w:r>
      <w:r>
        <w:tab/>
        <w:t>1.013e0</w:t>
      </w:r>
    </w:p>
    <w:p w:rsidR="006974AE" w:rsidRDefault="006974AE" w:rsidP="006974AE">
      <w:r>
        <w:t>899.4923</w:t>
      </w:r>
      <w:r>
        <w:tab/>
        <w:t>6.076e0</w:t>
      </w:r>
    </w:p>
    <w:p w:rsidR="006974AE" w:rsidRDefault="006974AE" w:rsidP="006974AE">
      <w:r>
        <w:t>899.4938</w:t>
      </w:r>
      <w:r>
        <w:tab/>
        <w:t>1.013e0</w:t>
      </w:r>
    </w:p>
    <w:p w:rsidR="006974AE" w:rsidRDefault="006974AE" w:rsidP="006974AE">
      <w:r>
        <w:t>899.5056</w:t>
      </w:r>
      <w:r>
        <w:tab/>
        <w:t>2.025e0</w:t>
      </w:r>
    </w:p>
    <w:p w:rsidR="006974AE" w:rsidRDefault="006974AE" w:rsidP="006974AE">
      <w:r>
        <w:t>899.5338</w:t>
      </w:r>
      <w:r>
        <w:tab/>
        <w:t>3.038e0</w:t>
      </w:r>
    </w:p>
    <w:p w:rsidR="006974AE" w:rsidRDefault="006974AE" w:rsidP="006974AE">
      <w:r>
        <w:t>899.6003</w:t>
      </w:r>
      <w:r>
        <w:tab/>
        <w:t>4.051e0</w:t>
      </w:r>
    </w:p>
    <w:p w:rsidR="006974AE" w:rsidRDefault="006974AE" w:rsidP="006974AE">
      <w:r>
        <w:t>899.6182</w:t>
      </w:r>
      <w:r>
        <w:tab/>
        <w:t>1.013e0</w:t>
      </w:r>
    </w:p>
    <w:p w:rsidR="006974AE" w:rsidRDefault="006974AE" w:rsidP="006974AE">
      <w:r>
        <w:t>899.6195</w:t>
      </w:r>
      <w:r>
        <w:tab/>
        <w:t>3.038e0</w:t>
      </w:r>
    </w:p>
    <w:p w:rsidR="006974AE" w:rsidRDefault="006974AE" w:rsidP="006974AE">
      <w:r>
        <w:t>899.6737</w:t>
      </w:r>
      <w:r>
        <w:tab/>
        <w:t>1.013e0</w:t>
      </w:r>
    </w:p>
    <w:p w:rsidR="006974AE" w:rsidRDefault="006974AE" w:rsidP="006974AE">
      <w:r>
        <w:t>899.7190</w:t>
      </w:r>
      <w:r>
        <w:tab/>
        <w:t>1.013e0</w:t>
      </w:r>
    </w:p>
    <w:p w:rsidR="006974AE" w:rsidRDefault="006974AE" w:rsidP="006974AE">
      <w:r>
        <w:t>899.7352</w:t>
      </w:r>
      <w:r>
        <w:tab/>
        <w:t>1.013e0</w:t>
      </w:r>
    </w:p>
    <w:p w:rsidR="006974AE" w:rsidRDefault="006974AE" w:rsidP="006974AE">
      <w:r>
        <w:t>899.8063</w:t>
      </w:r>
      <w:r>
        <w:tab/>
        <w:t>1.013e0</w:t>
      </w:r>
    </w:p>
    <w:p w:rsidR="006974AE" w:rsidRDefault="006974AE" w:rsidP="006974AE">
      <w:r>
        <w:t>899.8228</w:t>
      </w:r>
      <w:r>
        <w:tab/>
        <w:t>1.013e0</w:t>
      </w:r>
    </w:p>
    <w:p w:rsidR="006974AE" w:rsidRDefault="006974AE" w:rsidP="006974AE">
      <w:r>
        <w:t>899.9230</w:t>
      </w:r>
      <w:r>
        <w:tab/>
        <w:t>1.013e0</w:t>
      </w:r>
    </w:p>
    <w:p w:rsidR="006974AE" w:rsidRDefault="006974AE" w:rsidP="006974AE">
      <w:r>
        <w:t>899.9270</w:t>
      </w:r>
      <w:r>
        <w:tab/>
        <w:t>3.038e0</w:t>
      </w:r>
    </w:p>
    <w:p w:rsidR="006974AE" w:rsidRDefault="006974AE" w:rsidP="006974AE">
      <w:r>
        <w:t>899.9604</w:t>
      </w:r>
      <w:r>
        <w:tab/>
        <w:t>2.025e0</w:t>
      </w:r>
    </w:p>
    <w:p w:rsidR="006974AE" w:rsidRDefault="006974AE" w:rsidP="006974AE">
      <w:r>
        <w:lastRenderedPageBreak/>
        <w:t>900.0540</w:t>
      </w:r>
      <w:r>
        <w:tab/>
        <w:t>2.025e0</w:t>
      </w:r>
    </w:p>
    <w:p w:rsidR="006974AE" w:rsidRDefault="006974AE" w:rsidP="006974AE">
      <w:r>
        <w:t>900.0962</w:t>
      </w:r>
      <w:r>
        <w:tab/>
        <w:t>1.013e0</w:t>
      </w:r>
    </w:p>
    <w:p w:rsidR="006974AE" w:rsidRDefault="006974AE" w:rsidP="006974AE">
      <w:r>
        <w:t>900.1109</w:t>
      </w:r>
      <w:r>
        <w:tab/>
        <w:t>2.025e0</w:t>
      </w:r>
    </w:p>
    <w:p w:rsidR="006974AE" w:rsidRDefault="006974AE" w:rsidP="006974AE">
      <w:r>
        <w:t>900.1161</w:t>
      </w:r>
      <w:r>
        <w:tab/>
        <w:t>3.038e0</w:t>
      </w:r>
    </w:p>
    <w:p w:rsidR="006974AE" w:rsidRDefault="006974AE" w:rsidP="006974AE">
      <w:r>
        <w:t>900.1320</w:t>
      </w:r>
      <w:r>
        <w:tab/>
        <w:t>3.038e0</w:t>
      </w:r>
    </w:p>
    <w:p w:rsidR="006974AE" w:rsidRDefault="006974AE" w:rsidP="006974AE">
      <w:r>
        <w:t>900.1426</w:t>
      </w:r>
      <w:r>
        <w:tab/>
        <w:t>1.013e0</w:t>
      </w:r>
    </w:p>
    <w:p w:rsidR="006974AE" w:rsidRDefault="006974AE" w:rsidP="006974AE">
      <w:r>
        <w:t>900.1583</w:t>
      </w:r>
      <w:r>
        <w:tab/>
        <w:t>1.013e0</w:t>
      </w:r>
    </w:p>
    <w:p w:rsidR="006974AE" w:rsidRDefault="006974AE" w:rsidP="006974AE">
      <w:r>
        <w:t>900.2320</w:t>
      </w:r>
      <w:r>
        <w:tab/>
        <w:t>1.013e0</w:t>
      </w:r>
    </w:p>
    <w:p w:rsidR="006974AE" w:rsidRDefault="006974AE" w:rsidP="006974AE">
      <w:r>
        <w:t>900.2933</w:t>
      </w:r>
      <w:r>
        <w:tab/>
        <w:t>2.025e0</w:t>
      </w:r>
    </w:p>
    <w:p w:rsidR="006974AE" w:rsidRDefault="006974AE" w:rsidP="006974AE">
      <w:r>
        <w:t>900.2944</w:t>
      </w:r>
      <w:r>
        <w:tab/>
        <w:t>1.013e0</w:t>
      </w:r>
    </w:p>
    <w:p w:rsidR="006974AE" w:rsidRDefault="006974AE" w:rsidP="006974AE">
      <w:r>
        <w:t>900.3110</w:t>
      </w:r>
      <w:r>
        <w:tab/>
        <w:t>1.013e0</w:t>
      </w:r>
    </w:p>
    <w:p w:rsidR="006974AE" w:rsidRDefault="006974AE" w:rsidP="006974AE">
      <w:r>
        <w:t>900.3467</w:t>
      </w:r>
      <w:r>
        <w:tab/>
        <w:t>1.013e0</w:t>
      </w:r>
    </w:p>
    <w:p w:rsidR="006974AE" w:rsidRDefault="006974AE" w:rsidP="006974AE">
      <w:r>
        <w:t>900.3970</w:t>
      </w:r>
      <w:r>
        <w:tab/>
        <w:t>4.051e0</w:t>
      </w:r>
    </w:p>
    <w:p w:rsidR="006974AE" w:rsidRDefault="006974AE" w:rsidP="006974AE">
      <w:r>
        <w:t>900.4431</w:t>
      </w:r>
      <w:r>
        <w:tab/>
        <w:t>2.025e0</w:t>
      </w:r>
    </w:p>
    <w:p w:rsidR="006974AE" w:rsidRDefault="006974AE" w:rsidP="006974AE">
      <w:r>
        <w:t>900.4479</w:t>
      </w:r>
      <w:r>
        <w:tab/>
        <w:t>3.995e0</w:t>
      </w:r>
    </w:p>
    <w:p w:rsidR="006974AE" w:rsidRDefault="006974AE" w:rsidP="006974AE">
      <w:r>
        <w:t>900.4854</w:t>
      </w:r>
      <w:r>
        <w:tab/>
        <w:t>3.892e0</w:t>
      </w:r>
    </w:p>
    <w:p w:rsidR="006974AE" w:rsidRDefault="006974AE" w:rsidP="006974AE">
      <w:r>
        <w:t>900.4902</w:t>
      </w:r>
      <w:r>
        <w:tab/>
        <w:t>5.063e0</w:t>
      </w:r>
    </w:p>
    <w:p w:rsidR="006974AE" w:rsidRDefault="006974AE" w:rsidP="006974AE">
      <w:r>
        <w:t>900.5135</w:t>
      </w:r>
      <w:r>
        <w:tab/>
        <w:t>4.051e0</w:t>
      </w:r>
    </w:p>
    <w:p w:rsidR="006974AE" w:rsidRDefault="006974AE" w:rsidP="006974AE">
      <w:r>
        <w:t>900.5410</w:t>
      </w:r>
      <w:r>
        <w:tab/>
        <w:t>2.025e0</w:t>
      </w:r>
    </w:p>
    <w:p w:rsidR="006974AE" w:rsidRDefault="006974AE" w:rsidP="006974AE">
      <w:r>
        <w:lastRenderedPageBreak/>
        <w:t>900.6257</w:t>
      </w:r>
      <w:r>
        <w:tab/>
        <w:t>1.013e0</w:t>
      </w:r>
    </w:p>
    <w:p w:rsidR="006974AE" w:rsidRDefault="006974AE" w:rsidP="006974AE">
      <w:r>
        <w:t>900.6437</w:t>
      </w:r>
      <w:r>
        <w:tab/>
        <w:t>2.025e0</w:t>
      </w:r>
    </w:p>
    <w:p w:rsidR="006974AE" w:rsidRDefault="006974AE" w:rsidP="006974AE">
      <w:r>
        <w:t>900.7012</w:t>
      </w:r>
      <w:r>
        <w:tab/>
        <w:t>1.013e0</w:t>
      </w:r>
    </w:p>
    <w:p w:rsidR="006974AE" w:rsidRDefault="006974AE" w:rsidP="006974AE">
      <w:r>
        <w:t>900.7238</w:t>
      </w:r>
      <w:r>
        <w:tab/>
        <w:t>2.025e0</w:t>
      </w:r>
    </w:p>
    <w:p w:rsidR="006974AE" w:rsidRDefault="006974AE" w:rsidP="006974AE">
      <w:r>
        <w:t>900.7314</w:t>
      </w:r>
      <w:r>
        <w:tab/>
        <w:t>1.013e0</w:t>
      </w:r>
    </w:p>
    <w:p w:rsidR="006974AE" w:rsidRDefault="006974AE" w:rsidP="006974AE">
      <w:r>
        <w:t>900.7384</w:t>
      </w:r>
      <w:r>
        <w:tab/>
        <w:t>3.038e0</w:t>
      </w:r>
    </w:p>
    <w:p w:rsidR="006974AE" w:rsidRDefault="006974AE" w:rsidP="006974AE">
      <w:r>
        <w:t>900.7746</w:t>
      </w:r>
      <w:r>
        <w:tab/>
        <w:t>2.025e0</w:t>
      </w:r>
    </w:p>
    <w:p w:rsidR="006974AE" w:rsidRDefault="006974AE" w:rsidP="006974AE">
      <w:r>
        <w:t>900.8872</w:t>
      </w:r>
      <w:r>
        <w:tab/>
        <w:t>1.013e0</w:t>
      </w:r>
    </w:p>
    <w:p w:rsidR="006974AE" w:rsidRDefault="006974AE" w:rsidP="006974AE">
      <w:r>
        <w:t>900.8975</w:t>
      </w:r>
      <w:r>
        <w:tab/>
        <w:t>1.013e0</w:t>
      </w:r>
    </w:p>
    <w:p w:rsidR="006974AE" w:rsidRDefault="006974AE" w:rsidP="006974AE">
      <w:r>
        <w:t>900.9568</w:t>
      </w:r>
      <w:r>
        <w:tab/>
        <w:t>1.013e0</w:t>
      </w:r>
    </w:p>
    <w:p w:rsidR="006974AE" w:rsidRDefault="006974AE" w:rsidP="006974AE">
      <w:r>
        <w:t>900.9730</w:t>
      </w:r>
      <w:r>
        <w:tab/>
        <w:t>2.025e0</w:t>
      </w:r>
    </w:p>
    <w:p w:rsidR="006974AE" w:rsidRDefault="006974AE" w:rsidP="006974AE">
      <w:r>
        <w:t>900.9806</w:t>
      </w:r>
      <w:r>
        <w:tab/>
        <w:t>2.025e0</w:t>
      </w:r>
    </w:p>
    <w:p w:rsidR="006974AE" w:rsidRDefault="006974AE" w:rsidP="006974AE">
      <w:r>
        <w:t>901.0045</w:t>
      </w:r>
      <w:r>
        <w:tab/>
        <w:t>1.013e0</w:t>
      </w:r>
    </w:p>
    <w:p w:rsidR="006974AE" w:rsidRDefault="006974AE" w:rsidP="006974AE">
      <w:r>
        <w:t>901.0776</w:t>
      </w:r>
      <w:r>
        <w:tab/>
        <w:t>1.013e0</w:t>
      </w:r>
    </w:p>
    <w:p w:rsidR="006974AE" w:rsidRDefault="006974AE" w:rsidP="006974AE">
      <w:r>
        <w:t>901.1100</w:t>
      </w:r>
      <w:r>
        <w:tab/>
        <w:t>2.025e0</w:t>
      </w:r>
    </w:p>
    <w:p w:rsidR="006974AE" w:rsidRDefault="006974AE" w:rsidP="006974AE">
      <w:r>
        <w:t>901.1572</w:t>
      </w:r>
      <w:r>
        <w:tab/>
        <w:t>1.013e0</w:t>
      </w:r>
    </w:p>
    <w:p w:rsidR="006974AE" w:rsidRDefault="006974AE" w:rsidP="006974AE">
      <w:r>
        <w:t>901.2080</w:t>
      </w:r>
      <w:r>
        <w:tab/>
        <w:t>1.013e0</w:t>
      </w:r>
    </w:p>
    <w:p w:rsidR="006974AE" w:rsidRDefault="006974AE" w:rsidP="006974AE">
      <w:r>
        <w:t>901.2906</w:t>
      </w:r>
      <w:r>
        <w:tab/>
        <w:t>4.051e0</w:t>
      </w:r>
    </w:p>
    <w:p w:rsidR="006974AE" w:rsidRDefault="006974AE" w:rsidP="006974AE">
      <w:r>
        <w:t>901.3024</w:t>
      </w:r>
      <w:r>
        <w:tab/>
        <w:t>2.975e0</w:t>
      </w:r>
    </w:p>
    <w:p w:rsidR="006974AE" w:rsidRDefault="006974AE" w:rsidP="006974AE">
      <w:r>
        <w:lastRenderedPageBreak/>
        <w:t>901.3882</w:t>
      </w:r>
      <w:r>
        <w:tab/>
        <w:t>2.025e0</w:t>
      </w:r>
    </w:p>
    <w:p w:rsidR="006974AE" w:rsidRDefault="006974AE" w:rsidP="006974AE">
      <w:r>
        <w:t>901.3988</w:t>
      </w:r>
      <w:r>
        <w:tab/>
        <w:t>8.912e0</w:t>
      </w:r>
    </w:p>
    <w:p w:rsidR="006974AE" w:rsidRDefault="006974AE" w:rsidP="006974AE">
      <w:r>
        <w:t>901.4101</w:t>
      </w:r>
      <w:r>
        <w:tab/>
        <w:t>1.013e0</w:t>
      </w:r>
    </w:p>
    <w:p w:rsidR="006974AE" w:rsidRDefault="006974AE" w:rsidP="006974AE">
      <w:r>
        <w:t>901.4443</w:t>
      </w:r>
      <w:r>
        <w:tab/>
        <w:t>3.038e0</w:t>
      </w:r>
    </w:p>
    <w:p w:rsidR="006974AE" w:rsidRDefault="006974AE" w:rsidP="006974AE">
      <w:r>
        <w:t>901.4623</w:t>
      </w:r>
      <w:r>
        <w:tab/>
        <w:t>4.051e0</w:t>
      </w:r>
    </w:p>
    <w:p w:rsidR="006974AE" w:rsidRDefault="006974AE" w:rsidP="006974AE">
      <w:r>
        <w:t>901.4781</w:t>
      </w:r>
      <w:r>
        <w:tab/>
        <w:t>2.025e0</w:t>
      </w:r>
    </w:p>
    <w:p w:rsidR="006974AE" w:rsidRDefault="006974AE" w:rsidP="006974AE">
      <w:r>
        <w:t>901.4824</w:t>
      </w:r>
      <w:r>
        <w:tab/>
        <w:t>3.890e0</w:t>
      </w:r>
    </w:p>
    <w:p w:rsidR="006974AE" w:rsidRDefault="006974AE" w:rsidP="006974AE">
      <w:r>
        <w:t>901.5472</w:t>
      </w:r>
      <w:r>
        <w:tab/>
        <w:t>2.025e0</w:t>
      </w:r>
    </w:p>
    <w:p w:rsidR="006974AE" w:rsidRDefault="006974AE" w:rsidP="006974AE">
      <w:r>
        <w:t>901.5764</w:t>
      </w:r>
      <w:r>
        <w:tab/>
        <w:t>1.013e0</w:t>
      </w:r>
    </w:p>
    <w:p w:rsidR="006974AE" w:rsidRDefault="006974AE" w:rsidP="006974AE">
      <w:r>
        <w:t>901.6592</w:t>
      </w:r>
      <w:r>
        <w:tab/>
        <w:t>2.025e0</w:t>
      </w:r>
    </w:p>
    <w:p w:rsidR="006974AE" w:rsidRDefault="006974AE" w:rsidP="006974AE">
      <w:r>
        <w:t>901.6682</w:t>
      </w:r>
      <w:r>
        <w:tab/>
        <w:t>1.013e0</w:t>
      </w:r>
    </w:p>
    <w:p w:rsidR="006974AE" w:rsidRDefault="006974AE" w:rsidP="006974AE">
      <w:r>
        <w:t>901.7124</w:t>
      </w:r>
      <w:r>
        <w:tab/>
        <w:t>1.013e0</w:t>
      </w:r>
    </w:p>
    <w:p w:rsidR="006974AE" w:rsidRDefault="006974AE" w:rsidP="006974AE">
      <w:r>
        <w:t>901.8004</w:t>
      </w:r>
      <w:r>
        <w:tab/>
        <w:t>1.013e0</w:t>
      </w:r>
    </w:p>
    <w:p w:rsidR="006974AE" w:rsidRDefault="006974AE" w:rsidP="006974AE">
      <w:r>
        <w:t>901.8042</w:t>
      </w:r>
      <w:r>
        <w:tab/>
        <w:t>2.025e0</w:t>
      </w:r>
    </w:p>
    <w:p w:rsidR="006974AE" w:rsidRDefault="006974AE" w:rsidP="006974AE">
      <w:r>
        <w:t>901.8182</w:t>
      </w:r>
      <w:r>
        <w:tab/>
        <w:t>1.013e0</w:t>
      </w:r>
    </w:p>
    <w:p w:rsidR="006974AE" w:rsidRDefault="006974AE" w:rsidP="006974AE">
      <w:r>
        <w:t>901.8798</w:t>
      </w:r>
      <w:r>
        <w:tab/>
        <w:t>1.013e0</w:t>
      </w:r>
    </w:p>
    <w:p w:rsidR="006974AE" w:rsidRDefault="006974AE" w:rsidP="006974AE">
      <w:r>
        <w:t>901.9089</w:t>
      </w:r>
      <w:r>
        <w:tab/>
        <w:t>1.013e0</w:t>
      </w:r>
    </w:p>
    <w:p w:rsidR="006974AE" w:rsidRDefault="006974AE" w:rsidP="006974AE">
      <w:r>
        <w:t>901.9821</w:t>
      </w:r>
      <w:r>
        <w:tab/>
        <w:t>3.038e0</w:t>
      </w:r>
    </w:p>
    <w:p w:rsidR="006974AE" w:rsidRDefault="006974AE" w:rsidP="006974AE">
      <w:r>
        <w:t>902.0195</w:t>
      </w:r>
      <w:r>
        <w:tab/>
        <w:t>3.038e0</w:t>
      </w:r>
    </w:p>
    <w:p w:rsidR="006974AE" w:rsidRDefault="006974AE" w:rsidP="006974AE">
      <w:r>
        <w:lastRenderedPageBreak/>
        <w:t>902.0299</w:t>
      </w:r>
      <w:r>
        <w:tab/>
        <w:t>2.025e0</w:t>
      </w:r>
    </w:p>
    <w:p w:rsidR="006974AE" w:rsidRDefault="006974AE" w:rsidP="006974AE">
      <w:r>
        <w:t>902.0977</w:t>
      </w:r>
      <w:r>
        <w:tab/>
        <w:t>3.038e0</w:t>
      </w:r>
    </w:p>
    <w:p w:rsidR="006974AE" w:rsidRDefault="006974AE" w:rsidP="006974AE">
      <w:r>
        <w:t>902.1672</w:t>
      </w:r>
      <w:r>
        <w:tab/>
        <w:t>1.013e0</w:t>
      </w:r>
    </w:p>
    <w:p w:rsidR="006974AE" w:rsidRDefault="006974AE" w:rsidP="006974AE">
      <w:r>
        <w:t>902.1812</w:t>
      </w:r>
      <w:r>
        <w:tab/>
        <w:t>1.013e0</w:t>
      </w:r>
    </w:p>
    <w:p w:rsidR="006974AE" w:rsidRDefault="006974AE" w:rsidP="006974AE">
      <w:r>
        <w:t>902.2723</w:t>
      </w:r>
      <w:r>
        <w:tab/>
        <w:t>3.038e0</w:t>
      </w:r>
    </w:p>
    <w:p w:rsidR="006974AE" w:rsidRDefault="006974AE" w:rsidP="006974AE">
      <w:r>
        <w:t>902.3173</w:t>
      </w:r>
      <w:r>
        <w:tab/>
        <w:t>1.013e0</w:t>
      </w:r>
    </w:p>
    <w:p w:rsidR="006974AE" w:rsidRDefault="006974AE" w:rsidP="006974AE">
      <w:r>
        <w:t>902.3318</w:t>
      </w:r>
      <w:r>
        <w:tab/>
        <w:t>2.025e0</w:t>
      </w:r>
    </w:p>
    <w:p w:rsidR="006974AE" w:rsidRDefault="006974AE" w:rsidP="006974AE">
      <w:r>
        <w:t>902.3475</w:t>
      </w:r>
      <w:r>
        <w:tab/>
        <w:t>1.013e0</w:t>
      </w:r>
    </w:p>
    <w:p w:rsidR="006974AE" w:rsidRDefault="006974AE" w:rsidP="006974AE">
      <w:r>
        <w:t>902.3748</w:t>
      </w:r>
      <w:r>
        <w:tab/>
        <w:t>2.779e0</w:t>
      </w:r>
    </w:p>
    <w:p w:rsidR="006974AE" w:rsidRDefault="006974AE" w:rsidP="006974AE">
      <w:r>
        <w:t>902.3778</w:t>
      </w:r>
      <w:r>
        <w:tab/>
        <w:t>1.013e0</w:t>
      </w:r>
    </w:p>
    <w:p w:rsidR="006974AE" w:rsidRDefault="006974AE" w:rsidP="006974AE">
      <w:r>
        <w:t>902.3854</w:t>
      </w:r>
      <w:r>
        <w:tab/>
        <w:t>1.976e0</w:t>
      </w:r>
    </w:p>
    <w:p w:rsidR="006974AE" w:rsidRDefault="006974AE" w:rsidP="006974AE">
      <w:r>
        <w:t>902.4092</w:t>
      </w:r>
      <w:r>
        <w:tab/>
        <w:t>1.013e0</w:t>
      </w:r>
    </w:p>
    <w:p w:rsidR="006974AE" w:rsidRDefault="006974AE" w:rsidP="006974AE">
      <w:r>
        <w:t>902.4109</w:t>
      </w:r>
      <w:r>
        <w:tab/>
        <w:t>6.076e0</w:t>
      </w:r>
    </w:p>
    <w:p w:rsidR="006974AE" w:rsidRDefault="006974AE" w:rsidP="006974AE">
      <w:r>
        <w:t>902.4331</w:t>
      </w:r>
      <w:r>
        <w:tab/>
        <w:t>3.038e0</w:t>
      </w:r>
    </w:p>
    <w:p w:rsidR="006974AE" w:rsidRDefault="006974AE" w:rsidP="006974AE">
      <w:r>
        <w:t>902.4383</w:t>
      </w:r>
      <w:r>
        <w:tab/>
        <w:t>1.013e0</w:t>
      </w:r>
    </w:p>
    <w:p w:rsidR="006974AE" w:rsidRDefault="006974AE" w:rsidP="006974AE">
      <w:r>
        <w:t>902.4460</w:t>
      </w:r>
      <w:r>
        <w:tab/>
        <w:t>2.764e0</w:t>
      </w:r>
    </w:p>
    <w:p w:rsidR="006974AE" w:rsidRDefault="006974AE" w:rsidP="006974AE">
      <w:r>
        <w:t>902.4697</w:t>
      </w:r>
      <w:r>
        <w:tab/>
        <w:t>1.013e0</w:t>
      </w:r>
    </w:p>
    <w:p w:rsidR="006974AE" w:rsidRDefault="006974AE" w:rsidP="006974AE">
      <w:r>
        <w:t>902.4837</w:t>
      </w:r>
      <w:r>
        <w:tab/>
        <w:t>1.013e0</w:t>
      </w:r>
    </w:p>
    <w:p w:rsidR="006974AE" w:rsidRDefault="006974AE" w:rsidP="006974AE">
      <w:r>
        <w:t>902.5020</w:t>
      </w:r>
      <w:r>
        <w:tab/>
        <w:t>3.038e0</w:t>
      </w:r>
    </w:p>
    <w:p w:rsidR="006974AE" w:rsidRDefault="006974AE" w:rsidP="006974AE">
      <w:r>
        <w:lastRenderedPageBreak/>
        <w:t>902.5223</w:t>
      </w:r>
      <w:r>
        <w:tab/>
        <w:t>2.025e0</w:t>
      </w:r>
    </w:p>
    <w:p w:rsidR="006974AE" w:rsidRDefault="006974AE" w:rsidP="006974AE">
      <w:r>
        <w:t>902.5750</w:t>
      </w:r>
      <w:r>
        <w:tab/>
        <w:t>2.025e0</w:t>
      </w:r>
    </w:p>
    <w:p w:rsidR="006974AE" w:rsidRDefault="006974AE" w:rsidP="006974AE">
      <w:r>
        <w:t>902.6804</w:t>
      </w:r>
      <w:r>
        <w:tab/>
        <w:t>1.013e0</w:t>
      </w:r>
    </w:p>
    <w:p w:rsidR="006974AE" w:rsidRDefault="006974AE" w:rsidP="006974AE">
      <w:r>
        <w:t>902.6940</w:t>
      </w:r>
      <w:r>
        <w:tab/>
        <w:t>2.025e0</w:t>
      </w:r>
    </w:p>
    <w:p w:rsidR="006974AE" w:rsidRDefault="006974AE" w:rsidP="006974AE">
      <w:r>
        <w:t>902.7629</w:t>
      </w:r>
      <w:r>
        <w:tab/>
        <w:t>1.013e0</w:t>
      </w:r>
    </w:p>
    <w:p w:rsidR="006974AE" w:rsidRDefault="006974AE" w:rsidP="006974AE">
      <w:r>
        <w:t>902.7723</w:t>
      </w:r>
      <w:r>
        <w:tab/>
        <w:t>1.013e0</w:t>
      </w:r>
    </w:p>
    <w:p w:rsidR="006974AE" w:rsidRDefault="006974AE" w:rsidP="006974AE">
      <w:r>
        <w:t>902.7801</w:t>
      </w:r>
      <w:r>
        <w:tab/>
        <w:t>1.013e0</w:t>
      </w:r>
    </w:p>
    <w:p w:rsidR="006974AE" w:rsidRDefault="006974AE" w:rsidP="006974AE">
      <w:r>
        <w:t>902.8318</w:t>
      </w:r>
      <w:r>
        <w:tab/>
        <w:t>1.013e0</w:t>
      </w:r>
    </w:p>
    <w:p w:rsidR="006974AE" w:rsidRDefault="006974AE" w:rsidP="006974AE">
      <w:r>
        <w:t>902.8480</w:t>
      </w:r>
      <w:r>
        <w:tab/>
        <w:t>1.013e0</w:t>
      </w:r>
    </w:p>
    <w:p w:rsidR="006974AE" w:rsidRDefault="006974AE" w:rsidP="006974AE">
      <w:r>
        <w:t>902.8772</w:t>
      </w:r>
      <w:r>
        <w:tab/>
        <w:t>1.013e0</w:t>
      </w:r>
    </w:p>
    <w:p w:rsidR="006974AE" w:rsidRDefault="006974AE" w:rsidP="006974AE">
      <w:r>
        <w:t>902.8979</w:t>
      </w:r>
      <w:r>
        <w:tab/>
        <w:t>2.025e0</w:t>
      </w:r>
    </w:p>
    <w:p w:rsidR="006974AE" w:rsidRDefault="006974AE" w:rsidP="006974AE">
      <w:r>
        <w:t>902.9086</w:t>
      </w:r>
      <w:r>
        <w:tab/>
        <w:t>1.013e0</w:t>
      </w:r>
    </w:p>
    <w:p w:rsidR="006974AE" w:rsidRDefault="006974AE" w:rsidP="006974AE">
      <w:r>
        <w:t>902.9499</w:t>
      </w:r>
      <w:r>
        <w:tab/>
        <w:t>1.013e0</w:t>
      </w:r>
    </w:p>
    <w:p w:rsidR="006974AE" w:rsidRDefault="006974AE" w:rsidP="006974AE">
      <w:r>
        <w:t>902.9922</w:t>
      </w:r>
      <w:r>
        <w:tab/>
        <w:t>2.025e0</w:t>
      </w:r>
    </w:p>
    <w:p w:rsidR="006974AE" w:rsidRDefault="006974AE" w:rsidP="006974AE">
      <w:r>
        <w:t>903.0815</w:t>
      </w:r>
      <w:r>
        <w:tab/>
        <w:t>2.025e0</w:t>
      </w:r>
    </w:p>
    <w:p w:rsidR="006974AE" w:rsidRDefault="006974AE" w:rsidP="006974AE">
      <w:r>
        <w:t>903.1356</w:t>
      </w:r>
      <w:r>
        <w:tab/>
        <w:t>1.013e0</w:t>
      </w:r>
    </w:p>
    <w:p w:rsidR="006974AE" w:rsidRDefault="006974AE" w:rsidP="006974AE">
      <w:r>
        <w:t>903.2208</w:t>
      </w:r>
      <w:r>
        <w:tab/>
        <w:t>1.013e0</w:t>
      </w:r>
    </w:p>
    <w:p w:rsidR="006974AE" w:rsidRDefault="006974AE" w:rsidP="006974AE">
      <w:r>
        <w:t>903.2253</w:t>
      </w:r>
      <w:r>
        <w:tab/>
        <w:t>1.013e0</w:t>
      </w:r>
    </w:p>
    <w:p w:rsidR="006974AE" w:rsidRDefault="006974AE" w:rsidP="006974AE">
      <w:r>
        <w:t>903.2416</w:t>
      </w:r>
      <w:r>
        <w:tab/>
        <w:t>3.038e0</w:t>
      </w:r>
    </w:p>
    <w:p w:rsidR="006974AE" w:rsidRDefault="006974AE" w:rsidP="006974AE">
      <w:r>
        <w:lastRenderedPageBreak/>
        <w:t>903.2859</w:t>
      </w:r>
      <w:r>
        <w:tab/>
        <w:t>1.013e0</w:t>
      </w:r>
    </w:p>
    <w:p w:rsidR="006974AE" w:rsidRDefault="006974AE" w:rsidP="006974AE">
      <w:r>
        <w:t>903.3000</w:t>
      </w:r>
      <w:r>
        <w:tab/>
        <w:t>4.051e0</w:t>
      </w:r>
    </w:p>
    <w:p w:rsidR="006974AE" w:rsidRDefault="006974AE" w:rsidP="006974AE">
      <w:r>
        <w:t>903.3514</w:t>
      </w:r>
      <w:r>
        <w:tab/>
        <w:t>4.051e0</w:t>
      </w:r>
    </w:p>
    <w:p w:rsidR="006974AE" w:rsidRDefault="006974AE" w:rsidP="006974AE">
      <w:r>
        <w:t>903.3732</w:t>
      </w:r>
      <w:r>
        <w:tab/>
        <w:t>3.038e0</w:t>
      </w:r>
    </w:p>
    <w:p w:rsidR="006974AE" w:rsidRDefault="006974AE" w:rsidP="006974AE">
      <w:r>
        <w:t>903.3818</w:t>
      </w:r>
      <w:r>
        <w:tab/>
        <w:t>2.025e0</w:t>
      </w:r>
    </w:p>
    <w:p w:rsidR="006974AE" w:rsidRDefault="006974AE" w:rsidP="006974AE">
      <w:r>
        <w:t>903.4521</w:t>
      </w:r>
      <w:r>
        <w:tab/>
        <w:t>2.025e0</w:t>
      </w:r>
    </w:p>
    <w:p w:rsidR="006974AE" w:rsidRDefault="006974AE" w:rsidP="006974AE">
      <w:r>
        <w:t>903.4639</w:t>
      </w:r>
      <w:r>
        <w:tab/>
        <w:t>2.025e0</w:t>
      </w:r>
    </w:p>
    <w:p w:rsidR="006974AE" w:rsidRDefault="006974AE" w:rsidP="006974AE">
      <w:r>
        <w:t>903.4749</w:t>
      </w:r>
      <w:r>
        <w:tab/>
        <w:t>6.076e0</w:t>
      </w:r>
    </w:p>
    <w:p w:rsidR="006974AE" w:rsidRDefault="006974AE" w:rsidP="006974AE">
      <w:r>
        <w:t>903.4764</w:t>
      </w:r>
      <w:r>
        <w:tab/>
        <w:t>2.025e0</w:t>
      </w:r>
    </w:p>
    <w:p w:rsidR="006974AE" w:rsidRDefault="006974AE" w:rsidP="006974AE">
      <w:r>
        <w:t>903.4991</w:t>
      </w:r>
      <w:r>
        <w:tab/>
        <w:t>1.013e0</w:t>
      </w:r>
    </w:p>
    <w:p w:rsidR="006974AE" w:rsidRDefault="006974AE" w:rsidP="006974AE">
      <w:r>
        <w:t>903.5541</w:t>
      </w:r>
      <w:r>
        <w:tab/>
        <w:t>3.038e0</w:t>
      </w:r>
    </w:p>
    <w:p w:rsidR="006974AE" w:rsidRDefault="006974AE" w:rsidP="006974AE">
      <w:r>
        <w:t>903.6051</w:t>
      </w:r>
      <w:r>
        <w:tab/>
        <w:t>1.013e0</w:t>
      </w:r>
    </w:p>
    <w:p w:rsidR="006974AE" w:rsidRDefault="006974AE" w:rsidP="006974AE">
      <w:r>
        <w:t>903.6855</w:t>
      </w:r>
      <w:r>
        <w:tab/>
        <w:t>2.025e0</w:t>
      </w:r>
    </w:p>
    <w:p w:rsidR="006974AE" w:rsidRDefault="006974AE" w:rsidP="006974AE">
      <w:r>
        <w:t>903.7112</w:t>
      </w:r>
      <w:r>
        <w:tab/>
        <w:t>1.013e0</w:t>
      </w:r>
    </w:p>
    <w:p w:rsidR="006974AE" w:rsidRDefault="006974AE" w:rsidP="006974AE">
      <w:r>
        <w:t>903.7252</w:t>
      </w:r>
      <w:r>
        <w:tab/>
        <w:t>1.013e0</w:t>
      </w:r>
    </w:p>
    <w:p w:rsidR="006974AE" w:rsidRDefault="006974AE" w:rsidP="006974AE">
      <w:r>
        <w:t>903.7598</w:t>
      </w:r>
      <w:r>
        <w:tab/>
        <w:t>1.013e0</w:t>
      </w:r>
    </w:p>
    <w:p w:rsidR="006974AE" w:rsidRDefault="006974AE" w:rsidP="006974AE">
      <w:r>
        <w:t>903.7954</w:t>
      </w:r>
      <w:r>
        <w:tab/>
        <w:t>1.013e0</w:t>
      </w:r>
    </w:p>
    <w:p w:rsidR="006974AE" w:rsidRDefault="006974AE" w:rsidP="006974AE">
      <w:r>
        <w:t>903.8779</w:t>
      </w:r>
      <w:r>
        <w:tab/>
        <w:t>1.013e0</w:t>
      </w:r>
    </w:p>
    <w:p w:rsidR="006974AE" w:rsidRDefault="006974AE" w:rsidP="006974AE">
      <w:r>
        <w:t>903.8946</w:t>
      </w:r>
      <w:r>
        <w:tab/>
        <w:t>1.013e0</w:t>
      </w:r>
    </w:p>
    <w:p w:rsidR="006974AE" w:rsidRDefault="006974AE" w:rsidP="006974AE">
      <w:r>
        <w:lastRenderedPageBreak/>
        <w:t>903.9688</w:t>
      </w:r>
      <w:r>
        <w:tab/>
        <w:t>1.013e0</w:t>
      </w:r>
    </w:p>
    <w:p w:rsidR="006974AE" w:rsidRDefault="006974AE" w:rsidP="006974AE">
      <w:r>
        <w:t>903.9979</w:t>
      </w:r>
      <w:r>
        <w:tab/>
        <w:t>1.013e0</w:t>
      </w:r>
    </w:p>
    <w:p w:rsidR="006974AE" w:rsidRDefault="006974AE" w:rsidP="006974AE">
      <w:r>
        <w:t>904.0305</w:t>
      </w:r>
      <w:r>
        <w:tab/>
        <w:t>1.013e0</w:t>
      </w:r>
    </w:p>
    <w:p w:rsidR="006974AE" w:rsidRDefault="006974AE" w:rsidP="006974AE">
      <w:r>
        <w:t>904.0557</w:t>
      </w:r>
      <w:r>
        <w:tab/>
        <w:t>2.025e0</w:t>
      </w:r>
    </w:p>
    <w:p w:rsidR="006974AE" w:rsidRDefault="006974AE" w:rsidP="006974AE">
      <w:r>
        <w:t>904.0656</w:t>
      </w:r>
      <w:r>
        <w:tab/>
        <w:t>1.013e0</w:t>
      </w:r>
    </w:p>
    <w:p w:rsidR="006974AE" w:rsidRDefault="006974AE" w:rsidP="006974AE">
      <w:r>
        <w:t>904.0827</w:t>
      </w:r>
      <w:r>
        <w:tab/>
        <w:t>1.013e0</w:t>
      </w:r>
    </w:p>
    <w:p w:rsidR="006974AE" w:rsidRDefault="006974AE" w:rsidP="006974AE">
      <w:r>
        <w:t>904.1342</w:t>
      </w:r>
      <w:r>
        <w:tab/>
        <w:t>1.013e0</w:t>
      </w:r>
    </w:p>
    <w:p w:rsidR="006974AE" w:rsidRDefault="006974AE" w:rsidP="006974AE">
      <w:r>
        <w:t>904.2037</w:t>
      </w:r>
      <w:r>
        <w:tab/>
        <w:t>2.025e0</w:t>
      </w:r>
    </w:p>
    <w:p w:rsidR="006974AE" w:rsidRDefault="006974AE" w:rsidP="006974AE">
      <w:r>
        <w:t>904.2167</w:t>
      </w:r>
      <w:r>
        <w:tab/>
        <w:t>1.013e0</w:t>
      </w:r>
    </w:p>
    <w:p w:rsidR="006974AE" w:rsidRDefault="006974AE" w:rsidP="006974AE">
      <w:r>
        <w:t>904.2719</w:t>
      </w:r>
      <w:r>
        <w:tab/>
        <w:t>1.013e0</w:t>
      </w:r>
    </w:p>
    <w:p w:rsidR="006974AE" w:rsidRDefault="006974AE" w:rsidP="006974AE">
      <w:r>
        <w:t>904.2870</w:t>
      </w:r>
      <w:r>
        <w:tab/>
        <w:t>2.025e0</w:t>
      </w:r>
    </w:p>
    <w:p w:rsidR="006974AE" w:rsidRDefault="006974AE" w:rsidP="006974AE">
      <w:r>
        <w:t>904.3085</w:t>
      </w:r>
      <w:r>
        <w:tab/>
        <w:t>2.025e0</w:t>
      </w:r>
    </w:p>
    <w:p w:rsidR="006974AE" w:rsidRDefault="006974AE" w:rsidP="006974AE">
      <w:r>
        <w:t>904.3689</w:t>
      </w:r>
      <w:r>
        <w:tab/>
        <w:t>1.013e0</w:t>
      </w:r>
    </w:p>
    <w:p w:rsidR="006974AE" w:rsidRDefault="006974AE" w:rsidP="006974AE">
      <w:r>
        <w:t>904.3780</w:t>
      </w:r>
      <w:r>
        <w:tab/>
        <w:t>1.013e0</w:t>
      </w:r>
    </w:p>
    <w:p w:rsidR="006974AE" w:rsidRDefault="006974AE" w:rsidP="006974AE">
      <w:r>
        <w:t>904.3942</w:t>
      </w:r>
      <w:r>
        <w:tab/>
        <w:t>3.038e0</w:t>
      </w:r>
    </w:p>
    <w:p w:rsidR="006974AE" w:rsidRDefault="006974AE" w:rsidP="006974AE">
      <w:r>
        <w:t>904.4538</w:t>
      </w:r>
      <w:r>
        <w:tab/>
        <w:t>1.013e0</w:t>
      </w:r>
    </w:p>
    <w:p w:rsidR="006974AE" w:rsidRDefault="006974AE" w:rsidP="006974AE">
      <w:r>
        <w:t>904.4554</w:t>
      </w:r>
      <w:r>
        <w:tab/>
        <w:t>3.038e0</w:t>
      </w:r>
    </w:p>
    <w:p w:rsidR="006974AE" w:rsidRDefault="006974AE" w:rsidP="006974AE">
      <w:r>
        <w:t>904.5051</w:t>
      </w:r>
      <w:r>
        <w:tab/>
        <w:t>3.929e0</w:t>
      </w:r>
    </w:p>
    <w:p w:rsidR="006974AE" w:rsidRDefault="006974AE" w:rsidP="006974AE">
      <w:r>
        <w:t>904.5127</w:t>
      </w:r>
      <w:r>
        <w:tab/>
        <w:t>1.722e1</w:t>
      </w:r>
    </w:p>
    <w:p w:rsidR="006974AE" w:rsidRDefault="006974AE" w:rsidP="006974AE">
      <w:r>
        <w:lastRenderedPageBreak/>
        <w:t>904.5229</w:t>
      </w:r>
      <w:r>
        <w:tab/>
        <w:t>1.414e1</w:t>
      </w:r>
    </w:p>
    <w:p w:rsidR="006974AE" w:rsidRDefault="006974AE" w:rsidP="006974AE">
      <w:r>
        <w:t>904.5286</w:t>
      </w:r>
      <w:r>
        <w:tab/>
        <w:t>1.114e1</w:t>
      </w:r>
    </w:p>
    <w:p w:rsidR="006974AE" w:rsidRDefault="006974AE" w:rsidP="006974AE">
      <w:r>
        <w:t>904.5296</w:t>
      </w:r>
      <w:r>
        <w:tab/>
        <w:t>7.979e0</w:t>
      </w:r>
    </w:p>
    <w:p w:rsidR="006974AE" w:rsidRDefault="006974AE" w:rsidP="006974AE">
      <w:r>
        <w:t>904.5512</w:t>
      </w:r>
      <w:r>
        <w:tab/>
        <w:t>2.025e0</w:t>
      </w:r>
    </w:p>
    <w:p w:rsidR="006974AE" w:rsidRDefault="006974AE" w:rsidP="006974AE">
      <w:r>
        <w:t>904.5652</w:t>
      </w:r>
      <w:r>
        <w:tab/>
        <w:t>3.556e0</w:t>
      </w:r>
    </w:p>
    <w:p w:rsidR="006974AE" w:rsidRDefault="006974AE" w:rsidP="006974AE">
      <w:r>
        <w:t>904.6733</w:t>
      </w:r>
      <w:r>
        <w:tab/>
        <w:t>1.013e0</w:t>
      </w:r>
    </w:p>
    <w:p w:rsidR="006974AE" w:rsidRDefault="006974AE" w:rsidP="006974AE">
      <w:r>
        <w:t>904.6877</w:t>
      </w:r>
      <w:r>
        <w:tab/>
        <w:t>2.025e0</w:t>
      </w:r>
    </w:p>
    <w:p w:rsidR="006974AE" w:rsidRDefault="006974AE" w:rsidP="006974AE">
      <w:r>
        <w:t>904.6964</w:t>
      </w:r>
      <w:r>
        <w:tab/>
        <w:t>2.025e0</w:t>
      </w:r>
    </w:p>
    <w:p w:rsidR="006974AE" w:rsidRDefault="006974AE" w:rsidP="006974AE">
      <w:r>
        <w:t>904.7285</w:t>
      </w:r>
      <w:r>
        <w:tab/>
        <w:t>3.038e0</w:t>
      </w:r>
    </w:p>
    <w:p w:rsidR="006974AE" w:rsidRDefault="006974AE" w:rsidP="006974AE">
      <w:r>
        <w:t>904.7324</w:t>
      </w:r>
      <w:r>
        <w:tab/>
        <w:t>2.025e0</w:t>
      </w:r>
    </w:p>
    <w:p w:rsidR="006974AE" w:rsidRDefault="006974AE" w:rsidP="006974AE">
      <w:r>
        <w:t>904.7408</w:t>
      </w:r>
      <w:r>
        <w:tab/>
        <w:t>1.013e0</w:t>
      </w:r>
    </w:p>
    <w:p w:rsidR="006974AE" w:rsidRDefault="006974AE" w:rsidP="006974AE">
      <w:r>
        <w:t>904.7419</w:t>
      </w:r>
      <w:r>
        <w:tab/>
        <w:t>1.013e0</w:t>
      </w:r>
    </w:p>
    <w:p w:rsidR="006974AE" w:rsidRDefault="006974AE" w:rsidP="006974AE">
      <w:r>
        <w:t>904.7863</w:t>
      </w:r>
      <w:r>
        <w:tab/>
        <w:t>1.013e0</w:t>
      </w:r>
    </w:p>
    <w:p w:rsidR="006974AE" w:rsidRDefault="006974AE" w:rsidP="006974AE">
      <w:r>
        <w:t>904.8026</w:t>
      </w:r>
      <w:r>
        <w:tab/>
        <w:t>1.013e0</w:t>
      </w:r>
    </w:p>
    <w:p w:rsidR="006974AE" w:rsidRDefault="006974AE" w:rsidP="006974AE">
      <w:r>
        <w:t>904.8804</w:t>
      </w:r>
      <w:r>
        <w:tab/>
        <w:t>3.038e0</w:t>
      </w:r>
    </w:p>
    <w:p w:rsidR="006974AE" w:rsidRDefault="006974AE" w:rsidP="006974AE">
      <w:r>
        <w:t>904.9092</w:t>
      </w:r>
      <w:r>
        <w:tab/>
        <w:t>1.013e0</w:t>
      </w:r>
    </w:p>
    <w:p w:rsidR="006974AE" w:rsidRDefault="006974AE" w:rsidP="006974AE">
      <w:r>
        <w:t>904.9434</w:t>
      </w:r>
      <w:r>
        <w:tab/>
        <w:t>1.013e0</w:t>
      </w:r>
    </w:p>
    <w:p w:rsidR="006974AE" w:rsidRDefault="006974AE" w:rsidP="006974AE">
      <w:r>
        <w:t>904.9531</w:t>
      </w:r>
      <w:r>
        <w:tab/>
        <w:t>2.025e0</w:t>
      </w:r>
    </w:p>
    <w:p w:rsidR="006974AE" w:rsidRDefault="006974AE" w:rsidP="006974AE">
      <w:r>
        <w:t>904.9617</w:t>
      </w:r>
      <w:r>
        <w:tab/>
        <w:t>1.013e0</w:t>
      </w:r>
    </w:p>
    <w:p w:rsidR="006974AE" w:rsidRDefault="006974AE" w:rsidP="006974AE">
      <w:r>
        <w:lastRenderedPageBreak/>
        <w:t>905.0290</w:t>
      </w:r>
      <w:r>
        <w:tab/>
        <w:t>2.025e0</w:t>
      </w:r>
    </w:p>
    <w:p w:rsidR="006974AE" w:rsidRDefault="006974AE" w:rsidP="006974AE">
      <w:r>
        <w:t>905.0782</w:t>
      </w:r>
      <w:r>
        <w:tab/>
        <w:t>1.013e0</w:t>
      </w:r>
    </w:p>
    <w:p w:rsidR="006974AE" w:rsidRDefault="006974AE" w:rsidP="006974AE">
      <w:r>
        <w:t>905.1139</w:t>
      </w:r>
      <w:r>
        <w:tab/>
        <w:t>1.013e0</w:t>
      </w:r>
    </w:p>
    <w:p w:rsidR="006974AE" w:rsidRDefault="006974AE" w:rsidP="006974AE">
      <w:r>
        <w:t>905.1665</w:t>
      </w:r>
      <w:r>
        <w:tab/>
        <w:t>1.013e0</w:t>
      </w:r>
    </w:p>
    <w:p w:rsidR="006974AE" w:rsidRDefault="006974AE" w:rsidP="006974AE">
      <w:r>
        <w:t>905.1807</w:t>
      </w:r>
      <w:r>
        <w:tab/>
        <w:t>1.013e0</w:t>
      </w:r>
    </w:p>
    <w:p w:rsidR="006974AE" w:rsidRDefault="006974AE" w:rsidP="006974AE">
      <w:r>
        <w:t>905.1818</w:t>
      </w:r>
      <w:r>
        <w:tab/>
        <w:t>1.013e0</w:t>
      </w:r>
    </w:p>
    <w:p w:rsidR="006974AE" w:rsidRDefault="006974AE" w:rsidP="006974AE">
      <w:r>
        <w:t>905.1837</w:t>
      </w:r>
      <w:r>
        <w:tab/>
        <w:t>2.025e0</w:t>
      </w:r>
    </w:p>
    <w:p w:rsidR="006974AE" w:rsidRDefault="006974AE" w:rsidP="006974AE">
      <w:r>
        <w:t>905.2490</w:t>
      </w:r>
      <w:r>
        <w:tab/>
        <w:t>1.013e0</w:t>
      </w:r>
    </w:p>
    <w:p w:rsidR="006974AE" w:rsidRDefault="006974AE" w:rsidP="006974AE">
      <w:r>
        <w:t>905.2661</w:t>
      </w:r>
      <w:r>
        <w:tab/>
        <w:t>1.013e0</w:t>
      </w:r>
    </w:p>
    <w:p w:rsidR="006974AE" w:rsidRDefault="006974AE" w:rsidP="006974AE">
      <w:r>
        <w:t>905.2717</w:t>
      </w:r>
      <w:r>
        <w:tab/>
        <w:t>1.013e0</w:t>
      </w:r>
    </w:p>
    <w:p w:rsidR="006974AE" w:rsidRDefault="006974AE" w:rsidP="006974AE">
      <w:r>
        <w:t>905.3476</w:t>
      </w:r>
      <w:r>
        <w:tab/>
        <w:t>1.013e0</w:t>
      </w:r>
    </w:p>
    <w:p w:rsidR="006974AE" w:rsidRDefault="006974AE" w:rsidP="006974AE">
      <w:r>
        <w:t>905.3488</w:t>
      </w:r>
      <w:r>
        <w:tab/>
        <w:t>1.013e0</w:t>
      </w:r>
    </w:p>
    <w:p w:rsidR="006974AE" w:rsidRDefault="006974AE" w:rsidP="006974AE">
      <w:r>
        <w:t>905.4094</w:t>
      </w:r>
      <w:r>
        <w:tab/>
        <w:t>1.013e0</w:t>
      </w:r>
    </w:p>
    <w:p w:rsidR="006974AE" w:rsidRDefault="006974AE" w:rsidP="006974AE">
      <w:r>
        <w:t>905.4172</w:t>
      </w:r>
      <w:r>
        <w:tab/>
        <w:t>1.215e1</w:t>
      </w:r>
    </w:p>
    <w:p w:rsidR="006974AE" w:rsidRDefault="006974AE" w:rsidP="006974AE">
      <w:r>
        <w:t>905.4930</w:t>
      </w:r>
      <w:r>
        <w:tab/>
        <w:t>2.025e0</w:t>
      </w:r>
    </w:p>
    <w:p w:rsidR="006974AE" w:rsidRDefault="006974AE" w:rsidP="006974AE">
      <w:r>
        <w:t>905.5005</w:t>
      </w:r>
      <w:r>
        <w:tab/>
        <w:t>1.013e0</w:t>
      </w:r>
    </w:p>
    <w:p w:rsidR="006974AE" w:rsidRDefault="006974AE" w:rsidP="006974AE">
      <w:r>
        <w:t>905.5046</w:t>
      </w:r>
      <w:r>
        <w:tab/>
        <w:t>1.013e1</w:t>
      </w:r>
    </w:p>
    <w:p w:rsidR="006974AE" w:rsidRDefault="006974AE" w:rsidP="006974AE">
      <w:r>
        <w:t>905.5168</w:t>
      </w:r>
      <w:r>
        <w:tab/>
        <w:t>4.051e0</w:t>
      </w:r>
    </w:p>
    <w:p w:rsidR="006974AE" w:rsidRDefault="006974AE" w:rsidP="006974AE">
      <w:r>
        <w:t>905.5274</w:t>
      </w:r>
      <w:r>
        <w:tab/>
        <w:t>4.051e0</w:t>
      </w:r>
    </w:p>
    <w:p w:rsidR="006974AE" w:rsidRDefault="006974AE" w:rsidP="006974AE">
      <w:r>
        <w:lastRenderedPageBreak/>
        <w:t>905.5299</w:t>
      </w:r>
      <w:r>
        <w:tab/>
        <w:t>1.113e1</w:t>
      </w:r>
    </w:p>
    <w:p w:rsidR="006974AE" w:rsidRDefault="006974AE" w:rsidP="006974AE">
      <w:r>
        <w:t>905.5420</w:t>
      </w:r>
      <w:r>
        <w:tab/>
        <w:t>6.076e0</w:t>
      </w:r>
    </w:p>
    <w:p w:rsidR="006974AE" w:rsidRDefault="006974AE" w:rsidP="006974AE">
      <w:r>
        <w:t>905.6746</w:t>
      </w:r>
      <w:r>
        <w:tab/>
        <w:t>3.038e0</w:t>
      </w:r>
    </w:p>
    <w:p w:rsidR="006974AE" w:rsidRDefault="006974AE" w:rsidP="006974AE">
      <w:r>
        <w:t>905.6827</w:t>
      </w:r>
      <w:r>
        <w:tab/>
        <w:t>2.025e0</w:t>
      </w:r>
    </w:p>
    <w:p w:rsidR="006974AE" w:rsidRDefault="006974AE" w:rsidP="006974AE">
      <w:r>
        <w:t>905.7056</w:t>
      </w:r>
      <w:r>
        <w:tab/>
        <w:t>1.013e0</w:t>
      </w:r>
    </w:p>
    <w:p w:rsidR="006974AE" w:rsidRDefault="006974AE" w:rsidP="006974AE">
      <w:r>
        <w:t>905.7889</w:t>
      </w:r>
      <w:r>
        <w:tab/>
        <w:t>1.013e0</w:t>
      </w:r>
    </w:p>
    <w:p w:rsidR="006974AE" w:rsidRDefault="006974AE" w:rsidP="006974AE">
      <w:r>
        <w:t>905.8220</w:t>
      </w:r>
      <w:r>
        <w:tab/>
        <w:t>1.013e0</w:t>
      </w:r>
    </w:p>
    <w:p w:rsidR="006974AE" w:rsidRDefault="006974AE" w:rsidP="006974AE">
      <w:r>
        <w:t>905.8334</w:t>
      </w:r>
      <w:r>
        <w:tab/>
        <w:t>1.013e0</w:t>
      </w:r>
    </w:p>
    <w:p w:rsidR="006974AE" w:rsidRDefault="006974AE" w:rsidP="006974AE">
      <w:r>
        <w:t>905.8454</w:t>
      </w:r>
      <w:r>
        <w:tab/>
        <w:t>3.038e0</w:t>
      </w:r>
    </w:p>
    <w:p w:rsidR="006974AE" w:rsidRDefault="006974AE" w:rsidP="006974AE">
      <w:r>
        <w:t>905.8497</w:t>
      </w:r>
      <w:r>
        <w:tab/>
        <w:t>1.013e0</w:t>
      </w:r>
    </w:p>
    <w:p w:rsidR="006974AE" w:rsidRDefault="006974AE" w:rsidP="006974AE">
      <w:r>
        <w:t>905.8829</w:t>
      </w:r>
      <w:r>
        <w:tab/>
        <w:t>2.025e0</w:t>
      </w:r>
    </w:p>
    <w:p w:rsidR="006974AE" w:rsidRDefault="006974AE" w:rsidP="006974AE">
      <w:r>
        <w:t>905.9726</w:t>
      </w:r>
      <w:r>
        <w:tab/>
        <w:t>2.025e0</w:t>
      </w:r>
    </w:p>
    <w:p w:rsidR="006974AE" w:rsidRDefault="006974AE" w:rsidP="006974AE">
      <w:r>
        <w:t>906.0106</w:t>
      </w:r>
      <w:r>
        <w:tab/>
        <w:t>2.025e0</w:t>
      </w:r>
    </w:p>
    <w:p w:rsidR="006974AE" w:rsidRDefault="006974AE" w:rsidP="006974AE">
      <w:r>
        <w:t>906.0319</w:t>
      </w:r>
      <w:r>
        <w:tab/>
        <w:t>1.013e0</w:t>
      </w:r>
    </w:p>
    <w:p w:rsidR="006974AE" w:rsidRDefault="006974AE" w:rsidP="006974AE">
      <w:r>
        <w:t>906.0775</w:t>
      </w:r>
      <w:r>
        <w:tab/>
        <w:t>1.013e0</w:t>
      </w:r>
    </w:p>
    <w:p w:rsidR="006974AE" w:rsidRDefault="006974AE" w:rsidP="006974AE">
      <w:r>
        <w:t>906.0842</w:t>
      </w:r>
      <w:r>
        <w:tab/>
        <w:t>2.025e0</w:t>
      </w:r>
    </w:p>
    <w:p w:rsidR="006974AE" w:rsidRDefault="006974AE" w:rsidP="006974AE">
      <w:r>
        <w:t>906.0916</w:t>
      </w:r>
      <w:r>
        <w:tab/>
        <w:t>1.013e0</w:t>
      </w:r>
    </w:p>
    <w:p w:rsidR="006974AE" w:rsidRDefault="006974AE" w:rsidP="006974AE">
      <w:r>
        <w:t>906.1230</w:t>
      </w:r>
      <w:r>
        <w:tab/>
        <w:t>1.013e0</w:t>
      </w:r>
    </w:p>
    <w:p w:rsidR="006974AE" w:rsidRDefault="006974AE" w:rsidP="006974AE">
      <w:r>
        <w:t>906.1382</w:t>
      </w:r>
      <w:r>
        <w:tab/>
        <w:t>1.013e0</w:t>
      </w:r>
    </w:p>
    <w:p w:rsidR="006974AE" w:rsidRDefault="006974AE" w:rsidP="006974AE">
      <w:r>
        <w:lastRenderedPageBreak/>
        <w:t>906.1438</w:t>
      </w:r>
      <w:r>
        <w:tab/>
        <w:t>1.013e0</w:t>
      </w:r>
    </w:p>
    <w:p w:rsidR="006974AE" w:rsidRDefault="006974AE" w:rsidP="006974AE">
      <w:r>
        <w:t>906.1659</w:t>
      </w:r>
      <w:r>
        <w:tab/>
        <w:t>2.025e0</w:t>
      </w:r>
    </w:p>
    <w:p w:rsidR="006974AE" w:rsidRDefault="006974AE" w:rsidP="006974AE">
      <w:r>
        <w:t>906.1675</w:t>
      </w:r>
      <w:r>
        <w:tab/>
        <w:t>1.013e0</w:t>
      </w:r>
    </w:p>
    <w:p w:rsidR="006974AE" w:rsidRDefault="006974AE" w:rsidP="006974AE">
      <w:r>
        <w:t>906.1686</w:t>
      </w:r>
      <w:r>
        <w:tab/>
        <w:t>1.013e0</w:t>
      </w:r>
    </w:p>
    <w:p w:rsidR="006974AE" w:rsidRDefault="006974AE" w:rsidP="006974AE">
      <w:r>
        <w:t>906.1970</w:t>
      </w:r>
      <w:r>
        <w:tab/>
        <w:t>1.013e0</w:t>
      </w:r>
    </w:p>
    <w:p w:rsidR="006974AE" w:rsidRDefault="006974AE" w:rsidP="006974AE">
      <w:r>
        <w:t>906.2434</w:t>
      </w:r>
      <w:r>
        <w:tab/>
        <w:t>1.013e0</w:t>
      </w:r>
    </w:p>
    <w:p w:rsidR="006974AE" w:rsidRDefault="006974AE" w:rsidP="006974AE">
      <w:r>
        <w:t>906.2738</w:t>
      </w:r>
      <w:r>
        <w:tab/>
        <w:t>2.025e0</w:t>
      </w:r>
    </w:p>
    <w:p w:rsidR="006974AE" w:rsidRDefault="006974AE" w:rsidP="006974AE">
      <w:r>
        <w:t>906.2960</w:t>
      </w:r>
      <w:r>
        <w:tab/>
        <w:t>1.013e0</w:t>
      </w:r>
    </w:p>
    <w:p w:rsidR="006974AE" w:rsidRDefault="006974AE" w:rsidP="006974AE">
      <w:r>
        <w:t>906.3493</w:t>
      </w:r>
      <w:r>
        <w:tab/>
        <w:t>1.013e0</w:t>
      </w:r>
    </w:p>
    <w:p w:rsidR="006974AE" w:rsidRDefault="006974AE" w:rsidP="006974AE">
      <w:r>
        <w:t>906.3509</w:t>
      </w:r>
      <w:r>
        <w:tab/>
        <w:t>1.013e0</w:t>
      </w:r>
    </w:p>
    <w:p w:rsidR="006974AE" w:rsidRDefault="006974AE" w:rsidP="006974AE">
      <w:r>
        <w:t>906.3801</w:t>
      </w:r>
      <w:r>
        <w:tab/>
        <w:t>1.013e0</w:t>
      </w:r>
    </w:p>
    <w:p w:rsidR="006974AE" w:rsidRDefault="006974AE" w:rsidP="006974AE">
      <w:r>
        <w:t>906.3813</w:t>
      </w:r>
      <w:r>
        <w:tab/>
        <w:t>1.013e0</w:t>
      </w:r>
    </w:p>
    <w:p w:rsidR="006974AE" w:rsidRDefault="006974AE" w:rsidP="006974AE">
      <w:r>
        <w:t>906.4078</w:t>
      </w:r>
      <w:r>
        <w:tab/>
        <w:t>2.977e0</w:t>
      </w:r>
    </w:p>
    <w:p w:rsidR="006974AE" w:rsidRDefault="006974AE" w:rsidP="006974AE">
      <w:r>
        <w:t>906.4268</w:t>
      </w:r>
      <w:r>
        <w:tab/>
        <w:t>1.013e0</w:t>
      </w:r>
    </w:p>
    <w:p w:rsidR="006974AE" w:rsidRDefault="006974AE" w:rsidP="006974AE">
      <w:r>
        <w:t>906.4333</w:t>
      </w:r>
      <w:r>
        <w:tab/>
        <w:t>2.025e0</w:t>
      </w:r>
    </w:p>
    <w:p w:rsidR="006974AE" w:rsidRDefault="006974AE" w:rsidP="006974AE">
      <w:r>
        <w:t>906.4593</w:t>
      </w:r>
      <w:r>
        <w:tab/>
        <w:t>2.025e0</w:t>
      </w:r>
    </w:p>
    <w:p w:rsidR="006974AE" w:rsidRDefault="006974AE" w:rsidP="006974AE">
      <w:r>
        <w:t>906.4642</w:t>
      </w:r>
      <w:r>
        <w:tab/>
        <w:t>3.038e0</w:t>
      </w:r>
    </w:p>
    <w:p w:rsidR="006974AE" w:rsidRDefault="006974AE" w:rsidP="006974AE">
      <w:r>
        <w:t>906.4874</w:t>
      </w:r>
      <w:r>
        <w:tab/>
        <w:t>2.025e0</w:t>
      </w:r>
    </w:p>
    <w:p w:rsidR="006974AE" w:rsidRDefault="006974AE" w:rsidP="006974AE">
      <w:r>
        <w:t>906.4885</w:t>
      </w:r>
      <w:r>
        <w:tab/>
        <w:t>4.396e0</w:t>
      </w:r>
    </w:p>
    <w:p w:rsidR="006974AE" w:rsidRDefault="006974AE" w:rsidP="006974AE">
      <w:r>
        <w:lastRenderedPageBreak/>
        <w:t>906.5102</w:t>
      </w:r>
      <w:r>
        <w:tab/>
        <w:t>7.577e0</w:t>
      </w:r>
    </w:p>
    <w:p w:rsidR="006974AE" w:rsidRDefault="006974AE" w:rsidP="006974AE">
      <w:r>
        <w:t>906.5168</w:t>
      </w:r>
      <w:r>
        <w:tab/>
        <w:t>1.013e0</w:t>
      </w:r>
    </w:p>
    <w:p w:rsidR="006974AE" w:rsidRDefault="006974AE" w:rsidP="006974AE">
      <w:r>
        <w:t>906.5253</w:t>
      </w:r>
      <w:r>
        <w:tab/>
        <w:t>2.025e0</w:t>
      </w:r>
    </w:p>
    <w:p w:rsidR="006974AE" w:rsidRDefault="006974AE" w:rsidP="006974AE">
      <w:r>
        <w:t>906.5374</w:t>
      </w:r>
      <w:r>
        <w:tab/>
        <w:t>4.051e0</w:t>
      </w:r>
    </w:p>
    <w:p w:rsidR="006974AE" w:rsidRDefault="006974AE" w:rsidP="006974AE">
      <w:r>
        <w:t>906.5438</w:t>
      </w:r>
      <w:r>
        <w:tab/>
        <w:t>4.051e0</w:t>
      </w:r>
    </w:p>
    <w:p w:rsidR="006974AE" w:rsidRDefault="006974AE" w:rsidP="006974AE">
      <w:r>
        <w:t>906.5676</w:t>
      </w:r>
      <w:r>
        <w:tab/>
        <w:t>3.038e0</w:t>
      </w:r>
    </w:p>
    <w:p w:rsidR="006974AE" w:rsidRDefault="006974AE" w:rsidP="006974AE">
      <w:r>
        <w:t>906.5788</w:t>
      </w:r>
      <w:r>
        <w:tab/>
        <w:t>3.038e0</w:t>
      </w:r>
    </w:p>
    <w:p w:rsidR="006974AE" w:rsidRDefault="006974AE" w:rsidP="006974AE">
      <w:r>
        <w:t>906.6187</w:t>
      </w:r>
      <w:r>
        <w:tab/>
        <w:t>1.013e0</w:t>
      </w:r>
    </w:p>
    <w:p w:rsidR="006974AE" w:rsidRDefault="006974AE" w:rsidP="006974AE">
      <w:r>
        <w:t>906.6526</w:t>
      </w:r>
      <w:r>
        <w:tab/>
        <w:t>1.013e0</w:t>
      </w:r>
    </w:p>
    <w:p w:rsidR="006974AE" w:rsidRDefault="006974AE" w:rsidP="006974AE">
      <w:r>
        <w:t>906.6765</w:t>
      </w:r>
      <w:r>
        <w:tab/>
        <w:t>2.025e0</w:t>
      </w:r>
    </w:p>
    <w:p w:rsidR="006974AE" w:rsidRDefault="006974AE" w:rsidP="006974AE">
      <w:r>
        <w:t>906.6840</w:t>
      </w:r>
      <w:r>
        <w:tab/>
        <w:t>2.025e0</w:t>
      </w:r>
    </w:p>
    <w:p w:rsidR="006974AE" w:rsidRDefault="006974AE" w:rsidP="006974AE">
      <w:r>
        <w:t>906.6852</w:t>
      </w:r>
      <w:r>
        <w:tab/>
        <w:t>1.013e0</w:t>
      </w:r>
    </w:p>
    <w:p w:rsidR="006974AE" w:rsidRDefault="006974AE" w:rsidP="006974AE">
      <w:r>
        <w:t>906.7068</w:t>
      </w:r>
      <w:r>
        <w:tab/>
        <w:t>2.025e0</w:t>
      </w:r>
    </w:p>
    <w:p w:rsidR="006974AE" w:rsidRDefault="006974AE" w:rsidP="006974AE">
      <w:r>
        <w:t>906.8208</w:t>
      </w:r>
      <w:r>
        <w:tab/>
        <w:t>1.013e0</w:t>
      </w:r>
    </w:p>
    <w:p w:rsidR="006974AE" w:rsidRDefault="006974AE" w:rsidP="006974AE">
      <w:r>
        <w:t>906.8816</w:t>
      </w:r>
      <w:r>
        <w:tab/>
        <w:t>1.013e0</w:t>
      </w:r>
    </w:p>
    <w:p w:rsidR="006974AE" w:rsidRDefault="006974AE" w:rsidP="006974AE">
      <w:r>
        <w:t>906.9395</w:t>
      </w:r>
      <w:r>
        <w:tab/>
        <w:t>4.051e0</w:t>
      </w:r>
    </w:p>
    <w:p w:rsidR="006974AE" w:rsidRDefault="006974AE" w:rsidP="006974AE">
      <w:r>
        <w:t>907.0408</w:t>
      </w:r>
      <w:r>
        <w:tab/>
        <w:t>1.013e0</w:t>
      </w:r>
    </w:p>
    <w:p w:rsidR="006974AE" w:rsidRDefault="006974AE" w:rsidP="006974AE">
      <w:r>
        <w:t>907.0576</w:t>
      </w:r>
      <w:r>
        <w:tab/>
        <w:t>2.025e0</w:t>
      </w:r>
    </w:p>
    <w:p w:rsidR="006974AE" w:rsidRDefault="006974AE" w:rsidP="006974AE">
      <w:r>
        <w:t>907.0640</w:t>
      </w:r>
      <w:r>
        <w:tab/>
        <w:t>1.013e0</w:t>
      </w:r>
    </w:p>
    <w:p w:rsidR="006974AE" w:rsidRDefault="006974AE" w:rsidP="006974AE">
      <w:r>
        <w:lastRenderedPageBreak/>
        <w:t>907.1500</w:t>
      </w:r>
      <w:r>
        <w:tab/>
        <w:t>2.025e0</w:t>
      </w:r>
    </w:p>
    <w:p w:rsidR="006974AE" w:rsidRDefault="006974AE" w:rsidP="006974AE">
      <w:r>
        <w:t>907.1553</w:t>
      </w:r>
      <w:r>
        <w:tab/>
        <w:t>1.013e0</w:t>
      </w:r>
    </w:p>
    <w:p w:rsidR="006974AE" w:rsidRDefault="006974AE" w:rsidP="006974AE">
      <w:r>
        <w:t>907.2465</w:t>
      </w:r>
      <w:r>
        <w:tab/>
        <w:t>1.013e0</w:t>
      </w:r>
    </w:p>
    <w:p w:rsidR="006974AE" w:rsidRDefault="006974AE" w:rsidP="006974AE">
      <w:r>
        <w:t>907.2720</w:t>
      </w:r>
      <w:r>
        <w:tab/>
        <w:t>3.038e0</w:t>
      </w:r>
    </w:p>
    <w:p w:rsidR="006974AE" w:rsidRDefault="006974AE" w:rsidP="006974AE">
      <w:r>
        <w:t>907.3077</w:t>
      </w:r>
      <w:r>
        <w:tab/>
        <w:t>2.025e0</w:t>
      </w:r>
    </w:p>
    <w:p w:rsidR="006974AE" w:rsidRDefault="006974AE" w:rsidP="006974AE">
      <w:r>
        <w:t>907.3378</w:t>
      </w:r>
      <w:r>
        <w:tab/>
        <w:t>2.025e0</w:t>
      </w:r>
    </w:p>
    <w:p w:rsidR="006974AE" w:rsidRDefault="006974AE" w:rsidP="006974AE">
      <w:r>
        <w:t>907.3389</w:t>
      </w:r>
      <w:r>
        <w:tab/>
        <w:t>1.013e0</w:t>
      </w:r>
    </w:p>
    <w:p w:rsidR="006974AE" w:rsidRDefault="006974AE" w:rsidP="006974AE">
      <w:r>
        <w:t>907.3530</w:t>
      </w:r>
      <w:r>
        <w:tab/>
        <w:t>1.013e0</w:t>
      </w:r>
    </w:p>
    <w:p w:rsidR="006974AE" w:rsidRDefault="006974AE" w:rsidP="006974AE">
      <w:r>
        <w:t>907.3721</w:t>
      </w:r>
      <w:r>
        <w:tab/>
        <w:t>3.038e0</w:t>
      </w:r>
    </w:p>
    <w:p w:rsidR="006974AE" w:rsidRDefault="006974AE" w:rsidP="006974AE">
      <w:r>
        <w:t>907.4241</w:t>
      </w:r>
      <w:r>
        <w:tab/>
        <w:t>6.076e0</w:t>
      </w:r>
    </w:p>
    <w:p w:rsidR="006974AE" w:rsidRDefault="006974AE" w:rsidP="006974AE">
      <w:r>
        <w:t>907.4366</w:t>
      </w:r>
      <w:r>
        <w:tab/>
        <w:t>2.025e0</w:t>
      </w:r>
    </w:p>
    <w:p w:rsidR="006974AE" w:rsidRDefault="006974AE" w:rsidP="006974AE">
      <w:r>
        <w:t>907.4601</w:t>
      </w:r>
      <w:r>
        <w:tab/>
        <w:t>1.944e0</w:t>
      </w:r>
    </w:p>
    <w:p w:rsidR="006974AE" w:rsidRDefault="006974AE" w:rsidP="006974AE">
      <w:r>
        <w:t>907.4677</w:t>
      </w:r>
      <w:r>
        <w:tab/>
        <w:t>3.038e0</w:t>
      </w:r>
    </w:p>
    <w:p w:rsidR="006974AE" w:rsidRDefault="006974AE" w:rsidP="006974AE">
      <w:r>
        <w:t>907.4800</w:t>
      </w:r>
      <w:r>
        <w:tab/>
        <w:t>3.038e0</w:t>
      </w:r>
    </w:p>
    <w:p w:rsidR="006974AE" w:rsidRDefault="006974AE" w:rsidP="006974AE">
      <w:r>
        <w:t>907.5355</w:t>
      </w:r>
      <w:r>
        <w:tab/>
        <w:t>1.013e0</w:t>
      </w:r>
    </w:p>
    <w:p w:rsidR="006974AE" w:rsidRDefault="006974AE" w:rsidP="006974AE">
      <w:r>
        <w:t>907.5734</w:t>
      </w:r>
      <w:r>
        <w:tab/>
        <w:t>2.025e0</w:t>
      </w:r>
    </w:p>
    <w:p w:rsidR="006974AE" w:rsidRDefault="006974AE" w:rsidP="006974AE">
      <w:r>
        <w:t>907.5822</w:t>
      </w:r>
      <w:r>
        <w:tab/>
        <w:t>3.038e0</w:t>
      </w:r>
    </w:p>
    <w:p w:rsidR="006974AE" w:rsidRDefault="006974AE" w:rsidP="006974AE">
      <w:r>
        <w:t>907.5963</w:t>
      </w:r>
      <w:r>
        <w:tab/>
        <w:t>1.013e0</w:t>
      </w:r>
    </w:p>
    <w:p w:rsidR="006974AE" w:rsidRDefault="006974AE" w:rsidP="006974AE">
      <w:r>
        <w:t>907.6226</w:t>
      </w:r>
      <w:r>
        <w:tab/>
        <w:t>2.025e0</w:t>
      </w:r>
    </w:p>
    <w:p w:rsidR="006974AE" w:rsidRDefault="006974AE" w:rsidP="006974AE">
      <w:r>
        <w:lastRenderedPageBreak/>
        <w:t>907.6279</w:t>
      </w:r>
      <w:r>
        <w:tab/>
        <w:t>1.013e0</w:t>
      </w:r>
    </w:p>
    <w:p w:rsidR="006974AE" w:rsidRDefault="006974AE" w:rsidP="006974AE">
      <w:r>
        <w:t>907.6482</w:t>
      </w:r>
      <w:r>
        <w:tab/>
        <w:t>2.025e0</w:t>
      </w:r>
    </w:p>
    <w:p w:rsidR="006974AE" w:rsidRDefault="006974AE" w:rsidP="006974AE">
      <w:r>
        <w:t>907.6494</w:t>
      </w:r>
      <w:r>
        <w:tab/>
        <w:t>1.013e0</w:t>
      </w:r>
    </w:p>
    <w:p w:rsidR="006974AE" w:rsidRDefault="006974AE" w:rsidP="006974AE">
      <w:r>
        <w:t>907.7491</w:t>
      </w:r>
      <w:r>
        <w:tab/>
        <w:t>2.025e0</w:t>
      </w:r>
    </w:p>
    <w:p w:rsidR="006974AE" w:rsidRDefault="006974AE" w:rsidP="006974AE">
      <w:r>
        <w:t>907.7724</w:t>
      </w:r>
      <w:r>
        <w:tab/>
        <w:t>2.025e0</w:t>
      </w:r>
    </w:p>
    <w:p w:rsidR="006974AE" w:rsidRDefault="006974AE" w:rsidP="006974AE">
      <w:r>
        <w:t>907.7952</w:t>
      </w:r>
      <w:r>
        <w:tab/>
        <w:t>1.013e0</w:t>
      </w:r>
    </w:p>
    <w:p w:rsidR="006974AE" w:rsidRDefault="006974AE" w:rsidP="006974AE">
      <w:r>
        <w:t>907.8004</w:t>
      </w:r>
      <w:r>
        <w:tab/>
        <w:t>1.013e0</w:t>
      </w:r>
    </w:p>
    <w:p w:rsidR="006974AE" w:rsidRDefault="006974AE" w:rsidP="006974AE">
      <w:r>
        <w:t>907.8865</w:t>
      </w:r>
      <w:r>
        <w:tab/>
        <w:t>2.025e0</w:t>
      </w:r>
    </w:p>
    <w:p w:rsidR="006974AE" w:rsidRDefault="006974AE" w:rsidP="006974AE">
      <w:r>
        <w:t>907.9175</w:t>
      </w:r>
      <w:r>
        <w:tab/>
        <w:t>1.013e0</w:t>
      </w:r>
    </w:p>
    <w:p w:rsidR="006974AE" w:rsidRDefault="006974AE" w:rsidP="006974AE">
      <w:r>
        <w:t>907.9448</w:t>
      </w:r>
      <w:r>
        <w:tab/>
        <w:t>2.025e0</w:t>
      </w:r>
    </w:p>
    <w:p w:rsidR="006974AE" w:rsidRDefault="006974AE" w:rsidP="006974AE">
      <w:r>
        <w:t>907.9778</w:t>
      </w:r>
      <w:r>
        <w:tab/>
        <w:t>1.013e0</w:t>
      </w:r>
    </w:p>
    <w:p w:rsidR="006974AE" w:rsidRDefault="006974AE" w:rsidP="006974AE">
      <w:r>
        <w:t>907.9959</w:t>
      </w:r>
      <w:r>
        <w:tab/>
        <w:t>3.038e0</w:t>
      </w:r>
    </w:p>
    <w:p w:rsidR="006974AE" w:rsidRDefault="006974AE" w:rsidP="006974AE">
      <w:r>
        <w:t>908.0234</w:t>
      </w:r>
      <w:r>
        <w:tab/>
        <w:t>1.013e0</w:t>
      </w:r>
    </w:p>
    <w:p w:rsidR="006974AE" w:rsidRDefault="006974AE" w:rsidP="006974AE">
      <w:r>
        <w:t>908.1010</w:t>
      </w:r>
      <w:r>
        <w:tab/>
        <w:t>2.025e0</w:t>
      </w:r>
    </w:p>
    <w:p w:rsidR="006974AE" w:rsidRDefault="006974AE" w:rsidP="006974AE">
      <w:r>
        <w:t>908.1652</w:t>
      </w:r>
      <w:r>
        <w:tab/>
        <w:t>2.025e0</w:t>
      </w:r>
    </w:p>
    <w:p w:rsidR="006974AE" w:rsidRDefault="006974AE" w:rsidP="006974AE">
      <w:r>
        <w:t>908.2061</w:t>
      </w:r>
      <w:r>
        <w:tab/>
        <w:t>2.025e0</w:t>
      </w:r>
    </w:p>
    <w:p w:rsidR="006974AE" w:rsidRDefault="006974AE" w:rsidP="006974AE">
      <w:r>
        <w:t>908.2362</w:t>
      </w:r>
      <w:r>
        <w:tab/>
        <w:t>3.038e0</w:t>
      </w:r>
    </w:p>
    <w:p w:rsidR="006974AE" w:rsidRDefault="006974AE" w:rsidP="006974AE">
      <w:r>
        <w:t>908.2659</w:t>
      </w:r>
      <w:r>
        <w:tab/>
        <w:t>1.013e0</w:t>
      </w:r>
    </w:p>
    <w:p w:rsidR="006974AE" w:rsidRDefault="006974AE" w:rsidP="006974AE">
      <w:r>
        <w:t>908.2974</w:t>
      </w:r>
      <w:r>
        <w:tab/>
        <w:t>1.013e0</w:t>
      </w:r>
    </w:p>
    <w:p w:rsidR="006974AE" w:rsidRDefault="006974AE" w:rsidP="006974AE">
      <w:r>
        <w:lastRenderedPageBreak/>
        <w:t>908.3420</w:t>
      </w:r>
      <w:r>
        <w:tab/>
        <w:t>1.013e0</w:t>
      </w:r>
    </w:p>
    <w:p w:rsidR="006974AE" w:rsidRDefault="006974AE" w:rsidP="006974AE">
      <w:r>
        <w:t>908.3738</w:t>
      </w:r>
      <w:r>
        <w:tab/>
        <w:t>1.013e0</w:t>
      </w:r>
    </w:p>
    <w:p w:rsidR="006974AE" w:rsidRDefault="006974AE" w:rsidP="006974AE">
      <w:r>
        <w:t>908.4040</w:t>
      </w:r>
      <w:r>
        <w:tab/>
        <w:t>1.013e0</w:t>
      </w:r>
    </w:p>
    <w:p w:rsidR="006974AE" w:rsidRDefault="006974AE" w:rsidP="006974AE">
      <w:r>
        <w:t>908.4333</w:t>
      </w:r>
      <w:r>
        <w:tab/>
        <w:t>1.013e0</w:t>
      </w:r>
    </w:p>
    <w:p w:rsidR="006974AE" w:rsidRDefault="006974AE" w:rsidP="006974AE">
      <w:r>
        <w:t>908.4344</w:t>
      </w:r>
      <w:r>
        <w:tab/>
        <w:t>1.013e0</w:t>
      </w:r>
    </w:p>
    <w:p w:rsidR="006974AE" w:rsidRDefault="006974AE" w:rsidP="006974AE">
      <w:r>
        <w:t>908.4849</w:t>
      </w:r>
      <w:r>
        <w:tab/>
        <w:t>2.025e0</w:t>
      </w:r>
    </w:p>
    <w:p w:rsidR="006974AE" w:rsidRDefault="006974AE" w:rsidP="006974AE">
      <w:r>
        <w:t>908.4954</w:t>
      </w:r>
      <w:r>
        <w:tab/>
        <w:t>1.013e0</w:t>
      </w:r>
    </w:p>
    <w:p w:rsidR="006974AE" w:rsidRDefault="006974AE" w:rsidP="006974AE">
      <w:r>
        <w:t>908.5095</w:t>
      </w:r>
      <w:r>
        <w:tab/>
        <w:t>1.013e0</w:t>
      </w:r>
    </w:p>
    <w:p w:rsidR="006974AE" w:rsidRDefault="006974AE" w:rsidP="006974AE">
      <w:r>
        <w:t>908.5107</w:t>
      </w:r>
      <w:r>
        <w:tab/>
        <w:t>4.051e0</w:t>
      </w:r>
    </w:p>
    <w:p w:rsidR="006974AE" w:rsidRDefault="006974AE" w:rsidP="006974AE">
      <w:r>
        <w:t>908.5704</w:t>
      </w:r>
      <w:r>
        <w:tab/>
        <w:t>1.013e0</w:t>
      </w:r>
    </w:p>
    <w:p w:rsidR="006974AE" w:rsidRDefault="006974AE" w:rsidP="006974AE">
      <w:r>
        <w:t>908.5793</w:t>
      </w:r>
      <w:r>
        <w:tab/>
        <w:t>1.013e0</w:t>
      </w:r>
    </w:p>
    <w:p w:rsidR="006974AE" w:rsidRDefault="006974AE" w:rsidP="006974AE">
      <w:r>
        <w:t>908.6044</w:t>
      </w:r>
      <w:r>
        <w:tab/>
        <w:t>2.025e0</w:t>
      </w:r>
    </w:p>
    <w:p w:rsidR="006974AE" w:rsidRDefault="006974AE" w:rsidP="006974AE">
      <w:r>
        <w:t>908.6140</w:t>
      </w:r>
      <w:r>
        <w:tab/>
        <w:t>2.025e0</w:t>
      </w:r>
    </w:p>
    <w:p w:rsidR="006974AE" w:rsidRDefault="006974AE" w:rsidP="006974AE">
      <w:r>
        <w:t>908.6172</w:t>
      </w:r>
      <w:r>
        <w:tab/>
        <w:t>1.013e0</w:t>
      </w:r>
    </w:p>
    <w:p w:rsidR="006974AE" w:rsidRDefault="006974AE" w:rsidP="006974AE">
      <w:r>
        <w:t>908.6465</w:t>
      </w:r>
      <w:r>
        <w:tab/>
        <w:t>1.013e0</w:t>
      </w:r>
    </w:p>
    <w:p w:rsidR="006974AE" w:rsidRDefault="006974AE" w:rsidP="006974AE">
      <w:r>
        <w:t>908.6781</w:t>
      </w:r>
      <w:r>
        <w:tab/>
        <w:t>1.013e0</w:t>
      </w:r>
    </w:p>
    <w:p w:rsidR="006974AE" w:rsidRDefault="006974AE" w:rsidP="006974AE">
      <w:r>
        <w:t>908.6922</w:t>
      </w:r>
      <w:r>
        <w:tab/>
        <w:t>1.013e0</w:t>
      </w:r>
    </w:p>
    <w:p w:rsidR="006974AE" w:rsidRDefault="006974AE" w:rsidP="006974AE">
      <w:r>
        <w:t>908.7081</w:t>
      </w:r>
      <w:r>
        <w:tab/>
        <w:t>3.038e0</w:t>
      </w:r>
    </w:p>
    <w:p w:rsidR="006974AE" w:rsidRDefault="006974AE" w:rsidP="006974AE">
      <w:r>
        <w:t>908.8228</w:t>
      </w:r>
      <w:r>
        <w:tab/>
        <w:t>2.025e0</w:t>
      </w:r>
    </w:p>
    <w:p w:rsidR="006974AE" w:rsidRDefault="006974AE" w:rsidP="006974AE">
      <w:r>
        <w:lastRenderedPageBreak/>
        <w:t>908.8608</w:t>
      </w:r>
      <w:r>
        <w:tab/>
        <w:t>1.013e0</w:t>
      </w:r>
    </w:p>
    <w:p w:rsidR="006974AE" w:rsidRDefault="006974AE" w:rsidP="006974AE">
      <w:r>
        <w:t>908.8933</w:t>
      </w:r>
      <w:r>
        <w:tab/>
        <w:t>2.025e0</w:t>
      </w:r>
    </w:p>
    <w:p w:rsidR="006974AE" w:rsidRDefault="006974AE" w:rsidP="006974AE">
      <w:r>
        <w:t>908.9007</w:t>
      </w:r>
      <w:r>
        <w:tab/>
        <w:t>1.013e0</w:t>
      </w:r>
    </w:p>
    <w:p w:rsidR="006974AE" w:rsidRDefault="006974AE" w:rsidP="006974AE">
      <w:r>
        <w:t>908.9086</w:t>
      </w:r>
      <w:r>
        <w:tab/>
        <w:t>2.321e0</w:t>
      </w:r>
    </w:p>
    <w:p w:rsidR="006974AE" w:rsidRDefault="006974AE" w:rsidP="006974AE">
      <w:r>
        <w:t>908.9218</w:t>
      </w:r>
      <w:r>
        <w:tab/>
        <w:t>1.013e0</w:t>
      </w:r>
    </w:p>
    <w:p w:rsidR="006974AE" w:rsidRDefault="006974AE" w:rsidP="006974AE">
      <w:r>
        <w:t>908.9304</w:t>
      </w:r>
      <w:r>
        <w:tab/>
        <w:t>2.025e0</w:t>
      </w:r>
    </w:p>
    <w:p w:rsidR="006974AE" w:rsidRDefault="006974AE" w:rsidP="006974AE">
      <w:r>
        <w:t>908.9916</w:t>
      </w:r>
      <w:r>
        <w:tab/>
        <w:t>2.025e0</w:t>
      </w:r>
    </w:p>
    <w:p w:rsidR="006974AE" w:rsidRDefault="006974AE" w:rsidP="006974AE">
      <w:r>
        <w:t>909.0079</w:t>
      </w:r>
      <w:r>
        <w:tab/>
        <w:t>3.038e0</w:t>
      </w:r>
    </w:p>
    <w:p w:rsidR="006974AE" w:rsidRDefault="006974AE" w:rsidP="006974AE">
      <w:r>
        <w:t>909.0273</w:t>
      </w:r>
      <w:r>
        <w:tab/>
        <w:t>1.013e0</w:t>
      </w:r>
    </w:p>
    <w:p w:rsidR="006974AE" w:rsidRDefault="006974AE" w:rsidP="006974AE">
      <w:r>
        <w:t>909.0356</w:t>
      </w:r>
      <w:r>
        <w:tab/>
        <w:t>1.013e0</w:t>
      </w:r>
    </w:p>
    <w:p w:rsidR="006974AE" w:rsidRDefault="006974AE" w:rsidP="006974AE">
      <w:r>
        <w:t>909.0818</w:t>
      </w:r>
      <w:r>
        <w:tab/>
        <w:t>2.025e0</w:t>
      </w:r>
    </w:p>
    <w:p w:rsidR="006974AE" w:rsidRDefault="006974AE" w:rsidP="006974AE">
      <w:r>
        <w:t>909.1132</w:t>
      </w:r>
      <w:r>
        <w:tab/>
        <w:t>3.038e0</w:t>
      </w:r>
    </w:p>
    <w:p w:rsidR="006974AE" w:rsidRDefault="006974AE" w:rsidP="006974AE">
      <w:r>
        <w:t>909.1933</w:t>
      </w:r>
      <w:r>
        <w:tab/>
        <w:t>3.038e0</w:t>
      </w:r>
    </w:p>
    <w:p w:rsidR="006974AE" w:rsidRDefault="006974AE" w:rsidP="006974AE">
      <w:r>
        <w:t>909.1952</w:t>
      </w:r>
      <w:r>
        <w:tab/>
        <w:t>2.025e0</w:t>
      </w:r>
    </w:p>
    <w:p w:rsidR="006974AE" w:rsidRDefault="006974AE" w:rsidP="006974AE">
      <w:r>
        <w:t>909.1964</w:t>
      </w:r>
      <w:r>
        <w:tab/>
        <w:t>2.025e0</w:t>
      </w:r>
    </w:p>
    <w:p w:rsidR="006974AE" w:rsidRDefault="006974AE" w:rsidP="006974AE">
      <w:r>
        <w:t>909.2211</w:t>
      </w:r>
      <w:r>
        <w:tab/>
        <w:t>1.013e0</w:t>
      </w:r>
    </w:p>
    <w:p w:rsidR="006974AE" w:rsidRDefault="006974AE" w:rsidP="006974AE">
      <w:r>
        <w:t>909.2570</w:t>
      </w:r>
      <w:r>
        <w:tab/>
        <w:t>1.013e0</w:t>
      </w:r>
    </w:p>
    <w:p w:rsidR="006974AE" w:rsidRDefault="006974AE" w:rsidP="006974AE">
      <w:r>
        <w:t>909.2957</w:t>
      </w:r>
      <w:r>
        <w:tab/>
        <w:t>2.025e0</w:t>
      </w:r>
    </w:p>
    <w:p w:rsidR="006974AE" w:rsidRDefault="006974AE" w:rsidP="006974AE">
      <w:r>
        <w:t>909.3212</w:t>
      </w:r>
      <w:r>
        <w:tab/>
        <w:t>2.025e0</w:t>
      </w:r>
    </w:p>
    <w:p w:rsidR="006974AE" w:rsidRDefault="006974AE" w:rsidP="006974AE">
      <w:r>
        <w:lastRenderedPageBreak/>
        <w:t>909.3610</w:t>
      </w:r>
      <w:r>
        <w:tab/>
        <w:t>2.025e0</w:t>
      </w:r>
    </w:p>
    <w:p w:rsidR="006974AE" w:rsidRDefault="006974AE" w:rsidP="006974AE">
      <w:r>
        <w:t>909.3625</w:t>
      </w:r>
      <w:r>
        <w:tab/>
        <w:t>1.013e0</w:t>
      </w:r>
    </w:p>
    <w:p w:rsidR="006974AE" w:rsidRDefault="006974AE" w:rsidP="006974AE">
      <w:r>
        <w:t>909.3641</w:t>
      </w:r>
      <w:r>
        <w:tab/>
        <w:t>4.051e0</w:t>
      </w:r>
    </w:p>
    <w:p w:rsidR="006974AE" w:rsidRDefault="006974AE" w:rsidP="006974AE">
      <w:r>
        <w:t>909.3696</w:t>
      </w:r>
      <w:r>
        <w:tab/>
        <w:t>2.025e0</w:t>
      </w:r>
    </w:p>
    <w:p w:rsidR="006974AE" w:rsidRDefault="006974AE" w:rsidP="006974AE">
      <w:r>
        <w:t>909.4094</w:t>
      </w:r>
      <w:r>
        <w:tab/>
        <w:t>1.013e0</w:t>
      </w:r>
    </w:p>
    <w:p w:rsidR="006974AE" w:rsidRDefault="006974AE" w:rsidP="006974AE">
      <w:r>
        <w:t>909.4387</w:t>
      </w:r>
      <w:r>
        <w:tab/>
        <w:t>1.013e0</w:t>
      </w:r>
    </w:p>
    <w:p w:rsidR="006974AE" w:rsidRDefault="006974AE" w:rsidP="006974AE">
      <w:r>
        <w:t>909.4844</w:t>
      </w:r>
      <w:r>
        <w:tab/>
        <w:t>1.013e0</w:t>
      </w:r>
    </w:p>
    <w:p w:rsidR="006974AE" w:rsidRDefault="006974AE" w:rsidP="006974AE">
      <w:r>
        <w:t>909.5469</w:t>
      </w:r>
      <w:r>
        <w:tab/>
        <w:t>2.025e0</w:t>
      </w:r>
    </w:p>
    <w:p w:rsidR="006974AE" w:rsidRDefault="006974AE" w:rsidP="006974AE">
      <w:r>
        <w:t>909.5759</w:t>
      </w:r>
      <w:r>
        <w:tab/>
        <w:t>1.013e0</w:t>
      </w:r>
    </w:p>
    <w:p w:rsidR="006974AE" w:rsidRDefault="006974AE" w:rsidP="006974AE">
      <w:r>
        <w:t>909.5912</w:t>
      </w:r>
      <w:r>
        <w:tab/>
        <w:t>1.013e0</w:t>
      </w:r>
    </w:p>
    <w:p w:rsidR="006974AE" w:rsidRDefault="006974AE" w:rsidP="006974AE">
      <w:r>
        <w:t>909.6089</w:t>
      </w:r>
      <w:r>
        <w:tab/>
        <w:t>1.013e0</w:t>
      </w:r>
    </w:p>
    <w:p w:rsidR="006974AE" w:rsidRDefault="006974AE" w:rsidP="006974AE">
      <w:r>
        <w:t>909.6162</w:t>
      </w:r>
      <w:r>
        <w:tab/>
        <w:t>5.063e0</w:t>
      </w:r>
    </w:p>
    <w:p w:rsidR="006974AE" w:rsidRDefault="006974AE" w:rsidP="006974AE">
      <w:r>
        <w:t>909.6228</w:t>
      </w:r>
      <w:r>
        <w:tab/>
        <w:t>1.013e0</w:t>
      </w:r>
    </w:p>
    <w:p w:rsidR="006974AE" w:rsidRDefault="006974AE" w:rsidP="006974AE">
      <w:r>
        <w:t>909.6694</w:t>
      </w:r>
      <w:r>
        <w:tab/>
        <w:t>3.038e0</w:t>
      </w:r>
    </w:p>
    <w:p w:rsidR="006974AE" w:rsidRDefault="006974AE" w:rsidP="006974AE">
      <w:r>
        <w:t>909.6947</w:t>
      </w:r>
      <w:r>
        <w:tab/>
        <w:t>1.013e0</w:t>
      </w:r>
    </w:p>
    <w:p w:rsidR="006974AE" w:rsidRDefault="006974AE" w:rsidP="006974AE">
      <w:r>
        <w:t>909.7125</w:t>
      </w:r>
      <w:r>
        <w:tab/>
        <w:t>1.013e0</w:t>
      </w:r>
    </w:p>
    <w:p w:rsidR="006974AE" w:rsidRDefault="006974AE" w:rsidP="006974AE">
      <w:r>
        <w:t>909.7136</w:t>
      </w:r>
      <w:r>
        <w:tab/>
        <w:t>1.013e0</w:t>
      </w:r>
    </w:p>
    <w:p w:rsidR="006974AE" w:rsidRDefault="006974AE" w:rsidP="006974AE">
      <w:r>
        <w:t>909.7685</w:t>
      </w:r>
      <w:r>
        <w:tab/>
        <w:t>2.025e0</w:t>
      </w:r>
    </w:p>
    <w:p w:rsidR="006974AE" w:rsidRDefault="006974AE" w:rsidP="006974AE">
      <w:r>
        <w:t>909.8057</w:t>
      </w:r>
      <w:r>
        <w:tab/>
        <w:t>1.013e0</w:t>
      </w:r>
    </w:p>
    <w:p w:rsidR="006974AE" w:rsidRDefault="006974AE" w:rsidP="006974AE">
      <w:r>
        <w:lastRenderedPageBreak/>
        <w:t>909.8809</w:t>
      </w:r>
      <w:r>
        <w:tab/>
        <w:t>2.025e0</w:t>
      </w:r>
    </w:p>
    <w:p w:rsidR="006974AE" w:rsidRDefault="006974AE" w:rsidP="006974AE">
      <w:r>
        <w:t>909.9481</w:t>
      </w:r>
      <w:r>
        <w:tab/>
        <w:t>1.013e0</w:t>
      </w:r>
    </w:p>
    <w:p w:rsidR="006974AE" w:rsidRDefault="006974AE" w:rsidP="006974AE">
      <w:r>
        <w:t>909.9887</w:t>
      </w:r>
      <w:r>
        <w:tab/>
        <w:t>1.013e0</w:t>
      </w:r>
    </w:p>
    <w:p w:rsidR="006974AE" w:rsidRDefault="006974AE" w:rsidP="006974AE">
      <w:r>
        <w:t>910.0164</w:t>
      </w:r>
      <w:r>
        <w:tab/>
        <w:t>1.013e0</w:t>
      </w:r>
    </w:p>
    <w:p w:rsidR="006974AE" w:rsidRDefault="006974AE" w:rsidP="006974AE">
      <w:r>
        <w:t>910.0181</w:t>
      </w:r>
      <w:r>
        <w:tab/>
        <w:t>1.013e0</w:t>
      </w:r>
    </w:p>
    <w:p w:rsidR="006974AE" w:rsidRDefault="006974AE" w:rsidP="006974AE">
      <w:r>
        <w:t>910.0192</w:t>
      </w:r>
      <w:r>
        <w:tab/>
        <w:t>1.013e0</w:t>
      </w:r>
    </w:p>
    <w:p w:rsidR="006974AE" w:rsidRDefault="006974AE" w:rsidP="006974AE">
      <w:r>
        <w:t>910.0826</w:t>
      </w:r>
      <w:r>
        <w:tab/>
        <w:t>1.013e0</w:t>
      </w:r>
    </w:p>
    <w:p w:rsidR="006974AE" w:rsidRDefault="006974AE" w:rsidP="006974AE">
      <w:r>
        <w:t>910.1096</w:t>
      </w:r>
      <w:r>
        <w:tab/>
        <w:t>1.013e0</w:t>
      </w:r>
    </w:p>
    <w:p w:rsidR="006974AE" w:rsidRDefault="006974AE" w:rsidP="006974AE">
      <w:r>
        <w:t>910.1450</w:t>
      </w:r>
      <w:r>
        <w:tab/>
        <w:t>2.025e0</w:t>
      </w:r>
    </w:p>
    <w:p w:rsidR="006974AE" w:rsidRDefault="006974AE" w:rsidP="006974AE">
      <w:r>
        <w:t>910.1788</w:t>
      </w:r>
      <w:r>
        <w:tab/>
        <w:t>2.025e0</w:t>
      </w:r>
    </w:p>
    <w:p w:rsidR="006974AE" w:rsidRDefault="006974AE" w:rsidP="006974AE">
      <w:r>
        <w:t>910.1870</w:t>
      </w:r>
      <w:r>
        <w:tab/>
        <w:t>1.013e0</w:t>
      </w:r>
    </w:p>
    <w:p w:rsidR="006974AE" w:rsidRDefault="006974AE" w:rsidP="006974AE">
      <w:r>
        <w:t>910.2774</w:t>
      </w:r>
      <w:r>
        <w:tab/>
        <w:t>1.013e0</w:t>
      </w:r>
    </w:p>
    <w:p w:rsidR="006974AE" w:rsidRDefault="006974AE" w:rsidP="006974AE">
      <w:r>
        <w:t>910.2855</w:t>
      </w:r>
      <w:r>
        <w:tab/>
        <w:t>1.013e0</w:t>
      </w:r>
    </w:p>
    <w:p w:rsidR="006974AE" w:rsidRDefault="006974AE" w:rsidP="006974AE">
      <w:r>
        <w:t>910.3079</w:t>
      </w:r>
      <w:r>
        <w:tab/>
        <w:t>1.013e0</w:t>
      </w:r>
    </w:p>
    <w:p w:rsidR="006974AE" w:rsidRDefault="006974AE" w:rsidP="006974AE">
      <w:r>
        <w:t>910.3090</w:t>
      </w:r>
      <w:r>
        <w:tab/>
        <w:t>1.013e0</w:t>
      </w:r>
    </w:p>
    <w:p w:rsidR="006974AE" w:rsidRDefault="006974AE" w:rsidP="006974AE">
      <w:r>
        <w:t>910.3395</w:t>
      </w:r>
      <w:r>
        <w:tab/>
        <w:t>1.013e0</w:t>
      </w:r>
    </w:p>
    <w:p w:rsidR="006974AE" w:rsidRDefault="006974AE" w:rsidP="006974AE">
      <w:r>
        <w:t>910.3701</w:t>
      </w:r>
      <w:r>
        <w:tab/>
        <w:t>2.025e0</w:t>
      </w:r>
    </w:p>
    <w:p w:rsidR="006974AE" w:rsidRDefault="006974AE" w:rsidP="006974AE">
      <w:r>
        <w:t>910.3747</w:t>
      </w:r>
      <w:r>
        <w:tab/>
        <w:t>3.038e0</w:t>
      </w:r>
    </w:p>
    <w:p w:rsidR="006974AE" w:rsidRDefault="006974AE" w:rsidP="006974AE">
      <w:r>
        <w:t>910.4245</w:t>
      </w:r>
      <w:r>
        <w:tab/>
        <w:t>2.025e0</w:t>
      </w:r>
    </w:p>
    <w:p w:rsidR="006974AE" w:rsidRDefault="006974AE" w:rsidP="006974AE">
      <w:r>
        <w:lastRenderedPageBreak/>
        <w:t>910.4452</w:t>
      </w:r>
      <w:r>
        <w:tab/>
        <w:t>1.013e0</w:t>
      </w:r>
    </w:p>
    <w:p w:rsidR="006974AE" w:rsidRDefault="006974AE" w:rsidP="006974AE">
      <w:r>
        <w:t>910.4662</w:t>
      </w:r>
      <w:r>
        <w:tab/>
        <w:t>6.002e0</w:t>
      </w:r>
    </w:p>
    <w:p w:rsidR="006974AE" w:rsidRDefault="006974AE" w:rsidP="006974AE">
      <w:r>
        <w:t>910.5215</w:t>
      </w:r>
      <w:r>
        <w:tab/>
        <w:t>1.013e0</w:t>
      </w:r>
    </w:p>
    <w:p w:rsidR="006974AE" w:rsidRDefault="006974AE" w:rsidP="006974AE">
      <w:r>
        <w:t>910.5584</w:t>
      </w:r>
      <w:r>
        <w:tab/>
        <w:t>3.038e0</w:t>
      </w:r>
    </w:p>
    <w:p w:rsidR="006974AE" w:rsidRDefault="006974AE" w:rsidP="006974AE">
      <w:r>
        <w:t>910.5620</w:t>
      </w:r>
      <w:r>
        <w:tab/>
        <w:t>6.076e0</w:t>
      </w:r>
    </w:p>
    <w:p w:rsidR="006974AE" w:rsidRDefault="006974AE" w:rsidP="006974AE">
      <w:r>
        <w:t>910.5673</w:t>
      </w:r>
      <w:r>
        <w:tab/>
        <w:t>1.013e0</w:t>
      </w:r>
    </w:p>
    <w:p w:rsidR="006974AE" w:rsidRDefault="006974AE" w:rsidP="006974AE">
      <w:r>
        <w:t>910.6130</w:t>
      </w:r>
      <w:r>
        <w:tab/>
        <w:t>1.013e0</w:t>
      </w:r>
    </w:p>
    <w:p w:rsidR="006974AE" w:rsidRDefault="006974AE" w:rsidP="006974AE">
      <w:r>
        <w:t>910.6447</w:t>
      </w:r>
      <w:r>
        <w:tab/>
        <w:t>1.013e0</w:t>
      </w:r>
    </w:p>
    <w:p w:rsidR="006974AE" w:rsidRDefault="006974AE" w:rsidP="006974AE">
      <w:r>
        <w:t>910.6588</w:t>
      </w:r>
      <w:r>
        <w:tab/>
        <w:t>1.013e0</w:t>
      </w:r>
    </w:p>
    <w:p w:rsidR="006974AE" w:rsidRDefault="006974AE" w:rsidP="006974AE">
      <w:r>
        <w:t>910.6600</w:t>
      </w:r>
      <w:r>
        <w:tab/>
        <w:t>1.013e0</w:t>
      </w:r>
    </w:p>
    <w:p w:rsidR="006974AE" w:rsidRDefault="006974AE" w:rsidP="006974AE">
      <w:r>
        <w:t>910.7106</w:t>
      </w:r>
      <w:r>
        <w:tab/>
        <w:t>3.038e0</w:t>
      </w:r>
    </w:p>
    <w:p w:rsidR="006974AE" w:rsidRDefault="006974AE" w:rsidP="006974AE">
      <w:r>
        <w:t>910.7820</w:t>
      </w:r>
      <w:r>
        <w:tab/>
        <w:t>1.013e0</w:t>
      </w:r>
    </w:p>
    <w:p w:rsidR="006974AE" w:rsidRDefault="006974AE" w:rsidP="006974AE">
      <w:r>
        <w:t>910.8278</w:t>
      </w:r>
      <w:r>
        <w:tab/>
        <w:t>1.013e0</w:t>
      </w:r>
    </w:p>
    <w:p w:rsidR="006974AE" w:rsidRDefault="006974AE" w:rsidP="006974AE">
      <w:r>
        <w:t>910.8629</w:t>
      </w:r>
      <w:r>
        <w:tab/>
        <w:t>3.038e0</w:t>
      </w:r>
    </w:p>
    <w:p w:rsidR="006974AE" w:rsidRDefault="006974AE" w:rsidP="006974AE">
      <w:r>
        <w:t>910.8889</w:t>
      </w:r>
      <w:r>
        <w:tab/>
        <w:t>1.013e0</w:t>
      </w:r>
    </w:p>
    <w:p w:rsidR="006974AE" w:rsidRDefault="006974AE" w:rsidP="006974AE">
      <w:r>
        <w:t>910.9183</w:t>
      </w:r>
      <w:r>
        <w:tab/>
        <w:t>1.013e0</w:t>
      </w:r>
    </w:p>
    <w:p w:rsidR="006974AE" w:rsidRDefault="006974AE" w:rsidP="006974AE">
      <w:r>
        <w:t>910.9347</w:t>
      </w:r>
      <w:r>
        <w:tab/>
        <w:t>1.013e0</w:t>
      </w:r>
    </w:p>
    <w:p w:rsidR="006974AE" w:rsidRDefault="006974AE" w:rsidP="006974AE">
      <w:r>
        <w:t>910.9456</w:t>
      </w:r>
      <w:r>
        <w:tab/>
        <w:t>1.013e0</w:t>
      </w:r>
    </w:p>
    <w:p w:rsidR="006974AE" w:rsidRDefault="006974AE" w:rsidP="006974AE">
      <w:r>
        <w:t>911.0106</w:t>
      </w:r>
      <w:r>
        <w:tab/>
        <w:t>1.013e0</w:t>
      </w:r>
    </w:p>
    <w:p w:rsidR="006974AE" w:rsidRDefault="006974AE" w:rsidP="006974AE">
      <w:r>
        <w:lastRenderedPageBreak/>
        <w:t>911.0294</w:t>
      </w:r>
      <w:r>
        <w:tab/>
        <w:t>1.013e0</w:t>
      </w:r>
    </w:p>
    <w:p w:rsidR="006974AE" w:rsidRDefault="006974AE" w:rsidP="006974AE">
      <w:r>
        <w:t>911.0328</w:t>
      </w:r>
      <w:r>
        <w:tab/>
        <w:t>2.025e0</w:t>
      </w:r>
    </w:p>
    <w:p w:rsidR="006974AE" w:rsidRDefault="006974AE" w:rsidP="006974AE">
      <w:r>
        <w:t>911.0416</w:t>
      </w:r>
      <w:r>
        <w:tab/>
        <w:t>1.013e0</w:t>
      </w:r>
    </w:p>
    <w:p w:rsidR="006974AE" w:rsidRDefault="006974AE" w:rsidP="006974AE">
      <w:r>
        <w:t>911.0710</w:t>
      </w:r>
      <w:r>
        <w:tab/>
        <w:t>1.013e0</w:t>
      </w:r>
    </w:p>
    <w:p w:rsidR="006974AE" w:rsidRDefault="006974AE" w:rsidP="006974AE">
      <w:r>
        <w:t>911.0753</w:t>
      </w:r>
      <w:r>
        <w:tab/>
        <w:t>2.025e0</w:t>
      </w:r>
    </w:p>
    <w:p w:rsidR="006974AE" w:rsidRDefault="006974AE" w:rsidP="006974AE">
      <w:r>
        <w:t>911.1626</w:t>
      </w:r>
      <w:r>
        <w:tab/>
        <w:t>1.013e0</w:t>
      </w:r>
    </w:p>
    <w:p w:rsidR="006974AE" w:rsidRDefault="006974AE" w:rsidP="006974AE">
      <w:r>
        <w:t>911.1779</w:t>
      </w:r>
      <w:r>
        <w:tab/>
        <w:t>1.013e0</w:t>
      </w:r>
    </w:p>
    <w:p w:rsidR="006974AE" w:rsidRDefault="006974AE" w:rsidP="006974AE">
      <w:r>
        <w:t>911.1844</w:t>
      </w:r>
      <w:r>
        <w:tab/>
        <w:t>2.485e0</w:t>
      </w:r>
    </w:p>
    <w:p w:rsidR="006974AE" w:rsidRDefault="006974AE" w:rsidP="006974AE">
      <w:r>
        <w:t>911.2506</w:t>
      </w:r>
      <w:r>
        <w:tab/>
        <w:t>1.013e0</w:t>
      </w:r>
    </w:p>
    <w:p w:rsidR="006974AE" w:rsidRDefault="006974AE" w:rsidP="006974AE">
      <w:r>
        <w:t>911.2762</w:t>
      </w:r>
      <w:r>
        <w:tab/>
        <w:t>2.578e0</w:t>
      </w:r>
    </w:p>
    <w:p w:rsidR="006974AE" w:rsidRDefault="006974AE" w:rsidP="006974AE">
      <w:r>
        <w:t>911.3000</w:t>
      </w:r>
      <w:r>
        <w:tab/>
        <w:t>1.013e0</w:t>
      </w:r>
    </w:p>
    <w:p w:rsidR="006974AE" w:rsidRDefault="006974AE" w:rsidP="006974AE">
      <w:r>
        <w:t>911.3011</w:t>
      </w:r>
      <w:r>
        <w:tab/>
        <w:t>1.013e0</w:t>
      </w:r>
    </w:p>
    <w:p w:rsidR="006974AE" w:rsidRDefault="006974AE" w:rsidP="006974AE">
      <w:r>
        <w:t>911.3164</w:t>
      </w:r>
      <w:r>
        <w:tab/>
        <w:t>1.013e0</w:t>
      </w:r>
    </w:p>
    <w:p w:rsidR="006974AE" w:rsidRDefault="006974AE" w:rsidP="006974AE">
      <w:r>
        <w:t>911.3611</w:t>
      </w:r>
      <w:r>
        <w:tab/>
        <w:t>2.025e0</w:t>
      </w:r>
    </w:p>
    <w:p w:rsidR="006974AE" w:rsidRDefault="006974AE" w:rsidP="006974AE">
      <w:r>
        <w:t>911.3763</w:t>
      </w:r>
      <w:r>
        <w:tab/>
        <w:t>1.013e0</w:t>
      </w:r>
    </w:p>
    <w:p w:rsidR="006974AE" w:rsidRDefault="006974AE" w:rsidP="006974AE">
      <w:r>
        <w:t>911.3787</w:t>
      </w:r>
      <w:r>
        <w:tab/>
        <w:t>2.025e0</w:t>
      </w:r>
    </w:p>
    <w:p w:rsidR="006974AE" w:rsidRDefault="006974AE" w:rsidP="006974AE">
      <w:r>
        <w:t>911.4297</w:t>
      </w:r>
      <w:r>
        <w:tab/>
        <w:t>6.900e0</w:t>
      </w:r>
    </w:p>
    <w:p w:rsidR="006974AE" w:rsidRDefault="006974AE" w:rsidP="006974AE">
      <w:r>
        <w:t>911.4661</w:t>
      </w:r>
      <w:r>
        <w:tab/>
        <w:t>4.051e0</w:t>
      </w:r>
    </w:p>
    <w:p w:rsidR="006974AE" w:rsidRDefault="006974AE" w:rsidP="006974AE">
      <w:r>
        <w:t>911.4768</w:t>
      </w:r>
      <w:r>
        <w:tab/>
        <w:t>1.864e0</w:t>
      </w:r>
    </w:p>
    <w:p w:rsidR="006974AE" w:rsidRDefault="006974AE" w:rsidP="006974AE">
      <w:r>
        <w:lastRenderedPageBreak/>
        <w:t>911.4985</w:t>
      </w:r>
      <w:r>
        <w:tab/>
        <w:t>1.013e0</w:t>
      </w:r>
    </w:p>
    <w:p w:rsidR="006974AE" w:rsidRDefault="006974AE" w:rsidP="006974AE">
      <w:r>
        <w:t>911.5363</w:t>
      </w:r>
      <w:r>
        <w:tab/>
        <w:t>1.013e0</w:t>
      </w:r>
    </w:p>
    <w:p w:rsidR="006974AE" w:rsidRDefault="006974AE" w:rsidP="006974AE">
      <w:r>
        <w:t>911.5535</w:t>
      </w:r>
      <w:r>
        <w:tab/>
        <w:t>1.013e0</w:t>
      </w:r>
    </w:p>
    <w:p w:rsidR="006974AE" w:rsidRDefault="006974AE" w:rsidP="006974AE">
      <w:r>
        <w:t>911.5887</w:t>
      </w:r>
      <w:r>
        <w:tab/>
        <w:t>2.025e0</w:t>
      </w:r>
    </w:p>
    <w:p w:rsidR="006974AE" w:rsidRDefault="006974AE" w:rsidP="006974AE">
      <w:r>
        <w:t>911.6522</w:t>
      </w:r>
      <w:r>
        <w:tab/>
        <w:t>3.038e0</w:t>
      </w:r>
    </w:p>
    <w:p w:rsidR="006974AE" w:rsidRDefault="006974AE" w:rsidP="006974AE">
      <w:r>
        <w:t>911.6677</w:t>
      </w:r>
      <w:r>
        <w:tab/>
        <w:t>1.013e0</w:t>
      </w:r>
    </w:p>
    <w:p w:rsidR="006974AE" w:rsidRDefault="006974AE" w:rsidP="006974AE">
      <w:r>
        <w:t>911.6743</w:t>
      </w:r>
      <w:r>
        <w:tab/>
        <w:t>4.051e0</w:t>
      </w:r>
    </w:p>
    <w:p w:rsidR="006974AE" w:rsidRDefault="006974AE" w:rsidP="006974AE">
      <w:r>
        <w:t>911.6754</w:t>
      </w:r>
      <w:r>
        <w:tab/>
        <w:t>2.025e0</w:t>
      </w:r>
    </w:p>
    <w:p w:rsidR="006974AE" w:rsidRDefault="006974AE" w:rsidP="006974AE">
      <w:r>
        <w:t>911.7054</w:t>
      </w:r>
      <w:r>
        <w:tab/>
        <w:t>1.013e0</w:t>
      </w:r>
    </w:p>
    <w:p w:rsidR="006974AE" w:rsidRDefault="006974AE" w:rsidP="006974AE">
      <w:r>
        <w:t>911.7580</w:t>
      </w:r>
      <w:r>
        <w:tab/>
        <w:t>1.013e0</w:t>
      </w:r>
    </w:p>
    <w:p w:rsidR="006974AE" w:rsidRDefault="006974AE" w:rsidP="006974AE">
      <w:r>
        <w:t>911.7747</w:t>
      </w:r>
      <w:r>
        <w:tab/>
        <w:t>1.013e0</w:t>
      </w:r>
    </w:p>
    <w:p w:rsidR="006974AE" w:rsidRDefault="006974AE" w:rsidP="006974AE">
      <w:r>
        <w:t>911.7820</w:t>
      </w:r>
      <w:r>
        <w:tab/>
        <w:t>4.051e0</w:t>
      </w:r>
    </w:p>
    <w:p w:rsidR="006974AE" w:rsidRDefault="006974AE" w:rsidP="006974AE">
      <w:r>
        <w:t>911.7888</w:t>
      </w:r>
      <w:r>
        <w:tab/>
        <w:t>1.013e0</w:t>
      </w:r>
    </w:p>
    <w:p w:rsidR="006974AE" w:rsidRDefault="006974AE" w:rsidP="006974AE">
      <w:r>
        <w:t>911.8403</w:t>
      </w:r>
      <w:r>
        <w:tab/>
        <w:t>1.013e0</w:t>
      </w:r>
    </w:p>
    <w:p w:rsidR="006974AE" w:rsidRDefault="006974AE" w:rsidP="006974AE">
      <w:r>
        <w:t>911.8663</w:t>
      </w:r>
      <w:r>
        <w:tab/>
        <w:t>1.013e0</w:t>
      </w:r>
    </w:p>
    <w:p w:rsidR="006974AE" w:rsidRDefault="006974AE" w:rsidP="006974AE">
      <w:r>
        <w:t>911.8758</w:t>
      </w:r>
      <w:r>
        <w:tab/>
        <w:t>1.013e0</w:t>
      </w:r>
    </w:p>
    <w:p w:rsidR="006974AE" w:rsidRDefault="006974AE" w:rsidP="006974AE">
      <w:r>
        <w:t>911.9187</w:t>
      </w:r>
      <w:r>
        <w:tab/>
        <w:t>2.025e0</w:t>
      </w:r>
    </w:p>
    <w:p w:rsidR="006974AE" w:rsidRDefault="006974AE" w:rsidP="006974AE">
      <w:r>
        <w:t>911.9416</w:t>
      </w:r>
      <w:r>
        <w:tab/>
        <w:t>1.013e0</w:t>
      </w:r>
    </w:p>
    <w:p w:rsidR="006974AE" w:rsidRDefault="006974AE" w:rsidP="006974AE">
      <w:r>
        <w:t>911.9427</w:t>
      </w:r>
      <w:r>
        <w:tab/>
        <w:t>2.025e0</w:t>
      </w:r>
    </w:p>
    <w:p w:rsidR="006974AE" w:rsidRDefault="006974AE" w:rsidP="006974AE">
      <w:r>
        <w:lastRenderedPageBreak/>
        <w:t>911.9747</w:t>
      </w:r>
      <w:r>
        <w:tab/>
        <w:t>1.013e0</w:t>
      </w:r>
    </w:p>
    <w:p w:rsidR="006974AE" w:rsidRDefault="006974AE" w:rsidP="006974AE">
      <w:r>
        <w:t>912.0267</w:t>
      </w:r>
      <w:r>
        <w:tab/>
        <w:t>1.013e0</w:t>
      </w:r>
    </w:p>
    <w:p w:rsidR="006974AE" w:rsidRDefault="006974AE" w:rsidP="006974AE">
      <w:r>
        <w:t>912.0333</w:t>
      </w:r>
      <w:r>
        <w:tab/>
        <w:t>1.013e0</w:t>
      </w:r>
    </w:p>
    <w:p w:rsidR="006974AE" w:rsidRDefault="006974AE" w:rsidP="006974AE">
      <w:r>
        <w:t>912.0393</w:t>
      </w:r>
      <w:r>
        <w:tab/>
        <w:t>2.025e0</w:t>
      </w:r>
    </w:p>
    <w:p w:rsidR="006974AE" w:rsidRDefault="006974AE" w:rsidP="006974AE">
      <w:r>
        <w:t>912.1023</w:t>
      </w:r>
      <w:r>
        <w:tab/>
        <w:t>3.038e0</w:t>
      </w:r>
    </w:p>
    <w:p w:rsidR="006974AE" w:rsidRDefault="006974AE" w:rsidP="006974AE">
      <w:r>
        <w:t>912.1108</w:t>
      </w:r>
      <w:r>
        <w:tab/>
        <w:t>1.013e0</w:t>
      </w:r>
    </w:p>
    <w:p w:rsidR="006974AE" w:rsidRDefault="006974AE" w:rsidP="006974AE">
      <w:r>
        <w:t>912.1403</w:t>
      </w:r>
      <w:r>
        <w:tab/>
        <w:t>1.013e0</w:t>
      </w:r>
    </w:p>
    <w:p w:rsidR="006974AE" w:rsidRDefault="006974AE" w:rsidP="006974AE">
      <w:r>
        <w:t>912.2327</w:t>
      </w:r>
      <w:r>
        <w:tab/>
        <w:t>2.025e0</w:t>
      </w:r>
    </w:p>
    <w:p w:rsidR="006974AE" w:rsidRDefault="006974AE" w:rsidP="006974AE">
      <w:r>
        <w:t>912.2779</w:t>
      </w:r>
      <w:r>
        <w:tab/>
        <w:t>2.025e0</w:t>
      </w:r>
    </w:p>
    <w:p w:rsidR="006974AE" w:rsidRDefault="006974AE" w:rsidP="006974AE">
      <w:r>
        <w:t>912.2790</w:t>
      </w:r>
      <w:r>
        <w:tab/>
        <w:t>1.013e0</w:t>
      </w:r>
    </w:p>
    <w:p w:rsidR="006974AE" w:rsidRDefault="006974AE" w:rsidP="006974AE">
      <w:r>
        <w:t>912.3409</w:t>
      </w:r>
      <w:r>
        <w:tab/>
        <w:t>4.204e0</w:t>
      </w:r>
    </w:p>
    <w:p w:rsidR="006974AE" w:rsidRDefault="006974AE" w:rsidP="006974AE">
      <w:r>
        <w:t>912.3479</w:t>
      </w:r>
      <w:r>
        <w:tab/>
        <w:t>1.013e0</w:t>
      </w:r>
    </w:p>
    <w:p w:rsidR="006974AE" w:rsidRDefault="006974AE" w:rsidP="006974AE">
      <w:r>
        <w:t>912.3814</w:t>
      </w:r>
      <w:r>
        <w:tab/>
        <w:t>2.498e0</w:t>
      </w:r>
    </w:p>
    <w:p w:rsidR="006974AE" w:rsidRDefault="006974AE" w:rsidP="006974AE">
      <w:r>
        <w:t>912.3839</w:t>
      </w:r>
      <w:r>
        <w:tab/>
        <w:t>1.013e0</w:t>
      </w:r>
    </w:p>
    <w:p w:rsidR="006974AE" w:rsidRDefault="006974AE" w:rsidP="006974AE">
      <w:r>
        <w:t>912.4155</w:t>
      </w:r>
      <w:r>
        <w:tab/>
        <w:t>2.025e0</w:t>
      </w:r>
    </w:p>
    <w:p w:rsidR="006974AE" w:rsidRDefault="006974AE" w:rsidP="006974AE">
      <w:r>
        <w:t>912.4478</w:t>
      </w:r>
      <w:r>
        <w:tab/>
        <w:t>1.013e0</w:t>
      </w:r>
    </w:p>
    <w:p w:rsidR="006974AE" w:rsidRDefault="006974AE" w:rsidP="006974AE">
      <w:r>
        <w:t>912.5012</w:t>
      </w:r>
      <w:r>
        <w:tab/>
        <w:t>3.038e0</w:t>
      </w:r>
    </w:p>
    <w:p w:rsidR="006974AE" w:rsidRDefault="006974AE" w:rsidP="006974AE">
      <w:r>
        <w:t>912.5118</w:t>
      </w:r>
      <w:r>
        <w:tab/>
        <w:t>3.038e0</w:t>
      </w:r>
    </w:p>
    <w:p w:rsidR="006974AE" w:rsidRDefault="006974AE" w:rsidP="006974AE">
      <w:r>
        <w:t>912.5167</w:t>
      </w:r>
      <w:r>
        <w:tab/>
        <w:t>3.038e0</w:t>
      </w:r>
    </w:p>
    <w:p w:rsidR="006974AE" w:rsidRDefault="006974AE" w:rsidP="006974AE">
      <w:r>
        <w:lastRenderedPageBreak/>
        <w:t>912.5729</w:t>
      </w:r>
      <w:r>
        <w:tab/>
        <w:t>9.114e0</w:t>
      </w:r>
    </w:p>
    <w:p w:rsidR="006974AE" w:rsidRDefault="006974AE" w:rsidP="006974AE">
      <w:r>
        <w:t>912.5828</w:t>
      </w:r>
      <w:r>
        <w:tab/>
        <w:t>1.316e1</w:t>
      </w:r>
    </w:p>
    <w:p w:rsidR="006974AE" w:rsidRDefault="006974AE" w:rsidP="006974AE">
      <w:r>
        <w:t>912.5956</w:t>
      </w:r>
      <w:r>
        <w:tab/>
        <w:t>6.076e0</w:t>
      </w:r>
    </w:p>
    <w:p w:rsidR="006974AE" w:rsidRDefault="006974AE" w:rsidP="006974AE">
      <w:r>
        <w:t>912.6160</w:t>
      </w:r>
      <w:r>
        <w:tab/>
        <w:t>3.038e0</w:t>
      </w:r>
    </w:p>
    <w:p w:rsidR="006974AE" w:rsidRDefault="006974AE" w:rsidP="006974AE">
      <w:r>
        <w:t>912.6442</w:t>
      </w:r>
      <w:r>
        <w:tab/>
        <w:t>5.063e0</w:t>
      </w:r>
    </w:p>
    <w:p w:rsidR="006974AE" w:rsidRDefault="006974AE" w:rsidP="006974AE">
      <w:r>
        <w:t>912.6588</w:t>
      </w:r>
      <w:r>
        <w:tab/>
        <w:t>4.051e0</w:t>
      </w:r>
    </w:p>
    <w:p w:rsidR="006974AE" w:rsidRDefault="006974AE" w:rsidP="006974AE">
      <w:r>
        <w:t>912.7865</w:t>
      </w:r>
      <w:r>
        <w:tab/>
        <w:t>1.013e0</w:t>
      </w:r>
    </w:p>
    <w:p w:rsidR="006974AE" w:rsidRDefault="006974AE" w:rsidP="006974AE">
      <w:r>
        <w:t>912.8142</w:t>
      </w:r>
      <w:r>
        <w:tab/>
        <w:t>1.013e0</w:t>
      </w:r>
    </w:p>
    <w:p w:rsidR="006974AE" w:rsidRDefault="006974AE" w:rsidP="006974AE">
      <w:r>
        <w:t>912.8222</w:t>
      </w:r>
      <w:r>
        <w:tab/>
        <w:t>1.013e0</w:t>
      </w:r>
    </w:p>
    <w:p w:rsidR="006974AE" w:rsidRDefault="006974AE" w:rsidP="006974AE">
      <w:r>
        <w:t>912.8503</w:t>
      </w:r>
      <w:r>
        <w:tab/>
        <w:t>2.025e0</w:t>
      </w:r>
    </w:p>
    <w:p w:rsidR="006974AE" w:rsidRDefault="006974AE" w:rsidP="006974AE">
      <w:r>
        <w:t>912.8558</w:t>
      </w:r>
      <w:r>
        <w:tab/>
        <w:t>2.025e0</w:t>
      </w:r>
    </w:p>
    <w:p w:rsidR="006974AE" w:rsidRDefault="006974AE" w:rsidP="006974AE">
      <w:r>
        <w:t>912.9558</w:t>
      </w:r>
      <w:r>
        <w:tab/>
        <w:t>2.025e0</w:t>
      </w:r>
    </w:p>
    <w:p w:rsidR="006974AE" w:rsidRDefault="006974AE" w:rsidP="006974AE">
      <w:r>
        <w:t>912.9569</w:t>
      </w:r>
      <w:r>
        <w:tab/>
        <w:t>1.013e0</w:t>
      </w:r>
    </w:p>
    <w:p w:rsidR="006974AE" w:rsidRDefault="006974AE" w:rsidP="006974AE">
      <w:r>
        <w:t>912.9977</w:t>
      </w:r>
      <w:r>
        <w:tab/>
        <w:t>1.013e0</w:t>
      </w:r>
    </w:p>
    <w:p w:rsidR="006974AE" w:rsidRDefault="006974AE" w:rsidP="006974AE">
      <w:r>
        <w:t>913.0123</w:t>
      </w:r>
      <w:r>
        <w:tab/>
        <w:t>3.417e0</w:t>
      </w:r>
    </w:p>
    <w:p w:rsidR="006974AE" w:rsidRDefault="006974AE" w:rsidP="006974AE">
      <w:r>
        <w:t>913.0800</w:t>
      </w:r>
      <w:r>
        <w:tab/>
        <w:t>2.025e0</w:t>
      </w:r>
    </w:p>
    <w:p w:rsidR="006974AE" w:rsidRDefault="006974AE" w:rsidP="006974AE">
      <w:r>
        <w:t>913.0884</w:t>
      </w:r>
      <w:r>
        <w:tab/>
        <w:t>1.013e0</w:t>
      </w:r>
    </w:p>
    <w:p w:rsidR="006974AE" w:rsidRDefault="006974AE" w:rsidP="006974AE">
      <w:r>
        <w:t>913.0900</w:t>
      </w:r>
      <w:r>
        <w:tab/>
        <w:t>1.013e0</w:t>
      </w:r>
    </w:p>
    <w:p w:rsidR="006974AE" w:rsidRDefault="006974AE" w:rsidP="006974AE">
      <w:r>
        <w:t>913.0912</w:t>
      </w:r>
      <w:r>
        <w:tab/>
        <w:t>1.013e0</w:t>
      </w:r>
    </w:p>
    <w:p w:rsidR="006974AE" w:rsidRDefault="006974AE" w:rsidP="006974AE">
      <w:r>
        <w:lastRenderedPageBreak/>
        <w:t>913.0957</w:t>
      </w:r>
      <w:r>
        <w:tab/>
        <w:t>4.051e0</w:t>
      </w:r>
    </w:p>
    <w:p w:rsidR="006974AE" w:rsidRDefault="006974AE" w:rsidP="006974AE">
      <w:r>
        <w:t>913.1278</w:t>
      </w:r>
      <w:r>
        <w:tab/>
        <w:t>2.025e0</w:t>
      </w:r>
    </w:p>
    <w:p w:rsidR="006974AE" w:rsidRDefault="006974AE" w:rsidP="006974AE">
      <w:r>
        <w:t>913.1508</w:t>
      </w:r>
      <w:r>
        <w:tab/>
        <w:t>2.025e0</w:t>
      </w:r>
    </w:p>
    <w:p w:rsidR="006974AE" w:rsidRDefault="006974AE" w:rsidP="006974AE">
      <w:r>
        <w:t>913.2108</w:t>
      </w:r>
      <w:r>
        <w:tab/>
        <w:t>1.013e0</w:t>
      </w:r>
    </w:p>
    <w:p w:rsidR="006974AE" w:rsidRDefault="006974AE" w:rsidP="006974AE">
      <w:r>
        <w:t>913.2272</w:t>
      </w:r>
      <w:r>
        <w:tab/>
        <w:t>1.013e0</w:t>
      </w:r>
    </w:p>
    <w:p w:rsidR="006974AE" w:rsidRDefault="006974AE" w:rsidP="006974AE">
      <w:r>
        <w:t>913.2885</w:t>
      </w:r>
      <w:r>
        <w:tab/>
        <w:t>1.013e0</w:t>
      </w:r>
    </w:p>
    <w:p w:rsidR="006974AE" w:rsidRDefault="006974AE" w:rsidP="006974AE">
      <w:r>
        <w:t>913.2936</w:t>
      </w:r>
      <w:r>
        <w:tab/>
        <w:t>2.025e0</w:t>
      </w:r>
    </w:p>
    <w:p w:rsidR="006974AE" w:rsidRDefault="006974AE" w:rsidP="006974AE">
      <w:r>
        <w:t>913.3497</w:t>
      </w:r>
      <w:r>
        <w:tab/>
        <w:t>1.013e0</w:t>
      </w:r>
    </w:p>
    <w:p w:rsidR="006974AE" w:rsidRDefault="006974AE" w:rsidP="006974AE">
      <w:r>
        <w:t>913.3956</w:t>
      </w:r>
      <w:r>
        <w:tab/>
        <w:t>1.013e0</w:t>
      </w:r>
    </w:p>
    <w:p w:rsidR="006974AE" w:rsidRDefault="006974AE" w:rsidP="006974AE">
      <w:r>
        <w:t>913.4415</w:t>
      </w:r>
      <w:r>
        <w:tab/>
        <w:t>1.013e0</w:t>
      </w:r>
    </w:p>
    <w:p w:rsidR="006974AE" w:rsidRDefault="006974AE" w:rsidP="006974AE">
      <w:r>
        <w:t>913.5015</w:t>
      </w:r>
      <w:r>
        <w:tab/>
        <w:t>3.038e0</w:t>
      </w:r>
    </w:p>
    <w:p w:rsidR="006974AE" w:rsidRDefault="006974AE" w:rsidP="006974AE">
      <w:r>
        <w:t>913.5139</w:t>
      </w:r>
      <w:r>
        <w:tab/>
        <w:t>3.038e0</w:t>
      </w:r>
    </w:p>
    <w:p w:rsidR="006974AE" w:rsidRDefault="006974AE" w:rsidP="006974AE">
      <w:r>
        <w:t>913.5469</w:t>
      </w:r>
      <w:r>
        <w:tab/>
        <w:t>8.101e0</w:t>
      </w:r>
    </w:p>
    <w:p w:rsidR="006974AE" w:rsidRDefault="006974AE" w:rsidP="006974AE">
      <w:r>
        <w:t>913.5635</w:t>
      </w:r>
      <w:r>
        <w:tab/>
        <w:t>4.612e0</w:t>
      </w:r>
    </w:p>
    <w:p w:rsidR="006974AE" w:rsidRDefault="006974AE" w:rsidP="006974AE">
      <w:r>
        <w:t>913.5854</w:t>
      </w:r>
      <w:r>
        <w:tab/>
        <w:t>6.076e0</w:t>
      </w:r>
    </w:p>
    <w:p w:rsidR="006974AE" w:rsidRDefault="006974AE" w:rsidP="006974AE">
      <w:r>
        <w:t>913.5937</w:t>
      </w:r>
      <w:r>
        <w:tab/>
        <w:t>2.025e0</w:t>
      </w:r>
    </w:p>
    <w:p w:rsidR="006974AE" w:rsidRDefault="006974AE" w:rsidP="006974AE">
      <w:r>
        <w:t>913.6006</w:t>
      </w:r>
      <w:r>
        <w:tab/>
        <w:t>7.089e0</w:t>
      </w:r>
    </w:p>
    <w:p w:rsidR="006974AE" w:rsidRDefault="006974AE" w:rsidP="006974AE">
      <w:r>
        <w:t>913.6097</w:t>
      </w:r>
      <w:r>
        <w:tab/>
        <w:t>3.038e0</w:t>
      </w:r>
    </w:p>
    <w:p w:rsidR="006974AE" w:rsidRDefault="006974AE" w:rsidP="006974AE">
      <w:r>
        <w:t>913.6336</w:t>
      </w:r>
      <w:r>
        <w:tab/>
        <w:t>1.013e0</w:t>
      </w:r>
    </w:p>
    <w:p w:rsidR="006974AE" w:rsidRDefault="006974AE" w:rsidP="006974AE">
      <w:r>
        <w:lastRenderedPageBreak/>
        <w:t>913.6722</w:t>
      </w:r>
      <w:r>
        <w:tab/>
        <w:t>3.038e0</w:t>
      </w:r>
    </w:p>
    <w:p w:rsidR="006974AE" w:rsidRDefault="006974AE" w:rsidP="006974AE">
      <w:r>
        <w:t>913.7238</w:t>
      </w:r>
      <w:r>
        <w:tab/>
        <w:t>2.025e0</w:t>
      </w:r>
    </w:p>
    <w:p w:rsidR="006974AE" w:rsidRDefault="006974AE" w:rsidP="006974AE">
      <w:r>
        <w:t>913.7312</w:t>
      </w:r>
      <w:r>
        <w:tab/>
        <w:t>1.013e0</w:t>
      </w:r>
    </w:p>
    <w:p w:rsidR="006974AE" w:rsidRDefault="006974AE" w:rsidP="006974AE">
      <w:r>
        <w:t>913.7498</w:t>
      </w:r>
      <w:r>
        <w:tab/>
        <w:t>2.025e0</w:t>
      </w:r>
    </w:p>
    <w:p w:rsidR="006974AE" w:rsidRDefault="006974AE" w:rsidP="006974AE">
      <w:r>
        <w:t>913.7968</w:t>
      </w:r>
      <w:r>
        <w:tab/>
        <w:t>2.025e0</w:t>
      </w:r>
    </w:p>
    <w:p w:rsidR="006974AE" w:rsidRDefault="006974AE" w:rsidP="006974AE">
      <w:r>
        <w:t>913.8384</w:t>
      </w:r>
      <w:r>
        <w:tab/>
        <w:t>1.013e0</w:t>
      </w:r>
    </w:p>
    <w:p w:rsidR="006974AE" w:rsidRDefault="006974AE" w:rsidP="006974AE">
      <w:r>
        <w:t>913.8395</w:t>
      </w:r>
      <w:r>
        <w:tab/>
        <w:t>1.013e0</w:t>
      </w:r>
    </w:p>
    <w:p w:rsidR="006974AE" w:rsidRDefault="006974AE" w:rsidP="006974AE">
      <w:r>
        <w:t>913.8997</w:t>
      </w:r>
      <w:r>
        <w:tab/>
        <w:t>2.025e0</w:t>
      </w:r>
    </w:p>
    <w:p w:rsidR="006974AE" w:rsidRDefault="006974AE" w:rsidP="006974AE">
      <w:r>
        <w:t>913.9161</w:t>
      </w:r>
      <w:r>
        <w:tab/>
        <w:t>1.013e0</w:t>
      </w:r>
    </w:p>
    <w:p w:rsidR="006974AE" w:rsidRDefault="006974AE" w:rsidP="006974AE">
      <w:r>
        <w:t>913.9326</w:t>
      </w:r>
      <w:r>
        <w:tab/>
        <w:t>2.025e0</w:t>
      </w:r>
    </w:p>
    <w:p w:rsidR="006974AE" w:rsidRDefault="006974AE" w:rsidP="006974AE">
      <w:r>
        <w:t>913.9364</w:t>
      </w:r>
      <w:r>
        <w:tab/>
        <w:t>1.013e0</w:t>
      </w:r>
    </w:p>
    <w:p w:rsidR="006974AE" w:rsidRDefault="006974AE" w:rsidP="006974AE">
      <w:r>
        <w:t>913.9571</w:t>
      </w:r>
      <w:r>
        <w:tab/>
        <w:t>4.051e0</w:t>
      </w:r>
    </w:p>
    <w:p w:rsidR="006974AE" w:rsidRDefault="006974AE" w:rsidP="006974AE">
      <w:r>
        <w:t>913.9645</w:t>
      </w:r>
      <w:r>
        <w:tab/>
        <w:t>2.025e0</w:t>
      </w:r>
    </w:p>
    <w:p w:rsidR="006974AE" w:rsidRDefault="006974AE" w:rsidP="006974AE">
      <w:r>
        <w:t>914.0060</w:t>
      </w:r>
      <w:r>
        <w:tab/>
        <w:t>1.013e0</w:t>
      </w:r>
    </w:p>
    <w:p w:rsidR="006974AE" w:rsidRDefault="006974AE" w:rsidP="006974AE">
      <w:r>
        <w:t>914.0692</w:t>
      </w:r>
      <w:r>
        <w:tab/>
        <w:t>1.013e0</w:t>
      </w:r>
    </w:p>
    <w:p w:rsidR="006974AE" w:rsidRDefault="006974AE" w:rsidP="006974AE">
      <w:r>
        <w:t>914.1411</w:t>
      </w:r>
      <w:r>
        <w:tab/>
        <w:t>2.025e0</w:t>
      </w:r>
    </w:p>
    <w:p w:rsidR="006974AE" w:rsidRDefault="006974AE" w:rsidP="006974AE">
      <w:r>
        <w:t>914.1576</w:t>
      </w:r>
      <w:r>
        <w:tab/>
        <w:t>1.013e0</w:t>
      </w:r>
    </w:p>
    <w:p w:rsidR="006974AE" w:rsidRDefault="006974AE" w:rsidP="006974AE">
      <w:r>
        <w:t>914.2214</w:t>
      </w:r>
      <w:r>
        <w:tab/>
        <w:t>2.025e0</w:t>
      </w:r>
    </w:p>
    <w:p w:rsidR="006974AE" w:rsidRDefault="006974AE" w:rsidP="006974AE">
      <w:r>
        <w:t>914.2236</w:t>
      </w:r>
      <w:r>
        <w:tab/>
        <w:t>2.025e0</w:t>
      </w:r>
    </w:p>
    <w:p w:rsidR="006974AE" w:rsidRDefault="006974AE" w:rsidP="006974AE">
      <w:r>
        <w:lastRenderedPageBreak/>
        <w:t>914.2519</w:t>
      </w:r>
      <w:r>
        <w:tab/>
        <w:t>1.013e0</w:t>
      </w:r>
    </w:p>
    <w:p w:rsidR="006974AE" w:rsidRDefault="006974AE" w:rsidP="006974AE">
      <w:r>
        <w:t>914.2837</w:t>
      </w:r>
      <w:r>
        <w:tab/>
        <w:t>1.013e0</w:t>
      </w:r>
    </w:p>
    <w:p w:rsidR="006974AE" w:rsidRDefault="006974AE" w:rsidP="006974AE">
      <w:r>
        <w:t>914.3284</w:t>
      </w:r>
      <w:r>
        <w:tab/>
        <w:t>2.025e0</w:t>
      </w:r>
    </w:p>
    <w:p w:rsidR="006974AE" w:rsidRDefault="006974AE" w:rsidP="006974AE">
      <w:r>
        <w:t>914.3297</w:t>
      </w:r>
      <w:r>
        <w:tab/>
        <w:t>1.013e0</w:t>
      </w:r>
    </w:p>
    <w:p w:rsidR="006974AE" w:rsidRDefault="006974AE" w:rsidP="006974AE">
      <w:r>
        <w:t>914.3438</w:t>
      </w:r>
      <w:r>
        <w:tab/>
        <w:t>1.013e0</w:t>
      </w:r>
    </w:p>
    <w:p w:rsidR="006974AE" w:rsidRDefault="006974AE" w:rsidP="006974AE">
      <w:r>
        <w:t>914.4206</w:t>
      </w:r>
      <w:r>
        <w:tab/>
        <w:t>1.739e0</w:t>
      </w:r>
    </w:p>
    <w:p w:rsidR="006974AE" w:rsidRDefault="006974AE" w:rsidP="006974AE">
      <w:r>
        <w:t>914.4357</w:t>
      </w:r>
      <w:r>
        <w:tab/>
        <w:t>2.025e0</w:t>
      </w:r>
    </w:p>
    <w:p w:rsidR="006974AE" w:rsidRDefault="006974AE" w:rsidP="006974AE">
      <w:r>
        <w:t>914.4971</w:t>
      </w:r>
      <w:r>
        <w:tab/>
        <w:t>2.025e0</w:t>
      </w:r>
    </w:p>
    <w:p w:rsidR="006974AE" w:rsidRDefault="006974AE" w:rsidP="006974AE">
      <w:r>
        <w:t>914.5135</w:t>
      </w:r>
      <w:r>
        <w:tab/>
        <w:t>1.013e0</w:t>
      </w:r>
    </w:p>
    <w:p w:rsidR="006974AE" w:rsidRDefault="006974AE" w:rsidP="006974AE">
      <w:r>
        <w:t>914.5433</w:t>
      </w:r>
      <w:r>
        <w:tab/>
        <w:t>1.013e0</w:t>
      </w:r>
    </w:p>
    <w:p w:rsidR="006974AE" w:rsidRDefault="006974AE" w:rsidP="006974AE">
      <w:r>
        <w:t>914.5748</w:t>
      </w:r>
      <w:r>
        <w:tab/>
        <w:t>1.013e0</w:t>
      </w:r>
    </w:p>
    <w:p w:rsidR="006974AE" w:rsidRDefault="006974AE" w:rsidP="006974AE">
      <w:r>
        <w:t>914.5762</w:t>
      </w:r>
      <w:r>
        <w:tab/>
        <w:t>3.992e0</w:t>
      </w:r>
    </w:p>
    <w:p w:rsidR="006974AE" w:rsidRDefault="006974AE" w:rsidP="006974AE">
      <w:r>
        <w:t>914.5874</w:t>
      </w:r>
      <w:r>
        <w:tab/>
        <w:t>5.063e0</w:t>
      </w:r>
    </w:p>
    <w:p w:rsidR="006974AE" w:rsidRDefault="006974AE" w:rsidP="006974AE">
      <w:r>
        <w:t>914.5990</w:t>
      </w:r>
      <w:r>
        <w:tab/>
        <w:t>6.076e0</w:t>
      </w:r>
    </w:p>
    <w:p w:rsidR="006974AE" w:rsidRDefault="006974AE" w:rsidP="006974AE">
      <w:r>
        <w:t>914.6478</w:t>
      </w:r>
      <w:r>
        <w:tab/>
        <w:t>1.013e0</w:t>
      </w:r>
    </w:p>
    <w:p w:rsidR="006974AE" w:rsidRDefault="006974AE" w:rsidP="006974AE">
      <w:r>
        <w:t>914.6489</w:t>
      </w:r>
      <w:r>
        <w:tab/>
        <w:t>2.025e0</w:t>
      </w:r>
    </w:p>
    <w:p w:rsidR="006974AE" w:rsidRDefault="006974AE" w:rsidP="006974AE">
      <w:r>
        <w:t>914.7050</w:t>
      </w:r>
      <w:r>
        <w:tab/>
        <w:t>2.025e0</w:t>
      </w:r>
    </w:p>
    <w:p w:rsidR="006974AE" w:rsidRDefault="006974AE" w:rsidP="006974AE">
      <w:r>
        <w:t>914.7531</w:t>
      </w:r>
      <w:r>
        <w:tab/>
        <w:t>2.025e0</w:t>
      </w:r>
    </w:p>
    <w:p w:rsidR="006974AE" w:rsidRDefault="006974AE" w:rsidP="006974AE">
      <w:r>
        <w:t>914.7815</w:t>
      </w:r>
      <w:r>
        <w:tab/>
        <w:t>3.038e0</w:t>
      </w:r>
    </w:p>
    <w:p w:rsidR="006974AE" w:rsidRDefault="006974AE" w:rsidP="006974AE">
      <w:r>
        <w:lastRenderedPageBreak/>
        <w:t>914.8005</w:t>
      </w:r>
      <w:r>
        <w:tab/>
        <w:t>1.013e0</w:t>
      </w:r>
    </w:p>
    <w:p w:rsidR="006974AE" w:rsidRDefault="006974AE" w:rsidP="006974AE">
      <w:r>
        <w:t>914.8955</w:t>
      </w:r>
      <w:r>
        <w:tab/>
        <w:t>1.013e0</w:t>
      </w:r>
    </w:p>
    <w:p w:rsidR="006974AE" w:rsidRDefault="006974AE" w:rsidP="006974AE">
      <w:r>
        <w:t>914.8995</w:t>
      </w:r>
      <w:r>
        <w:tab/>
        <w:t>2.025e0</w:t>
      </w:r>
    </w:p>
    <w:p w:rsidR="006974AE" w:rsidRDefault="006974AE" w:rsidP="006974AE">
      <w:r>
        <w:t>914.9108</w:t>
      </w:r>
      <w:r>
        <w:tab/>
        <w:t>1.013e0</w:t>
      </w:r>
    </w:p>
    <w:p w:rsidR="006974AE" w:rsidRDefault="006974AE" w:rsidP="006974AE">
      <w:r>
        <w:t>914.9973</w:t>
      </w:r>
      <w:r>
        <w:tab/>
        <w:t>3.038e0</w:t>
      </w:r>
    </w:p>
    <w:p w:rsidR="006974AE" w:rsidRDefault="006974AE" w:rsidP="006974AE">
      <w:r>
        <w:t>915.1025</w:t>
      </w:r>
      <w:r>
        <w:tab/>
        <w:t>2.025e0</w:t>
      </w:r>
    </w:p>
    <w:p w:rsidR="006974AE" w:rsidRDefault="006974AE" w:rsidP="006974AE">
      <w:r>
        <w:t>915.1496</w:t>
      </w:r>
      <w:r>
        <w:tab/>
        <w:t>2.025e0</w:t>
      </w:r>
    </w:p>
    <w:p w:rsidR="006974AE" w:rsidRDefault="006974AE" w:rsidP="006974AE">
      <w:r>
        <w:t>915.1573</w:t>
      </w:r>
      <w:r>
        <w:tab/>
        <w:t>1.013e0</w:t>
      </w:r>
    </w:p>
    <w:p w:rsidR="006974AE" w:rsidRDefault="006974AE" w:rsidP="006974AE">
      <w:r>
        <w:t>915.1624</w:t>
      </w:r>
      <w:r>
        <w:tab/>
        <w:t>2.025e0</w:t>
      </w:r>
    </w:p>
    <w:p w:rsidR="006974AE" w:rsidRDefault="006974AE" w:rsidP="006974AE">
      <w:r>
        <w:t>915.2037</w:t>
      </w:r>
      <w:r>
        <w:tab/>
        <w:t>1.013e0</w:t>
      </w:r>
    </w:p>
    <w:p w:rsidR="006974AE" w:rsidRDefault="006974AE" w:rsidP="006974AE">
      <w:r>
        <w:t>915.2214</w:t>
      </w:r>
      <w:r>
        <w:tab/>
        <w:t>1.013e0</w:t>
      </w:r>
    </w:p>
    <w:p w:rsidR="006974AE" w:rsidRDefault="006974AE" w:rsidP="006974AE">
      <w:r>
        <w:t>915.2941</w:t>
      </w:r>
      <w:r>
        <w:tab/>
        <w:t>1.013e0</w:t>
      </w:r>
    </w:p>
    <w:p w:rsidR="006974AE" w:rsidRDefault="006974AE" w:rsidP="006974AE">
      <w:r>
        <w:t>915.3566</w:t>
      </w:r>
      <w:r>
        <w:tab/>
        <w:t>1.013e0</w:t>
      </w:r>
    </w:p>
    <w:p w:rsidR="006974AE" w:rsidRDefault="006974AE" w:rsidP="006974AE">
      <w:r>
        <w:t>915.3969</w:t>
      </w:r>
      <w:r>
        <w:tab/>
        <w:t>2.025e0</w:t>
      </w:r>
    </w:p>
    <w:p w:rsidR="006974AE" w:rsidRDefault="006974AE" w:rsidP="006974AE">
      <w:r>
        <w:t>915.4015</w:t>
      </w:r>
      <w:r>
        <w:tab/>
        <w:t>1.013e0</w:t>
      </w:r>
    </w:p>
    <w:p w:rsidR="006974AE" w:rsidRDefault="006974AE" w:rsidP="006974AE">
      <w:r>
        <w:t>915.4628</w:t>
      </w:r>
      <w:r>
        <w:tab/>
        <w:t>2.025e0</w:t>
      </w:r>
    </w:p>
    <w:p w:rsidR="006974AE" w:rsidRDefault="006974AE" w:rsidP="006974AE">
      <w:r>
        <w:t>915.4695</w:t>
      </w:r>
      <w:r>
        <w:tab/>
        <w:t>1.328e0</w:t>
      </w:r>
    </w:p>
    <w:p w:rsidR="006974AE" w:rsidRDefault="006974AE" w:rsidP="006974AE">
      <w:r>
        <w:t>915.4782</w:t>
      </w:r>
      <w:r>
        <w:tab/>
        <w:t>2.025e0</w:t>
      </w:r>
    </w:p>
    <w:p w:rsidR="006974AE" w:rsidRDefault="006974AE" w:rsidP="006974AE">
      <w:r>
        <w:t>915.5932</w:t>
      </w:r>
      <w:r>
        <w:tab/>
        <w:t>1.013e0</w:t>
      </w:r>
    </w:p>
    <w:p w:rsidR="006974AE" w:rsidRDefault="006974AE" w:rsidP="006974AE">
      <w:r>
        <w:lastRenderedPageBreak/>
        <w:t>915.6021</w:t>
      </w:r>
      <w:r>
        <w:tab/>
        <w:t>1.013e0</w:t>
      </w:r>
    </w:p>
    <w:p w:rsidR="006974AE" w:rsidRDefault="006974AE" w:rsidP="006974AE">
      <w:r>
        <w:t>915.6115</w:t>
      </w:r>
      <w:r>
        <w:tab/>
        <w:t>1.013e0</w:t>
      </w:r>
    </w:p>
    <w:p w:rsidR="006974AE" w:rsidRDefault="006974AE" w:rsidP="006974AE">
      <w:r>
        <w:t>915.6469</w:t>
      </w:r>
      <w:r>
        <w:tab/>
        <w:t>1.013e0</w:t>
      </w:r>
    </w:p>
    <w:p w:rsidR="006974AE" w:rsidRDefault="006974AE" w:rsidP="006974AE">
      <w:r>
        <w:t>915.6634</w:t>
      </w:r>
      <w:r>
        <w:tab/>
        <w:t>1.013e0</w:t>
      </w:r>
    </w:p>
    <w:p w:rsidR="006974AE" w:rsidRDefault="006974AE" w:rsidP="006974AE">
      <w:r>
        <w:t>915.6776</w:t>
      </w:r>
      <w:r>
        <w:tab/>
        <w:t>1.013e0</w:t>
      </w:r>
    </w:p>
    <w:p w:rsidR="006974AE" w:rsidRDefault="006974AE" w:rsidP="006974AE">
      <w:r>
        <w:t>915.7697</w:t>
      </w:r>
      <w:r>
        <w:tab/>
        <w:t>2.025e0</w:t>
      </w:r>
    </w:p>
    <w:p w:rsidR="006974AE" w:rsidRDefault="006974AE" w:rsidP="006974AE">
      <w:r>
        <w:t>915.7850</w:t>
      </w:r>
      <w:r>
        <w:tab/>
        <w:t>1.013e0</w:t>
      </w:r>
    </w:p>
    <w:p w:rsidR="006974AE" w:rsidRDefault="006974AE" w:rsidP="006974AE">
      <w:r>
        <w:t>915.7981</w:t>
      </w:r>
      <w:r>
        <w:tab/>
        <w:t>1.013e0</w:t>
      </w:r>
    </w:p>
    <w:p w:rsidR="006974AE" w:rsidRDefault="006974AE" w:rsidP="006974AE">
      <w:r>
        <w:t>915.8157</w:t>
      </w:r>
      <w:r>
        <w:tab/>
        <w:t>1.013e0</w:t>
      </w:r>
    </w:p>
    <w:p w:rsidR="006974AE" w:rsidRDefault="006974AE" w:rsidP="006974AE">
      <w:r>
        <w:t>915.8464</w:t>
      </w:r>
      <w:r>
        <w:tab/>
        <w:t>1.013e0</w:t>
      </w:r>
    </w:p>
    <w:p w:rsidR="006974AE" w:rsidRDefault="006974AE" w:rsidP="006974AE">
      <w:r>
        <w:t>915.9384</w:t>
      </w:r>
      <w:r>
        <w:tab/>
        <w:t>1.013e0</w:t>
      </w:r>
    </w:p>
    <w:p w:rsidR="006974AE" w:rsidRDefault="006974AE" w:rsidP="006974AE">
      <w:r>
        <w:t>915.9538</w:t>
      </w:r>
      <w:r>
        <w:tab/>
        <w:t>1.013e0</w:t>
      </w:r>
    </w:p>
    <w:p w:rsidR="006974AE" w:rsidRDefault="006974AE" w:rsidP="006974AE">
      <w:r>
        <w:t>915.9549</w:t>
      </w:r>
      <w:r>
        <w:tab/>
        <w:t>1.013e0</w:t>
      </w:r>
    </w:p>
    <w:p w:rsidR="006974AE" w:rsidRDefault="006974AE" w:rsidP="006974AE">
      <w:r>
        <w:t>915.9583</w:t>
      </w:r>
      <w:r>
        <w:tab/>
        <w:t>2.025e0</w:t>
      </w:r>
    </w:p>
    <w:p w:rsidR="006974AE" w:rsidRDefault="006974AE" w:rsidP="006974AE">
      <w:r>
        <w:t>916.0010</w:t>
      </w:r>
      <w:r>
        <w:tab/>
        <w:t>1.013e0</w:t>
      </w:r>
    </w:p>
    <w:p w:rsidR="006974AE" w:rsidRDefault="006974AE" w:rsidP="006974AE">
      <w:r>
        <w:t>916.0030</w:t>
      </w:r>
      <w:r>
        <w:tab/>
        <w:t>2.025e0</w:t>
      </w:r>
    </w:p>
    <w:p w:rsidR="006974AE" w:rsidRDefault="006974AE" w:rsidP="006974AE">
      <w:r>
        <w:t>916.0305</w:t>
      </w:r>
      <w:r>
        <w:tab/>
        <w:t>1.013e0</w:t>
      </w:r>
    </w:p>
    <w:p w:rsidR="006974AE" w:rsidRDefault="006974AE" w:rsidP="006974AE">
      <w:r>
        <w:t>916.0383</w:t>
      </w:r>
      <w:r>
        <w:tab/>
        <w:t>2.025e0</w:t>
      </w:r>
    </w:p>
    <w:p w:rsidR="006974AE" w:rsidRDefault="006974AE" w:rsidP="006974AE">
      <w:r>
        <w:t>916.0919</w:t>
      </w:r>
      <w:r>
        <w:tab/>
        <w:t>1.013e0</w:t>
      </w:r>
    </w:p>
    <w:p w:rsidR="006974AE" w:rsidRDefault="006974AE" w:rsidP="006974AE">
      <w:r>
        <w:lastRenderedPageBreak/>
        <w:t>916.0930</w:t>
      </w:r>
      <w:r>
        <w:tab/>
        <w:t>1.013e0</w:t>
      </w:r>
    </w:p>
    <w:p w:rsidR="006974AE" w:rsidRDefault="006974AE" w:rsidP="006974AE">
      <w:r>
        <w:t>916.1840</w:t>
      </w:r>
      <w:r>
        <w:tab/>
        <w:t>1.013e0</w:t>
      </w:r>
    </w:p>
    <w:p w:rsidR="006974AE" w:rsidRDefault="006974AE" w:rsidP="006974AE">
      <w:r>
        <w:t>916.1999</w:t>
      </w:r>
      <w:r>
        <w:tab/>
        <w:t>1.013e0</w:t>
      </w:r>
    </w:p>
    <w:p w:rsidR="006974AE" w:rsidRDefault="006974AE" w:rsidP="006974AE">
      <w:r>
        <w:t>916.2673</w:t>
      </w:r>
      <w:r>
        <w:tab/>
        <w:t>3.038e0</w:t>
      </w:r>
    </w:p>
    <w:p w:rsidR="006974AE" w:rsidRDefault="006974AE" w:rsidP="006974AE">
      <w:r>
        <w:t>916.2880</w:t>
      </w:r>
      <w:r>
        <w:tab/>
        <w:t>1.013e0</w:t>
      </w:r>
    </w:p>
    <w:p w:rsidR="006974AE" w:rsidRDefault="006974AE" w:rsidP="006974AE">
      <w:r>
        <w:t>916.3221</w:t>
      </w:r>
      <w:r>
        <w:tab/>
        <w:t>3.038e0</w:t>
      </w:r>
    </w:p>
    <w:p w:rsidR="006974AE" w:rsidRDefault="006974AE" w:rsidP="006974AE">
      <w:r>
        <w:t>916.3375</w:t>
      </w:r>
      <w:r>
        <w:tab/>
        <w:t>1.013e0</w:t>
      </w:r>
    </w:p>
    <w:p w:rsidR="006974AE" w:rsidRDefault="006974AE" w:rsidP="006974AE">
      <w:r>
        <w:t>916.3540</w:t>
      </w:r>
      <w:r>
        <w:tab/>
        <w:t>1.013e0</w:t>
      </w:r>
    </w:p>
    <w:p w:rsidR="006974AE" w:rsidRDefault="006974AE" w:rsidP="006974AE">
      <w:r>
        <w:t>916.3973</w:t>
      </w:r>
      <w:r>
        <w:tab/>
        <w:t>3.038e0</w:t>
      </w:r>
    </w:p>
    <w:p w:rsidR="006974AE" w:rsidRDefault="006974AE" w:rsidP="006974AE">
      <w:r>
        <w:t>916.4838</w:t>
      </w:r>
      <w:r>
        <w:tab/>
        <w:t>6.076e0</w:t>
      </w:r>
    </w:p>
    <w:p w:rsidR="006974AE" w:rsidRDefault="006974AE" w:rsidP="006974AE">
      <w:r>
        <w:t>916.4910</w:t>
      </w:r>
      <w:r>
        <w:tab/>
        <w:t>1.013e0</w:t>
      </w:r>
    </w:p>
    <w:p w:rsidR="006974AE" w:rsidRDefault="006974AE" w:rsidP="006974AE">
      <w:r>
        <w:t>916.5229</w:t>
      </w:r>
      <w:r>
        <w:tab/>
        <w:t>1.013e0</w:t>
      </w:r>
    </w:p>
    <w:p w:rsidR="006974AE" w:rsidRDefault="006974AE" w:rsidP="006974AE">
      <w:r>
        <w:t>916.5371</w:t>
      </w:r>
      <w:r>
        <w:tab/>
        <w:t>1.013e0</w:t>
      </w:r>
    </w:p>
    <w:p w:rsidR="006974AE" w:rsidRDefault="006974AE" w:rsidP="006974AE">
      <w:r>
        <w:t>916.5483</w:t>
      </w:r>
      <w:r>
        <w:tab/>
        <w:t>2.025e0</w:t>
      </w:r>
    </w:p>
    <w:p w:rsidR="006974AE" w:rsidRDefault="006974AE" w:rsidP="006974AE">
      <w:r>
        <w:t>916.5832</w:t>
      </w:r>
      <w:r>
        <w:tab/>
        <w:t>2.025e0</w:t>
      </w:r>
    </w:p>
    <w:p w:rsidR="006974AE" w:rsidRDefault="006974AE" w:rsidP="006974AE">
      <w:r>
        <w:t>916.5961</w:t>
      </w:r>
      <w:r>
        <w:tab/>
        <w:t>2.025e0</w:t>
      </w:r>
    </w:p>
    <w:p w:rsidR="006974AE" w:rsidRDefault="006974AE" w:rsidP="006974AE">
      <w:r>
        <w:t>916.6025</w:t>
      </w:r>
      <w:r>
        <w:tab/>
        <w:t>2.025e0</w:t>
      </w:r>
    </w:p>
    <w:p w:rsidR="006974AE" w:rsidRDefault="006974AE" w:rsidP="006974AE">
      <w:r>
        <w:t>916.6437</w:t>
      </w:r>
      <w:r>
        <w:tab/>
        <w:t>1.013e0</w:t>
      </w:r>
    </w:p>
    <w:p w:rsidR="006974AE" w:rsidRDefault="006974AE" w:rsidP="006974AE">
      <w:r>
        <w:t>916.6683</w:t>
      </w:r>
      <w:r>
        <w:tab/>
        <w:t>2.025e0</w:t>
      </w:r>
    </w:p>
    <w:p w:rsidR="006974AE" w:rsidRDefault="006974AE" w:rsidP="006974AE">
      <w:r>
        <w:lastRenderedPageBreak/>
        <w:t>916.7379</w:t>
      </w:r>
      <w:r>
        <w:tab/>
        <w:t>1.013e0</w:t>
      </w:r>
    </w:p>
    <w:p w:rsidR="006974AE" w:rsidRDefault="006974AE" w:rsidP="006974AE">
      <w:r>
        <w:t>916.7675</w:t>
      </w:r>
      <w:r>
        <w:tab/>
        <w:t>1.013e0</w:t>
      </w:r>
    </w:p>
    <w:p w:rsidR="006974AE" w:rsidRDefault="006974AE" w:rsidP="006974AE">
      <w:r>
        <w:t>916.7778</w:t>
      </w:r>
      <w:r>
        <w:tab/>
        <w:t>1.013e0</w:t>
      </w:r>
    </w:p>
    <w:p w:rsidR="006974AE" w:rsidRDefault="006974AE" w:rsidP="006974AE">
      <w:r>
        <w:t>916.7828</w:t>
      </w:r>
      <w:r>
        <w:tab/>
        <w:t>1.013e0</w:t>
      </w:r>
    </w:p>
    <w:p w:rsidR="006974AE" w:rsidRDefault="006974AE" w:rsidP="006974AE">
      <w:r>
        <w:t>916.7950</w:t>
      </w:r>
      <w:r>
        <w:tab/>
        <w:t>2.025e0</w:t>
      </w:r>
    </w:p>
    <w:p w:rsidR="006974AE" w:rsidRDefault="006974AE" w:rsidP="006974AE">
      <w:r>
        <w:t>916.8442</w:t>
      </w:r>
      <w:r>
        <w:tab/>
        <w:t>1.013e0</w:t>
      </w:r>
    </w:p>
    <w:p w:rsidR="006974AE" w:rsidRDefault="006974AE" w:rsidP="006974AE">
      <w:r>
        <w:t>916.8454</w:t>
      </w:r>
      <w:r>
        <w:tab/>
        <w:t>1.013e0</w:t>
      </w:r>
    </w:p>
    <w:p w:rsidR="006974AE" w:rsidRDefault="006974AE" w:rsidP="006974AE">
      <w:r>
        <w:t>916.8554</w:t>
      </w:r>
      <w:r>
        <w:tab/>
        <w:t>2.025e0</w:t>
      </w:r>
    </w:p>
    <w:p w:rsidR="006974AE" w:rsidRDefault="006974AE" w:rsidP="006974AE">
      <w:r>
        <w:t>916.9469</w:t>
      </w:r>
      <w:r>
        <w:tab/>
        <w:t>1.013e0</w:t>
      </w:r>
    </w:p>
    <w:p w:rsidR="006974AE" w:rsidRDefault="006974AE" w:rsidP="006974AE">
      <w:r>
        <w:t>917.0286</w:t>
      </w:r>
      <w:r>
        <w:tab/>
        <w:t>2.025e0</w:t>
      </w:r>
    </w:p>
    <w:p w:rsidR="006974AE" w:rsidRDefault="006974AE" w:rsidP="006974AE">
      <w:r>
        <w:t>917.0447</w:t>
      </w:r>
      <w:r>
        <w:tab/>
        <w:t>2.025e0</w:t>
      </w:r>
    </w:p>
    <w:p w:rsidR="006974AE" w:rsidRDefault="006974AE" w:rsidP="006974AE">
      <w:r>
        <w:t>917.1008</w:t>
      </w:r>
      <w:r>
        <w:tab/>
        <w:t>2.025e0</w:t>
      </w:r>
    </w:p>
    <w:p w:rsidR="006974AE" w:rsidRDefault="006974AE" w:rsidP="006974AE">
      <w:r>
        <w:t>917.1159</w:t>
      </w:r>
      <w:r>
        <w:tab/>
        <w:t>1.013e0</w:t>
      </w:r>
    </w:p>
    <w:p w:rsidR="006974AE" w:rsidRDefault="006974AE" w:rsidP="006974AE">
      <w:r>
        <w:t>917.1823</w:t>
      </w:r>
      <w:r>
        <w:tab/>
        <w:t>1.013e0</w:t>
      </w:r>
    </w:p>
    <w:p w:rsidR="006974AE" w:rsidRDefault="006974AE" w:rsidP="006974AE">
      <w:r>
        <w:t>917.2229</w:t>
      </w:r>
      <w:r>
        <w:tab/>
        <w:t>2.025e0</w:t>
      </w:r>
    </w:p>
    <w:p w:rsidR="006974AE" w:rsidRDefault="006974AE" w:rsidP="006974AE">
      <w:r>
        <w:t>917.2372</w:t>
      </w:r>
      <w:r>
        <w:tab/>
        <w:t>2.025e0</w:t>
      </w:r>
    </w:p>
    <w:p w:rsidR="006974AE" w:rsidRDefault="006974AE" w:rsidP="006974AE">
      <w:r>
        <w:t>917.2505</w:t>
      </w:r>
      <w:r>
        <w:tab/>
        <w:t>1.013e0</w:t>
      </w:r>
    </w:p>
    <w:p w:rsidR="006974AE" w:rsidRDefault="006974AE" w:rsidP="006974AE">
      <w:r>
        <w:t>917.3135</w:t>
      </w:r>
      <w:r>
        <w:tab/>
        <w:t>3.038e0</w:t>
      </w:r>
    </w:p>
    <w:p w:rsidR="006974AE" w:rsidRDefault="006974AE" w:rsidP="006974AE">
      <w:r>
        <w:t>917.3199</w:t>
      </w:r>
      <w:r>
        <w:tab/>
        <w:t>1.013e0</w:t>
      </w:r>
    </w:p>
    <w:p w:rsidR="006974AE" w:rsidRDefault="006974AE" w:rsidP="006974AE">
      <w:r>
        <w:lastRenderedPageBreak/>
        <w:t>917.3359</w:t>
      </w:r>
      <w:r>
        <w:tab/>
        <w:t>1.013e0</w:t>
      </w:r>
    </w:p>
    <w:p w:rsidR="006974AE" w:rsidRDefault="006974AE" w:rsidP="006974AE">
      <w:r>
        <w:t>917.3436</w:t>
      </w:r>
      <w:r>
        <w:tab/>
        <w:t>3.038e0</w:t>
      </w:r>
    </w:p>
    <w:p w:rsidR="006974AE" w:rsidRDefault="006974AE" w:rsidP="006974AE">
      <w:r>
        <w:t>917.3705</w:t>
      </w:r>
      <w:r>
        <w:tab/>
        <w:t>1.709e0</w:t>
      </w:r>
    </w:p>
    <w:p w:rsidR="006974AE" w:rsidRDefault="006974AE" w:rsidP="006974AE">
      <w:r>
        <w:t>917.4358</w:t>
      </w:r>
      <w:r>
        <w:tab/>
        <w:t>5.208e0</w:t>
      </w:r>
    </w:p>
    <w:p w:rsidR="006974AE" w:rsidRDefault="006974AE" w:rsidP="006974AE">
      <w:r>
        <w:t>917.4398</w:t>
      </w:r>
      <w:r>
        <w:tab/>
        <w:t>4.051e0</w:t>
      </w:r>
    </w:p>
    <w:p w:rsidR="006974AE" w:rsidRDefault="006974AE" w:rsidP="006974AE">
      <w:r>
        <w:t>917.4498</w:t>
      </w:r>
      <w:r>
        <w:tab/>
        <w:t>3.700e0</w:t>
      </w:r>
    </w:p>
    <w:p w:rsidR="006974AE" w:rsidRDefault="006974AE" w:rsidP="006974AE">
      <w:r>
        <w:t>917.4600</w:t>
      </w:r>
      <w:r>
        <w:tab/>
        <w:t>1.013e0</w:t>
      </w:r>
    </w:p>
    <w:p w:rsidR="006974AE" w:rsidRDefault="006974AE" w:rsidP="006974AE">
      <w:r>
        <w:t>917.4673</w:t>
      </w:r>
      <w:r>
        <w:tab/>
        <w:t>5.063e0</w:t>
      </w:r>
    </w:p>
    <w:p w:rsidR="006974AE" w:rsidRDefault="006974AE" w:rsidP="006974AE">
      <w:r>
        <w:t>917.4719</w:t>
      </w:r>
      <w:r>
        <w:tab/>
        <w:t>9.114e0</w:t>
      </w:r>
    </w:p>
    <w:p w:rsidR="006974AE" w:rsidRDefault="006974AE" w:rsidP="006974AE">
      <w:r>
        <w:t>917.4790</w:t>
      </w:r>
      <w:r>
        <w:tab/>
        <w:t>1.013e1</w:t>
      </w:r>
    </w:p>
    <w:p w:rsidR="006974AE" w:rsidRDefault="006974AE" w:rsidP="006974AE">
      <w:r>
        <w:t>917.4908</w:t>
      </w:r>
      <w:r>
        <w:tab/>
        <w:t>7.884e0</w:t>
      </w:r>
    </w:p>
    <w:p w:rsidR="006974AE" w:rsidRDefault="006974AE" w:rsidP="006974AE">
      <w:r>
        <w:t>917.5164</w:t>
      </w:r>
      <w:r>
        <w:tab/>
        <w:t>3.038e0</w:t>
      </w:r>
    </w:p>
    <w:p w:rsidR="006974AE" w:rsidRDefault="006974AE" w:rsidP="006974AE">
      <w:r>
        <w:t>917.5203</w:t>
      </w:r>
      <w:r>
        <w:tab/>
        <w:t>2.025e0</w:t>
      </w:r>
    </w:p>
    <w:p w:rsidR="006974AE" w:rsidRDefault="006974AE" w:rsidP="006974AE">
      <w:r>
        <w:t>917.5874</w:t>
      </w:r>
      <w:r>
        <w:tab/>
        <w:t>2.025e0</w:t>
      </w:r>
    </w:p>
    <w:p w:rsidR="006974AE" w:rsidRDefault="006974AE" w:rsidP="006974AE">
      <w:r>
        <w:t>917.5886</w:t>
      </w:r>
      <w:r>
        <w:tab/>
        <w:t>1.013e0</w:t>
      </w:r>
    </w:p>
    <w:p w:rsidR="006974AE" w:rsidRDefault="006974AE" w:rsidP="006974AE">
      <w:r>
        <w:t>917.7213</w:t>
      </w:r>
      <w:r>
        <w:tab/>
        <w:t>1.013e0</w:t>
      </w:r>
    </w:p>
    <w:p w:rsidR="006974AE" w:rsidRDefault="006974AE" w:rsidP="006974AE">
      <w:r>
        <w:t>917.7663</w:t>
      </w:r>
      <w:r>
        <w:tab/>
        <w:t>1.013e0</w:t>
      </w:r>
    </w:p>
    <w:p w:rsidR="006974AE" w:rsidRDefault="006974AE" w:rsidP="006974AE">
      <w:r>
        <w:t>917.8893</w:t>
      </w:r>
      <w:r>
        <w:tab/>
        <w:t>1.013e0</w:t>
      </w:r>
    </w:p>
    <w:p w:rsidR="006974AE" w:rsidRDefault="006974AE" w:rsidP="006974AE">
      <w:r>
        <w:t>918.0123</w:t>
      </w:r>
      <w:r>
        <w:tab/>
        <w:t>2.025e0</w:t>
      </w:r>
    </w:p>
    <w:p w:rsidR="006974AE" w:rsidRDefault="006974AE" w:rsidP="006974AE">
      <w:r>
        <w:lastRenderedPageBreak/>
        <w:t>918.0135</w:t>
      </w:r>
      <w:r>
        <w:tab/>
        <w:t>1.013e0</w:t>
      </w:r>
    </w:p>
    <w:p w:rsidR="006974AE" w:rsidRDefault="006974AE" w:rsidP="006974AE">
      <w:r>
        <w:t>918.0213</w:t>
      </w:r>
      <w:r>
        <w:tab/>
        <w:t>2.025e0</w:t>
      </w:r>
    </w:p>
    <w:p w:rsidR="006974AE" w:rsidRDefault="006974AE" w:rsidP="006974AE">
      <w:r>
        <w:t>918.1200</w:t>
      </w:r>
      <w:r>
        <w:tab/>
        <w:t>1.013e0</w:t>
      </w:r>
    </w:p>
    <w:p w:rsidR="006974AE" w:rsidRDefault="006974AE" w:rsidP="006974AE">
      <w:r>
        <w:t>918.1519</w:t>
      </w:r>
      <w:r>
        <w:tab/>
        <w:t>1.013e0</w:t>
      </w:r>
    </w:p>
    <w:p w:rsidR="006974AE" w:rsidRDefault="006974AE" w:rsidP="006974AE">
      <w:r>
        <w:t>918.1549</w:t>
      </w:r>
      <w:r>
        <w:tab/>
        <w:t>2.025e0</w:t>
      </w:r>
    </w:p>
    <w:p w:rsidR="006974AE" w:rsidRDefault="006974AE" w:rsidP="006974AE">
      <w:r>
        <w:t>918.1815</w:t>
      </w:r>
      <w:r>
        <w:tab/>
        <w:t>1.013e0</w:t>
      </w:r>
    </w:p>
    <w:p w:rsidR="006974AE" w:rsidRDefault="006974AE" w:rsidP="006974AE">
      <w:r>
        <w:t>918.1826</w:t>
      </w:r>
      <w:r>
        <w:tab/>
        <w:t>1.013e0</w:t>
      </w:r>
    </w:p>
    <w:p w:rsidR="006974AE" w:rsidRDefault="006974AE" w:rsidP="006974AE">
      <w:r>
        <w:t>918.2123</w:t>
      </w:r>
      <w:r>
        <w:tab/>
        <w:t>2.025e0</w:t>
      </w:r>
    </w:p>
    <w:p w:rsidR="006974AE" w:rsidRDefault="006974AE" w:rsidP="006974AE">
      <w:r>
        <w:t>918.2469</w:t>
      </w:r>
      <w:r>
        <w:tab/>
        <w:t>2.025e0</w:t>
      </w:r>
    </w:p>
    <w:p w:rsidR="006974AE" w:rsidRDefault="006974AE" w:rsidP="006974AE">
      <w:r>
        <w:t>918.2646</w:t>
      </w:r>
      <w:r>
        <w:tab/>
        <w:t>1.013e0</w:t>
      </w:r>
    </w:p>
    <w:p w:rsidR="006974AE" w:rsidRDefault="006974AE" w:rsidP="006974AE">
      <w:r>
        <w:t>918.2720</w:t>
      </w:r>
      <w:r>
        <w:tab/>
        <w:t>3.038e0</w:t>
      </w:r>
    </w:p>
    <w:p w:rsidR="006974AE" w:rsidRDefault="006974AE" w:rsidP="006974AE">
      <w:r>
        <w:t>918.3154</w:t>
      </w:r>
      <w:r>
        <w:tab/>
        <w:t>2.025e0</w:t>
      </w:r>
    </w:p>
    <w:p w:rsidR="006974AE" w:rsidRDefault="006974AE" w:rsidP="006974AE">
      <w:r>
        <w:t>918.3199</w:t>
      </w:r>
      <w:r>
        <w:tab/>
        <w:t>1.013e0</w:t>
      </w:r>
    </w:p>
    <w:p w:rsidR="006974AE" w:rsidRDefault="006974AE" w:rsidP="006974AE">
      <w:r>
        <w:t>918.3745</w:t>
      </w:r>
      <w:r>
        <w:tab/>
        <w:t>5.063e0</w:t>
      </w:r>
    </w:p>
    <w:p w:rsidR="006974AE" w:rsidRDefault="006974AE" w:rsidP="006974AE">
      <w:r>
        <w:t>918.4338</w:t>
      </w:r>
      <w:r>
        <w:tab/>
        <w:t>7.160e0</w:t>
      </w:r>
    </w:p>
    <w:p w:rsidR="006974AE" w:rsidRDefault="006974AE" w:rsidP="006974AE">
      <w:r>
        <w:t>918.4576</w:t>
      </w:r>
      <w:r>
        <w:tab/>
        <w:t>7.089e0</w:t>
      </w:r>
    </w:p>
    <w:p w:rsidR="006974AE" w:rsidRDefault="006974AE" w:rsidP="006974AE">
      <w:r>
        <w:t>918.4769</w:t>
      </w:r>
      <w:r>
        <w:tab/>
        <w:t>1.823e1</w:t>
      </w:r>
    </w:p>
    <w:p w:rsidR="006974AE" w:rsidRDefault="006974AE" w:rsidP="006974AE">
      <w:r>
        <w:t>918.4910</w:t>
      </w:r>
      <w:r>
        <w:tab/>
        <w:t>3.038e0</w:t>
      </w:r>
    </w:p>
    <w:p w:rsidR="006974AE" w:rsidRDefault="006974AE" w:rsidP="006974AE">
      <w:r>
        <w:t>918.4994</w:t>
      </w:r>
      <w:r>
        <w:tab/>
        <w:t>3.495e0</w:t>
      </w:r>
    </w:p>
    <w:p w:rsidR="006974AE" w:rsidRDefault="006974AE" w:rsidP="006974AE">
      <w:r>
        <w:lastRenderedPageBreak/>
        <w:t>918.5052</w:t>
      </w:r>
      <w:r>
        <w:tab/>
        <w:t>8.101e0</w:t>
      </w:r>
    </w:p>
    <w:p w:rsidR="006974AE" w:rsidRDefault="006974AE" w:rsidP="006974AE">
      <w:r>
        <w:t>918.5369</w:t>
      </w:r>
      <w:r>
        <w:tab/>
        <w:t>3.762e0</w:t>
      </w:r>
    </w:p>
    <w:p w:rsidR="006974AE" w:rsidRDefault="006974AE" w:rsidP="006974AE">
      <w:r>
        <w:t>918.5662</w:t>
      </w:r>
      <w:r>
        <w:tab/>
        <w:t>1.013e0</w:t>
      </w:r>
    </w:p>
    <w:p w:rsidR="006974AE" w:rsidRDefault="006974AE" w:rsidP="006974AE">
      <w:r>
        <w:t>918.5851</w:t>
      </w:r>
      <w:r>
        <w:tab/>
        <w:t>1.013e0</w:t>
      </w:r>
    </w:p>
    <w:p w:rsidR="006974AE" w:rsidRDefault="006974AE" w:rsidP="006974AE">
      <w:r>
        <w:t>918.6273</w:t>
      </w:r>
      <w:r>
        <w:tab/>
        <w:t>2.025e0</w:t>
      </w:r>
    </w:p>
    <w:p w:rsidR="006974AE" w:rsidRDefault="006974AE" w:rsidP="006974AE">
      <w:r>
        <w:t>918.6288</w:t>
      </w:r>
      <w:r>
        <w:tab/>
        <w:t>1.013e0</w:t>
      </w:r>
    </w:p>
    <w:p w:rsidR="006974AE" w:rsidRDefault="006974AE" w:rsidP="006974AE">
      <w:r>
        <w:t>918.6400</w:t>
      </w:r>
      <w:r>
        <w:tab/>
        <w:t>2.025e0</w:t>
      </w:r>
    </w:p>
    <w:p w:rsidR="006974AE" w:rsidRDefault="006974AE" w:rsidP="006974AE">
      <w:r>
        <w:t>918.6706</w:t>
      </w:r>
      <w:r>
        <w:tab/>
        <w:t>1.013e0</w:t>
      </w:r>
    </w:p>
    <w:p w:rsidR="006974AE" w:rsidRDefault="006974AE" w:rsidP="006974AE">
      <w:r>
        <w:t>918.8431</w:t>
      </w:r>
      <w:r>
        <w:tab/>
        <w:t>1.013e0</w:t>
      </w:r>
    </w:p>
    <w:p w:rsidR="006974AE" w:rsidRDefault="006974AE" w:rsidP="006974AE">
      <w:r>
        <w:t>918.8984</w:t>
      </w:r>
      <w:r>
        <w:tab/>
        <w:t>2.025e0</w:t>
      </w:r>
    </w:p>
    <w:p w:rsidR="006974AE" w:rsidRDefault="006974AE" w:rsidP="006974AE">
      <w:r>
        <w:t>918.9047</w:t>
      </w:r>
      <w:r>
        <w:tab/>
        <w:t>2.025e0</w:t>
      </w:r>
    </w:p>
    <w:p w:rsidR="006974AE" w:rsidRDefault="006974AE" w:rsidP="006974AE">
      <w:r>
        <w:t>918.9509</w:t>
      </w:r>
      <w:r>
        <w:tab/>
        <w:t>1.013e0</w:t>
      </w:r>
    </w:p>
    <w:p w:rsidR="006974AE" w:rsidRDefault="006974AE" w:rsidP="006974AE">
      <w:r>
        <w:t>918.9674</w:t>
      </w:r>
      <w:r>
        <w:tab/>
        <w:t>1.013e0</w:t>
      </w:r>
    </w:p>
    <w:p w:rsidR="006974AE" w:rsidRDefault="006974AE" w:rsidP="006974AE">
      <w:r>
        <w:t>918.9971</w:t>
      </w:r>
      <w:r>
        <w:tab/>
        <w:t>1.013e0</w:t>
      </w:r>
    </w:p>
    <w:p w:rsidR="006974AE" w:rsidRDefault="006974AE" w:rsidP="006974AE">
      <w:r>
        <w:t>919.0125</w:t>
      </w:r>
      <w:r>
        <w:tab/>
        <w:t>1.013e0</w:t>
      </w:r>
    </w:p>
    <w:p w:rsidR="006974AE" w:rsidRDefault="006974AE" w:rsidP="006974AE">
      <w:r>
        <w:t>919.0433</w:t>
      </w:r>
      <w:r>
        <w:tab/>
        <w:t>1.013e0</w:t>
      </w:r>
    </w:p>
    <w:p w:rsidR="006974AE" w:rsidRDefault="006974AE" w:rsidP="006974AE">
      <w:r>
        <w:t>919.1600</w:t>
      </w:r>
      <w:r>
        <w:tab/>
        <w:t>1.013e0</w:t>
      </w:r>
    </w:p>
    <w:p w:rsidR="006974AE" w:rsidRDefault="006974AE" w:rsidP="006974AE">
      <w:r>
        <w:t>919.1688</w:t>
      </w:r>
      <w:r>
        <w:tab/>
        <w:t>2.025e0</w:t>
      </w:r>
    </w:p>
    <w:p w:rsidR="006974AE" w:rsidRDefault="006974AE" w:rsidP="006974AE">
      <w:r>
        <w:t>919.2280</w:t>
      </w:r>
      <w:r>
        <w:tab/>
        <w:t>1.013e0</w:t>
      </w:r>
    </w:p>
    <w:p w:rsidR="006974AE" w:rsidRDefault="006974AE" w:rsidP="006974AE">
      <w:r>
        <w:lastRenderedPageBreak/>
        <w:t>919.2446</w:t>
      </w:r>
      <w:r>
        <w:tab/>
        <w:t>1.013e0</w:t>
      </w:r>
    </w:p>
    <w:p w:rsidR="006974AE" w:rsidRDefault="006974AE" w:rsidP="006974AE">
      <w:r>
        <w:t>919.2742</w:t>
      </w:r>
      <w:r>
        <w:tab/>
        <w:t>1.013e0</w:t>
      </w:r>
    </w:p>
    <w:p w:rsidR="006974AE" w:rsidRDefault="006974AE" w:rsidP="006974AE">
      <w:r>
        <w:t>919.2800</w:t>
      </w:r>
      <w:r>
        <w:tab/>
        <w:t>3.038e0</w:t>
      </w:r>
    </w:p>
    <w:p w:rsidR="006974AE" w:rsidRDefault="006974AE" w:rsidP="006974AE">
      <w:r>
        <w:t>919.3118</w:t>
      </w:r>
      <w:r>
        <w:tab/>
        <w:t>1.013e0</w:t>
      </w:r>
    </w:p>
    <w:p w:rsidR="006974AE" w:rsidRDefault="006974AE" w:rsidP="006974AE">
      <w:r>
        <w:t>919.3130</w:t>
      </w:r>
      <w:r>
        <w:tab/>
        <w:t>1.013e0</w:t>
      </w:r>
    </w:p>
    <w:p w:rsidR="006974AE" w:rsidRDefault="006974AE" w:rsidP="006974AE">
      <w:r>
        <w:t>919.3830</w:t>
      </w:r>
      <w:r>
        <w:tab/>
        <w:t>2.025e0</w:t>
      </w:r>
    </w:p>
    <w:p w:rsidR="006974AE" w:rsidRDefault="006974AE" w:rsidP="006974AE">
      <w:r>
        <w:t>919.3986</w:t>
      </w:r>
      <w:r>
        <w:tab/>
        <w:t>1.013e0</w:t>
      </w:r>
    </w:p>
    <w:p w:rsidR="006974AE" w:rsidRDefault="006974AE" w:rsidP="006974AE">
      <w:r>
        <w:t>919.4052</w:t>
      </w:r>
      <w:r>
        <w:tab/>
        <w:t>2.025e0</w:t>
      </w:r>
    </w:p>
    <w:p w:rsidR="006974AE" w:rsidRDefault="006974AE" w:rsidP="006974AE">
      <w:r>
        <w:t>919.4128</w:t>
      </w:r>
      <w:r>
        <w:tab/>
        <w:t>1.013e0</w:t>
      </w:r>
    </w:p>
    <w:p w:rsidR="006974AE" w:rsidRDefault="006974AE" w:rsidP="006974AE">
      <w:r>
        <w:t>919.4427</w:t>
      </w:r>
      <w:r>
        <w:tab/>
        <w:t>3.951e0</w:t>
      </w:r>
    </w:p>
    <w:p w:rsidR="006974AE" w:rsidRDefault="006974AE" w:rsidP="006974AE">
      <w:r>
        <w:t>919.4874</w:t>
      </w:r>
      <w:r>
        <w:tab/>
        <w:t>1.813e1</w:t>
      </w:r>
    </w:p>
    <w:p w:rsidR="006974AE" w:rsidRDefault="006974AE" w:rsidP="006974AE">
      <w:r>
        <w:t>919.4980</w:t>
      </w:r>
      <w:r>
        <w:tab/>
        <w:t>1.013e0</w:t>
      </w:r>
    </w:p>
    <w:p w:rsidR="006974AE" w:rsidRDefault="006974AE" w:rsidP="006974AE">
      <w:r>
        <w:t>919.5048</w:t>
      </w:r>
      <w:r>
        <w:tab/>
        <w:t>3.038e0</w:t>
      </w:r>
    </w:p>
    <w:p w:rsidR="006974AE" w:rsidRDefault="006974AE" w:rsidP="006974AE">
      <w:r>
        <w:t>919.5492</w:t>
      </w:r>
      <w:r>
        <w:tab/>
        <w:t>3.038e0</w:t>
      </w:r>
    </w:p>
    <w:p w:rsidR="006974AE" w:rsidRDefault="006974AE" w:rsidP="006974AE">
      <w:r>
        <w:t>919.5513</w:t>
      </w:r>
      <w:r>
        <w:tab/>
        <w:t>2.025e0</w:t>
      </w:r>
    </w:p>
    <w:p w:rsidR="006974AE" w:rsidRDefault="006974AE" w:rsidP="006974AE">
      <w:r>
        <w:t>919.5613</w:t>
      </w:r>
      <w:r>
        <w:tab/>
        <w:t>2.025e0</w:t>
      </w:r>
    </w:p>
    <w:p w:rsidR="006974AE" w:rsidRDefault="006974AE" w:rsidP="006974AE">
      <w:r>
        <w:t>919.5977</w:t>
      </w:r>
      <w:r>
        <w:tab/>
        <w:t>1.013e0</w:t>
      </w:r>
    </w:p>
    <w:p w:rsidR="006974AE" w:rsidRDefault="006974AE" w:rsidP="006974AE">
      <w:r>
        <w:t>919.6335</w:t>
      </w:r>
      <w:r>
        <w:tab/>
        <w:t>1.013e0</w:t>
      </w:r>
    </w:p>
    <w:p w:rsidR="006974AE" w:rsidRDefault="006974AE" w:rsidP="006974AE">
      <w:r>
        <w:t>919.6439</w:t>
      </w:r>
      <w:r>
        <w:tab/>
        <w:t>1.013e0</w:t>
      </w:r>
    </w:p>
    <w:p w:rsidR="006974AE" w:rsidRDefault="006974AE" w:rsidP="006974AE">
      <w:r>
        <w:lastRenderedPageBreak/>
        <w:t>919.6594</w:t>
      </w:r>
      <w:r>
        <w:tab/>
        <w:t>3.038e0</w:t>
      </w:r>
    </w:p>
    <w:p w:rsidR="006974AE" w:rsidRDefault="006974AE" w:rsidP="006974AE">
      <w:r>
        <w:t>919.6713</w:t>
      </w:r>
      <w:r>
        <w:tab/>
        <w:t>2.025e0</w:t>
      </w:r>
    </w:p>
    <w:p w:rsidR="006974AE" w:rsidRDefault="006974AE" w:rsidP="006974AE">
      <w:r>
        <w:t>919.7054</w:t>
      </w:r>
      <w:r>
        <w:tab/>
        <w:t>1.013e0</w:t>
      </w:r>
    </w:p>
    <w:p w:rsidR="006974AE" w:rsidRDefault="006974AE" w:rsidP="006974AE">
      <w:r>
        <w:t>919.7363</w:t>
      </w:r>
      <w:r>
        <w:tab/>
        <w:t>1.013e0</w:t>
      </w:r>
    </w:p>
    <w:p w:rsidR="006974AE" w:rsidRDefault="006974AE" w:rsidP="006974AE">
      <w:r>
        <w:t>919.7848</w:t>
      </w:r>
      <w:r>
        <w:tab/>
        <w:t>1.013e0</w:t>
      </w:r>
    </w:p>
    <w:p w:rsidR="006974AE" w:rsidRDefault="006974AE" w:rsidP="006974AE">
      <w:r>
        <w:t>919.7979</w:t>
      </w:r>
      <w:r>
        <w:tab/>
        <w:t>1.013e0</w:t>
      </w:r>
    </w:p>
    <w:p w:rsidR="006974AE" w:rsidRDefault="006974AE" w:rsidP="006974AE">
      <w:r>
        <w:t>919.7991</w:t>
      </w:r>
      <w:r>
        <w:tab/>
        <w:t>2.025e0</w:t>
      </w:r>
    </w:p>
    <w:p w:rsidR="006974AE" w:rsidRDefault="006974AE" w:rsidP="006974AE">
      <w:r>
        <w:t>919.8370</w:t>
      </w:r>
      <w:r>
        <w:tab/>
        <w:t>1.013e0</w:t>
      </w:r>
    </w:p>
    <w:p w:rsidR="006974AE" w:rsidRDefault="006974AE" w:rsidP="006974AE">
      <w:r>
        <w:t>919.8761</w:t>
      </w:r>
      <w:r>
        <w:tab/>
        <w:t>1.013e0</w:t>
      </w:r>
    </w:p>
    <w:p w:rsidR="006974AE" w:rsidRDefault="006974AE" w:rsidP="006974AE">
      <w:r>
        <w:t>919.8904</w:t>
      </w:r>
      <w:r>
        <w:tab/>
        <w:t>1.013e0</w:t>
      </w:r>
    </w:p>
    <w:p w:rsidR="006974AE" w:rsidRDefault="006974AE" w:rsidP="006974AE">
      <w:r>
        <w:t>919.9366</w:t>
      </w:r>
      <w:r>
        <w:tab/>
        <w:t>1.013e0</w:t>
      </w:r>
    </w:p>
    <w:p w:rsidR="006974AE" w:rsidRDefault="006974AE" w:rsidP="006974AE">
      <w:r>
        <w:t>919.9377</w:t>
      </w:r>
      <w:r>
        <w:tab/>
        <w:t>2.025e0</w:t>
      </w:r>
    </w:p>
    <w:p w:rsidR="006974AE" w:rsidRDefault="006974AE" w:rsidP="006974AE">
      <w:r>
        <w:t>919.9529</w:t>
      </w:r>
      <w:r>
        <w:tab/>
        <w:t>2.025e0</w:t>
      </w:r>
    </w:p>
    <w:p w:rsidR="006974AE" w:rsidRDefault="006974AE" w:rsidP="006974AE">
      <w:r>
        <w:t>919.9828</w:t>
      </w:r>
      <w:r>
        <w:tab/>
        <w:t>1.013e0</w:t>
      </w:r>
    </w:p>
    <w:p w:rsidR="006974AE" w:rsidRDefault="006974AE" w:rsidP="006974AE">
      <w:r>
        <w:t>919.9839</w:t>
      </w:r>
      <w:r>
        <w:tab/>
        <w:t>1.013e0</w:t>
      </w:r>
    </w:p>
    <w:p w:rsidR="006974AE" w:rsidRDefault="006974AE" w:rsidP="006974AE">
      <w:r>
        <w:t>920.0291</w:t>
      </w:r>
      <w:r>
        <w:tab/>
        <w:t>1.013e0</w:t>
      </w:r>
    </w:p>
    <w:p w:rsidR="006974AE" w:rsidRDefault="006974AE" w:rsidP="006974AE">
      <w:r>
        <w:t>920.0667</w:t>
      </w:r>
      <w:r>
        <w:tab/>
        <w:t>2.025e0</w:t>
      </w:r>
    </w:p>
    <w:p w:rsidR="006974AE" w:rsidRDefault="006974AE" w:rsidP="006974AE">
      <w:r>
        <w:t>920.1072</w:t>
      </w:r>
      <w:r>
        <w:tab/>
        <w:t>1.013e0</w:t>
      </w:r>
    </w:p>
    <w:p w:rsidR="006974AE" w:rsidRDefault="006974AE" w:rsidP="006974AE">
      <w:r>
        <w:t>920.1689</w:t>
      </w:r>
      <w:r>
        <w:tab/>
        <w:t>1.013e0</w:t>
      </w:r>
    </w:p>
    <w:p w:rsidR="006974AE" w:rsidRDefault="006974AE" w:rsidP="006974AE">
      <w:r>
        <w:lastRenderedPageBreak/>
        <w:t>920.1986</w:t>
      </w:r>
      <w:r>
        <w:tab/>
        <w:t>1.013e0</w:t>
      </w:r>
    </w:p>
    <w:p w:rsidR="006974AE" w:rsidRDefault="006974AE" w:rsidP="006974AE">
      <w:r>
        <w:t>920.2228</w:t>
      </w:r>
      <w:r>
        <w:tab/>
        <w:t>2.025e0</w:t>
      </w:r>
    </w:p>
    <w:p w:rsidR="006974AE" w:rsidRDefault="006974AE" w:rsidP="006974AE">
      <w:r>
        <w:t>920.2443</w:t>
      </w:r>
      <w:r>
        <w:tab/>
        <w:t>1.013e0</w:t>
      </w:r>
    </w:p>
    <w:p w:rsidR="006974AE" w:rsidRDefault="006974AE" w:rsidP="006974AE">
      <w:r>
        <w:t>920.2911</w:t>
      </w:r>
      <w:r>
        <w:tab/>
        <w:t>1.013e0</w:t>
      </w:r>
    </w:p>
    <w:p w:rsidR="006974AE" w:rsidRDefault="006974AE" w:rsidP="006974AE">
      <w:r>
        <w:t>920.3610</w:t>
      </w:r>
      <w:r>
        <w:tab/>
        <w:t>3.038e0</w:t>
      </w:r>
    </w:p>
    <w:p w:rsidR="006974AE" w:rsidRDefault="006974AE" w:rsidP="006974AE">
      <w:r>
        <w:t>920.3682</w:t>
      </w:r>
      <w:r>
        <w:tab/>
        <w:t>1.013e0</w:t>
      </w:r>
    </w:p>
    <w:p w:rsidR="006974AE" w:rsidRDefault="006974AE" w:rsidP="006974AE">
      <w:r>
        <w:t>920.4039</w:t>
      </w:r>
      <w:r>
        <w:tab/>
        <w:t>2.025e0</w:t>
      </w:r>
    </w:p>
    <w:p w:rsidR="006974AE" w:rsidRDefault="006974AE" w:rsidP="006974AE">
      <w:r>
        <w:t>920.4287</w:t>
      </w:r>
      <w:r>
        <w:tab/>
        <w:t>5.687e0</w:t>
      </w:r>
    </w:p>
    <w:p w:rsidR="006974AE" w:rsidRDefault="006974AE" w:rsidP="006974AE">
      <w:r>
        <w:t>920.4399</w:t>
      </w:r>
      <w:r>
        <w:tab/>
        <w:t>3.038e0</w:t>
      </w:r>
    </w:p>
    <w:p w:rsidR="006974AE" w:rsidRDefault="006974AE" w:rsidP="006974AE">
      <w:r>
        <w:t>920.4453</w:t>
      </w:r>
      <w:r>
        <w:tab/>
        <w:t>1.013e0</w:t>
      </w:r>
    </w:p>
    <w:p w:rsidR="006974AE" w:rsidRDefault="006974AE" w:rsidP="006974AE">
      <w:r>
        <w:t>920.4692</w:t>
      </w:r>
      <w:r>
        <w:tab/>
        <w:t>2.025e0</w:t>
      </w:r>
    </w:p>
    <w:p w:rsidR="006974AE" w:rsidRDefault="006974AE" w:rsidP="006974AE">
      <w:r>
        <w:t>920.5032</w:t>
      </w:r>
      <w:r>
        <w:tab/>
        <w:t>2.025e0</w:t>
      </w:r>
    </w:p>
    <w:p w:rsidR="006974AE" w:rsidRDefault="006974AE" w:rsidP="006974AE">
      <w:r>
        <w:t>920.5540</w:t>
      </w:r>
      <w:r>
        <w:tab/>
        <w:t>5.063e0</w:t>
      </w:r>
    </w:p>
    <w:p w:rsidR="006974AE" w:rsidRDefault="006974AE" w:rsidP="006974AE">
      <w:r>
        <w:t>920.5763</w:t>
      </w:r>
      <w:r>
        <w:tab/>
        <w:t>2.025e0</w:t>
      </w:r>
    </w:p>
    <w:p w:rsidR="006974AE" w:rsidRDefault="006974AE" w:rsidP="006974AE">
      <w:r>
        <w:t>920.5806</w:t>
      </w:r>
      <w:r>
        <w:tab/>
        <w:t>1.013e0</w:t>
      </w:r>
    </w:p>
    <w:p w:rsidR="006974AE" w:rsidRDefault="006974AE" w:rsidP="006974AE">
      <w:r>
        <w:t>920.5818</w:t>
      </w:r>
      <w:r>
        <w:tab/>
        <w:t>1.013e0</w:t>
      </w:r>
    </w:p>
    <w:p w:rsidR="006974AE" w:rsidRDefault="006974AE" w:rsidP="006974AE">
      <w:r>
        <w:t>920.5917</w:t>
      </w:r>
      <w:r>
        <w:tab/>
        <w:t>2.025e0</w:t>
      </w:r>
    </w:p>
    <w:p w:rsidR="006974AE" w:rsidRDefault="006974AE" w:rsidP="006974AE">
      <w:r>
        <w:t>920.6815</w:t>
      </w:r>
      <w:r>
        <w:tab/>
        <w:t>1.013e0</w:t>
      </w:r>
    </w:p>
    <w:p w:rsidR="006974AE" w:rsidRDefault="006974AE" w:rsidP="006974AE">
      <w:r>
        <w:t>920.7085</w:t>
      </w:r>
      <w:r>
        <w:tab/>
        <w:t>1.013e0</w:t>
      </w:r>
    </w:p>
    <w:p w:rsidR="006974AE" w:rsidRDefault="006974AE" w:rsidP="006974AE">
      <w:r>
        <w:lastRenderedPageBreak/>
        <w:t>920.7161</w:t>
      </w:r>
      <w:r>
        <w:tab/>
        <w:t>1.013e0</w:t>
      </w:r>
    </w:p>
    <w:p w:rsidR="006974AE" w:rsidRDefault="006974AE" w:rsidP="006974AE">
      <w:r>
        <w:t>920.8307</w:t>
      </w:r>
      <w:r>
        <w:tab/>
        <w:t>1.013e0</w:t>
      </w:r>
    </w:p>
    <w:p w:rsidR="006974AE" w:rsidRDefault="006974AE" w:rsidP="006974AE">
      <w:r>
        <w:t>920.8796</w:t>
      </w:r>
      <w:r>
        <w:tab/>
        <w:t>3.038e0</w:t>
      </w:r>
    </w:p>
    <w:p w:rsidR="006974AE" w:rsidRDefault="006974AE" w:rsidP="006974AE">
      <w:r>
        <w:t>920.9022</w:t>
      </w:r>
      <w:r>
        <w:tab/>
        <w:t>1.013e0</w:t>
      </w:r>
    </w:p>
    <w:p w:rsidR="006974AE" w:rsidRDefault="006974AE" w:rsidP="006974AE">
      <w:r>
        <w:t>920.9183</w:t>
      </w:r>
      <w:r>
        <w:tab/>
        <w:t>1.013e0</w:t>
      </w:r>
    </w:p>
    <w:p w:rsidR="006974AE" w:rsidRDefault="006974AE" w:rsidP="006974AE">
      <w:r>
        <w:t>920.9233</w:t>
      </w:r>
      <w:r>
        <w:tab/>
        <w:t>1.013e0</w:t>
      </w:r>
    </w:p>
    <w:p w:rsidR="006974AE" w:rsidRDefault="006974AE" w:rsidP="006974AE">
      <w:r>
        <w:t>920.9707</w:t>
      </w:r>
      <w:r>
        <w:tab/>
        <w:t>1.013e0</w:t>
      </w:r>
    </w:p>
    <w:p w:rsidR="006974AE" w:rsidRDefault="006974AE" w:rsidP="006974AE">
      <w:r>
        <w:t>921.0239</w:t>
      </w:r>
      <w:r>
        <w:tab/>
        <w:t>3.038e0</w:t>
      </w:r>
    </w:p>
    <w:p w:rsidR="006974AE" w:rsidRDefault="006974AE" w:rsidP="006974AE">
      <w:r>
        <w:t>921.0313</w:t>
      </w:r>
      <w:r>
        <w:tab/>
        <w:t>1.013e0</w:t>
      </w:r>
    </w:p>
    <w:p w:rsidR="006974AE" w:rsidRDefault="006974AE" w:rsidP="006974AE">
      <w:r>
        <w:t>921.0633</w:t>
      </w:r>
      <w:r>
        <w:tab/>
        <w:t>1.013e0</w:t>
      </w:r>
    </w:p>
    <w:p w:rsidR="006974AE" w:rsidRDefault="006974AE" w:rsidP="006974AE">
      <w:r>
        <w:t>921.0942</w:t>
      </w:r>
      <w:r>
        <w:tab/>
        <w:t>2.025e0</w:t>
      </w:r>
    </w:p>
    <w:p w:rsidR="006974AE" w:rsidRDefault="006974AE" w:rsidP="006974AE">
      <w:r>
        <w:t>921.1238</w:t>
      </w:r>
      <w:r>
        <w:tab/>
        <w:t>1.013e0</w:t>
      </w:r>
    </w:p>
    <w:p w:rsidR="006974AE" w:rsidRDefault="006974AE" w:rsidP="006974AE">
      <w:r>
        <w:t>921.1547</w:t>
      </w:r>
      <w:r>
        <w:tab/>
        <w:t>1.013e0</w:t>
      </w:r>
    </w:p>
    <w:p w:rsidR="006974AE" w:rsidRDefault="006974AE" w:rsidP="006974AE">
      <w:r>
        <w:t>921.2176</w:t>
      </w:r>
      <w:r>
        <w:tab/>
        <w:t>2.025e0</w:t>
      </w:r>
    </w:p>
    <w:p w:rsidR="006974AE" w:rsidRDefault="006974AE" w:rsidP="006974AE">
      <w:r>
        <w:t>921.2228</w:t>
      </w:r>
      <w:r>
        <w:tab/>
        <w:t>1.013e0</w:t>
      </w:r>
    </w:p>
    <w:p w:rsidR="006974AE" w:rsidRDefault="006974AE" w:rsidP="006974AE">
      <w:r>
        <w:t>921.2400</w:t>
      </w:r>
      <w:r>
        <w:tab/>
        <w:t>1.013e0</w:t>
      </w:r>
    </w:p>
    <w:p w:rsidR="006974AE" w:rsidRDefault="006974AE" w:rsidP="006974AE">
      <w:r>
        <w:t>921.2936</w:t>
      </w:r>
      <w:r>
        <w:tab/>
        <w:t>1.013e0</w:t>
      </w:r>
    </w:p>
    <w:p w:rsidR="006974AE" w:rsidRDefault="006974AE" w:rsidP="006974AE">
      <w:r>
        <w:t>921.3245</w:t>
      </w:r>
      <w:r>
        <w:tab/>
        <w:t>1.013e0</w:t>
      </w:r>
    </w:p>
    <w:p w:rsidR="006974AE" w:rsidRDefault="006974AE" w:rsidP="006974AE">
      <w:r>
        <w:t>921.3406</w:t>
      </w:r>
      <w:r>
        <w:tab/>
        <w:t>4.968e0</w:t>
      </w:r>
    </w:p>
    <w:p w:rsidR="006974AE" w:rsidRDefault="006974AE" w:rsidP="006974AE">
      <w:r>
        <w:lastRenderedPageBreak/>
        <w:t>921.3564</w:t>
      </w:r>
      <w:r>
        <w:tab/>
        <w:t>1.013e0</w:t>
      </w:r>
    </w:p>
    <w:p w:rsidR="006974AE" w:rsidRDefault="006974AE" w:rsidP="006974AE">
      <w:r>
        <w:t>921.4249</w:t>
      </w:r>
      <w:r>
        <w:tab/>
        <w:t>1.013e0</w:t>
      </w:r>
    </w:p>
    <w:p w:rsidR="006974AE" w:rsidRDefault="006974AE" w:rsidP="006974AE">
      <w:r>
        <w:t>921.4336</w:t>
      </w:r>
      <w:r>
        <w:tab/>
        <w:t>1.013e0</w:t>
      </w:r>
    </w:p>
    <w:p w:rsidR="006974AE" w:rsidRDefault="006974AE" w:rsidP="006974AE">
      <w:r>
        <w:t>921.4479</w:t>
      </w:r>
      <w:r>
        <w:tab/>
        <w:t>1.013e0</w:t>
      </w:r>
    </w:p>
    <w:p w:rsidR="006974AE" w:rsidRDefault="006974AE" w:rsidP="006974AE">
      <w:r>
        <w:t>921.4700</w:t>
      </w:r>
      <w:r>
        <w:tab/>
        <w:t>3.853e0</w:t>
      </w:r>
    </w:p>
    <w:p w:rsidR="006974AE" w:rsidRDefault="006974AE" w:rsidP="006974AE">
      <w:r>
        <w:t>921.4772</w:t>
      </w:r>
      <w:r>
        <w:tab/>
        <w:t>2.025e0</w:t>
      </w:r>
    </w:p>
    <w:p w:rsidR="006974AE" w:rsidRDefault="006974AE" w:rsidP="006974AE">
      <w:r>
        <w:t>921.4783</w:t>
      </w:r>
      <w:r>
        <w:tab/>
        <w:t>3.038e0</w:t>
      </w:r>
    </w:p>
    <w:p w:rsidR="006974AE" w:rsidRDefault="006974AE" w:rsidP="006974AE">
      <w:r>
        <w:t>921.4845</w:t>
      </w:r>
      <w:r>
        <w:tab/>
        <w:t>5.063e0</w:t>
      </w:r>
    </w:p>
    <w:p w:rsidR="006974AE" w:rsidRDefault="006974AE" w:rsidP="006974AE">
      <w:r>
        <w:t>921.4951</w:t>
      </w:r>
      <w:r>
        <w:tab/>
        <w:t>2.025e0</w:t>
      </w:r>
    </w:p>
    <w:p w:rsidR="006974AE" w:rsidRDefault="006974AE" w:rsidP="006974AE">
      <w:r>
        <w:t>921.5405</w:t>
      </w:r>
      <w:r>
        <w:tab/>
        <w:t>2.025e0</w:t>
      </w:r>
    </w:p>
    <w:p w:rsidR="006974AE" w:rsidRDefault="006974AE" w:rsidP="006974AE">
      <w:r>
        <w:t>921.5938</w:t>
      </w:r>
      <w:r>
        <w:tab/>
        <w:t>1.013e0</w:t>
      </w:r>
    </w:p>
    <w:p w:rsidR="006974AE" w:rsidRDefault="006974AE" w:rsidP="006974AE">
      <w:r>
        <w:t>921.5950</w:t>
      </w:r>
      <w:r>
        <w:tab/>
        <w:t>1.013e0</w:t>
      </w:r>
    </w:p>
    <w:p w:rsidR="006974AE" w:rsidRDefault="006974AE" w:rsidP="006974AE">
      <w:r>
        <w:t>921.6486</w:t>
      </w:r>
      <w:r>
        <w:tab/>
        <w:t>1.013e0</w:t>
      </w:r>
    </w:p>
    <w:p w:rsidR="006974AE" w:rsidRDefault="006974AE" w:rsidP="006974AE">
      <w:r>
        <w:t>921.7103</w:t>
      </w:r>
      <w:r>
        <w:tab/>
        <w:t>1.013e0</w:t>
      </w:r>
    </w:p>
    <w:p w:rsidR="006974AE" w:rsidRDefault="006974AE" w:rsidP="006974AE">
      <w:r>
        <w:t>921.7206</w:t>
      </w:r>
      <w:r>
        <w:tab/>
        <w:t>2.025e0</w:t>
      </w:r>
    </w:p>
    <w:p w:rsidR="006974AE" w:rsidRDefault="006974AE" w:rsidP="006974AE">
      <w:r>
        <w:t>921.7278</w:t>
      </w:r>
      <w:r>
        <w:tab/>
        <w:t>1.013e0</w:t>
      </w:r>
    </w:p>
    <w:p w:rsidR="006974AE" w:rsidRDefault="006974AE" w:rsidP="006974AE">
      <w:r>
        <w:t>921.7971</w:t>
      </w:r>
      <w:r>
        <w:tab/>
        <w:t>1.013e0</w:t>
      </w:r>
    </w:p>
    <w:p w:rsidR="006974AE" w:rsidRDefault="006974AE" w:rsidP="006974AE">
      <w:r>
        <w:t>921.8081</w:t>
      </w:r>
      <w:r>
        <w:tab/>
        <w:t>2.025e0</w:t>
      </w:r>
    </w:p>
    <w:p w:rsidR="006974AE" w:rsidRDefault="006974AE" w:rsidP="006974AE">
      <w:r>
        <w:t>921.8658</w:t>
      </w:r>
      <w:r>
        <w:tab/>
        <w:t>1.013e0</w:t>
      </w:r>
    </w:p>
    <w:p w:rsidR="006974AE" w:rsidRDefault="006974AE" w:rsidP="006974AE">
      <w:r>
        <w:lastRenderedPageBreak/>
        <w:t>921.8920</w:t>
      </w:r>
      <w:r>
        <w:tab/>
        <w:t>3.038e0</w:t>
      </w:r>
    </w:p>
    <w:p w:rsidR="006974AE" w:rsidRDefault="006974AE" w:rsidP="006974AE">
      <w:r>
        <w:t>921.8956</w:t>
      </w:r>
      <w:r>
        <w:tab/>
        <w:t>1.013e0</w:t>
      </w:r>
    </w:p>
    <w:p w:rsidR="006974AE" w:rsidRDefault="006974AE" w:rsidP="006974AE">
      <w:r>
        <w:t>921.9123</w:t>
      </w:r>
      <w:r>
        <w:tab/>
        <w:t>4.051e0</w:t>
      </w:r>
    </w:p>
    <w:p w:rsidR="006974AE" w:rsidRDefault="006974AE" w:rsidP="006974AE">
      <w:r>
        <w:t>921.9882</w:t>
      </w:r>
      <w:r>
        <w:tab/>
        <w:t>1.013e0</w:t>
      </w:r>
    </w:p>
    <w:p w:rsidR="006974AE" w:rsidRDefault="006974AE" w:rsidP="006974AE">
      <w:r>
        <w:t>922.0018</w:t>
      </w:r>
      <w:r>
        <w:tab/>
        <w:t>1.013e0</w:t>
      </w:r>
    </w:p>
    <w:p w:rsidR="006974AE" w:rsidRDefault="006974AE" w:rsidP="006974AE">
      <w:r>
        <w:t>922.0500</w:t>
      </w:r>
      <w:r>
        <w:tab/>
        <w:t>1.013e0</w:t>
      </w:r>
    </w:p>
    <w:p w:rsidR="006974AE" w:rsidRDefault="006974AE" w:rsidP="006974AE">
      <w:r>
        <w:t>922.0839</w:t>
      </w:r>
      <w:r>
        <w:tab/>
        <w:t>1.013e0</w:t>
      </w:r>
    </w:p>
    <w:p w:rsidR="006974AE" w:rsidRDefault="006974AE" w:rsidP="006974AE">
      <w:r>
        <w:t>922.1001</w:t>
      </w:r>
      <w:r>
        <w:tab/>
        <w:t>2.025e0</w:t>
      </w:r>
    </w:p>
    <w:p w:rsidR="006974AE" w:rsidRDefault="006974AE" w:rsidP="006974AE">
      <w:r>
        <w:t>922.1273</w:t>
      </w:r>
      <w:r>
        <w:tab/>
        <w:t>1.013e0</w:t>
      </w:r>
    </w:p>
    <w:p w:rsidR="006974AE" w:rsidRDefault="006974AE" w:rsidP="006974AE">
      <w:r>
        <w:t>922.1880</w:t>
      </w:r>
      <w:r>
        <w:tab/>
        <w:t>1.013e0</w:t>
      </w:r>
    </w:p>
    <w:p w:rsidR="006974AE" w:rsidRDefault="006974AE" w:rsidP="006974AE">
      <w:r>
        <w:t>922.1890</w:t>
      </w:r>
      <w:r>
        <w:tab/>
        <w:t>1.013e0</w:t>
      </w:r>
    </w:p>
    <w:p w:rsidR="006974AE" w:rsidRDefault="006974AE" w:rsidP="006974AE">
      <w:r>
        <w:t>922.2524</w:t>
      </w:r>
      <w:r>
        <w:tab/>
        <w:t>1.013e0</w:t>
      </w:r>
    </w:p>
    <w:p w:rsidR="006974AE" w:rsidRDefault="006974AE" w:rsidP="006974AE">
      <w:r>
        <w:t>922.2675</w:t>
      </w:r>
      <w:r>
        <w:tab/>
        <w:t>3.038e0</w:t>
      </w:r>
    </w:p>
    <w:p w:rsidR="006974AE" w:rsidRDefault="006974AE" w:rsidP="006974AE">
      <w:r>
        <w:t>922.2833</w:t>
      </w:r>
      <w:r>
        <w:tab/>
        <w:t>2.025e0</w:t>
      </w:r>
    </w:p>
    <w:p w:rsidR="006974AE" w:rsidRDefault="006974AE" w:rsidP="006974AE">
      <w:r>
        <w:t>922.3281</w:t>
      </w:r>
      <w:r>
        <w:tab/>
        <w:t>1.013e0</w:t>
      </w:r>
    </w:p>
    <w:p w:rsidR="006974AE" w:rsidRDefault="006974AE" w:rsidP="006974AE">
      <w:r>
        <w:t>922.3350</w:t>
      </w:r>
      <w:r>
        <w:tab/>
        <w:t>2.025e0</w:t>
      </w:r>
    </w:p>
    <w:p w:rsidR="006974AE" w:rsidRDefault="006974AE" w:rsidP="006974AE">
      <w:r>
        <w:t>922.3512</w:t>
      </w:r>
      <w:r>
        <w:tab/>
        <w:t>2.025e0</w:t>
      </w:r>
    </w:p>
    <w:p w:rsidR="006974AE" w:rsidRDefault="006974AE" w:rsidP="006974AE">
      <w:r>
        <w:t>922.3755</w:t>
      </w:r>
      <w:r>
        <w:tab/>
        <w:t>1.013e0</w:t>
      </w:r>
    </w:p>
    <w:p w:rsidR="006974AE" w:rsidRDefault="006974AE" w:rsidP="006974AE">
      <w:r>
        <w:t>922.3828</w:t>
      </w:r>
      <w:r>
        <w:tab/>
        <w:t>2.691e0</w:t>
      </w:r>
    </w:p>
    <w:p w:rsidR="006974AE" w:rsidRDefault="006974AE" w:rsidP="006974AE">
      <w:r>
        <w:lastRenderedPageBreak/>
        <w:t>922.3846</w:t>
      </w:r>
      <w:r>
        <w:tab/>
        <w:t>2.839e0</w:t>
      </w:r>
    </w:p>
    <w:p w:rsidR="006974AE" w:rsidRDefault="006974AE" w:rsidP="006974AE">
      <w:r>
        <w:t>922.4229</w:t>
      </w:r>
      <w:r>
        <w:tab/>
        <w:t>4.051e0</w:t>
      </w:r>
    </w:p>
    <w:p w:rsidR="006974AE" w:rsidRDefault="006974AE" w:rsidP="006974AE">
      <w:r>
        <w:t>922.4375</w:t>
      </w:r>
      <w:r>
        <w:tab/>
        <w:t>1.013e0</w:t>
      </w:r>
    </w:p>
    <w:p w:rsidR="006974AE" w:rsidRDefault="006974AE" w:rsidP="006974AE">
      <w:r>
        <w:t>922.4471</w:t>
      </w:r>
      <w:r>
        <w:tab/>
        <w:t>2.025e0</w:t>
      </w:r>
    </w:p>
    <w:p w:rsidR="006974AE" w:rsidRDefault="006974AE" w:rsidP="006974AE">
      <w:r>
        <w:t>922.4713</w:t>
      </w:r>
      <w:r>
        <w:tab/>
        <w:t>4.051e0</w:t>
      </w:r>
    </w:p>
    <w:p w:rsidR="006974AE" w:rsidRDefault="006974AE" w:rsidP="006974AE">
      <w:r>
        <w:t>922.4929</w:t>
      </w:r>
      <w:r>
        <w:tab/>
        <w:t>7.089e0</w:t>
      </w:r>
    </w:p>
    <w:p w:rsidR="006974AE" w:rsidRDefault="006974AE" w:rsidP="006974AE">
      <w:r>
        <w:t>922.5081</w:t>
      </w:r>
      <w:r>
        <w:tab/>
        <w:t>1.013e0</w:t>
      </w:r>
    </w:p>
    <w:p w:rsidR="006974AE" w:rsidRDefault="006974AE" w:rsidP="006974AE">
      <w:r>
        <w:t>922.5189</w:t>
      </w:r>
      <w:r>
        <w:tab/>
        <w:t>2.603e0</w:t>
      </w:r>
    </w:p>
    <w:p w:rsidR="006974AE" w:rsidRDefault="006974AE" w:rsidP="006974AE">
      <w:r>
        <w:t>922.5212</w:t>
      </w:r>
      <w:r>
        <w:tab/>
        <w:t>5.063e0</w:t>
      </w:r>
    </w:p>
    <w:p w:rsidR="006974AE" w:rsidRDefault="006974AE" w:rsidP="006974AE">
      <w:r>
        <w:t>922.5686</w:t>
      </w:r>
      <w:r>
        <w:tab/>
        <w:t>2.025e0</w:t>
      </w:r>
    </w:p>
    <w:p w:rsidR="006974AE" w:rsidRDefault="006974AE" w:rsidP="006974AE">
      <w:r>
        <w:t>922.5753</w:t>
      </w:r>
      <w:r>
        <w:tab/>
        <w:t>2.025e0</w:t>
      </w:r>
    </w:p>
    <w:p w:rsidR="006974AE" w:rsidRDefault="006974AE" w:rsidP="006974AE">
      <w:r>
        <w:t>922.5764</w:t>
      </w:r>
      <w:r>
        <w:tab/>
        <w:t>1.013e0</w:t>
      </w:r>
    </w:p>
    <w:p w:rsidR="006974AE" w:rsidRDefault="006974AE" w:rsidP="006974AE">
      <w:r>
        <w:t>922.6382</w:t>
      </w:r>
      <w:r>
        <w:tab/>
        <w:t>1.013e0</w:t>
      </w:r>
    </w:p>
    <w:p w:rsidR="006974AE" w:rsidRDefault="006974AE" w:rsidP="006974AE">
      <w:r>
        <w:t>922.6525</w:t>
      </w:r>
      <w:r>
        <w:tab/>
        <w:t>1.013e0</w:t>
      </w:r>
    </w:p>
    <w:p w:rsidR="006974AE" w:rsidRDefault="006974AE" w:rsidP="006974AE">
      <w:r>
        <w:t>922.6769</w:t>
      </w:r>
      <w:r>
        <w:tab/>
        <w:t>1.013e0</w:t>
      </w:r>
    </w:p>
    <w:p w:rsidR="006974AE" w:rsidRDefault="006974AE" w:rsidP="006974AE">
      <w:r>
        <w:t>922.6834</w:t>
      </w:r>
      <w:r>
        <w:tab/>
        <w:t>1.013e0</w:t>
      </w:r>
    </w:p>
    <w:p w:rsidR="006974AE" w:rsidRDefault="006974AE" w:rsidP="006974AE">
      <w:r>
        <w:t>922.6923</w:t>
      </w:r>
      <w:r>
        <w:tab/>
        <w:t>2.025e0</w:t>
      </w:r>
    </w:p>
    <w:p w:rsidR="006974AE" w:rsidRDefault="006974AE" w:rsidP="006974AE">
      <w:r>
        <w:t>922.7054</w:t>
      </w:r>
      <w:r>
        <w:tab/>
        <w:t>2.025e0</w:t>
      </w:r>
    </w:p>
    <w:p w:rsidR="006974AE" w:rsidRDefault="006974AE" w:rsidP="006974AE">
      <w:r>
        <w:t>922.7464</w:t>
      </w:r>
      <w:r>
        <w:tab/>
        <w:t>1.013e0</w:t>
      </w:r>
    </w:p>
    <w:p w:rsidR="006974AE" w:rsidRDefault="006974AE" w:rsidP="006974AE">
      <w:r>
        <w:lastRenderedPageBreak/>
        <w:t>922.7916</w:t>
      </w:r>
      <w:r>
        <w:tab/>
        <w:t>1.013e0</w:t>
      </w:r>
    </w:p>
    <w:p w:rsidR="006974AE" w:rsidRDefault="006974AE" w:rsidP="006974AE">
      <w:r>
        <w:t>922.7934</w:t>
      </w:r>
      <w:r>
        <w:tab/>
        <w:t>1.013e0</w:t>
      </w:r>
    </w:p>
    <w:p w:rsidR="006974AE" w:rsidRDefault="006974AE" w:rsidP="006974AE">
      <w:r>
        <w:t>922.8225</w:t>
      </w:r>
      <w:r>
        <w:tab/>
        <w:t>1.013e0</w:t>
      </w:r>
    </w:p>
    <w:p w:rsidR="006974AE" w:rsidRDefault="006974AE" w:rsidP="006974AE">
      <w:r>
        <w:t>922.8447</w:t>
      </w:r>
      <w:r>
        <w:tab/>
        <w:t>1.013e0</w:t>
      </w:r>
    </w:p>
    <w:p w:rsidR="006974AE" w:rsidRDefault="006974AE" w:rsidP="006974AE">
      <w:r>
        <w:t>922.8458</w:t>
      </w:r>
      <w:r>
        <w:tab/>
        <w:t>1.013e0</w:t>
      </w:r>
    </w:p>
    <w:p w:rsidR="006974AE" w:rsidRDefault="006974AE" w:rsidP="006974AE">
      <w:r>
        <w:t>922.8790</w:t>
      </w:r>
      <w:r>
        <w:tab/>
        <w:t>1.013e0</w:t>
      </w:r>
    </w:p>
    <w:p w:rsidR="006974AE" w:rsidRDefault="006974AE" w:rsidP="006974AE">
      <w:r>
        <w:t>922.9141</w:t>
      </w:r>
      <w:r>
        <w:tab/>
        <w:t>1.013e0</w:t>
      </w:r>
    </w:p>
    <w:p w:rsidR="006974AE" w:rsidRDefault="006974AE" w:rsidP="006974AE">
      <w:r>
        <w:t>922.9384</w:t>
      </w:r>
      <w:r>
        <w:tab/>
        <w:t>2.025e0</w:t>
      </w:r>
    </w:p>
    <w:p w:rsidR="006974AE" w:rsidRDefault="006974AE" w:rsidP="006974AE">
      <w:r>
        <w:t>922.9880</w:t>
      </w:r>
      <w:r>
        <w:tab/>
        <w:t>2.025e0</w:t>
      </w:r>
    </w:p>
    <w:p w:rsidR="006974AE" w:rsidRDefault="006974AE" w:rsidP="006974AE">
      <w:r>
        <w:t>923.0176</w:t>
      </w:r>
      <w:r>
        <w:tab/>
        <w:t>2.025e0</w:t>
      </w:r>
    </w:p>
    <w:p w:rsidR="006974AE" w:rsidRDefault="006974AE" w:rsidP="006974AE">
      <w:r>
        <w:t>923.0277</w:t>
      </w:r>
      <w:r>
        <w:tab/>
        <w:t>3.038e0</w:t>
      </w:r>
    </w:p>
    <w:p w:rsidR="006974AE" w:rsidRDefault="006974AE" w:rsidP="006974AE">
      <w:r>
        <w:t>923.1162</w:t>
      </w:r>
      <w:r>
        <w:tab/>
        <w:t>1.013e0</w:t>
      </w:r>
    </w:p>
    <w:p w:rsidR="006974AE" w:rsidRDefault="006974AE" w:rsidP="006974AE">
      <w:r>
        <w:t>923.1317</w:t>
      </w:r>
      <w:r>
        <w:tab/>
        <w:t>1.013e0</w:t>
      </w:r>
    </w:p>
    <w:p w:rsidR="006974AE" w:rsidRDefault="006974AE" w:rsidP="006974AE">
      <w:r>
        <w:t>923.1554</w:t>
      </w:r>
      <w:r>
        <w:tab/>
        <w:t>2.025e0</w:t>
      </w:r>
    </w:p>
    <w:p w:rsidR="006974AE" w:rsidRDefault="006974AE" w:rsidP="006974AE">
      <w:r>
        <w:t>923.1780</w:t>
      </w:r>
      <w:r>
        <w:tab/>
        <w:t>1.013e0</w:t>
      </w:r>
    </w:p>
    <w:p w:rsidR="006974AE" w:rsidRDefault="006974AE" w:rsidP="006974AE">
      <w:r>
        <w:t>923.2101</w:t>
      </w:r>
      <w:r>
        <w:tab/>
        <w:t>1.013e0</w:t>
      </w:r>
    </w:p>
    <w:p w:rsidR="006974AE" w:rsidRDefault="006974AE" w:rsidP="006974AE">
      <w:r>
        <w:t>923.2178</w:t>
      </w:r>
      <w:r>
        <w:tab/>
        <w:t>1.013e0</w:t>
      </w:r>
    </w:p>
    <w:p w:rsidR="006974AE" w:rsidRDefault="006974AE" w:rsidP="006974AE">
      <w:r>
        <w:t>923.2698</w:t>
      </w:r>
      <w:r>
        <w:tab/>
        <w:t>1.013e0</w:t>
      </w:r>
    </w:p>
    <w:p w:rsidR="006974AE" w:rsidRDefault="006974AE" w:rsidP="006974AE">
      <w:r>
        <w:t>923.3357</w:t>
      </w:r>
      <w:r>
        <w:tab/>
        <w:t>8.037e0</w:t>
      </w:r>
    </w:p>
    <w:p w:rsidR="006974AE" w:rsidRDefault="006974AE" w:rsidP="006974AE">
      <w:r>
        <w:lastRenderedPageBreak/>
        <w:t>923.3524</w:t>
      </w:r>
      <w:r>
        <w:tab/>
        <w:t>3.038e0</w:t>
      </w:r>
    </w:p>
    <w:p w:rsidR="006974AE" w:rsidRDefault="006974AE" w:rsidP="006974AE">
      <w:r>
        <w:t>923.3558</w:t>
      </w:r>
      <w:r>
        <w:tab/>
        <w:t>1.013e1</w:t>
      </w:r>
    </w:p>
    <w:p w:rsidR="006974AE" w:rsidRDefault="006974AE" w:rsidP="006974AE">
      <w:r>
        <w:t>923.3802</w:t>
      </w:r>
      <w:r>
        <w:tab/>
        <w:t>1.013e0</w:t>
      </w:r>
    </w:p>
    <w:p w:rsidR="006974AE" w:rsidRDefault="006974AE" w:rsidP="006974AE">
      <w:r>
        <w:t>923.4066</w:t>
      </w:r>
      <w:r>
        <w:tab/>
        <w:t>1.786e1</w:t>
      </w:r>
    </w:p>
    <w:p w:rsidR="006974AE" w:rsidRDefault="006974AE" w:rsidP="006974AE">
      <w:r>
        <w:t>923.4116</w:t>
      </w:r>
      <w:r>
        <w:tab/>
        <w:t>5.882e0</w:t>
      </w:r>
    </w:p>
    <w:p w:rsidR="006974AE" w:rsidRDefault="006974AE" w:rsidP="006974AE">
      <w:r>
        <w:t>923.4204</w:t>
      </w:r>
      <w:r>
        <w:tab/>
        <w:t>3.038e0</w:t>
      </w:r>
    </w:p>
    <w:p w:rsidR="006974AE" w:rsidRDefault="006974AE" w:rsidP="006974AE">
      <w:r>
        <w:t>923.4471</w:t>
      </w:r>
      <w:r>
        <w:tab/>
        <w:t>1.626e0</w:t>
      </w:r>
    </w:p>
    <w:p w:rsidR="006974AE" w:rsidRDefault="006974AE" w:rsidP="006974AE">
      <w:r>
        <w:t>923.5260</w:t>
      </w:r>
      <w:r>
        <w:tab/>
        <w:t>2.025e0</w:t>
      </w:r>
    </w:p>
    <w:p w:rsidR="006974AE" w:rsidRDefault="006974AE" w:rsidP="006974AE">
      <w:r>
        <w:t>923.5368</w:t>
      </w:r>
      <w:r>
        <w:tab/>
        <w:t>1.013e0</w:t>
      </w:r>
    </w:p>
    <w:p w:rsidR="006974AE" w:rsidRDefault="006974AE" w:rsidP="006974AE">
      <w:r>
        <w:t>923.5646</w:t>
      </w:r>
      <w:r>
        <w:tab/>
        <w:t>1.013e0</w:t>
      </w:r>
    </w:p>
    <w:p w:rsidR="006974AE" w:rsidRDefault="006974AE" w:rsidP="006974AE">
      <w:r>
        <w:t>923.5699</w:t>
      </w:r>
      <w:r>
        <w:tab/>
        <w:t>2.025e0</w:t>
      </w:r>
    </w:p>
    <w:p w:rsidR="006974AE" w:rsidRDefault="006974AE" w:rsidP="006974AE">
      <w:r>
        <w:t>923.5898</w:t>
      </w:r>
      <w:r>
        <w:tab/>
        <w:t>1.013e0</w:t>
      </w:r>
    </w:p>
    <w:p w:rsidR="006974AE" w:rsidRDefault="006974AE" w:rsidP="006974AE">
      <w:r>
        <w:t>923.6409</w:t>
      </w:r>
      <w:r>
        <w:tab/>
        <w:t>1.013e0</w:t>
      </w:r>
    </w:p>
    <w:p w:rsidR="006974AE" w:rsidRDefault="006974AE" w:rsidP="006974AE">
      <w:r>
        <w:t>923.6421</w:t>
      </w:r>
      <w:r>
        <w:tab/>
        <w:t>1.013e0</w:t>
      </w:r>
    </w:p>
    <w:p w:rsidR="006974AE" w:rsidRDefault="006974AE" w:rsidP="006974AE">
      <w:r>
        <w:t>923.6741</w:t>
      </w:r>
      <w:r>
        <w:tab/>
        <w:t>2.025e0</w:t>
      </w:r>
    </w:p>
    <w:p w:rsidR="006974AE" w:rsidRDefault="006974AE" w:rsidP="006974AE">
      <w:r>
        <w:t>923.6881</w:t>
      </w:r>
      <w:r>
        <w:tab/>
        <w:t>2.025e0</w:t>
      </w:r>
    </w:p>
    <w:p w:rsidR="006974AE" w:rsidRDefault="006974AE" w:rsidP="006974AE">
      <w:r>
        <w:t>923.7139</w:t>
      </w:r>
      <w:r>
        <w:tab/>
        <w:t>2.025e0</w:t>
      </w:r>
    </w:p>
    <w:p w:rsidR="006974AE" w:rsidRDefault="006974AE" w:rsidP="006974AE">
      <w:r>
        <w:t>923.7194</w:t>
      </w:r>
      <w:r>
        <w:tab/>
        <w:t>1.013e0</w:t>
      </w:r>
    </w:p>
    <w:p w:rsidR="006974AE" w:rsidRDefault="006974AE" w:rsidP="006974AE">
      <w:r>
        <w:t>923.7348</w:t>
      </w:r>
      <w:r>
        <w:tab/>
        <w:t>1.013e0</w:t>
      </w:r>
    </w:p>
    <w:p w:rsidR="006974AE" w:rsidRDefault="006974AE" w:rsidP="006974AE">
      <w:r>
        <w:lastRenderedPageBreak/>
        <w:t>923.7758</w:t>
      </w:r>
      <w:r>
        <w:tab/>
        <w:t>1.013e0</w:t>
      </w:r>
    </w:p>
    <w:p w:rsidR="006974AE" w:rsidRDefault="006974AE" w:rsidP="006974AE">
      <w:r>
        <w:t>923.8271</w:t>
      </w:r>
      <w:r>
        <w:tab/>
        <w:t>1.013e0</w:t>
      </w:r>
    </w:p>
    <w:p w:rsidR="006974AE" w:rsidRDefault="006974AE" w:rsidP="006974AE">
      <w:r>
        <w:t>923.8586</w:t>
      </w:r>
      <w:r>
        <w:tab/>
        <w:t>1.013e0</w:t>
      </w:r>
    </w:p>
    <w:p w:rsidR="006974AE" w:rsidRDefault="006974AE" w:rsidP="006974AE">
      <w:r>
        <w:t>923.9520</w:t>
      </w:r>
      <w:r>
        <w:tab/>
        <w:t>4.051e0</w:t>
      </w:r>
    </w:p>
    <w:p w:rsidR="006974AE" w:rsidRDefault="006974AE" w:rsidP="006974AE">
      <w:r>
        <w:t>924.0443</w:t>
      </w:r>
      <w:r>
        <w:tab/>
        <w:t>1.013e0</w:t>
      </w:r>
    </w:p>
    <w:p w:rsidR="006974AE" w:rsidRDefault="006974AE" w:rsidP="006974AE">
      <w:r>
        <w:t>924.0767</w:t>
      </w:r>
      <w:r>
        <w:tab/>
        <w:t>3.038e0</w:t>
      </w:r>
    </w:p>
    <w:p w:rsidR="006974AE" w:rsidRDefault="006974AE" w:rsidP="006974AE">
      <w:r>
        <w:t>924.1123</w:t>
      </w:r>
      <w:r>
        <w:tab/>
        <w:t>1.013e0</w:t>
      </w:r>
    </w:p>
    <w:p w:rsidR="006974AE" w:rsidRDefault="006974AE" w:rsidP="006974AE">
      <w:r>
        <w:t>924.1135</w:t>
      </w:r>
      <w:r>
        <w:tab/>
        <w:t>1.013e0</w:t>
      </w:r>
    </w:p>
    <w:p w:rsidR="006974AE" w:rsidRDefault="006974AE" w:rsidP="006974AE">
      <w:r>
        <w:t>924.1326</w:t>
      </w:r>
      <w:r>
        <w:tab/>
        <w:t>2.025e0</w:t>
      </w:r>
    </w:p>
    <w:p w:rsidR="006974AE" w:rsidRDefault="006974AE" w:rsidP="006974AE">
      <w:r>
        <w:t>924.2069</w:t>
      </w:r>
      <w:r>
        <w:tab/>
        <w:t>4.051e0</w:t>
      </w:r>
    </w:p>
    <w:p w:rsidR="006974AE" w:rsidRDefault="006974AE" w:rsidP="006974AE">
      <w:r>
        <w:t>924.2919</w:t>
      </w:r>
      <w:r>
        <w:tab/>
        <w:t>1.013e0</w:t>
      </w:r>
    </w:p>
    <w:p w:rsidR="006974AE" w:rsidRDefault="006974AE" w:rsidP="006974AE">
      <w:r>
        <w:t>924.3074</w:t>
      </w:r>
      <w:r>
        <w:tab/>
        <w:t>1.013e0</w:t>
      </w:r>
    </w:p>
    <w:p w:rsidR="006974AE" w:rsidRDefault="006974AE" w:rsidP="006974AE">
      <w:r>
        <w:t>924.3410</w:t>
      </w:r>
      <w:r>
        <w:tab/>
        <w:t>4.051e0</w:t>
      </w:r>
    </w:p>
    <w:p w:rsidR="006974AE" w:rsidRDefault="006974AE" w:rsidP="006974AE">
      <w:r>
        <w:t>924.3710</w:t>
      </w:r>
      <w:r>
        <w:tab/>
        <w:t>8.923e0</w:t>
      </w:r>
    </w:p>
    <w:p w:rsidR="006974AE" w:rsidRDefault="006974AE" w:rsidP="006974AE">
      <w:r>
        <w:t>924.3840</w:t>
      </w:r>
      <w:r>
        <w:tab/>
        <w:t>4.051e0</w:t>
      </w:r>
    </w:p>
    <w:p w:rsidR="006974AE" w:rsidRDefault="006974AE" w:rsidP="006974AE">
      <w:r>
        <w:t>924.3919</w:t>
      </w:r>
      <w:r>
        <w:tab/>
        <w:t>4.051e0</w:t>
      </w:r>
    </w:p>
    <w:p w:rsidR="006974AE" w:rsidRDefault="006974AE" w:rsidP="006974AE">
      <w:r>
        <w:t>924.4007</w:t>
      </w:r>
      <w:r>
        <w:tab/>
        <w:t>5.293e0</w:t>
      </w:r>
    </w:p>
    <w:p w:rsidR="006974AE" w:rsidRDefault="006974AE" w:rsidP="006974AE">
      <w:r>
        <w:t>924.4158</w:t>
      </w:r>
      <w:r>
        <w:tab/>
        <w:t>1.013e0</w:t>
      </w:r>
    </w:p>
    <w:p w:rsidR="006974AE" w:rsidRDefault="006974AE" w:rsidP="006974AE">
      <w:r>
        <w:t>924.5014</w:t>
      </w:r>
      <w:r>
        <w:tab/>
        <w:t>1.013e0</w:t>
      </w:r>
    </w:p>
    <w:p w:rsidR="006974AE" w:rsidRDefault="006974AE" w:rsidP="006974AE">
      <w:r>
        <w:lastRenderedPageBreak/>
        <w:t>924.5110</w:t>
      </w:r>
      <w:r>
        <w:tab/>
        <w:t>4.051e0</w:t>
      </w:r>
    </w:p>
    <w:p w:rsidR="006974AE" w:rsidRDefault="006974AE" w:rsidP="006974AE">
      <w:r>
        <w:t>924.5200</w:t>
      </w:r>
      <w:r>
        <w:tab/>
        <w:t>3.038e0</w:t>
      </w:r>
    </w:p>
    <w:p w:rsidR="006974AE" w:rsidRDefault="006974AE" w:rsidP="006974AE">
      <w:r>
        <w:t>924.5536</w:t>
      </w:r>
      <w:r>
        <w:tab/>
        <w:t>1.013e0</w:t>
      </w:r>
    </w:p>
    <w:p w:rsidR="006974AE" w:rsidRDefault="006974AE" w:rsidP="006974AE">
      <w:r>
        <w:t>924.5563</w:t>
      </w:r>
      <w:r>
        <w:tab/>
        <w:t>1.013e0</w:t>
      </w:r>
    </w:p>
    <w:p w:rsidR="006974AE" w:rsidRDefault="006974AE" w:rsidP="006974AE">
      <w:r>
        <w:t>924.5632</w:t>
      </w:r>
      <w:r>
        <w:tab/>
        <w:t>3.038e0</w:t>
      </w:r>
    </w:p>
    <w:p w:rsidR="006974AE" w:rsidRDefault="006974AE" w:rsidP="006974AE">
      <w:r>
        <w:t>924.6103</w:t>
      </w:r>
      <w:r>
        <w:tab/>
        <w:t>4.051e0</w:t>
      </w:r>
    </w:p>
    <w:p w:rsidR="006974AE" w:rsidRDefault="006974AE" w:rsidP="006974AE">
      <w:r>
        <w:t>924.6190</w:t>
      </w:r>
      <w:r>
        <w:tab/>
        <w:t>1.013e0</w:t>
      </w:r>
    </w:p>
    <w:p w:rsidR="006974AE" w:rsidRDefault="006974AE" w:rsidP="006974AE">
      <w:r>
        <w:t>924.7651</w:t>
      </w:r>
      <w:r>
        <w:tab/>
        <w:t>2.025e0</w:t>
      </w:r>
    </w:p>
    <w:p w:rsidR="006974AE" w:rsidRDefault="006974AE" w:rsidP="006974AE">
      <w:r>
        <w:t>924.7731</w:t>
      </w:r>
      <w:r>
        <w:tab/>
        <w:t>1.013e0</w:t>
      </w:r>
    </w:p>
    <w:p w:rsidR="006974AE" w:rsidRDefault="006974AE" w:rsidP="006974AE">
      <w:r>
        <w:t>924.8039</w:t>
      </w:r>
      <w:r>
        <w:tab/>
        <w:t>2.025e0</w:t>
      </w:r>
    </w:p>
    <w:p w:rsidR="006974AE" w:rsidRDefault="006974AE" w:rsidP="006974AE">
      <w:r>
        <w:t>924.8195</w:t>
      </w:r>
      <w:r>
        <w:tab/>
        <w:t>1.013e0</w:t>
      </w:r>
    </w:p>
    <w:p w:rsidR="006974AE" w:rsidRDefault="006974AE" w:rsidP="006974AE">
      <w:r>
        <w:t>924.8339</w:t>
      </w:r>
      <w:r>
        <w:tab/>
        <w:t>1.013e0</w:t>
      </w:r>
    </w:p>
    <w:p w:rsidR="006974AE" w:rsidRDefault="006974AE" w:rsidP="006974AE">
      <w:r>
        <w:t>924.8906</w:t>
      </w:r>
      <w:r>
        <w:tab/>
        <w:t>1.013e0</w:t>
      </w:r>
    </w:p>
    <w:p w:rsidR="006974AE" w:rsidRDefault="006974AE" w:rsidP="006974AE">
      <w:r>
        <w:t>924.9080</w:t>
      </w:r>
      <w:r>
        <w:tab/>
        <w:t>1.013e0</w:t>
      </w:r>
    </w:p>
    <w:p w:rsidR="006974AE" w:rsidRDefault="006974AE" w:rsidP="006974AE">
      <w:r>
        <w:t>924.9268</w:t>
      </w:r>
      <w:r>
        <w:tab/>
        <w:t>1.013e0</w:t>
      </w:r>
    </w:p>
    <w:p w:rsidR="006974AE" w:rsidRDefault="006974AE" w:rsidP="006974AE">
      <w:r>
        <w:t>924.9578</w:t>
      </w:r>
      <w:r>
        <w:tab/>
        <w:t>1.013e0</w:t>
      </w:r>
    </w:p>
    <w:p w:rsidR="006974AE" w:rsidRDefault="006974AE" w:rsidP="006974AE">
      <w:r>
        <w:t>924.9589</w:t>
      </w:r>
      <w:r>
        <w:tab/>
        <w:t>1.013e0</w:t>
      </w:r>
    </w:p>
    <w:p w:rsidR="006974AE" w:rsidRDefault="006974AE" w:rsidP="006974AE">
      <w:r>
        <w:t>925.0195</w:t>
      </w:r>
      <w:r>
        <w:tab/>
        <w:t>7.089e0</w:t>
      </w:r>
    </w:p>
    <w:p w:rsidR="006974AE" w:rsidRDefault="006974AE" w:rsidP="006974AE">
      <w:r>
        <w:t>925.0352</w:t>
      </w:r>
      <w:r>
        <w:tab/>
        <w:t>2.025e0</w:t>
      </w:r>
    </w:p>
    <w:p w:rsidR="006974AE" w:rsidRDefault="006974AE" w:rsidP="006974AE">
      <w:r>
        <w:lastRenderedPageBreak/>
        <w:t>925.0364</w:t>
      </w:r>
      <w:r>
        <w:tab/>
        <w:t>1.013e0</w:t>
      </w:r>
    </w:p>
    <w:p w:rsidR="006974AE" w:rsidRDefault="006974AE" w:rsidP="006974AE">
      <w:r>
        <w:t>925.0593</w:t>
      </w:r>
      <w:r>
        <w:tab/>
        <w:t>1.013e0</w:t>
      </w:r>
    </w:p>
    <w:p w:rsidR="006974AE" w:rsidRDefault="006974AE" w:rsidP="006974AE">
      <w:r>
        <w:t>925.0817</w:t>
      </w:r>
      <w:r>
        <w:tab/>
        <w:t>1.013e0</w:t>
      </w:r>
    </w:p>
    <w:p w:rsidR="006974AE" w:rsidRDefault="006974AE" w:rsidP="006974AE">
      <w:r>
        <w:t>925.1144</w:t>
      </w:r>
      <w:r>
        <w:tab/>
        <w:t>3.586e0</w:t>
      </w:r>
    </w:p>
    <w:p w:rsidR="006974AE" w:rsidRDefault="006974AE" w:rsidP="006974AE">
      <w:r>
        <w:t>925.1437</w:t>
      </w:r>
      <w:r>
        <w:tab/>
        <w:t>1.013e0</w:t>
      </w:r>
    </w:p>
    <w:p w:rsidR="006974AE" w:rsidRDefault="006974AE" w:rsidP="006974AE">
      <w:r>
        <w:t>925.1591</w:t>
      </w:r>
      <w:r>
        <w:tab/>
        <w:t>1.013e0</w:t>
      </w:r>
    </w:p>
    <w:p w:rsidR="006974AE" w:rsidRDefault="006974AE" w:rsidP="006974AE">
      <w:r>
        <w:t>925.1908</w:t>
      </w:r>
      <w:r>
        <w:tab/>
        <w:t>3.038e0</w:t>
      </w:r>
    </w:p>
    <w:p w:rsidR="006974AE" w:rsidRDefault="006974AE" w:rsidP="006974AE">
      <w:r>
        <w:t>925.1946</w:t>
      </w:r>
      <w:r>
        <w:tab/>
        <w:t>2.025e0</w:t>
      </w:r>
    </w:p>
    <w:p w:rsidR="006974AE" w:rsidRDefault="006974AE" w:rsidP="006974AE">
      <w:r>
        <w:t>925.3695</w:t>
      </w:r>
      <w:r>
        <w:tab/>
        <w:t>3.741e0</w:t>
      </w:r>
    </w:p>
    <w:p w:rsidR="006974AE" w:rsidRDefault="006974AE" w:rsidP="006974AE">
      <w:r>
        <w:t>925.3919</w:t>
      </w:r>
      <w:r>
        <w:tab/>
        <w:t>4.051e0</w:t>
      </w:r>
    </w:p>
    <w:p w:rsidR="006974AE" w:rsidRDefault="006974AE" w:rsidP="006974AE">
      <w:r>
        <w:t>925.4082</w:t>
      </w:r>
      <w:r>
        <w:tab/>
        <w:t>2.025e0</w:t>
      </w:r>
    </w:p>
    <w:p w:rsidR="006974AE" w:rsidRDefault="006974AE" w:rsidP="006974AE">
      <w:r>
        <w:t>925.4318</w:t>
      </w:r>
      <w:r>
        <w:tab/>
        <w:t>3.918e0</w:t>
      </w:r>
    </w:p>
    <w:p w:rsidR="006974AE" w:rsidRDefault="006974AE" w:rsidP="006974AE">
      <w:r>
        <w:t>925.4702</w:t>
      </w:r>
      <w:r>
        <w:tab/>
        <w:t>2.025e0</w:t>
      </w:r>
    </w:p>
    <w:p w:rsidR="006974AE" w:rsidRDefault="006974AE" w:rsidP="006974AE">
      <w:r>
        <w:t>925.4713</w:t>
      </w:r>
      <w:r>
        <w:tab/>
        <w:t>2.667e0</w:t>
      </w:r>
    </w:p>
    <w:p w:rsidR="006974AE" w:rsidRDefault="006974AE" w:rsidP="006974AE">
      <w:r>
        <w:t>925.4738</w:t>
      </w:r>
      <w:r>
        <w:tab/>
        <w:t>4.051e0</w:t>
      </w:r>
    </w:p>
    <w:p w:rsidR="006974AE" w:rsidRDefault="006974AE" w:rsidP="006974AE">
      <w:r>
        <w:t>925.5543</w:t>
      </w:r>
      <w:r>
        <w:tab/>
        <w:t>2.025e0</w:t>
      </w:r>
    </w:p>
    <w:p w:rsidR="006974AE" w:rsidRDefault="006974AE" w:rsidP="006974AE">
      <w:r>
        <w:t>925.6038</w:t>
      </w:r>
      <w:r>
        <w:tab/>
        <w:t>3.038e0</w:t>
      </w:r>
    </w:p>
    <w:p w:rsidR="006974AE" w:rsidRDefault="006974AE" w:rsidP="006974AE">
      <w:r>
        <w:t>925.6182</w:t>
      </w:r>
      <w:r>
        <w:tab/>
        <w:t>2.025e0</w:t>
      </w:r>
    </w:p>
    <w:p w:rsidR="006974AE" w:rsidRDefault="006974AE" w:rsidP="006974AE">
      <w:r>
        <w:t>925.6223</w:t>
      </w:r>
      <w:r>
        <w:tab/>
        <w:t>2.025e0</w:t>
      </w:r>
    </w:p>
    <w:p w:rsidR="006974AE" w:rsidRDefault="006974AE" w:rsidP="006974AE">
      <w:r>
        <w:lastRenderedPageBreak/>
        <w:t>925.6407</w:t>
      </w:r>
      <w:r>
        <w:tab/>
        <w:t>1.013e0</w:t>
      </w:r>
    </w:p>
    <w:p w:rsidR="006974AE" w:rsidRDefault="006974AE" w:rsidP="006974AE">
      <w:r>
        <w:t>925.6717</w:t>
      </w:r>
      <w:r>
        <w:tab/>
        <w:t>2.025e0</w:t>
      </w:r>
    </w:p>
    <w:p w:rsidR="006974AE" w:rsidRDefault="006974AE" w:rsidP="006974AE">
      <w:r>
        <w:t>925.7335</w:t>
      </w:r>
      <w:r>
        <w:tab/>
        <w:t>1.013e0</w:t>
      </w:r>
    </w:p>
    <w:p w:rsidR="006974AE" w:rsidRDefault="006974AE" w:rsidP="006974AE">
      <w:r>
        <w:t>925.7996</w:t>
      </w:r>
      <w:r>
        <w:tab/>
        <w:t>2.025e0</w:t>
      </w:r>
    </w:p>
    <w:p w:rsidR="006974AE" w:rsidRDefault="006974AE" w:rsidP="006974AE">
      <w:r>
        <w:t>925.9431</w:t>
      </w:r>
      <w:r>
        <w:tab/>
        <w:t>2.025e0</w:t>
      </w:r>
    </w:p>
    <w:p w:rsidR="006974AE" w:rsidRDefault="006974AE" w:rsidP="006974AE">
      <w:r>
        <w:t>925.9507</w:t>
      </w:r>
      <w:r>
        <w:tab/>
        <w:t>1.013e0</w:t>
      </w:r>
    </w:p>
    <w:p w:rsidR="006974AE" w:rsidRDefault="006974AE" w:rsidP="006974AE">
      <w:r>
        <w:t>925.9717</w:t>
      </w:r>
      <w:r>
        <w:tab/>
        <w:t>1.013e0</w:t>
      </w:r>
    </w:p>
    <w:p w:rsidR="006974AE" w:rsidRDefault="006974AE" w:rsidP="006974AE">
      <w:r>
        <w:t>925.9729</w:t>
      </w:r>
      <w:r>
        <w:tab/>
        <w:t>1.013e0</w:t>
      </w:r>
    </w:p>
    <w:p w:rsidR="006974AE" w:rsidRDefault="006974AE" w:rsidP="006974AE">
      <w:r>
        <w:t>926.0422</w:t>
      </w:r>
      <w:r>
        <w:tab/>
        <w:t>1.013e0</w:t>
      </w:r>
    </w:p>
    <w:p w:rsidR="006974AE" w:rsidRDefault="006974AE" w:rsidP="006974AE">
      <w:r>
        <w:t>926.0666</w:t>
      </w:r>
      <w:r>
        <w:tab/>
        <w:t>2.025e0</w:t>
      </w:r>
    </w:p>
    <w:p w:rsidR="006974AE" w:rsidRDefault="006974AE" w:rsidP="006974AE">
      <w:r>
        <w:t>926.0760</w:t>
      </w:r>
      <w:r>
        <w:tab/>
        <w:t>5.063e0</w:t>
      </w:r>
    </w:p>
    <w:p w:rsidR="006974AE" w:rsidRDefault="006974AE" w:rsidP="006974AE">
      <w:r>
        <w:t>926.1197</w:t>
      </w:r>
      <w:r>
        <w:tab/>
        <w:t>2.025e0</w:t>
      </w:r>
    </w:p>
    <w:p w:rsidR="006974AE" w:rsidRDefault="006974AE" w:rsidP="006974AE">
      <w:r>
        <w:t>926.2094</w:t>
      </w:r>
      <w:r>
        <w:tab/>
        <w:t>1.013e0</w:t>
      </w:r>
    </w:p>
    <w:p w:rsidR="006974AE" w:rsidRDefault="006974AE" w:rsidP="006974AE">
      <w:r>
        <w:t>926.2133</w:t>
      </w:r>
      <w:r>
        <w:tab/>
        <w:t>1.013e0</w:t>
      </w:r>
    </w:p>
    <w:p w:rsidR="006974AE" w:rsidRDefault="006974AE" w:rsidP="006974AE">
      <w:r>
        <w:t>926.2753</w:t>
      </w:r>
      <w:r>
        <w:tab/>
        <w:t>1.013e0</w:t>
      </w:r>
    </w:p>
    <w:p w:rsidR="006974AE" w:rsidRDefault="006974AE" w:rsidP="006974AE">
      <w:r>
        <w:t>926.2823</w:t>
      </w:r>
      <w:r>
        <w:tab/>
        <w:t>3.038e0</w:t>
      </w:r>
    </w:p>
    <w:p w:rsidR="006974AE" w:rsidRDefault="006974AE" w:rsidP="006974AE">
      <w:r>
        <w:t>926.3262</w:t>
      </w:r>
      <w:r>
        <w:tab/>
        <w:t>1.013e0</w:t>
      </w:r>
    </w:p>
    <w:p w:rsidR="006974AE" w:rsidRDefault="006974AE" w:rsidP="006974AE">
      <w:r>
        <w:t>926.3607</w:t>
      </w:r>
      <w:r>
        <w:tab/>
        <w:t>1.013e0</w:t>
      </w:r>
    </w:p>
    <w:p w:rsidR="006974AE" w:rsidRDefault="006974AE" w:rsidP="006974AE">
      <w:r>
        <w:t>926.3887</w:t>
      </w:r>
      <w:r>
        <w:tab/>
        <w:t>5.063e0</w:t>
      </w:r>
    </w:p>
    <w:p w:rsidR="006974AE" w:rsidRDefault="006974AE" w:rsidP="006974AE">
      <w:r>
        <w:lastRenderedPageBreak/>
        <w:t>926.4182</w:t>
      </w:r>
      <w:r>
        <w:tab/>
        <w:t>5.063e0</w:t>
      </w:r>
    </w:p>
    <w:p w:rsidR="006974AE" w:rsidRDefault="006974AE" w:rsidP="006974AE">
      <w:r>
        <w:t>926.4302</w:t>
      </w:r>
      <w:r>
        <w:tab/>
        <w:t>1.344e0</w:t>
      </w:r>
    </w:p>
    <w:p w:rsidR="006974AE" w:rsidRDefault="006974AE" w:rsidP="006974AE">
      <w:r>
        <w:t>926.4944</w:t>
      </w:r>
      <w:r>
        <w:tab/>
        <w:t>3.038e0</w:t>
      </w:r>
    </w:p>
    <w:p w:rsidR="006974AE" w:rsidRDefault="006974AE" w:rsidP="006974AE">
      <w:r>
        <w:t>926.5294</w:t>
      </w:r>
      <w:r>
        <w:tab/>
        <w:t>1.013e0</w:t>
      </w:r>
    </w:p>
    <w:p w:rsidR="006974AE" w:rsidRDefault="006974AE" w:rsidP="006974AE">
      <w:r>
        <w:t>926.5856</w:t>
      </w:r>
      <w:r>
        <w:tab/>
        <w:t>1.013e0</w:t>
      </w:r>
    </w:p>
    <w:p w:rsidR="006974AE" w:rsidRDefault="006974AE" w:rsidP="006974AE">
      <w:r>
        <w:t>926.5867</w:t>
      </w:r>
      <w:r>
        <w:tab/>
        <w:t>2.025e0</w:t>
      </w:r>
    </w:p>
    <w:p w:rsidR="006974AE" w:rsidRDefault="006974AE" w:rsidP="006974AE">
      <w:r>
        <w:t>926.5926</w:t>
      </w:r>
      <w:r>
        <w:tab/>
        <w:t>4.051e0</w:t>
      </w:r>
    </w:p>
    <w:p w:rsidR="006974AE" w:rsidRDefault="006974AE" w:rsidP="006974AE">
      <w:r>
        <w:t>926.6011</w:t>
      </w:r>
      <w:r>
        <w:tab/>
        <w:t>1.013e0</w:t>
      </w:r>
    </w:p>
    <w:p w:rsidR="006974AE" w:rsidRDefault="006974AE" w:rsidP="006974AE">
      <w:r>
        <w:t>926.6022</w:t>
      </w:r>
      <w:r>
        <w:tab/>
        <w:t>2.025e0</w:t>
      </w:r>
    </w:p>
    <w:p w:rsidR="006974AE" w:rsidRDefault="006974AE" w:rsidP="006974AE">
      <w:r>
        <w:t>926.6321</w:t>
      </w:r>
      <w:r>
        <w:tab/>
        <w:t>1.013e0</w:t>
      </w:r>
    </w:p>
    <w:p w:rsidR="006974AE" w:rsidRDefault="006974AE" w:rsidP="006974AE">
      <w:r>
        <w:t>926.6804</w:t>
      </w:r>
      <w:r>
        <w:tab/>
        <w:t>1.013e0</w:t>
      </w:r>
    </w:p>
    <w:p w:rsidR="006974AE" w:rsidRDefault="006974AE" w:rsidP="006974AE">
      <w:r>
        <w:t>926.7109</w:t>
      </w:r>
      <w:r>
        <w:tab/>
        <w:t>1.013e0</w:t>
      </w:r>
    </w:p>
    <w:p w:rsidR="006974AE" w:rsidRDefault="006974AE" w:rsidP="006974AE">
      <w:r>
        <w:t>926.7718</w:t>
      </w:r>
      <w:r>
        <w:tab/>
        <w:t>1.013e0</w:t>
      </w:r>
    </w:p>
    <w:p w:rsidR="006974AE" w:rsidRDefault="006974AE" w:rsidP="006974AE">
      <w:r>
        <w:t>926.7729</w:t>
      </w:r>
      <w:r>
        <w:tab/>
        <w:t>2.025e0</w:t>
      </w:r>
    </w:p>
    <w:p w:rsidR="006974AE" w:rsidRDefault="006974AE" w:rsidP="006974AE">
      <w:r>
        <w:t>926.8184</w:t>
      </w:r>
      <w:r>
        <w:tab/>
        <w:t>1.013e0</w:t>
      </w:r>
    </w:p>
    <w:p w:rsidR="006974AE" w:rsidRDefault="006974AE" w:rsidP="006974AE">
      <w:r>
        <w:t>926.8816</w:t>
      </w:r>
      <w:r>
        <w:tab/>
        <w:t>1.013e0</w:t>
      </w:r>
    </w:p>
    <w:p w:rsidR="006974AE" w:rsidRDefault="006974AE" w:rsidP="006974AE">
      <w:r>
        <w:t>926.9813</w:t>
      </w:r>
      <w:r>
        <w:tab/>
        <w:t>3.038e0</w:t>
      </w:r>
    </w:p>
    <w:p w:rsidR="006974AE" w:rsidRDefault="006974AE" w:rsidP="006974AE">
      <w:r>
        <w:t>926.9891</w:t>
      </w:r>
      <w:r>
        <w:tab/>
        <w:t>1.013e0</w:t>
      </w:r>
    </w:p>
    <w:p w:rsidR="006974AE" w:rsidRDefault="006974AE" w:rsidP="006974AE">
      <w:r>
        <w:t>927.0834</w:t>
      </w:r>
      <w:r>
        <w:tab/>
        <w:t>1.013e0</w:t>
      </w:r>
    </w:p>
    <w:p w:rsidR="006974AE" w:rsidRDefault="006974AE" w:rsidP="006974AE">
      <w:r>
        <w:lastRenderedPageBreak/>
        <w:t>927.1144</w:t>
      </w:r>
      <w:r>
        <w:tab/>
        <w:t>1.013e0</w:t>
      </w:r>
    </w:p>
    <w:p w:rsidR="006974AE" w:rsidRDefault="006974AE" w:rsidP="006974AE">
      <w:r>
        <w:t>927.1387</w:t>
      </w:r>
      <w:r>
        <w:tab/>
        <w:t>1.013e0</w:t>
      </w:r>
    </w:p>
    <w:p w:rsidR="006974AE" w:rsidRDefault="006974AE" w:rsidP="006974AE">
      <w:r>
        <w:t>927.2231</w:t>
      </w:r>
      <w:r>
        <w:tab/>
        <w:t>1.013e0</w:t>
      </w:r>
    </w:p>
    <w:p w:rsidR="006974AE" w:rsidRDefault="006974AE" w:rsidP="006974AE">
      <w:r>
        <w:t>927.3085</w:t>
      </w:r>
      <w:r>
        <w:tab/>
        <w:t>1.013e0</w:t>
      </w:r>
    </w:p>
    <w:p w:rsidR="006974AE" w:rsidRDefault="006974AE" w:rsidP="006974AE">
      <w:r>
        <w:t>927.3245</w:t>
      </w:r>
      <w:r>
        <w:tab/>
        <w:t>1.013e0</w:t>
      </w:r>
    </w:p>
    <w:p w:rsidR="006974AE" w:rsidRDefault="006974AE" w:rsidP="006974AE">
      <w:r>
        <w:t>927.3306</w:t>
      </w:r>
      <w:r>
        <w:tab/>
        <w:t>1.013e0</w:t>
      </w:r>
    </w:p>
    <w:p w:rsidR="006974AE" w:rsidRDefault="006974AE" w:rsidP="006974AE">
      <w:r>
        <w:t>927.4094</w:t>
      </w:r>
      <w:r>
        <w:tab/>
        <w:t>1.013e0</w:t>
      </w:r>
    </w:p>
    <w:p w:rsidR="006974AE" w:rsidRDefault="006974AE" w:rsidP="006974AE">
      <w:r>
        <w:t>927.4644</w:t>
      </w:r>
      <w:r>
        <w:tab/>
        <w:t>8.101e0</w:t>
      </w:r>
    </w:p>
    <w:p w:rsidR="006974AE" w:rsidRDefault="006974AE" w:rsidP="006974AE">
      <w:r>
        <w:t>927.4890</w:t>
      </w:r>
      <w:r>
        <w:tab/>
        <w:t>2.025e0</w:t>
      </w:r>
    </w:p>
    <w:p w:rsidR="006974AE" w:rsidRDefault="006974AE" w:rsidP="006974AE">
      <w:r>
        <w:t>927.4947</w:t>
      </w:r>
      <w:r>
        <w:tab/>
        <w:t>3.038e0</w:t>
      </w:r>
    </w:p>
    <w:p w:rsidR="006974AE" w:rsidRDefault="006974AE" w:rsidP="006974AE">
      <w:r>
        <w:t>927.5103</w:t>
      </w:r>
      <w:r>
        <w:tab/>
        <w:t>1.013e0</w:t>
      </w:r>
    </w:p>
    <w:p w:rsidR="006974AE" w:rsidRDefault="006974AE" w:rsidP="006974AE">
      <w:r>
        <w:t>927.5807</w:t>
      </w:r>
      <w:r>
        <w:tab/>
        <w:t>2.025e0</w:t>
      </w:r>
    </w:p>
    <w:p w:rsidR="006974AE" w:rsidRDefault="006974AE" w:rsidP="006974AE">
      <w:r>
        <w:t>927.5945</w:t>
      </w:r>
      <w:r>
        <w:tab/>
        <w:t>2.025e0</w:t>
      </w:r>
    </w:p>
    <w:p w:rsidR="006974AE" w:rsidRDefault="006974AE" w:rsidP="006974AE">
      <w:r>
        <w:t>927.5958</w:t>
      </w:r>
      <w:r>
        <w:tab/>
        <w:t>1.013e0</w:t>
      </w:r>
    </w:p>
    <w:p w:rsidR="006974AE" w:rsidRDefault="006974AE" w:rsidP="006974AE">
      <w:r>
        <w:t>927.6113</w:t>
      </w:r>
      <w:r>
        <w:tab/>
        <w:t>1.013e0</w:t>
      </w:r>
    </w:p>
    <w:p w:rsidR="006974AE" w:rsidRDefault="006974AE" w:rsidP="006974AE">
      <w:r>
        <w:t>927.6245</w:t>
      </w:r>
      <w:r>
        <w:tab/>
        <w:t>2.025e0</w:t>
      </w:r>
    </w:p>
    <w:p w:rsidR="006974AE" w:rsidRDefault="006974AE" w:rsidP="006974AE">
      <w:r>
        <w:t>927.6928</w:t>
      </w:r>
      <w:r>
        <w:tab/>
        <w:t>2.025e0</w:t>
      </w:r>
    </w:p>
    <w:p w:rsidR="006974AE" w:rsidRDefault="006974AE" w:rsidP="006974AE">
      <w:r>
        <w:t>927.7145</w:t>
      </w:r>
      <w:r>
        <w:tab/>
        <w:t>1.013e0</w:t>
      </w:r>
    </w:p>
    <w:p w:rsidR="006974AE" w:rsidRDefault="006974AE" w:rsidP="006974AE">
      <w:r>
        <w:t>927.7470</w:t>
      </w:r>
      <w:r>
        <w:tab/>
        <w:t>3.038e0</w:t>
      </w:r>
    </w:p>
    <w:p w:rsidR="006974AE" w:rsidRDefault="006974AE" w:rsidP="006974AE">
      <w:r>
        <w:lastRenderedPageBreak/>
        <w:t>927.7822</w:t>
      </w:r>
      <w:r>
        <w:tab/>
        <w:t>1.013e0</w:t>
      </w:r>
    </w:p>
    <w:p w:rsidR="006974AE" w:rsidRDefault="006974AE" w:rsidP="006974AE">
      <w:r>
        <w:t>927.8297</w:t>
      </w:r>
      <w:r>
        <w:tab/>
        <w:t>2.025e0</w:t>
      </w:r>
    </w:p>
    <w:p w:rsidR="006974AE" w:rsidRDefault="006974AE" w:rsidP="006974AE">
      <w:r>
        <w:t>927.8587</w:t>
      </w:r>
      <w:r>
        <w:tab/>
        <w:t>1.013e0</w:t>
      </w:r>
    </w:p>
    <w:p w:rsidR="006974AE" w:rsidRDefault="006974AE" w:rsidP="006974AE">
      <w:r>
        <w:t>927.8746</w:t>
      </w:r>
      <w:r>
        <w:tab/>
        <w:t>2.025e0</w:t>
      </w:r>
    </w:p>
    <w:p w:rsidR="006974AE" w:rsidRDefault="006974AE" w:rsidP="006974AE">
      <w:r>
        <w:t>927.9142</w:t>
      </w:r>
      <w:r>
        <w:tab/>
        <w:t>2.025e0</w:t>
      </w:r>
    </w:p>
    <w:p w:rsidR="006974AE" w:rsidRDefault="006974AE" w:rsidP="006974AE">
      <w:r>
        <w:t>927.9520</w:t>
      </w:r>
      <w:r>
        <w:tab/>
        <w:t>1.013e0</w:t>
      </w:r>
    </w:p>
    <w:p w:rsidR="006974AE" w:rsidRDefault="006974AE" w:rsidP="006974AE">
      <w:r>
        <w:t>927.9842</w:t>
      </w:r>
      <w:r>
        <w:tab/>
        <w:t>1.013e0</w:t>
      </w:r>
    </w:p>
    <w:p w:rsidR="006974AE" w:rsidRDefault="006974AE" w:rsidP="006974AE">
      <w:r>
        <w:t>927.9986</w:t>
      </w:r>
      <w:r>
        <w:tab/>
        <w:t>1.013e0</w:t>
      </w:r>
    </w:p>
    <w:p w:rsidR="006974AE" w:rsidRDefault="006974AE" w:rsidP="006974AE">
      <w:r>
        <w:t>928.0344</w:t>
      </w:r>
      <w:r>
        <w:tab/>
        <w:t>1.013e0</w:t>
      </w:r>
    </w:p>
    <w:p w:rsidR="006974AE" w:rsidRDefault="006974AE" w:rsidP="006974AE">
      <w:r>
        <w:t>928.0789</w:t>
      </w:r>
      <w:r>
        <w:tab/>
        <w:t>2.025e0</w:t>
      </w:r>
    </w:p>
    <w:p w:rsidR="006974AE" w:rsidRDefault="006974AE" w:rsidP="006974AE">
      <w:r>
        <w:t>928.1035</w:t>
      </w:r>
      <w:r>
        <w:tab/>
        <w:t>1.013e0</w:t>
      </w:r>
    </w:p>
    <w:p w:rsidR="006974AE" w:rsidRDefault="006974AE" w:rsidP="006974AE">
      <w:r>
        <w:t>928.1208</w:t>
      </w:r>
      <w:r>
        <w:tab/>
        <w:t>1.013e0</w:t>
      </w:r>
    </w:p>
    <w:p w:rsidR="006974AE" w:rsidRDefault="006974AE" w:rsidP="006974AE">
      <w:r>
        <w:t>928.1551</w:t>
      </w:r>
      <w:r>
        <w:tab/>
        <w:t>1.013e0</w:t>
      </w:r>
    </w:p>
    <w:p w:rsidR="006974AE" w:rsidRDefault="006974AE" w:rsidP="006974AE">
      <w:r>
        <w:t>928.2161</w:t>
      </w:r>
      <w:r>
        <w:tab/>
        <w:t>1.013e0</w:t>
      </w:r>
    </w:p>
    <w:p w:rsidR="006974AE" w:rsidRDefault="006974AE" w:rsidP="006974AE">
      <w:r>
        <w:t>928.2549</w:t>
      </w:r>
      <w:r>
        <w:tab/>
        <w:t>1.013e0</w:t>
      </w:r>
    </w:p>
    <w:p w:rsidR="006974AE" w:rsidRDefault="006974AE" w:rsidP="006974AE">
      <w:r>
        <w:t>928.3261</w:t>
      </w:r>
      <w:r>
        <w:tab/>
        <w:t>1.013e0</w:t>
      </w:r>
    </w:p>
    <w:p w:rsidR="006974AE" w:rsidRDefault="006974AE" w:rsidP="006974AE">
      <w:r>
        <w:t>928.3552</w:t>
      </w:r>
      <w:r>
        <w:tab/>
        <w:t>2.025e0</w:t>
      </w:r>
    </w:p>
    <w:p w:rsidR="006974AE" w:rsidRDefault="006974AE" w:rsidP="006974AE">
      <w:r>
        <w:t>928.3654</w:t>
      </w:r>
      <w:r>
        <w:tab/>
        <w:t>1.896e0</w:t>
      </w:r>
    </w:p>
    <w:p w:rsidR="006974AE" w:rsidRDefault="006974AE" w:rsidP="006974AE">
      <w:r>
        <w:t>928.4026</w:t>
      </w:r>
      <w:r>
        <w:tab/>
        <w:t>1.013e0</w:t>
      </w:r>
    </w:p>
    <w:p w:rsidR="006974AE" w:rsidRDefault="006974AE" w:rsidP="006974AE">
      <w:r>
        <w:lastRenderedPageBreak/>
        <w:t>928.4599</w:t>
      </w:r>
      <w:r>
        <w:tab/>
        <w:t>4.051e0</w:t>
      </w:r>
    </w:p>
    <w:p w:rsidR="006974AE" w:rsidRDefault="006974AE" w:rsidP="006974AE">
      <w:r>
        <w:t>928.4879</w:t>
      </w:r>
      <w:r>
        <w:tab/>
        <w:t>5.063e0</w:t>
      </w:r>
    </w:p>
    <w:p w:rsidR="006974AE" w:rsidRDefault="006974AE" w:rsidP="006974AE">
      <w:r>
        <w:t>928.4971</w:t>
      </w:r>
      <w:r>
        <w:tab/>
        <w:t>1.013e0</w:t>
      </w:r>
    </w:p>
    <w:p w:rsidR="006974AE" w:rsidRDefault="006974AE" w:rsidP="006974AE">
      <w:r>
        <w:t>928.5082</w:t>
      </w:r>
      <w:r>
        <w:tab/>
        <w:t>3.746e0</w:t>
      </w:r>
    </w:p>
    <w:p w:rsidR="006974AE" w:rsidRDefault="006974AE" w:rsidP="006974AE">
      <w:r>
        <w:t>928.5175</w:t>
      </w:r>
      <w:r>
        <w:tab/>
        <w:t>3.038e0</w:t>
      </w:r>
    </w:p>
    <w:p w:rsidR="006974AE" w:rsidRDefault="006974AE" w:rsidP="006974AE">
      <w:r>
        <w:t>928.5437</w:t>
      </w:r>
      <w:r>
        <w:tab/>
        <w:t>1.013e0</w:t>
      </w:r>
    </w:p>
    <w:p w:rsidR="006974AE" w:rsidRDefault="006974AE" w:rsidP="006974AE">
      <w:r>
        <w:t>928.5581</w:t>
      </w:r>
      <w:r>
        <w:tab/>
        <w:t>1.013e0</w:t>
      </w:r>
    </w:p>
    <w:p w:rsidR="006974AE" w:rsidRDefault="006974AE" w:rsidP="006974AE">
      <w:r>
        <w:t>928.5737</w:t>
      </w:r>
      <w:r>
        <w:tab/>
        <w:t>1.013e0</w:t>
      </w:r>
    </w:p>
    <w:p w:rsidR="006974AE" w:rsidRDefault="006974AE" w:rsidP="006974AE">
      <w:r>
        <w:t>928.5917</w:t>
      </w:r>
      <w:r>
        <w:tab/>
        <w:t>2.025e0</w:t>
      </w:r>
    </w:p>
    <w:p w:rsidR="006974AE" w:rsidRDefault="006974AE" w:rsidP="006974AE">
      <w:r>
        <w:t>928.6215</w:t>
      </w:r>
      <w:r>
        <w:tab/>
        <w:t>1.013e0</w:t>
      </w:r>
    </w:p>
    <w:p w:rsidR="006974AE" w:rsidRDefault="006974AE" w:rsidP="006974AE">
      <w:r>
        <w:t>928.6359</w:t>
      </w:r>
      <w:r>
        <w:tab/>
        <w:t>1.013e0</w:t>
      </w:r>
    </w:p>
    <w:p w:rsidR="006974AE" w:rsidRDefault="006974AE" w:rsidP="006974AE">
      <w:r>
        <w:t>928.6575</w:t>
      </w:r>
      <w:r>
        <w:tab/>
        <w:t>2.025e0</w:t>
      </w:r>
    </w:p>
    <w:p w:rsidR="006974AE" w:rsidRDefault="006974AE" w:rsidP="006974AE">
      <w:r>
        <w:t>928.6769</w:t>
      </w:r>
      <w:r>
        <w:tab/>
        <w:t>1.013e0</w:t>
      </w:r>
    </w:p>
    <w:p w:rsidR="006974AE" w:rsidRDefault="006974AE" w:rsidP="006974AE">
      <w:r>
        <w:t>928.6992</w:t>
      </w:r>
      <w:r>
        <w:tab/>
        <w:t>1.013e0</w:t>
      </w:r>
    </w:p>
    <w:p w:rsidR="006974AE" w:rsidRDefault="006974AE" w:rsidP="006974AE">
      <w:r>
        <w:t>928.7914</w:t>
      </w:r>
      <w:r>
        <w:tab/>
        <w:t>1.013e0</w:t>
      </w:r>
    </w:p>
    <w:p w:rsidR="006974AE" w:rsidRDefault="006974AE" w:rsidP="006974AE">
      <w:r>
        <w:t>928.8224</w:t>
      </w:r>
      <w:r>
        <w:tab/>
        <w:t>1.013e0</w:t>
      </w:r>
    </w:p>
    <w:p w:rsidR="006974AE" w:rsidRDefault="006974AE" w:rsidP="006974AE">
      <w:r>
        <w:t>928.8236</w:t>
      </w:r>
      <w:r>
        <w:tab/>
        <w:t>1.013e0</w:t>
      </w:r>
    </w:p>
    <w:p w:rsidR="006974AE" w:rsidRDefault="006974AE" w:rsidP="006974AE">
      <w:r>
        <w:t>928.8283</w:t>
      </w:r>
      <w:r>
        <w:tab/>
        <w:t>1.013e0</w:t>
      </w:r>
    </w:p>
    <w:p w:rsidR="006974AE" w:rsidRDefault="006974AE" w:rsidP="006974AE">
      <w:r>
        <w:t>928.8627</w:t>
      </w:r>
      <w:r>
        <w:tab/>
        <w:t>1.013e0</w:t>
      </w:r>
    </w:p>
    <w:p w:rsidR="006974AE" w:rsidRDefault="006974AE" w:rsidP="006974AE">
      <w:r>
        <w:lastRenderedPageBreak/>
        <w:t>928.8974</w:t>
      </w:r>
      <w:r>
        <w:tab/>
        <w:t>1.013e0</w:t>
      </w:r>
    </w:p>
    <w:p w:rsidR="006974AE" w:rsidRDefault="006974AE" w:rsidP="006974AE">
      <w:r>
        <w:t>928.9325</w:t>
      </w:r>
      <w:r>
        <w:tab/>
        <w:t>1.013e0</w:t>
      </w:r>
    </w:p>
    <w:p w:rsidR="006974AE" w:rsidRDefault="006974AE" w:rsidP="006974AE">
      <w:r>
        <w:t>928.9856</w:t>
      </w:r>
      <w:r>
        <w:tab/>
        <w:t>2.025e0</w:t>
      </w:r>
    </w:p>
    <w:p w:rsidR="006974AE" w:rsidRDefault="006974AE" w:rsidP="006974AE">
      <w:r>
        <w:t>929.0019</w:t>
      </w:r>
      <w:r>
        <w:tab/>
        <w:t>2.025e0</w:t>
      </w:r>
    </w:p>
    <w:p w:rsidR="006974AE" w:rsidRDefault="006974AE" w:rsidP="006974AE">
      <w:r>
        <w:t>929.0485</w:t>
      </w:r>
      <w:r>
        <w:tab/>
        <w:t>2.025e0</w:t>
      </w:r>
    </w:p>
    <w:p w:rsidR="006974AE" w:rsidRDefault="006974AE" w:rsidP="006974AE">
      <w:r>
        <w:t>929.1335</w:t>
      </w:r>
      <w:r>
        <w:tab/>
        <w:t>1.013e0</w:t>
      </w:r>
    </w:p>
    <w:p w:rsidR="006974AE" w:rsidRDefault="006974AE" w:rsidP="006974AE">
      <w:r>
        <w:t>929.2463</w:t>
      </w:r>
      <w:r>
        <w:tab/>
        <w:t>2.025e0</w:t>
      </w:r>
    </w:p>
    <w:p w:rsidR="006974AE" w:rsidRDefault="006974AE" w:rsidP="006974AE">
      <w:r>
        <w:t>929.2687</w:t>
      </w:r>
      <w:r>
        <w:tab/>
        <w:t>1.013e0</w:t>
      </w:r>
    </w:p>
    <w:p w:rsidR="006974AE" w:rsidRDefault="006974AE" w:rsidP="006974AE">
      <w:r>
        <w:t>929.2891</w:t>
      </w:r>
      <w:r>
        <w:tab/>
        <w:t>1.013e0</w:t>
      </w:r>
    </w:p>
    <w:p w:rsidR="006974AE" w:rsidRDefault="006974AE" w:rsidP="006974AE">
      <w:r>
        <w:t>929.2950</w:t>
      </w:r>
      <w:r>
        <w:tab/>
        <w:t>2.025e0</w:t>
      </w:r>
    </w:p>
    <w:p w:rsidR="006974AE" w:rsidRDefault="006974AE" w:rsidP="006974AE">
      <w:r>
        <w:t>929.3370</w:t>
      </w:r>
      <w:r>
        <w:tab/>
        <w:t>2.025e0</w:t>
      </w:r>
    </w:p>
    <w:p w:rsidR="006974AE" w:rsidRDefault="006974AE" w:rsidP="006974AE">
      <w:r>
        <w:t>929.3669</w:t>
      </w:r>
      <w:r>
        <w:tab/>
        <w:t>1.013e0</w:t>
      </w:r>
    </w:p>
    <w:p w:rsidR="006974AE" w:rsidRDefault="006974AE" w:rsidP="006974AE">
      <w:r>
        <w:t>929.3693</w:t>
      </w:r>
      <w:r>
        <w:tab/>
        <w:t>3.038e0</w:t>
      </w:r>
    </w:p>
    <w:p w:rsidR="006974AE" w:rsidRDefault="006974AE" w:rsidP="006974AE">
      <w:r>
        <w:t>929.3775</w:t>
      </w:r>
      <w:r>
        <w:tab/>
        <w:t>6.683e0</w:t>
      </w:r>
    </w:p>
    <w:p w:rsidR="006974AE" w:rsidRDefault="006974AE" w:rsidP="006974AE">
      <w:r>
        <w:t>929.3938</w:t>
      </w:r>
      <w:r>
        <w:tab/>
        <w:t>2.025e0</w:t>
      </w:r>
    </w:p>
    <w:p w:rsidR="006974AE" w:rsidRDefault="006974AE" w:rsidP="006974AE">
      <w:r>
        <w:t>929.3958</w:t>
      </w:r>
      <w:r>
        <w:tab/>
        <w:t>5.882e0</w:t>
      </w:r>
    </w:p>
    <w:p w:rsidR="006974AE" w:rsidRDefault="006974AE" w:rsidP="006974AE">
      <w:r>
        <w:t>929.4038</w:t>
      </w:r>
      <w:r>
        <w:tab/>
        <w:t>2.025e0</w:t>
      </w:r>
    </w:p>
    <w:p w:rsidR="006974AE" w:rsidRDefault="006974AE" w:rsidP="006974AE">
      <w:r>
        <w:t>929.4567</w:t>
      </w:r>
      <w:r>
        <w:tab/>
        <w:t>2.025e0</w:t>
      </w:r>
    </w:p>
    <w:p w:rsidR="006974AE" w:rsidRDefault="006974AE" w:rsidP="006974AE">
      <w:r>
        <w:t>929.4926</w:t>
      </w:r>
      <w:r>
        <w:tab/>
        <w:t>2.025e0</w:t>
      </w:r>
    </w:p>
    <w:p w:rsidR="006974AE" w:rsidRDefault="006974AE" w:rsidP="006974AE">
      <w:r>
        <w:lastRenderedPageBreak/>
        <w:t>929.4999</w:t>
      </w:r>
      <w:r>
        <w:tab/>
        <w:t>4.051e0</w:t>
      </w:r>
    </w:p>
    <w:p w:rsidR="006974AE" w:rsidRDefault="006974AE" w:rsidP="006974AE">
      <w:r>
        <w:t>929.5936</w:t>
      </w:r>
      <w:r>
        <w:tab/>
        <w:t>2.025e0</w:t>
      </w:r>
    </w:p>
    <w:p w:rsidR="006974AE" w:rsidRDefault="006974AE" w:rsidP="006974AE">
      <w:r>
        <w:t>929.6482</w:t>
      </w:r>
      <w:r>
        <w:tab/>
        <w:t>1.013e0</w:t>
      </w:r>
    </w:p>
    <w:p w:rsidR="006974AE" w:rsidRDefault="006974AE" w:rsidP="006974AE">
      <w:r>
        <w:t>929.7249</w:t>
      </w:r>
      <w:r>
        <w:tab/>
        <w:t>1.013e0</w:t>
      </w:r>
    </w:p>
    <w:p w:rsidR="006974AE" w:rsidRDefault="006974AE" w:rsidP="006974AE">
      <w:r>
        <w:t>929.7572</w:t>
      </w:r>
      <w:r>
        <w:tab/>
        <w:t>1.013e0</w:t>
      </w:r>
    </w:p>
    <w:p w:rsidR="006974AE" w:rsidRDefault="006974AE" w:rsidP="006974AE">
      <w:r>
        <w:t>929.8150</w:t>
      </w:r>
      <w:r>
        <w:tab/>
        <w:t>2.025e0</w:t>
      </w:r>
    </w:p>
    <w:p w:rsidR="006974AE" w:rsidRDefault="006974AE" w:rsidP="006974AE">
      <w:r>
        <w:t>929.8271</w:t>
      </w:r>
      <w:r>
        <w:tab/>
        <w:t>1.013e0</w:t>
      </w:r>
    </w:p>
    <w:p w:rsidR="006974AE" w:rsidRDefault="006974AE" w:rsidP="006974AE">
      <w:r>
        <w:t>929.8442</w:t>
      </w:r>
      <w:r>
        <w:tab/>
        <w:t>1.013e0</w:t>
      </w:r>
    </w:p>
    <w:p w:rsidR="006974AE" w:rsidRDefault="006974AE" w:rsidP="006974AE">
      <w:r>
        <w:t>929.8661</w:t>
      </w:r>
      <w:r>
        <w:tab/>
        <w:t>3.038e0</w:t>
      </w:r>
    </w:p>
    <w:p w:rsidR="006974AE" w:rsidRDefault="006974AE" w:rsidP="006974AE">
      <w:r>
        <w:t>929.8779</w:t>
      </w:r>
      <w:r>
        <w:tab/>
        <w:t>1.013e0</w:t>
      </w:r>
    </w:p>
    <w:p w:rsidR="006974AE" w:rsidRDefault="006974AE" w:rsidP="006974AE">
      <w:r>
        <w:t>929.8954</w:t>
      </w:r>
      <w:r>
        <w:tab/>
        <w:t>1.013e0</w:t>
      </w:r>
    </w:p>
    <w:p w:rsidR="006974AE" w:rsidRDefault="006974AE" w:rsidP="006974AE">
      <w:r>
        <w:t>929.9352</w:t>
      </w:r>
      <w:r>
        <w:tab/>
        <w:t>2.025e0</w:t>
      </w:r>
    </w:p>
    <w:p w:rsidR="006974AE" w:rsidRDefault="006974AE" w:rsidP="006974AE">
      <w:r>
        <w:t>929.9866</w:t>
      </w:r>
      <w:r>
        <w:tab/>
        <w:t>2.025e0</w:t>
      </w:r>
    </w:p>
    <w:p w:rsidR="006974AE" w:rsidRDefault="006974AE" w:rsidP="006974AE">
      <w:r>
        <w:t>930.0051</w:t>
      </w:r>
      <w:r>
        <w:tab/>
        <w:t>1.013e0</w:t>
      </w:r>
    </w:p>
    <w:p w:rsidR="006974AE" w:rsidRDefault="006974AE" w:rsidP="006974AE">
      <w:r>
        <w:t>930.0141</w:t>
      </w:r>
      <w:r>
        <w:tab/>
        <w:t>2.025e0</w:t>
      </w:r>
    </w:p>
    <w:p w:rsidR="006974AE" w:rsidRDefault="006974AE" w:rsidP="006974AE">
      <w:r>
        <w:t>930.0387</w:t>
      </w:r>
      <w:r>
        <w:tab/>
        <w:t>2.025e0</w:t>
      </w:r>
    </w:p>
    <w:p w:rsidR="006974AE" w:rsidRDefault="006974AE" w:rsidP="006974AE">
      <w:r>
        <w:t>930.0634</w:t>
      </w:r>
      <w:r>
        <w:tab/>
        <w:t>1.013e0</w:t>
      </w:r>
    </w:p>
    <w:p w:rsidR="006974AE" w:rsidRDefault="006974AE" w:rsidP="006974AE">
      <w:r>
        <w:t>930.0986</w:t>
      </w:r>
      <w:r>
        <w:tab/>
        <w:t>1.013e0</w:t>
      </w:r>
    </w:p>
    <w:p w:rsidR="006974AE" w:rsidRDefault="006974AE" w:rsidP="006974AE">
      <w:r>
        <w:t>930.1141</w:t>
      </w:r>
      <w:r>
        <w:tab/>
        <w:t>1.013e0</w:t>
      </w:r>
    </w:p>
    <w:p w:rsidR="006974AE" w:rsidRDefault="006974AE" w:rsidP="006974AE">
      <w:r>
        <w:lastRenderedPageBreak/>
        <w:t>930.1620</w:t>
      </w:r>
      <w:r>
        <w:tab/>
        <w:t>1.013e0</w:t>
      </w:r>
    </w:p>
    <w:p w:rsidR="006974AE" w:rsidRDefault="006974AE" w:rsidP="006974AE">
      <w:r>
        <w:t>930.2321</w:t>
      </w:r>
      <w:r>
        <w:tab/>
        <w:t>2.025e0</w:t>
      </w:r>
    </w:p>
    <w:p w:rsidR="006974AE" w:rsidRDefault="006974AE" w:rsidP="006974AE">
      <w:r>
        <w:t>930.2664</w:t>
      </w:r>
      <w:r>
        <w:tab/>
        <w:t>1.013e0</w:t>
      </w:r>
    </w:p>
    <w:p w:rsidR="006974AE" w:rsidRDefault="006974AE" w:rsidP="006974AE">
      <w:r>
        <w:t>930.3022</w:t>
      </w:r>
      <w:r>
        <w:tab/>
        <w:t>2.025e0</w:t>
      </w:r>
    </w:p>
    <w:p w:rsidR="006974AE" w:rsidRDefault="006974AE" w:rsidP="006974AE">
      <w:r>
        <w:t>930.3100</w:t>
      </w:r>
      <w:r>
        <w:tab/>
        <w:t>2.025e0</w:t>
      </w:r>
    </w:p>
    <w:p w:rsidR="006974AE" w:rsidRDefault="006974AE" w:rsidP="006974AE">
      <w:r>
        <w:t>930.3475</w:t>
      </w:r>
      <w:r>
        <w:tab/>
        <w:t>2.025e0</w:t>
      </w:r>
    </w:p>
    <w:p w:rsidR="006974AE" w:rsidRDefault="006974AE" w:rsidP="006974AE">
      <w:r>
        <w:t>930.3651</w:t>
      </w:r>
      <w:r>
        <w:tab/>
        <w:t>3.038e0</w:t>
      </w:r>
    </w:p>
    <w:p w:rsidR="006974AE" w:rsidRDefault="006974AE" w:rsidP="006974AE">
      <w:r>
        <w:t>930.3755</w:t>
      </w:r>
      <w:r>
        <w:tab/>
        <w:t>6.639e0</w:t>
      </w:r>
    </w:p>
    <w:p w:rsidR="006974AE" w:rsidRDefault="006974AE" w:rsidP="006974AE">
      <w:r>
        <w:t>930.3842</w:t>
      </w:r>
      <w:r>
        <w:tab/>
        <w:t>1.013e0</w:t>
      </w:r>
    </w:p>
    <w:p w:rsidR="006974AE" w:rsidRDefault="006974AE" w:rsidP="006974AE">
      <w:r>
        <w:t>930.3878</w:t>
      </w:r>
      <w:r>
        <w:tab/>
        <w:t>1.013e1</w:t>
      </w:r>
    </w:p>
    <w:p w:rsidR="006974AE" w:rsidRDefault="006974AE" w:rsidP="006974AE">
      <w:r>
        <w:t>930.3993</w:t>
      </w:r>
      <w:r>
        <w:tab/>
        <w:t>2.199e0</w:t>
      </w:r>
    </w:p>
    <w:p w:rsidR="006974AE" w:rsidRDefault="006974AE" w:rsidP="006974AE">
      <w:r>
        <w:t>930.4187</w:t>
      </w:r>
      <w:r>
        <w:tab/>
        <w:t>1.013e0</w:t>
      </w:r>
    </w:p>
    <w:p w:rsidR="006974AE" w:rsidRDefault="006974AE" w:rsidP="006974AE">
      <w:r>
        <w:t>930.4212</w:t>
      </w:r>
      <w:r>
        <w:tab/>
        <w:t>5.043e0</w:t>
      </w:r>
    </w:p>
    <w:p w:rsidR="006974AE" w:rsidRDefault="006974AE" w:rsidP="006974AE">
      <w:r>
        <w:t>930.4357</w:t>
      </w:r>
      <w:r>
        <w:tab/>
        <w:t>3.038e0</w:t>
      </w:r>
    </w:p>
    <w:p w:rsidR="006974AE" w:rsidRDefault="006974AE" w:rsidP="006974AE">
      <w:r>
        <w:t>930.4891</w:t>
      </w:r>
      <w:r>
        <w:tab/>
        <w:t>2.025e0</w:t>
      </w:r>
    </w:p>
    <w:p w:rsidR="006974AE" w:rsidRDefault="006974AE" w:rsidP="006974AE">
      <w:r>
        <w:t>930.5035</w:t>
      </w:r>
      <w:r>
        <w:tab/>
        <w:t>1.013e0</w:t>
      </w:r>
    </w:p>
    <w:p w:rsidR="006974AE" w:rsidRDefault="006974AE" w:rsidP="006974AE">
      <w:r>
        <w:t>930.5255</w:t>
      </w:r>
      <w:r>
        <w:tab/>
        <w:t>3.038e0</w:t>
      </w:r>
    </w:p>
    <w:p w:rsidR="006974AE" w:rsidRDefault="006974AE" w:rsidP="006974AE">
      <w:r>
        <w:t>930.5515</w:t>
      </w:r>
      <w:r>
        <w:tab/>
        <w:t>3.038e0</w:t>
      </w:r>
    </w:p>
    <w:p w:rsidR="006974AE" w:rsidRDefault="006974AE" w:rsidP="006974AE">
      <w:r>
        <w:t>930.6126</w:t>
      </w:r>
      <w:r>
        <w:tab/>
        <w:t>1.013e0</w:t>
      </w:r>
    </w:p>
    <w:p w:rsidR="006974AE" w:rsidRDefault="006974AE" w:rsidP="006974AE">
      <w:r>
        <w:lastRenderedPageBreak/>
        <w:t>930.6205</w:t>
      </w:r>
      <w:r>
        <w:tab/>
        <w:t>1.013e0</w:t>
      </w:r>
    </w:p>
    <w:p w:rsidR="006974AE" w:rsidRDefault="006974AE" w:rsidP="006974AE">
      <w:r>
        <w:t>930.6400</w:t>
      </w:r>
      <w:r>
        <w:tab/>
        <w:t>2.025e0</w:t>
      </w:r>
    </w:p>
    <w:p w:rsidR="006974AE" w:rsidRDefault="006974AE" w:rsidP="006974AE">
      <w:r>
        <w:t>930.6541</w:t>
      </w:r>
      <w:r>
        <w:tab/>
        <w:t>5.063e0</w:t>
      </w:r>
    </w:p>
    <w:p w:rsidR="006974AE" w:rsidRDefault="006974AE" w:rsidP="006974AE">
      <w:r>
        <w:t>930.6761</w:t>
      </w:r>
      <w:r>
        <w:tab/>
        <w:t>1.013e0</w:t>
      </w:r>
    </w:p>
    <w:p w:rsidR="006974AE" w:rsidRDefault="006974AE" w:rsidP="006974AE">
      <w:r>
        <w:t>930.7297</w:t>
      </w:r>
      <w:r>
        <w:tab/>
        <w:t>2.025e0</w:t>
      </w:r>
    </w:p>
    <w:p w:rsidR="006974AE" w:rsidRDefault="006974AE" w:rsidP="006974AE">
      <w:r>
        <w:t>930.7551</w:t>
      </w:r>
      <w:r>
        <w:tab/>
        <w:t>1.013e0</w:t>
      </w:r>
    </w:p>
    <w:p w:rsidR="006974AE" w:rsidRDefault="006974AE" w:rsidP="006974AE">
      <w:r>
        <w:t>930.7996</w:t>
      </w:r>
      <w:r>
        <w:tab/>
        <w:t>1.013e0</w:t>
      </w:r>
    </w:p>
    <w:p w:rsidR="006974AE" w:rsidRDefault="006974AE" w:rsidP="006974AE">
      <w:r>
        <w:t>930.8163</w:t>
      </w:r>
      <w:r>
        <w:tab/>
        <w:t>1.013e0</w:t>
      </w:r>
    </w:p>
    <w:p w:rsidR="006974AE" w:rsidRDefault="006974AE" w:rsidP="006974AE">
      <w:r>
        <w:t>930.8319</w:t>
      </w:r>
      <w:r>
        <w:tab/>
        <w:t>1.013e0</w:t>
      </w:r>
    </w:p>
    <w:p w:rsidR="006974AE" w:rsidRDefault="006974AE" w:rsidP="006974AE">
      <w:r>
        <w:t>930.8365</w:t>
      </w:r>
      <w:r>
        <w:tab/>
        <w:t>2.025e0</w:t>
      </w:r>
    </w:p>
    <w:p w:rsidR="006974AE" w:rsidRDefault="006974AE" w:rsidP="006974AE">
      <w:r>
        <w:t>930.8774</w:t>
      </w:r>
      <w:r>
        <w:tab/>
        <w:t>3.038e0</w:t>
      </w:r>
    </w:p>
    <w:p w:rsidR="006974AE" w:rsidRDefault="006974AE" w:rsidP="006974AE">
      <w:r>
        <w:t>930.9254</w:t>
      </w:r>
      <w:r>
        <w:tab/>
        <w:t>1.013e0</w:t>
      </w:r>
    </w:p>
    <w:p w:rsidR="006974AE" w:rsidRDefault="006974AE" w:rsidP="006974AE">
      <w:r>
        <w:t>930.9271</w:t>
      </w:r>
      <w:r>
        <w:tab/>
        <w:t>3.038e0</w:t>
      </w:r>
    </w:p>
    <w:p w:rsidR="006974AE" w:rsidRDefault="006974AE" w:rsidP="006974AE">
      <w:r>
        <w:t>930.9710</w:t>
      </w:r>
      <w:r>
        <w:tab/>
        <w:t>1.013e0</w:t>
      </w:r>
    </w:p>
    <w:p w:rsidR="006974AE" w:rsidRDefault="006974AE" w:rsidP="006974AE">
      <w:r>
        <w:t>930.9930</w:t>
      </w:r>
      <w:r>
        <w:tab/>
        <w:t>1.013e0</w:t>
      </w:r>
    </w:p>
    <w:p w:rsidR="006974AE" w:rsidRDefault="006974AE" w:rsidP="006974AE">
      <w:r>
        <w:t>931.0969</w:t>
      </w:r>
      <w:r>
        <w:tab/>
        <w:t>1.013e0</w:t>
      </w:r>
    </w:p>
    <w:p w:rsidR="006974AE" w:rsidRDefault="006974AE" w:rsidP="006974AE">
      <w:r>
        <w:t>931.1774</w:t>
      </w:r>
      <w:r>
        <w:tab/>
        <w:t>2.025e0</w:t>
      </w:r>
    </w:p>
    <w:p w:rsidR="006974AE" w:rsidRDefault="006974AE" w:rsidP="006974AE">
      <w:r>
        <w:t>931.1786</w:t>
      </w:r>
      <w:r>
        <w:tab/>
        <w:t>1.013e0</w:t>
      </w:r>
    </w:p>
    <w:p w:rsidR="006974AE" w:rsidRDefault="006974AE" w:rsidP="006974AE">
      <w:r>
        <w:t>931.2291</w:t>
      </w:r>
      <w:r>
        <w:tab/>
        <w:t>1.013e0</w:t>
      </w:r>
    </w:p>
    <w:p w:rsidR="006974AE" w:rsidRDefault="006974AE" w:rsidP="006974AE">
      <w:r>
        <w:lastRenderedPageBreak/>
        <w:t>931.2828</w:t>
      </w:r>
      <w:r>
        <w:tab/>
        <w:t>2.025e0</w:t>
      </w:r>
    </w:p>
    <w:p w:rsidR="006974AE" w:rsidRDefault="006974AE" w:rsidP="006974AE">
      <w:r>
        <w:t>931.3402</w:t>
      </w:r>
      <w:r>
        <w:tab/>
        <w:t>3.038e0</w:t>
      </w:r>
    </w:p>
    <w:p w:rsidR="006974AE" w:rsidRDefault="006974AE" w:rsidP="006974AE">
      <w:r>
        <w:t>931.3452</w:t>
      </w:r>
      <w:r>
        <w:tab/>
        <w:t>4.051e0</w:t>
      </w:r>
    </w:p>
    <w:p w:rsidR="006974AE" w:rsidRDefault="006974AE" w:rsidP="006974AE">
      <w:r>
        <w:t>931.3597</w:t>
      </w:r>
      <w:r>
        <w:tab/>
        <w:t>7.590e0</w:t>
      </w:r>
    </w:p>
    <w:p w:rsidR="006974AE" w:rsidRDefault="006974AE" w:rsidP="006974AE">
      <w:r>
        <w:t>931.3628</w:t>
      </w:r>
      <w:r>
        <w:tab/>
        <w:t>1.013e0</w:t>
      </w:r>
    </w:p>
    <w:p w:rsidR="006974AE" w:rsidRDefault="006974AE" w:rsidP="006974AE">
      <w:r>
        <w:t>931.3895</w:t>
      </w:r>
      <w:r>
        <w:tab/>
        <w:t>9.408e0</w:t>
      </w:r>
    </w:p>
    <w:p w:rsidR="006974AE" w:rsidRDefault="006974AE" w:rsidP="006974AE">
      <w:r>
        <w:t>931.4078</w:t>
      </w:r>
      <w:r>
        <w:tab/>
        <w:t>3.038e0</w:t>
      </w:r>
    </w:p>
    <w:p w:rsidR="006974AE" w:rsidRDefault="006974AE" w:rsidP="006974AE">
      <w:r>
        <w:t>931.4192</w:t>
      </w:r>
      <w:r>
        <w:tab/>
        <w:t>3.038e0</w:t>
      </w:r>
    </w:p>
    <w:p w:rsidR="006974AE" w:rsidRDefault="006974AE" w:rsidP="006974AE">
      <w:r>
        <w:t>931.4639</w:t>
      </w:r>
      <w:r>
        <w:tab/>
        <w:t>3.800e0</w:t>
      </w:r>
    </w:p>
    <w:p w:rsidR="006974AE" w:rsidRDefault="006974AE" w:rsidP="006974AE">
      <w:r>
        <w:t>931.4789</w:t>
      </w:r>
      <w:r>
        <w:tab/>
        <w:t>2.025e0</w:t>
      </w:r>
    </w:p>
    <w:p w:rsidR="006974AE" w:rsidRDefault="006974AE" w:rsidP="006974AE">
      <w:r>
        <w:t>931.4855</w:t>
      </w:r>
      <w:r>
        <w:tab/>
        <w:t>1.013e0</w:t>
      </w:r>
    </w:p>
    <w:p w:rsidR="006974AE" w:rsidRDefault="006974AE" w:rsidP="006974AE">
      <w:r>
        <w:t>931.4955</w:t>
      </w:r>
      <w:r>
        <w:tab/>
        <w:t>3.038e0</w:t>
      </w:r>
    </w:p>
    <w:p w:rsidR="006974AE" w:rsidRDefault="006974AE" w:rsidP="006974AE">
      <w:r>
        <w:t>931.5323</w:t>
      </w:r>
      <w:r>
        <w:tab/>
        <w:t>1.013e0</w:t>
      </w:r>
    </w:p>
    <w:p w:rsidR="006974AE" w:rsidRDefault="006974AE" w:rsidP="006974AE">
      <w:r>
        <w:t>931.5479</w:t>
      </w:r>
      <w:r>
        <w:tab/>
        <w:t>1.013e0</w:t>
      </w:r>
    </w:p>
    <w:p w:rsidR="006974AE" w:rsidRDefault="006974AE" w:rsidP="006974AE">
      <w:r>
        <w:t>931.6465</w:t>
      </w:r>
      <w:r>
        <w:tab/>
        <w:t>2.025e0</w:t>
      </w:r>
    </w:p>
    <w:p w:rsidR="006974AE" w:rsidRDefault="006974AE" w:rsidP="006974AE">
      <w:r>
        <w:t>931.6877</w:t>
      </w:r>
      <w:r>
        <w:tab/>
        <w:t>3.038e0</w:t>
      </w:r>
    </w:p>
    <w:p w:rsidR="006974AE" w:rsidRDefault="006974AE" w:rsidP="006974AE">
      <w:r>
        <w:t>931.6895</w:t>
      </w:r>
      <w:r>
        <w:tab/>
        <w:t>2.025e0</w:t>
      </w:r>
    </w:p>
    <w:p w:rsidR="006974AE" w:rsidRDefault="006974AE" w:rsidP="006974AE">
      <w:r>
        <w:t>931.7513</w:t>
      </w:r>
      <w:r>
        <w:tab/>
        <w:t>2.025e0</w:t>
      </w:r>
    </w:p>
    <w:p w:rsidR="006974AE" w:rsidRDefault="006974AE" w:rsidP="006974AE">
      <w:r>
        <w:t>931.7662</w:t>
      </w:r>
      <w:r>
        <w:tab/>
        <w:t>1.013e0</w:t>
      </w:r>
    </w:p>
    <w:p w:rsidR="006974AE" w:rsidRDefault="006974AE" w:rsidP="006974AE">
      <w:r>
        <w:lastRenderedPageBreak/>
        <w:t>931.7920</w:t>
      </w:r>
      <w:r>
        <w:tab/>
        <w:t>2.025e0</w:t>
      </w:r>
    </w:p>
    <w:p w:rsidR="006974AE" w:rsidRDefault="006974AE" w:rsidP="006974AE">
      <w:r>
        <w:t>931.8298</w:t>
      </w:r>
      <w:r>
        <w:tab/>
        <w:t>1.013e0</w:t>
      </w:r>
    </w:p>
    <w:p w:rsidR="006974AE" w:rsidRDefault="006974AE" w:rsidP="006974AE">
      <w:r>
        <w:t>931.8550</w:t>
      </w:r>
      <w:r>
        <w:tab/>
        <w:t>1.013e0</w:t>
      </w:r>
    </w:p>
    <w:p w:rsidR="006974AE" w:rsidRDefault="006974AE" w:rsidP="006974AE">
      <w:r>
        <w:t>931.9901</w:t>
      </w:r>
      <w:r>
        <w:tab/>
        <w:t>1.013e0</w:t>
      </w:r>
    </w:p>
    <w:p w:rsidR="006974AE" w:rsidRDefault="006974AE" w:rsidP="006974AE">
      <w:r>
        <w:t>932.0590</w:t>
      </w:r>
      <w:r>
        <w:tab/>
        <w:t>1.013e0</w:t>
      </w:r>
    </w:p>
    <w:p w:rsidR="006974AE" w:rsidRDefault="006974AE" w:rsidP="006974AE">
      <w:r>
        <w:t>932.0950</w:t>
      </w:r>
      <w:r>
        <w:tab/>
        <w:t>2.025e0</w:t>
      </w:r>
    </w:p>
    <w:p w:rsidR="006974AE" w:rsidRDefault="006974AE" w:rsidP="006974AE">
      <w:r>
        <w:t>932.1251</w:t>
      </w:r>
      <w:r>
        <w:tab/>
        <w:t>1.013e0</w:t>
      </w:r>
    </w:p>
    <w:p w:rsidR="006974AE" w:rsidRDefault="006974AE" w:rsidP="006974AE">
      <w:r>
        <w:t>932.1353</w:t>
      </w:r>
      <w:r>
        <w:tab/>
        <w:t>3.038e0</w:t>
      </w:r>
    </w:p>
    <w:p w:rsidR="006974AE" w:rsidRDefault="006974AE" w:rsidP="006974AE">
      <w:r>
        <w:t>932.1418</w:t>
      </w:r>
      <w:r>
        <w:tab/>
        <w:t>1.013e0</w:t>
      </w:r>
    </w:p>
    <w:p w:rsidR="006974AE" w:rsidRDefault="006974AE" w:rsidP="006974AE">
      <w:r>
        <w:t>932.1669</w:t>
      </w:r>
      <w:r>
        <w:tab/>
        <w:t>3.038e0</w:t>
      </w:r>
    </w:p>
    <w:p w:rsidR="006974AE" w:rsidRDefault="006974AE" w:rsidP="006974AE">
      <w:r>
        <w:t>932.1918</w:t>
      </w:r>
      <w:r>
        <w:tab/>
        <w:t>1.013e0</w:t>
      </w:r>
    </w:p>
    <w:p w:rsidR="006974AE" w:rsidRDefault="006974AE" w:rsidP="006974AE">
      <w:r>
        <w:t>932.2198</w:t>
      </w:r>
      <w:r>
        <w:tab/>
        <w:t>1.013e0</w:t>
      </w:r>
    </w:p>
    <w:p w:rsidR="006974AE" w:rsidRDefault="006974AE" w:rsidP="006974AE">
      <w:r>
        <w:t>932.2459</w:t>
      </w:r>
      <w:r>
        <w:tab/>
        <w:t>2.025e0</w:t>
      </w:r>
    </w:p>
    <w:p w:rsidR="006974AE" w:rsidRDefault="006974AE" w:rsidP="006974AE">
      <w:r>
        <w:t>932.2905</w:t>
      </w:r>
      <w:r>
        <w:tab/>
        <w:t>2.025e0</w:t>
      </w:r>
    </w:p>
    <w:p w:rsidR="006974AE" w:rsidRDefault="006974AE" w:rsidP="006974AE">
      <w:r>
        <w:t>932.2968</w:t>
      </w:r>
      <w:r>
        <w:tab/>
        <w:t>1.013e0</w:t>
      </w:r>
    </w:p>
    <w:p w:rsidR="006974AE" w:rsidRDefault="006974AE" w:rsidP="006974AE">
      <w:r>
        <w:t>932.3291</w:t>
      </w:r>
      <w:r>
        <w:tab/>
        <w:t>1.013e0</w:t>
      </w:r>
    </w:p>
    <w:p w:rsidR="006974AE" w:rsidRDefault="006974AE" w:rsidP="006974AE">
      <w:r>
        <w:t>932.3592</w:t>
      </w:r>
      <w:r>
        <w:tab/>
        <w:t>1.013e0</w:t>
      </w:r>
    </w:p>
    <w:p w:rsidR="006974AE" w:rsidRDefault="006974AE" w:rsidP="006974AE">
      <w:r>
        <w:t>932.3666</w:t>
      </w:r>
      <w:r>
        <w:tab/>
        <w:t>1.819e0</w:t>
      </w:r>
    </w:p>
    <w:p w:rsidR="006974AE" w:rsidRDefault="006974AE" w:rsidP="006974AE">
      <w:r>
        <w:t>932.3772</w:t>
      </w:r>
      <w:r>
        <w:tab/>
        <w:t>5.063e0</w:t>
      </w:r>
    </w:p>
    <w:p w:rsidR="006974AE" w:rsidRDefault="006974AE" w:rsidP="006974AE">
      <w:r>
        <w:lastRenderedPageBreak/>
        <w:t>932.4000</w:t>
      </w:r>
      <w:r>
        <w:tab/>
        <w:t>5.063e0</w:t>
      </w:r>
    </w:p>
    <w:p w:rsidR="006974AE" w:rsidRDefault="006974AE" w:rsidP="006974AE">
      <w:r>
        <w:t>932.4306</w:t>
      </w:r>
      <w:r>
        <w:tab/>
        <w:t>2.025e0</w:t>
      </w:r>
    </w:p>
    <w:p w:rsidR="006974AE" w:rsidRDefault="006974AE" w:rsidP="006974AE">
      <w:r>
        <w:t>932.4464</w:t>
      </w:r>
      <w:r>
        <w:tab/>
        <w:t>6.076e0</w:t>
      </w:r>
    </w:p>
    <w:p w:rsidR="006974AE" w:rsidRDefault="006974AE" w:rsidP="006974AE">
      <w:r>
        <w:t>932.4644</w:t>
      </w:r>
      <w:r>
        <w:tab/>
        <w:t>1.931e0</w:t>
      </w:r>
    </w:p>
    <w:p w:rsidR="006974AE" w:rsidRDefault="006974AE" w:rsidP="006974AE">
      <w:r>
        <w:t>932.5392</w:t>
      </w:r>
      <w:r>
        <w:tab/>
        <w:t>4.051e0</w:t>
      </w:r>
    </w:p>
    <w:p w:rsidR="006974AE" w:rsidRDefault="006974AE" w:rsidP="006974AE">
      <w:r>
        <w:t>932.5477</w:t>
      </w:r>
      <w:r>
        <w:tab/>
        <w:t>1.013e0</w:t>
      </w:r>
    </w:p>
    <w:p w:rsidR="006974AE" w:rsidRDefault="006974AE" w:rsidP="006974AE">
      <w:r>
        <w:t>932.5556</w:t>
      </w:r>
      <w:r>
        <w:tab/>
        <w:t>2.025e0</w:t>
      </w:r>
    </w:p>
    <w:p w:rsidR="006974AE" w:rsidRDefault="006974AE" w:rsidP="006974AE">
      <w:r>
        <w:t>932.5583</w:t>
      </w:r>
      <w:r>
        <w:tab/>
        <w:t>3.038e0</w:t>
      </w:r>
    </w:p>
    <w:p w:rsidR="006974AE" w:rsidRDefault="006974AE" w:rsidP="006974AE">
      <w:r>
        <w:t>932.5623</w:t>
      </w:r>
      <w:r>
        <w:tab/>
        <w:t>2.025e0</w:t>
      </w:r>
    </w:p>
    <w:p w:rsidR="006974AE" w:rsidRDefault="006974AE" w:rsidP="006974AE">
      <w:r>
        <w:t>932.6319</w:t>
      </w:r>
      <w:r>
        <w:tab/>
        <w:t>2.025e0</w:t>
      </w:r>
    </w:p>
    <w:p w:rsidR="006974AE" w:rsidRDefault="006974AE" w:rsidP="006974AE">
      <w:r>
        <w:t>932.6491</w:t>
      </w:r>
      <w:r>
        <w:tab/>
        <w:t>1.013e0</w:t>
      </w:r>
    </w:p>
    <w:p w:rsidR="006974AE" w:rsidRDefault="006974AE" w:rsidP="006974AE">
      <w:r>
        <w:t>932.6799</w:t>
      </w:r>
      <w:r>
        <w:tab/>
        <w:t>3.038e0</w:t>
      </w:r>
    </w:p>
    <w:p w:rsidR="006974AE" w:rsidRDefault="006974AE" w:rsidP="006974AE">
      <w:r>
        <w:t>932.7194</w:t>
      </w:r>
      <w:r>
        <w:tab/>
        <w:t>1.013e0</w:t>
      </w:r>
    </w:p>
    <w:p w:rsidR="006974AE" w:rsidRDefault="006974AE" w:rsidP="006974AE">
      <w:r>
        <w:t>932.7495</w:t>
      </w:r>
      <w:r>
        <w:tab/>
        <w:t>1.013e0</w:t>
      </w:r>
    </w:p>
    <w:p w:rsidR="006974AE" w:rsidRDefault="006974AE" w:rsidP="006974AE">
      <w:r>
        <w:t>932.8131</w:t>
      </w:r>
      <w:r>
        <w:tab/>
        <w:t>1.013e0</w:t>
      </w:r>
    </w:p>
    <w:p w:rsidR="006974AE" w:rsidRDefault="006974AE" w:rsidP="006974AE">
      <w:r>
        <w:t>932.8865</w:t>
      </w:r>
      <w:r>
        <w:tab/>
        <w:t>1.013e0</w:t>
      </w:r>
    </w:p>
    <w:p w:rsidR="006974AE" w:rsidRDefault="006974AE" w:rsidP="006974AE">
      <w:r>
        <w:t>932.8900</w:t>
      </w:r>
      <w:r>
        <w:tab/>
        <w:t>1.013e0</w:t>
      </w:r>
    </w:p>
    <w:p w:rsidR="006974AE" w:rsidRDefault="006974AE" w:rsidP="006974AE">
      <w:r>
        <w:t>932.9380</w:t>
      </w:r>
      <w:r>
        <w:tab/>
        <w:t>2.025e0</w:t>
      </w:r>
    </w:p>
    <w:p w:rsidR="006974AE" w:rsidRDefault="006974AE" w:rsidP="006974AE">
      <w:r>
        <w:t>932.9681</w:t>
      </w:r>
      <w:r>
        <w:tab/>
        <w:t>1.013e0</w:t>
      </w:r>
    </w:p>
    <w:p w:rsidR="006974AE" w:rsidRDefault="006974AE" w:rsidP="006974AE">
      <w:r>
        <w:lastRenderedPageBreak/>
        <w:t>932.9993</w:t>
      </w:r>
      <w:r>
        <w:tab/>
        <w:t>1.013e0</w:t>
      </w:r>
    </w:p>
    <w:p w:rsidR="006974AE" w:rsidRDefault="006974AE" w:rsidP="006974AE">
      <w:r>
        <w:t>933.0005</w:t>
      </w:r>
      <w:r>
        <w:tab/>
        <w:t>2.025e0</w:t>
      </w:r>
    </w:p>
    <w:p w:rsidR="006974AE" w:rsidRDefault="006974AE" w:rsidP="006974AE">
      <w:r>
        <w:t>933.0030</w:t>
      </w:r>
      <w:r>
        <w:tab/>
        <w:t>1.013e0</w:t>
      </w:r>
    </w:p>
    <w:p w:rsidR="006974AE" w:rsidRDefault="006974AE" w:rsidP="006974AE">
      <w:r>
        <w:t>933.0276</w:t>
      </w:r>
      <w:r>
        <w:tab/>
        <w:t>3.038e0</w:t>
      </w:r>
    </w:p>
    <w:p w:rsidR="006974AE" w:rsidRDefault="006974AE" w:rsidP="006974AE">
      <w:r>
        <w:t>933.0908</w:t>
      </w:r>
      <w:r>
        <w:tab/>
        <w:t>2.025e0</w:t>
      </w:r>
    </w:p>
    <w:p w:rsidR="006974AE" w:rsidRDefault="006974AE" w:rsidP="006974AE">
      <w:r>
        <w:t>933.0931</w:t>
      </w:r>
      <w:r>
        <w:tab/>
        <w:t>1.013e0</w:t>
      </w:r>
    </w:p>
    <w:p w:rsidR="006974AE" w:rsidRDefault="006974AE" w:rsidP="006974AE">
      <w:r>
        <w:t>933.1894</w:t>
      </w:r>
      <w:r>
        <w:tab/>
        <w:t>1.013e0</w:t>
      </w:r>
    </w:p>
    <w:p w:rsidR="006974AE" w:rsidRDefault="006974AE" w:rsidP="006974AE">
      <w:r>
        <w:t>933.2036</w:t>
      </w:r>
      <w:r>
        <w:tab/>
        <w:t>1.013e0</w:t>
      </w:r>
    </w:p>
    <w:p w:rsidR="006974AE" w:rsidRDefault="006974AE" w:rsidP="006974AE">
      <w:r>
        <w:t>933.2057</w:t>
      </w:r>
      <w:r>
        <w:tab/>
        <w:t>1.013e0</w:t>
      </w:r>
    </w:p>
    <w:p w:rsidR="006974AE" w:rsidRDefault="006974AE" w:rsidP="006974AE">
      <w:r>
        <w:t>933.2192</w:t>
      </w:r>
      <w:r>
        <w:tab/>
        <w:t>1.013e0</w:t>
      </w:r>
    </w:p>
    <w:p w:rsidR="006974AE" w:rsidRDefault="006974AE" w:rsidP="006974AE">
      <w:r>
        <w:t>933.2996</w:t>
      </w:r>
      <w:r>
        <w:tab/>
        <w:t>3.038e0</w:t>
      </w:r>
    </w:p>
    <w:p w:rsidR="006974AE" w:rsidRDefault="006974AE" w:rsidP="006974AE">
      <w:r>
        <w:t>933.3271</w:t>
      </w:r>
      <w:r>
        <w:tab/>
        <w:t>2.025e0</w:t>
      </w:r>
    </w:p>
    <w:p w:rsidR="006974AE" w:rsidRDefault="006974AE" w:rsidP="006974AE">
      <w:r>
        <w:t>933.3598</w:t>
      </w:r>
      <w:r>
        <w:tab/>
        <w:t>5.063e0</w:t>
      </w:r>
    </w:p>
    <w:p w:rsidR="006974AE" w:rsidRDefault="006974AE" w:rsidP="006974AE">
      <w:r>
        <w:t>933.3651</w:t>
      </w:r>
      <w:r>
        <w:tab/>
        <w:t>2.831e0</w:t>
      </w:r>
    </w:p>
    <w:p w:rsidR="006974AE" w:rsidRDefault="006974AE" w:rsidP="006974AE">
      <w:r>
        <w:t>933.4536</w:t>
      </w:r>
      <w:r>
        <w:tab/>
        <w:t>1.013e0</w:t>
      </w:r>
    </w:p>
    <w:p w:rsidR="006974AE" w:rsidRDefault="006974AE" w:rsidP="006974AE">
      <w:r>
        <w:t>933.4556</w:t>
      </w:r>
      <w:r>
        <w:tab/>
        <w:t>3.038e0</w:t>
      </w:r>
    </w:p>
    <w:p w:rsidR="006974AE" w:rsidRDefault="006974AE" w:rsidP="006974AE">
      <w:r>
        <w:t>933.4680</w:t>
      </w:r>
      <w:r>
        <w:tab/>
        <w:t>1.013e0</w:t>
      </w:r>
    </w:p>
    <w:p w:rsidR="006974AE" w:rsidRDefault="006974AE" w:rsidP="006974AE">
      <w:r>
        <w:t>933.4836</w:t>
      </w:r>
      <w:r>
        <w:tab/>
        <w:t>1.013e0</w:t>
      </w:r>
    </w:p>
    <w:p w:rsidR="006974AE" w:rsidRDefault="006974AE" w:rsidP="006974AE">
      <w:r>
        <w:t>933.5161</w:t>
      </w:r>
      <w:r>
        <w:tab/>
        <w:t>1.013e0</w:t>
      </w:r>
    </w:p>
    <w:p w:rsidR="006974AE" w:rsidRDefault="006974AE" w:rsidP="006974AE">
      <w:r>
        <w:lastRenderedPageBreak/>
        <w:t>933.5420</w:t>
      </w:r>
      <w:r>
        <w:tab/>
        <w:t>3.038e0</w:t>
      </w:r>
    </w:p>
    <w:p w:rsidR="006974AE" w:rsidRDefault="006974AE" w:rsidP="006974AE">
      <w:r>
        <w:t>933.5629</w:t>
      </w:r>
      <w:r>
        <w:tab/>
        <w:t>1.013e0</w:t>
      </w:r>
    </w:p>
    <w:p w:rsidR="006974AE" w:rsidRDefault="006974AE" w:rsidP="006974AE">
      <w:r>
        <w:t>933.5774</w:t>
      </w:r>
      <w:r>
        <w:tab/>
        <w:t>2.025e0</w:t>
      </w:r>
    </w:p>
    <w:p w:rsidR="006974AE" w:rsidRDefault="006974AE" w:rsidP="006974AE">
      <w:r>
        <w:t>933.5930</w:t>
      </w:r>
      <w:r>
        <w:tab/>
        <w:t>1.013e0</w:t>
      </w:r>
    </w:p>
    <w:p w:rsidR="006974AE" w:rsidRDefault="006974AE" w:rsidP="006974AE">
      <w:r>
        <w:t>933.6197</w:t>
      </w:r>
      <w:r>
        <w:tab/>
        <w:t>5.063e0</w:t>
      </w:r>
    </w:p>
    <w:p w:rsidR="006974AE" w:rsidRDefault="006974AE" w:rsidP="006974AE">
      <w:r>
        <w:t>933.6243</w:t>
      </w:r>
      <w:r>
        <w:tab/>
        <w:t>3.038e0</w:t>
      </w:r>
    </w:p>
    <w:p w:rsidR="006974AE" w:rsidRDefault="006974AE" w:rsidP="006974AE">
      <w:r>
        <w:t>933.6298</w:t>
      </w:r>
      <w:r>
        <w:tab/>
        <w:t>1.013e0</w:t>
      </w:r>
    </w:p>
    <w:p w:rsidR="006974AE" w:rsidRDefault="006974AE" w:rsidP="006974AE">
      <w:r>
        <w:t>933.6975</w:t>
      </w:r>
      <w:r>
        <w:tab/>
        <w:t>1.013e0</w:t>
      </w:r>
    </w:p>
    <w:p w:rsidR="006974AE" w:rsidRDefault="006974AE" w:rsidP="006974AE">
      <w:r>
        <w:t>933.7325</w:t>
      </w:r>
      <w:r>
        <w:tab/>
        <w:t>1.013e0</w:t>
      </w:r>
    </w:p>
    <w:p w:rsidR="006974AE" w:rsidRDefault="006974AE" w:rsidP="006974AE">
      <w:r>
        <w:t>933.7650</w:t>
      </w:r>
      <w:r>
        <w:tab/>
        <w:t>1.013e0</w:t>
      </w:r>
    </w:p>
    <w:p w:rsidR="006974AE" w:rsidRDefault="006974AE" w:rsidP="006974AE">
      <w:r>
        <w:t>933.7897</w:t>
      </w:r>
      <w:r>
        <w:tab/>
        <w:t>2.025e0</w:t>
      </w:r>
    </w:p>
    <w:p w:rsidR="006974AE" w:rsidRDefault="006974AE" w:rsidP="006974AE">
      <w:r>
        <w:t>933.7974</w:t>
      </w:r>
      <w:r>
        <w:tab/>
        <w:t>1.013e0</w:t>
      </w:r>
    </w:p>
    <w:p w:rsidR="006974AE" w:rsidRDefault="006974AE" w:rsidP="006974AE">
      <w:r>
        <w:t>933.8659</w:t>
      </w:r>
      <w:r>
        <w:tab/>
        <w:t>1.013e0</w:t>
      </w:r>
    </w:p>
    <w:p w:rsidR="006974AE" w:rsidRDefault="006974AE" w:rsidP="006974AE">
      <w:r>
        <w:t>933.8917</w:t>
      </w:r>
      <w:r>
        <w:tab/>
        <w:t>2.025e0</w:t>
      </w:r>
    </w:p>
    <w:p w:rsidR="006974AE" w:rsidRDefault="006974AE" w:rsidP="006974AE">
      <w:r>
        <w:t>933.9056</w:t>
      </w:r>
      <w:r>
        <w:tab/>
        <w:t>1.013e0</w:t>
      </w:r>
    </w:p>
    <w:p w:rsidR="006974AE" w:rsidRDefault="006974AE" w:rsidP="006974AE">
      <w:r>
        <w:t>933.9224</w:t>
      </w:r>
      <w:r>
        <w:tab/>
        <w:t>1.013e0</w:t>
      </w:r>
    </w:p>
    <w:p w:rsidR="006974AE" w:rsidRDefault="006974AE" w:rsidP="006974AE">
      <w:r>
        <w:t>933.9274</w:t>
      </w:r>
      <w:r>
        <w:tab/>
        <w:t>2.025e0</w:t>
      </w:r>
    </w:p>
    <w:p w:rsidR="006974AE" w:rsidRDefault="006974AE" w:rsidP="006974AE">
      <w:r>
        <w:t>933.9682</w:t>
      </w:r>
      <w:r>
        <w:tab/>
        <w:t>1.013e0</w:t>
      </w:r>
    </w:p>
    <w:p w:rsidR="006974AE" w:rsidRDefault="006974AE" w:rsidP="006974AE">
      <w:r>
        <w:t>934.0006</w:t>
      </w:r>
      <w:r>
        <w:tab/>
        <w:t>1.013e0</w:t>
      </w:r>
    </w:p>
    <w:p w:rsidR="006974AE" w:rsidRDefault="006974AE" w:rsidP="006974AE">
      <w:r>
        <w:lastRenderedPageBreak/>
        <w:t>934.0065</w:t>
      </w:r>
      <w:r>
        <w:tab/>
        <w:t>2.025e0</w:t>
      </w:r>
    </w:p>
    <w:p w:rsidR="006974AE" w:rsidRDefault="006974AE" w:rsidP="006974AE">
      <w:r>
        <w:t>934.0526</w:t>
      </w:r>
      <w:r>
        <w:tab/>
        <w:t>1.013e0</w:t>
      </w:r>
    </w:p>
    <w:p w:rsidR="006974AE" w:rsidRDefault="006974AE" w:rsidP="006974AE">
      <w:r>
        <w:t>934.0788</w:t>
      </w:r>
      <w:r>
        <w:tab/>
        <w:t>1.013e0</w:t>
      </w:r>
    </w:p>
    <w:p w:rsidR="006974AE" w:rsidRDefault="006974AE" w:rsidP="006974AE">
      <w:r>
        <w:t>934.0858</w:t>
      </w:r>
      <w:r>
        <w:tab/>
        <w:t>1.013e0</w:t>
      </w:r>
    </w:p>
    <w:p w:rsidR="006974AE" w:rsidRDefault="006974AE" w:rsidP="006974AE">
      <w:r>
        <w:t>934.0933</w:t>
      </w:r>
      <w:r>
        <w:tab/>
        <w:t>1.013e0</w:t>
      </w:r>
    </w:p>
    <w:p w:rsidR="006974AE" w:rsidRDefault="006974AE" w:rsidP="006974AE">
      <w:r>
        <w:t>934.1391</w:t>
      </w:r>
      <w:r>
        <w:tab/>
        <w:t>3.038e0</w:t>
      </w:r>
    </w:p>
    <w:p w:rsidR="006974AE" w:rsidRDefault="006974AE" w:rsidP="006974AE">
      <w:r>
        <w:t>934.1414</w:t>
      </w:r>
      <w:r>
        <w:tab/>
        <w:t>1.013e0</w:t>
      </w:r>
    </w:p>
    <w:p w:rsidR="006974AE" w:rsidRDefault="006974AE" w:rsidP="006974AE">
      <w:r>
        <w:t>934.2197</w:t>
      </w:r>
      <w:r>
        <w:tab/>
        <w:t>4.051e0</w:t>
      </w:r>
    </w:p>
    <w:p w:rsidR="006974AE" w:rsidRDefault="006974AE" w:rsidP="006974AE">
      <w:r>
        <w:t>934.2639</w:t>
      </w:r>
      <w:r>
        <w:tab/>
        <w:t>2.025e0</w:t>
      </w:r>
    </w:p>
    <w:p w:rsidR="006974AE" w:rsidRDefault="006974AE" w:rsidP="006974AE">
      <w:r>
        <w:t>934.3134</w:t>
      </w:r>
      <w:r>
        <w:tab/>
        <w:t>2.025e0</w:t>
      </w:r>
    </w:p>
    <w:p w:rsidR="006974AE" w:rsidRDefault="006974AE" w:rsidP="006974AE">
      <w:r>
        <w:t>934.3200</w:t>
      </w:r>
      <w:r>
        <w:tab/>
        <w:t>2.025e0</w:t>
      </w:r>
    </w:p>
    <w:p w:rsidR="006974AE" w:rsidRDefault="006974AE" w:rsidP="006974AE">
      <w:r>
        <w:t>934.3242</w:t>
      </w:r>
      <w:r>
        <w:tab/>
        <w:t>1.013e0</w:t>
      </w:r>
    </w:p>
    <w:p w:rsidR="006974AE" w:rsidRDefault="006974AE" w:rsidP="006974AE">
      <w:r>
        <w:t>934.3603</w:t>
      </w:r>
      <w:r>
        <w:tab/>
        <w:t>1.977e0</w:t>
      </w:r>
    </w:p>
    <w:p w:rsidR="006974AE" w:rsidRDefault="006974AE" w:rsidP="006974AE">
      <w:r>
        <w:t>934.3906</w:t>
      </w:r>
      <w:r>
        <w:tab/>
        <w:t>2.025e0</w:t>
      </w:r>
    </w:p>
    <w:p w:rsidR="006974AE" w:rsidRDefault="006974AE" w:rsidP="006974AE">
      <w:r>
        <w:t>934.4209</w:t>
      </w:r>
      <w:r>
        <w:tab/>
        <w:t>3.038e0</w:t>
      </w:r>
    </w:p>
    <w:p w:rsidR="006974AE" w:rsidRDefault="006974AE" w:rsidP="006974AE">
      <w:r>
        <w:t>934.4290</w:t>
      </w:r>
      <w:r>
        <w:tab/>
        <w:t>2.691e0</w:t>
      </w:r>
    </w:p>
    <w:p w:rsidR="006974AE" w:rsidRDefault="006974AE" w:rsidP="006974AE">
      <w:r>
        <w:t>934.4451</w:t>
      </w:r>
      <w:r>
        <w:tab/>
        <w:t>9.114e0</w:t>
      </w:r>
    </w:p>
    <w:p w:rsidR="006974AE" w:rsidRDefault="006974AE" w:rsidP="006974AE">
      <w:r>
        <w:t>934.4579</w:t>
      </w:r>
      <w:r>
        <w:tab/>
        <w:t>1.013e0</w:t>
      </w:r>
    </w:p>
    <w:p w:rsidR="006974AE" w:rsidRDefault="006974AE" w:rsidP="006974AE">
      <w:r>
        <w:t>934.4796</w:t>
      </w:r>
      <w:r>
        <w:tab/>
        <w:t>3.038e0</w:t>
      </w:r>
    </w:p>
    <w:p w:rsidR="006974AE" w:rsidRDefault="006974AE" w:rsidP="006974AE">
      <w:r>
        <w:lastRenderedPageBreak/>
        <w:t>934.5208</w:t>
      </w:r>
      <w:r>
        <w:tab/>
        <w:t>3.038e0</w:t>
      </w:r>
    </w:p>
    <w:p w:rsidR="006974AE" w:rsidRDefault="006974AE" w:rsidP="006974AE">
      <w:r>
        <w:t>934.5241</w:t>
      </w:r>
      <w:r>
        <w:tab/>
        <w:t>2.025e0</w:t>
      </w:r>
    </w:p>
    <w:p w:rsidR="006974AE" w:rsidRDefault="006974AE" w:rsidP="006974AE">
      <w:r>
        <w:t>934.5636</w:t>
      </w:r>
      <w:r>
        <w:tab/>
        <w:t>1.013e0</w:t>
      </w:r>
    </w:p>
    <w:p w:rsidR="006974AE" w:rsidRDefault="006974AE" w:rsidP="006974AE">
      <w:r>
        <w:t>934.5781</w:t>
      </w:r>
      <w:r>
        <w:tab/>
        <w:t>1.013e0</w:t>
      </w:r>
    </w:p>
    <w:p w:rsidR="006974AE" w:rsidRDefault="006974AE" w:rsidP="006974AE">
      <w:r>
        <w:t>934.5793</w:t>
      </w:r>
      <w:r>
        <w:tab/>
        <w:t>2.025e0</w:t>
      </w:r>
    </w:p>
    <w:p w:rsidR="006974AE" w:rsidRDefault="006974AE" w:rsidP="006974AE">
      <w:r>
        <w:t>934.6231</w:t>
      </w:r>
      <w:r>
        <w:tab/>
        <w:t>2.025e0</w:t>
      </w:r>
    </w:p>
    <w:p w:rsidR="006974AE" w:rsidRDefault="006974AE" w:rsidP="006974AE">
      <w:r>
        <w:t>934.6262</w:t>
      </w:r>
      <w:r>
        <w:tab/>
        <w:t>1.013e0</w:t>
      </w:r>
    </w:p>
    <w:p w:rsidR="006974AE" w:rsidRDefault="006974AE" w:rsidP="006974AE">
      <w:r>
        <w:t>934.6606</w:t>
      </w:r>
      <w:r>
        <w:tab/>
        <w:t>2.025e0</w:t>
      </w:r>
    </w:p>
    <w:p w:rsidR="006974AE" w:rsidRDefault="006974AE" w:rsidP="006974AE">
      <w:r>
        <w:t>934.6941</w:t>
      </w:r>
      <w:r>
        <w:tab/>
        <w:t>1.013e0</w:t>
      </w:r>
    </w:p>
    <w:p w:rsidR="006974AE" w:rsidRDefault="006974AE" w:rsidP="006974AE">
      <w:r>
        <w:t>934.7044</w:t>
      </w:r>
      <w:r>
        <w:tab/>
        <w:t>1.013e0</w:t>
      </w:r>
    </w:p>
    <w:p w:rsidR="006974AE" w:rsidRDefault="006974AE" w:rsidP="006974AE">
      <w:r>
        <w:t>934.7972</w:t>
      </w:r>
      <w:r>
        <w:tab/>
        <w:t>2.025e0</w:t>
      </w:r>
    </w:p>
    <w:p w:rsidR="006974AE" w:rsidRDefault="006974AE" w:rsidP="006974AE">
      <w:r>
        <w:t>934.8140</w:t>
      </w:r>
      <w:r>
        <w:tab/>
        <w:t>1.013e0</w:t>
      </w:r>
    </w:p>
    <w:p w:rsidR="006974AE" w:rsidRDefault="006974AE" w:rsidP="006974AE">
      <w:r>
        <w:t>934.8453</w:t>
      </w:r>
      <w:r>
        <w:tab/>
        <w:t>1.013e0</w:t>
      </w:r>
    </w:p>
    <w:p w:rsidR="006974AE" w:rsidRDefault="006974AE" w:rsidP="006974AE">
      <w:r>
        <w:t>934.8922</w:t>
      </w:r>
      <w:r>
        <w:tab/>
        <w:t>1.013e0</w:t>
      </w:r>
    </w:p>
    <w:p w:rsidR="006974AE" w:rsidRDefault="006974AE" w:rsidP="006974AE">
      <w:r>
        <w:t>934.9140</w:t>
      </w:r>
      <w:r>
        <w:tab/>
        <w:t>1.013e0</w:t>
      </w:r>
    </w:p>
    <w:p w:rsidR="006974AE" w:rsidRDefault="006974AE" w:rsidP="006974AE">
      <w:r>
        <w:t>934.9705</w:t>
      </w:r>
      <w:r>
        <w:tab/>
        <w:t>1.013e0</w:t>
      </w:r>
    </w:p>
    <w:p w:rsidR="006974AE" w:rsidRDefault="006974AE" w:rsidP="006974AE">
      <w:r>
        <w:t>934.9771</w:t>
      </w:r>
      <w:r>
        <w:tab/>
        <w:t>2.025e0</w:t>
      </w:r>
    </w:p>
    <w:p w:rsidR="006974AE" w:rsidRDefault="006974AE" w:rsidP="006974AE">
      <w:r>
        <w:t>935.0659</w:t>
      </w:r>
      <w:r>
        <w:tab/>
        <w:t>2.025e0</w:t>
      </w:r>
    </w:p>
    <w:p w:rsidR="006974AE" w:rsidRDefault="006974AE" w:rsidP="006974AE">
      <w:r>
        <w:t>935.0800</w:t>
      </w:r>
      <w:r>
        <w:tab/>
        <w:t>1.013e0</w:t>
      </w:r>
    </w:p>
    <w:p w:rsidR="006974AE" w:rsidRDefault="006974AE" w:rsidP="006974AE">
      <w:r>
        <w:lastRenderedPageBreak/>
        <w:t>935.2067</w:t>
      </w:r>
      <w:r>
        <w:tab/>
        <w:t>2.025e0</w:t>
      </w:r>
    </w:p>
    <w:p w:rsidR="006974AE" w:rsidRDefault="006974AE" w:rsidP="006974AE">
      <w:r>
        <w:t>935.2209</w:t>
      </w:r>
      <w:r>
        <w:tab/>
        <w:t>1.013e0</w:t>
      </w:r>
    </w:p>
    <w:p w:rsidR="006974AE" w:rsidRDefault="006974AE" w:rsidP="006974AE">
      <w:r>
        <w:t>935.2403</w:t>
      </w:r>
      <w:r>
        <w:tab/>
        <w:t>2.025e0</w:t>
      </w:r>
    </w:p>
    <w:p w:rsidR="006974AE" w:rsidRDefault="006974AE" w:rsidP="006974AE">
      <w:r>
        <w:t>935.2510</w:t>
      </w:r>
      <w:r>
        <w:tab/>
        <w:t>2.025e0</w:t>
      </w:r>
    </w:p>
    <w:p w:rsidR="006974AE" w:rsidRDefault="006974AE" w:rsidP="006974AE">
      <w:r>
        <w:t>935.2678</w:t>
      </w:r>
      <w:r>
        <w:tab/>
        <w:t>2.025e0</w:t>
      </w:r>
    </w:p>
    <w:p w:rsidR="006974AE" w:rsidRDefault="006974AE" w:rsidP="006974AE">
      <w:r>
        <w:t>935.3148</w:t>
      </w:r>
      <w:r>
        <w:tab/>
        <w:t>3.038e0</w:t>
      </w:r>
    </w:p>
    <w:p w:rsidR="006974AE" w:rsidRDefault="006974AE" w:rsidP="006974AE">
      <w:r>
        <w:t>935.3461</w:t>
      </w:r>
      <w:r>
        <w:tab/>
        <w:t>1.013e0</w:t>
      </w:r>
    </w:p>
    <w:p w:rsidR="006974AE" w:rsidRDefault="006974AE" w:rsidP="006974AE">
      <w:r>
        <w:t>935.3549</w:t>
      </w:r>
      <w:r>
        <w:tab/>
        <w:t>1.013e0</w:t>
      </w:r>
    </w:p>
    <w:p w:rsidR="006974AE" w:rsidRDefault="006974AE" w:rsidP="006974AE">
      <w:r>
        <w:t>935.3734</w:t>
      </w:r>
      <w:r>
        <w:tab/>
        <w:t>4.051e0</w:t>
      </w:r>
    </w:p>
    <w:p w:rsidR="006974AE" w:rsidRDefault="006974AE" w:rsidP="006974AE">
      <w:r>
        <w:t>935.3872</w:t>
      </w:r>
      <w:r>
        <w:tab/>
        <w:t>3.516e0</w:t>
      </w:r>
    </w:p>
    <w:p w:rsidR="006974AE" w:rsidRDefault="006974AE" w:rsidP="006974AE">
      <w:r>
        <w:t>935.4401</w:t>
      </w:r>
      <w:r>
        <w:tab/>
        <w:t>1.013e0</w:t>
      </w:r>
    </w:p>
    <w:p w:rsidR="006974AE" w:rsidRDefault="006974AE" w:rsidP="006974AE">
      <w:r>
        <w:t>935.4457</w:t>
      </w:r>
      <w:r>
        <w:tab/>
        <w:t>3.038e0</w:t>
      </w:r>
    </w:p>
    <w:p w:rsidR="006974AE" w:rsidRDefault="006974AE" w:rsidP="006974AE">
      <w:r>
        <w:t>935.4543</w:t>
      </w:r>
      <w:r>
        <w:tab/>
        <w:t>4.606e0</w:t>
      </w:r>
    </w:p>
    <w:p w:rsidR="006974AE" w:rsidRDefault="006974AE" w:rsidP="006974AE">
      <w:r>
        <w:t>935.4714</w:t>
      </w:r>
      <w:r>
        <w:tab/>
        <w:t>1.013e0</w:t>
      </w:r>
    </w:p>
    <w:p w:rsidR="006974AE" w:rsidRDefault="006974AE" w:rsidP="006974AE">
      <w:r>
        <w:t>935.5355</w:t>
      </w:r>
      <w:r>
        <w:tab/>
        <w:t>4.051e0</w:t>
      </w:r>
    </w:p>
    <w:p w:rsidR="006974AE" w:rsidRDefault="006974AE" w:rsidP="006974AE">
      <w:r>
        <w:t>935.5393</w:t>
      </w:r>
      <w:r>
        <w:tab/>
        <w:t>1.013e0</w:t>
      </w:r>
    </w:p>
    <w:p w:rsidR="006974AE" w:rsidRDefault="006974AE" w:rsidP="006974AE">
      <w:r>
        <w:t>935.5909</w:t>
      </w:r>
      <w:r>
        <w:tab/>
        <w:t>1.013e0</w:t>
      </w:r>
    </w:p>
    <w:p w:rsidR="006974AE" w:rsidRDefault="006974AE" w:rsidP="006974AE">
      <w:r>
        <w:t>935.6094</w:t>
      </w:r>
      <w:r>
        <w:tab/>
        <w:t>1.013e0</w:t>
      </w:r>
    </w:p>
    <w:p w:rsidR="006974AE" w:rsidRDefault="006974AE" w:rsidP="006974AE">
      <w:r>
        <w:t>935.6280</w:t>
      </w:r>
      <w:r>
        <w:tab/>
        <w:t>2.025e0</w:t>
      </w:r>
    </w:p>
    <w:p w:rsidR="006974AE" w:rsidRDefault="006974AE" w:rsidP="006974AE">
      <w:r>
        <w:lastRenderedPageBreak/>
        <w:t>935.6437</w:t>
      </w:r>
      <w:r>
        <w:tab/>
        <w:t>1.013e0</w:t>
      </w:r>
    </w:p>
    <w:p w:rsidR="006974AE" w:rsidRDefault="006974AE" w:rsidP="006974AE">
      <w:r>
        <w:t>935.6593</w:t>
      </w:r>
      <w:r>
        <w:tab/>
        <w:t>2.025e0</w:t>
      </w:r>
    </w:p>
    <w:p w:rsidR="006974AE" w:rsidRDefault="006974AE" w:rsidP="006974AE">
      <w:r>
        <w:t>935.6738</w:t>
      </w:r>
      <w:r>
        <w:tab/>
        <w:t>2.025e0</w:t>
      </w:r>
    </w:p>
    <w:p w:rsidR="006974AE" w:rsidRDefault="006974AE" w:rsidP="006974AE">
      <w:r>
        <w:t>935.7258</w:t>
      </w:r>
      <w:r>
        <w:tab/>
        <w:t>1.013e0</w:t>
      </w:r>
    </w:p>
    <w:p w:rsidR="006974AE" w:rsidRDefault="006974AE" w:rsidP="006974AE">
      <w:r>
        <w:t>935.7365</w:t>
      </w:r>
      <w:r>
        <w:tab/>
        <w:t>1.013e0</w:t>
      </w:r>
    </w:p>
    <w:p w:rsidR="006974AE" w:rsidRDefault="006974AE" w:rsidP="006974AE">
      <w:r>
        <w:t>935.7763</w:t>
      </w:r>
      <w:r>
        <w:tab/>
        <w:t>1.013e0</w:t>
      </w:r>
    </w:p>
    <w:p w:rsidR="006974AE" w:rsidRDefault="006974AE" w:rsidP="006974AE">
      <w:r>
        <w:t>935.8034</w:t>
      </w:r>
      <w:r>
        <w:tab/>
        <w:t>2.025e0</w:t>
      </w:r>
    </w:p>
    <w:p w:rsidR="006974AE" w:rsidRDefault="006974AE" w:rsidP="006974AE">
      <w:r>
        <w:t>935.8120</w:t>
      </w:r>
      <w:r>
        <w:tab/>
        <w:t>1.013e0</w:t>
      </w:r>
    </w:p>
    <w:p w:rsidR="006974AE" w:rsidRDefault="006974AE" w:rsidP="006974AE">
      <w:r>
        <w:t>935.8459</w:t>
      </w:r>
      <w:r>
        <w:tab/>
        <w:t>1.013e0</w:t>
      </w:r>
    </w:p>
    <w:p w:rsidR="006974AE" w:rsidRDefault="006974AE" w:rsidP="006974AE">
      <w:r>
        <w:t>935.8471</w:t>
      </w:r>
      <w:r>
        <w:tab/>
        <w:t>1.013e0</w:t>
      </w:r>
    </w:p>
    <w:p w:rsidR="006974AE" w:rsidRDefault="006974AE" w:rsidP="006974AE">
      <w:r>
        <w:t>935.8629</w:t>
      </w:r>
      <w:r>
        <w:tab/>
        <w:t>1.013e0</w:t>
      </w:r>
    </w:p>
    <w:p w:rsidR="006974AE" w:rsidRDefault="006974AE" w:rsidP="006974AE">
      <w:r>
        <w:t>935.9088</w:t>
      </w:r>
      <w:r>
        <w:tab/>
        <w:t>1.013e0</w:t>
      </w:r>
    </w:p>
    <w:p w:rsidR="006974AE" w:rsidRDefault="006974AE" w:rsidP="006974AE">
      <w:r>
        <w:t>935.9413</w:t>
      </w:r>
      <w:r>
        <w:tab/>
        <w:t>2.025e0</w:t>
      </w:r>
    </w:p>
    <w:p w:rsidR="006974AE" w:rsidRDefault="006974AE" w:rsidP="006974AE">
      <w:r>
        <w:t>935.9883</w:t>
      </w:r>
      <w:r>
        <w:tab/>
        <w:t>1.013e0</w:t>
      </w:r>
    </w:p>
    <w:p w:rsidR="006974AE" w:rsidRDefault="006974AE" w:rsidP="006974AE">
      <w:r>
        <w:t>936.0308</w:t>
      </w:r>
      <w:r>
        <w:tab/>
        <w:t>1.013e0</w:t>
      </w:r>
    </w:p>
    <w:p w:rsidR="006974AE" w:rsidRDefault="006974AE" w:rsidP="006974AE">
      <w:r>
        <w:t>936.0654</w:t>
      </w:r>
      <w:r>
        <w:tab/>
        <w:t>1.013e0</w:t>
      </w:r>
    </w:p>
    <w:p w:rsidR="006974AE" w:rsidRDefault="006974AE" w:rsidP="006974AE">
      <w:r>
        <w:t>936.0674</w:t>
      </w:r>
      <w:r>
        <w:tab/>
        <w:t>2.025e0</w:t>
      </w:r>
    </w:p>
    <w:p w:rsidR="006974AE" w:rsidRDefault="006974AE" w:rsidP="006974AE">
      <w:r>
        <w:t>936.0823</w:t>
      </w:r>
      <w:r>
        <w:tab/>
        <w:t>2.025e0</w:t>
      </w:r>
    </w:p>
    <w:p w:rsidR="006974AE" w:rsidRDefault="006974AE" w:rsidP="006974AE">
      <w:r>
        <w:t>936.1281</w:t>
      </w:r>
      <w:r>
        <w:tab/>
        <w:t>1.013e0</w:t>
      </w:r>
    </w:p>
    <w:p w:rsidR="006974AE" w:rsidRDefault="006974AE" w:rsidP="006974AE">
      <w:r>
        <w:lastRenderedPageBreak/>
        <w:t>936.1729</w:t>
      </w:r>
      <w:r>
        <w:tab/>
        <w:t>2.025e0</w:t>
      </w:r>
    </w:p>
    <w:p w:rsidR="006974AE" w:rsidRDefault="006974AE" w:rsidP="006974AE">
      <w:r>
        <w:t>936.1817</w:t>
      </w:r>
      <w:r>
        <w:tab/>
        <w:t>1.013e0</w:t>
      </w:r>
    </w:p>
    <w:p w:rsidR="006974AE" w:rsidRDefault="006974AE" w:rsidP="006974AE">
      <w:r>
        <w:t>936.2000</w:t>
      </w:r>
      <w:r>
        <w:tab/>
        <w:t>1.013e0</w:t>
      </w:r>
    </w:p>
    <w:p w:rsidR="006974AE" w:rsidRDefault="006974AE" w:rsidP="006974AE">
      <w:r>
        <w:t>936.2076</w:t>
      </w:r>
      <w:r>
        <w:tab/>
        <w:t>1.013e0</w:t>
      </w:r>
    </w:p>
    <w:p w:rsidR="006974AE" w:rsidRDefault="006974AE" w:rsidP="006974AE">
      <w:r>
        <w:t>936.2703</w:t>
      </w:r>
      <w:r>
        <w:tab/>
        <w:t>1.013e0</w:t>
      </w:r>
    </w:p>
    <w:p w:rsidR="006974AE" w:rsidRDefault="006974AE" w:rsidP="006974AE">
      <w:r>
        <w:t>936.2848</w:t>
      </w:r>
      <w:r>
        <w:tab/>
        <w:t>1.013e0</w:t>
      </w:r>
    </w:p>
    <w:p w:rsidR="006974AE" w:rsidRDefault="006974AE" w:rsidP="006974AE">
      <w:r>
        <w:t>936.3005</w:t>
      </w:r>
      <w:r>
        <w:tab/>
        <w:t>1.013e0</w:t>
      </w:r>
    </w:p>
    <w:p w:rsidR="006974AE" w:rsidRDefault="006974AE" w:rsidP="006974AE">
      <w:r>
        <w:t>936.3269</w:t>
      </w:r>
      <w:r>
        <w:tab/>
        <w:t>2.795e0</w:t>
      </w:r>
    </w:p>
    <w:p w:rsidR="006974AE" w:rsidRDefault="006974AE" w:rsidP="006974AE">
      <w:r>
        <w:t>936.3397</w:t>
      </w:r>
      <w:r>
        <w:tab/>
        <w:t>2.025e0</w:t>
      </w:r>
    </w:p>
    <w:p w:rsidR="006974AE" w:rsidRDefault="006974AE" w:rsidP="006974AE">
      <w:r>
        <w:t>936.3495</w:t>
      </w:r>
      <w:r>
        <w:tab/>
        <w:t>1.013e0</w:t>
      </w:r>
    </w:p>
    <w:p w:rsidR="006974AE" w:rsidRDefault="006974AE" w:rsidP="006974AE">
      <w:r>
        <w:t>936.3506</w:t>
      </w:r>
      <w:r>
        <w:tab/>
        <w:t>2.025e0</w:t>
      </w:r>
    </w:p>
    <w:p w:rsidR="006974AE" w:rsidRDefault="006974AE" w:rsidP="006974AE">
      <w:r>
        <w:t>936.4182</w:t>
      </w:r>
      <w:r>
        <w:tab/>
        <w:t>5.063e0</w:t>
      </w:r>
    </w:p>
    <w:p w:rsidR="006974AE" w:rsidRDefault="006974AE" w:rsidP="006974AE">
      <w:r>
        <w:t>936.4460</w:t>
      </w:r>
      <w:r>
        <w:tab/>
        <w:t>7.089e0</w:t>
      </w:r>
    </w:p>
    <w:p w:rsidR="006974AE" w:rsidRDefault="006974AE" w:rsidP="006974AE">
      <w:r>
        <w:t>936.4532</w:t>
      </w:r>
      <w:r>
        <w:tab/>
        <w:t>1.013e0</w:t>
      </w:r>
    </w:p>
    <w:p w:rsidR="006974AE" w:rsidRDefault="006974AE" w:rsidP="006974AE">
      <w:r>
        <w:t>936.4570</w:t>
      </w:r>
      <w:r>
        <w:tab/>
        <w:t>5.063e0</w:t>
      </w:r>
    </w:p>
    <w:p w:rsidR="006974AE" w:rsidRDefault="006974AE" w:rsidP="006974AE">
      <w:r>
        <w:t>936.4607</w:t>
      </w:r>
      <w:r>
        <w:tab/>
        <w:t>4.968e0</w:t>
      </w:r>
    </w:p>
    <w:p w:rsidR="006974AE" w:rsidRDefault="006974AE" w:rsidP="006974AE">
      <w:r>
        <w:t>936.5208</w:t>
      </w:r>
      <w:r>
        <w:tab/>
        <w:t>3.038e0</w:t>
      </w:r>
    </w:p>
    <w:p w:rsidR="006974AE" w:rsidRDefault="006974AE" w:rsidP="006974AE">
      <w:r>
        <w:t>936.5518</w:t>
      </w:r>
      <w:r>
        <w:tab/>
        <w:t>1.013e0</w:t>
      </w:r>
    </w:p>
    <w:p w:rsidR="006974AE" w:rsidRDefault="006974AE" w:rsidP="006974AE">
      <w:r>
        <w:t>936.5833</w:t>
      </w:r>
      <w:r>
        <w:tab/>
        <w:t>3.038e0</w:t>
      </w:r>
    </w:p>
    <w:p w:rsidR="006974AE" w:rsidRDefault="006974AE" w:rsidP="006974AE">
      <w:r>
        <w:lastRenderedPageBreak/>
        <w:t>936.6093</w:t>
      </w:r>
      <w:r>
        <w:tab/>
        <w:t>2.025e0</w:t>
      </w:r>
    </w:p>
    <w:p w:rsidR="006974AE" w:rsidRDefault="006974AE" w:rsidP="006974AE">
      <w:r>
        <w:t>936.6385</w:t>
      </w:r>
      <w:r>
        <w:tab/>
        <w:t>3.038e0</w:t>
      </w:r>
    </w:p>
    <w:p w:rsidR="006974AE" w:rsidRDefault="006974AE" w:rsidP="006974AE">
      <w:r>
        <w:t>936.6557</w:t>
      </w:r>
      <w:r>
        <w:tab/>
        <w:t>1.013e0</w:t>
      </w:r>
    </w:p>
    <w:p w:rsidR="006974AE" w:rsidRDefault="006974AE" w:rsidP="006974AE">
      <w:r>
        <w:t>936.6569</w:t>
      </w:r>
      <w:r>
        <w:tab/>
        <w:t>1.013e0</w:t>
      </w:r>
    </w:p>
    <w:p w:rsidR="006974AE" w:rsidRDefault="006974AE" w:rsidP="006974AE">
      <w:r>
        <w:t>936.6622</w:t>
      </w:r>
      <w:r>
        <w:tab/>
        <w:t>1.013e0</w:t>
      </w:r>
    </w:p>
    <w:p w:rsidR="006974AE" w:rsidRDefault="006974AE" w:rsidP="006974AE">
      <w:r>
        <w:t>936.7392</w:t>
      </w:r>
      <w:r>
        <w:tab/>
        <w:t>3.038e0</w:t>
      </w:r>
    </w:p>
    <w:p w:rsidR="006974AE" w:rsidRDefault="006974AE" w:rsidP="006974AE">
      <w:r>
        <w:t>936.7729</w:t>
      </w:r>
      <w:r>
        <w:tab/>
        <w:t>1.013e0</w:t>
      </w:r>
    </w:p>
    <w:p w:rsidR="006974AE" w:rsidRDefault="006974AE" w:rsidP="006974AE">
      <w:r>
        <w:t>936.8411</w:t>
      </w:r>
      <w:r>
        <w:tab/>
        <w:t>1.013e0</w:t>
      </w:r>
    </w:p>
    <w:p w:rsidR="006974AE" w:rsidRDefault="006974AE" w:rsidP="006974AE">
      <w:r>
        <w:t>936.9287</w:t>
      </w:r>
      <w:r>
        <w:tab/>
        <w:t>1.013e0</w:t>
      </w:r>
    </w:p>
    <w:p w:rsidR="006974AE" w:rsidRDefault="006974AE" w:rsidP="006974AE">
      <w:r>
        <w:t>936.9432</w:t>
      </w:r>
      <w:r>
        <w:tab/>
        <w:t>1.013e0</w:t>
      </w:r>
    </w:p>
    <w:p w:rsidR="006974AE" w:rsidRDefault="006974AE" w:rsidP="006974AE">
      <w:r>
        <w:t>936.9601</w:t>
      </w:r>
      <w:r>
        <w:tab/>
        <w:t>1.013e0</w:t>
      </w:r>
    </w:p>
    <w:p w:rsidR="006974AE" w:rsidRDefault="006974AE" w:rsidP="006974AE">
      <w:r>
        <w:t>936.9903</w:t>
      </w:r>
      <w:r>
        <w:tab/>
        <w:t>1.013e0</w:t>
      </w:r>
    </w:p>
    <w:p w:rsidR="006974AE" w:rsidRDefault="006974AE" w:rsidP="006974AE">
      <w:r>
        <w:t>937.0277</w:t>
      </w:r>
      <w:r>
        <w:tab/>
        <w:t>1.013e0</w:t>
      </w:r>
    </w:p>
    <w:p w:rsidR="006974AE" w:rsidRDefault="006974AE" w:rsidP="006974AE">
      <w:r>
        <w:t>937.0438</w:t>
      </w:r>
      <w:r>
        <w:tab/>
        <w:t>1.013e0</w:t>
      </w:r>
    </w:p>
    <w:p w:rsidR="006974AE" w:rsidRDefault="006974AE" w:rsidP="006974AE">
      <w:r>
        <w:t>937.1953</w:t>
      </w:r>
      <w:r>
        <w:tab/>
        <w:t>2.025e0</w:t>
      </w:r>
    </w:p>
    <w:p w:rsidR="006974AE" w:rsidRDefault="006974AE" w:rsidP="006974AE">
      <w:r>
        <w:t>937.2126</w:t>
      </w:r>
      <w:r>
        <w:tab/>
        <w:t>1.013e0</w:t>
      </w:r>
    </w:p>
    <w:p w:rsidR="006974AE" w:rsidRDefault="006974AE" w:rsidP="006974AE">
      <w:r>
        <w:t>937.2463</w:t>
      </w:r>
      <w:r>
        <w:tab/>
        <w:t>1.013e0</w:t>
      </w:r>
    </w:p>
    <w:p w:rsidR="006974AE" w:rsidRDefault="006974AE" w:rsidP="006974AE">
      <w:r>
        <w:t>937.2819</w:t>
      </w:r>
      <w:r>
        <w:tab/>
        <w:t>1.013e0</w:t>
      </w:r>
    </w:p>
    <w:p w:rsidR="006974AE" w:rsidRDefault="006974AE" w:rsidP="006974AE">
      <w:r>
        <w:t>937.2961</w:t>
      </w:r>
      <w:r>
        <w:tab/>
        <w:t>2.025e0</w:t>
      </w:r>
    </w:p>
    <w:p w:rsidR="006974AE" w:rsidRDefault="006974AE" w:rsidP="006974AE">
      <w:r>
        <w:lastRenderedPageBreak/>
        <w:t>937.2991</w:t>
      </w:r>
      <w:r>
        <w:tab/>
        <w:t>1.013e0</w:t>
      </w:r>
    </w:p>
    <w:p w:rsidR="006974AE" w:rsidRDefault="006974AE" w:rsidP="006974AE">
      <w:r>
        <w:t>937.3282</w:t>
      </w:r>
      <w:r>
        <w:tab/>
        <w:t>2.025e0</w:t>
      </w:r>
    </w:p>
    <w:p w:rsidR="006974AE" w:rsidRDefault="006974AE" w:rsidP="006974AE">
      <w:r>
        <w:t>937.3333</w:t>
      </w:r>
      <w:r>
        <w:tab/>
        <w:t>5.063e0</w:t>
      </w:r>
    </w:p>
    <w:p w:rsidR="006974AE" w:rsidRDefault="006974AE" w:rsidP="006974AE">
      <w:r>
        <w:t>937.3993</w:t>
      </w:r>
      <w:r>
        <w:tab/>
        <w:t>2.025e0</w:t>
      </w:r>
    </w:p>
    <w:p w:rsidR="006974AE" w:rsidRDefault="006974AE" w:rsidP="006974AE">
      <w:r>
        <w:t>937.4197</w:t>
      </w:r>
      <w:r>
        <w:tab/>
        <w:t>2.943e0</w:t>
      </w:r>
    </w:p>
    <w:p w:rsidR="006974AE" w:rsidRDefault="006974AE" w:rsidP="006974AE">
      <w:r>
        <w:t>937.4295</w:t>
      </w:r>
      <w:r>
        <w:tab/>
        <w:t>1.013e0</w:t>
      </w:r>
    </w:p>
    <w:p w:rsidR="006974AE" w:rsidRDefault="006974AE" w:rsidP="006974AE">
      <w:r>
        <w:t>937.4373</w:t>
      </w:r>
      <w:r>
        <w:tab/>
        <w:t>5.063e0</w:t>
      </w:r>
    </w:p>
    <w:p w:rsidR="006974AE" w:rsidRDefault="006974AE" w:rsidP="006974AE">
      <w:r>
        <w:t>937.4818</w:t>
      </w:r>
      <w:r>
        <w:tab/>
        <w:t>3.716e0</w:t>
      </w:r>
    </w:p>
    <w:p w:rsidR="006974AE" w:rsidRDefault="006974AE" w:rsidP="006974AE">
      <w:r>
        <w:t>937.4996</w:t>
      </w:r>
      <w:r>
        <w:tab/>
        <w:t>4.051e0</w:t>
      </w:r>
    </w:p>
    <w:p w:rsidR="006974AE" w:rsidRDefault="006974AE" w:rsidP="006974AE">
      <w:r>
        <w:t>937.5286</w:t>
      </w:r>
      <w:r>
        <w:tab/>
        <w:t>2.025e0</w:t>
      </w:r>
    </w:p>
    <w:p w:rsidR="006974AE" w:rsidRDefault="006974AE" w:rsidP="006974AE">
      <w:r>
        <w:t>937.5317</w:t>
      </w:r>
      <w:r>
        <w:tab/>
        <w:t>2.025e0</w:t>
      </w:r>
    </w:p>
    <w:p w:rsidR="006974AE" w:rsidRDefault="006974AE" w:rsidP="006974AE">
      <w:r>
        <w:t>937.6078</w:t>
      </w:r>
      <w:r>
        <w:tab/>
        <w:t>4.868e0</w:t>
      </w:r>
    </w:p>
    <w:p w:rsidR="006974AE" w:rsidRDefault="006974AE" w:rsidP="006974AE">
      <w:r>
        <w:t>937.6111</w:t>
      </w:r>
      <w:r>
        <w:tab/>
        <w:t>2.025e0</w:t>
      </w:r>
    </w:p>
    <w:p w:rsidR="006974AE" w:rsidRDefault="006974AE" w:rsidP="006974AE">
      <w:r>
        <w:t>937.6178</w:t>
      </w:r>
      <w:r>
        <w:tab/>
        <w:t>1.013e0</w:t>
      </w:r>
    </w:p>
    <w:p w:rsidR="006974AE" w:rsidRDefault="006974AE" w:rsidP="006974AE">
      <w:r>
        <w:t>937.6697</w:t>
      </w:r>
      <w:r>
        <w:tab/>
        <w:t>1.013e0</w:t>
      </w:r>
    </w:p>
    <w:p w:rsidR="006974AE" w:rsidRDefault="006974AE" w:rsidP="006974AE">
      <w:r>
        <w:t>937.7119</w:t>
      </w:r>
      <w:r>
        <w:tab/>
        <w:t>1.013e0</w:t>
      </w:r>
    </w:p>
    <w:p w:rsidR="006974AE" w:rsidRDefault="006974AE" w:rsidP="006974AE">
      <w:r>
        <w:t>937.7561</w:t>
      </w:r>
      <w:r>
        <w:tab/>
        <w:t>2.025e0</w:t>
      </w:r>
    </w:p>
    <w:p w:rsidR="006974AE" w:rsidRDefault="006974AE" w:rsidP="006974AE">
      <w:r>
        <w:t>937.7767</w:t>
      </w:r>
      <w:r>
        <w:tab/>
        <w:t>2.025e0</w:t>
      </w:r>
    </w:p>
    <w:p w:rsidR="006974AE" w:rsidRDefault="006974AE" w:rsidP="006974AE">
      <w:r>
        <w:t>937.7916</w:t>
      </w:r>
      <w:r>
        <w:tab/>
        <w:t>1.013e0</w:t>
      </w:r>
    </w:p>
    <w:p w:rsidR="006974AE" w:rsidRDefault="006974AE" w:rsidP="006974AE">
      <w:r>
        <w:lastRenderedPageBreak/>
        <w:t>937.8387</w:t>
      </w:r>
      <w:r>
        <w:tab/>
        <w:t>1.013e0</w:t>
      </w:r>
    </w:p>
    <w:p w:rsidR="006974AE" w:rsidRDefault="006974AE" w:rsidP="006974AE">
      <w:r>
        <w:t>937.8539</w:t>
      </w:r>
      <w:r>
        <w:tab/>
        <w:t>3.038e0</w:t>
      </w:r>
    </w:p>
    <w:p w:rsidR="006974AE" w:rsidRDefault="006974AE" w:rsidP="006974AE">
      <w:r>
        <w:t>937.9003</w:t>
      </w:r>
      <w:r>
        <w:tab/>
        <w:t>2.025e0</w:t>
      </w:r>
    </w:p>
    <w:p w:rsidR="006974AE" w:rsidRDefault="006974AE" w:rsidP="006974AE">
      <w:r>
        <w:t>937.9014</w:t>
      </w:r>
      <w:r>
        <w:tab/>
        <w:t>2.025e0</w:t>
      </w:r>
    </w:p>
    <w:p w:rsidR="006974AE" w:rsidRDefault="006974AE" w:rsidP="006974AE">
      <w:r>
        <w:t>938.0101</w:t>
      </w:r>
      <w:r>
        <w:tab/>
        <w:t>2.025e0</w:t>
      </w:r>
    </w:p>
    <w:p w:rsidR="006974AE" w:rsidRDefault="006974AE" w:rsidP="006974AE">
      <w:r>
        <w:t>938.0917</w:t>
      </w:r>
      <w:r>
        <w:tab/>
        <w:t>3.038e0</w:t>
      </w:r>
    </w:p>
    <w:p w:rsidR="006974AE" w:rsidRDefault="006974AE" w:rsidP="006974AE">
      <w:r>
        <w:t>938.1461</w:t>
      </w:r>
      <w:r>
        <w:tab/>
        <w:t>2.025e0</w:t>
      </w:r>
    </w:p>
    <w:p w:rsidR="006974AE" w:rsidRDefault="006974AE" w:rsidP="006974AE">
      <w:r>
        <w:t>938.1598</w:t>
      </w:r>
      <w:r>
        <w:tab/>
        <w:t>1.013e0</w:t>
      </w:r>
    </w:p>
    <w:p w:rsidR="006974AE" w:rsidRDefault="006974AE" w:rsidP="006974AE">
      <w:r>
        <w:t>938.2457</w:t>
      </w:r>
      <w:r>
        <w:tab/>
        <w:t>1.013e0</w:t>
      </w:r>
    </w:p>
    <w:p w:rsidR="006974AE" w:rsidRDefault="006974AE" w:rsidP="006974AE">
      <w:r>
        <w:t>938.2783</w:t>
      </w:r>
      <w:r>
        <w:tab/>
        <w:t>1.013e0</w:t>
      </w:r>
    </w:p>
    <w:p w:rsidR="006974AE" w:rsidRDefault="006974AE" w:rsidP="006974AE">
      <w:r>
        <w:t>938.2996</w:t>
      </w:r>
      <w:r>
        <w:tab/>
        <w:t>2.025e0</w:t>
      </w:r>
    </w:p>
    <w:p w:rsidR="006974AE" w:rsidRDefault="006974AE" w:rsidP="006974AE">
      <w:r>
        <w:t>938.3104</w:t>
      </w:r>
      <w:r>
        <w:tab/>
        <w:t>1.013e0</w:t>
      </w:r>
    </w:p>
    <w:p w:rsidR="006974AE" w:rsidRDefault="006974AE" w:rsidP="006974AE">
      <w:r>
        <w:t>938.4144</w:t>
      </w:r>
      <w:r>
        <w:tab/>
        <w:t>3.038e0</w:t>
      </w:r>
    </w:p>
    <w:p w:rsidR="006974AE" w:rsidRDefault="006974AE" w:rsidP="006974AE">
      <w:r>
        <w:t>938.4199</w:t>
      </w:r>
      <w:r>
        <w:tab/>
        <w:t>3.987e0</w:t>
      </w:r>
    </w:p>
    <w:p w:rsidR="006974AE" w:rsidRDefault="006974AE" w:rsidP="006974AE">
      <w:r>
        <w:t>938.4498</w:t>
      </w:r>
      <w:r>
        <w:tab/>
        <w:t>1.013e0</w:t>
      </w:r>
    </w:p>
    <w:p w:rsidR="006974AE" w:rsidRDefault="006974AE" w:rsidP="006974AE">
      <w:r>
        <w:t>938.4824</w:t>
      </w:r>
      <w:r>
        <w:tab/>
        <w:t>2.025e0</w:t>
      </w:r>
    </w:p>
    <w:p w:rsidR="006974AE" w:rsidRDefault="006974AE" w:rsidP="006974AE">
      <w:r>
        <w:t>938.4969</w:t>
      </w:r>
      <w:r>
        <w:tab/>
        <w:t>1.013e0</w:t>
      </w:r>
    </w:p>
    <w:p w:rsidR="006974AE" w:rsidRDefault="006974AE" w:rsidP="006974AE">
      <w:r>
        <w:t>938.5016</w:t>
      </w:r>
      <w:r>
        <w:tab/>
        <w:t>6.721e0</w:t>
      </w:r>
    </w:p>
    <w:p w:rsidR="006974AE" w:rsidRDefault="006974AE" w:rsidP="006974AE">
      <w:r>
        <w:t>938.5312</w:t>
      </w:r>
      <w:r>
        <w:tab/>
        <w:t>1.013e0</w:t>
      </w:r>
    </w:p>
    <w:p w:rsidR="006974AE" w:rsidRDefault="006974AE" w:rsidP="006974AE">
      <w:r>
        <w:lastRenderedPageBreak/>
        <w:t>938.5649</w:t>
      </w:r>
      <w:r>
        <w:tab/>
        <w:t>1.013e0</w:t>
      </w:r>
    </w:p>
    <w:p w:rsidR="006974AE" w:rsidRDefault="006974AE" w:rsidP="006974AE">
      <w:r>
        <w:t>938.5807</w:t>
      </w:r>
      <w:r>
        <w:tab/>
        <w:t>3.038e0</w:t>
      </w:r>
    </w:p>
    <w:p w:rsidR="006974AE" w:rsidRDefault="006974AE" w:rsidP="006974AE">
      <w:r>
        <w:t>938.5907</w:t>
      </w:r>
      <w:r>
        <w:tab/>
        <w:t>2.025e0</w:t>
      </w:r>
    </w:p>
    <w:p w:rsidR="006974AE" w:rsidRDefault="006974AE" w:rsidP="006974AE">
      <w:r>
        <w:t>938.6523</w:t>
      </w:r>
      <w:r>
        <w:tab/>
        <w:t>1.013e0</w:t>
      </w:r>
    </w:p>
    <w:p w:rsidR="006974AE" w:rsidRDefault="006974AE" w:rsidP="006974AE">
      <w:r>
        <w:t>938.6709</w:t>
      </w:r>
      <w:r>
        <w:tab/>
        <w:t>1.013e0</w:t>
      </w:r>
    </w:p>
    <w:p w:rsidR="006974AE" w:rsidRDefault="006974AE" w:rsidP="006974AE">
      <w:r>
        <w:t>938.7134</w:t>
      </w:r>
      <w:r>
        <w:tab/>
        <w:t>3.038e0</w:t>
      </w:r>
    </w:p>
    <w:p w:rsidR="006974AE" w:rsidRDefault="006974AE" w:rsidP="006974AE">
      <w:r>
        <w:t>938.7181</w:t>
      </w:r>
      <w:r>
        <w:tab/>
        <w:t>1.013e0</w:t>
      </w:r>
    </w:p>
    <w:p w:rsidR="006974AE" w:rsidRDefault="006974AE" w:rsidP="006974AE">
      <w:r>
        <w:t>938.7497</w:t>
      </w:r>
      <w:r>
        <w:tab/>
        <w:t>1.013e0</w:t>
      </w:r>
    </w:p>
    <w:p w:rsidR="006974AE" w:rsidRDefault="006974AE" w:rsidP="006974AE">
      <w:r>
        <w:t>938.7882</w:t>
      </w:r>
      <w:r>
        <w:tab/>
        <w:t>3.038e0</w:t>
      </w:r>
    </w:p>
    <w:p w:rsidR="006974AE" w:rsidRDefault="006974AE" w:rsidP="006974AE">
      <w:r>
        <w:t>938.8897</w:t>
      </w:r>
      <w:r>
        <w:tab/>
        <w:t>1.013e0</w:t>
      </w:r>
    </w:p>
    <w:p w:rsidR="006974AE" w:rsidRDefault="006974AE" w:rsidP="006974AE">
      <w:r>
        <w:t>938.9066</w:t>
      </w:r>
      <w:r>
        <w:tab/>
        <w:t>1.013e0</w:t>
      </w:r>
    </w:p>
    <w:p w:rsidR="006974AE" w:rsidRDefault="006974AE" w:rsidP="006974AE">
      <w:r>
        <w:t>938.9211</w:t>
      </w:r>
      <w:r>
        <w:tab/>
        <w:t>1.013e0</w:t>
      </w:r>
    </w:p>
    <w:p w:rsidR="006974AE" w:rsidRDefault="006974AE" w:rsidP="006974AE">
      <w:r>
        <w:t>938.9238</w:t>
      </w:r>
      <w:r>
        <w:tab/>
        <w:t>2.025e0</w:t>
      </w:r>
    </w:p>
    <w:p w:rsidR="006974AE" w:rsidRDefault="006974AE" w:rsidP="006974AE">
      <w:r>
        <w:t>939.0009</w:t>
      </w:r>
      <w:r>
        <w:tab/>
        <w:t>2.025e0</w:t>
      </w:r>
    </w:p>
    <w:p w:rsidR="006974AE" w:rsidRDefault="006974AE" w:rsidP="006974AE">
      <w:r>
        <w:t>939.0419</w:t>
      </w:r>
      <w:r>
        <w:tab/>
        <w:t>2.025e0</w:t>
      </w:r>
    </w:p>
    <w:p w:rsidR="006974AE" w:rsidRDefault="006974AE" w:rsidP="006974AE">
      <w:r>
        <w:t>939.0743</w:t>
      </w:r>
      <w:r>
        <w:tab/>
        <w:t>1.013e0</w:t>
      </w:r>
    </w:p>
    <w:p w:rsidR="006974AE" w:rsidRDefault="006974AE" w:rsidP="006974AE">
      <w:r>
        <w:t>939.1342</w:t>
      </w:r>
      <w:r>
        <w:tab/>
        <w:t>2.025e0</w:t>
      </w:r>
    </w:p>
    <w:p w:rsidR="006974AE" w:rsidRDefault="006974AE" w:rsidP="006974AE">
      <w:r>
        <w:t>939.1901</w:t>
      </w:r>
      <w:r>
        <w:tab/>
        <w:t>1.013e0</w:t>
      </w:r>
    </w:p>
    <w:p w:rsidR="006974AE" w:rsidRDefault="006974AE" w:rsidP="006974AE">
      <w:r>
        <w:t>939.2197</w:t>
      </w:r>
      <w:r>
        <w:tab/>
        <w:t>2.025e0</w:t>
      </w:r>
    </w:p>
    <w:p w:rsidR="006974AE" w:rsidRDefault="006974AE" w:rsidP="006974AE">
      <w:r>
        <w:lastRenderedPageBreak/>
        <w:t>939.2364</w:t>
      </w:r>
      <w:r>
        <w:tab/>
        <w:t>2.025e0</w:t>
      </w:r>
    </w:p>
    <w:p w:rsidR="006974AE" w:rsidRDefault="006974AE" w:rsidP="006974AE">
      <w:r>
        <w:t>939.3124</w:t>
      </w:r>
      <w:r>
        <w:tab/>
        <w:t>2.025e0</w:t>
      </w:r>
    </w:p>
    <w:p w:rsidR="006974AE" w:rsidRDefault="006974AE" w:rsidP="006974AE">
      <w:r>
        <w:t>939.3455</w:t>
      </w:r>
      <w:r>
        <w:tab/>
        <w:t>2.025e0</w:t>
      </w:r>
    </w:p>
    <w:p w:rsidR="006974AE" w:rsidRDefault="006974AE" w:rsidP="006974AE">
      <w:r>
        <w:t>939.3927</w:t>
      </w:r>
      <w:r>
        <w:tab/>
        <w:t>1.013e0</w:t>
      </w:r>
    </w:p>
    <w:p w:rsidR="006974AE" w:rsidRDefault="006974AE" w:rsidP="006974AE">
      <w:r>
        <w:t>939.4084</w:t>
      </w:r>
      <w:r>
        <w:tab/>
        <w:t>1.013e0</w:t>
      </w:r>
    </w:p>
    <w:p w:rsidR="006974AE" w:rsidRDefault="006974AE" w:rsidP="006974AE">
      <w:r>
        <w:t>939.4097</w:t>
      </w:r>
      <w:r>
        <w:tab/>
        <w:t>1.942e0</w:t>
      </w:r>
    </w:p>
    <w:p w:rsidR="006974AE" w:rsidRDefault="006974AE" w:rsidP="006974AE">
      <w:r>
        <w:t>939.4175</w:t>
      </w:r>
      <w:r>
        <w:tab/>
        <w:t>2.025e0</w:t>
      </w:r>
    </w:p>
    <w:p w:rsidR="006974AE" w:rsidRDefault="006974AE" w:rsidP="006974AE">
      <w:r>
        <w:t>939.4398</w:t>
      </w:r>
      <w:r>
        <w:tab/>
        <w:t>2.127e0</w:t>
      </w:r>
    </w:p>
    <w:p w:rsidR="006974AE" w:rsidRDefault="006974AE" w:rsidP="006974AE">
      <w:r>
        <w:t>939.4486</w:t>
      </w:r>
      <w:r>
        <w:tab/>
        <w:t>2.025e0</w:t>
      </w:r>
    </w:p>
    <w:p w:rsidR="006974AE" w:rsidRDefault="006974AE" w:rsidP="006974AE">
      <w:r>
        <w:t>939.4882</w:t>
      </w:r>
      <w:r>
        <w:tab/>
        <w:t>1.013e0</w:t>
      </w:r>
    </w:p>
    <w:p w:rsidR="006974AE" w:rsidRDefault="006974AE" w:rsidP="006974AE">
      <w:r>
        <w:t>939.5302</w:t>
      </w:r>
      <w:r>
        <w:tab/>
        <w:t>1.468e0</w:t>
      </w:r>
    </w:p>
    <w:p w:rsidR="006974AE" w:rsidRDefault="006974AE" w:rsidP="006974AE">
      <w:r>
        <w:t>939.5577</w:t>
      </w:r>
      <w:r>
        <w:tab/>
        <w:t>2.025e0</w:t>
      </w:r>
    </w:p>
    <w:p w:rsidR="006974AE" w:rsidRDefault="006974AE" w:rsidP="006974AE">
      <w:r>
        <w:t>939.5834</w:t>
      </w:r>
      <w:r>
        <w:tab/>
        <w:t>4.051e0</w:t>
      </w:r>
    </w:p>
    <w:p w:rsidR="006974AE" w:rsidRDefault="006974AE" w:rsidP="006974AE">
      <w:r>
        <w:t>939.6140</w:t>
      </w:r>
      <w:r>
        <w:tab/>
        <w:t>1.013e0</w:t>
      </w:r>
    </w:p>
    <w:p w:rsidR="006974AE" w:rsidRDefault="006974AE" w:rsidP="006974AE">
      <w:r>
        <w:t>939.6373</w:t>
      </w:r>
      <w:r>
        <w:tab/>
        <w:t>2.025e0</w:t>
      </w:r>
    </w:p>
    <w:p w:rsidR="006974AE" w:rsidRDefault="006974AE" w:rsidP="006974AE">
      <w:r>
        <w:t>939.6631</w:t>
      </w:r>
      <w:r>
        <w:tab/>
        <w:t>1.013e0</w:t>
      </w:r>
    </w:p>
    <w:p w:rsidR="006974AE" w:rsidRDefault="006974AE" w:rsidP="006974AE">
      <w:r>
        <w:t>939.6816</w:t>
      </w:r>
      <w:r>
        <w:tab/>
        <w:t>3.038e0</w:t>
      </w:r>
    </w:p>
    <w:p w:rsidR="006974AE" w:rsidRDefault="006974AE" w:rsidP="006974AE">
      <w:r>
        <w:t>939.6847</w:t>
      </w:r>
      <w:r>
        <w:tab/>
        <w:t>2.025e0</w:t>
      </w:r>
    </w:p>
    <w:p w:rsidR="006974AE" w:rsidRDefault="006974AE" w:rsidP="006974AE">
      <w:r>
        <w:t>939.7000</w:t>
      </w:r>
      <w:r>
        <w:tab/>
        <w:t>3.038e0</w:t>
      </w:r>
    </w:p>
    <w:p w:rsidR="006974AE" w:rsidRDefault="006974AE" w:rsidP="006974AE">
      <w:r>
        <w:lastRenderedPageBreak/>
        <w:t>939.7493</w:t>
      </w:r>
      <w:r>
        <w:tab/>
        <w:t>1.013e0</w:t>
      </w:r>
    </w:p>
    <w:p w:rsidR="006974AE" w:rsidRDefault="006974AE" w:rsidP="006974AE">
      <w:r>
        <w:t>939.7555</w:t>
      </w:r>
      <w:r>
        <w:tab/>
        <w:t>1.013e0</w:t>
      </w:r>
    </w:p>
    <w:p w:rsidR="006974AE" w:rsidRDefault="006974AE" w:rsidP="006974AE">
      <w:r>
        <w:t>939.7842</w:t>
      </w:r>
      <w:r>
        <w:tab/>
        <w:t>1.013e0</w:t>
      </w:r>
    </w:p>
    <w:p w:rsidR="006974AE" w:rsidRDefault="006974AE" w:rsidP="006974AE">
      <w:r>
        <w:t>939.7921</w:t>
      </w:r>
      <w:r>
        <w:tab/>
        <w:t>2.025e0</w:t>
      </w:r>
    </w:p>
    <w:p w:rsidR="006974AE" w:rsidRDefault="006974AE" w:rsidP="006974AE">
      <w:r>
        <w:t>939.8652</w:t>
      </w:r>
      <w:r>
        <w:tab/>
        <w:t>1.013e0</w:t>
      </w:r>
    </w:p>
    <w:p w:rsidR="006974AE" w:rsidRDefault="006974AE" w:rsidP="006974AE">
      <w:r>
        <w:t>939.8908</w:t>
      </w:r>
      <w:r>
        <w:tab/>
        <w:t>2.025e0</w:t>
      </w:r>
    </w:p>
    <w:p w:rsidR="006974AE" w:rsidRDefault="006974AE" w:rsidP="006974AE">
      <w:r>
        <w:t>939.9588</w:t>
      </w:r>
      <w:r>
        <w:tab/>
        <w:t>1.013e0</w:t>
      </w:r>
    </w:p>
    <w:p w:rsidR="006974AE" w:rsidRDefault="006974AE" w:rsidP="006974AE">
      <w:r>
        <w:t>940.0071</w:t>
      </w:r>
      <w:r>
        <w:tab/>
        <w:t>2.025e0</w:t>
      </w:r>
    </w:p>
    <w:p w:rsidR="006974AE" w:rsidRDefault="006974AE" w:rsidP="006974AE">
      <w:r>
        <w:t>940.0213</w:t>
      </w:r>
      <w:r>
        <w:tab/>
        <w:t>1.013e0</w:t>
      </w:r>
    </w:p>
    <w:p w:rsidR="006974AE" w:rsidRDefault="006974AE" w:rsidP="006974AE">
      <w:r>
        <w:t>940.0858</w:t>
      </w:r>
      <w:r>
        <w:tab/>
        <w:t>1.013e0</w:t>
      </w:r>
    </w:p>
    <w:p w:rsidR="006974AE" w:rsidRDefault="006974AE" w:rsidP="006974AE">
      <w:r>
        <w:t>940.1094</w:t>
      </w:r>
      <w:r>
        <w:tab/>
        <w:t>2.025e0</w:t>
      </w:r>
    </w:p>
    <w:p w:rsidR="006974AE" w:rsidRDefault="006974AE" w:rsidP="006974AE">
      <w:r>
        <w:t>940.1282</w:t>
      </w:r>
      <w:r>
        <w:tab/>
        <w:t>2.025e0</w:t>
      </w:r>
    </w:p>
    <w:p w:rsidR="006974AE" w:rsidRDefault="006974AE" w:rsidP="006974AE">
      <w:r>
        <w:t>940.1555</w:t>
      </w:r>
      <w:r>
        <w:tab/>
        <w:t>1.013e0</w:t>
      </w:r>
    </w:p>
    <w:p w:rsidR="006974AE" w:rsidRDefault="006974AE" w:rsidP="006974AE">
      <w:r>
        <w:t>940.2969</w:t>
      </w:r>
      <w:r>
        <w:tab/>
        <w:t>5.063e0</w:t>
      </w:r>
    </w:p>
    <w:p w:rsidR="006974AE" w:rsidRDefault="006974AE" w:rsidP="006974AE">
      <w:r>
        <w:t>940.3392</w:t>
      </w:r>
      <w:r>
        <w:tab/>
        <w:t>1.013e0</w:t>
      </w:r>
    </w:p>
    <w:p w:rsidR="006974AE" w:rsidRDefault="006974AE" w:rsidP="006974AE">
      <w:r>
        <w:t>940.3459</w:t>
      </w:r>
      <w:r>
        <w:tab/>
        <w:t>2.025e0</w:t>
      </w:r>
    </w:p>
    <w:p w:rsidR="006974AE" w:rsidRDefault="006974AE" w:rsidP="006974AE">
      <w:r>
        <w:t>940.3611</w:t>
      </w:r>
      <w:r>
        <w:tab/>
        <w:t>2.954e0</w:t>
      </w:r>
    </w:p>
    <w:p w:rsidR="006974AE" w:rsidRDefault="006974AE" w:rsidP="006974AE">
      <w:r>
        <w:t>940.4266</w:t>
      </w:r>
      <w:r>
        <w:tab/>
        <w:t>1.013e0</w:t>
      </w:r>
    </w:p>
    <w:p w:rsidR="006974AE" w:rsidRDefault="006974AE" w:rsidP="006974AE">
      <w:r>
        <w:t>940.4603</w:t>
      </w:r>
      <w:r>
        <w:tab/>
        <w:t>5.063e0</w:t>
      </w:r>
    </w:p>
    <w:p w:rsidR="006974AE" w:rsidRDefault="006974AE" w:rsidP="006974AE">
      <w:r>
        <w:lastRenderedPageBreak/>
        <w:t>940.4634</w:t>
      </w:r>
      <w:r>
        <w:tab/>
        <w:t>2.025e0</w:t>
      </w:r>
    </w:p>
    <w:p w:rsidR="006974AE" w:rsidRDefault="006974AE" w:rsidP="006974AE">
      <w:r>
        <w:t>940.4778</w:t>
      </w:r>
      <w:r>
        <w:tab/>
        <w:t>4.051e0</w:t>
      </w:r>
    </w:p>
    <w:p w:rsidR="006974AE" w:rsidRDefault="006974AE" w:rsidP="006974AE">
      <w:r>
        <w:t>940.4825</w:t>
      </w:r>
      <w:r>
        <w:tab/>
        <w:t>3.038e0</w:t>
      </w:r>
    </w:p>
    <w:p w:rsidR="006974AE" w:rsidRDefault="006974AE" w:rsidP="006974AE">
      <w:r>
        <w:t>940.5812</w:t>
      </w:r>
      <w:r>
        <w:tab/>
        <w:t>2.025e0</w:t>
      </w:r>
    </w:p>
    <w:p w:rsidR="006974AE" w:rsidRDefault="006974AE" w:rsidP="006974AE">
      <w:r>
        <w:t>940.6021</w:t>
      </w:r>
      <w:r>
        <w:tab/>
        <w:t>2.025e0</w:t>
      </w:r>
    </w:p>
    <w:p w:rsidR="006974AE" w:rsidRDefault="006974AE" w:rsidP="006974AE">
      <w:r>
        <w:t>940.6108</w:t>
      </w:r>
      <w:r>
        <w:tab/>
        <w:t>1.013e0</w:t>
      </w:r>
    </w:p>
    <w:p w:rsidR="006974AE" w:rsidRDefault="006974AE" w:rsidP="006974AE">
      <w:r>
        <w:t>940.6119</w:t>
      </w:r>
      <w:r>
        <w:tab/>
        <w:t>1.013e0</w:t>
      </w:r>
    </w:p>
    <w:p w:rsidR="006974AE" w:rsidRDefault="006974AE" w:rsidP="006974AE">
      <w:r>
        <w:t>940.6276</w:t>
      </w:r>
      <w:r>
        <w:tab/>
        <w:t>2.025e0</w:t>
      </w:r>
    </w:p>
    <w:p w:rsidR="006974AE" w:rsidRDefault="006974AE" w:rsidP="006974AE">
      <w:r>
        <w:t>940.6809</w:t>
      </w:r>
      <w:r>
        <w:tab/>
        <w:t>1.013e0</w:t>
      </w:r>
    </w:p>
    <w:p w:rsidR="006974AE" w:rsidRDefault="006974AE" w:rsidP="006974AE">
      <w:r>
        <w:t>940.6838</w:t>
      </w:r>
      <w:r>
        <w:tab/>
        <w:t>1.013e0</w:t>
      </w:r>
    </w:p>
    <w:p w:rsidR="006974AE" w:rsidRDefault="006974AE" w:rsidP="006974AE">
      <w:r>
        <w:t>940.6978</w:t>
      </w:r>
      <w:r>
        <w:tab/>
        <w:t>3.038e0</w:t>
      </w:r>
    </w:p>
    <w:p w:rsidR="006974AE" w:rsidRDefault="006974AE" w:rsidP="006974AE">
      <w:r>
        <w:t>940.7703</w:t>
      </w:r>
      <w:r>
        <w:tab/>
        <w:t>2.025e0</w:t>
      </w:r>
    </w:p>
    <w:p w:rsidR="006974AE" w:rsidRDefault="006974AE" w:rsidP="006974AE">
      <w:r>
        <w:t>940.8099</w:t>
      </w:r>
      <w:r>
        <w:tab/>
        <w:t>2.025e0</w:t>
      </w:r>
    </w:p>
    <w:p w:rsidR="006974AE" w:rsidRDefault="006974AE" w:rsidP="006974AE">
      <w:r>
        <w:t>940.8304</w:t>
      </w:r>
      <w:r>
        <w:tab/>
        <w:t>1.013e0</w:t>
      </w:r>
    </w:p>
    <w:p w:rsidR="006974AE" w:rsidRDefault="006974AE" w:rsidP="006974AE">
      <w:r>
        <w:t>940.8558</w:t>
      </w:r>
      <w:r>
        <w:tab/>
        <w:t>1.013e0</w:t>
      </w:r>
    </w:p>
    <w:p w:rsidR="006974AE" w:rsidRDefault="006974AE" w:rsidP="006974AE">
      <w:r>
        <w:t>940.9033</w:t>
      </w:r>
      <w:r>
        <w:tab/>
        <w:t>2.025e0</w:t>
      </w:r>
    </w:p>
    <w:p w:rsidR="006974AE" w:rsidRDefault="006974AE" w:rsidP="006974AE">
      <w:r>
        <w:t>940.9188</w:t>
      </w:r>
      <w:r>
        <w:tab/>
        <w:t>1.013e0</w:t>
      </w:r>
    </w:p>
    <w:p w:rsidR="006974AE" w:rsidRDefault="006974AE" w:rsidP="006974AE">
      <w:r>
        <w:t>940.9354</w:t>
      </w:r>
      <w:r>
        <w:tab/>
        <w:t>1.013e0</w:t>
      </w:r>
    </w:p>
    <w:p w:rsidR="006974AE" w:rsidRDefault="006974AE" w:rsidP="006974AE">
      <w:r>
        <w:t>940.9432</w:t>
      </w:r>
      <w:r>
        <w:tab/>
        <w:t>2.025e0</w:t>
      </w:r>
    </w:p>
    <w:p w:rsidR="006974AE" w:rsidRDefault="006974AE" w:rsidP="006974AE">
      <w:r>
        <w:lastRenderedPageBreak/>
        <w:t>941.0291</w:t>
      </w:r>
      <w:r>
        <w:tab/>
        <w:t>1.013e0</w:t>
      </w:r>
    </w:p>
    <w:p w:rsidR="006974AE" w:rsidRDefault="006974AE" w:rsidP="006974AE">
      <w:r>
        <w:t>941.0302</w:t>
      </w:r>
      <w:r>
        <w:tab/>
        <w:t>1.013e0</w:t>
      </w:r>
    </w:p>
    <w:p w:rsidR="006974AE" w:rsidRDefault="006974AE" w:rsidP="006974AE">
      <w:r>
        <w:t>941.0683</w:t>
      </w:r>
      <w:r>
        <w:tab/>
        <w:t>2.025e0</w:t>
      </w:r>
    </w:p>
    <w:p w:rsidR="006974AE" w:rsidRDefault="006974AE" w:rsidP="006974AE">
      <w:r>
        <w:t>941.0843</w:t>
      </w:r>
      <w:r>
        <w:tab/>
        <w:t>1.013e0</w:t>
      </w:r>
    </w:p>
    <w:p w:rsidR="006974AE" w:rsidRDefault="006974AE" w:rsidP="006974AE">
      <w:r>
        <w:t>941.1014</w:t>
      </w:r>
      <w:r>
        <w:tab/>
        <w:t>1.013e0</w:t>
      </w:r>
    </w:p>
    <w:p w:rsidR="006974AE" w:rsidRDefault="006974AE" w:rsidP="006974AE">
      <w:r>
        <w:t>941.1089</w:t>
      </w:r>
      <w:r>
        <w:tab/>
        <w:t>1.013e0</w:t>
      </w:r>
    </w:p>
    <w:p w:rsidR="006974AE" w:rsidRDefault="006974AE" w:rsidP="006974AE">
      <w:r>
        <w:t>941.1188</w:t>
      </w:r>
      <w:r>
        <w:tab/>
        <w:t>2.025e0</w:t>
      </w:r>
    </w:p>
    <w:p w:rsidR="006974AE" w:rsidRDefault="006974AE" w:rsidP="006974AE">
      <w:r>
        <w:t>941.1877</w:t>
      </w:r>
      <w:r>
        <w:tab/>
        <w:t>1.013e0</w:t>
      </w:r>
    </w:p>
    <w:p w:rsidR="006974AE" w:rsidRDefault="006974AE" w:rsidP="006974AE">
      <w:r>
        <w:t>941.1953</w:t>
      </w:r>
      <w:r>
        <w:tab/>
        <w:t>2.025e0</w:t>
      </w:r>
    </w:p>
    <w:p w:rsidR="006974AE" w:rsidRDefault="006974AE" w:rsidP="006974AE">
      <w:r>
        <w:t>941.2034</w:t>
      </w:r>
      <w:r>
        <w:tab/>
        <w:t>1.013e0</w:t>
      </w:r>
    </w:p>
    <w:p w:rsidR="006974AE" w:rsidRDefault="006974AE" w:rsidP="006974AE">
      <w:r>
        <w:t>941.2356</w:t>
      </w:r>
      <w:r>
        <w:tab/>
        <w:t>1.013e0</w:t>
      </w:r>
    </w:p>
    <w:p w:rsidR="006974AE" w:rsidRDefault="006974AE" w:rsidP="006974AE">
      <w:r>
        <w:t>941.2613</w:t>
      </w:r>
      <w:r>
        <w:tab/>
        <w:t>2.025e0</w:t>
      </w:r>
    </w:p>
    <w:p w:rsidR="006974AE" w:rsidRDefault="006974AE" w:rsidP="006974AE">
      <w:r>
        <w:t>941.3394</w:t>
      </w:r>
      <w:r>
        <w:tab/>
        <w:t>2.025e0</w:t>
      </w:r>
    </w:p>
    <w:p w:rsidR="006974AE" w:rsidRDefault="006974AE" w:rsidP="006974AE">
      <w:r>
        <w:t>941.3519</w:t>
      </w:r>
      <w:r>
        <w:tab/>
        <w:t>2.025e0</w:t>
      </w:r>
    </w:p>
    <w:p w:rsidR="006974AE" w:rsidRDefault="006974AE" w:rsidP="006974AE">
      <w:r>
        <w:t>941.3583</w:t>
      </w:r>
      <w:r>
        <w:tab/>
        <w:t>1.551e0</w:t>
      </w:r>
    </w:p>
    <w:p w:rsidR="006974AE" w:rsidRDefault="006974AE" w:rsidP="006974AE">
      <w:r>
        <w:t>941.4228</w:t>
      </w:r>
      <w:r>
        <w:tab/>
        <w:t>1.013e0</w:t>
      </w:r>
    </w:p>
    <w:p w:rsidR="006974AE" w:rsidRDefault="006974AE" w:rsidP="006974AE">
      <w:r>
        <w:t>941.4240</w:t>
      </w:r>
      <w:r>
        <w:tab/>
        <w:t>1.013e0</w:t>
      </w:r>
    </w:p>
    <w:p w:rsidR="006974AE" w:rsidRDefault="006974AE" w:rsidP="006974AE">
      <w:r>
        <w:t>941.4315</w:t>
      </w:r>
      <w:r>
        <w:tab/>
        <w:t>3.800e0</w:t>
      </w:r>
    </w:p>
    <w:p w:rsidR="006974AE" w:rsidRDefault="006974AE" w:rsidP="006974AE">
      <w:r>
        <w:t>941.4713</w:t>
      </w:r>
      <w:r>
        <w:tab/>
        <w:t>1.013e0</w:t>
      </w:r>
    </w:p>
    <w:p w:rsidR="006974AE" w:rsidRDefault="006974AE" w:rsidP="006974AE">
      <w:r>
        <w:lastRenderedPageBreak/>
        <w:t>941.4949</w:t>
      </w:r>
      <w:r>
        <w:tab/>
        <w:t>4.051e0</w:t>
      </w:r>
    </w:p>
    <w:p w:rsidR="006974AE" w:rsidRDefault="006974AE" w:rsidP="006974AE">
      <w:r>
        <w:t>941.5062</w:t>
      </w:r>
      <w:r>
        <w:tab/>
        <w:t>1.013e0</w:t>
      </w:r>
    </w:p>
    <w:p w:rsidR="006974AE" w:rsidRDefault="006974AE" w:rsidP="006974AE">
      <w:r>
        <w:t>941.5873</w:t>
      </w:r>
      <w:r>
        <w:tab/>
        <w:t>4.051e0</w:t>
      </w:r>
    </w:p>
    <w:p w:rsidR="006974AE" w:rsidRDefault="006974AE" w:rsidP="006974AE">
      <w:r>
        <w:t>941.6022</w:t>
      </w:r>
      <w:r>
        <w:tab/>
        <w:t>2.025e0</w:t>
      </w:r>
    </w:p>
    <w:p w:rsidR="006974AE" w:rsidRDefault="006974AE" w:rsidP="006974AE">
      <w:r>
        <w:t>941.6077</w:t>
      </w:r>
      <w:r>
        <w:tab/>
        <w:t>3.038e0</w:t>
      </w:r>
    </w:p>
    <w:p w:rsidR="006974AE" w:rsidRDefault="006974AE" w:rsidP="006974AE">
      <w:r>
        <w:t>941.6528</w:t>
      </w:r>
      <w:r>
        <w:tab/>
        <w:t>2.025e0</w:t>
      </w:r>
    </w:p>
    <w:p w:rsidR="006974AE" w:rsidRDefault="006974AE" w:rsidP="006974AE">
      <w:r>
        <w:t>941.7222</w:t>
      </w:r>
      <w:r>
        <w:tab/>
        <w:t>2.025e0</w:t>
      </w:r>
    </w:p>
    <w:p w:rsidR="006974AE" w:rsidRDefault="006974AE" w:rsidP="006974AE">
      <w:r>
        <w:t>941.7537</w:t>
      </w:r>
      <w:r>
        <w:tab/>
        <w:t>1.013e0</w:t>
      </w:r>
    </w:p>
    <w:p w:rsidR="006974AE" w:rsidRDefault="006974AE" w:rsidP="006974AE">
      <w:r>
        <w:t>941.7706</w:t>
      </w:r>
      <w:r>
        <w:tab/>
        <w:t>1.013e0</w:t>
      </w:r>
    </w:p>
    <w:p w:rsidR="006974AE" w:rsidRDefault="006974AE" w:rsidP="006974AE">
      <w:r>
        <w:t>941.8179</w:t>
      </w:r>
      <w:r>
        <w:tab/>
        <w:t>1.013e0</w:t>
      </w:r>
    </w:p>
    <w:p w:rsidR="006974AE" w:rsidRDefault="006974AE" w:rsidP="006974AE">
      <w:r>
        <w:t>941.8466</w:t>
      </w:r>
      <w:r>
        <w:tab/>
        <w:t>1.013e0</w:t>
      </w:r>
    </w:p>
    <w:p w:rsidR="006974AE" w:rsidRDefault="006974AE" w:rsidP="006974AE">
      <w:r>
        <w:t>941.8570</w:t>
      </w:r>
      <w:r>
        <w:tab/>
        <w:t>2.025e0</w:t>
      </w:r>
    </w:p>
    <w:p w:rsidR="006974AE" w:rsidRDefault="006974AE" w:rsidP="006974AE">
      <w:r>
        <w:t>941.8955</w:t>
      </w:r>
      <w:r>
        <w:tab/>
        <w:t>2.025e0</w:t>
      </w:r>
    </w:p>
    <w:p w:rsidR="006974AE" w:rsidRDefault="006974AE" w:rsidP="006974AE">
      <w:r>
        <w:t>941.8967</w:t>
      </w:r>
      <w:r>
        <w:tab/>
        <w:t>1.013e0</w:t>
      </w:r>
    </w:p>
    <w:p w:rsidR="006974AE" w:rsidRDefault="006974AE" w:rsidP="006974AE">
      <w:r>
        <w:t>941.9113</w:t>
      </w:r>
      <w:r>
        <w:tab/>
        <w:t>1.013e0</w:t>
      </w:r>
    </w:p>
    <w:p w:rsidR="006974AE" w:rsidRDefault="006974AE" w:rsidP="006974AE">
      <w:r>
        <w:t>941.9125</w:t>
      </w:r>
      <w:r>
        <w:tab/>
        <w:t>2.025e0</w:t>
      </w:r>
    </w:p>
    <w:p w:rsidR="006974AE" w:rsidRDefault="006974AE" w:rsidP="006974AE">
      <w:r>
        <w:t>941.9440</w:t>
      </w:r>
      <w:r>
        <w:tab/>
        <w:t>1.013e0</w:t>
      </w:r>
    </w:p>
    <w:p w:rsidR="006974AE" w:rsidRDefault="006974AE" w:rsidP="006974AE">
      <w:r>
        <w:t>941.9450</w:t>
      </w:r>
      <w:r>
        <w:tab/>
        <w:t>1.013e0</w:t>
      </w:r>
    </w:p>
    <w:p w:rsidR="006974AE" w:rsidRDefault="006974AE" w:rsidP="006974AE">
      <w:r>
        <w:t>941.9674</w:t>
      </w:r>
      <w:r>
        <w:tab/>
        <w:t>2.025e0</w:t>
      </w:r>
    </w:p>
    <w:p w:rsidR="006974AE" w:rsidRDefault="006974AE" w:rsidP="006974AE">
      <w:r>
        <w:lastRenderedPageBreak/>
        <w:t>942.0307</w:t>
      </w:r>
      <w:r>
        <w:tab/>
        <w:t>2.025e0</w:t>
      </w:r>
    </w:p>
    <w:p w:rsidR="006974AE" w:rsidRDefault="006974AE" w:rsidP="006974AE">
      <w:r>
        <w:t>942.0707</w:t>
      </w:r>
      <w:r>
        <w:tab/>
        <w:t>2.025e0</w:t>
      </w:r>
    </w:p>
    <w:p w:rsidR="006974AE" w:rsidRDefault="006974AE" w:rsidP="006974AE">
      <w:r>
        <w:t>942.1815</w:t>
      </w:r>
      <w:r>
        <w:tab/>
        <w:t>2.025e0</w:t>
      </w:r>
    </w:p>
    <w:p w:rsidR="006974AE" w:rsidRDefault="006974AE" w:rsidP="006974AE">
      <w:r>
        <w:t>942.2435</w:t>
      </w:r>
      <w:r>
        <w:tab/>
        <w:t>1.013e0</w:t>
      </w:r>
    </w:p>
    <w:p w:rsidR="006974AE" w:rsidRDefault="006974AE" w:rsidP="006974AE">
      <w:r>
        <w:t>942.2672</w:t>
      </w:r>
      <w:r>
        <w:tab/>
        <w:t>2.025e0</w:t>
      </w:r>
    </w:p>
    <w:p w:rsidR="006974AE" w:rsidRDefault="006974AE" w:rsidP="006974AE">
      <w:r>
        <w:t>942.2896</w:t>
      </w:r>
      <w:r>
        <w:tab/>
        <w:t>1.013e0</w:t>
      </w:r>
    </w:p>
    <w:p w:rsidR="006974AE" w:rsidRDefault="006974AE" w:rsidP="006974AE">
      <w:r>
        <w:t>942.3203</w:t>
      </w:r>
      <w:r>
        <w:tab/>
        <w:t>1.013e0</w:t>
      </w:r>
    </w:p>
    <w:p w:rsidR="006974AE" w:rsidRDefault="006974AE" w:rsidP="006974AE">
      <w:r>
        <w:t>942.3685</w:t>
      </w:r>
      <w:r>
        <w:tab/>
        <w:t>1.013e0</w:t>
      </w:r>
    </w:p>
    <w:p w:rsidR="006974AE" w:rsidRDefault="006974AE" w:rsidP="006974AE">
      <w:r>
        <w:t>942.3832</w:t>
      </w:r>
      <w:r>
        <w:tab/>
        <w:t>2.025e0</w:t>
      </w:r>
    </w:p>
    <w:p w:rsidR="006974AE" w:rsidRDefault="006974AE" w:rsidP="006974AE">
      <w:r>
        <w:t>942.4017</w:t>
      </w:r>
      <w:r>
        <w:tab/>
        <w:t>3.038e0</w:t>
      </w:r>
    </w:p>
    <w:p w:rsidR="006974AE" w:rsidRDefault="006974AE" w:rsidP="006974AE">
      <w:r>
        <w:t>942.4108</w:t>
      </w:r>
      <w:r>
        <w:tab/>
        <w:t>3.038e0</w:t>
      </w:r>
    </w:p>
    <w:p w:rsidR="006974AE" w:rsidRDefault="006974AE" w:rsidP="006974AE">
      <w:r>
        <w:t>942.4509</w:t>
      </w:r>
      <w:r>
        <w:tab/>
        <w:t>2.703e0</w:t>
      </w:r>
    </w:p>
    <w:p w:rsidR="006974AE" w:rsidRDefault="006974AE" w:rsidP="006974AE">
      <w:r>
        <w:t>942.4661</w:t>
      </w:r>
      <w:r>
        <w:tab/>
        <w:t>2.025e0</w:t>
      </w:r>
    </w:p>
    <w:p w:rsidR="006974AE" w:rsidRDefault="006974AE" w:rsidP="006974AE">
      <w:r>
        <w:t>942.4704</w:t>
      </w:r>
      <w:r>
        <w:tab/>
        <w:t>1.013e0</w:t>
      </w:r>
    </w:p>
    <w:p w:rsidR="006974AE" w:rsidRDefault="006974AE" w:rsidP="006974AE">
      <w:r>
        <w:t>942.5262</w:t>
      </w:r>
      <w:r>
        <w:tab/>
        <w:t>1.013e0</w:t>
      </w:r>
    </w:p>
    <w:p w:rsidR="006974AE" w:rsidRDefault="006974AE" w:rsidP="006974AE">
      <w:r>
        <w:t>942.5746</w:t>
      </w:r>
      <w:r>
        <w:tab/>
        <w:t>1.013e0</w:t>
      </w:r>
    </w:p>
    <w:p w:rsidR="006974AE" w:rsidRDefault="006974AE" w:rsidP="006974AE">
      <w:r>
        <w:t>942.5973</w:t>
      </w:r>
      <w:r>
        <w:tab/>
        <w:t>5.063e0</w:t>
      </w:r>
    </w:p>
    <w:p w:rsidR="006974AE" w:rsidRDefault="006974AE" w:rsidP="006974AE">
      <w:r>
        <w:t>942.5994</w:t>
      </w:r>
      <w:r>
        <w:tab/>
        <w:t>3.038e0</w:t>
      </w:r>
    </w:p>
    <w:p w:rsidR="006974AE" w:rsidRDefault="006974AE" w:rsidP="006974AE">
      <w:r>
        <w:t>942.6130</w:t>
      </w:r>
      <w:r>
        <w:tab/>
        <w:t>2.025e0</w:t>
      </w:r>
    </w:p>
    <w:p w:rsidR="006974AE" w:rsidRDefault="006974AE" w:rsidP="006974AE">
      <w:r>
        <w:lastRenderedPageBreak/>
        <w:t>942.6220</w:t>
      </w:r>
      <w:r>
        <w:tab/>
        <w:t>1.013e0</w:t>
      </w:r>
    </w:p>
    <w:p w:rsidR="006974AE" w:rsidRDefault="006974AE" w:rsidP="006974AE">
      <w:r>
        <w:t>942.6456</w:t>
      </w:r>
      <w:r>
        <w:tab/>
        <w:t>2.025e0</w:t>
      </w:r>
    </w:p>
    <w:p w:rsidR="006974AE" w:rsidRDefault="006974AE" w:rsidP="006974AE">
      <w:r>
        <w:t>942.6693</w:t>
      </w:r>
      <w:r>
        <w:tab/>
        <w:t>1.013e0</w:t>
      </w:r>
    </w:p>
    <w:p w:rsidR="006974AE" w:rsidRDefault="006974AE" w:rsidP="006974AE">
      <w:r>
        <w:t>942.7017</w:t>
      </w:r>
      <w:r>
        <w:tab/>
        <w:t>2.025e0</w:t>
      </w:r>
    </w:p>
    <w:p w:rsidR="006974AE" w:rsidRDefault="006974AE" w:rsidP="006974AE">
      <w:r>
        <w:t>942.7587</w:t>
      </w:r>
      <w:r>
        <w:tab/>
        <w:t>1.013e0</w:t>
      </w:r>
    </w:p>
    <w:p w:rsidR="006974AE" w:rsidRDefault="006974AE" w:rsidP="006974AE">
      <w:r>
        <w:t>942.8101</w:t>
      </w:r>
      <w:r>
        <w:tab/>
        <w:t>1.013e0</w:t>
      </w:r>
    </w:p>
    <w:p w:rsidR="006974AE" w:rsidRDefault="006974AE" w:rsidP="006974AE">
      <w:r>
        <w:t>942.8920</w:t>
      </w:r>
      <w:r>
        <w:tab/>
        <w:t>1.013e0</w:t>
      </w:r>
    </w:p>
    <w:p w:rsidR="006974AE" w:rsidRDefault="006974AE" w:rsidP="006974AE">
      <w:r>
        <w:t>942.9954</w:t>
      </w:r>
      <w:r>
        <w:tab/>
        <w:t>1.013e0</w:t>
      </w:r>
    </w:p>
    <w:p w:rsidR="006974AE" w:rsidRDefault="006974AE" w:rsidP="006974AE">
      <w:r>
        <w:t>943.0084</w:t>
      </w:r>
      <w:r>
        <w:tab/>
        <w:t>3.038e0</w:t>
      </w:r>
    </w:p>
    <w:p w:rsidR="006974AE" w:rsidRDefault="006974AE" w:rsidP="006974AE">
      <w:r>
        <w:t>943.0122</w:t>
      </w:r>
      <w:r>
        <w:tab/>
        <w:t>2.577e0</w:t>
      </w:r>
    </w:p>
    <w:p w:rsidR="006974AE" w:rsidRDefault="006974AE" w:rsidP="006974AE">
      <w:r>
        <w:t>943.0140</w:t>
      </w:r>
      <w:r>
        <w:tab/>
        <w:t>1.013e0</w:t>
      </w:r>
    </w:p>
    <w:p w:rsidR="006974AE" w:rsidRDefault="006974AE" w:rsidP="006974AE">
      <w:r>
        <w:t>943.0941</w:t>
      </w:r>
      <w:r>
        <w:tab/>
        <w:t>1.013e0</w:t>
      </w:r>
    </w:p>
    <w:p w:rsidR="006974AE" w:rsidRDefault="006974AE" w:rsidP="006974AE">
      <w:r>
        <w:t>943.1047</w:t>
      </w:r>
      <w:r>
        <w:tab/>
        <w:t>2.025e0</w:t>
      </w:r>
    </w:p>
    <w:p w:rsidR="006974AE" w:rsidRDefault="006974AE" w:rsidP="006974AE">
      <w:r>
        <w:t>943.1371</w:t>
      </w:r>
      <w:r>
        <w:tab/>
        <w:t>2.025e0</w:t>
      </w:r>
    </w:p>
    <w:p w:rsidR="006974AE" w:rsidRDefault="006974AE" w:rsidP="006974AE">
      <w:r>
        <w:t>943.1572</w:t>
      </w:r>
      <w:r>
        <w:tab/>
        <w:t>1.013e0</w:t>
      </w:r>
    </w:p>
    <w:p w:rsidR="006974AE" w:rsidRDefault="006974AE" w:rsidP="006974AE">
      <w:r>
        <w:t>943.1584</w:t>
      </w:r>
      <w:r>
        <w:tab/>
        <w:t>1.013e0</w:t>
      </w:r>
    </w:p>
    <w:p w:rsidR="006974AE" w:rsidRDefault="006974AE" w:rsidP="006974AE">
      <w:r>
        <w:t>943.1816</w:t>
      </w:r>
      <w:r>
        <w:tab/>
        <w:t>1.013e0</w:t>
      </w:r>
    </w:p>
    <w:p w:rsidR="006974AE" w:rsidRDefault="006974AE" w:rsidP="006974AE">
      <w:r>
        <w:t>943.2835</w:t>
      </w:r>
      <w:r>
        <w:tab/>
        <w:t>1.013e0</w:t>
      </w:r>
    </w:p>
    <w:p w:rsidR="006974AE" w:rsidRDefault="006974AE" w:rsidP="006974AE">
      <w:r>
        <w:t>943.3309</w:t>
      </w:r>
      <w:r>
        <w:tab/>
        <w:t>1.013e0</w:t>
      </w:r>
    </w:p>
    <w:p w:rsidR="006974AE" w:rsidRDefault="006974AE" w:rsidP="006974AE">
      <w:r>
        <w:lastRenderedPageBreak/>
        <w:t>943.4011</w:t>
      </w:r>
      <w:r>
        <w:tab/>
        <w:t>1.013e0</w:t>
      </w:r>
    </w:p>
    <w:p w:rsidR="006974AE" w:rsidRDefault="006974AE" w:rsidP="006974AE">
      <w:r>
        <w:t>943.4171</w:t>
      </w:r>
      <w:r>
        <w:tab/>
        <w:t>1.013e0</w:t>
      </w:r>
    </w:p>
    <w:p w:rsidR="006974AE" w:rsidRDefault="006974AE" w:rsidP="006974AE">
      <w:r>
        <w:t>943.4183</w:t>
      </w:r>
      <w:r>
        <w:tab/>
        <w:t>2.025e0</w:t>
      </w:r>
    </w:p>
    <w:p w:rsidR="006974AE" w:rsidRDefault="006974AE" w:rsidP="006974AE">
      <w:r>
        <w:t>943.4514</w:t>
      </w:r>
      <w:r>
        <w:tab/>
        <w:t>1.013e0</w:t>
      </w:r>
    </w:p>
    <w:p w:rsidR="006974AE" w:rsidRDefault="006974AE" w:rsidP="006974AE">
      <w:r>
        <w:t>943.4741</w:t>
      </w:r>
      <w:r>
        <w:tab/>
        <w:t>2.025e0</w:t>
      </w:r>
    </w:p>
    <w:p w:rsidR="006974AE" w:rsidRDefault="006974AE" w:rsidP="006974AE">
      <w:r>
        <w:t>943.5150</w:t>
      </w:r>
      <w:r>
        <w:tab/>
        <w:t>2.025e0</w:t>
      </w:r>
    </w:p>
    <w:p w:rsidR="006974AE" w:rsidRDefault="006974AE" w:rsidP="006974AE">
      <w:r>
        <w:t>943.5361</w:t>
      </w:r>
      <w:r>
        <w:tab/>
        <w:t>1.013e0</w:t>
      </w:r>
    </w:p>
    <w:p w:rsidR="006974AE" w:rsidRDefault="006974AE" w:rsidP="006974AE">
      <w:r>
        <w:t>943.5439</w:t>
      </w:r>
      <w:r>
        <w:tab/>
        <w:t>2.025e0</w:t>
      </w:r>
    </w:p>
    <w:p w:rsidR="006974AE" w:rsidRDefault="006974AE" w:rsidP="006974AE">
      <w:r>
        <w:t>943.5594</w:t>
      </w:r>
      <w:r>
        <w:tab/>
        <w:t>4.051e0</w:t>
      </w:r>
    </w:p>
    <w:p w:rsidR="006974AE" w:rsidRDefault="006974AE" w:rsidP="006974AE">
      <w:r>
        <w:t>943.5688</w:t>
      </w:r>
      <w:r>
        <w:tab/>
        <w:t>1.013e0</w:t>
      </w:r>
    </w:p>
    <w:p w:rsidR="006974AE" w:rsidRDefault="006974AE" w:rsidP="006974AE">
      <w:r>
        <w:t>943.6636</w:t>
      </w:r>
      <w:r>
        <w:tab/>
        <w:t>1.013e0</w:t>
      </w:r>
    </w:p>
    <w:p w:rsidR="006974AE" w:rsidRDefault="006974AE" w:rsidP="006974AE">
      <w:r>
        <w:t>943.6709</w:t>
      </w:r>
      <w:r>
        <w:tab/>
        <w:t>1.013e0</w:t>
      </w:r>
    </w:p>
    <w:p w:rsidR="006974AE" w:rsidRDefault="006974AE" w:rsidP="006974AE">
      <w:r>
        <w:t>943.7005</w:t>
      </w:r>
      <w:r>
        <w:tab/>
        <w:t>4.051e0</w:t>
      </w:r>
    </w:p>
    <w:p w:rsidR="006974AE" w:rsidRDefault="006974AE" w:rsidP="006974AE">
      <w:r>
        <w:t>943.7583</w:t>
      </w:r>
      <w:r>
        <w:tab/>
        <w:t>1.013e0</w:t>
      </w:r>
    </w:p>
    <w:p w:rsidR="006974AE" w:rsidRDefault="006974AE" w:rsidP="006974AE">
      <w:r>
        <w:t>943.7941</w:t>
      </w:r>
      <w:r>
        <w:tab/>
        <w:t>3.038e0</w:t>
      </w:r>
    </w:p>
    <w:p w:rsidR="006974AE" w:rsidRDefault="006974AE" w:rsidP="006974AE">
      <w:r>
        <w:t>943.8057</w:t>
      </w:r>
      <w:r>
        <w:tab/>
        <w:t>1.013e0</w:t>
      </w:r>
    </w:p>
    <w:p w:rsidR="006974AE" w:rsidRDefault="006974AE" w:rsidP="006974AE">
      <w:r>
        <w:t>943.8155</w:t>
      </w:r>
      <w:r>
        <w:tab/>
        <w:t>4.051e0</w:t>
      </w:r>
    </w:p>
    <w:p w:rsidR="006974AE" w:rsidRDefault="006974AE" w:rsidP="006974AE">
      <w:r>
        <w:t>943.8779</w:t>
      </w:r>
      <w:r>
        <w:tab/>
        <w:t>4.051e0</w:t>
      </w:r>
    </w:p>
    <w:p w:rsidR="006974AE" w:rsidRDefault="006974AE" w:rsidP="006974AE">
      <w:r>
        <w:t>943.8916</w:t>
      </w:r>
      <w:r>
        <w:tab/>
        <w:t>1.013e0</w:t>
      </w:r>
    </w:p>
    <w:p w:rsidR="006974AE" w:rsidRDefault="006974AE" w:rsidP="006974AE">
      <w:r>
        <w:lastRenderedPageBreak/>
        <w:t>943.9162</w:t>
      </w:r>
      <w:r>
        <w:tab/>
        <w:t>1.013e0</w:t>
      </w:r>
    </w:p>
    <w:p w:rsidR="006974AE" w:rsidRDefault="006974AE" w:rsidP="006974AE">
      <w:r>
        <w:t>943.9782</w:t>
      </w:r>
      <w:r>
        <w:tab/>
        <w:t>1.013e0</w:t>
      </w:r>
    </w:p>
    <w:p w:rsidR="006974AE" w:rsidRDefault="006974AE" w:rsidP="006974AE">
      <w:r>
        <w:t>944.0414</w:t>
      </w:r>
      <w:r>
        <w:tab/>
        <w:t>1.013e0</w:t>
      </w:r>
    </w:p>
    <w:p w:rsidR="006974AE" w:rsidRDefault="006974AE" w:rsidP="006974AE">
      <w:r>
        <w:t>944.0730</w:t>
      </w:r>
      <w:r>
        <w:tab/>
        <w:t>1.013e0</w:t>
      </w:r>
    </w:p>
    <w:p w:rsidR="006974AE" w:rsidRDefault="006974AE" w:rsidP="006974AE">
      <w:r>
        <w:t>944.1216</w:t>
      </w:r>
      <w:r>
        <w:tab/>
        <w:t>1.013e0</w:t>
      </w:r>
    </w:p>
    <w:p w:rsidR="006974AE" w:rsidRDefault="006974AE" w:rsidP="006974AE">
      <w:r>
        <w:t>944.1348</w:t>
      </w:r>
      <w:r>
        <w:tab/>
        <w:t>2.025e0</w:t>
      </w:r>
    </w:p>
    <w:p w:rsidR="006974AE" w:rsidRDefault="006974AE" w:rsidP="006974AE">
      <w:r>
        <w:t>944.2164</w:t>
      </w:r>
      <w:r>
        <w:tab/>
        <w:t>2.025e0</w:t>
      </w:r>
    </w:p>
    <w:p w:rsidR="006974AE" w:rsidRDefault="006974AE" w:rsidP="006974AE">
      <w:r>
        <w:t>944.2175</w:t>
      </w:r>
      <w:r>
        <w:tab/>
        <w:t>2.025e0</w:t>
      </w:r>
    </w:p>
    <w:p w:rsidR="006974AE" w:rsidRDefault="006974AE" w:rsidP="006974AE">
      <w:r>
        <w:t>944.2310</w:t>
      </w:r>
      <w:r>
        <w:tab/>
        <w:t>1.013e0</w:t>
      </w:r>
    </w:p>
    <w:p w:rsidR="006974AE" w:rsidRDefault="006974AE" w:rsidP="006974AE">
      <w:r>
        <w:t>944.2626</w:t>
      </w:r>
      <w:r>
        <w:tab/>
        <w:t>1.013e0</w:t>
      </w:r>
    </w:p>
    <w:p w:rsidR="006974AE" w:rsidRDefault="006974AE" w:rsidP="006974AE">
      <w:r>
        <w:t>944.3115</w:t>
      </w:r>
      <w:r>
        <w:tab/>
        <w:t>3.038e0</w:t>
      </w:r>
    </w:p>
    <w:p w:rsidR="006974AE" w:rsidRDefault="006974AE" w:rsidP="006974AE">
      <w:r>
        <w:t>944.3475</w:t>
      </w:r>
      <w:r>
        <w:tab/>
        <w:t>1.013e0</w:t>
      </w:r>
    </w:p>
    <w:p w:rsidR="006974AE" w:rsidRDefault="006974AE" w:rsidP="006974AE">
      <w:r>
        <w:t>944.3795</w:t>
      </w:r>
      <w:r>
        <w:tab/>
        <w:t>2.025e0</w:t>
      </w:r>
    </w:p>
    <w:p w:rsidR="006974AE" w:rsidRDefault="006974AE" w:rsidP="006974AE">
      <w:r>
        <w:t>944.4122</w:t>
      </w:r>
      <w:r>
        <w:tab/>
        <w:t>2.025e0</w:t>
      </w:r>
    </w:p>
    <w:p w:rsidR="006974AE" w:rsidRDefault="006974AE" w:rsidP="006974AE">
      <w:r>
        <w:t>944.4534</w:t>
      </w:r>
      <w:r>
        <w:tab/>
        <w:t>1.774e0</w:t>
      </w:r>
    </w:p>
    <w:p w:rsidR="006974AE" w:rsidRDefault="006974AE" w:rsidP="006974AE">
      <w:r>
        <w:t>944.4758</w:t>
      </w:r>
      <w:r>
        <w:tab/>
        <w:t>2.025e0</w:t>
      </w:r>
    </w:p>
    <w:p w:rsidR="006974AE" w:rsidRDefault="006974AE" w:rsidP="006974AE">
      <w:r>
        <w:t>944.4930</w:t>
      </w:r>
      <w:r>
        <w:tab/>
        <w:t>3.038e0</w:t>
      </w:r>
    </w:p>
    <w:p w:rsidR="006974AE" w:rsidRDefault="006974AE" w:rsidP="006974AE">
      <w:r>
        <w:t>944.4996</w:t>
      </w:r>
      <w:r>
        <w:tab/>
        <w:t>1.013e0</w:t>
      </w:r>
    </w:p>
    <w:p w:rsidR="006974AE" w:rsidRDefault="006974AE" w:rsidP="006974AE">
      <w:r>
        <w:t>944.5380</w:t>
      </w:r>
      <w:r>
        <w:tab/>
        <w:t>2.025e0</w:t>
      </w:r>
    </w:p>
    <w:p w:rsidR="006974AE" w:rsidRDefault="006974AE" w:rsidP="006974AE">
      <w:r>
        <w:lastRenderedPageBreak/>
        <w:t>944.5470</w:t>
      </w:r>
      <w:r>
        <w:tab/>
        <w:t>2.025e0</w:t>
      </w:r>
    </w:p>
    <w:p w:rsidR="006974AE" w:rsidRDefault="006974AE" w:rsidP="006974AE">
      <w:r>
        <w:t>944.5892</w:t>
      </w:r>
      <w:r>
        <w:tab/>
        <w:t>3.038e0</w:t>
      </w:r>
    </w:p>
    <w:p w:rsidR="006974AE" w:rsidRDefault="006974AE" w:rsidP="006974AE">
      <w:r>
        <w:t>944.5997</w:t>
      </w:r>
      <w:r>
        <w:tab/>
        <w:t>3.038e0</w:t>
      </w:r>
    </w:p>
    <w:p w:rsidR="006974AE" w:rsidRDefault="006974AE" w:rsidP="006974AE">
      <w:r>
        <w:t>944.6114</w:t>
      </w:r>
      <w:r>
        <w:tab/>
        <w:t>2.025e0</w:t>
      </w:r>
    </w:p>
    <w:p w:rsidR="006974AE" w:rsidRDefault="006974AE" w:rsidP="006974AE">
      <w:r>
        <w:t>944.6357</w:t>
      </w:r>
      <w:r>
        <w:tab/>
        <w:t>1.013e0</w:t>
      </w:r>
    </w:p>
    <w:p w:rsidR="006974AE" w:rsidRDefault="006974AE" w:rsidP="006974AE">
      <w:r>
        <w:t>944.6735</w:t>
      </w:r>
      <w:r>
        <w:tab/>
        <w:t>2.025e0</w:t>
      </w:r>
    </w:p>
    <w:p w:rsidR="006974AE" w:rsidRDefault="006974AE" w:rsidP="006974AE">
      <w:r>
        <w:t>944.7208</w:t>
      </w:r>
      <w:r>
        <w:tab/>
        <w:t>1.013e0</w:t>
      </w:r>
    </w:p>
    <w:p w:rsidR="006974AE" w:rsidRDefault="006974AE" w:rsidP="006974AE">
      <w:r>
        <w:t>944.7427</w:t>
      </w:r>
      <w:r>
        <w:tab/>
        <w:t>2.025e0</w:t>
      </w:r>
    </w:p>
    <w:p w:rsidR="006974AE" w:rsidRDefault="006974AE" w:rsidP="006974AE">
      <w:r>
        <w:t>944.8380</w:t>
      </w:r>
      <w:r>
        <w:tab/>
        <w:t>1.013e0</w:t>
      </w:r>
    </w:p>
    <w:p w:rsidR="006974AE" w:rsidRDefault="006974AE" w:rsidP="006974AE">
      <w:r>
        <w:t>944.8539</w:t>
      </w:r>
      <w:r>
        <w:tab/>
        <w:t>3.038e0</w:t>
      </w:r>
    </w:p>
    <w:p w:rsidR="006974AE" w:rsidRDefault="006974AE" w:rsidP="006974AE">
      <w:r>
        <w:t>944.8643</w:t>
      </w:r>
      <w:r>
        <w:tab/>
        <w:t>1.013e0</w:t>
      </w:r>
    </w:p>
    <w:p w:rsidR="006974AE" w:rsidRDefault="006974AE" w:rsidP="006974AE">
      <w:r>
        <w:t>944.8801</w:t>
      </w:r>
      <w:r>
        <w:tab/>
        <w:t>1.013e0</w:t>
      </w:r>
    </w:p>
    <w:p w:rsidR="006974AE" w:rsidRDefault="006974AE" w:rsidP="006974AE">
      <w:r>
        <w:t>944.9204</w:t>
      </w:r>
      <w:r>
        <w:tab/>
        <w:t>2.025e0</w:t>
      </w:r>
    </w:p>
    <w:p w:rsidR="006974AE" w:rsidRDefault="006974AE" w:rsidP="006974AE">
      <w:r>
        <w:t>944.9228</w:t>
      </w:r>
      <w:r>
        <w:tab/>
        <w:t>2.025e0</w:t>
      </w:r>
    </w:p>
    <w:p w:rsidR="006974AE" w:rsidRDefault="006974AE" w:rsidP="006974AE">
      <w:r>
        <w:t>944.9738</w:t>
      </w:r>
      <w:r>
        <w:tab/>
        <w:t>1.013e0</w:t>
      </w:r>
    </w:p>
    <w:p w:rsidR="006974AE" w:rsidRDefault="006974AE" w:rsidP="006974AE">
      <w:r>
        <w:t>945.0224</w:t>
      </w:r>
      <w:r>
        <w:tab/>
        <w:t>1.013e0</w:t>
      </w:r>
    </w:p>
    <w:p w:rsidR="006974AE" w:rsidRDefault="006974AE" w:rsidP="006974AE">
      <w:r>
        <w:t>945.0384</w:t>
      </w:r>
      <w:r>
        <w:tab/>
        <w:t>1.013e0</w:t>
      </w:r>
    </w:p>
    <w:p w:rsidR="006974AE" w:rsidRDefault="006974AE" w:rsidP="006974AE">
      <w:r>
        <w:t>945.0905</w:t>
      </w:r>
      <w:r>
        <w:tab/>
        <w:t>1.013e0</w:t>
      </w:r>
    </w:p>
    <w:p w:rsidR="006974AE" w:rsidRDefault="006974AE" w:rsidP="006974AE">
      <w:r>
        <w:t>945.0928</w:t>
      </w:r>
      <w:r>
        <w:tab/>
        <w:t>2.025e0</w:t>
      </w:r>
    </w:p>
    <w:p w:rsidR="006974AE" w:rsidRDefault="006974AE" w:rsidP="006974AE">
      <w:r>
        <w:lastRenderedPageBreak/>
        <w:t>945.1331</w:t>
      </w:r>
      <w:r>
        <w:tab/>
        <w:t>1.013e0</w:t>
      </w:r>
    </w:p>
    <w:p w:rsidR="006974AE" w:rsidRDefault="006974AE" w:rsidP="006974AE">
      <w:r>
        <w:t>945.1951</w:t>
      </w:r>
      <w:r>
        <w:tab/>
        <w:t>1.013e0</w:t>
      </w:r>
    </w:p>
    <w:p w:rsidR="006974AE" w:rsidRDefault="006974AE" w:rsidP="006974AE">
      <w:r>
        <w:t>945.2982</w:t>
      </w:r>
      <w:r>
        <w:tab/>
        <w:t>3.038e0</w:t>
      </w:r>
    </w:p>
    <w:p w:rsidR="006974AE" w:rsidRDefault="006974AE" w:rsidP="006974AE">
      <w:r>
        <w:t>945.3113</w:t>
      </w:r>
      <w:r>
        <w:tab/>
        <w:t>4.051e0</w:t>
      </w:r>
    </w:p>
    <w:p w:rsidR="006974AE" w:rsidRDefault="006974AE" w:rsidP="006974AE">
      <w:r>
        <w:t>945.3431</w:t>
      </w:r>
      <w:r>
        <w:tab/>
        <w:t>4.051e0</w:t>
      </w:r>
    </w:p>
    <w:p w:rsidR="006974AE" w:rsidRDefault="006974AE" w:rsidP="006974AE">
      <w:r>
        <w:t>945.3625</w:t>
      </w:r>
      <w:r>
        <w:tab/>
        <w:t>1.013e0</w:t>
      </w:r>
    </w:p>
    <w:p w:rsidR="006974AE" w:rsidRDefault="006974AE" w:rsidP="006974AE">
      <w:r>
        <w:t>945.3770</w:t>
      </w:r>
      <w:r>
        <w:tab/>
        <w:t>2.025e0</w:t>
      </w:r>
    </w:p>
    <w:p w:rsidR="006974AE" w:rsidRDefault="006974AE" w:rsidP="006974AE">
      <w:r>
        <w:t>945.3820</w:t>
      </w:r>
      <w:r>
        <w:tab/>
        <w:t>2.025e0</w:t>
      </w:r>
    </w:p>
    <w:p w:rsidR="006974AE" w:rsidRDefault="006974AE" w:rsidP="006974AE">
      <w:r>
        <w:t>945.4799</w:t>
      </w:r>
      <w:r>
        <w:tab/>
        <w:t>1.013e0</w:t>
      </w:r>
    </w:p>
    <w:p w:rsidR="006974AE" w:rsidRDefault="006974AE" w:rsidP="006974AE">
      <w:r>
        <w:t>945.4911</w:t>
      </w:r>
      <w:r>
        <w:tab/>
        <w:t>6.554e0</w:t>
      </w:r>
    </w:p>
    <w:p w:rsidR="006974AE" w:rsidRDefault="006974AE" w:rsidP="006974AE">
      <w:r>
        <w:t>945.5115</w:t>
      </w:r>
      <w:r>
        <w:tab/>
        <w:t>1.013e0</w:t>
      </w:r>
    </w:p>
    <w:p w:rsidR="006974AE" w:rsidRDefault="006974AE" w:rsidP="006974AE">
      <w:r>
        <w:t>945.5127</w:t>
      </w:r>
      <w:r>
        <w:tab/>
        <w:t>2.025e0</w:t>
      </w:r>
    </w:p>
    <w:p w:rsidR="006974AE" w:rsidRDefault="006974AE" w:rsidP="006974AE">
      <w:r>
        <w:t>945.5287</w:t>
      </w:r>
      <w:r>
        <w:tab/>
        <w:t>1.013e0</w:t>
      </w:r>
    </w:p>
    <w:p w:rsidR="006974AE" w:rsidRDefault="006974AE" w:rsidP="006974AE">
      <w:r>
        <w:t>945.5380</w:t>
      </w:r>
      <w:r>
        <w:tab/>
        <w:t>3.038e0</w:t>
      </w:r>
    </w:p>
    <w:p w:rsidR="006974AE" w:rsidRDefault="006974AE" w:rsidP="006974AE">
      <w:r>
        <w:t>945.6669</w:t>
      </w:r>
      <w:r>
        <w:tab/>
        <w:t>1.013e0</w:t>
      </w:r>
    </w:p>
    <w:p w:rsidR="006974AE" w:rsidRDefault="006974AE" w:rsidP="006974AE">
      <w:r>
        <w:t>945.7025</w:t>
      </w:r>
      <w:r>
        <w:tab/>
        <w:t>1.013e0</w:t>
      </w:r>
    </w:p>
    <w:p w:rsidR="006974AE" w:rsidRDefault="006974AE" w:rsidP="006974AE">
      <w:r>
        <w:t>945.7469</w:t>
      </w:r>
      <w:r>
        <w:tab/>
        <w:t>2.025e0</w:t>
      </w:r>
    </w:p>
    <w:p w:rsidR="006974AE" w:rsidRDefault="006974AE" w:rsidP="006974AE">
      <w:r>
        <w:t>945.7816</w:t>
      </w:r>
      <w:r>
        <w:tab/>
        <w:t>1.013e0</w:t>
      </w:r>
    </w:p>
    <w:p w:rsidR="006974AE" w:rsidRDefault="006974AE" w:rsidP="006974AE">
      <w:r>
        <w:t>945.8596</w:t>
      </w:r>
      <w:r>
        <w:tab/>
        <w:t>2.025e0</w:t>
      </w:r>
    </w:p>
    <w:p w:rsidR="006974AE" w:rsidRDefault="006974AE" w:rsidP="006974AE">
      <w:r>
        <w:lastRenderedPageBreak/>
        <w:t>945.8608</w:t>
      </w:r>
      <w:r>
        <w:tab/>
        <w:t>1.013e0</w:t>
      </w:r>
    </w:p>
    <w:p w:rsidR="006974AE" w:rsidRDefault="006974AE" w:rsidP="006974AE">
      <w:r>
        <w:t>945.9207</w:t>
      </w:r>
      <w:r>
        <w:tab/>
        <w:t>1.013e0</w:t>
      </w:r>
    </w:p>
    <w:p w:rsidR="006974AE" w:rsidRDefault="006974AE" w:rsidP="006974AE">
      <w:r>
        <w:t>946.0117</w:t>
      </w:r>
      <w:r>
        <w:tab/>
        <w:t>2.025e0</w:t>
      </w:r>
    </w:p>
    <w:p w:rsidR="006974AE" w:rsidRDefault="006974AE" w:rsidP="006974AE">
      <w:r>
        <w:t>946.0721</w:t>
      </w:r>
      <w:r>
        <w:tab/>
        <w:t>3.038e0</w:t>
      </w:r>
    </w:p>
    <w:p w:rsidR="006974AE" w:rsidRDefault="006974AE" w:rsidP="006974AE">
      <w:r>
        <w:t>946.0811</w:t>
      </w:r>
      <w:r>
        <w:tab/>
        <w:t>1.013e0</w:t>
      </w:r>
    </w:p>
    <w:p w:rsidR="006974AE" w:rsidRDefault="006974AE" w:rsidP="006974AE">
      <w:r>
        <w:t>946.0900</w:t>
      </w:r>
      <w:r>
        <w:tab/>
        <w:t>2.025e0</w:t>
      </w:r>
    </w:p>
    <w:p w:rsidR="006974AE" w:rsidRDefault="006974AE" w:rsidP="006974AE">
      <w:r>
        <w:t>946.1409</w:t>
      </w:r>
      <w:r>
        <w:tab/>
        <w:t>1.013e0</w:t>
      </w:r>
    </w:p>
    <w:p w:rsidR="006974AE" w:rsidRDefault="006974AE" w:rsidP="006974AE">
      <w:r>
        <w:t>946.1687</w:t>
      </w:r>
      <w:r>
        <w:tab/>
        <w:t>3.038e0</w:t>
      </w:r>
    </w:p>
    <w:p w:rsidR="006974AE" w:rsidRDefault="006974AE" w:rsidP="006974AE">
      <w:r>
        <w:t>946.2406</w:t>
      </w:r>
      <w:r>
        <w:tab/>
        <w:t>1.013e0</w:t>
      </w:r>
    </w:p>
    <w:p w:rsidR="006974AE" w:rsidRDefault="006974AE" w:rsidP="006974AE">
      <w:r>
        <w:t>946.3555</w:t>
      </w:r>
      <w:r>
        <w:tab/>
        <w:t>3.038e0</w:t>
      </w:r>
    </w:p>
    <w:p w:rsidR="006974AE" w:rsidRDefault="006974AE" w:rsidP="006974AE">
      <w:r>
        <w:t>946.3601</w:t>
      </w:r>
      <w:r>
        <w:tab/>
        <w:t>1.013e0</w:t>
      </w:r>
    </w:p>
    <w:p w:rsidR="006974AE" w:rsidRDefault="006974AE" w:rsidP="006974AE">
      <w:r>
        <w:t>946.3762</w:t>
      </w:r>
      <w:r>
        <w:tab/>
        <w:t>3.038e0</w:t>
      </w:r>
    </w:p>
    <w:p w:rsidR="006974AE" w:rsidRDefault="006974AE" w:rsidP="006974AE">
      <w:r>
        <w:t>946.3872</w:t>
      </w:r>
      <w:r>
        <w:tab/>
        <w:t>3.038e0</w:t>
      </w:r>
    </w:p>
    <w:p w:rsidR="006974AE" w:rsidRDefault="006974AE" w:rsidP="006974AE">
      <w:r>
        <w:t>946.4136</w:t>
      </w:r>
      <w:r>
        <w:tab/>
        <w:t>2.025e0</w:t>
      </w:r>
    </w:p>
    <w:p w:rsidR="006974AE" w:rsidRDefault="006974AE" w:rsidP="006974AE">
      <w:r>
        <w:t>946.4346</w:t>
      </w:r>
      <w:r>
        <w:tab/>
        <w:t>3.038e0</w:t>
      </w:r>
    </w:p>
    <w:p w:rsidR="006974AE" w:rsidRDefault="006974AE" w:rsidP="006974AE">
      <w:r>
        <w:t>946.4526</w:t>
      </w:r>
      <w:r>
        <w:tab/>
        <w:t>4.051e0</w:t>
      </w:r>
    </w:p>
    <w:p w:rsidR="006974AE" w:rsidRDefault="006974AE" w:rsidP="006974AE">
      <w:r>
        <w:t>946.5261</w:t>
      </w:r>
      <w:r>
        <w:tab/>
        <w:t>3.038e0</w:t>
      </w:r>
    </w:p>
    <w:p w:rsidR="006974AE" w:rsidRDefault="006974AE" w:rsidP="006974AE">
      <w:r>
        <w:t>946.5966</w:t>
      </w:r>
      <w:r>
        <w:tab/>
        <w:t>1.013e0</w:t>
      </w:r>
    </w:p>
    <w:p w:rsidR="006974AE" w:rsidRDefault="006974AE" w:rsidP="006974AE">
      <w:r>
        <w:t>946.6061</w:t>
      </w:r>
      <w:r>
        <w:tab/>
        <w:t>2.025e0</w:t>
      </w:r>
    </w:p>
    <w:p w:rsidR="006974AE" w:rsidRDefault="006974AE" w:rsidP="006974AE">
      <w:r>
        <w:lastRenderedPageBreak/>
        <w:t>946.6494</w:t>
      </w:r>
      <w:r>
        <w:tab/>
        <w:t>2.025e0</w:t>
      </w:r>
    </w:p>
    <w:p w:rsidR="006974AE" w:rsidRDefault="006974AE" w:rsidP="006974AE">
      <w:r>
        <w:t>946.6682</w:t>
      </w:r>
      <w:r>
        <w:tab/>
        <w:t>1.013e0</w:t>
      </w:r>
    </w:p>
    <w:p w:rsidR="006974AE" w:rsidRDefault="006974AE" w:rsidP="006974AE">
      <w:r>
        <w:t>946.6832</w:t>
      </w:r>
      <w:r>
        <w:tab/>
        <w:t>1.013e0</w:t>
      </w:r>
    </w:p>
    <w:p w:rsidR="006974AE" w:rsidRDefault="006974AE" w:rsidP="006974AE">
      <w:r>
        <w:t>946.7145</w:t>
      </w:r>
      <w:r>
        <w:tab/>
        <w:t>2.025e0</w:t>
      </w:r>
    </w:p>
    <w:p w:rsidR="006974AE" w:rsidRDefault="006974AE" w:rsidP="006974AE">
      <w:r>
        <w:t>946.7303</w:t>
      </w:r>
      <w:r>
        <w:tab/>
        <w:t>1.013e0</w:t>
      </w:r>
    </w:p>
    <w:p w:rsidR="006974AE" w:rsidRDefault="006974AE" w:rsidP="006974AE">
      <w:r>
        <w:t>946.7946</w:t>
      </w:r>
      <w:r>
        <w:tab/>
        <w:t>2.025e0</w:t>
      </w:r>
    </w:p>
    <w:p w:rsidR="006974AE" w:rsidRDefault="006974AE" w:rsidP="006974AE">
      <w:r>
        <w:t>946.7974</w:t>
      </w:r>
      <w:r>
        <w:tab/>
        <w:t>1.013e0</w:t>
      </w:r>
    </w:p>
    <w:p w:rsidR="006974AE" w:rsidRDefault="006974AE" w:rsidP="006974AE">
      <w:r>
        <w:t>946.7986</w:t>
      </w:r>
      <w:r>
        <w:tab/>
        <w:t>1.013e0</w:t>
      </w:r>
    </w:p>
    <w:p w:rsidR="006974AE" w:rsidRDefault="006974AE" w:rsidP="006974AE">
      <w:r>
        <w:t>946.8130</w:t>
      </w:r>
      <w:r>
        <w:tab/>
        <w:t>2.025e0</w:t>
      </w:r>
    </w:p>
    <w:p w:rsidR="006974AE" w:rsidRDefault="006974AE" w:rsidP="006974AE">
      <w:r>
        <w:t>946.8503</w:t>
      </w:r>
      <w:r>
        <w:tab/>
        <w:t>1.013e0</w:t>
      </w:r>
    </w:p>
    <w:p w:rsidR="006974AE" w:rsidRDefault="006974AE" w:rsidP="006974AE">
      <w:r>
        <w:t>946.8662</w:t>
      </w:r>
      <w:r>
        <w:tab/>
        <w:t>1.013e0</w:t>
      </w:r>
    </w:p>
    <w:p w:rsidR="006974AE" w:rsidRDefault="006974AE" w:rsidP="006974AE">
      <w:r>
        <w:t>946.9193</w:t>
      </w:r>
      <w:r>
        <w:tab/>
        <w:t>1.013e0</w:t>
      </w:r>
    </w:p>
    <w:p w:rsidR="006974AE" w:rsidRDefault="006974AE" w:rsidP="006974AE">
      <w:r>
        <w:t>946.9442</w:t>
      </w:r>
      <w:r>
        <w:tab/>
        <w:t>2.025e0</w:t>
      </w:r>
    </w:p>
    <w:p w:rsidR="006974AE" w:rsidRDefault="006974AE" w:rsidP="006974AE">
      <w:r>
        <w:t>946.9521</w:t>
      </w:r>
      <w:r>
        <w:tab/>
        <w:t>1.013e0</w:t>
      </w:r>
    </w:p>
    <w:p w:rsidR="006974AE" w:rsidRDefault="006974AE" w:rsidP="006974AE">
      <w:r>
        <w:t>946.9574</w:t>
      </w:r>
      <w:r>
        <w:tab/>
        <w:t>3.038e0</w:t>
      </w:r>
    </w:p>
    <w:p w:rsidR="006974AE" w:rsidRDefault="006974AE" w:rsidP="006974AE">
      <w:r>
        <w:t>947.0154</w:t>
      </w:r>
      <w:r>
        <w:tab/>
        <w:t>1.013e0</w:t>
      </w:r>
    </w:p>
    <w:p w:rsidR="006974AE" w:rsidRDefault="006974AE" w:rsidP="006974AE">
      <w:r>
        <w:t>947.0167</w:t>
      </w:r>
      <w:r>
        <w:tab/>
        <w:t>1.013e0</w:t>
      </w:r>
    </w:p>
    <w:p w:rsidR="006974AE" w:rsidRDefault="006974AE" w:rsidP="006974AE">
      <w:r>
        <w:t>947.0739</w:t>
      </w:r>
      <w:r>
        <w:tab/>
        <w:t>3.038e0</w:t>
      </w:r>
    </w:p>
    <w:p w:rsidR="006974AE" w:rsidRDefault="006974AE" w:rsidP="006974AE">
      <w:r>
        <w:t>947.1117</w:t>
      </w:r>
      <w:r>
        <w:tab/>
        <w:t>1.013e0</w:t>
      </w:r>
    </w:p>
    <w:p w:rsidR="006974AE" w:rsidRDefault="006974AE" w:rsidP="006974AE">
      <w:r>
        <w:lastRenderedPageBreak/>
        <w:t>947.1250</w:t>
      </w:r>
      <w:r>
        <w:tab/>
        <w:t>2.025e0</w:t>
      </w:r>
    </w:p>
    <w:p w:rsidR="006974AE" w:rsidRDefault="006974AE" w:rsidP="006974AE">
      <w:r>
        <w:t>947.1263</w:t>
      </w:r>
      <w:r>
        <w:tab/>
        <w:t>1.013e0</w:t>
      </w:r>
    </w:p>
    <w:p w:rsidR="006974AE" w:rsidRDefault="006974AE" w:rsidP="006974AE">
      <w:r>
        <w:t>947.1592</w:t>
      </w:r>
      <w:r>
        <w:tab/>
        <w:t>1.013e0</w:t>
      </w:r>
    </w:p>
    <w:p w:rsidR="006974AE" w:rsidRDefault="006974AE" w:rsidP="006974AE">
      <w:r>
        <w:t>947.1974</w:t>
      </w:r>
      <w:r>
        <w:tab/>
        <w:t>2.025e0</w:t>
      </w:r>
    </w:p>
    <w:p w:rsidR="006974AE" w:rsidRDefault="006974AE" w:rsidP="006974AE">
      <w:r>
        <w:t>947.2056</w:t>
      </w:r>
      <w:r>
        <w:tab/>
        <w:t>1.013e0</w:t>
      </w:r>
    </w:p>
    <w:p w:rsidR="006974AE" w:rsidRDefault="006974AE" w:rsidP="006974AE">
      <w:r>
        <w:t>947.2214</w:t>
      </w:r>
      <w:r>
        <w:tab/>
        <w:t>1.013e0</w:t>
      </w:r>
    </w:p>
    <w:p w:rsidR="006974AE" w:rsidRDefault="006974AE" w:rsidP="006974AE">
      <w:r>
        <w:t>947.3019</w:t>
      </w:r>
      <w:r>
        <w:tab/>
        <w:t>1.013e0</w:t>
      </w:r>
    </w:p>
    <w:p w:rsidR="006974AE" w:rsidRDefault="006974AE" w:rsidP="006974AE">
      <w:r>
        <w:t>947.3918</w:t>
      </w:r>
      <w:r>
        <w:tab/>
        <w:t>1.013e0</w:t>
      </w:r>
    </w:p>
    <w:p w:rsidR="006974AE" w:rsidRDefault="006974AE" w:rsidP="006974AE">
      <w:r>
        <w:t>947.4175</w:t>
      </w:r>
      <w:r>
        <w:tab/>
        <w:t>3.038e0</w:t>
      </w:r>
    </w:p>
    <w:p w:rsidR="006974AE" w:rsidRDefault="006974AE" w:rsidP="006974AE">
      <w:r>
        <w:t>947.4476</w:t>
      </w:r>
      <w:r>
        <w:tab/>
        <w:t>3.038e0</w:t>
      </w:r>
    </w:p>
    <w:p w:rsidR="006974AE" w:rsidRDefault="006974AE" w:rsidP="006974AE">
      <w:r>
        <w:t>947.4574</w:t>
      </w:r>
      <w:r>
        <w:tab/>
        <w:t>2.787e0</w:t>
      </w:r>
    </w:p>
    <w:p w:rsidR="006974AE" w:rsidRDefault="006974AE" w:rsidP="006974AE">
      <w:r>
        <w:t>947.4592</w:t>
      </w:r>
      <w:r>
        <w:tab/>
        <w:t>1.013e0</w:t>
      </w:r>
    </w:p>
    <w:p w:rsidR="006974AE" w:rsidRDefault="006974AE" w:rsidP="006974AE">
      <w:r>
        <w:t>947.4680</w:t>
      </w:r>
      <w:r>
        <w:tab/>
        <w:t>3.038e0</w:t>
      </w:r>
    </w:p>
    <w:p w:rsidR="006974AE" w:rsidRDefault="006974AE" w:rsidP="006974AE">
      <w:r>
        <w:t>947.5281</w:t>
      </w:r>
      <w:r>
        <w:tab/>
        <w:t>3.038e0</w:t>
      </w:r>
    </w:p>
    <w:p w:rsidR="006974AE" w:rsidRDefault="006974AE" w:rsidP="006974AE">
      <w:r>
        <w:t>947.5583</w:t>
      </w:r>
      <w:r>
        <w:tab/>
        <w:t>1.013e0</w:t>
      </w:r>
    </w:p>
    <w:p w:rsidR="006974AE" w:rsidRDefault="006974AE" w:rsidP="006974AE">
      <w:r>
        <w:t>947.5670</w:t>
      </w:r>
      <w:r>
        <w:tab/>
        <w:t>4.051e0</w:t>
      </w:r>
    </w:p>
    <w:p w:rsidR="006974AE" w:rsidRDefault="006974AE" w:rsidP="006974AE">
      <w:r>
        <w:t>947.5756</w:t>
      </w:r>
      <w:r>
        <w:tab/>
        <w:t>1.013e0</w:t>
      </w:r>
    </w:p>
    <w:p w:rsidR="006974AE" w:rsidRDefault="006974AE" w:rsidP="006974AE">
      <w:r>
        <w:t>947.5768</w:t>
      </w:r>
      <w:r>
        <w:tab/>
        <w:t>1.013e0</w:t>
      </w:r>
    </w:p>
    <w:p w:rsidR="006974AE" w:rsidRDefault="006974AE" w:rsidP="006974AE">
      <w:r>
        <w:t>947.6347</w:t>
      </w:r>
      <w:r>
        <w:tab/>
        <w:t>1.013e0</w:t>
      </w:r>
    </w:p>
    <w:p w:rsidR="006974AE" w:rsidRDefault="006974AE" w:rsidP="006974AE">
      <w:r>
        <w:lastRenderedPageBreak/>
        <w:t>947.7128</w:t>
      </w:r>
      <w:r>
        <w:tab/>
        <w:t>1.013e0</w:t>
      </w:r>
    </w:p>
    <w:p w:rsidR="006974AE" w:rsidRDefault="006974AE" w:rsidP="006974AE">
      <w:r>
        <w:t>947.7457</w:t>
      </w:r>
      <w:r>
        <w:tab/>
        <w:t>1.013e0</w:t>
      </w:r>
    </w:p>
    <w:p w:rsidR="006974AE" w:rsidRDefault="006974AE" w:rsidP="006974AE">
      <w:r>
        <w:t>947.8238</w:t>
      </w:r>
      <w:r>
        <w:tab/>
        <w:t>1.013e0</w:t>
      </w:r>
    </w:p>
    <w:p w:rsidR="006974AE" w:rsidRDefault="006974AE" w:rsidP="006974AE">
      <w:r>
        <w:t>947.8590</w:t>
      </w:r>
      <w:r>
        <w:tab/>
        <w:t>2.025e0</w:t>
      </w:r>
    </w:p>
    <w:p w:rsidR="006974AE" w:rsidRDefault="006974AE" w:rsidP="006974AE">
      <w:r>
        <w:t>947.8635</w:t>
      </w:r>
      <w:r>
        <w:tab/>
        <w:t>1.013e0</w:t>
      </w:r>
    </w:p>
    <w:p w:rsidR="006974AE" w:rsidRDefault="006974AE" w:rsidP="006974AE">
      <w:r>
        <w:t>947.9070</w:t>
      </w:r>
      <w:r>
        <w:tab/>
        <w:t>2.025e0</w:t>
      </w:r>
    </w:p>
    <w:p w:rsidR="006974AE" w:rsidRDefault="006974AE" w:rsidP="006974AE">
      <w:r>
        <w:t>947.9163</w:t>
      </w:r>
      <w:r>
        <w:tab/>
        <w:t>1.013e0</w:t>
      </w:r>
    </w:p>
    <w:p w:rsidR="006974AE" w:rsidRDefault="006974AE" w:rsidP="006974AE">
      <w:r>
        <w:t>947.9665</w:t>
      </w:r>
      <w:r>
        <w:tab/>
        <w:t>1.013e0</w:t>
      </w:r>
    </w:p>
    <w:p w:rsidR="006974AE" w:rsidRDefault="006974AE" w:rsidP="006974AE">
      <w:r>
        <w:t>947.9720</w:t>
      </w:r>
      <w:r>
        <w:tab/>
        <w:t>3.038e0</w:t>
      </w:r>
    </w:p>
    <w:p w:rsidR="006974AE" w:rsidRDefault="006974AE" w:rsidP="006974AE">
      <w:r>
        <w:t>948.0491</w:t>
      </w:r>
      <w:r>
        <w:tab/>
        <w:t>1.013e0</w:t>
      </w:r>
    </w:p>
    <w:p w:rsidR="006974AE" w:rsidRDefault="006974AE" w:rsidP="006974AE">
      <w:r>
        <w:t>948.0826</w:t>
      </w:r>
      <w:r>
        <w:tab/>
        <w:t>2.025e0</w:t>
      </w:r>
    </w:p>
    <w:p w:rsidR="006974AE" w:rsidRDefault="006974AE" w:rsidP="006974AE">
      <w:r>
        <w:t>948.1093</w:t>
      </w:r>
      <w:r>
        <w:tab/>
        <w:t>1.013e0</w:t>
      </w:r>
    </w:p>
    <w:p w:rsidR="006974AE" w:rsidRDefault="006974AE" w:rsidP="006974AE">
      <w:r>
        <w:t>948.1251</w:t>
      </w:r>
      <w:r>
        <w:tab/>
        <w:t>1.013e0</w:t>
      </w:r>
    </w:p>
    <w:p w:rsidR="006974AE" w:rsidRDefault="006974AE" w:rsidP="006974AE">
      <w:r>
        <w:t>948.1354</w:t>
      </w:r>
      <w:r>
        <w:tab/>
        <w:t>1.013e0</w:t>
      </w:r>
    </w:p>
    <w:p w:rsidR="006974AE" w:rsidRDefault="006974AE" w:rsidP="006974AE">
      <w:r>
        <w:t>948.1422</w:t>
      </w:r>
      <w:r>
        <w:tab/>
        <w:t>1.013e0</w:t>
      </w:r>
    </w:p>
    <w:p w:rsidR="006974AE" w:rsidRDefault="006974AE" w:rsidP="006974AE">
      <w:r>
        <w:t>948.2036</w:t>
      </w:r>
      <w:r>
        <w:tab/>
        <w:t>1.013e0</w:t>
      </w:r>
    </w:p>
    <w:p w:rsidR="006974AE" w:rsidRDefault="006974AE" w:rsidP="006974AE">
      <w:r>
        <w:t>948.2052</w:t>
      </w:r>
      <w:r>
        <w:tab/>
        <w:t>2.025e0</w:t>
      </w:r>
    </w:p>
    <w:p w:rsidR="006974AE" w:rsidRDefault="006974AE" w:rsidP="006974AE">
      <w:r>
        <w:t>948.2373</w:t>
      </w:r>
      <w:r>
        <w:tab/>
        <w:t>1.013e0</w:t>
      </w:r>
    </w:p>
    <w:p w:rsidR="006974AE" w:rsidRDefault="006974AE" w:rsidP="006974AE">
      <w:r>
        <w:t>948.2690</w:t>
      </w:r>
      <w:r>
        <w:tab/>
        <w:t>1.013e0</w:t>
      </w:r>
    </w:p>
    <w:p w:rsidR="006974AE" w:rsidRDefault="006974AE" w:rsidP="006974AE">
      <w:r>
        <w:lastRenderedPageBreak/>
        <w:t>948.3362</w:t>
      </w:r>
      <w:r>
        <w:tab/>
        <w:t>1.013e0</w:t>
      </w:r>
    </w:p>
    <w:p w:rsidR="006974AE" w:rsidRDefault="006974AE" w:rsidP="006974AE">
      <w:r>
        <w:t>948.4407</w:t>
      </w:r>
      <w:r>
        <w:tab/>
        <w:t>1.013e0</w:t>
      </w:r>
    </w:p>
    <w:p w:rsidR="006974AE" w:rsidRDefault="006974AE" w:rsidP="006974AE">
      <w:r>
        <w:t>948.4824</w:t>
      </w:r>
      <w:r>
        <w:tab/>
        <w:t>4.051e0</w:t>
      </w:r>
    </w:p>
    <w:p w:rsidR="006974AE" w:rsidRDefault="006974AE" w:rsidP="006974AE">
      <w:r>
        <w:t>948.5012</w:t>
      </w:r>
      <w:r>
        <w:tab/>
        <w:t>3.038e0</w:t>
      </w:r>
    </w:p>
    <w:p w:rsidR="006974AE" w:rsidRDefault="006974AE" w:rsidP="006974AE">
      <w:r>
        <w:t>948.5070</w:t>
      </w:r>
      <w:r>
        <w:tab/>
        <w:t>1.013e0</w:t>
      </w:r>
    </w:p>
    <w:p w:rsidR="006974AE" w:rsidRDefault="006974AE" w:rsidP="006974AE">
      <w:r>
        <w:t>948.5217</w:t>
      </w:r>
      <w:r>
        <w:tab/>
        <w:t>1.013e0</w:t>
      </w:r>
    </w:p>
    <w:p w:rsidR="006974AE" w:rsidRDefault="006974AE" w:rsidP="006974AE">
      <w:r>
        <w:t>948.5376</w:t>
      </w:r>
      <w:r>
        <w:tab/>
        <w:t>1.013e0</w:t>
      </w:r>
    </w:p>
    <w:p w:rsidR="006974AE" w:rsidRDefault="006974AE" w:rsidP="006974AE">
      <w:r>
        <w:t>948.5388</w:t>
      </w:r>
      <w:r>
        <w:tab/>
        <w:t>2.025e0</w:t>
      </w:r>
    </w:p>
    <w:p w:rsidR="006974AE" w:rsidRDefault="006974AE" w:rsidP="006974AE">
      <w:r>
        <w:t>948.5626</w:t>
      </w:r>
      <w:r>
        <w:tab/>
        <w:t>2.025e0</w:t>
      </w:r>
    </w:p>
    <w:p w:rsidR="006974AE" w:rsidRDefault="006974AE" w:rsidP="006974AE">
      <w:r>
        <w:t>948.5693</w:t>
      </w:r>
      <w:r>
        <w:tab/>
        <w:t>2.025e0</w:t>
      </w:r>
    </w:p>
    <w:p w:rsidR="006974AE" w:rsidRDefault="006974AE" w:rsidP="006974AE">
      <w:r>
        <w:t>948.5909</w:t>
      </w:r>
      <w:r>
        <w:tab/>
        <w:t>1.013e0</w:t>
      </w:r>
    </w:p>
    <w:p w:rsidR="006974AE" w:rsidRDefault="006974AE" w:rsidP="006974AE">
      <w:r>
        <w:t>948.6022</w:t>
      </w:r>
      <w:r>
        <w:tab/>
        <w:t>1.013e0</w:t>
      </w:r>
    </w:p>
    <w:p w:rsidR="006974AE" w:rsidRDefault="006974AE" w:rsidP="006974AE">
      <w:r>
        <w:t>948.6070</w:t>
      </w:r>
      <w:r>
        <w:tab/>
        <w:t>1.013e0</w:t>
      </w:r>
    </w:p>
    <w:p w:rsidR="006974AE" w:rsidRDefault="006974AE" w:rsidP="006974AE">
      <w:r>
        <w:t>948.6596</w:t>
      </w:r>
      <w:r>
        <w:tab/>
        <w:t>2.025e0</w:t>
      </w:r>
    </w:p>
    <w:p w:rsidR="006974AE" w:rsidRDefault="006974AE" w:rsidP="006974AE">
      <w:r>
        <w:t>948.6757</w:t>
      </w:r>
      <w:r>
        <w:tab/>
        <w:t>1.013e0</w:t>
      </w:r>
    </w:p>
    <w:p w:rsidR="006974AE" w:rsidRDefault="006974AE" w:rsidP="006974AE">
      <w:r>
        <w:t>948.7280</w:t>
      </w:r>
      <w:r>
        <w:tab/>
        <w:t>2.025e0</w:t>
      </w:r>
    </w:p>
    <w:p w:rsidR="006974AE" w:rsidRDefault="006974AE" w:rsidP="006974AE">
      <w:r>
        <w:t>948.7439</w:t>
      </w:r>
      <w:r>
        <w:tab/>
        <w:t>1.013e0</w:t>
      </w:r>
    </w:p>
    <w:p w:rsidR="006974AE" w:rsidRDefault="006974AE" w:rsidP="006974AE">
      <w:r>
        <w:t>948.7523</w:t>
      </w:r>
      <w:r>
        <w:tab/>
        <w:t>2.025e0</w:t>
      </w:r>
    </w:p>
    <w:p w:rsidR="006974AE" w:rsidRDefault="006974AE" w:rsidP="006974AE">
      <w:r>
        <w:t>948.7609</w:t>
      </w:r>
      <w:r>
        <w:tab/>
        <w:t>1.013e0</w:t>
      </w:r>
    </w:p>
    <w:p w:rsidR="006974AE" w:rsidRDefault="006974AE" w:rsidP="006974AE">
      <w:r>
        <w:lastRenderedPageBreak/>
        <w:t>948.7768</w:t>
      </w:r>
      <w:r>
        <w:tab/>
        <w:t>1.013e0</w:t>
      </w:r>
    </w:p>
    <w:p w:rsidR="006974AE" w:rsidRDefault="006974AE" w:rsidP="006974AE">
      <w:r>
        <w:t>948.8777</w:t>
      </w:r>
      <w:r>
        <w:tab/>
        <w:t>1.013e0</w:t>
      </w:r>
    </w:p>
    <w:p w:rsidR="006974AE" w:rsidRDefault="006974AE" w:rsidP="006974AE">
      <w:r>
        <w:t>948.9979</w:t>
      </w:r>
      <w:r>
        <w:tab/>
        <w:t>1.013e0</w:t>
      </w:r>
    </w:p>
    <w:p w:rsidR="006974AE" w:rsidRDefault="006974AE" w:rsidP="006974AE">
      <w:r>
        <w:t>949.0004</w:t>
      </w:r>
      <w:r>
        <w:tab/>
        <w:t>2.025e0</w:t>
      </w:r>
    </w:p>
    <w:p w:rsidR="006974AE" w:rsidRDefault="006974AE" w:rsidP="006974AE">
      <w:r>
        <w:t>949.0386</w:t>
      </w:r>
      <w:r>
        <w:tab/>
        <w:t>4.051e0</w:t>
      </w:r>
    </w:p>
    <w:p w:rsidR="006974AE" w:rsidRDefault="006974AE" w:rsidP="006974AE">
      <w:r>
        <w:t>949.0455</w:t>
      </w:r>
      <w:r>
        <w:tab/>
        <w:t>1.013e0</w:t>
      </w:r>
    </w:p>
    <w:p w:rsidR="006974AE" w:rsidRDefault="006974AE" w:rsidP="006974AE">
      <w:r>
        <w:t>949.0607</w:t>
      </w:r>
      <w:r>
        <w:tab/>
        <w:t>2.025e0</w:t>
      </w:r>
    </w:p>
    <w:p w:rsidR="006974AE" w:rsidRDefault="006974AE" w:rsidP="006974AE">
      <w:r>
        <w:t>949.0978</w:t>
      </w:r>
      <w:r>
        <w:tab/>
        <w:t>1.013e0</w:t>
      </w:r>
    </w:p>
    <w:p w:rsidR="006974AE" w:rsidRDefault="006974AE" w:rsidP="006974AE">
      <w:r>
        <w:t>949.1680</w:t>
      </w:r>
      <w:r>
        <w:tab/>
        <w:t>2.025e0</w:t>
      </w:r>
    </w:p>
    <w:p w:rsidR="006974AE" w:rsidRDefault="006974AE" w:rsidP="006974AE">
      <w:r>
        <w:t>949.1761</w:t>
      </w:r>
      <w:r>
        <w:tab/>
        <w:t>2.025e0</w:t>
      </w:r>
    </w:p>
    <w:p w:rsidR="006974AE" w:rsidRDefault="006974AE" w:rsidP="006974AE">
      <w:r>
        <w:t>949.2849</w:t>
      </w:r>
      <w:r>
        <w:tab/>
        <w:t>1.013e0</w:t>
      </w:r>
    </w:p>
    <w:p w:rsidR="006974AE" w:rsidRDefault="006974AE" w:rsidP="006974AE">
      <w:r>
        <w:t>949.3325</w:t>
      </w:r>
      <w:r>
        <w:tab/>
        <w:t>1.013e0</w:t>
      </w:r>
    </w:p>
    <w:p w:rsidR="006974AE" w:rsidRDefault="006974AE" w:rsidP="006974AE">
      <w:r>
        <w:t>949.4158</w:t>
      </w:r>
      <w:r>
        <w:tab/>
        <w:t>2.025e0</w:t>
      </w:r>
    </w:p>
    <w:p w:rsidR="006974AE" w:rsidRDefault="006974AE" w:rsidP="006974AE">
      <w:r>
        <w:t>949.4954</w:t>
      </w:r>
      <w:r>
        <w:tab/>
        <w:t>3.038e0</w:t>
      </w:r>
    </w:p>
    <w:p w:rsidR="006974AE" w:rsidRDefault="006974AE" w:rsidP="006974AE">
      <w:r>
        <w:t>949.4987</w:t>
      </w:r>
      <w:r>
        <w:tab/>
        <w:t>2.025e0</w:t>
      </w:r>
    </w:p>
    <w:p w:rsidR="006974AE" w:rsidRDefault="006974AE" w:rsidP="006974AE">
      <w:r>
        <w:t>949.5059</w:t>
      </w:r>
      <w:r>
        <w:tab/>
        <w:t>1.942e0</w:t>
      </w:r>
    </w:p>
    <w:p w:rsidR="006974AE" w:rsidRDefault="006974AE" w:rsidP="006974AE">
      <w:r>
        <w:t>949.5231</w:t>
      </w:r>
      <w:r>
        <w:tab/>
        <w:t>1.013e0</w:t>
      </w:r>
    </w:p>
    <w:p w:rsidR="006974AE" w:rsidRDefault="006974AE" w:rsidP="006974AE">
      <w:r>
        <w:t>949.5245</w:t>
      </w:r>
      <w:r>
        <w:tab/>
        <w:t>2.025e0</w:t>
      </w:r>
    </w:p>
    <w:p w:rsidR="006974AE" w:rsidRDefault="006974AE" w:rsidP="006974AE">
      <w:r>
        <w:t>949.5627</w:t>
      </w:r>
      <w:r>
        <w:tab/>
        <w:t>2.025e0</w:t>
      </w:r>
    </w:p>
    <w:p w:rsidR="006974AE" w:rsidRDefault="006974AE" w:rsidP="006974AE">
      <w:r>
        <w:lastRenderedPageBreak/>
        <w:t>949.5870</w:t>
      </w:r>
      <w:r>
        <w:tab/>
        <w:t>1.013e0</w:t>
      </w:r>
    </w:p>
    <w:p w:rsidR="006974AE" w:rsidRDefault="006974AE" w:rsidP="006974AE">
      <w:r>
        <w:t>949.6041</w:t>
      </w:r>
      <w:r>
        <w:tab/>
        <w:t>4.051e0</w:t>
      </w:r>
    </w:p>
    <w:p w:rsidR="006974AE" w:rsidRDefault="006974AE" w:rsidP="006974AE">
      <w:r>
        <w:t>949.6489</w:t>
      </w:r>
      <w:r>
        <w:tab/>
        <w:t>1.013e0</w:t>
      </w:r>
    </w:p>
    <w:p w:rsidR="006974AE" w:rsidRDefault="006974AE" w:rsidP="006974AE">
      <w:r>
        <w:t>949.6807</w:t>
      </w:r>
      <w:r>
        <w:tab/>
        <w:t>1.013e0</w:t>
      </w:r>
    </w:p>
    <w:p w:rsidR="006974AE" w:rsidRDefault="006974AE" w:rsidP="006974AE">
      <w:r>
        <w:t>949.6907</w:t>
      </w:r>
      <w:r>
        <w:tab/>
        <w:t>2.025e0</w:t>
      </w:r>
    </w:p>
    <w:p w:rsidR="006974AE" w:rsidRDefault="006974AE" w:rsidP="006974AE">
      <w:r>
        <w:t>949.7079</w:t>
      </w:r>
      <w:r>
        <w:tab/>
        <w:t>1.013e0</w:t>
      </w:r>
    </w:p>
    <w:p w:rsidR="006974AE" w:rsidRDefault="006974AE" w:rsidP="006974AE">
      <w:r>
        <w:t>949.7756</w:t>
      </w:r>
      <w:r>
        <w:tab/>
        <w:t>3.038e0</w:t>
      </w:r>
    </w:p>
    <w:p w:rsidR="006974AE" w:rsidRDefault="006974AE" w:rsidP="006974AE">
      <w:r>
        <w:t>949.8566</w:t>
      </w:r>
      <w:r>
        <w:tab/>
        <w:t>2.025e0</w:t>
      </w:r>
    </w:p>
    <w:p w:rsidR="006974AE" w:rsidRDefault="006974AE" w:rsidP="006974AE">
      <w:r>
        <w:t>949.8741</w:t>
      </w:r>
      <w:r>
        <w:tab/>
        <w:t>1.013e0</w:t>
      </w:r>
    </w:p>
    <w:p w:rsidR="006974AE" w:rsidRDefault="006974AE" w:rsidP="006974AE">
      <w:r>
        <w:t>949.9349</w:t>
      </w:r>
      <w:r>
        <w:tab/>
        <w:t>1.013e0</w:t>
      </w:r>
    </w:p>
    <w:p w:rsidR="006974AE" w:rsidRPr="006974AE" w:rsidRDefault="006974AE" w:rsidP="006974AE">
      <w:r>
        <w:t>949.9601</w:t>
      </w:r>
      <w:r>
        <w:tab/>
        <w:t>1.013e0</w:t>
      </w:r>
      <w:bookmarkStart w:id="0" w:name="_GoBack"/>
      <w:bookmarkEnd w:id="0"/>
    </w:p>
    <w:sectPr w:rsidR="006974AE" w:rsidRPr="006974AE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6974AE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CBC7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2472</Pages>
  <Words>119162</Words>
  <Characters>679227</Characters>
  <Application>Microsoft Office Word</Application>
  <DocSecurity>0</DocSecurity>
  <Lines>5660</Lines>
  <Paragraphs>1593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796796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2022-06-28T10:30:00Z</dcterms:created>
  <dcterms:modified xsi:type="dcterms:W3CDTF">2022-06-28T10:30:00Z</dcterms:modified>
</cp:coreProperties>
</file>